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2762B5" w:rsidP="00DC3E3F">
      <w:pPr>
        <w:pStyle w:val="libCenter"/>
      </w:pPr>
      <w:r w:rsidRPr="002762B5">
        <w:rPr>
          <w:rtl/>
        </w:rPr>
        <w:t xml:space="preserve"> </w:t>
      </w:r>
      <w:r w:rsidR="004972E0" w:rsidRPr="004972E0">
        <w:rPr>
          <w:rtl/>
          <w:lang w:bidi="ar-SA"/>
        </w:rPr>
        <w:drawing>
          <wp:inline distT="0" distB="0" distL="0" distR="0">
            <wp:extent cx="5694287" cy="8059003"/>
            <wp:effectExtent l="0" t="0" r="1905" b="0"/>
            <wp:docPr id="1" name="Picture 1" descr="L:\New_kar\1441\rabee_al_saani_1441\tafseer_e_raahnuma_9\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1\rabee_al_saani_1441\tafseer_e_raahnuma_9\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4843" cy="8073943"/>
                    </a:xfrm>
                    <a:prstGeom prst="rect">
                      <a:avLst/>
                    </a:prstGeom>
                    <a:noFill/>
                    <a:ln>
                      <a:noFill/>
                    </a:ln>
                  </pic:spPr>
                </pic:pic>
              </a:graphicData>
            </a:graphic>
          </wp:inline>
        </w:drawing>
      </w:r>
    </w:p>
    <w:p w:rsidR="00FF6072" w:rsidRDefault="00FF6072" w:rsidP="00F73EDE">
      <w:pPr>
        <w:pStyle w:val="libPoemTini"/>
        <w:rPr>
          <w:rtl/>
        </w:rPr>
      </w:pPr>
      <w:r>
        <w:rPr>
          <w:rtl/>
        </w:rPr>
        <w:br w:type="page"/>
      </w:r>
    </w:p>
    <w:p w:rsidR="00FF6072" w:rsidRDefault="00FF6072" w:rsidP="00DC3E3F">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083993">
        <w:rPr>
          <w:rtl/>
        </w:rPr>
        <w:t xml:space="preserve">ں </w:t>
      </w:r>
      <w:r w:rsidRPr="000C39ED">
        <w:rPr>
          <w:rtl/>
        </w:rPr>
        <w:t xml:space="preserve"> نشرہوئ</w:t>
      </w:r>
      <w:r w:rsidRPr="000C39ED">
        <w:rPr>
          <w:rFonts w:hint="cs"/>
          <w:rtl/>
        </w:rPr>
        <w:t>ی</w:t>
      </w:r>
      <w:r w:rsidR="002A0155">
        <w:rPr>
          <w:rtl/>
        </w:rPr>
        <w:t xml:space="preserve"> ہے</w:t>
      </w:r>
      <w:r w:rsidRPr="000C39ED">
        <w:rPr>
          <w:rtl/>
        </w:rPr>
        <w:t xml:space="preserve">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083993">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002A0155">
        <w:rPr>
          <w:rtl/>
        </w:rPr>
        <w:t xml:space="preserve"> ہے</w:t>
      </w:r>
    </w:p>
    <w:p w:rsidR="00476C9D" w:rsidRDefault="00FF6072" w:rsidP="00F73EDE">
      <w:pPr>
        <w:pStyle w:val="libPoemTini"/>
        <w:rPr>
          <w:rtl/>
        </w:rPr>
      </w:pPr>
      <w:r>
        <w:rPr>
          <w:rtl/>
        </w:rPr>
        <w:br w:type="page"/>
      </w:r>
    </w:p>
    <w:p w:rsidR="00DA2110" w:rsidRDefault="00DA2110" w:rsidP="0091397A">
      <w:pPr>
        <w:pStyle w:val="libCenterBold2"/>
        <w:rPr>
          <w:rtl/>
        </w:rPr>
      </w:pPr>
      <w:r>
        <w:rPr>
          <w:rtl/>
        </w:rPr>
        <w:lastRenderedPageBreak/>
        <w:t>تفسير راہنما (جلد</w:t>
      </w:r>
      <w:r w:rsidR="0091397A" w:rsidRPr="0091397A">
        <w:rPr>
          <w:rStyle w:val="libNormalChar"/>
          <w:rFonts w:hint="cs"/>
          <w:rtl/>
        </w:rPr>
        <w:t>نہ</w:t>
      </w:r>
      <w:r w:rsidR="00004425" w:rsidRPr="0091397A">
        <w:rPr>
          <w:rStyle w:val="libNormalChar"/>
          <w:rFonts w:hint="cs"/>
          <w:rtl/>
        </w:rPr>
        <w:t>م</w:t>
      </w:r>
      <w:r>
        <w:rPr>
          <w:rtl/>
        </w:rPr>
        <w:t>)</w:t>
      </w:r>
    </w:p>
    <w:p w:rsidR="00DA2110" w:rsidRDefault="00DA2110" w:rsidP="00DC3E3F">
      <w:pPr>
        <w:pStyle w:val="libCenterBold2"/>
        <w:rPr>
          <w:rtl/>
        </w:rPr>
      </w:pPr>
    </w:p>
    <w:p w:rsidR="007D01F0" w:rsidRDefault="007D01F0" w:rsidP="00DC3E3F">
      <w:pPr>
        <w:pStyle w:val="libCenterBold2"/>
        <w:rPr>
          <w:rtl/>
        </w:rPr>
      </w:pPr>
      <w:r>
        <w:rPr>
          <w:rtl/>
        </w:rPr>
        <w:t>قرآنى موضوعات اور مفاہيم كے بارے مي</w:t>
      </w:r>
      <w:r w:rsidR="00083993">
        <w:rPr>
          <w:rtl/>
        </w:rPr>
        <w:t xml:space="preserve">ں </w:t>
      </w:r>
      <w:r>
        <w:rPr>
          <w:rtl/>
        </w:rPr>
        <w:t xml:space="preserve">ايك جديد روش </w:t>
      </w:r>
    </w:p>
    <w:p w:rsidR="007D01F0" w:rsidRDefault="007D01F0" w:rsidP="00DC3E3F">
      <w:pPr>
        <w:pStyle w:val="libCenterBold2"/>
        <w:rPr>
          <w:rtl/>
        </w:rPr>
      </w:pPr>
      <w:r>
        <w:rPr>
          <w:rtl/>
        </w:rPr>
        <w:t>مؤلف: آيت الله ہاشمى رفسنجاني اور</w:t>
      </w:r>
    </w:p>
    <w:p w:rsidR="007D01F0" w:rsidRDefault="007D01F0" w:rsidP="00DC3E3F">
      <w:pPr>
        <w:pStyle w:val="libCenterBold2"/>
        <w:rPr>
          <w:rtl/>
        </w:rPr>
      </w:pPr>
      <w:r>
        <w:rPr>
          <w:rtl/>
        </w:rPr>
        <w:t xml:space="preserve">مركز فرہنگ و معارف قرآن كے محققين كى ايك جماعت </w:t>
      </w:r>
    </w:p>
    <w:p w:rsidR="004972E0" w:rsidRPr="004972E0" w:rsidRDefault="009E55C5" w:rsidP="00F73EDE">
      <w:pPr>
        <w:pStyle w:val="libPoemTini"/>
        <w:rPr>
          <w:rtl/>
        </w:rPr>
      </w:pPr>
      <w:r>
        <w:rPr>
          <w:rtl/>
        </w:rPr>
        <w:br w:type="page"/>
      </w:r>
    </w:p>
    <w:p w:rsidR="004972E0" w:rsidRDefault="004972E0" w:rsidP="004972E0">
      <w:pPr>
        <w:pStyle w:val="Heading2Center"/>
        <w:rPr>
          <w:rtl/>
        </w:rPr>
      </w:pPr>
      <w:bookmarkStart w:id="0" w:name="_Toc28081678"/>
      <w:r w:rsidRPr="00120F63">
        <w:rPr>
          <w:rFonts w:hint="cs"/>
          <w:rtl/>
        </w:rPr>
        <w:lastRenderedPageBreak/>
        <w:t>14-</w:t>
      </w:r>
      <w:r>
        <w:rPr>
          <w:rFonts w:hint="cs"/>
          <w:rtl/>
        </w:rPr>
        <w:t>سورہ ابراہیم</w:t>
      </w:r>
      <w:bookmarkEnd w:id="0"/>
    </w:p>
    <w:p w:rsidR="004972E0" w:rsidRDefault="004972E0" w:rsidP="004972E0">
      <w:pPr>
        <w:pStyle w:val="Heading2Center"/>
        <w:rPr>
          <w:rtl/>
        </w:rPr>
      </w:pPr>
      <w:bookmarkStart w:id="1" w:name="_Toc28081679"/>
      <w:r>
        <w:rPr>
          <w:rFonts w:hint="cs"/>
          <w:rtl/>
        </w:rPr>
        <w:t>آیت 1</w:t>
      </w:r>
      <w:bookmarkEnd w:id="1"/>
    </w:p>
    <w:p w:rsidR="001F628F" w:rsidRDefault="00E260F9" w:rsidP="00ED5DE8">
      <w:pPr>
        <w:pStyle w:val="libNormal"/>
        <w:rPr>
          <w:rtl/>
        </w:rPr>
      </w:pPr>
      <w:r w:rsidRPr="00E260F9">
        <w:rPr>
          <w:rStyle w:val="libAlaemChar"/>
          <w:rtl/>
        </w:rPr>
        <w:t>(</w:t>
      </w:r>
      <w:r w:rsidRPr="004972E0">
        <w:rPr>
          <w:rStyle w:val="libAieChar"/>
          <w:rtl/>
        </w:rPr>
        <w:t xml:space="preserve">بسم </w:t>
      </w:r>
      <w:r w:rsidRPr="00ED5DE8">
        <w:rPr>
          <w:rStyle w:val="libAieChar"/>
          <w:rtl/>
        </w:rPr>
        <w:t>الل</w:t>
      </w:r>
      <w:r w:rsidRPr="00ED5DE8">
        <w:rPr>
          <w:rStyle w:val="libAieChar"/>
          <w:rFonts w:hint="cs"/>
          <w:rtl/>
        </w:rPr>
        <w:t>ه</w:t>
      </w:r>
      <w:r w:rsidRPr="00ED5DE8">
        <w:rPr>
          <w:rStyle w:val="libAieChar"/>
          <w:rtl/>
        </w:rPr>
        <w:t xml:space="preserve"> </w:t>
      </w:r>
      <w:r w:rsidRPr="004972E0">
        <w:rPr>
          <w:rStyle w:val="libAieChar"/>
          <w:rFonts w:hint="cs"/>
          <w:rtl/>
        </w:rPr>
        <w:t>الرحمن</w:t>
      </w:r>
      <w:r w:rsidRPr="004972E0">
        <w:rPr>
          <w:rStyle w:val="libAieChar"/>
          <w:rtl/>
        </w:rPr>
        <w:t xml:space="preserve"> الرح</w:t>
      </w:r>
      <w:r w:rsidRPr="004972E0">
        <w:rPr>
          <w:rStyle w:val="libAieChar"/>
          <w:rFonts w:hint="cs"/>
          <w:rtl/>
        </w:rPr>
        <w:t>ی</w:t>
      </w:r>
      <w:r w:rsidRPr="004972E0">
        <w:rPr>
          <w:rStyle w:val="libAieChar"/>
          <w:rFonts w:hint="eastAsia"/>
          <w:rtl/>
        </w:rPr>
        <w:t>م</w:t>
      </w:r>
      <w:r w:rsidRPr="00E260F9">
        <w:rPr>
          <w:rStyle w:val="libAlaemChar"/>
          <w:rtl/>
        </w:rPr>
        <w:t>)</w:t>
      </w:r>
    </w:p>
    <w:p w:rsidR="001F628F" w:rsidRDefault="00E260F9" w:rsidP="004972E0">
      <w:pPr>
        <w:pStyle w:val="libNormal"/>
        <w:rPr>
          <w:rtl/>
        </w:rPr>
      </w:pPr>
      <w:r w:rsidRPr="00E260F9">
        <w:rPr>
          <w:rStyle w:val="libAlaemChar"/>
          <w:rFonts w:hint="eastAsia"/>
          <w:rtl/>
        </w:rPr>
        <w:t>(</w:t>
      </w:r>
      <w:r w:rsidRPr="004972E0">
        <w:rPr>
          <w:rStyle w:val="libAieChar"/>
          <w:rFonts w:hint="eastAsia"/>
          <w:rtl/>
        </w:rPr>
        <w:t>الَر</w:t>
      </w:r>
      <w:r w:rsidRPr="004972E0">
        <w:rPr>
          <w:rStyle w:val="libAieChar"/>
          <w:rtl/>
        </w:rPr>
        <w:t xml:space="preserve"> كِتَابٌ أَنزَلْنَاهُ إِلَيْكَ لِتُخْرِجَ النَّاسَ مِنَ الظُّلُمَاتِ إِلَى النُّورِ بِإِذْنِ رَبِّهِمْ إِلَى صِرَاطِ الْعَزِيزِ الْحَمِيدِ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بنام</w:t>
      </w:r>
      <w:r>
        <w:rPr>
          <w:rtl/>
        </w:rPr>
        <w:t xml:space="preserve"> خدائے رحمان و رحيم</w:t>
      </w:r>
    </w:p>
    <w:p w:rsidR="001F628F" w:rsidRDefault="001F628F" w:rsidP="001F628F">
      <w:pPr>
        <w:pStyle w:val="libNormal"/>
        <w:rPr>
          <w:rtl/>
        </w:rPr>
      </w:pPr>
      <w:r>
        <w:rPr>
          <w:rFonts w:hint="eastAsia"/>
          <w:rtl/>
        </w:rPr>
        <w:t>الريہ</w:t>
      </w:r>
      <w:r>
        <w:rPr>
          <w:rtl/>
        </w:rPr>
        <w:t xml:space="preserve"> كتاب ہے جسے ہم نے آپ كى طرف نازل كياہے تا كہ آپ لوگو</w:t>
      </w:r>
      <w:r w:rsidR="00083993">
        <w:rPr>
          <w:rtl/>
        </w:rPr>
        <w:t xml:space="preserve">ں </w:t>
      </w:r>
      <w:r>
        <w:rPr>
          <w:rtl/>
        </w:rPr>
        <w:t>كو حكم خدا سے تاريكيو</w:t>
      </w:r>
      <w:r w:rsidR="00083993">
        <w:rPr>
          <w:rtl/>
        </w:rPr>
        <w:t xml:space="preserve">ں </w:t>
      </w:r>
      <w:r>
        <w:rPr>
          <w:rtl/>
        </w:rPr>
        <w:t>سے نكال كر نور كى طرف لے آئي</w:t>
      </w:r>
      <w:r w:rsidR="00083993">
        <w:rPr>
          <w:rtl/>
        </w:rPr>
        <w:t xml:space="preserve">ں </w:t>
      </w:r>
      <w:r>
        <w:rPr>
          <w:rtl/>
        </w:rPr>
        <w:t>اور خدائے عزيز و حميد كے راستے پر لگادي</w:t>
      </w:r>
      <w:r w:rsidR="00083993">
        <w:rPr>
          <w:rtl/>
        </w:rPr>
        <w:t xml:space="preserve">ں </w:t>
      </w:r>
      <w:r>
        <w:rPr>
          <w:rtl/>
        </w:rPr>
        <w:t>_</w:t>
      </w:r>
    </w:p>
    <w:p w:rsidR="001F628F" w:rsidRDefault="001F628F" w:rsidP="001E7F9D">
      <w:pPr>
        <w:pStyle w:val="libNormal"/>
        <w:rPr>
          <w:rtl/>
        </w:rPr>
      </w:pPr>
      <w:r>
        <w:rPr>
          <w:rtl/>
        </w:rPr>
        <w:t>1_''الر'' قرانى رموز مي</w:t>
      </w:r>
      <w:r w:rsidR="00083993">
        <w:rPr>
          <w:rtl/>
        </w:rPr>
        <w:t xml:space="preserve">ں </w:t>
      </w:r>
      <w:r>
        <w:rPr>
          <w:rtl/>
        </w:rPr>
        <w:t>سے ہے_</w:t>
      </w:r>
      <w:r w:rsidRPr="002F38B0">
        <w:rPr>
          <w:rStyle w:val="libArabicChar"/>
          <w:rFonts w:hint="eastAsia"/>
          <w:rtl/>
        </w:rPr>
        <w:t>الر</w:t>
      </w:r>
      <w:r w:rsidRPr="002F38B0">
        <w:rPr>
          <w:rStyle w:val="libArabicChar"/>
          <w:rtl/>
        </w:rPr>
        <w:t xml:space="preserve"> كتب انزلن</w:t>
      </w:r>
      <w:r w:rsidR="00B2551F" w:rsidRPr="00B2551F">
        <w:rPr>
          <w:rStyle w:val="libArabicChar"/>
          <w:rFonts w:hint="cs"/>
          <w:rtl/>
        </w:rPr>
        <w:t>ه</w:t>
      </w:r>
      <w:r w:rsidRPr="002F38B0">
        <w:rPr>
          <w:rStyle w:val="libArabicChar"/>
          <w:rtl/>
        </w:rPr>
        <w:t xml:space="preserve"> </w:t>
      </w:r>
      <w:r w:rsidRPr="002F38B0">
        <w:rPr>
          <w:rStyle w:val="libArabicChar"/>
          <w:rFonts w:hint="cs"/>
          <w:rtl/>
        </w:rPr>
        <w:t>اليك</w:t>
      </w:r>
    </w:p>
    <w:p w:rsidR="001F628F" w:rsidRDefault="001F628F" w:rsidP="001E7F9D">
      <w:pPr>
        <w:pStyle w:val="libNormal"/>
        <w:rPr>
          <w:rtl/>
        </w:rPr>
      </w:pPr>
      <w:r>
        <w:rPr>
          <w:rtl/>
        </w:rPr>
        <w:t xml:space="preserve">2_قران ،خداوند متعال كى جانب سے پيغمبر اكرم </w:t>
      </w:r>
      <w:r w:rsidR="00F031CD" w:rsidRPr="00F031CD">
        <w:rPr>
          <w:rStyle w:val="libAlaemChar"/>
          <w:rtl/>
        </w:rPr>
        <w:t xml:space="preserve"> صلى‌الله‌عليه‌وآله‌وسلم </w:t>
      </w:r>
      <w:r>
        <w:rPr>
          <w:rtl/>
        </w:rPr>
        <w:t xml:space="preserve"> پر نازل ہونے والى كتاب ہے_</w:t>
      </w:r>
      <w:r w:rsidRPr="002F38B0">
        <w:rPr>
          <w:rStyle w:val="libArabicChar"/>
          <w:rFonts w:hint="eastAsia"/>
          <w:rtl/>
        </w:rPr>
        <w:t>كتب</w:t>
      </w:r>
      <w:r w:rsidRPr="002F38B0">
        <w:rPr>
          <w:rStyle w:val="libArabicChar"/>
          <w:rtl/>
        </w:rPr>
        <w:t xml:space="preserve"> انزلن</w:t>
      </w:r>
      <w:r w:rsidR="00B2551F" w:rsidRPr="00B2551F">
        <w:rPr>
          <w:rStyle w:val="libArabicChar"/>
          <w:rFonts w:hint="cs"/>
          <w:rtl/>
        </w:rPr>
        <w:t>ه</w:t>
      </w:r>
      <w:r w:rsidRPr="002F38B0">
        <w:rPr>
          <w:rStyle w:val="libArabicChar"/>
          <w:rtl/>
        </w:rPr>
        <w:t xml:space="preserve"> </w:t>
      </w:r>
      <w:r w:rsidRPr="002F38B0">
        <w:rPr>
          <w:rStyle w:val="libArabicChar"/>
          <w:rFonts w:hint="cs"/>
          <w:rtl/>
        </w:rPr>
        <w:t>اليك</w:t>
      </w:r>
    </w:p>
    <w:p w:rsidR="001F628F" w:rsidRDefault="001F628F" w:rsidP="001E7F9D">
      <w:pPr>
        <w:pStyle w:val="libNormal"/>
        <w:rPr>
          <w:rtl/>
        </w:rPr>
      </w:pPr>
      <w:r>
        <w:rPr>
          <w:rtl/>
        </w:rPr>
        <w:t>3_قران كريم كو خداوند متعال كى جانب سے نازل ہوتے ہى ''كتاب '' كہا جانے لگا _</w:t>
      </w:r>
      <w:r w:rsidRPr="002F38B0">
        <w:rPr>
          <w:rStyle w:val="libArabicChar"/>
          <w:rFonts w:hint="eastAsia"/>
          <w:rtl/>
        </w:rPr>
        <w:t>كتب</w:t>
      </w:r>
      <w:r w:rsidRPr="002F38B0">
        <w:rPr>
          <w:rStyle w:val="libArabicChar"/>
          <w:rtl/>
        </w:rPr>
        <w:t xml:space="preserve"> انزلن</w:t>
      </w:r>
      <w:r w:rsidR="00B2551F" w:rsidRPr="00B2551F">
        <w:rPr>
          <w:rStyle w:val="libArabicChar"/>
          <w:rFonts w:hint="cs"/>
          <w:rtl/>
        </w:rPr>
        <w:t>ه</w:t>
      </w:r>
      <w:r w:rsidRPr="002F38B0">
        <w:rPr>
          <w:rStyle w:val="libArabicChar"/>
          <w:rtl/>
        </w:rPr>
        <w:t xml:space="preserve"> اليك</w:t>
      </w:r>
    </w:p>
    <w:p w:rsidR="001F628F" w:rsidRDefault="001F628F" w:rsidP="002F38B0">
      <w:pPr>
        <w:pStyle w:val="libNormal"/>
        <w:rPr>
          <w:rtl/>
        </w:rPr>
      </w:pPr>
      <w:r>
        <w:rPr>
          <w:rtl/>
        </w:rPr>
        <w:t>4_ قران كريم انتہائي باعظمت اور رفيع مقام</w:t>
      </w:r>
      <w:r w:rsidR="002F38B0">
        <w:rPr>
          <w:rFonts w:hint="cs"/>
          <w:rtl/>
        </w:rPr>
        <w:t xml:space="preserve"> </w:t>
      </w:r>
      <w:r>
        <w:rPr>
          <w:rtl/>
        </w:rPr>
        <w:t>سے نازل ہونے والى كتاب ہے _</w:t>
      </w:r>
      <w:r w:rsidRPr="002F38B0">
        <w:rPr>
          <w:rStyle w:val="libArabicChar"/>
          <w:rFonts w:hint="eastAsia"/>
          <w:rtl/>
        </w:rPr>
        <w:t>كتب</w:t>
      </w:r>
      <w:r w:rsidRPr="002F38B0">
        <w:rPr>
          <w:rStyle w:val="libArabicChar"/>
          <w:rtl/>
        </w:rPr>
        <w:t xml:space="preserve"> انزلن</w:t>
      </w:r>
      <w:r w:rsidR="00B2551F" w:rsidRPr="00B2551F">
        <w:rPr>
          <w:rStyle w:val="libArabicChar"/>
          <w:rFonts w:hint="cs"/>
          <w:rtl/>
        </w:rPr>
        <w:t>ه</w:t>
      </w:r>
      <w:r w:rsidRPr="002F38B0">
        <w:rPr>
          <w:rStyle w:val="libArabicChar"/>
          <w:rtl/>
        </w:rPr>
        <w:t xml:space="preserve"> </w:t>
      </w:r>
      <w:r w:rsidRPr="002F38B0">
        <w:rPr>
          <w:rStyle w:val="libArabicChar"/>
          <w:rFonts w:hint="cs"/>
          <w:rtl/>
        </w:rPr>
        <w:t>اليك</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نزول ،بلند مقام سے اترنے كو كہتے ہي</w:t>
      </w:r>
      <w:r w:rsidR="00083993">
        <w:rPr>
          <w:rtl/>
        </w:rPr>
        <w:t xml:space="preserve">ں </w:t>
      </w:r>
      <w:r>
        <w:rPr>
          <w:rtl/>
        </w:rPr>
        <w:t>_ يہا</w:t>
      </w:r>
      <w:r w:rsidR="00083993">
        <w:rPr>
          <w:rtl/>
        </w:rPr>
        <w:t xml:space="preserve">ں </w:t>
      </w:r>
      <w:r>
        <w:rPr>
          <w:rtl/>
        </w:rPr>
        <w:t>موضوع كى مناسبت سے مقام رفيع سے نزول ہوا ہے نہ بلند مكان سے _</w:t>
      </w:r>
    </w:p>
    <w:p w:rsidR="001F628F" w:rsidRDefault="001F628F" w:rsidP="001F628F">
      <w:pPr>
        <w:pStyle w:val="libNormal"/>
        <w:rPr>
          <w:rtl/>
        </w:rPr>
      </w:pPr>
      <w:r>
        <w:rPr>
          <w:rtl/>
        </w:rPr>
        <w:t>5_نزول قران كا مقصد ،لوگو</w:t>
      </w:r>
      <w:r w:rsidR="00083993">
        <w:rPr>
          <w:rtl/>
        </w:rPr>
        <w:t xml:space="preserve">ں </w:t>
      </w:r>
      <w:r>
        <w:rPr>
          <w:rtl/>
        </w:rPr>
        <w:t>كو ظلمتو</w:t>
      </w:r>
      <w:r w:rsidR="00083993">
        <w:rPr>
          <w:rtl/>
        </w:rPr>
        <w:t xml:space="preserve">ں </w:t>
      </w:r>
      <w:r>
        <w:rPr>
          <w:rtl/>
        </w:rPr>
        <w:t>(گمراہيو</w:t>
      </w:r>
      <w:r w:rsidR="00083993">
        <w:rPr>
          <w:rtl/>
        </w:rPr>
        <w:t xml:space="preserve">ں </w:t>
      </w:r>
      <w:r>
        <w:rPr>
          <w:rtl/>
        </w:rPr>
        <w:t>) سے نكالنا اور نور (ہدايت ) كى جانب ا ن كى راہنمائي كرنا ہے_</w:t>
      </w:r>
    </w:p>
    <w:p w:rsidR="001F628F" w:rsidRDefault="001F628F" w:rsidP="002F38B0">
      <w:pPr>
        <w:pStyle w:val="libArabic"/>
        <w:rPr>
          <w:rtl/>
        </w:rPr>
      </w:pPr>
      <w:r>
        <w:rPr>
          <w:rFonts w:hint="eastAsia"/>
          <w:rtl/>
        </w:rPr>
        <w:t>كتب</w:t>
      </w:r>
      <w:r>
        <w:rPr>
          <w:rtl/>
        </w:rPr>
        <w:t xml:space="preserve"> انزلن</w:t>
      </w:r>
      <w:r w:rsidR="00B2551F" w:rsidRPr="00B2551F">
        <w:rPr>
          <w:rFonts w:hint="cs"/>
          <w:rtl/>
        </w:rPr>
        <w:t>ه</w:t>
      </w:r>
      <w:r>
        <w:rPr>
          <w:rtl/>
        </w:rPr>
        <w:t xml:space="preserve"> </w:t>
      </w:r>
      <w:r>
        <w:rPr>
          <w:rFonts w:hint="cs"/>
          <w:rtl/>
        </w:rPr>
        <w:t>اليك</w:t>
      </w:r>
      <w:r>
        <w:rPr>
          <w:rtl/>
        </w:rPr>
        <w:t xml:space="preserve"> </w:t>
      </w:r>
      <w:r>
        <w:rPr>
          <w:rFonts w:hint="cs"/>
          <w:rtl/>
        </w:rPr>
        <w:t>لتخرج</w:t>
      </w:r>
      <w:r>
        <w:rPr>
          <w:rtl/>
        </w:rPr>
        <w:t xml:space="preserve"> </w:t>
      </w:r>
      <w:r>
        <w:rPr>
          <w:rFonts w:hint="cs"/>
          <w:rtl/>
        </w:rPr>
        <w:t>الناس</w:t>
      </w:r>
      <w:r>
        <w:rPr>
          <w:rtl/>
        </w:rPr>
        <w:t xml:space="preserve"> </w:t>
      </w:r>
      <w:r>
        <w:rPr>
          <w:rFonts w:hint="cs"/>
          <w:rtl/>
        </w:rPr>
        <w:t>من</w:t>
      </w:r>
      <w:r>
        <w:rPr>
          <w:rtl/>
        </w:rPr>
        <w:t xml:space="preserve"> </w:t>
      </w:r>
      <w:r>
        <w:rPr>
          <w:rFonts w:hint="cs"/>
          <w:rtl/>
        </w:rPr>
        <w:t>الظلمت</w:t>
      </w:r>
      <w:r>
        <w:rPr>
          <w:rtl/>
        </w:rPr>
        <w:t xml:space="preserve"> </w:t>
      </w:r>
      <w:r>
        <w:rPr>
          <w:rFonts w:hint="cs"/>
          <w:rtl/>
        </w:rPr>
        <w:t>الى</w:t>
      </w:r>
      <w:r>
        <w:rPr>
          <w:rtl/>
        </w:rPr>
        <w:t xml:space="preserve"> </w:t>
      </w:r>
      <w:r>
        <w:rPr>
          <w:rFonts w:hint="cs"/>
          <w:rtl/>
        </w:rPr>
        <w:t>النور</w:t>
      </w:r>
    </w:p>
    <w:p w:rsidR="002F38B0" w:rsidRDefault="001F628F" w:rsidP="002F38B0">
      <w:pPr>
        <w:pStyle w:val="libNormal"/>
        <w:rPr>
          <w:rtl/>
        </w:rPr>
      </w:pPr>
      <w:r>
        <w:rPr>
          <w:rtl/>
        </w:rPr>
        <w:t xml:space="preserve">6_پيغمبر اكرم </w:t>
      </w:r>
      <w:r w:rsidR="00F031CD" w:rsidRPr="00F031CD">
        <w:rPr>
          <w:rStyle w:val="libAlaemChar"/>
          <w:rtl/>
        </w:rPr>
        <w:t xml:space="preserve"> صلى‌الله‌عليه‌وآله‌وسلم </w:t>
      </w:r>
      <w:r>
        <w:rPr>
          <w:rtl/>
        </w:rPr>
        <w:t xml:space="preserve"> كى ذمہ دارى ہے كہ اپ </w:t>
      </w:r>
      <w:r w:rsidR="00F031CD" w:rsidRPr="00F031CD">
        <w:rPr>
          <w:rStyle w:val="libAlaemChar"/>
          <w:rtl/>
        </w:rPr>
        <w:t xml:space="preserve"> صلى‌الله‌عليه‌وآله‌وسلم </w:t>
      </w:r>
      <w:r>
        <w:rPr>
          <w:rtl/>
        </w:rPr>
        <w:t xml:space="preserve"> قران كريم كے</w:t>
      </w:r>
      <w:r w:rsidR="002F38B0" w:rsidRPr="002F38B0">
        <w:rPr>
          <w:rFonts w:hint="eastAsia"/>
          <w:rtl/>
        </w:rPr>
        <w:t xml:space="preserve"> </w:t>
      </w:r>
      <w:r w:rsidR="002F38B0">
        <w:rPr>
          <w:rFonts w:hint="eastAsia"/>
          <w:rtl/>
        </w:rPr>
        <w:t>ذريعے</w:t>
      </w:r>
      <w:r w:rsidR="002F38B0">
        <w:rPr>
          <w:rtl/>
        </w:rPr>
        <w:t xml:space="preserve"> لوگو</w:t>
      </w:r>
      <w:r w:rsidR="00083993">
        <w:rPr>
          <w:rtl/>
        </w:rPr>
        <w:t xml:space="preserve">ں </w:t>
      </w:r>
      <w:r w:rsidR="002F38B0">
        <w:rPr>
          <w:rtl/>
        </w:rPr>
        <w:t>كو نور كى طرف ہدايت كري</w:t>
      </w:r>
      <w:r w:rsidR="00083993">
        <w:rPr>
          <w:rtl/>
        </w:rPr>
        <w:t xml:space="preserve">ں </w:t>
      </w:r>
      <w:r w:rsidR="002F38B0">
        <w:rPr>
          <w:rtl/>
        </w:rPr>
        <w:t>اور انہي</w:t>
      </w:r>
      <w:r w:rsidR="00083993">
        <w:rPr>
          <w:rtl/>
        </w:rPr>
        <w:t xml:space="preserve">ں </w:t>
      </w:r>
      <w:r w:rsidR="002F38B0">
        <w:rPr>
          <w:rtl/>
        </w:rPr>
        <w:t>ظلمتو</w:t>
      </w:r>
      <w:r w:rsidR="00083993">
        <w:rPr>
          <w:rtl/>
        </w:rPr>
        <w:t xml:space="preserve">ں </w:t>
      </w:r>
      <w:r w:rsidR="002F38B0">
        <w:rPr>
          <w:rtl/>
        </w:rPr>
        <w:t>سے نكالي</w:t>
      </w:r>
      <w:r w:rsidR="00083993">
        <w:rPr>
          <w:rtl/>
        </w:rPr>
        <w:t xml:space="preserve">ں </w:t>
      </w:r>
      <w:r w:rsidR="002F38B0">
        <w:rPr>
          <w:rtl/>
        </w:rPr>
        <w:t>_</w:t>
      </w:r>
      <w:r w:rsidR="002F38B0" w:rsidRPr="002F38B0">
        <w:rPr>
          <w:rStyle w:val="libArabicChar"/>
          <w:rFonts w:hint="eastAsia"/>
          <w:rtl/>
        </w:rPr>
        <w:t>انزلن</w:t>
      </w:r>
      <w:r w:rsidR="00B2551F" w:rsidRPr="00B2551F">
        <w:rPr>
          <w:rStyle w:val="libArabicChar"/>
          <w:rFonts w:hint="cs"/>
          <w:rtl/>
        </w:rPr>
        <w:t>ه</w:t>
      </w:r>
      <w:r w:rsidR="002F38B0" w:rsidRPr="002F38B0">
        <w:rPr>
          <w:rStyle w:val="libArabicChar"/>
          <w:rtl/>
        </w:rPr>
        <w:t xml:space="preserve"> اليك لتخرج الناس من الظلمت الى النور</w:t>
      </w:r>
    </w:p>
    <w:p w:rsidR="002F38B0" w:rsidRDefault="002F38B0" w:rsidP="002F38B0">
      <w:pPr>
        <w:pStyle w:val="libNormal"/>
        <w:rPr>
          <w:rtl/>
        </w:rPr>
      </w:pPr>
      <w:r>
        <w:rPr>
          <w:rtl/>
        </w:rPr>
        <w:t xml:space="preserve">7_قران ايك عالمگير كتاب ہے اور پيغمبر اكرم </w:t>
      </w:r>
      <w:r w:rsidR="00F031CD" w:rsidRPr="00F031CD">
        <w:rPr>
          <w:rStyle w:val="libAlaemChar"/>
          <w:rtl/>
        </w:rPr>
        <w:t xml:space="preserve"> صلى‌الله‌عليه‌وآله‌وسلم </w:t>
      </w:r>
      <w:r>
        <w:rPr>
          <w:rtl/>
        </w:rPr>
        <w:t xml:space="preserve"> تمام انسانو</w:t>
      </w:r>
      <w:r w:rsidR="00083993">
        <w:rPr>
          <w:rtl/>
        </w:rPr>
        <w:t xml:space="preserve">ں </w:t>
      </w:r>
      <w:r>
        <w:rPr>
          <w:rtl/>
        </w:rPr>
        <w:t>كے لئے مبعوث ہوئے ہي</w:t>
      </w:r>
      <w:r w:rsidR="00083993">
        <w:rPr>
          <w:rtl/>
        </w:rPr>
        <w:t xml:space="preserve">ں </w:t>
      </w:r>
      <w:r>
        <w:rPr>
          <w:rtl/>
        </w:rPr>
        <w:t>_</w:t>
      </w:r>
    </w:p>
    <w:p w:rsidR="002F38B0" w:rsidRDefault="002F38B0" w:rsidP="002F38B0">
      <w:pPr>
        <w:pStyle w:val="libArabic"/>
        <w:rPr>
          <w:rtl/>
        </w:rPr>
      </w:pPr>
      <w:r>
        <w:rPr>
          <w:rFonts w:hint="eastAsia"/>
          <w:rtl/>
        </w:rPr>
        <w:t>لتخرج</w:t>
      </w:r>
      <w:r>
        <w:rPr>
          <w:rtl/>
        </w:rPr>
        <w:t xml:space="preserve"> الناس من الظلمت الى النور</w:t>
      </w:r>
    </w:p>
    <w:p w:rsidR="002F38B0" w:rsidRDefault="002F38B0" w:rsidP="002F38B0">
      <w:pPr>
        <w:pStyle w:val="libNormal"/>
        <w:rPr>
          <w:rtl/>
        </w:rPr>
      </w:pPr>
      <w:r>
        <w:rPr>
          <w:rFonts w:hint="eastAsia"/>
          <w:rtl/>
        </w:rPr>
        <w:t>كلمہ</w:t>
      </w:r>
      <w:r>
        <w:rPr>
          <w:rtl/>
        </w:rPr>
        <w:t xml:space="preserve"> '' الناس '' تمام لوگو</w:t>
      </w:r>
      <w:r w:rsidR="00083993">
        <w:rPr>
          <w:rtl/>
        </w:rPr>
        <w:t xml:space="preserve">ں </w:t>
      </w:r>
      <w:r>
        <w:rPr>
          <w:rtl/>
        </w:rPr>
        <w:t>پر دلالت كرتا ہے اور كلام مي</w:t>
      </w:r>
      <w:r w:rsidR="00083993">
        <w:rPr>
          <w:rtl/>
        </w:rPr>
        <w:t xml:space="preserve">ں </w:t>
      </w:r>
      <w:r>
        <w:rPr>
          <w:rtl/>
        </w:rPr>
        <w:t>كسى قسم كى قيد و محدوديت نہي</w:t>
      </w:r>
      <w:r w:rsidR="00083993">
        <w:rPr>
          <w:rtl/>
        </w:rPr>
        <w:t xml:space="preserve">ں </w:t>
      </w:r>
      <w:r>
        <w:rPr>
          <w:rtl/>
        </w:rPr>
        <w:t>ہے تاكہ اس كے ذريعے '' الناس '' كوكسى خاص گروہ سے مختص كيا جائے _</w:t>
      </w:r>
    </w:p>
    <w:p w:rsidR="002F38B0" w:rsidRDefault="001E7F9D" w:rsidP="00F73EDE">
      <w:pPr>
        <w:pStyle w:val="libPoemTini"/>
        <w:rPr>
          <w:rtl/>
        </w:rPr>
      </w:pPr>
      <w:r>
        <w:rPr>
          <w:rtl/>
        </w:rPr>
        <w:br w:type="page"/>
      </w:r>
    </w:p>
    <w:p w:rsidR="001F628F" w:rsidRDefault="001F628F" w:rsidP="001F628F">
      <w:pPr>
        <w:pStyle w:val="libNormal"/>
        <w:rPr>
          <w:rtl/>
        </w:rPr>
      </w:pPr>
      <w:r>
        <w:rPr>
          <w:rtl/>
        </w:rPr>
        <w:lastRenderedPageBreak/>
        <w:t>8_انسان ،دين كى تعليمات اور قرانى ہدايات كے بغير انواع واقسام كى گمراہيو</w:t>
      </w:r>
      <w:r w:rsidR="00083993">
        <w:rPr>
          <w:rtl/>
        </w:rPr>
        <w:t xml:space="preserve">ں </w:t>
      </w:r>
      <w:r>
        <w:rPr>
          <w:rtl/>
        </w:rPr>
        <w:t>كى ظلمتو</w:t>
      </w:r>
      <w:r w:rsidR="00083993">
        <w:rPr>
          <w:rtl/>
        </w:rPr>
        <w:t xml:space="preserve">ں </w:t>
      </w:r>
      <w:r>
        <w:rPr>
          <w:rtl/>
        </w:rPr>
        <w:t>مي</w:t>
      </w:r>
      <w:r w:rsidR="00083993">
        <w:rPr>
          <w:rtl/>
        </w:rPr>
        <w:t xml:space="preserve">ں </w:t>
      </w:r>
      <w:r>
        <w:rPr>
          <w:rtl/>
        </w:rPr>
        <w:t>گرفتار ہو جاتے ہي</w:t>
      </w:r>
      <w:r w:rsidR="00083993">
        <w:rPr>
          <w:rtl/>
        </w:rPr>
        <w:t xml:space="preserve">ں </w:t>
      </w:r>
      <w:r>
        <w:rPr>
          <w:rtl/>
        </w:rPr>
        <w:t>_</w:t>
      </w:r>
    </w:p>
    <w:p w:rsidR="001F628F" w:rsidRDefault="001F628F" w:rsidP="002F38B0">
      <w:pPr>
        <w:pStyle w:val="libArabic"/>
        <w:rPr>
          <w:rtl/>
        </w:rPr>
      </w:pPr>
      <w:r>
        <w:rPr>
          <w:rFonts w:hint="eastAsia"/>
          <w:rtl/>
        </w:rPr>
        <w:t>لتخرج</w:t>
      </w:r>
      <w:r>
        <w:rPr>
          <w:rtl/>
        </w:rPr>
        <w:t xml:space="preserve"> الناس من الظلمت الى النور</w:t>
      </w:r>
    </w:p>
    <w:p w:rsidR="001F628F" w:rsidRDefault="001F628F" w:rsidP="001F628F">
      <w:pPr>
        <w:pStyle w:val="libNormal"/>
        <w:rPr>
          <w:rtl/>
        </w:rPr>
      </w:pPr>
      <w:r>
        <w:rPr>
          <w:rFonts w:hint="eastAsia"/>
          <w:rtl/>
        </w:rPr>
        <w:t>خدا</w:t>
      </w:r>
      <w:r>
        <w:rPr>
          <w:rtl/>
        </w:rPr>
        <w:t xml:space="preserve"> وند متعال اپنى كتاب كے نزول كا مقصد ، لوگو</w:t>
      </w:r>
      <w:r w:rsidR="00083993">
        <w:rPr>
          <w:rtl/>
        </w:rPr>
        <w:t xml:space="preserve">ں </w:t>
      </w:r>
      <w:r>
        <w:rPr>
          <w:rtl/>
        </w:rPr>
        <w:t>كو تاريكيو</w:t>
      </w:r>
      <w:r w:rsidR="00083993">
        <w:rPr>
          <w:rtl/>
        </w:rPr>
        <w:t xml:space="preserve">ں </w:t>
      </w:r>
      <w:r>
        <w:rPr>
          <w:rtl/>
        </w:rPr>
        <w:t>سے نكالنا قرار ديتا ہے اور تاريكيو</w:t>
      </w:r>
      <w:r w:rsidR="00083993">
        <w:rPr>
          <w:rtl/>
        </w:rPr>
        <w:t xml:space="preserve">ں </w:t>
      </w:r>
      <w:r>
        <w:rPr>
          <w:rtl/>
        </w:rPr>
        <w:t>كے لئے كسى قسم كى قيد و محدوديت كاذكر نہي</w:t>
      </w:r>
      <w:r w:rsidR="00083993">
        <w:rPr>
          <w:rtl/>
        </w:rPr>
        <w:t xml:space="preserve">ں </w:t>
      </w:r>
      <w:r>
        <w:rPr>
          <w:rtl/>
        </w:rPr>
        <w:t>كيا جس سے معلوم ہوسكے كہ اس سے (ظلمت) مراد كيا ہے اس سے معلوم ہوا كہ تعليمات دين كے بغير ،انسانى زندگى ،تاريكى و ظلمت مي</w:t>
      </w:r>
      <w:r w:rsidR="00083993">
        <w:rPr>
          <w:rtl/>
        </w:rPr>
        <w:t xml:space="preserve">ں </w:t>
      </w:r>
      <w:r>
        <w:rPr>
          <w:rtl/>
        </w:rPr>
        <w:t>ہے_</w:t>
      </w:r>
    </w:p>
    <w:p w:rsidR="001F628F" w:rsidRDefault="001F628F" w:rsidP="002F38B0">
      <w:pPr>
        <w:pStyle w:val="libNormal"/>
        <w:rPr>
          <w:rtl/>
        </w:rPr>
      </w:pPr>
      <w:r>
        <w:rPr>
          <w:rtl/>
        </w:rPr>
        <w:t>9_كفر تاريكى جبكہ راہ خدا ،نور ہے_</w:t>
      </w:r>
      <w:r w:rsidRPr="002F38B0">
        <w:rPr>
          <w:rStyle w:val="libArabicChar"/>
          <w:rFonts w:hint="eastAsia"/>
          <w:rtl/>
        </w:rPr>
        <w:t>لتخرج</w:t>
      </w:r>
      <w:r w:rsidRPr="002F38B0">
        <w:rPr>
          <w:rStyle w:val="libArabicChar"/>
          <w:rtl/>
        </w:rPr>
        <w:t xml:space="preserve"> الناس من الظلمت الى النور</w:t>
      </w:r>
    </w:p>
    <w:p w:rsidR="001F628F" w:rsidRDefault="001F628F" w:rsidP="001F628F">
      <w:pPr>
        <w:pStyle w:val="libNormal"/>
        <w:rPr>
          <w:rtl/>
        </w:rPr>
      </w:pPr>
      <w:r>
        <w:rPr>
          <w:rFonts w:hint="eastAsia"/>
          <w:rtl/>
        </w:rPr>
        <w:t>بعد</w:t>
      </w:r>
      <w:r>
        <w:rPr>
          <w:rtl/>
        </w:rPr>
        <w:t xml:space="preserve"> والى ايات كے قرينے سے كہ جو كفار اور راہ خدا سے روكنے والو</w:t>
      </w:r>
      <w:r w:rsidR="00083993">
        <w:rPr>
          <w:rtl/>
        </w:rPr>
        <w:t xml:space="preserve">ں </w:t>
      </w:r>
      <w:r>
        <w:rPr>
          <w:rtl/>
        </w:rPr>
        <w:t>كے بارے مي</w:t>
      </w:r>
      <w:r w:rsidR="00083993">
        <w:rPr>
          <w:rtl/>
        </w:rPr>
        <w:t xml:space="preserve">ں </w:t>
      </w:r>
      <w:r>
        <w:rPr>
          <w:rtl/>
        </w:rPr>
        <w:t>ہي</w:t>
      </w:r>
      <w:r w:rsidR="00083993">
        <w:rPr>
          <w:rtl/>
        </w:rPr>
        <w:t xml:space="preserve">ں </w:t>
      </w:r>
      <w:r>
        <w:rPr>
          <w:rtl/>
        </w:rPr>
        <w:t>، ''ظلمات''سے مراد كفر اور نور سے مراد ،راہ خدا ہے_</w:t>
      </w:r>
    </w:p>
    <w:p w:rsidR="001F628F" w:rsidRDefault="001F628F" w:rsidP="002F38B0">
      <w:pPr>
        <w:pStyle w:val="libNormal"/>
        <w:rPr>
          <w:rtl/>
        </w:rPr>
      </w:pPr>
      <w:r>
        <w:rPr>
          <w:rtl/>
        </w:rPr>
        <w:t>10_خدا كا راستہ ايك اور كفر و گمراہى كے راستے متعدد اور گوناگو</w:t>
      </w:r>
      <w:r w:rsidR="00083993">
        <w:rPr>
          <w:rtl/>
        </w:rPr>
        <w:t xml:space="preserve">ں </w:t>
      </w:r>
      <w:r>
        <w:rPr>
          <w:rtl/>
        </w:rPr>
        <w:t>ہي</w:t>
      </w:r>
      <w:r w:rsidR="00083993">
        <w:rPr>
          <w:rtl/>
        </w:rPr>
        <w:t xml:space="preserve">ں </w:t>
      </w:r>
      <w:r>
        <w:rPr>
          <w:rtl/>
        </w:rPr>
        <w:t>_</w:t>
      </w:r>
      <w:r w:rsidRPr="002F38B0">
        <w:rPr>
          <w:rStyle w:val="libArabicChar"/>
          <w:rFonts w:hint="eastAsia"/>
          <w:rtl/>
        </w:rPr>
        <w:t>لتخرج</w:t>
      </w:r>
      <w:r w:rsidRPr="002F38B0">
        <w:rPr>
          <w:rStyle w:val="libArabicChar"/>
          <w:rtl/>
        </w:rPr>
        <w:t xml:space="preserve"> الناس من الظلمت الى النور</w:t>
      </w:r>
    </w:p>
    <w:p w:rsidR="001F628F" w:rsidRDefault="001F628F" w:rsidP="001F628F">
      <w:pPr>
        <w:pStyle w:val="libNormal"/>
        <w:rPr>
          <w:rtl/>
        </w:rPr>
      </w:pPr>
      <w:r>
        <w:rPr>
          <w:rFonts w:hint="eastAsia"/>
          <w:rtl/>
        </w:rPr>
        <w:t>مندرجہ</w:t>
      </w:r>
      <w:r>
        <w:rPr>
          <w:rtl/>
        </w:rPr>
        <w:t xml:space="preserve"> بالا مفہوم ''ظلمات '' كے جمع اور ''نور'' كے مفرد صورت مي</w:t>
      </w:r>
      <w:r w:rsidR="00083993">
        <w:rPr>
          <w:rtl/>
        </w:rPr>
        <w:t xml:space="preserve">ں </w:t>
      </w:r>
      <w:r>
        <w:rPr>
          <w:rtl/>
        </w:rPr>
        <w:t>ہونے كى وجہ سے اخذ كيا گيا ہے_</w:t>
      </w:r>
    </w:p>
    <w:p w:rsidR="001F628F" w:rsidRDefault="001F628F" w:rsidP="002F38B0">
      <w:pPr>
        <w:pStyle w:val="libNormal"/>
        <w:rPr>
          <w:rtl/>
        </w:rPr>
      </w:pPr>
      <w:r>
        <w:rPr>
          <w:rtl/>
        </w:rPr>
        <w:t>11_لوگو</w:t>
      </w:r>
      <w:r w:rsidR="00083993">
        <w:rPr>
          <w:rtl/>
        </w:rPr>
        <w:t xml:space="preserve">ں </w:t>
      </w:r>
      <w:r>
        <w:rPr>
          <w:rtl/>
        </w:rPr>
        <w:t>كے درميان دينى تعليمات كے رواج پانے اوران كے حقيقى شكل اختيار كرنے كے لئے ايك ماہر منتظم اور با صلاحيت رہبر كى ضرورت ہے_</w:t>
      </w:r>
      <w:r w:rsidRPr="002F38B0">
        <w:rPr>
          <w:rStyle w:val="libArabicChar"/>
          <w:rFonts w:hint="eastAsia"/>
          <w:rtl/>
        </w:rPr>
        <w:t>كتب</w:t>
      </w:r>
      <w:r w:rsidRPr="002F38B0">
        <w:rPr>
          <w:rStyle w:val="libArabicChar"/>
          <w:rtl/>
        </w:rPr>
        <w:t xml:space="preserve"> انزلن</w:t>
      </w:r>
      <w:r w:rsidR="00B2551F" w:rsidRPr="00B2551F">
        <w:rPr>
          <w:rStyle w:val="libArabicChar"/>
          <w:rFonts w:hint="cs"/>
          <w:rtl/>
        </w:rPr>
        <w:t>ه</w:t>
      </w:r>
      <w:r w:rsidRPr="002F38B0">
        <w:rPr>
          <w:rStyle w:val="libArabicChar"/>
          <w:rtl/>
        </w:rPr>
        <w:t xml:space="preserve"> </w:t>
      </w:r>
      <w:r w:rsidRPr="002F38B0">
        <w:rPr>
          <w:rStyle w:val="libArabicChar"/>
          <w:rFonts w:hint="cs"/>
          <w:rtl/>
        </w:rPr>
        <w:t>اليك</w:t>
      </w:r>
      <w:r w:rsidRPr="002F38B0">
        <w:rPr>
          <w:rStyle w:val="libArabicChar"/>
          <w:rtl/>
        </w:rPr>
        <w:t xml:space="preserve"> </w:t>
      </w:r>
      <w:r w:rsidRPr="002F38B0">
        <w:rPr>
          <w:rStyle w:val="libArabicChar"/>
          <w:rFonts w:hint="cs"/>
          <w:rtl/>
        </w:rPr>
        <w:t>لتخرج</w:t>
      </w:r>
      <w:r w:rsidRPr="002F38B0">
        <w:rPr>
          <w:rStyle w:val="libArabicChar"/>
          <w:rtl/>
        </w:rPr>
        <w:t xml:space="preserve"> </w:t>
      </w:r>
      <w:r w:rsidRPr="002F38B0">
        <w:rPr>
          <w:rStyle w:val="libArabicChar"/>
          <w:rFonts w:hint="cs"/>
          <w:rtl/>
        </w:rPr>
        <w:t>الناس</w:t>
      </w:r>
      <w:r w:rsidRPr="002F38B0">
        <w:rPr>
          <w:rStyle w:val="libArabicChar"/>
          <w:rtl/>
        </w:rPr>
        <w:t xml:space="preserve"> </w:t>
      </w:r>
      <w:r w:rsidRPr="002F38B0">
        <w:rPr>
          <w:rStyle w:val="libArabicChar"/>
          <w:rFonts w:hint="cs"/>
          <w:rtl/>
        </w:rPr>
        <w:t>من</w:t>
      </w:r>
      <w:r w:rsidRPr="002F38B0">
        <w:rPr>
          <w:rStyle w:val="libArabicChar"/>
          <w:rtl/>
        </w:rPr>
        <w:t xml:space="preserve"> </w:t>
      </w:r>
      <w:r w:rsidRPr="002F38B0">
        <w:rPr>
          <w:rStyle w:val="libArabicChar"/>
          <w:rFonts w:hint="cs"/>
          <w:rtl/>
        </w:rPr>
        <w:t>الظلمت</w:t>
      </w:r>
      <w:r w:rsidRPr="002F38B0">
        <w:rPr>
          <w:rStyle w:val="libArabicChar"/>
          <w:rtl/>
        </w:rPr>
        <w:t xml:space="preserve"> </w:t>
      </w:r>
      <w:r w:rsidRPr="002F38B0">
        <w:rPr>
          <w:rStyle w:val="libArabicChar"/>
          <w:rFonts w:hint="cs"/>
          <w:rtl/>
        </w:rPr>
        <w:t>الى</w:t>
      </w:r>
      <w:r w:rsidRPr="002F38B0">
        <w:rPr>
          <w:rStyle w:val="libArabicChar"/>
          <w:rtl/>
        </w:rPr>
        <w:t xml:space="preserve"> </w:t>
      </w:r>
      <w:r w:rsidRPr="002F38B0">
        <w:rPr>
          <w:rStyle w:val="libArabicChar"/>
          <w:rFonts w:hint="cs"/>
          <w:rtl/>
        </w:rPr>
        <w:t>النور</w:t>
      </w:r>
    </w:p>
    <w:p w:rsidR="001F628F" w:rsidRDefault="001F628F" w:rsidP="001F628F">
      <w:pPr>
        <w:pStyle w:val="libNormal"/>
        <w:rPr>
          <w:rtl/>
        </w:rPr>
      </w:pPr>
      <w:r>
        <w:rPr>
          <w:rFonts w:hint="eastAsia"/>
          <w:rtl/>
        </w:rPr>
        <w:t>چونكہ</w:t>
      </w:r>
      <w:r>
        <w:rPr>
          <w:rtl/>
        </w:rPr>
        <w:t xml:space="preserve"> خدا وند متعال نے پيغمبر اكرم </w:t>
      </w:r>
      <w:r w:rsidR="00F031CD" w:rsidRPr="00F031CD">
        <w:rPr>
          <w:rStyle w:val="libAlaemChar"/>
          <w:rtl/>
        </w:rPr>
        <w:t xml:space="preserve"> صلى‌الله‌عليه‌وآله‌وسلم </w:t>
      </w:r>
      <w:r>
        <w:rPr>
          <w:rtl/>
        </w:rPr>
        <w:t xml:space="preserve"> كو مخاطب كر كے نزول قران كے مقصد كو فعل متعدى كے ساتھ انحضرت </w:t>
      </w:r>
      <w:r w:rsidR="00F031CD" w:rsidRPr="00F031CD">
        <w:rPr>
          <w:rStyle w:val="libAlaemChar"/>
          <w:rtl/>
        </w:rPr>
        <w:t xml:space="preserve"> صلى‌الله‌عليه‌وآله‌وسلم </w:t>
      </w:r>
      <w:r>
        <w:rPr>
          <w:rtl/>
        </w:rPr>
        <w:t xml:space="preserve"> كے سپرد كيا ہے اور يہ كام لوگو</w:t>
      </w:r>
      <w:r w:rsidR="00083993">
        <w:rPr>
          <w:rtl/>
        </w:rPr>
        <w:t xml:space="preserve">ں </w:t>
      </w:r>
      <w:r>
        <w:rPr>
          <w:rtl/>
        </w:rPr>
        <w:t>كے اوپر نہي</w:t>
      </w:r>
      <w:r w:rsidR="00083993">
        <w:rPr>
          <w:rtl/>
        </w:rPr>
        <w:t xml:space="preserve">ں </w:t>
      </w:r>
      <w:r>
        <w:rPr>
          <w:rtl/>
        </w:rPr>
        <w:t>چھوڑا ،لہذا اس سے مذكورہ بالا مطلب حاصل ہوتا ہے_</w:t>
      </w:r>
    </w:p>
    <w:p w:rsidR="001F628F" w:rsidRDefault="001F628F" w:rsidP="001F628F">
      <w:pPr>
        <w:pStyle w:val="libNormal"/>
        <w:rPr>
          <w:rtl/>
        </w:rPr>
      </w:pPr>
      <w:r>
        <w:rPr>
          <w:rtl/>
        </w:rPr>
        <w:t xml:space="preserve">12_بعثت پيغمبر </w:t>
      </w:r>
      <w:r w:rsidR="00F031CD" w:rsidRPr="00F031CD">
        <w:rPr>
          <w:rStyle w:val="libAlaemChar"/>
          <w:rtl/>
        </w:rPr>
        <w:t xml:space="preserve"> صلى‌الله‌عليه‌وآله‌وسلم </w:t>
      </w:r>
      <w:r>
        <w:rPr>
          <w:rtl/>
        </w:rPr>
        <w:t xml:space="preserve"> كے زمانے مي</w:t>
      </w:r>
      <w:r w:rsidR="00083993">
        <w:rPr>
          <w:rtl/>
        </w:rPr>
        <w:t xml:space="preserve">ں </w:t>
      </w:r>
      <w:r>
        <w:rPr>
          <w:rtl/>
        </w:rPr>
        <w:t>لوگ انواع و اقسام كى ظلمتو</w:t>
      </w:r>
      <w:r w:rsidR="00083993">
        <w:rPr>
          <w:rtl/>
        </w:rPr>
        <w:t xml:space="preserve">ں </w:t>
      </w:r>
      <w:r>
        <w:rPr>
          <w:rtl/>
        </w:rPr>
        <w:t>( گمراہيو</w:t>
      </w:r>
      <w:r w:rsidR="00083993">
        <w:rPr>
          <w:rtl/>
        </w:rPr>
        <w:t xml:space="preserve">ں </w:t>
      </w:r>
      <w:r>
        <w:rPr>
          <w:rtl/>
        </w:rPr>
        <w:t>) مي</w:t>
      </w:r>
      <w:r w:rsidR="00083993">
        <w:rPr>
          <w:rtl/>
        </w:rPr>
        <w:t xml:space="preserve">ں </w:t>
      </w:r>
      <w:r>
        <w:rPr>
          <w:rtl/>
        </w:rPr>
        <w:t>زندگى گذار رہے تھے_</w:t>
      </w:r>
    </w:p>
    <w:p w:rsidR="001F628F" w:rsidRDefault="001F628F" w:rsidP="002F38B0">
      <w:pPr>
        <w:pStyle w:val="libArabic"/>
        <w:rPr>
          <w:rtl/>
        </w:rPr>
      </w:pPr>
      <w:r>
        <w:rPr>
          <w:rFonts w:hint="eastAsia"/>
          <w:rtl/>
        </w:rPr>
        <w:t>لتخرج</w:t>
      </w:r>
      <w:r>
        <w:rPr>
          <w:rtl/>
        </w:rPr>
        <w:t xml:space="preserve"> الناس من الظلمت الى النور</w:t>
      </w:r>
    </w:p>
    <w:p w:rsidR="001F628F" w:rsidRDefault="001F628F" w:rsidP="001F628F">
      <w:pPr>
        <w:pStyle w:val="libNormal"/>
        <w:rPr>
          <w:rtl/>
        </w:rPr>
      </w:pPr>
      <w:r>
        <w:rPr>
          <w:rtl/>
        </w:rPr>
        <w:t>13_لوگو</w:t>
      </w:r>
      <w:r w:rsidR="00083993">
        <w:rPr>
          <w:rtl/>
        </w:rPr>
        <w:t xml:space="preserve">ں </w:t>
      </w:r>
      <w:r>
        <w:rPr>
          <w:rtl/>
        </w:rPr>
        <w:t>كو ظلمتو</w:t>
      </w:r>
      <w:r w:rsidR="00083993">
        <w:rPr>
          <w:rtl/>
        </w:rPr>
        <w:t xml:space="preserve">ں </w:t>
      </w:r>
      <w:r>
        <w:rPr>
          <w:rtl/>
        </w:rPr>
        <w:t>سے نجات دلانے اور نور كى طرف لے جانے مي</w:t>
      </w:r>
      <w:r w:rsidR="00083993">
        <w:rPr>
          <w:rtl/>
        </w:rPr>
        <w:t xml:space="preserve">ں </w:t>
      </w:r>
      <w:r>
        <w:rPr>
          <w:rtl/>
        </w:rPr>
        <w:t xml:space="preserve">سنت رسول </w:t>
      </w:r>
      <w:r w:rsidR="00F031CD" w:rsidRPr="00F031CD">
        <w:rPr>
          <w:rStyle w:val="libAlaemChar"/>
          <w:rtl/>
        </w:rPr>
        <w:t xml:space="preserve"> صلى‌الله‌عليه‌وآله‌وسلم </w:t>
      </w:r>
      <w:r>
        <w:rPr>
          <w:rtl/>
        </w:rPr>
        <w:t xml:space="preserve"> كا قران كے ہم قدم اور ہم پلہ ہونا _*</w:t>
      </w:r>
    </w:p>
    <w:p w:rsidR="002F38B0" w:rsidRDefault="001E7F9D" w:rsidP="00F73EDE">
      <w:pPr>
        <w:pStyle w:val="libPoemTini"/>
        <w:rPr>
          <w:rtl/>
        </w:rPr>
      </w:pPr>
      <w:r>
        <w:rPr>
          <w:rtl/>
        </w:rPr>
        <w:br w:type="page"/>
      </w:r>
    </w:p>
    <w:p w:rsidR="001F628F" w:rsidRDefault="001F628F" w:rsidP="00AC784F">
      <w:pPr>
        <w:pStyle w:val="libArabic"/>
        <w:rPr>
          <w:rtl/>
        </w:rPr>
      </w:pPr>
      <w:r>
        <w:rPr>
          <w:rFonts w:hint="eastAsia"/>
          <w:rtl/>
        </w:rPr>
        <w:lastRenderedPageBreak/>
        <w:t>لتخرج</w:t>
      </w:r>
      <w:r>
        <w:rPr>
          <w:rtl/>
        </w:rPr>
        <w:t xml:space="preserve"> الناس من الظلمت الى النور</w:t>
      </w:r>
    </w:p>
    <w:p w:rsidR="001F628F" w:rsidRDefault="001F628F" w:rsidP="001F628F">
      <w:pPr>
        <w:pStyle w:val="libNormal"/>
        <w:rPr>
          <w:rtl/>
        </w:rPr>
      </w:pPr>
      <w:r>
        <w:rPr>
          <w:rFonts w:hint="eastAsia"/>
          <w:rtl/>
        </w:rPr>
        <w:t>پيغمبر</w:t>
      </w:r>
      <w:r>
        <w:rPr>
          <w:rtl/>
        </w:rPr>
        <w:t xml:space="preserve"> اكرم </w:t>
      </w:r>
      <w:r w:rsidR="00F031CD" w:rsidRPr="00F031CD">
        <w:rPr>
          <w:rStyle w:val="libAlaemChar"/>
          <w:rtl/>
        </w:rPr>
        <w:t xml:space="preserve"> صلى‌الله‌عليه‌وآله‌وسلم </w:t>
      </w:r>
      <w:r>
        <w:rPr>
          <w:rtl/>
        </w:rPr>
        <w:t xml:space="preserve"> كے لئے لوگو</w:t>
      </w:r>
      <w:r w:rsidR="00083993">
        <w:rPr>
          <w:rtl/>
        </w:rPr>
        <w:t xml:space="preserve">ں </w:t>
      </w:r>
      <w:r>
        <w:rPr>
          <w:rtl/>
        </w:rPr>
        <w:t>كو تاريكيو</w:t>
      </w:r>
      <w:r w:rsidR="00083993">
        <w:rPr>
          <w:rtl/>
        </w:rPr>
        <w:t xml:space="preserve">ں </w:t>
      </w:r>
      <w:r>
        <w:rPr>
          <w:rtl/>
        </w:rPr>
        <w:t xml:space="preserve">سے نكالنے پر مبنى حكم الہى ،ايك دائمى حكم ہے جبكہ پيغمبر اكرم </w:t>
      </w:r>
      <w:r w:rsidR="00F031CD" w:rsidRPr="00F031CD">
        <w:rPr>
          <w:rStyle w:val="libAlaemChar"/>
          <w:rtl/>
        </w:rPr>
        <w:t xml:space="preserve"> صلى‌الله‌عليه‌وآله‌وسلم </w:t>
      </w:r>
      <w:r>
        <w:rPr>
          <w:rtl/>
        </w:rPr>
        <w:t xml:space="preserve"> بھى دوسرے انسانو</w:t>
      </w:r>
      <w:r w:rsidR="00083993">
        <w:rPr>
          <w:rtl/>
        </w:rPr>
        <w:t xml:space="preserve">ں </w:t>
      </w:r>
      <w:r>
        <w:rPr>
          <w:rtl/>
        </w:rPr>
        <w:t>كى طرح اس دنيا سے رحلت كرنے والے ہي</w:t>
      </w:r>
      <w:r w:rsidR="00083993">
        <w:rPr>
          <w:rtl/>
        </w:rPr>
        <w:t xml:space="preserve">ں </w:t>
      </w:r>
      <w:r>
        <w:rPr>
          <w:rtl/>
        </w:rPr>
        <w:t xml:space="preserve">_لہذا مذكورہ دائمى حكم اور ذمہ دارى كو پورا كرنے كے لئے سنت پيغمبر </w:t>
      </w:r>
      <w:r w:rsidR="00F031CD" w:rsidRPr="00F031CD">
        <w:rPr>
          <w:rStyle w:val="libAlaemChar"/>
          <w:rtl/>
        </w:rPr>
        <w:t xml:space="preserve"> صلى‌الله‌عليه‌وآله‌وسلم </w:t>
      </w:r>
      <w:r>
        <w:rPr>
          <w:rtl/>
        </w:rPr>
        <w:t xml:space="preserve"> ہى ہميشہ يہ اہم كردار ا</w:t>
      </w:r>
      <w:r>
        <w:rPr>
          <w:rFonts w:hint="eastAsia"/>
          <w:rtl/>
        </w:rPr>
        <w:t>دا</w:t>
      </w:r>
      <w:r>
        <w:rPr>
          <w:rtl/>
        </w:rPr>
        <w:t xml:space="preserve"> كر سكتى ہے_</w:t>
      </w:r>
    </w:p>
    <w:p w:rsidR="001F628F" w:rsidRDefault="001F628F" w:rsidP="00AC784F">
      <w:pPr>
        <w:pStyle w:val="libNormal"/>
        <w:rPr>
          <w:rtl/>
        </w:rPr>
      </w:pPr>
      <w:r>
        <w:rPr>
          <w:rtl/>
        </w:rPr>
        <w:t>14_لوگو</w:t>
      </w:r>
      <w:r w:rsidR="00083993">
        <w:rPr>
          <w:rtl/>
        </w:rPr>
        <w:t xml:space="preserve">ں </w:t>
      </w:r>
      <w:r>
        <w:rPr>
          <w:rtl/>
        </w:rPr>
        <w:t xml:space="preserve">كو كفر و گمراہى كى تاريكى سے نكال كر نور ايمان كى طرف لے جانا خواہ پيغمبر اكرم </w:t>
      </w:r>
      <w:r w:rsidR="00F031CD" w:rsidRPr="00F031CD">
        <w:rPr>
          <w:rStyle w:val="libAlaemChar"/>
          <w:rtl/>
        </w:rPr>
        <w:t xml:space="preserve"> صلى‌الله‌عليه‌وآله‌وسلم </w:t>
      </w:r>
      <w:r>
        <w:rPr>
          <w:rtl/>
        </w:rPr>
        <w:t xml:space="preserve"> ہى كى طرف سے انجام پائے ،خدا وند كى مشيت اور اجازت پر موقوف ہے_</w:t>
      </w:r>
      <w:r w:rsidRPr="00AC784F">
        <w:rPr>
          <w:rStyle w:val="libArabicChar"/>
          <w:rFonts w:hint="eastAsia"/>
          <w:rtl/>
        </w:rPr>
        <w:t>لتخرج</w:t>
      </w:r>
      <w:r w:rsidRPr="00AC784F">
        <w:rPr>
          <w:rStyle w:val="libArabicChar"/>
          <w:rtl/>
        </w:rPr>
        <w:t xml:space="preserve"> الناس من الظلمت الى النور باذن ربّ</w:t>
      </w:r>
      <w:r w:rsidR="00B2551F" w:rsidRPr="00B2551F">
        <w:rPr>
          <w:rStyle w:val="libArabicChar"/>
          <w:rFonts w:hint="cs"/>
          <w:rtl/>
        </w:rPr>
        <w:t>ه</w:t>
      </w:r>
      <w:r w:rsidRPr="00AC784F">
        <w:rPr>
          <w:rStyle w:val="libArabicChar"/>
          <w:rFonts w:hint="cs"/>
          <w:rtl/>
        </w:rPr>
        <w:t>م</w:t>
      </w:r>
    </w:p>
    <w:p w:rsidR="001F628F" w:rsidRDefault="001F628F" w:rsidP="001F628F">
      <w:pPr>
        <w:pStyle w:val="libNormal"/>
        <w:rPr>
          <w:rtl/>
        </w:rPr>
      </w:pPr>
      <w:r>
        <w:rPr>
          <w:rtl/>
        </w:rPr>
        <w:t>15_ربوبيت الہى كا تقاضا ہے كہ وہ اپنے بندو</w:t>
      </w:r>
      <w:r w:rsidR="00083993">
        <w:rPr>
          <w:rtl/>
        </w:rPr>
        <w:t xml:space="preserve">ں </w:t>
      </w:r>
      <w:r>
        <w:rPr>
          <w:rtl/>
        </w:rPr>
        <w:t>كو كفر كى گمراہى سے نكال كر نور ايمان كى طرف لے جائے_</w:t>
      </w:r>
    </w:p>
    <w:p w:rsidR="001F628F" w:rsidRDefault="001F628F" w:rsidP="00AC784F">
      <w:pPr>
        <w:pStyle w:val="libArabic"/>
        <w:rPr>
          <w:rtl/>
        </w:rPr>
      </w:pPr>
      <w:r>
        <w:rPr>
          <w:rFonts w:hint="eastAsia"/>
          <w:rtl/>
        </w:rPr>
        <w:t>لتخرج</w:t>
      </w:r>
      <w:r>
        <w:rPr>
          <w:rtl/>
        </w:rPr>
        <w:t xml:space="preserve"> الناس من الظلمت الى النور باذن ربّ</w:t>
      </w:r>
      <w:r w:rsidR="00B2551F" w:rsidRPr="00B2551F">
        <w:rPr>
          <w:rFonts w:hint="cs"/>
          <w:rtl/>
        </w:rPr>
        <w:t>ه</w:t>
      </w:r>
      <w:r>
        <w:rPr>
          <w:rFonts w:hint="cs"/>
          <w:rtl/>
        </w:rPr>
        <w:t>م</w:t>
      </w:r>
    </w:p>
    <w:p w:rsidR="001F628F" w:rsidRDefault="001F628F" w:rsidP="001F628F">
      <w:pPr>
        <w:pStyle w:val="libNormal"/>
        <w:rPr>
          <w:rtl/>
        </w:rPr>
      </w:pPr>
      <w:r>
        <w:rPr>
          <w:rtl/>
        </w:rPr>
        <w:t>16_لوگو</w:t>
      </w:r>
      <w:r w:rsidR="00083993">
        <w:rPr>
          <w:rtl/>
        </w:rPr>
        <w:t xml:space="preserve">ں </w:t>
      </w:r>
      <w:r>
        <w:rPr>
          <w:rtl/>
        </w:rPr>
        <w:t>كى ہدايت كے لئے خدا وند عالم كى مشيت اپنے طبيعى طريقے (شريعت ) كے ذريعے ہى انجام پاتى ہے_</w:t>
      </w:r>
    </w:p>
    <w:p w:rsidR="001F628F" w:rsidRDefault="001F628F" w:rsidP="00AC784F">
      <w:pPr>
        <w:pStyle w:val="libArabic"/>
        <w:rPr>
          <w:rtl/>
        </w:rPr>
      </w:pPr>
      <w:r>
        <w:rPr>
          <w:rFonts w:hint="eastAsia"/>
          <w:rtl/>
        </w:rPr>
        <w:t>كتب</w:t>
      </w:r>
      <w:r>
        <w:rPr>
          <w:rtl/>
        </w:rPr>
        <w:t xml:space="preserve"> انزلن</w:t>
      </w:r>
      <w:r w:rsidR="00B2551F" w:rsidRPr="00B2551F">
        <w:rPr>
          <w:rFonts w:hint="cs"/>
          <w:rtl/>
        </w:rPr>
        <w:t>ه</w:t>
      </w:r>
      <w:r>
        <w:rPr>
          <w:rtl/>
        </w:rPr>
        <w:t xml:space="preserve"> </w:t>
      </w:r>
      <w:r>
        <w:rPr>
          <w:rFonts w:hint="cs"/>
          <w:rtl/>
        </w:rPr>
        <w:t>اليك</w:t>
      </w:r>
      <w:r>
        <w:rPr>
          <w:rtl/>
        </w:rPr>
        <w:t xml:space="preserve"> </w:t>
      </w:r>
      <w:r>
        <w:rPr>
          <w:rFonts w:hint="cs"/>
          <w:rtl/>
        </w:rPr>
        <w:t>لتخرج</w:t>
      </w:r>
      <w:r>
        <w:rPr>
          <w:rtl/>
        </w:rPr>
        <w:t xml:space="preserve"> </w:t>
      </w:r>
      <w:r>
        <w:rPr>
          <w:rFonts w:hint="cs"/>
          <w:rtl/>
        </w:rPr>
        <w:t>الناس</w:t>
      </w:r>
      <w:r>
        <w:rPr>
          <w:rtl/>
        </w:rPr>
        <w:t xml:space="preserve"> </w:t>
      </w:r>
      <w:r>
        <w:rPr>
          <w:rFonts w:hint="cs"/>
          <w:rtl/>
        </w:rPr>
        <w:t>من</w:t>
      </w:r>
      <w:r>
        <w:rPr>
          <w:rtl/>
        </w:rPr>
        <w:t xml:space="preserve"> </w:t>
      </w:r>
      <w:r>
        <w:rPr>
          <w:rFonts w:hint="cs"/>
          <w:rtl/>
        </w:rPr>
        <w:t>الظلمت</w:t>
      </w:r>
      <w:r>
        <w:rPr>
          <w:rtl/>
        </w:rPr>
        <w:t xml:space="preserve"> </w:t>
      </w:r>
      <w:r>
        <w:rPr>
          <w:rFonts w:hint="cs"/>
          <w:rtl/>
        </w:rPr>
        <w:t>الى</w:t>
      </w:r>
      <w:r>
        <w:rPr>
          <w:rtl/>
        </w:rPr>
        <w:t xml:space="preserve"> </w:t>
      </w:r>
      <w:r>
        <w:rPr>
          <w:rFonts w:hint="cs"/>
          <w:rtl/>
        </w:rPr>
        <w:t>النور</w:t>
      </w:r>
      <w:r>
        <w:rPr>
          <w:rtl/>
        </w:rPr>
        <w:t xml:space="preserve"> </w:t>
      </w:r>
      <w:r>
        <w:rPr>
          <w:rFonts w:hint="cs"/>
          <w:rtl/>
        </w:rPr>
        <w:t>باذن</w:t>
      </w:r>
      <w:r>
        <w:rPr>
          <w:rtl/>
        </w:rPr>
        <w:t xml:space="preserve"> ربّ</w:t>
      </w:r>
      <w:r w:rsidR="00B2551F" w:rsidRPr="00B2551F">
        <w:rPr>
          <w:rFonts w:hint="cs"/>
          <w:rtl/>
        </w:rPr>
        <w:t>ه</w:t>
      </w:r>
      <w:r>
        <w:rPr>
          <w:rFonts w:hint="cs"/>
          <w:rtl/>
        </w:rPr>
        <w:t>م</w:t>
      </w:r>
    </w:p>
    <w:p w:rsidR="001F628F" w:rsidRDefault="001F628F" w:rsidP="001F628F">
      <w:pPr>
        <w:pStyle w:val="libNormal"/>
        <w:rPr>
          <w:rtl/>
        </w:rPr>
      </w:pPr>
      <w:r>
        <w:rPr>
          <w:rFonts w:hint="eastAsia"/>
          <w:rtl/>
        </w:rPr>
        <w:t>باوجود</w:t>
      </w:r>
      <w:r>
        <w:rPr>
          <w:rtl/>
        </w:rPr>
        <w:t xml:space="preserve"> اس كے كہ خدا وند لوگو</w:t>
      </w:r>
      <w:r w:rsidR="00083993">
        <w:rPr>
          <w:rtl/>
        </w:rPr>
        <w:t xml:space="preserve">ں </w:t>
      </w:r>
      <w:r>
        <w:rPr>
          <w:rtl/>
        </w:rPr>
        <w:t>كو ظلمت سے نكالنے كے لئے اپنى طاقت و قدرت سے استفادہ كر سكتا ہے اور ان كى تكويناً بھى ہدايت كر سكتا ہے ليكن وہ كتاب و سنت سے استفادہ كرتا ہے جو كہ طبيعى اور تشريعى ہدايت كا ايك راستہ ہے_</w:t>
      </w:r>
    </w:p>
    <w:p w:rsidR="001F628F" w:rsidRDefault="001F628F" w:rsidP="00AC784F">
      <w:pPr>
        <w:pStyle w:val="libNormal"/>
        <w:rPr>
          <w:rtl/>
        </w:rPr>
      </w:pPr>
      <w:r>
        <w:rPr>
          <w:rtl/>
        </w:rPr>
        <w:t xml:space="preserve">17_پيغمبر اكرم </w:t>
      </w:r>
      <w:r w:rsidR="00F031CD" w:rsidRPr="00F031CD">
        <w:rPr>
          <w:rStyle w:val="libAlaemChar"/>
          <w:rtl/>
        </w:rPr>
        <w:t xml:space="preserve"> صلى‌الله‌عليه‌وآله‌وسلم </w:t>
      </w:r>
      <w:r>
        <w:rPr>
          <w:rtl/>
        </w:rPr>
        <w:t xml:space="preserve"> كا فريضہ ہے كہ اپ </w:t>
      </w:r>
      <w:r w:rsidR="00F031CD" w:rsidRPr="00F031CD">
        <w:rPr>
          <w:rStyle w:val="libAlaemChar"/>
          <w:rtl/>
        </w:rPr>
        <w:t xml:space="preserve"> صلى‌الله‌عليه‌وآله‌وسلم </w:t>
      </w:r>
      <w:r>
        <w:rPr>
          <w:rtl/>
        </w:rPr>
        <w:t xml:space="preserve"> لوگو</w:t>
      </w:r>
      <w:r w:rsidR="00083993">
        <w:rPr>
          <w:rtl/>
        </w:rPr>
        <w:t xml:space="preserve">ں </w:t>
      </w:r>
      <w:r>
        <w:rPr>
          <w:rtl/>
        </w:rPr>
        <w:t>كو ،تعليمات قران كريم كے مطابق ،خداوند عزيز و حميد كے راستے كى طرف ہدايت كري</w:t>
      </w:r>
      <w:r w:rsidR="00083993">
        <w:rPr>
          <w:rtl/>
        </w:rPr>
        <w:t xml:space="preserve">ں </w:t>
      </w:r>
      <w:r>
        <w:rPr>
          <w:rtl/>
        </w:rPr>
        <w:t>_</w:t>
      </w:r>
      <w:r w:rsidRPr="00AC784F">
        <w:rPr>
          <w:rStyle w:val="libArabicChar"/>
          <w:rFonts w:hint="eastAsia"/>
          <w:rtl/>
        </w:rPr>
        <w:t>كتب</w:t>
      </w:r>
      <w:r w:rsidRPr="00AC784F">
        <w:rPr>
          <w:rStyle w:val="libArabicChar"/>
          <w:rtl/>
        </w:rPr>
        <w:t xml:space="preserve"> انزلن</w:t>
      </w:r>
      <w:r w:rsidR="00B2551F" w:rsidRPr="00B2551F">
        <w:rPr>
          <w:rStyle w:val="libArabicChar"/>
          <w:rFonts w:hint="cs"/>
          <w:rtl/>
        </w:rPr>
        <w:t>ه</w:t>
      </w:r>
      <w:r w:rsidRPr="00AC784F">
        <w:rPr>
          <w:rStyle w:val="libArabicChar"/>
          <w:rtl/>
        </w:rPr>
        <w:t xml:space="preserve"> </w:t>
      </w:r>
      <w:r w:rsidRPr="00AC784F">
        <w:rPr>
          <w:rStyle w:val="libArabicChar"/>
          <w:rFonts w:hint="cs"/>
          <w:rtl/>
        </w:rPr>
        <w:t>اليك</w:t>
      </w:r>
      <w:r w:rsidRPr="00AC784F">
        <w:rPr>
          <w:rStyle w:val="libArabicChar"/>
          <w:rtl/>
        </w:rPr>
        <w:t xml:space="preserve"> </w:t>
      </w:r>
      <w:r w:rsidRPr="00AC784F">
        <w:rPr>
          <w:rStyle w:val="libArabicChar"/>
          <w:rFonts w:hint="cs"/>
          <w:rtl/>
        </w:rPr>
        <w:t>لتخرج</w:t>
      </w:r>
      <w:r w:rsidRPr="00AC784F">
        <w:rPr>
          <w:rStyle w:val="libArabicChar"/>
          <w:rtl/>
        </w:rPr>
        <w:t xml:space="preserve"> </w:t>
      </w:r>
      <w:r w:rsidRPr="00AC784F">
        <w:rPr>
          <w:rStyle w:val="libArabicChar"/>
          <w:rFonts w:hint="cs"/>
          <w:rtl/>
        </w:rPr>
        <w:t>الناس</w:t>
      </w:r>
      <w:r w:rsidRPr="00AC784F">
        <w:rPr>
          <w:rStyle w:val="libArabicChar"/>
          <w:rtl/>
        </w:rPr>
        <w:t xml:space="preserve"> </w:t>
      </w:r>
      <w:r w:rsidRPr="00AC784F">
        <w:rPr>
          <w:rStyle w:val="libArabicChar"/>
          <w:rFonts w:hint="cs"/>
          <w:rtl/>
        </w:rPr>
        <w:t>من</w:t>
      </w:r>
      <w:r w:rsidRPr="00AC784F">
        <w:rPr>
          <w:rStyle w:val="libArabicChar"/>
          <w:rtl/>
        </w:rPr>
        <w:t xml:space="preserve"> </w:t>
      </w:r>
      <w:r w:rsidRPr="00AC784F">
        <w:rPr>
          <w:rStyle w:val="libArabicChar"/>
          <w:rFonts w:hint="cs"/>
          <w:rtl/>
        </w:rPr>
        <w:t>الظلمت</w:t>
      </w:r>
      <w:r w:rsidRPr="00AC784F">
        <w:rPr>
          <w:rStyle w:val="libArabicChar"/>
          <w:rtl/>
        </w:rPr>
        <w:t xml:space="preserve"> </w:t>
      </w:r>
      <w:r w:rsidRPr="00AC784F">
        <w:rPr>
          <w:rStyle w:val="libArabicChar"/>
          <w:rFonts w:hint="cs"/>
          <w:rtl/>
        </w:rPr>
        <w:t>الى</w:t>
      </w:r>
      <w:r w:rsidRPr="00AC784F">
        <w:rPr>
          <w:rStyle w:val="libArabicChar"/>
          <w:rtl/>
        </w:rPr>
        <w:t xml:space="preserve"> </w:t>
      </w:r>
      <w:r w:rsidRPr="00AC784F">
        <w:rPr>
          <w:rStyle w:val="libArabicChar"/>
          <w:rFonts w:hint="cs"/>
          <w:rtl/>
        </w:rPr>
        <w:t>النور</w:t>
      </w:r>
      <w:r w:rsidRPr="00AC784F">
        <w:rPr>
          <w:rStyle w:val="libArabicChar"/>
          <w:rtl/>
        </w:rPr>
        <w:t xml:space="preserve"> ___ </w:t>
      </w:r>
      <w:r w:rsidRPr="00AC784F">
        <w:rPr>
          <w:rStyle w:val="libArabicChar"/>
          <w:rFonts w:hint="cs"/>
          <w:rtl/>
        </w:rPr>
        <w:t>الى</w:t>
      </w:r>
      <w:r w:rsidRPr="00AC784F">
        <w:rPr>
          <w:rStyle w:val="libArabicChar"/>
          <w:rtl/>
        </w:rPr>
        <w:t xml:space="preserve"> </w:t>
      </w:r>
      <w:r w:rsidRPr="00AC784F">
        <w:rPr>
          <w:rStyle w:val="libArabicChar"/>
          <w:rFonts w:hint="cs"/>
          <w:rtl/>
        </w:rPr>
        <w:t>صراط</w:t>
      </w:r>
      <w:r w:rsidRPr="00AC784F">
        <w:rPr>
          <w:rStyle w:val="libArabicChar"/>
          <w:rtl/>
        </w:rPr>
        <w:t xml:space="preserve"> </w:t>
      </w:r>
      <w:r w:rsidRPr="00AC784F">
        <w:rPr>
          <w:rStyle w:val="libArabicChar"/>
          <w:rFonts w:hint="cs"/>
          <w:rtl/>
        </w:rPr>
        <w:t>العزيز</w:t>
      </w:r>
      <w:r w:rsidRPr="00AC784F">
        <w:rPr>
          <w:rStyle w:val="libArabicChar"/>
          <w:rtl/>
        </w:rPr>
        <w:t>الحميد</w:t>
      </w:r>
    </w:p>
    <w:p w:rsidR="001F628F" w:rsidRDefault="001F628F" w:rsidP="001F628F">
      <w:pPr>
        <w:pStyle w:val="libNormal"/>
        <w:rPr>
          <w:rtl/>
        </w:rPr>
      </w:pPr>
      <w:r>
        <w:rPr>
          <w:rtl/>
        </w:rPr>
        <w:t>18_خدا كا راستہ ،روشن اور واضح ہے اور اس كا انجام بھى بغير كسى پريشانى كے معين و روشن ہے _</w:t>
      </w:r>
    </w:p>
    <w:p w:rsidR="001F628F" w:rsidRDefault="001F628F" w:rsidP="00AC784F">
      <w:pPr>
        <w:pStyle w:val="libArabic"/>
        <w:rPr>
          <w:rtl/>
        </w:rPr>
      </w:pPr>
      <w:r>
        <w:rPr>
          <w:rFonts w:hint="eastAsia"/>
          <w:rtl/>
        </w:rPr>
        <w:t>لتخرج</w:t>
      </w:r>
      <w:r>
        <w:rPr>
          <w:rtl/>
        </w:rPr>
        <w:t xml:space="preserve"> الناس من الظلمت الى النور ___ الى صراط العزيزالحميد</w:t>
      </w:r>
    </w:p>
    <w:p w:rsidR="001F628F" w:rsidRDefault="001F628F" w:rsidP="001F628F">
      <w:pPr>
        <w:pStyle w:val="libNormal"/>
        <w:rPr>
          <w:rtl/>
        </w:rPr>
      </w:pPr>
      <w:r w:rsidRPr="00F031CD">
        <w:rPr>
          <w:rStyle w:val="libArabicChar"/>
          <w:rtl/>
        </w:rPr>
        <w:t>'' الى صراط العزيز''</w:t>
      </w:r>
      <w:r>
        <w:rPr>
          <w:rtl/>
        </w:rPr>
        <w:t xml:space="preserve"> ،'' الى النور'' كا بدل ہے ،خدا كے راستے كو ''نور'' اور غير خدا كے راستے كو ''ظلمات'' كانام دينے سے پتہ چلتا ہے كہ راہ خدا روشن اور معيّن ہے جبكہ غير خدا كے راستو</w:t>
      </w:r>
      <w:r w:rsidR="00083993">
        <w:rPr>
          <w:rtl/>
        </w:rPr>
        <w:t xml:space="preserve">ں </w:t>
      </w:r>
      <w:r>
        <w:rPr>
          <w:rtl/>
        </w:rPr>
        <w:t>كا انجام پريشان كرتے والا اور برا ہوتا ہے _</w:t>
      </w:r>
    </w:p>
    <w:p w:rsidR="001F628F" w:rsidRDefault="001F628F" w:rsidP="00AC784F">
      <w:pPr>
        <w:pStyle w:val="libNormal"/>
        <w:rPr>
          <w:rtl/>
        </w:rPr>
      </w:pPr>
      <w:r>
        <w:rPr>
          <w:rtl/>
        </w:rPr>
        <w:t>19_خدا وند ،عزيز (ناقابل شكست ) اور حميد ( قابل ستا</w:t>
      </w:r>
      <w:r w:rsidR="009F604A">
        <w:rPr>
          <w:rtl/>
        </w:rPr>
        <w:t>ئش</w:t>
      </w:r>
      <w:r>
        <w:rPr>
          <w:rtl/>
        </w:rPr>
        <w:t xml:space="preserve"> ) ہے_</w:t>
      </w:r>
      <w:r w:rsidRPr="00AC784F">
        <w:rPr>
          <w:rStyle w:val="libArabicChar"/>
          <w:rFonts w:hint="eastAsia"/>
          <w:rtl/>
        </w:rPr>
        <w:t>العزيزالحميد</w:t>
      </w:r>
    </w:p>
    <w:p w:rsidR="001F628F" w:rsidRDefault="001F628F" w:rsidP="001F628F">
      <w:pPr>
        <w:pStyle w:val="libNormal"/>
        <w:rPr>
          <w:rtl/>
        </w:rPr>
      </w:pPr>
      <w:r>
        <w:rPr>
          <w:rtl/>
        </w:rPr>
        <w:t>20_ عزت ،غلبہ اور كمال ،راہ خدا پر چلنے اور تعليمات</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قران</w:t>
      </w:r>
      <w:r>
        <w:rPr>
          <w:rtl/>
        </w:rPr>
        <w:t xml:space="preserve"> كى پيروى كرنے كا نتيجہ ہے_</w:t>
      </w:r>
      <w:r w:rsidRPr="00AC784F">
        <w:rPr>
          <w:rStyle w:val="libArabicChar"/>
          <w:rFonts w:hint="eastAsia"/>
          <w:rtl/>
        </w:rPr>
        <w:t>كتب</w:t>
      </w:r>
      <w:r w:rsidRPr="00AC784F">
        <w:rPr>
          <w:rStyle w:val="libArabicChar"/>
          <w:rtl/>
        </w:rPr>
        <w:t xml:space="preserve"> ___ الى صراط العزيزالحميد</w:t>
      </w:r>
    </w:p>
    <w:p w:rsidR="001F628F" w:rsidRDefault="001F628F" w:rsidP="001F628F">
      <w:pPr>
        <w:pStyle w:val="libNormal"/>
        <w:rPr>
          <w:rtl/>
        </w:rPr>
      </w:pPr>
      <w:r>
        <w:rPr>
          <w:rtl/>
        </w:rPr>
        <w:t>''صراط'' كا ''العزيز الحميد'' كى طرف مضاف ہونا، اس نكتہ كى طرف اشارہ ہے كہ اس راستے كا راہى عزت و كمال كى راہ كو طے كرتاہے كيونكہ حمد ستا</w:t>
      </w:r>
      <w:r w:rsidR="009F604A">
        <w:rPr>
          <w:rtl/>
        </w:rPr>
        <w:t>ئش</w:t>
      </w:r>
      <w:r>
        <w:rPr>
          <w:rtl/>
        </w:rPr>
        <w:t xml:space="preserve"> كمال كے مقابلہ مي</w:t>
      </w:r>
      <w:r w:rsidR="00083993">
        <w:rPr>
          <w:rtl/>
        </w:rPr>
        <w:t xml:space="preserve">ں </w:t>
      </w:r>
      <w:r>
        <w:rPr>
          <w:rtl/>
        </w:rPr>
        <w:t>ہے_</w:t>
      </w:r>
    </w:p>
    <w:p w:rsidR="001F628F" w:rsidRDefault="001F628F" w:rsidP="001F628F">
      <w:pPr>
        <w:pStyle w:val="libNormal"/>
        <w:rPr>
          <w:rtl/>
        </w:rPr>
      </w:pPr>
      <w:r>
        <w:rPr>
          <w:rFonts w:hint="eastAsia"/>
          <w:rtl/>
        </w:rPr>
        <w:t>اسمانى</w:t>
      </w:r>
      <w:r>
        <w:rPr>
          <w:rtl/>
        </w:rPr>
        <w:t xml:space="preserve"> كتابي</w:t>
      </w:r>
      <w:r w:rsidR="00083993">
        <w:rPr>
          <w:rtl/>
        </w:rPr>
        <w:t xml:space="preserve">ں </w:t>
      </w:r>
      <w:r>
        <w:rPr>
          <w:rtl/>
        </w:rPr>
        <w:t>:2</w:t>
      </w:r>
    </w:p>
    <w:p w:rsidR="001F628F" w:rsidRDefault="001F628F" w:rsidP="00AC784F">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رسالت كا عالمى ہونا 7;انحضرت </w:t>
      </w:r>
      <w:r w:rsidR="00F031CD" w:rsidRPr="00F031CD">
        <w:rPr>
          <w:rStyle w:val="libAlaemChar"/>
          <w:rtl/>
        </w:rPr>
        <w:t xml:space="preserve"> صلى‌الله‌عليه‌وآله‌وسلم </w:t>
      </w:r>
      <w:r>
        <w:rPr>
          <w:rtl/>
        </w:rPr>
        <w:t xml:space="preserve"> كى كتاب 2; انحضرت </w:t>
      </w:r>
      <w:r w:rsidR="00F031CD" w:rsidRPr="00F031CD">
        <w:rPr>
          <w:rStyle w:val="libAlaemChar"/>
          <w:rtl/>
        </w:rPr>
        <w:t xml:space="preserve"> صلى‌الله‌عليه‌وآله‌وسلم </w:t>
      </w:r>
      <w:r>
        <w:rPr>
          <w:rtl/>
        </w:rPr>
        <w:t xml:space="preserve"> كى ذمہ دارى 6،17 ; انحضرت </w:t>
      </w:r>
      <w:r w:rsidR="00F031CD" w:rsidRPr="00F031CD">
        <w:rPr>
          <w:rStyle w:val="libAlaemChar"/>
          <w:rtl/>
        </w:rPr>
        <w:t xml:space="preserve"> صلى‌الله‌عليه‌وآله‌وسلم </w:t>
      </w:r>
      <w:r>
        <w:rPr>
          <w:rtl/>
        </w:rPr>
        <w:t xml:space="preserve"> كى طرف وحى 2</w:t>
      </w:r>
    </w:p>
    <w:p w:rsidR="001F628F" w:rsidRDefault="001F628F" w:rsidP="00AC784F">
      <w:pPr>
        <w:pStyle w:val="libNormal"/>
        <w:rPr>
          <w:rtl/>
        </w:rPr>
      </w:pPr>
      <w:r>
        <w:rPr>
          <w:rFonts w:hint="eastAsia"/>
          <w:rtl/>
        </w:rPr>
        <w:t>اسما</w:t>
      </w:r>
      <w:r>
        <w:rPr>
          <w:rtl/>
        </w:rPr>
        <w:t xml:space="preserve"> و صفات :</w:t>
      </w:r>
      <w:r>
        <w:rPr>
          <w:rFonts w:hint="eastAsia"/>
          <w:rtl/>
        </w:rPr>
        <w:t>حميد</w:t>
      </w:r>
      <w:r>
        <w:rPr>
          <w:rtl/>
        </w:rPr>
        <w:t xml:space="preserve"> 19;عزيز 19</w:t>
      </w:r>
    </w:p>
    <w:p w:rsidR="001F628F" w:rsidRDefault="001F628F" w:rsidP="00AC784F">
      <w:pPr>
        <w:pStyle w:val="libNormal"/>
        <w:rPr>
          <w:rtl/>
        </w:rPr>
      </w:pPr>
      <w:r>
        <w:rPr>
          <w:rFonts w:hint="eastAsia"/>
          <w:rtl/>
        </w:rPr>
        <w:t>اطاعت</w:t>
      </w:r>
      <w:r>
        <w:rPr>
          <w:rtl/>
        </w:rPr>
        <w:t xml:space="preserve"> :</w:t>
      </w:r>
      <w:r>
        <w:rPr>
          <w:rFonts w:hint="eastAsia"/>
          <w:rtl/>
        </w:rPr>
        <w:t>خدا</w:t>
      </w:r>
      <w:r>
        <w:rPr>
          <w:rtl/>
        </w:rPr>
        <w:t xml:space="preserve"> كى اطاعت 20;قران كى اطاعت 20; اطاعت كے اثرات 20</w:t>
      </w:r>
    </w:p>
    <w:p w:rsidR="001F628F" w:rsidRDefault="001F628F" w:rsidP="00AC784F">
      <w:pPr>
        <w:pStyle w:val="libNormal"/>
        <w:rPr>
          <w:rtl/>
        </w:rPr>
      </w:pPr>
      <w:r>
        <w:rPr>
          <w:rFonts w:hint="eastAsia"/>
          <w:rtl/>
        </w:rPr>
        <w:t>اللہ</w:t>
      </w:r>
      <w:r>
        <w:rPr>
          <w:rtl/>
        </w:rPr>
        <w:t xml:space="preserve"> تعالى :</w:t>
      </w:r>
      <w:r>
        <w:rPr>
          <w:rFonts w:hint="eastAsia"/>
          <w:rtl/>
        </w:rPr>
        <w:t>اللہ</w:t>
      </w:r>
      <w:r>
        <w:rPr>
          <w:rtl/>
        </w:rPr>
        <w:t xml:space="preserve"> تعالى كى ربوبيت كے اثرات 15;اللہ تعالى كى مشيت كے مقامات 16;اللہ تعالى كى اجازت كا كردار 14;اللہ تعالى كى مشيت كا كردار 14</w:t>
      </w:r>
    </w:p>
    <w:p w:rsidR="001F628F" w:rsidRDefault="001F628F" w:rsidP="00AC784F">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ہدايت 17</w:t>
      </w:r>
    </w:p>
    <w:p w:rsidR="001F628F" w:rsidRDefault="001F628F" w:rsidP="00AC784F">
      <w:pPr>
        <w:pStyle w:val="libNormal"/>
        <w:rPr>
          <w:rtl/>
        </w:rPr>
      </w:pPr>
      <w:r>
        <w:rPr>
          <w:rFonts w:hint="eastAsia"/>
          <w:rtl/>
        </w:rPr>
        <w:t>تكامل</w:t>
      </w:r>
      <w:r>
        <w:rPr>
          <w:rtl/>
        </w:rPr>
        <w:t xml:space="preserve"> :</w:t>
      </w:r>
      <w:r>
        <w:rPr>
          <w:rFonts w:hint="eastAsia"/>
          <w:rtl/>
        </w:rPr>
        <w:t>تكامل</w:t>
      </w:r>
      <w:r>
        <w:rPr>
          <w:rtl/>
        </w:rPr>
        <w:t xml:space="preserve"> كے عوامل 20</w:t>
      </w:r>
    </w:p>
    <w:p w:rsidR="001F628F" w:rsidRDefault="001F628F" w:rsidP="001F628F">
      <w:pPr>
        <w:pStyle w:val="libNormal"/>
        <w:rPr>
          <w:rtl/>
        </w:rPr>
      </w:pPr>
      <w:r>
        <w:rPr>
          <w:rFonts w:hint="eastAsia"/>
          <w:rtl/>
        </w:rPr>
        <w:t>حروف</w:t>
      </w:r>
      <w:r>
        <w:rPr>
          <w:rtl/>
        </w:rPr>
        <w:t xml:space="preserve"> مقطعہ :1</w:t>
      </w:r>
    </w:p>
    <w:p w:rsidR="001F628F" w:rsidRDefault="001F628F" w:rsidP="00AC784F">
      <w:pPr>
        <w:pStyle w:val="libNormal"/>
        <w:rPr>
          <w:rtl/>
        </w:rPr>
      </w:pPr>
      <w:r>
        <w:rPr>
          <w:rFonts w:hint="eastAsia"/>
          <w:rtl/>
        </w:rPr>
        <w:t>دين</w:t>
      </w:r>
      <w:r>
        <w:rPr>
          <w:rtl/>
        </w:rPr>
        <w:t xml:space="preserve"> :</w:t>
      </w:r>
      <w:r>
        <w:rPr>
          <w:rFonts w:hint="eastAsia"/>
          <w:rtl/>
        </w:rPr>
        <w:t>دين</w:t>
      </w:r>
      <w:r>
        <w:rPr>
          <w:rtl/>
        </w:rPr>
        <w:t xml:space="preserve"> كا كردار 8;دين كے اجرا كى بنياد 11;دين اور اس كے قانون كا عملى ہونا11</w:t>
      </w:r>
    </w:p>
    <w:p w:rsidR="001F628F" w:rsidRDefault="001F628F" w:rsidP="00AC784F">
      <w:pPr>
        <w:pStyle w:val="libNormal"/>
        <w:rPr>
          <w:rtl/>
        </w:rPr>
      </w:pPr>
      <w:r>
        <w:rPr>
          <w:rFonts w:hint="eastAsia"/>
          <w:rtl/>
        </w:rPr>
        <w:t>دينى</w:t>
      </w:r>
      <w:r>
        <w:rPr>
          <w:rtl/>
        </w:rPr>
        <w:t xml:space="preserve"> قائدين :</w:t>
      </w:r>
      <w:r>
        <w:rPr>
          <w:rFonts w:hint="eastAsia"/>
          <w:rtl/>
        </w:rPr>
        <w:t>دينى</w:t>
      </w:r>
      <w:r>
        <w:rPr>
          <w:rtl/>
        </w:rPr>
        <w:t xml:space="preserve"> قائدين كا كردار 11</w:t>
      </w:r>
    </w:p>
    <w:p w:rsidR="001F628F" w:rsidRDefault="001F628F" w:rsidP="00AC784F">
      <w:pPr>
        <w:pStyle w:val="libNormal"/>
        <w:rPr>
          <w:rtl/>
        </w:rPr>
      </w:pPr>
      <w:r>
        <w:rPr>
          <w:rFonts w:hint="eastAsia"/>
          <w:rtl/>
        </w:rPr>
        <w:t>سبيل</w:t>
      </w:r>
      <w:r>
        <w:rPr>
          <w:rtl/>
        </w:rPr>
        <w:t xml:space="preserve"> اللہ:</w:t>
      </w:r>
      <w:r>
        <w:rPr>
          <w:rFonts w:hint="eastAsia"/>
          <w:rtl/>
        </w:rPr>
        <w:t>سبيل</w:t>
      </w:r>
      <w:r>
        <w:rPr>
          <w:rtl/>
        </w:rPr>
        <w:t xml:space="preserve"> اللہ كا نيك انجام ہونا 18;سبيل اللہ كا واحد ہونا 10;سبيل اللہ كا واضح ہونا 18;سبيل اللہ كى نورانيت 9</w:t>
      </w:r>
    </w:p>
    <w:p w:rsidR="001F628F" w:rsidRDefault="001F628F" w:rsidP="00AC784F">
      <w:pPr>
        <w:pStyle w:val="libNormal"/>
        <w:rPr>
          <w:rtl/>
        </w:rPr>
      </w:pPr>
      <w:r>
        <w:rPr>
          <w:rFonts w:hint="eastAsia"/>
          <w:rtl/>
        </w:rPr>
        <w:t>سنت</w:t>
      </w:r>
      <w:r>
        <w:rPr>
          <w:rtl/>
        </w:rPr>
        <w:t xml:space="preserve"> :</w:t>
      </w:r>
      <w:r>
        <w:rPr>
          <w:rFonts w:hint="eastAsia"/>
          <w:rtl/>
        </w:rPr>
        <w:t>سنت</w:t>
      </w:r>
      <w:r>
        <w:rPr>
          <w:rtl/>
        </w:rPr>
        <w:t xml:space="preserve"> كا ہدايت كرنا 13</w:t>
      </w:r>
    </w:p>
    <w:p w:rsidR="001F628F" w:rsidRDefault="001F628F" w:rsidP="00AC784F">
      <w:pPr>
        <w:pStyle w:val="libNormal"/>
        <w:rPr>
          <w:rtl/>
        </w:rPr>
      </w:pPr>
      <w:r>
        <w:rPr>
          <w:rFonts w:hint="eastAsia"/>
          <w:rtl/>
        </w:rPr>
        <w:t>ظلمت</w:t>
      </w:r>
      <w:r>
        <w:rPr>
          <w:rtl/>
        </w:rPr>
        <w:t xml:space="preserve"> :</w:t>
      </w:r>
      <w:r>
        <w:rPr>
          <w:rFonts w:hint="eastAsia"/>
          <w:rtl/>
        </w:rPr>
        <w:t>ظلمت</w:t>
      </w:r>
      <w:r>
        <w:rPr>
          <w:rtl/>
        </w:rPr>
        <w:t xml:space="preserve"> سے نجات 5،6;ظلمت كى مختلف انواع 8، 12;ظلمت كے موارد 9;ظلمت كى بنياد 8</w:t>
      </w:r>
    </w:p>
    <w:p w:rsidR="001F628F" w:rsidRDefault="001F628F" w:rsidP="00AC784F">
      <w:pPr>
        <w:pStyle w:val="libNormal"/>
        <w:rPr>
          <w:rtl/>
        </w:rPr>
      </w:pPr>
      <w:r>
        <w:rPr>
          <w:rFonts w:hint="eastAsia"/>
          <w:rtl/>
        </w:rPr>
        <w:t>عزت</w:t>
      </w:r>
      <w:r>
        <w:rPr>
          <w:rtl/>
        </w:rPr>
        <w:t>:</w:t>
      </w:r>
      <w:r>
        <w:rPr>
          <w:rFonts w:hint="eastAsia"/>
          <w:rtl/>
        </w:rPr>
        <w:t>عزت</w:t>
      </w:r>
      <w:r>
        <w:rPr>
          <w:rtl/>
        </w:rPr>
        <w:t xml:space="preserve"> كے عوامل 20</w:t>
      </w:r>
    </w:p>
    <w:p w:rsidR="001F628F" w:rsidRDefault="001F628F" w:rsidP="00AC784F">
      <w:pPr>
        <w:pStyle w:val="libNormal"/>
        <w:rPr>
          <w:rtl/>
        </w:rPr>
      </w:pPr>
      <w:r>
        <w:rPr>
          <w:rFonts w:hint="eastAsia"/>
          <w:rtl/>
        </w:rPr>
        <w:t>فتح</w:t>
      </w:r>
      <w:r>
        <w:rPr>
          <w:rtl/>
        </w:rPr>
        <w:t xml:space="preserve"> :</w:t>
      </w:r>
      <w:r>
        <w:rPr>
          <w:rFonts w:hint="eastAsia"/>
          <w:rtl/>
        </w:rPr>
        <w:t>فتح</w:t>
      </w:r>
      <w:r>
        <w:rPr>
          <w:rtl/>
        </w:rPr>
        <w:t xml:space="preserve"> كے عوامل 20</w:t>
      </w:r>
    </w:p>
    <w:p w:rsidR="001F628F" w:rsidRDefault="001F628F" w:rsidP="001F628F">
      <w:pPr>
        <w:pStyle w:val="libNormal"/>
        <w:rPr>
          <w:rtl/>
        </w:rPr>
      </w:pPr>
      <w:r>
        <w:rPr>
          <w:rFonts w:hint="eastAsia"/>
          <w:rtl/>
        </w:rPr>
        <w:t>قران</w:t>
      </w:r>
      <w:r>
        <w:rPr>
          <w:rtl/>
        </w:rPr>
        <w:t xml:space="preserve"> كريم :</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قران</w:t>
      </w:r>
      <w:r>
        <w:rPr>
          <w:rtl/>
        </w:rPr>
        <w:t xml:space="preserve"> كريم كے نزول كا فلسفہ 5;قران كريم كے رموز 1;قران كريم كا عالمى ہونا 7;قران كريم كا سر چشمہ 4;قران كريم كا كردار 6،8،17;قران كريم كى عظمت 4;قران كريم كے نام 3;قران كريم كا وحى ہونا 2;قران كريم كى خصوصيات 7;قران كريم كا ہدايت ہونا 5،6،13</w:t>
      </w:r>
    </w:p>
    <w:p w:rsidR="001F628F" w:rsidRDefault="001F628F" w:rsidP="001F628F">
      <w:pPr>
        <w:pStyle w:val="libNormal"/>
        <w:rPr>
          <w:rtl/>
        </w:rPr>
      </w:pPr>
      <w:r>
        <w:rPr>
          <w:rFonts w:hint="eastAsia"/>
          <w:rtl/>
        </w:rPr>
        <w:t>كتاب</w:t>
      </w:r>
      <w:r>
        <w:rPr>
          <w:rtl/>
        </w:rPr>
        <w:t xml:space="preserve"> :3</w:t>
      </w:r>
    </w:p>
    <w:p w:rsidR="001F628F" w:rsidRDefault="001F628F" w:rsidP="00AC784F">
      <w:pPr>
        <w:pStyle w:val="libNormal"/>
        <w:rPr>
          <w:rtl/>
        </w:rPr>
      </w:pPr>
      <w:r>
        <w:rPr>
          <w:rFonts w:hint="eastAsia"/>
          <w:rtl/>
        </w:rPr>
        <w:t>كفر</w:t>
      </w:r>
      <w:r>
        <w:rPr>
          <w:rtl/>
        </w:rPr>
        <w:t xml:space="preserve"> :</w:t>
      </w:r>
      <w:r>
        <w:rPr>
          <w:rFonts w:hint="eastAsia"/>
          <w:rtl/>
        </w:rPr>
        <w:t>كفر</w:t>
      </w:r>
      <w:r>
        <w:rPr>
          <w:rtl/>
        </w:rPr>
        <w:t xml:space="preserve"> سے نجات كے اسباب 15;سے نجات كى شرائط 14;كفر كا مختلف انواع مي</w:t>
      </w:r>
      <w:r w:rsidR="00083993">
        <w:rPr>
          <w:rtl/>
        </w:rPr>
        <w:t xml:space="preserve">ں </w:t>
      </w:r>
      <w:r>
        <w:rPr>
          <w:rtl/>
        </w:rPr>
        <w:t>ہونا 10</w:t>
      </w:r>
    </w:p>
    <w:p w:rsidR="001F628F" w:rsidRDefault="001F628F" w:rsidP="00AC784F">
      <w:pPr>
        <w:pStyle w:val="libNormal"/>
        <w:rPr>
          <w:rtl/>
        </w:rPr>
      </w:pPr>
      <w:r>
        <w:rPr>
          <w:rFonts w:hint="eastAsia"/>
          <w:rtl/>
        </w:rPr>
        <w:t>گمراہى</w:t>
      </w:r>
      <w:r>
        <w:rPr>
          <w:rtl/>
        </w:rPr>
        <w:t xml:space="preserve"> :</w:t>
      </w:r>
      <w:r>
        <w:rPr>
          <w:rFonts w:hint="eastAsia"/>
          <w:rtl/>
        </w:rPr>
        <w:t>گمراہى</w:t>
      </w:r>
      <w:r>
        <w:rPr>
          <w:rtl/>
        </w:rPr>
        <w:t xml:space="preserve"> سے نجات 5،6 ;گمراہى سے نجات كيشرائط 14;گمراہى سے نجات كى بنياد 15;گمراہى كى بنياد 8;گمراہى كے موارد 9;گمراہى كے راستو</w:t>
      </w:r>
      <w:r w:rsidR="00083993">
        <w:rPr>
          <w:rtl/>
        </w:rPr>
        <w:t xml:space="preserve">ں </w:t>
      </w:r>
      <w:r>
        <w:rPr>
          <w:rtl/>
        </w:rPr>
        <w:t>كا متعدد ہونا 10،12</w:t>
      </w:r>
    </w:p>
    <w:p w:rsidR="001F628F" w:rsidRDefault="001F628F" w:rsidP="00AC784F">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كى ہدايت كى اہميت 6;بعثت كے دوران لوگو</w:t>
      </w:r>
      <w:r w:rsidR="00083993">
        <w:rPr>
          <w:rtl/>
        </w:rPr>
        <w:t xml:space="preserve">ں </w:t>
      </w:r>
      <w:r>
        <w:rPr>
          <w:rtl/>
        </w:rPr>
        <w:t>كى گمراہى 12</w:t>
      </w:r>
    </w:p>
    <w:p w:rsidR="001F628F" w:rsidRDefault="001F628F" w:rsidP="00AC784F">
      <w:pPr>
        <w:pStyle w:val="libNormal"/>
        <w:rPr>
          <w:rtl/>
        </w:rPr>
      </w:pPr>
      <w:r>
        <w:rPr>
          <w:rFonts w:hint="eastAsia"/>
          <w:rtl/>
        </w:rPr>
        <w:t>نور</w:t>
      </w:r>
      <w:r>
        <w:rPr>
          <w:rtl/>
        </w:rPr>
        <w:t>:</w:t>
      </w:r>
      <w:r>
        <w:rPr>
          <w:rFonts w:hint="eastAsia"/>
          <w:rtl/>
        </w:rPr>
        <w:t>نور</w:t>
      </w:r>
      <w:r>
        <w:rPr>
          <w:rtl/>
        </w:rPr>
        <w:t xml:space="preserve"> كے موارد 9</w:t>
      </w:r>
    </w:p>
    <w:p w:rsidR="001F628F" w:rsidRDefault="001F628F" w:rsidP="00AC784F">
      <w:pPr>
        <w:pStyle w:val="libNormal"/>
        <w:rPr>
          <w:rtl/>
        </w:rPr>
      </w:pPr>
      <w:r>
        <w:rPr>
          <w:rFonts w:hint="eastAsia"/>
          <w:rtl/>
        </w:rPr>
        <w:t>ہدايت</w:t>
      </w:r>
      <w:r>
        <w:rPr>
          <w:rtl/>
        </w:rPr>
        <w:t xml:space="preserve"> :</w:t>
      </w:r>
      <w:r>
        <w:rPr>
          <w:rFonts w:hint="eastAsia"/>
          <w:rtl/>
        </w:rPr>
        <w:t>ہدايت</w:t>
      </w:r>
      <w:r>
        <w:rPr>
          <w:rtl/>
        </w:rPr>
        <w:t xml:space="preserve"> كا طريقہ 16;ہدايت كاپيش خيمہ 15; ہدايت كے ابزار و وسائل 6،17;ہدايت كى شرائط14;ہدايت تشريعى 16</w:t>
      </w:r>
    </w:p>
    <w:p w:rsidR="001F628F" w:rsidRDefault="00AC784F" w:rsidP="00AC784F">
      <w:pPr>
        <w:pStyle w:val="Heading2Center"/>
        <w:rPr>
          <w:rtl/>
        </w:rPr>
      </w:pPr>
      <w:bookmarkStart w:id="2" w:name="_Toc28081680"/>
      <w:r>
        <w:rPr>
          <w:rFonts w:hint="cs"/>
          <w:rtl/>
        </w:rPr>
        <w:t>آیت 2</w:t>
      </w:r>
      <w:bookmarkEnd w:id="2"/>
    </w:p>
    <w:p w:rsidR="001F628F" w:rsidRDefault="00E260F9" w:rsidP="00AC784F">
      <w:pPr>
        <w:pStyle w:val="libNormal"/>
        <w:rPr>
          <w:rtl/>
        </w:rPr>
      </w:pPr>
      <w:r w:rsidRPr="00E260F9">
        <w:rPr>
          <w:rStyle w:val="libAlaemChar"/>
          <w:rFonts w:hint="eastAsia"/>
          <w:rtl/>
        </w:rPr>
        <w:t>(</w:t>
      </w:r>
      <w:r w:rsidRPr="00AC784F">
        <w:rPr>
          <w:rStyle w:val="libAieChar"/>
          <w:rFonts w:hint="eastAsia"/>
          <w:rtl/>
        </w:rPr>
        <w:t>اللّهِ</w:t>
      </w:r>
      <w:r w:rsidRPr="00AC784F">
        <w:rPr>
          <w:rStyle w:val="libAieChar"/>
          <w:rtl/>
        </w:rPr>
        <w:t xml:space="preserve"> الَّذِي لَهُ مَا فِي السَّمَاوَاتِ وَمَا فِي الأَرْضِ وَوَيْلٌ لِّلْكَافِرِينَ مِنْ عَذَابٍ شَدِيدٍ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اللہ وہ ہے جس كے لئے زمين وآسمان كى ہرشے ہے اور كافرو</w:t>
      </w:r>
      <w:r w:rsidR="00083993">
        <w:rPr>
          <w:rtl/>
        </w:rPr>
        <w:t xml:space="preserve">ں </w:t>
      </w:r>
      <w:r>
        <w:rPr>
          <w:rtl/>
        </w:rPr>
        <w:t>كے لئے تو سخت ترين اور افسوس ناك عذاب ہے _</w:t>
      </w:r>
    </w:p>
    <w:p w:rsidR="001F628F" w:rsidRDefault="001F628F" w:rsidP="001F628F">
      <w:pPr>
        <w:pStyle w:val="libNormal"/>
        <w:rPr>
          <w:rtl/>
        </w:rPr>
      </w:pPr>
      <w:r>
        <w:rPr>
          <w:rtl/>
        </w:rPr>
        <w:t>1_نزول قران كا مقصد ،لوگو</w:t>
      </w:r>
      <w:r w:rsidR="00083993">
        <w:rPr>
          <w:rtl/>
        </w:rPr>
        <w:t xml:space="preserve">ں </w:t>
      </w:r>
      <w:r>
        <w:rPr>
          <w:rtl/>
        </w:rPr>
        <w:t>كى كائنات كے مالك خدا وند كى طرف ہدايت كرنا ہے_</w:t>
      </w:r>
    </w:p>
    <w:p w:rsidR="001F628F" w:rsidRDefault="001F628F" w:rsidP="00AC784F">
      <w:pPr>
        <w:pStyle w:val="libArabic"/>
        <w:rPr>
          <w:rtl/>
        </w:rPr>
      </w:pPr>
      <w:r>
        <w:rPr>
          <w:rFonts w:hint="eastAsia"/>
          <w:rtl/>
        </w:rPr>
        <w:t>كتب</w:t>
      </w:r>
      <w:r>
        <w:rPr>
          <w:rtl/>
        </w:rPr>
        <w:t xml:space="preserve"> ا نزلن</w:t>
      </w:r>
      <w:r w:rsidR="00B2551F" w:rsidRPr="00B2551F">
        <w:rPr>
          <w:rFonts w:hint="cs"/>
          <w:rtl/>
        </w:rPr>
        <w:t>ه</w:t>
      </w:r>
      <w:r>
        <w:rPr>
          <w:rtl/>
        </w:rPr>
        <w:t xml:space="preserve"> </w:t>
      </w:r>
      <w:r>
        <w:rPr>
          <w:rFonts w:hint="cs"/>
          <w:rtl/>
        </w:rPr>
        <w:t>اليك</w:t>
      </w:r>
      <w:r>
        <w:rPr>
          <w:rtl/>
        </w:rPr>
        <w:t xml:space="preserve"> </w:t>
      </w:r>
      <w:r>
        <w:rPr>
          <w:rFonts w:hint="cs"/>
          <w:rtl/>
        </w:rPr>
        <w:t>لتخرج</w:t>
      </w:r>
      <w:r>
        <w:rPr>
          <w:rtl/>
        </w:rPr>
        <w:t xml:space="preserve"> ...</w:t>
      </w:r>
      <w:r>
        <w:rPr>
          <w:rFonts w:hint="cs"/>
          <w:rtl/>
        </w:rPr>
        <w:t>الى</w:t>
      </w:r>
      <w:r>
        <w:rPr>
          <w:rtl/>
        </w:rPr>
        <w:t xml:space="preserve"> </w:t>
      </w:r>
      <w:r>
        <w:rPr>
          <w:rFonts w:hint="cs"/>
          <w:rtl/>
        </w:rPr>
        <w:t>صراط</w:t>
      </w:r>
      <w:r>
        <w:rPr>
          <w:rtl/>
        </w:rPr>
        <w:t xml:space="preserve"> </w:t>
      </w:r>
      <w:r>
        <w:rPr>
          <w:rFonts w:hint="cs"/>
          <w:rtl/>
        </w:rPr>
        <w:t>العزيز</w:t>
      </w:r>
      <w:r>
        <w:rPr>
          <w:rtl/>
        </w:rPr>
        <w:t xml:space="preserve"> </w:t>
      </w:r>
      <w:r>
        <w:rPr>
          <w:rFonts w:hint="cs"/>
          <w:rtl/>
        </w:rPr>
        <w:t>الحميد</w:t>
      </w:r>
      <w:r>
        <w:rPr>
          <w:rtl/>
        </w:rPr>
        <w:t xml:space="preserve">_ </w:t>
      </w:r>
      <w:r>
        <w:rPr>
          <w:rFonts w:hint="cs"/>
          <w:rtl/>
        </w:rPr>
        <w:t>الل</w:t>
      </w:r>
      <w:r w:rsidR="00B2551F" w:rsidRPr="00B2551F">
        <w:rPr>
          <w:rFonts w:hint="cs"/>
          <w:rtl/>
        </w:rPr>
        <w:t>ه</w:t>
      </w:r>
      <w:r>
        <w:rPr>
          <w:rtl/>
        </w:rPr>
        <w:t xml:space="preserve"> </w:t>
      </w:r>
      <w:r>
        <w:rPr>
          <w:rFonts w:hint="cs"/>
          <w:rtl/>
        </w:rPr>
        <w:t>الذى</w:t>
      </w:r>
      <w:r>
        <w:rPr>
          <w:rtl/>
        </w:rPr>
        <w:t xml:space="preserve"> </w:t>
      </w:r>
      <w:r>
        <w:rPr>
          <w:rFonts w:hint="cs"/>
          <w:rtl/>
        </w:rPr>
        <w:t>ل</w:t>
      </w:r>
      <w:r w:rsidR="00B2551F" w:rsidRPr="00B2551F">
        <w:rPr>
          <w:rFonts w:hint="cs"/>
          <w:rtl/>
        </w:rPr>
        <w:t>ه</w:t>
      </w:r>
      <w:r>
        <w:rPr>
          <w:rtl/>
        </w:rPr>
        <w:t xml:space="preserve"> </w:t>
      </w:r>
      <w:r>
        <w:rPr>
          <w:rFonts w:hint="cs"/>
          <w:rtl/>
        </w:rPr>
        <w:t>ما</w:t>
      </w:r>
      <w:r>
        <w:rPr>
          <w:rtl/>
        </w:rPr>
        <w:t xml:space="preserve"> </w:t>
      </w:r>
      <w:r>
        <w:rPr>
          <w:rFonts w:hint="cs"/>
          <w:rtl/>
        </w:rPr>
        <w:t>فى</w:t>
      </w:r>
      <w:r>
        <w:rPr>
          <w:rtl/>
        </w:rPr>
        <w:t xml:space="preserve"> </w:t>
      </w:r>
      <w:r>
        <w:rPr>
          <w:rFonts w:hint="cs"/>
          <w:rtl/>
        </w:rPr>
        <w:t>السموت</w:t>
      </w:r>
      <w:r>
        <w:rPr>
          <w:rtl/>
        </w:rPr>
        <w:t xml:space="preserve"> </w:t>
      </w:r>
      <w:r>
        <w:rPr>
          <w:rFonts w:hint="cs"/>
          <w:rtl/>
        </w:rPr>
        <w:t>وما</w:t>
      </w:r>
      <w:r>
        <w:rPr>
          <w:rtl/>
        </w:rPr>
        <w:t xml:space="preserve"> </w:t>
      </w:r>
      <w:r>
        <w:rPr>
          <w:rFonts w:hint="cs"/>
          <w:rtl/>
        </w:rPr>
        <w:t>فى</w:t>
      </w:r>
      <w:r>
        <w:rPr>
          <w:rtl/>
        </w:rPr>
        <w:t xml:space="preserve"> </w:t>
      </w:r>
      <w:r>
        <w:rPr>
          <w:rFonts w:hint="cs"/>
          <w:rtl/>
        </w:rPr>
        <w:t>ا</w:t>
      </w:r>
      <w:r>
        <w:rPr>
          <w:rtl/>
        </w:rPr>
        <w:t>لا رض</w:t>
      </w:r>
    </w:p>
    <w:p w:rsidR="001F628F" w:rsidRDefault="001F628F" w:rsidP="001F628F">
      <w:pPr>
        <w:pStyle w:val="libNormal"/>
        <w:rPr>
          <w:rtl/>
        </w:rPr>
      </w:pPr>
      <w:r>
        <w:rPr>
          <w:rtl/>
        </w:rPr>
        <w:t>2_اسمانو</w:t>
      </w:r>
      <w:r w:rsidR="00083993">
        <w:rPr>
          <w:rtl/>
        </w:rPr>
        <w:t xml:space="preserve">ں </w:t>
      </w:r>
      <w:r>
        <w:rPr>
          <w:rtl/>
        </w:rPr>
        <w:t>اور زمين كے تمام موجودات كا مالك ، فقط</w:t>
      </w:r>
    </w:p>
    <w:p w:rsidR="00AC784F" w:rsidRDefault="001E7F9D" w:rsidP="00F73EDE">
      <w:pPr>
        <w:pStyle w:val="libPoemTini"/>
        <w:rPr>
          <w:rtl/>
        </w:rPr>
      </w:pPr>
      <w:r>
        <w:rPr>
          <w:rtl/>
        </w:rPr>
        <w:cr/>
      </w:r>
      <w:r>
        <w:rPr>
          <w:rtl/>
        </w:rPr>
        <w:br w:type="page"/>
      </w:r>
    </w:p>
    <w:p w:rsidR="001F628F" w:rsidRDefault="001F628F" w:rsidP="00AC784F">
      <w:pPr>
        <w:pStyle w:val="libNormal"/>
        <w:rPr>
          <w:rtl/>
        </w:rPr>
      </w:pPr>
      <w:r>
        <w:rPr>
          <w:rFonts w:hint="eastAsia"/>
          <w:rtl/>
        </w:rPr>
        <w:lastRenderedPageBreak/>
        <w:t>خداوند</w:t>
      </w:r>
      <w:r>
        <w:rPr>
          <w:rtl/>
        </w:rPr>
        <w:t xml:space="preserve"> ہے_</w:t>
      </w:r>
      <w:r w:rsidRPr="00AC784F">
        <w:rPr>
          <w:rStyle w:val="libArabicChar"/>
          <w:rFonts w:hint="eastAsia"/>
          <w:rtl/>
        </w:rPr>
        <w:t>الل</w:t>
      </w:r>
      <w:r w:rsidR="00B2551F" w:rsidRPr="00B2551F">
        <w:rPr>
          <w:rStyle w:val="libArabicChar"/>
          <w:rFonts w:hint="cs"/>
          <w:rtl/>
        </w:rPr>
        <w:t>ه</w:t>
      </w:r>
      <w:r w:rsidRPr="00AC784F">
        <w:rPr>
          <w:rStyle w:val="libArabicChar"/>
          <w:rtl/>
        </w:rPr>
        <w:t xml:space="preserve"> الذى ل</w:t>
      </w:r>
      <w:r w:rsidR="00B2551F" w:rsidRPr="00B2551F">
        <w:rPr>
          <w:rStyle w:val="libArabicChar"/>
          <w:rFonts w:hint="cs"/>
          <w:rtl/>
        </w:rPr>
        <w:t>ه</w:t>
      </w:r>
      <w:r w:rsidRPr="00AC784F">
        <w:rPr>
          <w:rStyle w:val="libArabicChar"/>
          <w:rtl/>
        </w:rPr>
        <w:t xml:space="preserve"> </w:t>
      </w:r>
      <w:r w:rsidRPr="00AC784F">
        <w:rPr>
          <w:rStyle w:val="libArabicChar"/>
          <w:rFonts w:hint="cs"/>
          <w:rtl/>
        </w:rPr>
        <w:t>ما</w:t>
      </w:r>
      <w:r w:rsidRPr="00AC784F">
        <w:rPr>
          <w:rStyle w:val="libArabicChar"/>
          <w:rtl/>
        </w:rPr>
        <w:t xml:space="preserve"> </w:t>
      </w:r>
      <w:r w:rsidRPr="00AC784F">
        <w:rPr>
          <w:rStyle w:val="libArabicChar"/>
          <w:rFonts w:hint="cs"/>
          <w:rtl/>
        </w:rPr>
        <w:t>فى</w:t>
      </w:r>
      <w:r w:rsidRPr="00AC784F">
        <w:rPr>
          <w:rStyle w:val="libArabicChar"/>
          <w:rtl/>
        </w:rPr>
        <w:t xml:space="preserve"> </w:t>
      </w:r>
      <w:r w:rsidRPr="00AC784F">
        <w:rPr>
          <w:rStyle w:val="libArabicChar"/>
          <w:rFonts w:hint="cs"/>
          <w:rtl/>
        </w:rPr>
        <w:t>السموت</w:t>
      </w:r>
      <w:r w:rsidRPr="00AC784F">
        <w:rPr>
          <w:rStyle w:val="libArabicChar"/>
          <w:rtl/>
        </w:rPr>
        <w:t xml:space="preserve"> </w:t>
      </w:r>
      <w:r w:rsidRPr="00AC784F">
        <w:rPr>
          <w:rStyle w:val="libArabicChar"/>
          <w:rFonts w:hint="cs"/>
          <w:rtl/>
        </w:rPr>
        <w:t>وما</w:t>
      </w:r>
      <w:r w:rsidRPr="00AC784F">
        <w:rPr>
          <w:rStyle w:val="libArabicChar"/>
          <w:rtl/>
        </w:rPr>
        <w:t xml:space="preserve"> </w:t>
      </w:r>
      <w:r w:rsidRPr="00AC784F">
        <w:rPr>
          <w:rStyle w:val="libArabicChar"/>
          <w:rFonts w:hint="cs"/>
          <w:rtl/>
        </w:rPr>
        <w:t>فى</w:t>
      </w:r>
      <w:r w:rsidRPr="00AC784F">
        <w:rPr>
          <w:rStyle w:val="libArabicChar"/>
          <w:rtl/>
        </w:rPr>
        <w:t xml:space="preserve"> الا رض</w:t>
      </w:r>
    </w:p>
    <w:p w:rsidR="001F628F" w:rsidRDefault="001F628F" w:rsidP="00AC784F">
      <w:pPr>
        <w:pStyle w:val="libNormal"/>
        <w:rPr>
          <w:rtl/>
        </w:rPr>
      </w:pPr>
      <w:r>
        <w:rPr>
          <w:rtl/>
        </w:rPr>
        <w:t>3_جہان خلقت مي</w:t>
      </w:r>
      <w:r w:rsidR="00083993">
        <w:rPr>
          <w:rtl/>
        </w:rPr>
        <w:t xml:space="preserve">ں </w:t>
      </w:r>
      <w:r>
        <w:rPr>
          <w:rtl/>
        </w:rPr>
        <w:t>متعدد اسمانو</w:t>
      </w:r>
      <w:r w:rsidR="00083993">
        <w:rPr>
          <w:rtl/>
        </w:rPr>
        <w:t xml:space="preserve">ں </w:t>
      </w:r>
      <w:r>
        <w:rPr>
          <w:rtl/>
        </w:rPr>
        <w:t>كا موجود ہونا _</w:t>
      </w:r>
      <w:r w:rsidRPr="00AC784F">
        <w:rPr>
          <w:rStyle w:val="libArabicChar"/>
          <w:rFonts w:hint="eastAsia"/>
          <w:rtl/>
        </w:rPr>
        <w:t>ل</w:t>
      </w:r>
      <w:r w:rsidR="00B2551F" w:rsidRPr="00B2551F">
        <w:rPr>
          <w:rStyle w:val="libArabicChar"/>
          <w:rFonts w:hint="cs"/>
          <w:rtl/>
        </w:rPr>
        <w:t>ه</w:t>
      </w:r>
      <w:r w:rsidRPr="00AC784F">
        <w:rPr>
          <w:rStyle w:val="libArabicChar"/>
          <w:rtl/>
        </w:rPr>
        <w:t xml:space="preserve"> ما فى السموت</w:t>
      </w:r>
    </w:p>
    <w:p w:rsidR="001F628F" w:rsidRDefault="001F628F" w:rsidP="001F628F">
      <w:pPr>
        <w:pStyle w:val="libNormal"/>
        <w:rPr>
          <w:rtl/>
        </w:rPr>
      </w:pPr>
      <w:r>
        <w:rPr>
          <w:rtl/>
        </w:rPr>
        <w:t>4_پورى كائنات پر خداوند عالم كى مطلق مالكيت اس كے ناقابل شكست اور قابل ستا</w:t>
      </w:r>
      <w:r w:rsidR="009F604A">
        <w:rPr>
          <w:rtl/>
        </w:rPr>
        <w:t>ئش</w:t>
      </w:r>
      <w:r>
        <w:rPr>
          <w:rtl/>
        </w:rPr>
        <w:t xml:space="preserve"> ہونے كى دليل ہے_</w:t>
      </w:r>
    </w:p>
    <w:p w:rsidR="001F628F" w:rsidRDefault="001F628F" w:rsidP="00AC784F">
      <w:pPr>
        <w:pStyle w:val="libArabic"/>
        <w:rPr>
          <w:rtl/>
        </w:rPr>
      </w:pPr>
      <w:r>
        <w:rPr>
          <w:rFonts w:hint="eastAsia"/>
          <w:rtl/>
        </w:rPr>
        <w:t>العزيز</w:t>
      </w:r>
      <w:r>
        <w:rPr>
          <w:rtl/>
        </w:rPr>
        <w:t xml:space="preserve"> الحميد_ الل</w:t>
      </w:r>
      <w:r w:rsidR="00B2551F" w:rsidRPr="00B2551F">
        <w:rPr>
          <w:rFonts w:hint="cs"/>
          <w:rtl/>
        </w:rPr>
        <w:t>ه</w:t>
      </w:r>
      <w:r>
        <w:rPr>
          <w:rtl/>
        </w:rPr>
        <w:t xml:space="preserve"> </w:t>
      </w:r>
      <w:r>
        <w:rPr>
          <w:rFonts w:hint="cs"/>
          <w:rtl/>
        </w:rPr>
        <w:t>الذى</w:t>
      </w:r>
      <w:r>
        <w:rPr>
          <w:rtl/>
        </w:rPr>
        <w:t xml:space="preserve"> </w:t>
      </w:r>
      <w:r>
        <w:rPr>
          <w:rFonts w:hint="cs"/>
          <w:rtl/>
        </w:rPr>
        <w:t>ل</w:t>
      </w:r>
      <w:r w:rsidR="00B2551F" w:rsidRPr="00B2551F">
        <w:rPr>
          <w:rFonts w:hint="cs"/>
          <w:rtl/>
        </w:rPr>
        <w:t>ه</w:t>
      </w:r>
      <w:r>
        <w:rPr>
          <w:rtl/>
        </w:rPr>
        <w:t xml:space="preserve"> </w:t>
      </w:r>
      <w:r>
        <w:rPr>
          <w:rFonts w:hint="cs"/>
          <w:rtl/>
        </w:rPr>
        <w:t>ما</w:t>
      </w:r>
      <w:r>
        <w:rPr>
          <w:rtl/>
        </w:rPr>
        <w:t xml:space="preserve"> </w:t>
      </w:r>
      <w:r>
        <w:rPr>
          <w:rFonts w:hint="cs"/>
          <w:rtl/>
        </w:rPr>
        <w:t>فى</w:t>
      </w:r>
      <w:r>
        <w:rPr>
          <w:rtl/>
        </w:rPr>
        <w:t xml:space="preserve"> </w:t>
      </w:r>
      <w:r>
        <w:rPr>
          <w:rFonts w:hint="cs"/>
          <w:rtl/>
        </w:rPr>
        <w:t>السموت</w:t>
      </w:r>
      <w:r>
        <w:rPr>
          <w:rtl/>
        </w:rPr>
        <w:t xml:space="preserve"> </w:t>
      </w:r>
      <w:r>
        <w:rPr>
          <w:rFonts w:hint="cs"/>
          <w:rtl/>
        </w:rPr>
        <w:t>وما</w:t>
      </w:r>
      <w:r>
        <w:rPr>
          <w:rtl/>
        </w:rPr>
        <w:t xml:space="preserve"> </w:t>
      </w:r>
      <w:r>
        <w:rPr>
          <w:rFonts w:hint="cs"/>
          <w:rtl/>
        </w:rPr>
        <w:t>فى</w:t>
      </w:r>
      <w:r>
        <w:rPr>
          <w:rtl/>
        </w:rPr>
        <w:t xml:space="preserve"> </w:t>
      </w:r>
      <w:r>
        <w:rPr>
          <w:rFonts w:hint="cs"/>
          <w:rtl/>
        </w:rPr>
        <w:t>ا</w:t>
      </w:r>
      <w:r>
        <w:rPr>
          <w:rtl/>
        </w:rPr>
        <w:t>لا رض</w:t>
      </w:r>
    </w:p>
    <w:p w:rsidR="001F628F" w:rsidRDefault="001F628F" w:rsidP="00AC784F">
      <w:pPr>
        <w:pStyle w:val="libNormal"/>
        <w:rPr>
          <w:rtl/>
        </w:rPr>
      </w:pPr>
      <w:r>
        <w:rPr>
          <w:rtl/>
        </w:rPr>
        <w:t>5_بلا شك و ترديد ،كفار كا انجام برا ہو گا اور وہ شديد و طاقت فرسا عذاب مي</w:t>
      </w:r>
      <w:r w:rsidR="00083993">
        <w:rPr>
          <w:rtl/>
        </w:rPr>
        <w:t xml:space="preserve">ں </w:t>
      </w:r>
      <w:r>
        <w:rPr>
          <w:rtl/>
        </w:rPr>
        <w:t>گرفتار ہو</w:t>
      </w:r>
      <w:r w:rsidR="00083993">
        <w:rPr>
          <w:rtl/>
        </w:rPr>
        <w:t xml:space="preserve">ں </w:t>
      </w:r>
      <w:r>
        <w:rPr>
          <w:rtl/>
        </w:rPr>
        <w:t>گے_</w:t>
      </w:r>
      <w:r w:rsidRPr="00AC784F">
        <w:rPr>
          <w:rStyle w:val="libArabicChar"/>
          <w:rFonts w:hint="eastAsia"/>
          <w:rtl/>
        </w:rPr>
        <w:t>و</w:t>
      </w:r>
      <w:r w:rsidRPr="00AC784F">
        <w:rPr>
          <w:rStyle w:val="libArabicChar"/>
          <w:rtl/>
        </w:rPr>
        <w:t xml:space="preserve"> ويل للكفرين من عذاب شديد</w:t>
      </w:r>
    </w:p>
    <w:p w:rsidR="001F628F" w:rsidRDefault="001F628F" w:rsidP="00AC784F">
      <w:pPr>
        <w:pStyle w:val="libNormal"/>
        <w:rPr>
          <w:rtl/>
        </w:rPr>
      </w:pPr>
      <w:r>
        <w:rPr>
          <w:rtl/>
        </w:rPr>
        <w:t>6_جہنم كا عذاب ،شدت و ضعف كے لحاظ سے كئي مراتب كا حامل ہے_</w:t>
      </w:r>
      <w:r w:rsidRPr="00AC784F">
        <w:rPr>
          <w:rStyle w:val="libArabicChar"/>
          <w:rFonts w:hint="eastAsia"/>
          <w:rtl/>
        </w:rPr>
        <w:t>عذاب</w:t>
      </w:r>
      <w:r w:rsidRPr="00AC784F">
        <w:rPr>
          <w:rStyle w:val="libArabicChar"/>
          <w:rtl/>
        </w:rPr>
        <w:t xml:space="preserve"> شديد</w:t>
      </w:r>
    </w:p>
    <w:p w:rsidR="001F628F" w:rsidRDefault="001F628F" w:rsidP="00AC784F">
      <w:pPr>
        <w:pStyle w:val="libNormal"/>
        <w:rPr>
          <w:rtl/>
        </w:rPr>
      </w:pPr>
      <w:r>
        <w:rPr>
          <w:rtl/>
        </w:rPr>
        <w:t>7_قران سے كفر اختيار كرنے والے اور وہ كفار كہ جنہو</w:t>
      </w:r>
      <w:r w:rsidR="00083993">
        <w:rPr>
          <w:rtl/>
        </w:rPr>
        <w:t xml:space="preserve">ں </w:t>
      </w:r>
      <w:r>
        <w:rPr>
          <w:rtl/>
        </w:rPr>
        <w:t>نے ظلمتو</w:t>
      </w:r>
      <w:r w:rsidR="00083993">
        <w:rPr>
          <w:rtl/>
        </w:rPr>
        <w:t xml:space="preserve">ں </w:t>
      </w:r>
      <w:r>
        <w:rPr>
          <w:rtl/>
        </w:rPr>
        <w:t>مي</w:t>
      </w:r>
      <w:r w:rsidR="00083993">
        <w:rPr>
          <w:rtl/>
        </w:rPr>
        <w:t xml:space="preserve">ں </w:t>
      </w:r>
      <w:r>
        <w:rPr>
          <w:rtl/>
        </w:rPr>
        <w:t>ہى رہنے كا ارادہ كر ليا ہے ،ان كا انجام انتہائي برا ہو گا اور وہ سخت عذاب مي</w:t>
      </w:r>
      <w:r w:rsidR="00083993">
        <w:rPr>
          <w:rtl/>
        </w:rPr>
        <w:t xml:space="preserve">ں </w:t>
      </w:r>
      <w:r>
        <w:rPr>
          <w:rtl/>
        </w:rPr>
        <w:t>گرفتار ہو</w:t>
      </w:r>
      <w:r w:rsidR="00083993">
        <w:rPr>
          <w:rtl/>
        </w:rPr>
        <w:t xml:space="preserve">ں </w:t>
      </w:r>
      <w:r>
        <w:rPr>
          <w:rtl/>
        </w:rPr>
        <w:t>گے _</w:t>
      </w:r>
      <w:r w:rsidRPr="00AC784F">
        <w:rPr>
          <w:rStyle w:val="libArabicChar"/>
          <w:rFonts w:hint="eastAsia"/>
          <w:rtl/>
        </w:rPr>
        <w:t>و</w:t>
      </w:r>
      <w:r w:rsidRPr="00AC784F">
        <w:rPr>
          <w:rStyle w:val="libArabicChar"/>
          <w:rtl/>
        </w:rPr>
        <w:t xml:space="preserve"> ويل للكفرين من عذاب شديد</w:t>
      </w:r>
    </w:p>
    <w:p w:rsidR="001F628F" w:rsidRDefault="001F628F" w:rsidP="001F628F">
      <w:pPr>
        <w:pStyle w:val="libNormal"/>
        <w:rPr>
          <w:rtl/>
        </w:rPr>
      </w:pPr>
      <w:r>
        <w:rPr>
          <w:rFonts w:hint="eastAsia"/>
          <w:rtl/>
        </w:rPr>
        <w:t>مندرجہ</w:t>
      </w:r>
      <w:r>
        <w:rPr>
          <w:rtl/>
        </w:rPr>
        <w:t xml:space="preserve"> بالا مفہوم ،اس احتمال كى بنا ء پر اخذ كيا گيا ہے كہ گذشتہ ايت كے قرينے سے ،اس ايت مي</w:t>
      </w:r>
      <w:r w:rsidR="00083993">
        <w:rPr>
          <w:rtl/>
        </w:rPr>
        <w:t xml:space="preserve">ں </w:t>
      </w:r>
      <w:r>
        <w:rPr>
          <w:rtl/>
        </w:rPr>
        <w:t>كفار سے مراد وہ لوگ ہي</w:t>
      </w:r>
      <w:r w:rsidR="00083993">
        <w:rPr>
          <w:rtl/>
        </w:rPr>
        <w:t xml:space="preserve">ں </w:t>
      </w:r>
      <w:r>
        <w:rPr>
          <w:rtl/>
        </w:rPr>
        <w:t>كہ جنہو</w:t>
      </w:r>
      <w:r w:rsidR="00083993">
        <w:rPr>
          <w:rtl/>
        </w:rPr>
        <w:t xml:space="preserve">ں </w:t>
      </w:r>
      <w:r>
        <w:rPr>
          <w:rtl/>
        </w:rPr>
        <w:t>نے خدا كى كتاب كو قبول نہي</w:t>
      </w:r>
      <w:r w:rsidR="00083993">
        <w:rPr>
          <w:rtl/>
        </w:rPr>
        <w:t xml:space="preserve">ں </w:t>
      </w:r>
      <w:r>
        <w:rPr>
          <w:rtl/>
        </w:rPr>
        <w:t>كيا اور وہ تاريكيو</w:t>
      </w:r>
      <w:r w:rsidR="00083993">
        <w:rPr>
          <w:rtl/>
        </w:rPr>
        <w:t xml:space="preserve">ں </w:t>
      </w:r>
      <w:r>
        <w:rPr>
          <w:rtl/>
        </w:rPr>
        <w:t>سے باہر نہي</w:t>
      </w:r>
      <w:r w:rsidR="00083993">
        <w:rPr>
          <w:rtl/>
        </w:rPr>
        <w:t xml:space="preserve">ں </w:t>
      </w:r>
      <w:r>
        <w:rPr>
          <w:rtl/>
        </w:rPr>
        <w:t>نكلے_</w:t>
      </w:r>
    </w:p>
    <w:p w:rsidR="001F628F" w:rsidRDefault="001F628F" w:rsidP="00AC784F">
      <w:pPr>
        <w:pStyle w:val="libNormal"/>
        <w:rPr>
          <w:rtl/>
        </w:rPr>
      </w:pPr>
      <w:r>
        <w:rPr>
          <w:rFonts w:hint="eastAsia"/>
          <w:rtl/>
        </w:rPr>
        <w:t>اسمان</w:t>
      </w:r>
      <w:r>
        <w:rPr>
          <w:rtl/>
        </w:rPr>
        <w:t xml:space="preserve"> :</w:t>
      </w:r>
      <w:r>
        <w:rPr>
          <w:rFonts w:hint="eastAsia"/>
          <w:rtl/>
        </w:rPr>
        <w:t>اسمانو</w:t>
      </w:r>
      <w:r w:rsidR="00083993">
        <w:rPr>
          <w:rFonts w:hint="eastAsia"/>
          <w:rtl/>
        </w:rPr>
        <w:t xml:space="preserve">ں </w:t>
      </w:r>
      <w:r>
        <w:rPr>
          <w:rtl/>
        </w:rPr>
        <w:t>كا متعدد ہونا 3;اسمان كے موجودات كا مالك 2</w:t>
      </w:r>
    </w:p>
    <w:p w:rsidR="001F628F" w:rsidRDefault="001F628F" w:rsidP="00AC784F">
      <w:pPr>
        <w:pStyle w:val="libNormal"/>
        <w:rPr>
          <w:rtl/>
        </w:rPr>
      </w:pPr>
      <w:r>
        <w:rPr>
          <w:rFonts w:hint="eastAsia"/>
          <w:rtl/>
        </w:rPr>
        <w:t>خلقت</w:t>
      </w:r>
      <w:r>
        <w:rPr>
          <w:rtl/>
        </w:rPr>
        <w:t>:</w:t>
      </w:r>
      <w:r>
        <w:rPr>
          <w:rFonts w:hint="eastAsia"/>
          <w:rtl/>
        </w:rPr>
        <w:t>خلقت</w:t>
      </w:r>
      <w:r>
        <w:rPr>
          <w:rtl/>
        </w:rPr>
        <w:t xml:space="preserve"> كامالك 4</w:t>
      </w:r>
    </w:p>
    <w:p w:rsidR="001F628F" w:rsidRDefault="001F628F" w:rsidP="00AC784F">
      <w:pPr>
        <w:pStyle w:val="libNormal"/>
        <w:rPr>
          <w:rtl/>
        </w:rPr>
      </w:pPr>
      <w:r>
        <w:rPr>
          <w:rFonts w:hint="eastAsia"/>
          <w:rtl/>
        </w:rPr>
        <w:t>جہنم</w:t>
      </w:r>
      <w:r>
        <w:rPr>
          <w:rtl/>
        </w:rPr>
        <w:t xml:space="preserve"> :</w:t>
      </w:r>
      <w:r>
        <w:rPr>
          <w:rFonts w:hint="eastAsia"/>
          <w:rtl/>
        </w:rPr>
        <w:t>جہنم</w:t>
      </w:r>
      <w:r>
        <w:rPr>
          <w:rtl/>
        </w:rPr>
        <w:t xml:space="preserve"> كے عذاب 6</w:t>
      </w:r>
    </w:p>
    <w:p w:rsidR="001F628F" w:rsidRDefault="001F628F" w:rsidP="00AC784F">
      <w:pPr>
        <w:pStyle w:val="libNormal"/>
        <w:rPr>
          <w:rtl/>
        </w:rPr>
      </w:pPr>
      <w:r>
        <w:rPr>
          <w:rFonts w:hint="eastAsia"/>
          <w:rtl/>
        </w:rPr>
        <w:t>حمد</w:t>
      </w:r>
      <w:r>
        <w:rPr>
          <w:rtl/>
        </w:rPr>
        <w:t xml:space="preserve"> :</w:t>
      </w:r>
      <w:r>
        <w:rPr>
          <w:rFonts w:hint="eastAsia"/>
          <w:rtl/>
        </w:rPr>
        <w:t>خدا</w:t>
      </w:r>
      <w:r>
        <w:rPr>
          <w:rtl/>
        </w:rPr>
        <w:t xml:space="preserve"> كى حمد كے دلائل4</w:t>
      </w:r>
    </w:p>
    <w:p w:rsidR="001F628F" w:rsidRDefault="001F628F" w:rsidP="00AC784F">
      <w:pPr>
        <w:pStyle w:val="libNormal"/>
        <w:rPr>
          <w:rtl/>
        </w:rPr>
      </w:pPr>
      <w:r>
        <w:rPr>
          <w:rFonts w:hint="eastAsia"/>
          <w:rtl/>
        </w:rPr>
        <w:t>اللہ</w:t>
      </w:r>
      <w:r>
        <w:rPr>
          <w:rtl/>
        </w:rPr>
        <w:t xml:space="preserve"> تعالى :</w:t>
      </w:r>
      <w:r>
        <w:rPr>
          <w:rFonts w:hint="eastAsia"/>
          <w:rtl/>
        </w:rPr>
        <w:t>اللہ</w:t>
      </w:r>
      <w:r>
        <w:rPr>
          <w:rtl/>
        </w:rPr>
        <w:t xml:space="preserve"> تعالى كے مختصات2;اللہ تعالى كى عزت كے دلائل 4;اللہ تعالى كى مالكيت 2،4</w:t>
      </w:r>
    </w:p>
    <w:p w:rsidR="001F628F" w:rsidRDefault="001F628F" w:rsidP="00AC784F">
      <w:pPr>
        <w:pStyle w:val="libNormal"/>
        <w:rPr>
          <w:rtl/>
        </w:rPr>
      </w:pPr>
      <w:r>
        <w:rPr>
          <w:rFonts w:hint="eastAsia"/>
          <w:rtl/>
        </w:rPr>
        <w:t>زمين</w:t>
      </w:r>
      <w:r>
        <w:rPr>
          <w:rtl/>
        </w:rPr>
        <w:t xml:space="preserve"> :</w:t>
      </w:r>
      <w:r>
        <w:rPr>
          <w:rFonts w:hint="eastAsia"/>
          <w:rtl/>
        </w:rPr>
        <w:t>زمين</w:t>
      </w:r>
      <w:r>
        <w:rPr>
          <w:rtl/>
        </w:rPr>
        <w:t xml:space="preserve"> كى موجودات كا مالك 2</w:t>
      </w:r>
    </w:p>
    <w:p w:rsidR="001F628F" w:rsidRDefault="001F628F" w:rsidP="00AC784F">
      <w:pPr>
        <w:pStyle w:val="libNormal"/>
        <w:rPr>
          <w:rtl/>
        </w:rPr>
      </w:pPr>
      <w:r>
        <w:rPr>
          <w:rFonts w:hint="eastAsia"/>
          <w:rtl/>
        </w:rPr>
        <w:t>عذاب</w:t>
      </w:r>
      <w:r>
        <w:rPr>
          <w:rtl/>
        </w:rPr>
        <w:t xml:space="preserve"> :</w:t>
      </w:r>
      <w:r>
        <w:rPr>
          <w:rFonts w:hint="eastAsia"/>
          <w:rtl/>
        </w:rPr>
        <w:t>اہل</w:t>
      </w:r>
      <w:r>
        <w:rPr>
          <w:rtl/>
        </w:rPr>
        <w:t xml:space="preserve"> عذاب 5،7;شديد عذاب 5،6،7;عذاب كے مراتب 5،6،7</w:t>
      </w:r>
    </w:p>
    <w:p w:rsidR="001F628F" w:rsidRDefault="001F628F" w:rsidP="001F628F">
      <w:pPr>
        <w:pStyle w:val="libNormal"/>
        <w:rPr>
          <w:rtl/>
        </w:rPr>
      </w:pPr>
      <w:r>
        <w:rPr>
          <w:rFonts w:hint="eastAsia"/>
          <w:rtl/>
        </w:rPr>
        <w:t>قران</w:t>
      </w:r>
      <w:r>
        <w:rPr>
          <w:rtl/>
        </w:rPr>
        <w:t xml:space="preserve"> كريم :</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قران</w:t>
      </w:r>
      <w:r>
        <w:rPr>
          <w:rtl/>
        </w:rPr>
        <w:t xml:space="preserve"> كريم سے كفر كرنے والو</w:t>
      </w:r>
      <w:r w:rsidR="00083993">
        <w:rPr>
          <w:rtl/>
        </w:rPr>
        <w:t xml:space="preserve">ں </w:t>
      </w:r>
      <w:r>
        <w:rPr>
          <w:rtl/>
        </w:rPr>
        <w:t>كا عذاب 7، قران كريم سے كفر كرنے والو</w:t>
      </w:r>
      <w:r w:rsidR="00083993">
        <w:rPr>
          <w:rtl/>
        </w:rPr>
        <w:t xml:space="preserve">ں </w:t>
      </w:r>
      <w:r>
        <w:rPr>
          <w:rtl/>
        </w:rPr>
        <w:t>كا انجام 7; قران كريم كے نزول كا فلسفہ 1</w:t>
      </w:r>
    </w:p>
    <w:p w:rsidR="001F628F" w:rsidRDefault="001F628F" w:rsidP="00AC784F">
      <w:pPr>
        <w:pStyle w:val="libNormal"/>
        <w:rPr>
          <w:rtl/>
        </w:rPr>
      </w:pPr>
      <w:r>
        <w:rPr>
          <w:rFonts w:hint="eastAsia"/>
          <w:rtl/>
        </w:rPr>
        <w:t>كفار</w:t>
      </w:r>
      <w:r>
        <w:rPr>
          <w:rtl/>
        </w:rPr>
        <w:t xml:space="preserve"> :</w:t>
      </w:r>
      <w:r>
        <w:rPr>
          <w:rFonts w:hint="eastAsia"/>
          <w:rtl/>
        </w:rPr>
        <w:t>كفار</w:t>
      </w:r>
      <w:r>
        <w:rPr>
          <w:rtl/>
        </w:rPr>
        <w:t xml:space="preserve"> كے عذاب كا حتمى ہونا 5;كفار كے برے انجام كا حتمى ہونا5;كفار كا برا انجام7،كفار كيگمراہى 7</w:t>
      </w:r>
    </w:p>
    <w:p w:rsidR="001F628F" w:rsidRDefault="001F628F" w:rsidP="00AC784F">
      <w:pPr>
        <w:pStyle w:val="libNormal"/>
        <w:rPr>
          <w:rtl/>
        </w:rPr>
      </w:pPr>
      <w:r>
        <w:rPr>
          <w:rFonts w:hint="eastAsia"/>
          <w:rtl/>
        </w:rPr>
        <w:t>كفر</w:t>
      </w:r>
      <w:r>
        <w:rPr>
          <w:rtl/>
        </w:rPr>
        <w:t xml:space="preserve"> :</w:t>
      </w:r>
      <w:r>
        <w:rPr>
          <w:rFonts w:hint="eastAsia"/>
          <w:rtl/>
        </w:rPr>
        <w:t>كفر</w:t>
      </w:r>
      <w:r>
        <w:rPr>
          <w:rtl/>
        </w:rPr>
        <w:t xml:space="preserve"> پر اصرار كے اثرات 7</w:t>
      </w:r>
    </w:p>
    <w:p w:rsidR="001F628F" w:rsidRDefault="001F628F" w:rsidP="00AC784F">
      <w:pPr>
        <w:pStyle w:val="libNormal"/>
        <w:rPr>
          <w:rtl/>
        </w:rPr>
      </w:pPr>
      <w:r>
        <w:rPr>
          <w:rFonts w:hint="eastAsia"/>
          <w:rtl/>
        </w:rPr>
        <w:t>ہدايت</w:t>
      </w:r>
      <w:r>
        <w:rPr>
          <w:rtl/>
        </w:rPr>
        <w:t xml:space="preserve"> :</w:t>
      </w:r>
      <w:r>
        <w:rPr>
          <w:rFonts w:hint="eastAsia"/>
          <w:rtl/>
        </w:rPr>
        <w:t>ہدايت</w:t>
      </w:r>
      <w:r>
        <w:rPr>
          <w:rtl/>
        </w:rPr>
        <w:t xml:space="preserve"> كى اہميت 1</w:t>
      </w:r>
    </w:p>
    <w:p w:rsidR="001F628F" w:rsidRDefault="00AC784F" w:rsidP="00AC784F">
      <w:pPr>
        <w:pStyle w:val="Heading2Center"/>
        <w:rPr>
          <w:rtl/>
        </w:rPr>
      </w:pPr>
      <w:bookmarkStart w:id="3" w:name="_Toc28081681"/>
      <w:r>
        <w:rPr>
          <w:rFonts w:hint="cs"/>
          <w:rtl/>
        </w:rPr>
        <w:t>آیت 3</w:t>
      </w:r>
      <w:bookmarkEnd w:id="3"/>
    </w:p>
    <w:p w:rsidR="001F628F" w:rsidRDefault="00E260F9" w:rsidP="00AC784F">
      <w:pPr>
        <w:pStyle w:val="libNormal"/>
        <w:rPr>
          <w:rtl/>
        </w:rPr>
      </w:pPr>
      <w:r w:rsidRPr="00E260F9">
        <w:rPr>
          <w:rStyle w:val="libAlaemChar"/>
          <w:rFonts w:hint="eastAsia"/>
          <w:rtl/>
        </w:rPr>
        <w:t>(</w:t>
      </w:r>
      <w:r w:rsidRPr="00AC784F">
        <w:rPr>
          <w:rStyle w:val="libAieChar"/>
          <w:rFonts w:hint="eastAsia"/>
          <w:rtl/>
        </w:rPr>
        <w:t>الَّذِينَ</w:t>
      </w:r>
      <w:r w:rsidRPr="00AC784F">
        <w:rPr>
          <w:rStyle w:val="libAieChar"/>
          <w:rtl/>
        </w:rPr>
        <w:t xml:space="preserve"> يَسْتَحِبُّونَ الْحَيَاةَ الدُّنْيَا عَلَى الآخِرَةِ وَيَصُدُّونَ عَن سَبِيلِ اللّهِ وَيَبْغُونَهَا عِوَجاً أُوْلَـئِكَ فِي ضَلاَلٍ بَعِيدٍ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لوگ جوزندگانى دنيا كو آخرت كے مقابلے مي</w:t>
      </w:r>
      <w:r w:rsidR="00083993">
        <w:rPr>
          <w:rtl/>
        </w:rPr>
        <w:t xml:space="preserve">ں </w:t>
      </w:r>
      <w:r>
        <w:rPr>
          <w:rtl/>
        </w:rPr>
        <w:t>پسند كرتے ہي</w:t>
      </w:r>
      <w:r w:rsidR="00083993">
        <w:rPr>
          <w:rtl/>
        </w:rPr>
        <w:t xml:space="preserve">ں </w:t>
      </w:r>
      <w:r>
        <w:rPr>
          <w:rtl/>
        </w:rPr>
        <w:t>اور لوگو</w:t>
      </w:r>
      <w:r w:rsidR="00083993">
        <w:rPr>
          <w:rtl/>
        </w:rPr>
        <w:t xml:space="preserve">ں </w:t>
      </w:r>
      <w:r>
        <w:rPr>
          <w:rtl/>
        </w:rPr>
        <w:t>كو راہ خدا سے روكتے ہي</w:t>
      </w:r>
      <w:r w:rsidR="00083993">
        <w:rPr>
          <w:rtl/>
        </w:rPr>
        <w:t xml:space="preserve">ں </w:t>
      </w:r>
      <w:r>
        <w:rPr>
          <w:rtl/>
        </w:rPr>
        <w:t>اور اس مي</w:t>
      </w:r>
      <w:r w:rsidR="00083993">
        <w:rPr>
          <w:rtl/>
        </w:rPr>
        <w:t xml:space="preserve">ں </w:t>
      </w:r>
      <w:r>
        <w:rPr>
          <w:rtl/>
        </w:rPr>
        <w:t>كجى پيدا كرنا چاہتے ہي</w:t>
      </w:r>
      <w:r w:rsidR="00083993">
        <w:rPr>
          <w:rtl/>
        </w:rPr>
        <w:t xml:space="preserve">ں </w:t>
      </w:r>
      <w:r>
        <w:rPr>
          <w:rtl/>
        </w:rPr>
        <w:t>يہ گمراہى مي</w:t>
      </w:r>
      <w:r w:rsidR="00083993">
        <w:rPr>
          <w:rtl/>
        </w:rPr>
        <w:t xml:space="preserve">ں </w:t>
      </w:r>
      <w:r>
        <w:rPr>
          <w:rtl/>
        </w:rPr>
        <w:t>بہت دور تك چلے گئے ہي</w:t>
      </w:r>
      <w:r w:rsidR="00083993">
        <w:rPr>
          <w:rtl/>
        </w:rPr>
        <w:t xml:space="preserve">ں </w:t>
      </w:r>
      <w:r>
        <w:rPr>
          <w:rtl/>
        </w:rPr>
        <w:t>_</w:t>
      </w:r>
    </w:p>
    <w:p w:rsidR="001F628F" w:rsidRDefault="001F628F" w:rsidP="001F628F">
      <w:pPr>
        <w:pStyle w:val="libNormal"/>
        <w:rPr>
          <w:rtl/>
        </w:rPr>
      </w:pPr>
      <w:r>
        <w:rPr>
          <w:rtl/>
        </w:rPr>
        <w:t>1_كفار دنيوى زندگى كو پسند كرتے ہي</w:t>
      </w:r>
      <w:r w:rsidR="00083993">
        <w:rPr>
          <w:rtl/>
        </w:rPr>
        <w:t xml:space="preserve">ں </w:t>
      </w:r>
      <w:r>
        <w:rPr>
          <w:rtl/>
        </w:rPr>
        <w:t>اور اخروى زندگى پر اسے ترجيح ديتے ہي</w:t>
      </w:r>
      <w:r w:rsidR="00083993">
        <w:rPr>
          <w:rtl/>
        </w:rPr>
        <w:t xml:space="preserve">ں </w:t>
      </w:r>
      <w:r>
        <w:rPr>
          <w:rtl/>
        </w:rPr>
        <w:t>_</w:t>
      </w:r>
    </w:p>
    <w:p w:rsidR="001F628F" w:rsidRDefault="001F628F" w:rsidP="00AC784F">
      <w:pPr>
        <w:pStyle w:val="libArabic"/>
        <w:rPr>
          <w:rtl/>
        </w:rPr>
      </w:pPr>
      <w:r>
        <w:rPr>
          <w:rFonts w:hint="eastAsia"/>
          <w:rtl/>
        </w:rPr>
        <w:t>ويل</w:t>
      </w:r>
      <w:r>
        <w:rPr>
          <w:rtl/>
        </w:rPr>
        <w:t xml:space="preserve"> للكفرين من عذاب شديد_ الذين يستحبّون </w:t>
      </w:r>
      <w:r w:rsidR="00D97234" w:rsidRPr="00D97234">
        <w:rPr>
          <w:rtl/>
        </w:rPr>
        <w:t xml:space="preserve">الحياة </w:t>
      </w:r>
      <w:r>
        <w:rPr>
          <w:rtl/>
        </w:rPr>
        <w:t xml:space="preserve"> الدنيا على الا خرة</w:t>
      </w:r>
    </w:p>
    <w:p w:rsidR="001F628F" w:rsidRDefault="001F628F" w:rsidP="001F628F">
      <w:pPr>
        <w:pStyle w:val="libNormal"/>
        <w:rPr>
          <w:rtl/>
        </w:rPr>
      </w:pPr>
      <w:r>
        <w:rPr>
          <w:rFonts w:hint="eastAsia"/>
          <w:rtl/>
        </w:rPr>
        <w:t>مندرجہ</w:t>
      </w:r>
      <w:r>
        <w:rPr>
          <w:rtl/>
        </w:rPr>
        <w:t xml:space="preserve"> بالا مفہوم اس بنا پر اخذ كيا گيا ہے كہ جب </w:t>
      </w:r>
      <w:r w:rsidRPr="00AC784F">
        <w:rPr>
          <w:rStyle w:val="libArabicChar"/>
          <w:rtl/>
        </w:rPr>
        <w:t xml:space="preserve">'' الذين يستحبّون </w:t>
      </w:r>
      <w:r w:rsidR="00D97234" w:rsidRPr="00D97234">
        <w:rPr>
          <w:rStyle w:val="libArabicChar"/>
          <w:rtl/>
        </w:rPr>
        <w:t xml:space="preserve">الحياة </w:t>
      </w:r>
      <w:r w:rsidRPr="00AC784F">
        <w:rPr>
          <w:rStyle w:val="libArabicChar"/>
          <w:rtl/>
        </w:rPr>
        <w:t xml:space="preserve"> الدنيا ''، ''للكفرين''</w:t>
      </w:r>
      <w:r>
        <w:rPr>
          <w:rtl/>
        </w:rPr>
        <w:t>كے لئے جملہ وصفى ہو_</w:t>
      </w:r>
    </w:p>
    <w:p w:rsidR="001F628F" w:rsidRDefault="001F628F" w:rsidP="001F628F">
      <w:pPr>
        <w:pStyle w:val="libNormal"/>
        <w:rPr>
          <w:rtl/>
        </w:rPr>
      </w:pPr>
      <w:r>
        <w:rPr>
          <w:rtl/>
        </w:rPr>
        <w:t>2_كفار ہميشہ راہ خدا سے روكنے كى سعى كرتے ہي</w:t>
      </w:r>
      <w:r w:rsidR="00083993">
        <w:rPr>
          <w:rtl/>
        </w:rPr>
        <w:t xml:space="preserve">ں </w:t>
      </w:r>
      <w:r>
        <w:rPr>
          <w:rtl/>
        </w:rPr>
        <w:t>اور تعليمات الہى كى اشاعت كے مانع بنتے ہي</w:t>
      </w:r>
      <w:r w:rsidR="00083993">
        <w:rPr>
          <w:rtl/>
        </w:rPr>
        <w:t xml:space="preserve">ں </w:t>
      </w:r>
      <w:r>
        <w:rPr>
          <w:rtl/>
        </w:rPr>
        <w:t>_</w:t>
      </w:r>
    </w:p>
    <w:p w:rsidR="001F628F" w:rsidRDefault="001F628F" w:rsidP="00AC784F">
      <w:pPr>
        <w:pStyle w:val="libArabic"/>
        <w:rPr>
          <w:rtl/>
        </w:rPr>
      </w:pPr>
      <w:r>
        <w:rPr>
          <w:rFonts w:hint="eastAsia"/>
          <w:rtl/>
        </w:rPr>
        <w:t>للكفرين</w:t>
      </w:r>
      <w:r>
        <w:rPr>
          <w:rtl/>
        </w:rPr>
        <w:t xml:space="preserve"> ...الذين ...ويصدّون عن سبيل الل</w:t>
      </w:r>
      <w:r w:rsidR="00B2551F" w:rsidRPr="00B2551F">
        <w:rPr>
          <w:rFonts w:hint="cs"/>
          <w:rtl/>
        </w:rPr>
        <w:t>ه</w:t>
      </w:r>
    </w:p>
    <w:p w:rsidR="001F628F" w:rsidRDefault="001F628F" w:rsidP="001F628F">
      <w:pPr>
        <w:pStyle w:val="libNormal"/>
        <w:rPr>
          <w:rtl/>
        </w:rPr>
      </w:pPr>
      <w:r>
        <w:rPr>
          <w:rtl/>
        </w:rPr>
        <w:t>3_كفار ہميشہ راہ خدا اور تعليمات الہى كو كج اور بے راہ دكھانے كى كوشش كرتے ہي</w:t>
      </w:r>
      <w:r w:rsidR="00083993">
        <w:rPr>
          <w:rtl/>
        </w:rPr>
        <w:t xml:space="preserve">ں </w:t>
      </w:r>
      <w:r>
        <w:rPr>
          <w:rtl/>
        </w:rPr>
        <w:t>_</w:t>
      </w:r>
    </w:p>
    <w:p w:rsidR="001F628F" w:rsidRDefault="001F628F" w:rsidP="00AC784F">
      <w:pPr>
        <w:pStyle w:val="libArabic"/>
        <w:rPr>
          <w:rtl/>
        </w:rPr>
      </w:pPr>
      <w:r>
        <w:rPr>
          <w:rFonts w:hint="eastAsia"/>
          <w:rtl/>
        </w:rPr>
        <w:t>للكفرين</w:t>
      </w:r>
      <w:r>
        <w:rPr>
          <w:rtl/>
        </w:rPr>
        <w:t xml:space="preserve"> ...الذين ...ويصدّون عن سبيل الل</w:t>
      </w:r>
      <w:r w:rsidR="00B2551F" w:rsidRPr="00B2551F">
        <w:rPr>
          <w:rFonts w:hint="cs"/>
          <w:rtl/>
        </w:rPr>
        <w:t>ه</w:t>
      </w:r>
      <w:r>
        <w:rPr>
          <w:rtl/>
        </w:rPr>
        <w:t xml:space="preserve"> </w:t>
      </w:r>
      <w:r>
        <w:rPr>
          <w:rFonts w:hint="cs"/>
          <w:rtl/>
        </w:rPr>
        <w:t>ويبغون</w:t>
      </w:r>
      <w:r w:rsidR="00B2551F" w:rsidRPr="00B2551F">
        <w:rPr>
          <w:rFonts w:hint="cs"/>
          <w:rtl/>
        </w:rPr>
        <w:t>ه</w:t>
      </w:r>
      <w:r>
        <w:rPr>
          <w:rtl/>
        </w:rPr>
        <w:t>ا عوجً</w:t>
      </w:r>
      <w:r w:rsidR="00F031CD">
        <w:rPr>
          <w:rFonts w:hint="cs"/>
          <w:rtl/>
        </w:rPr>
        <w:t>ا</w:t>
      </w:r>
    </w:p>
    <w:p w:rsidR="001F628F" w:rsidRDefault="001F628F" w:rsidP="001F628F">
      <w:pPr>
        <w:pStyle w:val="libNormal"/>
        <w:rPr>
          <w:rtl/>
        </w:rPr>
      </w:pPr>
      <w:r>
        <w:rPr>
          <w:rtl/>
        </w:rPr>
        <w:t>4_كفار ہميشہ تعليمات الہى مي</w:t>
      </w:r>
      <w:r w:rsidR="00083993">
        <w:rPr>
          <w:rtl/>
        </w:rPr>
        <w:t xml:space="preserve">ں </w:t>
      </w:r>
      <w:r>
        <w:rPr>
          <w:rtl/>
        </w:rPr>
        <w:t>نقص و عيب تلاش</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كرنے</w:t>
      </w:r>
      <w:r>
        <w:rPr>
          <w:rtl/>
        </w:rPr>
        <w:t xml:space="preserve"> اور انہي</w:t>
      </w:r>
      <w:r w:rsidR="00083993">
        <w:rPr>
          <w:rtl/>
        </w:rPr>
        <w:t xml:space="preserve">ں </w:t>
      </w:r>
      <w:r>
        <w:rPr>
          <w:rtl/>
        </w:rPr>
        <w:t>غلط ثابت كرنے كى كوشش كرتے ہي</w:t>
      </w:r>
      <w:r w:rsidR="00083993">
        <w:rPr>
          <w:rtl/>
        </w:rPr>
        <w:t xml:space="preserve">ں </w:t>
      </w:r>
      <w:r>
        <w:rPr>
          <w:rtl/>
        </w:rPr>
        <w:t>_</w:t>
      </w:r>
      <w:r w:rsidRPr="00AC784F">
        <w:rPr>
          <w:rStyle w:val="libArabicChar"/>
          <w:rFonts w:hint="eastAsia"/>
          <w:rtl/>
        </w:rPr>
        <w:t>للكفرين</w:t>
      </w:r>
      <w:r w:rsidRPr="00AC784F">
        <w:rPr>
          <w:rStyle w:val="libArabicChar"/>
          <w:rtl/>
        </w:rPr>
        <w:t xml:space="preserve"> ...ويبغون</w:t>
      </w:r>
      <w:r w:rsidR="00B2551F" w:rsidRPr="00B2551F">
        <w:rPr>
          <w:rStyle w:val="libArabicChar"/>
          <w:rFonts w:hint="cs"/>
          <w:rtl/>
        </w:rPr>
        <w:t>ه</w:t>
      </w:r>
      <w:r w:rsidRPr="00AC784F">
        <w:rPr>
          <w:rStyle w:val="libArabicChar"/>
          <w:rtl/>
        </w:rPr>
        <w:t>ا عوجً</w:t>
      </w:r>
      <w:r w:rsidR="00F031CD">
        <w:rPr>
          <w:rStyle w:val="libArabicChar"/>
          <w:rFonts w:hint="cs"/>
          <w:rtl/>
        </w:rPr>
        <w:t>ا</w:t>
      </w:r>
    </w:p>
    <w:p w:rsidR="001F628F" w:rsidRDefault="001F628F" w:rsidP="00F031CD">
      <w:pPr>
        <w:pStyle w:val="libNormal"/>
        <w:rPr>
          <w:rtl/>
        </w:rPr>
      </w:pPr>
      <w:r>
        <w:rPr>
          <w:rFonts w:hint="eastAsia"/>
          <w:rtl/>
        </w:rPr>
        <w:t>ہو</w:t>
      </w:r>
      <w:r>
        <w:rPr>
          <w:rtl/>
        </w:rPr>
        <w:t xml:space="preserve"> سكتا ہے عبارت </w:t>
      </w:r>
      <w:r w:rsidRPr="00F031CD">
        <w:rPr>
          <w:rStyle w:val="libArabicChar"/>
          <w:rtl/>
        </w:rPr>
        <w:t>'' يبغون</w:t>
      </w:r>
      <w:r w:rsidR="00F031CD" w:rsidRPr="00F031CD">
        <w:rPr>
          <w:rStyle w:val="libArabicChar"/>
          <w:rFonts w:hint="cs"/>
          <w:rtl/>
        </w:rPr>
        <w:t>ه</w:t>
      </w:r>
      <w:r w:rsidRPr="00F031CD">
        <w:rPr>
          <w:rStyle w:val="libArabicChar"/>
          <w:rtl/>
        </w:rPr>
        <w:t xml:space="preserve">ا </w:t>
      </w:r>
      <w:r w:rsidRPr="00F031CD">
        <w:rPr>
          <w:rStyle w:val="libArabicChar"/>
          <w:rFonts w:hint="cs"/>
          <w:rtl/>
        </w:rPr>
        <w:t>عوجًا</w:t>
      </w:r>
      <w:r w:rsidRPr="00F031CD">
        <w:rPr>
          <w:rStyle w:val="libArabicChar"/>
          <w:rtl/>
        </w:rPr>
        <w:t xml:space="preserve"> ''</w:t>
      </w:r>
      <w:r>
        <w:rPr>
          <w:rtl/>
        </w:rPr>
        <w:t xml:space="preserve"> (راہ خدا مي</w:t>
      </w:r>
      <w:r w:rsidR="00083993">
        <w:rPr>
          <w:rtl/>
        </w:rPr>
        <w:t xml:space="preserve">ں </w:t>
      </w:r>
      <w:r>
        <w:rPr>
          <w:rtl/>
        </w:rPr>
        <w:t>كجى ڈھونڈتے ہي</w:t>
      </w:r>
      <w:r w:rsidR="00083993">
        <w:rPr>
          <w:rtl/>
        </w:rPr>
        <w:t xml:space="preserve">ں </w:t>
      </w:r>
      <w:r>
        <w:rPr>
          <w:rtl/>
        </w:rPr>
        <w:t>)كا معنى يہ ہو كہ كفار اس بات كے پيچھے لگے رہتے ہي</w:t>
      </w:r>
      <w:r w:rsidR="00083993">
        <w:rPr>
          <w:rtl/>
        </w:rPr>
        <w:t xml:space="preserve">ں </w:t>
      </w:r>
      <w:r>
        <w:rPr>
          <w:rtl/>
        </w:rPr>
        <w:t>كہ اسمانى تعليمات مي</w:t>
      </w:r>
      <w:r w:rsidR="00083993">
        <w:rPr>
          <w:rtl/>
        </w:rPr>
        <w:t xml:space="preserve">ں </w:t>
      </w:r>
      <w:r>
        <w:rPr>
          <w:rtl/>
        </w:rPr>
        <w:t>كجى و نقص تلاش كر كے اسے بر ملا كري</w:t>
      </w:r>
      <w:r w:rsidR="00083993">
        <w:rPr>
          <w:rtl/>
        </w:rPr>
        <w:t xml:space="preserve">ں </w:t>
      </w:r>
      <w:r>
        <w:rPr>
          <w:rtl/>
        </w:rPr>
        <w:t>_</w:t>
      </w:r>
    </w:p>
    <w:p w:rsidR="001F628F" w:rsidRDefault="001F628F" w:rsidP="00AC784F">
      <w:pPr>
        <w:pStyle w:val="libNormal"/>
        <w:rPr>
          <w:rtl/>
        </w:rPr>
      </w:pPr>
      <w:r>
        <w:rPr>
          <w:rtl/>
        </w:rPr>
        <w:t>5_كفار ،انتہائي گمراہى مي</w:t>
      </w:r>
      <w:r w:rsidR="00083993">
        <w:rPr>
          <w:rtl/>
        </w:rPr>
        <w:t xml:space="preserve">ں </w:t>
      </w:r>
      <w:r>
        <w:rPr>
          <w:rtl/>
        </w:rPr>
        <w:t>ہي</w:t>
      </w:r>
      <w:r w:rsidR="00083993">
        <w:rPr>
          <w:rtl/>
        </w:rPr>
        <w:t xml:space="preserve">ں </w:t>
      </w:r>
      <w:r>
        <w:rPr>
          <w:rtl/>
        </w:rPr>
        <w:t>_</w:t>
      </w:r>
      <w:r w:rsidRPr="00AC784F">
        <w:rPr>
          <w:rStyle w:val="libArabicChar"/>
          <w:rFonts w:hint="eastAsia"/>
          <w:rtl/>
        </w:rPr>
        <w:t>للكفرين</w:t>
      </w:r>
      <w:r w:rsidRPr="00AC784F">
        <w:rPr>
          <w:rStyle w:val="libArabicChar"/>
          <w:rtl/>
        </w:rPr>
        <w:t xml:space="preserve"> ... ا ولئك فى ضلل بعيد</w:t>
      </w:r>
    </w:p>
    <w:p w:rsidR="001F628F" w:rsidRDefault="001F628F" w:rsidP="001F628F">
      <w:pPr>
        <w:pStyle w:val="libNormal"/>
        <w:rPr>
          <w:rtl/>
        </w:rPr>
      </w:pPr>
      <w:r>
        <w:rPr>
          <w:rtl/>
        </w:rPr>
        <w:t>6_اخرت پر دنيا كو ترجيح دينے اور راہ خدا سے روكنے اور اسے كج و ٹيڑھا دكھانے والے لوگ انتہائي گمراہى مي</w:t>
      </w:r>
      <w:r w:rsidR="00083993">
        <w:rPr>
          <w:rtl/>
        </w:rPr>
        <w:t xml:space="preserve">ں </w:t>
      </w:r>
      <w:r>
        <w:rPr>
          <w:rtl/>
        </w:rPr>
        <w:t>ہي</w:t>
      </w:r>
      <w:r w:rsidR="00083993">
        <w:rPr>
          <w:rtl/>
        </w:rPr>
        <w:t xml:space="preserve">ں </w:t>
      </w:r>
      <w:r>
        <w:rPr>
          <w:rtl/>
        </w:rPr>
        <w:t>_</w:t>
      </w:r>
    </w:p>
    <w:p w:rsidR="001F628F" w:rsidRDefault="001F628F" w:rsidP="00F031CD">
      <w:pPr>
        <w:pStyle w:val="libArabic"/>
        <w:rPr>
          <w:rtl/>
        </w:rPr>
      </w:pPr>
      <w:r>
        <w:rPr>
          <w:rFonts w:hint="eastAsia"/>
          <w:rtl/>
        </w:rPr>
        <w:t>الذين</w:t>
      </w:r>
      <w:r>
        <w:rPr>
          <w:rtl/>
        </w:rPr>
        <w:t xml:space="preserve"> يستحبّون </w:t>
      </w:r>
      <w:r w:rsidR="00D97234" w:rsidRPr="00D97234">
        <w:rPr>
          <w:rtl/>
        </w:rPr>
        <w:t xml:space="preserve">الحياة </w:t>
      </w:r>
      <w:r>
        <w:rPr>
          <w:rtl/>
        </w:rPr>
        <w:t xml:space="preserve"> الدنيا على الا خرة ويصدّون عن سبيل </w:t>
      </w:r>
      <w:r w:rsidRPr="00F031CD">
        <w:rPr>
          <w:rtl/>
        </w:rPr>
        <w:t>الله ويبغون</w:t>
      </w:r>
      <w:r w:rsidR="00F031CD" w:rsidRPr="00F031CD">
        <w:rPr>
          <w:rFonts w:hint="cs"/>
          <w:rtl/>
        </w:rPr>
        <w:t>ه</w:t>
      </w:r>
      <w:r w:rsidRPr="00F031CD">
        <w:rPr>
          <w:rtl/>
        </w:rPr>
        <w:t>ا</w:t>
      </w:r>
      <w:r>
        <w:rPr>
          <w:rtl/>
        </w:rPr>
        <w:t xml:space="preserve"> </w:t>
      </w:r>
      <w:r>
        <w:rPr>
          <w:rFonts w:hint="cs"/>
          <w:rtl/>
        </w:rPr>
        <w:t>عوجًا</w:t>
      </w:r>
      <w:r>
        <w:rPr>
          <w:rtl/>
        </w:rPr>
        <w:t xml:space="preserve"> </w:t>
      </w:r>
      <w:r>
        <w:rPr>
          <w:rFonts w:hint="cs"/>
          <w:rtl/>
        </w:rPr>
        <w:t>ا</w:t>
      </w:r>
      <w:r>
        <w:rPr>
          <w:rtl/>
        </w:rPr>
        <w:t xml:space="preserve"> </w:t>
      </w:r>
      <w:r>
        <w:rPr>
          <w:rFonts w:hint="cs"/>
          <w:rtl/>
        </w:rPr>
        <w:t>ولئك</w:t>
      </w:r>
      <w:r>
        <w:rPr>
          <w:rtl/>
        </w:rPr>
        <w:t xml:space="preserve"> </w:t>
      </w:r>
      <w:r>
        <w:rPr>
          <w:rFonts w:hint="cs"/>
          <w:rtl/>
        </w:rPr>
        <w:t>فى</w:t>
      </w:r>
      <w:r>
        <w:rPr>
          <w:rtl/>
        </w:rPr>
        <w:t xml:space="preserve"> </w:t>
      </w:r>
      <w:r>
        <w:rPr>
          <w:rFonts w:hint="cs"/>
          <w:rtl/>
        </w:rPr>
        <w:t>ضلل</w:t>
      </w:r>
      <w:r>
        <w:rPr>
          <w:rtl/>
        </w:rPr>
        <w:t xml:space="preserve"> بعيد</w:t>
      </w:r>
    </w:p>
    <w:p w:rsidR="001F628F" w:rsidRDefault="001F628F" w:rsidP="00AC784F">
      <w:pPr>
        <w:pStyle w:val="libNormal"/>
        <w:rPr>
          <w:rtl/>
        </w:rPr>
      </w:pPr>
      <w:r>
        <w:rPr>
          <w:rtl/>
        </w:rPr>
        <w:t>7_ انسان كا اپنے عمل اور كردار مي</w:t>
      </w:r>
      <w:r w:rsidR="00083993">
        <w:rPr>
          <w:rtl/>
        </w:rPr>
        <w:t xml:space="preserve">ں </w:t>
      </w:r>
      <w:r>
        <w:rPr>
          <w:rtl/>
        </w:rPr>
        <w:t>مختار اور ازاد ہے _</w:t>
      </w:r>
      <w:r w:rsidRPr="00AC784F">
        <w:rPr>
          <w:rStyle w:val="libArabicChar"/>
          <w:rFonts w:hint="eastAsia"/>
          <w:rtl/>
        </w:rPr>
        <w:t>الذين</w:t>
      </w:r>
      <w:r w:rsidRPr="00AC784F">
        <w:rPr>
          <w:rStyle w:val="libArabicChar"/>
          <w:rtl/>
        </w:rPr>
        <w:t xml:space="preserve"> يستحبّون </w:t>
      </w:r>
      <w:r w:rsidR="00D97234" w:rsidRPr="00D97234">
        <w:rPr>
          <w:rStyle w:val="libArabicChar"/>
          <w:rtl/>
        </w:rPr>
        <w:t xml:space="preserve">الحياة </w:t>
      </w:r>
      <w:r w:rsidRPr="00AC784F">
        <w:rPr>
          <w:rStyle w:val="libArabicChar"/>
          <w:rtl/>
        </w:rPr>
        <w:t xml:space="preserve"> الدنيا على الا خرة ... ا ولئك فى ضلل بعيد</w:t>
      </w:r>
    </w:p>
    <w:p w:rsidR="001F628F" w:rsidRDefault="001F628F" w:rsidP="001F628F">
      <w:pPr>
        <w:pStyle w:val="libNormal"/>
        <w:rPr>
          <w:rtl/>
        </w:rPr>
      </w:pPr>
      <w:r>
        <w:rPr>
          <w:rtl/>
        </w:rPr>
        <w:t>''اختيار'' كى تعريف مي</w:t>
      </w:r>
      <w:r w:rsidR="00083993">
        <w:rPr>
          <w:rtl/>
        </w:rPr>
        <w:t xml:space="preserve">ں </w:t>
      </w:r>
      <w:r>
        <w:rPr>
          <w:rtl/>
        </w:rPr>
        <w:t>كہا گيا ہے كہ تصميم اور ارادے پر قدرت و توان كو اختيار كہتے ہي</w:t>
      </w:r>
      <w:r w:rsidR="00083993">
        <w:rPr>
          <w:rtl/>
        </w:rPr>
        <w:t xml:space="preserve">ں </w:t>
      </w:r>
      <w:r>
        <w:rPr>
          <w:rtl/>
        </w:rPr>
        <w:t>_يہ جو ايت مي</w:t>
      </w:r>
      <w:r w:rsidR="00083993">
        <w:rPr>
          <w:rtl/>
        </w:rPr>
        <w:t xml:space="preserve">ں </w:t>
      </w:r>
      <w:r>
        <w:rPr>
          <w:rtl/>
        </w:rPr>
        <w:t>ايا ہے كہ جو اخرت پر دنيا كو تر جيح دينے كا ارادہ كر ليتے ہي</w:t>
      </w:r>
      <w:r w:rsidR="00083993">
        <w:rPr>
          <w:rtl/>
        </w:rPr>
        <w:t xml:space="preserve">ں </w:t>
      </w:r>
      <w:r>
        <w:rPr>
          <w:rtl/>
        </w:rPr>
        <w:t>وہى گمراہى و ضلالت مي</w:t>
      </w:r>
      <w:r w:rsidR="00083993">
        <w:rPr>
          <w:rtl/>
        </w:rPr>
        <w:t xml:space="preserve">ں </w:t>
      </w:r>
      <w:r>
        <w:rPr>
          <w:rtl/>
        </w:rPr>
        <w:t>ہي</w:t>
      </w:r>
      <w:r w:rsidR="00083993">
        <w:rPr>
          <w:rtl/>
        </w:rPr>
        <w:t xml:space="preserve">ں </w:t>
      </w:r>
      <w:r>
        <w:rPr>
          <w:rtl/>
        </w:rPr>
        <w:t>،انسان كے اختيار پر دلالت كرتا ہے_</w:t>
      </w:r>
    </w:p>
    <w:p w:rsidR="001F628F" w:rsidRDefault="001F628F" w:rsidP="001F628F">
      <w:pPr>
        <w:pStyle w:val="libNormal"/>
        <w:rPr>
          <w:rtl/>
        </w:rPr>
      </w:pPr>
      <w:r>
        <w:rPr>
          <w:rtl/>
        </w:rPr>
        <w:t>8_دنيا سے محبت اور اسے اخرت پر ترجيح دينا، قابل مذمت اور ناپسنديدہ ہے_</w:t>
      </w:r>
    </w:p>
    <w:p w:rsidR="001F628F" w:rsidRDefault="001F628F" w:rsidP="00AC784F">
      <w:pPr>
        <w:pStyle w:val="libArabic"/>
        <w:rPr>
          <w:rtl/>
        </w:rPr>
      </w:pPr>
      <w:r>
        <w:rPr>
          <w:rFonts w:hint="eastAsia"/>
          <w:rtl/>
        </w:rPr>
        <w:t>الذين</w:t>
      </w:r>
      <w:r>
        <w:rPr>
          <w:rtl/>
        </w:rPr>
        <w:t xml:space="preserve"> يستحبّون </w:t>
      </w:r>
      <w:r w:rsidR="00D97234" w:rsidRPr="00D97234">
        <w:rPr>
          <w:rtl/>
        </w:rPr>
        <w:t xml:space="preserve">الحياة </w:t>
      </w:r>
      <w:r>
        <w:rPr>
          <w:rtl/>
        </w:rPr>
        <w:t xml:space="preserve"> الدنيا على الا خرة ... ا ولئك فى ضلل بعيد</w:t>
      </w:r>
    </w:p>
    <w:p w:rsidR="001F628F" w:rsidRDefault="001F628F" w:rsidP="001F628F">
      <w:pPr>
        <w:pStyle w:val="libNormal"/>
        <w:rPr>
          <w:rtl/>
        </w:rPr>
      </w:pPr>
      <w:r>
        <w:rPr>
          <w:rtl/>
        </w:rPr>
        <w:t>9_دنيا سے محبت اور اسے اخرت پر ترجيح دينا ہى دين كى تباہى اور كفر كا پيش خيمہ ہے_</w:t>
      </w:r>
    </w:p>
    <w:p w:rsidR="001F628F" w:rsidRDefault="001F628F" w:rsidP="00AC784F">
      <w:pPr>
        <w:pStyle w:val="libArabic"/>
        <w:rPr>
          <w:rtl/>
        </w:rPr>
      </w:pPr>
      <w:r>
        <w:rPr>
          <w:rFonts w:hint="eastAsia"/>
          <w:rtl/>
        </w:rPr>
        <w:t>الذين</w:t>
      </w:r>
      <w:r>
        <w:rPr>
          <w:rtl/>
        </w:rPr>
        <w:t xml:space="preserve"> يستحبّون </w:t>
      </w:r>
      <w:r w:rsidR="00D97234" w:rsidRPr="00D97234">
        <w:rPr>
          <w:rtl/>
        </w:rPr>
        <w:t xml:space="preserve">الحياة </w:t>
      </w:r>
      <w:r>
        <w:rPr>
          <w:rtl/>
        </w:rPr>
        <w:t xml:space="preserve"> الدنيا على الا خرة ويصدّون عن سبيل الل</w:t>
      </w:r>
      <w:r w:rsidR="00B2551F" w:rsidRPr="00B2551F">
        <w:rPr>
          <w:rFonts w:hint="cs"/>
          <w:rtl/>
        </w:rPr>
        <w:t>ه</w:t>
      </w:r>
    </w:p>
    <w:p w:rsidR="001F628F" w:rsidRDefault="001F628F" w:rsidP="00F031CD">
      <w:pPr>
        <w:pStyle w:val="libNormal"/>
        <w:rPr>
          <w:rtl/>
        </w:rPr>
      </w:pPr>
      <w:r>
        <w:rPr>
          <w:rFonts w:hint="eastAsia"/>
          <w:rtl/>
        </w:rPr>
        <w:t>احتمال</w:t>
      </w:r>
      <w:r>
        <w:rPr>
          <w:rtl/>
        </w:rPr>
        <w:t xml:space="preserve"> ہے كہ جملہ </w:t>
      </w:r>
      <w:r w:rsidRPr="00F031CD">
        <w:rPr>
          <w:rStyle w:val="libArabicChar"/>
          <w:rtl/>
        </w:rPr>
        <w:t>'' ويصدّون عن سبيل الل</w:t>
      </w:r>
      <w:r w:rsidR="00F031CD" w:rsidRPr="00F031CD">
        <w:rPr>
          <w:rStyle w:val="libArabicChar"/>
          <w:rFonts w:hint="cs"/>
          <w:rtl/>
        </w:rPr>
        <w:t>ه</w:t>
      </w:r>
      <w:r w:rsidRPr="00F031CD">
        <w:rPr>
          <w:rStyle w:val="libArabicChar"/>
          <w:rtl/>
        </w:rPr>
        <w:t xml:space="preserve"> ويبغون</w:t>
      </w:r>
      <w:r w:rsidR="00F031CD" w:rsidRPr="00F031CD">
        <w:rPr>
          <w:rStyle w:val="libArabicChar"/>
          <w:rFonts w:hint="cs"/>
          <w:rtl/>
        </w:rPr>
        <w:t>ه</w:t>
      </w:r>
      <w:r w:rsidRPr="00F031CD">
        <w:rPr>
          <w:rStyle w:val="libArabicChar"/>
          <w:rtl/>
        </w:rPr>
        <w:t xml:space="preserve">ا </w:t>
      </w:r>
      <w:r w:rsidRPr="00F031CD">
        <w:rPr>
          <w:rStyle w:val="libArabicChar"/>
          <w:rFonts w:hint="cs"/>
          <w:rtl/>
        </w:rPr>
        <w:t>عوجًا</w:t>
      </w:r>
      <w:r w:rsidRPr="00F031CD">
        <w:rPr>
          <w:rStyle w:val="libArabicChar"/>
          <w:rtl/>
        </w:rPr>
        <w:t xml:space="preserve">'' </w:t>
      </w:r>
      <w:r>
        <w:rPr>
          <w:rtl/>
        </w:rPr>
        <w:t xml:space="preserve">پر '' </w:t>
      </w:r>
      <w:r w:rsidRPr="00F031CD">
        <w:rPr>
          <w:rStyle w:val="libArabicChar"/>
          <w:rtl/>
        </w:rPr>
        <w:t xml:space="preserve">يستحبّون </w:t>
      </w:r>
      <w:r w:rsidR="00D97234" w:rsidRPr="00D97234">
        <w:rPr>
          <w:rStyle w:val="libArabicChar"/>
          <w:rtl/>
        </w:rPr>
        <w:t xml:space="preserve">الحياة </w:t>
      </w:r>
      <w:r w:rsidRPr="00F031CD">
        <w:rPr>
          <w:rStyle w:val="libArabicChar"/>
          <w:rtl/>
        </w:rPr>
        <w:t xml:space="preserve"> الدنيا </w:t>
      </w:r>
      <w:r>
        <w:rPr>
          <w:rtl/>
        </w:rPr>
        <w:t>'' كا مقدم ہونا ہى مذكورہ مفہوم كو بيان كر رہا ہے_</w:t>
      </w:r>
    </w:p>
    <w:p w:rsidR="001F628F" w:rsidRDefault="001F628F" w:rsidP="001F628F">
      <w:pPr>
        <w:pStyle w:val="libNormal"/>
        <w:rPr>
          <w:rtl/>
        </w:rPr>
      </w:pPr>
      <w:r>
        <w:rPr>
          <w:rtl/>
        </w:rPr>
        <w:t>10_ ہميشہ دنيا كو اخرت پر ترجيح دينا اور راہ خدا و تعليمات الہى كو ٹيڑھا دكھانا،كفر كى علامتو</w:t>
      </w:r>
      <w:r w:rsidR="00083993">
        <w:rPr>
          <w:rtl/>
        </w:rPr>
        <w:t xml:space="preserve">ں </w:t>
      </w:r>
      <w:r>
        <w:rPr>
          <w:rtl/>
        </w:rPr>
        <w:t>مي</w:t>
      </w:r>
      <w:r w:rsidR="00083993">
        <w:rPr>
          <w:rtl/>
        </w:rPr>
        <w:t xml:space="preserve">ں </w:t>
      </w:r>
      <w:r>
        <w:rPr>
          <w:rtl/>
        </w:rPr>
        <w:t>سے ہے_</w:t>
      </w:r>
    </w:p>
    <w:p w:rsidR="001F628F" w:rsidRDefault="001F628F" w:rsidP="00AC784F">
      <w:pPr>
        <w:pStyle w:val="libArabic"/>
        <w:rPr>
          <w:rtl/>
        </w:rPr>
      </w:pPr>
      <w:r>
        <w:rPr>
          <w:rFonts w:hint="eastAsia"/>
          <w:rtl/>
        </w:rPr>
        <w:t>ويل</w:t>
      </w:r>
      <w:r>
        <w:rPr>
          <w:rtl/>
        </w:rPr>
        <w:t xml:space="preserve"> للكفرين ...الذين يستحبّون </w:t>
      </w:r>
      <w:r w:rsidR="00D97234" w:rsidRPr="00D97234">
        <w:rPr>
          <w:rtl/>
        </w:rPr>
        <w:t xml:space="preserve">الحياة </w:t>
      </w:r>
      <w:r>
        <w:rPr>
          <w:rtl/>
        </w:rPr>
        <w:t xml:space="preserve"> الدنيا على الا خرة ويصدّون عن سبيل الل</w:t>
      </w:r>
      <w:r w:rsidR="00B2551F" w:rsidRPr="00B2551F">
        <w:rPr>
          <w:rFonts w:hint="cs"/>
          <w:rtl/>
        </w:rPr>
        <w:t>ه</w:t>
      </w:r>
      <w:r>
        <w:rPr>
          <w:rtl/>
        </w:rPr>
        <w:t xml:space="preserve"> </w:t>
      </w:r>
      <w:r>
        <w:rPr>
          <w:rFonts w:hint="cs"/>
          <w:rtl/>
        </w:rPr>
        <w:t>ويبغون</w:t>
      </w:r>
      <w:r w:rsidR="00B2551F" w:rsidRPr="00B2551F">
        <w:rPr>
          <w:rFonts w:hint="cs"/>
          <w:rtl/>
        </w:rPr>
        <w:t>ه</w:t>
      </w:r>
      <w:r>
        <w:rPr>
          <w:rtl/>
        </w:rPr>
        <w:t>ا عوجً</w:t>
      </w:r>
      <w:r w:rsidR="00F031CD">
        <w:rPr>
          <w:rFonts w:hint="cs"/>
          <w:rtl/>
        </w:rPr>
        <w:t>ا</w:t>
      </w:r>
    </w:p>
    <w:p w:rsidR="001F628F" w:rsidRDefault="001F628F" w:rsidP="00AC784F">
      <w:pPr>
        <w:pStyle w:val="libNormal"/>
        <w:rPr>
          <w:rtl/>
        </w:rPr>
      </w:pPr>
      <w:r>
        <w:rPr>
          <w:rtl/>
        </w:rPr>
        <w:t>11_گمراہى كے مراتب ا ور درجات ہي</w:t>
      </w:r>
      <w:r w:rsidR="00083993">
        <w:rPr>
          <w:rtl/>
        </w:rPr>
        <w:t xml:space="preserve">ں </w:t>
      </w:r>
      <w:r>
        <w:rPr>
          <w:rtl/>
        </w:rPr>
        <w:t>_</w:t>
      </w:r>
      <w:r w:rsidRPr="00AC784F">
        <w:rPr>
          <w:rStyle w:val="libArabicChar"/>
          <w:rFonts w:hint="eastAsia"/>
          <w:rtl/>
        </w:rPr>
        <w:t>اولئك</w:t>
      </w:r>
      <w:r w:rsidRPr="00AC784F">
        <w:rPr>
          <w:rStyle w:val="libArabicChar"/>
          <w:rtl/>
        </w:rPr>
        <w:t xml:space="preserve"> فى ضلل بعيد</w:t>
      </w:r>
    </w:p>
    <w:p w:rsidR="001F628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اخرت</w:t>
      </w:r>
      <w:r>
        <w:rPr>
          <w:rtl/>
        </w:rPr>
        <w:t xml:space="preserve"> فروشي:</w:t>
      </w:r>
      <w:r>
        <w:rPr>
          <w:rFonts w:hint="eastAsia"/>
          <w:rtl/>
        </w:rPr>
        <w:t>اخرت</w:t>
      </w:r>
      <w:r>
        <w:rPr>
          <w:rtl/>
        </w:rPr>
        <w:t xml:space="preserve"> فروشى كے اثرات 10;اخرت فروشى كا ناپسنديدہ ہونا 8</w:t>
      </w:r>
    </w:p>
    <w:p w:rsidR="001F628F" w:rsidRDefault="001F628F" w:rsidP="00AC784F">
      <w:pPr>
        <w:pStyle w:val="libNormal"/>
        <w:rPr>
          <w:rtl/>
        </w:rPr>
      </w:pPr>
      <w:r>
        <w:rPr>
          <w:rFonts w:hint="eastAsia"/>
          <w:rtl/>
        </w:rPr>
        <w:t>انسان</w:t>
      </w:r>
      <w:r>
        <w:rPr>
          <w:rtl/>
        </w:rPr>
        <w:t xml:space="preserve"> :</w:t>
      </w:r>
      <w:r>
        <w:rPr>
          <w:rFonts w:hint="eastAsia"/>
          <w:rtl/>
        </w:rPr>
        <w:t>انسان</w:t>
      </w:r>
      <w:r>
        <w:rPr>
          <w:rtl/>
        </w:rPr>
        <w:t xml:space="preserve"> كا اختيار 7</w:t>
      </w:r>
    </w:p>
    <w:p w:rsidR="001F628F" w:rsidRDefault="001F628F" w:rsidP="001F628F">
      <w:pPr>
        <w:pStyle w:val="libNormal"/>
        <w:rPr>
          <w:rtl/>
        </w:rPr>
      </w:pPr>
      <w:r>
        <w:rPr>
          <w:rFonts w:hint="eastAsia"/>
          <w:rtl/>
        </w:rPr>
        <w:t>جبر</w:t>
      </w:r>
      <w:r>
        <w:rPr>
          <w:rtl/>
        </w:rPr>
        <w:t xml:space="preserve"> واختيار :7</w:t>
      </w:r>
    </w:p>
    <w:p w:rsidR="001F628F" w:rsidRDefault="001F628F" w:rsidP="00AC784F">
      <w:pPr>
        <w:pStyle w:val="libNormal"/>
        <w:rPr>
          <w:rtl/>
        </w:rPr>
      </w:pPr>
      <w:r>
        <w:rPr>
          <w:rFonts w:hint="eastAsia"/>
          <w:rtl/>
        </w:rPr>
        <w:t>دنيا</w:t>
      </w:r>
      <w:r>
        <w:rPr>
          <w:rtl/>
        </w:rPr>
        <w:t>:</w:t>
      </w:r>
      <w:r>
        <w:rPr>
          <w:rFonts w:hint="eastAsia"/>
          <w:rtl/>
        </w:rPr>
        <w:t>دنيا</w:t>
      </w:r>
      <w:r>
        <w:rPr>
          <w:rtl/>
        </w:rPr>
        <w:t xml:space="preserve"> كو اخرت پر ترجيح دينا ،1،6،8،9،10</w:t>
      </w:r>
    </w:p>
    <w:p w:rsidR="001F628F" w:rsidRDefault="001F628F" w:rsidP="00AC784F">
      <w:pPr>
        <w:pStyle w:val="libNormal"/>
        <w:rPr>
          <w:rtl/>
        </w:rPr>
      </w:pPr>
      <w:r>
        <w:rPr>
          <w:rFonts w:hint="eastAsia"/>
          <w:rtl/>
        </w:rPr>
        <w:t>دنيا</w:t>
      </w:r>
      <w:r>
        <w:rPr>
          <w:rtl/>
        </w:rPr>
        <w:t xml:space="preserve"> پرست لوگ :</w:t>
      </w:r>
      <w:r>
        <w:rPr>
          <w:rFonts w:hint="eastAsia"/>
          <w:rtl/>
        </w:rPr>
        <w:t>دنيا</w:t>
      </w:r>
      <w:r>
        <w:rPr>
          <w:rtl/>
        </w:rPr>
        <w:t xml:space="preserve"> پرستو</w:t>
      </w:r>
      <w:r w:rsidR="00083993">
        <w:rPr>
          <w:rtl/>
        </w:rPr>
        <w:t xml:space="preserve">ں </w:t>
      </w:r>
      <w:r>
        <w:rPr>
          <w:rtl/>
        </w:rPr>
        <w:t>كى گمراہي6</w:t>
      </w:r>
    </w:p>
    <w:p w:rsidR="001F628F" w:rsidRDefault="001F628F" w:rsidP="00AC784F">
      <w:pPr>
        <w:pStyle w:val="libNormal"/>
        <w:rPr>
          <w:rtl/>
        </w:rPr>
      </w:pPr>
      <w:r>
        <w:rPr>
          <w:rFonts w:hint="eastAsia"/>
          <w:rtl/>
        </w:rPr>
        <w:t>دين</w:t>
      </w:r>
      <w:r>
        <w:rPr>
          <w:rtl/>
        </w:rPr>
        <w:t xml:space="preserve"> :</w:t>
      </w:r>
      <w:r>
        <w:rPr>
          <w:rFonts w:hint="eastAsia"/>
          <w:rtl/>
        </w:rPr>
        <w:t>افات</w:t>
      </w:r>
      <w:r>
        <w:rPr>
          <w:rtl/>
        </w:rPr>
        <w:t xml:space="preserve"> دين كى شناخت 2،3،9;دين كے غلط تعارف كرانے كے اثرات 10;دين كا غلط تعارف كرانا 3;دين كى تنقيص 4;دين كے دشمن 2،3 ،4;</w:t>
      </w:r>
    </w:p>
    <w:p w:rsidR="001F628F" w:rsidRDefault="001F628F" w:rsidP="001F628F">
      <w:pPr>
        <w:pStyle w:val="libNormal"/>
        <w:rPr>
          <w:rtl/>
        </w:rPr>
      </w:pPr>
      <w:r>
        <w:rPr>
          <w:rFonts w:hint="eastAsia"/>
          <w:rtl/>
        </w:rPr>
        <w:t>دين</w:t>
      </w:r>
      <w:r>
        <w:rPr>
          <w:rtl/>
        </w:rPr>
        <w:t xml:space="preserve"> سے مقابلہ كاپيش خيمہ 6</w:t>
      </w:r>
    </w:p>
    <w:p w:rsidR="001F628F" w:rsidRDefault="001F628F" w:rsidP="00AC784F">
      <w:pPr>
        <w:pStyle w:val="libNormal"/>
        <w:rPr>
          <w:rtl/>
        </w:rPr>
      </w:pPr>
      <w:r>
        <w:rPr>
          <w:rFonts w:hint="eastAsia"/>
          <w:rtl/>
        </w:rPr>
        <w:t>راہ</w:t>
      </w:r>
      <w:r>
        <w:rPr>
          <w:rtl/>
        </w:rPr>
        <w:t xml:space="preserve"> خدا:</w:t>
      </w:r>
      <w:r>
        <w:rPr>
          <w:rFonts w:hint="eastAsia"/>
          <w:rtl/>
        </w:rPr>
        <w:t>راہ</w:t>
      </w:r>
      <w:r>
        <w:rPr>
          <w:rtl/>
        </w:rPr>
        <w:t xml:space="preserve"> خداسے ممانعت كے اثرات 10;راہ خدا كا غلط تعارف كرانا 3; راہ خداسے روكنے والو</w:t>
      </w:r>
      <w:r w:rsidR="00083993">
        <w:rPr>
          <w:rtl/>
        </w:rPr>
        <w:t xml:space="preserve">ں </w:t>
      </w:r>
      <w:r>
        <w:rPr>
          <w:rtl/>
        </w:rPr>
        <w:t>كى گمراہى ; راہ خداسے روكنے والے 2</w:t>
      </w:r>
    </w:p>
    <w:p w:rsidR="001F628F" w:rsidRDefault="001F628F" w:rsidP="00AC784F">
      <w:pPr>
        <w:pStyle w:val="libNormal"/>
        <w:rPr>
          <w:rtl/>
        </w:rPr>
      </w:pPr>
      <w:r>
        <w:rPr>
          <w:rFonts w:hint="eastAsia"/>
          <w:rtl/>
        </w:rPr>
        <w:t>كفار</w:t>
      </w:r>
      <w:r>
        <w:rPr>
          <w:rtl/>
        </w:rPr>
        <w:t xml:space="preserve"> :</w:t>
      </w:r>
      <w:r>
        <w:rPr>
          <w:rFonts w:hint="eastAsia"/>
          <w:rtl/>
        </w:rPr>
        <w:t>كفار</w:t>
      </w:r>
      <w:r>
        <w:rPr>
          <w:rtl/>
        </w:rPr>
        <w:t xml:space="preserve"> كى اخرت فروشى 1;كفار كى فكر1;كفار كى دشمنى 2،3،4;كفار كى دنياپرستى 1;كفار كى گمراہى 5; كفار كى خصوصيات 2،3</w:t>
      </w:r>
    </w:p>
    <w:p w:rsidR="001F628F" w:rsidRDefault="001F628F" w:rsidP="00AC784F">
      <w:pPr>
        <w:pStyle w:val="libNormal"/>
        <w:rPr>
          <w:rtl/>
        </w:rPr>
      </w:pPr>
      <w:r>
        <w:rPr>
          <w:rFonts w:hint="eastAsia"/>
          <w:rtl/>
        </w:rPr>
        <w:t>كفر</w:t>
      </w:r>
      <w:r>
        <w:rPr>
          <w:rtl/>
        </w:rPr>
        <w:t xml:space="preserve"> :</w:t>
      </w:r>
      <w:r>
        <w:rPr>
          <w:rFonts w:hint="eastAsia"/>
          <w:rtl/>
        </w:rPr>
        <w:t>كفر</w:t>
      </w:r>
      <w:r>
        <w:rPr>
          <w:rtl/>
        </w:rPr>
        <w:t xml:space="preserve"> كى اسباب 9;كفر كى علامتي</w:t>
      </w:r>
      <w:r w:rsidR="00083993">
        <w:rPr>
          <w:rtl/>
        </w:rPr>
        <w:t xml:space="preserve">ں </w:t>
      </w:r>
      <w:r>
        <w:rPr>
          <w:rtl/>
        </w:rPr>
        <w:t>10</w:t>
      </w:r>
    </w:p>
    <w:p w:rsidR="001F628F" w:rsidRDefault="001F628F" w:rsidP="001F628F">
      <w:pPr>
        <w:pStyle w:val="libNormal"/>
        <w:rPr>
          <w:rtl/>
        </w:rPr>
      </w:pPr>
      <w:r>
        <w:rPr>
          <w:rFonts w:hint="eastAsia"/>
          <w:rtl/>
        </w:rPr>
        <w:t>گمراہ</w:t>
      </w:r>
      <w:r>
        <w:rPr>
          <w:rtl/>
        </w:rPr>
        <w:t xml:space="preserve"> لوگ :5،6</w:t>
      </w:r>
    </w:p>
    <w:p w:rsidR="001F628F" w:rsidRDefault="001F628F" w:rsidP="00AC784F">
      <w:pPr>
        <w:pStyle w:val="libNormal"/>
        <w:rPr>
          <w:rtl/>
        </w:rPr>
      </w:pPr>
      <w:r>
        <w:rPr>
          <w:rFonts w:hint="eastAsia"/>
          <w:rtl/>
        </w:rPr>
        <w:t>گمراہى</w:t>
      </w:r>
      <w:r>
        <w:rPr>
          <w:rtl/>
        </w:rPr>
        <w:t xml:space="preserve"> :</w:t>
      </w:r>
      <w:r>
        <w:rPr>
          <w:rFonts w:hint="eastAsia"/>
          <w:rtl/>
        </w:rPr>
        <w:t>گمراہى</w:t>
      </w:r>
      <w:r>
        <w:rPr>
          <w:rtl/>
        </w:rPr>
        <w:t xml:space="preserve"> كے درجات 5،6،11</w:t>
      </w:r>
    </w:p>
    <w:p w:rsidR="00AC784F" w:rsidRDefault="001E7F9D" w:rsidP="00F73EDE">
      <w:pPr>
        <w:pStyle w:val="libPoemTini"/>
        <w:rPr>
          <w:rtl/>
        </w:rPr>
      </w:pPr>
      <w:r>
        <w:rPr>
          <w:rtl/>
        </w:rPr>
        <w:br w:type="page"/>
      </w:r>
    </w:p>
    <w:p w:rsidR="00AC784F" w:rsidRDefault="00AC784F" w:rsidP="00AC784F">
      <w:pPr>
        <w:pStyle w:val="Heading2Center"/>
        <w:rPr>
          <w:rtl/>
        </w:rPr>
      </w:pPr>
      <w:bookmarkStart w:id="4" w:name="_Toc28081682"/>
      <w:r>
        <w:rPr>
          <w:rFonts w:hint="cs"/>
          <w:rtl/>
        </w:rPr>
        <w:lastRenderedPageBreak/>
        <w:t>آیت 4</w:t>
      </w:r>
      <w:bookmarkEnd w:id="4"/>
    </w:p>
    <w:p w:rsidR="001F628F" w:rsidRDefault="00E260F9" w:rsidP="00AC784F">
      <w:pPr>
        <w:pStyle w:val="libNormal"/>
        <w:rPr>
          <w:rtl/>
        </w:rPr>
      </w:pPr>
      <w:r w:rsidRPr="00E260F9">
        <w:rPr>
          <w:rStyle w:val="libAlaemChar"/>
          <w:rFonts w:hint="eastAsia"/>
          <w:rtl/>
        </w:rPr>
        <w:t>(</w:t>
      </w:r>
      <w:r w:rsidRPr="00AC784F">
        <w:rPr>
          <w:rStyle w:val="libAieChar"/>
          <w:rFonts w:hint="eastAsia"/>
          <w:rtl/>
        </w:rPr>
        <w:t>وَمَا</w:t>
      </w:r>
      <w:r w:rsidRPr="00AC784F">
        <w:rPr>
          <w:rStyle w:val="libAieChar"/>
          <w:rtl/>
        </w:rPr>
        <w:t xml:space="preserve"> أَرْسَلْنَا مِن رَّسُولٍ إِلاَّ بِلِسَانِ قَوْمِهِ لِيُبَيِّنَ لَهُمْ فَيُضِلُّ اللّهُ مَن يَشَاءُ وَيَهْدِي مَن يَشَاءُ وَهُوَ الْعَزِيزُ الْحَكِيمُ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جس رسول كو بھى بھيجا اسى كى قوم كى زبان كے ساتھ بھيجا تا كہ وہ لوگو</w:t>
      </w:r>
      <w:r w:rsidR="00083993">
        <w:rPr>
          <w:rtl/>
        </w:rPr>
        <w:t xml:space="preserve">ں </w:t>
      </w:r>
      <w:r>
        <w:rPr>
          <w:rtl/>
        </w:rPr>
        <w:t>پر باتو</w:t>
      </w:r>
      <w:r w:rsidR="00083993">
        <w:rPr>
          <w:rtl/>
        </w:rPr>
        <w:t xml:space="preserve">ں </w:t>
      </w:r>
      <w:r>
        <w:rPr>
          <w:rtl/>
        </w:rPr>
        <w:t>كو واضح كرسكے اس كے بعد خدا جس كو چاہتاہے گمراہى مي</w:t>
      </w:r>
      <w:r w:rsidR="00083993">
        <w:rPr>
          <w:rtl/>
        </w:rPr>
        <w:t xml:space="preserve">ں </w:t>
      </w:r>
      <w:r>
        <w:rPr>
          <w:rtl/>
        </w:rPr>
        <w:t>چھوڑديتاہے اور جس كو چاہتا ہے ہدايت دے ديتاہے وہ صاحب عزت بھى ہے اور صاحب حكمت بھى _</w:t>
      </w:r>
    </w:p>
    <w:p w:rsidR="001F628F" w:rsidRDefault="001F628F" w:rsidP="00AC784F">
      <w:pPr>
        <w:pStyle w:val="libNormal"/>
        <w:rPr>
          <w:rtl/>
        </w:rPr>
      </w:pPr>
      <w:r>
        <w:rPr>
          <w:rtl/>
        </w:rPr>
        <w:t>1_خدا وند متعال نے تمام انبياء كو بغير كسى استثنا ء كے ان كے اپنے علاقے كے لوگو</w:t>
      </w:r>
      <w:r w:rsidR="00083993">
        <w:rPr>
          <w:rtl/>
        </w:rPr>
        <w:t xml:space="preserve">ں </w:t>
      </w:r>
      <w:r>
        <w:rPr>
          <w:rtl/>
        </w:rPr>
        <w:t>كى زبان مي</w:t>
      </w:r>
      <w:r w:rsidR="00083993">
        <w:rPr>
          <w:rtl/>
        </w:rPr>
        <w:t xml:space="preserve">ں </w:t>
      </w:r>
      <w:r>
        <w:rPr>
          <w:rtl/>
        </w:rPr>
        <w:t>رسالت پر مبعوث كيا ہے_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p>
    <w:p w:rsidR="001F628F" w:rsidRDefault="001F628F" w:rsidP="00AC784F">
      <w:pPr>
        <w:pStyle w:val="libNormal"/>
        <w:rPr>
          <w:rtl/>
        </w:rPr>
      </w:pPr>
      <w:r>
        <w:rPr>
          <w:rtl/>
        </w:rPr>
        <w:t>2_لوگو</w:t>
      </w:r>
      <w:r w:rsidR="00083993">
        <w:rPr>
          <w:rtl/>
        </w:rPr>
        <w:t xml:space="preserve">ں </w:t>
      </w:r>
      <w:r>
        <w:rPr>
          <w:rtl/>
        </w:rPr>
        <w:t>كى زبان مي</w:t>
      </w:r>
      <w:r w:rsidR="00083993">
        <w:rPr>
          <w:rtl/>
        </w:rPr>
        <w:t xml:space="preserve">ں </w:t>
      </w:r>
      <w:r>
        <w:rPr>
          <w:rtl/>
        </w:rPr>
        <w:t>انبياء كو مبعوث كرنے كا فلسفہ يہ تھاكہ ان لوگو</w:t>
      </w:r>
      <w:r w:rsidR="00083993">
        <w:rPr>
          <w:rtl/>
        </w:rPr>
        <w:t xml:space="preserve">ں </w:t>
      </w:r>
      <w:r>
        <w:rPr>
          <w:rtl/>
        </w:rPr>
        <w:t>كے لئے معارف الہى كو دقيق انداز مي</w:t>
      </w:r>
      <w:r w:rsidR="00083993">
        <w:rPr>
          <w:rtl/>
        </w:rPr>
        <w:t xml:space="preserve">ں </w:t>
      </w:r>
      <w:r>
        <w:rPr>
          <w:rtl/>
        </w:rPr>
        <w:t>تبيين اور تفہيم كيا جائے 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r w:rsidRPr="00AC784F">
        <w:rPr>
          <w:rStyle w:val="libArabicChar"/>
          <w:rtl/>
        </w:rPr>
        <w:t xml:space="preserve"> </w:t>
      </w:r>
      <w:r w:rsidRPr="00AC784F">
        <w:rPr>
          <w:rStyle w:val="libArabicChar"/>
          <w:rFonts w:hint="cs"/>
          <w:rtl/>
        </w:rPr>
        <w:t>ليبي</w:t>
      </w:r>
      <w:r w:rsidRPr="00AC784F">
        <w:rPr>
          <w:rStyle w:val="libArabicChar"/>
          <w:rtl/>
        </w:rPr>
        <w:t>ّن ل</w:t>
      </w:r>
      <w:r w:rsidR="00B2551F" w:rsidRPr="00B2551F">
        <w:rPr>
          <w:rStyle w:val="libArabicChar"/>
          <w:rFonts w:hint="cs"/>
          <w:rtl/>
        </w:rPr>
        <w:t>ه</w:t>
      </w:r>
      <w:r w:rsidRPr="00AC784F">
        <w:rPr>
          <w:rStyle w:val="libArabicChar"/>
          <w:rFonts w:hint="cs"/>
          <w:rtl/>
        </w:rPr>
        <w:t>م</w:t>
      </w:r>
    </w:p>
    <w:p w:rsidR="001F628F" w:rsidRDefault="001F628F" w:rsidP="00AC784F">
      <w:pPr>
        <w:pStyle w:val="libNormal"/>
        <w:rPr>
          <w:rtl/>
        </w:rPr>
      </w:pPr>
      <w:r>
        <w:rPr>
          <w:rtl/>
        </w:rPr>
        <w:t>3_</w:t>
      </w:r>
      <w:r w:rsidR="003D0BA1">
        <w:rPr>
          <w:rtl/>
        </w:rPr>
        <w:t>انبياء</w:t>
      </w:r>
      <w:r>
        <w:rPr>
          <w:rtl/>
        </w:rPr>
        <w:t>ے الہى كى تعليمات( سب) لوگو</w:t>
      </w:r>
      <w:r w:rsidR="00083993">
        <w:rPr>
          <w:rtl/>
        </w:rPr>
        <w:t xml:space="preserve">ں </w:t>
      </w:r>
      <w:r>
        <w:rPr>
          <w:rtl/>
        </w:rPr>
        <w:t>كے لئے قابل فہم ہي</w:t>
      </w:r>
      <w:r w:rsidR="00083993">
        <w:rPr>
          <w:rtl/>
        </w:rPr>
        <w:t xml:space="preserve">ں </w:t>
      </w:r>
      <w:r>
        <w:rPr>
          <w:rtl/>
        </w:rPr>
        <w:t>_</w:t>
      </w:r>
      <w:r w:rsidRPr="00AC784F">
        <w:rPr>
          <w:rStyle w:val="libArabicChar"/>
          <w:rFonts w:hint="eastAsia"/>
          <w:rtl/>
        </w:rPr>
        <w:t>وما</w:t>
      </w:r>
      <w:r w:rsidRPr="00AC784F">
        <w:rPr>
          <w:rStyle w:val="libArabicChar"/>
          <w:rtl/>
        </w:rPr>
        <w:t xml:space="preserve"> ا رسلنا من رسول ... ليبيّن ل</w:t>
      </w:r>
      <w:r w:rsidR="00B2551F" w:rsidRPr="00B2551F">
        <w:rPr>
          <w:rStyle w:val="libArabicChar"/>
          <w:rFonts w:hint="cs"/>
          <w:rtl/>
        </w:rPr>
        <w:t>ه</w:t>
      </w:r>
      <w:r w:rsidRPr="00AC784F">
        <w:rPr>
          <w:rStyle w:val="libArabicChar"/>
          <w:rFonts w:hint="cs"/>
          <w:rtl/>
        </w:rPr>
        <w:t>م</w:t>
      </w:r>
    </w:p>
    <w:p w:rsidR="001F628F" w:rsidRDefault="001F628F" w:rsidP="001F628F">
      <w:pPr>
        <w:pStyle w:val="libNormal"/>
        <w:rPr>
          <w:rtl/>
        </w:rPr>
      </w:pPr>
      <w:r>
        <w:rPr>
          <w:rtl/>
        </w:rPr>
        <w:t>4_لوگو</w:t>
      </w:r>
      <w:r w:rsidR="00083993">
        <w:rPr>
          <w:rtl/>
        </w:rPr>
        <w:t xml:space="preserve">ں </w:t>
      </w:r>
      <w:r>
        <w:rPr>
          <w:rtl/>
        </w:rPr>
        <w:t>كے لئے معارف الہى كو دقيق انداز مي</w:t>
      </w:r>
      <w:r w:rsidR="00083993">
        <w:rPr>
          <w:rtl/>
        </w:rPr>
        <w:t xml:space="preserve">ں </w:t>
      </w:r>
      <w:r>
        <w:rPr>
          <w:rtl/>
        </w:rPr>
        <w:t xml:space="preserve">بيان كرنا، </w:t>
      </w:r>
      <w:r w:rsidR="003D0BA1">
        <w:rPr>
          <w:rtl/>
        </w:rPr>
        <w:t>انبياء</w:t>
      </w:r>
      <w:r>
        <w:rPr>
          <w:rtl/>
        </w:rPr>
        <w:t>ے كرام كے فرائض اور ذمہ داريو</w:t>
      </w:r>
      <w:r w:rsidR="00083993">
        <w:rPr>
          <w:rtl/>
        </w:rPr>
        <w:t xml:space="preserve">ں </w:t>
      </w:r>
      <w:r>
        <w:rPr>
          <w:rtl/>
        </w:rPr>
        <w:t>مي</w:t>
      </w:r>
      <w:r w:rsidR="00083993">
        <w:rPr>
          <w:rtl/>
        </w:rPr>
        <w:t xml:space="preserve">ں </w:t>
      </w:r>
      <w:r>
        <w:rPr>
          <w:rtl/>
        </w:rPr>
        <w:t>سے ہے_</w:t>
      </w:r>
    </w:p>
    <w:p w:rsidR="001F628F" w:rsidRDefault="001F628F" w:rsidP="00AC784F">
      <w:pPr>
        <w:pStyle w:val="libArabic"/>
        <w:rPr>
          <w:rtl/>
        </w:rPr>
      </w:pPr>
      <w:r>
        <w:rPr>
          <w:rFonts w:hint="eastAsia"/>
          <w:rtl/>
        </w:rPr>
        <w:t>وما</w:t>
      </w:r>
      <w:r>
        <w:rPr>
          <w:rtl/>
        </w:rPr>
        <w:t xml:space="preserve"> ا رسلنا من رسول الّا بلسان قوم</w:t>
      </w:r>
      <w:r w:rsidR="00B2551F" w:rsidRPr="00B2551F">
        <w:rPr>
          <w:rFonts w:hint="cs"/>
          <w:rtl/>
        </w:rPr>
        <w:t>ه</w:t>
      </w:r>
      <w:r>
        <w:rPr>
          <w:rtl/>
        </w:rPr>
        <w:t xml:space="preserve"> </w:t>
      </w:r>
      <w:r>
        <w:rPr>
          <w:rFonts w:hint="cs"/>
          <w:rtl/>
        </w:rPr>
        <w:t>ليبيّ</w:t>
      </w:r>
      <w:r>
        <w:rPr>
          <w:rtl/>
        </w:rPr>
        <w:t>ن ل</w:t>
      </w:r>
      <w:r w:rsidR="00B2551F" w:rsidRPr="00B2551F">
        <w:rPr>
          <w:rFonts w:hint="cs"/>
          <w:rtl/>
        </w:rPr>
        <w:t>ه</w:t>
      </w:r>
      <w:r>
        <w:rPr>
          <w:rFonts w:hint="cs"/>
          <w:rtl/>
        </w:rPr>
        <w:t>م</w:t>
      </w:r>
    </w:p>
    <w:p w:rsidR="001F628F" w:rsidRDefault="001F628F" w:rsidP="001F628F">
      <w:pPr>
        <w:pStyle w:val="libNormal"/>
        <w:rPr>
          <w:rtl/>
        </w:rPr>
      </w:pPr>
      <w:r>
        <w:rPr>
          <w:rtl/>
        </w:rPr>
        <w:t>5_الہى معارف ،</w:t>
      </w:r>
      <w:r w:rsidR="003D0BA1">
        <w:rPr>
          <w:rtl/>
        </w:rPr>
        <w:t>انبياء</w:t>
      </w:r>
      <w:r>
        <w:rPr>
          <w:rtl/>
        </w:rPr>
        <w:t>ے كرام كى طرف سے وضاحت</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و</w:t>
      </w:r>
      <w:r>
        <w:rPr>
          <w:rtl/>
        </w:rPr>
        <w:t xml:space="preserve"> تبيين كے محتاج ہوتے ہي</w:t>
      </w:r>
      <w:r w:rsidR="00083993">
        <w:rPr>
          <w:rtl/>
        </w:rPr>
        <w:t xml:space="preserve">ں </w:t>
      </w:r>
      <w:r>
        <w:rPr>
          <w:rtl/>
        </w:rPr>
        <w:t>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r w:rsidRPr="00AC784F">
        <w:rPr>
          <w:rStyle w:val="libArabicChar"/>
          <w:rtl/>
        </w:rPr>
        <w:t xml:space="preserve"> (</w:t>
      </w:r>
      <w:r w:rsidRPr="00AC784F">
        <w:rPr>
          <w:rStyle w:val="libArabicChar"/>
          <w:rFonts w:hint="cs"/>
          <w:rtl/>
        </w:rPr>
        <w:t>من</w:t>
      </w:r>
      <w:r w:rsidRPr="00AC784F">
        <w:rPr>
          <w:rStyle w:val="libArabicChar"/>
          <w:rtl/>
        </w:rPr>
        <w:t xml:space="preserve">) </w:t>
      </w:r>
      <w:r w:rsidRPr="00AC784F">
        <w:rPr>
          <w:rStyle w:val="libArabicChar"/>
          <w:rFonts w:hint="cs"/>
          <w:rtl/>
        </w:rPr>
        <w:t>ليبي</w:t>
      </w:r>
      <w:r w:rsidRPr="00AC784F">
        <w:rPr>
          <w:rStyle w:val="libArabicChar"/>
          <w:rtl/>
        </w:rPr>
        <w:t>ّن ل</w:t>
      </w:r>
      <w:r w:rsidR="00B2551F" w:rsidRPr="00B2551F">
        <w:rPr>
          <w:rStyle w:val="libArabicChar"/>
          <w:rFonts w:hint="cs"/>
          <w:rtl/>
        </w:rPr>
        <w:t>ه</w:t>
      </w:r>
      <w:r w:rsidRPr="00AC784F">
        <w:rPr>
          <w:rStyle w:val="libArabicChar"/>
          <w:rFonts w:hint="cs"/>
          <w:rtl/>
        </w:rPr>
        <w:t>م</w:t>
      </w:r>
    </w:p>
    <w:p w:rsidR="001F628F" w:rsidRDefault="001F628F" w:rsidP="00AC784F">
      <w:pPr>
        <w:pStyle w:val="libNormal"/>
        <w:rPr>
          <w:rtl/>
        </w:rPr>
      </w:pPr>
      <w:r>
        <w:rPr>
          <w:rtl/>
        </w:rPr>
        <w:t>6_مبلغين كو دين كى تبليغ كرتے وقت لوگو</w:t>
      </w:r>
      <w:r w:rsidR="00083993">
        <w:rPr>
          <w:rtl/>
        </w:rPr>
        <w:t xml:space="preserve">ں </w:t>
      </w:r>
      <w:r>
        <w:rPr>
          <w:rtl/>
        </w:rPr>
        <w:t>كى زبان مي</w:t>
      </w:r>
      <w:r w:rsidR="00083993">
        <w:rPr>
          <w:rtl/>
        </w:rPr>
        <w:t xml:space="preserve">ں </w:t>
      </w:r>
      <w:r>
        <w:rPr>
          <w:rtl/>
        </w:rPr>
        <w:t>گفتگو كرنى چاہيے 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r w:rsidRPr="00AC784F">
        <w:rPr>
          <w:rStyle w:val="libArabicChar"/>
          <w:rtl/>
        </w:rPr>
        <w:t xml:space="preserve"> </w:t>
      </w:r>
      <w:r w:rsidRPr="00AC784F">
        <w:rPr>
          <w:rStyle w:val="libArabicChar"/>
          <w:rFonts w:hint="cs"/>
          <w:rtl/>
        </w:rPr>
        <w:t>ليبي</w:t>
      </w:r>
      <w:r w:rsidRPr="00AC784F">
        <w:rPr>
          <w:rStyle w:val="libArabicChar"/>
          <w:rtl/>
        </w:rPr>
        <w:t>ّن ل</w:t>
      </w:r>
      <w:r w:rsidR="00B2551F" w:rsidRPr="00B2551F">
        <w:rPr>
          <w:rStyle w:val="libArabicChar"/>
          <w:rFonts w:hint="cs"/>
          <w:rtl/>
        </w:rPr>
        <w:t>ه</w:t>
      </w:r>
      <w:r w:rsidRPr="00AC784F">
        <w:rPr>
          <w:rStyle w:val="libArabicChar"/>
          <w:rFonts w:hint="cs"/>
          <w:rtl/>
        </w:rPr>
        <w:t>م</w:t>
      </w:r>
    </w:p>
    <w:p w:rsidR="001F628F" w:rsidRDefault="001F628F" w:rsidP="001F628F">
      <w:pPr>
        <w:pStyle w:val="libNormal"/>
        <w:rPr>
          <w:rtl/>
        </w:rPr>
      </w:pPr>
      <w:r>
        <w:rPr>
          <w:rtl/>
        </w:rPr>
        <w:t>7_ الہى معارف كو لوگو</w:t>
      </w:r>
      <w:r w:rsidR="00083993">
        <w:rPr>
          <w:rtl/>
        </w:rPr>
        <w:t xml:space="preserve">ں </w:t>
      </w:r>
      <w:r>
        <w:rPr>
          <w:rtl/>
        </w:rPr>
        <w:t xml:space="preserve">كى فكرى سطح كے مطابق بيان كرنا،تمام </w:t>
      </w:r>
      <w:r w:rsidR="003D0BA1">
        <w:rPr>
          <w:rtl/>
        </w:rPr>
        <w:t>انبياء</w:t>
      </w:r>
      <w:r>
        <w:rPr>
          <w:rtl/>
        </w:rPr>
        <w:t xml:space="preserve">ے كرام </w:t>
      </w:r>
      <w:r w:rsidR="00367F17" w:rsidRPr="00367F17">
        <w:rPr>
          <w:rStyle w:val="libAlaemChar"/>
          <w:rtl/>
        </w:rPr>
        <w:t xml:space="preserve"> عليه‌السلام </w:t>
      </w:r>
      <w:r>
        <w:rPr>
          <w:rtl/>
        </w:rPr>
        <w:t xml:space="preserve"> كا فريضہ تھا _</w:t>
      </w:r>
    </w:p>
    <w:p w:rsidR="001F628F" w:rsidRDefault="001F628F" w:rsidP="00AC784F">
      <w:pPr>
        <w:pStyle w:val="libArabic"/>
        <w:rPr>
          <w:rtl/>
        </w:rPr>
      </w:pPr>
      <w:r>
        <w:rPr>
          <w:rFonts w:hint="eastAsia"/>
          <w:rtl/>
        </w:rPr>
        <w:t>وما</w:t>
      </w:r>
      <w:r>
        <w:rPr>
          <w:rtl/>
        </w:rPr>
        <w:t xml:space="preserve"> ا رسلنا من رسول الّا بلسان قوم</w:t>
      </w:r>
      <w:r w:rsidR="00B2551F" w:rsidRPr="00B2551F">
        <w:rPr>
          <w:rFonts w:hint="cs"/>
          <w:rtl/>
        </w:rPr>
        <w:t>ه</w:t>
      </w:r>
      <w:r>
        <w:rPr>
          <w:rtl/>
        </w:rPr>
        <w:t xml:space="preserve"> </w:t>
      </w:r>
      <w:r>
        <w:rPr>
          <w:rFonts w:hint="cs"/>
          <w:rtl/>
        </w:rPr>
        <w:t>ليبيّ</w:t>
      </w:r>
      <w:r>
        <w:rPr>
          <w:rtl/>
        </w:rPr>
        <w:t>ن ل</w:t>
      </w:r>
      <w:r w:rsidR="00B2551F" w:rsidRPr="00B2551F">
        <w:rPr>
          <w:rFonts w:hint="cs"/>
          <w:rtl/>
        </w:rPr>
        <w:t>ه</w:t>
      </w:r>
      <w:r>
        <w:rPr>
          <w:rFonts w:hint="cs"/>
          <w:rtl/>
        </w:rPr>
        <w:t>م</w:t>
      </w:r>
    </w:p>
    <w:p w:rsidR="001F628F" w:rsidRDefault="001F628F" w:rsidP="001F628F">
      <w:pPr>
        <w:pStyle w:val="libNormal"/>
        <w:rPr>
          <w:rtl/>
        </w:rPr>
      </w:pPr>
      <w:r>
        <w:rPr>
          <w:rtl/>
        </w:rPr>
        <w:t>'' لسان قوم '' سے مراد لوگو</w:t>
      </w:r>
      <w:r w:rsidR="00083993">
        <w:rPr>
          <w:rtl/>
        </w:rPr>
        <w:t xml:space="preserve">ں </w:t>
      </w:r>
      <w:r>
        <w:rPr>
          <w:rtl/>
        </w:rPr>
        <w:t>كى مروّجہ زبان ہے خصوصاً لوگو</w:t>
      </w:r>
      <w:r w:rsidR="00083993">
        <w:rPr>
          <w:rtl/>
        </w:rPr>
        <w:t xml:space="preserve">ں </w:t>
      </w:r>
      <w:r>
        <w:rPr>
          <w:rtl/>
        </w:rPr>
        <w:t>كى فكرى سطح مي</w:t>
      </w:r>
      <w:r w:rsidR="00083993">
        <w:rPr>
          <w:rtl/>
        </w:rPr>
        <w:t xml:space="preserve">ں </w:t>
      </w:r>
      <w:r>
        <w:rPr>
          <w:rtl/>
        </w:rPr>
        <w:t>فرق ہونے كى وجہ سے انبياء كو طبيعى طور پر تبليغ كے وقت تمام لوگو</w:t>
      </w:r>
      <w:r w:rsidR="00083993">
        <w:rPr>
          <w:rtl/>
        </w:rPr>
        <w:t xml:space="preserve">ں </w:t>
      </w:r>
      <w:r>
        <w:rPr>
          <w:rtl/>
        </w:rPr>
        <w:t>كو مدنظر ركھنا چاہيے تھا_</w:t>
      </w:r>
    </w:p>
    <w:p w:rsidR="001F628F" w:rsidRDefault="001F628F" w:rsidP="00AC784F">
      <w:pPr>
        <w:pStyle w:val="libNormal"/>
        <w:rPr>
          <w:rtl/>
        </w:rPr>
      </w:pPr>
      <w:r>
        <w:rPr>
          <w:rtl/>
        </w:rPr>
        <w:t>8_دينى تعليمات كے نزول كے زمانے كے لوگو</w:t>
      </w:r>
      <w:r w:rsidR="00083993">
        <w:rPr>
          <w:rtl/>
        </w:rPr>
        <w:t xml:space="preserve">ں </w:t>
      </w:r>
      <w:r>
        <w:rPr>
          <w:rtl/>
        </w:rPr>
        <w:t>كا فہم ،ان تعليمات كودقيق انداز مي</w:t>
      </w:r>
      <w:r w:rsidR="00083993">
        <w:rPr>
          <w:rtl/>
        </w:rPr>
        <w:t xml:space="preserve">ں </w:t>
      </w:r>
      <w:r>
        <w:rPr>
          <w:rtl/>
        </w:rPr>
        <w:t>سمجھنے كے لئے ايك منبع اور مرجع كى حيثيت ركھتا ہے_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r w:rsidRPr="00AC784F">
        <w:rPr>
          <w:rStyle w:val="libArabicChar"/>
          <w:rtl/>
        </w:rPr>
        <w:t xml:space="preserve"> </w:t>
      </w:r>
      <w:r w:rsidRPr="00AC784F">
        <w:rPr>
          <w:rStyle w:val="libArabicChar"/>
          <w:rFonts w:hint="cs"/>
          <w:rtl/>
        </w:rPr>
        <w:t>ليبي</w:t>
      </w:r>
      <w:r w:rsidRPr="00AC784F">
        <w:rPr>
          <w:rStyle w:val="libArabicChar"/>
          <w:rtl/>
        </w:rPr>
        <w:t>ّن ل</w:t>
      </w:r>
      <w:r w:rsidR="00B2551F" w:rsidRPr="00B2551F">
        <w:rPr>
          <w:rStyle w:val="libArabicChar"/>
          <w:rFonts w:hint="cs"/>
          <w:rtl/>
        </w:rPr>
        <w:t>ه</w:t>
      </w:r>
      <w:r w:rsidRPr="00AC784F">
        <w:rPr>
          <w:rStyle w:val="libArabicChar"/>
          <w:rFonts w:hint="cs"/>
          <w:rtl/>
        </w:rPr>
        <w:t>م</w:t>
      </w:r>
    </w:p>
    <w:p w:rsidR="001F628F" w:rsidRDefault="001F628F" w:rsidP="001F628F">
      <w:pPr>
        <w:pStyle w:val="libNormal"/>
        <w:rPr>
          <w:rtl/>
        </w:rPr>
      </w:pPr>
      <w:r>
        <w:rPr>
          <w:rFonts w:hint="eastAsia"/>
          <w:rtl/>
        </w:rPr>
        <w:t>يہ</w:t>
      </w:r>
      <w:r>
        <w:rPr>
          <w:rtl/>
        </w:rPr>
        <w:t xml:space="preserve"> جو خداوند متعال نے فرمايا ہے كہ تمام انبياء اپنى قوم كى زبان مي</w:t>
      </w:r>
      <w:r w:rsidR="00083993">
        <w:rPr>
          <w:rtl/>
        </w:rPr>
        <w:t xml:space="preserve">ں </w:t>
      </w:r>
      <w:r>
        <w:rPr>
          <w:rtl/>
        </w:rPr>
        <w:t>مبعوث كيے گئے ہي</w:t>
      </w:r>
      <w:r w:rsidR="00083993">
        <w:rPr>
          <w:rtl/>
        </w:rPr>
        <w:t xml:space="preserve">ں </w:t>
      </w:r>
      <w:r>
        <w:rPr>
          <w:rtl/>
        </w:rPr>
        <w:t>، اس سے يہ نكتہ معلوم ہوتا ہے كہ تعليمات اسمانى كے نزول كے زمانے مي</w:t>
      </w:r>
      <w:r w:rsidR="00083993">
        <w:rPr>
          <w:rtl/>
        </w:rPr>
        <w:t xml:space="preserve">ں </w:t>
      </w:r>
      <w:r>
        <w:rPr>
          <w:rtl/>
        </w:rPr>
        <w:t>موجود لوگو</w:t>
      </w:r>
      <w:r w:rsidR="00083993">
        <w:rPr>
          <w:rtl/>
        </w:rPr>
        <w:t xml:space="preserve">ں </w:t>
      </w:r>
      <w:r>
        <w:rPr>
          <w:rtl/>
        </w:rPr>
        <w:t>كى زبان اور ادبيات ،ان تعليمات كے پيغام كو سمجھنے مي</w:t>
      </w:r>
      <w:r w:rsidR="00083993">
        <w:rPr>
          <w:rtl/>
        </w:rPr>
        <w:t xml:space="preserve">ں </w:t>
      </w:r>
      <w:r>
        <w:rPr>
          <w:rtl/>
        </w:rPr>
        <w:t>موثر كردار ادا كر سكتى ہے_</w:t>
      </w:r>
    </w:p>
    <w:p w:rsidR="001F628F" w:rsidRDefault="001F628F" w:rsidP="00AC784F">
      <w:pPr>
        <w:pStyle w:val="libNormal"/>
        <w:rPr>
          <w:rtl/>
        </w:rPr>
      </w:pPr>
      <w:r>
        <w:rPr>
          <w:rtl/>
        </w:rPr>
        <w:t>9_لوگو</w:t>
      </w:r>
      <w:r w:rsidR="00083993">
        <w:rPr>
          <w:rtl/>
        </w:rPr>
        <w:t xml:space="preserve">ں </w:t>
      </w:r>
      <w:r>
        <w:rPr>
          <w:rtl/>
        </w:rPr>
        <w:t>كى ہدايت اور گمراہى خداوند متعال كى مشيت كى بنياد پر ہوتى ہے_</w:t>
      </w:r>
      <w:r w:rsidRPr="00AC784F">
        <w:rPr>
          <w:rStyle w:val="libArabicChar"/>
          <w:rFonts w:hint="eastAsia"/>
          <w:rtl/>
        </w:rPr>
        <w:t>فيضلّ</w:t>
      </w:r>
      <w:r w:rsidRPr="00AC784F">
        <w:rPr>
          <w:rStyle w:val="libArabicChar"/>
          <w:rtl/>
        </w:rPr>
        <w:t xml:space="preserve"> الل</w:t>
      </w:r>
      <w:r w:rsidR="00B2551F" w:rsidRPr="00B2551F">
        <w:rPr>
          <w:rStyle w:val="libArabicChar"/>
          <w:rFonts w:hint="cs"/>
          <w:rtl/>
        </w:rPr>
        <w:t>ه</w:t>
      </w:r>
      <w:r w:rsidRPr="00AC784F">
        <w:rPr>
          <w:rStyle w:val="libArabicChar"/>
          <w:rtl/>
        </w:rPr>
        <w:t xml:space="preserve"> </w:t>
      </w:r>
      <w:r w:rsidRPr="00AC784F">
        <w:rPr>
          <w:rStyle w:val="libArabicChar"/>
          <w:rFonts w:hint="cs"/>
          <w:rtl/>
        </w:rPr>
        <w:t>من</w:t>
      </w:r>
      <w:r w:rsidRPr="00AC784F">
        <w:rPr>
          <w:rStyle w:val="libArabicChar"/>
          <w:rtl/>
        </w:rPr>
        <w:t xml:space="preserve"> </w:t>
      </w:r>
      <w:r w:rsidRPr="00AC784F">
        <w:rPr>
          <w:rStyle w:val="libArabicChar"/>
          <w:rFonts w:hint="cs"/>
          <w:rtl/>
        </w:rPr>
        <w:t>يشاء</w:t>
      </w:r>
      <w:r w:rsidRPr="00AC784F">
        <w:rPr>
          <w:rStyle w:val="libArabicChar"/>
          <w:rtl/>
        </w:rPr>
        <w:t xml:space="preserve"> </w:t>
      </w:r>
      <w:r w:rsidRPr="00AC784F">
        <w:rPr>
          <w:rStyle w:val="libArabicChar"/>
          <w:rFonts w:hint="cs"/>
          <w:rtl/>
        </w:rPr>
        <w:t>وي</w:t>
      </w:r>
      <w:r w:rsidR="00B2551F" w:rsidRPr="00B2551F">
        <w:rPr>
          <w:rStyle w:val="libArabicChar"/>
          <w:rFonts w:hint="cs"/>
          <w:rtl/>
        </w:rPr>
        <w:t>ه</w:t>
      </w:r>
      <w:r w:rsidRPr="00AC784F">
        <w:rPr>
          <w:rStyle w:val="libArabicChar"/>
          <w:rFonts w:hint="cs"/>
          <w:rtl/>
        </w:rPr>
        <w:t>دى</w:t>
      </w:r>
      <w:r w:rsidRPr="00AC784F">
        <w:rPr>
          <w:rStyle w:val="libArabicChar"/>
          <w:rtl/>
        </w:rPr>
        <w:t xml:space="preserve"> </w:t>
      </w:r>
      <w:r w:rsidRPr="00AC784F">
        <w:rPr>
          <w:rStyle w:val="libArabicChar"/>
          <w:rFonts w:hint="cs"/>
          <w:rtl/>
        </w:rPr>
        <w:t>م</w:t>
      </w:r>
      <w:r w:rsidRPr="00AC784F">
        <w:rPr>
          <w:rStyle w:val="libArabicChar"/>
          <w:rtl/>
        </w:rPr>
        <w:t xml:space="preserve">ن </w:t>
      </w:r>
      <w:r w:rsidR="00606BEE" w:rsidRPr="00606BEE">
        <w:rPr>
          <w:rStyle w:val="libArabicChar"/>
          <w:rtl/>
        </w:rPr>
        <w:t>يشاء</w:t>
      </w:r>
    </w:p>
    <w:p w:rsidR="001F628F" w:rsidRDefault="001F628F" w:rsidP="00AC784F">
      <w:pPr>
        <w:pStyle w:val="libNormal"/>
        <w:rPr>
          <w:rtl/>
        </w:rPr>
      </w:pPr>
      <w:r>
        <w:rPr>
          <w:rtl/>
        </w:rPr>
        <w:t>10_</w:t>
      </w:r>
      <w:r w:rsidR="003D0BA1">
        <w:rPr>
          <w:rtl/>
        </w:rPr>
        <w:t>انبياء</w:t>
      </w:r>
      <w:r>
        <w:rPr>
          <w:rtl/>
        </w:rPr>
        <w:t xml:space="preserve">ے كرام </w:t>
      </w:r>
      <w:r w:rsidR="00367F17" w:rsidRPr="00367F17">
        <w:rPr>
          <w:rStyle w:val="libAlaemChar"/>
          <w:rtl/>
        </w:rPr>
        <w:t xml:space="preserve"> عليه‌السلام </w:t>
      </w:r>
      <w:r>
        <w:rPr>
          <w:rtl/>
        </w:rPr>
        <w:t xml:space="preserve"> كى ذمہ دارى فقط لوگو</w:t>
      </w:r>
      <w:r w:rsidR="00083993">
        <w:rPr>
          <w:rtl/>
        </w:rPr>
        <w:t xml:space="preserve">ں </w:t>
      </w:r>
      <w:r>
        <w:rPr>
          <w:rtl/>
        </w:rPr>
        <w:t>كے لئے الہى تعليمات بيان كرنا اور پہنچانا ہے ليكن لوگو</w:t>
      </w:r>
      <w:r w:rsidR="00083993">
        <w:rPr>
          <w:rtl/>
        </w:rPr>
        <w:t xml:space="preserve">ں </w:t>
      </w:r>
      <w:r>
        <w:rPr>
          <w:rtl/>
        </w:rPr>
        <w:t>كى ہدايت و گمراہى خدا كے اختيارمي</w:t>
      </w:r>
      <w:r w:rsidR="00083993">
        <w:rPr>
          <w:rtl/>
        </w:rPr>
        <w:t xml:space="preserve">ں </w:t>
      </w:r>
      <w:r>
        <w:rPr>
          <w:rtl/>
        </w:rPr>
        <w:t>ہے_</w:t>
      </w:r>
      <w:r w:rsidRPr="00AC784F">
        <w:rPr>
          <w:rStyle w:val="libArabicChar"/>
          <w:rFonts w:hint="eastAsia"/>
          <w:rtl/>
        </w:rPr>
        <w:t>وما</w:t>
      </w:r>
      <w:r w:rsidRPr="00AC784F">
        <w:rPr>
          <w:rStyle w:val="libArabicChar"/>
          <w:rtl/>
        </w:rPr>
        <w:t xml:space="preserve"> ا رسلنا من رسول ...ليبيّن ل</w:t>
      </w:r>
      <w:r w:rsidR="00B2551F" w:rsidRPr="00B2551F">
        <w:rPr>
          <w:rStyle w:val="libArabicChar"/>
          <w:rFonts w:hint="cs"/>
          <w:rtl/>
        </w:rPr>
        <w:t>ه</w:t>
      </w:r>
      <w:r w:rsidRPr="00AC784F">
        <w:rPr>
          <w:rStyle w:val="libArabicChar"/>
          <w:rFonts w:hint="cs"/>
          <w:rtl/>
        </w:rPr>
        <w:t>م</w:t>
      </w:r>
      <w:r w:rsidRPr="00AC784F">
        <w:rPr>
          <w:rStyle w:val="libArabicChar"/>
          <w:rtl/>
        </w:rPr>
        <w:t xml:space="preserve"> </w:t>
      </w:r>
      <w:r w:rsidRPr="00AC784F">
        <w:rPr>
          <w:rStyle w:val="libArabicChar"/>
          <w:rFonts w:hint="cs"/>
          <w:rtl/>
        </w:rPr>
        <w:t>فيضلّ</w:t>
      </w:r>
      <w:r w:rsidRPr="00AC784F">
        <w:rPr>
          <w:rStyle w:val="libArabicChar"/>
          <w:rtl/>
        </w:rPr>
        <w:t xml:space="preserve"> </w:t>
      </w:r>
      <w:r w:rsidRPr="00AC784F">
        <w:rPr>
          <w:rStyle w:val="libArabicChar"/>
          <w:rFonts w:hint="cs"/>
          <w:rtl/>
        </w:rPr>
        <w:t>الل</w:t>
      </w:r>
      <w:r w:rsidR="00B2551F" w:rsidRPr="00B2551F">
        <w:rPr>
          <w:rStyle w:val="libArabicChar"/>
          <w:rFonts w:hint="cs"/>
          <w:rtl/>
        </w:rPr>
        <w:t>ه</w:t>
      </w:r>
      <w:r w:rsidRPr="00AC784F">
        <w:rPr>
          <w:rStyle w:val="libArabicChar"/>
          <w:rtl/>
        </w:rPr>
        <w:t xml:space="preserve"> </w:t>
      </w:r>
      <w:r w:rsidRPr="00AC784F">
        <w:rPr>
          <w:rStyle w:val="libArabicChar"/>
          <w:rFonts w:hint="cs"/>
          <w:rtl/>
        </w:rPr>
        <w:t>من</w:t>
      </w:r>
      <w:r w:rsidRPr="00AC784F">
        <w:rPr>
          <w:rStyle w:val="libArabicChar"/>
          <w:rtl/>
        </w:rPr>
        <w:t xml:space="preserve"> </w:t>
      </w:r>
      <w:r w:rsidRPr="00AC784F">
        <w:rPr>
          <w:rStyle w:val="libArabicChar"/>
          <w:rFonts w:hint="cs"/>
          <w:rtl/>
        </w:rPr>
        <w:t>يشاء</w:t>
      </w:r>
      <w:r w:rsidRPr="00AC784F">
        <w:rPr>
          <w:rStyle w:val="libArabicChar"/>
          <w:rtl/>
        </w:rPr>
        <w:t xml:space="preserve"> </w:t>
      </w:r>
      <w:r w:rsidRPr="00AC784F">
        <w:rPr>
          <w:rStyle w:val="libArabicChar"/>
          <w:rFonts w:hint="cs"/>
          <w:rtl/>
        </w:rPr>
        <w:t>وي</w:t>
      </w:r>
      <w:r w:rsidR="00B2551F" w:rsidRPr="00B2551F">
        <w:rPr>
          <w:rStyle w:val="libArabicChar"/>
          <w:rFonts w:hint="cs"/>
          <w:rtl/>
        </w:rPr>
        <w:t>ه</w:t>
      </w:r>
      <w:r w:rsidRPr="00AC784F">
        <w:rPr>
          <w:rStyle w:val="libArabicChar"/>
          <w:rFonts w:hint="cs"/>
          <w:rtl/>
        </w:rPr>
        <w:t>دى</w:t>
      </w:r>
      <w:r w:rsidRPr="00AC784F">
        <w:rPr>
          <w:rStyle w:val="libArabicChar"/>
          <w:rtl/>
        </w:rPr>
        <w:t xml:space="preserve"> </w:t>
      </w:r>
      <w:r w:rsidRPr="00AC784F">
        <w:rPr>
          <w:rStyle w:val="libArabicChar"/>
          <w:rFonts w:hint="cs"/>
          <w:rtl/>
        </w:rPr>
        <w:t>م</w:t>
      </w:r>
      <w:r w:rsidRPr="00AC784F">
        <w:rPr>
          <w:rStyle w:val="libArabicChar"/>
          <w:rtl/>
        </w:rPr>
        <w:t xml:space="preserve">ن </w:t>
      </w:r>
      <w:r w:rsidR="00606BEE" w:rsidRPr="00606BEE">
        <w:rPr>
          <w:rStyle w:val="libArabicChar"/>
          <w:rtl/>
        </w:rPr>
        <w:t>يشاء</w:t>
      </w:r>
    </w:p>
    <w:p w:rsidR="001F628F" w:rsidRDefault="001F628F" w:rsidP="00AC784F">
      <w:pPr>
        <w:pStyle w:val="libNormal"/>
        <w:rPr>
          <w:rtl/>
        </w:rPr>
      </w:pPr>
      <w:r>
        <w:rPr>
          <w:rtl/>
        </w:rPr>
        <w:t>11_خداوند متعال ،عزيز (ناقابل شكست )اور حكيم (دانا) ہے_</w:t>
      </w:r>
      <w:r w:rsidRPr="00AC784F">
        <w:rPr>
          <w:rStyle w:val="libArabicChar"/>
          <w:rFonts w:hint="eastAsia"/>
          <w:rtl/>
        </w:rPr>
        <w:t>و</w:t>
      </w:r>
      <w:r w:rsidR="00B2551F" w:rsidRPr="00B2551F">
        <w:rPr>
          <w:rStyle w:val="libArabicChar"/>
          <w:rFonts w:hint="cs"/>
          <w:rtl/>
        </w:rPr>
        <w:t>ه</w:t>
      </w:r>
      <w:r w:rsidRPr="00AC784F">
        <w:rPr>
          <w:rStyle w:val="libArabicChar"/>
          <w:rFonts w:hint="cs"/>
          <w:rtl/>
        </w:rPr>
        <w:t>والعزيزالحكيم</w:t>
      </w:r>
    </w:p>
    <w:p w:rsidR="001F628F" w:rsidRDefault="001F628F" w:rsidP="001F628F">
      <w:pPr>
        <w:pStyle w:val="libNormal"/>
        <w:rPr>
          <w:rtl/>
        </w:rPr>
      </w:pPr>
      <w:r>
        <w:rPr>
          <w:rtl/>
        </w:rPr>
        <w:t>12_لوگو</w:t>
      </w:r>
      <w:r w:rsidR="00083993">
        <w:rPr>
          <w:rtl/>
        </w:rPr>
        <w:t xml:space="preserve">ں </w:t>
      </w:r>
      <w:r>
        <w:rPr>
          <w:rtl/>
        </w:rPr>
        <w:t>كى ہدايت و گمراہى مي</w:t>
      </w:r>
      <w:r w:rsidR="00083993">
        <w:rPr>
          <w:rtl/>
        </w:rPr>
        <w:t xml:space="preserve">ں </w:t>
      </w:r>
      <w:r>
        <w:rPr>
          <w:rtl/>
        </w:rPr>
        <w:t>خدا وند متعال كى مشيت ،اس كى حكمت پر مبنى ہے_</w:t>
      </w:r>
    </w:p>
    <w:p w:rsidR="001F628F" w:rsidRDefault="001F628F" w:rsidP="00AC784F">
      <w:pPr>
        <w:pStyle w:val="libArabic"/>
        <w:rPr>
          <w:rtl/>
        </w:rPr>
      </w:pPr>
      <w:r>
        <w:rPr>
          <w:rFonts w:hint="eastAsia"/>
          <w:rtl/>
        </w:rPr>
        <w:t>فيضلّ</w:t>
      </w:r>
      <w:r>
        <w:rPr>
          <w:rtl/>
        </w:rPr>
        <w:t xml:space="preserve"> الله من يشاء وي</w:t>
      </w:r>
      <w:r w:rsidR="00B2551F" w:rsidRPr="00B2551F">
        <w:rPr>
          <w:rFonts w:hint="cs"/>
          <w:rtl/>
        </w:rPr>
        <w:t>ه</w:t>
      </w:r>
      <w:r>
        <w:rPr>
          <w:rFonts w:hint="cs"/>
          <w:rtl/>
        </w:rPr>
        <w:t>دى</w:t>
      </w:r>
      <w:r>
        <w:rPr>
          <w:rtl/>
        </w:rPr>
        <w:t xml:space="preserve"> </w:t>
      </w:r>
      <w:r>
        <w:rPr>
          <w:rFonts w:hint="cs"/>
          <w:rtl/>
        </w:rPr>
        <w:t>من</w:t>
      </w:r>
      <w:r>
        <w:rPr>
          <w:rtl/>
        </w:rPr>
        <w:t xml:space="preserve"> </w:t>
      </w:r>
      <w:r>
        <w:rPr>
          <w:rFonts w:hint="cs"/>
          <w:rtl/>
        </w:rPr>
        <w:t>يشاء</w:t>
      </w:r>
      <w:r>
        <w:rPr>
          <w:rtl/>
        </w:rPr>
        <w:t xml:space="preserve"> </w:t>
      </w:r>
      <w:r>
        <w:rPr>
          <w:rFonts w:hint="cs"/>
          <w:rtl/>
        </w:rPr>
        <w:t>و</w:t>
      </w:r>
      <w:r w:rsidR="00B2551F" w:rsidRPr="00B2551F">
        <w:rPr>
          <w:rFonts w:hint="cs"/>
          <w:rtl/>
        </w:rPr>
        <w:t>ه</w:t>
      </w:r>
      <w:r>
        <w:rPr>
          <w:rFonts w:hint="cs"/>
          <w:rtl/>
        </w:rPr>
        <w:t>والعزيزا</w:t>
      </w:r>
      <w:r>
        <w:rPr>
          <w:rtl/>
        </w:rPr>
        <w:t>لحكيم</w:t>
      </w:r>
    </w:p>
    <w:p w:rsidR="001F628F" w:rsidRDefault="001F628F" w:rsidP="00AC784F">
      <w:pPr>
        <w:pStyle w:val="libNormal"/>
        <w:rPr>
          <w:rtl/>
        </w:rPr>
      </w:pPr>
      <w:r>
        <w:rPr>
          <w:rtl/>
        </w:rPr>
        <w:t>13_لوگو</w:t>
      </w:r>
      <w:r w:rsidR="00083993">
        <w:rPr>
          <w:rtl/>
        </w:rPr>
        <w:t xml:space="preserve">ں </w:t>
      </w:r>
      <w:r>
        <w:rPr>
          <w:rtl/>
        </w:rPr>
        <w:t>كى ہدايت وگمراہى مي</w:t>
      </w:r>
      <w:r w:rsidR="00083993">
        <w:rPr>
          <w:rtl/>
        </w:rPr>
        <w:t xml:space="preserve">ں </w:t>
      </w:r>
      <w:r>
        <w:rPr>
          <w:rtl/>
        </w:rPr>
        <w:t>خدا كى مشيت حتمى ہے_</w:t>
      </w:r>
      <w:r w:rsidRPr="00AC784F">
        <w:rPr>
          <w:rStyle w:val="libArabicChar"/>
          <w:rFonts w:hint="eastAsia"/>
          <w:rtl/>
        </w:rPr>
        <w:t>فيضلّ</w:t>
      </w:r>
      <w:r w:rsidRPr="00AC784F">
        <w:rPr>
          <w:rStyle w:val="libArabicChar"/>
          <w:rtl/>
        </w:rPr>
        <w:t xml:space="preserve"> الله من يشاء وي</w:t>
      </w:r>
      <w:r w:rsidR="00B2551F" w:rsidRPr="00B2551F">
        <w:rPr>
          <w:rStyle w:val="libArabicChar"/>
          <w:rFonts w:hint="cs"/>
          <w:rtl/>
        </w:rPr>
        <w:t>ه</w:t>
      </w:r>
      <w:r w:rsidRPr="00AC784F">
        <w:rPr>
          <w:rStyle w:val="libArabicChar"/>
          <w:rFonts w:hint="cs"/>
          <w:rtl/>
        </w:rPr>
        <w:t>دى</w:t>
      </w:r>
      <w:r w:rsidRPr="00AC784F">
        <w:rPr>
          <w:rStyle w:val="libArabicChar"/>
          <w:rtl/>
        </w:rPr>
        <w:t xml:space="preserve"> </w:t>
      </w:r>
      <w:r w:rsidRPr="00AC784F">
        <w:rPr>
          <w:rStyle w:val="libArabicChar"/>
          <w:rFonts w:hint="cs"/>
          <w:rtl/>
        </w:rPr>
        <w:t>من</w:t>
      </w:r>
      <w:r w:rsidRPr="00AC784F">
        <w:rPr>
          <w:rStyle w:val="libArabicChar"/>
          <w:rtl/>
        </w:rPr>
        <w:t xml:space="preserve"> </w:t>
      </w:r>
      <w:r w:rsidRPr="00AC784F">
        <w:rPr>
          <w:rStyle w:val="libArabicChar"/>
          <w:rFonts w:hint="cs"/>
          <w:rtl/>
        </w:rPr>
        <w:t>يشاء</w:t>
      </w:r>
      <w:r w:rsidRPr="00AC784F">
        <w:rPr>
          <w:rStyle w:val="libArabicChar"/>
          <w:rtl/>
        </w:rPr>
        <w:t xml:space="preserve"> </w:t>
      </w:r>
      <w:r w:rsidRPr="00AC784F">
        <w:rPr>
          <w:rStyle w:val="libArabicChar"/>
          <w:rFonts w:hint="cs"/>
          <w:rtl/>
        </w:rPr>
        <w:t>و</w:t>
      </w:r>
      <w:r w:rsidR="00B2551F" w:rsidRPr="00B2551F">
        <w:rPr>
          <w:rStyle w:val="libArabicChar"/>
          <w:rFonts w:hint="cs"/>
          <w:rtl/>
        </w:rPr>
        <w:t>ه</w:t>
      </w:r>
      <w:r w:rsidRPr="00AC784F">
        <w:rPr>
          <w:rStyle w:val="libArabicChar"/>
          <w:rFonts w:hint="cs"/>
          <w:rtl/>
        </w:rPr>
        <w:t>و</w:t>
      </w:r>
      <w:r w:rsidRPr="00AC784F">
        <w:rPr>
          <w:rStyle w:val="libArabicChar"/>
          <w:rtl/>
        </w:rPr>
        <w:t>العزيز</w:t>
      </w:r>
    </w:p>
    <w:p w:rsidR="001F628F" w:rsidRDefault="001F628F" w:rsidP="001F628F">
      <w:pPr>
        <w:pStyle w:val="libNormal"/>
        <w:rPr>
          <w:rtl/>
        </w:rPr>
      </w:pPr>
      <w:r>
        <w:rPr>
          <w:rtl/>
        </w:rPr>
        <w:t>'' عزيز''كا معنى ناقابل شكست ،غلبہ حاصل كرنے والا ہے اور يہا</w:t>
      </w:r>
      <w:r w:rsidR="00083993">
        <w:rPr>
          <w:rtl/>
        </w:rPr>
        <w:t xml:space="preserve">ں </w:t>
      </w:r>
      <w:r>
        <w:rPr>
          <w:rtl/>
        </w:rPr>
        <w:t>ايت كے صدر اورذيل</w:t>
      </w:r>
    </w:p>
    <w:p w:rsidR="00AC784F" w:rsidRDefault="001E7F9D" w:rsidP="00F73EDE">
      <w:pPr>
        <w:pStyle w:val="libPoemTini"/>
        <w:rPr>
          <w:rtl/>
        </w:rPr>
      </w:pPr>
      <w:r>
        <w:rPr>
          <w:rtl/>
        </w:rPr>
        <w:br w:type="page"/>
      </w:r>
    </w:p>
    <w:p w:rsidR="001F628F" w:rsidRDefault="001F628F" w:rsidP="00AC784F">
      <w:pPr>
        <w:pStyle w:val="libNormal"/>
        <w:rPr>
          <w:rtl/>
        </w:rPr>
      </w:pPr>
      <w:r>
        <w:rPr>
          <w:rFonts w:hint="eastAsia"/>
          <w:rtl/>
        </w:rPr>
        <w:lastRenderedPageBreak/>
        <w:t>كى</w:t>
      </w:r>
      <w:r>
        <w:rPr>
          <w:rtl/>
        </w:rPr>
        <w:t xml:space="preserve"> مناسبت سے معلوم ہوتا ہے كہ خدا كى مشيت قطعى ہے_</w:t>
      </w:r>
    </w:p>
    <w:p w:rsidR="001F628F" w:rsidRDefault="001F628F" w:rsidP="00AC784F">
      <w:pPr>
        <w:pStyle w:val="libNormal"/>
        <w:rPr>
          <w:rtl/>
        </w:rPr>
      </w:pPr>
      <w:r>
        <w:rPr>
          <w:rtl/>
        </w:rPr>
        <w:t>14_ لوگو</w:t>
      </w:r>
      <w:r w:rsidR="00083993">
        <w:rPr>
          <w:rtl/>
        </w:rPr>
        <w:t xml:space="preserve">ں </w:t>
      </w:r>
      <w:r>
        <w:rPr>
          <w:rtl/>
        </w:rPr>
        <w:t>كى زبان مي</w:t>
      </w:r>
      <w:r w:rsidR="00083993">
        <w:rPr>
          <w:rtl/>
        </w:rPr>
        <w:t xml:space="preserve">ں </w:t>
      </w:r>
      <w:r>
        <w:rPr>
          <w:rtl/>
        </w:rPr>
        <w:t>اور ان كى علمى سطح كے مطابق الہى تعليمات كو بيان كرنے كے لئے انبياء كرام كو مبعوث كرنا،خداوند عالم كى عزت و حكمت كا تقاضا_</w:t>
      </w:r>
      <w:r w:rsidRPr="00AC784F">
        <w:rPr>
          <w:rStyle w:val="libArabicChar"/>
          <w:rFonts w:hint="eastAsia"/>
          <w:rtl/>
        </w:rPr>
        <w:t>وما</w:t>
      </w:r>
      <w:r w:rsidRPr="00AC784F">
        <w:rPr>
          <w:rStyle w:val="libArabicChar"/>
          <w:rtl/>
        </w:rPr>
        <w:t xml:space="preserve"> ا رسلنا من رسول الّا بلسان قوم</w:t>
      </w:r>
      <w:r w:rsidR="00B2551F" w:rsidRPr="00B2551F">
        <w:rPr>
          <w:rStyle w:val="libArabicChar"/>
          <w:rFonts w:hint="cs"/>
          <w:rtl/>
        </w:rPr>
        <w:t>ه</w:t>
      </w:r>
      <w:r w:rsidRPr="00AC784F">
        <w:rPr>
          <w:rStyle w:val="libArabicChar"/>
          <w:rtl/>
        </w:rPr>
        <w:t xml:space="preserve"> </w:t>
      </w:r>
      <w:r w:rsidRPr="00AC784F">
        <w:rPr>
          <w:rStyle w:val="libArabicChar"/>
          <w:rFonts w:hint="cs"/>
          <w:rtl/>
        </w:rPr>
        <w:t>ليبيّن</w:t>
      </w:r>
      <w:r w:rsidRPr="00AC784F">
        <w:rPr>
          <w:rStyle w:val="libArabicChar"/>
          <w:rtl/>
        </w:rPr>
        <w:t xml:space="preserve"> ... </w:t>
      </w:r>
      <w:r w:rsidRPr="00AC784F">
        <w:rPr>
          <w:rStyle w:val="libArabicChar"/>
          <w:rFonts w:hint="cs"/>
          <w:rtl/>
        </w:rPr>
        <w:t>و</w:t>
      </w:r>
      <w:r w:rsidR="00B2551F" w:rsidRPr="00B2551F">
        <w:rPr>
          <w:rStyle w:val="libArabicChar"/>
          <w:rFonts w:hint="cs"/>
          <w:rtl/>
        </w:rPr>
        <w:t>ه</w:t>
      </w:r>
      <w:r w:rsidRPr="00AC784F">
        <w:rPr>
          <w:rStyle w:val="libArabicChar"/>
          <w:rFonts w:hint="cs"/>
          <w:rtl/>
        </w:rPr>
        <w:t>والعزيز</w:t>
      </w:r>
      <w:r w:rsidRPr="00AC784F">
        <w:rPr>
          <w:rStyle w:val="libArabicChar"/>
          <w:rtl/>
        </w:rPr>
        <w:t>الحكيم</w:t>
      </w:r>
    </w:p>
    <w:p w:rsidR="001F628F" w:rsidRDefault="001F628F" w:rsidP="00AC784F">
      <w:pPr>
        <w:pStyle w:val="libNormal"/>
        <w:rPr>
          <w:rtl/>
        </w:rPr>
      </w:pPr>
      <w:r>
        <w:rPr>
          <w:rFonts w:hint="eastAsia"/>
          <w:rtl/>
        </w:rPr>
        <w:t>اسماء</w:t>
      </w:r>
      <w:r>
        <w:rPr>
          <w:rtl/>
        </w:rPr>
        <w:t xml:space="preserve"> وصفات:</w:t>
      </w:r>
      <w:r>
        <w:rPr>
          <w:rFonts w:hint="eastAsia"/>
          <w:rtl/>
        </w:rPr>
        <w:t>حكيم</w:t>
      </w:r>
      <w:r>
        <w:rPr>
          <w:rtl/>
        </w:rPr>
        <w:t xml:space="preserve"> 11;عزيز11</w:t>
      </w:r>
    </w:p>
    <w:p w:rsidR="001F628F" w:rsidRDefault="001F628F" w:rsidP="00AC784F">
      <w:pPr>
        <w:pStyle w:val="libNormal"/>
        <w:rPr>
          <w:rtl/>
        </w:rPr>
      </w:pPr>
      <w:r>
        <w:rPr>
          <w:rFonts w:hint="eastAsia"/>
          <w:rtl/>
        </w:rPr>
        <w:t>الله</w:t>
      </w:r>
      <w:r>
        <w:rPr>
          <w:rtl/>
        </w:rPr>
        <w:t xml:space="preserve"> تعالى :</w:t>
      </w:r>
      <w:r>
        <w:rPr>
          <w:rFonts w:hint="eastAsia"/>
          <w:rtl/>
        </w:rPr>
        <w:t>الله</w:t>
      </w:r>
      <w:r>
        <w:rPr>
          <w:rtl/>
        </w:rPr>
        <w:t xml:space="preserve"> تعالى كى مشيت كے اثرات 9;الله تعالى كى مشيت حتمى ہونا 13;ہدايت مي</w:t>
      </w:r>
      <w:r w:rsidR="00083993">
        <w:rPr>
          <w:rtl/>
        </w:rPr>
        <w:t xml:space="preserve">ں </w:t>
      </w:r>
      <w:r>
        <w:rPr>
          <w:rtl/>
        </w:rPr>
        <w:t>الله تعالى كى حكمت 12;الله تعالى كى مشيت مي</w:t>
      </w:r>
      <w:r w:rsidR="00083993">
        <w:rPr>
          <w:rtl/>
        </w:rPr>
        <w:t xml:space="preserve">ں </w:t>
      </w:r>
      <w:r>
        <w:rPr>
          <w:rtl/>
        </w:rPr>
        <w:t>حكمت 12; گمراہى مي</w:t>
      </w:r>
      <w:r w:rsidR="00083993">
        <w:rPr>
          <w:rtl/>
        </w:rPr>
        <w:t xml:space="preserve">ں </w:t>
      </w:r>
      <w:r>
        <w:rPr>
          <w:rtl/>
        </w:rPr>
        <w:t>الله تعالى كى مشيت 12،13;ہدايت مي</w:t>
      </w:r>
      <w:r w:rsidR="00083993">
        <w:rPr>
          <w:rtl/>
        </w:rPr>
        <w:t xml:space="preserve">ں </w:t>
      </w:r>
      <w:r>
        <w:rPr>
          <w:rtl/>
        </w:rPr>
        <w:t>الله تعالى كى مشيت 13;الله تعالى كى حكمت كا اثرات 12،14;الله تعالى كى عزت كا اثرات 14</w:t>
      </w:r>
    </w:p>
    <w:p w:rsidR="001F628F" w:rsidRDefault="001F628F" w:rsidP="00AC784F">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اور دين كى تبيين 10;انبياء اور لوگو</w:t>
      </w:r>
      <w:r w:rsidR="00083993">
        <w:rPr>
          <w:rtl/>
        </w:rPr>
        <w:t xml:space="preserve">ں </w:t>
      </w:r>
      <w:r>
        <w:rPr>
          <w:rtl/>
        </w:rPr>
        <w:t xml:space="preserve">كى علمى سطح 7،14;انبياء </w:t>
      </w:r>
      <w:r w:rsidR="00367F17" w:rsidRPr="00367F17">
        <w:rPr>
          <w:rStyle w:val="libAlaemChar"/>
          <w:rtl/>
        </w:rPr>
        <w:t xml:space="preserve"> عليه‌السلام </w:t>
      </w:r>
      <w:r>
        <w:rPr>
          <w:rtl/>
        </w:rPr>
        <w:t xml:space="preserve"> اور ہدايت 10;انبياء </w:t>
      </w:r>
      <w:r w:rsidR="00367F17" w:rsidRPr="00367F17">
        <w:rPr>
          <w:rStyle w:val="libAlaemChar"/>
          <w:rtl/>
        </w:rPr>
        <w:t xml:space="preserve"> عليه‌السلام </w:t>
      </w:r>
      <w:r>
        <w:rPr>
          <w:rtl/>
        </w:rPr>
        <w:t xml:space="preserve"> كے ہم</w:t>
      </w:r>
    </w:p>
    <w:p w:rsidR="001F628F" w:rsidRDefault="001F628F" w:rsidP="001F628F">
      <w:pPr>
        <w:pStyle w:val="libNormal"/>
        <w:rPr>
          <w:rtl/>
        </w:rPr>
      </w:pPr>
      <w:r>
        <w:rPr>
          <w:rFonts w:hint="eastAsia"/>
          <w:rtl/>
        </w:rPr>
        <w:t>زبان</w:t>
      </w:r>
      <w:r>
        <w:rPr>
          <w:rtl/>
        </w:rPr>
        <w:t xml:space="preserve"> ہونے كا فلسفہ 2;تعليمات انبياء </w:t>
      </w:r>
      <w:r w:rsidR="00367F17" w:rsidRPr="00367F17">
        <w:rPr>
          <w:rStyle w:val="libAlaemChar"/>
          <w:rtl/>
        </w:rPr>
        <w:t xml:space="preserve"> عليه‌السلام </w:t>
      </w:r>
      <w:r>
        <w:rPr>
          <w:rtl/>
        </w:rPr>
        <w:t xml:space="preserve"> كا فہم 3; انبياء </w:t>
      </w:r>
      <w:r w:rsidR="00367F17" w:rsidRPr="00367F17">
        <w:rPr>
          <w:rStyle w:val="libAlaemChar"/>
          <w:rtl/>
        </w:rPr>
        <w:t xml:space="preserve"> عليه‌السلام </w:t>
      </w:r>
      <w:r>
        <w:rPr>
          <w:rtl/>
        </w:rPr>
        <w:t xml:space="preserve"> كى رسالت كى حدود 10;انبياء </w:t>
      </w:r>
      <w:r w:rsidR="00367F17" w:rsidRPr="00367F17">
        <w:rPr>
          <w:rStyle w:val="libAlaemChar"/>
          <w:rtl/>
        </w:rPr>
        <w:t xml:space="preserve"> عليه‌السلام </w:t>
      </w:r>
      <w:r>
        <w:rPr>
          <w:rtl/>
        </w:rPr>
        <w:t xml:space="preserve"> كا عوامى ہونا 1; انبياء </w:t>
      </w:r>
      <w:r w:rsidR="00367F17" w:rsidRPr="00367F17">
        <w:rPr>
          <w:rStyle w:val="libAlaemChar"/>
          <w:rtl/>
        </w:rPr>
        <w:t xml:space="preserve"> عليه‌السلام </w:t>
      </w:r>
      <w:r>
        <w:rPr>
          <w:rtl/>
        </w:rPr>
        <w:t xml:space="preserve"> كى كے فرائض4،7;انبياء </w:t>
      </w:r>
      <w:r w:rsidR="00367F17" w:rsidRPr="00367F17">
        <w:rPr>
          <w:rStyle w:val="libAlaemChar"/>
          <w:rtl/>
        </w:rPr>
        <w:t xml:space="preserve"> عليه‌السلام </w:t>
      </w:r>
      <w:r>
        <w:rPr>
          <w:rtl/>
        </w:rPr>
        <w:t xml:space="preserve"> كى بعثت كا سرچشمہ 14;انبياء </w:t>
      </w:r>
      <w:r w:rsidR="00367F17" w:rsidRPr="00367F17">
        <w:rPr>
          <w:rStyle w:val="libAlaemChar"/>
          <w:rtl/>
        </w:rPr>
        <w:t xml:space="preserve"> عليه‌السلام </w:t>
      </w:r>
      <w:r>
        <w:rPr>
          <w:rtl/>
        </w:rPr>
        <w:t xml:space="preserve"> كا كردار 5;تعليمات انبياء </w:t>
      </w:r>
      <w:r w:rsidR="00367F17" w:rsidRPr="00367F17">
        <w:rPr>
          <w:rStyle w:val="libAlaemChar"/>
          <w:rtl/>
        </w:rPr>
        <w:t xml:space="preserve"> عليه‌السلام </w:t>
      </w:r>
      <w:r>
        <w:rPr>
          <w:rtl/>
        </w:rPr>
        <w:t xml:space="preserve"> كى خصوصيات 3;انبياء </w:t>
      </w:r>
      <w:r w:rsidR="00367F17" w:rsidRPr="00367F17">
        <w:rPr>
          <w:rStyle w:val="libAlaemChar"/>
          <w:rtl/>
        </w:rPr>
        <w:t xml:space="preserve"> عليه‌السلام </w:t>
      </w:r>
      <w:r>
        <w:rPr>
          <w:rtl/>
        </w:rPr>
        <w:t xml:space="preserve"> كا لوگو</w:t>
      </w:r>
      <w:r w:rsidR="00083993">
        <w:rPr>
          <w:rtl/>
        </w:rPr>
        <w:t xml:space="preserve">ں </w:t>
      </w:r>
      <w:r>
        <w:rPr>
          <w:rtl/>
        </w:rPr>
        <w:t>كے ہم زبان ہونا 1</w:t>
      </w:r>
    </w:p>
    <w:p w:rsidR="001F628F" w:rsidRDefault="001F628F" w:rsidP="00AC784F">
      <w:pPr>
        <w:pStyle w:val="libNormal"/>
        <w:rPr>
          <w:rtl/>
        </w:rPr>
      </w:pPr>
      <w:r>
        <w:rPr>
          <w:rFonts w:hint="eastAsia"/>
          <w:rtl/>
        </w:rPr>
        <w:t>تبليغ</w:t>
      </w:r>
      <w:r>
        <w:rPr>
          <w:rtl/>
        </w:rPr>
        <w:t xml:space="preserve"> :</w:t>
      </w:r>
      <w:r>
        <w:rPr>
          <w:rFonts w:hint="eastAsia"/>
          <w:rtl/>
        </w:rPr>
        <w:t>تبليغ</w:t>
      </w:r>
      <w:r>
        <w:rPr>
          <w:rtl/>
        </w:rPr>
        <w:t xml:space="preserve"> كا طريقہ 6،7;تبليغ مي</w:t>
      </w:r>
      <w:r w:rsidR="00083993">
        <w:rPr>
          <w:rtl/>
        </w:rPr>
        <w:t xml:space="preserve">ں </w:t>
      </w:r>
      <w:r>
        <w:rPr>
          <w:rtl/>
        </w:rPr>
        <w:t>لوگو</w:t>
      </w:r>
      <w:r w:rsidR="00083993">
        <w:rPr>
          <w:rtl/>
        </w:rPr>
        <w:t xml:space="preserve">ں </w:t>
      </w:r>
      <w:r>
        <w:rPr>
          <w:rtl/>
        </w:rPr>
        <w:t>كى علمى سطح 6،7</w:t>
      </w:r>
    </w:p>
    <w:p w:rsidR="001F628F" w:rsidRDefault="001F628F" w:rsidP="00AC784F">
      <w:pPr>
        <w:pStyle w:val="libNormal"/>
        <w:rPr>
          <w:rtl/>
        </w:rPr>
      </w:pPr>
      <w:r>
        <w:rPr>
          <w:rFonts w:hint="eastAsia"/>
          <w:rtl/>
        </w:rPr>
        <w:t>دين</w:t>
      </w:r>
      <w:r>
        <w:rPr>
          <w:rtl/>
        </w:rPr>
        <w:t xml:space="preserve"> :</w:t>
      </w:r>
      <w:r>
        <w:rPr>
          <w:rFonts w:hint="eastAsia"/>
          <w:rtl/>
        </w:rPr>
        <w:t>تبيين</w:t>
      </w:r>
      <w:r>
        <w:rPr>
          <w:rtl/>
        </w:rPr>
        <w:t xml:space="preserve"> دين كى اہميت 2،5;فہم دين كى اہميت 2;دين كى تبيين 4;فہم دين كا معيار 8</w:t>
      </w:r>
    </w:p>
    <w:p w:rsidR="001F628F" w:rsidRDefault="001F628F" w:rsidP="00AC784F">
      <w:pPr>
        <w:pStyle w:val="libNormal"/>
        <w:rPr>
          <w:rtl/>
        </w:rPr>
      </w:pPr>
      <w:r>
        <w:rPr>
          <w:rFonts w:hint="eastAsia"/>
          <w:rtl/>
        </w:rPr>
        <w:t>ضروريات</w:t>
      </w:r>
      <w:r>
        <w:rPr>
          <w:rtl/>
        </w:rPr>
        <w:t xml:space="preserve"> :</w:t>
      </w:r>
      <w:r>
        <w:rPr>
          <w:rFonts w:hint="eastAsia"/>
          <w:rtl/>
        </w:rPr>
        <w:t>انبياء</w:t>
      </w:r>
      <w:r>
        <w:rPr>
          <w:rtl/>
        </w:rPr>
        <w:t xml:space="preserve"> كى ضرورت 5</w:t>
      </w:r>
    </w:p>
    <w:p w:rsidR="001F628F" w:rsidRDefault="001F628F" w:rsidP="00AC784F">
      <w:pPr>
        <w:pStyle w:val="libNormal"/>
        <w:rPr>
          <w:rtl/>
        </w:rPr>
      </w:pPr>
      <w:r>
        <w:rPr>
          <w:rFonts w:hint="eastAsia"/>
          <w:rtl/>
        </w:rPr>
        <w:t>گمراہى</w:t>
      </w:r>
      <w:r>
        <w:rPr>
          <w:rtl/>
        </w:rPr>
        <w:t xml:space="preserve"> :</w:t>
      </w:r>
      <w:r>
        <w:rPr>
          <w:rFonts w:hint="eastAsia"/>
          <w:rtl/>
        </w:rPr>
        <w:t>گمراہى</w:t>
      </w:r>
      <w:r>
        <w:rPr>
          <w:rtl/>
        </w:rPr>
        <w:t xml:space="preserve"> كا سر چشمہ 9،10</w:t>
      </w:r>
    </w:p>
    <w:p w:rsidR="001F628F" w:rsidRDefault="001F628F" w:rsidP="00AC784F">
      <w:pPr>
        <w:pStyle w:val="libNormal"/>
        <w:rPr>
          <w:rtl/>
        </w:rPr>
      </w:pPr>
      <w:r>
        <w:rPr>
          <w:rFonts w:hint="eastAsia"/>
          <w:rtl/>
        </w:rPr>
        <w:t>مبلغين</w:t>
      </w:r>
      <w:r>
        <w:rPr>
          <w:rtl/>
        </w:rPr>
        <w:t xml:space="preserve"> :</w:t>
      </w:r>
      <w:r>
        <w:rPr>
          <w:rFonts w:hint="eastAsia"/>
          <w:rtl/>
        </w:rPr>
        <w:t>مبلغين</w:t>
      </w:r>
      <w:r>
        <w:rPr>
          <w:rtl/>
        </w:rPr>
        <w:t xml:space="preserve"> كى ذمہ دارى 6;مبلغين كا لوگو</w:t>
      </w:r>
      <w:r w:rsidR="00083993">
        <w:rPr>
          <w:rtl/>
        </w:rPr>
        <w:t xml:space="preserve">ں </w:t>
      </w:r>
      <w:r>
        <w:rPr>
          <w:rtl/>
        </w:rPr>
        <w:t>كے ہم زبان ہونا 6</w:t>
      </w:r>
    </w:p>
    <w:p w:rsidR="001F628F" w:rsidRDefault="001F628F" w:rsidP="00AC784F">
      <w:pPr>
        <w:pStyle w:val="libNormal"/>
        <w:rPr>
          <w:rtl/>
        </w:rPr>
      </w:pPr>
      <w:r>
        <w:rPr>
          <w:rFonts w:hint="eastAsia"/>
          <w:rtl/>
        </w:rPr>
        <w:t>ہدايت</w:t>
      </w:r>
      <w:r>
        <w:rPr>
          <w:rtl/>
        </w:rPr>
        <w:t xml:space="preserve"> :</w:t>
      </w:r>
      <w:r>
        <w:rPr>
          <w:rFonts w:hint="eastAsia"/>
          <w:rtl/>
        </w:rPr>
        <w:t>ہدايت</w:t>
      </w:r>
      <w:r>
        <w:rPr>
          <w:rtl/>
        </w:rPr>
        <w:t xml:space="preserve"> كا سر چشمہ 9،10</w:t>
      </w:r>
    </w:p>
    <w:p w:rsidR="00AC784F" w:rsidRDefault="001E7F9D" w:rsidP="00F73EDE">
      <w:pPr>
        <w:pStyle w:val="libPoemTini"/>
        <w:rPr>
          <w:rtl/>
        </w:rPr>
      </w:pPr>
      <w:r>
        <w:rPr>
          <w:rtl/>
        </w:rPr>
        <w:br w:type="page"/>
      </w:r>
    </w:p>
    <w:p w:rsidR="00AC784F" w:rsidRDefault="00AC784F" w:rsidP="00AC784F">
      <w:pPr>
        <w:pStyle w:val="Heading2Center"/>
        <w:rPr>
          <w:rtl/>
        </w:rPr>
      </w:pPr>
      <w:bookmarkStart w:id="5" w:name="_Toc28081683"/>
      <w:r>
        <w:rPr>
          <w:rFonts w:hint="cs"/>
          <w:rtl/>
        </w:rPr>
        <w:lastRenderedPageBreak/>
        <w:t>آیت 5</w:t>
      </w:r>
      <w:bookmarkEnd w:id="5"/>
    </w:p>
    <w:p w:rsidR="001F628F" w:rsidRDefault="00E260F9" w:rsidP="00AC784F">
      <w:pPr>
        <w:pStyle w:val="libNormal"/>
        <w:rPr>
          <w:rtl/>
        </w:rPr>
      </w:pPr>
      <w:r w:rsidRPr="00E260F9">
        <w:rPr>
          <w:rStyle w:val="libAlaemChar"/>
          <w:rFonts w:hint="eastAsia"/>
          <w:rtl/>
        </w:rPr>
        <w:t>(</w:t>
      </w:r>
      <w:r w:rsidRPr="00AC784F">
        <w:rPr>
          <w:rStyle w:val="libAieChar"/>
          <w:rFonts w:hint="eastAsia"/>
          <w:rtl/>
        </w:rPr>
        <w:t>وَلَقَدْ</w:t>
      </w:r>
      <w:r w:rsidRPr="00AC784F">
        <w:rPr>
          <w:rStyle w:val="libAieChar"/>
          <w:rtl/>
        </w:rPr>
        <w:t xml:space="preserve"> أَرْسَلْنَا مُوسَى بِآيَاتِنَا أَنْ أَخْرِجْ قَوْمَكَ مِنَ الظُّلُمَاتِ إِلَى النُّورِ وَذَكِّرْهُمْ بِأَيَّامِ اللّهِ إِنَّ فِي ذَلِكَ لآيَاتٍ لِّكُلِّ صَبَّارٍ شَكُورٍ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موسى </w:t>
      </w:r>
      <w:r w:rsidR="00367F17" w:rsidRPr="00367F17">
        <w:rPr>
          <w:rStyle w:val="libAlaemChar"/>
          <w:rtl/>
        </w:rPr>
        <w:t xml:space="preserve"> عليه‌السلام </w:t>
      </w:r>
      <w:r>
        <w:rPr>
          <w:rtl/>
        </w:rPr>
        <w:t xml:space="preserve"> كو اپنى نشانيو</w:t>
      </w:r>
      <w:r w:rsidR="00083993">
        <w:rPr>
          <w:rtl/>
        </w:rPr>
        <w:t xml:space="preserve">ں </w:t>
      </w:r>
      <w:r>
        <w:rPr>
          <w:rtl/>
        </w:rPr>
        <w:t>كے ساتھ بھيجا كہ اپنى قوم كو ظلمتو</w:t>
      </w:r>
      <w:r w:rsidR="00083993">
        <w:rPr>
          <w:rtl/>
        </w:rPr>
        <w:t xml:space="preserve">ں </w:t>
      </w:r>
      <w:r>
        <w:rPr>
          <w:rtl/>
        </w:rPr>
        <w:t>سے نور كى طرف نكال كر لائي</w:t>
      </w:r>
      <w:r w:rsidR="00083993">
        <w:rPr>
          <w:rtl/>
        </w:rPr>
        <w:t xml:space="preserve">ں </w:t>
      </w:r>
      <w:r>
        <w:rPr>
          <w:rtl/>
        </w:rPr>
        <w:t>اور انہي</w:t>
      </w:r>
      <w:r w:rsidR="00083993">
        <w:rPr>
          <w:rtl/>
        </w:rPr>
        <w:t xml:space="preserve">ں </w:t>
      </w:r>
      <w:r>
        <w:rPr>
          <w:rtl/>
        </w:rPr>
        <w:t>خدائي دنو</w:t>
      </w:r>
      <w:r w:rsidR="00083993">
        <w:rPr>
          <w:rtl/>
        </w:rPr>
        <w:t xml:space="preserve">ں </w:t>
      </w:r>
      <w:r>
        <w:rPr>
          <w:rtl/>
        </w:rPr>
        <w:t>كى ياد دلائي</w:t>
      </w:r>
      <w:r w:rsidR="00083993">
        <w:rPr>
          <w:rtl/>
        </w:rPr>
        <w:t xml:space="preserve">ں </w:t>
      </w:r>
      <w:r>
        <w:rPr>
          <w:rtl/>
        </w:rPr>
        <w:t>كہ بيشك اس مي</w:t>
      </w:r>
      <w:r w:rsidR="00083993">
        <w:rPr>
          <w:rtl/>
        </w:rPr>
        <w:t xml:space="preserve">ں </w:t>
      </w:r>
      <w:r>
        <w:rPr>
          <w:rtl/>
        </w:rPr>
        <w:t>تمام صبر كرنے والے اور شكر كرنے والے افراد كے لئے بہت سى نشانيا</w:t>
      </w:r>
      <w:r w:rsidR="00083993">
        <w:rPr>
          <w:rtl/>
        </w:rPr>
        <w:t xml:space="preserve">ں </w:t>
      </w:r>
      <w:r>
        <w:rPr>
          <w:rtl/>
        </w:rPr>
        <w:t>پائي جاتى ہي</w:t>
      </w:r>
      <w:r w:rsidR="00083993">
        <w:rPr>
          <w:rtl/>
        </w:rPr>
        <w:t xml:space="preserve">ں </w:t>
      </w:r>
      <w:r>
        <w:rPr>
          <w:rtl/>
        </w:rPr>
        <w:t>_</w:t>
      </w:r>
    </w:p>
    <w:p w:rsidR="001F628F" w:rsidRDefault="001F628F" w:rsidP="00367F17">
      <w:pPr>
        <w:pStyle w:val="libNormal"/>
        <w:rPr>
          <w:rtl/>
        </w:rPr>
      </w:pPr>
      <w:r>
        <w:rPr>
          <w:rtl/>
        </w:rPr>
        <w:t xml:space="preserve">1_ حضرت موسى </w:t>
      </w:r>
      <w:r w:rsidR="00367F17" w:rsidRPr="00367F17">
        <w:rPr>
          <w:rStyle w:val="libAlaemChar"/>
          <w:rtl/>
        </w:rPr>
        <w:t xml:space="preserve"> عليه‌السلام </w:t>
      </w:r>
      <w:r>
        <w:rPr>
          <w:rtl/>
        </w:rPr>
        <w:t xml:space="preserve"> اپنے زمانے كے لوگو</w:t>
      </w:r>
      <w:r w:rsidR="00083993">
        <w:rPr>
          <w:rtl/>
        </w:rPr>
        <w:t xml:space="preserve">ں </w:t>
      </w:r>
      <w:r>
        <w:rPr>
          <w:rtl/>
        </w:rPr>
        <w:t>كے لئے خداوندمتعال كى طرف سے بہت معجزات اورنشانيا</w:t>
      </w:r>
      <w:r w:rsidR="00083993">
        <w:rPr>
          <w:rtl/>
        </w:rPr>
        <w:t xml:space="preserve">ں </w:t>
      </w:r>
      <w:r>
        <w:rPr>
          <w:rtl/>
        </w:rPr>
        <w:t>لے كر مبعوث ہوئے_</w:t>
      </w:r>
      <w:r w:rsidRPr="00AC784F">
        <w:rPr>
          <w:rStyle w:val="libArabicChar"/>
          <w:rFonts w:hint="eastAsia"/>
          <w:rtl/>
        </w:rPr>
        <w:t>ولقد</w:t>
      </w:r>
      <w:r w:rsidRPr="00AC784F">
        <w:rPr>
          <w:rStyle w:val="libArabicChar"/>
          <w:rtl/>
        </w:rPr>
        <w:t xml:space="preserve"> ا رسلنا موسى </w:t>
      </w:r>
      <w:r w:rsidR="00367F17" w:rsidRPr="00367F17">
        <w:rPr>
          <w:rStyle w:val="libArabicChar"/>
          <w:rtl/>
        </w:rPr>
        <w:t>بأيآتنا</w:t>
      </w:r>
      <w:r w:rsidRPr="00AC784F">
        <w:rPr>
          <w:rStyle w:val="libArabicChar"/>
          <w:rtl/>
        </w:rPr>
        <w:t>ان اخرج قومك</w:t>
      </w:r>
    </w:p>
    <w:p w:rsidR="001F628F" w:rsidRDefault="001F628F" w:rsidP="001F628F">
      <w:pPr>
        <w:pStyle w:val="libNormal"/>
        <w:rPr>
          <w:rtl/>
        </w:rPr>
      </w:pPr>
      <w:r>
        <w:rPr>
          <w:rtl/>
        </w:rPr>
        <w:t xml:space="preserve">2_ حضرت موسى </w:t>
      </w:r>
      <w:r w:rsidR="00367F17" w:rsidRPr="00367F17">
        <w:rPr>
          <w:rStyle w:val="libAlaemChar"/>
          <w:rtl/>
        </w:rPr>
        <w:t xml:space="preserve"> عليه‌السلام </w:t>
      </w:r>
      <w:r>
        <w:rPr>
          <w:rtl/>
        </w:rPr>
        <w:t xml:space="preserve"> كے معجزات(درحقيقت )خداوند متعال كا فعل تھا كہ جو حضرت موسى </w:t>
      </w:r>
      <w:r w:rsidR="00367F17" w:rsidRPr="00367F17">
        <w:rPr>
          <w:rStyle w:val="libAlaemChar"/>
          <w:rtl/>
        </w:rPr>
        <w:t xml:space="preserve"> عليه‌السلام </w:t>
      </w:r>
      <w:r>
        <w:rPr>
          <w:rtl/>
        </w:rPr>
        <w:t xml:space="preserve"> كے ذريعے انجام پايا_</w:t>
      </w:r>
    </w:p>
    <w:p w:rsidR="001F628F" w:rsidRDefault="001F628F" w:rsidP="00AC784F">
      <w:pPr>
        <w:pStyle w:val="libArabic"/>
        <w:rPr>
          <w:rtl/>
        </w:rPr>
      </w:pPr>
      <w:r>
        <w:rPr>
          <w:rFonts w:hint="eastAsia"/>
          <w:rtl/>
        </w:rPr>
        <w:t>ولقد</w:t>
      </w:r>
      <w:r>
        <w:rPr>
          <w:rtl/>
        </w:rPr>
        <w:t xml:space="preserve"> ا رسلنا موسى </w:t>
      </w:r>
      <w:r w:rsidR="00367F17" w:rsidRPr="00367F17">
        <w:rPr>
          <w:rtl/>
        </w:rPr>
        <w:t>بأيآتنا</w:t>
      </w:r>
    </w:p>
    <w:p w:rsidR="001F628F" w:rsidRDefault="001F628F" w:rsidP="001F628F">
      <w:pPr>
        <w:pStyle w:val="libNormal"/>
        <w:rPr>
          <w:rtl/>
        </w:rPr>
      </w:pPr>
      <w:r>
        <w:rPr>
          <w:rFonts w:hint="eastAsia"/>
          <w:rtl/>
        </w:rPr>
        <w:t>مذكورہ</w:t>
      </w:r>
      <w:r>
        <w:rPr>
          <w:rtl/>
        </w:rPr>
        <w:t xml:space="preserve"> مطلب اس بات پر موقوف ہے كہ جب''اياتنا''سے مراد وہ معجزات ہو</w:t>
      </w:r>
      <w:r w:rsidR="00083993">
        <w:rPr>
          <w:rtl/>
        </w:rPr>
        <w:t xml:space="preserve">ں </w:t>
      </w:r>
      <w:r>
        <w:rPr>
          <w:rtl/>
        </w:rPr>
        <w:t xml:space="preserve">كہ جو حضرت موسى </w:t>
      </w:r>
      <w:r w:rsidR="00367F17" w:rsidRPr="00367F17">
        <w:rPr>
          <w:rStyle w:val="libAlaemChar"/>
          <w:rtl/>
        </w:rPr>
        <w:t xml:space="preserve"> عليه‌السلام </w:t>
      </w:r>
      <w:r>
        <w:rPr>
          <w:rtl/>
        </w:rPr>
        <w:t xml:space="preserve"> كے ذريعے انجام پائے ہي</w:t>
      </w:r>
      <w:r w:rsidR="00083993">
        <w:rPr>
          <w:rtl/>
        </w:rPr>
        <w:t xml:space="preserve">ں </w:t>
      </w:r>
      <w:r>
        <w:rPr>
          <w:rtl/>
        </w:rPr>
        <w:t>_</w:t>
      </w:r>
    </w:p>
    <w:p w:rsidR="001F628F" w:rsidRDefault="001F628F" w:rsidP="00AC784F">
      <w:pPr>
        <w:pStyle w:val="libNormal"/>
        <w:rPr>
          <w:rtl/>
        </w:rPr>
      </w:pPr>
      <w:r>
        <w:rPr>
          <w:rtl/>
        </w:rPr>
        <w:t xml:space="preserve">3_ حضرت موسى </w:t>
      </w:r>
      <w:r w:rsidR="00367F17" w:rsidRPr="00367F17">
        <w:rPr>
          <w:rStyle w:val="libAlaemChar"/>
          <w:rtl/>
        </w:rPr>
        <w:t xml:space="preserve"> عليه‌السلام </w:t>
      </w:r>
      <w:r>
        <w:rPr>
          <w:rtl/>
        </w:rPr>
        <w:t xml:space="preserve"> كى ذمہ دارى تھى كہ وہ اپنے زمانہ كے لوگو</w:t>
      </w:r>
      <w:r w:rsidR="00083993">
        <w:rPr>
          <w:rtl/>
        </w:rPr>
        <w:t xml:space="preserve">ں </w:t>
      </w:r>
      <w:r>
        <w:rPr>
          <w:rtl/>
        </w:rPr>
        <w:t>كو الہى نشانيو</w:t>
      </w:r>
      <w:r w:rsidR="00083993">
        <w:rPr>
          <w:rtl/>
        </w:rPr>
        <w:t xml:space="preserve">ں </w:t>
      </w:r>
      <w:r>
        <w:rPr>
          <w:rtl/>
        </w:rPr>
        <w:t>اورمعجزات كے ذريعے تاريكيو</w:t>
      </w:r>
      <w:r w:rsidR="00083993">
        <w:rPr>
          <w:rtl/>
        </w:rPr>
        <w:t xml:space="preserve">ں </w:t>
      </w:r>
      <w:r>
        <w:rPr>
          <w:rtl/>
        </w:rPr>
        <w:t>سے نكال كر نور كى طرف لے جائي</w:t>
      </w:r>
      <w:r w:rsidR="00083993">
        <w:rPr>
          <w:rtl/>
        </w:rPr>
        <w:t xml:space="preserve">ں </w:t>
      </w:r>
      <w:r>
        <w:rPr>
          <w:rtl/>
        </w:rPr>
        <w:t>_</w:t>
      </w:r>
      <w:r w:rsidRPr="00AC784F">
        <w:rPr>
          <w:rStyle w:val="libArabicChar"/>
          <w:rFonts w:hint="eastAsia"/>
          <w:rtl/>
        </w:rPr>
        <w:t>ولقد</w:t>
      </w:r>
      <w:r w:rsidRPr="00AC784F">
        <w:rPr>
          <w:rStyle w:val="libArabicChar"/>
          <w:rtl/>
        </w:rPr>
        <w:t xml:space="preserve"> ا رسلنا موسى </w:t>
      </w:r>
      <w:r w:rsidR="00367F17" w:rsidRPr="00367F17">
        <w:rPr>
          <w:rStyle w:val="libArabicChar"/>
          <w:rtl/>
        </w:rPr>
        <w:t>بأيآتنا</w:t>
      </w:r>
      <w:r w:rsidRPr="00AC784F">
        <w:rPr>
          <w:rStyle w:val="libArabicChar"/>
          <w:rtl/>
        </w:rPr>
        <w:t>ا ن ا خرج قومك من الظلمت الى النور</w:t>
      </w:r>
    </w:p>
    <w:p w:rsidR="001F628F" w:rsidRDefault="001F628F" w:rsidP="00AC784F">
      <w:pPr>
        <w:pStyle w:val="libNormal"/>
        <w:rPr>
          <w:rtl/>
        </w:rPr>
      </w:pPr>
      <w:r>
        <w:rPr>
          <w:rtl/>
        </w:rPr>
        <w:t xml:space="preserve">4_حضرت موسى </w:t>
      </w:r>
      <w:r w:rsidR="00367F17" w:rsidRPr="00367F17">
        <w:rPr>
          <w:rStyle w:val="libAlaemChar"/>
          <w:rtl/>
        </w:rPr>
        <w:t xml:space="preserve"> عليه‌السلام </w:t>
      </w:r>
      <w:r>
        <w:rPr>
          <w:rtl/>
        </w:rPr>
        <w:t xml:space="preserve"> كى قوم انواع واقسام كى تاريكيو</w:t>
      </w:r>
      <w:r w:rsidR="00083993">
        <w:rPr>
          <w:rtl/>
        </w:rPr>
        <w:t xml:space="preserve">ں </w:t>
      </w:r>
      <w:r>
        <w:rPr>
          <w:rtl/>
        </w:rPr>
        <w:t>مي</w:t>
      </w:r>
      <w:r w:rsidR="00083993">
        <w:rPr>
          <w:rtl/>
        </w:rPr>
        <w:t xml:space="preserve">ں </w:t>
      </w:r>
      <w:r>
        <w:rPr>
          <w:rtl/>
        </w:rPr>
        <w:t>گرفتار تھي_</w:t>
      </w:r>
      <w:r w:rsidRPr="00AC784F">
        <w:rPr>
          <w:rStyle w:val="libArabicChar"/>
          <w:rFonts w:hint="eastAsia"/>
          <w:rtl/>
        </w:rPr>
        <w:t>ا</w:t>
      </w:r>
      <w:r w:rsidRPr="00AC784F">
        <w:rPr>
          <w:rStyle w:val="libArabicChar"/>
          <w:rtl/>
        </w:rPr>
        <w:t xml:space="preserve"> ن ا خرج قومك من الظلمت الى النور</w:t>
      </w:r>
    </w:p>
    <w:p w:rsidR="001F628F" w:rsidRDefault="001F628F" w:rsidP="00AC784F">
      <w:pPr>
        <w:pStyle w:val="libNormal"/>
        <w:rPr>
          <w:rtl/>
        </w:rPr>
      </w:pPr>
      <w:r>
        <w:rPr>
          <w:rtl/>
        </w:rPr>
        <w:t>5_كفر ،تاريكى وظلمت اورراہ خدا ، نور ہے_</w:t>
      </w:r>
      <w:r w:rsidRPr="00AC784F">
        <w:rPr>
          <w:rStyle w:val="libArabicChar"/>
          <w:rFonts w:hint="eastAsia"/>
          <w:rtl/>
        </w:rPr>
        <w:t>ا</w:t>
      </w:r>
      <w:r w:rsidRPr="00AC784F">
        <w:rPr>
          <w:rStyle w:val="libArabicChar"/>
          <w:rtl/>
        </w:rPr>
        <w:t xml:space="preserve"> ن اخرج قومك من الظلمت الى النور</w:t>
      </w:r>
    </w:p>
    <w:p w:rsidR="00B84D3B" w:rsidRDefault="001F628F" w:rsidP="00B84D3B">
      <w:pPr>
        <w:pStyle w:val="libNormal"/>
        <w:rPr>
          <w:rtl/>
        </w:rPr>
      </w:pPr>
      <w:r>
        <w:rPr>
          <w:rFonts w:hint="eastAsia"/>
          <w:rtl/>
        </w:rPr>
        <w:t>كيونكہ</w:t>
      </w:r>
      <w:r>
        <w:rPr>
          <w:rtl/>
        </w:rPr>
        <w:t xml:space="preserve"> تمام </w:t>
      </w:r>
      <w:r w:rsidR="003D0BA1">
        <w:rPr>
          <w:rtl/>
        </w:rPr>
        <w:t>انبياء</w:t>
      </w:r>
      <w:r>
        <w:rPr>
          <w:rtl/>
        </w:rPr>
        <w:t>ے كرام</w:t>
      </w:r>
      <w:r w:rsidR="00367F17" w:rsidRPr="00367F17">
        <w:rPr>
          <w:rStyle w:val="libAlaemChar"/>
          <w:rtl/>
        </w:rPr>
        <w:t xml:space="preserve"> عليه‌السلام </w:t>
      </w:r>
      <w:r>
        <w:rPr>
          <w:rtl/>
        </w:rPr>
        <w:t xml:space="preserve"> منجملہ حضرت موسى </w:t>
      </w:r>
      <w:r w:rsidR="00367F17" w:rsidRPr="00367F17">
        <w:rPr>
          <w:rStyle w:val="libAlaemChar"/>
          <w:rtl/>
        </w:rPr>
        <w:t xml:space="preserve"> عليه‌السلام </w:t>
      </w:r>
      <w:r>
        <w:rPr>
          <w:rtl/>
        </w:rPr>
        <w:t xml:space="preserve"> كا مقصد لوگو</w:t>
      </w:r>
      <w:r w:rsidR="00083993">
        <w:rPr>
          <w:rtl/>
        </w:rPr>
        <w:t xml:space="preserve">ں </w:t>
      </w:r>
      <w:r>
        <w:rPr>
          <w:rtl/>
        </w:rPr>
        <w:t>كى ہدايت كرنا تھا اس لئے احتمال ہے كہ لوگو</w:t>
      </w:r>
      <w:r w:rsidR="00083993">
        <w:rPr>
          <w:rtl/>
        </w:rPr>
        <w:t xml:space="preserve">ں </w:t>
      </w:r>
      <w:r>
        <w:rPr>
          <w:rtl/>
        </w:rPr>
        <w:t>كو ظلمت و تاريكى سے نكالنے كا مطلب ان كو كفر سے نجات دلانا اورانھي</w:t>
      </w:r>
      <w:r w:rsidR="00083993">
        <w:rPr>
          <w:rtl/>
        </w:rPr>
        <w:t xml:space="preserve">ں </w:t>
      </w:r>
      <w:r>
        <w:rPr>
          <w:rtl/>
        </w:rPr>
        <w:t>نور كى طرف لے جانے سے مراد ان كى ہدايت كرنا ہو_</w:t>
      </w:r>
    </w:p>
    <w:p w:rsidR="00B84D3B" w:rsidRDefault="00B84D3B" w:rsidP="00B84D3B">
      <w:pPr>
        <w:pStyle w:val="libNormal"/>
        <w:rPr>
          <w:rtl/>
        </w:rPr>
      </w:pPr>
      <w:r>
        <w:rPr>
          <w:rtl/>
        </w:rPr>
        <w:t xml:space="preserve">6_ حضرت موسى </w:t>
      </w:r>
      <w:r w:rsidR="00367F17" w:rsidRPr="00367F17">
        <w:rPr>
          <w:rStyle w:val="libAlaemChar"/>
          <w:rtl/>
        </w:rPr>
        <w:t xml:space="preserve"> عليه‌السلام </w:t>
      </w:r>
      <w:r>
        <w:rPr>
          <w:rtl/>
        </w:rPr>
        <w:t xml:space="preserve"> كى خداوند متعال كى طرف سے ذمہ دارى تھى كہ وہ ہدايت كرنے مي</w:t>
      </w:r>
      <w:r w:rsidR="00083993">
        <w:rPr>
          <w:rtl/>
        </w:rPr>
        <w:t xml:space="preserve">ں </w:t>
      </w:r>
      <w:r>
        <w:rPr>
          <w:rtl/>
        </w:rPr>
        <w:t>اپنى قوم كو اولويت دي</w:t>
      </w:r>
      <w:r w:rsidR="00083993">
        <w:rPr>
          <w:rtl/>
        </w:rPr>
        <w:t xml:space="preserve">ں </w:t>
      </w:r>
      <w:r>
        <w:rPr>
          <w:rtl/>
        </w:rPr>
        <w:t>_</w:t>
      </w:r>
    </w:p>
    <w:p w:rsidR="00B84D3B" w:rsidRDefault="00B84D3B" w:rsidP="00367F17">
      <w:pPr>
        <w:pStyle w:val="libArabic"/>
        <w:rPr>
          <w:rtl/>
        </w:rPr>
      </w:pPr>
      <w:r>
        <w:rPr>
          <w:rFonts w:hint="eastAsia"/>
          <w:rtl/>
        </w:rPr>
        <w:t>ولقد</w:t>
      </w:r>
      <w:r>
        <w:rPr>
          <w:rtl/>
        </w:rPr>
        <w:t xml:space="preserve"> ا رسلنا موسى </w:t>
      </w:r>
      <w:r w:rsidR="00367F17" w:rsidRPr="00367F17">
        <w:rPr>
          <w:rtl/>
        </w:rPr>
        <w:t>بأيآتنا</w:t>
      </w:r>
      <w:r>
        <w:rPr>
          <w:rtl/>
        </w:rPr>
        <w:t>ان اخرج قومك من الظلمت الى النور</w:t>
      </w:r>
    </w:p>
    <w:p w:rsidR="001F628F" w:rsidRDefault="001F628F" w:rsidP="001F628F">
      <w:pPr>
        <w:pStyle w:val="libNormal"/>
        <w:rPr>
          <w:rtl/>
        </w:rPr>
      </w:pPr>
    </w:p>
    <w:p w:rsidR="00AC784F"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خداوند</w:t>
      </w:r>
      <w:r>
        <w:rPr>
          <w:rtl/>
        </w:rPr>
        <w:t xml:space="preserve"> متعال نے پيغمبر اسلام</w:t>
      </w:r>
      <w:r w:rsidR="00F031CD" w:rsidRPr="00F031CD">
        <w:rPr>
          <w:rStyle w:val="libAlaemChar"/>
          <w:rtl/>
        </w:rPr>
        <w:t xml:space="preserve"> صلى‌الله‌عليه‌وآله‌وسلم </w:t>
      </w:r>
      <w:r>
        <w:rPr>
          <w:rtl/>
        </w:rPr>
        <w:t xml:space="preserve"> كو يہ حكم ديا تھا: </w:t>
      </w:r>
      <w:r w:rsidRPr="00B84D3B">
        <w:rPr>
          <w:rStyle w:val="libArabicChar"/>
          <w:rtl/>
        </w:rPr>
        <w:t>''لتخرج الناّس من الظمت الى النور''</w:t>
      </w:r>
      <w:r>
        <w:rPr>
          <w:rtl/>
        </w:rPr>
        <w:t xml:space="preserve"> جبكہ حضرت موسى </w:t>
      </w:r>
      <w:r w:rsidR="00367F17" w:rsidRPr="00367F17">
        <w:rPr>
          <w:rStyle w:val="libAlaemChar"/>
          <w:rtl/>
        </w:rPr>
        <w:t xml:space="preserve"> عليه‌السلام </w:t>
      </w:r>
      <w:r>
        <w:rPr>
          <w:rtl/>
        </w:rPr>
        <w:t xml:space="preserve"> كو يہ حكم ديا تھا:</w:t>
      </w:r>
      <w:r w:rsidRPr="00B84D3B">
        <w:rPr>
          <w:rStyle w:val="libArabicChar"/>
          <w:rtl/>
        </w:rPr>
        <w:t>''ا خرج قومك من الظلمت''</w:t>
      </w:r>
      <w:r>
        <w:rPr>
          <w:rtl/>
        </w:rPr>
        <w:t>اس مي</w:t>
      </w:r>
      <w:r w:rsidR="00083993">
        <w:rPr>
          <w:rtl/>
        </w:rPr>
        <w:t xml:space="preserve">ں </w:t>
      </w:r>
      <w:r>
        <w:rPr>
          <w:rtl/>
        </w:rPr>
        <w:t>كوئي شك نہي</w:t>
      </w:r>
      <w:r w:rsidR="00083993">
        <w:rPr>
          <w:rtl/>
        </w:rPr>
        <w:t xml:space="preserve">ں </w:t>
      </w:r>
      <w:r>
        <w:rPr>
          <w:rtl/>
        </w:rPr>
        <w:t xml:space="preserve">كہ حضرت موسى </w:t>
      </w:r>
      <w:r w:rsidR="00367F17" w:rsidRPr="00367F17">
        <w:rPr>
          <w:rStyle w:val="libAlaemChar"/>
          <w:rtl/>
        </w:rPr>
        <w:t xml:space="preserve"> عليه‌السلام </w:t>
      </w:r>
      <w:r>
        <w:rPr>
          <w:rtl/>
        </w:rPr>
        <w:t xml:space="preserve"> كى رسالت ، قوم بنى اسرائيل تك ہى محدود نہي</w:t>
      </w:r>
      <w:r w:rsidR="00083993">
        <w:rPr>
          <w:rtl/>
        </w:rPr>
        <w:t xml:space="preserve">ں </w:t>
      </w:r>
      <w:r>
        <w:rPr>
          <w:rtl/>
        </w:rPr>
        <w:t>تھى بلكہ اس سے بڑھ كر تھى ل</w:t>
      </w:r>
      <w:r>
        <w:rPr>
          <w:rFonts w:hint="eastAsia"/>
          <w:rtl/>
        </w:rPr>
        <w:t>ہذا</w:t>
      </w:r>
      <w:r>
        <w:rPr>
          <w:rtl/>
        </w:rPr>
        <w:t xml:space="preserve"> ''قومك''كى قيد كا مطلب ہوسكتا ہے بنى اسرائيل كو ترجيح و اولويت دينا ہو_</w:t>
      </w:r>
    </w:p>
    <w:p w:rsidR="001F628F" w:rsidRDefault="001F628F" w:rsidP="00B84D3B">
      <w:pPr>
        <w:pStyle w:val="libNormal"/>
        <w:rPr>
          <w:rtl/>
        </w:rPr>
      </w:pPr>
      <w:r>
        <w:rPr>
          <w:rtl/>
        </w:rPr>
        <w:t xml:space="preserve">7_ حضرت موسى </w:t>
      </w:r>
      <w:r w:rsidR="00367F17" w:rsidRPr="00367F17">
        <w:rPr>
          <w:rStyle w:val="libAlaemChar"/>
          <w:rtl/>
        </w:rPr>
        <w:t xml:space="preserve"> عليه‌السلام </w:t>
      </w:r>
      <w:r>
        <w:rPr>
          <w:rtl/>
        </w:rPr>
        <w:t xml:space="preserve"> كى رسالت، عالمى نہي</w:t>
      </w:r>
      <w:r w:rsidR="00083993">
        <w:rPr>
          <w:rtl/>
        </w:rPr>
        <w:t xml:space="preserve">ں </w:t>
      </w:r>
      <w:r>
        <w:rPr>
          <w:rtl/>
        </w:rPr>
        <w:t>تھي_</w:t>
      </w:r>
      <w:r w:rsidRPr="00B84D3B">
        <w:rPr>
          <w:rStyle w:val="libArabicChar"/>
          <w:rFonts w:hint="eastAsia"/>
          <w:rtl/>
        </w:rPr>
        <w:t>ا</w:t>
      </w:r>
      <w:r w:rsidRPr="00B84D3B">
        <w:rPr>
          <w:rStyle w:val="libArabicChar"/>
          <w:rtl/>
        </w:rPr>
        <w:t xml:space="preserve"> ن ا خرج قومك من الظلمت الى النور</w:t>
      </w:r>
    </w:p>
    <w:p w:rsidR="001F628F" w:rsidRDefault="001F628F" w:rsidP="00961F3A">
      <w:pPr>
        <w:pStyle w:val="libNormal"/>
        <w:rPr>
          <w:rtl/>
        </w:rPr>
      </w:pPr>
      <w:r>
        <w:rPr>
          <w:rFonts w:hint="eastAsia"/>
          <w:rtl/>
        </w:rPr>
        <w:t>پيغمبر</w:t>
      </w:r>
      <w:r>
        <w:rPr>
          <w:rtl/>
        </w:rPr>
        <w:t xml:space="preserve"> اسلام</w:t>
      </w:r>
      <w:r w:rsidR="00F031CD" w:rsidRPr="00F031CD">
        <w:rPr>
          <w:rStyle w:val="libAlaemChar"/>
          <w:rtl/>
        </w:rPr>
        <w:t xml:space="preserve"> صلى‌الله‌عليه‌وآله‌وسلم </w:t>
      </w:r>
      <w:r>
        <w:rPr>
          <w:rtl/>
        </w:rPr>
        <w:t xml:space="preserve"> كى رسالت</w:t>
      </w:r>
      <w:r w:rsidRPr="00961F3A">
        <w:rPr>
          <w:rStyle w:val="libArabicChar"/>
          <w:rtl/>
        </w:rPr>
        <w:t xml:space="preserve">''لتخرج الناس </w:t>
      </w:r>
      <w:r w:rsidR="00961F3A" w:rsidRPr="00961F3A">
        <w:rPr>
          <w:rStyle w:val="libArabicChar"/>
          <w:rFonts w:hint="cs"/>
          <w:rtl/>
        </w:rPr>
        <w:t>"</w:t>
      </w:r>
      <w:r>
        <w:rPr>
          <w:rtl/>
        </w:rPr>
        <w:t xml:space="preserve"> اور حضرت موسى </w:t>
      </w:r>
      <w:r w:rsidR="00367F17" w:rsidRPr="00367F17">
        <w:rPr>
          <w:rStyle w:val="libAlaemChar"/>
          <w:rtl/>
        </w:rPr>
        <w:t xml:space="preserve"> عليه‌السلام </w:t>
      </w:r>
      <w:r>
        <w:rPr>
          <w:rtl/>
        </w:rPr>
        <w:t xml:space="preserve"> كى رسالت </w:t>
      </w:r>
      <w:r w:rsidRPr="00961F3A">
        <w:rPr>
          <w:rStyle w:val="libArabicChar"/>
          <w:rtl/>
        </w:rPr>
        <w:t>''ا خرج قومك''</w:t>
      </w:r>
      <w:r>
        <w:rPr>
          <w:rtl/>
        </w:rPr>
        <w:t xml:space="preserve"> كے درميان موازنے سے پتہ چلتا ہے كہ شايد''قومك''كى قيد حضرت موسى </w:t>
      </w:r>
      <w:r w:rsidR="00367F17" w:rsidRPr="00367F17">
        <w:rPr>
          <w:rStyle w:val="libAlaemChar"/>
          <w:rtl/>
        </w:rPr>
        <w:t xml:space="preserve"> عليه‌السلام </w:t>
      </w:r>
      <w:r>
        <w:rPr>
          <w:rtl/>
        </w:rPr>
        <w:t xml:space="preserve"> كى رسالت كو اپنى قوم تك محدود كرنے كے لئے ہو_</w:t>
      </w:r>
    </w:p>
    <w:p w:rsidR="001F628F" w:rsidRDefault="001F628F" w:rsidP="001F628F">
      <w:pPr>
        <w:pStyle w:val="libNormal"/>
        <w:rPr>
          <w:rtl/>
        </w:rPr>
      </w:pPr>
      <w:r>
        <w:rPr>
          <w:rtl/>
        </w:rPr>
        <w:t xml:space="preserve">8_حضرت موسى </w:t>
      </w:r>
      <w:r w:rsidR="00367F17" w:rsidRPr="00367F17">
        <w:rPr>
          <w:rStyle w:val="libAlaemChar"/>
          <w:rtl/>
        </w:rPr>
        <w:t xml:space="preserve"> عليه‌السلام </w:t>
      </w:r>
      <w:r>
        <w:rPr>
          <w:rtl/>
        </w:rPr>
        <w:t xml:space="preserve"> لوگو</w:t>
      </w:r>
      <w:r w:rsidR="00083993">
        <w:rPr>
          <w:rtl/>
        </w:rPr>
        <w:t xml:space="preserve">ں </w:t>
      </w:r>
      <w:r>
        <w:rPr>
          <w:rtl/>
        </w:rPr>
        <w:t>كو تاريكى سے نجات دلانے اورانھي</w:t>
      </w:r>
      <w:r w:rsidR="00083993">
        <w:rPr>
          <w:rtl/>
        </w:rPr>
        <w:t xml:space="preserve">ں </w:t>
      </w:r>
      <w:r>
        <w:rPr>
          <w:rtl/>
        </w:rPr>
        <w:t>نور كى طرف لے جانے مي</w:t>
      </w:r>
      <w:r w:rsidR="00083993">
        <w:rPr>
          <w:rtl/>
        </w:rPr>
        <w:t xml:space="preserve">ں </w:t>
      </w:r>
      <w:r>
        <w:rPr>
          <w:rtl/>
        </w:rPr>
        <w:t>پيغمبر اسلام</w:t>
      </w:r>
      <w:r w:rsidR="00F031CD" w:rsidRPr="00F031CD">
        <w:rPr>
          <w:rStyle w:val="libAlaemChar"/>
          <w:rtl/>
        </w:rPr>
        <w:t xml:space="preserve"> صلى‌الله‌عليه‌وآله‌وسلم </w:t>
      </w:r>
      <w:r>
        <w:rPr>
          <w:rtl/>
        </w:rPr>
        <w:t xml:space="preserve"> كے ساتھ مشتركہ مقصد ركھتے تھے_</w:t>
      </w:r>
    </w:p>
    <w:p w:rsidR="001F628F" w:rsidRDefault="001F628F" w:rsidP="00B84D3B">
      <w:pPr>
        <w:pStyle w:val="libArabic"/>
        <w:rPr>
          <w:rtl/>
        </w:rPr>
      </w:pPr>
      <w:r>
        <w:rPr>
          <w:rFonts w:hint="eastAsia"/>
          <w:rtl/>
        </w:rPr>
        <w:t>كتب</w:t>
      </w:r>
      <w:r>
        <w:rPr>
          <w:rtl/>
        </w:rPr>
        <w:t xml:space="preserve"> انزلن</w:t>
      </w:r>
      <w:r w:rsidR="00B2551F" w:rsidRPr="00B2551F">
        <w:rPr>
          <w:rFonts w:hint="cs"/>
          <w:rtl/>
        </w:rPr>
        <w:t>ه</w:t>
      </w:r>
      <w:r>
        <w:rPr>
          <w:rtl/>
        </w:rPr>
        <w:t xml:space="preserve"> </w:t>
      </w:r>
      <w:r>
        <w:rPr>
          <w:rFonts w:hint="cs"/>
          <w:rtl/>
        </w:rPr>
        <w:t>اليك</w:t>
      </w:r>
      <w:r>
        <w:rPr>
          <w:rtl/>
        </w:rPr>
        <w:t xml:space="preserve"> </w:t>
      </w:r>
      <w:r>
        <w:rPr>
          <w:rFonts w:hint="cs"/>
          <w:rtl/>
        </w:rPr>
        <w:t>لتخرج</w:t>
      </w:r>
      <w:r>
        <w:rPr>
          <w:rtl/>
        </w:rPr>
        <w:t xml:space="preserve"> </w:t>
      </w:r>
      <w:r>
        <w:rPr>
          <w:rFonts w:hint="cs"/>
          <w:rtl/>
        </w:rPr>
        <w:t>الناس</w:t>
      </w:r>
      <w:r>
        <w:rPr>
          <w:rtl/>
        </w:rPr>
        <w:t xml:space="preserve"> </w:t>
      </w:r>
      <w:r>
        <w:rPr>
          <w:rFonts w:hint="cs"/>
          <w:rtl/>
        </w:rPr>
        <w:t>من</w:t>
      </w:r>
      <w:r>
        <w:rPr>
          <w:rtl/>
        </w:rPr>
        <w:t xml:space="preserve"> </w:t>
      </w:r>
      <w:r>
        <w:rPr>
          <w:rFonts w:hint="cs"/>
          <w:rtl/>
        </w:rPr>
        <w:t>الظلمت</w:t>
      </w:r>
      <w:r>
        <w:rPr>
          <w:rtl/>
        </w:rPr>
        <w:t>___</w:t>
      </w:r>
      <w:r>
        <w:rPr>
          <w:rFonts w:hint="cs"/>
          <w:rtl/>
        </w:rPr>
        <w:t>ولقد</w:t>
      </w:r>
      <w:r>
        <w:rPr>
          <w:rtl/>
        </w:rPr>
        <w:t xml:space="preserve"> </w:t>
      </w:r>
      <w:r>
        <w:rPr>
          <w:rFonts w:hint="cs"/>
          <w:rtl/>
        </w:rPr>
        <w:t>ا</w:t>
      </w:r>
      <w:r>
        <w:rPr>
          <w:rtl/>
        </w:rPr>
        <w:t xml:space="preserve"> </w:t>
      </w:r>
      <w:r>
        <w:rPr>
          <w:rFonts w:hint="cs"/>
          <w:rtl/>
        </w:rPr>
        <w:t>رسلنا</w:t>
      </w:r>
      <w:r>
        <w:rPr>
          <w:rtl/>
        </w:rPr>
        <w:t xml:space="preserve"> </w:t>
      </w:r>
      <w:r>
        <w:rPr>
          <w:rFonts w:hint="cs"/>
          <w:rtl/>
        </w:rPr>
        <w:t>موسى</w:t>
      </w:r>
      <w:r>
        <w:rPr>
          <w:rtl/>
        </w:rPr>
        <w:t xml:space="preserve"> </w:t>
      </w:r>
      <w:r w:rsidR="00367F17" w:rsidRPr="00367F17">
        <w:rPr>
          <w:rFonts w:hint="cs"/>
          <w:rtl/>
        </w:rPr>
        <w:t>بأيآتنا</w:t>
      </w:r>
      <w:r>
        <w:rPr>
          <w:rFonts w:hint="cs"/>
          <w:rtl/>
        </w:rPr>
        <w:t>ا</w:t>
      </w:r>
      <w:r>
        <w:rPr>
          <w:rtl/>
        </w:rPr>
        <w:t xml:space="preserve"> </w:t>
      </w:r>
      <w:r>
        <w:rPr>
          <w:rFonts w:hint="cs"/>
          <w:rtl/>
        </w:rPr>
        <w:t>ن</w:t>
      </w:r>
      <w:r>
        <w:rPr>
          <w:rtl/>
        </w:rPr>
        <w:t xml:space="preserve"> </w:t>
      </w:r>
      <w:r>
        <w:rPr>
          <w:rFonts w:hint="cs"/>
          <w:rtl/>
        </w:rPr>
        <w:t>ا</w:t>
      </w:r>
      <w:r>
        <w:rPr>
          <w:rtl/>
        </w:rPr>
        <w:t xml:space="preserve"> </w:t>
      </w:r>
      <w:r>
        <w:rPr>
          <w:rFonts w:hint="cs"/>
          <w:rtl/>
        </w:rPr>
        <w:t>خرج</w:t>
      </w:r>
      <w:r>
        <w:rPr>
          <w:rtl/>
        </w:rPr>
        <w:t xml:space="preserve"> </w:t>
      </w:r>
      <w:r>
        <w:rPr>
          <w:rFonts w:hint="cs"/>
          <w:rtl/>
        </w:rPr>
        <w:t>قومك</w:t>
      </w:r>
      <w:r>
        <w:rPr>
          <w:rtl/>
        </w:rPr>
        <w:t xml:space="preserve"> </w:t>
      </w:r>
      <w:r>
        <w:rPr>
          <w:rFonts w:hint="cs"/>
          <w:rtl/>
        </w:rPr>
        <w:t>من</w:t>
      </w:r>
      <w:r>
        <w:rPr>
          <w:rtl/>
        </w:rPr>
        <w:t xml:space="preserve"> </w:t>
      </w:r>
      <w:r>
        <w:rPr>
          <w:rFonts w:hint="cs"/>
          <w:rtl/>
        </w:rPr>
        <w:t>الظلم</w:t>
      </w:r>
      <w:r>
        <w:rPr>
          <w:rtl/>
        </w:rPr>
        <w:t>ت الى النور</w:t>
      </w:r>
    </w:p>
    <w:p w:rsidR="001F628F" w:rsidRDefault="001F628F" w:rsidP="001F628F">
      <w:pPr>
        <w:pStyle w:val="libNormal"/>
        <w:rPr>
          <w:rtl/>
        </w:rPr>
      </w:pPr>
      <w:r>
        <w:rPr>
          <w:rtl/>
        </w:rPr>
        <w:t>9_توريت لوگو</w:t>
      </w:r>
      <w:r w:rsidR="00083993">
        <w:rPr>
          <w:rtl/>
        </w:rPr>
        <w:t xml:space="preserve">ں </w:t>
      </w:r>
      <w:r>
        <w:rPr>
          <w:rtl/>
        </w:rPr>
        <w:t>كوتاريكيو</w:t>
      </w:r>
      <w:r w:rsidR="00083993">
        <w:rPr>
          <w:rtl/>
        </w:rPr>
        <w:t xml:space="preserve">ں </w:t>
      </w:r>
      <w:r>
        <w:rPr>
          <w:rtl/>
        </w:rPr>
        <w:t>سے نجات دلانے اور انھي</w:t>
      </w:r>
      <w:r w:rsidR="00083993">
        <w:rPr>
          <w:rtl/>
        </w:rPr>
        <w:t xml:space="preserve">ں </w:t>
      </w:r>
      <w:r>
        <w:rPr>
          <w:rtl/>
        </w:rPr>
        <w:t>نور كى طرف لے جانے والى تعليمات پر مشتمل تھي_</w:t>
      </w:r>
    </w:p>
    <w:p w:rsidR="001F628F" w:rsidRDefault="001F628F" w:rsidP="00B84D3B">
      <w:pPr>
        <w:pStyle w:val="libArabic"/>
        <w:rPr>
          <w:rtl/>
        </w:rPr>
      </w:pPr>
      <w:r>
        <w:rPr>
          <w:rFonts w:hint="eastAsia"/>
          <w:rtl/>
        </w:rPr>
        <w:t>ولقد</w:t>
      </w:r>
      <w:r>
        <w:rPr>
          <w:rtl/>
        </w:rPr>
        <w:t xml:space="preserve"> ا رسلنا موسى </w:t>
      </w:r>
      <w:r w:rsidR="00367F17" w:rsidRPr="00367F17">
        <w:rPr>
          <w:rtl/>
        </w:rPr>
        <w:t>بأيآتنا</w:t>
      </w:r>
      <w:r>
        <w:rPr>
          <w:rtl/>
        </w:rPr>
        <w:t>ا ن ا خرج قومك من الظلمت الى النور</w:t>
      </w:r>
    </w:p>
    <w:p w:rsidR="001F628F" w:rsidRDefault="001F628F" w:rsidP="001F628F">
      <w:pPr>
        <w:pStyle w:val="libNormal"/>
        <w:rPr>
          <w:rtl/>
        </w:rPr>
      </w:pPr>
      <w:r>
        <w:rPr>
          <w:rFonts w:hint="eastAsia"/>
          <w:rtl/>
        </w:rPr>
        <w:t>ايت</w:t>
      </w:r>
      <w:r>
        <w:rPr>
          <w:rtl/>
        </w:rPr>
        <w:t xml:space="preserve"> مي</w:t>
      </w:r>
      <w:r w:rsidR="00083993">
        <w:rPr>
          <w:rtl/>
        </w:rPr>
        <w:t xml:space="preserve">ں </w:t>
      </w:r>
      <w:r>
        <w:rPr>
          <w:rtl/>
        </w:rPr>
        <w:t xml:space="preserve">مذكور ''اياتنا'' كا واضح ترين مصداق توريت ہے كہ جو حضرت موسى </w:t>
      </w:r>
      <w:r w:rsidR="00367F17" w:rsidRPr="00367F17">
        <w:rPr>
          <w:rStyle w:val="libAlaemChar"/>
          <w:rtl/>
        </w:rPr>
        <w:t xml:space="preserve"> عليه‌السلام </w:t>
      </w:r>
      <w:r>
        <w:rPr>
          <w:rtl/>
        </w:rPr>
        <w:t xml:space="preserve"> كى اسمانى كتاب تھى خداوند متعال نے حضرت موسى </w:t>
      </w:r>
      <w:r w:rsidR="00367F17" w:rsidRPr="00367F17">
        <w:rPr>
          <w:rStyle w:val="libAlaemChar"/>
          <w:rtl/>
        </w:rPr>
        <w:t xml:space="preserve"> عليه‌السلام </w:t>
      </w:r>
      <w:r>
        <w:rPr>
          <w:rtl/>
        </w:rPr>
        <w:t xml:space="preserve"> كو توريت عطا كركے لوگو</w:t>
      </w:r>
      <w:r w:rsidR="00083993">
        <w:rPr>
          <w:rtl/>
        </w:rPr>
        <w:t xml:space="preserve">ں </w:t>
      </w:r>
      <w:r>
        <w:rPr>
          <w:rtl/>
        </w:rPr>
        <w:t>كو تاريكيو</w:t>
      </w:r>
      <w:r w:rsidR="00083993">
        <w:rPr>
          <w:rtl/>
        </w:rPr>
        <w:t xml:space="preserve">ں </w:t>
      </w:r>
      <w:r>
        <w:rPr>
          <w:rtl/>
        </w:rPr>
        <w:t>سے نكالنے پرما مور كيا تھا اسى سے يہ مطلب اخذ ہوتا ہے كہ توريت اس قسم كى تعليمات پر مشتمل تھي_</w:t>
      </w:r>
    </w:p>
    <w:p w:rsidR="001F628F" w:rsidRDefault="001F628F" w:rsidP="00B84D3B">
      <w:pPr>
        <w:pStyle w:val="libNormal"/>
        <w:rPr>
          <w:rtl/>
        </w:rPr>
      </w:pPr>
      <w:r>
        <w:rPr>
          <w:rtl/>
        </w:rPr>
        <w:t>10_دينى تعليمات كے نفاذ كے لئے ماہر اورلائق قيادت كاضرورى ہونا_</w:t>
      </w:r>
      <w:r w:rsidRPr="00B84D3B">
        <w:rPr>
          <w:rStyle w:val="libArabicChar"/>
          <w:rFonts w:hint="eastAsia"/>
          <w:rtl/>
        </w:rPr>
        <w:t>ا</w:t>
      </w:r>
      <w:r w:rsidRPr="00B84D3B">
        <w:rPr>
          <w:rStyle w:val="libArabicChar"/>
          <w:rtl/>
        </w:rPr>
        <w:t xml:space="preserve"> ن ا خرج قومك من الظلمت الى النور</w:t>
      </w:r>
    </w:p>
    <w:p w:rsidR="001F628F" w:rsidRDefault="001F628F" w:rsidP="001F628F">
      <w:pPr>
        <w:pStyle w:val="libNormal"/>
        <w:rPr>
          <w:rtl/>
        </w:rPr>
      </w:pPr>
      <w:r>
        <w:rPr>
          <w:rFonts w:hint="eastAsia"/>
          <w:rtl/>
        </w:rPr>
        <w:t>خداوندمتعال</w:t>
      </w:r>
      <w:r>
        <w:rPr>
          <w:rtl/>
        </w:rPr>
        <w:t xml:space="preserve"> كا موسى </w:t>
      </w:r>
      <w:r w:rsidR="00367F17" w:rsidRPr="00367F17">
        <w:rPr>
          <w:rStyle w:val="libAlaemChar"/>
          <w:rtl/>
        </w:rPr>
        <w:t xml:space="preserve"> عليه‌السلام </w:t>
      </w:r>
      <w:r>
        <w:rPr>
          <w:rtl/>
        </w:rPr>
        <w:t xml:space="preserve"> كو ايات (توريت)عطا كرنے كے بعد لوگو</w:t>
      </w:r>
      <w:r w:rsidR="00083993">
        <w:rPr>
          <w:rtl/>
        </w:rPr>
        <w:t xml:space="preserve">ں </w:t>
      </w:r>
      <w:r>
        <w:rPr>
          <w:rtl/>
        </w:rPr>
        <w:t>كو تاريكيو</w:t>
      </w:r>
      <w:r w:rsidR="00083993">
        <w:rPr>
          <w:rtl/>
        </w:rPr>
        <w:t xml:space="preserve">ں </w:t>
      </w:r>
      <w:r>
        <w:rPr>
          <w:rtl/>
        </w:rPr>
        <w:t>سے نكالنے كى ذمہ دارى سونپنا ظاہر كرتا ہے كہ اسمانى تعليمات كو نافذ كرنے كے لئے موسى عليہ السلام جيسى ماہر شخصيت كى ضرورت ہے_</w:t>
      </w:r>
    </w:p>
    <w:p w:rsidR="001F628F" w:rsidRDefault="001F628F" w:rsidP="001F628F">
      <w:pPr>
        <w:pStyle w:val="libNormal"/>
        <w:rPr>
          <w:rtl/>
        </w:rPr>
      </w:pPr>
      <w:r>
        <w:rPr>
          <w:rtl/>
        </w:rPr>
        <w:t>11_اپنے لوگو</w:t>
      </w:r>
      <w:r w:rsidR="00083993">
        <w:rPr>
          <w:rtl/>
        </w:rPr>
        <w:t xml:space="preserve">ں </w:t>
      </w:r>
      <w:r>
        <w:rPr>
          <w:rtl/>
        </w:rPr>
        <w:t>كو ''ايام الله ''كى ياد دلانا ،حضرت موسى عليہ السلام كا فريضہ تھا_</w:t>
      </w:r>
    </w:p>
    <w:p w:rsidR="001F628F" w:rsidRDefault="001F628F" w:rsidP="00B84D3B">
      <w:pPr>
        <w:pStyle w:val="libArabic"/>
        <w:rPr>
          <w:rtl/>
        </w:rPr>
      </w:pPr>
      <w:r>
        <w:rPr>
          <w:rFonts w:hint="eastAsia"/>
          <w:rtl/>
        </w:rPr>
        <w:t>ولقد</w:t>
      </w:r>
      <w:r>
        <w:rPr>
          <w:rtl/>
        </w:rPr>
        <w:t xml:space="preserve"> ا رسلنا موسى ___ذكّر</w:t>
      </w:r>
      <w:r w:rsidR="00B2551F" w:rsidRPr="00B2551F">
        <w:rPr>
          <w:rFonts w:hint="cs"/>
          <w:rtl/>
        </w:rPr>
        <w:t>ه</w:t>
      </w:r>
      <w:r>
        <w:rPr>
          <w:rFonts w:hint="cs"/>
          <w:rtl/>
        </w:rPr>
        <w:t>م</w:t>
      </w:r>
      <w:r>
        <w:rPr>
          <w:rtl/>
        </w:rPr>
        <w:t xml:space="preserve"> </w:t>
      </w:r>
      <w:r>
        <w:rPr>
          <w:rFonts w:hint="cs"/>
          <w:rtl/>
        </w:rPr>
        <w:t>با</w:t>
      </w:r>
      <w:r>
        <w:rPr>
          <w:rtl/>
        </w:rPr>
        <w:t xml:space="preserve"> </w:t>
      </w:r>
      <w:r>
        <w:rPr>
          <w:rFonts w:hint="cs"/>
          <w:rtl/>
        </w:rPr>
        <w:t>يّ</w:t>
      </w:r>
      <w:r>
        <w:rPr>
          <w:rtl/>
        </w:rPr>
        <w:t>م الله</w:t>
      </w:r>
    </w:p>
    <w:p w:rsidR="00B84D3B" w:rsidRDefault="001F628F" w:rsidP="00B84D3B">
      <w:pPr>
        <w:pStyle w:val="libNormal"/>
        <w:rPr>
          <w:rtl/>
        </w:rPr>
      </w:pPr>
      <w:r>
        <w:rPr>
          <w:rtl/>
        </w:rPr>
        <w:t>12_ ''ايام الله '' اہميت كے حامل اورہميشہ ياد ركھنے</w:t>
      </w:r>
      <w:r w:rsidR="00B84D3B" w:rsidRPr="00B84D3B">
        <w:rPr>
          <w:rFonts w:hint="eastAsia"/>
          <w:rtl/>
        </w:rPr>
        <w:t xml:space="preserve"> </w:t>
      </w:r>
      <w:r w:rsidR="00B84D3B">
        <w:rPr>
          <w:rFonts w:hint="eastAsia"/>
          <w:rtl/>
        </w:rPr>
        <w:t>كے</w:t>
      </w:r>
      <w:r w:rsidR="00B84D3B">
        <w:rPr>
          <w:rtl/>
        </w:rPr>
        <w:t xml:space="preserve"> قابل ايام مي</w:t>
      </w:r>
      <w:r w:rsidR="00083993">
        <w:rPr>
          <w:rtl/>
        </w:rPr>
        <w:t xml:space="preserve">ں </w:t>
      </w:r>
      <w:r w:rsidR="00B84D3B">
        <w:rPr>
          <w:rtl/>
        </w:rPr>
        <w:t>سے ہونا_</w:t>
      </w:r>
      <w:r w:rsidR="00B84D3B" w:rsidRPr="00B84D3B">
        <w:rPr>
          <w:rStyle w:val="libArabicChar"/>
          <w:rFonts w:hint="eastAsia"/>
          <w:rtl/>
        </w:rPr>
        <w:t>وذكّر</w:t>
      </w:r>
      <w:r w:rsidR="00B2551F" w:rsidRPr="00B2551F">
        <w:rPr>
          <w:rStyle w:val="libArabicChar"/>
          <w:rFonts w:hint="cs"/>
          <w:rtl/>
        </w:rPr>
        <w:t>ه</w:t>
      </w:r>
      <w:r w:rsidR="00B84D3B" w:rsidRPr="00B84D3B">
        <w:rPr>
          <w:rStyle w:val="libArabicChar"/>
          <w:rFonts w:hint="cs"/>
          <w:rtl/>
        </w:rPr>
        <w:t>م</w:t>
      </w:r>
      <w:r w:rsidR="00B84D3B" w:rsidRPr="00B84D3B">
        <w:rPr>
          <w:rStyle w:val="libArabicChar"/>
          <w:rtl/>
        </w:rPr>
        <w:t xml:space="preserve"> با يّم الله</w:t>
      </w:r>
    </w:p>
    <w:p w:rsidR="00B84D3B" w:rsidRDefault="00B84D3B" w:rsidP="00B84D3B">
      <w:pPr>
        <w:pStyle w:val="libNormal"/>
        <w:rPr>
          <w:rtl/>
        </w:rPr>
      </w:pPr>
      <w:r>
        <w:rPr>
          <w:rtl/>
        </w:rPr>
        <w:t>13_بعض دن، دوسرے دنو</w:t>
      </w:r>
      <w:r w:rsidR="00083993">
        <w:rPr>
          <w:rtl/>
        </w:rPr>
        <w:t xml:space="preserve">ں </w:t>
      </w:r>
      <w:r>
        <w:rPr>
          <w:rtl/>
        </w:rPr>
        <w:t>كے مقابلے مي</w:t>
      </w:r>
      <w:r w:rsidR="00083993">
        <w:rPr>
          <w:rtl/>
        </w:rPr>
        <w:t xml:space="preserve">ں </w:t>
      </w:r>
      <w:r>
        <w:rPr>
          <w:rtl/>
        </w:rPr>
        <w:t>اہميت اورخاص مقام ومنزلت كے حامل ہوتے ہي</w:t>
      </w:r>
      <w:r w:rsidR="00083993">
        <w:rPr>
          <w:rtl/>
        </w:rPr>
        <w:t xml:space="preserve">ں </w:t>
      </w:r>
      <w:r>
        <w:rPr>
          <w:rtl/>
        </w:rPr>
        <w:t>_</w:t>
      </w:r>
      <w:r w:rsidRPr="00B84D3B">
        <w:rPr>
          <w:rStyle w:val="libArabicChar"/>
          <w:rFonts w:hint="eastAsia"/>
          <w:rtl/>
        </w:rPr>
        <w:t>وذكّر</w:t>
      </w:r>
      <w:r w:rsidR="00B2551F" w:rsidRPr="00B2551F">
        <w:rPr>
          <w:rStyle w:val="libArabicChar"/>
          <w:rFonts w:hint="cs"/>
          <w:rtl/>
        </w:rPr>
        <w:t>ه</w:t>
      </w:r>
      <w:r w:rsidRPr="00B84D3B">
        <w:rPr>
          <w:rStyle w:val="libArabicChar"/>
          <w:rFonts w:hint="cs"/>
          <w:rtl/>
        </w:rPr>
        <w:t>م</w:t>
      </w:r>
      <w:r w:rsidRPr="00B84D3B">
        <w:rPr>
          <w:rStyle w:val="libArabicChar"/>
          <w:rtl/>
        </w:rPr>
        <w:t xml:space="preserve"> با يّم الله</w:t>
      </w:r>
    </w:p>
    <w:p w:rsidR="00B84D3B" w:rsidRDefault="001E7F9D" w:rsidP="00F73EDE">
      <w:pPr>
        <w:pStyle w:val="libPoemTini"/>
        <w:rPr>
          <w:rtl/>
        </w:rPr>
      </w:pPr>
      <w:r>
        <w:rPr>
          <w:rtl/>
        </w:rPr>
        <w:br w:type="page"/>
      </w:r>
    </w:p>
    <w:p w:rsidR="001F628F" w:rsidRDefault="001F628F" w:rsidP="001F628F">
      <w:pPr>
        <w:pStyle w:val="libNormal"/>
        <w:rPr>
          <w:rtl/>
        </w:rPr>
      </w:pPr>
      <w:r>
        <w:rPr>
          <w:rtl/>
        </w:rPr>
        <w:lastRenderedPageBreak/>
        <w:t>14_ايام الله اوران كے حوادث و واقعات كا صابر اورشكرگذار لوگو</w:t>
      </w:r>
      <w:r w:rsidR="00083993">
        <w:rPr>
          <w:rtl/>
        </w:rPr>
        <w:t xml:space="preserve">ں </w:t>
      </w:r>
      <w:r>
        <w:rPr>
          <w:rtl/>
        </w:rPr>
        <w:t>كے لئے الہى ايات اورنشانيو</w:t>
      </w:r>
      <w:r w:rsidR="00083993">
        <w:rPr>
          <w:rtl/>
        </w:rPr>
        <w:t xml:space="preserve">ں </w:t>
      </w:r>
      <w:r>
        <w:rPr>
          <w:rtl/>
        </w:rPr>
        <w:t>پر مشتمل ہونا_</w:t>
      </w:r>
    </w:p>
    <w:p w:rsidR="001F628F" w:rsidRDefault="001F628F" w:rsidP="00B84D3B">
      <w:pPr>
        <w:pStyle w:val="libArabic"/>
        <w:rPr>
          <w:rtl/>
        </w:rPr>
      </w:pPr>
      <w:r>
        <w:rPr>
          <w:rFonts w:hint="eastAsia"/>
          <w:rtl/>
        </w:rPr>
        <w:t>ان</w:t>
      </w:r>
      <w:r>
        <w:rPr>
          <w:rtl/>
        </w:rPr>
        <w:t xml:space="preserve"> فى ذلك </w:t>
      </w:r>
      <w:r w:rsidR="00961F3A" w:rsidRPr="00961F3A">
        <w:rPr>
          <w:rtl/>
        </w:rPr>
        <w:t xml:space="preserve">لأيآت </w:t>
      </w:r>
      <w:r>
        <w:rPr>
          <w:rtl/>
        </w:rPr>
        <w:t>لكلّ صبّار شكور</w:t>
      </w:r>
    </w:p>
    <w:p w:rsidR="001F628F" w:rsidRDefault="001F628F" w:rsidP="001F628F">
      <w:pPr>
        <w:pStyle w:val="libNormal"/>
        <w:rPr>
          <w:rtl/>
        </w:rPr>
      </w:pPr>
      <w:r>
        <w:rPr>
          <w:rtl/>
        </w:rPr>
        <w:t>''ذلك''كا مشاراليہ''ذكر'' ہے اور ذكر كا متعلق ''ايام الله ''ہے اس سے معلوم ہوتا ہے كہ ''ايام الله ''الہى ايات اورخدائي نشانيو</w:t>
      </w:r>
      <w:r w:rsidR="00083993">
        <w:rPr>
          <w:rtl/>
        </w:rPr>
        <w:t xml:space="preserve">ں </w:t>
      </w:r>
      <w:r>
        <w:rPr>
          <w:rtl/>
        </w:rPr>
        <w:t>پر مشتمل ہوتے ہي</w:t>
      </w:r>
      <w:r w:rsidR="00083993">
        <w:rPr>
          <w:rtl/>
        </w:rPr>
        <w:t xml:space="preserve">ں </w:t>
      </w:r>
      <w:r>
        <w:rPr>
          <w:rtl/>
        </w:rPr>
        <w:t>_</w:t>
      </w:r>
    </w:p>
    <w:p w:rsidR="001F628F" w:rsidRDefault="001F628F" w:rsidP="00B84D3B">
      <w:pPr>
        <w:pStyle w:val="libNormal"/>
        <w:rPr>
          <w:rtl/>
        </w:rPr>
      </w:pPr>
      <w:r>
        <w:rPr>
          <w:rtl/>
        </w:rPr>
        <w:t>15_مصائب اورمشكلات كے مقابلے مي</w:t>
      </w:r>
      <w:r w:rsidR="00083993">
        <w:rPr>
          <w:rtl/>
        </w:rPr>
        <w:t xml:space="preserve">ں </w:t>
      </w:r>
      <w:r>
        <w:rPr>
          <w:rtl/>
        </w:rPr>
        <w:t>صبر كرنا اورنعمات الہى پر شكرگذار رہنا، انسان كى معرفت مي</w:t>
      </w:r>
      <w:r w:rsidR="00083993">
        <w:rPr>
          <w:rtl/>
        </w:rPr>
        <w:t xml:space="preserve">ں </w:t>
      </w:r>
      <w:r>
        <w:rPr>
          <w:rtl/>
        </w:rPr>
        <w:t>اضافے اورالہى ايات اورنشانيو</w:t>
      </w:r>
      <w:r w:rsidR="00083993">
        <w:rPr>
          <w:rtl/>
        </w:rPr>
        <w:t xml:space="preserve">ں </w:t>
      </w:r>
      <w:r>
        <w:rPr>
          <w:rtl/>
        </w:rPr>
        <w:t>كو بہتر طور پر سمجھنے كا باعث بنتا ہے_</w:t>
      </w:r>
      <w:r w:rsidRPr="00B84D3B">
        <w:rPr>
          <w:rStyle w:val="libArabicChar"/>
          <w:rFonts w:hint="eastAsia"/>
          <w:rtl/>
        </w:rPr>
        <w:t>ان</w:t>
      </w:r>
      <w:r w:rsidRPr="00B84D3B">
        <w:rPr>
          <w:rStyle w:val="libArabicChar"/>
          <w:rtl/>
        </w:rPr>
        <w:t xml:space="preserve"> فى ذلك </w:t>
      </w:r>
      <w:r w:rsidR="00961F3A" w:rsidRPr="00961F3A">
        <w:rPr>
          <w:rStyle w:val="libArabicChar"/>
          <w:rtl/>
        </w:rPr>
        <w:t xml:space="preserve">لأيآت </w:t>
      </w:r>
      <w:r w:rsidRPr="00B84D3B">
        <w:rPr>
          <w:rStyle w:val="libArabicChar"/>
          <w:rtl/>
        </w:rPr>
        <w:t>لكلّ صبّار شكور</w:t>
      </w:r>
    </w:p>
    <w:p w:rsidR="001F628F" w:rsidRDefault="001F628F" w:rsidP="00B84D3B">
      <w:pPr>
        <w:pStyle w:val="libNormal"/>
        <w:rPr>
          <w:rtl/>
        </w:rPr>
      </w:pPr>
      <w:r>
        <w:rPr>
          <w:rtl/>
        </w:rPr>
        <w:t>16_صبر اورشكر كا بلند مقام ومنزلت كاحامل ہونا اورصبر كرنے والو</w:t>
      </w:r>
      <w:r w:rsidR="00083993">
        <w:rPr>
          <w:rtl/>
        </w:rPr>
        <w:t xml:space="preserve">ں </w:t>
      </w:r>
      <w:r>
        <w:rPr>
          <w:rtl/>
        </w:rPr>
        <w:t>اورشكرگذاربندو</w:t>
      </w:r>
      <w:r w:rsidR="00083993">
        <w:rPr>
          <w:rtl/>
        </w:rPr>
        <w:t xml:space="preserve">ں </w:t>
      </w:r>
      <w:r>
        <w:rPr>
          <w:rtl/>
        </w:rPr>
        <w:t>كاخواص اور بلند مر تبہ لوگو</w:t>
      </w:r>
      <w:r w:rsidR="00083993">
        <w:rPr>
          <w:rtl/>
        </w:rPr>
        <w:t xml:space="preserve">ں </w:t>
      </w:r>
      <w:r>
        <w:rPr>
          <w:rtl/>
        </w:rPr>
        <w:t>مي</w:t>
      </w:r>
      <w:r w:rsidR="00083993">
        <w:rPr>
          <w:rtl/>
        </w:rPr>
        <w:t xml:space="preserve">ں </w:t>
      </w:r>
      <w:r>
        <w:rPr>
          <w:rtl/>
        </w:rPr>
        <w:t>سے ہونا_</w:t>
      </w:r>
      <w:r w:rsidRPr="00B84D3B">
        <w:rPr>
          <w:rStyle w:val="libArabicChar"/>
          <w:rFonts w:hint="eastAsia"/>
          <w:rtl/>
        </w:rPr>
        <w:t>ان</w:t>
      </w:r>
      <w:r w:rsidRPr="00B84D3B">
        <w:rPr>
          <w:rStyle w:val="libArabicChar"/>
          <w:rtl/>
        </w:rPr>
        <w:t xml:space="preserve"> فى ذلك </w:t>
      </w:r>
      <w:r w:rsidR="00961F3A" w:rsidRPr="00961F3A">
        <w:rPr>
          <w:rStyle w:val="libArabicChar"/>
          <w:rtl/>
        </w:rPr>
        <w:t xml:space="preserve">لأيآت </w:t>
      </w:r>
      <w:r w:rsidRPr="00B84D3B">
        <w:rPr>
          <w:rStyle w:val="libArabicChar"/>
          <w:rtl/>
        </w:rPr>
        <w:t>لكلّ صبّار شكور</w:t>
      </w:r>
    </w:p>
    <w:p w:rsidR="001F628F" w:rsidRDefault="001F628F" w:rsidP="001F628F">
      <w:pPr>
        <w:pStyle w:val="libNormal"/>
        <w:rPr>
          <w:rtl/>
        </w:rPr>
      </w:pPr>
      <w:r>
        <w:rPr>
          <w:rtl/>
        </w:rPr>
        <w:t>17_الہى ايات اورنشانيو</w:t>
      </w:r>
      <w:r w:rsidR="00083993">
        <w:rPr>
          <w:rtl/>
        </w:rPr>
        <w:t xml:space="preserve">ں </w:t>
      </w:r>
      <w:r>
        <w:rPr>
          <w:rtl/>
        </w:rPr>
        <w:t>كوسمجھنے كے لئے استعداد ولياقت اورضرورى شرائط كا لازمى ہونا_</w:t>
      </w:r>
    </w:p>
    <w:p w:rsidR="001F628F" w:rsidRDefault="001F628F" w:rsidP="00B84D3B">
      <w:pPr>
        <w:pStyle w:val="libArabic"/>
        <w:rPr>
          <w:rtl/>
        </w:rPr>
      </w:pPr>
      <w:r>
        <w:rPr>
          <w:rFonts w:hint="eastAsia"/>
          <w:rtl/>
        </w:rPr>
        <w:t>ان</w:t>
      </w:r>
      <w:r>
        <w:rPr>
          <w:rtl/>
        </w:rPr>
        <w:t xml:space="preserve"> فى ذلك </w:t>
      </w:r>
      <w:r w:rsidR="00961F3A" w:rsidRPr="00961F3A">
        <w:rPr>
          <w:rtl/>
        </w:rPr>
        <w:t xml:space="preserve">لأيآت </w:t>
      </w:r>
      <w:r>
        <w:rPr>
          <w:rtl/>
        </w:rPr>
        <w:t>لكلّ صبّار شكور</w:t>
      </w:r>
    </w:p>
    <w:p w:rsidR="001F628F" w:rsidRDefault="001F628F" w:rsidP="001F628F">
      <w:pPr>
        <w:pStyle w:val="libNormal"/>
        <w:rPr>
          <w:rtl/>
        </w:rPr>
      </w:pPr>
      <w:r>
        <w:rPr>
          <w:rFonts w:hint="eastAsia"/>
          <w:rtl/>
        </w:rPr>
        <w:t>الہى</w:t>
      </w:r>
      <w:r>
        <w:rPr>
          <w:rtl/>
        </w:rPr>
        <w:t xml:space="preserve"> ايات سب لوگو</w:t>
      </w:r>
      <w:r w:rsidR="00083993">
        <w:rPr>
          <w:rtl/>
        </w:rPr>
        <w:t xml:space="preserve">ں </w:t>
      </w:r>
      <w:r>
        <w:rPr>
          <w:rtl/>
        </w:rPr>
        <w:t>كے لئے ہي</w:t>
      </w:r>
      <w:r w:rsidR="00083993">
        <w:rPr>
          <w:rtl/>
        </w:rPr>
        <w:t xml:space="preserve">ں </w:t>
      </w:r>
      <w:r>
        <w:rPr>
          <w:rtl/>
        </w:rPr>
        <w:t>اس كے باوجود انھي</w:t>
      </w:r>
      <w:r w:rsidR="00083993">
        <w:rPr>
          <w:rtl/>
        </w:rPr>
        <w:t xml:space="preserve">ں </w:t>
      </w:r>
      <w:r>
        <w:rPr>
          <w:rtl/>
        </w:rPr>
        <w:t>صابر اورشكر گذار لوگو</w:t>
      </w:r>
      <w:r w:rsidR="00083993">
        <w:rPr>
          <w:rtl/>
        </w:rPr>
        <w:t xml:space="preserve">ں </w:t>
      </w:r>
      <w:r>
        <w:rPr>
          <w:rtl/>
        </w:rPr>
        <w:t>سے مخصوص كرنا ظاہر كرتا ہے كہ الہى ايات كا ادراك لياقت واستعداد اورخاص شرائط كا متقاضى ہوتا ہے_</w:t>
      </w:r>
    </w:p>
    <w:p w:rsidR="001F628F" w:rsidRDefault="001F628F" w:rsidP="00B84D3B">
      <w:pPr>
        <w:pStyle w:val="libNormal"/>
        <w:rPr>
          <w:rtl/>
        </w:rPr>
      </w:pPr>
      <w:r>
        <w:rPr>
          <w:rtl/>
        </w:rPr>
        <w:t>18_ايام الله وہ دن ہي</w:t>
      </w:r>
      <w:r w:rsidR="00083993">
        <w:rPr>
          <w:rtl/>
        </w:rPr>
        <w:t xml:space="preserve">ں </w:t>
      </w:r>
      <w:r>
        <w:rPr>
          <w:rtl/>
        </w:rPr>
        <w:t>كہ جن مي</w:t>
      </w:r>
      <w:r w:rsidR="00083993">
        <w:rPr>
          <w:rtl/>
        </w:rPr>
        <w:t xml:space="preserve">ں </w:t>
      </w:r>
      <w:r>
        <w:rPr>
          <w:rtl/>
        </w:rPr>
        <w:t>جلوہ خداوندى ، بندو</w:t>
      </w:r>
      <w:r w:rsidR="00083993">
        <w:rPr>
          <w:rtl/>
        </w:rPr>
        <w:t xml:space="preserve">ں </w:t>
      </w:r>
      <w:r>
        <w:rPr>
          <w:rtl/>
        </w:rPr>
        <w:t>پر مصائب اورسختيو</w:t>
      </w:r>
      <w:r w:rsidR="00083993">
        <w:rPr>
          <w:rtl/>
        </w:rPr>
        <w:t xml:space="preserve">ں </w:t>
      </w:r>
      <w:r>
        <w:rPr>
          <w:rtl/>
        </w:rPr>
        <w:t>اورنعمتو</w:t>
      </w:r>
      <w:r w:rsidR="00083993">
        <w:rPr>
          <w:rtl/>
        </w:rPr>
        <w:t xml:space="preserve">ں </w:t>
      </w:r>
      <w:r>
        <w:rPr>
          <w:rtl/>
        </w:rPr>
        <w:t>كے عطا ہونے كے ساتھ ظاہر ہوتا ہے_</w:t>
      </w:r>
      <w:r w:rsidRPr="00B84D3B">
        <w:rPr>
          <w:rStyle w:val="libArabicChar"/>
          <w:rFonts w:hint="eastAsia"/>
          <w:rtl/>
        </w:rPr>
        <w:t>وذكّر</w:t>
      </w:r>
      <w:r w:rsidR="00B2551F" w:rsidRPr="00B2551F">
        <w:rPr>
          <w:rStyle w:val="libArabicChar"/>
          <w:rFonts w:hint="cs"/>
          <w:rtl/>
        </w:rPr>
        <w:t>ه</w:t>
      </w:r>
      <w:r w:rsidRPr="00B84D3B">
        <w:rPr>
          <w:rStyle w:val="libArabicChar"/>
          <w:rFonts w:hint="cs"/>
          <w:rtl/>
        </w:rPr>
        <w:t>م</w:t>
      </w:r>
      <w:r w:rsidRPr="00B84D3B">
        <w:rPr>
          <w:rStyle w:val="libArabicChar"/>
          <w:rtl/>
        </w:rPr>
        <w:t xml:space="preserve"> </w:t>
      </w:r>
      <w:r w:rsidR="005927AB" w:rsidRPr="005927AB">
        <w:rPr>
          <w:rStyle w:val="libArabicChar"/>
          <w:rtl/>
        </w:rPr>
        <w:t xml:space="preserve">با يّام الله </w:t>
      </w:r>
      <w:r w:rsidRPr="00B84D3B">
        <w:rPr>
          <w:rStyle w:val="libArabicChar"/>
          <w:rtl/>
        </w:rPr>
        <w:t xml:space="preserve">ان فى ذلك </w:t>
      </w:r>
      <w:r w:rsidR="00961F3A" w:rsidRPr="00961F3A">
        <w:rPr>
          <w:rStyle w:val="libArabicChar"/>
          <w:rtl/>
        </w:rPr>
        <w:t xml:space="preserve">لأيآت </w:t>
      </w:r>
      <w:r w:rsidRPr="00B84D3B">
        <w:rPr>
          <w:rStyle w:val="libArabicChar"/>
          <w:rtl/>
        </w:rPr>
        <w:t>لكلّ صبّار شكور</w:t>
      </w:r>
    </w:p>
    <w:p w:rsidR="001F628F" w:rsidRDefault="001F628F" w:rsidP="001F628F">
      <w:pPr>
        <w:pStyle w:val="libNormal"/>
        <w:rPr>
          <w:rtl/>
        </w:rPr>
      </w:pPr>
      <w:r>
        <w:rPr>
          <w:rFonts w:hint="eastAsia"/>
          <w:rtl/>
        </w:rPr>
        <w:t>خداوند</w:t>
      </w:r>
      <w:r>
        <w:rPr>
          <w:rtl/>
        </w:rPr>
        <w:t xml:space="preserve"> متعال كا يہ فرمانا كہ ايام الله كى ياد دلانے مي</w:t>
      </w:r>
      <w:r w:rsidR="00083993">
        <w:rPr>
          <w:rtl/>
        </w:rPr>
        <w:t xml:space="preserve">ں </w:t>
      </w:r>
      <w:r>
        <w:rPr>
          <w:rtl/>
        </w:rPr>
        <w:t>ہرصبر كرنے والے اورشكرگذار بندے كے لئے نشانيا</w:t>
      </w:r>
      <w:r w:rsidR="00083993">
        <w:rPr>
          <w:rtl/>
        </w:rPr>
        <w:t xml:space="preserve">ں </w:t>
      </w:r>
      <w:r>
        <w:rPr>
          <w:rtl/>
        </w:rPr>
        <w:t>ہي</w:t>
      </w:r>
      <w:r w:rsidR="00083993">
        <w:rPr>
          <w:rtl/>
        </w:rPr>
        <w:t xml:space="preserve">ں </w:t>
      </w:r>
      <w:r>
        <w:rPr>
          <w:rtl/>
        </w:rPr>
        <w:t>چونكہ صبر ہميشہ سختيو</w:t>
      </w:r>
      <w:r w:rsidR="00083993">
        <w:rPr>
          <w:rtl/>
        </w:rPr>
        <w:t xml:space="preserve">ں </w:t>
      </w:r>
      <w:r>
        <w:rPr>
          <w:rtl/>
        </w:rPr>
        <w:t>اور مصيبتو</w:t>
      </w:r>
      <w:r w:rsidR="00083993">
        <w:rPr>
          <w:rtl/>
        </w:rPr>
        <w:t xml:space="preserve">ں </w:t>
      </w:r>
      <w:r>
        <w:rPr>
          <w:rtl/>
        </w:rPr>
        <w:t>كے مقابلے مي</w:t>
      </w:r>
      <w:r w:rsidR="00083993">
        <w:rPr>
          <w:rtl/>
        </w:rPr>
        <w:t xml:space="preserve">ں </w:t>
      </w:r>
      <w:r>
        <w:rPr>
          <w:rtl/>
        </w:rPr>
        <w:t>ہوتا ہے اورشكر ، ہميشہ نعمتو</w:t>
      </w:r>
      <w:r w:rsidR="00083993">
        <w:rPr>
          <w:rtl/>
        </w:rPr>
        <w:t xml:space="preserve">ں </w:t>
      </w:r>
      <w:r>
        <w:rPr>
          <w:rtl/>
        </w:rPr>
        <w:t>كے عطا ہونے پر ادا كيا جاتا ہے لہذا ہوسكتا ہے كہ ان دونو</w:t>
      </w:r>
      <w:r w:rsidR="00083993">
        <w:rPr>
          <w:rtl/>
        </w:rPr>
        <w:t xml:space="preserve">ں </w:t>
      </w:r>
      <w:r>
        <w:rPr>
          <w:rtl/>
        </w:rPr>
        <w:t>(صابرين و شا</w:t>
      </w:r>
      <w:r>
        <w:rPr>
          <w:rFonts w:hint="eastAsia"/>
          <w:rtl/>
        </w:rPr>
        <w:t>كرين</w:t>
      </w:r>
      <w:r>
        <w:rPr>
          <w:rtl/>
        </w:rPr>
        <w:t>)كا ايك ساتھ ذكر اس بات كا قرينہ ہو كہ ''ايام الله '' سے مراد وہ دن ہي</w:t>
      </w:r>
      <w:r w:rsidR="00083993">
        <w:rPr>
          <w:rtl/>
        </w:rPr>
        <w:t xml:space="preserve">ں </w:t>
      </w:r>
      <w:r>
        <w:rPr>
          <w:rtl/>
        </w:rPr>
        <w:t>جن مي</w:t>
      </w:r>
      <w:r w:rsidR="00083993">
        <w:rPr>
          <w:rtl/>
        </w:rPr>
        <w:t xml:space="preserve">ں </w:t>
      </w:r>
      <w:r>
        <w:rPr>
          <w:rtl/>
        </w:rPr>
        <w:t>خداوند متعال ، فراوا</w:t>
      </w:r>
      <w:r w:rsidR="00083993">
        <w:rPr>
          <w:rtl/>
        </w:rPr>
        <w:t xml:space="preserve">ں </w:t>
      </w:r>
      <w:r>
        <w:rPr>
          <w:rtl/>
        </w:rPr>
        <w:t>نعمتي</w:t>
      </w:r>
      <w:r w:rsidR="00083993">
        <w:rPr>
          <w:rtl/>
        </w:rPr>
        <w:t xml:space="preserve">ں </w:t>
      </w:r>
      <w:r>
        <w:rPr>
          <w:rtl/>
        </w:rPr>
        <w:t>عطا كركے اورمصيبتو</w:t>
      </w:r>
      <w:r w:rsidR="00083993">
        <w:rPr>
          <w:rtl/>
        </w:rPr>
        <w:t xml:space="preserve">ں </w:t>
      </w:r>
      <w:r>
        <w:rPr>
          <w:rtl/>
        </w:rPr>
        <w:t>وسختيو</w:t>
      </w:r>
      <w:r w:rsidR="00083993">
        <w:rPr>
          <w:rtl/>
        </w:rPr>
        <w:t xml:space="preserve">ں </w:t>
      </w:r>
      <w:r>
        <w:rPr>
          <w:rtl/>
        </w:rPr>
        <w:t>مي</w:t>
      </w:r>
      <w:r w:rsidR="00083993">
        <w:rPr>
          <w:rtl/>
        </w:rPr>
        <w:t xml:space="preserve">ں </w:t>
      </w:r>
      <w:r>
        <w:rPr>
          <w:rtl/>
        </w:rPr>
        <w:t>مبتلا كركے اپنے بندو</w:t>
      </w:r>
      <w:r w:rsidR="00083993">
        <w:rPr>
          <w:rtl/>
        </w:rPr>
        <w:t xml:space="preserve">ں </w:t>
      </w:r>
      <w:r>
        <w:rPr>
          <w:rtl/>
        </w:rPr>
        <w:t>پر جلوہ گر ہوتا ہے_</w:t>
      </w:r>
    </w:p>
    <w:p w:rsidR="001F628F" w:rsidRDefault="001F628F" w:rsidP="001F628F">
      <w:pPr>
        <w:pStyle w:val="libNormal"/>
        <w:rPr>
          <w:rtl/>
        </w:rPr>
      </w:pPr>
      <w:r>
        <w:rPr>
          <w:rtl/>
        </w:rPr>
        <w:t>19_</w:t>
      </w:r>
      <w:r w:rsidRPr="00B84D3B">
        <w:rPr>
          <w:rStyle w:val="libArabicChar"/>
          <w:rtl/>
        </w:rPr>
        <w:t>''عن مثنّى الحنّاط قال: سمعت ا با جعفر</w:t>
      </w:r>
      <w:r w:rsidR="00367F17" w:rsidRPr="00367F17">
        <w:rPr>
          <w:rStyle w:val="libAlaemChar"/>
          <w:rtl/>
        </w:rPr>
        <w:t xml:space="preserve"> عليه‌السلام </w:t>
      </w:r>
      <w:r w:rsidRPr="00B84D3B">
        <w:rPr>
          <w:rStyle w:val="libArabicChar"/>
          <w:rtl/>
        </w:rPr>
        <w:t xml:space="preserve"> يقول: ا يام الله عزّوجلّ ثلاثة : يوم يقوم لقائم </w:t>
      </w:r>
      <w:r w:rsidR="00367F17" w:rsidRPr="00367F17">
        <w:rPr>
          <w:rStyle w:val="libAlaemChar"/>
          <w:rtl/>
        </w:rPr>
        <w:t xml:space="preserve"> عليه‌السلام </w:t>
      </w:r>
      <w:r w:rsidRPr="00B84D3B">
        <w:rPr>
          <w:rStyle w:val="libArabicChar"/>
          <w:rtl/>
        </w:rPr>
        <w:t xml:space="preserve"> ويوم الكرّة ويوم القيامة</w:t>
      </w:r>
      <w:r>
        <w:rPr>
          <w:rtl/>
        </w:rPr>
        <w:t xml:space="preserve"> </w:t>
      </w:r>
      <w:r w:rsidRPr="00B84D3B">
        <w:rPr>
          <w:rStyle w:val="libFootnotenumChar"/>
          <w:rtl/>
        </w:rPr>
        <w:t>(1)</w:t>
      </w:r>
      <w:r>
        <w:rPr>
          <w:rtl/>
        </w:rPr>
        <w:t>مثنّى حناط سے منقول ہے كہ مي</w:t>
      </w:r>
      <w:r w:rsidR="00083993">
        <w:rPr>
          <w:rtl/>
        </w:rPr>
        <w:t xml:space="preserve">ں </w:t>
      </w:r>
      <w:r>
        <w:rPr>
          <w:rtl/>
        </w:rPr>
        <w:t xml:space="preserve">نے امام باقر </w:t>
      </w:r>
      <w:r w:rsidR="00367F17" w:rsidRPr="00367F17">
        <w:rPr>
          <w:rStyle w:val="libAlaemChar"/>
          <w:rtl/>
        </w:rPr>
        <w:t xml:space="preserve"> عليه‌السلام </w:t>
      </w:r>
      <w:r>
        <w:rPr>
          <w:rtl/>
        </w:rPr>
        <w:t xml:space="preserve"> سے سنا</w:t>
      </w:r>
    </w:p>
    <w:p w:rsidR="001F628F" w:rsidRDefault="00B84D3B" w:rsidP="00B84D3B">
      <w:pPr>
        <w:pStyle w:val="libLine"/>
        <w:rPr>
          <w:rtl/>
        </w:rPr>
      </w:pPr>
      <w:r>
        <w:rPr>
          <w:rtl/>
        </w:rPr>
        <w:t>____________________</w:t>
      </w:r>
    </w:p>
    <w:p w:rsidR="001F628F" w:rsidRDefault="001F628F" w:rsidP="00B84D3B">
      <w:pPr>
        <w:pStyle w:val="libFootnote"/>
        <w:rPr>
          <w:rtl/>
        </w:rPr>
      </w:pPr>
      <w:r>
        <w:rPr>
          <w:rtl/>
        </w:rPr>
        <w:t>1)خصال صدوق، ج1، ص108،ح75_ نور الثقلين، ج2، ص526، ح7_</w:t>
      </w:r>
    </w:p>
    <w:p w:rsidR="00B84D3B" w:rsidRDefault="001E7F9D" w:rsidP="00F73EDE">
      <w:pPr>
        <w:pStyle w:val="libPoemTini"/>
        <w:rPr>
          <w:rtl/>
        </w:rPr>
      </w:pPr>
      <w:r>
        <w:rPr>
          <w:rtl/>
        </w:rPr>
        <w:br w:type="page"/>
      </w:r>
    </w:p>
    <w:p w:rsidR="001F628F" w:rsidRDefault="001F628F" w:rsidP="00B84D3B">
      <w:pPr>
        <w:pStyle w:val="libNormal"/>
        <w:rPr>
          <w:rtl/>
        </w:rPr>
      </w:pPr>
      <w:r>
        <w:rPr>
          <w:rFonts w:hint="eastAsia"/>
          <w:rtl/>
        </w:rPr>
        <w:lastRenderedPageBreak/>
        <w:t>ہے</w:t>
      </w:r>
      <w:r>
        <w:rPr>
          <w:rtl/>
        </w:rPr>
        <w:t xml:space="preserve"> كہ ايام الله سے تين دن مراد ہي</w:t>
      </w:r>
      <w:r w:rsidR="00083993">
        <w:rPr>
          <w:rtl/>
        </w:rPr>
        <w:t xml:space="preserve">ں </w:t>
      </w:r>
      <w:r>
        <w:rPr>
          <w:rtl/>
        </w:rPr>
        <w:t>:قائم ال محمد</w:t>
      </w:r>
      <w:r w:rsidR="00F031CD" w:rsidRPr="00F031CD">
        <w:rPr>
          <w:rStyle w:val="libAlaemChar"/>
          <w:rtl/>
        </w:rPr>
        <w:t xml:space="preserve"> صلى‌الله‌عليه‌وآله‌وسلم </w:t>
      </w:r>
      <w:r>
        <w:rPr>
          <w:rtl/>
        </w:rPr>
        <w:t xml:space="preserve"> كے ظہور كا دن، رجعت كا دن اورقيامت كا دن_</w:t>
      </w:r>
    </w:p>
    <w:p w:rsidR="001F628F" w:rsidRDefault="001F628F" w:rsidP="001F628F">
      <w:pPr>
        <w:pStyle w:val="libNormal"/>
        <w:rPr>
          <w:rtl/>
        </w:rPr>
      </w:pPr>
      <w:r>
        <w:rPr>
          <w:rtl/>
        </w:rPr>
        <w:t>20_</w:t>
      </w:r>
      <w:r w:rsidRPr="00B84D3B">
        <w:rPr>
          <w:rStyle w:val="libArabicChar"/>
          <w:rtl/>
        </w:rPr>
        <w:t xml:space="preserve">''قال رسول الله </w:t>
      </w:r>
      <w:r w:rsidR="00F031CD" w:rsidRPr="00F031CD">
        <w:rPr>
          <w:rStyle w:val="libAlaemChar"/>
          <w:rtl/>
        </w:rPr>
        <w:t xml:space="preserve"> صلى‌الله‌عليه‌وآله‌وسلم </w:t>
      </w:r>
      <w:r w:rsidRPr="00B84D3B">
        <w:rPr>
          <w:rStyle w:val="libArabicChar"/>
          <w:rtl/>
        </w:rPr>
        <w:t xml:space="preserve"> فى قول</w:t>
      </w:r>
      <w:r w:rsidR="00B2551F" w:rsidRPr="00B2551F">
        <w:rPr>
          <w:rStyle w:val="libArabicChar"/>
          <w:rFonts w:hint="cs"/>
          <w:rtl/>
        </w:rPr>
        <w:t>ه</w:t>
      </w:r>
      <w:r w:rsidRPr="00B84D3B">
        <w:rPr>
          <w:rStyle w:val="libArabicChar"/>
          <w:rtl/>
        </w:rPr>
        <w:t xml:space="preserve"> </w:t>
      </w:r>
      <w:r w:rsidRPr="00B84D3B">
        <w:rPr>
          <w:rStyle w:val="libArabicChar"/>
          <w:rFonts w:hint="cs"/>
          <w:rtl/>
        </w:rPr>
        <w:t>تعالى</w:t>
      </w:r>
      <w:r w:rsidRPr="00B84D3B">
        <w:rPr>
          <w:rStyle w:val="libArabicChar"/>
          <w:rtl/>
        </w:rPr>
        <w:t xml:space="preserve"> : ''</w:t>
      </w:r>
      <w:r w:rsidRPr="00B84D3B">
        <w:rPr>
          <w:rStyle w:val="libArabicChar"/>
          <w:rFonts w:hint="cs"/>
          <w:rtl/>
        </w:rPr>
        <w:t>وذكّر</w:t>
      </w:r>
      <w:r w:rsidR="00B2551F" w:rsidRPr="00B2551F">
        <w:rPr>
          <w:rStyle w:val="libArabicChar"/>
          <w:rFonts w:hint="cs"/>
          <w:rtl/>
        </w:rPr>
        <w:t>ه</w:t>
      </w:r>
      <w:r w:rsidRPr="00B84D3B">
        <w:rPr>
          <w:rStyle w:val="libArabicChar"/>
          <w:rFonts w:hint="cs"/>
          <w:rtl/>
        </w:rPr>
        <w:t>م</w:t>
      </w:r>
      <w:r w:rsidRPr="00B84D3B">
        <w:rPr>
          <w:rStyle w:val="libArabicChar"/>
          <w:rtl/>
        </w:rPr>
        <w:t xml:space="preserve"> </w:t>
      </w:r>
      <w:r w:rsidRPr="00B84D3B">
        <w:rPr>
          <w:rStyle w:val="libArabicChar"/>
          <w:rFonts w:hint="cs"/>
          <w:rtl/>
        </w:rPr>
        <w:t>با</w:t>
      </w:r>
      <w:r w:rsidRPr="00B84D3B">
        <w:rPr>
          <w:rStyle w:val="libArabicChar"/>
          <w:rtl/>
        </w:rPr>
        <w:t xml:space="preserve"> </w:t>
      </w:r>
      <w:r w:rsidRPr="00B84D3B">
        <w:rPr>
          <w:rStyle w:val="libArabicChar"/>
          <w:rFonts w:hint="cs"/>
          <w:rtl/>
        </w:rPr>
        <w:t>يام</w:t>
      </w:r>
      <w:r w:rsidRPr="00B84D3B">
        <w:rPr>
          <w:rStyle w:val="libArabicChar"/>
          <w:rtl/>
        </w:rPr>
        <w:t xml:space="preserve"> </w:t>
      </w:r>
      <w:r w:rsidRPr="00B84D3B">
        <w:rPr>
          <w:rStyle w:val="libArabicChar"/>
          <w:rFonts w:hint="cs"/>
          <w:rtl/>
        </w:rPr>
        <w:t>الله</w:t>
      </w:r>
      <w:r w:rsidRPr="00B84D3B">
        <w:rPr>
          <w:rStyle w:val="libArabicChar"/>
          <w:rtl/>
        </w:rPr>
        <w:t xml:space="preserve"> ...'':</w:t>
      </w:r>
      <w:r w:rsidRPr="00B84D3B">
        <w:rPr>
          <w:rStyle w:val="libArabicChar"/>
          <w:rFonts w:hint="cs"/>
          <w:rtl/>
        </w:rPr>
        <w:t>ا</w:t>
      </w:r>
      <w:r w:rsidRPr="00B84D3B">
        <w:rPr>
          <w:rStyle w:val="libArabicChar"/>
          <w:rtl/>
        </w:rPr>
        <w:t xml:space="preserve"> </w:t>
      </w:r>
      <w:r w:rsidRPr="00B84D3B">
        <w:rPr>
          <w:rStyle w:val="libArabicChar"/>
          <w:rFonts w:hint="cs"/>
          <w:rtl/>
        </w:rPr>
        <w:t>يام</w:t>
      </w:r>
      <w:r w:rsidRPr="00B84D3B">
        <w:rPr>
          <w:rStyle w:val="libArabicChar"/>
          <w:rtl/>
        </w:rPr>
        <w:t xml:space="preserve"> </w:t>
      </w:r>
      <w:r w:rsidRPr="00B84D3B">
        <w:rPr>
          <w:rStyle w:val="libArabicChar"/>
          <w:rFonts w:hint="cs"/>
          <w:rtl/>
        </w:rPr>
        <w:t>الله</w:t>
      </w:r>
      <w:r w:rsidRPr="00B84D3B">
        <w:rPr>
          <w:rStyle w:val="libArabicChar"/>
          <w:rtl/>
        </w:rPr>
        <w:t xml:space="preserve"> </w:t>
      </w:r>
      <w:r w:rsidRPr="00B84D3B">
        <w:rPr>
          <w:rStyle w:val="libArabicChar"/>
          <w:rFonts w:hint="cs"/>
          <w:rtl/>
        </w:rPr>
        <w:t>نعماو</w:t>
      </w:r>
      <w:r w:rsidRPr="00B84D3B">
        <w:rPr>
          <w:rStyle w:val="libArabicChar"/>
          <w:rtl/>
        </w:rPr>
        <w:t xml:space="preserve"> </w:t>
      </w:r>
      <w:r w:rsidR="00B2551F" w:rsidRPr="00B2551F">
        <w:rPr>
          <w:rStyle w:val="libArabicChar"/>
          <w:rFonts w:hint="cs"/>
          <w:rtl/>
        </w:rPr>
        <w:t>ه</w:t>
      </w:r>
      <w:r w:rsidRPr="00B84D3B">
        <w:rPr>
          <w:rStyle w:val="libArabicChar"/>
          <w:rtl/>
        </w:rPr>
        <w:t xml:space="preserve"> </w:t>
      </w:r>
      <w:r w:rsidRPr="00B84D3B">
        <w:rPr>
          <w:rStyle w:val="libArabicChar"/>
          <w:rFonts w:hint="cs"/>
          <w:rtl/>
        </w:rPr>
        <w:t>وبلاو</w:t>
      </w:r>
      <w:r w:rsidRPr="00B84D3B">
        <w:rPr>
          <w:rStyle w:val="libArabicChar"/>
          <w:rtl/>
        </w:rPr>
        <w:t xml:space="preserve"> </w:t>
      </w:r>
      <w:r w:rsidR="00B2551F" w:rsidRPr="00B2551F">
        <w:rPr>
          <w:rStyle w:val="libArabicChar"/>
          <w:rFonts w:hint="cs"/>
          <w:rtl/>
        </w:rPr>
        <w:t>ه</w:t>
      </w:r>
      <w:r w:rsidRPr="00B84D3B">
        <w:rPr>
          <w:rStyle w:val="libArabicChar"/>
          <w:rtl/>
        </w:rPr>
        <w:t xml:space="preserve"> </w:t>
      </w:r>
      <w:r w:rsidRPr="00B84D3B">
        <w:rPr>
          <w:rStyle w:val="libArabicChar"/>
          <w:rFonts w:hint="cs"/>
          <w:rtl/>
        </w:rPr>
        <w:t>ومثلات</w:t>
      </w:r>
      <w:r w:rsidR="00B2551F" w:rsidRPr="00B2551F">
        <w:rPr>
          <w:rStyle w:val="libArabicChar"/>
          <w:rFonts w:hint="cs"/>
          <w:rtl/>
        </w:rPr>
        <w:t>ه</w:t>
      </w:r>
      <w:r w:rsidRPr="00B84D3B">
        <w:rPr>
          <w:rStyle w:val="libArabicChar"/>
          <w:rtl/>
        </w:rPr>
        <w:t xml:space="preserve"> </w:t>
      </w:r>
      <w:r>
        <w:rPr>
          <w:rtl/>
        </w:rPr>
        <w:t>...</w:t>
      </w:r>
      <w:r w:rsidRPr="00B84D3B">
        <w:rPr>
          <w:rStyle w:val="libFootnotenumChar"/>
          <w:rtl/>
        </w:rPr>
        <w:t>(1)</w:t>
      </w:r>
      <w:r>
        <w:rPr>
          <w:rtl/>
        </w:rPr>
        <w:t>رسول خدا</w:t>
      </w:r>
      <w:r w:rsidR="00F031CD" w:rsidRPr="00F031CD">
        <w:rPr>
          <w:rStyle w:val="libAlaemChar"/>
          <w:rtl/>
        </w:rPr>
        <w:t xml:space="preserve"> صلى‌الله‌عليه‌وآله‌وسلم </w:t>
      </w:r>
      <w:r>
        <w:rPr>
          <w:rtl/>
        </w:rPr>
        <w:t xml:space="preserve"> نے خداوند متعال كے اس قول:</w:t>
      </w:r>
      <w:r w:rsidRPr="00B84D3B">
        <w:rPr>
          <w:rStyle w:val="libArabicChar"/>
          <w:rtl/>
        </w:rPr>
        <w:t>''وذكّر</w:t>
      </w:r>
      <w:r w:rsidR="00B2551F" w:rsidRPr="00B2551F">
        <w:rPr>
          <w:rStyle w:val="libArabicChar"/>
          <w:rFonts w:hint="cs"/>
          <w:rtl/>
        </w:rPr>
        <w:t>ه</w:t>
      </w:r>
      <w:r w:rsidRPr="00B84D3B">
        <w:rPr>
          <w:rStyle w:val="libArabicChar"/>
          <w:rFonts w:hint="cs"/>
          <w:rtl/>
        </w:rPr>
        <w:t>م</w:t>
      </w:r>
      <w:r w:rsidRPr="00B84D3B">
        <w:rPr>
          <w:rStyle w:val="libArabicChar"/>
          <w:rtl/>
        </w:rPr>
        <w:t xml:space="preserve"> </w:t>
      </w:r>
      <w:r w:rsidRPr="00B84D3B">
        <w:rPr>
          <w:rStyle w:val="libArabicChar"/>
          <w:rFonts w:hint="cs"/>
          <w:rtl/>
        </w:rPr>
        <w:t>ب</w:t>
      </w:r>
      <w:r w:rsidRPr="00B84D3B">
        <w:rPr>
          <w:rStyle w:val="libArabicChar"/>
          <w:rtl/>
        </w:rPr>
        <w:t>ا يام الله ...''</w:t>
      </w:r>
      <w:r>
        <w:rPr>
          <w:rtl/>
        </w:rPr>
        <w:t>كے بارے مي</w:t>
      </w:r>
      <w:r w:rsidR="00083993">
        <w:rPr>
          <w:rtl/>
        </w:rPr>
        <w:t xml:space="preserve">ں </w:t>
      </w:r>
      <w:r>
        <w:rPr>
          <w:rtl/>
        </w:rPr>
        <w:t>فرماياہے: خدا كے دنو</w:t>
      </w:r>
      <w:r w:rsidR="00083993">
        <w:rPr>
          <w:rtl/>
        </w:rPr>
        <w:t xml:space="preserve">ں </w:t>
      </w:r>
      <w:r>
        <w:rPr>
          <w:rtl/>
        </w:rPr>
        <w:t>سے مرادخدا كى نعمتي</w:t>
      </w:r>
      <w:r w:rsidR="00083993">
        <w:rPr>
          <w:rtl/>
        </w:rPr>
        <w:t xml:space="preserve">ں </w:t>
      </w:r>
      <w:r>
        <w:rPr>
          <w:rtl/>
        </w:rPr>
        <w:t>، مصيبتي</w:t>
      </w:r>
      <w:r w:rsidR="00083993">
        <w:rPr>
          <w:rtl/>
        </w:rPr>
        <w:t xml:space="preserve">ں </w:t>
      </w:r>
      <w:r>
        <w:rPr>
          <w:rtl/>
        </w:rPr>
        <w:t>اور عذاب ہي</w:t>
      </w:r>
      <w:r w:rsidR="00083993">
        <w:rPr>
          <w:rtl/>
        </w:rPr>
        <w:t xml:space="preserve">ں </w:t>
      </w:r>
      <w:r>
        <w:rPr>
          <w:rtl/>
        </w:rPr>
        <w:t>_''</w:t>
      </w:r>
    </w:p>
    <w:p w:rsidR="001F628F" w:rsidRDefault="001F628F" w:rsidP="00B84D3B">
      <w:pPr>
        <w:pStyle w:val="libNormal"/>
        <w:rPr>
          <w:rtl/>
        </w:rPr>
      </w:pPr>
      <w:r>
        <w:rPr>
          <w:rFonts w:hint="eastAsia"/>
          <w:rtl/>
        </w:rPr>
        <w:t>انخضرت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كے مقاصد،8;انحضرت </w:t>
      </w:r>
      <w:r w:rsidR="00F031CD" w:rsidRPr="00F031CD">
        <w:rPr>
          <w:rStyle w:val="libAlaemChar"/>
          <w:rtl/>
        </w:rPr>
        <w:t xml:space="preserve"> صلى‌الله‌عليه‌وآله‌وسلم </w:t>
      </w:r>
      <w:r>
        <w:rPr>
          <w:rtl/>
        </w:rPr>
        <w:t xml:space="preserve"> كا ہدايت كرنا،8</w:t>
      </w:r>
    </w:p>
    <w:p w:rsidR="001F628F" w:rsidRDefault="001F628F" w:rsidP="00B84D3B">
      <w:pPr>
        <w:pStyle w:val="libNormal"/>
        <w:rPr>
          <w:rtl/>
        </w:rPr>
      </w:pPr>
      <w:r>
        <w:rPr>
          <w:rFonts w:hint="eastAsia"/>
          <w:rtl/>
        </w:rPr>
        <w:t>ايات</w:t>
      </w:r>
      <w:r>
        <w:rPr>
          <w:rtl/>
        </w:rPr>
        <w:t xml:space="preserve"> خدا:</w:t>
      </w:r>
      <w:r>
        <w:rPr>
          <w:rFonts w:hint="eastAsia"/>
          <w:rtl/>
        </w:rPr>
        <w:t>ايات</w:t>
      </w:r>
      <w:r>
        <w:rPr>
          <w:rtl/>
        </w:rPr>
        <w:t xml:space="preserve"> خدا كے ادراك كا پيش خيمہ،15; ايا ت خدا كے ادراك كى شرائط،17; آيات خدا كا اثر 3</w:t>
      </w:r>
    </w:p>
    <w:p w:rsidR="001F628F" w:rsidRDefault="001F628F" w:rsidP="00B84D3B">
      <w:pPr>
        <w:pStyle w:val="libNormal"/>
        <w:rPr>
          <w:rtl/>
        </w:rPr>
      </w:pPr>
      <w:r>
        <w:rPr>
          <w:rFonts w:hint="eastAsia"/>
          <w:rtl/>
        </w:rPr>
        <w:t>استعداد</w:t>
      </w:r>
      <w:r>
        <w:rPr>
          <w:rtl/>
        </w:rPr>
        <w:t>:</w:t>
      </w:r>
      <w:r>
        <w:rPr>
          <w:rFonts w:hint="eastAsia"/>
          <w:rtl/>
        </w:rPr>
        <w:t>استعداد</w:t>
      </w:r>
      <w:r>
        <w:rPr>
          <w:rtl/>
        </w:rPr>
        <w:t xml:space="preserve"> كا كردار،17</w:t>
      </w:r>
    </w:p>
    <w:p w:rsidR="001F628F" w:rsidRDefault="001F628F" w:rsidP="00B84D3B">
      <w:pPr>
        <w:pStyle w:val="libNormal"/>
        <w:rPr>
          <w:rtl/>
        </w:rPr>
      </w:pPr>
      <w:r>
        <w:rPr>
          <w:rFonts w:hint="eastAsia"/>
          <w:rtl/>
        </w:rPr>
        <w:t>امام</w:t>
      </w:r>
      <w:r>
        <w:rPr>
          <w:rtl/>
        </w:rPr>
        <w:t xml:space="preserve"> مھدى </w:t>
      </w:r>
      <w:r w:rsidR="00367F17" w:rsidRPr="00367F17">
        <w:rPr>
          <w:rStyle w:val="libAlaemChar"/>
          <w:rtl/>
        </w:rPr>
        <w:t xml:space="preserve"> عليه‌السلام </w:t>
      </w:r>
      <w:r>
        <w:rPr>
          <w:rtl/>
        </w:rPr>
        <w:t xml:space="preserve"> :</w:t>
      </w:r>
      <w:r>
        <w:rPr>
          <w:rFonts w:hint="eastAsia"/>
          <w:rtl/>
        </w:rPr>
        <w:t>امام</w:t>
      </w:r>
      <w:r>
        <w:rPr>
          <w:rtl/>
        </w:rPr>
        <w:t xml:space="preserve"> مھدى </w:t>
      </w:r>
      <w:r w:rsidR="00367F17" w:rsidRPr="00367F17">
        <w:rPr>
          <w:rStyle w:val="libAlaemChar"/>
          <w:rtl/>
        </w:rPr>
        <w:t xml:space="preserve"> عليه‌السلام </w:t>
      </w:r>
      <w:r>
        <w:rPr>
          <w:rtl/>
        </w:rPr>
        <w:t xml:space="preserve"> كے ظہور كا دن،19</w:t>
      </w:r>
    </w:p>
    <w:p w:rsidR="001F628F" w:rsidRDefault="001F628F" w:rsidP="00B84D3B">
      <w:pPr>
        <w:pStyle w:val="libNormal"/>
        <w:rPr>
          <w:rtl/>
        </w:rPr>
      </w:pPr>
      <w:r>
        <w:rPr>
          <w:rFonts w:hint="eastAsia"/>
          <w:rtl/>
        </w:rPr>
        <w:t>الله</w:t>
      </w:r>
      <w:r>
        <w:rPr>
          <w:rtl/>
        </w:rPr>
        <w:t xml:space="preserve"> تعالى :</w:t>
      </w:r>
      <w:r>
        <w:rPr>
          <w:rFonts w:hint="eastAsia"/>
          <w:rtl/>
        </w:rPr>
        <w:t>الله</w:t>
      </w:r>
      <w:r>
        <w:rPr>
          <w:rtl/>
        </w:rPr>
        <w:t xml:space="preserve"> تعالى كے افعال،2; الله تعالى كى تجلي،18; الله تعالى كے عذاب،20; الله تعالى كى نعمتي</w:t>
      </w:r>
      <w:r w:rsidR="00083993">
        <w:rPr>
          <w:rtl/>
        </w:rPr>
        <w:t xml:space="preserve">ں </w:t>
      </w:r>
      <w:r>
        <w:rPr>
          <w:rtl/>
        </w:rPr>
        <w:t>،20</w:t>
      </w:r>
    </w:p>
    <w:p w:rsidR="001F628F" w:rsidRDefault="003D0BA1" w:rsidP="00B84D3B">
      <w:pPr>
        <w:pStyle w:val="libNormal"/>
        <w:rPr>
          <w:rtl/>
        </w:rPr>
      </w:pPr>
      <w:r>
        <w:rPr>
          <w:rFonts w:hint="eastAsia"/>
          <w:rtl/>
        </w:rPr>
        <w:t>انبياء</w:t>
      </w:r>
      <w:r w:rsidR="001F628F">
        <w:rPr>
          <w:rtl/>
        </w:rPr>
        <w:t>:</w:t>
      </w:r>
      <w:r w:rsidR="001F628F">
        <w:rPr>
          <w:rFonts w:hint="eastAsia"/>
          <w:rtl/>
        </w:rPr>
        <w:t>انبياء</w:t>
      </w:r>
      <w:r w:rsidR="001F628F">
        <w:rPr>
          <w:rtl/>
        </w:rPr>
        <w:t xml:space="preserve"> كا ہدايت كرنا،8; انبياء كا باہمى توافق،8</w:t>
      </w:r>
    </w:p>
    <w:p w:rsidR="001F628F" w:rsidRDefault="001F628F" w:rsidP="00B84D3B">
      <w:pPr>
        <w:pStyle w:val="libNormal"/>
        <w:rPr>
          <w:rtl/>
        </w:rPr>
      </w:pPr>
      <w:r>
        <w:rPr>
          <w:rFonts w:hint="eastAsia"/>
          <w:rtl/>
        </w:rPr>
        <w:t>ايام</w:t>
      </w:r>
      <w:r>
        <w:rPr>
          <w:rtl/>
        </w:rPr>
        <w:t xml:space="preserve"> الله :</w:t>
      </w:r>
      <w:r>
        <w:rPr>
          <w:rFonts w:hint="eastAsia"/>
          <w:rtl/>
        </w:rPr>
        <w:t>ايام</w:t>
      </w:r>
      <w:r>
        <w:rPr>
          <w:rtl/>
        </w:rPr>
        <w:t xml:space="preserve"> الله كى اہميت12، 13، 14; ايام الله اورايات خدا ،14; ايام الله سے مراد،19، 20; ايام الله كا كردار،18</w:t>
      </w:r>
    </w:p>
    <w:p w:rsidR="001F628F" w:rsidRDefault="001F628F" w:rsidP="00B84D3B">
      <w:pPr>
        <w:pStyle w:val="libNormal"/>
        <w:rPr>
          <w:rtl/>
        </w:rPr>
      </w:pPr>
      <w:r>
        <w:rPr>
          <w:rFonts w:hint="eastAsia"/>
          <w:rtl/>
        </w:rPr>
        <w:t>بنى</w:t>
      </w:r>
      <w:r>
        <w:rPr>
          <w:rtl/>
        </w:rPr>
        <w:t xml:space="preserve"> اسرائيل:</w:t>
      </w:r>
      <w:r>
        <w:rPr>
          <w:rFonts w:hint="eastAsia"/>
          <w:rtl/>
        </w:rPr>
        <w:t>بنى</w:t>
      </w:r>
      <w:r>
        <w:rPr>
          <w:rtl/>
        </w:rPr>
        <w:t xml:space="preserve"> اسرائيل كى ہدايت كى اہميت،6; بنى اسرائيل كى گمراہي،4; بنى اسرائيل كى ہدايت،3</w:t>
      </w:r>
    </w:p>
    <w:p w:rsidR="001F628F" w:rsidRDefault="001F628F" w:rsidP="00B84D3B">
      <w:pPr>
        <w:pStyle w:val="libNormal"/>
        <w:rPr>
          <w:rtl/>
        </w:rPr>
      </w:pPr>
      <w:r>
        <w:rPr>
          <w:rFonts w:hint="eastAsia"/>
          <w:rtl/>
        </w:rPr>
        <w:t>تكامل</w:t>
      </w:r>
      <w:r>
        <w:rPr>
          <w:rtl/>
        </w:rPr>
        <w:t>:</w:t>
      </w:r>
      <w:r>
        <w:rPr>
          <w:rFonts w:hint="eastAsia"/>
          <w:rtl/>
        </w:rPr>
        <w:t>تكامل</w:t>
      </w:r>
      <w:r>
        <w:rPr>
          <w:rtl/>
        </w:rPr>
        <w:t xml:space="preserve"> كے اسباب،15</w:t>
      </w:r>
    </w:p>
    <w:p w:rsidR="001F628F" w:rsidRDefault="001F628F" w:rsidP="00B84D3B">
      <w:pPr>
        <w:pStyle w:val="libNormal"/>
        <w:rPr>
          <w:rtl/>
        </w:rPr>
      </w:pPr>
      <w:r>
        <w:rPr>
          <w:rFonts w:hint="eastAsia"/>
          <w:rtl/>
        </w:rPr>
        <w:t>توريت</w:t>
      </w:r>
      <w:r>
        <w:rPr>
          <w:rtl/>
        </w:rPr>
        <w:t>:</w:t>
      </w:r>
      <w:r>
        <w:rPr>
          <w:rFonts w:hint="eastAsia"/>
          <w:rtl/>
        </w:rPr>
        <w:t>توريت</w:t>
      </w:r>
      <w:r>
        <w:rPr>
          <w:rtl/>
        </w:rPr>
        <w:t xml:space="preserve"> كى تعليمات،9; توريت كا ہدايت كرنا،9</w:t>
      </w:r>
    </w:p>
    <w:p w:rsidR="001F628F" w:rsidRDefault="001F628F" w:rsidP="001F628F">
      <w:pPr>
        <w:pStyle w:val="libNormal"/>
        <w:rPr>
          <w:rtl/>
        </w:rPr>
      </w:pPr>
      <w:r>
        <w:rPr>
          <w:rFonts w:hint="eastAsia"/>
          <w:rtl/>
        </w:rPr>
        <w:t>خدا</w:t>
      </w:r>
      <w:r>
        <w:rPr>
          <w:rtl/>
        </w:rPr>
        <w:t xml:space="preserve"> كے برگزيدہ افراد: 16</w:t>
      </w:r>
    </w:p>
    <w:p w:rsidR="001F628F" w:rsidRDefault="001F628F" w:rsidP="00B84D3B">
      <w:pPr>
        <w:pStyle w:val="libNormal"/>
        <w:rPr>
          <w:rtl/>
        </w:rPr>
      </w:pPr>
      <w:r>
        <w:rPr>
          <w:rFonts w:hint="eastAsia"/>
          <w:rtl/>
        </w:rPr>
        <w:t>دين</w:t>
      </w:r>
      <w:r>
        <w:rPr>
          <w:rtl/>
        </w:rPr>
        <w:t>:</w:t>
      </w:r>
      <w:r>
        <w:rPr>
          <w:rFonts w:hint="eastAsia"/>
          <w:rtl/>
        </w:rPr>
        <w:t>دين</w:t>
      </w:r>
      <w:r>
        <w:rPr>
          <w:rtl/>
        </w:rPr>
        <w:t xml:space="preserve"> اورعينيت، 10; نفاذ دين كا سبب،20</w:t>
      </w:r>
    </w:p>
    <w:p w:rsidR="001F628F" w:rsidRDefault="001F628F" w:rsidP="00B84D3B">
      <w:pPr>
        <w:pStyle w:val="libNormal"/>
        <w:rPr>
          <w:rtl/>
        </w:rPr>
      </w:pPr>
      <w:r>
        <w:rPr>
          <w:rFonts w:hint="eastAsia"/>
          <w:rtl/>
        </w:rPr>
        <w:t>دينى</w:t>
      </w:r>
      <w:r>
        <w:rPr>
          <w:rtl/>
        </w:rPr>
        <w:t xml:space="preserve"> راہنما:</w:t>
      </w:r>
      <w:r>
        <w:rPr>
          <w:rFonts w:hint="eastAsia"/>
          <w:rtl/>
        </w:rPr>
        <w:t>دينى</w:t>
      </w:r>
      <w:r>
        <w:rPr>
          <w:rtl/>
        </w:rPr>
        <w:t xml:space="preserve"> راہنماو </w:t>
      </w:r>
      <w:r w:rsidR="00083993">
        <w:rPr>
          <w:rtl/>
        </w:rPr>
        <w:t xml:space="preserve">ں </w:t>
      </w:r>
      <w:r>
        <w:rPr>
          <w:rtl/>
        </w:rPr>
        <w:t>كا كردار،10</w:t>
      </w:r>
    </w:p>
    <w:p w:rsidR="001F628F" w:rsidRDefault="001F628F" w:rsidP="001F628F">
      <w:pPr>
        <w:pStyle w:val="libNormal"/>
        <w:rPr>
          <w:rtl/>
        </w:rPr>
      </w:pPr>
      <w:r>
        <w:rPr>
          <w:rFonts w:hint="eastAsia"/>
          <w:rtl/>
        </w:rPr>
        <w:t>ذكر</w:t>
      </w:r>
      <w:r>
        <w:rPr>
          <w:rtl/>
        </w:rPr>
        <w:t>:</w:t>
      </w:r>
    </w:p>
    <w:p w:rsidR="001F628F" w:rsidRDefault="00B84D3B" w:rsidP="00B84D3B">
      <w:pPr>
        <w:pStyle w:val="libLine"/>
        <w:rPr>
          <w:rtl/>
        </w:rPr>
      </w:pPr>
      <w:r>
        <w:rPr>
          <w:rtl/>
        </w:rPr>
        <w:t>____________________</w:t>
      </w:r>
    </w:p>
    <w:p w:rsidR="001F628F" w:rsidRDefault="001F628F" w:rsidP="001B0CE6">
      <w:pPr>
        <w:pStyle w:val="libFootnote"/>
        <w:rPr>
          <w:rtl/>
        </w:rPr>
      </w:pPr>
      <w:r>
        <w:rPr>
          <w:rtl/>
        </w:rPr>
        <w:t>1) امالى شيخ طوسي، ج2، ص105، مجلس 17_ بحارالانوار، ج67، ص 20، ح17_</w:t>
      </w:r>
    </w:p>
    <w:p w:rsidR="001B0CE6" w:rsidRDefault="001E7F9D" w:rsidP="00F73EDE">
      <w:pPr>
        <w:pStyle w:val="libPoemTini"/>
        <w:rPr>
          <w:rtl/>
        </w:rPr>
      </w:pPr>
      <w:r>
        <w:rPr>
          <w:rtl/>
        </w:rPr>
        <w:br w:type="page"/>
      </w:r>
    </w:p>
    <w:p w:rsidR="001F628F" w:rsidRDefault="001F628F" w:rsidP="001B0CE6">
      <w:pPr>
        <w:pStyle w:val="libNormal"/>
        <w:rPr>
          <w:rtl/>
        </w:rPr>
      </w:pPr>
      <w:r>
        <w:rPr>
          <w:rFonts w:hint="eastAsia"/>
          <w:rtl/>
        </w:rPr>
        <w:lastRenderedPageBreak/>
        <w:t>ايام</w:t>
      </w:r>
      <w:r>
        <w:rPr>
          <w:rtl/>
        </w:rPr>
        <w:t xml:space="preserve"> الله كا ذكر،12</w:t>
      </w:r>
    </w:p>
    <w:p w:rsidR="001F628F" w:rsidRDefault="001F628F" w:rsidP="001B0CE6">
      <w:pPr>
        <w:pStyle w:val="libNormal"/>
        <w:rPr>
          <w:rtl/>
        </w:rPr>
      </w:pPr>
      <w:r>
        <w:rPr>
          <w:rFonts w:hint="eastAsia"/>
          <w:rtl/>
        </w:rPr>
        <w:t>رجعت</w:t>
      </w:r>
      <w:r>
        <w:rPr>
          <w:rtl/>
        </w:rPr>
        <w:t>:</w:t>
      </w:r>
      <w:r>
        <w:rPr>
          <w:rFonts w:hint="eastAsia"/>
          <w:rtl/>
        </w:rPr>
        <w:t>رجعت</w:t>
      </w:r>
      <w:r>
        <w:rPr>
          <w:rtl/>
        </w:rPr>
        <w:t xml:space="preserve"> كا دن،19</w:t>
      </w:r>
    </w:p>
    <w:p w:rsidR="001F628F" w:rsidRDefault="001F628F" w:rsidP="001F628F">
      <w:pPr>
        <w:pStyle w:val="libNormal"/>
        <w:rPr>
          <w:rtl/>
        </w:rPr>
      </w:pPr>
      <w:r>
        <w:rPr>
          <w:rFonts w:hint="eastAsia"/>
          <w:rtl/>
        </w:rPr>
        <w:t>روايت</w:t>
      </w:r>
      <w:r>
        <w:rPr>
          <w:rtl/>
        </w:rPr>
        <w:t xml:space="preserve"> :19، 20</w:t>
      </w:r>
    </w:p>
    <w:p w:rsidR="001F628F" w:rsidRDefault="001F628F" w:rsidP="001B0CE6">
      <w:pPr>
        <w:pStyle w:val="libNormal"/>
        <w:rPr>
          <w:rtl/>
        </w:rPr>
      </w:pPr>
      <w:r>
        <w:rPr>
          <w:rFonts w:hint="eastAsia"/>
          <w:rtl/>
        </w:rPr>
        <w:t>زمان</w:t>
      </w:r>
      <w:r>
        <w:rPr>
          <w:rtl/>
        </w:rPr>
        <w:t>:</w:t>
      </w:r>
      <w:r>
        <w:rPr>
          <w:rFonts w:hint="eastAsia"/>
          <w:rtl/>
        </w:rPr>
        <w:t>زمانو</w:t>
      </w:r>
      <w:r w:rsidR="00083993">
        <w:rPr>
          <w:rFonts w:hint="eastAsia"/>
          <w:rtl/>
        </w:rPr>
        <w:t xml:space="preserve">ں </w:t>
      </w:r>
      <w:r>
        <w:rPr>
          <w:rtl/>
        </w:rPr>
        <w:t>مي</w:t>
      </w:r>
      <w:r w:rsidR="00083993">
        <w:rPr>
          <w:rtl/>
        </w:rPr>
        <w:t xml:space="preserve">ں </w:t>
      </w:r>
      <w:r>
        <w:rPr>
          <w:rtl/>
        </w:rPr>
        <w:t>فرق،13</w:t>
      </w:r>
    </w:p>
    <w:p w:rsidR="001F628F" w:rsidRDefault="001F628F" w:rsidP="001B0CE6">
      <w:pPr>
        <w:pStyle w:val="libNormal"/>
        <w:rPr>
          <w:rtl/>
        </w:rPr>
      </w:pPr>
      <w:r>
        <w:rPr>
          <w:rFonts w:hint="eastAsia"/>
          <w:rtl/>
        </w:rPr>
        <w:t>سبيل</w:t>
      </w:r>
      <w:r>
        <w:rPr>
          <w:rtl/>
        </w:rPr>
        <w:t xml:space="preserve"> الله :</w:t>
      </w:r>
      <w:r>
        <w:rPr>
          <w:rFonts w:hint="eastAsia"/>
          <w:rtl/>
        </w:rPr>
        <w:t>سبيل</w:t>
      </w:r>
      <w:r>
        <w:rPr>
          <w:rtl/>
        </w:rPr>
        <w:t xml:space="preserve"> الله كا نورانى ہونا،5</w:t>
      </w:r>
    </w:p>
    <w:p w:rsidR="001F628F" w:rsidRDefault="001F628F" w:rsidP="001B0CE6">
      <w:pPr>
        <w:pStyle w:val="libNormal"/>
        <w:rPr>
          <w:rtl/>
        </w:rPr>
      </w:pPr>
      <w:r>
        <w:rPr>
          <w:rFonts w:hint="eastAsia"/>
          <w:rtl/>
        </w:rPr>
        <w:t>شاكرين</w:t>
      </w:r>
      <w:r>
        <w:rPr>
          <w:rtl/>
        </w:rPr>
        <w:t>:</w:t>
      </w:r>
      <w:r>
        <w:rPr>
          <w:rFonts w:hint="eastAsia"/>
          <w:rtl/>
        </w:rPr>
        <w:t>شاكرين</w:t>
      </w:r>
      <w:r>
        <w:rPr>
          <w:rtl/>
        </w:rPr>
        <w:t xml:space="preserve"> كا برگزيدہ ہونا،16;شاكرين اورايام الله ،14; شاكرين كے فضائل،16</w:t>
      </w:r>
    </w:p>
    <w:p w:rsidR="001F628F" w:rsidRDefault="001F628F" w:rsidP="001B0CE6">
      <w:pPr>
        <w:pStyle w:val="libNormal"/>
        <w:rPr>
          <w:rtl/>
        </w:rPr>
      </w:pPr>
      <w:r>
        <w:rPr>
          <w:rFonts w:hint="eastAsia"/>
          <w:rtl/>
        </w:rPr>
        <w:t>شكر</w:t>
      </w:r>
      <w:r>
        <w:rPr>
          <w:rtl/>
        </w:rPr>
        <w:t>:</w:t>
      </w:r>
      <w:r>
        <w:rPr>
          <w:rFonts w:hint="eastAsia"/>
          <w:rtl/>
        </w:rPr>
        <w:t>شكر</w:t>
      </w:r>
      <w:r>
        <w:rPr>
          <w:rtl/>
        </w:rPr>
        <w:t xml:space="preserve"> نعمت كے اثرات،15; شكر كى قدروقيمت،16</w:t>
      </w:r>
    </w:p>
    <w:p w:rsidR="001F628F" w:rsidRDefault="001F628F" w:rsidP="001B0CE6">
      <w:pPr>
        <w:pStyle w:val="libNormal"/>
        <w:rPr>
          <w:rtl/>
        </w:rPr>
      </w:pPr>
      <w:r>
        <w:rPr>
          <w:rFonts w:hint="eastAsia"/>
          <w:rtl/>
        </w:rPr>
        <w:t>صبر</w:t>
      </w:r>
      <w:r>
        <w:rPr>
          <w:rtl/>
        </w:rPr>
        <w:t>:</w:t>
      </w:r>
      <w:r>
        <w:rPr>
          <w:rFonts w:hint="eastAsia"/>
          <w:rtl/>
        </w:rPr>
        <w:t>صبر</w:t>
      </w:r>
      <w:r>
        <w:rPr>
          <w:rtl/>
        </w:rPr>
        <w:t xml:space="preserve"> كے اثرات،15; صبر كى قدرومنزلت،16; سختى كے مقابلے مي</w:t>
      </w:r>
      <w:r w:rsidR="00083993">
        <w:rPr>
          <w:rtl/>
        </w:rPr>
        <w:t xml:space="preserve">ں </w:t>
      </w:r>
      <w:r>
        <w:rPr>
          <w:rtl/>
        </w:rPr>
        <w:t>صبر،15</w:t>
      </w:r>
    </w:p>
    <w:p w:rsidR="001F628F" w:rsidRDefault="001F628F" w:rsidP="001B0CE6">
      <w:pPr>
        <w:pStyle w:val="libNormal"/>
        <w:rPr>
          <w:rtl/>
        </w:rPr>
      </w:pPr>
      <w:r>
        <w:rPr>
          <w:rFonts w:hint="eastAsia"/>
          <w:rtl/>
        </w:rPr>
        <w:t>صابرين</w:t>
      </w:r>
      <w:r>
        <w:rPr>
          <w:rtl/>
        </w:rPr>
        <w:t>:</w:t>
      </w:r>
      <w:r>
        <w:rPr>
          <w:rFonts w:hint="eastAsia"/>
          <w:rtl/>
        </w:rPr>
        <w:t>صابرين</w:t>
      </w:r>
      <w:r>
        <w:rPr>
          <w:rtl/>
        </w:rPr>
        <w:t xml:space="preserve"> كا برگذيدہ ہونا،16;صابرين اورايام الله ،14; صابرين كے فضائل،16</w:t>
      </w:r>
    </w:p>
    <w:p w:rsidR="001F628F" w:rsidRDefault="001F628F" w:rsidP="001B0CE6">
      <w:pPr>
        <w:pStyle w:val="libNormal"/>
        <w:rPr>
          <w:rtl/>
        </w:rPr>
      </w:pPr>
      <w:r>
        <w:rPr>
          <w:rFonts w:hint="eastAsia"/>
          <w:rtl/>
        </w:rPr>
        <w:t>عوام</w:t>
      </w:r>
      <w:r>
        <w:rPr>
          <w:rtl/>
        </w:rPr>
        <w:t>:</w:t>
      </w:r>
      <w:r>
        <w:rPr>
          <w:rFonts w:hint="eastAsia"/>
          <w:rtl/>
        </w:rPr>
        <w:t>عوام</w:t>
      </w:r>
      <w:r>
        <w:rPr>
          <w:rtl/>
        </w:rPr>
        <w:t xml:space="preserve"> كى ہدايت كى اہميت،3</w:t>
      </w:r>
    </w:p>
    <w:p w:rsidR="001F628F" w:rsidRDefault="001F628F" w:rsidP="001B0CE6">
      <w:pPr>
        <w:pStyle w:val="libNormal"/>
        <w:rPr>
          <w:rtl/>
        </w:rPr>
      </w:pPr>
      <w:r>
        <w:rPr>
          <w:rFonts w:hint="eastAsia"/>
          <w:rtl/>
        </w:rPr>
        <w:t>قيامت</w:t>
      </w:r>
      <w:r>
        <w:rPr>
          <w:rtl/>
        </w:rPr>
        <w:t>:</w:t>
      </w:r>
      <w:r>
        <w:rPr>
          <w:rFonts w:hint="eastAsia"/>
          <w:rtl/>
        </w:rPr>
        <w:t>قيامت</w:t>
      </w:r>
      <w:r>
        <w:rPr>
          <w:rtl/>
        </w:rPr>
        <w:t xml:space="preserve"> كا دن،19</w:t>
      </w:r>
    </w:p>
    <w:p w:rsidR="001F628F" w:rsidRDefault="001F628F" w:rsidP="001B0CE6">
      <w:pPr>
        <w:pStyle w:val="libNormal"/>
        <w:rPr>
          <w:rtl/>
        </w:rPr>
      </w:pPr>
      <w:r>
        <w:rPr>
          <w:rFonts w:hint="eastAsia"/>
          <w:rtl/>
        </w:rPr>
        <w:t>كفر</w:t>
      </w:r>
      <w:r>
        <w:rPr>
          <w:rtl/>
        </w:rPr>
        <w:t>:</w:t>
      </w:r>
      <w:r>
        <w:rPr>
          <w:rFonts w:hint="eastAsia"/>
          <w:rtl/>
        </w:rPr>
        <w:t>كفر</w:t>
      </w:r>
      <w:r>
        <w:rPr>
          <w:rtl/>
        </w:rPr>
        <w:t xml:space="preserve"> كى تاريكي،5</w:t>
      </w:r>
    </w:p>
    <w:p w:rsidR="001F628F" w:rsidRDefault="001F628F" w:rsidP="001B0CE6">
      <w:pPr>
        <w:pStyle w:val="libNormal"/>
        <w:rPr>
          <w:rtl/>
        </w:rPr>
      </w:pPr>
      <w:r>
        <w:rPr>
          <w:rFonts w:hint="eastAsia"/>
          <w:rtl/>
        </w:rPr>
        <w:t>گمراہي</w:t>
      </w:r>
      <w:r>
        <w:rPr>
          <w:rtl/>
        </w:rPr>
        <w:t>:</w:t>
      </w:r>
      <w:r>
        <w:rPr>
          <w:rFonts w:hint="eastAsia"/>
          <w:rtl/>
        </w:rPr>
        <w:t>گمراہى</w:t>
      </w:r>
      <w:r>
        <w:rPr>
          <w:rtl/>
        </w:rPr>
        <w:t xml:space="preserve"> سے نجات،3،8،9</w:t>
      </w:r>
    </w:p>
    <w:p w:rsidR="001F628F" w:rsidRDefault="001F628F" w:rsidP="001B0CE6">
      <w:pPr>
        <w:pStyle w:val="libNormal"/>
        <w:rPr>
          <w:rtl/>
        </w:rPr>
      </w:pPr>
      <w:r>
        <w:rPr>
          <w:rFonts w:hint="eastAsia"/>
          <w:rtl/>
        </w:rPr>
        <w:t>معجزہ</w:t>
      </w:r>
      <w:r>
        <w:rPr>
          <w:rtl/>
        </w:rPr>
        <w:t>:</w:t>
      </w:r>
      <w:r>
        <w:rPr>
          <w:rFonts w:hint="eastAsia"/>
          <w:rtl/>
        </w:rPr>
        <w:t>معجزے</w:t>
      </w:r>
      <w:r>
        <w:rPr>
          <w:rtl/>
        </w:rPr>
        <w:t xml:space="preserve"> كى حقيقت،2; معجزے كا سرچشمہ،2; معجزے كا كردار،3</w:t>
      </w:r>
    </w:p>
    <w:p w:rsidR="001F628F" w:rsidRDefault="001F628F" w:rsidP="001B0CE6">
      <w:pPr>
        <w:pStyle w:val="libNormal"/>
        <w:rPr>
          <w:rtl/>
        </w:rPr>
      </w:pPr>
      <w:r>
        <w:rPr>
          <w:rFonts w:hint="eastAsia"/>
          <w:rtl/>
        </w:rPr>
        <w:t>موسى</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موسى </w:t>
      </w:r>
      <w:r w:rsidR="00367F17" w:rsidRPr="00367F17">
        <w:rPr>
          <w:rStyle w:val="libAlaemChar"/>
          <w:rtl/>
        </w:rPr>
        <w:t xml:space="preserve"> عليه‌السلام </w:t>
      </w:r>
      <w:r>
        <w:rPr>
          <w:rtl/>
        </w:rPr>
        <w:t xml:space="preserve"> كے مقاصد،8; معجزات حضرت موسى </w:t>
      </w:r>
      <w:r w:rsidR="00367F17" w:rsidRPr="00367F17">
        <w:rPr>
          <w:rStyle w:val="libAlaemChar"/>
          <w:rtl/>
        </w:rPr>
        <w:t xml:space="preserve"> عليه‌السلام </w:t>
      </w:r>
      <w:r>
        <w:rPr>
          <w:rtl/>
        </w:rPr>
        <w:t xml:space="preserve"> كا متعدد ہونا،1; حضرت موسى </w:t>
      </w:r>
      <w:r w:rsidR="00367F17" w:rsidRPr="00367F17">
        <w:rPr>
          <w:rStyle w:val="libAlaemChar"/>
          <w:rtl/>
        </w:rPr>
        <w:t xml:space="preserve"> عليه‌السلام </w:t>
      </w:r>
      <w:r>
        <w:rPr>
          <w:rtl/>
        </w:rPr>
        <w:t xml:space="preserve"> كا قصہ،1; رسالت موسى </w:t>
      </w:r>
      <w:r w:rsidR="00367F17" w:rsidRPr="00367F17">
        <w:rPr>
          <w:rStyle w:val="libAlaemChar"/>
          <w:rtl/>
        </w:rPr>
        <w:t xml:space="preserve"> عليه‌السلام </w:t>
      </w:r>
      <w:r>
        <w:rPr>
          <w:rtl/>
        </w:rPr>
        <w:t xml:space="preserve"> كا محدود ہونا، 7; موسى </w:t>
      </w:r>
      <w:r w:rsidR="00367F17" w:rsidRPr="00367F17">
        <w:rPr>
          <w:rStyle w:val="libAlaemChar"/>
          <w:rtl/>
        </w:rPr>
        <w:t xml:space="preserve"> عليه‌السلام </w:t>
      </w:r>
      <w:r>
        <w:rPr>
          <w:rtl/>
        </w:rPr>
        <w:t xml:space="preserve"> كى ذمہ داري،3، 11;موسى </w:t>
      </w:r>
      <w:r w:rsidR="00367F17" w:rsidRPr="00367F17">
        <w:rPr>
          <w:rStyle w:val="libAlaemChar"/>
          <w:rtl/>
        </w:rPr>
        <w:t xml:space="preserve"> عليه‌السلام </w:t>
      </w:r>
      <w:r>
        <w:rPr>
          <w:rtl/>
        </w:rPr>
        <w:t xml:space="preserve"> كا معجزہ، 2; موسى </w:t>
      </w:r>
      <w:r w:rsidR="00367F17" w:rsidRPr="00367F17">
        <w:rPr>
          <w:rStyle w:val="libAlaemChar"/>
          <w:rtl/>
        </w:rPr>
        <w:t xml:space="preserve"> عليه‌السلام </w:t>
      </w:r>
      <w:r>
        <w:rPr>
          <w:rtl/>
        </w:rPr>
        <w:t xml:space="preserve"> كے مقامات و درجات، 7; حضرت موسى </w:t>
      </w:r>
      <w:r w:rsidR="00367F17" w:rsidRPr="00367F17">
        <w:rPr>
          <w:rStyle w:val="libAlaemChar"/>
          <w:rtl/>
        </w:rPr>
        <w:t xml:space="preserve"> عليه‌السلام </w:t>
      </w:r>
      <w:r>
        <w:rPr>
          <w:rtl/>
        </w:rPr>
        <w:t xml:space="preserve"> كى اہم ترين ذمہ داري،6; نبوت حضرت موسى </w:t>
      </w:r>
      <w:r w:rsidR="00367F17" w:rsidRPr="00367F17">
        <w:rPr>
          <w:rStyle w:val="libAlaemChar"/>
          <w:rtl/>
        </w:rPr>
        <w:t xml:space="preserve"> عليه‌السلام </w:t>
      </w:r>
      <w:r>
        <w:rPr>
          <w:rtl/>
        </w:rPr>
        <w:t xml:space="preserve"> ،1; حضرت موسى </w:t>
      </w:r>
      <w:r w:rsidR="00367F17" w:rsidRPr="00367F17">
        <w:rPr>
          <w:rStyle w:val="libAlaemChar"/>
          <w:rtl/>
        </w:rPr>
        <w:t xml:space="preserve"> عليه‌السلام </w:t>
      </w:r>
      <w:r>
        <w:rPr>
          <w:rtl/>
        </w:rPr>
        <w:t xml:space="preserve"> كا كردار،2</w:t>
      </w:r>
    </w:p>
    <w:p w:rsidR="001F628F" w:rsidRDefault="001F628F" w:rsidP="001F628F">
      <w:pPr>
        <w:pStyle w:val="libNormal"/>
        <w:rPr>
          <w:rtl/>
        </w:rPr>
      </w:pPr>
      <w:r>
        <w:rPr>
          <w:rFonts w:hint="eastAsia"/>
          <w:rtl/>
        </w:rPr>
        <w:t>حضرت</w:t>
      </w:r>
      <w:r>
        <w:rPr>
          <w:rtl/>
        </w:rPr>
        <w:t xml:space="preserve"> موسى </w:t>
      </w:r>
      <w:r w:rsidR="00367F17" w:rsidRPr="00367F17">
        <w:rPr>
          <w:rStyle w:val="libAlaemChar"/>
          <w:rtl/>
        </w:rPr>
        <w:t xml:space="preserve"> عليه‌السلام </w:t>
      </w:r>
      <w:r>
        <w:rPr>
          <w:rtl/>
        </w:rPr>
        <w:t xml:space="preserve"> كا ہدايت كرنا، 3، 8</w:t>
      </w:r>
    </w:p>
    <w:p w:rsidR="001F628F" w:rsidRDefault="001F628F" w:rsidP="001B0CE6">
      <w:pPr>
        <w:pStyle w:val="libNormal"/>
        <w:rPr>
          <w:rtl/>
        </w:rPr>
      </w:pPr>
      <w:r>
        <w:rPr>
          <w:rFonts w:hint="eastAsia"/>
          <w:rtl/>
        </w:rPr>
        <w:t>ہدايت</w:t>
      </w:r>
      <w:r>
        <w:rPr>
          <w:rtl/>
        </w:rPr>
        <w:t>:</w:t>
      </w:r>
      <w:r>
        <w:rPr>
          <w:rFonts w:hint="eastAsia"/>
          <w:rtl/>
        </w:rPr>
        <w:t>ہدايت</w:t>
      </w:r>
      <w:r>
        <w:rPr>
          <w:rtl/>
        </w:rPr>
        <w:t xml:space="preserve"> كے وسائل،3</w:t>
      </w:r>
    </w:p>
    <w:p w:rsidR="001F628F" w:rsidRDefault="001F628F" w:rsidP="001B0CE6">
      <w:pPr>
        <w:pStyle w:val="libNormal"/>
        <w:rPr>
          <w:rtl/>
        </w:rPr>
      </w:pPr>
      <w:r>
        <w:rPr>
          <w:rFonts w:hint="eastAsia"/>
          <w:rtl/>
        </w:rPr>
        <w:t>ياد</w:t>
      </w:r>
      <w:r>
        <w:rPr>
          <w:rtl/>
        </w:rPr>
        <w:t xml:space="preserve"> دھاني:</w:t>
      </w:r>
      <w:r>
        <w:rPr>
          <w:rFonts w:hint="eastAsia"/>
          <w:rtl/>
        </w:rPr>
        <w:t>ايام</w:t>
      </w:r>
      <w:r>
        <w:rPr>
          <w:rtl/>
        </w:rPr>
        <w:t xml:space="preserve"> الله كى ياد دہاني،11</w:t>
      </w:r>
    </w:p>
    <w:p w:rsidR="001B0CE6" w:rsidRDefault="001E7F9D" w:rsidP="00F73EDE">
      <w:pPr>
        <w:pStyle w:val="libPoemTini"/>
        <w:rPr>
          <w:rtl/>
        </w:rPr>
      </w:pPr>
      <w:r>
        <w:rPr>
          <w:rtl/>
        </w:rPr>
        <w:br w:type="page"/>
      </w:r>
    </w:p>
    <w:p w:rsidR="001B0CE6" w:rsidRDefault="001B0CE6" w:rsidP="001B0CE6">
      <w:pPr>
        <w:pStyle w:val="Heading2Center"/>
        <w:rPr>
          <w:rtl/>
        </w:rPr>
      </w:pPr>
      <w:bookmarkStart w:id="6" w:name="_Toc28081684"/>
      <w:r>
        <w:rPr>
          <w:rFonts w:hint="cs"/>
          <w:rtl/>
        </w:rPr>
        <w:lastRenderedPageBreak/>
        <w:t>آیت 5</w:t>
      </w:r>
      <w:bookmarkEnd w:id="6"/>
    </w:p>
    <w:p w:rsidR="001F628F" w:rsidRDefault="00E260F9" w:rsidP="001B0CE6">
      <w:pPr>
        <w:pStyle w:val="libNormal"/>
        <w:rPr>
          <w:rtl/>
        </w:rPr>
      </w:pPr>
      <w:r w:rsidRPr="00E260F9">
        <w:rPr>
          <w:rStyle w:val="libAlaemChar"/>
          <w:rFonts w:hint="eastAsia"/>
          <w:rtl/>
        </w:rPr>
        <w:t>(</w:t>
      </w:r>
      <w:r w:rsidRPr="001B0CE6">
        <w:rPr>
          <w:rStyle w:val="libAieChar"/>
          <w:rFonts w:hint="eastAsia"/>
          <w:rtl/>
        </w:rPr>
        <w:t>وَإِذْ</w:t>
      </w:r>
      <w:r w:rsidRPr="001B0CE6">
        <w:rPr>
          <w:rStyle w:val="libAieChar"/>
          <w:rtl/>
        </w:rPr>
        <w:t xml:space="preserve"> قَالَ مُوسَى لِقَوْمِهِ اذْكُرُواْ نِعْمَةَ اللّهِ عَلَيْكُمْ إِذْ أَنجَاكُم مِّنْ آلِ فِرْعَوْنَ يَسُومُونَكُمْ سُوءَ الْعَذَابِ وَيُذَبِّحُونَ أَبْنَاءكُمْ وَيَسْتَحْيُونَ نِسَاءكُمْ وَفِي ذَلِكُم بَلاء مِّن رَّبِّكُمْ عَظِيمٌ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وقت كو ياد كرو جب موسى نے اپنى قوم سے كہا كہ تم لوگ اللہ كى اس نعمت كو ياد كرو كہ اس نے تمھي</w:t>
      </w:r>
      <w:r w:rsidR="00083993">
        <w:rPr>
          <w:rtl/>
        </w:rPr>
        <w:t xml:space="preserve">ں </w:t>
      </w:r>
      <w:r>
        <w:rPr>
          <w:rtl/>
        </w:rPr>
        <w:t>فرعون والو</w:t>
      </w:r>
      <w:r w:rsidR="00083993">
        <w:rPr>
          <w:rtl/>
        </w:rPr>
        <w:t xml:space="preserve">ں </w:t>
      </w:r>
      <w:r>
        <w:rPr>
          <w:rtl/>
        </w:rPr>
        <w:t>سے نجات دلائي جب كہ وہ بدترين عذاب مي</w:t>
      </w:r>
      <w:r w:rsidR="00083993">
        <w:rPr>
          <w:rtl/>
        </w:rPr>
        <w:t xml:space="preserve">ں </w:t>
      </w:r>
      <w:r>
        <w:rPr>
          <w:rtl/>
        </w:rPr>
        <w:t>مبتلا كررہے تھے كہ تمھارے لڑكو</w:t>
      </w:r>
      <w:r w:rsidR="00083993">
        <w:rPr>
          <w:rtl/>
        </w:rPr>
        <w:t xml:space="preserve">ں </w:t>
      </w:r>
      <w:r>
        <w:rPr>
          <w:rtl/>
        </w:rPr>
        <w:t>كو ذبح كررہے تھے اور تمھارى لڑكيو</w:t>
      </w:r>
      <w:r w:rsidR="00083993">
        <w:rPr>
          <w:rtl/>
        </w:rPr>
        <w:t xml:space="preserve">ں </w:t>
      </w:r>
      <w:r>
        <w:rPr>
          <w:rtl/>
        </w:rPr>
        <w:t>كو(كنيزي)كے لئے زندہ ركھتے تھے اور اس مي</w:t>
      </w:r>
      <w:r w:rsidR="00083993">
        <w:rPr>
          <w:rtl/>
        </w:rPr>
        <w:t xml:space="preserve">ں </w:t>
      </w:r>
      <w:r>
        <w:rPr>
          <w:rtl/>
        </w:rPr>
        <w:t>تمھارے پروردگار كى طرف سے بڑا سخت امتحان تھا_</w:t>
      </w:r>
    </w:p>
    <w:p w:rsidR="001F628F" w:rsidRDefault="001F628F" w:rsidP="001F628F">
      <w:pPr>
        <w:pStyle w:val="libNormal"/>
        <w:rPr>
          <w:rtl/>
        </w:rPr>
      </w:pPr>
      <w:r>
        <w:rPr>
          <w:rtl/>
        </w:rPr>
        <w:t xml:space="preserve">1_موسى </w:t>
      </w:r>
      <w:r w:rsidR="00367F17" w:rsidRPr="00367F17">
        <w:rPr>
          <w:rStyle w:val="libAlaemChar"/>
          <w:rtl/>
        </w:rPr>
        <w:t xml:space="preserve"> عليه‌السلام </w:t>
      </w:r>
      <w:r>
        <w:rPr>
          <w:rtl/>
        </w:rPr>
        <w:t xml:space="preserve"> اوران كى قوم كے واقعات كى ياداورى كرانا اوراسے ذہن نشين كرنا پيغمبراكرم</w:t>
      </w:r>
      <w:r w:rsidR="00F031CD" w:rsidRPr="00F031CD">
        <w:rPr>
          <w:rStyle w:val="libAlaemChar"/>
          <w:rtl/>
        </w:rPr>
        <w:t xml:space="preserve"> صلى‌الله‌عليه‌وآله‌وسلم </w:t>
      </w:r>
      <w:r>
        <w:rPr>
          <w:rtl/>
        </w:rPr>
        <w:t xml:space="preserve"> كى ذمہ دارى تھي_</w:t>
      </w:r>
    </w:p>
    <w:p w:rsidR="001F628F" w:rsidRDefault="001F628F" w:rsidP="001B0CE6">
      <w:pPr>
        <w:pStyle w:val="libArabic"/>
        <w:rPr>
          <w:rtl/>
        </w:rPr>
      </w:pPr>
      <w:r>
        <w:rPr>
          <w:rFonts w:hint="eastAsia"/>
          <w:rtl/>
        </w:rPr>
        <w:t>واذ</w:t>
      </w:r>
      <w:r>
        <w:rPr>
          <w:rtl/>
        </w:rPr>
        <w:t xml:space="preserve"> قال موسى لقوم</w:t>
      </w:r>
      <w:r w:rsidR="00B2551F" w:rsidRPr="00B2551F">
        <w:rPr>
          <w:rFonts w:hint="cs"/>
          <w:rtl/>
        </w:rPr>
        <w:t>ه</w:t>
      </w:r>
    </w:p>
    <w:p w:rsidR="001F628F" w:rsidRDefault="001F628F" w:rsidP="001F628F">
      <w:pPr>
        <w:pStyle w:val="libNormal"/>
        <w:rPr>
          <w:rtl/>
        </w:rPr>
      </w:pPr>
      <w:r>
        <w:rPr>
          <w:rFonts w:hint="eastAsia"/>
          <w:rtl/>
        </w:rPr>
        <w:t>مذكورہ</w:t>
      </w:r>
      <w:r>
        <w:rPr>
          <w:rtl/>
        </w:rPr>
        <w:t xml:space="preserve"> مطلب اس بات پر موقوف ہے كہ ''اذ''سے پہلے فعل ''اذكر''مقدر ہو اس بناء پر ايت پيغمبر اكرم</w:t>
      </w:r>
      <w:r w:rsidR="00F031CD" w:rsidRPr="00F031CD">
        <w:rPr>
          <w:rStyle w:val="libAlaemChar"/>
          <w:rtl/>
        </w:rPr>
        <w:t xml:space="preserve"> صلى‌الله‌عليه‌وآله‌وسلم </w:t>
      </w:r>
      <w:r>
        <w:rPr>
          <w:rtl/>
        </w:rPr>
        <w:t xml:space="preserve"> سے مخاطب ہوكر انحضرت </w:t>
      </w:r>
      <w:r w:rsidR="00F031CD" w:rsidRPr="00F031CD">
        <w:rPr>
          <w:rStyle w:val="libAlaemChar"/>
          <w:rtl/>
        </w:rPr>
        <w:t xml:space="preserve"> صلى‌الله‌عليه‌وآله‌وسلم </w:t>
      </w:r>
      <w:r>
        <w:rPr>
          <w:rtl/>
        </w:rPr>
        <w:t xml:space="preserve"> كى ذمہ دارى بيان كررہى ہے_</w:t>
      </w:r>
    </w:p>
    <w:p w:rsidR="001F628F" w:rsidRDefault="001F628F" w:rsidP="001B0CE6">
      <w:pPr>
        <w:pStyle w:val="libNormal"/>
        <w:rPr>
          <w:rtl/>
        </w:rPr>
      </w:pPr>
      <w:r>
        <w:rPr>
          <w:rtl/>
        </w:rPr>
        <w:t xml:space="preserve">2_موسى </w:t>
      </w:r>
      <w:r w:rsidR="00367F17" w:rsidRPr="00367F17">
        <w:rPr>
          <w:rStyle w:val="libAlaemChar"/>
          <w:rtl/>
        </w:rPr>
        <w:t xml:space="preserve"> عليه‌السلام </w:t>
      </w:r>
      <w:r>
        <w:rPr>
          <w:rtl/>
        </w:rPr>
        <w:t xml:space="preserve"> اوران كى قوم كے واقعات كا سبق اموز اورياد ركھنے كے قابل ہونا_</w:t>
      </w:r>
      <w:r w:rsidRPr="001B0CE6">
        <w:rPr>
          <w:rStyle w:val="libArabicChar"/>
          <w:rFonts w:hint="eastAsia"/>
          <w:rtl/>
        </w:rPr>
        <w:t>واذ</w:t>
      </w:r>
      <w:r w:rsidRPr="001B0CE6">
        <w:rPr>
          <w:rStyle w:val="libArabicChar"/>
          <w:rtl/>
        </w:rPr>
        <w:t xml:space="preserve"> قال موسى لقوم</w:t>
      </w:r>
      <w:r w:rsidR="00B2551F" w:rsidRPr="00B2551F">
        <w:rPr>
          <w:rStyle w:val="libArabicChar"/>
          <w:rFonts w:hint="cs"/>
          <w:rtl/>
        </w:rPr>
        <w:t>ه</w:t>
      </w:r>
    </w:p>
    <w:p w:rsidR="001B0CE6" w:rsidRDefault="001F628F" w:rsidP="001B0CE6">
      <w:pPr>
        <w:pStyle w:val="libNormal"/>
        <w:rPr>
          <w:rtl/>
        </w:rPr>
      </w:pPr>
      <w:r>
        <w:rPr>
          <w:rFonts w:hint="eastAsia"/>
          <w:rtl/>
        </w:rPr>
        <w:t>خداوند</w:t>
      </w:r>
      <w:r>
        <w:rPr>
          <w:rtl/>
        </w:rPr>
        <w:t xml:space="preserve"> متعال نے پيغمبر اكرم</w:t>
      </w:r>
      <w:r w:rsidR="00F031CD" w:rsidRPr="00F031CD">
        <w:rPr>
          <w:rStyle w:val="libAlaemChar"/>
          <w:rtl/>
        </w:rPr>
        <w:t xml:space="preserve"> صلى‌الله‌عليه‌وآله‌وسلم </w:t>
      </w:r>
      <w:r>
        <w:rPr>
          <w:rtl/>
        </w:rPr>
        <w:t xml:space="preserve"> كو حضرت موسى </w:t>
      </w:r>
      <w:r w:rsidR="00367F17" w:rsidRPr="00367F17">
        <w:rPr>
          <w:rStyle w:val="libAlaemChar"/>
          <w:rtl/>
        </w:rPr>
        <w:t xml:space="preserve"> عليه‌السلام </w:t>
      </w:r>
      <w:r>
        <w:rPr>
          <w:rtl/>
        </w:rPr>
        <w:t xml:space="preserve"> كے قصے كو ياد كرنے كا حكم ديا ہے جس سے معلوم ہوتا ہے كہ يہ قصہ بہت ہى اہميت اورفوائد كاحامل ہے اور انسانو</w:t>
      </w:r>
      <w:r w:rsidR="00083993">
        <w:rPr>
          <w:rtl/>
        </w:rPr>
        <w:t xml:space="preserve">ں </w:t>
      </w:r>
      <w:r>
        <w:rPr>
          <w:rtl/>
        </w:rPr>
        <w:t>كے لئے بہتر ہے كہ وہ اسے ياد ركھي</w:t>
      </w:r>
      <w:r w:rsidR="00083993">
        <w:rPr>
          <w:rtl/>
        </w:rPr>
        <w:t xml:space="preserve">ں </w:t>
      </w:r>
      <w:r>
        <w:rPr>
          <w:rtl/>
        </w:rPr>
        <w:t>_</w:t>
      </w:r>
    </w:p>
    <w:p w:rsidR="001B0CE6" w:rsidRDefault="001B0CE6" w:rsidP="001B0CE6">
      <w:pPr>
        <w:pStyle w:val="libNormal"/>
        <w:rPr>
          <w:rtl/>
        </w:rPr>
      </w:pPr>
      <w:r>
        <w:rPr>
          <w:rtl/>
        </w:rPr>
        <w:t xml:space="preserve">3_حضرت موسى </w:t>
      </w:r>
      <w:r w:rsidR="00367F17" w:rsidRPr="00367F17">
        <w:rPr>
          <w:rStyle w:val="libAlaemChar"/>
          <w:rtl/>
        </w:rPr>
        <w:t xml:space="preserve"> عليه‌السلام </w:t>
      </w:r>
      <w:r>
        <w:rPr>
          <w:rtl/>
        </w:rPr>
        <w:t xml:space="preserve"> كا اپنى قوم سے ان نعمتو</w:t>
      </w:r>
      <w:r w:rsidR="00083993">
        <w:rPr>
          <w:rtl/>
        </w:rPr>
        <w:t xml:space="preserve">ں </w:t>
      </w:r>
      <w:r>
        <w:rPr>
          <w:rtl/>
        </w:rPr>
        <w:t>كو ياد ركھنے كا تقاضا كرنا كہ جو خداوند متعال نے انھي</w:t>
      </w:r>
      <w:r w:rsidR="00083993">
        <w:rPr>
          <w:rtl/>
        </w:rPr>
        <w:t xml:space="preserve">ں </w:t>
      </w:r>
      <w:r>
        <w:rPr>
          <w:rtl/>
        </w:rPr>
        <w:t>عطا كى ہي</w:t>
      </w:r>
      <w:r w:rsidR="00083993">
        <w:rPr>
          <w:rtl/>
        </w:rPr>
        <w:t xml:space="preserve">ں </w:t>
      </w:r>
      <w:r>
        <w:rPr>
          <w:rtl/>
        </w:rPr>
        <w:t>_</w:t>
      </w:r>
    </w:p>
    <w:p w:rsidR="001B0CE6" w:rsidRDefault="001B0CE6" w:rsidP="001B0CE6">
      <w:pPr>
        <w:pStyle w:val="libArabic"/>
        <w:rPr>
          <w:rtl/>
        </w:rPr>
      </w:pPr>
      <w:r>
        <w:rPr>
          <w:rFonts w:hint="eastAsia"/>
          <w:rtl/>
        </w:rPr>
        <w:t>واذ</w:t>
      </w:r>
      <w:r>
        <w:rPr>
          <w:rtl/>
        </w:rPr>
        <w:t xml:space="preserve"> قال موسى لقوم</w:t>
      </w:r>
      <w:r w:rsidR="00B2551F" w:rsidRPr="00B2551F">
        <w:rPr>
          <w:rFonts w:hint="cs"/>
          <w:rtl/>
        </w:rPr>
        <w:t>ه</w:t>
      </w:r>
      <w:r>
        <w:rPr>
          <w:rtl/>
        </w:rPr>
        <w:t xml:space="preserve"> </w:t>
      </w:r>
      <w:r>
        <w:rPr>
          <w:rFonts w:hint="cs"/>
          <w:rtl/>
        </w:rPr>
        <w:t>اذكروانعمة</w:t>
      </w:r>
      <w:r>
        <w:rPr>
          <w:rtl/>
        </w:rPr>
        <w:t xml:space="preserve"> </w:t>
      </w:r>
      <w:r>
        <w:rPr>
          <w:rFonts w:hint="cs"/>
          <w:rtl/>
        </w:rPr>
        <w:t>الله</w:t>
      </w:r>
      <w:r>
        <w:rPr>
          <w:rtl/>
        </w:rPr>
        <w:t xml:space="preserve"> عليكم</w:t>
      </w:r>
    </w:p>
    <w:p w:rsidR="001B0CE6" w:rsidRDefault="001B0CE6" w:rsidP="001B0CE6">
      <w:pPr>
        <w:pStyle w:val="libNormal"/>
        <w:rPr>
          <w:rtl/>
        </w:rPr>
      </w:pPr>
      <w:r>
        <w:rPr>
          <w:rtl/>
        </w:rPr>
        <w:t>4_بنى اسرائيل ،عظيم نعمت سے بہرہ مند تھے_</w:t>
      </w:r>
      <w:r w:rsidRPr="001B0CE6">
        <w:rPr>
          <w:rStyle w:val="libArabicChar"/>
          <w:rFonts w:hint="eastAsia"/>
          <w:rtl/>
        </w:rPr>
        <w:t>واذ</w:t>
      </w:r>
      <w:r w:rsidRPr="001B0CE6">
        <w:rPr>
          <w:rStyle w:val="libArabicChar"/>
          <w:rtl/>
        </w:rPr>
        <w:t xml:space="preserve"> قال موسى لقوم</w:t>
      </w:r>
      <w:r w:rsidR="00B2551F" w:rsidRPr="00B2551F">
        <w:rPr>
          <w:rStyle w:val="libArabicChar"/>
          <w:rFonts w:hint="cs"/>
          <w:rtl/>
        </w:rPr>
        <w:t>ه</w:t>
      </w:r>
      <w:r w:rsidRPr="001B0CE6">
        <w:rPr>
          <w:rStyle w:val="libArabicChar"/>
          <w:rtl/>
        </w:rPr>
        <w:t xml:space="preserve"> </w:t>
      </w:r>
      <w:r w:rsidRPr="001B0CE6">
        <w:rPr>
          <w:rStyle w:val="libArabicChar"/>
          <w:rFonts w:hint="cs"/>
          <w:rtl/>
        </w:rPr>
        <w:t>اذكروانعمة</w:t>
      </w:r>
      <w:r w:rsidRPr="001B0CE6">
        <w:rPr>
          <w:rStyle w:val="libArabicChar"/>
          <w:rtl/>
        </w:rPr>
        <w:t xml:space="preserve"> </w:t>
      </w:r>
      <w:r w:rsidRPr="001B0CE6">
        <w:rPr>
          <w:rStyle w:val="libArabicChar"/>
          <w:rFonts w:hint="cs"/>
          <w:rtl/>
        </w:rPr>
        <w:t>الله</w:t>
      </w:r>
      <w:r w:rsidRPr="001B0CE6">
        <w:rPr>
          <w:rStyle w:val="libArabicChar"/>
          <w:rtl/>
        </w:rPr>
        <w:t xml:space="preserve"> عليكم</w:t>
      </w:r>
    </w:p>
    <w:p w:rsidR="001B0CE6" w:rsidRDefault="001B0CE6" w:rsidP="001B0CE6">
      <w:pPr>
        <w:pStyle w:val="libNormal"/>
        <w:rPr>
          <w:rtl/>
        </w:rPr>
      </w:pPr>
      <w:r>
        <w:rPr>
          <w:rFonts w:hint="eastAsia"/>
          <w:rtl/>
        </w:rPr>
        <w:t>ياد</w:t>
      </w:r>
      <w:r>
        <w:rPr>
          <w:rtl/>
        </w:rPr>
        <w:t xml:space="preserve"> اورى كا حكم دينا ،اس بات كا قرينہ ہے كہ ''نعمة الله ''سے مراد ايك خاص اوراہم نعمت ہے_</w:t>
      </w:r>
    </w:p>
    <w:p w:rsidR="001B0CE6" w:rsidRDefault="001B0CE6" w:rsidP="001B0CE6">
      <w:pPr>
        <w:pStyle w:val="libNormal"/>
        <w:rPr>
          <w:rtl/>
        </w:rPr>
      </w:pPr>
      <w:r>
        <w:rPr>
          <w:rtl/>
        </w:rPr>
        <w:t xml:space="preserve">5_حضرت موسى </w:t>
      </w:r>
      <w:r w:rsidR="00367F17" w:rsidRPr="00367F17">
        <w:rPr>
          <w:rStyle w:val="libAlaemChar"/>
          <w:rtl/>
        </w:rPr>
        <w:t xml:space="preserve"> عليه‌السلام </w:t>
      </w:r>
      <w:r>
        <w:rPr>
          <w:rtl/>
        </w:rPr>
        <w:t xml:space="preserve"> كا اپنى قوم سے ہميشہ اس با ت كو ذہن نشين كرنے كى تاكيد كرنا كہ ال فرعون كى قتل و غارت اوراذيت سے ان كى نجات كا سب سے بڑا سبب خداوند متعال ہے_</w:t>
      </w:r>
    </w:p>
    <w:p w:rsidR="001B0CE6" w:rsidRDefault="001B0CE6" w:rsidP="001B0CE6">
      <w:pPr>
        <w:pStyle w:val="libArabic"/>
        <w:rPr>
          <w:rtl/>
        </w:rPr>
      </w:pPr>
      <w:r>
        <w:rPr>
          <w:rFonts w:hint="eastAsia"/>
          <w:rtl/>
        </w:rPr>
        <w:t>واذ</w:t>
      </w:r>
      <w:r>
        <w:rPr>
          <w:rtl/>
        </w:rPr>
        <w:t xml:space="preserve"> قال موسى لقوم</w:t>
      </w:r>
      <w:r w:rsidR="00B2551F" w:rsidRPr="00B2551F">
        <w:rPr>
          <w:rFonts w:hint="cs"/>
          <w:rtl/>
        </w:rPr>
        <w:t>ه</w:t>
      </w:r>
      <w:r>
        <w:rPr>
          <w:rtl/>
        </w:rPr>
        <w:t xml:space="preserve"> </w:t>
      </w:r>
      <w:r>
        <w:rPr>
          <w:rFonts w:hint="cs"/>
          <w:rtl/>
        </w:rPr>
        <w:t>اذكروا</w:t>
      </w:r>
      <w:r>
        <w:rPr>
          <w:rtl/>
        </w:rPr>
        <w:t>نعمة الله عليكم اذ ا نجكم من</w:t>
      </w:r>
      <w:r w:rsidR="009143B8" w:rsidRPr="009143B8">
        <w:rPr>
          <w:rtl/>
        </w:rPr>
        <w:t xml:space="preserve"> آل </w:t>
      </w:r>
      <w:r>
        <w:rPr>
          <w:rtl/>
        </w:rPr>
        <w:t>فرعون</w:t>
      </w:r>
    </w:p>
    <w:p w:rsidR="001F628F" w:rsidRDefault="001F628F" w:rsidP="001F628F">
      <w:pPr>
        <w:pStyle w:val="libNormal"/>
        <w:rPr>
          <w:rtl/>
        </w:rPr>
      </w:pPr>
    </w:p>
    <w:p w:rsidR="001B0CE6" w:rsidRDefault="001E7F9D" w:rsidP="00F73EDE">
      <w:pPr>
        <w:pStyle w:val="libPoemTini"/>
        <w:rPr>
          <w:rtl/>
        </w:rPr>
      </w:pPr>
      <w:r>
        <w:rPr>
          <w:rtl/>
        </w:rPr>
        <w:br w:type="page"/>
      </w:r>
    </w:p>
    <w:p w:rsidR="001F628F" w:rsidRDefault="001F628F" w:rsidP="001B0CE6">
      <w:pPr>
        <w:pStyle w:val="libNormal"/>
        <w:rPr>
          <w:rtl/>
        </w:rPr>
      </w:pPr>
      <w:r>
        <w:rPr>
          <w:rtl/>
        </w:rPr>
        <w:lastRenderedPageBreak/>
        <w:t>6_ال فرعون كے قتل وغارت اوراذيت سے بنى اسرائيل كا نجات پانا، خداوند متعال كى طرف سے ان پر ايك واضح نعمت تھى كہ جو ہميشہ ياد ركھنے كے قابل ہے_</w:t>
      </w:r>
      <w:r w:rsidRPr="001B0CE6">
        <w:rPr>
          <w:rStyle w:val="libArabicChar"/>
          <w:rFonts w:hint="eastAsia"/>
          <w:rtl/>
        </w:rPr>
        <w:t>واذ</w:t>
      </w:r>
      <w:r w:rsidRPr="001B0CE6">
        <w:rPr>
          <w:rStyle w:val="libArabicChar"/>
          <w:rtl/>
        </w:rPr>
        <w:t xml:space="preserve"> قال موسى لقوم</w:t>
      </w:r>
      <w:r w:rsidR="00B2551F" w:rsidRPr="00B2551F">
        <w:rPr>
          <w:rStyle w:val="libArabicChar"/>
          <w:rFonts w:hint="cs"/>
          <w:rtl/>
        </w:rPr>
        <w:t>ه</w:t>
      </w:r>
      <w:r w:rsidRPr="001B0CE6">
        <w:rPr>
          <w:rStyle w:val="libArabicChar"/>
          <w:rtl/>
        </w:rPr>
        <w:t xml:space="preserve"> </w:t>
      </w:r>
      <w:r w:rsidRPr="001B0CE6">
        <w:rPr>
          <w:rStyle w:val="libArabicChar"/>
          <w:rFonts w:hint="cs"/>
          <w:rtl/>
        </w:rPr>
        <w:t>اذكروانعمة</w:t>
      </w:r>
      <w:r w:rsidRPr="001B0CE6">
        <w:rPr>
          <w:rStyle w:val="libArabicChar"/>
          <w:rtl/>
        </w:rPr>
        <w:t xml:space="preserve"> </w:t>
      </w:r>
      <w:r w:rsidRPr="001B0CE6">
        <w:rPr>
          <w:rStyle w:val="libArabicChar"/>
          <w:rFonts w:hint="cs"/>
          <w:rtl/>
        </w:rPr>
        <w:t>الله</w:t>
      </w:r>
      <w:r w:rsidRPr="001B0CE6">
        <w:rPr>
          <w:rStyle w:val="libArabicChar"/>
          <w:rtl/>
        </w:rPr>
        <w:t xml:space="preserve"> </w:t>
      </w:r>
      <w:r w:rsidRPr="001B0CE6">
        <w:rPr>
          <w:rStyle w:val="libArabicChar"/>
          <w:rFonts w:hint="cs"/>
          <w:rtl/>
        </w:rPr>
        <w:t>عليكم</w:t>
      </w:r>
      <w:r w:rsidRPr="001B0CE6">
        <w:rPr>
          <w:rStyle w:val="libArabicChar"/>
          <w:rtl/>
        </w:rPr>
        <w:t xml:space="preserve"> </w:t>
      </w:r>
      <w:r w:rsidRPr="001B0CE6">
        <w:rPr>
          <w:rStyle w:val="libArabicChar"/>
          <w:rFonts w:hint="cs"/>
          <w:rtl/>
        </w:rPr>
        <w:t>اذ</w:t>
      </w:r>
      <w:r w:rsidRPr="001B0CE6">
        <w:rPr>
          <w:rStyle w:val="libArabicChar"/>
          <w:rtl/>
        </w:rPr>
        <w:t xml:space="preserve"> </w:t>
      </w:r>
      <w:r w:rsidRPr="001B0CE6">
        <w:rPr>
          <w:rStyle w:val="libArabicChar"/>
          <w:rFonts w:hint="cs"/>
          <w:rtl/>
        </w:rPr>
        <w:t>ا</w:t>
      </w:r>
      <w:r w:rsidRPr="001B0CE6">
        <w:rPr>
          <w:rStyle w:val="libArabicChar"/>
          <w:rtl/>
        </w:rPr>
        <w:t xml:space="preserve"> </w:t>
      </w:r>
      <w:r w:rsidRPr="001B0CE6">
        <w:rPr>
          <w:rStyle w:val="libArabicChar"/>
          <w:rFonts w:hint="cs"/>
          <w:rtl/>
        </w:rPr>
        <w:t>نجكم</w:t>
      </w:r>
      <w:r w:rsidRPr="001B0CE6">
        <w:rPr>
          <w:rStyle w:val="libArabicChar"/>
          <w:rtl/>
        </w:rPr>
        <w:t xml:space="preserve"> </w:t>
      </w:r>
      <w:r w:rsidRPr="001B0CE6">
        <w:rPr>
          <w:rStyle w:val="libArabicChar"/>
          <w:rFonts w:hint="cs"/>
          <w:rtl/>
        </w:rPr>
        <w:t>من</w:t>
      </w:r>
      <w:r w:rsidR="009143B8" w:rsidRPr="009143B8">
        <w:rPr>
          <w:rStyle w:val="libArabicChar"/>
          <w:rtl/>
        </w:rPr>
        <w:t xml:space="preserve"> آل </w:t>
      </w:r>
      <w:r w:rsidRPr="001B0CE6">
        <w:rPr>
          <w:rStyle w:val="libArabicChar"/>
          <w:rtl/>
        </w:rPr>
        <w:t>فرعون</w:t>
      </w:r>
    </w:p>
    <w:p w:rsidR="001F628F" w:rsidRDefault="001F628F" w:rsidP="001F628F">
      <w:pPr>
        <w:pStyle w:val="libNormal"/>
        <w:rPr>
          <w:rtl/>
        </w:rPr>
      </w:pPr>
      <w:r>
        <w:rPr>
          <w:rtl/>
        </w:rPr>
        <w:t>7_ظالمانہ اجتماعى نظام سے نجات حاصل كرنا ،ايك ايسى الہى نعمت ہے كہ جسے ہميشہ ياد ركھنا چاہئے_</w:t>
      </w:r>
    </w:p>
    <w:p w:rsidR="001F628F" w:rsidRDefault="001F628F" w:rsidP="001B0CE6">
      <w:pPr>
        <w:pStyle w:val="libArabic"/>
        <w:rPr>
          <w:rtl/>
        </w:rPr>
      </w:pPr>
      <w:r>
        <w:rPr>
          <w:rFonts w:hint="eastAsia"/>
          <w:rtl/>
        </w:rPr>
        <w:t>اذكروانعمة</w:t>
      </w:r>
      <w:r>
        <w:rPr>
          <w:rtl/>
        </w:rPr>
        <w:t xml:space="preserve"> الله عليكم اذ ا نجكم من</w:t>
      </w:r>
      <w:r w:rsidR="009143B8" w:rsidRPr="009143B8">
        <w:rPr>
          <w:rtl/>
        </w:rPr>
        <w:t xml:space="preserve"> آل </w:t>
      </w:r>
      <w:r>
        <w:rPr>
          <w:rtl/>
        </w:rPr>
        <w:t>فرعون يسومونكم</w:t>
      </w:r>
    </w:p>
    <w:p w:rsidR="001F628F" w:rsidRDefault="001F628F" w:rsidP="001F628F">
      <w:pPr>
        <w:pStyle w:val="libNormal"/>
        <w:rPr>
          <w:rtl/>
        </w:rPr>
      </w:pPr>
      <w:r>
        <w:rPr>
          <w:rtl/>
        </w:rPr>
        <w:t>8_ال فرعون كے ظالمانہ نظام سے بنى اسرائيل كى نجات كادن ''ايام الله '' مي</w:t>
      </w:r>
      <w:r w:rsidR="00083993">
        <w:rPr>
          <w:rtl/>
        </w:rPr>
        <w:t xml:space="preserve">ں </w:t>
      </w:r>
      <w:r>
        <w:rPr>
          <w:rtl/>
        </w:rPr>
        <w:t>سے ہے_</w:t>
      </w:r>
    </w:p>
    <w:p w:rsidR="001F628F" w:rsidRDefault="001F628F" w:rsidP="001B0CE6">
      <w:pPr>
        <w:pStyle w:val="libArabic"/>
        <w:rPr>
          <w:rtl/>
        </w:rPr>
      </w:pPr>
      <w:r>
        <w:rPr>
          <w:rFonts w:hint="eastAsia"/>
          <w:rtl/>
        </w:rPr>
        <w:t>و</w:t>
      </w:r>
      <w:r>
        <w:rPr>
          <w:rtl/>
        </w:rPr>
        <w:t xml:space="preserve"> ذكّر</w:t>
      </w:r>
      <w:r w:rsidR="00B2551F" w:rsidRPr="00B2551F">
        <w:rPr>
          <w:rFonts w:hint="cs"/>
          <w:rtl/>
        </w:rPr>
        <w:t>ه</w:t>
      </w:r>
      <w:r>
        <w:rPr>
          <w:rFonts w:hint="cs"/>
          <w:rtl/>
        </w:rPr>
        <w:t>م</w:t>
      </w:r>
      <w:r>
        <w:rPr>
          <w:rtl/>
        </w:rPr>
        <w:t xml:space="preserve"> </w:t>
      </w:r>
      <w:r w:rsidR="005927AB" w:rsidRPr="005927AB">
        <w:rPr>
          <w:rFonts w:hint="cs"/>
          <w:rtl/>
        </w:rPr>
        <w:t xml:space="preserve">با يّام الله </w:t>
      </w:r>
      <w:r>
        <w:rPr>
          <w:rtl/>
        </w:rPr>
        <w:t>...</w:t>
      </w:r>
      <w:r>
        <w:rPr>
          <w:rFonts w:hint="cs"/>
          <w:rtl/>
        </w:rPr>
        <w:t>واذ</w:t>
      </w:r>
      <w:r>
        <w:rPr>
          <w:rtl/>
        </w:rPr>
        <w:t xml:space="preserve"> </w:t>
      </w:r>
      <w:r>
        <w:rPr>
          <w:rFonts w:hint="cs"/>
          <w:rtl/>
        </w:rPr>
        <w:t>قال</w:t>
      </w:r>
      <w:r>
        <w:rPr>
          <w:rtl/>
        </w:rPr>
        <w:t xml:space="preserve"> </w:t>
      </w:r>
      <w:r>
        <w:rPr>
          <w:rFonts w:hint="cs"/>
          <w:rtl/>
        </w:rPr>
        <w:t>موس</w:t>
      </w:r>
      <w:r>
        <w:rPr>
          <w:rtl/>
        </w:rPr>
        <w:t>ى لقوم</w:t>
      </w:r>
      <w:r w:rsidR="00B2551F" w:rsidRPr="00B2551F">
        <w:rPr>
          <w:rFonts w:hint="cs"/>
          <w:rtl/>
        </w:rPr>
        <w:t>ه</w:t>
      </w:r>
      <w:r>
        <w:rPr>
          <w:rtl/>
        </w:rPr>
        <w:t xml:space="preserve"> </w:t>
      </w:r>
      <w:r>
        <w:rPr>
          <w:rFonts w:hint="cs"/>
          <w:rtl/>
        </w:rPr>
        <w:t>اذكروانعمة</w:t>
      </w:r>
      <w:r>
        <w:rPr>
          <w:rtl/>
        </w:rPr>
        <w:t xml:space="preserve"> </w:t>
      </w:r>
      <w:r>
        <w:rPr>
          <w:rFonts w:hint="cs"/>
          <w:rtl/>
        </w:rPr>
        <w:t>الله</w:t>
      </w:r>
      <w:r>
        <w:rPr>
          <w:rtl/>
        </w:rPr>
        <w:t xml:space="preserve"> </w:t>
      </w:r>
      <w:r>
        <w:rPr>
          <w:rFonts w:hint="cs"/>
          <w:rtl/>
        </w:rPr>
        <w:t>عليكم</w:t>
      </w:r>
      <w:r>
        <w:rPr>
          <w:rtl/>
        </w:rPr>
        <w:t xml:space="preserve"> </w:t>
      </w:r>
      <w:r>
        <w:rPr>
          <w:rFonts w:hint="cs"/>
          <w:rtl/>
        </w:rPr>
        <w:t>اذ</w:t>
      </w:r>
      <w:r>
        <w:rPr>
          <w:rtl/>
        </w:rPr>
        <w:t xml:space="preserve"> </w:t>
      </w:r>
      <w:r>
        <w:rPr>
          <w:rFonts w:hint="cs"/>
          <w:rtl/>
        </w:rPr>
        <w:t>ا</w:t>
      </w:r>
      <w:r>
        <w:rPr>
          <w:rtl/>
        </w:rPr>
        <w:t xml:space="preserve"> </w:t>
      </w:r>
      <w:r>
        <w:rPr>
          <w:rFonts w:hint="cs"/>
          <w:rtl/>
        </w:rPr>
        <w:t>نجكم</w:t>
      </w:r>
      <w:r>
        <w:rPr>
          <w:rtl/>
        </w:rPr>
        <w:t xml:space="preserve"> </w:t>
      </w:r>
      <w:r>
        <w:rPr>
          <w:rFonts w:hint="cs"/>
          <w:rtl/>
        </w:rPr>
        <w:t>من</w:t>
      </w:r>
      <w:r w:rsidR="009143B8" w:rsidRPr="009143B8">
        <w:rPr>
          <w:rtl/>
        </w:rPr>
        <w:t xml:space="preserve"> آل </w:t>
      </w:r>
      <w:r>
        <w:rPr>
          <w:rFonts w:hint="cs"/>
          <w:rtl/>
        </w:rPr>
        <w:t>فرعون</w:t>
      </w:r>
      <w:r>
        <w:rPr>
          <w:rtl/>
        </w:rPr>
        <w:t xml:space="preserve"> </w:t>
      </w:r>
      <w:r>
        <w:rPr>
          <w:rFonts w:hint="cs"/>
          <w:rtl/>
        </w:rPr>
        <w:t>يسومونكم</w:t>
      </w:r>
      <w:r>
        <w:rPr>
          <w:rtl/>
        </w:rPr>
        <w:t xml:space="preserve"> </w:t>
      </w:r>
      <w:r>
        <w:rPr>
          <w:rFonts w:hint="cs"/>
          <w:rtl/>
        </w:rPr>
        <w:t>سوء</w:t>
      </w:r>
      <w:r>
        <w:rPr>
          <w:rtl/>
        </w:rPr>
        <w:t xml:space="preserve"> العذاب</w:t>
      </w:r>
    </w:p>
    <w:p w:rsidR="001F628F" w:rsidRDefault="001F628F" w:rsidP="001F628F">
      <w:pPr>
        <w:pStyle w:val="libNormal"/>
        <w:rPr>
          <w:rtl/>
        </w:rPr>
      </w:pPr>
      <w:r>
        <w:rPr>
          <w:rFonts w:hint="eastAsia"/>
          <w:rtl/>
        </w:rPr>
        <w:t>اس</w:t>
      </w:r>
      <w:r>
        <w:rPr>
          <w:rtl/>
        </w:rPr>
        <w:t xml:space="preserve"> ايت مي</w:t>
      </w:r>
      <w:r w:rsidR="00083993">
        <w:rPr>
          <w:rtl/>
        </w:rPr>
        <w:t xml:space="preserve">ں </w:t>
      </w:r>
      <w:r>
        <w:rPr>
          <w:rtl/>
        </w:rPr>
        <w:t>'' اذكروا ''كا كلمہ ہو سكتا ہے ''ايام الله '' كى ياد دہانى كرانے كے مصاديق مي</w:t>
      </w:r>
      <w:r w:rsidR="00083993">
        <w:rPr>
          <w:rtl/>
        </w:rPr>
        <w:t xml:space="preserve">ں </w:t>
      </w:r>
      <w:r>
        <w:rPr>
          <w:rtl/>
        </w:rPr>
        <w:t xml:space="preserve">سے ہو كہ جسے بيان كرنے كا حضرت موسى </w:t>
      </w:r>
      <w:r w:rsidR="00367F17" w:rsidRPr="00367F17">
        <w:rPr>
          <w:rStyle w:val="libAlaemChar"/>
          <w:rtl/>
        </w:rPr>
        <w:t xml:space="preserve"> عليه‌السلام </w:t>
      </w:r>
      <w:r>
        <w:rPr>
          <w:rtl/>
        </w:rPr>
        <w:t xml:space="preserve"> كو حكم ديا گيا تھا_</w:t>
      </w:r>
    </w:p>
    <w:p w:rsidR="001F628F" w:rsidRDefault="001F628F" w:rsidP="001F628F">
      <w:pPr>
        <w:pStyle w:val="libNormal"/>
        <w:rPr>
          <w:rtl/>
        </w:rPr>
      </w:pPr>
      <w:r>
        <w:rPr>
          <w:rtl/>
        </w:rPr>
        <w:t>9_فرعون كا خاندان اور اسكے ساتھى سب كے سب ظالم اور اذيت وازار پہنچانے والے لوگ تھے_</w:t>
      </w:r>
    </w:p>
    <w:p w:rsidR="001F628F" w:rsidRDefault="001F628F" w:rsidP="001B0CE6">
      <w:pPr>
        <w:pStyle w:val="libArabic"/>
        <w:rPr>
          <w:rtl/>
        </w:rPr>
      </w:pPr>
      <w:r>
        <w:rPr>
          <w:rFonts w:hint="eastAsia"/>
          <w:rtl/>
        </w:rPr>
        <w:t>اذ</w:t>
      </w:r>
      <w:r>
        <w:rPr>
          <w:rtl/>
        </w:rPr>
        <w:t xml:space="preserve"> ا نجكم من</w:t>
      </w:r>
      <w:r w:rsidR="009143B8" w:rsidRPr="009143B8">
        <w:rPr>
          <w:rtl/>
        </w:rPr>
        <w:t xml:space="preserve"> آل </w:t>
      </w:r>
      <w:r>
        <w:rPr>
          <w:rtl/>
        </w:rPr>
        <w:t>فرعون يسومونكم سوء العذاب</w:t>
      </w:r>
    </w:p>
    <w:p w:rsidR="001F628F" w:rsidRDefault="001F628F" w:rsidP="001F628F">
      <w:pPr>
        <w:pStyle w:val="libNormal"/>
        <w:rPr>
          <w:rtl/>
        </w:rPr>
      </w:pPr>
      <w:r>
        <w:rPr>
          <w:rtl/>
        </w:rPr>
        <w:t>10_لوگو</w:t>
      </w:r>
      <w:r w:rsidR="00083993">
        <w:rPr>
          <w:rtl/>
        </w:rPr>
        <w:t xml:space="preserve">ں </w:t>
      </w:r>
      <w:r>
        <w:rPr>
          <w:rtl/>
        </w:rPr>
        <w:t>كو ظلم وستم سے نجات دلانے اور انسانى تاريخ كے انقلاب مي</w:t>
      </w:r>
      <w:r w:rsidR="00083993">
        <w:rPr>
          <w:rtl/>
        </w:rPr>
        <w:t xml:space="preserve">ں </w:t>
      </w:r>
      <w:r>
        <w:rPr>
          <w:rtl/>
        </w:rPr>
        <w:t>خداوند متعال كا اہم ترين كردار _</w:t>
      </w:r>
    </w:p>
    <w:p w:rsidR="001F628F" w:rsidRDefault="001F628F" w:rsidP="001B0CE6">
      <w:pPr>
        <w:pStyle w:val="libArabic"/>
        <w:rPr>
          <w:rtl/>
        </w:rPr>
      </w:pPr>
      <w:r>
        <w:rPr>
          <w:rFonts w:hint="eastAsia"/>
          <w:rtl/>
        </w:rPr>
        <w:t>اذ</w:t>
      </w:r>
      <w:r>
        <w:rPr>
          <w:rtl/>
        </w:rPr>
        <w:t xml:space="preserve"> ا نجكم من</w:t>
      </w:r>
      <w:r w:rsidR="009143B8" w:rsidRPr="009143B8">
        <w:rPr>
          <w:rtl/>
        </w:rPr>
        <w:t xml:space="preserve"> آل </w:t>
      </w:r>
      <w:r>
        <w:rPr>
          <w:rtl/>
        </w:rPr>
        <w:t>فرعون</w:t>
      </w:r>
    </w:p>
    <w:p w:rsidR="001F628F" w:rsidRDefault="001F628F" w:rsidP="001F628F">
      <w:pPr>
        <w:pStyle w:val="libNormal"/>
        <w:rPr>
          <w:rtl/>
        </w:rPr>
      </w:pPr>
      <w:r>
        <w:rPr>
          <w:rtl/>
        </w:rPr>
        <w:t xml:space="preserve">11_حضرت موسى </w:t>
      </w:r>
      <w:r w:rsidR="00367F17" w:rsidRPr="00367F17">
        <w:rPr>
          <w:rStyle w:val="libAlaemChar"/>
          <w:rtl/>
        </w:rPr>
        <w:t xml:space="preserve"> عليه‌السلام </w:t>
      </w:r>
      <w:r>
        <w:rPr>
          <w:rtl/>
        </w:rPr>
        <w:t xml:space="preserve"> كى قوم (بنى اسرائيل ) پر بدترين اذيت وازار مسلط كرنا، ال فرعون كا ہميشہ كا وتيرہ تھا_</w:t>
      </w:r>
    </w:p>
    <w:p w:rsidR="001F628F" w:rsidRDefault="001F628F" w:rsidP="001B0CE6">
      <w:pPr>
        <w:pStyle w:val="libArabic"/>
        <w:rPr>
          <w:rtl/>
        </w:rPr>
      </w:pPr>
      <w:r>
        <w:rPr>
          <w:rFonts w:hint="eastAsia"/>
          <w:rtl/>
        </w:rPr>
        <w:t>يسومونكم</w:t>
      </w:r>
      <w:r>
        <w:rPr>
          <w:rtl/>
        </w:rPr>
        <w:t xml:space="preserve"> سوء عذابكم</w:t>
      </w:r>
    </w:p>
    <w:p w:rsidR="001B0CE6" w:rsidRDefault="001F628F" w:rsidP="001B0CE6">
      <w:pPr>
        <w:pStyle w:val="libNormal"/>
        <w:rPr>
          <w:rtl/>
        </w:rPr>
      </w:pPr>
      <w:r>
        <w:rPr>
          <w:rtl/>
        </w:rPr>
        <w:t>''يسومون ''، '' سوم '' سے ہے جس كا معنى اذيت اور عذاب مسلط كرنا ہے اسے فعل مضارع كے ساتھ لانااسكے دوام اور استمرار پر دلالت كرت</w:t>
      </w:r>
      <w:r w:rsidR="001B0CE6">
        <w:rPr>
          <w:rFonts w:hint="cs"/>
          <w:rtl/>
        </w:rPr>
        <w:t>ا</w:t>
      </w:r>
      <w:r w:rsidR="001B0CE6" w:rsidRPr="001B0CE6">
        <w:rPr>
          <w:rFonts w:hint="eastAsia"/>
          <w:rtl/>
        </w:rPr>
        <w:t xml:space="preserve"> </w:t>
      </w:r>
      <w:r w:rsidR="001B0CE6">
        <w:rPr>
          <w:rFonts w:hint="eastAsia"/>
          <w:rtl/>
        </w:rPr>
        <w:t>ہے</w:t>
      </w:r>
      <w:r w:rsidR="001B0CE6">
        <w:rPr>
          <w:rtl/>
        </w:rPr>
        <w:t>_</w:t>
      </w:r>
    </w:p>
    <w:p w:rsidR="001B0CE6" w:rsidRDefault="001B0CE6" w:rsidP="001B0CE6">
      <w:pPr>
        <w:pStyle w:val="libNormal"/>
        <w:rPr>
          <w:rtl/>
        </w:rPr>
      </w:pPr>
      <w:r>
        <w:rPr>
          <w:rtl/>
        </w:rPr>
        <w:t xml:space="preserve">12_ال فرعون ،قوم موسى </w:t>
      </w:r>
      <w:r w:rsidR="00367F17" w:rsidRPr="00367F17">
        <w:rPr>
          <w:rStyle w:val="libAlaemChar"/>
          <w:rtl/>
        </w:rPr>
        <w:t xml:space="preserve"> عليه‌السلام </w:t>
      </w:r>
      <w:r>
        <w:rPr>
          <w:rtl/>
        </w:rPr>
        <w:t xml:space="preserve"> (بنى اسرائيل ) كے بيٹو</w:t>
      </w:r>
      <w:r w:rsidR="00083993">
        <w:rPr>
          <w:rtl/>
        </w:rPr>
        <w:t xml:space="preserve">ں </w:t>
      </w:r>
      <w:r>
        <w:rPr>
          <w:rtl/>
        </w:rPr>
        <w:t>كا تو وسيع پيمانے پر قتل عام كرتے تھے ليكن ان كى عورتو</w:t>
      </w:r>
      <w:r w:rsidR="00083993">
        <w:rPr>
          <w:rtl/>
        </w:rPr>
        <w:t xml:space="preserve">ں </w:t>
      </w:r>
      <w:r>
        <w:rPr>
          <w:rtl/>
        </w:rPr>
        <w:t>كو زندہ چھوڑ ديتے تھے_</w:t>
      </w:r>
      <w:r w:rsidRPr="001B0CE6">
        <w:rPr>
          <w:rStyle w:val="libArabicChar"/>
          <w:rFonts w:hint="eastAsia"/>
          <w:rtl/>
        </w:rPr>
        <w:t>ويذبّحون</w:t>
      </w:r>
      <w:r w:rsidRPr="001B0CE6">
        <w:rPr>
          <w:rStyle w:val="libArabicChar"/>
          <w:rtl/>
        </w:rPr>
        <w:t xml:space="preserve"> ا بناء كم ويستحيون نساء كم</w:t>
      </w:r>
    </w:p>
    <w:p w:rsidR="001B0CE6" w:rsidRDefault="001B0CE6" w:rsidP="001B0CE6">
      <w:pPr>
        <w:pStyle w:val="libNormal"/>
        <w:rPr>
          <w:rtl/>
        </w:rPr>
      </w:pPr>
      <w:r>
        <w:rPr>
          <w:rFonts w:hint="eastAsia"/>
          <w:rtl/>
        </w:rPr>
        <w:t>باب</w:t>
      </w:r>
      <w:r>
        <w:rPr>
          <w:rtl/>
        </w:rPr>
        <w:t xml:space="preserve"> تفعيل سے '' يذبّحون'' كا استعمال كہ جس كا معنى تكثير بھى ہے شايد مذكورہ بالا مطلب كو بيان كررہا ہو_</w:t>
      </w:r>
    </w:p>
    <w:p w:rsidR="001F628F" w:rsidRDefault="001F628F" w:rsidP="001F628F">
      <w:pPr>
        <w:pStyle w:val="libNormal"/>
        <w:rPr>
          <w:rtl/>
        </w:rPr>
      </w:pPr>
    </w:p>
    <w:p w:rsidR="001B0CE6" w:rsidRDefault="001E7F9D" w:rsidP="00F73EDE">
      <w:pPr>
        <w:pStyle w:val="libPoemTini"/>
        <w:rPr>
          <w:rtl/>
        </w:rPr>
      </w:pPr>
      <w:r>
        <w:rPr>
          <w:rtl/>
        </w:rPr>
        <w:br w:type="page"/>
      </w:r>
    </w:p>
    <w:p w:rsidR="001F628F" w:rsidRDefault="001F628F" w:rsidP="001B0CE6">
      <w:pPr>
        <w:pStyle w:val="libNormal"/>
        <w:rPr>
          <w:rtl/>
        </w:rPr>
      </w:pPr>
      <w:r>
        <w:rPr>
          <w:rtl/>
        </w:rPr>
        <w:lastRenderedPageBreak/>
        <w:t>13_بنى اسرائيل كے لڑكو</w:t>
      </w:r>
      <w:r w:rsidR="00083993">
        <w:rPr>
          <w:rtl/>
        </w:rPr>
        <w:t xml:space="preserve">ں </w:t>
      </w:r>
      <w:r>
        <w:rPr>
          <w:rtl/>
        </w:rPr>
        <w:t>كو قتل كرنا اوران كى عورتو</w:t>
      </w:r>
      <w:r w:rsidR="00083993">
        <w:rPr>
          <w:rtl/>
        </w:rPr>
        <w:t xml:space="preserve">ں </w:t>
      </w:r>
      <w:r>
        <w:rPr>
          <w:rtl/>
        </w:rPr>
        <w:t>كو زندہ ركھنا ان پر ال فرعون كى طرف سے اذيت وازار كو مسلط كرنے كى بدترين مثال ہے_</w:t>
      </w:r>
      <w:r w:rsidRPr="001B0CE6">
        <w:rPr>
          <w:rStyle w:val="libArabicChar"/>
          <w:rFonts w:hint="eastAsia"/>
          <w:rtl/>
        </w:rPr>
        <w:t>يسومونكم</w:t>
      </w:r>
      <w:r w:rsidRPr="001B0CE6">
        <w:rPr>
          <w:rStyle w:val="libArabicChar"/>
          <w:rtl/>
        </w:rPr>
        <w:t xml:space="preserve"> سوء العذاب ويذبّحون ا بناء كم ويستحيون نساء كم</w:t>
      </w:r>
    </w:p>
    <w:p w:rsidR="001F628F" w:rsidRDefault="001F628F" w:rsidP="001F628F">
      <w:pPr>
        <w:pStyle w:val="libNormal"/>
        <w:rPr>
          <w:rtl/>
        </w:rPr>
      </w:pPr>
      <w:r>
        <w:rPr>
          <w:rtl/>
        </w:rPr>
        <w:t>'' يسومونكم ''كے بعد''</w:t>
      </w:r>
      <w:r w:rsidRPr="001B0CE6">
        <w:rPr>
          <w:rStyle w:val="libArabicChar"/>
          <w:rtl/>
        </w:rPr>
        <w:t>يذبّحون ا بناء كم ويستحيون نساء كم</w:t>
      </w:r>
      <w:r>
        <w:rPr>
          <w:rtl/>
        </w:rPr>
        <w:t>''كو لانا ہوسكتا ہے اس كے لئے تفسيرى جملہ ہو اس صورت مي</w:t>
      </w:r>
      <w:r w:rsidR="00083993">
        <w:rPr>
          <w:rtl/>
        </w:rPr>
        <w:t xml:space="preserve">ں </w:t>
      </w:r>
      <w:r>
        <w:rPr>
          <w:rtl/>
        </w:rPr>
        <w:t>يہى دو مورد ال فرعون كى ظالمانہ اذيتو</w:t>
      </w:r>
      <w:r w:rsidR="00083993">
        <w:rPr>
          <w:rtl/>
        </w:rPr>
        <w:t xml:space="preserve">ں </w:t>
      </w:r>
      <w:r>
        <w:rPr>
          <w:rtl/>
        </w:rPr>
        <w:t>كى تفسير اورتوضيح ہي</w:t>
      </w:r>
      <w:r w:rsidR="00083993">
        <w:rPr>
          <w:rtl/>
        </w:rPr>
        <w:t xml:space="preserve">ں </w:t>
      </w:r>
      <w:r>
        <w:rPr>
          <w:rtl/>
        </w:rPr>
        <w:t>_</w:t>
      </w:r>
    </w:p>
    <w:p w:rsidR="001F628F" w:rsidRDefault="001F628F" w:rsidP="001B0CE6">
      <w:pPr>
        <w:pStyle w:val="libNormal"/>
        <w:rPr>
          <w:rtl/>
        </w:rPr>
      </w:pPr>
      <w:r>
        <w:rPr>
          <w:rtl/>
        </w:rPr>
        <w:t>14_معاشرے مي</w:t>
      </w:r>
      <w:r w:rsidR="00083993">
        <w:rPr>
          <w:rtl/>
        </w:rPr>
        <w:t xml:space="preserve">ں </w:t>
      </w:r>
      <w:r>
        <w:rPr>
          <w:rtl/>
        </w:rPr>
        <w:t>مردو</w:t>
      </w:r>
      <w:r w:rsidR="00083993">
        <w:rPr>
          <w:rtl/>
        </w:rPr>
        <w:t xml:space="preserve">ں </w:t>
      </w:r>
      <w:r>
        <w:rPr>
          <w:rtl/>
        </w:rPr>
        <w:t>كى نسبت عورتو</w:t>
      </w:r>
      <w:r w:rsidR="00083993">
        <w:rPr>
          <w:rtl/>
        </w:rPr>
        <w:t xml:space="preserve">ں </w:t>
      </w:r>
      <w:r>
        <w:rPr>
          <w:rtl/>
        </w:rPr>
        <w:t>كى تعداد مي</w:t>
      </w:r>
      <w:r w:rsidR="00083993">
        <w:rPr>
          <w:rtl/>
        </w:rPr>
        <w:t xml:space="preserve">ں </w:t>
      </w:r>
      <w:r>
        <w:rPr>
          <w:rtl/>
        </w:rPr>
        <w:t>اضافے اورابادى كے غيرمعتدل ہوجانے كى وجہ سے عورتو</w:t>
      </w:r>
      <w:r w:rsidR="00083993">
        <w:rPr>
          <w:rtl/>
        </w:rPr>
        <w:t xml:space="preserve">ں </w:t>
      </w:r>
      <w:r>
        <w:rPr>
          <w:rtl/>
        </w:rPr>
        <w:t>كے لئے تكليف دہ اجتماعى مشكلات كا پيدا ہوجانا_</w:t>
      </w:r>
      <w:r w:rsidRPr="001B0CE6">
        <w:rPr>
          <w:rStyle w:val="libArabicChar"/>
          <w:rFonts w:hint="eastAsia"/>
          <w:rtl/>
        </w:rPr>
        <w:t>يستحيون</w:t>
      </w:r>
      <w:r w:rsidRPr="001B0CE6">
        <w:rPr>
          <w:rStyle w:val="libArabicChar"/>
          <w:rtl/>
        </w:rPr>
        <w:t xml:space="preserve"> نساء كم</w:t>
      </w:r>
    </w:p>
    <w:p w:rsidR="001F628F" w:rsidRDefault="001F628F" w:rsidP="001F628F">
      <w:pPr>
        <w:pStyle w:val="libNormal"/>
        <w:rPr>
          <w:rtl/>
        </w:rPr>
      </w:pPr>
      <w:r>
        <w:rPr>
          <w:rFonts w:hint="eastAsia"/>
          <w:rtl/>
        </w:rPr>
        <w:t>خداوندمتعال</w:t>
      </w:r>
      <w:r>
        <w:rPr>
          <w:rtl/>
        </w:rPr>
        <w:t xml:space="preserve"> نے ال فرعون كى طرف سے اذيت وازار كى وضاحت كے لئے لڑكو</w:t>
      </w:r>
      <w:r w:rsidR="00083993">
        <w:rPr>
          <w:rtl/>
        </w:rPr>
        <w:t xml:space="preserve">ں </w:t>
      </w:r>
      <w:r>
        <w:rPr>
          <w:rtl/>
        </w:rPr>
        <w:t>كو قتل كرنے اورعورتو</w:t>
      </w:r>
      <w:r w:rsidR="00083993">
        <w:rPr>
          <w:rtl/>
        </w:rPr>
        <w:t xml:space="preserve">ں </w:t>
      </w:r>
      <w:r>
        <w:rPr>
          <w:rtl/>
        </w:rPr>
        <w:t>كو زندہ ركھنے كى مثال دى ہے ممكن ہے يہ مثال اس لئے دى گئي ہو كہ اس طرح كے كام ابادى كو غيرمعتدل بنا ديتے ہي</w:t>
      </w:r>
      <w:r w:rsidR="00083993">
        <w:rPr>
          <w:rtl/>
        </w:rPr>
        <w:t xml:space="preserve">ں </w:t>
      </w:r>
      <w:r>
        <w:rPr>
          <w:rtl/>
        </w:rPr>
        <w:t>جس كے نتيجے مي</w:t>
      </w:r>
      <w:r w:rsidR="00083993">
        <w:rPr>
          <w:rtl/>
        </w:rPr>
        <w:t xml:space="preserve">ں </w:t>
      </w:r>
      <w:r>
        <w:rPr>
          <w:rtl/>
        </w:rPr>
        <w:t>عورتو</w:t>
      </w:r>
      <w:r w:rsidR="00083993">
        <w:rPr>
          <w:rtl/>
        </w:rPr>
        <w:t xml:space="preserve">ں </w:t>
      </w:r>
      <w:r>
        <w:rPr>
          <w:rtl/>
        </w:rPr>
        <w:t>كى ابادى بڑھ جاتى ہے جو لوگو</w:t>
      </w:r>
      <w:r w:rsidR="00083993">
        <w:rPr>
          <w:rtl/>
        </w:rPr>
        <w:t xml:space="preserve">ں </w:t>
      </w:r>
      <w:r>
        <w:rPr>
          <w:rtl/>
        </w:rPr>
        <w:t>كے لئ</w:t>
      </w:r>
      <w:r>
        <w:rPr>
          <w:rFonts w:hint="eastAsia"/>
          <w:rtl/>
        </w:rPr>
        <w:t>ے</w:t>
      </w:r>
      <w:r>
        <w:rPr>
          <w:rtl/>
        </w:rPr>
        <w:t xml:space="preserve"> اذيت و ازار كا باعث بنتى ہے_</w:t>
      </w:r>
    </w:p>
    <w:p w:rsidR="001F628F" w:rsidRDefault="001F628F" w:rsidP="001F628F">
      <w:pPr>
        <w:pStyle w:val="libNormal"/>
        <w:rPr>
          <w:rtl/>
        </w:rPr>
      </w:pPr>
      <w:r>
        <w:rPr>
          <w:rtl/>
        </w:rPr>
        <w:t>15_فرعون كے استبدادى نظام جيسا اجتماعى ظالمانہ نظام تاريكيو</w:t>
      </w:r>
      <w:r w:rsidR="00083993">
        <w:rPr>
          <w:rtl/>
        </w:rPr>
        <w:t xml:space="preserve">ں </w:t>
      </w:r>
      <w:r>
        <w:rPr>
          <w:rtl/>
        </w:rPr>
        <w:t>مي</w:t>
      </w:r>
      <w:r w:rsidR="00083993">
        <w:rPr>
          <w:rtl/>
        </w:rPr>
        <w:t xml:space="preserve">ں </w:t>
      </w:r>
      <w:r>
        <w:rPr>
          <w:rtl/>
        </w:rPr>
        <w:t>سے ايك تاريكى شمار ہوتا ہے_</w:t>
      </w:r>
    </w:p>
    <w:p w:rsidR="001F628F" w:rsidRDefault="001F628F" w:rsidP="001B0CE6">
      <w:pPr>
        <w:pStyle w:val="libArabic"/>
        <w:rPr>
          <w:rtl/>
        </w:rPr>
      </w:pPr>
      <w:r>
        <w:rPr>
          <w:rFonts w:hint="eastAsia"/>
          <w:rtl/>
        </w:rPr>
        <w:t>ا</w:t>
      </w:r>
      <w:r>
        <w:rPr>
          <w:rtl/>
        </w:rPr>
        <w:t xml:space="preserve"> خرج قومك من الظلمت الى النور ...اذ ا نجكم من</w:t>
      </w:r>
      <w:r w:rsidR="009143B8" w:rsidRPr="009143B8">
        <w:rPr>
          <w:rtl/>
        </w:rPr>
        <w:t xml:space="preserve"> آل </w:t>
      </w:r>
      <w:r>
        <w:rPr>
          <w:rtl/>
        </w:rPr>
        <w:t>فرعون يسومونكم سوء العذاب</w:t>
      </w:r>
    </w:p>
    <w:p w:rsidR="001F628F" w:rsidRDefault="001F628F" w:rsidP="001F628F">
      <w:pPr>
        <w:pStyle w:val="libNormal"/>
        <w:rPr>
          <w:rtl/>
        </w:rPr>
      </w:pPr>
      <w:r>
        <w:rPr>
          <w:rtl/>
        </w:rPr>
        <w:t>16_ال فرعون كى طرف سے لڑكو</w:t>
      </w:r>
      <w:r w:rsidR="00083993">
        <w:rPr>
          <w:rtl/>
        </w:rPr>
        <w:t xml:space="preserve">ں </w:t>
      </w:r>
      <w:r>
        <w:rPr>
          <w:rtl/>
        </w:rPr>
        <w:t>كو قتل كرنے اورعورتو</w:t>
      </w:r>
      <w:r w:rsidR="00083993">
        <w:rPr>
          <w:rtl/>
        </w:rPr>
        <w:t xml:space="preserve">ں </w:t>
      </w:r>
      <w:r>
        <w:rPr>
          <w:rtl/>
        </w:rPr>
        <w:t>كو زندہ ركھنے جيسے بدترين اذيت وازار كا مسلط كيا جانا، بنى اسرائيل كے لئے خداوند متعال كى جانب سے ايك بڑا امتحان تھا_</w:t>
      </w:r>
    </w:p>
    <w:p w:rsidR="001F628F" w:rsidRDefault="001F628F" w:rsidP="001B0CE6">
      <w:pPr>
        <w:pStyle w:val="libArabic"/>
        <w:rPr>
          <w:rtl/>
        </w:rPr>
      </w:pPr>
      <w:r>
        <w:rPr>
          <w:rFonts w:hint="eastAsia"/>
          <w:rtl/>
        </w:rPr>
        <w:t>يسومونكم</w:t>
      </w:r>
      <w:r>
        <w:rPr>
          <w:rtl/>
        </w:rPr>
        <w:t xml:space="preserve"> سوء العذاب ... وفى ذلكم بلاء من ربّكم عظيم</w:t>
      </w:r>
    </w:p>
    <w:p w:rsidR="001F628F" w:rsidRDefault="001F628F" w:rsidP="001F628F">
      <w:pPr>
        <w:pStyle w:val="libNormal"/>
        <w:rPr>
          <w:rtl/>
        </w:rPr>
      </w:pPr>
      <w:r>
        <w:rPr>
          <w:rFonts w:hint="eastAsia"/>
          <w:rtl/>
        </w:rPr>
        <w:t>مذكورہ</w:t>
      </w:r>
      <w:r>
        <w:rPr>
          <w:rtl/>
        </w:rPr>
        <w:t xml:space="preserve"> بالا مطلب اس بات پر موقوف ہے كہ جب ''ذلكم '' كا مشارٌ اليہ ال فرعون كى طرف سے ديئے جانے والا اذيت وازار ہو_</w:t>
      </w:r>
    </w:p>
    <w:p w:rsidR="001F628F" w:rsidRDefault="001F628F" w:rsidP="001B0CE6">
      <w:pPr>
        <w:pStyle w:val="libNormal"/>
        <w:rPr>
          <w:rtl/>
        </w:rPr>
      </w:pPr>
      <w:r>
        <w:rPr>
          <w:rtl/>
        </w:rPr>
        <w:t>17_بنى اسرائيل كا ال فرعون كے اذيت وازار اور قتل سے نجات حاصل كرنا، ان كے لئے خداوند متعال كا عظيم امتحان تھا_</w:t>
      </w:r>
      <w:r w:rsidRPr="001B0CE6">
        <w:rPr>
          <w:rStyle w:val="libArabicChar"/>
          <w:rFonts w:hint="eastAsia"/>
          <w:rtl/>
        </w:rPr>
        <w:t>اذ</w:t>
      </w:r>
      <w:r w:rsidRPr="001B0CE6">
        <w:rPr>
          <w:rStyle w:val="libArabicChar"/>
          <w:rtl/>
        </w:rPr>
        <w:t xml:space="preserve"> ا نجكم من</w:t>
      </w:r>
      <w:r w:rsidR="009143B8" w:rsidRPr="009143B8">
        <w:rPr>
          <w:rStyle w:val="libArabicChar"/>
          <w:rtl/>
        </w:rPr>
        <w:t xml:space="preserve"> آل </w:t>
      </w:r>
      <w:r w:rsidRPr="001B0CE6">
        <w:rPr>
          <w:rStyle w:val="libArabicChar"/>
          <w:rtl/>
        </w:rPr>
        <w:t>فرعون ...وفى ذلكم بلاء من ربّكم عظيم</w:t>
      </w:r>
    </w:p>
    <w:p w:rsidR="001F628F" w:rsidRDefault="001F628F" w:rsidP="001F628F">
      <w:pPr>
        <w:pStyle w:val="libNormal"/>
        <w:rPr>
          <w:rtl/>
        </w:rPr>
      </w:pPr>
      <w:r>
        <w:rPr>
          <w:rFonts w:hint="eastAsia"/>
          <w:rtl/>
        </w:rPr>
        <w:t>مذكورہ</w:t>
      </w:r>
      <w:r>
        <w:rPr>
          <w:rtl/>
        </w:rPr>
        <w:t xml:space="preserve"> بالا مطلب اس بات پر موقوف ہے كہ جب</w:t>
      </w:r>
    </w:p>
    <w:p w:rsidR="001F628F" w:rsidRDefault="001E7F9D" w:rsidP="001F628F">
      <w:pPr>
        <w:pStyle w:val="libNormal"/>
        <w:rPr>
          <w:rtl/>
        </w:rPr>
      </w:pPr>
      <w:r w:rsidRPr="00F73EDE">
        <w:rPr>
          <w:rStyle w:val="libPoemTiniChar0"/>
          <w:rtl/>
        </w:rPr>
        <w:br w:type="page"/>
      </w:r>
      <w:r>
        <w:rPr>
          <w:rtl/>
        </w:rPr>
        <w:lastRenderedPageBreak/>
        <w:cr/>
      </w:r>
      <w:r w:rsidR="001F628F">
        <w:rPr>
          <w:rtl/>
        </w:rPr>
        <w:t>''ذلكم ''كا مشاراليہ بنى اسرائيل كا خداوند متعال كے ذريعے ال فرعون كے ظالمانہ رويئے سے نجات پانا ہو_</w:t>
      </w:r>
    </w:p>
    <w:p w:rsidR="001F628F" w:rsidRDefault="001F628F" w:rsidP="00BD794F">
      <w:pPr>
        <w:pStyle w:val="libNormal"/>
        <w:rPr>
          <w:rtl/>
        </w:rPr>
      </w:pPr>
      <w:r>
        <w:rPr>
          <w:rtl/>
        </w:rPr>
        <w:t>18_بندو</w:t>
      </w:r>
      <w:r w:rsidR="00083993">
        <w:rPr>
          <w:rtl/>
        </w:rPr>
        <w:t xml:space="preserve">ں </w:t>
      </w:r>
      <w:r>
        <w:rPr>
          <w:rtl/>
        </w:rPr>
        <w:t>كى ازما</w:t>
      </w:r>
      <w:r w:rsidR="009F604A">
        <w:rPr>
          <w:rtl/>
        </w:rPr>
        <w:t>ئش</w:t>
      </w:r>
      <w:r>
        <w:rPr>
          <w:rtl/>
        </w:rPr>
        <w:t>، ان پر ربوبيت الہى كا جلوہ ہے_</w:t>
      </w:r>
      <w:r w:rsidRPr="00BD794F">
        <w:rPr>
          <w:rStyle w:val="libArabicChar"/>
          <w:rFonts w:hint="eastAsia"/>
          <w:rtl/>
        </w:rPr>
        <w:t>وفى</w:t>
      </w:r>
      <w:r w:rsidRPr="00BD794F">
        <w:rPr>
          <w:rStyle w:val="libArabicChar"/>
          <w:rtl/>
        </w:rPr>
        <w:t xml:space="preserve"> ذلكم بلاء من ربّكم عظيم</w:t>
      </w:r>
    </w:p>
    <w:p w:rsidR="001F628F" w:rsidRDefault="001F628F" w:rsidP="001F628F">
      <w:pPr>
        <w:pStyle w:val="libNormal"/>
        <w:rPr>
          <w:rtl/>
        </w:rPr>
      </w:pPr>
      <w:r>
        <w:rPr>
          <w:rtl/>
        </w:rPr>
        <w:t>19_ظالمانہ اجتماعى نظامو</w:t>
      </w:r>
      <w:r w:rsidR="00083993">
        <w:rPr>
          <w:rtl/>
        </w:rPr>
        <w:t xml:space="preserve">ں </w:t>
      </w:r>
      <w:r>
        <w:rPr>
          <w:rtl/>
        </w:rPr>
        <w:t>سے نجات كى نعمت كا الہى ازما</w:t>
      </w:r>
      <w:r w:rsidR="009F604A">
        <w:rPr>
          <w:rtl/>
        </w:rPr>
        <w:t>ئش</w:t>
      </w:r>
      <w:r>
        <w:rPr>
          <w:rtl/>
        </w:rPr>
        <w:t xml:space="preserve"> كے وسيلو</w:t>
      </w:r>
      <w:r w:rsidR="00083993">
        <w:rPr>
          <w:rtl/>
        </w:rPr>
        <w:t xml:space="preserve">ں </w:t>
      </w:r>
      <w:r>
        <w:rPr>
          <w:rtl/>
        </w:rPr>
        <w:t>مي</w:t>
      </w:r>
      <w:r w:rsidR="00083993">
        <w:rPr>
          <w:rtl/>
        </w:rPr>
        <w:t xml:space="preserve">ں </w:t>
      </w:r>
      <w:r>
        <w:rPr>
          <w:rtl/>
        </w:rPr>
        <w:t>سے ہونا_</w:t>
      </w:r>
    </w:p>
    <w:p w:rsidR="001F628F" w:rsidRDefault="001F628F" w:rsidP="00BD794F">
      <w:pPr>
        <w:pStyle w:val="libArabic"/>
        <w:rPr>
          <w:rtl/>
        </w:rPr>
      </w:pPr>
      <w:r>
        <w:rPr>
          <w:rFonts w:hint="eastAsia"/>
          <w:rtl/>
        </w:rPr>
        <w:t>اذكروانعمة</w:t>
      </w:r>
      <w:r>
        <w:rPr>
          <w:rtl/>
        </w:rPr>
        <w:t xml:space="preserve"> الله عليكم اذ ا نجكم من</w:t>
      </w:r>
      <w:r w:rsidR="009143B8" w:rsidRPr="009143B8">
        <w:rPr>
          <w:rtl/>
        </w:rPr>
        <w:t xml:space="preserve"> آل </w:t>
      </w:r>
      <w:r>
        <w:rPr>
          <w:rtl/>
        </w:rPr>
        <w:t>فرعون ...وفى ذلكم بلاء من ربّكم عظيم</w:t>
      </w:r>
    </w:p>
    <w:p w:rsidR="001F628F" w:rsidRDefault="001F628F" w:rsidP="00BD794F">
      <w:pPr>
        <w:pStyle w:val="libNormal"/>
        <w:rPr>
          <w:rtl/>
        </w:rPr>
      </w:pPr>
      <w:r>
        <w:rPr>
          <w:rtl/>
        </w:rPr>
        <w:t>20_خداوند كى طرف سے بندو</w:t>
      </w:r>
      <w:r w:rsidR="00083993">
        <w:rPr>
          <w:rtl/>
        </w:rPr>
        <w:t xml:space="preserve">ں </w:t>
      </w:r>
      <w:r>
        <w:rPr>
          <w:rtl/>
        </w:rPr>
        <w:t>كى ازما</w:t>
      </w:r>
      <w:r w:rsidR="009F604A">
        <w:rPr>
          <w:rtl/>
        </w:rPr>
        <w:t>ئش</w:t>
      </w:r>
      <w:r>
        <w:rPr>
          <w:rtl/>
        </w:rPr>
        <w:t xml:space="preserve"> كا مراتب و درجات كے مطابق ہونا_</w:t>
      </w:r>
      <w:r w:rsidRPr="00BD794F">
        <w:rPr>
          <w:rStyle w:val="libArabicChar"/>
          <w:rFonts w:hint="eastAsia"/>
          <w:rtl/>
        </w:rPr>
        <w:t>وفى</w:t>
      </w:r>
      <w:r w:rsidRPr="00BD794F">
        <w:rPr>
          <w:rStyle w:val="libArabicChar"/>
          <w:rtl/>
        </w:rPr>
        <w:t xml:space="preserve"> ذلكم بلاء من ربّكم عظيم</w:t>
      </w:r>
    </w:p>
    <w:p w:rsidR="001F628F" w:rsidRDefault="001F628F" w:rsidP="00BD794F">
      <w:pPr>
        <w:pStyle w:val="libNormal"/>
        <w:rPr>
          <w:rtl/>
        </w:rPr>
      </w:pPr>
      <w:r>
        <w:rPr>
          <w:rFonts w:hint="eastAsia"/>
          <w:rtl/>
        </w:rPr>
        <w:t>ال</w:t>
      </w:r>
      <w:r>
        <w:rPr>
          <w:rtl/>
        </w:rPr>
        <w:t xml:space="preserve"> فرعون:</w:t>
      </w:r>
      <w:r>
        <w:rPr>
          <w:rFonts w:hint="eastAsia"/>
          <w:rtl/>
        </w:rPr>
        <w:t>ال</w:t>
      </w:r>
      <w:r>
        <w:rPr>
          <w:rtl/>
        </w:rPr>
        <w:t xml:space="preserve"> فرعون كى تكاليف اوراذيتي</w:t>
      </w:r>
      <w:r w:rsidR="00083993">
        <w:rPr>
          <w:rtl/>
        </w:rPr>
        <w:t xml:space="preserve">ں </w:t>
      </w:r>
      <w:r>
        <w:rPr>
          <w:rtl/>
        </w:rPr>
        <w:t>،9;ال فرعون كے ظلم،9</w:t>
      </w:r>
    </w:p>
    <w:p w:rsidR="001F628F" w:rsidRDefault="001F628F" w:rsidP="00BD794F">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اوربنى اسرائيل كى تاريخ،1; انحضرت </w:t>
      </w:r>
      <w:r w:rsidR="00F031CD" w:rsidRPr="00F031CD">
        <w:rPr>
          <w:rStyle w:val="libAlaemChar"/>
          <w:rtl/>
        </w:rPr>
        <w:t xml:space="preserve"> صلى‌الله‌عليه‌وآله‌وسلم </w:t>
      </w:r>
      <w:r>
        <w:rPr>
          <w:rtl/>
        </w:rPr>
        <w:t xml:space="preserve"> اورحضرت موسى </w:t>
      </w:r>
      <w:r w:rsidR="00367F17" w:rsidRPr="00367F17">
        <w:rPr>
          <w:rStyle w:val="libAlaemChar"/>
          <w:rtl/>
        </w:rPr>
        <w:t xml:space="preserve"> عليه‌السلام </w:t>
      </w:r>
      <w:r>
        <w:rPr>
          <w:rtl/>
        </w:rPr>
        <w:t xml:space="preserve"> كا قصہ،1; انحضرت </w:t>
      </w:r>
      <w:r w:rsidR="00F031CD" w:rsidRPr="00F031CD">
        <w:rPr>
          <w:rStyle w:val="libAlaemChar"/>
          <w:rtl/>
        </w:rPr>
        <w:t xml:space="preserve"> صلى‌الله‌عليه‌وآله‌وسلم </w:t>
      </w:r>
      <w:r>
        <w:rPr>
          <w:rtl/>
        </w:rPr>
        <w:t xml:space="preserve"> كى ذمہ داري،1</w:t>
      </w:r>
    </w:p>
    <w:p w:rsidR="001F628F" w:rsidRDefault="001F628F" w:rsidP="00BD794F">
      <w:pPr>
        <w:pStyle w:val="libNormal"/>
        <w:rPr>
          <w:rtl/>
        </w:rPr>
      </w:pPr>
      <w:r>
        <w:rPr>
          <w:rFonts w:hint="eastAsia"/>
          <w:rtl/>
        </w:rPr>
        <w:t>الله</w:t>
      </w:r>
      <w:r>
        <w:rPr>
          <w:rtl/>
        </w:rPr>
        <w:t xml:space="preserve"> تعالى :</w:t>
      </w:r>
      <w:r>
        <w:rPr>
          <w:rFonts w:hint="eastAsia"/>
          <w:rtl/>
        </w:rPr>
        <w:t>الله</w:t>
      </w:r>
      <w:r>
        <w:rPr>
          <w:rtl/>
        </w:rPr>
        <w:t xml:space="preserve"> تعالى كے امتحانات 16،19،20;الله تعالى كا نجات دينا 10;الله تعالى كى ربوبيت كى نشانيا</w:t>
      </w:r>
      <w:r w:rsidR="00083993">
        <w:rPr>
          <w:rtl/>
        </w:rPr>
        <w:t xml:space="preserve">ں </w:t>
      </w:r>
      <w:r>
        <w:rPr>
          <w:rtl/>
        </w:rPr>
        <w:t>18;الله تعالى كى نعمتي</w:t>
      </w:r>
      <w:r w:rsidR="00083993">
        <w:rPr>
          <w:rtl/>
        </w:rPr>
        <w:t xml:space="preserve">ں </w:t>
      </w:r>
      <w:r>
        <w:rPr>
          <w:rtl/>
        </w:rPr>
        <w:t>6،7;الله تعالى كا كردار10</w:t>
      </w:r>
    </w:p>
    <w:p w:rsidR="001F628F" w:rsidRDefault="001F628F" w:rsidP="00BD794F">
      <w:pPr>
        <w:pStyle w:val="libNormal"/>
        <w:rPr>
          <w:rtl/>
        </w:rPr>
      </w:pPr>
      <w:r>
        <w:rPr>
          <w:rFonts w:hint="eastAsia"/>
          <w:rtl/>
        </w:rPr>
        <w:t>امتحان</w:t>
      </w:r>
      <w:r>
        <w:rPr>
          <w:rtl/>
        </w:rPr>
        <w:t xml:space="preserve"> -:</w:t>
      </w:r>
      <w:r>
        <w:rPr>
          <w:rFonts w:hint="eastAsia"/>
          <w:rtl/>
        </w:rPr>
        <w:t>امتحان</w:t>
      </w:r>
      <w:r>
        <w:rPr>
          <w:rtl/>
        </w:rPr>
        <w:t xml:space="preserve"> كے وسائل 19;اذيت كے ذريعے امتحان 16 ; قتل كے ذريعے امتحان 16;نجات كے ذريعے امتحان17،19;عظيم امتحانات16،17 ; امتحان كے مراتب 20</w:t>
      </w:r>
    </w:p>
    <w:p w:rsidR="001F628F" w:rsidRDefault="001F628F" w:rsidP="00BD794F">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كا امتحان 18</w:t>
      </w:r>
    </w:p>
    <w:p w:rsidR="001F628F" w:rsidRDefault="001F628F" w:rsidP="001F628F">
      <w:pPr>
        <w:pStyle w:val="libNormal"/>
        <w:rPr>
          <w:rtl/>
        </w:rPr>
      </w:pPr>
      <w:r>
        <w:rPr>
          <w:rFonts w:hint="eastAsia"/>
          <w:rtl/>
        </w:rPr>
        <w:t>ايام</w:t>
      </w:r>
      <w:r>
        <w:rPr>
          <w:rtl/>
        </w:rPr>
        <w:t xml:space="preserve"> الله : 8</w:t>
      </w:r>
    </w:p>
    <w:p w:rsidR="001F628F" w:rsidRDefault="001F628F" w:rsidP="00BD794F">
      <w:pPr>
        <w:pStyle w:val="libNormal"/>
        <w:rPr>
          <w:rtl/>
        </w:rPr>
      </w:pPr>
      <w:r>
        <w:rPr>
          <w:rFonts w:hint="eastAsia"/>
          <w:rtl/>
        </w:rPr>
        <w:t>بنى</w:t>
      </w:r>
      <w:r>
        <w:rPr>
          <w:rtl/>
        </w:rPr>
        <w:t xml:space="preserve"> اسرائيل :</w:t>
      </w:r>
      <w:r>
        <w:rPr>
          <w:rFonts w:hint="eastAsia"/>
          <w:rtl/>
        </w:rPr>
        <w:t>بنى</w:t>
      </w:r>
      <w:r>
        <w:rPr>
          <w:rtl/>
        </w:rPr>
        <w:t xml:space="preserve"> اسرائيل كا امتحان 16; بنى اسرائيل كى اذيت 11 ; بنى اسرائيل كى عورتو</w:t>
      </w:r>
      <w:r w:rsidR="00083993">
        <w:rPr>
          <w:rtl/>
        </w:rPr>
        <w:t xml:space="preserve">ں </w:t>
      </w:r>
      <w:r>
        <w:rPr>
          <w:rtl/>
        </w:rPr>
        <w:t>كا زندہ رہنا12، 13، 16 ; بنى اسرائيل كا امتحان17، بنى اسرائيل كى تاريخ 12، 13، 16، 17; بنى اسرائيل كا اذيت و ازار 11،13;بنى اسرائيل كى نجات كے اسباب 5; بنى اسرائيل كے بيٹو</w:t>
      </w:r>
      <w:r w:rsidR="00083993">
        <w:rPr>
          <w:rtl/>
        </w:rPr>
        <w:t xml:space="preserve">ں </w:t>
      </w:r>
      <w:r>
        <w:rPr>
          <w:rtl/>
        </w:rPr>
        <w:t>كا قتل12، 13، 16; بنى اسرائيل كى نجات6،8، 17; بنى اسرائيل كى نعمتي</w:t>
      </w:r>
      <w:r w:rsidR="00083993">
        <w:rPr>
          <w:rtl/>
        </w:rPr>
        <w:t xml:space="preserve">ں </w:t>
      </w:r>
      <w:r>
        <w:rPr>
          <w:rtl/>
        </w:rPr>
        <w:t>3، 4، 6</w:t>
      </w:r>
    </w:p>
    <w:p w:rsidR="001F628F" w:rsidRDefault="001F628F" w:rsidP="00BD794F">
      <w:pPr>
        <w:pStyle w:val="libNormal"/>
        <w:rPr>
          <w:rtl/>
        </w:rPr>
      </w:pPr>
      <w:r>
        <w:rPr>
          <w:rFonts w:hint="eastAsia"/>
          <w:rtl/>
        </w:rPr>
        <w:t>تاريخ</w:t>
      </w:r>
      <w:r>
        <w:rPr>
          <w:rtl/>
        </w:rPr>
        <w:t>:</w:t>
      </w:r>
      <w:r>
        <w:rPr>
          <w:rFonts w:hint="eastAsia"/>
          <w:rtl/>
        </w:rPr>
        <w:t>تاريخى</w:t>
      </w:r>
      <w:r>
        <w:rPr>
          <w:rtl/>
        </w:rPr>
        <w:t xml:space="preserve"> تحولات كا سرچشمہ10</w:t>
      </w:r>
    </w:p>
    <w:p w:rsidR="00BD794F" w:rsidRDefault="001E7F9D" w:rsidP="00F73EDE">
      <w:pPr>
        <w:pStyle w:val="libPoemTini"/>
        <w:rPr>
          <w:rtl/>
        </w:rPr>
      </w:pPr>
      <w:r>
        <w:rPr>
          <w:rtl/>
        </w:rPr>
        <w:br w:type="page"/>
      </w:r>
    </w:p>
    <w:p w:rsidR="001F628F" w:rsidRDefault="001F628F" w:rsidP="00BD794F">
      <w:pPr>
        <w:pStyle w:val="libNormal"/>
        <w:rPr>
          <w:rtl/>
        </w:rPr>
      </w:pPr>
      <w:r>
        <w:rPr>
          <w:rFonts w:hint="eastAsia"/>
          <w:rtl/>
        </w:rPr>
        <w:lastRenderedPageBreak/>
        <w:t>حكومت</w:t>
      </w:r>
      <w:r>
        <w:rPr>
          <w:rtl/>
        </w:rPr>
        <w:t>:</w:t>
      </w:r>
      <w:r>
        <w:rPr>
          <w:rFonts w:hint="eastAsia"/>
          <w:rtl/>
        </w:rPr>
        <w:t>ظالمانہ</w:t>
      </w:r>
      <w:r>
        <w:rPr>
          <w:rtl/>
        </w:rPr>
        <w:t xml:space="preserve"> حكومت15، 19</w:t>
      </w:r>
    </w:p>
    <w:p w:rsidR="001F628F" w:rsidRDefault="001F628F" w:rsidP="00BD794F">
      <w:pPr>
        <w:pStyle w:val="libNormal"/>
        <w:rPr>
          <w:rtl/>
        </w:rPr>
      </w:pPr>
      <w:r>
        <w:rPr>
          <w:rFonts w:hint="eastAsia"/>
          <w:rtl/>
        </w:rPr>
        <w:t>ذكر</w:t>
      </w:r>
      <w:r>
        <w:rPr>
          <w:rtl/>
        </w:rPr>
        <w:t>:</w:t>
      </w:r>
      <w:r>
        <w:rPr>
          <w:rFonts w:hint="eastAsia"/>
          <w:rtl/>
        </w:rPr>
        <w:t>ذكر</w:t>
      </w:r>
      <w:r>
        <w:rPr>
          <w:rtl/>
        </w:rPr>
        <w:t xml:space="preserve"> نعمت كے اثرات15; ذكر نعمت كى اہميت3; بنى اسرائيل كى تاريخ كا ذكر1،2; حضرت موسى </w:t>
      </w:r>
      <w:r w:rsidR="00367F17" w:rsidRPr="00367F17">
        <w:rPr>
          <w:rStyle w:val="libAlaemChar"/>
          <w:rtl/>
        </w:rPr>
        <w:t xml:space="preserve"> عليه‌السلام </w:t>
      </w:r>
      <w:r>
        <w:rPr>
          <w:rtl/>
        </w:rPr>
        <w:t xml:space="preserve"> كے قصے كا ذكر 1،2; بنى اسرائيل كى نجات كا ذكر5;نعمت كا ذكر6، 7</w:t>
      </w:r>
    </w:p>
    <w:p w:rsidR="001F628F" w:rsidRDefault="001F628F" w:rsidP="00BD794F">
      <w:pPr>
        <w:pStyle w:val="libNormal"/>
        <w:rPr>
          <w:rtl/>
        </w:rPr>
      </w:pPr>
      <w:r>
        <w:rPr>
          <w:rFonts w:hint="eastAsia"/>
          <w:rtl/>
        </w:rPr>
        <w:t>ظالمين</w:t>
      </w:r>
      <w:r>
        <w:rPr>
          <w:rtl/>
        </w:rPr>
        <w:t>:9</w:t>
      </w:r>
      <w:r>
        <w:rPr>
          <w:rFonts w:hint="eastAsia"/>
          <w:rtl/>
        </w:rPr>
        <w:t>ظلم</w:t>
      </w:r>
      <w:r>
        <w:rPr>
          <w:rtl/>
        </w:rPr>
        <w:t>:</w:t>
      </w:r>
      <w:r>
        <w:rPr>
          <w:rFonts w:hint="eastAsia"/>
          <w:rtl/>
        </w:rPr>
        <w:t>ظلم</w:t>
      </w:r>
      <w:r>
        <w:rPr>
          <w:rtl/>
        </w:rPr>
        <w:t xml:space="preserve"> سے نجات كاسبب 10</w:t>
      </w:r>
    </w:p>
    <w:p w:rsidR="001F628F" w:rsidRDefault="001F628F" w:rsidP="00BD794F">
      <w:pPr>
        <w:pStyle w:val="libNormal"/>
        <w:rPr>
          <w:rtl/>
        </w:rPr>
      </w:pPr>
      <w:r>
        <w:rPr>
          <w:rFonts w:hint="eastAsia"/>
          <w:rtl/>
        </w:rPr>
        <w:t>عورت</w:t>
      </w:r>
      <w:r>
        <w:rPr>
          <w:rtl/>
        </w:rPr>
        <w:t>:</w:t>
      </w:r>
      <w:r>
        <w:rPr>
          <w:rFonts w:hint="eastAsia"/>
          <w:rtl/>
        </w:rPr>
        <w:t>عورتو</w:t>
      </w:r>
      <w:r w:rsidR="00083993">
        <w:rPr>
          <w:rFonts w:hint="eastAsia"/>
          <w:rtl/>
        </w:rPr>
        <w:t xml:space="preserve">ں </w:t>
      </w:r>
      <w:r>
        <w:rPr>
          <w:rtl/>
        </w:rPr>
        <w:t>كے زيادہ ہونے كے اثرات 14; عورتو</w:t>
      </w:r>
      <w:r w:rsidR="00083993">
        <w:rPr>
          <w:rtl/>
        </w:rPr>
        <w:t xml:space="preserve">ں </w:t>
      </w:r>
      <w:r>
        <w:rPr>
          <w:rtl/>
        </w:rPr>
        <w:t>كى اذيت كا پيش خيمہ14</w:t>
      </w:r>
    </w:p>
    <w:p w:rsidR="001F628F" w:rsidRDefault="001F628F" w:rsidP="00BD794F">
      <w:pPr>
        <w:pStyle w:val="libNormal"/>
        <w:rPr>
          <w:rtl/>
        </w:rPr>
      </w:pPr>
      <w:r>
        <w:rPr>
          <w:rFonts w:hint="eastAsia"/>
          <w:rtl/>
        </w:rPr>
        <w:t>فرعون</w:t>
      </w:r>
      <w:r>
        <w:rPr>
          <w:rtl/>
        </w:rPr>
        <w:t>:</w:t>
      </w:r>
      <w:r>
        <w:rPr>
          <w:rFonts w:hint="eastAsia"/>
          <w:rtl/>
        </w:rPr>
        <w:t>فرعون</w:t>
      </w:r>
      <w:r>
        <w:rPr>
          <w:rtl/>
        </w:rPr>
        <w:t xml:space="preserve"> كى استبدادى حكومت 15; فرعون كاظلم 15; فرعون كا سياسى نظام15</w:t>
      </w:r>
    </w:p>
    <w:p w:rsidR="001F628F" w:rsidRDefault="001F628F" w:rsidP="00BD794F">
      <w:pPr>
        <w:pStyle w:val="libNormal"/>
        <w:rPr>
          <w:rtl/>
        </w:rPr>
      </w:pPr>
      <w:r>
        <w:rPr>
          <w:rFonts w:hint="eastAsia"/>
          <w:rtl/>
        </w:rPr>
        <w:t>فرعونى</w:t>
      </w:r>
      <w:r>
        <w:rPr>
          <w:rtl/>
        </w:rPr>
        <w:t xml:space="preserve"> گروہ:</w:t>
      </w:r>
      <w:r>
        <w:rPr>
          <w:rFonts w:hint="eastAsia"/>
          <w:rtl/>
        </w:rPr>
        <w:t>فرعونى</w:t>
      </w:r>
      <w:r>
        <w:rPr>
          <w:rtl/>
        </w:rPr>
        <w:t xml:space="preserve"> گروہ كى اذيتي</w:t>
      </w:r>
      <w:r w:rsidR="00083993">
        <w:rPr>
          <w:rtl/>
        </w:rPr>
        <w:t xml:space="preserve">ں </w:t>
      </w:r>
      <w:r>
        <w:rPr>
          <w:rtl/>
        </w:rPr>
        <w:t>11; فرعونى گروہ كا بدترين ظلم وستم 13; فرعونى گروہ كا اذيت وازار دينا 9; فرعونى گروہ كے اذيت و ازار 11، 13، 16;فرعونى گروہ كا ظلم 9، 11; فرعونى گروہ كے قتل 12، 13; فرعونى گروہ كے اذيت وازار سے نجات 8، 17; فرعونى گروہ كى خصوصيات 11</w:t>
      </w:r>
    </w:p>
    <w:p w:rsidR="001F628F" w:rsidRDefault="001F628F" w:rsidP="00BD794F">
      <w:pPr>
        <w:pStyle w:val="libNormal"/>
        <w:rPr>
          <w:rtl/>
        </w:rPr>
      </w:pPr>
      <w:r>
        <w:rPr>
          <w:rFonts w:hint="eastAsia"/>
          <w:rtl/>
        </w:rPr>
        <w:t>گمراہي</w:t>
      </w:r>
      <w:r>
        <w:rPr>
          <w:rtl/>
        </w:rPr>
        <w:t>:</w:t>
      </w:r>
      <w:r>
        <w:rPr>
          <w:rFonts w:hint="eastAsia"/>
          <w:rtl/>
        </w:rPr>
        <w:t>گمراہى</w:t>
      </w:r>
      <w:r>
        <w:rPr>
          <w:rtl/>
        </w:rPr>
        <w:t xml:space="preserve"> كے موارد 15</w:t>
      </w:r>
    </w:p>
    <w:p w:rsidR="001F628F" w:rsidRDefault="001F628F" w:rsidP="00BD794F">
      <w:pPr>
        <w:pStyle w:val="libNormal"/>
        <w:rPr>
          <w:rtl/>
        </w:rPr>
      </w:pPr>
      <w:r>
        <w:rPr>
          <w:rFonts w:hint="eastAsia"/>
          <w:rtl/>
        </w:rPr>
        <w:t>مشكلات</w:t>
      </w:r>
      <w:r>
        <w:rPr>
          <w:rtl/>
        </w:rPr>
        <w:t>:</w:t>
      </w:r>
      <w:r>
        <w:rPr>
          <w:rFonts w:hint="eastAsia"/>
          <w:rtl/>
        </w:rPr>
        <w:t>اجتماعى</w:t>
      </w:r>
      <w:r>
        <w:rPr>
          <w:rtl/>
        </w:rPr>
        <w:t xml:space="preserve"> مشكلات كا پيش خيمہ 14</w:t>
      </w:r>
    </w:p>
    <w:p w:rsidR="001F628F" w:rsidRDefault="001F628F" w:rsidP="00BD794F">
      <w:pPr>
        <w:pStyle w:val="libNormal"/>
        <w:rPr>
          <w:rtl/>
        </w:rPr>
      </w:pPr>
      <w:r>
        <w:rPr>
          <w:rFonts w:hint="eastAsia"/>
          <w:rtl/>
        </w:rPr>
        <w:t>موسى</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موسى </w:t>
      </w:r>
      <w:r w:rsidR="00367F17" w:rsidRPr="00367F17">
        <w:rPr>
          <w:rStyle w:val="libAlaemChar"/>
          <w:rtl/>
        </w:rPr>
        <w:t xml:space="preserve"> عليه‌السلام </w:t>
      </w:r>
      <w:r>
        <w:rPr>
          <w:rtl/>
        </w:rPr>
        <w:t xml:space="preserve"> كے تقاضے 3،5; قصہ موسى </w:t>
      </w:r>
      <w:r w:rsidR="00367F17" w:rsidRPr="00367F17">
        <w:rPr>
          <w:rStyle w:val="libAlaemChar"/>
          <w:rtl/>
        </w:rPr>
        <w:t xml:space="preserve"> عليه‌السلام </w:t>
      </w:r>
      <w:r>
        <w:rPr>
          <w:rtl/>
        </w:rPr>
        <w:t xml:space="preserve"> سے عبرت 2; حضرت موسى </w:t>
      </w:r>
      <w:r w:rsidR="00367F17" w:rsidRPr="00367F17">
        <w:rPr>
          <w:rStyle w:val="libAlaemChar"/>
          <w:rtl/>
        </w:rPr>
        <w:t xml:space="preserve"> عليه‌السلام </w:t>
      </w:r>
      <w:r>
        <w:rPr>
          <w:rtl/>
        </w:rPr>
        <w:t xml:space="preserve"> اوربنى اسرائيل 5</w:t>
      </w:r>
    </w:p>
    <w:p w:rsidR="001F628F" w:rsidRDefault="001F628F" w:rsidP="00BD794F">
      <w:pPr>
        <w:pStyle w:val="libNormal"/>
        <w:rPr>
          <w:rtl/>
        </w:rPr>
      </w:pPr>
      <w:r>
        <w:rPr>
          <w:rFonts w:hint="eastAsia"/>
          <w:rtl/>
        </w:rPr>
        <w:t>نعمت</w:t>
      </w:r>
      <w:r>
        <w:rPr>
          <w:rtl/>
        </w:rPr>
        <w:t>:</w:t>
      </w:r>
      <w:r>
        <w:rPr>
          <w:rFonts w:hint="eastAsia"/>
          <w:rtl/>
        </w:rPr>
        <w:t>ظالمو</w:t>
      </w:r>
      <w:r w:rsidR="00083993">
        <w:rPr>
          <w:rFonts w:hint="eastAsia"/>
          <w:rtl/>
        </w:rPr>
        <w:t xml:space="preserve">ں </w:t>
      </w:r>
      <w:r>
        <w:rPr>
          <w:rtl/>
        </w:rPr>
        <w:t>سے نجات كى نعمت 7، 19</w:t>
      </w:r>
    </w:p>
    <w:p w:rsidR="001F628F" w:rsidRDefault="001F628F" w:rsidP="00BD794F">
      <w:pPr>
        <w:pStyle w:val="libNormal"/>
        <w:rPr>
          <w:rtl/>
        </w:rPr>
      </w:pPr>
      <w:r>
        <w:rPr>
          <w:rFonts w:hint="eastAsia"/>
          <w:rtl/>
        </w:rPr>
        <w:t>ياددہاني</w:t>
      </w:r>
      <w:r>
        <w:rPr>
          <w:rtl/>
        </w:rPr>
        <w:t>:</w:t>
      </w:r>
      <w:r>
        <w:rPr>
          <w:rFonts w:hint="eastAsia"/>
          <w:rtl/>
        </w:rPr>
        <w:t>تاريخ</w:t>
      </w:r>
      <w:r>
        <w:rPr>
          <w:rtl/>
        </w:rPr>
        <w:t xml:space="preserve"> بنى اسرائيل كى ياددہانى 1; قصہ موسى </w:t>
      </w:r>
      <w:r w:rsidR="00367F17" w:rsidRPr="00367F17">
        <w:rPr>
          <w:rStyle w:val="libAlaemChar"/>
          <w:rtl/>
        </w:rPr>
        <w:t xml:space="preserve"> عليه‌السلام </w:t>
      </w:r>
      <w:r>
        <w:rPr>
          <w:rtl/>
        </w:rPr>
        <w:t xml:space="preserve"> كى ياددہانى 1</w:t>
      </w:r>
    </w:p>
    <w:p w:rsidR="00BD794F" w:rsidRDefault="001E7F9D" w:rsidP="00F73EDE">
      <w:pPr>
        <w:pStyle w:val="libPoemTini"/>
        <w:rPr>
          <w:rtl/>
        </w:rPr>
      </w:pPr>
      <w:r>
        <w:rPr>
          <w:rtl/>
        </w:rPr>
        <w:cr/>
      </w:r>
      <w:r>
        <w:rPr>
          <w:rtl/>
        </w:rPr>
        <w:br w:type="page"/>
      </w:r>
    </w:p>
    <w:p w:rsidR="00BD794F" w:rsidRDefault="00BD794F" w:rsidP="00BD794F">
      <w:pPr>
        <w:pStyle w:val="Heading2Center"/>
        <w:rPr>
          <w:rtl/>
        </w:rPr>
      </w:pPr>
      <w:bookmarkStart w:id="7" w:name="_Toc28081685"/>
      <w:r>
        <w:rPr>
          <w:rFonts w:hint="cs"/>
          <w:rtl/>
        </w:rPr>
        <w:lastRenderedPageBreak/>
        <w:t>آیت 7</w:t>
      </w:r>
      <w:bookmarkEnd w:id="7"/>
    </w:p>
    <w:p w:rsidR="001F628F" w:rsidRDefault="00E260F9" w:rsidP="00BD794F">
      <w:pPr>
        <w:pStyle w:val="libNormal"/>
        <w:rPr>
          <w:rtl/>
        </w:rPr>
      </w:pPr>
      <w:r w:rsidRPr="00E260F9">
        <w:rPr>
          <w:rStyle w:val="libAlaemChar"/>
          <w:rFonts w:hint="eastAsia"/>
          <w:rtl/>
        </w:rPr>
        <w:t>(</w:t>
      </w:r>
      <w:r w:rsidRPr="00BD794F">
        <w:rPr>
          <w:rStyle w:val="libAieChar"/>
          <w:rFonts w:hint="eastAsia"/>
          <w:rtl/>
        </w:rPr>
        <w:t>وَإِذْ</w:t>
      </w:r>
      <w:r w:rsidRPr="00BD794F">
        <w:rPr>
          <w:rStyle w:val="libAieChar"/>
          <w:rtl/>
        </w:rPr>
        <w:t xml:space="preserve"> تَأَذَّنَ رَبُّكُمْ لَئِن شَكَرْتُمْ لأَزِيدَنَّكُمْ وَلَئِن كَفَرْتُمْ إِنَّ عَذَابِي لَشَدِيدٌ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تمھارے پروردگار نے ا علان كيا كہ اگر تم ہمارا شكريہ ادا كرو گے تو ہم نعمتو</w:t>
      </w:r>
      <w:r w:rsidR="00083993">
        <w:rPr>
          <w:rtl/>
        </w:rPr>
        <w:t xml:space="preserve">ں </w:t>
      </w:r>
      <w:r>
        <w:rPr>
          <w:rtl/>
        </w:rPr>
        <w:t>مي</w:t>
      </w:r>
      <w:r w:rsidR="00083993">
        <w:rPr>
          <w:rtl/>
        </w:rPr>
        <w:t xml:space="preserve">ں </w:t>
      </w:r>
      <w:r>
        <w:rPr>
          <w:rtl/>
        </w:rPr>
        <w:t>اضافہ كر دي</w:t>
      </w:r>
      <w:r w:rsidR="00083993">
        <w:rPr>
          <w:rtl/>
        </w:rPr>
        <w:t xml:space="preserve">ں </w:t>
      </w:r>
      <w:r>
        <w:rPr>
          <w:rtl/>
        </w:rPr>
        <w:t>گے اور اگر كفران نعمت كروگے تو ہمارا عذاب بھى بہت سخت ہے_</w:t>
      </w:r>
    </w:p>
    <w:p w:rsidR="001F628F" w:rsidRDefault="001F628F" w:rsidP="001F628F">
      <w:pPr>
        <w:pStyle w:val="libNormal"/>
        <w:rPr>
          <w:rtl/>
        </w:rPr>
      </w:pPr>
      <w:r>
        <w:rPr>
          <w:rtl/>
        </w:rPr>
        <w:t>1_پيغمبر اكرم</w:t>
      </w:r>
      <w:r w:rsidR="00F031CD" w:rsidRPr="00F031CD">
        <w:rPr>
          <w:rStyle w:val="libAlaemChar"/>
          <w:rtl/>
        </w:rPr>
        <w:t xml:space="preserve"> صلى‌الله‌عليه‌وآله‌وسلم </w:t>
      </w:r>
      <w:r>
        <w:rPr>
          <w:rtl/>
        </w:rPr>
        <w:t xml:space="preserve"> لوگو</w:t>
      </w:r>
      <w:r w:rsidR="00083993">
        <w:rPr>
          <w:rtl/>
        </w:rPr>
        <w:t xml:space="preserve">ں </w:t>
      </w:r>
      <w:r>
        <w:rPr>
          <w:rtl/>
        </w:rPr>
        <w:t>كو اس بات كى ياد دہانى كرانے كے پابند تھے كہ جو بھى شخص شكرگذار ہوگا يقينا اس كى نعمت مي</w:t>
      </w:r>
      <w:r w:rsidR="00083993">
        <w:rPr>
          <w:rtl/>
        </w:rPr>
        <w:t xml:space="preserve">ں </w:t>
      </w:r>
      <w:r>
        <w:rPr>
          <w:rtl/>
        </w:rPr>
        <w:t>اضافہ ہو گا اورجو بھى كفران نعمت كرے گا وہ شديد عذاب سے دوچار ہوگا_</w:t>
      </w:r>
    </w:p>
    <w:p w:rsidR="001F628F" w:rsidRDefault="001F628F" w:rsidP="00BD794F">
      <w:pPr>
        <w:pStyle w:val="libArabic"/>
        <w:rPr>
          <w:rtl/>
        </w:rPr>
      </w:pPr>
      <w:r>
        <w:rPr>
          <w:rFonts w:hint="eastAsia"/>
          <w:rtl/>
        </w:rPr>
        <w:t>و</w:t>
      </w:r>
      <w:r>
        <w:rPr>
          <w:rtl/>
        </w:rPr>
        <w:t xml:space="preserve"> اذ تا ذّن ربّكم لئن شكرتم لا زيدنّكم ولئن كفرتم ان عذابى لشديد</w:t>
      </w:r>
    </w:p>
    <w:p w:rsidR="001F628F" w:rsidRDefault="001F628F" w:rsidP="001F628F">
      <w:pPr>
        <w:pStyle w:val="libNormal"/>
        <w:rPr>
          <w:rtl/>
        </w:rPr>
      </w:pPr>
      <w:r w:rsidRPr="00BD794F">
        <w:rPr>
          <w:rStyle w:val="libArabicChar"/>
          <w:rtl/>
        </w:rPr>
        <w:t>''و اذ تا ذّن ''</w:t>
      </w:r>
      <w:r>
        <w:rPr>
          <w:rtl/>
        </w:rPr>
        <w:t xml:space="preserve">، </w:t>
      </w:r>
      <w:r w:rsidRPr="00BD794F">
        <w:rPr>
          <w:rStyle w:val="libArabicChar"/>
          <w:rtl/>
        </w:rPr>
        <w:t>''اذ قال''</w:t>
      </w:r>
      <w:r>
        <w:rPr>
          <w:rtl/>
        </w:rPr>
        <w:t xml:space="preserve"> پر عطف ہے كہ جس مي</w:t>
      </w:r>
      <w:r w:rsidR="00083993">
        <w:rPr>
          <w:rtl/>
        </w:rPr>
        <w:t xml:space="preserve">ں </w:t>
      </w:r>
      <w:r>
        <w:rPr>
          <w:rtl/>
        </w:rPr>
        <w:t>'' اذكر''مقدر ہے جس كے مخاطب پيغمبر اكرم</w:t>
      </w:r>
      <w:r w:rsidR="00F031CD" w:rsidRPr="00F031CD">
        <w:rPr>
          <w:rStyle w:val="libAlaemChar"/>
          <w:rtl/>
        </w:rPr>
        <w:t xml:space="preserve"> صلى‌الله‌عليه‌وآله‌وسلم </w:t>
      </w:r>
      <w:r>
        <w:rPr>
          <w:rtl/>
        </w:rPr>
        <w:t xml:space="preserve"> ہي</w:t>
      </w:r>
      <w:r w:rsidR="00083993">
        <w:rPr>
          <w:rtl/>
        </w:rPr>
        <w:t xml:space="preserve">ں </w:t>
      </w:r>
      <w:r>
        <w:rPr>
          <w:rtl/>
        </w:rPr>
        <w:t>_</w:t>
      </w:r>
    </w:p>
    <w:p w:rsidR="001F628F" w:rsidRDefault="001F628F" w:rsidP="001F628F">
      <w:pPr>
        <w:pStyle w:val="libNormal"/>
        <w:rPr>
          <w:rtl/>
        </w:rPr>
      </w:pPr>
      <w:r>
        <w:rPr>
          <w:rtl/>
        </w:rPr>
        <w:t xml:space="preserve">2_حضرت موسى </w:t>
      </w:r>
      <w:r w:rsidR="00367F17" w:rsidRPr="00367F17">
        <w:rPr>
          <w:rStyle w:val="libAlaemChar"/>
          <w:rtl/>
        </w:rPr>
        <w:t xml:space="preserve"> عليه‌السلام </w:t>
      </w:r>
      <w:r>
        <w:rPr>
          <w:rtl/>
        </w:rPr>
        <w:t xml:space="preserve"> نے اپنى قوم كو خداوند متعال كے فرمان اورہدايات كو ياد ركھنے كى تاكيد كى كہ جو بھى شكرگذار رہے گا خداوند عالم اس كى نعمتو</w:t>
      </w:r>
      <w:r w:rsidR="00083993">
        <w:rPr>
          <w:rtl/>
        </w:rPr>
        <w:t xml:space="preserve">ں </w:t>
      </w:r>
      <w:r>
        <w:rPr>
          <w:rtl/>
        </w:rPr>
        <w:t>مي</w:t>
      </w:r>
      <w:r w:rsidR="00083993">
        <w:rPr>
          <w:rtl/>
        </w:rPr>
        <w:t xml:space="preserve">ں </w:t>
      </w:r>
      <w:r>
        <w:rPr>
          <w:rtl/>
        </w:rPr>
        <w:t>اضافہ فرمائے گا اورجو بھى كفران نعمت كرے گا وہ شديد عذاب مي</w:t>
      </w:r>
      <w:r w:rsidR="00083993">
        <w:rPr>
          <w:rtl/>
        </w:rPr>
        <w:t xml:space="preserve">ں </w:t>
      </w:r>
      <w:r>
        <w:rPr>
          <w:rtl/>
        </w:rPr>
        <w:t>گرفتار ہوجائے گا_</w:t>
      </w:r>
    </w:p>
    <w:p w:rsidR="001F628F" w:rsidRDefault="001F628F" w:rsidP="009143B8">
      <w:pPr>
        <w:pStyle w:val="libArabic"/>
        <w:rPr>
          <w:rtl/>
        </w:rPr>
      </w:pPr>
      <w:r>
        <w:rPr>
          <w:rFonts w:hint="eastAsia"/>
          <w:rtl/>
        </w:rPr>
        <w:t>اذكروانعمة</w:t>
      </w:r>
      <w:r>
        <w:rPr>
          <w:rtl/>
        </w:rPr>
        <w:t xml:space="preserve"> الله عليكم ...و اذ تا ذّن ربّكم لئن شكرتم لا زيدنّكم ولئن كفرتم ان عذابى لشديد</w:t>
      </w:r>
    </w:p>
    <w:p w:rsidR="001F628F" w:rsidRDefault="001F628F" w:rsidP="001F628F">
      <w:pPr>
        <w:pStyle w:val="libNormal"/>
        <w:rPr>
          <w:rtl/>
        </w:rPr>
      </w:pPr>
      <w:r>
        <w:rPr>
          <w:rFonts w:hint="eastAsia"/>
          <w:rtl/>
        </w:rPr>
        <w:t>يہ</w:t>
      </w:r>
      <w:r>
        <w:rPr>
          <w:rtl/>
        </w:rPr>
        <w:t xml:space="preserve"> مطلب اس نكتہ پر موقوف ہے كہ جب'' اذ تا ذّن''قول موسى </w:t>
      </w:r>
      <w:r w:rsidR="00367F17" w:rsidRPr="00367F17">
        <w:rPr>
          <w:rStyle w:val="libAlaemChar"/>
          <w:rtl/>
        </w:rPr>
        <w:t xml:space="preserve"> عليه‌السلام </w:t>
      </w:r>
      <w:r>
        <w:rPr>
          <w:rtl/>
        </w:rPr>
        <w:t xml:space="preserve"> ہو اور'' اذكروانعمة الله ''پر'' عطف ہو_</w:t>
      </w:r>
    </w:p>
    <w:p w:rsidR="001F628F" w:rsidRDefault="001F628F" w:rsidP="00BD794F">
      <w:pPr>
        <w:pStyle w:val="libNormal"/>
        <w:rPr>
          <w:rtl/>
        </w:rPr>
      </w:pPr>
      <w:r>
        <w:rPr>
          <w:rtl/>
        </w:rPr>
        <w:t>3_ربوبيت الہى كا تقاضا يہ ہے كہ شكر كرنے كى صورت مي</w:t>
      </w:r>
      <w:r w:rsidR="00083993">
        <w:rPr>
          <w:rtl/>
        </w:rPr>
        <w:t xml:space="preserve">ں </w:t>
      </w:r>
      <w:r>
        <w:rPr>
          <w:rtl/>
        </w:rPr>
        <w:t>نعمت مي</w:t>
      </w:r>
      <w:r w:rsidR="00083993">
        <w:rPr>
          <w:rtl/>
        </w:rPr>
        <w:t xml:space="preserve">ں </w:t>
      </w:r>
      <w:r>
        <w:rPr>
          <w:rtl/>
        </w:rPr>
        <w:t>اضافہ كيا جائے اوركفران نعمت كى صورت مي</w:t>
      </w:r>
      <w:r w:rsidR="00083993">
        <w:rPr>
          <w:rtl/>
        </w:rPr>
        <w:t xml:space="preserve">ں </w:t>
      </w:r>
      <w:r>
        <w:rPr>
          <w:rtl/>
        </w:rPr>
        <w:t>عذاب سے ڈرايا جائے_</w:t>
      </w:r>
      <w:r w:rsidRPr="00BD794F">
        <w:rPr>
          <w:rStyle w:val="libArabicChar"/>
          <w:rFonts w:hint="eastAsia"/>
          <w:rtl/>
        </w:rPr>
        <w:t>و</w:t>
      </w:r>
      <w:r w:rsidRPr="00BD794F">
        <w:rPr>
          <w:rStyle w:val="libArabicChar"/>
          <w:rtl/>
        </w:rPr>
        <w:t xml:space="preserve"> اذ تا ذّن ربّكم لئن شكرتم لا زيدنّكم ولئن كفرتم ان عذابى لشديد</w:t>
      </w:r>
    </w:p>
    <w:p w:rsidR="001F628F" w:rsidRDefault="001F628F" w:rsidP="001F628F">
      <w:pPr>
        <w:pStyle w:val="libNormal"/>
        <w:rPr>
          <w:rtl/>
        </w:rPr>
      </w:pPr>
      <w:r>
        <w:rPr>
          <w:rtl/>
        </w:rPr>
        <w:t>4_خداوند متعال كى نعمتو</w:t>
      </w:r>
      <w:r w:rsidR="00083993">
        <w:rPr>
          <w:rtl/>
        </w:rPr>
        <w:t xml:space="preserve">ں </w:t>
      </w:r>
      <w:r>
        <w:rPr>
          <w:rtl/>
        </w:rPr>
        <w:t>كا شكر بجالانا ايك ضرورى امر اورخاص اہميت ومنزلت كا حامل ہے_</w:t>
      </w:r>
    </w:p>
    <w:p w:rsidR="004333B1" w:rsidRDefault="004333B1" w:rsidP="004333B1">
      <w:pPr>
        <w:pStyle w:val="libArabic"/>
        <w:rPr>
          <w:rtl/>
        </w:rPr>
      </w:pPr>
      <w:r>
        <w:rPr>
          <w:rFonts w:hint="eastAsia"/>
          <w:rtl/>
        </w:rPr>
        <w:t>و</w:t>
      </w:r>
      <w:r>
        <w:rPr>
          <w:rtl/>
        </w:rPr>
        <w:t xml:space="preserve"> اذ تا ذّن ربّكم لئن شكرتم</w:t>
      </w:r>
    </w:p>
    <w:p w:rsidR="004333B1" w:rsidRDefault="004333B1" w:rsidP="004333B1">
      <w:pPr>
        <w:pStyle w:val="libNormal"/>
        <w:rPr>
          <w:rtl/>
        </w:rPr>
      </w:pPr>
      <w:r>
        <w:rPr>
          <w:rFonts w:hint="eastAsia"/>
          <w:rtl/>
        </w:rPr>
        <w:t>شكر</w:t>
      </w:r>
      <w:r>
        <w:rPr>
          <w:rtl/>
        </w:rPr>
        <w:t xml:space="preserve"> بجالانے كے بارے مي</w:t>
      </w:r>
      <w:r w:rsidR="00083993">
        <w:rPr>
          <w:rtl/>
        </w:rPr>
        <w:t xml:space="preserve">ں </w:t>
      </w:r>
      <w:r>
        <w:rPr>
          <w:rtl/>
        </w:rPr>
        <w:t>خداوندمتعال نے خاص فرمان صادر كيا ہے جس سے شكر كى اہميت اورمنزلت كا پتہ چلتا ہے_</w:t>
      </w:r>
    </w:p>
    <w:p w:rsidR="004333B1" w:rsidRDefault="004333B1" w:rsidP="004333B1">
      <w:pPr>
        <w:pStyle w:val="libNormal"/>
        <w:rPr>
          <w:rtl/>
        </w:rPr>
      </w:pPr>
      <w:r>
        <w:rPr>
          <w:rtl/>
        </w:rPr>
        <w:t>5_ظالمانہ نظام سے نجات پانے كى نعمت پر شكر بجالانا اس نعمت مي</w:t>
      </w:r>
      <w:r w:rsidR="00083993">
        <w:rPr>
          <w:rtl/>
        </w:rPr>
        <w:t xml:space="preserve">ں </w:t>
      </w:r>
      <w:r>
        <w:rPr>
          <w:rtl/>
        </w:rPr>
        <w:t>اضافے اوراس كے دوام كا باعث بنتا ہے اوراس كا كفران اس نعمت كے زائل ہوجانے كاانديشہ ہوتا ہے_</w:t>
      </w:r>
    </w:p>
    <w:p w:rsidR="004333B1" w:rsidRDefault="004333B1" w:rsidP="004333B1">
      <w:pPr>
        <w:pStyle w:val="libArabic"/>
        <w:rPr>
          <w:rtl/>
        </w:rPr>
      </w:pPr>
      <w:r>
        <w:rPr>
          <w:rFonts w:hint="eastAsia"/>
          <w:rtl/>
        </w:rPr>
        <w:t>اذ</w:t>
      </w:r>
      <w:r>
        <w:rPr>
          <w:rtl/>
        </w:rPr>
        <w:t xml:space="preserve"> ا نجكم من</w:t>
      </w:r>
      <w:r w:rsidR="009143B8" w:rsidRPr="009143B8">
        <w:rPr>
          <w:rtl/>
        </w:rPr>
        <w:t xml:space="preserve"> آل </w:t>
      </w:r>
      <w:r>
        <w:rPr>
          <w:rtl/>
        </w:rPr>
        <w:t>فرعون ...و اذ تا ذّن ربّكم لئن شكرتم لا زيدنّكم ولئن كفرتم ان عذابى لشديد</w:t>
      </w:r>
    </w:p>
    <w:p w:rsidR="00BD794F" w:rsidRDefault="00BD794F" w:rsidP="001F628F">
      <w:pPr>
        <w:pStyle w:val="libNormal"/>
        <w:rPr>
          <w:rtl/>
        </w:rPr>
      </w:pPr>
    </w:p>
    <w:p w:rsidR="00BD794F" w:rsidRDefault="001E7F9D" w:rsidP="00F73EDE">
      <w:pPr>
        <w:pStyle w:val="libPoemTini"/>
        <w:rPr>
          <w:rtl/>
        </w:rPr>
      </w:pPr>
      <w:r>
        <w:rPr>
          <w:rtl/>
        </w:rPr>
        <w:br w:type="page"/>
      </w:r>
    </w:p>
    <w:p w:rsidR="001F628F" w:rsidRDefault="001F628F" w:rsidP="00BD794F">
      <w:pPr>
        <w:pStyle w:val="libNormal"/>
        <w:rPr>
          <w:rtl/>
        </w:rPr>
      </w:pPr>
      <w:r>
        <w:rPr>
          <w:rtl/>
        </w:rPr>
        <w:lastRenderedPageBreak/>
        <w:t>6_نعمت مي</w:t>
      </w:r>
      <w:r w:rsidR="00083993">
        <w:rPr>
          <w:rtl/>
        </w:rPr>
        <w:t xml:space="preserve">ں </w:t>
      </w:r>
      <w:r>
        <w:rPr>
          <w:rtl/>
        </w:rPr>
        <w:t>اضافہ كرنا ،خداوند متعال كا كام ہے_</w:t>
      </w:r>
      <w:r w:rsidRPr="00BD794F">
        <w:rPr>
          <w:rStyle w:val="libArabicChar"/>
          <w:rFonts w:hint="eastAsia"/>
          <w:rtl/>
        </w:rPr>
        <w:t>لئن</w:t>
      </w:r>
      <w:r w:rsidRPr="00BD794F">
        <w:rPr>
          <w:rStyle w:val="libArabicChar"/>
          <w:rtl/>
        </w:rPr>
        <w:t xml:space="preserve"> شكرتم لا زيدنّكم</w:t>
      </w:r>
    </w:p>
    <w:p w:rsidR="001F628F" w:rsidRDefault="001F628F" w:rsidP="00BD794F">
      <w:pPr>
        <w:pStyle w:val="libNormal"/>
        <w:rPr>
          <w:rtl/>
        </w:rPr>
      </w:pPr>
      <w:r>
        <w:rPr>
          <w:rtl/>
        </w:rPr>
        <w:t>7_فرعونى گروہ كے ظلم وستم سے بنى اسرائيل كا نجات پانا ان كے لئے ايك بڑى نعمت تھى جس پر انھي</w:t>
      </w:r>
      <w:r w:rsidR="00083993">
        <w:rPr>
          <w:rtl/>
        </w:rPr>
        <w:t xml:space="preserve">ں </w:t>
      </w:r>
      <w:r>
        <w:rPr>
          <w:rtl/>
        </w:rPr>
        <w:t>شكر بجالانا چاہئے تھا_</w:t>
      </w:r>
      <w:r w:rsidRPr="00BD794F">
        <w:rPr>
          <w:rStyle w:val="libArabicChar"/>
          <w:rFonts w:hint="eastAsia"/>
          <w:rtl/>
        </w:rPr>
        <w:t>اذ</w:t>
      </w:r>
      <w:r w:rsidRPr="00BD794F">
        <w:rPr>
          <w:rStyle w:val="libArabicChar"/>
          <w:rtl/>
        </w:rPr>
        <w:t xml:space="preserve"> ا نجكم من</w:t>
      </w:r>
      <w:r w:rsidR="009143B8" w:rsidRPr="009143B8">
        <w:rPr>
          <w:rStyle w:val="libArabicChar"/>
          <w:rtl/>
        </w:rPr>
        <w:t xml:space="preserve"> آل </w:t>
      </w:r>
      <w:r w:rsidRPr="00BD794F">
        <w:rPr>
          <w:rStyle w:val="libArabicChar"/>
          <w:rtl/>
        </w:rPr>
        <w:t>فرعون ...و اذ تا ذّن ربّكم لئن شكرتم لا زيدنّكم</w:t>
      </w:r>
    </w:p>
    <w:p w:rsidR="001F628F" w:rsidRDefault="001F628F" w:rsidP="001F628F">
      <w:pPr>
        <w:pStyle w:val="libNormal"/>
        <w:rPr>
          <w:rtl/>
        </w:rPr>
      </w:pPr>
      <w:r w:rsidRPr="00BD794F">
        <w:rPr>
          <w:rStyle w:val="libArabicChar"/>
          <w:rtl/>
        </w:rPr>
        <w:t>''اذ تا ذّن ربّكم ''</w:t>
      </w:r>
      <w:r>
        <w:rPr>
          <w:rtl/>
        </w:rPr>
        <w:t xml:space="preserve">كاجملہ كلام موسى </w:t>
      </w:r>
      <w:r w:rsidR="00367F17" w:rsidRPr="00367F17">
        <w:rPr>
          <w:rStyle w:val="libAlaemChar"/>
          <w:rtl/>
        </w:rPr>
        <w:t xml:space="preserve"> عليه‌السلام </w:t>
      </w:r>
      <w:r>
        <w:rPr>
          <w:rtl/>
        </w:rPr>
        <w:t xml:space="preserve"> كا دوام ہے كہ جس كے ذريعے وہ بنى اسرائيل كو فرعونى گروہ كے چنگل سے نجات پانے كى ياددہانى كرا رہے ہي</w:t>
      </w:r>
      <w:r w:rsidR="00083993">
        <w:rPr>
          <w:rtl/>
        </w:rPr>
        <w:t xml:space="preserve">ں </w:t>
      </w:r>
      <w:r>
        <w:rPr>
          <w:rtl/>
        </w:rPr>
        <w:t xml:space="preserve">حضرت موسى </w:t>
      </w:r>
      <w:r w:rsidR="00367F17" w:rsidRPr="00367F17">
        <w:rPr>
          <w:rStyle w:val="libAlaemChar"/>
          <w:rtl/>
        </w:rPr>
        <w:t xml:space="preserve"> عليه‌السلام </w:t>
      </w:r>
      <w:r>
        <w:rPr>
          <w:rtl/>
        </w:rPr>
        <w:t xml:space="preserve"> نے اس كلام كے ذريعے اشارتاً بنى اسرائيل كو ياد دہانى كرائي ہے كہ ان كا نجات پانا، نعمت خداوندى ہے جس پر انھي</w:t>
      </w:r>
      <w:r w:rsidR="00083993">
        <w:rPr>
          <w:rtl/>
        </w:rPr>
        <w:t xml:space="preserve">ں </w:t>
      </w:r>
      <w:r>
        <w:rPr>
          <w:rtl/>
        </w:rPr>
        <w:t>شكر بجالانا چاہئے_</w:t>
      </w:r>
    </w:p>
    <w:p w:rsidR="001F628F" w:rsidRDefault="001F628F" w:rsidP="00BD794F">
      <w:pPr>
        <w:pStyle w:val="libNormal"/>
        <w:rPr>
          <w:rtl/>
        </w:rPr>
      </w:pPr>
      <w:r>
        <w:rPr>
          <w:rtl/>
        </w:rPr>
        <w:t>8_قران كے تربيتى طريقو</w:t>
      </w:r>
      <w:r w:rsidR="00083993">
        <w:rPr>
          <w:rtl/>
        </w:rPr>
        <w:t xml:space="preserve">ں </w:t>
      </w:r>
      <w:r>
        <w:rPr>
          <w:rtl/>
        </w:rPr>
        <w:t>مي</w:t>
      </w:r>
      <w:r w:rsidR="00083993">
        <w:rPr>
          <w:rtl/>
        </w:rPr>
        <w:t xml:space="preserve">ں </w:t>
      </w:r>
      <w:r>
        <w:rPr>
          <w:rtl/>
        </w:rPr>
        <w:t>سے ايك نيك اورپسنديدہ عمل پراجرو ثواب عطا كرنے كى بشارت دينا اوربرے اعمال پر سزا وعذاب سے ڈراناہے_</w:t>
      </w:r>
      <w:r w:rsidRPr="00BD794F">
        <w:rPr>
          <w:rStyle w:val="libArabicChar"/>
          <w:rFonts w:hint="eastAsia"/>
          <w:rtl/>
        </w:rPr>
        <w:t>لئن</w:t>
      </w:r>
      <w:r w:rsidRPr="00BD794F">
        <w:rPr>
          <w:rStyle w:val="libArabicChar"/>
          <w:rtl/>
        </w:rPr>
        <w:t xml:space="preserve"> شكرتم لا زيدنّكم ولئن كفرتم ان عذابى لشديد</w:t>
      </w:r>
    </w:p>
    <w:p w:rsidR="001F628F" w:rsidRDefault="001F628F" w:rsidP="001F628F">
      <w:pPr>
        <w:pStyle w:val="libNormal"/>
        <w:rPr>
          <w:rtl/>
        </w:rPr>
      </w:pPr>
      <w:r>
        <w:rPr>
          <w:rtl/>
        </w:rPr>
        <w:t>9_نعمتو</w:t>
      </w:r>
      <w:r w:rsidR="00083993">
        <w:rPr>
          <w:rtl/>
        </w:rPr>
        <w:t xml:space="preserve">ں </w:t>
      </w:r>
      <w:r>
        <w:rPr>
          <w:rtl/>
        </w:rPr>
        <w:t>كے كم يا زيادہ ہونے مي</w:t>
      </w:r>
      <w:r w:rsidR="00083993">
        <w:rPr>
          <w:rtl/>
        </w:rPr>
        <w:t xml:space="preserve">ں </w:t>
      </w:r>
      <w:r>
        <w:rPr>
          <w:rtl/>
        </w:rPr>
        <w:t>انسان خود بنيادى كردار ادا كرتے ہي</w:t>
      </w:r>
      <w:r w:rsidR="00083993">
        <w:rPr>
          <w:rtl/>
        </w:rPr>
        <w:t xml:space="preserve">ں </w:t>
      </w:r>
      <w:r>
        <w:rPr>
          <w:rtl/>
        </w:rPr>
        <w:t>_</w:t>
      </w:r>
    </w:p>
    <w:p w:rsidR="001F628F" w:rsidRDefault="001F628F" w:rsidP="00BD794F">
      <w:pPr>
        <w:pStyle w:val="libArabic"/>
        <w:rPr>
          <w:rtl/>
        </w:rPr>
      </w:pPr>
      <w:r>
        <w:rPr>
          <w:rFonts w:hint="eastAsia"/>
          <w:rtl/>
        </w:rPr>
        <w:t>لئن</w:t>
      </w:r>
      <w:r>
        <w:rPr>
          <w:rtl/>
        </w:rPr>
        <w:t xml:space="preserve"> شكرتم لا زيدنّكم ولئن كفرتم ان عذابى لشديد</w:t>
      </w:r>
    </w:p>
    <w:p w:rsidR="001F628F" w:rsidRDefault="001F628F" w:rsidP="00BD794F">
      <w:pPr>
        <w:pStyle w:val="libNormal"/>
        <w:rPr>
          <w:rtl/>
        </w:rPr>
      </w:pPr>
      <w:r>
        <w:rPr>
          <w:rtl/>
        </w:rPr>
        <w:t>10_خداوند متعال كا عذاب بہت ہى شديد ہے_</w:t>
      </w:r>
      <w:r w:rsidRPr="00BD794F">
        <w:rPr>
          <w:rStyle w:val="libArabicChar"/>
          <w:rFonts w:hint="eastAsia"/>
          <w:rtl/>
        </w:rPr>
        <w:t>ان</w:t>
      </w:r>
      <w:r w:rsidRPr="00BD794F">
        <w:rPr>
          <w:rStyle w:val="libArabicChar"/>
          <w:rtl/>
        </w:rPr>
        <w:t xml:space="preserve"> عذابى لشديد</w:t>
      </w:r>
    </w:p>
    <w:p w:rsidR="001F628F" w:rsidRDefault="001F628F" w:rsidP="001F628F">
      <w:pPr>
        <w:pStyle w:val="libNormal"/>
        <w:rPr>
          <w:rtl/>
        </w:rPr>
      </w:pPr>
      <w:r>
        <w:rPr>
          <w:rtl/>
        </w:rPr>
        <w:t xml:space="preserve">11_ </w:t>
      </w:r>
      <w:r w:rsidRPr="00BD794F">
        <w:rPr>
          <w:rStyle w:val="libArabicChar"/>
          <w:rtl/>
        </w:rPr>
        <w:t xml:space="preserve">''قال ا بو عبدالله </w:t>
      </w:r>
      <w:r w:rsidR="00367F17" w:rsidRPr="00367F17">
        <w:rPr>
          <w:rStyle w:val="libAlaemChar"/>
          <w:rtl/>
        </w:rPr>
        <w:t xml:space="preserve"> عليه‌السلام </w:t>
      </w:r>
      <w:r w:rsidRPr="00BD794F">
        <w:rPr>
          <w:rStyle w:val="libArabicChar"/>
          <w:rtl/>
        </w:rPr>
        <w:t>:ا يّما عبد ا نعم الله علي</w:t>
      </w:r>
      <w:r w:rsidR="00B2551F" w:rsidRPr="00B2551F">
        <w:rPr>
          <w:rStyle w:val="libArabicChar"/>
          <w:rFonts w:hint="cs"/>
          <w:rtl/>
        </w:rPr>
        <w:t>ه</w:t>
      </w:r>
      <w:r w:rsidRPr="00BD794F">
        <w:rPr>
          <w:rStyle w:val="libArabicChar"/>
          <w:rtl/>
        </w:rPr>
        <w:t xml:space="preserve"> </w:t>
      </w:r>
      <w:r w:rsidRPr="00BD794F">
        <w:rPr>
          <w:rStyle w:val="libArabicChar"/>
          <w:rFonts w:hint="cs"/>
          <w:rtl/>
        </w:rPr>
        <w:t>بنعمة</w:t>
      </w:r>
      <w:r w:rsidRPr="00BD794F">
        <w:rPr>
          <w:rStyle w:val="libArabicChar"/>
          <w:rtl/>
        </w:rPr>
        <w:t xml:space="preserve"> </w:t>
      </w:r>
      <w:r w:rsidRPr="00BD794F">
        <w:rPr>
          <w:rStyle w:val="libArabicChar"/>
          <w:rFonts w:hint="cs"/>
          <w:rtl/>
        </w:rPr>
        <w:t>فعرف</w:t>
      </w:r>
      <w:r w:rsidR="00B2551F" w:rsidRPr="00B2551F">
        <w:rPr>
          <w:rStyle w:val="libArabicChar"/>
          <w:rFonts w:hint="cs"/>
          <w:rtl/>
        </w:rPr>
        <w:t>ه</w:t>
      </w:r>
      <w:r w:rsidRPr="00BD794F">
        <w:rPr>
          <w:rStyle w:val="libArabicChar"/>
          <w:rFonts w:hint="cs"/>
          <w:rtl/>
        </w:rPr>
        <w:t>ا</w:t>
      </w:r>
      <w:r w:rsidRPr="00BD794F">
        <w:rPr>
          <w:rStyle w:val="libArabicChar"/>
          <w:rtl/>
        </w:rPr>
        <w:t xml:space="preserve"> </w:t>
      </w:r>
      <w:r w:rsidRPr="00BD794F">
        <w:rPr>
          <w:rStyle w:val="libArabicChar"/>
          <w:rFonts w:hint="cs"/>
          <w:rtl/>
        </w:rPr>
        <w:t>بقل</w:t>
      </w:r>
      <w:r w:rsidRPr="00BD794F">
        <w:rPr>
          <w:rStyle w:val="libArabicChar"/>
          <w:rtl/>
        </w:rPr>
        <w:t>ب</w:t>
      </w:r>
      <w:r w:rsidR="00B2551F" w:rsidRPr="00B2551F">
        <w:rPr>
          <w:rStyle w:val="libArabicChar"/>
          <w:rFonts w:hint="cs"/>
          <w:rtl/>
        </w:rPr>
        <w:t>ه</w:t>
      </w:r>
      <w:r w:rsidRPr="00BD794F">
        <w:rPr>
          <w:rStyle w:val="libArabicChar"/>
          <w:rtl/>
        </w:rPr>
        <w:t xml:space="preserve"> </w:t>
      </w:r>
      <w:r w:rsidRPr="00BD794F">
        <w:rPr>
          <w:rStyle w:val="libArabicChar"/>
          <w:rFonts w:hint="cs"/>
          <w:rtl/>
        </w:rPr>
        <w:t>وحمدالله</w:t>
      </w:r>
      <w:r w:rsidRPr="00BD794F">
        <w:rPr>
          <w:rStyle w:val="libArabicChar"/>
          <w:rtl/>
        </w:rPr>
        <w:t xml:space="preserve"> </w:t>
      </w:r>
      <w:r w:rsidRPr="00BD794F">
        <w:rPr>
          <w:rStyle w:val="libArabicChar"/>
          <w:rFonts w:hint="cs"/>
          <w:rtl/>
        </w:rPr>
        <w:t>علي</w:t>
      </w:r>
      <w:r w:rsidR="00B2551F" w:rsidRPr="00B2551F">
        <w:rPr>
          <w:rStyle w:val="libArabicChar"/>
          <w:rFonts w:hint="cs"/>
          <w:rtl/>
        </w:rPr>
        <w:t>ه</w:t>
      </w:r>
      <w:r w:rsidRPr="00BD794F">
        <w:rPr>
          <w:rStyle w:val="libArabicChar"/>
          <w:rFonts w:hint="cs"/>
          <w:rtl/>
        </w:rPr>
        <w:t>ا</w:t>
      </w:r>
      <w:r w:rsidRPr="00BD794F">
        <w:rPr>
          <w:rStyle w:val="libArabicChar"/>
          <w:rtl/>
        </w:rPr>
        <w:t xml:space="preserve"> </w:t>
      </w:r>
      <w:r w:rsidRPr="00BD794F">
        <w:rPr>
          <w:rStyle w:val="libArabicChar"/>
          <w:rFonts w:hint="cs"/>
          <w:rtl/>
        </w:rPr>
        <w:t>بلسان</w:t>
      </w:r>
      <w:r w:rsidR="00B2551F" w:rsidRPr="00B2551F">
        <w:rPr>
          <w:rStyle w:val="libArabicChar"/>
          <w:rFonts w:hint="cs"/>
          <w:rtl/>
        </w:rPr>
        <w:t>ه</w:t>
      </w:r>
      <w:r w:rsidRPr="00BD794F">
        <w:rPr>
          <w:rStyle w:val="libArabicChar"/>
          <w:rtl/>
        </w:rPr>
        <w:t xml:space="preserve"> </w:t>
      </w:r>
      <w:r w:rsidRPr="00BD794F">
        <w:rPr>
          <w:rStyle w:val="libArabicChar"/>
          <w:rFonts w:hint="cs"/>
          <w:rtl/>
        </w:rPr>
        <w:t>لم</w:t>
      </w:r>
      <w:r w:rsidRPr="00BD794F">
        <w:rPr>
          <w:rStyle w:val="libArabicChar"/>
          <w:rtl/>
        </w:rPr>
        <w:t xml:space="preserve"> </w:t>
      </w:r>
      <w:r w:rsidRPr="00BD794F">
        <w:rPr>
          <w:rStyle w:val="libArabicChar"/>
          <w:rFonts w:hint="cs"/>
          <w:rtl/>
        </w:rPr>
        <w:t>تنفد</w:t>
      </w:r>
      <w:r w:rsidRPr="00BD794F">
        <w:rPr>
          <w:rStyle w:val="libArabicChar"/>
          <w:rtl/>
        </w:rPr>
        <w:t xml:space="preserve"> </w:t>
      </w:r>
      <w:r w:rsidRPr="00BD794F">
        <w:rPr>
          <w:rStyle w:val="libArabicChar"/>
          <w:rFonts w:hint="cs"/>
          <w:rtl/>
        </w:rPr>
        <w:t>حتى</w:t>
      </w:r>
      <w:r w:rsidRPr="00BD794F">
        <w:rPr>
          <w:rStyle w:val="libArabicChar"/>
          <w:rtl/>
        </w:rPr>
        <w:t xml:space="preserve"> </w:t>
      </w:r>
      <w:r w:rsidRPr="00BD794F">
        <w:rPr>
          <w:rStyle w:val="libArabicChar"/>
          <w:rFonts w:hint="cs"/>
          <w:rtl/>
        </w:rPr>
        <w:t>يا</w:t>
      </w:r>
      <w:r w:rsidRPr="00BD794F">
        <w:rPr>
          <w:rStyle w:val="libArabicChar"/>
          <w:rtl/>
        </w:rPr>
        <w:t xml:space="preserve"> </w:t>
      </w:r>
      <w:r w:rsidRPr="00BD794F">
        <w:rPr>
          <w:rStyle w:val="libArabicChar"/>
          <w:rFonts w:hint="cs"/>
          <w:rtl/>
        </w:rPr>
        <w:t>مرالله</w:t>
      </w:r>
      <w:r w:rsidRPr="00BD794F">
        <w:rPr>
          <w:rStyle w:val="libArabicChar"/>
          <w:rtl/>
        </w:rPr>
        <w:t xml:space="preserve"> </w:t>
      </w:r>
      <w:r w:rsidRPr="00BD794F">
        <w:rPr>
          <w:rStyle w:val="libArabicChar"/>
          <w:rFonts w:hint="cs"/>
          <w:rtl/>
        </w:rPr>
        <w:t>ل</w:t>
      </w:r>
      <w:r w:rsidR="00B2551F" w:rsidRPr="00B2551F">
        <w:rPr>
          <w:rStyle w:val="libArabicChar"/>
          <w:rFonts w:hint="cs"/>
          <w:rtl/>
        </w:rPr>
        <w:t>ه</w:t>
      </w:r>
      <w:r w:rsidRPr="00BD794F">
        <w:rPr>
          <w:rStyle w:val="libArabicChar"/>
          <w:rtl/>
        </w:rPr>
        <w:t xml:space="preserve"> </w:t>
      </w:r>
      <w:r w:rsidRPr="00BD794F">
        <w:rPr>
          <w:rStyle w:val="libArabicChar"/>
          <w:rFonts w:hint="cs"/>
          <w:rtl/>
        </w:rPr>
        <w:t>بالزيادة</w:t>
      </w:r>
      <w:r w:rsidRPr="00BD794F">
        <w:rPr>
          <w:rStyle w:val="libArabicChar"/>
          <w:rtl/>
        </w:rPr>
        <w:t xml:space="preserve"> </w:t>
      </w:r>
      <w:r w:rsidRPr="00BD794F">
        <w:rPr>
          <w:rStyle w:val="libArabicChar"/>
          <w:rFonts w:hint="cs"/>
          <w:rtl/>
        </w:rPr>
        <w:t>و</w:t>
      </w:r>
      <w:r w:rsidR="00B2551F" w:rsidRPr="00B2551F">
        <w:rPr>
          <w:rStyle w:val="libArabicChar"/>
          <w:rFonts w:hint="cs"/>
          <w:rtl/>
        </w:rPr>
        <w:t>ه</w:t>
      </w:r>
      <w:r w:rsidRPr="00BD794F">
        <w:rPr>
          <w:rStyle w:val="libArabicChar"/>
          <w:rFonts w:hint="cs"/>
          <w:rtl/>
        </w:rPr>
        <w:t>وقول</w:t>
      </w:r>
      <w:r w:rsidR="00B2551F" w:rsidRPr="00B2551F">
        <w:rPr>
          <w:rStyle w:val="libArabicChar"/>
          <w:rFonts w:hint="cs"/>
          <w:rtl/>
        </w:rPr>
        <w:t>ه</w:t>
      </w:r>
      <w:r w:rsidRPr="00BD794F">
        <w:rPr>
          <w:rStyle w:val="libArabicChar"/>
          <w:rtl/>
        </w:rPr>
        <w:t xml:space="preserve">:'' </w:t>
      </w:r>
      <w:r w:rsidRPr="00BD794F">
        <w:rPr>
          <w:rStyle w:val="libArabicChar"/>
          <w:rFonts w:hint="cs"/>
          <w:rtl/>
        </w:rPr>
        <w:t>لئن</w:t>
      </w:r>
      <w:r w:rsidRPr="00BD794F">
        <w:rPr>
          <w:rStyle w:val="libArabicChar"/>
          <w:rtl/>
        </w:rPr>
        <w:t xml:space="preserve"> </w:t>
      </w:r>
      <w:r w:rsidRPr="00BD794F">
        <w:rPr>
          <w:rStyle w:val="libArabicChar"/>
          <w:rFonts w:hint="cs"/>
          <w:rtl/>
        </w:rPr>
        <w:t>شكرتم</w:t>
      </w:r>
      <w:r w:rsidRPr="00BD794F">
        <w:rPr>
          <w:rStyle w:val="libArabicChar"/>
          <w:rtl/>
        </w:rPr>
        <w:t xml:space="preserve"> </w:t>
      </w:r>
      <w:r w:rsidRPr="00BD794F">
        <w:rPr>
          <w:rStyle w:val="libArabicChar"/>
          <w:rFonts w:hint="cs"/>
          <w:rtl/>
        </w:rPr>
        <w:t>لا</w:t>
      </w:r>
      <w:r w:rsidRPr="00BD794F">
        <w:rPr>
          <w:rStyle w:val="libArabicChar"/>
          <w:rtl/>
        </w:rPr>
        <w:t xml:space="preserve"> </w:t>
      </w:r>
      <w:r w:rsidRPr="00BD794F">
        <w:rPr>
          <w:rStyle w:val="libArabicChar"/>
          <w:rFonts w:hint="cs"/>
          <w:rtl/>
        </w:rPr>
        <w:t>زيدن</w:t>
      </w:r>
      <w:r w:rsidRPr="00BD794F">
        <w:rPr>
          <w:rStyle w:val="libArabicChar"/>
          <w:rtl/>
        </w:rPr>
        <w:t>ّكم''</w:t>
      </w:r>
      <w:r>
        <w:rPr>
          <w:rtl/>
        </w:rPr>
        <w:t xml:space="preserve"> ; </w:t>
      </w:r>
      <w:r w:rsidRPr="00BD794F">
        <w:rPr>
          <w:rStyle w:val="libFootnotenumChar"/>
          <w:rtl/>
        </w:rPr>
        <w:t xml:space="preserve">(1) </w:t>
      </w:r>
      <w:r>
        <w:rPr>
          <w:rtl/>
        </w:rPr>
        <w:t xml:space="preserve">حضرت امام جعفر صادق </w:t>
      </w:r>
      <w:r w:rsidR="00367F17" w:rsidRPr="00367F17">
        <w:rPr>
          <w:rStyle w:val="libAlaemChar"/>
          <w:rtl/>
        </w:rPr>
        <w:t xml:space="preserve"> عليه‌السلام </w:t>
      </w:r>
      <w:r>
        <w:rPr>
          <w:rtl/>
        </w:rPr>
        <w:t xml:space="preserve"> سے منقول ہے كہ جس بندے كو بھى خداوند عالم كوئي نعمت عطا كرے تو </w:t>
      </w:r>
      <w:r>
        <w:rPr>
          <w:rFonts w:hint="eastAsia"/>
          <w:rtl/>
        </w:rPr>
        <w:t>اگر</w:t>
      </w:r>
      <w:r>
        <w:rPr>
          <w:rtl/>
        </w:rPr>
        <w:t xml:space="preserve"> وہ اسے اپنے دل سے پہچانے اوراس نعمت پر خدا كى زبان سے ستا</w:t>
      </w:r>
      <w:r w:rsidR="009F604A">
        <w:rPr>
          <w:rtl/>
        </w:rPr>
        <w:t>ئش</w:t>
      </w:r>
      <w:r>
        <w:rPr>
          <w:rtl/>
        </w:rPr>
        <w:t xml:space="preserve"> كرے تو ابھى اس كى حمدو ستا</w:t>
      </w:r>
      <w:r w:rsidR="009F604A">
        <w:rPr>
          <w:rtl/>
        </w:rPr>
        <w:t>ئش</w:t>
      </w:r>
      <w:r>
        <w:rPr>
          <w:rtl/>
        </w:rPr>
        <w:t xml:space="preserve"> ختم بھى نہي</w:t>
      </w:r>
      <w:r w:rsidR="00083993">
        <w:rPr>
          <w:rtl/>
        </w:rPr>
        <w:t xml:space="preserve">ں </w:t>
      </w:r>
      <w:r>
        <w:rPr>
          <w:rtl/>
        </w:rPr>
        <w:t>ہوگى كہ خداوند اس كى نعمت مي</w:t>
      </w:r>
      <w:r w:rsidR="00083993">
        <w:rPr>
          <w:rtl/>
        </w:rPr>
        <w:t xml:space="preserve">ں </w:t>
      </w:r>
      <w:r>
        <w:rPr>
          <w:rtl/>
        </w:rPr>
        <w:t>اضافہ كرنے كاحكم فرمائے گا اوريہ قول خداوند ہے كہ :</w:t>
      </w:r>
      <w:r w:rsidRPr="00BD794F">
        <w:rPr>
          <w:rStyle w:val="libArabicChar"/>
          <w:rtl/>
        </w:rPr>
        <w:t>'' لئن شكرتم لا زيدنّكم''</w:t>
      </w:r>
      <w:r>
        <w:rPr>
          <w:rtl/>
        </w:rPr>
        <w:t xml:space="preserve"> _</w:t>
      </w:r>
    </w:p>
    <w:p w:rsidR="001F628F" w:rsidRDefault="00B84D3B" w:rsidP="00B84D3B">
      <w:pPr>
        <w:pStyle w:val="libLine"/>
        <w:rPr>
          <w:rtl/>
        </w:rPr>
      </w:pPr>
      <w:r>
        <w:rPr>
          <w:rtl/>
        </w:rPr>
        <w:t>____________________</w:t>
      </w:r>
    </w:p>
    <w:p w:rsidR="001F628F" w:rsidRDefault="001F628F" w:rsidP="00BD794F">
      <w:pPr>
        <w:pStyle w:val="libFootnote"/>
        <w:rPr>
          <w:rtl/>
        </w:rPr>
      </w:pPr>
      <w:r>
        <w:rPr>
          <w:rtl/>
        </w:rPr>
        <w:t>1)تفسيرقمى ،ج1،ص368_ نورالثقلين، ج2،ص6 52، ح12، 15_</w:t>
      </w:r>
    </w:p>
    <w:p w:rsidR="00BD794F" w:rsidRDefault="001E7F9D" w:rsidP="00F73EDE">
      <w:pPr>
        <w:pStyle w:val="libPoemTini"/>
        <w:rPr>
          <w:rtl/>
        </w:rPr>
      </w:pPr>
      <w:r>
        <w:rPr>
          <w:rtl/>
        </w:rPr>
        <w:br w:type="page"/>
      </w:r>
    </w:p>
    <w:p w:rsidR="001F628F" w:rsidRDefault="001F628F" w:rsidP="00BD794F">
      <w:pPr>
        <w:pStyle w:val="libNormal"/>
        <w:rPr>
          <w:rtl/>
        </w:rPr>
      </w:pPr>
      <w:r>
        <w:rPr>
          <w:rtl/>
        </w:rPr>
        <w:lastRenderedPageBreak/>
        <w:t>12_</w:t>
      </w:r>
      <w:r w:rsidRPr="004333B1">
        <w:rPr>
          <w:rStyle w:val="libArabicChar"/>
          <w:rtl/>
        </w:rPr>
        <w:t xml:space="preserve">''عن ا بى عبدالله </w:t>
      </w:r>
      <w:r w:rsidR="00367F17" w:rsidRPr="00367F17">
        <w:rPr>
          <w:rStyle w:val="libAlaemChar"/>
          <w:rtl/>
        </w:rPr>
        <w:t xml:space="preserve"> عليه‌السلام </w:t>
      </w:r>
      <w:r w:rsidRPr="004333B1">
        <w:rPr>
          <w:rStyle w:val="libArabicChar"/>
          <w:rtl/>
        </w:rPr>
        <w:t xml:space="preserve"> قال:فيماا وحى الله عزّوجلّ الى موسى </w:t>
      </w:r>
      <w:r w:rsidR="00367F17" w:rsidRPr="00367F17">
        <w:rPr>
          <w:rStyle w:val="libAlaemChar"/>
          <w:rtl/>
        </w:rPr>
        <w:t xml:space="preserve"> عليه‌السلام </w:t>
      </w:r>
      <w:r w:rsidRPr="004333B1">
        <w:rPr>
          <w:rStyle w:val="libArabicChar"/>
          <w:rtl/>
        </w:rPr>
        <w:t xml:space="preserve"> يا موسى اشكرنى حق شكرى فقال: ياربّ وكيف ا شكرك حق شكرك وليس من شكر: ا شكرك ب</w:t>
      </w:r>
      <w:r w:rsidR="00B2551F" w:rsidRPr="00B2551F">
        <w:rPr>
          <w:rStyle w:val="libArabicChar"/>
          <w:rFonts w:hint="cs"/>
          <w:rtl/>
        </w:rPr>
        <w:t>ه</w:t>
      </w:r>
      <w:r w:rsidRPr="004333B1">
        <w:rPr>
          <w:rStyle w:val="libArabicChar"/>
          <w:rtl/>
        </w:rPr>
        <w:t xml:space="preserve"> </w:t>
      </w:r>
      <w:r w:rsidRPr="004333B1">
        <w:rPr>
          <w:rStyle w:val="libArabicChar"/>
          <w:rFonts w:hint="cs"/>
          <w:rtl/>
        </w:rPr>
        <w:t>الّا</w:t>
      </w:r>
      <w:r w:rsidRPr="004333B1">
        <w:rPr>
          <w:rStyle w:val="libArabicChar"/>
          <w:rtl/>
        </w:rPr>
        <w:t xml:space="preserve"> </w:t>
      </w:r>
      <w:r w:rsidRPr="004333B1">
        <w:rPr>
          <w:rStyle w:val="libArabicChar"/>
          <w:rFonts w:hint="cs"/>
          <w:rtl/>
        </w:rPr>
        <w:t>وا</w:t>
      </w:r>
      <w:r w:rsidRPr="004333B1">
        <w:rPr>
          <w:rStyle w:val="libArabicChar"/>
          <w:rtl/>
        </w:rPr>
        <w:t xml:space="preserve"> </w:t>
      </w:r>
      <w:r w:rsidRPr="004333B1">
        <w:rPr>
          <w:rStyle w:val="libArabicChar"/>
          <w:rFonts w:hint="cs"/>
          <w:rtl/>
        </w:rPr>
        <w:t>نت</w:t>
      </w:r>
      <w:r w:rsidRPr="004333B1">
        <w:rPr>
          <w:rStyle w:val="libArabicChar"/>
          <w:rtl/>
        </w:rPr>
        <w:t xml:space="preserve"> </w:t>
      </w:r>
      <w:r w:rsidRPr="004333B1">
        <w:rPr>
          <w:rStyle w:val="libArabicChar"/>
          <w:rFonts w:hint="cs"/>
          <w:rtl/>
        </w:rPr>
        <w:t>ا</w:t>
      </w:r>
      <w:r w:rsidRPr="004333B1">
        <w:rPr>
          <w:rStyle w:val="libArabicChar"/>
          <w:rtl/>
        </w:rPr>
        <w:t xml:space="preserve"> </w:t>
      </w:r>
      <w:r w:rsidRPr="004333B1">
        <w:rPr>
          <w:rStyle w:val="libArabicChar"/>
          <w:rFonts w:hint="cs"/>
          <w:rtl/>
        </w:rPr>
        <w:t>نعمت</w:t>
      </w:r>
      <w:r w:rsidRPr="004333B1">
        <w:rPr>
          <w:rStyle w:val="libArabicChar"/>
          <w:rtl/>
        </w:rPr>
        <w:t xml:space="preserve"> </w:t>
      </w:r>
      <w:r w:rsidRPr="004333B1">
        <w:rPr>
          <w:rStyle w:val="libArabicChar"/>
          <w:rFonts w:hint="cs"/>
          <w:rtl/>
        </w:rPr>
        <w:t>ب</w:t>
      </w:r>
      <w:r w:rsidR="00B2551F" w:rsidRPr="00B2551F">
        <w:rPr>
          <w:rStyle w:val="libArabicChar"/>
          <w:rFonts w:hint="cs"/>
          <w:rtl/>
        </w:rPr>
        <w:t>ه</w:t>
      </w:r>
      <w:r w:rsidRPr="004333B1">
        <w:rPr>
          <w:rStyle w:val="libArabicChar"/>
          <w:rtl/>
        </w:rPr>
        <w:t xml:space="preserve"> </w:t>
      </w:r>
      <w:r w:rsidRPr="004333B1">
        <w:rPr>
          <w:rStyle w:val="libArabicChar"/>
          <w:rFonts w:hint="cs"/>
          <w:rtl/>
        </w:rPr>
        <w:t>عليّ؟</w:t>
      </w:r>
      <w:r w:rsidRPr="004333B1">
        <w:rPr>
          <w:rStyle w:val="libArabicChar"/>
          <w:rtl/>
        </w:rPr>
        <w:t xml:space="preserve"> </w:t>
      </w:r>
      <w:r w:rsidRPr="004333B1">
        <w:rPr>
          <w:rStyle w:val="libArabicChar"/>
          <w:rFonts w:hint="cs"/>
          <w:rtl/>
        </w:rPr>
        <w:t>قال</w:t>
      </w:r>
      <w:r w:rsidRPr="004333B1">
        <w:rPr>
          <w:rStyle w:val="libArabicChar"/>
          <w:rtl/>
        </w:rPr>
        <w:t>:</w:t>
      </w:r>
      <w:r w:rsidRPr="004333B1">
        <w:rPr>
          <w:rStyle w:val="libArabicChar"/>
          <w:rFonts w:hint="cs"/>
          <w:rtl/>
        </w:rPr>
        <w:t>يا</w:t>
      </w:r>
      <w:r w:rsidRPr="004333B1">
        <w:rPr>
          <w:rStyle w:val="libArabicChar"/>
          <w:rtl/>
        </w:rPr>
        <w:t xml:space="preserve"> </w:t>
      </w:r>
      <w:r w:rsidRPr="004333B1">
        <w:rPr>
          <w:rStyle w:val="libArabicChar"/>
          <w:rFonts w:hint="cs"/>
          <w:rtl/>
        </w:rPr>
        <w:t>موسى</w:t>
      </w:r>
      <w:r w:rsidRPr="004333B1">
        <w:rPr>
          <w:rStyle w:val="libArabicChar"/>
          <w:rtl/>
        </w:rPr>
        <w:t xml:space="preserve"> </w:t>
      </w:r>
      <w:r w:rsidRPr="004333B1">
        <w:rPr>
          <w:rStyle w:val="libArabicChar"/>
          <w:rFonts w:hint="cs"/>
          <w:rtl/>
        </w:rPr>
        <w:t>الان</w:t>
      </w:r>
      <w:r w:rsidRPr="004333B1">
        <w:rPr>
          <w:rStyle w:val="libArabicChar"/>
          <w:rtl/>
        </w:rPr>
        <w:t xml:space="preserve"> </w:t>
      </w:r>
      <w:r w:rsidRPr="004333B1">
        <w:rPr>
          <w:rStyle w:val="libArabicChar"/>
          <w:rFonts w:hint="cs"/>
          <w:rtl/>
        </w:rPr>
        <w:t>شكرتنى</w:t>
      </w:r>
      <w:r w:rsidRPr="004333B1">
        <w:rPr>
          <w:rStyle w:val="libArabicChar"/>
          <w:rtl/>
        </w:rPr>
        <w:t xml:space="preserve"> </w:t>
      </w:r>
      <w:r w:rsidRPr="004333B1">
        <w:rPr>
          <w:rStyle w:val="libArabicChar"/>
          <w:rFonts w:hint="cs"/>
          <w:rtl/>
        </w:rPr>
        <w:t>حين</w:t>
      </w:r>
      <w:r w:rsidRPr="004333B1">
        <w:rPr>
          <w:rStyle w:val="libArabicChar"/>
          <w:rtl/>
        </w:rPr>
        <w:t xml:space="preserve"> </w:t>
      </w:r>
      <w:r w:rsidRPr="004333B1">
        <w:rPr>
          <w:rStyle w:val="libArabicChar"/>
          <w:rFonts w:hint="cs"/>
          <w:rtl/>
        </w:rPr>
        <w:t>علمت</w:t>
      </w:r>
      <w:r w:rsidRPr="004333B1">
        <w:rPr>
          <w:rStyle w:val="libArabicChar"/>
          <w:rtl/>
        </w:rPr>
        <w:t xml:space="preserve"> </w:t>
      </w:r>
      <w:r w:rsidRPr="004333B1">
        <w:rPr>
          <w:rStyle w:val="libArabicChar"/>
          <w:rFonts w:hint="cs"/>
          <w:rtl/>
        </w:rPr>
        <w:t>ا</w:t>
      </w:r>
      <w:r w:rsidRPr="004333B1">
        <w:rPr>
          <w:rStyle w:val="libArabicChar"/>
          <w:rtl/>
        </w:rPr>
        <w:t xml:space="preserve"> </w:t>
      </w:r>
      <w:r w:rsidRPr="004333B1">
        <w:rPr>
          <w:rStyle w:val="libArabicChar"/>
          <w:rFonts w:hint="cs"/>
          <w:rtl/>
        </w:rPr>
        <w:t>ن</w:t>
      </w:r>
      <w:r w:rsidRPr="004333B1">
        <w:rPr>
          <w:rStyle w:val="libArabicChar"/>
          <w:rtl/>
        </w:rPr>
        <w:t xml:space="preserve"> </w:t>
      </w:r>
      <w:r w:rsidRPr="004333B1">
        <w:rPr>
          <w:rStyle w:val="libArabicChar"/>
          <w:rFonts w:hint="cs"/>
          <w:rtl/>
        </w:rPr>
        <w:t>ذل</w:t>
      </w:r>
      <w:r w:rsidRPr="004333B1">
        <w:rPr>
          <w:rStyle w:val="libArabicChar"/>
          <w:rtl/>
        </w:rPr>
        <w:t>ك منّي</w:t>
      </w:r>
      <w:r>
        <w:rPr>
          <w:rtl/>
        </w:rPr>
        <w:t>;</w:t>
      </w:r>
      <w:r w:rsidRPr="004333B1">
        <w:rPr>
          <w:rStyle w:val="libFootnotenumChar"/>
          <w:rtl/>
        </w:rPr>
        <w:t>(1)</w:t>
      </w:r>
      <w:r>
        <w:rPr>
          <w:rtl/>
        </w:rPr>
        <w:t>حضرت امام جعفرصادق عليہ السلام سے منق</w:t>
      </w:r>
      <w:r>
        <w:rPr>
          <w:rFonts w:hint="eastAsia"/>
          <w:rtl/>
        </w:rPr>
        <w:t>ول</w:t>
      </w:r>
      <w:r>
        <w:rPr>
          <w:rtl/>
        </w:rPr>
        <w:t xml:space="preserve"> ہے كہ خداوند متعال نے حضرت موسى </w:t>
      </w:r>
      <w:r w:rsidR="00367F17" w:rsidRPr="00367F17">
        <w:rPr>
          <w:rStyle w:val="libAlaemChar"/>
          <w:rtl/>
        </w:rPr>
        <w:t xml:space="preserve"> عليه‌السلام </w:t>
      </w:r>
      <w:r>
        <w:rPr>
          <w:rtl/>
        </w:rPr>
        <w:t xml:space="preserve"> كو وحى كى كہ اے موسى </w:t>
      </w:r>
      <w:r w:rsidR="00367F17" w:rsidRPr="00367F17">
        <w:rPr>
          <w:rStyle w:val="libAlaemChar"/>
          <w:rtl/>
        </w:rPr>
        <w:t xml:space="preserve"> عليه‌السلام </w:t>
      </w:r>
      <w:r>
        <w:rPr>
          <w:rtl/>
        </w:rPr>
        <w:t xml:space="preserve"> جس طرح شكر ادا كرنے كا حق ہے اس طرح ميرا شكر بجا لاو _ حضرت موسى </w:t>
      </w:r>
      <w:r w:rsidR="00367F17" w:rsidRPr="00367F17">
        <w:rPr>
          <w:rStyle w:val="libAlaemChar"/>
          <w:rtl/>
        </w:rPr>
        <w:t xml:space="preserve"> عليه‌السلام </w:t>
      </w:r>
      <w:r>
        <w:rPr>
          <w:rtl/>
        </w:rPr>
        <w:t xml:space="preserve"> نے عرض كي:مي</w:t>
      </w:r>
      <w:r w:rsidR="00083993">
        <w:rPr>
          <w:rtl/>
        </w:rPr>
        <w:t xml:space="preserve">ں </w:t>
      </w:r>
      <w:r>
        <w:rPr>
          <w:rtl/>
        </w:rPr>
        <w:t xml:space="preserve">تيرا شكر كس طرح بجا لاو </w:t>
      </w:r>
      <w:r w:rsidR="00083993">
        <w:rPr>
          <w:rtl/>
        </w:rPr>
        <w:t xml:space="preserve">ں </w:t>
      </w:r>
      <w:r>
        <w:rPr>
          <w:rtl/>
        </w:rPr>
        <w:t>كہ حق شكر ادا ہوجائے اوركوئي بھى ايسا شكر نہي</w:t>
      </w:r>
      <w:r w:rsidR="00083993">
        <w:rPr>
          <w:rtl/>
        </w:rPr>
        <w:t xml:space="preserve">ں </w:t>
      </w:r>
      <w:r>
        <w:rPr>
          <w:rtl/>
        </w:rPr>
        <w:t>كہ جس كے ساتھ مي</w:t>
      </w:r>
      <w:r w:rsidR="00083993">
        <w:rPr>
          <w:rtl/>
        </w:rPr>
        <w:t xml:space="preserve">ں </w:t>
      </w:r>
      <w:r>
        <w:rPr>
          <w:rtl/>
        </w:rPr>
        <w:t>تيرا شكر كرو</w:t>
      </w:r>
      <w:r w:rsidR="00083993">
        <w:rPr>
          <w:rtl/>
        </w:rPr>
        <w:t xml:space="preserve">ں </w:t>
      </w:r>
      <w:r>
        <w:rPr>
          <w:rtl/>
        </w:rPr>
        <w:t>سوائ</w:t>
      </w:r>
      <w:r>
        <w:rPr>
          <w:rFonts w:hint="eastAsia"/>
          <w:rtl/>
        </w:rPr>
        <w:t>ے</w:t>
      </w:r>
      <w:r>
        <w:rPr>
          <w:rtl/>
        </w:rPr>
        <w:t xml:space="preserve"> اس كے كہ وہ شكر خود ايك نعمت ہے جو تونے مجھے عطا فرمائي ہے_ خداوند متعال نے فرمايا:اب جبكہ تم نے جان ليا ہے كہ (شكر گذارى كي) يہ نعمت ميرى طرف سے ہے تو پھر ميرا شكر بجا لاو _</w:t>
      </w:r>
    </w:p>
    <w:p w:rsidR="001F628F" w:rsidRDefault="001F628F" w:rsidP="001F628F">
      <w:pPr>
        <w:pStyle w:val="libNormal"/>
        <w:rPr>
          <w:rtl/>
        </w:rPr>
      </w:pPr>
      <w:r>
        <w:rPr>
          <w:rtl/>
        </w:rPr>
        <w:t>13_</w:t>
      </w:r>
      <w:r w:rsidRPr="004333B1">
        <w:rPr>
          <w:rStyle w:val="libArabicChar"/>
          <w:rtl/>
        </w:rPr>
        <w:t xml:space="preserve">'' عن ا بى عبدالله </w:t>
      </w:r>
      <w:r w:rsidR="00367F17" w:rsidRPr="00367F17">
        <w:rPr>
          <w:rStyle w:val="libAlaemChar"/>
          <w:rtl/>
        </w:rPr>
        <w:t xml:space="preserve"> عليه‌السلام </w:t>
      </w:r>
      <w:r w:rsidRPr="004333B1">
        <w:rPr>
          <w:rStyle w:val="libArabicChar"/>
          <w:rtl/>
        </w:rPr>
        <w:t xml:space="preserve"> قال:شكرالنعمة اجتناب المحارم وتمام الشكر قول الرجل الحمدلله ربّ العالمين</w:t>
      </w:r>
      <w:r>
        <w:rPr>
          <w:rtl/>
        </w:rPr>
        <w:t>;</w:t>
      </w:r>
      <w:r w:rsidRPr="004333B1">
        <w:rPr>
          <w:rStyle w:val="libFootnotenumChar"/>
          <w:rtl/>
        </w:rPr>
        <w:t>(2)</w:t>
      </w:r>
      <w:r>
        <w:rPr>
          <w:rtl/>
        </w:rPr>
        <w:t xml:space="preserve">اما م جعفر صادق </w:t>
      </w:r>
      <w:r w:rsidR="00367F17" w:rsidRPr="00367F17">
        <w:rPr>
          <w:rStyle w:val="libAlaemChar"/>
          <w:rtl/>
        </w:rPr>
        <w:t xml:space="preserve"> عليه‌السلام </w:t>
      </w:r>
      <w:r>
        <w:rPr>
          <w:rtl/>
        </w:rPr>
        <w:t xml:space="preserve"> نے فرمايا:گناہو</w:t>
      </w:r>
      <w:r w:rsidR="00083993">
        <w:rPr>
          <w:rtl/>
        </w:rPr>
        <w:t xml:space="preserve">ں </w:t>
      </w:r>
      <w:r>
        <w:rPr>
          <w:rtl/>
        </w:rPr>
        <w:t>سے پرہيز كرنا نعمت كا شكر ہے اورشكر كامل انسان كا ''الحمدلله ربّ العالمين''كہنا ہے_</w:t>
      </w:r>
    </w:p>
    <w:p w:rsidR="001F628F" w:rsidRDefault="001F628F" w:rsidP="001F628F">
      <w:pPr>
        <w:pStyle w:val="libNormal"/>
        <w:rPr>
          <w:rtl/>
        </w:rPr>
      </w:pPr>
      <w:r>
        <w:rPr>
          <w:rtl/>
        </w:rPr>
        <w:t>14_</w:t>
      </w:r>
      <w:r w:rsidRPr="004333B1">
        <w:rPr>
          <w:rStyle w:val="libArabicChar"/>
          <w:rtl/>
        </w:rPr>
        <w:t>''عن الصادق</w:t>
      </w:r>
      <w:r w:rsidR="00367F17" w:rsidRPr="00367F17">
        <w:rPr>
          <w:rStyle w:val="libAlaemChar"/>
          <w:rtl/>
        </w:rPr>
        <w:t xml:space="preserve"> عليه‌السلام </w:t>
      </w:r>
      <w:r w:rsidRPr="004333B1">
        <w:rPr>
          <w:rStyle w:val="libArabicChar"/>
          <w:rtl/>
        </w:rPr>
        <w:t>: ...ان الكبائر ... كفران النعمة ''ولئن كفرتم ان عذابى لشديد''</w:t>
      </w:r>
      <w:r>
        <w:rPr>
          <w:rtl/>
        </w:rPr>
        <w:t xml:space="preserve"> ...;</w:t>
      </w:r>
      <w:r w:rsidRPr="004333B1">
        <w:rPr>
          <w:rStyle w:val="libFootnotenumChar"/>
          <w:rtl/>
        </w:rPr>
        <w:t>(3)</w:t>
      </w:r>
      <w:r>
        <w:rPr>
          <w:rtl/>
        </w:rPr>
        <w:t xml:space="preserve"> حضرت امام جعفر صادق عليہ السلام سے منقول ہے كہ اپ </w:t>
      </w:r>
      <w:r w:rsidR="00367F17" w:rsidRPr="00367F17">
        <w:rPr>
          <w:rStyle w:val="libAlaemChar"/>
          <w:rtl/>
        </w:rPr>
        <w:t xml:space="preserve"> عليه‌السلام </w:t>
      </w:r>
      <w:r>
        <w:rPr>
          <w:rtl/>
        </w:rPr>
        <w:t xml:space="preserve"> نے گناہان كبيرہ كے بارے مي</w:t>
      </w:r>
      <w:r w:rsidR="00083993">
        <w:rPr>
          <w:rtl/>
        </w:rPr>
        <w:t xml:space="preserve">ں </w:t>
      </w:r>
      <w:r>
        <w:rPr>
          <w:rtl/>
        </w:rPr>
        <w:t>فرمايا ...بتحقيق كفران نعمت گناہان كبيرہ مي</w:t>
      </w:r>
      <w:r w:rsidR="00083993">
        <w:rPr>
          <w:rtl/>
        </w:rPr>
        <w:t xml:space="preserve">ں </w:t>
      </w:r>
      <w:r>
        <w:rPr>
          <w:rtl/>
        </w:rPr>
        <w:t xml:space="preserve">سے ہے(جيسا كہ خداوند كا فرمان ہے) : </w:t>
      </w:r>
      <w:r w:rsidRPr="004333B1">
        <w:rPr>
          <w:rStyle w:val="libArabicChar"/>
          <w:rtl/>
        </w:rPr>
        <w:t>''ولئ</w:t>
      </w:r>
      <w:r w:rsidRPr="004333B1">
        <w:rPr>
          <w:rStyle w:val="libArabicChar"/>
          <w:rFonts w:hint="eastAsia"/>
          <w:rtl/>
        </w:rPr>
        <w:t>ن</w:t>
      </w:r>
      <w:r w:rsidRPr="004333B1">
        <w:rPr>
          <w:rStyle w:val="libArabicChar"/>
          <w:rtl/>
        </w:rPr>
        <w:t xml:space="preserve"> كفرتم ان عذابى لشديد''</w:t>
      </w:r>
      <w:r>
        <w:rPr>
          <w:rtl/>
        </w:rPr>
        <w:t>_</w:t>
      </w:r>
    </w:p>
    <w:p w:rsidR="001F628F" w:rsidRDefault="001F628F" w:rsidP="004333B1">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كى ذمہ دارى 1</w:t>
      </w:r>
    </w:p>
    <w:p w:rsidR="001F628F" w:rsidRDefault="001F628F" w:rsidP="004333B1">
      <w:pPr>
        <w:pStyle w:val="libNormal"/>
        <w:rPr>
          <w:rtl/>
        </w:rPr>
      </w:pPr>
      <w:r>
        <w:rPr>
          <w:rFonts w:hint="eastAsia"/>
          <w:rtl/>
        </w:rPr>
        <w:t>الله</w:t>
      </w:r>
      <w:r>
        <w:rPr>
          <w:rtl/>
        </w:rPr>
        <w:t xml:space="preserve"> تعالى :</w:t>
      </w:r>
      <w:r>
        <w:rPr>
          <w:rFonts w:hint="eastAsia"/>
          <w:rtl/>
        </w:rPr>
        <w:t>الله</w:t>
      </w:r>
      <w:r>
        <w:rPr>
          <w:rtl/>
        </w:rPr>
        <w:t xml:space="preserve"> تعالى كا كردار 6; الله تعالى كى ربوبيت كے اثرات 3; الله تعالى كے عذاب كى خصوصيات 10</w:t>
      </w:r>
    </w:p>
    <w:p w:rsidR="001F628F" w:rsidRDefault="001F628F" w:rsidP="004333B1">
      <w:pPr>
        <w:pStyle w:val="libNormal"/>
        <w:rPr>
          <w:rtl/>
        </w:rPr>
      </w:pPr>
      <w:r>
        <w:rPr>
          <w:rFonts w:hint="eastAsia"/>
          <w:rtl/>
        </w:rPr>
        <w:t>انذار</w:t>
      </w:r>
      <w:r>
        <w:rPr>
          <w:rtl/>
        </w:rPr>
        <w:t>:</w:t>
      </w:r>
      <w:r>
        <w:rPr>
          <w:rFonts w:hint="eastAsia"/>
          <w:rtl/>
        </w:rPr>
        <w:t>انذار</w:t>
      </w:r>
      <w:r>
        <w:rPr>
          <w:rtl/>
        </w:rPr>
        <w:t xml:space="preserve"> سزا كى ايم قسم ہے8</w:t>
      </w:r>
    </w:p>
    <w:p w:rsidR="001F628F" w:rsidRDefault="001F628F" w:rsidP="004333B1">
      <w:pPr>
        <w:pStyle w:val="libNormal"/>
        <w:rPr>
          <w:rtl/>
        </w:rPr>
      </w:pPr>
      <w:r>
        <w:rPr>
          <w:rFonts w:hint="eastAsia"/>
          <w:rtl/>
        </w:rPr>
        <w:t>انسان</w:t>
      </w:r>
      <w:r>
        <w:rPr>
          <w:rtl/>
        </w:rPr>
        <w:t>:</w:t>
      </w:r>
      <w:r>
        <w:rPr>
          <w:rFonts w:hint="eastAsia"/>
          <w:rtl/>
        </w:rPr>
        <w:t>انسان</w:t>
      </w:r>
      <w:r>
        <w:rPr>
          <w:rtl/>
        </w:rPr>
        <w:t xml:space="preserve"> كا كردار 9</w:t>
      </w:r>
    </w:p>
    <w:p w:rsidR="001F628F" w:rsidRDefault="001F628F" w:rsidP="001F628F">
      <w:pPr>
        <w:pStyle w:val="libNormal"/>
        <w:rPr>
          <w:rtl/>
        </w:rPr>
      </w:pPr>
      <w:r>
        <w:rPr>
          <w:rFonts w:hint="eastAsia"/>
          <w:rtl/>
        </w:rPr>
        <w:t>بشارت</w:t>
      </w:r>
      <w:r>
        <w:rPr>
          <w:rtl/>
        </w:rPr>
        <w:t>:</w:t>
      </w:r>
    </w:p>
    <w:p w:rsidR="001F628F" w:rsidRDefault="00B84D3B" w:rsidP="00B84D3B">
      <w:pPr>
        <w:pStyle w:val="libLine"/>
        <w:rPr>
          <w:rtl/>
        </w:rPr>
      </w:pPr>
      <w:r>
        <w:rPr>
          <w:rtl/>
        </w:rPr>
        <w:t>____________________</w:t>
      </w:r>
    </w:p>
    <w:p w:rsidR="001F628F" w:rsidRDefault="001F628F" w:rsidP="004333B1">
      <w:pPr>
        <w:pStyle w:val="libFootnote"/>
        <w:rPr>
          <w:rtl/>
        </w:rPr>
      </w:pPr>
      <w:r>
        <w:rPr>
          <w:rtl/>
        </w:rPr>
        <w:t>1) كافي،ج2،ص98،ح27_بحارا لانوار، ج68 ،ص36، ح22 _</w:t>
      </w:r>
    </w:p>
    <w:p w:rsidR="001F628F" w:rsidRDefault="001F628F" w:rsidP="004333B1">
      <w:pPr>
        <w:pStyle w:val="libFootnote"/>
        <w:rPr>
          <w:rtl/>
        </w:rPr>
      </w:pPr>
      <w:r>
        <w:rPr>
          <w:rtl/>
        </w:rPr>
        <w:t>2)اصول كافي،ج2،ص95،ح10_نور الثقلين ، ج 2 ، ص 529 ،ح24_</w:t>
      </w:r>
    </w:p>
    <w:p w:rsidR="001F628F" w:rsidRDefault="001F628F" w:rsidP="004333B1">
      <w:pPr>
        <w:pStyle w:val="libFootnote"/>
        <w:rPr>
          <w:rtl/>
        </w:rPr>
      </w:pPr>
      <w:r>
        <w:rPr>
          <w:rtl/>
        </w:rPr>
        <w:t>3)مناقب ابن شھراشوب،ج4،ص251، بحار الانوار ج47 ، ص 217 ،ح4_</w:t>
      </w:r>
    </w:p>
    <w:p w:rsidR="004333B1" w:rsidRDefault="001E7F9D" w:rsidP="00F73EDE">
      <w:pPr>
        <w:pStyle w:val="libPoemTini"/>
        <w:rPr>
          <w:rtl/>
        </w:rPr>
      </w:pPr>
      <w:r>
        <w:rPr>
          <w:rtl/>
        </w:rPr>
        <w:br w:type="page"/>
      </w:r>
    </w:p>
    <w:p w:rsidR="001F628F" w:rsidRDefault="001F628F" w:rsidP="004333B1">
      <w:pPr>
        <w:pStyle w:val="libNormal"/>
        <w:rPr>
          <w:rtl/>
        </w:rPr>
      </w:pPr>
      <w:r>
        <w:rPr>
          <w:rFonts w:hint="eastAsia"/>
          <w:rtl/>
        </w:rPr>
        <w:lastRenderedPageBreak/>
        <w:t>بشارت</w:t>
      </w:r>
      <w:r>
        <w:rPr>
          <w:rtl/>
        </w:rPr>
        <w:t xml:space="preserve"> كا اجروثواب ہونا 8</w:t>
      </w:r>
    </w:p>
    <w:p w:rsidR="001F628F" w:rsidRDefault="001F628F" w:rsidP="000A7A67">
      <w:pPr>
        <w:pStyle w:val="libNormal"/>
        <w:rPr>
          <w:rtl/>
        </w:rPr>
      </w:pPr>
      <w:r>
        <w:rPr>
          <w:rFonts w:hint="eastAsia"/>
          <w:rtl/>
        </w:rPr>
        <w:t>بنى</w:t>
      </w:r>
      <w:r>
        <w:rPr>
          <w:rtl/>
        </w:rPr>
        <w:t xml:space="preserve"> اسرائيل:</w:t>
      </w:r>
      <w:r>
        <w:rPr>
          <w:rFonts w:hint="eastAsia"/>
          <w:rtl/>
        </w:rPr>
        <w:t>بنى</w:t>
      </w:r>
      <w:r>
        <w:rPr>
          <w:rtl/>
        </w:rPr>
        <w:t xml:space="preserve"> اسرائيل كو نصيحت 2; بنى اسرائيل كى نجات 7; بنى اسرائيل كى نعمتي</w:t>
      </w:r>
      <w:r w:rsidR="00083993">
        <w:rPr>
          <w:rtl/>
        </w:rPr>
        <w:t xml:space="preserve">ں </w:t>
      </w:r>
      <w:r>
        <w:rPr>
          <w:rtl/>
        </w:rPr>
        <w:t>7</w:t>
      </w:r>
    </w:p>
    <w:p w:rsidR="001F628F" w:rsidRDefault="001F628F" w:rsidP="000A7A67">
      <w:pPr>
        <w:pStyle w:val="libNormal"/>
        <w:rPr>
          <w:rtl/>
        </w:rPr>
      </w:pPr>
      <w:r>
        <w:rPr>
          <w:rFonts w:hint="eastAsia"/>
          <w:rtl/>
        </w:rPr>
        <w:t>تربيت</w:t>
      </w:r>
      <w:r>
        <w:rPr>
          <w:rtl/>
        </w:rPr>
        <w:t>:</w:t>
      </w:r>
      <w:r>
        <w:rPr>
          <w:rFonts w:hint="eastAsia"/>
          <w:rtl/>
        </w:rPr>
        <w:t>تربيت</w:t>
      </w:r>
      <w:r>
        <w:rPr>
          <w:rtl/>
        </w:rPr>
        <w:t xml:space="preserve"> كا طريقہ 8</w:t>
      </w:r>
    </w:p>
    <w:p w:rsidR="001F628F" w:rsidRDefault="001F628F" w:rsidP="000A7A67">
      <w:pPr>
        <w:pStyle w:val="libNormal"/>
        <w:rPr>
          <w:rtl/>
        </w:rPr>
      </w:pPr>
      <w:r>
        <w:rPr>
          <w:rFonts w:hint="eastAsia"/>
          <w:rtl/>
        </w:rPr>
        <w:t>حكومت</w:t>
      </w:r>
      <w:r>
        <w:rPr>
          <w:rtl/>
        </w:rPr>
        <w:t>:</w:t>
      </w:r>
      <w:r>
        <w:rPr>
          <w:rFonts w:hint="eastAsia"/>
          <w:rtl/>
        </w:rPr>
        <w:t>ظالمانہ</w:t>
      </w:r>
      <w:r>
        <w:rPr>
          <w:rtl/>
        </w:rPr>
        <w:t xml:space="preserve"> حكومت 5</w:t>
      </w:r>
    </w:p>
    <w:p w:rsidR="001F628F" w:rsidRDefault="001F628F" w:rsidP="000A7A67">
      <w:pPr>
        <w:pStyle w:val="libNormal"/>
        <w:rPr>
          <w:rtl/>
        </w:rPr>
      </w:pPr>
      <w:r>
        <w:rPr>
          <w:rFonts w:hint="eastAsia"/>
          <w:rtl/>
        </w:rPr>
        <w:t>حمد</w:t>
      </w:r>
      <w:r>
        <w:rPr>
          <w:rtl/>
        </w:rPr>
        <w:t>:</w:t>
      </w:r>
      <w:r>
        <w:rPr>
          <w:rFonts w:hint="eastAsia"/>
          <w:rtl/>
        </w:rPr>
        <w:t>حمد</w:t>
      </w:r>
      <w:r>
        <w:rPr>
          <w:rtl/>
        </w:rPr>
        <w:t xml:space="preserve"> خدا كے اثرات 11</w:t>
      </w:r>
    </w:p>
    <w:p w:rsidR="001F628F" w:rsidRDefault="001F628F" w:rsidP="000A7A67">
      <w:pPr>
        <w:pStyle w:val="libNormal"/>
        <w:rPr>
          <w:rtl/>
        </w:rPr>
      </w:pPr>
      <w:r>
        <w:rPr>
          <w:rFonts w:hint="eastAsia"/>
          <w:rtl/>
        </w:rPr>
        <w:t>ذكر</w:t>
      </w:r>
      <w:r>
        <w:rPr>
          <w:rtl/>
        </w:rPr>
        <w:t>:</w:t>
      </w:r>
      <w:r>
        <w:rPr>
          <w:rFonts w:hint="eastAsia"/>
          <w:rtl/>
        </w:rPr>
        <w:t>خدا</w:t>
      </w:r>
      <w:r>
        <w:rPr>
          <w:rtl/>
        </w:rPr>
        <w:t xml:space="preserve"> كى نصيحتو</w:t>
      </w:r>
      <w:r w:rsidR="00083993">
        <w:rPr>
          <w:rtl/>
        </w:rPr>
        <w:t xml:space="preserve">ں </w:t>
      </w:r>
      <w:r>
        <w:rPr>
          <w:rtl/>
        </w:rPr>
        <w:t>كا ذكر2</w:t>
      </w:r>
    </w:p>
    <w:p w:rsidR="001F628F" w:rsidRDefault="001F628F" w:rsidP="001F628F">
      <w:pPr>
        <w:pStyle w:val="libNormal"/>
        <w:rPr>
          <w:rtl/>
        </w:rPr>
      </w:pPr>
      <w:r>
        <w:rPr>
          <w:rFonts w:hint="eastAsia"/>
          <w:rtl/>
        </w:rPr>
        <w:t>روايت</w:t>
      </w:r>
      <w:r>
        <w:rPr>
          <w:rtl/>
        </w:rPr>
        <w:t>: 11،12، 13، 14</w:t>
      </w:r>
    </w:p>
    <w:p w:rsidR="001F628F" w:rsidRDefault="001F628F" w:rsidP="000A7A67">
      <w:pPr>
        <w:pStyle w:val="libNormal"/>
        <w:rPr>
          <w:rtl/>
        </w:rPr>
      </w:pPr>
      <w:r>
        <w:rPr>
          <w:rFonts w:hint="eastAsia"/>
          <w:rtl/>
        </w:rPr>
        <w:t>شاكرين</w:t>
      </w:r>
      <w:r>
        <w:rPr>
          <w:rtl/>
        </w:rPr>
        <w:t>:</w:t>
      </w:r>
      <w:r>
        <w:rPr>
          <w:rFonts w:hint="eastAsia"/>
          <w:rtl/>
        </w:rPr>
        <w:t>شاكرين</w:t>
      </w:r>
      <w:r>
        <w:rPr>
          <w:rtl/>
        </w:rPr>
        <w:t xml:space="preserve"> كى نعمت كا زيادہ ہونا 21</w:t>
      </w:r>
    </w:p>
    <w:p w:rsidR="001F628F" w:rsidRDefault="001F628F" w:rsidP="000A7A67">
      <w:pPr>
        <w:pStyle w:val="libNormal"/>
        <w:rPr>
          <w:rtl/>
        </w:rPr>
      </w:pPr>
      <w:r>
        <w:rPr>
          <w:rFonts w:hint="eastAsia"/>
          <w:rtl/>
        </w:rPr>
        <w:t>شكر</w:t>
      </w:r>
      <w:r>
        <w:rPr>
          <w:rtl/>
        </w:rPr>
        <w:t>:</w:t>
      </w:r>
      <w:r>
        <w:rPr>
          <w:rFonts w:hint="eastAsia"/>
          <w:rtl/>
        </w:rPr>
        <w:t>شكر</w:t>
      </w:r>
      <w:r>
        <w:rPr>
          <w:rtl/>
        </w:rPr>
        <w:t xml:space="preserve"> نعمت كے اثرات1،2،3،5; شكر نعمت كى اہميت 4; شكر كى حقيقت 12; نعمت كا شكر 12; شكر نعمت كى ضرورت 4; شكر نعمت كا مطلب 13</w:t>
      </w:r>
    </w:p>
    <w:p w:rsidR="001F628F" w:rsidRDefault="001F628F" w:rsidP="000A7A67">
      <w:pPr>
        <w:pStyle w:val="libNormal"/>
        <w:rPr>
          <w:rtl/>
        </w:rPr>
      </w:pPr>
      <w:r>
        <w:rPr>
          <w:rFonts w:hint="eastAsia"/>
          <w:rtl/>
        </w:rPr>
        <w:t>عذاب</w:t>
      </w:r>
      <w:r>
        <w:rPr>
          <w:rtl/>
        </w:rPr>
        <w:t>:</w:t>
      </w:r>
      <w:r>
        <w:rPr>
          <w:rFonts w:hint="eastAsia"/>
          <w:rtl/>
        </w:rPr>
        <w:t>اھل</w:t>
      </w:r>
      <w:r>
        <w:rPr>
          <w:rtl/>
        </w:rPr>
        <w:t xml:space="preserve"> عذاب1،2; شديد عذاب 1،2، 10; عذاب كے مراتب 1، 2، 10; عذاب كے اسباب1،2،3</w:t>
      </w:r>
    </w:p>
    <w:p w:rsidR="001F628F" w:rsidRDefault="001F628F" w:rsidP="000A7A67">
      <w:pPr>
        <w:pStyle w:val="libNormal"/>
        <w:rPr>
          <w:rtl/>
        </w:rPr>
      </w:pPr>
      <w:r>
        <w:rPr>
          <w:rFonts w:hint="eastAsia"/>
          <w:rtl/>
        </w:rPr>
        <w:t>عمل</w:t>
      </w:r>
      <w:r>
        <w:rPr>
          <w:rtl/>
        </w:rPr>
        <w:t>:</w:t>
      </w:r>
      <w:r>
        <w:rPr>
          <w:rFonts w:hint="eastAsia"/>
          <w:rtl/>
        </w:rPr>
        <w:t>پسنديدہ</w:t>
      </w:r>
      <w:r>
        <w:rPr>
          <w:rtl/>
        </w:rPr>
        <w:t xml:space="preserve"> عمل كااجر 8; ناپسنديدہ عمل كى سزا 8</w:t>
      </w:r>
    </w:p>
    <w:p w:rsidR="001F628F" w:rsidRDefault="001F628F" w:rsidP="000A7A67">
      <w:pPr>
        <w:pStyle w:val="libNormal"/>
        <w:rPr>
          <w:rtl/>
        </w:rPr>
      </w:pPr>
      <w:r>
        <w:rPr>
          <w:rFonts w:hint="eastAsia"/>
          <w:rtl/>
        </w:rPr>
        <w:t>فرعونى</w:t>
      </w:r>
      <w:r>
        <w:rPr>
          <w:rtl/>
        </w:rPr>
        <w:t xml:space="preserve"> گروہ:</w:t>
      </w:r>
      <w:r>
        <w:rPr>
          <w:rFonts w:hint="eastAsia"/>
          <w:rtl/>
        </w:rPr>
        <w:t>فرعونى</w:t>
      </w:r>
      <w:r>
        <w:rPr>
          <w:rtl/>
        </w:rPr>
        <w:t xml:space="preserve"> گروہ سے نجات 7</w:t>
      </w:r>
    </w:p>
    <w:p w:rsidR="001F628F" w:rsidRDefault="001F628F" w:rsidP="000A7A67">
      <w:pPr>
        <w:pStyle w:val="libNormal"/>
        <w:rPr>
          <w:rtl/>
        </w:rPr>
      </w:pPr>
      <w:r>
        <w:rPr>
          <w:rFonts w:hint="eastAsia"/>
          <w:rtl/>
        </w:rPr>
        <w:t>كفران</w:t>
      </w:r>
      <w:r>
        <w:rPr>
          <w:rtl/>
        </w:rPr>
        <w:t>:</w:t>
      </w:r>
      <w:r>
        <w:rPr>
          <w:rFonts w:hint="eastAsia"/>
          <w:rtl/>
        </w:rPr>
        <w:t>كفران</w:t>
      </w:r>
      <w:r>
        <w:rPr>
          <w:rtl/>
        </w:rPr>
        <w:t xml:space="preserve"> نعمت كے اثرات 1،2،3، 5; كفران نعمت كے موارد 14</w:t>
      </w:r>
    </w:p>
    <w:p w:rsidR="001F628F" w:rsidRDefault="001F628F" w:rsidP="000A7A67">
      <w:pPr>
        <w:pStyle w:val="libNormal"/>
        <w:rPr>
          <w:rtl/>
        </w:rPr>
      </w:pPr>
      <w:r>
        <w:rPr>
          <w:rFonts w:hint="eastAsia"/>
          <w:rtl/>
        </w:rPr>
        <w:t>گناھان</w:t>
      </w:r>
      <w:r>
        <w:rPr>
          <w:rtl/>
        </w:rPr>
        <w:t xml:space="preserve"> كبيرہ:</w:t>
      </w:r>
      <w:r>
        <w:rPr>
          <w:rFonts w:hint="eastAsia"/>
          <w:rtl/>
        </w:rPr>
        <w:t>گناہان</w:t>
      </w:r>
      <w:r>
        <w:rPr>
          <w:rtl/>
        </w:rPr>
        <w:t xml:space="preserve"> كبيرہ كے اثرات 14</w:t>
      </w:r>
    </w:p>
    <w:p w:rsidR="001F628F" w:rsidRDefault="001F628F" w:rsidP="000A7A67">
      <w:pPr>
        <w:pStyle w:val="libNormal"/>
        <w:rPr>
          <w:rtl/>
        </w:rPr>
      </w:pPr>
      <w:r>
        <w:rPr>
          <w:rFonts w:hint="eastAsia"/>
          <w:rtl/>
        </w:rPr>
        <w:t>موسى</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موسى </w:t>
      </w:r>
      <w:r w:rsidR="00367F17" w:rsidRPr="00367F17">
        <w:rPr>
          <w:rStyle w:val="libAlaemChar"/>
          <w:rtl/>
        </w:rPr>
        <w:t xml:space="preserve"> عليه‌السلام </w:t>
      </w:r>
      <w:r>
        <w:rPr>
          <w:rtl/>
        </w:rPr>
        <w:t xml:space="preserve"> كى ارزوئي</w:t>
      </w:r>
      <w:r w:rsidR="00083993">
        <w:rPr>
          <w:rtl/>
        </w:rPr>
        <w:t xml:space="preserve">ں </w:t>
      </w:r>
      <w:r>
        <w:rPr>
          <w:rtl/>
        </w:rPr>
        <w:t>2</w:t>
      </w:r>
    </w:p>
    <w:p w:rsidR="001F628F" w:rsidRDefault="001F628F" w:rsidP="000A7A67">
      <w:pPr>
        <w:pStyle w:val="libNormal"/>
        <w:rPr>
          <w:rtl/>
        </w:rPr>
      </w:pPr>
      <w:r>
        <w:rPr>
          <w:rFonts w:hint="eastAsia"/>
          <w:rtl/>
        </w:rPr>
        <w:t>نعمت</w:t>
      </w:r>
      <w:r>
        <w:rPr>
          <w:rtl/>
        </w:rPr>
        <w:t>:</w:t>
      </w:r>
      <w:r>
        <w:rPr>
          <w:rFonts w:hint="eastAsia"/>
          <w:rtl/>
        </w:rPr>
        <w:t>نعمت</w:t>
      </w:r>
      <w:r>
        <w:rPr>
          <w:rtl/>
        </w:rPr>
        <w:t xml:space="preserve"> كے زيادہ ہونے كے اسباب 1، 2، 5، 9، 11; سلب نعمت كے اسباب 5; نعمت كے كم ہونے كے اسباب 9; مراتب نعمت 7; نعمت كا شكر بجا لانا 12;</w:t>
      </w:r>
    </w:p>
    <w:p w:rsidR="000A7A67" w:rsidRDefault="001F628F" w:rsidP="000A7A67">
      <w:pPr>
        <w:pStyle w:val="libNormal"/>
        <w:rPr>
          <w:rtl/>
        </w:rPr>
      </w:pPr>
      <w:r>
        <w:rPr>
          <w:rFonts w:hint="eastAsia"/>
          <w:rtl/>
        </w:rPr>
        <w:t>ظالمو</w:t>
      </w:r>
      <w:r w:rsidR="00083993">
        <w:rPr>
          <w:rFonts w:hint="eastAsia"/>
          <w:rtl/>
        </w:rPr>
        <w:t xml:space="preserve">ں </w:t>
      </w:r>
      <w:r>
        <w:rPr>
          <w:rtl/>
        </w:rPr>
        <w:t>سے نجات كى نعمت 5; عظيم نعمتي</w:t>
      </w:r>
      <w:r w:rsidR="00083993">
        <w:rPr>
          <w:rtl/>
        </w:rPr>
        <w:t xml:space="preserve">ں </w:t>
      </w:r>
      <w:r w:rsidR="001E7F9D">
        <w:rPr>
          <w:rtl/>
        </w:rPr>
        <w:cr/>
      </w:r>
      <w:r w:rsidR="001E7F9D" w:rsidRPr="00F73EDE">
        <w:rPr>
          <w:rStyle w:val="libPoemTiniChar0"/>
          <w:rtl/>
        </w:rPr>
        <w:br w:type="page"/>
      </w:r>
    </w:p>
    <w:p w:rsidR="000A7A67" w:rsidRDefault="000A7A67" w:rsidP="000A7A67">
      <w:pPr>
        <w:pStyle w:val="Heading2Center"/>
        <w:rPr>
          <w:rtl/>
        </w:rPr>
      </w:pPr>
      <w:bookmarkStart w:id="8" w:name="_Toc28081686"/>
      <w:r>
        <w:rPr>
          <w:rFonts w:hint="cs"/>
          <w:rtl/>
        </w:rPr>
        <w:lastRenderedPageBreak/>
        <w:t>آیت 8</w:t>
      </w:r>
      <w:bookmarkEnd w:id="8"/>
    </w:p>
    <w:p w:rsidR="001F628F" w:rsidRDefault="00E260F9" w:rsidP="000A7A67">
      <w:pPr>
        <w:pStyle w:val="libNormal"/>
        <w:rPr>
          <w:rtl/>
        </w:rPr>
      </w:pPr>
      <w:r w:rsidRPr="00E260F9">
        <w:rPr>
          <w:rStyle w:val="libAlaemChar"/>
          <w:rFonts w:hint="eastAsia"/>
          <w:rtl/>
        </w:rPr>
        <w:t>(</w:t>
      </w:r>
      <w:r w:rsidRPr="000A7A67">
        <w:rPr>
          <w:rStyle w:val="libAieChar"/>
          <w:rFonts w:hint="eastAsia"/>
          <w:rtl/>
        </w:rPr>
        <w:t>وَقَالَ</w:t>
      </w:r>
      <w:r w:rsidRPr="000A7A67">
        <w:rPr>
          <w:rStyle w:val="libAieChar"/>
          <w:rtl/>
        </w:rPr>
        <w:t xml:space="preserve"> مُوسَى إِن تَكْفُرُواْ أَنتُمْ وَمَن فِي الأَرْضِ جَمِيعاً فَإِنَّ اللّهَ لَغَنِيٌّ حَمِيدٌ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موسى </w:t>
      </w:r>
      <w:r w:rsidR="00367F17" w:rsidRPr="00367F17">
        <w:rPr>
          <w:rStyle w:val="libAlaemChar"/>
          <w:rtl/>
        </w:rPr>
        <w:t xml:space="preserve"> عليه‌السلام </w:t>
      </w:r>
      <w:r>
        <w:rPr>
          <w:rtl/>
        </w:rPr>
        <w:t xml:space="preserve"> نے يہ بھى كہہ ديا كہ اگر تم سب اور روئے زمين كے تمام بسنے والے بھى كافر ہوجائي</w:t>
      </w:r>
      <w:r w:rsidR="00083993">
        <w:rPr>
          <w:rtl/>
        </w:rPr>
        <w:t xml:space="preserve">ں </w:t>
      </w:r>
      <w:r>
        <w:rPr>
          <w:rtl/>
        </w:rPr>
        <w:t>تو ہمارا اللہ سب سے بے نياز ہے اور وہ قابل حمدو ستايش ہے _</w:t>
      </w:r>
    </w:p>
    <w:p w:rsidR="001F628F" w:rsidRDefault="001F628F" w:rsidP="001F628F">
      <w:pPr>
        <w:pStyle w:val="libNormal"/>
        <w:rPr>
          <w:rtl/>
        </w:rPr>
      </w:pPr>
      <w:r>
        <w:rPr>
          <w:rtl/>
        </w:rPr>
        <w:t xml:space="preserve">1_ حضرت موسى </w:t>
      </w:r>
      <w:r w:rsidR="00367F17" w:rsidRPr="00367F17">
        <w:rPr>
          <w:rStyle w:val="libAlaemChar"/>
          <w:rtl/>
        </w:rPr>
        <w:t xml:space="preserve"> عليه‌السلام </w:t>
      </w:r>
      <w:r>
        <w:rPr>
          <w:rtl/>
        </w:rPr>
        <w:t xml:space="preserve"> نے اپنى رسالت كافريضہ ادا كرتے ہوئے بنى اسرائيل سے كہا كہ ان كا اورپورى زمين پر بسنے والے انسانو</w:t>
      </w:r>
      <w:r w:rsidR="00083993">
        <w:rPr>
          <w:rtl/>
        </w:rPr>
        <w:t xml:space="preserve">ں </w:t>
      </w:r>
      <w:r>
        <w:rPr>
          <w:rtl/>
        </w:rPr>
        <w:t>كا كفرخداوند متعال كو كسى قسم كا نقصان نہي</w:t>
      </w:r>
      <w:r w:rsidR="00083993">
        <w:rPr>
          <w:rtl/>
        </w:rPr>
        <w:t xml:space="preserve">ں </w:t>
      </w:r>
      <w:r>
        <w:rPr>
          <w:rtl/>
        </w:rPr>
        <w:t>پہنچا سكتا_</w:t>
      </w:r>
    </w:p>
    <w:p w:rsidR="001F628F" w:rsidRDefault="001F628F" w:rsidP="000A7A67">
      <w:pPr>
        <w:pStyle w:val="libArabic"/>
        <w:rPr>
          <w:rtl/>
        </w:rPr>
      </w:pPr>
      <w:r>
        <w:rPr>
          <w:rFonts w:hint="eastAsia"/>
          <w:rtl/>
        </w:rPr>
        <w:t>وقال</w:t>
      </w:r>
      <w:r>
        <w:rPr>
          <w:rtl/>
        </w:rPr>
        <w:t xml:space="preserve"> موسى ان تكفروا ا نتم ومن فى الا رض جميعاً فان الله لغنى حميد</w:t>
      </w:r>
    </w:p>
    <w:p w:rsidR="001F628F" w:rsidRDefault="001F628F" w:rsidP="001F628F">
      <w:pPr>
        <w:pStyle w:val="libNormal"/>
        <w:rPr>
          <w:rtl/>
        </w:rPr>
      </w:pPr>
      <w:r>
        <w:rPr>
          <w:rtl/>
        </w:rPr>
        <w:t>'' ان تكفروا'' مي</w:t>
      </w:r>
      <w:r w:rsidR="00083993">
        <w:rPr>
          <w:rtl/>
        </w:rPr>
        <w:t xml:space="preserve">ں </w:t>
      </w:r>
      <w:r>
        <w:rPr>
          <w:rtl/>
        </w:rPr>
        <w:t>'' ان''شرطيہ ہے اوراس كا جواب''لم يتضررھو''ہے كہ جو محذوف ہے اورجملہ'' فانَّ الله يَغَني'' محذوف جزائے شرط كى علت بيان كررہا ہے_</w:t>
      </w:r>
    </w:p>
    <w:p w:rsidR="001F628F" w:rsidRDefault="001F628F" w:rsidP="001F628F">
      <w:pPr>
        <w:pStyle w:val="libNormal"/>
        <w:rPr>
          <w:rtl/>
        </w:rPr>
      </w:pPr>
      <w:r>
        <w:rPr>
          <w:rtl/>
        </w:rPr>
        <w:t>2_بنى اسرائيل كا خيال تھا كہ خداوند متعال كو ان كے ايمان لانے يا كفر اختيار كرنے سے فائدہ ياضرر حاصل ہوتا ہے_</w:t>
      </w:r>
    </w:p>
    <w:p w:rsidR="001F628F" w:rsidRDefault="001F628F" w:rsidP="000A7A67">
      <w:pPr>
        <w:pStyle w:val="libArabic"/>
        <w:rPr>
          <w:rtl/>
        </w:rPr>
      </w:pPr>
      <w:r>
        <w:rPr>
          <w:rFonts w:hint="eastAsia"/>
          <w:rtl/>
        </w:rPr>
        <w:t>وقال</w:t>
      </w:r>
      <w:r>
        <w:rPr>
          <w:rtl/>
        </w:rPr>
        <w:t xml:space="preserve"> موسى ان تكفروا ا نتم ومن فى الا رض جميعاً فان الله لغنى حميد</w:t>
      </w:r>
    </w:p>
    <w:p w:rsidR="001F628F" w:rsidRDefault="001F628F" w:rsidP="001F628F">
      <w:pPr>
        <w:pStyle w:val="libNormal"/>
        <w:rPr>
          <w:rtl/>
        </w:rPr>
      </w:pPr>
      <w:r>
        <w:rPr>
          <w:rtl/>
        </w:rPr>
        <w:t>3_خداوند متعال كى نعمتو</w:t>
      </w:r>
      <w:r w:rsidR="00083993">
        <w:rPr>
          <w:rtl/>
        </w:rPr>
        <w:t xml:space="preserve">ں </w:t>
      </w:r>
      <w:r>
        <w:rPr>
          <w:rtl/>
        </w:rPr>
        <w:t>كا كفران، اس كى ذات كو كسى قسم كاضرر ونقصان نہي</w:t>
      </w:r>
      <w:r w:rsidR="00083993">
        <w:rPr>
          <w:rtl/>
        </w:rPr>
        <w:t xml:space="preserve">ں </w:t>
      </w:r>
      <w:r>
        <w:rPr>
          <w:rtl/>
        </w:rPr>
        <w:t>پہنچاتا_</w:t>
      </w:r>
    </w:p>
    <w:p w:rsidR="001F628F" w:rsidRDefault="001F628F" w:rsidP="000A7A67">
      <w:pPr>
        <w:pStyle w:val="libArabic"/>
        <w:rPr>
          <w:rtl/>
        </w:rPr>
      </w:pPr>
      <w:r>
        <w:rPr>
          <w:rFonts w:hint="eastAsia"/>
          <w:rtl/>
        </w:rPr>
        <w:t>ان</w:t>
      </w:r>
      <w:r>
        <w:rPr>
          <w:rtl/>
        </w:rPr>
        <w:t xml:space="preserve"> تكفروا ا نتم ومن فى الا رض جميع</w:t>
      </w:r>
      <w:r w:rsidR="004866ED">
        <w:rPr>
          <w:rFonts w:hint="cs"/>
          <w:rtl/>
        </w:rPr>
        <w:t>ا</w:t>
      </w:r>
    </w:p>
    <w:p w:rsidR="001F628F" w:rsidRDefault="001F628F" w:rsidP="001F628F">
      <w:pPr>
        <w:pStyle w:val="libNormal"/>
        <w:rPr>
          <w:rtl/>
        </w:rPr>
      </w:pPr>
      <w:r>
        <w:rPr>
          <w:rtl/>
        </w:rPr>
        <w:t>''ولئن كفرتم''كہ جس كا مطلب كفران (نعمت) تھا ،كے قرينے سے ''ان تكفروا '' سے مراد نعمات خدا كے مقابلے مي</w:t>
      </w:r>
      <w:r w:rsidR="00083993">
        <w:rPr>
          <w:rtl/>
        </w:rPr>
        <w:t xml:space="preserve">ں </w:t>
      </w:r>
      <w:r>
        <w:rPr>
          <w:rtl/>
        </w:rPr>
        <w:t>ناشكرى ہوسكتى ہے_</w:t>
      </w:r>
    </w:p>
    <w:p w:rsidR="001F628F" w:rsidRDefault="001F628F" w:rsidP="001F628F">
      <w:pPr>
        <w:pStyle w:val="libNormal"/>
        <w:rPr>
          <w:rtl/>
        </w:rPr>
      </w:pPr>
      <w:r>
        <w:rPr>
          <w:rtl/>
        </w:rPr>
        <w:t xml:space="preserve">4_حضرت موسى </w:t>
      </w:r>
      <w:r w:rsidR="00367F17" w:rsidRPr="00367F17">
        <w:rPr>
          <w:rStyle w:val="libAlaemChar"/>
          <w:rtl/>
        </w:rPr>
        <w:t xml:space="preserve"> عليه‌السلام </w:t>
      </w:r>
      <w:r>
        <w:rPr>
          <w:rtl/>
        </w:rPr>
        <w:t xml:space="preserve"> نے بنى اسرائيل كو نعمات الہى كے كفران سے منع كيا_</w:t>
      </w:r>
    </w:p>
    <w:p w:rsidR="001F628F" w:rsidRDefault="001F628F" w:rsidP="000A7A67">
      <w:pPr>
        <w:pStyle w:val="libArabic"/>
        <w:rPr>
          <w:rtl/>
        </w:rPr>
      </w:pPr>
      <w:r>
        <w:rPr>
          <w:rFonts w:hint="eastAsia"/>
          <w:rtl/>
        </w:rPr>
        <w:t>واذ</w:t>
      </w:r>
      <w:r>
        <w:rPr>
          <w:rtl/>
        </w:rPr>
        <w:t xml:space="preserve"> قال موسى لقوم</w:t>
      </w:r>
      <w:r w:rsidR="00B2551F" w:rsidRPr="00B2551F">
        <w:rPr>
          <w:rFonts w:hint="cs"/>
          <w:rtl/>
        </w:rPr>
        <w:t>ه</w:t>
      </w:r>
      <w:r>
        <w:rPr>
          <w:rtl/>
        </w:rPr>
        <w:t xml:space="preserve"> </w:t>
      </w:r>
      <w:r>
        <w:rPr>
          <w:rFonts w:hint="cs"/>
          <w:rtl/>
        </w:rPr>
        <w:t>اذكروانعمة</w:t>
      </w:r>
      <w:r>
        <w:rPr>
          <w:rtl/>
        </w:rPr>
        <w:t xml:space="preserve"> </w:t>
      </w:r>
      <w:r>
        <w:rPr>
          <w:rFonts w:hint="cs"/>
          <w:rtl/>
        </w:rPr>
        <w:t>الله</w:t>
      </w:r>
      <w:r>
        <w:rPr>
          <w:rtl/>
        </w:rPr>
        <w:t xml:space="preserve"> </w:t>
      </w:r>
      <w:r>
        <w:rPr>
          <w:rFonts w:hint="cs"/>
          <w:rtl/>
        </w:rPr>
        <w:t>عليكم</w:t>
      </w:r>
      <w:r>
        <w:rPr>
          <w:rtl/>
        </w:rPr>
        <w:t xml:space="preserve"> ...</w:t>
      </w:r>
      <w:r>
        <w:rPr>
          <w:rFonts w:hint="cs"/>
          <w:rtl/>
        </w:rPr>
        <w:t>وقال</w:t>
      </w:r>
      <w:r>
        <w:rPr>
          <w:rtl/>
        </w:rPr>
        <w:t xml:space="preserve"> </w:t>
      </w:r>
      <w:r>
        <w:rPr>
          <w:rFonts w:hint="cs"/>
          <w:rtl/>
        </w:rPr>
        <w:t>موسى</w:t>
      </w:r>
      <w:r>
        <w:rPr>
          <w:rtl/>
        </w:rPr>
        <w:t xml:space="preserve"> </w:t>
      </w:r>
      <w:r>
        <w:rPr>
          <w:rFonts w:hint="cs"/>
          <w:rtl/>
        </w:rPr>
        <w:t>ان</w:t>
      </w:r>
      <w:r>
        <w:rPr>
          <w:rtl/>
        </w:rPr>
        <w:t xml:space="preserve"> </w:t>
      </w:r>
      <w:r>
        <w:rPr>
          <w:rFonts w:hint="cs"/>
          <w:rtl/>
        </w:rPr>
        <w:t>تكفروا</w:t>
      </w:r>
      <w:r>
        <w:rPr>
          <w:rtl/>
        </w:rPr>
        <w:t xml:space="preserve"> </w:t>
      </w:r>
      <w:r>
        <w:rPr>
          <w:rFonts w:hint="cs"/>
          <w:rtl/>
        </w:rPr>
        <w:t>ا</w:t>
      </w:r>
      <w:r>
        <w:rPr>
          <w:rtl/>
        </w:rPr>
        <w:t xml:space="preserve"> </w:t>
      </w:r>
      <w:r>
        <w:rPr>
          <w:rFonts w:hint="cs"/>
          <w:rtl/>
        </w:rPr>
        <w:t>نتم</w:t>
      </w:r>
      <w:r>
        <w:rPr>
          <w:rtl/>
        </w:rPr>
        <w:t xml:space="preserve"> </w:t>
      </w:r>
      <w:r>
        <w:rPr>
          <w:rFonts w:hint="cs"/>
          <w:rtl/>
        </w:rPr>
        <w:t>ومن</w:t>
      </w:r>
      <w:r>
        <w:rPr>
          <w:rtl/>
        </w:rPr>
        <w:t xml:space="preserve"> </w:t>
      </w:r>
      <w:r>
        <w:rPr>
          <w:rFonts w:hint="cs"/>
          <w:rtl/>
        </w:rPr>
        <w:t>فى</w:t>
      </w:r>
      <w:r>
        <w:rPr>
          <w:rtl/>
        </w:rPr>
        <w:t xml:space="preserve"> </w:t>
      </w:r>
      <w:r>
        <w:rPr>
          <w:rFonts w:hint="cs"/>
          <w:rtl/>
        </w:rPr>
        <w:t>الا</w:t>
      </w:r>
      <w:r>
        <w:rPr>
          <w:rtl/>
        </w:rPr>
        <w:t xml:space="preserve"> </w:t>
      </w:r>
      <w:r>
        <w:rPr>
          <w:rFonts w:hint="cs"/>
          <w:rtl/>
        </w:rPr>
        <w:t>ر</w:t>
      </w:r>
      <w:r>
        <w:rPr>
          <w:rtl/>
        </w:rPr>
        <w:t>ض جميع</w:t>
      </w:r>
      <w:r w:rsidR="004866ED">
        <w:rPr>
          <w:rFonts w:hint="cs"/>
          <w:rtl/>
        </w:rPr>
        <w:t>ا</w:t>
      </w:r>
    </w:p>
    <w:p w:rsidR="001F628F" w:rsidRDefault="001F628F" w:rsidP="001F628F">
      <w:pPr>
        <w:pStyle w:val="libNormal"/>
        <w:rPr>
          <w:rtl/>
        </w:rPr>
      </w:pPr>
      <w:r>
        <w:rPr>
          <w:rtl/>
        </w:rPr>
        <w:t>5_نعمت كے شكر بجالانے كا فائدہ اوراس كے كفران كا نقصان ،خود انسان كو پہنچتاہے_</w:t>
      </w:r>
    </w:p>
    <w:p w:rsidR="000A7A67" w:rsidRDefault="001E7F9D" w:rsidP="00F73EDE">
      <w:pPr>
        <w:pStyle w:val="libPoemTini"/>
        <w:rPr>
          <w:rtl/>
        </w:rPr>
      </w:pPr>
      <w:r>
        <w:rPr>
          <w:rtl/>
        </w:rPr>
        <w:br w:type="page"/>
      </w:r>
    </w:p>
    <w:p w:rsidR="001F628F" w:rsidRDefault="001F628F" w:rsidP="000A7A67">
      <w:pPr>
        <w:pStyle w:val="libArabic"/>
        <w:rPr>
          <w:rtl/>
        </w:rPr>
      </w:pPr>
      <w:r>
        <w:rPr>
          <w:rFonts w:hint="eastAsia"/>
          <w:rtl/>
        </w:rPr>
        <w:lastRenderedPageBreak/>
        <w:t>لئن</w:t>
      </w:r>
      <w:r>
        <w:rPr>
          <w:rtl/>
        </w:rPr>
        <w:t xml:space="preserve"> شكرتم لا زيدنّكم و ...ان تكفروا ا نتم ومن فى الا رض جميعاً فان الله لغنى حميد</w:t>
      </w:r>
    </w:p>
    <w:p w:rsidR="001F628F" w:rsidRDefault="001F628F" w:rsidP="000A7A67">
      <w:pPr>
        <w:pStyle w:val="libNormal"/>
        <w:rPr>
          <w:rtl/>
        </w:rPr>
      </w:pPr>
      <w:r>
        <w:rPr>
          <w:rtl/>
        </w:rPr>
        <w:t>6_خداوندعالم غني(بے نياز)اورحميد(قابل ستا</w:t>
      </w:r>
      <w:r w:rsidR="009F604A">
        <w:rPr>
          <w:rtl/>
        </w:rPr>
        <w:t>ئش</w:t>
      </w:r>
      <w:r>
        <w:rPr>
          <w:rtl/>
        </w:rPr>
        <w:t>) ہے_</w:t>
      </w:r>
      <w:r w:rsidRPr="000A7A67">
        <w:rPr>
          <w:rStyle w:val="libArabicChar"/>
          <w:rFonts w:hint="eastAsia"/>
          <w:rtl/>
        </w:rPr>
        <w:t>فان</w:t>
      </w:r>
      <w:r w:rsidRPr="000A7A67">
        <w:rPr>
          <w:rStyle w:val="libArabicChar"/>
          <w:rtl/>
        </w:rPr>
        <w:t xml:space="preserve"> الله لغنى حميد</w:t>
      </w:r>
    </w:p>
    <w:p w:rsidR="001F628F" w:rsidRDefault="001F628F" w:rsidP="000A7A67">
      <w:pPr>
        <w:pStyle w:val="libNormal"/>
        <w:rPr>
          <w:rtl/>
        </w:rPr>
      </w:pPr>
      <w:r>
        <w:rPr>
          <w:rtl/>
        </w:rPr>
        <w:t>7_خداوندمتعال كا بے نياز اورقابل ستا</w:t>
      </w:r>
      <w:r w:rsidR="009F604A">
        <w:rPr>
          <w:rtl/>
        </w:rPr>
        <w:t>ئش</w:t>
      </w:r>
      <w:r>
        <w:rPr>
          <w:rtl/>
        </w:rPr>
        <w:t xml:space="preserve"> ہونا اس بات كى دليل ہے كہ لوگو</w:t>
      </w:r>
      <w:r w:rsidR="00083993">
        <w:rPr>
          <w:rtl/>
        </w:rPr>
        <w:t xml:space="preserve">ں </w:t>
      </w:r>
      <w:r>
        <w:rPr>
          <w:rtl/>
        </w:rPr>
        <w:t>كے كفر اختيار كرنے سے اس كا كوئي نقصان اورضرر نہي</w:t>
      </w:r>
      <w:r w:rsidR="00083993">
        <w:rPr>
          <w:rtl/>
        </w:rPr>
        <w:t xml:space="preserve">ں </w:t>
      </w:r>
      <w:r>
        <w:rPr>
          <w:rtl/>
        </w:rPr>
        <w:t>ہوتا_</w:t>
      </w:r>
      <w:r w:rsidRPr="000A7A67">
        <w:rPr>
          <w:rStyle w:val="libArabicChar"/>
          <w:rFonts w:hint="eastAsia"/>
          <w:rtl/>
        </w:rPr>
        <w:t>ان</w:t>
      </w:r>
      <w:r w:rsidRPr="000A7A67">
        <w:rPr>
          <w:rStyle w:val="libArabicChar"/>
          <w:rtl/>
        </w:rPr>
        <w:t xml:space="preserve"> تكفروا ا نتم ومن فى الا رض جميعاً فان الله لغنى حميد</w:t>
      </w:r>
    </w:p>
    <w:p w:rsidR="001F628F" w:rsidRDefault="001F628F" w:rsidP="001F628F">
      <w:pPr>
        <w:pStyle w:val="libNormal"/>
        <w:rPr>
          <w:rtl/>
        </w:rPr>
      </w:pPr>
      <w:r>
        <w:rPr>
          <w:rtl/>
        </w:rPr>
        <w:t>''فان الله لغنى حميد ''محذوف جزائے شرط كى تعليل ہے اس صورت مي</w:t>
      </w:r>
      <w:r w:rsidR="00083993">
        <w:rPr>
          <w:rtl/>
        </w:rPr>
        <w:t xml:space="preserve">ں </w:t>
      </w:r>
      <w:r>
        <w:rPr>
          <w:rtl/>
        </w:rPr>
        <w:t>اس كا معنى يہ ہوجاتا ہے:خداوند عالم كے بے نياز ہونے كى وجہ سے تمہاراكفر اسے كوئي نقصان نہي</w:t>
      </w:r>
      <w:r w:rsidR="00083993">
        <w:rPr>
          <w:rtl/>
        </w:rPr>
        <w:t xml:space="preserve">ں </w:t>
      </w:r>
      <w:r>
        <w:rPr>
          <w:rtl/>
        </w:rPr>
        <w:t>پہنچا سكتا_</w:t>
      </w:r>
    </w:p>
    <w:p w:rsidR="001F628F" w:rsidRDefault="001F628F" w:rsidP="000A7A67">
      <w:pPr>
        <w:pStyle w:val="libNormal"/>
        <w:rPr>
          <w:rtl/>
        </w:rPr>
      </w:pPr>
      <w:r>
        <w:rPr>
          <w:rFonts w:hint="eastAsia"/>
          <w:rtl/>
        </w:rPr>
        <w:t>اسماء</w:t>
      </w:r>
      <w:r>
        <w:rPr>
          <w:rtl/>
        </w:rPr>
        <w:t xml:space="preserve"> وصفات:</w:t>
      </w:r>
      <w:r>
        <w:rPr>
          <w:rFonts w:hint="eastAsia"/>
          <w:rtl/>
        </w:rPr>
        <w:t>حميد</w:t>
      </w:r>
      <w:r>
        <w:rPr>
          <w:rtl/>
        </w:rPr>
        <w:t xml:space="preserve"> 6; غنى 6</w:t>
      </w:r>
    </w:p>
    <w:p w:rsidR="001F628F" w:rsidRDefault="001F628F" w:rsidP="000A7A67">
      <w:pPr>
        <w:pStyle w:val="libNormal"/>
        <w:rPr>
          <w:rtl/>
        </w:rPr>
      </w:pPr>
      <w:r>
        <w:rPr>
          <w:rFonts w:hint="eastAsia"/>
          <w:rtl/>
        </w:rPr>
        <w:t>الله</w:t>
      </w:r>
      <w:r>
        <w:rPr>
          <w:rtl/>
        </w:rPr>
        <w:t xml:space="preserve"> تعالى :</w:t>
      </w:r>
      <w:r>
        <w:rPr>
          <w:rFonts w:hint="eastAsia"/>
          <w:rtl/>
        </w:rPr>
        <w:t>الله</w:t>
      </w:r>
      <w:r>
        <w:rPr>
          <w:rtl/>
        </w:rPr>
        <w:t xml:space="preserve"> تعالى كى بے نيازى كے اثرات 7; الله تعالى اورانسانو</w:t>
      </w:r>
      <w:r w:rsidR="00083993">
        <w:rPr>
          <w:rtl/>
        </w:rPr>
        <w:t xml:space="preserve">ں </w:t>
      </w:r>
      <w:r>
        <w:rPr>
          <w:rtl/>
        </w:rPr>
        <w:t>كا ايمان 2; الله تعالى اورانسانو</w:t>
      </w:r>
      <w:r w:rsidR="00083993">
        <w:rPr>
          <w:rtl/>
        </w:rPr>
        <w:t xml:space="preserve">ں </w:t>
      </w:r>
      <w:r>
        <w:rPr>
          <w:rtl/>
        </w:rPr>
        <w:t>كا كفر 2،7; الله تعالى كونقصان نہ پہنچنے كے دلائل 7;الله تعالى ضرر سے محفوظ ہونا1، 3</w:t>
      </w:r>
    </w:p>
    <w:p w:rsidR="001F628F" w:rsidRDefault="001F628F" w:rsidP="000A7A67">
      <w:pPr>
        <w:pStyle w:val="libNormal"/>
        <w:rPr>
          <w:rtl/>
        </w:rPr>
      </w:pPr>
      <w:r>
        <w:rPr>
          <w:rFonts w:hint="eastAsia"/>
          <w:rtl/>
        </w:rPr>
        <w:t>بنى</w:t>
      </w:r>
      <w:r>
        <w:rPr>
          <w:rtl/>
        </w:rPr>
        <w:t xml:space="preserve"> اسرائيل:</w:t>
      </w:r>
      <w:r>
        <w:rPr>
          <w:rFonts w:hint="eastAsia"/>
          <w:rtl/>
        </w:rPr>
        <w:t>بنى</w:t>
      </w:r>
      <w:r>
        <w:rPr>
          <w:rtl/>
        </w:rPr>
        <w:t xml:space="preserve"> اسرائيل كى غلط سوچ 2; بنى اسرائيل كا كفر 1; بنى اسرائيل كونہى 4</w:t>
      </w:r>
    </w:p>
    <w:p w:rsidR="001F628F" w:rsidRDefault="001F628F" w:rsidP="000A7A67">
      <w:pPr>
        <w:pStyle w:val="libNormal"/>
        <w:rPr>
          <w:rtl/>
        </w:rPr>
      </w:pPr>
      <w:r>
        <w:rPr>
          <w:rFonts w:hint="eastAsia"/>
          <w:rtl/>
        </w:rPr>
        <w:t>حمد</w:t>
      </w:r>
      <w:r>
        <w:rPr>
          <w:rtl/>
        </w:rPr>
        <w:t xml:space="preserve"> :</w:t>
      </w:r>
      <w:r>
        <w:rPr>
          <w:rFonts w:hint="eastAsia"/>
          <w:rtl/>
        </w:rPr>
        <w:t>الله</w:t>
      </w:r>
      <w:r>
        <w:rPr>
          <w:rtl/>
        </w:rPr>
        <w:t xml:space="preserve"> تعالى كى حمد 7</w:t>
      </w:r>
    </w:p>
    <w:p w:rsidR="001F628F" w:rsidRDefault="001F628F" w:rsidP="000A7A67">
      <w:pPr>
        <w:pStyle w:val="libNormal"/>
        <w:rPr>
          <w:rtl/>
        </w:rPr>
      </w:pPr>
      <w:r>
        <w:rPr>
          <w:rFonts w:hint="eastAsia"/>
          <w:rtl/>
        </w:rPr>
        <w:t>خود</w:t>
      </w:r>
      <w:r>
        <w:rPr>
          <w:rtl/>
        </w:rPr>
        <w:t>:</w:t>
      </w:r>
      <w:r>
        <w:rPr>
          <w:rFonts w:hint="eastAsia"/>
          <w:rtl/>
        </w:rPr>
        <w:t>خود</w:t>
      </w:r>
      <w:r>
        <w:rPr>
          <w:rtl/>
        </w:rPr>
        <w:t xml:space="preserve"> كو ضرر پہنچانا 5</w:t>
      </w:r>
    </w:p>
    <w:p w:rsidR="001F628F" w:rsidRDefault="001F628F" w:rsidP="000A7A67">
      <w:pPr>
        <w:pStyle w:val="libNormal"/>
        <w:rPr>
          <w:rtl/>
        </w:rPr>
      </w:pPr>
      <w:r>
        <w:rPr>
          <w:rFonts w:hint="eastAsia"/>
          <w:rtl/>
        </w:rPr>
        <w:t>شكر</w:t>
      </w:r>
      <w:r>
        <w:rPr>
          <w:rtl/>
        </w:rPr>
        <w:t>:</w:t>
      </w:r>
      <w:r>
        <w:rPr>
          <w:rFonts w:hint="eastAsia"/>
          <w:rtl/>
        </w:rPr>
        <w:t>شكر</w:t>
      </w:r>
      <w:r>
        <w:rPr>
          <w:rtl/>
        </w:rPr>
        <w:t xml:space="preserve"> نعمت كے فوائد 5</w:t>
      </w:r>
    </w:p>
    <w:p w:rsidR="001F628F" w:rsidRDefault="001F628F" w:rsidP="000A7A67">
      <w:pPr>
        <w:pStyle w:val="libNormal"/>
        <w:rPr>
          <w:rtl/>
        </w:rPr>
      </w:pPr>
      <w:r>
        <w:rPr>
          <w:rFonts w:hint="eastAsia"/>
          <w:rtl/>
        </w:rPr>
        <w:t>عمل</w:t>
      </w:r>
      <w:r>
        <w:rPr>
          <w:rtl/>
        </w:rPr>
        <w:t>:</w:t>
      </w:r>
      <w:r>
        <w:rPr>
          <w:rFonts w:hint="eastAsia"/>
          <w:rtl/>
        </w:rPr>
        <w:t>عمل</w:t>
      </w:r>
      <w:r>
        <w:rPr>
          <w:rtl/>
        </w:rPr>
        <w:t xml:space="preserve"> كے اثرات 5</w:t>
      </w:r>
    </w:p>
    <w:p w:rsidR="001F628F" w:rsidRDefault="001F628F" w:rsidP="000A7A67">
      <w:pPr>
        <w:pStyle w:val="libNormal"/>
        <w:rPr>
          <w:rtl/>
        </w:rPr>
      </w:pPr>
      <w:r>
        <w:rPr>
          <w:rFonts w:hint="eastAsia"/>
          <w:rtl/>
        </w:rPr>
        <w:t>كفر</w:t>
      </w:r>
      <w:r>
        <w:rPr>
          <w:rtl/>
        </w:rPr>
        <w:t>:</w:t>
      </w:r>
      <w:r>
        <w:rPr>
          <w:rFonts w:hint="eastAsia"/>
          <w:rtl/>
        </w:rPr>
        <w:t>كفر</w:t>
      </w:r>
      <w:r>
        <w:rPr>
          <w:rtl/>
        </w:rPr>
        <w:t xml:space="preserve"> كے اثرات 1</w:t>
      </w:r>
    </w:p>
    <w:p w:rsidR="001F628F" w:rsidRDefault="001F628F" w:rsidP="000A7A67">
      <w:pPr>
        <w:pStyle w:val="libNormal"/>
        <w:rPr>
          <w:rtl/>
        </w:rPr>
      </w:pPr>
      <w:r>
        <w:rPr>
          <w:rFonts w:hint="eastAsia"/>
          <w:rtl/>
        </w:rPr>
        <w:t>كفران</w:t>
      </w:r>
      <w:r>
        <w:rPr>
          <w:rtl/>
        </w:rPr>
        <w:t>:</w:t>
      </w:r>
      <w:r>
        <w:rPr>
          <w:rFonts w:hint="eastAsia"/>
          <w:rtl/>
        </w:rPr>
        <w:t>كفران</w:t>
      </w:r>
      <w:r>
        <w:rPr>
          <w:rtl/>
        </w:rPr>
        <w:t xml:space="preserve"> نعمت كے اثرات 3; كفران نعمت كا نقصان 5; كفران نعمت سے نہى 4</w:t>
      </w:r>
    </w:p>
    <w:p w:rsidR="001F628F" w:rsidRDefault="001F628F" w:rsidP="000A7A67">
      <w:pPr>
        <w:pStyle w:val="libNormal"/>
        <w:rPr>
          <w:rtl/>
        </w:rPr>
      </w:pPr>
      <w:r>
        <w:rPr>
          <w:rFonts w:hint="eastAsia"/>
          <w:rtl/>
        </w:rPr>
        <w:t>موسى</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موسى </w:t>
      </w:r>
      <w:r w:rsidR="00367F17" w:rsidRPr="00367F17">
        <w:rPr>
          <w:rStyle w:val="libAlaemChar"/>
          <w:rtl/>
        </w:rPr>
        <w:t xml:space="preserve"> عليه‌السلام </w:t>
      </w:r>
      <w:r>
        <w:rPr>
          <w:rtl/>
        </w:rPr>
        <w:t xml:space="preserve"> كى رسالت 1; حضرت موسى </w:t>
      </w:r>
      <w:r w:rsidR="00367F17" w:rsidRPr="00367F17">
        <w:rPr>
          <w:rStyle w:val="libAlaemChar"/>
          <w:rtl/>
        </w:rPr>
        <w:t xml:space="preserve"> عليه‌السلام </w:t>
      </w:r>
      <w:r>
        <w:rPr>
          <w:rtl/>
        </w:rPr>
        <w:t xml:space="preserve"> كے نواہى 4</w:t>
      </w:r>
    </w:p>
    <w:p w:rsidR="000A7A67" w:rsidRDefault="001E7F9D" w:rsidP="00F73EDE">
      <w:pPr>
        <w:pStyle w:val="libPoemTini"/>
        <w:rPr>
          <w:rtl/>
        </w:rPr>
      </w:pPr>
      <w:r>
        <w:rPr>
          <w:rtl/>
        </w:rPr>
        <w:br w:type="page"/>
      </w:r>
    </w:p>
    <w:p w:rsidR="000A7A67" w:rsidRDefault="000A7A67" w:rsidP="000A7A67">
      <w:pPr>
        <w:pStyle w:val="Heading2Center"/>
        <w:rPr>
          <w:rtl/>
        </w:rPr>
      </w:pPr>
      <w:bookmarkStart w:id="9" w:name="_Toc28081687"/>
      <w:r>
        <w:rPr>
          <w:rFonts w:hint="cs"/>
          <w:rtl/>
        </w:rPr>
        <w:lastRenderedPageBreak/>
        <w:t>آیت 9</w:t>
      </w:r>
      <w:bookmarkEnd w:id="9"/>
    </w:p>
    <w:p w:rsidR="001F628F" w:rsidRDefault="00E260F9" w:rsidP="000A7A67">
      <w:pPr>
        <w:pStyle w:val="libNormal"/>
        <w:rPr>
          <w:rtl/>
        </w:rPr>
      </w:pPr>
      <w:r w:rsidRPr="00E260F9">
        <w:rPr>
          <w:rStyle w:val="libAlaemChar"/>
          <w:rFonts w:hint="eastAsia"/>
          <w:rtl/>
        </w:rPr>
        <w:t>(</w:t>
      </w:r>
      <w:r w:rsidRPr="000A7A67">
        <w:rPr>
          <w:rStyle w:val="libAieChar"/>
          <w:rFonts w:hint="eastAsia"/>
          <w:rtl/>
        </w:rPr>
        <w:t>أَلَمْ</w:t>
      </w:r>
      <w:r w:rsidRPr="000A7A67">
        <w:rPr>
          <w:rStyle w:val="libAieChar"/>
          <w:rtl/>
        </w:rPr>
        <w:t xml:space="preserve"> يَأْتِكُمْ نَبَأُ الَّذِينَ مِن قَبْلِكُمْ قَوْمِ نُوحٍ وَعَادٍ وَثَمُودَ وَالَّذِينَ مِن بَعْدِهِمْ لاَ يَعْلَمُهُمْ إِلاَّ اللّهُ جَاءتْهُمْ رُسُلُهُم بِالْبَيِّنَاتِ فَرَدُّواْ أَيْدِيَهُمْ فِي أَفْوَاهِهِمْ وَقَالُواْ إِنَّا كَفَرْنَا بِمَا أُرْ</w:t>
      </w:r>
      <w:r w:rsidRPr="000A7A67">
        <w:rPr>
          <w:rStyle w:val="libAieChar"/>
          <w:rFonts w:hint="eastAsia"/>
          <w:rtl/>
        </w:rPr>
        <w:t>سِلْتُم</w:t>
      </w:r>
      <w:r w:rsidRPr="000A7A67">
        <w:rPr>
          <w:rStyle w:val="libAieChar"/>
          <w:rtl/>
        </w:rPr>
        <w:t xml:space="preserve"> بِهِ وَإِنَّا لَفِي شَكٍّ مِّمَّا تَدْعُونَنَا إِلَيْهِ مُرِيبٍ</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تمھارے پاس اپنے سے پہلے والو</w:t>
      </w:r>
      <w:r w:rsidR="00083993">
        <w:rPr>
          <w:rtl/>
        </w:rPr>
        <w:t xml:space="preserve">ں </w:t>
      </w:r>
      <w:r>
        <w:rPr>
          <w:rtl/>
        </w:rPr>
        <w:t>قوم نوح اور قوم عاد و ثمود اور جوان كے بعد گذرے ہي</w:t>
      </w:r>
      <w:r w:rsidR="00083993">
        <w:rPr>
          <w:rtl/>
        </w:rPr>
        <w:t xml:space="preserve">ں </w:t>
      </w:r>
      <w:r>
        <w:rPr>
          <w:rtl/>
        </w:rPr>
        <w:t>اور جنھي</w:t>
      </w:r>
      <w:r w:rsidR="00083993">
        <w:rPr>
          <w:rtl/>
        </w:rPr>
        <w:t xml:space="preserve">ں </w:t>
      </w:r>
      <w:r>
        <w:rPr>
          <w:rtl/>
        </w:rPr>
        <w:t>خدا كے علاوہ كوئي نہي</w:t>
      </w:r>
      <w:r w:rsidR="00083993">
        <w:rPr>
          <w:rtl/>
        </w:rPr>
        <w:t xml:space="preserve">ں </w:t>
      </w:r>
      <w:r>
        <w:rPr>
          <w:rtl/>
        </w:rPr>
        <w:t>جانتاہے كى خبر نہي</w:t>
      </w:r>
      <w:r w:rsidR="00083993">
        <w:rPr>
          <w:rtl/>
        </w:rPr>
        <w:t xml:space="preserve">ں </w:t>
      </w:r>
      <w:r>
        <w:rPr>
          <w:rtl/>
        </w:rPr>
        <w:t>آئي ہے كہ ان كے پاس اللہ كے رسول معجزات لے كر آئے اور انھو</w:t>
      </w:r>
      <w:r w:rsidR="00083993">
        <w:rPr>
          <w:rtl/>
        </w:rPr>
        <w:t xml:space="preserve">ں </w:t>
      </w:r>
      <w:r>
        <w:rPr>
          <w:rtl/>
        </w:rPr>
        <w:t>نے ان كے ہاتھو</w:t>
      </w:r>
      <w:r w:rsidR="00083993">
        <w:rPr>
          <w:rtl/>
        </w:rPr>
        <w:t xml:space="preserve">ں </w:t>
      </w:r>
      <w:r>
        <w:rPr>
          <w:rtl/>
        </w:rPr>
        <w:t>كو انھي</w:t>
      </w:r>
      <w:r w:rsidR="00083993">
        <w:rPr>
          <w:rtl/>
        </w:rPr>
        <w:t xml:space="preserve">ں </w:t>
      </w:r>
      <w:r>
        <w:rPr>
          <w:rtl/>
        </w:rPr>
        <w:t>كے منھ كى طرف پلٹاديا اور صاف كہ</w:t>
      </w:r>
      <w:r>
        <w:rPr>
          <w:rFonts w:hint="eastAsia"/>
          <w:rtl/>
        </w:rPr>
        <w:t>ہ</w:t>
      </w:r>
      <w:r>
        <w:rPr>
          <w:rtl/>
        </w:rPr>
        <w:t xml:space="preserve"> ديا كہ ہم تمھارے لائے ہوئے پيغام كے منكر ہي</w:t>
      </w:r>
      <w:r w:rsidR="00083993">
        <w:rPr>
          <w:rtl/>
        </w:rPr>
        <w:t xml:space="preserve">ں </w:t>
      </w:r>
      <w:r>
        <w:rPr>
          <w:rtl/>
        </w:rPr>
        <w:t>اور ہمي</w:t>
      </w:r>
      <w:r w:rsidR="00083993">
        <w:rPr>
          <w:rtl/>
        </w:rPr>
        <w:t xml:space="preserve">ں </w:t>
      </w:r>
      <w:r>
        <w:rPr>
          <w:rtl/>
        </w:rPr>
        <w:t>اس بات كے بارے مي</w:t>
      </w:r>
      <w:r w:rsidR="00083993">
        <w:rPr>
          <w:rtl/>
        </w:rPr>
        <w:t xml:space="preserve">ں </w:t>
      </w:r>
      <w:r>
        <w:rPr>
          <w:rtl/>
        </w:rPr>
        <w:t>واضح شك ہے جس كى طرف تم ہمي</w:t>
      </w:r>
      <w:r w:rsidR="00083993">
        <w:rPr>
          <w:rtl/>
        </w:rPr>
        <w:t xml:space="preserve">ں </w:t>
      </w:r>
      <w:r>
        <w:rPr>
          <w:rtl/>
        </w:rPr>
        <w:t>دعوت دے رہے ہو_</w:t>
      </w:r>
    </w:p>
    <w:p w:rsidR="001F628F" w:rsidRDefault="001F628F" w:rsidP="000A7A67">
      <w:pPr>
        <w:pStyle w:val="libNormal"/>
        <w:rPr>
          <w:rtl/>
        </w:rPr>
      </w:pPr>
      <w:r>
        <w:rPr>
          <w:rtl/>
        </w:rPr>
        <w:t>1_پيغمبر اكرم</w:t>
      </w:r>
      <w:r w:rsidR="00F031CD" w:rsidRPr="00F031CD">
        <w:rPr>
          <w:rStyle w:val="libAlaemChar"/>
          <w:rtl/>
        </w:rPr>
        <w:t xml:space="preserve"> صلى‌الله‌عليه‌وآله‌وسلم </w:t>
      </w:r>
      <w:r>
        <w:rPr>
          <w:rtl/>
        </w:rPr>
        <w:t xml:space="preserve"> نے لوگو</w:t>
      </w:r>
      <w:r w:rsidR="00083993">
        <w:rPr>
          <w:rtl/>
        </w:rPr>
        <w:t xml:space="preserve">ں </w:t>
      </w:r>
      <w:r>
        <w:rPr>
          <w:rtl/>
        </w:rPr>
        <w:t>كو نوح</w:t>
      </w:r>
      <w:r w:rsidR="00367F17" w:rsidRPr="00367F17">
        <w:rPr>
          <w:rStyle w:val="libAlaemChar"/>
          <w:rtl/>
        </w:rPr>
        <w:t xml:space="preserve"> عليه‌السلام </w:t>
      </w:r>
      <w:r>
        <w:rPr>
          <w:rtl/>
        </w:rPr>
        <w:t xml:space="preserve"> ،عاد اورثمود كى قومو</w:t>
      </w:r>
      <w:r w:rsidR="00083993">
        <w:rPr>
          <w:rtl/>
        </w:rPr>
        <w:t xml:space="preserve">ں </w:t>
      </w:r>
      <w:r>
        <w:rPr>
          <w:rtl/>
        </w:rPr>
        <w:t>اوران كے بعد انے والى اقوام كے واقعات سے اگاہ كيا_</w:t>
      </w:r>
      <w:r>
        <w:rPr>
          <w:rFonts w:hint="eastAsia"/>
          <w:rtl/>
        </w:rPr>
        <w:t>ا</w:t>
      </w:r>
      <w:r>
        <w:rPr>
          <w:rtl/>
        </w:rPr>
        <w:t xml:space="preserve"> </w:t>
      </w:r>
      <w:r w:rsidRPr="000A7A67">
        <w:rPr>
          <w:rStyle w:val="libArabicChar"/>
          <w:rtl/>
        </w:rPr>
        <w:t>لم يا تكم نبو ا الذين من قبلكم قوم نوح وعاد وثمود والذين من بعد</w:t>
      </w:r>
      <w:r w:rsidR="00B2551F" w:rsidRPr="00B2551F">
        <w:rPr>
          <w:rStyle w:val="libArabicChar"/>
          <w:rFonts w:hint="cs"/>
          <w:rtl/>
        </w:rPr>
        <w:t>ه</w:t>
      </w:r>
      <w:r w:rsidRPr="000A7A67">
        <w:rPr>
          <w:rStyle w:val="libArabicChar"/>
          <w:rFonts w:hint="cs"/>
          <w:rtl/>
        </w:rPr>
        <w:t>م</w:t>
      </w:r>
    </w:p>
    <w:p w:rsidR="001F628F" w:rsidRDefault="001F628F" w:rsidP="001F628F">
      <w:pPr>
        <w:pStyle w:val="libNormal"/>
        <w:rPr>
          <w:rtl/>
        </w:rPr>
      </w:pPr>
      <w:r>
        <w:rPr>
          <w:rFonts w:hint="eastAsia"/>
          <w:rtl/>
        </w:rPr>
        <w:t>مذكورہ</w:t>
      </w:r>
      <w:r>
        <w:rPr>
          <w:rtl/>
        </w:rPr>
        <w:t xml:space="preserve"> بالا مطلب اس بات پرموقوف ہے كہ جب''ا لم يا تكم''كلام پيغمبر</w:t>
      </w:r>
      <w:r w:rsidR="00F031CD" w:rsidRPr="00F031CD">
        <w:rPr>
          <w:rStyle w:val="libAlaemChar"/>
          <w:rtl/>
        </w:rPr>
        <w:t xml:space="preserve"> صلى‌الله‌عليه‌وآله‌وسلم </w:t>
      </w:r>
      <w:r>
        <w:rPr>
          <w:rtl/>
        </w:rPr>
        <w:t xml:space="preserve"> ہى كا دوام ہوجس مي</w:t>
      </w:r>
      <w:r w:rsidR="00083993">
        <w:rPr>
          <w:rtl/>
        </w:rPr>
        <w:t xml:space="preserve">ں </w:t>
      </w:r>
      <w:r>
        <w:rPr>
          <w:rtl/>
        </w:rPr>
        <w:t>خداوند متعال نے انحضرت</w:t>
      </w:r>
      <w:r w:rsidR="00F031CD" w:rsidRPr="00F031CD">
        <w:rPr>
          <w:rStyle w:val="libAlaemChar"/>
          <w:rtl/>
        </w:rPr>
        <w:t xml:space="preserve"> صلى‌الله‌عليه‌وآله‌وسلم </w:t>
      </w:r>
      <w:r>
        <w:rPr>
          <w:rtl/>
        </w:rPr>
        <w:t xml:space="preserve"> سے فرمايا: </w:t>
      </w:r>
      <w:r w:rsidRPr="000A7A67">
        <w:rPr>
          <w:rStyle w:val="libArabicChar"/>
          <w:rtl/>
        </w:rPr>
        <w:t>''ا نزلنا</w:t>
      </w:r>
      <w:r w:rsidR="00B2551F" w:rsidRPr="00B2551F">
        <w:rPr>
          <w:rStyle w:val="libArabicChar"/>
          <w:rFonts w:hint="cs"/>
          <w:rtl/>
        </w:rPr>
        <w:t>ه</w:t>
      </w:r>
      <w:r w:rsidRPr="000A7A67">
        <w:rPr>
          <w:rStyle w:val="libArabicChar"/>
          <w:rtl/>
        </w:rPr>
        <w:t xml:space="preserve"> </w:t>
      </w:r>
      <w:r w:rsidRPr="000A7A67">
        <w:rPr>
          <w:rStyle w:val="libArabicChar"/>
          <w:rFonts w:hint="cs"/>
          <w:rtl/>
        </w:rPr>
        <w:t>اليك</w:t>
      </w:r>
      <w:r w:rsidRPr="000A7A67">
        <w:rPr>
          <w:rStyle w:val="libArabicChar"/>
          <w:rtl/>
        </w:rPr>
        <w:t xml:space="preserve"> ...</w:t>
      </w:r>
      <w:r w:rsidRPr="000A7A67">
        <w:rPr>
          <w:rStyle w:val="libArabicChar"/>
          <w:rFonts w:hint="cs"/>
          <w:rtl/>
        </w:rPr>
        <w:t>واذ</w:t>
      </w:r>
      <w:r w:rsidRPr="000A7A67">
        <w:rPr>
          <w:rStyle w:val="libArabicChar"/>
          <w:rtl/>
        </w:rPr>
        <w:t xml:space="preserve"> </w:t>
      </w:r>
      <w:r w:rsidRPr="000A7A67">
        <w:rPr>
          <w:rStyle w:val="libArabicChar"/>
          <w:rFonts w:hint="cs"/>
          <w:rtl/>
        </w:rPr>
        <w:t>قال</w:t>
      </w:r>
      <w:r w:rsidRPr="000A7A67">
        <w:rPr>
          <w:rStyle w:val="libArabicChar"/>
          <w:rtl/>
        </w:rPr>
        <w:t xml:space="preserve"> </w:t>
      </w:r>
      <w:r w:rsidRPr="000A7A67">
        <w:rPr>
          <w:rStyle w:val="libArabicChar"/>
          <w:rFonts w:hint="cs"/>
          <w:rtl/>
        </w:rPr>
        <w:t>م</w:t>
      </w:r>
      <w:r w:rsidRPr="000A7A67">
        <w:rPr>
          <w:rStyle w:val="libArabicChar"/>
          <w:rtl/>
        </w:rPr>
        <w:t>وسى ''</w:t>
      </w:r>
    </w:p>
    <w:p w:rsidR="000A7A67" w:rsidRDefault="001E7F9D" w:rsidP="00F73EDE">
      <w:pPr>
        <w:pStyle w:val="libPoemTini"/>
        <w:rPr>
          <w:rtl/>
        </w:rPr>
      </w:pPr>
      <w:r>
        <w:rPr>
          <w:rtl/>
        </w:rPr>
        <w:cr/>
      </w:r>
      <w:r>
        <w:rPr>
          <w:rtl/>
        </w:rPr>
        <w:br w:type="page"/>
      </w:r>
    </w:p>
    <w:p w:rsidR="001F628F" w:rsidRDefault="001F628F" w:rsidP="000A7A67">
      <w:pPr>
        <w:pStyle w:val="libNormal"/>
        <w:rPr>
          <w:rtl/>
        </w:rPr>
      </w:pPr>
      <w:r>
        <w:rPr>
          <w:rtl/>
        </w:rPr>
        <w:lastRenderedPageBreak/>
        <w:t>2_زمانہ بعثت كے لوگو</w:t>
      </w:r>
      <w:r w:rsidR="00083993">
        <w:rPr>
          <w:rtl/>
        </w:rPr>
        <w:t xml:space="preserve">ں </w:t>
      </w:r>
      <w:r>
        <w:rPr>
          <w:rtl/>
        </w:rPr>
        <w:t xml:space="preserve">كاحضرت نوح </w:t>
      </w:r>
      <w:r w:rsidR="00367F17" w:rsidRPr="00367F17">
        <w:rPr>
          <w:rStyle w:val="libAlaemChar"/>
          <w:rtl/>
        </w:rPr>
        <w:t xml:space="preserve"> عليه‌السلام </w:t>
      </w:r>
      <w:r>
        <w:rPr>
          <w:rtl/>
        </w:rPr>
        <w:t xml:space="preserve"> ، عاد اورثمود كى قوم اوران كے بعد انے والى اقوام كى سرگذشت سے اگاہ ہونا_</w:t>
      </w:r>
      <w:r w:rsidRPr="000A7A67">
        <w:rPr>
          <w:rStyle w:val="libArabicChar"/>
          <w:rFonts w:hint="eastAsia"/>
          <w:rtl/>
        </w:rPr>
        <w:t>ا</w:t>
      </w:r>
      <w:r w:rsidRPr="000A7A67">
        <w:rPr>
          <w:rStyle w:val="libArabicChar"/>
          <w:rtl/>
        </w:rPr>
        <w:t xml:space="preserve"> لم يا تكم نبو ا الذين من قبلكم قوم نوح وعاد وثمود والذين من بعد</w:t>
      </w:r>
      <w:r w:rsidR="00B2551F" w:rsidRPr="00B2551F">
        <w:rPr>
          <w:rStyle w:val="libArabicChar"/>
          <w:rFonts w:hint="cs"/>
          <w:rtl/>
        </w:rPr>
        <w:t>ه</w:t>
      </w:r>
      <w:r w:rsidRPr="000A7A67">
        <w:rPr>
          <w:rStyle w:val="libArabicChar"/>
          <w:rFonts w:hint="cs"/>
          <w:rtl/>
        </w:rPr>
        <w:t>م</w:t>
      </w:r>
    </w:p>
    <w:p w:rsidR="001F628F" w:rsidRDefault="001F628F" w:rsidP="001F628F">
      <w:pPr>
        <w:pStyle w:val="libNormal"/>
        <w:rPr>
          <w:rtl/>
        </w:rPr>
      </w:pPr>
      <w:r w:rsidRPr="004866ED">
        <w:rPr>
          <w:rStyle w:val="libArabicChar"/>
          <w:rtl/>
        </w:rPr>
        <w:t>''ا لم يا تكم ''</w:t>
      </w:r>
      <w:r>
        <w:rPr>
          <w:rtl/>
        </w:rPr>
        <w:t>مي</w:t>
      </w:r>
      <w:r w:rsidR="00083993">
        <w:rPr>
          <w:rtl/>
        </w:rPr>
        <w:t xml:space="preserve">ں </w:t>
      </w:r>
      <w:r>
        <w:rPr>
          <w:rtl/>
        </w:rPr>
        <w:t>استفھام ،استفھام تقريرى ہے بنابراي</w:t>
      </w:r>
      <w:r w:rsidR="00083993">
        <w:rPr>
          <w:rtl/>
        </w:rPr>
        <w:t xml:space="preserve">ں </w:t>
      </w:r>
      <w:r>
        <w:rPr>
          <w:rtl/>
        </w:rPr>
        <w:t>اس جملے ''كيا ان لوگو</w:t>
      </w:r>
      <w:r w:rsidR="00083993">
        <w:rPr>
          <w:rtl/>
        </w:rPr>
        <w:t xml:space="preserve">ں </w:t>
      </w:r>
      <w:r>
        <w:rPr>
          <w:rtl/>
        </w:rPr>
        <w:t>كى خبر اپ تك نہي</w:t>
      </w:r>
      <w:r w:rsidR="00083993">
        <w:rPr>
          <w:rtl/>
        </w:rPr>
        <w:t xml:space="preserve">ں </w:t>
      </w:r>
      <w:r>
        <w:rPr>
          <w:rtl/>
        </w:rPr>
        <w:t>پہنچي''كا معنى يہ ہوگا:يقينا ان كى خبراپ تك پہنچى ہے_</w:t>
      </w:r>
    </w:p>
    <w:p w:rsidR="001F628F" w:rsidRDefault="001F628F" w:rsidP="001F628F">
      <w:pPr>
        <w:pStyle w:val="libNormal"/>
        <w:rPr>
          <w:rtl/>
        </w:rPr>
      </w:pPr>
      <w:r>
        <w:rPr>
          <w:rtl/>
        </w:rPr>
        <w:t xml:space="preserve">3_نوح </w:t>
      </w:r>
      <w:r w:rsidR="00367F17" w:rsidRPr="00367F17">
        <w:rPr>
          <w:rStyle w:val="libAlaemChar"/>
          <w:rtl/>
        </w:rPr>
        <w:t xml:space="preserve"> عليه‌السلام </w:t>
      </w:r>
      <w:r>
        <w:rPr>
          <w:rtl/>
        </w:rPr>
        <w:t xml:space="preserve"> ،عاد اورثمود كى قوم كے بارے مي</w:t>
      </w:r>
      <w:r w:rsidR="00083993">
        <w:rPr>
          <w:rtl/>
        </w:rPr>
        <w:t xml:space="preserve">ں </w:t>
      </w:r>
      <w:r>
        <w:rPr>
          <w:rtl/>
        </w:rPr>
        <w:t>خبر ايك انتہائي اہم اورسبق اموز خبر تھي_</w:t>
      </w:r>
    </w:p>
    <w:p w:rsidR="001F628F" w:rsidRDefault="001F628F" w:rsidP="0004785C">
      <w:pPr>
        <w:pStyle w:val="libArabic"/>
        <w:rPr>
          <w:rtl/>
        </w:rPr>
      </w:pPr>
      <w:r>
        <w:rPr>
          <w:rFonts w:hint="eastAsia"/>
          <w:rtl/>
        </w:rPr>
        <w:t>ا</w:t>
      </w:r>
      <w:r>
        <w:rPr>
          <w:rtl/>
        </w:rPr>
        <w:t xml:space="preserve"> لم يا تكم نبو ا الذين من قبلكم قوم نوح وعاد وثمود والذين من بعد</w:t>
      </w:r>
      <w:r w:rsidR="00B2551F" w:rsidRPr="00B2551F">
        <w:rPr>
          <w:rFonts w:hint="cs"/>
          <w:rtl/>
        </w:rPr>
        <w:t>ه</w:t>
      </w:r>
      <w:r>
        <w:rPr>
          <w:rFonts w:hint="cs"/>
          <w:rtl/>
        </w:rPr>
        <w:t>م</w:t>
      </w:r>
    </w:p>
    <w:p w:rsidR="001F628F" w:rsidRDefault="001F628F" w:rsidP="001F628F">
      <w:pPr>
        <w:pStyle w:val="libNormal"/>
        <w:rPr>
          <w:rtl/>
        </w:rPr>
      </w:pPr>
      <w:r>
        <w:rPr>
          <w:rtl/>
        </w:rPr>
        <w:t>''نبا ''لغت مي</w:t>
      </w:r>
      <w:r w:rsidR="00083993">
        <w:rPr>
          <w:rtl/>
        </w:rPr>
        <w:t xml:space="preserve">ں </w:t>
      </w:r>
      <w:r>
        <w:rPr>
          <w:rtl/>
        </w:rPr>
        <w:t xml:space="preserve">قابل اعتنا، مفيد اوراہم خبر كو كہا جاتا ہے مذكورہ بالا مطلب اس لئے اخذ كيا گيا ہے چونكہ گذشتہ اقوام كے عمومى ذكر'' </w:t>
      </w:r>
      <w:r w:rsidRPr="0004785C">
        <w:rPr>
          <w:rStyle w:val="libArabicChar"/>
          <w:rtl/>
        </w:rPr>
        <w:t>الذين من قبلكم''</w:t>
      </w:r>
      <w:r>
        <w:rPr>
          <w:rtl/>
        </w:rPr>
        <w:t xml:space="preserve"> كے بعد مذكورہ(تين)اقوام كو ذكر (ياددہاني)سے مختص كيا گيا ہے اوران كے بارے مي</w:t>
      </w:r>
      <w:r w:rsidR="00083993">
        <w:rPr>
          <w:rtl/>
        </w:rPr>
        <w:t xml:space="preserve">ں </w:t>
      </w:r>
      <w:r>
        <w:rPr>
          <w:rtl/>
        </w:rPr>
        <w:t xml:space="preserve">كلمہ'' نبا '' كى تعبير اختيار </w:t>
      </w:r>
      <w:r>
        <w:rPr>
          <w:rFonts w:hint="eastAsia"/>
          <w:rtl/>
        </w:rPr>
        <w:t>كى</w:t>
      </w:r>
      <w:r>
        <w:rPr>
          <w:rtl/>
        </w:rPr>
        <w:t xml:space="preserve"> گئي ہے_</w:t>
      </w:r>
    </w:p>
    <w:p w:rsidR="001F628F" w:rsidRDefault="001F628F" w:rsidP="0004785C">
      <w:pPr>
        <w:pStyle w:val="libNormal"/>
        <w:rPr>
          <w:rtl/>
        </w:rPr>
      </w:pPr>
      <w:r>
        <w:rPr>
          <w:rtl/>
        </w:rPr>
        <w:t xml:space="preserve">4_حضرت موسى نے اپنى قوم كو حضرت نوح </w:t>
      </w:r>
      <w:r w:rsidR="00367F17" w:rsidRPr="00367F17">
        <w:rPr>
          <w:rStyle w:val="libAlaemChar"/>
          <w:rtl/>
        </w:rPr>
        <w:t xml:space="preserve"> عليه‌السلام </w:t>
      </w:r>
      <w:r>
        <w:rPr>
          <w:rtl/>
        </w:rPr>
        <w:t xml:space="preserve"> ، عاد و ثمود كى قوم اوران كے بعد والى اقوام كى سرگذشت كى طرف متوجہ كيا_</w:t>
      </w:r>
      <w:r w:rsidRPr="0004785C">
        <w:rPr>
          <w:rStyle w:val="libArabicChar"/>
          <w:rFonts w:hint="eastAsia"/>
          <w:rtl/>
        </w:rPr>
        <w:t>ا</w:t>
      </w:r>
      <w:r w:rsidRPr="0004785C">
        <w:rPr>
          <w:rStyle w:val="libArabicChar"/>
          <w:rtl/>
        </w:rPr>
        <w:t xml:space="preserve"> لم يا تكم نبو ا الذين من قبلكم قوم نوح وعاد وثمود والذين من بعد</w:t>
      </w:r>
      <w:r w:rsidR="00B2551F" w:rsidRPr="00B2551F">
        <w:rPr>
          <w:rStyle w:val="libArabicChar"/>
          <w:rFonts w:hint="cs"/>
          <w:rtl/>
        </w:rPr>
        <w:t>ه</w:t>
      </w:r>
      <w:r w:rsidRPr="0004785C">
        <w:rPr>
          <w:rStyle w:val="libArabicChar"/>
          <w:rFonts w:hint="cs"/>
          <w:rtl/>
        </w:rPr>
        <w:t>م</w:t>
      </w:r>
    </w:p>
    <w:p w:rsidR="001F628F" w:rsidRDefault="001F628F" w:rsidP="001F628F">
      <w:pPr>
        <w:pStyle w:val="libNormal"/>
        <w:rPr>
          <w:rtl/>
        </w:rPr>
      </w:pPr>
      <w:r>
        <w:rPr>
          <w:rFonts w:hint="eastAsia"/>
          <w:rtl/>
        </w:rPr>
        <w:t>مذكورہ</w:t>
      </w:r>
      <w:r>
        <w:rPr>
          <w:rtl/>
        </w:rPr>
        <w:t xml:space="preserve"> مطلب اس احتمال كى بناء پرہے كہ جب ''ا لم يا تكم ... ''اس كلام موسى </w:t>
      </w:r>
      <w:r w:rsidR="00367F17" w:rsidRPr="00367F17">
        <w:rPr>
          <w:rStyle w:val="libAlaemChar"/>
          <w:rtl/>
        </w:rPr>
        <w:t xml:space="preserve"> عليه‌السلام </w:t>
      </w:r>
      <w:r>
        <w:rPr>
          <w:rtl/>
        </w:rPr>
        <w:t xml:space="preserve"> كے بعد ہوكہ جس مي</w:t>
      </w:r>
      <w:r w:rsidR="00083993">
        <w:rPr>
          <w:rtl/>
        </w:rPr>
        <w:t xml:space="preserve">ں </w:t>
      </w:r>
      <w:r>
        <w:rPr>
          <w:rtl/>
        </w:rPr>
        <w:t>انھو</w:t>
      </w:r>
      <w:r w:rsidR="00083993">
        <w:rPr>
          <w:rtl/>
        </w:rPr>
        <w:t xml:space="preserve">ں </w:t>
      </w:r>
      <w:r>
        <w:rPr>
          <w:rtl/>
        </w:rPr>
        <w:t>نے فرماياتھا:</w:t>
      </w:r>
      <w:r w:rsidRPr="0004785C">
        <w:rPr>
          <w:rStyle w:val="libArabicChar"/>
          <w:rtl/>
        </w:rPr>
        <w:t>'' وقال موسى ان تكفروا ...''</w:t>
      </w:r>
    </w:p>
    <w:p w:rsidR="001F628F" w:rsidRPr="0004785C" w:rsidRDefault="001F628F" w:rsidP="0004785C">
      <w:pPr>
        <w:pStyle w:val="libNormal"/>
        <w:rPr>
          <w:rStyle w:val="libArabicChar"/>
          <w:rtl/>
        </w:rPr>
      </w:pPr>
      <w:r>
        <w:rPr>
          <w:rtl/>
        </w:rPr>
        <w:t xml:space="preserve">5_بنى اسرائيل قوم نوح </w:t>
      </w:r>
      <w:r w:rsidR="00367F17" w:rsidRPr="00367F17">
        <w:rPr>
          <w:rStyle w:val="libAlaemChar"/>
          <w:rtl/>
        </w:rPr>
        <w:t xml:space="preserve"> عليه‌السلام </w:t>
      </w:r>
      <w:r>
        <w:rPr>
          <w:rtl/>
        </w:rPr>
        <w:t xml:space="preserve"> ،عاد وثمود كے واقعات سے اگاہ تھے_</w:t>
      </w:r>
      <w:r w:rsidRPr="0004785C">
        <w:rPr>
          <w:rStyle w:val="libArabicChar"/>
          <w:rFonts w:hint="eastAsia"/>
          <w:rtl/>
        </w:rPr>
        <w:t>ا</w:t>
      </w:r>
      <w:r w:rsidRPr="0004785C">
        <w:rPr>
          <w:rStyle w:val="libArabicChar"/>
          <w:rtl/>
        </w:rPr>
        <w:t xml:space="preserve"> لم يا تكم نبو ا الذين من قبلكم قوم نوح وعاد وثمود والذين من بعد</w:t>
      </w:r>
      <w:r w:rsidR="00B2551F" w:rsidRPr="00B2551F">
        <w:rPr>
          <w:rStyle w:val="libArabicChar"/>
          <w:rFonts w:hint="cs"/>
          <w:rtl/>
        </w:rPr>
        <w:t>ه</w:t>
      </w:r>
      <w:r w:rsidRPr="0004785C">
        <w:rPr>
          <w:rStyle w:val="libArabicChar"/>
          <w:rFonts w:hint="cs"/>
          <w:rtl/>
        </w:rPr>
        <w:t>م</w:t>
      </w:r>
    </w:p>
    <w:p w:rsidR="001F628F" w:rsidRDefault="001F628F" w:rsidP="001F628F">
      <w:pPr>
        <w:pStyle w:val="libNormal"/>
        <w:rPr>
          <w:rtl/>
        </w:rPr>
      </w:pPr>
      <w:r>
        <w:rPr>
          <w:rtl/>
        </w:rPr>
        <w:t xml:space="preserve">6_حضرت موسى </w:t>
      </w:r>
      <w:r w:rsidR="00367F17" w:rsidRPr="00367F17">
        <w:rPr>
          <w:rStyle w:val="libAlaemChar"/>
          <w:rtl/>
        </w:rPr>
        <w:t xml:space="preserve"> عليه‌السلام </w:t>
      </w:r>
      <w:r>
        <w:rPr>
          <w:rtl/>
        </w:rPr>
        <w:t xml:space="preserve"> نے گذشتہ اقوام كى سرگذشت سے عبرت حاصل نہ كرنے پر اپنى قوم كى سرزنش كي_</w:t>
      </w:r>
    </w:p>
    <w:p w:rsidR="001F628F" w:rsidRDefault="001F628F" w:rsidP="0004785C">
      <w:pPr>
        <w:pStyle w:val="libArabic"/>
        <w:rPr>
          <w:rtl/>
        </w:rPr>
      </w:pPr>
      <w:r>
        <w:rPr>
          <w:rFonts w:hint="eastAsia"/>
          <w:rtl/>
        </w:rPr>
        <w:t>ا</w:t>
      </w:r>
      <w:r>
        <w:rPr>
          <w:rtl/>
        </w:rPr>
        <w:t xml:space="preserve"> لم يا تكم نبو ا الذين من قبلكم قوم نوح وعاد وثمود</w:t>
      </w:r>
    </w:p>
    <w:p w:rsidR="001F628F" w:rsidRDefault="001F628F" w:rsidP="0004785C">
      <w:pPr>
        <w:pStyle w:val="libNormal"/>
        <w:rPr>
          <w:rtl/>
        </w:rPr>
      </w:pPr>
      <w:r>
        <w:rPr>
          <w:rtl/>
        </w:rPr>
        <w:t>7_اہم تاريخى واقعات سے استفادہ كرنا، لوگو</w:t>
      </w:r>
      <w:r w:rsidR="00083993">
        <w:rPr>
          <w:rtl/>
        </w:rPr>
        <w:t xml:space="preserve">ں </w:t>
      </w:r>
      <w:r>
        <w:rPr>
          <w:rtl/>
        </w:rPr>
        <w:t>كى تربيت كرنے كاايك طريقہ اورانھي</w:t>
      </w:r>
      <w:r w:rsidR="00083993">
        <w:rPr>
          <w:rtl/>
        </w:rPr>
        <w:t xml:space="preserve">ں </w:t>
      </w:r>
      <w:r>
        <w:rPr>
          <w:rtl/>
        </w:rPr>
        <w:t>تاريكيو</w:t>
      </w:r>
      <w:r w:rsidR="00083993">
        <w:rPr>
          <w:rtl/>
        </w:rPr>
        <w:t xml:space="preserve">ں </w:t>
      </w:r>
      <w:r>
        <w:rPr>
          <w:rtl/>
        </w:rPr>
        <w:t>سے نجات دلانے كاايك وسيلہ شمار ہوتا ہے_</w:t>
      </w:r>
      <w:r w:rsidRPr="0004785C">
        <w:rPr>
          <w:rStyle w:val="libArabicChar"/>
          <w:rFonts w:hint="eastAsia"/>
          <w:rtl/>
        </w:rPr>
        <w:t>ا</w:t>
      </w:r>
      <w:r w:rsidRPr="0004785C">
        <w:rPr>
          <w:rStyle w:val="libArabicChar"/>
          <w:rtl/>
        </w:rPr>
        <w:t xml:space="preserve"> خرج قومك من الظلمت الى النور ...ا لم يا تكم نبو ا الذين من قبلكم قوم نوح وعاد وثمود</w:t>
      </w:r>
    </w:p>
    <w:p w:rsidR="001F628F" w:rsidRDefault="001F628F" w:rsidP="001F628F">
      <w:pPr>
        <w:pStyle w:val="libNormal"/>
        <w:rPr>
          <w:rtl/>
        </w:rPr>
      </w:pPr>
      <w:r>
        <w:rPr>
          <w:rtl/>
        </w:rPr>
        <w:t>8_گذشتہ اقوام كى تاريخى جزئيات سے مكمل اگاہى ركھنا فقط خداوند متعال ہى كا كام ہے_</w:t>
      </w:r>
    </w:p>
    <w:p w:rsidR="001F628F" w:rsidRDefault="001F628F" w:rsidP="0004785C">
      <w:pPr>
        <w:pStyle w:val="libArabic"/>
        <w:rPr>
          <w:rtl/>
        </w:rPr>
      </w:pPr>
      <w:r>
        <w:rPr>
          <w:rFonts w:hint="eastAsia"/>
          <w:rtl/>
        </w:rPr>
        <w:t>ا</w:t>
      </w:r>
      <w:r>
        <w:rPr>
          <w:rtl/>
        </w:rPr>
        <w:t xml:space="preserve"> لم يا تكم نبو ا الذين من قبلكم ...لا يعلم</w:t>
      </w:r>
      <w:r w:rsidR="00B2551F" w:rsidRPr="00B2551F">
        <w:rPr>
          <w:rFonts w:hint="cs"/>
          <w:rtl/>
        </w:rPr>
        <w:t>ه</w:t>
      </w:r>
      <w:r>
        <w:rPr>
          <w:rFonts w:hint="cs"/>
          <w:rtl/>
        </w:rPr>
        <w:t>م</w:t>
      </w:r>
      <w:r>
        <w:rPr>
          <w:rtl/>
        </w:rPr>
        <w:t xml:space="preserve"> </w:t>
      </w:r>
      <w:r>
        <w:rPr>
          <w:rFonts w:hint="cs"/>
          <w:rtl/>
        </w:rPr>
        <w:t>الّا</w:t>
      </w:r>
      <w:r>
        <w:rPr>
          <w:rtl/>
        </w:rPr>
        <w:t xml:space="preserve"> </w:t>
      </w:r>
      <w:r>
        <w:rPr>
          <w:rFonts w:hint="cs"/>
          <w:rtl/>
        </w:rPr>
        <w:t>الله</w:t>
      </w:r>
    </w:p>
    <w:p w:rsidR="001F628F" w:rsidRDefault="001F628F" w:rsidP="001F628F">
      <w:pPr>
        <w:pStyle w:val="libNormal"/>
        <w:rPr>
          <w:rtl/>
        </w:rPr>
      </w:pPr>
      <w:r>
        <w:rPr>
          <w:rtl/>
        </w:rPr>
        <w:t>9_سابقہ اقوام اورملل كى تاريخ كاكچھ حصہ ابہام كا شكار ہوچكا ہے جس تك رسائي فقط وحى كے ذريعے ہى ممكن ہے_</w:t>
      </w:r>
    </w:p>
    <w:p w:rsidR="0004785C" w:rsidRDefault="001E7F9D" w:rsidP="00F73EDE">
      <w:pPr>
        <w:pStyle w:val="libPoemTini"/>
        <w:rPr>
          <w:rtl/>
        </w:rPr>
      </w:pPr>
      <w:r>
        <w:rPr>
          <w:rtl/>
        </w:rPr>
        <w:br w:type="page"/>
      </w:r>
    </w:p>
    <w:p w:rsidR="001F628F" w:rsidRDefault="001F628F" w:rsidP="0004785C">
      <w:pPr>
        <w:pStyle w:val="libArabic"/>
        <w:rPr>
          <w:rtl/>
        </w:rPr>
      </w:pPr>
      <w:r>
        <w:rPr>
          <w:rFonts w:hint="eastAsia"/>
          <w:rtl/>
        </w:rPr>
        <w:lastRenderedPageBreak/>
        <w:t>والذين</w:t>
      </w:r>
      <w:r>
        <w:rPr>
          <w:rtl/>
        </w:rPr>
        <w:t xml:space="preserve"> من بعد</w:t>
      </w:r>
      <w:r w:rsidR="00B2551F" w:rsidRPr="00B2551F">
        <w:rPr>
          <w:rFonts w:hint="cs"/>
          <w:rtl/>
        </w:rPr>
        <w:t>ه</w:t>
      </w:r>
      <w:r>
        <w:rPr>
          <w:rFonts w:hint="cs"/>
          <w:rtl/>
        </w:rPr>
        <w:t>م</w:t>
      </w:r>
      <w:r>
        <w:rPr>
          <w:rtl/>
        </w:rPr>
        <w:t xml:space="preserve"> </w:t>
      </w:r>
      <w:r>
        <w:rPr>
          <w:rFonts w:hint="cs"/>
          <w:rtl/>
        </w:rPr>
        <w:t>لا</w:t>
      </w:r>
      <w:r>
        <w:rPr>
          <w:rtl/>
        </w:rPr>
        <w:t xml:space="preserve"> </w:t>
      </w:r>
      <w:r>
        <w:rPr>
          <w:rFonts w:hint="cs"/>
          <w:rtl/>
        </w:rPr>
        <w:t>يعلم</w:t>
      </w:r>
      <w:r w:rsidR="00B2551F" w:rsidRPr="00B2551F">
        <w:rPr>
          <w:rFonts w:hint="cs"/>
          <w:rtl/>
        </w:rPr>
        <w:t>ه</w:t>
      </w:r>
      <w:r>
        <w:rPr>
          <w:rFonts w:hint="cs"/>
          <w:rtl/>
        </w:rPr>
        <w:t>م</w:t>
      </w:r>
      <w:r>
        <w:rPr>
          <w:rtl/>
        </w:rPr>
        <w:t xml:space="preserve"> </w:t>
      </w:r>
      <w:r>
        <w:rPr>
          <w:rFonts w:hint="cs"/>
          <w:rtl/>
        </w:rPr>
        <w:t>الّ</w:t>
      </w:r>
      <w:r>
        <w:rPr>
          <w:rtl/>
        </w:rPr>
        <w:t>ا الله</w:t>
      </w:r>
    </w:p>
    <w:p w:rsidR="001F628F" w:rsidRDefault="001F628F" w:rsidP="0004785C">
      <w:pPr>
        <w:pStyle w:val="libNormal"/>
        <w:rPr>
          <w:rtl/>
        </w:rPr>
      </w:pPr>
      <w:r>
        <w:rPr>
          <w:rtl/>
        </w:rPr>
        <w:t xml:space="preserve">10_حضرت نوح </w:t>
      </w:r>
      <w:r w:rsidR="00367F17" w:rsidRPr="00367F17">
        <w:rPr>
          <w:rStyle w:val="libAlaemChar"/>
          <w:rtl/>
        </w:rPr>
        <w:t xml:space="preserve"> عليه‌السلام </w:t>
      </w:r>
      <w:r>
        <w:rPr>
          <w:rtl/>
        </w:rPr>
        <w:t xml:space="preserve"> ،عاد اورثمود كى قومو</w:t>
      </w:r>
      <w:r w:rsidR="00083993">
        <w:rPr>
          <w:rtl/>
        </w:rPr>
        <w:t xml:space="preserve">ں </w:t>
      </w:r>
      <w:r>
        <w:rPr>
          <w:rtl/>
        </w:rPr>
        <w:t>كے بعد كچھ ايسى اورملتي</w:t>
      </w:r>
      <w:r w:rsidR="00083993">
        <w:rPr>
          <w:rtl/>
        </w:rPr>
        <w:t xml:space="preserve">ں </w:t>
      </w:r>
      <w:r>
        <w:rPr>
          <w:rtl/>
        </w:rPr>
        <w:t>بھى موجود تھي</w:t>
      </w:r>
      <w:r w:rsidR="00083993">
        <w:rPr>
          <w:rtl/>
        </w:rPr>
        <w:t xml:space="preserve">ں </w:t>
      </w:r>
      <w:r>
        <w:rPr>
          <w:rtl/>
        </w:rPr>
        <w:t>كہ جن كے بارے مي</w:t>
      </w:r>
      <w:r w:rsidR="00083993">
        <w:rPr>
          <w:rtl/>
        </w:rPr>
        <w:t xml:space="preserve">ں </w:t>
      </w:r>
      <w:r>
        <w:rPr>
          <w:rtl/>
        </w:rPr>
        <w:t>كسى قسم كى اطلاعات نہي</w:t>
      </w:r>
      <w:r w:rsidR="00083993">
        <w:rPr>
          <w:rtl/>
        </w:rPr>
        <w:t xml:space="preserve">ں </w:t>
      </w:r>
      <w:r>
        <w:rPr>
          <w:rtl/>
        </w:rPr>
        <w:t>ملتي</w:t>
      </w:r>
      <w:r w:rsidR="00083993">
        <w:rPr>
          <w:rtl/>
        </w:rPr>
        <w:t xml:space="preserve">ں </w:t>
      </w:r>
      <w:r>
        <w:rPr>
          <w:rtl/>
        </w:rPr>
        <w:t>_</w:t>
      </w:r>
      <w:r w:rsidRPr="0004785C">
        <w:rPr>
          <w:rStyle w:val="libArabicChar"/>
          <w:rFonts w:hint="eastAsia"/>
          <w:rtl/>
        </w:rPr>
        <w:t>قوم</w:t>
      </w:r>
      <w:r w:rsidRPr="0004785C">
        <w:rPr>
          <w:rStyle w:val="libArabicChar"/>
          <w:rtl/>
        </w:rPr>
        <w:t xml:space="preserve"> نوح وعاد وثمود والذين من بعد</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لا</w:t>
      </w:r>
      <w:r w:rsidRPr="0004785C">
        <w:rPr>
          <w:rStyle w:val="libArabicChar"/>
          <w:rtl/>
        </w:rPr>
        <w:t xml:space="preserve"> </w:t>
      </w:r>
      <w:r w:rsidRPr="0004785C">
        <w:rPr>
          <w:rStyle w:val="libArabicChar"/>
          <w:rFonts w:hint="cs"/>
          <w:rtl/>
        </w:rPr>
        <w:t>يعلم</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الّ</w:t>
      </w:r>
      <w:r w:rsidRPr="0004785C">
        <w:rPr>
          <w:rStyle w:val="libArabicChar"/>
          <w:rtl/>
        </w:rPr>
        <w:t>ا الله</w:t>
      </w:r>
    </w:p>
    <w:p w:rsidR="001F628F" w:rsidRDefault="001F628F" w:rsidP="0004785C">
      <w:pPr>
        <w:pStyle w:val="libNormal"/>
        <w:rPr>
          <w:rtl/>
        </w:rPr>
      </w:pPr>
      <w:r>
        <w:rPr>
          <w:rtl/>
        </w:rPr>
        <w:t>11_</w:t>
      </w:r>
      <w:r w:rsidR="003D0BA1">
        <w:rPr>
          <w:rtl/>
        </w:rPr>
        <w:t>انبياء</w:t>
      </w:r>
      <w:r>
        <w:rPr>
          <w:rtl/>
        </w:rPr>
        <w:t>ے الہى مختلف قومو</w:t>
      </w:r>
      <w:r w:rsidR="00083993">
        <w:rPr>
          <w:rtl/>
        </w:rPr>
        <w:t xml:space="preserve">ں </w:t>
      </w:r>
      <w:r>
        <w:rPr>
          <w:rtl/>
        </w:rPr>
        <w:t>منجملہ قوم نوح وعاد وثمود كے درميان روشن اورواضح دلائل و براھين لے كر مبعوث ہوئے تھے_</w:t>
      </w:r>
      <w:r w:rsidRPr="0004785C">
        <w:rPr>
          <w:rStyle w:val="libArabicChar"/>
          <w:rFonts w:hint="eastAsia"/>
          <w:rtl/>
        </w:rPr>
        <w:t>جاء</w:t>
      </w:r>
      <w:r w:rsidRPr="0004785C">
        <w:rPr>
          <w:rStyle w:val="libArabicChar"/>
          <w:rtl/>
        </w:rPr>
        <w:t xml:space="preserve"> 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p>
    <w:p w:rsidR="001F628F" w:rsidRDefault="001F628F" w:rsidP="001F628F">
      <w:pPr>
        <w:pStyle w:val="libNormal"/>
        <w:rPr>
          <w:rtl/>
        </w:rPr>
      </w:pPr>
      <w:r>
        <w:rPr>
          <w:rtl/>
        </w:rPr>
        <w:t xml:space="preserve">12_قوم حضرت نوح </w:t>
      </w:r>
      <w:r w:rsidR="00367F17" w:rsidRPr="00367F17">
        <w:rPr>
          <w:rStyle w:val="libAlaemChar"/>
          <w:rtl/>
        </w:rPr>
        <w:t xml:space="preserve"> عليه‌السلام </w:t>
      </w:r>
      <w:r>
        <w:rPr>
          <w:rtl/>
        </w:rPr>
        <w:t xml:space="preserve"> ،عاد اورثمود اوران كے بعد انے والى اقوام كے لئے اپنے مخصوص نبى تھے_</w:t>
      </w:r>
    </w:p>
    <w:p w:rsidR="001F628F" w:rsidRDefault="001F628F" w:rsidP="0004785C">
      <w:pPr>
        <w:pStyle w:val="libArabic"/>
        <w:rPr>
          <w:rtl/>
        </w:rPr>
      </w:pPr>
      <w:r>
        <w:rPr>
          <w:rFonts w:hint="eastAsia"/>
          <w:rtl/>
        </w:rPr>
        <w:t>ا</w:t>
      </w:r>
      <w:r>
        <w:rPr>
          <w:rtl/>
        </w:rPr>
        <w:t xml:space="preserve"> لم يا تكم نبو ا الذين من قبلكم قوم نوح ...جاء ت</w:t>
      </w:r>
      <w:r w:rsidR="00B2551F" w:rsidRPr="00B2551F">
        <w:rPr>
          <w:rFonts w:hint="cs"/>
          <w:rtl/>
        </w:rPr>
        <w:t>ه</w:t>
      </w:r>
      <w:r>
        <w:rPr>
          <w:rFonts w:hint="cs"/>
          <w:rtl/>
        </w:rPr>
        <w:t>م</w:t>
      </w:r>
      <w:r>
        <w:rPr>
          <w:rtl/>
        </w:rPr>
        <w:t xml:space="preserve"> </w:t>
      </w:r>
      <w:r>
        <w:rPr>
          <w:rFonts w:hint="cs"/>
          <w:rtl/>
        </w:rPr>
        <w:t>رسل</w:t>
      </w:r>
      <w:r w:rsidR="00B2551F" w:rsidRPr="00B2551F">
        <w:rPr>
          <w:rFonts w:hint="cs"/>
          <w:rtl/>
        </w:rPr>
        <w:t>ه</w:t>
      </w:r>
      <w:r>
        <w:rPr>
          <w:rFonts w:hint="cs"/>
          <w:rtl/>
        </w:rPr>
        <w:t>م</w:t>
      </w:r>
    </w:p>
    <w:p w:rsidR="001F628F" w:rsidRDefault="001F628F" w:rsidP="0004785C">
      <w:pPr>
        <w:pStyle w:val="libNormal"/>
        <w:rPr>
          <w:rtl/>
        </w:rPr>
      </w:pPr>
      <w:r>
        <w:rPr>
          <w:rtl/>
        </w:rPr>
        <w:t>13_كافر اقوام ،</w:t>
      </w:r>
      <w:r w:rsidR="003D0BA1">
        <w:rPr>
          <w:rtl/>
        </w:rPr>
        <w:t>انبياء</w:t>
      </w:r>
      <w:r>
        <w:rPr>
          <w:rtl/>
        </w:rPr>
        <w:t>ے كرام كى طرف سے روشن دلائل ديكھنے كے بعد ان كا استہزا اوران كے سامنے واضح طور پراپنے كفر كا اظہار كرتى تھي</w:t>
      </w:r>
      <w:r w:rsidR="00083993">
        <w:rPr>
          <w:rtl/>
        </w:rPr>
        <w:t xml:space="preserve">ں </w:t>
      </w:r>
      <w:r>
        <w:rPr>
          <w:rtl/>
        </w:rPr>
        <w:t>_</w:t>
      </w:r>
      <w:r w:rsidRPr="0004785C">
        <w:rPr>
          <w:rStyle w:val="libArabicChar"/>
          <w:rFonts w:hint="eastAsia"/>
          <w:rtl/>
        </w:rPr>
        <w:t>جاء</w:t>
      </w:r>
      <w:r w:rsidRPr="0004785C">
        <w:rPr>
          <w:rStyle w:val="libArabicChar"/>
          <w:rtl/>
        </w:rPr>
        <w:t xml:space="preserve"> 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فردّوا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يدي</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فى</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فو</w:t>
      </w:r>
      <w:r w:rsidR="00B2551F" w:rsidRPr="00B2551F">
        <w:rPr>
          <w:rStyle w:val="libArabicChar"/>
          <w:rFonts w:hint="cs"/>
          <w:rtl/>
        </w:rPr>
        <w:t>هه</w:t>
      </w:r>
      <w:r w:rsidRPr="0004785C">
        <w:rPr>
          <w:rStyle w:val="libArabicChar"/>
          <w:rFonts w:hint="cs"/>
          <w:rtl/>
        </w:rPr>
        <w:t>م</w:t>
      </w:r>
      <w:r w:rsidRPr="0004785C">
        <w:rPr>
          <w:rStyle w:val="libArabicChar"/>
          <w:rtl/>
        </w:rPr>
        <w:t xml:space="preserve"> </w:t>
      </w:r>
      <w:r w:rsidRPr="0004785C">
        <w:rPr>
          <w:rStyle w:val="libArabicChar"/>
          <w:rFonts w:hint="cs"/>
          <w:rtl/>
        </w:rPr>
        <w:t>وقالوا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كفرنا</w:t>
      </w:r>
      <w:r w:rsidRPr="0004785C">
        <w:rPr>
          <w:rStyle w:val="libArabicChar"/>
          <w:rtl/>
        </w:rPr>
        <w:t xml:space="preserve"> </w:t>
      </w:r>
      <w:r w:rsidRPr="0004785C">
        <w:rPr>
          <w:rStyle w:val="libArabicChar"/>
          <w:rFonts w:hint="cs"/>
          <w:rtl/>
        </w:rPr>
        <w:t>بما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رس</w:t>
      </w:r>
      <w:r w:rsidRPr="0004785C">
        <w:rPr>
          <w:rStyle w:val="libArabicChar"/>
          <w:rtl/>
        </w:rPr>
        <w:t>لتم ب</w:t>
      </w:r>
      <w:r w:rsidR="00B2551F" w:rsidRPr="00B2551F">
        <w:rPr>
          <w:rStyle w:val="libArabicChar"/>
          <w:rFonts w:hint="cs"/>
          <w:rtl/>
        </w:rPr>
        <w:t>ه</w:t>
      </w:r>
    </w:p>
    <w:p w:rsidR="001F628F" w:rsidRDefault="001F628F" w:rsidP="001F628F">
      <w:pPr>
        <w:pStyle w:val="libNormal"/>
        <w:rPr>
          <w:rtl/>
        </w:rPr>
      </w:pPr>
      <w:r>
        <w:rPr>
          <w:rtl/>
        </w:rPr>
        <w:t>'' ا يديھم فى ا فوھھم''مي</w:t>
      </w:r>
      <w:r w:rsidR="00083993">
        <w:rPr>
          <w:rtl/>
        </w:rPr>
        <w:t xml:space="preserve">ں </w:t>
      </w:r>
      <w:r>
        <w:rPr>
          <w:rtl/>
        </w:rPr>
        <w:t>موجودضمير كا مرجع ايت مي</w:t>
      </w:r>
      <w:r w:rsidR="00083993">
        <w:rPr>
          <w:rtl/>
        </w:rPr>
        <w:t xml:space="preserve">ں </w:t>
      </w:r>
      <w:r>
        <w:rPr>
          <w:rtl/>
        </w:rPr>
        <w:t>مذكورہ ''اقوام ''ہے اوريہ عبارت كنايہ كے طور پر اس مطلب كى طرف اشارہ كررہى ہے كہ كافر قومي</w:t>
      </w:r>
      <w:r w:rsidR="00083993">
        <w:rPr>
          <w:rtl/>
        </w:rPr>
        <w:t xml:space="preserve">ں </w:t>
      </w:r>
      <w:r>
        <w:rPr>
          <w:rtl/>
        </w:rPr>
        <w:t>اپنے منہ پر ہاتھ ركھ كر يا سيٹيا</w:t>
      </w:r>
      <w:r w:rsidR="00083993">
        <w:rPr>
          <w:rtl/>
        </w:rPr>
        <w:t xml:space="preserve">ں </w:t>
      </w:r>
      <w:r>
        <w:rPr>
          <w:rtl/>
        </w:rPr>
        <w:t>بجا كر اپنے انبياء كا استہزا كرتى تھي</w:t>
      </w:r>
      <w:r w:rsidR="00083993">
        <w:rPr>
          <w:rtl/>
        </w:rPr>
        <w:t xml:space="preserve">ں </w:t>
      </w:r>
      <w:r>
        <w:rPr>
          <w:rtl/>
        </w:rPr>
        <w:t>_</w:t>
      </w:r>
    </w:p>
    <w:p w:rsidR="001F628F" w:rsidRDefault="001F628F" w:rsidP="0004785C">
      <w:pPr>
        <w:pStyle w:val="libNormal"/>
        <w:rPr>
          <w:rtl/>
        </w:rPr>
      </w:pPr>
      <w:r>
        <w:rPr>
          <w:rtl/>
        </w:rPr>
        <w:t>14_كافر قومي</w:t>
      </w:r>
      <w:r w:rsidR="00083993">
        <w:rPr>
          <w:rtl/>
        </w:rPr>
        <w:t xml:space="preserve">ں </w:t>
      </w:r>
      <w:r>
        <w:rPr>
          <w:rtl/>
        </w:rPr>
        <w:t xml:space="preserve">جب </w:t>
      </w:r>
      <w:r w:rsidR="003D0BA1">
        <w:rPr>
          <w:rtl/>
        </w:rPr>
        <w:t>انبياء</w:t>
      </w:r>
      <w:r>
        <w:rPr>
          <w:rtl/>
        </w:rPr>
        <w:t>ے كرام كى طرف سے روشن دلائل ديكھتي</w:t>
      </w:r>
      <w:r w:rsidR="00083993">
        <w:rPr>
          <w:rtl/>
        </w:rPr>
        <w:t xml:space="preserve">ں </w:t>
      </w:r>
      <w:r>
        <w:rPr>
          <w:rtl/>
        </w:rPr>
        <w:t>تو شدت سے غضبناك اورناراض ہو كراپنے كفراميز مو قف كا اظہار كرنے لگتي</w:t>
      </w:r>
      <w:r w:rsidR="00083993">
        <w:rPr>
          <w:rtl/>
        </w:rPr>
        <w:t xml:space="preserve">ں </w:t>
      </w:r>
      <w:r>
        <w:rPr>
          <w:rtl/>
        </w:rPr>
        <w:t>_</w:t>
      </w:r>
      <w:r w:rsidRPr="0004785C">
        <w:rPr>
          <w:rStyle w:val="libArabicChar"/>
          <w:rFonts w:hint="eastAsia"/>
          <w:rtl/>
        </w:rPr>
        <w:t>جاء</w:t>
      </w:r>
      <w:r w:rsidRPr="0004785C">
        <w:rPr>
          <w:rStyle w:val="libArabicChar"/>
          <w:rtl/>
        </w:rPr>
        <w:t xml:space="preserve"> 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فردّوا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يدي</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فى</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فو</w:t>
      </w:r>
      <w:r w:rsidR="00B2551F" w:rsidRPr="00B2551F">
        <w:rPr>
          <w:rStyle w:val="libArabicChar"/>
          <w:rFonts w:hint="cs"/>
          <w:rtl/>
        </w:rPr>
        <w:t>هه</w:t>
      </w:r>
      <w:r w:rsidRPr="0004785C">
        <w:rPr>
          <w:rStyle w:val="libArabicChar"/>
          <w:rFonts w:hint="cs"/>
          <w:rtl/>
        </w:rPr>
        <w:t>م</w:t>
      </w:r>
      <w:r w:rsidRPr="0004785C">
        <w:rPr>
          <w:rStyle w:val="libArabicChar"/>
          <w:rtl/>
        </w:rPr>
        <w:t xml:space="preserve"> </w:t>
      </w:r>
      <w:r w:rsidRPr="0004785C">
        <w:rPr>
          <w:rStyle w:val="libArabicChar"/>
          <w:rFonts w:hint="cs"/>
          <w:rtl/>
        </w:rPr>
        <w:t>وقالوا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كفرنا</w:t>
      </w:r>
      <w:r w:rsidRPr="0004785C">
        <w:rPr>
          <w:rStyle w:val="libArabicChar"/>
          <w:rtl/>
        </w:rPr>
        <w:t xml:space="preserve"> </w:t>
      </w:r>
      <w:r w:rsidRPr="0004785C">
        <w:rPr>
          <w:rStyle w:val="libArabicChar"/>
          <w:rFonts w:hint="cs"/>
          <w:rtl/>
        </w:rPr>
        <w:t>بما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رس</w:t>
      </w:r>
      <w:r w:rsidRPr="0004785C">
        <w:rPr>
          <w:rStyle w:val="libArabicChar"/>
          <w:rtl/>
        </w:rPr>
        <w:t>لتم ب</w:t>
      </w:r>
      <w:r w:rsidR="00B2551F" w:rsidRPr="00B2551F">
        <w:rPr>
          <w:rStyle w:val="libArabicChar"/>
          <w:rFonts w:hint="cs"/>
          <w:rtl/>
        </w:rPr>
        <w:t>ه</w:t>
      </w:r>
    </w:p>
    <w:p w:rsidR="001F628F" w:rsidRDefault="001F628F" w:rsidP="001F628F">
      <w:pPr>
        <w:pStyle w:val="libNormal"/>
        <w:rPr>
          <w:rtl/>
        </w:rPr>
      </w:pPr>
      <w:r>
        <w:rPr>
          <w:rtl/>
        </w:rPr>
        <w:t>'' ردّوا ا يديھم فى ا فوھھم ''سے مراد ،ان كے غضب وخشم كى طرف اشارہ ہے كہ جس كا دوسرى ايات مي</w:t>
      </w:r>
      <w:r w:rsidR="00083993">
        <w:rPr>
          <w:rtl/>
        </w:rPr>
        <w:t xml:space="preserve">ں </w:t>
      </w:r>
      <w:r>
        <w:rPr>
          <w:rtl/>
        </w:rPr>
        <w:t>بھى ذكر كيا گيا ہے:(</w:t>
      </w:r>
      <w:r w:rsidRPr="0004785C">
        <w:rPr>
          <w:rStyle w:val="libArabicChar"/>
          <w:rtl/>
        </w:rPr>
        <w:t>عضّوا عليكم الا نامل من الغيظ</w:t>
      </w:r>
      <w:r>
        <w:rPr>
          <w:rtl/>
        </w:rPr>
        <w:t>)_</w:t>
      </w:r>
    </w:p>
    <w:p w:rsidR="001F628F" w:rsidRDefault="001F628F" w:rsidP="0004785C">
      <w:pPr>
        <w:pStyle w:val="libNormal"/>
        <w:rPr>
          <w:rtl/>
        </w:rPr>
      </w:pPr>
      <w:r>
        <w:rPr>
          <w:rtl/>
        </w:rPr>
        <w:t>15_كافر قومو</w:t>
      </w:r>
      <w:r w:rsidR="00083993">
        <w:rPr>
          <w:rtl/>
        </w:rPr>
        <w:t xml:space="preserve">ں </w:t>
      </w:r>
      <w:r>
        <w:rPr>
          <w:rtl/>
        </w:rPr>
        <w:t xml:space="preserve">نے </w:t>
      </w:r>
      <w:r w:rsidR="003D0BA1">
        <w:rPr>
          <w:rtl/>
        </w:rPr>
        <w:t>انبياء</w:t>
      </w:r>
      <w:r>
        <w:rPr>
          <w:rtl/>
        </w:rPr>
        <w:t>ے كرام</w:t>
      </w:r>
      <w:r w:rsidR="00367F17" w:rsidRPr="00367F17">
        <w:rPr>
          <w:rStyle w:val="libAlaemChar"/>
          <w:rtl/>
        </w:rPr>
        <w:t xml:space="preserve"> عليه‌السلام </w:t>
      </w:r>
      <w:r>
        <w:rPr>
          <w:rtl/>
        </w:rPr>
        <w:t xml:space="preserve"> كے روشن دلائل ديكھنے كے بعد انھي</w:t>
      </w:r>
      <w:r w:rsidR="00083993">
        <w:rPr>
          <w:rtl/>
        </w:rPr>
        <w:t xml:space="preserve">ں </w:t>
      </w:r>
      <w:r>
        <w:rPr>
          <w:rtl/>
        </w:rPr>
        <w:t>خاموش ركھنے اوران كى تبليغ كو روكنے كے لئے وسيع پيمانے پر كوششي</w:t>
      </w:r>
      <w:r w:rsidR="00083993">
        <w:rPr>
          <w:rtl/>
        </w:rPr>
        <w:t xml:space="preserve">ں </w:t>
      </w:r>
      <w:r>
        <w:rPr>
          <w:rtl/>
        </w:rPr>
        <w:t>شروع كردي</w:t>
      </w:r>
      <w:r w:rsidR="00083993">
        <w:rPr>
          <w:rtl/>
        </w:rPr>
        <w:t xml:space="preserve">ں </w:t>
      </w:r>
      <w:r>
        <w:rPr>
          <w:rtl/>
        </w:rPr>
        <w:t>_</w:t>
      </w:r>
      <w:r w:rsidRPr="0004785C">
        <w:rPr>
          <w:rStyle w:val="libArabicChar"/>
          <w:rFonts w:hint="eastAsia"/>
          <w:rtl/>
        </w:rPr>
        <w:t>جاء</w:t>
      </w:r>
      <w:r w:rsidRPr="0004785C">
        <w:rPr>
          <w:rStyle w:val="libArabicChar"/>
          <w:rtl/>
        </w:rPr>
        <w:t xml:space="preserve"> 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فردّوا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يدي</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فى</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فو</w:t>
      </w:r>
      <w:r w:rsidR="00B2551F" w:rsidRPr="00B2551F">
        <w:rPr>
          <w:rStyle w:val="libArabicChar"/>
          <w:rFonts w:hint="cs"/>
          <w:rtl/>
        </w:rPr>
        <w:t>هه</w:t>
      </w:r>
      <w:r w:rsidRPr="0004785C">
        <w:rPr>
          <w:rStyle w:val="libArabicChar"/>
          <w:rFonts w:hint="cs"/>
          <w:rtl/>
        </w:rPr>
        <w:t>م</w:t>
      </w:r>
      <w:r w:rsidRPr="0004785C">
        <w:rPr>
          <w:rStyle w:val="libArabicChar"/>
          <w:rtl/>
        </w:rPr>
        <w:t xml:space="preserve"> </w:t>
      </w:r>
      <w:r w:rsidRPr="0004785C">
        <w:rPr>
          <w:rStyle w:val="libArabicChar"/>
          <w:rFonts w:hint="cs"/>
          <w:rtl/>
        </w:rPr>
        <w:t>وقالوا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كفرنا</w:t>
      </w:r>
      <w:r w:rsidRPr="0004785C">
        <w:rPr>
          <w:rStyle w:val="libArabicChar"/>
          <w:rtl/>
        </w:rPr>
        <w:t xml:space="preserve"> </w:t>
      </w:r>
      <w:r w:rsidRPr="0004785C">
        <w:rPr>
          <w:rStyle w:val="libArabicChar"/>
          <w:rFonts w:hint="cs"/>
          <w:rtl/>
        </w:rPr>
        <w:t>بما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رس</w:t>
      </w:r>
      <w:r w:rsidRPr="0004785C">
        <w:rPr>
          <w:rStyle w:val="libArabicChar"/>
          <w:rtl/>
        </w:rPr>
        <w:t>لتم ب</w:t>
      </w:r>
      <w:r w:rsidR="00B2551F" w:rsidRPr="00B2551F">
        <w:rPr>
          <w:rStyle w:val="libArabicChar"/>
          <w:rFonts w:hint="cs"/>
          <w:rtl/>
        </w:rPr>
        <w:t>ه</w:t>
      </w:r>
    </w:p>
    <w:p w:rsidR="001F628F" w:rsidRDefault="001F628F" w:rsidP="001F628F">
      <w:pPr>
        <w:pStyle w:val="libNormal"/>
        <w:rPr>
          <w:rtl/>
        </w:rPr>
      </w:pPr>
      <w:r>
        <w:rPr>
          <w:rFonts w:hint="eastAsia"/>
          <w:rtl/>
        </w:rPr>
        <w:t>يہ</w:t>
      </w:r>
      <w:r>
        <w:rPr>
          <w:rtl/>
        </w:rPr>
        <w:t xml:space="preserve"> مفہوم اس احتمال پر مبنى ہے كہ ''ردّوا ''كا فاعل مذكورہ اقوام ہو</w:t>
      </w:r>
      <w:r w:rsidR="00083993">
        <w:rPr>
          <w:rtl/>
        </w:rPr>
        <w:t xml:space="preserve">ں </w:t>
      </w:r>
      <w:r>
        <w:rPr>
          <w:rtl/>
        </w:rPr>
        <w:t>اور'' ا يديھم '' كا مرجع ضمير انبياء يا اقوام ہو</w:t>
      </w:r>
      <w:r w:rsidR="00083993">
        <w:rPr>
          <w:rtl/>
        </w:rPr>
        <w:t xml:space="preserve">ں </w:t>
      </w:r>
      <w:r>
        <w:rPr>
          <w:rtl/>
        </w:rPr>
        <w:t xml:space="preserve">اور''ا فوھھم '' كى ضمير كا مرجع انبياء </w:t>
      </w:r>
      <w:r w:rsidR="00367F17" w:rsidRPr="00367F17">
        <w:rPr>
          <w:rStyle w:val="libAlaemChar"/>
          <w:rtl/>
        </w:rPr>
        <w:t xml:space="preserve"> عليه‌السلام </w:t>
      </w:r>
      <w:r>
        <w:rPr>
          <w:rtl/>
        </w:rPr>
        <w:t xml:space="preserve"> ہو</w:t>
      </w:r>
      <w:r w:rsidR="00083993">
        <w:rPr>
          <w:rtl/>
        </w:rPr>
        <w:t xml:space="preserve">ں </w:t>
      </w:r>
      <w:r>
        <w:rPr>
          <w:rtl/>
        </w:rPr>
        <w:t>اس صورت مي</w:t>
      </w:r>
      <w:r w:rsidR="00083993">
        <w:rPr>
          <w:rtl/>
        </w:rPr>
        <w:t xml:space="preserve">ں </w:t>
      </w:r>
      <w:r>
        <w:rPr>
          <w:rtl/>
        </w:rPr>
        <w:t>اس كا مطلب يہ ہوگا كہ ان اقوام نے انبياء كے ہاتھو</w:t>
      </w:r>
      <w:r w:rsidR="00083993">
        <w:rPr>
          <w:rtl/>
        </w:rPr>
        <w:t xml:space="preserve">ں </w:t>
      </w:r>
      <w:r>
        <w:rPr>
          <w:rtl/>
        </w:rPr>
        <w:t>يا اپنے ہاتھو</w:t>
      </w:r>
      <w:r w:rsidR="00083993">
        <w:rPr>
          <w:rtl/>
        </w:rPr>
        <w:t xml:space="preserve">ں </w:t>
      </w:r>
      <w:r>
        <w:rPr>
          <w:rtl/>
        </w:rPr>
        <w:t xml:space="preserve">كو </w:t>
      </w:r>
      <w:r w:rsidR="003D0BA1">
        <w:rPr>
          <w:rtl/>
        </w:rPr>
        <w:t>انبياء</w:t>
      </w:r>
      <w:r>
        <w:rPr>
          <w:rtl/>
        </w:rPr>
        <w:t>ے كر</w:t>
      </w:r>
      <w:r>
        <w:rPr>
          <w:rFonts w:hint="eastAsia"/>
          <w:rtl/>
        </w:rPr>
        <w:t>ام</w:t>
      </w:r>
      <w:r>
        <w:rPr>
          <w:rtl/>
        </w:rPr>
        <w:t xml:space="preserve"> </w:t>
      </w:r>
      <w:r w:rsidR="00367F17" w:rsidRPr="00367F17">
        <w:rPr>
          <w:rStyle w:val="libAlaemChar"/>
          <w:rtl/>
        </w:rPr>
        <w:t xml:space="preserve"> عليه‌السلام </w:t>
      </w:r>
      <w:r>
        <w:rPr>
          <w:rtl/>
        </w:rPr>
        <w:t xml:space="preserve"> كے منہ پر ركھ ديا_</w:t>
      </w:r>
    </w:p>
    <w:p w:rsidR="001F628F" w:rsidRDefault="001F628F" w:rsidP="0004785C">
      <w:pPr>
        <w:pStyle w:val="libNormal"/>
        <w:rPr>
          <w:rtl/>
        </w:rPr>
      </w:pPr>
      <w:r>
        <w:rPr>
          <w:rtl/>
        </w:rPr>
        <w:t>16_كافر قومو</w:t>
      </w:r>
      <w:r w:rsidR="00083993">
        <w:rPr>
          <w:rtl/>
        </w:rPr>
        <w:t xml:space="preserve">ں </w:t>
      </w:r>
      <w:r>
        <w:rPr>
          <w:rtl/>
        </w:rPr>
        <w:t xml:space="preserve">نے نہ فقط </w:t>
      </w:r>
      <w:r w:rsidR="003D0BA1">
        <w:rPr>
          <w:rtl/>
        </w:rPr>
        <w:t>انبياء</w:t>
      </w:r>
      <w:r>
        <w:rPr>
          <w:rtl/>
        </w:rPr>
        <w:t>ے كرام</w:t>
      </w:r>
      <w:r w:rsidR="00367F17" w:rsidRPr="00367F17">
        <w:rPr>
          <w:rStyle w:val="libAlaemChar"/>
          <w:rtl/>
        </w:rPr>
        <w:t xml:space="preserve"> عليه‌السلام </w:t>
      </w:r>
      <w:r>
        <w:rPr>
          <w:rtl/>
        </w:rPr>
        <w:t xml:space="preserve"> كى دعوت كا مثبت جواب نہي</w:t>
      </w:r>
      <w:r w:rsidR="00083993">
        <w:rPr>
          <w:rtl/>
        </w:rPr>
        <w:t xml:space="preserve">ں </w:t>
      </w:r>
      <w:r>
        <w:rPr>
          <w:rtl/>
        </w:rPr>
        <w:t>ديا اوراس پر خاموش نہي</w:t>
      </w:r>
      <w:r w:rsidR="00083993">
        <w:rPr>
          <w:rtl/>
        </w:rPr>
        <w:t xml:space="preserve">ں </w:t>
      </w:r>
      <w:r>
        <w:rPr>
          <w:rtl/>
        </w:rPr>
        <w:t>رہے بلكہ ان كے پيغام كے بارے مي</w:t>
      </w:r>
      <w:r w:rsidR="00083993">
        <w:rPr>
          <w:rtl/>
        </w:rPr>
        <w:t xml:space="preserve">ں </w:t>
      </w:r>
      <w:r>
        <w:rPr>
          <w:rtl/>
        </w:rPr>
        <w:t>واضح طور پر اپنے كفر كا اعلان بھى كرديا_</w:t>
      </w:r>
      <w:r w:rsidRPr="0004785C">
        <w:rPr>
          <w:rStyle w:val="libArabicChar"/>
          <w:rFonts w:hint="eastAsia"/>
          <w:rtl/>
        </w:rPr>
        <w:t>جاء</w:t>
      </w:r>
      <w:r w:rsidRPr="0004785C">
        <w:rPr>
          <w:rStyle w:val="libArabicChar"/>
          <w:rtl/>
        </w:rPr>
        <w:t xml:space="preserve"> 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فردّوا</w:t>
      </w:r>
      <w:r w:rsidRPr="0004785C">
        <w:rPr>
          <w:rStyle w:val="libArabicChar"/>
          <w:rtl/>
        </w:rPr>
        <w:t xml:space="preserve"> </w:t>
      </w:r>
      <w:r w:rsidRPr="0004785C">
        <w:rPr>
          <w:rStyle w:val="libArabicChar"/>
          <w:rFonts w:hint="cs"/>
          <w:rtl/>
        </w:rPr>
        <w:t>ا</w:t>
      </w:r>
      <w:r w:rsidRPr="0004785C">
        <w:rPr>
          <w:rStyle w:val="libArabicChar"/>
          <w:rtl/>
        </w:rPr>
        <w:t xml:space="preserve"> يدي</w:t>
      </w:r>
      <w:r w:rsidR="00B2551F" w:rsidRPr="00B2551F">
        <w:rPr>
          <w:rStyle w:val="libArabicChar"/>
          <w:rFonts w:hint="cs"/>
          <w:rtl/>
        </w:rPr>
        <w:t>ه</w:t>
      </w:r>
      <w:r w:rsidRPr="0004785C">
        <w:rPr>
          <w:rStyle w:val="libArabicChar"/>
          <w:rFonts w:hint="cs"/>
          <w:rtl/>
        </w:rPr>
        <w:t>م</w:t>
      </w:r>
    </w:p>
    <w:p w:rsidR="0004785C" w:rsidRDefault="001E7F9D" w:rsidP="00F73EDE">
      <w:pPr>
        <w:pStyle w:val="libPoemTini"/>
        <w:rPr>
          <w:rtl/>
        </w:rPr>
      </w:pPr>
      <w:r>
        <w:rPr>
          <w:rtl/>
        </w:rPr>
        <w:br w:type="page"/>
      </w:r>
    </w:p>
    <w:p w:rsidR="001F628F" w:rsidRDefault="001F628F" w:rsidP="0004785C">
      <w:pPr>
        <w:pStyle w:val="libArabic"/>
        <w:rPr>
          <w:rtl/>
        </w:rPr>
      </w:pPr>
      <w:r>
        <w:rPr>
          <w:rFonts w:hint="eastAsia"/>
          <w:rtl/>
        </w:rPr>
        <w:lastRenderedPageBreak/>
        <w:t>فى</w:t>
      </w:r>
      <w:r>
        <w:rPr>
          <w:rtl/>
        </w:rPr>
        <w:t xml:space="preserve"> ا فو</w:t>
      </w:r>
      <w:r w:rsidR="00B2551F" w:rsidRPr="00B2551F">
        <w:rPr>
          <w:rFonts w:hint="cs"/>
          <w:rtl/>
        </w:rPr>
        <w:t>هه</w:t>
      </w:r>
      <w:r>
        <w:rPr>
          <w:rFonts w:hint="cs"/>
          <w:rtl/>
        </w:rPr>
        <w:t>م</w:t>
      </w:r>
      <w:r>
        <w:rPr>
          <w:rtl/>
        </w:rPr>
        <w:t xml:space="preserve"> </w:t>
      </w:r>
      <w:r>
        <w:rPr>
          <w:rFonts w:hint="cs"/>
          <w:rtl/>
        </w:rPr>
        <w:t>وقالوا</w:t>
      </w:r>
      <w:r>
        <w:rPr>
          <w:rtl/>
        </w:rPr>
        <w:t xml:space="preserve"> </w:t>
      </w:r>
      <w:r>
        <w:rPr>
          <w:rFonts w:hint="cs"/>
          <w:rtl/>
        </w:rPr>
        <w:t>انا</w:t>
      </w:r>
      <w:r>
        <w:rPr>
          <w:rtl/>
        </w:rPr>
        <w:t xml:space="preserve"> </w:t>
      </w:r>
      <w:r>
        <w:rPr>
          <w:rFonts w:hint="cs"/>
          <w:rtl/>
        </w:rPr>
        <w:t>كفرنا</w:t>
      </w:r>
      <w:r>
        <w:rPr>
          <w:rtl/>
        </w:rPr>
        <w:t xml:space="preserve"> </w:t>
      </w:r>
      <w:r>
        <w:rPr>
          <w:rFonts w:hint="cs"/>
          <w:rtl/>
        </w:rPr>
        <w:t>بما</w:t>
      </w:r>
      <w:r>
        <w:rPr>
          <w:rtl/>
        </w:rPr>
        <w:t xml:space="preserve"> </w:t>
      </w:r>
      <w:r>
        <w:rPr>
          <w:rFonts w:hint="cs"/>
          <w:rtl/>
        </w:rPr>
        <w:t>ا</w:t>
      </w:r>
      <w:r>
        <w:rPr>
          <w:rtl/>
        </w:rPr>
        <w:t xml:space="preserve"> </w:t>
      </w:r>
      <w:r>
        <w:rPr>
          <w:rFonts w:hint="cs"/>
          <w:rtl/>
        </w:rPr>
        <w:t>رس</w:t>
      </w:r>
      <w:r>
        <w:rPr>
          <w:rtl/>
        </w:rPr>
        <w:t>لتم ب</w:t>
      </w:r>
      <w:r w:rsidR="00B2551F" w:rsidRPr="00B2551F">
        <w:rPr>
          <w:rFonts w:hint="cs"/>
          <w:rtl/>
        </w:rPr>
        <w:t>ه</w:t>
      </w:r>
    </w:p>
    <w:p w:rsidR="001F628F" w:rsidRDefault="001F628F" w:rsidP="001F628F">
      <w:pPr>
        <w:pStyle w:val="libNormal"/>
        <w:rPr>
          <w:rtl/>
        </w:rPr>
      </w:pPr>
      <w:r>
        <w:rPr>
          <w:rFonts w:hint="eastAsia"/>
          <w:rtl/>
        </w:rPr>
        <w:t>روح</w:t>
      </w:r>
      <w:r>
        <w:rPr>
          <w:rtl/>
        </w:rPr>
        <w:t xml:space="preserve"> المعاني(ج13،ص194) مي</w:t>
      </w:r>
      <w:r w:rsidR="00083993">
        <w:rPr>
          <w:rtl/>
        </w:rPr>
        <w:t xml:space="preserve">ں </w:t>
      </w:r>
      <w:r>
        <w:rPr>
          <w:rtl/>
        </w:rPr>
        <w:t>منقول ابوعبيدہ اوراخفش كے قول كے مطابق ''فردّوا ا يديھم فى ا فوھھم ''كى عبارت ان لوگو</w:t>
      </w:r>
      <w:r w:rsidR="00083993">
        <w:rPr>
          <w:rtl/>
        </w:rPr>
        <w:t xml:space="preserve">ں </w:t>
      </w:r>
      <w:r>
        <w:rPr>
          <w:rtl/>
        </w:rPr>
        <w:t>كے لئے ضرب المثل كے طور پر استعمال ہوتى ہے جو كسى تقاضاكامثبت جواب نہي</w:t>
      </w:r>
      <w:r w:rsidR="00083993">
        <w:rPr>
          <w:rtl/>
        </w:rPr>
        <w:t xml:space="preserve">ں </w:t>
      </w:r>
      <w:r>
        <w:rPr>
          <w:rtl/>
        </w:rPr>
        <w:t>ديتے اورخاموشى اختيار كرليتے ہي</w:t>
      </w:r>
      <w:r w:rsidR="00083993">
        <w:rPr>
          <w:rtl/>
        </w:rPr>
        <w:t xml:space="preserve">ں </w:t>
      </w:r>
      <w:r>
        <w:rPr>
          <w:rtl/>
        </w:rPr>
        <w:t>_</w:t>
      </w:r>
    </w:p>
    <w:p w:rsidR="001F628F" w:rsidRPr="0004785C" w:rsidRDefault="001F628F" w:rsidP="0004785C">
      <w:pPr>
        <w:pStyle w:val="libNormal"/>
        <w:rPr>
          <w:rStyle w:val="libArabicChar"/>
          <w:rtl/>
        </w:rPr>
      </w:pPr>
      <w:r>
        <w:rPr>
          <w:rtl/>
        </w:rPr>
        <w:t xml:space="preserve">17_حضرت نوح </w:t>
      </w:r>
      <w:r w:rsidR="00367F17" w:rsidRPr="00367F17">
        <w:rPr>
          <w:rStyle w:val="libAlaemChar"/>
          <w:rtl/>
        </w:rPr>
        <w:t xml:space="preserve"> عليه‌السلام </w:t>
      </w:r>
      <w:r>
        <w:rPr>
          <w:rtl/>
        </w:rPr>
        <w:t xml:space="preserve"> ،عاد وثمود كى قومو</w:t>
      </w:r>
      <w:r w:rsidR="00083993">
        <w:rPr>
          <w:rtl/>
        </w:rPr>
        <w:t xml:space="preserve">ں </w:t>
      </w:r>
      <w:r>
        <w:rPr>
          <w:rtl/>
        </w:rPr>
        <w:t xml:space="preserve">اوران كے بعد انے والى اقوام نے اپنے اپنے انبياء </w:t>
      </w:r>
      <w:r w:rsidR="00367F17" w:rsidRPr="00367F17">
        <w:rPr>
          <w:rStyle w:val="libAlaemChar"/>
          <w:rtl/>
        </w:rPr>
        <w:t xml:space="preserve"> عليه‌السلام </w:t>
      </w:r>
      <w:r>
        <w:rPr>
          <w:rtl/>
        </w:rPr>
        <w:t xml:space="preserve"> كى دعوت كے جواب مي</w:t>
      </w:r>
      <w:r w:rsidR="00083993">
        <w:rPr>
          <w:rtl/>
        </w:rPr>
        <w:t xml:space="preserve">ں </w:t>
      </w:r>
      <w:r>
        <w:rPr>
          <w:rtl/>
        </w:rPr>
        <w:t>اعلان كيا كہ وہ ان كى تعليمات كے بارے مي</w:t>
      </w:r>
      <w:r w:rsidR="00083993">
        <w:rPr>
          <w:rtl/>
        </w:rPr>
        <w:t xml:space="preserve">ں </w:t>
      </w:r>
      <w:r>
        <w:rPr>
          <w:rtl/>
        </w:rPr>
        <w:t>شك وترديد ركھتى ہي</w:t>
      </w:r>
      <w:r w:rsidR="00083993">
        <w:rPr>
          <w:rtl/>
        </w:rPr>
        <w:t xml:space="preserve">ں </w:t>
      </w:r>
      <w:r>
        <w:rPr>
          <w:rtl/>
        </w:rPr>
        <w:t>_</w:t>
      </w:r>
      <w:r w:rsidRPr="0004785C">
        <w:rPr>
          <w:rStyle w:val="libArabicChar"/>
          <w:rFonts w:hint="eastAsia"/>
          <w:rtl/>
        </w:rPr>
        <w:t>قوم</w:t>
      </w:r>
      <w:r w:rsidRPr="0004785C">
        <w:rPr>
          <w:rStyle w:val="libArabicChar"/>
          <w:rtl/>
        </w:rPr>
        <w:t xml:space="preserve"> نوح وعاد وثمود والذين من بعد</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جاء</w:t>
      </w:r>
      <w:r w:rsidRPr="0004785C">
        <w:rPr>
          <w:rStyle w:val="libArabicChar"/>
          <w:rtl/>
        </w:rPr>
        <w:t xml:space="preserve"> </w:t>
      </w:r>
      <w:r w:rsidRPr="0004785C">
        <w:rPr>
          <w:rStyle w:val="libArabicChar"/>
          <w:rFonts w:hint="cs"/>
          <w:rtl/>
        </w:rPr>
        <w:t>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وقالوا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كفرنا</w:t>
      </w:r>
      <w:r w:rsidRPr="0004785C">
        <w:rPr>
          <w:rStyle w:val="libArabicChar"/>
          <w:rtl/>
        </w:rPr>
        <w:t xml:space="preserve"> </w:t>
      </w:r>
      <w:r w:rsidRPr="0004785C">
        <w:rPr>
          <w:rStyle w:val="libArabicChar"/>
          <w:rFonts w:hint="cs"/>
          <w:rtl/>
        </w:rPr>
        <w:t>بما</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رسلتم</w:t>
      </w:r>
      <w:r w:rsidRPr="0004785C">
        <w:rPr>
          <w:rStyle w:val="libArabicChar"/>
          <w:rtl/>
        </w:rPr>
        <w:t xml:space="preserve"> </w:t>
      </w:r>
      <w:r w:rsidRPr="0004785C">
        <w:rPr>
          <w:rStyle w:val="libArabicChar"/>
          <w:rFonts w:hint="cs"/>
          <w:rtl/>
        </w:rPr>
        <w:t>ب</w:t>
      </w:r>
      <w:r w:rsidR="00B2551F" w:rsidRPr="00B2551F">
        <w:rPr>
          <w:rStyle w:val="libArabicChar"/>
          <w:rFonts w:hint="cs"/>
          <w:rtl/>
        </w:rPr>
        <w:t>ه</w:t>
      </w:r>
      <w:r w:rsidRPr="0004785C">
        <w:rPr>
          <w:rStyle w:val="libArabicChar"/>
          <w:rtl/>
        </w:rPr>
        <w:t xml:space="preserve"> </w:t>
      </w:r>
      <w:r w:rsidRPr="0004785C">
        <w:rPr>
          <w:rStyle w:val="libArabicChar"/>
          <w:rFonts w:hint="cs"/>
          <w:rtl/>
        </w:rPr>
        <w:t>و</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لفى</w:t>
      </w:r>
      <w:r w:rsidRPr="0004785C">
        <w:rPr>
          <w:rStyle w:val="libArabicChar"/>
          <w:rtl/>
        </w:rPr>
        <w:t xml:space="preserve"> </w:t>
      </w:r>
      <w:r w:rsidRPr="0004785C">
        <w:rPr>
          <w:rStyle w:val="libArabicChar"/>
          <w:rFonts w:hint="cs"/>
          <w:rtl/>
        </w:rPr>
        <w:t>شكّ</w:t>
      </w:r>
      <w:r w:rsidRPr="0004785C">
        <w:rPr>
          <w:rStyle w:val="libArabicChar"/>
          <w:rtl/>
        </w:rPr>
        <w:t xml:space="preserve"> </w:t>
      </w:r>
      <w:r w:rsidRPr="0004785C">
        <w:rPr>
          <w:rStyle w:val="libArabicChar"/>
          <w:rFonts w:hint="cs"/>
          <w:rtl/>
        </w:rPr>
        <w:t>ممّا</w:t>
      </w:r>
      <w:r w:rsidRPr="0004785C">
        <w:rPr>
          <w:rStyle w:val="libArabicChar"/>
          <w:rtl/>
        </w:rPr>
        <w:t xml:space="preserve"> </w:t>
      </w:r>
      <w:r w:rsidRPr="0004785C">
        <w:rPr>
          <w:rStyle w:val="libArabicChar"/>
          <w:rFonts w:hint="cs"/>
          <w:rtl/>
        </w:rPr>
        <w:t>تدع</w:t>
      </w:r>
      <w:r w:rsidRPr="0004785C">
        <w:rPr>
          <w:rStyle w:val="libArabicChar"/>
          <w:rtl/>
        </w:rPr>
        <w:t>ونناالي</w:t>
      </w:r>
      <w:r w:rsidR="00B2551F" w:rsidRPr="00B2551F">
        <w:rPr>
          <w:rStyle w:val="libArabicChar"/>
          <w:rFonts w:hint="cs"/>
          <w:rtl/>
        </w:rPr>
        <w:t>ه</w:t>
      </w:r>
      <w:r w:rsidRPr="0004785C">
        <w:rPr>
          <w:rStyle w:val="libArabicChar"/>
          <w:rtl/>
        </w:rPr>
        <w:t xml:space="preserve"> مريب</w:t>
      </w:r>
    </w:p>
    <w:p w:rsidR="001F628F" w:rsidRDefault="001F628F" w:rsidP="001F628F">
      <w:pPr>
        <w:pStyle w:val="libNormal"/>
        <w:rPr>
          <w:rtl/>
        </w:rPr>
      </w:pPr>
      <w:r>
        <w:rPr>
          <w:rtl/>
        </w:rPr>
        <w:t xml:space="preserve">18_قوم حضرت نوح </w:t>
      </w:r>
      <w:r w:rsidR="00367F17" w:rsidRPr="00367F17">
        <w:rPr>
          <w:rStyle w:val="libAlaemChar"/>
          <w:rtl/>
        </w:rPr>
        <w:t xml:space="preserve"> عليه‌السلام </w:t>
      </w:r>
      <w:r>
        <w:rPr>
          <w:rtl/>
        </w:rPr>
        <w:t xml:space="preserve"> ، عاد اورثمود كى اپنے انبياء كى دعوت كے بارے مي</w:t>
      </w:r>
      <w:r w:rsidR="00083993">
        <w:rPr>
          <w:rtl/>
        </w:rPr>
        <w:t xml:space="preserve">ں </w:t>
      </w:r>
      <w:r>
        <w:rPr>
          <w:rtl/>
        </w:rPr>
        <w:t>ترديد ، بدبينى پر مبنى تھي_</w:t>
      </w:r>
    </w:p>
    <w:p w:rsidR="001F628F" w:rsidRDefault="001F628F" w:rsidP="0004785C">
      <w:pPr>
        <w:pStyle w:val="libArabic"/>
        <w:rPr>
          <w:rtl/>
        </w:rPr>
      </w:pPr>
      <w:r>
        <w:rPr>
          <w:rFonts w:hint="eastAsia"/>
          <w:rtl/>
        </w:rPr>
        <w:t>انا</w:t>
      </w:r>
      <w:r>
        <w:rPr>
          <w:rtl/>
        </w:rPr>
        <w:t xml:space="preserve"> لفى شكّ ممّا تدعونناالي</w:t>
      </w:r>
      <w:r w:rsidR="00B2551F" w:rsidRPr="00B2551F">
        <w:rPr>
          <w:rFonts w:hint="cs"/>
          <w:rtl/>
        </w:rPr>
        <w:t>ه</w:t>
      </w:r>
      <w:r>
        <w:rPr>
          <w:rtl/>
        </w:rPr>
        <w:t xml:space="preserve"> مريب</w:t>
      </w:r>
    </w:p>
    <w:p w:rsidR="001F628F" w:rsidRDefault="001F628F" w:rsidP="001F628F">
      <w:pPr>
        <w:pStyle w:val="libNormal"/>
        <w:rPr>
          <w:rtl/>
        </w:rPr>
      </w:pPr>
      <w:r>
        <w:rPr>
          <w:rtl/>
        </w:rPr>
        <w:t>'' شك'' كے بعد '' مريب'' كا ذكر كرنا اگرچہ تاكيد كے لئے ہے ليكن ان دونو</w:t>
      </w:r>
      <w:r w:rsidR="00083993">
        <w:rPr>
          <w:rtl/>
        </w:rPr>
        <w:t xml:space="preserve">ں </w:t>
      </w:r>
      <w:r>
        <w:rPr>
          <w:rtl/>
        </w:rPr>
        <w:t>كے درميان ايك قسم كا فرق بھى موجود ہے وہ يہ كہ ''ريب'' مي</w:t>
      </w:r>
      <w:r w:rsidR="00083993">
        <w:rPr>
          <w:rtl/>
        </w:rPr>
        <w:t xml:space="preserve">ں </w:t>
      </w:r>
      <w:r>
        <w:rPr>
          <w:rtl/>
        </w:rPr>
        <w:t>شك بدبينى پرمشتمل ہوتا ہے_</w:t>
      </w:r>
    </w:p>
    <w:p w:rsidR="001F628F" w:rsidRDefault="001F628F" w:rsidP="001F628F">
      <w:pPr>
        <w:pStyle w:val="libNormal"/>
        <w:rPr>
          <w:rtl/>
        </w:rPr>
      </w:pPr>
      <w:r>
        <w:rPr>
          <w:rtl/>
        </w:rPr>
        <w:t>19_</w:t>
      </w:r>
      <w:r w:rsidR="003D0BA1">
        <w:rPr>
          <w:rtl/>
        </w:rPr>
        <w:t>انبياء</w:t>
      </w:r>
      <w:r>
        <w:rPr>
          <w:rtl/>
        </w:rPr>
        <w:t xml:space="preserve">ے كرام </w:t>
      </w:r>
      <w:r w:rsidR="00367F17" w:rsidRPr="00367F17">
        <w:rPr>
          <w:rStyle w:val="libAlaemChar"/>
          <w:rtl/>
        </w:rPr>
        <w:t xml:space="preserve"> عليه‌السلام </w:t>
      </w:r>
      <w:r>
        <w:rPr>
          <w:rtl/>
        </w:rPr>
        <w:t xml:space="preserve"> كى تعليمات كے بارے مي</w:t>
      </w:r>
      <w:r w:rsidR="00083993">
        <w:rPr>
          <w:rtl/>
        </w:rPr>
        <w:t xml:space="preserve">ں </w:t>
      </w:r>
      <w:r>
        <w:rPr>
          <w:rtl/>
        </w:rPr>
        <w:t>كفر پيشہ اقوام كے شك وترديد كاسرچشمہ ان كا كفر(ہي) تھا_</w:t>
      </w:r>
    </w:p>
    <w:p w:rsidR="001F628F" w:rsidRDefault="001F628F" w:rsidP="0004785C">
      <w:pPr>
        <w:pStyle w:val="libArabic"/>
        <w:rPr>
          <w:rtl/>
        </w:rPr>
      </w:pPr>
      <w:r>
        <w:rPr>
          <w:rFonts w:hint="eastAsia"/>
          <w:rtl/>
        </w:rPr>
        <w:t>قالوا</w:t>
      </w:r>
      <w:r>
        <w:rPr>
          <w:rtl/>
        </w:rPr>
        <w:t xml:space="preserve"> انا كفرنا بما ا رسلتم ب</w:t>
      </w:r>
      <w:r w:rsidR="00B2551F" w:rsidRPr="00B2551F">
        <w:rPr>
          <w:rFonts w:hint="cs"/>
          <w:rtl/>
        </w:rPr>
        <w:t>ه</w:t>
      </w:r>
      <w:r>
        <w:rPr>
          <w:rtl/>
        </w:rPr>
        <w:t xml:space="preserve"> </w:t>
      </w:r>
      <w:r>
        <w:rPr>
          <w:rFonts w:hint="cs"/>
          <w:rtl/>
        </w:rPr>
        <w:t>و</w:t>
      </w:r>
      <w:r>
        <w:rPr>
          <w:rtl/>
        </w:rPr>
        <w:t xml:space="preserve"> </w:t>
      </w:r>
      <w:r>
        <w:rPr>
          <w:rFonts w:hint="cs"/>
          <w:rtl/>
        </w:rPr>
        <w:t>انا</w:t>
      </w:r>
      <w:r>
        <w:rPr>
          <w:rtl/>
        </w:rPr>
        <w:t xml:space="preserve"> </w:t>
      </w:r>
      <w:r>
        <w:rPr>
          <w:rFonts w:hint="cs"/>
          <w:rtl/>
        </w:rPr>
        <w:t>لفى</w:t>
      </w:r>
      <w:r>
        <w:rPr>
          <w:rtl/>
        </w:rPr>
        <w:t xml:space="preserve"> </w:t>
      </w:r>
      <w:r>
        <w:rPr>
          <w:rFonts w:hint="cs"/>
          <w:rtl/>
        </w:rPr>
        <w:t>شكّ</w:t>
      </w:r>
      <w:r>
        <w:rPr>
          <w:rtl/>
        </w:rPr>
        <w:t xml:space="preserve"> </w:t>
      </w:r>
      <w:r>
        <w:rPr>
          <w:rFonts w:hint="cs"/>
          <w:rtl/>
        </w:rPr>
        <w:t>ممّا</w:t>
      </w:r>
      <w:r>
        <w:rPr>
          <w:rtl/>
        </w:rPr>
        <w:t xml:space="preserve"> </w:t>
      </w:r>
      <w:r>
        <w:rPr>
          <w:rFonts w:hint="cs"/>
          <w:rtl/>
        </w:rPr>
        <w:t>تدعونناالي</w:t>
      </w:r>
      <w:r w:rsidR="00B2551F" w:rsidRPr="00B2551F">
        <w:rPr>
          <w:rFonts w:hint="cs"/>
          <w:rtl/>
        </w:rPr>
        <w:t>ه</w:t>
      </w:r>
      <w:r>
        <w:rPr>
          <w:rtl/>
        </w:rPr>
        <w:t xml:space="preserve"> مريب</w:t>
      </w:r>
    </w:p>
    <w:p w:rsidR="001F628F" w:rsidRPr="0004785C" w:rsidRDefault="001F628F" w:rsidP="0004785C">
      <w:pPr>
        <w:pStyle w:val="libNormal"/>
        <w:rPr>
          <w:rStyle w:val="libArabicChar"/>
          <w:rtl/>
        </w:rPr>
      </w:pPr>
      <w:r>
        <w:rPr>
          <w:rtl/>
        </w:rPr>
        <w:t xml:space="preserve">20_حضرت نوح </w:t>
      </w:r>
      <w:r w:rsidR="00367F17" w:rsidRPr="00367F17">
        <w:rPr>
          <w:rStyle w:val="libAlaemChar"/>
          <w:rtl/>
        </w:rPr>
        <w:t xml:space="preserve"> عليه‌السلام </w:t>
      </w:r>
      <w:r>
        <w:rPr>
          <w:rtl/>
        </w:rPr>
        <w:t xml:space="preserve"> ، عاد اورثمود كے زمانے كى كافر اقوام كے پاس اپنے </w:t>
      </w:r>
      <w:r w:rsidR="003D0BA1">
        <w:rPr>
          <w:rtl/>
        </w:rPr>
        <w:t>انبياء</w:t>
      </w:r>
      <w:r w:rsidR="00367F17" w:rsidRPr="00367F17">
        <w:rPr>
          <w:rStyle w:val="libAlaemChar"/>
          <w:rtl/>
        </w:rPr>
        <w:t xml:space="preserve"> عليه‌السلام </w:t>
      </w:r>
      <w:r>
        <w:rPr>
          <w:rtl/>
        </w:rPr>
        <w:t xml:space="preserve"> كے روشن دلائل كے مقابلے مي</w:t>
      </w:r>
      <w:r w:rsidR="00083993">
        <w:rPr>
          <w:rtl/>
        </w:rPr>
        <w:t xml:space="preserve">ں </w:t>
      </w:r>
      <w:r>
        <w:rPr>
          <w:rtl/>
        </w:rPr>
        <w:t>كوئي بھى دليل اوربرھان موجود نہي</w:t>
      </w:r>
      <w:r w:rsidR="00083993">
        <w:rPr>
          <w:rtl/>
        </w:rPr>
        <w:t xml:space="preserve">ں </w:t>
      </w:r>
      <w:r>
        <w:rPr>
          <w:rtl/>
        </w:rPr>
        <w:t>تھي_</w:t>
      </w:r>
      <w:r w:rsidRPr="0004785C">
        <w:rPr>
          <w:rStyle w:val="libArabicChar"/>
          <w:rFonts w:hint="eastAsia"/>
          <w:rtl/>
        </w:rPr>
        <w:t>قوم</w:t>
      </w:r>
      <w:r w:rsidRPr="0004785C">
        <w:rPr>
          <w:rStyle w:val="libArabicChar"/>
          <w:rtl/>
        </w:rPr>
        <w:t xml:space="preserve"> نوح وعاد وثمود والذين من بعد</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جاء</w:t>
      </w:r>
      <w:r w:rsidRPr="0004785C">
        <w:rPr>
          <w:rStyle w:val="libArabicChar"/>
          <w:rtl/>
        </w:rPr>
        <w:t xml:space="preserve"> </w:t>
      </w:r>
      <w:r w:rsidRPr="0004785C">
        <w:rPr>
          <w:rStyle w:val="libArabicChar"/>
          <w:rFonts w:hint="cs"/>
          <w:rtl/>
        </w:rPr>
        <w:t>ت</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004866ED" w:rsidRPr="004866ED">
        <w:rPr>
          <w:rStyle w:val="libArabicChar"/>
          <w:rFonts w:hint="cs"/>
          <w:rtl/>
        </w:rPr>
        <w:t>بالبيّنات</w:t>
      </w:r>
      <w:r w:rsidRPr="0004785C">
        <w:rPr>
          <w:rStyle w:val="libArabicChar"/>
          <w:rtl/>
        </w:rPr>
        <w:t xml:space="preserve"> ...</w:t>
      </w:r>
      <w:r w:rsidRPr="0004785C">
        <w:rPr>
          <w:rStyle w:val="libArabicChar"/>
          <w:rFonts w:hint="cs"/>
          <w:rtl/>
        </w:rPr>
        <w:t>وقالوا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كفرنا</w:t>
      </w:r>
      <w:r w:rsidRPr="0004785C">
        <w:rPr>
          <w:rStyle w:val="libArabicChar"/>
          <w:rtl/>
        </w:rPr>
        <w:t xml:space="preserve"> ...</w:t>
      </w:r>
      <w:r w:rsidRPr="0004785C">
        <w:rPr>
          <w:rStyle w:val="libArabicChar"/>
          <w:rFonts w:hint="cs"/>
          <w:rtl/>
        </w:rPr>
        <w:t>انا</w:t>
      </w:r>
      <w:r w:rsidRPr="0004785C">
        <w:rPr>
          <w:rStyle w:val="libArabicChar"/>
          <w:rtl/>
        </w:rPr>
        <w:t xml:space="preserve"> </w:t>
      </w:r>
      <w:r w:rsidRPr="0004785C">
        <w:rPr>
          <w:rStyle w:val="libArabicChar"/>
          <w:rFonts w:hint="cs"/>
          <w:rtl/>
        </w:rPr>
        <w:t>لفى</w:t>
      </w:r>
      <w:r w:rsidRPr="0004785C">
        <w:rPr>
          <w:rStyle w:val="libArabicChar"/>
          <w:rtl/>
        </w:rPr>
        <w:t xml:space="preserve"> </w:t>
      </w:r>
      <w:r w:rsidRPr="0004785C">
        <w:rPr>
          <w:rStyle w:val="libArabicChar"/>
          <w:rFonts w:hint="cs"/>
          <w:rtl/>
        </w:rPr>
        <w:t>شكّ</w:t>
      </w:r>
      <w:r w:rsidRPr="0004785C">
        <w:rPr>
          <w:rStyle w:val="libArabicChar"/>
          <w:rtl/>
        </w:rPr>
        <w:t xml:space="preserve"> </w:t>
      </w:r>
      <w:r w:rsidRPr="0004785C">
        <w:rPr>
          <w:rStyle w:val="libArabicChar"/>
          <w:rFonts w:hint="cs"/>
          <w:rtl/>
        </w:rPr>
        <w:t>ممّا</w:t>
      </w:r>
      <w:r w:rsidRPr="0004785C">
        <w:rPr>
          <w:rStyle w:val="libArabicChar"/>
          <w:rtl/>
        </w:rPr>
        <w:t xml:space="preserve"> </w:t>
      </w:r>
      <w:r w:rsidRPr="0004785C">
        <w:rPr>
          <w:rStyle w:val="libArabicChar"/>
          <w:rFonts w:hint="cs"/>
          <w:rtl/>
        </w:rPr>
        <w:t>تدعونناالي</w:t>
      </w:r>
      <w:r w:rsidR="00B2551F" w:rsidRPr="00B2551F">
        <w:rPr>
          <w:rStyle w:val="libArabicChar"/>
          <w:rFonts w:hint="cs"/>
          <w:rtl/>
        </w:rPr>
        <w:t>ه</w:t>
      </w:r>
      <w:r w:rsidRPr="0004785C">
        <w:rPr>
          <w:rStyle w:val="libArabicChar"/>
          <w:rtl/>
        </w:rPr>
        <w:t xml:space="preserve"> مريب</w:t>
      </w:r>
    </w:p>
    <w:p w:rsidR="001F628F" w:rsidRPr="0004785C" w:rsidRDefault="001F628F" w:rsidP="0004785C">
      <w:pPr>
        <w:pStyle w:val="libNormal"/>
        <w:rPr>
          <w:rStyle w:val="libArabicChar"/>
          <w:rtl/>
        </w:rPr>
      </w:pPr>
      <w:r>
        <w:rPr>
          <w:rtl/>
        </w:rPr>
        <w:t>21_لوگو</w:t>
      </w:r>
      <w:r w:rsidR="00083993">
        <w:rPr>
          <w:rtl/>
        </w:rPr>
        <w:t xml:space="preserve">ں </w:t>
      </w:r>
      <w:r>
        <w:rPr>
          <w:rtl/>
        </w:rPr>
        <w:t xml:space="preserve">كو ظلمت وتاريكى سے نور كى طرف لے جانے كے لئے قرانى تربيت وہدايت ايك طريقہ گذشتہ انبياء </w:t>
      </w:r>
      <w:r w:rsidR="00367F17" w:rsidRPr="00367F17">
        <w:rPr>
          <w:rStyle w:val="libAlaemChar"/>
          <w:rtl/>
        </w:rPr>
        <w:t xml:space="preserve"> عليه‌السلام </w:t>
      </w:r>
      <w:r>
        <w:rPr>
          <w:rtl/>
        </w:rPr>
        <w:t xml:space="preserve"> اوران كى قومو</w:t>
      </w:r>
      <w:r w:rsidR="00083993">
        <w:rPr>
          <w:rtl/>
        </w:rPr>
        <w:t xml:space="preserve">ں </w:t>
      </w:r>
      <w:r>
        <w:rPr>
          <w:rtl/>
        </w:rPr>
        <w:t>كى سرگذشت و تاريخ بيان كرنا ہے_</w:t>
      </w:r>
      <w:r w:rsidRPr="0004785C">
        <w:rPr>
          <w:rStyle w:val="libArabicChar"/>
          <w:rFonts w:hint="eastAsia"/>
          <w:rtl/>
        </w:rPr>
        <w:t>اخرج</w:t>
      </w:r>
      <w:r w:rsidRPr="0004785C">
        <w:rPr>
          <w:rStyle w:val="libArabicChar"/>
          <w:rtl/>
        </w:rPr>
        <w:t xml:space="preserve"> قومك من الظلمت الى النور ...ا لم يا تكم نبو ا الذين من قبلكم قوم نوح وعاد وثمودوالذين من بعد</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جاء</w:t>
      </w:r>
      <w:r w:rsidRPr="0004785C">
        <w:rPr>
          <w:rStyle w:val="libArabicChar"/>
          <w:rtl/>
        </w:rPr>
        <w:t xml:space="preserve"> </w:t>
      </w:r>
      <w:r w:rsidRPr="0004785C">
        <w:rPr>
          <w:rStyle w:val="libArabicChar"/>
          <w:rFonts w:hint="cs"/>
          <w:rtl/>
        </w:rPr>
        <w:t>ت</w:t>
      </w:r>
      <w:r w:rsidR="00B2551F" w:rsidRPr="00B2551F">
        <w:rPr>
          <w:rStyle w:val="libArabicChar"/>
          <w:rFonts w:hint="cs"/>
          <w:rtl/>
        </w:rPr>
        <w:t>ه</w:t>
      </w:r>
      <w:r w:rsidRPr="0004785C">
        <w:rPr>
          <w:rStyle w:val="libArabicChar"/>
          <w:rFonts w:hint="cs"/>
          <w:rtl/>
        </w:rPr>
        <w:t>م</w:t>
      </w:r>
      <w:r w:rsidRPr="0004785C">
        <w:rPr>
          <w:rStyle w:val="libArabicChar"/>
          <w:rtl/>
        </w:rPr>
        <w:t xml:space="preserve"> رسل</w:t>
      </w:r>
      <w:r w:rsidR="00B2551F" w:rsidRPr="00B2551F">
        <w:rPr>
          <w:rStyle w:val="libArabicChar"/>
          <w:rFonts w:hint="cs"/>
          <w:rtl/>
        </w:rPr>
        <w:t>ه</w:t>
      </w:r>
      <w:r w:rsidRPr="0004785C">
        <w:rPr>
          <w:rStyle w:val="libArabicChar"/>
          <w:rFonts w:hint="cs"/>
          <w:rtl/>
        </w:rPr>
        <w:t>م</w:t>
      </w:r>
    </w:p>
    <w:p w:rsidR="001F628F" w:rsidRDefault="001F628F" w:rsidP="0004785C">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ياد دہانيا</w:t>
      </w:r>
      <w:r w:rsidR="00083993">
        <w:rPr>
          <w:rtl/>
        </w:rPr>
        <w:t xml:space="preserve">ں </w:t>
      </w:r>
      <w:r>
        <w:rPr>
          <w:rtl/>
        </w:rPr>
        <w:t>1</w:t>
      </w:r>
    </w:p>
    <w:p w:rsidR="001F628F" w:rsidRDefault="001F628F" w:rsidP="0004785C">
      <w:pPr>
        <w:pStyle w:val="libNormal"/>
        <w:rPr>
          <w:rtl/>
        </w:rPr>
      </w:pPr>
      <w:r>
        <w:rPr>
          <w:rFonts w:hint="eastAsia"/>
          <w:rtl/>
        </w:rPr>
        <w:t>الله</w:t>
      </w:r>
      <w:r>
        <w:rPr>
          <w:rtl/>
        </w:rPr>
        <w:t xml:space="preserve"> تعالى :</w:t>
      </w:r>
      <w:r>
        <w:rPr>
          <w:rFonts w:hint="eastAsia"/>
          <w:rtl/>
        </w:rPr>
        <w:t>الله</w:t>
      </w:r>
      <w:r>
        <w:rPr>
          <w:rtl/>
        </w:rPr>
        <w:t xml:space="preserve"> تعالى اورتاريخ 8;الله تعالى كے اختصاصات 8; الله تعالى كا علم 8</w:t>
      </w:r>
    </w:p>
    <w:p w:rsidR="0004785C" w:rsidRDefault="001E7F9D" w:rsidP="00F73EDE">
      <w:pPr>
        <w:pStyle w:val="libPoemTini"/>
        <w:rPr>
          <w:rtl/>
        </w:rPr>
      </w:pPr>
      <w:r>
        <w:rPr>
          <w:rtl/>
        </w:rPr>
        <w:br w:type="page"/>
      </w:r>
    </w:p>
    <w:p w:rsidR="001F628F" w:rsidRDefault="001F628F" w:rsidP="0004785C">
      <w:pPr>
        <w:pStyle w:val="libNormal"/>
        <w:rPr>
          <w:rtl/>
        </w:rPr>
      </w:pPr>
      <w:r>
        <w:rPr>
          <w:rFonts w:hint="eastAsia"/>
          <w:rtl/>
        </w:rPr>
        <w:lastRenderedPageBreak/>
        <w:t>الله</w:t>
      </w:r>
      <w:r>
        <w:rPr>
          <w:rtl/>
        </w:rPr>
        <w:t xml:space="preserve"> تعالى كے رسول: 12</w:t>
      </w:r>
    </w:p>
    <w:p w:rsidR="001F628F" w:rsidRDefault="001F628F" w:rsidP="0004785C">
      <w:pPr>
        <w:pStyle w:val="libNormal"/>
        <w:rPr>
          <w:rtl/>
        </w:rPr>
      </w:pPr>
      <w:r>
        <w:rPr>
          <w:rFonts w:hint="eastAsia"/>
          <w:rtl/>
        </w:rPr>
        <w:t>انبياء</w:t>
      </w:r>
      <w:r>
        <w:rPr>
          <w:rtl/>
        </w:rPr>
        <w:t xml:space="preserve"> :</w:t>
      </w:r>
      <w:r>
        <w:rPr>
          <w:rFonts w:hint="eastAsia"/>
          <w:rtl/>
        </w:rPr>
        <w:t>انبياء</w:t>
      </w:r>
      <w:r>
        <w:rPr>
          <w:rtl/>
        </w:rPr>
        <w:t xml:space="preserve"> كى تعليمات كے بارے مي</w:t>
      </w:r>
      <w:r w:rsidR="00083993">
        <w:rPr>
          <w:rtl/>
        </w:rPr>
        <w:t xml:space="preserve">ں </w:t>
      </w:r>
      <w:r>
        <w:rPr>
          <w:rtl/>
        </w:rPr>
        <w:t>بدبينى كے برے اثرات 19; تعليمات انبياء كے بارے مي</w:t>
      </w:r>
      <w:r w:rsidR="00083993">
        <w:rPr>
          <w:rtl/>
        </w:rPr>
        <w:t xml:space="preserve">ں </w:t>
      </w:r>
      <w:r>
        <w:rPr>
          <w:rtl/>
        </w:rPr>
        <w:t>شك كے اثرات 19; انبياء كا استہزاء 13; تاريخ انبياء كى اہميت 21;انبياء كى بعثت 11; انبياء كى روشن دليلي</w:t>
      </w:r>
      <w:r w:rsidR="00083993">
        <w:rPr>
          <w:rtl/>
        </w:rPr>
        <w:t xml:space="preserve">ں </w:t>
      </w:r>
      <w:r>
        <w:rPr>
          <w:rtl/>
        </w:rPr>
        <w:t>11، 13، 14، 20; انبياء كى تاريخ 11; انبياء كے دشمن 15; انبياء كى دعوتي</w:t>
      </w:r>
      <w:r w:rsidR="00083993">
        <w:rPr>
          <w:rtl/>
        </w:rPr>
        <w:t xml:space="preserve">ں </w:t>
      </w:r>
      <w:r>
        <w:rPr>
          <w:rtl/>
        </w:rPr>
        <w:t>16; تعليمات انبياء كے بارے مي</w:t>
      </w:r>
      <w:r w:rsidR="00083993">
        <w:rPr>
          <w:rtl/>
        </w:rPr>
        <w:t xml:space="preserve">ں </w:t>
      </w:r>
      <w:r>
        <w:rPr>
          <w:rtl/>
        </w:rPr>
        <w:t>بدبينى 18;تعليمات انبياء مي</w:t>
      </w:r>
      <w:r w:rsidR="00083993">
        <w:rPr>
          <w:rtl/>
        </w:rPr>
        <w:t xml:space="preserve">ں </w:t>
      </w:r>
      <w:r>
        <w:rPr>
          <w:rtl/>
        </w:rPr>
        <w:t>شك 17، 18; انبياء سے كفر اختيار كرنے والے 13، 14، 16; انبياء كى تبليغ كو روكنا 15</w:t>
      </w:r>
    </w:p>
    <w:p w:rsidR="001F628F" w:rsidRDefault="001F628F" w:rsidP="0004785C">
      <w:pPr>
        <w:pStyle w:val="libNormal"/>
        <w:rPr>
          <w:rtl/>
        </w:rPr>
      </w:pPr>
      <w:r>
        <w:rPr>
          <w:rFonts w:hint="eastAsia"/>
          <w:rtl/>
        </w:rPr>
        <w:t>بنى</w:t>
      </w:r>
      <w:r>
        <w:rPr>
          <w:rtl/>
        </w:rPr>
        <w:t xml:space="preserve"> اسرائيل:</w:t>
      </w:r>
      <w:r>
        <w:rPr>
          <w:rFonts w:hint="eastAsia"/>
          <w:rtl/>
        </w:rPr>
        <w:t>تاريخ</w:t>
      </w:r>
      <w:r>
        <w:rPr>
          <w:rtl/>
        </w:rPr>
        <w:t xml:space="preserve"> بنى اسرائيل سے اشنائي 5; بنى اسرائيل اورقوم ثمود كى تاريخ5; بنى اسرائيل اورقوم عاد 5; بنى اسرائيل اورقوم نوح 5; بنى اسرائيل كو ياددہانى 4;بنى اسرائيل كى سرزنش 6; بنى اسرائيل كا عبرت قبول نہ كرنا 6</w:t>
      </w:r>
    </w:p>
    <w:p w:rsidR="001F628F" w:rsidRDefault="001F628F" w:rsidP="0004785C">
      <w:pPr>
        <w:pStyle w:val="libNormal"/>
        <w:rPr>
          <w:rtl/>
        </w:rPr>
      </w:pPr>
      <w:r>
        <w:rPr>
          <w:rFonts w:hint="eastAsia"/>
          <w:rtl/>
        </w:rPr>
        <w:t>تاريخ</w:t>
      </w:r>
      <w:r>
        <w:rPr>
          <w:rtl/>
        </w:rPr>
        <w:t>:</w:t>
      </w:r>
      <w:r>
        <w:rPr>
          <w:rFonts w:hint="eastAsia"/>
          <w:rtl/>
        </w:rPr>
        <w:t>تاريخ</w:t>
      </w:r>
      <w:r>
        <w:rPr>
          <w:rtl/>
        </w:rPr>
        <w:t xml:space="preserve"> كے فوائد 7; تاريخ كے نامعلوم ادوار 9، 10</w:t>
      </w:r>
    </w:p>
    <w:p w:rsidR="001F628F" w:rsidRDefault="001F628F" w:rsidP="0004785C">
      <w:pPr>
        <w:pStyle w:val="libNormal"/>
        <w:rPr>
          <w:rtl/>
        </w:rPr>
      </w:pPr>
      <w:r>
        <w:rPr>
          <w:rFonts w:hint="eastAsia"/>
          <w:rtl/>
        </w:rPr>
        <w:t>تربيت</w:t>
      </w:r>
      <w:r>
        <w:rPr>
          <w:rtl/>
        </w:rPr>
        <w:t>:</w:t>
      </w:r>
      <w:r>
        <w:rPr>
          <w:rFonts w:hint="eastAsia"/>
          <w:rtl/>
        </w:rPr>
        <w:t>تربيت</w:t>
      </w:r>
      <w:r>
        <w:rPr>
          <w:rtl/>
        </w:rPr>
        <w:t xml:space="preserve"> كا طريقہ7،21</w:t>
      </w:r>
    </w:p>
    <w:p w:rsidR="001F628F" w:rsidRDefault="001F628F" w:rsidP="0004785C">
      <w:pPr>
        <w:pStyle w:val="libNormal"/>
        <w:rPr>
          <w:rtl/>
        </w:rPr>
      </w:pPr>
      <w:r>
        <w:rPr>
          <w:rFonts w:hint="eastAsia"/>
          <w:rtl/>
        </w:rPr>
        <w:t>دين</w:t>
      </w:r>
      <w:r>
        <w:rPr>
          <w:rtl/>
        </w:rPr>
        <w:t>:</w:t>
      </w:r>
      <w:r>
        <w:rPr>
          <w:rFonts w:hint="eastAsia"/>
          <w:rtl/>
        </w:rPr>
        <w:t>دينى</w:t>
      </w:r>
      <w:r>
        <w:rPr>
          <w:rtl/>
        </w:rPr>
        <w:t xml:space="preserve"> افات سے اگاہى 19</w:t>
      </w:r>
    </w:p>
    <w:p w:rsidR="001F628F" w:rsidRDefault="001F628F" w:rsidP="0004785C">
      <w:pPr>
        <w:pStyle w:val="libNormal"/>
        <w:rPr>
          <w:rtl/>
        </w:rPr>
      </w:pPr>
      <w:r>
        <w:rPr>
          <w:rFonts w:hint="eastAsia"/>
          <w:rtl/>
        </w:rPr>
        <w:t>صالح</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صالح </w:t>
      </w:r>
      <w:r w:rsidR="00367F17" w:rsidRPr="00367F17">
        <w:rPr>
          <w:rStyle w:val="libAlaemChar"/>
          <w:rtl/>
        </w:rPr>
        <w:t xml:space="preserve"> عليه‌السلام </w:t>
      </w:r>
      <w:r>
        <w:rPr>
          <w:rtl/>
        </w:rPr>
        <w:t xml:space="preserve"> كى روشن دليلي</w:t>
      </w:r>
      <w:r w:rsidR="00083993">
        <w:rPr>
          <w:rtl/>
        </w:rPr>
        <w:t xml:space="preserve">ں </w:t>
      </w:r>
      <w:r>
        <w:rPr>
          <w:rtl/>
        </w:rPr>
        <w:t>11</w:t>
      </w:r>
    </w:p>
    <w:p w:rsidR="001F628F" w:rsidRDefault="001F628F" w:rsidP="0004785C">
      <w:pPr>
        <w:pStyle w:val="libNormal"/>
        <w:rPr>
          <w:rtl/>
        </w:rPr>
      </w:pPr>
      <w:r>
        <w:rPr>
          <w:rFonts w:hint="eastAsia"/>
          <w:rtl/>
        </w:rPr>
        <w:t>عبرت</w:t>
      </w:r>
      <w:r>
        <w:rPr>
          <w:rtl/>
        </w:rPr>
        <w:t>:</w:t>
      </w:r>
      <w:r>
        <w:rPr>
          <w:rFonts w:hint="eastAsia"/>
          <w:rtl/>
        </w:rPr>
        <w:t>عبرت</w:t>
      </w:r>
      <w:r>
        <w:rPr>
          <w:rtl/>
        </w:rPr>
        <w:t xml:space="preserve"> كے عوامل 3</w:t>
      </w:r>
    </w:p>
    <w:p w:rsidR="001F628F" w:rsidRDefault="001F628F" w:rsidP="0004785C">
      <w:pPr>
        <w:pStyle w:val="libNormal"/>
        <w:rPr>
          <w:rtl/>
        </w:rPr>
      </w:pPr>
      <w:r>
        <w:rPr>
          <w:rFonts w:hint="eastAsia"/>
          <w:rtl/>
        </w:rPr>
        <w:t>قران</w:t>
      </w:r>
      <w:r>
        <w:rPr>
          <w:rtl/>
        </w:rPr>
        <w:t>:</w:t>
      </w:r>
      <w:r>
        <w:rPr>
          <w:rFonts w:hint="eastAsia"/>
          <w:rtl/>
        </w:rPr>
        <w:t>قران</w:t>
      </w:r>
      <w:r>
        <w:rPr>
          <w:rtl/>
        </w:rPr>
        <w:t xml:space="preserve"> كا ہدايت كرنا 21</w:t>
      </w:r>
    </w:p>
    <w:p w:rsidR="001F628F" w:rsidRDefault="001F628F" w:rsidP="0004785C">
      <w:pPr>
        <w:pStyle w:val="libNormal"/>
        <w:rPr>
          <w:rtl/>
        </w:rPr>
      </w:pPr>
      <w:r>
        <w:rPr>
          <w:rFonts w:hint="eastAsia"/>
          <w:rtl/>
        </w:rPr>
        <w:t>قوم</w:t>
      </w:r>
      <w:r>
        <w:rPr>
          <w:rtl/>
        </w:rPr>
        <w:t xml:space="preserve"> ثمود:</w:t>
      </w:r>
      <w:r>
        <w:rPr>
          <w:rFonts w:hint="eastAsia"/>
          <w:rtl/>
        </w:rPr>
        <w:t>قوم</w:t>
      </w:r>
      <w:r>
        <w:rPr>
          <w:rtl/>
        </w:rPr>
        <w:t xml:space="preserve"> ثمود كا بے منطق ہونا 20; قوم ثمود كا پيغمبر12; قوم ثمود كى بدبينى 18; قوم ثمود كا شك 17، 18; قوم ثمود كى تاريخ سے عبرت 3; قوم ثمود كا كفر 20</w:t>
      </w:r>
    </w:p>
    <w:p w:rsidR="001F628F" w:rsidRDefault="001F628F" w:rsidP="0004785C">
      <w:pPr>
        <w:pStyle w:val="libNormal"/>
        <w:rPr>
          <w:rtl/>
        </w:rPr>
      </w:pPr>
      <w:r>
        <w:rPr>
          <w:rFonts w:hint="eastAsia"/>
          <w:rtl/>
        </w:rPr>
        <w:t>قوم</w:t>
      </w:r>
      <w:r>
        <w:rPr>
          <w:rtl/>
        </w:rPr>
        <w:t xml:space="preserve"> عاد:</w:t>
      </w:r>
      <w:r>
        <w:rPr>
          <w:rFonts w:hint="eastAsia"/>
          <w:rtl/>
        </w:rPr>
        <w:t>قوم</w:t>
      </w:r>
      <w:r>
        <w:rPr>
          <w:rtl/>
        </w:rPr>
        <w:t xml:space="preserve"> عاد كى بے منطقى 20; قوم عاد كا نبى 12; قوم عاد كى بدبينى 18; قوم عاد كا شك 17، 18; قوم عاد كى تاريخ سے عبرت 3; قوم عاد كا كفر 20</w:t>
      </w:r>
    </w:p>
    <w:p w:rsidR="001F628F" w:rsidRDefault="001F628F" w:rsidP="0004785C">
      <w:pPr>
        <w:pStyle w:val="libNormal"/>
        <w:rPr>
          <w:rtl/>
        </w:rPr>
      </w:pPr>
      <w:r>
        <w:rPr>
          <w:rFonts w:hint="eastAsia"/>
          <w:rtl/>
        </w:rPr>
        <w:t>قوم</w:t>
      </w:r>
      <w:r>
        <w:rPr>
          <w:rtl/>
        </w:rPr>
        <w:t xml:space="preserve"> نوح:</w:t>
      </w:r>
      <w:r>
        <w:rPr>
          <w:rFonts w:hint="eastAsia"/>
          <w:rtl/>
        </w:rPr>
        <w:t>قوم</w:t>
      </w:r>
      <w:r>
        <w:rPr>
          <w:rtl/>
        </w:rPr>
        <w:t xml:space="preserve"> نوح كى بے منطقي20; قوم نوح كا نبى 12; قوم نوح كا بدبين ہونا 18; قوم نوح كا شك 17،18; قوم نوح كى تاريخ سے عبرت 3; قوم نوح كا كفر 20</w:t>
      </w:r>
    </w:p>
    <w:p w:rsidR="0004785C" w:rsidRDefault="001E7F9D" w:rsidP="00F73EDE">
      <w:pPr>
        <w:pStyle w:val="libPoemTini"/>
        <w:rPr>
          <w:rtl/>
        </w:rPr>
      </w:pPr>
      <w:r>
        <w:rPr>
          <w:rtl/>
        </w:rPr>
        <w:br w:type="page"/>
      </w:r>
    </w:p>
    <w:p w:rsidR="001F628F" w:rsidRDefault="001F628F" w:rsidP="0004785C">
      <w:pPr>
        <w:pStyle w:val="libNormal"/>
        <w:rPr>
          <w:rtl/>
        </w:rPr>
      </w:pPr>
      <w:r>
        <w:rPr>
          <w:rFonts w:hint="eastAsia"/>
          <w:rtl/>
        </w:rPr>
        <w:lastRenderedPageBreak/>
        <w:t>كفر</w:t>
      </w:r>
      <w:r>
        <w:rPr>
          <w:rtl/>
        </w:rPr>
        <w:t>:</w:t>
      </w:r>
      <w:r>
        <w:rPr>
          <w:rFonts w:hint="eastAsia"/>
          <w:rtl/>
        </w:rPr>
        <w:t>كفر</w:t>
      </w:r>
      <w:r>
        <w:rPr>
          <w:rtl/>
        </w:rPr>
        <w:t xml:space="preserve"> پر اصرار 16</w:t>
      </w:r>
    </w:p>
    <w:p w:rsidR="001F628F" w:rsidRDefault="001F628F" w:rsidP="0004785C">
      <w:pPr>
        <w:pStyle w:val="libNormal"/>
        <w:rPr>
          <w:rtl/>
        </w:rPr>
      </w:pPr>
      <w:r>
        <w:rPr>
          <w:rFonts w:hint="eastAsia"/>
          <w:rtl/>
        </w:rPr>
        <w:t>گذشتہ</w:t>
      </w:r>
      <w:r>
        <w:rPr>
          <w:rtl/>
        </w:rPr>
        <w:t xml:space="preserve"> اقوام:</w:t>
      </w:r>
      <w:r>
        <w:rPr>
          <w:rFonts w:hint="eastAsia"/>
          <w:rtl/>
        </w:rPr>
        <w:t>گذشتہ</w:t>
      </w:r>
      <w:r>
        <w:rPr>
          <w:rtl/>
        </w:rPr>
        <w:t xml:space="preserve"> اقوام كى بدبينى 19;گذشتہ اقوام كے اثرات 19; گذشتہ اقوام كا استہزاء كرنا 13; گذشتہ اقوام كى تاريخ كى اہميت 3، 21; گذشتہ اقوام كى تاريخ 10; گذشتہ اقوام كى سازش 10; گذشتہ اقوام كى دشمنى 15; گذشتہ اقوام كو دعوت 16; گذشتہ اقوام كا شك 17; گذشتہ اقوام كا غض</w:t>
      </w:r>
      <w:r>
        <w:rPr>
          <w:rFonts w:hint="eastAsia"/>
          <w:rtl/>
        </w:rPr>
        <w:t>ب</w:t>
      </w:r>
      <w:r>
        <w:rPr>
          <w:rtl/>
        </w:rPr>
        <w:t xml:space="preserve"> 14; گذشتہ اقوام كا كفر 13; گذشتہ اقوام كى ہٹ دھرمى 13، 14، 16; گذشتہ اقوام كے كفر كا سرچشمہ 19</w:t>
      </w:r>
    </w:p>
    <w:p w:rsidR="001F628F" w:rsidRDefault="001F628F" w:rsidP="0004785C">
      <w:pPr>
        <w:pStyle w:val="libNormal"/>
        <w:rPr>
          <w:rtl/>
        </w:rPr>
      </w:pPr>
      <w:r>
        <w:rPr>
          <w:rFonts w:hint="eastAsia"/>
          <w:rtl/>
        </w:rPr>
        <w:t>گمراہي</w:t>
      </w:r>
      <w:r>
        <w:rPr>
          <w:rtl/>
        </w:rPr>
        <w:t>:</w:t>
      </w:r>
      <w:r>
        <w:rPr>
          <w:rFonts w:hint="eastAsia"/>
          <w:rtl/>
        </w:rPr>
        <w:t>گمراہى</w:t>
      </w:r>
      <w:r>
        <w:rPr>
          <w:rtl/>
        </w:rPr>
        <w:t xml:space="preserve"> سے نجات كا طريقہ 21; گمراہى سے نجات كا پيش خيمہ 7</w:t>
      </w:r>
    </w:p>
    <w:p w:rsidR="001F628F" w:rsidRDefault="001F628F" w:rsidP="0004785C">
      <w:pPr>
        <w:pStyle w:val="libNormal"/>
        <w:rPr>
          <w:rtl/>
        </w:rPr>
      </w:pPr>
      <w:r>
        <w:rPr>
          <w:rFonts w:hint="eastAsia"/>
          <w:rtl/>
        </w:rPr>
        <w:t>لوگ</w:t>
      </w:r>
      <w:r>
        <w:rPr>
          <w:rtl/>
        </w:rPr>
        <w:t>:</w:t>
      </w:r>
      <w:r>
        <w:rPr>
          <w:rFonts w:hint="eastAsia"/>
          <w:rtl/>
        </w:rPr>
        <w:t>زمانہ</w:t>
      </w:r>
      <w:r>
        <w:rPr>
          <w:rtl/>
        </w:rPr>
        <w:t xml:space="preserve"> بعثت كے لوگو</w:t>
      </w:r>
      <w:r w:rsidR="00083993">
        <w:rPr>
          <w:rtl/>
        </w:rPr>
        <w:t xml:space="preserve">ں </w:t>
      </w:r>
      <w:r>
        <w:rPr>
          <w:rtl/>
        </w:rPr>
        <w:t>كا تاريخ سے اگاہ ہونا 2; زمانہ بعثت كے لوگو</w:t>
      </w:r>
      <w:r w:rsidR="00083993">
        <w:rPr>
          <w:rtl/>
        </w:rPr>
        <w:t xml:space="preserve">ں </w:t>
      </w:r>
      <w:r>
        <w:rPr>
          <w:rtl/>
        </w:rPr>
        <w:t>كا گذشتہ اقوام كى تاريخ سے اگاہ ہونا 2; زمانہ بعثت كے لوگو</w:t>
      </w:r>
      <w:r w:rsidR="00083993">
        <w:rPr>
          <w:rtl/>
        </w:rPr>
        <w:t xml:space="preserve">ں </w:t>
      </w:r>
      <w:r>
        <w:rPr>
          <w:rtl/>
        </w:rPr>
        <w:t>كا قوم ثمود كى تاريخ سے اگاہ ہونا2;زمانہ بعثت كے لوگو</w:t>
      </w:r>
      <w:r w:rsidR="00083993">
        <w:rPr>
          <w:rtl/>
        </w:rPr>
        <w:t xml:space="preserve">ں </w:t>
      </w:r>
    </w:p>
    <w:p w:rsidR="001F628F" w:rsidRDefault="001F628F" w:rsidP="001F628F">
      <w:pPr>
        <w:pStyle w:val="libNormal"/>
        <w:rPr>
          <w:rtl/>
        </w:rPr>
      </w:pPr>
      <w:r>
        <w:rPr>
          <w:rFonts w:hint="eastAsia"/>
          <w:rtl/>
        </w:rPr>
        <w:t>كا</w:t>
      </w:r>
      <w:r>
        <w:rPr>
          <w:rtl/>
        </w:rPr>
        <w:t xml:space="preserve"> قوم عاد كى تاريخ سے اگاہ ہونا 2; زمانہ بعثت كے لوگو</w:t>
      </w:r>
      <w:r w:rsidR="00083993">
        <w:rPr>
          <w:rtl/>
        </w:rPr>
        <w:t xml:space="preserve">ں </w:t>
      </w:r>
      <w:r>
        <w:rPr>
          <w:rtl/>
        </w:rPr>
        <w:t>كا قوم نوح كى تاريخ سے اگاہ ہونا 2</w:t>
      </w:r>
    </w:p>
    <w:p w:rsidR="001F628F" w:rsidRDefault="001F628F" w:rsidP="0004785C">
      <w:pPr>
        <w:pStyle w:val="libNormal"/>
        <w:rPr>
          <w:rtl/>
        </w:rPr>
      </w:pPr>
      <w:r>
        <w:rPr>
          <w:rFonts w:hint="eastAsia"/>
          <w:rtl/>
        </w:rPr>
        <w:t>موسى</w:t>
      </w:r>
      <w:r>
        <w:rPr>
          <w:rtl/>
        </w:rPr>
        <w:t xml:space="preserve"> </w:t>
      </w:r>
      <w:r w:rsidR="00367F17" w:rsidRPr="00367F17">
        <w:rPr>
          <w:rStyle w:val="libAlaemChar"/>
          <w:rtl/>
        </w:rPr>
        <w:t xml:space="preserve"> عليه‌السلام </w:t>
      </w:r>
      <w:r>
        <w:rPr>
          <w:rtl/>
        </w:rPr>
        <w:t xml:space="preserve"> :</w:t>
      </w:r>
      <w:r>
        <w:rPr>
          <w:rFonts w:hint="eastAsia"/>
          <w:rtl/>
        </w:rPr>
        <w:t>موسى</w:t>
      </w:r>
      <w:r>
        <w:rPr>
          <w:rtl/>
        </w:rPr>
        <w:t xml:space="preserve"> </w:t>
      </w:r>
      <w:r w:rsidR="00367F17" w:rsidRPr="00367F17">
        <w:rPr>
          <w:rStyle w:val="libAlaemChar"/>
          <w:rtl/>
        </w:rPr>
        <w:t xml:space="preserve"> عليه‌السلام </w:t>
      </w:r>
      <w:r>
        <w:rPr>
          <w:rtl/>
        </w:rPr>
        <w:t xml:space="preserve"> كى ياددہانيا</w:t>
      </w:r>
      <w:r w:rsidR="00083993">
        <w:rPr>
          <w:rtl/>
        </w:rPr>
        <w:t xml:space="preserve">ں </w:t>
      </w:r>
      <w:r>
        <w:rPr>
          <w:rtl/>
        </w:rPr>
        <w:t xml:space="preserve">4; موسى </w:t>
      </w:r>
      <w:r w:rsidR="00367F17" w:rsidRPr="00367F17">
        <w:rPr>
          <w:rStyle w:val="libAlaemChar"/>
          <w:rtl/>
        </w:rPr>
        <w:t xml:space="preserve"> عليه‌السلام </w:t>
      </w:r>
      <w:r>
        <w:rPr>
          <w:rtl/>
        </w:rPr>
        <w:t xml:space="preserve"> كى سرزنشي</w:t>
      </w:r>
      <w:r w:rsidR="00083993">
        <w:rPr>
          <w:rtl/>
        </w:rPr>
        <w:t xml:space="preserve">ں </w:t>
      </w:r>
      <w:r>
        <w:rPr>
          <w:rtl/>
        </w:rPr>
        <w:t>6</w:t>
      </w:r>
    </w:p>
    <w:p w:rsidR="001F628F" w:rsidRDefault="001F628F" w:rsidP="0004785C">
      <w:pPr>
        <w:pStyle w:val="libNormal"/>
        <w:rPr>
          <w:rtl/>
        </w:rPr>
      </w:pPr>
      <w:r>
        <w:rPr>
          <w:rFonts w:hint="eastAsia"/>
          <w:rtl/>
        </w:rPr>
        <w:t>نوح</w:t>
      </w:r>
      <w:r>
        <w:rPr>
          <w:rtl/>
        </w:rPr>
        <w:t xml:space="preserve"> </w:t>
      </w:r>
      <w:r w:rsidR="00367F17" w:rsidRPr="00367F17">
        <w:rPr>
          <w:rStyle w:val="libAlaemChar"/>
          <w:rtl/>
        </w:rPr>
        <w:t xml:space="preserve"> عليه‌السلام </w:t>
      </w:r>
      <w:r>
        <w:rPr>
          <w:rtl/>
        </w:rPr>
        <w:t xml:space="preserve"> :</w:t>
      </w:r>
      <w:r>
        <w:rPr>
          <w:rFonts w:hint="eastAsia"/>
          <w:rtl/>
        </w:rPr>
        <w:t>نوح</w:t>
      </w:r>
      <w:r>
        <w:rPr>
          <w:rtl/>
        </w:rPr>
        <w:t xml:space="preserve"> </w:t>
      </w:r>
      <w:r w:rsidR="00367F17" w:rsidRPr="00367F17">
        <w:rPr>
          <w:rStyle w:val="libAlaemChar"/>
          <w:rtl/>
        </w:rPr>
        <w:t xml:space="preserve"> عليه‌السلام </w:t>
      </w:r>
      <w:r>
        <w:rPr>
          <w:rtl/>
        </w:rPr>
        <w:t xml:space="preserve"> كى واضح دليلي</w:t>
      </w:r>
      <w:r w:rsidR="00083993">
        <w:rPr>
          <w:rtl/>
        </w:rPr>
        <w:t xml:space="preserve">ں </w:t>
      </w:r>
      <w:r>
        <w:rPr>
          <w:rtl/>
        </w:rPr>
        <w:t>11</w:t>
      </w:r>
    </w:p>
    <w:p w:rsidR="001F628F" w:rsidRDefault="001F628F" w:rsidP="0004785C">
      <w:pPr>
        <w:pStyle w:val="libNormal"/>
        <w:rPr>
          <w:rtl/>
        </w:rPr>
      </w:pPr>
      <w:r>
        <w:rPr>
          <w:rFonts w:hint="eastAsia"/>
          <w:rtl/>
        </w:rPr>
        <w:t>وحى</w:t>
      </w:r>
      <w:r>
        <w:rPr>
          <w:rtl/>
        </w:rPr>
        <w:t xml:space="preserve"> :</w:t>
      </w:r>
      <w:r>
        <w:rPr>
          <w:rFonts w:hint="eastAsia"/>
          <w:rtl/>
        </w:rPr>
        <w:t>وحى</w:t>
      </w:r>
      <w:r>
        <w:rPr>
          <w:rtl/>
        </w:rPr>
        <w:t xml:space="preserve"> كا كردار 9</w:t>
      </w:r>
    </w:p>
    <w:p w:rsidR="001F628F" w:rsidRDefault="001F628F" w:rsidP="0004785C">
      <w:pPr>
        <w:pStyle w:val="libNormal"/>
        <w:rPr>
          <w:rtl/>
        </w:rPr>
      </w:pPr>
      <w:r>
        <w:rPr>
          <w:rFonts w:hint="eastAsia"/>
          <w:rtl/>
        </w:rPr>
        <w:t>ہدايت</w:t>
      </w:r>
      <w:r>
        <w:rPr>
          <w:rtl/>
        </w:rPr>
        <w:t>:</w:t>
      </w:r>
      <w:r>
        <w:rPr>
          <w:rFonts w:hint="eastAsia"/>
          <w:rtl/>
        </w:rPr>
        <w:t>ہدايت</w:t>
      </w:r>
      <w:r>
        <w:rPr>
          <w:rtl/>
        </w:rPr>
        <w:t xml:space="preserve"> كا طريقہ 21</w:t>
      </w:r>
    </w:p>
    <w:p w:rsidR="001F628F" w:rsidRDefault="001F628F" w:rsidP="0004785C">
      <w:pPr>
        <w:pStyle w:val="libNormal"/>
        <w:rPr>
          <w:rtl/>
        </w:rPr>
      </w:pPr>
      <w:r>
        <w:rPr>
          <w:rFonts w:hint="eastAsia"/>
          <w:rtl/>
        </w:rPr>
        <w:t>ھود</w:t>
      </w:r>
      <w:r>
        <w:rPr>
          <w:rtl/>
        </w:rPr>
        <w:t xml:space="preserve"> </w:t>
      </w:r>
      <w:r w:rsidR="00367F17" w:rsidRPr="00367F17">
        <w:rPr>
          <w:rStyle w:val="libAlaemChar"/>
          <w:rtl/>
        </w:rPr>
        <w:t xml:space="preserve"> عليه‌السلام </w:t>
      </w:r>
      <w:r>
        <w:rPr>
          <w:rtl/>
        </w:rPr>
        <w:t xml:space="preserve"> :</w:t>
      </w:r>
      <w:r>
        <w:rPr>
          <w:rFonts w:hint="eastAsia"/>
          <w:rtl/>
        </w:rPr>
        <w:t>ھود</w:t>
      </w:r>
      <w:r>
        <w:rPr>
          <w:rtl/>
        </w:rPr>
        <w:t xml:space="preserve"> </w:t>
      </w:r>
      <w:r w:rsidR="00367F17" w:rsidRPr="00367F17">
        <w:rPr>
          <w:rStyle w:val="libAlaemChar"/>
          <w:rtl/>
        </w:rPr>
        <w:t xml:space="preserve"> عليه‌السلام </w:t>
      </w:r>
      <w:r>
        <w:rPr>
          <w:rtl/>
        </w:rPr>
        <w:t xml:space="preserve"> كى واضح دليلي</w:t>
      </w:r>
      <w:r w:rsidR="00083993">
        <w:rPr>
          <w:rtl/>
        </w:rPr>
        <w:t xml:space="preserve">ں </w:t>
      </w:r>
      <w:r>
        <w:rPr>
          <w:rtl/>
        </w:rPr>
        <w:t>11</w:t>
      </w:r>
    </w:p>
    <w:p w:rsidR="001F628F" w:rsidRDefault="001F628F" w:rsidP="0004785C">
      <w:pPr>
        <w:pStyle w:val="libNormal"/>
        <w:rPr>
          <w:rtl/>
        </w:rPr>
      </w:pPr>
      <w:r>
        <w:rPr>
          <w:rFonts w:hint="eastAsia"/>
          <w:rtl/>
        </w:rPr>
        <w:t>ياد</w:t>
      </w:r>
      <w:r>
        <w:rPr>
          <w:rtl/>
        </w:rPr>
        <w:t xml:space="preserve"> دہاني:</w:t>
      </w:r>
      <w:r>
        <w:rPr>
          <w:rFonts w:hint="eastAsia"/>
          <w:rtl/>
        </w:rPr>
        <w:t>گذشتہ</w:t>
      </w:r>
      <w:r>
        <w:rPr>
          <w:rtl/>
        </w:rPr>
        <w:t xml:space="preserve"> اقوام كى تاريخ كى ياددہانى 1،4; قوم ثمود كى تاريخ كى ياد دہانى 1،4; قوم عاد كى تاريخ كى ياد دہانى 1،4; قوم نوح كى تاريخ كى ياد دہانى 1،4</w:t>
      </w:r>
    </w:p>
    <w:p w:rsidR="0004785C" w:rsidRDefault="001E7F9D" w:rsidP="00F73EDE">
      <w:pPr>
        <w:pStyle w:val="libPoemTini"/>
        <w:rPr>
          <w:rtl/>
        </w:rPr>
      </w:pPr>
      <w:r>
        <w:rPr>
          <w:rtl/>
        </w:rPr>
        <w:cr/>
      </w:r>
      <w:r>
        <w:rPr>
          <w:rtl/>
        </w:rPr>
        <w:br w:type="page"/>
      </w:r>
    </w:p>
    <w:p w:rsidR="0004785C" w:rsidRDefault="0004785C" w:rsidP="0004785C">
      <w:pPr>
        <w:pStyle w:val="Heading2Center"/>
        <w:rPr>
          <w:rtl/>
        </w:rPr>
      </w:pPr>
      <w:bookmarkStart w:id="10" w:name="_Toc28081688"/>
      <w:r>
        <w:rPr>
          <w:rFonts w:hint="cs"/>
          <w:rtl/>
        </w:rPr>
        <w:lastRenderedPageBreak/>
        <w:t>آیت 10</w:t>
      </w:r>
      <w:bookmarkEnd w:id="10"/>
    </w:p>
    <w:p w:rsidR="001F628F" w:rsidRDefault="00E260F9" w:rsidP="0004785C">
      <w:pPr>
        <w:pStyle w:val="libNormal"/>
        <w:rPr>
          <w:rtl/>
        </w:rPr>
      </w:pPr>
      <w:r w:rsidRPr="00E260F9">
        <w:rPr>
          <w:rStyle w:val="libAlaemChar"/>
          <w:rFonts w:hint="eastAsia"/>
          <w:rtl/>
        </w:rPr>
        <w:t>(</w:t>
      </w:r>
      <w:r w:rsidRPr="0004785C">
        <w:rPr>
          <w:rStyle w:val="libAieChar"/>
          <w:rFonts w:hint="eastAsia"/>
          <w:rtl/>
        </w:rPr>
        <w:t>قَالَتْ</w:t>
      </w:r>
      <w:r w:rsidRPr="0004785C">
        <w:rPr>
          <w:rStyle w:val="libAieChar"/>
          <w:rtl/>
        </w:rPr>
        <w:t xml:space="preserve"> رُسُلُهُمْ أَفِي اللّهِ شَكٌّ فَاطِرِ السَّمَاوَاتِ وَالأَرْضِ يَدْعُوكُمْ لِيَغْفِرَ لَكُم مِّن ذُنُوبِكُمْ وَيُؤَخِّرَكُمْ إِلَى أَجَلٍ مُّسَـمًّى قَالُواْ إِنْ أَنتُمْ إِلاَّ بَشَرٌ مِّثْلُنَا تُرِيدُونَ أَن تَصُدُّونَا عَمَّا كَانَ يَعْبُدُ آبَ</w:t>
      </w:r>
      <w:r w:rsidRPr="0004785C">
        <w:rPr>
          <w:rStyle w:val="libAieChar"/>
          <w:rFonts w:hint="eastAsia"/>
          <w:rtl/>
        </w:rPr>
        <w:t>آؤُنَا</w:t>
      </w:r>
      <w:r w:rsidRPr="0004785C">
        <w:rPr>
          <w:rStyle w:val="libAieChar"/>
          <w:rtl/>
        </w:rPr>
        <w:t xml:space="preserve"> فَأْتُونَا بِسُلْطَانٍ 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رسولو</w:t>
      </w:r>
      <w:r w:rsidR="00083993">
        <w:rPr>
          <w:rtl/>
        </w:rPr>
        <w:t xml:space="preserve">ں </w:t>
      </w:r>
      <w:r>
        <w:rPr>
          <w:rtl/>
        </w:rPr>
        <w:t>نے كہا كہ كيا تمھي</w:t>
      </w:r>
      <w:r w:rsidR="00083993">
        <w:rPr>
          <w:rtl/>
        </w:rPr>
        <w:t xml:space="preserve">ں </w:t>
      </w:r>
      <w:r>
        <w:rPr>
          <w:rtl/>
        </w:rPr>
        <w:t>اللہ كے بارے مي</w:t>
      </w:r>
      <w:r w:rsidR="00083993">
        <w:rPr>
          <w:rtl/>
        </w:rPr>
        <w:t xml:space="preserve">ں </w:t>
      </w:r>
      <w:r>
        <w:rPr>
          <w:rtl/>
        </w:rPr>
        <w:t>بھى شك ہے جو زمين و آسمان كا پيدا كرنے والا ہے اور تمھي</w:t>
      </w:r>
      <w:r w:rsidR="00083993">
        <w:rPr>
          <w:rtl/>
        </w:rPr>
        <w:t xml:space="preserve">ں </w:t>
      </w:r>
      <w:r>
        <w:rPr>
          <w:rtl/>
        </w:rPr>
        <w:t>اس لئے بلاتا ہے كہ تمھارے گناہو</w:t>
      </w:r>
      <w:r w:rsidR="00083993">
        <w:rPr>
          <w:rtl/>
        </w:rPr>
        <w:t xml:space="preserve">ں </w:t>
      </w:r>
      <w:r>
        <w:rPr>
          <w:rtl/>
        </w:rPr>
        <w:t>كو معاف كردے اور ايك معينّہ مدّت تك زمين مي</w:t>
      </w:r>
      <w:r w:rsidR="00083993">
        <w:rPr>
          <w:rtl/>
        </w:rPr>
        <w:t xml:space="preserve">ں </w:t>
      </w:r>
      <w:r>
        <w:rPr>
          <w:rtl/>
        </w:rPr>
        <w:t>چين سے رہنے دے تو ان لوگو</w:t>
      </w:r>
      <w:r w:rsidR="00083993">
        <w:rPr>
          <w:rtl/>
        </w:rPr>
        <w:t xml:space="preserve">ں </w:t>
      </w:r>
      <w:r>
        <w:rPr>
          <w:rtl/>
        </w:rPr>
        <w:t>نے جواب ديا كہ تم سب بھى ہمارے ہى جيسے بشر ہواو</w:t>
      </w:r>
      <w:r>
        <w:rPr>
          <w:rFonts w:hint="eastAsia"/>
          <w:rtl/>
        </w:rPr>
        <w:t>ر</w:t>
      </w:r>
      <w:r>
        <w:rPr>
          <w:rtl/>
        </w:rPr>
        <w:t xml:space="preserve"> چاہتے ہو كہ ہمي</w:t>
      </w:r>
      <w:r w:rsidR="00083993">
        <w:rPr>
          <w:rtl/>
        </w:rPr>
        <w:t xml:space="preserve">ں </w:t>
      </w:r>
      <w:r>
        <w:rPr>
          <w:rtl/>
        </w:rPr>
        <w:t>ان چيزو</w:t>
      </w:r>
      <w:r w:rsidR="00083993">
        <w:rPr>
          <w:rtl/>
        </w:rPr>
        <w:t xml:space="preserve">ں </w:t>
      </w:r>
      <w:r>
        <w:rPr>
          <w:rtl/>
        </w:rPr>
        <w:t>سے روك دوجنكى ہمارے باپ دادا عبادت كيا كرتے تھے تو اب كوئي كھلى ہوئي دليل لے آئو_</w:t>
      </w:r>
    </w:p>
    <w:p w:rsidR="001F628F" w:rsidRPr="0004785C" w:rsidRDefault="001F628F" w:rsidP="0004785C">
      <w:pPr>
        <w:pStyle w:val="libNormal"/>
        <w:rPr>
          <w:rStyle w:val="libArabicChar"/>
          <w:rtl/>
        </w:rPr>
      </w:pPr>
      <w:r>
        <w:rPr>
          <w:rtl/>
        </w:rPr>
        <w:t xml:space="preserve">1_جب </w:t>
      </w:r>
      <w:r w:rsidR="003D0BA1">
        <w:rPr>
          <w:rtl/>
        </w:rPr>
        <w:t>انبياء</w:t>
      </w:r>
      <w:r>
        <w:rPr>
          <w:rtl/>
        </w:rPr>
        <w:t>ے الہى كو اپنى دعوت كے بارے مي</w:t>
      </w:r>
      <w:r w:rsidR="00083993">
        <w:rPr>
          <w:rtl/>
        </w:rPr>
        <w:t xml:space="preserve">ں </w:t>
      </w:r>
      <w:r>
        <w:rPr>
          <w:rtl/>
        </w:rPr>
        <w:t>اپنى قومو</w:t>
      </w:r>
      <w:r w:rsidR="00083993">
        <w:rPr>
          <w:rtl/>
        </w:rPr>
        <w:t xml:space="preserve">ں </w:t>
      </w:r>
      <w:r>
        <w:rPr>
          <w:rtl/>
        </w:rPr>
        <w:t>كى طرف سے شك وترديد كا سامنا كرنا پڑا تو وہ انھي</w:t>
      </w:r>
      <w:r w:rsidR="00083993">
        <w:rPr>
          <w:rtl/>
        </w:rPr>
        <w:t xml:space="preserve">ں </w:t>
      </w:r>
      <w:r>
        <w:rPr>
          <w:rtl/>
        </w:rPr>
        <w:t>ايك ناقابل ترديد برھان سے قانع كرنے لگے_</w:t>
      </w:r>
      <w:r w:rsidRPr="0004785C">
        <w:rPr>
          <w:rStyle w:val="libArabicChar"/>
          <w:rFonts w:hint="eastAsia"/>
          <w:rtl/>
        </w:rPr>
        <w:t>انا</w:t>
      </w:r>
      <w:r w:rsidRPr="0004785C">
        <w:rPr>
          <w:rStyle w:val="libArabicChar"/>
          <w:rtl/>
        </w:rPr>
        <w:t xml:space="preserve"> لّفى شكّ ممّا تدعونناالي</w:t>
      </w:r>
      <w:r w:rsidR="00B2551F" w:rsidRPr="00B2551F">
        <w:rPr>
          <w:rStyle w:val="libArabicChar"/>
          <w:rFonts w:hint="cs"/>
          <w:rtl/>
        </w:rPr>
        <w:t>ه</w:t>
      </w:r>
      <w:r w:rsidRPr="0004785C">
        <w:rPr>
          <w:rStyle w:val="libArabicChar"/>
          <w:rtl/>
        </w:rPr>
        <w:t xml:space="preserve"> </w:t>
      </w:r>
      <w:r w:rsidRPr="0004785C">
        <w:rPr>
          <w:rStyle w:val="libArabicChar"/>
          <w:rFonts w:hint="cs"/>
          <w:rtl/>
        </w:rPr>
        <w:t>مريب</w:t>
      </w:r>
      <w:r w:rsidRPr="0004785C">
        <w:rPr>
          <w:rStyle w:val="libArabicChar"/>
          <w:rtl/>
        </w:rPr>
        <w:t xml:space="preserve"> _</w:t>
      </w:r>
      <w:r w:rsidRPr="0004785C">
        <w:rPr>
          <w:rStyle w:val="libArabicChar"/>
          <w:rFonts w:hint="cs"/>
          <w:rtl/>
        </w:rPr>
        <w:t>قالت</w:t>
      </w:r>
      <w:r w:rsidRPr="0004785C">
        <w:rPr>
          <w:rStyle w:val="libArabicChar"/>
          <w:rtl/>
        </w:rPr>
        <w:t xml:space="preserve"> </w:t>
      </w:r>
      <w:r w:rsidRPr="0004785C">
        <w:rPr>
          <w:rStyle w:val="libArabicChar"/>
          <w:rFonts w:hint="cs"/>
          <w:rtl/>
        </w:rPr>
        <w:t>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فى</w:t>
      </w:r>
      <w:r w:rsidRPr="0004785C">
        <w:rPr>
          <w:rStyle w:val="libArabicChar"/>
          <w:rtl/>
        </w:rPr>
        <w:t xml:space="preserve"> </w:t>
      </w:r>
      <w:r w:rsidRPr="0004785C">
        <w:rPr>
          <w:rStyle w:val="libArabicChar"/>
          <w:rFonts w:hint="cs"/>
          <w:rtl/>
        </w:rPr>
        <w:t>الله</w:t>
      </w:r>
      <w:r w:rsidRPr="0004785C">
        <w:rPr>
          <w:rStyle w:val="libArabicChar"/>
          <w:rtl/>
        </w:rPr>
        <w:t xml:space="preserve"> </w:t>
      </w:r>
      <w:r w:rsidRPr="0004785C">
        <w:rPr>
          <w:rStyle w:val="libArabicChar"/>
          <w:rFonts w:hint="cs"/>
          <w:rtl/>
        </w:rPr>
        <w:t>شكّ</w:t>
      </w:r>
      <w:r w:rsidRPr="0004785C">
        <w:rPr>
          <w:rStyle w:val="libArabicChar"/>
          <w:rtl/>
        </w:rPr>
        <w:t xml:space="preserve"> </w:t>
      </w:r>
      <w:r w:rsidRPr="0004785C">
        <w:rPr>
          <w:rStyle w:val="libArabicChar"/>
          <w:rFonts w:hint="cs"/>
          <w:rtl/>
        </w:rPr>
        <w:t>فاطرالسموت</w:t>
      </w:r>
      <w:r w:rsidRPr="0004785C">
        <w:rPr>
          <w:rStyle w:val="libArabicChar"/>
          <w:rtl/>
        </w:rPr>
        <w:t xml:space="preserve"> </w:t>
      </w:r>
      <w:r w:rsidRPr="0004785C">
        <w:rPr>
          <w:rStyle w:val="libArabicChar"/>
          <w:rFonts w:hint="cs"/>
          <w:rtl/>
        </w:rPr>
        <w:t>وا</w:t>
      </w:r>
      <w:r w:rsidRPr="0004785C">
        <w:rPr>
          <w:rStyle w:val="libArabicChar"/>
          <w:rtl/>
        </w:rPr>
        <w:t>لا رض</w:t>
      </w:r>
    </w:p>
    <w:p w:rsidR="001F628F" w:rsidRDefault="001F628F" w:rsidP="0004785C">
      <w:pPr>
        <w:pStyle w:val="libNormal"/>
        <w:rPr>
          <w:rtl/>
        </w:rPr>
      </w:pPr>
      <w:r>
        <w:rPr>
          <w:rtl/>
        </w:rPr>
        <w:t xml:space="preserve">2_ گذ_شتہ اقوام كے انبياء </w:t>
      </w:r>
      <w:r w:rsidR="00367F17" w:rsidRPr="00367F17">
        <w:rPr>
          <w:rStyle w:val="libAlaemChar"/>
          <w:rtl/>
        </w:rPr>
        <w:t xml:space="preserve"> عليه‌السلام </w:t>
      </w:r>
      <w:r>
        <w:rPr>
          <w:rtl/>
        </w:rPr>
        <w:t xml:space="preserve"> نے، خداوند متعال كے بارے مي</w:t>
      </w:r>
      <w:r w:rsidR="00083993">
        <w:rPr>
          <w:rtl/>
        </w:rPr>
        <w:t xml:space="preserve">ں </w:t>
      </w:r>
      <w:r>
        <w:rPr>
          <w:rtl/>
        </w:rPr>
        <w:t>اپنى اقوام كے شك وترديد كا جواب دينے كے لئے ايك منفرد طريقہ اپنايا_</w:t>
      </w:r>
      <w:r w:rsidRPr="0004785C">
        <w:rPr>
          <w:rStyle w:val="libArabicChar"/>
          <w:rFonts w:hint="eastAsia"/>
          <w:rtl/>
        </w:rPr>
        <w:t>انا</w:t>
      </w:r>
      <w:r w:rsidRPr="0004785C">
        <w:rPr>
          <w:rStyle w:val="libArabicChar"/>
          <w:rtl/>
        </w:rPr>
        <w:t xml:space="preserve"> لفى شكّ ممّا تدعوننا ...قالت رسل</w:t>
      </w:r>
      <w:r w:rsidR="00B2551F" w:rsidRPr="00B2551F">
        <w:rPr>
          <w:rStyle w:val="libArabicChar"/>
          <w:rFonts w:hint="cs"/>
          <w:rtl/>
        </w:rPr>
        <w:t>ه</w:t>
      </w:r>
      <w:r w:rsidRPr="0004785C">
        <w:rPr>
          <w:rStyle w:val="libArabicChar"/>
          <w:rFonts w:hint="cs"/>
          <w:rtl/>
        </w:rPr>
        <w:t>م</w:t>
      </w:r>
      <w:r w:rsidRPr="0004785C">
        <w:rPr>
          <w:rStyle w:val="libArabicChar"/>
          <w:rtl/>
        </w:rPr>
        <w:t xml:space="preserve"> </w:t>
      </w:r>
      <w:r w:rsidRPr="0004785C">
        <w:rPr>
          <w:rStyle w:val="libArabicChar"/>
          <w:rFonts w:hint="cs"/>
          <w:rtl/>
        </w:rPr>
        <w:t>ا</w:t>
      </w:r>
      <w:r w:rsidRPr="0004785C">
        <w:rPr>
          <w:rStyle w:val="libArabicChar"/>
          <w:rtl/>
        </w:rPr>
        <w:t xml:space="preserve"> </w:t>
      </w:r>
      <w:r w:rsidRPr="0004785C">
        <w:rPr>
          <w:rStyle w:val="libArabicChar"/>
          <w:rFonts w:hint="cs"/>
          <w:rtl/>
        </w:rPr>
        <w:t>فى</w:t>
      </w:r>
      <w:r w:rsidRPr="0004785C">
        <w:rPr>
          <w:rStyle w:val="libArabicChar"/>
          <w:rtl/>
        </w:rPr>
        <w:t xml:space="preserve"> </w:t>
      </w:r>
      <w:r w:rsidRPr="0004785C">
        <w:rPr>
          <w:rStyle w:val="libArabicChar"/>
          <w:rFonts w:hint="cs"/>
          <w:rtl/>
        </w:rPr>
        <w:t>ا</w:t>
      </w:r>
      <w:r w:rsidRPr="0004785C">
        <w:rPr>
          <w:rStyle w:val="libArabicChar"/>
          <w:rtl/>
        </w:rPr>
        <w:t>لله شكّ فاطرالسموت والا رض</w:t>
      </w:r>
    </w:p>
    <w:p w:rsidR="00427FD7" w:rsidRDefault="001F628F" w:rsidP="00427FD7">
      <w:pPr>
        <w:pStyle w:val="libNormal"/>
        <w:rPr>
          <w:rtl/>
        </w:rPr>
      </w:pPr>
      <w:r>
        <w:rPr>
          <w:rtl/>
        </w:rPr>
        <w:t>3_روش سؤال قرآن كريم كے تعليمى طريقو</w:t>
      </w:r>
      <w:r w:rsidR="00083993">
        <w:rPr>
          <w:rtl/>
        </w:rPr>
        <w:t xml:space="preserve">ں </w:t>
      </w:r>
      <w:r>
        <w:rPr>
          <w:rtl/>
        </w:rPr>
        <w:t>مي</w:t>
      </w:r>
      <w:r w:rsidR="00083993">
        <w:rPr>
          <w:rtl/>
        </w:rPr>
        <w:t xml:space="preserve">ں </w:t>
      </w:r>
      <w:r>
        <w:rPr>
          <w:rtl/>
        </w:rPr>
        <w:t>سے</w:t>
      </w:r>
      <w:r w:rsidR="00427FD7" w:rsidRPr="00427FD7">
        <w:rPr>
          <w:rFonts w:hint="eastAsia"/>
          <w:rtl/>
        </w:rPr>
        <w:t xml:space="preserve"> </w:t>
      </w:r>
      <w:r w:rsidR="00427FD7">
        <w:rPr>
          <w:rFonts w:hint="eastAsia"/>
          <w:rtl/>
        </w:rPr>
        <w:t>ايك</w:t>
      </w:r>
      <w:r w:rsidR="00427FD7">
        <w:rPr>
          <w:rtl/>
        </w:rPr>
        <w:t xml:space="preserve"> طريقہ ہے_</w:t>
      </w:r>
      <w:r w:rsidR="00427FD7" w:rsidRPr="0004785C">
        <w:rPr>
          <w:rStyle w:val="libArabicChar"/>
          <w:rFonts w:hint="eastAsia"/>
          <w:rtl/>
        </w:rPr>
        <w:t>ا</w:t>
      </w:r>
      <w:r w:rsidR="00427FD7" w:rsidRPr="0004785C">
        <w:rPr>
          <w:rStyle w:val="libArabicChar"/>
          <w:rtl/>
        </w:rPr>
        <w:t xml:space="preserve"> فى الله شكّ فاطرالسموت والا رض</w:t>
      </w:r>
    </w:p>
    <w:p w:rsidR="00427FD7" w:rsidRDefault="00427FD7" w:rsidP="00427FD7">
      <w:pPr>
        <w:pStyle w:val="libNormal"/>
        <w:rPr>
          <w:rtl/>
        </w:rPr>
      </w:pPr>
      <w:r>
        <w:rPr>
          <w:rtl/>
        </w:rPr>
        <w:t>4_موجودات كائنات كے مخلوق ہونے كى طرف توجہ كرنے سے ، وجود خداوند كے بارے مي</w:t>
      </w:r>
      <w:r w:rsidR="00083993">
        <w:rPr>
          <w:rtl/>
        </w:rPr>
        <w:t xml:space="preserve">ں </w:t>
      </w:r>
      <w:r>
        <w:rPr>
          <w:rtl/>
        </w:rPr>
        <w:t>كسى قوم كا شك وشبہ باقى نہي</w:t>
      </w:r>
      <w:r w:rsidR="00083993">
        <w:rPr>
          <w:rtl/>
        </w:rPr>
        <w:t xml:space="preserve">ں </w:t>
      </w:r>
      <w:r>
        <w:rPr>
          <w:rtl/>
        </w:rPr>
        <w:t>رہتا_</w:t>
      </w:r>
      <w:r w:rsidRPr="0004785C">
        <w:rPr>
          <w:rStyle w:val="libArabicChar"/>
          <w:rFonts w:hint="eastAsia"/>
          <w:rtl/>
        </w:rPr>
        <w:t>ا</w:t>
      </w:r>
      <w:r w:rsidRPr="0004785C">
        <w:rPr>
          <w:rStyle w:val="libArabicChar"/>
          <w:rtl/>
        </w:rPr>
        <w:t xml:space="preserve"> فى الله شكّ فاطرالسموت والا رض</w:t>
      </w:r>
    </w:p>
    <w:p w:rsidR="00427FD7" w:rsidRDefault="00427FD7" w:rsidP="00427FD7">
      <w:pPr>
        <w:pStyle w:val="libNormal"/>
        <w:rPr>
          <w:rtl/>
        </w:rPr>
      </w:pPr>
      <w:r>
        <w:rPr>
          <w:rFonts w:hint="eastAsia"/>
          <w:rtl/>
        </w:rPr>
        <w:t>ايت</w:t>
      </w:r>
      <w:r>
        <w:rPr>
          <w:rtl/>
        </w:rPr>
        <w:t xml:space="preserve"> مي</w:t>
      </w:r>
      <w:r w:rsidR="00083993">
        <w:rPr>
          <w:rtl/>
        </w:rPr>
        <w:t xml:space="preserve">ں </w:t>
      </w:r>
      <w:r>
        <w:rPr>
          <w:rtl/>
        </w:rPr>
        <w:t>استفہام، انكار كے لئے ہے لہذا ايت كا معنى اس طرح ہوگا:''خداوند عالم كے اسمانو</w:t>
      </w:r>
      <w:r w:rsidR="00083993">
        <w:rPr>
          <w:rtl/>
        </w:rPr>
        <w:t xml:space="preserve">ں </w:t>
      </w:r>
      <w:r>
        <w:rPr>
          <w:rtl/>
        </w:rPr>
        <w:t>اورزمين كے خالق ہونے كے بارے مي</w:t>
      </w:r>
      <w:r w:rsidR="00083993">
        <w:rPr>
          <w:rtl/>
        </w:rPr>
        <w:t xml:space="preserve">ں </w:t>
      </w:r>
      <w:r>
        <w:rPr>
          <w:rtl/>
        </w:rPr>
        <w:t>كسى قسم كا شك نہي</w:t>
      </w:r>
      <w:r w:rsidR="00083993">
        <w:rPr>
          <w:rtl/>
        </w:rPr>
        <w:t xml:space="preserve">ں </w:t>
      </w:r>
      <w:r>
        <w:rPr>
          <w:rtl/>
        </w:rPr>
        <w:t>چونكہ يہ مخلوق ہي</w:t>
      </w:r>
      <w:r w:rsidR="00083993">
        <w:rPr>
          <w:rtl/>
        </w:rPr>
        <w:t xml:space="preserve">ں </w:t>
      </w:r>
      <w:r>
        <w:rPr>
          <w:rtl/>
        </w:rPr>
        <w:t>لہذا كسى خالق كے محتاج ہي</w:t>
      </w:r>
      <w:r w:rsidR="00083993">
        <w:rPr>
          <w:rtl/>
        </w:rPr>
        <w:t xml:space="preserve">ں </w:t>
      </w:r>
      <w:r>
        <w:rPr>
          <w:rtl/>
        </w:rPr>
        <w:t>پس عقلى طور پر خداوند متعال كے وجود كے بارے مي</w:t>
      </w:r>
      <w:r w:rsidR="00083993">
        <w:rPr>
          <w:rtl/>
        </w:rPr>
        <w:t xml:space="preserve">ں </w:t>
      </w:r>
      <w:r>
        <w:rPr>
          <w:rtl/>
        </w:rPr>
        <w:t>كوئي شك وشبہ باقى نہي</w:t>
      </w:r>
      <w:r w:rsidR="00083993">
        <w:rPr>
          <w:rtl/>
        </w:rPr>
        <w:t xml:space="preserve">ں </w:t>
      </w:r>
      <w:r>
        <w:rPr>
          <w:rFonts w:hint="eastAsia"/>
          <w:rtl/>
        </w:rPr>
        <w:t>رہتا</w:t>
      </w:r>
      <w:r>
        <w:rPr>
          <w:rtl/>
        </w:rPr>
        <w:t>_</w:t>
      </w:r>
    </w:p>
    <w:p w:rsidR="001F628F" w:rsidRDefault="001F628F" w:rsidP="001F628F">
      <w:pPr>
        <w:pStyle w:val="libNormal"/>
        <w:rPr>
          <w:rtl/>
        </w:rPr>
      </w:pPr>
    </w:p>
    <w:p w:rsidR="0004785C" w:rsidRDefault="001E7F9D" w:rsidP="00F73EDE">
      <w:pPr>
        <w:pStyle w:val="libPoemTini"/>
        <w:rPr>
          <w:rtl/>
        </w:rPr>
      </w:pPr>
      <w:r>
        <w:rPr>
          <w:rtl/>
        </w:rPr>
        <w:br w:type="page"/>
      </w:r>
    </w:p>
    <w:p w:rsidR="001F628F" w:rsidRDefault="001F628F" w:rsidP="0004785C">
      <w:pPr>
        <w:pStyle w:val="libNormal"/>
        <w:rPr>
          <w:rtl/>
        </w:rPr>
      </w:pPr>
      <w:r>
        <w:rPr>
          <w:rtl/>
        </w:rPr>
        <w:lastRenderedPageBreak/>
        <w:t>5_مخلوقات كا اپنى علت اورخالق كا محتاج ہوناايك بديہى اورناقابل ترديد چيز ہے_</w:t>
      </w:r>
      <w:r w:rsidRPr="0004785C">
        <w:rPr>
          <w:rStyle w:val="libArabicChar"/>
          <w:rFonts w:hint="eastAsia"/>
          <w:rtl/>
        </w:rPr>
        <w:t>ا</w:t>
      </w:r>
      <w:r w:rsidRPr="0004785C">
        <w:rPr>
          <w:rStyle w:val="libArabicChar"/>
          <w:rtl/>
        </w:rPr>
        <w:t xml:space="preserve"> فى الله شكّ فاطرالسموت والا رض</w:t>
      </w:r>
    </w:p>
    <w:p w:rsidR="001F628F" w:rsidRDefault="001F628F" w:rsidP="001F628F">
      <w:pPr>
        <w:pStyle w:val="libNormal"/>
        <w:rPr>
          <w:rtl/>
        </w:rPr>
      </w:pPr>
      <w:r>
        <w:rPr>
          <w:rFonts w:hint="eastAsia"/>
          <w:rtl/>
        </w:rPr>
        <w:t>خداوند</w:t>
      </w:r>
      <w:r>
        <w:rPr>
          <w:rtl/>
        </w:rPr>
        <w:t xml:space="preserve"> متعال كا آسمان و زمين كے موجودات كى نسبت اپنى خالقيت سے ہر قسم كے شك كى نفى كرنا ايك (منطقي)قضيے پر مشتمل ہے كہ جس كے كبرى كو واضح اوربديہى ہونے كى وجہ سے (يہا</w:t>
      </w:r>
      <w:r w:rsidR="00083993">
        <w:rPr>
          <w:rtl/>
        </w:rPr>
        <w:t xml:space="preserve">ں </w:t>
      </w:r>
      <w:r>
        <w:rPr>
          <w:rtl/>
        </w:rPr>
        <w:t>) ذكر كرنے كى ضرورت نہي</w:t>
      </w:r>
      <w:r w:rsidR="00083993">
        <w:rPr>
          <w:rtl/>
        </w:rPr>
        <w:t xml:space="preserve">ں </w:t>
      </w:r>
      <w:r>
        <w:rPr>
          <w:rtl/>
        </w:rPr>
        <w:t xml:space="preserve">ہے اور وہ يہ كہ ہر مخلوق (معلول)كو خالق(علت)كى ضرورت ہوتى ہے يہ </w:t>
      </w:r>
      <w:r>
        <w:rPr>
          <w:rFonts w:hint="eastAsia"/>
          <w:rtl/>
        </w:rPr>
        <w:t>ايك</w:t>
      </w:r>
      <w:r>
        <w:rPr>
          <w:rtl/>
        </w:rPr>
        <w:t xml:space="preserve"> ايسى بات ہے كہ جس مي</w:t>
      </w:r>
      <w:r w:rsidR="00083993">
        <w:rPr>
          <w:rtl/>
        </w:rPr>
        <w:t xml:space="preserve">ں </w:t>
      </w:r>
      <w:r>
        <w:rPr>
          <w:rtl/>
        </w:rPr>
        <w:t>كوئي بھى عاقل خواہ وہ كافر ہى كيو</w:t>
      </w:r>
      <w:r w:rsidR="00083993">
        <w:rPr>
          <w:rtl/>
        </w:rPr>
        <w:t xml:space="preserve">ں </w:t>
      </w:r>
      <w:r>
        <w:rPr>
          <w:rtl/>
        </w:rPr>
        <w:t>نہ ہو،شك وترديد نہي</w:t>
      </w:r>
      <w:r w:rsidR="00083993">
        <w:rPr>
          <w:rtl/>
        </w:rPr>
        <w:t xml:space="preserve">ں </w:t>
      </w:r>
      <w:r>
        <w:rPr>
          <w:rtl/>
        </w:rPr>
        <w:t>كرسكتا_</w:t>
      </w:r>
    </w:p>
    <w:p w:rsidR="001F628F" w:rsidRDefault="001F628F" w:rsidP="0004785C">
      <w:pPr>
        <w:pStyle w:val="libNormal"/>
        <w:rPr>
          <w:rtl/>
        </w:rPr>
      </w:pPr>
      <w:r>
        <w:rPr>
          <w:rtl/>
        </w:rPr>
        <w:t>6_ مخلوقات (معلول)كے ذريعے خالق(علت) كا پتہ چلانا(برہان انّ)</w:t>
      </w:r>
      <w:r w:rsidR="003D0BA1">
        <w:rPr>
          <w:rtl/>
        </w:rPr>
        <w:t>انبياء</w:t>
      </w:r>
      <w:r>
        <w:rPr>
          <w:rtl/>
        </w:rPr>
        <w:t xml:space="preserve">ے الہى </w:t>
      </w:r>
      <w:r w:rsidR="00367F17" w:rsidRPr="00367F17">
        <w:rPr>
          <w:rStyle w:val="libAlaemChar"/>
          <w:rtl/>
        </w:rPr>
        <w:t xml:space="preserve"> عليه‌السلام </w:t>
      </w:r>
      <w:r>
        <w:rPr>
          <w:rtl/>
        </w:rPr>
        <w:t xml:space="preserve"> كے ان براہين مي</w:t>
      </w:r>
      <w:r w:rsidR="00083993">
        <w:rPr>
          <w:rtl/>
        </w:rPr>
        <w:t xml:space="preserve">ں </w:t>
      </w:r>
      <w:r>
        <w:rPr>
          <w:rtl/>
        </w:rPr>
        <w:t>سے ايك ہے كہ جس سے وہ خداوند متعال كے وجود كو ثابت كرتے تھے_</w:t>
      </w:r>
      <w:r w:rsidRPr="0004785C">
        <w:rPr>
          <w:rStyle w:val="libArabicChar"/>
          <w:rFonts w:hint="eastAsia"/>
          <w:rtl/>
        </w:rPr>
        <w:t>ا</w:t>
      </w:r>
      <w:r w:rsidRPr="0004785C">
        <w:rPr>
          <w:rStyle w:val="libArabicChar"/>
          <w:rtl/>
        </w:rPr>
        <w:t xml:space="preserve"> فى الله شكّ فاطرالسموت والا رض</w:t>
      </w:r>
    </w:p>
    <w:p w:rsidR="001F628F" w:rsidRDefault="001F628F" w:rsidP="001F628F">
      <w:pPr>
        <w:pStyle w:val="libNormal"/>
        <w:rPr>
          <w:rtl/>
        </w:rPr>
      </w:pPr>
      <w:r>
        <w:rPr>
          <w:rFonts w:hint="eastAsia"/>
          <w:rtl/>
        </w:rPr>
        <w:t>اسمانو</w:t>
      </w:r>
      <w:r w:rsidR="00083993">
        <w:rPr>
          <w:rFonts w:hint="eastAsia"/>
          <w:rtl/>
        </w:rPr>
        <w:t xml:space="preserve">ں </w:t>
      </w:r>
      <w:r>
        <w:rPr>
          <w:rtl/>
        </w:rPr>
        <w:t>اورزمين كى نسبت خداوند كى خالقيت مي</w:t>
      </w:r>
      <w:r w:rsidR="00083993">
        <w:rPr>
          <w:rtl/>
        </w:rPr>
        <w:t xml:space="preserve">ں </w:t>
      </w:r>
      <w:r>
        <w:rPr>
          <w:rtl/>
        </w:rPr>
        <w:t>شك وترديد كى نفى درحقيقت اس لئے كى جاتى ہے تاكہ لوگو</w:t>
      </w:r>
      <w:r w:rsidR="00083993">
        <w:rPr>
          <w:rtl/>
        </w:rPr>
        <w:t xml:space="preserve">ں </w:t>
      </w:r>
      <w:r>
        <w:rPr>
          <w:rtl/>
        </w:rPr>
        <w:t>كو اسمانو</w:t>
      </w:r>
      <w:r w:rsidR="00083993">
        <w:rPr>
          <w:rtl/>
        </w:rPr>
        <w:t xml:space="preserve">ں </w:t>
      </w:r>
      <w:r>
        <w:rPr>
          <w:rtl/>
        </w:rPr>
        <w:t>اورزمين كے مخلوق ہونے كى طرف متوجہ كيا جائے اوراس طرح وہ خالق كى طرف اپنے محتاج ہونے سے اگاہ ہوجائي</w:t>
      </w:r>
      <w:r w:rsidR="00083993">
        <w:rPr>
          <w:rtl/>
        </w:rPr>
        <w:t xml:space="preserve">ں </w:t>
      </w:r>
      <w:r>
        <w:rPr>
          <w:rtl/>
        </w:rPr>
        <w:t>گے اوريہى '' برہان انّ'' سے استفادہ ہے_</w:t>
      </w:r>
    </w:p>
    <w:p w:rsidR="001F628F" w:rsidRDefault="001F628F" w:rsidP="0004785C">
      <w:pPr>
        <w:pStyle w:val="libNormal"/>
        <w:rPr>
          <w:rtl/>
        </w:rPr>
      </w:pPr>
      <w:r>
        <w:rPr>
          <w:rtl/>
        </w:rPr>
        <w:t>7_خداوند متعال اسمانو</w:t>
      </w:r>
      <w:r w:rsidR="00083993">
        <w:rPr>
          <w:rtl/>
        </w:rPr>
        <w:t xml:space="preserve">ں </w:t>
      </w:r>
      <w:r>
        <w:rPr>
          <w:rtl/>
        </w:rPr>
        <w:t>اور زمين( كائنات) كاخالق ہے_</w:t>
      </w:r>
      <w:r w:rsidRPr="0004785C">
        <w:rPr>
          <w:rStyle w:val="libArabicChar"/>
          <w:rFonts w:hint="eastAsia"/>
          <w:rtl/>
        </w:rPr>
        <w:t>ا</w:t>
      </w:r>
      <w:r w:rsidRPr="0004785C">
        <w:rPr>
          <w:rStyle w:val="libArabicChar"/>
          <w:rtl/>
        </w:rPr>
        <w:t xml:space="preserve"> فى الله شكّ فاطرالسموت والا رض</w:t>
      </w:r>
    </w:p>
    <w:p w:rsidR="001F628F" w:rsidRDefault="001F628F" w:rsidP="0004785C">
      <w:pPr>
        <w:pStyle w:val="libNormal"/>
        <w:rPr>
          <w:rtl/>
        </w:rPr>
      </w:pPr>
      <w:r>
        <w:rPr>
          <w:rtl/>
        </w:rPr>
        <w:t>8_ زمين كا پھٹنا اوراس مي</w:t>
      </w:r>
      <w:r w:rsidR="00083993">
        <w:rPr>
          <w:rtl/>
        </w:rPr>
        <w:t xml:space="preserve">ں </w:t>
      </w:r>
      <w:r>
        <w:rPr>
          <w:rtl/>
        </w:rPr>
        <w:t>سے زمينى موجودات كا نكلنا اوراسمان كا پھٹنا اوراس مي</w:t>
      </w:r>
      <w:r w:rsidR="00083993">
        <w:rPr>
          <w:rtl/>
        </w:rPr>
        <w:t xml:space="preserve">ں </w:t>
      </w:r>
      <w:r>
        <w:rPr>
          <w:rtl/>
        </w:rPr>
        <w:t>سے اسمانى موجودات كا ظاہر ہونا، ايات خداوندى مي</w:t>
      </w:r>
      <w:r w:rsidR="00083993">
        <w:rPr>
          <w:rtl/>
        </w:rPr>
        <w:t xml:space="preserve">ں </w:t>
      </w:r>
      <w:r>
        <w:rPr>
          <w:rtl/>
        </w:rPr>
        <w:t>شمار ہوتا ہے_</w:t>
      </w:r>
      <w:r w:rsidRPr="0004785C">
        <w:rPr>
          <w:rStyle w:val="libArabicChar"/>
          <w:rFonts w:hint="eastAsia"/>
          <w:rtl/>
        </w:rPr>
        <w:t>ا</w:t>
      </w:r>
      <w:r w:rsidRPr="0004785C">
        <w:rPr>
          <w:rStyle w:val="libArabicChar"/>
          <w:rtl/>
        </w:rPr>
        <w:t xml:space="preserve"> فى الله شكّ فاطرالسموت والا رض</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''فاطر'' كا معنى پھاڑنے والے كے ہي</w:t>
      </w:r>
      <w:r w:rsidR="00083993">
        <w:rPr>
          <w:rtl/>
        </w:rPr>
        <w:t xml:space="preserve">ں </w:t>
      </w:r>
      <w:r>
        <w:rPr>
          <w:rtl/>
        </w:rPr>
        <w:t>لہذا احتمال ہے كہ '' ّ فاطرالسموت والا رض'' سے مراد اس كا لغوى معنى ہو يعنى اسمان وزمين كا پھاڑنا اور ان مي</w:t>
      </w:r>
      <w:r w:rsidR="00083993">
        <w:rPr>
          <w:rtl/>
        </w:rPr>
        <w:t xml:space="preserve">ں </w:t>
      </w:r>
      <w:r>
        <w:rPr>
          <w:rtl/>
        </w:rPr>
        <w:t>سے اسمانى وزمينى موجودات كو ظاہر كرناہے _</w:t>
      </w:r>
    </w:p>
    <w:p w:rsidR="001F628F" w:rsidRDefault="001F628F" w:rsidP="0004785C">
      <w:pPr>
        <w:pStyle w:val="libNormal"/>
        <w:rPr>
          <w:rtl/>
        </w:rPr>
      </w:pPr>
      <w:r>
        <w:rPr>
          <w:rtl/>
        </w:rPr>
        <w:t>9_ كائنات مي</w:t>
      </w:r>
      <w:r w:rsidR="00083993">
        <w:rPr>
          <w:rtl/>
        </w:rPr>
        <w:t xml:space="preserve">ں </w:t>
      </w:r>
      <w:r>
        <w:rPr>
          <w:rtl/>
        </w:rPr>
        <w:t>متعدد اسمانو</w:t>
      </w:r>
      <w:r w:rsidR="00083993">
        <w:rPr>
          <w:rtl/>
        </w:rPr>
        <w:t xml:space="preserve">ں </w:t>
      </w:r>
      <w:r>
        <w:rPr>
          <w:rtl/>
        </w:rPr>
        <w:t>كا موجود ہونا_</w:t>
      </w:r>
      <w:r w:rsidRPr="0004785C">
        <w:rPr>
          <w:rStyle w:val="libArabicChar"/>
          <w:rFonts w:hint="eastAsia"/>
          <w:rtl/>
        </w:rPr>
        <w:t>فاطرالسموت</w:t>
      </w:r>
    </w:p>
    <w:p w:rsidR="001F628F" w:rsidRDefault="001F628F" w:rsidP="001F628F">
      <w:pPr>
        <w:pStyle w:val="libNormal"/>
        <w:rPr>
          <w:rtl/>
        </w:rPr>
      </w:pPr>
      <w:r>
        <w:rPr>
          <w:rtl/>
        </w:rPr>
        <w:t>10_خداوند متعال كا لوگو</w:t>
      </w:r>
      <w:r w:rsidR="00083993">
        <w:rPr>
          <w:rtl/>
        </w:rPr>
        <w:t xml:space="preserve">ں </w:t>
      </w:r>
      <w:r>
        <w:rPr>
          <w:rtl/>
        </w:rPr>
        <w:t>كے بعض گناہو</w:t>
      </w:r>
      <w:r w:rsidR="00083993">
        <w:rPr>
          <w:rtl/>
        </w:rPr>
        <w:t xml:space="preserve">ں </w:t>
      </w:r>
      <w:r>
        <w:rPr>
          <w:rtl/>
        </w:rPr>
        <w:t>كو بخشنے</w:t>
      </w:r>
    </w:p>
    <w:p w:rsidR="0004785C" w:rsidRDefault="001E7F9D" w:rsidP="00F73EDE">
      <w:pPr>
        <w:pStyle w:val="libPoemTini"/>
        <w:rPr>
          <w:rtl/>
        </w:rPr>
      </w:pPr>
      <w:r>
        <w:rPr>
          <w:rtl/>
        </w:rPr>
        <w:br w:type="page"/>
      </w:r>
    </w:p>
    <w:p w:rsidR="001F628F" w:rsidRDefault="001F628F" w:rsidP="0004785C">
      <w:pPr>
        <w:pStyle w:val="libNormal"/>
        <w:rPr>
          <w:rtl/>
        </w:rPr>
      </w:pPr>
      <w:r>
        <w:rPr>
          <w:rFonts w:hint="eastAsia"/>
          <w:rtl/>
        </w:rPr>
        <w:lastRenderedPageBreak/>
        <w:t>اوران</w:t>
      </w:r>
      <w:r>
        <w:rPr>
          <w:rtl/>
        </w:rPr>
        <w:t xml:space="preserve"> كى اجل (موت) كو ايك معين مدت تك ٹالنے كى خاطر انھي</w:t>
      </w:r>
      <w:r w:rsidR="00083993">
        <w:rPr>
          <w:rtl/>
        </w:rPr>
        <w:t xml:space="preserve">ں </w:t>
      </w:r>
      <w:r>
        <w:rPr>
          <w:rtl/>
        </w:rPr>
        <w:t>ايمان كى طرف دعوت دينا_</w:t>
      </w:r>
    </w:p>
    <w:p w:rsidR="001F628F" w:rsidRDefault="001F628F" w:rsidP="00427FD7">
      <w:pPr>
        <w:pStyle w:val="libArabic"/>
        <w:rPr>
          <w:rtl/>
        </w:rPr>
      </w:pPr>
      <w:r>
        <w:rPr>
          <w:rFonts w:hint="eastAsia"/>
          <w:rtl/>
        </w:rPr>
        <w:t>يدعوكم</w:t>
      </w:r>
      <w:r>
        <w:rPr>
          <w:rtl/>
        </w:rPr>
        <w:t xml:space="preserve"> ليغفرلكم من ذنوبكم ويو خّركم الى ا جل مسمًّي</w:t>
      </w:r>
    </w:p>
    <w:p w:rsidR="001F628F" w:rsidRPr="00427FD7" w:rsidRDefault="001F628F" w:rsidP="00427FD7">
      <w:pPr>
        <w:pStyle w:val="libNormal"/>
        <w:rPr>
          <w:rStyle w:val="libArabicChar"/>
          <w:rtl/>
        </w:rPr>
      </w:pPr>
      <w:r>
        <w:rPr>
          <w:rtl/>
        </w:rPr>
        <w:t>11_ ايمان كا فائدہ خود انسان كو ہوتا ہے_</w:t>
      </w:r>
      <w:r w:rsidRPr="00427FD7">
        <w:rPr>
          <w:rStyle w:val="libArabicChar"/>
          <w:rFonts w:hint="eastAsia"/>
          <w:rtl/>
        </w:rPr>
        <w:t>يدعوكم</w:t>
      </w:r>
      <w:r w:rsidRPr="00427FD7">
        <w:rPr>
          <w:rStyle w:val="libArabicChar"/>
          <w:rtl/>
        </w:rPr>
        <w:t xml:space="preserve"> ليغفرلكم من ذنوبكم ويو خّركم الى ا جل مسمًّي</w:t>
      </w:r>
    </w:p>
    <w:p w:rsidR="001F628F" w:rsidRDefault="001F628F" w:rsidP="00427FD7">
      <w:pPr>
        <w:pStyle w:val="libNormal"/>
        <w:rPr>
          <w:rtl/>
        </w:rPr>
      </w:pPr>
      <w:r>
        <w:rPr>
          <w:rtl/>
        </w:rPr>
        <w:t xml:space="preserve">12_ </w:t>
      </w:r>
      <w:r w:rsidR="003D0BA1">
        <w:rPr>
          <w:rtl/>
        </w:rPr>
        <w:t>انبياء</w:t>
      </w:r>
      <w:r>
        <w:rPr>
          <w:rtl/>
        </w:rPr>
        <w:t>ے الہى كى دعوت، خداوند عالم ہى كى دعوت ہے_</w:t>
      </w:r>
      <w:r w:rsidRPr="00427FD7">
        <w:rPr>
          <w:rStyle w:val="libArabicChar"/>
          <w:rFonts w:hint="eastAsia"/>
          <w:rtl/>
        </w:rPr>
        <w:t>ممّا</w:t>
      </w:r>
      <w:r w:rsidRPr="00427FD7">
        <w:rPr>
          <w:rStyle w:val="libArabicChar"/>
          <w:rtl/>
        </w:rPr>
        <w:t xml:space="preserve"> تدعونناالي</w:t>
      </w:r>
      <w:r w:rsidR="00B2551F" w:rsidRPr="00B2551F">
        <w:rPr>
          <w:rStyle w:val="libArabicChar"/>
          <w:rFonts w:hint="cs"/>
          <w:rtl/>
        </w:rPr>
        <w:t>ه</w:t>
      </w:r>
      <w:r w:rsidRPr="00427FD7">
        <w:rPr>
          <w:rStyle w:val="libArabicChar"/>
          <w:rtl/>
        </w:rPr>
        <w:t xml:space="preserve"> ... </w:t>
      </w:r>
      <w:r w:rsidRPr="00427FD7">
        <w:rPr>
          <w:rStyle w:val="libArabicChar"/>
          <w:rFonts w:hint="cs"/>
          <w:rtl/>
        </w:rPr>
        <w:t>يدعوكم</w:t>
      </w:r>
      <w:r w:rsidRPr="00427FD7">
        <w:rPr>
          <w:rStyle w:val="libArabicChar"/>
          <w:rtl/>
        </w:rPr>
        <w:t xml:space="preserve"> </w:t>
      </w:r>
      <w:r w:rsidRPr="00427FD7">
        <w:rPr>
          <w:rStyle w:val="libArabicChar"/>
          <w:rFonts w:hint="cs"/>
          <w:rtl/>
        </w:rPr>
        <w:t>لي</w:t>
      </w:r>
      <w:r w:rsidRPr="00427FD7">
        <w:rPr>
          <w:rStyle w:val="libArabicChar"/>
          <w:rtl/>
        </w:rPr>
        <w:t>غفرلكم</w:t>
      </w:r>
    </w:p>
    <w:p w:rsidR="001F628F" w:rsidRDefault="001F628F" w:rsidP="001F628F">
      <w:pPr>
        <w:pStyle w:val="libNormal"/>
        <w:rPr>
          <w:rtl/>
        </w:rPr>
      </w:pPr>
      <w:r>
        <w:rPr>
          <w:rtl/>
        </w:rPr>
        <w:t>13_ خداوند عالم پرايمان، بعض گناہو</w:t>
      </w:r>
      <w:r w:rsidR="00083993">
        <w:rPr>
          <w:rtl/>
        </w:rPr>
        <w:t xml:space="preserve">ں </w:t>
      </w:r>
      <w:r>
        <w:rPr>
          <w:rtl/>
        </w:rPr>
        <w:t>كى مغفرت اورطبيعى موت تك زندگى كے جارى رہنے كا سبب بنتا ہے_</w:t>
      </w:r>
    </w:p>
    <w:p w:rsidR="001F628F" w:rsidRDefault="001F628F" w:rsidP="00427FD7">
      <w:pPr>
        <w:pStyle w:val="libArabic"/>
        <w:rPr>
          <w:rtl/>
        </w:rPr>
      </w:pPr>
      <w:r>
        <w:rPr>
          <w:rFonts w:hint="eastAsia"/>
          <w:rtl/>
        </w:rPr>
        <w:t>يدعوكم</w:t>
      </w:r>
      <w:r>
        <w:rPr>
          <w:rtl/>
        </w:rPr>
        <w:t xml:space="preserve"> ليغفرلكم ...ويو خّركم الى ا جل مسمًّي</w:t>
      </w:r>
    </w:p>
    <w:p w:rsidR="001F628F" w:rsidRDefault="001F628F" w:rsidP="00427FD7">
      <w:pPr>
        <w:pStyle w:val="libNormal"/>
        <w:rPr>
          <w:rtl/>
        </w:rPr>
      </w:pPr>
      <w:r>
        <w:rPr>
          <w:rtl/>
        </w:rPr>
        <w:t>14_ انسانو</w:t>
      </w:r>
      <w:r w:rsidR="00083993">
        <w:rPr>
          <w:rtl/>
        </w:rPr>
        <w:t xml:space="preserve">ں </w:t>
      </w:r>
      <w:r>
        <w:rPr>
          <w:rtl/>
        </w:rPr>
        <w:t>كى دنيوى زندگى كے دوام مي</w:t>
      </w:r>
      <w:r w:rsidR="00083993">
        <w:rPr>
          <w:rtl/>
        </w:rPr>
        <w:t xml:space="preserve">ں </w:t>
      </w:r>
      <w:r>
        <w:rPr>
          <w:rtl/>
        </w:rPr>
        <w:t>معنويات كا مو ثر كردار ادا كرنا_</w:t>
      </w:r>
      <w:r w:rsidRPr="00427FD7">
        <w:rPr>
          <w:rStyle w:val="libArabicChar"/>
          <w:rFonts w:hint="eastAsia"/>
          <w:rtl/>
        </w:rPr>
        <w:t>يدعوكم</w:t>
      </w:r>
      <w:r w:rsidRPr="00427FD7">
        <w:rPr>
          <w:rStyle w:val="libArabicChar"/>
          <w:rtl/>
        </w:rPr>
        <w:t xml:space="preserve"> ليغفرلكم ...ويو خّركم الى ا جل مسمًّي</w:t>
      </w:r>
    </w:p>
    <w:p w:rsidR="001F628F" w:rsidRDefault="001F628F" w:rsidP="001F628F">
      <w:pPr>
        <w:pStyle w:val="libNormal"/>
        <w:rPr>
          <w:rtl/>
        </w:rPr>
      </w:pPr>
      <w:r>
        <w:rPr>
          <w:rtl/>
        </w:rPr>
        <w:t>'' يدعوكم '' سے مراد ايمان كى طرف دعوت بھى ہوسكتى ہے كہ جومعنويات مي</w:t>
      </w:r>
      <w:r w:rsidR="00083993">
        <w:rPr>
          <w:rtl/>
        </w:rPr>
        <w:t xml:space="preserve">ں </w:t>
      </w:r>
      <w:r>
        <w:rPr>
          <w:rtl/>
        </w:rPr>
        <w:t>سے ہے اور اس كے نتائج مي</w:t>
      </w:r>
      <w:r w:rsidR="00083993">
        <w:rPr>
          <w:rtl/>
        </w:rPr>
        <w:t xml:space="preserve">ں </w:t>
      </w:r>
      <w:r>
        <w:rPr>
          <w:rtl/>
        </w:rPr>
        <w:t>سے ايك ا جل (موت) كا اجل مسمّى تك ٹلنا ہے اس سے دنيوى زندگى پر معنويت كے مو ثر ہونے كا پتہ چلتا ہے_</w:t>
      </w:r>
    </w:p>
    <w:p w:rsidR="001F628F" w:rsidRDefault="001F628F" w:rsidP="00427FD7">
      <w:pPr>
        <w:pStyle w:val="libNormal"/>
        <w:rPr>
          <w:rtl/>
        </w:rPr>
      </w:pPr>
      <w:r>
        <w:rPr>
          <w:rtl/>
        </w:rPr>
        <w:t>15_ انسان كى طبيعى موت سے پہلے اس كى موت كے واقع ہونے كاامكان_</w:t>
      </w:r>
      <w:r w:rsidRPr="00427FD7">
        <w:rPr>
          <w:rStyle w:val="libArabicChar"/>
          <w:rFonts w:hint="eastAsia"/>
          <w:rtl/>
        </w:rPr>
        <w:t>يدعوكم</w:t>
      </w:r>
      <w:r w:rsidRPr="00427FD7">
        <w:rPr>
          <w:rStyle w:val="libArabicChar"/>
          <w:rtl/>
        </w:rPr>
        <w:t xml:space="preserve"> ليغفرلكم ...ويو خّركم الى ا جل مسمًّي</w:t>
      </w:r>
    </w:p>
    <w:p w:rsidR="001F628F" w:rsidRDefault="001F628F" w:rsidP="001F628F">
      <w:pPr>
        <w:pStyle w:val="libNormal"/>
        <w:rPr>
          <w:rtl/>
        </w:rPr>
      </w:pPr>
      <w:r>
        <w:rPr>
          <w:rFonts w:hint="eastAsia"/>
          <w:rtl/>
        </w:rPr>
        <w:t>خداوند</w:t>
      </w:r>
      <w:r>
        <w:rPr>
          <w:rtl/>
        </w:rPr>
        <w:t xml:space="preserve"> متعال كا يہ فرمانا كہ وہ تمہي</w:t>
      </w:r>
      <w:r w:rsidR="00083993">
        <w:rPr>
          <w:rtl/>
        </w:rPr>
        <w:t xml:space="preserve">ں </w:t>
      </w:r>
      <w:r>
        <w:rPr>
          <w:rtl/>
        </w:rPr>
        <w:t>دعوت ديتا ہے تاكہ تمہارى زندگى '' اجل مسمّى '' تك باقى رہے اس كا مطلب يہ ہے كہ طبيعى موت سے پہلے بھى موت اسكتى ہے_</w:t>
      </w:r>
    </w:p>
    <w:p w:rsidR="001F628F" w:rsidRDefault="001F628F" w:rsidP="00427FD7">
      <w:pPr>
        <w:pStyle w:val="libNormal"/>
        <w:rPr>
          <w:rtl/>
        </w:rPr>
      </w:pPr>
      <w:r>
        <w:rPr>
          <w:rtl/>
        </w:rPr>
        <w:t>16_ ھدايت كرنے كے سلسلے مي</w:t>
      </w:r>
      <w:r w:rsidR="00083993">
        <w:rPr>
          <w:rtl/>
        </w:rPr>
        <w:t xml:space="preserve">ں </w:t>
      </w:r>
      <w:r w:rsidR="003D0BA1">
        <w:rPr>
          <w:rtl/>
        </w:rPr>
        <w:t>انبياء</w:t>
      </w:r>
      <w:r>
        <w:rPr>
          <w:rtl/>
        </w:rPr>
        <w:t>ے الہى كے طريقو</w:t>
      </w:r>
      <w:r w:rsidR="00083993">
        <w:rPr>
          <w:rtl/>
        </w:rPr>
        <w:t xml:space="preserve">ں </w:t>
      </w:r>
      <w:r>
        <w:rPr>
          <w:rtl/>
        </w:rPr>
        <w:t>مي</w:t>
      </w:r>
      <w:r w:rsidR="00083993">
        <w:rPr>
          <w:rtl/>
        </w:rPr>
        <w:t xml:space="preserve">ں </w:t>
      </w:r>
      <w:r>
        <w:rPr>
          <w:rtl/>
        </w:rPr>
        <w:t xml:space="preserve">سے ايك مادى و معنوى اجر كے وعدے كے ذريعے </w:t>
      </w:r>
      <w:r w:rsidRPr="00427FD7">
        <w:rPr>
          <w:rStyle w:val="libArabicChar"/>
          <w:rtl/>
        </w:rPr>
        <w:t>لوگو</w:t>
      </w:r>
      <w:r w:rsidR="00083993">
        <w:rPr>
          <w:rStyle w:val="libArabicChar"/>
          <w:rtl/>
        </w:rPr>
        <w:t xml:space="preserve">ں </w:t>
      </w:r>
      <w:r w:rsidRPr="00427FD7">
        <w:rPr>
          <w:rStyle w:val="libArabicChar"/>
          <w:rtl/>
        </w:rPr>
        <w:t>كى تشويق كرنا ت</w:t>
      </w:r>
      <w:r w:rsidR="00B2551F" w:rsidRPr="00B2551F">
        <w:rPr>
          <w:rStyle w:val="libArabicChar"/>
          <w:rFonts w:hint="cs"/>
          <w:rtl/>
        </w:rPr>
        <w:t>ه</w:t>
      </w:r>
      <w:r w:rsidRPr="00427FD7">
        <w:rPr>
          <w:rStyle w:val="libArabicChar"/>
          <w:rFonts w:hint="cs"/>
          <w:rtl/>
        </w:rPr>
        <w:t>ا</w:t>
      </w:r>
      <w:r w:rsidRPr="00427FD7">
        <w:rPr>
          <w:rStyle w:val="libArabicChar"/>
          <w:rtl/>
        </w:rPr>
        <w:t>_</w:t>
      </w:r>
      <w:r w:rsidRPr="00427FD7">
        <w:rPr>
          <w:rStyle w:val="libArabicChar"/>
          <w:rFonts w:hint="eastAsia"/>
          <w:rtl/>
        </w:rPr>
        <w:t>يدعوكم</w:t>
      </w:r>
      <w:r w:rsidRPr="00427FD7">
        <w:rPr>
          <w:rStyle w:val="libArabicChar"/>
          <w:rtl/>
        </w:rPr>
        <w:t xml:space="preserve"> ليغفرلكم ...ويو خّركم الى ا جل مسمًّي</w:t>
      </w:r>
    </w:p>
    <w:p w:rsidR="001F628F" w:rsidRDefault="001F628F" w:rsidP="001F628F">
      <w:pPr>
        <w:pStyle w:val="libNormal"/>
        <w:rPr>
          <w:rtl/>
        </w:rPr>
      </w:pPr>
      <w:r>
        <w:rPr>
          <w:rFonts w:hint="eastAsia"/>
          <w:rtl/>
        </w:rPr>
        <w:t>طولانى</w:t>
      </w:r>
      <w:r>
        <w:rPr>
          <w:rtl/>
        </w:rPr>
        <w:t xml:space="preserve"> عمر سے مادى اورمغفرت سے معنوى اجر مراد ہے_</w:t>
      </w:r>
    </w:p>
    <w:p w:rsidR="001F628F" w:rsidRDefault="001F628F" w:rsidP="00427FD7">
      <w:pPr>
        <w:pStyle w:val="libNormal"/>
        <w:rPr>
          <w:rtl/>
        </w:rPr>
      </w:pPr>
      <w:r>
        <w:rPr>
          <w:rtl/>
        </w:rPr>
        <w:t xml:space="preserve">17_ گذشتہ اقوام كے كفار اپنے انبياء </w:t>
      </w:r>
      <w:r w:rsidR="00367F17" w:rsidRPr="00367F17">
        <w:rPr>
          <w:rStyle w:val="libAlaemChar"/>
          <w:rtl/>
        </w:rPr>
        <w:t xml:space="preserve"> عليه‌السلام </w:t>
      </w:r>
      <w:r>
        <w:rPr>
          <w:rtl/>
        </w:rPr>
        <w:t xml:space="preserve"> كى منطقى دعوت كا مثبت جواب دينے كى بجائے ان كے بشر ہونے كے بہانے ،ان كى دعوت كو ردّ كر ديتى تھي</w:t>
      </w:r>
      <w:r w:rsidR="00083993">
        <w:rPr>
          <w:rtl/>
        </w:rPr>
        <w:t xml:space="preserve">ں </w:t>
      </w:r>
      <w:r>
        <w:rPr>
          <w:rtl/>
        </w:rPr>
        <w:t>_</w:t>
      </w:r>
      <w:r w:rsidRPr="00427FD7">
        <w:rPr>
          <w:rStyle w:val="libArabicChar"/>
          <w:rFonts w:hint="eastAsia"/>
          <w:rtl/>
        </w:rPr>
        <w:t>قالت</w:t>
      </w:r>
      <w:r w:rsidRPr="00427FD7">
        <w:rPr>
          <w:rStyle w:val="libArabicChar"/>
          <w:rtl/>
        </w:rPr>
        <w:t xml:space="preserve"> رسل</w:t>
      </w:r>
      <w:r w:rsidR="00B2551F" w:rsidRPr="00B2551F">
        <w:rPr>
          <w:rStyle w:val="libArabicChar"/>
          <w:rFonts w:hint="cs"/>
          <w:rtl/>
        </w:rPr>
        <w:t>ه</w:t>
      </w:r>
      <w:r w:rsidRPr="00427FD7">
        <w:rPr>
          <w:rStyle w:val="libArabicChar"/>
          <w:rFonts w:hint="cs"/>
          <w:rtl/>
        </w:rPr>
        <w:t>م</w:t>
      </w:r>
      <w:r w:rsidRPr="00427FD7">
        <w:rPr>
          <w:rStyle w:val="libArabicChar"/>
          <w:rtl/>
        </w:rPr>
        <w:t xml:space="preserve"> </w:t>
      </w:r>
      <w:r w:rsidRPr="00427FD7">
        <w:rPr>
          <w:rStyle w:val="libArabicChar"/>
          <w:rFonts w:hint="cs"/>
          <w:rtl/>
        </w:rPr>
        <w:t>ا</w:t>
      </w:r>
      <w:r w:rsidRPr="00427FD7">
        <w:rPr>
          <w:rStyle w:val="libArabicChar"/>
          <w:rtl/>
        </w:rPr>
        <w:t xml:space="preserve"> </w:t>
      </w:r>
      <w:r w:rsidRPr="00427FD7">
        <w:rPr>
          <w:rStyle w:val="libArabicChar"/>
          <w:rFonts w:hint="cs"/>
          <w:rtl/>
        </w:rPr>
        <w:t>فى</w:t>
      </w:r>
      <w:r w:rsidRPr="00427FD7">
        <w:rPr>
          <w:rStyle w:val="libArabicChar"/>
          <w:rtl/>
        </w:rPr>
        <w:t xml:space="preserve"> </w:t>
      </w:r>
      <w:r w:rsidRPr="00427FD7">
        <w:rPr>
          <w:rStyle w:val="libArabicChar"/>
          <w:rFonts w:hint="cs"/>
          <w:rtl/>
        </w:rPr>
        <w:t>الله</w:t>
      </w:r>
      <w:r w:rsidRPr="00427FD7">
        <w:rPr>
          <w:rStyle w:val="libArabicChar"/>
          <w:rtl/>
        </w:rPr>
        <w:t xml:space="preserve"> </w:t>
      </w:r>
      <w:r w:rsidRPr="00427FD7">
        <w:rPr>
          <w:rStyle w:val="libArabicChar"/>
          <w:rFonts w:hint="cs"/>
          <w:rtl/>
        </w:rPr>
        <w:t>شكّ</w:t>
      </w:r>
      <w:r w:rsidRPr="00427FD7">
        <w:rPr>
          <w:rStyle w:val="libArabicChar"/>
          <w:rtl/>
        </w:rPr>
        <w:t xml:space="preserve"> </w:t>
      </w:r>
      <w:r w:rsidRPr="00427FD7">
        <w:rPr>
          <w:rStyle w:val="libArabicChar"/>
          <w:rFonts w:hint="cs"/>
          <w:rtl/>
        </w:rPr>
        <w:t>فاطرالسموت</w:t>
      </w:r>
      <w:r w:rsidRPr="00427FD7">
        <w:rPr>
          <w:rStyle w:val="libArabicChar"/>
          <w:rtl/>
        </w:rPr>
        <w:t xml:space="preserve"> </w:t>
      </w:r>
      <w:r w:rsidRPr="00427FD7">
        <w:rPr>
          <w:rStyle w:val="libArabicChar"/>
          <w:rFonts w:hint="cs"/>
          <w:rtl/>
        </w:rPr>
        <w:t>والا</w:t>
      </w:r>
      <w:r w:rsidRPr="00427FD7">
        <w:rPr>
          <w:rStyle w:val="libArabicChar"/>
          <w:rtl/>
        </w:rPr>
        <w:t xml:space="preserve"> </w:t>
      </w:r>
      <w:r w:rsidRPr="00427FD7">
        <w:rPr>
          <w:rStyle w:val="libArabicChar"/>
          <w:rFonts w:hint="cs"/>
          <w:rtl/>
        </w:rPr>
        <w:t>رض</w:t>
      </w:r>
      <w:r w:rsidRPr="00427FD7">
        <w:rPr>
          <w:rStyle w:val="libArabicChar"/>
          <w:rtl/>
        </w:rPr>
        <w:t xml:space="preserve"> ...</w:t>
      </w:r>
      <w:r w:rsidRPr="00427FD7">
        <w:rPr>
          <w:rStyle w:val="libArabicChar"/>
          <w:rFonts w:hint="cs"/>
          <w:rtl/>
        </w:rPr>
        <w:t>قالو</w:t>
      </w:r>
      <w:r w:rsidRPr="00427FD7">
        <w:rPr>
          <w:rStyle w:val="libArabicChar"/>
          <w:rtl/>
        </w:rPr>
        <w:t xml:space="preserve"> </w:t>
      </w:r>
      <w:r w:rsidRPr="00427FD7">
        <w:rPr>
          <w:rStyle w:val="libArabicChar"/>
          <w:rFonts w:hint="cs"/>
          <w:rtl/>
        </w:rPr>
        <w:t>ان</w:t>
      </w:r>
      <w:r w:rsidRPr="00427FD7">
        <w:rPr>
          <w:rStyle w:val="libArabicChar"/>
          <w:rtl/>
        </w:rPr>
        <w:t xml:space="preserve"> </w:t>
      </w:r>
      <w:r w:rsidRPr="00427FD7">
        <w:rPr>
          <w:rStyle w:val="libArabicChar"/>
          <w:rFonts w:hint="cs"/>
          <w:rtl/>
        </w:rPr>
        <w:t>ا</w:t>
      </w:r>
      <w:r w:rsidRPr="00427FD7">
        <w:rPr>
          <w:rStyle w:val="libArabicChar"/>
          <w:rtl/>
        </w:rPr>
        <w:t xml:space="preserve"> </w:t>
      </w:r>
      <w:r w:rsidRPr="00427FD7">
        <w:rPr>
          <w:rStyle w:val="libArabicChar"/>
          <w:rFonts w:hint="cs"/>
          <w:rtl/>
        </w:rPr>
        <w:t>نتم</w:t>
      </w:r>
      <w:r w:rsidRPr="00427FD7">
        <w:rPr>
          <w:rStyle w:val="libArabicChar"/>
          <w:rtl/>
        </w:rPr>
        <w:t xml:space="preserve"> </w:t>
      </w:r>
      <w:r w:rsidRPr="00427FD7">
        <w:rPr>
          <w:rStyle w:val="libArabicChar"/>
          <w:rFonts w:hint="cs"/>
          <w:rtl/>
        </w:rPr>
        <w:t>الّا</w:t>
      </w:r>
      <w:r w:rsidRPr="00427FD7">
        <w:rPr>
          <w:rStyle w:val="libArabicChar"/>
          <w:rtl/>
        </w:rPr>
        <w:t xml:space="preserve"> </w:t>
      </w:r>
      <w:r w:rsidRPr="00427FD7">
        <w:rPr>
          <w:rStyle w:val="libArabicChar"/>
          <w:rFonts w:hint="cs"/>
          <w:rtl/>
        </w:rPr>
        <w:t>بش</w:t>
      </w:r>
      <w:r w:rsidRPr="00427FD7">
        <w:rPr>
          <w:rStyle w:val="libArabicChar"/>
          <w:rtl/>
        </w:rPr>
        <w:t>ر مثلن</w:t>
      </w:r>
      <w:r w:rsidR="00427FD7">
        <w:rPr>
          <w:rStyle w:val="libArabicChar"/>
          <w:rFonts w:hint="cs"/>
          <w:rtl/>
        </w:rPr>
        <w:t>ا</w:t>
      </w:r>
    </w:p>
    <w:p w:rsidR="001F628F" w:rsidRDefault="001F628F" w:rsidP="00427FD7">
      <w:pPr>
        <w:pStyle w:val="libNormal"/>
        <w:rPr>
          <w:rtl/>
        </w:rPr>
      </w:pPr>
      <w:r>
        <w:rPr>
          <w:rtl/>
        </w:rPr>
        <w:t>18_كفار كا اعتقاد تھا كہ انسان مقام رسالت پر فائز نہي</w:t>
      </w:r>
      <w:r w:rsidR="00083993">
        <w:rPr>
          <w:rtl/>
        </w:rPr>
        <w:t xml:space="preserve">ں </w:t>
      </w:r>
      <w:r>
        <w:rPr>
          <w:rtl/>
        </w:rPr>
        <w:t>ہوسكتاہے_</w:t>
      </w:r>
      <w:r w:rsidRPr="00427FD7">
        <w:rPr>
          <w:rStyle w:val="libArabicChar"/>
          <w:rFonts w:hint="eastAsia"/>
          <w:rtl/>
        </w:rPr>
        <w:t>قالو</w:t>
      </w:r>
      <w:r w:rsidRPr="00427FD7">
        <w:rPr>
          <w:rStyle w:val="libArabicChar"/>
          <w:rtl/>
        </w:rPr>
        <w:t xml:space="preserve"> ان ا نتم الّا بشر مثلن</w:t>
      </w:r>
      <w:r w:rsidR="00427FD7">
        <w:rPr>
          <w:rStyle w:val="libArabicChar"/>
          <w:rFonts w:hint="cs"/>
          <w:rtl/>
        </w:rPr>
        <w:t>ا</w:t>
      </w:r>
    </w:p>
    <w:p w:rsidR="001F628F" w:rsidRDefault="001F628F" w:rsidP="001F628F">
      <w:pPr>
        <w:pStyle w:val="libNormal"/>
        <w:rPr>
          <w:rStyle w:val="libArabicChar"/>
          <w:rtl/>
        </w:rPr>
      </w:pPr>
      <w:r>
        <w:rPr>
          <w:rFonts w:hint="eastAsia"/>
          <w:rtl/>
        </w:rPr>
        <w:t>كفار،</w:t>
      </w:r>
      <w:r>
        <w:rPr>
          <w:rtl/>
        </w:rPr>
        <w:t xml:space="preserve"> انبياء كى طرف سے ايمان كى دعوت كے جواب مي</w:t>
      </w:r>
      <w:r w:rsidR="00083993">
        <w:rPr>
          <w:rtl/>
        </w:rPr>
        <w:t xml:space="preserve">ں </w:t>
      </w:r>
      <w:r>
        <w:rPr>
          <w:rtl/>
        </w:rPr>
        <w:t xml:space="preserve">كہتے تھے:' ' </w:t>
      </w:r>
      <w:r w:rsidRPr="00427FD7">
        <w:rPr>
          <w:rStyle w:val="libArabicChar"/>
          <w:rtl/>
        </w:rPr>
        <w:t>ان ا نتم الّا بشر</w:t>
      </w:r>
    </w:p>
    <w:p w:rsidR="00427FD7" w:rsidRDefault="00427FD7" w:rsidP="001F628F">
      <w:pPr>
        <w:pStyle w:val="libNormal"/>
        <w:rPr>
          <w:rtl/>
        </w:rPr>
      </w:pPr>
      <w:r>
        <w:rPr>
          <w:rFonts w:hint="eastAsia"/>
          <w:rtl/>
        </w:rPr>
        <w:t>مثلنا</w:t>
      </w:r>
      <w:r>
        <w:rPr>
          <w:rtl/>
        </w:rPr>
        <w:t>'' اس جواب سے پتہ چلتا ہے كہ ان كے اعتقاد كے مطابق بشر، نبى نہي</w:t>
      </w:r>
      <w:r w:rsidR="00083993">
        <w:rPr>
          <w:rtl/>
        </w:rPr>
        <w:t xml:space="preserve">ں </w:t>
      </w:r>
      <w:r>
        <w:rPr>
          <w:rtl/>
        </w:rPr>
        <w:t>ہوسكتا_</w:t>
      </w:r>
    </w:p>
    <w:p w:rsidR="00427FD7" w:rsidRDefault="001E7F9D" w:rsidP="00F73EDE">
      <w:pPr>
        <w:pStyle w:val="libPoemTini"/>
        <w:rPr>
          <w:rtl/>
        </w:rPr>
      </w:pPr>
      <w:r>
        <w:rPr>
          <w:rtl/>
        </w:rPr>
        <w:br w:type="page"/>
      </w:r>
    </w:p>
    <w:p w:rsidR="001F628F" w:rsidRDefault="001F628F" w:rsidP="001F628F">
      <w:pPr>
        <w:pStyle w:val="libNormal"/>
        <w:rPr>
          <w:rtl/>
        </w:rPr>
      </w:pPr>
      <w:r>
        <w:rPr>
          <w:rtl/>
        </w:rPr>
        <w:lastRenderedPageBreak/>
        <w:t xml:space="preserve">19_ انبياء </w:t>
      </w:r>
      <w:r w:rsidR="00367F17" w:rsidRPr="00367F17">
        <w:rPr>
          <w:rStyle w:val="libAlaemChar"/>
          <w:rtl/>
        </w:rPr>
        <w:t xml:space="preserve"> عليه‌السلام </w:t>
      </w:r>
      <w:r>
        <w:rPr>
          <w:rtl/>
        </w:rPr>
        <w:t xml:space="preserve"> كے مخالفين ، ان كے منطقى استدلال كا جواب دينے كے بجائے ان كى شخصيت پر حملہ آور ہوتے تھے_</w:t>
      </w:r>
    </w:p>
    <w:p w:rsidR="001F628F" w:rsidRDefault="001F628F" w:rsidP="00427FD7">
      <w:pPr>
        <w:pStyle w:val="libArabic"/>
        <w:rPr>
          <w:rtl/>
        </w:rPr>
      </w:pPr>
      <w:r>
        <w:rPr>
          <w:rFonts w:hint="eastAsia"/>
          <w:rtl/>
        </w:rPr>
        <w:t>قالت</w:t>
      </w:r>
      <w:r>
        <w:rPr>
          <w:rtl/>
        </w:rPr>
        <w:t xml:space="preserve"> رسل</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فى</w:t>
      </w:r>
      <w:r>
        <w:rPr>
          <w:rtl/>
        </w:rPr>
        <w:t xml:space="preserve"> </w:t>
      </w:r>
      <w:r>
        <w:rPr>
          <w:rFonts w:hint="cs"/>
          <w:rtl/>
        </w:rPr>
        <w:t>الله</w:t>
      </w:r>
      <w:r>
        <w:rPr>
          <w:rtl/>
        </w:rPr>
        <w:t xml:space="preserve"> </w:t>
      </w:r>
      <w:r>
        <w:rPr>
          <w:rFonts w:hint="cs"/>
          <w:rtl/>
        </w:rPr>
        <w:t>شكّ</w:t>
      </w:r>
      <w:r>
        <w:rPr>
          <w:rtl/>
        </w:rPr>
        <w:t xml:space="preserve"> </w:t>
      </w:r>
      <w:r>
        <w:rPr>
          <w:rFonts w:hint="cs"/>
          <w:rtl/>
        </w:rPr>
        <w:t>فاطرالسموت</w:t>
      </w:r>
      <w:r>
        <w:rPr>
          <w:rtl/>
        </w:rPr>
        <w:t xml:space="preserve"> والا رض ...قالو ان ا نتم الّا بشر مثلن</w:t>
      </w:r>
      <w:r w:rsidR="00427FD7">
        <w:rPr>
          <w:rFonts w:hint="cs"/>
          <w:rtl/>
        </w:rPr>
        <w:t>ا</w:t>
      </w:r>
    </w:p>
    <w:p w:rsidR="001F628F" w:rsidRDefault="001F628F" w:rsidP="001F628F">
      <w:pPr>
        <w:pStyle w:val="libNormal"/>
        <w:rPr>
          <w:rtl/>
        </w:rPr>
      </w:pPr>
      <w:r>
        <w:rPr>
          <w:rtl/>
        </w:rPr>
        <w:t>20_ گذشتہ دور كى كافر قومي</w:t>
      </w:r>
      <w:r w:rsidR="00083993">
        <w:rPr>
          <w:rtl/>
        </w:rPr>
        <w:t xml:space="preserve">ں </w:t>
      </w:r>
      <w:r>
        <w:rPr>
          <w:rtl/>
        </w:rPr>
        <w:t xml:space="preserve">انبياء كرام </w:t>
      </w:r>
      <w:r w:rsidR="00367F17" w:rsidRPr="00367F17">
        <w:rPr>
          <w:rStyle w:val="libAlaemChar"/>
          <w:rtl/>
        </w:rPr>
        <w:t xml:space="preserve"> عليه‌السلام </w:t>
      </w:r>
      <w:r>
        <w:rPr>
          <w:rtl/>
        </w:rPr>
        <w:t xml:space="preserve"> كو پيروى كے قابل خصوصيات سے عارى جانتى تھي</w:t>
      </w:r>
      <w:r w:rsidR="00083993">
        <w:rPr>
          <w:rtl/>
        </w:rPr>
        <w:t xml:space="preserve">ں </w:t>
      </w:r>
      <w:r>
        <w:rPr>
          <w:rtl/>
        </w:rPr>
        <w:t>_</w:t>
      </w:r>
    </w:p>
    <w:p w:rsidR="001F628F" w:rsidRDefault="001F628F" w:rsidP="00427FD7">
      <w:pPr>
        <w:pStyle w:val="libArabic"/>
        <w:rPr>
          <w:rtl/>
        </w:rPr>
      </w:pPr>
      <w:r>
        <w:rPr>
          <w:rFonts w:hint="eastAsia"/>
          <w:rtl/>
        </w:rPr>
        <w:t>قالو</w:t>
      </w:r>
      <w:r>
        <w:rPr>
          <w:rtl/>
        </w:rPr>
        <w:t xml:space="preserve"> ان ا نتم الّا بشر مثلن</w:t>
      </w:r>
      <w:r w:rsidR="00427FD7">
        <w:rPr>
          <w:rFonts w:hint="cs"/>
          <w:rtl/>
        </w:rPr>
        <w:t>ا</w:t>
      </w:r>
    </w:p>
    <w:p w:rsidR="001F628F" w:rsidRDefault="001F628F" w:rsidP="001F628F">
      <w:pPr>
        <w:pStyle w:val="libNormal"/>
        <w:rPr>
          <w:rtl/>
        </w:rPr>
      </w:pPr>
      <w:r>
        <w:rPr>
          <w:rFonts w:hint="eastAsia"/>
          <w:rtl/>
        </w:rPr>
        <w:t>كفار</w:t>
      </w:r>
      <w:r>
        <w:rPr>
          <w:rtl/>
        </w:rPr>
        <w:t xml:space="preserve"> انبياء كے جواب مي</w:t>
      </w:r>
      <w:r w:rsidR="00083993">
        <w:rPr>
          <w:rtl/>
        </w:rPr>
        <w:t xml:space="preserve">ں </w:t>
      </w:r>
      <w:r>
        <w:rPr>
          <w:rtl/>
        </w:rPr>
        <w:t>انھي</w:t>
      </w:r>
      <w:r w:rsidR="00083993">
        <w:rPr>
          <w:rtl/>
        </w:rPr>
        <w:t xml:space="preserve">ں </w:t>
      </w:r>
      <w:r>
        <w:rPr>
          <w:rtl/>
        </w:rPr>
        <w:t xml:space="preserve">اپنے جيسا قرار ديتے ہوئے اس نكتہ كى طرف اشارہ كرتے كہ انبياء </w:t>
      </w:r>
      <w:r w:rsidR="00367F17" w:rsidRPr="00367F17">
        <w:rPr>
          <w:rStyle w:val="libAlaemChar"/>
          <w:rtl/>
        </w:rPr>
        <w:t xml:space="preserve"> عليه‌السلام </w:t>
      </w:r>
      <w:r>
        <w:rPr>
          <w:rtl/>
        </w:rPr>
        <w:t xml:space="preserve"> ان سے برتر و افضل نہي</w:t>
      </w:r>
      <w:r w:rsidR="00083993">
        <w:rPr>
          <w:rtl/>
        </w:rPr>
        <w:t xml:space="preserve">ں </w:t>
      </w:r>
      <w:r>
        <w:rPr>
          <w:rtl/>
        </w:rPr>
        <w:t>ہي</w:t>
      </w:r>
      <w:r w:rsidR="00083993">
        <w:rPr>
          <w:rtl/>
        </w:rPr>
        <w:t xml:space="preserve">ں </w:t>
      </w:r>
      <w:r>
        <w:rPr>
          <w:rtl/>
        </w:rPr>
        <w:t>لہذا ان مي</w:t>
      </w:r>
      <w:r w:rsidR="00083993">
        <w:rPr>
          <w:rtl/>
        </w:rPr>
        <w:t xml:space="preserve">ں </w:t>
      </w:r>
      <w:r>
        <w:rPr>
          <w:rtl/>
        </w:rPr>
        <w:t>نبوت كے عہدے پر فائز ہونے كى ضرورى خصوصيات موجود نہي</w:t>
      </w:r>
      <w:r w:rsidR="00083993">
        <w:rPr>
          <w:rtl/>
        </w:rPr>
        <w:t xml:space="preserve">ں </w:t>
      </w:r>
      <w:r>
        <w:rPr>
          <w:rtl/>
        </w:rPr>
        <w:t>ہي</w:t>
      </w:r>
      <w:r w:rsidR="00083993">
        <w:rPr>
          <w:rtl/>
        </w:rPr>
        <w:t xml:space="preserve">ں </w:t>
      </w:r>
      <w:r>
        <w:rPr>
          <w:rtl/>
        </w:rPr>
        <w:t>_</w:t>
      </w:r>
    </w:p>
    <w:p w:rsidR="001F628F" w:rsidRPr="00B2551F" w:rsidRDefault="001F628F" w:rsidP="00427FD7">
      <w:pPr>
        <w:pStyle w:val="libNormal"/>
        <w:rPr>
          <w:rtl/>
        </w:rPr>
      </w:pPr>
      <w:r>
        <w:rPr>
          <w:rtl/>
        </w:rPr>
        <w:t xml:space="preserve">21_ حضرت نوح </w:t>
      </w:r>
      <w:r w:rsidR="00367F17" w:rsidRPr="00367F17">
        <w:rPr>
          <w:rStyle w:val="libAlaemChar"/>
          <w:rtl/>
        </w:rPr>
        <w:t xml:space="preserve"> عليه‌السلام </w:t>
      </w:r>
      <w:r>
        <w:rPr>
          <w:rtl/>
        </w:rPr>
        <w:t xml:space="preserve"> ، عاد اورثمود كى قومي</w:t>
      </w:r>
      <w:r w:rsidR="00083993">
        <w:rPr>
          <w:rtl/>
        </w:rPr>
        <w:t xml:space="preserve">ں </w:t>
      </w:r>
      <w:r>
        <w:rPr>
          <w:rtl/>
        </w:rPr>
        <w:t>اوران كے بعد انے والى قومي</w:t>
      </w:r>
      <w:r w:rsidR="00083993">
        <w:rPr>
          <w:rtl/>
        </w:rPr>
        <w:t xml:space="preserve">ں </w:t>
      </w:r>
      <w:r>
        <w:rPr>
          <w:rtl/>
        </w:rPr>
        <w:t xml:space="preserve">اپنے اباو اجداد كے خداو </w:t>
      </w:r>
      <w:r w:rsidR="00083993">
        <w:rPr>
          <w:rtl/>
        </w:rPr>
        <w:t xml:space="preserve">ں </w:t>
      </w:r>
      <w:r>
        <w:rPr>
          <w:rtl/>
        </w:rPr>
        <w:t>كى پرستش كرتى تھي</w:t>
      </w:r>
      <w:r w:rsidR="00083993">
        <w:rPr>
          <w:rtl/>
        </w:rPr>
        <w:t xml:space="preserve">ں </w:t>
      </w:r>
      <w:r>
        <w:rPr>
          <w:rtl/>
        </w:rPr>
        <w:t>_</w:t>
      </w:r>
      <w:r w:rsidRPr="00427FD7">
        <w:rPr>
          <w:rStyle w:val="libArabicChar"/>
          <w:rFonts w:hint="eastAsia"/>
          <w:rtl/>
        </w:rPr>
        <w:t>تريدون</w:t>
      </w:r>
      <w:r w:rsidRPr="00427FD7">
        <w:rPr>
          <w:rStyle w:val="libArabicChar"/>
          <w:rtl/>
        </w:rPr>
        <w:t xml:space="preserve"> ا ن تصدّونا عمّا كان يعبد ء اباو ن</w:t>
      </w:r>
      <w:r w:rsidR="00427FD7" w:rsidRPr="00427FD7">
        <w:rPr>
          <w:rStyle w:val="libArabicChar"/>
          <w:rFonts w:hint="cs"/>
          <w:rtl/>
        </w:rPr>
        <w:t>ا</w:t>
      </w:r>
    </w:p>
    <w:p w:rsidR="001F628F" w:rsidRDefault="001F628F" w:rsidP="00427FD7">
      <w:pPr>
        <w:pStyle w:val="libNormal"/>
        <w:rPr>
          <w:rtl/>
        </w:rPr>
      </w:pPr>
      <w:r>
        <w:rPr>
          <w:rtl/>
        </w:rPr>
        <w:t xml:space="preserve">22_گذشتہ اقوام، خداپرستى كى طرف انبياء </w:t>
      </w:r>
      <w:r w:rsidR="00367F17" w:rsidRPr="00367F17">
        <w:rPr>
          <w:rStyle w:val="libAlaemChar"/>
          <w:rtl/>
        </w:rPr>
        <w:t xml:space="preserve"> عليه‌السلام </w:t>
      </w:r>
      <w:r>
        <w:rPr>
          <w:rtl/>
        </w:rPr>
        <w:t xml:space="preserve"> كى دعوت كو اپنے معبودو</w:t>
      </w:r>
      <w:r w:rsidR="00083993">
        <w:rPr>
          <w:rtl/>
        </w:rPr>
        <w:t xml:space="preserve">ں </w:t>
      </w:r>
      <w:r>
        <w:rPr>
          <w:rtl/>
        </w:rPr>
        <w:t>كو منظر عام سے ہٹانے كى كوشش قرار ديتے ہوئے اس (دعوت)كى مخالفت پر اتر اتي</w:t>
      </w:r>
      <w:r w:rsidR="00083993">
        <w:rPr>
          <w:rtl/>
        </w:rPr>
        <w:t xml:space="preserve">ں </w:t>
      </w:r>
      <w:r>
        <w:rPr>
          <w:rtl/>
        </w:rPr>
        <w:t>_</w:t>
      </w:r>
      <w:r w:rsidRPr="00427FD7">
        <w:rPr>
          <w:rStyle w:val="libArabicChar"/>
          <w:rFonts w:hint="eastAsia"/>
          <w:rtl/>
        </w:rPr>
        <w:t>تريدون</w:t>
      </w:r>
      <w:r w:rsidRPr="00427FD7">
        <w:rPr>
          <w:rStyle w:val="libArabicChar"/>
          <w:rtl/>
        </w:rPr>
        <w:t xml:space="preserve"> ا ن تصدّونا عمّا كان يعبد ء اباو ن</w:t>
      </w:r>
      <w:r w:rsidR="00427FD7">
        <w:rPr>
          <w:rStyle w:val="libArabicChar"/>
          <w:rFonts w:hint="cs"/>
          <w:rtl/>
        </w:rPr>
        <w:t>ا</w:t>
      </w:r>
    </w:p>
    <w:p w:rsidR="001F628F" w:rsidRDefault="001F628F" w:rsidP="001F628F">
      <w:pPr>
        <w:pStyle w:val="libNormal"/>
        <w:rPr>
          <w:rtl/>
        </w:rPr>
      </w:pPr>
      <w:r>
        <w:rPr>
          <w:rtl/>
        </w:rPr>
        <w:t>23_گذشتہ دور كى كافر قومي</w:t>
      </w:r>
      <w:r w:rsidR="00083993">
        <w:rPr>
          <w:rtl/>
        </w:rPr>
        <w:t xml:space="preserve">ں </w:t>
      </w:r>
      <w:r>
        <w:rPr>
          <w:rtl/>
        </w:rPr>
        <w:t>متعصب تھي</w:t>
      </w:r>
      <w:r w:rsidR="00083993">
        <w:rPr>
          <w:rtl/>
        </w:rPr>
        <w:t xml:space="preserve">ں </w:t>
      </w:r>
      <w:r>
        <w:rPr>
          <w:rtl/>
        </w:rPr>
        <w:t>اوراپنے اباو اجداد كى اندھى تقليد كرتى تھي</w:t>
      </w:r>
      <w:r w:rsidR="00083993">
        <w:rPr>
          <w:rtl/>
        </w:rPr>
        <w:t xml:space="preserve">ں </w:t>
      </w:r>
      <w:r>
        <w:rPr>
          <w:rtl/>
        </w:rPr>
        <w:t>_</w:t>
      </w:r>
    </w:p>
    <w:p w:rsidR="001F628F" w:rsidRDefault="001F628F" w:rsidP="00427FD7">
      <w:pPr>
        <w:pStyle w:val="libArabic"/>
        <w:rPr>
          <w:rtl/>
        </w:rPr>
      </w:pPr>
      <w:r>
        <w:rPr>
          <w:rFonts w:hint="eastAsia"/>
          <w:rtl/>
        </w:rPr>
        <w:t>تريدون</w:t>
      </w:r>
      <w:r>
        <w:rPr>
          <w:rtl/>
        </w:rPr>
        <w:t xml:space="preserve"> ا ن تصدّونا عمّا كان يعبد ء اباو ن</w:t>
      </w:r>
      <w:r w:rsidR="00427FD7">
        <w:rPr>
          <w:rFonts w:hint="cs"/>
          <w:rtl/>
        </w:rPr>
        <w:t>ا</w:t>
      </w:r>
    </w:p>
    <w:p w:rsidR="001F628F" w:rsidRDefault="001F628F" w:rsidP="001F628F">
      <w:pPr>
        <w:pStyle w:val="libNormal"/>
        <w:rPr>
          <w:rtl/>
        </w:rPr>
      </w:pPr>
      <w:r>
        <w:rPr>
          <w:rtl/>
        </w:rPr>
        <w:t>24_ ثقافتى اوراجتماعى حالات ائندہ نسلو</w:t>
      </w:r>
      <w:r w:rsidR="00083993">
        <w:rPr>
          <w:rtl/>
        </w:rPr>
        <w:t xml:space="preserve">ں </w:t>
      </w:r>
      <w:r>
        <w:rPr>
          <w:rtl/>
        </w:rPr>
        <w:t>كے عقائد اورنظريات پر واضح طور پر اثر انداز ہوتے ہي</w:t>
      </w:r>
      <w:r w:rsidR="00083993">
        <w:rPr>
          <w:rtl/>
        </w:rPr>
        <w:t xml:space="preserve">ں </w:t>
      </w:r>
      <w:r>
        <w:rPr>
          <w:rtl/>
        </w:rPr>
        <w:t>_</w:t>
      </w:r>
    </w:p>
    <w:p w:rsidR="001F628F" w:rsidRDefault="001F628F" w:rsidP="00427FD7">
      <w:pPr>
        <w:pStyle w:val="libArabic"/>
        <w:rPr>
          <w:rtl/>
        </w:rPr>
      </w:pPr>
      <w:r>
        <w:rPr>
          <w:rFonts w:hint="eastAsia"/>
          <w:rtl/>
        </w:rPr>
        <w:t>تريدون</w:t>
      </w:r>
      <w:r>
        <w:rPr>
          <w:rtl/>
        </w:rPr>
        <w:t xml:space="preserve"> ا ن تصدّونا عمّا كان يعبد ء اباو ن</w:t>
      </w:r>
      <w:r w:rsidR="00427FD7">
        <w:rPr>
          <w:rFonts w:hint="cs"/>
          <w:rtl/>
        </w:rPr>
        <w:t>ا</w:t>
      </w:r>
    </w:p>
    <w:p w:rsidR="001F628F" w:rsidRDefault="001F628F" w:rsidP="001F628F">
      <w:pPr>
        <w:pStyle w:val="libNormal"/>
        <w:rPr>
          <w:rtl/>
        </w:rPr>
      </w:pPr>
      <w:r>
        <w:rPr>
          <w:rFonts w:hint="eastAsia"/>
          <w:rtl/>
        </w:rPr>
        <w:t>كفار</w:t>
      </w:r>
      <w:r>
        <w:rPr>
          <w:rtl/>
        </w:rPr>
        <w:t xml:space="preserve"> اپنے اباو اجداد كے مذہب كو عقل ومنطق كى بنياد پر قبول كرنے يا اس كے درست ہونے كا دعوى كرنے كے بغير اس كے بارے مي</w:t>
      </w:r>
      <w:r w:rsidR="00083993">
        <w:rPr>
          <w:rtl/>
        </w:rPr>
        <w:t xml:space="preserve">ں </w:t>
      </w:r>
      <w:r>
        <w:rPr>
          <w:rtl/>
        </w:rPr>
        <w:t>تعصب اميز گفتگو كرتے تھے اس سے پتہ چلتا ہے كہ گذشتہ دور كى اقوام كے رسم ورواج ائندہ نسلو</w:t>
      </w:r>
      <w:r w:rsidR="00083993">
        <w:rPr>
          <w:rtl/>
        </w:rPr>
        <w:t xml:space="preserve">ں </w:t>
      </w:r>
      <w:r>
        <w:rPr>
          <w:rtl/>
        </w:rPr>
        <w:t>پر گہرا اثر چھوڑتے ہي</w:t>
      </w:r>
      <w:r w:rsidR="00083993">
        <w:rPr>
          <w:rtl/>
        </w:rPr>
        <w:t xml:space="preserve">ں </w:t>
      </w:r>
      <w:r>
        <w:rPr>
          <w:rtl/>
        </w:rPr>
        <w:t>_</w:t>
      </w:r>
    </w:p>
    <w:p w:rsidR="001F628F" w:rsidRDefault="001F628F" w:rsidP="001F628F">
      <w:pPr>
        <w:pStyle w:val="libNormal"/>
        <w:rPr>
          <w:rtl/>
        </w:rPr>
      </w:pPr>
      <w:r>
        <w:rPr>
          <w:rtl/>
        </w:rPr>
        <w:t>25_غير خدا كى عبادت كرنے مي</w:t>
      </w:r>
      <w:r w:rsidR="00083993">
        <w:rPr>
          <w:rtl/>
        </w:rPr>
        <w:t xml:space="preserve">ں </w:t>
      </w:r>
      <w:r>
        <w:rPr>
          <w:rtl/>
        </w:rPr>
        <w:t xml:space="preserve">اباو اجداد كى تقليد كرنا ،ايك غلط كام ہے جس كے خلاف </w:t>
      </w:r>
      <w:r w:rsidR="003D0BA1">
        <w:rPr>
          <w:rtl/>
        </w:rPr>
        <w:t>انبياء</w:t>
      </w:r>
      <w:r>
        <w:rPr>
          <w:rtl/>
        </w:rPr>
        <w:t>ے الہى نے آواز بلند كي_</w:t>
      </w:r>
    </w:p>
    <w:p w:rsidR="001F628F" w:rsidRDefault="001F628F" w:rsidP="00427FD7">
      <w:pPr>
        <w:pStyle w:val="libArabic"/>
        <w:rPr>
          <w:rtl/>
        </w:rPr>
      </w:pPr>
      <w:r>
        <w:rPr>
          <w:rFonts w:hint="eastAsia"/>
          <w:rtl/>
        </w:rPr>
        <w:t>تريدون</w:t>
      </w:r>
      <w:r>
        <w:rPr>
          <w:rtl/>
        </w:rPr>
        <w:t xml:space="preserve"> ا ن تصدّونا عمّا كان يعبد ء اباو ن</w:t>
      </w:r>
      <w:r w:rsidR="00427FD7">
        <w:rPr>
          <w:rFonts w:hint="cs"/>
          <w:rtl/>
        </w:rPr>
        <w:t>ا</w:t>
      </w:r>
    </w:p>
    <w:p w:rsidR="001F628F" w:rsidRPr="00B2551F" w:rsidRDefault="001F628F" w:rsidP="00427FD7">
      <w:pPr>
        <w:pStyle w:val="libNormal"/>
        <w:rPr>
          <w:rtl/>
        </w:rPr>
      </w:pPr>
      <w:r>
        <w:rPr>
          <w:rtl/>
        </w:rPr>
        <w:t>26_ چند نسلو</w:t>
      </w:r>
      <w:r w:rsidR="00083993">
        <w:rPr>
          <w:rtl/>
        </w:rPr>
        <w:t xml:space="preserve">ں </w:t>
      </w:r>
      <w:r>
        <w:rPr>
          <w:rtl/>
        </w:rPr>
        <w:t>كے درميان كسى عقيدے كا متداول اورجارى رہنا گذشتہ زمانے كے كافرو</w:t>
      </w:r>
      <w:r w:rsidR="00083993">
        <w:rPr>
          <w:rtl/>
        </w:rPr>
        <w:t xml:space="preserve">ں </w:t>
      </w:r>
      <w:r>
        <w:rPr>
          <w:rtl/>
        </w:rPr>
        <w:t>كے لئے ايك قابل قبول دليل تھي_</w:t>
      </w:r>
      <w:r w:rsidRPr="00427FD7">
        <w:rPr>
          <w:rStyle w:val="libArabicChar"/>
          <w:rFonts w:hint="eastAsia"/>
          <w:rtl/>
        </w:rPr>
        <w:t>تريدون</w:t>
      </w:r>
      <w:r w:rsidRPr="00427FD7">
        <w:rPr>
          <w:rStyle w:val="libArabicChar"/>
          <w:rtl/>
        </w:rPr>
        <w:t xml:space="preserve"> ا ن تصدّونا عمّا كان يعبد ء اباو</w:t>
      </w:r>
      <w:r w:rsidR="00427FD7">
        <w:rPr>
          <w:rStyle w:val="libArabicChar"/>
          <w:rFonts w:hint="cs"/>
          <w:rtl/>
        </w:rPr>
        <w:t>نا</w:t>
      </w:r>
    </w:p>
    <w:p w:rsidR="001F628F" w:rsidRPr="00B2551F" w:rsidRDefault="001F628F" w:rsidP="00427FD7">
      <w:pPr>
        <w:pStyle w:val="libNormal"/>
        <w:rPr>
          <w:rtl/>
        </w:rPr>
      </w:pPr>
      <w:r>
        <w:rPr>
          <w:rtl/>
        </w:rPr>
        <w:t>27_ كافراقوام كے معبود ہر قسم كے شعور و ادراك سے عارى تھے_</w:t>
      </w:r>
      <w:r w:rsidRPr="00427FD7">
        <w:rPr>
          <w:rStyle w:val="libArabicChar"/>
          <w:rFonts w:hint="eastAsia"/>
          <w:rtl/>
        </w:rPr>
        <w:t>عمّا</w:t>
      </w:r>
      <w:r w:rsidRPr="00427FD7">
        <w:rPr>
          <w:rStyle w:val="libArabicChar"/>
          <w:rtl/>
        </w:rPr>
        <w:t xml:space="preserve"> كان يعبد ء اباون</w:t>
      </w:r>
      <w:r w:rsidR="00427FD7" w:rsidRPr="00427FD7">
        <w:rPr>
          <w:rStyle w:val="libArabicChar"/>
          <w:rFonts w:hint="cs"/>
          <w:rtl/>
        </w:rPr>
        <w:t>ا</w:t>
      </w:r>
    </w:p>
    <w:p w:rsidR="00427FD7" w:rsidRDefault="001E7F9D" w:rsidP="00F73EDE">
      <w:pPr>
        <w:pStyle w:val="libPoemTini"/>
        <w:rPr>
          <w:rtl/>
        </w:rPr>
      </w:pPr>
      <w:r>
        <w:rPr>
          <w:rtl/>
        </w:rPr>
        <w:br w:type="page"/>
      </w:r>
    </w:p>
    <w:p w:rsidR="001F628F" w:rsidRDefault="001F628F" w:rsidP="00427FD7">
      <w:pPr>
        <w:pStyle w:val="libNormal"/>
        <w:rPr>
          <w:rtl/>
        </w:rPr>
      </w:pPr>
      <w:r>
        <w:rPr>
          <w:rFonts w:hint="eastAsia"/>
          <w:rtl/>
        </w:rPr>
        <w:lastRenderedPageBreak/>
        <w:t>ہوسكتا</w:t>
      </w:r>
      <w:r>
        <w:rPr>
          <w:rtl/>
        </w:rPr>
        <w:t xml:space="preserve"> ہے كفار كے معبودو</w:t>
      </w:r>
      <w:r w:rsidR="00083993">
        <w:rPr>
          <w:rtl/>
        </w:rPr>
        <w:t xml:space="preserve">ں </w:t>
      </w:r>
      <w:r>
        <w:rPr>
          <w:rtl/>
        </w:rPr>
        <w:t>كا تعارف كرانے كے لئے '' مائے موصولہ''كا استعمال كہ جو اكثر اوقات شعور سے عارى چيزو</w:t>
      </w:r>
      <w:r w:rsidR="00083993">
        <w:rPr>
          <w:rtl/>
        </w:rPr>
        <w:t xml:space="preserve">ں </w:t>
      </w:r>
      <w:r>
        <w:rPr>
          <w:rtl/>
        </w:rPr>
        <w:t>كے لئے لايا جاتا ہے، مذكورہ نكتے كو بيان كرنے كے لئے ہو_</w:t>
      </w:r>
    </w:p>
    <w:p w:rsidR="001F628F" w:rsidRDefault="001F628F" w:rsidP="004A1A12">
      <w:pPr>
        <w:pStyle w:val="libNormal"/>
        <w:rPr>
          <w:rtl/>
        </w:rPr>
      </w:pPr>
      <w:r>
        <w:rPr>
          <w:rtl/>
        </w:rPr>
        <w:t>28_ گذشتہ زمانے كى كافر قومي</w:t>
      </w:r>
      <w:r w:rsidR="00083993">
        <w:rPr>
          <w:rtl/>
        </w:rPr>
        <w:t xml:space="preserve">ں </w:t>
      </w:r>
      <w:r>
        <w:rPr>
          <w:rtl/>
        </w:rPr>
        <w:t xml:space="preserve">، </w:t>
      </w:r>
      <w:r w:rsidR="003D0BA1">
        <w:rPr>
          <w:rtl/>
        </w:rPr>
        <w:t>انبياء</w:t>
      </w:r>
      <w:r>
        <w:rPr>
          <w:rtl/>
        </w:rPr>
        <w:t>ے كرام</w:t>
      </w:r>
      <w:r w:rsidR="00367F17" w:rsidRPr="00367F17">
        <w:rPr>
          <w:rStyle w:val="libAlaemChar"/>
          <w:rtl/>
        </w:rPr>
        <w:t xml:space="preserve"> عليه‌السلام </w:t>
      </w:r>
      <w:r>
        <w:rPr>
          <w:rtl/>
        </w:rPr>
        <w:t xml:space="preserve"> كى واضح دعوت كے مقابلے مي</w:t>
      </w:r>
      <w:r w:rsidR="00083993">
        <w:rPr>
          <w:rtl/>
        </w:rPr>
        <w:t xml:space="preserve">ں </w:t>
      </w:r>
      <w:r>
        <w:rPr>
          <w:rtl/>
        </w:rPr>
        <w:t>شبہات پيدا كركے ان سے روشن اورقاطع دليل (معجزہ) طلب كرتى تھي</w:t>
      </w:r>
      <w:r w:rsidR="00083993">
        <w:rPr>
          <w:rtl/>
        </w:rPr>
        <w:t xml:space="preserve">ں </w:t>
      </w:r>
      <w:r>
        <w:rPr>
          <w:rtl/>
        </w:rPr>
        <w:t>_</w:t>
      </w:r>
      <w:r w:rsidRPr="004A1A12">
        <w:rPr>
          <w:rStyle w:val="libArabicChar"/>
          <w:rFonts w:hint="eastAsia"/>
          <w:rtl/>
        </w:rPr>
        <w:t>ان</w:t>
      </w:r>
      <w:r w:rsidRPr="004A1A12">
        <w:rPr>
          <w:rStyle w:val="libArabicChar"/>
          <w:rtl/>
        </w:rPr>
        <w:t xml:space="preserve"> ا نتم الّا بشر مثلنا ... فا تونا ب</w:t>
      </w:r>
      <w:r w:rsidR="00115327" w:rsidRPr="00115327">
        <w:rPr>
          <w:rStyle w:val="libArabicChar"/>
          <w:rtl/>
        </w:rPr>
        <w:t>سلطان</w:t>
      </w:r>
      <w:r w:rsidRPr="004A1A12">
        <w:rPr>
          <w:rStyle w:val="libArabicChar"/>
          <w:rtl/>
        </w:rPr>
        <w:t xml:space="preserve"> مبين</w:t>
      </w:r>
    </w:p>
    <w:p w:rsidR="001F628F" w:rsidRDefault="001F628F" w:rsidP="004A1A12">
      <w:pPr>
        <w:pStyle w:val="libNormal"/>
        <w:rPr>
          <w:rtl/>
        </w:rPr>
      </w:pPr>
      <w:r>
        <w:rPr>
          <w:rFonts w:hint="eastAsia"/>
          <w:rtl/>
        </w:rPr>
        <w:t>اسمان</w:t>
      </w:r>
      <w:r>
        <w:rPr>
          <w:rtl/>
        </w:rPr>
        <w:t>:</w:t>
      </w:r>
      <w:r>
        <w:rPr>
          <w:rFonts w:hint="eastAsia"/>
          <w:rtl/>
        </w:rPr>
        <w:t>اسمانو</w:t>
      </w:r>
      <w:r w:rsidR="00083993">
        <w:rPr>
          <w:rFonts w:hint="eastAsia"/>
          <w:rtl/>
        </w:rPr>
        <w:t xml:space="preserve">ں </w:t>
      </w:r>
      <w:r>
        <w:rPr>
          <w:rtl/>
        </w:rPr>
        <w:t>كا متعدد ہونا 9; اسمانو</w:t>
      </w:r>
      <w:r w:rsidR="00083993">
        <w:rPr>
          <w:rtl/>
        </w:rPr>
        <w:t xml:space="preserve">ں </w:t>
      </w:r>
      <w:r>
        <w:rPr>
          <w:rtl/>
        </w:rPr>
        <w:t>كا خالق 7; اسمانو</w:t>
      </w:r>
      <w:r w:rsidR="00083993">
        <w:rPr>
          <w:rtl/>
        </w:rPr>
        <w:t xml:space="preserve">ں </w:t>
      </w:r>
      <w:r>
        <w:rPr>
          <w:rtl/>
        </w:rPr>
        <w:t>كا پھٹنا 8</w:t>
      </w:r>
    </w:p>
    <w:p w:rsidR="001F628F" w:rsidRDefault="001F628F" w:rsidP="004A1A12">
      <w:pPr>
        <w:pStyle w:val="libNormal"/>
        <w:rPr>
          <w:rtl/>
        </w:rPr>
      </w:pPr>
      <w:r>
        <w:rPr>
          <w:rFonts w:hint="eastAsia"/>
          <w:rtl/>
        </w:rPr>
        <w:t>ايات</w:t>
      </w:r>
      <w:r>
        <w:rPr>
          <w:rtl/>
        </w:rPr>
        <w:t xml:space="preserve"> خدا:</w:t>
      </w:r>
      <w:r>
        <w:rPr>
          <w:rFonts w:hint="eastAsia"/>
          <w:rtl/>
        </w:rPr>
        <w:t>افاقى</w:t>
      </w:r>
      <w:r>
        <w:rPr>
          <w:rtl/>
        </w:rPr>
        <w:t xml:space="preserve"> ايات 8</w:t>
      </w:r>
    </w:p>
    <w:p w:rsidR="001F628F" w:rsidRDefault="001F628F" w:rsidP="004A1A12">
      <w:pPr>
        <w:pStyle w:val="libNormal"/>
        <w:rPr>
          <w:rtl/>
        </w:rPr>
      </w:pPr>
      <w:r>
        <w:rPr>
          <w:rFonts w:hint="eastAsia"/>
          <w:rtl/>
        </w:rPr>
        <w:t>اجر</w:t>
      </w:r>
      <w:r>
        <w:rPr>
          <w:rtl/>
        </w:rPr>
        <w:t>:</w:t>
      </w:r>
      <w:r>
        <w:rPr>
          <w:rFonts w:hint="eastAsia"/>
          <w:rtl/>
        </w:rPr>
        <w:t>مادى</w:t>
      </w:r>
      <w:r>
        <w:rPr>
          <w:rtl/>
        </w:rPr>
        <w:t xml:space="preserve"> اجر كا وعدہ 16 ; معنوى اجر كا وعدہ 16</w:t>
      </w:r>
    </w:p>
    <w:p w:rsidR="001F628F" w:rsidRDefault="001F628F" w:rsidP="004A1A12">
      <w:pPr>
        <w:pStyle w:val="libNormal"/>
        <w:rPr>
          <w:rtl/>
        </w:rPr>
      </w:pPr>
      <w:r>
        <w:rPr>
          <w:rFonts w:hint="eastAsia"/>
          <w:rtl/>
        </w:rPr>
        <w:t>اجل</w:t>
      </w:r>
      <w:r>
        <w:rPr>
          <w:rtl/>
        </w:rPr>
        <w:t>:</w:t>
      </w:r>
      <w:r>
        <w:rPr>
          <w:rFonts w:hint="eastAsia"/>
          <w:rtl/>
        </w:rPr>
        <w:t>اجل</w:t>
      </w:r>
      <w:r>
        <w:rPr>
          <w:rtl/>
        </w:rPr>
        <w:t xml:space="preserve"> مسمى كا پيش خيمہ 13; اجل كے مو خر ہونے كا پيش خيمہ 10</w:t>
      </w:r>
    </w:p>
    <w:p w:rsidR="001F628F" w:rsidRDefault="001F628F" w:rsidP="004A1A12">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 7; الله تعالى كى دعوتي</w:t>
      </w:r>
      <w:r w:rsidR="00083993">
        <w:rPr>
          <w:rtl/>
        </w:rPr>
        <w:t xml:space="preserve">ں </w:t>
      </w:r>
      <w:r>
        <w:rPr>
          <w:rtl/>
        </w:rPr>
        <w:t>10، 12; الله تعالى كى معرفت كے دلائل 6; الله تعالى كى معرفت كا طريقہ 4; الله تعالى كے بارے مي</w:t>
      </w:r>
      <w:r w:rsidR="00083993">
        <w:rPr>
          <w:rtl/>
        </w:rPr>
        <w:t xml:space="preserve">ں </w:t>
      </w:r>
      <w:r>
        <w:rPr>
          <w:rtl/>
        </w:rPr>
        <w:t>شبہات 2</w:t>
      </w:r>
    </w:p>
    <w:p w:rsidR="001F628F" w:rsidRDefault="001F628F" w:rsidP="004A1A12">
      <w:pPr>
        <w:pStyle w:val="libNormal"/>
        <w:rPr>
          <w:rtl/>
        </w:rPr>
      </w:pPr>
      <w:r>
        <w:rPr>
          <w:rFonts w:hint="eastAsia"/>
          <w:rtl/>
        </w:rPr>
        <w:t>انبياء</w:t>
      </w:r>
      <w:r>
        <w:rPr>
          <w:rtl/>
        </w:rPr>
        <w:t xml:space="preserve"> :</w:t>
      </w:r>
      <w:r>
        <w:rPr>
          <w:rFonts w:hint="eastAsia"/>
          <w:rtl/>
        </w:rPr>
        <w:t>انبياء</w:t>
      </w:r>
      <w:r>
        <w:rPr>
          <w:rtl/>
        </w:rPr>
        <w:t xml:space="preserve"> كا حجت لانا 6; انبياء اور برھان 1; انبياء اور تقليد 25 ; انبياء كا بشر ہونا 17 ; انبياء كى تاريخ 17; انبياء كى خداشناسى 6 ; انبياء كى دعوتي</w:t>
      </w:r>
      <w:r w:rsidR="00083993">
        <w:rPr>
          <w:rtl/>
        </w:rPr>
        <w:t xml:space="preserve">ں </w:t>
      </w:r>
      <w:r>
        <w:rPr>
          <w:rtl/>
        </w:rPr>
        <w:t>12، 22; انبياء كى دعوتو</w:t>
      </w:r>
      <w:r w:rsidR="00083993">
        <w:rPr>
          <w:rtl/>
        </w:rPr>
        <w:t xml:space="preserve">ں </w:t>
      </w:r>
      <w:r>
        <w:rPr>
          <w:rtl/>
        </w:rPr>
        <w:t xml:space="preserve">كا ردّ 17 ; انبياء كى طرف سے حجت لانے كا طريقہ 1، 2; مخالفين انبياء كے ساتھ مقابلے </w:t>
      </w:r>
      <w:r>
        <w:rPr>
          <w:rFonts w:hint="eastAsia"/>
          <w:rtl/>
        </w:rPr>
        <w:t>كا</w:t>
      </w:r>
      <w:r>
        <w:rPr>
          <w:rtl/>
        </w:rPr>
        <w:t xml:space="preserve"> طريقہ 19 ; انبياء كا شرك سے بر سر پيكار ہونا25 ; انبياء كا ہدايت كرنا 16; انبياء كے طريقے كا ہم اہنگ ہونا 2</w:t>
      </w:r>
    </w:p>
    <w:p w:rsidR="001F628F" w:rsidRDefault="001F628F" w:rsidP="004A1A12">
      <w:pPr>
        <w:pStyle w:val="libNormal"/>
        <w:rPr>
          <w:rtl/>
        </w:rPr>
      </w:pPr>
      <w:r>
        <w:rPr>
          <w:rFonts w:hint="eastAsia"/>
          <w:rtl/>
        </w:rPr>
        <w:t>ايمان</w:t>
      </w:r>
      <w:r>
        <w:rPr>
          <w:rtl/>
        </w:rPr>
        <w:t>:</w:t>
      </w:r>
      <w:r>
        <w:rPr>
          <w:rFonts w:hint="eastAsia"/>
          <w:rtl/>
        </w:rPr>
        <w:t>ايمان</w:t>
      </w:r>
      <w:r>
        <w:rPr>
          <w:rtl/>
        </w:rPr>
        <w:t xml:space="preserve"> كے اثرات 10، 13; اہميت ايمان 10; ايمان كى دعوت 10; ايمان كے فوائد 11</w:t>
      </w:r>
    </w:p>
    <w:p w:rsidR="001F628F" w:rsidRDefault="001F628F" w:rsidP="004A1A12">
      <w:pPr>
        <w:pStyle w:val="libNormal"/>
        <w:rPr>
          <w:rtl/>
        </w:rPr>
      </w:pPr>
      <w:r>
        <w:rPr>
          <w:rFonts w:hint="eastAsia"/>
          <w:rtl/>
        </w:rPr>
        <w:t>برھان</w:t>
      </w:r>
      <w:r>
        <w:rPr>
          <w:rtl/>
        </w:rPr>
        <w:t>:</w:t>
      </w:r>
      <w:r>
        <w:rPr>
          <w:rFonts w:hint="eastAsia"/>
          <w:rtl/>
        </w:rPr>
        <w:t>برہان</w:t>
      </w:r>
      <w:r>
        <w:rPr>
          <w:rtl/>
        </w:rPr>
        <w:t xml:space="preserve"> (انّ) 6</w:t>
      </w:r>
    </w:p>
    <w:p w:rsidR="001F628F" w:rsidRDefault="001F628F" w:rsidP="004A1A12">
      <w:pPr>
        <w:pStyle w:val="libNormal"/>
        <w:rPr>
          <w:rtl/>
        </w:rPr>
      </w:pPr>
      <w:r>
        <w:rPr>
          <w:rFonts w:hint="eastAsia"/>
          <w:rtl/>
        </w:rPr>
        <w:t>باطل</w:t>
      </w:r>
      <w:r>
        <w:rPr>
          <w:rtl/>
        </w:rPr>
        <w:t xml:space="preserve"> معبود:</w:t>
      </w:r>
      <w:r>
        <w:rPr>
          <w:rFonts w:hint="eastAsia"/>
          <w:rtl/>
        </w:rPr>
        <w:t>باطل</w:t>
      </w:r>
      <w:r>
        <w:rPr>
          <w:rtl/>
        </w:rPr>
        <w:t xml:space="preserve"> معبودو</w:t>
      </w:r>
      <w:r w:rsidR="00083993">
        <w:rPr>
          <w:rtl/>
        </w:rPr>
        <w:t xml:space="preserve">ں </w:t>
      </w:r>
      <w:r>
        <w:rPr>
          <w:rtl/>
        </w:rPr>
        <w:t>كا بے شعور ہونا 27</w:t>
      </w:r>
    </w:p>
    <w:p w:rsidR="001F628F" w:rsidRDefault="001F628F" w:rsidP="004A1A12">
      <w:pPr>
        <w:pStyle w:val="libNormal"/>
        <w:rPr>
          <w:rtl/>
        </w:rPr>
      </w:pPr>
      <w:r>
        <w:rPr>
          <w:rFonts w:hint="eastAsia"/>
          <w:rtl/>
        </w:rPr>
        <w:t>تعليم</w:t>
      </w:r>
      <w:r>
        <w:rPr>
          <w:rtl/>
        </w:rPr>
        <w:t>:</w:t>
      </w:r>
      <w:r>
        <w:rPr>
          <w:rFonts w:hint="eastAsia"/>
          <w:rtl/>
        </w:rPr>
        <w:t>تعليم</w:t>
      </w:r>
      <w:r>
        <w:rPr>
          <w:rtl/>
        </w:rPr>
        <w:t xml:space="preserve"> كا طريقہ 3</w:t>
      </w:r>
    </w:p>
    <w:p w:rsidR="001F628F" w:rsidRDefault="001F628F" w:rsidP="004A1A12">
      <w:pPr>
        <w:pStyle w:val="libNormal"/>
        <w:rPr>
          <w:rtl/>
        </w:rPr>
      </w:pPr>
      <w:r>
        <w:rPr>
          <w:rFonts w:hint="eastAsia"/>
          <w:rtl/>
        </w:rPr>
        <w:t>تقليد</w:t>
      </w:r>
      <w:r>
        <w:rPr>
          <w:rtl/>
        </w:rPr>
        <w:t>:</w:t>
      </w:r>
      <w:r>
        <w:rPr>
          <w:rFonts w:hint="eastAsia"/>
          <w:rtl/>
        </w:rPr>
        <w:t>اباو</w:t>
      </w:r>
      <w:r>
        <w:rPr>
          <w:rtl/>
        </w:rPr>
        <w:t xml:space="preserve"> اجداد كى تقليد 21،23، 25; اندھى تقليد 23; ناپسنديدہ تقليد25</w:t>
      </w:r>
    </w:p>
    <w:p w:rsidR="004A1A12" w:rsidRDefault="001E7F9D" w:rsidP="00F73EDE">
      <w:pPr>
        <w:pStyle w:val="libPoemTini"/>
        <w:rPr>
          <w:rtl/>
        </w:rPr>
      </w:pPr>
      <w:r>
        <w:rPr>
          <w:rtl/>
        </w:rPr>
        <w:br w:type="page"/>
      </w:r>
    </w:p>
    <w:p w:rsidR="001F628F" w:rsidRDefault="001F628F" w:rsidP="004A1A12">
      <w:pPr>
        <w:pStyle w:val="libNormal"/>
        <w:rPr>
          <w:rtl/>
        </w:rPr>
      </w:pPr>
      <w:r>
        <w:rPr>
          <w:rFonts w:hint="eastAsia"/>
          <w:rtl/>
        </w:rPr>
        <w:lastRenderedPageBreak/>
        <w:t>ثقافت</w:t>
      </w:r>
      <w:r>
        <w:rPr>
          <w:rtl/>
        </w:rPr>
        <w:t>:</w:t>
      </w:r>
      <w:r>
        <w:rPr>
          <w:rFonts w:hint="eastAsia"/>
          <w:rtl/>
        </w:rPr>
        <w:t>ثقافت</w:t>
      </w:r>
      <w:r>
        <w:rPr>
          <w:rtl/>
        </w:rPr>
        <w:t xml:space="preserve"> اورعقيدہ 24;ثقافت كے اثرات 24</w:t>
      </w:r>
    </w:p>
    <w:p w:rsidR="001F628F" w:rsidRDefault="001F628F" w:rsidP="004A1A12">
      <w:pPr>
        <w:pStyle w:val="libNormal"/>
        <w:rPr>
          <w:rtl/>
        </w:rPr>
      </w:pPr>
      <w:r>
        <w:rPr>
          <w:rFonts w:hint="eastAsia"/>
          <w:rtl/>
        </w:rPr>
        <w:t>خداپرستي</w:t>
      </w:r>
      <w:r>
        <w:rPr>
          <w:rtl/>
        </w:rPr>
        <w:t>:</w:t>
      </w:r>
      <w:r>
        <w:rPr>
          <w:rFonts w:hint="eastAsia"/>
          <w:rtl/>
        </w:rPr>
        <w:t>خدا</w:t>
      </w:r>
      <w:r>
        <w:rPr>
          <w:rtl/>
        </w:rPr>
        <w:t xml:space="preserve"> پرستى كى طرف دعوت 4</w:t>
      </w:r>
    </w:p>
    <w:p w:rsidR="001F628F" w:rsidRDefault="001F628F" w:rsidP="004A1A12">
      <w:pPr>
        <w:pStyle w:val="libNormal"/>
        <w:rPr>
          <w:rtl/>
        </w:rPr>
      </w:pPr>
      <w:r>
        <w:rPr>
          <w:rFonts w:hint="eastAsia"/>
          <w:rtl/>
        </w:rPr>
        <w:t>ذكر</w:t>
      </w:r>
      <w:r>
        <w:rPr>
          <w:rtl/>
        </w:rPr>
        <w:t>:</w:t>
      </w:r>
      <w:r>
        <w:rPr>
          <w:rFonts w:hint="eastAsia"/>
          <w:rtl/>
        </w:rPr>
        <w:t>خلقت</w:t>
      </w:r>
      <w:r>
        <w:rPr>
          <w:rtl/>
        </w:rPr>
        <w:t xml:space="preserve"> موجودات كے ذكر كے اثرات 4</w:t>
      </w:r>
    </w:p>
    <w:p w:rsidR="001F628F" w:rsidRDefault="001F628F" w:rsidP="004A1A12">
      <w:pPr>
        <w:pStyle w:val="libNormal"/>
        <w:rPr>
          <w:rtl/>
        </w:rPr>
      </w:pPr>
      <w:r>
        <w:rPr>
          <w:rFonts w:hint="eastAsia"/>
          <w:rtl/>
        </w:rPr>
        <w:t>زمين</w:t>
      </w:r>
      <w:r>
        <w:rPr>
          <w:rtl/>
        </w:rPr>
        <w:t>:</w:t>
      </w:r>
      <w:r>
        <w:rPr>
          <w:rFonts w:hint="eastAsia"/>
          <w:rtl/>
        </w:rPr>
        <w:t>زمين</w:t>
      </w:r>
      <w:r>
        <w:rPr>
          <w:rtl/>
        </w:rPr>
        <w:t xml:space="preserve"> كاخالق7; زمين كاپھٹنا 8; زمينى موجودات 8</w:t>
      </w:r>
    </w:p>
    <w:p w:rsidR="001F628F" w:rsidRDefault="001F628F" w:rsidP="004A1A12">
      <w:pPr>
        <w:pStyle w:val="libNormal"/>
        <w:rPr>
          <w:rtl/>
        </w:rPr>
      </w:pPr>
      <w:r>
        <w:rPr>
          <w:rFonts w:hint="eastAsia"/>
          <w:rtl/>
        </w:rPr>
        <w:t>عبادت</w:t>
      </w:r>
      <w:r>
        <w:rPr>
          <w:rtl/>
        </w:rPr>
        <w:t>:</w:t>
      </w:r>
      <w:r>
        <w:rPr>
          <w:rFonts w:hint="eastAsia"/>
          <w:rtl/>
        </w:rPr>
        <w:t>غيرخدا</w:t>
      </w:r>
      <w:r>
        <w:rPr>
          <w:rtl/>
        </w:rPr>
        <w:t xml:space="preserve"> كى عبادت 25</w:t>
      </w:r>
    </w:p>
    <w:p w:rsidR="001F628F" w:rsidRDefault="001F628F" w:rsidP="004A1A12">
      <w:pPr>
        <w:pStyle w:val="libNormal"/>
        <w:rPr>
          <w:rtl/>
        </w:rPr>
      </w:pPr>
      <w:r>
        <w:rPr>
          <w:rFonts w:hint="eastAsia"/>
          <w:rtl/>
        </w:rPr>
        <w:t>عقيدہ</w:t>
      </w:r>
      <w:r>
        <w:rPr>
          <w:rtl/>
        </w:rPr>
        <w:t>:</w:t>
      </w:r>
      <w:r>
        <w:rPr>
          <w:rFonts w:hint="eastAsia"/>
          <w:rtl/>
        </w:rPr>
        <w:t>عقيدے</w:t>
      </w:r>
      <w:r>
        <w:rPr>
          <w:rtl/>
        </w:rPr>
        <w:t xml:space="preserve"> مي</w:t>
      </w:r>
      <w:r w:rsidR="00083993">
        <w:rPr>
          <w:rtl/>
        </w:rPr>
        <w:t xml:space="preserve">ں </w:t>
      </w:r>
      <w:r>
        <w:rPr>
          <w:rtl/>
        </w:rPr>
        <w:t>مو ثر عوامل 24; صحت عقيدہ كا معيار 26</w:t>
      </w:r>
    </w:p>
    <w:p w:rsidR="001F628F" w:rsidRDefault="001F628F" w:rsidP="004A1A12">
      <w:pPr>
        <w:pStyle w:val="libNormal"/>
        <w:rPr>
          <w:rtl/>
        </w:rPr>
      </w:pPr>
      <w:r>
        <w:rPr>
          <w:rFonts w:hint="eastAsia"/>
          <w:rtl/>
        </w:rPr>
        <w:t>عمر</w:t>
      </w:r>
      <w:r>
        <w:rPr>
          <w:rtl/>
        </w:rPr>
        <w:t xml:space="preserve"> :</w:t>
      </w:r>
      <w:r>
        <w:rPr>
          <w:rFonts w:hint="eastAsia"/>
          <w:rtl/>
        </w:rPr>
        <w:t>عمر</w:t>
      </w:r>
      <w:r>
        <w:rPr>
          <w:rtl/>
        </w:rPr>
        <w:t xml:space="preserve"> كے طولانى ہونے كا پيش خيمہ 13، 14</w:t>
      </w:r>
    </w:p>
    <w:p w:rsidR="001F628F" w:rsidRDefault="001F628F" w:rsidP="004A1A12">
      <w:pPr>
        <w:pStyle w:val="libNormal"/>
        <w:rPr>
          <w:rtl/>
        </w:rPr>
      </w:pPr>
      <w:r>
        <w:rPr>
          <w:rFonts w:hint="eastAsia"/>
          <w:rtl/>
        </w:rPr>
        <w:t>قوم</w:t>
      </w:r>
      <w:r>
        <w:rPr>
          <w:rtl/>
        </w:rPr>
        <w:t xml:space="preserve"> ثمود:</w:t>
      </w:r>
      <w:r>
        <w:rPr>
          <w:rFonts w:hint="eastAsia"/>
          <w:rtl/>
        </w:rPr>
        <w:t>قوم</w:t>
      </w:r>
      <w:r>
        <w:rPr>
          <w:rtl/>
        </w:rPr>
        <w:t xml:space="preserve"> ثمود كا شرك 21</w:t>
      </w:r>
    </w:p>
    <w:p w:rsidR="001F628F" w:rsidRDefault="001F628F" w:rsidP="004A1A12">
      <w:pPr>
        <w:pStyle w:val="libNormal"/>
        <w:rPr>
          <w:rtl/>
        </w:rPr>
      </w:pPr>
      <w:r>
        <w:rPr>
          <w:rFonts w:hint="eastAsia"/>
          <w:rtl/>
        </w:rPr>
        <w:t>قوم</w:t>
      </w:r>
      <w:r>
        <w:rPr>
          <w:rtl/>
        </w:rPr>
        <w:t xml:space="preserve"> عاد:</w:t>
      </w:r>
      <w:r>
        <w:rPr>
          <w:rFonts w:hint="eastAsia"/>
          <w:rtl/>
        </w:rPr>
        <w:t>قوم</w:t>
      </w:r>
      <w:r>
        <w:rPr>
          <w:rtl/>
        </w:rPr>
        <w:t xml:space="preserve"> عاد كا شرك 21</w:t>
      </w:r>
    </w:p>
    <w:p w:rsidR="001F628F" w:rsidRDefault="001F628F" w:rsidP="004A1A12">
      <w:pPr>
        <w:pStyle w:val="libNormal"/>
        <w:rPr>
          <w:rtl/>
        </w:rPr>
      </w:pPr>
      <w:r>
        <w:rPr>
          <w:rFonts w:hint="eastAsia"/>
          <w:rtl/>
        </w:rPr>
        <w:t>قوم</w:t>
      </w:r>
      <w:r>
        <w:rPr>
          <w:rtl/>
        </w:rPr>
        <w:t xml:space="preserve"> نوح:</w:t>
      </w:r>
      <w:r>
        <w:rPr>
          <w:rFonts w:hint="eastAsia"/>
          <w:rtl/>
        </w:rPr>
        <w:t>قوم</w:t>
      </w:r>
      <w:r>
        <w:rPr>
          <w:rtl/>
        </w:rPr>
        <w:t xml:space="preserve"> نوح كاشرك 21</w:t>
      </w:r>
    </w:p>
    <w:p w:rsidR="001F628F" w:rsidRDefault="001F628F" w:rsidP="004A1A12">
      <w:pPr>
        <w:pStyle w:val="libNormal"/>
        <w:rPr>
          <w:rtl/>
        </w:rPr>
      </w:pPr>
      <w:r>
        <w:rPr>
          <w:rFonts w:hint="eastAsia"/>
          <w:rtl/>
        </w:rPr>
        <w:t>كفار</w:t>
      </w:r>
      <w:r>
        <w:rPr>
          <w:rtl/>
        </w:rPr>
        <w:t>:</w:t>
      </w:r>
      <w:r>
        <w:rPr>
          <w:rFonts w:hint="eastAsia"/>
          <w:rtl/>
        </w:rPr>
        <w:t>كفار</w:t>
      </w:r>
      <w:r>
        <w:rPr>
          <w:rtl/>
        </w:rPr>
        <w:t xml:space="preserve"> كا عقيدہ 18</w:t>
      </w:r>
    </w:p>
    <w:p w:rsidR="001F628F" w:rsidRDefault="001F628F" w:rsidP="004A1A12">
      <w:pPr>
        <w:pStyle w:val="libNormal"/>
        <w:rPr>
          <w:rtl/>
        </w:rPr>
      </w:pPr>
      <w:r>
        <w:rPr>
          <w:rFonts w:hint="eastAsia"/>
          <w:rtl/>
        </w:rPr>
        <w:t>گذشتہ</w:t>
      </w:r>
      <w:r>
        <w:rPr>
          <w:rtl/>
        </w:rPr>
        <w:t xml:space="preserve"> اقوام:</w:t>
      </w:r>
      <w:r>
        <w:rPr>
          <w:rFonts w:hint="eastAsia"/>
          <w:rtl/>
        </w:rPr>
        <w:t>گذشتہ</w:t>
      </w:r>
      <w:r>
        <w:rPr>
          <w:rtl/>
        </w:rPr>
        <w:t xml:space="preserve"> اقوام اورانبياء 20; گذشتہ اقوام اورخدا پرستى 22; گذشتہ اقوام اورانبياء كى دعوتي</w:t>
      </w:r>
      <w:r w:rsidR="00083993">
        <w:rPr>
          <w:rtl/>
        </w:rPr>
        <w:t xml:space="preserve">ں </w:t>
      </w:r>
      <w:r>
        <w:rPr>
          <w:rtl/>
        </w:rPr>
        <w:t>24; گذشتہ اقوام كى بہانہ جوئي 17;گذشتہ اقوام كا نظريہ 20،22،26;گذشتہ اقوام كا تعصب 23; گذشتہ اقوام كى تقليد 23; گذشتہ اقوام كے تقاضے 28; گذشتہ اقوام كے شبہات ايجاد كرنا28; گذشتہ اقوام كا شرك 21; گذشتہ اقوام كا شك 1، 2;گذشتہ اقوام كى مخالفت كا فلسفہ 22</w:t>
      </w:r>
    </w:p>
    <w:p w:rsidR="001F628F" w:rsidRDefault="001F628F" w:rsidP="004A1A12">
      <w:pPr>
        <w:pStyle w:val="libNormal"/>
        <w:rPr>
          <w:rtl/>
        </w:rPr>
      </w:pPr>
      <w:r>
        <w:rPr>
          <w:rFonts w:hint="eastAsia"/>
          <w:rtl/>
        </w:rPr>
        <w:t>مخلوق</w:t>
      </w:r>
      <w:r>
        <w:rPr>
          <w:rtl/>
        </w:rPr>
        <w:t>:</w:t>
      </w:r>
      <w:r>
        <w:rPr>
          <w:rFonts w:hint="eastAsia"/>
          <w:rtl/>
        </w:rPr>
        <w:t>مخلوق</w:t>
      </w:r>
      <w:r>
        <w:rPr>
          <w:rtl/>
        </w:rPr>
        <w:t xml:space="preserve"> كاخالق 7</w:t>
      </w:r>
    </w:p>
    <w:p w:rsidR="001F628F" w:rsidRDefault="001F628F" w:rsidP="004A1A12">
      <w:pPr>
        <w:pStyle w:val="libNormal"/>
        <w:rPr>
          <w:rtl/>
        </w:rPr>
      </w:pPr>
      <w:r>
        <w:rPr>
          <w:rFonts w:hint="eastAsia"/>
          <w:rtl/>
        </w:rPr>
        <w:t>مخلوقات</w:t>
      </w:r>
      <w:r>
        <w:rPr>
          <w:rtl/>
        </w:rPr>
        <w:t>:</w:t>
      </w:r>
      <w:r>
        <w:rPr>
          <w:rFonts w:hint="eastAsia"/>
          <w:rtl/>
        </w:rPr>
        <w:t>مخلوقات</w:t>
      </w:r>
      <w:r>
        <w:rPr>
          <w:rtl/>
        </w:rPr>
        <w:t xml:space="preserve"> كے محتاج ہونے كا بديہى ہونا 5</w:t>
      </w:r>
    </w:p>
    <w:p w:rsidR="001F628F" w:rsidRDefault="001F628F" w:rsidP="004A1A12">
      <w:pPr>
        <w:pStyle w:val="libNormal"/>
        <w:rPr>
          <w:rtl/>
        </w:rPr>
      </w:pPr>
      <w:r>
        <w:rPr>
          <w:rFonts w:hint="eastAsia"/>
          <w:rtl/>
        </w:rPr>
        <w:t>معاشرہ</w:t>
      </w:r>
      <w:r>
        <w:rPr>
          <w:rtl/>
        </w:rPr>
        <w:t>:</w:t>
      </w:r>
      <w:r>
        <w:rPr>
          <w:rFonts w:hint="eastAsia"/>
          <w:rtl/>
        </w:rPr>
        <w:t>معاشرے</w:t>
      </w:r>
      <w:r>
        <w:rPr>
          <w:rtl/>
        </w:rPr>
        <w:t xml:space="preserve"> كا كردار 24</w:t>
      </w:r>
    </w:p>
    <w:p w:rsidR="001F628F" w:rsidRDefault="001F628F" w:rsidP="004A1A12">
      <w:pPr>
        <w:pStyle w:val="libNormal"/>
        <w:rPr>
          <w:rtl/>
        </w:rPr>
      </w:pPr>
      <w:r>
        <w:rPr>
          <w:rFonts w:hint="eastAsia"/>
          <w:rtl/>
        </w:rPr>
        <w:t>معجزہ</w:t>
      </w:r>
      <w:r>
        <w:rPr>
          <w:rtl/>
        </w:rPr>
        <w:t>:</w:t>
      </w:r>
      <w:r>
        <w:rPr>
          <w:rFonts w:hint="eastAsia"/>
          <w:rtl/>
        </w:rPr>
        <w:t>معجزہ</w:t>
      </w:r>
      <w:r>
        <w:rPr>
          <w:rtl/>
        </w:rPr>
        <w:t xml:space="preserve"> 28</w:t>
      </w:r>
    </w:p>
    <w:p w:rsidR="001F628F" w:rsidRDefault="001F628F" w:rsidP="004A1A12">
      <w:pPr>
        <w:pStyle w:val="libNormal"/>
        <w:rPr>
          <w:rtl/>
        </w:rPr>
      </w:pPr>
      <w:r>
        <w:rPr>
          <w:rFonts w:hint="eastAsia"/>
          <w:rtl/>
        </w:rPr>
        <w:t>معنويات</w:t>
      </w:r>
      <w:r>
        <w:rPr>
          <w:rtl/>
        </w:rPr>
        <w:t>:</w:t>
      </w:r>
      <w:r>
        <w:rPr>
          <w:rFonts w:hint="eastAsia"/>
          <w:rtl/>
        </w:rPr>
        <w:t>معنويات</w:t>
      </w:r>
      <w:r>
        <w:rPr>
          <w:rtl/>
        </w:rPr>
        <w:t xml:space="preserve"> كا كردار 14</w:t>
      </w:r>
    </w:p>
    <w:p w:rsidR="004A1A12" w:rsidRDefault="001F628F" w:rsidP="004A1A12">
      <w:pPr>
        <w:pStyle w:val="libNormal"/>
        <w:rPr>
          <w:rtl/>
        </w:rPr>
      </w:pPr>
      <w:r>
        <w:rPr>
          <w:rFonts w:hint="eastAsia"/>
          <w:rtl/>
        </w:rPr>
        <w:t>موت</w:t>
      </w:r>
      <w:r>
        <w:rPr>
          <w:rtl/>
        </w:rPr>
        <w:t>:</w:t>
      </w:r>
      <w:r w:rsidR="001E7F9D">
        <w:rPr>
          <w:rtl/>
        </w:rPr>
        <w:cr/>
      </w:r>
      <w:r w:rsidR="001E7F9D" w:rsidRPr="00F73EDE">
        <w:rPr>
          <w:rStyle w:val="libPoemTiniChar0"/>
          <w:rtl/>
        </w:rPr>
        <w:br w:type="page"/>
      </w:r>
    </w:p>
    <w:p w:rsidR="001F628F" w:rsidRDefault="001F628F" w:rsidP="004A1A12">
      <w:pPr>
        <w:pStyle w:val="libNormal"/>
        <w:rPr>
          <w:rtl/>
        </w:rPr>
      </w:pPr>
      <w:r>
        <w:rPr>
          <w:rFonts w:hint="eastAsia"/>
          <w:rtl/>
        </w:rPr>
        <w:lastRenderedPageBreak/>
        <w:t>موت</w:t>
      </w:r>
      <w:r>
        <w:rPr>
          <w:rtl/>
        </w:rPr>
        <w:t xml:space="preserve"> مي</w:t>
      </w:r>
      <w:r w:rsidR="00083993">
        <w:rPr>
          <w:rtl/>
        </w:rPr>
        <w:t xml:space="preserve">ں </w:t>
      </w:r>
      <w:r>
        <w:rPr>
          <w:rtl/>
        </w:rPr>
        <w:t>تعجيل كاامكان 15</w:t>
      </w:r>
    </w:p>
    <w:p w:rsidR="001F628F" w:rsidRDefault="001F628F" w:rsidP="004A1A12">
      <w:pPr>
        <w:pStyle w:val="libNormal"/>
        <w:rPr>
          <w:rtl/>
        </w:rPr>
      </w:pPr>
      <w:r>
        <w:rPr>
          <w:rFonts w:hint="eastAsia"/>
          <w:rtl/>
        </w:rPr>
        <w:t>نبوت</w:t>
      </w:r>
      <w:r>
        <w:rPr>
          <w:rtl/>
        </w:rPr>
        <w:t>:</w:t>
      </w:r>
      <w:r>
        <w:rPr>
          <w:rFonts w:hint="eastAsia"/>
          <w:rtl/>
        </w:rPr>
        <w:t>بشر</w:t>
      </w:r>
      <w:r>
        <w:rPr>
          <w:rtl/>
        </w:rPr>
        <w:t xml:space="preserve"> كى نبوت 18</w:t>
      </w:r>
    </w:p>
    <w:p w:rsidR="001F628F" w:rsidRDefault="001F628F" w:rsidP="001F628F">
      <w:pPr>
        <w:pStyle w:val="libNormal"/>
        <w:rPr>
          <w:rtl/>
        </w:rPr>
      </w:pPr>
      <w:r>
        <w:rPr>
          <w:rFonts w:hint="eastAsia"/>
          <w:rtl/>
        </w:rPr>
        <w:t>نظام</w:t>
      </w:r>
      <w:r>
        <w:rPr>
          <w:rtl/>
        </w:rPr>
        <w:t xml:space="preserve"> عليت:5</w:t>
      </w:r>
    </w:p>
    <w:p w:rsidR="001F628F" w:rsidRDefault="001F628F" w:rsidP="004A1A12">
      <w:pPr>
        <w:pStyle w:val="libNormal"/>
        <w:rPr>
          <w:rtl/>
        </w:rPr>
      </w:pPr>
      <w:r>
        <w:rPr>
          <w:rFonts w:hint="eastAsia"/>
          <w:rtl/>
        </w:rPr>
        <w:t>ہدايت</w:t>
      </w:r>
      <w:r>
        <w:rPr>
          <w:rtl/>
        </w:rPr>
        <w:t>:</w:t>
      </w:r>
      <w:r>
        <w:rPr>
          <w:rFonts w:hint="eastAsia"/>
          <w:rtl/>
        </w:rPr>
        <w:t>ہدايت</w:t>
      </w:r>
      <w:r>
        <w:rPr>
          <w:rtl/>
        </w:rPr>
        <w:t xml:space="preserve"> مي</w:t>
      </w:r>
      <w:r w:rsidR="00083993">
        <w:rPr>
          <w:rtl/>
        </w:rPr>
        <w:t xml:space="preserve">ں </w:t>
      </w:r>
      <w:r>
        <w:rPr>
          <w:rtl/>
        </w:rPr>
        <w:t>تشويق 16; ہدايت كا طريقہ 16</w:t>
      </w:r>
    </w:p>
    <w:p w:rsidR="001F628F" w:rsidRDefault="002F1927" w:rsidP="002F1927">
      <w:pPr>
        <w:pStyle w:val="Heading2Center"/>
        <w:rPr>
          <w:rtl/>
        </w:rPr>
      </w:pPr>
      <w:bookmarkStart w:id="11" w:name="_Toc28081689"/>
      <w:r>
        <w:rPr>
          <w:rFonts w:hint="cs"/>
          <w:rtl/>
        </w:rPr>
        <w:t>آیت 11</w:t>
      </w:r>
      <w:bookmarkEnd w:id="11"/>
    </w:p>
    <w:p w:rsidR="001F628F" w:rsidRDefault="00E260F9" w:rsidP="002F1927">
      <w:pPr>
        <w:pStyle w:val="libNormal"/>
        <w:rPr>
          <w:rtl/>
        </w:rPr>
      </w:pPr>
      <w:r w:rsidRPr="00E260F9">
        <w:rPr>
          <w:rStyle w:val="libAlaemChar"/>
          <w:rFonts w:hint="eastAsia"/>
          <w:rtl/>
        </w:rPr>
        <w:t>(</w:t>
      </w:r>
      <w:r w:rsidRPr="002F1927">
        <w:rPr>
          <w:rStyle w:val="libAieChar"/>
          <w:rFonts w:hint="eastAsia"/>
          <w:rtl/>
        </w:rPr>
        <w:t>قَالَتْ</w:t>
      </w:r>
      <w:r w:rsidRPr="002F1927">
        <w:rPr>
          <w:rStyle w:val="libAieChar"/>
          <w:rtl/>
        </w:rPr>
        <w:t xml:space="preserve"> لَهُمْ رُسُلُهُمْ إِن نَّحْنُ إِلاَّ بَشَرٌ مِّثْلُكُمْ وَلَـكِنَّ اللّهَ يَمُنُّ عَلَى مَن يَشَاءُ مِنْ عِبَادِهِ وَمَا كَانَ لَنَا أَن نَّأْتِيَكُم بِسُلْطَانٍ إِلاَّ بِإِذْنِ اللّهِ وَعلَى اللّهِ فَلْيَتَوَكَّلِ الْمُؤْمِنُونَ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سے رسولو</w:t>
      </w:r>
      <w:r w:rsidR="00083993">
        <w:rPr>
          <w:rtl/>
        </w:rPr>
        <w:t xml:space="preserve">ں </w:t>
      </w:r>
      <w:r>
        <w:rPr>
          <w:rtl/>
        </w:rPr>
        <w:t>نے كہا كہ يقينا ہم تمھارے ہى جيسے بشر ہي</w:t>
      </w:r>
      <w:r w:rsidR="00083993">
        <w:rPr>
          <w:rtl/>
        </w:rPr>
        <w:t xml:space="preserve">ں </w:t>
      </w:r>
      <w:r>
        <w:rPr>
          <w:rtl/>
        </w:rPr>
        <w:t>ليكن خدا جس بندے پر چاہتا ہے مخصوص احسان بھى كرتاہے اور ہمارے اختيار مي</w:t>
      </w:r>
      <w:r w:rsidR="00083993">
        <w:rPr>
          <w:rtl/>
        </w:rPr>
        <w:t xml:space="preserve">ں </w:t>
      </w:r>
      <w:r>
        <w:rPr>
          <w:rtl/>
        </w:rPr>
        <w:t>يہ بھى نہي</w:t>
      </w:r>
      <w:r w:rsidR="00083993">
        <w:rPr>
          <w:rtl/>
        </w:rPr>
        <w:t xml:space="preserve">ں </w:t>
      </w:r>
      <w:r>
        <w:rPr>
          <w:rtl/>
        </w:rPr>
        <w:t>ہے كہ ہم بلا اذن خدا كوئي دليل يا معجزہ لے آئي</w:t>
      </w:r>
      <w:r w:rsidR="00083993">
        <w:rPr>
          <w:rtl/>
        </w:rPr>
        <w:t xml:space="preserve">ں </w:t>
      </w:r>
      <w:r>
        <w:rPr>
          <w:rtl/>
        </w:rPr>
        <w:t>اور صاحبان ايمان تو صرف اللہ ہى پر بھروسہ كرتے ہي</w:t>
      </w:r>
      <w:r w:rsidR="00083993">
        <w:rPr>
          <w:rtl/>
        </w:rPr>
        <w:t xml:space="preserve">ں </w:t>
      </w:r>
      <w:r>
        <w:rPr>
          <w:rtl/>
        </w:rPr>
        <w:t>_</w:t>
      </w:r>
    </w:p>
    <w:p w:rsidR="001F628F" w:rsidRDefault="001F628F" w:rsidP="001F628F">
      <w:pPr>
        <w:pStyle w:val="libNormal"/>
        <w:rPr>
          <w:rtl/>
        </w:rPr>
      </w:pPr>
      <w:r>
        <w:rPr>
          <w:rtl/>
        </w:rPr>
        <w:t>1_</w:t>
      </w:r>
      <w:r w:rsidR="003D0BA1">
        <w:rPr>
          <w:rtl/>
        </w:rPr>
        <w:t>انبياء</w:t>
      </w:r>
      <w:r>
        <w:rPr>
          <w:rtl/>
        </w:rPr>
        <w:t>ے كرام ان كے كفار كے مقابلے مي</w:t>
      </w:r>
      <w:r w:rsidR="00083993">
        <w:rPr>
          <w:rtl/>
        </w:rPr>
        <w:t xml:space="preserve">ں </w:t>
      </w:r>
      <w:r>
        <w:rPr>
          <w:rtl/>
        </w:rPr>
        <w:t>كہ جوبشريت كو مقام نبوت كے منافى جانتے تھے، اپنے بشر ہونے كى تاكيداوراس كے مقام نبوت كے ساتھ منافى نہ ہونے كا اعلان كرتے_</w:t>
      </w:r>
    </w:p>
    <w:p w:rsidR="001F628F" w:rsidRDefault="001F628F" w:rsidP="002A7701">
      <w:pPr>
        <w:pStyle w:val="libArabic"/>
        <w:rPr>
          <w:rtl/>
        </w:rPr>
      </w:pPr>
      <w:r>
        <w:rPr>
          <w:rFonts w:hint="eastAsia"/>
          <w:rtl/>
        </w:rPr>
        <w:t>قالوا</w:t>
      </w:r>
      <w:r>
        <w:rPr>
          <w:rtl/>
        </w:rPr>
        <w:t xml:space="preserve"> ان ا نتم الّا بشر مثلنا ...</w:t>
      </w:r>
      <w:r w:rsidRPr="002A7701">
        <w:rPr>
          <w:rtl/>
        </w:rPr>
        <w:t>قالت ل</w:t>
      </w:r>
      <w:r w:rsidR="002A7701" w:rsidRPr="002A7701">
        <w:rPr>
          <w:rFonts w:hint="cs"/>
          <w:rtl/>
        </w:rPr>
        <w:t>ه</w:t>
      </w:r>
      <w:r w:rsidRPr="002A7701">
        <w:rPr>
          <w:rtl/>
        </w:rPr>
        <w:t>م رسل</w:t>
      </w:r>
      <w:r w:rsidR="002A7701" w:rsidRPr="002A7701">
        <w:rPr>
          <w:rFonts w:hint="cs"/>
          <w:rtl/>
        </w:rPr>
        <w:t>ه</w:t>
      </w:r>
      <w:r w:rsidRPr="002A7701">
        <w:rPr>
          <w:rtl/>
        </w:rPr>
        <w:t>م ان نحن الّا بشر مثلكم ولكنّ الله يمنّ على من يشاء من عباد</w:t>
      </w:r>
      <w:r w:rsidR="002A7701" w:rsidRPr="002A7701">
        <w:rPr>
          <w:rFonts w:hint="cs"/>
          <w:rtl/>
        </w:rPr>
        <w:t>ه</w:t>
      </w:r>
    </w:p>
    <w:p w:rsidR="001F628F" w:rsidRDefault="001F628F" w:rsidP="001F628F">
      <w:pPr>
        <w:pStyle w:val="libNormal"/>
        <w:rPr>
          <w:rtl/>
        </w:rPr>
      </w:pPr>
      <w:r>
        <w:rPr>
          <w:rtl/>
        </w:rPr>
        <w:t>2_اپنے مخالفين كے مقابلے مي</w:t>
      </w:r>
      <w:r w:rsidR="00083993">
        <w:rPr>
          <w:rtl/>
        </w:rPr>
        <w:t xml:space="preserve">ں </w:t>
      </w:r>
      <w:r w:rsidR="003D0BA1">
        <w:rPr>
          <w:rtl/>
        </w:rPr>
        <w:t>انبياء</w:t>
      </w:r>
      <w:r>
        <w:rPr>
          <w:rtl/>
        </w:rPr>
        <w:t>ے الہى ايك</w:t>
      </w:r>
      <w:r w:rsidR="002A7701">
        <w:rPr>
          <w:rFonts w:hint="cs"/>
          <w:rtl/>
        </w:rPr>
        <w:t xml:space="preserve"> </w:t>
      </w:r>
      <w:r>
        <w:rPr>
          <w:rtl/>
        </w:rPr>
        <w:t>ہى قسم كا رويہ اورمو قف ركھتے تھے_</w:t>
      </w:r>
    </w:p>
    <w:p w:rsidR="001F628F" w:rsidRDefault="001F628F" w:rsidP="002F1927">
      <w:pPr>
        <w:pStyle w:val="libArabic"/>
        <w:rPr>
          <w:rtl/>
        </w:rPr>
      </w:pPr>
      <w:r>
        <w:rPr>
          <w:rFonts w:hint="eastAsia"/>
          <w:rtl/>
        </w:rPr>
        <w:t>قالت</w:t>
      </w:r>
      <w:r>
        <w:rPr>
          <w:rtl/>
        </w:rPr>
        <w:t xml:space="preserve"> ل</w:t>
      </w:r>
      <w:r w:rsidR="00B2551F" w:rsidRPr="00B2551F">
        <w:rPr>
          <w:rFonts w:hint="cs"/>
          <w:rtl/>
        </w:rPr>
        <w:t>ه</w:t>
      </w:r>
      <w:r>
        <w:rPr>
          <w:rFonts w:hint="cs"/>
          <w:rtl/>
        </w:rPr>
        <w:t>م</w:t>
      </w:r>
      <w:r>
        <w:rPr>
          <w:rtl/>
        </w:rPr>
        <w:t xml:space="preserve"> </w:t>
      </w:r>
      <w:r>
        <w:rPr>
          <w:rFonts w:hint="cs"/>
          <w:rtl/>
        </w:rPr>
        <w:t>رسل</w:t>
      </w:r>
      <w:r w:rsidR="00B2551F" w:rsidRPr="00B2551F">
        <w:rPr>
          <w:rFonts w:hint="cs"/>
          <w:rtl/>
        </w:rPr>
        <w:t>ه</w:t>
      </w:r>
      <w:r>
        <w:rPr>
          <w:rFonts w:hint="cs"/>
          <w:rtl/>
        </w:rPr>
        <w:t>م</w:t>
      </w:r>
      <w:r>
        <w:rPr>
          <w:rtl/>
        </w:rPr>
        <w:t xml:space="preserve"> </w:t>
      </w:r>
      <w:r>
        <w:rPr>
          <w:rFonts w:hint="cs"/>
          <w:rtl/>
        </w:rPr>
        <w:t>ان</w:t>
      </w:r>
      <w:r>
        <w:rPr>
          <w:rtl/>
        </w:rPr>
        <w:t xml:space="preserve"> </w:t>
      </w:r>
      <w:r>
        <w:rPr>
          <w:rFonts w:hint="cs"/>
          <w:rtl/>
        </w:rPr>
        <w:t>نحن</w:t>
      </w:r>
      <w:r>
        <w:rPr>
          <w:rtl/>
        </w:rPr>
        <w:t xml:space="preserve"> </w:t>
      </w:r>
      <w:r>
        <w:rPr>
          <w:rFonts w:hint="cs"/>
          <w:rtl/>
        </w:rPr>
        <w:t>الّا</w:t>
      </w:r>
      <w:r>
        <w:rPr>
          <w:rtl/>
        </w:rPr>
        <w:t xml:space="preserve"> </w:t>
      </w:r>
      <w:r>
        <w:rPr>
          <w:rFonts w:hint="cs"/>
          <w:rtl/>
        </w:rPr>
        <w:t>بشر</w:t>
      </w:r>
      <w:r>
        <w:rPr>
          <w:rtl/>
        </w:rPr>
        <w:t xml:space="preserve"> مثلكم</w:t>
      </w:r>
    </w:p>
    <w:p w:rsidR="001F628F" w:rsidRDefault="001F628F" w:rsidP="001F628F">
      <w:pPr>
        <w:pStyle w:val="libNormal"/>
        <w:rPr>
          <w:rtl/>
        </w:rPr>
      </w:pPr>
      <w:r>
        <w:rPr>
          <w:rtl/>
        </w:rPr>
        <w:t>3_ حق بات كااعتراف ايك پسنديدہ اورمطلوب فعل ہے خواہ وہ كسى دشمن كى زبان سے ہى نكلى ہو_</w:t>
      </w:r>
    </w:p>
    <w:p w:rsidR="001F628F" w:rsidRDefault="001F628F" w:rsidP="002F1927">
      <w:pPr>
        <w:pStyle w:val="libArabic"/>
        <w:rPr>
          <w:rtl/>
        </w:rPr>
      </w:pPr>
      <w:r>
        <w:rPr>
          <w:rFonts w:hint="eastAsia"/>
          <w:rtl/>
        </w:rPr>
        <w:t>قالوا</w:t>
      </w:r>
      <w:r>
        <w:rPr>
          <w:rtl/>
        </w:rPr>
        <w:t xml:space="preserve"> ان ا نتم الّا بشر مثلنا ...قالت ... ان نحن الّا بشر مثلكم</w:t>
      </w:r>
    </w:p>
    <w:p w:rsidR="001F628F" w:rsidRDefault="003D0BA1" w:rsidP="001F628F">
      <w:pPr>
        <w:pStyle w:val="libNormal"/>
        <w:rPr>
          <w:rtl/>
        </w:rPr>
      </w:pPr>
      <w:r>
        <w:rPr>
          <w:rFonts w:hint="eastAsia"/>
          <w:rtl/>
        </w:rPr>
        <w:t>انبياء</w:t>
      </w:r>
      <w:r w:rsidR="001F628F">
        <w:rPr>
          <w:rFonts w:hint="eastAsia"/>
          <w:rtl/>
        </w:rPr>
        <w:t>ے</w:t>
      </w:r>
      <w:r w:rsidR="001F628F">
        <w:rPr>
          <w:rtl/>
        </w:rPr>
        <w:t xml:space="preserve"> الہى مخالفين كو جواب ديتے وقت ، اپنے بشر ہونے كے بارے مي</w:t>
      </w:r>
      <w:r w:rsidR="00083993">
        <w:rPr>
          <w:rtl/>
        </w:rPr>
        <w:t xml:space="preserve">ں </w:t>
      </w:r>
      <w:r w:rsidR="001F628F">
        <w:rPr>
          <w:rtl/>
        </w:rPr>
        <w:t>ان كے قول كى تائيد</w:t>
      </w:r>
    </w:p>
    <w:p w:rsidR="002F1927" w:rsidRDefault="001E7F9D" w:rsidP="00F73EDE">
      <w:pPr>
        <w:pStyle w:val="libPoemTini"/>
        <w:rPr>
          <w:rtl/>
        </w:rPr>
      </w:pPr>
      <w:r>
        <w:rPr>
          <w:rtl/>
        </w:rPr>
        <w:br w:type="page"/>
      </w:r>
    </w:p>
    <w:p w:rsidR="001F628F" w:rsidRDefault="001F628F" w:rsidP="002F1927">
      <w:pPr>
        <w:pStyle w:val="libNormal"/>
        <w:rPr>
          <w:rtl/>
        </w:rPr>
      </w:pPr>
      <w:r>
        <w:rPr>
          <w:rFonts w:hint="eastAsia"/>
          <w:rtl/>
        </w:rPr>
        <w:lastRenderedPageBreak/>
        <w:t>كرتے</w:t>
      </w:r>
      <w:r>
        <w:rPr>
          <w:rtl/>
        </w:rPr>
        <w:t xml:space="preserve"> تھے، اس سے ظاہر ہوتا ہے كہ واقعيت كااعتراف كرنا ايك پسنديدہ فعل ہے_</w:t>
      </w:r>
    </w:p>
    <w:p w:rsidR="001F628F" w:rsidRDefault="001F628F" w:rsidP="002F1927">
      <w:pPr>
        <w:pStyle w:val="libNormal"/>
        <w:rPr>
          <w:rtl/>
        </w:rPr>
      </w:pPr>
      <w:r>
        <w:rPr>
          <w:rtl/>
        </w:rPr>
        <w:t>4_ خداوند متعال جسے بھى چاہتا ہے ، عظيم نعمت دے ديتا ہے_</w:t>
      </w:r>
      <w:r w:rsidRPr="002F1927">
        <w:rPr>
          <w:rStyle w:val="libArabicChar"/>
          <w:rFonts w:hint="eastAsia"/>
          <w:rtl/>
        </w:rPr>
        <w:t>ولكنّ</w:t>
      </w:r>
      <w:r w:rsidRPr="002F1927">
        <w:rPr>
          <w:rStyle w:val="libArabicChar"/>
          <w:rtl/>
        </w:rPr>
        <w:t xml:space="preserve"> الله يمنّ على من يشاء من عباد</w:t>
      </w:r>
      <w:r w:rsidR="00B2551F" w:rsidRPr="00B2551F">
        <w:rPr>
          <w:rStyle w:val="libArabicChar"/>
          <w:rFonts w:hint="cs"/>
          <w:rtl/>
        </w:rPr>
        <w:t>ه</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 منت '' عظيم اوربڑى نعمت كو كہتے ہي</w:t>
      </w:r>
      <w:r w:rsidR="00083993">
        <w:rPr>
          <w:rtl/>
        </w:rPr>
        <w:t xml:space="preserve">ں </w:t>
      </w:r>
      <w:r>
        <w:rPr>
          <w:rtl/>
        </w:rPr>
        <w:t>_</w:t>
      </w:r>
    </w:p>
    <w:p w:rsidR="001F628F" w:rsidRDefault="001F628F" w:rsidP="001F628F">
      <w:pPr>
        <w:pStyle w:val="libNormal"/>
        <w:rPr>
          <w:rtl/>
        </w:rPr>
      </w:pPr>
      <w:r>
        <w:rPr>
          <w:rtl/>
        </w:rPr>
        <w:t xml:space="preserve">5_ </w:t>
      </w:r>
      <w:r w:rsidR="003D0BA1">
        <w:rPr>
          <w:rtl/>
        </w:rPr>
        <w:t>انبياء</w:t>
      </w:r>
      <w:r>
        <w:rPr>
          <w:rtl/>
        </w:rPr>
        <w:t>ے الہى ،خداوند متعال كى طرف سے اپنے ليے مقام نبوت كے انتخاب كو اس كى عظيم نعمت جانتے تھے_</w:t>
      </w:r>
    </w:p>
    <w:p w:rsidR="001F628F" w:rsidRDefault="001F628F" w:rsidP="002F1927">
      <w:pPr>
        <w:pStyle w:val="libArabic"/>
        <w:rPr>
          <w:rtl/>
        </w:rPr>
      </w:pPr>
      <w:r>
        <w:rPr>
          <w:rFonts w:hint="eastAsia"/>
          <w:rtl/>
        </w:rPr>
        <w:t>ولكنّ</w:t>
      </w:r>
      <w:r>
        <w:rPr>
          <w:rtl/>
        </w:rPr>
        <w:t xml:space="preserve"> الله يمنّ على من يشاء من عباد</w:t>
      </w:r>
      <w:r w:rsidR="00B2551F" w:rsidRPr="00B2551F">
        <w:rPr>
          <w:rFonts w:hint="cs"/>
          <w:rtl/>
        </w:rPr>
        <w:t>ه</w:t>
      </w:r>
    </w:p>
    <w:p w:rsidR="001F628F" w:rsidRDefault="001F628F" w:rsidP="002F1927">
      <w:pPr>
        <w:pStyle w:val="libNormal"/>
        <w:rPr>
          <w:rtl/>
        </w:rPr>
      </w:pPr>
      <w:r>
        <w:rPr>
          <w:rtl/>
        </w:rPr>
        <w:t>6_ مقام نبوت پرفائز ہونا، مشيت الہى پرموقوف ہے_</w:t>
      </w:r>
      <w:r w:rsidRPr="002F1927">
        <w:rPr>
          <w:rStyle w:val="libArabicChar"/>
          <w:rFonts w:hint="eastAsia"/>
          <w:rtl/>
        </w:rPr>
        <w:t>ولكنّ</w:t>
      </w:r>
      <w:r w:rsidRPr="002F1927">
        <w:rPr>
          <w:rStyle w:val="libArabicChar"/>
          <w:rtl/>
        </w:rPr>
        <w:t xml:space="preserve"> الله يمنّ على من يشاء من عباد</w:t>
      </w:r>
      <w:r w:rsidR="00B2551F" w:rsidRPr="00B2551F">
        <w:rPr>
          <w:rStyle w:val="libArabicChar"/>
          <w:rFonts w:hint="cs"/>
          <w:rtl/>
        </w:rPr>
        <w:t>ه</w:t>
      </w:r>
    </w:p>
    <w:p w:rsidR="001F628F" w:rsidRDefault="001F628F" w:rsidP="001F628F">
      <w:pPr>
        <w:pStyle w:val="libNormal"/>
        <w:rPr>
          <w:rtl/>
        </w:rPr>
      </w:pPr>
      <w:r>
        <w:rPr>
          <w:rtl/>
        </w:rPr>
        <w:t>7_ مقام نبوت ورسالت ،خداوندمتعال كى جانب سے خاص بندو</w:t>
      </w:r>
      <w:r w:rsidR="00083993">
        <w:rPr>
          <w:rtl/>
        </w:rPr>
        <w:t xml:space="preserve">ں </w:t>
      </w:r>
      <w:r>
        <w:rPr>
          <w:rtl/>
        </w:rPr>
        <w:t>كے لئے ايك بڑى نعمت اورعطيہ ہے_</w:t>
      </w:r>
    </w:p>
    <w:p w:rsidR="001F628F" w:rsidRDefault="001F628F" w:rsidP="002F1927">
      <w:pPr>
        <w:pStyle w:val="libArabic"/>
        <w:rPr>
          <w:rtl/>
        </w:rPr>
      </w:pPr>
      <w:r>
        <w:rPr>
          <w:rFonts w:hint="eastAsia"/>
          <w:rtl/>
        </w:rPr>
        <w:t>ولكنّ</w:t>
      </w:r>
      <w:r>
        <w:rPr>
          <w:rtl/>
        </w:rPr>
        <w:t xml:space="preserve"> الله يمنّ على من يشاء من عباد</w:t>
      </w:r>
      <w:r w:rsidR="00B2551F" w:rsidRPr="00B2551F">
        <w:rPr>
          <w:rFonts w:hint="cs"/>
          <w:rtl/>
        </w:rPr>
        <w:t>ه</w:t>
      </w:r>
    </w:p>
    <w:p w:rsidR="001F628F" w:rsidRDefault="001F628F" w:rsidP="002F1927">
      <w:pPr>
        <w:pStyle w:val="libNormal"/>
        <w:rPr>
          <w:rtl/>
        </w:rPr>
      </w:pPr>
      <w:r>
        <w:rPr>
          <w:rtl/>
        </w:rPr>
        <w:t>8_ عظيم الہى نعمت اوربخشش سے اپنى بہرہ مندى كا اعلان كرنے مي</w:t>
      </w:r>
      <w:r w:rsidR="00083993">
        <w:rPr>
          <w:rtl/>
        </w:rPr>
        <w:t xml:space="preserve">ں </w:t>
      </w:r>
      <w:r w:rsidR="003D0BA1">
        <w:rPr>
          <w:rtl/>
        </w:rPr>
        <w:t>انبياء</w:t>
      </w:r>
      <w:r>
        <w:rPr>
          <w:rtl/>
        </w:rPr>
        <w:t>ے الہى ايك خاص تواضع اورادب كالحاظ كرتے تھے_</w:t>
      </w:r>
      <w:r w:rsidRPr="002F1927">
        <w:rPr>
          <w:rStyle w:val="libArabicChar"/>
          <w:rFonts w:hint="eastAsia"/>
          <w:rtl/>
        </w:rPr>
        <w:t>ان</w:t>
      </w:r>
      <w:r w:rsidRPr="002F1927">
        <w:rPr>
          <w:rStyle w:val="libArabicChar"/>
          <w:rtl/>
        </w:rPr>
        <w:t xml:space="preserve"> نحن الّا بشر مثلكم ولكنّ الله يمنّ على من يشاء من عباد</w:t>
      </w:r>
      <w:r w:rsidR="00B2551F" w:rsidRPr="00B2551F">
        <w:rPr>
          <w:rStyle w:val="libArabicChar"/>
          <w:rFonts w:hint="cs"/>
          <w:rtl/>
        </w:rPr>
        <w:t>ه</w:t>
      </w:r>
    </w:p>
    <w:p w:rsidR="001F628F" w:rsidRDefault="001F628F" w:rsidP="001F628F">
      <w:pPr>
        <w:pStyle w:val="libNormal"/>
        <w:rPr>
          <w:rtl/>
        </w:rPr>
      </w:pPr>
      <w:r>
        <w:rPr>
          <w:rFonts w:hint="eastAsia"/>
          <w:rtl/>
        </w:rPr>
        <w:t>يہ</w:t>
      </w:r>
      <w:r>
        <w:rPr>
          <w:rtl/>
        </w:rPr>
        <w:t xml:space="preserve"> كہ </w:t>
      </w:r>
      <w:r w:rsidR="003D0BA1">
        <w:rPr>
          <w:rtl/>
        </w:rPr>
        <w:t>انبياء</w:t>
      </w:r>
      <w:r>
        <w:rPr>
          <w:rtl/>
        </w:rPr>
        <w:t>ے الہى نعمت خداوند سے اپنے بہرہ مند ہونے كو ان كلمات كے ساتھ كہ '' ہم اس قسم كے مقام و منزلت اورنعمت سے بہرہ مند ہي</w:t>
      </w:r>
      <w:r w:rsidR="00083993">
        <w:rPr>
          <w:rtl/>
        </w:rPr>
        <w:t xml:space="preserve">ں </w:t>
      </w:r>
      <w:r>
        <w:rPr>
          <w:rtl/>
        </w:rPr>
        <w:t>''بيان كرنے كے بجائے يہ كہتے تھے:''خداوند متعال نے(ہم پر)اس طرح فضل وكرم كيا ہے'' اس سے مذكورہ بالا مطلب اخذ ہوتا ہے_</w:t>
      </w:r>
    </w:p>
    <w:p w:rsidR="001F628F" w:rsidRDefault="001F628F" w:rsidP="001F628F">
      <w:pPr>
        <w:pStyle w:val="libNormal"/>
        <w:rPr>
          <w:rtl/>
        </w:rPr>
      </w:pPr>
      <w:r>
        <w:rPr>
          <w:rtl/>
        </w:rPr>
        <w:t>9_خداوند متعال كى عظيم نعمات سے بہرہ مند ہونے مي</w:t>
      </w:r>
      <w:r w:rsidR="00083993">
        <w:rPr>
          <w:rtl/>
        </w:rPr>
        <w:t xml:space="preserve">ں </w:t>
      </w:r>
      <w:r>
        <w:rPr>
          <w:rtl/>
        </w:rPr>
        <w:t>انسانو</w:t>
      </w:r>
      <w:r w:rsidR="00083993">
        <w:rPr>
          <w:rtl/>
        </w:rPr>
        <w:t xml:space="preserve">ں </w:t>
      </w:r>
      <w:r>
        <w:rPr>
          <w:rtl/>
        </w:rPr>
        <w:t>كے مختلف درجات اوررتبے ہي</w:t>
      </w:r>
      <w:r w:rsidR="00083993">
        <w:rPr>
          <w:rtl/>
        </w:rPr>
        <w:t xml:space="preserve">ں </w:t>
      </w:r>
      <w:r>
        <w:rPr>
          <w:rtl/>
        </w:rPr>
        <w:t>_</w:t>
      </w:r>
    </w:p>
    <w:p w:rsidR="001F628F" w:rsidRDefault="001F628F" w:rsidP="002F1927">
      <w:pPr>
        <w:pStyle w:val="libArabic"/>
        <w:rPr>
          <w:rtl/>
        </w:rPr>
      </w:pPr>
      <w:r>
        <w:rPr>
          <w:rFonts w:hint="eastAsia"/>
          <w:rtl/>
        </w:rPr>
        <w:t>ان</w:t>
      </w:r>
      <w:r>
        <w:rPr>
          <w:rtl/>
        </w:rPr>
        <w:t xml:space="preserve"> نحن الّا بشر مثلكم ولكنّ الله يمنّ على من يشاء من عباد</w:t>
      </w:r>
      <w:r w:rsidR="00B2551F" w:rsidRPr="00B2551F">
        <w:rPr>
          <w:rFonts w:hint="cs"/>
          <w:rtl/>
        </w:rPr>
        <w:t>ه</w:t>
      </w:r>
    </w:p>
    <w:p w:rsidR="001F628F" w:rsidRDefault="003D0BA1" w:rsidP="001F628F">
      <w:pPr>
        <w:pStyle w:val="libNormal"/>
        <w:rPr>
          <w:rtl/>
        </w:rPr>
      </w:pPr>
      <w:r>
        <w:rPr>
          <w:rFonts w:hint="eastAsia"/>
          <w:rtl/>
        </w:rPr>
        <w:t>انبياء</w:t>
      </w:r>
      <w:r w:rsidR="001F628F">
        <w:rPr>
          <w:rFonts w:hint="eastAsia"/>
          <w:rtl/>
        </w:rPr>
        <w:t>ے</w:t>
      </w:r>
      <w:r w:rsidR="001F628F">
        <w:rPr>
          <w:rtl/>
        </w:rPr>
        <w:t xml:space="preserve"> كرام بشر ہونے كے لحاظ سے لوگو</w:t>
      </w:r>
      <w:r w:rsidR="00083993">
        <w:rPr>
          <w:rtl/>
        </w:rPr>
        <w:t xml:space="preserve">ں </w:t>
      </w:r>
      <w:r w:rsidR="001F628F">
        <w:rPr>
          <w:rtl/>
        </w:rPr>
        <w:t>كے ساتھ اپنے مساوى ہونے كا اعتراف كرتے تھے اوراس بات كے ساتھ ساتھ اس چيز كى ياد دہانى بھى كراتے تھے كہ ان مي</w:t>
      </w:r>
      <w:r w:rsidR="00083993">
        <w:rPr>
          <w:rtl/>
        </w:rPr>
        <w:t xml:space="preserve">ں </w:t>
      </w:r>
      <w:r w:rsidR="001F628F">
        <w:rPr>
          <w:rtl/>
        </w:rPr>
        <w:t>اوردوسرے انسانو</w:t>
      </w:r>
      <w:r w:rsidR="00083993">
        <w:rPr>
          <w:rtl/>
        </w:rPr>
        <w:t xml:space="preserve">ں </w:t>
      </w:r>
      <w:r w:rsidR="001F628F">
        <w:rPr>
          <w:rtl/>
        </w:rPr>
        <w:t>مي</w:t>
      </w:r>
      <w:r w:rsidR="00083993">
        <w:rPr>
          <w:rtl/>
        </w:rPr>
        <w:t xml:space="preserve">ں </w:t>
      </w:r>
      <w:r w:rsidR="001F628F">
        <w:rPr>
          <w:rtl/>
        </w:rPr>
        <w:t>خداوند متعال كى خاص نعمت اوربخشش سے بہرہ مند ہونے مي</w:t>
      </w:r>
      <w:r w:rsidR="00083993">
        <w:rPr>
          <w:rtl/>
        </w:rPr>
        <w:t xml:space="preserve">ں </w:t>
      </w:r>
      <w:r w:rsidR="001F628F">
        <w:rPr>
          <w:rtl/>
        </w:rPr>
        <w:t>فرق ہے اس سے انسانو</w:t>
      </w:r>
      <w:r w:rsidR="00083993">
        <w:rPr>
          <w:rtl/>
        </w:rPr>
        <w:t xml:space="preserve">ں </w:t>
      </w:r>
      <w:r w:rsidR="001F628F">
        <w:rPr>
          <w:rtl/>
        </w:rPr>
        <w:t>كے درجات او</w:t>
      </w:r>
      <w:r w:rsidR="001F628F">
        <w:rPr>
          <w:rFonts w:hint="eastAsia"/>
          <w:rtl/>
        </w:rPr>
        <w:t>ررتبے</w:t>
      </w:r>
      <w:r w:rsidR="001F628F">
        <w:rPr>
          <w:rtl/>
        </w:rPr>
        <w:t xml:space="preserve"> كے فرق كا پتہ چلتا ہے_</w:t>
      </w:r>
    </w:p>
    <w:p w:rsidR="001F628F" w:rsidRDefault="001F628F" w:rsidP="002F1927">
      <w:pPr>
        <w:pStyle w:val="libNormal"/>
        <w:rPr>
          <w:rtl/>
        </w:rPr>
      </w:pPr>
      <w:r>
        <w:rPr>
          <w:rtl/>
        </w:rPr>
        <w:t>10_ نعمات الہى سے بہرہ مند افراد كے لئے بہتر ہے كہ وہ فروتنى اورتواضع اختيار كري</w:t>
      </w:r>
      <w:r w:rsidR="00083993">
        <w:rPr>
          <w:rtl/>
        </w:rPr>
        <w:t xml:space="preserve">ں </w:t>
      </w:r>
      <w:r>
        <w:rPr>
          <w:rtl/>
        </w:rPr>
        <w:t>اوراپنى اس بہرہ مندى كو خداوند كافضل وكرم جاني</w:t>
      </w:r>
      <w:r w:rsidR="00083993">
        <w:rPr>
          <w:rtl/>
        </w:rPr>
        <w:t xml:space="preserve">ں </w:t>
      </w:r>
      <w:r>
        <w:rPr>
          <w:rtl/>
        </w:rPr>
        <w:t>_</w:t>
      </w:r>
      <w:r w:rsidRPr="002F1927">
        <w:rPr>
          <w:rStyle w:val="libArabicChar"/>
          <w:rFonts w:hint="eastAsia"/>
          <w:rtl/>
        </w:rPr>
        <w:t>ولكنّ</w:t>
      </w:r>
      <w:r w:rsidRPr="002F1927">
        <w:rPr>
          <w:rStyle w:val="libArabicChar"/>
          <w:rtl/>
        </w:rPr>
        <w:t xml:space="preserve"> الله يمنّ على من يشاء من عباد</w:t>
      </w:r>
      <w:r w:rsidR="00B2551F" w:rsidRPr="00B2551F">
        <w:rPr>
          <w:rStyle w:val="libArabicChar"/>
          <w:rFonts w:hint="cs"/>
          <w:rtl/>
        </w:rPr>
        <w:t>ه</w:t>
      </w:r>
    </w:p>
    <w:p w:rsidR="001F628F" w:rsidRDefault="001F628F" w:rsidP="002F1927">
      <w:pPr>
        <w:pStyle w:val="libNormal"/>
        <w:rPr>
          <w:rtl/>
        </w:rPr>
      </w:pPr>
      <w:r>
        <w:rPr>
          <w:rtl/>
        </w:rPr>
        <w:t xml:space="preserve">11_كفار كى جانب سے معجزہ طلب كئے جانے پر </w:t>
      </w:r>
      <w:r w:rsidR="003D0BA1">
        <w:rPr>
          <w:rtl/>
        </w:rPr>
        <w:t>انبياء</w:t>
      </w:r>
      <w:r>
        <w:rPr>
          <w:rtl/>
        </w:rPr>
        <w:t>ے كرام اپنے اپ كو اذن خدا كے بغير معجزہ دكھانے كى طاقت سے عارى قرار ديتے تھے_</w:t>
      </w:r>
      <w:r w:rsidRPr="002F1927">
        <w:rPr>
          <w:rStyle w:val="libArabicChar"/>
          <w:rFonts w:hint="eastAsia"/>
          <w:rtl/>
        </w:rPr>
        <w:t>وماكان</w:t>
      </w:r>
      <w:r w:rsidRPr="002F1927">
        <w:rPr>
          <w:rStyle w:val="libArabicChar"/>
          <w:rtl/>
        </w:rPr>
        <w:t xml:space="preserve"> لنا ا ن نا تيكم ب</w:t>
      </w:r>
      <w:r w:rsidR="00115327" w:rsidRPr="00115327">
        <w:rPr>
          <w:rStyle w:val="libArabicChar"/>
          <w:rtl/>
        </w:rPr>
        <w:t>سلطان</w:t>
      </w:r>
      <w:r w:rsidRPr="002F1927">
        <w:rPr>
          <w:rStyle w:val="libArabicChar"/>
          <w:rtl/>
        </w:rPr>
        <w:t xml:space="preserve"> الّا باذن الله</w:t>
      </w:r>
    </w:p>
    <w:p w:rsidR="002F1927" w:rsidRDefault="001E7F9D" w:rsidP="00F73EDE">
      <w:pPr>
        <w:pStyle w:val="libPoemTini"/>
        <w:rPr>
          <w:rtl/>
        </w:rPr>
      </w:pPr>
      <w:r>
        <w:rPr>
          <w:rtl/>
        </w:rPr>
        <w:br w:type="page"/>
      </w:r>
    </w:p>
    <w:p w:rsidR="001F628F" w:rsidRDefault="001F628F" w:rsidP="002F1927">
      <w:pPr>
        <w:pStyle w:val="libNormal"/>
        <w:rPr>
          <w:rtl/>
        </w:rPr>
      </w:pPr>
      <w:r>
        <w:rPr>
          <w:rtl/>
        </w:rPr>
        <w:lastRenderedPageBreak/>
        <w:t xml:space="preserve">12_ </w:t>
      </w:r>
      <w:r w:rsidR="003D0BA1">
        <w:rPr>
          <w:rtl/>
        </w:rPr>
        <w:t>انبياء</w:t>
      </w:r>
      <w:r>
        <w:rPr>
          <w:rtl/>
        </w:rPr>
        <w:t>ے الہى نے اپنى اقوام پرواضح كرديا تھا كہ مو منين كو فقط خداوند متعال كو ہى سہارا بنانا اوراسى پر توكل كرنا چاہيئے_</w:t>
      </w:r>
      <w:r w:rsidRPr="002F1927">
        <w:rPr>
          <w:rStyle w:val="libArabicChar"/>
          <w:rFonts w:hint="eastAsia"/>
          <w:rtl/>
        </w:rPr>
        <w:t>وعلى</w:t>
      </w:r>
      <w:r w:rsidRPr="002F1927">
        <w:rPr>
          <w:rStyle w:val="libArabicChar"/>
          <w:rtl/>
        </w:rPr>
        <w:t xml:space="preserve"> الله فليتوكّل المو منون</w:t>
      </w:r>
    </w:p>
    <w:p w:rsidR="001F628F" w:rsidRDefault="001F628F" w:rsidP="002F1927">
      <w:pPr>
        <w:pStyle w:val="libNormal"/>
        <w:rPr>
          <w:rtl/>
        </w:rPr>
      </w:pPr>
      <w:r>
        <w:rPr>
          <w:rtl/>
        </w:rPr>
        <w:t>13_ كفار كى جنگ و ستيز كے مقابلے مي</w:t>
      </w:r>
      <w:r w:rsidR="00083993">
        <w:rPr>
          <w:rtl/>
        </w:rPr>
        <w:t xml:space="preserve">ں </w:t>
      </w:r>
      <w:r>
        <w:rPr>
          <w:rtl/>
        </w:rPr>
        <w:t xml:space="preserve">مو منين كے محاذ كى تقويت كے لئے </w:t>
      </w:r>
      <w:r w:rsidR="003D0BA1">
        <w:rPr>
          <w:rtl/>
        </w:rPr>
        <w:t>انبياء</w:t>
      </w:r>
      <w:r>
        <w:rPr>
          <w:rtl/>
        </w:rPr>
        <w:t>ے كرام انھي</w:t>
      </w:r>
      <w:r w:rsidR="00083993">
        <w:rPr>
          <w:rtl/>
        </w:rPr>
        <w:t xml:space="preserve">ں </w:t>
      </w:r>
      <w:r>
        <w:rPr>
          <w:rtl/>
        </w:rPr>
        <w:t>خداوند متعال پر توكل اوربھروسہ كرنے كى تلقين كرتے تھے_</w:t>
      </w:r>
      <w:r w:rsidRPr="002F1927">
        <w:rPr>
          <w:rStyle w:val="libArabicChar"/>
          <w:rFonts w:hint="eastAsia"/>
          <w:rtl/>
        </w:rPr>
        <w:t>وعلى</w:t>
      </w:r>
      <w:r w:rsidRPr="002F1927">
        <w:rPr>
          <w:rStyle w:val="libArabicChar"/>
          <w:rtl/>
        </w:rPr>
        <w:t xml:space="preserve"> الله فليتوكّل المو منون</w:t>
      </w:r>
    </w:p>
    <w:p w:rsidR="001F628F" w:rsidRDefault="001F628F" w:rsidP="001F628F">
      <w:pPr>
        <w:pStyle w:val="libNormal"/>
        <w:rPr>
          <w:rtl/>
        </w:rPr>
      </w:pPr>
      <w:r>
        <w:rPr>
          <w:rFonts w:hint="eastAsia"/>
          <w:rtl/>
        </w:rPr>
        <w:t>يہ</w:t>
      </w:r>
      <w:r>
        <w:rPr>
          <w:rtl/>
        </w:rPr>
        <w:t xml:space="preserve"> كہ </w:t>
      </w:r>
      <w:r w:rsidR="003D0BA1">
        <w:rPr>
          <w:rtl/>
        </w:rPr>
        <w:t>انبياء</w:t>
      </w:r>
      <w:r>
        <w:rPr>
          <w:rtl/>
        </w:rPr>
        <w:t>ے الہى مخالفين كو جواب دينے كے بعد اس بات كى تصريح كرتے ہي</w:t>
      </w:r>
      <w:r w:rsidR="00083993">
        <w:rPr>
          <w:rtl/>
        </w:rPr>
        <w:t xml:space="preserve">ں </w:t>
      </w:r>
      <w:r>
        <w:rPr>
          <w:rtl/>
        </w:rPr>
        <w:t>كہ مو منين كو خداوند متعال پر بھروسہ كرنا چاہئے ، يہ درحقيقت ان كى جانب سے اس بات كى طرف راہنمائي ہے كہ مخالفين اوردشمنو</w:t>
      </w:r>
      <w:r w:rsidR="00083993">
        <w:rPr>
          <w:rtl/>
        </w:rPr>
        <w:t xml:space="preserve">ں </w:t>
      </w:r>
      <w:r>
        <w:rPr>
          <w:rtl/>
        </w:rPr>
        <w:t>كے مقابلے مي</w:t>
      </w:r>
      <w:r w:rsidR="00083993">
        <w:rPr>
          <w:rtl/>
        </w:rPr>
        <w:t xml:space="preserve">ں </w:t>
      </w:r>
      <w:r>
        <w:rPr>
          <w:rtl/>
        </w:rPr>
        <w:t>(ہمي</w:t>
      </w:r>
      <w:r w:rsidR="00083993">
        <w:rPr>
          <w:rtl/>
        </w:rPr>
        <w:t xml:space="preserve">ں </w:t>
      </w:r>
      <w:r>
        <w:rPr>
          <w:rtl/>
        </w:rPr>
        <w:t>) خداوند پر تكيہ كرنا چاہيے_</w:t>
      </w:r>
    </w:p>
    <w:p w:rsidR="001F628F" w:rsidRDefault="001F628F" w:rsidP="002F1927">
      <w:pPr>
        <w:pStyle w:val="libNormal"/>
        <w:rPr>
          <w:rtl/>
        </w:rPr>
      </w:pPr>
      <w:r>
        <w:rPr>
          <w:rtl/>
        </w:rPr>
        <w:t>14_خداوندمتعال پر ايمان كا تقاضا ہى يہ ہے كہ اس پر توكل كيا جائے_</w:t>
      </w:r>
      <w:r w:rsidRPr="002F1927">
        <w:rPr>
          <w:rStyle w:val="libArabicChar"/>
          <w:rFonts w:hint="eastAsia"/>
          <w:rtl/>
        </w:rPr>
        <w:t>وعلى</w:t>
      </w:r>
      <w:r w:rsidRPr="002F1927">
        <w:rPr>
          <w:rStyle w:val="libArabicChar"/>
          <w:rtl/>
        </w:rPr>
        <w:t xml:space="preserve"> الله فليتوكّل المو منون</w:t>
      </w:r>
    </w:p>
    <w:p w:rsidR="001F628F" w:rsidRDefault="001F628F" w:rsidP="001F628F">
      <w:pPr>
        <w:pStyle w:val="libNormal"/>
        <w:rPr>
          <w:rtl/>
        </w:rPr>
      </w:pPr>
      <w:r w:rsidRPr="00A546E5">
        <w:rPr>
          <w:rStyle w:val="libArabicChar"/>
          <w:rtl/>
        </w:rPr>
        <w:t>''وعلى الله فلتتوكل''</w:t>
      </w:r>
      <w:r>
        <w:rPr>
          <w:rtl/>
        </w:rPr>
        <w:t xml:space="preserve">كى بجائے جملہ </w:t>
      </w:r>
      <w:r w:rsidRPr="002A7701">
        <w:rPr>
          <w:rStyle w:val="libArabicChar"/>
          <w:rtl/>
        </w:rPr>
        <w:t xml:space="preserve">'' و على الله فليتوكل المؤمنون'' </w:t>
      </w:r>
      <w:r>
        <w:rPr>
          <w:rtl/>
        </w:rPr>
        <w:t>مي</w:t>
      </w:r>
      <w:r w:rsidR="00083993">
        <w:rPr>
          <w:rtl/>
        </w:rPr>
        <w:t xml:space="preserve">ں </w:t>
      </w:r>
      <w:r>
        <w:rPr>
          <w:rtl/>
        </w:rPr>
        <w:t>اسم فاعل وصفى ( مؤمنون) كا ذكر كرنا اور صيغہ متكلم كى جگہ غائب كا استعمال اسى مذكورہ مطلب كى طرف اشارہ ہوسكتاہے_</w:t>
      </w:r>
    </w:p>
    <w:p w:rsidR="001F628F" w:rsidRDefault="001F628F" w:rsidP="002F1927">
      <w:pPr>
        <w:pStyle w:val="libNormal"/>
        <w:rPr>
          <w:rtl/>
        </w:rPr>
      </w:pPr>
      <w:r>
        <w:rPr>
          <w:rtl/>
        </w:rPr>
        <w:t>15_</w:t>
      </w:r>
      <w:r w:rsidR="003D0BA1">
        <w:rPr>
          <w:rtl/>
        </w:rPr>
        <w:t>انبياء</w:t>
      </w:r>
      <w:r>
        <w:rPr>
          <w:rtl/>
        </w:rPr>
        <w:t>ے الہى اپنے اپ كو مو منين مي</w:t>
      </w:r>
      <w:r w:rsidR="00083993">
        <w:rPr>
          <w:rtl/>
        </w:rPr>
        <w:t xml:space="preserve">ں </w:t>
      </w:r>
      <w:r>
        <w:rPr>
          <w:rtl/>
        </w:rPr>
        <w:t>سے جانتے تھے_</w:t>
      </w:r>
      <w:r w:rsidRPr="002F1927">
        <w:rPr>
          <w:rStyle w:val="libArabicChar"/>
          <w:rFonts w:hint="eastAsia"/>
          <w:rtl/>
        </w:rPr>
        <w:t>قالت</w:t>
      </w:r>
      <w:r w:rsidRPr="002F1927">
        <w:rPr>
          <w:rStyle w:val="libArabicChar"/>
          <w:rtl/>
        </w:rPr>
        <w:t xml:space="preserve"> ل</w:t>
      </w:r>
      <w:r w:rsidR="00B2551F" w:rsidRPr="00B2551F">
        <w:rPr>
          <w:rStyle w:val="libArabicChar"/>
          <w:rFonts w:hint="cs"/>
          <w:rtl/>
        </w:rPr>
        <w:t>ه</w:t>
      </w:r>
      <w:r w:rsidRPr="002F1927">
        <w:rPr>
          <w:rStyle w:val="libArabicChar"/>
          <w:rFonts w:hint="cs"/>
          <w:rtl/>
        </w:rPr>
        <w:t>م</w:t>
      </w:r>
      <w:r w:rsidRPr="002F1927">
        <w:rPr>
          <w:rStyle w:val="libArabicChar"/>
          <w:rtl/>
        </w:rPr>
        <w:t xml:space="preserve"> </w:t>
      </w:r>
      <w:r w:rsidRPr="002F1927">
        <w:rPr>
          <w:rStyle w:val="libArabicChar"/>
          <w:rFonts w:hint="cs"/>
          <w:rtl/>
        </w:rPr>
        <w:t>رسل</w:t>
      </w:r>
      <w:r w:rsidR="00B2551F" w:rsidRPr="00B2551F">
        <w:rPr>
          <w:rStyle w:val="libArabicChar"/>
          <w:rFonts w:hint="cs"/>
          <w:rtl/>
        </w:rPr>
        <w:t>ه</w:t>
      </w:r>
      <w:r w:rsidRPr="002F1927">
        <w:rPr>
          <w:rStyle w:val="libArabicChar"/>
          <w:rFonts w:hint="cs"/>
          <w:rtl/>
        </w:rPr>
        <w:t>م</w:t>
      </w:r>
      <w:r w:rsidRPr="002F1927">
        <w:rPr>
          <w:rStyle w:val="libArabicChar"/>
          <w:rtl/>
        </w:rPr>
        <w:t xml:space="preserve"> ...</w:t>
      </w:r>
      <w:r w:rsidRPr="002F1927">
        <w:rPr>
          <w:rStyle w:val="libArabicChar"/>
          <w:rFonts w:hint="cs"/>
          <w:rtl/>
        </w:rPr>
        <w:t>وعلى</w:t>
      </w:r>
      <w:r w:rsidRPr="002F1927">
        <w:rPr>
          <w:rStyle w:val="libArabicChar"/>
          <w:rtl/>
        </w:rPr>
        <w:t xml:space="preserve"> </w:t>
      </w:r>
      <w:r w:rsidRPr="002F1927">
        <w:rPr>
          <w:rStyle w:val="libArabicChar"/>
          <w:rFonts w:hint="cs"/>
          <w:rtl/>
        </w:rPr>
        <w:t>الله</w:t>
      </w:r>
      <w:r w:rsidRPr="002F1927">
        <w:rPr>
          <w:rStyle w:val="libArabicChar"/>
          <w:rtl/>
        </w:rPr>
        <w:t xml:space="preserve"> </w:t>
      </w:r>
      <w:r w:rsidRPr="002F1927">
        <w:rPr>
          <w:rStyle w:val="libArabicChar"/>
          <w:rFonts w:hint="cs"/>
          <w:rtl/>
        </w:rPr>
        <w:t>فليتوكّل</w:t>
      </w:r>
      <w:r w:rsidRPr="002F1927">
        <w:rPr>
          <w:rStyle w:val="libArabicChar"/>
          <w:rtl/>
        </w:rPr>
        <w:t xml:space="preserve"> </w:t>
      </w:r>
      <w:r w:rsidRPr="002F1927">
        <w:rPr>
          <w:rStyle w:val="libArabicChar"/>
          <w:rFonts w:hint="cs"/>
          <w:rtl/>
        </w:rPr>
        <w:t>الم</w:t>
      </w:r>
      <w:r w:rsidRPr="002F1927">
        <w:rPr>
          <w:rStyle w:val="libArabicChar"/>
          <w:rtl/>
        </w:rPr>
        <w:t>و منون</w:t>
      </w:r>
    </w:p>
    <w:p w:rsidR="001F628F" w:rsidRDefault="001F628F" w:rsidP="001F628F">
      <w:pPr>
        <w:pStyle w:val="libNormal"/>
        <w:rPr>
          <w:rtl/>
        </w:rPr>
      </w:pPr>
      <w:r>
        <w:rPr>
          <w:rFonts w:hint="eastAsia"/>
          <w:rtl/>
        </w:rPr>
        <w:t>بعد</w:t>
      </w:r>
      <w:r>
        <w:rPr>
          <w:rtl/>
        </w:rPr>
        <w:t xml:space="preserve"> والى ايت مي</w:t>
      </w:r>
      <w:r w:rsidR="00083993">
        <w:rPr>
          <w:rtl/>
        </w:rPr>
        <w:t xml:space="preserve">ں </w:t>
      </w:r>
      <w:r>
        <w:rPr>
          <w:rtl/>
        </w:rPr>
        <w:t xml:space="preserve">عبارت </w:t>
      </w:r>
      <w:r w:rsidRPr="00A546E5">
        <w:rPr>
          <w:rStyle w:val="libArabicChar"/>
          <w:rtl/>
        </w:rPr>
        <w:t>'' ومالنا ا لّا نتوكّل على الله ''</w:t>
      </w:r>
      <w:r>
        <w:rPr>
          <w:rtl/>
        </w:rPr>
        <w:t xml:space="preserve">كے قرينے سے </w:t>
      </w:r>
      <w:r w:rsidRPr="00A546E5">
        <w:rPr>
          <w:rStyle w:val="libArabicChar"/>
          <w:rtl/>
        </w:rPr>
        <w:t>'' فليتوكّل المو منون''</w:t>
      </w:r>
      <w:r>
        <w:rPr>
          <w:rtl/>
        </w:rPr>
        <w:t xml:space="preserve"> مي</w:t>
      </w:r>
      <w:r w:rsidR="00083993">
        <w:rPr>
          <w:rtl/>
        </w:rPr>
        <w:t xml:space="preserve">ں </w:t>
      </w:r>
      <w:r>
        <w:rPr>
          <w:rtl/>
        </w:rPr>
        <w:t xml:space="preserve">يقينا خود </w:t>
      </w:r>
      <w:r w:rsidR="003D0BA1">
        <w:rPr>
          <w:rtl/>
        </w:rPr>
        <w:t>انبياء</w:t>
      </w:r>
      <w:r>
        <w:rPr>
          <w:rtl/>
        </w:rPr>
        <w:t>ے كرام بھى شامل ہي</w:t>
      </w:r>
      <w:r w:rsidR="00083993">
        <w:rPr>
          <w:rtl/>
        </w:rPr>
        <w:t xml:space="preserve">ں </w:t>
      </w:r>
      <w:r>
        <w:rPr>
          <w:rtl/>
        </w:rPr>
        <w:t xml:space="preserve">خداوند پر توكل كى ضرورت كو بيان كرنے كے لئے فعل غائب اورفاعل جمع سے استفادہ كا مطلب، حكم كو مو منين كے لئے عموميت دينا ہے_ </w:t>
      </w:r>
    </w:p>
    <w:p w:rsidR="001F628F" w:rsidRDefault="001F628F" w:rsidP="001F628F">
      <w:pPr>
        <w:pStyle w:val="libNormal"/>
        <w:rPr>
          <w:rtl/>
        </w:rPr>
      </w:pPr>
      <w:r>
        <w:rPr>
          <w:rtl/>
        </w:rPr>
        <w:t>16_ اپنے مخالفين اوركفار كے اعتراضات وشبہات كا بغير كسى ابہام كے منطقى جواب دينے پر انبياء كاخصوصى توجہ دينا_</w:t>
      </w:r>
    </w:p>
    <w:p w:rsidR="001F628F" w:rsidRDefault="001F628F" w:rsidP="002F1927">
      <w:pPr>
        <w:pStyle w:val="libArabic"/>
        <w:rPr>
          <w:rtl/>
        </w:rPr>
      </w:pPr>
      <w:r>
        <w:rPr>
          <w:rFonts w:hint="eastAsia"/>
          <w:rtl/>
        </w:rPr>
        <w:t>قالوا</w:t>
      </w:r>
      <w:r>
        <w:rPr>
          <w:rtl/>
        </w:rPr>
        <w:t xml:space="preserve"> انا كفرنا ...انا لفى شك مما تدعوننا ...قالت رسل</w:t>
      </w:r>
      <w:r w:rsidR="00B2551F" w:rsidRPr="00B2551F">
        <w:rPr>
          <w:rFonts w:hint="cs"/>
          <w:rtl/>
        </w:rPr>
        <w:t>ه</w:t>
      </w:r>
      <w:r>
        <w:rPr>
          <w:rFonts w:hint="cs"/>
          <w:rtl/>
        </w:rPr>
        <w:t>م</w:t>
      </w:r>
      <w:r>
        <w:rPr>
          <w:rtl/>
        </w:rPr>
        <w:t xml:space="preserve"> </w:t>
      </w:r>
      <w:r>
        <w:rPr>
          <w:rFonts w:hint="cs"/>
          <w:rtl/>
        </w:rPr>
        <w:t>ا</w:t>
      </w:r>
      <w:r>
        <w:rPr>
          <w:rtl/>
        </w:rPr>
        <w:t xml:space="preserve"> فى الله شك ...قالوا ان ا نتم الّا بشر ...قالت ل</w:t>
      </w:r>
      <w:r w:rsidR="00B2551F" w:rsidRPr="00B2551F">
        <w:rPr>
          <w:rFonts w:hint="cs"/>
          <w:rtl/>
        </w:rPr>
        <w:t>ه</w:t>
      </w:r>
      <w:r>
        <w:rPr>
          <w:rFonts w:hint="cs"/>
          <w:rtl/>
        </w:rPr>
        <w:t>م</w:t>
      </w:r>
      <w:r>
        <w:rPr>
          <w:rtl/>
        </w:rPr>
        <w:t xml:space="preserve"> </w:t>
      </w:r>
      <w:r>
        <w:rPr>
          <w:rFonts w:hint="cs"/>
          <w:rtl/>
        </w:rPr>
        <w:t>رسل</w:t>
      </w:r>
      <w:r w:rsidR="00B2551F" w:rsidRPr="00B2551F">
        <w:rPr>
          <w:rFonts w:hint="cs"/>
          <w:rtl/>
        </w:rPr>
        <w:t>ه</w:t>
      </w:r>
      <w:r>
        <w:rPr>
          <w:rFonts w:hint="cs"/>
          <w:rtl/>
        </w:rPr>
        <w:t>م</w:t>
      </w:r>
      <w:r>
        <w:rPr>
          <w:rtl/>
        </w:rPr>
        <w:t xml:space="preserve"> </w:t>
      </w:r>
      <w:r>
        <w:rPr>
          <w:rFonts w:hint="cs"/>
          <w:rtl/>
        </w:rPr>
        <w:t>ان</w:t>
      </w:r>
      <w:r>
        <w:rPr>
          <w:rtl/>
        </w:rPr>
        <w:t xml:space="preserve"> </w:t>
      </w:r>
      <w:r>
        <w:rPr>
          <w:rFonts w:hint="cs"/>
          <w:rtl/>
        </w:rPr>
        <w:t>نحن</w:t>
      </w:r>
      <w:r>
        <w:rPr>
          <w:rtl/>
        </w:rPr>
        <w:t xml:space="preserve"> </w:t>
      </w:r>
      <w:r>
        <w:rPr>
          <w:rFonts w:hint="cs"/>
          <w:rtl/>
        </w:rPr>
        <w:t>الّا</w:t>
      </w:r>
      <w:r>
        <w:rPr>
          <w:rtl/>
        </w:rPr>
        <w:t xml:space="preserve"> </w:t>
      </w:r>
      <w:r>
        <w:rPr>
          <w:rFonts w:hint="cs"/>
          <w:rtl/>
        </w:rPr>
        <w:t>بشر</w:t>
      </w:r>
      <w:r>
        <w:rPr>
          <w:rtl/>
        </w:rPr>
        <w:t xml:space="preserve"> ...</w:t>
      </w:r>
      <w:r>
        <w:rPr>
          <w:rFonts w:hint="cs"/>
          <w:rtl/>
        </w:rPr>
        <w:t>وما</w:t>
      </w:r>
      <w:r>
        <w:rPr>
          <w:rtl/>
        </w:rPr>
        <w:t xml:space="preserve"> </w:t>
      </w:r>
      <w:r>
        <w:rPr>
          <w:rFonts w:hint="cs"/>
          <w:rtl/>
        </w:rPr>
        <w:t>اكان</w:t>
      </w:r>
      <w:r>
        <w:rPr>
          <w:rtl/>
        </w:rPr>
        <w:t xml:space="preserve"> </w:t>
      </w:r>
      <w:r>
        <w:rPr>
          <w:rFonts w:hint="cs"/>
          <w:rtl/>
        </w:rPr>
        <w:t>لناا</w:t>
      </w:r>
      <w:r>
        <w:rPr>
          <w:rtl/>
        </w:rPr>
        <w:t xml:space="preserve"> </w:t>
      </w:r>
      <w:r>
        <w:rPr>
          <w:rFonts w:hint="cs"/>
          <w:rtl/>
        </w:rPr>
        <w:t>ن</w:t>
      </w:r>
      <w:r>
        <w:rPr>
          <w:rtl/>
        </w:rPr>
        <w:t xml:space="preserve"> </w:t>
      </w:r>
      <w:r>
        <w:rPr>
          <w:rFonts w:hint="cs"/>
          <w:rtl/>
        </w:rPr>
        <w:t>نا</w:t>
      </w:r>
      <w:r>
        <w:rPr>
          <w:rtl/>
        </w:rPr>
        <w:t xml:space="preserve"> </w:t>
      </w:r>
      <w:r>
        <w:rPr>
          <w:rFonts w:hint="cs"/>
          <w:rtl/>
        </w:rPr>
        <w:t>تيكم</w:t>
      </w:r>
      <w:r>
        <w:rPr>
          <w:rtl/>
        </w:rPr>
        <w:t xml:space="preserve"> ب</w:t>
      </w:r>
      <w:r w:rsidR="00115327" w:rsidRPr="00115327">
        <w:rPr>
          <w:rtl/>
        </w:rPr>
        <w:t>سلطان</w:t>
      </w:r>
    </w:p>
    <w:p w:rsidR="001F628F" w:rsidRDefault="001F628F" w:rsidP="002F1927">
      <w:pPr>
        <w:pStyle w:val="libNormal"/>
        <w:rPr>
          <w:rtl/>
        </w:rPr>
      </w:pPr>
      <w:r>
        <w:rPr>
          <w:rtl/>
        </w:rPr>
        <w:t>17_دينى شبہات كامنطقى جواب دينا ضرورى ہے_</w:t>
      </w:r>
      <w:r w:rsidRPr="002F1927">
        <w:rPr>
          <w:rStyle w:val="libArabicChar"/>
          <w:rFonts w:hint="eastAsia"/>
          <w:rtl/>
        </w:rPr>
        <w:t>قالت</w:t>
      </w:r>
      <w:r w:rsidRPr="002F1927">
        <w:rPr>
          <w:rStyle w:val="libArabicChar"/>
          <w:rtl/>
        </w:rPr>
        <w:t xml:space="preserve"> ل</w:t>
      </w:r>
      <w:r w:rsidR="00B2551F" w:rsidRPr="00B2551F">
        <w:rPr>
          <w:rStyle w:val="libArabicChar"/>
          <w:rFonts w:hint="cs"/>
          <w:rtl/>
        </w:rPr>
        <w:t>ه</w:t>
      </w:r>
      <w:r w:rsidRPr="002F1927">
        <w:rPr>
          <w:rStyle w:val="libArabicChar"/>
          <w:rFonts w:hint="cs"/>
          <w:rtl/>
        </w:rPr>
        <w:t>م</w:t>
      </w:r>
      <w:r w:rsidRPr="002F1927">
        <w:rPr>
          <w:rStyle w:val="libArabicChar"/>
          <w:rtl/>
        </w:rPr>
        <w:t xml:space="preserve"> </w:t>
      </w:r>
      <w:r w:rsidRPr="002F1927">
        <w:rPr>
          <w:rStyle w:val="libArabicChar"/>
          <w:rFonts w:hint="cs"/>
          <w:rtl/>
        </w:rPr>
        <w:t>رسل</w:t>
      </w:r>
      <w:r w:rsidR="00B2551F" w:rsidRPr="00B2551F">
        <w:rPr>
          <w:rStyle w:val="libArabicChar"/>
          <w:rFonts w:hint="cs"/>
          <w:rtl/>
        </w:rPr>
        <w:t>ه</w:t>
      </w:r>
      <w:r w:rsidRPr="002F1927">
        <w:rPr>
          <w:rStyle w:val="libArabicChar"/>
          <w:rFonts w:hint="cs"/>
          <w:rtl/>
        </w:rPr>
        <w:t>م</w:t>
      </w:r>
      <w:r w:rsidRPr="002F1927">
        <w:rPr>
          <w:rStyle w:val="libArabicChar"/>
          <w:rtl/>
        </w:rPr>
        <w:t xml:space="preserve"> ...</w:t>
      </w:r>
      <w:r w:rsidRPr="002F1927">
        <w:rPr>
          <w:rStyle w:val="libArabicChar"/>
          <w:rFonts w:hint="cs"/>
          <w:rtl/>
        </w:rPr>
        <w:t>وعلى</w:t>
      </w:r>
      <w:r w:rsidRPr="002F1927">
        <w:rPr>
          <w:rStyle w:val="libArabicChar"/>
          <w:rtl/>
        </w:rPr>
        <w:t xml:space="preserve"> </w:t>
      </w:r>
      <w:r w:rsidRPr="002F1927">
        <w:rPr>
          <w:rStyle w:val="libArabicChar"/>
          <w:rFonts w:hint="cs"/>
          <w:rtl/>
        </w:rPr>
        <w:t>الله</w:t>
      </w:r>
      <w:r w:rsidRPr="002F1927">
        <w:rPr>
          <w:rStyle w:val="libArabicChar"/>
          <w:rtl/>
        </w:rPr>
        <w:t xml:space="preserve"> </w:t>
      </w:r>
      <w:r w:rsidRPr="002F1927">
        <w:rPr>
          <w:rStyle w:val="libArabicChar"/>
          <w:rFonts w:hint="cs"/>
          <w:rtl/>
        </w:rPr>
        <w:t>فليتوكّل</w:t>
      </w:r>
      <w:r w:rsidRPr="002F1927">
        <w:rPr>
          <w:rStyle w:val="libArabicChar"/>
          <w:rtl/>
        </w:rPr>
        <w:t xml:space="preserve"> </w:t>
      </w:r>
      <w:r w:rsidRPr="002F1927">
        <w:rPr>
          <w:rStyle w:val="libArabicChar"/>
          <w:rFonts w:hint="cs"/>
          <w:rtl/>
        </w:rPr>
        <w:t>الم</w:t>
      </w:r>
      <w:r w:rsidRPr="002F1927">
        <w:rPr>
          <w:rStyle w:val="libArabicChar"/>
          <w:rtl/>
        </w:rPr>
        <w:t>و منون</w:t>
      </w:r>
    </w:p>
    <w:p w:rsidR="001F628F" w:rsidRDefault="001F628F" w:rsidP="001F628F">
      <w:pPr>
        <w:pStyle w:val="libNormal"/>
        <w:rPr>
          <w:rtl/>
        </w:rPr>
      </w:pPr>
      <w:r>
        <w:rPr>
          <w:rFonts w:hint="eastAsia"/>
          <w:rtl/>
        </w:rPr>
        <w:t>يہ</w:t>
      </w:r>
      <w:r>
        <w:rPr>
          <w:rtl/>
        </w:rPr>
        <w:t xml:space="preserve"> كہ خدواند متعال ، ان ايات مي</w:t>
      </w:r>
      <w:r w:rsidR="00083993">
        <w:rPr>
          <w:rtl/>
        </w:rPr>
        <w:t xml:space="preserve">ں </w:t>
      </w:r>
      <w:r>
        <w:rPr>
          <w:rtl/>
        </w:rPr>
        <w:t xml:space="preserve">مخالفين كے ساتھ </w:t>
      </w:r>
      <w:r w:rsidR="003D0BA1">
        <w:rPr>
          <w:rtl/>
        </w:rPr>
        <w:t>انبياء</w:t>
      </w:r>
      <w:r>
        <w:rPr>
          <w:rtl/>
        </w:rPr>
        <w:t>ے كرام كے منطقى روش كو بيان كررہا ہے لہذا ہوسكتا ہے دينى شبہات كے مقابلے مي</w:t>
      </w:r>
      <w:r w:rsidR="00083993">
        <w:rPr>
          <w:rtl/>
        </w:rPr>
        <w:t xml:space="preserve">ں </w:t>
      </w:r>
      <w:r>
        <w:rPr>
          <w:rtl/>
        </w:rPr>
        <w:t>عقلى اورمنطقى رويہ اختيار كرنے كے بارے مي</w:t>
      </w:r>
      <w:r w:rsidR="00083993">
        <w:rPr>
          <w:rtl/>
        </w:rPr>
        <w:t xml:space="preserve">ں </w:t>
      </w:r>
      <w:r>
        <w:rPr>
          <w:rtl/>
        </w:rPr>
        <w:t>ايك عملى نمونہ پيش كرنا مقصود ہو_</w:t>
      </w:r>
    </w:p>
    <w:p w:rsidR="001F628F" w:rsidRDefault="001E7F9D" w:rsidP="00F73EDE">
      <w:pPr>
        <w:pStyle w:val="libPoemTini"/>
        <w:rPr>
          <w:rtl/>
        </w:rPr>
      </w:pPr>
      <w:r>
        <w:rPr>
          <w:rtl/>
        </w:rPr>
        <w:br w:type="page"/>
      </w:r>
    </w:p>
    <w:p w:rsidR="001F628F" w:rsidRDefault="001F628F" w:rsidP="002F1927">
      <w:pPr>
        <w:pStyle w:val="libNormal"/>
        <w:rPr>
          <w:rtl/>
        </w:rPr>
      </w:pPr>
      <w:r>
        <w:rPr>
          <w:rFonts w:hint="eastAsia"/>
          <w:rtl/>
        </w:rPr>
        <w:lastRenderedPageBreak/>
        <w:t>اقرار</w:t>
      </w:r>
      <w:r>
        <w:rPr>
          <w:rtl/>
        </w:rPr>
        <w:t>:</w:t>
      </w:r>
      <w:r>
        <w:rPr>
          <w:rFonts w:hint="eastAsia"/>
          <w:rtl/>
        </w:rPr>
        <w:t>حق</w:t>
      </w:r>
      <w:r>
        <w:rPr>
          <w:rtl/>
        </w:rPr>
        <w:t xml:space="preserve"> بات كا اقرار 3</w:t>
      </w:r>
    </w:p>
    <w:p w:rsidR="001F628F" w:rsidRDefault="001F628F" w:rsidP="002F1927">
      <w:pPr>
        <w:pStyle w:val="libNormal"/>
        <w:rPr>
          <w:rtl/>
        </w:rPr>
      </w:pPr>
      <w:r>
        <w:rPr>
          <w:rFonts w:hint="eastAsia"/>
          <w:rtl/>
        </w:rPr>
        <w:t>الله</w:t>
      </w:r>
      <w:r>
        <w:rPr>
          <w:rtl/>
        </w:rPr>
        <w:t xml:space="preserve"> تعالى :</w:t>
      </w:r>
      <w:r>
        <w:rPr>
          <w:rFonts w:hint="eastAsia"/>
          <w:rtl/>
        </w:rPr>
        <w:t>الله</w:t>
      </w:r>
      <w:r>
        <w:rPr>
          <w:rtl/>
        </w:rPr>
        <w:t xml:space="preserve"> تعالى كے اذن كى اہميت 11 ; الله تعالى كى بخششي</w:t>
      </w:r>
      <w:r w:rsidR="00083993">
        <w:rPr>
          <w:rtl/>
        </w:rPr>
        <w:t xml:space="preserve">ں </w:t>
      </w:r>
      <w:r>
        <w:rPr>
          <w:rtl/>
        </w:rPr>
        <w:t>4، 7 ; الله تعالى كا فضل 10; الله تعالى كى مشيت 4، 6 ; الله تعالى كى نعمتي</w:t>
      </w:r>
      <w:r w:rsidR="00083993">
        <w:rPr>
          <w:rtl/>
        </w:rPr>
        <w:t xml:space="preserve">ں </w:t>
      </w:r>
      <w:r>
        <w:rPr>
          <w:rtl/>
        </w:rPr>
        <w:t>5، 7، 8</w:t>
      </w:r>
    </w:p>
    <w:p w:rsidR="001F628F" w:rsidRDefault="003D0BA1" w:rsidP="002F1927">
      <w:pPr>
        <w:pStyle w:val="libNormal"/>
        <w:rPr>
          <w:rtl/>
        </w:rPr>
      </w:pPr>
      <w:r>
        <w:rPr>
          <w:rFonts w:hint="eastAsia"/>
          <w:rtl/>
        </w:rPr>
        <w:t>انبياء</w:t>
      </w:r>
      <w:r w:rsidR="001F628F">
        <w:rPr>
          <w:rtl/>
        </w:rPr>
        <w:t>:</w:t>
      </w:r>
      <w:r w:rsidR="001F628F">
        <w:rPr>
          <w:rFonts w:hint="eastAsia"/>
          <w:rtl/>
        </w:rPr>
        <w:t>انبياء</w:t>
      </w:r>
      <w:r w:rsidR="001F628F">
        <w:rPr>
          <w:rtl/>
        </w:rPr>
        <w:t xml:space="preserve"> كا ادب 8; انبياء اورسابقہ قومي</w:t>
      </w:r>
      <w:r w:rsidR="00083993">
        <w:rPr>
          <w:rtl/>
        </w:rPr>
        <w:t xml:space="preserve">ں </w:t>
      </w:r>
      <w:r w:rsidR="001F628F">
        <w:rPr>
          <w:rtl/>
        </w:rPr>
        <w:t xml:space="preserve">1; انبياء اورمنطقى جواب 16; انبياء اوركفار كے شبہات 16; انبياء اوراقتراحى معجزہ 11; انبياء كاايمان 15 ; انبياء كا منتخب ہونا 5;انبياء كا بشر ہونا 1; انبياء كى بصيرت 5، 11; انبياء كى تعليمات 12، 13; انبياء كى تواضع 8; </w:t>
      </w:r>
      <w:r w:rsidR="001F628F">
        <w:rPr>
          <w:rFonts w:hint="eastAsia"/>
          <w:rtl/>
        </w:rPr>
        <w:t>انبياء</w:t>
      </w:r>
      <w:r w:rsidR="001F628F">
        <w:rPr>
          <w:rtl/>
        </w:rPr>
        <w:t xml:space="preserve"> كى طرف سے حجت لانے كا طريقہ 16; انبياء كا رويہ 2; انبياء كے فضائل 8; انبياء كے اختيارات كى حدود 11; انبياء كا باہمى توافق2</w:t>
      </w:r>
    </w:p>
    <w:p w:rsidR="001F628F" w:rsidRDefault="001F628F" w:rsidP="002F1927">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مي</w:t>
      </w:r>
      <w:r w:rsidR="00083993">
        <w:rPr>
          <w:rtl/>
        </w:rPr>
        <w:t xml:space="preserve">ں </w:t>
      </w:r>
      <w:r>
        <w:rPr>
          <w:rtl/>
        </w:rPr>
        <w:t>فرق 9</w:t>
      </w:r>
    </w:p>
    <w:p w:rsidR="001F628F" w:rsidRDefault="001F628F" w:rsidP="002F1927">
      <w:pPr>
        <w:pStyle w:val="libNormal"/>
        <w:rPr>
          <w:rtl/>
        </w:rPr>
      </w:pPr>
      <w:r>
        <w:rPr>
          <w:rFonts w:hint="eastAsia"/>
          <w:rtl/>
        </w:rPr>
        <w:t>ايمان</w:t>
      </w:r>
      <w:r>
        <w:rPr>
          <w:rtl/>
        </w:rPr>
        <w:t>:</w:t>
      </w:r>
      <w:r>
        <w:rPr>
          <w:rFonts w:hint="eastAsia"/>
          <w:rtl/>
        </w:rPr>
        <w:t>ايمان</w:t>
      </w:r>
      <w:r>
        <w:rPr>
          <w:rtl/>
        </w:rPr>
        <w:t xml:space="preserve"> كے اثار 14</w:t>
      </w:r>
    </w:p>
    <w:p w:rsidR="001F628F" w:rsidRDefault="001F628F" w:rsidP="002F1927">
      <w:pPr>
        <w:pStyle w:val="libNormal"/>
        <w:rPr>
          <w:rtl/>
        </w:rPr>
      </w:pPr>
      <w:r>
        <w:rPr>
          <w:rFonts w:hint="eastAsia"/>
          <w:rtl/>
        </w:rPr>
        <w:t>توكل</w:t>
      </w:r>
      <w:r>
        <w:rPr>
          <w:rtl/>
        </w:rPr>
        <w:t>:</w:t>
      </w:r>
      <w:r>
        <w:rPr>
          <w:rFonts w:hint="eastAsia"/>
          <w:rtl/>
        </w:rPr>
        <w:t>توكل</w:t>
      </w:r>
      <w:r>
        <w:rPr>
          <w:rtl/>
        </w:rPr>
        <w:t xml:space="preserve"> كا پيش خيمہ 14;توكل كى اہميت 12، 13; توكل كى دعوت 12</w:t>
      </w:r>
    </w:p>
    <w:p w:rsidR="001F628F" w:rsidRDefault="001F628F" w:rsidP="002F1927">
      <w:pPr>
        <w:pStyle w:val="libNormal"/>
        <w:rPr>
          <w:rtl/>
        </w:rPr>
      </w:pPr>
      <w:r>
        <w:rPr>
          <w:rFonts w:hint="eastAsia"/>
          <w:rtl/>
        </w:rPr>
        <w:t>شبہات</w:t>
      </w:r>
      <w:r>
        <w:rPr>
          <w:rtl/>
        </w:rPr>
        <w:t>:</w:t>
      </w:r>
      <w:r>
        <w:rPr>
          <w:rFonts w:hint="eastAsia"/>
          <w:rtl/>
        </w:rPr>
        <w:t>دينى</w:t>
      </w:r>
      <w:r>
        <w:rPr>
          <w:rtl/>
        </w:rPr>
        <w:t xml:space="preserve"> شبہات كا جواب دينے كى اہميت 17</w:t>
      </w:r>
    </w:p>
    <w:p w:rsidR="001F628F" w:rsidRDefault="001F628F" w:rsidP="002F1927">
      <w:pPr>
        <w:pStyle w:val="libNormal"/>
        <w:rPr>
          <w:rtl/>
        </w:rPr>
      </w:pPr>
      <w:r>
        <w:rPr>
          <w:rFonts w:hint="eastAsia"/>
          <w:rtl/>
        </w:rPr>
        <w:t>عمل</w:t>
      </w:r>
      <w:r>
        <w:rPr>
          <w:rtl/>
        </w:rPr>
        <w:t>:</w:t>
      </w:r>
      <w:r>
        <w:rPr>
          <w:rFonts w:hint="eastAsia"/>
          <w:rtl/>
        </w:rPr>
        <w:t>پسنديدہ</w:t>
      </w:r>
      <w:r>
        <w:rPr>
          <w:rtl/>
        </w:rPr>
        <w:t xml:space="preserve"> عمل 3</w:t>
      </w:r>
    </w:p>
    <w:p w:rsidR="001F628F" w:rsidRDefault="001F628F" w:rsidP="002F1927">
      <w:pPr>
        <w:pStyle w:val="libNormal"/>
        <w:rPr>
          <w:rtl/>
        </w:rPr>
      </w:pPr>
      <w:r>
        <w:rPr>
          <w:rFonts w:hint="eastAsia"/>
          <w:rtl/>
        </w:rPr>
        <w:t>كفار</w:t>
      </w:r>
      <w:r>
        <w:rPr>
          <w:rtl/>
        </w:rPr>
        <w:t xml:space="preserve"> :</w:t>
      </w:r>
      <w:r>
        <w:rPr>
          <w:rFonts w:hint="eastAsia"/>
          <w:rtl/>
        </w:rPr>
        <w:t>كفار</w:t>
      </w:r>
      <w:r>
        <w:rPr>
          <w:rtl/>
        </w:rPr>
        <w:t xml:space="preserve"> كے ساتھ مقابلے كا طريقہ 13</w:t>
      </w:r>
    </w:p>
    <w:p w:rsidR="001F628F" w:rsidRDefault="001F628F" w:rsidP="002F1927">
      <w:pPr>
        <w:pStyle w:val="libNormal"/>
        <w:rPr>
          <w:rtl/>
        </w:rPr>
      </w:pPr>
      <w:r>
        <w:rPr>
          <w:rFonts w:hint="eastAsia"/>
          <w:rtl/>
        </w:rPr>
        <w:t>گذشتہ</w:t>
      </w:r>
      <w:r>
        <w:rPr>
          <w:rtl/>
        </w:rPr>
        <w:t xml:space="preserve"> ا قوام:</w:t>
      </w:r>
      <w:r>
        <w:rPr>
          <w:rFonts w:hint="eastAsia"/>
          <w:rtl/>
        </w:rPr>
        <w:t>گذشتہ</w:t>
      </w:r>
      <w:r>
        <w:rPr>
          <w:rtl/>
        </w:rPr>
        <w:t xml:space="preserve"> اقوام كى بصيرت 1; گذشتہ اقوام كے مطالبات 11</w:t>
      </w:r>
    </w:p>
    <w:p w:rsidR="001F628F" w:rsidRDefault="001F628F" w:rsidP="002F1927">
      <w:pPr>
        <w:pStyle w:val="libNormal"/>
        <w:rPr>
          <w:rtl/>
        </w:rPr>
      </w:pPr>
      <w:r>
        <w:rPr>
          <w:rFonts w:hint="eastAsia"/>
          <w:rtl/>
        </w:rPr>
        <w:t>مو</w:t>
      </w:r>
      <w:r>
        <w:rPr>
          <w:rtl/>
        </w:rPr>
        <w:t xml:space="preserve"> منين: 15</w:t>
      </w:r>
      <w:r>
        <w:rPr>
          <w:rFonts w:hint="eastAsia"/>
          <w:rtl/>
        </w:rPr>
        <w:t>مو</w:t>
      </w:r>
      <w:r>
        <w:rPr>
          <w:rtl/>
        </w:rPr>
        <w:t xml:space="preserve"> منين كو دعوت 12; مو منين كى تقويت كے اسباب 13</w:t>
      </w:r>
    </w:p>
    <w:p w:rsidR="001F628F" w:rsidRDefault="001F628F" w:rsidP="002F1927">
      <w:pPr>
        <w:pStyle w:val="libNormal"/>
        <w:rPr>
          <w:rtl/>
        </w:rPr>
      </w:pPr>
      <w:r>
        <w:rPr>
          <w:rFonts w:hint="eastAsia"/>
          <w:rtl/>
        </w:rPr>
        <w:t>معجزہ</w:t>
      </w:r>
      <w:r>
        <w:rPr>
          <w:rtl/>
        </w:rPr>
        <w:t>:</w:t>
      </w:r>
      <w:r>
        <w:rPr>
          <w:rFonts w:hint="eastAsia"/>
          <w:rtl/>
        </w:rPr>
        <w:t>اقتراحى</w:t>
      </w:r>
      <w:r>
        <w:rPr>
          <w:rtl/>
        </w:rPr>
        <w:t xml:space="preserve"> 11 ; معجزے كا سرچشمہ 11</w:t>
      </w:r>
    </w:p>
    <w:p w:rsidR="001F628F" w:rsidRDefault="001F628F" w:rsidP="002F1927">
      <w:pPr>
        <w:pStyle w:val="libNormal"/>
        <w:rPr>
          <w:rtl/>
        </w:rPr>
      </w:pPr>
      <w:r>
        <w:rPr>
          <w:rFonts w:hint="eastAsia"/>
          <w:rtl/>
        </w:rPr>
        <w:t>نبوت</w:t>
      </w:r>
      <w:r>
        <w:rPr>
          <w:rtl/>
        </w:rPr>
        <w:t>:</w:t>
      </w:r>
      <w:r>
        <w:rPr>
          <w:rFonts w:hint="eastAsia"/>
          <w:rtl/>
        </w:rPr>
        <w:t>مقام</w:t>
      </w:r>
      <w:r>
        <w:rPr>
          <w:rtl/>
        </w:rPr>
        <w:t xml:space="preserve"> نبوت 5; نبوت كا سرچشمہ 6; بشر كى نبوت 1</w:t>
      </w:r>
    </w:p>
    <w:p w:rsidR="001F628F" w:rsidRDefault="001F628F" w:rsidP="001F628F">
      <w:pPr>
        <w:pStyle w:val="libNormal"/>
        <w:rPr>
          <w:rtl/>
        </w:rPr>
      </w:pPr>
      <w:r>
        <w:rPr>
          <w:rFonts w:hint="eastAsia"/>
          <w:rtl/>
        </w:rPr>
        <w:t>نعمت</w:t>
      </w:r>
      <w:r>
        <w:rPr>
          <w:rtl/>
        </w:rPr>
        <w:t xml:space="preserve"> سے بہرہ مند ہونے والے افرادنعمت:</w:t>
      </w:r>
    </w:p>
    <w:p w:rsidR="001F628F" w:rsidRDefault="001F628F" w:rsidP="001F628F">
      <w:pPr>
        <w:pStyle w:val="libNormal"/>
        <w:rPr>
          <w:rtl/>
        </w:rPr>
      </w:pPr>
      <w:r>
        <w:rPr>
          <w:rFonts w:hint="eastAsia"/>
          <w:rtl/>
        </w:rPr>
        <w:t>نعمت</w:t>
      </w:r>
      <w:r>
        <w:rPr>
          <w:rtl/>
        </w:rPr>
        <w:t xml:space="preserve"> سے بہرہ مند ہونے والے افرادمي</w:t>
      </w:r>
      <w:r w:rsidR="00083993">
        <w:rPr>
          <w:rtl/>
        </w:rPr>
        <w:t xml:space="preserve">ں </w:t>
      </w:r>
      <w:r>
        <w:rPr>
          <w:rtl/>
        </w:rPr>
        <w:t>فرق 9; نعمت سے بہرہ مند ہونے والے افرادكى تواضع 10; نعمت كے مراتب 4،5،7،8،9 ; نعمت سے بہرہ مند ہونے والے افراد 5،7،8 ; عظيم نعمت 4،5،7،9; نعمت نبوت 5،7</w:t>
      </w:r>
    </w:p>
    <w:p w:rsidR="002F1927" w:rsidRDefault="001E7F9D" w:rsidP="00F73EDE">
      <w:pPr>
        <w:pStyle w:val="libPoemTini"/>
        <w:rPr>
          <w:rtl/>
        </w:rPr>
      </w:pPr>
      <w:r>
        <w:rPr>
          <w:rtl/>
        </w:rPr>
        <w:br w:type="page"/>
      </w:r>
    </w:p>
    <w:p w:rsidR="002F1927" w:rsidRDefault="002F1927" w:rsidP="002F1927">
      <w:pPr>
        <w:pStyle w:val="Heading2Center"/>
        <w:rPr>
          <w:rtl/>
        </w:rPr>
      </w:pPr>
      <w:bookmarkStart w:id="12" w:name="_Toc28081690"/>
      <w:r>
        <w:rPr>
          <w:rFonts w:hint="cs"/>
          <w:rtl/>
        </w:rPr>
        <w:lastRenderedPageBreak/>
        <w:t>آیت 12</w:t>
      </w:r>
      <w:bookmarkEnd w:id="12"/>
    </w:p>
    <w:p w:rsidR="001F628F" w:rsidRDefault="00E260F9" w:rsidP="002F1927">
      <w:pPr>
        <w:pStyle w:val="libNormal"/>
        <w:rPr>
          <w:rtl/>
        </w:rPr>
      </w:pPr>
      <w:r w:rsidRPr="00E260F9">
        <w:rPr>
          <w:rStyle w:val="libAlaemChar"/>
          <w:rFonts w:hint="eastAsia"/>
          <w:rtl/>
        </w:rPr>
        <w:t>(</w:t>
      </w:r>
      <w:r w:rsidRPr="002F1927">
        <w:rPr>
          <w:rStyle w:val="libAieChar"/>
          <w:rFonts w:hint="eastAsia"/>
          <w:rtl/>
        </w:rPr>
        <w:t>وَمَا</w:t>
      </w:r>
      <w:r w:rsidRPr="002F1927">
        <w:rPr>
          <w:rStyle w:val="libAieChar"/>
          <w:rtl/>
        </w:rPr>
        <w:t xml:space="preserve"> لَنَا أَلاَّ نَتَوَكَّلَ عَلَى اللّهِ وَقَدْ هَدَانَا سُبُلَنَا وَلَنَصْبِرَنَّ عَلَى مَا آذَيْتُمُونَا وَعَلَى اللّهِ فَلْيَتَوَكَّلِ الْمُتَوَكِّلُونَ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كيو</w:t>
      </w:r>
      <w:r w:rsidR="00083993">
        <w:rPr>
          <w:rtl/>
        </w:rPr>
        <w:t xml:space="preserve">ں </w:t>
      </w:r>
      <w:r>
        <w:rPr>
          <w:rtl/>
        </w:rPr>
        <w:t>نہ اللہ پر بھروسہ كري</w:t>
      </w:r>
      <w:r w:rsidR="00083993">
        <w:rPr>
          <w:rtl/>
        </w:rPr>
        <w:t xml:space="preserve">ں </w:t>
      </w:r>
      <w:r>
        <w:rPr>
          <w:rtl/>
        </w:rPr>
        <w:t>جب كہ اسى نے ہمي</w:t>
      </w:r>
      <w:r w:rsidR="00083993">
        <w:rPr>
          <w:rtl/>
        </w:rPr>
        <w:t xml:space="preserve">ں </w:t>
      </w:r>
      <w:r>
        <w:rPr>
          <w:rtl/>
        </w:rPr>
        <w:t>ہمارے راستو</w:t>
      </w:r>
      <w:r w:rsidR="00083993">
        <w:rPr>
          <w:rtl/>
        </w:rPr>
        <w:t xml:space="preserve">ں </w:t>
      </w:r>
      <w:r>
        <w:rPr>
          <w:rtl/>
        </w:rPr>
        <w:t>كى ہدايت دى ہے اور ہم يقينا تمھارى اذيتو</w:t>
      </w:r>
      <w:r w:rsidR="00083993">
        <w:rPr>
          <w:rtl/>
        </w:rPr>
        <w:t xml:space="preserve">ں </w:t>
      </w:r>
      <w:r>
        <w:rPr>
          <w:rtl/>
        </w:rPr>
        <w:t>پر صبر كري</w:t>
      </w:r>
      <w:r w:rsidR="00083993">
        <w:rPr>
          <w:rtl/>
        </w:rPr>
        <w:t xml:space="preserve">ں </w:t>
      </w:r>
      <w:r>
        <w:rPr>
          <w:rtl/>
        </w:rPr>
        <w:t>گے اور بھر بھروسہ كرنے والے تو اللہ ہى بھروسہ كرتے ہي</w:t>
      </w:r>
      <w:r w:rsidR="00083993">
        <w:rPr>
          <w:rtl/>
        </w:rPr>
        <w:t xml:space="preserve">ں </w:t>
      </w:r>
      <w:r>
        <w:rPr>
          <w:rtl/>
        </w:rPr>
        <w:t>_</w:t>
      </w:r>
    </w:p>
    <w:p w:rsidR="001F628F" w:rsidRDefault="001F628F" w:rsidP="002F1927">
      <w:pPr>
        <w:pStyle w:val="libNormal"/>
        <w:rPr>
          <w:rtl/>
        </w:rPr>
      </w:pPr>
      <w:r>
        <w:rPr>
          <w:rtl/>
        </w:rPr>
        <w:t xml:space="preserve">1_خداوند متعال كى جانب سے ہدايت پانے كے بعد </w:t>
      </w:r>
      <w:r w:rsidR="003D0BA1">
        <w:rPr>
          <w:rtl/>
        </w:rPr>
        <w:t>انبياء</w:t>
      </w:r>
      <w:r>
        <w:rPr>
          <w:rtl/>
        </w:rPr>
        <w:t>ے كرام</w:t>
      </w:r>
      <w:r w:rsidR="00367F17" w:rsidRPr="00367F17">
        <w:rPr>
          <w:rStyle w:val="libAlaemChar"/>
          <w:rtl/>
        </w:rPr>
        <w:t xml:space="preserve"> عليه‌السلام </w:t>
      </w:r>
      <w:r>
        <w:rPr>
          <w:rtl/>
        </w:rPr>
        <w:t xml:space="preserve"> خدا پر بھروسہ نہ كرنے كى كسى بھى توجيہ كو جائز نہي</w:t>
      </w:r>
      <w:r w:rsidR="00083993">
        <w:rPr>
          <w:rtl/>
        </w:rPr>
        <w:t xml:space="preserve">ں </w:t>
      </w:r>
      <w:r>
        <w:rPr>
          <w:rtl/>
        </w:rPr>
        <w:t>سمجھتے تھے_</w:t>
      </w:r>
      <w:r w:rsidRPr="002F1927">
        <w:rPr>
          <w:rStyle w:val="libArabicChar"/>
          <w:rFonts w:hint="eastAsia"/>
          <w:rtl/>
        </w:rPr>
        <w:t>ومالنا</w:t>
      </w:r>
      <w:r w:rsidRPr="002F1927">
        <w:rPr>
          <w:rStyle w:val="libArabicChar"/>
          <w:rtl/>
        </w:rPr>
        <w:t xml:space="preserve"> ا لّا نتوكّل على الله وقد </w:t>
      </w:r>
      <w:r w:rsidR="00B2551F" w:rsidRPr="00B2551F">
        <w:rPr>
          <w:rStyle w:val="libArabicChar"/>
          <w:rFonts w:hint="cs"/>
          <w:rtl/>
        </w:rPr>
        <w:t>ه</w:t>
      </w:r>
      <w:r w:rsidRPr="002F1927">
        <w:rPr>
          <w:rStyle w:val="libArabicChar"/>
          <w:rFonts w:hint="cs"/>
          <w:rtl/>
        </w:rPr>
        <w:t>دن</w:t>
      </w:r>
      <w:r w:rsidRPr="002F1927">
        <w:rPr>
          <w:rStyle w:val="libArabicChar"/>
          <w:rtl/>
        </w:rPr>
        <w:t>ا سبلن</w:t>
      </w:r>
      <w:r w:rsidR="002F1927">
        <w:rPr>
          <w:rStyle w:val="libArabicChar"/>
          <w:rFonts w:hint="cs"/>
          <w:rtl/>
        </w:rPr>
        <w:t>ا</w:t>
      </w:r>
    </w:p>
    <w:p w:rsidR="001F628F" w:rsidRDefault="001F628F" w:rsidP="002F1927">
      <w:pPr>
        <w:pStyle w:val="libNormal"/>
        <w:rPr>
          <w:rtl/>
        </w:rPr>
      </w:pPr>
      <w:r>
        <w:rPr>
          <w:rtl/>
        </w:rPr>
        <w:t>2_</w:t>
      </w:r>
      <w:r w:rsidR="003D0BA1">
        <w:rPr>
          <w:rtl/>
        </w:rPr>
        <w:t>انبياء</w:t>
      </w:r>
      <w:r>
        <w:rPr>
          <w:rtl/>
        </w:rPr>
        <w:t>ے كرام، مقام توكل پر فائز تھے_</w:t>
      </w:r>
      <w:r w:rsidRPr="002F1927">
        <w:rPr>
          <w:rStyle w:val="libArabicChar"/>
          <w:rFonts w:hint="eastAsia"/>
          <w:rtl/>
        </w:rPr>
        <w:t>ومالنا</w:t>
      </w:r>
      <w:r w:rsidRPr="002F1927">
        <w:rPr>
          <w:rStyle w:val="libArabicChar"/>
          <w:rtl/>
        </w:rPr>
        <w:t xml:space="preserve"> ا لّا نتوكّل على الله</w:t>
      </w:r>
    </w:p>
    <w:p w:rsidR="001F628F" w:rsidRDefault="001F628F" w:rsidP="002F1927">
      <w:pPr>
        <w:pStyle w:val="libNormal"/>
        <w:rPr>
          <w:rtl/>
        </w:rPr>
      </w:pPr>
      <w:r>
        <w:rPr>
          <w:rtl/>
        </w:rPr>
        <w:t xml:space="preserve">3_تمام انبياء </w:t>
      </w:r>
      <w:r w:rsidR="00367F17" w:rsidRPr="00367F17">
        <w:rPr>
          <w:rStyle w:val="libAlaemChar"/>
          <w:rtl/>
        </w:rPr>
        <w:t xml:space="preserve"> عليه‌السلام </w:t>
      </w:r>
      <w:r>
        <w:rPr>
          <w:rtl/>
        </w:rPr>
        <w:t xml:space="preserve"> اپنے اپ كو خداوند عالم كى خاص ہدايت كا مرہون منت قرار ديتے تھے_</w:t>
      </w:r>
      <w:r w:rsidRPr="002F1927">
        <w:rPr>
          <w:rStyle w:val="libArabicChar"/>
          <w:rFonts w:hint="eastAsia"/>
          <w:rtl/>
        </w:rPr>
        <w:t>وقد</w:t>
      </w:r>
      <w:r w:rsidRPr="002F1927">
        <w:rPr>
          <w:rStyle w:val="libArabicChar"/>
          <w:rtl/>
        </w:rPr>
        <w:t xml:space="preserve"> </w:t>
      </w:r>
      <w:r w:rsidR="00B2551F" w:rsidRPr="00B2551F">
        <w:rPr>
          <w:rStyle w:val="libArabicChar"/>
          <w:rFonts w:hint="cs"/>
          <w:rtl/>
        </w:rPr>
        <w:t>ه</w:t>
      </w:r>
      <w:r w:rsidRPr="002F1927">
        <w:rPr>
          <w:rStyle w:val="libArabicChar"/>
          <w:rFonts w:hint="cs"/>
          <w:rtl/>
        </w:rPr>
        <w:t>دان</w:t>
      </w:r>
      <w:r w:rsidRPr="002F1927">
        <w:rPr>
          <w:rStyle w:val="libArabicChar"/>
          <w:rtl/>
        </w:rPr>
        <w:t>ا سبلن</w:t>
      </w:r>
      <w:r w:rsidR="002F1927">
        <w:rPr>
          <w:rStyle w:val="libArabicChar"/>
          <w:rFonts w:hint="cs"/>
          <w:rtl/>
        </w:rPr>
        <w:t>ا</w:t>
      </w:r>
    </w:p>
    <w:p w:rsidR="001F628F" w:rsidRPr="00B2551F" w:rsidRDefault="001F628F" w:rsidP="002F1927">
      <w:pPr>
        <w:pStyle w:val="libNormal"/>
        <w:rPr>
          <w:rtl/>
        </w:rPr>
      </w:pPr>
      <w:r>
        <w:rPr>
          <w:rtl/>
        </w:rPr>
        <w:t>4_ہدايت الہى سے بہرہ مندى كا تقاضا ہے كہ اس پر توكل كيا جائے_</w:t>
      </w:r>
      <w:r w:rsidRPr="002F1927">
        <w:rPr>
          <w:rStyle w:val="libArabicChar"/>
          <w:rFonts w:hint="eastAsia"/>
          <w:rtl/>
        </w:rPr>
        <w:t>ومالنا</w:t>
      </w:r>
      <w:r w:rsidRPr="002F1927">
        <w:rPr>
          <w:rStyle w:val="libArabicChar"/>
          <w:rtl/>
        </w:rPr>
        <w:t xml:space="preserve"> ا لّا نتوكّل على الله وقد </w:t>
      </w:r>
      <w:r w:rsidR="00B2551F" w:rsidRPr="00B2551F">
        <w:rPr>
          <w:rStyle w:val="libArabicChar"/>
          <w:rFonts w:hint="cs"/>
          <w:rtl/>
        </w:rPr>
        <w:t>ه</w:t>
      </w:r>
      <w:r w:rsidRPr="002F1927">
        <w:rPr>
          <w:rStyle w:val="libArabicChar"/>
          <w:rFonts w:hint="cs"/>
          <w:rtl/>
        </w:rPr>
        <w:t>دن</w:t>
      </w:r>
      <w:r w:rsidRPr="002F1927">
        <w:rPr>
          <w:rStyle w:val="libArabicChar"/>
          <w:rtl/>
        </w:rPr>
        <w:t>ا سبلن</w:t>
      </w:r>
      <w:r w:rsidR="002F1927" w:rsidRPr="002F1927">
        <w:rPr>
          <w:rStyle w:val="libArabicChar"/>
          <w:rFonts w:hint="cs"/>
          <w:rtl/>
        </w:rPr>
        <w:t>ا</w:t>
      </w:r>
    </w:p>
    <w:p w:rsidR="001F628F" w:rsidRDefault="001F628F" w:rsidP="001F628F">
      <w:pPr>
        <w:pStyle w:val="libNormal"/>
        <w:rPr>
          <w:rtl/>
        </w:rPr>
      </w:pPr>
      <w:r>
        <w:rPr>
          <w:rFonts w:hint="eastAsia"/>
          <w:rtl/>
        </w:rPr>
        <w:t>جملہ</w:t>
      </w:r>
      <w:r>
        <w:rPr>
          <w:rtl/>
        </w:rPr>
        <w:t xml:space="preserve"> ''وقد ھدنا '' مي</w:t>
      </w:r>
      <w:r w:rsidR="00083993">
        <w:rPr>
          <w:rtl/>
        </w:rPr>
        <w:t xml:space="preserve">ں </w:t>
      </w:r>
      <w:r>
        <w:rPr>
          <w:rtl/>
        </w:rPr>
        <w:t>''واو ''حاليہ ہے_</w:t>
      </w:r>
    </w:p>
    <w:p w:rsidR="001F628F" w:rsidRDefault="001F628F" w:rsidP="002F1927">
      <w:pPr>
        <w:pStyle w:val="libNormal"/>
        <w:rPr>
          <w:rtl/>
        </w:rPr>
      </w:pPr>
      <w:r>
        <w:rPr>
          <w:rtl/>
        </w:rPr>
        <w:t>5_اسمانى شريعتي</w:t>
      </w:r>
      <w:r w:rsidR="00083993">
        <w:rPr>
          <w:rtl/>
        </w:rPr>
        <w:t xml:space="preserve">ں </w:t>
      </w:r>
      <w:r>
        <w:rPr>
          <w:rtl/>
        </w:rPr>
        <w:t>متعدد اورمتنوع تھي</w:t>
      </w:r>
      <w:r w:rsidR="00083993">
        <w:rPr>
          <w:rtl/>
        </w:rPr>
        <w:t xml:space="preserve">ں </w:t>
      </w:r>
      <w:r>
        <w:rPr>
          <w:rtl/>
        </w:rPr>
        <w:t>_</w:t>
      </w:r>
      <w:r w:rsidR="00B2551F" w:rsidRPr="00B2551F">
        <w:rPr>
          <w:rStyle w:val="libArabicChar"/>
          <w:rFonts w:hint="cs"/>
          <w:rtl/>
        </w:rPr>
        <w:t>ه</w:t>
      </w:r>
      <w:r w:rsidRPr="002F1927">
        <w:rPr>
          <w:rStyle w:val="libArabicChar"/>
          <w:rFonts w:hint="cs"/>
          <w:rtl/>
        </w:rPr>
        <w:t>دنا</w:t>
      </w:r>
      <w:r w:rsidRPr="002F1927">
        <w:rPr>
          <w:rStyle w:val="libArabicChar"/>
          <w:rtl/>
        </w:rPr>
        <w:t xml:space="preserve"> سبلن</w:t>
      </w:r>
      <w:r w:rsidR="002F1927">
        <w:rPr>
          <w:rStyle w:val="libArabicChar"/>
          <w:rFonts w:hint="cs"/>
          <w:rtl/>
        </w:rPr>
        <w:t>ا</w:t>
      </w:r>
    </w:p>
    <w:p w:rsidR="001F628F" w:rsidRDefault="001F628F" w:rsidP="001F628F">
      <w:pPr>
        <w:pStyle w:val="libNormal"/>
        <w:rPr>
          <w:rtl/>
        </w:rPr>
      </w:pPr>
      <w:r>
        <w:rPr>
          <w:rFonts w:hint="eastAsia"/>
          <w:rtl/>
        </w:rPr>
        <w:t>ہوسكتاہے</w:t>
      </w:r>
      <w:r>
        <w:rPr>
          <w:rtl/>
        </w:rPr>
        <w:t xml:space="preserve"> كلمہ جمع ''سبل''' كا ''نا '' كى طرف اضافہ </w:t>
      </w:r>
      <w:r w:rsidR="003D0BA1">
        <w:rPr>
          <w:rtl/>
        </w:rPr>
        <w:t>انبياء</w:t>
      </w:r>
      <w:r>
        <w:rPr>
          <w:rtl/>
        </w:rPr>
        <w:t>ے كرام</w:t>
      </w:r>
      <w:r w:rsidR="00367F17" w:rsidRPr="00367F17">
        <w:rPr>
          <w:rStyle w:val="libAlaemChar"/>
          <w:rtl/>
        </w:rPr>
        <w:t xml:space="preserve"> عليه‌السلام </w:t>
      </w:r>
      <w:r>
        <w:rPr>
          <w:rtl/>
        </w:rPr>
        <w:t xml:space="preserve"> مي</w:t>
      </w:r>
      <w:r w:rsidR="00083993">
        <w:rPr>
          <w:rtl/>
        </w:rPr>
        <w:t xml:space="preserve">ں </w:t>
      </w:r>
      <w:r>
        <w:rPr>
          <w:rtl/>
        </w:rPr>
        <w:t>سے ہر ايك كے راستے كى طرف اشارہ ہو اور''راستو</w:t>
      </w:r>
      <w:r w:rsidR="00083993">
        <w:rPr>
          <w:rtl/>
        </w:rPr>
        <w:t xml:space="preserve">ں </w:t>
      </w:r>
      <w:r>
        <w:rPr>
          <w:rtl/>
        </w:rPr>
        <w:t>''سے مراد ''صاحب الميزان'' كے بقول وہ شريعتي</w:t>
      </w:r>
      <w:r w:rsidR="00083993">
        <w:rPr>
          <w:rtl/>
        </w:rPr>
        <w:t xml:space="preserve">ں </w:t>
      </w:r>
      <w:r>
        <w:rPr>
          <w:rtl/>
        </w:rPr>
        <w:t>ہي</w:t>
      </w:r>
      <w:r w:rsidR="00083993">
        <w:rPr>
          <w:rtl/>
        </w:rPr>
        <w:t xml:space="preserve">ں </w:t>
      </w:r>
      <w:r>
        <w:rPr>
          <w:rtl/>
        </w:rPr>
        <w:t xml:space="preserve">كہ جو </w:t>
      </w:r>
      <w:r w:rsidR="003D0BA1">
        <w:rPr>
          <w:rtl/>
        </w:rPr>
        <w:t>انبياء</w:t>
      </w:r>
      <w:r>
        <w:rPr>
          <w:rtl/>
        </w:rPr>
        <w:t>ے كرام</w:t>
      </w:r>
      <w:r w:rsidR="00367F17" w:rsidRPr="00367F17">
        <w:rPr>
          <w:rStyle w:val="libAlaemChar"/>
          <w:rtl/>
        </w:rPr>
        <w:t xml:space="preserve"> عليه‌السلام </w:t>
      </w:r>
      <w:r>
        <w:rPr>
          <w:rtl/>
        </w:rPr>
        <w:t xml:space="preserve"> كو عطا كى گئي تھي</w:t>
      </w:r>
      <w:r w:rsidR="00083993">
        <w:rPr>
          <w:rtl/>
        </w:rPr>
        <w:t xml:space="preserve">ں </w:t>
      </w:r>
      <w:r>
        <w:rPr>
          <w:rtl/>
        </w:rPr>
        <w:t>_</w:t>
      </w:r>
    </w:p>
    <w:p w:rsidR="001F628F" w:rsidRDefault="001F628F" w:rsidP="002F1927">
      <w:pPr>
        <w:pStyle w:val="libNormal"/>
        <w:rPr>
          <w:rtl/>
        </w:rPr>
      </w:pPr>
      <w:r>
        <w:rPr>
          <w:rtl/>
        </w:rPr>
        <w:t>6_</w:t>
      </w:r>
      <w:r w:rsidR="003D0BA1">
        <w:rPr>
          <w:rtl/>
        </w:rPr>
        <w:t>انبياء</w:t>
      </w:r>
      <w:r>
        <w:rPr>
          <w:rtl/>
        </w:rPr>
        <w:t>ے كرام</w:t>
      </w:r>
      <w:r w:rsidR="00367F17" w:rsidRPr="00367F17">
        <w:rPr>
          <w:rStyle w:val="libAlaemChar"/>
          <w:rtl/>
        </w:rPr>
        <w:t xml:space="preserve"> عليه‌السلام </w:t>
      </w:r>
      <w:r>
        <w:rPr>
          <w:rtl/>
        </w:rPr>
        <w:t xml:space="preserve"> مي</w:t>
      </w:r>
      <w:r w:rsidR="00083993">
        <w:rPr>
          <w:rtl/>
        </w:rPr>
        <w:t xml:space="preserve">ں </w:t>
      </w:r>
      <w:r>
        <w:rPr>
          <w:rtl/>
        </w:rPr>
        <w:t>سے ہر نبى خداوند متعال كى جانب مخصوص راستے كا حامل تھا_*</w:t>
      </w:r>
      <w:r w:rsidRPr="002F1927">
        <w:rPr>
          <w:rStyle w:val="libArabicChar"/>
          <w:rFonts w:hint="eastAsia"/>
          <w:rtl/>
        </w:rPr>
        <w:t>وقد</w:t>
      </w:r>
      <w:r w:rsidRPr="002F1927">
        <w:rPr>
          <w:rStyle w:val="libArabicChar"/>
          <w:rtl/>
        </w:rPr>
        <w:t xml:space="preserve"> </w:t>
      </w:r>
      <w:r w:rsidR="00B2551F" w:rsidRPr="00B2551F">
        <w:rPr>
          <w:rStyle w:val="libArabicChar"/>
          <w:rFonts w:hint="cs"/>
          <w:rtl/>
        </w:rPr>
        <w:t>ه</w:t>
      </w:r>
      <w:r w:rsidRPr="002F1927">
        <w:rPr>
          <w:rStyle w:val="libArabicChar"/>
          <w:rFonts w:hint="cs"/>
          <w:rtl/>
        </w:rPr>
        <w:t>دن</w:t>
      </w:r>
      <w:r w:rsidRPr="002F1927">
        <w:rPr>
          <w:rStyle w:val="libArabicChar"/>
          <w:rtl/>
        </w:rPr>
        <w:t>ا سبلن</w:t>
      </w:r>
      <w:r w:rsidR="002F1927">
        <w:rPr>
          <w:rStyle w:val="libArabicChar"/>
          <w:rFonts w:hint="cs"/>
          <w:rtl/>
        </w:rPr>
        <w:t>ا</w:t>
      </w:r>
    </w:p>
    <w:p w:rsidR="002F1927" w:rsidRDefault="001E7F9D" w:rsidP="00F73EDE">
      <w:pPr>
        <w:pStyle w:val="libPoemTini"/>
        <w:rPr>
          <w:rtl/>
        </w:rPr>
      </w:pPr>
      <w:r>
        <w:rPr>
          <w:rtl/>
        </w:rPr>
        <w:br w:type="page"/>
      </w:r>
    </w:p>
    <w:p w:rsidR="001F628F" w:rsidRDefault="001F628F" w:rsidP="002F1927">
      <w:pPr>
        <w:pStyle w:val="libNormal"/>
        <w:rPr>
          <w:rtl/>
        </w:rPr>
      </w:pPr>
      <w:r>
        <w:rPr>
          <w:rFonts w:hint="eastAsia"/>
          <w:rtl/>
        </w:rPr>
        <w:lastRenderedPageBreak/>
        <w:t>احتمال</w:t>
      </w:r>
      <w:r>
        <w:rPr>
          <w:rtl/>
        </w:rPr>
        <w:t xml:space="preserve"> ہے كہ ضمير متكلم كى طرف ''سبل ''كے اضافے سے مراد يہ ہو كہ </w:t>
      </w:r>
      <w:r w:rsidR="003D0BA1">
        <w:rPr>
          <w:rtl/>
        </w:rPr>
        <w:t>انبياء</w:t>
      </w:r>
      <w:r>
        <w:rPr>
          <w:rtl/>
        </w:rPr>
        <w:t>ے كرام</w:t>
      </w:r>
      <w:r w:rsidR="00367F17" w:rsidRPr="00367F17">
        <w:rPr>
          <w:rStyle w:val="libAlaemChar"/>
          <w:rtl/>
        </w:rPr>
        <w:t xml:space="preserve"> عليه‌السلام </w:t>
      </w:r>
      <w:r>
        <w:rPr>
          <w:rtl/>
        </w:rPr>
        <w:t xml:space="preserve"> مي</w:t>
      </w:r>
      <w:r w:rsidR="00083993">
        <w:rPr>
          <w:rtl/>
        </w:rPr>
        <w:t xml:space="preserve">ں </w:t>
      </w:r>
      <w:r>
        <w:rPr>
          <w:rtl/>
        </w:rPr>
        <w:t>سے ہر نبى كواپنے ايك خاص راستے كى ہدايت كى گئي ہو جو خدا نے اس كے لئے معين فرمايا ہے_</w:t>
      </w:r>
    </w:p>
    <w:p w:rsidR="001F628F" w:rsidRDefault="001F628F" w:rsidP="002F1927">
      <w:pPr>
        <w:pStyle w:val="libNormal"/>
        <w:rPr>
          <w:rtl/>
        </w:rPr>
      </w:pPr>
      <w:r>
        <w:rPr>
          <w:rtl/>
        </w:rPr>
        <w:t>7_كافر قومي</w:t>
      </w:r>
      <w:r w:rsidR="00083993">
        <w:rPr>
          <w:rtl/>
        </w:rPr>
        <w:t xml:space="preserve">ں </w:t>
      </w:r>
      <w:r>
        <w:rPr>
          <w:rtl/>
        </w:rPr>
        <w:t xml:space="preserve">، </w:t>
      </w:r>
      <w:r w:rsidR="003D0BA1">
        <w:rPr>
          <w:rtl/>
        </w:rPr>
        <w:t>انبياء</w:t>
      </w:r>
      <w:r>
        <w:rPr>
          <w:rtl/>
        </w:rPr>
        <w:t>ے كرام</w:t>
      </w:r>
      <w:r w:rsidR="00367F17" w:rsidRPr="00367F17">
        <w:rPr>
          <w:rStyle w:val="libAlaemChar"/>
          <w:rtl/>
        </w:rPr>
        <w:t xml:space="preserve"> عليه‌السلام </w:t>
      </w:r>
      <w:r>
        <w:rPr>
          <w:rtl/>
        </w:rPr>
        <w:t xml:space="preserve"> كو اذيت و ازار پہنچاتى تھي</w:t>
      </w:r>
      <w:r w:rsidR="00083993">
        <w:rPr>
          <w:rtl/>
        </w:rPr>
        <w:t xml:space="preserve">ں </w:t>
      </w:r>
      <w:r>
        <w:rPr>
          <w:rtl/>
        </w:rPr>
        <w:t>_</w:t>
      </w:r>
      <w:r w:rsidRPr="002F1927">
        <w:rPr>
          <w:rStyle w:val="libArabicChar"/>
          <w:rFonts w:hint="eastAsia"/>
          <w:rtl/>
        </w:rPr>
        <w:t>ولنصبرنّ</w:t>
      </w:r>
      <w:r w:rsidRPr="002F1927">
        <w:rPr>
          <w:rStyle w:val="libArabicChar"/>
          <w:rtl/>
        </w:rPr>
        <w:t xml:space="preserve"> على ما ء اذيتمون</w:t>
      </w:r>
    </w:p>
    <w:p w:rsidR="001F628F" w:rsidRDefault="001F628F" w:rsidP="002F1927">
      <w:pPr>
        <w:pStyle w:val="libNormal"/>
        <w:rPr>
          <w:rtl/>
        </w:rPr>
      </w:pPr>
      <w:r>
        <w:rPr>
          <w:rtl/>
        </w:rPr>
        <w:t>8_سابقہ قومو</w:t>
      </w:r>
      <w:r w:rsidR="00083993">
        <w:rPr>
          <w:rtl/>
        </w:rPr>
        <w:t xml:space="preserve">ں </w:t>
      </w:r>
      <w:r>
        <w:rPr>
          <w:rtl/>
        </w:rPr>
        <w:t>مي</w:t>
      </w:r>
      <w:r w:rsidR="00083993">
        <w:rPr>
          <w:rtl/>
        </w:rPr>
        <w:t xml:space="preserve">ں </w:t>
      </w:r>
      <w:r>
        <w:rPr>
          <w:rtl/>
        </w:rPr>
        <w:t>مبعوث ہونے والے انبياء نے صراحت كے ساتھ كہہ ديا تھا كہ وہ ان كى ہر قسم كى اذيت اورازار كے مقابلے مي</w:t>
      </w:r>
      <w:r w:rsidR="00083993">
        <w:rPr>
          <w:rtl/>
        </w:rPr>
        <w:t xml:space="preserve">ں </w:t>
      </w:r>
      <w:r>
        <w:rPr>
          <w:rtl/>
        </w:rPr>
        <w:t>صبر واستقامت اختيار كري</w:t>
      </w:r>
      <w:r w:rsidR="00083993">
        <w:rPr>
          <w:rtl/>
        </w:rPr>
        <w:t xml:space="preserve">ں </w:t>
      </w:r>
      <w:r>
        <w:rPr>
          <w:rtl/>
        </w:rPr>
        <w:t>گے_</w:t>
      </w:r>
      <w:r w:rsidRPr="002F1927">
        <w:rPr>
          <w:rStyle w:val="libArabicChar"/>
          <w:rFonts w:hint="eastAsia"/>
          <w:rtl/>
        </w:rPr>
        <w:t>ولنصبرنّ</w:t>
      </w:r>
      <w:r w:rsidRPr="002F1927">
        <w:rPr>
          <w:rStyle w:val="libArabicChar"/>
          <w:rtl/>
        </w:rPr>
        <w:t xml:space="preserve"> على ما ء اذيتمون</w:t>
      </w:r>
    </w:p>
    <w:p w:rsidR="001F628F" w:rsidRDefault="001F628F" w:rsidP="001F628F">
      <w:pPr>
        <w:pStyle w:val="libNormal"/>
        <w:rPr>
          <w:rtl/>
        </w:rPr>
      </w:pPr>
      <w:r>
        <w:rPr>
          <w:rtl/>
        </w:rPr>
        <w:t>9_رسالت الہى كى انجام دہى كے لئے صبر اورخدا پرتوكل دوضرورى ہتھيار ہي</w:t>
      </w:r>
      <w:r w:rsidR="00083993">
        <w:rPr>
          <w:rtl/>
        </w:rPr>
        <w:t xml:space="preserve">ں </w:t>
      </w:r>
      <w:r>
        <w:rPr>
          <w:rtl/>
        </w:rPr>
        <w:t>_</w:t>
      </w:r>
    </w:p>
    <w:p w:rsidR="001F628F" w:rsidRDefault="001F628F" w:rsidP="002F1927">
      <w:pPr>
        <w:pStyle w:val="libArabic"/>
        <w:rPr>
          <w:rtl/>
        </w:rPr>
      </w:pPr>
      <w:r>
        <w:rPr>
          <w:rFonts w:hint="eastAsia"/>
          <w:rtl/>
        </w:rPr>
        <w:t>ومالنا</w:t>
      </w:r>
      <w:r>
        <w:rPr>
          <w:rtl/>
        </w:rPr>
        <w:t xml:space="preserve"> ا لّا نتوكّل على الله ... ولنصبرنّ على ما ء اذيتمون</w:t>
      </w:r>
    </w:p>
    <w:p w:rsidR="001F628F" w:rsidRDefault="001F628F" w:rsidP="001F628F">
      <w:pPr>
        <w:pStyle w:val="libNormal"/>
        <w:rPr>
          <w:rtl/>
        </w:rPr>
      </w:pPr>
      <w:r>
        <w:rPr>
          <w:rtl/>
        </w:rPr>
        <w:t>10_جو لوگ سہارے اورتكيہ كى تلاش مي</w:t>
      </w:r>
      <w:r w:rsidR="00083993">
        <w:rPr>
          <w:rtl/>
        </w:rPr>
        <w:t xml:space="preserve">ں </w:t>
      </w:r>
      <w:r>
        <w:rPr>
          <w:rtl/>
        </w:rPr>
        <w:t>ہي</w:t>
      </w:r>
      <w:r w:rsidR="00083993">
        <w:rPr>
          <w:rtl/>
        </w:rPr>
        <w:t xml:space="preserve">ں </w:t>
      </w:r>
      <w:r>
        <w:rPr>
          <w:rtl/>
        </w:rPr>
        <w:t>انھي</w:t>
      </w:r>
      <w:r w:rsidR="00083993">
        <w:rPr>
          <w:rtl/>
        </w:rPr>
        <w:t xml:space="preserve">ں </w:t>
      </w:r>
      <w:r>
        <w:rPr>
          <w:rtl/>
        </w:rPr>
        <w:t>فقط خداوند متعال كو ہى اپنا سہارا بنانا اوراسى پر توكل كرنا چاہئے_</w:t>
      </w:r>
    </w:p>
    <w:p w:rsidR="001F628F" w:rsidRDefault="001F628F" w:rsidP="002F1927">
      <w:pPr>
        <w:pStyle w:val="libArabic"/>
        <w:rPr>
          <w:rtl/>
        </w:rPr>
      </w:pPr>
      <w:r>
        <w:rPr>
          <w:rFonts w:hint="eastAsia"/>
          <w:rtl/>
        </w:rPr>
        <w:t>وعلى</w:t>
      </w:r>
      <w:r>
        <w:rPr>
          <w:rtl/>
        </w:rPr>
        <w:t xml:space="preserve"> الله فليتوكّل المتوكّلون</w:t>
      </w:r>
    </w:p>
    <w:p w:rsidR="001F628F" w:rsidRDefault="001F628F" w:rsidP="001F628F">
      <w:pPr>
        <w:pStyle w:val="libNormal"/>
        <w:rPr>
          <w:rtl/>
        </w:rPr>
      </w:pPr>
      <w:r>
        <w:rPr>
          <w:rtl/>
        </w:rPr>
        <w:t>11_</w:t>
      </w:r>
      <w:r w:rsidR="003D0BA1">
        <w:rPr>
          <w:rtl/>
        </w:rPr>
        <w:t>انبياء</w:t>
      </w:r>
      <w:r>
        <w:rPr>
          <w:rtl/>
        </w:rPr>
        <w:t>ے كرام</w:t>
      </w:r>
      <w:r w:rsidR="00367F17" w:rsidRPr="00367F17">
        <w:rPr>
          <w:rStyle w:val="libAlaemChar"/>
          <w:rtl/>
        </w:rPr>
        <w:t xml:space="preserve"> عليه‌السلام </w:t>
      </w:r>
      <w:r>
        <w:rPr>
          <w:rtl/>
        </w:rPr>
        <w:t xml:space="preserve"> اپنى دعوت اورعمل كے ذريعے لوگو</w:t>
      </w:r>
      <w:r w:rsidR="00083993">
        <w:rPr>
          <w:rtl/>
        </w:rPr>
        <w:t xml:space="preserve">ں </w:t>
      </w:r>
      <w:r>
        <w:rPr>
          <w:rtl/>
        </w:rPr>
        <w:t>كو خداوند پرتوكل كى تعليم ديتے تھے_</w:t>
      </w:r>
    </w:p>
    <w:p w:rsidR="001F628F" w:rsidRDefault="001F628F" w:rsidP="002F1927">
      <w:pPr>
        <w:pStyle w:val="libArabic"/>
        <w:rPr>
          <w:rtl/>
        </w:rPr>
      </w:pPr>
      <w:r>
        <w:rPr>
          <w:rFonts w:hint="eastAsia"/>
          <w:rtl/>
        </w:rPr>
        <w:t>وعلى</w:t>
      </w:r>
      <w:r>
        <w:rPr>
          <w:rtl/>
        </w:rPr>
        <w:t xml:space="preserve"> الله فليتوكّل المتوكّلون_ومالنا ا لّا نتوكّل على الله ...وعلى الله فليتوكّل المتوكّلون</w:t>
      </w:r>
    </w:p>
    <w:p w:rsidR="001F628F" w:rsidRDefault="001F628F" w:rsidP="001F628F">
      <w:pPr>
        <w:pStyle w:val="libNormal"/>
        <w:rPr>
          <w:rtl/>
        </w:rPr>
      </w:pPr>
      <w:r>
        <w:rPr>
          <w:rtl/>
        </w:rPr>
        <w:t>12_</w:t>
      </w:r>
      <w:r w:rsidR="003D0BA1">
        <w:rPr>
          <w:rtl/>
        </w:rPr>
        <w:t>انبياء</w:t>
      </w:r>
      <w:r>
        <w:rPr>
          <w:rtl/>
        </w:rPr>
        <w:t xml:space="preserve">ے كرام </w:t>
      </w:r>
      <w:r w:rsidR="00367F17" w:rsidRPr="00367F17">
        <w:rPr>
          <w:rStyle w:val="libAlaemChar"/>
          <w:rtl/>
        </w:rPr>
        <w:t xml:space="preserve"> عليه‌السلام </w:t>
      </w:r>
      <w:r>
        <w:rPr>
          <w:rtl/>
        </w:rPr>
        <w:t xml:space="preserve"> كى نظر مي</w:t>
      </w:r>
      <w:r w:rsidR="00083993">
        <w:rPr>
          <w:rtl/>
        </w:rPr>
        <w:t xml:space="preserve">ں </w:t>
      </w:r>
      <w:r>
        <w:rPr>
          <w:rtl/>
        </w:rPr>
        <w:t>فقط خداوند متعال ہى كى ہستى توكل اوربھروسے كے قابل ہے_*</w:t>
      </w:r>
    </w:p>
    <w:p w:rsidR="001F628F" w:rsidRDefault="001F628F" w:rsidP="002F1927">
      <w:pPr>
        <w:pStyle w:val="libArabic"/>
        <w:rPr>
          <w:rtl/>
        </w:rPr>
      </w:pPr>
      <w:r>
        <w:rPr>
          <w:rFonts w:hint="eastAsia"/>
          <w:rtl/>
        </w:rPr>
        <w:t>وعلى</w:t>
      </w:r>
      <w:r>
        <w:rPr>
          <w:rtl/>
        </w:rPr>
        <w:t xml:space="preserve"> الله فليتوكّل المتوكّلون</w:t>
      </w:r>
    </w:p>
    <w:p w:rsidR="001F628F" w:rsidRDefault="001F628F" w:rsidP="002F1927">
      <w:pPr>
        <w:pStyle w:val="libNormal"/>
        <w:rPr>
          <w:rtl/>
        </w:rPr>
      </w:pPr>
      <w:r>
        <w:rPr>
          <w:rtl/>
        </w:rPr>
        <w:t>13_خداوند متعال كا ہرلحاظ سے صاحب استقلال اورذاتى طور پركامل ہونااس بات كو مستلزم ہے كہ توكل كيلئے صرف ذات خداوندى ہى سزاوار ہے_</w:t>
      </w:r>
      <w:r w:rsidRPr="002F1927">
        <w:rPr>
          <w:rStyle w:val="libArabicChar"/>
          <w:rFonts w:hint="eastAsia"/>
          <w:rtl/>
        </w:rPr>
        <w:t>ومالنا</w:t>
      </w:r>
      <w:r w:rsidRPr="002F1927">
        <w:rPr>
          <w:rStyle w:val="libArabicChar"/>
          <w:rtl/>
        </w:rPr>
        <w:t xml:space="preserve"> ا لّا نتوكّل على الله وقد </w:t>
      </w:r>
      <w:r w:rsidR="00B2551F" w:rsidRPr="00B2551F">
        <w:rPr>
          <w:rStyle w:val="libArabicChar"/>
          <w:rFonts w:hint="cs"/>
          <w:rtl/>
        </w:rPr>
        <w:t>ه</w:t>
      </w:r>
      <w:r w:rsidRPr="002F1927">
        <w:rPr>
          <w:rStyle w:val="libArabicChar"/>
          <w:rFonts w:hint="cs"/>
          <w:rtl/>
        </w:rPr>
        <w:t>دنا</w:t>
      </w:r>
      <w:r w:rsidRPr="002F1927">
        <w:rPr>
          <w:rStyle w:val="libArabicChar"/>
          <w:rtl/>
        </w:rPr>
        <w:t xml:space="preserve"> </w:t>
      </w:r>
      <w:r w:rsidRPr="002F1927">
        <w:rPr>
          <w:rStyle w:val="libArabicChar"/>
          <w:rFonts w:hint="cs"/>
          <w:rtl/>
        </w:rPr>
        <w:t>سبلنا</w:t>
      </w:r>
      <w:r w:rsidRPr="002F1927">
        <w:rPr>
          <w:rStyle w:val="libArabicChar"/>
          <w:rtl/>
        </w:rPr>
        <w:t xml:space="preserve"> ...</w:t>
      </w:r>
      <w:r w:rsidRPr="002F1927">
        <w:rPr>
          <w:rStyle w:val="libArabicChar"/>
          <w:rFonts w:hint="cs"/>
          <w:rtl/>
        </w:rPr>
        <w:t>وعلى</w:t>
      </w:r>
      <w:r w:rsidRPr="002F1927">
        <w:rPr>
          <w:rStyle w:val="libArabicChar"/>
          <w:rtl/>
        </w:rPr>
        <w:t xml:space="preserve"> </w:t>
      </w:r>
      <w:r w:rsidRPr="002F1927">
        <w:rPr>
          <w:rStyle w:val="libArabicChar"/>
          <w:rFonts w:hint="cs"/>
          <w:rtl/>
        </w:rPr>
        <w:t>الله</w:t>
      </w:r>
      <w:r w:rsidRPr="002F1927">
        <w:rPr>
          <w:rStyle w:val="libArabicChar"/>
          <w:rtl/>
        </w:rPr>
        <w:t xml:space="preserve"> </w:t>
      </w:r>
      <w:r w:rsidRPr="002F1927">
        <w:rPr>
          <w:rStyle w:val="libArabicChar"/>
          <w:rFonts w:hint="cs"/>
          <w:rtl/>
        </w:rPr>
        <w:t>فليتوكّل</w:t>
      </w:r>
      <w:r w:rsidRPr="002F1927">
        <w:rPr>
          <w:rStyle w:val="libArabicChar"/>
          <w:rtl/>
        </w:rPr>
        <w:t xml:space="preserve"> </w:t>
      </w:r>
      <w:r w:rsidRPr="002F1927">
        <w:rPr>
          <w:rStyle w:val="libArabicChar"/>
          <w:rFonts w:hint="cs"/>
          <w:rtl/>
        </w:rPr>
        <w:t>المت</w:t>
      </w:r>
      <w:r w:rsidRPr="002F1927">
        <w:rPr>
          <w:rStyle w:val="libArabicChar"/>
          <w:rtl/>
        </w:rPr>
        <w:t>وكّلون</w:t>
      </w:r>
    </w:p>
    <w:p w:rsidR="001F628F" w:rsidRDefault="001F628F" w:rsidP="001F628F">
      <w:pPr>
        <w:pStyle w:val="libNormal"/>
        <w:rPr>
          <w:rtl/>
        </w:rPr>
      </w:pPr>
      <w:r>
        <w:rPr>
          <w:rtl/>
        </w:rPr>
        <w:t>14_</w:t>
      </w:r>
      <w:r w:rsidRPr="002F1927">
        <w:rPr>
          <w:rStyle w:val="libArabicChar"/>
          <w:rtl/>
        </w:rPr>
        <w:t xml:space="preserve">''سئل ا بو عبدالله </w:t>
      </w:r>
      <w:r w:rsidR="00367F17" w:rsidRPr="00367F17">
        <w:rPr>
          <w:rStyle w:val="libAlaemChar"/>
          <w:rtl/>
        </w:rPr>
        <w:t xml:space="preserve"> عليه‌السلام </w:t>
      </w:r>
      <w:r w:rsidRPr="002F1927">
        <w:rPr>
          <w:rStyle w:val="libArabicChar"/>
          <w:rtl/>
        </w:rPr>
        <w:t xml:space="preserve"> عن قول الله : ''وعلى الله فليتوكّل المتوكّلون'' قال: الزارعون</w:t>
      </w:r>
      <w:r>
        <w:rPr>
          <w:rtl/>
        </w:rPr>
        <w:t xml:space="preserve">;حضرت امام جعفر صادق </w:t>
      </w:r>
      <w:r w:rsidR="00367F17" w:rsidRPr="00367F17">
        <w:rPr>
          <w:rStyle w:val="libAlaemChar"/>
          <w:rtl/>
        </w:rPr>
        <w:t xml:space="preserve"> عليه‌السلام </w:t>
      </w:r>
      <w:r>
        <w:rPr>
          <w:rtl/>
        </w:rPr>
        <w:t xml:space="preserve"> سے خداوند كے قول </w:t>
      </w:r>
      <w:r w:rsidRPr="002F1927">
        <w:rPr>
          <w:rStyle w:val="libArabicChar"/>
          <w:rtl/>
        </w:rPr>
        <w:t>''وعلى الله فليتوكّل المتوكّلون''</w:t>
      </w:r>
      <w:r>
        <w:rPr>
          <w:rtl/>
        </w:rPr>
        <w:t xml:space="preserve"> كے بارے مي</w:t>
      </w:r>
      <w:r w:rsidR="00083993">
        <w:rPr>
          <w:rtl/>
        </w:rPr>
        <w:t xml:space="preserve">ں </w:t>
      </w:r>
      <w:r>
        <w:rPr>
          <w:rtl/>
        </w:rPr>
        <w:t>پوچھے گئے سوال كے جواب مي</w:t>
      </w:r>
      <w:r w:rsidR="00083993">
        <w:rPr>
          <w:rtl/>
        </w:rPr>
        <w:t xml:space="preserve">ں </w:t>
      </w:r>
      <w:r>
        <w:rPr>
          <w:rtl/>
        </w:rPr>
        <w:t>منقول ہے كہ اپ</w:t>
      </w:r>
      <w:r w:rsidR="00367F17" w:rsidRPr="00367F17">
        <w:rPr>
          <w:rStyle w:val="libAlaemChar"/>
          <w:rtl/>
        </w:rPr>
        <w:t xml:space="preserve"> عليه‌السلام </w:t>
      </w:r>
      <w:r>
        <w:rPr>
          <w:rtl/>
        </w:rPr>
        <w:t xml:space="preserve"> نے فرمايا: متوكلين سے مراد كاشت كار </w:t>
      </w:r>
      <w:r>
        <w:rPr>
          <w:rFonts w:hint="eastAsia"/>
          <w:rtl/>
        </w:rPr>
        <w:t>ہي</w:t>
      </w:r>
      <w:r w:rsidR="00083993">
        <w:rPr>
          <w:rFonts w:hint="eastAsia"/>
          <w:rtl/>
        </w:rPr>
        <w:t xml:space="preserve">ں </w:t>
      </w:r>
      <w:r>
        <w:rPr>
          <w:rtl/>
        </w:rPr>
        <w:t>_</w:t>
      </w:r>
    </w:p>
    <w:p w:rsidR="001F628F" w:rsidRDefault="001F628F" w:rsidP="002F1927">
      <w:pPr>
        <w:pStyle w:val="libNormal"/>
        <w:rPr>
          <w:rtl/>
        </w:rPr>
      </w:pPr>
      <w:r>
        <w:rPr>
          <w:rFonts w:hint="eastAsia"/>
          <w:rtl/>
        </w:rPr>
        <w:t>اديان</w:t>
      </w:r>
      <w:r>
        <w:rPr>
          <w:rtl/>
        </w:rPr>
        <w:t xml:space="preserve"> :</w:t>
      </w:r>
      <w:r>
        <w:rPr>
          <w:rFonts w:hint="eastAsia"/>
          <w:rtl/>
        </w:rPr>
        <w:t>اديان</w:t>
      </w:r>
      <w:r>
        <w:rPr>
          <w:rtl/>
        </w:rPr>
        <w:t xml:space="preserve"> كا متعدد ہونا 5;اديان كى انواع 5</w:t>
      </w:r>
    </w:p>
    <w:p w:rsidR="001F628F" w:rsidRDefault="00B84D3B" w:rsidP="00B84D3B">
      <w:pPr>
        <w:pStyle w:val="libLine"/>
        <w:rPr>
          <w:rtl/>
        </w:rPr>
      </w:pPr>
      <w:r>
        <w:rPr>
          <w:rtl/>
        </w:rPr>
        <w:t>____________________</w:t>
      </w:r>
    </w:p>
    <w:p w:rsidR="001F628F" w:rsidRDefault="001F628F" w:rsidP="002F1927">
      <w:pPr>
        <w:pStyle w:val="libFootnote"/>
        <w:rPr>
          <w:rtl/>
        </w:rPr>
      </w:pPr>
      <w:r>
        <w:rPr>
          <w:rtl/>
        </w:rPr>
        <w:t>1)من لايحضرہ الفقيہ ،ج 3،ص16،ح14،نور الثقلين ،ج2،ص530،ح30،31_</w:t>
      </w:r>
    </w:p>
    <w:p w:rsidR="002F1927" w:rsidRDefault="001E7F9D" w:rsidP="00F73EDE">
      <w:pPr>
        <w:pStyle w:val="libPoemTini"/>
        <w:rPr>
          <w:rtl/>
        </w:rPr>
      </w:pPr>
      <w:r>
        <w:rPr>
          <w:rtl/>
        </w:rPr>
        <w:br w:type="page"/>
      </w:r>
    </w:p>
    <w:p w:rsidR="001F628F" w:rsidRDefault="001F628F" w:rsidP="002F1927">
      <w:pPr>
        <w:pStyle w:val="libNormal"/>
        <w:rPr>
          <w:rtl/>
        </w:rPr>
      </w:pPr>
      <w:r>
        <w:rPr>
          <w:rFonts w:hint="eastAsia"/>
          <w:rtl/>
        </w:rPr>
        <w:lastRenderedPageBreak/>
        <w:t>الله</w:t>
      </w:r>
      <w:r>
        <w:rPr>
          <w:rtl/>
        </w:rPr>
        <w:t xml:space="preserve"> تعالى :</w:t>
      </w:r>
      <w:r>
        <w:rPr>
          <w:rFonts w:hint="eastAsia"/>
          <w:rtl/>
        </w:rPr>
        <w:t>الله</w:t>
      </w:r>
      <w:r>
        <w:rPr>
          <w:rtl/>
        </w:rPr>
        <w:t xml:space="preserve"> تعالى كى بے نيازى 13;الله تعالى كا كمال 13;الله تعالى كى خاص ہدايات3</w:t>
      </w:r>
    </w:p>
    <w:p w:rsidR="001F628F" w:rsidRDefault="001F628F" w:rsidP="002F1927">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كو اذيت 7;انبياء </w:t>
      </w:r>
      <w:r w:rsidR="00367F17" w:rsidRPr="00367F17">
        <w:rPr>
          <w:rStyle w:val="libAlaemChar"/>
          <w:rtl/>
        </w:rPr>
        <w:t xml:space="preserve"> عليه‌السلام </w:t>
      </w:r>
      <w:r>
        <w:rPr>
          <w:rtl/>
        </w:rPr>
        <w:t xml:space="preserve"> كا توكل كو اہميت دينا 1; انبياء </w:t>
      </w:r>
      <w:r w:rsidR="00367F17" w:rsidRPr="00367F17">
        <w:rPr>
          <w:rStyle w:val="libAlaemChar"/>
          <w:rtl/>
        </w:rPr>
        <w:t xml:space="preserve"> عليه‌السلام </w:t>
      </w:r>
      <w:r>
        <w:rPr>
          <w:rtl/>
        </w:rPr>
        <w:t xml:space="preserve"> كى بصيرت 3;انبياء </w:t>
      </w:r>
      <w:r w:rsidR="00367F17" w:rsidRPr="00367F17">
        <w:rPr>
          <w:rStyle w:val="libAlaemChar"/>
          <w:rtl/>
        </w:rPr>
        <w:t xml:space="preserve"> عليه‌السلام </w:t>
      </w:r>
      <w:r>
        <w:rPr>
          <w:rtl/>
        </w:rPr>
        <w:t xml:space="preserve"> كى تعليمات 11;انبياء </w:t>
      </w:r>
      <w:r w:rsidR="00367F17" w:rsidRPr="00367F17">
        <w:rPr>
          <w:rStyle w:val="libAlaemChar"/>
          <w:rtl/>
        </w:rPr>
        <w:t xml:space="preserve"> عليه‌السلام </w:t>
      </w:r>
      <w:r>
        <w:rPr>
          <w:rtl/>
        </w:rPr>
        <w:t xml:space="preserve"> كى توحيد 12;انبياء </w:t>
      </w:r>
      <w:r w:rsidR="00367F17" w:rsidRPr="00367F17">
        <w:rPr>
          <w:rStyle w:val="libAlaemChar"/>
          <w:rtl/>
        </w:rPr>
        <w:t xml:space="preserve"> عليه‌السلام </w:t>
      </w:r>
      <w:r>
        <w:rPr>
          <w:rtl/>
        </w:rPr>
        <w:t xml:space="preserve"> كا توكل 2،12،11;انبياء </w:t>
      </w:r>
      <w:r w:rsidR="00367F17" w:rsidRPr="00367F17">
        <w:rPr>
          <w:rStyle w:val="libAlaemChar"/>
          <w:rtl/>
        </w:rPr>
        <w:t xml:space="preserve"> عليه‌السلام </w:t>
      </w:r>
      <w:r>
        <w:rPr>
          <w:rtl/>
        </w:rPr>
        <w:t xml:space="preserve"> كى دعوت 11;انبياء </w:t>
      </w:r>
      <w:r w:rsidR="00367F17" w:rsidRPr="00367F17">
        <w:rPr>
          <w:rStyle w:val="libAlaemChar"/>
          <w:rtl/>
        </w:rPr>
        <w:t xml:space="preserve"> عليه‌السلام </w:t>
      </w:r>
      <w:r>
        <w:rPr>
          <w:rtl/>
        </w:rPr>
        <w:t xml:space="preserve"> كا راستہ 6;انبياء </w:t>
      </w:r>
      <w:r w:rsidR="00367F17" w:rsidRPr="00367F17">
        <w:rPr>
          <w:rStyle w:val="libAlaemChar"/>
          <w:rtl/>
        </w:rPr>
        <w:t xml:space="preserve"> عليه‌السلام </w:t>
      </w:r>
      <w:r>
        <w:rPr>
          <w:rtl/>
        </w:rPr>
        <w:t xml:space="preserve"> كا صبر 8;انبياء </w:t>
      </w:r>
      <w:r w:rsidR="00367F17" w:rsidRPr="00367F17">
        <w:rPr>
          <w:rStyle w:val="libAlaemChar"/>
          <w:rtl/>
        </w:rPr>
        <w:t xml:space="preserve"> عليه‌السلام </w:t>
      </w:r>
      <w:r>
        <w:rPr>
          <w:rtl/>
        </w:rPr>
        <w:t xml:space="preserve"> كے فضائل 2;انبياء </w:t>
      </w:r>
      <w:r w:rsidR="00367F17" w:rsidRPr="00367F17">
        <w:rPr>
          <w:rStyle w:val="libAlaemChar"/>
          <w:rtl/>
        </w:rPr>
        <w:t xml:space="preserve"> عليه‌السلام </w:t>
      </w:r>
      <w:r>
        <w:rPr>
          <w:rtl/>
        </w:rPr>
        <w:t xml:space="preserve"> كى ہد</w:t>
      </w:r>
      <w:r>
        <w:rPr>
          <w:rFonts w:hint="eastAsia"/>
          <w:rtl/>
        </w:rPr>
        <w:t>ايت</w:t>
      </w:r>
      <w:r>
        <w:rPr>
          <w:rtl/>
        </w:rPr>
        <w:t xml:space="preserve"> 1،3</w:t>
      </w:r>
    </w:p>
    <w:p w:rsidR="001F628F" w:rsidRDefault="001F628F" w:rsidP="002F1927">
      <w:pPr>
        <w:pStyle w:val="libNormal"/>
        <w:rPr>
          <w:rtl/>
        </w:rPr>
      </w:pPr>
      <w:r>
        <w:rPr>
          <w:rFonts w:hint="eastAsia"/>
          <w:rtl/>
        </w:rPr>
        <w:t>توكل</w:t>
      </w:r>
      <w:r>
        <w:rPr>
          <w:rtl/>
        </w:rPr>
        <w:t xml:space="preserve"> :</w:t>
      </w:r>
      <w:r>
        <w:rPr>
          <w:rFonts w:hint="eastAsia"/>
          <w:rtl/>
        </w:rPr>
        <w:t>توكل</w:t>
      </w:r>
      <w:r>
        <w:rPr>
          <w:rtl/>
        </w:rPr>
        <w:t xml:space="preserve"> كى اہميت 9،10;خدا پر توكل 13;توكل كى دعوت 11;توكل كا پيش خيمہ 4</w:t>
      </w:r>
    </w:p>
    <w:p w:rsidR="001F628F" w:rsidRDefault="001F628F" w:rsidP="002F1927">
      <w:pPr>
        <w:pStyle w:val="libNormal"/>
        <w:rPr>
          <w:rtl/>
        </w:rPr>
      </w:pPr>
      <w:r>
        <w:rPr>
          <w:rFonts w:hint="eastAsia"/>
          <w:rtl/>
        </w:rPr>
        <w:t>دين</w:t>
      </w:r>
      <w:r>
        <w:rPr>
          <w:rtl/>
        </w:rPr>
        <w:t xml:space="preserve"> :</w:t>
      </w:r>
      <w:r>
        <w:rPr>
          <w:rFonts w:hint="eastAsia"/>
          <w:rtl/>
        </w:rPr>
        <w:t>تبليغ</w:t>
      </w:r>
      <w:r>
        <w:rPr>
          <w:rtl/>
        </w:rPr>
        <w:t xml:space="preserve"> دين كے ذرائع9</w:t>
      </w:r>
    </w:p>
    <w:p w:rsidR="001F628F" w:rsidRDefault="001F628F" w:rsidP="001F628F">
      <w:pPr>
        <w:pStyle w:val="libNormal"/>
        <w:rPr>
          <w:rtl/>
        </w:rPr>
      </w:pPr>
      <w:r>
        <w:rPr>
          <w:rFonts w:hint="eastAsia"/>
          <w:rtl/>
        </w:rPr>
        <w:t>روايت</w:t>
      </w:r>
      <w:r>
        <w:rPr>
          <w:rtl/>
        </w:rPr>
        <w:t xml:space="preserve"> :14</w:t>
      </w:r>
    </w:p>
    <w:p w:rsidR="001F628F" w:rsidRDefault="001F628F" w:rsidP="002F1927">
      <w:pPr>
        <w:pStyle w:val="libNormal"/>
        <w:rPr>
          <w:rtl/>
        </w:rPr>
      </w:pPr>
      <w:r>
        <w:rPr>
          <w:rFonts w:hint="eastAsia"/>
          <w:rtl/>
        </w:rPr>
        <w:t>گذشتہ</w:t>
      </w:r>
      <w:r>
        <w:rPr>
          <w:rtl/>
        </w:rPr>
        <w:t xml:space="preserve"> اقوام :</w:t>
      </w:r>
      <w:r>
        <w:rPr>
          <w:rFonts w:hint="eastAsia"/>
          <w:rtl/>
        </w:rPr>
        <w:t>گذشتہ</w:t>
      </w:r>
      <w:r>
        <w:rPr>
          <w:rtl/>
        </w:rPr>
        <w:t xml:space="preserve"> اقوام كى اذيت و ازار 7،8</w:t>
      </w:r>
    </w:p>
    <w:p w:rsidR="001F628F" w:rsidRDefault="001F628F" w:rsidP="00A459D2">
      <w:pPr>
        <w:pStyle w:val="libNormal"/>
        <w:rPr>
          <w:rtl/>
        </w:rPr>
      </w:pPr>
      <w:r>
        <w:rPr>
          <w:rFonts w:hint="eastAsia"/>
          <w:rtl/>
        </w:rPr>
        <w:t>صبر</w:t>
      </w:r>
      <w:r>
        <w:rPr>
          <w:rtl/>
        </w:rPr>
        <w:t xml:space="preserve"> :</w:t>
      </w:r>
      <w:r>
        <w:rPr>
          <w:rFonts w:hint="eastAsia"/>
          <w:rtl/>
        </w:rPr>
        <w:t>صبر</w:t>
      </w:r>
      <w:r>
        <w:rPr>
          <w:rtl/>
        </w:rPr>
        <w:t xml:space="preserve"> كى اہميت 9</w:t>
      </w:r>
      <w:r w:rsidR="00A459D2">
        <w:rPr>
          <w:rFonts w:hint="cs"/>
          <w:rtl/>
        </w:rPr>
        <w:t>//</w:t>
      </w:r>
      <w:r>
        <w:rPr>
          <w:rFonts w:hint="eastAsia"/>
          <w:rtl/>
        </w:rPr>
        <w:t>كاشتكار</w:t>
      </w:r>
      <w:r>
        <w:rPr>
          <w:rtl/>
        </w:rPr>
        <w:t>:</w:t>
      </w:r>
      <w:r>
        <w:rPr>
          <w:rFonts w:hint="eastAsia"/>
          <w:rtl/>
        </w:rPr>
        <w:t>كاشتكارو</w:t>
      </w:r>
      <w:r w:rsidR="00083993">
        <w:rPr>
          <w:rFonts w:hint="eastAsia"/>
          <w:rtl/>
        </w:rPr>
        <w:t xml:space="preserve">ں </w:t>
      </w:r>
      <w:r>
        <w:rPr>
          <w:rtl/>
        </w:rPr>
        <w:t>كا توكل 14</w:t>
      </w:r>
    </w:p>
    <w:p w:rsidR="001F628F" w:rsidRDefault="001F628F" w:rsidP="002F1927">
      <w:pPr>
        <w:pStyle w:val="libNormal"/>
        <w:rPr>
          <w:rtl/>
        </w:rPr>
      </w:pPr>
      <w:r>
        <w:rPr>
          <w:rFonts w:hint="eastAsia"/>
          <w:rtl/>
        </w:rPr>
        <w:t>متوكلين</w:t>
      </w:r>
      <w:r>
        <w:rPr>
          <w:rtl/>
        </w:rPr>
        <w:t xml:space="preserve"> :</w:t>
      </w:r>
      <w:r>
        <w:rPr>
          <w:rFonts w:hint="eastAsia"/>
          <w:rtl/>
        </w:rPr>
        <w:t>متوكلين</w:t>
      </w:r>
      <w:r>
        <w:rPr>
          <w:rtl/>
        </w:rPr>
        <w:t xml:space="preserve"> سے مراد 14</w:t>
      </w:r>
    </w:p>
    <w:p w:rsidR="001F628F" w:rsidRDefault="001F628F" w:rsidP="002F1927">
      <w:pPr>
        <w:pStyle w:val="libNormal"/>
        <w:rPr>
          <w:rtl/>
        </w:rPr>
      </w:pPr>
      <w:r>
        <w:rPr>
          <w:rFonts w:hint="eastAsia"/>
          <w:rtl/>
        </w:rPr>
        <w:t>ہدايت</w:t>
      </w:r>
      <w:r>
        <w:rPr>
          <w:rtl/>
        </w:rPr>
        <w:t xml:space="preserve"> :</w:t>
      </w:r>
      <w:r>
        <w:rPr>
          <w:rFonts w:hint="eastAsia"/>
          <w:rtl/>
        </w:rPr>
        <w:t>ہدايت</w:t>
      </w:r>
      <w:r>
        <w:rPr>
          <w:rtl/>
        </w:rPr>
        <w:t xml:space="preserve"> كے اثرات 4</w:t>
      </w:r>
    </w:p>
    <w:p w:rsidR="001F628F" w:rsidRDefault="002F1927" w:rsidP="002F1927">
      <w:pPr>
        <w:pStyle w:val="Heading2Center"/>
        <w:rPr>
          <w:rtl/>
        </w:rPr>
      </w:pPr>
      <w:bookmarkStart w:id="13" w:name="_Toc28081691"/>
      <w:r>
        <w:rPr>
          <w:rFonts w:hint="cs"/>
          <w:rtl/>
        </w:rPr>
        <w:t>آیت 13</w:t>
      </w:r>
      <w:bookmarkEnd w:id="13"/>
    </w:p>
    <w:p w:rsidR="001F628F" w:rsidRDefault="00E260F9" w:rsidP="002F1927">
      <w:pPr>
        <w:pStyle w:val="libNormal"/>
        <w:rPr>
          <w:rtl/>
        </w:rPr>
      </w:pPr>
      <w:r w:rsidRPr="00E260F9">
        <w:rPr>
          <w:rStyle w:val="libAlaemChar"/>
          <w:rFonts w:hint="eastAsia"/>
          <w:rtl/>
        </w:rPr>
        <w:t>(</w:t>
      </w:r>
      <w:r w:rsidRPr="002F1927">
        <w:rPr>
          <w:rStyle w:val="libAieChar"/>
          <w:rFonts w:hint="eastAsia"/>
          <w:rtl/>
        </w:rPr>
        <w:t>وَقَالَ</w:t>
      </w:r>
      <w:r w:rsidRPr="002F1927">
        <w:rPr>
          <w:rStyle w:val="libAieChar"/>
          <w:rtl/>
        </w:rPr>
        <w:t xml:space="preserve"> الَّذِينَ كَفَرُواْ لِرُسُلِهِمْ لَنُخْرِجَنَّـكُم مِّنْ أَرْضِنَا أَوْ لَتَعُودُنَّ فِي مِلَّتِنَا فَأَوْحَى إِلَيْهِمْ رَبُّهُمْ لَنُهْلِكَنَّ الظَّالِمِينَ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كافرو</w:t>
      </w:r>
      <w:r w:rsidR="00083993">
        <w:rPr>
          <w:rtl/>
        </w:rPr>
        <w:t xml:space="preserve">ں </w:t>
      </w:r>
      <w:r>
        <w:rPr>
          <w:rtl/>
        </w:rPr>
        <w:t>نے اپنے رسولو</w:t>
      </w:r>
      <w:r w:rsidR="00083993">
        <w:rPr>
          <w:rtl/>
        </w:rPr>
        <w:t xml:space="preserve">ں </w:t>
      </w:r>
      <w:r>
        <w:rPr>
          <w:rtl/>
        </w:rPr>
        <w:t>سے كہا كہ ہم تم كو اپنى سرزمين سے نكال باہر كردي</w:t>
      </w:r>
      <w:r w:rsidR="00083993">
        <w:rPr>
          <w:rtl/>
        </w:rPr>
        <w:t xml:space="preserve">ں </w:t>
      </w:r>
      <w:r>
        <w:rPr>
          <w:rtl/>
        </w:rPr>
        <w:t>گے يا تم ہمارے مذہب كى طرف پلٹ آئو گے تو پروردگار نے ان كى طرف وحى كى كہ خبردار گھبرائو نہي</w:t>
      </w:r>
      <w:r w:rsidR="00083993">
        <w:rPr>
          <w:rtl/>
        </w:rPr>
        <w:t xml:space="preserve">ں </w:t>
      </w:r>
      <w:r>
        <w:rPr>
          <w:rtl/>
        </w:rPr>
        <w:t>ہم يقينا ظالمين كو تباہ و برباد كردي</w:t>
      </w:r>
      <w:r w:rsidR="00083993">
        <w:rPr>
          <w:rtl/>
        </w:rPr>
        <w:t xml:space="preserve">ں </w:t>
      </w:r>
      <w:r>
        <w:rPr>
          <w:rtl/>
        </w:rPr>
        <w:t>گے_</w:t>
      </w:r>
    </w:p>
    <w:p w:rsidR="00A459D2" w:rsidRDefault="001F628F" w:rsidP="00A459D2">
      <w:pPr>
        <w:pStyle w:val="libNormal"/>
        <w:rPr>
          <w:rtl/>
        </w:rPr>
      </w:pPr>
      <w:r>
        <w:rPr>
          <w:rtl/>
        </w:rPr>
        <w:t>1_گذشتہ كافر قومي</w:t>
      </w:r>
      <w:r w:rsidR="00083993">
        <w:rPr>
          <w:rtl/>
        </w:rPr>
        <w:t xml:space="preserve">ں </w:t>
      </w:r>
      <w:r>
        <w:rPr>
          <w:rtl/>
        </w:rPr>
        <w:t xml:space="preserve">انبيا ء </w:t>
      </w:r>
      <w:r w:rsidR="00367F17" w:rsidRPr="00367F17">
        <w:rPr>
          <w:rStyle w:val="libAlaemChar"/>
          <w:rtl/>
        </w:rPr>
        <w:t xml:space="preserve"> عليه‌السلام </w:t>
      </w:r>
      <w:r>
        <w:rPr>
          <w:rtl/>
        </w:rPr>
        <w:t xml:space="preserve"> كى جانب سے روشن براہين اور منطقى دلائل ديكھنے كے بعد بھى اپنے موقف پر ڈٹى</w:t>
      </w:r>
      <w:r w:rsidR="00A459D2" w:rsidRPr="00A459D2">
        <w:rPr>
          <w:rFonts w:hint="eastAsia"/>
          <w:rtl/>
        </w:rPr>
        <w:t xml:space="preserve"> </w:t>
      </w:r>
      <w:r w:rsidR="00A459D2">
        <w:rPr>
          <w:rFonts w:hint="eastAsia"/>
          <w:rtl/>
        </w:rPr>
        <w:t>رہتى</w:t>
      </w:r>
      <w:r w:rsidR="00A459D2">
        <w:rPr>
          <w:rtl/>
        </w:rPr>
        <w:t xml:space="preserve"> تھي</w:t>
      </w:r>
      <w:r w:rsidR="00083993">
        <w:rPr>
          <w:rtl/>
        </w:rPr>
        <w:t xml:space="preserve">ں </w:t>
      </w:r>
      <w:r w:rsidR="00A459D2">
        <w:rPr>
          <w:rtl/>
        </w:rPr>
        <w:t>اور انھي</w:t>
      </w:r>
      <w:r w:rsidR="00083993">
        <w:rPr>
          <w:rtl/>
        </w:rPr>
        <w:t xml:space="preserve">ں </w:t>
      </w:r>
      <w:r w:rsidR="00A459D2">
        <w:rPr>
          <w:rtl/>
        </w:rPr>
        <w:t>جلاوطنى يا طاقت كے ذريعے كفر (ارتداد) كى جانب لوٹانے كى دھمكى ديتى تھي</w:t>
      </w:r>
      <w:r w:rsidR="00083993">
        <w:rPr>
          <w:rtl/>
        </w:rPr>
        <w:t xml:space="preserve">ں </w:t>
      </w:r>
      <w:r w:rsidR="00A459D2">
        <w:rPr>
          <w:rtl/>
        </w:rPr>
        <w:t>_</w:t>
      </w:r>
    </w:p>
    <w:p w:rsidR="00A459D2" w:rsidRDefault="00A459D2" w:rsidP="00A459D2">
      <w:pPr>
        <w:pStyle w:val="libArabic"/>
        <w:rPr>
          <w:rtl/>
        </w:rPr>
      </w:pPr>
      <w:r>
        <w:rPr>
          <w:rFonts w:hint="eastAsia"/>
          <w:rtl/>
        </w:rPr>
        <w:t>وما</w:t>
      </w:r>
      <w:r>
        <w:rPr>
          <w:rtl/>
        </w:rPr>
        <w:t xml:space="preserve"> لنا ا لّا نتوكّل___ لنصبرنّ على ماء اذيتمونا___ وقال الذين كفروا لرسل</w:t>
      </w:r>
      <w:r w:rsidR="00B2551F" w:rsidRPr="00B2551F">
        <w:rPr>
          <w:rFonts w:hint="cs"/>
          <w:rtl/>
        </w:rPr>
        <w:t>ه</w:t>
      </w:r>
      <w:r>
        <w:rPr>
          <w:rFonts w:hint="cs"/>
          <w:rtl/>
        </w:rPr>
        <w:t>م</w:t>
      </w:r>
      <w:r>
        <w:rPr>
          <w:rtl/>
        </w:rPr>
        <w:t xml:space="preserve"> </w:t>
      </w:r>
      <w:r>
        <w:rPr>
          <w:rFonts w:hint="cs"/>
          <w:rtl/>
        </w:rPr>
        <w:t>لنخرجنّكم</w:t>
      </w:r>
      <w:r>
        <w:rPr>
          <w:rtl/>
        </w:rPr>
        <w:t xml:space="preserve"> </w:t>
      </w:r>
      <w:r>
        <w:rPr>
          <w:rFonts w:hint="cs"/>
          <w:rtl/>
        </w:rPr>
        <w:t>من</w:t>
      </w:r>
      <w:r>
        <w:rPr>
          <w:rtl/>
        </w:rPr>
        <w:t xml:space="preserve"> </w:t>
      </w:r>
      <w:r>
        <w:rPr>
          <w:rFonts w:hint="cs"/>
          <w:rtl/>
        </w:rPr>
        <w:t>ا</w:t>
      </w:r>
      <w:r>
        <w:rPr>
          <w:rtl/>
        </w:rPr>
        <w:t xml:space="preserve"> </w:t>
      </w:r>
      <w:r>
        <w:rPr>
          <w:rFonts w:hint="cs"/>
          <w:rtl/>
        </w:rPr>
        <w:t>رضنا</w:t>
      </w:r>
      <w:r>
        <w:rPr>
          <w:rtl/>
        </w:rPr>
        <w:t xml:space="preserve"> </w:t>
      </w:r>
      <w:r>
        <w:rPr>
          <w:rFonts w:hint="cs"/>
          <w:rtl/>
        </w:rPr>
        <w:t>ا</w:t>
      </w:r>
      <w:r>
        <w:rPr>
          <w:rtl/>
        </w:rPr>
        <w:t xml:space="preserve"> </w:t>
      </w:r>
      <w:r>
        <w:rPr>
          <w:rFonts w:hint="cs"/>
          <w:rtl/>
        </w:rPr>
        <w:t>و</w:t>
      </w:r>
      <w:r>
        <w:rPr>
          <w:rtl/>
        </w:rPr>
        <w:t xml:space="preserve"> </w:t>
      </w:r>
      <w:r>
        <w:rPr>
          <w:rFonts w:hint="cs"/>
          <w:rtl/>
        </w:rPr>
        <w:t>لتعودنّ</w:t>
      </w:r>
      <w:r>
        <w:rPr>
          <w:rtl/>
        </w:rPr>
        <w:t xml:space="preserve"> </w:t>
      </w:r>
      <w:r>
        <w:rPr>
          <w:rFonts w:hint="cs"/>
          <w:rtl/>
        </w:rPr>
        <w:t>فى</w:t>
      </w:r>
      <w:r>
        <w:rPr>
          <w:rtl/>
        </w:rPr>
        <w:t xml:space="preserve"> ملّتن</w:t>
      </w:r>
    </w:p>
    <w:p w:rsidR="00A459D2" w:rsidRDefault="00A459D2" w:rsidP="00A459D2">
      <w:pPr>
        <w:pStyle w:val="libNormal"/>
        <w:rPr>
          <w:rtl/>
        </w:rPr>
      </w:pPr>
      <w:r>
        <w:rPr>
          <w:rtl/>
        </w:rPr>
        <w:t xml:space="preserve">2_ انبياء </w:t>
      </w:r>
      <w:r w:rsidR="00367F17" w:rsidRPr="00367F17">
        <w:rPr>
          <w:rStyle w:val="libAlaemChar"/>
          <w:rtl/>
        </w:rPr>
        <w:t xml:space="preserve"> عليه‌السلام </w:t>
      </w:r>
      <w:r>
        <w:rPr>
          <w:rtl/>
        </w:rPr>
        <w:t xml:space="preserve"> كے منطقى براہين كا جواب دينے سے عاجز ہونے كى صورت مي</w:t>
      </w:r>
      <w:r w:rsidR="00083993">
        <w:rPr>
          <w:rtl/>
        </w:rPr>
        <w:t xml:space="preserve">ں </w:t>
      </w:r>
      <w:r>
        <w:rPr>
          <w:rtl/>
        </w:rPr>
        <w:t>كفار دھمكى اور طاقت كے استعمال كو وسيلہ بناتے تھے_</w:t>
      </w:r>
      <w:r w:rsidRPr="00866F18">
        <w:rPr>
          <w:rStyle w:val="libArabicChar"/>
          <w:rFonts w:hint="eastAsia"/>
          <w:rtl/>
        </w:rPr>
        <w:t>جائت</w:t>
      </w:r>
      <w:r w:rsidR="00B2551F" w:rsidRPr="00B2551F">
        <w:rPr>
          <w:rStyle w:val="libArabicChar"/>
          <w:rFonts w:hint="cs"/>
          <w:rtl/>
        </w:rPr>
        <w:t>ه</w:t>
      </w:r>
      <w:r w:rsidRPr="00866F18">
        <w:rPr>
          <w:rStyle w:val="libArabicChar"/>
          <w:rFonts w:hint="cs"/>
          <w:rtl/>
        </w:rPr>
        <w:t>م</w:t>
      </w:r>
      <w:r w:rsidRPr="00866F18">
        <w:rPr>
          <w:rStyle w:val="libArabicChar"/>
          <w:rtl/>
        </w:rPr>
        <w:t xml:space="preserve"> رسل</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بالبينّت</w:t>
      </w:r>
      <w:r w:rsidRPr="00866F18">
        <w:rPr>
          <w:rStyle w:val="libArabicChar"/>
          <w:rtl/>
        </w:rPr>
        <w:t xml:space="preserve"> ___</w:t>
      </w:r>
      <w:r w:rsidRPr="00866F18">
        <w:rPr>
          <w:rStyle w:val="libArabicChar"/>
          <w:rFonts w:hint="cs"/>
          <w:rtl/>
        </w:rPr>
        <w:t>ق</w:t>
      </w:r>
      <w:r w:rsidRPr="00866F18">
        <w:rPr>
          <w:rStyle w:val="libArabicChar"/>
          <w:rtl/>
        </w:rPr>
        <w:t>الوا اناكفرنا___ولنصبرنّ___وعلى الله فليتوكّل المتوكّلون_وقال الذين كفروا لرسل</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لنخرجنّكم</w:t>
      </w:r>
      <w:r w:rsidRPr="00866F18">
        <w:rPr>
          <w:rStyle w:val="libArabicChar"/>
          <w:rtl/>
        </w:rPr>
        <w:t xml:space="preserve"> </w:t>
      </w:r>
      <w:r w:rsidRPr="00866F18">
        <w:rPr>
          <w:rStyle w:val="libArabicChar"/>
          <w:rFonts w:hint="cs"/>
          <w:rtl/>
        </w:rPr>
        <w:t>من</w:t>
      </w:r>
      <w:r w:rsidRPr="00866F18">
        <w:rPr>
          <w:rStyle w:val="libArabicChar"/>
          <w:rtl/>
        </w:rPr>
        <w:t xml:space="preserve"> </w:t>
      </w:r>
      <w:r w:rsidRPr="00866F18">
        <w:rPr>
          <w:rStyle w:val="libArabicChar"/>
          <w:rFonts w:hint="cs"/>
          <w:rtl/>
        </w:rPr>
        <w:t>ا</w:t>
      </w:r>
      <w:r w:rsidRPr="00866F18">
        <w:rPr>
          <w:rStyle w:val="libArabicChar"/>
          <w:rtl/>
        </w:rPr>
        <w:t xml:space="preserve"> </w:t>
      </w:r>
      <w:r w:rsidRPr="00866F18">
        <w:rPr>
          <w:rStyle w:val="libArabicChar"/>
          <w:rFonts w:hint="cs"/>
          <w:rtl/>
        </w:rPr>
        <w:t>رضنا</w:t>
      </w:r>
      <w:r w:rsidRPr="00866F18">
        <w:rPr>
          <w:rStyle w:val="libArabicChar"/>
          <w:rtl/>
        </w:rPr>
        <w:t xml:space="preserve"> </w:t>
      </w:r>
      <w:r w:rsidRPr="00866F18">
        <w:rPr>
          <w:rStyle w:val="libArabicChar"/>
          <w:rFonts w:hint="cs"/>
          <w:rtl/>
        </w:rPr>
        <w:t>ا</w:t>
      </w:r>
      <w:r w:rsidRPr="00866F18">
        <w:rPr>
          <w:rStyle w:val="libArabicChar"/>
          <w:rtl/>
        </w:rPr>
        <w:t xml:space="preserve"> </w:t>
      </w:r>
      <w:r w:rsidRPr="00866F18">
        <w:rPr>
          <w:rStyle w:val="libArabicChar"/>
          <w:rFonts w:hint="cs"/>
          <w:rtl/>
        </w:rPr>
        <w:t>و</w:t>
      </w:r>
      <w:r w:rsidRPr="00866F18">
        <w:rPr>
          <w:rStyle w:val="libArabicChar"/>
          <w:rtl/>
        </w:rPr>
        <w:t xml:space="preserve"> </w:t>
      </w:r>
      <w:r w:rsidRPr="00866F18">
        <w:rPr>
          <w:rStyle w:val="libArabicChar"/>
          <w:rFonts w:hint="cs"/>
          <w:rtl/>
        </w:rPr>
        <w:t>لتعودنّ</w:t>
      </w:r>
      <w:r w:rsidRPr="00866F18">
        <w:rPr>
          <w:rStyle w:val="libArabicChar"/>
          <w:rtl/>
        </w:rPr>
        <w:t xml:space="preserve"> </w:t>
      </w:r>
      <w:r w:rsidRPr="00866F18">
        <w:rPr>
          <w:rStyle w:val="libArabicChar"/>
          <w:rFonts w:hint="cs"/>
          <w:rtl/>
        </w:rPr>
        <w:t>فى</w:t>
      </w:r>
      <w:r w:rsidRPr="00866F18">
        <w:rPr>
          <w:rStyle w:val="libArabicChar"/>
          <w:rtl/>
        </w:rPr>
        <w:t xml:space="preserve"> ملّتن</w:t>
      </w:r>
    </w:p>
    <w:p w:rsidR="002F1927" w:rsidRDefault="001E7F9D" w:rsidP="00F73EDE">
      <w:pPr>
        <w:pStyle w:val="libPoemTini"/>
        <w:rPr>
          <w:rtl/>
        </w:rPr>
      </w:pPr>
      <w:r>
        <w:rPr>
          <w:rtl/>
        </w:rPr>
        <w:br w:type="page"/>
      </w:r>
    </w:p>
    <w:p w:rsidR="001F628F" w:rsidRDefault="001F628F" w:rsidP="00866F18">
      <w:pPr>
        <w:pStyle w:val="libNormal"/>
        <w:rPr>
          <w:rtl/>
        </w:rPr>
      </w:pPr>
      <w:r>
        <w:rPr>
          <w:rtl/>
        </w:rPr>
        <w:lastRenderedPageBreak/>
        <w:t>3_كافر قومي</w:t>
      </w:r>
      <w:r w:rsidR="00083993">
        <w:rPr>
          <w:rtl/>
        </w:rPr>
        <w:t xml:space="preserve">ں </w:t>
      </w:r>
      <w:r>
        <w:rPr>
          <w:rtl/>
        </w:rPr>
        <w:t xml:space="preserve">نہ فقط انبياء </w:t>
      </w:r>
      <w:r w:rsidR="00367F17" w:rsidRPr="00367F17">
        <w:rPr>
          <w:rStyle w:val="libAlaemChar"/>
          <w:rtl/>
        </w:rPr>
        <w:t xml:space="preserve"> عليه‌السلام </w:t>
      </w:r>
      <w:r>
        <w:rPr>
          <w:rtl/>
        </w:rPr>
        <w:t xml:space="preserve"> كى تعليمات كو قبول نہي</w:t>
      </w:r>
      <w:r w:rsidR="00083993">
        <w:rPr>
          <w:rtl/>
        </w:rPr>
        <w:t xml:space="preserve">ں </w:t>
      </w:r>
      <w:r>
        <w:rPr>
          <w:rtl/>
        </w:rPr>
        <w:t>كرتى تھي</w:t>
      </w:r>
      <w:r w:rsidR="00083993">
        <w:rPr>
          <w:rtl/>
        </w:rPr>
        <w:t xml:space="preserve">ں </w:t>
      </w:r>
      <w:r>
        <w:rPr>
          <w:rtl/>
        </w:rPr>
        <w:t>بلكہ خود ان كى ديندارى كو بھى برداشت نہي</w:t>
      </w:r>
      <w:r w:rsidR="00083993">
        <w:rPr>
          <w:rtl/>
        </w:rPr>
        <w:t xml:space="preserve">ں </w:t>
      </w:r>
      <w:r>
        <w:rPr>
          <w:rtl/>
        </w:rPr>
        <w:t>كر پاتى تھي</w:t>
      </w:r>
      <w:r w:rsidR="00083993">
        <w:rPr>
          <w:rtl/>
        </w:rPr>
        <w:t xml:space="preserve">ں </w:t>
      </w:r>
      <w:r>
        <w:rPr>
          <w:rtl/>
        </w:rPr>
        <w:t>_</w:t>
      </w:r>
      <w:r w:rsidRPr="00866F18">
        <w:rPr>
          <w:rStyle w:val="libArabicChar"/>
          <w:rFonts w:hint="eastAsia"/>
          <w:rtl/>
        </w:rPr>
        <w:t>وقال</w:t>
      </w:r>
      <w:r w:rsidRPr="00866F18">
        <w:rPr>
          <w:rStyle w:val="libArabicChar"/>
          <w:rtl/>
        </w:rPr>
        <w:t xml:space="preserve"> الذين كفروا لرسل</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لنخرجنّكم</w:t>
      </w:r>
      <w:r w:rsidRPr="00866F18">
        <w:rPr>
          <w:rStyle w:val="libArabicChar"/>
          <w:rtl/>
        </w:rPr>
        <w:t xml:space="preserve"> </w:t>
      </w:r>
      <w:r w:rsidRPr="00866F18">
        <w:rPr>
          <w:rStyle w:val="libArabicChar"/>
          <w:rFonts w:hint="cs"/>
          <w:rtl/>
        </w:rPr>
        <w:t>من</w:t>
      </w:r>
      <w:r w:rsidRPr="00866F18">
        <w:rPr>
          <w:rStyle w:val="libArabicChar"/>
          <w:rtl/>
        </w:rPr>
        <w:t xml:space="preserve"> </w:t>
      </w:r>
      <w:r w:rsidRPr="00866F18">
        <w:rPr>
          <w:rStyle w:val="libArabicChar"/>
          <w:rFonts w:hint="cs"/>
          <w:rtl/>
        </w:rPr>
        <w:t>ا</w:t>
      </w:r>
      <w:r w:rsidRPr="00866F18">
        <w:rPr>
          <w:rStyle w:val="libArabicChar"/>
          <w:rtl/>
        </w:rPr>
        <w:t xml:space="preserve"> </w:t>
      </w:r>
      <w:r w:rsidRPr="00866F18">
        <w:rPr>
          <w:rStyle w:val="libArabicChar"/>
          <w:rFonts w:hint="cs"/>
          <w:rtl/>
        </w:rPr>
        <w:t>رضنا</w:t>
      </w:r>
      <w:r w:rsidRPr="00866F18">
        <w:rPr>
          <w:rStyle w:val="libArabicChar"/>
          <w:rtl/>
        </w:rPr>
        <w:t xml:space="preserve"> </w:t>
      </w:r>
      <w:r w:rsidRPr="00866F18">
        <w:rPr>
          <w:rStyle w:val="libArabicChar"/>
          <w:rFonts w:hint="cs"/>
          <w:rtl/>
        </w:rPr>
        <w:t>ا</w:t>
      </w:r>
      <w:r w:rsidRPr="00866F18">
        <w:rPr>
          <w:rStyle w:val="libArabicChar"/>
          <w:rtl/>
        </w:rPr>
        <w:t xml:space="preserve"> </w:t>
      </w:r>
      <w:r w:rsidRPr="00866F18">
        <w:rPr>
          <w:rStyle w:val="libArabicChar"/>
          <w:rFonts w:hint="cs"/>
          <w:rtl/>
        </w:rPr>
        <w:t>و</w:t>
      </w:r>
      <w:r w:rsidRPr="00866F18">
        <w:rPr>
          <w:rStyle w:val="libArabicChar"/>
          <w:rtl/>
        </w:rPr>
        <w:t xml:space="preserve"> </w:t>
      </w:r>
      <w:r w:rsidRPr="00866F18">
        <w:rPr>
          <w:rStyle w:val="libArabicChar"/>
          <w:rFonts w:hint="cs"/>
          <w:rtl/>
        </w:rPr>
        <w:t>لتعودنّ</w:t>
      </w:r>
      <w:r w:rsidRPr="00866F18">
        <w:rPr>
          <w:rStyle w:val="libArabicChar"/>
          <w:rtl/>
        </w:rPr>
        <w:t xml:space="preserve"> </w:t>
      </w:r>
      <w:r w:rsidRPr="00866F18">
        <w:rPr>
          <w:rStyle w:val="libArabicChar"/>
          <w:rFonts w:hint="cs"/>
          <w:rtl/>
        </w:rPr>
        <w:t>فى</w:t>
      </w:r>
      <w:r w:rsidRPr="00866F18">
        <w:rPr>
          <w:rStyle w:val="libArabicChar"/>
          <w:rtl/>
        </w:rPr>
        <w:t xml:space="preserve"> ملّتن</w:t>
      </w:r>
    </w:p>
    <w:p w:rsidR="001F628F" w:rsidRDefault="001F628F" w:rsidP="00866F18">
      <w:pPr>
        <w:pStyle w:val="libNormal"/>
        <w:rPr>
          <w:rtl/>
        </w:rPr>
      </w:pPr>
      <w:r>
        <w:rPr>
          <w:rtl/>
        </w:rPr>
        <w:t>4_گذشتہ كافر قومي</w:t>
      </w:r>
      <w:r w:rsidR="00083993">
        <w:rPr>
          <w:rtl/>
        </w:rPr>
        <w:t xml:space="preserve">ں </w:t>
      </w:r>
      <w:r>
        <w:rPr>
          <w:rtl/>
        </w:rPr>
        <w:t xml:space="preserve">انبياء </w:t>
      </w:r>
      <w:r w:rsidR="00367F17" w:rsidRPr="00367F17">
        <w:rPr>
          <w:rStyle w:val="libAlaemChar"/>
          <w:rtl/>
        </w:rPr>
        <w:t xml:space="preserve"> عليه‌السلام </w:t>
      </w:r>
      <w:r>
        <w:rPr>
          <w:rtl/>
        </w:rPr>
        <w:t xml:space="preserve"> كے مقابلے مي</w:t>
      </w:r>
      <w:r w:rsidR="00083993">
        <w:rPr>
          <w:rtl/>
        </w:rPr>
        <w:t xml:space="preserve">ں </w:t>
      </w:r>
      <w:r>
        <w:rPr>
          <w:rtl/>
        </w:rPr>
        <w:t>اپنے اپ كو طاقتور جانتى اور دعوى كرتى تھي</w:t>
      </w:r>
      <w:r w:rsidR="00083993">
        <w:rPr>
          <w:rtl/>
        </w:rPr>
        <w:t xml:space="preserve">ں </w:t>
      </w:r>
      <w:r>
        <w:rPr>
          <w:rtl/>
        </w:rPr>
        <w:t xml:space="preserve">كہ جس زمين پر وہ اور انبياء </w:t>
      </w:r>
      <w:r w:rsidR="00367F17" w:rsidRPr="00367F17">
        <w:rPr>
          <w:rStyle w:val="libAlaemChar"/>
          <w:rtl/>
        </w:rPr>
        <w:t xml:space="preserve"> عليه‌السلام </w:t>
      </w:r>
      <w:r>
        <w:rPr>
          <w:rtl/>
        </w:rPr>
        <w:t xml:space="preserve"> رہتے ہي</w:t>
      </w:r>
      <w:r w:rsidR="00083993">
        <w:rPr>
          <w:rtl/>
        </w:rPr>
        <w:t xml:space="preserve">ں </w:t>
      </w:r>
      <w:r>
        <w:rPr>
          <w:rtl/>
        </w:rPr>
        <w:t>وہ انكى ملكيت ہے_</w:t>
      </w:r>
      <w:r w:rsidRPr="00866F18">
        <w:rPr>
          <w:rStyle w:val="libArabicChar"/>
          <w:rFonts w:hint="eastAsia"/>
          <w:rtl/>
        </w:rPr>
        <w:t>لنخرجنّكم</w:t>
      </w:r>
      <w:r w:rsidRPr="00866F18">
        <w:rPr>
          <w:rStyle w:val="libArabicChar"/>
          <w:rtl/>
        </w:rPr>
        <w:t xml:space="preserve"> من ا رضن</w:t>
      </w:r>
    </w:p>
    <w:p w:rsidR="001F628F" w:rsidRDefault="001F628F" w:rsidP="001F628F">
      <w:pPr>
        <w:pStyle w:val="libNormal"/>
        <w:rPr>
          <w:rtl/>
        </w:rPr>
      </w:pPr>
      <w:r>
        <w:rPr>
          <w:rFonts w:hint="eastAsia"/>
          <w:rtl/>
        </w:rPr>
        <w:t>چونكہ</w:t>
      </w:r>
      <w:r>
        <w:rPr>
          <w:rtl/>
        </w:rPr>
        <w:t xml:space="preserve"> وہ اقوام انبياء </w:t>
      </w:r>
      <w:r w:rsidR="00367F17" w:rsidRPr="00367F17">
        <w:rPr>
          <w:rStyle w:val="libAlaemChar"/>
          <w:rtl/>
        </w:rPr>
        <w:t xml:space="preserve"> عليه‌السلام </w:t>
      </w:r>
      <w:r>
        <w:rPr>
          <w:rtl/>
        </w:rPr>
        <w:t xml:space="preserve"> كو نكالنے كى دھمكى ديتى تھي</w:t>
      </w:r>
      <w:r w:rsidR="00083993">
        <w:rPr>
          <w:rtl/>
        </w:rPr>
        <w:t xml:space="preserve">ں </w:t>
      </w:r>
      <w:r>
        <w:rPr>
          <w:rtl/>
        </w:rPr>
        <w:t>،اس سے قدرت مند ہونے كا احساس ظاہر ہوتا ہے اور انھو</w:t>
      </w:r>
      <w:r w:rsidR="00083993">
        <w:rPr>
          <w:rtl/>
        </w:rPr>
        <w:t xml:space="preserve">ں </w:t>
      </w:r>
      <w:r>
        <w:rPr>
          <w:rtl/>
        </w:rPr>
        <w:t>نے ''ارض''(سر زمين )كو اپنى طرف نسبت دى ہے اس سے معلوم ہوتا ہے كہ وہ اس پر مالكيت اور حاكميت كى دعويدار(بھي) تھي</w:t>
      </w:r>
      <w:r w:rsidR="00083993">
        <w:rPr>
          <w:rtl/>
        </w:rPr>
        <w:t xml:space="preserve">ں </w:t>
      </w:r>
      <w:r>
        <w:rPr>
          <w:rtl/>
        </w:rPr>
        <w:t>_</w:t>
      </w:r>
    </w:p>
    <w:p w:rsidR="001F628F" w:rsidRDefault="001F628F" w:rsidP="00866F18">
      <w:pPr>
        <w:pStyle w:val="libNormal"/>
        <w:rPr>
          <w:rtl/>
        </w:rPr>
      </w:pPr>
      <w:r>
        <w:rPr>
          <w:rtl/>
        </w:rPr>
        <w:t>5_كافر قومي</w:t>
      </w:r>
      <w:r w:rsidR="00083993">
        <w:rPr>
          <w:rtl/>
        </w:rPr>
        <w:t xml:space="preserve">ں </w:t>
      </w:r>
      <w:r>
        <w:rPr>
          <w:rtl/>
        </w:rPr>
        <w:t>اپنے عقائد اور شريعت كو پيروى كے لائق جانتى تھي</w:t>
      </w:r>
      <w:r w:rsidR="00083993">
        <w:rPr>
          <w:rtl/>
        </w:rPr>
        <w:t xml:space="preserve">ں </w:t>
      </w:r>
      <w:r>
        <w:rPr>
          <w:rtl/>
        </w:rPr>
        <w:t>_</w:t>
      </w:r>
      <w:r w:rsidRPr="00866F18">
        <w:rPr>
          <w:rStyle w:val="libArabicChar"/>
          <w:rFonts w:hint="eastAsia"/>
          <w:rtl/>
        </w:rPr>
        <w:t>ا</w:t>
      </w:r>
      <w:r w:rsidRPr="00866F18">
        <w:rPr>
          <w:rStyle w:val="libArabicChar"/>
          <w:rtl/>
        </w:rPr>
        <w:t xml:space="preserve"> و لتعودنّ فى ملّتن</w:t>
      </w:r>
    </w:p>
    <w:p w:rsidR="001F628F" w:rsidRDefault="001F628F" w:rsidP="00866F18">
      <w:pPr>
        <w:pStyle w:val="libNormal"/>
        <w:rPr>
          <w:rtl/>
        </w:rPr>
      </w:pPr>
      <w:r>
        <w:rPr>
          <w:rtl/>
        </w:rPr>
        <w:t>6_كافر قومي</w:t>
      </w:r>
      <w:r w:rsidR="00083993">
        <w:rPr>
          <w:rtl/>
        </w:rPr>
        <w:t xml:space="preserve">ں </w:t>
      </w:r>
      <w:r>
        <w:rPr>
          <w:rtl/>
        </w:rPr>
        <w:t xml:space="preserve">انبيا ئے كرام </w:t>
      </w:r>
      <w:r w:rsidR="00367F17" w:rsidRPr="00367F17">
        <w:rPr>
          <w:rStyle w:val="libAlaemChar"/>
          <w:rtl/>
        </w:rPr>
        <w:t xml:space="preserve"> عليه‌السلام </w:t>
      </w:r>
      <w:r>
        <w:rPr>
          <w:rtl/>
        </w:rPr>
        <w:t xml:space="preserve"> كے معاشرے مي</w:t>
      </w:r>
      <w:r w:rsidR="00083993">
        <w:rPr>
          <w:rtl/>
        </w:rPr>
        <w:t xml:space="preserve">ں </w:t>
      </w:r>
      <w:r>
        <w:rPr>
          <w:rtl/>
        </w:rPr>
        <w:t>باقى رہنے كى صورت مي</w:t>
      </w:r>
      <w:r w:rsidR="00083993">
        <w:rPr>
          <w:rtl/>
        </w:rPr>
        <w:t xml:space="preserve">ں </w:t>
      </w:r>
      <w:r>
        <w:rPr>
          <w:rtl/>
        </w:rPr>
        <w:t>(لوگو</w:t>
      </w:r>
      <w:r w:rsidR="00083993">
        <w:rPr>
          <w:rtl/>
        </w:rPr>
        <w:t xml:space="preserve">ں </w:t>
      </w:r>
      <w:r>
        <w:rPr>
          <w:rtl/>
        </w:rPr>
        <w:t>پر ) انكى تعليمات كى تاثير اور انكے پھيلنے سے خوفزدہ تھي</w:t>
      </w:r>
      <w:r w:rsidR="00083993">
        <w:rPr>
          <w:rtl/>
        </w:rPr>
        <w:t xml:space="preserve">ں </w:t>
      </w:r>
      <w:r>
        <w:rPr>
          <w:rtl/>
        </w:rPr>
        <w:t>_</w:t>
      </w:r>
      <w:r w:rsidRPr="00866F18">
        <w:rPr>
          <w:rStyle w:val="libArabicChar"/>
          <w:rFonts w:hint="eastAsia"/>
          <w:rtl/>
        </w:rPr>
        <w:t>لنخرجنّكم</w:t>
      </w:r>
      <w:r w:rsidRPr="00866F18">
        <w:rPr>
          <w:rStyle w:val="libArabicChar"/>
          <w:rtl/>
        </w:rPr>
        <w:t xml:space="preserve"> من ا رضنا ا و لتعودنّ فى ملّتن</w:t>
      </w:r>
    </w:p>
    <w:p w:rsidR="001F628F" w:rsidRDefault="001F628F" w:rsidP="00866F18">
      <w:pPr>
        <w:pStyle w:val="libNormal"/>
        <w:rPr>
          <w:rtl/>
        </w:rPr>
      </w:pPr>
      <w:r>
        <w:rPr>
          <w:rtl/>
        </w:rPr>
        <w:t xml:space="preserve">7_كفار كى جانب سے انبياء </w:t>
      </w:r>
      <w:r w:rsidR="00367F17" w:rsidRPr="00367F17">
        <w:rPr>
          <w:rStyle w:val="libAlaemChar"/>
          <w:rtl/>
        </w:rPr>
        <w:t xml:space="preserve"> عليه‌السلام </w:t>
      </w:r>
      <w:r>
        <w:rPr>
          <w:rtl/>
        </w:rPr>
        <w:t xml:space="preserve"> كو دھمكى ديئے جانے كے بعد خداوند تعالى نے </w:t>
      </w:r>
      <w:r w:rsidR="003D0BA1">
        <w:rPr>
          <w:rtl/>
        </w:rPr>
        <w:t>انبياء</w:t>
      </w:r>
      <w:r>
        <w:rPr>
          <w:rtl/>
        </w:rPr>
        <w:t xml:space="preserve">ے كرام </w:t>
      </w:r>
      <w:r w:rsidR="00367F17" w:rsidRPr="00367F17">
        <w:rPr>
          <w:rStyle w:val="libAlaemChar"/>
          <w:rtl/>
        </w:rPr>
        <w:t xml:space="preserve"> عليه‌السلام </w:t>
      </w:r>
      <w:r>
        <w:rPr>
          <w:rtl/>
        </w:rPr>
        <w:t xml:space="preserve"> كو وحى كى كہ وہ ظالمو</w:t>
      </w:r>
      <w:r w:rsidR="00083993">
        <w:rPr>
          <w:rtl/>
        </w:rPr>
        <w:t xml:space="preserve">ں </w:t>
      </w:r>
      <w:r>
        <w:rPr>
          <w:rtl/>
        </w:rPr>
        <w:t>كو ہلاك كر دے گا_</w:t>
      </w:r>
      <w:r w:rsidRPr="00866F18">
        <w:rPr>
          <w:rStyle w:val="libArabicChar"/>
          <w:rFonts w:hint="eastAsia"/>
          <w:rtl/>
        </w:rPr>
        <w:t>قالوا</w:t>
      </w:r>
      <w:r w:rsidRPr="00866F18">
        <w:rPr>
          <w:rStyle w:val="libArabicChar"/>
          <w:rtl/>
        </w:rPr>
        <w:t>___ لنخرجنّكم ___ فا وحى الي</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ربّ</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لن</w:t>
      </w:r>
      <w:r w:rsidR="00B2551F" w:rsidRPr="00B2551F">
        <w:rPr>
          <w:rStyle w:val="libArabicChar"/>
          <w:rFonts w:hint="cs"/>
          <w:rtl/>
        </w:rPr>
        <w:t>ه</w:t>
      </w:r>
      <w:r w:rsidRPr="00866F18">
        <w:rPr>
          <w:rStyle w:val="libArabicChar"/>
          <w:rFonts w:hint="cs"/>
          <w:rtl/>
        </w:rPr>
        <w:t>لكنّ</w:t>
      </w:r>
      <w:r w:rsidRPr="00866F18">
        <w:rPr>
          <w:rStyle w:val="libArabicChar"/>
          <w:rtl/>
        </w:rPr>
        <w:t xml:space="preserve"> </w:t>
      </w:r>
      <w:r w:rsidRPr="00866F18">
        <w:rPr>
          <w:rStyle w:val="libArabicChar"/>
          <w:rFonts w:hint="cs"/>
          <w:rtl/>
        </w:rPr>
        <w:t>ا</w:t>
      </w:r>
      <w:r w:rsidRPr="00866F18">
        <w:rPr>
          <w:rStyle w:val="libArabicChar"/>
          <w:rtl/>
        </w:rPr>
        <w:t>لظلمين</w:t>
      </w:r>
    </w:p>
    <w:p w:rsidR="001F628F" w:rsidRDefault="001F628F" w:rsidP="001F628F">
      <w:pPr>
        <w:pStyle w:val="libNormal"/>
        <w:rPr>
          <w:rtl/>
        </w:rPr>
      </w:pPr>
      <w:r>
        <w:rPr>
          <w:rtl/>
        </w:rPr>
        <w:t xml:space="preserve">8_انبياء </w:t>
      </w:r>
      <w:r w:rsidR="00367F17" w:rsidRPr="00367F17">
        <w:rPr>
          <w:rStyle w:val="libAlaemChar"/>
          <w:rtl/>
        </w:rPr>
        <w:t xml:space="preserve"> عليه‌السلام </w:t>
      </w:r>
      <w:r>
        <w:rPr>
          <w:rtl/>
        </w:rPr>
        <w:t xml:space="preserve"> كے ظالم مخالفين كو ہلاك كر كے ان كى حمايت كرنا ،ربوبيت خداوند كا تقاضا ہے_</w:t>
      </w:r>
    </w:p>
    <w:p w:rsidR="001F628F" w:rsidRDefault="001F628F" w:rsidP="00866F18">
      <w:pPr>
        <w:pStyle w:val="libArabic"/>
        <w:rPr>
          <w:rtl/>
        </w:rPr>
      </w:pPr>
      <w:r>
        <w:rPr>
          <w:rFonts w:hint="eastAsia"/>
          <w:rtl/>
        </w:rPr>
        <w:t>فا</w:t>
      </w:r>
      <w:r>
        <w:rPr>
          <w:rtl/>
        </w:rPr>
        <w:t xml:space="preserve"> وحى 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w:t>
      </w:r>
      <w:r>
        <w:rPr>
          <w:rtl/>
        </w:rPr>
        <w:t>ظلمين</w:t>
      </w:r>
    </w:p>
    <w:p w:rsidR="001F628F" w:rsidRDefault="001F628F" w:rsidP="00866F18">
      <w:pPr>
        <w:pStyle w:val="libNormal"/>
        <w:rPr>
          <w:rtl/>
        </w:rPr>
      </w:pPr>
      <w:r>
        <w:rPr>
          <w:rtl/>
        </w:rPr>
        <w:t>9_</w:t>
      </w:r>
      <w:r w:rsidR="003D0BA1">
        <w:rPr>
          <w:rtl/>
        </w:rPr>
        <w:t>انبياء</w:t>
      </w:r>
      <w:r>
        <w:rPr>
          <w:rtl/>
        </w:rPr>
        <w:t xml:space="preserve">ے كرام </w:t>
      </w:r>
      <w:r w:rsidR="00367F17" w:rsidRPr="00367F17">
        <w:rPr>
          <w:rStyle w:val="libAlaemChar"/>
          <w:rtl/>
        </w:rPr>
        <w:t xml:space="preserve"> عليه‌السلام </w:t>
      </w:r>
      <w:r>
        <w:rPr>
          <w:rtl/>
        </w:rPr>
        <w:t xml:space="preserve"> خداوند متعال كى خصوصى عنايت اور تربيت سے بہر ہ مند تھے_</w:t>
      </w:r>
      <w:r w:rsidRPr="00866F18">
        <w:rPr>
          <w:rStyle w:val="libArabicChar"/>
          <w:rFonts w:hint="eastAsia"/>
          <w:rtl/>
        </w:rPr>
        <w:t>فا</w:t>
      </w:r>
      <w:r w:rsidRPr="00866F18">
        <w:rPr>
          <w:rStyle w:val="libArabicChar"/>
          <w:rtl/>
        </w:rPr>
        <w:t xml:space="preserve"> وحى الي</w:t>
      </w:r>
      <w:r w:rsidR="00B2551F" w:rsidRPr="00B2551F">
        <w:rPr>
          <w:rStyle w:val="libArabicChar"/>
          <w:rFonts w:hint="cs"/>
          <w:rtl/>
        </w:rPr>
        <w:t>ه</w:t>
      </w:r>
      <w:r w:rsidRPr="00866F18">
        <w:rPr>
          <w:rStyle w:val="libArabicChar"/>
          <w:rFonts w:hint="cs"/>
          <w:rtl/>
        </w:rPr>
        <w:t>م</w:t>
      </w:r>
      <w:r w:rsidRPr="00866F18">
        <w:rPr>
          <w:rStyle w:val="libArabicChar"/>
          <w:rtl/>
        </w:rPr>
        <w:t xml:space="preserve"> ربّ</w:t>
      </w:r>
      <w:r w:rsidR="00B2551F" w:rsidRPr="00B2551F">
        <w:rPr>
          <w:rStyle w:val="libArabicChar"/>
          <w:rFonts w:hint="cs"/>
          <w:rtl/>
        </w:rPr>
        <w:t>ه</w:t>
      </w:r>
      <w:r w:rsidRPr="00866F18">
        <w:rPr>
          <w:rStyle w:val="libArabicChar"/>
          <w:rFonts w:hint="cs"/>
          <w:rtl/>
        </w:rPr>
        <w:t>م</w:t>
      </w:r>
    </w:p>
    <w:p w:rsidR="00A459D2" w:rsidRDefault="001F628F" w:rsidP="00A459D2">
      <w:pPr>
        <w:pStyle w:val="libNormal"/>
        <w:rPr>
          <w:rtl/>
        </w:rPr>
      </w:pPr>
      <w:r>
        <w:rPr>
          <w:rtl/>
        </w:rPr>
        <w:t xml:space="preserve">10_تعليمات انبياء </w:t>
      </w:r>
      <w:r w:rsidR="00367F17" w:rsidRPr="00367F17">
        <w:rPr>
          <w:rStyle w:val="libAlaemChar"/>
          <w:rtl/>
        </w:rPr>
        <w:t xml:space="preserve"> عليه‌السلام </w:t>
      </w:r>
      <w:r>
        <w:rPr>
          <w:rtl/>
        </w:rPr>
        <w:t xml:space="preserve"> كى مخالفت كرنے والى (تمام)كافر</w:t>
      </w:r>
      <w:r w:rsidR="00A459D2" w:rsidRPr="00A459D2">
        <w:rPr>
          <w:rFonts w:hint="eastAsia"/>
          <w:rtl/>
        </w:rPr>
        <w:t xml:space="preserve"> </w:t>
      </w:r>
      <w:r w:rsidR="00A459D2">
        <w:rPr>
          <w:rFonts w:hint="eastAsia"/>
          <w:rtl/>
        </w:rPr>
        <w:t>قومي</w:t>
      </w:r>
      <w:r w:rsidR="00083993">
        <w:rPr>
          <w:rFonts w:hint="eastAsia"/>
          <w:rtl/>
        </w:rPr>
        <w:t xml:space="preserve">ں </w:t>
      </w:r>
      <w:r w:rsidR="00A459D2">
        <w:rPr>
          <w:rtl/>
        </w:rPr>
        <w:t>،ظالم تھي</w:t>
      </w:r>
      <w:r w:rsidR="00083993">
        <w:rPr>
          <w:rtl/>
        </w:rPr>
        <w:t xml:space="preserve">ں </w:t>
      </w:r>
      <w:r w:rsidR="00A459D2">
        <w:rPr>
          <w:rtl/>
        </w:rPr>
        <w:t>_</w:t>
      </w:r>
      <w:r w:rsidR="00A459D2" w:rsidRPr="00866F18">
        <w:rPr>
          <w:rStyle w:val="libArabicChar"/>
          <w:rFonts w:hint="eastAsia"/>
          <w:rtl/>
        </w:rPr>
        <w:t>وقال</w:t>
      </w:r>
      <w:r w:rsidR="00A459D2" w:rsidRPr="00866F18">
        <w:rPr>
          <w:rStyle w:val="libArabicChar"/>
          <w:rtl/>
        </w:rPr>
        <w:t xml:space="preserve"> الذين كفروا لرسل</w:t>
      </w:r>
      <w:r w:rsidR="00B2551F" w:rsidRPr="00B2551F">
        <w:rPr>
          <w:rStyle w:val="libArabicChar"/>
          <w:rFonts w:hint="cs"/>
          <w:rtl/>
        </w:rPr>
        <w:t>ه</w:t>
      </w:r>
      <w:r w:rsidR="00A459D2" w:rsidRPr="00866F18">
        <w:rPr>
          <w:rStyle w:val="libArabicChar"/>
          <w:rFonts w:hint="cs"/>
          <w:rtl/>
        </w:rPr>
        <w:t>م</w:t>
      </w:r>
      <w:r w:rsidR="00A459D2" w:rsidRPr="00866F18">
        <w:rPr>
          <w:rStyle w:val="libArabicChar"/>
          <w:rtl/>
        </w:rPr>
        <w:t xml:space="preserve"> </w:t>
      </w:r>
      <w:r w:rsidR="00A459D2" w:rsidRPr="00866F18">
        <w:rPr>
          <w:rStyle w:val="libArabicChar"/>
          <w:rFonts w:hint="cs"/>
          <w:rtl/>
        </w:rPr>
        <w:t>لنخرجنّكم</w:t>
      </w:r>
      <w:r w:rsidR="00A459D2" w:rsidRPr="00866F18">
        <w:rPr>
          <w:rStyle w:val="libArabicChar"/>
          <w:rtl/>
        </w:rPr>
        <w:t xml:space="preserve"> ___ </w:t>
      </w:r>
      <w:r w:rsidR="00A459D2" w:rsidRPr="00866F18">
        <w:rPr>
          <w:rStyle w:val="libArabicChar"/>
          <w:rFonts w:hint="cs"/>
          <w:rtl/>
        </w:rPr>
        <w:t>فا</w:t>
      </w:r>
      <w:r w:rsidR="00A459D2" w:rsidRPr="00866F18">
        <w:rPr>
          <w:rStyle w:val="libArabicChar"/>
          <w:rtl/>
        </w:rPr>
        <w:t xml:space="preserve"> </w:t>
      </w:r>
      <w:r w:rsidR="00A459D2" w:rsidRPr="00866F18">
        <w:rPr>
          <w:rStyle w:val="libArabicChar"/>
          <w:rFonts w:hint="cs"/>
          <w:rtl/>
        </w:rPr>
        <w:t>وحى</w:t>
      </w:r>
      <w:r w:rsidR="00A459D2" w:rsidRPr="00866F18">
        <w:rPr>
          <w:rStyle w:val="libArabicChar"/>
          <w:rtl/>
        </w:rPr>
        <w:t xml:space="preserve"> </w:t>
      </w:r>
      <w:r w:rsidR="00A459D2" w:rsidRPr="00866F18">
        <w:rPr>
          <w:rStyle w:val="libArabicChar"/>
          <w:rFonts w:hint="cs"/>
          <w:rtl/>
        </w:rPr>
        <w:t>الي</w:t>
      </w:r>
      <w:r w:rsidR="00B2551F" w:rsidRPr="00B2551F">
        <w:rPr>
          <w:rStyle w:val="libArabicChar"/>
          <w:rFonts w:hint="cs"/>
          <w:rtl/>
        </w:rPr>
        <w:t>ه</w:t>
      </w:r>
      <w:r w:rsidR="00A459D2" w:rsidRPr="00866F18">
        <w:rPr>
          <w:rStyle w:val="libArabicChar"/>
          <w:rFonts w:hint="cs"/>
          <w:rtl/>
        </w:rPr>
        <w:t>م</w:t>
      </w:r>
      <w:r w:rsidR="00A459D2" w:rsidRPr="00866F18">
        <w:rPr>
          <w:rStyle w:val="libArabicChar"/>
          <w:rtl/>
        </w:rPr>
        <w:t xml:space="preserve"> ___ </w:t>
      </w:r>
      <w:r w:rsidR="00A459D2" w:rsidRPr="00866F18">
        <w:rPr>
          <w:rStyle w:val="libArabicChar"/>
          <w:rFonts w:hint="cs"/>
          <w:rtl/>
        </w:rPr>
        <w:t>لن</w:t>
      </w:r>
      <w:r w:rsidR="00B2551F" w:rsidRPr="00B2551F">
        <w:rPr>
          <w:rStyle w:val="libArabicChar"/>
          <w:rFonts w:hint="cs"/>
          <w:rtl/>
        </w:rPr>
        <w:t>ه</w:t>
      </w:r>
      <w:r w:rsidR="00A459D2" w:rsidRPr="00866F18">
        <w:rPr>
          <w:rStyle w:val="libArabicChar"/>
          <w:rFonts w:hint="cs"/>
          <w:rtl/>
        </w:rPr>
        <w:t>لكنّ</w:t>
      </w:r>
      <w:r w:rsidR="00A459D2" w:rsidRPr="00866F18">
        <w:rPr>
          <w:rStyle w:val="libArabicChar"/>
          <w:rtl/>
        </w:rPr>
        <w:t xml:space="preserve"> </w:t>
      </w:r>
      <w:r w:rsidR="00A459D2" w:rsidRPr="00866F18">
        <w:rPr>
          <w:rStyle w:val="libArabicChar"/>
          <w:rFonts w:hint="cs"/>
          <w:rtl/>
        </w:rPr>
        <w:t>ا</w:t>
      </w:r>
      <w:r w:rsidR="00A459D2" w:rsidRPr="00866F18">
        <w:rPr>
          <w:rStyle w:val="libArabicChar"/>
          <w:rtl/>
        </w:rPr>
        <w:t>لظلمين</w:t>
      </w:r>
    </w:p>
    <w:p w:rsidR="00A459D2" w:rsidRDefault="00A459D2" w:rsidP="00A459D2">
      <w:pPr>
        <w:pStyle w:val="libNormal"/>
        <w:rPr>
          <w:rtl/>
        </w:rPr>
      </w:pPr>
      <w:r>
        <w:rPr>
          <w:rtl/>
        </w:rPr>
        <w:t xml:space="preserve">11_تعليمات انبياء </w:t>
      </w:r>
      <w:r w:rsidR="00367F17" w:rsidRPr="00367F17">
        <w:rPr>
          <w:rStyle w:val="libAlaemChar"/>
          <w:rtl/>
        </w:rPr>
        <w:t xml:space="preserve"> عليه‌السلام </w:t>
      </w:r>
      <w:r>
        <w:rPr>
          <w:rtl/>
        </w:rPr>
        <w:t xml:space="preserve"> سے كفر اور ان كے ساتھ جنگ و جدال ،ظلم ہے _</w:t>
      </w:r>
    </w:p>
    <w:p w:rsidR="00A459D2" w:rsidRDefault="00A459D2" w:rsidP="00A459D2">
      <w:pPr>
        <w:pStyle w:val="libArabic"/>
        <w:rPr>
          <w:rtl/>
        </w:rPr>
      </w:pPr>
      <w:r>
        <w:rPr>
          <w:rFonts w:hint="eastAsia"/>
          <w:rtl/>
        </w:rPr>
        <w:t>وقال</w:t>
      </w:r>
      <w:r>
        <w:rPr>
          <w:rtl/>
        </w:rPr>
        <w:t xml:space="preserve"> الذين كفروا لرسل</w:t>
      </w:r>
      <w:r w:rsidR="00B2551F" w:rsidRPr="00B2551F">
        <w:rPr>
          <w:rFonts w:hint="cs"/>
          <w:rtl/>
        </w:rPr>
        <w:t>ه</w:t>
      </w:r>
      <w:r>
        <w:rPr>
          <w:rFonts w:hint="cs"/>
          <w:rtl/>
        </w:rPr>
        <w:t>م</w:t>
      </w:r>
      <w:r>
        <w:rPr>
          <w:rtl/>
        </w:rPr>
        <w:t xml:space="preserve"> </w:t>
      </w:r>
      <w:r>
        <w:rPr>
          <w:rFonts w:hint="cs"/>
          <w:rtl/>
        </w:rPr>
        <w:t>لنخرجنّكم</w:t>
      </w:r>
      <w:r>
        <w:rPr>
          <w:rtl/>
        </w:rPr>
        <w:t xml:space="preserve"> ___</w:t>
      </w:r>
      <w:r>
        <w:rPr>
          <w:rFonts w:hint="cs"/>
          <w:rtl/>
        </w:rPr>
        <w:t>فا</w:t>
      </w:r>
      <w:r>
        <w:rPr>
          <w:rtl/>
        </w:rPr>
        <w:t xml:space="preserve"> </w:t>
      </w:r>
      <w:r>
        <w:rPr>
          <w:rFonts w:hint="cs"/>
          <w:rtl/>
        </w:rPr>
        <w:t>وحى</w:t>
      </w:r>
      <w:r>
        <w:rPr>
          <w:rtl/>
        </w:rPr>
        <w:t xml:space="preserve"> </w:t>
      </w:r>
      <w:r>
        <w:rPr>
          <w:rFonts w:hint="cs"/>
          <w:rtl/>
        </w:rPr>
        <w:t>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w:t>
      </w:r>
      <w:r>
        <w:rPr>
          <w:rtl/>
        </w:rPr>
        <w:t>ظلمين</w:t>
      </w:r>
    </w:p>
    <w:p w:rsidR="001F628F" w:rsidRDefault="001F628F" w:rsidP="001F628F">
      <w:pPr>
        <w:pStyle w:val="libNormal"/>
        <w:rPr>
          <w:rtl/>
        </w:rPr>
      </w:pPr>
    </w:p>
    <w:p w:rsidR="00866F18" w:rsidRDefault="001E7F9D" w:rsidP="00F73EDE">
      <w:pPr>
        <w:pStyle w:val="libPoemTini"/>
        <w:rPr>
          <w:rtl/>
        </w:rPr>
      </w:pPr>
      <w:r>
        <w:rPr>
          <w:rtl/>
        </w:rPr>
        <w:br w:type="page"/>
      </w:r>
    </w:p>
    <w:p w:rsidR="001F628F" w:rsidRDefault="001F628F" w:rsidP="00866F18">
      <w:pPr>
        <w:pStyle w:val="libNormal"/>
        <w:rPr>
          <w:rtl/>
        </w:rPr>
      </w:pPr>
      <w:r>
        <w:rPr>
          <w:rtl/>
        </w:rPr>
        <w:lastRenderedPageBreak/>
        <w:t>12_ كفار كى طر ف سے اذيت وازار كے مقابلے مي</w:t>
      </w:r>
      <w:r w:rsidR="00083993">
        <w:rPr>
          <w:rtl/>
        </w:rPr>
        <w:t xml:space="preserve">ں </w:t>
      </w:r>
      <w:r>
        <w:rPr>
          <w:rtl/>
        </w:rPr>
        <w:t>خداوند متعال پر توكل اورصبر كرنا ،حمايت الہى سے بہرہ مند ہونے كا پيش خيمہ بنتا ہے_</w:t>
      </w:r>
      <w:r w:rsidRPr="00866F18">
        <w:rPr>
          <w:rStyle w:val="libArabicChar"/>
          <w:rFonts w:hint="eastAsia"/>
          <w:rtl/>
        </w:rPr>
        <w:t>وعلى</w:t>
      </w:r>
      <w:r w:rsidRPr="00866F18">
        <w:rPr>
          <w:rStyle w:val="libArabicChar"/>
          <w:rtl/>
        </w:rPr>
        <w:t xml:space="preserve"> الله فليتوكّل المتوكّلون___ ولنصبرنّ على ماء اذيتمونا___ فا وحى الي</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ربّ</w:t>
      </w:r>
      <w:r w:rsidR="00B2551F" w:rsidRPr="00B2551F">
        <w:rPr>
          <w:rStyle w:val="libArabicChar"/>
          <w:rFonts w:hint="cs"/>
          <w:rtl/>
        </w:rPr>
        <w:t>ه</w:t>
      </w:r>
      <w:r w:rsidRPr="00866F18">
        <w:rPr>
          <w:rStyle w:val="libArabicChar"/>
          <w:rFonts w:hint="cs"/>
          <w:rtl/>
        </w:rPr>
        <w:t>م</w:t>
      </w:r>
      <w:r w:rsidRPr="00866F18">
        <w:rPr>
          <w:rStyle w:val="libArabicChar"/>
          <w:rtl/>
        </w:rPr>
        <w:t xml:space="preserve"> </w:t>
      </w:r>
      <w:r w:rsidRPr="00866F18">
        <w:rPr>
          <w:rStyle w:val="libArabicChar"/>
          <w:rFonts w:hint="cs"/>
          <w:rtl/>
        </w:rPr>
        <w:t>لن</w:t>
      </w:r>
      <w:r w:rsidR="00B2551F" w:rsidRPr="00B2551F">
        <w:rPr>
          <w:rStyle w:val="libArabicChar"/>
          <w:rFonts w:hint="cs"/>
          <w:rtl/>
        </w:rPr>
        <w:t>ه</w:t>
      </w:r>
      <w:r w:rsidRPr="00866F18">
        <w:rPr>
          <w:rStyle w:val="libArabicChar"/>
          <w:rFonts w:hint="cs"/>
          <w:rtl/>
        </w:rPr>
        <w:t>لكنّ</w:t>
      </w:r>
      <w:r w:rsidRPr="00866F18">
        <w:rPr>
          <w:rStyle w:val="libArabicChar"/>
          <w:rtl/>
        </w:rPr>
        <w:t xml:space="preserve"> </w:t>
      </w:r>
      <w:r w:rsidRPr="00866F18">
        <w:rPr>
          <w:rStyle w:val="libArabicChar"/>
          <w:rFonts w:hint="cs"/>
          <w:rtl/>
        </w:rPr>
        <w:t>ا</w:t>
      </w:r>
      <w:r w:rsidRPr="00866F18">
        <w:rPr>
          <w:rStyle w:val="libArabicChar"/>
          <w:rtl/>
        </w:rPr>
        <w:t>لظلمين</w:t>
      </w:r>
    </w:p>
    <w:p w:rsidR="001F628F" w:rsidRDefault="001F628F" w:rsidP="001F628F">
      <w:pPr>
        <w:pStyle w:val="libNormal"/>
        <w:rPr>
          <w:rtl/>
        </w:rPr>
      </w:pPr>
      <w:r>
        <w:rPr>
          <w:rtl/>
        </w:rPr>
        <w:t>13_نافرمان لوگو</w:t>
      </w:r>
      <w:r w:rsidR="00083993">
        <w:rPr>
          <w:rtl/>
        </w:rPr>
        <w:t xml:space="preserve">ں </w:t>
      </w:r>
      <w:r>
        <w:rPr>
          <w:rtl/>
        </w:rPr>
        <w:t>كووعظ ونصيحت اور اتمام حجت كے بعد سزا دينى چاہيے_</w:t>
      </w:r>
    </w:p>
    <w:p w:rsidR="001F628F" w:rsidRDefault="001F628F" w:rsidP="00866F18">
      <w:pPr>
        <w:pStyle w:val="libArabic"/>
        <w:rPr>
          <w:rtl/>
        </w:rPr>
      </w:pPr>
      <w:r>
        <w:rPr>
          <w:rFonts w:hint="eastAsia"/>
          <w:rtl/>
        </w:rPr>
        <w:t>جائت</w:t>
      </w:r>
      <w:r w:rsidR="00B2551F" w:rsidRPr="00B2551F">
        <w:rPr>
          <w:rFonts w:hint="cs"/>
          <w:rtl/>
        </w:rPr>
        <w:t>ه</w:t>
      </w:r>
      <w:r>
        <w:rPr>
          <w:rFonts w:hint="cs"/>
          <w:rtl/>
        </w:rPr>
        <w:t>م</w:t>
      </w:r>
      <w:r>
        <w:rPr>
          <w:rtl/>
        </w:rPr>
        <w:t xml:space="preserve"> رسل</w:t>
      </w:r>
      <w:r w:rsidR="00B2551F" w:rsidRPr="00B2551F">
        <w:rPr>
          <w:rFonts w:hint="cs"/>
          <w:rtl/>
        </w:rPr>
        <w:t>ه</w:t>
      </w:r>
      <w:r>
        <w:rPr>
          <w:rFonts w:hint="cs"/>
          <w:rtl/>
        </w:rPr>
        <w:t>م</w:t>
      </w:r>
      <w:r>
        <w:rPr>
          <w:rtl/>
        </w:rPr>
        <w:t xml:space="preserve"> </w:t>
      </w:r>
      <w:r>
        <w:rPr>
          <w:rFonts w:hint="cs"/>
          <w:rtl/>
        </w:rPr>
        <w:t>بالبينّت</w:t>
      </w:r>
      <w:r>
        <w:rPr>
          <w:rtl/>
        </w:rPr>
        <w:t xml:space="preserve"> ___ </w:t>
      </w:r>
      <w:r>
        <w:rPr>
          <w:rFonts w:hint="cs"/>
          <w:rtl/>
        </w:rPr>
        <w:t>وقال</w:t>
      </w:r>
      <w:r>
        <w:rPr>
          <w:rtl/>
        </w:rPr>
        <w:t xml:space="preserve"> </w:t>
      </w:r>
      <w:r>
        <w:rPr>
          <w:rFonts w:hint="cs"/>
          <w:rtl/>
        </w:rPr>
        <w:t>الذين</w:t>
      </w:r>
      <w:r>
        <w:rPr>
          <w:rtl/>
        </w:rPr>
        <w:t xml:space="preserve"> </w:t>
      </w:r>
      <w:r>
        <w:rPr>
          <w:rFonts w:hint="cs"/>
          <w:rtl/>
        </w:rPr>
        <w:t>كفروا</w:t>
      </w:r>
      <w:r>
        <w:rPr>
          <w:rtl/>
        </w:rPr>
        <w:t xml:space="preserve"> </w:t>
      </w:r>
      <w:r>
        <w:rPr>
          <w:rFonts w:hint="cs"/>
          <w:rtl/>
        </w:rPr>
        <w:t>لرسل</w:t>
      </w:r>
      <w:r w:rsidR="00B2551F" w:rsidRPr="00B2551F">
        <w:rPr>
          <w:rFonts w:hint="cs"/>
          <w:rtl/>
        </w:rPr>
        <w:t>ه</w:t>
      </w:r>
      <w:r>
        <w:rPr>
          <w:rFonts w:hint="cs"/>
          <w:rtl/>
        </w:rPr>
        <w:t>م</w:t>
      </w:r>
      <w:r>
        <w:rPr>
          <w:rtl/>
        </w:rPr>
        <w:t xml:space="preserve"> </w:t>
      </w:r>
      <w:r>
        <w:rPr>
          <w:rFonts w:hint="cs"/>
          <w:rtl/>
        </w:rPr>
        <w:t>لنخرجنّكم</w:t>
      </w:r>
      <w:r>
        <w:rPr>
          <w:rtl/>
        </w:rPr>
        <w:t xml:space="preserve"> </w:t>
      </w:r>
      <w:r>
        <w:rPr>
          <w:rFonts w:hint="cs"/>
          <w:rtl/>
        </w:rPr>
        <w:t>من</w:t>
      </w:r>
      <w:r>
        <w:rPr>
          <w:rtl/>
        </w:rPr>
        <w:t xml:space="preserve"> </w:t>
      </w:r>
      <w:r>
        <w:rPr>
          <w:rFonts w:hint="cs"/>
          <w:rtl/>
        </w:rPr>
        <w:t>ا</w:t>
      </w:r>
      <w:r>
        <w:rPr>
          <w:rtl/>
        </w:rPr>
        <w:t xml:space="preserve"> </w:t>
      </w:r>
      <w:r>
        <w:rPr>
          <w:rFonts w:hint="cs"/>
          <w:rtl/>
        </w:rPr>
        <w:t>رضنا</w:t>
      </w:r>
      <w:r>
        <w:rPr>
          <w:rtl/>
        </w:rPr>
        <w:t xml:space="preserve">___ </w:t>
      </w:r>
      <w:r>
        <w:rPr>
          <w:rFonts w:hint="cs"/>
          <w:rtl/>
        </w:rPr>
        <w:t>فا</w:t>
      </w:r>
      <w:r>
        <w:rPr>
          <w:rtl/>
        </w:rPr>
        <w:t xml:space="preserve"> </w:t>
      </w:r>
      <w:r>
        <w:rPr>
          <w:rFonts w:hint="cs"/>
          <w:rtl/>
        </w:rPr>
        <w:t>وحى</w:t>
      </w:r>
      <w:r>
        <w:rPr>
          <w:rtl/>
        </w:rPr>
        <w:t xml:space="preserve"> </w:t>
      </w:r>
      <w:r>
        <w:rPr>
          <w:rFonts w:hint="cs"/>
          <w:rtl/>
        </w:rPr>
        <w:t>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w:t>
      </w:r>
      <w:r>
        <w:rPr>
          <w:rtl/>
        </w:rPr>
        <w:t>ظلمين</w:t>
      </w:r>
    </w:p>
    <w:p w:rsidR="001F628F" w:rsidRDefault="001F628F" w:rsidP="00866F18">
      <w:pPr>
        <w:pStyle w:val="libNormal"/>
        <w:rPr>
          <w:rtl/>
        </w:rPr>
      </w:pPr>
      <w:r>
        <w:rPr>
          <w:rtl/>
        </w:rPr>
        <w:t>14ظالمو</w:t>
      </w:r>
      <w:r w:rsidR="00083993">
        <w:rPr>
          <w:rtl/>
        </w:rPr>
        <w:t xml:space="preserve">ں </w:t>
      </w:r>
      <w:r>
        <w:rPr>
          <w:rtl/>
        </w:rPr>
        <w:t>كى ہلاكت اور تباہى ،سنن الہى مي</w:t>
      </w:r>
      <w:r w:rsidR="00083993">
        <w:rPr>
          <w:rtl/>
        </w:rPr>
        <w:t xml:space="preserve">ں </w:t>
      </w:r>
      <w:r>
        <w:rPr>
          <w:rtl/>
        </w:rPr>
        <w:t>سے ہے_</w:t>
      </w:r>
      <w:r w:rsidRPr="00866F18">
        <w:rPr>
          <w:rStyle w:val="libArabicChar"/>
          <w:rFonts w:hint="eastAsia"/>
          <w:rtl/>
        </w:rPr>
        <w:t>لن</w:t>
      </w:r>
      <w:r w:rsidR="00B2551F" w:rsidRPr="00B2551F">
        <w:rPr>
          <w:rStyle w:val="libArabicChar"/>
          <w:rFonts w:hint="cs"/>
          <w:rtl/>
        </w:rPr>
        <w:t>ه</w:t>
      </w:r>
      <w:r w:rsidRPr="00866F18">
        <w:rPr>
          <w:rStyle w:val="libArabicChar"/>
          <w:rFonts w:hint="cs"/>
          <w:rtl/>
        </w:rPr>
        <w:t>لكنّ</w:t>
      </w:r>
      <w:r w:rsidRPr="00866F18">
        <w:rPr>
          <w:rStyle w:val="libArabicChar"/>
          <w:rtl/>
        </w:rPr>
        <w:t xml:space="preserve"> الظلمين</w:t>
      </w:r>
    </w:p>
    <w:p w:rsidR="001F628F" w:rsidRDefault="001F628F" w:rsidP="001F628F">
      <w:pPr>
        <w:pStyle w:val="libNormal"/>
        <w:rPr>
          <w:rtl/>
        </w:rPr>
      </w:pPr>
      <w:r w:rsidRPr="00866F18">
        <w:rPr>
          <w:rStyle w:val="libArabicChar"/>
          <w:rtl/>
        </w:rPr>
        <w:t>''لن</w:t>
      </w:r>
      <w:r w:rsidR="00B2551F" w:rsidRPr="00B2551F">
        <w:rPr>
          <w:rStyle w:val="libArabicChar"/>
          <w:rFonts w:hint="cs"/>
          <w:rtl/>
        </w:rPr>
        <w:t>ه</w:t>
      </w:r>
      <w:r w:rsidRPr="00866F18">
        <w:rPr>
          <w:rStyle w:val="libArabicChar"/>
          <w:rFonts w:hint="cs"/>
          <w:rtl/>
        </w:rPr>
        <w:t>لكنّ</w:t>
      </w:r>
      <w:r w:rsidRPr="00866F18">
        <w:rPr>
          <w:rStyle w:val="libArabicChar"/>
          <w:rtl/>
        </w:rPr>
        <w:t xml:space="preserve"> </w:t>
      </w:r>
      <w:r w:rsidRPr="00866F18">
        <w:rPr>
          <w:rStyle w:val="libArabicChar"/>
          <w:rFonts w:hint="cs"/>
          <w:rtl/>
        </w:rPr>
        <w:t>الظلمين</w:t>
      </w:r>
      <w:r w:rsidRPr="00866F18">
        <w:rPr>
          <w:rStyle w:val="libArabicChar"/>
          <w:rtl/>
        </w:rPr>
        <w:t>''</w:t>
      </w:r>
      <w:r>
        <w:rPr>
          <w:rtl/>
        </w:rPr>
        <w:t xml:space="preserve"> كو لام ونون جيسى تاكيدى قيود اور فعل مضارع كہ جو استمرار پر دلالت كرتا ہے ،كے ساتھ لانا ہو سكتا ہے مذكورہ سنت كے بيان كے لئے ہو_</w:t>
      </w:r>
    </w:p>
    <w:p w:rsidR="001F628F" w:rsidRDefault="001F628F" w:rsidP="00866F18">
      <w:pPr>
        <w:pStyle w:val="libNormal"/>
        <w:rPr>
          <w:rtl/>
        </w:rPr>
      </w:pPr>
      <w:r>
        <w:rPr>
          <w:rFonts w:hint="eastAsia"/>
          <w:rtl/>
        </w:rPr>
        <w:t>ارتداد</w:t>
      </w:r>
      <w:r>
        <w:rPr>
          <w:rtl/>
        </w:rPr>
        <w:t>:</w:t>
      </w:r>
      <w:r>
        <w:rPr>
          <w:rFonts w:hint="eastAsia"/>
          <w:rtl/>
        </w:rPr>
        <w:t>ارتداد</w:t>
      </w:r>
      <w:r>
        <w:rPr>
          <w:rtl/>
        </w:rPr>
        <w:t xml:space="preserve"> كى دھمكى 1</w:t>
      </w:r>
    </w:p>
    <w:p w:rsidR="001F628F" w:rsidRDefault="001F628F" w:rsidP="00866F18">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كے اثرات8;الله تعالى كى حمايتي</w:t>
      </w:r>
      <w:r w:rsidR="00083993">
        <w:rPr>
          <w:rtl/>
        </w:rPr>
        <w:t xml:space="preserve">ں </w:t>
      </w:r>
      <w:r>
        <w:rPr>
          <w:rtl/>
        </w:rPr>
        <w:t>7،8;الله تعالى كى ربوبيت9;الله تعالى كى حمايتو</w:t>
      </w:r>
      <w:r w:rsidR="00083993">
        <w:rPr>
          <w:rtl/>
        </w:rPr>
        <w:t xml:space="preserve">ں </w:t>
      </w:r>
      <w:r>
        <w:rPr>
          <w:rtl/>
        </w:rPr>
        <w:t>كا پيش خيمہ12;الله تعالى كى سنن 14; الله تعالى كا خاص لطف9</w:t>
      </w:r>
    </w:p>
    <w:p w:rsidR="001F628F" w:rsidRDefault="001F628F" w:rsidP="00866F18">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كى دھمكى كے اثرات 7;انبيا ء واضع دلائل 1; انبياء كو دھمكى 1;انبياء كے حامى 8;انبياء كے دشمن3;انبياء كے دشمنو</w:t>
      </w:r>
      <w:r w:rsidR="00083993">
        <w:rPr>
          <w:rtl/>
        </w:rPr>
        <w:t xml:space="preserve">ں </w:t>
      </w:r>
      <w:r>
        <w:rPr>
          <w:rtl/>
        </w:rPr>
        <w:t>كا ظلم 10;انبياء كے ساتھ مقابلہ 11; انبياء كى پرورش كرنے والے 9; انبياء كو وحى 7;انبياء كے دشمنو</w:t>
      </w:r>
      <w:r w:rsidR="00083993">
        <w:rPr>
          <w:rtl/>
        </w:rPr>
        <w:t xml:space="preserve">ں </w:t>
      </w:r>
      <w:r>
        <w:rPr>
          <w:rtl/>
        </w:rPr>
        <w:t>كى ہلاكت 7،8</w:t>
      </w:r>
    </w:p>
    <w:p w:rsidR="001F628F" w:rsidRDefault="001F628F" w:rsidP="00866F18">
      <w:pPr>
        <w:pStyle w:val="libNormal"/>
        <w:rPr>
          <w:rtl/>
        </w:rPr>
      </w:pPr>
      <w:r>
        <w:rPr>
          <w:rFonts w:hint="eastAsia"/>
          <w:rtl/>
        </w:rPr>
        <w:t>توكل</w:t>
      </w:r>
      <w:r>
        <w:rPr>
          <w:rtl/>
        </w:rPr>
        <w:t xml:space="preserve"> :</w:t>
      </w:r>
      <w:r>
        <w:rPr>
          <w:rFonts w:hint="eastAsia"/>
          <w:rtl/>
        </w:rPr>
        <w:t>توكل</w:t>
      </w:r>
      <w:r>
        <w:rPr>
          <w:rtl/>
        </w:rPr>
        <w:t xml:space="preserve"> كے اثرات 12</w:t>
      </w:r>
    </w:p>
    <w:p w:rsidR="001F628F" w:rsidRDefault="001F628F" w:rsidP="00866F18">
      <w:pPr>
        <w:pStyle w:val="libNormal"/>
        <w:rPr>
          <w:rtl/>
        </w:rPr>
      </w:pPr>
      <w:r>
        <w:rPr>
          <w:rFonts w:hint="eastAsia"/>
          <w:rtl/>
        </w:rPr>
        <w:t>جلاوطني</w:t>
      </w:r>
      <w:r>
        <w:rPr>
          <w:rtl/>
        </w:rPr>
        <w:t>:</w:t>
      </w:r>
      <w:r>
        <w:rPr>
          <w:rFonts w:hint="eastAsia"/>
          <w:rtl/>
        </w:rPr>
        <w:t>جلاوطنى</w:t>
      </w:r>
      <w:r>
        <w:rPr>
          <w:rtl/>
        </w:rPr>
        <w:t xml:space="preserve"> كى دھمكى 1</w:t>
      </w:r>
    </w:p>
    <w:p w:rsidR="001F628F" w:rsidRDefault="001F628F" w:rsidP="00866F18">
      <w:pPr>
        <w:pStyle w:val="libNormal"/>
        <w:rPr>
          <w:rtl/>
        </w:rPr>
      </w:pPr>
      <w:r>
        <w:rPr>
          <w:rFonts w:hint="eastAsia"/>
          <w:rtl/>
        </w:rPr>
        <w:t>خوف</w:t>
      </w:r>
      <w:r>
        <w:rPr>
          <w:rtl/>
        </w:rPr>
        <w:t>:</w:t>
      </w:r>
      <w:r>
        <w:rPr>
          <w:rFonts w:hint="eastAsia"/>
          <w:rtl/>
        </w:rPr>
        <w:t>تعليمات</w:t>
      </w:r>
      <w:r>
        <w:rPr>
          <w:rtl/>
        </w:rPr>
        <w:t xml:space="preserve"> انبيا ء </w:t>
      </w:r>
      <w:r w:rsidR="00367F17" w:rsidRPr="00367F17">
        <w:rPr>
          <w:rStyle w:val="libAlaemChar"/>
          <w:rtl/>
        </w:rPr>
        <w:t xml:space="preserve"> عليه‌السلام </w:t>
      </w:r>
      <w:r>
        <w:rPr>
          <w:rtl/>
        </w:rPr>
        <w:t xml:space="preserve"> سے خوف 6</w:t>
      </w:r>
    </w:p>
    <w:p w:rsidR="001F628F" w:rsidRDefault="001F628F" w:rsidP="00866F18">
      <w:pPr>
        <w:pStyle w:val="libNormal"/>
        <w:rPr>
          <w:rtl/>
        </w:rPr>
      </w:pPr>
      <w:r>
        <w:rPr>
          <w:rFonts w:hint="eastAsia"/>
          <w:rtl/>
        </w:rPr>
        <w:t>دين</w:t>
      </w:r>
      <w:r>
        <w:rPr>
          <w:rtl/>
        </w:rPr>
        <w:t>:</w:t>
      </w:r>
      <w:r>
        <w:rPr>
          <w:rFonts w:hint="eastAsia"/>
          <w:rtl/>
        </w:rPr>
        <w:t>دين</w:t>
      </w:r>
      <w:r>
        <w:rPr>
          <w:rtl/>
        </w:rPr>
        <w:t xml:space="preserve"> كے دشمن 3;دين كے دشمنو</w:t>
      </w:r>
      <w:r w:rsidR="00083993">
        <w:rPr>
          <w:rtl/>
        </w:rPr>
        <w:t xml:space="preserve">ں </w:t>
      </w:r>
      <w:r>
        <w:rPr>
          <w:rtl/>
        </w:rPr>
        <w:t>كا ظلم 10</w:t>
      </w:r>
    </w:p>
    <w:p w:rsidR="001F628F" w:rsidRDefault="001F628F" w:rsidP="001F628F">
      <w:pPr>
        <w:pStyle w:val="libNormal"/>
        <w:rPr>
          <w:rtl/>
        </w:rPr>
      </w:pPr>
      <w:r>
        <w:rPr>
          <w:rFonts w:hint="eastAsia"/>
          <w:rtl/>
        </w:rPr>
        <w:t>سر</w:t>
      </w:r>
      <w:r>
        <w:rPr>
          <w:rtl/>
        </w:rPr>
        <w:t xml:space="preserve"> زمين :</w:t>
      </w:r>
    </w:p>
    <w:p w:rsidR="00A459D2" w:rsidRDefault="001E7F9D" w:rsidP="00F73EDE">
      <w:pPr>
        <w:pStyle w:val="libPoemTini"/>
        <w:rPr>
          <w:rtl/>
        </w:rPr>
      </w:pPr>
      <w:r>
        <w:rPr>
          <w:rtl/>
        </w:rPr>
        <w:br w:type="page"/>
      </w:r>
    </w:p>
    <w:p w:rsidR="001F628F" w:rsidRDefault="001F628F" w:rsidP="00A459D2">
      <w:pPr>
        <w:pStyle w:val="libNormal"/>
        <w:rPr>
          <w:rtl/>
        </w:rPr>
      </w:pPr>
      <w:r>
        <w:rPr>
          <w:rFonts w:hint="eastAsia"/>
          <w:rtl/>
        </w:rPr>
        <w:lastRenderedPageBreak/>
        <w:t>گذشتہ</w:t>
      </w:r>
      <w:r>
        <w:rPr>
          <w:rtl/>
        </w:rPr>
        <w:t xml:space="preserve"> اقوام كى سر زمين كى مالكيت 4;انبياء </w:t>
      </w:r>
      <w:r w:rsidR="00367F17" w:rsidRPr="00367F17">
        <w:rPr>
          <w:rStyle w:val="libAlaemChar"/>
          <w:rtl/>
        </w:rPr>
        <w:t xml:space="preserve"> عليه‌السلام </w:t>
      </w:r>
      <w:r>
        <w:rPr>
          <w:rtl/>
        </w:rPr>
        <w:t xml:space="preserve"> كى سر زمين كى مالكيت4</w:t>
      </w:r>
    </w:p>
    <w:p w:rsidR="001F628F" w:rsidRDefault="001F628F" w:rsidP="00A459D2">
      <w:pPr>
        <w:pStyle w:val="libNormal"/>
        <w:rPr>
          <w:rtl/>
        </w:rPr>
      </w:pPr>
      <w:r>
        <w:rPr>
          <w:rFonts w:hint="eastAsia"/>
          <w:rtl/>
        </w:rPr>
        <w:t>صبر</w:t>
      </w:r>
      <w:r>
        <w:rPr>
          <w:rtl/>
        </w:rPr>
        <w:t>:</w:t>
      </w:r>
      <w:r>
        <w:rPr>
          <w:rFonts w:hint="eastAsia"/>
          <w:rtl/>
        </w:rPr>
        <w:t>صبر</w:t>
      </w:r>
      <w:r>
        <w:rPr>
          <w:rtl/>
        </w:rPr>
        <w:t xml:space="preserve"> كے اثرات 12</w:t>
      </w:r>
    </w:p>
    <w:p w:rsidR="001F628F" w:rsidRDefault="001F628F" w:rsidP="00A459D2">
      <w:pPr>
        <w:pStyle w:val="libNormal"/>
        <w:rPr>
          <w:rtl/>
        </w:rPr>
      </w:pPr>
      <w:r>
        <w:rPr>
          <w:rFonts w:hint="eastAsia"/>
          <w:rtl/>
        </w:rPr>
        <w:t>ظالمين</w:t>
      </w:r>
      <w:r>
        <w:rPr>
          <w:rtl/>
        </w:rPr>
        <w:t xml:space="preserve"> :</w:t>
      </w:r>
      <w:r>
        <w:rPr>
          <w:rFonts w:hint="eastAsia"/>
          <w:rtl/>
        </w:rPr>
        <w:t>ظالمين</w:t>
      </w:r>
      <w:r>
        <w:rPr>
          <w:rtl/>
        </w:rPr>
        <w:t xml:space="preserve"> كى حتمى ہلاكت7;ظالمين كى ہلاكت8،14</w:t>
      </w:r>
    </w:p>
    <w:p w:rsidR="001F628F" w:rsidRDefault="001F628F" w:rsidP="00A459D2">
      <w:pPr>
        <w:pStyle w:val="libNormal"/>
        <w:rPr>
          <w:rtl/>
        </w:rPr>
      </w:pPr>
      <w:r>
        <w:rPr>
          <w:rFonts w:hint="eastAsia"/>
          <w:rtl/>
        </w:rPr>
        <w:t>كفار</w:t>
      </w:r>
      <w:r>
        <w:rPr>
          <w:rtl/>
        </w:rPr>
        <w:t>:</w:t>
      </w:r>
      <w:r>
        <w:rPr>
          <w:rFonts w:hint="eastAsia"/>
          <w:rtl/>
        </w:rPr>
        <w:t>كفاركے</w:t>
      </w:r>
      <w:r>
        <w:rPr>
          <w:rtl/>
        </w:rPr>
        <w:t xml:space="preserve"> ساتھ ٹمٹنے كا طريقہ1،2;كفاركى منہ زوري2;كفاركى اذيتو</w:t>
      </w:r>
      <w:r w:rsidR="00083993">
        <w:rPr>
          <w:rtl/>
        </w:rPr>
        <w:t xml:space="preserve">ں </w:t>
      </w:r>
      <w:r>
        <w:rPr>
          <w:rtl/>
        </w:rPr>
        <w:t>پرصبر 12</w:t>
      </w:r>
    </w:p>
    <w:p w:rsidR="001F628F" w:rsidRDefault="001F628F" w:rsidP="00A459D2">
      <w:pPr>
        <w:pStyle w:val="libNormal"/>
        <w:rPr>
          <w:rtl/>
        </w:rPr>
      </w:pPr>
      <w:r>
        <w:rPr>
          <w:rFonts w:hint="eastAsia"/>
          <w:rtl/>
        </w:rPr>
        <w:t>كفر</w:t>
      </w:r>
      <w:r>
        <w:rPr>
          <w:rtl/>
        </w:rPr>
        <w:t>:</w:t>
      </w:r>
      <w:r>
        <w:rPr>
          <w:rFonts w:hint="eastAsia"/>
          <w:rtl/>
        </w:rPr>
        <w:t>انبياء</w:t>
      </w:r>
      <w:r>
        <w:rPr>
          <w:rtl/>
        </w:rPr>
        <w:t xml:space="preserve"> </w:t>
      </w:r>
      <w:r w:rsidR="00367F17" w:rsidRPr="00367F17">
        <w:rPr>
          <w:rStyle w:val="libAlaemChar"/>
          <w:rtl/>
        </w:rPr>
        <w:t xml:space="preserve"> عليه‌السلام </w:t>
      </w:r>
      <w:r>
        <w:rPr>
          <w:rtl/>
        </w:rPr>
        <w:t xml:space="preserve"> سے كفر11</w:t>
      </w:r>
    </w:p>
    <w:p w:rsidR="001F628F" w:rsidRDefault="001F628F" w:rsidP="00A459D2">
      <w:pPr>
        <w:pStyle w:val="libNormal"/>
        <w:rPr>
          <w:rtl/>
        </w:rPr>
      </w:pPr>
      <w:r>
        <w:rPr>
          <w:rFonts w:hint="eastAsia"/>
          <w:rtl/>
        </w:rPr>
        <w:t>گزشتہ</w:t>
      </w:r>
      <w:r>
        <w:rPr>
          <w:rtl/>
        </w:rPr>
        <w:t xml:space="preserve"> اقوام :</w:t>
      </w:r>
      <w:r>
        <w:rPr>
          <w:rFonts w:hint="eastAsia"/>
          <w:rtl/>
        </w:rPr>
        <w:t>گزشتہ</w:t>
      </w:r>
      <w:r>
        <w:rPr>
          <w:rtl/>
        </w:rPr>
        <w:t xml:space="preserve"> اقوام كا دعوى 4; گزشتہ اقوام كى فكر5; گزشتہ اقوام كے عقيدے كى پيروي5;گزشتہ اقوام كا خوف6;گزشتہ اقوام كى دھمكيا</w:t>
      </w:r>
      <w:r w:rsidR="00083993">
        <w:rPr>
          <w:rtl/>
        </w:rPr>
        <w:t xml:space="preserve">ں </w:t>
      </w:r>
      <w:r>
        <w:rPr>
          <w:rtl/>
        </w:rPr>
        <w:t>1;گزشتہ اقوام كى دشمنى 1،3;گزشتہ اقوام كى قدرت طلبي4;گزشتہ اقوام كى پريشاني6</w:t>
      </w:r>
    </w:p>
    <w:p w:rsidR="001F628F" w:rsidRDefault="001F628F" w:rsidP="00A459D2">
      <w:pPr>
        <w:pStyle w:val="libNormal"/>
        <w:rPr>
          <w:rtl/>
        </w:rPr>
      </w:pPr>
      <w:r>
        <w:rPr>
          <w:rFonts w:hint="eastAsia"/>
          <w:rtl/>
        </w:rPr>
        <w:t>نافرمان</w:t>
      </w:r>
      <w:r>
        <w:rPr>
          <w:rtl/>
        </w:rPr>
        <w:t xml:space="preserve"> لوگ:</w:t>
      </w:r>
      <w:r>
        <w:rPr>
          <w:rFonts w:hint="eastAsia"/>
          <w:rtl/>
        </w:rPr>
        <w:t>نافرمان</w:t>
      </w:r>
      <w:r>
        <w:rPr>
          <w:rtl/>
        </w:rPr>
        <w:t xml:space="preserve"> لوگو</w:t>
      </w:r>
      <w:r w:rsidR="00083993">
        <w:rPr>
          <w:rtl/>
        </w:rPr>
        <w:t xml:space="preserve">ں </w:t>
      </w:r>
      <w:r>
        <w:rPr>
          <w:rtl/>
        </w:rPr>
        <w:t>پر اتمام حجت 13;نافرمان لوگو</w:t>
      </w:r>
      <w:r w:rsidR="00083993">
        <w:rPr>
          <w:rtl/>
        </w:rPr>
        <w:t xml:space="preserve">ں </w:t>
      </w:r>
      <w:r>
        <w:rPr>
          <w:rtl/>
        </w:rPr>
        <w:t>كے سزا كى شرائط13;نافرمان لوگو</w:t>
      </w:r>
      <w:r w:rsidR="00083993">
        <w:rPr>
          <w:rtl/>
        </w:rPr>
        <w:t xml:space="preserve">ں </w:t>
      </w:r>
      <w:r>
        <w:rPr>
          <w:rtl/>
        </w:rPr>
        <w:t>كى ہدايت 13</w:t>
      </w:r>
    </w:p>
    <w:p w:rsidR="001F628F" w:rsidRDefault="00A459D2" w:rsidP="00A459D2">
      <w:pPr>
        <w:pStyle w:val="Heading2Center"/>
        <w:rPr>
          <w:rtl/>
        </w:rPr>
      </w:pPr>
      <w:bookmarkStart w:id="14" w:name="_Toc28081692"/>
      <w:r>
        <w:rPr>
          <w:rFonts w:hint="cs"/>
          <w:rtl/>
        </w:rPr>
        <w:t>آیت 14</w:t>
      </w:r>
      <w:bookmarkEnd w:id="14"/>
    </w:p>
    <w:p w:rsidR="001F628F" w:rsidRDefault="00E260F9" w:rsidP="00A459D2">
      <w:pPr>
        <w:pStyle w:val="libNormal"/>
        <w:rPr>
          <w:rtl/>
        </w:rPr>
      </w:pPr>
      <w:r w:rsidRPr="00E260F9">
        <w:rPr>
          <w:rStyle w:val="libAlaemChar"/>
          <w:rFonts w:hint="eastAsia"/>
          <w:rtl/>
        </w:rPr>
        <w:t>(</w:t>
      </w:r>
      <w:r w:rsidRPr="00A459D2">
        <w:rPr>
          <w:rStyle w:val="libAieChar"/>
          <w:rFonts w:hint="eastAsia"/>
          <w:rtl/>
        </w:rPr>
        <w:t>وَلَنُسْكِنَنَّـكُمُ</w:t>
      </w:r>
      <w:r w:rsidRPr="00A459D2">
        <w:rPr>
          <w:rStyle w:val="libAieChar"/>
          <w:rtl/>
        </w:rPr>
        <w:t xml:space="preserve"> الأَرْضَ مِن بَعْدِهِمْ ذَلِكَ لِمَنْ خَافَ مَقَامِي وَخَافَ وَعِيدِ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تمھي</w:t>
      </w:r>
      <w:r w:rsidR="00083993">
        <w:rPr>
          <w:rtl/>
        </w:rPr>
        <w:t xml:space="preserve">ں </w:t>
      </w:r>
      <w:r>
        <w:rPr>
          <w:rtl/>
        </w:rPr>
        <w:t>ان كے بعد زمين مي</w:t>
      </w:r>
      <w:r w:rsidR="00083993">
        <w:rPr>
          <w:rtl/>
        </w:rPr>
        <w:t xml:space="preserve">ں </w:t>
      </w:r>
      <w:r>
        <w:rPr>
          <w:rtl/>
        </w:rPr>
        <w:t>آباد كردي</w:t>
      </w:r>
      <w:r w:rsidR="00083993">
        <w:rPr>
          <w:rtl/>
        </w:rPr>
        <w:t xml:space="preserve">ں </w:t>
      </w:r>
      <w:r>
        <w:rPr>
          <w:rtl/>
        </w:rPr>
        <w:t>گے اور يہ سب ان لوگو</w:t>
      </w:r>
      <w:r w:rsidR="00083993">
        <w:rPr>
          <w:rtl/>
        </w:rPr>
        <w:t xml:space="preserve">ں </w:t>
      </w:r>
      <w:r>
        <w:rPr>
          <w:rtl/>
        </w:rPr>
        <w:t>كے لئے جو ہمارے مقام اور مرتبہ سے ڈرتے ہي</w:t>
      </w:r>
      <w:r w:rsidR="00083993">
        <w:rPr>
          <w:rtl/>
        </w:rPr>
        <w:t xml:space="preserve">ں </w:t>
      </w:r>
      <w:r>
        <w:rPr>
          <w:rtl/>
        </w:rPr>
        <w:t>اور ہمارے عذاب كا خوف ركھتے ہي</w:t>
      </w:r>
      <w:r w:rsidR="00083993">
        <w:rPr>
          <w:rtl/>
        </w:rPr>
        <w:t xml:space="preserve">ں </w:t>
      </w:r>
      <w:r>
        <w:rPr>
          <w:rtl/>
        </w:rPr>
        <w:t>_</w:t>
      </w:r>
    </w:p>
    <w:p w:rsidR="001F628F" w:rsidRDefault="001F628F" w:rsidP="00A459D2">
      <w:pPr>
        <w:pStyle w:val="libNormal"/>
        <w:rPr>
          <w:rtl/>
        </w:rPr>
      </w:pPr>
      <w:r>
        <w:rPr>
          <w:rtl/>
        </w:rPr>
        <w:t xml:space="preserve">1_كفار كى جانب سے انبياء </w:t>
      </w:r>
      <w:r w:rsidR="00367F17" w:rsidRPr="00367F17">
        <w:rPr>
          <w:rStyle w:val="libAlaemChar"/>
          <w:rtl/>
        </w:rPr>
        <w:t xml:space="preserve"> عليه‌السلام </w:t>
      </w:r>
      <w:r>
        <w:rPr>
          <w:rtl/>
        </w:rPr>
        <w:t xml:space="preserve"> كو نكالے جانے كى دھمكى كے بعد خداوند متعال كا ا نہي</w:t>
      </w:r>
      <w:r w:rsidR="00083993">
        <w:rPr>
          <w:rtl/>
        </w:rPr>
        <w:t xml:space="preserve">ں </w:t>
      </w:r>
      <w:r>
        <w:rPr>
          <w:rtl/>
        </w:rPr>
        <w:t>اپنى سر زمين مي</w:t>
      </w:r>
      <w:r w:rsidR="00083993">
        <w:rPr>
          <w:rtl/>
        </w:rPr>
        <w:t xml:space="preserve">ں </w:t>
      </w:r>
      <w:r>
        <w:rPr>
          <w:rtl/>
        </w:rPr>
        <w:t>بسانے كا وعدہ دينا_</w:t>
      </w:r>
      <w:r w:rsidRPr="00A459D2">
        <w:rPr>
          <w:rStyle w:val="libArabicChar"/>
          <w:rFonts w:hint="eastAsia"/>
          <w:rtl/>
        </w:rPr>
        <w:t>وقال</w:t>
      </w:r>
      <w:r w:rsidRPr="00A459D2">
        <w:rPr>
          <w:rStyle w:val="libArabicChar"/>
          <w:rtl/>
        </w:rPr>
        <w:t xml:space="preserve"> الذين كفروا لرسل</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لنخرجنّكم</w:t>
      </w:r>
      <w:r w:rsidRPr="00A459D2">
        <w:rPr>
          <w:rStyle w:val="libArabicChar"/>
          <w:rtl/>
        </w:rPr>
        <w:t xml:space="preserve"> </w:t>
      </w:r>
      <w:r w:rsidRPr="00A459D2">
        <w:rPr>
          <w:rStyle w:val="libArabicChar"/>
          <w:rFonts w:hint="cs"/>
          <w:rtl/>
        </w:rPr>
        <w:t>من</w:t>
      </w:r>
      <w:r w:rsidRPr="00A459D2">
        <w:rPr>
          <w:rStyle w:val="libArabicChar"/>
          <w:rtl/>
        </w:rPr>
        <w:t xml:space="preserve"> </w:t>
      </w:r>
      <w:r w:rsidRPr="00A459D2">
        <w:rPr>
          <w:rStyle w:val="libArabicChar"/>
          <w:rFonts w:hint="cs"/>
          <w:rtl/>
        </w:rPr>
        <w:t>ا</w:t>
      </w:r>
      <w:r w:rsidRPr="00A459D2">
        <w:rPr>
          <w:rStyle w:val="libArabicChar"/>
          <w:rtl/>
        </w:rPr>
        <w:t xml:space="preserve"> </w:t>
      </w:r>
      <w:r w:rsidRPr="00A459D2">
        <w:rPr>
          <w:rStyle w:val="libArabicChar"/>
          <w:rFonts w:hint="cs"/>
          <w:rtl/>
        </w:rPr>
        <w:t>رضنا</w:t>
      </w:r>
      <w:r w:rsidRPr="00A459D2">
        <w:rPr>
          <w:rStyle w:val="libArabicChar"/>
          <w:rtl/>
        </w:rPr>
        <w:t xml:space="preserve"> ... </w:t>
      </w:r>
      <w:r w:rsidRPr="00A459D2">
        <w:rPr>
          <w:rStyle w:val="libArabicChar"/>
          <w:rFonts w:hint="cs"/>
          <w:rtl/>
        </w:rPr>
        <w:t>ف</w:t>
      </w:r>
      <w:r w:rsidRPr="00A459D2">
        <w:rPr>
          <w:rStyle w:val="libArabicChar"/>
          <w:rtl/>
        </w:rPr>
        <w:t>ا وحى الي</w:t>
      </w:r>
      <w:r w:rsidR="00B2551F" w:rsidRPr="00B2551F">
        <w:rPr>
          <w:rStyle w:val="libArabicChar"/>
          <w:rFonts w:hint="cs"/>
          <w:rtl/>
        </w:rPr>
        <w:t>ه</w:t>
      </w:r>
      <w:r w:rsidRPr="00A459D2">
        <w:rPr>
          <w:rStyle w:val="libArabicChar"/>
          <w:rFonts w:hint="cs"/>
          <w:rtl/>
        </w:rPr>
        <w:t>م</w:t>
      </w:r>
      <w:r w:rsidRPr="00A459D2">
        <w:rPr>
          <w:rStyle w:val="libArabicChar"/>
          <w:rtl/>
        </w:rPr>
        <w:t xml:space="preserve"> ... </w:t>
      </w:r>
      <w:r w:rsidRPr="00A459D2">
        <w:rPr>
          <w:rStyle w:val="libArabicChar"/>
          <w:rFonts w:hint="cs"/>
          <w:rtl/>
        </w:rPr>
        <w:t>ولنسكننّكم</w:t>
      </w:r>
      <w:r w:rsidRPr="00A459D2">
        <w:rPr>
          <w:rStyle w:val="libArabicChar"/>
          <w:rtl/>
        </w:rPr>
        <w:t xml:space="preserve"> </w:t>
      </w:r>
      <w:r w:rsidRPr="00A459D2">
        <w:rPr>
          <w:rStyle w:val="libArabicChar"/>
          <w:rFonts w:hint="cs"/>
          <w:rtl/>
        </w:rPr>
        <w:t>الا</w:t>
      </w:r>
      <w:r w:rsidRPr="00A459D2">
        <w:rPr>
          <w:rStyle w:val="libArabicChar"/>
          <w:rtl/>
        </w:rPr>
        <w:t xml:space="preserve"> </w:t>
      </w:r>
      <w:r w:rsidRPr="00A459D2">
        <w:rPr>
          <w:rStyle w:val="libArabicChar"/>
          <w:rFonts w:hint="cs"/>
          <w:rtl/>
        </w:rPr>
        <w:t>رض</w:t>
      </w:r>
      <w:r w:rsidRPr="00A459D2">
        <w:rPr>
          <w:rStyle w:val="libArabicChar"/>
          <w:rtl/>
        </w:rPr>
        <w:t xml:space="preserve"> </w:t>
      </w:r>
      <w:r w:rsidRPr="00A459D2">
        <w:rPr>
          <w:rStyle w:val="libArabicChar"/>
          <w:rFonts w:hint="cs"/>
          <w:rtl/>
        </w:rPr>
        <w:t>من</w:t>
      </w:r>
      <w:r w:rsidRPr="00A459D2">
        <w:rPr>
          <w:rStyle w:val="libArabicChar"/>
          <w:rtl/>
        </w:rPr>
        <w:t xml:space="preserve"> بعد</w:t>
      </w:r>
      <w:r w:rsidR="00B2551F" w:rsidRPr="00B2551F">
        <w:rPr>
          <w:rStyle w:val="libArabicChar"/>
          <w:rFonts w:hint="cs"/>
          <w:rtl/>
        </w:rPr>
        <w:t>ه</w:t>
      </w:r>
      <w:r w:rsidRPr="00A459D2">
        <w:rPr>
          <w:rStyle w:val="libArabicChar"/>
          <w:rFonts w:hint="cs"/>
          <w:rtl/>
        </w:rPr>
        <w:t>م</w:t>
      </w:r>
    </w:p>
    <w:p w:rsidR="001F628F" w:rsidRDefault="001F628F" w:rsidP="001F628F">
      <w:pPr>
        <w:pStyle w:val="libNormal"/>
        <w:rPr>
          <w:rtl/>
        </w:rPr>
      </w:pPr>
      <w:r>
        <w:rPr>
          <w:rtl/>
        </w:rPr>
        <w:t>2_خداوند متعال ، حق سے برسرپيكارظالمين كى سركشى كے مقابلے مي</w:t>
      </w:r>
      <w:r w:rsidR="00083993">
        <w:rPr>
          <w:rtl/>
        </w:rPr>
        <w:t xml:space="preserve">ں </w:t>
      </w:r>
      <w:r>
        <w:rPr>
          <w:rtl/>
        </w:rPr>
        <w:t>حق طلب مظلومو</w:t>
      </w:r>
      <w:r w:rsidR="00083993">
        <w:rPr>
          <w:rtl/>
        </w:rPr>
        <w:t xml:space="preserve">ں </w:t>
      </w:r>
      <w:r>
        <w:rPr>
          <w:rtl/>
        </w:rPr>
        <w:t>كے گروہ كا دفاع اور حمايت كرتا ہے_</w:t>
      </w:r>
    </w:p>
    <w:p w:rsidR="001F628F" w:rsidRDefault="001F628F" w:rsidP="00A459D2">
      <w:pPr>
        <w:pStyle w:val="libArabic"/>
        <w:rPr>
          <w:rtl/>
        </w:rPr>
      </w:pPr>
      <w:r>
        <w:rPr>
          <w:rFonts w:hint="eastAsia"/>
          <w:rtl/>
        </w:rPr>
        <w:t>وقال</w:t>
      </w:r>
      <w:r>
        <w:rPr>
          <w:rtl/>
        </w:rPr>
        <w:t xml:space="preserve"> الذين كفروا ... لنخرجنّكم من ا رضنا ... فا وحى 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الظلمين</w:t>
      </w:r>
      <w:r>
        <w:rPr>
          <w:rtl/>
        </w:rPr>
        <w:t>_</w:t>
      </w:r>
      <w:r>
        <w:rPr>
          <w:rFonts w:hint="cs"/>
          <w:rtl/>
        </w:rPr>
        <w:t>ولنسكننّكم</w:t>
      </w:r>
      <w:r>
        <w:rPr>
          <w:rtl/>
        </w:rPr>
        <w:t xml:space="preserve"> </w:t>
      </w:r>
      <w:r>
        <w:rPr>
          <w:rFonts w:hint="cs"/>
          <w:rtl/>
        </w:rPr>
        <w:t>الا</w:t>
      </w:r>
      <w:r>
        <w:rPr>
          <w:rtl/>
        </w:rPr>
        <w:t xml:space="preserve"> </w:t>
      </w:r>
      <w:r>
        <w:rPr>
          <w:rFonts w:hint="cs"/>
          <w:rtl/>
        </w:rPr>
        <w:t>رض</w:t>
      </w:r>
      <w:r>
        <w:rPr>
          <w:rtl/>
        </w:rPr>
        <w:t xml:space="preserve"> </w:t>
      </w:r>
      <w:r>
        <w:rPr>
          <w:rFonts w:hint="cs"/>
          <w:rtl/>
        </w:rPr>
        <w:t>من</w:t>
      </w:r>
      <w:r>
        <w:rPr>
          <w:rtl/>
        </w:rPr>
        <w:t xml:space="preserve"> بعد</w:t>
      </w:r>
      <w:r w:rsidR="00B2551F" w:rsidRPr="00B2551F">
        <w:rPr>
          <w:rFonts w:hint="cs"/>
          <w:rtl/>
        </w:rPr>
        <w:t>ه</w:t>
      </w:r>
      <w:r>
        <w:rPr>
          <w:rFonts w:hint="cs"/>
          <w:rtl/>
        </w:rPr>
        <w:t>م</w:t>
      </w:r>
    </w:p>
    <w:p w:rsidR="00A459D2" w:rsidRDefault="00A459D2" w:rsidP="00A459D2">
      <w:pPr>
        <w:pStyle w:val="libNormal"/>
        <w:rPr>
          <w:rtl/>
        </w:rPr>
      </w:pPr>
      <w:r>
        <w:rPr>
          <w:rtl/>
        </w:rPr>
        <w:t>3_ظالم كفاركى جانب سے انبياء الہى كو ا نكے ابا ئي وطن سے نكالے جانے كى دھمكى كے بعد خدا وند متعال كا ظالم كفار كو موت كى تہديد كرنا _</w:t>
      </w:r>
    </w:p>
    <w:p w:rsidR="00A459D2" w:rsidRDefault="00A459D2" w:rsidP="00A459D2">
      <w:pPr>
        <w:pStyle w:val="libArabic"/>
        <w:rPr>
          <w:rtl/>
        </w:rPr>
      </w:pPr>
      <w:r>
        <w:rPr>
          <w:rFonts w:hint="eastAsia"/>
          <w:rtl/>
        </w:rPr>
        <w:t>وقال</w:t>
      </w:r>
      <w:r>
        <w:rPr>
          <w:rtl/>
        </w:rPr>
        <w:t xml:space="preserve"> الذين كفروا ... لنخرجنّكم من ا رضنا ... فا وحى 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الظلمين</w:t>
      </w:r>
      <w:r>
        <w:rPr>
          <w:rtl/>
        </w:rPr>
        <w:t>_</w:t>
      </w:r>
      <w:r>
        <w:rPr>
          <w:rFonts w:hint="cs"/>
          <w:rtl/>
        </w:rPr>
        <w:t>ولنسكننّكم</w:t>
      </w:r>
      <w:r>
        <w:rPr>
          <w:rtl/>
        </w:rPr>
        <w:t xml:space="preserve"> </w:t>
      </w:r>
      <w:r>
        <w:rPr>
          <w:rFonts w:hint="cs"/>
          <w:rtl/>
        </w:rPr>
        <w:t>الا</w:t>
      </w:r>
      <w:r>
        <w:rPr>
          <w:rtl/>
        </w:rPr>
        <w:t xml:space="preserve"> </w:t>
      </w:r>
      <w:r>
        <w:rPr>
          <w:rFonts w:hint="cs"/>
          <w:rtl/>
        </w:rPr>
        <w:t>رض</w:t>
      </w:r>
      <w:r>
        <w:rPr>
          <w:rtl/>
        </w:rPr>
        <w:t xml:space="preserve"> </w:t>
      </w:r>
      <w:r>
        <w:rPr>
          <w:rFonts w:hint="cs"/>
          <w:rtl/>
        </w:rPr>
        <w:t>من</w:t>
      </w:r>
      <w:r>
        <w:rPr>
          <w:rtl/>
        </w:rPr>
        <w:t xml:space="preserve"> بعد</w:t>
      </w:r>
      <w:r w:rsidR="00B2551F" w:rsidRPr="00B2551F">
        <w:rPr>
          <w:rFonts w:hint="cs"/>
          <w:rtl/>
        </w:rPr>
        <w:t>ه</w:t>
      </w:r>
      <w:r>
        <w:rPr>
          <w:rFonts w:hint="cs"/>
          <w:rtl/>
        </w:rPr>
        <w:t>م</w:t>
      </w:r>
    </w:p>
    <w:p w:rsidR="00A459D2" w:rsidRDefault="001E7F9D" w:rsidP="00F73EDE">
      <w:pPr>
        <w:pStyle w:val="libPoemTini"/>
        <w:rPr>
          <w:rtl/>
        </w:rPr>
      </w:pPr>
      <w:r>
        <w:rPr>
          <w:rtl/>
        </w:rPr>
        <w:br w:type="page"/>
      </w:r>
    </w:p>
    <w:p w:rsidR="001F628F" w:rsidRDefault="001F628F" w:rsidP="00A459D2">
      <w:pPr>
        <w:pStyle w:val="libNormal"/>
        <w:rPr>
          <w:rtl/>
        </w:rPr>
      </w:pPr>
      <w:r>
        <w:rPr>
          <w:rtl/>
        </w:rPr>
        <w:lastRenderedPageBreak/>
        <w:t xml:space="preserve">4_كافر اقوام كى جانب سے انبياء الہى </w:t>
      </w:r>
      <w:r w:rsidR="00367F17" w:rsidRPr="00367F17">
        <w:rPr>
          <w:rStyle w:val="libAlaemChar"/>
          <w:rtl/>
        </w:rPr>
        <w:t xml:space="preserve"> عليه‌السلام </w:t>
      </w:r>
      <w:r>
        <w:rPr>
          <w:rtl/>
        </w:rPr>
        <w:t xml:space="preserve"> كى دعوت رد ّ ہو جانے ، ان كى جانب سے انبياء </w:t>
      </w:r>
      <w:r w:rsidR="00367F17" w:rsidRPr="00367F17">
        <w:rPr>
          <w:rStyle w:val="libAlaemChar"/>
          <w:rtl/>
        </w:rPr>
        <w:t xml:space="preserve"> عليه‌السلام </w:t>
      </w:r>
      <w:r>
        <w:rPr>
          <w:rtl/>
        </w:rPr>
        <w:t xml:space="preserve"> كو ازار واذيت دينے اور دھمكى ملنے كے بعد خداو ند متعال كا انبياء </w:t>
      </w:r>
      <w:r w:rsidR="00367F17" w:rsidRPr="00367F17">
        <w:rPr>
          <w:rStyle w:val="libAlaemChar"/>
          <w:rtl/>
        </w:rPr>
        <w:t xml:space="preserve"> عليه‌السلام </w:t>
      </w:r>
      <w:r>
        <w:rPr>
          <w:rtl/>
        </w:rPr>
        <w:t xml:space="preserve"> كو تسلى دينا_</w:t>
      </w:r>
      <w:r w:rsidRPr="00A459D2">
        <w:rPr>
          <w:rStyle w:val="libArabicChar"/>
          <w:rFonts w:hint="eastAsia"/>
          <w:rtl/>
        </w:rPr>
        <w:t>ولنصبرنّ</w:t>
      </w:r>
      <w:r w:rsidRPr="00A459D2">
        <w:rPr>
          <w:rStyle w:val="libArabicChar"/>
          <w:rtl/>
        </w:rPr>
        <w:t xml:space="preserve"> على ماء اذيتمونا ... وقال الذين كفروا لرسل</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لنخرجنّكم</w:t>
      </w:r>
      <w:r w:rsidRPr="00A459D2">
        <w:rPr>
          <w:rStyle w:val="libArabicChar"/>
          <w:rtl/>
        </w:rPr>
        <w:t xml:space="preserve"> </w:t>
      </w:r>
      <w:r w:rsidRPr="00A459D2">
        <w:rPr>
          <w:rStyle w:val="libArabicChar"/>
          <w:rFonts w:hint="cs"/>
          <w:rtl/>
        </w:rPr>
        <w:t>من</w:t>
      </w:r>
      <w:r w:rsidRPr="00A459D2">
        <w:rPr>
          <w:rStyle w:val="libArabicChar"/>
          <w:rtl/>
        </w:rPr>
        <w:t xml:space="preserve"> </w:t>
      </w:r>
      <w:r w:rsidRPr="00A459D2">
        <w:rPr>
          <w:rStyle w:val="libArabicChar"/>
          <w:rFonts w:hint="cs"/>
          <w:rtl/>
        </w:rPr>
        <w:t>ا</w:t>
      </w:r>
      <w:r w:rsidRPr="00A459D2">
        <w:rPr>
          <w:rStyle w:val="libArabicChar"/>
          <w:rtl/>
        </w:rPr>
        <w:t xml:space="preserve"> </w:t>
      </w:r>
      <w:r w:rsidRPr="00A459D2">
        <w:rPr>
          <w:rStyle w:val="libArabicChar"/>
          <w:rFonts w:hint="cs"/>
          <w:rtl/>
        </w:rPr>
        <w:t>رضنا</w:t>
      </w:r>
      <w:r w:rsidRPr="00A459D2">
        <w:rPr>
          <w:rStyle w:val="libArabicChar"/>
          <w:rtl/>
        </w:rPr>
        <w:t xml:space="preserve"> ... </w:t>
      </w:r>
      <w:r w:rsidRPr="00A459D2">
        <w:rPr>
          <w:rStyle w:val="libArabicChar"/>
          <w:rFonts w:hint="cs"/>
          <w:rtl/>
        </w:rPr>
        <w:t>فا</w:t>
      </w:r>
      <w:r w:rsidRPr="00A459D2">
        <w:rPr>
          <w:rStyle w:val="libArabicChar"/>
          <w:rtl/>
        </w:rPr>
        <w:t xml:space="preserve"> </w:t>
      </w:r>
      <w:r w:rsidRPr="00A459D2">
        <w:rPr>
          <w:rStyle w:val="libArabicChar"/>
          <w:rFonts w:hint="cs"/>
          <w:rtl/>
        </w:rPr>
        <w:t>وحى</w:t>
      </w:r>
      <w:r w:rsidRPr="00A459D2">
        <w:rPr>
          <w:rStyle w:val="libArabicChar"/>
          <w:rtl/>
        </w:rPr>
        <w:t xml:space="preserve"> </w:t>
      </w:r>
      <w:r w:rsidRPr="00A459D2">
        <w:rPr>
          <w:rStyle w:val="libArabicChar"/>
          <w:rFonts w:hint="cs"/>
          <w:rtl/>
        </w:rPr>
        <w:t>الي</w:t>
      </w:r>
      <w:r w:rsidR="00B2551F" w:rsidRPr="00B2551F">
        <w:rPr>
          <w:rStyle w:val="libArabicChar"/>
          <w:rFonts w:hint="cs"/>
          <w:rtl/>
        </w:rPr>
        <w:t>ه</w:t>
      </w:r>
      <w:r w:rsidRPr="00A459D2">
        <w:rPr>
          <w:rStyle w:val="libArabicChar"/>
          <w:rFonts w:hint="cs"/>
          <w:rtl/>
        </w:rPr>
        <w:t>م</w:t>
      </w:r>
      <w:r w:rsidRPr="00A459D2">
        <w:rPr>
          <w:rStyle w:val="libArabicChar"/>
          <w:rtl/>
        </w:rPr>
        <w:t xml:space="preserve"> ربّ</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لن</w:t>
      </w:r>
      <w:r w:rsidR="00B2551F" w:rsidRPr="00B2551F">
        <w:rPr>
          <w:rStyle w:val="libArabicChar"/>
          <w:rFonts w:hint="cs"/>
          <w:rtl/>
        </w:rPr>
        <w:t>ه</w:t>
      </w:r>
      <w:r w:rsidRPr="00A459D2">
        <w:rPr>
          <w:rStyle w:val="libArabicChar"/>
          <w:rFonts w:hint="cs"/>
          <w:rtl/>
        </w:rPr>
        <w:t>لكنّ</w:t>
      </w:r>
      <w:r w:rsidRPr="00A459D2">
        <w:rPr>
          <w:rStyle w:val="libArabicChar"/>
          <w:rtl/>
        </w:rPr>
        <w:t xml:space="preserve"> </w:t>
      </w:r>
      <w:r w:rsidRPr="00A459D2">
        <w:rPr>
          <w:rStyle w:val="libArabicChar"/>
          <w:rFonts w:hint="cs"/>
          <w:rtl/>
        </w:rPr>
        <w:t>الظلمين</w:t>
      </w:r>
      <w:r w:rsidRPr="00A459D2">
        <w:rPr>
          <w:rStyle w:val="libArabicChar"/>
          <w:rtl/>
        </w:rPr>
        <w:t>_</w:t>
      </w:r>
      <w:r w:rsidRPr="00A459D2">
        <w:rPr>
          <w:rStyle w:val="libArabicChar"/>
          <w:rFonts w:hint="cs"/>
          <w:rtl/>
        </w:rPr>
        <w:t>ولنسكننّكم</w:t>
      </w:r>
      <w:r w:rsidRPr="00A459D2">
        <w:rPr>
          <w:rStyle w:val="libArabicChar"/>
          <w:rtl/>
        </w:rPr>
        <w:t xml:space="preserve"> </w:t>
      </w:r>
      <w:r w:rsidRPr="00A459D2">
        <w:rPr>
          <w:rStyle w:val="libArabicChar"/>
          <w:rFonts w:hint="cs"/>
          <w:rtl/>
        </w:rPr>
        <w:t>الا</w:t>
      </w:r>
      <w:r w:rsidRPr="00A459D2">
        <w:rPr>
          <w:rStyle w:val="libArabicChar"/>
          <w:rtl/>
        </w:rPr>
        <w:t xml:space="preserve"> </w:t>
      </w:r>
      <w:r w:rsidRPr="00A459D2">
        <w:rPr>
          <w:rStyle w:val="libArabicChar"/>
          <w:rFonts w:hint="cs"/>
          <w:rtl/>
        </w:rPr>
        <w:t>رض</w:t>
      </w:r>
      <w:r w:rsidRPr="00A459D2">
        <w:rPr>
          <w:rStyle w:val="libArabicChar"/>
          <w:rtl/>
        </w:rPr>
        <w:t xml:space="preserve"> </w:t>
      </w:r>
      <w:r w:rsidRPr="00A459D2">
        <w:rPr>
          <w:rStyle w:val="libArabicChar"/>
          <w:rFonts w:hint="cs"/>
          <w:rtl/>
        </w:rPr>
        <w:t>من</w:t>
      </w:r>
      <w:r w:rsidRPr="00A459D2">
        <w:rPr>
          <w:rStyle w:val="libArabicChar"/>
          <w:rtl/>
        </w:rPr>
        <w:t xml:space="preserve"> بعد</w:t>
      </w:r>
      <w:r w:rsidR="00B2551F" w:rsidRPr="00B2551F">
        <w:rPr>
          <w:rStyle w:val="libArabicChar"/>
          <w:rFonts w:hint="cs"/>
          <w:rtl/>
        </w:rPr>
        <w:t>ه</w:t>
      </w:r>
      <w:r w:rsidRPr="00A459D2">
        <w:rPr>
          <w:rStyle w:val="libArabicChar"/>
          <w:rFonts w:hint="cs"/>
          <w:rtl/>
        </w:rPr>
        <w:t>م</w:t>
      </w:r>
    </w:p>
    <w:p w:rsidR="001F628F" w:rsidRPr="00A459D2" w:rsidRDefault="001F628F" w:rsidP="00A459D2">
      <w:pPr>
        <w:pStyle w:val="libNormal"/>
        <w:rPr>
          <w:rStyle w:val="libArabicChar"/>
          <w:rtl/>
        </w:rPr>
      </w:pPr>
      <w:r>
        <w:rPr>
          <w:rtl/>
        </w:rPr>
        <w:t>5_ ظالمو</w:t>
      </w:r>
      <w:r w:rsidR="00083993">
        <w:rPr>
          <w:rtl/>
        </w:rPr>
        <w:t xml:space="preserve">ں </w:t>
      </w:r>
      <w:r>
        <w:rPr>
          <w:rtl/>
        </w:rPr>
        <w:t>كى ہلاكت كے ذريعے انكے چنگل سے نجات پا كر انكى جگہ حاصل كرنا ،فقط انہى لوگو</w:t>
      </w:r>
      <w:r w:rsidR="00083993">
        <w:rPr>
          <w:rtl/>
        </w:rPr>
        <w:t xml:space="preserve">ں </w:t>
      </w:r>
      <w:r>
        <w:rPr>
          <w:rtl/>
        </w:rPr>
        <w:t>كو نصيب ہوتا ہے جوخداوند كے مقام وعيد سے ڈرتے ہو</w:t>
      </w:r>
      <w:r w:rsidR="00083993">
        <w:rPr>
          <w:rtl/>
        </w:rPr>
        <w:t xml:space="preserve">ں </w:t>
      </w:r>
      <w:r>
        <w:rPr>
          <w:rtl/>
        </w:rPr>
        <w:t>_</w:t>
      </w:r>
      <w:r w:rsidRPr="00A459D2">
        <w:rPr>
          <w:rStyle w:val="libArabicChar"/>
          <w:rFonts w:hint="eastAsia"/>
          <w:rtl/>
        </w:rPr>
        <w:t>لن</w:t>
      </w:r>
      <w:r w:rsidR="00B2551F" w:rsidRPr="00B2551F">
        <w:rPr>
          <w:rStyle w:val="libArabicChar"/>
          <w:rFonts w:hint="cs"/>
          <w:rtl/>
        </w:rPr>
        <w:t>ه</w:t>
      </w:r>
      <w:r w:rsidRPr="00A459D2">
        <w:rPr>
          <w:rStyle w:val="libArabicChar"/>
          <w:rFonts w:hint="cs"/>
          <w:rtl/>
        </w:rPr>
        <w:t>لكنّ</w:t>
      </w:r>
      <w:r w:rsidRPr="00A459D2">
        <w:rPr>
          <w:rStyle w:val="libArabicChar"/>
          <w:rtl/>
        </w:rPr>
        <w:t xml:space="preserve"> الظلمين ولنسكننّكم الا رض من بعد</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ذلك</w:t>
      </w:r>
      <w:r w:rsidRPr="00A459D2">
        <w:rPr>
          <w:rStyle w:val="libArabicChar"/>
          <w:rtl/>
        </w:rPr>
        <w:t xml:space="preserve"> </w:t>
      </w:r>
      <w:r w:rsidRPr="00A459D2">
        <w:rPr>
          <w:rStyle w:val="libArabicChar"/>
          <w:rFonts w:hint="cs"/>
          <w:rtl/>
        </w:rPr>
        <w:t>لمن</w:t>
      </w:r>
      <w:r w:rsidRPr="00A459D2">
        <w:rPr>
          <w:rStyle w:val="libArabicChar"/>
          <w:rtl/>
        </w:rPr>
        <w:t xml:space="preserve"> </w:t>
      </w:r>
      <w:r w:rsidRPr="00A459D2">
        <w:rPr>
          <w:rStyle w:val="libArabicChar"/>
          <w:rFonts w:hint="cs"/>
          <w:rtl/>
        </w:rPr>
        <w:t>خاف</w:t>
      </w:r>
      <w:r w:rsidRPr="00A459D2">
        <w:rPr>
          <w:rStyle w:val="libArabicChar"/>
          <w:rtl/>
        </w:rPr>
        <w:t xml:space="preserve"> </w:t>
      </w:r>
      <w:r w:rsidRPr="00A459D2">
        <w:rPr>
          <w:rStyle w:val="libArabicChar"/>
          <w:rFonts w:hint="cs"/>
          <w:rtl/>
        </w:rPr>
        <w:t>مقامى</w:t>
      </w:r>
      <w:r w:rsidRPr="00A459D2">
        <w:rPr>
          <w:rStyle w:val="libArabicChar"/>
          <w:rtl/>
        </w:rPr>
        <w:t xml:space="preserve"> </w:t>
      </w:r>
      <w:r w:rsidRPr="00A459D2">
        <w:rPr>
          <w:rStyle w:val="libArabicChar"/>
          <w:rFonts w:hint="cs"/>
          <w:rtl/>
        </w:rPr>
        <w:t>وخاف</w:t>
      </w:r>
      <w:r w:rsidRPr="00A459D2">
        <w:rPr>
          <w:rStyle w:val="libArabicChar"/>
          <w:rtl/>
        </w:rPr>
        <w:t xml:space="preserve"> وعيد</w:t>
      </w:r>
    </w:p>
    <w:p w:rsidR="001F628F" w:rsidRDefault="001F628F" w:rsidP="00A459D2">
      <w:pPr>
        <w:pStyle w:val="libNormal"/>
        <w:rPr>
          <w:rtl/>
        </w:rPr>
      </w:pPr>
      <w:r>
        <w:rPr>
          <w:rtl/>
        </w:rPr>
        <w:t>6_وہى لوگ خداوندعالم كى خصوصى امداد سے بہرہ مند ہو تے ہي</w:t>
      </w:r>
      <w:r w:rsidR="00083993">
        <w:rPr>
          <w:rtl/>
        </w:rPr>
        <w:t xml:space="preserve">ں </w:t>
      </w:r>
      <w:r>
        <w:rPr>
          <w:rtl/>
        </w:rPr>
        <w:t>جو اس كے مقام وعيد اور حساب وكتاب سے ڈرتے ہو</w:t>
      </w:r>
      <w:r w:rsidR="00083993">
        <w:rPr>
          <w:rtl/>
        </w:rPr>
        <w:t xml:space="preserve">ں </w:t>
      </w:r>
      <w:r>
        <w:rPr>
          <w:rtl/>
        </w:rPr>
        <w:t>_</w:t>
      </w:r>
      <w:r w:rsidRPr="00A459D2">
        <w:rPr>
          <w:rStyle w:val="libArabicChar"/>
          <w:rFonts w:hint="eastAsia"/>
          <w:rtl/>
        </w:rPr>
        <w:t>ولنسكننّكم</w:t>
      </w:r>
      <w:r w:rsidRPr="00A459D2">
        <w:rPr>
          <w:rStyle w:val="libArabicChar"/>
          <w:rtl/>
        </w:rPr>
        <w:t xml:space="preserve"> الا رض من بعد</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ذلك</w:t>
      </w:r>
      <w:r w:rsidRPr="00A459D2">
        <w:rPr>
          <w:rStyle w:val="libArabicChar"/>
          <w:rtl/>
        </w:rPr>
        <w:t xml:space="preserve"> </w:t>
      </w:r>
      <w:r w:rsidRPr="00A459D2">
        <w:rPr>
          <w:rStyle w:val="libArabicChar"/>
          <w:rFonts w:hint="cs"/>
          <w:rtl/>
        </w:rPr>
        <w:t>لمن</w:t>
      </w:r>
      <w:r w:rsidRPr="00A459D2">
        <w:rPr>
          <w:rStyle w:val="libArabicChar"/>
          <w:rtl/>
        </w:rPr>
        <w:t xml:space="preserve"> </w:t>
      </w:r>
      <w:r w:rsidRPr="00A459D2">
        <w:rPr>
          <w:rStyle w:val="libArabicChar"/>
          <w:rFonts w:hint="cs"/>
          <w:rtl/>
        </w:rPr>
        <w:t>خاف</w:t>
      </w:r>
      <w:r w:rsidRPr="00A459D2">
        <w:rPr>
          <w:rStyle w:val="libArabicChar"/>
          <w:rtl/>
        </w:rPr>
        <w:t xml:space="preserve"> </w:t>
      </w:r>
      <w:r w:rsidRPr="00A459D2">
        <w:rPr>
          <w:rStyle w:val="libArabicChar"/>
          <w:rFonts w:hint="cs"/>
          <w:rtl/>
        </w:rPr>
        <w:t>مقامى</w:t>
      </w:r>
      <w:r w:rsidRPr="00A459D2">
        <w:rPr>
          <w:rStyle w:val="libArabicChar"/>
          <w:rtl/>
        </w:rPr>
        <w:t xml:space="preserve"> </w:t>
      </w:r>
      <w:r w:rsidRPr="00A459D2">
        <w:rPr>
          <w:rStyle w:val="libArabicChar"/>
          <w:rFonts w:hint="cs"/>
          <w:rtl/>
        </w:rPr>
        <w:t>وخا</w:t>
      </w:r>
      <w:r w:rsidRPr="00A459D2">
        <w:rPr>
          <w:rStyle w:val="libArabicChar"/>
          <w:rtl/>
        </w:rPr>
        <w:t>ف وعيد</w:t>
      </w:r>
    </w:p>
    <w:p w:rsidR="001F628F" w:rsidRDefault="001F628F" w:rsidP="001F628F">
      <w:pPr>
        <w:pStyle w:val="libNormal"/>
        <w:rPr>
          <w:rtl/>
        </w:rPr>
      </w:pPr>
      <w:r>
        <w:rPr>
          <w:rtl/>
        </w:rPr>
        <w:t>''مقام'' اسم مكان ہے اور اس كے بعد انے والے خوف اور وعيد كے قرينے سے ہوسكتاہے كہ حساب و كتاب كے ليے جو مكان بنايا گيا ہو وہ مراد ہو_</w:t>
      </w:r>
    </w:p>
    <w:p w:rsidR="001F628F" w:rsidRDefault="001F628F" w:rsidP="00A459D2">
      <w:pPr>
        <w:pStyle w:val="libNormal"/>
        <w:rPr>
          <w:rtl/>
        </w:rPr>
      </w:pPr>
      <w:r>
        <w:rPr>
          <w:rtl/>
        </w:rPr>
        <w:t>7_خداوند عالم كى جانب سے حساب و كتاب ليئے جانے اور اس كى وعيد كا خوف ،خداوند متعال كى جانب سے ا يك قابل تشويق اور قدرو منزلت كى حامل چيز ہے_</w:t>
      </w:r>
      <w:r w:rsidRPr="00A459D2">
        <w:rPr>
          <w:rStyle w:val="libArabicChar"/>
          <w:rFonts w:hint="eastAsia"/>
          <w:rtl/>
        </w:rPr>
        <w:t>ذلك</w:t>
      </w:r>
      <w:r w:rsidRPr="00A459D2">
        <w:rPr>
          <w:rStyle w:val="libArabicChar"/>
          <w:rtl/>
        </w:rPr>
        <w:t xml:space="preserve"> لمن خاف مقامى وخاف وعيد</w:t>
      </w:r>
    </w:p>
    <w:p w:rsidR="001F628F" w:rsidRDefault="001F628F" w:rsidP="00A459D2">
      <w:pPr>
        <w:pStyle w:val="libNormal"/>
        <w:rPr>
          <w:rtl/>
        </w:rPr>
      </w:pPr>
      <w:r>
        <w:rPr>
          <w:rtl/>
        </w:rPr>
        <w:t>8_امور كى مضبوطى اور استحكام خداوند تعالى كے ہاتھ مي</w:t>
      </w:r>
      <w:r w:rsidR="00083993">
        <w:rPr>
          <w:rtl/>
        </w:rPr>
        <w:t xml:space="preserve">ں </w:t>
      </w:r>
      <w:r>
        <w:rPr>
          <w:rtl/>
        </w:rPr>
        <w:t>ہے_</w:t>
      </w:r>
      <w:r w:rsidRPr="00A459D2">
        <w:rPr>
          <w:rStyle w:val="libArabicChar"/>
          <w:rFonts w:hint="eastAsia"/>
          <w:rtl/>
        </w:rPr>
        <w:t>ذلك</w:t>
      </w:r>
      <w:r w:rsidRPr="00A459D2">
        <w:rPr>
          <w:rStyle w:val="libArabicChar"/>
          <w:rtl/>
        </w:rPr>
        <w:t xml:space="preserve"> لمن خاف مقامى وخاف وعيد</w:t>
      </w:r>
    </w:p>
    <w:p w:rsidR="001F628F" w:rsidRDefault="001F628F" w:rsidP="001F628F">
      <w:pPr>
        <w:pStyle w:val="libNormal"/>
        <w:rPr>
          <w:rtl/>
        </w:rPr>
      </w:pPr>
      <w:r>
        <w:rPr>
          <w:rtl/>
        </w:rPr>
        <w:t>''مقام '' ہو سكتا ہے مصدر ميمى اور امور كے خداوند عالم كے ساتھ قائم ہو نے كے معنى مي</w:t>
      </w:r>
      <w:r w:rsidR="00083993">
        <w:rPr>
          <w:rtl/>
        </w:rPr>
        <w:t xml:space="preserve">ں </w:t>
      </w:r>
      <w:r>
        <w:rPr>
          <w:rtl/>
        </w:rPr>
        <w:t>ہو</w:t>
      </w:r>
    </w:p>
    <w:p w:rsidR="001F628F" w:rsidRDefault="001F628F" w:rsidP="001F628F">
      <w:pPr>
        <w:pStyle w:val="libNormal"/>
        <w:rPr>
          <w:rtl/>
        </w:rPr>
      </w:pPr>
      <w:r>
        <w:rPr>
          <w:rtl/>
        </w:rPr>
        <w:t>9_ انسانو</w:t>
      </w:r>
      <w:r w:rsidR="00083993">
        <w:rPr>
          <w:rtl/>
        </w:rPr>
        <w:t xml:space="preserve">ں </w:t>
      </w:r>
      <w:r>
        <w:rPr>
          <w:rtl/>
        </w:rPr>
        <w:t>كى زندگى اورتاريخى تحولات پر معنوى اور باطنى احوال كااثر انداز ہونا_</w:t>
      </w:r>
    </w:p>
    <w:p w:rsidR="001F628F" w:rsidRDefault="001F628F" w:rsidP="00A459D2">
      <w:pPr>
        <w:pStyle w:val="libArabic"/>
        <w:rPr>
          <w:rtl/>
        </w:rPr>
      </w:pPr>
      <w:r>
        <w:rPr>
          <w:rFonts w:hint="eastAsia"/>
          <w:rtl/>
        </w:rPr>
        <w:t>لن</w:t>
      </w:r>
      <w:r w:rsidR="00B2551F" w:rsidRPr="00B2551F">
        <w:rPr>
          <w:rFonts w:hint="cs"/>
          <w:rtl/>
        </w:rPr>
        <w:t>ه</w:t>
      </w:r>
      <w:r>
        <w:rPr>
          <w:rFonts w:hint="cs"/>
          <w:rtl/>
        </w:rPr>
        <w:t>لكنّ</w:t>
      </w:r>
      <w:r>
        <w:rPr>
          <w:rtl/>
        </w:rPr>
        <w:t xml:space="preserve"> الظلمين ولنسكننّكم الا رض ...ذلك لمن خاف مقامى وخاف وعيد</w:t>
      </w:r>
    </w:p>
    <w:p w:rsidR="001F628F" w:rsidRDefault="001F628F" w:rsidP="001F628F">
      <w:pPr>
        <w:pStyle w:val="libNormal"/>
        <w:rPr>
          <w:rtl/>
        </w:rPr>
      </w:pPr>
      <w:r>
        <w:rPr>
          <w:rtl/>
        </w:rPr>
        <w:t xml:space="preserve">''ذلك'' ظالم اقوام كى ہلاكت كے بعد </w:t>
      </w:r>
      <w:r w:rsidR="003D0BA1">
        <w:rPr>
          <w:rtl/>
        </w:rPr>
        <w:t>انبياء</w:t>
      </w:r>
      <w:r w:rsidR="00367F17" w:rsidRPr="00367F17">
        <w:rPr>
          <w:rStyle w:val="libAlaemChar"/>
          <w:rtl/>
        </w:rPr>
        <w:t xml:space="preserve"> عليه‌السلام </w:t>
      </w:r>
      <w:r>
        <w:rPr>
          <w:rtl/>
        </w:rPr>
        <w:t xml:space="preserve"> كے ان كى جگہ اباد ہونے كى علت بيان كر رہا ہے چونكہ اس اہم تبديلى اور تحول كے دوران خداوند عالم كے حساب وكتاب اور وعيد سے ڈرنے كا اہم كردار بيان كيا گيا ہے كہ جو ايك معنوى چيز ہے_</w:t>
      </w:r>
    </w:p>
    <w:p w:rsidR="001F628F" w:rsidRDefault="001F628F" w:rsidP="001F628F">
      <w:pPr>
        <w:pStyle w:val="libNormal"/>
        <w:rPr>
          <w:rtl/>
        </w:rPr>
      </w:pPr>
      <w:r>
        <w:rPr>
          <w:rtl/>
        </w:rPr>
        <w:t>10_الہى امداد سے بہرہ مند ہونے كے لئے حتى انبياء</w:t>
      </w:r>
    </w:p>
    <w:p w:rsidR="00A459D2" w:rsidRDefault="001E7F9D" w:rsidP="00F73EDE">
      <w:pPr>
        <w:pStyle w:val="libPoemTini"/>
        <w:rPr>
          <w:rtl/>
        </w:rPr>
      </w:pPr>
      <w:r>
        <w:rPr>
          <w:rtl/>
        </w:rPr>
        <w:br w:type="page"/>
      </w:r>
    </w:p>
    <w:p w:rsidR="001F628F" w:rsidRDefault="001F628F" w:rsidP="00A459D2">
      <w:pPr>
        <w:pStyle w:val="libNormal"/>
        <w:rPr>
          <w:rtl/>
        </w:rPr>
      </w:pPr>
      <w:r>
        <w:rPr>
          <w:rFonts w:hint="eastAsia"/>
          <w:rtl/>
        </w:rPr>
        <w:lastRenderedPageBreak/>
        <w:t>كرام</w:t>
      </w:r>
      <w:r>
        <w:rPr>
          <w:rtl/>
        </w:rPr>
        <w:t xml:space="preserve"> </w:t>
      </w:r>
      <w:r w:rsidR="00367F17" w:rsidRPr="00367F17">
        <w:rPr>
          <w:rStyle w:val="libAlaemChar"/>
          <w:rtl/>
        </w:rPr>
        <w:t xml:space="preserve"> عليه‌السلام </w:t>
      </w:r>
      <w:r>
        <w:rPr>
          <w:rtl/>
        </w:rPr>
        <w:t xml:space="preserve"> مي</w:t>
      </w:r>
      <w:r w:rsidR="00083993">
        <w:rPr>
          <w:rtl/>
        </w:rPr>
        <w:t xml:space="preserve">ں </w:t>
      </w:r>
      <w:r>
        <w:rPr>
          <w:rtl/>
        </w:rPr>
        <w:t>بھى خاص شرائط اور خصوصيات كا پايا جانا ضرورى ہے_</w:t>
      </w:r>
    </w:p>
    <w:p w:rsidR="001F628F" w:rsidRDefault="001F628F" w:rsidP="00A459D2">
      <w:pPr>
        <w:pStyle w:val="libArabic"/>
        <w:rPr>
          <w:rtl/>
        </w:rPr>
      </w:pPr>
      <w:r>
        <w:rPr>
          <w:rFonts w:hint="eastAsia"/>
          <w:rtl/>
        </w:rPr>
        <w:t>ولنسكننّكم</w:t>
      </w:r>
      <w:r>
        <w:rPr>
          <w:rtl/>
        </w:rPr>
        <w:t xml:space="preserve"> الا رض من بعد</w:t>
      </w:r>
      <w:r w:rsidR="00B2551F" w:rsidRPr="00B2551F">
        <w:rPr>
          <w:rFonts w:hint="cs"/>
          <w:rtl/>
        </w:rPr>
        <w:t>ه</w:t>
      </w:r>
      <w:r>
        <w:rPr>
          <w:rFonts w:hint="cs"/>
          <w:rtl/>
        </w:rPr>
        <w:t>م</w:t>
      </w:r>
      <w:r>
        <w:rPr>
          <w:rtl/>
        </w:rPr>
        <w:t xml:space="preserve"> </w:t>
      </w:r>
      <w:r>
        <w:rPr>
          <w:rFonts w:hint="cs"/>
          <w:rtl/>
        </w:rPr>
        <w:t>ذلك</w:t>
      </w:r>
      <w:r>
        <w:rPr>
          <w:rtl/>
        </w:rPr>
        <w:t xml:space="preserve"> </w:t>
      </w:r>
      <w:r>
        <w:rPr>
          <w:rFonts w:hint="cs"/>
          <w:rtl/>
        </w:rPr>
        <w:t>لمن</w:t>
      </w:r>
      <w:r>
        <w:rPr>
          <w:rtl/>
        </w:rPr>
        <w:t xml:space="preserve"> </w:t>
      </w:r>
      <w:r>
        <w:rPr>
          <w:rFonts w:hint="cs"/>
          <w:rtl/>
        </w:rPr>
        <w:t>خاف</w:t>
      </w:r>
      <w:r>
        <w:rPr>
          <w:rtl/>
        </w:rPr>
        <w:t xml:space="preserve"> </w:t>
      </w:r>
      <w:r>
        <w:rPr>
          <w:rFonts w:hint="cs"/>
          <w:rtl/>
        </w:rPr>
        <w:t>مقامى</w:t>
      </w:r>
      <w:r>
        <w:rPr>
          <w:rtl/>
        </w:rPr>
        <w:t xml:space="preserve"> </w:t>
      </w:r>
      <w:r>
        <w:rPr>
          <w:rFonts w:hint="cs"/>
          <w:rtl/>
        </w:rPr>
        <w:t>وخاف</w:t>
      </w:r>
      <w:r>
        <w:rPr>
          <w:rtl/>
        </w:rPr>
        <w:t xml:space="preserve"> وعيد</w:t>
      </w:r>
    </w:p>
    <w:p w:rsidR="001F628F" w:rsidRDefault="001F628F" w:rsidP="001F628F">
      <w:pPr>
        <w:pStyle w:val="libNormal"/>
        <w:rPr>
          <w:rtl/>
        </w:rPr>
      </w:pPr>
      <w:r>
        <w:rPr>
          <w:rtl/>
        </w:rPr>
        <w:t>11_</w:t>
      </w:r>
      <w:r w:rsidR="003D0BA1">
        <w:rPr>
          <w:rtl/>
        </w:rPr>
        <w:t>انبياء</w:t>
      </w:r>
      <w:r>
        <w:rPr>
          <w:rtl/>
        </w:rPr>
        <w:t xml:space="preserve">ے كرام </w:t>
      </w:r>
      <w:r w:rsidR="00367F17" w:rsidRPr="00367F17">
        <w:rPr>
          <w:rStyle w:val="libAlaemChar"/>
          <w:rtl/>
        </w:rPr>
        <w:t xml:space="preserve"> عليه‌السلام </w:t>
      </w:r>
      <w:r>
        <w:rPr>
          <w:rtl/>
        </w:rPr>
        <w:t xml:space="preserve"> خداوند متعال كے مقام و منزلت سے ڈرنے كى وجہ سے الہى حمايت سے بہرہ مند ہوئے ہي</w:t>
      </w:r>
      <w:r w:rsidR="00083993">
        <w:rPr>
          <w:rtl/>
        </w:rPr>
        <w:t xml:space="preserve">ں </w:t>
      </w:r>
      <w:r>
        <w:rPr>
          <w:rtl/>
        </w:rPr>
        <w:t>_</w:t>
      </w:r>
    </w:p>
    <w:p w:rsidR="001F628F" w:rsidRDefault="001F628F" w:rsidP="00A459D2">
      <w:pPr>
        <w:pStyle w:val="libArabic"/>
        <w:rPr>
          <w:rtl/>
        </w:rPr>
      </w:pPr>
      <w:r>
        <w:rPr>
          <w:rFonts w:hint="eastAsia"/>
          <w:rtl/>
        </w:rPr>
        <w:t>فا</w:t>
      </w:r>
      <w:r>
        <w:rPr>
          <w:rtl/>
        </w:rPr>
        <w:t xml:space="preserve"> وحى الي</w:t>
      </w:r>
      <w:r w:rsidR="00B2551F" w:rsidRPr="00B2551F">
        <w:rPr>
          <w:rFonts w:hint="cs"/>
          <w:rtl/>
        </w:rPr>
        <w:t>ه</w:t>
      </w:r>
      <w:r>
        <w:rPr>
          <w:rFonts w:hint="cs"/>
          <w:rtl/>
        </w:rPr>
        <w:t>م</w:t>
      </w:r>
      <w:r>
        <w:rPr>
          <w:rtl/>
        </w:rPr>
        <w:t xml:space="preserve"> </w:t>
      </w:r>
      <w:r>
        <w:rPr>
          <w:rFonts w:hint="cs"/>
          <w:rtl/>
        </w:rPr>
        <w:t>ربّ</w:t>
      </w:r>
      <w:r w:rsidR="00B2551F" w:rsidRPr="00B2551F">
        <w:rPr>
          <w:rFonts w:hint="cs"/>
          <w:rtl/>
        </w:rPr>
        <w:t>ه</w:t>
      </w:r>
      <w:r>
        <w:rPr>
          <w:rFonts w:hint="cs"/>
          <w:rtl/>
        </w:rPr>
        <w:t>م</w:t>
      </w:r>
      <w:r>
        <w:rPr>
          <w:rtl/>
        </w:rPr>
        <w:t xml:space="preserve"> </w:t>
      </w:r>
      <w:r>
        <w:rPr>
          <w:rFonts w:hint="cs"/>
          <w:rtl/>
        </w:rPr>
        <w:t>لن</w:t>
      </w:r>
      <w:r w:rsidR="00B2551F" w:rsidRPr="00B2551F">
        <w:rPr>
          <w:rFonts w:hint="cs"/>
          <w:rtl/>
        </w:rPr>
        <w:t>ه</w:t>
      </w:r>
      <w:r>
        <w:rPr>
          <w:rFonts w:hint="cs"/>
          <w:rtl/>
        </w:rPr>
        <w:t>لكنّ</w:t>
      </w:r>
      <w:r>
        <w:rPr>
          <w:rtl/>
        </w:rPr>
        <w:t xml:space="preserve"> </w:t>
      </w:r>
      <w:r>
        <w:rPr>
          <w:rFonts w:hint="cs"/>
          <w:rtl/>
        </w:rPr>
        <w:t>الظلمين</w:t>
      </w:r>
      <w:r>
        <w:rPr>
          <w:rtl/>
        </w:rPr>
        <w:t xml:space="preserve">_ </w:t>
      </w:r>
      <w:r>
        <w:rPr>
          <w:rFonts w:hint="cs"/>
          <w:rtl/>
        </w:rPr>
        <w:t>ولنسكننّكم</w:t>
      </w:r>
      <w:r>
        <w:rPr>
          <w:rtl/>
        </w:rPr>
        <w:t xml:space="preserve"> </w:t>
      </w:r>
      <w:r>
        <w:rPr>
          <w:rFonts w:hint="cs"/>
          <w:rtl/>
        </w:rPr>
        <w:t>الا</w:t>
      </w:r>
      <w:r>
        <w:rPr>
          <w:rtl/>
        </w:rPr>
        <w:t xml:space="preserve"> </w:t>
      </w:r>
      <w:r>
        <w:rPr>
          <w:rFonts w:hint="cs"/>
          <w:rtl/>
        </w:rPr>
        <w:t>رض</w:t>
      </w:r>
      <w:r>
        <w:rPr>
          <w:rtl/>
        </w:rPr>
        <w:t xml:space="preserve"> ...</w:t>
      </w:r>
      <w:r>
        <w:rPr>
          <w:rFonts w:hint="cs"/>
          <w:rtl/>
        </w:rPr>
        <w:t>ذلك</w:t>
      </w:r>
      <w:r>
        <w:rPr>
          <w:rtl/>
        </w:rPr>
        <w:t xml:space="preserve"> </w:t>
      </w:r>
      <w:r>
        <w:rPr>
          <w:rFonts w:hint="cs"/>
          <w:rtl/>
        </w:rPr>
        <w:t>لمن</w:t>
      </w:r>
      <w:r>
        <w:rPr>
          <w:rtl/>
        </w:rPr>
        <w:t xml:space="preserve"> </w:t>
      </w:r>
      <w:r>
        <w:rPr>
          <w:rFonts w:hint="cs"/>
          <w:rtl/>
        </w:rPr>
        <w:t>خاف</w:t>
      </w:r>
      <w:r>
        <w:rPr>
          <w:rtl/>
        </w:rPr>
        <w:t xml:space="preserve"> </w:t>
      </w:r>
      <w:r>
        <w:rPr>
          <w:rFonts w:hint="cs"/>
          <w:rtl/>
        </w:rPr>
        <w:t>مقامى</w:t>
      </w:r>
      <w:r>
        <w:rPr>
          <w:rtl/>
        </w:rPr>
        <w:t xml:space="preserve"> </w:t>
      </w:r>
      <w:r>
        <w:rPr>
          <w:rFonts w:hint="cs"/>
          <w:rtl/>
        </w:rPr>
        <w:t>وخا</w:t>
      </w:r>
      <w:r>
        <w:rPr>
          <w:rtl/>
        </w:rPr>
        <w:t>ف وعيد</w:t>
      </w:r>
    </w:p>
    <w:p w:rsidR="001F628F" w:rsidRDefault="001F628F" w:rsidP="001F628F">
      <w:pPr>
        <w:pStyle w:val="libNormal"/>
        <w:rPr>
          <w:rtl/>
        </w:rPr>
      </w:pPr>
      <w:r>
        <w:rPr>
          <w:rtl/>
        </w:rPr>
        <w:t>12</w:t>
      </w:r>
      <w:r w:rsidRPr="00A459D2">
        <w:rPr>
          <w:rStyle w:val="libArabicChar"/>
          <w:rtl/>
        </w:rPr>
        <w:t>_(وقال النبي</w:t>
      </w:r>
      <w:r w:rsidR="00F031CD" w:rsidRPr="00F031CD">
        <w:rPr>
          <w:rStyle w:val="libAlaemChar"/>
          <w:rtl/>
        </w:rPr>
        <w:t xml:space="preserve"> صلى‌الله‌عليه‌وآله‌وسلم </w:t>
      </w:r>
      <w:r w:rsidRPr="00A459D2">
        <w:rPr>
          <w:rStyle w:val="libArabicChar"/>
          <w:rtl/>
        </w:rPr>
        <w:t xml:space="preserve"> من اذى جار</w:t>
      </w:r>
      <w:r w:rsidR="00B2551F" w:rsidRPr="00B2551F">
        <w:rPr>
          <w:rStyle w:val="libArabicChar"/>
          <w:rFonts w:hint="cs"/>
          <w:rtl/>
        </w:rPr>
        <w:t>ه</w:t>
      </w:r>
      <w:r w:rsidRPr="00A459D2">
        <w:rPr>
          <w:rStyle w:val="libArabicChar"/>
          <w:rtl/>
        </w:rPr>
        <w:t xml:space="preserve"> </w:t>
      </w:r>
      <w:r w:rsidRPr="00A459D2">
        <w:rPr>
          <w:rStyle w:val="libArabicChar"/>
          <w:rFonts w:hint="cs"/>
          <w:rtl/>
        </w:rPr>
        <w:t>طمعاً</w:t>
      </w:r>
      <w:r w:rsidRPr="00A459D2">
        <w:rPr>
          <w:rStyle w:val="libArabicChar"/>
          <w:rtl/>
        </w:rPr>
        <w:t xml:space="preserve"> </w:t>
      </w:r>
      <w:r w:rsidRPr="00A459D2">
        <w:rPr>
          <w:rStyle w:val="libArabicChar"/>
          <w:rFonts w:hint="cs"/>
          <w:rtl/>
        </w:rPr>
        <w:t>فى</w:t>
      </w:r>
      <w:r w:rsidRPr="00A459D2">
        <w:rPr>
          <w:rStyle w:val="libArabicChar"/>
          <w:rtl/>
        </w:rPr>
        <w:t xml:space="preserve"> </w:t>
      </w:r>
      <w:r w:rsidRPr="00A459D2">
        <w:rPr>
          <w:rStyle w:val="libArabicChar"/>
          <w:rFonts w:hint="cs"/>
          <w:rtl/>
        </w:rPr>
        <w:t>مسكن</w:t>
      </w:r>
      <w:r w:rsidR="00B2551F" w:rsidRPr="00B2551F">
        <w:rPr>
          <w:rStyle w:val="libArabicChar"/>
          <w:rFonts w:hint="cs"/>
          <w:rtl/>
        </w:rPr>
        <w:t>ه</w:t>
      </w:r>
      <w:r w:rsidRPr="00A459D2">
        <w:rPr>
          <w:rStyle w:val="libArabicChar"/>
          <w:rtl/>
        </w:rPr>
        <w:t xml:space="preserve"> </w:t>
      </w:r>
      <w:r w:rsidRPr="00A459D2">
        <w:rPr>
          <w:rStyle w:val="libArabicChar"/>
          <w:rFonts w:hint="cs"/>
          <w:rtl/>
        </w:rPr>
        <w:t>ورث</w:t>
      </w:r>
      <w:r w:rsidR="00B2551F" w:rsidRPr="00B2551F">
        <w:rPr>
          <w:rStyle w:val="libArabicChar"/>
          <w:rFonts w:hint="cs"/>
          <w:rtl/>
        </w:rPr>
        <w:t>ه</w:t>
      </w:r>
      <w:r w:rsidRPr="00A459D2">
        <w:rPr>
          <w:rStyle w:val="libArabicChar"/>
          <w:rtl/>
        </w:rPr>
        <w:t xml:space="preserve"> </w:t>
      </w:r>
      <w:r w:rsidRPr="00A459D2">
        <w:rPr>
          <w:rStyle w:val="libArabicChar"/>
          <w:rFonts w:hint="cs"/>
          <w:rtl/>
        </w:rPr>
        <w:t>الله</w:t>
      </w:r>
      <w:r w:rsidRPr="00A459D2">
        <w:rPr>
          <w:rStyle w:val="libArabicChar"/>
          <w:rtl/>
        </w:rPr>
        <w:t xml:space="preserve"> </w:t>
      </w:r>
      <w:r w:rsidRPr="00A459D2">
        <w:rPr>
          <w:rStyle w:val="libArabicChar"/>
          <w:rFonts w:hint="cs"/>
          <w:rtl/>
        </w:rPr>
        <w:t>دار</w:t>
      </w:r>
      <w:r w:rsidR="00B2551F" w:rsidRPr="00B2551F">
        <w:rPr>
          <w:rStyle w:val="libArabicChar"/>
          <w:rFonts w:hint="cs"/>
          <w:rtl/>
        </w:rPr>
        <w:t>ه</w:t>
      </w:r>
      <w:r w:rsidRPr="00A459D2">
        <w:rPr>
          <w:rStyle w:val="libArabicChar"/>
          <w:rtl/>
        </w:rPr>
        <w:t xml:space="preserve"> </w:t>
      </w:r>
      <w:r w:rsidRPr="00A459D2">
        <w:rPr>
          <w:rStyle w:val="libArabicChar"/>
          <w:rFonts w:hint="cs"/>
          <w:rtl/>
        </w:rPr>
        <w:t>و</w:t>
      </w:r>
      <w:r w:rsidR="00B2551F" w:rsidRPr="00B2551F">
        <w:rPr>
          <w:rStyle w:val="libArabicChar"/>
          <w:rFonts w:hint="cs"/>
          <w:rtl/>
        </w:rPr>
        <w:t>ه</w:t>
      </w:r>
      <w:r w:rsidRPr="00A459D2">
        <w:rPr>
          <w:rStyle w:val="libArabicChar"/>
          <w:rFonts w:hint="cs"/>
          <w:rtl/>
        </w:rPr>
        <w:t>و</w:t>
      </w:r>
      <w:r w:rsidRPr="00A459D2">
        <w:rPr>
          <w:rStyle w:val="libArabicChar"/>
          <w:rtl/>
        </w:rPr>
        <w:t xml:space="preserve"> </w:t>
      </w:r>
      <w:r w:rsidRPr="00A459D2">
        <w:rPr>
          <w:rStyle w:val="libArabicChar"/>
          <w:rFonts w:hint="cs"/>
          <w:rtl/>
        </w:rPr>
        <w:t>قول</w:t>
      </w:r>
      <w:r w:rsidR="00B2551F" w:rsidRPr="00B2551F">
        <w:rPr>
          <w:rStyle w:val="libArabicChar"/>
          <w:rFonts w:hint="cs"/>
          <w:rtl/>
        </w:rPr>
        <w:t>ه</w:t>
      </w:r>
      <w:r w:rsidRPr="00A459D2">
        <w:rPr>
          <w:rStyle w:val="libArabicChar"/>
          <w:rtl/>
        </w:rPr>
        <w:t>: ''</w:t>
      </w:r>
      <w:r w:rsidRPr="00A459D2">
        <w:rPr>
          <w:rStyle w:val="libArabicChar"/>
          <w:rFonts w:hint="cs"/>
          <w:rtl/>
        </w:rPr>
        <w:t>وقال</w:t>
      </w:r>
      <w:r w:rsidRPr="00A459D2">
        <w:rPr>
          <w:rStyle w:val="libArabicChar"/>
          <w:rtl/>
        </w:rPr>
        <w:t xml:space="preserve"> </w:t>
      </w:r>
      <w:r w:rsidRPr="00A459D2">
        <w:rPr>
          <w:rStyle w:val="libArabicChar"/>
          <w:rFonts w:hint="cs"/>
          <w:rtl/>
        </w:rPr>
        <w:t>الذين</w:t>
      </w:r>
      <w:r w:rsidRPr="00A459D2">
        <w:rPr>
          <w:rStyle w:val="libArabicChar"/>
          <w:rtl/>
        </w:rPr>
        <w:t xml:space="preserve"> </w:t>
      </w:r>
      <w:r w:rsidRPr="00A459D2">
        <w:rPr>
          <w:rStyle w:val="libArabicChar"/>
          <w:rFonts w:hint="cs"/>
          <w:rtl/>
        </w:rPr>
        <w:t>كفروا</w:t>
      </w:r>
      <w:r w:rsidRPr="00A459D2">
        <w:rPr>
          <w:rStyle w:val="libArabicChar"/>
          <w:rtl/>
        </w:rPr>
        <w:t xml:space="preserve">___ </w:t>
      </w:r>
      <w:r w:rsidRPr="00A459D2">
        <w:rPr>
          <w:rStyle w:val="libArabicChar"/>
          <w:rFonts w:hint="cs"/>
          <w:rtl/>
        </w:rPr>
        <w:t>فا</w:t>
      </w:r>
      <w:r w:rsidRPr="00A459D2">
        <w:rPr>
          <w:rStyle w:val="libArabicChar"/>
          <w:rtl/>
        </w:rPr>
        <w:t xml:space="preserve"> </w:t>
      </w:r>
      <w:r w:rsidRPr="00A459D2">
        <w:rPr>
          <w:rStyle w:val="libArabicChar"/>
          <w:rFonts w:hint="cs"/>
          <w:rtl/>
        </w:rPr>
        <w:t>وحى</w:t>
      </w:r>
      <w:r w:rsidRPr="00A459D2">
        <w:rPr>
          <w:rStyle w:val="libArabicChar"/>
          <w:rtl/>
        </w:rPr>
        <w:t xml:space="preserve"> </w:t>
      </w:r>
      <w:r w:rsidRPr="00A459D2">
        <w:rPr>
          <w:rStyle w:val="libArabicChar"/>
          <w:rFonts w:hint="cs"/>
          <w:rtl/>
        </w:rPr>
        <w:t>الي</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ربّ</w:t>
      </w:r>
      <w:r w:rsidR="00B2551F" w:rsidRPr="00B2551F">
        <w:rPr>
          <w:rStyle w:val="libArabicChar"/>
          <w:rFonts w:hint="cs"/>
          <w:rtl/>
        </w:rPr>
        <w:t>ه</w:t>
      </w:r>
      <w:r w:rsidRPr="00A459D2">
        <w:rPr>
          <w:rStyle w:val="libArabicChar"/>
          <w:rFonts w:hint="cs"/>
          <w:rtl/>
        </w:rPr>
        <w:t>م</w:t>
      </w:r>
      <w:r w:rsidRPr="00A459D2">
        <w:rPr>
          <w:rStyle w:val="libArabicChar"/>
          <w:rtl/>
        </w:rPr>
        <w:t xml:space="preserve"> </w:t>
      </w:r>
      <w:r w:rsidRPr="00A459D2">
        <w:rPr>
          <w:rStyle w:val="libArabicChar"/>
          <w:rFonts w:hint="cs"/>
          <w:rtl/>
        </w:rPr>
        <w:t>لن</w:t>
      </w:r>
      <w:r w:rsidR="00B2551F" w:rsidRPr="00B2551F">
        <w:rPr>
          <w:rStyle w:val="libArabicChar"/>
          <w:rFonts w:hint="cs"/>
          <w:rtl/>
        </w:rPr>
        <w:t>ه</w:t>
      </w:r>
      <w:r w:rsidRPr="00A459D2">
        <w:rPr>
          <w:rStyle w:val="libArabicChar"/>
          <w:rFonts w:hint="cs"/>
          <w:rtl/>
        </w:rPr>
        <w:t>لكنّ</w:t>
      </w:r>
      <w:r w:rsidRPr="00A459D2">
        <w:rPr>
          <w:rStyle w:val="libArabicChar"/>
          <w:rtl/>
        </w:rPr>
        <w:t xml:space="preserve"> </w:t>
      </w:r>
      <w:r w:rsidRPr="00A459D2">
        <w:rPr>
          <w:rStyle w:val="libArabicChar"/>
          <w:rFonts w:hint="cs"/>
          <w:rtl/>
        </w:rPr>
        <w:t>الظلمين</w:t>
      </w:r>
      <w:r w:rsidRPr="00A459D2">
        <w:rPr>
          <w:rStyle w:val="libArabicChar"/>
          <w:rtl/>
        </w:rPr>
        <w:t>_</w:t>
      </w:r>
      <w:r w:rsidRPr="00A459D2">
        <w:rPr>
          <w:rStyle w:val="libArabicChar"/>
          <w:rFonts w:hint="cs"/>
          <w:rtl/>
        </w:rPr>
        <w:t>ولنسكننّكم</w:t>
      </w:r>
      <w:r w:rsidRPr="00A459D2">
        <w:rPr>
          <w:rStyle w:val="libArabicChar"/>
          <w:rtl/>
        </w:rPr>
        <w:t xml:space="preserve"> </w:t>
      </w:r>
      <w:r w:rsidRPr="00A459D2">
        <w:rPr>
          <w:rStyle w:val="libArabicChar"/>
          <w:rFonts w:hint="cs"/>
          <w:rtl/>
        </w:rPr>
        <w:t>الا</w:t>
      </w:r>
      <w:r w:rsidRPr="00A459D2">
        <w:rPr>
          <w:rStyle w:val="libArabicChar"/>
          <w:rtl/>
        </w:rPr>
        <w:t xml:space="preserve"> </w:t>
      </w:r>
      <w:r w:rsidRPr="00A459D2">
        <w:rPr>
          <w:rStyle w:val="libArabicChar"/>
          <w:rFonts w:hint="cs"/>
          <w:rtl/>
        </w:rPr>
        <w:t>رض</w:t>
      </w:r>
      <w:r w:rsidRPr="00A459D2">
        <w:rPr>
          <w:rStyle w:val="libArabicChar"/>
          <w:rtl/>
        </w:rPr>
        <w:t xml:space="preserve"> </w:t>
      </w:r>
      <w:r w:rsidRPr="00A459D2">
        <w:rPr>
          <w:rStyle w:val="libArabicChar"/>
          <w:rFonts w:hint="cs"/>
          <w:rtl/>
        </w:rPr>
        <w:t>من</w:t>
      </w:r>
      <w:r w:rsidRPr="00A459D2">
        <w:rPr>
          <w:rStyle w:val="libArabicChar"/>
          <w:rtl/>
        </w:rPr>
        <w:t xml:space="preserve"> </w:t>
      </w:r>
      <w:r w:rsidRPr="00A459D2">
        <w:rPr>
          <w:rStyle w:val="libArabicChar"/>
          <w:rFonts w:hint="cs"/>
          <w:rtl/>
        </w:rPr>
        <w:t>بعد</w:t>
      </w:r>
      <w:r w:rsidR="00B2551F" w:rsidRPr="00B2551F">
        <w:rPr>
          <w:rStyle w:val="libArabicChar"/>
          <w:rFonts w:hint="cs"/>
          <w:rtl/>
        </w:rPr>
        <w:t>ه</w:t>
      </w:r>
      <w:r w:rsidRPr="00A459D2">
        <w:rPr>
          <w:rStyle w:val="libArabicChar"/>
          <w:rFonts w:hint="cs"/>
          <w:rtl/>
        </w:rPr>
        <w:t>م</w:t>
      </w:r>
      <w:r w:rsidRPr="00A459D2">
        <w:rPr>
          <w:rStyle w:val="libArabicChar"/>
          <w:rtl/>
        </w:rPr>
        <w:t>)</w:t>
      </w:r>
      <w:r w:rsidRPr="00247582">
        <w:rPr>
          <w:rStyle w:val="libFootnotenumChar"/>
          <w:rtl/>
        </w:rPr>
        <w:t>(1)</w:t>
      </w:r>
      <w:r>
        <w:rPr>
          <w:rtl/>
        </w:rPr>
        <w:t xml:space="preserve">رسول خدا </w:t>
      </w:r>
      <w:r w:rsidR="00F031CD" w:rsidRPr="00F031CD">
        <w:rPr>
          <w:rStyle w:val="libAlaemChar"/>
          <w:rtl/>
        </w:rPr>
        <w:t xml:space="preserve"> صلى‌الله‌عليه‌وآله‌وسلم </w:t>
      </w:r>
      <w:r>
        <w:rPr>
          <w:rtl/>
        </w:rPr>
        <w:t xml:space="preserve"> نے فرمايا ہے كہ جو بھى اپنے ہمسائے كا گھر ہتھيانے كى لالچ مي</w:t>
      </w:r>
      <w:r w:rsidR="00083993">
        <w:rPr>
          <w:rtl/>
        </w:rPr>
        <w:t xml:space="preserve">ں </w:t>
      </w:r>
      <w:r>
        <w:rPr>
          <w:rtl/>
        </w:rPr>
        <w:t>اذيت و ازار پہنچائے تو خ</w:t>
      </w:r>
      <w:r>
        <w:rPr>
          <w:rFonts w:hint="eastAsia"/>
          <w:rtl/>
        </w:rPr>
        <w:t>داوند</w:t>
      </w:r>
      <w:r>
        <w:rPr>
          <w:rtl/>
        </w:rPr>
        <w:t xml:space="preserve"> عالم اپنا گھر ہمسائے كو دےدے گااور يہى قول خدا ہے :</w:t>
      </w:r>
      <w:r w:rsidRPr="00247582">
        <w:rPr>
          <w:rStyle w:val="libArabicChar"/>
          <w:rtl/>
        </w:rPr>
        <w:t>''وقال الذين كفروا ... فا وحى الي</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r w:rsidRPr="00247582">
        <w:rPr>
          <w:rStyle w:val="libArabicChar"/>
          <w:rFonts w:hint="cs"/>
          <w:rtl/>
        </w:rPr>
        <w:t>ربّ</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p>
    <w:p w:rsidR="001F628F" w:rsidRDefault="001F628F" w:rsidP="001F628F">
      <w:pPr>
        <w:pStyle w:val="libNormal"/>
        <w:rPr>
          <w:rtl/>
        </w:rPr>
      </w:pPr>
      <w:r>
        <w:rPr>
          <w:rtl/>
        </w:rPr>
        <w:t>13</w:t>
      </w:r>
      <w:r w:rsidRPr="00247582">
        <w:rPr>
          <w:rStyle w:val="libArabicChar"/>
          <w:rtl/>
        </w:rPr>
        <w:t>_(عن ابن مسعود قال:لمّا نزلت ...(يا ا ي</w:t>
      </w:r>
      <w:r w:rsidR="00B2551F" w:rsidRPr="00B2551F">
        <w:rPr>
          <w:rStyle w:val="libArabicChar"/>
          <w:rFonts w:hint="cs"/>
          <w:rtl/>
        </w:rPr>
        <w:t>ه</w:t>
      </w:r>
      <w:r w:rsidRPr="00247582">
        <w:rPr>
          <w:rStyle w:val="libArabicChar"/>
          <w:rFonts w:hint="cs"/>
          <w:rtl/>
        </w:rPr>
        <w:t>االذين</w:t>
      </w:r>
      <w:r w:rsidRPr="00247582">
        <w:rPr>
          <w:rStyle w:val="libArabicChar"/>
          <w:rtl/>
        </w:rPr>
        <w:t xml:space="preserve"> </w:t>
      </w:r>
      <w:r w:rsidRPr="00247582">
        <w:rPr>
          <w:rStyle w:val="libArabicChar"/>
          <w:rFonts w:hint="cs"/>
          <w:rtl/>
        </w:rPr>
        <w:t>امنوا</w:t>
      </w:r>
      <w:r w:rsidRPr="00247582">
        <w:rPr>
          <w:rStyle w:val="libArabicChar"/>
          <w:rtl/>
        </w:rPr>
        <w:t xml:space="preserve"> </w:t>
      </w:r>
      <w:r w:rsidRPr="00247582">
        <w:rPr>
          <w:rStyle w:val="libArabicChar"/>
          <w:rFonts w:hint="cs"/>
          <w:rtl/>
        </w:rPr>
        <w:t>قوا</w:t>
      </w:r>
      <w:r w:rsidRPr="00247582">
        <w:rPr>
          <w:rStyle w:val="libArabicChar"/>
          <w:rtl/>
        </w:rPr>
        <w:t xml:space="preserve"> </w:t>
      </w:r>
      <w:r w:rsidRPr="00247582">
        <w:rPr>
          <w:rStyle w:val="libArabicChar"/>
          <w:rFonts w:hint="cs"/>
          <w:rtl/>
        </w:rPr>
        <w:t>ا</w:t>
      </w:r>
      <w:r w:rsidRPr="00247582">
        <w:rPr>
          <w:rStyle w:val="libArabicChar"/>
          <w:rtl/>
        </w:rPr>
        <w:t xml:space="preserve"> </w:t>
      </w:r>
      <w:r w:rsidRPr="00247582">
        <w:rPr>
          <w:rStyle w:val="libArabicChar"/>
          <w:rFonts w:hint="cs"/>
          <w:rtl/>
        </w:rPr>
        <w:t>نفسكم</w:t>
      </w:r>
      <w:r w:rsidRPr="00247582">
        <w:rPr>
          <w:rStyle w:val="libArabicChar"/>
          <w:rtl/>
        </w:rPr>
        <w:t xml:space="preserve"> وا </w:t>
      </w:r>
      <w:r w:rsidR="00B2551F" w:rsidRPr="00B2551F">
        <w:rPr>
          <w:rStyle w:val="libArabicChar"/>
          <w:rFonts w:hint="cs"/>
          <w:rtl/>
        </w:rPr>
        <w:t>ه</w:t>
      </w:r>
      <w:r w:rsidRPr="00247582">
        <w:rPr>
          <w:rStyle w:val="libArabicChar"/>
          <w:rFonts w:hint="cs"/>
          <w:rtl/>
        </w:rPr>
        <w:t>ليكم</w:t>
      </w:r>
      <w:r w:rsidRPr="00247582">
        <w:rPr>
          <w:rStyle w:val="libArabicChar"/>
          <w:rtl/>
        </w:rPr>
        <w:t xml:space="preserve"> </w:t>
      </w:r>
      <w:r w:rsidRPr="00247582">
        <w:rPr>
          <w:rStyle w:val="libArabicChar"/>
          <w:rFonts w:hint="cs"/>
          <w:rtl/>
        </w:rPr>
        <w:t>ناراً</w:t>
      </w:r>
      <w:r w:rsidRPr="00247582">
        <w:rPr>
          <w:rStyle w:val="libArabicChar"/>
          <w:rtl/>
        </w:rPr>
        <w:t xml:space="preserve"> </w:t>
      </w:r>
      <w:r w:rsidRPr="00247582">
        <w:rPr>
          <w:rStyle w:val="libArabicChar"/>
          <w:rFonts w:hint="cs"/>
          <w:rtl/>
        </w:rPr>
        <w:t>وقود</w:t>
      </w:r>
      <w:r w:rsidR="00B2551F" w:rsidRPr="00B2551F">
        <w:rPr>
          <w:rStyle w:val="libArabicChar"/>
          <w:rFonts w:hint="cs"/>
          <w:rtl/>
        </w:rPr>
        <w:t>ه</w:t>
      </w:r>
      <w:r w:rsidRPr="00247582">
        <w:rPr>
          <w:rStyle w:val="libArabicChar"/>
          <w:rFonts w:hint="cs"/>
          <w:rtl/>
        </w:rPr>
        <w:t>ا</w:t>
      </w:r>
      <w:r w:rsidRPr="00247582">
        <w:rPr>
          <w:rStyle w:val="libArabicChar"/>
          <w:rtl/>
        </w:rPr>
        <w:t xml:space="preserve"> </w:t>
      </w:r>
      <w:r w:rsidRPr="00247582">
        <w:rPr>
          <w:rStyle w:val="libArabicChar"/>
          <w:rFonts w:hint="cs"/>
          <w:rtl/>
        </w:rPr>
        <w:t>الناس</w:t>
      </w:r>
      <w:r w:rsidRPr="00247582">
        <w:rPr>
          <w:rStyle w:val="libArabicChar"/>
          <w:rtl/>
        </w:rPr>
        <w:t xml:space="preserve"> </w:t>
      </w:r>
      <w:r w:rsidRPr="00247582">
        <w:rPr>
          <w:rStyle w:val="libArabicChar"/>
          <w:rFonts w:hint="cs"/>
          <w:rtl/>
        </w:rPr>
        <w:t>والحجارة</w:t>
      </w:r>
      <w:r w:rsidRPr="00247582">
        <w:rPr>
          <w:rStyle w:val="libArabicChar"/>
          <w:rtl/>
        </w:rPr>
        <w:t>)</w:t>
      </w:r>
      <w:r w:rsidRPr="00247582">
        <w:rPr>
          <w:rStyle w:val="libArabicChar"/>
          <w:rFonts w:hint="cs"/>
          <w:rtl/>
        </w:rPr>
        <w:t>تلا</w:t>
      </w:r>
      <w:r w:rsidRPr="00247582">
        <w:rPr>
          <w:rStyle w:val="libArabicChar"/>
          <w:rtl/>
        </w:rPr>
        <w:t xml:space="preserve"> </w:t>
      </w:r>
      <w:r w:rsidRPr="00247582">
        <w:rPr>
          <w:rStyle w:val="libArabicChar"/>
          <w:rFonts w:hint="cs"/>
          <w:rtl/>
        </w:rPr>
        <w:t>رسول</w:t>
      </w:r>
      <w:r w:rsidRPr="00247582">
        <w:rPr>
          <w:rStyle w:val="libArabicChar"/>
          <w:rtl/>
        </w:rPr>
        <w:t xml:space="preserve"> </w:t>
      </w:r>
      <w:r w:rsidRPr="00247582">
        <w:rPr>
          <w:rStyle w:val="libArabicChar"/>
          <w:rFonts w:hint="cs"/>
          <w:rtl/>
        </w:rPr>
        <w:t>الله</w:t>
      </w:r>
      <w:r w:rsidRPr="00247582">
        <w:rPr>
          <w:rStyle w:val="libArabicChar"/>
          <w:rtl/>
        </w:rPr>
        <w:t xml:space="preserve"> </w:t>
      </w:r>
      <w:r w:rsidR="00F031CD" w:rsidRPr="00F031CD">
        <w:rPr>
          <w:rStyle w:val="libAlaemChar"/>
          <w:rtl/>
        </w:rPr>
        <w:t xml:space="preserve"> صلى‌الله‌عليه‌وآله‌وسلم </w:t>
      </w:r>
      <w:r w:rsidRPr="00247582">
        <w:rPr>
          <w:rStyle w:val="libArabicChar"/>
          <w:rtl/>
        </w:rPr>
        <w:t xml:space="preserve"> </w:t>
      </w:r>
      <w:r w:rsidRPr="00247582">
        <w:rPr>
          <w:rStyle w:val="libArabicChar"/>
          <w:rFonts w:hint="cs"/>
          <w:rtl/>
        </w:rPr>
        <w:t>على</w:t>
      </w:r>
      <w:r w:rsidRPr="00247582">
        <w:rPr>
          <w:rStyle w:val="libArabicChar"/>
          <w:rtl/>
        </w:rPr>
        <w:t xml:space="preserve"> </w:t>
      </w:r>
      <w:r w:rsidRPr="00247582">
        <w:rPr>
          <w:rStyle w:val="libArabicChar"/>
          <w:rFonts w:hint="cs"/>
          <w:rtl/>
        </w:rPr>
        <w:t>ا</w:t>
      </w:r>
      <w:r w:rsidRPr="00247582">
        <w:rPr>
          <w:rStyle w:val="libArabicChar"/>
          <w:rtl/>
        </w:rPr>
        <w:t xml:space="preserve"> </w:t>
      </w:r>
      <w:r w:rsidRPr="00247582">
        <w:rPr>
          <w:rStyle w:val="libArabicChar"/>
          <w:rFonts w:hint="cs"/>
          <w:rtl/>
        </w:rPr>
        <w:t>صحاب</w:t>
      </w:r>
      <w:r w:rsidR="00B2551F" w:rsidRPr="00B2551F">
        <w:rPr>
          <w:rStyle w:val="libArabicChar"/>
          <w:rFonts w:hint="cs"/>
          <w:rtl/>
        </w:rPr>
        <w:t>ه</w:t>
      </w:r>
      <w:r w:rsidRPr="00247582">
        <w:rPr>
          <w:rStyle w:val="libArabicChar"/>
          <w:rtl/>
        </w:rPr>
        <w:t xml:space="preserve"> </w:t>
      </w:r>
      <w:r w:rsidRPr="00247582">
        <w:rPr>
          <w:rStyle w:val="libArabicChar"/>
          <w:rFonts w:hint="cs"/>
          <w:rtl/>
        </w:rPr>
        <w:t>فخرّ</w:t>
      </w:r>
      <w:r w:rsidRPr="00247582">
        <w:rPr>
          <w:rStyle w:val="libArabicChar"/>
          <w:rtl/>
        </w:rPr>
        <w:t xml:space="preserve"> </w:t>
      </w:r>
      <w:r w:rsidRPr="00247582">
        <w:rPr>
          <w:rStyle w:val="libArabicChar"/>
          <w:rFonts w:hint="cs"/>
          <w:rtl/>
        </w:rPr>
        <w:t>فتى</w:t>
      </w:r>
      <w:r w:rsidRPr="00247582">
        <w:rPr>
          <w:rStyle w:val="libArabicChar"/>
          <w:rtl/>
        </w:rPr>
        <w:t xml:space="preserve"> </w:t>
      </w:r>
      <w:r w:rsidRPr="00247582">
        <w:rPr>
          <w:rStyle w:val="libArabicChar"/>
          <w:rFonts w:hint="cs"/>
          <w:rtl/>
        </w:rPr>
        <w:t>مغشياً</w:t>
      </w:r>
      <w:r w:rsidRPr="00247582">
        <w:rPr>
          <w:rStyle w:val="libArabicChar"/>
          <w:rtl/>
        </w:rPr>
        <w:t xml:space="preserve"> </w:t>
      </w:r>
      <w:r w:rsidRPr="00247582">
        <w:rPr>
          <w:rStyle w:val="libArabicChar"/>
          <w:rFonts w:hint="cs"/>
          <w:rtl/>
        </w:rPr>
        <w:t>علي</w:t>
      </w:r>
      <w:r w:rsidR="00B2551F" w:rsidRPr="00B2551F">
        <w:rPr>
          <w:rStyle w:val="libArabicChar"/>
          <w:rFonts w:hint="cs"/>
          <w:rtl/>
        </w:rPr>
        <w:t>ه</w:t>
      </w:r>
      <w:r w:rsidRPr="00247582">
        <w:rPr>
          <w:rStyle w:val="libArabicChar"/>
          <w:rtl/>
        </w:rPr>
        <w:t xml:space="preserve"> ...</w:t>
      </w:r>
      <w:r w:rsidRPr="00247582">
        <w:rPr>
          <w:rStyle w:val="libArabicChar"/>
          <w:rFonts w:hint="cs"/>
          <w:rtl/>
        </w:rPr>
        <w:t>فبشّر</w:t>
      </w:r>
      <w:r w:rsidR="00B2551F" w:rsidRPr="00B2551F">
        <w:rPr>
          <w:rStyle w:val="libArabicChar"/>
          <w:rFonts w:hint="cs"/>
          <w:rtl/>
        </w:rPr>
        <w:t>ه</w:t>
      </w:r>
      <w:r w:rsidRPr="00247582">
        <w:rPr>
          <w:rStyle w:val="libArabicChar"/>
          <w:rtl/>
        </w:rPr>
        <w:t xml:space="preserve"> </w:t>
      </w:r>
      <w:r w:rsidRPr="00247582">
        <w:rPr>
          <w:rStyle w:val="libArabicChar"/>
          <w:rFonts w:hint="cs"/>
          <w:rtl/>
        </w:rPr>
        <w:t>النبي</w:t>
      </w:r>
      <w:r w:rsidR="00F031CD" w:rsidRPr="00F031CD">
        <w:rPr>
          <w:rStyle w:val="libAlaemChar"/>
          <w:rtl/>
        </w:rPr>
        <w:t xml:space="preserve"> صلى‌الله‌عليه‌وآله‌وسلم </w:t>
      </w:r>
      <w:r w:rsidRPr="00247582">
        <w:rPr>
          <w:rStyle w:val="libArabicChar"/>
          <w:rtl/>
        </w:rPr>
        <w:t xml:space="preserve"> </w:t>
      </w:r>
      <w:r w:rsidRPr="00247582">
        <w:rPr>
          <w:rStyle w:val="libArabicChar"/>
          <w:rFonts w:hint="cs"/>
          <w:rtl/>
        </w:rPr>
        <w:t>بالجنة</w:t>
      </w:r>
      <w:r w:rsidRPr="00247582">
        <w:rPr>
          <w:rStyle w:val="libArabicChar"/>
          <w:rtl/>
        </w:rPr>
        <w:t xml:space="preserve"> </w:t>
      </w:r>
      <w:r w:rsidRPr="00247582">
        <w:rPr>
          <w:rStyle w:val="libArabicChar"/>
          <w:rFonts w:hint="cs"/>
          <w:rtl/>
        </w:rPr>
        <w:t>فقال</w:t>
      </w:r>
      <w:r w:rsidRPr="00247582">
        <w:rPr>
          <w:rStyle w:val="libArabicChar"/>
          <w:rtl/>
        </w:rPr>
        <w:t>: ...</w:t>
      </w:r>
      <w:r w:rsidRPr="00247582">
        <w:rPr>
          <w:rStyle w:val="libArabicChar"/>
          <w:rFonts w:hint="cs"/>
          <w:rtl/>
        </w:rPr>
        <w:t>ذلك</w:t>
      </w:r>
      <w:r w:rsidRPr="00247582">
        <w:rPr>
          <w:rStyle w:val="libArabicChar"/>
          <w:rtl/>
        </w:rPr>
        <w:t xml:space="preserve"> </w:t>
      </w:r>
      <w:r w:rsidRPr="00247582">
        <w:rPr>
          <w:rStyle w:val="libArabicChar"/>
          <w:rFonts w:hint="cs"/>
          <w:rtl/>
        </w:rPr>
        <w:t>لمن</w:t>
      </w:r>
      <w:r w:rsidRPr="00247582">
        <w:rPr>
          <w:rStyle w:val="libArabicChar"/>
          <w:rtl/>
        </w:rPr>
        <w:t xml:space="preserve"> </w:t>
      </w:r>
      <w:r w:rsidRPr="00247582">
        <w:rPr>
          <w:rStyle w:val="libArabicChar"/>
          <w:rFonts w:hint="cs"/>
          <w:rtl/>
        </w:rPr>
        <w:t>خاف</w:t>
      </w:r>
      <w:r w:rsidRPr="00247582">
        <w:rPr>
          <w:rStyle w:val="libArabicChar"/>
          <w:rtl/>
        </w:rPr>
        <w:t xml:space="preserve"> </w:t>
      </w:r>
      <w:r w:rsidRPr="00247582">
        <w:rPr>
          <w:rStyle w:val="libArabicChar"/>
          <w:rFonts w:hint="cs"/>
          <w:rtl/>
        </w:rPr>
        <w:t>مقامى</w:t>
      </w:r>
      <w:r w:rsidRPr="00247582">
        <w:rPr>
          <w:rStyle w:val="libArabicChar"/>
          <w:rtl/>
        </w:rPr>
        <w:t xml:space="preserve"> </w:t>
      </w:r>
      <w:r w:rsidRPr="00247582">
        <w:rPr>
          <w:rStyle w:val="libArabicChar"/>
          <w:rFonts w:hint="cs"/>
          <w:rtl/>
        </w:rPr>
        <w:t>وخا</w:t>
      </w:r>
      <w:r w:rsidRPr="00247582">
        <w:rPr>
          <w:rStyle w:val="libArabicChar"/>
          <w:rtl/>
        </w:rPr>
        <w:t>ف وعيد</w:t>
      </w:r>
      <w:r w:rsidRPr="00247582">
        <w:rPr>
          <w:rStyle w:val="libFootnotenumChar"/>
          <w:rtl/>
        </w:rPr>
        <w:t>(2)</w:t>
      </w:r>
      <w:r>
        <w:rPr>
          <w:rtl/>
        </w:rPr>
        <w:t xml:space="preserve"> ابن مسعود كہتے ہي</w:t>
      </w:r>
      <w:r w:rsidR="00083993">
        <w:rPr>
          <w:rtl/>
        </w:rPr>
        <w:t xml:space="preserve">ں </w:t>
      </w:r>
      <w:r>
        <w:rPr>
          <w:rtl/>
        </w:rPr>
        <w:t>:جب آيت مجيدہ''</w:t>
      </w:r>
      <w:r w:rsidRPr="00247582">
        <w:rPr>
          <w:rStyle w:val="libArabicChar"/>
          <w:rtl/>
        </w:rPr>
        <w:t>ي</w:t>
      </w:r>
      <w:r w:rsidRPr="00247582">
        <w:rPr>
          <w:rStyle w:val="libArabicChar"/>
          <w:rFonts w:hint="eastAsia"/>
          <w:rtl/>
        </w:rPr>
        <w:t>ا</w:t>
      </w:r>
      <w:r w:rsidRPr="00247582">
        <w:rPr>
          <w:rStyle w:val="libArabicChar"/>
          <w:rtl/>
        </w:rPr>
        <w:t xml:space="preserve"> ا ي</w:t>
      </w:r>
      <w:r w:rsidR="00B2551F" w:rsidRPr="00B2551F">
        <w:rPr>
          <w:rStyle w:val="libArabicChar"/>
          <w:rFonts w:hint="cs"/>
          <w:rtl/>
        </w:rPr>
        <w:t>ه</w:t>
      </w:r>
      <w:r w:rsidRPr="00247582">
        <w:rPr>
          <w:rStyle w:val="libArabicChar"/>
          <w:rFonts w:hint="cs"/>
          <w:rtl/>
        </w:rPr>
        <w:t>االذين</w:t>
      </w:r>
      <w:r w:rsidRPr="00247582">
        <w:rPr>
          <w:rStyle w:val="libArabicChar"/>
          <w:rtl/>
        </w:rPr>
        <w:t xml:space="preserve"> </w:t>
      </w:r>
      <w:r w:rsidRPr="00247582">
        <w:rPr>
          <w:rStyle w:val="libArabicChar"/>
          <w:rFonts w:hint="cs"/>
          <w:rtl/>
        </w:rPr>
        <w:t>امنوا</w:t>
      </w:r>
      <w:r w:rsidRPr="00247582">
        <w:rPr>
          <w:rStyle w:val="libArabicChar"/>
          <w:rtl/>
        </w:rPr>
        <w:t xml:space="preserve"> </w:t>
      </w:r>
      <w:r w:rsidRPr="00247582">
        <w:rPr>
          <w:rStyle w:val="libArabicChar"/>
          <w:rFonts w:hint="cs"/>
          <w:rtl/>
        </w:rPr>
        <w:t>قوا</w:t>
      </w:r>
      <w:r w:rsidRPr="00247582">
        <w:rPr>
          <w:rStyle w:val="libArabicChar"/>
          <w:rtl/>
        </w:rPr>
        <w:t xml:space="preserve"> </w:t>
      </w:r>
      <w:r w:rsidRPr="00247582">
        <w:rPr>
          <w:rStyle w:val="libArabicChar"/>
          <w:rFonts w:hint="cs"/>
          <w:rtl/>
        </w:rPr>
        <w:t>ا</w:t>
      </w:r>
      <w:r w:rsidRPr="00247582">
        <w:rPr>
          <w:rStyle w:val="libArabicChar"/>
          <w:rtl/>
        </w:rPr>
        <w:t xml:space="preserve"> </w:t>
      </w:r>
      <w:r w:rsidRPr="00247582">
        <w:rPr>
          <w:rStyle w:val="libArabicChar"/>
          <w:rFonts w:hint="cs"/>
          <w:rtl/>
        </w:rPr>
        <w:t>نفس</w:t>
      </w:r>
      <w:r w:rsidRPr="00247582">
        <w:rPr>
          <w:rStyle w:val="libArabicChar"/>
          <w:rtl/>
        </w:rPr>
        <w:t>كم ...</w:t>
      </w:r>
      <w:r>
        <w:rPr>
          <w:rtl/>
        </w:rPr>
        <w:t xml:space="preserve">''نازل ہوئي تورسول خدا </w:t>
      </w:r>
      <w:r w:rsidR="00F031CD" w:rsidRPr="00F031CD">
        <w:rPr>
          <w:rStyle w:val="libAlaemChar"/>
          <w:rtl/>
        </w:rPr>
        <w:t xml:space="preserve"> صلى‌الله‌عليه‌وآله‌وسلم </w:t>
      </w:r>
      <w:r>
        <w:rPr>
          <w:rtl/>
        </w:rPr>
        <w:t xml:space="preserve"> نے اپنے اصحاب كے سامنے اس ايت كى تلاوت كى تو اس وقت ايك جوان زمين پر گر كر بيہوش ہو گيا _پس رسول خدا</w:t>
      </w:r>
      <w:r w:rsidR="00F031CD" w:rsidRPr="00F031CD">
        <w:rPr>
          <w:rStyle w:val="libAlaemChar"/>
          <w:rtl/>
        </w:rPr>
        <w:t xml:space="preserve"> صلى‌الله‌عليه‌وآله‌وسلم </w:t>
      </w:r>
      <w:r>
        <w:rPr>
          <w:rtl/>
        </w:rPr>
        <w:t xml:space="preserve"> نے اسے جنت كى بشارت دى اور فرمايا: </w:t>
      </w:r>
      <w:r w:rsidRPr="00247582">
        <w:rPr>
          <w:rStyle w:val="libArabicChar"/>
          <w:rtl/>
        </w:rPr>
        <w:t>'' ... ذلك لمن خاف مقامى وخاف وعيد''</w:t>
      </w:r>
    </w:p>
    <w:p w:rsidR="001F628F" w:rsidRDefault="001F628F" w:rsidP="00247582">
      <w:pPr>
        <w:pStyle w:val="libNormal"/>
        <w:rPr>
          <w:rtl/>
        </w:rPr>
      </w:pPr>
      <w:r>
        <w:rPr>
          <w:rFonts w:hint="eastAsia"/>
          <w:rtl/>
        </w:rPr>
        <w:t>الله</w:t>
      </w:r>
      <w:r>
        <w:rPr>
          <w:rtl/>
        </w:rPr>
        <w:t xml:space="preserve"> تعالى :</w:t>
      </w:r>
      <w:r>
        <w:rPr>
          <w:rFonts w:hint="eastAsia"/>
          <w:rtl/>
        </w:rPr>
        <w:t>الله</w:t>
      </w:r>
      <w:r>
        <w:rPr>
          <w:rtl/>
        </w:rPr>
        <w:t xml:space="preserve"> تعالى كے افعال8;الله تعالى كا ترغيب دلانا7 ; الله تعالى كى دھمكيا</w:t>
      </w:r>
      <w:r w:rsidR="00083993">
        <w:rPr>
          <w:rtl/>
        </w:rPr>
        <w:t xml:space="preserve">ں </w:t>
      </w:r>
      <w:r>
        <w:rPr>
          <w:rtl/>
        </w:rPr>
        <w:t>3;الله تعالى كى حمايتي</w:t>
      </w:r>
      <w:r w:rsidR="00083993">
        <w:rPr>
          <w:rtl/>
        </w:rPr>
        <w:t xml:space="preserve">ں </w:t>
      </w:r>
      <w:r>
        <w:rPr>
          <w:rtl/>
        </w:rPr>
        <w:t>2; الله تعالى كى امداد كے شرائط10;الله تعالى كے وعدے1</w:t>
      </w:r>
    </w:p>
    <w:p w:rsidR="001F628F" w:rsidRDefault="001F628F" w:rsidP="00247582">
      <w:pPr>
        <w:pStyle w:val="libNormal"/>
        <w:rPr>
          <w:rtl/>
        </w:rPr>
      </w:pPr>
      <w:r>
        <w:rPr>
          <w:rFonts w:hint="eastAsia"/>
          <w:rtl/>
        </w:rPr>
        <w:t>الله</w:t>
      </w:r>
      <w:r>
        <w:rPr>
          <w:rtl/>
        </w:rPr>
        <w:t xml:space="preserve"> تعالى سے ڈرنے والے لوگ:</w:t>
      </w:r>
      <w:r>
        <w:rPr>
          <w:rFonts w:hint="eastAsia"/>
          <w:rtl/>
        </w:rPr>
        <w:t>ان</w:t>
      </w:r>
      <w:r>
        <w:rPr>
          <w:rtl/>
        </w:rPr>
        <w:t xml:space="preserve"> كا مقام و مرتبہ13</w:t>
      </w:r>
    </w:p>
    <w:p w:rsidR="001F628F" w:rsidRDefault="001F628F" w:rsidP="00247582">
      <w:pPr>
        <w:pStyle w:val="libNormal"/>
        <w:rPr>
          <w:rtl/>
        </w:rPr>
      </w:pPr>
      <w:r>
        <w:rPr>
          <w:rFonts w:hint="eastAsia"/>
          <w:rtl/>
        </w:rPr>
        <w:t>الہى</w:t>
      </w:r>
      <w:r>
        <w:rPr>
          <w:rtl/>
        </w:rPr>
        <w:t xml:space="preserve"> امداد:</w:t>
      </w:r>
      <w:r>
        <w:rPr>
          <w:rFonts w:hint="eastAsia"/>
          <w:rtl/>
        </w:rPr>
        <w:t>الہى</w:t>
      </w:r>
      <w:r>
        <w:rPr>
          <w:rtl/>
        </w:rPr>
        <w:t xml:space="preserve"> امداد جن كے شامل حال ہے6</w:t>
      </w:r>
    </w:p>
    <w:p w:rsidR="001F628F" w:rsidRDefault="00B84D3B" w:rsidP="00B84D3B">
      <w:pPr>
        <w:pStyle w:val="libLine"/>
        <w:rPr>
          <w:rtl/>
        </w:rPr>
      </w:pPr>
      <w:r>
        <w:rPr>
          <w:rtl/>
        </w:rPr>
        <w:t>____________________</w:t>
      </w:r>
    </w:p>
    <w:p w:rsidR="001F628F" w:rsidRDefault="001F628F" w:rsidP="00247582">
      <w:pPr>
        <w:pStyle w:val="libFootnote"/>
        <w:rPr>
          <w:rtl/>
        </w:rPr>
      </w:pPr>
      <w:r>
        <w:rPr>
          <w:rtl/>
        </w:rPr>
        <w:t>1)تفسير قمى ،ج1،ص368;نور الثقلين ،ج2، ص530 ، ح3 3_</w:t>
      </w:r>
    </w:p>
    <w:p w:rsidR="001F628F" w:rsidRDefault="001F628F" w:rsidP="00247582">
      <w:pPr>
        <w:pStyle w:val="libFootnote"/>
        <w:rPr>
          <w:rtl/>
        </w:rPr>
      </w:pPr>
      <w:r>
        <w:rPr>
          <w:rtl/>
        </w:rPr>
        <w:t>2)نور الثقلين ،ج2،ص530،ح35_</w:t>
      </w:r>
    </w:p>
    <w:p w:rsidR="00247582" w:rsidRDefault="001E7F9D" w:rsidP="00F73EDE">
      <w:pPr>
        <w:pStyle w:val="libPoemTini"/>
        <w:rPr>
          <w:rtl/>
        </w:rPr>
      </w:pPr>
      <w:r>
        <w:rPr>
          <w:rtl/>
        </w:rPr>
        <w:br w:type="page"/>
      </w:r>
    </w:p>
    <w:p w:rsidR="001F628F" w:rsidRDefault="001F628F" w:rsidP="00247582">
      <w:pPr>
        <w:pStyle w:val="libNormal"/>
        <w:rPr>
          <w:rtl/>
        </w:rPr>
      </w:pPr>
      <w:r>
        <w:rPr>
          <w:rFonts w:hint="eastAsia"/>
          <w:rtl/>
        </w:rPr>
        <w:lastRenderedPageBreak/>
        <w:t>امور</w:t>
      </w:r>
      <w:r>
        <w:rPr>
          <w:rtl/>
        </w:rPr>
        <w:t>:</w:t>
      </w:r>
      <w:r>
        <w:rPr>
          <w:rFonts w:hint="eastAsia"/>
          <w:rtl/>
        </w:rPr>
        <w:t>امور</w:t>
      </w:r>
      <w:r>
        <w:rPr>
          <w:rtl/>
        </w:rPr>
        <w:t xml:space="preserve"> كے استحكام كا سر چشمہ8</w:t>
      </w:r>
    </w:p>
    <w:p w:rsidR="001F628F" w:rsidRDefault="001F628F" w:rsidP="00247582">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كو اذيت4;انبياء اپنى سر زمين مي</w:t>
      </w:r>
      <w:r w:rsidR="00083993">
        <w:rPr>
          <w:rtl/>
        </w:rPr>
        <w:t xml:space="preserve">ں </w:t>
      </w:r>
      <w:r>
        <w:rPr>
          <w:rtl/>
        </w:rPr>
        <w:t>1;انبياء اورالہى امداد ،10،11;انبياء كى دھمكي1،3;انبياء كے حامي11;انبياء كا خوف خدا كو تسلى 4;انبياء كے فضائل11;انبياء كو ان كے وطن مي</w:t>
      </w:r>
      <w:r w:rsidR="00083993">
        <w:rPr>
          <w:rtl/>
        </w:rPr>
        <w:t xml:space="preserve">ں </w:t>
      </w:r>
      <w:r>
        <w:rPr>
          <w:rtl/>
        </w:rPr>
        <w:t>آباد كرنے كا وعدہ1;انبياء كو وعدہ1</w:t>
      </w:r>
    </w:p>
    <w:p w:rsidR="001F628F" w:rsidRDefault="001F628F" w:rsidP="00247582">
      <w:pPr>
        <w:pStyle w:val="libNormal"/>
        <w:rPr>
          <w:rtl/>
        </w:rPr>
      </w:pPr>
      <w:r>
        <w:rPr>
          <w:rFonts w:hint="eastAsia"/>
          <w:rtl/>
        </w:rPr>
        <w:t>تاريخ</w:t>
      </w:r>
      <w:r>
        <w:rPr>
          <w:rtl/>
        </w:rPr>
        <w:t>:</w:t>
      </w:r>
      <w:r>
        <w:rPr>
          <w:rFonts w:hint="eastAsia"/>
          <w:rtl/>
        </w:rPr>
        <w:t>تاريخى</w:t>
      </w:r>
      <w:r>
        <w:rPr>
          <w:rtl/>
        </w:rPr>
        <w:t xml:space="preserve"> تحولات مي</w:t>
      </w:r>
      <w:r w:rsidR="00083993">
        <w:rPr>
          <w:rtl/>
        </w:rPr>
        <w:t xml:space="preserve">ں </w:t>
      </w:r>
      <w:r>
        <w:rPr>
          <w:rtl/>
        </w:rPr>
        <w:t>موثر عوامل9</w:t>
      </w:r>
    </w:p>
    <w:p w:rsidR="001F628F" w:rsidRDefault="001F628F" w:rsidP="00247582">
      <w:pPr>
        <w:pStyle w:val="libNormal"/>
        <w:rPr>
          <w:rtl/>
        </w:rPr>
      </w:pPr>
      <w:r>
        <w:rPr>
          <w:rFonts w:hint="eastAsia"/>
          <w:rtl/>
        </w:rPr>
        <w:t>خوف</w:t>
      </w:r>
      <w:r>
        <w:rPr>
          <w:rtl/>
        </w:rPr>
        <w:t>:</w:t>
      </w:r>
      <w:r>
        <w:rPr>
          <w:rFonts w:hint="eastAsia"/>
          <w:rtl/>
        </w:rPr>
        <w:t>خوف</w:t>
      </w:r>
      <w:r>
        <w:rPr>
          <w:rtl/>
        </w:rPr>
        <w:t xml:space="preserve"> خدا كے اثرات5،6،11;خداكے حساب و كتاب سے خوف كى قدروقيمت7;خدا كى وعيد سے خوف كى قدروقيمت7;خدا كے حساب و كتاب سے خوف6;خدا كى وعيدسے خوف 5،6 ;خداكے حساب وكتاب سے خوف كى ترغيب7 ; خدا كى وعيدسے خوف كى ترغيب7</w:t>
      </w:r>
    </w:p>
    <w:p w:rsidR="001F628F" w:rsidRDefault="001F628F" w:rsidP="001F628F">
      <w:pPr>
        <w:pStyle w:val="libNormal"/>
        <w:rPr>
          <w:rtl/>
        </w:rPr>
      </w:pPr>
      <w:r>
        <w:rPr>
          <w:rFonts w:hint="eastAsia"/>
          <w:rtl/>
        </w:rPr>
        <w:t>روايت</w:t>
      </w:r>
      <w:r>
        <w:rPr>
          <w:rtl/>
        </w:rPr>
        <w:t>:12،13</w:t>
      </w:r>
    </w:p>
    <w:p w:rsidR="001F628F" w:rsidRDefault="001F628F" w:rsidP="00247582">
      <w:pPr>
        <w:pStyle w:val="libNormal"/>
        <w:rPr>
          <w:rtl/>
        </w:rPr>
      </w:pPr>
      <w:r>
        <w:rPr>
          <w:rFonts w:hint="eastAsia"/>
          <w:rtl/>
        </w:rPr>
        <w:t>زندگي</w:t>
      </w:r>
      <w:r>
        <w:rPr>
          <w:rtl/>
        </w:rPr>
        <w:t>:</w:t>
      </w:r>
      <w:r>
        <w:rPr>
          <w:rFonts w:hint="eastAsia"/>
          <w:rtl/>
        </w:rPr>
        <w:t>زندگى</w:t>
      </w:r>
      <w:r>
        <w:rPr>
          <w:rtl/>
        </w:rPr>
        <w:t xml:space="preserve"> پر اثر انداز ہونے والے عوامل9</w:t>
      </w:r>
    </w:p>
    <w:p w:rsidR="001F628F" w:rsidRDefault="001F628F" w:rsidP="00247582">
      <w:pPr>
        <w:pStyle w:val="libNormal"/>
        <w:rPr>
          <w:rtl/>
        </w:rPr>
      </w:pPr>
      <w:r>
        <w:rPr>
          <w:rFonts w:hint="eastAsia"/>
          <w:rtl/>
        </w:rPr>
        <w:t>ظالمين</w:t>
      </w:r>
      <w:r>
        <w:rPr>
          <w:rtl/>
        </w:rPr>
        <w:t>:</w:t>
      </w:r>
      <w:r>
        <w:rPr>
          <w:rFonts w:hint="eastAsia"/>
          <w:rtl/>
        </w:rPr>
        <w:t>ظالمين</w:t>
      </w:r>
      <w:r>
        <w:rPr>
          <w:rtl/>
        </w:rPr>
        <w:t xml:space="preserve"> كى نافرماني2;ظالمين سے نجات5 ; ظالمين كى ہلاكت5</w:t>
      </w:r>
    </w:p>
    <w:p w:rsidR="001F628F" w:rsidRDefault="001F628F" w:rsidP="00247582">
      <w:pPr>
        <w:pStyle w:val="libNormal"/>
        <w:rPr>
          <w:rtl/>
        </w:rPr>
      </w:pPr>
      <w:r>
        <w:rPr>
          <w:rFonts w:hint="eastAsia"/>
          <w:rtl/>
        </w:rPr>
        <w:t>كفار</w:t>
      </w:r>
      <w:r>
        <w:rPr>
          <w:rtl/>
        </w:rPr>
        <w:t>:</w:t>
      </w:r>
      <w:r>
        <w:rPr>
          <w:rFonts w:hint="eastAsia"/>
          <w:rtl/>
        </w:rPr>
        <w:t>ظالم</w:t>
      </w:r>
      <w:r>
        <w:rPr>
          <w:rtl/>
        </w:rPr>
        <w:t xml:space="preserve"> كفار كى دھمكي3;كفار كى دھمكيا</w:t>
      </w:r>
      <w:r w:rsidR="00083993">
        <w:rPr>
          <w:rtl/>
        </w:rPr>
        <w:t xml:space="preserve">ں </w:t>
      </w:r>
      <w:r>
        <w:rPr>
          <w:rtl/>
        </w:rPr>
        <w:t>3;كفار كى ہلاكت3</w:t>
      </w:r>
    </w:p>
    <w:p w:rsidR="001F628F" w:rsidRDefault="001F628F" w:rsidP="00247582">
      <w:pPr>
        <w:pStyle w:val="libNormal"/>
        <w:rPr>
          <w:rtl/>
        </w:rPr>
      </w:pPr>
      <w:r>
        <w:rPr>
          <w:rFonts w:hint="eastAsia"/>
          <w:rtl/>
        </w:rPr>
        <w:t>گذشتہ</w:t>
      </w:r>
      <w:r>
        <w:rPr>
          <w:rtl/>
        </w:rPr>
        <w:t xml:space="preserve"> اقوام:</w:t>
      </w:r>
      <w:r>
        <w:rPr>
          <w:rFonts w:hint="eastAsia"/>
          <w:rtl/>
        </w:rPr>
        <w:t>گذشتہ</w:t>
      </w:r>
      <w:r>
        <w:rPr>
          <w:rtl/>
        </w:rPr>
        <w:t xml:space="preserve"> اقوام كى اذيتي</w:t>
      </w:r>
      <w:r w:rsidR="00083993">
        <w:rPr>
          <w:rtl/>
        </w:rPr>
        <w:t xml:space="preserve">ں </w:t>
      </w:r>
      <w:r>
        <w:rPr>
          <w:rtl/>
        </w:rPr>
        <w:t>4;گذشتہ اقوام كى دھمكيا</w:t>
      </w:r>
      <w:r w:rsidR="00083993">
        <w:rPr>
          <w:rtl/>
        </w:rPr>
        <w:t xml:space="preserve">ں </w:t>
      </w:r>
      <w:r>
        <w:rPr>
          <w:rtl/>
        </w:rPr>
        <w:t>1</w:t>
      </w:r>
    </w:p>
    <w:p w:rsidR="001F628F" w:rsidRDefault="001F628F" w:rsidP="00247582">
      <w:pPr>
        <w:pStyle w:val="libNormal"/>
        <w:rPr>
          <w:rtl/>
        </w:rPr>
      </w:pPr>
      <w:r>
        <w:rPr>
          <w:rFonts w:hint="eastAsia"/>
          <w:rtl/>
        </w:rPr>
        <w:t>مظلوم</w:t>
      </w:r>
      <w:r>
        <w:rPr>
          <w:rtl/>
        </w:rPr>
        <w:t>:</w:t>
      </w:r>
      <w:r>
        <w:rPr>
          <w:rFonts w:hint="eastAsia"/>
          <w:rtl/>
        </w:rPr>
        <w:t>مظلوم</w:t>
      </w:r>
      <w:r>
        <w:rPr>
          <w:rtl/>
        </w:rPr>
        <w:t xml:space="preserve"> كے حامي2</w:t>
      </w:r>
    </w:p>
    <w:p w:rsidR="001F628F" w:rsidRDefault="001F628F" w:rsidP="00247582">
      <w:pPr>
        <w:pStyle w:val="libNormal"/>
        <w:rPr>
          <w:rtl/>
        </w:rPr>
      </w:pPr>
      <w:r>
        <w:rPr>
          <w:rFonts w:hint="eastAsia"/>
          <w:rtl/>
        </w:rPr>
        <w:t>معنويات</w:t>
      </w:r>
      <w:r>
        <w:rPr>
          <w:rtl/>
        </w:rPr>
        <w:t>:</w:t>
      </w:r>
      <w:r>
        <w:rPr>
          <w:rFonts w:hint="eastAsia"/>
          <w:rtl/>
        </w:rPr>
        <w:t>معنويات</w:t>
      </w:r>
      <w:r>
        <w:rPr>
          <w:rtl/>
        </w:rPr>
        <w:t xml:space="preserve"> كے اثرات9</w:t>
      </w:r>
    </w:p>
    <w:p w:rsidR="001F628F" w:rsidRDefault="001F628F" w:rsidP="00247582">
      <w:pPr>
        <w:pStyle w:val="libNormal"/>
        <w:rPr>
          <w:rtl/>
        </w:rPr>
      </w:pPr>
      <w:r>
        <w:rPr>
          <w:rFonts w:hint="eastAsia"/>
          <w:rtl/>
        </w:rPr>
        <w:t>ہمسايہ</w:t>
      </w:r>
      <w:r>
        <w:rPr>
          <w:rtl/>
        </w:rPr>
        <w:t>:</w:t>
      </w:r>
      <w:r>
        <w:rPr>
          <w:rFonts w:hint="eastAsia"/>
          <w:rtl/>
        </w:rPr>
        <w:t>ہمسائے</w:t>
      </w:r>
      <w:r>
        <w:rPr>
          <w:rtl/>
        </w:rPr>
        <w:t xml:space="preserve"> كى اذيت كى مذمت12</w:t>
      </w:r>
    </w:p>
    <w:p w:rsidR="00247582" w:rsidRDefault="001E7F9D" w:rsidP="00F73EDE">
      <w:pPr>
        <w:pStyle w:val="libPoemTini"/>
        <w:rPr>
          <w:rtl/>
        </w:rPr>
      </w:pPr>
      <w:r>
        <w:rPr>
          <w:rtl/>
        </w:rPr>
        <w:cr/>
      </w:r>
      <w:r>
        <w:rPr>
          <w:rtl/>
        </w:rPr>
        <w:br w:type="page"/>
      </w:r>
    </w:p>
    <w:p w:rsidR="00247582" w:rsidRDefault="00247582" w:rsidP="00247582">
      <w:pPr>
        <w:pStyle w:val="Heading2Center"/>
        <w:rPr>
          <w:rtl/>
        </w:rPr>
      </w:pPr>
      <w:bookmarkStart w:id="15" w:name="_Toc28081693"/>
      <w:r>
        <w:rPr>
          <w:rFonts w:hint="cs"/>
          <w:rtl/>
        </w:rPr>
        <w:lastRenderedPageBreak/>
        <w:t>آیت 15</w:t>
      </w:r>
      <w:bookmarkEnd w:id="15"/>
    </w:p>
    <w:p w:rsidR="001F628F" w:rsidRDefault="00E260F9" w:rsidP="00247582">
      <w:pPr>
        <w:pStyle w:val="libNormal"/>
        <w:rPr>
          <w:rtl/>
        </w:rPr>
      </w:pPr>
      <w:r w:rsidRPr="00E260F9">
        <w:rPr>
          <w:rStyle w:val="libAlaemChar"/>
          <w:rFonts w:hint="eastAsia"/>
          <w:rtl/>
        </w:rPr>
        <w:t>(</w:t>
      </w:r>
      <w:r w:rsidRPr="00247582">
        <w:rPr>
          <w:rStyle w:val="libAieChar"/>
          <w:rFonts w:hint="eastAsia"/>
          <w:rtl/>
        </w:rPr>
        <w:t>وَاسْتَفْتَحُواْ</w:t>
      </w:r>
      <w:r w:rsidRPr="00247582">
        <w:rPr>
          <w:rStyle w:val="libAieChar"/>
          <w:rtl/>
        </w:rPr>
        <w:t xml:space="preserve"> وَخَابَ كُلُّ جَبَّارٍ عَنِيدٍ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پيغمبرو</w:t>
      </w:r>
      <w:r w:rsidR="00083993">
        <w:rPr>
          <w:rtl/>
        </w:rPr>
        <w:t xml:space="preserve">ں </w:t>
      </w:r>
      <w:r>
        <w:rPr>
          <w:rtl/>
        </w:rPr>
        <w:t>نے ہم سے فتح كا مطالبہ كيا اور ان سے عناد ركھنے والے سركش افراد ذليل اور رسواہوگئے _</w:t>
      </w:r>
    </w:p>
    <w:p w:rsidR="001F628F" w:rsidRDefault="001F628F" w:rsidP="001F628F">
      <w:pPr>
        <w:pStyle w:val="libNormal"/>
        <w:rPr>
          <w:rtl/>
        </w:rPr>
      </w:pPr>
      <w:r>
        <w:rPr>
          <w:rtl/>
        </w:rPr>
        <w:t xml:space="preserve">1_كافر اقوام كى جانب سے دھمكى ملنے كے بعد </w:t>
      </w:r>
      <w:r w:rsidR="003D0BA1">
        <w:rPr>
          <w:rtl/>
        </w:rPr>
        <w:t>انبياء</w:t>
      </w:r>
      <w:r w:rsidR="00367F17" w:rsidRPr="00367F17">
        <w:rPr>
          <w:rStyle w:val="libAlaemChar"/>
          <w:rtl/>
        </w:rPr>
        <w:t xml:space="preserve"> عليه‌السلام </w:t>
      </w:r>
      <w:r>
        <w:rPr>
          <w:rtl/>
        </w:rPr>
        <w:t xml:space="preserve"> كا خداوند متعال سے فتح كى دعا اور درخواست كرنا_</w:t>
      </w:r>
    </w:p>
    <w:p w:rsidR="001F628F" w:rsidRDefault="001F628F" w:rsidP="00247582">
      <w:pPr>
        <w:pStyle w:val="libNormal"/>
        <w:rPr>
          <w:rtl/>
        </w:rPr>
      </w:pPr>
      <w:r w:rsidRPr="00247582">
        <w:rPr>
          <w:rStyle w:val="libArabicChar"/>
          <w:rFonts w:hint="eastAsia"/>
          <w:rtl/>
        </w:rPr>
        <w:t>وقال</w:t>
      </w:r>
      <w:r w:rsidRPr="00247582">
        <w:rPr>
          <w:rStyle w:val="libArabicChar"/>
          <w:rtl/>
        </w:rPr>
        <w:t xml:space="preserve"> الذين كفروا لرسل</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r w:rsidRPr="00247582">
        <w:rPr>
          <w:rStyle w:val="libArabicChar"/>
          <w:rFonts w:hint="cs"/>
          <w:rtl/>
        </w:rPr>
        <w:t>لنخرجنّكم</w:t>
      </w:r>
      <w:r w:rsidRPr="00247582">
        <w:rPr>
          <w:rStyle w:val="libArabicChar"/>
          <w:rtl/>
        </w:rPr>
        <w:t xml:space="preserve"> ...</w:t>
      </w:r>
      <w:r w:rsidRPr="00247582">
        <w:rPr>
          <w:rStyle w:val="libArabicChar"/>
          <w:rFonts w:hint="cs"/>
          <w:rtl/>
        </w:rPr>
        <w:t>و</w:t>
      </w:r>
      <w:r w:rsidRPr="00247582">
        <w:rPr>
          <w:rStyle w:val="libArabicChar"/>
          <w:rtl/>
        </w:rPr>
        <w:t xml:space="preserve"> </w:t>
      </w:r>
      <w:r w:rsidRPr="00247582">
        <w:rPr>
          <w:rStyle w:val="libArabicChar"/>
          <w:rFonts w:hint="cs"/>
          <w:rtl/>
        </w:rPr>
        <w:t>استفتحو</w:t>
      </w:r>
      <w:r w:rsidR="00247582" w:rsidRPr="00247582">
        <w:rPr>
          <w:rStyle w:val="libArabicChar"/>
          <w:rFonts w:hint="cs"/>
          <w:rtl/>
        </w:rPr>
        <w:t xml:space="preserve">  </w:t>
      </w:r>
      <w:r w:rsidRPr="00247582">
        <w:rPr>
          <w:rStyle w:val="libArabicChar"/>
          <w:rtl/>
        </w:rPr>
        <w:t>''استفتحوا''</w:t>
      </w:r>
      <w:r>
        <w:rPr>
          <w:rtl/>
        </w:rPr>
        <w:t xml:space="preserve"> مي</w:t>
      </w:r>
      <w:r w:rsidR="00083993">
        <w:rPr>
          <w:rtl/>
        </w:rPr>
        <w:t xml:space="preserve">ں </w:t>
      </w:r>
      <w:r>
        <w:rPr>
          <w:rtl/>
        </w:rPr>
        <w:t>ضمير كا مرجع ہو سكتا ہے ''رسل'' ہو اور ہو سكتا ہے ''رسل'' اور''</w:t>
      </w:r>
      <w:r w:rsidRPr="00A546E5">
        <w:rPr>
          <w:rStyle w:val="libArabicChar"/>
          <w:rtl/>
        </w:rPr>
        <w:t>الذين كفروا</w:t>
      </w:r>
      <w:r>
        <w:rPr>
          <w:rtl/>
        </w:rPr>
        <w:t>''ہو _مذكورہ بالا مطلب پہلے احتمال كى بناء پر اخذ كيا گيا ہے_</w:t>
      </w:r>
    </w:p>
    <w:p w:rsidR="001F628F" w:rsidRDefault="001F628F" w:rsidP="00247582">
      <w:pPr>
        <w:pStyle w:val="libNormal"/>
        <w:rPr>
          <w:rtl/>
        </w:rPr>
      </w:pPr>
      <w:r>
        <w:rPr>
          <w:rtl/>
        </w:rPr>
        <w:t xml:space="preserve">2_انبياء </w:t>
      </w:r>
      <w:r w:rsidR="00367F17" w:rsidRPr="00367F17">
        <w:rPr>
          <w:rStyle w:val="libAlaemChar"/>
          <w:rtl/>
        </w:rPr>
        <w:t xml:space="preserve"> عليه‌السلام </w:t>
      </w:r>
      <w:r>
        <w:rPr>
          <w:rtl/>
        </w:rPr>
        <w:t xml:space="preserve"> كافر قومو</w:t>
      </w:r>
      <w:r w:rsidR="00083993">
        <w:rPr>
          <w:rtl/>
        </w:rPr>
        <w:t xml:space="preserve">ں </w:t>
      </w:r>
      <w:r>
        <w:rPr>
          <w:rtl/>
        </w:rPr>
        <w:t>كے ہدايت پانے سے مايوس ہوكر ان پر لعنت كرتے تھے_</w:t>
      </w:r>
      <w:r w:rsidRPr="00247582">
        <w:rPr>
          <w:rStyle w:val="libArabicChar"/>
          <w:rFonts w:hint="eastAsia"/>
          <w:rtl/>
        </w:rPr>
        <w:t>قالت</w:t>
      </w:r>
      <w:r w:rsidRPr="00247582">
        <w:rPr>
          <w:rStyle w:val="libArabicChar"/>
          <w:rtl/>
        </w:rPr>
        <w:t xml:space="preserve"> ل</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r w:rsidRPr="00247582">
        <w:rPr>
          <w:rStyle w:val="libArabicChar"/>
          <w:rFonts w:hint="cs"/>
          <w:rtl/>
        </w:rPr>
        <w:t>رسل</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r w:rsidRPr="00247582">
        <w:rPr>
          <w:rStyle w:val="libArabicChar"/>
          <w:rFonts w:hint="cs"/>
          <w:rtl/>
        </w:rPr>
        <w:t>و</w:t>
      </w:r>
      <w:r w:rsidRPr="00247582">
        <w:rPr>
          <w:rStyle w:val="libArabicChar"/>
          <w:rtl/>
        </w:rPr>
        <w:t xml:space="preserve"> </w:t>
      </w:r>
      <w:r w:rsidRPr="00247582">
        <w:rPr>
          <w:rStyle w:val="libArabicChar"/>
          <w:rFonts w:hint="cs"/>
          <w:rtl/>
        </w:rPr>
        <w:t>ا</w:t>
      </w:r>
      <w:r w:rsidRPr="00247582">
        <w:rPr>
          <w:rStyle w:val="libArabicChar"/>
          <w:rtl/>
        </w:rPr>
        <w:t>ستفتحو</w:t>
      </w:r>
    </w:p>
    <w:p w:rsidR="001F628F" w:rsidRDefault="003D0BA1" w:rsidP="001F628F">
      <w:pPr>
        <w:pStyle w:val="libNormal"/>
        <w:rPr>
          <w:rtl/>
        </w:rPr>
      </w:pPr>
      <w:r>
        <w:rPr>
          <w:rFonts w:hint="eastAsia"/>
          <w:rtl/>
        </w:rPr>
        <w:t>انبياء</w:t>
      </w:r>
      <w:r w:rsidR="001F628F">
        <w:rPr>
          <w:rFonts w:hint="eastAsia"/>
          <w:rtl/>
        </w:rPr>
        <w:t>ے</w:t>
      </w:r>
      <w:r w:rsidR="001F628F">
        <w:rPr>
          <w:rtl/>
        </w:rPr>
        <w:t xml:space="preserve"> كرام </w:t>
      </w:r>
      <w:r w:rsidR="00367F17" w:rsidRPr="00367F17">
        <w:rPr>
          <w:rStyle w:val="libAlaemChar"/>
          <w:rtl/>
        </w:rPr>
        <w:t xml:space="preserve"> عليه‌السلام </w:t>
      </w:r>
      <w:r w:rsidR="001F628F">
        <w:rPr>
          <w:rtl/>
        </w:rPr>
        <w:t xml:space="preserve"> روشن دليلي</w:t>
      </w:r>
      <w:r w:rsidR="00083993">
        <w:rPr>
          <w:rtl/>
        </w:rPr>
        <w:t xml:space="preserve">ں </w:t>
      </w:r>
      <w:r w:rsidR="001F628F">
        <w:rPr>
          <w:rtl/>
        </w:rPr>
        <w:t>(بينات)پيش كرنے اور كفار سے چند بار گفتگو كرنے ، ان كى جانب سے دھمكى سننے اور خداوندعالم كى جانب سے (كفار كے لئے) تھديد انے كے بعد خداوند تعالى سے فتح كى درخواست كرتے تھے _اس سے معلوم ہوتا ہے كہ وہ اپنى قوم كى ہدايت كے بارے مي</w:t>
      </w:r>
      <w:r w:rsidR="00083993">
        <w:rPr>
          <w:rtl/>
        </w:rPr>
        <w:t xml:space="preserve">ں </w:t>
      </w:r>
      <w:r w:rsidR="001F628F">
        <w:rPr>
          <w:rtl/>
        </w:rPr>
        <w:t>كوئي اميد نہي</w:t>
      </w:r>
      <w:r w:rsidR="00083993">
        <w:rPr>
          <w:rtl/>
        </w:rPr>
        <w:t xml:space="preserve">ں </w:t>
      </w:r>
      <w:r w:rsidR="001F628F">
        <w:rPr>
          <w:rtl/>
        </w:rPr>
        <w:t>ركھتے تھے_</w:t>
      </w:r>
    </w:p>
    <w:p w:rsidR="001F628F" w:rsidRDefault="001F628F" w:rsidP="00247582">
      <w:pPr>
        <w:pStyle w:val="libNormal"/>
        <w:rPr>
          <w:rtl/>
        </w:rPr>
      </w:pPr>
      <w:r>
        <w:rPr>
          <w:rtl/>
        </w:rPr>
        <w:t xml:space="preserve">3_انبياء </w:t>
      </w:r>
      <w:r w:rsidR="00367F17" w:rsidRPr="00367F17">
        <w:rPr>
          <w:rStyle w:val="libAlaemChar"/>
          <w:rtl/>
        </w:rPr>
        <w:t xml:space="preserve"> عليه‌السلام </w:t>
      </w:r>
      <w:r>
        <w:rPr>
          <w:rtl/>
        </w:rPr>
        <w:t xml:space="preserve"> اور انكے مخالف كفار مي</w:t>
      </w:r>
      <w:r w:rsidR="00083993">
        <w:rPr>
          <w:rtl/>
        </w:rPr>
        <w:t xml:space="preserve">ں </w:t>
      </w:r>
      <w:r>
        <w:rPr>
          <w:rtl/>
        </w:rPr>
        <w:t>سے ہر ايك ، دوسرے پر فتح مند ہونا چاہتے تھے _</w:t>
      </w:r>
      <w:r w:rsidRPr="00247582">
        <w:rPr>
          <w:rStyle w:val="libArabicChar"/>
          <w:rFonts w:hint="eastAsia"/>
          <w:rtl/>
        </w:rPr>
        <w:t>و</w:t>
      </w:r>
      <w:r w:rsidRPr="00247582">
        <w:rPr>
          <w:rStyle w:val="libArabicChar"/>
          <w:rtl/>
        </w:rPr>
        <w:t xml:space="preserve"> استفتحو</w:t>
      </w:r>
    </w:p>
    <w:p w:rsidR="001F628F" w:rsidRDefault="001F628F" w:rsidP="001F628F">
      <w:pPr>
        <w:pStyle w:val="libNormal"/>
        <w:rPr>
          <w:rtl/>
        </w:rPr>
      </w:pPr>
      <w:r>
        <w:rPr>
          <w:rFonts w:hint="eastAsia"/>
          <w:rtl/>
        </w:rPr>
        <w:t>يہ</w:t>
      </w:r>
      <w:r>
        <w:rPr>
          <w:rtl/>
        </w:rPr>
        <w:t xml:space="preserve"> اس بناء پر كہ جب '' استفتحوا'' كى ضمير كا مرجع انبياء </w:t>
      </w:r>
      <w:r w:rsidR="00367F17" w:rsidRPr="00367F17">
        <w:rPr>
          <w:rStyle w:val="libAlaemChar"/>
          <w:rtl/>
        </w:rPr>
        <w:t xml:space="preserve"> عليه‌السلام </w:t>
      </w:r>
      <w:r>
        <w:rPr>
          <w:rtl/>
        </w:rPr>
        <w:t xml:space="preserve"> اور كفار ہر دو ہو</w:t>
      </w:r>
      <w:r w:rsidR="00083993">
        <w:rPr>
          <w:rtl/>
        </w:rPr>
        <w:t xml:space="preserve">ں </w:t>
      </w:r>
      <w:r>
        <w:rPr>
          <w:rtl/>
        </w:rPr>
        <w:t>_''وخاب كلّ جبّار عنيد''كا قرينہ بتاتا ہے كہ ان مي</w:t>
      </w:r>
      <w:r w:rsidR="00083993">
        <w:rPr>
          <w:rtl/>
        </w:rPr>
        <w:t xml:space="preserve">ں </w:t>
      </w:r>
      <w:r>
        <w:rPr>
          <w:rtl/>
        </w:rPr>
        <w:t>سے ہر ايك دوسرے گروہ پر فتح پانا چاہتا تھا ليكن كفار كو فتح سے محروم ہونا پڑا_</w:t>
      </w:r>
    </w:p>
    <w:p w:rsidR="001F628F" w:rsidRDefault="001F628F" w:rsidP="00247582">
      <w:pPr>
        <w:pStyle w:val="libNormal"/>
        <w:rPr>
          <w:rtl/>
        </w:rPr>
      </w:pPr>
      <w:r>
        <w:rPr>
          <w:rtl/>
        </w:rPr>
        <w:t>4_ ايك دوسرے پر غلبہ پانے كے سلسلے مي</w:t>
      </w:r>
      <w:r w:rsidR="00083993">
        <w:rPr>
          <w:rtl/>
        </w:rPr>
        <w:t xml:space="preserve">ں </w:t>
      </w:r>
      <w:r>
        <w:rPr>
          <w:rtl/>
        </w:rPr>
        <w:t xml:space="preserve">كفار اور انبياء </w:t>
      </w:r>
      <w:r w:rsidR="00367F17" w:rsidRPr="00367F17">
        <w:rPr>
          <w:rStyle w:val="libAlaemChar"/>
          <w:rtl/>
        </w:rPr>
        <w:t xml:space="preserve"> عليه‌السلام </w:t>
      </w:r>
      <w:r>
        <w:rPr>
          <w:rtl/>
        </w:rPr>
        <w:t xml:space="preserve"> كا دعا كرنا ،كفار كے لئے نہ فقط نتيجہ بخش ثابت نہ ہوا بلكہ اس كى وجہ سے انہي</w:t>
      </w:r>
      <w:r w:rsidR="00083993">
        <w:rPr>
          <w:rtl/>
        </w:rPr>
        <w:t xml:space="preserve">ں </w:t>
      </w:r>
      <w:r>
        <w:rPr>
          <w:rtl/>
        </w:rPr>
        <w:t>دنيوى ہلاكت سے بھى دوچار ہونا پڑا_</w:t>
      </w:r>
      <w:r w:rsidRPr="00247582">
        <w:rPr>
          <w:rStyle w:val="libArabicChar"/>
          <w:rFonts w:hint="eastAsia"/>
          <w:rtl/>
        </w:rPr>
        <w:t>و</w:t>
      </w:r>
      <w:r w:rsidRPr="00247582">
        <w:rPr>
          <w:rStyle w:val="libArabicChar"/>
          <w:rtl/>
        </w:rPr>
        <w:t xml:space="preserve"> استفتحوا وخاب كلّ جبّار عنيد</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''خاب'' كا معنى ''ھلك'' ايا ہے لہذا ''استفتحوا ''كے قرينے سے ہو سكتا ہے ''خيبة'' كا مطلب ہلاكت ہو_</w:t>
      </w:r>
    </w:p>
    <w:p w:rsidR="006E22C2" w:rsidRDefault="001F628F" w:rsidP="006E22C2">
      <w:pPr>
        <w:pStyle w:val="libNormal"/>
        <w:rPr>
          <w:rtl/>
        </w:rPr>
      </w:pPr>
      <w:r>
        <w:rPr>
          <w:rtl/>
        </w:rPr>
        <w:t>5_ہر گمراہ جبار انسان دنيوى خسارے سے دوچار ہوت</w:t>
      </w:r>
      <w:r w:rsidR="006E22C2">
        <w:rPr>
          <w:rFonts w:hint="cs"/>
          <w:rtl/>
        </w:rPr>
        <w:t>ا</w:t>
      </w:r>
      <w:r w:rsidR="006E22C2" w:rsidRPr="006E22C2">
        <w:rPr>
          <w:rFonts w:hint="eastAsia"/>
          <w:rtl/>
        </w:rPr>
        <w:t xml:space="preserve"> </w:t>
      </w:r>
      <w:r w:rsidR="006E22C2">
        <w:rPr>
          <w:rFonts w:hint="eastAsia"/>
          <w:rtl/>
        </w:rPr>
        <w:t>ہے</w:t>
      </w:r>
      <w:r w:rsidR="006E22C2">
        <w:rPr>
          <w:rtl/>
        </w:rPr>
        <w:t>_</w:t>
      </w:r>
      <w:r w:rsidR="006E22C2" w:rsidRPr="00247582">
        <w:rPr>
          <w:rStyle w:val="libArabicChar"/>
          <w:rFonts w:hint="eastAsia"/>
          <w:rtl/>
        </w:rPr>
        <w:t>وخاب</w:t>
      </w:r>
      <w:r w:rsidR="006E22C2" w:rsidRPr="00247582">
        <w:rPr>
          <w:rStyle w:val="libArabicChar"/>
          <w:rtl/>
        </w:rPr>
        <w:t xml:space="preserve"> كلّ جبّار عنيد</w:t>
      </w:r>
    </w:p>
    <w:p w:rsidR="006E22C2" w:rsidRDefault="006E22C2" w:rsidP="006E22C2">
      <w:pPr>
        <w:pStyle w:val="libNormal"/>
        <w:rPr>
          <w:rtl/>
        </w:rPr>
      </w:pPr>
      <w:r>
        <w:rPr>
          <w:rFonts w:hint="eastAsia"/>
          <w:rtl/>
        </w:rPr>
        <w:t>لغت</w:t>
      </w:r>
      <w:r>
        <w:rPr>
          <w:rtl/>
        </w:rPr>
        <w:t xml:space="preserve"> مي</w:t>
      </w:r>
      <w:r w:rsidR="00083993">
        <w:rPr>
          <w:rtl/>
        </w:rPr>
        <w:t xml:space="preserve">ں </w:t>
      </w:r>
      <w:r>
        <w:rPr>
          <w:rtl/>
        </w:rPr>
        <w:t>''خاب''كا معنى ''خسر'' اور ''عنيد''كا معنى ''نيكى سے عدول كرنے والا'' ہے_</w:t>
      </w:r>
    </w:p>
    <w:p w:rsidR="006E22C2" w:rsidRDefault="006E22C2" w:rsidP="006E22C2">
      <w:pPr>
        <w:pStyle w:val="libNormal"/>
        <w:rPr>
          <w:rtl/>
        </w:rPr>
      </w:pPr>
      <w:r>
        <w:rPr>
          <w:rtl/>
        </w:rPr>
        <w:t>6_جھوٹ اور غلط طريقے سے شخصيت بنانا ہى خسارہ ہے_</w:t>
      </w:r>
      <w:r w:rsidRPr="00247582">
        <w:rPr>
          <w:rStyle w:val="libArabicChar"/>
          <w:rFonts w:hint="eastAsia"/>
          <w:rtl/>
        </w:rPr>
        <w:t>خاب</w:t>
      </w:r>
      <w:r w:rsidRPr="00247582">
        <w:rPr>
          <w:rStyle w:val="libArabicChar"/>
          <w:rtl/>
        </w:rPr>
        <w:t xml:space="preserve"> كلّ جبّار عنيد</w:t>
      </w:r>
    </w:p>
    <w:p w:rsidR="006E22C2" w:rsidRDefault="006E22C2" w:rsidP="006E22C2">
      <w:pPr>
        <w:pStyle w:val="libNormal"/>
        <w:rPr>
          <w:rtl/>
        </w:rPr>
      </w:pPr>
      <w:r>
        <w:rPr>
          <w:rFonts w:hint="eastAsia"/>
          <w:rtl/>
        </w:rPr>
        <w:t>راغب</w:t>
      </w:r>
      <w:r>
        <w:rPr>
          <w:rtl/>
        </w:rPr>
        <w:t xml:space="preserve"> لكھتا ہے :انسان مي</w:t>
      </w:r>
      <w:r w:rsidR="00083993">
        <w:rPr>
          <w:rtl/>
        </w:rPr>
        <w:t xml:space="preserve">ں </w:t>
      </w:r>
      <w:r>
        <w:rPr>
          <w:rtl/>
        </w:rPr>
        <w:t>صفت ''جبار'' كا استعمال ايسے شخص كے بارے مي</w:t>
      </w:r>
      <w:r w:rsidR="00083993">
        <w:rPr>
          <w:rtl/>
        </w:rPr>
        <w:t xml:space="preserve">ں </w:t>
      </w:r>
      <w:r>
        <w:rPr>
          <w:rtl/>
        </w:rPr>
        <w:t>ہوتا ہے كہ جس مي</w:t>
      </w:r>
      <w:r w:rsidR="00083993">
        <w:rPr>
          <w:rtl/>
        </w:rPr>
        <w:t xml:space="preserve">ں </w:t>
      </w:r>
      <w:r>
        <w:rPr>
          <w:rtl/>
        </w:rPr>
        <w:t>كوئي خامى ہو اور وہ غلط دعوى كے ذريعے ايسا مقام ومنزلت حاصل كر لے كہ جس كا وہ اہل نہي</w:t>
      </w:r>
      <w:r w:rsidR="00083993">
        <w:rPr>
          <w:rtl/>
        </w:rPr>
        <w:t xml:space="preserve">ں </w:t>
      </w:r>
      <w:r>
        <w:rPr>
          <w:rtl/>
        </w:rPr>
        <w:t>_اور انسان كے بارے مي</w:t>
      </w:r>
      <w:r w:rsidR="00083993">
        <w:rPr>
          <w:rtl/>
        </w:rPr>
        <w:t xml:space="preserve">ں </w:t>
      </w:r>
      <w:r>
        <w:rPr>
          <w:rtl/>
        </w:rPr>
        <w:t>يہ صفت فقط مذمت كے لئے استعمال ہوتى ہے_</w:t>
      </w:r>
    </w:p>
    <w:p w:rsidR="00247582" w:rsidRDefault="001E7F9D" w:rsidP="00F73EDE">
      <w:pPr>
        <w:pStyle w:val="libPoemTini"/>
        <w:rPr>
          <w:rtl/>
        </w:rPr>
      </w:pPr>
      <w:r>
        <w:rPr>
          <w:rtl/>
        </w:rPr>
        <w:br w:type="page"/>
      </w:r>
    </w:p>
    <w:p w:rsidR="001F628F" w:rsidRDefault="001F628F" w:rsidP="001F628F">
      <w:pPr>
        <w:pStyle w:val="libNormal"/>
        <w:rPr>
          <w:rtl/>
        </w:rPr>
      </w:pPr>
      <w:r>
        <w:rPr>
          <w:rtl/>
        </w:rPr>
        <w:lastRenderedPageBreak/>
        <w:t>7_اپنى قوم كے كفار پرغلبے كے بارے مي</w:t>
      </w:r>
      <w:r w:rsidR="00083993">
        <w:rPr>
          <w:rtl/>
        </w:rPr>
        <w:t xml:space="preserve">ں </w:t>
      </w:r>
      <w:r>
        <w:rPr>
          <w:rtl/>
        </w:rPr>
        <w:t xml:space="preserve">انبياء </w:t>
      </w:r>
      <w:r w:rsidR="00367F17" w:rsidRPr="00367F17">
        <w:rPr>
          <w:rStyle w:val="libAlaemChar"/>
          <w:rtl/>
        </w:rPr>
        <w:t xml:space="preserve"> عليه‌السلام </w:t>
      </w:r>
      <w:r>
        <w:rPr>
          <w:rtl/>
        </w:rPr>
        <w:t xml:space="preserve"> كى دعا كا قبول ہونا اور ان كا ہلاك ونابود ہو جانا_</w:t>
      </w:r>
    </w:p>
    <w:p w:rsidR="001F628F" w:rsidRDefault="001F628F" w:rsidP="00247582">
      <w:pPr>
        <w:pStyle w:val="libArabic"/>
        <w:rPr>
          <w:rtl/>
        </w:rPr>
      </w:pPr>
      <w:r>
        <w:rPr>
          <w:rFonts w:hint="eastAsia"/>
          <w:rtl/>
        </w:rPr>
        <w:t>و</w:t>
      </w:r>
      <w:r>
        <w:rPr>
          <w:rtl/>
        </w:rPr>
        <w:t xml:space="preserve"> استفتحوا وخاب كلّ جبّار عنيد</w:t>
      </w:r>
    </w:p>
    <w:p w:rsidR="001F628F" w:rsidRDefault="001F628F" w:rsidP="001F628F">
      <w:pPr>
        <w:pStyle w:val="libNormal"/>
        <w:rPr>
          <w:rtl/>
        </w:rPr>
      </w:pPr>
      <w:r>
        <w:rPr>
          <w:rFonts w:hint="eastAsia"/>
          <w:rtl/>
        </w:rPr>
        <w:t>ہو</w:t>
      </w:r>
      <w:r>
        <w:rPr>
          <w:rtl/>
        </w:rPr>
        <w:t xml:space="preserve"> سكتا ہے '' وخاب كلّ جبّار عنيد''كى عبارت انبياء </w:t>
      </w:r>
      <w:r w:rsidR="00367F17" w:rsidRPr="00367F17">
        <w:rPr>
          <w:rStyle w:val="libAlaemChar"/>
          <w:rtl/>
        </w:rPr>
        <w:t xml:space="preserve"> عليه‌السلام </w:t>
      </w:r>
      <w:r>
        <w:rPr>
          <w:rtl/>
        </w:rPr>
        <w:t xml:space="preserve"> كى دعا كے قبول ہونے كو بيان كر رہى ہو_</w:t>
      </w:r>
    </w:p>
    <w:p w:rsidR="001F628F" w:rsidRDefault="001F628F" w:rsidP="00247582">
      <w:pPr>
        <w:pStyle w:val="libNormal"/>
        <w:rPr>
          <w:rtl/>
        </w:rPr>
      </w:pPr>
      <w:r>
        <w:rPr>
          <w:rtl/>
        </w:rPr>
        <w:t xml:space="preserve">8_انبيا ئے كرام </w:t>
      </w:r>
      <w:r w:rsidR="00367F17" w:rsidRPr="00367F17">
        <w:rPr>
          <w:rStyle w:val="libAlaemChar"/>
          <w:rtl/>
        </w:rPr>
        <w:t xml:space="preserve"> عليه‌السلام </w:t>
      </w:r>
      <w:r>
        <w:rPr>
          <w:rtl/>
        </w:rPr>
        <w:t xml:space="preserve"> كى واضح اور روشن دليلو</w:t>
      </w:r>
      <w:r w:rsidR="00083993">
        <w:rPr>
          <w:rtl/>
        </w:rPr>
        <w:t xml:space="preserve">ں </w:t>
      </w:r>
      <w:r>
        <w:rPr>
          <w:rtl/>
        </w:rPr>
        <w:t>كے مقابلے مي</w:t>
      </w:r>
      <w:r w:rsidR="00083993">
        <w:rPr>
          <w:rtl/>
        </w:rPr>
        <w:t xml:space="preserve">ں </w:t>
      </w:r>
      <w:r>
        <w:rPr>
          <w:rtl/>
        </w:rPr>
        <w:t>ہٹ دھرمى دكھانے اور ان كامقابلہ كرنے والے كفار ،جبار اور گمراہ لوگ تھے_</w:t>
      </w:r>
      <w:r w:rsidRPr="00247582">
        <w:rPr>
          <w:rStyle w:val="libArabicChar"/>
          <w:rFonts w:hint="eastAsia"/>
          <w:rtl/>
        </w:rPr>
        <w:t>وقال</w:t>
      </w:r>
      <w:r w:rsidRPr="00247582">
        <w:rPr>
          <w:rStyle w:val="libArabicChar"/>
          <w:rtl/>
        </w:rPr>
        <w:t xml:space="preserve"> الذين كفروالرسل</w:t>
      </w:r>
      <w:r w:rsidR="00B2551F" w:rsidRPr="00B2551F">
        <w:rPr>
          <w:rStyle w:val="libArabicChar"/>
          <w:rFonts w:hint="cs"/>
          <w:rtl/>
        </w:rPr>
        <w:t>ه</w:t>
      </w:r>
      <w:r w:rsidRPr="00247582">
        <w:rPr>
          <w:rStyle w:val="libArabicChar"/>
          <w:rFonts w:hint="cs"/>
          <w:rtl/>
        </w:rPr>
        <w:t>م</w:t>
      </w:r>
      <w:r w:rsidRPr="00247582">
        <w:rPr>
          <w:rStyle w:val="libArabicChar"/>
          <w:rtl/>
        </w:rPr>
        <w:t xml:space="preserve"> </w:t>
      </w:r>
      <w:r w:rsidRPr="00247582">
        <w:rPr>
          <w:rStyle w:val="libArabicChar"/>
          <w:rFonts w:hint="cs"/>
          <w:rtl/>
        </w:rPr>
        <w:t>لنخرجنكم</w:t>
      </w:r>
      <w:r w:rsidRPr="00247582">
        <w:rPr>
          <w:rStyle w:val="libArabicChar"/>
          <w:rtl/>
        </w:rPr>
        <w:t xml:space="preserve"> ...</w:t>
      </w:r>
      <w:r w:rsidRPr="00247582">
        <w:rPr>
          <w:rStyle w:val="libArabicChar"/>
          <w:rFonts w:hint="cs"/>
          <w:rtl/>
        </w:rPr>
        <w:t>وخاب</w:t>
      </w:r>
      <w:r w:rsidRPr="00247582">
        <w:rPr>
          <w:rStyle w:val="libArabicChar"/>
          <w:rtl/>
        </w:rPr>
        <w:t xml:space="preserve"> </w:t>
      </w:r>
      <w:r w:rsidRPr="00247582">
        <w:rPr>
          <w:rStyle w:val="libArabicChar"/>
          <w:rFonts w:hint="cs"/>
          <w:rtl/>
        </w:rPr>
        <w:t>كل</w:t>
      </w:r>
      <w:r w:rsidRPr="00247582">
        <w:rPr>
          <w:rStyle w:val="libArabicChar"/>
          <w:rtl/>
        </w:rPr>
        <w:t xml:space="preserve"> </w:t>
      </w:r>
      <w:r w:rsidRPr="00247582">
        <w:rPr>
          <w:rStyle w:val="libArabicChar"/>
          <w:rFonts w:hint="cs"/>
          <w:rtl/>
        </w:rPr>
        <w:t>جبّ</w:t>
      </w:r>
      <w:r w:rsidRPr="00247582">
        <w:rPr>
          <w:rStyle w:val="libArabicChar"/>
          <w:rtl/>
        </w:rPr>
        <w:t>ارعنيد</w:t>
      </w:r>
    </w:p>
    <w:p w:rsidR="001F628F" w:rsidRDefault="001F628F" w:rsidP="001F628F">
      <w:pPr>
        <w:pStyle w:val="libNormal"/>
        <w:rPr>
          <w:rtl/>
        </w:rPr>
      </w:pPr>
      <w:r>
        <w:rPr>
          <w:rtl/>
        </w:rPr>
        <w:t>9_اپنے اپ كو بنانے سنوارنے اوراپنے باطل عقائداور ثقافت كو بڑا جاننے (عجب)كے ذريعے اپنى شخصيت كى خاميو</w:t>
      </w:r>
      <w:r w:rsidR="00083993">
        <w:rPr>
          <w:rtl/>
        </w:rPr>
        <w:t xml:space="preserve">ں </w:t>
      </w:r>
      <w:r>
        <w:rPr>
          <w:rtl/>
        </w:rPr>
        <w:t>كا ازالہ كرنا ناپسنديدہ فعل ہے_</w:t>
      </w:r>
    </w:p>
    <w:p w:rsidR="001F628F" w:rsidRDefault="001F628F" w:rsidP="00247582">
      <w:pPr>
        <w:pStyle w:val="libArabic"/>
        <w:rPr>
          <w:rtl/>
        </w:rPr>
      </w:pPr>
      <w:r>
        <w:rPr>
          <w:rFonts w:hint="eastAsia"/>
          <w:rtl/>
        </w:rPr>
        <w:t>قالوا</w:t>
      </w:r>
      <w:r>
        <w:rPr>
          <w:rtl/>
        </w:rPr>
        <w:t xml:space="preserve"> ان ا نتم الّا بشر مثلنا تريدون ا ن تصدّونا عمّا كان يعبد ء اباو نا ...قال الذين كفروا لرسل</w:t>
      </w:r>
      <w:r w:rsidR="00B2551F" w:rsidRPr="00B2551F">
        <w:rPr>
          <w:rFonts w:hint="cs"/>
          <w:rtl/>
        </w:rPr>
        <w:t>ه</w:t>
      </w:r>
      <w:r>
        <w:rPr>
          <w:rFonts w:hint="cs"/>
          <w:rtl/>
        </w:rPr>
        <w:t>م</w:t>
      </w:r>
      <w:r>
        <w:rPr>
          <w:rtl/>
        </w:rPr>
        <w:t xml:space="preserve"> ... </w:t>
      </w:r>
      <w:r>
        <w:rPr>
          <w:rFonts w:hint="cs"/>
          <w:rtl/>
        </w:rPr>
        <w:t>وخاب</w:t>
      </w:r>
      <w:r>
        <w:rPr>
          <w:rtl/>
        </w:rPr>
        <w:t xml:space="preserve"> </w:t>
      </w:r>
      <w:r>
        <w:rPr>
          <w:rFonts w:hint="cs"/>
          <w:rtl/>
        </w:rPr>
        <w:t>كلّ</w:t>
      </w:r>
      <w:r>
        <w:rPr>
          <w:rtl/>
        </w:rPr>
        <w:t xml:space="preserve"> </w:t>
      </w:r>
      <w:r>
        <w:rPr>
          <w:rFonts w:hint="cs"/>
          <w:rtl/>
        </w:rPr>
        <w:t>جبّا</w:t>
      </w:r>
      <w:r>
        <w:rPr>
          <w:rtl/>
        </w:rPr>
        <w:t>ر عنيد</w:t>
      </w:r>
    </w:p>
    <w:p w:rsidR="001F628F" w:rsidRDefault="001F628F" w:rsidP="001F628F">
      <w:pPr>
        <w:pStyle w:val="libNormal"/>
        <w:rPr>
          <w:rtl/>
        </w:rPr>
      </w:pPr>
      <w:r>
        <w:rPr>
          <w:rtl/>
        </w:rPr>
        <w:t>''عيد''كسى شخص كے اپنے پاس موجود چيز كو خوشگوار جاننے (المعجب بما عندہ)كے معنى مي</w:t>
      </w:r>
      <w:r w:rsidR="00083993">
        <w:rPr>
          <w:rtl/>
        </w:rPr>
        <w:t xml:space="preserve">ں </w:t>
      </w:r>
      <w:r>
        <w:rPr>
          <w:rtl/>
        </w:rPr>
        <w:t>ہے اورعبارت مي</w:t>
      </w:r>
      <w:r w:rsidR="00083993">
        <w:rPr>
          <w:rtl/>
        </w:rPr>
        <w:t xml:space="preserve">ں </w:t>
      </w:r>
      <w:r>
        <w:rPr>
          <w:rtl/>
        </w:rPr>
        <w:t>موجود قرائن كے مطابق ہو سكتا ہے كفار كے عقائد مراد ہو</w:t>
      </w:r>
      <w:r w:rsidR="00083993">
        <w:rPr>
          <w:rtl/>
        </w:rPr>
        <w:t xml:space="preserve">ں </w:t>
      </w:r>
      <w:r>
        <w:rPr>
          <w:rtl/>
        </w:rPr>
        <w:t>كيونكہ يہا</w:t>
      </w:r>
      <w:r w:rsidR="00083993">
        <w:rPr>
          <w:rtl/>
        </w:rPr>
        <w:t xml:space="preserve">ں </w:t>
      </w:r>
      <w:r>
        <w:rPr>
          <w:rtl/>
        </w:rPr>
        <w:t>افكار و عقائد كى بحث ہو رہى ہے _</w:t>
      </w:r>
    </w:p>
    <w:p w:rsidR="001F628F" w:rsidRDefault="001F628F" w:rsidP="00247582">
      <w:pPr>
        <w:pStyle w:val="libNormal"/>
        <w:rPr>
          <w:rtl/>
        </w:rPr>
      </w:pPr>
      <w:r>
        <w:rPr>
          <w:rtl/>
        </w:rPr>
        <w:t>10_ استبداد اور من مانى سرى كا نتيجہ شكست ہے_</w:t>
      </w:r>
      <w:r w:rsidRPr="00247582">
        <w:rPr>
          <w:rStyle w:val="libArabicChar"/>
          <w:rFonts w:hint="eastAsia"/>
          <w:rtl/>
        </w:rPr>
        <w:t>وخاب</w:t>
      </w:r>
      <w:r w:rsidRPr="00247582">
        <w:rPr>
          <w:rStyle w:val="libArabicChar"/>
          <w:rtl/>
        </w:rPr>
        <w:t xml:space="preserve"> كلّ جبّار عنيد</w:t>
      </w:r>
    </w:p>
    <w:p w:rsidR="001F628F" w:rsidRDefault="001F628F" w:rsidP="001F628F">
      <w:pPr>
        <w:pStyle w:val="libNormal"/>
        <w:rPr>
          <w:rtl/>
        </w:rPr>
      </w:pPr>
      <w:r>
        <w:rPr>
          <w:rtl/>
        </w:rPr>
        <w:t>11_</w:t>
      </w:r>
      <w:r w:rsidRPr="00247582">
        <w:rPr>
          <w:rStyle w:val="libArabicChar"/>
          <w:rtl/>
        </w:rPr>
        <w:t>''عن النبي</w:t>
      </w:r>
      <w:r w:rsidR="00F031CD" w:rsidRPr="00F031CD">
        <w:rPr>
          <w:rStyle w:val="libAlaemChar"/>
          <w:rtl/>
        </w:rPr>
        <w:t xml:space="preserve"> صلى‌الله‌عليه‌وآله‌وسلم </w:t>
      </w:r>
      <w:r w:rsidRPr="00247582">
        <w:rPr>
          <w:rStyle w:val="libArabicChar"/>
          <w:rtl/>
        </w:rPr>
        <w:t xml:space="preserve"> قال:كلّ جبّار عنيد من ا بى ا ن يقول:لا ال</w:t>
      </w:r>
      <w:r w:rsidR="00B2551F" w:rsidRPr="00B2551F">
        <w:rPr>
          <w:rStyle w:val="libArabicChar"/>
          <w:rFonts w:hint="cs"/>
          <w:rtl/>
        </w:rPr>
        <w:t>ه</w:t>
      </w:r>
      <w:r w:rsidRPr="00247582">
        <w:rPr>
          <w:rStyle w:val="libArabicChar"/>
          <w:rtl/>
        </w:rPr>
        <w:t xml:space="preserve"> </w:t>
      </w:r>
      <w:r w:rsidRPr="00247582">
        <w:rPr>
          <w:rStyle w:val="libArabicChar"/>
          <w:rFonts w:hint="cs"/>
          <w:rtl/>
        </w:rPr>
        <w:t>الّا</w:t>
      </w:r>
      <w:r w:rsidRPr="00247582">
        <w:rPr>
          <w:rStyle w:val="libArabicChar"/>
          <w:rtl/>
        </w:rPr>
        <w:t xml:space="preserve"> </w:t>
      </w:r>
      <w:r w:rsidRPr="00247582">
        <w:rPr>
          <w:rStyle w:val="libArabicChar"/>
          <w:rFonts w:hint="cs"/>
          <w:rtl/>
        </w:rPr>
        <w:t>الله</w:t>
      </w:r>
      <w:r w:rsidRPr="00247582">
        <w:rPr>
          <w:rStyle w:val="libArabicChar"/>
          <w:rtl/>
        </w:rPr>
        <w:t xml:space="preserve"> ''</w:t>
      </w:r>
      <w:r w:rsidRPr="00247582">
        <w:rPr>
          <w:rStyle w:val="libFootnotenumChar"/>
          <w:rtl/>
        </w:rPr>
        <w:t>(1)</w:t>
      </w:r>
    </w:p>
    <w:p w:rsidR="001F628F" w:rsidRDefault="001F628F" w:rsidP="001F628F">
      <w:pPr>
        <w:pStyle w:val="libNormal"/>
        <w:rPr>
          <w:rtl/>
        </w:rPr>
      </w:pPr>
      <w:r>
        <w:rPr>
          <w:rFonts w:hint="eastAsia"/>
          <w:rtl/>
        </w:rPr>
        <w:t>رسول</w:t>
      </w:r>
      <w:r>
        <w:rPr>
          <w:rtl/>
        </w:rPr>
        <w:t xml:space="preserve"> خدا سے منقول ہے كہ اپ </w:t>
      </w:r>
      <w:r w:rsidR="00F031CD" w:rsidRPr="00F031CD">
        <w:rPr>
          <w:rStyle w:val="libAlaemChar"/>
          <w:rtl/>
        </w:rPr>
        <w:t xml:space="preserve"> صلى‌الله‌عليه‌وآله‌وسلم </w:t>
      </w:r>
      <w:r>
        <w:rPr>
          <w:rtl/>
        </w:rPr>
        <w:t xml:space="preserve"> نے فرمايا: ''جبار عنيد'' سے مرادہر وہ شخص ہے كہ جو ''لا الہ الّا الله '' كہنے كو پسند نہ كرتا ہو_</w:t>
      </w:r>
    </w:p>
    <w:p w:rsidR="001F628F" w:rsidRDefault="001F628F" w:rsidP="001F628F">
      <w:pPr>
        <w:pStyle w:val="libNormal"/>
        <w:rPr>
          <w:rtl/>
        </w:rPr>
      </w:pPr>
      <w:r>
        <w:rPr>
          <w:rtl/>
        </w:rPr>
        <w:t xml:space="preserve">12_ </w:t>
      </w:r>
      <w:r w:rsidRPr="00247582">
        <w:rPr>
          <w:rStyle w:val="libArabicChar"/>
          <w:rtl/>
        </w:rPr>
        <w:t>''عن ا بى جعفر</w:t>
      </w:r>
      <w:r w:rsidR="00367F17" w:rsidRPr="00367F17">
        <w:rPr>
          <w:rStyle w:val="libAlaemChar"/>
          <w:rtl/>
        </w:rPr>
        <w:t xml:space="preserve"> عليه‌السلام </w:t>
      </w:r>
      <w:r w:rsidRPr="00247582">
        <w:rPr>
          <w:rStyle w:val="libArabicChar"/>
          <w:rtl/>
        </w:rPr>
        <w:t xml:space="preserve"> قال: (العنيد)</w:t>
      </w:r>
    </w:p>
    <w:p w:rsidR="001F628F" w:rsidRDefault="00B84D3B" w:rsidP="00B84D3B">
      <w:pPr>
        <w:pStyle w:val="libLine"/>
        <w:rPr>
          <w:rtl/>
        </w:rPr>
      </w:pPr>
      <w:r>
        <w:rPr>
          <w:rtl/>
        </w:rPr>
        <w:t>____________________</w:t>
      </w:r>
    </w:p>
    <w:p w:rsidR="001F628F" w:rsidRDefault="001F628F" w:rsidP="00247582">
      <w:pPr>
        <w:pStyle w:val="libFootnote"/>
        <w:rPr>
          <w:rtl/>
        </w:rPr>
      </w:pPr>
      <w:r>
        <w:rPr>
          <w:rtl/>
        </w:rPr>
        <w:t>1) توحيد صدوق ،ص21،ح9،ب1،نور الثقلين ،ج2، ص532 ، ح 37_</w:t>
      </w:r>
    </w:p>
    <w:p w:rsidR="006E22C2" w:rsidRDefault="001E7F9D" w:rsidP="00F73EDE">
      <w:pPr>
        <w:pStyle w:val="libPoemTini"/>
        <w:rPr>
          <w:rtl/>
        </w:rPr>
      </w:pPr>
      <w:r>
        <w:rPr>
          <w:rtl/>
        </w:rPr>
        <w:br w:type="page"/>
      </w:r>
    </w:p>
    <w:p w:rsidR="001F628F" w:rsidRDefault="001F628F" w:rsidP="006E22C2">
      <w:pPr>
        <w:pStyle w:val="libNormal"/>
        <w:rPr>
          <w:rtl/>
        </w:rPr>
      </w:pPr>
      <w:r w:rsidRPr="006E22C2">
        <w:rPr>
          <w:rStyle w:val="libArabicChar"/>
          <w:rFonts w:hint="eastAsia"/>
          <w:rtl/>
        </w:rPr>
        <w:lastRenderedPageBreak/>
        <w:t>المعرض</w:t>
      </w:r>
      <w:r w:rsidRPr="006E22C2">
        <w:rPr>
          <w:rStyle w:val="libArabicChar"/>
          <w:rtl/>
        </w:rPr>
        <w:t xml:space="preserve"> عن الحق</w:t>
      </w:r>
      <w:r>
        <w:rPr>
          <w:rtl/>
        </w:rPr>
        <w:t xml:space="preserve">; </w:t>
      </w:r>
      <w:r w:rsidRPr="006E22C2">
        <w:rPr>
          <w:rStyle w:val="libFootnotenumChar"/>
          <w:rtl/>
        </w:rPr>
        <w:t>(1)</w:t>
      </w:r>
      <w:r>
        <w:rPr>
          <w:rtl/>
        </w:rPr>
        <w:t xml:space="preserve">امام باقر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فرمايا:''عنيد''سے مراد حق سے منہ موڑنے والا شخص ہے_</w:t>
      </w:r>
    </w:p>
    <w:p w:rsidR="001F628F" w:rsidRDefault="001F628F" w:rsidP="006E22C2">
      <w:pPr>
        <w:pStyle w:val="libNormal"/>
        <w:rPr>
          <w:rtl/>
        </w:rPr>
      </w:pPr>
      <w:r>
        <w:rPr>
          <w:rFonts w:hint="eastAsia"/>
          <w:rtl/>
        </w:rPr>
        <w:t>استبداد</w:t>
      </w:r>
      <w:r>
        <w:rPr>
          <w:rtl/>
        </w:rPr>
        <w:t>:</w:t>
      </w:r>
      <w:r>
        <w:rPr>
          <w:rFonts w:hint="eastAsia"/>
          <w:rtl/>
        </w:rPr>
        <w:t>استبداد</w:t>
      </w:r>
      <w:r>
        <w:rPr>
          <w:rtl/>
        </w:rPr>
        <w:t xml:space="preserve"> كى شكست 10;ستبداد كا انجام10</w:t>
      </w:r>
    </w:p>
    <w:p w:rsidR="001F628F" w:rsidRDefault="001F628F" w:rsidP="006E22C2">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كى دعا كى قبوليت 7;انبياء </w:t>
      </w:r>
      <w:r w:rsidR="00367F17" w:rsidRPr="00367F17">
        <w:rPr>
          <w:rStyle w:val="libAlaemChar"/>
          <w:rtl/>
        </w:rPr>
        <w:t xml:space="preserve"> عليه‌السلام </w:t>
      </w:r>
      <w:r>
        <w:rPr>
          <w:rtl/>
        </w:rPr>
        <w:t xml:space="preserve"> كى روشن دليلو</w:t>
      </w:r>
      <w:r w:rsidR="00083993">
        <w:rPr>
          <w:rtl/>
        </w:rPr>
        <w:t xml:space="preserve">ں </w:t>
      </w:r>
      <w:r>
        <w:rPr>
          <w:rtl/>
        </w:rPr>
        <w:t xml:space="preserve">سے منہ موڑنا 8;انبياء </w:t>
      </w:r>
      <w:r w:rsidR="00367F17" w:rsidRPr="00367F17">
        <w:rPr>
          <w:rStyle w:val="libAlaemChar"/>
          <w:rtl/>
        </w:rPr>
        <w:t xml:space="preserve"> عليه‌السلام </w:t>
      </w:r>
      <w:r>
        <w:rPr>
          <w:rtl/>
        </w:rPr>
        <w:t xml:space="preserve"> كى فتح 1،7;انبياء </w:t>
      </w:r>
      <w:r w:rsidR="00367F17" w:rsidRPr="00367F17">
        <w:rPr>
          <w:rStyle w:val="libAlaemChar"/>
          <w:rtl/>
        </w:rPr>
        <w:t xml:space="preserve"> عليه‌السلام </w:t>
      </w:r>
      <w:r>
        <w:rPr>
          <w:rtl/>
        </w:rPr>
        <w:t xml:space="preserve"> كے تقاضے3،4;انبياء كے دشمنو</w:t>
      </w:r>
      <w:r w:rsidR="00083993">
        <w:rPr>
          <w:rtl/>
        </w:rPr>
        <w:t xml:space="preserve">ں </w:t>
      </w:r>
      <w:r>
        <w:rPr>
          <w:rtl/>
        </w:rPr>
        <w:t>كے تقاضے 3; انبياء كے دشمن8;انبياء كى دعا 1;انبياء كى لعنت 2;انبياء كى مايوسى 2</w:t>
      </w:r>
    </w:p>
    <w:p w:rsidR="001F628F" w:rsidRDefault="001F628F" w:rsidP="006E22C2">
      <w:pPr>
        <w:pStyle w:val="libNormal"/>
        <w:rPr>
          <w:rtl/>
        </w:rPr>
      </w:pPr>
      <w:r>
        <w:rPr>
          <w:rFonts w:hint="eastAsia"/>
          <w:rtl/>
        </w:rPr>
        <w:t>توحيد</w:t>
      </w:r>
      <w:r>
        <w:rPr>
          <w:rtl/>
        </w:rPr>
        <w:t>:</w:t>
      </w:r>
      <w:r>
        <w:rPr>
          <w:rFonts w:hint="eastAsia"/>
          <w:rtl/>
        </w:rPr>
        <w:t>توحيد</w:t>
      </w:r>
      <w:r>
        <w:rPr>
          <w:rtl/>
        </w:rPr>
        <w:t xml:space="preserve"> سے منہ موڑنے والو</w:t>
      </w:r>
      <w:r w:rsidR="00083993">
        <w:rPr>
          <w:rtl/>
        </w:rPr>
        <w:t xml:space="preserve">ں </w:t>
      </w:r>
      <w:r>
        <w:rPr>
          <w:rtl/>
        </w:rPr>
        <w:t>كا ظلم 11;توحيد سے منہ موڑنے والو</w:t>
      </w:r>
      <w:r w:rsidR="00083993">
        <w:rPr>
          <w:rtl/>
        </w:rPr>
        <w:t xml:space="preserve">ں </w:t>
      </w:r>
      <w:r>
        <w:rPr>
          <w:rtl/>
        </w:rPr>
        <w:t>كى ہٹ دھرمي11</w:t>
      </w:r>
    </w:p>
    <w:p w:rsidR="001F628F" w:rsidRDefault="001F628F" w:rsidP="006E22C2">
      <w:pPr>
        <w:pStyle w:val="libNormal"/>
        <w:rPr>
          <w:rtl/>
        </w:rPr>
      </w:pPr>
      <w:r>
        <w:rPr>
          <w:rFonts w:hint="eastAsia"/>
          <w:rtl/>
        </w:rPr>
        <w:t>حق</w:t>
      </w:r>
      <w:r>
        <w:rPr>
          <w:rtl/>
        </w:rPr>
        <w:t>:</w:t>
      </w:r>
      <w:r>
        <w:rPr>
          <w:rFonts w:hint="eastAsia"/>
          <w:rtl/>
        </w:rPr>
        <w:t>حق</w:t>
      </w:r>
      <w:r>
        <w:rPr>
          <w:rtl/>
        </w:rPr>
        <w:t xml:space="preserve"> سے منہ موڑنے والو</w:t>
      </w:r>
      <w:r w:rsidR="00083993">
        <w:rPr>
          <w:rtl/>
        </w:rPr>
        <w:t xml:space="preserve">ں </w:t>
      </w:r>
      <w:r>
        <w:rPr>
          <w:rtl/>
        </w:rPr>
        <w:t>كى ہٹ دھرمي12</w:t>
      </w:r>
    </w:p>
    <w:p w:rsidR="001F628F" w:rsidRDefault="001F628F" w:rsidP="001F628F">
      <w:pPr>
        <w:pStyle w:val="libNormal"/>
        <w:rPr>
          <w:rtl/>
        </w:rPr>
      </w:pPr>
      <w:r>
        <w:rPr>
          <w:rFonts w:hint="eastAsia"/>
          <w:rtl/>
        </w:rPr>
        <w:t>خسارہ</w:t>
      </w:r>
      <w:r>
        <w:rPr>
          <w:rtl/>
        </w:rPr>
        <w:t xml:space="preserve"> اٹھانے والے لوگ:5</w:t>
      </w:r>
    </w:p>
    <w:p w:rsidR="001F628F" w:rsidRDefault="001F628F" w:rsidP="001F628F">
      <w:pPr>
        <w:pStyle w:val="libNormal"/>
        <w:rPr>
          <w:rtl/>
        </w:rPr>
      </w:pPr>
      <w:r>
        <w:rPr>
          <w:rFonts w:hint="eastAsia"/>
          <w:rtl/>
        </w:rPr>
        <w:t>روايت</w:t>
      </w:r>
      <w:r>
        <w:rPr>
          <w:rtl/>
        </w:rPr>
        <w:t>:11،12</w:t>
      </w:r>
    </w:p>
    <w:p w:rsidR="001F628F" w:rsidRDefault="001F628F" w:rsidP="006E22C2">
      <w:pPr>
        <w:pStyle w:val="libNormal"/>
        <w:rPr>
          <w:rtl/>
        </w:rPr>
      </w:pPr>
      <w:r>
        <w:rPr>
          <w:rFonts w:hint="eastAsia"/>
          <w:rtl/>
        </w:rPr>
        <w:t>شخصيت</w:t>
      </w:r>
      <w:r>
        <w:rPr>
          <w:rtl/>
        </w:rPr>
        <w:t>:</w:t>
      </w:r>
      <w:r>
        <w:rPr>
          <w:rFonts w:hint="eastAsia"/>
          <w:rtl/>
        </w:rPr>
        <w:t>جھوٹى</w:t>
      </w:r>
      <w:r>
        <w:rPr>
          <w:rtl/>
        </w:rPr>
        <w:t xml:space="preserve"> شخصيت بنانا6</w:t>
      </w:r>
    </w:p>
    <w:p w:rsidR="001F628F" w:rsidRDefault="001F628F" w:rsidP="001F628F">
      <w:pPr>
        <w:pStyle w:val="libNormal"/>
        <w:rPr>
          <w:rtl/>
        </w:rPr>
      </w:pPr>
      <w:r>
        <w:rPr>
          <w:rFonts w:hint="eastAsia"/>
          <w:rtl/>
        </w:rPr>
        <w:t>ظالمين</w:t>
      </w:r>
      <w:r>
        <w:rPr>
          <w:rtl/>
        </w:rPr>
        <w:t xml:space="preserve"> :8</w:t>
      </w:r>
    </w:p>
    <w:p w:rsidR="001F628F" w:rsidRDefault="001F628F" w:rsidP="001F628F">
      <w:pPr>
        <w:pStyle w:val="libNormal"/>
        <w:rPr>
          <w:rtl/>
        </w:rPr>
      </w:pPr>
      <w:r>
        <w:rPr>
          <w:rFonts w:hint="eastAsia"/>
          <w:rtl/>
        </w:rPr>
        <w:t>ظالمين</w:t>
      </w:r>
      <w:r>
        <w:rPr>
          <w:rtl/>
        </w:rPr>
        <w:t xml:space="preserve"> كا دنيوى خسارہ5</w:t>
      </w:r>
    </w:p>
    <w:p w:rsidR="001F628F" w:rsidRDefault="001F628F" w:rsidP="006E22C2">
      <w:pPr>
        <w:pStyle w:val="libNormal"/>
        <w:rPr>
          <w:rtl/>
        </w:rPr>
      </w:pPr>
      <w:r>
        <w:rPr>
          <w:rFonts w:hint="eastAsia"/>
          <w:rtl/>
        </w:rPr>
        <w:t>خودپسندي</w:t>
      </w:r>
      <w:r>
        <w:rPr>
          <w:rtl/>
        </w:rPr>
        <w:t>:</w:t>
      </w:r>
      <w:r>
        <w:rPr>
          <w:rFonts w:hint="eastAsia"/>
          <w:rtl/>
        </w:rPr>
        <w:t>خودپسندى</w:t>
      </w:r>
      <w:r>
        <w:rPr>
          <w:rtl/>
        </w:rPr>
        <w:t xml:space="preserve"> برا عمل ہے9</w:t>
      </w:r>
    </w:p>
    <w:p w:rsidR="001F628F" w:rsidRDefault="001F628F" w:rsidP="006E22C2">
      <w:pPr>
        <w:pStyle w:val="libNormal"/>
        <w:rPr>
          <w:rtl/>
        </w:rPr>
      </w:pPr>
      <w:r>
        <w:rPr>
          <w:rFonts w:hint="eastAsia"/>
          <w:rtl/>
        </w:rPr>
        <w:t>فتح</w:t>
      </w:r>
      <w:r>
        <w:rPr>
          <w:rtl/>
        </w:rPr>
        <w:t>:</w:t>
      </w:r>
      <w:r>
        <w:rPr>
          <w:rFonts w:hint="eastAsia"/>
          <w:rtl/>
        </w:rPr>
        <w:t>فتح</w:t>
      </w:r>
      <w:r>
        <w:rPr>
          <w:rtl/>
        </w:rPr>
        <w:t xml:space="preserve"> كى دعا1،3</w:t>
      </w:r>
    </w:p>
    <w:p w:rsidR="001F628F" w:rsidRDefault="001F628F" w:rsidP="006E22C2">
      <w:pPr>
        <w:pStyle w:val="libNormal"/>
        <w:rPr>
          <w:rtl/>
        </w:rPr>
      </w:pPr>
      <w:r>
        <w:rPr>
          <w:rFonts w:hint="eastAsia"/>
          <w:rtl/>
        </w:rPr>
        <w:t>كفار</w:t>
      </w:r>
      <w:r>
        <w:rPr>
          <w:rtl/>
        </w:rPr>
        <w:t>:</w:t>
      </w:r>
      <w:r>
        <w:rPr>
          <w:rFonts w:hint="eastAsia"/>
          <w:rtl/>
        </w:rPr>
        <w:t>كفار</w:t>
      </w:r>
      <w:r>
        <w:rPr>
          <w:rtl/>
        </w:rPr>
        <w:t xml:space="preserve"> كى گمراہي8;كفار كا ظلم 8;كفار كى ہٹ دھرمي8</w:t>
      </w:r>
    </w:p>
    <w:p w:rsidR="001F628F" w:rsidRDefault="001F628F" w:rsidP="006E22C2">
      <w:pPr>
        <w:pStyle w:val="libNormal"/>
        <w:rPr>
          <w:rtl/>
        </w:rPr>
      </w:pPr>
      <w:r>
        <w:rPr>
          <w:rFonts w:hint="eastAsia"/>
          <w:rtl/>
        </w:rPr>
        <w:t>گذشتہ</w:t>
      </w:r>
      <w:r>
        <w:rPr>
          <w:rtl/>
        </w:rPr>
        <w:t xml:space="preserve"> اقوام:</w:t>
      </w:r>
      <w:r>
        <w:rPr>
          <w:rFonts w:hint="eastAsia"/>
          <w:rtl/>
        </w:rPr>
        <w:t>گذشتہ</w:t>
      </w:r>
      <w:r>
        <w:rPr>
          <w:rtl/>
        </w:rPr>
        <w:t xml:space="preserve"> اقوام كى دھمكيا</w:t>
      </w:r>
      <w:r w:rsidR="00083993">
        <w:rPr>
          <w:rtl/>
        </w:rPr>
        <w:t xml:space="preserve">ں </w:t>
      </w:r>
      <w:r>
        <w:rPr>
          <w:rtl/>
        </w:rPr>
        <w:t>1;گذشتہ اقوام كے تقاضے3،4;گذشتہ اقوام پر لعنت 2;گذشتہ اقوام كى ہلاكت 4،7;گذشتہ اقوام كى ہدايت سے مايوسي2</w:t>
      </w:r>
    </w:p>
    <w:p w:rsidR="001F628F" w:rsidRDefault="001F628F" w:rsidP="001F628F">
      <w:pPr>
        <w:pStyle w:val="libNormal"/>
        <w:rPr>
          <w:rtl/>
        </w:rPr>
      </w:pPr>
      <w:r>
        <w:rPr>
          <w:rFonts w:hint="eastAsia"/>
          <w:rtl/>
        </w:rPr>
        <w:t>منحرف</w:t>
      </w:r>
      <w:r>
        <w:rPr>
          <w:rtl/>
        </w:rPr>
        <w:t xml:space="preserve"> لوگ:8</w:t>
      </w:r>
    </w:p>
    <w:p w:rsidR="001F628F" w:rsidRDefault="001F628F" w:rsidP="001F628F">
      <w:pPr>
        <w:pStyle w:val="libNormal"/>
        <w:rPr>
          <w:rtl/>
        </w:rPr>
      </w:pPr>
      <w:r>
        <w:rPr>
          <w:rFonts w:hint="eastAsia"/>
          <w:rtl/>
        </w:rPr>
        <w:t>منحرف</w:t>
      </w:r>
      <w:r>
        <w:rPr>
          <w:rtl/>
        </w:rPr>
        <w:t xml:space="preserve"> لوگو</w:t>
      </w:r>
      <w:r w:rsidR="00083993">
        <w:rPr>
          <w:rtl/>
        </w:rPr>
        <w:t xml:space="preserve">ں </w:t>
      </w:r>
      <w:r>
        <w:rPr>
          <w:rtl/>
        </w:rPr>
        <w:t>كا دنيوى خسارہ5</w:t>
      </w:r>
    </w:p>
    <w:p w:rsidR="001F628F" w:rsidRDefault="00B84D3B" w:rsidP="00B84D3B">
      <w:pPr>
        <w:pStyle w:val="libLine"/>
        <w:rPr>
          <w:rtl/>
        </w:rPr>
      </w:pPr>
      <w:r>
        <w:rPr>
          <w:rtl/>
        </w:rPr>
        <w:t>____________________</w:t>
      </w:r>
    </w:p>
    <w:p w:rsidR="001F628F" w:rsidRDefault="001F628F" w:rsidP="006E22C2">
      <w:pPr>
        <w:pStyle w:val="libFootnote"/>
        <w:rPr>
          <w:rtl/>
        </w:rPr>
      </w:pPr>
      <w:r>
        <w:rPr>
          <w:rtl/>
        </w:rPr>
        <w:t>1) تفسير قمى ،ج1،ص368،نور الثقلين ،ج2، ص532 ، ح38_</w:t>
      </w:r>
    </w:p>
    <w:p w:rsidR="006E22C2" w:rsidRDefault="001E7F9D" w:rsidP="00F73EDE">
      <w:pPr>
        <w:pStyle w:val="libPoemTini"/>
        <w:rPr>
          <w:rtl/>
        </w:rPr>
      </w:pPr>
      <w:r>
        <w:rPr>
          <w:rtl/>
        </w:rPr>
        <w:br w:type="page"/>
      </w:r>
    </w:p>
    <w:p w:rsidR="006E22C2" w:rsidRDefault="006E22C2" w:rsidP="006E22C2">
      <w:pPr>
        <w:pStyle w:val="Heading2Center"/>
        <w:rPr>
          <w:rtl/>
        </w:rPr>
      </w:pPr>
      <w:bookmarkStart w:id="16" w:name="_Toc28081694"/>
      <w:r>
        <w:rPr>
          <w:rFonts w:hint="cs"/>
          <w:rtl/>
        </w:rPr>
        <w:lastRenderedPageBreak/>
        <w:t>آیت 16</w:t>
      </w:r>
      <w:bookmarkEnd w:id="16"/>
    </w:p>
    <w:p w:rsidR="001F628F" w:rsidRDefault="00E260F9" w:rsidP="006E22C2">
      <w:pPr>
        <w:pStyle w:val="libNormal"/>
        <w:rPr>
          <w:rtl/>
        </w:rPr>
      </w:pPr>
      <w:r w:rsidRPr="00E260F9">
        <w:rPr>
          <w:rStyle w:val="libAlaemChar"/>
          <w:rFonts w:hint="eastAsia"/>
          <w:rtl/>
        </w:rPr>
        <w:t>(</w:t>
      </w:r>
      <w:r w:rsidRPr="006E22C2">
        <w:rPr>
          <w:rStyle w:val="libAieChar"/>
          <w:rFonts w:hint="eastAsia"/>
          <w:rtl/>
        </w:rPr>
        <w:t>مِّن</w:t>
      </w:r>
      <w:r w:rsidRPr="006E22C2">
        <w:rPr>
          <w:rStyle w:val="libAieChar"/>
          <w:rtl/>
        </w:rPr>
        <w:t xml:space="preserve"> وَرَآئِهِ جَهَنَّمُ وَيُسْقَى مِن مَّاء صَدِيدٍ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كے پيچھے جہنّم ہے اور انھي</w:t>
      </w:r>
      <w:r w:rsidR="00083993">
        <w:rPr>
          <w:rtl/>
        </w:rPr>
        <w:t xml:space="preserve">ں </w:t>
      </w:r>
      <w:r>
        <w:rPr>
          <w:rtl/>
        </w:rPr>
        <w:t>پيپ دار پانى پلاياجائے گا_</w:t>
      </w:r>
    </w:p>
    <w:p w:rsidR="001F628F" w:rsidRDefault="001F628F" w:rsidP="001F628F">
      <w:pPr>
        <w:pStyle w:val="libNormal"/>
        <w:rPr>
          <w:rtl/>
        </w:rPr>
      </w:pPr>
      <w:r>
        <w:rPr>
          <w:rtl/>
        </w:rPr>
        <w:t>1_گمراہ جبارلوگ، دنيوى ہلاكت كے علاوہ اخرت مي</w:t>
      </w:r>
      <w:r w:rsidR="00083993">
        <w:rPr>
          <w:rtl/>
        </w:rPr>
        <w:t xml:space="preserve">ں </w:t>
      </w:r>
      <w:r>
        <w:rPr>
          <w:rtl/>
        </w:rPr>
        <w:t>بھى جہنم مي</w:t>
      </w:r>
      <w:r w:rsidR="00083993">
        <w:rPr>
          <w:rtl/>
        </w:rPr>
        <w:t xml:space="preserve">ں </w:t>
      </w:r>
      <w:r>
        <w:rPr>
          <w:rtl/>
        </w:rPr>
        <w:t>جائي</w:t>
      </w:r>
      <w:r w:rsidR="00083993">
        <w:rPr>
          <w:rtl/>
        </w:rPr>
        <w:t xml:space="preserve">ں </w:t>
      </w:r>
      <w:r>
        <w:rPr>
          <w:rtl/>
        </w:rPr>
        <w:t>گے _</w:t>
      </w:r>
    </w:p>
    <w:p w:rsidR="001F628F" w:rsidRDefault="001F628F" w:rsidP="006E22C2">
      <w:pPr>
        <w:pStyle w:val="libArabic"/>
        <w:rPr>
          <w:rtl/>
        </w:rPr>
      </w:pPr>
      <w:r>
        <w:rPr>
          <w:rFonts w:hint="eastAsia"/>
          <w:rtl/>
        </w:rPr>
        <w:t>وخاب</w:t>
      </w:r>
      <w:r>
        <w:rPr>
          <w:rtl/>
        </w:rPr>
        <w:t xml:space="preserve"> كلّ جبّار عنيد_من ورائ</w:t>
      </w:r>
      <w:r w:rsidR="00B2551F" w:rsidRPr="00B2551F">
        <w:rPr>
          <w:rFonts w:hint="cs"/>
          <w:rtl/>
        </w:rPr>
        <w:t>ه</w:t>
      </w:r>
      <w:r>
        <w:rPr>
          <w:rtl/>
        </w:rPr>
        <w:t xml:space="preserve"> ج</w:t>
      </w:r>
      <w:r w:rsidR="00B2551F" w:rsidRPr="00B2551F">
        <w:rPr>
          <w:rFonts w:hint="cs"/>
          <w:rtl/>
        </w:rPr>
        <w:t>ه</w:t>
      </w:r>
      <w:r>
        <w:rPr>
          <w:rFonts w:hint="cs"/>
          <w:rtl/>
        </w:rPr>
        <w:t>نّم</w:t>
      </w:r>
    </w:p>
    <w:p w:rsidR="001F628F" w:rsidRDefault="001F628F" w:rsidP="006E22C2">
      <w:pPr>
        <w:pStyle w:val="libNormal"/>
        <w:rPr>
          <w:rtl/>
        </w:rPr>
      </w:pPr>
      <w:r>
        <w:rPr>
          <w:rtl/>
        </w:rPr>
        <w:t>2_گمراہ جبار لوگو</w:t>
      </w:r>
      <w:r w:rsidR="00083993">
        <w:rPr>
          <w:rtl/>
        </w:rPr>
        <w:t xml:space="preserve">ں </w:t>
      </w:r>
      <w:r>
        <w:rPr>
          <w:rtl/>
        </w:rPr>
        <w:t>كو جہنم مي</w:t>
      </w:r>
      <w:r w:rsidR="00083993">
        <w:rPr>
          <w:rtl/>
        </w:rPr>
        <w:t xml:space="preserve">ں </w:t>
      </w:r>
      <w:r>
        <w:rPr>
          <w:rtl/>
        </w:rPr>
        <w:t>گندہ اور بدبودار پانى پلايا جاتاہے_</w:t>
      </w:r>
      <w:r w:rsidRPr="006E22C2">
        <w:rPr>
          <w:rStyle w:val="libArabicChar"/>
          <w:rFonts w:hint="eastAsia"/>
          <w:rtl/>
        </w:rPr>
        <w:t>من</w:t>
      </w:r>
      <w:r w:rsidRPr="006E22C2">
        <w:rPr>
          <w:rStyle w:val="libArabicChar"/>
          <w:rtl/>
        </w:rPr>
        <w:t xml:space="preserve"> ورائ</w:t>
      </w:r>
      <w:r w:rsidR="00B2551F" w:rsidRPr="00B2551F">
        <w:rPr>
          <w:rStyle w:val="libArabicChar"/>
          <w:rFonts w:hint="cs"/>
          <w:rtl/>
        </w:rPr>
        <w:t>ه</w:t>
      </w:r>
      <w:r w:rsidRPr="006E22C2">
        <w:rPr>
          <w:rStyle w:val="libArabicChar"/>
          <w:rtl/>
        </w:rPr>
        <w:t xml:space="preserve"> </w:t>
      </w:r>
      <w:r w:rsidRPr="006E22C2">
        <w:rPr>
          <w:rStyle w:val="libArabicChar"/>
          <w:rFonts w:hint="cs"/>
          <w:rtl/>
        </w:rPr>
        <w:t>ج</w:t>
      </w:r>
      <w:r w:rsidR="00B2551F" w:rsidRPr="00B2551F">
        <w:rPr>
          <w:rStyle w:val="libArabicChar"/>
          <w:rFonts w:hint="cs"/>
          <w:rtl/>
        </w:rPr>
        <w:t>ه</w:t>
      </w:r>
      <w:r w:rsidRPr="006E22C2">
        <w:rPr>
          <w:rStyle w:val="libArabicChar"/>
          <w:rFonts w:hint="cs"/>
          <w:rtl/>
        </w:rPr>
        <w:t>نّم</w:t>
      </w:r>
      <w:r w:rsidRPr="006E22C2">
        <w:rPr>
          <w:rStyle w:val="libArabicChar"/>
          <w:rtl/>
        </w:rPr>
        <w:t xml:space="preserve"> </w:t>
      </w:r>
      <w:r w:rsidRPr="006E22C2">
        <w:rPr>
          <w:rStyle w:val="libArabicChar"/>
          <w:rFonts w:hint="cs"/>
          <w:rtl/>
        </w:rPr>
        <w:t>و</w:t>
      </w:r>
      <w:r w:rsidRPr="006E22C2">
        <w:rPr>
          <w:rStyle w:val="libArabicChar"/>
          <w:rtl/>
        </w:rPr>
        <w:t xml:space="preserve"> </w:t>
      </w:r>
      <w:r w:rsidRPr="006E22C2">
        <w:rPr>
          <w:rStyle w:val="libArabicChar"/>
          <w:rFonts w:hint="cs"/>
          <w:rtl/>
        </w:rPr>
        <w:t>يسقى</w:t>
      </w:r>
      <w:r w:rsidRPr="006E22C2">
        <w:rPr>
          <w:rStyle w:val="libArabicChar"/>
          <w:rtl/>
        </w:rPr>
        <w:t xml:space="preserve"> </w:t>
      </w:r>
      <w:r w:rsidRPr="006E22C2">
        <w:rPr>
          <w:rStyle w:val="libArabicChar"/>
          <w:rFonts w:hint="cs"/>
          <w:rtl/>
        </w:rPr>
        <w:t>من</w:t>
      </w:r>
      <w:r w:rsidRPr="006E22C2">
        <w:rPr>
          <w:rStyle w:val="libArabicChar"/>
          <w:rtl/>
        </w:rPr>
        <w:t xml:space="preserve"> </w:t>
      </w:r>
      <w:r w:rsidRPr="006E22C2">
        <w:rPr>
          <w:rStyle w:val="libArabicChar"/>
          <w:rFonts w:hint="cs"/>
          <w:rtl/>
        </w:rPr>
        <w:t>ما</w:t>
      </w:r>
      <w:r w:rsidRPr="006E22C2">
        <w:rPr>
          <w:rStyle w:val="libArabicChar"/>
          <w:rtl/>
        </w:rPr>
        <w:t>ء صديد</w:t>
      </w:r>
    </w:p>
    <w:p w:rsidR="001F628F" w:rsidRDefault="001F628F" w:rsidP="001F628F">
      <w:pPr>
        <w:pStyle w:val="libNormal"/>
        <w:rPr>
          <w:rtl/>
        </w:rPr>
      </w:pPr>
      <w:r>
        <w:rPr>
          <w:rtl/>
        </w:rPr>
        <w:t>''صديد''كا معنى وہ ميل اور گندگى ہے كہ جو گوشت اور جلد كے درميان پيدا ہوتى ہے _يہ كلمہ اہل جہنم كو پلائي جانے والى چيزو</w:t>
      </w:r>
      <w:r w:rsidR="00083993">
        <w:rPr>
          <w:rtl/>
        </w:rPr>
        <w:t xml:space="preserve">ں </w:t>
      </w:r>
      <w:r>
        <w:rPr>
          <w:rtl/>
        </w:rPr>
        <w:t>كے لئے استعمال ہوتا ہے</w:t>
      </w:r>
    </w:p>
    <w:p w:rsidR="001F628F" w:rsidRDefault="001F628F" w:rsidP="001F628F">
      <w:pPr>
        <w:pStyle w:val="libNormal"/>
        <w:rPr>
          <w:rtl/>
        </w:rPr>
      </w:pPr>
      <w:r>
        <w:rPr>
          <w:rtl/>
        </w:rPr>
        <w:t>3_</w:t>
      </w:r>
      <w:r w:rsidRPr="006E22C2">
        <w:rPr>
          <w:rStyle w:val="libArabicChar"/>
          <w:rtl/>
        </w:rPr>
        <w:t xml:space="preserve">''عن ا بى عبدالله </w:t>
      </w:r>
      <w:r w:rsidR="00367F17" w:rsidRPr="00367F17">
        <w:rPr>
          <w:rStyle w:val="libAlaemChar"/>
          <w:rtl/>
        </w:rPr>
        <w:t xml:space="preserve"> عليه‌السلام </w:t>
      </w:r>
      <w:r w:rsidRPr="006E22C2">
        <w:rPr>
          <w:rStyle w:val="libArabicChar"/>
          <w:rtl/>
        </w:rPr>
        <w:t xml:space="preserve"> فى قول</w:t>
      </w:r>
      <w:r w:rsidR="00B2551F" w:rsidRPr="00B2551F">
        <w:rPr>
          <w:rStyle w:val="libArabicChar"/>
          <w:rFonts w:hint="cs"/>
          <w:rtl/>
        </w:rPr>
        <w:t>ه</w:t>
      </w:r>
      <w:r w:rsidRPr="006E22C2">
        <w:rPr>
          <w:rStyle w:val="libArabicChar"/>
          <w:rtl/>
        </w:rPr>
        <w:t xml:space="preserve"> </w:t>
      </w:r>
      <w:r w:rsidRPr="006E22C2">
        <w:rPr>
          <w:rStyle w:val="libArabicChar"/>
          <w:rFonts w:hint="cs"/>
          <w:rtl/>
        </w:rPr>
        <w:t>تعالى</w:t>
      </w:r>
      <w:r w:rsidRPr="006E22C2">
        <w:rPr>
          <w:rStyle w:val="libArabicChar"/>
          <w:rtl/>
        </w:rPr>
        <w:t xml:space="preserve"> :''</w:t>
      </w:r>
      <w:r w:rsidRPr="006E22C2">
        <w:rPr>
          <w:rStyle w:val="libArabicChar"/>
          <w:rFonts w:hint="cs"/>
          <w:rtl/>
        </w:rPr>
        <w:t>و</w:t>
      </w:r>
      <w:r w:rsidRPr="006E22C2">
        <w:rPr>
          <w:rStyle w:val="libArabicChar"/>
          <w:rtl/>
        </w:rPr>
        <w:t xml:space="preserve"> </w:t>
      </w:r>
      <w:r w:rsidRPr="006E22C2">
        <w:rPr>
          <w:rStyle w:val="libArabicChar"/>
          <w:rFonts w:hint="cs"/>
          <w:rtl/>
        </w:rPr>
        <w:t>يسقى</w:t>
      </w:r>
      <w:r w:rsidRPr="006E22C2">
        <w:rPr>
          <w:rStyle w:val="libArabicChar"/>
          <w:rtl/>
        </w:rPr>
        <w:t xml:space="preserve"> </w:t>
      </w:r>
      <w:r w:rsidRPr="006E22C2">
        <w:rPr>
          <w:rStyle w:val="libArabicChar"/>
          <w:rFonts w:hint="cs"/>
          <w:rtl/>
        </w:rPr>
        <w:t>من</w:t>
      </w:r>
      <w:r w:rsidRPr="006E22C2">
        <w:rPr>
          <w:rStyle w:val="libArabicChar"/>
          <w:rtl/>
        </w:rPr>
        <w:t xml:space="preserve"> </w:t>
      </w:r>
      <w:r w:rsidRPr="006E22C2">
        <w:rPr>
          <w:rStyle w:val="libArabicChar"/>
          <w:rFonts w:hint="cs"/>
          <w:rtl/>
        </w:rPr>
        <w:t>ماء</w:t>
      </w:r>
      <w:r w:rsidRPr="006E22C2">
        <w:rPr>
          <w:rStyle w:val="libArabicChar"/>
          <w:rtl/>
        </w:rPr>
        <w:t xml:space="preserve"> </w:t>
      </w:r>
      <w:r w:rsidRPr="006E22C2">
        <w:rPr>
          <w:rStyle w:val="libArabicChar"/>
          <w:rFonts w:hint="cs"/>
          <w:rtl/>
        </w:rPr>
        <w:t>صديد</w:t>
      </w:r>
      <w:r w:rsidRPr="006E22C2">
        <w:rPr>
          <w:rStyle w:val="libArabicChar"/>
          <w:rtl/>
        </w:rPr>
        <w:t>''</w:t>
      </w:r>
      <w:r w:rsidRPr="006E22C2">
        <w:rPr>
          <w:rStyle w:val="libArabicChar"/>
          <w:rFonts w:hint="cs"/>
          <w:rtl/>
        </w:rPr>
        <w:t>و</w:t>
      </w:r>
      <w:r w:rsidRPr="006E22C2">
        <w:rPr>
          <w:rStyle w:val="libArabicChar"/>
          <w:rtl/>
        </w:rPr>
        <w:t xml:space="preserve"> </w:t>
      </w:r>
      <w:r w:rsidRPr="006E22C2">
        <w:rPr>
          <w:rStyle w:val="libArabicChar"/>
          <w:rFonts w:hint="cs"/>
          <w:rtl/>
        </w:rPr>
        <w:t>يسقى</w:t>
      </w:r>
      <w:r w:rsidRPr="006E22C2">
        <w:rPr>
          <w:rStyle w:val="libArabicChar"/>
          <w:rtl/>
        </w:rPr>
        <w:t xml:space="preserve"> </w:t>
      </w:r>
      <w:r w:rsidRPr="006E22C2">
        <w:rPr>
          <w:rStyle w:val="libArabicChar"/>
          <w:rFonts w:hint="cs"/>
          <w:rtl/>
        </w:rPr>
        <w:t>ممّا</w:t>
      </w:r>
      <w:r w:rsidRPr="006E22C2">
        <w:rPr>
          <w:rStyle w:val="libArabicChar"/>
          <w:rtl/>
        </w:rPr>
        <w:t xml:space="preserve"> يسيل من الدم والقيح من فروج الزوانى فى النار;</w:t>
      </w:r>
      <w:r w:rsidRPr="006E22C2">
        <w:rPr>
          <w:rStyle w:val="libFootnotenumChar"/>
          <w:rtl/>
        </w:rPr>
        <w:t>(1)</w:t>
      </w:r>
      <w:r>
        <w:rPr>
          <w:rtl/>
        </w:rPr>
        <w:t xml:space="preserve">امام صادق </w:t>
      </w:r>
      <w:r w:rsidR="00367F17" w:rsidRPr="00367F17">
        <w:rPr>
          <w:rStyle w:val="libAlaemChar"/>
          <w:rtl/>
        </w:rPr>
        <w:t xml:space="preserve"> عليه‌السلام </w:t>
      </w:r>
      <w:r>
        <w:rPr>
          <w:rtl/>
        </w:rPr>
        <w:t xml:space="preserve"> سے خداوند كے كلام ''و يسقى من ماء صديد''كے بارے مي</w:t>
      </w:r>
      <w:r w:rsidR="00083993">
        <w:rPr>
          <w:rtl/>
        </w:rPr>
        <w:t xml:space="preserve">ں </w:t>
      </w:r>
      <w:r>
        <w:rPr>
          <w:rtl/>
        </w:rPr>
        <w:t>منقول ہے كہ انہي</w:t>
      </w:r>
      <w:r w:rsidR="00083993">
        <w:rPr>
          <w:rtl/>
        </w:rPr>
        <w:t xml:space="preserve">ں </w:t>
      </w:r>
      <w:r>
        <w:rPr>
          <w:rtl/>
        </w:rPr>
        <w:t>جہنم مي</w:t>
      </w:r>
      <w:r w:rsidR="00083993">
        <w:rPr>
          <w:rtl/>
        </w:rPr>
        <w:t xml:space="preserve">ں </w:t>
      </w:r>
      <w:r>
        <w:rPr>
          <w:rtl/>
        </w:rPr>
        <w:t>زناكار عورتو</w:t>
      </w:r>
      <w:r w:rsidR="00083993">
        <w:rPr>
          <w:rtl/>
        </w:rPr>
        <w:t xml:space="preserve">ں </w:t>
      </w:r>
      <w:r>
        <w:rPr>
          <w:rtl/>
        </w:rPr>
        <w:t>سے جارى ہونے والى گندگى اور خ</w:t>
      </w:r>
      <w:r>
        <w:rPr>
          <w:rFonts w:hint="eastAsia"/>
          <w:rtl/>
        </w:rPr>
        <w:t>ون</w:t>
      </w:r>
      <w:r>
        <w:rPr>
          <w:rtl/>
        </w:rPr>
        <w:t xml:space="preserve"> پلايا جا ئے گا_</w:t>
      </w:r>
    </w:p>
    <w:p w:rsidR="001F628F" w:rsidRDefault="001F628F" w:rsidP="00CE0F22">
      <w:pPr>
        <w:pStyle w:val="libNormal"/>
        <w:rPr>
          <w:rtl/>
        </w:rPr>
      </w:pPr>
      <w:r>
        <w:rPr>
          <w:rtl/>
        </w:rPr>
        <w:t>4_</w:t>
      </w:r>
      <w:r w:rsidRPr="00CE0F22">
        <w:rPr>
          <w:rStyle w:val="libArabicChar"/>
          <w:rtl/>
        </w:rPr>
        <w:t>''قال ا ميرالمو منين</w:t>
      </w:r>
      <w:r w:rsidR="00367F17" w:rsidRPr="00CE0F22">
        <w:rPr>
          <w:rStyle w:val="libArabicChar"/>
          <w:rtl/>
        </w:rPr>
        <w:t xml:space="preserve"> عليه‌السلام </w:t>
      </w:r>
      <w:r w:rsidRPr="00CE0F22">
        <w:rPr>
          <w:rStyle w:val="libArabicChar"/>
          <w:rtl/>
        </w:rPr>
        <w:t xml:space="preserve"> : ان ا </w:t>
      </w:r>
      <w:r w:rsidR="00CE0F22" w:rsidRPr="00CE0F22">
        <w:rPr>
          <w:rStyle w:val="libArabicChar"/>
          <w:rFonts w:hint="cs"/>
          <w:rtl/>
        </w:rPr>
        <w:t>ه</w:t>
      </w:r>
      <w:r w:rsidRPr="00CE0F22">
        <w:rPr>
          <w:rStyle w:val="libArabicChar"/>
          <w:rtl/>
        </w:rPr>
        <w:t>ل النار لمّا على الزقوم والضريع فى بطون</w:t>
      </w:r>
      <w:r w:rsidR="00CE0F22" w:rsidRPr="00CE0F22">
        <w:rPr>
          <w:rStyle w:val="libArabicChar"/>
          <w:rFonts w:hint="cs"/>
          <w:rtl/>
        </w:rPr>
        <w:t>ه</w:t>
      </w:r>
      <w:r w:rsidRPr="00CE0F22">
        <w:rPr>
          <w:rStyle w:val="libArabicChar"/>
          <w:rtl/>
        </w:rPr>
        <w:t xml:space="preserve">م </w:t>
      </w:r>
      <w:r w:rsidRPr="00CE0F22">
        <w:rPr>
          <w:rStyle w:val="libArabicChar"/>
          <w:rFonts w:hint="cs"/>
          <w:rtl/>
        </w:rPr>
        <w:t>كغلى</w:t>
      </w:r>
      <w:r w:rsidRPr="00CE0F22">
        <w:rPr>
          <w:rStyle w:val="libArabicChar"/>
          <w:rtl/>
        </w:rPr>
        <w:t xml:space="preserve"> </w:t>
      </w:r>
      <w:r w:rsidRPr="00CE0F22">
        <w:rPr>
          <w:rStyle w:val="libArabicChar"/>
          <w:rFonts w:hint="cs"/>
          <w:rtl/>
        </w:rPr>
        <w:t>الحميم</w:t>
      </w:r>
      <w:r w:rsidRPr="00CE0F22">
        <w:rPr>
          <w:rStyle w:val="libArabicChar"/>
          <w:rtl/>
        </w:rPr>
        <w:t xml:space="preserve"> </w:t>
      </w:r>
      <w:r w:rsidRPr="00CE0F22">
        <w:rPr>
          <w:rStyle w:val="libArabicChar"/>
          <w:rFonts w:hint="cs"/>
          <w:rtl/>
        </w:rPr>
        <w:t>سا</w:t>
      </w:r>
      <w:r w:rsidRPr="00CE0F22">
        <w:rPr>
          <w:rStyle w:val="libArabicChar"/>
          <w:rtl/>
        </w:rPr>
        <w:t xml:space="preserve"> </w:t>
      </w:r>
      <w:r w:rsidRPr="00CE0F22">
        <w:rPr>
          <w:rStyle w:val="libArabicChar"/>
          <w:rFonts w:hint="cs"/>
          <w:rtl/>
        </w:rPr>
        <w:t>لوا</w:t>
      </w:r>
      <w:r w:rsidRPr="00CE0F22">
        <w:rPr>
          <w:rStyle w:val="libArabicChar"/>
          <w:rtl/>
        </w:rPr>
        <w:t xml:space="preserve"> </w:t>
      </w:r>
      <w:r w:rsidRPr="00CE0F22">
        <w:rPr>
          <w:rStyle w:val="libArabicChar"/>
          <w:rFonts w:hint="cs"/>
          <w:rtl/>
        </w:rPr>
        <w:t>الشراب</w:t>
      </w:r>
      <w:r w:rsidRPr="00CE0F22">
        <w:rPr>
          <w:rStyle w:val="libArabicChar"/>
          <w:rtl/>
        </w:rPr>
        <w:t xml:space="preserve"> </w:t>
      </w:r>
      <w:r w:rsidRPr="00CE0F22">
        <w:rPr>
          <w:rStyle w:val="libArabicChar"/>
          <w:rFonts w:hint="cs"/>
          <w:rtl/>
        </w:rPr>
        <w:t>فا</w:t>
      </w:r>
      <w:r w:rsidRPr="00CE0F22">
        <w:rPr>
          <w:rStyle w:val="libArabicChar"/>
          <w:rtl/>
        </w:rPr>
        <w:t xml:space="preserve"> </w:t>
      </w:r>
      <w:r w:rsidRPr="00CE0F22">
        <w:rPr>
          <w:rStyle w:val="libArabicChar"/>
          <w:rFonts w:hint="cs"/>
          <w:rtl/>
        </w:rPr>
        <w:t>توا</w:t>
      </w:r>
      <w:r w:rsidRPr="00CE0F22">
        <w:rPr>
          <w:rStyle w:val="libArabicChar"/>
          <w:rtl/>
        </w:rPr>
        <w:t xml:space="preserve"> </w:t>
      </w:r>
      <w:r w:rsidRPr="00CE0F22">
        <w:rPr>
          <w:rStyle w:val="libArabicChar"/>
          <w:rFonts w:hint="cs"/>
          <w:rtl/>
        </w:rPr>
        <w:t>بشراب</w:t>
      </w:r>
      <w:r w:rsidRPr="00CE0F22">
        <w:rPr>
          <w:rStyle w:val="libArabicChar"/>
          <w:rtl/>
        </w:rPr>
        <w:t xml:space="preserve"> ... </w:t>
      </w:r>
      <w:r w:rsidRPr="00CE0F22">
        <w:rPr>
          <w:rStyle w:val="libArabicChar"/>
          <w:rFonts w:hint="cs"/>
          <w:rtl/>
        </w:rPr>
        <w:t>صدي</w:t>
      </w:r>
      <w:r w:rsidRPr="00CE0F22">
        <w:rPr>
          <w:rStyle w:val="libArabicChar"/>
          <w:rtl/>
        </w:rPr>
        <w:t>د ...</w:t>
      </w:r>
      <w:r>
        <w:rPr>
          <w:rtl/>
        </w:rPr>
        <w:t xml:space="preserve"> ;</w:t>
      </w:r>
      <w:r w:rsidRPr="00CE0F22">
        <w:rPr>
          <w:rStyle w:val="libFootnotenumChar"/>
          <w:rtl/>
        </w:rPr>
        <w:t>(2)</w:t>
      </w:r>
      <w:r>
        <w:rPr>
          <w:rtl/>
        </w:rPr>
        <w:t xml:space="preserve">امير المؤمنين </w:t>
      </w:r>
      <w:r w:rsidR="00367F17" w:rsidRPr="00367F17">
        <w:rPr>
          <w:rStyle w:val="libAlaemChar"/>
          <w:rtl/>
        </w:rPr>
        <w:t xml:space="preserve"> عليه‌السلام </w:t>
      </w:r>
      <w:r>
        <w:rPr>
          <w:rtl/>
        </w:rPr>
        <w:t xml:space="preserve"> سے منقول ہے كہ اپ</w:t>
      </w:r>
      <w:r w:rsidR="00367F17" w:rsidRPr="00367F17">
        <w:rPr>
          <w:rStyle w:val="libAlaemChar"/>
          <w:rtl/>
        </w:rPr>
        <w:t xml:space="preserve"> عليه‌السلام </w:t>
      </w:r>
      <w:r>
        <w:rPr>
          <w:rtl/>
        </w:rPr>
        <w:t xml:space="preserve"> نے فرمايا:جب زقوم اور ضريع اہل جہنم كے پيٹ مي</w:t>
      </w:r>
      <w:r w:rsidR="00083993">
        <w:rPr>
          <w:rtl/>
        </w:rPr>
        <w:t xml:space="preserve">ں </w:t>
      </w:r>
      <w:r>
        <w:rPr>
          <w:rtl/>
        </w:rPr>
        <w:t>ابلے ہوئے پانى كى طرح جوش كھاتے ہي</w:t>
      </w:r>
      <w:r w:rsidR="00083993">
        <w:rPr>
          <w:rtl/>
        </w:rPr>
        <w:t xml:space="preserve">ں </w:t>
      </w:r>
      <w:r>
        <w:rPr>
          <w:rtl/>
        </w:rPr>
        <w:t>تو وہ پينے كے لئے كچھ مانگتے ہي</w:t>
      </w:r>
      <w:r w:rsidR="00083993">
        <w:rPr>
          <w:rtl/>
        </w:rPr>
        <w:t xml:space="preserve">ں </w:t>
      </w:r>
      <w:r>
        <w:rPr>
          <w:rtl/>
        </w:rPr>
        <w:t>تو انہي</w:t>
      </w:r>
      <w:r w:rsidR="00083993">
        <w:rPr>
          <w:rtl/>
        </w:rPr>
        <w:t xml:space="preserve">ں </w:t>
      </w:r>
      <w:r>
        <w:rPr>
          <w:rtl/>
        </w:rPr>
        <w:t>گندگى اور خون وغيرہ پينے كے لئے ديا جاتا ہے_</w:t>
      </w:r>
    </w:p>
    <w:p w:rsidR="001F628F" w:rsidRDefault="001F628F" w:rsidP="001F628F">
      <w:pPr>
        <w:pStyle w:val="libNormal"/>
        <w:rPr>
          <w:rtl/>
        </w:rPr>
      </w:pPr>
      <w:r>
        <w:rPr>
          <w:rFonts w:hint="eastAsia"/>
          <w:rtl/>
        </w:rPr>
        <w:t>اہل</w:t>
      </w:r>
      <w:r>
        <w:rPr>
          <w:rtl/>
        </w:rPr>
        <w:t xml:space="preserve"> جہنم :1</w:t>
      </w:r>
    </w:p>
    <w:p w:rsidR="001F628F" w:rsidRDefault="001F628F" w:rsidP="001F628F">
      <w:pPr>
        <w:pStyle w:val="libNormal"/>
        <w:rPr>
          <w:rtl/>
        </w:rPr>
      </w:pPr>
      <w:r>
        <w:rPr>
          <w:rFonts w:hint="eastAsia"/>
          <w:rtl/>
        </w:rPr>
        <w:t>جہنم</w:t>
      </w:r>
      <w:r>
        <w:rPr>
          <w:rtl/>
        </w:rPr>
        <w:t xml:space="preserve"> :</w:t>
      </w:r>
    </w:p>
    <w:p w:rsidR="001F628F" w:rsidRDefault="00B84D3B" w:rsidP="00B84D3B">
      <w:pPr>
        <w:pStyle w:val="libLine"/>
        <w:rPr>
          <w:rtl/>
        </w:rPr>
      </w:pPr>
      <w:r>
        <w:rPr>
          <w:rtl/>
        </w:rPr>
        <w:t>____________________</w:t>
      </w:r>
    </w:p>
    <w:p w:rsidR="001F628F" w:rsidRDefault="001F628F" w:rsidP="006E22C2">
      <w:pPr>
        <w:pStyle w:val="libFootnote"/>
        <w:rPr>
          <w:rtl/>
        </w:rPr>
      </w:pPr>
      <w:r>
        <w:rPr>
          <w:rtl/>
        </w:rPr>
        <w:t>1) مجمع البيان ،ج6،ص474،نور الثقلين ،ج2، ص532 ، ح 39_</w:t>
      </w:r>
    </w:p>
    <w:p w:rsidR="001F628F" w:rsidRDefault="001F628F" w:rsidP="006E22C2">
      <w:pPr>
        <w:pStyle w:val="libFootnote"/>
        <w:rPr>
          <w:rtl/>
        </w:rPr>
      </w:pPr>
      <w:r>
        <w:rPr>
          <w:rtl/>
        </w:rPr>
        <w:t>2)تفسير عياشى ،ج2،ص223،ح7،نور الثقلين ،ج2، ص532، ح 43_</w:t>
      </w:r>
    </w:p>
    <w:p w:rsidR="006E22C2" w:rsidRDefault="001E7F9D" w:rsidP="00F73EDE">
      <w:pPr>
        <w:pStyle w:val="libPoemTini"/>
        <w:rPr>
          <w:rtl/>
        </w:rPr>
      </w:pPr>
      <w:r>
        <w:rPr>
          <w:rtl/>
        </w:rPr>
        <w:br w:type="page"/>
      </w:r>
    </w:p>
    <w:p w:rsidR="001F628F" w:rsidRDefault="001F628F" w:rsidP="006E22C2">
      <w:pPr>
        <w:pStyle w:val="libNormal"/>
        <w:rPr>
          <w:rtl/>
        </w:rPr>
      </w:pPr>
      <w:r>
        <w:rPr>
          <w:rFonts w:hint="eastAsia"/>
          <w:rtl/>
        </w:rPr>
        <w:lastRenderedPageBreak/>
        <w:t>جہنمى</w:t>
      </w:r>
      <w:r>
        <w:rPr>
          <w:rtl/>
        </w:rPr>
        <w:t xml:space="preserve"> مشروبات2،3،4;جہنمى گندگي2،3،4</w:t>
      </w:r>
    </w:p>
    <w:p w:rsidR="001F628F" w:rsidRDefault="001F628F" w:rsidP="001F628F">
      <w:pPr>
        <w:pStyle w:val="libNormal"/>
        <w:rPr>
          <w:rtl/>
        </w:rPr>
      </w:pPr>
      <w:r>
        <w:rPr>
          <w:rFonts w:hint="eastAsia"/>
          <w:rtl/>
        </w:rPr>
        <w:t>روايت</w:t>
      </w:r>
      <w:r>
        <w:rPr>
          <w:rtl/>
        </w:rPr>
        <w:t>:3،4</w:t>
      </w:r>
    </w:p>
    <w:p w:rsidR="001F628F" w:rsidRDefault="001F628F" w:rsidP="006E22C2">
      <w:pPr>
        <w:pStyle w:val="libNormal"/>
        <w:rPr>
          <w:rtl/>
        </w:rPr>
      </w:pPr>
      <w:r>
        <w:rPr>
          <w:rFonts w:hint="eastAsia"/>
          <w:rtl/>
        </w:rPr>
        <w:t>ظالمين</w:t>
      </w:r>
      <w:r>
        <w:rPr>
          <w:rtl/>
        </w:rPr>
        <w:t xml:space="preserve"> :</w:t>
      </w:r>
      <w:r>
        <w:rPr>
          <w:rFonts w:hint="eastAsia"/>
          <w:rtl/>
        </w:rPr>
        <w:t>جہنم</w:t>
      </w:r>
      <w:r>
        <w:rPr>
          <w:rtl/>
        </w:rPr>
        <w:t xml:space="preserve"> مي</w:t>
      </w:r>
      <w:r w:rsidR="00083993">
        <w:rPr>
          <w:rtl/>
        </w:rPr>
        <w:t xml:space="preserve">ں </w:t>
      </w:r>
      <w:r>
        <w:rPr>
          <w:rtl/>
        </w:rPr>
        <w:t>ظالمين1،2;ظالمين كا عذاب 2;ظالمين كى ہلاكت1</w:t>
      </w:r>
    </w:p>
    <w:p w:rsidR="001F628F" w:rsidRDefault="001F628F" w:rsidP="006E22C2">
      <w:pPr>
        <w:pStyle w:val="libNormal"/>
        <w:rPr>
          <w:rtl/>
        </w:rPr>
      </w:pPr>
      <w:r>
        <w:rPr>
          <w:rFonts w:hint="eastAsia"/>
          <w:rtl/>
        </w:rPr>
        <w:t>گمراہ</w:t>
      </w:r>
      <w:r>
        <w:rPr>
          <w:rtl/>
        </w:rPr>
        <w:t xml:space="preserve"> لوگ:</w:t>
      </w:r>
      <w:r>
        <w:rPr>
          <w:rFonts w:hint="eastAsia"/>
          <w:rtl/>
        </w:rPr>
        <w:t>گمراہ</w:t>
      </w:r>
      <w:r>
        <w:rPr>
          <w:rtl/>
        </w:rPr>
        <w:t xml:space="preserve"> لوگ جہنم مي</w:t>
      </w:r>
      <w:r w:rsidR="00083993">
        <w:rPr>
          <w:rtl/>
        </w:rPr>
        <w:t xml:space="preserve">ں </w:t>
      </w:r>
      <w:r>
        <w:rPr>
          <w:rtl/>
        </w:rPr>
        <w:t>1،2 ;گمراہ لوگو</w:t>
      </w:r>
      <w:r w:rsidR="00083993">
        <w:rPr>
          <w:rtl/>
        </w:rPr>
        <w:t xml:space="preserve">ں </w:t>
      </w:r>
      <w:r>
        <w:rPr>
          <w:rtl/>
        </w:rPr>
        <w:t>كى ہلاكت1</w:t>
      </w:r>
    </w:p>
    <w:p w:rsidR="001F628F" w:rsidRDefault="006E22C2" w:rsidP="006E22C2">
      <w:pPr>
        <w:pStyle w:val="Heading2Center"/>
        <w:rPr>
          <w:rtl/>
        </w:rPr>
      </w:pPr>
      <w:bookmarkStart w:id="17" w:name="_Toc28081695"/>
      <w:r>
        <w:rPr>
          <w:rFonts w:hint="cs"/>
          <w:rtl/>
        </w:rPr>
        <w:t>آیت 17</w:t>
      </w:r>
      <w:bookmarkEnd w:id="17"/>
    </w:p>
    <w:p w:rsidR="001F628F" w:rsidRDefault="00E260F9" w:rsidP="006E22C2">
      <w:pPr>
        <w:pStyle w:val="libNormal"/>
        <w:rPr>
          <w:rtl/>
        </w:rPr>
      </w:pPr>
      <w:r w:rsidRPr="00E260F9">
        <w:rPr>
          <w:rStyle w:val="libAlaemChar"/>
          <w:rFonts w:hint="eastAsia"/>
          <w:rtl/>
        </w:rPr>
        <w:t>(</w:t>
      </w:r>
      <w:r w:rsidRPr="006E22C2">
        <w:rPr>
          <w:rStyle w:val="libAieChar"/>
          <w:rFonts w:hint="eastAsia"/>
          <w:rtl/>
        </w:rPr>
        <w:t>يَتَجَرَّعُهُ</w:t>
      </w:r>
      <w:r w:rsidRPr="006E22C2">
        <w:rPr>
          <w:rStyle w:val="libAieChar"/>
          <w:rtl/>
        </w:rPr>
        <w:t xml:space="preserve"> وَلاَ يَكَادُ يُسِيغُهُ وَيَأْتِيهِ الْمَوْتُ مِن كُلِّ مَكَانٍ وَمَا هُوَ بِمَيِّتٍ وَمِن وَرَآئِهِ عَذَابٌ غَلِيظٌ</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جسے</w:t>
      </w:r>
      <w:r>
        <w:rPr>
          <w:rtl/>
        </w:rPr>
        <w:t xml:space="preserve"> گھونٹ گھونٹ پئي</w:t>
      </w:r>
      <w:r w:rsidR="00083993">
        <w:rPr>
          <w:rtl/>
        </w:rPr>
        <w:t xml:space="preserve">ں </w:t>
      </w:r>
      <w:r>
        <w:rPr>
          <w:rtl/>
        </w:rPr>
        <w:t>گے اور وہ انھي</w:t>
      </w:r>
      <w:r w:rsidR="00083993">
        <w:rPr>
          <w:rtl/>
        </w:rPr>
        <w:t xml:space="preserve">ں </w:t>
      </w:r>
      <w:r>
        <w:rPr>
          <w:rtl/>
        </w:rPr>
        <w:t>گوارانہ ہوگا اور انھي</w:t>
      </w:r>
      <w:r w:rsidR="00083993">
        <w:rPr>
          <w:rtl/>
        </w:rPr>
        <w:t xml:space="preserve">ں </w:t>
      </w:r>
      <w:r>
        <w:rPr>
          <w:rtl/>
        </w:rPr>
        <w:t>موت ہر طرف سے گھير لے گى حالانكہ وہ مرنے والے نہي</w:t>
      </w:r>
      <w:r w:rsidR="00083993">
        <w:rPr>
          <w:rtl/>
        </w:rPr>
        <w:t xml:space="preserve">ں </w:t>
      </w:r>
      <w:r>
        <w:rPr>
          <w:rtl/>
        </w:rPr>
        <w:t>ہي</w:t>
      </w:r>
      <w:r w:rsidR="00083993">
        <w:rPr>
          <w:rtl/>
        </w:rPr>
        <w:t xml:space="preserve">ں </w:t>
      </w:r>
      <w:r>
        <w:rPr>
          <w:rtl/>
        </w:rPr>
        <w:t>اور ان كے پيچھے بہت سخت عذاب لگاہواہے _</w:t>
      </w:r>
    </w:p>
    <w:p w:rsidR="001F628F" w:rsidRDefault="001F628F" w:rsidP="001F628F">
      <w:pPr>
        <w:pStyle w:val="libNormal"/>
        <w:rPr>
          <w:rtl/>
        </w:rPr>
      </w:pPr>
      <w:r>
        <w:rPr>
          <w:rtl/>
        </w:rPr>
        <w:t>1_منحرف جابر لوگ جہنم كے گندے پانى كو انتہائي نفرت كے ساتھ گھونٹ گھونٹ كر كے پئي</w:t>
      </w:r>
      <w:r w:rsidR="00083993">
        <w:rPr>
          <w:rtl/>
        </w:rPr>
        <w:t xml:space="preserve">ں </w:t>
      </w:r>
      <w:r>
        <w:rPr>
          <w:rtl/>
        </w:rPr>
        <w:t>گے_</w:t>
      </w:r>
    </w:p>
    <w:p w:rsidR="001F628F" w:rsidRDefault="001F628F" w:rsidP="006E22C2">
      <w:pPr>
        <w:pStyle w:val="libArabic"/>
        <w:rPr>
          <w:rtl/>
        </w:rPr>
      </w:pPr>
      <w:r>
        <w:rPr>
          <w:rFonts w:hint="eastAsia"/>
          <w:rtl/>
        </w:rPr>
        <w:t>يسقى</w:t>
      </w:r>
      <w:r>
        <w:rPr>
          <w:rtl/>
        </w:rPr>
        <w:t xml:space="preserve"> من ماء صديد_يتجرّع</w:t>
      </w:r>
      <w:r w:rsidR="00B2551F" w:rsidRPr="00B2551F">
        <w:rPr>
          <w:rFonts w:hint="cs"/>
          <w:rtl/>
        </w:rPr>
        <w:t>ه</w:t>
      </w:r>
      <w:r>
        <w:rPr>
          <w:rtl/>
        </w:rPr>
        <w:t xml:space="preserve"> </w:t>
      </w:r>
      <w:r>
        <w:rPr>
          <w:rFonts w:hint="cs"/>
          <w:rtl/>
        </w:rPr>
        <w:t>ولا</w:t>
      </w:r>
      <w:r>
        <w:rPr>
          <w:rtl/>
        </w:rPr>
        <w:t xml:space="preserve"> </w:t>
      </w:r>
      <w:r>
        <w:rPr>
          <w:rFonts w:hint="cs"/>
          <w:rtl/>
        </w:rPr>
        <w:t>يكاد</w:t>
      </w:r>
      <w:r>
        <w:rPr>
          <w:rtl/>
        </w:rPr>
        <w:t xml:space="preserve"> يسيغ</w:t>
      </w:r>
      <w:r w:rsidR="00B2551F" w:rsidRPr="00B2551F">
        <w:rPr>
          <w:rFonts w:hint="cs"/>
          <w:rtl/>
        </w:rPr>
        <w:t>ه</w:t>
      </w:r>
    </w:p>
    <w:p w:rsidR="001F628F" w:rsidRDefault="001F628F" w:rsidP="001F628F">
      <w:pPr>
        <w:pStyle w:val="libNormal"/>
        <w:rPr>
          <w:rtl/>
        </w:rPr>
      </w:pPr>
      <w:r>
        <w:rPr>
          <w:rtl/>
        </w:rPr>
        <w:t>''اساغة''كا معنى حلق مي</w:t>
      </w:r>
      <w:r w:rsidR="00083993">
        <w:rPr>
          <w:rtl/>
        </w:rPr>
        <w:t xml:space="preserve">ں </w:t>
      </w:r>
      <w:r>
        <w:rPr>
          <w:rtl/>
        </w:rPr>
        <w:t>شراب ڈالنا ہے _اس بناء پر''لا يكاد يسيغہ'' سے مراد يہ ہے كہ وہ اس قسم كے مشروب كے قريب ہونا نہي</w:t>
      </w:r>
      <w:r w:rsidR="00083993">
        <w:rPr>
          <w:rtl/>
        </w:rPr>
        <w:t xml:space="preserve">ں </w:t>
      </w:r>
      <w:r>
        <w:rPr>
          <w:rtl/>
        </w:rPr>
        <w:t>چاہتے_</w:t>
      </w:r>
    </w:p>
    <w:p w:rsidR="001F628F" w:rsidRDefault="001F628F" w:rsidP="006E22C2">
      <w:pPr>
        <w:pStyle w:val="libNormal"/>
        <w:rPr>
          <w:rtl/>
        </w:rPr>
      </w:pPr>
      <w:r>
        <w:rPr>
          <w:rtl/>
        </w:rPr>
        <w:t>2_ منحرف و جابر لوگو</w:t>
      </w:r>
      <w:r w:rsidR="00083993">
        <w:rPr>
          <w:rtl/>
        </w:rPr>
        <w:t xml:space="preserve">ں </w:t>
      </w:r>
      <w:r>
        <w:rPr>
          <w:rtl/>
        </w:rPr>
        <w:t>كى جہنم مي</w:t>
      </w:r>
      <w:r w:rsidR="00083993">
        <w:rPr>
          <w:rtl/>
        </w:rPr>
        <w:t xml:space="preserve">ں </w:t>
      </w:r>
      <w:r>
        <w:rPr>
          <w:rtl/>
        </w:rPr>
        <w:t>پياس اس قدر شديد ہے كہ شديد كراہت اور نفرت كے باوجود وہ غليظ پانى پى لي</w:t>
      </w:r>
      <w:r w:rsidR="00083993">
        <w:rPr>
          <w:rtl/>
        </w:rPr>
        <w:t xml:space="preserve">ں </w:t>
      </w:r>
      <w:r>
        <w:rPr>
          <w:rtl/>
        </w:rPr>
        <w:t>گے _</w:t>
      </w:r>
      <w:r w:rsidRPr="006E22C2">
        <w:rPr>
          <w:rStyle w:val="libArabicChar"/>
          <w:rFonts w:hint="eastAsia"/>
          <w:rtl/>
        </w:rPr>
        <w:t>يسقى</w:t>
      </w:r>
      <w:r w:rsidRPr="006E22C2">
        <w:rPr>
          <w:rStyle w:val="libArabicChar"/>
          <w:rtl/>
        </w:rPr>
        <w:t xml:space="preserve"> من ماء صديد_يتجرّع</w:t>
      </w:r>
      <w:r w:rsidR="00B2551F" w:rsidRPr="00B2551F">
        <w:rPr>
          <w:rStyle w:val="libArabicChar"/>
          <w:rFonts w:hint="cs"/>
          <w:rtl/>
        </w:rPr>
        <w:t>ه</w:t>
      </w:r>
      <w:r w:rsidRPr="006E22C2">
        <w:rPr>
          <w:rStyle w:val="libArabicChar"/>
          <w:rtl/>
        </w:rPr>
        <w:t xml:space="preserve"> </w:t>
      </w:r>
      <w:r w:rsidRPr="006E22C2">
        <w:rPr>
          <w:rStyle w:val="libArabicChar"/>
          <w:rFonts w:hint="cs"/>
          <w:rtl/>
        </w:rPr>
        <w:t>ولا</w:t>
      </w:r>
      <w:r w:rsidRPr="006E22C2">
        <w:rPr>
          <w:rStyle w:val="libArabicChar"/>
          <w:rtl/>
        </w:rPr>
        <w:t xml:space="preserve"> </w:t>
      </w:r>
      <w:r w:rsidRPr="006E22C2">
        <w:rPr>
          <w:rStyle w:val="libArabicChar"/>
          <w:rFonts w:hint="cs"/>
          <w:rtl/>
        </w:rPr>
        <w:t>يكاد</w:t>
      </w:r>
      <w:r w:rsidRPr="006E22C2">
        <w:rPr>
          <w:rStyle w:val="libArabicChar"/>
          <w:rtl/>
        </w:rPr>
        <w:t xml:space="preserve"> يسيغ</w:t>
      </w:r>
      <w:r w:rsidR="00B2551F" w:rsidRPr="00B2551F">
        <w:rPr>
          <w:rStyle w:val="libArabicChar"/>
          <w:rFonts w:hint="cs"/>
          <w:rtl/>
        </w:rPr>
        <w:t>ه</w:t>
      </w:r>
    </w:p>
    <w:p w:rsidR="001F628F" w:rsidRDefault="001F628F" w:rsidP="001F628F">
      <w:pPr>
        <w:pStyle w:val="libNormal"/>
        <w:rPr>
          <w:rtl/>
        </w:rPr>
      </w:pPr>
      <w:r>
        <w:rPr>
          <w:rtl/>
        </w:rPr>
        <w:t>3_ جابر كفار جہنم مي</w:t>
      </w:r>
      <w:r w:rsidR="00083993">
        <w:rPr>
          <w:rtl/>
        </w:rPr>
        <w:t xml:space="preserve">ں </w:t>
      </w:r>
      <w:r>
        <w:rPr>
          <w:rtl/>
        </w:rPr>
        <w:t>ايسے مہلك عذاب سے دوچار ہونگے كہ ان مي</w:t>
      </w:r>
      <w:r w:rsidR="00083993">
        <w:rPr>
          <w:rtl/>
        </w:rPr>
        <w:t xml:space="preserve">ں </w:t>
      </w:r>
      <w:r>
        <w:rPr>
          <w:rtl/>
        </w:rPr>
        <w:t>سے ہر ايك عذاب ان كى موت كے لئے كافى ہو گا_</w:t>
      </w:r>
    </w:p>
    <w:p w:rsidR="001F628F" w:rsidRDefault="001F628F" w:rsidP="006E22C2">
      <w:pPr>
        <w:pStyle w:val="libArabic"/>
        <w:rPr>
          <w:rtl/>
        </w:rPr>
      </w:pPr>
      <w:r>
        <w:rPr>
          <w:rFonts w:hint="eastAsia"/>
          <w:rtl/>
        </w:rPr>
        <w:t>و</w:t>
      </w:r>
      <w:r>
        <w:rPr>
          <w:rtl/>
        </w:rPr>
        <w:t xml:space="preserve"> يا تي</w:t>
      </w:r>
      <w:r w:rsidR="00B2551F" w:rsidRPr="00B2551F">
        <w:rPr>
          <w:rFonts w:hint="cs"/>
          <w:rtl/>
        </w:rPr>
        <w:t>ه</w:t>
      </w:r>
      <w:r>
        <w:rPr>
          <w:rtl/>
        </w:rPr>
        <w:t xml:space="preserve"> </w:t>
      </w:r>
      <w:r>
        <w:rPr>
          <w:rFonts w:hint="cs"/>
          <w:rtl/>
        </w:rPr>
        <w:t>الموت</w:t>
      </w:r>
      <w:r>
        <w:rPr>
          <w:rtl/>
        </w:rPr>
        <w:t xml:space="preserve"> </w:t>
      </w:r>
      <w:r>
        <w:rPr>
          <w:rFonts w:hint="cs"/>
          <w:rtl/>
        </w:rPr>
        <w:t>من</w:t>
      </w:r>
      <w:r>
        <w:rPr>
          <w:rtl/>
        </w:rPr>
        <w:t xml:space="preserve"> </w:t>
      </w:r>
      <w:r>
        <w:rPr>
          <w:rFonts w:hint="cs"/>
          <w:rtl/>
        </w:rPr>
        <w:t>كلّ</w:t>
      </w:r>
      <w:r>
        <w:rPr>
          <w:rtl/>
        </w:rPr>
        <w:t xml:space="preserve"> </w:t>
      </w:r>
      <w:r>
        <w:rPr>
          <w:rFonts w:hint="cs"/>
          <w:rtl/>
        </w:rPr>
        <w:t>مكان</w:t>
      </w:r>
    </w:p>
    <w:p w:rsidR="001F628F" w:rsidRDefault="001F628F" w:rsidP="006E22C2">
      <w:pPr>
        <w:pStyle w:val="libNormal"/>
        <w:rPr>
          <w:rtl/>
        </w:rPr>
      </w:pPr>
      <w:r>
        <w:rPr>
          <w:rtl/>
        </w:rPr>
        <w:t>4_جہنم ،جسمانى اور متعدد جہات كى حامل ہے_</w:t>
      </w:r>
      <w:r w:rsidRPr="006E22C2">
        <w:rPr>
          <w:rStyle w:val="libArabicChar"/>
          <w:rFonts w:hint="eastAsia"/>
          <w:rtl/>
        </w:rPr>
        <w:t>و</w:t>
      </w:r>
      <w:r w:rsidRPr="006E22C2">
        <w:rPr>
          <w:rStyle w:val="libArabicChar"/>
          <w:rtl/>
        </w:rPr>
        <w:t xml:space="preserve"> يا تي</w:t>
      </w:r>
      <w:r w:rsidR="00B2551F" w:rsidRPr="00B2551F">
        <w:rPr>
          <w:rStyle w:val="libArabicChar"/>
          <w:rFonts w:hint="cs"/>
          <w:rtl/>
        </w:rPr>
        <w:t>ه</w:t>
      </w:r>
      <w:r w:rsidRPr="006E22C2">
        <w:rPr>
          <w:rStyle w:val="libArabicChar"/>
          <w:rtl/>
        </w:rPr>
        <w:t xml:space="preserve"> </w:t>
      </w:r>
      <w:r w:rsidRPr="006E22C2">
        <w:rPr>
          <w:rStyle w:val="libArabicChar"/>
          <w:rFonts w:hint="cs"/>
          <w:rtl/>
        </w:rPr>
        <w:t>الموت</w:t>
      </w:r>
      <w:r w:rsidRPr="006E22C2">
        <w:rPr>
          <w:rStyle w:val="libArabicChar"/>
          <w:rtl/>
        </w:rPr>
        <w:t xml:space="preserve"> </w:t>
      </w:r>
      <w:r w:rsidRPr="006E22C2">
        <w:rPr>
          <w:rStyle w:val="libArabicChar"/>
          <w:rFonts w:hint="cs"/>
          <w:rtl/>
        </w:rPr>
        <w:t>من</w:t>
      </w:r>
      <w:r w:rsidRPr="006E22C2">
        <w:rPr>
          <w:rStyle w:val="libArabicChar"/>
          <w:rtl/>
        </w:rPr>
        <w:t xml:space="preserve"> </w:t>
      </w:r>
      <w:r w:rsidRPr="006E22C2">
        <w:rPr>
          <w:rStyle w:val="libArabicChar"/>
          <w:rFonts w:hint="cs"/>
          <w:rtl/>
        </w:rPr>
        <w:t>كل</w:t>
      </w:r>
      <w:r w:rsidRPr="006E22C2">
        <w:rPr>
          <w:rStyle w:val="libArabicChar"/>
          <w:rtl/>
        </w:rPr>
        <w:t>ّ مكان</w:t>
      </w:r>
    </w:p>
    <w:p w:rsidR="001F628F" w:rsidRDefault="001F628F" w:rsidP="001F628F">
      <w:pPr>
        <w:pStyle w:val="libNormal"/>
        <w:rPr>
          <w:rtl/>
        </w:rPr>
      </w:pPr>
      <w:r>
        <w:rPr>
          <w:rtl/>
        </w:rPr>
        <w:t>5_جہنم مي</w:t>
      </w:r>
      <w:r w:rsidR="00083993">
        <w:rPr>
          <w:rtl/>
        </w:rPr>
        <w:t xml:space="preserve">ں </w:t>
      </w:r>
      <w:r>
        <w:rPr>
          <w:rtl/>
        </w:rPr>
        <w:t>گرفتار جابر كفاركو انواع واقسام كے مہلك عذابو</w:t>
      </w:r>
      <w:r w:rsidR="00083993">
        <w:rPr>
          <w:rtl/>
        </w:rPr>
        <w:t xml:space="preserve">ں </w:t>
      </w:r>
      <w:r>
        <w:rPr>
          <w:rtl/>
        </w:rPr>
        <w:t>مي</w:t>
      </w:r>
      <w:r w:rsidR="00083993">
        <w:rPr>
          <w:rtl/>
        </w:rPr>
        <w:t xml:space="preserve">ں </w:t>
      </w:r>
      <w:r>
        <w:rPr>
          <w:rtl/>
        </w:rPr>
        <w:t>مبتلا ہونے كے باوجودكبھى بھى موت نہي</w:t>
      </w:r>
      <w:r w:rsidR="00083993">
        <w:rPr>
          <w:rtl/>
        </w:rPr>
        <w:t xml:space="preserve">ں </w:t>
      </w:r>
      <w:r>
        <w:rPr>
          <w:rtl/>
        </w:rPr>
        <w:t>ائے گى اور وہ عذاب سے نجات نہي</w:t>
      </w:r>
      <w:r w:rsidR="00083993">
        <w:rPr>
          <w:rtl/>
        </w:rPr>
        <w:t xml:space="preserve">ں </w:t>
      </w:r>
      <w:r>
        <w:rPr>
          <w:rtl/>
        </w:rPr>
        <w:t>پا سكي</w:t>
      </w:r>
      <w:r w:rsidR="00083993">
        <w:rPr>
          <w:rtl/>
        </w:rPr>
        <w:t xml:space="preserve">ں </w:t>
      </w:r>
      <w:r>
        <w:rPr>
          <w:rtl/>
        </w:rPr>
        <w:t>گے_</w:t>
      </w:r>
    </w:p>
    <w:p w:rsidR="00083993" w:rsidRDefault="00083993" w:rsidP="00083993">
      <w:pPr>
        <w:pStyle w:val="libArabic"/>
        <w:rPr>
          <w:rtl/>
        </w:rPr>
      </w:pPr>
      <w:r>
        <w:rPr>
          <w:rFonts w:hint="eastAsia"/>
          <w:rtl/>
        </w:rPr>
        <w:t>و</w:t>
      </w:r>
      <w:r>
        <w:rPr>
          <w:rtl/>
        </w:rPr>
        <w:t xml:space="preserve"> يا تي</w:t>
      </w:r>
      <w:r w:rsidR="00B2551F" w:rsidRPr="00B2551F">
        <w:rPr>
          <w:rFonts w:hint="cs"/>
          <w:rtl/>
        </w:rPr>
        <w:t>ه</w:t>
      </w:r>
      <w:r>
        <w:rPr>
          <w:rtl/>
        </w:rPr>
        <w:t xml:space="preserve"> </w:t>
      </w:r>
      <w:r>
        <w:rPr>
          <w:rFonts w:hint="cs"/>
          <w:rtl/>
        </w:rPr>
        <w:t>الموت</w:t>
      </w:r>
      <w:r>
        <w:rPr>
          <w:rtl/>
        </w:rPr>
        <w:t xml:space="preserve"> </w:t>
      </w:r>
      <w:r>
        <w:rPr>
          <w:rFonts w:hint="cs"/>
          <w:rtl/>
        </w:rPr>
        <w:t>من</w:t>
      </w:r>
      <w:r>
        <w:rPr>
          <w:rtl/>
        </w:rPr>
        <w:t xml:space="preserve"> </w:t>
      </w:r>
      <w:r>
        <w:rPr>
          <w:rFonts w:hint="cs"/>
          <w:rtl/>
        </w:rPr>
        <w:t>كلّ</w:t>
      </w:r>
      <w:r>
        <w:rPr>
          <w:rtl/>
        </w:rPr>
        <w:t xml:space="preserve"> </w:t>
      </w:r>
      <w:r>
        <w:rPr>
          <w:rFonts w:hint="cs"/>
          <w:rtl/>
        </w:rPr>
        <w:t>مكان</w:t>
      </w:r>
      <w:r>
        <w:rPr>
          <w:rtl/>
        </w:rPr>
        <w:t xml:space="preserve"> </w:t>
      </w:r>
      <w:r>
        <w:rPr>
          <w:rFonts w:hint="cs"/>
          <w:rtl/>
        </w:rPr>
        <w:t>وما</w:t>
      </w:r>
      <w:r w:rsidR="00B2551F" w:rsidRPr="00B2551F">
        <w:rPr>
          <w:rFonts w:hint="cs"/>
          <w:rtl/>
        </w:rPr>
        <w:t>ه</w:t>
      </w:r>
      <w:r>
        <w:rPr>
          <w:rFonts w:hint="cs"/>
          <w:rtl/>
        </w:rPr>
        <w:t>و</w:t>
      </w:r>
      <w:r>
        <w:rPr>
          <w:rtl/>
        </w:rPr>
        <w:t xml:space="preserve"> </w:t>
      </w:r>
      <w:r>
        <w:rPr>
          <w:rFonts w:hint="cs"/>
          <w:rtl/>
        </w:rPr>
        <w:t>بميت</w:t>
      </w:r>
    </w:p>
    <w:p w:rsidR="00083993" w:rsidRDefault="00083993" w:rsidP="00083993">
      <w:pPr>
        <w:pStyle w:val="libNormal"/>
        <w:rPr>
          <w:rtl/>
        </w:rPr>
      </w:pPr>
      <w:r>
        <w:rPr>
          <w:rtl/>
        </w:rPr>
        <w:t>6_اہل جہنم كبھى بھى موت سے دوچار نہيں ہو گے_</w:t>
      </w:r>
      <w:r w:rsidRPr="006E22C2">
        <w:rPr>
          <w:rStyle w:val="libArabicChar"/>
          <w:rFonts w:hint="eastAsia"/>
          <w:rtl/>
        </w:rPr>
        <w:t>و</w:t>
      </w:r>
      <w:r w:rsidRPr="006E22C2">
        <w:rPr>
          <w:rStyle w:val="libArabicChar"/>
          <w:rtl/>
        </w:rPr>
        <w:t xml:space="preserve"> يا تي</w:t>
      </w:r>
      <w:r w:rsidR="00B2551F" w:rsidRPr="00B2551F">
        <w:rPr>
          <w:rStyle w:val="libArabicChar"/>
          <w:rFonts w:hint="cs"/>
          <w:rtl/>
        </w:rPr>
        <w:t>ه</w:t>
      </w:r>
      <w:r w:rsidRPr="006E22C2">
        <w:rPr>
          <w:rStyle w:val="libArabicChar"/>
          <w:rtl/>
        </w:rPr>
        <w:t xml:space="preserve"> </w:t>
      </w:r>
      <w:r w:rsidRPr="006E22C2">
        <w:rPr>
          <w:rStyle w:val="libArabicChar"/>
          <w:rFonts w:hint="cs"/>
          <w:rtl/>
        </w:rPr>
        <w:t>الموت</w:t>
      </w:r>
      <w:r w:rsidRPr="006E22C2">
        <w:rPr>
          <w:rStyle w:val="libArabicChar"/>
          <w:rtl/>
        </w:rPr>
        <w:t xml:space="preserve"> </w:t>
      </w:r>
      <w:r w:rsidRPr="006E22C2">
        <w:rPr>
          <w:rStyle w:val="libArabicChar"/>
          <w:rFonts w:hint="cs"/>
          <w:rtl/>
        </w:rPr>
        <w:t>من</w:t>
      </w:r>
      <w:r w:rsidRPr="006E22C2">
        <w:rPr>
          <w:rStyle w:val="libArabicChar"/>
          <w:rtl/>
        </w:rPr>
        <w:t xml:space="preserve"> </w:t>
      </w:r>
      <w:r w:rsidRPr="006E22C2">
        <w:rPr>
          <w:rStyle w:val="libArabicChar"/>
          <w:rFonts w:hint="cs"/>
          <w:rtl/>
        </w:rPr>
        <w:t>كلّ</w:t>
      </w:r>
      <w:r w:rsidRPr="006E22C2">
        <w:rPr>
          <w:rStyle w:val="libArabicChar"/>
          <w:rtl/>
        </w:rPr>
        <w:t xml:space="preserve"> </w:t>
      </w:r>
      <w:r w:rsidRPr="006E22C2">
        <w:rPr>
          <w:rStyle w:val="libArabicChar"/>
          <w:rFonts w:hint="cs"/>
          <w:rtl/>
        </w:rPr>
        <w:t>مكان</w:t>
      </w:r>
      <w:r w:rsidRPr="006E22C2">
        <w:rPr>
          <w:rStyle w:val="libArabicChar"/>
          <w:rtl/>
        </w:rPr>
        <w:t xml:space="preserve"> </w:t>
      </w:r>
      <w:r w:rsidRPr="006E22C2">
        <w:rPr>
          <w:rStyle w:val="libArabicChar"/>
          <w:rFonts w:hint="cs"/>
          <w:rtl/>
        </w:rPr>
        <w:t>وما</w:t>
      </w:r>
      <w:r w:rsidR="00B2551F" w:rsidRPr="00B2551F">
        <w:rPr>
          <w:rStyle w:val="libArabicChar"/>
          <w:rFonts w:hint="cs"/>
          <w:rtl/>
        </w:rPr>
        <w:t>ه</w:t>
      </w:r>
      <w:r w:rsidRPr="006E22C2">
        <w:rPr>
          <w:rStyle w:val="libArabicChar"/>
          <w:rtl/>
        </w:rPr>
        <w:t>و بميت</w:t>
      </w:r>
    </w:p>
    <w:p w:rsidR="00083993" w:rsidRDefault="00083993" w:rsidP="001F628F">
      <w:pPr>
        <w:pStyle w:val="libNormal"/>
        <w:rPr>
          <w:rtl/>
        </w:rPr>
      </w:pPr>
    </w:p>
    <w:p w:rsidR="006E22C2"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اگر</w:t>
      </w:r>
      <w:r>
        <w:rPr>
          <w:rtl/>
        </w:rPr>
        <w:t xml:space="preserve"> چہ آيت مجيدہ جبار قسم كے كفار كى طرف ناظر ہے ليكن دوسرى ايات كے پيش نظر كہ جو عذاب جہنم كو ابدى قرار ديتى ہي</w:t>
      </w:r>
      <w:r w:rsidR="00083993">
        <w:rPr>
          <w:rtl/>
        </w:rPr>
        <w:t xml:space="preserve">ں </w:t>
      </w:r>
      <w:r>
        <w:rPr>
          <w:rtl/>
        </w:rPr>
        <w:t>،آيت كا حكم سب اہل جہنم كوشامل ہو سكتا ہے</w:t>
      </w:r>
    </w:p>
    <w:p w:rsidR="001F628F" w:rsidRDefault="001F628F" w:rsidP="00083993">
      <w:pPr>
        <w:pStyle w:val="libNormal"/>
        <w:rPr>
          <w:rtl/>
        </w:rPr>
      </w:pPr>
      <w:r>
        <w:rPr>
          <w:rtl/>
        </w:rPr>
        <w:t>7_جبار قسم كے كفار كے لئے جہنم مي</w:t>
      </w:r>
      <w:r w:rsidR="00083993">
        <w:rPr>
          <w:rtl/>
        </w:rPr>
        <w:t xml:space="preserve">ں </w:t>
      </w:r>
      <w:r>
        <w:rPr>
          <w:rtl/>
        </w:rPr>
        <w:t>جبراً غليظ پانى پينے اور مختلف قسم كے مہلك عذابو</w:t>
      </w:r>
      <w:r w:rsidR="00083993">
        <w:rPr>
          <w:rtl/>
        </w:rPr>
        <w:t xml:space="preserve">ں </w:t>
      </w:r>
      <w:r>
        <w:rPr>
          <w:rtl/>
        </w:rPr>
        <w:t>كے علاوہ ايك ناقابل تصور سخت ترين عذاب بھى موجود ہے_</w:t>
      </w:r>
      <w:r w:rsidRPr="00083993">
        <w:rPr>
          <w:rStyle w:val="libArabicChar"/>
          <w:rFonts w:hint="eastAsia"/>
          <w:rtl/>
        </w:rPr>
        <w:t>ومن</w:t>
      </w:r>
      <w:r w:rsidRPr="00083993">
        <w:rPr>
          <w:rStyle w:val="libArabicChar"/>
          <w:rtl/>
        </w:rPr>
        <w:t xml:space="preserve"> ورائ</w:t>
      </w:r>
      <w:r w:rsidR="00B2551F" w:rsidRPr="00B2551F">
        <w:rPr>
          <w:rStyle w:val="libArabicChar"/>
          <w:rFonts w:hint="cs"/>
          <w:rtl/>
        </w:rPr>
        <w:t>ه</w:t>
      </w:r>
      <w:r w:rsidRPr="00083993">
        <w:rPr>
          <w:rStyle w:val="libArabicChar"/>
          <w:rtl/>
        </w:rPr>
        <w:t xml:space="preserve"> </w:t>
      </w:r>
      <w:r w:rsidRPr="00083993">
        <w:rPr>
          <w:rStyle w:val="libArabicChar"/>
          <w:rFonts w:hint="cs"/>
          <w:rtl/>
        </w:rPr>
        <w:t>عذا</w:t>
      </w:r>
      <w:r w:rsidRPr="00083993">
        <w:rPr>
          <w:rStyle w:val="libArabicChar"/>
          <w:rtl/>
        </w:rPr>
        <w:t>ب غليظ</w:t>
      </w:r>
    </w:p>
    <w:p w:rsidR="001F628F" w:rsidRDefault="001F628F" w:rsidP="001F628F">
      <w:pPr>
        <w:pStyle w:val="libNormal"/>
        <w:rPr>
          <w:rtl/>
        </w:rPr>
      </w:pPr>
      <w:r>
        <w:rPr>
          <w:rFonts w:hint="eastAsia"/>
          <w:rtl/>
        </w:rPr>
        <w:t>احتمال</w:t>
      </w:r>
      <w:r>
        <w:rPr>
          <w:rtl/>
        </w:rPr>
        <w:t xml:space="preserve"> ہے كہ ''ورائہ '' كى ضمير كا مرجع ''عذاب'' ہو كہ جو گذشتہ عبارت سے ظاہر ہو تا ہے _ اس صورت مي</w:t>
      </w:r>
      <w:r w:rsidR="00083993">
        <w:rPr>
          <w:rtl/>
        </w:rPr>
        <w:t xml:space="preserve">ں </w:t>
      </w:r>
      <w:r>
        <w:rPr>
          <w:rtl/>
        </w:rPr>
        <w:t>مذكورہ عذابو</w:t>
      </w:r>
      <w:r w:rsidR="00083993">
        <w:rPr>
          <w:rtl/>
        </w:rPr>
        <w:t xml:space="preserve">ں </w:t>
      </w:r>
      <w:r>
        <w:rPr>
          <w:rtl/>
        </w:rPr>
        <w:t>كے سخت اور قابل فہم ہونے كى وجہ سے ''عذاب غليظ'' كو بہت ہى سخت اور ناقابل تصورہو نا چاہيے_</w:t>
      </w:r>
    </w:p>
    <w:p w:rsidR="001F628F" w:rsidRDefault="001F628F" w:rsidP="001F628F">
      <w:pPr>
        <w:pStyle w:val="libNormal"/>
        <w:rPr>
          <w:rtl/>
        </w:rPr>
      </w:pPr>
      <w:r>
        <w:rPr>
          <w:rtl/>
        </w:rPr>
        <w:t>8_جہنم كے عذاب انواع واقسام اور مراتب كے حامل ہي</w:t>
      </w:r>
      <w:r w:rsidR="00083993">
        <w:rPr>
          <w:rtl/>
        </w:rPr>
        <w:t xml:space="preserve">ں </w:t>
      </w:r>
      <w:r>
        <w:rPr>
          <w:rtl/>
        </w:rPr>
        <w:t>_</w:t>
      </w:r>
    </w:p>
    <w:p w:rsidR="001F628F" w:rsidRDefault="001F628F" w:rsidP="00083993">
      <w:pPr>
        <w:pStyle w:val="libArabic"/>
        <w:rPr>
          <w:rtl/>
        </w:rPr>
      </w:pPr>
      <w:r>
        <w:rPr>
          <w:rFonts w:hint="eastAsia"/>
          <w:rtl/>
        </w:rPr>
        <w:t>يسقى</w:t>
      </w:r>
      <w:r>
        <w:rPr>
          <w:rtl/>
        </w:rPr>
        <w:t xml:space="preserve"> من ماء صديد ...يا تي</w:t>
      </w:r>
      <w:r w:rsidR="00B2551F" w:rsidRPr="00B2551F">
        <w:rPr>
          <w:rFonts w:hint="cs"/>
          <w:rtl/>
        </w:rPr>
        <w:t>ه</w:t>
      </w:r>
      <w:r>
        <w:rPr>
          <w:rtl/>
        </w:rPr>
        <w:t xml:space="preserve"> </w:t>
      </w:r>
      <w:r>
        <w:rPr>
          <w:rFonts w:hint="cs"/>
          <w:rtl/>
        </w:rPr>
        <w:t>الموت</w:t>
      </w:r>
      <w:r>
        <w:rPr>
          <w:rtl/>
        </w:rPr>
        <w:t xml:space="preserve"> </w:t>
      </w:r>
      <w:r>
        <w:rPr>
          <w:rFonts w:hint="cs"/>
          <w:rtl/>
        </w:rPr>
        <w:t>من</w:t>
      </w:r>
      <w:r>
        <w:rPr>
          <w:rtl/>
        </w:rPr>
        <w:t xml:space="preserve"> </w:t>
      </w:r>
      <w:r>
        <w:rPr>
          <w:rFonts w:hint="cs"/>
          <w:rtl/>
        </w:rPr>
        <w:t>كلّ</w:t>
      </w:r>
      <w:r>
        <w:rPr>
          <w:rtl/>
        </w:rPr>
        <w:t xml:space="preserve"> </w:t>
      </w:r>
      <w:r>
        <w:rPr>
          <w:rFonts w:hint="cs"/>
          <w:rtl/>
        </w:rPr>
        <w:t>مكان</w:t>
      </w:r>
      <w:r>
        <w:rPr>
          <w:rtl/>
        </w:rPr>
        <w:t xml:space="preserve"> ... </w:t>
      </w:r>
      <w:r>
        <w:rPr>
          <w:rFonts w:hint="cs"/>
          <w:rtl/>
        </w:rPr>
        <w:t>ومن</w:t>
      </w:r>
      <w:r>
        <w:rPr>
          <w:rtl/>
        </w:rPr>
        <w:t xml:space="preserve"> </w:t>
      </w:r>
      <w:r>
        <w:rPr>
          <w:rFonts w:hint="cs"/>
          <w:rtl/>
        </w:rPr>
        <w:t>ورائ</w:t>
      </w:r>
      <w:r w:rsidR="00B2551F" w:rsidRPr="00B2551F">
        <w:rPr>
          <w:rFonts w:hint="cs"/>
          <w:rtl/>
        </w:rPr>
        <w:t>ه</w:t>
      </w:r>
      <w:r>
        <w:rPr>
          <w:rtl/>
        </w:rPr>
        <w:t xml:space="preserve"> </w:t>
      </w:r>
      <w:r>
        <w:rPr>
          <w:rFonts w:hint="cs"/>
          <w:rtl/>
        </w:rPr>
        <w:t>عذاب</w:t>
      </w:r>
      <w:r>
        <w:rPr>
          <w:rtl/>
        </w:rPr>
        <w:t xml:space="preserve"> غليظ</w:t>
      </w:r>
    </w:p>
    <w:p w:rsidR="001F628F" w:rsidRDefault="001F628F" w:rsidP="001F628F">
      <w:pPr>
        <w:pStyle w:val="libNormal"/>
        <w:rPr>
          <w:rtl/>
        </w:rPr>
      </w:pPr>
      <w:r>
        <w:rPr>
          <w:rtl/>
        </w:rPr>
        <w:t>9_جبار قسم كے كفار دنيا واخرت مي</w:t>
      </w:r>
      <w:r w:rsidR="00083993">
        <w:rPr>
          <w:rtl/>
        </w:rPr>
        <w:t xml:space="preserve">ں </w:t>
      </w:r>
      <w:r>
        <w:rPr>
          <w:rtl/>
        </w:rPr>
        <w:t>برے انجام سے دوچار ہونے والے لوگ ہي</w:t>
      </w:r>
      <w:r w:rsidR="00083993">
        <w:rPr>
          <w:rtl/>
        </w:rPr>
        <w:t xml:space="preserve">ں </w:t>
      </w:r>
      <w:r>
        <w:rPr>
          <w:rtl/>
        </w:rPr>
        <w:t>_</w:t>
      </w:r>
    </w:p>
    <w:p w:rsidR="001F628F" w:rsidRDefault="001F628F" w:rsidP="00083993">
      <w:pPr>
        <w:pStyle w:val="libArabic"/>
        <w:rPr>
          <w:rtl/>
        </w:rPr>
      </w:pPr>
      <w:r>
        <w:rPr>
          <w:rFonts w:hint="eastAsia"/>
          <w:rtl/>
        </w:rPr>
        <w:t>وخاب</w:t>
      </w:r>
      <w:r>
        <w:rPr>
          <w:rtl/>
        </w:rPr>
        <w:t xml:space="preserve"> كل جبار عنيد من ورائ</w:t>
      </w:r>
      <w:r w:rsidR="00B2551F" w:rsidRPr="00B2551F">
        <w:rPr>
          <w:rFonts w:hint="cs"/>
          <w:rtl/>
        </w:rPr>
        <w:t>ه</w:t>
      </w:r>
      <w:r>
        <w:rPr>
          <w:rtl/>
        </w:rPr>
        <w:t xml:space="preserve"> </w:t>
      </w:r>
      <w:r>
        <w:rPr>
          <w:rFonts w:hint="cs"/>
          <w:rtl/>
        </w:rPr>
        <w:t>ج</w:t>
      </w:r>
      <w:r w:rsidR="00B2551F" w:rsidRPr="00B2551F">
        <w:rPr>
          <w:rFonts w:hint="cs"/>
          <w:rtl/>
        </w:rPr>
        <w:t>ه</w:t>
      </w:r>
      <w:r>
        <w:rPr>
          <w:rFonts w:hint="cs"/>
          <w:rtl/>
        </w:rPr>
        <w:t>نم</w:t>
      </w:r>
      <w:r>
        <w:rPr>
          <w:rtl/>
        </w:rPr>
        <w:t xml:space="preserve"> </w:t>
      </w:r>
      <w:r>
        <w:rPr>
          <w:rFonts w:hint="cs"/>
          <w:rtl/>
        </w:rPr>
        <w:t>و</w:t>
      </w:r>
      <w:r>
        <w:rPr>
          <w:rtl/>
        </w:rPr>
        <w:t xml:space="preserve"> </w:t>
      </w:r>
      <w:r>
        <w:rPr>
          <w:rFonts w:hint="cs"/>
          <w:rtl/>
        </w:rPr>
        <w:t>يسقى</w:t>
      </w:r>
      <w:r>
        <w:rPr>
          <w:rtl/>
        </w:rPr>
        <w:t xml:space="preserve"> </w:t>
      </w:r>
      <w:r>
        <w:rPr>
          <w:rFonts w:hint="cs"/>
          <w:rtl/>
        </w:rPr>
        <w:t>من</w:t>
      </w:r>
      <w:r>
        <w:rPr>
          <w:rtl/>
        </w:rPr>
        <w:t xml:space="preserve"> </w:t>
      </w:r>
      <w:r>
        <w:rPr>
          <w:rFonts w:hint="cs"/>
          <w:rtl/>
        </w:rPr>
        <w:t>ماء</w:t>
      </w:r>
      <w:r>
        <w:rPr>
          <w:rtl/>
        </w:rPr>
        <w:t xml:space="preserve"> </w:t>
      </w:r>
      <w:r>
        <w:rPr>
          <w:rFonts w:hint="cs"/>
          <w:rtl/>
        </w:rPr>
        <w:t>صديد</w:t>
      </w:r>
      <w:r>
        <w:rPr>
          <w:rtl/>
        </w:rPr>
        <w:t>___</w:t>
      </w:r>
      <w:r>
        <w:rPr>
          <w:rFonts w:hint="cs"/>
          <w:rtl/>
        </w:rPr>
        <w:t>من</w:t>
      </w:r>
      <w:r>
        <w:rPr>
          <w:rtl/>
        </w:rPr>
        <w:t xml:space="preserve"> </w:t>
      </w:r>
      <w:r>
        <w:rPr>
          <w:rFonts w:hint="cs"/>
          <w:rtl/>
        </w:rPr>
        <w:t>ورائ</w:t>
      </w:r>
      <w:r w:rsidR="00B2551F" w:rsidRPr="00B2551F">
        <w:rPr>
          <w:rFonts w:hint="cs"/>
          <w:rtl/>
        </w:rPr>
        <w:t>ه</w:t>
      </w:r>
      <w:r>
        <w:rPr>
          <w:rtl/>
        </w:rPr>
        <w:t xml:space="preserve"> </w:t>
      </w:r>
      <w:r>
        <w:rPr>
          <w:rFonts w:hint="cs"/>
          <w:rtl/>
        </w:rPr>
        <w:t>عذاب</w:t>
      </w:r>
      <w:r>
        <w:rPr>
          <w:rtl/>
        </w:rPr>
        <w:t xml:space="preserve"> غليظ</w:t>
      </w:r>
    </w:p>
    <w:p w:rsidR="001F628F" w:rsidRDefault="001F628F" w:rsidP="001F628F">
      <w:pPr>
        <w:pStyle w:val="libNormal"/>
        <w:rPr>
          <w:rtl/>
        </w:rPr>
      </w:pPr>
      <w:r>
        <w:rPr>
          <w:rtl/>
        </w:rPr>
        <w:t>9_</w:t>
      </w:r>
      <w:r w:rsidRPr="00083993">
        <w:rPr>
          <w:rStyle w:val="libArabicChar"/>
          <w:rtl/>
        </w:rPr>
        <w:t>''عن النبي</w:t>
      </w:r>
      <w:r w:rsidR="00367F17" w:rsidRPr="00367F17">
        <w:rPr>
          <w:rStyle w:val="libAlaemChar"/>
          <w:rtl/>
        </w:rPr>
        <w:t xml:space="preserve"> عليه‌السلام </w:t>
      </w:r>
      <w:r w:rsidRPr="00083993">
        <w:rPr>
          <w:rStyle w:val="libArabicChar"/>
          <w:rtl/>
        </w:rPr>
        <w:t>فى قول</w:t>
      </w:r>
      <w:r w:rsidR="00B2551F" w:rsidRPr="00B2551F">
        <w:rPr>
          <w:rStyle w:val="libArabicChar"/>
          <w:rFonts w:hint="cs"/>
          <w:rtl/>
        </w:rPr>
        <w:t>ه</w:t>
      </w:r>
      <w:r w:rsidRPr="00083993">
        <w:rPr>
          <w:rStyle w:val="libArabicChar"/>
          <w:rtl/>
        </w:rPr>
        <w:t>:''</w:t>
      </w:r>
      <w:r w:rsidRPr="00083993">
        <w:rPr>
          <w:rStyle w:val="libArabicChar"/>
          <w:rFonts w:hint="cs"/>
          <w:rtl/>
        </w:rPr>
        <w:t>و</w:t>
      </w:r>
      <w:r w:rsidRPr="00083993">
        <w:rPr>
          <w:rStyle w:val="libArabicChar"/>
          <w:rtl/>
        </w:rPr>
        <w:t xml:space="preserve"> </w:t>
      </w:r>
      <w:r w:rsidRPr="00083993">
        <w:rPr>
          <w:rStyle w:val="libArabicChar"/>
          <w:rFonts w:hint="cs"/>
          <w:rtl/>
        </w:rPr>
        <w:t>يسقى</w:t>
      </w:r>
      <w:r w:rsidRPr="00083993">
        <w:rPr>
          <w:rStyle w:val="libArabicChar"/>
          <w:rtl/>
        </w:rPr>
        <w:t xml:space="preserve"> </w:t>
      </w:r>
      <w:r w:rsidRPr="00083993">
        <w:rPr>
          <w:rStyle w:val="libArabicChar"/>
          <w:rFonts w:hint="cs"/>
          <w:rtl/>
        </w:rPr>
        <w:t>من</w:t>
      </w:r>
      <w:r w:rsidRPr="00083993">
        <w:rPr>
          <w:rStyle w:val="libArabicChar"/>
          <w:rtl/>
        </w:rPr>
        <w:t xml:space="preserve"> </w:t>
      </w:r>
      <w:r w:rsidRPr="00083993">
        <w:rPr>
          <w:rStyle w:val="libArabicChar"/>
          <w:rFonts w:hint="cs"/>
          <w:rtl/>
        </w:rPr>
        <w:t>ماء</w:t>
      </w:r>
      <w:r w:rsidRPr="00083993">
        <w:rPr>
          <w:rStyle w:val="libArabicChar"/>
          <w:rtl/>
        </w:rPr>
        <w:t xml:space="preserve"> </w:t>
      </w:r>
      <w:r w:rsidRPr="00083993">
        <w:rPr>
          <w:rStyle w:val="libArabicChar"/>
          <w:rFonts w:hint="cs"/>
          <w:rtl/>
        </w:rPr>
        <w:t>صديد</w:t>
      </w:r>
      <w:r w:rsidRPr="00083993">
        <w:rPr>
          <w:rStyle w:val="libArabicChar"/>
          <w:rtl/>
        </w:rPr>
        <w:t>''</w:t>
      </w:r>
      <w:r w:rsidRPr="00083993">
        <w:rPr>
          <w:rStyle w:val="libArabicChar"/>
          <w:rFonts w:hint="cs"/>
          <w:rtl/>
        </w:rPr>
        <w:t>يقرّب</w:t>
      </w:r>
      <w:r w:rsidRPr="00083993">
        <w:rPr>
          <w:rStyle w:val="libArabicChar"/>
          <w:rtl/>
        </w:rPr>
        <w:t xml:space="preserve"> </w:t>
      </w:r>
      <w:r w:rsidRPr="00083993">
        <w:rPr>
          <w:rStyle w:val="libArabicChar"/>
          <w:rFonts w:hint="cs"/>
          <w:rtl/>
        </w:rPr>
        <w:t>الي</w:t>
      </w:r>
      <w:r w:rsidR="00B2551F" w:rsidRPr="00B2551F">
        <w:rPr>
          <w:rStyle w:val="libArabicChar"/>
          <w:rFonts w:hint="cs"/>
          <w:rtl/>
        </w:rPr>
        <w:t>ه</w:t>
      </w:r>
      <w:r w:rsidRPr="00083993">
        <w:rPr>
          <w:rStyle w:val="libArabicChar"/>
          <w:rtl/>
        </w:rPr>
        <w:t xml:space="preserve"> </w:t>
      </w:r>
      <w:r w:rsidRPr="00083993">
        <w:rPr>
          <w:rStyle w:val="libArabicChar"/>
          <w:rFonts w:hint="cs"/>
          <w:rtl/>
        </w:rPr>
        <w:t>فيكر</w:t>
      </w:r>
      <w:r w:rsidR="00B2551F" w:rsidRPr="00B2551F">
        <w:rPr>
          <w:rStyle w:val="libArabicChar"/>
          <w:rFonts w:hint="cs"/>
          <w:rtl/>
        </w:rPr>
        <w:t>هه</w:t>
      </w:r>
      <w:r w:rsidRPr="00083993">
        <w:rPr>
          <w:rStyle w:val="libArabicChar"/>
          <w:rtl/>
        </w:rPr>
        <w:t xml:space="preserve"> </w:t>
      </w:r>
      <w:r w:rsidRPr="00083993">
        <w:rPr>
          <w:rStyle w:val="libArabicChar"/>
          <w:rFonts w:hint="cs"/>
          <w:rtl/>
        </w:rPr>
        <w:t>فاذا</w:t>
      </w:r>
      <w:r w:rsidRPr="00083993">
        <w:rPr>
          <w:rStyle w:val="libArabicChar"/>
          <w:rtl/>
        </w:rPr>
        <w:t xml:space="preserve"> </w:t>
      </w:r>
      <w:r w:rsidRPr="00083993">
        <w:rPr>
          <w:rStyle w:val="libArabicChar"/>
          <w:rFonts w:hint="cs"/>
          <w:rtl/>
        </w:rPr>
        <w:t>ا</w:t>
      </w:r>
      <w:r w:rsidRPr="00083993">
        <w:rPr>
          <w:rStyle w:val="libArabicChar"/>
          <w:rtl/>
        </w:rPr>
        <w:t xml:space="preserve"> </w:t>
      </w:r>
      <w:r w:rsidRPr="00083993">
        <w:rPr>
          <w:rStyle w:val="libArabicChar"/>
          <w:rFonts w:hint="cs"/>
          <w:rtl/>
        </w:rPr>
        <w:t>دنى</w:t>
      </w:r>
      <w:r w:rsidRPr="00083993">
        <w:rPr>
          <w:rStyle w:val="libArabicChar"/>
          <w:rtl/>
        </w:rPr>
        <w:t xml:space="preserve"> </w:t>
      </w:r>
      <w:r w:rsidRPr="00083993">
        <w:rPr>
          <w:rStyle w:val="libArabicChar"/>
          <w:rFonts w:hint="cs"/>
          <w:rtl/>
        </w:rPr>
        <w:t>من</w:t>
      </w:r>
      <w:r w:rsidR="00B2551F" w:rsidRPr="00B2551F">
        <w:rPr>
          <w:rStyle w:val="libArabicChar"/>
          <w:rFonts w:hint="cs"/>
          <w:rtl/>
        </w:rPr>
        <w:t>ه</w:t>
      </w:r>
      <w:r w:rsidRPr="00083993">
        <w:rPr>
          <w:rStyle w:val="libArabicChar"/>
          <w:rtl/>
        </w:rPr>
        <w:t xml:space="preserve"> </w:t>
      </w:r>
      <w:r w:rsidRPr="00083993">
        <w:rPr>
          <w:rStyle w:val="libArabicChar"/>
          <w:rFonts w:hint="cs"/>
          <w:rtl/>
        </w:rPr>
        <w:t>شوى</w:t>
      </w:r>
      <w:r w:rsidRPr="00083993">
        <w:rPr>
          <w:rStyle w:val="libArabicChar"/>
          <w:rtl/>
        </w:rPr>
        <w:t xml:space="preserve"> </w:t>
      </w:r>
      <w:r w:rsidRPr="00083993">
        <w:rPr>
          <w:rStyle w:val="libArabicChar"/>
          <w:rFonts w:hint="cs"/>
          <w:rtl/>
        </w:rPr>
        <w:t>وج</w:t>
      </w:r>
      <w:r w:rsidR="00B2551F" w:rsidRPr="00B2551F">
        <w:rPr>
          <w:rStyle w:val="libArabicChar"/>
          <w:rFonts w:hint="cs"/>
          <w:rtl/>
        </w:rPr>
        <w:t>هه</w:t>
      </w:r>
      <w:r w:rsidRPr="00083993">
        <w:rPr>
          <w:rStyle w:val="libArabicChar"/>
          <w:rtl/>
        </w:rPr>
        <w:t xml:space="preserve"> </w:t>
      </w:r>
      <w:r w:rsidRPr="00083993">
        <w:rPr>
          <w:rStyle w:val="libArabicChar"/>
          <w:rFonts w:hint="cs"/>
          <w:rtl/>
        </w:rPr>
        <w:t>و</w:t>
      </w:r>
      <w:r w:rsidRPr="00083993">
        <w:rPr>
          <w:rStyle w:val="libArabicChar"/>
          <w:rtl/>
        </w:rPr>
        <w:t xml:space="preserve"> </w:t>
      </w:r>
      <w:r w:rsidRPr="00083993">
        <w:rPr>
          <w:rStyle w:val="libArabicChar"/>
          <w:rFonts w:hint="cs"/>
          <w:rtl/>
        </w:rPr>
        <w:t>وقعت</w:t>
      </w:r>
      <w:r w:rsidRPr="00083993">
        <w:rPr>
          <w:rStyle w:val="libArabicChar"/>
          <w:rtl/>
        </w:rPr>
        <w:t xml:space="preserve"> </w:t>
      </w:r>
      <w:r w:rsidRPr="00083993">
        <w:rPr>
          <w:rStyle w:val="libArabicChar"/>
          <w:rFonts w:hint="cs"/>
          <w:rtl/>
        </w:rPr>
        <w:t>فروة</w:t>
      </w:r>
      <w:r w:rsidRPr="00083993">
        <w:rPr>
          <w:rStyle w:val="libArabicChar"/>
          <w:rtl/>
        </w:rPr>
        <w:t xml:space="preserve"> </w:t>
      </w:r>
      <w:r w:rsidRPr="00083993">
        <w:rPr>
          <w:rStyle w:val="libArabicChar"/>
          <w:rFonts w:hint="cs"/>
          <w:rtl/>
        </w:rPr>
        <w:t>را</w:t>
      </w:r>
      <w:r w:rsidRPr="00083993">
        <w:rPr>
          <w:rStyle w:val="libArabicChar"/>
          <w:rtl/>
        </w:rPr>
        <w:t xml:space="preserve"> </w:t>
      </w:r>
      <w:r w:rsidRPr="00083993">
        <w:rPr>
          <w:rStyle w:val="libArabicChar"/>
          <w:rFonts w:hint="cs"/>
          <w:rtl/>
        </w:rPr>
        <w:t>س</w:t>
      </w:r>
      <w:r w:rsidR="00B2551F" w:rsidRPr="00B2551F">
        <w:rPr>
          <w:rStyle w:val="libArabicChar"/>
          <w:rFonts w:hint="cs"/>
          <w:rtl/>
        </w:rPr>
        <w:t>ه</w:t>
      </w:r>
      <w:r w:rsidRPr="00083993">
        <w:rPr>
          <w:rStyle w:val="libArabicChar"/>
          <w:rtl/>
        </w:rPr>
        <w:t xml:space="preserve"> </w:t>
      </w:r>
      <w:r w:rsidRPr="00083993">
        <w:rPr>
          <w:rStyle w:val="libArabicChar"/>
          <w:rFonts w:hint="cs"/>
          <w:rtl/>
        </w:rPr>
        <w:t>فاذا</w:t>
      </w:r>
      <w:r w:rsidRPr="00083993">
        <w:rPr>
          <w:rStyle w:val="libArabicChar"/>
          <w:rtl/>
        </w:rPr>
        <w:t xml:space="preserve"> </w:t>
      </w:r>
      <w:r w:rsidRPr="00083993">
        <w:rPr>
          <w:rStyle w:val="libArabicChar"/>
          <w:rFonts w:hint="cs"/>
          <w:rtl/>
        </w:rPr>
        <w:t>شرب</w:t>
      </w:r>
      <w:r w:rsidRPr="00083993">
        <w:rPr>
          <w:rStyle w:val="libArabicChar"/>
          <w:rtl/>
        </w:rPr>
        <w:t xml:space="preserve"> </w:t>
      </w:r>
      <w:r w:rsidRPr="00083993">
        <w:rPr>
          <w:rStyle w:val="libArabicChar"/>
          <w:rFonts w:hint="cs"/>
          <w:rtl/>
        </w:rPr>
        <w:t>قطع</w:t>
      </w:r>
      <w:r w:rsidRPr="00083993">
        <w:rPr>
          <w:rStyle w:val="libArabicChar"/>
          <w:rtl/>
        </w:rPr>
        <w:t xml:space="preserve"> </w:t>
      </w:r>
      <w:r w:rsidRPr="00083993">
        <w:rPr>
          <w:rStyle w:val="libArabicChar"/>
          <w:rFonts w:hint="cs"/>
          <w:rtl/>
        </w:rPr>
        <w:t>ا</w:t>
      </w:r>
      <w:r w:rsidRPr="00083993">
        <w:rPr>
          <w:rStyle w:val="libArabicChar"/>
          <w:rtl/>
        </w:rPr>
        <w:t xml:space="preserve"> </w:t>
      </w:r>
      <w:r w:rsidRPr="00083993">
        <w:rPr>
          <w:rStyle w:val="libArabicChar"/>
          <w:rFonts w:hint="cs"/>
          <w:rtl/>
        </w:rPr>
        <w:t>معاو</w:t>
      </w:r>
      <w:r w:rsidRPr="00083993">
        <w:rPr>
          <w:rStyle w:val="libArabicChar"/>
          <w:rtl/>
        </w:rPr>
        <w:t xml:space="preserve"> </w:t>
      </w:r>
      <w:r w:rsidR="00B2551F" w:rsidRPr="00B2551F">
        <w:rPr>
          <w:rStyle w:val="libArabicChar"/>
          <w:rFonts w:hint="cs"/>
          <w:rtl/>
        </w:rPr>
        <w:t>ه</w:t>
      </w:r>
      <w:r w:rsidRPr="00083993">
        <w:rPr>
          <w:rStyle w:val="libArabicChar"/>
          <w:rtl/>
        </w:rPr>
        <w:t xml:space="preserve"> </w:t>
      </w:r>
      <w:r w:rsidRPr="00083993">
        <w:rPr>
          <w:rStyle w:val="libArabicChar"/>
          <w:rFonts w:hint="cs"/>
          <w:rtl/>
        </w:rPr>
        <w:t>حتى</w:t>
      </w:r>
      <w:r w:rsidRPr="00083993">
        <w:rPr>
          <w:rStyle w:val="libArabicChar"/>
          <w:rtl/>
        </w:rPr>
        <w:t xml:space="preserve"> </w:t>
      </w:r>
      <w:r w:rsidRPr="00083993">
        <w:rPr>
          <w:rStyle w:val="libArabicChar"/>
          <w:rFonts w:hint="cs"/>
          <w:rtl/>
        </w:rPr>
        <w:t>يخرج</w:t>
      </w:r>
      <w:r w:rsidRPr="00083993">
        <w:rPr>
          <w:rStyle w:val="libArabicChar"/>
          <w:rtl/>
        </w:rPr>
        <w:t xml:space="preserve"> </w:t>
      </w:r>
      <w:r w:rsidRPr="00083993">
        <w:rPr>
          <w:rStyle w:val="libArabicChar"/>
          <w:rFonts w:hint="cs"/>
          <w:rtl/>
        </w:rPr>
        <w:t>من</w:t>
      </w:r>
      <w:r w:rsidRPr="00083993">
        <w:rPr>
          <w:rStyle w:val="libArabicChar"/>
          <w:rtl/>
        </w:rPr>
        <w:t xml:space="preserve"> </w:t>
      </w:r>
      <w:r w:rsidRPr="00083993">
        <w:rPr>
          <w:rStyle w:val="libArabicChar"/>
          <w:rFonts w:hint="cs"/>
          <w:rtl/>
        </w:rPr>
        <w:t>دبر</w:t>
      </w:r>
      <w:r w:rsidR="00B2551F" w:rsidRPr="00B2551F">
        <w:rPr>
          <w:rStyle w:val="libArabicChar"/>
          <w:rFonts w:hint="cs"/>
          <w:rtl/>
        </w:rPr>
        <w:t>ه</w:t>
      </w:r>
      <w:r w:rsidRPr="00083993">
        <w:rPr>
          <w:rStyle w:val="libArabicChar"/>
          <w:rtl/>
        </w:rPr>
        <w:t>;</w:t>
      </w:r>
      <w:r>
        <w:rPr>
          <w:rtl/>
        </w:rPr>
        <w:t xml:space="preserve"> </w:t>
      </w:r>
      <w:r w:rsidRPr="00083993">
        <w:rPr>
          <w:rStyle w:val="libFootnotenumChar"/>
          <w:rtl/>
        </w:rPr>
        <w:t>(1)</w:t>
      </w:r>
      <w:r>
        <w:rPr>
          <w:rtl/>
        </w:rPr>
        <w:t xml:space="preserve">رسول خدا </w:t>
      </w:r>
      <w:r w:rsidR="00F031CD" w:rsidRPr="00F031CD">
        <w:rPr>
          <w:rStyle w:val="libAlaemChar"/>
          <w:rtl/>
        </w:rPr>
        <w:t xml:space="preserve"> صلى‌الله‌عليه‌وآله‌وسلم </w:t>
      </w:r>
      <w:r>
        <w:rPr>
          <w:rtl/>
        </w:rPr>
        <w:t xml:space="preserve"> سے خداوند متعال كے </w:t>
      </w:r>
      <w:r w:rsidRPr="00083993">
        <w:rPr>
          <w:rStyle w:val="libArabicChar"/>
          <w:rtl/>
        </w:rPr>
        <w:t>فرمان''و يسقى من ماء صديد''</w:t>
      </w:r>
      <w:r>
        <w:rPr>
          <w:rtl/>
        </w:rPr>
        <w:t>كے بارے مي</w:t>
      </w:r>
      <w:r w:rsidR="00083993">
        <w:rPr>
          <w:rtl/>
        </w:rPr>
        <w:t xml:space="preserve">ں </w:t>
      </w:r>
      <w:r>
        <w:rPr>
          <w:rtl/>
        </w:rPr>
        <w:t xml:space="preserve">منقول ہے كہ اپ </w:t>
      </w:r>
      <w:r w:rsidR="00F031CD" w:rsidRPr="00F031CD">
        <w:rPr>
          <w:rStyle w:val="libAlaemChar"/>
          <w:rtl/>
        </w:rPr>
        <w:t xml:space="preserve"> صلى‌الله‌عليه‌وآله‌وسلم </w:t>
      </w:r>
      <w:r>
        <w:rPr>
          <w:rtl/>
        </w:rPr>
        <w:t xml:space="preserve"> نے فرمايا:''ماء صد</w:t>
      </w:r>
      <w:r>
        <w:rPr>
          <w:rFonts w:hint="eastAsia"/>
          <w:rtl/>
        </w:rPr>
        <w:t>يد</w:t>
      </w:r>
      <w:r>
        <w:rPr>
          <w:rtl/>
        </w:rPr>
        <w:t>'' ايك ايسا مشروب ہے كہ جب جہنمى اس كے قريب جائے گا تو سخت پريشان ہوگا پس جب وہ اور قريب جائے گا تو اس كا چہرہ جل جائيگاہے اور اس كے سر سے كھال اتر جائے گا اور جب وہ اسے پئے گا تو اس كا معدہ اور انتي</w:t>
      </w:r>
      <w:r w:rsidR="00083993">
        <w:rPr>
          <w:rtl/>
        </w:rPr>
        <w:t xml:space="preserve">ں </w:t>
      </w:r>
      <w:r>
        <w:rPr>
          <w:rtl/>
        </w:rPr>
        <w:t>خراب ہو كر اس كے مقعد سے نكلنے لگي</w:t>
      </w:r>
      <w:r w:rsidR="00083993">
        <w:rPr>
          <w:rtl/>
        </w:rPr>
        <w:t xml:space="preserve">ں </w:t>
      </w:r>
      <w:r>
        <w:rPr>
          <w:rtl/>
        </w:rPr>
        <w:t>گي_</w:t>
      </w:r>
    </w:p>
    <w:p w:rsidR="001F628F" w:rsidRDefault="001F628F" w:rsidP="00083993">
      <w:pPr>
        <w:pStyle w:val="libNormal"/>
        <w:rPr>
          <w:rtl/>
        </w:rPr>
      </w:pPr>
      <w:r>
        <w:rPr>
          <w:rFonts w:hint="eastAsia"/>
          <w:rtl/>
        </w:rPr>
        <w:t>جہنم</w:t>
      </w:r>
      <w:r>
        <w:rPr>
          <w:rtl/>
        </w:rPr>
        <w:t xml:space="preserve"> :</w:t>
      </w:r>
      <w:r>
        <w:rPr>
          <w:rFonts w:hint="eastAsia"/>
          <w:rtl/>
        </w:rPr>
        <w:t>جہنم</w:t>
      </w:r>
      <w:r>
        <w:rPr>
          <w:rtl/>
        </w:rPr>
        <w:t xml:space="preserve"> كے مشروبات1،2،7،10;جہنم كے عذابو</w:t>
      </w:r>
      <w:r w:rsidR="00083993">
        <w:rPr>
          <w:rtl/>
        </w:rPr>
        <w:t xml:space="preserve">ں </w:t>
      </w:r>
      <w:r>
        <w:rPr>
          <w:rtl/>
        </w:rPr>
        <w:t>كى اقسام 7;جہنم مي</w:t>
      </w:r>
      <w:r w:rsidR="00083993">
        <w:rPr>
          <w:rtl/>
        </w:rPr>
        <w:t xml:space="preserve">ں </w:t>
      </w:r>
      <w:r>
        <w:rPr>
          <w:rtl/>
        </w:rPr>
        <w:t>عذاب كا دوام5;جہنم كے عذابو</w:t>
      </w:r>
      <w:r w:rsidR="00083993">
        <w:rPr>
          <w:rtl/>
        </w:rPr>
        <w:t xml:space="preserve">ں </w:t>
      </w:r>
      <w:r>
        <w:rPr>
          <w:rtl/>
        </w:rPr>
        <w:t>مي</w:t>
      </w:r>
      <w:r w:rsidR="00083993">
        <w:rPr>
          <w:rtl/>
        </w:rPr>
        <w:t xml:space="preserve">ں </w:t>
      </w:r>
      <w:r>
        <w:rPr>
          <w:rtl/>
        </w:rPr>
        <w:t>تنوع8;جہنم مي</w:t>
      </w:r>
      <w:r w:rsidR="00083993">
        <w:rPr>
          <w:rtl/>
        </w:rPr>
        <w:t xml:space="preserve">ں </w:t>
      </w:r>
      <w:r>
        <w:rPr>
          <w:rtl/>
        </w:rPr>
        <w:t>ہميشہ رہنے والے 5;جہنم كا جسمانى ہونا 4;جہنم كا غليظ پانى 1، 2، 7 ، 10;جہنم كے عذاب كى شدت7;جہنم كى صفات 4 ; جہنم كے عذاب كے مراتب8</w:t>
      </w:r>
    </w:p>
    <w:p w:rsidR="001F628F" w:rsidRDefault="001F628F" w:rsidP="00083993">
      <w:pPr>
        <w:pStyle w:val="libNormal"/>
        <w:rPr>
          <w:rtl/>
        </w:rPr>
      </w:pPr>
      <w:r>
        <w:rPr>
          <w:rFonts w:hint="eastAsia"/>
          <w:rtl/>
        </w:rPr>
        <w:t>جہنمى</w:t>
      </w:r>
      <w:r>
        <w:rPr>
          <w:rtl/>
        </w:rPr>
        <w:t xml:space="preserve"> لوگ:</w:t>
      </w:r>
      <w:r>
        <w:rPr>
          <w:rFonts w:hint="eastAsia"/>
          <w:rtl/>
        </w:rPr>
        <w:t>جہنمى</w:t>
      </w:r>
      <w:r>
        <w:rPr>
          <w:rtl/>
        </w:rPr>
        <w:t xml:space="preserve"> لوگو</w:t>
      </w:r>
      <w:r w:rsidR="00083993">
        <w:rPr>
          <w:rtl/>
        </w:rPr>
        <w:t xml:space="preserve">ں </w:t>
      </w:r>
      <w:r>
        <w:rPr>
          <w:rtl/>
        </w:rPr>
        <w:t>كى پياس2;جہنمى لوگو</w:t>
      </w:r>
      <w:r w:rsidR="00083993">
        <w:rPr>
          <w:rtl/>
        </w:rPr>
        <w:t xml:space="preserve">ں </w:t>
      </w:r>
      <w:r>
        <w:rPr>
          <w:rtl/>
        </w:rPr>
        <w:t>كى ابديت 6; جہنمى لوگ اور موت 6;جہنمى لوگو</w:t>
      </w:r>
      <w:r w:rsidR="00083993">
        <w:rPr>
          <w:rtl/>
        </w:rPr>
        <w:t xml:space="preserve">ں </w:t>
      </w:r>
      <w:r>
        <w:rPr>
          <w:rtl/>
        </w:rPr>
        <w:t>كے پينے كا انداز 1</w:t>
      </w:r>
    </w:p>
    <w:p w:rsidR="001F628F" w:rsidRDefault="00B84D3B" w:rsidP="00B84D3B">
      <w:pPr>
        <w:pStyle w:val="libLine"/>
        <w:rPr>
          <w:rtl/>
        </w:rPr>
      </w:pPr>
      <w:r>
        <w:rPr>
          <w:rtl/>
        </w:rPr>
        <w:t>____________________</w:t>
      </w:r>
    </w:p>
    <w:p w:rsidR="001F628F" w:rsidRDefault="001F628F" w:rsidP="00083993">
      <w:pPr>
        <w:pStyle w:val="libFootnote"/>
        <w:rPr>
          <w:rtl/>
        </w:rPr>
      </w:pPr>
      <w:r>
        <w:rPr>
          <w:rtl/>
        </w:rPr>
        <w:t>1)مجمع البيان ،ج6،ص474، نور الثقلين ،ج2، ص532 ، ح0 4 ،42_</w:t>
      </w:r>
    </w:p>
    <w:p w:rsidR="00083993" w:rsidRDefault="001E7F9D" w:rsidP="00F73EDE">
      <w:pPr>
        <w:pStyle w:val="libPoemTini"/>
        <w:rPr>
          <w:rtl/>
        </w:rPr>
      </w:pPr>
      <w:r>
        <w:rPr>
          <w:rtl/>
        </w:rPr>
        <w:br w:type="page"/>
      </w:r>
    </w:p>
    <w:p w:rsidR="001F628F" w:rsidRDefault="001F628F" w:rsidP="00083993">
      <w:pPr>
        <w:pStyle w:val="libNormal"/>
        <w:rPr>
          <w:rtl/>
        </w:rPr>
      </w:pPr>
      <w:r>
        <w:rPr>
          <w:rFonts w:hint="eastAsia"/>
          <w:rtl/>
        </w:rPr>
        <w:lastRenderedPageBreak/>
        <w:t>روايت</w:t>
      </w:r>
      <w:r>
        <w:rPr>
          <w:rtl/>
        </w:rPr>
        <w:t>:10</w:t>
      </w:r>
    </w:p>
    <w:p w:rsidR="001F628F" w:rsidRDefault="001F628F" w:rsidP="00083993">
      <w:pPr>
        <w:pStyle w:val="libNormal"/>
        <w:rPr>
          <w:rtl/>
        </w:rPr>
      </w:pPr>
      <w:r>
        <w:rPr>
          <w:rFonts w:hint="eastAsia"/>
          <w:rtl/>
        </w:rPr>
        <w:t>ظالمين</w:t>
      </w:r>
      <w:r>
        <w:rPr>
          <w:rtl/>
        </w:rPr>
        <w:t xml:space="preserve"> :</w:t>
      </w:r>
      <w:r>
        <w:rPr>
          <w:rFonts w:hint="eastAsia"/>
          <w:rtl/>
        </w:rPr>
        <w:t>ظالمين</w:t>
      </w:r>
      <w:r>
        <w:rPr>
          <w:rtl/>
        </w:rPr>
        <w:t xml:space="preserve"> كے عذاب كى شدت3;ظالمين جہنم مي</w:t>
      </w:r>
      <w:r w:rsidR="00083993">
        <w:rPr>
          <w:rtl/>
        </w:rPr>
        <w:t xml:space="preserve">ں </w:t>
      </w:r>
      <w:r>
        <w:rPr>
          <w:rtl/>
        </w:rPr>
        <w:t>1، 2،5،7;ظالمين كا اخروى انجام9;ظالمين كا برا انجام9</w:t>
      </w:r>
    </w:p>
    <w:p w:rsidR="001F628F" w:rsidRDefault="001F628F" w:rsidP="00083993">
      <w:pPr>
        <w:pStyle w:val="libNormal"/>
        <w:rPr>
          <w:rtl/>
        </w:rPr>
      </w:pPr>
      <w:r>
        <w:rPr>
          <w:rFonts w:hint="eastAsia"/>
          <w:rtl/>
        </w:rPr>
        <w:t>عذاب</w:t>
      </w:r>
      <w:r>
        <w:rPr>
          <w:rtl/>
        </w:rPr>
        <w:t>:</w:t>
      </w:r>
      <w:r>
        <w:rPr>
          <w:rFonts w:hint="eastAsia"/>
          <w:rtl/>
        </w:rPr>
        <w:t>عذاب</w:t>
      </w:r>
      <w:r>
        <w:rPr>
          <w:rtl/>
        </w:rPr>
        <w:t xml:space="preserve"> كے مراتب3</w:t>
      </w:r>
    </w:p>
    <w:p w:rsidR="001F628F" w:rsidRDefault="001F628F" w:rsidP="00083993">
      <w:pPr>
        <w:pStyle w:val="libNormal"/>
        <w:rPr>
          <w:rtl/>
        </w:rPr>
      </w:pPr>
      <w:r>
        <w:rPr>
          <w:rFonts w:hint="eastAsia"/>
          <w:rtl/>
        </w:rPr>
        <w:t>كفار</w:t>
      </w:r>
      <w:r>
        <w:rPr>
          <w:rtl/>
        </w:rPr>
        <w:t xml:space="preserve"> :</w:t>
      </w:r>
      <w:r>
        <w:rPr>
          <w:rFonts w:hint="eastAsia"/>
          <w:rtl/>
        </w:rPr>
        <w:t>كفار</w:t>
      </w:r>
      <w:r>
        <w:rPr>
          <w:rtl/>
        </w:rPr>
        <w:t xml:space="preserve"> كے عذاب كى شدت3;ظالم كفار كا عذاب 7 ; كفار كا اخروى انجام9;كفاركا برا انجام 9 ; كفار جہنم مي</w:t>
      </w:r>
      <w:r w:rsidR="00083993">
        <w:rPr>
          <w:rtl/>
        </w:rPr>
        <w:t xml:space="preserve">ں </w:t>
      </w:r>
      <w:r>
        <w:rPr>
          <w:rtl/>
        </w:rPr>
        <w:t>5،7</w:t>
      </w:r>
    </w:p>
    <w:p w:rsidR="001F628F" w:rsidRDefault="001F628F" w:rsidP="00083993">
      <w:pPr>
        <w:pStyle w:val="libNormal"/>
        <w:rPr>
          <w:rtl/>
        </w:rPr>
      </w:pPr>
      <w:r>
        <w:rPr>
          <w:rFonts w:hint="eastAsia"/>
          <w:rtl/>
        </w:rPr>
        <w:t>منحرفين</w:t>
      </w:r>
      <w:r>
        <w:rPr>
          <w:rtl/>
        </w:rPr>
        <w:t>:</w:t>
      </w:r>
      <w:r>
        <w:rPr>
          <w:rFonts w:hint="eastAsia"/>
          <w:rtl/>
        </w:rPr>
        <w:t>منحرفين</w:t>
      </w:r>
      <w:r>
        <w:rPr>
          <w:rtl/>
        </w:rPr>
        <w:t xml:space="preserve"> جہنم مي</w:t>
      </w:r>
      <w:r w:rsidR="00083993">
        <w:rPr>
          <w:rtl/>
        </w:rPr>
        <w:t xml:space="preserve">ں </w:t>
      </w:r>
      <w:r>
        <w:rPr>
          <w:rtl/>
        </w:rPr>
        <w:t>1،2</w:t>
      </w:r>
    </w:p>
    <w:p w:rsidR="001F628F" w:rsidRDefault="00083993" w:rsidP="00083993">
      <w:pPr>
        <w:pStyle w:val="Heading2Center"/>
        <w:rPr>
          <w:rtl/>
        </w:rPr>
      </w:pPr>
      <w:bookmarkStart w:id="18" w:name="_Toc28081696"/>
      <w:r>
        <w:rPr>
          <w:rFonts w:hint="cs"/>
          <w:rtl/>
        </w:rPr>
        <w:t>آیت 18</w:t>
      </w:r>
      <w:bookmarkEnd w:id="18"/>
    </w:p>
    <w:p w:rsidR="001F628F" w:rsidRDefault="00E260F9" w:rsidP="00083993">
      <w:pPr>
        <w:pStyle w:val="libNormal"/>
        <w:rPr>
          <w:rtl/>
        </w:rPr>
      </w:pPr>
      <w:r w:rsidRPr="00E260F9">
        <w:rPr>
          <w:rStyle w:val="libAlaemChar"/>
          <w:rFonts w:hint="eastAsia"/>
          <w:rtl/>
        </w:rPr>
        <w:t>(</w:t>
      </w:r>
      <w:r w:rsidRPr="00083993">
        <w:rPr>
          <w:rStyle w:val="libAieChar"/>
          <w:rFonts w:hint="eastAsia"/>
          <w:rtl/>
        </w:rPr>
        <w:t>مَّثَلُ</w:t>
      </w:r>
      <w:r w:rsidRPr="00083993">
        <w:rPr>
          <w:rStyle w:val="libAieChar"/>
          <w:rtl/>
        </w:rPr>
        <w:t xml:space="preserve"> الَّذِينَ كَفَرُواْ بِرَبِّهِمْ أَعْمَالُهُمْ كَرَمَادٍ اشْتَدَّتْ بِهِ الرِّيحُ فِي يَوْمٍ عَاصِفٍ لاَّ يَقْدِرُونَ مِمَّا كَسَبُواْ عَلَى شَيْءٍ ذَلِكَ هُوَ الضَّلاَلُ الْبَعِيدُ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w:t>
      </w:r>
      <w:r>
        <w:rPr>
          <w:rtl/>
        </w:rPr>
        <w:t xml:space="preserve"> لوگو</w:t>
      </w:r>
      <w:r w:rsidR="00083993">
        <w:rPr>
          <w:rtl/>
        </w:rPr>
        <w:t xml:space="preserve">ں </w:t>
      </w:r>
      <w:r>
        <w:rPr>
          <w:rtl/>
        </w:rPr>
        <w:t>نے اپنے پروردگار كا انكار كيا ان كے اعمال كى مثال اس راكھ كى ہے جسے اندھٹركے دن كى تند ہوااڑالے جائے كہ وہ اپنے حاصل كئے ہوئے پر بھى كوئي اختيار نہ ركھي</w:t>
      </w:r>
      <w:r w:rsidR="00083993">
        <w:rPr>
          <w:rtl/>
        </w:rPr>
        <w:t xml:space="preserve">ں </w:t>
      </w:r>
      <w:r>
        <w:rPr>
          <w:rtl/>
        </w:rPr>
        <w:t>گے اور يہى بہت دورتك پھيلى ہوئي گمراہى ہے _</w:t>
      </w:r>
    </w:p>
    <w:p w:rsidR="001F628F" w:rsidRDefault="001F628F" w:rsidP="001F628F">
      <w:pPr>
        <w:pStyle w:val="libNormal"/>
        <w:rPr>
          <w:rtl/>
        </w:rPr>
      </w:pPr>
      <w:r>
        <w:rPr>
          <w:rtl/>
        </w:rPr>
        <w:t>1_ربوبيت خداوند سے كفر كرنے والو</w:t>
      </w:r>
      <w:r w:rsidR="00083993">
        <w:rPr>
          <w:rtl/>
        </w:rPr>
        <w:t xml:space="preserve">ں </w:t>
      </w:r>
      <w:r>
        <w:rPr>
          <w:rtl/>
        </w:rPr>
        <w:t>كا نيك عمل اس راكھ كى مانند كہ جو طوفانى اندھى كے خطر ے سے دوچار ہو_</w:t>
      </w:r>
    </w:p>
    <w:p w:rsidR="001F628F" w:rsidRDefault="001F628F" w:rsidP="00083993">
      <w:pPr>
        <w:pStyle w:val="libArabic"/>
        <w:rPr>
          <w:rtl/>
        </w:rPr>
      </w:pPr>
      <w:r>
        <w:rPr>
          <w:rFonts w:hint="eastAsia"/>
          <w:rtl/>
        </w:rPr>
        <w:t>مثل</w:t>
      </w:r>
      <w:r>
        <w:rPr>
          <w:rtl/>
        </w:rPr>
        <w:t xml:space="preserve"> الذين كفروا بربّ</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عمل</w:t>
      </w:r>
      <w:r w:rsidR="00B2551F" w:rsidRPr="00B2551F">
        <w:rPr>
          <w:rFonts w:hint="cs"/>
          <w:rtl/>
        </w:rPr>
        <w:t>ه</w:t>
      </w:r>
      <w:r>
        <w:rPr>
          <w:rFonts w:hint="cs"/>
          <w:rtl/>
        </w:rPr>
        <w:t>م</w:t>
      </w:r>
      <w:r>
        <w:rPr>
          <w:rtl/>
        </w:rPr>
        <w:t xml:space="preserve"> </w:t>
      </w:r>
      <w:r>
        <w:rPr>
          <w:rFonts w:hint="cs"/>
          <w:rtl/>
        </w:rPr>
        <w:t>كرماد</w:t>
      </w:r>
      <w:r>
        <w:rPr>
          <w:rtl/>
        </w:rPr>
        <w:t xml:space="preserve"> </w:t>
      </w:r>
      <w:r>
        <w:rPr>
          <w:rFonts w:hint="cs"/>
          <w:rtl/>
        </w:rPr>
        <w:t>اشتدّت</w:t>
      </w:r>
      <w:r>
        <w:rPr>
          <w:rtl/>
        </w:rPr>
        <w:t xml:space="preserve"> </w:t>
      </w:r>
      <w:r>
        <w:rPr>
          <w:rFonts w:hint="cs"/>
          <w:rtl/>
        </w:rPr>
        <w:t>ب</w:t>
      </w:r>
      <w:r w:rsidR="00B2551F" w:rsidRPr="00B2551F">
        <w:rPr>
          <w:rFonts w:hint="cs"/>
          <w:rtl/>
        </w:rPr>
        <w:t>ه</w:t>
      </w:r>
      <w:r>
        <w:rPr>
          <w:rtl/>
        </w:rPr>
        <w:t xml:space="preserve"> </w:t>
      </w:r>
      <w:r>
        <w:rPr>
          <w:rFonts w:hint="cs"/>
          <w:rtl/>
        </w:rPr>
        <w:t>الريح</w:t>
      </w:r>
      <w:r>
        <w:rPr>
          <w:rtl/>
        </w:rPr>
        <w:t xml:space="preserve"> </w:t>
      </w:r>
      <w:r>
        <w:rPr>
          <w:rFonts w:hint="cs"/>
          <w:rtl/>
        </w:rPr>
        <w:t>فى</w:t>
      </w:r>
      <w:r>
        <w:rPr>
          <w:rtl/>
        </w:rPr>
        <w:t xml:space="preserve"> </w:t>
      </w:r>
      <w:r>
        <w:rPr>
          <w:rFonts w:hint="cs"/>
          <w:rtl/>
        </w:rPr>
        <w:t>يوم</w:t>
      </w:r>
      <w:r>
        <w:rPr>
          <w:rtl/>
        </w:rPr>
        <w:t xml:space="preserve"> عاصف</w:t>
      </w:r>
    </w:p>
    <w:p w:rsidR="001F628F" w:rsidRDefault="001F628F" w:rsidP="001F628F">
      <w:pPr>
        <w:pStyle w:val="libNormal"/>
        <w:rPr>
          <w:rtl/>
        </w:rPr>
      </w:pPr>
      <w:r>
        <w:rPr>
          <w:rtl/>
        </w:rPr>
        <w:t>''اعمالھم''سے مراد ہو سكتا ہے ايسے نيك اور صالح اعمال ہو</w:t>
      </w:r>
      <w:r w:rsidR="00083993">
        <w:rPr>
          <w:rtl/>
        </w:rPr>
        <w:t xml:space="preserve">ں </w:t>
      </w:r>
      <w:r>
        <w:rPr>
          <w:rtl/>
        </w:rPr>
        <w:t>كہ جوكفار نے انجام ديئے ہو</w:t>
      </w:r>
      <w:r w:rsidR="00083993">
        <w:rPr>
          <w:rtl/>
        </w:rPr>
        <w:t xml:space="preserve">ں </w:t>
      </w:r>
      <w:r>
        <w:rPr>
          <w:rtl/>
        </w:rPr>
        <w:t>چونكہ واضح ہے كہ كسى كا بھى برا عمل خواہ وہ كافر ہو يا مسلمان فائدہ مند نہي</w:t>
      </w:r>
      <w:r w:rsidR="00083993">
        <w:rPr>
          <w:rtl/>
        </w:rPr>
        <w:t xml:space="preserve">ں </w:t>
      </w:r>
      <w:r>
        <w:rPr>
          <w:rtl/>
        </w:rPr>
        <w:t>ہو سكتاتاكہ وہ ضائع ہويا اندھى كے روبرو پڑى راكھ سے اسے تشبيہ دى جائے_</w:t>
      </w:r>
    </w:p>
    <w:p w:rsidR="001F628F" w:rsidRDefault="001F628F" w:rsidP="001F628F">
      <w:pPr>
        <w:pStyle w:val="libNormal"/>
        <w:rPr>
          <w:rtl/>
        </w:rPr>
      </w:pPr>
      <w:r>
        <w:rPr>
          <w:rtl/>
        </w:rPr>
        <w:t>2_كفار كا نيك عمل كسى قسم كى قدرو قيمت نہي</w:t>
      </w:r>
      <w:r w:rsidR="00083993">
        <w:rPr>
          <w:rtl/>
        </w:rPr>
        <w:t xml:space="preserve">ں </w:t>
      </w:r>
      <w:r>
        <w:rPr>
          <w:rtl/>
        </w:rPr>
        <w:t>ركھتا لہذا ضائع ہو جاتا ہے_</w:t>
      </w:r>
    </w:p>
    <w:p w:rsidR="00083993" w:rsidRDefault="001E7F9D" w:rsidP="00F73EDE">
      <w:pPr>
        <w:pStyle w:val="libPoemTini"/>
        <w:rPr>
          <w:rtl/>
        </w:rPr>
      </w:pPr>
      <w:r>
        <w:rPr>
          <w:rtl/>
        </w:rPr>
        <w:cr/>
      </w:r>
      <w:r>
        <w:rPr>
          <w:rtl/>
        </w:rPr>
        <w:br w:type="page"/>
      </w:r>
    </w:p>
    <w:p w:rsidR="001F628F" w:rsidRDefault="001F628F" w:rsidP="00083993">
      <w:pPr>
        <w:pStyle w:val="libArabic"/>
        <w:rPr>
          <w:rtl/>
        </w:rPr>
      </w:pPr>
      <w:r>
        <w:rPr>
          <w:rFonts w:hint="eastAsia"/>
          <w:rtl/>
        </w:rPr>
        <w:lastRenderedPageBreak/>
        <w:t>مثل</w:t>
      </w:r>
      <w:r>
        <w:rPr>
          <w:rtl/>
        </w:rPr>
        <w:t xml:space="preserve"> الذين كفروا بربّ</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عمل</w:t>
      </w:r>
      <w:r w:rsidR="00B2551F" w:rsidRPr="00B2551F">
        <w:rPr>
          <w:rFonts w:hint="cs"/>
          <w:rtl/>
        </w:rPr>
        <w:t>ه</w:t>
      </w:r>
      <w:r>
        <w:rPr>
          <w:rFonts w:hint="cs"/>
          <w:rtl/>
        </w:rPr>
        <w:t>م</w:t>
      </w:r>
      <w:r>
        <w:rPr>
          <w:rtl/>
        </w:rPr>
        <w:t xml:space="preserve"> </w:t>
      </w:r>
      <w:r>
        <w:rPr>
          <w:rFonts w:hint="cs"/>
          <w:rtl/>
        </w:rPr>
        <w:t>كرماد</w:t>
      </w:r>
      <w:r>
        <w:rPr>
          <w:rtl/>
        </w:rPr>
        <w:t xml:space="preserve"> </w:t>
      </w:r>
      <w:r>
        <w:rPr>
          <w:rFonts w:hint="cs"/>
          <w:rtl/>
        </w:rPr>
        <w:t>اشتدّت</w:t>
      </w:r>
      <w:r>
        <w:rPr>
          <w:rtl/>
        </w:rPr>
        <w:t xml:space="preserve"> </w:t>
      </w:r>
      <w:r>
        <w:rPr>
          <w:rFonts w:hint="cs"/>
          <w:rtl/>
        </w:rPr>
        <w:t>ب</w:t>
      </w:r>
      <w:r w:rsidR="00B2551F" w:rsidRPr="00B2551F">
        <w:rPr>
          <w:rFonts w:hint="cs"/>
          <w:rtl/>
        </w:rPr>
        <w:t>ه</w:t>
      </w:r>
      <w:r>
        <w:rPr>
          <w:rtl/>
        </w:rPr>
        <w:t xml:space="preserve"> </w:t>
      </w:r>
      <w:r>
        <w:rPr>
          <w:rFonts w:hint="cs"/>
          <w:rtl/>
        </w:rPr>
        <w:t>الريح</w:t>
      </w:r>
      <w:r>
        <w:rPr>
          <w:rtl/>
        </w:rPr>
        <w:t xml:space="preserve"> </w:t>
      </w:r>
      <w:r>
        <w:rPr>
          <w:rFonts w:hint="cs"/>
          <w:rtl/>
        </w:rPr>
        <w:t>فى</w:t>
      </w:r>
      <w:r>
        <w:rPr>
          <w:rtl/>
        </w:rPr>
        <w:t xml:space="preserve"> </w:t>
      </w:r>
      <w:r>
        <w:rPr>
          <w:rFonts w:hint="cs"/>
          <w:rtl/>
        </w:rPr>
        <w:t>يو</w:t>
      </w:r>
      <w:r>
        <w:rPr>
          <w:rtl/>
        </w:rPr>
        <w:t>م عاصف</w:t>
      </w:r>
    </w:p>
    <w:p w:rsidR="001F628F" w:rsidRDefault="001F628F" w:rsidP="00083993">
      <w:pPr>
        <w:pStyle w:val="libNormal"/>
        <w:rPr>
          <w:rtl/>
        </w:rPr>
      </w:pPr>
      <w:r>
        <w:rPr>
          <w:rtl/>
        </w:rPr>
        <w:t>3_دينى اعتقادات مي</w:t>
      </w:r>
      <w:r w:rsidR="00083993">
        <w:rPr>
          <w:rtl/>
        </w:rPr>
        <w:t xml:space="preserve">ں </w:t>
      </w:r>
      <w:r>
        <w:rPr>
          <w:rtl/>
        </w:rPr>
        <w:t>ربوبيت خداوند كے عقيدہ كو ايك خاص مقام حاصل ہے_</w:t>
      </w:r>
      <w:r w:rsidRPr="00083993">
        <w:rPr>
          <w:rStyle w:val="libArabicChar"/>
          <w:rFonts w:hint="eastAsia"/>
          <w:rtl/>
        </w:rPr>
        <w:t>مثل</w:t>
      </w:r>
      <w:r w:rsidRPr="00083993">
        <w:rPr>
          <w:rStyle w:val="libArabicChar"/>
          <w:rtl/>
        </w:rPr>
        <w:t xml:space="preserve"> الذين كفروا بربّ</w:t>
      </w:r>
      <w:r w:rsidR="00B2551F" w:rsidRPr="00B2551F">
        <w:rPr>
          <w:rStyle w:val="libArabicChar"/>
          <w:rFonts w:hint="cs"/>
          <w:rtl/>
        </w:rPr>
        <w:t>ه</w:t>
      </w:r>
      <w:r w:rsidRPr="00083993">
        <w:rPr>
          <w:rStyle w:val="libArabicChar"/>
          <w:rFonts w:hint="cs"/>
          <w:rtl/>
        </w:rPr>
        <w:t>م</w:t>
      </w:r>
    </w:p>
    <w:p w:rsidR="001F628F" w:rsidRDefault="001F628F" w:rsidP="001F628F">
      <w:pPr>
        <w:pStyle w:val="libNormal"/>
        <w:rPr>
          <w:rtl/>
        </w:rPr>
      </w:pPr>
      <w:r>
        <w:rPr>
          <w:rFonts w:hint="eastAsia"/>
          <w:rtl/>
        </w:rPr>
        <w:t>ايمان</w:t>
      </w:r>
      <w:r>
        <w:rPr>
          <w:rtl/>
        </w:rPr>
        <w:t xml:space="preserve"> كے تمام متعلقات مي</w:t>
      </w:r>
      <w:r w:rsidR="00083993">
        <w:rPr>
          <w:rtl/>
        </w:rPr>
        <w:t xml:space="preserve">ں </w:t>
      </w:r>
      <w:r>
        <w:rPr>
          <w:rtl/>
        </w:rPr>
        <w:t>سے ربوبيت خداوند كا ذكر اس كى اہميت پر دلالت كرتا ہے_</w:t>
      </w:r>
    </w:p>
    <w:p w:rsidR="001F628F" w:rsidRDefault="001F628F" w:rsidP="001F628F">
      <w:pPr>
        <w:pStyle w:val="libNormal"/>
        <w:rPr>
          <w:rtl/>
        </w:rPr>
      </w:pPr>
      <w:r>
        <w:rPr>
          <w:rtl/>
        </w:rPr>
        <w:t>4_تعليمات كو قابل فہم اور مجسم كرنے كے لئے محسوسات كے ساتھ تشبيہ دينا ،قران كريم كى ايك تعليمى روش ہے _</w:t>
      </w:r>
    </w:p>
    <w:p w:rsidR="001F628F" w:rsidRDefault="001F628F" w:rsidP="00083993">
      <w:pPr>
        <w:pStyle w:val="libArabic"/>
        <w:rPr>
          <w:rtl/>
        </w:rPr>
      </w:pPr>
      <w:r>
        <w:rPr>
          <w:rFonts w:hint="eastAsia"/>
          <w:rtl/>
        </w:rPr>
        <w:t>مثل</w:t>
      </w:r>
      <w:r>
        <w:rPr>
          <w:rtl/>
        </w:rPr>
        <w:t xml:space="preserve"> الذين كفروا بربّ</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عمل</w:t>
      </w:r>
      <w:r w:rsidR="00B2551F" w:rsidRPr="00B2551F">
        <w:rPr>
          <w:rFonts w:hint="cs"/>
          <w:rtl/>
        </w:rPr>
        <w:t>ه</w:t>
      </w:r>
      <w:r>
        <w:rPr>
          <w:rFonts w:hint="cs"/>
          <w:rtl/>
        </w:rPr>
        <w:t>م</w:t>
      </w:r>
      <w:r>
        <w:rPr>
          <w:rtl/>
        </w:rPr>
        <w:t xml:space="preserve"> </w:t>
      </w:r>
      <w:r>
        <w:rPr>
          <w:rFonts w:hint="cs"/>
          <w:rtl/>
        </w:rPr>
        <w:t>كرماد</w:t>
      </w:r>
      <w:r>
        <w:rPr>
          <w:rtl/>
        </w:rPr>
        <w:t xml:space="preserve"> </w:t>
      </w:r>
      <w:r>
        <w:rPr>
          <w:rFonts w:hint="cs"/>
          <w:rtl/>
        </w:rPr>
        <w:t>اشتد</w:t>
      </w:r>
      <w:r>
        <w:rPr>
          <w:rtl/>
        </w:rPr>
        <w:t>ّت ب</w:t>
      </w:r>
      <w:r w:rsidR="00B2551F" w:rsidRPr="00B2551F">
        <w:rPr>
          <w:rFonts w:hint="cs"/>
          <w:rtl/>
        </w:rPr>
        <w:t>ه</w:t>
      </w:r>
      <w:r>
        <w:rPr>
          <w:rtl/>
        </w:rPr>
        <w:t xml:space="preserve"> </w:t>
      </w:r>
      <w:r>
        <w:rPr>
          <w:rFonts w:hint="cs"/>
          <w:rtl/>
        </w:rPr>
        <w:t>الريح</w:t>
      </w:r>
      <w:r>
        <w:rPr>
          <w:rtl/>
        </w:rPr>
        <w:t xml:space="preserve"> </w:t>
      </w:r>
      <w:r>
        <w:rPr>
          <w:rFonts w:hint="cs"/>
          <w:rtl/>
        </w:rPr>
        <w:t>فى</w:t>
      </w:r>
      <w:r>
        <w:rPr>
          <w:rtl/>
        </w:rPr>
        <w:t xml:space="preserve"> </w:t>
      </w:r>
      <w:r>
        <w:rPr>
          <w:rFonts w:hint="cs"/>
          <w:rtl/>
        </w:rPr>
        <w:t>يو</w:t>
      </w:r>
      <w:r>
        <w:rPr>
          <w:rtl/>
        </w:rPr>
        <w:t>م عاصف</w:t>
      </w:r>
    </w:p>
    <w:p w:rsidR="001F628F" w:rsidRDefault="001F628F" w:rsidP="00083993">
      <w:pPr>
        <w:pStyle w:val="libNormal"/>
        <w:rPr>
          <w:rtl/>
        </w:rPr>
      </w:pPr>
      <w:r>
        <w:rPr>
          <w:rtl/>
        </w:rPr>
        <w:t>5_تمام انسان حتى كفار، ربوبيت خدا وندكے ماتحت ہي</w:t>
      </w:r>
      <w:r w:rsidR="00083993">
        <w:rPr>
          <w:rtl/>
        </w:rPr>
        <w:t xml:space="preserve">ں </w:t>
      </w:r>
      <w:r>
        <w:rPr>
          <w:rtl/>
        </w:rPr>
        <w:t>_</w:t>
      </w:r>
      <w:r w:rsidRPr="00083993">
        <w:rPr>
          <w:rStyle w:val="libArabicChar"/>
          <w:rFonts w:hint="eastAsia"/>
          <w:rtl/>
        </w:rPr>
        <w:t>مثل</w:t>
      </w:r>
      <w:r w:rsidRPr="00083993">
        <w:rPr>
          <w:rStyle w:val="libArabicChar"/>
          <w:rtl/>
        </w:rPr>
        <w:t xml:space="preserve"> الذين كفروا بربّ</w:t>
      </w:r>
      <w:r w:rsidR="00B2551F" w:rsidRPr="00B2551F">
        <w:rPr>
          <w:rStyle w:val="libArabicChar"/>
          <w:rFonts w:hint="cs"/>
          <w:rtl/>
        </w:rPr>
        <w:t>ه</w:t>
      </w:r>
      <w:r w:rsidRPr="00083993">
        <w:rPr>
          <w:rStyle w:val="libArabicChar"/>
          <w:rFonts w:hint="cs"/>
          <w:rtl/>
        </w:rPr>
        <w:t>م</w:t>
      </w:r>
      <w:r w:rsidRPr="00083993">
        <w:rPr>
          <w:rStyle w:val="libArabicChar"/>
          <w:rtl/>
        </w:rPr>
        <w:t xml:space="preserve"> </w:t>
      </w:r>
      <w:r w:rsidRPr="00083993">
        <w:rPr>
          <w:rStyle w:val="libArabicChar"/>
          <w:rFonts w:hint="cs"/>
          <w:rtl/>
        </w:rPr>
        <w:t>ا</w:t>
      </w:r>
      <w:r w:rsidRPr="00083993">
        <w:rPr>
          <w:rStyle w:val="libArabicChar"/>
          <w:rtl/>
        </w:rPr>
        <w:t xml:space="preserve"> </w:t>
      </w:r>
      <w:r w:rsidRPr="00083993">
        <w:rPr>
          <w:rStyle w:val="libArabicChar"/>
          <w:rFonts w:hint="cs"/>
          <w:rtl/>
        </w:rPr>
        <w:t>عمل</w:t>
      </w:r>
      <w:r w:rsidR="00B2551F" w:rsidRPr="00B2551F">
        <w:rPr>
          <w:rStyle w:val="libArabicChar"/>
          <w:rFonts w:hint="cs"/>
          <w:rtl/>
        </w:rPr>
        <w:t>ه</w:t>
      </w:r>
      <w:r w:rsidRPr="00083993">
        <w:rPr>
          <w:rStyle w:val="libArabicChar"/>
          <w:rFonts w:hint="cs"/>
          <w:rtl/>
        </w:rPr>
        <w:t>م</w:t>
      </w:r>
      <w:r w:rsidRPr="00083993">
        <w:rPr>
          <w:rStyle w:val="libArabicChar"/>
          <w:rtl/>
        </w:rPr>
        <w:t xml:space="preserve"> </w:t>
      </w:r>
      <w:r w:rsidRPr="00083993">
        <w:rPr>
          <w:rStyle w:val="libArabicChar"/>
          <w:rFonts w:hint="cs"/>
          <w:rtl/>
        </w:rPr>
        <w:t>كرماد</w:t>
      </w:r>
      <w:r w:rsidRPr="00083993">
        <w:rPr>
          <w:rStyle w:val="libArabicChar"/>
          <w:rtl/>
        </w:rPr>
        <w:t xml:space="preserve"> </w:t>
      </w:r>
      <w:r w:rsidRPr="00083993">
        <w:rPr>
          <w:rStyle w:val="libArabicChar"/>
          <w:rFonts w:hint="cs"/>
          <w:rtl/>
        </w:rPr>
        <w:t>اشتدّت</w:t>
      </w:r>
      <w:r w:rsidRPr="00083993">
        <w:rPr>
          <w:rStyle w:val="libArabicChar"/>
          <w:rtl/>
        </w:rPr>
        <w:t xml:space="preserve"> </w:t>
      </w:r>
      <w:r w:rsidRPr="00083993">
        <w:rPr>
          <w:rStyle w:val="libArabicChar"/>
          <w:rFonts w:hint="cs"/>
          <w:rtl/>
        </w:rPr>
        <w:t>ب</w:t>
      </w:r>
      <w:r w:rsidR="00B2551F" w:rsidRPr="00B2551F">
        <w:rPr>
          <w:rStyle w:val="libArabicChar"/>
          <w:rFonts w:hint="cs"/>
          <w:rtl/>
        </w:rPr>
        <w:t>ه</w:t>
      </w:r>
      <w:r w:rsidRPr="00083993">
        <w:rPr>
          <w:rStyle w:val="libArabicChar"/>
          <w:rtl/>
        </w:rPr>
        <w:t xml:space="preserve"> الريح</w:t>
      </w:r>
    </w:p>
    <w:p w:rsidR="001F628F" w:rsidRDefault="001F628F" w:rsidP="00083993">
      <w:pPr>
        <w:pStyle w:val="libNormal"/>
        <w:rPr>
          <w:rtl/>
        </w:rPr>
      </w:pPr>
      <w:r>
        <w:rPr>
          <w:rtl/>
        </w:rPr>
        <w:t>6_اپنے پالنے والے كے سامنے ناشكرى ناپسنديدہ اور نا شائستہ ہے_</w:t>
      </w:r>
      <w:r w:rsidRPr="00083993">
        <w:rPr>
          <w:rStyle w:val="libArabicChar"/>
          <w:rFonts w:hint="eastAsia"/>
          <w:rtl/>
        </w:rPr>
        <w:t>الذين</w:t>
      </w:r>
      <w:r w:rsidRPr="00083993">
        <w:rPr>
          <w:rStyle w:val="libArabicChar"/>
          <w:rtl/>
        </w:rPr>
        <w:t xml:space="preserve"> كفروا بربّ</w:t>
      </w:r>
      <w:r w:rsidR="00B2551F" w:rsidRPr="00B2551F">
        <w:rPr>
          <w:rStyle w:val="libArabicChar"/>
          <w:rFonts w:hint="cs"/>
          <w:rtl/>
        </w:rPr>
        <w:t>ه</w:t>
      </w:r>
      <w:r w:rsidRPr="00083993">
        <w:rPr>
          <w:rStyle w:val="libArabicChar"/>
          <w:rFonts w:hint="cs"/>
          <w:rtl/>
        </w:rPr>
        <w:t>م</w:t>
      </w:r>
      <w:r w:rsidRPr="00083993">
        <w:rPr>
          <w:rStyle w:val="libArabicChar"/>
          <w:rtl/>
        </w:rPr>
        <w:t xml:space="preserve"> </w:t>
      </w:r>
      <w:r w:rsidRPr="00083993">
        <w:rPr>
          <w:rStyle w:val="libArabicChar"/>
          <w:rFonts w:hint="cs"/>
          <w:rtl/>
        </w:rPr>
        <w:t>ا</w:t>
      </w:r>
      <w:r w:rsidRPr="00083993">
        <w:rPr>
          <w:rStyle w:val="libArabicChar"/>
          <w:rtl/>
        </w:rPr>
        <w:t xml:space="preserve"> </w:t>
      </w:r>
      <w:r w:rsidRPr="00083993">
        <w:rPr>
          <w:rStyle w:val="libArabicChar"/>
          <w:rFonts w:hint="cs"/>
          <w:rtl/>
        </w:rPr>
        <w:t>عمل</w:t>
      </w:r>
      <w:r w:rsidR="00B2551F" w:rsidRPr="00B2551F">
        <w:rPr>
          <w:rStyle w:val="libArabicChar"/>
          <w:rFonts w:hint="cs"/>
          <w:rtl/>
        </w:rPr>
        <w:t>ه</w:t>
      </w:r>
      <w:r w:rsidRPr="00083993">
        <w:rPr>
          <w:rStyle w:val="libArabicChar"/>
          <w:rFonts w:hint="cs"/>
          <w:rtl/>
        </w:rPr>
        <w:t>م</w:t>
      </w:r>
      <w:r w:rsidRPr="00083993">
        <w:rPr>
          <w:rStyle w:val="libArabicChar"/>
          <w:rtl/>
        </w:rPr>
        <w:t xml:space="preserve"> </w:t>
      </w:r>
      <w:r w:rsidRPr="00083993">
        <w:rPr>
          <w:rStyle w:val="libArabicChar"/>
          <w:rFonts w:hint="cs"/>
          <w:rtl/>
        </w:rPr>
        <w:t>كرماد</w:t>
      </w:r>
      <w:r w:rsidRPr="00083993">
        <w:rPr>
          <w:rStyle w:val="libArabicChar"/>
          <w:rtl/>
        </w:rPr>
        <w:t xml:space="preserve"> </w:t>
      </w:r>
      <w:r w:rsidRPr="00083993">
        <w:rPr>
          <w:rStyle w:val="libArabicChar"/>
          <w:rFonts w:hint="cs"/>
          <w:rtl/>
        </w:rPr>
        <w:t>اشتدّت</w:t>
      </w:r>
      <w:r w:rsidRPr="00083993">
        <w:rPr>
          <w:rStyle w:val="libArabicChar"/>
          <w:rtl/>
        </w:rPr>
        <w:t xml:space="preserve"> </w:t>
      </w:r>
      <w:r w:rsidRPr="00083993">
        <w:rPr>
          <w:rStyle w:val="libArabicChar"/>
          <w:rFonts w:hint="cs"/>
          <w:rtl/>
        </w:rPr>
        <w:t>ب</w:t>
      </w:r>
      <w:r w:rsidR="00B2551F" w:rsidRPr="00B2551F">
        <w:rPr>
          <w:rStyle w:val="libArabicChar"/>
          <w:rFonts w:hint="cs"/>
          <w:rtl/>
        </w:rPr>
        <w:t>ه</w:t>
      </w:r>
      <w:r w:rsidRPr="00083993">
        <w:rPr>
          <w:rStyle w:val="libArabicChar"/>
          <w:rtl/>
        </w:rPr>
        <w:t xml:space="preserve"> الريح</w:t>
      </w:r>
    </w:p>
    <w:p w:rsidR="001F628F" w:rsidRDefault="001F628F" w:rsidP="001F628F">
      <w:pPr>
        <w:pStyle w:val="libNormal"/>
        <w:rPr>
          <w:rtl/>
        </w:rPr>
      </w:pPr>
      <w:r>
        <w:rPr>
          <w:rFonts w:hint="eastAsia"/>
          <w:rtl/>
        </w:rPr>
        <w:t>احتمال</w:t>
      </w:r>
      <w:r>
        <w:rPr>
          <w:rtl/>
        </w:rPr>
        <w:t xml:space="preserve"> ہے كہ ''رب '' كا ضمير ''ھم '' كى طرف اضافہ كہ جس كا مرجع ''الذين كفروا''ہے اس بات كى جانب اشارہ ہو كہ وہ اپنے پرورد گار سے كافر ہو گئے ہي</w:t>
      </w:r>
      <w:r w:rsidR="00083993">
        <w:rPr>
          <w:rtl/>
        </w:rPr>
        <w:t xml:space="preserve">ں </w:t>
      </w:r>
      <w:r>
        <w:rPr>
          <w:rtl/>
        </w:rPr>
        <w:t>لہذا ان كے اعمال(بھي) ضائع ہو گئے ہي</w:t>
      </w:r>
      <w:r w:rsidR="00083993">
        <w:rPr>
          <w:rtl/>
        </w:rPr>
        <w:t xml:space="preserve">ں </w:t>
      </w:r>
      <w:r>
        <w:rPr>
          <w:rtl/>
        </w:rPr>
        <w:t>_ايسا اضافہ مذكورہ نكتے كى طرف اشارہ ہو سكتا ہے_</w:t>
      </w:r>
    </w:p>
    <w:p w:rsidR="001F628F" w:rsidRDefault="001F628F" w:rsidP="001F628F">
      <w:pPr>
        <w:pStyle w:val="libNormal"/>
        <w:rPr>
          <w:rtl/>
        </w:rPr>
      </w:pPr>
      <w:r>
        <w:rPr>
          <w:rtl/>
        </w:rPr>
        <w:t>7_ خداوند كى بارگاہ مي</w:t>
      </w:r>
      <w:r w:rsidR="00083993">
        <w:rPr>
          <w:rtl/>
        </w:rPr>
        <w:t xml:space="preserve">ں </w:t>
      </w:r>
      <w:r>
        <w:rPr>
          <w:rtl/>
        </w:rPr>
        <w:t>انسان كے اعمال كے قبول اور رد ہونے مي</w:t>
      </w:r>
      <w:r w:rsidR="00083993">
        <w:rPr>
          <w:rtl/>
        </w:rPr>
        <w:t xml:space="preserve">ں </w:t>
      </w:r>
      <w:r>
        <w:rPr>
          <w:rtl/>
        </w:rPr>
        <w:t>اس كے عقيدے كافيصلہ كن كردار ادا كرنا_</w:t>
      </w:r>
    </w:p>
    <w:p w:rsidR="001F628F" w:rsidRDefault="001F628F" w:rsidP="00083993">
      <w:pPr>
        <w:pStyle w:val="libArabic"/>
        <w:rPr>
          <w:rtl/>
        </w:rPr>
      </w:pPr>
      <w:r>
        <w:rPr>
          <w:rFonts w:hint="eastAsia"/>
          <w:rtl/>
        </w:rPr>
        <w:t>الذين</w:t>
      </w:r>
      <w:r>
        <w:rPr>
          <w:rtl/>
        </w:rPr>
        <w:t xml:space="preserve"> كفروا بربّ</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عمل</w:t>
      </w:r>
      <w:r w:rsidR="00B2551F" w:rsidRPr="00B2551F">
        <w:rPr>
          <w:rFonts w:hint="cs"/>
          <w:rtl/>
        </w:rPr>
        <w:t>ه</w:t>
      </w:r>
      <w:r>
        <w:rPr>
          <w:rFonts w:hint="cs"/>
          <w:rtl/>
        </w:rPr>
        <w:t>م</w:t>
      </w:r>
      <w:r>
        <w:rPr>
          <w:rtl/>
        </w:rPr>
        <w:t xml:space="preserve"> </w:t>
      </w:r>
      <w:r>
        <w:rPr>
          <w:rFonts w:hint="cs"/>
          <w:rtl/>
        </w:rPr>
        <w:t>كرماد</w:t>
      </w:r>
      <w:r>
        <w:rPr>
          <w:rtl/>
        </w:rPr>
        <w:t xml:space="preserve"> </w:t>
      </w:r>
      <w:r>
        <w:rPr>
          <w:rFonts w:hint="cs"/>
          <w:rtl/>
        </w:rPr>
        <w:t>اشتدّت</w:t>
      </w:r>
      <w:r>
        <w:rPr>
          <w:rtl/>
        </w:rPr>
        <w:t xml:space="preserve"> </w:t>
      </w:r>
      <w:r>
        <w:rPr>
          <w:rFonts w:hint="cs"/>
          <w:rtl/>
        </w:rPr>
        <w:t>ب</w:t>
      </w:r>
      <w:r w:rsidR="00B2551F" w:rsidRPr="00B2551F">
        <w:rPr>
          <w:rFonts w:hint="cs"/>
          <w:rtl/>
        </w:rPr>
        <w:t>ه</w:t>
      </w:r>
      <w:r>
        <w:rPr>
          <w:rtl/>
        </w:rPr>
        <w:t xml:space="preserve"> </w:t>
      </w:r>
      <w:r>
        <w:rPr>
          <w:rFonts w:hint="cs"/>
          <w:rtl/>
        </w:rPr>
        <w:t>الريح</w:t>
      </w:r>
      <w:r>
        <w:rPr>
          <w:rtl/>
        </w:rPr>
        <w:t xml:space="preserve"> </w:t>
      </w:r>
      <w:r>
        <w:rPr>
          <w:rFonts w:hint="cs"/>
          <w:rtl/>
        </w:rPr>
        <w:t>فى</w:t>
      </w:r>
      <w:r>
        <w:rPr>
          <w:rtl/>
        </w:rPr>
        <w:t xml:space="preserve"> </w:t>
      </w:r>
      <w:r>
        <w:rPr>
          <w:rFonts w:hint="cs"/>
          <w:rtl/>
        </w:rPr>
        <w:t>يو</w:t>
      </w:r>
      <w:r>
        <w:rPr>
          <w:rtl/>
        </w:rPr>
        <w:t>م عاصف</w:t>
      </w:r>
    </w:p>
    <w:p w:rsidR="001F628F" w:rsidRDefault="001F628F" w:rsidP="001F628F">
      <w:pPr>
        <w:pStyle w:val="libNormal"/>
        <w:rPr>
          <w:rtl/>
        </w:rPr>
      </w:pPr>
      <w:r>
        <w:rPr>
          <w:rtl/>
        </w:rPr>
        <w:t>8_كفار اخرت مي</w:t>
      </w:r>
      <w:r w:rsidR="00083993">
        <w:rPr>
          <w:rtl/>
        </w:rPr>
        <w:t xml:space="preserve">ں </w:t>
      </w:r>
      <w:r>
        <w:rPr>
          <w:rtl/>
        </w:rPr>
        <w:t>اپنے نيك اعمال سے فائدہ نہي</w:t>
      </w:r>
      <w:r w:rsidR="00083993">
        <w:rPr>
          <w:rtl/>
        </w:rPr>
        <w:t xml:space="preserve">ں </w:t>
      </w:r>
      <w:r>
        <w:rPr>
          <w:rtl/>
        </w:rPr>
        <w:t>اٹھاسكي</w:t>
      </w:r>
      <w:r w:rsidR="00083993">
        <w:rPr>
          <w:rtl/>
        </w:rPr>
        <w:t xml:space="preserve">ں </w:t>
      </w:r>
      <w:r>
        <w:rPr>
          <w:rtl/>
        </w:rPr>
        <w:t>گے اور ان سے محروم ہو جائي</w:t>
      </w:r>
      <w:r w:rsidR="00083993">
        <w:rPr>
          <w:rtl/>
        </w:rPr>
        <w:t xml:space="preserve">ں </w:t>
      </w:r>
      <w:r>
        <w:rPr>
          <w:rtl/>
        </w:rPr>
        <w:t>گے_</w:t>
      </w:r>
    </w:p>
    <w:p w:rsidR="001F628F" w:rsidRDefault="001F628F" w:rsidP="00083993">
      <w:pPr>
        <w:pStyle w:val="libArabic"/>
        <w:rPr>
          <w:rtl/>
        </w:rPr>
      </w:pPr>
      <w:r>
        <w:rPr>
          <w:rFonts w:hint="eastAsia"/>
          <w:rtl/>
        </w:rPr>
        <w:t>ا</w:t>
      </w:r>
      <w:r>
        <w:rPr>
          <w:rtl/>
        </w:rPr>
        <w:t xml:space="preserve"> عمل</w:t>
      </w:r>
      <w:r w:rsidR="00B2551F" w:rsidRPr="00B2551F">
        <w:rPr>
          <w:rFonts w:hint="cs"/>
          <w:rtl/>
        </w:rPr>
        <w:t>ه</w:t>
      </w:r>
      <w:r>
        <w:rPr>
          <w:rFonts w:hint="cs"/>
          <w:rtl/>
        </w:rPr>
        <w:t>م</w:t>
      </w:r>
      <w:r>
        <w:rPr>
          <w:rtl/>
        </w:rPr>
        <w:t xml:space="preserve"> </w:t>
      </w:r>
      <w:r>
        <w:rPr>
          <w:rFonts w:hint="cs"/>
          <w:rtl/>
        </w:rPr>
        <w:t>كرماد</w:t>
      </w:r>
      <w:r>
        <w:rPr>
          <w:rtl/>
        </w:rPr>
        <w:t xml:space="preserve"> </w:t>
      </w:r>
      <w:r>
        <w:rPr>
          <w:rFonts w:hint="cs"/>
          <w:rtl/>
        </w:rPr>
        <w:t>اشتدّت</w:t>
      </w:r>
      <w:r>
        <w:rPr>
          <w:rtl/>
        </w:rPr>
        <w:t xml:space="preserve"> </w:t>
      </w:r>
      <w:r>
        <w:rPr>
          <w:rFonts w:hint="cs"/>
          <w:rtl/>
        </w:rPr>
        <w:t>ب</w:t>
      </w:r>
      <w:r w:rsidR="00B2551F" w:rsidRPr="00B2551F">
        <w:rPr>
          <w:rFonts w:hint="cs"/>
          <w:rtl/>
        </w:rPr>
        <w:t>ه</w:t>
      </w:r>
      <w:r>
        <w:rPr>
          <w:rtl/>
        </w:rPr>
        <w:t xml:space="preserve"> </w:t>
      </w:r>
      <w:r>
        <w:rPr>
          <w:rFonts w:hint="cs"/>
          <w:rtl/>
        </w:rPr>
        <w:t>الريح</w:t>
      </w:r>
      <w:r>
        <w:rPr>
          <w:rtl/>
        </w:rPr>
        <w:t xml:space="preserve"> </w:t>
      </w:r>
      <w:r>
        <w:rPr>
          <w:rFonts w:hint="cs"/>
          <w:rtl/>
        </w:rPr>
        <w:t>فى</w:t>
      </w:r>
      <w:r>
        <w:rPr>
          <w:rtl/>
        </w:rPr>
        <w:t xml:space="preserve"> </w:t>
      </w:r>
      <w:r>
        <w:rPr>
          <w:rFonts w:hint="cs"/>
          <w:rtl/>
        </w:rPr>
        <w:t>يوم</w:t>
      </w:r>
      <w:r>
        <w:rPr>
          <w:rtl/>
        </w:rPr>
        <w:t xml:space="preserve"> </w:t>
      </w:r>
      <w:r>
        <w:rPr>
          <w:rFonts w:hint="cs"/>
          <w:rtl/>
        </w:rPr>
        <w:t>عاصف</w:t>
      </w:r>
      <w:r>
        <w:rPr>
          <w:rtl/>
        </w:rPr>
        <w:t xml:space="preserve"> </w:t>
      </w:r>
      <w:r>
        <w:rPr>
          <w:rFonts w:hint="cs"/>
          <w:rtl/>
        </w:rPr>
        <w:t>لا</w:t>
      </w:r>
      <w:r>
        <w:rPr>
          <w:rtl/>
        </w:rPr>
        <w:t xml:space="preserve"> </w:t>
      </w:r>
      <w:r>
        <w:rPr>
          <w:rFonts w:hint="cs"/>
          <w:rtl/>
        </w:rPr>
        <w:t>يق</w:t>
      </w:r>
      <w:r>
        <w:rPr>
          <w:rtl/>
        </w:rPr>
        <w:t>درون ممّا كسبوا على شيئ</w:t>
      </w:r>
    </w:p>
    <w:p w:rsidR="001F628F" w:rsidRDefault="001F628F" w:rsidP="00083993">
      <w:pPr>
        <w:pStyle w:val="libNormal"/>
        <w:rPr>
          <w:rtl/>
        </w:rPr>
      </w:pPr>
      <w:r>
        <w:rPr>
          <w:rtl/>
        </w:rPr>
        <w:t>9_انسان اپنى سعادت اور شقاوت مي</w:t>
      </w:r>
      <w:r w:rsidR="00083993">
        <w:rPr>
          <w:rtl/>
        </w:rPr>
        <w:t xml:space="preserve">ں </w:t>
      </w:r>
      <w:r>
        <w:rPr>
          <w:rtl/>
        </w:rPr>
        <w:t>فيصلہ كن كردار ادا كر تا ہے_</w:t>
      </w:r>
      <w:r w:rsidRPr="00083993">
        <w:rPr>
          <w:rStyle w:val="libArabicChar"/>
          <w:rFonts w:hint="eastAsia"/>
          <w:rtl/>
        </w:rPr>
        <w:t>لا</w:t>
      </w:r>
      <w:r w:rsidRPr="00083993">
        <w:rPr>
          <w:rStyle w:val="libArabicChar"/>
          <w:rtl/>
        </w:rPr>
        <w:t xml:space="preserve"> يقدرون ممّا كسبوا على شيئ</w:t>
      </w:r>
    </w:p>
    <w:p w:rsidR="001F628F" w:rsidRDefault="001F628F" w:rsidP="001F628F">
      <w:pPr>
        <w:pStyle w:val="libNormal"/>
        <w:rPr>
          <w:rtl/>
        </w:rPr>
      </w:pPr>
      <w:r>
        <w:rPr>
          <w:rFonts w:hint="eastAsia"/>
          <w:rtl/>
        </w:rPr>
        <w:t>يہ</w:t>
      </w:r>
      <w:r>
        <w:rPr>
          <w:rtl/>
        </w:rPr>
        <w:t xml:space="preserve"> جو آيت مجيدہ مي</w:t>
      </w:r>
      <w:r w:rsidR="00083993">
        <w:rPr>
          <w:rtl/>
        </w:rPr>
        <w:t xml:space="preserve">ں </w:t>
      </w:r>
      <w:r>
        <w:rPr>
          <w:rtl/>
        </w:rPr>
        <w:t>ايا ہے كہ كفار اپنے اعمال سے بہرہ مند ہونے كى قدرت نہي</w:t>
      </w:r>
      <w:r w:rsidR="00083993">
        <w:rPr>
          <w:rtl/>
        </w:rPr>
        <w:t xml:space="preserve">ں </w:t>
      </w:r>
      <w:r>
        <w:rPr>
          <w:rtl/>
        </w:rPr>
        <w:t>ركھتے ،اس بات كى حكايت كرتا ہے كہ عمل انسان اس كى عاقبت مي</w:t>
      </w:r>
      <w:r w:rsidR="00083993">
        <w:rPr>
          <w:rtl/>
        </w:rPr>
        <w:t xml:space="preserve">ں </w:t>
      </w:r>
      <w:r>
        <w:rPr>
          <w:rtl/>
        </w:rPr>
        <w:t>كردار ادا كرتا ہے_ اوركفار كے حبط عمل كى بحث كے قرينے سے''على شئي '' سے مراد ہو سكتا ہے سعادت ہو_</w:t>
      </w:r>
    </w:p>
    <w:p w:rsidR="001F628F" w:rsidRDefault="001F628F" w:rsidP="001F628F">
      <w:pPr>
        <w:pStyle w:val="libNormal"/>
        <w:rPr>
          <w:rtl/>
        </w:rPr>
      </w:pPr>
      <w:r>
        <w:rPr>
          <w:rtl/>
        </w:rPr>
        <w:t>10_ايمان اور عمل صالح كا ايك ساتھ ہو نا انسان كى اخروى سعادت كا ضامن ہے</w:t>
      </w:r>
    </w:p>
    <w:p w:rsidR="001F628F" w:rsidRDefault="001F628F" w:rsidP="00083993">
      <w:pPr>
        <w:pStyle w:val="libArabic"/>
        <w:rPr>
          <w:rtl/>
        </w:rPr>
      </w:pPr>
      <w:r>
        <w:rPr>
          <w:rFonts w:hint="eastAsia"/>
          <w:rtl/>
        </w:rPr>
        <w:t>الذين</w:t>
      </w:r>
      <w:r>
        <w:rPr>
          <w:rtl/>
        </w:rPr>
        <w:t xml:space="preserve"> كفروا بربّ</w:t>
      </w:r>
      <w:r w:rsidR="00B2551F" w:rsidRPr="00B2551F">
        <w:rPr>
          <w:rFonts w:hint="cs"/>
          <w:rtl/>
        </w:rPr>
        <w:t>ه</w:t>
      </w:r>
      <w:r>
        <w:rPr>
          <w:rFonts w:hint="cs"/>
          <w:rtl/>
        </w:rPr>
        <w:t>م</w:t>
      </w:r>
      <w:r>
        <w:rPr>
          <w:rtl/>
        </w:rPr>
        <w:t xml:space="preserve"> </w:t>
      </w:r>
      <w:r>
        <w:rPr>
          <w:rFonts w:hint="cs"/>
          <w:rtl/>
        </w:rPr>
        <w:t>ا</w:t>
      </w:r>
      <w:r>
        <w:rPr>
          <w:rtl/>
        </w:rPr>
        <w:t xml:space="preserve"> </w:t>
      </w:r>
      <w:r>
        <w:rPr>
          <w:rFonts w:hint="cs"/>
          <w:rtl/>
        </w:rPr>
        <w:t>عمل</w:t>
      </w:r>
      <w:r w:rsidR="00B2551F" w:rsidRPr="00B2551F">
        <w:rPr>
          <w:rFonts w:hint="cs"/>
          <w:rtl/>
        </w:rPr>
        <w:t>ه</w:t>
      </w:r>
      <w:r>
        <w:rPr>
          <w:rFonts w:hint="cs"/>
          <w:rtl/>
        </w:rPr>
        <w:t>م</w:t>
      </w:r>
      <w:r>
        <w:rPr>
          <w:rtl/>
        </w:rPr>
        <w:t xml:space="preserve"> ... </w:t>
      </w:r>
      <w:r>
        <w:rPr>
          <w:rFonts w:hint="cs"/>
          <w:rtl/>
        </w:rPr>
        <w:t>لا</w:t>
      </w:r>
      <w:r>
        <w:rPr>
          <w:rtl/>
        </w:rPr>
        <w:t xml:space="preserve"> </w:t>
      </w:r>
      <w:r>
        <w:rPr>
          <w:rFonts w:hint="cs"/>
          <w:rtl/>
        </w:rPr>
        <w:t>يقدرون</w:t>
      </w:r>
      <w:r>
        <w:rPr>
          <w:rtl/>
        </w:rPr>
        <w:t xml:space="preserve"> </w:t>
      </w:r>
      <w:r>
        <w:rPr>
          <w:rFonts w:hint="cs"/>
          <w:rtl/>
        </w:rPr>
        <w:t>ممّا</w:t>
      </w:r>
      <w:r>
        <w:rPr>
          <w:rtl/>
        </w:rPr>
        <w:t xml:space="preserve"> </w:t>
      </w:r>
      <w:r>
        <w:rPr>
          <w:rFonts w:hint="cs"/>
          <w:rtl/>
        </w:rPr>
        <w:t>كسبوا</w:t>
      </w:r>
      <w:r>
        <w:rPr>
          <w:rtl/>
        </w:rPr>
        <w:t xml:space="preserve"> </w:t>
      </w:r>
      <w:r>
        <w:rPr>
          <w:rFonts w:hint="cs"/>
          <w:rtl/>
        </w:rPr>
        <w:t>ع</w:t>
      </w:r>
      <w:r>
        <w:rPr>
          <w:rtl/>
        </w:rPr>
        <w:t>لى شيئ</w:t>
      </w:r>
    </w:p>
    <w:p w:rsidR="00432ECF" w:rsidRPr="00432ECF" w:rsidRDefault="00432ECF" w:rsidP="00432ECF">
      <w:pPr>
        <w:pStyle w:val="libNormal"/>
        <w:rPr>
          <w:rtl/>
        </w:rPr>
      </w:pPr>
      <w:r>
        <w:rPr>
          <w:rFonts w:hint="eastAsia"/>
          <w:rtl/>
        </w:rPr>
        <w:t>خدا</w:t>
      </w:r>
      <w:r>
        <w:rPr>
          <w:rtl/>
        </w:rPr>
        <w:t xml:space="preserve"> وندعالم اس ايت ميں كفر كو كہ جو ايك فاسد عقيدہ ہے ،نيك عمل كے ضائع ہو نے كا موجب قرار ديتا ہے جس كے نتيجے</w:t>
      </w:r>
    </w:p>
    <w:p w:rsidR="00083993" w:rsidRDefault="001E7F9D" w:rsidP="00F73EDE">
      <w:pPr>
        <w:pStyle w:val="libPoemTini"/>
        <w:rPr>
          <w:rtl/>
        </w:rPr>
      </w:pPr>
      <w:r>
        <w:rPr>
          <w:rtl/>
        </w:rPr>
        <w:br w:type="page"/>
      </w:r>
    </w:p>
    <w:p w:rsidR="001F628F" w:rsidRDefault="001F628F" w:rsidP="00083993">
      <w:pPr>
        <w:pStyle w:val="libNormal"/>
        <w:rPr>
          <w:rtl/>
        </w:rPr>
      </w:pPr>
      <w:r>
        <w:rPr>
          <w:rtl/>
        </w:rPr>
        <w:lastRenderedPageBreak/>
        <w:t>مي</w:t>
      </w:r>
      <w:r w:rsidR="00083993">
        <w:rPr>
          <w:rtl/>
        </w:rPr>
        <w:t xml:space="preserve">ں </w:t>
      </w:r>
      <w:r>
        <w:rPr>
          <w:rtl/>
        </w:rPr>
        <w:t>انسان كى اخرت شقاوت سے اميزہو جاتى ہے _اس سے ظاہر ہو تا ہے كہ درست عقيدے كے ساتھ نيك عمل ، اخروى سعادت كى ضمانت فراہم كرتا ہے_</w:t>
      </w:r>
    </w:p>
    <w:p w:rsidR="001F628F" w:rsidRPr="00083993" w:rsidRDefault="001F628F" w:rsidP="00083993">
      <w:pPr>
        <w:pStyle w:val="libNormal"/>
        <w:rPr>
          <w:rStyle w:val="libArabicChar"/>
          <w:rtl/>
        </w:rPr>
      </w:pPr>
      <w:r>
        <w:rPr>
          <w:rtl/>
        </w:rPr>
        <w:t>11_ربوبيت خداوند سے كفر ،گمراہى ہے اور صراط مستقيم سے بہت دور ہے_</w:t>
      </w:r>
      <w:r w:rsidRPr="00083993">
        <w:rPr>
          <w:rStyle w:val="libArabicChar"/>
          <w:rFonts w:hint="eastAsia"/>
          <w:rtl/>
        </w:rPr>
        <w:t>الذين</w:t>
      </w:r>
      <w:r w:rsidRPr="00083993">
        <w:rPr>
          <w:rStyle w:val="libArabicChar"/>
          <w:rtl/>
        </w:rPr>
        <w:t xml:space="preserve"> كفروا بربّ</w:t>
      </w:r>
      <w:r w:rsidR="00B2551F" w:rsidRPr="00B2551F">
        <w:rPr>
          <w:rStyle w:val="libArabicChar"/>
          <w:rFonts w:hint="cs"/>
          <w:rtl/>
        </w:rPr>
        <w:t>ه</w:t>
      </w:r>
      <w:r w:rsidRPr="00083993">
        <w:rPr>
          <w:rStyle w:val="libArabicChar"/>
          <w:rFonts w:hint="cs"/>
          <w:rtl/>
        </w:rPr>
        <w:t>م</w:t>
      </w:r>
      <w:r w:rsidRPr="00083993">
        <w:rPr>
          <w:rStyle w:val="libArabicChar"/>
          <w:rtl/>
        </w:rPr>
        <w:t xml:space="preserve"> ... </w:t>
      </w:r>
      <w:r w:rsidRPr="00083993">
        <w:rPr>
          <w:rStyle w:val="libArabicChar"/>
          <w:rFonts w:hint="cs"/>
          <w:rtl/>
        </w:rPr>
        <w:t>ذلك</w:t>
      </w:r>
      <w:r w:rsidRPr="00083993">
        <w:rPr>
          <w:rStyle w:val="libArabicChar"/>
          <w:rtl/>
        </w:rPr>
        <w:t xml:space="preserve"> </w:t>
      </w:r>
      <w:r w:rsidR="00B2551F" w:rsidRPr="00B2551F">
        <w:rPr>
          <w:rStyle w:val="libArabicChar"/>
          <w:rFonts w:hint="cs"/>
          <w:rtl/>
        </w:rPr>
        <w:t>ه</w:t>
      </w:r>
      <w:r w:rsidRPr="00083993">
        <w:rPr>
          <w:rStyle w:val="libArabicChar"/>
          <w:rFonts w:hint="cs"/>
          <w:rtl/>
        </w:rPr>
        <w:t>و</w:t>
      </w:r>
      <w:r w:rsidRPr="00083993">
        <w:rPr>
          <w:rStyle w:val="libArabicChar"/>
          <w:rtl/>
        </w:rPr>
        <w:t xml:space="preserve"> </w:t>
      </w:r>
      <w:r w:rsidRPr="00083993">
        <w:rPr>
          <w:rStyle w:val="libArabicChar"/>
          <w:rFonts w:hint="cs"/>
          <w:rtl/>
        </w:rPr>
        <w:t>الضلل</w:t>
      </w:r>
      <w:r w:rsidRPr="00083993">
        <w:rPr>
          <w:rStyle w:val="libArabicChar"/>
          <w:rtl/>
        </w:rPr>
        <w:t xml:space="preserve"> </w:t>
      </w:r>
      <w:r w:rsidRPr="00083993">
        <w:rPr>
          <w:rStyle w:val="libArabicChar"/>
          <w:rFonts w:hint="cs"/>
          <w:rtl/>
        </w:rPr>
        <w:t>ا</w:t>
      </w:r>
      <w:r w:rsidRPr="00083993">
        <w:rPr>
          <w:rStyle w:val="libArabicChar"/>
          <w:rtl/>
        </w:rPr>
        <w:t>لبعيد</w:t>
      </w:r>
    </w:p>
    <w:p w:rsidR="001F628F" w:rsidRDefault="001F628F" w:rsidP="00083993">
      <w:pPr>
        <w:pStyle w:val="libNormal"/>
        <w:rPr>
          <w:rtl/>
        </w:rPr>
      </w:pPr>
      <w:r>
        <w:rPr>
          <w:rtl/>
        </w:rPr>
        <w:t>12_گمراہى كے بہت سے مراتب ہي</w:t>
      </w:r>
      <w:r w:rsidR="00083993">
        <w:rPr>
          <w:rtl/>
        </w:rPr>
        <w:t xml:space="preserve">ں </w:t>
      </w:r>
      <w:r>
        <w:rPr>
          <w:rtl/>
        </w:rPr>
        <w:t>_</w:t>
      </w:r>
      <w:r w:rsidRPr="00083993">
        <w:rPr>
          <w:rStyle w:val="libArabicChar"/>
          <w:rFonts w:hint="eastAsia"/>
          <w:rtl/>
        </w:rPr>
        <w:t>الضلل</w:t>
      </w:r>
      <w:r w:rsidRPr="00083993">
        <w:rPr>
          <w:rStyle w:val="libArabicChar"/>
          <w:rtl/>
        </w:rPr>
        <w:t xml:space="preserve"> البعيد</w:t>
      </w:r>
    </w:p>
    <w:p w:rsidR="001F628F" w:rsidRDefault="001F628F" w:rsidP="001F628F">
      <w:pPr>
        <w:pStyle w:val="libNormal"/>
        <w:rPr>
          <w:rtl/>
        </w:rPr>
      </w:pPr>
      <w:r>
        <w:rPr>
          <w:rtl/>
        </w:rPr>
        <w:t>13_''عن محمد بن مسلم قال:سمعت ا با جعفر</w:t>
      </w:r>
      <w:r w:rsidR="00367F17" w:rsidRPr="00367F17">
        <w:rPr>
          <w:rStyle w:val="libAlaemChar"/>
          <w:rtl/>
        </w:rPr>
        <w:t xml:space="preserve"> عليه‌السلام </w:t>
      </w:r>
      <w:r>
        <w:rPr>
          <w:rtl/>
        </w:rPr>
        <w:t xml:space="preserve"> يقول: ...ان ائمة الجور و ا تباعھم لمعزولون عن دين الله قد ضلّوا واضلّوا، فا عمالھم التى يعملونھا ''كرماد اشتدّت بہ الريح فى يوم عاصف ...'' ; (1)محمد بن مسلم كا كہنا ہے ،مي</w:t>
      </w:r>
      <w:r w:rsidR="00083993">
        <w:rPr>
          <w:rtl/>
        </w:rPr>
        <w:t xml:space="preserve">ں </w:t>
      </w:r>
      <w:r>
        <w:rPr>
          <w:rtl/>
        </w:rPr>
        <w:t xml:space="preserve">نے امام جعفر صادق </w:t>
      </w:r>
      <w:r w:rsidR="00367F17" w:rsidRPr="00367F17">
        <w:rPr>
          <w:rStyle w:val="libAlaemChar"/>
          <w:rtl/>
        </w:rPr>
        <w:t xml:space="preserve"> عليه‌السلام </w:t>
      </w:r>
      <w:r>
        <w:rPr>
          <w:rtl/>
        </w:rPr>
        <w:t xml:space="preserve"> سے سنا ہے كہ اپ</w:t>
      </w:r>
      <w:r w:rsidR="00367F17" w:rsidRPr="00367F17">
        <w:rPr>
          <w:rStyle w:val="libAlaemChar"/>
          <w:rtl/>
        </w:rPr>
        <w:t xml:space="preserve"> عليه‌السلام </w:t>
      </w:r>
      <w:r>
        <w:rPr>
          <w:rtl/>
        </w:rPr>
        <w:t xml:space="preserve"> نے فرمايا:ائمہ جور اور انكے پيرو كار دين خدا سے الگ ہو گئے ہي</w:t>
      </w:r>
      <w:r w:rsidR="00083993">
        <w:rPr>
          <w:rtl/>
        </w:rPr>
        <w:t xml:space="preserve">ں </w:t>
      </w:r>
      <w:r>
        <w:rPr>
          <w:rtl/>
        </w:rPr>
        <w:t>_يقيناًوہ گمراہ اور گمراہ كرنے والے ہي</w:t>
      </w:r>
      <w:r w:rsidR="00083993">
        <w:rPr>
          <w:rtl/>
        </w:rPr>
        <w:t xml:space="preserve">ں </w:t>
      </w:r>
      <w:r>
        <w:rPr>
          <w:rtl/>
        </w:rPr>
        <w:t>_پس وہ جو بھى اعمال انجام ديتے ہي</w:t>
      </w:r>
      <w:r w:rsidR="00083993">
        <w:rPr>
          <w:rtl/>
        </w:rPr>
        <w:t xml:space="preserve">ں </w:t>
      </w:r>
      <w:r>
        <w:rPr>
          <w:rtl/>
        </w:rPr>
        <w:t>وہ خدا وند كے اس فرمان كى مانند ہي</w:t>
      </w:r>
      <w:r w:rsidR="00083993">
        <w:rPr>
          <w:rtl/>
        </w:rPr>
        <w:t xml:space="preserve">ں </w:t>
      </w:r>
      <w:r>
        <w:rPr>
          <w:rtl/>
        </w:rPr>
        <w:t>;''كرماد اشتدّت بہ الريح فى يوم عاصف ...''</w:t>
      </w:r>
    </w:p>
    <w:p w:rsidR="001F628F" w:rsidRDefault="001F628F" w:rsidP="00083993">
      <w:pPr>
        <w:pStyle w:val="libNormal"/>
        <w:rPr>
          <w:rtl/>
        </w:rPr>
      </w:pPr>
      <w:r>
        <w:rPr>
          <w:rFonts w:hint="eastAsia"/>
          <w:rtl/>
        </w:rPr>
        <w:t>اخرت</w:t>
      </w:r>
      <w:r>
        <w:rPr>
          <w:rtl/>
        </w:rPr>
        <w:t xml:space="preserve"> :</w:t>
      </w:r>
      <w:r>
        <w:rPr>
          <w:rFonts w:hint="eastAsia"/>
          <w:rtl/>
        </w:rPr>
        <w:t>اخرت</w:t>
      </w:r>
      <w:r>
        <w:rPr>
          <w:rtl/>
        </w:rPr>
        <w:t xml:space="preserve"> مي</w:t>
      </w:r>
      <w:r w:rsidR="00083993">
        <w:rPr>
          <w:rtl/>
        </w:rPr>
        <w:t xml:space="preserve">ں </w:t>
      </w:r>
      <w:r>
        <w:rPr>
          <w:rtl/>
        </w:rPr>
        <w:t>عمل سے فائدہ اٹھانا8</w:t>
      </w:r>
    </w:p>
    <w:p w:rsidR="001F628F" w:rsidRDefault="001F628F" w:rsidP="00083993">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5</w:t>
      </w:r>
    </w:p>
    <w:p w:rsidR="001F628F" w:rsidRDefault="001F628F" w:rsidP="00083993">
      <w:pPr>
        <w:pStyle w:val="libNormal"/>
        <w:rPr>
          <w:rtl/>
        </w:rPr>
      </w:pPr>
      <w:r>
        <w:rPr>
          <w:rFonts w:hint="eastAsia"/>
          <w:rtl/>
        </w:rPr>
        <w:t>انسان</w:t>
      </w:r>
      <w:r>
        <w:rPr>
          <w:rtl/>
        </w:rPr>
        <w:t>:</w:t>
      </w:r>
      <w:r>
        <w:rPr>
          <w:rFonts w:hint="eastAsia"/>
          <w:rtl/>
        </w:rPr>
        <w:t>انسان</w:t>
      </w:r>
      <w:r>
        <w:rPr>
          <w:rtl/>
        </w:rPr>
        <w:t xml:space="preserve"> كا عقيدہ3;انسانو</w:t>
      </w:r>
      <w:r w:rsidR="00083993">
        <w:rPr>
          <w:rtl/>
        </w:rPr>
        <w:t xml:space="preserve">ں </w:t>
      </w:r>
      <w:r>
        <w:rPr>
          <w:rtl/>
        </w:rPr>
        <w:t>كا مربى 5;انسان كا كردارو نقش9</w:t>
      </w:r>
    </w:p>
    <w:p w:rsidR="001F628F" w:rsidRDefault="001F628F" w:rsidP="00083993">
      <w:pPr>
        <w:pStyle w:val="libNormal"/>
        <w:rPr>
          <w:rtl/>
        </w:rPr>
      </w:pPr>
      <w:r>
        <w:rPr>
          <w:rFonts w:hint="eastAsia"/>
          <w:rtl/>
        </w:rPr>
        <w:t>ايمان</w:t>
      </w:r>
      <w:r>
        <w:rPr>
          <w:rtl/>
        </w:rPr>
        <w:t>:</w:t>
      </w:r>
      <w:r>
        <w:rPr>
          <w:rFonts w:hint="eastAsia"/>
          <w:rtl/>
        </w:rPr>
        <w:t>ايمان</w:t>
      </w:r>
      <w:r>
        <w:rPr>
          <w:rtl/>
        </w:rPr>
        <w:t xml:space="preserve"> اور عمل صالح10</w:t>
      </w:r>
    </w:p>
    <w:p w:rsidR="001F628F" w:rsidRDefault="001F628F" w:rsidP="00083993">
      <w:pPr>
        <w:pStyle w:val="libNormal"/>
        <w:rPr>
          <w:rtl/>
        </w:rPr>
      </w:pPr>
      <w:r>
        <w:rPr>
          <w:rFonts w:hint="eastAsia"/>
          <w:rtl/>
        </w:rPr>
        <w:t>توحيد</w:t>
      </w:r>
      <w:r>
        <w:rPr>
          <w:rtl/>
        </w:rPr>
        <w:t xml:space="preserve"> :</w:t>
      </w:r>
      <w:r>
        <w:rPr>
          <w:rFonts w:hint="eastAsia"/>
          <w:rtl/>
        </w:rPr>
        <w:t>توحيد</w:t>
      </w:r>
      <w:r>
        <w:rPr>
          <w:rtl/>
        </w:rPr>
        <w:t xml:space="preserve"> ربوبي5</w:t>
      </w:r>
    </w:p>
    <w:p w:rsidR="001F628F" w:rsidRDefault="001F628F" w:rsidP="001F628F">
      <w:pPr>
        <w:pStyle w:val="libNormal"/>
        <w:rPr>
          <w:rtl/>
        </w:rPr>
      </w:pPr>
      <w:r>
        <w:rPr>
          <w:rFonts w:hint="eastAsia"/>
          <w:rtl/>
        </w:rPr>
        <w:t>روايت</w:t>
      </w:r>
      <w:r>
        <w:rPr>
          <w:rtl/>
        </w:rPr>
        <w:t xml:space="preserve"> :13</w:t>
      </w:r>
    </w:p>
    <w:p w:rsidR="001F628F" w:rsidRDefault="001F628F" w:rsidP="00083993">
      <w:pPr>
        <w:pStyle w:val="libNormal"/>
        <w:rPr>
          <w:rtl/>
        </w:rPr>
      </w:pPr>
      <w:r>
        <w:rPr>
          <w:rFonts w:hint="eastAsia"/>
          <w:rtl/>
        </w:rPr>
        <w:t>سعادت</w:t>
      </w:r>
      <w:r>
        <w:rPr>
          <w:rtl/>
        </w:rPr>
        <w:t xml:space="preserve"> :</w:t>
      </w:r>
      <w:r>
        <w:rPr>
          <w:rFonts w:hint="eastAsia"/>
          <w:rtl/>
        </w:rPr>
        <w:t>سعادت</w:t>
      </w:r>
      <w:r>
        <w:rPr>
          <w:rtl/>
        </w:rPr>
        <w:t xml:space="preserve"> كے عوامل 9;اخروى سعادت كے عوامل 10</w:t>
      </w:r>
    </w:p>
    <w:p w:rsidR="001F628F" w:rsidRDefault="001F628F" w:rsidP="00083993">
      <w:pPr>
        <w:pStyle w:val="libNormal"/>
        <w:rPr>
          <w:rtl/>
        </w:rPr>
      </w:pPr>
      <w:r>
        <w:rPr>
          <w:rFonts w:hint="eastAsia"/>
          <w:rtl/>
        </w:rPr>
        <w:t>شقاوت</w:t>
      </w:r>
      <w:r>
        <w:rPr>
          <w:rtl/>
        </w:rPr>
        <w:t>:</w:t>
      </w:r>
      <w:r>
        <w:rPr>
          <w:rFonts w:hint="eastAsia"/>
          <w:rtl/>
        </w:rPr>
        <w:t>شقاوت</w:t>
      </w:r>
      <w:r>
        <w:rPr>
          <w:rtl/>
        </w:rPr>
        <w:t xml:space="preserve"> كے عوامل9</w:t>
      </w:r>
    </w:p>
    <w:p w:rsidR="001F628F" w:rsidRDefault="001F628F" w:rsidP="00083993">
      <w:pPr>
        <w:pStyle w:val="libNormal"/>
        <w:rPr>
          <w:rtl/>
        </w:rPr>
      </w:pPr>
      <w:r>
        <w:rPr>
          <w:rFonts w:hint="eastAsia"/>
          <w:rtl/>
        </w:rPr>
        <w:t>صراط</w:t>
      </w:r>
      <w:r>
        <w:rPr>
          <w:rtl/>
        </w:rPr>
        <w:t xml:space="preserve"> مستقيم :</w:t>
      </w:r>
      <w:r>
        <w:rPr>
          <w:rFonts w:hint="eastAsia"/>
          <w:rtl/>
        </w:rPr>
        <w:t>صراط</w:t>
      </w:r>
      <w:r>
        <w:rPr>
          <w:rtl/>
        </w:rPr>
        <w:t xml:space="preserve"> مستقيم سے دورى 11</w:t>
      </w:r>
    </w:p>
    <w:p w:rsidR="001F628F" w:rsidRDefault="001F628F" w:rsidP="00083993">
      <w:pPr>
        <w:pStyle w:val="libNormal"/>
        <w:rPr>
          <w:rtl/>
        </w:rPr>
      </w:pPr>
      <w:r>
        <w:rPr>
          <w:rFonts w:hint="eastAsia"/>
          <w:rtl/>
        </w:rPr>
        <w:t>صفات</w:t>
      </w:r>
      <w:r>
        <w:rPr>
          <w:rtl/>
        </w:rPr>
        <w:t>:</w:t>
      </w:r>
      <w:r>
        <w:rPr>
          <w:rFonts w:hint="eastAsia"/>
          <w:rtl/>
        </w:rPr>
        <w:t>ناپسنديدہ</w:t>
      </w:r>
      <w:r>
        <w:rPr>
          <w:rtl/>
        </w:rPr>
        <w:t xml:space="preserve"> صفات 6</w:t>
      </w:r>
    </w:p>
    <w:p w:rsidR="001F628F" w:rsidRDefault="00B84D3B" w:rsidP="00B84D3B">
      <w:pPr>
        <w:pStyle w:val="libLine"/>
        <w:rPr>
          <w:rtl/>
        </w:rPr>
      </w:pPr>
      <w:r>
        <w:rPr>
          <w:rtl/>
        </w:rPr>
        <w:t>____________________</w:t>
      </w:r>
    </w:p>
    <w:p w:rsidR="001F628F" w:rsidRDefault="001F628F" w:rsidP="00432ECF">
      <w:pPr>
        <w:pStyle w:val="libFootnote"/>
        <w:rPr>
          <w:rtl/>
        </w:rPr>
      </w:pPr>
      <w:r>
        <w:rPr>
          <w:rtl/>
        </w:rPr>
        <w:t>1)كافى ،ج1،ص375،ح2;نور الثقلين ،ج2، ص533 ، ح 44_</w:t>
      </w:r>
    </w:p>
    <w:p w:rsidR="00083993" w:rsidRDefault="001E7F9D" w:rsidP="00F73EDE">
      <w:pPr>
        <w:pStyle w:val="libPoemTini"/>
        <w:rPr>
          <w:rtl/>
        </w:rPr>
      </w:pPr>
      <w:r>
        <w:rPr>
          <w:rtl/>
        </w:rPr>
        <w:br w:type="page"/>
      </w:r>
    </w:p>
    <w:p w:rsidR="001F628F" w:rsidRDefault="001F628F" w:rsidP="00083993">
      <w:pPr>
        <w:pStyle w:val="libNormal"/>
        <w:rPr>
          <w:rtl/>
        </w:rPr>
      </w:pPr>
      <w:r>
        <w:rPr>
          <w:rFonts w:hint="eastAsia"/>
          <w:rtl/>
        </w:rPr>
        <w:lastRenderedPageBreak/>
        <w:t>ظالمين</w:t>
      </w:r>
      <w:r>
        <w:rPr>
          <w:rtl/>
        </w:rPr>
        <w:t xml:space="preserve"> :</w:t>
      </w:r>
      <w:r>
        <w:rPr>
          <w:rFonts w:hint="eastAsia"/>
          <w:rtl/>
        </w:rPr>
        <w:t>ظالمين</w:t>
      </w:r>
      <w:r>
        <w:rPr>
          <w:rtl/>
        </w:rPr>
        <w:t xml:space="preserve"> كے پيروكارو</w:t>
      </w:r>
      <w:r w:rsidR="00083993">
        <w:rPr>
          <w:rtl/>
        </w:rPr>
        <w:t xml:space="preserve">ں </w:t>
      </w:r>
      <w:r>
        <w:rPr>
          <w:rtl/>
        </w:rPr>
        <w:t>كا عمل ضائع ہونا 13; ظالمين كا عمل ضائع ہونا 13</w:t>
      </w:r>
    </w:p>
    <w:p w:rsidR="001F628F" w:rsidRDefault="001F628F" w:rsidP="002B711F">
      <w:pPr>
        <w:pStyle w:val="libNormal"/>
        <w:rPr>
          <w:rtl/>
        </w:rPr>
      </w:pPr>
      <w:r>
        <w:rPr>
          <w:rFonts w:hint="eastAsia"/>
          <w:rtl/>
        </w:rPr>
        <w:t>عقيدہ</w:t>
      </w:r>
      <w:r>
        <w:rPr>
          <w:rtl/>
        </w:rPr>
        <w:t xml:space="preserve"> :</w:t>
      </w:r>
      <w:r>
        <w:rPr>
          <w:rFonts w:hint="eastAsia"/>
          <w:rtl/>
        </w:rPr>
        <w:t>ربوبيت</w:t>
      </w:r>
      <w:r>
        <w:rPr>
          <w:rtl/>
        </w:rPr>
        <w:t xml:space="preserve"> خدا وند پر عقيدے كى اہميت 3;عقيدے كا كردار7</w:t>
      </w:r>
    </w:p>
    <w:p w:rsidR="001F628F" w:rsidRDefault="001F628F" w:rsidP="002B711F">
      <w:pPr>
        <w:pStyle w:val="libNormal"/>
        <w:rPr>
          <w:rtl/>
        </w:rPr>
      </w:pPr>
      <w:r>
        <w:rPr>
          <w:rFonts w:hint="eastAsia"/>
          <w:rtl/>
        </w:rPr>
        <w:t>عمل</w:t>
      </w:r>
      <w:r>
        <w:rPr>
          <w:rtl/>
        </w:rPr>
        <w:t xml:space="preserve"> :</w:t>
      </w:r>
      <w:r>
        <w:rPr>
          <w:rFonts w:hint="eastAsia"/>
          <w:rtl/>
        </w:rPr>
        <w:t>قبوليت</w:t>
      </w:r>
      <w:r>
        <w:rPr>
          <w:rtl/>
        </w:rPr>
        <w:t xml:space="preserve"> عمل كے اسباب7</w:t>
      </w:r>
    </w:p>
    <w:p w:rsidR="001F628F" w:rsidRDefault="001F628F" w:rsidP="002B711F">
      <w:pPr>
        <w:pStyle w:val="libNormal"/>
        <w:rPr>
          <w:rtl/>
        </w:rPr>
      </w:pPr>
      <w:r>
        <w:rPr>
          <w:rFonts w:hint="eastAsia"/>
          <w:rtl/>
        </w:rPr>
        <w:t>قران</w:t>
      </w:r>
      <w:r>
        <w:rPr>
          <w:rtl/>
        </w:rPr>
        <w:t xml:space="preserve"> كريم :</w:t>
      </w:r>
      <w:r>
        <w:rPr>
          <w:rFonts w:hint="eastAsia"/>
          <w:rtl/>
        </w:rPr>
        <w:t>قران</w:t>
      </w:r>
      <w:r>
        <w:rPr>
          <w:rtl/>
        </w:rPr>
        <w:t xml:space="preserve"> كريم كى تعليمات كى روش4;قران كريم كى مثالي</w:t>
      </w:r>
      <w:r w:rsidR="00083993">
        <w:rPr>
          <w:rtl/>
        </w:rPr>
        <w:t xml:space="preserve">ں </w:t>
      </w:r>
      <w:r>
        <w:rPr>
          <w:rtl/>
        </w:rPr>
        <w:t>1</w:t>
      </w:r>
    </w:p>
    <w:p w:rsidR="001F628F" w:rsidRDefault="001F628F" w:rsidP="002B711F">
      <w:pPr>
        <w:pStyle w:val="libNormal"/>
        <w:rPr>
          <w:rtl/>
        </w:rPr>
      </w:pPr>
      <w:r>
        <w:rPr>
          <w:rFonts w:hint="eastAsia"/>
          <w:rtl/>
        </w:rPr>
        <w:t>قرانى</w:t>
      </w:r>
      <w:r>
        <w:rPr>
          <w:rtl/>
        </w:rPr>
        <w:t xml:space="preserve"> تشبيہات :</w:t>
      </w:r>
      <w:r>
        <w:rPr>
          <w:rFonts w:hint="eastAsia"/>
          <w:rtl/>
        </w:rPr>
        <w:t>اندھى</w:t>
      </w:r>
      <w:r>
        <w:rPr>
          <w:rtl/>
        </w:rPr>
        <w:t xml:space="preserve"> مي</w:t>
      </w:r>
      <w:r w:rsidR="00083993">
        <w:rPr>
          <w:rtl/>
        </w:rPr>
        <w:t xml:space="preserve">ں </w:t>
      </w:r>
      <w:r>
        <w:rPr>
          <w:rtl/>
        </w:rPr>
        <w:t>راكھ سے تشبيہ 1;كفار كے نيك عملكى تشبيہ 1;معقول كو محسوس سے تشبيہ 4</w:t>
      </w:r>
    </w:p>
    <w:p w:rsidR="001F628F" w:rsidRDefault="001F628F" w:rsidP="002B711F">
      <w:pPr>
        <w:pStyle w:val="libNormal"/>
        <w:rPr>
          <w:rtl/>
        </w:rPr>
      </w:pPr>
      <w:r>
        <w:rPr>
          <w:rFonts w:hint="eastAsia"/>
          <w:rtl/>
        </w:rPr>
        <w:t>كفار</w:t>
      </w:r>
      <w:r>
        <w:rPr>
          <w:rtl/>
        </w:rPr>
        <w:t xml:space="preserve"> :</w:t>
      </w:r>
      <w:r>
        <w:rPr>
          <w:rFonts w:hint="eastAsia"/>
          <w:rtl/>
        </w:rPr>
        <w:t>كفاركے</w:t>
      </w:r>
      <w:r>
        <w:rPr>
          <w:rtl/>
        </w:rPr>
        <w:t xml:space="preserve"> نيك عمل كا بے قدرو قيمت ہونا1،2;كفار كے عمل كا ضائع ہونا 2،8;كفار كى اخروى محروميت 8</w:t>
      </w:r>
    </w:p>
    <w:p w:rsidR="001F628F" w:rsidRDefault="001F628F" w:rsidP="002B711F">
      <w:pPr>
        <w:pStyle w:val="libNormal"/>
        <w:rPr>
          <w:rtl/>
        </w:rPr>
      </w:pPr>
      <w:r>
        <w:rPr>
          <w:rFonts w:hint="eastAsia"/>
          <w:rtl/>
        </w:rPr>
        <w:t>كفر</w:t>
      </w:r>
      <w:r>
        <w:rPr>
          <w:rtl/>
        </w:rPr>
        <w:t xml:space="preserve"> :</w:t>
      </w:r>
      <w:r>
        <w:rPr>
          <w:rFonts w:hint="eastAsia"/>
          <w:rtl/>
        </w:rPr>
        <w:t>ربوبيت</w:t>
      </w:r>
      <w:r>
        <w:rPr>
          <w:rtl/>
        </w:rPr>
        <w:t xml:space="preserve"> خداوند سے كفر11</w:t>
      </w:r>
    </w:p>
    <w:p w:rsidR="001F628F" w:rsidRDefault="001F628F" w:rsidP="002B711F">
      <w:pPr>
        <w:pStyle w:val="libNormal"/>
        <w:rPr>
          <w:rtl/>
        </w:rPr>
      </w:pPr>
      <w:r>
        <w:rPr>
          <w:rFonts w:hint="eastAsia"/>
          <w:rtl/>
        </w:rPr>
        <w:t>كفران</w:t>
      </w:r>
      <w:r>
        <w:rPr>
          <w:rtl/>
        </w:rPr>
        <w:t xml:space="preserve"> نعمت:</w:t>
      </w:r>
      <w:r>
        <w:rPr>
          <w:rFonts w:hint="eastAsia"/>
          <w:rtl/>
        </w:rPr>
        <w:t>كفران</w:t>
      </w:r>
      <w:r>
        <w:rPr>
          <w:rtl/>
        </w:rPr>
        <w:t xml:space="preserve"> نعمت كا ناپسنديد ہ ہونا 6</w:t>
      </w:r>
    </w:p>
    <w:p w:rsidR="001F628F" w:rsidRDefault="001F628F" w:rsidP="002B711F">
      <w:pPr>
        <w:pStyle w:val="libNormal"/>
        <w:rPr>
          <w:rtl/>
        </w:rPr>
      </w:pPr>
      <w:r>
        <w:rPr>
          <w:rFonts w:hint="eastAsia"/>
          <w:rtl/>
        </w:rPr>
        <w:t>گمراہى</w:t>
      </w:r>
      <w:r>
        <w:rPr>
          <w:rtl/>
        </w:rPr>
        <w:t xml:space="preserve"> :</w:t>
      </w:r>
      <w:r>
        <w:rPr>
          <w:rFonts w:hint="eastAsia"/>
          <w:rtl/>
        </w:rPr>
        <w:t>گمراہى</w:t>
      </w:r>
      <w:r>
        <w:rPr>
          <w:rtl/>
        </w:rPr>
        <w:t xml:space="preserve"> كے مراتب 12;گمراہى كے موارد 11</w:t>
      </w:r>
    </w:p>
    <w:p w:rsidR="001F628F" w:rsidRDefault="001F628F" w:rsidP="002B711F">
      <w:pPr>
        <w:pStyle w:val="libNormal"/>
        <w:rPr>
          <w:rtl/>
        </w:rPr>
      </w:pPr>
      <w:r>
        <w:rPr>
          <w:rFonts w:hint="eastAsia"/>
          <w:rtl/>
        </w:rPr>
        <w:t>مربي</w:t>
      </w:r>
      <w:r>
        <w:rPr>
          <w:rtl/>
        </w:rPr>
        <w:t>:</w:t>
      </w:r>
      <w:r>
        <w:rPr>
          <w:rFonts w:hint="eastAsia"/>
          <w:rtl/>
        </w:rPr>
        <w:t>مربى</w:t>
      </w:r>
      <w:r>
        <w:rPr>
          <w:rtl/>
        </w:rPr>
        <w:t xml:space="preserve"> كى ناشكرى كرنا 6</w:t>
      </w:r>
    </w:p>
    <w:p w:rsidR="001F628F" w:rsidRDefault="002B711F" w:rsidP="002B711F">
      <w:pPr>
        <w:pStyle w:val="Heading2Center"/>
        <w:rPr>
          <w:rtl/>
        </w:rPr>
      </w:pPr>
      <w:bookmarkStart w:id="19" w:name="_Toc28081697"/>
      <w:r>
        <w:rPr>
          <w:rFonts w:hint="cs"/>
          <w:rtl/>
        </w:rPr>
        <w:t>آیت 19</w:t>
      </w:r>
      <w:bookmarkEnd w:id="19"/>
    </w:p>
    <w:p w:rsidR="001F628F" w:rsidRDefault="00E260F9" w:rsidP="002B711F">
      <w:pPr>
        <w:pStyle w:val="libNormal"/>
        <w:rPr>
          <w:rtl/>
        </w:rPr>
      </w:pPr>
      <w:r w:rsidRPr="00E260F9">
        <w:rPr>
          <w:rStyle w:val="libAlaemChar"/>
          <w:rFonts w:hint="eastAsia"/>
          <w:rtl/>
        </w:rPr>
        <w:t>(</w:t>
      </w:r>
      <w:r w:rsidRPr="002B711F">
        <w:rPr>
          <w:rStyle w:val="libAieChar"/>
          <w:rFonts w:hint="eastAsia"/>
          <w:rtl/>
        </w:rPr>
        <w:t>أَلَمْ</w:t>
      </w:r>
      <w:r w:rsidRPr="002B711F">
        <w:rPr>
          <w:rStyle w:val="libAieChar"/>
          <w:rtl/>
        </w:rPr>
        <w:t xml:space="preserve"> تَرَ أَنَّ اللّهَ خَلَقَ السَّمَاوَاتِ وَالأَرْضَ بِالْحقِّ إِن يَشَأْ يُذْهِبْكُمْ وَيَأْتِ بِخَلْقٍ جَدِيدٍ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تم نے نہي</w:t>
      </w:r>
      <w:r w:rsidR="00083993">
        <w:rPr>
          <w:rtl/>
        </w:rPr>
        <w:t xml:space="preserve">ں </w:t>
      </w:r>
      <w:r>
        <w:rPr>
          <w:rtl/>
        </w:rPr>
        <w:t>ديكھا كہ اللہ نے زمين اور آسمانو</w:t>
      </w:r>
      <w:r w:rsidR="00083993">
        <w:rPr>
          <w:rtl/>
        </w:rPr>
        <w:t xml:space="preserve">ں </w:t>
      </w:r>
      <w:r>
        <w:rPr>
          <w:rtl/>
        </w:rPr>
        <w:t>كو برحق كياہے وہ چاہے تو تم كو فنا كركے ايك نئي مخلوق كولاسكتاہے_</w:t>
      </w:r>
    </w:p>
    <w:p w:rsidR="001F628F" w:rsidRDefault="001F628F" w:rsidP="001F628F">
      <w:pPr>
        <w:pStyle w:val="libNormal"/>
        <w:rPr>
          <w:rtl/>
        </w:rPr>
      </w:pPr>
      <w:r>
        <w:rPr>
          <w:rtl/>
        </w:rPr>
        <w:t>1_ خداوند تعالى نے اسمانو</w:t>
      </w:r>
      <w:r w:rsidR="00083993">
        <w:rPr>
          <w:rtl/>
        </w:rPr>
        <w:t xml:space="preserve">ں </w:t>
      </w:r>
      <w:r>
        <w:rPr>
          <w:rtl/>
        </w:rPr>
        <w:t>اور زمين كو با مقصد اور حكمت كى بنياد پر خلق كيا ہے_</w:t>
      </w:r>
    </w:p>
    <w:p w:rsidR="002B711F" w:rsidRDefault="002B711F" w:rsidP="002B711F">
      <w:pPr>
        <w:pStyle w:val="libArabic"/>
        <w:rPr>
          <w:rtl/>
        </w:rPr>
      </w:pPr>
      <w:r>
        <w:rPr>
          <w:rFonts w:hint="eastAsia"/>
          <w:rtl/>
        </w:rPr>
        <w:t>ا</w:t>
      </w:r>
      <w:r>
        <w:rPr>
          <w:rtl/>
        </w:rPr>
        <w:t xml:space="preserve"> لم ترا ن الله خلق السموت والا رض بالحق</w:t>
      </w:r>
    </w:p>
    <w:p w:rsidR="002B711F" w:rsidRDefault="002B711F" w:rsidP="002B711F">
      <w:pPr>
        <w:pStyle w:val="libNormal"/>
        <w:rPr>
          <w:rtl/>
        </w:rPr>
      </w:pPr>
      <w:r>
        <w:rPr>
          <w:rtl/>
        </w:rPr>
        <w:t>''حق'' باطل (لغو)كے مقابلے ميں استعمال ہوتا ہے اور اس سے مراد يہ ہے كہ حق كا فاعل اپنے كام كو پسنديدہ مقصد كى خاطر انجام ديتا ہے _</w:t>
      </w:r>
    </w:p>
    <w:p w:rsidR="002B711F" w:rsidRDefault="002B711F" w:rsidP="002B711F">
      <w:pPr>
        <w:pStyle w:val="libNormal"/>
        <w:rPr>
          <w:rtl/>
        </w:rPr>
      </w:pPr>
      <w:r>
        <w:rPr>
          <w:rtl/>
        </w:rPr>
        <w:t>2_خلقت كے با مقصد ہونے كا پتہ لگانے كے لئے خداوند متعال كالوگوں كو اسكے گہرے مطالعہ كى دعوت دينا_</w:t>
      </w:r>
    </w:p>
    <w:p w:rsidR="002B711F" w:rsidRDefault="002B711F" w:rsidP="002B711F">
      <w:pPr>
        <w:pStyle w:val="libArabic"/>
        <w:rPr>
          <w:rtl/>
        </w:rPr>
      </w:pPr>
      <w:r>
        <w:rPr>
          <w:rFonts w:hint="eastAsia"/>
          <w:rtl/>
        </w:rPr>
        <w:t>ا</w:t>
      </w:r>
      <w:r>
        <w:rPr>
          <w:rtl/>
        </w:rPr>
        <w:t xml:space="preserve"> لم ترا ن الله خلق السموت والا رض بالحق</w:t>
      </w:r>
    </w:p>
    <w:p w:rsidR="002B711F" w:rsidRDefault="001E7F9D" w:rsidP="00F73EDE">
      <w:pPr>
        <w:pStyle w:val="libPoemTini"/>
        <w:rPr>
          <w:rtl/>
        </w:rPr>
      </w:pPr>
      <w:r>
        <w:rPr>
          <w:rtl/>
        </w:rPr>
        <w:cr/>
      </w:r>
      <w:r>
        <w:rPr>
          <w:rtl/>
        </w:rPr>
        <w:br w:type="page"/>
      </w:r>
    </w:p>
    <w:p w:rsidR="001F628F" w:rsidRDefault="001F628F" w:rsidP="002B711F">
      <w:pPr>
        <w:pStyle w:val="libNormal"/>
        <w:rPr>
          <w:rtl/>
        </w:rPr>
      </w:pPr>
      <w:r>
        <w:rPr>
          <w:rtl/>
        </w:rPr>
        <w:lastRenderedPageBreak/>
        <w:t>3_عالم خلقت بے فائدہ اور عبث نہي</w:t>
      </w:r>
      <w:r w:rsidR="00083993">
        <w:rPr>
          <w:rtl/>
        </w:rPr>
        <w:t xml:space="preserve">ں </w:t>
      </w:r>
      <w:r>
        <w:rPr>
          <w:rtl/>
        </w:rPr>
        <w:t>بلكہ بامقصد ہے_</w:t>
      </w:r>
      <w:r w:rsidRPr="002B711F">
        <w:rPr>
          <w:rStyle w:val="libArabicChar"/>
          <w:rFonts w:hint="eastAsia"/>
          <w:rtl/>
        </w:rPr>
        <w:t>خلق</w:t>
      </w:r>
      <w:r w:rsidRPr="002B711F">
        <w:rPr>
          <w:rStyle w:val="libArabicChar"/>
          <w:rtl/>
        </w:rPr>
        <w:t xml:space="preserve"> السموت والا رض بالحق</w:t>
      </w:r>
    </w:p>
    <w:p w:rsidR="001F628F" w:rsidRDefault="001F628F" w:rsidP="002B711F">
      <w:pPr>
        <w:pStyle w:val="libNormal"/>
        <w:rPr>
          <w:rtl/>
        </w:rPr>
      </w:pPr>
      <w:r>
        <w:rPr>
          <w:rtl/>
        </w:rPr>
        <w:t>4_عالم خلقت كا با مقصد ہونا انسان كے لئے قابل فہم ہے_</w:t>
      </w:r>
      <w:r w:rsidRPr="002B711F">
        <w:rPr>
          <w:rStyle w:val="libArabicChar"/>
          <w:rFonts w:hint="eastAsia"/>
          <w:rtl/>
        </w:rPr>
        <w:t>ا</w:t>
      </w:r>
      <w:r w:rsidRPr="002B711F">
        <w:rPr>
          <w:rStyle w:val="libArabicChar"/>
          <w:rtl/>
        </w:rPr>
        <w:t xml:space="preserve"> لم ترا ن الله خلق السموت والا رض بالحق</w:t>
      </w:r>
    </w:p>
    <w:p w:rsidR="001F628F" w:rsidRDefault="001F628F" w:rsidP="001F628F">
      <w:pPr>
        <w:pStyle w:val="libNormal"/>
        <w:rPr>
          <w:rtl/>
        </w:rPr>
      </w:pPr>
      <w:r>
        <w:rPr>
          <w:rFonts w:hint="eastAsia"/>
          <w:rtl/>
        </w:rPr>
        <w:t>خداوند</w:t>
      </w:r>
      <w:r>
        <w:rPr>
          <w:rtl/>
        </w:rPr>
        <w:t xml:space="preserve"> متعال نے اسمانو</w:t>
      </w:r>
      <w:r w:rsidR="00083993">
        <w:rPr>
          <w:rtl/>
        </w:rPr>
        <w:t xml:space="preserve">ں </w:t>
      </w:r>
      <w:r>
        <w:rPr>
          <w:rtl/>
        </w:rPr>
        <w:t>اور زمين كے مطالعہ كى دعوت دينے كے لئے مادئہ ''رؤيت''سے ''الم تر''كے جملے سے استفادہ كيا ہے كہ جو استفہام انكارى ہے_مفسرين كے مطابق اس سے مراد يقينى علم اور اگاہى حاصل كرنا ہے اوريہ بات اس مطلب كے قابل فہم ہونے كى دليل ہے_</w:t>
      </w:r>
    </w:p>
    <w:p w:rsidR="001F628F" w:rsidRDefault="001F628F" w:rsidP="002B711F">
      <w:pPr>
        <w:pStyle w:val="libNormal"/>
        <w:rPr>
          <w:rtl/>
        </w:rPr>
      </w:pPr>
      <w:r>
        <w:rPr>
          <w:rtl/>
        </w:rPr>
        <w:t>5_خلقت پر دقيق نگا ہ ،كا ئنات كے خالق كى پہچان كا ايك ذريعہ ہے_</w:t>
      </w:r>
      <w:r w:rsidRPr="002B711F">
        <w:rPr>
          <w:rStyle w:val="libArabicChar"/>
          <w:rFonts w:hint="eastAsia"/>
          <w:rtl/>
        </w:rPr>
        <w:t>ا</w:t>
      </w:r>
      <w:r w:rsidRPr="002B711F">
        <w:rPr>
          <w:rStyle w:val="libArabicChar"/>
          <w:rtl/>
        </w:rPr>
        <w:t xml:space="preserve"> لم ترا ن الله خلق السموت والا رض</w:t>
      </w:r>
    </w:p>
    <w:p w:rsidR="001F628F" w:rsidRDefault="001F628F" w:rsidP="001F628F">
      <w:pPr>
        <w:pStyle w:val="libNormal"/>
        <w:rPr>
          <w:rtl/>
        </w:rPr>
      </w:pPr>
      <w:r>
        <w:rPr>
          <w:rtl/>
        </w:rPr>
        <w:t xml:space="preserve">6_پيغمبر اكرم </w:t>
      </w:r>
      <w:r w:rsidR="00F031CD" w:rsidRPr="00F031CD">
        <w:rPr>
          <w:rStyle w:val="libAlaemChar"/>
          <w:rtl/>
        </w:rPr>
        <w:t xml:space="preserve"> صلى‌الله‌عليه‌وآله‌وسلم </w:t>
      </w:r>
      <w:r>
        <w:rPr>
          <w:rtl/>
        </w:rPr>
        <w:t xml:space="preserve"> عالم خلقت كے معارف كو درك كرنے كے سلسلے مي</w:t>
      </w:r>
      <w:r w:rsidR="00083993">
        <w:rPr>
          <w:rtl/>
        </w:rPr>
        <w:t xml:space="preserve">ں </w:t>
      </w:r>
      <w:r>
        <w:rPr>
          <w:rtl/>
        </w:rPr>
        <w:t>نمونہ عمل اور قائدانہ كردار كے حامل ہي</w:t>
      </w:r>
      <w:r w:rsidR="00083993">
        <w:rPr>
          <w:rtl/>
        </w:rPr>
        <w:t xml:space="preserve">ں </w:t>
      </w:r>
      <w:r>
        <w:rPr>
          <w:rtl/>
        </w:rPr>
        <w:t>_</w:t>
      </w:r>
    </w:p>
    <w:p w:rsidR="001F628F" w:rsidRDefault="001F628F" w:rsidP="002B711F">
      <w:pPr>
        <w:pStyle w:val="libArabic"/>
        <w:rPr>
          <w:rtl/>
        </w:rPr>
      </w:pPr>
      <w:r>
        <w:rPr>
          <w:rFonts w:hint="eastAsia"/>
          <w:rtl/>
        </w:rPr>
        <w:t>ا</w:t>
      </w:r>
      <w:r>
        <w:rPr>
          <w:rtl/>
        </w:rPr>
        <w:t xml:space="preserve"> لم ترا ن الله خلق السموت والا رض بالحق</w:t>
      </w:r>
    </w:p>
    <w:p w:rsidR="001F628F" w:rsidRDefault="001F628F" w:rsidP="001F628F">
      <w:pPr>
        <w:pStyle w:val="libNormal"/>
        <w:rPr>
          <w:rtl/>
        </w:rPr>
      </w:pPr>
      <w:r>
        <w:rPr>
          <w:rtl/>
        </w:rPr>
        <w:t>''الم تر ''كا خطاب اگر چہ ايك عمومى خطاب اور سب كے لئے ہے ليكن اس مي</w:t>
      </w:r>
      <w:r w:rsidR="00083993">
        <w:rPr>
          <w:rtl/>
        </w:rPr>
        <w:t xml:space="preserve">ں </w:t>
      </w:r>
      <w:r>
        <w:rPr>
          <w:rtl/>
        </w:rPr>
        <w:t xml:space="preserve">پيغمبر </w:t>
      </w:r>
      <w:r w:rsidR="00F031CD" w:rsidRPr="00F031CD">
        <w:rPr>
          <w:rStyle w:val="libAlaemChar"/>
          <w:rtl/>
        </w:rPr>
        <w:t xml:space="preserve"> صلى‌الله‌عليه‌وآله‌وسلم </w:t>
      </w:r>
      <w:r>
        <w:rPr>
          <w:rtl/>
        </w:rPr>
        <w:t xml:space="preserve"> كو مخاطب قرار دينا اس نكتے كى طرف اشارہ ہے كہ انحضرت </w:t>
      </w:r>
      <w:r w:rsidR="00F031CD" w:rsidRPr="00F031CD">
        <w:rPr>
          <w:rStyle w:val="libAlaemChar"/>
          <w:rtl/>
        </w:rPr>
        <w:t xml:space="preserve"> صلى‌الله‌عليه‌وآله‌وسلم </w:t>
      </w:r>
      <w:r>
        <w:rPr>
          <w:rtl/>
        </w:rPr>
        <w:t xml:space="preserve"> كائنات كے واقعيات كے ادراك اور فہم مي</w:t>
      </w:r>
      <w:r w:rsidR="00083993">
        <w:rPr>
          <w:rtl/>
        </w:rPr>
        <w:t xml:space="preserve">ں </w:t>
      </w:r>
      <w:r>
        <w:rPr>
          <w:rtl/>
        </w:rPr>
        <w:t>سب سے اگے تھے اور دوسرو</w:t>
      </w:r>
      <w:r w:rsidR="00083993">
        <w:rPr>
          <w:rtl/>
        </w:rPr>
        <w:t xml:space="preserve">ں </w:t>
      </w:r>
      <w:r>
        <w:rPr>
          <w:rtl/>
        </w:rPr>
        <w:t>كو چاہيے كہ وہ اس سلسلے مي</w:t>
      </w:r>
      <w:r w:rsidR="00083993">
        <w:rPr>
          <w:rtl/>
        </w:rPr>
        <w:t xml:space="preserve">ں </w:t>
      </w:r>
      <w:r>
        <w:rPr>
          <w:rtl/>
        </w:rPr>
        <w:t>اپ</w:t>
      </w:r>
      <w:r w:rsidR="00F031CD" w:rsidRPr="00F031CD">
        <w:rPr>
          <w:rStyle w:val="libAlaemChar"/>
          <w:rtl/>
        </w:rPr>
        <w:t xml:space="preserve"> صلى‌الله‌عليه‌وآله‌وسلم </w:t>
      </w:r>
      <w:r>
        <w:rPr>
          <w:rtl/>
        </w:rPr>
        <w:t xml:space="preserve"> كو نمونہ عمل بنائي</w:t>
      </w:r>
      <w:r w:rsidR="00083993">
        <w:rPr>
          <w:rtl/>
        </w:rPr>
        <w:t xml:space="preserve">ں </w:t>
      </w:r>
      <w:r>
        <w:rPr>
          <w:rtl/>
        </w:rPr>
        <w:t>_</w:t>
      </w:r>
    </w:p>
    <w:p w:rsidR="001F628F" w:rsidRDefault="001F628F" w:rsidP="002B711F">
      <w:pPr>
        <w:pStyle w:val="libNormal"/>
        <w:rPr>
          <w:rtl/>
        </w:rPr>
      </w:pPr>
      <w:r>
        <w:rPr>
          <w:rtl/>
        </w:rPr>
        <w:t>7_عالم خلقت مي</w:t>
      </w:r>
      <w:r w:rsidR="00083993">
        <w:rPr>
          <w:rtl/>
        </w:rPr>
        <w:t xml:space="preserve">ں </w:t>
      </w:r>
      <w:r>
        <w:rPr>
          <w:rtl/>
        </w:rPr>
        <w:t>متعدد اسمان ہي</w:t>
      </w:r>
      <w:r w:rsidR="00083993">
        <w:rPr>
          <w:rtl/>
        </w:rPr>
        <w:t xml:space="preserve">ں </w:t>
      </w:r>
      <w:r>
        <w:rPr>
          <w:rtl/>
        </w:rPr>
        <w:t>_</w:t>
      </w:r>
      <w:r w:rsidRPr="002B711F">
        <w:rPr>
          <w:rStyle w:val="libArabicChar"/>
          <w:rFonts w:hint="eastAsia"/>
          <w:rtl/>
        </w:rPr>
        <w:t>السموت</w:t>
      </w:r>
    </w:p>
    <w:p w:rsidR="001F628F" w:rsidRDefault="001F628F" w:rsidP="002B711F">
      <w:pPr>
        <w:pStyle w:val="libNormal"/>
        <w:rPr>
          <w:rtl/>
        </w:rPr>
      </w:pPr>
      <w:r>
        <w:rPr>
          <w:rtl/>
        </w:rPr>
        <w:t xml:space="preserve">8_پيغمبر اكرم </w:t>
      </w:r>
      <w:r w:rsidR="00F031CD" w:rsidRPr="00F031CD">
        <w:rPr>
          <w:rStyle w:val="libAlaemChar"/>
          <w:rtl/>
        </w:rPr>
        <w:t xml:space="preserve"> صلى‌الله‌عليه‌وآله‌وسلم </w:t>
      </w:r>
      <w:r>
        <w:rPr>
          <w:rtl/>
        </w:rPr>
        <w:t xml:space="preserve"> كے مخالف مشركين كو خداوند متعال كى جانب سے خبردار كيا گيا ہے كہ اگر ضرورت پڑى تو انہي</w:t>
      </w:r>
      <w:r w:rsidR="00083993">
        <w:rPr>
          <w:rtl/>
        </w:rPr>
        <w:t xml:space="preserve">ں </w:t>
      </w:r>
      <w:r>
        <w:rPr>
          <w:rtl/>
        </w:rPr>
        <w:t>ہلاك كركے انكى كى جگہ نئے لوگو</w:t>
      </w:r>
      <w:r w:rsidR="00083993">
        <w:rPr>
          <w:rtl/>
        </w:rPr>
        <w:t xml:space="preserve">ں </w:t>
      </w:r>
      <w:r>
        <w:rPr>
          <w:rtl/>
        </w:rPr>
        <w:t>كو لايا جائيگا_</w:t>
      </w:r>
      <w:r w:rsidRPr="002B711F">
        <w:rPr>
          <w:rStyle w:val="libArabicChar"/>
          <w:rFonts w:hint="eastAsia"/>
          <w:rtl/>
        </w:rPr>
        <w:t>ان</w:t>
      </w:r>
      <w:r w:rsidRPr="002B711F">
        <w:rPr>
          <w:rStyle w:val="libArabicChar"/>
          <w:rtl/>
        </w:rPr>
        <w:t xml:space="preserve"> يشا يذ</w:t>
      </w:r>
      <w:r w:rsidR="00B2551F" w:rsidRPr="00B2551F">
        <w:rPr>
          <w:rStyle w:val="libArabicChar"/>
          <w:rFonts w:hint="cs"/>
          <w:rtl/>
        </w:rPr>
        <w:t>ه</w:t>
      </w:r>
      <w:r w:rsidRPr="002B711F">
        <w:rPr>
          <w:rStyle w:val="libArabicChar"/>
          <w:rFonts w:hint="cs"/>
          <w:rtl/>
        </w:rPr>
        <w:t>بكم</w:t>
      </w:r>
      <w:r w:rsidRPr="002B711F">
        <w:rPr>
          <w:rStyle w:val="libArabicChar"/>
          <w:rtl/>
        </w:rPr>
        <w:t xml:space="preserve"> </w:t>
      </w:r>
      <w:r w:rsidRPr="002B711F">
        <w:rPr>
          <w:rStyle w:val="libArabicChar"/>
          <w:rFonts w:hint="cs"/>
          <w:rtl/>
        </w:rPr>
        <w:t>ويا</w:t>
      </w:r>
      <w:r w:rsidRPr="002B711F">
        <w:rPr>
          <w:rStyle w:val="libArabicChar"/>
          <w:rtl/>
        </w:rPr>
        <w:t xml:space="preserve"> </w:t>
      </w:r>
      <w:r w:rsidRPr="002B711F">
        <w:rPr>
          <w:rStyle w:val="libArabicChar"/>
          <w:rFonts w:hint="cs"/>
          <w:rtl/>
        </w:rPr>
        <w:t>ت</w:t>
      </w:r>
      <w:r w:rsidRPr="002B711F">
        <w:rPr>
          <w:rStyle w:val="libArabicChar"/>
          <w:rtl/>
        </w:rPr>
        <w:t xml:space="preserve"> </w:t>
      </w:r>
      <w:r w:rsidRPr="002B711F">
        <w:rPr>
          <w:rStyle w:val="libArabicChar"/>
          <w:rFonts w:hint="cs"/>
          <w:rtl/>
        </w:rPr>
        <w:t>بخل</w:t>
      </w:r>
      <w:r w:rsidRPr="002B711F">
        <w:rPr>
          <w:rStyle w:val="libArabicChar"/>
          <w:rtl/>
        </w:rPr>
        <w:t>ق جديد</w:t>
      </w:r>
    </w:p>
    <w:p w:rsidR="001F628F" w:rsidRDefault="001F628F" w:rsidP="001F628F">
      <w:pPr>
        <w:pStyle w:val="libNormal"/>
        <w:rPr>
          <w:rtl/>
        </w:rPr>
      </w:pPr>
      <w:r>
        <w:rPr>
          <w:rtl/>
        </w:rPr>
        <w:t>9_ايك گروہ كى جگہ دوسرے گروہ كو لا كر اقوام اور انكى معاشرتى بنيادو</w:t>
      </w:r>
      <w:r w:rsidR="00083993">
        <w:rPr>
          <w:rtl/>
        </w:rPr>
        <w:t xml:space="preserve">ں </w:t>
      </w:r>
      <w:r>
        <w:rPr>
          <w:rtl/>
        </w:rPr>
        <w:t>كو تبديل كرنا ،مشيت الہى سے مربوط ہے _</w:t>
      </w:r>
    </w:p>
    <w:p w:rsidR="001F628F" w:rsidRDefault="001F628F" w:rsidP="002B711F">
      <w:pPr>
        <w:pStyle w:val="libArabic"/>
        <w:rPr>
          <w:rtl/>
        </w:rPr>
      </w:pPr>
      <w:r>
        <w:rPr>
          <w:rFonts w:hint="eastAsia"/>
          <w:rtl/>
        </w:rPr>
        <w:t>ان</w:t>
      </w:r>
      <w:r>
        <w:rPr>
          <w:rtl/>
        </w:rPr>
        <w:t xml:space="preserve"> يشا يذ</w:t>
      </w:r>
      <w:r w:rsidR="00B2551F" w:rsidRPr="00B2551F">
        <w:rPr>
          <w:rFonts w:hint="cs"/>
          <w:rtl/>
        </w:rPr>
        <w:t>ه</w:t>
      </w:r>
      <w:r>
        <w:rPr>
          <w:rFonts w:hint="cs"/>
          <w:rtl/>
        </w:rPr>
        <w:t>بكم</w:t>
      </w:r>
      <w:r>
        <w:rPr>
          <w:rtl/>
        </w:rPr>
        <w:t xml:space="preserve"> </w:t>
      </w:r>
      <w:r>
        <w:rPr>
          <w:rFonts w:hint="cs"/>
          <w:rtl/>
        </w:rPr>
        <w:t>ويا</w:t>
      </w:r>
      <w:r>
        <w:rPr>
          <w:rtl/>
        </w:rPr>
        <w:t xml:space="preserve"> </w:t>
      </w:r>
      <w:r>
        <w:rPr>
          <w:rFonts w:hint="cs"/>
          <w:rtl/>
        </w:rPr>
        <w:t>ت</w:t>
      </w:r>
      <w:r>
        <w:rPr>
          <w:rtl/>
        </w:rPr>
        <w:t xml:space="preserve"> </w:t>
      </w:r>
      <w:r>
        <w:rPr>
          <w:rFonts w:hint="cs"/>
          <w:rtl/>
        </w:rPr>
        <w:t>بخلق</w:t>
      </w:r>
      <w:r>
        <w:rPr>
          <w:rtl/>
        </w:rPr>
        <w:t xml:space="preserve"> جديد</w:t>
      </w:r>
    </w:p>
    <w:p w:rsidR="001F628F" w:rsidRDefault="001F628F" w:rsidP="001F628F">
      <w:pPr>
        <w:pStyle w:val="libNormal"/>
        <w:rPr>
          <w:rtl/>
        </w:rPr>
      </w:pPr>
      <w:r>
        <w:rPr>
          <w:rtl/>
        </w:rPr>
        <w:t>10_خداوند متعال مي</w:t>
      </w:r>
      <w:r w:rsidR="00083993">
        <w:rPr>
          <w:rtl/>
        </w:rPr>
        <w:t xml:space="preserve">ں </w:t>
      </w:r>
      <w:r>
        <w:rPr>
          <w:rtl/>
        </w:rPr>
        <w:t>مخلوقات كو خلق كرنے اور ايك كى جگہ دوسرے كو لانے كى مكمل قدرت موجود ہے_</w:t>
      </w:r>
    </w:p>
    <w:p w:rsidR="001F628F" w:rsidRDefault="001F628F" w:rsidP="002B711F">
      <w:pPr>
        <w:pStyle w:val="libArabic"/>
        <w:rPr>
          <w:rtl/>
        </w:rPr>
      </w:pPr>
      <w:r>
        <w:rPr>
          <w:rFonts w:hint="eastAsia"/>
          <w:rtl/>
        </w:rPr>
        <w:t>ا</w:t>
      </w:r>
      <w:r>
        <w:rPr>
          <w:rtl/>
        </w:rPr>
        <w:t xml:space="preserve"> لم ترا ن الله خلق السموت والا رض بالحقّ ان يشا يذ</w:t>
      </w:r>
      <w:r w:rsidR="00B2551F" w:rsidRPr="00B2551F">
        <w:rPr>
          <w:rFonts w:hint="cs"/>
          <w:rtl/>
        </w:rPr>
        <w:t>ه</w:t>
      </w:r>
      <w:r>
        <w:rPr>
          <w:rFonts w:hint="cs"/>
          <w:rtl/>
        </w:rPr>
        <w:t>بكم</w:t>
      </w:r>
      <w:r>
        <w:rPr>
          <w:rtl/>
        </w:rPr>
        <w:t xml:space="preserve"> </w:t>
      </w:r>
      <w:r>
        <w:rPr>
          <w:rFonts w:hint="cs"/>
          <w:rtl/>
        </w:rPr>
        <w:t>ويا</w:t>
      </w:r>
      <w:r>
        <w:rPr>
          <w:rtl/>
        </w:rPr>
        <w:t xml:space="preserve"> </w:t>
      </w:r>
      <w:r>
        <w:rPr>
          <w:rFonts w:hint="cs"/>
          <w:rtl/>
        </w:rPr>
        <w:t>ت</w:t>
      </w:r>
      <w:r>
        <w:rPr>
          <w:rtl/>
        </w:rPr>
        <w:t xml:space="preserve"> </w:t>
      </w:r>
      <w:r>
        <w:rPr>
          <w:rFonts w:hint="cs"/>
          <w:rtl/>
        </w:rPr>
        <w:t>بخل</w:t>
      </w:r>
      <w:r>
        <w:rPr>
          <w:rtl/>
        </w:rPr>
        <w:t>ق جديد</w:t>
      </w:r>
    </w:p>
    <w:p w:rsidR="002B711F" w:rsidRDefault="001E7F9D" w:rsidP="00F73EDE">
      <w:pPr>
        <w:pStyle w:val="libPoemTini"/>
        <w:rPr>
          <w:rtl/>
        </w:rPr>
      </w:pPr>
      <w:r>
        <w:rPr>
          <w:rtl/>
        </w:rPr>
        <w:br w:type="page"/>
      </w:r>
    </w:p>
    <w:p w:rsidR="001F628F" w:rsidRDefault="001F628F" w:rsidP="002B711F">
      <w:pPr>
        <w:pStyle w:val="libNormal"/>
        <w:rPr>
          <w:rtl/>
        </w:rPr>
      </w:pPr>
      <w:r>
        <w:rPr>
          <w:rtl/>
        </w:rPr>
        <w:lastRenderedPageBreak/>
        <w:t>11_اسمانو</w:t>
      </w:r>
      <w:r w:rsidR="00083993">
        <w:rPr>
          <w:rtl/>
        </w:rPr>
        <w:t xml:space="preserve">ں </w:t>
      </w:r>
      <w:r>
        <w:rPr>
          <w:rtl/>
        </w:rPr>
        <w:t>اور زمين كوخلق كرنا ،انسانو</w:t>
      </w:r>
      <w:r w:rsidR="00083993">
        <w:rPr>
          <w:rtl/>
        </w:rPr>
        <w:t xml:space="preserve">ں </w:t>
      </w:r>
      <w:r>
        <w:rPr>
          <w:rtl/>
        </w:rPr>
        <w:t>كو زندگى عطاكرنے اور موت دينے سے كہي</w:t>
      </w:r>
      <w:r w:rsidR="00083993">
        <w:rPr>
          <w:rtl/>
        </w:rPr>
        <w:t xml:space="preserve">ں </w:t>
      </w:r>
      <w:r>
        <w:rPr>
          <w:rtl/>
        </w:rPr>
        <w:t>زيادہ عظمت ركھتا ہے _</w:t>
      </w:r>
    </w:p>
    <w:p w:rsidR="001F628F" w:rsidRDefault="001F628F" w:rsidP="002B711F">
      <w:pPr>
        <w:pStyle w:val="libArabic"/>
        <w:rPr>
          <w:rtl/>
        </w:rPr>
      </w:pPr>
      <w:r>
        <w:rPr>
          <w:rFonts w:hint="eastAsia"/>
          <w:rtl/>
        </w:rPr>
        <w:t>ا</w:t>
      </w:r>
      <w:r>
        <w:rPr>
          <w:rtl/>
        </w:rPr>
        <w:t xml:space="preserve"> لم ترا ن الله خلق السموت والا رض بالحقّ ان يشا يذ</w:t>
      </w:r>
      <w:r w:rsidR="00B2551F" w:rsidRPr="00B2551F">
        <w:rPr>
          <w:rFonts w:hint="cs"/>
          <w:rtl/>
        </w:rPr>
        <w:t>ه</w:t>
      </w:r>
      <w:r>
        <w:rPr>
          <w:rFonts w:hint="cs"/>
          <w:rtl/>
        </w:rPr>
        <w:t>بكم</w:t>
      </w:r>
      <w:r>
        <w:rPr>
          <w:rtl/>
        </w:rPr>
        <w:t xml:space="preserve"> </w:t>
      </w:r>
      <w:r>
        <w:rPr>
          <w:rFonts w:hint="cs"/>
          <w:rtl/>
        </w:rPr>
        <w:t>ويا</w:t>
      </w:r>
      <w:r>
        <w:rPr>
          <w:rtl/>
        </w:rPr>
        <w:t xml:space="preserve"> </w:t>
      </w:r>
      <w:r>
        <w:rPr>
          <w:rFonts w:hint="cs"/>
          <w:rtl/>
        </w:rPr>
        <w:t>ت</w:t>
      </w:r>
      <w:r>
        <w:rPr>
          <w:rtl/>
        </w:rPr>
        <w:t xml:space="preserve"> </w:t>
      </w:r>
      <w:r>
        <w:rPr>
          <w:rFonts w:hint="cs"/>
          <w:rtl/>
        </w:rPr>
        <w:t>بخلق</w:t>
      </w:r>
      <w:r>
        <w:rPr>
          <w:rtl/>
        </w:rPr>
        <w:t xml:space="preserve"> </w:t>
      </w:r>
      <w:r>
        <w:rPr>
          <w:rFonts w:hint="cs"/>
          <w:rtl/>
        </w:rPr>
        <w:t>جديد</w:t>
      </w:r>
    </w:p>
    <w:p w:rsidR="001F628F" w:rsidRDefault="001F628F" w:rsidP="001F628F">
      <w:pPr>
        <w:pStyle w:val="libNormal"/>
        <w:rPr>
          <w:rtl/>
        </w:rPr>
      </w:pPr>
      <w:r>
        <w:rPr>
          <w:rtl/>
        </w:rPr>
        <w:t>12_اسمانو</w:t>
      </w:r>
      <w:r w:rsidR="00083993">
        <w:rPr>
          <w:rtl/>
        </w:rPr>
        <w:t xml:space="preserve">ں </w:t>
      </w:r>
      <w:r>
        <w:rPr>
          <w:rtl/>
        </w:rPr>
        <w:t>اور زمين كى خلقت ،قيامت كے دن مردو</w:t>
      </w:r>
      <w:r w:rsidR="00083993">
        <w:rPr>
          <w:rtl/>
        </w:rPr>
        <w:t xml:space="preserve">ں </w:t>
      </w:r>
      <w:r>
        <w:rPr>
          <w:rtl/>
        </w:rPr>
        <w:t>كو زندہ كرنے پر قدرت خدا وند (معاد) كا ايك نمونہ ہے_*</w:t>
      </w:r>
    </w:p>
    <w:p w:rsidR="001F628F" w:rsidRDefault="001F628F" w:rsidP="002B711F">
      <w:pPr>
        <w:pStyle w:val="libArabic"/>
        <w:rPr>
          <w:rtl/>
        </w:rPr>
      </w:pPr>
      <w:r>
        <w:rPr>
          <w:rFonts w:hint="eastAsia"/>
          <w:rtl/>
        </w:rPr>
        <w:t>ا</w:t>
      </w:r>
      <w:r>
        <w:rPr>
          <w:rtl/>
        </w:rPr>
        <w:t xml:space="preserve"> لم ترا ن الله خلق السموت والا رض بالحقّ ان يشا يذ</w:t>
      </w:r>
      <w:r w:rsidR="00B2551F" w:rsidRPr="00B2551F">
        <w:rPr>
          <w:rFonts w:hint="cs"/>
          <w:rtl/>
        </w:rPr>
        <w:t>ه</w:t>
      </w:r>
      <w:r>
        <w:rPr>
          <w:rFonts w:hint="cs"/>
          <w:rtl/>
        </w:rPr>
        <w:t>بكم</w:t>
      </w:r>
      <w:r>
        <w:rPr>
          <w:rtl/>
        </w:rPr>
        <w:t xml:space="preserve"> </w:t>
      </w:r>
      <w:r>
        <w:rPr>
          <w:rFonts w:hint="cs"/>
          <w:rtl/>
        </w:rPr>
        <w:t>ويا</w:t>
      </w:r>
      <w:r>
        <w:rPr>
          <w:rtl/>
        </w:rPr>
        <w:t xml:space="preserve"> </w:t>
      </w:r>
      <w:r>
        <w:rPr>
          <w:rFonts w:hint="cs"/>
          <w:rtl/>
        </w:rPr>
        <w:t>ت</w:t>
      </w:r>
      <w:r>
        <w:rPr>
          <w:rtl/>
        </w:rPr>
        <w:t xml:space="preserve"> </w:t>
      </w:r>
      <w:r>
        <w:rPr>
          <w:rFonts w:hint="cs"/>
          <w:rtl/>
        </w:rPr>
        <w:t>بخلق</w:t>
      </w:r>
      <w:r>
        <w:rPr>
          <w:rtl/>
        </w:rPr>
        <w:t xml:space="preserve"> </w:t>
      </w:r>
      <w:r>
        <w:rPr>
          <w:rFonts w:hint="cs"/>
          <w:rtl/>
        </w:rPr>
        <w:t>جديد</w:t>
      </w:r>
    </w:p>
    <w:p w:rsidR="001F628F" w:rsidRDefault="001F628F" w:rsidP="001F628F">
      <w:pPr>
        <w:pStyle w:val="libNormal"/>
        <w:rPr>
          <w:rtl/>
        </w:rPr>
      </w:pPr>
      <w:r>
        <w:rPr>
          <w:rFonts w:hint="eastAsia"/>
          <w:rtl/>
        </w:rPr>
        <w:t>يہ</w:t>
      </w:r>
      <w:r>
        <w:rPr>
          <w:rtl/>
        </w:rPr>
        <w:t xml:space="preserve"> مطلب اس احتمال پر مبنى ہے كہ جب يہ ايت مسئلہ معاد اور اس پر قدرت خداوند كے اثبات كو پيش كر رہى ہو_اس سے پہلے والى آيت بھى اس مطلب پر قرينہ ہو سكتى ہے كہ جس مي</w:t>
      </w:r>
      <w:r w:rsidR="00083993">
        <w:rPr>
          <w:rtl/>
        </w:rPr>
        <w:t xml:space="preserve">ں </w:t>
      </w:r>
      <w:r>
        <w:rPr>
          <w:rtl/>
        </w:rPr>
        <w:t>كفار كى اخروى سزا اور انكے اعمال كے ضائع ہو نے كو بيان كيا گيا ہے _</w:t>
      </w:r>
    </w:p>
    <w:p w:rsidR="001F628F" w:rsidRPr="002B711F" w:rsidRDefault="001F628F" w:rsidP="002B711F">
      <w:pPr>
        <w:pStyle w:val="libNormal"/>
        <w:rPr>
          <w:rStyle w:val="libArabicChar"/>
          <w:rtl/>
        </w:rPr>
      </w:pPr>
      <w:r>
        <w:rPr>
          <w:rtl/>
        </w:rPr>
        <w:t>13_اسمانو</w:t>
      </w:r>
      <w:r w:rsidR="00083993">
        <w:rPr>
          <w:rtl/>
        </w:rPr>
        <w:t xml:space="preserve">ں </w:t>
      </w:r>
      <w:r>
        <w:rPr>
          <w:rtl/>
        </w:rPr>
        <w:t>اور زمين (كائنات ) كى خلقت ،كفار كو عذاب دينے اور ان كے اعمال كے ضائع كرنے پر خداوند متعال كے قادر ہو نے كى دليل ہے_</w:t>
      </w:r>
      <w:r w:rsidRPr="002B711F">
        <w:rPr>
          <w:rStyle w:val="libArabicChar"/>
          <w:rFonts w:hint="eastAsia"/>
          <w:rtl/>
        </w:rPr>
        <w:t>من</w:t>
      </w:r>
      <w:r w:rsidRPr="002B711F">
        <w:rPr>
          <w:rStyle w:val="libArabicChar"/>
          <w:rtl/>
        </w:rPr>
        <w:t xml:space="preserve"> ورائ</w:t>
      </w:r>
      <w:r w:rsidR="00B2551F" w:rsidRPr="00B2551F">
        <w:rPr>
          <w:rStyle w:val="libArabicChar"/>
          <w:rFonts w:hint="cs"/>
          <w:rtl/>
        </w:rPr>
        <w:t>ه</w:t>
      </w:r>
      <w:r w:rsidRPr="002B711F">
        <w:rPr>
          <w:rStyle w:val="libArabicChar"/>
          <w:rtl/>
        </w:rPr>
        <w:t xml:space="preserve"> </w:t>
      </w:r>
      <w:r w:rsidRPr="002B711F">
        <w:rPr>
          <w:rStyle w:val="libArabicChar"/>
          <w:rFonts w:hint="cs"/>
          <w:rtl/>
        </w:rPr>
        <w:t>ج</w:t>
      </w:r>
      <w:r w:rsidR="00B2551F" w:rsidRPr="00B2551F">
        <w:rPr>
          <w:rStyle w:val="libArabicChar"/>
          <w:rFonts w:hint="cs"/>
          <w:rtl/>
        </w:rPr>
        <w:t>ه</w:t>
      </w:r>
      <w:r w:rsidRPr="002B711F">
        <w:rPr>
          <w:rStyle w:val="libArabicChar"/>
          <w:rFonts w:hint="cs"/>
          <w:rtl/>
        </w:rPr>
        <w:t>نّم</w:t>
      </w:r>
      <w:r w:rsidRPr="002B711F">
        <w:rPr>
          <w:rStyle w:val="libArabicChar"/>
          <w:rtl/>
        </w:rPr>
        <w:t xml:space="preserve"> ...</w:t>
      </w:r>
      <w:r w:rsidRPr="002B711F">
        <w:rPr>
          <w:rStyle w:val="libArabicChar"/>
          <w:rFonts w:hint="cs"/>
          <w:rtl/>
        </w:rPr>
        <w:t>مثل</w:t>
      </w:r>
      <w:r w:rsidRPr="002B711F">
        <w:rPr>
          <w:rStyle w:val="libArabicChar"/>
          <w:rtl/>
        </w:rPr>
        <w:t xml:space="preserve"> </w:t>
      </w:r>
      <w:r w:rsidRPr="002B711F">
        <w:rPr>
          <w:rStyle w:val="libArabicChar"/>
          <w:rFonts w:hint="cs"/>
          <w:rtl/>
        </w:rPr>
        <w:t>الذين</w:t>
      </w:r>
      <w:r w:rsidRPr="002B711F">
        <w:rPr>
          <w:rStyle w:val="libArabicChar"/>
          <w:rtl/>
        </w:rPr>
        <w:t xml:space="preserve"> </w:t>
      </w:r>
      <w:r w:rsidRPr="002B711F">
        <w:rPr>
          <w:rStyle w:val="libArabicChar"/>
          <w:rFonts w:hint="cs"/>
          <w:rtl/>
        </w:rPr>
        <w:t>كفروا</w:t>
      </w:r>
      <w:r w:rsidRPr="002B711F">
        <w:rPr>
          <w:rStyle w:val="libArabicChar"/>
          <w:rtl/>
        </w:rPr>
        <w:t xml:space="preserve"> بربّ</w:t>
      </w:r>
      <w:r w:rsidR="00B2551F" w:rsidRPr="00B2551F">
        <w:rPr>
          <w:rStyle w:val="libArabicChar"/>
          <w:rFonts w:hint="cs"/>
          <w:rtl/>
        </w:rPr>
        <w:t>ه</w:t>
      </w:r>
      <w:r w:rsidRPr="002B711F">
        <w:rPr>
          <w:rStyle w:val="libArabicChar"/>
          <w:rFonts w:hint="cs"/>
          <w:rtl/>
        </w:rPr>
        <w:t>م</w:t>
      </w:r>
      <w:r w:rsidRPr="002B711F">
        <w:rPr>
          <w:rStyle w:val="libArabicChar"/>
          <w:rtl/>
        </w:rPr>
        <w:t xml:space="preserve"> </w:t>
      </w:r>
      <w:r w:rsidRPr="002B711F">
        <w:rPr>
          <w:rStyle w:val="libArabicChar"/>
          <w:rFonts w:hint="cs"/>
          <w:rtl/>
        </w:rPr>
        <w:t>ا</w:t>
      </w:r>
      <w:r w:rsidRPr="002B711F">
        <w:rPr>
          <w:rStyle w:val="libArabicChar"/>
          <w:rtl/>
        </w:rPr>
        <w:t xml:space="preserve"> </w:t>
      </w:r>
      <w:r w:rsidRPr="002B711F">
        <w:rPr>
          <w:rStyle w:val="libArabicChar"/>
          <w:rFonts w:hint="cs"/>
          <w:rtl/>
        </w:rPr>
        <w:t>عمل</w:t>
      </w:r>
      <w:r w:rsidR="00B2551F" w:rsidRPr="00B2551F">
        <w:rPr>
          <w:rStyle w:val="libArabicChar"/>
          <w:rFonts w:hint="cs"/>
          <w:rtl/>
        </w:rPr>
        <w:t>ه</w:t>
      </w:r>
      <w:r w:rsidRPr="002B711F">
        <w:rPr>
          <w:rStyle w:val="libArabicChar"/>
          <w:rFonts w:hint="cs"/>
          <w:rtl/>
        </w:rPr>
        <w:t>م</w:t>
      </w:r>
      <w:r w:rsidRPr="002B711F">
        <w:rPr>
          <w:rStyle w:val="libArabicChar"/>
          <w:rtl/>
        </w:rPr>
        <w:t xml:space="preserve"> </w:t>
      </w:r>
      <w:r w:rsidRPr="002B711F">
        <w:rPr>
          <w:rStyle w:val="libArabicChar"/>
          <w:rFonts w:hint="cs"/>
          <w:rtl/>
        </w:rPr>
        <w:t>كرماد</w:t>
      </w:r>
      <w:r w:rsidRPr="002B711F">
        <w:rPr>
          <w:rStyle w:val="libArabicChar"/>
          <w:rtl/>
        </w:rPr>
        <w:t xml:space="preserve"> </w:t>
      </w:r>
      <w:r w:rsidRPr="002B711F">
        <w:rPr>
          <w:rStyle w:val="libArabicChar"/>
          <w:rFonts w:hint="cs"/>
          <w:rtl/>
        </w:rPr>
        <w:t>اشتدّت</w:t>
      </w:r>
      <w:r w:rsidRPr="002B711F">
        <w:rPr>
          <w:rStyle w:val="libArabicChar"/>
          <w:rtl/>
        </w:rPr>
        <w:t xml:space="preserve"> </w:t>
      </w:r>
      <w:r w:rsidRPr="002B711F">
        <w:rPr>
          <w:rStyle w:val="libArabicChar"/>
          <w:rFonts w:hint="cs"/>
          <w:rtl/>
        </w:rPr>
        <w:t>ب</w:t>
      </w:r>
      <w:r w:rsidR="00B2551F" w:rsidRPr="00B2551F">
        <w:rPr>
          <w:rStyle w:val="libArabicChar"/>
          <w:rFonts w:hint="cs"/>
          <w:rtl/>
        </w:rPr>
        <w:t>ه</w:t>
      </w:r>
      <w:r w:rsidRPr="002B711F">
        <w:rPr>
          <w:rStyle w:val="libArabicChar"/>
          <w:rtl/>
        </w:rPr>
        <w:t xml:space="preserve"> </w:t>
      </w:r>
      <w:r w:rsidRPr="002B711F">
        <w:rPr>
          <w:rStyle w:val="libArabicChar"/>
          <w:rFonts w:hint="cs"/>
          <w:rtl/>
        </w:rPr>
        <w:t>الريح</w:t>
      </w:r>
      <w:r w:rsidRPr="002B711F">
        <w:rPr>
          <w:rStyle w:val="libArabicChar"/>
          <w:rtl/>
        </w:rPr>
        <w:t xml:space="preserve"> ...</w:t>
      </w:r>
      <w:r w:rsidRPr="002B711F">
        <w:rPr>
          <w:rStyle w:val="libArabicChar"/>
          <w:rFonts w:hint="cs"/>
          <w:rtl/>
        </w:rPr>
        <w:t>ا</w:t>
      </w:r>
      <w:r w:rsidRPr="002B711F">
        <w:rPr>
          <w:rStyle w:val="libArabicChar"/>
          <w:rtl/>
        </w:rPr>
        <w:t xml:space="preserve"> </w:t>
      </w:r>
      <w:r w:rsidRPr="002B711F">
        <w:rPr>
          <w:rStyle w:val="libArabicChar"/>
          <w:rFonts w:hint="cs"/>
          <w:rtl/>
        </w:rPr>
        <w:t>لم</w:t>
      </w:r>
      <w:r w:rsidRPr="002B711F">
        <w:rPr>
          <w:rStyle w:val="libArabicChar"/>
          <w:rtl/>
        </w:rPr>
        <w:t xml:space="preserve"> </w:t>
      </w:r>
      <w:r w:rsidRPr="002B711F">
        <w:rPr>
          <w:rStyle w:val="libArabicChar"/>
          <w:rFonts w:hint="cs"/>
          <w:rtl/>
        </w:rPr>
        <w:t>ترا</w:t>
      </w:r>
      <w:r w:rsidRPr="002B711F">
        <w:rPr>
          <w:rStyle w:val="libArabicChar"/>
          <w:rtl/>
        </w:rPr>
        <w:t xml:space="preserve"> </w:t>
      </w:r>
      <w:r w:rsidRPr="002B711F">
        <w:rPr>
          <w:rStyle w:val="libArabicChar"/>
          <w:rFonts w:hint="cs"/>
          <w:rtl/>
        </w:rPr>
        <w:t>ن</w:t>
      </w:r>
      <w:r w:rsidRPr="002B711F">
        <w:rPr>
          <w:rStyle w:val="libArabicChar"/>
          <w:rtl/>
        </w:rPr>
        <w:t xml:space="preserve"> </w:t>
      </w:r>
      <w:r w:rsidRPr="002B711F">
        <w:rPr>
          <w:rStyle w:val="libArabicChar"/>
          <w:rFonts w:hint="cs"/>
          <w:rtl/>
        </w:rPr>
        <w:t>الله</w:t>
      </w:r>
      <w:r w:rsidRPr="002B711F">
        <w:rPr>
          <w:rStyle w:val="libArabicChar"/>
          <w:rtl/>
        </w:rPr>
        <w:t xml:space="preserve"> </w:t>
      </w:r>
      <w:r w:rsidRPr="002B711F">
        <w:rPr>
          <w:rStyle w:val="libArabicChar"/>
          <w:rFonts w:hint="cs"/>
          <w:rtl/>
        </w:rPr>
        <w:t>خلق</w:t>
      </w:r>
      <w:r w:rsidRPr="002B711F">
        <w:rPr>
          <w:rStyle w:val="libArabicChar"/>
          <w:rtl/>
        </w:rPr>
        <w:t xml:space="preserve"> </w:t>
      </w:r>
      <w:r w:rsidRPr="002B711F">
        <w:rPr>
          <w:rStyle w:val="libArabicChar"/>
          <w:rFonts w:hint="cs"/>
          <w:rtl/>
        </w:rPr>
        <w:t>السموت</w:t>
      </w:r>
      <w:r w:rsidRPr="002B711F">
        <w:rPr>
          <w:rStyle w:val="libArabicChar"/>
          <w:rtl/>
        </w:rPr>
        <w:t xml:space="preserve"> </w:t>
      </w:r>
      <w:r w:rsidRPr="002B711F">
        <w:rPr>
          <w:rStyle w:val="libArabicChar"/>
          <w:rFonts w:hint="cs"/>
          <w:rtl/>
        </w:rPr>
        <w:t>وا</w:t>
      </w:r>
      <w:r w:rsidRPr="002B711F">
        <w:rPr>
          <w:rStyle w:val="libArabicChar"/>
          <w:rtl/>
        </w:rPr>
        <w:t>لا رض</w:t>
      </w:r>
    </w:p>
    <w:p w:rsidR="001F628F" w:rsidRDefault="001F628F" w:rsidP="002B711F">
      <w:pPr>
        <w:pStyle w:val="libNormal"/>
        <w:rPr>
          <w:rtl/>
        </w:rPr>
      </w:pPr>
      <w:r>
        <w:rPr>
          <w:rFonts w:hint="eastAsia"/>
          <w:rtl/>
        </w:rPr>
        <w:t>اسمان</w:t>
      </w:r>
      <w:r>
        <w:rPr>
          <w:rtl/>
        </w:rPr>
        <w:t>:</w:t>
      </w:r>
      <w:r>
        <w:rPr>
          <w:rFonts w:hint="eastAsia"/>
          <w:rtl/>
        </w:rPr>
        <w:t>اسمانو</w:t>
      </w:r>
      <w:r w:rsidR="00083993">
        <w:rPr>
          <w:rFonts w:hint="eastAsia"/>
          <w:rtl/>
        </w:rPr>
        <w:t xml:space="preserve">ں </w:t>
      </w:r>
      <w:r>
        <w:rPr>
          <w:rtl/>
        </w:rPr>
        <w:t>كا متعدد ہونا 7;اسمانو</w:t>
      </w:r>
      <w:r w:rsidR="00083993">
        <w:rPr>
          <w:rtl/>
        </w:rPr>
        <w:t xml:space="preserve">ں </w:t>
      </w:r>
      <w:r>
        <w:rPr>
          <w:rtl/>
        </w:rPr>
        <w:t>كى خلقت 13; اسمانو</w:t>
      </w:r>
      <w:r w:rsidR="00083993">
        <w:rPr>
          <w:rtl/>
        </w:rPr>
        <w:t xml:space="preserve">ں </w:t>
      </w:r>
      <w:r>
        <w:rPr>
          <w:rtl/>
        </w:rPr>
        <w:t>كى خلقت كى عظمت1 1 ; اسمانو</w:t>
      </w:r>
      <w:r w:rsidR="00083993">
        <w:rPr>
          <w:rtl/>
        </w:rPr>
        <w:t xml:space="preserve">ں </w:t>
      </w:r>
      <w:r>
        <w:rPr>
          <w:rtl/>
        </w:rPr>
        <w:t>كى خلقت كا با مقصد ہونا1</w:t>
      </w:r>
    </w:p>
    <w:p w:rsidR="001F628F" w:rsidRDefault="001F628F" w:rsidP="002B711F">
      <w:pPr>
        <w:pStyle w:val="libNormal"/>
        <w:rPr>
          <w:rtl/>
        </w:rPr>
      </w:pPr>
      <w:r>
        <w:rPr>
          <w:rFonts w:hint="eastAsia"/>
          <w:rtl/>
        </w:rPr>
        <w:t>خلقت</w:t>
      </w:r>
      <w:r>
        <w:rPr>
          <w:rtl/>
        </w:rPr>
        <w:t>:</w:t>
      </w:r>
      <w:r>
        <w:rPr>
          <w:rFonts w:hint="eastAsia"/>
          <w:rtl/>
        </w:rPr>
        <w:t>مخلوقكے</w:t>
      </w:r>
      <w:r>
        <w:rPr>
          <w:rtl/>
        </w:rPr>
        <w:t xml:space="preserve"> مطالعہ كے اثرات5; مخلوق كے با مقصد ہونے كا ادراك4; مخلوق كے مطالعے كى دعوت2; مخلوق كا با مقصد ہونا2،3</w:t>
      </w:r>
    </w:p>
    <w:p w:rsidR="001F628F" w:rsidRDefault="001F628F" w:rsidP="002B711F">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نمونہ عمل بنانا6;انحضرت </w:t>
      </w:r>
      <w:r w:rsidR="00F031CD" w:rsidRPr="00F031CD">
        <w:rPr>
          <w:rStyle w:val="libAlaemChar"/>
          <w:rtl/>
        </w:rPr>
        <w:t xml:space="preserve"> صلى‌الله‌عليه‌وآله‌وسلم </w:t>
      </w:r>
      <w:r>
        <w:rPr>
          <w:rtl/>
        </w:rPr>
        <w:t xml:space="preserve"> كا پيش قدم ہونا 6;انحضرت </w:t>
      </w:r>
      <w:r w:rsidR="00F031CD" w:rsidRPr="00F031CD">
        <w:rPr>
          <w:rStyle w:val="libAlaemChar"/>
          <w:rtl/>
        </w:rPr>
        <w:t xml:space="preserve"> صلى‌الله‌عليه‌وآله‌وسلم </w:t>
      </w:r>
      <w:r>
        <w:rPr>
          <w:rtl/>
        </w:rPr>
        <w:t xml:space="preserve"> كا كردار6;انحضرت </w:t>
      </w:r>
      <w:r w:rsidR="00F031CD" w:rsidRPr="00F031CD">
        <w:rPr>
          <w:rStyle w:val="libAlaemChar"/>
          <w:rtl/>
        </w:rPr>
        <w:t xml:space="preserve"> صلى‌الله‌عليه‌وآله‌وسلم </w:t>
      </w:r>
      <w:r>
        <w:rPr>
          <w:rtl/>
        </w:rPr>
        <w:t xml:space="preserve"> كے مخالفين كو تنبيہ 8;انحضرت </w:t>
      </w:r>
      <w:r w:rsidR="00F031CD" w:rsidRPr="00F031CD">
        <w:rPr>
          <w:rStyle w:val="libAlaemChar"/>
          <w:rtl/>
        </w:rPr>
        <w:t xml:space="preserve"> صلى‌الله‌عليه‌وآله‌وسلم </w:t>
      </w:r>
      <w:r>
        <w:rPr>
          <w:rtl/>
        </w:rPr>
        <w:t xml:space="preserve"> كے مخالفين كى ہلاكت8</w:t>
      </w:r>
    </w:p>
    <w:p w:rsidR="001F628F" w:rsidRDefault="001F628F" w:rsidP="002B711F">
      <w:pPr>
        <w:pStyle w:val="libNormal"/>
        <w:rPr>
          <w:rtl/>
        </w:rPr>
      </w:pPr>
      <w:r>
        <w:rPr>
          <w:rFonts w:hint="eastAsia"/>
          <w:rtl/>
        </w:rPr>
        <w:t>الله</w:t>
      </w:r>
      <w:r>
        <w:rPr>
          <w:rtl/>
        </w:rPr>
        <w:t xml:space="preserve"> كى نشانيا</w:t>
      </w:r>
      <w:r w:rsidR="00083993">
        <w:rPr>
          <w:rtl/>
        </w:rPr>
        <w:t xml:space="preserve">ں </w:t>
      </w:r>
      <w:r>
        <w:rPr>
          <w:rtl/>
        </w:rPr>
        <w:t>:</w:t>
      </w:r>
      <w:r>
        <w:rPr>
          <w:rFonts w:hint="eastAsia"/>
          <w:rtl/>
        </w:rPr>
        <w:t>افاقى</w:t>
      </w:r>
      <w:r>
        <w:rPr>
          <w:rtl/>
        </w:rPr>
        <w:t xml:space="preserve"> نشانيا</w:t>
      </w:r>
      <w:r w:rsidR="00083993">
        <w:rPr>
          <w:rtl/>
        </w:rPr>
        <w:t xml:space="preserve">ں </w:t>
      </w:r>
      <w:r>
        <w:rPr>
          <w:rtl/>
        </w:rPr>
        <w:t>5; افاقى نشانيو</w:t>
      </w:r>
      <w:r w:rsidR="00083993">
        <w:rPr>
          <w:rtl/>
        </w:rPr>
        <w:t xml:space="preserve">ں </w:t>
      </w:r>
      <w:r>
        <w:rPr>
          <w:rtl/>
        </w:rPr>
        <w:t>كا ادراك 6</w:t>
      </w:r>
    </w:p>
    <w:p w:rsidR="001F628F" w:rsidRDefault="001F628F" w:rsidP="002B711F">
      <w:pPr>
        <w:pStyle w:val="libNormal"/>
        <w:rPr>
          <w:rtl/>
        </w:rPr>
      </w:pPr>
      <w:r>
        <w:rPr>
          <w:rFonts w:hint="eastAsia"/>
          <w:rtl/>
        </w:rPr>
        <w:t>اقوام</w:t>
      </w:r>
      <w:r>
        <w:rPr>
          <w:rtl/>
        </w:rPr>
        <w:t>:</w:t>
      </w:r>
      <w:r>
        <w:rPr>
          <w:rFonts w:hint="eastAsia"/>
          <w:rtl/>
        </w:rPr>
        <w:t>اقوام</w:t>
      </w:r>
      <w:r>
        <w:rPr>
          <w:rtl/>
        </w:rPr>
        <w:t xml:space="preserve"> كى جانشيني8;اقوام كى جانشينى كا سبب8</w:t>
      </w:r>
    </w:p>
    <w:p w:rsidR="001F628F" w:rsidRDefault="001F628F" w:rsidP="002B711F">
      <w:pPr>
        <w:pStyle w:val="libNormal"/>
        <w:rPr>
          <w:rtl/>
        </w:rPr>
      </w:pPr>
      <w:r>
        <w:rPr>
          <w:rFonts w:hint="eastAsia"/>
          <w:rtl/>
        </w:rPr>
        <w:t>الله</w:t>
      </w:r>
      <w:r>
        <w:rPr>
          <w:rtl/>
        </w:rPr>
        <w:t xml:space="preserve"> تعالى :</w:t>
      </w:r>
      <w:r>
        <w:rPr>
          <w:rFonts w:hint="eastAsia"/>
          <w:rtl/>
        </w:rPr>
        <w:t>الله</w:t>
      </w:r>
      <w:r>
        <w:rPr>
          <w:rtl/>
        </w:rPr>
        <w:t xml:space="preserve"> تعالى كى حكمت1;الله تعالى كى خالقيت 1،10 ; الله تعالى كى دعوتي</w:t>
      </w:r>
      <w:r w:rsidR="00083993">
        <w:rPr>
          <w:rtl/>
        </w:rPr>
        <w:t xml:space="preserve">ں </w:t>
      </w:r>
      <w:r>
        <w:rPr>
          <w:rtl/>
        </w:rPr>
        <w:t>2;الله تعالى كى معرفت كے دلائل 5;الله تعالى كى قدرت كے دلائل13;الله تعالى كى قدرت10;الله تعالى كى قدرت كى نشانيا</w:t>
      </w:r>
      <w:r w:rsidR="00083993">
        <w:rPr>
          <w:rtl/>
        </w:rPr>
        <w:t xml:space="preserve">ں </w:t>
      </w:r>
      <w:r>
        <w:rPr>
          <w:rtl/>
        </w:rPr>
        <w:t>12;الله تعالى كى مشيت كا كردار9;الله تعالى كى وعيد13;الله تعالى كى تنبيہا</w:t>
      </w:r>
      <w:r>
        <w:rPr>
          <w:rFonts w:hint="eastAsia"/>
          <w:rtl/>
        </w:rPr>
        <w:t>ت</w:t>
      </w:r>
      <w:r>
        <w:rPr>
          <w:rtl/>
        </w:rPr>
        <w:t>8</w:t>
      </w:r>
    </w:p>
    <w:p w:rsidR="001F628F" w:rsidRDefault="001F628F" w:rsidP="002B711F">
      <w:pPr>
        <w:pStyle w:val="libNormal"/>
        <w:rPr>
          <w:rtl/>
        </w:rPr>
      </w:pPr>
      <w:r>
        <w:rPr>
          <w:rFonts w:hint="eastAsia"/>
          <w:rtl/>
        </w:rPr>
        <w:t>زمين</w:t>
      </w:r>
      <w:r>
        <w:rPr>
          <w:rtl/>
        </w:rPr>
        <w:t>:</w:t>
      </w:r>
      <w:r>
        <w:rPr>
          <w:rFonts w:hint="eastAsia"/>
          <w:rtl/>
        </w:rPr>
        <w:t>زمين</w:t>
      </w:r>
      <w:r>
        <w:rPr>
          <w:rtl/>
        </w:rPr>
        <w:t xml:space="preserve"> كى خلقت13;زمين كى خلقت كى عظمت 11; زمين كى خلقت كا با مقصد ہو نا1</w:t>
      </w:r>
    </w:p>
    <w:p w:rsidR="002B711F" w:rsidRDefault="001E7F9D" w:rsidP="00F73EDE">
      <w:pPr>
        <w:pStyle w:val="libPoemTini"/>
        <w:rPr>
          <w:rtl/>
        </w:rPr>
      </w:pPr>
      <w:r>
        <w:rPr>
          <w:rtl/>
        </w:rPr>
        <w:br w:type="page"/>
      </w:r>
    </w:p>
    <w:p w:rsidR="001F628F" w:rsidRDefault="001F628F" w:rsidP="002B711F">
      <w:pPr>
        <w:pStyle w:val="libNormal"/>
        <w:rPr>
          <w:rtl/>
        </w:rPr>
      </w:pPr>
      <w:r>
        <w:rPr>
          <w:rFonts w:hint="eastAsia"/>
          <w:rtl/>
        </w:rPr>
        <w:lastRenderedPageBreak/>
        <w:t>كفار</w:t>
      </w:r>
      <w:r>
        <w:rPr>
          <w:rtl/>
        </w:rPr>
        <w:t>:</w:t>
      </w:r>
      <w:r>
        <w:rPr>
          <w:rFonts w:hint="eastAsia"/>
          <w:rtl/>
        </w:rPr>
        <w:t>كفار</w:t>
      </w:r>
      <w:r>
        <w:rPr>
          <w:rtl/>
        </w:rPr>
        <w:t xml:space="preserve"> كے اعمال كا ضائع ہونا 13;كفار كا نيك عمل 13; كفار كو عذاب كا وعدہ13</w:t>
      </w:r>
    </w:p>
    <w:p w:rsidR="001F628F" w:rsidRDefault="001F628F" w:rsidP="002B711F">
      <w:pPr>
        <w:pStyle w:val="libNormal"/>
        <w:rPr>
          <w:rtl/>
        </w:rPr>
      </w:pPr>
      <w:r>
        <w:rPr>
          <w:rFonts w:hint="eastAsia"/>
          <w:rtl/>
        </w:rPr>
        <w:t>مردے</w:t>
      </w:r>
      <w:r>
        <w:rPr>
          <w:rtl/>
        </w:rPr>
        <w:t>:</w:t>
      </w:r>
      <w:r>
        <w:rPr>
          <w:rFonts w:hint="eastAsia"/>
          <w:rtl/>
        </w:rPr>
        <w:t>مردو</w:t>
      </w:r>
      <w:r w:rsidR="00083993">
        <w:rPr>
          <w:rFonts w:hint="eastAsia"/>
          <w:rtl/>
        </w:rPr>
        <w:t xml:space="preserve">ں </w:t>
      </w:r>
      <w:r>
        <w:rPr>
          <w:rtl/>
        </w:rPr>
        <w:t>كو اخرت مي</w:t>
      </w:r>
      <w:r w:rsidR="00083993">
        <w:rPr>
          <w:rtl/>
        </w:rPr>
        <w:t xml:space="preserve">ں </w:t>
      </w:r>
      <w:r>
        <w:rPr>
          <w:rtl/>
        </w:rPr>
        <w:t>زندہ كرنا12</w:t>
      </w:r>
    </w:p>
    <w:p w:rsidR="001F628F" w:rsidRDefault="001F628F" w:rsidP="002B711F">
      <w:pPr>
        <w:pStyle w:val="libNormal"/>
        <w:rPr>
          <w:rtl/>
        </w:rPr>
      </w:pPr>
      <w:r>
        <w:rPr>
          <w:rFonts w:hint="eastAsia"/>
          <w:rtl/>
        </w:rPr>
        <w:t>مشركين</w:t>
      </w:r>
      <w:r>
        <w:rPr>
          <w:rtl/>
        </w:rPr>
        <w:t>:</w:t>
      </w:r>
      <w:r>
        <w:rPr>
          <w:rFonts w:hint="eastAsia"/>
          <w:rtl/>
        </w:rPr>
        <w:t>مشركين</w:t>
      </w:r>
      <w:r>
        <w:rPr>
          <w:rtl/>
        </w:rPr>
        <w:t xml:space="preserve"> كو تنبيہ 8;مشركين كى ہلاكت 8</w:t>
      </w:r>
    </w:p>
    <w:p w:rsidR="001F628F" w:rsidRDefault="001F628F" w:rsidP="002B711F">
      <w:pPr>
        <w:pStyle w:val="libNormal"/>
        <w:rPr>
          <w:rtl/>
        </w:rPr>
      </w:pPr>
      <w:r>
        <w:rPr>
          <w:rFonts w:hint="eastAsia"/>
          <w:rtl/>
        </w:rPr>
        <w:t>معاد</w:t>
      </w:r>
      <w:r>
        <w:rPr>
          <w:rtl/>
        </w:rPr>
        <w:t>:</w:t>
      </w:r>
      <w:r>
        <w:rPr>
          <w:rFonts w:hint="eastAsia"/>
          <w:rtl/>
        </w:rPr>
        <w:t>معاد</w:t>
      </w:r>
      <w:r>
        <w:rPr>
          <w:rtl/>
        </w:rPr>
        <w:t xml:space="preserve"> كے دلائل 12</w:t>
      </w:r>
    </w:p>
    <w:p w:rsidR="001F628F" w:rsidRDefault="001F628F" w:rsidP="002B711F">
      <w:pPr>
        <w:pStyle w:val="libNormal"/>
        <w:rPr>
          <w:rtl/>
        </w:rPr>
      </w:pPr>
      <w:r>
        <w:rPr>
          <w:rFonts w:hint="eastAsia"/>
          <w:rtl/>
        </w:rPr>
        <w:t>موجودات</w:t>
      </w:r>
      <w:r>
        <w:rPr>
          <w:rtl/>
        </w:rPr>
        <w:t>:</w:t>
      </w:r>
      <w:r>
        <w:rPr>
          <w:rFonts w:hint="eastAsia"/>
          <w:rtl/>
        </w:rPr>
        <w:t>موجودات</w:t>
      </w:r>
      <w:r>
        <w:rPr>
          <w:rtl/>
        </w:rPr>
        <w:t xml:space="preserve"> كا تبديل ہونا 10;موجودات كا خالق10</w:t>
      </w:r>
    </w:p>
    <w:p w:rsidR="001F628F" w:rsidRDefault="002B711F" w:rsidP="002B711F">
      <w:pPr>
        <w:pStyle w:val="Heading2Center"/>
        <w:rPr>
          <w:rtl/>
        </w:rPr>
      </w:pPr>
      <w:bookmarkStart w:id="20" w:name="_Toc28081698"/>
      <w:r>
        <w:rPr>
          <w:rFonts w:hint="cs"/>
          <w:rtl/>
        </w:rPr>
        <w:t>آیت 20</w:t>
      </w:r>
      <w:bookmarkEnd w:id="20"/>
    </w:p>
    <w:p w:rsidR="001F628F" w:rsidRDefault="00E260F9" w:rsidP="002B711F">
      <w:pPr>
        <w:pStyle w:val="libNormal"/>
        <w:rPr>
          <w:rtl/>
        </w:rPr>
      </w:pPr>
      <w:r w:rsidRPr="00E260F9">
        <w:rPr>
          <w:rStyle w:val="libAlaemChar"/>
          <w:rFonts w:hint="eastAsia"/>
          <w:rtl/>
        </w:rPr>
        <w:t>(</w:t>
      </w:r>
      <w:r w:rsidRPr="002B711F">
        <w:rPr>
          <w:rStyle w:val="libAieChar"/>
          <w:rFonts w:hint="eastAsia"/>
          <w:rtl/>
        </w:rPr>
        <w:t>وَمَا</w:t>
      </w:r>
      <w:r w:rsidRPr="002B711F">
        <w:rPr>
          <w:rStyle w:val="libAieChar"/>
          <w:rtl/>
        </w:rPr>
        <w:t xml:space="preserve"> ذَلِكَ عَلَى اللَّهِ بِعَزِيزٍ</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كے لئے يہ بات كوئي مشكل نہي</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1_انسانو</w:t>
      </w:r>
      <w:r w:rsidR="00083993">
        <w:rPr>
          <w:rtl/>
        </w:rPr>
        <w:t xml:space="preserve">ں </w:t>
      </w:r>
      <w:r>
        <w:rPr>
          <w:rtl/>
        </w:rPr>
        <w:t>كو موت ديكر ان كى جگہ نئے انسان خلق كرنا خداوند متعال كے لئے كوئي مشكل كام نہي</w:t>
      </w:r>
      <w:r w:rsidR="00083993">
        <w:rPr>
          <w:rtl/>
        </w:rPr>
        <w:t xml:space="preserve">ں </w:t>
      </w:r>
      <w:r>
        <w:rPr>
          <w:rtl/>
        </w:rPr>
        <w:t>ہے_</w:t>
      </w:r>
    </w:p>
    <w:p w:rsidR="001F628F" w:rsidRDefault="001F628F" w:rsidP="002B711F">
      <w:pPr>
        <w:pStyle w:val="libArabic"/>
        <w:rPr>
          <w:rtl/>
        </w:rPr>
      </w:pPr>
      <w:r>
        <w:rPr>
          <w:rFonts w:hint="eastAsia"/>
          <w:rtl/>
        </w:rPr>
        <w:t>ان</w:t>
      </w:r>
      <w:r>
        <w:rPr>
          <w:rtl/>
        </w:rPr>
        <w:t xml:space="preserve"> يشا يذ</w:t>
      </w:r>
      <w:r w:rsidR="00B2551F" w:rsidRPr="00B2551F">
        <w:rPr>
          <w:rFonts w:hint="cs"/>
          <w:rtl/>
        </w:rPr>
        <w:t>ه</w:t>
      </w:r>
      <w:r>
        <w:rPr>
          <w:rFonts w:hint="cs"/>
          <w:rtl/>
        </w:rPr>
        <w:t>بكم</w:t>
      </w:r>
      <w:r>
        <w:rPr>
          <w:rtl/>
        </w:rPr>
        <w:t xml:space="preserve"> </w:t>
      </w:r>
      <w:r>
        <w:rPr>
          <w:rFonts w:hint="cs"/>
          <w:rtl/>
        </w:rPr>
        <w:t>ويا</w:t>
      </w:r>
      <w:r>
        <w:rPr>
          <w:rtl/>
        </w:rPr>
        <w:t xml:space="preserve"> </w:t>
      </w:r>
      <w:r>
        <w:rPr>
          <w:rFonts w:hint="cs"/>
          <w:rtl/>
        </w:rPr>
        <w:t>ت</w:t>
      </w:r>
      <w:r>
        <w:rPr>
          <w:rtl/>
        </w:rPr>
        <w:t xml:space="preserve"> </w:t>
      </w:r>
      <w:r>
        <w:rPr>
          <w:rFonts w:hint="cs"/>
          <w:rtl/>
        </w:rPr>
        <w:t>بخلق</w:t>
      </w:r>
      <w:r>
        <w:rPr>
          <w:rtl/>
        </w:rPr>
        <w:t xml:space="preserve"> </w:t>
      </w:r>
      <w:r>
        <w:rPr>
          <w:rFonts w:hint="cs"/>
          <w:rtl/>
        </w:rPr>
        <w:t>جديد</w:t>
      </w:r>
      <w:r>
        <w:rPr>
          <w:rtl/>
        </w:rPr>
        <w:t>_</w:t>
      </w:r>
      <w:r>
        <w:rPr>
          <w:rFonts w:hint="cs"/>
          <w:rtl/>
        </w:rPr>
        <w:t>وما</w:t>
      </w:r>
      <w:r>
        <w:rPr>
          <w:rtl/>
        </w:rPr>
        <w:t xml:space="preserve"> </w:t>
      </w:r>
      <w:r>
        <w:rPr>
          <w:rFonts w:hint="cs"/>
          <w:rtl/>
        </w:rPr>
        <w:t>ذلك</w:t>
      </w:r>
      <w:r>
        <w:rPr>
          <w:rtl/>
        </w:rPr>
        <w:t xml:space="preserve"> </w:t>
      </w:r>
      <w:r>
        <w:rPr>
          <w:rFonts w:hint="cs"/>
          <w:rtl/>
        </w:rPr>
        <w:t>على</w:t>
      </w:r>
      <w:r>
        <w:rPr>
          <w:rtl/>
        </w:rPr>
        <w:t xml:space="preserve"> </w:t>
      </w:r>
      <w:r>
        <w:rPr>
          <w:rFonts w:hint="cs"/>
          <w:rtl/>
        </w:rPr>
        <w:t>الله</w:t>
      </w:r>
      <w:r>
        <w:rPr>
          <w:rtl/>
        </w:rPr>
        <w:t xml:space="preserve"> بعزيز</w:t>
      </w:r>
    </w:p>
    <w:p w:rsidR="001F628F" w:rsidRDefault="001F628F" w:rsidP="001F628F">
      <w:pPr>
        <w:pStyle w:val="libNormal"/>
        <w:rPr>
          <w:rtl/>
        </w:rPr>
      </w:pPr>
      <w:r>
        <w:rPr>
          <w:rtl/>
        </w:rPr>
        <w:t>2_خداوند عالم كى خدائي ہى عظيم اور حيرت انگيز امور كى انجام دہى پر اس كى قدرت مندى كا سر چشمہ ہے_</w:t>
      </w:r>
    </w:p>
    <w:p w:rsidR="001F628F" w:rsidRDefault="001F628F" w:rsidP="002B711F">
      <w:pPr>
        <w:pStyle w:val="libArabic"/>
        <w:rPr>
          <w:rtl/>
        </w:rPr>
      </w:pPr>
      <w:r>
        <w:rPr>
          <w:rFonts w:hint="eastAsia"/>
          <w:rtl/>
        </w:rPr>
        <w:t>وما</w:t>
      </w:r>
      <w:r>
        <w:rPr>
          <w:rtl/>
        </w:rPr>
        <w:t xml:space="preserve"> ذلك على الله بعزيز</w:t>
      </w:r>
    </w:p>
    <w:p w:rsidR="001F628F" w:rsidRDefault="001F628F" w:rsidP="001F628F">
      <w:pPr>
        <w:pStyle w:val="libNormal"/>
        <w:rPr>
          <w:rtl/>
        </w:rPr>
      </w:pPr>
      <w:r>
        <w:rPr>
          <w:rFonts w:hint="eastAsia"/>
          <w:rtl/>
        </w:rPr>
        <w:t>ہوسكتاہے</w:t>
      </w:r>
      <w:r>
        <w:rPr>
          <w:rtl/>
        </w:rPr>
        <w:t xml:space="preserve"> آيت مجيدہ مي</w:t>
      </w:r>
      <w:r w:rsidR="00083993">
        <w:rPr>
          <w:rtl/>
        </w:rPr>
        <w:t xml:space="preserve">ں </w:t>
      </w:r>
      <w:r>
        <w:rPr>
          <w:rtl/>
        </w:rPr>
        <w:t>كلمہ ''الله ''ذكر ہونے كے بعد ضمير كے استعمال كى جگہ پر دوبارہ اسم ''الله ''كو ذكر كرنا ، مذكورہ معنى كى طرف اشارہ ہو_</w:t>
      </w:r>
    </w:p>
    <w:p w:rsidR="001F628F" w:rsidRDefault="001F628F" w:rsidP="002B711F">
      <w:pPr>
        <w:pStyle w:val="libNormal"/>
        <w:rPr>
          <w:rtl/>
        </w:rPr>
      </w:pPr>
      <w:r>
        <w:rPr>
          <w:rFonts w:hint="eastAsia"/>
          <w:rtl/>
        </w:rPr>
        <w:t>الله</w:t>
      </w:r>
      <w:r>
        <w:rPr>
          <w:rtl/>
        </w:rPr>
        <w:t xml:space="preserve"> تعالى :</w:t>
      </w:r>
      <w:r>
        <w:rPr>
          <w:rFonts w:hint="eastAsia"/>
          <w:rtl/>
        </w:rPr>
        <w:t>الله</w:t>
      </w:r>
      <w:r>
        <w:rPr>
          <w:rtl/>
        </w:rPr>
        <w:t xml:space="preserve"> تعالى كى الوہيت اور نسلو</w:t>
      </w:r>
      <w:r w:rsidR="00083993">
        <w:rPr>
          <w:rtl/>
        </w:rPr>
        <w:t xml:space="preserve">ں </w:t>
      </w:r>
      <w:r>
        <w:rPr>
          <w:rtl/>
        </w:rPr>
        <w:t>كى جانشيني1;الله تعالى كى الوہيت 2;الله تعالى كے افعال مي</w:t>
      </w:r>
      <w:r w:rsidR="00083993">
        <w:rPr>
          <w:rtl/>
        </w:rPr>
        <w:t xml:space="preserve">ں </w:t>
      </w:r>
      <w:r>
        <w:rPr>
          <w:rtl/>
        </w:rPr>
        <w:t>سہولت 1</w:t>
      </w:r>
    </w:p>
    <w:p w:rsidR="001F628F" w:rsidRDefault="001F628F" w:rsidP="002B711F">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خلقت 1;انسانو</w:t>
      </w:r>
      <w:r w:rsidR="00083993">
        <w:rPr>
          <w:rtl/>
        </w:rPr>
        <w:t xml:space="preserve">ں </w:t>
      </w:r>
      <w:r>
        <w:rPr>
          <w:rtl/>
        </w:rPr>
        <w:t>كى موت1</w:t>
      </w:r>
    </w:p>
    <w:p w:rsidR="001F628F" w:rsidRDefault="001F628F" w:rsidP="001F628F">
      <w:pPr>
        <w:pStyle w:val="libNormal"/>
        <w:rPr>
          <w:rtl/>
        </w:rPr>
      </w:pPr>
      <w:r>
        <w:rPr>
          <w:rFonts w:hint="eastAsia"/>
          <w:rtl/>
        </w:rPr>
        <w:t>خدا</w:t>
      </w:r>
      <w:r>
        <w:rPr>
          <w:rtl/>
        </w:rPr>
        <w:t xml:space="preserve"> كى قدرت كا سرچشمہ :2</w:t>
      </w:r>
    </w:p>
    <w:p w:rsidR="001F628F" w:rsidRDefault="001F628F" w:rsidP="002B711F">
      <w:pPr>
        <w:pStyle w:val="libNormal"/>
        <w:rPr>
          <w:rtl/>
        </w:rPr>
      </w:pPr>
      <w:r>
        <w:rPr>
          <w:rFonts w:hint="eastAsia"/>
          <w:rtl/>
        </w:rPr>
        <w:t>نسلي</w:t>
      </w:r>
      <w:r w:rsidR="00083993">
        <w:rPr>
          <w:rFonts w:hint="eastAsia"/>
          <w:rtl/>
        </w:rPr>
        <w:t xml:space="preserve">ں </w:t>
      </w:r>
      <w:r>
        <w:rPr>
          <w:rtl/>
        </w:rPr>
        <w:t>:</w:t>
      </w:r>
      <w:r>
        <w:rPr>
          <w:rFonts w:hint="eastAsia"/>
          <w:rtl/>
        </w:rPr>
        <w:t>نسلو</w:t>
      </w:r>
      <w:r w:rsidR="00083993">
        <w:rPr>
          <w:rFonts w:hint="eastAsia"/>
          <w:rtl/>
        </w:rPr>
        <w:t xml:space="preserve">ں </w:t>
      </w:r>
      <w:r>
        <w:rPr>
          <w:rtl/>
        </w:rPr>
        <w:t>كى جانشينى كا سہل ہونا 1</w:t>
      </w:r>
    </w:p>
    <w:p w:rsidR="002B711F" w:rsidRDefault="001E7F9D" w:rsidP="00F73EDE">
      <w:pPr>
        <w:pStyle w:val="libPoemTini"/>
        <w:rPr>
          <w:rtl/>
        </w:rPr>
      </w:pPr>
      <w:r>
        <w:rPr>
          <w:rtl/>
        </w:rPr>
        <w:br w:type="page"/>
      </w:r>
    </w:p>
    <w:p w:rsidR="002B711F" w:rsidRDefault="002B711F" w:rsidP="002B711F">
      <w:pPr>
        <w:pStyle w:val="Heading2Center"/>
        <w:rPr>
          <w:rtl/>
        </w:rPr>
      </w:pPr>
      <w:bookmarkStart w:id="21" w:name="_Toc28081699"/>
      <w:r>
        <w:rPr>
          <w:rFonts w:hint="cs"/>
          <w:rtl/>
        </w:rPr>
        <w:lastRenderedPageBreak/>
        <w:t>آیت 21</w:t>
      </w:r>
      <w:bookmarkEnd w:id="21"/>
    </w:p>
    <w:p w:rsidR="001F628F" w:rsidRDefault="00E260F9" w:rsidP="002B711F">
      <w:pPr>
        <w:pStyle w:val="libNormal"/>
        <w:rPr>
          <w:rtl/>
        </w:rPr>
      </w:pPr>
      <w:r w:rsidRPr="00E260F9">
        <w:rPr>
          <w:rStyle w:val="libAlaemChar"/>
          <w:rFonts w:hint="eastAsia"/>
          <w:rtl/>
        </w:rPr>
        <w:t>(</w:t>
      </w:r>
      <w:r w:rsidRPr="002B711F">
        <w:rPr>
          <w:rStyle w:val="libAieChar"/>
          <w:rFonts w:hint="eastAsia"/>
          <w:rtl/>
        </w:rPr>
        <w:t>وَبَرَزُواْ</w:t>
      </w:r>
      <w:r w:rsidRPr="002B711F">
        <w:rPr>
          <w:rStyle w:val="libAieChar"/>
          <w:rtl/>
        </w:rPr>
        <w:t xml:space="preserve"> لِلّهِ جَمِيعاً فَقَالَ الضُّعَفَاء لِلَّذِينَ اسْتَكْبَرُواْ إِنَّا كُنَّا لَكُمْ تَبَعاً فَهَلْ أَنتُم مُّغْنُونَ عَنَّا مِنْ عَذَابِ اللّهِ مِن شَيْءٍ قَالُواْ لَوْ هَدَانَا اللّهُ لَهَدَيْنَاكُمْ سَوَاء عَلَيْنَا أَجَزِعْنَا أَمْ صَبَرْنَا </w:t>
      </w:r>
      <w:r w:rsidRPr="002B711F">
        <w:rPr>
          <w:rStyle w:val="libAieChar"/>
          <w:rFonts w:hint="eastAsia"/>
          <w:rtl/>
        </w:rPr>
        <w:t>مَا</w:t>
      </w:r>
      <w:r w:rsidRPr="002B711F">
        <w:rPr>
          <w:rStyle w:val="libAieChar"/>
          <w:rtl/>
        </w:rPr>
        <w:t xml:space="preserve"> لَنَا مِن مَّحِيصٍ</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قيامت كے دن سب اللہ كے سامنے حاضر ہو</w:t>
      </w:r>
      <w:r w:rsidR="00083993">
        <w:rPr>
          <w:rtl/>
        </w:rPr>
        <w:t xml:space="preserve">ں </w:t>
      </w:r>
      <w:r>
        <w:rPr>
          <w:rtl/>
        </w:rPr>
        <w:t>گے تو كمزور لوگ مستكبرين سے كہي</w:t>
      </w:r>
      <w:r w:rsidR="00083993">
        <w:rPr>
          <w:rtl/>
        </w:rPr>
        <w:t xml:space="preserve">ں </w:t>
      </w:r>
      <w:r>
        <w:rPr>
          <w:rtl/>
        </w:rPr>
        <w:t>گے كہ ہم تو آپ كے پيروكار تھے تو كيا آپ عذاب الہى كے مقابلہ مي</w:t>
      </w:r>
      <w:r w:rsidR="00083993">
        <w:rPr>
          <w:rtl/>
        </w:rPr>
        <w:t xml:space="preserve">ں </w:t>
      </w:r>
      <w:r>
        <w:rPr>
          <w:rtl/>
        </w:rPr>
        <w:t>ہمارے كچھ كام آسكتے ہي</w:t>
      </w:r>
      <w:r w:rsidR="00083993">
        <w:rPr>
          <w:rtl/>
        </w:rPr>
        <w:t xml:space="preserve">ں </w:t>
      </w:r>
      <w:r>
        <w:rPr>
          <w:rtl/>
        </w:rPr>
        <w:t>تو وہ جواب دي</w:t>
      </w:r>
      <w:r w:rsidR="00083993">
        <w:rPr>
          <w:rtl/>
        </w:rPr>
        <w:t xml:space="preserve">ں </w:t>
      </w:r>
      <w:r>
        <w:rPr>
          <w:rtl/>
        </w:rPr>
        <w:t>گے كہ اگر خدا ہمي</w:t>
      </w:r>
      <w:r w:rsidR="00083993">
        <w:rPr>
          <w:rtl/>
        </w:rPr>
        <w:t xml:space="preserve">ں </w:t>
      </w:r>
      <w:r>
        <w:rPr>
          <w:rtl/>
        </w:rPr>
        <w:t>ہدايت ديديتا تو ہم بھى تمھي</w:t>
      </w:r>
      <w:r w:rsidR="00083993">
        <w:rPr>
          <w:rtl/>
        </w:rPr>
        <w:t xml:space="preserve">ں </w:t>
      </w:r>
      <w:r>
        <w:rPr>
          <w:rtl/>
        </w:rPr>
        <w:t>ہدايت دے ديتے_اب تو ہمارے لئے س</w:t>
      </w:r>
      <w:r>
        <w:rPr>
          <w:rFonts w:hint="eastAsia"/>
          <w:rtl/>
        </w:rPr>
        <w:t>ب</w:t>
      </w:r>
      <w:r>
        <w:rPr>
          <w:rtl/>
        </w:rPr>
        <w:t xml:space="preserve"> ہى برابر ہے چاہے فرياد كري</w:t>
      </w:r>
      <w:r w:rsidR="00083993">
        <w:rPr>
          <w:rtl/>
        </w:rPr>
        <w:t xml:space="preserve">ں </w:t>
      </w:r>
      <w:r>
        <w:rPr>
          <w:rtl/>
        </w:rPr>
        <w:t>يا صبر كري</w:t>
      </w:r>
      <w:r w:rsidR="00083993">
        <w:rPr>
          <w:rtl/>
        </w:rPr>
        <w:t xml:space="preserve">ں </w:t>
      </w:r>
      <w:r>
        <w:rPr>
          <w:rtl/>
        </w:rPr>
        <w:t>كہ اب كوئي چھٹكارا ملنے والا نہي</w:t>
      </w:r>
      <w:r w:rsidR="00083993">
        <w:rPr>
          <w:rtl/>
        </w:rPr>
        <w:t xml:space="preserve">ں </w:t>
      </w:r>
      <w:r>
        <w:rPr>
          <w:rtl/>
        </w:rPr>
        <w:t>ہے _</w:t>
      </w:r>
    </w:p>
    <w:p w:rsidR="001F628F" w:rsidRDefault="001F628F" w:rsidP="002B711F">
      <w:pPr>
        <w:pStyle w:val="libNormal"/>
        <w:rPr>
          <w:rtl/>
        </w:rPr>
      </w:pPr>
      <w:r>
        <w:rPr>
          <w:rtl/>
        </w:rPr>
        <w:t>1_قيامت كے دن تمام انسان ايك ساتھ خداو ند متعال كى بارگاہ مي</w:t>
      </w:r>
      <w:r w:rsidR="00083993">
        <w:rPr>
          <w:rtl/>
        </w:rPr>
        <w:t xml:space="preserve">ں </w:t>
      </w:r>
      <w:r>
        <w:rPr>
          <w:rtl/>
        </w:rPr>
        <w:t xml:space="preserve">حاضر ہو </w:t>
      </w:r>
      <w:r w:rsidR="00083993">
        <w:rPr>
          <w:rtl/>
        </w:rPr>
        <w:t xml:space="preserve">ں </w:t>
      </w:r>
      <w:r>
        <w:rPr>
          <w:rtl/>
        </w:rPr>
        <w:t>گے_</w:t>
      </w:r>
      <w:r w:rsidRPr="002B711F">
        <w:rPr>
          <w:rStyle w:val="libArabicChar"/>
          <w:rFonts w:hint="eastAsia"/>
          <w:rtl/>
        </w:rPr>
        <w:t>وبرزوالله</w:t>
      </w:r>
      <w:r w:rsidRPr="002B711F">
        <w:rPr>
          <w:rStyle w:val="libArabicChar"/>
          <w:rtl/>
        </w:rPr>
        <w:t xml:space="preserve"> جميع</w:t>
      </w:r>
      <w:r w:rsidR="00CE0F22">
        <w:rPr>
          <w:rStyle w:val="libArabicChar"/>
          <w:rFonts w:hint="cs"/>
          <w:rtl/>
        </w:rPr>
        <w:t>ا</w:t>
      </w:r>
    </w:p>
    <w:p w:rsidR="001F628F" w:rsidRDefault="001F628F" w:rsidP="001F628F">
      <w:pPr>
        <w:pStyle w:val="libNormal"/>
        <w:rPr>
          <w:rtl/>
        </w:rPr>
      </w:pPr>
      <w:r>
        <w:rPr>
          <w:rtl/>
        </w:rPr>
        <w:t>''جميعاً''ضمير ''برزوا'' كے لئے حال ہے اور اس كى ضمير كا مرجع تمام انسان ہو سكتے ہي</w:t>
      </w:r>
      <w:r w:rsidR="00083993">
        <w:rPr>
          <w:rtl/>
        </w:rPr>
        <w:t xml:space="preserve">ں </w:t>
      </w:r>
      <w:r>
        <w:rPr>
          <w:rtl/>
        </w:rPr>
        <w:t>_</w:t>
      </w:r>
    </w:p>
    <w:p w:rsidR="001F628F" w:rsidRDefault="001F628F" w:rsidP="002B711F">
      <w:pPr>
        <w:pStyle w:val="libNormal"/>
        <w:rPr>
          <w:rtl/>
        </w:rPr>
      </w:pPr>
      <w:r>
        <w:rPr>
          <w:rtl/>
        </w:rPr>
        <w:t>2_تمام كفار ايك ساتھ بار گاہ خداوند مي</w:t>
      </w:r>
      <w:r w:rsidR="00083993">
        <w:rPr>
          <w:rtl/>
        </w:rPr>
        <w:t xml:space="preserve">ں </w:t>
      </w:r>
      <w:r>
        <w:rPr>
          <w:rtl/>
        </w:rPr>
        <w:t>حاضر ہونگے_</w:t>
      </w:r>
      <w:r w:rsidRPr="002B711F">
        <w:rPr>
          <w:rStyle w:val="libArabicChar"/>
          <w:rFonts w:hint="eastAsia"/>
          <w:rtl/>
        </w:rPr>
        <w:t>وبرزوالله</w:t>
      </w:r>
      <w:r w:rsidRPr="002B711F">
        <w:rPr>
          <w:rStyle w:val="libArabicChar"/>
          <w:rtl/>
        </w:rPr>
        <w:t xml:space="preserve"> جميع</w:t>
      </w:r>
      <w:r w:rsidR="00CE0F22">
        <w:rPr>
          <w:rStyle w:val="libArabicChar"/>
          <w:rFonts w:hint="cs"/>
          <w:rtl/>
        </w:rPr>
        <w:t>ا</w:t>
      </w:r>
    </w:p>
    <w:p w:rsidR="001F628F" w:rsidRDefault="001F628F" w:rsidP="001F628F">
      <w:pPr>
        <w:pStyle w:val="libNormal"/>
        <w:rPr>
          <w:rtl/>
        </w:rPr>
      </w:pPr>
      <w:r>
        <w:rPr>
          <w:rFonts w:hint="eastAsia"/>
          <w:rtl/>
        </w:rPr>
        <w:t>مذكورہ</w:t>
      </w:r>
      <w:r>
        <w:rPr>
          <w:rtl/>
        </w:rPr>
        <w:t xml:space="preserve"> بالا مطلب اس احتمال پر مبنى ہے كہ جب ''برزوا'' كى ضمير كا مرجع وہ كفار ہو</w:t>
      </w:r>
      <w:r w:rsidR="00083993">
        <w:rPr>
          <w:rtl/>
        </w:rPr>
        <w:t xml:space="preserve">ں </w:t>
      </w:r>
      <w:r>
        <w:rPr>
          <w:rtl/>
        </w:rPr>
        <w:t>كہ جن كے بار ے مي</w:t>
      </w:r>
      <w:r w:rsidR="00083993">
        <w:rPr>
          <w:rtl/>
        </w:rPr>
        <w:t xml:space="preserve">ں </w:t>
      </w:r>
      <w:r>
        <w:rPr>
          <w:rtl/>
        </w:rPr>
        <w:t>گذشتہ ايات مي</w:t>
      </w:r>
      <w:r w:rsidR="00083993">
        <w:rPr>
          <w:rtl/>
        </w:rPr>
        <w:t xml:space="preserve">ں </w:t>
      </w:r>
      <w:r>
        <w:rPr>
          <w:rtl/>
        </w:rPr>
        <w:t>بحث كى گئي ہے_</w:t>
      </w:r>
    </w:p>
    <w:p w:rsidR="001F628F" w:rsidRDefault="001F628F" w:rsidP="002B711F">
      <w:pPr>
        <w:pStyle w:val="libNormal"/>
        <w:rPr>
          <w:rtl/>
        </w:rPr>
      </w:pPr>
      <w:r>
        <w:rPr>
          <w:rtl/>
        </w:rPr>
        <w:t>3_قيامت كے وقوع پذير ہونے اوراس مي</w:t>
      </w:r>
      <w:r w:rsidR="00083993">
        <w:rPr>
          <w:rtl/>
        </w:rPr>
        <w:t xml:space="preserve">ں </w:t>
      </w:r>
      <w:r>
        <w:rPr>
          <w:rtl/>
        </w:rPr>
        <w:t>تمام انسانو</w:t>
      </w:r>
      <w:r w:rsidR="00083993">
        <w:rPr>
          <w:rtl/>
        </w:rPr>
        <w:t xml:space="preserve">ں </w:t>
      </w:r>
      <w:r>
        <w:rPr>
          <w:rtl/>
        </w:rPr>
        <w:t>كے حاضر ہونے كا يقينى ہونا _</w:t>
      </w:r>
      <w:r w:rsidRPr="002B711F">
        <w:rPr>
          <w:rStyle w:val="libArabicChar"/>
          <w:rFonts w:hint="eastAsia"/>
          <w:rtl/>
        </w:rPr>
        <w:t>وبرزوالله</w:t>
      </w:r>
      <w:r w:rsidRPr="002B711F">
        <w:rPr>
          <w:rStyle w:val="libArabicChar"/>
          <w:rtl/>
        </w:rPr>
        <w:t xml:space="preserve"> جميع</w:t>
      </w:r>
      <w:r w:rsidR="00CE0F22">
        <w:rPr>
          <w:rStyle w:val="libArabicChar"/>
          <w:rFonts w:hint="cs"/>
          <w:rtl/>
        </w:rPr>
        <w:t>ا</w:t>
      </w:r>
    </w:p>
    <w:p w:rsidR="002B711F" w:rsidRDefault="001E7F9D" w:rsidP="00F73EDE">
      <w:pPr>
        <w:pStyle w:val="libPoemTini"/>
        <w:rPr>
          <w:rtl/>
        </w:rPr>
      </w:pPr>
      <w:r>
        <w:rPr>
          <w:rtl/>
        </w:rPr>
        <w:br w:type="page"/>
      </w:r>
    </w:p>
    <w:p w:rsidR="001F628F" w:rsidRDefault="001F628F" w:rsidP="002B711F">
      <w:pPr>
        <w:pStyle w:val="libNormal"/>
        <w:rPr>
          <w:rtl/>
        </w:rPr>
      </w:pPr>
      <w:r>
        <w:rPr>
          <w:rFonts w:hint="eastAsia"/>
          <w:rtl/>
        </w:rPr>
        <w:lastRenderedPageBreak/>
        <w:t>فعل</w:t>
      </w:r>
      <w:r>
        <w:rPr>
          <w:rtl/>
        </w:rPr>
        <w:t xml:space="preserve"> '' برزوا '' كو مستقبل مي</w:t>
      </w:r>
      <w:r w:rsidR="00083993">
        <w:rPr>
          <w:rtl/>
        </w:rPr>
        <w:t xml:space="preserve">ں </w:t>
      </w:r>
      <w:r>
        <w:rPr>
          <w:rtl/>
        </w:rPr>
        <w:t>ايك حادثے (قيامت) كے وقوع پذير ہو نے كے بيان كے لئے ماضى كى صورت مي</w:t>
      </w:r>
      <w:r w:rsidR="00083993">
        <w:rPr>
          <w:rtl/>
        </w:rPr>
        <w:t xml:space="preserve">ں </w:t>
      </w:r>
      <w:r>
        <w:rPr>
          <w:rtl/>
        </w:rPr>
        <w:t>لانا اس بات كے يقينى ہونے كى حكايت كرتا ہے_</w:t>
      </w:r>
    </w:p>
    <w:p w:rsidR="001F628F" w:rsidRDefault="001F628F" w:rsidP="002B711F">
      <w:pPr>
        <w:pStyle w:val="libNormal"/>
        <w:rPr>
          <w:rtl/>
        </w:rPr>
      </w:pPr>
      <w:r>
        <w:rPr>
          <w:rtl/>
        </w:rPr>
        <w:t>4_پيرو كار كفار قيامت مي</w:t>
      </w:r>
      <w:r w:rsidR="00083993">
        <w:rPr>
          <w:rtl/>
        </w:rPr>
        <w:t xml:space="preserve">ں </w:t>
      </w:r>
      <w:r>
        <w:rPr>
          <w:rtl/>
        </w:rPr>
        <w:t>بار گاہ خدا وندمي</w:t>
      </w:r>
      <w:r w:rsidR="00083993">
        <w:rPr>
          <w:rtl/>
        </w:rPr>
        <w:t xml:space="preserve">ں </w:t>
      </w:r>
      <w:r>
        <w:rPr>
          <w:rtl/>
        </w:rPr>
        <w:t>حاضر ہونے سے پہلے ہى جان لي</w:t>
      </w:r>
      <w:r w:rsidR="00083993">
        <w:rPr>
          <w:rtl/>
        </w:rPr>
        <w:t xml:space="preserve">ں </w:t>
      </w:r>
      <w:r>
        <w:rPr>
          <w:rtl/>
        </w:rPr>
        <w:t>گے وہ عذاب الہى مي</w:t>
      </w:r>
      <w:r w:rsidR="00083993">
        <w:rPr>
          <w:rtl/>
        </w:rPr>
        <w:t xml:space="preserve">ں </w:t>
      </w:r>
      <w:r>
        <w:rPr>
          <w:rtl/>
        </w:rPr>
        <w:t>گرفتار ہو جائي</w:t>
      </w:r>
      <w:r w:rsidR="00083993">
        <w:rPr>
          <w:rtl/>
        </w:rPr>
        <w:t xml:space="preserve">ں </w:t>
      </w:r>
      <w:r>
        <w:rPr>
          <w:rtl/>
        </w:rPr>
        <w:t>گے_</w:t>
      </w:r>
      <w:r w:rsidRPr="002B711F">
        <w:rPr>
          <w:rStyle w:val="libArabicChar"/>
          <w:rFonts w:hint="eastAsia"/>
          <w:rtl/>
        </w:rPr>
        <w:t>وبرزوالله</w:t>
      </w:r>
      <w:r w:rsidRPr="002B711F">
        <w:rPr>
          <w:rStyle w:val="libArabicChar"/>
          <w:rtl/>
        </w:rPr>
        <w:t xml:space="preserve"> جميعاً فقال الضعفو ا للذين استكبروا انّا كنّا لكم تبعاً ف</w:t>
      </w:r>
      <w:r w:rsidR="00B2551F" w:rsidRPr="00B2551F">
        <w:rPr>
          <w:rStyle w:val="libArabicChar"/>
          <w:rFonts w:hint="cs"/>
          <w:rtl/>
        </w:rPr>
        <w:t>ه</w:t>
      </w:r>
      <w:r w:rsidRPr="002B711F">
        <w:rPr>
          <w:rStyle w:val="libArabicChar"/>
          <w:rFonts w:hint="cs"/>
          <w:rtl/>
        </w:rPr>
        <w:t>ل</w:t>
      </w:r>
      <w:r w:rsidRPr="002B711F">
        <w:rPr>
          <w:rStyle w:val="libArabicChar"/>
          <w:rtl/>
        </w:rPr>
        <w:t xml:space="preserve"> </w:t>
      </w:r>
      <w:r w:rsidRPr="002B711F">
        <w:rPr>
          <w:rStyle w:val="libArabicChar"/>
          <w:rFonts w:hint="cs"/>
          <w:rtl/>
        </w:rPr>
        <w:t>ا</w:t>
      </w:r>
      <w:r w:rsidRPr="002B711F">
        <w:rPr>
          <w:rStyle w:val="libArabicChar"/>
          <w:rtl/>
        </w:rPr>
        <w:t xml:space="preserve"> </w:t>
      </w:r>
      <w:r w:rsidRPr="002B711F">
        <w:rPr>
          <w:rStyle w:val="libArabicChar"/>
          <w:rFonts w:hint="cs"/>
          <w:rtl/>
        </w:rPr>
        <w:t>نتم</w:t>
      </w:r>
      <w:r w:rsidRPr="002B711F">
        <w:rPr>
          <w:rStyle w:val="libArabicChar"/>
          <w:rtl/>
        </w:rPr>
        <w:t xml:space="preserve"> </w:t>
      </w:r>
      <w:r w:rsidRPr="002B711F">
        <w:rPr>
          <w:rStyle w:val="libArabicChar"/>
          <w:rFonts w:hint="cs"/>
          <w:rtl/>
        </w:rPr>
        <w:t>مغن</w:t>
      </w:r>
      <w:r w:rsidRPr="002B711F">
        <w:rPr>
          <w:rStyle w:val="libArabicChar"/>
          <w:rtl/>
        </w:rPr>
        <w:t>ون عنّ</w:t>
      </w:r>
      <w:r w:rsidR="00CE0F22">
        <w:rPr>
          <w:rStyle w:val="libArabicChar"/>
          <w:rFonts w:hint="cs"/>
          <w:rtl/>
        </w:rPr>
        <w:t>ا</w:t>
      </w:r>
    </w:p>
    <w:p w:rsidR="001F628F" w:rsidRDefault="001F628F" w:rsidP="001F628F">
      <w:pPr>
        <w:pStyle w:val="libNormal"/>
        <w:rPr>
          <w:rtl/>
        </w:rPr>
      </w:pPr>
      <w:r>
        <w:rPr>
          <w:rFonts w:hint="eastAsia"/>
          <w:rtl/>
        </w:rPr>
        <w:t>اس</w:t>
      </w:r>
      <w:r>
        <w:rPr>
          <w:rtl/>
        </w:rPr>
        <w:t xml:space="preserve"> كے بعد كہ جب قيامت مي</w:t>
      </w:r>
      <w:r w:rsidR="00083993">
        <w:rPr>
          <w:rtl/>
        </w:rPr>
        <w:t xml:space="preserve">ں </w:t>
      </w:r>
      <w:r>
        <w:rPr>
          <w:rtl/>
        </w:rPr>
        <w:t>عذاب كى بات كرنے سے پہلے تمام لوگو</w:t>
      </w:r>
      <w:r w:rsidR="00083993">
        <w:rPr>
          <w:rtl/>
        </w:rPr>
        <w:t xml:space="preserve">ں </w:t>
      </w:r>
      <w:r>
        <w:rPr>
          <w:rtl/>
        </w:rPr>
        <w:t>كے اكٹھا ہونے كا اعلان كيا جائے گا تو كمزورو</w:t>
      </w:r>
      <w:r w:rsidR="00083993">
        <w:rPr>
          <w:rtl/>
        </w:rPr>
        <w:t xml:space="preserve">ں </w:t>
      </w:r>
      <w:r>
        <w:rPr>
          <w:rtl/>
        </w:rPr>
        <w:t xml:space="preserve">كى مدد كے لئے </w:t>
      </w:r>
      <w:r w:rsidRPr="00CE0F22">
        <w:rPr>
          <w:rStyle w:val="libArabicChar"/>
          <w:rtl/>
        </w:rPr>
        <w:t>''فقال الضعفو ا للذين استكبروا''</w:t>
      </w:r>
      <w:r>
        <w:rPr>
          <w:rtl/>
        </w:rPr>
        <w:t>كا ذكر كرنااس بات كى حكايت كر تا ہے كہ وہ لوگ عذاب مي</w:t>
      </w:r>
      <w:r w:rsidR="00083993">
        <w:rPr>
          <w:rtl/>
        </w:rPr>
        <w:t xml:space="preserve">ں </w:t>
      </w:r>
      <w:r>
        <w:rPr>
          <w:rtl/>
        </w:rPr>
        <w:t>اپنے گرفتار ہو نے كے بارے مي</w:t>
      </w:r>
      <w:r w:rsidR="00083993">
        <w:rPr>
          <w:rtl/>
        </w:rPr>
        <w:t xml:space="preserve">ں </w:t>
      </w:r>
      <w:r>
        <w:rPr>
          <w:rtl/>
        </w:rPr>
        <w:t>پہلے سے ہى اگاہ ہ</w:t>
      </w:r>
      <w:r>
        <w:rPr>
          <w:rFonts w:hint="eastAsia"/>
          <w:rtl/>
        </w:rPr>
        <w:t>و</w:t>
      </w:r>
      <w:r>
        <w:rPr>
          <w:rtl/>
        </w:rPr>
        <w:t xml:space="preserve"> جائي</w:t>
      </w:r>
      <w:r w:rsidR="00083993">
        <w:rPr>
          <w:rtl/>
        </w:rPr>
        <w:t xml:space="preserve">ں </w:t>
      </w:r>
      <w:r>
        <w:rPr>
          <w:rtl/>
        </w:rPr>
        <w:t>گے_</w:t>
      </w:r>
    </w:p>
    <w:p w:rsidR="001F628F" w:rsidRDefault="001F628F" w:rsidP="001F628F">
      <w:pPr>
        <w:pStyle w:val="libNormal"/>
        <w:rPr>
          <w:rtl/>
        </w:rPr>
      </w:pPr>
      <w:r>
        <w:rPr>
          <w:rtl/>
        </w:rPr>
        <w:t>5_عام اور مستكبرين كى پيروى كرنے والے لوگ قيامت مي</w:t>
      </w:r>
      <w:r w:rsidR="00083993">
        <w:rPr>
          <w:rtl/>
        </w:rPr>
        <w:t xml:space="preserve">ں </w:t>
      </w:r>
      <w:r>
        <w:rPr>
          <w:rtl/>
        </w:rPr>
        <w:t>بارگاہ خدا وند مي</w:t>
      </w:r>
      <w:r w:rsidR="00083993">
        <w:rPr>
          <w:rtl/>
        </w:rPr>
        <w:t xml:space="preserve">ں </w:t>
      </w:r>
      <w:r>
        <w:rPr>
          <w:rtl/>
        </w:rPr>
        <w:t>حاضر ہونے كے بعد ان رہبرو</w:t>
      </w:r>
      <w:r w:rsidR="00083993">
        <w:rPr>
          <w:rtl/>
        </w:rPr>
        <w:t xml:space="preserve">ں </w:t>
      </w:r>
      <w:r>
        <w:rPr>
          <w:rtl/>
        </w:rPr>
        <w:t>پر اعتراض اور ان سے مدد كى درخواست كري</w:t>
      </w:r>
      <w:r w:rsidR="00083993">
        <w:rPr>
          <w:rtl/>
        </w:rPr>
        <w:t xml:space="preserve">ں </w:t>
      </w:r>
      <w:r>
        <w:rPr>
          <w:rtl/>
        </w:rPr>
        <w:t>گے_</w:t>
      </w:r>
    </w:p>
    <w:p w:rsidR="001F628F" w:rsidRDefault="001F628F" w:rsidP="009D726E">
      <w:pPr>
        <w:pStyle w:val="libArabic"/>
        <w:rPr>
          <w:rtl/>
        </w:rPr>
      </w:pPr>
      <w:r>
        <w:rPr>
          <w:rFonts w:hint="eastAsia"/>
          <w:rtl/>
        </w:rPr>
        <w:t>وبرزوالله</w:t>
      </w:r>
      <w:r>
        <w:rPr>
          <w:rtl/>
        </w:rPr>
        <w:t xml:space="preserve"> جميعاً فقال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عذاب</w:t>
      </w:r>
      <w:r>
        <w:rPr>
          <w:rtl/>
        </w:rPr>
        <w:t xml:space="preserve"> </w:t>
      </w:r>
      <w:r>
        <w:rPr>
          <w:rFonts w:hint="cs"/>
          <w:rtl/>
        </w:rPr>
        <w:t>الله</w:t>
      </w:r>
      <w:r>
        <w:rPr>
          <w:rtl/>
        </w:rPr>
        <w:t xml:space="preserve"> من شيئ</w:t>
      </w:r>
    </w:p>
    <w:p w:rsidR="001F628F" w:rsidRDefault="001F628F" w:rsidP="001F628F">
      <w:pPr>
        <w:pStyle w:val="libNormal"/>
        <w:rPr>
          <w:rtl/>
        </w:rPr>
      </w:pPr>
      <w:r>
        <w:rPr>
          <w:rtl/>
        </w:rPr>
        <w:t>6_قيامت كے دن عام كفار كا اپنے رہبرو</w:t>
      </w:r>
      <w:r w:rsidR="00083993">
        <w:rPr>
          <w:rtl/>
        </w:rPr>
        <w:t xml:space="preserve">ں </w:t>
      </w:r>
      <w:r>
        <w:rPr>
          <w:rtl/>
        </w:rPr>
        <w:t>كے ساتھ لفظى نزاع كرنا_</w:t>
      </w:r>
    </w:p>
    <w:p w:rsidR="001F628F" w:rsidRDefault="001F628F" w:rsidP="009D726E">
      <w:pPr>
        <w:pStyle w:val="libArabic"/>
        <w:rPr>
          <w:rtl/>
        </w:rPr>
      </w:pPr>
      <w:r>
        <w:rPr>
          <w:rFonts w:hint="eastAsia"/>
          <w:rtl/>
        </w:rPr>
        <w:t>فقال</w:t>
      </w:r>
      <w:r>
        <w:rPr>
          <w:rtl/>
        </w:rPr>
        <w:t xml:space="preserve">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w:t>
      </w:r>
      <w:r>
        <w:rPr>
          <w:rtl/>
        </w:rPr>
        <w:t>اب الله من شيء قالو</w:t>
      </w:r>
    </w:p>
    <w:p w:rsidR="001F628F" w:rsidRDefault="001F628F" w:rsidP="009D726E">
      <w:pPr>
        <w:pStyle w:val="libNormal"/>
        <w:rPr>
          <w:rtl/>
        </w:rPr>
      </w:pPr>
      <w:r>
        <w:rPr>
          <w:rtl/>
        </w:rPr>
        <w:t>7_قيامت كے دن پيرو كار كفار اپنے رہبرو</w:t>
      </w:r>
      <w:r w:rsidR="00083993">
        <w:rPr>
          <w:rtl/>
        </w:rPr>
        <w:t xml:space="preserve">ں </w:t>
      </w:r>
      <w:r>
        <w:rPr>
          <w:rtl/>
        </w:rPr>
        <w:t>كى اندھى پيروى كرنے كا اعتراف كر تے ہو ئے انہي</w:t>
      </w:r>
      <w:r w:rsidR="00083993">
        <w:rPr>
          <w:rtl/>
        </w:rPr>
        <w:t xml:space="preserve">ں </w:t>
      </w:r>
      <w:r>
        <w:rPr>
          <w:rtl/>
        </w:rPr>
        <w:t>اپنے برے انجام كا ذمہ دار قرار دي</w:t>
      </w:r>
      <w:r w:rsidR="00083993">
        <w:rPr>
          <w:rtl/>
        </w:rPr>
        <w:t xml:space="preserve">ں </w:t>
      </w:r>
      <w:r>
        <w:rPr>
          <w:rtl/>
        </w:rPr>
        <w:t>گے_</w:t>
      </w:r>
      <w:r w:rsidRPr="009D726E">
        <w:rPr>
          <w:rStyle w:val="libArabicChar"/>
          <w:rFonts w:hint="eastAsia"/>
          <w:rtl/>
        </w:rPr>
        <w:t>فقال</w:t>
      </w:r>
      <w:r w:rsidRPr="009D726E">
        <w:rPr>
          <w:rStyle w:val="libArabicChar"/>
          <w:rtl/>
        </w:rPr>
        <w:t xml:space="preserve"> الضعفو ا للذين استكبروا انّا كنّا لكم تبعاً ف</w:t>
      </w:r>
      <w:r w:rsidR="00B2551F" w:rsidRPr="00B2551F">
        <w:rPr>
          <w:rStyle w:val="libArabicChar"/>
          <w:rFonts w:hint="cs"/>
          <w:rtl/>
        </w:rPr>
        <w:t>ه</w:t>
      </w:r>
      <w:r w:rsidRPr="009D726E">
        <w:rPr>
          <w:rStyle w:val="libArabicChar"/>
          <w:rFonts w:hint="cs"/>
          <w:rtl/>
        </w:rPr>
        <w:t>ل</w:t>
      </w:r>
      <w:r w:rsidRPr="009D726E">
        <w:rPr>
          <w:rStyle w:val="libArabicChar"/>
          <w:rtl/>
        </w:rPr>
        <w:t xml:space="preserve"> </w:t>
      </w:r>
      <w:r w:rsidRPr="009D726E">
        <w:rPr>
          <w:rStyle w:val="libArabicChar"/>
          <w:rFonts w:hint="cs"/>
          <w:rtl/>
        </w:rPr>
        <w:t>ا</w:t>
      </w:r>
      <w:r w:rsidRPr="009D726E">
        <w:rPr>
          <w:rStyle w:val="libArabicChar"/>
          <w:rtl/>
        </w:rPr>
        <w:t xml:space="preserve"> </w:t>
      </w:r>
      <w:r w:rsidRPr="009D726E">
        <w:rPr>
          <w:rStyle w:val="libArabicChar"/>
          <w:rFonts w:hint="cs"/>
          <w:rtl/>
        </w:rPr>
        <w:t>نتم</w:t>
      </w:r>
      <w:r w:rsidRPr="009D726E">
        <w:rPr>
          <w:rStyle w:val="libArabicChar"/>
          <w:rtl/>
        </w:rPr>
        <w:t xml:space="preserve"> </w:t>
      </w:r>
      <w:r w:rsidRPr="009D726E">
        <w:rPr>
          <w:rStyle w:val="libArabicChar"/>
          <w:rFonts w:hint="cs"/>
          <w:rtl/>
        </w:rPr>
        <w:t>مغنون</w:t>
      </w:r>
      <w:r w:rsidRPr="009D726E">
        <w:rPr>
          <w:rStyle w:val="libArabicChar"/>
          <w:rtl/>
        </w:rPr>
        <w:t xml:space="preserve"> </w:t>
      </w:r>
      <w:r w:rsidRPr="009D726E">
        <w:rPr>
          <w:rStyle w:val="libArabicChar"/>
          <w:rFonts w:hint="cs"/>
          <w:rtl/>
        </w:rPr>
        <w:t>عنّا</w:t>
      </w:r>
      <w:r w:rsidRPr="009D726E">
        <w:rPr>
          <w:rStyle w:val="libArabicChar"/>
          <w:rtl/>
        </w:rPr>
        <w:t xml:space="preserve"> </w:t>
      </w:r>
      <w:r w:rsidRPr="009D726E">
        <w:rPr>
          <w:rStyle w:val="libArabicChar"/>
          <w:rFonts w:hint="cs"/>
          <w:rtl/>
        </w:rPr>
        <w:t>من</w:t>
      </w:r>
      <w:r w:rsidRPr="009D726E">
        <w:rPr>
          <w:rStyle w:val="libArabicChar"/>
          <w:rtl/>
        </w:rPr>
        <w:t xml:space="preserve"> </w:t>
      </w:r>
      <w:r w:rsidRPr="009D726E">
        <w:rPr>
          <w:rStyle w:val="libArabicChar"/>
          <w:rFonts w:hint="cs"/>
          <w:rtl/>
        </w:rPr>
        <w:t>عذاب</w:t>
      </w:r>
      <w:r w:rsidRPr="009D726E">
        <w:rPr>
          <w:rStyle w:val="libArabicChar"/>
          <w:rtl/>
        </w:rPr>
        <w:t xml:space="preserve"> </w:t>
      </w:r>
      <w:r w:rsidRPr="009D726E">
        <w:rPr>
          <w:rStyle w:val="libArabicChar"/>
          <w:rFonts w:hint="cs"/>
          <w:rtl/>
        </w:rPr>
        <w:t>الله</w:t>
      </w:r>
      <w:r w:rsidRPr="009D726E">
        <w:rPr>
          <w:rStyle w:val="libArabicChar"/>
          <w:rtl/>
        </w:rPr>
        <w:t xml:space="preserve"> من شيئ</w:t>
      </w:r>
    </w:p>
    <w:p w:rsidR="001F628F" w:rsidRDefault="001F628F" w:rsidP="009D726E">
      <w:pPr>
        <w:pStyle w:val="libNormal"/>
        <w:rPr>
          <w:rtl/>
        </w:rPr>
      </w:pPr>
      <w:r>
        <w:rPr>
          <w:rtl/>
        </w:rPr>
        <w:t>8_قيامت كے دن كفار كے پيروكار اپنے مستكبر رہبرو</w:t>
      </w:r>
      <w:r w:rsidR="00083993">
        <w:rPr>
          <w:rtl/>
        </w:rPr>
        <w:t xml:space="preserve">ں </w:t>
      </w:r>
      <w:r>
        <w:rPr>
          <w:rtl/>
        </w:rPr>
        <w:t>سے درخواست كري</w:t>
      </w:r>
      <w:r w:rsidR="00083993">
        <w:rPr>
          <w:rtl/>
        </w:rPr>
        <w:t xml:space="preserve">ں </w:t>
      </w:r>
      <w:r>
        <w:rPr>
          <w:rtl/>
        </w:rPr>
        <w:t>گے كہ اگر ممكن ہو تو ان سے تھوڑا سا عذاب خدا كم كردي</w:t>
      </w:r>
      <w:r w:rsidR="00083993">
        <w:rPr>
          <w:rtl/>
        </w:rPr>
        <w:t xml:space="preserve">ں </w:t>
      </w:r>
      <w:r>
        <w:rPr>
          <w:rtl/>
        </w:rPr>
        <w:t>_</w:t>
      </w:r>
      <w:r w:rsidRPr="009D726E">
        <w:rPr>
          <w:rStyle w:val="libArabicChar"/>
          <w:rFonts w:hint="eastAsia"/>
          <w:rtl/>
        </w:rPr>
        <w:t>فقال</w:t>
      </w:r>
      <w:r w:rsidRPr="009D726E">
        <w:rPr>
          <w:rStyle w:val="libArabicChar"/>
          <w:rtl/>
        </w:rPr>
        <w:t xml:space="preserve"> الضعفو ا للذين استكبروا انّا كنّا لكم تبعاً ف</w:t>
      </w:r>
      <w:r w:rsidR="00B2551F" w:rsidRPr="00B2551F">
        <w:rPr>
          <w:rStyle w:val="libArabicChar"/>
          <w:rFonts w:hint="cs"/>
          <w:rtl/>
        </w:rPr>
        <w:t>ه</w:t>
      </w:r>
      <w:r w:rsidRPr="009D726E">
        <w:rPr>
          <w:rStyle w:val="libArabicChar"/>
          <w:rFonts w:hint="cs"/>
          <w:rtl/>
        </w:rPr>
        <w:t>ل</w:t>
      </w:r>
      <w:r w:rsidRPr="009D726E">
        <w:rPr>
          <w:rStyle w:val="libArabicChar"/>
          <w:rtl/>
        </w:rPr>
        <w:t xml:space="preserve"> </w:t>
      </w:r>
      <w:r w:rsidRPr="009D726E">
        <w:rPr>
          <w:rStyle w:val="libArabicChar"/>
          <w:rFonts w:hint="cs"/>
          <w:rtl/>
        </w:rPr>
        <w:t>ا</w:t>
      </w:r>
      <w:r w:rsidRPr="009D726E">
        <w:rPr>
          <w:rStyle w:val="libArabicChar"/>
          <w:rtl/>
        </w:rPr>
        <w:t xml:space="preserve"> </w:t>
      </w:r>
      <w:r w:rsidRPr="009D726E">
        <w:rPr>
          <w:rStyle w:val="libArabicChar"/>
          <w:rFonts w:hint="cs"/>
          <w:rtl/>
        </w:rPr>
        <w:t>نتم</w:t>
      </w:r>
      <w:r w:rsidRPr="009D726E">
        <w:rPr>
          <w:rStyle w:val="libArabicChar"/>
          <w:rtl/>
        </w:rPr>
        <w:t xml:space="preserve"> </w:t>
      </w:r>
      <w:r w:rsidRPr="009D726E">
        <w:rPr>
          <w:rStyle w:val="libArabicChar"/>
          <w:rFonts w:hint="cs"/>
          <w:rtl/>
        </w:rPr>
        <w:t>مغنون</w:t>
      </w:r>
      <w:r w:rsidRPr="009D726E">
        <w:rPr>
          <w:rStyle w:val="libArabicChar"/>
          <w:rtl/>
        </w:rPr>
        <w:t xml:space="preserve"> </w:t>
      </w:r>
      <w:r w:rsidRPr="009D726E">
        <w:rPr>
          <w:rStyle w:val="libArabicChar"/>
          <w:rFonts w:hint="cs"/>
          <w:rtl/>
        </w:rPr>
        <w:t>عنّا</w:t>
      </w:r>
      <w:r w:rsidRPr="009D726E">
        <w:rPr>
          <w:rStyle w:val="libArabicChar"/>
          <w:rtl/>
        </w:rPr>
        <w:t xml:space="preserve"> </w:t>
      </w:r>
      <w:r w:rsidRPr="009D726E">
        <w:rPr>
          <w:rStyle w:val="libArabicChar"/>
          <w:rFonts w:hint="cs"/>
          <w:rtl/>
        </w:rPr>
        <w:t>من</w:t>
      </w:r>
      <w:r w:rsidRPr="009D726E">
        <w:rPr>
          <w:rStyle w:val="libArabicChar"/>
          <w:rtl/>
        </w:rPr>
        <w:t xml:space="preserve"> </w:t>
      </w:r>
      <w:r w:rsidRPr="009D726E">
        <w:rPr>
          <w:rStyle w:val="libArabicChar"/>
          <w:rFonts w:hint="cs"/>
          <w:rtl/>
        </w:rPr>
        <w:t>عذاب</w:t>
      </w:r>
      <w:r w:rsidRPr="009D726E">
        <w:rPr>
          <w:rStyle w:val="libArabicChar"/>
          <w:rtl/>
        </w:rPr>
        <w:t xml:space="preserve"> </w:t>
      </w:r>
      <w:r w:rsidRPr="009D726E">
        <w:rPr>
          <w:rStyle w:val="libArabicChar"/>
          <w:rFonts w:hint="cs"/>
          <w:rtl/>
        </w:rPr>
        <w:t>الله</w:t>
      </w:r>
      <w:r w:rsidRPr="009D726E">
        <w:rPr>
          <w:rStyle w:val="libArabicChar"/>
          <w:rtl/>
        </w:rPr>
        <w:t xml:space="preserve"> </w:t>
      </w:r>
      <w:r w:rsidRPr="009D726E">
        <w:rPr>
          <w:rStyle w:val="libArabicChar"/>
          <w:rFonts w:hint="cs"/>
          <w:rtl/>
        </w:rPr>
        <w:t>من</w:t>
      </w:r>
      <w:r w:rsidRPr="009D726E">
        <w:rPr>
          <w:rStyle w:val="libArabicChar"/>
          <w:rtl/>
        </w:rPr>
        <w:t xml:space="preserve"> </w:t>
      </w:r>
      <w:r w:rsidRPr="009D726E">
        <w:rPr>
          <w:rStyle w:val="libArabicChar"/>
          <w:rFonts w:hint="cs"/>
          <w:rtl/>
        </w:rPr>
        <w:t>شي</w:t>
      </w:r>
      <w:r w:rsidRPr="009D726E">
        <w:rPr>
          <w:rStyle w:val="libArabicChar"/>
          <w:rtl/>
        </w:rPr>
        <w:t>ء قالو</w:t>
      </w:r>
    </w:p>
    <w:p w:rsidR="001F628F" w:rsidRDefault="001F628F" w:rsidP="001F628F">
      <w:pPr>
        <w:pStyle w:val="libNormal"/>
        <w:rPr>
          <w:rtl/>
        </w:rPr>
      </w:pPr>
      <w:r>
        <w:rPr>
          <w:rtl/>
        </w:rPr>
        <w:t>''شئي''كى تنوين ،تنوين تنكير ہے جو كم ہونے كے لئے ہے_</w:t>
      </w:r>
    </w:p>
    <w:p w:rsidR="001F628F" w:rsidRDefault="001F628F" w:rsidP="001F628F">
      <w:pPr>
        <w:pStyle w:val="libNormal"/>
        <w:rPr>
          <w:rtl/>
        </w:rPr>
      </w:pPr>
      <w:r>
        <w:rPr>
          <w:rtl/>
        </w:rPr>
        <w:t>9_گمراہ رہبرو</w:t>
      </w:r>
      <w:r w:rsidR="00083993">
        <w:rPr>
          <w:rtl/>
        </w:rPr>
        <w:t xml:space="preserve">ں </w:t>
      </w:r>
      <w:r>
        <w:rPr>
          <w:rtl/>
        </w:rPr>
        <w:t>كى اندھى پيروى ،قيامت كے دن عذاب الہى سے نجات كا بہانہ نہي</w:t>
      </w:r>
      <w:r w:rsidR="00083993">
        <w:rPr>
          <w:rtl/>
        </w:rPr>
        <w:t xml:space="preserve">ں </w:t>
      </w:r>
      <w:r>
        <w:rPr>
          <w:rtl/>
        </w:rPr>
        <w:t>بن سكتى _</w:t>
      </w:r>
    </w:p>
    <w:p w:rsidR="001F628F" w:rsidRDefault="001F628F" w:rsidP="009D726E">
      <w:pPr>
        <w:pStyle w:val="libArabic"/>
        <w:rPr>
          <w:rtl/>
        </w:rPr>
      </w:pPr>
      <w:r>
        <w:rPr>
          <w:rFonts w:hint="eastAsia"/>
          <w:rtl/>
        </w:rPr>
        <w:t>فقال</w:t>
      </w:r>
      <w:r>
        <w:rPr>
          <w:rtl/>
        </w:rPr>
        <w:t xml:space="preserve">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 </w:t>
      </w:r>
      <w:r>
        <w:rPr>
          <w:rFonts w:hint="cs"/>
          <w:rtl/>
        </w:rPr>
        <w:t>م</w:t>
      </w:r>
      <w:r>
        <w:rPr>
          <w:rtl/>
        </w:rPr>
        <w:t>ن شيئ</w:t>
      </w:r>
    </w:p>
    <w:p w:rsidR="001F628F" w:rsidRDefault="001F628F" w:rsidP="001F628F">
      <w:pPr>
        <w:pStyle w:val="libNormal"/>
        <w:rPr>
          <w:rtl/>
        </w:rPr>
      </w:pPr>
      <w:r>
        <w:rPr>
          <w:rFonts w:hint="eastAsia"/>
          <w:rtl/>
        </w:rPr>
        <w:t>اندھى</w:t>
      </w:r>
      <w:r>
        <w:rPr>
          <w:rtl/>
        </w:rPr>
        <w:t xml:space="preserve"> اطاعت كرنے والو</w:t>
      </w:r>
      <w:r w:rsidR="00083993">
        <w:rPr>
          <w:rtl/>
        </w:rPr>
        <w:t xml:space="preserve">ں </w:t>
      </w:r>
      <w:r>
        <w:rPr>
          <w:rtl/>
        </w:rPr>
        <w:t>كى جانب سے قيامت كے دن عذاب مي</w:t>
      </w:r>
      <w:r w:rsidR="00083993">
        <w:rPr>
          <w:rtl/>
        </w:rPr>
        <w:t xml:space="preserve">ں </w:t>
      </w:r>
      <w:r>
        <w:rPr>
          <w:rtl/>
        </w:rPr>
        <w:t>كمى كے لئے اپنے گمراہ رہبرو</w:t>
      </w:r>
      <w:r w:rsidR="00083993">
        <w:rPr>
          <w:rtl/>
        </w:rPr>
        <w:t xml:space="preserve">ں </w:t>
      </w:r>
      <w:r>
        <w:rPr>
          <w:rtl/>
        </w:rPr>
        <w:t>سے مدد كى درخواست كرنا اس</w:t>
      </w:r>
    </w:p>
    <w:p w:rsidR="009D726E" w:rsidRDefault="001E7F9D" w:rsidP="00F73EDE">
      <w:pPr>
        <w:pStyle w:val="libPoemTini"/>
        <w:rPr>
          <w:rtl/>
        </w:rPr>
      </w:pPr>
      <w:r>
        <w:rPr>
          <w:rtl/>
        </w:rPr>
        <w:br w:type="page"/>
      </w:r>
    </w:p>
    <w:p w:rsidR="001F628F" w:rsidRDefault="001F628F" w:rsidP="009D726E">
      <w:pPr>
        <w:pStyle w:val="libNormal"/>
        <w:rPr>
          <w:rtl/>
        </w:rPr>
      </w:pPr>
      <w:r>
        <w:rPr>
          <w:rFonts w:hint="eastAsia"/>
          <w:rtl/>
        </w:rPr>
        <w:lastRenderedPageBreak/>
        <w:t>بات</w:t>
      </w:r>
      <w:r>
        <w:rPr>
          <w:rtl/>
        </w:rPr>
        <w:t xml:space="preserve"> كى حكايت كرتا ہے كہ بے چون وچرا اطاعت كرنا عذاب مي</w:t>
      </w:r>
      <w:r w:rsidR="00083993">
        <w:rPr>
          <w:rtl/>
        </w:rPr>
        <w:t xml:space="preserve">ں </w:t>
      </w:r>
      <w:r>
        <w:rPr>
          <w:rtl/>
        </w:rPr>
        <w:t>كمى كا موجب نہي</w:t>
      </w:r>
      <w:r w:rsidR="00083993">
        <w:rPr>
          <w:rtl/>
        </w:rPr>
        <w:t xml:space="preserve">ں </w:t>
      </w:r>
      <w:r>
        <w:rPr>
          <w:rtl/>
        </w:rPr>
        <w:t>بن سكتا بلكہ ايسے پيروكارو</w:t>
      </w:r>
      <w:r w:rsidR="00083993">
        <w:rPr>
          <w:rtl/>
        </w:rPr>
        <w:t xml:space="preserve">ں </w:t>
      </w:r>
      <w:r>
        <w:rPr>
          <w:rtl/>
        </w:rPr>
        <w:t>پر بھى عذاب ہو گا_</w:t>
      </w:r>
    </w:p>
    <w:p w:rsidR="001F628F" w:rsidRDefault="001F628F" w:rsidP="001F628F">
      <w:pPr>
        <w:pStyle w:val="libNormal"/>
        <w:rPr>
          <w:rtl/>
        </w:rPr>
      </w:pPr>
      <w:r>
        <w:rPr>
          <w:rtl/>
        </w:rPr>
        <w:t>10_مستكبر رہبرو</w:t>
      </w:r>
      <w:r w:rsidR="00083993">
        <w:rPr>
          <w:rtl/>
        </w:rPr>
        <w:t xml:space="preserve">ں </w:t>
      </w:r>
      <w:r>
        <w:rPr>
          <w:rtl/>
        </w:rPr>
        <w:t>كى بے چون وچرا اطاعت اور پيروى كے نتيجے مي</w:t>
      </w:r>
      <w:r w:rsidR="00083993">
        <w:rPr>
          <w:rtl/>
        </w:rPr>
        <w:t xml:space="preserve">ں </w:t>
      </w:r>
      <w:r>
        <w:rPr>
          <w:rtl/>
        </w:rPr>
        <w:t>پيروكارو</w:t>
      </w:r>
      <w:r w:rsidR="00083993">
        <w:rPr>
          <w:rtl/>
        </w:rPr>
        <w:t xml:space="preserve">ں </w:t>
      </w:r>
      <w:r>
        <w:rPr>
          <w:rtl/>
        </w:rPr>
        <w:t>كا برا انجام ہونا_</w:t>
      </w:r>
    </w:p>
    <w:p w:rsidR="001F628F" w:rsidRDefault="001F628F" w:rsidP="009D726E">
      <w:pPr>
        <w:pStyle w:val="libArabic"/>
        <w:rPr>
          <w:rtl/>
        </w:rPr>
      </w:pPr>
      <w:r>
        <w:rPr>
          <w:rFonts w:hint="eastAsia"/>
          <w:rtl/>
        </w:rPr>
        <w:t>فقال</w:t>
      </w:r>
      <w:r>
        <w:rPr>
          <w:rtl/>
        </w:rPr>
        <w:t xml:space="preserve">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عذاب</w:t>
      </w:r>
      <w:r>
        <w:rPr>
          <w:rtl/>
        </w:rPr>
        <w:t xml:space="preserve"> </w:t>
      </w:r>
      <w:r>
        <w:rPr>
          <w:rFonts w:hint="cs"/>
          <w:rtl/>
        </w:rPr>
        <w:t>الله</w:t>
      </w:r>
      <w:r>
        <w:rPr>
          <w:rtl/>
        </w:rPr>
        <w:t xml:space="preserve"> من شيئ</w:t>
      </w:r>
    </w:p>
    <w:p w:rsidR="001F628F" w:rsidRDefault="001F628F" w:rsidP="001F628F">
      <w:pPr>
        <w:pStyle w:val="libNormal"/>
        <w:rPr>
          <w:rtl/>
        </w:rPr>
      </w:pPr>
      <w:r>
        <w:rPr>
          <w:rtl/>
        </w:rPr>
        <w:t>11_مستكبرين كى اندھى اطاعت و پيروى كى ايك علت (پيروكارو</w:t>
      </w:r>
      <w:r w:rsidR="00083993">
        <w:rPr>
          <w:rtl/>
        </w:rPr>
        <w:t xml:space="preserve">ں </w:t>
      </w:r>
      <w:r>
        <w:rPr>
          <w:rtl/>
        </w:rPr>
        <w:t>كى ) كمزورى اور ناتوانى ہے_</w:t>
      </w:r>
    </w:p>
    <w:p w:rsidR="001F628F" w:rsidRDefault="001F628F" w:rsidP="009D726E">
      <w:pPr>
        <w:pStyle w:val="libArabic"/>
        <w:rPr>
          <w:rtl/>
        </w:rPr>
      </w:pPr>
      <w:r>
        <w:rPr>
          <w:rFonts w:hint="eastAsia"/>
          <w:rtl/>
        </w:rPr>
        <w:t>فقال</w:t>
      </w:r>
      <w:r>
        <w:rPr>
          <w:rtl/>
        </w:rPr>
        <w:t xml:space="preserve"> الضعفو ا للذين استكبروا انّا كنّا لكم تبع</w:t>
      </w:r>
    </w:p>
    <w:p w:rsidR="001F628F" w:rsidRDefault="001F628F" w:rsidP="001F628F">
      <w:pPr>
        <w:pStyle w:val="libNormal"/>
        <w:rPr>
          <w:rtl/>
        </w:rPr>
      </w:pPr>
      <w:r>
        <w:rPr>
          <w:rtl/>
        </w:rPr>
        <w:t>12_قيامت كے دن پيروكار كفار كا عذاب اس قدر شديد ہو گا كہ وہ انہي</w:t>
      </w:r>
      <w:r w:rsidR="00083993">
        <w:rPr>
          <w:rtl/>
        </w:rPr>
        <w:t xml:space="preserve">ں </w:t>
      </w:r>
      <w:r>
        <w:rPr>
          <w:rtl/>
        </w:rPr>
        <w:t>گدائي كرنے پر مجبور كر دےگا_</w:t>
      </w:r>
    </w:p>
    <w:p w:rsidR="001F628F" w:rsidRDefault="001F628F" w:rsidP="009D726E">
      <w:pPr>
        <w:pStyle w:val="libArabic"/>
        <w:rPr>
          <w:rtl/>
        </w:rPr>
      </w:pPr>
      <w:r>
        <w:rPr>
          <w:rFonts w:hint="eastAsia"/>
          <w:rtl/>
        </w:rPr>
        <w:t>فقال</w:t>
      </w:r>
      <w:r>
        <w:rPr>
          <w:rtl/>
        </w:rPr>
        <w:t xml:space="preserve">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عذاب</w:t>
      </w:r>
      <w:r>
        <w:rPr>
          <w:rtl/>
        </w:rPr>
        <w:t xml:space="preserve"> </w:t>
      </w:r>
      <w:r>
        <w:rPr>
          <w:rFonts w:hint="cs"/>
          <w:rtl/>
        </w:rPr>
        <w:t>الله</w:t>
      </w:r>
      <w:r>
        <w:rPr>
          <w:rtl/>
        </w:rPr>
        <w:t xml:space="preserve"> من شيئ</w:t>
      </w:r>
    </w:p>
    <w:p w:rsidR="001F628F" w:rsidRDefault="001F628F" w:rsidP="001F628F">
      <w:pPr>
        <w:pStyle w:val="libNormal"/>
        <w:rPr>
          <w:rtl/>
        </w:rPr>
      </w:pPr>
      <w:r>
        <w:rPr>
          <w:rtl/>
        </w:rPr>
        <w:t>13_اخرت مي</w:t>
      </w:r>
      <w:r w:rsidR="00083993">
        <w:rPr>
          <w:rtl/>
        </w:rPr>
        <w:t xml:space="preserve">ں </w:t>
      </w:r>
      <w:r>
        <w:rPr>
          <w:rtl/>
        </w:rPr>
        <w:t>اہل جہنم ايك دوسرے كو پہچان لي</w:t>
      </w:r>
      <w:r w:rsidR="00083993">
        <w:rPr>
          <w:rtl/>
        </w:rPr>
        <w:t xml:space="preserve">ں </w:t>
      </w:r>
      <w:r>
        <w:rPr>
          <w:rtl/>
        </w:rPr>
        <w:t>گے اور دنياوى واقعات انہي</w:t>
      </w:r>
      <w:r w:rsidR="00083993">
        <w:rPr>
          <w:rtl/>
        </w:rPr>
        <w:t xml:space="preserve">ں </w:t>
      </w:r>
      <w:r>
        <w:rPr>
          <w:rtl/>
        </w:rPr>
        <w:t>ياد ا جائي</w:t>
      </w:r>
      <w:r w:rsidR="00083993">
        <w:rPr>
          <w:rtl/>
        </w:rPr>
        <w:t xml:space="preserve">ں </w:t>
      </w:r>
      <w:r>
        <w:rPr>
          <w:rtl/>
        </w:rPr>
        <w:t>گے_</w:t>
      </w:r>
    </w:p>
    <w:p w:rsidR="001F628F" w:rsidRDefault="001F628F" w:rsidP="009D726E">
      <w:pPr>
        <w:pStyle w:val="libArabic"/>
        <w:rPr>
          <w:rtl/>
        </w:rPr>
      </w:pPr>
      <w:r>
        <w:rPr>
          <w:rFonts w:hint="eastAsia"/>
          <w:rtl/>
        </w:rPr>
        <w:t>وبرزوالله</w:t>
      </w:r>
      <w:r>
        <w:rPr>
          <w:rtl/>
        </w:rPr>
        <w:t xml:space="preserve"> جميعاً فقال الضعفو ا للذين استكبروا انّا كنّا لكم تبعاً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عذاب</w:t>
      </w:r>
      <w:r>
        <w:rPr>
          <w:rtl/>
        </w:rPr>
        <w:t xml:space="preserve"> </w:t>
      </w:r>
      <w:r>
        <w:rPr>
          <w:rFonts w:hint="cs"/>
          <w:rtl/>
        </w:rPr>
        <w:t>الله</w:t>
      </w:r>
      <w:r>
        <w:rPr>
          <w:rtl/>
        </w:rPr>
        <w:t xml:space="preserve"> من شيئ</w:t>
      </w:r>
    </w:p>
    <w:p w:rsidR="001F628F" w:rsidRDefault="001F628F" w:rsidP="009D726E">
      <w:pPr>
        <w:pStyle w:val="libNormal"/>
        <w:rPr>
          <w:rtl/>
        </w:rPr>
      </w:pPr>
      <w:r>
        <w:rPr>
          <w:rtl/>
        </w:rPr>
        <w:t>14_قيامت كے دن مستكبر رہبر اپنے پيروكارو</w:t>
      </w:r>
      <w:r w:rsidR="00083993">
        <w:rPr>
          <w:rtl/>
        </w:rPr>
        <w:t xml:space="preserve">ں </w:t>
      </w:r>
      <w:r>
        <w:rPr>
          <w:rtl/>
        </w:rPr>
        <w:t>كى عذاب سے نجات دلانے كى درخواست پر ان سے وعدہ كري</w:t>
      </w:r>
      <w:r w:rsidR="00083993">
        <w:rPr>
          <w:rtl/>
        </w:rPr>
        <w:t xml:space="preserve">ں </w:t>
      </w:r>
      <w:r>
        <w:rPr>
          <w:rtl/>
        </w:rPr>
        <w:t>گے كہ اگر وہ خود نجات پا گئے تو انہي</w:t>
      </w:r>
      <w:r w:rsidR="00083993">
        <w:rPr>
          <w:rtl/>
        </w:rPr>
        <w:t xml:space="preserve">ں </w:t>
      </w:r>
      <w:r>
        <w:rPr>
          <w:rtl/>
        </w:rPr>
        <w:t>بھى نجات دلائي</w:t>
      </w:r>
      <w:r w:rsidR="00083993">
        <w:rPr>
          <w:rtl/>
        </w:rPr>
        <w:t xml:space="preserve">ں </w:t>
      </w:r>
      <w:r>
        <w:rPr>
          <w:rtl/>
        </w:rPr>
        <w:t>گے_</w:t>
      </w:r>
      <w:r w:rsidRPr="009D726E">
        <w:rPr>
          <w:rStyle w:val="libArabicChar"/>
          <w:rFonts w:hint="eastAsia"/>
          <w:rtl/>
        </w:rPr>
        <w:t>قالوا</w:t>
      </w:r>
      <w:r w:rsidRPr="009D726E">
        <w:rPr>
          <w:rStyle w:val="libArabicChar"/>
          <w:rtl/>
        </w:rPr>
        <w:t xml:space="preserve"> لو </w:t>
      </w:r>
      <w:r w:rsidR="00B2551F" w:rsidRPr="00B2551F">
        <w:rPr>
          <w:rStyle w:val="libArabicChar"/>
          <w:rFonts w:hint="cs"/>
          <w:rtl/>
        </w:rPr>
        <w:t>ه</w:t>
      </w:r>
      <w:r w:rsidRPr="009D726E">
        <w:rPr>
          <w:rStyle w:val="libArabicChar"/>
          <w:rFonts w:hint="cs"/>
          <w:rtl/>
        </w:rPr>
        <w:t>دنا</w:t>
      </w:r>
      <w:r w:rsidRPr="009D726E">
        <w:rPr>
          <w:rStyle w:val="libArabicChar"/>
          <w:rtl/>
        </w:rPr>
        <w:t xml:space="preserve"> </w:t>
      </w:r>
      <w:r w:rsidRPr="009D726E">
        <w:rPr>
          <w:rStyle w:val="libArabicChar"/>
          <w:rFonts w:hint="cs"/>
          <w:rtl/>
        </w:rPr>
        <w:t>الله</w:t>
      </w:r>
      <w:r w:rsidRPr="009D726E">
        <w:rPr>
          <w:rStyle w:val="libArabicChar"/>
          <w:rtl/>
        </w:rPr>
        <w:t xml:space="preserve"> </w:t>
      </w:r>
      <w:r w:rsidRPr="009D726E">
        <w:rPr>
          <w:rStyle w:val="libArabicChar"/>
          <w:rFonts w:hint="cs"/>
          <w:rtl/>
        </w:rPr>
        <w:t>ل</w:t>
      </w:r>
      <w:r w:rsidR="00B2551F" w:rsidRPr="00B2551F">
        <w:rPr>
          <w:rStyle w:val="libArabicChar"/>
          <w:rFonts w:hint="cs"/>
          <w:rtl/>
        </w:rPr>
        <w:t>ه</w:t>
      </w:r>
      <w:r w:rsidRPr="009D726E">
        <w:rPr>
          <w:rStyle w:val="libArabicChar"/>
          <w:rtl/>
        </w:rPr>
        <w:t>دينكم</w:t>
      </w:r>
    </w:p>
    <w:p w:rsidR="001F628F" w:rsidRDefault="001F628F" w:rsidP="009D726E">
      <w:pPr>
        <w:pStyle w:val="libNormal"/>
        <w:rPr>
          <w:rtl/>
        </w:rPr>
      </w:pPr>
      <w:r>
        <w:rPr>
          <w:rtl/>
        </w:rPr>
        <w:t>15_قيامت كے دن مستكبر رہبر اپنے پيروكارو</w:t>
      </w:r>
      <w:r w:rsidR="00083993">
        <w:rPr>
          <w:rtl/>
        </w:rPr>
        <w:t xml:space="preserve">ں </w:t>
      </w:r>
      <w:r>
        <w:rPr>
          <w:rtl/>
        </w:rPr>
        <w:t>كى مدد كى درخواست كے جواب مي</w:t>
      </w:r>
      <w:r w:rsidR="00083993">
        <w:rPr>
          <w:rtl/>
        </w:rPr>
        <w:t xml:space="preserve">ں </w:t>
      </w:r>
      <w:r>
        <w:rPr>
          <w:rtl/>
        </w:rPr>
        <w:t>اپنے اپ كو نا توان جانتے ہوئے ان كى مدد كو محال كام پر معلق كردي</w:t>
      </w:r>
      <w:r w:rsidR="00083993">
        <w:rPr>
          <w:rtl/>
        </w:rPr>
        <w:t xml:space="preserve">ں </w:t>
      </w:r>
      <w:r>
        <w:rPr>
          <w:rtl/>
        </w:rPr>
        <w:t>گے_</w:t>
      </w:r>
      <w:r w:rsidRPr="009D726E">
        <w:rPr>
          <w:rStyle w:val="libArabicChar"/>
          <w:rFonts w:hint="eastAsia"/>
          <w:rtl/>
        </w:rPr>
        <w:t>فقال</w:t>
      </w:r>
      <w:r w:rsidRPr="009D726E">
        <w:rPr>
          <w:rStyle w:val="libArabicChar"/>
          <w:rtl/>
        </w:rPr>
        <w:t xml:space="preserve"> الضعفو ا ...ف</w:t>
      </w:r>
      <w:r w:rsidR="00B2551F" w:rsidRPr="00B2551F">
        <w:rPr>
          <w:rStyle w:val="libArabicChar"/>
          <w:rFonts w:hint="cs"/>
          <w:rtl/>
        </w:rPr>
        <w:t>ه</w:t>
      </w:r>
      <w:r w:rsidRPr="009D726E">
        <w:rPr>
          <w:rStyle w:val="libArabicChar"/>
          <w:rFonts w:hint="cs"/>
          <w:rtl/>
        </w:rPr>
        <w:t>ل</w:t>
      </w:r>
      <w:r w:rsidRPr="009D726E">
        <w:rPr>
          <w:rStyle w:val="libArabicChar"/>
          <w:rtl/>
        </w:rPr>
        <w:t xml:space="preserve"> </w:t>
      </w:r>
      <w:r w:rsidRPr="009D726E">
        <w:rPr>
          <w:rStyle w:val="libArabicChar"/>
          <w:rFonts w:hint="cs"/>
          <w:rtl/>
        </w:rPr>
        <w:t>ا</w:t>
      </w:r>
      <w:r w:rsidRPr="009D726E">
        <w:rPr>
          <w:rStyle w:val="libArabicChar"/>
          <w:rtl/>
        </w:rPr>
        <w:t xml:space="preserve"> </w:t>
      </w:r>
      <w:r w:rsidRPr="009D726E">
        <w:rPr>
          <w:rStyle w:val="libArabicChar"/>
          <w:rFonts w:hint="cs"/>
          <w:rtl/>
        </w:rPr>
        <w:t>نتم</w:t>
      </w:r>
      <w:r w:rsidRPr="009D726E">
        <w:rPr>
          <w:rStyle w:val="libArabicChar"/>
          <w:rtl/>
        </w:rPr>
        <w:t xml:space="preserve"> </w:t>
      </w:r>
      <w:r w:rsidRPr="009D726E">
        <w:rPr>
          <w:rStyle w:val="libArabicChar"/>
          <w:rFonts w:hint="cs"/>
          <w:rtl/>
        </w:rPr>
        <w:t>مغنون</w:t>
      </w:r>
      <w:r w:rsidRPr="009D726E">
        <w:rPr>
          <w:rStyle w:val="libArabicChar"/>
          <w:rtl/>
        </w:rPr>
        <w:t xml:space="preserve"> </w:t>
      </w:r>
      <w:r w:rsidRPr="009D726E">
        <w:rPr>
          <w:rStyle w:val="libArabicChar"/>
          <w:rFonts w:hint="cs"/>
          <w:rtl/>
        </w:rPr>
        <w:t>عنّا</w:t>
      </w:r>
      <w:r w:rsidRPr="009D726E">
        <w:rPr>
          <w:rStyle w:val="libArabicChar"/>
          <w:rtl/>
        </w:rPr>
        <w:t xml:space="preserve"> ...</w:t>
      </w:r>
      <w:r w:rsidRPr="009D726E">
        <w:rPr>
          <w:rStyle w:val="libArabicChar"/>
          <w:rFonts w:hint="cs"/>
          <w:rtl/>
        </w:rPr>
        <w:t>قالوا</w:t>
      </w:r>
      <w:r w:rsidRPr="009D726E">
        <w:rPr>
          <w:rStyle w:val="libArabicChar"/>
          <w:rtl/>
        </w:rPr>
        <w:t xml:space="preserve"> </w:t>
      </w:r>
      <w:r w:rsidRPr="009D726E">
        <w:rPr>
          <w:rStyle w:val="libArabicChar"/>
          <w:rFonts w:hint="cs"/>
          <w:rtl/>
        </w:rPr>
        <w:t>لو</w:t>
      </w:r>
      <w:r w:rsidRPr="009D726E">
        <w:rPr>
          <w:rStyle w:val="libArabicChar"/>
          <w:rtl/>
        </w:rPr>
        <w:t xml:space="preserve"> </w:t>
      </w:r>
      <w:r w:rsidR="00B2551F" w:rsidRPr="00B2551F">
        <w:rPr>
          <w:rStyle w:val="libArabicChar"/>
          <w:rFonts w:hint="cs"/>
          <w:rtl/>
        </w:rPr>
        <w:t>ه</w:t>
      </w:r>
      <w:r w:rsidRPr="009D726E">
        <w:rPr>
          <w:rStyle w:val="libArabicChar"/>
          <w:rFonts w:hint="cs"/>
          <w:rtl/>
        </w:rPr>
        <w:t>دنا</w:t>
      </w:r>
      <w:r w:rsidRPr="009D726E">
        <w:rPr>
          <w:rStyle w:val="libArabicChar"/>
          <w:rtl/>
        </w:rPr>
        <w:t xml:space="preserve"> </w:t>
      </w:r>
      <w:r w:rsidRPr="009D726E">
        <w:rPr>
          <w:rStyle w:val="libArabicChar"/>
          <w:rFonts w:hint="cs"/>
          <w:rtl/>
        </w:rPr>
        <w:t>الله</w:t>
      </w:r>
      <w:r w:rsidRPr="009D726E">
        <w:rPr>
          <w:rStyle w:val="libArabicChar"/>
          <w:rtl/>
        </w:rPr>
        <w:t xml:space="preserve"> </w:t>
      </w:r>
      <w:r w:rsidRPr="009D726E">
        <w:rPr>
          <w:rStyle w:val="libArabicChar"/>
          <w:rFonts w:hint="cs"/>
          <w:rtl/>
        </w:rPr>
        <w:t>ل</w:t>
      </w:r>
      <w:r w:rsidR="00B2551F" w:rsidRPr="00B2551F">
        <w:rPr>
          <w:rStyle w:val="libArabicChar"/>
          <w:rFonts w:hint="cs"/>
          <w:rtl/>
        </w:rPr>
        <w:t>ه</w:t>
      </w:r>
      <w:r w:rsidRPr="009D726E">
        <w:rPr>
          <w:rStyle w:val="libArabicChar"/>
          <w:rtl/>
        </w:rPr>
        <w:t>دينكم</w:t>
      </w:r>
    </w:p>
    <w:p w:rsidR="001F628F" w:rsidRDefault="001F628F" w:rsidP="001F628F">
      <w:pPr>
        <w:pStyle w:val="libNormal"/>
        <w:rPr>
          <w:rtl/>
        </w:rPr>
      </w:pPr>
      <w:r>
        <w:rPr>
          <w:rFonts w:hint="eastAsia"/>
          <w:rtl/>
        </w:rPr>
        <w:t>يہ</w:t>
      </w:r>
      <w:r>
        <w:rPr>
          <w:rtl/>
        </w:rPr>
        <w:t xml:space="preserve"> كہ مستكبرين قيامت كے دن اپنے پيرو كارو</w:t>
      </w:r>
      <w:r w:rsidR="00083993">
        <w:rPr>
          <w:rtl/>
        </w:rPr>
        <w:t xml:space="preserve">ں </w:t>
      </w:r>
      <w:r>
        <w:rPr>
          <w:rtl/>
        </w:rPr>
        <w:t>كى مدد كى درخواست پر كہي</w:t>
      </w:r>
      <w:r w:rsidR="00083993">
        <w:rPr>
          <w:rtl/>
        </w:rPr>
        <w:t xml:space="preserve">ں </w:t>
      </w:r>
      <w:r>
        <w:rPr>
          <w:rtl/>
        </w:rPr>
        <w:t>گے كہ اگر خدا وند نے ہمارى ہدايت كى ہوتى تو ہم بھى تمہارى ہدايت كرتے جبكہ خداوند متعال نے ايسا كام نہي</w:t>
      </w:r>
      <w:r w:rsidR="00083993">
        <w:rPr>
          <w:rtl/>
        </w:rPr>
        <w:t xml:space="preserve">ں </w:t>
      </w:r>
      <w:r>
        <w:rPr>
          <w:rtl/>
        </w:rPr>
        <w:t>كيا لہذا وہ انكے تقاضے كے پورا ہونے كو ايك محال كام پر معلق كر ديتے ہي</w:t>
      </w:r>
      <w:r w:rsidR="00083993">
        <w:rPr>
          <w:rtl/>
        </w:rPr>
        <w:t xml:space="preserve">ں </w:t>
      </w:r>
      <w:r>
        <w:rPr>
          <w:rtl/>
        </w:rPr>
        <w:t>_</w:t>
      </w:r>
    </w:p>
    <w:p w:rsidR="001F628F" w:rsidRDefault="001F628F" w:rsidP="009D726E">
      <w:pPr>
        <w:pStyle w:val="libNormal"/>
        <w:rPr>
          <w:rtl/>
        </w:rPr>
      </w:pPr>
      <w:r>
        <w:rPr>
          <w:rtl/>
        </w:rPr>
        <w:t>16_قيامت كے دن مستكبر رہبر اپنى گمراہى كا اعتراف كر لي</w:t>
      </w:r>
      <w:r w:rsidR="00083993">
        <w:rPr>
          <w:rtl/>
        </w:rPr>
        <w:t xml:space="preserve">ں </w:t>
      </w:r>
      <w:r>
        <w:rPr>
          <w:rtl/>
        </w:rPr>
        <w:t>گے_</w:t>
      </w:r>
      <w:r w:rsidRPr="009D726E">
        <w:rPr>
          <w:rStyle w:val="libArabicChar"/>
          <w:rFonts w:hint="eastAsia"/>
          <w:rtl/>
        </w:rPr>
        <w:t>لو</w:t>
      </w:r>
      <w:r w:rsidRPr="009D726E">
        <w:rPr>
          <w:rStyle w:val="libArabicChar"/>
          <w:rtl/>
        </w:rPr>
        <w:t xml:space="preserve"> </w:t>
      </w:r>
      <w:r w:rsidR="00B2551F" w:rsidRPr="00B2551F">
        <w:rPr>
          <w:rStyle w:val="libArabicChar"/>
          <w:rFonts w:hint="cs"/>
          <w:rtl/>
        </w:rPr>
        <w:t>ه</w:t>
      </w:r>
      <w:r w:rsidRPr="009D726E">
        <w:rPr>
          <w:rStyle w:val="libArabicChar"/>
          <w:rFonts w:hint="cs"/>
          <w:rtl/>
        </w:rPr>
        <w:t>دنا</w:t>
      </w:r>
      <w:r w:rsidRPr="009D726E">
        <w:rPr>
          <w:rStyle w:val="libArabicChar"/>
          <w:rtl/>
        </w:rPr>
        <w:t xml:space="preserve"> </w:t>
      </w:r>
      <w:r w:rsidRPr="009D726E">
        <w:rPr>
          <w:rStyle w:val="libArabicChar"/>
          <w:rFonts w:hint="cs"/>
          <w:rtl/>
        </w:rPr>
        <w:t>الل</w:t>
      </w:r>
      <w:r w:rsidRPr="009D726E">
        <w:rPr>
          <w:rStyle w:val="libArabicChar"/>
          <w:rtl/>
        </w:rPr>
        <w:t>ه ل</w:t>
      </w:r>
      <w:r w:rsidR="00B2551F" w:rsidRPr="00B2551F">
        <w:rPr>
          <w:rStyle w:val="libArabicChar"/>
          <w:rFonts w:hint="cs"/>
          <w:rtl/>
        </w:rPr>
        <w:t>ه</w:t>
      </w:r>
      <w:r w:rsidRPr="009D726E">
        <w:rPr>
          <w:rStyle w:val="libArabicChar"/>
          <w:rtl/>
        </w:rPr>
        <w:t>دينكم</w:t>
      </w:r>
    </w:p>
    <w:p w:rsidR="009D726E" w:rsidRDefault="001F628F" w:rsidP="009D726E">
      <w:pPr>
        <w:pStyle w:val="libArabic"/>
        <w:rPr>
          <w:rtl/>
        </w:rPr>
      </w:pPr>
      <w:r>
        <w:rPr>
          <w:rtl/>
        </w:rPr>
        <w:t>17_قيامت كے دن مستكبر رہبراپنے پيروكارو</w:t>
      </w:r>
      <w:r w:rsidR="00083993">
        <w:rPr>
          <w:rtl/>
        </w:rPr>
        <w:t xml:space="preserve">ں </w:t>
      </w:r>
      <w:r>
        <w:rPr>
          <w:rtl/>
        </w:rPr>
        <w:t>كى گمراہى كے ذمہ دار كے عنوان سے پہچانے جانے كے بعد اپنى اور اپنے پيروكارو</w:t>
      </w:r>
      <w:r w:rsidR="00083993">
        <w:rPr>
          <w:rtl/>
        </w:rPr>
        <w:t xml:space="preserve">ں </w:t>
      </w:r>
      <w:r>
        <w:rPr>
          <w:rtl/>
        </w:rPr>
        <w:t>كى گمراہى كو خداوند متعال سے منسوب كر دي</w:t>
      </w:r>
      <w:r w:rsidR="00083993">
        <w:rPr>
          <w:rtl/>
        </w:rPr>
        <w:t xml:space="preserve">ں </w:t>
      </w:r>
      <w:r>
        <w:rPr>
          <w:rtl/>
        </w:rPr>
        <w:t>گے_</w:t>
      </w:r>
      <w:r w:rsidRPr="009D726E">
        <w:rPr>
          <w:rStyle w:val="libArabicChar"/>
          <w:rFonts w:hint="eastAsia"/>
          <w:rtl/>
        </w:rPr>
        <w:t>فقال</w:t>
      </w:r>
      <w:r w:rsidRPr="009D726E">
        <w:rPr>
          <w:rStyle w:val="libArabicChar"/>
          <w:rtl/>
        </w:rPr>
        <w:t xml:space="preserve"> الضعفو ا للذين استكبروا انّا كنّا لكم</w:t>
      </w:r>
      <w:r w:rsidR="009D726E" w:rsidRPr="009D726E">
        <w:rPr>
          <w:rFonts w:hint="eastAsia"/>
          <w:rtl/>
        </w:rPr>
        <w:t xml:space="preserve"> </w:t>
      </w:r>
      <w:r w:rsidR="009D726E">
        <w:rPr>
          <w:rFonts w:hint="eastAsia"/>
          <w:rtl/>
        </w:rPr>
        <w:t>تبعاً</w:t>
      </w:r>
      <w:r w:rsidR="009D726E">
        <w:rPr>
          <w:rtl/>
        </w:rPr>
        <w:t xml:space="preserve"> ...قالوا لو </w:t>
      </w:r>
      <w:r w:rsidR="00B2551F" w:rsidRPr="00B2551F">
        <w:rPr>
          <w:rFonts w:hint="cs"/>
          <w:rtl/>
        </w:rPr>
        <w:t>ه</w:t>
      </w:r>
      <w:r w:rsidR="009D726E">
        <w:rPr>
          <w:rFonts w:hint="cs"/>
          <w:rtl/>
        </w:rPr>
        <w:t>دنا</w:t>
      </w:r>
      <w:r w:rsidR="009D726E">
        <w:rPr>
          <w:rtl/>
        </w:rPr>
        <w:t xml:space="preserve"> </w:t>
      </w:r>
      <w:r w:rsidR="009D726E">
        <w:rPr>
          <w:rFonts w:hint="cs"/>
          <w:rtl/>
        </w:rPr>
        <w:t>الله</w:t>
      </w:r>
      <w:r w:rsidR="009D726E">
        <w:rPr>
          <w:rtl/>
        </w:rPr>
        <w:t xml:space="preserve"> </w:t>
      </w:r>
      <w:r w:rsidR="009D726E">
        <w:rPr>
          <w:rFonts w:hint="cs"/>
          <w:rtl/>
        </w:rPr>
        <w:t>ل</w:t>
      </w:r>
      <w:r w:rsidR="00B2551F" w:rsidRPr="00B2551F">
        <w:rPr>
          <w:rFonts w:hint="cs"/>
          <w:rtl/>
        </w:rPr>
        <w:t>ه</w:t>
      </w:r>
      <w:r w:rsidR="009D726E">
        <w:rPr>
          <w:rtl/>
        </w:rPr>
        <w:t>دينكم</w:t>
      </w:r>
    </w:p>
    <w:p w:rsidR="009D726E" w:rsidRDefault="009D726E" w:rsidP="009D726E">
      <w:pPr>
        <w:pStyle w:val="libNormal"/>
        <w:rPr>
          <w:rtl/>
        </w:rPr>
      </w:pPr>
      <w:r>
        <w:rPr>
          <w:rFonts w:hint="eastAsia"/>
          <w:rtl/>
        </w:rPr>
        <w:t>مذكورہ</w:t>
      </w:r>
      <w:r>
        <w:rPr>
          <w:rtl/>
        </w:rPr>
        <w:t xml:space="preserve"> بالا مطلب اس احتمال پر مبنى ہے كہ جب ايت ميں ہدايت سے مراد وہ ہدايت ہو جو گمراہى كے مقابلہ ميں ہے_ نہ </w:t>
      </w:r>
    </w:p>
    <w:p w:rsidR="009D726E" w:rsidRDefault="001E7F9D" w:rsidP="00F73EDE">
      <w:pPr>
        <w:pStyle w:val="libPoemTini"/>
        <w:rPr>
          <w:rtl/>
        </w:rPr>
      </w:pPr>
      <w:r>
        <w:rPr>
          <w:rtl/>
        </w:rPr>
        <w:br w:type="page"/>
      </w:r>
    </w:p>
    <w:p w:rsidR="009D726E" w:rsidRDefault="009D726E" w:rsidP="001F628F">
      <w:pPr>
        <w:pStyle w:val="libNormal"/>
        <w:rPr>
          <w:rtl/>
        </w:rPr>
      </w:pPr>
      <w:r>
        <w:rPr>
          <w:rtl/>
        </w:rPr>
        <w:lastRenderedPageBreak/>
        <w:t>دوسرا احتمال كہ جو عذاب سے نجات پانے كى راہنمائي كے معنى ميں ہے_</w:t>
      </w:r>
    </w:p>
    <w:p w:rsidR="001F628F" w:rsidRDefault="001F628F" w:rsidP="001F628F">
      <w:pPr>
        <w:pStyle w:val="libNormal"/>
        <w:rPr>
          <w:rtl/>
        </w:rPr>
      </w:pPr>
      <w:r>
        <w:rPr>
          <w:rtl/>
        </w:rPr>
        <w:t>18_قيامت كے دن مستكبرين اپنى گمراہى كو جبرى گمراہى اور خداوند متعال كى مشيت كے طور پر ظاہر كري</w:t>
      </w:r>
      <w:r w:rsidR="00083993">
        <w:rPr>
          <w:rtl/>
        </w:rPr>
        <w:t xml:space="preserve">ں </w:t>
      </w:r>
      <w:r>
        <w:rPr>
          <w:rtl/>
        </w:rPr>
        <w:t>گے_</w:t>
      </w:r>
    </w:p>
    <w:p w:rsidR="001F628F" w:rsidRDefault="001F628F" w:rsidP="009D726E">
      <w:pPr>
        <w:pStyle w:val="libArabic"/>
        <w:rPr>
          <w:rtl/>
        </w:rPr>
      </w:pPr>
      <w:r>
        <w:rPr>
          <w:rFonts w:hint="eastAsia"/>
          <w:rtl/>
        </w:rPr>
        <w:t>قالوا</w:t>
      </w:r>
      <w:r>
        <w:rPr>
          <w:rtl/>
        </w:rPr>
        <w:t xml:space="preserve"> لو </w:t>
      </w:r>
      <w:r w:rsidR="00B2551F" w:rsidRPr="00B2551F">
        <w:rPr>
          <w:rFonts w:hint="cs"/>
          <w:rtl/>
        </w:rPr>
        <w:t>ه</w:t>
      </w:r>
      <w:r>
        <w:rPr>
          <w:rFonts w:hint="cs"/>
          <w:rtl/>
        </w:rPr>
        <w:t>دنا</w:t>
      </w:r>
      <w:r>
        <w:rPr>
          <w:rtl/>
        </w:rPr>
        <w:t xml:space="preserve"> </w:t>
      </w:r>
      <w:r>
        <w:rPr>
          <w:rFonts w:hint="cs"/>
          <w:rtl/>
        </w:rPr>
        <w:t>الله</w:t>
      </w:r>
      <w:r>
        <w:rPr>
          <w:rtl/>
        </w:rPr>
        <w:t xml:space="preserve"> </w:t>
      </w:r>
      <w:r>
        <w:rPr>
          <w:rFonts w:hint="cs"/>
          <w:rtl/>
        </w:rPr>
        <w:t>ل</w:t>
      </w:r>
      <w:r w:rsidR="00B2551F" w:rsidRPr="00B2551F">
        <w:rPr>
          <w:rFonts w:hint="cs"/>
          <w:rtl/>
        </w:rPr>
        <w:t>ه</w:t>
      </w:r>
      <w:r>
        <w:rPr>
          <w:rtl/>
        </w:rPr>
        <w:t>دينكم</w:t>
      </w:r>
    </w:p>
    <w:p w:rsidR="001F628F" w:rsidRDefault="001F628F" w:rsidP="001F628F">
      <w:pPr>
        <w:pStyle w:val="libNormal"/>
        <w:rPr>
          <w:rtl/>
        </w:rPr>
      </w:pPr>
      <w:r>
        <w:rPr>
          <w:rtl/>
        </w:rPr>
        <w:t>''لو'' حرف شرط امتناعى ہے جو قضيہ كے مقد م كو ممتنع بنا ديتا ہے _لہذا عبارت كا مفہوم يہ ہو جاتاہے:اگر خداوند عالم ہمارى ہدايت كرتا جبكہ محال ہے كہ وہ ايسا كرے_</w:t>
      </w:r>
    </w:p>
    <w:p w:rsidR="001F628F" w:rsidRDefault="001F628F" w:rsidP="001F628F">
      <w:pPr>
        <w:pStyle w:val="libNormal"/>
        <w:rPr>
          <w:rtl/>
        </w:rPr>
      </w:pPr>
      <w:r>
        <w:rPr>
          <w:rtl/>
        </w:rPr>
        <w:t>19_مستكبر رہبر حتى قيامت مي</w:t>
      </w:r>
      <w:r w:rsidR="00083993">
        <w:rPr>
          <w:rtl/>
        </w:rPr>
        <w:t xml:space="preserve">ں </w:t>
      </w:r>
      <w:r>
        <w:rPr>
          <w:rtl/>
        </w:rPr>
        <w:t>بھى اپنى استكبارى عادت سے ہاتھ نہي</w:t>
      </w:r>
      <w:r w:rsidR="00083993">
        <w:rPr>
          <w:rtl/>
        </w:rPr>
        <w:t xml:space="preserve">ں </w:t>
      </w:r>
      <w:r>
        <w:rPr>
          <w:rtl/>
        </w:rPr>
        <w:t>كھينچي</w:t>
      </w:r>
      <w:r w:rsidR="00083993">
        <w:rPr>
          <w:rtl/>
        </w:rPr>
        <w:t xml:space="preserve">ں </w:t>
      </w:r>
      <w:r>
        <w:rPr>
          <w:rtl/>
        </w:rPr>
        <w:t>گے_</w:t>
      </w:r>
    </w:p>
    <w:p w:rsidR="001F628F" w:rsidRDefault="001F628F" w:rsidP="009D726E">
      <w:pPr>
        <w:pStyle w:val="libArabic"/>
        <w:rPr>
          <w:rtl/>
        </w:rPr>
      </w:pPr>
      <w:r>
        <w:rPr>
          <w:rFonts w:hint="eastAsia"/>
          <w:rtl/>
        </w:rPr>
        <w:t>فقال</w:t>
      </w:r>
      <w:r>
        <w:rPr>
          <w:rtl/>
        </w:rPr>
        <w:t xml:space="preserve"> الضعفو ا للذين استكبروا ...قالوا لو </w:t>
      </w:r>
      <w:r w:rsidR="00B2551F" w:rsidRPr="00B2551F">
        <w:rPr>
          <w:rFonts w:hint="cs"/>
          <w:rtl/>
        </w:rPr>
        <w:t>ه</w:t>
      </w:r>
      <w:r>
        <w:rPr>
          <w:rFonts w:hint="cs"/>
          <w:rtl/>
        </w:rPr>
        <w:t>دنا</w:t>
      </w:r>
      <w:r>
        <w:rPr>
          <w:rtl/>
        </w:rPr>
        <w:t xml:space="preserve"> </w:t>
      </w:r>
      <w:r>
        <w:rPr>
          <w:rFonts w:hint="cs"/>
          <w:rtl/>
        </w:rPr>
        <w:t>الله</w:t>
      </w:r>
      <w:r>
        <w:rPr>
          <w:rtl/>
        </w:rPr>
        <w:t xml:space="preserve"> </w:t>
      </w:r>
      <w:r>
        <w:rPr>
          <w:rFonts w:hint="cs"/>
          <w:rtl/>
        </w:rPr>
        <w:t>ل</w:t>
      </w:r>
      <w:r w:rsidR="00B2551F" w:rsidRPr="00B2551F">
        <w:rPr>
          <w:rFonts w:hint="cs"/>
          <w:rtl/>
        </w:rPr>
        <w:t>ه</w:t>
      </w:r>
      <w:r>
        <w:rPr>
          <w:rtl/>
        </w:rPr>
        <w:t>دينكم</w:t>
      </w:r>
    </w:p>
    <w:p w:rsidR="001F628F" w:rsidRDefault="001F628F" w:rsidP="001F628F">
      <w:pPr>
        <w:pStyle w:val="libNormal"/>
        <w:rPr>
          <w:rtl/>
        </w:rPr>
      </w:pPr>
      <w:r>
        <w:rPr>
          <w:rFonts w:hint="eastAsia"/>
          <w:rtl/>
        </w:rPr>
        <w:t>مفسرين</w:t>
      </w:r>
      <w:r>
        <w:rPr>
          <w:rtl/>
        </w:rPr>
        <w:t xml:space="preserve"> نے اس آيت مي</w:t>
      </w:r>
      <w:r w:rsidR="00083993">
        <w:rPr>
          <w:rtl/>
        </w:rPr>
        <w:t xml:space="preserve">ں </w:t>
      </w:r>
      <w:r>
        <w:rPr>
          <w:rtl/>
        </w:rPr>
        <w:t>ہدايت كے بارے مي</w:t>
      </w:r>
      <w:r w:rsidR="00083993">
        <w:rPr>
          <w:rtl/>
        </w:rPr>
        <w:t xml:space="preserve">ں </w:t>
      </w:r>
      <w:r>
        <w:rPr>
          <w:rtl/>
        </w:rPr>
        <w:t>دو احتمال ذكر كيئے ہي</w:t>
      </w:r>
      <w:r w:rsidR="00083993">
        <w:rPr>
          <w:rtl/>
        </w:rPr>
        <w:t xml:space="preserve">ں </w:t>
      </w:r>
      <w:r>
        <w:rPr>
          <w:rtl/>
        </w:rPr>
        <w:t>:ايك گمراہى كے مقابلے مي</w:t>
      </w:r>
      <w:r w:rsidR="00083993">
        <w:rPr>
          <w:rtl/>
        </w:rPr>
        <w:t xml:space="preserve">ں </w:t>
      </w:r>
      <w:r>
        <w:rPr>
          <w:rtl/>
        </w:rPr>
        <w:t>ہدايت اور دوسرى عذاب سے نجات كے لئے راہنمائي كے معنى مي</w:t>
      </w:r>
      <w:r w:rsidR="00083993">
        <w:rPr>
          <w:rtl/>
        </w:rPr>
        <w:t xml:space="preserve">ں </w:t>
      </w:r>
      <w:r>
        <w:rPr>
          <w:rtl/>
        </w:rPr>
        <w:t>ہدايت _مذكورہ بالا مطلب دوسرے احتمال كى بناء پر اخذ كياگياہے علاوہ ازي</w:t>
      </w:r>
      <w:r w:rsidR="00083993">
        <w:rPr>
          <w:rtl/>
        </w:rPr>
        <w:t xml:space="preserve">ں </w:t>
      </w:r>
      <w:r>
        <w:rPr>
          <w:rtl/>
        </w:rPr>
        <w:t>،مستكبرين اپنے پيرو كارو</w:t>
      </w:r>
      <w:r w:rsidR="00083993">
        <w:rPr>
          <w:rtl/>
        </w:rPr>
        <w:t xml:space="preserve">ں </w:t>
      </w:r>
      <w:r>
        <w:rPr>
          <w:rtl/>
        </w:rPr>
        <w:t>كى نجات كوخداو</w:t>
      </w:r>
      <w:r>
        <w:rPr>
          <w:rFonts w:hint="eastAsia"/>
          <w:rtl/>
        </w:rPr>
        <w:t>ندعالم</w:t>
      </w:r>
      <w:r>
        <w:rPr>
          <w:rtl/>
        </w:rPr>
        <w:t xml:space="preserve"> پر چھوڑنے كے بجائے خودان سے وعدہ كرتے ہي</w:t>
      </w:r>
      <w:r w:rsidR="00083993">
        <w:rPr>
          <w:rtl/>
        </w:rPr>
        <w:t xml:space="preserve">ں </w:t>
      </w:r>
      <w:r>
        <w:rPr>
          <w:rtl/>
        </w:rPr>
        <w:t>كہ اگر وہ نجات پا گئے تو انہي</w:t>
      </w:r>
      <w:r w:rsidR="00083993">
        <w:rPr>
          <w:rtl/>
        </w:rPr>
        <w:t xml:space="preserve">ں </w:t>
      </w:r>
      <w:r>
        <w:rPr>
          <w:rtl/>
        </w:rPr>
        <w:t>بھى نجات دے دي</w:t>
      </w:r>
      <w:r w:rsidR="00083993">
        <w:rPr>
          <w:rtl/>
        </w:rPr>
        <w:t xml:space="preserve">ں </w:t>
      </w:r>
      <w:r>
        <w:rPr>
          <w:rtl/>
        </w:rPr>
        <w:t>گے_</w:t>
      </w:r>
    </w:p>
    <w:p w:rsidR="001F628F" w:rsidRDefault="001F628F" w:rsidP="001F628F">
      <w:pPr>
        <w:pStyle w:val="libNormal"/>
        <w:rPr>
          <w:rtl/>
        </w:rPr>
      </w:pPr>
      <w:r>
        <w:rPr>
          <w:rtl/>
        </w:rPr>
        <w:t>20_خداوند متعال كے اخروى عذاب سے نجات خود اس كى طرف سے ہدايت اور امداد پر موقوف ہے_</w:t>
      </w:r>
    </w:p>
    <w:p w:rsidR="001F628F" w:rsidRDefault="001F628F" w:rsidP="009D726E">
      <w:pPr>
        <w:pStyle w:val="libArabic"/>
        <w:rPr>
          <w:rtl/>
        </w:rPr>
      </w:pPr>
      <w:r>
        <w:rPr>
          <w:rFonts w:hint="eastAsia"/>
          <w:rtl/>
        </w:rPr>
        <w:t>ف</w:t>
      </w:r>
      <w:r w:rsidR="00B2551F" w:rsidRPr="00B2551F">
        <w:rPr>
          <w:rFonts w:hint="cs"/>
          <w:rtl/>
        </w:rPr>
        <w:t>ه</w:t>
      </w:r>
      <w:r>
        <w:rPr>
          <w:rFonts w:hint="cs"/>
          <w:rtl/>
        </w:rPr>
        <w:t>ل</w:t>
      </w:r>
      <w:r>
        <w:rPr>
          <w:rtl/>
        </w:rPr>
        <w:t xml:space="preserve"> ا نتم مغنون عنّا من عذاب الله من شيء قالوا لو </w:t>
      </w:r>
      <w:r w:rsidR="00B2551F" w:rsidRPr="00B2551F">
        <w:rPr>
          <w:rFonts w:hint="cs"/>
          <w:rtl/>
        </w:rPr>
        <w:t>ه</w:t>
      </w:r>
      <w:r>
        <w:rPr>
          <w:rFonts w:hint="cs"/>
          <w:rtl/>
        </w:rPr>
        <w:t>دنا</w:t>
      </w:r>
      <w:r>
        <w:rPr>
          <w:rtl/>
        </w:rPr>
        <w:t xml:space="preserve"> </w:t>
      </w:r>
      <w:r>
        <w:rPr>
          <w:rFonts w:hint="cs"/>
          <w:rtl/>
        </w:rPr>
        <w:t>الله</w:t>
      </w:r>
      <w:r>
        <w:rPr>
          <w:rtl/>
        </w:rPr>
        <w:t xml:space="preserve"> </w:t>
      </w:r>
      <w:r>
        <w:rPr>
          <w:rFonts w:hint="cs"/>
          <w:rtl/>
        </w:rPr>
        <w:t>ل</w:t>
      </w:r>
      <w:r w:rsidR="00B2551F" w:rsidRPr="00B2551F">
        <w:rPr>
          <w:rFonts w:hint="cs"/>
          <w:rtl/>
        </w:rPr>
        <w:t>ه</w:t>
      </w:r>
      <w:r>
        <w:rPr>
          <w:rtl/>
        </w:rPr>
        <w:t>دينكم</w:t>
      </w:r>
    </w:p>
    <w:p w:rsidR="001F628F" w:rsidRDefault="001F628F" w:rsidP="001F628F">
      <w:pPr>
        <w:pStyle w:val="libNormal"/>
        <w:rPr>
          <w:rtl/>
        </w:rPr>
      </w:pPr>
      <w:r>
        <w:rPr>
          <w:rtl/>
        </w:rPr>
        <w:t>21_قيامت كے دن مستكبررہبر جان لي</w:t>
      </w:r>
      <w:r w:rsidR="00083993">
        <w:rPr>
          <w:rtl/>
        </w:rPr>
        <w:t xml:space="preserve">ں </w:t>
      </w:r>
      <w:r>
        <w:rPr>
          <w:rtl/>
        </w:rPr>
        <w:t>گے كہ وہ صبر كري</w:t>
      </w:r>
      <w:r w:rsidR="00083993">
        <w:rPr>
          <w:rtl/>
        </w:rPr>
        <w:t xml:space="preserve">ں </w:t>
      </w:r>
      <w:r>
        <w:rPr>
          <w:rtl/>
        </w:rPr>
        <w:t>يا نہ كري</w:t>
      </w:r>
      <w:r w:rsidR="00083993">
        <w:rPr>
          <w:rtl/>
        </w:rPr>
        <w:t xml:space="preserve">ں </w:t>
      </w:r>
      <w:r>
        <w:rPr>
          <w:rtl/>
        </w:rPr>
        <w:t>،عذاب الہى سے انہي</w:t>
      </w:r>
      <w:r w:rsidR="00083993">
        <w:rPr>
          <w:rtl/>
        </w:rPr>
        <w:t xml:space="preserve">ں </w:t>
      </w:r>
      <w:r>
        <w:rPr>
          <w:rtl/>
        </w:rPr>
        <w:t>نجات نہي</w:t>
      </w:r>
      <w:r w:rsidR="00083993">
        <w:rPr>
          <w:rtl/>
        </w:rPr>
        <w:t xml:space="preserve">ں </w:t>
      </w:r>
      <w:r>
        <w:rPr>
          <w:rtl/>
        </w:rPr>
        <w:t>ملے گي_</w:t>
      </w:r>
    </w:p>
    <w:p w:rsidR="001F628F" w:rsidRDefault="001F628F" w:rsidP="009D726E">
      <w:pPr>
        <w:pStyle w:val="libArabic"/>
        <w:rPr>
          <w:rtl/>
        </w:rPr>
      </w:pPr>
      <w:r>
        <w:rPr>
          <w:rFonts w:hint="eastAsia"/>
          <w:rtl/>
        </w:rPr>
        <w:t>قالوا</w:t>
      </w:r>
      <w:r>
        <w:rPr>
          <w:rtl/>
        </w:rPr>
        <w:t xml:space="preserve"> ...سواء علينا ا جزعناا م صبرن</w:t>
      </w:r>
      <w:r w:rsidR="00CE0F22">
        <w:rPr>
          <w:rFonts w:hint="cs"/>
          <w:rtl/>
        </w:rPr>
        <w:t>ا</w:t>
      </w:r>
    </w:p>
    <w:p w:rsidR="001F628F" w:rsidRDefault="001F628F" w:rsidP="009D726E">
      <w:pPr>
        <w:pStyle w:val="libNormal"/>
        <w:rPr>
          <w:rtl/>
        </w:rPr>
      </w:pPr>
      <w:r>
        <w:rPr>
          <w:rtl/>
        </w:rPr>
        <w:t>22_قيامت كے دن مستكبر رہبرو</w:t>
      </w:r>
      <w:r w:rsidR="00083993">
        <w:rPr>
          <w:rtl/>
        </w:rPr>
        <w:t xml:space="preserve">ں </w:t>
      </w:r>
      <w:r>
        <w:rPr>
          <w:rtl/>
        </w:rPr>
        <w:t>كا اپنے پيروكارو</w:t>
      </w:r>
      <w:r w:rsidR="00083993">
        <w:rPr>
          <w:rtl/>
        </w:rPr>
        <w:t xml:space="preserve">ں </w:t>
      </w:r>
      <w:r>
        <w:rPr>
          <w:rtl/>
        </w:rPr>
        <w:t>پر عذاب كے يقينى ہونے اور كسى قسم كى راہ فرار نہ ہونے كا اعلان كرنا_</w:t>
      </w:r>
      <w:r w:rsidRPr="009D726E">
        <w:rPr>
          <w:rStyle w:val="libArabicChar"/>
          <w:rFonts w:hint="eastAsia"/>
          <w:rtl/>
        </w:rPr>
        <w:t>قالوا</w:t>
      </w:r>
      <w:r w:rsidRPr="009D726E">
        <w:rPr>
          <w:rStyle w:val="libArabicChar"/>
          <w:rtl/>
        </w:rPr>
        <w:t xml:space="preserve"> ...سواء علينا ا جزعناا م صبرنامالنا من محيص</w:t>
      </w:r>
    </w:p>
    <w:p w:rsidR="001F628F" w:rsidRPr="009D726E" w:rsidRDefault="001F628F" w:rsidP="001F628F">
      <w:pPr>
        <w:pStyle w:val="libNormal"/>
        <w:rPr>
          <w:rStyle w:val="libArabicChar"/>
          <w:rtl/>
        </w:rPr>
      </w:pPr>
      <w:r>
        <w:rPr>
          <w:rtl/>
        </w:rPr>
        <w:t>23_</w:t>
      </w:r>
      <w:r w:rsidRPr="009D726E">
        <w:rPr>
          <w:rStyle w:val="libArabicChar"/>
          <w:rtl/>
        </w:rPr>
        <w:t xml:space="preserve">''خطبة لا ميرالمو منين </w:t>
      </w:r>
      <w:r w:rsidR="00367F17" w:rsidRPr="00367F17">
        <w:rPr>
          <w:rStyle w:val="libAlaemChar"/>
          <w:rtl/>
        </w:rPr>
        <w:t xml:space="preserve"> عليه‌السلام </w:t>
      </w:r>
      <w:r w:rsidRPr="009D726E">
        <w:rPr>
          <w:rStyle w:val="libArabicChar"/>
          <w:rtl/>
        </w:rPr>
        <w:t xml:space="preserve"> ...وفي</w:t>
      </w:r>
      <w:r w:rsidR="00B2551F" w:rsidRPr="00B2551F">
        <w:rPr>
          <w:rStyle w:val="libArabicChar"/>
          <w:rFonts w:hint="cs"/>
          <w:rtl/>
        </w:rPr>
        <w:t>ه</w:t>
      </w:r>
      <w:r w:rsidRPr="009D726E">
        <w:rPr>
          <w:rStyle w:val="libArabicChar"/>
          <w:rFonts w:hint="cs"/>
          <w:rtl/>
        </w:rPr>
        <w:t>ا</w:t>
      </w:r>
      <w:r w:rsidRPr="009D726E">
        <w:rPr>
          <w:rStyle w:val="libArabicChar"/>
          <w:rtl/>
        </w:rPr>
        <w:t xml:space="preserve"> </w:t>
      </w:r>
      <w:r w:rsidRPr="009D726E">
        <w:rPr>
          <w:rStyle w:val="libArabicChar"/>
          <w:rFonts w:hint="cs"/>
          <w:rtl/>
        </w:rPr>
        <w:t>يقول</w:t>
      </w:r>
      <w:r w:rsidRPr="009D726E">
        <w:rPr>
          <w:rStyle w:val="libArabicChar"/>
          <w:rtl/>
        </w:rPr>
        <w:t xml:space="preserve"> </w:t>
      </w:r>
      <w:r w:rsidR="00367F17" w:rsidRPr="00367F17">
        <w:rPr>
          <w:rStyle w:val="libAlaemChar"/>
          <w:rtl/>
        </w:rPr>
        <w:t xml:space="preserve"> عليه‌السلام </w:t>
      </w:r>
      <w:r w:rsidRPr="009D726E">
        <w:rPr>
          <w:rStyle w:val="libArabicChar"/>
          <w:rtl/>
        </w:rPr>
        <w:t xml:space="preserve"> : ...</w:t>
      </w:r>
      <w:r w:rsidRPr="009D726E">
        <w:rPr>
          <w:rStyle w:val="libArabicChar"/>
          <w:rFonts w:hint="cs"/>
          <w:rtl/>
        </w:rPr>
        <w:t>قال</w:t>
      </w:r>
      <w:r w:rsidRPr="009D726E">
        <w:rPr>
          <w:rStyle w:val="libArabicChar"/>
          <w:rtl/>
        </w:rPr>
        <w:t xml:space="preserve"> </w:t>
      </w:r>
      <w:r w:rsidRPr="009D726E">
        <w:rPr>
          <w:rStyle w:val="libArabicChar"/>
          <w:rFonts w:hint="cs"/>
          <w:rtl/>
        </w:rPr>
        <w:t>الله</w:t>
      </w:r>
      <w:r w:rsidRPr="009D726E">
        <w:rPr>
          <w:rStyle w:val="libArabicChar"/>
          <w:rtl/>
        </w:rPr>
        <w:t xml:space="preserve"> </w:t>
      </w:r>
      <w:r w:rsidRPr="009D726E">
        <w:rPr>
          <w:rStyle w:val="libArabicChar"/>
          <w:rFonts w:hint="cs"/>
          <w:rtl/>
        </w:rPr>
        <w:t>عزّمن</w:t>
      </w:r>
      <w:r w:rsidRPr="009D726E">
        <w:rPr>
          <w:rStyle w:val="libArabicChar"/>
          <w:rtl/>
        </w:rPr>
        <w:t xml:space="preserve"> </w:t>
      </w:r>
      <w:r w:rsidRPr="009D726E">
        <w:rPr>
          <w:rStyle w:val="libArabicChar"/>
          <w:rFonts w:hint="cs"/>
          <w:rtl/>
        </w:rPr>
        <w:t>قائل</w:t>
      </w:r>
      <w:r w:rsidRPr="009D726E">
        <w:rPr>
          <w:rStyle w:val="libArabicChar"/>
          <w:rtl/>
        </w:rPr>
        <w:t>:'' ...</w:t>
      </w:r>
      <w:r w:rsidRPr="009D726E">
        <w:rPr>
          <w:rStyle w:val="libArabicChar"/>
          <w:rFonts w:hint="cs"/>
          <w:rtl/>
        </w:rPr>
        <w:t>فيقول</w:t>
      </w:r>
      <w:r w:rsidRPr="009D726E">
        <w:rPr>
          <w:rStyle w:val="libArabicChar"/>
          <w:rtl/>
        </w:rPr>
        <w:t xml:space="preserve"> </w:t>
      </w:r>
      <w:r w:rsidRPr="009D726E">
        <w:rPr>
          <w:rStyle w:val="libArabicChar"/>
          <w:rFonts w:hint="cs"/>
          <w:rtl/>
        </w:rPr>
        <w:t>الضعفو</w:t>
      </w:r>
      <w:r w:rsidRPr="009D726E">
        <w:rPr>
          <w:rStyle w:val="libArabicChar"/>
          <w:rtl/>
        </w:rPr>
        <w:t xml:space="preserve"> </w:t>
      </w:r>
      <w:r w:rsidRPr="009D726E">
        <w:rPr>
          <w:rStyle w:val="libArabicChar"/>
          <w:rFonts w:hint="cs"/>
          <w:rtl/>
        </w:rPr>
        <w:t>ا</w:t>
      </w:r>
      <w:r w:rsidRPr="009D726E">
        <w:rPr>
          <w:rStyle w:val="libArabicChar"/>
          <w:rtl/>
        </w:rPr>
        <w:t xml:space="preserve"> </w:t>
      </w:r>
      <w:r w:rsidRPr="009D726E">
        <w:rPr>
          <w:rStyle w:val="libArabicChar"/>
          <w:rFonts w:hint="cs"/>
          <w:rtl/>
        </w:rPr>
        <w:t>للذين</w:t>
      </w:r>
      <w:r w:rsidRPr="009D726E">
        <w:rPr>
          <w:rStyle w:val="libArabicChar"/>
          <w:rtl/>
        </w:rPr>
        <w:t xml:space="preserve"> </w:t>
      </w:r>
      <w:r w:rsidRPr="009D726E">
        <w:rPr>
          <w:rStyle w:val="libArabicChar"/>
          <w:rFonts w:hint="cs"/>
          <w:rtl/>
        </w:rPr>
        <w:t>استكبروا</w:t>
      </w:r>
      <w:r w:rsidRPr="009D726E">
        <w:rPr>
          <w:rStyle w:val="libArabicChar"/>
          <w:rtl/>
        </w:rPr>
        <w:t xml:space="preserve"> </w:t>
      </w:r>
      <w:r w:rsidRPr="009D726E">
        <w:rPr>
          <w:rStyle w:val="libArabicChar"/>
          <w:rFonts w:hint="cs"/>
          <w:rtl/>
        </w:rPr>
        <w:t>انّا</w:t>
      </w:r>
      <w:r w:rsidRPr="009D726E">
        <w:rPr>
          <w:rStyle w:val="libArabicChar"/>
          <w:rtl/>
        </w:rPr>
        <w:t xml:space="preserve"> </w:t>
      </w:r>
      <w:r w:rsidRPr="009D726E">
        <w:rPr>
          <w:rStyle w:val="libArabicChar"/>
          <w:rFonts w:hint="cs"/>
          <w:rtl/>
        </w:rPr>
        <w:t>كنّا</w:t>
      </w:r>
      <w:r w:rsidRPr="009D726E">
        <w:rPr>
          <w:rStyle w:val="libArabicChar"/>
          <w:rtl/>
        </w:rPr>
        <w:t xml:space="preserve"> </w:t>
      </w:r>
      <w:r w:rsidRPr="009D726E">
        <w:rPr>
          <w:rStyle w:val="libArabicChar"/>
          <w:rFonts w:hint="cs"/>
          <w:rtl/>
        </w:rPr>
        <w:t>لكم</w:t>
      </w:r>
      <w:r w:rsidRPr="009D726E">
        <w:rPr>
          <w:rStyle w:val="libArabicChar"/>
          <w:rtl/>
        </w:rPr>
        <w:t xml:space="preserve"> </w:t>
      </w:r>
      <w:r w:rsidRPr="009D726E">
        <w:rPr>
          <w:rStyle w:val="libArabicChar"/>
          <w:rFonts w:hint="cs"/>
          <w:rtl/>
        </w:rPr>
        <w:t>تبعاً</w:t>
      </w:r>
      <w:r w:rsidRPr="009D726E">
        <w:rPr>
          <w:rStyle w:val="libArabicChar"/>
          <w:rtl/>
        </w:rPr>
        <w:t xml:space="preserve"> ...''ا فتدرون الاستكبارما</w:t>
      </w:r>
      <w:r w:rsidR="00B2551F" w:rsidRPr="00B2551F">
        <w:rPr>
          <w:rStyle w:val="libArabicChar"/>
          <w:rFonts w:hint="cs"/>
          <w:rtl/>
        </w:rPr>
        <w:t>ه</w:t>
      </w:r>
      <w:r w:rsidRPr="009D726E">
        <w:rPr>
          <w:rStyle w:val="libArabicChar"/>
          <w:rFonts w:hint="cs"/>
          <w:rtl/>
        </w:rPr>
        <w:t>و؟</w:t>
      </w:r>
      <w:r w:rsidR="00B2551F" w:rsidRPr="00B2551F">
        <w:rPr>
          <w:rStyle w:val="libArabicChar"/>
          <w:rFonts w:hint="cs"/>
          <w:rtl/>
        </w:rPr>
        <w:t>ه</w:t>
      </w:r>
      <w:r w:rsidRPr="009D726E">
        <w:rPr>
          <w:rStyle w:val="libArabicChar"/>
          <w:rFonts w:hint="cs"/>
          <w:rtl/>
        </w:rPr>
        <w:t>و</w:t>
      </w:r>
      <w:r w:rsidRPr="009D726E">
        <w:rPr>
          <w:rStyle w:val="libArabicChar"/>
          <w:rtl/>
        </w:rPr>
        <w:t xml:space="preserve"> </w:t>
      </w:r>
      <w:r w:rsidRPr="009D726E">
        <w:rPr>
          <w:rStyle w:val="libArabicChar"/>
          <w:rFonts w:hint="cs"/>
          <w:rtl/>
        </w:rPr>
        <w:t>ترك</w:t>
      </w:r>
      <w:r w:rsidRPr="009D726E">
        <w:rPr>
          <w:rStyle w:val="libArabicChar"/>
          <w:rtl/>
        </w:rPr>
        <w:t xml:space="preserve"> </w:t>
      </w:r>
      <w:r w:rsidRPr="009D726E">
        <w:rPr>
          <w:rStyle w:val="libArabicChar"/>
          <w:rFonts w:hint="cs"/>
          <w:rtl/>
        </w:rPr>
        <w:t>الطاعة</w:t>
      </w:r>
      <w:r w:rsidRPr="009D726E">
        <w:rPr>
          <w:rStyle w:val="libArabicChar"/>
          <w:rtl/>
        </w:rPr>
        <w:t xml:space="preserve"> </w:t>
      </w:r>
      <w:r w:rsidRPr="009D726E">
        <w:rPr>
          <w:rStyle w:val="libArabicChar"/>
          <w:rFonts w:hint="cs"/>
          <w:rtl/>
        </w:rPr>
        <w:t>لمن</w:t>
      </w:r>
      <w:r w:rsidRPr="009D726E">
        <w:rPr>
          <w:rStyle w:val="libArabicChar"/>
          <w:rtl/>
        </w:rPr>
        <w:t xml:space="preserve"> </w:t>
      </w:r>
      <w:r w:rsidRPr="009D726E">
        <w:rPr>
          <w:rStyle w:val="libArabicChar"/>
          <w:rFonts w:hint="cs"/>
          <w:rtl/>
        </w:rPr>
        <w:t>ا</w:t>
      </w:r>
      <w:r w:rsidRPr="009D726E">
        <w:rPr>
          <w:rStyle w:val="libArabicChar"/>
          <w:rtl/>
        </w:rPr>
        <w:t xml:space="preserve"> </w:t>
      </w:r>
      <w:r w:rsidRPr="009D726E">
        <w:rPr>
          <w:rStyle w:val="libArabicChar"/>
          <w:rFonts w:hint="cs"/>
          <w:rtl/>
        </w:rPr>
        <w:t>مروابطاعت</w:t>
      </w:r>
      <w:r w:rsidR="00B2551F" w:rsidRPr="00B2551F">
        <w:rPr>
          <w:rStyle w:val="libArabicChar"/>
          <w:rFonts w:hint="cs"/>
          <w:rtl/>
        </w:rPr>
        <w:t>ه</w:t>
      </w:r>
      <w:r w:rsidRPr="009D726E">
        <w:rPr>
          <w:rStyle w:val="libArabicChar"/>
          <w:rtl/>
        </w:rPr>
        <w:t xml:space="preserve"> </w:t>
      </w:r>
      <w:r w:rsidRPr="009D726E">
        <w:rPr>
          <w:rStyle w:val="libArabicChar"/>
          <w:rFonts w:hint="cs"/>
          <w:rtl/>
        </w:rPr>
        <w:t>والترفّع</w:t>
      </w:r>
      <w:r w:rsidRPr="009D726E">
        <w:rPr>
          <w:rStyle w:val="libArabicChar"/>
          <w:rtl/>
        </w:rPr>
        <w:t xml:space="preserve"> </w:t>
      </w:r>
      <w:r w:rsidRPr="009D726E">
        <w:rPr>
          <w:rStyle w:val="libArabicChar"/>
          <w:rFonts w:hint="cs"/>
          <w:rtl/>
        </w:rPr>
        <w:t>على</w:t>
      </w:r>
      <w:r w:rsidRPr="009D726E">
        <w:rPr>
          <w:rStyle w:val="libArabicChar"/>
          <w:rtl/>
        </w:rPr>
        <w:t xml:space="preserve"> </w:t>
      </w:r>
      <w:r w:rsidRPr="009D726E">
        <w:rPr>
          <w:rStyle w:val="libArabicChar"/>
          <w:rFonts w:hint="cs"/>
          <w:rtl/>
        </w:rPr>
        <w:t>من</w:t>
      </w:r>
      <w:r w:rsidRPr="009D726E">
        <w:rPr>
          <w:rStyle w:val="libArabicChar"/>
          <w:rtl/>
        </w:rPr>
        <w:t xml:space="preserve"> </w:t>
      </w:r>
      <w:r w:rsidRPr="009D726E">
        <w:rPr>
          <w:rStyle w:val="libArabicChar"/>
          <w:rFonts w:hint="cs"/>
          <w:rtl/>
        </w:rPr>
        <w:t>ندبوا</w:t>
      </w:r>
      <w:r w:rsidRPr="009D726E">
        <w:rPr>
          <w:rStyle w:val="libArabicChar"/>
          <w:rtl/>
        </w:rPr>
        <w:t xml:space="preserve"> </w:t>
      </w:r>
      <w:r w:rsidRPr="009D726E">
        <w:rPr>
          <w:rStyle w:val="libArabicChar"/>
          <w:rFonts w:hint="cs"/>
          <w:rtl/>
        </w:rPr>
        <w:t>الى</w:t>
      </w:r>
      <w:r w:rsidRPr="009D726E">
        <w:rPr>
          <w:rStyle w:val="libArabicChar"/>
          <w:rtl/>
        </w:rPr>
        <w:t xml:space="preserve"> </w:t>
      </w:r>
      <w:r w:rsidRPr="009D726E">
        <w:rPr>
          <w:rStyle w:val="libArabicChar"/>
          <w:rFonts w:hint="cs"/>
          <w:rtl/>
        </w:rPr>
        <w:t>متابعت</w:t>
      </w:r>
      <w:r w:rsidR="00B2551F" w:rsidRPr="00B2551F">
        <w:rPr>
          <w:rStyle w:val="libArabicChar"/>
          <w:rFonts w:hint="cs"/>
          <w:rtl/>
        </w:rPr>
        <w:t>ه</w:t>
      </w:r>
      <w:r w:rsidRPr="009D726E">
        <w:rPr>
          <w:rStyle w:val="libArabicChar"/>
          <w:rtl/>
        </w:rPr>
        <w:t xml:space="preserve"> ...;</w:t>
      </w:r>
      <w:r w:rsidRPr="009D726E">
        <w:rPr>
          <w:rStyle w:val="libFootnotenumChar"/>
          <w:rtl/>
        </w:rPr>
        <w:t>(1)</w:t>
      </w:r>
      <w:r>
        <w:rPr>
          <w:rtl/>
        </w:rPr>
        <w:t xml:space="preserve">امير المؤمنين </w:t>
      </w:r>
      <w:r w:rsidR="00367F17" w:rsidRPr="00367F17">
        <w:rPr>
          <w:rStyle w:val="libAlaemChar"/>
          <w:rtl/>
        </w:rPr>
        <w:t xml:space="preserve"> عليه‌السلام </w:t>
      </w:r>
      <w:r>
        <w:rPr>
          <w:rtl/>
        </w:rPr>
        <w:t xml:space="preserve"> نے ايك خط</w:t>
      </w:r>
      <w:r>
        <w:rPr>
          <w:rFonts w:hint="eastAsia"/>
          <w:rtl/>
        </w:rPr>
        <w:t>بے</w:t>
      </w:r>
      <w:r>
        <w:rPr>
          <w:rtl/>
        </w:rPr>
        <w:t xml:space="preserve"> كے دوران فرمايا:خداوند عزو جل نے اس قائل كے متعلق فرمايا ہے: </w:t>
      </w:r>
      <w:r w:rsidRPr="009D726E">
        <w:rPr>
          <w:rStyle w:val="libArabicChar"/>
          <w:rtl/>
        </w:rPr>
        <w:t>''فيقول الضعفو ا للذين</w:t>
      </w:r>
    </w:p>
    <w:p w:rsidR="001F628F" w:rsidRDefault="00B84D3B" w:rsidP="00B84D3B">
      <w:pPr>
        <w:pStyle w:val="libLine"/>
        <w:rPr>
          <w:rtl/>
        </w:rPr>
      </w:pPr>
      <w:r>
        <w:rPr>
          <w:rtl/>
        </w:rPr>
        <w:t>____________________</w:t>
      </w:r>
    </w:p>
    <w:p w:rsidR="001F628F" w:rsidRDefault="001F628F" w:rsidP="009D726E">
      <w:pPr>
        <w:pStyle w:val="libFootnote"/>
        <w:rPr>
          <w:rtl/>
        </w:rPr>
      </w:pPr>
      <w:r>
        <w:rPr>
          <w:rtl/>
        </w:rPr>
        <w:t>1)نور الثقلين ،ج2،ص 533ح 26;بحار الانوار ،ج70،ص 186_</w:t>
      </w:r>
    </w:p>
    <w:p w:rsidR="009D726E" w:rsidRDefault="001E7F9D" w:rsidP="00F73EDE">
      <w:pPr>
        <w:pStyle w:val="libPoemTini"/>
        <w:rPr>
          <w:rtl/>
        </w:rPr>
      </w:pPr>
      <w:r>
        <w:rPr>
          <w:rtl/>
        </w:rPr>
        <w:br w:type="page"/>
      </w:r>
    </w:p>
    <w:p w:rsidR="001F628F" w:rsidRDefault="001F628F" w:rsidP="009D726E">
      <w:pPr>
        <w:pStyle w:val="libNormal"/>
        <w:rPr>
          <w:rtl/>
        </w:rPr>
      </w:pPr>
      <w:r w:rsidRPr="009D726E">
        <w:rPr>
          <w:rStyle w:val="libArabicChar"/>
          <w:rFonts w:hint="eastAsia"/>
          <w:rtl/>
        </w:rPr>
        <w:lastRenderedPageBreak/>
        <w:t>استكبروا</w:t>
      </w:r>
      <w:r w:rsidRPr="009D726E">
        <w:rPr>
          <w:rStyle w:val="libArabicChar"/>
          <w:rtl/>
        </w:rPr>
        <w:t>''</w:t>
      </w:r>
      <w:r>
        <w:rPr>
          <w:rtl/>
        </w:rPr>
        <w:t>كيا تم جانتے ہو استكبار كے كيامعنى ہي</w:t>
      </w:r>
      <w:r w:rsidR="00083993">
        <w:rPr>
          <w:rtl/>
        </w:rPr>
        <w:t xml:space="preserve">ں </w:t>
      </w:r>
      <w:r>
        <w:rPr>
          <w:rtl/>
        </w:rPr>
        <w:t xml:space="preserve">؟پھر اپ </w:t>
      </w:r>
      <w:r w:rsidR="00367F17" w:rsidRPr="00367F17">
        <w:rPr>
          <w:rStyle w:val="libAlaemChar"/>
          <w:rtl/>
        </w:rPr>
        <w:t xml:space="preserve"> عليه‌السلام </w:t>
      </w:r>
      <w:r>
        <w:rPr>
          <w:rtl/>
        </w:rPr>
        <w:t xml:space="preserve"> نے فرمايا:اس كے معنى يہ ہي</w:t>
      </w:r>
      <w:r w:rsidR="00083993">
        <w:rPr>
          <w:rtl/>
        </w:rPr>
        <w:t xml:space="preserve">ں </w:t>
      </w:r>
      <w:r>
        <w:rPr>
          <w:rtl/>
        </w:rPr>
        <w:t>كہ جس كى اطاعت كا حكم ديا گيا ہے ،اس كى اطاعت نہ كرنا _اور جس كى پيروى كى تاكيد كى گئي ہے اس سے اعلى بن بيٹھنا_</w:t>
      </w:r>
    </w:p>
    <w:p w:rsidR="001F628F" w:rsidRDefault="001F628F" w:rsidP="001F628F">
      <w:pPr>
        <w:pStyle w:val="libNormal"/>
        <w:rPr>
          <w:rtl/>
        </w:rPr>
      </w:pPr>
      <w:r>
        <w:rPr>
          <w:rtl/>
        </w:rPr>
        <w:t>24_</w:t>
      </w:r>
      <w:r w:rsidRPr="00FB32CA">
        <w:rPr>
          <w:rStyle w:val="libArabicChar"/>
          <w:rtl/>
        </w:rPr>
        <w:t>''النبي</w:t>
      </w:r>
      <w:r w:rsidR="00F031CD" w:rsidRPr="00F031CD">
        <w:rPr>
          <w:rStyle w:val="libAlaemChar"/>
          <w:rtl/>
        </w:rPr>
        <w:t xml:space="preserve"> صلى‌الله‌عليه‌وآله‌وسلم </w:t>
      </w:r>
      <w:r w:rsidRPr="00FB32CA">
        <w:rPr>
          <w:rStyle w:val="libArabicChar"/>
          <w:rtl/>
        </w:rPr>
        <w:t xml:space="preserve"> ...فى قول</w:t>
      </w:r>
      <w:r w:rsidR="00B2551F" w:rsidRPr="00B2551F">
        <w:rPr>
          <w:rStyle w:val="libArabicChar"/>
          <w:rFonts w:hint="cs"/>
          <w:rtl/>
        </w:rPr>
        <w:t>ه</w:t>
      </w:r>
      <w:r w:rsidRPr="00FB32CA">
        <w:rPr>
          <w:rStyle w:val="libArabicChar"/>
          <w:rtl/>
        </w:rPr>
        <w:t>:''</w:t>
      </w:r>
      <w:r w:rsidRPr="00FB32CA">
        <w:rPr>
          <w:rStyle w:val="libArabicChar"/>
          <w:rFonts w:hint="cs"/>
          <w:rtl/>
        </w:rPr>
        <w:t>سواء</w:t>
      </w:r>
      <w:r w:rsidRPr="00FB32CA">
        <w:rPr>
          <w:rStyle w:val="libArabicChar"/>
          <w:rtl/>
        </w:rPr>
        <w:t xml:space="preserve"> </w:t>
      </w:r>
      <w:r w:rsidRPr="00FB32CA">
        <w:rPr>
          <w:rStyle w:val="libArabicChar"/>
          <w:rFonts w:hint="cs"/>
          <w:rtl/>
        </w:rPr>
        <w:t>علينا</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جزعناا</w:t>
      </w:r>
      <w:r w:rsidRPr="00FB32CA">
        <w:rPr>
          <w:rStyle w:val="libArabicChar"/>
          <w:rtl/>
        </w:rPr>
        <w:t xml:space="preserve"> </w:t>
      </w:r>
      <w:r w:rsidRPr="00FB32CA">
        <w:rPr>
          <w:rStyle w:val="libArabicChar"/>
          <w:rFonts w:hint="cs"/>
          <w:rtl/>
        </w:rPr>
        <w:t>م</w:t>
      </w:r>
      <w:r w:rsidRPr="00FB32CA">
        <w:rPr>
          <w:rStyle w:val="libArabicChar"/>
          <w:rtl/>
        </w:rPr>
        <w:t xml:space="preserve"> </w:t>
      </w:r>
      <w:r w:rsidRPr="00FB32CA">
        <w:rPr>
          <w:rStyle w:val="libArabicChar"/>
          <w:rFonts w:hint="cs"/>
          <w:rtl/>
        </w:rPr>
        <w:t>صبرنامالنا</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محيص</w:t>
      </w:r>
      <w:r w:rsidRPr="00FB32CA">
        <w:rPr>
          <w:rStyle w:val="libArabicChar"/>
          <w:rtl/>
        </w:rPr>
        <w:t xml:space="preserve">'' </w:t>
      </w:r>
      <w:r w:rsidRPr="00FB32CA">
        <w:rPr>
          <w:rStyle w:val="libArabicChar"/>
          <w:rFonts w:hint="cs"/>
          <w:rtl/>
        </w:rPr>
        <w:t>قال</w:t>
      </w:r>
      <w:r w:rsidRPr="00FB32CA">
        <w:rPr>
          <w:rStyle w:val="libArabicChar"/>
          <w:rtl/>
        </w:rPr>
        <w:t>:</w:t>
      </w:r>
      <w:r w:rsidRPr="00FB32CA">
        <w:rPr>
          <w:rStyle w:val="libArabicChar"/>
          <w:rFonts w:hint="cs"/>
          <w:rtl/>
        </w:rPr>
        <w:t>يقول</w:t>
      </w:r>
      <w:r w:rsidRPr="00FB32CA">
        <w:rPr>
          <w:rStyle w:val="libArabicChar"/>
          <w:rtl/>
        </w:rPr>
        <w:t xml:space="preserve"> </w:t>
      </w:r>
      <w:r w:rsidRPr="00FB32CA">
        <w:rPr>
          <w:rStyle w:val="libArabicChar"/>
          <w:rFonts w:hint="cs"/>
          <w:rtl/>
        </w:rPr>
        <w:t>ا</w:t>
      </w:r>
      <w:r w:rsidRPr="00FB32CA">
        <w:rPr>
          <w:rStyle w:val="libArabicChar"/>
          <w:rtl/>
        </w:rPr>
        <w:t xml:space="preserve"> </w:t>
      </w:r>
      <w:r w:rsidR="00B2551F" w:rsidRPr="00B2551F">
        <w:rPr>
          <w:rStyle w:val="libArabicChar"/>
          <w:rFonts w:hint="cs"/>
          <w:rtl/>
        </w:rPr>
        <w:t>ه</w:t>
      </w:r>
      <w:r w:rsidRPr="00FB32CA">
        <w:rPr>
          <w:rStyle w:val="libArabicChar"/>
          <w:rFonts w:hint="cs"/>
          <w:rtl/>
        </w:rPr>
        <w:t>ل</w:t>
      </w:r>
      <w:r w:rsidRPr="00FB32CA">
        <w:rPr>
          <w:rStyle w:val="libArabicChar"/>
          <w:rtl/>
        </w:rPr>
        <w:t xml:space="preserve"> </w:t>
      </w:r>
      <w:r w:rsidRPr="00FB32CA">
        <w:rPr>
          <w:rStyle w:val="libArabicChar"/>
          <w:rFonts w:hint="cs"/>
          <w:rtl/>
        </w:rPr>
        <w:t>النار</w:t>
      </w:r>
      <w:r w:rsidRPr="00FB32CA">
        <w:rPr>
          <w:rStyle w:val="libArabicChar"/>
          <w:rtl/>
        </w:rPr>
        <w:t>:</w:t>
      </w:r>
      <w:r w:rsidR="00B2551F" w:rsidRPr="00B2551F">
        <w:rPr>
          <w:rStyle w:val="libArabicChar"/>
          <w:rFonts w:hint="cs"/>
          <w:rtl/>
        </w:rPr>
        <w:t>ه</w:t>
      </w:r>
      <w:r w:rsidRPr="00FB32CA">
        <w:rPr>
          <w:rStyle w:val="libArabicChar"/>
          <w:rFonts w:hint="cs"/>
          <w:rtl/>
        </w:rPr>
        <w:t>لّموا،</w:t>
      </w:r>
      <w:r w:rsidRPr="00FB32CA">
        <w:rPr>
          <w:rStyle w:val="libArabicChar"/>
          <w:rtl/>
        </w:rPr>
        <w:t xml:space="preserve"> </w:t>
      </w:r>
      <w:r w:rsidRPr="00FB32CA">
        <w:rPr>
          <w:rStyle w:val="libArabicChar"/>
          <w:rFonts w:hint="cs"/>
          <w:rtl/>
        </w:rPr>
        <w:t>فلنصبر،</w:t>
      </w:r>
      <w:r w:rsidRPr="00FB32CA">
        <w:rPr>
          <w:rStyle w:val="libArabicChar"/>
          <w:rtl/>
        </w:rPr>
        <w:t xml:space="preserve"> </w:t>
      </w:r>
      <w:r w:rsidRPr="00FB32CA">
        <w:rPr>
          <w:rStyle w:val="libArabicChar"/>
          <w:rFonts w:hint="cs"/>
          <w:rtl/>
        </w:rPr>
        <w:t>فيصبرون</w:t>
      </w:r>
      <w:r w:rsidRPr="00FB32CA">
        <w:rPr>
          <w:rStyle w:val="libArabicChar"/>
          <w:rtl/>
        </w:rPr>
        <w:t xml:space="preserve"> </w:t>
      </w:r>
      <w:r w:rsidRPr="00FB32CA">
        <w:rPr>
          <w:rStyle w:val="libArabicChar"/>
          <w:rFonts w:hint="cs"/>
          <w:rtl/>
        </w:rPr>
        <w:t>خمسمائة</w:t>
      </w:r>
      <w:r w:rsidRPr="00FB32CA">
        <w:rPr>
          <w:rStyle w:val="libArabicChar"/>
          <w:rtl/>
        </w:rPr>
        <w:t xml:space="preserve"> </w:t>
      </w:r>
      <w:r w:rsidRPr="00FB32CA">
        <w:rPr>
          <w:rStyle w:val="libArabicChar"/>
          <w:rFonts w:hint="cs"/>
          <w:rtl/>
        </w:rPr>
        <w:t>عام</w:t>
      </w:r>
      <w:r w:rsidRPr="00FB32CA">
        <w:rPr>
          <w:rStyle w:val="libArabicChar"/>
          <w:rtl/>
        </w:rPr>
        <w:t xml:space="preserve"> </w:t>
      </w:r>
      <w:r w:rsidRPr="00FB32CA">
        <w:rPr>
          <w:rStyle w:val="libArabicChar"/>
          <w:rFonts w:hint="cs"/>
          <w:rtl/>
        </w:rPr>
        <w:t>فلمّا</w:t>
      </w:r>
      <w:r w:rsidRPr="00FB32CA">
        <w:rPr>
          <w:rStyle w:val="libArabicChar"/>
          <w:rtl/>
        </w:rPr>
        <w:t xml:space="preserve"> </w:t>
      </w:r>
      <w:r w:rsidRPr="00FB32CA">
        <w:rPr>
          <w:rStyle w:val="libArabicChar"/>
          <w:rFonts w:hint="cs"/>
          <w:rtl/>
        </w:rPr>
        <w:t>را</w:t>
      </w:r>
      <w:r w:rsidRPr="00FB32CA">
        <w:rPr>
          <w:rStyle w:val="libArabicChar"/>
          <w:rtl/>
        </w:rPr>
        <w:t xml:space="preserve"> </w:t>
      </w:r>
      <w:r w:rsidRPr="00FB32CA">
        <w:rPr>
          <w:rStyle w:val="libArabicChar"/>
          <w:rFonts w:hint="cs"/>
          <w:rtl/>
        </w:rPr>
        <w:t>وا</w:t>
      </w:r>
      <w:r w:rsidRPr="00FB32CA">
        <w:rPr>
          <w:rStyle w:val="libArabicChar"/>
          <w:rtl/>
        </w:rPr>
        <w:t xml:space="preserve"> </w:t>
      </w:r>
      <w:r w:rsidRPr="00FB32CA">
        <w:rPr>
          <w:rStyle w:val="libArabicChar"/>
          <w:rFonts w:hint="cs"/>
          <w:rtl/>
        </w:rPr>
        <w:t>ذلك</w:t>
      </w:r>
      <w:r w:rsidRPr="00FB32CA">
        <w:rPr>
          <w:rStyle w:val="libArabicChar"/>
          <w:rtl/>
        </w:rPr>
        <w:t xml:space="preserve"> </w:t>
      </w:r>
      <w:r w:rsidRPr="00FB32CA">
        <w:rPr>
          <w:rStyle w:val="libArabicChar"/>
          <w:rFonts w:hint="cs"/>
          <w:rtl/>
        </w:rPr>
        <w:t>لاينفع</w:t>
      </w:r>
      <w:r w:rsidR="00B2551F" w:rsidRPr="00B2551F">
        <w:rPr>
          <w:rStyle w:val="libArabicChar"/>
          <w:rFonts w:hint="cs"/>
          <w:rtl/>
        </w:rPr>
        <w:t>ه</w:t>
      </w:r>
      <w:r w:rsidRPr="00FB32CA">
        <w:rPr>
          <w:rStyle w:val="libArabicChar"/>
          <w:rFonts w:hint="cs"/>
          <w:rtl/>
        </w:rPr>
        <w:t>م</w:t>
      </w:r>
      <w:r w:rsidRPr="00FB32CA">
        <w:rPr>
          <w:rStyle w:val="libArabicChar"/>
          <w:rtl/>
        </w:rPr>
        <w:t xml:space="preserve"> </w:t>
      </w:r>
      <w:r w:rsidRPr="00FB32CA">
        <w:rPr>
          <w:rStyle w:val="libArabicChar"/>
          <w:rFonts w:hint="cs"/>
          <w:rtl/>
        </w:rPr>
        <w:t>قالوا</w:t>
      </w:r>
      <w:r w:rsidRPr="00FB32CA">
        <w:rPr>
          <w:rStyle w:val="libArabicChar"/>
          <w:rtl/>
        </w:rPr>
        <w:t>:</w:t>
      </w:r>
      <w:r w:rsidR="00B2551F" w:rsidRPr="00B2551F">
        <w:rPr>
          <w:rStyle w:val="libArabicChar"/>
          <w:rFonts w:hint="cs"/>
          <w:rtl/>
        </w:rPr>
        <w:t>ه</w:t>
      </w:r>
      <w:r w:rsidRPr="00FB32CA">
        <w:rPr>
          <w:rStyle w:val="libArabicChar"/>
          <w:rFonts w:hint="cs"/>
          <w:rtl/>
        </w:rPr>
        <w:t>لّموا</w:t>
      </w:r>
      <w:r w:rsidRPr="00FB32CA">
        <w:rPr>
          <w:rStyle w:val="libArabicChar"/>
          <w:rtl/>
        </w:rPr>
        <w:t xml:space="preserve"> </w:t>
      </w:r>
      <w:r w:rsidRPr="00FB32CA">
        <w:rPr>
          <w:rStyle w:val="libArabicChar"/>
          <w:rFonts w:hint="cs"/>
          <w:rtl/>
        </w:rPr>
        <w:t>فلنجزع</w:t>
      </w:r>
      <w:r w:rsidRPr="00FB32CA">
        <w:rPr>
          <w:rStyle w:val="libArabicChar"/>
          <w:rtl/>
        </w:rPr>
        <w:t xml:space="preserve"> ...</w:t>
      </w:r>
      <w:r w:rsidRPr="00FB32CA">
        <w:rPr>
          <w:rStyle w:val="libArabicChar"/>
          <w:rFonts w:hint="cs"/>
          <w:rtl/>
        </w:rPr>
        <w:t>فيبكون</w:t>
      </w:r>
      <w:r w:rsidRPr="00FB32CA">
        <w:rPr>
          <w:rStyle w:val="libArabicChar"/>
          <w:rtl/>
        </w:rPr>
        <w:t xml:space="preserve"> </w:t>
      </w:r>
      <w:r w:rsidRPr="00FB32CA">
        <w:rPr>
          <w:rStyle w:val="libArabicChar"/>
          <w:rFonts w:hint="cs"/>
          <w:rtl/>
        </w:rPr>
        <w:t>خمسائة</w:t>
      </w:r>
      <w:r w:rsidRPr="00FB32CA">
        <w:rPr>
          <w:rStyle w:val="libArabicChar"/>
          <w:rtl/>
        </w:rPr>
        <w:t xml:space="preserve"> </w:t>
      </w:r>
      <w:r w:rsidRPr="00FB32CA">
        <w:rPr>
          <w:rStyle w:val="libArabicChar"/>
          <w:rFonts w:hint="cs"/>
          <w:rtl/>
        </w:rPr>
        <w:t>عام</w:t>
      </w:r>
      <w:r w:rsidRPr="00FB32CA">
        <w:rPr>
          <w:rStyle w:val="libArabicChar"/>
          <w:rtl/>
        </w:rPr>
        <w:t xml:space="preserve"> </w:t>
      </w:r>
      <w:r w:rsidRPr="00FB32CA">
        <w:rPr>
          <w:rStyle w:val="libArabicChar"/>
          <w:rFonts w:hint="cs"/>
          <w:rtl/>
        </w:rPr>
        <w:t>فلمّا</w:t>
      </w:r>
      <w:r w:rsidRPr="00FB32CA">
        <w:rPr>
          <w:rStyle w:val="libArabicChar"/>
          <w:rtl/>
        </w:rPr>
        <w:t xml:space="preserve"> </w:t>
      </w:r>
      <w:r w:rsidRPr="00FB32CA">
        <w:rPr>
          <w:rStyle w:val="libArabicChar"/>
          <w:rFonts w:hint="cs"/>
          <w:rtl/>
        </w:rPr>
        <w:t>را</w:t>
      </w:r>
      <w:r w:rsidRPr="00FB32CA">
        <w:rPr>
          <w:rStyle w:val="libArabicChar"/>
          <w:rtl/>
        </w:rPr>
        <w:t xml:space="preserve"> </w:t>
      </w:r>
      <w:r w:rsidRPr="00FB32CA">
        <w:rPr>
          <w:rStyle w:val="libArabicChar"/>
          <w:rFonts w:hint="cs"/>
          <w:rtl/>
        </w:rPr>
        <w:t>وذلك</w:t>
      </w:r>
      <w:r w:rsidRPr="00FB32CA">
        <w:rPr>
          <w:rStyle w:val="libArabicChar"/>
          <w:rtl/>
        </w:rPr>
        <w:t xml:space="preserve"> </w:t>
      </w:r>
      <w:r w:rsidRPr="00FB32CA">
        <w:rPr>
          <w:rStyle w:val="libArabicChar"/>
          <w:rFonts w:hint="cs"/>
          <w:rtl/>
        </w:rPr>
        <w:t>لا</w:t>
      </w:r>
      <w:r w:rsidRPr="00FB32CA">
        <w:rPr>
          <w:rStyle w:val="libArabicChar"/>
          <w:rtl/>
        </w:rPr>
        <w:t xml:space="preserve"> </w:t>
      </w:r>
      <w:r w:rsidRPr="00FB32CA">
        <w:rPr>
          <w:rStyle w:val="libArabicChar"/>
          <w:rFonts w:hint="cs"/>
          <w:rtl/>
        </w:rPr>
        <w:t>ينفع</w:t>
      </w:r>
      <w:r w:rsidR="00B2551F" w:rsidRPr="00B2551F">
        <w:rPr>
          <w:rStyle w:val="libArabicChar"/>
          <w:rFonts w:hint="cs"/>
          <w:rtl/>
        </w:rPr>
        <w:t>ه</w:t>
      </w:r>
      <w:r w:rsidRPr="00FB32CA">
        <w:rPr>
          <w:rStyle w:val="libArabicChar"/>
          <w:rFonts w:hint="cs"/>
          <w:rtl/>
        </w:rPr>
        <w:t>م</w:t>
      </w:r>
      <w:r w:rsidRPr="00FB32CA">
        <w:rPr>
          <w:rStyle w:val="libArabicChar"/>
          <w:rtl/>
        </w:rPr>
        <w:t xml:space="preserve"> </w:t>
      </w:r>
      <w:r w:rsidRPr="00FB32CA">
        <w:rPr>
          <w:rStyle w:val="libArabicChar"/>
          <w:rFonts w:hint="cs"/>
          <w:rtl/>
        </w:rPr>
        <w:t>قالوا</w:t>
      </w:r>
      <w:r w:rsidRPr="00FB32CA">
        <w:rPr>
          <w:rStyle w:val="libArabicChar"/>
          <w:rtl/>
        </w:rPr>
        <w:t>''</w:t>
      </w:r>
      <w:r w:rsidRPr="00FB32CA">
        <w:rPr>
          <w:rStyle w:val="libArabicChar"/>
          <w:rFonts w:hint="cs"/>
          <w:rtl/>
        </w:rPr>
        <w:t>سواء</w:t>
      </w:r>
      <w:r w:rsidRPr="00FB32CA">
        <w:rPr>
          <w:rStyle w:val="libArabicChar"/>
          <w:rtl/>
        </w:rPr>
        <w:t xml:space="preserve"> </w:t>
      </w:r>
      <w:r w:rsidRPr="00FB32CA">
        <w:rPr>
          <w:rStyle w:val="libArabicChar"/>
          <w:rFonts w:hint="cs"/>
          <w:rtl/>
        </w:rPr>
        <w:t>علينا</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جزعناا</w:t>
      </w:r>
      <w:r w:rsidRPr="00FB32CA">
        <w:rPr>
          <w:rStyle w:val="libArabicChar"/>
          <w:rtl/>
        </w:rPr>
        <w:t xml:space="preserve"> </w:t>
      </w:r>
      <w:r w:rsidRPr="00FB32CA">
        <w:rPr>
          <w:rStyle w:val="libArabicChar"/>
          <w:rFonts w:hint="cs"/>
          <w:rtl/>
        </w:rPr>
        <w:t>م</w:t>
      </w:r>
      <w:r w:rsidRPr="00FB32CA">
        <w:rPr>
          <w:rStyle w:val="libArabicChar"/>
          <w:rtl/>
        </w:rPr>
        <w:t xml:space="preserve"> </w:t>
      </w:r>
      <w:r w:rsidRPr="00FB32CA">
        <w:rPr>
          <w:rStyle w:val="libArabicChar"/>
          <w:rFonts w:hint="cs"/>
          <w:rtl/>
        </w:rPr>
        <w:t>صبرنامالنا</w:t>
      </w:r>
      <w:r w:rsidRPr="00FB32CA">
        <w:rPr>
          <w:rStyle w:val="libArabicChar"/>
          <w:rtl/>
        </w:rPr>
        <w:t xml:space="preserve"> </w:t>
      </w:r>
      <w:r w:rsidRPr="00FB32CA">
        <w:rPr>
          <w:rStyle w:val="libArabicChar"/>
          <w:rFonts w:hint="eastAsia"/>
          <w:rtl/>
        </w:rPr>
        <w:t>من</w:t>
      </w:r>
      <w:r w:rsidRPr="00FB32CA">
        <w:rPr>
          <w:rStyle w:val="libArabicChar"/>
          <w:rtl/>
        </w:rPr>
        <w:t xml:space="preserve"> محيص''</w:t>
      </w:r>
      <w:r>
        <w:rPr>
          <w:rtl/>
        </w:rPr>
        <w:t xml:space="preserve"> ;</w:t>
      </w:r>
      <w:r w:rsidRPr="00FB32CA">
        <w:rPr>
          <w:rStyle w:val="libFootnotenumChar"/>
          <w:rtl/>
        </w:rPr>
        <w:t xml:space="preserve">(1) </w:t>
      </w:r>
      <w:r>
        <w:rPr>
          <w:rtl/>
        </w:rPr>
        <w:t xml:space="preserve">حضرت رسول خدا </w:t>
      </w:r>
      <w:r w:rsidR="00F031CD" w:rsidRPr="00F031CD">
        <w:rPr>
          <w:rStyle w:val="libAlaemChar"/>
          <w:rtl/>
        </w:rPr>
        <w:t xml:space="preserve"> صلى‌الله‌عليه‌وآله‌وسلم </w:t>
      </w:r>
      <w:r>
        <w:rPr>
          <w:rtl/>
        </w:rPr>
        <w:t xml:space="preserve"> سے خداوند عالم كے اس قول ''سواء علينا ا جزعنا___'' كے بارے مي</w:t>
      </w:r>
      <w:r w:rsidR="00083993">
        <w:rPr>
          <w:rtl/>
        </w:rPr>
        <w:t xml:space="preserve">ں </w:t>
      </w:r>
      <w:r>
        <w:rPr>
          <w:rtl/>
        </w:rPr>
        <w:t>منقول ہے كہ اپ</w:t>
      </w:r>
      <w:r w:rsidR="00F031CD" w:rsidRPr="00F031CD">
        <w:rPr>
          <w:rStyle w:val="libAlaemChar"/>
          <w:rtl/>
        </w:rPr>
        <w:t xml:space="preserve"> صلى‌الله‌عليه‌وآله‌وسلم </w:t>
      </w:r>
      <w:r>
        <w:rPr>
          <w:rtl/>
        </w:rPr>
        <w:t xml:space="preserve"> نے فرمايا:اہل اتش ايك دوسرے سے كہي</w:t>
      </w:r>
      <w:r w:rsidR="00083993">
        <w:rPr>
          <w:rtl/>
        </w:rPr>
        <w:t xml:space="preserve">ں </w:t>
      </w:r>
      <w:r>
        <w:rPr>
          <w:rtl/>
        </w:rPr>
        <w:t>گے : ائو صبر كري</w:t>
      </w:r>
      <w:r w:rsidR="00083993">
        <w:rPr>
          <w:rtl/>
        </w:rPr>
        <w:t xml:space="preserve">ں </w:t>
      </w:r>
      <w:r>
        <w:rPr>
          <w:rtl/>
        </w:rPr>
        <w:t>،پس وہ پانچ سو سال صبر كري</w:t>
      </w:r>
      <w:r w:rsidR="00083993">
        <w:rPr>
          <w:rtl/>
        </w:rPr>
        <w:t xml:space="preserve">ں </w:t>
      </w:r>
      <w:r>
        <w:rPr>
          <w:rtl/>
        </w:rPr>
        <w:t>گے ليكن جب ديكھي</w:t>
      </w:r>
      <w:r w:rsidR="00083993">
        <w:rPr>
          <w:rtl/>
        </w:rPr>
        <w:t xml:space="preserve">ں </w:t>
      </w:r>
      <w:r>
        <w:rPr>
          <w:rtl/>
        </w:rPr>
        <w:t>گے كہ ان كے اس صبركا كوئي فائدہ نہي</w:t>
      </w:r>
      <w:r w:rsidR="00083993">
        <w:rPr>
          <w:rtl/>
        </w:rPr>
        <w:t xml:space="preserve">ں </w:t>
      </w:r>
      <w:r>
        <w:rPr>
          <w:rtl/>
        </w:rPr>
        <w:t>ہے تو كہي</w:t>
      </w:r>
      <w:r w:rsidR="00083993">
        <w:rPr>
          <w:rtl/>
        </w:rPr>
        <w:t xml:space="preserve">ں </w:t>
      </w:r>
      <w:r>
        <w:rPr>
          <w:rtl/>
        </w:rPr>
        <w:t>گے :ائو بے صبرى اور بے تابى كري</w:t>
      </w:r>
      <w:r w:rsidR="00083993">
        <w:rPr>
          <w:rtl/>
        </w:rPr>
        <w:t xml:space="preserve">ں </w:t>
      </w:r>
      <w:r>
        <w:rPr>
          <w:rtl/>
        </w:rPr>
        <w:t>... پس وہ پانچ سو سال گريہ كري</w:t>
      </w:r>
      <w:r w:rsidR="00083993">
        <w:rPr>
          <w:rtl/>
        </w:rPr>
        <w:t xml:space="preserve">ں </w:t>
      </w:r>
      <w:r>
        <w:rPr>
          <w:rtl/>
        </w:rPr>
        <w:t>گے _اس وقت وہ ديكھي</w:t>
      </w:r>
      <w:r w:rsidR="00083993">
        <w:rPr>
          <w:rtl/>
        </w:rPr>
        <w:t xml:space="preserve">ں </w:t>
      </w:r>
      <w:r>
        <w:rPr>
          <w:rtl/>
        </w:rPr>
        <w:t>گے كہ ان كايہ گريہ بھى كسى كام كا نہي</w:t>
      </w:r>
      <w:r w:rsidR="00083993">
        <w:rPr>
          <w:rtl/>
        </w:rPr>
        <w:t xml:space="preserve">ں </w:t>
      </w:r>
      <w:r>
        <w:rPr>
          <w:rtl/>
        </w:rPr>
        <w:t>تو وہ كہي</w:t>
      </w:r>
      <w:r w:rsidR="00083993">
        <w:rPr>
          <w:rtl/>
        </w:rPr>
        <w:t xml:space="preserve">ں </w:t>
      </w:r>
      <w:r>
        <w:rPr>
          <w:rtl/>
        </w:rPr>
        <w:t xml:space="preserve">گے: </w:t>
      </w:r>
      <w:r w:rsidRPr="00FB32CA">
        <w:rPr>
          <w:rStyle w:val="libArabicChar"/>
          <w:rtl/>
        </w:rPr>
        <w:t>''سواء علينا ا جزعناا م صبرنامالنا من محيص''</w:t>
      </w:r>
    </w:p>
    <w:p w:rsidR="001F628F" w:rsidRDefault="001F628F" w:rsidP="00FB32CA">
      <w:pPr>
        <w:pStyle w:val="libNormal"/>
        <w:rPr>
          <w:rtl/>
        </w:rPr>
      </w:pPr>
      <w:r>
        <w:rPr>
          <w:rFonts w:hint="eastAsia"/>
          <w:rtl/>
        </w:rPr>
        <w:t>استكبار</w:t>
      </w:r>
      <w:r>
        <w:rPr>
          <w:rtl/>
        </w:rPr>
        <w:t>:</w:t>
      </w:r>
      <w:r>
        <w:rPr>
          <w:rFonts w:hint="eastAsia"/>
          <w:rtl/>
        </w:rPr>
        <w:t>استكبار</w:t>
      </w:r>
      <w:r>
        <w:rPr>
          <w:rtl/>
        </w:rPr>
        <w:t xml:space="preserve"> سے مراد23</w:t>
      </w:r>
    </w:p>
    <w:p w:rsidR="001F628F" w:rsidRDefault="001F628F" w:rsidP="00FB32CA">
      <w:pPr>
        <w:pStyle w:val="libNormal"/>
        <w:rPr>
          <w:rtl/>
        </w:rPr>
      </w:pPr>
      <w:r>
        <w:rPr>
          <w:rFonts w:hint="eastAsia"/>
          <w:rtl/>
        </w:rPr>
        <w:t>افترا</w:t>
      </w:r>
      <w:r>
        <w:rPr>
          <w:rtl/>
        </w:rPr>
        <w:t xml:space="preserve"> :</w:t>
      </w:r>
      <w:r>
        <w:rPr>
          <w:rFonts w:hint="eastAsia"/>
          <w:rtl/>
        </w:rPr>
        <w:t>خدا</w:t>
      </w:r>
      <w:r>
        <w:rPr>
          <w:rtl/>
        </w:rPr>
        <w:t xml:space="preserve"> پر افترا 17</w:t>
      </w:r>
    </w:p>
    <w:p w:rsidR="001F628F" w:rsidRDefault="001F628F" w:rsidP="00FB32CA">
      <w:pPr>
        <w:pStyle w:val="libNormal"/>
        <w:rPr>
          <w:rtl/>
        </w:rPr>
      </w:pPr>
      <w:r>
        <w:rPr>
          <w:rFonts w:hint="eastAsia"/>
          <w:rtl/>
        </w:rPr>
        <w:t>الله</w:t>
      </w:r>
      <w:r>
        <w:rPr>
          <w:rtl/>
        </w:rPr>
        <w:t xml:space="preserve"> تعالى :</w:t>
      </w:r>
      <w:r>
        <w:rPr>
          <w:rFonts w:hint="eastAsia"/>
          <w:rtl/>
        </w:rPr>
        <w:t>الله</w:t>
      </w:r>
      <w:r>
        <w:rPr>
          <w:rtl/>
        </w:rPr>
        <w:t xml:space="preserve"> تعالى كى امداد كے اثرات 20;الله تعالى كى مشيت 18;الله تعالى كى ہدايتي</w:t>
      </w:r>
      <w:r w:rsidR="00083993">
        <w:rPr>
          <w:rtl/>
        </w:rPr>
        <w:t xml:space="preserve">ں </w:t>
      </w:r>
      <w:r>
        <w:rPr>
          <w:rtl/>
        </w:rPr>
        <w:t>20</w:t>
      </w:r>
    </w:p>
    <w:p w:rsidR="001F628F" w:rsidRDefault="001F628F" w:rsidP="00FB32CA">
      <w:pPr>
        <w:pStyle w:val="libNormal"/>
        <w:rPr>
          <w:rtl/>
        </w:rPr>
      </w:pPr>
      <w:r>
        <w:rPr>
          <w:rFonts w:hint="eastAsia"/>
          <w:rtl/>
        </w:rPr>
        <w:t>انجام</w:t>
      </w:r>
      <w:r>
        <w:rPr>
          <w:rtl/>
        </w:rPr>
        <w:t xml:space="preserve"> :</w:t>
      </w:r>
      <w:r>
        <w:rPr>
          <w:rFonts w:hint="eastAsia"/>
          <w:rtl/>
        </w:rPr>
        <w:t>برے</w:t>
      </w:r>
      <w:r>
        <w:rPr>
          <w:rtl/>
        </w:rPr>
        <w:t xml:space="preserve"> انجام كے اسباب 10</w:t>
      </w:r>
    </w:p>
    <w:p w:rsidR="001F628F" w:rsidRDefault="001F628F" w:rsidP="00FB32CA">
      <w:pPr>
        <w:pStyle w:val="libNormal"/>
        <w:rPr>
          <w:rtl/>
        </w:rPr>
      </w:pPr>
      <w:r>
        <w:rPr>
          <w:rFonts w:hint="eastAsia"/>
          <w:rtl/>
        </w:rPr>
        <w:t>انسان</w:t>
      </w:r>
      <w:r>
        <w:rPr>
          <w:rtl/>
        </w:rPr>
        <w:t>:</w:t>
      </w:r>
      <w:r>
        <w:rPr>
          <w:rFonts w:hint="eastAsia"/>
          <w:rtl/>
        </w:rPr>
        <w:t>پيروكار</w:t>
      </w:r>
      <w:r>
        <w:rPr>
          <w:rtl/>
        </w:rPr>
        <w:t xml:space="preserve"> انسانو</w:t>
      </w:r>
      <w:r w:rsidR="00083993">
        <w:rPr>
          <w:rtl/>
        </w:rPr>
        <w:t xml:space="preserve">ں </w:t>
      </w:r>
      <w:r>
        <w:rPr>
          <w:rtl/>
        </w:rPr>
        <w:t>كا اخرت مي</w:t>
      </w:r>
      <w:r w:rsidR="00083993">
        <w:rPr>
          <w:rtl/>
        </w:rPr>
        <w:t xml:space="preserve">ں </w:t>
      </w:r>
      <w:r>
        <w:rPr>
          <w:rtl/>
        </w:rPr>
        <w:t>مدد طلب كرنا 5; پيروكار انسانو</w:t>
      </w:r>
      <w:r w:rsidR="00083993">
        <w:rPr>
          <w:rtl/>
        </w:rPr>
        <w:t xml:space="preserve">ں </w:t>
      </w:r>
      <w:r>
        <w:rPr>
          <w:rtl/>
        </w:rPr>
        <w:t>كااعتراض5;انسان قيامت مي</w:t>
      </w:r>
      <w:r w:rsidR="00083993">
        <w:rPr>
          <w:rtl/>
        </w:rPr>
        <w:t xml:space="preserve">ں </w:t>
      </w:r>
      <w:r>
        <w:rPr>
          <w:rtl/>
        </w:rPr>
        <w:t>1; انسان بارگاہ خدا مي</w:t>
      </w:r>
      <w:r w:rsidR="00083993">
        <w:rPr>
          <w:rtl/>
        </w:rPr>
        <w:t xml:space="preserve">ں </w:t>
      </w:r>
      <w:r>
        <w:rPr>
          <w:rtl/>
        </w:rPr>
        <w:t>1;پيروكار انسان قيامت مي</w:t>
      </w:r>
      <w:r w:rsidR="00083993">
        <w:rPr>
          <w:rtl/>
        </w:rPr>
        <w:t xml:space="preserve">ں </w:t>
      </w:r>
      <w:r>
        <w:rPr>
          <w:rtl/>
        </w:rPr>
        <w:t>5; انسانو</w:t>
      </w:r>
      <w:r w:rsidR="00083993">
        <w:rPr>
          <w:rtl/>
        </w:rPr>
        <w:t xml:space="preserve">ں </w:t>
      </w:r>
      <w:r>
        <w:rPr>
          <w:rtl/>
        </w:rPr>
        <w:t>كا اخروى حشر1،3</w:t>
      </w:r>
    </w:p>
    <w:p w:rsidR="001F628F" w:rsidRDefault="001F628F" w:rsidP="00FB32CA">
      <w:pPr>
        <w:pStyle w:val="libNormal"/>
        <w:rPr>
          <w:rtl/>
        </w:rPr>
      </w:pPr>
      <w:r>
        <w:rPr>
          <w:rFonts w:hint="eastAsia"/>
          <w:rtl/>
        </w:rPr>
        <w:t>تقليد</w:t>
      </w:r>
      <w:r>
        <w:rPr>
          <w:rtl/>
        </w:rPr>
        <w:t xml:space="preserve"> :</w:t>
      </w:r>
      <w:r>
        <w:rPr>
          <w:rFonts w:hint="eastAsia"/>
          <w:rtl/>
        </w:rPr>
        <w:t>اندھى</w:t>
      </w:r>
      <w:r>
        <w:rPr>
          <w:rtl/>
        </w:rPr>
        <w:t xml:space="preserve"> تقليد كے اثرات 10،اندھى تقليد7،9،11; رہبرو</w:t>
      </w:r>
      <w:r w:rsidR="00083993">
        <w:rPr>
          <w:rtl/>
        </w:rPr>
        <w:t xml:space="preserve">ں </w:t>
      </w:r>
      <w:r>
        <w:rPr>
          <w:rtl/>
        </w:rPr>
        <w:t>كى تقليد7،9،10;گمراہو</w:t>
      </w:r>
      <w:r w:rsidR="00083993">
        <w:rPr>
          <w:rtl/>
        </w:rPr>
        <w:t xml:space="preserve">ں </w:t>
      </w:r>
      <w:r>
        <w:rPr>
          <w:rtl/>
        </w:rPr>
        <w:t>كى تقليد9; مستكبرين كى تقليد 7،10 مستكبرين كى تقليد كے اسباب 11</w:t>
      </w:r>
    </w:p>
    <w:p w:rsidR="001F628F" w:rsidRDefault="001F628F" w:rsidP="001F628F">
      <w:pPr>
        <w:pStyle w:val="libNormal"/>
        <w:rPr>
          <w:rtl/>
        </w:rPr>
      </w:pPr>
      <w:r>
        <w:rPr>
          <w:rFonts w:hint="eastAsia"/>
          <w:rtl/>
        </w:rPr>
        <w:t>جبر</w:t>
      </w:r>
      <w:r>
        <w:rPr>
          <w:rtl/>
        </w:rPr>
        <w:t xml:space="preserve"> و اختيار:18</w:t>
      </w:r>
    </w:p>
    <w:p w:rsidR="001F628F" w:rsidRDefault="001F628F" w:rsidP="001F628F">
      <w:pPr>
        <w:pStyle w:val="libNormal"/>
        <w:rPr>
          <w:rtl/>
        </w:rPr>
      </w:pPr>
      <w:r>
        <w:rPr>
          <w:rFonts w:hint="eastAsia"/>
          <w:rtl/>
        </w:rPr>
        <w:t>جہنم</w:t>
      </w:r>
      <w:r>
        <w:rPr>
          <w:rtl/>
        </w:rPr>
        <w:t xml:space="preserve"> :</w:t>
      </w:r>
    </w:p>
    <w:p w:rsidR="001F628F" w:rsidRDefault="00B84D3B" w:rsidP="00B84D3B">
      <w:pPr>
        <w:pStyle w:val="libLine"/>
        <w:rPr>
          <w:rtl/>
        </w:rPr>
      </w:pPr>
      <w:r>
        <w:rPr>
          <w:rtl/>
        </w:rPr>
        <w:t>____________________</w:t>
      </w:r>
    </w:p>
    <w:p w:rsidR="001F628F" w:rsidRDefault="001F628F" w:rsidP="00FB32CA">
      <w:pPr>
        <w:pStyle w:val="libFootnote"/>
        <w:rPr>
          <w:rtl/>
        </w:rPr>
      </w:pPr>
      <w:r>
        <w:rPr>
          <w:rtl/>
        </w:rPr>
        <w:t>1)الدر المنثور ،ج5،ص 17_</w:t>
      </w:r>
    </w:p>
    <w:p w:rsidR="00FB32CA" w:rsidRDefault="001E7F9D" w:rsidP="00F73EDE">
      <w:pPr>
        <w:pStyle w:val="libPoemTini"/>
        <w:rPr>
          <w:rtl/>
        </w:rPr>
      </w:pPr>
      <w:r>
        <w:rPr>
          <w:rtl/>
        </w:rPr>
        <w:br w:type="page"/>
      </w:r>
    </w:p>
    <w:p w:rsidR="001F628F" w:rsidRDefault="001F628F" w:rsidP="00FB32CA">
      <w:pPr>
        <w:pStyle w:val="libNormal"/>
        <w:rPr>
          <w:rtl/>
        </w:rPr>
      </w:pPr>
      <w:r>
        <w:rPr>
          <w:rFonts w:hint="eastAsia"/>
          <w:rtl/>
        </w:rPr>
        <w:lastRenderedPageBreak/>
        <w:t>جہنم</w:t>
      </w:r>
      <w:r>
        <w:rPr>
          <w:rtl/>
        </w:rPr>
        <w:t xml:space="preserve"> سے نجات كا وعدہ 14</w:t>
      </w:r>
    </w:p>
    <w:p w:rsidR="001F628F" w:rsidRDefault="001F628F" w:rsidP="00FB32CA">
      <w:pPr>
        <w:pStyle w:val="libNormal"/>
        <w:rPr>
          <w:rtl/>
        </w:rPr>
      </w:pPr>
      <w:r>
        <w:rPr>
          <w:rFonts w:hint="eastAsia"/>
          <w:rtl/>
        </w:rPr>
        <w:t>جہنمى</w:t>
      </w:r>
      <w:r>
        <w:rPr>
          <w:rtl/>
        </w:rPr>
        <w:t xml:space="preserve"> لوگ:</w:t>
      </w:r>
      <w:r>
        <w:rPr>
          <w:rFonts w:hint="eastAsia"/>
          <w:rtl/>
        </w:rPr>
        <w:t>جہنمى</w:t>
      </w:r>
      <w:r>
        <w:rPr>
          <w:rtl/>
        </w:rPr>
        <w:t xml:space="preserve"> لوگو</w:t>
      </w:r>
      <w:r w:rsidR="00083993">
        <w:rPr>
          <w:rtl/>
        </w:rPr>
        <w:t xml:space="preserve">ں </w:t>
      </w:r>
      <w:r>
        <w:rPr>
          <w:rtl/>
        </w:rPr>
        <w:t>كى بے صبرى كا بے فائدہ ہونا 24; جہنمى لوگو</w:t>
      </w:r>
      <w:r w:rsidR="00083993">
        <w:rPr>
          <w:rtl/>
        </w:rPr>
        <w:t xml:space="preserve">ں </w:t>
      </w:r>
      <w:r>
        <w:rPr>
          <w:rtl/>
        </w:rPr>
        <w:t>كے صبر كا بے فائدہ ہونا24;جہنمى لوگ قيامت مي</w:t>
      </w:r>
      <w:r w:rsidR="00083993">
        <w:rPr>
          <w:rtl/>
        </w:rPr>
        <w:t xml:space="preserve">ں </w:t>
      </w:r>
      <w:r>
        <w:rPr>
          <w:rtl/>
        </w:rPr>
        <w:t>13;جہنمى لوگو</w:t>
      </w:r>
      <w:r w:rsidR="00083993">
        <w:rPr>
          <w:rtl/>
        </w:rPr>
        <w:t xml:space="preserve">ں </w:t>
      </w:r>
      <w:r>
        <w:rPr>
          <w:rtl/>
        </w:rPr>
        <w:t>كا ايك دوسرے كو پہنچانا13</w:t>
      </w:r>
    </w:p>
    <w:p w:rsidR="001F628F" w:rsidRDefault="001F628F" w:rsidP="00FB32CA">
      <w:pPr>
        <w:pStyle w:val="libNormal"/>
        <w:rPr>
          <w:rtl/>
        </w:rPr>
      </w:pPr>
      <w:r>
        <w:rPr>
          <w:rFonts w:hint="eastAsia"/>
          <w:rtl/>
        </w:rPr>
        <w:t>رہبر</w:t>
      </w:r>
      <w:r>
        <w:rPr>
          <w:rtl/>
        </w:rPr>
        <w:t>:</w:t>
      </w:r>
      <w:r>
        <w:rPr>
          <w:rFonts w:hint="eastAsia"/>
          <w:rtl/>
        </w:rPr>
        <w:t>مستكبر</w:t>
      </w:r>
      <w:r>
        <w:rPr>
          <w:rtl/>
        </w:rPr>
        <w:t xml:space="preserve"> رہبر و</w:t>
      </w:r>
      <w:r w:rsidR="00083993">
        <w:rPr>
          <w:rtl/>
        </w:rPr>
        <w:t xml:space="preserve">ں </w:t>
      </w:r>
      <w:r>
        <w:rPr>
          <w:rtl/>
        </w:rPr>
        <w:t>كا اخروى استكبار 19;مستكبر رہبر و</w:t>
      </w:r>
      <w:r w:rsidR="00083993">
        <w:rPr>
          <w:rtl/>
        </w:rPr>
        <w:t xml:space="preserve">ں </w:t>
      </w:r>
      <w:r>
        <w:rPr>
          <w:rtl/>
        </w:rPr>
        <w:t>پر اعتراض 5;مستكبر رہبر و</w:t>
      </w:r>
      <w:r w:rsidR="00083993">
        <w:rPr>
          <w:rtl/>
        </w:rPr>
        <w:t xml:space="preserve">ں </w:t>
      </w:r>
      <w:r>
        <w:rPr>
          <w:rtl/>
        </w:rPr>
        <w:t>كے افترا 17; مستكبر رہبر و</w:t>
      </w:r>
      <w:r w:rsidR="00083993">
        <w:rPr>
          <w:rtl/>
        </w:rPr>
        <w:t xml:space="preserve">ں </w:t>
      </w:r>
      <w:r>
        <w:rPr>
          <w:rtl/>
        </w:rPr>
        <w:t>كا اقرار15،16;مستكبر رہبر و</w:t>
      </w:r>
      <w:r w:rsidR="00083993">
        <w:rPr>
          <w:rtl/>
        </w:rPr>
        <w:t xml:space="preserve">ں </w:t>
      </w:r>
      <w:r>
        <w:rPr>
          <w:rtl/>
        </w:rPr>
        <w:t>كے صبر كا بے فائدہ ہونا 21; مستكبر رہبر و</w:t>
      </w:r>
      <w:r w:rsidR="00083993">
        <w:rPr>
          <w:rtl/>
        </w:rPr>
        <w:t xml:space="preserve">ں </w:t>
      </w:r>
      <w:r>
        <w:rPr>
          <w:rtl/>
        </w:rPr>
        <w:t>كى زبردستى 18; مستكبر رہبر و</w:t>
      </w:r>
      <w:r w:rsidR="00083993">
        <w:rPr>
          <w:rtl/>
        </w:rPr>
        <w:t xml:space="preserve">ں </w:t>
      </w:r>
      <w:r>
        <w:rPr>
          <w:rtl/>
        </w:rPr>
        <w:t>كى اخروى بے صبرى 21;مستكبر رہبر و</w:t>
      </w:r>
      <w:r w:rsidR="00083993">
        <w:rPr>
          <w:rtl/>
        </w:rPr>
        <w:t xml:space="preserve">ں </w:t>
      </w:r>
      <w:r>
        <w:rPr>
          <w:rtl/>
        </w:rPr>
        <w:t>كے عذاب كا يقي</w:t>
      </w:r>
      <w:r>
        <w:rPr>
          <w:rFonts w:hint="eastAsia"/>
          <w:rtl/>
        </w:rPr>
        <w:t>نى</w:t>
      </w:r>
      <w:r>
        <w:rPr>
          <w:rtl/>
        </w:rPr>
        <w:t xml:space="preserve"> ہونا21;مستكبر رہبر قيامت مي</w:t>
      </w:r>
      <w:r w:rsidR="00083993">
        <w:rPr>
          <w:rtl/>
        </w:rPr>
        <w:t xml:space="preserve">ں </w:t>
      </w:r>
      <w:r>
        <w:rPr>
          <w:rtl/>
        </w:rPr>
        <w:t>5،6،5 1، 16، 17، 19،22;مستكبر رہبر و</w:t>
      </w:r>
      <w:r w:rsidR="00083993">
        <w:rPr>
          <w:rtl/>
        </w:rPr>
        <w:t xml:space="preserve">ں </w:t>
      </w:r>
      <w:r>
        <w:rPr>
          <w:rtl/>
        </w:rPr>
        <w:t>كى صفات 19;مستكبر رہبر و</w:t>
      </w:r>
      <w:r w:rsidR="00083993">
        <w:rPr>
          <w:rtl/>
        </w:rPr>
        <w:t xml:space="preserve">ں </w:t>
      </w:r>
      <w:r>
        <w:rPr>
          <w:rtl/>
        </w:rPr>
        <w:t>كا عجز 15;م ستكبر رہبر و</w:t>
      </w:r>
      <w:r w:rsidR="00083993">
        <w:rPr>
          <w:rtl/>
        </w:rPr>
        <w:t xml:space="preserve">ں </w:t>
      </w:r>
      <w:r>
        <w:rPr>
          <w:rtl/>
        </w:rPr>
        <w:t>كى گمراہى 16;مستكبر رہبر و</w:t>
      </w:r>
      <w:r w:rsidR="00083993">
        <w:rPr>
          <w:rtl/>
        </w:rPr>
        <w:t xml:space="preserve">ں </w:t>
      </w:r>
      <w:r>
        <w:rPr>
          <w:rtl/>
        </w:rPr>
        <w:t>كے وعدے 14</w:t>
      </w:r>
    </w:p>
    <w:p w:rsidR="001F628F" w:rsidRDefault="001F628F" w:rsidP="00FB32CA">
      <w:pPr>
        <w:pStyle w:val="libNormal"/>
        <w:rPr>
          <w:rtl/>
        </w:rPr>
      </w:pPr>
      <w:r>
        <w:rPr>
          <w:rFonts w:hint="eastAsia"/>
          <w:rtl/>
        </w:rPr>
        <w:t>عجز</w:t>
      </w:r>
      <w:r>
        <w:rPr>
          <w:rtl/>
        </w:rPr>
        <w:t>:</w:t>
      </w:r>
      <w:r>
        <w:rPr>
          <w:rFonts w:hint="eastAsia"/>
          <w:rtl/>
        </w:rPr>
        <w:t>عجز</w:t>
      </w:r>
      <w:r>
        <w:rPr>
          <w:rtl/>
        </w:rPr>
        <w:t xml:space="preserve"> كے اثرات 11</w:t>
      </w:r>
    </w:p>
    <w:p w:rsidR="001F628F" w:rsidRDefault="001F628F" w:rsidP="00FB32CA">
      <w:pPr>
        <w:pStyle w:val="libNormal"/>
        <w:rPr>
          <w:rtl/>
        </w:rPr>
      </w:pPr>
      <w:r>
        <w:rPr>
          <w:rFonts w:hint="eastAsia"/>
          <w:rtl/>
        </w:rPr>
        <w:t>عذاب</w:t>
      </w:r>
      <w:r>
        <w:rPr>
          <w:rtl/>
        </w:rPr>
        <w:t>:</w:t>
      </w:r>
      <w:r>
        <w:rPr>
          <w:rFonts w:hint="eastAsia"/>
          <w:rtl/>
        </w:rPr>
        <w:t>اہل</w:t>
      </w:r>
      <w:r>
        <w:rPr>
          <w:rtl/>
        </w:rPr>
        <w:t xml:space="preserve"> عذاب4،12;عذاب سے نجات كى درخواست 8;شديد عذاب 12;اخروى عذاب سے نجات كے اسباب 20;اخروى عذاب كے مراتب12</w:t>
      </w:r>
    </w:p>
    <w:p w:rsidR="001F628F" w:rsidRDefault="001F628F" w:rsidP="00FB32CA">
      <w:pPr>
        <w:pStyle w:val="libNormal"/>
        <w:rPr>
          <w:rtl/>
        </w:rPr>
      </w:pPr>
      <w:r>
        <w:rPr>
          <w:rFonts w:hint="eastAsia"/>
          <w:rtl/>
        </w:rPr>
        <w:t>قيامت</w:t>
      </w:r>
      <w:r>
        <w:rPr>
          <w:rtl/>
        </w:rPr>
        <w:t xml:space="preserve"> :</w:t>
      </w:r>
      <w:r>
        <w:rPr>
          <w:rFonts w:hint="eastAsia"/>
          <w:rtl/>
        </w:rPr>
        <w:t>قيامت</w:t>
      </w:r>
      <w:r>
        <w:rPr>
          <w:rtl/>
        </w:rPr>
        <w:t xml:space="preserve"> كا يقينى ہونا 3;قيامت كے صفات13</w:t>
      </w:r>
    </w:p>
    <w:p w:rsidR="001F628F" w:rsidRDefault="001F628F" w:rsidP="00FB32CA">
      <w:pPr>
        <w:pStyle w:val="libNormal"/>
        <w:rPr>
          <w:rtl/>
        </w:rPr>
      </w:pPr>
      <w:r>
        <w:rPr>
          <w:rFonts w:hint="eastAsia"/>
          <w:rtl/>
        </w:rPr>
        <w:t>كفار</w:t>
      </w:r>
      <w:r>
        <w:rPr>
          <w:rtl/>
        </w:rPr>
        <w:t xml:space="preserve"> :</w:t>
      </w:r>
      <w:r>
        <w:rPr>
          <w:rFonts w:hint="eastAsia"/>
          <w:rtl/>
        </w:rPr>
        <w:t>پيرو</w:t>
      </w:r>
      <w:r>
        <w:rPr>
          <w:rtl/>
        </w:rPr>
        <w:t xml:space="preserve"> كار كفار كا اخرت مي</w:t>
      </w:r>
      <w:r w:rsidR="00083993">
        <w:rPr>
          <w:rtl/>
        </w:rPr>
        <w:t xml:space="preserve">ں </w:t>
      </w:r>
      <w:r>
        <w:rPr>
          <w:rtl/>
        </w:rPr>
        <w:t>مدد طلب كرنا 8،15 ; پيرو كار كفار كا مدد طلب كرنا 14;پيرو كار كفار كا اخروى اقرار 7;پيرو كار كفار كى تقليد 7;پيرو كار كفار كى اخروى تنبيہ 4;پيرو كار كفار كے عذاب كا يقينى ہونا 9،22;كفار كا اخروى حشر 2;پيرو كار كفار كے عذر كا رد ہو</w:t>
      </w:r>
      <w:r>
        <w:rPr>
          <w:rFonts w:hint="eastAsia"/>
          <w:rtl/>
        </w:rPr>
        <w:t>نا</w:t>
      </w:r>
      <w:r>
        <w:rPr>
          <w:rtl/>
        </w:rPr>
        <w:t xml:space="preserve"> 9;پيرو كار كفار كا اخروى عذاب 12;پيرو كار كفار كا عذاب 4;پيرو كار كفار كا برا انجام 10;پيرو كار كفار قيامت مي</w:t>
      </w:r>
      <w:r w:rsidR="00083993">
        <w:rPr>
          <w:rtl/>
        </w:rPr>
        <w:t xml:space="preserve">ں </w:t>
      </w:r>
      <w:r>
        <w:rPr>
          <w:rtl/>
        </w:rPr>
        <w:t>6،7، 8،12 ; پيرو كار كفار اور مستكبر رہبر 6;كفار قيامت مي</w:t>
      </w:r>
      <w:r w:rsidR="00083993">
        <w:rPr>
          <w:rtl/>
        </w:rPr>
        <w:t xml:space="preserve">ں </w:t>
      </w:r>
      <w:r>
        <w:rPr>
          <w:rtl/>
        </w:rPr>
        <w:t>2; كفار بارگاہ خدا مي</w:t>
      </w:r>
      <w:r w:rsidR="00083993">
        <w:rPr>
          <w:rtl/>
        </w:rPr>
        <w:t xml:space="preserve">ں </w:t>
      </w:r>
      <w:r>
        <w:rPr>
          <w:rtl/>
        </w:rPr>
        <w:t>2;پيرو كار كفار كى گمراہى كاذمہ دار17;پيرو كار كفار كا مستكب</w:t>
      </w:r>
      <w:r>
        <w:rPr>
          <w:rFonts w:hint="eastAsia"/>
          <w:rtl/>
        </w:rPr>
        <w:t>ر</w:t>
      </w:r>
      <w:r>
        <w:rPr>
          <w:rtl/>
        </w:rPr>
        <w:t xml:space="preserve"> رہبرو</w:t>
      </w:r>
      <w:r w:rsidR="00083993">
        <w:rPr>
          <w:rtl/>
        </w:rPr>
        <w:t xml:space="preserve">ں </w:t>
      </w:r>
      <w:r>
        <w:rPr>
          <w:rtl/>
        </w:rPr>
        <w:t>سے لفظى نزاع 6;پيرو كار كفاركے برے انجام كا سر چشمہ 7</w:t>
      </w:r>
    </w:p>
    <w:p w:rsidR="001F628F" w:rsidRDefault="001F628F" w:rsidP="00FB32CA">
      <w:pPr>
        <w:pStyle w:val="libNormal"/>
        <w:rPr>
          <w:rtl/>
        </w:rPr>
      </w:pPr>
      <w:r>
        <w:rPr>
          <w:rFonts w:hint="eastAsia"/>
          <w:rtl/>
        </w:rPr>
        <w:t>مدد</w:t>
      </w:r>
      <w:r>
        <w:rPr>
          <w:rtl/>
        </w:rPr>
        <w:t xml:space="preserve"> طلب كرنا:</w:t>
      </w:r>
      <w:r>
        <w:rPr>
          <w:rFonts w:hint="eastAsia"/>
          <w:rtl/>
        </w:rPr>
        <w:t>اخرت</w:t>
      </w:r>
      <w:r>
        <w:rPr>
          <w:rtl/>
        </w:rPr>
        <w:t xml:space="preserve"> مي</w:t>
      </w:r>
      <w:r w:rsidR="00083993">
        <w:rPr>
          <w:rtl/>
        </w:rPr>
        <w:t xml:space="preserve">ں </w:t>
      </w:r>
      <w:r>
        <w:rPr>
          <w:rtl/>
        </w:rPr>
        <w:t>مستكبر رہبرو</w:t>
      </w:r>
      <w:r w:rsidR="00083993">
        <w:rPr>
          <w:rtl/>
        </w:rPr>
        <w:t xml:space="preserve">ں </w:t>
      </w:r>
      <w:r>
        <w:rPr>
          <w:rtl/>
        </w:rPr>
        <w:t>سے مدد طلب كرنا 5 ، 8 ،14،15</w:t>
      </w:r>
    </w:p>
    <w:p w:rsidR="001F628F" w:rsidRDefault="001F628F" w:rsidP="00FB32CA">
      <w:pPr>
        <w:pStyle w:val="libNormal"/>
        <w:rPr>
          <w:rtl/>
        </w:rPr>
      </w:pPr>
      <w:r>
        <w:rPr>
          <w:rFonts w:hint="eastAsia"/>
          <w:rtl/>
        </w:rPr>
        <w:t>مستكبرين</w:t>
      </w:r>
      <w:r>
        <w:rPr>
          <w:rtl/>
        </w:rPr>
        <w:t>:</w:t>
      </w:r>
      <w:r>
        <w:rPr>
          <w:rFonts w:hint="eastAsia"/>
          <w:rtl/>
        </w:rPr>
        <w:t>مستكبرين</w:t>
      </w:r>
      <w:r>
        <w:rPr>
          <w:rtl/>
        </w:rPr>
        <w:t xml:space="preserve"> كى گمراہى كا ذمہ دار 18،مستكبرين قيامت مي</w:t>
      </w:r>
      <w:r w:rsidR="00083993">
        <w:rPr>
          <w:rtl/>
        </w:rPr>
        <w:t xml:space="preserve">ں </w:t>
      </w:r>
      <w:r>
        <w:rPr>
          <w:rtl/>
        </w:rPr>
        <w:t>18</w:t>
      </w:r>
    </w:p>
    <w:p w:rsidR="00FB32CA" w:rsidRDefault="001E7F9D" w:rsidP="00F73EDE">
      <w:pPr>
        <w:pStyle w:val="libPoemTini"/>
        <w:rPr>
          <w:rtl/>
        </w:rPr>
      </w:pPr>
      <w:r>
        <w:rPr>
          <w:rtl/>
        </w:rPr>
        <w:br w:type="page"/>
      </w:r>
    </w:p>
    <w:p w:rsidR="00FB32CA" w:rsidRDefault="00FB32CA" w:rsidP="00FB32CA">
      <w:pPr>
        <w:pStyle w:val="Heading2Center"/>
        <w:rPr>
          <w:rtl/>
        </w:rPr>
      </w:pPr>
      <w:bookmarkStart w:id="22" w:name="_Toc28081700"/>
      <w:r>
        <w:rPr>
          <w:rFonts w:hint="cs"/>
          <w:rtl/>
        </w:rPr>
        <w:lastRenderedPageBreak/>
        <w:t>آیت 22</w:t>
      </w:r>
      <w:bookmarkEnd w:id="22"/>
    </w:p>
    <w:p w:rsidR="001F628F" w:rsidRDefault="00E260F9" w:rsidP="00FB32CA">
      <w:pPr>
        <w:pStyle w:val="libNormal"/>
        <w:rPr>
          <w:rtl/>
        </w:rPr>
      </w:pPr>
      <w:r w:rsidRPr="00E260F9">
        <w:rPr>
          <w:rStyle w:val="libAlaemChar"/>
          <w:rFonts w:hint="eastAsia"/>
          <w:rtl/>
        </w:rPr>
        <w:t>(</w:t>
      </w:r>
      <w:r w:rsidRPr="00FB32CA">
        <w:rPr>
          <w:rStyle w:val="libAieChar"/>
          <w:rFonts w:hint="eastAsia"/>
          <w:rtl/>
        </w:rPr>
        <w:t>وَقَالَ</w:t>
      </w:r>
      <w:r w:rsidRPr="00FB32CA">
        <w:rPr>
          <w:rStyle w:val="libAieChar"/>
          <w:rtl/>
        </w:rPr>
        <w:t xml:space="preserve"> الشَّيْطَانُ لَمَّا قُضِيَ الأَمْرُ إِنَّ اللّهَ وَعَدَكُمْ وَعْدَ الْحَقِّ وَوَعَدتُّكُمْ فَأَخْلَفْتُكُمْ وَمَا كَانَ لِيَ عَلَيْكُم مِّن سُلْطَانٍ إِلاَّ أَن دَعَوْتُكُمْ فَاسْتَجَبْتُمْ لِي فَلاَ تَلُومُونِي وَلُومُواْ أَنفُسَكُم مَّا أَنَاْ بِ</w:t>
      </w:r>
      <w:r w:rsidRPr="00FB32CA">
        <w:rPr>
          <w:rStyle w:val="libAieChar"/>
          <w:rFonts w:hint="eastAsia"/>
          <w:rtl/>
        </w:rPr>
        <w:t>مُصْرِخِكُمْ</w:t>
      </w:r>
      <w:r w:rsidRPr="00FB32CA">
        <w:rPr>
          <w:rStyle w:val="libAieChar"/>
          <w:rtl/>
        </w:rPr>
        <w:t xml:space="preserve"> وَمَا أَنتُمْ بِمُصْرِخِيَّ إِنِّي كَفَرْتُ بِمَا أَشْرَكْتُمُونِ مِن قَبْلُ إِنَّ الظَّالِمِينَ لَهُمْ عَذَابٌ أَلِيمٌ </w:t>
      </w:r>
      <w:r w:rsidRPr="00E260F9">
        <w:rPr>
          <w:rStyle w:val="libAlaemChar"/>
          <w:rFonts w:hint="eastAsia"/>
          <w:rtl/>
        </w:rPr>
        <w:t>)</w:t>
      </w:r>
    </w:p>
    <w:p w:rsidR="001F628F" w:rsidRDefault="001F628F" w:rsidP="001F628F">
      <w:pPr>
        <w:pStyle w:val="libNormal"/>
        <w:rPr>
          <w:rtl/>
        </w:rPr>
      </w:pPr>
      <w:r>
        <w:rPr>
          <w:rFonts w:hint="eastAsia"/>
          <w:rtl/>
        </w:rPr>
        <w:t>اور</w:t>
      </w:r>
      <w:r>
        <w:rPr>
          <w:rtl/>
        </w:rPr>
        <w:t xml:space="preserve"> شيطان تمام امور كا فيصلہ ہوجانے كے بعد كہے گا كہ اللہ نے تم سے بالكل برحق وعدہ كيا تھا اور مي</w:t>
      </w:r>
      <w:r w:rsidR="00083993">
        <w:rPr>
          <w:rtl/>
        </w:rPr>
        <w:t xml:space="preserve">ں </w:t>
      </w:r>
      <w:r>
        <w:rPr>
          <w:rtl/>
        </w:rPr>
        <w:t>نے بھى ايك وعدہ كياتھا پھر مي</w:t>
      </w:r>
      <w:r w:rsidR="00083993">
        <w:rPr>
          <w:rtl/>
        </w:rPr>
        <w:t xml:space="preserve">ں </w:t>
      </w:r>
      <w:r>
        <w:rPr>
          <w:rtl/>
        </w:rPr>
        <w:t>نے اپنے وعدہ كى مخالفت كى او رميرا تمھارے اوپر كوئي زور بھى نہي</w:t>
      </w:r>
      <w:r w:rsidR="00083993">
        <w:rPr>
          <w:rtl/>
        </w:rPr>
        <w:t xml:space="preserve">ں </w:t>
      </w:r>
      <w:r>
        <w:rPr>
          <w:rtl/>
        </w:rPr>
        <w:t>تھا سوائے اس كے كہ مي</w:t>
      </w:r>
      <w:r w:rsidR="00083993">
        <w:rPr>
          <w:rtl/>
        </w:rPr>
        <w:t xml:space="preserve">ں </w:t>
      </w:r>
      <w:r>
        <w:rPr>
          <w:rtl/>
        </w:rPr>
        <w:t>نے تمھي</w:t>
      </w:r>
      <w:r w:rsidR="00083993">
        <w:rPr>
          <w:rtl/>
        </w:rPr>
        <w:t xml:space="preserve">ں </w:t>
      </w:r>
      <w:r>
        <w:rPr>
          <w:rtl/>
        </w:rPr>
        <w:t>دعوت دى اور تم نے اسے قبول كرل</w:t>
      </w:r>
      <w:r>
        <w:rPr>
          <w:rFonts w:hint="eastAsia"/>
          <w:rtl/>
        </w:rPr>
        <w:t>يا</w:t>
      </w:r>
      <w:r>
        <w:rPr>
          <w:rtl/>
        </w:rPr>
        <w:t xml:space="preserve"> تو اب تم ميرى ملامت نہ كرو بلكہ اپنے نفس كى ملامت كرو كہ نہ مي</w:t>
      </w:r>
      <w:r w:rsidR="00083993">
        <w:rPr>
          <w:rtl/>
        </w:rPr>
        <w:t xml:space="preserve">ں </w:t>
      </w:r>
      <w:r>
        <w:rPr>
          <w:rtl/>
        </w:rPr>
        <w:t>تمھارى فرياد رسى كرسكتاہو</w:t>
      </w:r>
      <w:r w:rsidR="00083993">
        <w:rPr>
          <w:rtl/>
        </w:rPr>
        <w:t xml:space="preserve">ں </w:t>
      </w:r>
      <w:r>
        <w:rPr>
          <w:rtl/>
        </w:rPr>
        <w:t>نہ تم ميرى فرياد كو پہنچ سكتے ہومي</w:t>
      </w:r>
      <w:r w:rsidR="00083993">
        <w:rPr>
          <w:rtl/>
        </w:rPr>
        <w:t xml:space="preserve">ں </w:t>
      </w:r>
      <w:r>
        <w:rPr>
          <w:rtl/>
        </w:rPr>
        <w:t>تو پہلے ہى سے اس بات سے بيزار ہو</w:t>
      </w:r>
      <w:r w:rsidR="00083993">
        <w:rPr>
          <w:rtl/>
        </w:rPr>
        <w:t xml:space="preserve">ں </w:t>
      </w:r>
      <w:r>
        <w:rPr>
          <w:rtl/>
        </w:rPr>
        <w:t>كہ تم نے مجھے اس كا شريك بنا ديا اور بيشك ظالمين كے لئے بہت بڑا دردناك عذاب ہے _</w:t>
      </w:r>
    </w:p>
    <w:p w:rsidR="001F628F" w:rsidRDefault="001F628F" w:rsidP="001F628F">
      <w:pPr>
        <w:pStyle w:val="libNormal"/>
        <w:rPr>
          <w:rtl/>
        </w:rPr>
      </w:pPr>
      <w:r>
        <w:rPr>
          <w:rtl/>
        </w:rPr>
        <w:t>1_قيامت كے دن مستكبر رہبر اپنے پيروكارو</w:t>
      </w:r>
      <w:r w:rsidR="00083993">
        <w:rPr>
          <w:rtl/>
        </w:rPr>
        <w:t xml:space="preserve">ں </w:t>
      </w:r>
      <w:r>
        <w:rPr>
          <w:rtl/>
        </w:rPr>
        <w:t>كے ساتھ لفظى نزاع كرنے كے بعد شيطان سےلڑي</w:t>
      </w:r>
      <w:r w:rsidR="00083993">
        <w:rPr>
          <w:rtl/>
        </w:rPr>
        <w:t xml:space="preserve">ں </w:t>
      </w:r>
      <w:r>
        <w:rPr>
          <w:rtl/>
        </w:rPr>
        <w:t>گے_</w:t>
      </w:r>
    </w:p>
    <w:p w:rsidR="001F628F" w:rsidRDefault="001F628F" w:rsidP="00FB32CA">
      <w:pPr>
        <w:pStyle w:val="libArabic"/>
        <w:rPr>
          <w:rtl/>
        </w:rPr>
      </w:pPr>
      <w:r>
        <w:rPr>
          <w:rFonts w:hint="eastAsia"/>
          <w:rtl/>
        </w:rPr>
        <w:t>فقال</w:t>
      </w:r>
      <w:r>
        <w:rPr>
          <w:rtl/>
        </w:rPr>
        <w:t xml:space="preserve"> الضعفو ا للذين استكبروا ... قالوا ...</w:t>
      </w:r>
    </w:p>
    <w:p w:rsidR="00FB32CA" w:rsidRDefault="001E7F9D" w:rsidP="00F73EDE">
      <w:pPr>
        <w:pStyle w:val="libPoemTini"/>
        <w:rPr>
          <w:rtl/>
        </w:rPr>
      </w:pPr>
      <w:r>
        <w:rPr>
          <w:rtl/>
        </w:rPr>
        <w:br w:type="page"/>
      </w:r>
    </w:p>
    <w:p w:rsidR="001F628F" w:rsidRDefault="001F628F" w:rsidP="00FB32CA">
      <w:pPr>
        <w:pStyle w:val="libArabic"/>
        <w:rPr>
          <w:rtl/>
        </w:rPr>
      </w:pPr>
      <w:r>
        <w:rPr>
          <w:rFonts w:hint="eastAsia"/>
          <w:rtl/>
        </w:rPr>
        <w:lastRenderedPageBreak/>
        <w:t>و</w:t>
      </w:r>
      <w:r>
        <w:rPr>
          <w:rtl/>
        </w:rPr>
        <w:t xml:space="preserve"> قال الشيطن لمّا قضى الا مر</w:t>
      </w:r>
    </w:p>
    <w:p w:rsidR="001F628F" w:rsidRDefault="001F628F" w:rsidP="001F628F">
      <w:pPr>
        <w:pStyle w:val="libNormal"/>
        <w:rPr>
          <w:rtl/>
        </w:rPr>
      </w:pPr>
      <w:r>
        <w:rPr>
          <w:rFonts w:hint="eastAsia"/>
          <w:rtl/>
        </w:rPr>
        <w:t>مستكبر</w:t>
      </w:r>
      <w:r>
        <w:rPr>
          <w:rtl/>
        </w:rPr>
        <w:t xml:space="preserve"> رہبرو</w:t>
      </w:r>
      <w:r w:rsidR="00083993">
        <w:rPr>
          <w:rtl/>
        </w:rPr>
        <w:t xml:space="preserve">ں </w:t>
      </w:r>
      <w:r>
        <w:rPr>
          <w:rtl/>
        </w:rPr>
        <w:t>كى اپنے پيروكارو</w:t>
      </w:r>
      <w:r w:rsidR="00083993">
        <w:rPr>
          <w:rtl/>
        </w:rPr>
        <w:t xml:space="preserve">ں </w:t>
      </w:r>
      <w:r>
        <w:rPr>
          <w:rtl/>
        </w:rPr>
        <w:t>كے ساتھ گفتگو كے بعد شيطان كا تذكرہ اور قيامت كے دن اہل جہنم سے اس كى گفتگو سے ظاہر ہو تا ہے كہ شيطان كے ساتھ مسكتبرين اور انكے پيروكارو</w:t>
      </w:r>
      <w:r w:rsidR="00083993">
        <w:rPr>
          <w:rtl/>
        </w:rPr>
        <w:t xml:space="preserve">ں </w:t>
      </w:r>
      <w:r>
        <w:rPr>
          <w:rtl/>
        </w:rPr>
        <w:t>كا جھگڑاجارى رہے گا _</w:t>
      </w:r>
    </w:p>
    <w:p w:rsidR="001F628F" w:rsidRDefault="001F628F" w:rsidP="001F628F">
      <w:pPr>
        <w:pStyle w:val="libNormal"/>
        <w:rPr>
          <w:rtl/>
        </w:rPr>
      </w:pPr>
      <w:r>
        <w:rPr>
          <w:rtl/>
        </w:rPr>
        <w:t>2_مستكبر رہبر اور انكے پيروكار اخر كار قيامت كے دن شيطان كو ہى اپنى گمراہى كا اصلى سبب قرار دي</w:t>
      </w:r>
      <w:r w:rsidR="00083993">
        <w:rPr>
          <w:rtl/>
        </w:rPr>
        <w:t xml:space="preserve">ں </w:t>
      </w:r>
      <w:r>
        <w:rPr>
          <w:rtl/>
        </w:rPr>
        <w:t>گے_</w:t>
      </w:r>
    </w:p>
    <w:p w:rsidR="001F628F" w:rsidRDefault="001F628F" w:rsidP="00FB32CA">
      <w:pPr>
        <w:pStyle w:val="libArabic"/>
        <w:rPr>
          <w:rtl/>
        </w:rPr>
      </w:pPr>
      <w:r>
        <w:rPr>
          <w:rFonts w:hint="eastAsia"/>
          <w:rtl/>
        </w:rPr>
        <w:t>فقال</w:t>
      </w:r>
      <w:r>
        <w:rPr>
          <w:rtl/>
        </w:rPr>
        <w:t xml:space="preserve"> الضعفو ا للذين استكبروا ...قالوا ...وقال الشيطن لمّا قضى الا مرانّ الله وعدكم وعدالحق</w:t>
      </w:r>
    </w:p>
    <w:p w:rsidR="001F628F" w:rsidRDefault="001F628F" w:rsidP="001F628F">
      <w:pPr>
        <w:pStyle w:val="libNormal"/>
        <w:rPr>
          <w:rtl/>
        </w:rPr>
      </w:pPr>
      <w:r>
        <w:rPr>
          <w:rFonts w:hint="eastAsia"/>
          <w:rtl/>
        </w:rPr>
        <w:t>مستكبرين</w:t>
      </w:r>
      <w:r>
        <w:rPr>
          <w:rtl/>
        </w:rPr>
        <w:t xml:space="preserve"> اور انكے پيروكارو</w:t>
      </w:r>
      <w:r w:rsidR="00083993">
        <w:rPr>
          <w:rtl/>
        </w:rPr>
        <w:t xml:space="preserve">ں </w:t>
      </w:r>
      <w:r>
        <w:rPr>
          <w:rtl/>
        </w:rPr>
        <w:t>كاتذكرہ كرنے كے بعد قيامت كے دن گمراہو</w:t>
      </w:r>
      <w:r w:rsidR="00083993">
        <w:rPr>
          <w:rtl/>
        </w:rPr>
        <w:t xml:space="preserve">ں </w:t>
      </w:r>
      <w:r>
        <w:rPr>
          <w:rtl/>
        </w:rPr>
        <w:t>سے شيطان كى گفتگو كا ذكر شايد اس لئے كيا گيا ہو كہ وہ اپنى گمراہى كو شيطان سے منسوب كرتے ہي</w:t>
      </w:r>
      <w:r w:rsidR="00083993">
        <w:rPr>
          <w:rtl/>
        </w:rPr>
        <w:t xml:space="preserve">ں </w:t>
      </w:r>
      <w:r>
        <w:rPr>
          <w:rtl/>
        </w:rPr>
        <w:t>اور شيطان ان كا جواب دے رہا ہے _</w:t>
      </w:r>
    </w:p>
    <w:p w:rsidR="001F628F" w:rsidRDefault="001F628F" w:rsidP="00FB32CA">
      <w:pPr>
        <w:pStyle w:val="libNormal"/>
        <w:rPr>
          <w:rtl/>
        </w:rPr>
      </w:pPr>
      <w:r>
        <w:rPr>
          <w:rtl/>
        </w:rPr>
        <w:t>3_اہل جہنم كے اعمال كا حساب و كتاب ہو جانے كے بعد شيطان انكى سر زنش كرتے ہوئے انكى گمراہى كو خود انكى سوچ اور عمل كا نتيجہ قرار دے گا_</w:t>
      </w:r>
      <w:r w:rsidRPr="00FB32CA">
        <w:rPr>
          <w:rStyle w:val="libArabicChar"/>
          <w:rFonts w:hint="eastAsia"/>
          <w:rtl/>
        </w:rPr>
        <w:t>وقال</w:t>
      </w:r>
      <w:r w:rsidRPr="00FB32CA">
        <w:rPr>
          <w:rStyle w:val="libArabicChar"/>
          <w:rtl/>
        </w:rPr>
        <w:t xml:space="preserve"> الشيطن لمّا قضى الا مرانّ الله وعدكم وعدالحق و وعدتكم</w:t>
      </w:r>
    </w:p>
    <w:p w:rsidR="001F628F" w:rsidRDefault="001F628F" w:rsidP="001F628F">
      <w:pPr>
        <w:pStyle w:val="libNormal"/>
        <w:rPr>
          <w:rtl/>
        </w:rPr>
      </w:pPr>
      <w:r>
        <w:rPr>
          <w:rtl/>
        </w:rPr>
        <w:t>''قضى الامر '' كے لئے مفسرين نے جو احتمالات ذكر كيے ہي</w:t>
      </w:r>
      <w:r w:rsidR="00083993">
        <w:rPr>
          <w:rtl/>
        </w:rPr>
        <w:t xml:space="preserve">ں </w:t>
      </w:r>
      <w:r>
        <w:rPr>
          <w:rtl/>
        </w:rPr>
        <w:t>ان مي</w:t>
      </w:r>
      <w:r w:rsidR="00083993">
        <w:rPr>
          <w:rtl/>
        </w:rPr>
        <w:t xml:space="preserve">ں </w:t>
      </w:r>
      <w:r>
        <w:rPr>
          <w:rtl/>
        </w:rPr>
        <w:t>سے ايك يہ ہے كہ جب اہل قيامت كا حساب وكتاب ہو جائے گا تو شيطان اہل جہنم سے مخاطب ہو كر اس طر ح كى گفتگو كرے گا_</w:t>
      </w:r>
    </w:p>
    <w:p w:rsidR="001F628F" w:rsidRDefault="001F628F" w:rsidP="001F628F">
      <w:pPr>
        <w:pStyle w:val="libNormal"/>
        <w:rPr>
          <w:rtl/>
        </w:rPr>
      </w:pPr>
      <w:r>
        <w:rPr>
          <w:rtl/>
        </w:rPr>
        <w:t>4_قيامت كے دن شيطان كا خدا وند متعال كے وعدو</w:t>
      </w:r>
      <w:r w:rsidR="00083993">
        <w:rPr>
          <w:rtl/>
        </w:rPr>
        <w:t xml:space="preserve">ں </w:t>
      </w:r>
      <w:r>
        <w:rPr>
          <w:rtl/>
        </w:rPr>
        <w:t>كى حقانيت اور اپنے وعدو</w:t>
      </w:r>
      <w:r w:rsidR="00083993">
        <w:rPr>
          <w:rtl/>
        </w:rPr>
        <w:t xml:space="preserve">ں </w:t>
      </w:r>
      <w:r>
        <w:rPr>
          <w:rtl/>
        </w:rPr>
        <w:t>كے جھوٹے ہونے كا اعتراف كرنا_</w:t>
      </w:r>
    </w:p>
    <w:p w:rsidR="001F628F" w:rsidRDefault="001F628F" w:rsidP="00FB32CA">
      <w:pPr>
        <w:pStyle w:val="libArabic"/>
        <w:rPr>
          <w:rtl/>
        </w:rPr>
      </w:pPr>
      <w:r>
        <w:rPr>
          <w:rFonts w:hint="eastAsia"/>
          <w:rtl/>
        </w:rPr>
        <w:t>وقال</w:t>
      </w:r>
      <w:r>
        <w:rPr>
          <w:rtl/>
        </w:rPr>
        <w:t xml:space="preserve"> الشيطن ...انّ الله وعدكم وعدالحق و وعدتكم فا خلفتكم</w:t>
      </w:r>
    </w:p>
    <w:p w:rsidR="001F628F" w:rsidRDefault="001F628F" w:rsidP="001F628F">
      <w:pPr>
        <w:pStyle w:val="libNormal"/>
        <w:rPr>
          <w:rtl/>
        </w:rPr>
      </w:pPr>
      <w:r>
        <w:rPr>
          <w:rtl/>
        </w:rPr>
        <w:t>5_قيامت كے دن خدا وند كے وعدے كى حقانيت اس كے يقيناً وقوع پذير ہونے اور شيطان كے وعدے كا جھوٹاہونااس كے عدم وقوع پذير ہونے كے ذريعے اشكار ہو جائے گي_</w:t>
      </w:r>
    </w:p>
    <w:p w:rsidR="001F628F" w:rsidRDefault="001F628F" w:rsidP="00FB32CA">
      <w:pPr>
        <w:pStyle w:val="libArabic"/>
        <w:rPr>
          <w:rtl/>
        </w:rPr>
      </w:pPr>
      <w:r>
        <w:rPr>
          <w:rFonts w:hint="eastAsia"/>
          <w:rtl/>
        </w:rPr>
        <w:t>وبرزوالله</w:t>
      </w:r>
      <w:r>
        <w:rPr>
          <w:rtl/>
        </w:rPr>
        <w:t xml:space="preserve"> جميعاً فقال الضعفو ا ...وقال الشيطن ...انّ الله وعدكم وعدالحق و وعدتكم فا خلفتكم</w:t>
      </w:r>
    </w:p>
    <w:p w:rsidR="001F628F" w:rsidRDefault="001F628F" w:rsidP="001F628F">
      <w:pPr>
        <w:pStyle w:val="libNormal"/>
        <w:rPr>
          <w:rtl/>
        </w:rPr>
      </w:pPr>
      <w:r>
        <w:rPr>
          <w:rtl/>
        </w:rPr>
        <w:t>6_قيامت ،حقائق كے ظاہر و اشكار ہو نے كا دن ہے_</w:t>
      </w:r>
    </w:p>
    <w:p w:rsidR="001F628F" w:rsidRDefault="001F628F" w:rsidP="00FB32CA">
      <w:pPr>
        <w:pStyle w:val="libArabic"/>
        <w:rPr>
          <w:rtl/>
        </w:rPr>
      </w:pPr>
      <w:r>
        <w:rPr>
          <w:rFonts w:hint="eastAsia"/>
          <w:rtl/>
        </w:rPr>
        <w:t>وبرزوالله</w:t>
      </w:r>
      <w:r>
        <w:rPr>
          <w:rtl/>
        </w:rPr>
        <w:t xml:space="preserve"> جميعاً ...سواء علينا ا جزعنا ا م صبرنا ...انّ الله وعدكم وعدالحق و وعدتكم فا خلفتكم</w:t>
      </w:r>
    </w:p>
    <w:p w:rsidR="001F628F" w:rsidRDefault="001F628F" w:rsidP="00FB32CA">
      <w:pPr>
        <w:pStyle w:val="libNormal"/>
        <w:rPr>
          <w:rtl/>
        </w:rPr>
      </w:pPr>
      <w:r>
        <w:rPr>
          <w:rtl/>
        </w:rPr>
        <w:t>7_قيامت كے دن شيطان اپنے گمراہ پيروكارو</w:t>
      </w:r>
      <w:r w:rsidR="00083993">
        <w:rPr>
          <w:rtl/>
        </w:rPr>
        <w:t xml:space="preserve">ں </w:t>
      </w:r>
      <w:r>
        <w:rPr>
          <w:rtl/>
        </w:rPr>
        <w:t>پر واضح كر دے گا كہ وہ ان پر كسى قسم كا تسلط نہي</w:t>
      </w:r>
      <w:r w:rsidR="00083993">
        <w:rPr>
          <w:rtl/>
        </w:rPr>
        <w:t xml:space="preserve">ں </w:t>
      </w:r>
      <w:r>
        <w:rPr>
          <w:rtl/>
        </w:rPr>
        <w:t>ركھتا تھا بلكہ وہ اس كى دعوت كا مثبت جواب ديتے تھے_</w:t>
      </w:r>
      <w:r w:rsidRPr="00FB32CA">
        <w:rPr>
          <w:rStyle w:val="libArabicChar"/>
          <w:rFonts w:hint="eastAsia"/>
          <w:rtl/>
        </w:rPr>
        <w:t>وقال</w:t>
      </w:r>
      <w:r w:rsidRPr="00FB32CA">
        <w:rPr>
          <w:rStyle w:val="libArabicChar"/>
          <w:rtl/>
        </w:rPr>
        <w:t xml:space="preserve"> الشيطن ... وما كان لى عليكم من </w:t>
      </w:r>
      <w:r w:rsidR="00115327" w:rsidRPr="00115327">
        <w:rPr>
          <w:rStyle w:val="libArabicChar"/>
          <w:rtl/>
        </w:rPr>
        <w:t>سلطان</w:t>
      </w:r>
      <w:r w:rsidRPr="00FB32CA">
        <w:rPr>
          <w:rStyle w:val="libArabicChar"/>
          <w:rtl/>
        </w:rPr>
        <w:t xml:space="preserve"> الّا ا ن دعوتكم فاستجبتم لي</w:t>
      </w:r>
    </w:p>
    <w:p w:rsidR="001F628F" w:rsidRDefault="001F628F" w:rsidP="001F628F">
      <w:pPr>
        <w:pStyle w:val="libNormal"/>
        <w:rPr>
          <w:rtl/>
        </w:rPr>
      </w:pPr>
      <w:r>
        <w:rPr>
          <w:rtl/>
        </w:rPr>
        <w:t>8_شيطان كے پيروكار اس سے كسى قسم كى دليل و برہان ديكھے بغير بلا تامل اس كى دعوت كو قبول كر ليتے</w:t>
      </w:r>
    </w:p>
    <w:p w:rsidR="00FB32CA" w:rsidRDefault="001E7F9D" w:rsidP="00F73EDE">
      <w:pPr>
        <w:pStyle w:val="libPoemTini"/>
        <w:rPr>
          <w:rtl/>
        </w:rPr>
      </w:pPr>
      <w:r>
        <w:rPr>
          <w:rtl/>
        </w:rPr>
        <w:br w:type="page"/>
      </w:r>
    </w:p>
    <w:p w:rsidR="001F628F" w:rsidRDefault="001F628F" w:rsidP="00FB32CA">
      <w:pPr>
        <w:pStyle w:val="libNormal"/>
        <w:rPr>
          <w:rtl/>
        </w:rPr>
      </w:pPr>
      <w:r>
        <w:rPr>
          <w:rFonts w:hint="eastAsia"/>
          <w:rtl/>
        </w:rPr>
        <w:lastRenderedPageBreak/>
        <w:t>ہي</w:t>
      </w:r>
      <w:r w:rsidR="00083993">
        <w:rPr>
          <w:rFonts w:hint="eastAsia"/>
          <w:rtl/>
        </w:rPr>
        <w:t xml:space="preserve">ں </w:t>
      </w:r>
      <w:r>
        <w:rPr>
          <w:rtl/>
        </w:rPr>
        <w:t>_</w:t>
      </w:r>
      <w:r w:rsidRPr="00FB32CA">
        <w:rPr>
          <w:rStyle w:val="libArabicChar"/>
          <w:rFonts w:hint="eastAsia"/>
          <w:rtl/>
        </w:rPr>
        <w:t>وما</w:t>
      </w:r>
      <w:r w:rsidRPr="00FB32CA">
        <w:rPr>
          <w:rStyle w:val="libArabicChar"/>
          <w:rtl/>
        </w:rPr>
        <w:t xml:space="preserve"> كان لى عليكم من </w:t>
      </w:r>
      <w:r w:rsidR="00115327" w:rsidRPr="00115327">
        <w:rPr>
          <w:rStyle w:val="libArabicChar"/>
          <w:rtl/>
        </w:rPr>
        <w:t>سلطان</w:t>
      </w:r>
      <w:r w:rsidRPr="00FB32CA">
        <w:rPr>
          <w:rStyle w:val="libArabicChar"/>
          <w:rtl/>
        </w:rPr>
        <w:t xml:space="preserve"> الّا ا ن دعوتكم فاستجبتم لي</w:t>
      </w:r>
    </w:p>
    <w:p w:rsidR="001F628F" w:rsidRDefault="001F628F" w:rsidP="001F628F">
      <w:pPr>
        <w:pStyle w:val="libNormal"/>
        <w:rPr>
          <w:rtl/>
        </w:rPr>
      </w:pPr>
      <w:r>
        <w:rPr>
          <w:rtl/>
        </w:rPr>
        <w:t>''سلطان'' كا اطلاق حجت و برہان پر كيا گيا ہے اور اس سے مراد طرف مقابل پر مسلط ہونے كے لئے دليل و برہان سے استفادہ كرنا ہے</w:t>
      </w:r>
    </w:p>
    <w:p w:rsidR="001F628F" w:rsidRDefault="001F628F" w:rsidP="001F628F">
      <w:pPr>
        <w:pStyle w:val="libNormal"/>
        <w:rPr>
          <w:rtl/>
        </w:rPr>
      </w:pPr>
      <w:r>
        <w:rPr>
          <w:rtl/>
        </w:rPr>
        <w:t>9_شيطان كى دعوت اور وسوسے، انسان سے اسكا اختيار سلب نہي</w:t>
      </w:r>
      <w:r w:rsidR="00083993">
        <w:rPr>
          <w:rtl/>
        </w:rPr>
        <w:t xml:space="preserve">ں </w:t>
      </w:r>
      <w:r>
        <w:rPr>
          <w:rtl/>
        </w:rPr>
        <w:t>كرليتے اور وہ اپنے اعمال كاخود ذمہ دار ہوگا_</w:t>
      </w:r>
    </w:p>
    <w:p w:rsidR="001F628F" w:rsidRDefault="001F628F" w:rsidP="00FB32CA">
      <w:pPr>
        <w:pStyle w:val="libArabic"/>
        <w:rPr>
          <w:rtl/>
        </w:rPr>
      </w:pPr>
      <w:r>
        <w:rPr>
          <w:rFonts w:hint="eastAsia"/>
          <w:rtl/>
        </w:rPr>
        <w:t>وما</w:t>
      </w:r>
      <w:r>
        <w:rPr>
          <w:rtl/>
        </w:rPr>
        <w:t xml:space="preserve"> كان لى عليكم من </w:t>
      </w:r>
      <w:r w:rsidR="00115327" w:rsidRPr="00115327">
        <w:rPr>
          <w:rtl/>
        </w:rPr>
        <w:t>سلطان</w:t>
      </w:r>
      <w:r>
        <w:rPr>
          <w:rtl/>
        </w:rPr>
        <w:t xml:space="preserve"> الّا ا ن دعوتكم فاستجبتم لى فلا تلومونى ولومواا نفسكم</w:t>
      </w:r>
    </w:p>
    <w:p w:rsidR="001F628F" w:rsidRDefault="001F628F" w:rsidP="00FB32CA">
      <w:pPr>
        <w:pStyle w:val="libNormal"/>
        <w:rPr>
          <w:rtl/>
        </w:rPr>
      </w:pPr>
      <w:r>
        <w:rPr>
          <w:rtl/>
        </w:rPr>
        <w:t>10_انسانو</w:t>
      </w:r>
      <w:r w:rsidR="00083993">
        <w:rPr>
          <w:rtl/>
        </w:rPr>
        <w:t xml:space="preserve">ں </w:t>
      </w:r>
      <w:r>
        <w:rPr>
          <w:rtl/>
        </w:rPr>
        <w:t>كو گمراہ كرنے اور ورغلانے كے لئے شيطان كى كوشش فقط دعوت اور وسوسو</w:t>
      </w:r>
      <w:r w:rsidR="00083993">
        <w:rPr>
          <w:rtl/>
        </w:rPr>
        <w:t xml:space="preserve">ں </w:t>
      </w:r>
      <w:r>
        <w:rPr>
          <w:rtl/>
        </w:rPr>
        <w:t>تك ہى محدود رہتى ہے نہ تسلط و اجبار تك_</w:t>
      </w:r>
      <w:r w:rsidRPr="00FB32CA">
        <w:rPr>
          <w:rStyle w:val="libArabicChar"/>
          <w:rFonts w:hint="eastAsia"/>
          <w:rtl/>
        </w:rPr>
        <w:t>وما</w:t>
      </w:r>
      <w:r w:rsidRPr="00FB32CA">
        <w:rPr>
          <w:rStyle w:val="libArabicChar"/>
          <w:rtl/>
        </w:rPr>
        <w:t xml:space="preserve"> كان لى عليكم من </w:t>
      </w:r>
      <w:r w:rsidR="00115327" w:rsidRPr="00115327">
        <w:rPr>
          <w:rStyle w:val="libArabicChar"/>
          <w:rtl/>
        </w:rPr>
        <w:t>سلطان</w:t>
      </w:r>
      <w:r w:rsidRPr="00FB32CA">
        <w:rPr>
          <w:rStyle w:val="libArabicChar"/>
          <w:rtl/>
        </w:rPr>
        <w:t xml:space="preserve"> الّا ا ن دعوتكم فاستجبتم لي</w:t>
      </w:r>
    </w:p>
    <w:p w:rsidR="001F628F" w:rsidRDefault="001F628F" w:rsidP="001F628F">
      <w:pPr>
        <w:pStyle w:val="libNormal"/>
        <w:rPr>
          <w:rtl/>
        </w:rPr>
      </w:pPr>
      <w:r>
        <w:rPr>
          <w:rtl/>
        </w:rPr>
        <w:t>''سلطان''،''سلط'' سے اسم مصدر ہے جس كا معنى تسلط اور غلبہ ہے</w:t>
      </w:r>
    </w:p>
    <w:p w:rsidR="001F628F" w:rsidRDefault="001F628F" w:rsidP="001F628F">
      <w:pPr>
        <w:pStyle w:val="libNormal"/>
        <w:rPr>
          <w:rtl/>
        </w:rPr>
      </w:pPr>
      <w:r>
        <w:rPr>
          <w:rtl/>
        </w:rPr>
        <w:t>11_مستكبر رہبر اور انكے پيروكار شيطان كى دعوت قبول كرنے والو</w:t>
      </w:r>
      <w:r w:rsidR="00083993">
        <w:rPr>
          <w:rtl/>
        </w:rPr>
        <w:t xml:space="preserve">ں </w:t>
      </w:r>
      <w:r>
        <w:rPr>
          <w:rtl/>
        </w:rPr>
        <w:t>مي</w:t>
      </w:r>
      <w:r w:rsidR="00083993">
        <w:rPr>
          <w:rtl/>
        </w:rPr>
        <w:t xml:space="preserve">ں </w:t>
      </w:r>
      <w:r>
        <w:rPr>
          <w:rtl/>
        </w:rPr>
        <w:t>سے ہي</w:t>
      </w:r>
      <w:r w:rsidR="00083993">
        <w:rPr>
          <w:rtl/>
        </w:rPr>
        <w:t xml:space="preserve">ں </w:t>
      </w:r>
      <w:r>
        <w:rPr>
          <w:rtl/>
        </w:rPr>
        <w:t>_</w:t>
      </w:r>
    </w:p>
    <w:p w:rsidR="001F628F" w:rsidRDefault="001F628F" w:rsidP="00FB32CA">
      <w:pPr>
        <w:pStyle w:val="libArabic"/>
        <w:rPr>
          <w:rtl/>
        </w:rPr>
      </w:pPr>
      <w:r>
        <w:rPr>
          <w:rFonts w:hint="eastAsia"/>
          <w:rtl/>
        </w:rPr>
        <w:t>فقال</w:t>
      </w:r>
      <w:r>
        <w:rPr>
          <w:rtl/>
        </w:rPr>
        <w:t xml:space="preserve"> الضعفو ا للذين استكبروا انّا كنّا لكم تبعاً ...وقال الشيطن لمّا قضى الا مرانّ الله وعدكم وعدالحق و وعدتكم فا خلفتكم وما كان لى عليكم من </w:t>
      </w:r>
      <w:r w:rsidR="00115327" w:rsidRPr="00115327">
        <w:rPr>
          <w:rtl/>
        </w:rPr>
        <w:t>سلطان</w:t>
      </w:r>
      <w:r>
        <w:rPr>
          <w:rtl/>
        </w:rPr>
        <w:t xml:space="preserve"> الّا ا ن دعوتكم فاستجبتم</w:t>
      </w:r>
    </w:p>
    <w:p w:rsidR="001F628F" w:rsidRDefault="001F628F" w:rsidP="001F628F">
      <w:pPr>
        <w:pStyle w:val="libNormal"/>
        <w:rPr>
          <w:rtl/>
        </w:rPr>
      </w:pPr>
      <w:r>
        <w:rPr>
          <w:rFonts w:hint="eastAsia"/>
          <w:rtl/>
        </w:rPr>
        <w:t>مذكورہ</w:t>
      </w:r>
      <w:r>
        <w:rPr>
          <w:rtl/>
        </w:rPr>
        <w:t xml:space="preserve"> بالا مطلب اس بناء پر ہے كہ قيامت كے دن مستكبرين اور انكے پيروكارو</w:t>
      </w:r>
      <w:r w:rsidR="00083993">
        <w:rPr>
          <w:rtl/>
        </w:rPr>
        <w:t xml:space="preserve">ں </w:t>
      </w:r>
      <w:r>
        <w:rPr>
          <w:rtl/>
        </w:rPr>
        <w:t>كا ذكر كرنے كے بعد اس ايت كے قرينے كے مطابق شيطان كے مخاطب ،مستكبرين اور انكے پيرو كار ہو</w:t>
      </w:r>
      <w:r w:rsidR="00083993">
        <w:rPr>
          <w:rtl/>
        </w:rPr>
        <w:t xml:space="preserve">ں </w:t>
      </w:r>
      <w:r>
        <w:rPr>
          <w:rtl/>
        </w:rPr>
        <w:t>_</w:t>
      </w:r>
    </w:p>
    <w:p w:rsidR="001F628F" w:rsidRDefault="001F628F" w:rsidP="00FB32CA">
      <w:pPr>
        <w:pStyle w:val="libNormal"/>
        <w:rPr>
          <w:rtl/>
        </w:rPr>
      </w:pPr>
      <w:r>
        <w:rPr>
          <w:rtl/>
        </w:rPr>
        <w:t>12_قيامت كے دن شيطان اپنے پيروكارو</w:t>
      </w:r>
      <w:r w:rsidR="00083993">
        <w:rPr>
          <w:rtl/>
        </w:rPr>
        <w:t xml:space="preserve">ں </w:t>
      </w:r>
      <w:r>
        <w:rPr>
          <w:rtl/>
        </w:rPr>
        <w:t>پر واضح كر دے گا كہ وہ بغير كسى دليل كے اس كى اطاعت كرنے پر اس كى سرزنش كرنے كى بجائے اپنى مذمت كري</w:t>
      </w:r>
      <w:r w:rsidR="00083993">
        <w:rPr>
          <w:rtl/>
        </w:rPr>
        <w:t xml:space="preserve">ں </w:t>
      </w:r>
      <w:r>
        <w:rPr>
          <w:rtl/>
        </w:rPr>
        <w:t>_</w:t>
      </w:r>
      <w:r w:rsidRPr="00FB32CA">
        <w:rPr>
          <w:rStyle w:val="libArabicChar"/>
          <w:rFonts w:hint="eastAsia"/>
          <w:rtl/>
        </w:rPr>
        <w:t>وقال</w:t>
      </w:r>
      <w:r w:rsidRPr="00FB32CA">
        <w:rPr>
          <w:rStyle w:val="libArabicChar"/>
          <w:rtl/>
        </w:rPr>
        <w:t xml:space="preserve"> الشيطن ...فلا تلومونى ولومواا نفسكم</w:t>
      </w:r>
    </w:p>
    <w:p w:rsidR="001F628F" w:rsidRDefault="001F628F" w:rsidP="00FB32CA">
      <w:pPr>
        <w:pStyle w:val="libNormal"/>
        <w:rPr>
          <w:rtl/>
        </w:rPr>
      </w:pPr>
      <w:r>
        <w:rPr>
          <w:rtl/>
        </w:rPr>
        <w:t>13_قيامت كے دن شيطان كے پيرو كار ،اس كى سرزنش كري</w:t>
      </w:r>
      <w:r w:rsidR="00083993">
        <w:rPr>
          <w:rtl/>
        </w:rPr>
        <w:t xml:space="preserve">ں </w:t>
      </w:r>
      <w:r>
        <w:rPr>
          <w:rtl/>
        </w:rPr>
        <w:t>گے_</w:t>
      </w:r>
      <w:r w:rsidRPr="00FB32CA">
        <w:rPr>
          <w:rStyle w:val="libArabicChar"/>
          <w:rFonts w:hint="eastAsia"/>
          <w:rtl/>
        </w:rPr>
        <w:t>فلا</w:t>
      </w:r>
      <w:r w:rsidRPr="00FB32CA">
        <w:rPr>
          <w:rStyle w:val="libArabicChar"/>
          <w:rtl/>
        </w:rPr>
        <w:t xml:space="preserve"> تلومونى ولومواا نفسكم</w:t>
      </w:r>
    </w:p>
    <w:p w:rsidR="001F628F" w:rsidRDefault="001F628F" w:rsidP="00FB32CA">
      <w:pPr>
        <w:pStyle w:val="libNormal"/>
        <w:rPr>
          <w:rtl/>
        </w:rPr>
      </w:pPr>
      <w:r>
        <w:rPr>
          <w:rtl/>
        </w:rPr>
        <w:t>14_شيطان كى پيروى كے نتيجے مي</w:t>
      </w:r>
      <w:r w:rsidR="00083993">
        <w:rPr>
          <w:rtl/>
        </w:rPr>
        <w:t xml:space="preserve">ں </w:t>
      </w:r>
      <w:r>
        <w:rPr>
          <w:rtl/>
        </w:rPr>
        <w:t>اخروى ملامت وپشيمانى _</w:t>
      </w:r>
      <w:r w:rsidRPr="00FB32CA">
        <w:rPr>
          <w:rStyle w:val="libArabicChar"/>
          <w:rFonts w:hint="eastAsia"/>
          <w:rtl/>
        </w:rPr>
        <w:t>دعوتكم</w:t>
      </w:r>
      <w:r w:rsidRPr="00FB32CA">
        <w:rPr>
          <w:rStyle w:val="libArabicChar"/>
          <w:rtl/>
        </w:rPr>
        <w:t xml:space="preserve"> فاستجبتم لى فلا تلومونى ولومواا نفسكم</w:t>
      </w:r>
    </w:p>
    <w:p w:rsidR="001F628F" w:rsidRDefault="001F628F" w:rsidP="00FB32CA">
      <w:pPr>
        <w:pStyle w:val="libNormal"/>
        <w:rPr>
          <w:rtl/>
        </w:rPr>
      </w:pPr>
      <w:r>
        <w:rPr>
          <w:rtl/>
        </w:rPr>
        <w:t>15_قيامت كے دن ايك دوسرے كى مدد اور فرياد رسى كرنے كے سلسلے مي</w:t>
      </w:r>
      <w:r w:rsidR="00083993">
        <w:rPr>
          <w:rtl/>
        </w:rPr>
        <w:t xml:space="preserve">ں </w:t>
      </w:r>
      <w:r>
        <w:rPr>
          <w:rtl/>
        </w:rPr>
        <w:t>شيطا ن كا اپنى اور اپنے پيرو كارو</w:t>
      </w:r>
      <w:r w:rsidR="00083993">
        <w:rPr>
          <w:rtl/>
        </w:rPr>
        <w:t xml:space="preserve">ں </w:t>
      </w:r>
      <w:r>
        <w:rPr>
          <w:rtl/>
        </w:rPr>
        <w:t>كى ناتوانى كا اعتراف كرنا _</w:t>
      </w:r>
      <w:r w:rsidRPr="00FB32CA">
        <w:rPr>
          <w:rStyle w:val="libArabicChar"/>
          <w:rFonts w:hint="eastAsia"/>
          <w:rtl/>
        </w:rPr>
        <w:t>وقال</w:t>
      </w:r>
      <w:r w:rsidRPr="00FB32CA">
        <w:rPr>
          <w:rStyle w:val="libArabicChar"/>
          <w:rtl/>
        </w:rPr>
        <w:t xml:space="preserve"> الشيطن ...ما ا نا بمصرخكم وما ا نتم بمصرخي</w:t>
      </w:r>
    </w:p>
    <w:p w:rsidR="001F628F" w:rsidRDefault="001F628F" w:rsidP="001F628F">
      <w:pPr>
        <w:pStyle w:val="libNormal"/>
        <w:rPr>
          <w:rtl/>
        </w:rPr>
      </w:pPr>
      <w:r>
        <w:rPr>
          <w:rtl/>
        </w:rPr>
        <w:t>''صرخ '' كامعنى فرياد اور ''اصرخ'' كا معنى فرياد سننا ہے بنا بري</w:t>
      </w:r>
      <w:r w:rsidR="00083993">
        <w:rPr>
          <w:rtl/>
        </w:rPr>
        <w:t xml:space="preserve">ں </w:t>
      </w:r>
      <w:r>
        <w:rPr>
          <w:rtl/>
        </w:rPr>
        <w:t>''مصرخ '' سے مراد ''فرياد رسى كرنے والا اور نجات دينے والا'' ہے_</w:t>
      </w:r>
    </w:p>
    <w:p w:rsidR="00FB32CA" w:rsidRDefault="001E7F9D" w:rsidP="00F73EDE">
      <w:pPr>
        <w:pStyle w:val="libPoemTini"/>
        <w:rPr>
          <w:rtl/>
        </w:rPr>
      </w:pPr>
      <w:r>
        <w:rPr>
          <w:rtl/>
        </w:rPr>
        <w:br w:type="page"/>
      </w:r>
    </w:p>
    <w:p w:rsidR="001F628F" w:rsidRDefault="001F628F" w:rsidP="00FB32CA">
      <w:pPr>
        <w:pStyle w:val="libNormal"/>
        <w:rPr>
          <w:rtl/>
        </w:rPr>
      </w:pPr>
      <w:r>
        <w:rPr>
          <w:rtl/>
        </w:rPr>
        <w:lastRenderedPageBreak/>
        <w:t>16_شيطان اور اس كے پيرو كار اخرت مي</w:t>
      </w:r>
      <w:r w:rsidR="00083993">
        <w:rPr>
          <w:rtl/>
        </w:rPr>
        <w:t xml:space="preserve">ں </w:t>
      </w:r>
      <w:r>
        <w:rPr>
          <w:rtl/>
        </w:rPr>
        <w:t>عذاب الہى مي</w:t>
      </w:r>
      <w:r w:rsidR="00083993">
        <w:rPr>
          <w:rtl/>
        </w:rPr>
        <w:t xml:space="preserve">ں </w:t>
      </w:r>
      <w:r>
        <w:rPr>
          <w:rtl/>
        </w:rPr>
        <w:t>مبتلا ہو جا ئي</w:t>
      </w:r>
      <w:r w:rsidR="00083993">
        <w:rPr>
          <w:rtl/>
        </w:rPr>
        <w:t xml:space="preserve">ں </w:t>
      </w:r>
      <w:r>
        <w:rPr>
          <w:rtl/>
        </w:rPr>
        <w:t>گے_</w:t>
      </w:r>
      <w:r w:rsidRPr="00FB32CA">
        <w:rPr>
          <w:rStyle w:val="libArabicChar"/>
          <w:rFonts w:hint="eastAsia"/>
          <w:rtl/>
        </w:rPr>
        <w:t>ما</w:t>
      </w:r>
      <w:r w:rsidRPr="00FB32CA">
        <w:rPr>
          <w:rStyle w:val="libArabicChar"/>
          <w:rtl/>
        </w:rPr>
        <w:t xml:space="preserve"> ا نا بمصرخكم وما ا نتم بمصرخي</w:t>
      </w:r>
    </w:p>
    <w:p w:rsidR="001F628F" w:rsidRDefault="001F628F" w:rsidP="00FB32CA">
      <w:pPr>
        <w:pStyle w:val="libNormal"/>
        <w:rPr>
          <w:rtl/>
        </w:rPr>
      </w:pPr>
      <w:r>
        <w:rPr>
          <w:rtl/>
        </w:rPr>
        <w:t>17_قيامت كے دن شيطان اپنے پيروكارو</w:t>
      </w:r>
      <w:r w:rsidR="00083993">
        <w:rPr>
          <w:rtl/>
        </w:rPr>
        <w:t xml:space="preserve">ں </w:t>
      </w:r>
      <w:r>
        <w:rPr>
          <w:rtl/>
        </w:rPr>
        <w:t>پر واضح كر دے گا كہ وہ دنيا مي</w:t>
      </w:r>
      <w:r w:rsidR="00083993">
        <w:rPr>
          <w:rtl/>
        </w:rPr>
        <w:t xml:space="preserve">ں </w:t>
      </w:r>
      <w:r>
        <w:rPr>
          <w:rtl/>
        </w:rPr>
        <w:t>ان كے ''خدا كے ساتھ اسے شريك بنانے'' كے عقيدے كو قبول نہي</w:t>
      </w:r>
      <w:r w:rsidR="00083993">
        <w:rPr>
          <w:rtl/>
        </w:rPr>
        <w:t xml:space="preserve">ں </w:t>
      </w:r>
      <w:r>
        <w:rPr>
          <w:rtl/>
        </w:rPr>
        <w:t>كرتا تھا _</w:t>
      </w:r>
      <w:r w:rsidRPr="00FB32CA">
        <w:rPr>
          <w:rStyle w:val="libArabicChar"/>
          <w:rFonts w:hint="eastAsia"/>
          <w:rtl/>
        </w:rPr>
        <w:t>وقال</w:t>
      </w:r>
      <w:r w:rsidRPr="00FB32CA">
        <w:rPr>
          <w:rStyle w:val="libArabicChar"/>
          <w:rtl/>
        </w:rPr>
        <w:t xml:space="preserve"> الشيطن ... انى كفرت بما ا شركتمون من قبل</w:t>
      </w:r>
    </w:p>
    <w:p w:rsidR="001F628F" w:rsidRDefault="001F628F" w:rsidP="001F628F">
      <w:pPr>
        <w:pStyle w:val="libNormal"/>
        <w:rPr>
          <w:rtl/>
        </w:rPr>
      </w:pPr>
      <w:r>
        <w:rPr>
          <w:rFonts w:hint="eastAsia"/>
          <w:rtl/>
        </w:rPr>
        <w:t>يہ</w:t>
      </w:r>
      <w:r>
        <w:rPr>
          <w:rtl/>
        </w:rPr>
        <w:t xml:space="preserve"> مطلب اس احتمال پر مبنى ہے كہ جب آيت مجيدہ مي</w:t>
      </w:r>
      <w:r w:rsidR="00083993">
        <w:rPr>
          <w:rtl/>
        </w:rPr>
        <w:t xml:space="preserve">ں </w:t>
      </w:r>
      <w:r>
        <w:rPr>
          <w:rtl/>
        </w:rPr>
        <w:t>''ما'' مصدرى ہو اور ''اشركتم '' كوتاويل مصدر مي</w:t>
      </w:r>
      <w:r w:rsidR="00083993">
        <w:rPr>
          <w:rtl/>
        </w:rPr>
        <w:t xml:space="preserve">ں </w:t>
      </w:r>
      <w:r>
        <w:rPr>
          <w:rtl/>
        </w:rPr>
        <w:t>لے جائے اور اس كى ضمير منفصل مفعول محذوف ہو _بنا بري</w:t>
      </w:r>
      <w:r w:rsidR="00083993">
        <w:rPr>
          <w:rtl/>
        </w:rPr>
        <w:t xml:space="preserve">ں </w:t>
      </w:r>
      <w:r>
        <w:rPr>
          <w:rtl/>
        </w:rPr>
        <w:t>عبارت كا معنى يہ ہو جائے گا:مي</w:t>
      </w:r>
      <w:r w:rsidR="00083993">
        <w:rPr>
          <w:rtl/>
        </w:rPr>
        <w:t xml:space="preserve">ں </w:t>
      </w:r>
      <w:r>
        <w:rPr>
          <w:rtl/>
        </w:rPr>
        <w:t>تمہارى جانب سے خدا كے ساتھ اپنے شريك قرار ديئے جانے كو قبول نہي</w:t>
      </w:r>
      <w:r w:rsidR="00083993">
        <w:rPr>
          <w:rtl/>
        </w:rPr>
        <w:t xml:space="preserve">ں </w:t>
      </w:r>
      <w:r>
        <w:rPr>
          <w:rtl/>
        </w:rPr>
        <w:t>كرتا تھ</w:t>
      </w:r>
      <w:r>
        <w:rPr>
          <w:rFonts w:hint="eastAsia"/>
          <w:rtl/>
        </w:rPr>
        <w:t>ا</w:t>
      </w:r>
      <w:r>
        <w:rPr>
          <w:rtl/>
        </w:rPr>
        <w:t xml:space="preserve"> اور اس بات كا منكر تھا _</w:t>
      </w:r>
    </w:p>
    <w:p w:rsidR="001F628F" w:rsidRDefault="001F628F" w:rsidP="00FB32CA">
      <w:pPr>
        <w:pStyle w:val="libNormal"/>
        <w:rPr>
          <w:rtl/>
        </w:rPr>
      </w:pPr>
      <w:r>
        <w:rPr>
          <w:rtl/>
        </w:rPr>
        <w:t>18_قيامت كے دن شيطان اس بات كا اظہار كر ے گا كہ وہ اپنے پيرو كارو</w:t>
      </w:r>
      <w:r w:rsidR="00083993">
        <w:rPr>
          <w:rtl/>
        </w:rPr>
        <w:t xml:space="preserve">ں </w:t>
      </w:r>
      <w:r>
        <w:rPr>
          <w:rtl/>
        </w:rPr>
        <w:t>كے شرك سے پہلے ہى خداوند متعال كا منكرہو گيا تھا _*</w:t>
      </w:r>
      <w:r w:rsidRPr="00FB32CA">
        <w:rPr>
          <w:rStyle w:val="libArabicChar"/>
          <w:rFonts w:hint="eastAsia"/>
          <w:rtl/>
        </w:rPr>
        <w:t>انى</w:t>
      </w:r>
      <w:r w:rsidRPr="00FB32CA">
        <w:rPr>
          <w:rStyle w:val="libArabicChar"/>
          <w:rtl/>
        </w:rPr>
        <w:t xml:space="preserve"> كفرت بما ا شركتمون من قبل</w:t>
      </w:r>
    </w:p>
    <w:p w:rsidR="001F628F" w:rsidRDefault="001F628F" w:rsidP="001F628F">
      <w:pPr>
        <w:pStyle w:val="libNormal"/>
        <w:rPr>
          <w:rtl/>
        </w:rPr>
      </w:pPr>
      <w:r>
        <w:rPr>
          <w:rFonts w:hint="eastAsia"/>
          <w:rtl/>
        </w:rPr>
        <w:t>مذكورہ</w:t>
      </w:r>
      <w:r>
        <w:rPr>
          <w:rtl/>
        </w:rPr>
        <w:t xml:space="preserve"> بالا مطلب اس احتمال پر مبنى ہے كہ </w:t>
      </w:r>
      <w:r w:rsidRPr="00FB32CA">
        <w:rPr>
          <w:rStyle w:val="libArabicChar"/>
          <w:rtl/>
        </w:rPr>
        <w:t>''بما اشركتمون''</w:t>
      </w:r>
      <w:r>
        <w:rPr>
          <w:rtl/>
        </w:rPr>
        <w:t>مي</w:t>
      </w:r>
      <w:r w:rsidR="00083993">
        <w:rPr>
          <w:rtl/>
        </w:rPr>
        <w:t xml:space="preserve">ں </w:t>
      </w:r>
      <w:r>
        <w:rPr>
          <w:rtl/>
        </w:rPr>
        <w:t>''ما'' موصولہ اور ''من '' كے معنى مي</w:t>
      </w:r>
      <w:r w:rsidR="00083993">
        <w:rPr>
          <w:rtl/>
        </w:rPr>
        <w:t xml:space="preserve">ں </w:t>
      </w:r>
      <w:r>
        <w:rPr>
          <w:rtl/>
        </w:rPr>
        <w:t>ہو اور اس كى ضمير صلہ بھى محذوف ہو_ نيز ''من قبل''،''كفرت'' كے متعلق ہو_لہذا عبارت كا معنى يہ ہو گا اس سے پہلے كہ تم مجھے خداوند متعال كا شريك بنائو مي</w:t>
      </w:r>
      <w:r w:rsidR="00083993">
        <w:rPr>
          <w:rtl/>
        </w:rPr>
        <w:t xml:space="preserve">ں </w:t>
      </w:r>
      <w:r>
        <w:rPr>
          <w:rtl/>
        </w:rPr>
        <w:t>(عہد ادم كے دوران ہي) اس كا منكر ہو گيا تھا_</w:t>
      </w:r>
    </w:p>
    <w:p w:rsidR="001F628F" w:rsidRDefault="001F628F" w:rsidP="00FB32CA">
      <w:pPr>
        <w:pStyle w:val="libNormal"/>
        <w:rPr>
          <w:rtl/>
        </w:rPr>
      </w:pPr>
      <w:r>
        <w:rPr>
          <w:rtl/>
        </w:rPr>
        <w:t>19_شيطان كى پيروى ايك طرح كا شرك ہے_</w:t>
      </w:r>
      <w:r w:rsidRPr="00FB32CA">
        <w:rPr>
          <w:rStyle w:val="libArabicChar"/>
          <w:rFonts w:hint="eastAsia"/>
          <w:rtl/>
        </w:rPr>
        <w:t>وقال</w:t>
      </w:r>
      <w:r w:rsidRPr="00FB32CA">
        <w:rPr>
          <w:rStyle w:val="libArabicChar"/>
          <w:rtl/>
        </w:rPr>
        <w:t xml:space="preserve"> الشيطن ...دعوتكم فاستجبتم لي ... بما ا شركتمون</w:t>
      </w:r>
    </w:p>
    <w:p w:rsidR="001F628F" w:rsidRDefault="001F628F" w:rsidP="001F628F">
      <w:pPr>
        <w:pStyle w:val="libNormal"/>
        <w:rPr>
          <w:rtl/>
        </w:rPr>
      </w:pPr>
      <w:r>
        <w:rPr>
          <w:rFonts w:hint="eastAsia"/>
          <w:rtl/>
        </w:rPr>
        <w:t>مذكورہ</w:t>
      </w:r>
      <w:r>
        <w:rPr>
          <w:rtl/>
        </w:rPr>
        <w:t xml:space="preserve"> بالا مطلب اس بنا پر اخذ كيا گيا ہے كہ جب شيطان كے اس دعوى كے قرينے سے كہ اس كے پيروكارو</w:t>
      </w:r>
      <w:r w:rsidR="00083993">
        <w:rPr>
          <w:rtl/>
        </w:rPr>
        <w:t xml:space="preserve">ں </w:t>
      </w:r>
      <w:r>
        <w:rPr>
          <w:rtl/>
        </w:rPr>
        <w:t>نے اس كى دعوت كو قبول كرليا ہے ، شرك سے مراد اطاعت مي</w:t>
      </w:r>
      <w:r w:rsidR="00083993">
        <w:rPr>
          <w:rtl/>
        </w:rPr>
        <w:t xml:space="preserve">ں </w:t>
      </w:r>
      <w:r>
        <w:rPr>
          <w:rtl/>
        </w:rPr>
        <w:t>شرك ہو نہ الوہيت مي</w:t>
      </w:r>
      <w:r w:rsidR="00083993">
        <w:rPr>
          <w:rtl/>
        </w:rPr>
        <w:t xml:space="preserve">ں </w:t>
      </w:r>
      <w:r>
        <w:rPr>
          <w:rtl/>
        </w:rPr>
        <w:t>شرك_</w:t>
      </w:r>
    </w:p>
    <w:p w:rsidR="001F628F" w:rsidRDefault="001F628F" w:rsidP="00FB32CA">
      <w:pPr>
        <w:pStyle w:val="libNormal"/>
        <w:rPr>
          <w:rtl/>
        </w:rPr>
      </w:pPr>
      <w:r>
        <w:rPr>
          <w:rtl/>
        </w:rPr>
        <w:t>20_شيطان كے پيرو كار اسے اطاعت مي</w:t>
      </w:r>
      <w:r w:rsidR="00083993">
        <w:rPr>
          <w:rtl/>
        </w:rPr>
        <w:t xml:space="preserve">ں </w:t>
      </w:r>
      <w:r>
        <w:rPr>
          <w:rtl/>
        </w:rPr>
        <w:t>خدا وند متعال كا شريك بناتے ہي</w:t>
      </w:r>
      <w:r w:rsidR="00083993">
        <w:rPr>
          <w:rtl/>
        </w:rPr>
        <w:t xml:space="preserve">ں </w:t>
      </w:r>
      <w:r>
        <w:rPr>
          <w:rtl/>
        </w:rPr>
        <w:t>اور اس كى طرف سے كيے گئے وسوسو</w:t>
      </w:r>
      <w:r w:rsidR="00083993">
        <w:rPr>
          <w:rtl/>
        </w:rPr>
        <w:t xml:space="preserve">ں </w:t>
      </w:r>
      <w:r>
        <w:rPr>
          <w:rtl/>
        </w:rPr>
        <w:t>پيروى كرتے ہي</w:t>
      </w:r>
      <w:r w:rsidR="00083993">
        <w:rPr>
          <w:rtl/>
        </w:rPr>
        <w:t xml:space="preserve">ں </w:t>
      </w:r>
      <w:r>
        <w:rPr>
          <w:rtl/>
        </w:rPr>
        <w:t>_</w:t>
      </w:r>
      <w:r w:rsidRPr="00FB32CA">
        <w:rPr>
          <w:rStyle w:val="libArabicChar"/>
          <w:rFonts w:hint="eastAsia"/>
          <w:rtl/>
        </w:rPr>
        <w:t>الّا</w:t>
      </w:r>
      <w:r w:rsidRPr="00FB32CA">
        <w:rPr>
          <w:rStyle w:val="libArabicChar"/>
          <w:rtl/>
        </w:rPr>
        <w:t xml:space="preserve"> ا ن دعوتكم فاستجبتم لي ... انى كفرت بما ا شركتمون من قبل</w:t>
      </w:r>
    </w:p>
    <w:p w:rsidR="001F628F" w:rsidRDefault="001F628F" w:rsidP="00FB32CA">
      <w:pPr>
        <w:pStyle w:val="libNormal"/>
        <w:rPr>
          <w:rtl/>
        </w:rPr>
      </w:pPr>
      <w:r>
        <w:rPr>
          <w:rtl/>
        </w:rPr>
        <w:t>21_ظالم لوگ يقيناً ايك دردناك اور سخت عذاب مي</w:t>
      </w:r>
      <w:r w:rsidR="00083993">
        <w:rPr>
          <w:rtl/>
        </w:rPr>
        <w:t xml:space="preserve">ں </w:t>
      </w:r>
      <w:r>
        <w:rPr>
          <w:rtl/>
        </w:rPr>
        <w:t xml:space="preserve">گرفتار ہو </w:t>
      </w:r>
      <w:r w:rsidR="00083993">
        <w:rPr>
          <w:rtl/>
        </w:rPr>
        <w:t xml:space="preserve">ں </w:t>
      </w:r>
      <w:r>
        <w:rPr>
          <w:rtl/>
        </w:rPr>
        <w:t>گے_</w:t>
      </w:r>
      <w:r w:rsidRPr="00FB32CA">
        <w:rPr>
          <w:rStyle w:val="libArabicChar"/>
          <w:rFonts w:hint="eastAsia"/>
          <w:rtl/>
        </w:rPr>
        <w:t>ان</w:t>
      </w:r>
      <w:r w:rsidRPr="00FB32CA">
        <w:rPr>
          <w:rStyle w:val="libArabicChar"/>
          <w:rtl/>
        </w:rPr>
        <w:t xml:space="preserve"> الظلمين ل</w:t>
      </w:r>
      <w:r w:rsidR="00B2551F" w:rsidRPr="00B2551F">
        <w:rPr>
          <w:rStyle w:val="libArabicChar"/>
          <w:rFonts w:hint="cs"/>
          <w:rtl/>
        </w:rPr>
        <w:t>ه</w:t>
      </w:r>
      <w:r w:rsidRPr="00FB32CA">
        <w:rPr>
          <w:rStyle w:val="libArabicChar"/>
          <w:rFonts w:hint="cs"/>
          <w:rtl/>
        </w:rPr>
        <w:t>م</w:t>
      </w:r>
      <w:r w:rsidRPr="00FB32CA">
        <w:rPr>
          <w:rStyle w:val="libArabicChar"/>
          <w:rtl/>
        </w:rPr>
        <w:t xml:space="preserve"> </w:t>
      </w:r>
      <w:r w:rsidRPr="00FB32CA">
        <w:rPr>
          <w:rStyle w:val="libArabicChar"/>
          <w:rFonts w:hint="cs"/>
          <w:rtl/>
        </w:rPr>
        <w:t>عذاب</w:t>
      </w:r>
      <w:r w:rsidRPr="00FB32CA">
        <w:rPr>
          <w:rStyle w:val="libArabicChar"/>
          <w:rtl/>
        </w:rPr>
        <w:t xml:space="preserve"> ا ليم</w:t>
      </w:r>
    </w:p>
    <w:p w:rsidR="001F628F" w:rsidRDefault="001F628F" w:rsidP="001F628F">
      <w:pPr>
        <w:pStyle w:val="libNormal"/>
        <w:rPr>
          <w:rtl/>
        </w:rPr>
      </w:pPr>
      <w:r>
        <w:rPr>
          <w:rtl/>
        </w:rPr>
        <w:t>22_قيامت كے دن شيطان اپنے پيروكارو</w:t>
      </w:r>
      <w:r w:rsidR="00083993">
        <w:rPr>
          <w:rtl/>
        </w:rPr>
        <w:t xml:space="preserve">ں </w:t>
      </w:r>
      <w:r>
        <w:rPr>
          <w:rtl/>
        </w:rPr>
        <w:t>كو انتہائي درد ناك عذاب كى خبر دے گا _</w:t>
      </w:r>
    </w:p>
    <w:p w:rsidR="001F628F" w:rsidRDefault="001F628F" w:rsidP="00FB32CA">
      <w:pPr>
        <w:pStyle w:val="libArabic"/>
        <w:rPr>
          <w:rtl/>
        </w:rPr>
      </w:pPr>
      <w:r>
        <w:rPr>
          <w:rFonts w:hint="eastAsia"/>
          <w:rtl/>
        </w:rPr>
        <w:t>ما</w:t>
      </w:r>
      <w:r>
        <w:rPr>
          <w:rtl/>
        </w:rPr>
        <w:t xml:space="preserve"> ا نا بمصرخكم ... انى كفرت بما ا شركتمون من قبل ان الظلمين ل</w:t>
      </w:r>
      <w:r w:rsidR="00B2551F" w:rsidRPr="00B2551F">
        <w:rPr>
          <w:rFonts w:hint="cs"/>
          <w:rtl/>
        </w:rPr>
        <w:t>ه</w:t>
      </w:r>
      <w:r>
        <w:rPr>
          <w:rFonts w:hint="cs"/>
          <w:rtl/>
        </w:rPr>
        <w:t>م</w:t>
      </w:r>
      <w:r>
        <w:rPr>
          <w:rtl/>
        </w:rPr>
        <w:t xml:space="preserve"> </w:t>
      </w:r>
      <w:r>
        <w:rPr>
          <w:rFonts w:hint="cs"/>
          <w:rtl/>
        </w:rPr>
        <w:t>عذاب</w:t>
      </w:r>
      <w:r>
        <w:rPr>
          <w:rtl/>
        </w:rPr>
        <w:t xml:space="preserve"> ا ليم</w:t>
      </w:r>
    </w:p>
    <w:p w:rsidR="001F628F" w:rsidRDefault="001F628F" w:rsidP="001F628F">
      <w:pPr>
        <w:pStyle w:val="libNormal"/>
        <w:rPr>
          <w:rtl/>
        </w:rPr>
      </w:pPr>
      <w:r>
        <w:rPr>
          <w:rtl/>
        </w:rPr>
        <w:t>'' ان الظلمين لھم عذاب ا ليم'' وحدت سياق كے قرينے سے ہو سكتا ہے شيطان كے كلام كا دوام ہو _</w:t>
      </w:r>
    </w:p>
    <w:p w:rsidR="00FB32CA" w:rsidRDefault="001F628F" w:rsidP="00FB32CA">
      <w:pPr>
        <w:pStyle w:val="libNormal"/>
        <w:rPr>
          <w:rtl/>
        </w:rPr>
      </w:pPr>
      <w:r>
        <w:rPr>
          <w:rtl/>
        </w:rPr>
        <w:t>23_ظلم و ستم كا نتيجہ ،درد ناك عذاب ہے _</w:t>
      </w:r>
      <w:r w:rsidR="00FB32CA" w:rsidRPr="00FB32CA">
        <w:rPr>
          <w:rFonts w:hint="eastAsia"/>
          <w:rtl/>
        </w:rPr>
        <w:t xml:space="preserve"> </w:t>
      </w:r>
      <w:r w:rsidR="00FB32CA" w:rsidRPr="00FB32CA">
        <w:rPr>
          <w:rStyle w:val="libArabicChar"/>
          <w:rFonts w:hint="eastAsia"/>
          <w:rtl/>
        </w:rPr>
        <w:t>ان</w:t>
      </w:r>
      <w:r w:rsidR="00FB32CA" w:rsidRPr="00FB32CA">
        <w:rPr>
          <w:rStyle w:val="libArabicChar"/>
          <w:rtl/>
        </w:rPr>
        <w:t xml:space="preserve"> الظلمين ل</w:t>
      </w:r>
      <w:r w:rsidR="00B2551F" w:rsidRPr="00B2551F">
        <w:rPr>
          <w:rStyle w:val="libArabicChar"/>
          <w:rFonts w:hint="cs"/>
          <w:rtl/>
        </w:rPr>
        <w:t>ه</w:t>
      </w:r>
      <w:r w:rsidR="00FB32CA" w:rsidRPr="00FB32CA">
        <w:rPr>
          <w:rStyle w:val="libArabicChar"/>
          <w:rFonts w:hint="cs"/>
          <w:rtl/>
        </w:rPr>
        <w:t>م</w:t>
      </w:r>
      <w:r w:rsidR="00FB32CA" w:rsidRPr="00FB32CA">
        <w:rPr>
          <w:rStyle w:val="libArabicChar"/>
          <w:rtl/>
        </w:rPr>
        <w:t xml:space="preserve"> </w:t>
      </w:r>
      <w:r w:rsidR="00FB32CA" w:rsidRPr="00FB32CA">
        <w:rPr>
          <w:rStyle w:val="libArabicChar"/>
          <w:rFonts w:hint="cs"/>
          <w:rtl/>
        </w:rPr>
        <w:t>عذاب</w:t>
      </w:r>
      <w:r w:rsidR="00FB32CA" w:rsidRPr="00FB32CA">
        <w:rPr>
          <w:rStyle w:val="libArabicChar"/>
          <w:rtl/>
        </w:rPr>
        <w:t xml:space="preserve"> ا ليم</w:t>
      </w:r>
    </w:p>
    <w:p w:rsidR="00FB32CA" w:rsidRDefault="001E7F9D" w:rsidP="00F73EDE">
      <w:pPr>
        <w:pStyle w:val="libPoemTini"/>
        <w:rPr>
          <w:rtl/>
        </w:rPr>
      </w:pPr>
      <w:r>
        <w:rPr>
          <w:rtl/>
        </w:rPr>
        <w:br w:type="page"/>
      </w:r>
    </w:p>
    <w:p w:rsidR="001F628F" w:rsidRDefault="001F628F" w:rsidP="00FB32CA">
      <w:pPr>
        <w:pStyle w:val="libNormal"/>
        <w:rPr>
          <w:rtl/>
        </w:rPr>
      </w:pPr>
      <w:r>
        <w:rPr>
          <w:rtl/>
        </w:rPr>
        <w:lastRenderedPageBreak/>
        <w:t>24_شيطان كى اطاعت ،ايك ظالمانہ كام ہے _</w:t>
      </w:r>
      <w:r w:rsidRPr="00FB32CA">
        <w:rPr>
          <w:rStyle w:val="libArabicChar"/>
          <w:rFonts w:hint="eastAsia"/>
          <w:rtl/>
        </w:rPr>
        <w:t>بما</w:t>
      </w:r>
      <w:r w:rsidRPr="00FB32CA">
        <w:rPr>
          <w:rStyle w:val="libArabicChar"/>
          <w:rtl/>
        </w:rPr>
        <w:t xml:space="preserve"> ا شركتمون من قبل ان الظلمين ل</w:t>
      </w:r>
      <w:r w:rsidR="00B2551F" w:rsidRPr="00B2551F">
        <w:rPr>
          <w:rStyle w:val="libArabicChar"/>
          <w:rFonts w:hint="cs"/>
          <w:rtl/>
        </w:rPr>
        <w:t>ه</w:t>
      </w:r>
      <w:r w:rsidRPr="00FB32CA">
        <w:rPr>
          <w:rStyle w:val="libArabicChar"/>
          <w:rFonts w:hint="cs"/>
          <w:rtl/>
        </w:rPr>
        <w:t>م</w:t>
      </w:r>
      <w:r w:rsidRPr="00FB32CA">
        <w:rPr>
          <w:rStyle w:val="libArabicChar"/>
          <w:rtl/>
        </w:rPr>
        <w:t xml:space="preserve"> </w:t>
      </w:r>
      <w:r w:rsidRPr="00FB32CA">
        <w:rPr>
          <w:rStyle w:val="libArabicChar"/>
          <w:rFonts w:hint="cs"/>
          <w:rtl/>
        </w:rPr>
        <w:t>عذاب</w:t>
      </w:r>
      <w:r w:rsidRPr="00FB32CA">
        <w:rPr>
          <w:rStyle w:val="libArabicChar"/>
          <w:rtl/>
        </w:rPr>
        <w:t xml:space="preserve"> ا ليم</w:t>
      </w:r>
    </w:p>
    <w:p w:rsidR="001F628F" w:rsidRDefault="001F628F" w:rsidP="001F628F">
      <w:pPr>
        <w:pStyle w:val="libNormal"/>
        <w:rPr>
          <w:rtl/>
        </w:rPr>
      </w:pPr>
      <w:r>
        <w:rPr>
          <w:rtl/>
        </w:rPr>
        <w:t>25_قيامت كے دن حق كا اعتراف ،عذاب سے نجات كا موجب نہي</w:t>
      </w:r>
      <w:r w:rsidR="00083993">
        <w:rPr>
          <w:rtl/>
        </w:rPr>
        <w:t xml:space="preserve">ں </w:t>
      </w:r>
      <w:r>
        <w:rPr>
          <w:rtl/>
        </w:rPr>
        <w:t>بن سكتا _</w:t>
      </w:r>
    </w:p>
    <w:p w:rsidR="001F628F" w:rsidRDefault="001F628F" w:rsidP="00FB32CA">
      <w:pPr>
        <w:pStyle w:val="libArabic"/>
        <w:rPr>
          <w:rtl/>
        </w:rPr>
      </w:pPr>
      <w:r>
        <w:rPr>
          <w:rFonts w:hint="eastAsia"/>
          <w:rtl/>
        </w:rPr>
        <w:t>انى</w:t>
      </w:r>
      <w:r>
        <w:rPr>
          <w:rtl/>
        </w:rPr>
        <w:t xml:space="preserve"> كفرت بما ا شركتمون من قبل ان الظلمين ل</w:t>
      </w:r>
      <w:r w:rsidR="00B2551F" w:rsidRPr="00B2551F">
        <w:rPr>
          <w:rFonts w:hint="cs"/>
          <w:rtl/>
        </w:rPr>
        <w:t>ه</w:t>
      </w:r>
      <w:r>
        <w:rPr>
          <w:rFonts w:hint="cs"/>
          <w:rtl/>
        </w:rPr>
        <w:t>م</w:t>
      </w:r>
      <w:r>
        <w:rPr>
          <w:rtl/>
        </w:rPr>
        <w:t xml:space="preserve"> </w:t>
      </w:r>
      <w:r>
        <w:rPr>
          <w:rFonts w:hint="cs"/>
          <w:rtl/>
        </w:rPr>
        <w:t>عذاب</w:t>
      </w:r>
      <w:r>
        <w:rPr>
          <w:rtl/>
        </w:rPr>
        <w:t xml:space="preserve"> ا ليم</w:t>
      </w:r>
    </w:p>
    <w:p w:rsidR="001F628F" w:rsidRDefault="001F628F" w:rsidP="001F628F">
      <w:pPr>
        <w:pStyle w:val="libNormal"/>
        <w:rPr>
          <w:rtl/>
        </w:rPr>
      </w:pPr>
      <w:r>
        <w:rPr>
          <w:rFonts w:hint="eastAsia"/>
          <w:rtl/>
        </w:rPr>
        <w:t>مذكورہ</w:t>
      </w:r>
      <w:r>
        <w:rPr>
          <w:rtl/>
        </w:rPr>
        <w:t xml:space="preserve"> بالا مطلب اس بناء پر اخذ كيا گيا ہے كہ جب '' ان الظلمين لھم عذاب ا ليم''خداوندعالم كا كلام ہو يعنى يہ كہ خدا وند متعال مستكبرين اور ان كے پيروكارو</w:t>
      </w:r>
      <w:r w:rsidR="00083993">
        <w:rPr>
          <w:rtl/>
        </w:rPr>
        <w:t xml:space="preserve">ں </w:t>
      </w:r>
      <w:r>
        <w:rPr>
          <w:rtl/>
        </w:rPr>
        <w:t>كے نزاع اور پھر ان كى شيطان كے ساتھ جھڑپ اور شيطان كے قيامت مي</w:t>
      </w:r>
      <w:r w:rsidR="00083993">
        <w:rPr>
          <w:rtl/>
        </w:rPr>
        <w:t xml:space="preserve">ں </w:t>
      </w:r>
      <w:r>
        <w:rPr>
          <w:rtl/>
        </w:rPr>
        <w:t>اپنى خطا كے اعتراف كرنے كا ماجرا بيان كرتا ہے اور اس كے بعد فرماتا ہے: ''ظالمين كے لئے دردناك عذاب ہے''اس سے مذكورہ بالانكتہ اخذ ہو تا ہے_</w:t>
      </w:r>
    </w:p>
    <w:p w:rsidR="001F628F" w:rsidRPr="00FB32CA" w:rsidRDefault="001F628F" w:rsidP="001F628F">
      <w:pPr>
        <w:pStyle w:val="libNormal"/>
        <w:rPr>
          <w:rStyle w:val="libArabicChar"/>
          <w:rtl/>
        </w:rPr>
      </w:pPr>
      <w:r>
        <w:rPr>
          <w:rtl/>
        </w:rPr>
        <w:t>26_</w:t>
      </w:r>
      <w:r w:rsidRPr="00FB32CA">
        <w:rPr>
          <w:rStyle w:val="libArabicChar"/>
          <w:rtl/>
        </w:rPr>
        <w:t xml:space="preserve">''عن ا بى عبدالله </w:t>
      </w:r>
      <w:r w:rsidR="00367F17" w:rsidRPr="00367F17">
        <w:rPr>
          <w:rStyle w:val="libAlaemChar"/>
          <w:rtl/>
        </w:rPr>
        <w:t xml:space="preserve"> عليه‌السلام </w:t>
      </w:r>
      <w:r w:rsidRPr="00FB32CA">
        <w:rPr>
          <w:rStyle w:val="libArabicChar"/>
          <w:rtl/>
        </w:rPr>
        <w:t>: ...والوج</w:t>
      </w:r>
      <w:r w:rsidR="00B2551F" w:rsidRPr="00B2551F">
        <w:rPr>
          <w:rStyle w:val="libArabicChar"/>
          <w:rFonts w:hint="cs"/>
          <w:rtl/>
        </w:rPr>
        <w:t>ه</w:t>
      </w:r>
      <w:r w:rsidRPr="00FB32CA">
        <w:rPr>
          <w:rStyle w:val="libArabicChar"/>
          <w:rtl/>
        </w:rPr>
        <w:t xml:space="preserve"> </w:t>
      </w:r>
      <w:r w:rsidRPr="00FB32CA">
        <w:rPr>
          <w:rStyle w:val="libArabicChar"/>
          <w:rFonts w:hint="cs"/>
          <w:rtl/>
        </w:rPr>
        <w:t>الخامس</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الكفر</w:t>
      </w:r>
      <w:r w:rsidRPr="00FB32CA">
        <w:rPr>
          <w:rStyle w:val="libArabicChar"/>
          <w:rtl/>
        </w:rPr>
        <w:t>:</w:t>
      </w:r>
      <w:r w:rsidRPr="00FB32CA">
        <w:rPr>
          <w:rStyle w:val="libArabicChar"/>
          <w:rFonts w:hint="cs"/>
          <w:rtl/>
        </w:rPr>
        <w:t>كفر</w:t>
      </w:r>
      <w:r w:rsidRPr="00FB32CA">
        <w:rPr>
          <w:rStyle w:val="libArabicChar"/>
          <w:rtl/>
        </w:rPr>
        <w:t xml:space="preserve"> </w:t>
      </w:r>
      <w:r w:rsidRPr="00FB32CA">
        <w:rPr>
          <w:rStyle w:val="libArabicChar"/>
          <w:rFonts w:hint="cs"/>
          <w:rtl/>
        </w:rPr>
        <w:t>البرائة</w:t>
      </w:r>
      <w:r w:rsidRPr="00FB32CA">
        <w:rPr>
          <w:rStyle w:val="libArabicChar"/>
          <w:rtl/>
        </w:rPr>
        <w:t xml:space="preserve"> ... </w:t>
      </w:r>
      <w:r w:rsidRPr="00FB32CA">
        <w:rPr>
          <w:rStyle w:val="libArabicChar"/>
          <w:rFonts w:hint="cs"/>
          <w:rtl/>
        </w:rPr>
        <w:t>وقال</w:t>
      </w:r>
      <w:r w:rsidRPr="00FB32CA">
        <w:rPr>
          <w:rStyle w:val="libArabicChar"/>
          <w:rtl/>
        </w:rPr>
        <w:t>:</w:t>
      </w:r>
      <w:r w:rsidRPr="00FB32CA">
        <w:rPr>
          <w:rStyle w:val="libArabicChar"/>
          <w:rFonts w:hint="cs"/>
          <w:rtl/>
        </w:rPr>
        <w:t>يذكر</w:t>
      </w:r>
      <w:r w:rsidRPr="00FB32CA">
        <w:rPr>
          <w:rStyle w:val="libArabicChar"/>
          <w:rtl/>
        </w:rPr>
        <w:t xml:space="preserve"> </w:t>
      </w:r>
      <w:r w:rsidRPr="00FB32CA">
        <w:rPr>
          <w:rStyle w:val="libArabicChar"/>
          <w:rFonts w:hint="cs"/>
          <w:rtl/>
        </w:rPr>
        <w:t>ابليس</w:t>
      </w:r>
      <w:r w:rsidRPr="00FB32CA">
        <w:rPr>
          <w:rStyle w:val="libArabicChar"/>
          <w:rtl/>
        </w:rPr>
        <w:t xml:space="preserve"> </w:t>
      </w:r>
      <w:r w:rsidRPr="00FB32CA">
        <w:rPr>
          <w:rStyle w:val="libArabicChar"/>
          <w:rFonts w:hint="cs"/>
          <w:rtl/>
        </w:rPr>
        <w:t>وتبرئت</w:t>
      </w:r>
      <w:r w:rsidR="00B2551F" w:rsidRPr="00B2551F">
        <w:rPr>
          <w:rStyle w:val="libArabicChar"/>
          <w:rFonts w:hint="cs"/>
          <w:rtl/>
        </w:rPr>
        <w:t>ه</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وليائ</w:t>
      </w:r>
      <w:r w:rsidR="00B2551F" w:rsidRPr="00B2551F">
        <w:rPr>
          <w:rStyle w:val="libArabicChar"/>
          <w:rFonts w:hint="cs"/>
          <w:rtl/>
        </w:rPr>
        <w:t>ه</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الانس</w:t>
      </w:r>
      <w:r w:rsidRPr="00FB32CA">
        <w:rPr>
          <w:rStyle w:val="libArabicChar"/>
          <w:rtl/>
        </w:rPr>
        <w:t xml:space="preserve"> </w:t>
      </w:r>
      <w:r w:rsidRPr="00FB32CA">
        <w:rPr>
          <w:rStyle w:val="libArabicChar"/>
          <w:rFonts w:hint="cs"/>
          <w:rtl/>
        </w:rPr>
        <w:t>يوم</w:t>
      </w:r>
      <w:r w:rsidRPr="00FB32CA">
        <w:rPr>
          <w:rStyle w:val="libArabicChar"/>
          <w:rtl/>
        </w:rPr>
        <w:t xml:space="preserve"> </w:t>
      </w:r>
      <w:r w:rsidRPr="00FB32CA">
        <w:rPr>
          <w:rStyle w:val="libArabicChar"/>
          <w:rFonts w:hint="cs"/>
          <w:rtl/>
        </w:rPr>
        <w:t>القيامة</w:t>
      </w:r>
      <w:r w:rsidRPr="00FB32CA">
        <w:rPr>
          <w:rStyle w:val="libArabicChar"/>
          <w:rtl/>
        </w:rPr>
        <w:t xml:space="preserve">:'' </w:t>
      </w:r>
      <w:r w:rsidRPr="00FB32CA">
        <w:rPr>
          <w:rStyle w:val="libArabicChar"/>
          <w:rFonts w:hint="cs"/>
          <w:rtl/>
        </w:rPr>
        <w:t>انى</w:t>
      </w:r>
      <w:r w:rsidRPr="00FB32CA">
        <w:rPr>
          <w:rStyle w:val="libArabicChar"/>
          <w:rtl/>
        </w:rPr>
        <w:t xml:space="preserve"> </w:t>
      </w:r>
      <w:r w:rsidRPr="00FB32CA">
        <w:rPr>
          <w:rStyle w:val="libArabicChar"/>
          <w:rFonts w:hint="cs"/>
          <w:rtl/>
        </w:rPr>
        <w:t>كفرت</w:t>
      </w:r>
      <w:r w:rsidRPr="00FB32CA">
        <w:rPr>
          <w:rStyle w:val="libArabicChar"/>
          <w:rtl/>
        </w:rPr>
        <w:t xml:space="preserve"> </w:t>
      </w:r>
      <w:r w:rsidRPr="00FB32CA">
        <w:rPr>
          <w:rStyle w:val="libArabicChar"/>
          <w:rFonts w:hint="cs"/>
          <w:rtl/>
        </w:rPr>
        <w:t>بما</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شركتمون</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قبل</w:t>
      </w:r>
      <w:r w:rsidRPr="00FB32CA">
        <w:rPr>
          <w:rStyle w:val="libArabicChar"/>
          <w:rtl/>
        </w:rPr>
        <w:t xml:space="preserve">'' </w:t>
      </w:r>
      <w:r>
        <w:rPr>
          <w:rtl/>
        </w:rPr>
        <w:t>...;</w:t>
      </w:r>
      <w:r w:rsidRPr="00FB32CA">
        <w:rPr>
          <w:rStyle w:val="libFootnotenumChar"/>
          <w:rtl/>
        </w:rPr>
        <w:t>(1)</w:t>
      </w:r>
      <w:r>
        <w:rPr>
          <w:rtl/>
        </w:rPr>
        <w:t xml:space="preserve">امام صادق </w:t>
      </w:r>
      <w:r w:rsidR="00367F17" w:rsidRPr="00367F17">
        <w:rPr>
          <w:rStyle w:val="libAlaemChar"/>
          <w:rtl/>
        </w:rPr>
        <w:t xml:space="preserve"> عليه‌السلام </w:t>
      </w:r>
      <w:r>
        <w:rPr>
          <w:rtl/>
        </w:rPr>
        <w:t xml:space="preserve"> سے منقول ہے كہ اپ</w:t>
      </w:r>
      <w:r w:rsidR="00367F17" w:rsidRPr="00367F17">
        <w:rPr>
          <w:rStyle w:val="libAlaemChar"/>
          <w:rtl/>
        </w:rPr>
        <w:t xml:space="preserve"> عليه‌السلام </w:t>
      </w:r>
      <w:r>
        <w:rPr>
          <w:rtl/>
        </w:rPr>
        <w:t xml:space="preserve"> نے فرمايا : كفركى پانچوي</w:t>
      </w:r>
      <w:r w:rsidR="00083993">
        <w:rPr>
          <w:rtl/>
        </w:rPr>
        <w:t xml:space="preserve">ں </w:t>
      </w:r>
      <w:r>
        <w:rPr>
          <w:rtl/>
        </w:rPr>
        <w:t>قسم برائت يعنى بيزارى كا اظہ</w:t>
      </w:r>
      <w:r>
        <w:rPr>
          <w:rFonts w:hint="eastAsia"/>
          <w:rtl/>
        </w:rPr>
        <w:t>ار</w:t>
      </w:r>
      <w:r>
        <w:rPr>
          <w:rtl/>
        </w:rPr>
        <w:t xml:space="preserve"> كرنا ہے _ اور خداوند متعال قيامت كے دن ابليس اور اس كا اپنے پيركارو</w:t>
      </w:r>
      <w:r w:rsidR="00083993">
        <w:rPr>
          <w:rtl/>
        </w:rPr>
        <w:t xml:space="preserve">ں </w:t>
      </w:r>
      <w:r>
        <w:rPr>
          <w:rtl/>
        </w:rPr>
        <w:t xml:space="preserve">سے اظہا ر بيزارى كا ماجرا بيان كرتا ہے (اور شيطان كا كلام نقل كرتے ہوئے) فرماتا ہے: </w:t>
      </w:r>
      <w:r w:rsidRPr="00FB32CA">
        <w:rPr>
          <w:rStyle w:val="libArabicChar"/>
          <w:rtl/>
        </w:rPr>
        <w:t>'' انى كفرت بما ا شركتمون من قبل ...''_</w:t>
      </w:r>
    </w:p>
    <w:p w:rsidR="001F628F" w:rsidRDefault="001F628F" w:rsidP="001F628F">
      <w:pPr>
        <w:pStyle w:val="libNormal"/>
        <w:rPr>
          <w:rtl/>
        </w:rPr>
      </w:pPr>
      <w:r>
        <w:rPr>
          <w:rtl/>
        </w:rPr>
        <w:t>27:</w:t>
      </w:r>
      <w:r w:rsidRPr="00FB32CA">
        <w:rPr>
          <w:rStyle w:val="libArabicChar"/>
          <w:rtl/>
        </w:rPr>
        <w:t xml:space="preserve">''قال رسول الله </w:t>
      </w:r>
      <w:r w:rsidR="00F031CD" w:rsidRPr="00F031CD">
        <w:rPr>
          <w:rStyle w:val="libAlaemChar"/>
          <w:rtl/>
        </w:rPr>
        <w:t xml:space="preserve"> صلى‌الله‌عليه‌وآله‌وسلم </w:t>
      </w:r>
      <w:r w:rsidRPr="00FB32CA">
        <w:rPr>
          <w:rStyle w:val="libArabicChar"/>
          <w:rtl/>
        </w:rPr>
        <w:t>:اذا جمع الله الا ولين والا خرين وقضى بين</w:t>
      </w:r>
      <w:r w:rsidR="00B2551F" w:rsidRPr="00B2551F">
        <w:rPr>
          <w:rStyle w:val="libArabicChar"/>
          <w:rFonts w:hint="cs"/>
          <w:rtl/>
        </w:rPr>
        <w:t>ه</w:t>
      </w:r>
      <w:r w:rsidRPr="00FB32CA">
        <w:rPr>
          <w:rStyle w:val="libArabicChar"/>
          <w:rFonts w:hint="cs"/>
          <w:rtl/>
        </w:rPr>
        <w:t>م</w:t>
      </w:r>
      <w:r w:rsidRPr="00FB32CA">
        <w:rPr>
          <w:rStyle w:val="libArabicChar"/>
          <w:rtl/>
        </w:rPr>
        <w:t xml:space="preserve"> </w:t>
      </w:r>
      <w:r w:rsidRPr="00FB32CA">
        <w:rPr>
          <w:rStyle w:val="libArabicChar"/>
          <w:rFonts w:hint="cs"/>
          <w:rtl/>
        </w:rPr>
        <w:t>وفرغ</w:t>
      </w:r>
      <w:r w:rsidRPr="00FB32CA">
        <w:rPr>
          <w:rStyle w:val="libArabicChar"/>
          <w:rtl/>
        </w:rPr>
        <w:t xml:space="preserve"> </w:t>
      </w:r>
      <w:r w:rsidRPr="00FB32CA">
        <w:rPr>
          <w:rStyle w:val="libArabicChar"/>
          <w:rFonts w:hint="cs"/>
          <w:rtl/>
        </w:rPr>
        <w:t>من</w:t>
      </w:r>
      <w:r w:rsidRPr="00FB32CA">
        <w:rPr>
          <w:rStyle w:val="libArabicChar"/>
          <w:rtl/>
        </w:rPr>
        <w:t xml:space="preserve"> </w:t>
      </w:r>
      <w:r w:rsidRPr="00FB32CA">
        <w:rPr>
          <w:rStyle w:val="libArabicChar"/>
          <w:rFonts w:hint="cs"/>
          <w:rtl/>
        </w:rPr>
        <w:t>القضائ</w:t>
      </w:r>
      <w:r w:rsidRPr="00FB32CA">
        <w:rPr>
          <w:rStyle w:val="libArabicChar"/>
          <w:rtl/>
        </w:rPr>
        <w:t xml:space="preserve"> ...</w:t>
      </w:r>
      <w:r w:rsidRPr="00FB32CA">
        <w:rPr>
          <w:rStyle w:val="libArabicChar"/>
          <w:rFonts w:hint="cs"/>
          <w:rtl/>
        </w:rPr>
        <w:t>الكافرون</w:t>
      </w:r>
      <w:r w:rsidRPr="00FB32CA">
        <w:rPr>
          <w:rStyle w:val="libArabicChar"/>
          <w:rtl/>
        </w:rPr>
        <w:t xml:space="preserve"> ...</w:t>
      </w:r>
      <w:r w:rsidRPr="00FB32CA">
        <w:rPr>
          <w:rStyle w:val="libArabicChar"/>
          <w:rFonts w:hint="cs"/>
          <w:rtl/>
        </w:rPr>
        <w:t>يا</w:t>
      </w:r>
      <w:r w:rsidRPr="00FB32CA">
        <w:rPr>
          <w:rStyle w:val="libArabicChar"/>
          <w:rtl/>
        </w:rPr>
        <w:t xml:space="preserve"> </w:t>
      </w:r>
      <w:r w:rsidRPr="00FB32CA">
        <w:rPr>
          <w:rStyle w:val="libArabicChar"/>
          <w:rFonts w:hint="cs"/>
          <w:rtl/>
        </w:rPr>
        <w:t>تون</w:t>
      </w:r>
      <w:r w:rsidRPr="00FB32CA">
        <w:rPr>
          <w:rStyle w:val="libArabicChar"/>
          <w:rtl/>
        </w:rPr>
        <w:t xml:space="preserve"> </w:t>
      </w:r>
      <w:r w:rsidRPr="00FB32CA">
        <w:rPr>
          <w:rStyle w:val="libArabicChar"/>
          <w:rFonts w:hint="cs"/>
          <w:rtl/>
        </w:rPr>
        <w:t>ابليس</w:t>
      </w:r>
      <w:r w:rsidRPr="00FB32CA">
        <w:rPr>
          <w:rStyle w:val="libArabicChar"/>
          <w:rtl/>
        </w:rPr>
        <w:t xml:space="preserve"> </w:t>
      </w:r>
      <w:r w:rsidRPr="00FB32CA">
        <w:rPr>
          <w:rStyle w:val="libArabicChar"/>
          <w:rFonts w:hint="cs"/>
          <w:rtl/>
        </w:rPr>
        <w:t>فيقولون</w:t>
      </w:r>
      <w:r w:rsidRPr="00FB32CA">
        <w:rPr>
          <w:rStyle w:val="libArabicChar"/>
          <w:rtl/>
        </w:rPr>
        <w:t>: ...</w:t>
      </w:r>
      <w:r w:rsidRPr="00FB32CA">
        <w:rPr>
          <w:rStyle w:val="libArabicChar"/>
          <w:rFonts w:hint="cs"/>
          <w:rtl/>
        </w:rPr>
        <w:t>قم</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نت</w:t>
      </w:r>
      <w:r w:rsidRPr="00FB32CA">
        <w:rPr>
          <w:rStyle w:val="libArabicChar"/>
          <w:rtl/>
        </w:rPr>
        <w:t xml:space="preserve"> </w:t>
      </w:r>
      <w:r w:rsidRPr="00FB32CA">
        <w:rPr>
          <w:rStyle w:val="libArabicChar"/>
          <w:rFonts w:hint="cs"/>
          <w:rtl/>
        </w:rPr>
        <w:t>فاشفع</w:t>
      </w:r>
      <w:r w:rsidRPr="00FB32CA">
        <w:rPr>
          <w:rStyle w:val="libArabicChar"/>
          <w:rtl/>
        </w:rPr>
        <w:t xml:space="preserve"> </w:t>
      </w:r>
      <w:r w:rsidRPr="00FB32CA">
        <w:rPr>
          <w:rStyle w:val="libArabicChar"/>
          <w:rFonts w:hint="cs"/>
          <w:rtl/>
        </w:rPr>
        <w:t>لنا</w:t>
      </w:r>
      <w:r w:rsidRPr="00FB32CA">
        <w:rPr>
          <w:rStyle w:val="libArabicChar"/>
          <w:rtl/>
        </w:rPr>
        <w:t xml:space="preserve"> </w:t>
      </w:r>
      <w:r w:rsidRPr="00FB32CA">
        <w:rPr>
          <w:rStyle w:val="libArabicChar"/>
          <w:rFonts w:hint="cs"/>
          <w:rtl/>
        </w:rPr>
        <w:t>فانك</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نت</w:t>
      </w:r>
      <w:r w:rsidRPr="00FB32CA">
        <w:rPr>
          <w:rStyle w:val="libArabicChar"/>
          <w:rtl/>
        </w:rPr>
        <w:t xml:space="preserve"> </w:t>
      </w:r>
      <w:r w:rsidRPr="00FB32CA">
        <w:rPr>
          <w:rStyle w:val="libArabicChar"/>
          <w:rFonts w:hint="cs"/>
          <w:rtl/>
        </w:rPr>
        <w:t>ا</w:t>
      </w:r>
      <w:r w:rsidRPr="00FB32CA">
        <w:rPr>
          <w:rStyle w:val="libArabicChar"/>
          <w:rtl/>
        </w:rPr>
        <w:t xml:space="preserve"> </w:t>
      </w:r>
      <w:r w:rsidRPr="00FB32CA">
        <w:rPr>
          <w:rStyle w:val="libArabicChar"/>
          <w:rFonts w:hint="cs"/>
          <w:rtl/>
        </w:rPr>
        <w:t>ضللتنا</w:t>
      </w:r>
      <w:r w:rsidRPr="00FB32CA">
        <w:rPr>
          <w:rStyle w:val="libArabicChar"/>
          <w:rtl/>
        </w:rPr>
        <w:t xml:space="preserve"> </w:t>
      </w:r>
      <w:r w:rsidRPr="00FB32CA">
        <w:rPr>
          <w:rStyle w:val="libArabicChar"/>
          <w:rFonts w:hint="cs"/>
          <w:rtl/>
        </w:rPr>
        <w:t>فيقوم</w:t>
      </w:r>
      <w:r w:rsidRPr="00FB32CA">
        <w:rPr>
          <w:rStyle w:val="libArabicChar"/>
          <w:rtl/>
        </w:rPr>
        <w:t xml:space="preserve"> </w:t>
      </w:r>
      <w:r w:rsidRPr="00FB32CA">
        <w:rPr>
          <w:rStyle w:val="libArabicChar"/>
          <w:rFonts w:hint="cs"/>
          <w:rtl/>
        </w:rPr>
        <w:t>ابليس</w:t>
      </w:r>
      <w:r w:rsidRPr="00FB32CA">
        <w:rPr>
          <w:rStyle w:val="libArabicChar"/>
          <w:rtl/>
        </w:rPr>
        <w:t xml:space="preserve"> ...</w:t>
      </w:r>
      <w:r w:rsidRPr="00FB32CA">
        <w:rPr>
          <w:rStyle w:val="libArabicChar"/>
          <w:rFonts w:hint="cs"/>
          <w:rtl/>
        </w:rPr>
        <w:t>ويقول</w:t>
      </w:r>
      <w:r w:rsidRPr="00FB32CA">
        <w:rPr>
          <w:rStyle w:val="libArabicChar"/>
          <w:rtl/>
        </w:rPr>
        <w:t xml:space="preserve"> </w:t>
      </w:r>
      <w:r w:rsidRPr="00FB32CA">
        <w:rPr>
          <w:rStyle w:val="libArabicChar"/>
          <w:rFonts w:hint="cs"/>
          <w:rtl/>
        </w:rPr>
        <w:t>عندذلك</w:t>
      </w:r>
      <w:r w:rsidRPr="00FB32CA">
        <w:rPr>
          <w:rStyle w:val="libArabicChar"/>
          <w:rtl/>
        </w:rPr>
        <w:t xml:space="preserve"> :''</w:t>
      </w:r>
      <w:r w:rsidRPr="00FB32CA">
        <w:rPr>
          <w:rStyle w:val="libArabicChar"/>
          <w:rFonts w:hint="cs"/>
          <w:rtl/>
        </w:rPr>
        <w:t>ان</w:t>
      </w:r>
      <w:r w:rsidRPr="00FB32CA">
        <w:rPr>
          <w:rStyle w:val="libArabicChar"/>
          <w:rtl/>
        </w:rPr>
        <w:t xml:space="preserve"> </w:t>
      </w:r>
      <w:r w:rsidRPr="00FB32CA">
        <w:rPr>
          <w:rStyle w:val="libArabicChar"/>
          <w:rFonts w:hint="cs"/>
          <w:rtl/>
        </w:rPr>
        <w:t>الله</w:t>
      </w:r>
      <w:r w:rsidRPr="00FB32CA">
        <w:rPr>
          <w:rStyle w:val="libArabicChar"/>
          <w:rtl/>
        </w:rPr>
        <w:t xml:space="preserve"> </w:t>
      </w:r>
      <w:r w:rsidRPr="00FB32CA">
        <w:rPr>
          <w:rStyle w:val="libArabicChar"/>
          <w:rFonts w:hint="cs"/>
          <w:rtl/>
        </w:rPr>
        <w:t>وعدكم</w:t>
      </w:r>
      <w:r w:rsidRPr="00FB32CA">
        <w:rPr>
          <w:rStyle w:val="libArabicChar"/>
          <w:rtl/>
        </w:rPr>
        <w:t xml:space="preserve"> </w:t>
      </w:r>
      <w:r w:rsidRPr="00FB32CA">
        <w:rPr>
          <w:rStyle w:val="libArabicChar"/>
          <w:rFonts w:hint="cs"/>
          <w:rtl/>
        </w:rPr>
        <w:t>وعدالحق</w:t>
      </w:r>
      <w:r w:rsidRPr="00FB32CA">
        <w:rPr>
          <w:rStyle w:val="libArabicChar"/>
          <w:rtl/>
        </w:rPr>
        <w:t xml:space="preserve"> </w:t>
      </w:r>
      <w:r w:rsidRPr="00FB32CA">
        <w:rPr>
          <w:rStyle w:val="libArabicChar"/>
          <w:rFonts w:hint="cs"/>
          <w:rtl/>
        </w:rPr>
        <w:t>و</w:t>
      </w:r>
      <w:r w:rsidRPr="00FB32CA">
        <w:rPr>
          <w:rStyle w:val="libArabicChar"/>
          <w:rtl/>
        </w:rPr>
        <w:t xml:space="preserve"> </w:t>
      </w:r>
      <w:r w:rsidRPr="00FB32CA">
        <w:rPr>
          <w:rStyle w:val="libArabicChar"/>
          <w:rFonts w:hint="cs"/>
          <w:rtl/>
        </w:rPr>
        <w:t>وعدتكم</w:t>
      </w:r>
      <w:r w:rsidRPr="00FB32CA">
        <w:rPr>
          <w:rStyle w:val="libArabicChar"/>
          <w:rtl/>
        </w:rPr>
        <w:t xml:space="preserve"> </w:t>
      </w:r>
      <w:r w:rsidRPr="00FB32CA">
        <w:rPr>
          <w:rStyle w:val="libArabicChar"/>
          <w:rFonts w:hint="cs"/>
          <w:rtl/>
        </w:rPr>
        <w:t>فاخلفتكم</w:t>
      </w:r>
      <w:r w:rsidRPr="00FB32CA">
        <w:rPr>
          <w:rStyle w:val="libArabicChar"/>
          <w:rtl/>
        </w:rPr>
        <w:t xml:space="preserve"> ...''</w:t>
      </w:r>
      <w:r>
        <w:rPr>
          <w:rtl/>
        </w:rPr>
        <w:t>;</w:t>
      </w:r>
      <w:r w:rsidRPr="00FB32CA">
        <w:rPr>
          <w:rStyle w:val="libFootnotenumChar"/>
          <w:rtl/>
        </w:rPr>
        <w:t>(2)</w:t>
      </w:r>
      <w:r>
        <w:rPr>
          <w:rtl/>
        </w:rPr>
        <w:t xml:space="preserve">حضرت رسول خدا </w:t>
      </w:r>
      <w:r w:rsidR="00F031CD" w:rsidRPr="00F031CD">
        <w:rPr>
          <w:rStyle w:val="libAlaemChar"/>
          <w:rtl/>
        </w:rPr>
        <w:t xml:space="preserve"> صلى‌الله‌عليه‌وآله‌وسلم </w:t>
      </w:r>
      <w:r>
        <w:rPr>
          <w:rtl/>
        </w:rPr>
        <w:t xml:space="preserve"> </w:t>
      </w:r>
      <w:r>
        <w:rPr>
          <w:rFonts w:hint="eastAsia"/>
          <w:rtl/>
        </w:rPr>
        <w:t>سے</w:t>
      </w:r>
      <w:r>
        <w:rPr>
          <w:rtl/>
        </w:rPr>
        <w:t xml:space="preserve"> منقول ہے كہ اپ</w:t>
      </w:r>
      <w:r w:rsidR="00F031CD" w:rsidRPr="00F031CD">
        <w:rPr>
          <w:rStyle w:val="libAlaemChar"/>
          <w:rtl/>
        </w:rPr>
        <w:t xml:space="preserve"> صلى‌الله‌عليه‌وآله‌وسلم </w:t>
      </w:r>
      <w:r>
        <w:rPr>
          <w:rtl/>
        </w:rPr>
        <w:t xml:space="preserve"> نے فرمايا :جب خدا وند متعال اولين اور اخرين انسانو</w:t>
      </w:r>
      <w:r w:rsidR="00083993">
        <w:rPr>
          <w:rtl/>
        </w:rPr>
        <w:t xml:space="preserve">ں </w:t>
      </w:r>
      <w:r>
        <w:rPr>
          <w:rtl/>
        </w:rPr>
        <w:t>كو اكٹھا كر لے گا اور ان كے بارے مي</w:t>
      </w:r>
      <w:r w:rsidR="00083993">
        <w:rPr>
          <w:rtl/>
        </w:rPr>
        <w:t xml:space="preserve">ں </w:t>
      </w:r>
      <w:r>
        <w:rPr>
          <w:rtl/>
        </w:rPr>
        <w:t>حكم كرے گا اور اس حكم سے فارغ ہو جائے گا تو كفار ابليس كے پاس ائي</w:t>
      </w:r>
      <w:r w:rsidR="00083993">
        <w:rPr>
          <w:rtl/>
        </w:rPr>
        <w:t xml:space="preserve">ں </w:t>
      </w:r>
      <w:r>
        <w:rPr>
          <w:rtl/>
        </w:rPr>
        <w:t>گے اور اسے كہي</w:t>
      </w:r>
      <w:r w:rsidR="00083993">
        <w:rPr>
          <w:rtl/>
        </w:rPr>
        <w:t xml:space="preserve">ں </w:t>
      </w:r>
      <w:r>
        <w:rPr>
          <w:rtl/>
        </w:rPr>
        <w:t>گے : ... تو اٹھ كر ہمارى شفاعت كر كيونكہ تو ہى نے ہمي</w:t>
      </w:r>
      <w:r w:rsidR="00083993">
        <w:rPr>
          <w:rtl/>
        </w:rPr>
        <w:t xml:space="preserve">ں </w:t>
      </w:r>
      <w:r>
        <w:rPr>
          <w:rtl/>
        </w:rPr>
        <w:t>گمراہ كي</w:t>
      </w:r>
      <w:r>
        <w:rPr>
          <w:rFonts w:hint="eastAsia"/>
          <w:rtl/>
        </w:rPr>
        <w:t>ا</w:t>
      </w:r>
      <w:r>
        <w:rPr>
          <w:rtl/>
        </w:rPr>
        <w:t xml:space="preserve"> ہے _پس ابليس كھڑا ہو جائے گا اور اس وقت كہے گا:</w:t>
      </w:r>
      <w:r w:rsidRPr="00FB32CA">
        <w:rPr>
          <w:rStyle w:val="libArabicChar"/>
          <w:rtl/>
        </w:rPr>
        <w:t>''ان الله وعدكم وعدالحق و وعدتكم فاخلفتكم ...''</w:t>
      </w:r>
      <w:r>
        <w:rPr>
          <w:rtl/>
        </w:rPr>
        <w:t>_</w:t>
      </w:r>
    </w:p>
    <w:p w:rsidR="001F628F" w:rsidRDefault="001F628F" w:rsidP="00FB32CA">
      <w:pPr>
        <w:pStyle w:val="libNormal"/>
        <w:rPr>
          <w:rtl/>
        </w:rPr>
      </w:pPr>
      <w:r>
        <w:rPr>
          <w:rFonts w:hint="eastAsia"/>
          <w:rtl/>
        </w:rPr>
        <w:t>ابليس</w:t>
      </w:r>
      <w:r>
        <w:rPr>
          <w:rtl/>
        </w:rPr>
        <w:t xml:space="preserve"> :</w:t>
      </w:r>
      <w:r>
        <w:rPr>
          <w:rFonts w:hint="eastAsia"/>
          <w:rtl/>
        </w:rPr>
        <w:t>ابليس</w:t>
      </w:r>
      <w:r>
        <w:rPr>
          <w:rtl/>
        </w:rPr>
        <w:t xml:space="preserve"> قيامت مي</w:t>
      </w:r>
      <w:r w:rsidR="00083993">
        <w:rPr>
          <w:rtl/>
        </w:rPr>
        <w:t xml:space="preserve">ں </w:t>
      </w:r>
      <w:r>
        <w:rPr>
          <w:rtl/>
        </w:rPr>
        <w:t>27;ابليس كا اظہار برائت 26;ابليس كى وعدہ خلافي27;ابليس كا كفر 26</w:t>
      </w:r>
    </w:p>
    <w:p w:rsidR="001F628F" w:rsidRDefault="00B84D3B" w:rsidP="00B84D3B">
      <w:pPr>
        <w:pStyle w:val="libLine"/>
        <w:rPr>
          <w:rtl/>
        </w:rPr>
      </w:pPr>
      <w:r>
        <w:rPr>
          <w:rtl/>
        </w:rPr>
        <w:t>____________________</w:t>
      </w:r>
    </w:p>
    <w:p w:rsidR="001F628F" w:rsidRDefault="001F628F" w:rsidP="00FB32CA">
      <w:pPr>
        <w:pStyle w:val="libFootnote"/>
        <w:rPr>
          <w:rtl/>
        </w:rPr>
      </w:pPr>
      <w:r>
        <w:rPr>
          <w:rtl/>
        </w:rPr>
        <w:t>1) كافى ،ج2،ص 390 ،ح 1،نورالثقلين ، ج2،ص534،ح 51</w:t>
      </w:r>
    </w:p>
    <w:p w:rsidR="001F628F" w:rsidRDefault="001F628F" w:rsidP="00FB32CA">
      <w:pPr>
        <w:pStyle w:val="libFootnote"/>
        <w:rPr>
          <w:rtl/>
        </w:rPr>
      </w:pPr>
      <w:r>
        <w:rPr>
          <w:rtl/>
        </w:rPr>
        <w:t>2)الدرالمنثور ،ج5،ص18_</w:t>
      </w:r>
    </w:p>
    <w:p w:rsidR="001F628F" w:rsidRDefault="001E7F9D" w:rsidP="00FB32CA">
      <w:pPr>
        <w:pStyle w:val="libNormal"/>
        <w:rPr>
          <w:rtl/>
        </w:rPr>
      </w:pPr>
      <w:r w:rsidRPr="00F73EDE">
        <w:rPr>
          <w:rStyle w:val="libPoemTiniChar0"/>
          <w:rtl/>
        </w:rPr>
        <w:br w:type="page"/>
      </w:r>
      <w:r w:rsidR="001F628F">
        <w:rPr>
          <w:rFonts w:hint="eastAsia"/>
          <w:rtl/>
        </w:rPr>
        <w:lastRenderedPageBreak/>
        <w:t>اقرار</w:t>
      </w:r>
      <w:r w:rsidR="001F628F">
        <w:rPr>
          <w:rtl/>
        </w:rPr>
        <w:t>:</w:t>
      </w:r>
      <w:r w:rsidR="001F628F">
        <w:rPr>
          <w:rFonts w:hint="eastAsia"/>
          <w:rtl/>
        </w:rPr>
        <w:t>حق</w:t>
      </w:r>
      <w:r w:rsidR="001F628F">
        <w:rPr>
          <w:rtl/>
        </w:rPr>
        <w:t xml:space="preserve"> كا اقرار 25;خدا كے وعدو</w:t>
      </w:r>
      <w:r w:rsidR="00083993">
        <w:rPr>
          <w:rtl/>
        </w:rPr>
        <w:t xml:space="preserve">ں </w:t>
      </w:r>
      <w:r w:rsidR="001F628F">
        <w:rPr>
          <w:rtl/>
        </w:rPr>
        <w:t>كى حقانيت كا اقرار 4;بے فائدہ اقرار 25</w:t>
      </w:r>
    </w:p>
    <w:p w:rsidR="001F628F" w:rsidRDefault="001F628F" w:rsidP="00FB32CA">
      <w:pPr>
        <w:pStyle w:val="libNormal"/>
        <w:rPr>
          <w:rtl/>
        </w:rPr>
      </w:pPr>
      <w:r>
        <w:rPr>
          <w:rFonts w:hint="eastAsia"/>
          <w:rtl/>
        </w:rPr>
        <w:t>الله</w:t>
      </w:r>
      <w:r>
        <w:rPr>
          <w:rtl/>
        </w:rPr>
        <w:t xml:space="preserve"> تعالى :</w:t>
      </w:r>
      <w:r>
        <w:rPr>
          <w:rFonts w:hint="eastAsia"/>
          <w:rtl/>
        </w:rPr>
        <w:t>الله</w:t>
      </w:r>
      <w:r>
        <w:rPr>
          <w:rtl/>
        </w:rPr>
        <w:t xml:space="preserve"> تعالى كے وعدو</w:t>
      </w:r>
      <w:r w:rsidR="00083993">
        <w:rPr>
          <w:rtl/>
        </w:rPr>
        <w:t xml:space="preserve">ں </w:t>
      </w:r>
      <w:r>
        <w:rPr>
          <w:rtl/>
        </w:rPr>
        <w:t>كا حتمى ہو نا 5;الله تعالى كے وعدو</w:t>
      </w:r>
      <w:r w:rsidR="00083993">
        <w:rPr>
          <w:rtl/>
        </w:rPr>
        <w:t xml:space="preserve">ں </w:t>
      </w:r>
      <w:r>
        <w:rPr>
          <w:rtl/>
        </w:rPr>
        <w:t>كى حقانيت 5</w:t>
      </w:r>
    </w:p>
    <w:p w:rsidR="001F628F" w:rsidRDefault="001F628F" w:rsidP="00FB32CA">
      <w:pPr>
        <w:pStyle w:val="libNormal"/>
        <w:rPr>
          <w:rtl/>
        </w:rPr>
      </w:pPr>
      <w:r>
        <w:rPr>
          <w:rFonts w:hint="eastAsia"/>
          <w:rtl/>
        </w:rPr>
        <w:t>انسان</w:t>
      </w:r>
      <w:r>
        <w:rPr>
          <w:rtl/>
        </w:rPr>
        <w:t xml:space="preserve"> :</w:t>
      </w:r>
      <w:r>
        <w:rPr>
          <w:rFonts w:hint="eastAsia"/>
          <w:rtl/>
        </w:rPr>
        <w:t>انسان</w:t>
      </w:r>
      <w:r>
        <w:rPr>
          <w:rtl/>
        </w:rPr>
        <w:t xml:space="preserve"> كا اختيار 9;انسان كى ذمہ دارى 9</w:t>
      </w:r>
    </w:p>
    <w:p w:rsidR="001F628F" w:rsidRDefault="001F628F" w:rsidP="00FB32CA">
      <w:pPr>
        <w:pStyle w:val="libNormal"/>
        <w:rPr>
          <w:rtl/>
        </w:rPr>
      </w:pPr>
      <w:r>
        <w:rPr>
          <w:rFonts w:hint="eastAsia"/>
          <w:rtl/>
        </w:rPr>
        <w:t>پشيمانى</w:t>
      </w:r>
      <w:r>
        <w:rPr>
          <w:rtl/>
        </w:rPr>
        <w:t xml:space="preserve"> :</w:t>
      </w:r>
      <w:r>
        <w:rPr>
          <w:rFonts w:hint="eastAsia"/>
          <w:rtl/>
        </w:rPr>
        <w:t>پشيمانى</w:t>
      </w:r>
      <w:r>
        <w:rPr>
          <w:rtl/>
        </w:rPr>
        <w:t xml:space="preserve"> كے اسباب 14</w:t>
      </w:r>
    </w:p>
    <w:p w:rsidR="001F628F" w:rsidRDefault="001F628F" w:rsidP="001F628F">
      <w:pPr>
        <w:pStyle w:val="libNormal"/>
        <w:rPr>
          <w:rtl/>
        </w:rPr>
      </w:pPr>
      <w:r>
        <w:rPr>
          <w:rFonts w:hint="eastAsia"/>
          <w:rtl/>
        </w:rPr>
        <w:t>جبر</w:t>
      </w:r>
      <w:r>
        <w:rPr>
          <w:rtl/>
        </w:rPr>
        <w:t xml:space="preserve"> و اختيار :9،10</w:t>
      </w:r>
    </w:p>
    <w:p w:rsidR="001F628F" w:rsidRDefault="001F628F" w:rsidP="00FB32CA">
      <w:pPr>
        <w:pStyle w:val="libNormal"/>
        <w:rPr>
          <w:rtl/>
        </w:rPr>
      </w:pPr>
      <w:r>
        <w:rPr>
          <w:rFonts w:hint="eastAsia"/>
          <w:rtl/>
        </w:rPr>
        <w:t>جہنمى</w:t>
      </w:r>
      <w:r>
        <w:rPr>
          <w:rtl/>
        </w:rPr>
        <w:t xml:space="preserve"> لوگ:</w:t>
      </w:r>
      <w:r>
        <w:rPr>
          <w:rFonts w:hint="eastAsia"/>
          <w:rtl/>
        </w:rPr>
        <w:t>جہنمى</w:t>
      </w:r>
      <w:r>
        <w:rPr>
          <w:rtl/>
        </w:rPr>
        <w:t xml:space="preserve"> لوگو</w:t>
      </w:r>
      <w:r w:rsidR="00083993">
        <w:rPr>
          <w:rtl/>
        </w:rPr>
        <w:t xml:space="preserve">ں </w:t>
      </w:r>
      <w:r>
        <w:rPr>
          <w:rtl/>
        </w:rPr>
        <w:t>كى سر زنش 3;جہنمى لوگو</w:t>
      </w:r>
      <w:r w:rsidR="00083993">
        <w:rPr>
          <w:rtl/>
        </w:rPr>
        <w:t xml:space="preserve">ں </w:t>
      </w:r>
      <w:r>
        <w:rPr>
          <w:rtl/>
        </w:rPr>
        <w:t>كى گمراہى كے اسباب 3</w:t>
      </w:r>
    </w:p>
    <w:p w:rsidR="001F628F" w:rsidRDefault="001F628F" w:rsidP="001F628F">
      <w:pPr>
        <w:pStyle w:val="libNormal"/>
        <w:rPr>
          <w:rtl/>
        </w:rPr>
      </w:pPr>
      <w:r>
        <w:rPr>
          <w:rFonts w:hint="eastAsia"/>
          <w:rtl/>
        </w:rPr>
        <w:t>روايت</w:t>
      </w:r>
      <w:r>
        <w:rPr>
          <w:rtl/>
        </w:rPr>
        <w:t>:26،27</w:t>
      </w:r>
    </w:p>
    <w:p w:rsidR="001F628F" w:rsidRDefault="001F628F" w:rsidP="00FB32CA">
      <w:pPr>
        <w:pStyle w:val="libNormal"/>
        <w:rPr>
          <w:rtl/>
        </w:rPr>
      </w:pPr>
      <w:r>
        <w:rPr>
          <w:rFonts w:hint="eastAsia"/>
          <w:rtl/>
        </w:rPr>
        <w:t>رہبر</w:t>
      </w:r>
      <w:r>
        <w:rPr>
          <w:rtl/>
        </w:rPr>
        <w:t xml:space="preserve"> :</w:t>
      </w:r>
      <w:r>
        <w:rPr>
          <w:rFonts w:hint="eastAsia"/>
          <w:rtl/>
        </w:rPr>
        <w:t>مستكبر</w:t>
      </w:r>
      <w:r>
        <w:rPr>
          <w:rtl/>
        </w:rPr>
        <w:t xml:space="preserve"> رہبرو</w:t>
      </w:r>
      <w:r w:rsidR="00083993">
        <w:rPr>
          <w:rtl/>
        </w:rPr>
        <w:t xml:space="preserve">ں </w:t>
      </w:r>
      <w:r>
        <w:rPr>
          <w:rtl/>
        </w:rPr>
        <w:t>كى پيروى 11;مستكبر رہبر قيامت مي</w:t>
      </w:r>
      <w:r w:rsidR="00083993">
        <w:rPr>
          <w:rtl/>
        </w:rPr>
        <w:t xml:space="preserve">ں </w:t>
      </w:r>
      <w:r>
        <w:rPr>
          <w:rtl/>
        </w:rPr>
        <w:t>1،2;مستكبر رہبرو</w:t>
      </w:r>
      <w:r w:rsidR="00083993">
        <w:rPr>
          <w:rtl/>
        </w:rPr>
        <w:t xml:space="preserve">ں </w:t>
      </w:r>
      <w:r>
        <w:rPr>
          <w:rtl/>
        </w:rPr>
        <w:t>كى گمراہى كے اسباب 2،متكبر رہبرو</w:t>
      </w:r>
      <w:r w:rsidR="00083993">
        <w:rPr>
          <w:rtl/>
        </w:rPr>
        <w:t xml:space="preserve">ں </w:t>
      </w:r>
      <w:r>
        <w:rPr>
          <w:rtl/>
        </w:rPr>
        <w:t>اور شيطان مي</w:t>
      </w:r>
      <w:r w:rsidR="00083993">
        <w:rPr>
          <w:rtl/>
        </w:rPr>
        <w:t xml:space="preserve">ں </w:t>
      </w:r>
      <w:r>
        <w:rPr>
          <w:rtl/>
        </w:rPr>
        <w:t>نزاع 1</w:t>
      </w:r>
    </w:p>
    <w:p w:rsidR="001F628F" w:rsidRDefault="001F628F" w:rsidP="00FB32CA">
      <w:pPr>
        <w:pStyle w:val="libNormal"/>
        <w:rPr>
          <w:rtl/>
        </w:rPr>
      </w:pPr>
      <w:r>
        <w:rPr>
          <w:rFonts w:hint="eastAsia"/>
          <w:rtl/>
        </w:rPr>
        <w:t>سرزنش</w:t>
      </w:r>
      <w:r>
        <w:rPr>
          <w:rtl/>
        </w:rPr>
        <w:t>:</w:t>
      </w:r>
      <w:r>
        <w:rPr>
          <w:rFonts w:hint="eastAsia"/>
          <w:rtl/>
        </w:rPr>
        <w:t>سر</w:t>
      </w:r>
      <w:r>
        <w:rPr>
          <w:rtl/>
        </w:rPr>
        <w:t xml:space="preserve"> زنش كے اسباب 14</w:t>
      </w:r>
    </w:p>
    <w:p w:rsidR="001F628F" w:rsidRDefault="001F628F" w:rsidP="00FB32CA">
      <w:pPr>
        <w:pStyle w:val="libNormal"/>
        <w:rPr>
          <w:rtl/>
        </w:rPr>
      </w:pPr>
      <w:r>
        <w:rPr>
          <w:rFonts w:hint="eastAsia"/>
          <w:rtl/>
        </w:rPr>
        <w:t>شرك</w:t>
      </w:r>
      <w:r>
        <w:rPr>
          <w:rtl/>
        </w:rPr>
        <w:t>:</w:t>
      </w:r>
      <w:r>
        <w:rPr>
          <w:rFonts w:hint="eastAsia"/>
          <w:rtl/>
        </w:rPr>
        <w:t>شرك</w:t>
      </w:r>
      <w:r>
        <w:rPr>
          <w:rtl/>
        </w:rPr>
        <w:t xml:space="preserve"> سے اظہار بيزارى 17; شرك كے موارد 19</w:t>
      </w:r>
    </w:p>
    <w:p w:rsidR="001F628F" w:rsidRDefault="001F628F" w:rsidP="00FB32CA">
      <w:pPr>
        <w:pStyle w:val="libNormal"/>
        <w:rPr>
          <w:rtl/>
        </w:rPr>
      </w:pPr>
      <w:r>
        <w:rPr>
          <w:rFonts w:hint="eastAsia"/>
          <w:rtl/>
        </w:rPr>
        <w:t>شيطان</w:t>
      </w:r>
      <w:r>
        <w:rPr>
          <w:rtl/>
        </w:rPr>
        <w:t>:</w:t>
      </w:r>
      <w:r>
        <w:rPr>
          <w:rFonts w:hint="eastAsia"/>
          <w:rtl/>
        </w:rPr>
        <w:t>كى</w:t>
      </w:r>
      <w:r>
        <w:rPr>
          <w:rtl/>
        </w:rPr>
        <w:t xml:space="preserve"> پيروى كے اثرات 14;شيطان كى دعوت كے اثرات 9;شيطان كى دعوت قبول كرنا 7،8،11 شيطان كا ادعا 7;شيطان كا گمراہ كرنا 2;شيطان كا اخروى اقرار 4;شيطان كا اقرار 15;شيطان كے وعدو</w:t>
      </w:r>
      <w:r w:rsidR="00083993">
        <w:rPr>
          <w:rtl/>
        </w:rPr>
        <w:t xml:space="preserve">ں </w:t>
      </w:r>
      <w:r>
        <w:rPr>
          <w:rtl/>
        </w:rPr>
        <w:t>كا لغو ہونا 4،5 شيطان كے پيرو كار 11; شيطان كى پيروى 19،20;شيطان كا اظہار برائت 17;شي</w:t>
      </w:r>
      <w:r>
        <w:rPr>
          <w:rFonts w:hint="eastAsia"/>
          <w:rtl/>
        </w:rPr>
        <w:t>طان</w:t>
      </w:r>
      <w:r>
        <w:rPr>
          <w:rtl/>
        </w:rPr>
        <w:t xml:space="preserve"> كى اخروى سر زنشي</w:t>
      </w:r>
      <w:r w:rsidR="00083993">
        <w:rPr>
          <w:rtl/>
        </w:rPr>
        <w:t xml:space="preserve">ں </w:t>
      </w:r>
      <w:r>
        <w:rPr>
          <w:rtl/>
        </w:rPr>
        <w:t>3; شيطان كے پيروكارو</w:t>
      </w:r>
      <w:r w:rsidR="00083993">
        <w:rPr>
          <w:rtl/>
        </w:rPr>
        <w:t xml:space="preserve">ں </w:t>
      </w:r>
      <w:r>
        <w:rPr>
          <w:rtl/>
        </w:rPr>
        <w:t>كى سرزنشي</w:t>
      </w:r>
      <w:r w:rsidR="00083993">
        <w:rPr>
          <w:rtl/>
        </w:rPr>
        <w:t xml:space="preserve">ں </w:t>
      </w:r>
      <w:r>
        <w:rPr>
          <w:rtl/>
        </w:rPr>
        <w:t>13;شيطان كى اخروى سر زنش 12،13;شيطان كے پيرو كارو</w:t>
      </w:r>
      <w:r w:rsidR="00083993">
        <w:rPr>
          <w:rtl/>
        </w:rPr>
        <w:t xml:space="preserve">ں </w:t>
      </w:r>
      <w:r>
        <w:rPr>
          <w:rtl/>
        </w:rPr>
        <w:t>سر زنش 12;شيطان كے پيرو كارو</w:t>
      </w:r>
      <w:r w:rsidR="00083993">
        <w:rPr>
          <w:rtl/>
        </w:rPr>
        <w:t xml:space="preserve">ں </w:t>
      </w:r>
      <w:r>
        <w:rPr>
          <w:rtl/>
        </w:rPr>
        <w:t>كا شرك 17، 18، 20; شيطان قيامت مي</w:t>
      </w:r>
      <w:r w:rsidR="00083993">
        <w:rPr>
          <w:rtl/>
        </w:rPr>
        <w:t xml:space="preserve">ں </w:t>
      </w:r>
      <w:r>
        <w:rPr>
          <w:rtl/>
        </w:rPr>
        <w:t>12،13، 15،17، 18، 22; شيطان كے پيروكارو</w:t>
      </w:r>
      <w:r w:rsidR="00083993">
        <w:rPr>
          <w:rtl/>
        </w:rPr>
        <w:t xml:space="preserve">ں </w:t>
      </w:r>
      <w:r>
        <w:rPr>
          <w:rtl/>
        </w:rPr>
        <w:t>كى صفات 8; شيطان كى پيروى كا ظلم 24;شيطان كے پيرو كارو</w:t>
      </w:r>
      <w:r w:rsidR="00083993">
        <w:rPr>
          <w:rtl/>
        </w:rPr>
        <w:t xml:space="preserve">ں </w:t>
      </w:r>
      <w:r>
        <w:rPr>
          <w:rtl/>
        </w:rPr>
        <w:t>كى ناتوانى 15;شيطان كى نا توانى 15; شيطان كے پيرو كارو</w:t>
      </w:r>
      <w:r w:rsidR="00083993">
        <w:rPr>
          <w:rtl/>
        </w:rPr>
        <w:t xml:space="preserve">ں </w:t>
      </w:r>
      <w:r>
        <w:rPr>
          <w:rtl/>
        </w:rPr>
        <w:t>كاعذاب اخروى 16; شيطان كا اخروى عذاب 16 ;شيطان كے پيرو كارو</w:t>
      </w:r>
      <w:r w:rsidR="00083993">
        <w:rPr>
          <w:rtl/>
        </w:rPr>
        <w:t xml:space="preserve">ں </w:t>
      </w:r>
      <w:r>
        <w:rPr>
          <w:rtl/>
        </w:rPr>
        <w:t>كا عذاب 22;شيطان كا كفر 18;شيطان كے پيرو كارو</w:t>
      </w:r>
      <w:r w:rsidR="00083993">
        <w:rPr>
          <w:rtl/>
        </w:rPr>
        <w:t xml:space="preserve">ں </w:t>
      </w:r>
      <w:r>
        <w:rPr>
          <w:rtl/>
        </w:rPr>
        <w:t xml:space="preserve">كى گمراہى 7;شيطان كے اضلال كا دائرہ 10 ; شيطان كے تسلط كى نفى 7،9 ،10 ;شيطان كا </w:t>
      </w:r>
      <w:r>
        <w:rPr>
          <w:rFonts w:hint="eastAsia"/>
          <w:rtl/>
        </w:rPr>
        <w:t>كردار</w:t>
      </w:r>
      <w:r>
        <w:rPr>
          <w:rtl/>
        </w:rPr>
        <w:t xml:space="preserve"> 2،9</w:t>
      </w:r>
    </w:p>
    <w:p w:rsidR="001F628F" w:rsidRDefault="001F628F" w:rsidP="00FB32CA">
      <w:pPr>
        <w:pStyle w:val="libNormal"/>
        <w:rPr>
          <w:rtl/>
        </w:rPr>
      </w:pPr>
      <w:r>
        <w:rPr>
          <w:rFonts w:hint="eastAsia"/>
          <w:rtl/>
        </w:rPr>
        <w:t>ظالمين</w:t>
      </w:r>
      <w:r>
        <w:rPr>
          <w:rtl/>
        </w:rPr>
        <w:t xml:space="preserve"> :</w:t>
      </w:r>
      <w:r>
        <w:rPr>
          <w:rFonts w:hint="eastAsia"/>
          <w:rtl/>
        </w:rPr>
        <w:t>ظالمين</w:t>
      </w:r>
      <w:r>
        <w:rPr>
          <w:rtl/>
        </w:rPr>
        <w:t xml:space="preserve"> كا عذاب 21</w:t>
      </w:r>
    </w:p>
    <w:p w:rsidR="001F628F" w:rsidRDefault="001F628F" w:rsidP="00FB32CA">
      <w:pPr>
        <w:pStyle w:val="libNormal"/>
        <w:rPr>
          <w:rtl/>
        </w:rPr>
      </w:pPr>
      <w:r>
        <w:rPr>
          <w:rFonts w:hint="eastAsia"/>
          <w:rtl/>
        </w:rPr>
        <w:t>ظلم</w:t>
      </w:r>
      <w:r>
        <w:rPr>
          <w:rtl/>
        </w:rPr>
        <w:t>:</w:t>
      </w:r>
      <w:r>
        <w:rPr>
          <w:rFonts w:hint="eastAsia"/>
          <w:rtl/>
        </w:rPr>
        <w:t>ظلم</w:t>
      </w:r>
      <w:r>
        <w:rPr>
          <w:rtl/>
        </w:rPr>
        <w:t xml:space="preserve"> كے اثرات 23;ظلم كى سزا 23;ظلم كے موارد 24</w:t>
      </w:r>
    </w:p>
    <w:p w:rsidR="00FB32CA" w:rsidRDefault="001E7F9D" w:rsidP="00F73EDE">
      <w:pPr>
        <w:pStyle w:val="libPoemTini"/>
        <w:rPr>
          <w:rtl/>
        </w:rPr>
      </w:pPr>
      <w:r>
        <w:rPr>
          <w:rtl/>
        </w:rPr>
        <w:br w:type="page"/>
      </w:r>
    </w:p>
    <w:p w:rsidR="001F628F" w:rsidRDefault="001F628F" w:rsidP="00FB32CA">
      <w:pPr>
        <w:pStyle w:val="libNormal"/>
        <w:rPr>
          <w:rtl/>
        </w:rPr>
      </w:pPr>
      <w:r>
        <w:rPr>
          <w:rFonts w:hint="eastAsia"/>
          <w:rtl/>
        </w:rPr>
        <w:lastRenderedPageBreak/>
        <w:t>عذاب</w:t>
      </w:r>
      <w:r>
        <w:rPr>
          <w:rtl/>
        </w:rPr>
        <w:t>:</w:t>
      </w:r>
      <w:r>
        <w:rPr>
          <w:rFonts w:hint="eastAsia"/>
          <w:rtl/>
        </w:rPr>
        <w:t>اہل</w:t>
      </w:r>
      <w:r>
        <w:rPr>
          <w:rtl/>
        </w:rPr>
        <w:t xml:space="preserve"> عذاب 16،21; دردناك عذاب 21،22،23 ; اخروى عذاب سے نجات كے اسباب 25;عذاب كے مراتب 21،22،23</w:t>
      </w:r>
    </w:p>
    <w:p w:rsidR="001F628F" w:rsidRDefault="001F628F" w:rsidP="00FB32CA">
      <w:pPr>
        <w:pStyle w:val="libNormal"/>
        <w:rPr>
          <w:rtl/>
        </w:rPr>
      </w:pPr>
      <w:r>
        <w:rPr>
          <w:rFonts w:hint="eastAsia"/>
          <w:rtl/>
        </w:rPr>
        <w:t>عمل</w:t>
      </w:r>
      <w:r>
        <w:rPr>
          <w:rtl/>
        </w:rPr>
        <w:t>:</w:t>
      </w:r>
      <w:r>
        <w:rPr>
          <w:rFonts w:hint="eastAsia"/>
          <w:rtl/>
        </w:rPr>
        <w:t>عمل</w:t>
      </w:r>
      <w:r>
        <w:rPr>
          <w:rtl/>
        </w:rPr>
        <w:t xml:space="preserve"> كے اثرات 3</w:t>
      </w:r>
    </w:p>
    <w:p w:rsidR="001F628F" w:rsidRDefault="001F628F" w:rsidP="00FB32CA">
      <w:pPr>
        <w:pStyle w:val="libNormal"/>
        <w:rPr>
          <w:rtl/>
        </w:rPr>
      </w:pPr>
      <w:r>
        <w:rPr>
          <w:rFonts w:hint="eastAsia"/>
          <w:rtl/>
        </w:rPr>
        <w:t>قيامت</w:t>
      </w:r>
      <w:r>
        <w:rPr>
          <w:rtl/>
        </w:rPr>
        <w:t>:</w:t>
      </w:r>
      <w:r>
        <w:rPr>
          <w:rFonts w:hint="eastAsia"/>
          <w:rtl/>
        </w:rPr>
        <w:t>قيامت</w:t>
      </w:r>
      <w:r>
        <w:rPr>
          <w:rtl/>
        </w:rPr>
        <w:t xml:space="preserve"> مي</w:t>
      </w:r>
      <w:r w:rsidR="00083993">
        <w:rPr>
          <w:rtl/>
        </w:rPr>
        <w:t xml:space="preserve">ں </w:t>
      </w:r>
      <w:r>
        <w:rPr>
          <w:rtl/>
        </w:rPr>
        <w:t>اقرار 25; قيامت مي</w:t>
      </w:r>
      <w:r w:rsidR="00083993">
        <w:rPr>
          <w:rtl/>
        </w:rPr>
        <w:t xml:space="preserve">ں </w:t>
      </w:r>
      <w:r>
        <w:rPr>
          <w:rtl/>
        </w:rPr>
        <w:t>امداد 15 ; قيامت مي</w:t>
      </w:r>
      <w:r w:rsidR="00083993">
        <w:rPr>
          <w:rtl/>
        </w:rPr>
        <w:t xml:space="preserve">ں </w:t>
      </w:r>
      <w:r>
        <w:rPr>
          <w:rtl/>
        </w:rPr>
        <w:t>پشيمانى 14;قيامت مي</w:t>
      </w:r>
      <w:r w:rsidR="00083993">
        <w:rPr>
          <w:rtl/>
        </w:rPr>
        <w:t xml:space="preserve">ں </w:t>
      </w:r>
      <w:r>
        <w:rPr>
          <w:rtl/>
        </w:rPr>
        <w:t>حساب و</w:t>
      </w:r>
    </w:p>
    <w:p w:rsidR="001F628F" w:rsidRDefault="001F628F" w:rsidP="001F628F">
      <w:pPr>
        <w:pStyle w:val="libNormal"/>
        <w:rPr>
          <w:rtl/>
        </w:rPr>
      </w:pPr>
      <w:r>
        <w:rPr>
          <w:rFonts w:hint="eastAsia"/>
          <w:rtl/>
        </w:rPr>
        <w:t>كتاب</w:t>
      </w:r>
      <w:r>
        <w:rPr>
          <w:rtl/>
        </w:rPr>
        <w:t xml:space="preserve"> 3;قيامت مي</w:t>
      </w:r>
      <w:r w:rsidR="00083993">
        <w:rPr>
          <w:rtl/>
        </w:rPr>
        <w:t xml:space="preserve">ں </w:t>
      </w:r>
      <w:r>
        <w:rPr>
          <w:rtl/>
        </w:rPr>
        <w:t>سرزنش 14 ;قيامت كى صفات 6;قيامت مي</w:t>
      </w:r>
      <w:r w:rsidR="00083993">
        <w:rPr>
          <w:rtl/>
        </w:rPr>
        <w:t xml:space="preserve">ں </w:t>
      </w:r>
      <w:r>
        <w:rPr>
          <w:rtl/>
        </w:rPr>
        <w:t>حقائق كا ظہور 5،6</w:t>
      </w:r>
    </w:p>
    <w:p w:rsidR="001F628F" w:rsidRDefault="001F628F" w:rsidP="00FB32CA">
      <w:pPr>
        <w:pStyle w:val="libNormal"/>
        <w:rPr>
          <w:rtl/>
        </w:rPr>
      </w:pPr>
      <w:r>
        <w:rPr>
          <w:rFonts w:hint="eastAsia"/>
          <w:rtl/>
        </w:rPr>
        <w:t>كفار</w:t>
      </w:r>
      <w:r>
        <w:rPr>
          <w:rtl/>
        </w:rPr>
        <w:t>:</w:t>
      </w:r>
      <w:r>
        <w:rPr>
          <w:rFonts w:hint="eastAsia"/>
          <w:rtl/>
        </w:rPr>
        <w:t>پير</w:t>
      </w:r>
      <w:r>
        <w:rPr>
          <w:rtl/>
        </w:rPr>
        <w:t xml:space="preserve"> و كار كفار كى پيروى 11;پير و كار كفار كى گمراہى كے اسباب 2;پير و كار كفار قيامت مي</w:t>
      </w:r>
      <w:r w:rsidR="00083993">
        <w:rPr>
          <w:rtl/>
        </w:rPr>
        <w:t xml:space="preserve">ں </w:t>
      </w:r>
      <w:r>
        <w:rPr>
          <w:rtl/>
        </w:rPr>
        <w:t>1،2 ; كفار اور ابليس 27پير و كار كفار اور شيطان كا نزاع 1</w:t>
      </w:r>
    </w:p>
    <w:p w:rsidR="001F628F" w:rsidRDefault="001F628F" w:rsidP="00FB32CA">
      <w:pPr>
        <w:pStyle w:val="libNormal"/>
        <w:rPr>
          <w:rtl/>
        </w:rPr>
      </w:pPr>
      <w:r>
        <w:rPr>
          <w:rFonts w:hint="eastAsia"/>
          <w:rtl/>
        </w:rPr>
        <w:t>كفر</w:t>
      </w:r>
      <w:r>
        <w:rPr>
          <w:rtl/>
        </w:rPr>
        <w:t>:</w:t>
      </w:r>
      <w:r>
        <w:rPr>
          <w:rFonts w:hint="eastAsia"/>
          <w:rtl/>
        </w:rPr>
        <w:t>كفر</w:t>
      </w:r>
      <w:r>
        <w:rPr>
          <w:rtl/>
        </w:rPr>
        <w:t xml:space="preserve"> كى اقسام 26،خداوند سے كفر 18</w:t>
      </w:r>
    </w:p>
    <w:p w:rsidR="001F628F" w:rsidRDefault="001F628F" w:rsidP="001F628F">
      <w:pPr>
        <w:pStyle w:val="libNormal"/>
        <w:rPr>
          <w:rtl/>
        </w:rPr>
      </w:pPr>
      <w:r>
        <w:rPr>
          <w:rFonts w:hint="eastAsia"/>
          <w:rtl/>
        </w:rPr>
        <w:t>مشركين</w:t>
      </w:r>
      <w:r>
        <w:rPr>
          <w:rtl/>
        </w:rPr>
        <w:t xml:space="preserve"> :20</w:t>
      </w:r>
    </w:p>
    <w:p w:rsidR="001F628F" w:rsidRDefault="00FB32CA" w:rsidP="00FB32CA">
      <w:pPr>
        <w:pStyle w:val="Heading2Center"/>
        <w:rPr>
          <w:rtl/>
        </w:rPr>
      </w:pPr>
      <w:bookmarkStart w:id="23" w:name="_Toc28081701"/>
      <w:r>
        <w:rPr>
          <w:rFonts w:hint="cs"/>
          <w:rtl/>
        </w:rPr>
        <w:t>آیت 23</w:t>
      </w:r>
      <w:bookmarkEnd w:id="23"/>
    </w:p>
    <w:p w:rsidR="001F628F" w:rsidRDefault="00E260F9" w:rsidP="00FB32CA">
      <w:pPr>
        <w:pStyle w:val="libNormal"/>
        <w:rPr>
          <w:rtl/>
        </w:rPr>
      </w:pPr>
      <w:r w:rsidRPr="00E260F9">
        <w:rPr>
          <w:rStyle w:val="libAlaemChar"/>
          <w:rFonts w:hint="eastAsia"/>
          <w:rtl/>
        </w:rPr>
        <w:t>(</w:t>
      </w:r>
      <w:r w:rsidRPr="00FB32CA">
        <w:rPr>
          <w:rStyle w:val="libAieChar"/>
          <w:rFonts w:hint="eastAsia"/>
          <w:rtl/>
        </w:rPr>
        <w:t>وَأُدْخِلَ</w:t>
      </w:r>
      <w:r w:rsidRPr="00FB32CA">
        <w:rPr>
          <w:rStyle w:val="libAieChar"/>
          <w:rtl/>
        </w:rPr>
        <w:t xml:space="preserve"> الَّذِينَ آمَنُواْ وَعَمِلُواْ الصَّالِحَاتِ جَنَّاتٍ تَجْرِي مِن تَحْتِهَا الأَنْهَارُ خَالِدِينَ فِيهَا بِإِذْنِ رَبِّهِمْ تَحِيَّتُهُمْ فِيهَا سَلاَمٌ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صاحبان ايمان و عمل صالح كو ان جنتو</w:t>
      </w:r>
      <w:r w:rsidR="00083993">
        <w:rPr>
          <w:rtl/>
        </w:rPr>
        <w:t xml:space="preserve">ں </w:t>
      </w:r>
      <w:r>
        <w:rPr>
          <w:rtl/>
        </w:rPr>
        <w:t>مي</w:t>
      </w:r>
      <w:r w:rsidR="00083993">
        <w:rPr>
          <w:rtl/>
        </w:rPr>
        <w:t xml:space="preserve">ں </w:t>
      </w:r>
      <w:r>
        <w:rPr>
          <w:rtl/>
        </w:rPr>
        <w:t>داخل كيا جائے گا جن كے نيچے نہري</w:t>
      </w:r>
      <w:r w:rsidR="00083993">
        <w:rPr>
          <w:rtl/>
        </w:rPr>
        <w:t xml:space="preserve">ں </w:t>
      </w:r>
      <w:r>
        <w:rPr>
          <w:rtl/>
        </w:rPr>
        <w:t>جارى ہو</w:t>
      </w:r>
      <w:r w:rsidR="00083993">
        <w:rPr>
          <w:rtl/>
        </w:rPr>
        <w:t xml:space="preserve">ں </w:t>
      </w:r>
      <w:r>
        <w:rPr>
          <w:rtl/>
        </w:rPr>
        <w:t>گى وہ ہميشہ حكم خدا سے وہي</w:t>
      </w:r>
      <w:r w:rsidR="00083993">
        <w:rPr>
          <w:rtl/>
        </w:rPr>
        <w:t xml:space="preserve">ں </w:t>
      </w:r>
      <w:r>
        <w:rPr>
          <w:rtl/>
        </w:rPr>
        <w:t>رہي</w:t>
      </w:r>
      <w:r w:rsidR="00083993">
        <w:rPr>
          <w:rtl/>
        </w:rPr>
        <w:t xml:space="preserve">ں </w:t>
      </w:r>
      <w:r>
        <w:rPr>
          <w:rtl/>
        </w:rPr>
        <w:t>گے اور ان كى ملاقات كا تحفہ سلام ہوگا_</w:t>
      </w:r>
    </w:p>
    <w:p w:rsidR="001F628F" w:rsidRDefault="001F628F" w:rsidP="001F628F">
      <w:pPr>
        <w:pStyle w:val="libNormal"/>
        <w:rPr>
          <w:rtl/>
        </w:rPr>
      </w:pPr>
      <w:r>
        <w:rPr>
          <w:rtl/>
        </w:rPr>
        <w:t>1_عمل صالح انجام دينے والے مؤمنين يقينا بہشت مي</w:t>
      </w:r>
      <w:r w:rsidR="00083993">
        <w:rPr>
          <w:rtl/>
        </w:rPr>
        <w:t xml:space="preserve">ں </w:t>
      </w:r>
      <w:r>
        <w:rPr>
          <w:rtl/>
        </w:rPr>
        <w:t>داخل ہو نگے اور اس مي</w:t>
      </w:r>
      <w:r w:rsidR="00083993">
        <w:rPr>
          <w:rtl/>
        </w:rPr>
        <w:t xml:space="preserve">ں </w:t>
      </w:r>
      <w:r>
        <w:rPr>
          <w:rtl/>
        </w:rPr>
        <w:t>دائمى زندگى گذاري</w:t>
      </w:r>
      <w:r w:rsidR="00083993">
        <w:rPr>
          <w:rtl/>
        </w:rPr>
        <w:t xml:space="preserve">ں </w:t>
      </w:r>
      <w:r>
        <w:rPr>
          <w:rtl/>
        </w:rPr>
        <w:t>گے_</w:t>
      </w:r>
    </w:p>
    <w:p w:rsidR="001F628F" w:rsidRDefault="001F628F" w:rsidP="00FB32CA">
      <w:pPr>
        <w:pStyle w:val="libArabic"/>
        <w:rPr>
          <w:rtl/>
        </w:rPr>
      </w:pPr>
      <w:r>
        <w:rPr>
          <w:rFonts w:hint="eastAsia"/>
          <w:rtl/>
        </w:rPr>
        <w:t>وا</w:t>
      </w:r>
      <w:r>
        <w:rPr>
          <w:rtl/>
        </w:rPr>
        <w:t xml:space="preserve"> دخل الذين ء امنوا وعملوالصلحت جنت ...خلدين في</w:t>
      </w:r>
      <w:r w:rsidR="00B2551F" w:rsidRPr="00B2551F">
        <w:rPr>
          <w:rFonts w:hint="cs"/>
          <w:rtl/>
        </w:rPr>
        <w:t>ه</w:t>
      </w:r>
    </w:p>
    <w:p w:rsidR="001F628F" w:rsidRDefault="001F628F" w:rsidP="00FB32CA">
      <w:pPr>
        <w:pStyle w:val="libNormal"/>
        <w:rPr>
          <w:rtl/>
        </w:rPr>
      </w:pPr>
      <w:r>
        <w:rPr>
          <w:rtl/>
        </w:rPr>
        <w:t>2_ عمل صالح كے ساتھ ايمان ،فائدہ مند ہے _</w:t>
      </w:r>
      <w:r w:rsidRPr="00FB32CA">
        <w:rPr>
          <w:rStyle w:val="libArabicChar"/>
          <w:rFonts w:hint="eastAsia"/>
          <w:rtl/>
        </w:rPr>
        <w:t>وا</w:t>
      </w:r>
      <w:r w:rsidRPr="00FB32CA">
        <w:rPr>
          <w:rStyle w:val="libArabicChar"/>
          <w:rtl/>
        </w:rPr>
        <w:t xml:space="preserve"> دخل الذين ء امنوا وعملوالصلحت جنت تجري</w:t>
      </w:r>
    </w:p>
    <w:p w:rsidR="001F628F" w:rsidRDefault="001F628F" w:rsidP="001F628F">
      <w:pPr>
        <w:pStyle w:val="libNormal"/>
        <w:rPr>
          <w:rtl/>
        </w:rPr>
      </w:pPr>
      <w:r>
        <w:rPr>
          <w:rtl/>
        </w:rPr>
        <w:t>3_بہشت مؤمنين كا ٹھكانہ اور درختو</w:t>
      </w:r>
      <w:r w:rsidR="00083993">
        <w:rPr>
          <w:rtl/>
        </w:rPr>
        <w:t xml:space="preserve">ں </w:t>
      </w:r>
      <w:r>
        <w:rPr>
          <w:rtl/>
        </w:rPr>
        <w:t>سے گھرى ہو ئي</w:t>
      </w:r>
    </w:p>
    <w:p w:rsidR="00FB32CA" w:rsidRDefault="001E7F9D" w:rsidP="00F73EDE">
      <w:pPr>
        <w:pStyle w:val="libPoemTini"/>
        <w:rPr>
          <w:rtl/>
        </w:rPr>
      </w:pPr>
      <w:r>
        <w:rPr>
          <w:rtl/>
        </w:rPr>
        <w:br w:type="page"/>
      </w:r>
    </w:p>
    <w:p w:rsidR="001F628F" w:rsidRDefault="001F628F" w:rsidP="000A35E4">
      <w:pPr>
        <w:pStyle w:val="libNormal"/>
        <w:rPr>
          <w:rtl/>
        </w:rPr>
      </w:pPr>
      <w:r>
        <w:rPr>
          <w:rFonts w:hint="eastAsia"/>
          <w:rtl/>
        </w:rPr>
        <w:lastRenderedPageBreak/>
        <w:t>ہے</w:t>
      </w:r>
      <w:r>
        <w:rPr>
          <w:rtl/>
        </w:rPr>
        <w:t xml:space="preserve"> _</w:t>
      </w:r>
      <w:r w:rsidRPr="000A35E4">
        <w:rPr>
          <w:rStyle w:val="libArabicChar"/>
          <w:rFonts w:hint="eastAsia"/>
          <w:rtl/>
        </w:rPr>
        <w:t>جنت</w:t>
      </w:r>
      <w:r w:rsidRPr="000A35E4">
        <w:rPr>
          <w:rStyle w:val="libArabicChar"/>
          <w:rtl/>
        </w:rPr>
        <w:t xml:space="preserve"> تجرى من تحت</w:t>
      </w:r>
      <w:r w:rsidR="00B2551F" w:rsidRPr="00B2551F">
        <w:rPr>
          <w:rStyle w:val="libArabicChar"/>
          <w:rFonts w:hint="cs"/>
          <w:rtl/>
        </w:rPr>
        <w:t>ه</w:t>
      </w:r>
      <w:r w:rsidRPr="000A35E4">
        <w:rPr>
          <w:rStyle w:val="libArabicChar"/>
          <w:rFonts w:hint="cs"/>
          <w:rtl/>
        </w:rPr>
        <w:t>ا</w:t>
      </w:r>
      <w:r w:rsidR="00E42C70" w:rsidRPr="00E42C70">
        <w:rPr>
          <w:rStyle w:val="libArabicChar"/>
          <w:rFonts w:hint="cs"/>
          <w:rtl/>
        </w:rPr>
        <w:t>الا نهار</w:t>
      </w:r>
    </w:p>
    <w:p w:rsidR="001F628F" w:rsidRDefault="001F628F" w:rsidP="001F628F">
      <w:pPr>
        <w:pStyle w:val="libNormal"/>
        <w:rPr>
          <w:rtl/>
        </w:rPr>
      </w:pPr>
      <w:r>
        <w:rPr>
          <w:rtl/>
        </w:rPr>
        <w:t>''جنات'' اس جگہ كو كہتے ہي</w:t>
      </w:r>
      <w:r w:rsidR="00083993">
        <w:rPr>
          <w:rtl/>
        </w:rPr>
        <w:t xml:space="preserve">ں </w:t>
      </w:r>
      <w:r>
        <w:rPr>
          <w:rtl/>
        </w:rPr>
        <w:t>كہ جو درختو</w:t>
      </w:r>
      <w:r w:rsidR="00083993">
        <w:rPr>
          <w:rtl/>
        </w:rPr>
        <w:t xml:space="preserve">ں </w:t>
      </w:r>
      <w:r>
        <w:rPr>
          <w:rtl/>
        </w:rPr>
        <w:t>سے گھرى ہو ئي ہو گويا زمين كو درخت ڈھانپ لي</w:t>
      </w:r>
      <w:r w:rsidR="00083993">
        <w:rPr>
          <w:rtl/>
        </w:rPr>
        <w:t xml:space="preserve">ں </w:t>
      </w:r>
      <w:r>
        <w:rPr>
          <w:rtl/>
        </w:rPr>
        <w:t>''جنات '' كو جمع لانا بھى اس مطلب كى تائيد كرتا ہے</w:t>
      </w:r>
    </w:p>
    <w:p w:rsidR="001F628F" w:rsidRDefault="001F628F" w:rsidP="000A35E4">
      <w:pPr>
        <w:pStyle w:val="libNormal"/>
        <w:rPr>
          <w:rtl/>
        </w:rPr>
      </w:pPr>
      <w:r>
        <w:rPr>
          <w:rtl/>
        </w:rPr>
        <w:t>4_بہشت متعدد باغات كاايك مجموعہ ہے _*</w:t>
      </w:r>
      <w:r w:rsidRPr="000A35E4">
        <w:rPr>
          <w:rStyle w:val="libArabicChar"/>
          <w:rFonts w:hint="eastAsia"/>
          <w:rtl/>
        </w:rPr>
        <w:t>جنت</w:t>
      </w:r>
      <w:r w:rsidRPr="000A35E4">
        <w:rPr>
          <w:rStyle w:val="libArabicChar"/>
          <w:rtl/>
        </w:rPr>
        <w:t xml:space="preserve"> تجرى من تحت</w:t>
      </w:r>
      <w:r w:rsidR="00B2551F" w:rsidRPr="00B2551F">
        <w:rPr>
          <w:rStyle w:val="libArabicChar"/>
          <w:rFonts w:hint="cs"/>
          <w:rtl/>
        </w:rPr>
        <w:t>ه</w:t>
      </w:r>
      <w:r w:rsidRPr="000A35E4">
        <w:rPr>
          <w:rStyle w:val="libArabicChar"/>
          <w:rFonts w:hint="cs"/>
          <w:rtl/>
        </w:rPr>
        <w:t>ا</w:t>
      </w:r>
      <w:r w:rsidR="00E42C70" w:rsidRPr="00E42C70">
        <w:rPr>
          <w:rStyle w:val="libArabicChar"/>
          <w:rFonts w:hint="cs"/>
          <w:rtl/>
        </w:rPr>
        <w:t>الا نهار</w:t>
      </w:r>
    </w:p>
    <w:p w:rsidR="001F628F" w:rsidRDefault="001F628F" w:rsidP="001F628F">
      <w:pPr>
        <w:pStyle w:val="libNormal"/>
        <w:rPr>
          <w:rtl/>
        </w:rPr>
      </w:pPr>
      <w:r>
        <w:rPr>
          <w:rtl/>
        </w:rPr>
        <w:t>''جنات '' كو جمع لانا ہو سكتا ہے مذكورہ نكتے كى طرف اشارہ ہو _</w:t>
      </w:r>
    </w:p>
    <w:p w:rsidR="001F628F" w:rsidRDefault="001F628F" w:rsidP="000A35E4">
      <w:pPr>
        <w:pStyle w:val="libNormal"/>
        <w:rPr>
          <w:rtl/>
        </w:rPr>
      </w:pPr>
      <w:r>
        <w:rPr>
          <w:rtl/>
        </w:rPr>
        <w:t>5_بہشت مي</w:t>
      </w:r>
      <w:r w:rsidR="00083993">
        <w:rPr>
          <w:rtl/>
        </w:rPr>
        <w:t xml:space="preserve">ں </w:t>
      </w:r>
      <w:r>
        <w:rPr>
          <w:rtl/>
        </w:rPr>
        <w:t>ہميشہ بہت سى نہري</w:t>
      </w:r>
      <w:r w:rsidR="00083993">
        <w:rPr>
          <w:rtl/>
        </w:rPr>
        <w:t xml:space="preserve">ں </w:t>
      </w:r>
      <w:r>
        <w:rPr>
          <w:rtl/>
        </w:rPr>
        <w:t>بہتى رہتى ہي</w:t>
      </w:r>
      <w:r w:rsidR="00083993">
        <w:rPr>
          <w:rtl/>
        </w:rPr>
        <w:t xml:space="preserve">ں </w:t>
      </w:r>
      <w:r>
        <w:rPr>
          <w:rtl/>
        </w:rPr>
        <w:t>_</w:t>
      </w:r>
      <w:r w:rsidRPr="000A35E4">
        <w:rPr>
          <w:rStyle w:val="libArabicChar"/>
          <w:rFonts w:hint="eastAsia"/>
          <w:rtl/>
        </w:rPr>
        <w:t>تجرى</w:t>
      </w:r>
      <w:r w:rsidRPr="000A35E4">
        <w:rPr>
          <w:rStyle w:val="libArabicChar"/>
          <w:rtl/>
        </w:rPr>
        <w:t xml:space="preserve"> من تحت</w:t>
      </w:r>
      <w:r w:rsidR="00B2551F" w:rsidRPr="00B2551F">
        <w:rPr>
          <w:rStyle w:val="libArabicChar"/>
          <w:rFonts w:hint="cs"/>
          <w:rtl/>
        </w:rPr>
        <w:t>ه</w:t>
      </w:r>
      <w:r w:rsidRPr="000A35E4">
        <w:rPr>
          <w:rStyle w:val="libArabicChar"/>
          <w:rFonts w:hint="cs"/>
          <w:rtl/>
        </w:rPr>
        <w:t>ا</w:t>
      </w:r>
      <w:r w:rsidR="00E42C70" w:rsidRPr="00E42C70">
        <w:rPr>
          <w:rStyle w:val="libArabicChar"/>
          <w:rFonts w:hint="cs"/>
          <w:rtl/>
        </w:rPr>
        <w:t>الا نهار</w:t>
      </w:r>
    </w:p>
    <w:p w:rsidR="001F628F" w:rsidRDefault="001F628F" w:rsidP="001F628F">
      <w:pPr>
        <w:pStyle w:val="libNormal"/>
        <w:rPr>
          <w:rtl/>
        </w:rPr>
      </w:pPr>
      <w:r>
        <w:rPr>
          <w:rtl/>
        </w:rPr>
        <w:t>6_بہشت مي</w:t>
      </w:r>
      <w:r w:rsidR="00083993">
        <w:rPr>
          <w:rtl/>
        </w:rPr>
        <w:t xml:space="preserve">ں </w:t>
      </w:r>
      <w:r>
        <w:rPr>
          <w:rtl/>
        </w:rPr>
        <w:t>نيك مؤمنين كا داخل ہونا اور اس مي</w:t>
      </w:r>
      <w:r w:rsidR="00083993">
        <w:rPr>
          <w:rtl/>
        </w:rPr>
        <w:t xml:space="preserve">ں </w:t>
      </w:r>
      <w:r>
        <w:rPr>
          <w:rtl/>
        </w:rPr>
        <w:t>ہميشہ رہنا ،خداوند متعال كے اذن سے ہے _</w:t>
      </w:r>
    </w:p>
    <w:p w:rsidR="001F628F" w:rsidRDefault="001F628F" w:rsidP="000A35E4">
      <w:pPr>
        <w:pStyle w:val="libArabic"/>
        <w:rPr>
          <w:rtl/>
        </w:rPr>
      </w:pPr>
      <w:r>
        <w:rPr>
          <w:rFonts w:hint="eastAsia"/>
          <w:rtl/>
        </w:rPr>
        <w:t>وا</w:t>
      </w:r>
      <w:r>
        <w:rPr>
          <w:rtl/>
        </w:rPr>
        <w:t xml:space="preserve"> دخل الذين ء امنوا وعملوالصلحت جنت ...باذن ربّ</w:t>
      </w:r>
      <w:r w:rsidR="00B2551F" w:rsidRPr="00B2551F">
        <w:rPr>
          <w:rFonts w:hint="cs"/>
          <w:rtl/>
        </w:rPr>
        <w:t>ه</w:t>
      </w:r>
      <w:r>
        <w:rPr>
          <w:rFonts w:hint="cs"/>
          <w:rtl/>
        </w:rPr>
        <w:t>م</w:t>
      </w:r>
    </w:p>
    <w:p w:rsidR="001F628F" w:rsidRDefault="001F628F" w:rsidP="000A35E4">
      <w:pPr>
        <w:pStyle w:val="libNormal"/>
        <w:rPr>
          <w:rtl/>
        </w:rPr>
      </w:pPr>
      <w:r>
        <w:rPr>
          <w:rtl/>
        </w:rPr>
        <w:t>7_نيك عمل كے حامل مؤمنين اپنے پرورد گار كى عنايت سے بہرہ مند رہتے ہي</w:t>
      </w:r>
      <w:r w:rsidR="00083993">
        <w:rPr>
          <w:rtl/>
        </w:rPr>
        <w:t xml:space="preserve">ں </w:t>
      </w:r>
      <w:r>
        <w:rPr>
          <w:rtl/>
        </w:rPr>
        <w:t>اور ان كا بہشت مي</w:t>
      </w:r>
      <w:r w:rsidR="00083993">
        <w:rPr>
          <w:rtl/>
        </w:rPr>
        <w:t xml:space="preserve">ں </w:t>
      </w:r>
      <w:r>
        <w:rPr>
          <w:rtl/>
        </w:rPr>
        <w:t>داخل ہونا اور وہا</w:t>
      </w:r>
      <w:r w:rsidR="00083993">
        <w:rPr>
          <w:rtl/>
        </w:rPr>
        <w:t xml:space="preserve">ں </w:t>
      </w:r>
      <w:r>
        <w:rPr>
          <w:rtl/>
        </w:rPr>
        <w:t>ہميشہ رہنا ، خدا وند كى ربوبيت كا نتيجہ ہے_</w:t>
      </w:r>
      <w:r w:rsidRPr="000A35E4">
        <w:rPr>
          <w:rStyle w:val="libArabicChar"/>
          <w:rFonts w:hint="eastAsia"/>
          <w:rtl/>
        </w:rPr>
        <w:t>ا</w:t>
      </w:r>
      <w:r w:rsidRPr="000A35E4">
        <w:rPr>
          <w:rStyle w:val="libArabicChar"/>
          <w:rtl/>
        </w:rPr>
        <w:t xml:space="preserve"> دخل الذين ء امنوا ...جنت ...خلدين في</w:t>
      </w:r>
      <w:r w:rsidR="00B2551F" w:rsidRPr="00B2551F">
        <w:rPr>
          <w:rStyle w:val="libArabicChar"/>
          <w:rFonts w:hint="cs"/>
          <w:rtl/>
        </w:rPr>
        <w:t>ه</w:t>
      </w:r>
      <w:r w:rsidRPr="000A35E4">
        <w:rPr>
          <w:rStyle w:val="libArabicChar"/>
          <w:rFonts w:hint="cs"/>
          <w:rtl/>
        </w:rPr>
        <w:t>ا</w:t>
      </w:r>
      <w:r w:rsidRPr="000A35E4">
        <w:rPr>
          <w:rStyle w:val="libArabicChar"/>
          <w:rtl/>
        </w:rPr>
        <w:t xml:space="preserve"> </w:t>
      </w:r>
      <w:r w:rsidRPr="000A35E4">
        <w:rPr>
          <w:rStyle w:val="libArabicChar"/>
          <w:rFonts w:hint="cs"/>
          <w:rtl/>
        </w:rPr>
        <w:t>باذن</w:t>
      </w:r>
      <w:r w:rsidRPr="000A35E4">
        <w:rPr>
          <w:rStyle w:val="libArabicChar"/>
          <w:rtl/>
        </w:rPr>
        <w:t xml:space="preserve"> </w:t>
      </w:r>
      <w:r w:rsidRPr="000A35E4">
        <w:rPr>
          <w:rStyle w:val="libArabicChar"/>
          <w:rFonts w:hint="cs"/>
          <w:rtl/>
        </w:rPr>
        <w:t>ربّ</w:t>
      </w:r>
      <w:r w:rsidR="00B2551F" w:rsidRPr="00B2551F">
        <w:rPr>
          <w:rStyle w:val="libArabicChar"/>
          <w:rFonts w:hint="cs"/>
          <w:rtl/>
        </w:rPr>
        <w:t>ه</w:t>
      </w:r>
      <w:r w:rsidRPr="000A35E4">
        <w:rPr>
          <w:rStyle w:val="libArabicChar"/>
          <w:rFonts w:hint="cs"/>
          <w:rtl/>
        </w:rPr>
        <w:t>م</w:t>
      </w:r>
    </w:p>
    <w:p w:rsidR="001F628F" w:rsidRDefault="001F628F" w:rsidP="001F628F">
      <w:pPr>
        <w:pStyle w:val="libNormal"/>
        <w:rPr>
          <w:rtl/>
        </w:rPr>
      </w:pPr>
      <w:r>
        <w:rPr>
          <w:rFonts w:hint="eastAsia"/>
          <w:rtl/>
        </w:rPr>
        <w:t>ضمير</w:t>
      </w:r>
      <w:r>
        <w:rPr>
          <w:rtl/>
        </w:rPr>
        <w:t xml:space="preserve"> ''ھم '' كى طرف ''رب '' كا اضافہ ہونا كہ جس كا مرجع ''الذين امنوا '' ہے _مذكورہ مطلب كى طر ف اشارہ ہے _</w:t>
      </w:r>
    </w:p>
    <w:p w:rsidR="001F628F" w:rsidRDefault="001F628F" w:rsidP="000A35E4">
      <w:pPr>
        <w:pStyle w:val="libNormal"/>
        <w:rPr>
          <w:rtl/>
        </w:rPr>
      </w:pPr>
      <w:r>
        <w:rPr>
          <w:rtl/>
        </w:rPr>
        <w:t>8_بہشت مي</w:t>
      </w:r>
      <w:r w:rsidR="00083993">
        <w:rPr>
          <w:rtl/>
        </w:rPr>
        <w:t xml:space="preserve">ں </w:t>
      </w:r>
      <w:r>
        <w:rPr>
          <w:rtl/>
        </w:rPr>
        <w:t>بہشتيو</w:t>
      </w:r>
      <w:r w:rsidR="00083993">
        <w:rPr>
          <w:rtl/>
        </w:rPr>
        <w:t xml:space="preserve">ں </w:t>
      </w:r>
      <w:r>
        <w:rPr>
          <w:rtl/>
        </w:rPr>
        <w:t>كا لفظ ''سلام '' كے ذريعے ايك دوسرے كو سلام و تحيت كہنا _</w:t>
      </w:r>
      <w:r w:rsidRPr="000A35E4">
        <w:rPr>
          <w:rStyle w:val="libArabicChar"/>
          <w:rFonts w:hint="eastAsia"/>
          <w:rtl/>
        </w:rPr>
        <w:t>تحيّت</w:t>
      </w:r>
      <w:r w:rsidR="00B2551F" w:rsidRPr="00B2551F">
        <w:rPr>
          <w:rStyle w:val="libArabicChar"/>
          <w:rFonts w:hint="cs"/>
          <w:rtl/>
        </w:rPr>
        <w:t>ه</w:t>
      </w:r>
      <w:r w:rsidRPr="000A35E4">
        <w:rPr>
          <w:rStyle w:val="libArabicChar"/>
          <w:rFonts w:hint="cs"/>
          <w:rtl/>
        </w:rPr>
        <w:t>م</w:t>
      </w:r>
      <w:r w:rsidRPr="000A35E4">
        <w:rPr>
          <w:rStyle w:val="libArabicChar"/>
          <w:rtl/>
        </w:rPr>
        <w:t xml:space="preserve"> في</w:t>
      </w:r>
      <w:r w:rsidR="00B2551F" w:rsidRPr="00B2551F">
        <w:rPr>
          <w:rStyle w:val="libArabicChar"/>
          <w:rFonts w:hint="cs"/>
          <w:rtl/>
        </w:rPr>
        <w:t>ه</w:t>
      </w:r>
      <w:r w:rsidRPr="000A35E4">
        <w:rPr>
          <w:rStyle w:val="libArabicChar"/>
          <w:rtl/>
        </w:rPr>
        <w:t>ا سلم</w:t>
      </w:r>
    </w:p>
    <w:p w:rsidR="001F628F" w:rsidRDefault="001F628F" w:rsidP="000A35E4">
      <w:pPr>
        <w:pStyle w:val="libNormal"/>
        <w:rPr>
          <w:rtl/>
        </w:rPr>
      </w:pPr>
      <w:r>
        <w:rPr>
          <w:rtl/>
        </w:rPr>
        <w:t>9_نيك عمل كے حامل مؤمنين پر بہشت مي</w:t>
      </w:r>
      <w:r w:rsidR="00083993">
        <w:rPr>
          <w:rtl/>
        </w:rPr>
        <w:t xml:space="preserve">ں </w:t>
      </w:r>
      <w:r>
        <w:rPr>
          <w:rtl/>
        </w:rPr>
        <w:t>درود وسلام بھيجا جاتا ہے _</w:t>
      </w:r>
      <w:r w:rsidRPr="000A35E4">
        <w:rPr>
          <w:rStyle w:val="libArabicChar"/>
          <w:rFonts w:hint="eastAsia"/>
          <w:rtl/>
        </w:rPr>
        <w:t>تحيّت</w:t>
      </w:r>
      <w:r w:rsidR="00B2551F" w:rsidRPr="00B2551F">
        <w:rPr>
          <w:rStyle w:val="libArabicChar"/>
          <w:rFonts w:hint="cs"/>
          <w:rtl/>
        </w:rPr>
        <w:t>ه</w:t>
      </w:r>
      <w:r w:rsidRPr="000A35E4">
        <w:rPr>
          <w:rStyle w:val="libArabicChar"/>
          <w:rFonts w:hint="cs"/>
          <w:rtl/>
        </w:rPr>
        <w:t>م</w:t>
      </w:r>
      <w:r w:rsidRPr="000A35E4">
        <w:rPr>
          <w:rStyle w:val="libArabicChar"/>
          <w:rtl/>
        </w:rPr>
        <w:t xml:space="preserve"> في</w:t>
      </w:r>
      <w:r w:rsidR="00B2551F" w:rsidRPr="00B2551F">
        <w:rPr>
          <w:rStyle w:val="libArabicChar"/>
          <w:rFonts w:hint="cs"/>
          <w:rtl/>
        </w:rPr>
        <w:t>ه</w:t>
      </w:r>
      <w:r w:rsidRPr="000A35E4">
        <w:rPr>
          <w:rStyle w:val="libArabicChar"/>
          <w:rtl/>
        </w:rPr>
        <w:t>ا سلم</w:t>
      </w:r>
    </w:p>
    <w:p w:rsidR="001F628F" w:rsidRDefault="001F628F" w:rsidP="001F628F">
      <w:pPr>
        <w:pStyle w:val="libNormal"/>
        <w:rPr>
          <w:rtl/>
        </w:rPr>
      </w:pPr>
      <w:r>
        <w:rPr>
          <w:rFonts w:hint="eastAsia"/>
          <w:rtl/>
        </w:rPr>
        <w:t>مذكورہ</w:t>
      </w:r>
      <w:r>
        <w:rPr>
          <w:rtl/>
        </w:rPr>
        <w:t xml:space="preserve"> بالا مطلب اس بات پر مبنى ہے كہ جب '' تحيت '' كا ''ھم '' كى طرف اضافہ ،مفعول كى طرف مصدر كا اضافہ ہو _اس احتمال كے مطابق عبارت كا معنى يہ ہو جائے گا:بہشت مي</w:t>
      </w:r>
      <w:r w:rsidR="00083993">
        <w:rPr>
          <w:rtl/>
        </w:rPr>
        <w:t xml:space="preserve">ں </w:t>
      </w:r>
      <w:r>
        <w:rPr>
          <w:rtl/>
        </w:rPr>
        <w:t>انہي</w:t>
      </w:r>
      <w:r w:rsidR="00083993">
        <w:rPr>
          <w:rtl/>
        </w:rPr>
        <w:t xml:space="preserve">ں </w:t>
      </w:r>
      <w:r>
        <w:rPr>
          <w:rtl/>
        </w:rPr>
        <w:t>'' تحيت كہنا سلام كے ساتھ ہے_</w:t>
      </w:r>
    </w:p>
    <w:p w:rsidR="001F628F" w:rsidRDefault="001F628F" w:rsidP="000A35E4">
      <w:pPr>
        <w:pStyle w:val="libNormal"/>
        <w:rPr>
          <w:rtl/>
        </w:rPr>
      </w:pPr>
      <w:r>
        <w:rPr>
          <w:rtl/>
        </w:rPr>
        <w:t>10_اہل بہشت ،بہشت مي</w:t>
      </w:r>
      <w:r w:rsidR="00083993">
        <w:rPr>
          <w:rtl/>
        </w:rPr>
        <w:t xml:space="preserve">ں </w:t>
      </w:r>
      <w:r>
        <w:rPr>
          <w:rtl/>
        </w:rPr>
        <w:t>ايك دوسرے كے ساتھ اچھے اور محبت اميز تعلقات ركھي</w:t>
      </w:r>
      <w:r w:rsidR="00083993">
        <w:rPr>
          <w:rtl/>
        </w:rPr>
        <w:t xml:space="preserve">ں </w:t>
      </w:r>
      <w:r>
        <w:rPr>
          <w:rtl/>
        </w:rPr>
        <w:t>گے_</w:t>
      </w:r>
      <w:r w:rsidRPr="000A35E4">
        <w:rPr>
          <w:rStyle w:val="libArabicChar"/>
          <w:rFonts w:hint="eastAsia"/>
          <w:rtl/>
        </w:rPr>
        <w:t>تحيّت</w:t>
      </w:r>
      <w:r w:rsidR="00B2551F" w:rsidRPr="00B2551F">
        <w:rPr>
          <w:rStyle w:val="libArabicChar"/>
          <w:rFonts w:hint="cs"/>
          <w:rtl/>
        </w:rPr>
        <w:t>ه</w:t>
      </w:r>
      <w:r w:rsidRPr="000A35E4">
        <w:rPr>
          <w:rStyle w:val="libArabicChar"/>
          <w:rFonts w:hint="cs"/>
          <w:rtl/>
        </w:rPr>
        <w:t>م</w:t>
      </w:r>
      <w:r w:rsidRPr="000A35E4">
        <w:rPr>
          <w:rStyle w:val="libArabicChar"/>
          <w:rtl/>
        </w:rPr>
        <w:t xml:space="preserve"> في</w:t>
      </w:r>
      <w:r w:rsidR="00B2551F" w:rsidRPr="00B2551F">
        <w:rPr>
          <w:rStyle w:val="libArabicChar"/>
          <w:rFonts w:hint="cs"/>
          <w:rtl/>
        </w:rPr>
        <w:t>ه</w:t>
      </w:r>
      <w:r w:rsidRPr="000A35E4">
        <w:rPr>
          <w:rStyle w:val="libArabicChar"/>
          <w:rtl/>
        </w:rPr>
        <w:t>ا سلم</w:t>
      </w:r>
    </w:p>
    <w:p w:rsidR="001F628F" w:rsidRDefault="001F628F" w:rsidP="001F628F">
      <w:pPr>
        <w:pStyle w:val="libNormal"/>
        <w:rPr>
          <w:rtl/>
        </w:rPr>
      </w:pPr>
      <w:r>
        <w:rPr>
          <w:rFonts w:hint="eastAsia"/>
          <w:rtl/>
        </w:rPr>
        <w:t>يہ</w:t>
      </w:r>
      <w:r>
        <w:rPr>
          <w:rtl/>
        </w:rPr>
        <w:t xml:space="preserve"> جو خد اوند متعال نے فرمايا ہے كہ'' بہشت مي</w:t>
      </w:r>
      <w:r w:rsidR="00083993">
        <w:rPr>
          <w:rtl/>
        </w:rPr>
        <w:t xml:space="preserve">ں </w:t>
      </w:r>
      <w:r>
        <w:rPr>
          <w:rtl/>
        </w:rPr>
        <w:t>مؤمنين كا تحيت سلام كہنا يا ايك دوسرے كے لئے سلامتى كى درخواست كرنا ہے'' اس سے ان كے درميان اچھے تعلقات كى عكاسى ہو تى ہے_</w:t>
      </w:r>
    </w:p>
    <w:p w:rsidR="001F628F" w:rsidRDefault="001F628F" w:rsidP="000A35E4">
      <w:pPr>
        <w:pStyle w:val="libNormal"/>
        <w:rPr>
          <w:rtl/>
        </w:rPr>
      </w:pPr>
      <w:r>
        <w:rPr>
          <w:rtl/>
        </w:rPr>
        <w:t>11_بہترين درود اور تحيت ''سلام '' ہے _</w:t>
      </w:r>
      <w:r w:rsidRPr="000A35E4">
        <w:rPr>
          <w:rStyle w:val="libArabicChar"/>
          <w:rFonts w:hint="eastAsia"/>
          <w:rtl/>
        </w:rPr>
        <w:t>تحيّت</w:t>
      </w:r>
      <w:r w:rsidR="00B2551F" w:rsidRPr="00B2551F">
        <w:rPr>
          <w:rStyle w:val="libArabicChar"/>
          <w:rFonts w:hint="cs"/>
          <w:rtl/>
        </w:rPr>
        <w:t>ه</w:t>
      </w:r>
      <w:r w:rsidRPr="000A35E4">
        <w:rPr>
          <w:rStyle w:val="libArabicChar"/>
          <w:rFonts w:hint="cs"/>
          <w:rtl/>
        </w:rPr>
        <w:t>م</w:t>
      </w:r>
      <w:r w:rsidRPr="000A35E4">
        <w:rPr>
          <w:rStyle w:val="libArabicChar"/>
          <w:rtl/>
        </w:rPr>
        <w:t xml:space="preserve"> في</w:t>
      </w:r>
      <w:r w:rsidR="00B2551F" w:rsidRPr="00B2551F">
        <w:rPr>
          <w:rStyle w:val="libArabicChar"/>
          <w:rFonts w:hint="cs"/>
          <w:rtl/>
        </w:rPr>
        <w:t>ه</w:t>
      </w:r>
      <w:r w:rsidRPr="000A35E4">
        <w:rPr>
          <w:rStyle w:val="libArabicChar"/>
          <w:rtl/>
        </w:rPr>
        <w:t>ا سلم</w:t>
      </w:r>
    </w:p>
    <w:p w:rsidR="001F628F" w:rsidRDefault="001F628F" w:rsidP="001F628F">
      <w:pPr>
        <w:pStyle w:val="libNormal"/>
        <w:rPr>
          <w:rtl/>
        </w:rPr>
      </w:pPr>
      <w:r>
        <w:rPr>
          <w:rFonts w:hint="eastAsia"/>
          <w:rtl/>
        </w:rPr>
        <w:t>درود</w:t>
      </w:r>
      <w:r>
        <w:rPr>
          <w:rtl/>
        </w:rPr>
        <w:t xml:space="preserve"> اور تحيت كے لئے استعمال ہو نے والے الفاظ مي</w:t>
      </w:r>
      <w:r w:rsidR="00083993">
        <w:rPr>
          <w:rtl/>
        </w:rPr>
        <w:t xml:space="preserve">ں </w:t>
      </w:r>
      <w:r>
        <w:rPr>
          <w:rtl/>
        </w:rPr>
        <w:t>سے لفظ ''سلام'' كا انتخاب ،ہو سكتاہے مذكورہ نكتے كى طرف اشارہ ہو_</w:t>
      </w:r>
    </w:p>
    <w:p w:rsidR="000A35E4" w:rsidRDefault="001E7F9D" w:rsidP="00F73EDE">
      <w:pPr>
        <w:pStyle w:val="libPoemTini"/>
        <w:rPr>
          <w:rtl/>
        </w:rPr>
      </w:pPr>
      <w:r>
        <w:rPr>
          <w:rtl/>
        </w:rPr>
        <w:br w:type="page"/>
      </w:r>
    </w:p>
    <w:p w:rsidR="001F628F" w:rsidRDefault="001F628F" w:rsidP="000A35E4">
      <w:pPr>
        <w:pStyle w:val="libNormal"/>
        <w:rPr>
          <w:rtl/>
        </w:rPr>
      </w:pPr>
      <w:r>
        <w:rPr>
          <w:rtl/>
        </w:rPr>
        <w:lastRenderedPageBreak/>
        <w:t>12_نيك عمل كرنے والے مؤمنين كے لئے اچھى عاقبت اور شيطان كے پيرو كارو</w:t>
      </w:r>
      <w:r w:rsidR="00083993">
        <w:rPr>
          <w:rtl/>
        </w:rPr>
        <w:t xml:space="preserve">ں </w:t>
      </w:r>
      <w:r>
        <w:rPr>
          <w:rtl/>
        </w:rPr>
        <w:t>كے لئے برے انجام كا بيان كرنا، انسانو</w:t>
      </w:r>
      <w:r w:rsidR="00083993">
        <w:rPr>
          <w:rtl/>
        </w:rPr>
        <w:t xml:space="preserve">ں </w:t>
      </w:r>
      <w:r>
        <w:rPr>
          <w:rtl/>
        </w:rPr>
        <w:t>مي</w:t>
      </w:r>
      <w:r w:rsidR="00083993">
        <w:rPr>
          <w:rtl/>
        </w:rPr>
        <w:t xml:space="preserve">ں </w:t>
      </w:r>
      <w:r>
        <w:rPr>
          <w:rtl/>
        </w:rPr>
        <w:t>عاقبت انديشى كى تحريك پيدا كرنے كا ايك طريقہ ہے_</w:t>
      </w:r>
    </w:p>
    <w:p w:rsidR="001F628F" w:rsidRDefault="001F628F" w:rsidP="000A35E4">
      <w:pPr>
        <w:pStyle w:val="libArabic"/>
        <w:rPr>
          <w:rtl/>
        </w:rPr>
      </w:pPr>
      <w:r>
        <w:rPr>
          <w:rFonts w:hint="eastAsia"/>
          <w:rtl/>
        </w:rPr>
        <w:t>وبرزوالله</w:t>
      </w:r>
      <w:r>
        <w:rPr>
          <w:rtl/>
        </w:rPr>
        <w:t xml:space="preserve"> جميعًا فقال الضعفو ا للذين استكبروا ...ف</w:t>
      </w:r>
      <w:r w:rsidR="00B2551F" w:rsidRPr="00B2551F">
        <w:rPr>
          <w:rFonts w:hint="cs"/>
          <w:rtl/>
        </w:rPr>
        <w:t>ه</w:t>
      </w:r>
      <w:r>
        <w:rPr>
          <w:rFonts w:hint="cs"/>
          <w:rtl/>
        </w:rPr>
        <w:t>ل</w:t>
      </w:r>
      <w:r>
        <w:rPr>
          <w:rtl/>
        </w:rPr>
        <w:t xml:space="preserve"> </w:t>
      </w:r>
      <w:r>
        <w:rPr>
          <w:rFonts w:hint="cs"/>
          <w:rtl/>
        </w:rPr>
        <w:t>ا</w:t>
      </w:r>
      <w:r>
        <w:rPr>
          <w:rtl/>
        </w:rPr>
        <w:t xml:space="preserve"> </w:t>
      </w:r>
      <w:r>
        <w:rPr>
          <w:rFonts w:hint="cs"/>
          <w:rtl/>
        </w:rPr>
        <w:t>نتم</w:t>
      </w:r>
      <w:r>
        <w:rPr>
          <w:rtl/>
        </w:rPr>
        <w:t xml:space="preserve"> </w:t>
      </w:r>
      <w:r>
        <w:rPr>
          <w:rFonts w:hint="cs"/>
          <w:rtl/>
        </w:rPr>
        <w:t>مغنون</w:t>
      </w:r>
      <w:r>
        <w:rPr>
          <w:rtl/>
        </w:rPr>
        <w:t xml:space="preserve"> </w:t>
      </w:r>
      <w:r>
        <w:rPr>
          <w:rFonts w:hint="cs"/>
          <w:rtl/>
        </w:rPr>
        <w:t>عنّا</w:t>
      </w:r>
      <w:r>
        <w:rPr>
          <w:rtl/>
        </w:rPr>
        <w:t xml:space="preserve"> </w:t>
      </w:r>
      <w:r>
        <w:rPr>
          <w:rFonts w:hint="cs"/>
          <w:rtl/>
        </w:rPr>
        <w:t>من</w:t>
      </w:r>
      <w:r>
        <w:rPr>
          <w:rtl/>
        </w:rPr>
        <w:t xml:space="preserve"> </w:t>
      </w:r>
      <w:r>
        <w:rPr>
          <w:rFonts w:hint="cs"/>
          <w:rtl/>
        </w:rPr>
        <w:t>عذاب</w:t>
      </w:r>
      <w:r>
        <w:rPr>
          <w:rtl/>
        </w:rPr>
        <w:t xml:space="preserve"> </w:t>
      </w:r>
      <w:r>
        <w:rPr>
          <w:rFonts w:hint="cs"/>
          <w:rtl/>
        </w:rPr>
        <w:t>الله</w:t>
      </w:r>
      <w:r>
        <w:rPr>
          <w:rtl/>
        </w:rPr>
        <w:t xml:space="preserve"> ... </w:t>
      </w:r>
      <w:r>
        <w:rPr>
          <w:rFonts w:hint="cs"/>
          <w:rtl/>
        </w:rPr>
        <w:t>ان</w:t>
      </w:r>
      <w:r>
        <w:rPr>
          <w:rtl/>
        </w:rPr>
        <w:t xml:space="preserve"> </w:t>
      </w:r>
      <w:r>
        <w:rPr>
          <w:rFonts w:hint="cs"/>
          <w:rtl/>
        </w:rPr>
        <w:t>الظلمين</w:t>
      </w:r>
      <w:r>
        <w:rPr>
          <w:rtl/>
        </w:rPr>
        <w:t xml:space="preserve"> </w:t>
      </w:r>
      <w:r>
        <w:rPr>
          <w:rFonts w:hint="cs"/>
          <w:rtl/>
        </w:rPr>
        <w:t>ل</w:t>
      </w:r>
      <w:r w:rsidR="00B2551F" w:rsidRPr="00B2551F">
        <w:rPr>
          <w:rFonts w:hint="cs"/>
          <w:rtl/>
        </w:rPr>
        <w:t>ه</w:t>
      </w:r>
      <w:r>
        <w:rPr>
          <w:rFonts w:hint="cs"/>
          <w:rtl/>
        </w:rPr>
        <w:t>م</w:t>
      </w:r>
      <w:r>
        <w:rPr>
          <w:rtl/>
        </w:rPr>
        <w:t xml:space="preserve"> </w:t>
      </w:r>
      <w:r>
        <w:rPr>
          <w:rFonts w:hint="cs"/>
          <w:rtl/>
        </w:rPr>
        <w:t>عذاب</w:t>
      </w:r>
      <w:r>
        <w:rPr>
          <w:rtl/>
        </w:rPr>
        <w:t xml:space="preserve"> </w:t>
      </w:r>
      <w:r>
        <w:rPr>
          <w:rFonts w:hint="cs"/>
          <w:rtl/>
        </w:rPr>
        <w:t>ا</w:t>
      </w:r>
      <w:r>
        <w:rPr>
          <w:rtl/>
        </w:rPr>
        <w:t xml:space="preserve"> </w:t>
      </w:r>
      <w:r>
        <w:rPr>
          <w:rFonts w:hint="cs"/>
          <w:rtl/>
        </w:rPr>
        <w:t>ليم</w:t>
      </w:r>
      <w:r>
        <w:rPr>
          <w:rtl/>
        </w:rPr>
        <w:t xml:space="preserve"> </w:t>
      </w:r>
      <w:r>
        <w:rPr>
          <w:rFonts w:hint="cs"/>
          <w:rtl/>
        </w:rPr>
        <w:t>و</w:t>
      </w:r>
      <w:r>
        <w:rPr>
          <w:rtl/>
        </w:rPr>
        <w:t>ا دخل الذين ء امنوا وعملوالصلحت جنت تجرى من تحت</w:t>
      </w:r>
      <w:r w:rsidR="00B2551F" w:rsidRPr="00B2551F">
        <w:rPr>
          <w:rFonts w:hint="cs"/>
          <w:rtl/>
        </w:rPr>
        <w:t>ه</w:t>
      </w:r>
      <w:r>
        <w:rPr>
          <w:rFonts w:hint="cs"/>
          <w:rtl/>
        </w:rPr>
        <w:t>ا</w:t>
      </w:r>
      <w:r w:rsidR="00E42C70" w:rsidRPr="00E42C70">
        <w:rPr>
          <w:rFonts w:hint="cs"/>
          <w:rtl/>
        </w:rPr>
        <w:t>الا نهار</w:t>
      </w:r>
      <w:r>
        <w:rPr>
          <w:rFonts w:hint="cs"/>
          <w:rtl/>
        </w:rPr>
        <w:t>خلد</w:t>
      </w:r>
      <w:r>
        <w:rPr>
          <w:rtl/>
        </w:rPr>
        <w:t>ين في</w:t>
      </w:r>
      <w:r w:rsidR="00B2551F" w:rsidRPr="00B2551F">
        <w:rPr>
          <w:rFonts w:hint="cs"/>
          <w:rtl/>
        </w:rPr>
        <w:t>ه</w:t>
      </w:r>
    </w:p>
    <w:p w:rsidR="001F628F" w:rsidRDefault="001F628F" w:rsidP="000A35E4">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كے اثرات 7;الله تعالى كے اذن كى اہميت 6</w:t>
      </w:r>
    </w:p>
    <w:p w:rsidR="001F628F" w:rsidRDefault="001F628F" w:rsidP="000A35E4">
      <w:pPr>
        <w:pStyle w:val="libNormal"/>
        <w:rPr>
          <w:rtl/>
        </w:rPr>
      </w:pPr>
      <w:r>
        <w:rPr>
          <w:rFonts w:hint="eastAsia"/>
          <w:rtl/>
        </w:rPr>
        <w:t>الله</w:t>
      </w:r>
      <w:r>
        <w:rPr>
          <w:rtl/>
        </w:rPr>
        <w:t xml:space="preserve"> تعالى كى عنايت:</w:t>
      </w:r>
      <w:r>
        <w:rPr>
          <w:rFonts w:hint="eastAsia"/>
          <w:rtl/>
        </w:rPr>
        <w:t>الله</w:t>
      </w:r>
      <w:r>
        <w:rPr>
          <w:rtl/>
        </w:rPr>
        <w:t xml:space="preserve"> تعالى كى عنايت جن كے شامل حال ہے7</w:t>
      </w:r>
    </w:p>
    <w:p w:rsidR="001F628F" w:rsidRDefault="001F628F" w:rsidP="000A35E4">
      <w:pPr>
        <w:pStyle w:val="libNormal"/>
        <w:rPr>
          <w:rtl/>
        </w:rPr>
      </w:pPr>
      <w:r>
        <w:rPr>
          <w:rFonts w:hint="eastAsia"/>
          <w:rtl/>
        </w:rPr>
        <w:t>ايمان</w:t>
      </w:r>
      <w:r>
        <w:rPr>
          <w:rtl/>
        </w:rPr>
        <w:t xml:space="preserve"> :</w:t>
      </w:r>
      <w:r>
        <w:rPr>
          <w:rFonts w:hint="eastAsia"/>
          <w:rtl/>
        </w:rPr>
        <w:t>ايمان</w:t>
      </w:r>
      <w:r>
        <w:rPr>
          <w:rtl/>
        </w:rPr>
        <w:t xml:space="preserve"> كى اہميت 2;ايمان اور عمل صالح2</w:t>
      </w:r>
    </w:p>
    <w:p w:rsidR="001F628F" w:rsidRDefault="001F628F" w:rsidP="000A35E4">
      <w:pPr>
        <w:pStyle w:val="libNormal"/>
        <w:rPr>
          <w:rtl/>
        </w:rPr>
      </w:pPr>
      <w:r>
        <w:rPr>
          <w:rFonts w:hint="eastAsia"/>
          <w:rtl/>
        </w:rPr>
        <w:t>بہشت</w:t>
      </w:r>
      <w:r>
        <w:rPr>
          <w:rtl/>
        </w:rPr>
        <w:t>:</w:t>
      </w:r>
      <w:r>
        <w:rPr>
          <w:rFonts w:hint="eastAsia"/>
          <w:rtl/>
        </w:rPr>
        <w:t>بہشتى</w:t>
      </w:r>
      <w:r>
        <w:rPr>
          <w:rtl/>
        </w:rPr>
        <w:t xml:space="preserve"> باغات كا متعدد ہونا 4;بہشت مي</w:t>
      </w:r>
      <w:r w:rsidR="00083993">
        <w:rPr>
          <w:rtl/>
        </w:rPr>
        <w:t xml:space="preserve">ں </w:t>
      </w:r>
      <w:r>
        <w:rPr>
          <w:rtl/>
        </w:rPr>
        <w:t>ہميشہ رہنے والے1،7;بہشت كے درخت3;بہشت مي</w:t>
      </w:r>
      <w:r w:rsidR="00083993">
        <w:rPr>
          <w:rtl/>
        </w:rPr>
        <w:t xml:space="preserve">ں </w:t>
      </w:r>
      <w:r>
        <w:rPr>
          <w:rtl/>
        </w:rPr>
        <w:t>ہميشہ رہنے كى شرائط6;بہشت كى صفات 3 ،4 ،5;بہشت مي</w:t>
      </w:r>
      <w:r w:rsidR="00083993">
        <w:rPr>
          <w:rtl/>
        </w:rPr>
        <w:t xml:space="preserve">ں </w:t>
      </w:r>
      <w:r>
        <w:rPr>
          <w:rtl/>
        </w:rPr>
        <w:t>ہميشہ رہنے كے اسباب 7; بہشت كے موجبات 6;بہشتى نہري</w:t>
      </w:r>
      <w:r w:rsidR="00083993">
        <w:rPr>
          <w:rtl/>
        </w:rPr>
        <w:t xml:space="preserve">ں </w:t>
      </w:r>
      <w:r>
        <w:rPr>
          <w:rtl/>
        </w:rPr>
        <w:t>5</w:t>
      </w:r>
    </w:p>
    <w:p w:rsidR="001F628F" w:rsidRDefault="001F628F" w:rsidP="001F628F">
      <w:pPr>
        <w:pStyle w:val="libNormal"/>
        <w:rPr>
          <w:rtl/>
        </w:rPr>
      </w:pPr>
      <w:r>
        <w:rPr>
          <w:rFonts w:hint="eastAsia"/>
          <w:rtl/>
        </w:rPr>
        <w:t>بہشتى</w:t>
      </w:r>
      <w:r>
        <w:rPr>
          <w:rtl/>
        </w:rPr>
        <w:t xml:space="preserve"> لوگ:1،3</w:t>
      </w:r>
    </w:p>
    <w:p w:rsidR="001F628F" w:rsidRDefault="001F628F" w:rsidP="001F628F">
      <w:pPr>
        <w:pStyle w:val="libNormal"/>
        <w:rPr>
          <w:rtl/>
        </w:rPr>
      </w:pPr>
      <w:r>
        <w:rPr>
          <w:rFonts w:hint="eastAsia"/>
          <w:rtl/>
        </w:rPr>
        <w:t>بہشتى</w:t>
      </w:r>
      <w:r>
        <w:rPr>
          <w:rtl/>
        </w:rPr>
        <w:t xml:space="preserve"> لوگو</w:t>
      </w:r>
      <w:r w:rsidR="00083993">
        <w:rPr>
          <w:rtl/>
        </w:rPr>
        <w:t xml:space="preserve">ں </w:t>
      </w:r>
      <w:r>
        <w:rPr>
          <w:rtl/>
        </w:rPr>
        <w:t>كى تحيت 8; بہشتى لوگو</w:t>
      </w:r>
      <w:r w:rsidR="00083993">
        <w:rPr>
          <w:rtl/>
        </w:rPr>
        <w:t xml:space="preserve">ں </w:t>
      </w:r>
      <w:r>
        <w:rPr>
          <w:rtl/>
        </w:rPr>
        <w:t>كے تعلقات 10; بہشتى لوگو</w:t>
      </w:r>
      <w:r w:rsidR="00083993">
        <w:rPr>
          <w:rtl/>
        </w:rPr>
        <w:t xml:space="preserve">ں </w:t>
      </w:r>
      <w:r>
        <w:rPr>
          <w:rtl/>
        </w:rPr>
        <w:t>كا طرز عمل 10;بہشتى لوگو</w:t>
      </w:r>
      <w:r w:rsidR="00083993">
        <w:rPr>
          <w:rtl/>
        </w:rPr>
        <w:t xml:space="preserve">ں </w:t>
      </w:r>
      <w:r>
        <w:rPr>
          <w:rtl/>
        </w:rPr>
        <w:t>پر سلام 9;بہشتى لوگو</w:t>
      </w:r>
      <w:r w:rsidR="00083993">
        <w:rPr>
          <w:rtl/>
        </w:rPr>
        <w:t xml:space="preserve">ں </w:t>
      </w:r>
      <w:r>
        <w:rPr>
          <w:rtl/>
        </w:rPr>
        <w:t>كاسلام 8;بہشتى لوگو</w:t>
      </w:r>
      <w:r w:rsidR="00083993">
        <w:rPr>
          <w:rtl/>
        </w:rPr>
        <w:t xml:space="preserve">ں </w:t>
      </w:r>
      <w:r>
        <w:rPr>
          <w:rtl/>
        </w:rPr>
        <w:t>كى محبت 10</w:t>
      </w:r>
    </w:p>
    <w:p w:rsidR="001F628F" w:rsidRDefault="001F628F" w:rsidP="000A35E4">
      <w:pPr>
        <w:pStyle w:val="libNormal"/>
        <w:rPr>
          <w:rtl/>
        </w:rPr>
      </w:pPr>
      <w:r>
        <w:rPr>
          <w:rFonts w:hint="eastAsia"/>
          <w:rtl/>
        </w:rPr>
        <w:t>تحريك</w:t>
      </w:r>
      <w:r>
        <w:rPr>
          <w:rtl/>
        </w:rPr>
        <w:t>:</w:t>
      </w:r>
      <w:r>
        <w:rPr>
          <w:rFonts w:hint="eastAsia"/>
          <w:rtl/>
        </w:rPr>
        <w:t>تحريك</w:t>
      </w:r>
      <w:r>
        <w:rPr>
          <w:rtl/>
        </w:rPr>
        <w:t xml:space="preserve"> پيدا كرنے كے اسباب 12</w:t>
      </w:r>
    </w:p>
    <w:p w:rsidR="001F628F" w:rsidRDefault="001F628F" w:rsidP="000A35E4">
      <w:pPr>
        <w:pStyle w:val="libNormal"/>
        <w:rPr>
          <w:rtl/>
        </w:rPr>
      </w:pPr>
      <w:r>
        <w:rPr>
          <w:rFonts w:hint="eastAsia"/>
          <w:rtl/>
        </w:rPr>
        <w:t>تحيت</w:t>
      </w:r>
      <w:r>
        <w:rPr>
          <w:rtl/>
        </w:rPr>
        <w:t xml:space="preserve"> :</w:t>
      </w:r>
      <w:r>
        <w:rPr>
          <w:rFonts w:hint="eastAsia"/>
          <w:rtl/>
        </w:rPr>
        <w:t>بہترين</w:t>
      </w:r>
      <w:r>
        <w:rPr>
          <w:rtl/>
        </w:rPr>
        <w:t xml:space="preserve"> تحيت 11</w:t>
      </w:r>
    </w:p>
    <w:p w:rsidR="001F628F" w:rsidRDefault="001F628F" w:rsidP="000A35E4">
      <w:pPr>
        <w:pStyle w:val="libNormal"/>
        <w:rPr>
          <w:rtl/>
        </w:rPr>
      </w:pPr>
      <w:r>
        <w:rPr>
          <w:rFonts w:hint="eastAsia"/>
          <w:rtl/>
        </w:rPr>
        <w:t>سلام</w:t>
      </w:r>
      <w:r>
        <w:rPr>
          <w:rtl/>
        </w:rPr>
        <w:t xml:space="preserve"> :</w:t>
      </w:r>
      <w:r>
        <w:rPr>
          <w:rFonts w:hint="eastAsia"/>
          <w:rtl/>
        </w:rPr>
        <w:t>سلام</w:t>
      </w:r>
      <w:r>
        <w:rPr>
          <w:rtl/>
        </w:rPr>
        <w:t xml:space="preserve"> كى اہميت 11</w:t>
      </w:r>
    </w:p>
    <w:p w:rsidR="001F628F" w:rsidRDefault="001F628F" w:rsidP="000A35E4">
      <w:pPr>
        <w:pStyle w:val="libNormal"/>
        <w:rPr>
          <w:rtl/>
        </w:rPr>
      </w:pPr>
      <w:r>
        <w:rPr>
          <w:rFonts w:hint="eastAsia"/>
          <w:rtl/>
        </w:rPr>
        <w:t>شيطان</w:t>
      </w:r>
      <w:r>
        <w:rPr>
          <w:rtl/>
        </w:rPr>
        <w:t xml:space="preserve"> :</w:t>
      </w:r>
      <w:r>
        <w:rPr>
          <w:rFonts w:hint="eastAsia"/>
          <w:rtl/>
        </w:rPr>
        <w:t>شيطان</w:t>
      </w:r>
      <w:r>
        <w:rPr>
          <w:rtl/>
        </w:rPr>
        <w:t xml:space="preserve"> كے پيروكارو</w:t>
      </w:r>
      <w:r w:rsidR="00083993">
        <w:rPr>
          <w:rtl/>
        </w:rPr>
        <w:t xml:space="preserve">ں </w:t>
      </w:r>
      <w:r>
        <w:rPr>
          <w:rtl/>
        </w:rPr>
        <w:t>كا برا انجام 12</w:t>
      </w:r>
    </w:p>
    <w:p w:rsidR="001F628F" w:rsidRDefault="001F628F" w:rsidP="000A35E4">
      <w:pPr>
        <w:pStyle w:val="libNormal"/>
        <w:rPr>
          <w:rtl/>
        </w:rPr>
      </w:pPr>
      <w:r>
        <w:rPr>
          <w:rFonts w:hint="eastAsia"/>
          <w:rtl/>
        </w:rPr>
        <w:t>عاقبت</w:t>
      </w:r>
      <w:r>
        <w:rPr>
          <w:rtl/>
        </w:rPr>
        <w:t xml:space="preserve"> انديشى :</w:t>
      </w:r>
      <w:r>
        <w:rPr>
          <w:rFonts w:hint="eastAsia"/>
          <w:rtl/>
        </w:rPr>
        <w:t>عاقبت</w:t>
      </w:r>
      <w:r>
        <w:rPr>
          <w:rtl/>
        </w:rPr>
        <w:t xml:space="preserve"> انديشى كى اہميت 12</w:t>
      </w:r>
    </w:p>
    <w:p w:rsidR="001F628F" w:rsidRDefault="001F628F" w:rsidP="000A35E4">
      <w:pPr>
        <w:pStyle w:val="libNormal"/>
        <w:rPr>
          <w:rtl/>
        </w:rPr>
      </w:pPr>
      <w:r>
        <w:rPr>
          <w:rFonts w:hint="eastAsia"/>
          <w:rtl/>
        </w:rPr>
        <w:t>نيك</w:t>
      </w:r>
      <w:r>
        <w:rPr>
          <w:rtl/>
        </w:rPr>
        <w:t xml:space="preserve"> عمل :</w:t>
      </w:r>
      <w:r>
        <w:rPr>
          <w:rFonts w:hint="eastAsia"/>
          <w:rtl/>
        </w:rPr>
        <w:t>نيك</w:t>
      </w:r>
      <w:r>
        <w:rPr>
          <w:rtl/>
        </w:rPr>
        <w:t xml:space="preserve"> عمل كى اہميت 2</w:t>
      </w:r>
    </w:p>
    <w:p w:rsidR="001F628F" w:rsidRDefault="001F628F" w:rsidP="000A35E4">
      <w:pPr>
        <w:pStyle w:val="libNormal"/>
        <w:rPr>
          <w:rtl/>
        </w:rPr>
      </w:pPr>
      <w:r>
        <w:rPr>
          <w:rFonts w:hint="eastAsia"/>
          <w:rtl/>
        </w:rPr>
        <w:t>مؤمنين</w:t>
      </w:r>
      <w:r>
        <w:rPr>
          <w:rtl/>
        </w:rPr>
        <w:t xml:space="preserve"> :</w:t>
      </w:r>
      <w:r>
        <w:rPr>
          <w:rFonts w:hint="eastAsia"/>
          <w:rtl/>
        </w:rPr>
        <w:t>مؤمنين</w:t>
      </w:r>
      <w:r>
        <w:rPr>
          <w:rtl/>
        </w:rPr>
        <w:t xml:space="preserve"> بہشت مي</w:t>
      </w:r>
      <w:r w:rsidR="00083993">
        <w:rPr>
          <w:rtl/>
        </w:rPr>
        <w:t xml:space="preserve">ں </w:t>
      </w:r>
      <w:r>
        <w:rPr>
          <w:rtl/>
        </w:rPr>
        <w:t>3;مؤمنين كا حسن انجام 12; نيك مؤمنين بہشت مي</w:t>
      </w:r>
      <w:r w:rsidR="00083993">
        <w:rPr>
          <w:rtl/>
        </w:rPr>
        <w:t xml:space="preserve">ں </w:t>
      </w:r>
      <w:r>
        <w:rPr>
          <w:rtl/>
        </w:rPr>
        <w:t>1،6،9 ; نيك مؤمنين كے فضائل7</w:t>
      </w:r>
    </w:p>
    <w:p w:rsidR="000A35E4" w:rsidRDefault="001E7F9D" w:rsidP="00F73EDE">
      <w:pPr>
        <w:pStyle w:val="libPoemTini"/>
        <w:rPr>
          <w:rtl/>
        </w:rPr>
      </w:pPr>
      <w:r>
        <w:rPr>
          <w:rtl/>
        </w:rPr>
        <w:br w:type="page"/>
      </w:r>
    </w:p>
    <w:p w:rsidR="000A35E4" w:rsidRDefault="000A35E4" w:rsidP="000A35E4">
      <w:pPr>
        <w:pStyle w:val="Heading2Center"/>
        <w:rPr>
          <w:rtl/>
        </w:rPr>
      </w:pPr>
      <w:bookmarkStart w:id="24" w:name="_Toc28081702"/>
      <w:r>
        <w:rPr>
          <w:rFonts w:hint="cs"/>
          <w:rtl/>
        </w:rPr>
        <w:lastRenderedPageBreak/>
        <w:t>آیت 24</w:t>
      </w:r>
      <w:bookmarkEnd w:id="24"/>
    </w:p>
    <w:p w:rsidR="001F628F" w:rsidRDefault="00E260F9" w:rsidP="000A35E4">
      <w:pPr>
        <w:pStyle w:val="libNormal"/>
        <w:rPr>
          <w:rtl/>
        </w:rPr>
      </w:pPr>
      <w:r w:rsidRPr="00E260F9">
        <w:rPr>
          <w:rStyle w:val="libAlaemChar"/>
          <w:rFonts w:hint="eastAsia"/>
          <w:rtl/>
        </w:rPr>
        <w:t>(</w:t>
      </w:r>
      <w:r w:rsidRPr="000A35E4">
        <w:rPr>
          <w:rStyle w:val="libAieChar"/>
          <w:rFonts w:hint="eastAsia"/>
          <w:rtl/>
        </w:rPr>
        <w:t>أَلَمْ</w:t>
      </w:r>
      <w:r w:rsidRPr="000A35E4">
        <w:rPr>
          <w:rStyle w:val="libAieChar"/>
          <w:rtl/>
        </w:rPr>
        <w:t xml:space="preserve"> تَرَ كَيْفَ ضَرَبَ اللّهُ مَثَلاً كَلِمَةً طَيِّبَةً كَشَجَرةٍ طَيِّبَةٍ أَصْلُهَا ثَابِتٌ وَفَرْعُهَا فِي السَّمَاء</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تم نے نہي</w:t>
      </w:r>
      <w:r w:rsidR="00083993">
        <w:rPr>
          <w:rtl/>
        </w:rPr>
        <w:t xml:space="preserve">ں </w:t>
      </w:r>
      <w:r>
        <w:rPr>
          <w:rtl/>
        </w:rPr>
        <w:t>ديكھا كہ اللہ نے كس طرح كلمہ طيبہ2_ كى مثال شجرہ طيبہ سے بيان كى ہے جس كى اصل ثابت ہے اور اس كى شاخ آسمان تك پہنچى ہوئي ہے _</w:t>
      </w:r>
    </w:p>
    <w:p w:rsidR="001F628F" w:rsidRDefault="001F628F" w:rsidP="000A35E4">
      <w:pPr>
        <w:pStyle w:val="libNormal"/>
        <w:rPr>
          <w:rtl/>
        </w:rPr>
      </w:pPr>
      <w:r>
        <w:rPr>
          <w:rtl/>
        </w:rPr>
        <w:t>1_خدا وند متعال كا لوگو</w:t>
      </w:r>
      <w:r w:rsidR="00083993">
        <w:rPr>
          <w:rtl/>
        </w:rPr>
        <w:t xml:space="preserve">ں </w:t>
      </w:r>
      <w:r>
        <w:rPr>
          <w:rtl/>
        </w:rPr>
        <w:t>كوحصول حقائق كے لئے اپنى پيش كردہ مثالو</w:t>
      </w:r>
      <w:r w:rsidR="00083993">
        <w:rPr>
          <w:rtl/>
        </w:rPr>
        <w:t xml:space="preserve">ں </w:t>
      </w:r>
      <w:r>
        <w:rPr>
          <w:rtl/>
        </w:rPr>
        <w:t>كے مطالعے اور ان مي</w:t>
      </w:r>
      <w:r w:rsidR="00083993">
        <w:rPr>
          <w:rtl/>
        </w:rPr>
        <w:t xml:space="preserve">ں </w:t>
      </w:r>
      <w:r>
        <w:rPr>
          <w:rtl/>
        </w:rPr>
        <w:t>غور وفكر كرنے كى دعوت دينا _</w:t>
      </w:r>
      <w:r w:rsidRPr="000A35E4">
        <w:rPr>
          <w:rStyle w:val="libArabicChar"/>
          <w:rFonts w:hint="eastAsia"/>
          <w:rtl/>
        </w:rPr>
        <w:t>ا</w:t>
      </w:r>
      <w:r w:rsidRPr="000A35E4">
        <w:rPr>
          <w:rStyle w:val="libArabicChar"/>
          <w:rtl/>
        </w:rPr>
        <w:t xml:space="preserve"> لم تركيف ضرب الله مثل</w:t>
      </w:r>
    </w:p>
    <w:p w:rsidR="001F628F" w:rsidRDefault="001F628F" w:rsidP="001F628F">
      <w:pPr>
        <w:pStyle w:val="libNormal"/>
        <w:rPr>
          <w:rtl/>
        </w:rPr>
      </w:pPr>
      <w:r>
        <w:rPr>
          <w:rtl/>
        </w:rPr>
        <w:t xml:space="preserve">2_پيغمبر اكرم </w:t>
      </w:r>
      <w:r w:rsidR="00F031CD" w:rsidRPr="00F031CD">
        <w:rPr>
          <w:rStyle w:val="libAlaemChar"/>
          <w:rtl/>
        </w:rPr>
        <w:t xml:space="preserve"> صلى‌الله‌عليه‌وآله‌وسلم </w:t>
      </w:r>
      <w:r>
        <w:rPr>
          <w:rtl/>
        </w:rPr>
        <w:t xml:space="preserve"> دينى معارف كو سمجھنے مي</w:t>
      </w:r>
      <w:r w:rsidR="00083993">
        <w:rPr>
          <w:rtl/>
        </w:rPr>
        <w:t xml:space="preserve">ں </w:t>
      </w:r>
      <w:r>
        <w:rPr>
          <w:rtl/>
        </w:rPr>
        <w:t>سب سے اگے اور اس سلسلے مي</w:t>
      </w:r>
      <w:r w:rsidR="00083993">
        <w:rPr>
          <w:rtl/>
        </w:rPr>
        <w:t xml:space="preserve">ں </w:t>
      </w:r>
      <w:r>
        <w:rPr>
          <w:rtl/>
        </w:rPr>
        <w:t>نمونہ عمل كى حيثيت ركھتے تھے_</w:t>
      </w:r>
    </w:p>
    <w:p w:rsidR="001F628F" w:rsidRDefault="001F628F" w:rsidP="000A35E4">
      <w:pPr>
        <w:pStyle w:val="libArabic"/>
        <w:rPr>
          <w:rtl/>
        </w:rPr>
      </w:pPr>
      <w:r>
        <w:rPr>
          <w:rFonts w:hint="eastAsia"/>
          <w:rtl/>
        </w:rPr>
        <w:t>ا</w:t>
      </w:r>
      <w:r>
        <w:rPr>
          <w:rtl/>
        </w:rPr>
        <w:t xml:space="preserve"> لم تركيف ضرب الله مثلاً كلمة طيّبة كشجرة طيّبة</w:t>
      </w:r>
    </w:p>
    <w:p w:rsidR="001F628F" w:rsidRDefault="001F628F" w:rsidP="001F628F">
      <w:pPr>
        <w:pStyle w:val="libNormal"/>
        <w:rPr>
          <w:rtl/>
        </w:rPr>
      </w:pPr>
      <w:r>
        <w:rPr>
          <w:rtl/>
        </w:rPr>
        <w:t>''ا لم تر'' استفہام تقريرى ہے يعنى ''تم ديكھ رہے ہو'' يہا</w:t>
      </w:r>
      <w:r w:rsidR="00083993">
        <w:rPr>
          <w:rtl/>
        </w:rPr>
        <w:t xml:space="preserve">ں </w:t>
      </w:r>
      <w:r>
        <w:rPr>
          <w:rtl/>
        </w:rPr>
        <w:t>خداو ند نے عام لوگو</w:t>
      </w:r>
      <w:r w:rsidR="00083993">
        <w:rPr>
          <w:rtl/>
        </w:rPr>
        <w:t xml:space="preserve">ں </w:t>
      </w:r>
      <w:r>
        <w:rPr>
          <w:rtl/>
        </w:rPr>
        <w:t xml:space="preserve">كے بجائے پيغمبر اكرم </w:t>
      </w:r>
      <w:r w:rsidR="00F031CD" w:rsidRPr="00F031CD">
        <w:rPr>
          <w:rStyle w:val="libAlaemChar"/>
          <w:rtl/>
        </w:rPr>
        <w:t xml:space="preserve"> صلى‌الله‌عليه‌وآله‌وسلم </w:t>
      </w:r>
      <w:r>
        <w:rPr>
          <w:rtl/>
        </w:rPr>
        <w:t xml:space="preserve"> كو خطاب كيا ہے _يہ اس بات كى طرف اشارہ ہو سكتا ہے كہ جب پيغمبر، </w:t>
      </w:r>
      <w:r w:rsidR="00F031CD" w:rsidRPr="00F031CD">
        <w:rPr>
          <w:rStyle w:val="libAlaemChar"/>
          <w:rtl/>
        </w:rPr>
        <w:t xml:space="preserve"> صلى‌الله‌عليه‌وآله‌وسلم </w:t>
      </w:r>
      <w:r>
        <w:rPr>
          <w:rtl/>
        </w:rPr>
        <w:t xml:space="preserve"> خداوند متعال كى پيش كردہ مثالو</w:t>
      </w:r>
      <w:r w:rsidR="00083993">
        <w:rPr>
          <w:rtl/>
        </w:rPr>
        <w:t xml:space="preserve">ں </w:t>
      </w:r>
      <w:r>
        <w:rPr>
          <w:rtl/>
        </w:rPr>
        <w:t>مي</w:t>
      </w:r>
      <w:r w:rsidR="00083993">
        <w:rPr>
          <w:rtl/>
        </w:rPr>
        <w:t xml:space="preserve">ں </w:t>
      </w:r>
      <w:r>
        <w:rPr>
          <w:rtl/>
        </w:rPr>
        <w:t>غور وفكر كرتے ہي</w:t>
      </w:r>
      <w:r w:rsidR="00083993">
        <w:rPr>
          <w:rtl/>
        </w:rPr>
        <w:t xml:space="preserve">ں </w:t>
      </w:r>
      <w:r>
        <w:rPr>
          <w:rtl/>
        </w:rPr>
        <w:t>تولوگو</w:t>
      </w:r>
      <w:r w:rsidR="00083993">
        <w:rPr>
          <w:rtl/>
        </w:rPr>
        <w:t xml:space="preserve">ں </w:t>
      </w:r>
      <w:r>
        <w:rPr>
          <w:rtl/>
        </w:rPr>
        <w:t>كو چاہيے وہ انحضر ت</w:t>
      </w:r>
      <w:r w:rsidR="00F031CD" w:rsidRPr="00F031CD">
        <w:rPr>
          <w:rStyle w:val="libAlaemChar"/>
          <w:rtl/>
        </w:rPr>
        <w:t xml:space="preserve"> صلى‌الله‌عليه‌وآله‌وسلم </w:t>
      </w:r>
      <w:r>
        <w:rPr>
          <w:rtl/>
        </w:rPr>
        <w:t xml:space="preserve"> كواپنے لئے نمونہ عمل بنائي</w:t>
      </w:r>
      <w:r w:rsidR="00083993">
        <w:rPr>
          <w:rtl/>
        </w:rPr>
        <w:t xml:space="preserve">ں </w:t>
      </w:r>
      <w:r>
        <w:rPr>
          <w:rtl/>
        </w:rPr>
        <w:t>_</w:t>
      </w:r>
    </w:p>
    <w:p w:rsidR="001F628F" w:rsidRDefault="001F628F" w:rsidP="001F628F">
      <w:pPr>
        <w:pStyle w:val="libNormal"/>
        <w:rPr>
          <w:rtl/>
        </w:rPr>
      </w:pPr>
      <w:r>
        <w:rPr>
          <w:rtl/>
        </w:rPr>
        <w:t>3_''كلمہ طيبہ''ايسا پاك درخت ہے كہ جس كى جڑي</w:t>
      </w:r>
      <w:r w:rsidR="00083993">
        <w:rPr>
          <w:rtl/>
        </w:rPr>
        <w:t xml:space="preserve">ں </w:t>
      </w:r>
      <w:r>
        <w:rPr>
          <w:rtl/>
        </w:rPr>
        <w:t>محكم اور شاخي</w:t>
      </w:r>
      <w:r w:rsidR="00083993">
        <w:rPr>
          <w:rtl/>
        </w:rPr>
        <w:t xml:space="preserve">ں </w:t>
      </w:r>
      <w:r>
        <w:rPr>
          <w:rtl/>
        </w:rPr>
        <w:t>اور پتے فضا كى بلندى كو چھو رہے ہو</w:t>
      </w:r>
      <w:r w:rsidR="00083993">
        <w:rPr>
          <w:rtl/>
        </w:rPr>
        <w:t xml:space="preserve">ں </w:t>
      </w:r>
      <w:r>
        <w:rPr>
          <w:rtl/>
        </w:rPr>
        <w:t>_</w:t>
      </w:r>
    </w:p>
    <w:p w:rsidR="001F628F" w:rsidRDefault="001F628F" w:rsidP="000A35E4">
      <w:pPr>
        <w:pStyle w:val="libArabic"/>
        <w:rPr>
          <w:rtl/>
        </w:rPr>
      </w:pPr>
      <w:r>
        <w:rPr>
          <w:rFonts w:hint="eastAsia"/>
          <w:rtl/>
        </w:rPr>
        <w:t>كلمة</w:t>
      </w:r>
      <w:r>
        <w:rPr>
          <w:rtl/>
        </w:rPr>
        <w:t xml:space="preserve"> طيّبة كشجرة طيّبة ا صل</w:t>
      </w:r>
      <w:r w:rsidR="00B2551F" w:rsidRPr="00B2551F">
        <w:rPr>
          <w:rFonts w:hint="cs"/>
          <w:rtl/>
        </w:rPr>
        <w:t>ه</w:t>
      </w:r>
      <w:r>
        <w:rPr>
          <w:rFonts w:hint="cs"/>
          <w:rtl/>
        </w:rPr>
        <w:t>ا</w:t>
      </w:r>
      <w:r>
        <w:rPr>
          <w:rtl/>
        </w:rPr>
        <w:t xml:space="preserve"> </w:t>
      </w:r>
      <w:r>
        <w:rPr>
          <w:rFonts w:hint="cs"/>
          <w:rtl/>
        </w:rPr>
        <w:t>ثابت</w:t>
      </w:r>
      <w:r>
        <w:rPr>
          <w:rtl/>
        </w:rPr>
        <w:t xml:space="preserve"> </w:t>
      </w:r>
      <w:r>
        <w:rPr>
          <w:rFonts w:hint="cs"/>
          <w:rtl/>
        </w:rPr>
        <w:t>وفرع</w:t>
      </w:r>
      <w:r w:rsidR="00B2551F" w:rsidRPr="00B2551F">
        <w:rPr>
          <w:rFonts w:hint="cs"/>
          <w:rtl/>
        </w:rPr>
        <w:t>ه</w:t>
      </w:r>
      <w:r>
        <w:rPr>
          <w:rFonts w:hint="cs"/>
          <w:rtl/>
        </w:rPr>
        <w:t>ا</w:t>
      </w:r>
      <w:r>
        <w:rPr>
          <w:rtl/>
        </w:rPr>
        <w:t xml:space="preserve"> </w:t>
      </w:r>
      <w:r>
        <w:rPr>
          <w:rFonts w:hint="cs"/>
          <w:rtl/>
        </w:rPr>
        <w:t>فى</w:t>
      </w:r>
      <w:r>
        <w:rPr>
          <w:rtl/>
        </w:rPr>
        <w:t xml:space="preserve"> </w:t>
      </w:r>
      <w:r w:rsidR="00F72CEB" w:rsidRPr="00F72CEB">
        <w:rPr>
          <w:rFonts w:hint="cs"/>
          <w:rtl/>
        </w:rPr>
        <w:t>السّماء</w:t>
      </w:r>
    </w:p>
    <w:p w:rsidR="001F628F" w:rsidRDefault="001F628F" w:rsidP="001F628F">
      <w:pPr>
        <w:pStyle w:val="libNormal"/>
        <w:rPr>
          <w:rtl/>
        </w:rPr>
      </w:pPr>
      <w:r>
        <w:rPr>
          <w:rtl/>
        </w:rPr>
        <w:t>4_حق پر مبنى اعتقادات ،محكم اور گہرى جڑو</w:t>
      </w:r>
      <w:r w:rsidR="00083993">
        <w:rPr>
          <w:rtl/>
        </w:rPr>
        <w:t xml:space="preserve">ں </w:t>
      </w:r>
      <w:r>
        <w:rPr>
          <w:rtl/>
        </w:rPr>
        <w:t>والے درخت كى مانند ہوتے ہي</w:t>
      </w:r>
      <w:r w:rsidR="00083993">
        <w:rPr>
          <w:rtl/>
        </w:rPr>
        <w:t xml:space="preserve">ں </w:t>
      </w:r>
      <w:r>
        <w:rPr>
          <w:rtl/>
        </w:rPr>
        <w:t>_</w:t>
      </w:r>
    </w:p>
    <w:p w:rsidR="001F628F" w:rsidRDefault="001F628F" w:rsidP="000A35E4">
      <w:pPr>
        <w:pStyle w:val="libArabic"/>
        <w:rPr>
          <w:rtl/>
        </w:rPr>
      </w:pPr>
      <w:r>
        <w:rPr>
          <w:rFonts w:hint="eastAsia"/>
          <w:rtl/>
        </w:rPr>
        <w:t>كلمة</w:t>
      </w:r>
      <w:r>
        <w:rPr>
          <w:rtl/>
        </w:rPr>
        <w:t xml:space="preserve"> طيّبة كشجرة طيّبة ا صل</w:t>
      </w:r>
      <w:r w:rsidR="00B2551F" w:rsidRPr="00B2551F">
        <w:rPr>
          <w:rFonts w:hint="cs"/>
          <w:rtl/>
        </w:rPr>
        <w:t>ه</w:t>
      </w:r>
      <w:r>
        <w:rPr>
          <w:rFonts w:hint="cs"/>
          <w:rtl/>
        </w:rPr>
        <w:t>ا</w:t>
      </w:r>
      <w:r>
        <w:rPr>
          <w:rtl/>
        </w:rPr>
        <w:t xml:space="preserve"> </w:t>
      </w:r>
      <w:r>
        <w:rPr>
          <w:rFonts w:hint="cs"/>
          <w:rtl/>
        </w:rPr>
        <w:t>ثابت</w:t>
      </w:r>
      <w:r>
        <w:rPr>
          <w:rtl/>
        </w:rPr>
        <w:t xml:space="preserve"> </w:t>
      </w:r>
      <w:r>
        <w:rPr>
          <w:rFonts w:hint="cs"/>
          <w:rtl/>
        </w:rPr>
        <w:t>وفرع</w:t>
      </w:r>
      <w:r w:rsidR="00B2551F" w:rsidRPr="00B2551F">
        <w:rPr>
          <w:rFonts w:hint="cs"/>
          <w:rtl/>
        </w:rPr>
        <w:t>ه</w:t>
      </w:r>
      <w:r>
        <w:rPr>
          <w:rFonts w:hint="cs"/>
          <w:rtl/>
        </w:rPr>
        <w:t>ا</w:t>
      </w:r>
      <w:r>
        <w:rPr>
          <w:rtl/>
        </w:rPr>
        <w:t xml:space="preserve"> </w:t>
      </w:r>
      <w:r>
        <w:rPr>
          <w:rFonts w:hint="cs"/>
          <w:rtl/>
        </w:rPr>
        <w:t>فى</w:t>
      </w:r>
      <w:r>
        <w:rPr>
          <w:rtl/>
        </w:rPr>
        <w:t xml:space="preserve"> </w:t>
      </w:r>
      <w:r w:rsidR="00F72CEB" w:rsidRPr="00F72CEB">
        <w:rPr>
          <w:rFonts w:hint="cs"/>
          <w:rtl/>
        </w:rPr>
        <w:t>السّماء</w:t>
      </w:r>
    </w:p>
    <w:p w:rsidR="001F628F" w:rsidRDefault="001F628F" w:rsidP="001F628F">
      <w:pPr>
        <w:pStyle w:val="libNormal"/>
        <w:rPr>
          <w:rtl/>
        </w:rPr>
      </w:pPr>
      <w:r>
        <w:rPr>
          <w:rtl/>
        </w:rPr>
        <w:t>''شجرہ طيبہ '' كے بارے مي</w:t>
      </w:r>
      <w:r w:rsidR="00083993">
        <w:rPr>
          <w:rtl/>
        </w:rPr>
        <w:t xml:space="preserve">ں </w:t>
      </w:r>
      <w:r>
        <w:rPr>
          <w:rtl/>
        </w:rPr>
        <w:t>اب تك مفسرين نے جو معانى صحابہ اورتابعين سے نقل كيے ہي</w:t>
      </w:r>
      <w:r w:rsidR="00083993">
        <w:rPr>
          <w:rtl/>
        </w:rPr>
        <w:t xml:space="preserve">ں </w:t>
      </w:r>
      <w:r>
        <w:rPr>
          <w:rtl/>
        </w:rPr>
        <w:t>ان مي</w:t>
      </w:r>
      <w:r w:rsidR="00083993">
        <w:rPr>
          <w:rtl/>
        </w:rPr>
        <w:t xml:space="preserve">ں </w:t>
      </w:r>
      <w:r>
        <w:rPr>
          <w:rtl/>
        </w:rPr>
        <w:t>ايك عقيدہ توحيد اور كلمہ ''لا الہ الا الله '' ہے كہ جو عقيدہ حق ہے _</w:t>
      </w:r>
    </w:p>
    <w:p w:rsidR="00E42FDC" w:rsidRDefault="001F628F" w:rsidP="00E42FDC">
      <w:pPr>
        <w:pStyle w:val="libNormal"/>
        <w:rPr>
          <w:rtl/>
        </w:rPr>
      </w:pPr>
      <w:r>
        <w:rPr>
          <w:rtl/>
        </w:rPr>
        <w:t>5_ قران كريم كى تعليمى روشو</w:t>
      </w:r>
      <w:r w:rsidR="00083993">
        <w:rPr>
          <w:rtl/>
        </w:rPr>
        <w:t xml:space="preserve">ں </w:t>
      </w:r>
      <w:r>
        <w:rPr>
          <w:rtl/>
        </w:rPr>
        <w:t>مي</w:t>
      </w:r>
      <w:r w:rsidR="00083993">
        <w:rPr>
          <w:rtl/>
        </w:rPr>
        <w:t xml:space="preserve">ں </w:t>
      </w:r>
      <w:r>
        <w:rPr>
          <w:rtl/>
        </w:rPr>
        <w:t>سے ايك ،تعليمات</w:t>
      </w:r>
      <w:r w:rsidR="00E42FDC" w:rsidRPr="00E42FDC">
        <w:rPr>
          <w:rFonts w:hint="eastAsia"/>
          <w:rtl/>
        </w:rPr>
        <w:t xml:space="preserve"> </w:t>
      </w:r>
      <w:r w:rsidR="00E42FDC">
        <w:rPr>
          <w:rFonts w:hint="eastAsia"/>
          <w:rtl/>
        </w:rPr>
        <w:t>كو</w:t>
      </w:r>
      <w:r w:rsidR="00E42FDC">
        <w:rPr>
          <w:rtl/>
        </w:rPr>
        <w:t xml:space="preserve"> قابل فہم بنا نے اور عينى شكل دينے كے لئے انہيں محسوسات سے تشبيہ دينا ہے _</w:t>
      </w:r>
    </w:p>
    <w:p w:rsidR="00E42FDC" w:rsidRDefault="00E42FDC" w:rsidP="00E42FDC">
      <w:pPr>
        <w:pStyle w:val="libArabic"/>
        <w:rPr>
          <w:rtl/>
        </w:rPr>
      </w:pPr>
      <w:r>
        <w:rPr>
          <w:rFonts w:hint="eastAsia"/>
          <w:rtl/>
        </w:rPr>
        <w:t>ضرب</w:t>
      </w:r>
      <w:r>
        <w:rPr>
          <w:rtl/>
        </w:rPr>
        <w:t xml:space="preserve"> الله مثلاً كلمة طيّبة كشجرة طيّبة ا صل</w:t>
      </w:r>
      <w:r w:rsidR="00B2551F" w:rsidRPr="00B2551F">
        <w:rPr>
          <w:rFonts w:hint="cs"/>
          <w:rtl/>
        </w:rPr>
        <w:t>ه</w:t>
      </w:r>
      <w:r>
        <w:rPr>
          <w:rFonts w:hint="cs"/>
          <w:rtl/>
        </w:rPr>
        <w:t>ا</w:t>
      </w:r>
      <w:r>
        <w:rPr>
          <w:rtl/>
        </w:rPr>
        <w:t xml:space="preserve"> </w:t>
      </w:r>
      <w:r>
        <w:rPr>
          <w:rFonts w:hint="cs"/>
          <w:rtl/>
        </w:rPr>
        <w:t>ثابت</w:t>
      </w:r>
      <w:r>
        <w:rPr>
          <w:rtl/>
        </w:rPr>
        <w:t xml:space="preserve"> </w:t>
      </w:r>
      <w:r>
        <w:rPr>
          <w:rFonts w:hint="cs"/>
          <w:rtl/>
        </w:rPr>
        <w:t>وفرع</w:t>
      </w:r>
      <w:r w:rsidR="00B2551F" w:rsidRPr="00B2551F">
        <w:rPr>
          <w:rFonts w:hint="cs"/>
          <w:rtl/>
        </w:rPr>
        <w:t>ه</w:t>
      </w:r>
      <w:r>
        <w:rPr>
          <w:rFonts w:hint="cs"/>
          <w:rtl/>
        </w:rPr>
        <w:t>ا</w:t>
      </w:r>
      <w:r>
        <w:rPr>
          <w:rtl/>
        </w:rPr>
        <w:t xml:space="preserve"> </w:t>
      </w:r>
      <w:r>
        <w:rPr>
          <w:rFonts w:hint="cs"/>
          <w:rtl/>
        </w:rPr>
        <w:t>فى</w:t>
      </w:r>
      <w:r>
        <w:rPr>
          <w:rtl/>
        </w:rPr>
        <w:t xml:space="preserve"> </w:t>
      </w:r>
      <w:r w:rsidR="00F72CEB" w:rsidRPr="00F72CEB">
        <w:rPr>
          <w:rFonts w:hint="cs"/>
          <w:rtl/>
        </w:rPr>
        <w:t>السّماء</w:t>
      </w:r>
    </w:p>
    <w:p w:rsidR="001F628F" w:rsidRDefault="001F628F" w:rsidP="001F628F">
      <w:pPr>
        <w:pStyle w:val="libNormal"/>
        <w:rPr>
          <w:rtl/>
        </w:rPr>
      </w:pPr>
    </w:p>
    <w:p w:rsidR="000A35E4" w:rsidRDefault="001E7F9D" w:rsidP="00F73EDE">
      <w:pPr>
        <w:pStyle w:val="libPoemTini"/>
        <w:rPr>
          <w:rtl/>
        </w:rPr>
      </w:pPr>
      <w:r>
        <w:rPr>
          <w:rtl/>
        </w:rPr>
        <w:br w:type="page"/>
      </w:r>
    </w:p>
    <w:p w:rsidR="001F628F" w:rsidRDefault="001F628F" w:rsidP="001F628F">
      <w:pPr>
        <w:pStyle w:val="libNormal"/>
        <w:rPr>
          <w:rtl/>
        </w:rPr>
      </w:pPr>
      <w:r>
        <w:rPr>
          <w:rtl/>
        </w:rPr>
        <w:lastRenderedPageBreak/>
        <w:t>6_</w:t>
      </w:r>
      <w:r w:rsidRPr="00E42FDC">
        <w:rPr>
          <w:rStyle w:val="libArabicChar"/>
          <w:rtl/>
        </w:rPr>
        <w:t xml:space="preserve">''جابرالجعفى قال:سا لت ا باجعفر محمد بن على الباقر </w:t>
      </w:r>
      <w:r w:rsidR="00367F17" w:rsidRPr="00367F17">
        <w:rPr>
          <w:rStyle w:val="libAlaemChar"/>
          <w:rtl/>
        </w:rPr>
        <w:t xml:space="preserve"> عليه‌السلام </w:t>
      </w:r>
      <w:r w:rsidRPr="00E42FDC">
        <w:rPr>
          <w:rStyle w:val="libArabicChar"/>
          <w:rtl/>
        </w:rPr>
        <w:t xml:space="preserve"> عن قول الله عزّوجلّ :''كشجرة طيّبة ا صل</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ثابت</w:t>
      </w:r>
      <w:r w:rsidRPr="00E42FDC">
        <w:rPr>
          <w:rStyle w:val="libArabicChar"/>
          <w:rtl/>
        </w:rPr>
        <w:t xml:space="preserve"> </w:t>
      </w:r>
      <w:r w:rsidRPr="00E42FDC">
        <w:rPr>
          <w:rStyle w:val="libArabicChar"/>
          <w:rFonts w:hint="cs"/>
          <w:rtl/>
        </w:rPr>
        <w:t>وفرع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فى</w:t>
      </w:r>
      <w:r w:rsidRPr="00E42FDC">
        <w:rPr>
          <w:rStyle w:val="libArabicChar"/>
          <w:rtl/>
        </w:rPr>
        <w:t xml:space="preserve"> </w:t>
      </w:r>
      <w:r w:rsidR="00F72CEB" w:rsidRPr="00F72CEB">
        <w:rPr>
          <w:rStyle w:val="libArabicChar"/>
          <w:rFonts w:hint="cs"/>
          <w:rtl/>
        </w:rPr>
        <w:t>السّماء</w:t>
      </w:r>
      <w:r w:rsidRPr="00E42FDC">
        <w:rPr>
          <w:rStyle w:val="libArabicChar"/>
          <w:rtl/>
        </w:rPr>
        <w:t xml:space="preserve"> ...'' قال: ا مّا الشجرة فرسول الله </w:t>
      </w:r>
      <w:r w:rsidR="00F031CD" w:rsidRPr="00F031CD">
        <w:rPr>
          <w:rStyle w:val="libAlaemChar"/>
          <w:rtl/>
        </w:rPr>
        <w:t xml:space="preserve"> صلى‌الله‌عليه‌وآله‌وسلم </w:t>
      </w:r>
      <w:r w:rsidRPr="00E42FDC">
        <w:rPr>
          <w:rStyle w:val="libArabicChar"/>
          <w:rtl/>
        </w:rPr>
        <w:t xml:space="preserve"> وفرع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علي</w:t>
      </w:r>
      <w:r w:rsidR="00367F17" w:rsidRPr="00367F17">
        <w:rPr>
          <w:rStyle w:val="libAlaemChar"/>
          <w:rtl/>
        </w:rPr>
        <w:t xml:space="preserve"> عليه‌السلام </w:t>
      </w:r>
      <w:r w:rsidRPr="00E42FDC">
        <w:rPr>
          <w:rStyle w:val="libArabicChar"/>
          <w:rFonts w:hint="cs"/>
          <w:rtl/>
        </w:rPr>
        <w:t>وغصن</w:t>
      </w:r>
      <w:r w:rsidRPr="00E42FDC">
        <w:rPr>
          <w:rStyle w:val="libArabicChar"/>
          <w:rtl/>
        </w:rPr>
        <w:t xml:space="preserve"> </w:t>
      </w:r>
      <w:r w:rsidRPr="00E42FDC">
        <w:rPr>
          <w:rStyle w:val="libArabicChar"/>
          <w:rFonts w:hint="cs"/>
          <w:rtl/>
        </w:rPr>
        <w:t>الشجرة</w:t>
      </w:r>
      <w:r w:rsidRPr="00E42FDC">
        <w:rPr>
          <w:rStyle w:val="libArabicChar"/>
          <w:rtl/>
        </w:rPr>
        <w:t xml:space="preserve"> </w:t>
      </w:r>
      <w:r w:rsidRPr="00E42FDC">
        <w:rPr>
          <w:rStyle w:val="libArabicChar"/>
          <w:rFonts w:hint="cs"/>
          <w:rtl/>
        </w:rPr>
        <w:t>فاطمة</w:t>
      </w:r>
      <w:r w:rsidRPr="00E42FDC">
        <w:rPr>
          <w:rStyle w:val="libArabicChar"/>
          <w:rtl/>
        </w:rPr>
        <w:t xml:space="preserve"> </w:t>
      </w:r>
      <w:r w:rsidRPr="00E42FDC">
        <w:rPr>
          <w:rStyle w:val="libArabicChar"/>
          <w:rFonts w:hint="cs"/>
          <w:rtl/>
        </w:rPr>
        <w:t>بنت</w:t>
      </w:r>
      <w:r w:rsidRPr="00E42FDC">
        <w:rPr>
          <w:rStyle w:val="libArabicChar"/>
          <w:rtl/>
        </w:rPr>
        <w:t xml:space="preserve"> </w:t>
      </w:r>
      <w:r w:rsidRPr="00E42FDC">
        <w:rPr>
          <w:rStyle w:val="libArabicChar"/>
          <w:rFonts w:hint="cs"/>
          <w:rtl/>
        </w:rPr>
        <w:t>رسول</w:t>
      </w:r>
      <w:r w:rsidRPr="00E42FDC">
        <w:rPr>
          <w:rStyle w:val="libArabicChar"/>
          <w:rtl/>
        </w:rPr>
        <w:t xml:space="preserve"> </w:t>
      </w:r>
      <w:r w:rsidRPr="00E42FDC">
        <w:rPr>
          <w:rStyle w:val="libArabicChar"/>
          <w:rFonts w:hint="cs"/>
          <w:rtl/>
        </w:rPr>
        <w:t>الله</w:t>
      </w:r>
      <w:r w:rsidRPr="00E42FDC">
        <w:rPr>
          <w:rStyle w:val="libArabicChar"/>
          <w:rtl/>
        </w:rPr>
        <w:t xml:space="preserve"> </w:t>
      </w:r>
      <w:r w:rsidR="00F031CD" w:rsidRPr="00F031CD">
        <w:rPr>
          <w:rStyle w:val="libAlaemChar"/>
          <w:rtl/>
        </w:rPr>
        <w:t xml:space="preserve"> صلى‌الله‌عليه‌وآله‌وسلم </w:t>
      </w:r>
      <w:r w:rsidRPr="00E42FDC">
        <w:rPr>
          <w:rStyle w:val="libArabicChar"/>
          <w:rtl/>
        </w:rPr>
        <w:t xml:space="preserve"> </w:t>
      </w:r>
      <w:r w:rsidRPr="00E42FDC">
        <w:rPr>
          <w:rStyle w:val="libArabicChar"/>
          <w:rFonts w:hint="cs"/>
          <w:rtl/>
        </w:rPr>
        <w:t>و</w:t>
      </w:r>
      <w:r w:rsidRPr="00E42FDC">
        <w:rPr>
          <w:rStyle w:val="libArabicChar"/>
          <w:rtl/>
        </w:rPr>
        <w:t xml:space="preserve"> </w:t>
      </w:r>
      <w:r w:rsidRPr="00E42FDC">
        <w:rPr>
          <w:rStyle w:val="libArabicChar"/>
          <w:rFonts w:hint="cs"/>
          <w:rtl/>
        </w:rPr>
        <w:t>ثمر</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ا</w:t>
      </w:r>
      <w:r w:rsidRPr="00E42FDC">
        <w:rPr>
          <w:rStyle w:val="libArabicChar"/>
          <w:rtl/>
        </w:rPr>
        <w:t xml:space="preserve"> </w:t>
      </w:r>
      <w:r w:rsidRPr="00E42FDC">
        <w:rPr>
          <w:rStyle w:val="libArabicChar"/>
          <w:rFonts w:hint="cs"/>
          <w:rtl/>
        </w:rPr>
        <w:t>ولاد</w:t>
      </w:r>
      <w:r w:rsidR="00B2551F" w:rsidRPr="00B2551F">
        <w:rPr>
          <w:rStyle w:val="libArabicChar"/>
          <w:rFonts w:hint="cs"/>
          <w:rtl/>
        </w:rPr>
        <w:t>ه</w:t>
      </w:r>
      <w:r w:rsidRPr="00E42FDC">
        <w:rPr>
          <w:rStyle w:val="libArabicChar"/>
          <w:rFonts w:hint="cs"/>
          <w:rtl/>
        </w:rPr>
        <w:t>ا</w:t>
      </w:r>
      <w:r w:rsidR="00367F17" w:rsidRPr="00367F17">
        <w:rPr>
          <w:rStyle w:val="libAlaemChar"/>
          <w:rtl/>
        </w:rPr>
        <w:t xml:space="preserve"> عليه‌السلام </w:t>
      </w:r>
      <w:r w:rsidRPr="00E42FDC">
        <w:rPr>
          <w:rStyle w:val="libArabicChar"/>
          <w:rtl/>
        </w:rPr>
        <w:t xml:space="preserve"> </w:t>
      </w:r>
      <w:r w:rsidRPr="00E42FDC">
        <w:rPr>
          <w:rStyle w:val="libArabicChar"/>
          <w:rFonts w:hint="cs"/>
          <w:rtl/>
        </w:rPr>
        <w:t>و</w:t>
      </w:r>
      <w:r w:rsidRPr="00E42FDC">
        <w:rPr>
          <w:rStyle w:val="libArabicChar"/>
          <w:rtl/>
        </w:rPr>
        <w:t xml:space="preserve"> </w:t>
      </w:r>
      <w:r w:rsidRPr="00E42FDC">
        <w:rPr>
          <w:rStyle w:val="libArabicChar"/>
          <w:rFonts w:hint="cs"/>
          <w:rtl/>
        </w:rPr>
        <w:t>ورق</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شيعتنا</w:t>
      </w:r>
      <w:r w:rsidRPr="00E42FDC">
        <w:rPr>
          <w:rStyle w:val="libArabicChar"/>
          <w:rtl/>
        </w:rPr>
        <w:t xml:space="preserve"> ...;</w:t>
      </w:r>
      <w:r>
        <w:rPr>
          <w:rtl/>
        </w:rPr>
        <w:t xml:space="preserve"> </w:t>
      </w:r>
      <w:r w:rsidRPr="00E42FDC">
        <w:rPr>
          <w:rStyle w:val="libFootnotenumChar"/>
          <w:rtl/>
        </w:rPr>
        <w:t>(1)</w:t>
      </w:r>
      <w:r>
        <w:rPr>
          <w:rtl/>
        </w:rPr>
        <w:t>جاب</w:t>
      </w:r>
      <w:r>
        <w:rPr>
          <w:rFonts w:hint="eastAsia"/>
          <w:rtl/>
        </w:rPr>
        <w:t>ر</w:t>
      </w:r>
      <w:r>
        <w:rPr>
          <w:rtl/>
        </w:rPr>
        <w:t xml:space="preserve"> جعفى كہتے ہي</w:t>
      </w:r>
      <w:r w:rsidR="00083993">
        <w:rPr>
          <w:rtl/>
        </w:rPr>
        <w:t xml:space="preserve">ں </w:t>
      </w:r>
      <w:r>
        <w:rPr>
          <w:rtl/>
        </w:rPr>
        <w:t>: مي</w:t>
      </w:r>
      <w:r w:rsidR="00083993">
        <w:rPr>
          <w:rtl/>
        </w:rPr>
        <w:t xml:space="preserve">ں </w:t>
      </w:r>
      <w:r>
        <w:rPr>
          <w:rtl/>
        </w:rPr>
        <w:t xml:space="preserve">نے خدا وند متعال كے قول ''كشجرہ طيبة___'' كے بارے امام جعفر صادق </w:t>
      </w:r>
      <w:r w:rsidR="00367F17" w:rsidRPr="00367F17">
        <w:rPr>
          <w:rStyle w:val="libAlaemChar"/>
          <w:rtl/>
        </w:rPr>
        <w:t xml:space="preserve"> عليه‌السلام </w:t>
      </w:r>
      <w:r>
        <w:rPr>
          <w:rtl/>
        </w:rPr>
        <w:t xml:space="preserve"> سے پوچھا تو اپ </w:t>
      </w:r>
      <w:r w:rsidR="00367F17" w:rsidRPr="00367F17">
        <w:rPr>
          <w:rStyle w:val="libAlaemChar"/>
          <w:rtl/>
        </w:rPr>
        <w:t xml:space="preserve"> عليه‌السلام </w:t>
      </w:r>
      <w:r>
        <w:rPr>
          <w:rtl/>
        </w:rPr>
        <w:t xml:space="preserve"> نے فرمايا:درخت سے مراد تو رسول خدا </w:t>
      </w:r>
      <w:r w:rsidR="00F031CD" w:rsidRPr="00F031CD">
        <w:rPr>
          <w:rStyle w:val="libAlaemChar"/>
          <w:rtl/>
        </w:rPr>
        <w:t xml:space="preserve"> صلى‌الله‌عليه‌وآله‌وسلم </w:t>
      </w:r>
      <w:r>
        <w:rPr>
          <w:rtl/>
        </w:rPr>
        <w:t xml:space="preserve"> ہي</w:t>
      </w:r>
      <w:r w:rsidR="00083993">
        <w:rPr>
          <w:rtl/>
        </w:rPr>
        <w:t xml:space="preserve">ں </w:t>
      </w:r>
      <w:r>
        <w:rPr>
          <w:rtl/>
        </w:rPr>
        <w:t xml:space="preserve">اور اس كى اصلى شاخ على </w:t>
      </w:r>
      <w:r w:rsidR="00367F17" w:rsidRPr="00367F17">
        <w:rPr>
          <w:rStyle w:val="libAlaemChar"/>
          <w:rtl/>
        </w:rPr>
        <w:t xml:space="preserve"> عليه‌السلام </w:t>
      </w:r>
      <w:r>
        <w:rPr>
          <w:rtl/>
        </w:rPr>
        <w:t xml:space="preserve"> ہي</w:t>
      </w:r>
      <w:r w:rsidR="00083993">
        <w:rPr>
          <w:rtl/>
        </w:rPr>
        <w:t xml:space="preserve">ں </w:t>
      </w:r>
      <w:r>
        <w:rPr>
          <w:rtl/>
        </w:rPr>
        <w:t xml:space="preserve">اور اس كى فرعى شاخ فاطمہ </w:t>
      </w:r>
      <w:r w:rsidR="00367F17" w:rsidRPr="00367F17">
        <w:rPr>
          <w:rStyle w:val="libAlaemChar"/>
          <w:rtl/>
        </w:rPr>
        <w:t xml:space="preserve"> عليه‌السلام </w:t>
      </w:r>
      <w:r>
        <w:rPr>
          <w:rtl/>
        </w:rPr>
        <w:t xml:space="preserve"> بنت رسول </w:t>
      </w:r>
      <w:r w:rsidR="00F031CD" w:rsidRPr="00F031CD">
        <w:rPr>
          <w:rStyle w:val="libAlaemChar"/>
          <w:rtl/>
        </w:rPr>
        <w:t xml:space="preserve"> صلى‌الله‌عليه‌وآله‌وسلم </w:t>
      </w:r>
      <w:r>
        <w:rPr>
          <w:rtl/>
        </w:rPr>
        <w:t xml:space="preserve"> ہي</w:t>
      </w:r>
      <w:r w:rsidR="00083993">
        <w:rPr>
          <w:rtl/>
        </w:rPr>
        <w:t xml:space="preserve">ں </w:t>
      </w:r>
      <w:r>
        <w:rPr>
          <w:rtl/>
        </w:rPr>
        <w:t xml:space="preserve">اور اس كے پھل ان كى اولاد ( حسن </w:t>
      </w:r>
      <w:r w:rsidR="00367F17" w:rsidRPr="00367F17">
        <w:rPr>
          <w:rStyle w:val="libAlaemChar"/>
          <w:rtl/>
        </w:rPr>
        <w:t xml:space="preserve"> عليه‌السلام </w:t>
      </w:r>
      <w:r>
        <w:rPr>
          <w:rtl/>
        </w:rPr>
        <w:t xml:space="preserve"> و حسين </w:t>
      </w:r>
      <w:r w:rsidR="00367F17" w:rsidRPr="00367F17">
        <w:rPr>
          <w:rStyle w:val="libAlaemChar"/>
          <w:rtl/>
        </w:rPr>
        <w:t xml:space="preserve"> عليه‌السلام </w:t>
      </w:r>
      <w:r>
        <w:rPr>
          <w:rtl/>
        </w:rPr>
        <w:t xml:space="preserve"> )ہي</w:t>
      </w:r>
      <w:r w:rsidR="00083993">
        <w:rPr>
          <w:rtl/>
        </w:rPr>
        <w:t xml:space="preserve">ں </w:t>
      </w:r>
      <w:r>
        <w:rPr>
          <w:rtl/>
        </w:rPr>
        <w:t>اور اسكے پتے ہمارے شيعہ ہي</w:t>
      </w:r>
      <w:r w:rsidR="00083993">
        <w:rPr>
          <w:rtl/>
        </w:rPr>
        <w:t xml:space="preserve">ں </w:t>
      </w:r>
      <w:r>
        <w:rPr>
          <w:rtl/>
        </w:rPr>
        <w:t>_</w:t>
      </w:r>
    </w:p>
    <w:p w:rsidR="001F628F" w:rsidRDefault="001F628F" w:rsidP="001F628F">
      <w:pPr>
        <w:pStyle w:val="libNormal"/>
        <w:rPr>
          <w:rtl/>
        </w:rPr>
      </w:pPr>
      <w:r>
        <w:rPr>
          <w:rtl/>
        </w:rPr>
        <w:t>7_</w:t>
      </w:r>
      <w:r w:rsidRPr="00E42FDC">
        <w:rPr>
          <w:rStyle w:val="libArabicChar"/>
          <w:rtl/>
        </w:rPr>
        <w:t xml:space="preserve">''عمربن حريث قال: سا لت ا با عبدالله </w:t>
      </w:r>
      <w:r w:rsidR="00367F17" w:rsidRPr="00367F17">
        <w:rPr>
          <w:rStyle w:val="libAlaemChar"/>
          <w:rtl/>
        </w:rPr>
        <w:t xml:space="preserve"> عليه‌السلام </w:t>
      </w:r>
      <w:r w:rsidRPr="00E42FDC">
        <w:rPr>
          <w:rStyle w:val="libArabicChar"/>
          <w:rtl/>
        </w:rPr>
        <w:t xml:space="preserve"> عن قول الله :''كشجرة طيبة ا صل</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ثابت</w:t>
      </w:r>
      <w:r w:rsidRPr="00E42FDC">
        <w:rPr>
          <w:rStyle w:val="libArabicChar"/>
          <w:rtl/>
        </w:rPr>
        <w:t xml:space="preserve"> </w:t>
      </w:r>
      <w:r w:rsidRPr="00E42FDC">
        <w:rPr>
          <w:rStyle w:val="libArabicChar"/>
          <w:rFonts w:hint="cs"/>
          <w:rtl/>
        </w:rPr>
        <w:t>وفرع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فى</w:t>
      </w:r>
      <w:r w:rsidRPr="00E42FDC">
        <w:rPr>
          <w:rStyle w:val="libArabicChar"/>
          <w:rtl/>
        </w:rPr>
        <w:t xml:space="preserve"> </w:t>
      </w:r>
      <w:r w:rsidR="00F72CEB" w:rsidRPr="00F72CEB">
        <w:rPr>
          <w:rStyle w:val="libArabicChar"/>
          <w:rFonts w:hint="cs"/>
          <w:rtl/>
        </w:rPr>
        <w:t>السّماء</w:t>
      </w:r>
      <w:r w:rsidRPr="00E42FDC">
        <w:rPr>
          <w:rStyle w:val="libArabicChar"/>
          <w:rtl/>
        </w:rPr>
        <w:t xml:space="preserve">'' </w:t>
      </w:r>
      <w:r w:rsidRPr="00E42FDC">
        <w:rPr>
          <w:rStyle w:val="libArabicChar"/>
          <w:rFonts w:hint="cs"/>
          <w:rtl/>
        </w:rPr>
        <w:t>قال</w:t>
      </w:r>
      <w:r w:rsidRPr="00E42FDC">
        <w:rPr>
          <w:rStyle w:val="libArabicChar"/>
          <w:rtl/>
        </w:rPr>
        <w:t xml:space="preserve"> : </w:t>
      </w:r>
      <w:r w:rsidRPr="00E42FDC">
        <w:rPr>
          <w:rStyle w:val="libArabicChar"/>
          <w:rFonts w:hint="cs"/>
          <w:rtl/>
        </w:rPr>
        <w:t>فقال</w:t>
      </w:r>
      <w:r w:rsidRPr="00E42FDC">
        <w:rPr>
          <w:rStyle w:val="libArabicChar"/>
          <w:rtl/>
        </w:rPr>
        <w:t>:</w:t>
      </w:r>
      <w:r w:rsidRPr="00E42FDC">
        <w:rPr>
          <w:rStyle w:val="libArabicChar"/>
          <w:rFonts w:hint="cs"/>
          <w:rtl/>
        </w:rPr>
        <w:t>رسول</w:t>
      </w:r>
      <w:r w:rsidRPr="00E42FDC">
        <w:rPr>
          <w:rStyle w:val="libArabicChar"/>
          <w:rtl/>
        </w:rPr>
        <w:t xml:space="preserve"> </w:t>
      </w:r>
      <w:r w:rsidRPr="00E42FDC">
        <w:rPr>
          <w:rStyle w:val="libArabicChar"/>
          <w:rFonts w:hint="cs"/>
          <w:rtl/>
        </w:rPr>
        <w:t>الله</w:t>
      </w:r>
      <w:r w:rsidRPr="00E42FDC">
        <w:rPr>
          <w:rStyle w:val="libArabicChar"/>
          <w:rtl/>
        </w:rPr>
        <w:t xml:space="preserve"> </w:t>
      </w:r>
      <w:r w:rsidR="00F031CD" w:rsidRPr="00F031CD">
        <w:rPr>
          <w:rStyle w:val="libAlaemChar"/>
          <w:rtl/>
        </w:rPr>
        <w:t xml:space="preserve"> صلى‌الله‌عليه‌وآله‌وسلم </w:t>
      </w:r>
      <w:r w:rsidRPr="00E42FDC">
        <w:rPr>
          <w:rStyle w:val="libArabicChar"/>
          <w:rFonts w:hint="cs"/>
          <w:rtl/>
        </w:rPr>
        <w:t>ا</w:t>
      </w:r>
      <w:r w:rsidRPr="00E42FDC">
        <w:rPr>
          <w:rStyle w:val="libArabicChar"/>
          <w:rtl/>
        </w:rPr>
        <w:t xml:space="preserve"> </w:t>
      </w:r>
      <w:r w:rsidRPr="00E42FDC">
        <w:rPr>
          <w:rStyle w:val="libArabicChar"/>
          <w:rFonts w:hint="cs"/>
          <w:rtl/>
        </w:rPr>
        <w:t>صل</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و</w:t>
      </w:r>
      <w:r w:rsidRPr="00E42FDC">
        <w:rPr>
          <w:rStyle w:val="libArabicChar"/>
          <w:rtl/>
        </w:rPr>
        <w:t xml:space="preserve"> </w:t>
      </w:r>
      <w:r w:rsidRPr="00E42FDC">
        <w:rPr>
          <w:rStyle w:val="libArabicChar"/>
          <w:rFonts w:hint="cs"/>
          <w:rtl/>
        </w:rPr>
        <w:t>ا</w:t>
      </w:r>
      <w:r w:rsidRPr="00E42FDC">
        <w:rPr>
          <w:rStyle w:val="libArabicChar"/>
          <w:rtl/>
        </w:rPr>
        <w:t xml:space="preserve"> </w:t>
      </w:r>
      <w:r w:rsidRPr="00E42FDC">
        <w:rPr>
          <w:rStyle w:val="libArabicChar"/>
          <w:rFonts w:hint="cs"/>
          <w:rtl/>
        </w:rPr>
        <w:t>ميرالمو</w:t>
      </w:r>
      <w:r w:rsidRPr="00E42FDC">
        <w:rPr>
          <w:rStyle w:val="libArabicChar"/>
          <w:rtl/>
        </w:rPr>
        <w:t xml:space="preserve"> </w:t>
      </w:r>
      <w:r w:rsidRPr="00E42FDC">
        <w:rPr>
          <w:rStyle w:val="libArabicChar"/>
          <w:rFonts w:hint="cs"/>
          <w:rtl/>
        </w:rPr>
        <w:t>منين</w:t>
      </w:r>
      <w:r w:rsidR="00367F17" w:rsidRPr="00367F17">
        <w:rPr>
          <w:rStyle w:val="libAlaemChar"/>
          <w:rtl/>
        </w:rPr>
        <w:t xml:space="preserve"> عليه‌السلام </w:t>
      </w:r>
      <w:r w:rsidRPr="00E42FDC">
        <w:rPr>
          <w:rStyle w:val="libArabicChar"/>
          <w:rtl/>
        </w:rPr>
        <w:t xml:space="preserve"> </w:t>
      </w:r>
      <w:r w:rsidRPr="00E42FDC">
        <w:rPr>
          <w:rStyle w:val="libArabicChar"/>
          <w:rFonts w:hint="cs"/>
          <w:rtl/>
        </w:rPr>
        <w:t>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و</w:t>
      </w:r>
      <w:r w:rsidRPr="00E42FDC">
        <w:rPr>
          <w:rStyle w:val="libArabicChar"/>
          <w:rtl/>
        </w:rPr>
        <w:t xml:space="preserve"> </w:t>
      </w:r>
      <w:r w:rsidRPr="00E42FDC">
        <w:rPr>
          <w:rStyle w:val="libArabicChar"/>
          <w:rFonts w:hint="cs"/>
          <w:rtl/>
        </w:rPr>
        <w:t>الا</w:t>
      </w:r>
      <w:r w:rsidRPr="00E42FDC">
        <w:rPr>
          <w:rStyle w:val="libArabicChar"/>
          <w:rtl/>
        </w:rPr>
        <w:t xml:space="preserve"> </w:t>
      </w:r>
      <w:r w:rsidRPr="00E42FDC">
        <w:rPr>
          <w:rStyle w:val="libArabicChar"/>
          <w:rFonts w:hint="cs"/>
          <w:rtl/>
        </w:rPr>
        <w:t>ئمة</w:t>
      </w:r>
      <w:r w:rsidRPr="00E42FDC">
        <w:rPr>
          <w:rStyle w:val="libArabicChar"/>
          <w:rtl/>
        </w:rPr>
        <w:t xml:space="preserve"> </w:t>
      </w:r>
      <w:r w:rsidRPr="00E42FDC">
        <w:rPr>
          <w:rStyle w:val="libArabicChar"/>
          <w:rFonts w:hint="cs"/>
          <w:rtl/>
        </w:rPr>
        <w:t>من</w:t>
      </w:r>
      <w:r w:rsidRPr="00E42FDC">
        <w:rPr>
          <w:rStyle w:val="libArabicChar"/>
          <w:rtl/>
        </w:rPr>
        <w:t xml:space="preserve"> </w:t>
      </w:r>
      <w:r w:rsidRPr="00E42FDC">
        <w:rPr>
          <w:rStyle w:val="libArabicChar"/>
          <w:rFonts w:hint="cs"/>
          <w:rtl/>
        </w:rPr>
        <w:t>ذريت</w:t>
      </w:r>
      <w:r w:rsidR="00B2551F" w:rsidRPr="00B2551F">
        <w:rPr>
          <w:rStyle w:val="libArabicChar"/>
          <w:rFonts w:hint="cs"/>
          <w:rtl/>
        </w:rPr>
        <w:t>ه</w:t>
      </w:r>
      <w:r w:rsidRPr="00E42FDC">
        <w:rPr>
          <w:rStyle w:val="libArabicChar"/>
          <w:rFonts w:hint="cs"/>
          <w:rtl/>
        </w:rPr>
        <w:t>ما</w:t>
      </w:r>
      <w:r w:rsidRPr="00E42FDC">
        <w:rPr>
          <w:rStyle w:val="libArabicChar"/>
          <w:rtl/>
        </w:rPr>
        <w:t xml:space="preserve"> </w:t>
      </w:r>
      <w:r w:rsidRPr="00E42FDC">
        <w:rPr>
          <w:rStyle w:val="libArabicChar"/>
          <w:rFonts w:hint="cs"/>
          <w:rtl/>
        </w:rPr>
        <w:t>ا</w:t>
      </w:r>
      <w:r w:rsidRPr="00E42FDC">
        <w:rPr>
          <w:rStyle w:val="libArabicChar"/>
          <w:rtl/>
        </w:rPr>
        <w:t xml:space="preserve"> </w:t>
      </w:r>
      <w:r w:rsidRPr="00E42FDC">
        <w:rPr>
          <w:rStyle w:val="libArabicChar"/>
          <w:rFonts w:hint="cs"/>
          <w:rtl/>
        </w:rPr>
        <w:t>غصان</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وعلم</w:t>
      </w:r>
      <w:r w:rsidRPr="00E42FDC">
        <w:rPr>
          <w:rStyle w:val="libArabicChar"/>
          <w:rtl/>
        </w:rPr>
        <w:t xml:space="preserve"> </w:t>
      </w:r>
      <w:r w:rsidRPr="00E42FDC">
        <w:rPr>
          <w:rStyle w:val="libArabicChar"/>
          <w:rFonts w:hint="cs"/>
          <w:rtl/>
        </w:rPr>
        <w:t>الا</w:t>
      </w:r>
      <w:r w:rsidRPr="00E42FDC">
        <w:rPr>
          <w:rStyle w:val="libArabicChar"/>
          <w:rtl/>
        </w:rPr>
        <w:t xml:space="preserve"> </w:t>
      </w:r>
      <w:r w:rsidRPr="00E42FDC">
        <w:rPr>
          <w:rStyle w:val="libArabicChar"/>
          <w:rFonts w:hint="cs"/>
          <w:rtl/>
        </w:rPr>
        <w:t>ئمة</w:t>
      </w:r>
      <w:r w:rsidRPr="00E42FDC">
        <w:rPr>
          <w:rStyle w:val="libArabicChar"/>
          <w:rtl/>
        </w:rPr>
        <w:t xml:space="preserve"> </w:t>
      </w:r>
      <w:r w:rsidRPr="00E42FDC">
        <w:rPr>
          <w:rStyle w:val="libArabicChar"/>
          <w:rFonts w:hint="cs"/>
          <w:rtl/>
        </w:rPr>
        <w:t>ثمرت</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وشيعت</w:t>
      </w:r>
      <w:r w:rsidR="00B2551F" w:rsidRPr="00B2551F">
        <w:rPr>
          <w:rStyle w:val="libArabicChar"/>
          <w:rFonts w:hint="cs"/>
          <w:rtl/>
        </w:rPr>
        <w:t>ه</w:t>
      </w:r>
      <w:r w:rsidRPr="00E42FDC">
        <w:rPr>
          <w:rStyle w:val="libArabicChar"/>
          <w:rFonts w:hint="cs"/>
          <w:rtl/>
        </w:rPr>
        <w:t>م</w:t>
      </w:r>
      <w:r w:rsidRPr="00E42FDC">
        <w:rPr>
          <w:rStyle w:val="libArabicChar"/>
          <w:rtl/>
        </w:rPr>
        <w:t xml:space="preserve"> </w:t>
      </w:r>
      <w:r w:rsidRPr="00E42FDC">
        <w:rPr>
          <w:rStyle w:val="libArabicChar"/>
          <w:rFonts w:hint="cs"/>
          <w:rtl/>
        </w:rPr>
        <w:t>المو</w:t>
      </w:r>
      <w:r w:rsidRPr="00E42FDC">
        <w:rPr>
          <w:rStyle w:val="libArabicChar"/>
          <w:rtl/>
        </w:rPr>
        <w:t xml:space="preserve"> </w:t>
      </w:r>
      <w:r w:rsidRPr="00E42FDC">
        <w:rPr>
          <w:rStyle w:val="libArabicChar"/>
          <w:rFonts w:hint="cs"/>
          <w:rtl/>
        </w:rPr>
        <w:t>منون</w:t>
      </w:r>
      <w:r w:rsidRPr="00E42FDC">
        <w:rPr>
          <w:rStyle w:val="libArabicChar"/>
          <w:rtl/>
        </w:rPr>
        <w:t xml:space="preserve"> </w:t>
      </w:r>
      <w:r w:rsidRPr="00E42FDC">
        <w:rPr>
          <w:rStyle w:val="libArabicChar"/>
          <w:rFonts w:hint="cs"/>
          <w:rtl/>
        </w:rPr>
        <w:t>و</w:t>
      </w:r>
      <w:r w:rsidRPr="00E42FDC">
        <w:rPr>
          <w:rStyle w:val="libArabicChar"/>
          <w:rtl/>
        </w:rPr>
        <w:t>رق</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Pr>
          <w:rtl/>
        </w:rPr>
        <w:t>..;</w:t>
      </w:r>
      <w:r w:rsidRPr="00E42FDC">
        <w:rPr>
          <w:rStyle w:val="libFootnotenumChar"/>
          <w:rtl/>
        </w:rPr>
        <w:t>(1)</w:t>
      </w:r>
      <w:r>
        <w:rPr>
          <w:rtl/>
        </w:rPr>
        <w:t>عمرو بن حريث كہتے ہي</w:t>
      </w:r>
      <w:r w:rsidR="00083993">
        <w:rPr>
          <w:rtl/>
        </w:rPr>
        <w:t xml:space="preserve">ں </w:t>
      </w:r>
      <w:r>
        <w:rPr>
          <w:rtl/>
        </w:rPr>
        <w:t>: 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خدا كے كلام '' كشجرة طيبة ا صلھا ثابت و فرعھا فى السّمائ'' كے بارے مي</w:t>
      </w:r>
      <w:r w:rsidR="00083993">
        <w:rPr>
          <w:rtl/>
        </w:rPr>
        <w:t xml:space="preserve">ں </w:t>
      </w:r>
      <w:r>
        <w:rPr>
          <w:rtl/>
        </w:rPr>
        <w:t>پوچھا تو اپ</w:t>
      </w:r>
      <w:r w:rsidR="00367F17" w:rsidRPr="00367F17">
        <w:rPr>
          <w:rStyle w:val="libAlaemChar"/>
          <w:rtl/>
        </w:rPr>
        <w:t xml:space="preserve"> عليه‌السلام </w:t>
      </w:r>
      <w:r>
        <w:rPr>
          <w:rtl/>
        </w:rPr>
        <w:t xml:space="preserve"> نے فرمايا:رسول خدا </w:t>
      </w:r>
      <w:r w:rsidR="00F031CD" w:rsidRPr="00F031CD">
        <w:rPr>
          <w:rStyle w:val="libAlaemChar"/>
          <w:rtl/>
        </w:rPr>
        <w:t xml:space="preserve"> صلى‌الله‌عليه‌وآله‌وسلم </w:t>
      </w:r>
      <w:r>
        <w:rPr>
          <w:rtl/>
        </w:rPr>
        <w:t xml:space="preserve"> اس درخت كى جڑ ہي</w:t>
      </w:r>
      <w:r w:rsidR="00083993">
        <w:rPr>
          <w:rtl/>
        </w:rPr>
        <w:t xml:space="preserve">ں </w:t>
      </w:r>
      <w:r>
        <w:rPr>
          <w:rtl/>
        </w:rPr>
        <w:t xml:space="preserve">، امير المؤمنين </w:t>
      </w:r>
      <w:r w:rsidR="00367F17" w:rsidRPr="00367F17">
        <w:rPr>
          <w:rStyle w:val="libAlaemChar"/>
          <w:rtl/>
        </w:rPr>
        <w:t xml:space="preserve"> عليه‌السلام </w:t>
      </w:r>
      <w:r>
        <w:rPr>
          <w:rtl/>
        </w:rPr>
        <w:t xml:space="preserve"> اس كا تنا ہي</w:t>
      </w:r>
      <w:r w:rsidR="00083993">
        <w:rPr>
          <w:rtl/>
        </w:rPr>
        <w:t xml:space="preserve">ں </w:t>
      </w:r>
      <w:r>
        <w:rPr>
          <w:rtl/>
        </w:rPr>
        <w:t>، ان دونو</w:t>
      </w:r>
      <w:r w:rsidR="00083993">
        <w:rPr>
          <w:rtl/>
        </w:rPr>
        <w:t xml:space="preserve">ں </w:t>
      </w:r>
      <w:r>
        <w:rPr>
          <w:rtl/>
        </w:rPr>
        <w:t xml:space="preserve">كى نسل سے انے والے ائمہ </w:t>
      </w:r>
      <w:r w:rsidR="00367F17" w:rsidRPr="00367F17">
        <w:rPr>
          <w:rStyle w:val="libAlaemChar"/>
          <w:rtl/>
        </w:rPr>
        <w:t xml:space="preserve"> عليه‌السلام </w:t>
      </w:r>
      <w:r>
        <w:rPr>
          <w:rtl/>
        </w:rPr>
        <w:t xml:space="preserve"> اس كى شاخي</w:t>
      </w:r>
      <w:r w:rsidR="00083993">
        <w:rPr>
          <w:rtl/>
        </w:rPr>
        <w:t xml:space="preserve">ں </w:t>
      </w:r>
      <w:r>
        <w:rPr>
          <w:rtl/>
        </w:rPr>
        <w:t>ہي</w:t>
      </w:r>
      <w:r w:rsidR="00083993">
        <w:rPr>
          <w:rtl/>
        </w:rPr>
        <w:t xml:space="preserve">ں </w:t>
      </w:r>
      <w:r>
        <w:rPr>
          <w:rtl/>
        </w:rPr>
        <w:t xml:space="preserve">، ائمہ </w:t>
      </w:r>
      <w:r w:rsidR="00367F17" w:rsidRPr="00367F17">
        <w:rPr>
          <w:rStyle w:val="libAlaemChar"/>
          <w:rtl/>
        </w:rPr>
        <w:t xml:space="preserve"> عليه‌السلام </w:t>
      </w:r>
      <w:r>
        <w:rPr>
          <w:rtl/>
        </w:rPr>
        <w:t xml:space="preserve"> </w:t>
      </w:r>
      <w:r>
        <w:rPr>
          <w:rFonts w:hint="eastAsia"/>
          <w:rtl/>
        </w:rPr>
        <w:t>كا</w:t>
      </w:r>
      <w:r>
        <w:rPr>
          <w:rtl/>
        </w:rPr>
        <w:t xml:space="preserve"> علم اس درخت كا پھل اورا نكے مؤمن شيعہ اس درخت كے پتے ہي</w:t>
      </w:r>
      <w:r w:rsidR="00083993">
        <w:rPr>
          <w:rtl/>
        </w:rPr>
        <w:t xml:space="preserve">ں </w:t>
      </w:r>
      <w:r>
        <w:rPr>
          <w:rtl/>
        </w:rPr>
        <w:t>_</w:t>
      </w:r>
    </w:p>
    <w:p w:rsidR="001F628F" w:rsidRDefault="001F628F" w:rsidP="001F628F">
      <w:pPr>
        <w:pStyle w:val="libNormal"/>
        <w:rPr>
          <w:rtl/>
        </w:rPr>
      </w:pPr>
      <w:r>
        <w:rPr>
          <w:rtl/>
        </w:rPr>
        <w:t>8_</w:t>
      </w:r>
      <w:r w:rsidRPr="00E42FDC">
        <w:rPr>
          <w:rStyle w:val="libArabicChar"/>
          <w:rtl/>
        </w:rPr>
        <w:t>''عن ا بى جعفر وا بى عبدالله علي</w:t>
      </w:r>
      <w:r w:rsidR="00B2551F" w:rsidRPr="00B2551F">
        <w:rPr>
          <w:rStyle w:val="libArabicChar"/>
          <w:rFonts w:hint="cs"/>
          <w:rtl/>
        </w:rPr>
        <w:t>ه</w:t>
      </w:r>
      <w:r w:rsidRPr="00E42FDC">
        <w:rPr>
          <w:rStyle w:val="libArabicChar"/>
          <w:rFonts w:hint="cs"/>
          <w:rtl/>
        </w:rPr>
        <w:t>ما</w:t>
      </w:r>
      <w:r w:rsidRPr="00E42FDC">
        <w:rPr>
          <w:rStyle w:val="libArabicChar"/>
          <w:rtl/>
        </w:rPr>
        <w:t xml:space="preserve"> </w:t>
      </w:r>
      <w:r w:rsidRPr="00E42FDC">
        <w:rPr>
          <w:rStyle w:val="libArabicChar"/>
          <w:rFonts w:hint="cs"/>
          <w:rtl/>
        </w:rPr>
        <w:t>السلام</w:t>
      </w:r>
      <w:r w:rsidRPr="00E42FDC">
        <w:rPr>
          <w:rStyle w:val="libArabicChar"/>
          <w:rtl/>
        </w:rPr>
        <w:t xml:space="preserve"> </w:t>
      </w:r>
      <w:r w:rsidRPr="00E42FDC">
        <w:rPr>
          <w:rStyle w:val="libArabicChar"/>
          <w:rFonts w:hint="cs"/>
          <w:rtl/>
        </w:rPr>
        <w:t>فى</w:t>
      </w:r>
      <w:r w:rsidRPr="00E42FDC">
        <w:rPr>
          <w:rStyle w:val="libArabicChar"/>
          <w:rtl/>
        </w:rPr>
        <w:t xml:space="preserve"> </w:t>
      </w:r>
      <w:r w:rsidRPr="00E42FDC">
        <w:rPr>
          <w:rStyle w:val="libArabicChar"/>
          <w:rFonts w:hint="cs"/>
          <w:rtl/>
        </w:rPr>
        <w:t>قول</w:t>
      </w:r>
      <w:r w:rsidRPr="00E42FDC">
        <w:rPr>
          <w:rStyle w:val="libArabicChar"/>
          <w:rtl/>
        </w:rPr>
        <w:t xml:space="preserve"> </w:t>
      </w:r>
      <w:r w:rsidRPr="00E42FDC">
        <w:rPr>
          <w:rStyle w:val="libArabicChar"/>
          <w:rFonts w:hint="cs"/>
          <w:rtl/>
        </w:rPr>
        <w:t>الله</w:t>
      </w:r>
      <w:r w:rsidRPr="00E42FDC">
        <w:rPr>
          <w:rStyle w:val="libArabicChar"/>
          <w:rtl/>
        </w:rPr>
        <w:t xml:space="preserve"> :''</w:t>
      </w:r>
      <w:r w:rsidRPr="00E42FDC">
        <w:rPr>
          <w:rStyle w:val="libArabicChar"/>
          <w:rFonts w:hint="cs"/>
          <w:rtl/>
        </w:rPr>
        <w:t>ضرب</w:t>
      </w:r>
      <w:r w:rsidRPr="00E42FDC">
        <w:rPr>
          <w:rStyle w:val="libArabicChar"/>
          <w:rtl/>
        </w:rPr>
        <w:t xml:space="preserve"> </w:t>
      </w:r>
      <w:r w:rsidRPr="00E42FDC">
        <w:rPr>
          <w:rStyle w:val="libArabicChar"/>
          <w:rFonts w:hint="cs"/>
          <w:rtl/>
        </w:rPr>
        <w:t>الله</w:t>
      </w:r>
      <w:r w:rsidRPr="00E42FDC">
        <w:rPr>
          <w:rStyle w:val="libArabicChar"/>
          <w:rtl/>
        </w:rPr>
        <w:t xml:space="preserve"> </w:t>
      </w:r>
      <w:r w:rsidRPr="00E42FDC">
        <w:rPr>
          <w:rStyle w:val="libArabicChar"/>
          <w:rFonts w:hint="cs"/>
          <w:rtl/>
        </w:rPr>
        <w:t>مثلاً</w:t>
      </w:r>
      <w:r w:rsidRPr="00E42FDC">
        <w:rPr>
          <w:rStyle w:val="libArabicChar"/>
          <w:rtl/>
        </w:rPr>
        <w:t xml:space="preserve"> </w:t>
      </w:r>
      <w:r w:rsidRPr="00E42FDC">
        <w:rPr>
          <w:rStyle w:val="libArabicChar"/>
          <w:rFonts w:hint="cs"/>
          <w:rtl/>
        </w:rPr>
        <w:t>كلمة</w:t>
      </w:r>
      <w:r w:rsidRPr="00E42FDC">
        <w:rPr>
          <w:rStyle w:val="libArabicChar"/>
          <w:rtl/>
        </w:rPr>
        <w:t xml:space="preserve"> </w:t>
      </w:r>
      <w:r w:rsidRPr="00E42FDC">
        <w:rPr>
          <w:rStyle w:val="libArabicChar"/>
          <w:rFonts w:hint="cs"/>
          <w:rtl/>
        </w:rPr>
        <w:t>طيّبة</w:t>
      </w:r>
      <w:r w:rsidRPr="00E42FDC">
        <w:rPr>
          <w:rStyle w:val="libArabicChar"/>
          <w:rtl/>
        </w:rPr>
        <w:t xml:space="preserve"> </w:t>
      </w:r>
      <w:r w:rsidRPr="00E42FDC">
        <w:rPr>
          <w:rStyle w:val="libArabicChar"/>
          <w:rFonts w:hint="cs"/>
          <w:rtl/>
        </w:rPr>
        <w:t>كشجرة</w:t>
      </w:r>
      <w:r w:rsidRPr="00E42FDC">
        <w:rPr>
          <w:rStyle w:val="libArabicChar"/>
          <w:rtl/>
        </w:rPr>
        <w:t xml:space="preserve"> </w:t>
      </w:r>
      <w:r w:rsidRPr="00E42FDC">
        <w:rPr>
          <w:rStyle w:val="libArabicChar"/>
          <w:rFonts w:hint="cs"/>
          <w:rtl/>
        </w:rPr>
        <w:t>طيّبة</w:t>
      </w:r>
      <w:r w:rsidRPr="00E42FDC">
        <w:rPr>
          <w:rStyle w:val="libArabicChar"/>
          <w:rtl/>
        </w:rPr>
        <w:t xml:space="preserve"> </w:t>
      </w:r>
      <w:r w:rsidRPr="00E42FDC">
        <w:rPr>
          <w:rStyle w:val="libArabicChar"/>
          <w:rFonts w:hint="cs"/>
          <w:rtl/>
        </w:rPr>
        <w:t>ا</w:t>
      </w:r>
      <w:r w:rsidRPr="00E42FDC">
        <w:rPr>
          <w:rStyle w:val="libArabicChar"/>
          <w:rtl/>
        </w:rPr>
        <w:t xml:space="preserve"> </w:t>
      </w:r>
      <w:r w:rsidRPr="00E42FDC">
        <w:rPr>
          <w:rStyle w:val="libArabicChar"/>
          <w:rFonts w:hint="cs"/>
          <w:rtl/>
        </w:rPr>
        <w:t>صل</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ثابت</w:t>
      </w:r>
      <w:r w:rsidRPr="00E42FDC">
        <w:rPr>
          <w:rStyle w:val="libArabicChar"/>
          <w:rtl/>
        </w:rPr>
        <w:t xml:space="preserve"> </w:t>
      </w:r>
      <w:r w:rsidRPr="00E42FDC">
        <w:rPr>
          <w:rStyle w:val="libArabicChar"/>
          <w:rFonts w:hint="cs"/>
          <w:rtl/>
        </w:rPr>
        <w:t>وفرع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فى</w:t>
      </w:r>
      <w:r w:rsidRPr="00E42FDC">
        <w:rPr>
          <w:rStyle w:val="libArabicChar"/>
          <w:rtl/>
        </w:rPr>
        <w:t xml:space="preserve"> </w:t>
      </w:r>
      <w:r w:rsidR="00F72CEB" w:rsidRPr="00F72CEB">
        <w:rPr>
          <w:rStyle w:val="libArabicChar"/>
          <w:rFonts w:hint="cs"/>
          <w:rtl/>
        </w:rPr>
        <w:t>السّماء</w:t>
      </w:r>
      <w:r w:rsidRPr="00E42FDC">
        <w:rPr>
          <w:rStyle w:val="libArabicChar"/>
          <w:rtl/>
        </w:rPr>
        <w:t xml:space="preserve">'' </w:t>
      </w:r>
      <w:r w:rsidRPr="00E42FDC">
        <w:rPr>
          <w:rStyle w:val="libArabicChar"/>
          <w:rFonts w:hint="cs"/>
          <w:rtl/>
        </w:rPr>
        <w:t>قال</w:t>
      </w:r>
      <w:r w:rsidRPr="00E42FDC">
        <w:rPr>
          <w:rStyle w:val="libArabicChar"/>
          <w:rtl/>
        </w:rPr>
        <w:t xml:space="preserve">: </w:t>
      </w:r>
      <w:r w:rsidRPr="00E42FDC">
        <w:rPr>
          <w:rStyle w:val="libArabicChar"/>
          <w:rFonts w:hint="cs"/>
          <w:rtl/>
        </w:rPr>
        <w:t>يعنى</w:t>
      </w:r>
      <w:r w:rsidRPr="00E42FDC">
        <w:rPr>
          <w:rStyle w:val="libArabicChar"/>
          <w:rtl/>
        </w:rPr>
        <w:t xml:space="preserve"> </w:t>
      </w:r>
      <w:r w:rsidRPr="00E42FDC">
        <w:rPr>
          <w:rStyle w:val="libArabicChar"/>
          <w:rFonts w:hint="cs"/>
          <w:rtl/>
        </w:rPr>
        <w:t>النبي</w:t>
      </w:r>
      <w:r w:rsidR="00F031CD" w:rsidRPr="00F031CD">
        <w:rPr>
          <w:rStyle w:val="libAlaemChar"/>
          <w:rtl/>
        </w:rPr>
        <w:t xml:space="preserve"> صلى‌الله‌عليه‌وآله‌وسلم </w:t>
      </w:r>
      <w:r w:rsidRPr="00E42FDC">
        <w:rPr>
          <w:rStyle w:val="libArabicChar"/>
          <w:rtl/>
        </w:rPr>
        <w:t xml:space="preserve"> </w:t>
      </w:r>
      <w:r w:rsidRPr="00E42FDC">
        <w:rPr>
          <w:rStyle w:val="libArabicChar"/>
          <w:rFonts w:hint="cs"/>
          <w:rtl/>
        </w:rPr>
        <w:t>والا</w:t>
      </w:r>
      <w:r w:rsidRPr="00E42FDC">
        <w:rPr>
          <w:rStyle w:val="libArabicChar"/>
          <w:rtl/>
        </w:rPr>
        <w:t xml:space="preserve"> </w:t>
      </w:r>
      <w:r w:rsidRPr="00E42FDC">
        <w:rPr>
          <w:rStyle w:val="libArabicChar"/>
          <w:rFonts w:hint="cs"/>
          <w:rtl/>
        </w:rPr>
        <w:t>ئمة</w:t>
      </w:r>
      <w:r w:rsidRPr="00E42FDC">
        <w:rPr>
          <w:rStyle w:val="libArabicChar"/>
          <w:rtl/>
        </w:rPr>
        <w:t xml:space="preserve"> </w:t>
      </w:r>
      <w:r w:rsidRPr="00E42FDC">
        <w:rPr>
          <w:rStyle w:val="libArabicChar"/>
          <w:rFonts w:hint="cs"/>
          <w:rtl/>
        </w:rPr>
        <w:t>من</w:t>
      </w:r>
      <w:r w:rsidRPr="00E42FDC">
        <w:rPr>
          <w:rStyle w:val="libArabicChar"/>
          <w:rtl/>
        </w:rPr>
        <w:t xml:space="preserve"> </w:t>
      </w:r>
      <w:r w:rsidRPr="00E42FDC">
        <w:rPr>
          <w:rStyle w:val="libArabicChar"/>
          <w:rFonts w:hint="cs"/>
          <w:rtl/>
        </w:rPr>
        <w:t>بعد</w:t>
      </w:r>
      <w:r w:rsidR="00B2551F" w:rsidRPr="00B2551F">
        <w:rPr>
          <w:rStyle w:val="libArabicChar"/>
          <w:rFonts w:hint="cs"/>
          <w:rtl/>
        </w:rPr>
        <w:t>ه</w:t>
      </w:r>
      <w:r w:rsidRPr="00E42FDC">
        <w:rPr>
          <w:rStyle w:val="libArabicChar"/>
          <w:rtl/>
        </w:rPr>
        <w:t xml:space="preserve"> </w:t>
      </w:r>
      <w:r w:rsidR="00B2551F" w:rsidRPr="00B2551F">
        <w:rPr>
          <w:rStyle w:val="libArabicChar"/>
          <w:rFonts w:hint="cs"/>
          <w:rtl/>
        </w:rPr>
        <w:t>ه</w:t>
      </w:r>
      <w:r w:rsidRPr="00E42FDC">
        <w:rPr>
          <w:rStyle w:val="libArabicChar"/>
          <w:rFonts w:hint="cs"/>
          <w:rtl/>
        </w:rPr>
        <w:t>م</w:t>
      </w:r>
      <w:r w:rsidRPr="00E42FDC">
        <w:rPr>
          <w:rStyle w:val="libArabicChar"/>
          <w:rtl/>
        </w:rPr>
        <w:t xml:space="preserve"> </w:t>
      </w:r>
      <w:r w:rsidRPr="00E42FDC">
        <w:rPr>
          <w:rStyle w:val="libArabicChar"/>
          <w:rFonts w:hint="cs"/>
          <w:rtl/>
        </w:rPr>
        <w:t>الا</w:t>
      </w:r>
      <w:r w:rsidRPr="00E42FDC">
        <w:rPr>
          <w:rStyle w:val="libArabicChar"/>
          <w:rtl/>
        </w:rPr>
        <w:t xml:space="preserve"> </w:t>
      </w:r>
      <w:r w:rsidRPr="00E42FDC">
        <w:rPr>
          <w:rStyle w:val="libArabicChar"/>
          <w:rFonts w:hint="cs"/>
          <w:rtl/>
        </w:rPr>
        <w:t>صل</w:t>
      </w:r>
      <w:r w:rsidRPr="00E42FDC">
        <w:rPr>
          <w:rStyle w:val="libArabicChar"/>
          <w:rtl/>
        </w:rPr>
        <w:t xml:space="preserve"> </w:t>
      </w:r>
      <w:r w:rsidRPr="00E42FDC">
        <w:rPr>
          <w:rStyle w:val="libArabicChar"/>
          <w:rFonts w:hint="cs"/>
          <w:rtl/>
        </w:rPr>
        <w:t>الثابت</w:t>
      </w:r>
      <w:r w:rsidRPr="00E42FDC">
        <w:rPr>
          <w:rStyle w:val="libArabicChar"/>
          <w:rtl/>
        </w:rPr>
        <w:t xml:space="preserve"> </w:t>
      </w:r>
      <w:r w:rsidRPr="00E42FDC">
        <w:rPr>
          <w:rStyle w:val="libArabicChar"/>
          <w:rFonts w:hint="cs"/>
          <w:rtl/>
        </w:rPr>
        <w:t>والفرع</w:t>
      </w:r>
      <w:r w:rsidRPr="00E42FDC">
        <w:rPr>
          <w:rStyle w:val="libArabicChar"/>
          <w:rtl/>
        </w:rPr>
        <w:t xml:space="preserve"> </w:t>
      </w:r>
      <w:r w:rsidRPr="00E42FDC">
        <w:rPr>
          <w:rStyle w:val="libArabicChar"/>
          <w:rFonts w:hint="cs"/>
          <w:rtl/>
        </w:rPr>
        <w:t>الولاية</w:t>
      </w:r>
      <w:r w:rsidRPr="00E42FDC">
        <w:rPr>
          <w:rStyle w:val="libArabicChar"/>
          <w:rtl/>
        </w:rPr>
        <w:t xml:space="preserve"> </w:t>
      </w:r>
      <w:r w:rsidRPr="00E42FDC">
        <w:rPr>
          <w:rStyle w:val="libArabicChar"/>
          <w:rFonts w:hint="cs"/>
          <w:rtl/>
        </w:rPr>
        <w:t>لمن</w:t>
      </w:r>
      <w:r w:rsidRPr="00E42FDC">
        <w:rPr>
          <w:rStyle w:val="libArabicChar"/>
          <w:rtl/>
        </w:rPr>
        <w:t xml:space="preserve"> </w:t>
      </w:r>
      <w:r w:rsidRPr="00E42FDC">
        <w:rPr>
          <w:rStyle w:val="libArabicChar"/>
          <w:rFonts w:hint="cs"/>
          <w:rtl/>
        </w:rPr>
        <w:t>دخل</w:t>
      </w:r>
      <w:r w:rsidRPr="00E42FDC">
        <w:rPr>
          <w:rStyle w:val="libArabicChar"/>
          <w:rtl/>
        </w:rPr>
        <w:t xml:space="preserve"> </w:t>
      </w:r>
      <w:r w:rsidRPr="00E42FDC">
        <w:rPr>
          <w:rStyle w:val="libArabicChar"/>
          <w:rFonts w:hint="cs"/>
          <w:rtl/>
        </w:rPr>
        <w:t>في</w:t>
      </w:r>
      <w:r w:rsidR="00B2551F" w:rsidRPr="00B2551F">
        <w:rPr>
          <w:rStyle w:val="libArabicChar"/>
          <w:rFonts w:hint="cs"/>
          <w:rtl/>
        </w:rPr>
        <w:t>ه</w:t>
      </w:r>
      <w:r w:rsidRPr="00E42FDC">
        <w:rPr>
          <w:rStyle w:val="libArabicChar"/>
          <w:rFonts w:hint="cs"/>
          <w:rtl/>
        </w:rPr>
        <w:t>ا</w:t>
      </w:r>
      <w:r>
        <w:rPr>
          <w:rtl/>
        </w:rPr>
        <w:t>;</w:t>
      </w:r>
      <w:r w:rsidRPr="00E42FDC">
        <w:rPr>
          <w:rStyle w:val="libFootnotenumChar"/>
          <w:rtl/>
        </w:rPr>
        <w:t>(2)</w:t>
      </w:r>
      <w:r>
        <w:rPr>
          <w:rtl/>
        </w:rPr>
        <w:t>امام باقر اور امام صادق عليہماالسلام سے من</w:t>
      </w:r>
      <w:r>
        <w:rPr>
          <w:rFonts w:hint="eastAsia"/>
          <w:rtl/>
        </w:rPr>
        <w:t>قول</w:t>
      </w:r>
      <w:r>
        <w:rPr>
          <w:rtl/>
        </w:rPr>
        <w:t xml:space="preserve"> ہے كہ انہو</w:t>
      </w:r>
      <w:r w:rsidR="00083993">
        <w:rPr>
          <w:rtl/>
        </w:rPr>
        <w:t xml:space="preserve">ں </w:t>
      </w:r>
      <w:r>
        <w:rPr>
          <w:rtl/>
        </w:rPr>
        <w:t xml:space="preserve">نے </w:t>
      </w:r>
      <w:r w:rsidRPr="00E42FDC">
        <w:rPr>
          <w:rStyle w:val="libArabicChar"/>
          <w:rtl/>
        </w:rPr>
        <w:t>''ضرب الله مثلاً كلمة طيّبة كشجرة طيّبة ا صل</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ثابت</w:t>
      </w:r>
      <w:r w:rsidRPr="00E42FDC">
        <w:rPr>
          <w:rStyle w:val="libArabicChar"/>
          <w:rtl/>
        </w:rPr>
        <w:t xml:space="preserve"> </w:t>
      </w:r>
      <w:r w:rsidRPr="00E42FDC">
        <w:rPr>
          <w:rStyle w:val="libArabicChar"/>
          <w:rFonts w:hint="cs"/>
          <w:rtl/>
        </w:rPr>
        <w:t>وفرع</w:t>
      </w:r>
      <w:r w:rsidR="00B2551F" w:rsidRPr="00B2551F">
        <w:rPr>
          <w:rStyle w:val="libArabicChar"/>
          <w:rFonts w:hint="cs"/>
          <w:rtl/>
        </w:rPr>
        <w:t>ه</w:t>
      </w:r>
      <w:r w:rsidRPr="00E42FDC">
        <w:rPr>
          <w:rStyle w:val="libArabicChar"/>
          <w:rFonts w:hint="cs"/>
          <w:rtl/>
        </w:rPr>
        <w:t>ا</w:t>
      </w:r>
      <w:r w:rsidRPr="00E42FDC">
        <w:rPr>
          <w:rStyle w:val="libArabicChar"/>
          <w:rtl/>
        </w:rPr>
        <w:t xml:space="preserve"> </w:t>
      </w:r>
      <w:r w:rsidRPr="00E42FDC">
        <w:rPr>
          <w:rStyle w:val="libArabicChar"/>
          <w:rFonts w:hint="cs"/>
          <w:rtl/>
        </w:rPr>
        <w:t>فى</w:t>
      </w:r>
      <w:r w:rsidRPr="00E42FDC">
        <w:rPr>
          <w:rStyle w:val="libArabicChar"/>
          <w:rtl/>
        </w:rPr>
        <w:t xml:space="preserve"> </w:t>
      </w:r>
      <w:r w:rsidR="00F72CEB" w:rsidRPr="00F72CEB">
        <w:rPr>
          <w:rStyle w:val="libArabicChar"/>
          <w:rFonts w:hint="cs"/>
          <w:rtl/>
        </w:rPr>
        <w:t>السّماء</w:t>
      </w:r>
      <w:r w:rsidRPr="00E42FDC">
        <w:rPr>
          <w:rStyle w:val="libArabicChar"/>
          <w:rtl/>
        </w:rPr>
        <w:t>''</w:t>
      </w:r>
      <w:r>
        <w:rPr>
          <w:rtl/>
        </w:rPr>
        <w:t xml:space="preserve"> كے بارے مي</w:t>
      </w:r>
      <w:r w:rsidR="00083993">
        <w:rPr>
          <w:rtl/>
        </w:rPr>
        <w:t xml:space="preserve">ں </w:t>
      </w:r>
      <w:r>
        <w:rPr>
          <w:rtl/>
        </w:rPr>
        <w:t>فرمايا: اس سے مراد رسول خدا</w:t>
      </w:r>
      <w:r w:rsidR="00F031CD" w:rsidRPr="00F031CD">
        <w:rPr>
          <w:rStyle w:val="libAlaemChar"/>
          <w:rtl/>
        </w:rPr>
        <w:t xml:space="preserve"> صلى‌الله‌عليه‌وآله‌وسلم </w:t>
      </w:r>
      <w:r>
        <w:rPr>
          <w:rtl/>
        </w:rPr>
        <w:t xml:space="preserve"> اور ان كے بعد انے والے ائمہ </w:t>
      </w:r>
      <w:r w:rsidR="00367F17" w:rsidRPr="00367F17">
        <w:rPr>
          <w:rStyle w:val="libAlaemChar"/>
          <w:rtl/>
        </w:rPr>
        <w:t xml:space="preserve"> عليه‌السلام </w:t>
      </w:r>
      <w:r>
        <w:rPr>
          <w:rtl/>
        </w:rPr>
        <w:t xml:space="preserve"> اس درخت كى محكم جڑي</w:t>
      </w:r>
      <w:r w:rsidR="00083993">
        <w:rPr>
          <w:rtl/>
        </w:rPr>
        <w:t xml:space="preserve">ں </w:t>
      </w:r>
      <w:r>
        <w:rPr>
          <w:rtl/>
        </w:rPr>
        <w:t>ہي</w:t>
      </w:r>
      <w:r w:rsidR="00083993">
        <w:rPr>
          <w:rtl/>
        </w:rPr>
        <w:t xml:space="preserve">ں </w:t>
      </w:r>
      <w:r>
        <w:rPr>
          <w:rtl/>
        </w:rPr>
        <w:t>اور اس كى شاخي</w:t>
      </w:r>
      <w:r w:rsidR="00083993">
        <w:rPr>
          <w:rtl/>
        </w:rPr>
        <w:t xml:space="preserve">ں </w:t>
      </w:r>
      <w:r>
        <w:rPr>
          <w:rtl/>
        </w:rPr>
        <w:t xml:space="preserve">ولايت ہے اس شخص كے لئے كہ جو( اسے قبول كر كے) اس </w:t>
      </w:r>
      <w:r>
        <w:rPr>
          <w:rFonts w:hint="eastAsia"/>
          <w:rtl/>
        </w:rPr>
        <w:t>كى</w:t>
      </w:r>
      <w:r>
        <w:rPr>
          <w:rtl/>
        </w:rPr>
        <w:t xml:space="preserve"> ولايت مي</w:t>
      </w:r>
      <w:r w:rsidR="00083993">
        <w:rPr>
          <w:rtl/>
        </w:rPr>
        <w:t xml:space="preserve">ں </w:t>
      </w:r>
      <w:r>
        <w:rPr>
          <w:rtl/>
        </w:rPr>
        <w:t>اجائے_</w:t>
      </w:r>
    </w:p>
    <w:p w:rsidR="001F628F" w:rsidRDefault="00B84D3B" w:rsidP="00B84D3B">
      <w:pPr>
        <w:pStyle w:val="libLine"/>
        <w:rPr>
          <w:rtl/>
        </w:rPr>
      </w:pPr>
      <w:r>
        <w:rPr>
          <w:rtl/>
        </w:rPr>
        <w:t>____________________</w:t>
      </w:r>
    </w:p>
    <w:p w:rsidR="001F628F" w:rsidRDefault="001F628F" w:rsidP="00E42FDC">
      <w:pPr>
        <w:pStyle w:val="libFootnote"/>
        <w:rPr>
          <w:rtl/>
        </w:rPr>
      </w:pPr>
      <w:r>
        <w:rPr>
          <w:rtl/>
        </w:rPr>
        <w:t>1)معانى ا لاخبار ،ص 400،ح61;نور الثقلين ،ج2، ص536 ،ح 58_</w:t>
      </w:r>
    </w:p>
    <w:p w:rsidR="001F628F" w:rsidRDefault="001F628F" w:rsidP="00E42FDC">
      <w:pPr>
        <w:pStyle w:val="libFootnote"/>
        <w:rPr>
          <w:rtl/>
        </w:rPr>
      </w:pPr>
      <w:r>
        <w:rPr>
          <w:rtl/>
        </w:rPr>
        <w:t>2)'كافى ،ج1،ص 428،ح 80;نور الثقلين ،ج2، ص 535 ،ح 53_</w:t>
      </w:r>
    </w:p>
    <w:p w:rsidR="001F628F" w:rsidRDefault="001F628F" w:rsidP="00E42FDC">
      <w:pPr>
        <w:pStyle w:val="libFootnote"/>
        <w:rPr>
          <w:rtl/>
        </w:rPr>
      </w:pPr>
      <w:r>
        <w:rPr>
          <w:rtl/>
        </w:rPr>
        <w:t>3)تفسير عياشى ،ج2،ص 224،ح10;بحار الانوار ،ج 24 ، ص 141،ح8_</w:t>
      </w:r>
    </w:p>
    <w:p w:rsidR="00E42FDC" w:rsidRDefault="001E7F9D" w:rsidP="00F73EDE">
      <w:pPr>
        <w:pStyle w:val="libPoemTini"/>
        <w:rPr>
          <w:rtl/>
        </w:rPr>
      </w:pPr>
      <w:r>
        <w:rPr>
          <w:rtl/>
        </w:rPr>
        <w:br w:type="page"/>
      </w:r>
    </w:p>
    <w:p w:rsidR="001F628F" w:rsidRDefault="001F628F" w:rsidP="00E42FDC">
      <w:pPr>
        <w:pStyle w:val="libNormal"/>
        <w:rPr>
          <w:rtl/>
        </w:rPr>
      </w:pPr>
      <w:r>
        <w:rPr>
          <w:rtl/>
        </w:rPr>
        <w:lastRenderedPageBreak/>
        <w:t>9_</w:t>
      </w:r>
      <w:r w:rsidRPr="00E42FDC">
        <w:rPr>
          <w:rStyle w:val="libArabicChar"/>
          <w:rtl/>
        </w:rPr>
        <w:t>''عن النبي</w:t>
      </w:r>
      <w:r w:rsidR="00F031CD" w:rsidRPr="00F031CD">
        <w:rPr>
          <w:rStyle w:val="libAlaemChar"/>
          <w:rtl/>
        </w:rPr>
        <w:t xml:space="preserve"> صلى‌الله‌عليه‌وآله‌وسلم </w:t>
      </w:r>
      <w:r w:rsidRPr="00E42FDC">
        <w:rPr>
          <w:rStyle w:val="libArabicChar"/>
          <w:rtl/>
        </w:rPr>
        <w:t xml:space="preserve"> فى قول</w:t>
      </w:r>
      <w:r w:rsidR="00B2551F" w:rsidRPr="00B2551F">
        <w:rPr>
          <w:rStyle w:val="libArabicChar"/>
          <w:rFonts w:hint="cs"/>
          <w:rtl/>
        </w:rPr>
        <w:t>ه</w:t>
      </w:r>
      <w:r w:rsidRPr="00E42FDC">
        <w:rPr>
          <w:rStyle w:val="libArabicChar"/>
          <w:rtl/>
        </w:rPr>
        <w:t xml:space="preserve"> </w:t>
      </w:r>
      <w:r w:rsidRPr="00E42FDC">
        <w:rPr>
          <w:rStyle w:val="libArabicChar"/>
          <w:rFonts w:hint="cs"/>
          <w:rtl/>
        </w:rPr>
        <w:t>تعالى</w:t>
      </w:r>
      <w:r w:rsidRPr="00E42FDC">
        <w:rPr>
          <w:rStyle w:val="libArabicChar"/>
          <w:rtl/>
        </w:rPr>
        <w:t xml:space="preserve"> :''</w:t>
      </w:r>
      <w:r w:rsidRPr="00E42FDC">
        <w:rPr>
          <w:rStyle w:val="libArabicChar"/>
          <w:rFonts w:hint="cs"/>
          <w:rtl/>
        </w:rPr>
        <w:t>كلمة</w:t>
      </w:r>
      <w:r w:rsidRPr="00E42FDC">
        <w:rPr>
          <w:rStyle w:val="libArabicChar"/>
          <w:rtl/>
        </w:rPr>
        <w:t xml:space="preserve"> </w:t>
      </w:r>
      <w:r w:rsidRPr="00E42FDC">
        <w:rPr>
          <w:rStyle w:val="libArabicChar"/>
          <w:rFonts w:hint="cs"/>
          <w:rtl/>
        </w:rPr>
        <w:t>طيّ</w:t>
      </w:r>
      <w:r w:rsidRPr="00E42FDC">
        <w:rPr>
          <w:rStyle w:val="libArabicChar"/>
          <w:rtl/>
        </w:rPr>
        <w:t xml:space="preserve">بة كشجرة طيّبة ... '' : ان </w:t>
      </w:r>
      <w:r w:rsidR="00B2551F" w:rsidRPr="00B2551F">
        <w:rPr>
          <w:rStyle w:val="libArabicChar"/>
          <w:rFonts w:hint="cs"/>
          <w:rtl/>
        </w:rPr>
        <w:t>ه</w:t>
      </w:r>
      <w:r w:rsidRPr="00E42FDC">
        <w:rPr>
          <w:rStyle w:val="libArabicChar"/>
          <w:rFonts w:hint="cs"/>
          <w:rtl/>
        </w:rPr>
        <w:t>ذ</w:t>
      </w:r>
      <w:r w:rsidR="00B2551F" w:rsidRPr="00B2551F">
        <w:rPr>
          <w:rStyle w:val="libArabicChar"/>
          <w:rFonts w:hint="cs"/>
          <w:rtl/>
        </w:rPr>
        <w:t>ه</w:t>
      </w:r>
      <w:r w:rsidRPr="00E42FDC">
        <w:rPr>
          <w:rStyle w:val="libArabicChar"/>
          <w:rtl/>
        </w:rPr>
        <w:t xml:space="preserve"> </w:t>
      </w:r>
      <w:r w:rsidRPr="00E42FDC">
        <w:rPr>
          <w:rStyle w:val="libArabicChar"/>
          <w:rFonts w:hint="cs"/>
          <w:rtl/>
        </w:rPr>
        <w:t>الشجرة</w:t>
      </w:r>
      <w:r w:rsidRPr="00E42FDC">
        <w:rPr>
          <w:rStyle w:val="libArabicChar"/>
          <w:rtl/>
        </w:rPr>
        <w:t xml:space="preserve"> </w:t>
      </w:r>
      <w:r w:rsidRPr="00E42FDC">
        <w:rPr>
          <w:rStyle w:val="libArabicChar"/>
          <w:rFonts w:hint="cs"/>
          <w:rtl/>
        </w:rPr>
        <w:t>الطيبة</w:t>
      </w:r>
      <w:r w:rsidRPr="00E42FDC">
        <w:rPr>
          <w:rStyle w:val="libArabicChar"/>
          <w:rtl/>
        </w:rPr>
        <w:t xml:space="preserve"> </w:t>
      </w:r>
      <w:r w:rsidR="00B2551F" w:rsidRPr="00B2551F">
        <w:rPr>
          <w:rStyle w:val="libArabicChar"/>
          <w:rFonts w:hint="cs"/>
          <w:rtl/>
        </w:rPr>
        <w:t>ه</w:t>
      </w:r>
      <w:r w:rsidRPr="00E42FDC">
        <w:rPr>
          <w:rStyle w:val="libArabicChar"/>
          <w:rFonts w:hint="cs"/>
          <w:rtl/>
        </w:rPr>
        <w:t>ى</w:t>
      </w:r>
      <w:r w:rsidRPr="00E42FDC">
        <w:rPr>
          <w:rStyle w:val="libArabicChar"/>
          <w:rtl/>
        </w:rPr>
        <w:t xml:space="preserve"> النخلة</w:t>
      </w:r>
      <w:r>
        <w:rPr>
          <w:rtl/>
        </w:rPr>
        <w:t>;</w:t>
      </w:r>
      <w:r w:rsidRPr="00E42FDC">
        <w:rPr>
          <w:rStyle w:val="libFootnotenumChar"/>
          <w:rtl/>
        </w:rPr>
        <w:t>(1)</w:t>
      </w:r>
      <w:r>
        <w:rPr>
          <w:rtl/>
        </w:rPr>
        <w:t xml:space="preserve">رسول خدا </w:t>
      </w:r>
      <w:r w:rsidR="00F031CD" w:rsidRPr="00F031CD">
        <w:rPr>
          <w:rStyle w:val="libAlaemChar"/>
          <w:rtl/>
        </w:rPr>
        <w:t xml:space="preserve"> صلى‌الله‌عليه‌وآله‌وسلم </w:t>
      </w:r>
      <w:r>
        <w:rPr>
          <w:rtl/>
        </w:rPr>
        <w:t xml:space="preserve"> سے كلام خدا : </w:t>
      </w:r>
      <w:r w:rsidRPr="00E42FDC">
        <w:rPr>
          <w:rStyle w:val="libArabicChar"/>
          <w:rtl/>
        </w:rPr>
        <w:t>''كلمة طيّبة كشجرة طيّبة ...</w:t>
      </w:r>
      <w:r>
        <w:rPr>
          <w:rtl/>
        </w:rPr>
        <w:t>'' كے بارے مي</w:t>
      </w:r>
      <w:r w:rsidR="00083993">
        <w:rPr>
          <w:rtl/>
        </w:rPr>
        <w:t xml:space="preserve">ں </w:t>
      </w:r>
      <w:r>
        <w:rPr>
          <w:rtl/>
        </w:rPr>
        <w:t>منقول ہے كہ يقيناً پاكيزہ درخت سے مراد ،كھجور كا درخت ہے_</w:t>
      </w:r>
    </w:p>
    <w:p w:rsidR="001F628F" w:rsidRDefault="001F628F" w:rsidP="00E42FDC">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كا ادراك 2;انحضرت </w:t>
      </w:r>
      <w:r w:rsidR="00F031CD" w:rsidRPr="00F031CD">
        <w:rPr>
          <w:rStyle w:val="libAlaemChar"/>
          <w:rtl/>
        </w:rPr>
        <w:t xml:space="preserve"> صلى‌الله‌عليه‌وآله‌وسلم </w:t>
      </w:r>
      <w:r>
        <w:rPr>
          <w:rtl/>
        </w:rPr>
        <w:t xml:space="preserve"> كو نمونہ عمل بنانا 2;انحضرت </w:t>
      </w:r>
      <w:r w:rsidR="00F031CD" w:rsidRPr="00F031CD">
        <w:rPr>
          <w:rStyle w:val="libAlaemChar"/>
          <w:rtl/>
        </w:rPr>
        <w:t xml:space="preserve"> صلى‌الله‌عليه‌وآله‌وسلم </w:t>
      </w:r>
      <w:r>
        <w:rPr>
          <w:rtl/>
        </w:rPr>
        <w:t xml:space="preserve"> كا پيش قدم ہونا 2;انحضرت </w:t>
      </w:r>
      <w:r w:rsidR="00F031CD" w:rsidRPr="00F031CD">
        <w:rPr>
          <w:rStyle w:val="libAlaemChar"/>
          <w:rtl/>
        </w:rPr>
        <w:t xml:space="preserve"> صلى‌الله‌عليه‌وآله‌وسلم </w:t>
      </w:r>
      <w:r>
        <w:rPr>
          <w:rtl/>
        </w:rPr>
        <w:t xml:space="preserve"> كے فضائل 2;انحضرت </w:t>
      </w:r>
      <w:r w:rsidR="00F031CD" w:rsidRPr="00F031CD">
        <w:rPr>
          <w:rStyle w:val="libAlaemChar"/>
          <w:rtl/>
        </w:rPr>
        <w:t xml:space="preserve"> صلى‌الله‌عليه‌وآله‌وسلم </w:t>
      </w:r>
      <w:r>
        <w:rPr>
          <w:rtl/>
        </w:rPr>
        <w:t xml:space="preserve"> : كا مقام ومرتبہ6،7</w:t>
      </w:r>
    </w:p>
    <w:p w:rsidR="001F628F" w:rsidRDefault="001F628F" w:rsidP="00E42FDC">
      <w:pPr>
        <w:pStyle w:val="libNormal"/>
        <w:rPr>
          <w:rtl/>
        </w:rPr>
      </w:pPr>
      <w:r>
        <w:rPr>
          <w:rFonts w:hint="eastAsia"/>
          <w:rtl/>
        </w:rPr>
        <w:t>الله</w:t>
      </w:r>
      <w:r>
        <w:rPr>
          <w:rtl/>
        </w:rPr>
        <w:t xml:space="preserve"> تعالى :</w:t>
      </w:r>
      <w:r>
        <w:rPr>
          <w:rFonts w:hint="eastAsia"/>
          <w:rtl/>
        </w:rPr>
        <w:t>الله</w:t>
      </w:r>
      <w:r>
        <w:rPr>
          <w:rtl/>
        </w:rPr>
        <w:t xml:space="preserve"> تعالى كى دعوتي</w:t>
      </w:r>
      <w:r w:rsidR="00083993">
        <w:rPr>
          <w:rtl/>
        </w:rPr>
        <w:t xml:space="preserve">ں </w:t>
      </w:r>
      <w:r>
        <w:rPr>
          <w:rtl/>
        </w:rPr>
        <w:t>1</w:t>
      </w:r>
    </w:p>
    <w:p w:rsidR="001F628F" w:rsidRDefault="001F628F" w:rsidP="00E42FDC">
      <w:pPr>
        <w:pStyle w:val="libNormal"/>
        <w:rPr>
          <w:rtl/>
        </w:rPr>
      </w:pPr>
      <w:r>
        <w:rPr>
          <w:rFonts w:hint="eastAsia"/>
          <w:rtl/>
        </w:rPr>
        <w:t>امير</w:t>
      </w:r>
      <w:r>
        <w:rPr>
          <w:rtl/>
        </w:rPr>
        <w:t xml:space="preserve"> المؤمنين </w:t>
      </w:r>
      <w:r w:rsidR="00367F17" w:rsidRPr="00367F17">
        <w:rPr>
          <w:rStyle w:val="libAlaemChar"/>
          <w:rtl/>
        </w:rPr>
        <w:t xml:space="preserve"> عليه‌السلام </w:t>
      </w:r>
      <w:r>
        <w:rPr>
          <w:rtl/>
        </w:rPr>
        <w:t xml:space="preserve"> :</w:t>
      </w:r>
      <w:r>
        <w:rPr>
          <w:rFonts w:hint="eastAsia"/>
          <w:rtl/>
        </w:rPr>
        <w:t>امير</w:t>
      </w:r>
      <w:r>
        <w:rPr>
          <w:rtl/>
        </w:rPr>
        <w:t xml:space="preserve"> المؤمنين </w:t>
      </w:r>
      <w:r w:rsidR="00367F17" w:rsidRPr="00367F17">
        <w:rPr>
          <w:rStyle w:val="libAlaemChar"/>
          <w:rtl/>
        </w:rPr>
        <w:t xml:space="preserve"> عليه‌السلام </w:t>
      </w:r>
      <w:r>
        <w:rPr>
          <w:rtl/>
        </w:rPr>
        <w:t xml:space="preserve"> كا مقام و مرتبہ 6،7</w:t>
      </w:r>
    </w:p>
    <w:p w:rsidR="001F628F" w:rsidRDefault="001F628F" w:rsidP="00E42FDC">
      <w:pPr>
        <w:pStyle w:val="libNormal"/>
        <w:rPr>
          <w:rtl/>
        </w:rPr>
      </w:pPr>
      <w:r>
        <w:rPr>
          <w:rFonts w:hint="eastAsia"/>
          <w:rtl/>
        </w:rPr>
        <w:t>ائمہ</w:t>
      </w:r>
      <w:r>
        <w:rPr>
          <w:rtl/>
        </w:rPr>
        <w:t xml:space="preserve"> </w:t>
      </w:r>
      <w:r w:rsidR="00367F17" w:rsidRPr="00367F17">
        <w:rPr>
          <w:rStyle w:val="libAlaemChar"/>
          <w:rtl/>
        </w:rPr>
        <w:t xml:space="preserve"> عليه‌السلام </w:t>
      </w:r>
      <w:r>
        <w:rPr>
          <w:rtl/>
        </w:rPr>
        <w:t xml:space="preserve"> :</w:t>
      </w:r>
      <w:r>
        <w:rPr>
          <w:rFonts w:hint="eastAsia"/>
          <w:rtl/>
        </w:rPr>
        <w:t>ائمہ</w:t>
      </w:r>
      <w:r>
        <w:rPr>
          <w:rtl/>
        </w:rPr>
        <w:t xml:space="preserve"> </w:t>
      </w:r>
      <w:r w:rsidR="00367F17" w:rsidRPr="00367F17">
        <w:rPr>
          <w:rStyle w:val="libAlaemChar"/>
          <w:rtl/>
        </w:rPr>
        <w:t xml:space="preserve"> عليه‌السلام </w:t>
      </w:r>
      <w:r>
        <w:rPr>
          <w:rtl/>
        </w:rPr>
        <w:t xml:space="preserve"> كا مقام و مرتبہ6،7</w:t>
      </w:r>
    </w:p>
    <w:p w:rsidR="001F628F" w:rsidRDefault="001F628F" w:rsidP="00E42FDC">
      <w:pPr>
        <w:pStyle w:val="libNormal"/>
        <w:rPr>
          <w:rtl/>
        </w:rPr>
      </w:pPr>
      <w:r>
        <w:rPr>
          <w:rFonts w:hint="eastAsia"/>
          <w:rtl/>
        </w:rPr>
        <w:t>تعليم</w:t>
      </w:r>
      <w:r>
        <w:rPr>
          <w:rtl/>
        </w:rPr>
        <w:t>:</w:t>
      </w:r>
      <w:r>
        <w:rPr>
          <w:rFonts w:hint="eastAsia"/>
          <w:rtl/>
        </w:rPr>
        <w:t>تعليم</w:t>
      </w:r>
      <w:r>
        <w:rPr>
          <w:rtl/>
        </w:rPr>
        <w:t xml:space="preserve"> كى روش5</w:t>
      </w:r>
    </w:p>
    <w:p w:rsidR="001F628F" w:rsidRDefault="001F628F" w:rsidP="00E42FDC">
      <w:pPr>
        <w:pStyle w:val="libNormal"/>
        <w:rPr>
          <w:rtl/>
        </w:rPr>
      </w:pPr>
      <w:r>
        <w:rPr>
          <w:rFonts w:hint="eastAsia"/>
          <w:rtl/>
        </w:rPr>
        <w:t>دين</w:t>
      </w:r>
      <w:r>
        <w:rPr>
          <w:rtl/>
        </w:rPr>
        <w:t xml:space="preserve"> :</w:t>
      </w:r>
      <w:r>
        <w:rPr>
          <w:rFonts w:hint="eastAsia"/>
          <w:rtl/>
        </w:rPr>
        <w:t>فہم</w:t>
      </w:r>
      <w:r>
        <w:rPr>
          <w:rtl/>
        </w:rPr>
        <w:t xml:space="preserve"> دين كى اہميت 2</w:t>
      </w:r>
    </w:p>
    <w:p w:rsidR="001F628F" w:rsidRDefault="001F628F" w:rsidP="001F628F">
      <w:pPr>
        <w:pStyle w:val="libNormal"/>
        <w:rPr>
          <w:rtl/>
        </w:rPr>
      </w:pPr>
      <w:r>
        <w:rPr>
          <w:rFonts w:hint="eastAsia"/>
          <w:rtl/>
        </w:rPr>
        <w:t>روايت</w:t>
      </w:r>
      <w:r>
        <w:rPr>
          <w:rtl/>
        </w:rPr>
        <w:t>:6،7،8،9</w:t>
      </w:r>
    </w:p>
    <w:p w:rsidR="001F628F" w:rsidRDefault="001F628F" w:rsidP="00797BDC">
      <w:pPr>
        <w:pStyle w:val="libNormal"/>
        <w:rPr>
          <w:rtl/>
        </w:rPr>
      </w:pPr>
      <w:r>
        <w:rPr>
          <w:rFonts w:hint="eastAsia"/>
          <w:rtl/>
        </w:rPr>
        <w:t>شجرہ</w:t>
      </w:r>
      <w:r>
        <w:rPr>
          <w:rtl/>
        </w:rPr>
        <w:t xml:space="preserve"> طيبہ :</w:t>
      </w:r>
      <w:r>
        <w:rPr>
          <w:rFonts w:hint="eastAsia"/>
          <w:rtl/>
        </w:rPr>
        <w:t>شجرہ</w:t>
      </w:r>
      <w:r>
        <w:rPr>
          <w:rtl/>
        </w:rPr>
        <w:t xml:space="preserve"> طيبہ سے مراد 6،7،8 ،9</w:t>
      </w:r>
      <w:r w:rsidR="00797BDC">
        <w:rPr>
          <w:rFonts w:hint="cs"/>
          <w:rtl/>
        </w:rPr>
        <w:t>//</w:t>
      </w:r>
      <w:r>
        <w:rPr>
          <w:rFonts w:hint="eastAsia"/>
          <w:rtl/>
        </w:rPr>
        <w:t>شيعہ</w:t>
      </w:r>
      <w:r>
        <w:rPr>
          <w:rtl/>
        </w:rPr>
        <w:t>:</w:t>
      </w:r>
      <w:r>
        <w:rPr>
          <w:rFonts w:hint="eastAsia"/>
          <w:rtl/>
        </w:rPr>
        <w:t>شيعو</w:t>
      </w:r>
      <w:r w:rsidR="00083993">
        <w:rPr>
          <w:rFonts w:hint="eastAsia"/>
          <w:rtl/>
        </w:rPr>
        <w:t xml:space="preserve">ں </w:t>
      </w:r>
      <w:r>
        <w:rPr>
          <w:rtl/>
        </w:rPr>
        <w:t>كا مقام و مرتبہ6،7</w:t>
      </w:r>
    </w:p>
    <w:p w:rsidR="001F628F" w:rsidRDefault="001F628F" w:rsidP="00E42FDC">
      <w:pPr>
        <w:pStyle w:val="libNormal"/>
        <w:rPr>
          <w:rtl/>
        </w:rPr>
      </w:pPr>
      <w:r>
        <w:rPr>
          <w:rFonts w:hint="eastAsia"/>
          <w:rtl/>
        </w:rPr>
        <w:t>عقيدہ</w:t>
      </w:r>
      <w:r>
        <w:rPr>
          <w:rtl/>
        </w:rPr>
        <w:t xml:space="preserve"> :</w:t>
      </w:r>
      <w:r>
        <w:rPr>
          <w:rFonts w:hint="eastAsia"/>
          <w:rtl/>
        </w:rPr>
        <w:t>عقيدہ</w:t>
      </w:r>
      <w:r>
        <w:rPr>
          <w:rtl/>
        </w:rPr>
        <w:t xml:space="preserve"> حق كا محكم ہونا 4</w:t>
      </w:r>
    </w:p>
    <w:p w:rsidR="001F628F" w:rsidRDefault="001F628F" w:rsidP="00E42FDC">
      <w:pPr>
        <w:pStyle w:val="libNormal"/>
        <w:rPr>
          <w:rtl/>
        </w:rPr>
      </w:pPr>
      <w:r>
        <w:rPr>
          <w:rFonts w:hint="eastAsia"/>
          <w:rtl/>
        </w:rPr>
        <w:t>فاطمہ</w:t>
      </w:r>
      <w:r>
        <w:rPr>
          <w:rtl/>
        </w:rPr>
        <w:t xml:space="preserve"> </w:t>
      </w:r>
      <w:r w:rsidR="00367F17" w:rsidRPr="00367F17">
        <w:rPr>
          <w:rStyle w:val="libAlaemChar"/>
          <w:rtl/>
        </w:rPr>
        <w:t xml:space="preserve"> عليه‌السلام </w:t>
      </w:r>
      <w:r>
        <w:rPr>
          <w:rtl/>
        </w:rPr>
        <w:t xml:space="preserve"> :</w:t>
      </w:r>
      <w:r>
        <w:rPr>
          <w:rFonts w:hint="eastAsia"/>
          <w:rtl/>
        </w:rPr>
        <w:t>فاطمہ</w:t>
      </w:r>
      <w:r>
        <w:rPr>
          <w:rtl/>
        </w:rPr>
        <w:t xml:space="preserve"> </w:t>
      </w:r>
      <w:r w:rsidR="00367F17" w:rsidRPr="00367F17">
        <w:rPr>
          <w:rStyle w:val="libAlaemChar"/>
          <w:rtl/>
        </w:rPr>
        <w:t xml:space="preserve"> عليه‌السلام </w:t>
      </w:r>
      <w:r>
        <w:rPr>
          <w:rtl/>
        </w:rPr>
        <w:t xml:space="preserve"> كا مقام و مرتبہ</w:t>
      </w:r>
    </w:p>
    <w:p w:rsidR="001F628F" w:rsidRDefault="001F628F" w:rsidP="00797BDC">
      <w:pPr>
        <w:pStyle w:val="libNormal"/>
        <w:rPr>
          <w:rtl/>
        </w:rPr>
      </w:pPr>
      <w:r>
        <w:rPr>
          <w:rFonts w:hint="eastAsia"/>
          <w:rtl/>
        </w:rPr>
        <w:t>قران</w:t>
      </w:r>
      <w:r>
        <w:rPr>
          <w:rtl/>
        </w:rPr>
        <w:t xml:space="preserve"> كريم:</w:t>
      </w:r>
      <w:r>
        <w:rPr>
          <w:rFonts w:hint="eastAsia"/>
          <w:rtl/>
        </w:rPr>
        <w:t>قران</w:t>
      </w:r>
      <w:r>
        <w:rPr>
          <w:rtl/>
        </w:rPr>
        <w:t xml:space="preserve"> كريم كى تشبيہات 5 ;قران كريم كى تعليمات كا طريقہ 5;قران كريم كى مثالو</w:t>
      </w:r>
      <w:r w:rsidR="00083993">
        <w:rPr>
          <w:rtl/>
        </w:rPr>
        <w:t xml:space="preserve">ں </w:t>
      </w:r>
      <w:r>
        <w:rPr>
          <w:rtl/>
        </w:rPr>
        <w:t>كا فہم 1; قران كريم كى مثالي</w:t>
      </w:r>
      <w:r w:rsidR="00083993">
        <w:rPr>
          <w:rtl/>
        </w:rPr>
        <w:t xml:space="preserve">ں </w:t>
      </w:r>
      <w:r>
        <w:rPr>
          <w:rtl/>
        </w:rPr>
        <w:t>3،4</w:t>
      </w:r>
      <w:r>
        <w:rPr>
          <w:rFonts w:hint="eastAsia"/>
          <w:rtl/>
        </w:rPr>
        <w:t>قرانى</w:t>
      </w:r>
      <w:r>
        <w:rPr>
          <w:rtl/>
        </w:rPr>
        <w:t xml:space="preserve"> تشبيہات:</w:t>
      </w:r>
      <w:r>
        <w:rPr>
          <w:rFonts w:hint="eastAsia"/>
          <w:rtl/>
        </w:rPr>
        <w:t>معقول</w:t>
      </w:r>
      <w:r>
        <w:rPr>
          <w:rtl/>
        </w:rPr>
        <w:t xml:space="preserve"> كى محسوس سے تشبيہ 5</w:t>
      </w:r>
    </w:p>
    <w:p w:rsidR="001F628F" w:rsidRDefault="001F628F" w:rsidP="00E42FDC">
      <w:pPr>
        <w:pStyle w:val="libNormal"/>
        <w:rPr>
          <w:rtl/>
        </w:rPr>
      </w:pPr>
      <w:r>
        <w:rPr>
          <w:rFonts w:hint="eastAsia"/>
          <w:rtl/>
        </w:rPr>
        <w:t>قرانى</w:t>
      </w:r>
      <w:r>
        <w:rPr>
          <w:rtl/>
        </w:rPr>
        <w:t xml:space="preserve"> مثالي</w:t>
      </w:r>
      <w:r w:rsidR="00083993">
        <w:rPr>
          <w:rtl/>
        </w:rPr>
        <w:t xml:space="preserve">ں </w:t>
      </w:r>
      <w:r>
        <w:rPr>
          <w:rtl/>
        </w:rPr>
        <w:t>:</w:t>
      </w:r>
      <w:r>
        <w:rPr>
          <w:rFonts w:hint="eastAsia"/>
          <w:rtl/>
        </w:rPr>
        <w:t>قرآن</w:t>
      </w:r>
      <w:r>
        <w:rPr>
          <w:rtl/>
        </w:rPr>
        <w:t xml:space="preserve"> مي</w:t>
      </w:r>
      <w:r w:rsidR="00083993">
        <w:rPr>
          <w:rtl/>
        </w:rPr>
        <w:t xml:space="preserve">ں </w:t>
      </w:r>
      <w:r>
        <w:rPr>
          <w:rtl/>
        </w:rPr>
        <w:t>شجرہ طيبہ كى تمثيل 3; قرآن مي</w:t>
      </w:r>
      <w:r w:rsidR="00083993">
        <w:rPr>
          <w:rtl/>
        </w:rPr>
        <w:t xml:space="preserve">ں </w:t>
      </w:r>
      <w:r>
        <w:rPr>
          <w:rtl/>
        </w:rPr>
        <w:t>جڑو</w:t>
      </w:r>
      <w:r w:rsidR="00083993">
        <w:rPr>
          <w:rtl/>
        </w:rPr>
        <w:t xml:space="preserve">ں </w:t>
      </w:r>
      <w:r>
        <w:rPr>
          <w:rtl/>
        </w:rPr>
        <w:t>والے درخت كى تمثيل 4; قرآن مي</w:t>
      </w:r>
      <w:r w:rsidR="00083993">
        <w:rPr>
          <w:rtl/>
        </w:rPr>
        <w:t xml:space="preserve">ں </w:t>
      </w:r>
      <w:r>
        <w:rPr>
          <w:rtl/>
        </w:rPr>
        <w:t>عقيدہ حقہ كى مثال 4;قرآن مي</w:t>
      </w:r>
      <w:r w:rsidR="00083993">
        <w:rPr>
          <w:rtl/>
        </w:rPr>
        <w:t xml:space="preserve">ں </w:t>
      </w:r>
      <w:r>
        <w:rPr>
          <w:rtl/>
        </w:rPr>
        <w:t>كلمہ طيبہ كى مثال 3</w:t>
      </w:r>
    </w:p>
    <w:p w:rsidR="001F628F" w:rsidRDefault="001F628F" w:rsidP="00797BDC">
      <w:pPr>
        <w:pStyle w:val="libNormal"/>
        <w:rPr>
          <w:rtl/>
        </w:rPr>
      </w:pPr>
      <w:r>
        <w:rPr>
          <w:rFonts w:hint="eastAsia"/>
          <w:rtl/>
        </w:rPr>
        <w:t>نخل</w:t>
      </w:r>
      <w:r>
        <w:rPr>
          <w:rtl/>
        </w:rPr>
        <w:t>:9</w:t>
      </w:r>
      <w:r>
        <w:rPr>
          <w:rFonts w:hint="eastAsia"/>
          <w:rtl/>
        </w:rPr>
        <w:t>ولايت</w:t>
      </w:r>
      <w:r>
        <w:rPr>
          <w:rtl/>
        </w:rPr>
        <w:t>:</w:t>
      </w:r>
      <w:r>
        <w:rPr>
          <w:rFonts w:hint="eastAsia"/>
          <w:rtl/>
        </w:rPr>
        <w:t>ولايت</w:t>
      </w:r>
      <w:r>
        <w:rPr>
          <w:rtl/>
        </w:rPr>
        <w:t xml:space="preserve"> كى اہميت 8</w:t>
      </w:r>
    </w:p>
    <w:p w:rsidR="001F628F" w:rsidRDefault="001F628F" w:rsidP="00E42FDC">
      <w:pPr>
        <w:pStyle w:val="libNormal"/>
        <w:rPr>
          <w:rtl/>
        </w:rPr>
      </w:pPr>
      <w:r>
        <w:rPr>
          <w:rFonts w:hint="eastAsia"/>
          <w:rtl/>
        </w:rPr>
        <w:t>ہوشياري</w:t>
      </w:r>
      <w:r>
        <w:rPr>
          <w:rtl/>
        </w:rPr>
        <w:t>:</w:t>
      </w:r>
      <w:r>
        <w:rPr>
          <w:rFonts w:hint="eastAsia"/>
          <w:rtl/>
        </w:rPr>
        <w:t>ہوشيارى</w:t>
      </w:r>
      <w:r>
        <w:rPr>
          <w:rtl/>
        </w:rPr>
        <w:t xml:space="preserve"> كى دعوت 1</w:t>
      </w:r>
    </w:p>
    <w:p w:rsidR="001F628F" w:rsidRDefault="00B84D3B" w:rsidP="00B84D3B">
      <w:pPr>
        <w:pStyle w:val="libLine"/>
        <w:rPr>
          <w:rtl/>
        </w:rPr>
      </w:pPr>
      <w:r>
        <w:rPr>
          <w:rtl/>
        </w:rPr>
        <w:t>____________________</w:t>
      </w:r>
    </w:p>
    <w:p w:rsidR="001F628F" w:rsidRDefault="001F628F" w:rsidP="00E42FDC">
      <w:pPr>
        <w:pStyle w:val="libFootnote"/>
        <w:rPr>
          <w:rtl/>
        </w:rPr>
      </w:pPr>
      <w:r>
        <w:rPr>
          <w:rtl/>
        </w:rPr>
        <w:t>1)مجمع البيان ،ج6،ص480;نور الثقلين ،ج2، ص 536 ،ح 59_</w:t>
      </w:r>
    </w:p>
    <w:p w:rsidR="00E42FDC" w:rsidRDefault="001E7F9D" w:rsidP="00F73EDE">
      <w:pPr>
        <w:pStyle w:val="libPoemTini"/>
        <w:rPr>
          <w:rtl/>
        </w:rPr>
      </w:pPr>
      <w:r>
        <w:rPr>
          <w:rtl/>
        </w:rPr>
        <w:br w:type="page"/>
      </w:r>
    </w:p>
    <w:p w:rsidR="00E42FDC" w:rsidRDefault="00E42FDC" w:rsidP="00E42FDC">
      <w:pPr>
        <w:pStyle w:val="Heading2Center"/>
        <w:rPr>
          <w:rtl/>
        </w:rPr>
      </w:pPr>
      <w:bookmarkStart w:id="25" w:name="_Toc28081703"/>
      <w:r>
        <w:rPr>
          <w:rFonts w:hint="cs"/>
          <w:rtl/>
        </w:rPr>
        <w:lastRenderedPageBreak/>
        <w:t>آیت 25</w:t>
      </w:r>
      <w:bookmarkEnd w:id="25"/>
    </w:p>
    <w:p w:rsidR="001F628F" w:rsidRDefault="00E260F9" w:rsidP="00E42FDC">
      <w:pPr>
        <w:pStyle w:val="libNormal"/>
        <w:rPr>
          <w:rtl/>
        </w:rPr>
      </w:pPr>
      <w:r w:rsidRPr="00E260F9">
        <w:rPr>
          <w:rStyle w:val="libAlaemChar"/>
          <w:rFonts w:hint="eastAsia"/>
          <w:rtl/>
        </w:rPr>
        <w:t>(</w:t>
      </w:r>
      <w:r w:rsidRPr="00E42FDC">
        <w:rPr>
          <w:rStyle w:val="libAieChar"/>
          <w:rFonts w:hint="eastAsia"/>
          <w:rtl/>
        </w:rPr>
        <w:t>تُؤْتِي</w:t>
      </w:r>
      <w:r w:rsidRPr="00E42FDC">
        <w:rPr>
          <w:rStyle w:val="libAieChar"/>
          <w:rtl/>
        </w:rPr>
        <w:t xml:space="preserve"> أُكُلَهَا كُلَّ حِينٍ بِإِذْنِ رَبِّهَا وَيَضْرِبُ اللّهُ الأَمْثَالَ لِلنَّاسِ لَعَلَّهُمْ يَتَذَكَّرُونَ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شجرہ ہر زمانہ مي</w:t>
      </w:r>
      <w:r w:rsidR="00083993">
        <w:rPr>
          <w:rtl/>
        </w:rPr>
        <w:t xml:space="preserve">ں </w:t>
      </w:r>
      <w:r>
        <w:rPr>
          <w:rtl/>
        </w:rPr>
        <w:t>حكم پروردگار سے پھل ديتا رہتاہے اور خدا لوگو</w:t>
      </w:r>
      <w:r w:rsidR="00083993">
        <w:rPr>
          <w:rtl/>
        </w:rPr>
        <w:t xml:space="preserve">ں </w:t>
      </w:r>
      <w:r>
        <w:rPr>
          <w:rtl/>
        </w:rPr>
        <w:t>كے لئے مثالي</w:t>
      </w:r>
      <w:r w:rsidR="00083993">
        <w:rPr>
          <w:rtl/>
        </w:rPr>
        <w:t xml:space="preserve">ں </w:t>
      </w:r>
      <w:r>
        <w:rPr>
          <w:rtl/>
        </w:rPr>
        <w:t>بيان كرتاہے كہ شايد اسى طرح ہوش مي</w:t>
      </w:r>
      <w:r w:rsidR="00083993">
        <w:rPr>
          <w:rtl/>
        </w:rPr>
        <w:t xml:space="preserve">ں </w:t>
      </w:r>
      <w:r>
        <w:rPr>
          <w:rtl/>
        </w:rPr>
        <w:t>آجائي</w:t>
      </w:r>
      <w:r w:rsidR="00083993">
        <w:rPr>
          <w:rtl/>
        </w:rPr>
        <w:t xml:space="preserve">ں </w:t>
      </w:r>
      <w:r>
        <w:rPr>
          <w:rtl/>
        </w:rPr>
        <w:t>_</w:t>
      </w:r>
    </w:p>
    <w:p w:rsidR="001F628F" w:rsidRDefault="001F628F" w:rsidP="001F628F">
      <w:pPr>
        <w:pStyle w:val="libNormal"/>
        <w:rPr>
          <w:rtl/>
        </w:rPr>
      </w:pPr>
      <w:r>
        <w:rPr>
          <w:rtl/>
        </w:rPr>
        <w:t>1_كلمہ طيبہ ايسا پاك درخت ہے كہ جس كى جڑ مضبوط اور تنا بلند اور يہ درخت پھل ديتے وقت پورا پورا پھل ديتا ہے _</w:t>
      </w:r>
    </w:p>
    <w:p w:rsidR="001F628F" w:rsidRDefault="001F628F" w:rsidP="00797BDC">
      <w:pPr>
        <w:pStyle w:val="libArabic"/>
        <w:rPr>
          <w:rtl/>
        </w:rPr>
      </w:pPr>
      <w:r>
        <w:rPr>
          <w:rFonts w:hint="eastAsia"/>
          <w:rtl/>
        </w:rPr>
        <w:t>مثلاً</w:t>
      </w:r>
      <w:r>
        <w:rPr>
          <w:rtl/>
        </w:rPr>
        <w:t xml:space="preserve"> كلمة طيّبة كشجرة طيّبة ا صل</w:t>
      </w:r>
      <w:r w:rsidR="00B2551F" w:rsidRPr="00B2551F">
        <w:rPr>
          <w:rFonts w:hint="cs"/>
          <w:rtl/>
        </w:rPr>
        <w:t>ه</w:t>
      </w:r>
      <w:r>
        <w:rPr>
          <w:rFonts w:hint="cs"/>
          <w:rtl/>
        </w:rPr>
        <w:t>ا</w:t>
      </w:r>
      <w:r>
        <w:rPr>
          <w:rtl/>
        </w:rPr>
        <w:t xml:space="preserve"> </w:t>
      </w:r>
      <w:r>
        <w:rPr>
          <w:rFonts w:hint="cs"/>
          <w:rtl/>
        </w:rPr>
        <w:t>ثابت</w:t>
      </w:r>
      <w:r>
        <w:rPr>
          <w:rtl/>
        </w:rPr>
        <w:t xml:space="preserve"> </w:t>
      </w:r>
      <w:r>
        <w:rPr>
          <w:rFonts w:hint="cs"/>
          <w:rtl/>
        </w:rPr>
        <w:t>وفرع</w:t>
      </w:r>
      <w:r w:rsidR="00B2551F" w:rsidRPr="00B2551F">
        <w:rPr>
          <w:rFonts w:hint="cs"/>
          <w:rtl/>
        </w:rPr>
        <w:t>ه</w:t>
      </w:r>
      <w:r>
        <w:rPr>
          <w:rFonts w:hint="cs"/>
          <w:rtl/>
        </w:rPr>
        <w:t>ا</w:t>
      </w:r>
      <w:r>
        <w:rPr>
          <w:rtl/>
        </w:rPr>
        <w:t xml:space="preserve"> </w:t>
      </w:r>
      <w:r>
        <w:rPr>
          <w:rFonts w:hint="cs"/>
          <w:rtl/>
        </w:rPr>
        <w:t>فى</w:t>
      </w:r>
      <w:r>
        <w:rPr>
          <w:rtl/>
        </w:rPr>
        <w:t xml:space="preserve"> </w:t>
      </w:r>
      <w:r>
        <w:rPr>
          <w:rFonts w:hint="cs"/>
          <w:rtl/>
        </w:rPr>
        <w:t>السّماء</w:t>
      </w:r>
      <w:r>
        <w:rPr>
          <w:rtl/>
        </w:rPr>
        <w:t xml:space="preserve"> _ </w:t>
      </w:r>
      <w:r>
        <w:rPr>
          <w:rFonts w:hint="cs"/>
          <w:rtl/>
        </w:rPr>
        <w:t>تو</w:t>
      </w:r>
      <w:r>
        <w:rPr>
          <w:rtl/>
        </w:rPr>
        <w:t xml:space="preserve"> </w:t>
      </w:r>
      <w:r>
        <w:rPr>
          <w:rFonts w:hint="cs"/>
          <w:rtl/>
        </w:rPr>
        <w:t>تى</w:t>
      </w:r>
      <w:r>
        <w:rPr>
          <w:rtl/>
        </w:rPr>
        <w:t xml:space="preserve"> </w:t>
      </w:r>
      <w:r>
        <w:rPr>
          <w:rFonts w:hint="cs"/>
          <w:rtl/>
        </w:rPr>
        <w:t>ا</w:t>
      </w:r>
      <w:r>
        <w:rPr>
          <w:rtl/>
        </w:rPr>
        <w:t xml:space="preserve"> </w:t>
      </w:r>
      <w:r>
        <w:rPr>
          <w:rFonts w:hint="cs"/>
          <w:rtl/>
        </w:rPr>
        <w:t>كل</w:t>
      </w:r>
      <w:r w:rsidR="00B2551F" w:rsidRPr="00B2551F">
        <w:rPr>
          <w:rFonts w:hint="cs"/>
          <w:rtl/>
        </w:rPr>
        <w:t>ه</w:t>
      </w:r>
      <w:r>
        <w:rPr>
          <w:rFonts w:hint="cs"/>
          <w:rtl/>
        </w:rPr>
        <w:t>ا</w:t>
      </w:r>
      <w:r>
        <w:rPr>
          <w:rtl/>
        </w:rPr>
        <w:t xml:space="preserve"> </w:t>
      </w:r>
      <w:r>
        <w:rPr>
          <w:rFonts w:hint="cs"/>
          <w:rtl/>
        </w:rPr>
        <w:t>كل</w:t>
      </w:r>
      <w:r>
        <w:rPr>
          <w:rtl/>
        </w:rPr>
        <w:t>ّ حين</w:t>
      </w:r>
    </w:p>
    <w:p w:rsidR="001F628F" w:rsidRDefault="001F628F" w:rsidP="001F628F">
      <w:pPr>
        <w:pStyle w:val="libNormal"/>
        <w:rPr>
          <w:rtl/>
        </w:rPr>
      </w:pPr>
      <w:r>
        <w:rPr>
          <w:rFonts w:hint="eastAsia"/>
          <w:rtl/>
        </w:rPr>
        <w:t>احتما</w:t>
      </w:r>
      <w:r>
        <w:rPr>
          <w:rtl/>
        </w:rPr>
        <w:t xml:space="preserve"> ل ہے كہ ''تو تى ا كلھا كلّ حين'' مشبہ بہ كا دوام ہو اور موضوع كى مناسبت سے اس سے مراد وہ وقت ہے كہ جب درخت پھل ديتا ہے _</w:t>
      </w:r>
    </w:p>
    <w:p w:rsidR="001F628F" w:rsidRDefault="001F628F" w:rsidP="001F628F">
      <w:pPr>
        <w:pStyle w:val="libNormal"/>
        <w:rPr>
          <w:rtl/>
        </w:rPr>
      </w:pPr>
      <w:r>
        <w:rPr>
          <w:rtl/>
        </w:rPr>
        <w:t>2_حق پر مبنى اعتقادات اذن پرورد گار سے دائمى طور پر ثمر بخش ہوتے ہي</w:t>
      </w:r>
      <w:r w:rsidR="00083993">
        <w:rPr>
          <w:rtl/>
        </w:rPr>
        <w:t xml:space="preserve">ں </w:t>
      </w:r>
      <w:r>
        <w:rPr>
          <w:rtl/>
        </w:rPr>
        <w:t>اور كسى خاص زمانے مي</w:t>
      </w:r>
      <w:r w:rsidR="00083993">
        <w:rPr>
          <w:rtl/>
        </w:rPr>
        <w:t xml:space="preserve">ں </w:t>
      </w:r>
      <w:r>
        <w:rPr>
          <w:rtl/>
        </w:rPr>
        <w:t>محدود نہي</w:t>
      </w:r>
      <w:r w:rsidR="00083993">
        <w:rPr>
          <w:rtl/>
        </w:rPr>
        <w:t xml:space="preserve">ں </w:t>
      </w:r>
      <w:r>
        <w:rPr>
          <w:rtl/>
        </w:rPr>
        <w:t>ہوتے_</w:t>
      </w:r>
    </w:p>
    <w:p w:rsidR="001F628F" w:rsidRDefault="001F628F" w:rsidP="00797BDC">
      <w:pPr>
        <w:pStyle w:val="libArabic"/>
        <w:rPr>
          <w:rtl/>
        </w:rPr>
      </w:pPr>
      <w:r>
        <w:rPr>
          <w:rFonts w:hint="eastAsia"/>
          <w:rtl/>
        </w:rPr>
        <w:t>مثلاً</w:t>
      </w:r>
      <w:r>
        <w:rPr>
          <w:rtl/>
        </w:rPr>
        <w:t xml:space="preserve"> كلمة طيّبة ...تو تى ا كل</w:t>
      </w:r>
      <w:r w:rsidR="00B2551F" w:rsidRPr="00B2551F">
        <w:rPr>
          <w:rFonts w:hint="cs"/>
          <w:rtl/>
        </w:rPr>
        <w:t>ه</w:t>
      </w:r>
      <w:r>
        <w:rPr>
          <w:rFonts w:hint="cs"/>
          <w:rtl/>
        </w:rPr>
        <w:t>ا</w:t>
      </w:r>
      <w:r>
        <w:rPr>
          <w:rtl/>
        </w:rPr>
        <w:t xml:space="preserve"> </w:t>
      </w:r>
      <w:r>
        <w:rPr>
          <w:rFonts w:hint="cs"/>
          <w:rtl/>
        </w:rPr>
        <w:t>كلّ</w:t>
      </w:r>
      <w:r>
        <w:rPr>
          <w:rtl/>
        </w:rPr>
        <w:t xml:space="preserve"> </w:t>
      </w:r>
      <w:r>
        <w:rPr>
          <w:rFonts w:hint="cs"/>
          <w:rtl/>
        </w:rPr>
        <w:t>حين</w:t>
      </w:r>
      <w:r>
        <w:rPr>
          <w:rtl/>
        </w:rPr>
        <w:t xml:space="preserve"> </w:t>
      </w:r>
      <w:r>
        <w:rPr>
          <w:rFonts w:hint="cs"/>
          <w:rtl/>
        </w:rPr>
        <w:t>باذن</w:t>
      </w:r>
      <w:r>
        <w:rPr>
          <w:rtl/>
        </w:rPr>
        <w:t xml:space="preserve"> ربّ</w:t>
      </w:r>
      <w:r w:rsidR="00B2551F" w:rsidRPr="00B2551F">
        <w:rPr>
          <w:rFonts w:hint="cs"/>
          <w:rtl/>
        </w:rPr>
        <w:t>ه</w:t>
      </w:r>
    </w:p>
    <w:p w:rsidR="001F628F" w:rsidRDefault="001F628F" w:rsidP="001F628F">
      <w:pPr>
        <w:pStyle w:val="libNormal"/>
        <w:rPr>
          <w:rtl/>
        </w:rPr>
      </w:pPr>
      <w:r>
        <w:rPr>
          <w:rFonts w:hint="eastAsia"/>
          <w:rtl/>
        </w:rPr>
        <w:t>احتما</w:t>
      </w:r>
      <w:r>
        <w:rPr>
          <w:rtl/>
        </w:rPr>
        <w:t xml:space="preserve"> ل ہے كہ ''تو تى ا كلھا كلّ حين'' مشبہ بہ كا دوام ہو او ر جو موضوع كى مناسبت سے</w:t>
      </w:r>
    </w:p>
    <w:p w:rsidR="001F628F" w:rsidRDefault="001F628F" w:rsidP="001F628F">
      <w:pPr>
        <w:pStyle w:val="libNormal"/>
        <w:rPr>
          <w:rtl/>
        </w:rPr>
      </w:pPr>
      <w:r>
        <w:rPr>
          <w:rFonts w:hint="eastAsia"/>
          <w:rtl/>
        </w:rPr>
        <w:t>ہميشہثمر</w:t>
      </w:r>
      <w:r>
        <w:rPr>
          <w:rtl/>
        </w:rPr>
        <w:t xml:space="preserve"> بخش ہو تا ہوتا ہے اور كسى وقت سے مخصوص نہي</w:t>
      </w:r>
      <w:r w:rsidR="00083993">
        <w:rPr>
          <w:rtl/>
        </w:rPr>
        <w:t xml:space="preserve">ں </w:t>
      </w:r>
      <w:r>
        <w:rPr>
          <w:rtl/>
        </w:rPr>
        <w:t>_</w:t>
      </w:r>
    </w:p>
    <w:p w:rsidR="001F628F" w:rsidRDefault="001F628F" w:rsidP="001F628F">
      <w:pPr>
        <w:pStyle w:val="libNormal"/>
        <w:rPr>
          <w:rtl/>
        </w:rPr>
      </w:pPr>
      <w:r>
        <w:rPr>
          <w:rtl/>
        </w:rPr>
        <w:t>3_حق پر مبنى اعتقادات بہت زيادہ ثمر بخش ہوتے ہي</w:t>
      </w:r>
      <w:r w:rsidR="00083993">
        <w:rPr>
          <w:rtl/>
        </w:rPr>
        <w:t xml:space="preserve">ں </w:t>
      </w:r>
      <w:r>
        <w:rPr>
          <w:rtl/>
        </w:rPr>
        <w:t>اور وہ سب كے سب مفيد ہي</w:t>
      </w:r>
      <w:r w:rsidR="00083993">
        <w:rPr>
          <w:rtl/>
        </w:rPr>
        <w:t xml:space="preserve">ں </w:t>
      </w:r>
      <w:r>
        <w:rPr>
          <w:rtl/>
        </w:rPr>
        <w:t>_</w:t>
      </w:r>
    </w:p>
    <w:p w:rsidR="001F628F" w:rsidRDefault="001F628F" w:rsidP="00797BDC">
      <w:pPr>
        <w:pStyle w:val="libArabic"/>
        <w:rPr>
          <w:rtl/>
        </w:rPr>
      </w:pPr>
      <w:r>
        <w:rPr>
          <w:rFonts w:hint="eastAsia"/>
          <w:rtl/>
        </w:rPr>
        <w:t>مثلاً</w:t>
      </w:r>
      <w:r>
        <w:rPr>
          <w:rtl/>
        </w:rPr>
        <w:t xml:space="preserve"> كلمة طيّبة ...تو تى ا كل</w:t>
      </w:r>
      <w:r w:rsidR="00B2551F" w:rsidRPr="00B2551F">
        <w:rPr>
          <w:rFonts w:hint="cs"/>
          <w:rtl/>
        </w:rPr>
        <w:t>ه</w:t>
      </w:r>
      <w:r>
        <w:rPr>
          <w:rFonts w:hint="cs"/>
          <w:rtl/>
        </w:rPr>
        <w:t>ا</w:t>
      </w:r>
      <w:r>
        <w:rPr>
          <w:rtl/>
        </w:rPr>
        <w:t xml:space="preserve"> </w:t>
      </w:r>
      <w:r>
        <w:rPr>
          <w:rFonts w:hint="cs"/>
          <w:rtl/>
        </w:rPr>
        <w:t>كل</w:t>
      </w:r>
      <w:r>
        <w:rPr>
          <w:rtl/>
        </w:rPr>
        <w:t>ّ حين</w:t>
      </w:r>
    </w:p>
    <w:p w:rsidR="001F628F" w:rsidRDefault="001F628F" w:rsidP="001F628F">
      <w:pPr>
        <w:pStyle w:val="libNormal"/>
        <w:rPr>
          <w:rtl/>
        </w:rPr>
      </w:pPr>
      <w:r>
        <w:rPr>
          <w:rtl/>
        </w:rPr>
        <w:t>''فواكہ'' اور ''ثمرات'' كے بجائے، مشبہ (كلمہ طيبہ ) كى توصيف كے لئے ،مضاف ''اكل''(كھانے كى چيزو</w:t>
      </w:r>
      <w:r w:rsidR="00083993">
        <w:rPr>
          <w:rtl/>
        </w:rPr>
        <w:t xml:space="preserve">ں </w:t>
      </w:r>
      <w:r>
        <w:rPr>
          <w:rtl/>
        </w:rPr>
        <w:t>)كو جمع لانا كہ جو عموم كا فائدہ ديتا ہے ،ہو سكتا ہے مذكورہ نكتے كى جانب اشارہ ہو_</w:t>
      </w:r>
    </w:p>
    <w:p w:rsidR="001F628F" w:rsidRDefault="001F628F" w:rsidP="001F628F">
      <w:pPr>
        <w:pStyle w:val="libNormal"/>
        <w:rPr>
          <w:rtl/>
        </w:rPr>
      </w:pPr>
      <w:r>
        <w:rPr>
          <w:rtl/>
        </w:rPr>
        <w:t>4_حق پر مبنى اعتقادات كا ثمر بخش ہو نا ،ربوبيت خد اوند كا نتيجہ ہے _</w:t>
      </w:r>
    </w:p>
    <w:p w:rsidR="001F628F" w:rsidRDefault="001F628F" w:rsidP="00797BDC">
      <w:pPr>
        <w:pStyle w:val="libArabic"/>
        <w:rPr>
          <w:rtl/>
        </w:rPr>
      </w:pPr>
      <w:r>
        <w:rPr>
          <w:rFonts w:hint="eastAsia"/>
          <w:rtl/>
        </w:rPr>
        <w:t>تو</w:t>
      </w:r>
      <w:r>
        <w:rPr>
          <w:rtl/>
        </w:rPr>
        <w:t xml:space="preserve"> تى ا كل</w:t>
      </w:r>
      <w:r w:rsidR="00B2551F" w:rsidRPr="00B2551F">
        <w:rPr>
          <w:rFonts w:hint="cs"/>
          <w:rtl/>
        </w:rPr>
        <w:t>ه</w:t>
      </w:r>
      <w:r>
        <w:rPr>
          <w:rFonts w:hint="cs"/>
          <w:rtl/>
        </w:rPr>
        <w:t>ا</w:t>
      </w:r>
      <w:r>
        <w:rPr>
          <w:rtl/>
        </w:rPr>
        <w:t xml:space="preserve"> </w:t>
      </w:r>
      <w:r>
        <w:rPr>
          <w:rFonts w:hint="cs"/>
          <w:rtl/>
        </w:rPr>
        <w:t>كلّ</w:t>
      </w:r>
      <w:r>
        <w:rPr>
          <w:rtl/>
        </w:rPr>
        <w:t xml:space="preserve"> </w:t>
      </w:r>
      <w:r>
        <w:rPr>
          <w:rFonts w:hint="cs"/>
          <w:rtl/>
        </w:rPr>
        <w:t>حين</w:t>
      </w:r>
      <w:r>
        <w:rPr>
          <w:rtl/>
        </w:rPr>
        <w:t xml:space="preserve"> </w:t>
      </w:r>
      <w:r>
        <w:rPr>
          <w:rFonts w:hint="cs"/>
          <w:rtl/>
        </w:rPr>
        <w:t>باذن</w:t>
      </w:r>
      <w:r>
        <w:rPr>
          <w:rtl/>
        </w:rPr>
        <w:t xml:space="preserve"> ربّ</w:t>
      </w:r>
      <w:r w:rsidR="00B2551F" w:rsidRPr="00B2551F">
        <w:rPr>
          <w:rFonts w:hint="cs"/>
          <w:rtl/>
        </w:rPr>
        <w:t>ه</w:t>
      </w:r>
    </w:p>
    <w:p w:rsidR="00797BDC" w:rsidRDefault="001E7F9D" w:rsidP="00F73EDE">
      <w:pPr>
        <w:pStyle w:val="libPoemTini"/>
        <w:rPr>
          <w:rtl/>
        </w:rPr>
      </w:pPr>
      <w:r>
        <w:rPr>
          <w:rtl/>
        </w:rPr>
        <w:cr/>
      </w:r>
      <w:r>
        <w:rPr>
          <w:rtl/>
        </w:rPr>
        <w:br w:type="page"/>
      </w:r>
    </w:p>
    <w:p w:rsidR="001F628F" w:rsidRDefault="001F628F" w:rsidP="00797BDC">
      <w:pPr>
        <w:pStyle w:val="libNormal"/>
        <w:rPr>
          <w:rtl/>
        </w:rPr>
      </w:pPr>
      <w:r>
        <w:rPr>
          <w:rtl/>
        </w:rPr>
        <w:lastRenderedPageBreak/>
        <w:t>5_طبيعى اسباب كا عمل كرنا ، خدا وند متعال كے اذن اور فرمان سے تعلق ركھتا ہے_</w:t>
      </w:r>
      <w:r w:rsidRPr="00797BDC">
        <w:rPr>
          <w:rStyle w:val="libArabicChar"/>
          <w:rFonts w:hint="eastAsia"/>
          <w:rtl/>
        </w:rPr>
        <w:t>تو</w:t>
      </w:r>
      <w:r w:rsidRPr="00797BDC">
        <w:rPr>
          <w:rStyle w:val="libArabicChar"/>
          <w:rtl/>
        </w:rPr>
        <w:t xml:space="preserve"> تى ا كل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كلّ</w:t>
      </w:r>
      <w:r w:rsidRPr="00797BDC">
        <w:rPr>
          <w:rStyle w:val="libArabicChar"/>
          <w:rtl/>
        </w:rPr>
        <w:t xml:space="preserve"> </w:t>
      </w:r>
      <w:r w:rsidRPr="00797BDC">
        <w:rPr>
          <w:rStyle w:val="libArabicChar"/>
          <w:rFonts w:hint="cs"/>
          <w:rtl/>
        </w:rPr>
        <w:t>حين</w:t>
      </w:r>
      <w:r w:rsidRPr="00797BDC">
        <w:rPr>
          <w:rStyle w:val="libArabicChar"/>
          <w:rtl/>
        </w:rPr>
        <w:t xml:space="preserve"> </w:t>
      </w:r>
      <w:r w:rsidRPr="00797BDC">
        <w:rPr>
          <w:rStyle w:val="libArabicChar"/>
          <w:rFonts w:hint="cs"/>
          <w:rtl/>
        </w:rPr>
        <w:t>باذ</w:t>
      </w:r>
      <w:r w:rsidRPr="00797BDC">
        <w:rPr>
          <w:rStyle w:val="libArabicChar"/>
          <w:rtl/>
        </w:rPr>
        <w:t>ن ربّ</w:t>
      </w:r>
      <w:r w:rsidR="00B2551F" w:rsidRPr="00B2551F">
        <w:rPr>
          <w:rStyle w:val="libArabicChar"/>
          <w:rFonts w:hint="cs"/>
          <w:rtl/>
        </w:rPr>
        <w:t>ه</w:t>
      </w:r>
    </w:p>
    <w:p w:rsidR="001F628F" w:rsidRDefault="001F628F" w:rsidP="001F628F">
      <w:pPr>
        <w:pStyle w:val="libNormal"/>
        <w:rPr>
          <w:rtl/>
        </w:rPr>
      </w:pPr>
      <w:r>
        <w:rPr>
          <w:rFonts w:hint="eastAsia"/>
          <w:rtl/>
        </w:rPr>
        <w:t>مندرجہ</w:t>
      </w:r>
      <w:r>
        <w:rPr>
          <w:rtl/>
        </w:rPr>
        <w:t xml:space="preserve"> بالا مطلب اس احتمال پر مبنى ہے كہ جب </w:t>
      </w:r>
      <w:r w:rsidRPr="00797BDC">
        <w:rPr>
          <w:rStyle w:val="libArabicChar"/>
          <w:rtl/>
        </w:rPr>
        <w:t>''تو تى ا كل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كلّ</w:t>
      </w:r>
      <w:r w:rsidRPr="00797BDC">
        <w:rPr>
          <w:rStyle w:val="libArabicChar"/>
          <w:rtl/>
        </w:rPr>
        <w:t xml:space="preserve"> </w:t>
      </w:r>
      <w:r w:rsidRPr="00797BDC">
        <w:rPr>
          <w:rStyle w:val="libArabicChar"/>
          <w:rFonts w:hint="cs"/>
          <w:rtl/>
        </w:rPr>
        <w:t>حين</w:t>
      </w:r>
      <w:r w:rsidRPr="00797BDC">
        <w:rPr>
          <w:rStyle w:val="libArabicChar"/>
          <w:rtl/>
        </w:rPr>
        <w:t xml:space="preserve"> ''</w:t>
      </w:r>
      <w:r>
        <w:rPr>
          <w:rtl/>
        </w:rPr>
        <w:t xml:space="preserve"> مشبہ بہ كا دوام ہو_</w:t>
      </w:r>
    </w:p>
    <w:p w:rsidR="001F628F" w:rsidRDefault="001F628F" w:rsidP="001F628F">
      <w:pPr>
        <w:pStyle w:val="libNormal"/>
        <w:rPr>
          <w:rtl/>
        </w:rPr>
      </w:pPr>
      <w:r>
        <w:rPr>
          <w:rtl/>
        </w:rPr>
        <w:t>6_خدا وند متعال لوگو</w:t>
      </w:r>
      <w:r w:rsidR="00083993">
        <w:rPr>
          <w:rtl/>
        </w:rPr>
        <w:t xml:space="preserve">ں </w:t>
      </w:r>
      <w:r>
        <w:rPr>
          <w:rtl/>
        </w:rPr>
        <w:t>كے لئے جتنى بھى مثالي</w:t>
      </w:r>
      <w:r w:rsidR="00083993">
        <w:rPr>
          <w:rtl/>
        </w:rPr>
        <w:t xml:space="preserve">ں </w:t>
      </w:r>
      <w:r>
        <w:rPr>
          <w:rtl/>
        </w:rPr>
        <w:t>ديتا ہے وہ سب انہي</w:t>
      </w:r>
      <w:r w:rsidR="00083993">
        <w:rPr>
          <w:rtl/>
        </w:rPr>
        <w:t xml:space="preserve">ں </w:t>
      </w:r>
      <w:r>
        <w:rPr>
          <w:rtl/>
        </w:rPr>
        <w:t>متنبہ كرنے اور انكى ياد دہانى كے لئے ہي</w:t>
      </w:r>
      <w:r w:rsidR="00083993">
        <w:rPr>
          <w:rtl/>
        </w:rPr>
        <w:t xml:space="preserve">ں </w:t>
      </w:r>
      <w:r>
        <w:rPr>
          <w:rtl/>
        </w:rPr>
        <w:t>_</w:t>
      </w:r>
    </w:p>
    <w:p w:rsidR="001F628F" w:rsidRDefault="001F628F" w:rsidP="00797BDC">
      <w:pPr>
        <w:pStyle w:val="libArabic"/>
        <w:rPr>
          <w:rtl/>
        </w:rPr>
      </w:pPr>
      <w:r>
        <w:rPr>
          <w:rFonts w:hint="eastAsia"/>
          <w:rtl/>
        </w:rPr>
        <w:t>ويضرب</w:t>
      </w:r>
      <w:r>
        <w:rPr>
          <w:rtl/>
        </w:rPr>
        <w:t xml:space="preserve"> الله الا مثال للناس يتذكّرون</w:t>
      </w:r>
    </w:p>
    <w:p w:rsidR="001F628F" w:rsidRDefault="001F628F" w:rsidP="001F628F">
      <w:pPr>
        <w:pStyle w:val="libNormal"/>
        <w:rPr>
          <w:rtl/>
        </w:rPr>
      </w:pPr>
      <w:r>
        <w:rPr>
          <w:rtl/>
        </w:rPr>
        <w:t>7_مثالو</w:t>
      </w:r>
      <w:r w:rsidR="00083993">
        <w:rPr>
          <w:rtl/>
        </w:rPr>
        <w:t xml:space="preserve">ں </w:t>
      </w:r>
      <w:r>
        <w:rPr>
          <w:rtl/>
        </w:rPr>
        <w:t>سے استفادہ ،قران كريم كے ہدايت اور تبليغ كرنے كے طريقو</w:t>
      </w:r>
      <w:r w:rsidR="00083993">
        <w:rPr>
          <w:rtl/>
        </w:rPr>
        <w:t xml:space="preserve">ں </w:t>
      </w:r>
      <w:r>
        <w:rPr>
          <w:rtl/>
        </w:rPr>
        <w:t>مي</w:t>
      </w:r>
      <w:r w:rsidR="00083993">
        <w:rPr>
          <w:rtl/>
        </w:rPr>
        <w:t xml:space="preserve">ں </w:t>
      </w:r>
      <w:r>
        <w:rPr>
          <w:rtl/>
        </w:rPr>
        <w:t>سے ہے_</w:t>
      </w:r>
    </w:p>
    <w:p w:rsidR="001F628F" w:rsidRDefault="001F628F" w:rsidP="00797BDC">
      <w:pPr>
        <w:pStyle w:val="libArabic"/>
        <w:rPr>
          <w:rtl/>
        </w:rPr>
      </w:pPr>
      <w:r>
        <w:rPr>
          <w:rFonts w:hint="eastAsia"/>
          <w:rtl/>
        </w:rPr>
        <w:t>ويضرب</w:t>
      </w:r>
      <w:r>
        <w:rPr>
          <w:rtl/>
        </w:rPr>
        <w:t xml:space="preserve"> الله الا مثال للناس يتذكّرون</w:t>
      </w:r>
    </w:p>
    <w:p w:rsidR="001F628F" w:rsidRDefault="001F628F" w:rsidP="00797BDC">
      <w:pPr>
        <w:pStyle w:val="libNormal"/>
        <w:rPr>
          <w:rtl/>
        </w:rPr>
      </w:pPr>
      <w:r>
        <w:rPr>
          <w:rtl/>
        </w:rPr>
        <w:t>8_دينى تعليمات مي</w:t>
      </w:r>
      <w:r w:rsidR="00083993">
        <w:rPr>
          <w:rtl/>
        </w:rPr>
        <w:t xml:space="preserve">ں </w:t>
      </w:r>
      <w:r>
        <w:rPr>
          <w:rtl/>
        </w:rPr>
        <w:t>تما م لوگو</w:t>
      </w:r>
      <w:r w:rsidR="00083993">
        <w:rPr>
          <w:rtl/>
        </w:rPr>
        <w:t xml:space="preserve">ں </w:t>
      </w:r>
      <w:r>
        <w:rPr>
          <w:rtl/>
        </w:rPr>
        <w:t>كا متنبہ ہونا خاص اہميت ركھتا ہے_</w:t>
      </w:r>
      <w:r w:rsidRPr="00797BDC">
        <w:rPr>
          <w:rStyle w:val="libArabicChar"/>
          <w:rFonts w:hint="eastAsia"/>
          <w:rtl/>
        </w:rPr>
        <w:t>ويضرب</w:t>
      </w:r>
      <w:r w:rsidRPr="00797BDC">
        <w:rPr>
          <w:rStyle w:val="libArabicChar"/>
          <w:rtl/>
        </w:rPr>
        <w:t xml:space="preserve"> الله الا مثال للناس يتذكّرون</w:t>
      </w:r>
    </w:p>
    <w:p w:rsidR="001F628F" w:rsidRDefault="001F628F" w:rsidP="001F628F">
      <w:pPr>
        <w:pStyle w:val="libNormal"/>
        <w:rPr>
          <w:rtl/>
        </w:rPr>
      </w:pPr>
      <w:r>
        <w:rPr>
          <w:rFonts w:hint="eastAsia"/>
          <w:rtl/>
        </w:rPr>
        <w:t>كلمہ</w:t>
      </w:r>
      <w:r>
        <w:rPr>
          <w:rtl/>
        </w:rPr>
        <w:t xml:space="preserve"> ''الناس'' اسم جنس اور تمام انسانو</w:t>
      </w:r>
      <w:r w:rsidR="00083993">
        <w:rPr>
          <w:rtl/>
        </w:rPr>
        <w:t xml:space="preserve">ں </w:t>
      </w:r>
      <w:r>
        <w:rPr>
          <w:rtl/>
        </w:rPr>
        <w:t>پر دلالت كر رہا ہے_</w:t>
      </w:r>
    </w:p>
    <w:p w:rsidR="001F628F" w:rsidRDefault="001F628F" w:rsidP="001F628F">
      <w:pPr>
        <w:pStyle w:val="libNormal"/>
        <w:rPr>
          <w:rtl/>
        </w:rPr>
      </w:pPr>
      <w:r>
        <w:rPr>
          <w:rtl/>
        </w:rPr>
        <w:t>9_ہدايت حاصل كرنا فقط وسائل ہدايت سے ہى مربوط نہي</w:t>
      </w:r>
      <w:r w:rsidR="00083993">
        <w:rPr>
          <w:rtl/>
        </w:rPr>
        <w:t xml:space="preserve">ں </w:t>
      </w:r>
      <w:r>
        <w:rPr>
          <w:rtl/>
        </w:rPr>
        <w:t>بلكہ خود انسان بھى اس مي</w:t>
      </w:r>
      <w:r w:rsidR="00083993">
        <w:rPr>
          <w:rtl/>
        </w:rPr>
        <w:t xml:space="preserve">ں </w:t>
      </w:r>
      <w:r>
        <w:rPr>
          <w:rtl/>
        </w:rPr>
        <w:t>بنيادى كردار ادا كرتے ہي</w:t>
      </w:r>
      <w:r w:rsidR="00083993">
        <w:rPr>
          <w:rtl/>
        </w:rPr>
        <w:t xml:space="preserve">ں </w:t>
      </w:r>
      <w:r>
        <w:rPr>
          <w:rtl/>
        </w:rPr>
        <w:t>_</w:t>
      </w:r>
    </w:p>
    <w:p w:rsidR="001F628F" w:rsidRDefault="001F628F" w:rsidP="00797BDC">
      <w:pPr>
        <w:pStyle w:val="libArabic"/>
        <w:rPr>
          <w:rtl/>
        </w:rPr>
      </w:pPr>
      <w:r>
        <w:rPr>
          <w:rFonts w:hint="eastAsia"/>
          <w:rtl/>
        </w:rPr>
        <w:t>ويضرب</w:t>
      </w:r>
      <w:r>
        <w:rPr>
          <w:rtl/>
        </w:rPr>
        <w:t xml:space="preserve"> الله الا مثال للناس يتذكّرون</w:t>
      </w:r>
    </w:p>
    <w:p w:rsidR="001F628F" w:rsidRDefault="001F628F" w:rsidP="001F628F">
      <w:pPr>
        <w:pStyle w:val="libNormal"/>
        <w:rPr>
          <w:rtl/>
        </w:rPr>
      </w:pPr>
      <w:r>
        <w:rPr>
          <w:rFonts w:hint="eastAsia"/>
          <w:rtl/>
        </w:rPr>
        <w:t>بلا</w:t>
      </w:r>
      <w:r>
        <w:rPr>
          <w:rtl/>
        </w:rPr>
        <w:t xml:space="preserve"> شك و شبہ مثالي</w:t>
      </w:r>
      <w:r w:rsidR="00083993">
        <w:rPr>
          <w:rtl/>
        </w:rPr>
        <w:t xml:space="preserve">ں </w:t>
      </w:r>
      <w:r>
        <w:rPr>
          <w:rtl/>
        </w:rPr>
        <w:t>ذكر كرنے كا مقصد انسانو</w:t>
      </w:r>
      <w:r w:rsidR="00083993">
        <w:rPr>
          <w:rtl/>
        </w:rPr>
        <w:t xml:space="preserve">ں </w:t>
      </w:r>
      <w:r>
        <w:rPr>
          <w:rtl/>
        </w:rPr>
        <w:t>كى ہدايت اور انہي</w:t>
      </w:r>
      <w:r w:rsidR="00083993">
        <w:rPr>
          <w:rtl/>
        </w:rPr>
        <w:t xml:space="preserve">ں </w:t>
      </w:r>
      <w:r>
        <w:rPr>
          <w:rtl/>
        </w:rPr>
        <w:t>پندونصيحت كرنا ہے ليكن يہا</w:t>
      </w:r>
      <w:r w:rsidR="00083993">
        <w:rPr>
          <w:rtl/>
        </w:rPr>
        <w:t xml:space="preserve">ں </w:t>
      </w:r>
      <w:r>
        <w:rPr>
          <w:rtl/>
        </w:rPr>
        <w:t>''لعل''اس لئے ذكر كيا گيا ہے چونكہ اس عمل مي</w:t>
      </w:r>
      <w:r w:rsidR="00083993">
        <w:rPr>
          <w:rtl/>
        </w:rPr>
        <w:t xml:space="preserve">ں </w:t>
      </w:r>
      <w:r>
        <w:rPr>
          <w:rtl/>
        </w:rPr>
        <w:t>طمع اور ترجي(اميد)كے معانى پنہا</w:t>
      </w:r>
      <w:r w:rsidR="00083993">
        <w:rPr>
          <w:rtl/>
        </w:rPr>
        <w:t xml:space="preserve">ں </w:t>
      </w:r>
      <w:r>
        <w:rPr>
          <w:rtl/>
        </w:rPr>
        <w:t>ہي</w:t>
      </w:r>
      <w:r w:rsidR="00083993">
        <w:rPr>
          <w:rtl/>
        </w:rPr>
        <w:t xml:space="preserve">ں </w:t>
      </w:r>
      <w:r>
        <w:rPr>
          <w:rtl/>
        </w:rPr>
        <w:t>_ ہو سكتا ہے مذكورہ نكتے مي</w:t>
      </w:r>
      <w:r w:rsidR="00083993">
        <w:rPr>
          <w:rtl/>
        </w:rPr>
        <w:t xml:space="preserve">ں </w:t>
      </w:r>
      <w:r>
        <w:rPr>
          <w:rtl/>
        </w:rPr>
        <w:t>اسى جانب اشارہ ہو_</w:t>
      </w:r>
    </w:p>
    <w:p w:rsidR="001F628F" w:rsidRDefault="001F628F" w:rsidP="001F628F">
      <w:pPr>
        <w:pStyle w:val="libNormal"/>
        <w:rPr>
          <w:rtl/>
        </w:rPr>
      </w:pPr>
      <w:r>
        <w:rPr>
          <w:rtl/>
        </w:rPr>
        <w:t>10_</w:t>
      </w:r>
      <w:r w:rsidRPr="00797BDC">
        <w:rPr>
          <w:rStyle w:val="libArabicChar"/>
          <w:rtl/>
        </w:rPr>
        <w:t xml:space="preserve">''محمد بن يزيد قال:سا لت ا باعبدالله </w:t>
      </w:r>
      <w:r w:rsidR="00367F17" w:rsidRPr="00367F17">
        <w:rPr>
          <w:rStyle w:val="libAlaemChar"/>
          <w:rtl/>
        </w:rPr>
        <w:t xml:space="preserve"> عليه‌السلام </w:t>
      </w:r>
      <w:r w:rsidRPr="00797BDC">
        <w:rPr>
          <w:rStyle w:val="libArabicChar"/>
          <w:rtl/>
        </w:rPr>
        <w:t xml:space="preserve"> عن قول الله : ...''تو تى ا كل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كلّ</w:t>
      </w:r>
      <w:r w:rsidRPr="00797BDC">
        <w:rPr>
          <w:rStyle w:val="libArabicChar"/>
          <w:rtl/>
        </w:rPr>
        <w:t xml:space="preserve"> </w:t>
      </w:r>
      <w:r w:rsidRPr="00797BDC">
        <w:rPr>
          <w:rStyle w:val="libArabicChar"/>
          <w:rFonts w:hint="cs"/>
          <w:rtl/>
        </w:rPr>
        <w:t>حين</w:t>
      </w:r>
      <w:r w:rsidRPr="00797BDC">
        <w:rPr>
          <w:rStyle w:val="libArabicChar"/>
          <w:rtl/>
        </w:rPr>
        <w:t xml:space="preserve"> </w:t>
      </w:r>
      <w:r w:rsidRPr="00797BDC">
        <w:rPr>
          <w:rStyle w:val="libArabicChar"/>
          <w:rFonts w:hint="cs"/>
          <w:rtl/>
        </w:rPr>
        <w:t>باذن</w:t>
      </w:r>
      <w:r w:rsidRPr="00797BDC">
        <w:rPr>
          <w:rStyle w:val="libArabicChar"/>
          <w:rtl/>
        </w:rPr>
        <w:t xml:space="preserve"> </w:t>
      </w:r>
      <w:r w:rsidRPr="00797BDC">
        <w:rPr>
          <w:rStyle w:val="libArabicChar"/>
          <w:rFonts w:hint="cs"/>
          <w:rtl/>
        </w:rPr>
        <w:t>ربّ</w:t>
      </w:r>
      <w:r w:rsidR="00B2551F" w:rsidRPr="00B2551F">
        <w:rPr>
          <w:rStyle w:val="libArabicChar"/>
          <w:rFonts w:hint="cs"/>
          <w:rtl/>
        </w:rPr>
        <w:t>ه</w:t>
      </w:r>
      <w:r w:rsidRPr="00797BDC">
        <w:rPr>
          <w:rStyle w:val="libArabicChar"/>
          <w:rFonts w:hint="cs"/>
          <w:rtl/>
        </w:rPr>
        <w:t>ا</w:t>
      </w:r>
      <w:r w:rsidRPr="00797BDC">
        <w:rPr>
          <w:rStyle w:val="libArabicChar"/>
          <w:rtl/>
        </w:rPr>
        <w:t>''</w:t>
      </w:r>
      <w:r w:rsidRPr="00797BDC">
        <w:rPr>
          <w:rStyle w:val="libArabicChar"/>
          <w:rFonts w:hint="cs"/>
          <w:rtl/>
        </w:rPr>
        <w:t>؟قال</w:t>
      </w:r>
      <w:r w:rsidRPr="00797BDC">
        <w:rPr>
          <w:rStyle w:val="libArabicChar"/>
          <w:rtl/>
        </w:rPr>
        <w:t>:</w:t>
      </w:r>
      <w:r w:rsidRPr="00797BDC">
        <w:rPr>
          <w:rStyle w:val="libArabicChar"/>
          <w:rFonts w:hint="cs"/>
          <w:rtl/>
        </w:rPr>
        <w:t>يعنى</w:t>
      </w:r>
      <w:r w:rsidRPr="00797BDC">
        <w:rPr>
          <w:rStyle w:val="libArabicChar"/>
          <w:rtl/>
        </w:rPr>
        <w:t xml:space="preserve"> </w:t>
      </w:r>
      <w:r w:rsidRPr="00797BDC">
        <w:rPr>
          <w:rStyle w:val="libArabicChar"/>
          <w:rFonts w:hint="cs"/>
          <w:rtl/>
        </w:rPr>
        <w:t>ما</w:t>
      </w:r>
      <w:r w:rsidRPr="00797BDC">
        <w:rPr>
          <w:rStyle w:val="libArabicChar"/>
          <w:rtl/>
        </w:rPr>
        <w:t xml:space="preserve"> </w:t>
      </w:r>
      <w:r w:rsidRPr="00797BDC">
        <w:rPr>
          <w:rStyle w:val="libArabicChar"/>
          <w:rFonts w:hint="cs"/>
          <w:rtl/>
        </w:rPr>
        <w:t>يخرج</w:t>
      </w:r>
      <w:r w:rsidRPr="00797BDC">
        <w:rPr>
          <w:rStyle w:val="libArabicChar"/>
          <w:rtl/>
        </w:rPr>
        <w:t xml:space="preserve"> </w:t>
      </w:r>
      <w:r w:rsidRPr="00797BDC">
        <w:rPr>
          <w:rStyle w:val="libArabicChar"/>
          <w:rFonts w:hint="cs"/>
          <w:rtl/>
        </w:rPr>
        <w:t>الى</w:t>
      </w:r>
      <w:r w:rsidRPr="00797BDC">
        <w:rPr>
          <w:rStyle w:val="libArabicChar"/>
          <w:rtl/>
        </w:rPr>
        <w:t xml:space="preserve"> </w:t>
      </w:r>
      <w:r w:rsidRPr="00797BDC">
        <w:rPr>
          <w:rStyle w:val="libArabicChar"/>
          <w:rFonts w:hint="cs"/>
          <w:rtl/>
        </w:rPr>
        <w:t>الناس</w:t>
      </w:r>
      <w:r w:rsidRPr="00797BDC">
        <w:rPr>
          <w:rStyle w:val="libArabicChar"/>
          <w:rtl/>
        </w:rPr>
        <w:t xml:space="preserve"> </w:t>
      </w:r>
      <w:r w:rsidRPr="00797BDC">
        <w:rPr>
          <w:rStyle w:val="libArabicChar"/>
          <w:rFonts w:hint="cs"/>
          <w:rtl/>
        </w:rPr>
        <w:t>من</w:t>
      </w:r>
      <w:r w:rsidRPr="00797BDC">
        <w:rPr>
          <w:rStyle w:val="libArabicChar"/>
          <w:rtl/>
        </w:rPr>
        <w:t xml:space="preserve"> </w:t>
      </w:r>
      <w:r w:rsidRPr="00797BDC">
        <w:rPr>
          <w:rStyle w:val="libArabicChar"/>
          <w:rFonts w:hint="cs"/>
          <w:rtl/>
        </w:rPr>
        <w:t>علم</w:t>
      </w:r>
      <w:r w:rsidRPr="00797BDC">
        <w:rPr>
          <w:rStyle w:val="libArabicChar"/>
          <w:rtl/>
        </w:rPr>
        <w:t xml:space="preserve"> </w:t>
      </w:r>
      <w:r w:rsidRPr="00797BDC">
        <w:rPr>
          <w:rStyle w:val="libArabicChar"/>
          <w:rFonts w:hint="cs"/>
          <w:rtl/>
        </w:rPr>
        <w:t>للاما</w:t>
      </w:r>
      <w:r w:rsidRPr="00797BDC">
        <w:rPr>
          <w:rStyle w:val="libArabicChar"/>
          <w:rtl/>
        </w:rPr>
        <w:t xml:space="preserve"> </w:t>
      </w:r>
      <w:r w:rsidRPr="00797BDC">
        <w:rPr>
          <w:rStyle w:val="libArabicChar"/>
          <w:rFonts w:hint="cs"/>
          <w:rtl/>
        </w:rPr>
        <w:t>فى</w:t>
      </w:r>
      <w:r w:rsidRPr="00797BDC">
        <w:rPr>
          <w:rStyle w:val="libArabicChar"/>
          <w:rtl/>
        </w:rPr>
        <w:t xml:space="preserve"> </w:t>
      </w:r>
      <w:r w:rsidRPr="00797BDC">
        <w:rPr>
          <w:rStyle w:val="libArabicChar"/>
          <w:rFonts w:hint="cs"/>
          <w:rtl/>
        </w:rPr>
        <w:t>كلّ</w:t>
      </w:r>
      <w:r w:rsidRPr="00797BDC">
        <w:rPr>
          <w:rStyle w:val="libArabicChar"/>
          <w:rtl/>
        </w:rPr>
        <w:t xml:space="preserve"> </w:t>
      </w:r>
      <w:r w:rsidRPr="00797BDC">
        <w:rPr>
          <w:rStyle w:val="libArabicChar"/>
          <w:rFonts w:hint="cs"/>
          <w:rtl/>
        </w:rPr>
        <w:t>حين</w:t>
      </w:r>
      <w:r w:rsidRPr="00797BDC">
        <w:rPr>
          <w:rStyle w:val="libArabicChar"/>
          <w:rtl/>
        </w:rPr>
        <w:t xml:space="preserve"> </w:t>
      </w:r>
      <w:r w:rsidRPr="00797BDC">
        <w:rPr>
          <w:rStyle w:val="libArabicChar"/>
          <w:rFonts w:hint="cs"/>
          <w:rtl/>
        </w:rPr>
        <w:t>يسا</w:t>
      </w:r>
      <w:r w:rsidRPr="00797BDC">
        <w:rPr>
          <w:rStyle w:val="libArabicChar"/>
          <w:rtl/>
        </w:rPr>
        <w:t xml:space="preserve"> </w:t>
      </w:r>
      <w:r w:rsidRPr="00797BDC">
        <w:rPr>
          <w:rStyle w:val="libArabicChar"/>
          <w:rFonts w:hint="cs"/>
          <w:rtl/>
        </w:rPr>
        <w:t>ل</w:t>
      </w:r>
      <w:r w:rsidRPr="00797BDC">
        <w:rPr>
          <w:rStyle w:val="libArabicChar"/>
          <w:rtl/>
        </w:rPr>
        <w:t xml:space="preserve"> </w:t>
      </w:r>
      <w:r w:rsidRPr="00797BDC">
        <w:rPr>
          <w:rStyle w:val="libArabicChar"/>
          <w:rFonts w:hint="cs"/>
          <w:rtl/>
        </w:rPr>
        <w:t>عن</w:t>
      </w:r>
      <w:r w:rsidR="00B2551F" w:rsidRPr="00B2551F">
        <w:rPr>
          <w:rStyle w:val="libArabicChar"/>
          <w:rFonts w:hint="cs"/>
          <w:rtl/>
        </w:rPr>
        <w:t>ه</w:t>
      </w:r>
      <w:r>
        <w:rPr>
          <w:rtl/>
        </w:rPr>
        <w:t>;</w:t>
      </w:r>
      <w:r w:rsidRPr="00797BDC">
        <w:rPr>
          <w:rStyle w:val="libFootnotenumChar"/>
          <w:rtl/>
        </w:rPr>
        <w:t>(1)</w:t>
      </w:r>
      <w:r>
        <w:rPr>
          <w:rtl/>
        </w:rPr>
        <w:t>محمد بن يزيد كہتے ہي</w:t>
      </w:r>
      <w:r w:rsidR="00083993">
        <w:rPr>
          <w:rtl/>
        </w:rPr>
        <w:t xml:space="preserve">ں </w:t>
      </w:r>
      <w:r>
        <w:rPr>
          <w:rtl/>
        </w:rPr>
        <w:t>:مي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كلام خدا ''تو تى ا كلھا كلّ حين باذن ربّھا'' كے ب</w:t>
      </w:r>
      <w:r>
        <w:rPr>
          <w:rFonts w:hint="eastAsia"/>
          <w:rtl/>
        </w:rPr>
        <w:t>ارے</w:t>
      </w:r>
      <w:r>
        <w:rPr>
          <w:rtl/>
        </w:rPr>
        <w:t xml:space="preserve"> مي</w:t>
      </w:r>
      <w:r w:rsidR="00083993">
        <w:rPr>
          <w:rtl/>
        </w:rPr>
        <w:t xml:space="preserve">ں </w:t>
      </w:r>
      <w:r>
        <w:rPr>
          <w:rtl/>
        </w:rPr>
        <w:t>پوچھا تو اپ</w:t>
      </w:r>
      <w:r w:rsidR="00367F17" w:rsidRPr="00367F17">
        <w:rPr>
          <w:rStyle w:val="libAlaemChar"/>
          <w:rtl/>
        </w:rPr>
        <w:t xml:space="preserve"> عليه‌السلام </w:t>
      </w:r>
      <w:r>
        <w:rPr>
          <w:rtl/>
        </w:rPr>
        <w:t xml:space="preserve"> نے فرمايا:جب ائمہ </w:t>
      </w:r>
      <w:r w:rsidR="00367F17" w:rsidRPr="00367F17">
        <w:rPr>
          <w:rStyle w:val="libAlaemChar"/>
          <w:rtl/>
        </w:rPr>
        <w:t xml:space="preserve"> عليه‌السلام </w:t>
      </w:r>
      <w:r>
        <w:rPr>
          <w:rtl/>
        </w:rPr>
        <w:t xml:space="preserve"> سے سوال كيا جائے تو اس وقت جتنا علم امام </w:t>
      </w:r>
      <w:r w:rsidR="00367F17" w:rsidRPr="00367F17">
        <w:rPr>
          <w:rStyle w:val="libAlaemChar"/>
          <w:rtl/>
        </w:rPr>
        <w:t xml:space="preserve"> عليه‌السلام </w:t>
      </w:r>
      <w:r>
        <w:rPr>
          <w:rtl/>
        </w:rPr>
        <w:t xml:space="preserve"> سے ظاہر ہو(يہا</w:t>
      </w:r>
      <w:r w:rsidR="00083993">
        <w:rPr>
          <w:rtl/>
        </w:rPr>
        <w:t xml:space="preserve">ں </w:t>
      </w:r>
      <w:r>
        <w:rPr>
          <w:rtl/>
        </w:rPr>
        <w:t>و ہى علم مراد ہے)_</w:t>
      </w:r>
    </w:p>
    <w:p w:rsidR="001F628F" w:rsidRDefault="001F628F" w:rsidP="001F628F">
      <w:pPr>
        <w:pStyle w:val="libNormal"/>
        <w:rPr>
          <w:rtl/>
        </w:rPr>
      </w:pPr>
      <w:r>
        <w:rPr>
          <w:rtl/>
        </w:rPr>
        <w:t xml:space="preserve">11_ </w:t>
      </w:r>
      <w:r w:rsidRPr="00797BDC">
        <w:rPr>
          <w:rStyle w:val="libArabicChar"/>
          <w:rtl/>
        </w:rPr>
        <w:t>ان عليّاً صلوات علي</w:t>
      </w:r>
      <w:r w:rsidR="00B2551F" w:rsidRPr="00B2551F">
        <w:rPr>
          <w:rStyle w:val="libArabicChar"/>
          <w:rFonts w:hint="cs"/>
          <w:rtl/>
        </w:rPr>
        <w:t>ه</w:t>
      </w:r>
      <w:r w:rsidRPr="00797BDC">
        <w:rPr>
          <w:rStyle w:val="libArabicChar"/>
          <w:rtl/>
        </w:rPr>
        <w:t xml:space="preserve"> </w:t>
      </w:r>
      <w:r w:rsidRPr="00797BDC">
        <w:rPr>
          <w:rStyle w:val="libArabicChar"/>
          <w:rFonts w:hint="cs"/>
          <w:rtl/>
        </w:rPr>
        <w:t>قال</w:t>
      </w:r>
      <w:r w:rsidRPr="00797BDC">
        <w:rPr>
          <w:rStyle w:val="libArabicChar"/>
          <w:rtl/>
        </w:rPr>
        <w:t>: ...</w:t>
      </w:r>
      <w:r w:rsidRPr="00797BDC">
        <w:rPr>
          <w:rStyle w:val="libArabicChar"/>
          <w:rFonts w:hint="cs"/>
          <w:rtl/>
        </w:rPr>
        <w:t>والحين</w:t>
      </w:r>
      <w:r w:rsidRPr="00797BDC">
        <w:rPr>
          <w:rStyle w:val="libArabicChar"/>
          <w:rtl/>
        </w:rPr>
        <w:t xml:space="preserve"> </w:t>
      </w:r>
      <w:r w:rsidRPr="00797BDC">
        <w:rPr>
          <w:rStyle w:val="libArabicChar"/>
          <w:rFonts w:hint="cs"/>
          <w:rtl/>
        </w:rPr>
        <w:t>ستة</w:t>
      </w:r>
      <w:r w:rsidRPr="00797BDC">
        <w:rPr>
          <w:rStyle w:val="libArabicChar"/>
          <w:rtl/>
        </w:rPr>
        <w:t xml:space="preserve"> </w:t>
      </w:r>
      <w:r w:rsidRPr="00797BDC">
        <w:rPr>
          <w:rStyle w:val="libArabicChar"/>
          <w:rFonts w:hint="cs"/>
          <w:rtl/>
        </w:rPr>
        <w:t>ا</w:t>
      </w:r>
      <w:r w:rsidRPr="00797BDC">
        <w:rPr>
          <w:rStyle w:val="libArabicChar"/>
          <w:rtl/>
        </w:rPr>
        <w:t xml:space="preserve"> </w:t>
      </w:r>
      <w:r w:rsidRPr="00797BDC">
        <w:rPr>
          <w:rStyle w:val="libArabicChar"/>
          <w:rFonts w:hint="cs"/>
          <w:rtl/>
        </w:rPr>
        <w:t>ش</w:t>
      </w:r>
      <w:r w:rsidR="00B2551F" w:rsidRPr="00B2551F">
        <w:rPr>
          <w:rStyle w:val="libArabicChar"/>
          <w:rFonts w:hint="cs"/>
          <w:rtl/>
        </w:rPr>
        <w:t>ه</w:t>
      </w:r>
      <w:r w:rsidRPr="00797BDC">
        <w:rPr>
          <w:rStyle w:val="libArabicChar"/>
          <w:rFonts w:hint="cs"/>
          <w:rtl/>
        </w:rPr>
        <w:t>ر،لا</w:t>
      </w:r>
      <w:r w:rsidRPr="00797BDC">
        <w:rPr>
          <w:rStyle w:val="libArabicChar"/>
          <w:rtl/>
        </w:rPr>
        <w:t xml:space="preserve"> </w:t>
      </w:r>
      <w:r w:rsidRPr="00797BDC">
        <w:rPr>
          <w:rStyle w:val="libArabicChar"/>
          <w:rFonts w:hint="cs"/>
          <w:rtl/>
        </w:rPr>
        <w:t>ن</w:t>
      </w:r>
      <w:r w:rsidRPr="00797BDC">
        <w:rPr>
          <w:rStyle w:val="libArabicChar"/>
          <w:rtl/>
        </w:rPr>
        <w:t xml:space="preserve"> </w:t>
      </w:r>
      <w:r w:rsidRPr="00797BDC">
        <w:rPr>
          <w:rStyle w:val="libArabicChar"/>
          <w:rFonts w:hint="cs"/>
          <w:rtl/>
        </w:rPr>
        <w:t>الله</w:t>
      </w:r>
      <w:r w:rsidRPr="00797BDC">
        <w:rPr>
          <w:rStyle w:val="libArabicChar"/>
          <w:rtl/>
        </w:rPr>
        <w:t xml:space="preserve"> </w:t>
      </w:r>
      <w:r w:rsidRPr="00797BDC">
        <w:rPr>
          <w:rStyle w:val="libArabicChar"/>
          <w:rFonts w:hint="cs"/>
          <w:rtl/>
        </w:rPr>
        <w:t>عزّ</w:t>
      </w:r>
      <w:r w:rsidRPr="00797BDC">
        <w:rPr>
          <w:rStyle w:val="libArabicChar"/>
          <w:rtl/>
        </w:rPr>
        <w:t>وجلّ يقول:''تو تى ا كل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كلّ</w:t>
      </w:r>
      <w:r w:rsidRPr="00797BDC">
        <w:rPr>
          <w:rStyle w:val="libArabicChar"/>
          <w:rtl/>
        </w:rPr>
        <w:t xml:space="preserve"> </w:t>
      </w:r>
      <w:r w:rsidRPr="00797BDC">
        <w:rPr>
          <w:rStyle w:val="libArabicChar"/>
          <w:rFonts w:hint="cs"/>
          <w:rtl/>
        </w:rPr>
        <w:t>حين</w:t>
      </w:r>
      <w:r w:rsidRPr="00797BDC">
        <w:rPr>
          <w:rStyle w:val="libArabicChar"/>
          <w:rtl/>
        </w:rPr>
        <w:t xml:space="preserve"> </w:t>
      </w:r>
      <w:r w:rsidRPr="00797BDC">
        <w:rPr>
          <w:rStyle w:val="libArabicChar"/>
          <w:rFonts w:hint="cs"/>
          <w:rtl/>
        </w:rPr>
        <w:t>باذن</w:t>
      </w:r>
      <w:r w:rsidRPr="00797BDC">
        <w:rPr>
          <w:rStyle w:val="libArabicChar"/>
          <w:rtl/>
        </w:rPr>
        <w:t xml:space="preserve"> </w:t>
      </w:r>
      <w:r w:rsidRPr="00797BDC">
        <w:rPr>
          <w:rStyle w:val="libArabicChar"/>
          <w:rFonts w:hint="cs"/>
          <w:rtl/>
        </w:rPr>
        <w:t>ر</w:t>
      </w:r>
      <w:r w:rsidRPr="00797BDC">
        <w:rPr>
          <w:rStyle w:val="libArabicChar"/>
          <w:rtl/>
        </w:rPr>
        <w:t>بّ</w:t>
      </w:r>
      <w:r w:rsidR="00B2551F" w:rsidRPr="00B2551F">
        <w:rPr>
          <w:rStyle w:val="libArabicChar"/>
          <w:rFonts w:hint="cs"/>
          <w:rtl/>
        </w:rPr>
        <w:t>ه</w:t>
      </w:r>
      <w:r w:rsidRPr="00797BDC">
        <w:rPr>
          <w:rStyle w:val="libArabicChar"/>
          <w:rFonts w:hint="cs"/>
          <w:rtl/>
        </w:rPr>
        <w:t>ا</w:t>
      </w:r>
      <w:r w:rsidRPr="00797BDC">
        <w:rPr>
          <w:rStyle w:val="libArabicChar"/>
          <w:rtl/>
        </w:rPr>
        <w:t>''</w:t>
      </w:r>
      <w:r>
        <w:rPr>
          <w:rtl/>
        </w:rPr>
        <w:t>;</w:t>
      </w:r>
      <w:r w:rsidRPr="00797BDC">
        <w:rPr>
          <w:rStyle w:val="libFootnotenumChar"/>
          <w:rtl/>
        </w:rPr>
        <w:t>(2)</w:t>
      </w:r>
    </w:p>
    <w:p w:rsidR="001F628F" w:rsidRDefault="001F628F" w:rsidP="001F628F">
      <w:pPr>
        <w:pStyle w:val="libNormal"/>
        <w:rPr>
          <w:rtl/>
        </w:rPr>
      </w:pPr>
      <w:r>
        <w:rPr>
          <w:rFonts w:hint="eastAsia"/>
          <w:rtl/>
        </w:rPr>
        <w:t>امام</w:t>
      </w:r>
      <w:r>
        <w:rPr>
          <w:rtl/>
        </w:rPr>
        <w:t xml:space="preserve"> على </w:t>
      </w:r>
      <w:r w:rsidR="00367F17" w:rsidRPr="00367F17">
        <w:rPr>
          <w:rStyle w:val="libAlaemChar"/>
          <w:rtl/>
        </w:rPr>
        <w:t xml:space="preserve"> عليه‌السلام </w:t>
      </w:r>
      <w:r>
        <w:rPr>
          <w:rtl/>
        </w:rPr>
        <w:t xml:space="preserve"> نے فرمايا: ''حين '' سے مراد چھ ماہ ہي</w:t>
      </w:r>
      <w:r w:rsidR="00083993">
        <w:rPr>
          <w:rtl/>
        </w:rPr>
        <w:t xml:space="preserve">ں </w:t>
      </w:r>
      <w:r>
        <w:rPr>
          <w:rtl/>
        </w:rPr>
        <w:t>چونكہ خداوند عزوجل فرماتا ہے: ''تو تى ا كلھا كلّ حين باذن ربّھا''</w:t>
      </w:r>
    </w:p>
    <w:p w:rsidR="001F628F" w:rsidRDefault="00B84D3B" w:rsidP="00B84D3B">
      <w:pPr>
        <w:pStyle w:val="libLine"/>
        <w:rPr>
          <w:rtl/>
        </w:rPr>
      </w:pPr>
      <w:r>
        <w:rPr>
          <w:rtl/>
        </w:rPr>
        <w:t>____________________</w:t>
      </w:r>
    </w:p>
    <w:p w:rsidR="001F628F" w:rsidRDefault="001F628F" w:rsidP="00797BDC">
      <w:pPr>
        <w:pStyle w:val="libFootnote"/>
        <w:rPr>
          <w:rtl/>
        </w:rPr>
      </w:pPr>
      <w:r>
        <w:rPr>
          <w:rtl/>
        </w:rPr>
        <w:t>1)تفسير عياشى ،ج2،ص 224،ح11;بحار الانوار ،ج24، ص 140،ح6_</w:t>
      </w:r>
    </w:p>
    <w:p w:rsidR="001F628F" w:rsidRDefault="001F628F" w:rsidP="00797BDC">
      <w:pPr>
        <w:pStyle w:val="libFootnote"/>
        <w:rPr>
          <w:rtl/>
        </w:rPr>
      </w:pPr>
      <w:r>
        <w:rPr>
          <w:rtl/>
        </w:rPr>
        <w:t>1)كافى ،ج4،ص 142،ح 5;نور الثقلين ،ج2، ص536 ،ح 57_</w:t>
      </w:r>
    </w:p>
    <w:p w:rsidR="001F628F" w:rsidRDefault="001E7F9D" w:rsidP="00F73EDE">
      <w:pPr>
        <w:pStyle w:val="libPoemTini"/>
        <w:rPr>
          <w:rtl/>
        </w:rPr>
      </w:pPr>
      <w:r>
        <w:rPr>
          <w:rtl/>
        </w:rPr>
        <w:br w:type="page"/>
      </w:r>
    </w:p>
    <w:p w:rsidR="001F628F" w:rsidRDefault="001F628F" w:rsidP="00797BDC">
      <w:pPr>
        <w:pStyle w:val="libNormal"/>
        <w:rPr>
          <w:rtl/>
        </w:rPr>
      </w:pPr>
      <w:r>
        <w:rPr>
          <w:rFonts w:hint="eastAsia"/>
          <w:rtl/>
        </w:rPr>
        <w:lastRenderedPageBreak/>
        <w:t>الله</w:t>
      </w:r>
      <w:r>
        <w:rPr>
          <w:rtl/>
        </w:rPr>
        <w:t xml:space="preserve"> تعالى :</w:t>
      </w:r>
      <w:r>
        <w:rPr>
          <w:rFonts w:hint="eastAsia"/>
          <w:rtl/>
        </w:rPr>
        <w:t>الله</w:t>
      </w:r>
      <w:r>
        <w:rPr>
          <w:rtl/>
        </w:rPr>
        <w:t xml:space="preserve"> تعالى كى ربوبيت كے اثرات 4;الله تعالى كے اذن كى اہميت 2،5الله تعالى كے اوامر كى اہميت 5</w:t>
      </w:r>
    </w:p>
    <w:p w:rsidR="001F628F" w:rsidRDefault="001F628F" w:rsidP="00797BDC">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ہدايت 9</w:t>
      </w:r>
    </w:p>
    <w:p w:rsidR="001F628F" w:rsidRDefault="001F628F" w:rsidP="00797BDC">
      <w:pPr>
        <w:pStyle w:val="libNormal"/>
        <w:rPr>
          <w:rtl/>
        </w:rPr>
      </w:pPr>
      <w:r>
        <w:rPr>
          <w:rFonts w:hint="eastAsia"/>
          <w:rtl/>
        </w:rPr>
        <w:t>ائمہ</w:t>
      </w:r>
      <w:r>
        <w:rPr>
          <w:rtl/>
        </w:rPr>
        <w:t xml:space="preserve"> </w:t>
      </w:r>
      <w:r w:rsidR="00367F17" w:rsidRPr="00367F17">
        <w:rPr>
          <w:rStyle w:val="libAlaemChar"/>
          <w:rtl/>
        </w:rPr>
        <w:t xml:space="preserve"> عليه‌السلام </w:t>
      </w:r>
      <w:r>
        <w:rPr>
          <w:rtl/>
        </w:rPr>
        <w:t xml:space="preserve"> :</w:t>
      </w:r>
      <w:r>
        <w:rPr>
          <w:rFonts w:hint="eastAsia"/>
          <w:rtl/>
        </w:rPr>
        <w:t>ائمہ</w:t>
      </w:r>
      <w:r>
        <w:rPr>
          <w:rtl/>
        </w:rPr>
        <w:t xml:space="preserve"> </w:t>
      </w:r>
      <w:r w:rsidR="00367F17" w:rsidRPr="00367F17">
        <w:rPr>
          <w:rStyle w:val="libAlaemChar"/>
          <w:rtl/>
        </w:rPr>
        <w:t xml:space="preserve"> عليه‌السلام </w:t>
      </w:r>
      <w:r>
        <w:rPr>
          <w:rtl/>
        </w:rPr>
        <w:t xml:space="preserve"> سے سوال10;ائمہ </w:t>
      </w:r>
      <w:r w:rsidR="00367F17" w:rsidRPr="00367F17">
        <w:rPr>
          <w:rStyle w:val="libAlaemChar"/>
          <w:rtl/>
        </w:rPr>
        <w:t xml:space="preserve"> عليه‌السلام </w:t>
      </w:r>
      <w:r>
        <w:rPr>
          <w:rtl/>
        </w:rPr>
        <w:t xml:space="preserve"> كا علم10</w:t>
      </w:r>
    </w:p>
    <w:p w:rsidR="001F628F" w:rsidRDefault="001F628F" w:rsidP="00797BDC">
      <w:pPr>
        <w:pStyle w:val="libNormal"/>
        <w:rPr>
          <w:rtl/>
        </w:rPr>
      </w:pPr>
      <w:r>
        <w:rPr>
          <w:rFonts w:hint="eastAsia"/>
          <w:rtl/>
        </w:rPr>
        <w:t>حين</w:t>
      </w:r>
      <w:r>
        <w:rPr>
          <w:rtl/>
        </w:rPr>
        <w:t xml:space="preserve"> :</w:t>
      </w:r>
      <w:r>
        <w:rPr>
          <w:rFonts w:hint="eastAsia"/>
          <w:rtl/>
        </w:rPr>
        <w:t>حين</w:t>
      </w:r>
      <w:r>
        <w:rPr>
          <w:rtl/>
        </w:rPr>
        <w:t xml:space="preserve"> سے مراد11</w:t>
      </w:r>
    </w:p>
    <w:p w:rsidR="001F628F" w:rsidRDefault="001F628F" w:rsidP="00797BDC">
      <w:pPr>
        <w:pStyle w:val="libNormal"/>
        <w:rPr>
          <w:rtl/>
        </w:rPr>
      </w:pPr>
      <w:r>
        <w:rPr>
          <w:rFonts w:hint="eastAsia"/>
          <w:rtl/>
        </w:rPr>
        <w:t>دين</w:t>
      </w:r>
      <w:r>
        <w:rPr>
          <w:rtl/>
        </w:rPr>
        <w:t xml:space="preserve"> :</w:t>
      </w:r>
      <w:r>
        <w:rPr>
          <w:rFonts w:hint="eastAsia"/>
          <w:rtl/>
        </w:rPr>
        <w:t>دين</w:t>
      </w:r>
      <w:r>
        <w:rPr>
          <w:rtl/>
        </w:rPr>
        <w:t xml:space="preserve"> كى اہميت 8</w:t>
      </w:r>
    </w:p>
    <w:p w:rsidR="001F628F" w:rsidRDefault="001F628F" w:rsidP="001F628F">
      <w:pPr>
        <w:pStyle w:val="libNormal"/>
        <w:rPr>
          <w:rtl/>
        </w:rPr>
      </w:pPr>
      <w:r>
        <w:rPr>
          <w:rFonts w:hint="eastAsia"/>
          <w:rtl/>
        </w:rPr>
        <w:t>روايت</w:t>
      </w:r>
      <w:r>
        <w:rPr>
          <w:rtl/>
        </w:rPr>
        <w:t>:10،11</w:t>
      </w:r>
    </w:p>
    <w:p w:rsidR="001F628F" w:rsidRDefault="001F628F" w:rsidP="00797BDC">
      <w:pPr>
        <w:pStyle w:val="libNormal"/>
        <w:rPr>
          <w:rtl/>
        </w:rPr>
      </w:pPr>
      <w:r>
        <w:rPr>
          <w:rFonts w:hint="eastAsia"/>
          <w:rtl/>
        </w:rPr>
        <w:t>شجرہ</w:t>
      </w:r>
      <w:r>
        <w:rPr>
          <w:rtl/>
        </w:rPr>
        <w:t xml:space="preserve"> طيبہ:</w:t>
      </w:r>
      <w:r>
        <w:rPr>
          <w:rFonts w:hint="eastAsia"/>
          <w:rtl/>
        </w:rPr>
        <w:t>شجرہ</w:t>
      </w:r>
      <w:r>
        <w:rPr>
          <w:rtl/>
        </w:rPr>
        <w:t xml:space="preserve"> طيبہ كے ثمر بخش ہونا 1;شجرہ طيبہ كا ثمر بخش ہونے كى مدت11</w:t>
      </w:r>
    </w:p>
    <w:p w:rsidR="001F628F" w:rsidRDefault="001F628F" w:rsidP="00797BDC">
      <w:pPr>
        <w:pStyle w:val="libNormal"/>
        <w:rPr>
          <w:rtl/>
        </w:rPr>
      </w:pPr>
      <w:r>
        <w:rPr>
          <w:rFonts w:hint="eastAsia"/>
          <w:rtl/>
        </w:rPr>
        <w:t>عقيدہ</w:t>
      </w:r>
      <w:r>
        <w:rPr>
          <w:rtl/>
        </w:rPr>
        <w:t>:</w:t>
      </w:r>
      <w:r>
        <w:rPr>
          <w:rFonts w:hint="eastAsia"/>
          <w:rtl/>
        </w:rPr>
        <w:t>حق</w:t>
      </w:r>
      <w:r>
        <w:rPr>
          <w:rtl/>
        </w:rPr>
        <w:t xml:space="preserve"> پر مبنى عقيدے كے فوائد 2،3;حق پر مبنى عقيدے كے فوائدكا سر چشمہ 4</w:t>
      </w:r>
    </w:p>
    <w:p w:rsidR="001F628F" w:rsidRDefault="001F628F" w:rsidP="00797BDC">
      <w:pPr>
        <w:pStyle w:val="libNormal"/>
        <w:rPr>
          <w:rtl/>
        </w:rPr>
      </w:pPr>
      <w:r>
        <w:rPr>
          <w:rFonts w:hint="eastAsia"/>
          <w:rtl/>
        </w:rPr>
        <w:t>طبيعى</w:t>
      </w:r>
      <w:r>
        <w:rPr>
          <w:rtl/>
        </w:rPr>
        <w:t xml:space="preserve"> اسباب:</w:t>
      </w:r>
      <w:r>
        <w:rPr>
          <w:rFonts w:hint="eastAsia"/>
          <w:rtl/>
        </w:rPr>
        <w:t>طبيعى</w:t>
      </w:r>
      <w:r>
        <w:rPr>
          <w:rtl/>
        </w:rPr>
        <w:t xml:space="preserve"> اسباب كا عمل5</w:t>
      </w:r>
    </w:p>
    <w:p w:rsidR="001F628F" w:rsidRDefault="001F628F" w:rsidP="00797BDC">
      <w:pPr>
        <w:pStyle w:val="libNormal"/>
        <w:rPr>
          <w:rtl/>
        </w:rPr>
      </w:pPr>
      <w:r>
        <w:rPr>
          <w:rFonts w:hint="eastAsia"/>
          <w:rtl/>
        </w:rPr>
        <w:t>قران</w:t>
      </w:r>
      <w:r>
        <w:rPr>
          <w:rtl/>
        </w:rPr>
        <w:t xml:space="preserve"> كريم:</w:t>
      </w:r>
      <w:r>
        <w:rPr>
          <w:rFonts w:hint="eastAsia"/>
          <w:rtl/>
        </w:rPr>
        <w:t>قران</w:t>
      </w:r>
      <w:r>
        <w:rPr>
          <w:rtl/>
        </w:rPr>
        <w:t xml:space="preserve"> كريم كے ہدايت كرنے كا طريقہ7; قران كريم كى مثالو</w:t>
      </w:r>
      <w:r w:rsidR="00083993">
        <w:rPr>
          <w:rtl/>
        </w:rPr>
        <w:t xml:space="preserve">ں </w:t>
      </w:r>
      <w:r>
        <w:rPr>
          <w:rtl/>
        </w:rPr>
        <w:t>كے فوائد6;قران كريم كى مثالي</w:t>
      </w:r>
      <w:r w:rsidR="00083993">
        <w:rPr>
          <w:rtl/>
        </w:rPr>
        <w:t xml:space="preserve">ں </w:t>
      </w:r>
      <w:r>
        <w:rPr>
          <w:rtl/>
        </w:rPr>
        <w:t>1،7;قران كريم كا ہدايت كرنا7</w:t>
      </w:r>
    </w:p>
    <w:p w:rsidR="001F628F" w:rsidRDefault="001F628F" w:rsidP="00797BDC">
      <w:pPr>
        <w:pStyle w:val="libNormal"/>
        <w:rPr>
          <w:rtl/>
        </w:rPr>
      </w:pPr>
      <w:r>
        <w:rPr>
          <w:rFonts w:hint="eastAsia"/>
          <w:rtl/>
        </w:rPr>
        <w:t>قرانى</w:t>
      </w:r>
      <w:r>
        <w:rPr>
          <w:rtl/>
        </w:rPr>
        <w:t xml:space="preserve"> مثالي</w:t>
      </w:r>
      <w:r w:rsidR="00083993">
        <w:rPr>
          <w:rtl/>
        </w:rPr>
        <w:t xml:space="preserve">ں </w:t>
      </w:r>
      <w:r>
        <w:rPr>
          <w:rtl/>
        </w:rPr>
        <w:t>:</w:t>
      </w:r>
      <w:r>
        <w:rPr>
          <w:rFonts w:hint="eastAsia"/>
          <w:rtl/>
        </w:rPr>
        <w:t>قرآن</w:t>
      </w:r>
      <w:r>
        <w:rPr>
          <w:rtl/>
        </w:rPr>
        <w:t xml:space="preserve"> مي</w:t>
      </w:r>
      <w:r w:rsidR="00083993">
        <w:rPr>
          <w:rtl/>
        </w:rPr>
        <w:t xml:space="preserve">ں </w:t>
      </w:r>
      <w:r>
        <w:rPr>
          <w:rtl/>
        </w:rPr>
        <w:t>شجرہ طيبہ سے تمثيل 1;قرآن مي</w:t>
      </w:r>
      <w:r w:rsidR="00083993">
        <w:rPr>
          <w:rtl/>
        </w:rPr>
        <w:t xml:space="preserve">ں </w:t>
      </w:r>
      <w:r>
        <w:rPr>
          <w:rtl/>
        </w:rPr>
        <w:t>كلمہ طيبہ كى مثال1</w:t>
      </w:r>
    </w:p>
    <w:p w:rsidR="001F628F" w:rsidRDefault="001F628F" w:rsidP="00797BDC">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كو متنبہ كرنے كى اہميت8</w:t>
      </w:r>
    </w:p>
    <w:p w:rsidR="001F628F" w:rsidRDefault="001F628F" w:rsidP="00797BDC">
      <w:pPr>
        <w:pStyle w:val="libNormal"/>
        <w:rPr>
          <w:rtl/>
        </w:rPr>
      </w:pPr>
      <w:r>
        <w:rPr>
          <w:rFonts w:hint="eastAsia"/>
          <w:rtl/>
        </w:rPr>
        <w:t>ہدايت</w:t>
      </w:r>
      <w:r>
        <w:rPr>
          <w:rtl/>
        </w:rPr>
        <w:t>:</w:t>
      </w:r>
      <w:r>
        <w:rPr>
          <w:rFonts w:hint="eastAsia"/>
          <w:rtl/>
        </w:rPr>
        <w:t>ہدايت</w:t>
      </w:r>
      <w:r>
        <w:rPr>
          <w:rtl/>
        </w:rPr>
        <w:t xml:space="preserve"> كا طريقہ7;ہدايت كى شرائط9;ہدايت كے اسباب9</w:t>
      </w:r>
    </w:p>
    <w:p w:rsidR="001F628F" w:rsidRDefault="001F628F" w:rsidP="00797BDC">
      <w:pPr>
        <w:pStyle w:val="libNormal"/>
        <w:rPr>
          <w:rtl/>
        </w:rPr>
      </w:pPr>
      <w:r>
        <w:rPr>
          <w:rFonts w:hint="eastAsia"/>
          <w:rtl/>
        </w:rPr>
        <w:t>ياد</w:t>
      </w:r>
      <w:r>
        <w:rPr>
          <w:rtl/>
        </w:rPr>
        <w:t xml:space="preserve"> دہاني:</w:t>
      </w:r>
      <w:r>
        <w:rPr>
          <w:rFonts w:hint="eastAsia"/>
          <w:rtl/>
        </w:rPr>
        <w:t>ياد</w:t>
      </w:r>
      <w:r>
        <w:rPr>
          <w:rtl/>
        </w:rPr>
        <w:t xml:space="preserve"> دہانى كا وسيلہ 6</w:t>
      </w:r>
    </w:p>
    <w:p w:rsidR="00797BDC" w:rsidRDefault="001E7F9D" w:rsidP="00F73EDE">
      <w:pPr>
        <w:pStyle w:val="libPoemTini"/>
        <w:rPr>
          <w:rtl/>
        </w:rPr>
      </w:pPr>
      <w:r>
        <w:rPr>
          <w:rtl/>
        </w:rPr>
        <w:br w:type="page"/>
      </w:r>
    </w:p>
    <w:p w:rsidR="00797BDC" w:rsidRDefault="00797BDC" w:rsidP="00797BDC">
      <w:pPr>
        <w:pStyle w:val="Heading2Center"/>
        <w:rPr>
          <w:rtl/>
        </w:rPr>
      </w:pPr>
      <w:bookmarkStart w:id="26" w:name="_Toc28081704"/>
      <w:r>
        <w:rPr>
          <w:rFonts w:hint="cs"/>
          <w:rtl/>
        </w:rPr>
        <w:lastRenderedPageBreak/>
        <w:t>آیت 26</w:t>
      </w:r>
      <w:bookmarkEnd w:id="26"/>
    </w:p>
    <w:p w:rsidR="001F628F" w:rsidRDefault="00E260F9" w:rsidP="00797BDC">
      <w:pPr>
        <w:pStyle w:val="libNormal"/>
        <w:rPr>
          <w:rtl/>
        </w:rPr>
      </w:pPr>
      <w:r w:rsidRPr="00E260F9">
        <w:rPr>
          <w:rStyle w:val="libAlaemChar"/>
          <w:rFonts w:hint="eastAsia"/>
          <w:rtl/>
        </w:rPr>
        <w:t>(</w:t>
      </w:r>
      <w:r w:rsidRPr="00797BDC">
        <w:rPr>
          <w:rStyle w:val="libAieChar"/>
          <w:rFonts w:hint="eastAsia"/>
          <w:rtl/>
        </w:rPr>
        <w:t>وَمَثلُ</w:t>
      </w:r>
      <w:r w:rsidRPr="00797BDC">
        <w:rPr>
          <w:rStyle w:val="libAieChar"/>
          <w:rtl/>
        </w:rPr>
        <w:t xml:space="preserve"> كَلِمَةٍ خَبِيثَةٍ كَشَجَرَةٍ خَبِيثَةٍ اجْتُثَّتْ مِن فَوْقِ الأَرْضِ مَا لَهَا مِن قَرَارٍ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كلمہ خبيثہ كى مثال اس شجرہ خبيثہ كى ہے جو زمين كے اوپر ہى سے اكھاڑ كر پھينك ديا جائے اور اس كى كوئي بنياد نہ ہو_</w:t>
      </w:r>
    </w:p>
    <w:p w:rsidR="001F628F" w:rsidRDefault="001F628F" w:rsidP="001F628F">
      <w:pPr>
        <w:pStyle w:val="libNormal"/>
        <w:rPr>
          <w:rtl/>
        </w:rPr>
      </w:pPr>
      <w:r>
        <w:rPr>
          <w:rtl/>
        </w:rPr>
        <w:t>1_كلمہ خبيثہ ،ايسے پليد درخت كى مانند ہے كہ جس كى جڑي</w:t>
      </w:r>
      <w:r w:rsidR="00083993">
        <w:rPr>
          <w:rtl/>
        </w:rPr>
        <w:t xml:space="preserve">ں </w:t>
      </w:r>
      <w:r>
        <w:rPr>
          <w:rtl/>
        </w:rPr>
        <w:t>زمين سے اكھڑ چكى ہي</w:t>
      </w:r>
      <w:r w:rsidR="00083993">
        <w:rPr>
          <w:rtl/>
        </w:rPr>
        <w:t xml:space="preserve">ں </w:t>
      </w:r>
      <w:r>
        <w:rPr>
          <w:rtl/>
        </w:rPr>
        <w:t>اور اسے قرار وثبات حاصل نہي</w:t>
      </w:r>
      <w:r w:rsidR="00083993">
        <w:rPr>
          <w:rtl/>
        </w:rPr>
        <w:t xml:space="preserve">ں </w:t>
      </w:r>
      <w:r>
        <w:rPr>
          <w:rtl/>
        </w:rPr>
        <w:t>_</w:t>
      </w:r>
    </w:p>
    <w:p w:rsidR="001F628F" w:rsidRDefault="001F628F" w:rsidP="00797BDC">
      <w:pPr>
        <w:pStyle w:val="libArabic"/>
        <w:rPr>
          <w:rtl/>
        </w:rPr>
      </w:pPr>
      <w:r>
        <w:rPr>
          <w:rFonts w:hint="eastAsia"/>
          <w:rtl/>
        </w:rPr>
        <w:t>ومثل</w:t>
      </w:r>
      <w:r>
        <w:rPr>
          <w:rtl/>
        </w:rPr>
        <w:t xml:space="preserve"> كلمة خبيثة كشجرة خبيثة اجتثّت من فوق الا رض مال</w:t>
      </w:r>
      <w:r w:rsidR="00B2551F" w:rsidRPr="00B2551F">
        <w:rPr>
          <w:rFonts w:hint="cs"/>
          <w:rtl/>
        </w:rPr>
        <w:t>ه</w:t>
      </w:r>
      <w:r>
        <w:rPr>
          <w:rFonts w:hint="cs"/>
          <w:rtl/>
        </w:rPr>
        <w:t>ا</w:t>
      </w:r>
      <w:r>
        <w:rPr>
          <w:rtl/>
        </w:rPr>
        <w:t xml:space="preserve"> </w:t>
      </w:r>
      <w:r>
        <w:rPr>
          <w:rFonts w:hint="cs"/>
          <w:rtl/>
        </w:rPr>
        <w:t>م</w:t>
      </w:r>
      <w:r>
        <w:rPr>
          <w:rtl/>
        </w:rPr>
        <w:t>ن قرار</w:t>
      </w:r>
    </w:p>
    <w:p w:rsidR="001F628F" w:rsidRDefault="001F628F" w:rsidP="001F628F">
      <w:pPr>
        <w:pStyle w:val="libNormal"/>
        <w:rPr>
          <w:rtl/>
        </w:rPr>
      </w:pPr>
      <w:r>
        <w:rPr>
          <w:rtl/>
        </w:rPr>
        <w:t>''جث'' لغت مي</w:t>
      </w:r>
      <w:r w:rsidR="00083993">
        <w:rPr>
          <w:rtl/>
        </w:rPr>
        <w:t xml:space="preserve">ں </w:t>
      </w:r>
      <w:r>
        <w:rPr>
          <w:rtl/>
        </w:rPr>
        <w:t>اكھڑنے اور جڑ سے جدا ہونے كے معنى مي</w:t>
      </w:r>
      <w:r w:rsidR="00083993">
        <w:rPr>
          <w:rtl/>
        </w:rPr>
        <w:t xml:space="preserve">ں </w:t>
      </w:r>
      <w:r>
        <w:rPr>
          <w:rtl/>
        </w:rPr>
        <w:t>ہے_</w:t>
      </w:r>
    </w:p>
    <w:p w:rsidR="001F628F" w:rsidRDefault="001F628F" w:rsidP="00797BDC">
      <w:pPr>
        <w:pStyle w:val="libNormal"/>
        <w:rPr>
          <w:rtl/>
        </w:rPr>
      </w:pPr>
      <w:r>
        <w:rPr>
          <w:rtl/>
        </w:rPr>
        <w:t>2_ناحق اور باطل اعتقادات ،ناپائيداراور جڑو</w:t>
      </w:r>
      <w:r w:rsidR="00083993">
        <w:rPr>
          <w:rtl/>
        </w:rPr>
        <w:t xml:space="preserve">ں </w:t>
      </w:r>
      <w:r>
        <w:rPr>
          <w:rtl/>
        </w:rPr>
        <w:t>سے خالى ہو تے ہي</w:t>
      </w:r>
      <w:r w:rsidR="00083993">
        <w:rPr>
          <w:rtl/>
        </w:rPr>
        <w:t xml:space="preserve">ں </w:t>
      </w:r>
      <w:r>
        <w:rPr>
          <w:rtl/>
        </w:rPr>
        <w:t>_</w:t>
      </w:r>
      <w:r w:rsidRPr="00797BDC">
        <w:rPr>
          <w:rStyle w:val="libArabicChar"/>
          <w:rFonts w:hint="eastAsia"/>
          <w:rtl/>
        </w:rPr>
        <w:t>ومثل</w:t>
      </w:r>
      <w:r w:rsidRPr="00797BDC">
        <w:rPr>
          <w:rStyle w:val="libArabicChar"/>
          <w:rtl/>
        </w:rPr>
        <w:t xml:space="preserve"> كلمة خبيثة كشجرة خبيثة اجتثّت من فوق الا رض مال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من</w:t>
      </w:r>
      <w:r w:rsidRPr="00797BDC">
        <w:rPr>
          <w:rStyle w:val="libArabicChar"/>
          <w:rtl/>
        </w:rPr>
        <w:t xml:space="preserve"> </w:t>
      </w:r>
      <w:r w:rsidRPr="00797BDC">
        <w:rPr>
          <w:rStyle w:val="libArabicChar"/>
          <w:rFonts w:hint="cs"/>
          <w:rtl/>
        </w:rPr>
        <w:t>قرار</w:t>
      </w:r>
      <w:r w:rsidRPr="00797BDC">
        <w:rPr>
          <w:rStyle w:val="libArabicChar"/>
          <w:rtl/>
        </w:rPr>
        <w:t>''كلم</w:t>
      </w:r>
      <w:r w:rsidR="00B2551F" w:rsidRPr="00B2551F">
        <w:rPr>
          <w:rStyle w:val="libArabicChar"/>
          <w:rFonts w:hint="cs"/>
          <w:rtl/>
        </w:rPr>
        <w:t>ه</w:t>
      </w:r>
      <w:r w:rsidRPr="00797BDC">
        <w:rPr>
          <w:rStyle w:val="libArabicChar"/>
          <w:rtl/>
        </w:rPr>
        <w:t xml:space="preserve"> </w:t>
      </w:r>
      <w:r w:rsidRPr="00797BDC">
        <w:rPr>
          <w:rStyle w:val="libArabicChar"/>
          <w:rFonts w:hint="cs"/>
          <w:rtl/>
        </w:rPr>
        <w:t>خبيث</w:t>
      </w:r>
      <w:r w:rsidR="00B2551F" w:rsidRPr="00B2551F">
        <w:rPr>
          <w:rStyle w:val="libArabicChar"/>
          <w:rFonts w:hint="cs"/>
          <w:rtl/>
        </w:rPr>
        <w:t>ه</w:t>
      </w:r>
      <w:r w:rsidRPr="00797BDC">
        <w:rPr>
          <w:rStyle w:val="libArabicChar"/>
          <w:rtl/>
        </w:rPr>
        <w:t xml:space="preserve"> '' </w:t>
      </w:r>
      <w:r w:rsidRPr="00797BDC">
        <w:rPr>
          <w:rStyle w:val="libArabicChar"/>
          <w:rFonts w:hint="cs"/>
          <w:rtl/>
        </w:rPr>
        <w:t>،</w:t>
      </w:r>
      <w:r w:rsidRPr="00797BDC">
        <w:rPr>
          <w:rStyle w:val="libArabicChar"/>
          <w:rtl/>
        </w:rPr>
        <w:t>''</w:t>
      </w:r>
      <w:r w:rsidRPr="00797BDC">
        <w:rPr>
          <w:rStyle w:val="libArabicChar"/>
          <w:rFonts w:hint="cs"/>
          <w:rtl/>
        </w:rPr>
        <w:t>كلم</w:t>
      </w:r>
      <w:r w:rsidR="00B2551F" w:rsidRPr="00B2551F">
        <w:rPr>
          <w:rStyle w:val="libArabicChar"/>
          <w:rFonts w:hint="cs"/>
          <w:rtl/>
        </w:rPr>
        <w:t>ه</w:t>
      </w:r>
      <w:r w:rsidRPr="00797BDC">
        <w:rPr>
          <w:rStyle w:val="libArabicChar"/>
          <w:rtl/>
        </w:rPr>
        <w:t xml:space="preserve"> </w:t>
      </w:r>
      <w:r w:rsidRPr="00797BDC">
        <w:rPr>
          <w:rStyle w:val="libArabicChar"/>
          <w:rFonts w:hint="cs"/>
          <w:rtl/>
        </w:rPr>
        <w:t>طي</w:t>
      </w:r>
      <w:r w:rsidRPr="00797BDC">
        <w:rPr>
          <w:rStyle w:val="libArabicChar"/>
          <w:rtl/>
        </w:rPr>
        <w:t>ب</w:t>
      </w:r>
      <w:r w:rsidR="00B2551F" w:rsidRPr="00B2551F">
        <w:rPr>
          <w:rStyle w:val="libArabicChar"/>
          <w:rFonts w:hint="cs"/>
          <w:rtl/>
        </w:rPr>
        <w:t>ه</w:t>
      </w:r>
      <w:r w:rsidRPr="00797BDC">
        <w:rPr>
          <w:rStyle w:val="libArabicChar"/>
          <w:rtl/>
        </w:rPr>
        <w:t xml:space="preserve"> '' </w:t>
      </w:r>
      <w:r>
        <w:rPr>
          <w:rtl/>
        </w:rPr>
        <w:t>كے مقابلے مي</w:t>
      </w:r>
      <w:r w:rsidR="00083993">
        <w:rPr>
          <w:rtl/>
        </w:rPr>
        <w:t xml:space="preserve">ں </w:t>
      </w:r>
      <w:r>
        <w:rPr>
          <w:rtl/>
        </w:rPr>
        <w:t>بولا جاتا ہے اور مفسرين كے قول اور مشبہ بہ مي</w:t>
      </w:r>
      <w:r w:rsidR="00083993">
        <w:rPr>
          <w:rtl/>
        </w:rPr>
        <w:t xml:space="preserve">ں </w:t>
      </w:r>
      <w:r>
        <w:rPr>
          <w:rtl/>
        </w:rPr>
        <w:t>انے والے قرينے كے مطابق اس سے مراد شرك اور باطل عقائد ہي</w:t>
      </w:r>
      <w:r w:rsidR="00083993">
        <w:rPr>
          <w:rtl/>
        </w:rPr>
        <w:t xml:space="preserve">ں </w:t>
      </w:r>
      <w:r>
        <w:rPr>
          <w:rtl/>
        </w:rPr>
        <w:t>_</w:t>
      </w:r>
    </w:p>
    <w:p w:rsidR="001F628F" w:rsidRDefault="001F628F" w:rsidP="001F628F">
      <w:pPr>
        <w:pStyle w:val="libNormal"/>
        <w:rPr>
          <w:rtl/>
        </w:rPr>
      </w:pPr>
      <w:r>
        <w:rPr>
          <w:rtl/>
        </w:rPr>
        <w:t>3_حق پر مبنى عقيدہ دلنشين اور انسانى طبيعت كے مطابق ہوتا ہے جبكہ باطل عقيدہ قابل نفرت ہوتا ہے_</w:t>
      </w:r>
    </w:p>
    <w:p w:rsidR="001F628F" w:rsidRDefault="001F628F" w:rsidP="00797BDC">
      <w:pPr>
        <w:pStyle w:val="libArabic"/>
        <w:rPr>
          <w:rtl/>
        </w:rPr>
      </w:pPr>
      <w:r>
        <w:rPr>
          <w:rFonts w:hint="eastAsia"/>
          <w:rtl/>
        </w:rPr>
        <w:t>مثلاً</w:t>
      </w:r>
      <w:r>
        <w:rPr>
          <w:rtl/>
        </w:rPr>
        <w:t xml:space="preserve"> كلمة طيّبة كشجرة طيّبة ...ومثل كلمة خبيثة كشجرة خبيثة</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''طيب''اس چيز كو كہتے ہي</w:t>
      </w:r>
      <w:r w:rsidR="00083993">
        <w:rPr>
          <w:rtl/>
        </w:rPr>
        <w:t xml:space="preserve">ں </w:t>
      </w:r>
      <w:r>
        <w:rPr>
          <w:rtl/>
        </w:rPr>
        <w:t>كہ جو انسان كى طبيعت اور ميلان كے مطابق ہو اور ''خبيث '' اس چيز كو كہا جاتا ہے كہ جو كراہت اور نفرت كا باعث ہو مذكورہ معانى كو ديكھتے ہوئے مندرجہ بالا مطلب اس احتمال كى بنا پر اخذ كيا گيا ہے كہ جس كے مطابق ''كلمہ طيبہ '' ع</w:t>
      </w:r>
      <w:r>
        <w:rPr>
          <w:rFonts w:hint="eastAsia"/>
          <w:rtl/>
        </w:rPr>
        <w:t>قيدہ</w:t>
      </w:r>
      <w:r>
        <w:rPr>
          <w:rtl/>
        </w:rPr>
        <w:t xml:space="preserve"> حق اور ''كلمہ خبيث'' عقيدہ باطل ہے_</w:t>
      </w:r>
    </w:p>
    <w:p w:rsidR="00F72CEB" w:rsidRDefault="001F628F" w:rsidP="00F72CEB">
      <w:pPr>
        <w:pStyle w:val="libNormal"/>
        <w:rPr>
          <w:rtl/>
        </w:rPr>
      </w:pPr>
      <w:r>
        <w:rPr>
          <w:rtl/>
        </w:rPr>
        <w:t>4_قران كريم كى تعليمى روشو</w:t>
      </w:r>
      <w:r w:rsidR="00083993">
        <w:rPr>
          <w:rtl/>
        </w:rPr>
        <w:t xml:space="preserve">ں </w:t>
      </w:r>
      <w:r>
        <w:rPr>
          <w:rtl/>
        </w:rPr>
        <w:t>مي</w:t>
      </w:r>
      <w:r w:rsidR="00083993">
        <w:rPr>
          <w:rtl/>
        </w:rPr>
        <w:t xml:space="preserve">ں </w:t>
      </w:r>
      <w:r>
        <w:rPr>
          <w:rtl/>
        </w:rPr>
        <w:t>سے ايك ، تعليمات كو قابل فہم بنا نے اور عينى شكل دينے كے لئے انہي</w:t>
      </w:r>
      <w:r w:rsidR="00083993">
        <w:rPr>
          <w:rtl/>
        </w:rPr>
        <w:t xml:space="preserve">ں </w:t>
      </w:r>
      <w:r>
        <w:rPr>
          <w:rtl/>
        </w:rPr>
        <w:t xml:space="preserve">محسوسات سے تشبيہ دينا ہے </w:t>
      </w:r>
      <w:r w:rsidR="00F72CEB">
        <w:rPr>
          <w:rtl/>
        </w:rPr>
        <w:t>_</w:t>
      </w:r>
    </w:p>
    <w:p w:rsidR="00F579E6" w:rsidRDefault="001F628F" w:rsidP="00F579E6">
      <w:pPr>
        <w:pStyle w:val="libArabic"/>
        <w:rPr>
          <w:rtl/>
        </w:rPr>
      </w:pPr>
      <w:r w:rsidRPr="00797BDC">
        <w:rPr>
          <w:rStyle w:val="libArabicChar"/>
          <w:rFonts w:hint="eastAsia"/>
          <w:rtl/>
        </w:rPr>
        <w:t>مثل</w:t>
      </w:r>
      <w:r w:rsidRPr="00797BDC">
        <w:rPr>
          <w:rStyle w:val="libArabicChar"/>
          <w:rtl/>
        </w:rPr>
        <w:t xml:space="preserve"> كلمة خبيثة كشجرة خبيثة اجتثّت من</w:t>
      </w:r>
      <w:r w:rsidR="00F579E6" w:rsidRPr="00F579E6">
        <w:rPr>
          <w:rFonts w:hint="eastAsia"/>
          <w:rtl/>
        </w:rPr>
        <w:t xml:space="preserve"> </w:t>
      </w:r>
      <w:r w:rsidR="00F579E6">
        <w:rPr>
          <w:rFonts w:hint="eastAsia"/>
          <w:rtl/>
        </w:rPr>
        <w:t>فوق</w:t>
      </w:r>
      <w:r w:rsidR="00F579E6">
        <w:rPr>
          <w:rtl/>
        </w:rPr>
        <w:t xml:space="preserve"> الا رض مال</w:t>
      </w:r>
      <w:r w:rsidR="00B2551F" w:rsidRPr="00B2551F">
        <w:rPr>
          <w:rFonts w:hint="cs"/>
          <w:rtl/>
        </w:rPr>
        <w:t>ه</w:t>
      </w:r>
      <w:r w:rsidR="00F579E6">
        <w:rPr>
          <w:rFonts w:hint="cs"/>
          <w:rtl/>
        </w:rPr>
        <w:t>ا</w:t>
      </w:r>
      <w:r w:rsidR="00F579E6">
        <w:rPr>
          <w:rtl/>
        </w:rPr>
        <w:t xml:space="preserve"> </w:t>
      </w:r>
      <w:r w:rsidR="00F579E6">
        <w:rPr>
          <w:rFonts w:hint="cs"/>
          <w:rtl/>
        </w:rPr>
        <w:t>م</w:t>
      </w:r>
      <w:r w:rsidR="00F579E6">
        <w:rPr>
          <w:rtl/>
        </w:rPr>
        <w:t>ن قرار</w:t>
      </w:r>
    </w:p>
    <w:p w:rsidR="00F579E6" w:rsidRDefault="00F579E6" w:rsidP="00F579E6">
      <w:pPr>
        <w:pStyle w:val="libNormal"/>
        <w:rPr>
          <w:rtl/>
        </w:rPr>
      </w:pPr>
      <w:r>
        <w:rPr>
          <w:rtl/>
        </w:rPr>
        <w:t>5_حق و باطل كے درميان موازنہ ،حق كى تشخيص اور انسانى زندگى كا راستہ معين كرنے كى ايك قابل عمل راہنمائي ہے _</w:t>
      </w:r>
    </w:p>
    <w:p w:rsidR="00F579E6" w:rsidRDefault="00F579E6" w:rsidP="00F579E6">
      <w:pPr>
        <w:pStyle w:val="libArabic"/>
        <w:rPr>
          <w:rtl/>
        </w:rPr>
      </w:pPr>
      <w:r>
        <w:rPr>
          <w:rFonts w:hint="eastAsia"/>
          <w:rtl/>
        </w:rPr>
        <w:t>مثلاً</w:t>
      </w:r>
      <w:r>
        <w:rPr>
          <w:rtl/>
        </w:rPr>
        <w:t xml:space="preserve"> كلمة طيّبة كشجرة طيّبة ا صل</w:t>
      </w:r>
      <w:r w:rsidR="00B2551F" w:rsidRPr="00B2551F">
        <w:rPr>
          <w:rFonts w:hint="cs"/>
          <w:rtl/>
        </w:rPr>
        <w:t>ه</w:t>
      </w:r>
      <w:r>
        <w:rPr>
          <w:rFonts w:hint="cs"/>
          <w:rtl/>
        </w:rPr>
        <w:t>ا</w:t>
      </w:r>
      <w:r>
        <w:rPr>
          <w:rtl/>
        </w:rPr>
        <w:t xml:space="preserve"> </w:t>
      </w:r>
      <w:r>
        <w:rPr>
          <w:rFonts w:hint="cs"/>
          <w:rtl/>
        </w:rPr>
        <w:t>ثابت</w:t>
      </w:r>
      <w:r>
        <w:rPr>
          <w:rtl/>
        </w:rPr>
        <w:t xml:space="preserve"> </w:t>
      </w:r>
      <w:r>
        <w:rPr>
          <w:rFonts w:hint="cs"/>
          <w:rtl/>
        </w:rPr>
        <w:t>وفرع</w:t>
      </w:r>
      <w:r w:rsidR="00B2551F" w:rsidRPr="00B2551F">
        <w:rPr>
          <w:rFonts w:hint="cs"/>
          <w:rtl/>
        </w:rPr>
        <w:t>ه</w:t>
      </w:r>
      <w:r>
        <w:rPr>
          <w:rFonts w:hint="cs"/>
          <w:rtl/>
        </w:rPr>
        <w:t>ا</w:t>
      </w:r>
      <w:r>
        <w:rPr>
          <w:rtl/>
        </w:rPr>
        <w:t xml:space="preserve"> </w:t>
      </w:r>
      <w:r>
        <w:rPr>
          <w:rFonts w:hint="cs"/>
          <w:rtl/>
        </w:rPr>
        <w:t>فى</w:t>
      </w:r>
      <w:r>
        <w:rPr>
          <w:rtl/>
        </w:rPr>
        <w:t xml:space="preserve"> </w:t>
      </w:r>
      <w:r>
        <w:rPr>
          <w:rFonts w:hint="cs"/>
          <w:rtl/>
        </w:rPr>
        <w:t>السّماء</w:t>
      </w:r>
      <w:r>
        <w:rPr>
          <w:rtl/>
        </w:rPr>
        <w:t xml:space="preserve"> ... </w:t>
      </w:r>
      <w:r>
        <w:rPr>
          <w:rFonts w:hint="cs"/>
          <w:rtl/>
        </w:rPr>
        <w:t>ومثل</w:t>
      </w:r>
      <w:r>
        <w:rPr>
          <w:rtl/>
        </w:rPr>
        <w:t xml:space="preserve"> </w:t>
      </w:r>
      <w:r>
        <w:rPr>
          <w:rFonts w:hint="cs"/>
          <w:rtl/>
        </w:rPr>
        <w:t>كلمة</w:t>
      </w:r>
      <w:r>
        <w:rPr>
          <w:rtl/>
        </w:rPr>
        <w:t xml:space="preserve"> </w:t>
      </w:r>
      <w:r>
        <w:rPr>
          <w:rFonts w:hint="cs"/>
          <w:rtl/>
        </w:rPr>
        <w:t>خبيثة</w:t>
      </w:r>
      <w:r>
        <w:rPr>
          <w:rtl/>
        </w:rPr>
        <w:t xml:space="preserve"> </w:t>
      </w:r>
      <w:r>
        <w:rPr>
          <w:rFonts w:hint="cs"/>
          <w:rtl/>
        </w:rPr>
        <w:t>كشجرة</w:t>
      </w:r>
      <w:r>
        <w:rPr>
          <w:rtl/>
        </w:rPr>
        <w:t xml:space="preserve"> </w:t>
      </w:r>
      <w:r>
        <w:rPr>
          <w:rFonts w:hint="cs"/>
          <w:rtl/>
        </w:rPr>
        <w:t>خبيثة</w:t>
      </w:r>
      <w:r>
        <w:rPr>
          <w:rtl/>
        </w:rPr>
        <w:t xml:space="preserve"> </w:t>
      </w:r>
      <w:r>
        <w:rPr>
          <w:rFonts w:hint="cs"/>
          <w:rtl/>
        </w:rPr>
        <w:t>اجتثّت</w:t>
      </w:r>
      <w:r>
        <w:rPr>
          <w:rtl/>
        </w:rPr>
        <w:t xml:space="preserve"> </w:t>
      </w:r>
      <w:r>
        <w:rPr>
          <w:rFonts w:hint="cs"/>
          <w:rtl/>
        </w:rPr>
        <w:t>من</w:t>
      </w:r>
      <w:r>
        <w:rPr>
          <w:rtl/>
        </w:rPr>
        <w:t xml:space="preserve"> </w:t>
      </w:r>
      <w:r>
        <w:rPr>
          <w:rFonts w:hint="cs"/>
          <w:rtl/>
        </w:rPr>
        <w:t>فوق</w:t>
      </w:r>
      <w:r>
        <w:rPr>
          <w:rtl/>
        </w:rPr>
        <w:t xml:space="preserve"> </w:t>
      </w:r>
      <w:r>
        <w:rPr>
          <w:rFonts w:hint="cs"/>
          <w:rtl/>
        </w:rPr>
        <w:t>الا</w:t>
      </w:r>
      <w:r>
        <w:rPr>
          <w:rtl/>
        </w:rPr>
        <w:t xml:space="preserve"> </w:t>
      </w:r>
      <w:r>
        <w:rPr>
          <w:rFonts w:hint="cs"/>
          <w:rtl/>
        </w:rPr>
        <w:t>رض</w:t>
      </w:r>
      <w:r>
        <w:rPr>
          <w:rtl/>
        </w:rPr>
        <w:t xml:space="preserve"> </w:t>
      </w:r>
      <w:r>
        <w:rPr>
          <w:rFonts w:hint="cs"/>
          <w:rtl/>
        </w:rPr>
        <w:t>مال</w:t>
      </w:r>
      <w:r w:rsidR="00B2551F" w:rsidRPr="00B2551F">
        <w:rPr>
          <w:rFonts w:hint="cs"/>
          <w:rtl/>
        </w:rPr>
        <w:t>ه</w:t>
      </w:r>
      <w:r>
        <w:rPr>
          <w:rFonts w:hint="cs"/>
          <w:rtl/>
        </w:rPr>
        <w:t>ا</w:t>
      </w:r>
      <w:r>
        <w:rPr>
          <w:rtl/>
        </w:rPr>
        <w:t xml:space="preserve"> </w:t>
      </w:r>
      <w:r>
        <w:rPr>
          <w:rFonts w:hint="cs"/>
          <w:rtl/>
        </w:rPr>
        <w:t>م</w:t>
      </w:r>
      <w:r>
        <w:rPr>
          <w:rtl/>
        </w:rPr>
        <w:t>ن قرار</w:t>
      </w:r>
    </w:p>
    <w:p w:rsidR="00F579E6" w:rsidRDefault="00F579E6" w:rsidP="00F579E6">
      <w:pPr>
        <w:pStyle w:val="libNormal"/>
        <w:rPr>
          <w:rtl/>
        </w:rPr>
      </w:pPr>
      <w:r>
        <w:rPr>
          <w:rFonts w:hint="eastAsia"/>
          <w:rtl/>
        </w:rPr>
        <w:t>بلا</w:t>
      </w:r>
      <w:r>
        <w:rPr>
          <w:rtl/>
        </w:rPr>
        <w:t xml:space="preserve"> شك و شبہ قران ميں تشبيہات كے مقاصد ميں سے ايك مندرجہ بالا ايت مجيدہ ميں بيان كيئے گئے موارد كے علاوہ ان معارف كى دقيق تبيين كرنا ہے كہ جنكا سمجھنا مشكل ہے اور اس قسم كى وضاحت كا فلسفہ بھى يقيناًانسان كے لئے ايك واضح راستے كا تعين كرناہے _</w:t>
      </w:r>
    </w:p>
    <w:p w:rsidR="00797BDC" w:rsidRDefault="001E7F9D" w:rsidP="00F73EDE">
      <w:pPr>
        <w:pStyle w:val="libPoemTini"/>
        <w:rPr>
          <w:rtl/>
        </w:rPr>
      </w:pPr>
      <w:r>
        <w:rPr>
          <w:rtl/>
        </w:rPr>
        <w:br w:type="page"/>
      </w:r>
    </w:p>
    <w:p w:rsidR="001F628F" w:rsidRDefault="001F628F" w:rsidP="00797BDC">
      <w:pPr>
        <w:pStyle w:val="libNormal"/>
        <w:rPr>
          <w:rtl/>
        </w:rPr>
      </w:pPr>
      <w:r>
        <w:rPr>
          <w:rtl/>
        </w:rPr>
        <w:lastRenderedPageBreak/>
        <w:t>6_باطل اور نا حق عقائد ثمر بخش نہي</w:t>
      </w:r>
      <w:r w:rsidR="00083993">
        <w:rPr>
          <w:rtl/>
        </w:rPr>
        <w:t xml:space="preserve">ں </w:t>
      </w:r>
      <w:r>
        <w:rPr>
          <w:rtl/>
        </w:rPr>
        <w:t>ہو تے_</w:t>
      </w:r>
      <w:r w:rsidRPr="00797BDC">
        <w:rPr>
          <w:rStyle w:val="libArabicChar"/>
          <w:rFonts w:hint="eastAsia"/>
          <w:rtl/>
        </w:rPr>
        <w:t>مثل</w:t>
      </w:r>
      <w:r w:rsidRPr="00797BDC">
        <w:rPr>
          <w:rStyle w:val="libArabicChar"/>
          <w:rtl/>
        </w:rPr>
        <w:t xml:space="preserve"> كلمة خبيثة كشجرة خبيثة اجتثّت من فوق الا رض مال</w:t>
      </w:r>
      <w:r w:rsidR="00B2551F" w:rsidRPr="00B2551F">
        <w:rPr>
          <w:rStyle w:val="libArabicChar"/>
          <w:rFonts w:hint="cs"/>
          <w:rtl/>
        </w:rPr>
        <w:t>ه</w:t>
      </w:r>
      <w:r w:rsidRPr="00797BDC">
        <w:rPr>
          <w:rStyle w:val="libArabicChar"/>
          <w:rFonts w:hint="cs"/>
          <w:rtl/>
        </w:rPr>
        <w:t>ا</w:t>
      </w:r>
      <w:r w:rsidRPr="00797BDC">
        <w:rPr>
          <w:rStyle w:val="libArabicChar"/>
          <w:rtl/>
        </w:rPr>
        <w:t xml:space="preserve"> </w:t>
      </w:r>
      <w:r w:rsidRPr="00797BDC">
        <w:rPr>
          <w:rStyle w:val="libArabicChar"/>
          <w:rFonts w:hint="cs"/>
          <w:rtl/>
        </w:rPr>
        <w:t>م</w:t>
      </w:r>
      <w:r w:rsidRPr="00797BDC">
        <w:rPr>
          <w:rStyle w:val="libArabicChar"/>
          <w:rtl/>
        </w:rPr>
        <w:t>ن قرار</w:t>
      </w:r>
    </w:p>
    <w:p w:rsidR="001F628F" w:rsidRDefault="001F628F" w:rsidP="001F628F">
      <w:pPr>
        <w:pStyle w:val="libNormal"/>
        <w:rPr>
          <w:rtl/>
        </w:rPr>
      </w:pPr>
      <w:r>
        <w:rPr>
          <w:rFonts w:hint="eastAsia"/>
          <w:rtl/>
        </w:rPr>
        <w:t>گذشتہ</w:t>
      </w:r>
      <w:r>
        <w:rPr>
          <w:rtl/>
        </w:rPr>
        <w:t xml:space="preserve"> ايت مجيدہ كے قرينہ مقابل سے كہ جس مي</w:t>
      </w:r>
      <w:r w:rsidR="00083993">
        <w:rPr>
          <w:rtl/>
        </w:rPr>
        <w:t xml:space="preserve">ں </w:t>
      </w:r>
      <w:r>
        <w:rPr>
          <w:rtl/>
        </w:rPr>
        <w:t>شجرہ طيبہ كوہر وقت ثمر بخش كہا گيا ہے ،جبكہ شجرہ خبيثہ كو جڑو</w:t>
      </w:r>
      <w:r w:rsidR="00083993">
        <w:rPr>
          <w:rtl/>
        </w:rPr>
        <w:t xml:space="preserve">ں </w:t>
      </w:r>
      <w:r>
        <w:rPr>
          <w:rtl/>
        </w:rPr>
        <w:t>سے خالى اور ناپائيدار كے عنوان سے ياد كيا گيا ہے مذكورہ بالا مطلب اخذ ہوتا ہے_</w:t>
      </w:r>
    </w:p>
    <w:p w:rsidR="001F628F" w:rsidRDefault="001F628F" w:rsidP="001F628F">
      <w:pPr>
        <w:pStyle w:val="libNormal"/>
        <w:rPr>
          <w:rtl/>
        </w:rPr>
      </w:pPr>
      <w:r>
        <w:rPr>
          <w:rtl/>
        </w:rPr>
        <w:t xml:space="preserve">7_ </w:t>
      </w:r>
      <w:r w:rsidRPr="00797BDC">
        <w:rPr>
          <w:rStyle w:val="libArabicChar"/>
          <w:rtl/>
        </w:rPr>
        <w:t xml:space="preserve">''عن رسول الله </w:t>
      </w:r>
      <w:r w:rsidR="00F031CD" w:rsidRPr="00F031CD">
        <w:rPr>
          <w:rStyle w:val="libAlaemChar"/>
          <w:rtl/>
        </w:rPr>
        <w:t xml:space="preserve"> صلى‌الله‌عليه‌وآله‌وسلم </w:t>
      </w:r>
      <w:r w:rsidRPr="00797BDC">
        <w:rPr>
          <w:rStyle w:val="libArabicChar"/>
          <w:rtl/>
        </w:rPr>
        <w:t>فى قول</w:t>
      </w:r>
      <w:r w:rsidR="00B2551F" w:rsidRPr="00B2551F">
        <w:rPr>
          <w:rStyle w:val="libArabicChar"/>
          <w:rFonts w:hint="cs"/>
          <w:rtl/>
        </w:rPr>
        <w:t>ه</w:t>
      </w:r>
      <w:r w:rsidRPr="00797BDC">
        <w:rPr>
          <w:rStyle w:val="libArabicChar"/>
          <w:rtl/>
        </w:rPr>
        <w:t xml:space="preserve"> </w:t>
      </w:r>
      <w:r w:rsidRPr="00797BDC">
        <w:rPr>
          <w:rStyle w:val="libArabicChar"/>
          <w:rFonts w:hint="cs"/>
          <w:rtl/>
        </w:rPr>
        <w:t>تعالى</w:t>
      </w:r>
      <w:r w:rsidRPr="00797BDC">
        <w:rPr>
          <w:rStyle w:val="libArabicChar"/>
          <w:rtl/>
        </w:rPr>
        <w:t xml:space="preserve"> : ''</w:t>
      </w:r>
      <w:r w:rsidRPr="00797BDC">
        <w:rPr>
          <w:rStyle w:val="libArabicChar"/>
          <w:rFonts w:hint="cs"/>
          <w:rtl/>
        </w:rPr>
        <w:t>و</w:t>
      </w:r>
      <w:r w:rsidRPr="00797BDC">
        <w:rPr>
          <w:rStyle w:val="libArabicChar"/>
          <w:rtl/>
        </w:rPr>
        <w:t xml:space="preserve"> </w:t>
      </w:r>
      <w:r w:rsidRPr="00797BDC">
        <w:rPr>
          <w:rStyle w:val="libArabicChar"/>
          <w:rFonts w:hint="cs"/>
          <w:rtl/>
        </w:rPr>
        <w:t>مثل</w:t>
      </w:r>
      <w:r w:rsidRPr="00797BDC">
        <w:rPr>
          <w:rStyle w:val="libArabicChar"/>
          <w:rtl/>
        </w:rPr>
        <w:t xml:space="preserve"> </w:t>
      </w:r>
      <w:r w:rsidRPr="00797BDC">
        <w:rPr>
          <w:rStyle w:val="libArabicChar"/>
          <w:rFonts w:hint="cs"/>
          <w:rtl/>
        </w:rPr>
        <w:t>كلمة</w:t>
      </w:r>
      <w:r w:rsidRPr="00797BDC">
        <w:rPr>
          <w:rStyle w:val="libArabicChar"/>
          <w:rtl/>
        </w:rPr>
        <w:t xml:space="preserve"> </w:t>
      </w:r>
      <w:r w:rsidRPr="00797BDC">
        <w:rPr>
          <w:rStyle w:val="libArabicChar"/>
          <w:rFonts w:hint="cs"/>
          <w:rtl/>
        </w:rPr>
        <w:t>خبيثة</w:t>
      </w:r>
      <w:r w:rsidRPr="00797BDC">
        <w:rPr>
          <w:rStyle w:val="libArabicChar"/>
          <w:rtl/>
        </w:rPr>
        <w:t xml:space="preserve"> </w:t>
      </w:r>
      <w:r w:rsidRPr="00797BDC">
        <w:rPr>
          <w:rStyle w:val="libArabicChar"/>
          <w:rFonts w:hint="cs"/>
          <w:rtl/>
        </w:rPr>
        <w:t>كشجرة</w:t>
      </w:r>
      <w:r w:rsidRPr="00797BDC">
        <w:rPr>
          <w:rStyle w:val="libArabicChar"/>
          <w:rtl/>
        </w:rPr>
        <w:t xml:space="preserve"> </w:t>
      </w:r>
      <w:r w:rsidRPr="00797BDC">
        <w:rPr>
          <w:rStyle w:val="libArabicChar"/>
          <w:rFonts w:hint="cs"/>
          <w:rtl/>
        </w:rPr>
        <w:t>خبيثة</w:t>
      </w:r>
      <w:r w:rsidRPr="00797BDC">
        <w:rPr>
          <w:rStyle w:val="libArabicChar"/>
          <w:rtl/>
        </w:rPr>
        <w:t xml:space="preserve"> ...'' </w:t>
      </w:r>
      <w:r w:rsidRPr="00797BDC">
        <w:rPr>
          <w:rStyle w:val="libArabicChar"/>
          <w:rFonts w:hint="cs"/>
          <w:rtl/>
        </w:rPr>
        <w:t>قال</w:t>
      </w:r>
      <w:r w:rsidRPr="00797BDC">
        <w:rPr>
          <w:rStyle w:val="libArabicChar"/>
          <w:rtl/>
        </w:rPr>
        <w:t xml:space="preserve">: </w:t>
      </w:r>
      <w:r w:rsidR="00B2551F" w:rsidRPr="00B2551F">
        <w:rPr>
          <w:rStyle w:val="libArabicChar"/>
          <w:rFonts w:hint="cs"/>
          <w:rtl/>
        </w:rPr>
        <w:t>ه</w:t>
      </w:r>
      <w:r w:rsidRPr="00797BDC">
        <w:rPr>
          <w:rStyle w:val="libArabicChar"/>
          <w:rFonts w:hint="cs"/>
          <w:rtl/>
        </w:rPr>
        <w:t>ى</w:t>
      </w:r>
      <w:r w:rsidRPr="00797BDC">
        <w:rPr>
          <w:rStyle w:val="libArabicChar"/>
          <w:rtl/>
        </w:rPr>
        <w:t xml:space="preserve"> </w:t>
      </w:r>
      <w:r w:rsidRPr="00797BDC">
        <w:rPr>
          <w:rStyle w:val="libArabicChar"/>
          <w:rFonts w:hint="cs"/>
          <w:rtl/>
        </w:rPr>
        <w:t>الحنظلة</w:t>
      </w:r>
      <w:r>
        <w:rPr>
          <w:rtl/>
        </w:rPr>
        <w:t>;</w:t>
      </w:r>
      <w:r w:rsidRPr="00797BDC">
        <w:rPr>
          <w:rStyle w:val="libFootnotenumChar"/>
          <w:rtl/>
        </w:rPr>
        <w:t>(1)</w:t>
      </w:r>
      <w:r>
        <w:rPr>
          <w:rtl/>
        </w:rPr>
        <w:t xml:space="preserve">حضرت رسول اكرم </w:t>
      </w:r>
      <w:r w:rsidR="00F031CD" w:rsidRPr="00F031CD">
        <w:rPr>
          <w:rStyle w:val="libAlaemChar"/>
          <w:rtl/>
        </w:rPr>
        <w:t xml:space="preserve"> صلى‌الله‌عليه‌وآله‌وسلم </w:t>
      </w:r>
      <w:r>
        <w:rPr>
          <w:rtl/>
        </w:rPr>
        <w:t xml:space="preserve"> سے خداوند كے كلام :</w:t>
      </w:r>
      <w:r w:rsidRPr="00F579E6">
        <w:rPr>
          <w:rStyle w:val="libArabicChar"/>
          <w:rtl/>
        </w:rPr>
        <w:t>''ومثل كلمة خبيثة كشجرة خبيثة ...</w:t>
      </w:r>
      <w:r>
        <w:rPr>
          <w:rtl/>
        </w:rPr>
        <w:t>''كے بارے مي</w:t>
      </w:r>
      <w:r w:rsidR="00083993">
        <w:rPr>
          <w:rtl/>
        </w:rPr>
        <w:t xml:space="preserve">ں </w:t>
      </w:r>
      <w:r>
        <w:rPr>
          <w:rtl/>
        </w:rPr>
        <w:t>منقول ہے كہ(شجرہ خبيثہ) سے مراد حنظلہ (اندرائن كا درخت)ہے_</w:t>
      </w:r>
    </w:p>
    <w:p w:rsidR="001F628F" w:rsidRDefault="001F628F" w:rsidP="00F579E6">
      <w:pPr>
        <w:pStyle w:val="libNormal"/>
        <w:rPr>
          <w:rtl/>
        </w:rPr>
      </w:pPr>
      <w:r>
        <w:rPr>
          <w:rFonts w:hint="eastAsia"/>
          <w:rtl/>
        </w:rPr>
        <w:t>باطل</w:t>
      </w:r>
      <w:r>
        <w:rPr>
          <w:rtl/>
        </w:rPr>
        <w:t>:</w:t>
      </w:r>
      <w:r>
        <w:rPr>
          <w:rFonts w:hint="eastAsia"/>
          <w:rtl/>
        </w:rPr>
        <w:t>تشخيص</w:t>
      </w:r>
      <w:r>
        <w:rPr>
          <w:rtl/>
        </w:rPr>
        <w:t xml:space="preserve"> باطل كا طريقہ5</w:t>
      </w:r>
    </w:p>
    <w:p w:rsidR="001F628F" w:rsidRDefault="001F628F" w:rsidP="00F579E6">
      <w:pPr>
        <w:pStyle w:val="libNormal"/>
        <w:rPr>
          <w:rtl/>
        </w:rPr>
      </w:pPr>
      <w:r>
        <w:rPr>
          <w:rFonts w:hint="eastAsia"/>
          <w:rtl/>
        </w:rPr>
        <w:t>حق</w:t>
      </w:r>
      <w:r>
        <w:rPr>
          <w:rtl/>
        </w:rPr>
        <w:t>:</w:t>
      </w:r>
      <w:r>
        <w:rPr>
          <w:rFonts w:hint="eastAsia"/>
          <w:rtl/>
        </w:rPr>
        <w:t>تشخيص</w:t>
      </w:r>
      <w:r>
        <w:rPr>
          <w:rtl/>
        </w:rPr>
        <w:t xml:space="preserve"> حق كا طريقہ 5;حق وباطل كا موازنہ 5</w:t>
      </w:r>
    </w:p>
    <w:p w:rsidR="001F628F" w:rsidRDefault="001F628F" w:rsidP="00F579E6">
      <w:pPr>
        <w:pStyle w:val="libNormal"/>
        <w:rPr>
          <w:rtl/>
        </w:rPr>
      </w:pPr>
      <w:r>
        <w:rPr>
          <w:rFonts w:hint="eastAsia"/>
          <w:rtl/>
        </w:rPr>
        <w:t>رجحانات</w:t>
      </w:r>
      <w:r>
        <w:rPr>
          <w:rtl/>
        </w:rPr>
        <w:t>:</w:t>
      </w:r>
      <w:r>
        <w:rPr>
          <w:rFonts w:hint="eastAsia"/>
          <w:rtl/>
        </w:rPr>
        <w:t>عقيدہ</w:t>
      </w:r>
      <w:r>
        <w:rPr>
          <w:rtl/>
        </w:rPr>
        <w:t xml:space="preserve"> حق كى طرف رجحان3</w:t>
      </w:r>
    </w:p>
    <w:p w:rsidR="001F628F" w:rsidRDefault="001F628F" w:rsidP="001F628F">
      <w:pPr>
        <w:pStyle w:val="libNormal"/>
        <w:rPr>
          <w:rtl/>
        </w:rPr>
      </w:pPr>
      <w:r>
        <w:rPr>
          <w:rFonts w:hint="eastAsia"/>
          <w:rtl/>
        </w:rPr>
        <w:t>روايت</w:t>
      </w:r>
      <w:r>
        <w:rPr>
          <w:rtl/>
        </w:rPr>
        <w:t>:7</w:t>
      </w:r>
    </w:p>
    <w:p w:rsidR="001F628F" w:rsidRDefault="001F628F" w:rsidP="00F579E6">
      <w:pPr>
        <w:pStyle w:val="libNormal"/>
        <w:rPr>
          <w:rtl/>
        </w:rPr>
      </w:pPr>
      <w:r>
        <w:rPr>
          <w:rFonts w:hint="eastAsia"/>
          <w:rtl/>
        </w:rPr>
        <w:t>شجرہ</w:t>
      </w:r>
      <w:r>
        <w:rPr>
          <w:rtl/>
        </w:rPr>
        <w:t xml:space="preserve"> خبيثہ:</w:t>
      </w:r>
      <w:r>
        <w:rPr>
          <w:rFonts w:hint="eastAsia"/>
          <w:rtl/>
        </w:rPr>
        <w:t>شجرہ</w:t>
      </w:r>
      <w:r>
        <w:rPr>
          <w:rtl/>
        </w:rPr>
        <w:t xml:space="preserve"> خبيثہ سے مراد 7</w:t>
      </w:r>
    </w:p>
    <w:p w:rsidR="001F628F" w:rsidRDefault="001F628F" w:rsidP="00F579E6">
      <w:pPr>
        <w:pStyle w:val="libNormal"/>
        <w:rPr>
          <w:rtl/>
        </w:rPr>
      </w:pPr>
      <w:r>
        <w:rPr>
          <w:rFonts w:hint="eastAsia"/>
          <w:rtl/>
        </w:rPr>
        <w:t>عقيدہ</w:t>
      </w:r>
      <w:r>
        <w:rPr>
          <w:rtl/>
        </w:rPr>
        <w:t>:</w:t>
      </w:r>
      <w:r>
        <w:rPr>
          <w:rFonts w:hint="eastAsia"/>
          <w:rtl/>
        </w:rPr>
        <w:t>باطل</w:t>
      </w:r>
      <w:r>
        <w:rPr>
          <w:rtl/>
        </w:rPr>
        <w:t xml:space="preserve"> عقيدے كا بے ثمر ہونا6;باطل عقيدے سے تنفر 3;باطل عقيدے كى ناپائيداري2</w:t>
      </w:r>
    </w:p>
    <w:p w:rsidR="001F628F" w:rsidRDefault="001F628F" w:rsidP="00F579E6">
      <w:pPr>
        <w:pStyle w:val="libNormal"/>
        <w:rPr>
          <w:rtl/>
        </w:rPr>
      </w:pPr>
      <w:r>
        <w:rPr>
          <w:rFonts w:hint="eastAsia"/>
          <w:rtl/>
        </w:rPr>
        <w:t>قران</w:t>
      </w:r>
      <w:r>
        <w:rPr>
          <w:rtl/>
        </w:rPr>
        <w:t xml:space="preserve"> كريم:</w:t>
      </w:r>
      <w:r>
        <w:rPr>
          <w:rFonts w:hint="eastAsia"/>
          <w:rtl/>
        </w:rPr>
        <w:t>قران</w:t>
      </w:r>
      <w:r>
        <w:rPr>
          <w:rtl/>
        </w:rPr>
        <w:t xml:space="preserve"> كريم كى تشبيہات4;قران كريم كى تعليمات كى روش4;قران كريم كى مثالي</w:t>
      </w:r>
      <w:r w:rsidR="00083993">
        <w:rPr>
          <w:rtl/>
        </w:rPr>
        <w:t xml:space="preserve">ں </w:t>
      </w:r>
      <w:r w:rsidRPr="00606BEE">
        <w:rPr>
          <w:rStyle w:val="libFootnotenumChar"/>
          <w:rtl/>
        </w:rPr>
        <w:t>(1)</w:t>
      </w:r>
    </w:p>
    <w:p w:rsidR="001F628F" w:rsidRDefault="001F628F" w:rsidP="001F628F">
      <w:pPr>
        <w:pStyle w:val="libNormal"/>
        <w:rPr>
          <w:rtl/>
        </w:rPr>
      </w:pPr>
      <w:r>
        <w:rPr>
          <w:rFonts w:hint="eastAsia"/>
          <w:rtl/>
        </w:rPr>
        <w:t>قرانى</w:t>
      </w:r>
      <w:r>
        <w:rPr>
          <w:rtl/>
        </w:rPr>
        <w:t xml:space="preserve"> تشبيہات :</w:t>
      </w:r>
    </w:p>
    <w:p w:rsidR="001F628F" w:rsidRDefault="00B84D3B" w:rsidP="00B84D3B">
      <w:pPr>
        <w:pStyle w:val="libLine"/>
        <w:rPr>
          <w:rtl/>
        </w:rPr>
      </w:pPr>
      <w:r>
        <w:rPr>
          <w:rtl/>
        </w:rPr>
        <w:t>____________________</w:t>
      </w:r>
    </w:p>
    <w:p w:rsidR="001F628F" w:rsidRDefault="001F628F" w:rsidP="00F579E6">
      <w:pPr>
        <w:pStyle w:val="libFootnote"/>
        <w:rPr>
          <w:rtl/>
        </w:rPr>
      </w:pPr>
      <w:r>
        <w:rPr>
          <w:rtl/>
        </w:rPr>
        <w:t>1) الدر المنثور ،ج5،ص 22; تفسير طبرى ، ج8 ، ص212_</w:t>
      </w:r>
    </w:p>
    <w:p w:rsidR="00F579E6" w:rsidRDefault="001E7F9D" w:rsidP="00F73EDE">
      <w:pPr>
        <w:pStyle w:val="libPoemTini"/>
        <w:rPr>
          <w:rtl/>
        </w:rPr>
      </w:pPr>
      <w:r>
        <w:rPr>
          <w:rtl/>
        </w:rPr>
        <w:br w:type="page"/>
      </w:r>
    </w:p>
    <w:p w:rsidR="001F628F" w:rsidRDefault="001F628F" w:rsidP="00F579E6">
      <w:pPr>
        <w:pStyle w:val="libNormal"/>
        <w:rPr>
          <w:rtl/>
        </w:rPr>
      </w:pPr>
      <w:r>
        <w:rPr>
          <w:rFonts w:hint="eastAsia"/>
          <w:rtl/>
        </w:rPr>
        <w:lastRenderedPageBreak/>
        <w:t>معقول</w:t>
      </w:r>
      <w:r>
        <w:rPr>
          <w:rtl/>
        </w:rPr>
        <w:t xml:space="preserve"> كى محسوس سے تشبيہ 4</w:t>
      </w:r>
    </w:p>
    <w:p w:rsidR="001F628F" w:rsidRDefault="001F628F" w:rsidP="00F579E6">
      <w:pPr>
        <w:pStyle w:val="libNormal"/>
        <w:rPr>
          <w:rtl/>
        </w:rPr>
      </w:pPr>
      <w:r>
        <w:rPr>
          <w:rFonts w:hint="eastAsia"/>
          <w:rtl/>
        </w:rPr>
        <w:t>قرانى</w:t>
      </w:r>
      <w:r>
        <w:rPr>
          <w:rtl/>
        </w:rPr>
        <w:t xml:space="preserve"> مثالي</w:t>
      </w:r>
      <w:r w:rsidR="00083993">
        <w:rPr>
          <w:rtl/>
        </w:rPr>
        <w:t xml:space="preserve">ں </w:t>
      </w:r>
      <w:r>
        <w:rPr>
          <w:rtl/>
        </w:rPr>
        <w:t>:</w:t>
      </w:r>
      <w:r>
        <w:rPr>
          <w:rFonts w:hint="eastAsia"/>
          <w:rtl/>
        </w:rPr>
        <w:t>قرآن</w:t>
      </w:r>
      <w:r>
        <w:rPr>
          <w:rtl/>
        </w:rPr>
        <w:t xml:space="preserve"> مجيد مي</w:t>
      </w:r>
      <w:r w:rsidR="00083993">
        <w:rPr>
          <w:rtl/>
        </w:rPr>
        <w:t xml:space="preserve">ں </w:t>
      </w:r>
      <w:r>
        <w:rPr>
          <w:rtl/>
        </w:rPr>
        <w:t>شجرہ خبيثہ سے تمثيل 1;قرآن مجيدكلمہ خبيثہ كى مثال1</w:t>
      </w:r>
    </w:p>
    <w:p w:rsidR="001F628F" w:rsidRDefault="001F628F" w:rsidP="00F579E6">
      <w:pPr>
        <w:pStyle w:val="libNormal"/>
        <w:rPr>
          <w:rtl/>
        </w:rPr>
      </w:pPr>
      <w:r>
        <w:rPr>
          <w:rFonts w:hint="eastAsia"/>
          <w:rtl/>
        </w:rPr>
        <w:t>ہدايت</w:t>
      </w:r>
      <w:r>
        <w:rPr>
          <w:rtl/>
        </w:rPr>
        <w:t>:</w:t>
      </w:r>
      <w:r>
        <w:rPr>
          <w:rFonts w:hint="eastAsia"/>
          <w:rtl/>
        </w:rPr>
        <w:t>ہدايت</w:t>
      </w:r>
      <w:r>
        <w:rPr>
          <w:rtl/>
        </w:rPr>
        <w:t xml:space="preserve"> كا طريقہ5</w:t>
      </w:r>
    </w:p>
    <w:p w:rsidR="001F628F" w:rsidRDefault="00F579E6" w:rsidP="00F579E6">
      <w:pPr>
        <w:pStyle w:val="Heading2Center"/>
        <w:rPr>
          <w:rtl/>
        </w:rPr>
      </w:pPr>
      <w:bookmarkStart w:id="27" w:name="_Toc28081705"/>
      <w:r>
        <w:rPr>
          <w:rFonts w:hint="cs"/>
          <w:rtl/>
        </w:rPr>
        <w:t>آیت 27</w:t>
      </w:r>
      <w:bookmarkEnd w:id="27"/>
    </w:p>
    <w:p w:rsidR="001F628F" w:rsidRDefault="00E260F9" w:rsidP="00F579E6">
      <w:pPr>
        <w:pStyle w:val="libNormal"/>
        <w:rPr>
          <w:rtl/>
        </w:rPr>
      </w:pPr>
      <w:r w:rsidRPr="00E260F9">
        <w:rPr>
          <w:rStyle w:val="libAlaemChar"/>
          <w:rFonts w:hint="eastAsia"/>
          <w:rtl/>
        </w:rPr>
        <w:t>(</w:t>
      </w:r>
      <w:r w:rsidRPr="00F579E6">
        <w:rPr>
          <w:rStyle w:val="libAieChar"/>
          <w:rFonts w:hint="eastAsia"/>
          <w:rtl/>
        </w:rPr>
        <w:t>يُثَبِّتُ</w:t>
      </w:r>
      <w:r w:rsidRPr="00F579E6">
        <w:rPr>
          <w:rStyle w:val="libAieChar"/>
          <w:rtl/>
        </w:rPr>
        <w:t xml:space="preserve"> اللّهُ الَّذِينَ آمَنُواْ بِالْقَوْلِ الثَّابِتِ فِي الْحَيَاةِ الدُّنْيَا وَفِي الآخِرَةِ وَيُضِلُّ اللّهُ الظَّالِمِينَ وَيَفْعَلُ اللّهُ مَا يَشَاءُ</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اللہ</w:t>
      </w:r>
      <w:r>
        <w:rPr>
          <w:rtl/>
        </w:rPr>
        <w:t xml:space="preserve"> صاحبان ايمان كو قول ثابت كے ذريعہ دنيا اور آخرت مي</w:t>
      </w:r>
      <w:r w:rsidR="00083993">
        <w:rPr>
          <w:rtl/>
        </w:rPr>
        <w:t xml:space="preserve">ں </w:t>
      </w:r>
      <w:r>
        <w:rPr>
          <w:rtl/>
        </w:rPr>
        <w:t>ثابت قدم ركھتاہے اور ظالمين كو گمراہى مي</w:t>
      </w:r>
      <w:r w:rsidR="00083993">
        <w:rPr>
          <w:rtl/>
        </w:rPr>
        <w:t xml:space="preserve">ں </w:t>
      </w:r>
      <w:r>
        <w:rPr>
          <w:rtl/>
        </w:rPr>
        <w:t>چھوڑديتاہے اور وہ جو بھى چاہتاہے انجام ديتاہے_</w:t>
      </w:r>
    </w:p>
    <w:p w:rsidR="001F628F" w:rsidRDefault="001F628F" w:rsidP="001F628F">
      <w:pPr>
        <w:pStyle w:val="libNormal"/>
        <w:rPr>
          <w:rtl/>
        </w:rPr>
      </w:pPr>
      <w:r>
        <w:rPr>
          <w:rtl/>
        </w:rPr>
        <w:t>1_خداوند متعال مؤمنين كو قول محكم اور ناقابل ترديد برہان كے ساتھ ثابت قدم اور مطمئن ركھتا ہے_</w:t>
      </w:r>
    </w:p>
    <w:p w:rsidR="001F628F" w:rsidRDefault="001F628F" w:rsidP="00F579E6">
      <w:pPr>
        <w:pStyle w:val="libArabic"/>
        <w:rPr>
          <w:rtl/>
        </w:rPr>
      </w:pPr>
      <w:r>
        <w:rPr>
          <w:rFonts w:hint="eastAsia"/>
          <w:rtl/>
        </w:rPr>
        <w:t>يثبّت</w:t>
      </w:r>
      <w:r>
        <w:rPr>
          <w:rtl/>
        </w:rPr>
        <w:t xml:space="preserve"> الله الذين ء امنوا بالقول الثابت فى </w:t>
      </w:r>
      <w:r w:rsidR="00D97234" w:rsidRPr="00D97234">
        <w:rPr>
          <w:rtl/>
        </w:rPr>
        <w:t xml:space="preserve">الحياة </w:t>
      </w:r>
      <w:r>
        <w:rPr>
          <w:rtl/>
        </w:rPr>
        <w:t xml:space="preserve"> الدنيا وفى الا خرة</w:t>
      </w:r>
    </w:p>
    <w:p w:rsidR="001F628F" w:rsidRDefault="001F628F" w:rsidP="001F628F">
      <w:pPr>
        <w:pStyle w:val="libNormal"/>
        <w:rPr>
          <w:rtl/>
        </w:rPr>
      </w:pPr>
      <w:r>
        <w:rPr>
          <w:rFonts w:hint="eastAsia"/>
          <w:rtl/>
        </w:rPr>
        <w:t>مندرجہ</w:t>
      </w:r>
      <w:r>
        <w:rPr>
          <w:rtl/>
        </w:rPr>
        <w:t xml:space="preserve"> بالا مطلب اس بات پر مبنى ہے كہ جب ''بالقول '' مي</w:t>
      </w:r>
      <w:r w:rsidR="00083993">
        <w:rPr>
          <w:rtl/>
        </w:rPr>
        <w:t xml:space="preserve">ں </w:t>
      </w:r>
      <w:r>
        <w:rPr>
          <w:rtl/>
        </w:rPr>
        <w:t>''با'' ،''يثبت'' كے متعلق ہو اور سببيت كا معنى دے_</w:t>
      </w:r>
    </w:p>
    <w:p w:rsidR="001F628F" w:rsidRDefault="001F628F" w:rsidP="00F579E6">
      <w:pPr>
        <w:pStyle w:val="libNormal"/>
        <w:rPr>
          <w:rtl/>
        </w:rPr>
      </w:pPr>
      <w:r>
        <w:rPr>
          <w:rtl/>
        </w:rPr>
        <w:t>2_ايمان ،انسان كى زندگى مي</w:t>
      </w:r>
      <w:r w:rsidR="00083993">
        <w:rPr>
          <w:rtl/>
        </w:rPr>
        <w:t xml:space="preserve">ں </w:t>
      </w:r>
      <w:r>
        <w:rPr>
          <w:rtl/>
        </w:rPr>
        <w:t>قلبى اطمينان، نفس كے استحكام،ثابت قدمى اور ہر قسم كے تزلزل و اضطراب اور پريشانى كے بر طرف ہونے كا موجب بنتا ہے_</w:t>
      </w:r>
      <w:r w:rsidRPr="00F579E6">
        <w:rPr>
          <w:rStyle w:val="libArabicChar"/>
          <w:rFonts w:hint="eastAsia"/>
          <w:rtl/>
        </w:rPr>
        <w:t>الذين</w:t>
      </w:r>
      <w:r w:rsidRPr="00F579E6">
        <w:rPr>
          <w:rStyle w:val="libArabicChar"/>
          <w:rtl/>
        </w:rPr>
        <w:t xml:space="preserve"> ء امنوا بالقول الثابت فى </w:t>
      </w:r>
      <w:r w:rsidR="00D97234" w:rsidRPr="00D97234">
        <w:rPr>
          <w:rStyle w:val="libArabicChar"/>
          <w:rtl/>
        </w:rPr>
        <w:t xml:space="preserve">الحياة </w:t>
      </w:r>
      <w:r w:rsidRPr="00F579E6">
        <w:rPr>
          <w:rStyle w:val="libArabicChar"/>
          <w:rtl/>
        </w:rPr>
        <w:t xml:space="preserve"> الدنيا وفى الا خرة</w:t>
      </w:r>
    </w:p>
    <w:p w:rsidR="001F628F" w:rsidRDefault="001F628F" w:rsidP="00F579E6">
      <w:pPr>
        <w:pStyle w:val="libNormal"/>
        <w:rPr>
          <w:rtl/>
        </w:rPr>
      </w:pPr>
      <w:r>
        <w:rPr>
          <w:rtl/>
        </w:rPr>
        <w:t>3_خداوند متعال ان لوگو</w:t>
      </w:r>
      <w:r w:rsidR="00083993">
        <w:rPr>
          <w:rtl/>
        </w:rPr>
        <w:t xml:space="preserve">ں </w:t>
      </w:r>
      <w:r>
        <w:rPr>
          <w:rtl/>
        </w:rPr>
        <w:t>كودنيا و اخرت مي</w:t>
      </w:r>
      <w:r w:rsidR="00083993">
        <w:rPr>
          <w:rtl/>
        </w:rPr>
        <w:t xml:space="preserve">ں </w:t>
      </w:r>
      <w:r>
        <w:rPr>
          <w:rtl/>
        </w:rPr>
        <w:t>ثابت قدم اور ناقابل شكست بنا ديتا ہے جو (قران) كے محكم اور ابدى كلا م پر ايما ن لاتے ہي</w:t>
      </w:r>
      <w:r w:rsidR="00083993">
        <w:rPr>
          <w:rtl/>
        </w:rPr>
        <w:t xml:space="preserve">ں </w:t>
      </w:r>
      <w:r>
        <w:rPr>
          <w:rtl/>
        </w:rPr>
        <w:t>_</w:t>
      </w:r>
      <w:r w:rsidRPr="00F579E6">
        <w:rPr>
          <w:rStyle w:val="libArabicChar"/>
          <w:rFonts w:hint="eastAsia"/>
          <w:rtl/>
        </w:rPr>
        <w:t>يثبّت</w:t>
      </w:r>
      <w:r w:rsidRPr="00F579E6">
        <w:rPr>
          <w:rStyle w:val="libArabicChar"/>
          <w:rtl/>
        </w:rPr>
        <w:t xml:space="preserve"> الله الذين ء امنوا بالقول الثابت فى </w:t>
      </w:r>
      <w:r w:rsidR="00D97234" w:rsidRPr="00D97234">
        <w:rPr>
          <w:rStyle w:val="libArabicChar"/>
          <w:rtl/>
        </w:rPr>
        <w:t xml:space="preserve">الحياة </w:t>
      </w:r>
      <w:r w:rsidRPr="00F579E6">
        <w:rPr>
          <w:rStyle w:val="libArabicChar"/>
          <w:rtl/>
        </w:rPr>
        <w:t xml:space="preserve"> الدنيا وفى الا خرة</w:t>
      </w:r>
    </w:p>
    <w:p w:rsidR="001F628F" w:rsidRDefault="001F628F" w:rsidP="001F628F">
      <w:pPr>
        <w:pStyle w:val="libNormal"/>
        <w:rPr>
          <w:rtl/>
        </w:rPr>
      </w:pPr>
      <w:r>
        <w:rPr>
          <w:rFonts w:hint="eastAsia"/>
          <w:rtl/>
        </w:rPr>
        <w:t>مندرجہ</w:t>
      </w:r>
      <w:r>
        <w:rPr>
          <w:rtl/>
        </w:rPr>
        <w:t xml:space="preserve"> بالا مطلب اس بنا پر اخذ كياگيا ہے كہ جب ''بالقول '' كى ''با'' ،''امنوا'' سے متعلق ہو_يعنى جو لوگ محكم قول پر كہ جو گذشتہ ايت كے قرينے سے ''كلمہ طيبہ'' ہى ہے ،ايمان لاتے ہي</w:t>
      </w:r>
      <w:r w:rsidR="00083993">
        <w:rPr>
          <w:rtl/>
        </w:rPr>
        <w:t xml:space="preserve">ں </w:t>
      </w:r>
    </w:p>
    <w:p w:rsidR="00F579E6" w:rsidRDefault="001E7F9D" w:rsidP="00F73EDE">
      <w:pPr>
        <w:pStyle w:val="libPoemTini"/>
        <w:rPr>
          <w:rtl/>
        </w:rPr>
      </w:pPr>
      <w:r>
        <w:rPr>
          <w:rtl/>
        </w:rPr>
        <w:br w:type="page"/>
      </w:r>
    </w:p>
    <w:p w:rsidR="001F628F" w:rsidRDefault="001F628F" w:rsidP="00F579E6">
      <w:pPr>
        <w:pStyle w:val="libNormal"/>
        <w:rPr>
          <w:rtl/>
        </w:rPr>
      </w:pPr>
      <w:r>
        <w:rPr>
          <w:rFonts w:hint="eastAsia"/>
          <w:rtl/>
        </w:rPr>
        <w:lastRenderedPageBreak/>
        <w:t>وہى</w:t>
      </w:r>
      <w:r>
        <w:rPr>
          <w:rtl/>
        </w:rPr>
        <w:t xml:space="preserve"> خداوند متعال كى جانب سے تائيد شدہ ہي</w:t>
      </w:r>
      <w:r w:rsidR="00083993">
        <w:rPr>
          <w:rtl/>
        </w:rPr>
        <w:t xml:space="preserve">ں </w:t>
      </w:r>
      <w:r>
        <w:rPr>
          <w:rtl/>
        </w:rPr>
        <w:t>_</w:t>
      </w:r>
    </w:p>
    <w:p w:rsidR="001F628F" w:rsidRDefault="001F628F" w:rsidP="00F579E6">
      <w:pPr>
        <w:pStyle w:val="libNormal"/>
        <w:rPr>
          <w:rtl/>
        </w:rPr>
      </w:pPr>
      <w:r>
        <w:rPr>
          <w:rtl/>
        </w:rPr>
        <w:t>4_ايمان پر ثابت قدم رہنا اور دنيا واخرت مي</w:t>
      </w:r>
      <w:r w:rsidR="00083993">
        <w:rPr>
          <w:rtl/>
        </w:rPr>
        <w:t xml:space="preserve">ں </w:t>
      </w:r>
      <w:r>
        <w:rPr>
          <w:rtl/>
        </w:rPr>
        <w:t>اس كا ثمر بخش ہونا ،خداوند متعال كى خاص عنايت اور تائيد پر موقوف ہے_</w:t>
      </w:r>
      <w:r w:rsidRPr="00F579E6">
        <w:rPr>
          <w:rStyle w:val="libArabicChar"/>
          <w:rFonts w:hint="eastAsia"/>
          <w:rtl/>
        </w:rPr>
        <w:t>يثبّت</w:t>
      </w:r>
      <w:r w:rsidRPr="00F579E6">
        <w:rPr>
          <w:rStyle w:val="libArabicChar"/>
          <w:rtl/>
        </w:rPr>
        <w:t xml:space="preserve"> الله الذين ء امنوا بالقول الثابت فى </w:t>
      </w:r>
      <w:r w:rsidR="00D97234" w:rsidRPr="00D97234">
        <w:rPr>
          <w:rStyle w:val="libArabicChar"/>
          <w:rtl/>
        </w:rPr>
        <w:t xml:space="preserve">الحياة </w:t>
      </w:r>
      <w:r w:rsidRPr="00F579E6">
        <w:rPr>
          <w:rStyle w:val="libArabicChar"/>
          <w:rtl/>
        </w:rPr>
        <w:t xml:space="preserve"> الدنيا وفى الا خرة</w:t>
      </w:r>
    </w:p>
    <w:p w:rsidR="001F628F" w:rsidRDefault="001F628F" w:rsidP="001F628F">
      <w:pPr>
        <w:pStyle w:val="libNormal"/>
        <w:rPr>
          <w:rtl/>
        </w:rPr>
      </w:pPr>
      <w:r>
        <w:rPr>
          <w:rtl/>
        </w:rPr>
        <w:t>5_مؤمنين كا ايمان اور عقيدہ ،محكم قول اور ناقابل ترديدو ابدى اصول پر استوار ہے _</w:t>
      </w:r>
    </w:p>
    <w:p w:rsidR="001F628F" w:rsidRDefault="001F628F" w:rsidP="00F579E6">
      <w:pPr>
        <w:pStyle w:val="libArabic"/>
        <w:rPr>
          <w:rtl/>
        </w:rPr>
      </w:pPr>
      <w:r>
        <w:rPr>
          <w:rFonts w:hint="eastAsia"/>
          <w:rtl/>
        </w:rPr>
        <w:t>يثبّت</w:t>
      </w:r>
      <w:r>
        <w:rPr>
          <w:rtl/>
        </w:rPr>
        <w:t xml:space="preserve"> الله الذين ء امنوا بالقول الثابت فى </w:t>
      </w:r>
      <w:r w:rsidR="00D97234" w:rsidRPr="00D97234">
        <w:rPr>
          <w:rtl/>
        </w:rPr>
        <w:t xml:space="preserve">الحياة </w:t>
      </w:r>
      <w:r>
        <w:rPr>
          <w:rtl/>
        </w:rPr>
        <w:t xml:space="preserve"> الدنيا وفى الا خرة</w:t>
      </w:r>
    </w:p>
    <w:p w:rsidR="001F628F" w:rsidRDefault="001F628F" w:rsidP="001F628F">
      <w:pPr>
        <w:pStyle w:val="libNormal"/>
        <w:rPr>
          <w:rtl/>
        </w:rPr>
      </w:pPr>
      <w:r>
        <w:rPr>
          <w:rFonts w:hint="eastAsia"/>
          <w:rtl/>
        </w:rPr>
        <w:t>مندرجہ</w:t>
      </w:r>
      <w:r>
        <w:rPr>
          <w:rtl/>
        </w:rPr>
        <w:t xml:space="preserve"> بالا مطلب اس بناء پر اخذ كياگيا ہے كہ جب ''بالقول '' كى ''با'' ،''امنوا'' سے متعلق ہو_</w:t>
      </w:r>
    </w:p>
    <w:p w:rsidR="001F628F" w:rsidRDefault="001F628F" w:rsidP="001F628F">
      <w:pPr>
        <w:pStyle w:val="libNormal"/>
        <w:rPr>
          <w:rtl/>
        </w:rPr>
      </w:pPr>
      <w:r>
        <w:rPr>
          <w:rtl/>
        </w:rPr>
        <w:t>6_مؤمنين ،خداوند متعال كى عنايت كے بغير لغزش كے خطرے سے دوچار رہتے ہي</w:t>
      </w:r>
      <w:r w:rsidR="00083993">
        <w:rPr>
          <w:rtl/>
        </w:rPr>
        <w:t xml:space="preserve">ں </w:t>
      </w:r>
      <w:r>
        <w:rPr>
          <w:rtl/>
        </w:rPr>
        <w:t>_</w:t>
      </w:r>
    </w:p>
    <w:p w:rsidR="001F628F" w:rsidRDefault="001F628F" w:rsidP="00F579E6">
      <w:pPr>
        <w:pStyle w:val="libArabic"/>
        <w:rPr>
          <w:rtl/>
        </w:rPr>
      </w:pPr>
      <w:r>
        <w:rPr>
          <w:rFonts w:hint="eastAsia"/>
          <w:rtl/>
        </w:rPr>
        <w:t>يثبّت</w:t>
      </w:r>
      <w:r>
        <w:rPr>
          <w:rtl/>
        </w:rPr>
        <w:t xml:space="preserve"> الله الذين ء امنوا بالقول الثابت فى </w:t>
      </w:r>
      <w:r w:rsidR="00D97234" w:rsidRPr="00D97234">
        <w:rPr>
          <w:rtl/>
        </w:rPr>
        <w:t xml:space="preserve">الحياة </w:t>
      </w:r>
      <w:r>
        <w:rPr>
          <w:rtl/>
        </w:rPr>
        <w:t xml:space="preserve"> الدنيا وفى الا خرة</w:t>
      </w:r>
    </w:p>
    <w:p w:rsidR="001F628F" w:rsidRDefault="001F628F" w:rsidP="001F628F">
      <w:pPr>
        <w:pStyle w:val="libNormal"/>
        <w:rPr>
          <w:rtl/>
        </w:rPr>
      </w:pPr>
      <w:r>
        <w:rPr>
          <w:rFonts w:hint="eastAsia"/>
          <w:rtl/>
        </w:rPr>
        <w:t>خداوند</w:t>
      </w:r>
      <w:r>
        <w:rPr>
          <w:rtl/>
        </w:rPr>
        <w:t xml:space="preserve"> متعال كا يہ فرماناكہ ہم مؤمنين كو محكم قول كے ذريعے ثابت قدم ركھتے ہي</w:t>
      </w:r>
      <w:r w:rsidR="00083993">
        <w:rPr>
          <w:rtl/>
        </w:rPr>
        <w:t xml:space="preserve">ں </w:t>
      </w:r>
      <w:r>
        <w:rPr>
          <w:rtl/>
        </w:rPr>
        <w:t>اور اس ثبات (ثابت قدم ركھنے ) كى نسبت اپنى طرف دى ہے ، اس سے معلوم ہوتا ہے كہ مؤمنين ثبات قدم كے محتاج ہي</w:t>
      </w:r>
      <w:r w:rsidR="00083993">
        <w:rPr>
          <w:rtl/>
        </w:rPr>
        <w:t xml:space="preserve">ں </w:t>
      </w:r>
      <w:r>
        <w:rPr>
          <w:rtl/>
        </w:rPr>
        <w:t>اور خدا كى عنايت وتوجہ كے بغير وہ (ہميشہ) لغزش و تزلزل كے خطرے سے دوچار رہي</w:t>
      </w:r>
      <w:r w:rsidR="00083993">
        <w:rPr>
          <w:rtl/>
        </w:rPr>
        <w:t xml:space="preserve">ں </w:t>
      </w:r>
      <w:r>
        <w:rPr>
          <w:rtl/>
        </w:rPr>
        <w:t>گے_</w:t>
      </w:r>
    </w:p>
    <w:p w:rsidR="001F628F" w:rsidRDefault="001F628F" w:rsidP="00F579E6">
      <w:pPr>
        <w:pStyle w:val="libNormal"/>
        <w:rPr>
          <w:rtl/>
        </w:rPr>
      </w:pPr>
      <w:r>
        <w:rPr>
          <w:rtl/>
        </w:rPr>
        <w:t>7_خدا وند متعال ،ظالمو</w:t>
      </w:r>
      <w:r w:rsidR="00083993">
        <w:rPr>
          <w:rtl/>
        </w:rPr>
        <w:t xml:space="preserve">ں </w:t>
      </w:r>
      <w:r>
        <w:rPr>
          <w:rtl/>
        </w:rPr>
        <w:t>كو گمراہى كى طرف لے جاتا ہے_</w:t>
      </w:r>
      <w:r w:rsidRPr="00F579E6">
        <w:rPr>
          <w:rStyle w:val="libArabicChar"/>
          <w:rFonts w:hint="eastAsia"/>
          <w:rtl/>
        </w:rPr>
        <w:t>ويضلّ</w:t>
      </w:r>
      <w:r w:rsidRPr="00F579E6">
        <w:rPr>
          <w:rStyle w:val="libArabicChar"/>
          <w:rtl/>
        </w:rPr>
        <w:t xml:space="preserve"> الله الظلمين</w:t>
      </w:r>
    </w:p>
    <w:p w:rsidR="001F628F" w:rsidRDefault="001F628F" w:rsidP="00F579E6">
      <w:pPr>
        <w:pStyle w:val="libNormal"/>
        <w:rPr>
          <w:rtl/>
        </w:rPr>
      </w:pPr>
      <w:r>
        <w:rPr>
          <w:rtl/>
        </w:rPr>
        <w:t>8_گمراہى مي</w:t>
      </w:r>
      <w:r w:rsidR="00083993">
        <w:rPr>
          <w:rtl/>
        </w:rPr>
        <w:t xml:space="preserve">ں </w:t>
      </w:r>
      <w:r>
        <w:rPr>
          <w:rtl/>
        </w:rPr>
        <w:t>اضافہ ،ظلم وستم اختيار كرنے كا نتيجہ اور سزا ہے_</w:t>
      </w:r>
      <w:r w:rsidRPr="00F579E6">
        <w:rPr>
          <w:rStyle w:val="libArabicChar"/>
          <w:rFonts w:hint="eastAsia"/>
          <w:rtl/>
        </w:rPr>
        <w:t>ويضلّ</w:t>
      </w:r>
      <w:r w:rsidRPr="00F579E6">
        <w:rPr>
          <w:rStyle w:val="libArabicChar"/>
          <w:rtl/>
        </w:rPr>
        <w:t xml:space="preserve"> الله الظلمين</w:t>
      </w:r>
    </w:p>
    <w:p w:rsidR="001F628F" w:rsidRDefault="001F628F" w:rsidP="00F579E6">
      <w:pPr>
        <w:pStyle w:val="libNormal"/>
        <w:rPr>
          <w:rtl/>
        </w:rPr>
      </w:pPr>
      <w:r>
        <w:rPr>
          <w:rtl/>
        </w:rPr>
        <w:t>9_كفر ظلم ہے اور كفار ظالم ہي</w:t>
      </w:r>
      <w:r w:rsidR="00083993">
        <w:rPr>
          <w:rtl/>
        </w:rPr>
        <w:t xml:space="preserve">ں </w:t>
      </w:r>
      <w:r>
        <w:rPr>
          <w:rtl/>
        </w:rPr>
        <w:t>_</w:t>
      </w:r>
      <w:r w:rsidRPr="00F579E6">
        <w:rPr>
          <w:rStyle w:val="libArabicChar"/>
          <w:rFonts w:hint="eastAsia"/>
          <w:rtl/>
        </w:rPr>
        <w:t>يثبّت</w:t>
      </w:r>
      <w:r w:rsidRPr="00F579E6">
        <w:rPr>
          <w:rStyle w:val="libArabicChar"/>
          <w:rtl/>
        </w:rPr>
        <w:t xml:space="preserve"> الله الذين ء امنوا ...ويضلّ الله الظلمين</w:t>
      </w:r>
    </w:p>
    <w:p w:rsidR="001F628F" w:rsidRDefault="001F628F" w:rsidP="001F628F">
      <w:pPr>
        <w:pStyle w:val="libNormal"/>
        <w:rPr>
          <w:rtl/>
        </w:rPr>
      </w:pPr>
      <w:r>
        <w:rPr>
          <w:rtl/>
        </w:rPr>
        <w:t>''الظالمين''كو ''الذين امنوا '' كے سامنے ركھنے سے معلوم ہوتا ہے كہ كفار ہى ظالمين ہي</w:t>
      </w:r>
      <w:r w:rsidR="00083993">
        <w:rPr>
          <w:rtl/>
        </w:rPr>
        <w:t xml:space="preserve">ں </w:t>
      </w:r>
      <w:r>
        <w:rPr>
          <w:rtl/>
        </w:rPr>
        <w:t>_</w:t>
      </w:r>
    </w:p>
    <w:p w:rsidR="001F628F" w:rsidRDefault="001F628F" w:rsidP="00F579E6">
      <w:pPr>
        <w:pStyle w:val="libNormal"/>
        <w:rPr>
          <w:rtl/>
        </w:rPr>
      </w:pPr>
      <w:r>
        <w:rPr>
          <w:rtl/>
        </w:rPr>
        <w:t>10_ظلم وستم كرنے والے دنيوى و اخروى زندگى مي</w:t>
      </w:r>
      <w:r w:rsidR="00083993">
        <w:rPr>
          <w:rtl/>
        </w:rPr>
        <w:t xml:space="preserve">ں </w:t>
      </w:r>
      <w:r>
        <w:rPr>
          <w:rtl/>
        </w:rPr>
        <w:t>قلبى اطمينان اور ثبات سے محروم اور محكم قول اور پائيدار اصول سے عارى ہوتے ہي</w:t>
      </w:r>
      <w:r w:rsidR="00083993">
        <w:rPr>
          <w:rtl/>
        </w:rPr>
        <w:t xml:space="preserve">ں </w:t>
      </w:r>
      <w:r>
        <w:rPr>
          <w:rtl/>
        </w:rPr>
        <w:t>_</w:t>
      </w:r>
      <w:r w:rsidRPr="00F579E6">
        <w:rPr>
          <w:rStyle w:val="libArabicChar"/>
          <w:rFonts w:hint="eastAsia"/>
          <w:rtl/>
        </w:rPr>
        <w:t>يثبّت</w:t>
      </w:r>
      <w:r w:rsidRPr="00F579E6">
        <w:rPr>
          <w:rStyle w:val="libArabicChar"/>
          <w:rtl/>
        </w:rPr>
        <w:t xml:space="preserve"> الله الذين ء امنوا بالقول الثابت فى </w:t>
      </w:r>
      <w:r w:rsidR="00D97234" w:rsidRPr="00D97234">
        <w:rPr>
          <w:rStyle w:val="libArabicChar"/>
          <w:rtl/>
        </w:rPr>
        <w:t xml:space="preserve">الحياة </w:t>
      </w:r>
      <w:r w:rsidRPr="00F579E6">
        <w:rPr>
          <w:rStyle w:val="libArabicChar"/>
          <w:rtl/>
        </w:rPr>
        <w:t xml:space="preserve"> الدنيا وفى الا خرة ويضلّ الله الظلمين</w:t>
      </w:r>
    </w:p>
    <w:p w:rsidR="001F628F" w:rsidRDefault="001F628F" w:rsidP="001F628F">
      <w:pPr>
        <w:pStyle w:val="libNormal"/>
        <w:rPr>
          <w:rtl/>
        </w:rPr>
      </w:pPr>
      <w:r>
        <w:rPr>
          <w:rFonts w:hint="eastAsia"/>
          <w:rtl/>
        </w:rPr>
        <w:t>ايت</w:t>
      </w:r>
      <w:r>
        <w:rPr>
          <w:rtl/>
        </w:rPr>
        <w:t xml:space="preserve"> مجيدہ كے صدر اور ذيل كے موازنے اور مؤمنين كو ظالمين كے مقابلے مي</w:t>
      </w:r>
      <w:r w:rsidR="00083993">
        <w:rPr>
          <w:rtl/>
        </w:rPr>
        <w:t xml:space="preserve">ں </w:t>
      </w:r>
      <w:r>
        <w:rPr>
          <w:rtl/>
        </w:rPr>
        <w:t>ركھنے سے مندرجہ بالا مطلب اخذ ہو تا ہے_</w:t>
      </w:r>
    </w:p>
    <w:p w:rsidR="001F628F" w:rsidRDefault="001F628F" w:rsidP="00F579E6">
      <w:pPr>
        <w:pStyle w:val="libNormal"/>
        <w:rPr>
          <w:rtl/>
        </w:rPr>
      </w:pPr>
      <w:r>
        <w:rPr>
          <w:rtl/>
        </w:rPr>
        <w:t>11_خداوند متعال كى مشيت كا انجام پانا يقينى ہے_</w:t>
      </w:r>
      <w:r w:rsidRPr="00F579E6">
        <w:rPr>
          <w:rStyle w:val="libArabicChar"/>
          <w:rFonts w:hint="eastAsia"/>
          <w:rtl/>
        </w:rPr>
        <w:t>ويفعل</w:t>
      </w:r>
      <w:r w:rsidRPr="00F579E6">
        <w:rPr>
          <w:rStyle w:val="libArabicChar"/>
          <w:rtl/>
        </w:rPr>
        <w:t xml:space="preserve"> الله ما</w:t>
      </w:r>
      <w:r w:rsidR="00606BEE" w:rsidRPr="00606BEE">
        <w:rPr>
          <w:rStyle w:val="libArabicChar"/>
          <w:rtl/>
        </w:rPr>
        <w:t>يشاء</w:t>
      </w:r>
    </w:p>
    <w:p w:rsidR="001F628F" w:rsidRDefault="001F628F" w:rsidP="001F628F">
      <w:pPr>
        <w:pStyle w:val="libNormal"/>
        <w:rPr>
          <w:rtl/>
        </w:rPr>
      </w:pPr>
      <w:r>
        <w:rPr>
          <w:rtl/>
        </w:rPr>
        <w:t>12_خداوند متعال كى مشيت ،اس كے فعل سے كبھى بھى جدا نہي</w:t>
      </w:r>
      <w:r w:rsidR="00083993">
        <w:rPr>
          <w:rtl/>
        </w:rPr>
        <w:t xml:space="preserve">ں </w:t>
      </w:r>
      <w:r>
        <w:rPr>
          <w:rtl/>
        </w:rPr>
        <w:t>ہوتي_</w:t>
      </w:r>
    </w:p>
    <w:p w:rsidR="00F579E6" w:rsidRDefault="001E7F9D" w:rsidP="00F73EDE">
      <w:pPr>
        <w:pStyle w:val="libPoemTini"/>
        <w:rPr>
          <w:rtl/>
        </w:rPr>
      </w:pPr>
      <w:r>
        <w:rPr>
          <w:rtl/>
        </w:rPr>
        <w:br w:type="page"/>
      </w:r>
    </w:p>
    <w:p w:rsidR="001F628F" w:rsidRDefault="001F628F" w:rsidP="00F579E6">
      <w:pPr>
        <w:pStyle w:val="libArabic"/>
        <w:rPr>
          <w:rtl/>
        </w:rPr>
      </w:pPr>
      <w:r>
        <w:rPr>
          <w:rFonts w:hint="eastAsia"/>
          <w:rtl/>
        </w:rPr>
        <w:lastRenderedPageBreak/>
        <w:t>يفعل</w:t>
      </w:r>
      <w:r>
        <w:rPr>
          <w:rtl/>
        </w:rPr>
        <w:t xml:space="preserve"> الله ما</w:t>
      </w:r>
      <w:r w:rsidR="00606BEE" w:rsidRPr="00606BEE">
        <w:rPr>
          <w:rtl/>
        </w:rPr>
        <w:t>يشاء</w:t>
      </w:r>
    </w:p>
    <w:p w:rsidR="001F628F" w:rsidRDefault="001F628F" w:rsidP="00F579E6">
      <w:pPr>
        <w:pStyle w:val="libNormal"/>
        <w:rPr>
          <w:rtl/>
        </w:rPr>
      </w:pPr>
      <w:r>
        <w:rPr>
          <w:rtl/>
        </w:rPr>
        <w:t>13_خدا وند متعال كا بطور مطلق ہر چيز اور ہر كام كى انجام دہى پر قادر ہونا_</w:t>
      </w:r>
      <w:r w:rsidRPr="00F579E6">
        <w:rPr>
          <w:rStyle w:val="libArabicChar"/>
          <w:rFonts w:hint="eastAsia"/>
          <w:rtl/>
        </w:rPr>
        <w:t>يفعل</w:t>
      </w:r>
      <w:r w:rsidRPr="00F579E6">
        <w:rPr>
          <w:rStyle w:val="libArabicChar"/>
          <w:rtl/>
        </w:rPr>
        <w:t xml:space="preserve"> الله ما</w:t>
      </w:r>
      <w:r w:rsidR="00606BEE" w:rsidRPr="00606BEE">
        <w:rPr>
          <w:rStyle w:val="libArabicChar"/>
          <w:rtl/>
        </w:rPr>
        <w:t>يشاء</w:t>
      </w:r>
    </w:p>
    <w:p w:rsidR="001F628F" w:rsidRDefault="001F628F" w:rsidP="00F579E6">
      <w:pPr>
        <w:pStyle w:val="libNormal"/>
        <w:rPr>
          <w:rtl/>
        </w:rPr>
      </w:pPr>
      <w:r>
        <w:rPr>
          <w:rtl/>
        </w:rPr>
        <w:t>14_ خدا وند متعال كى جانب سے مؤمنين كو ثابت قدم بنانا اور ظالمين كى گمراہى مي</w:t>
      </w:r>
      <w:r w:rsidR="00083993">
        <w:rPr>
          <w:rtl/>
        </w:rPr>
        <w:t xml:space="preserve">ں </w:t>
      </w:r>
      <w:r>
        <w:rPr>
          <w:rtl/>
        </w:rPr>
        <w:t>اضافہ كرنا ،اس كى مشيت پر موقوف ہے_</w:t>
      </w:r>
      <w:r w:rsidRPr="00F579E6">
        <w:rPr>
          <w:rStyle w:val="libArabicChar"/>
          <w:rFonts w:hint="eastAsia"/>
          <w:rtl/>
        </w:rPr>
        <w:t>يثبّت</w:t>
      </w:r>
      <w:r w:rsidRPr="00F579E6">
        <w:rPr>
          <w:rStyle w:val="libArabicChar"/>
          <w:rtl/>
        </w:rPr>
        <w:t xml:space="preserve"> الله الذين ء امنوا ...ويفعل الله ما</w:t>
      </w:r>
      <w:r w:rsidR="00606BEE" w:rsidRPr="00606BEE">
        <w:rPr>
          <w:rStyle w:val="libArabicChar"/>
          <w:rtl/>
        </w:rPr>
        <w:t>يشاء</w:t>
      </w:r>
    </w:p>
    <w:p w:rsidR="001F628F" w:rsidRDefault="001F628F" w:rsidP="001F628F">
      <w:pPr>
        <w:pStyle w:val="libNormal"/>
        <w:rPr>
          <w:rtl/>
        </w:rPr>
      </w:pPr>
      <w:r>
        <w:rPr>
          <w:rtl/>
        </w:rPr>
        <w:t>15_</w:t>
      </w:r>
      <w:r w:rsidRPr="00F579E6">
        <w:rPr>
          <w:rStyle w:val="libArabicChar"/>
          <w:rtl/>
        </w:rPr>
        <w:t>''قال الصادق</w:t>
      </w:r>
      <w:r w:rsidR="00367F17" w:rsidRPr="00367F17">
        <w:rPr>
          <w:rStyle w:val="libAlaemChar"/>
          <w:rtl/>
        </w:rPr>
        <w:t xml:space="preserve"> عليه‌السلام </w:t>
      </w:r>
      <w:r w:rsidRPr="00F579E6">
        <w:rPr>
          <w:rStyle w:val="libArabicChar"/>
          <w:rtl/>
        </w:rPr>
        <w:t>: ان الشيطان ليا تى الرجل من ا وليائنا عند موت</w:t>
      </w:r>
      <w:r w:rsidR="00B2551F" w:rsidRPr="00B2551F">
        <w:rPr>
          <w:rStyle w:val="libArabicChar"/>
          <w:rFonts w:hint="cs"/>
          <w:rtl/>
        </w:rPr>
        <w:t>ه</w:t>
      </w:r>
      <w:r w:rsidRPr="00F579E6">
        <w:rPr>
          <w:rStyle w:val="libArabicChar"/>
          <w:rtl/>
        </w:rPr>
        <w:t xml:space="preserve"> </w:t>
      </w:r>
      <w:r w:rsidRPr="00F579E6">
        <w:rPr>
          <w:rStyle w:val="libArabicChar"/>
          <w:rFonts w:hint="cs"/>
          <w:rtl/>
        </w:rPr>
        <w:t>عن</w:t>
      </w:r>
      <w:r w:rsidRPr="00F579E6">
        <w:rPr>
          <w:rStyle w:val="libArabicChar"/>
          <w:rtl/>
        </w:rPr>
        <w:t xml:space="preserve"> </w:t>
      </w:r>
      <w:r w:rsidRPr="00F579E6">
        <w:rPr>
          <w:rStyle w:val="libArabicChar"/>
          <w:rFonts w:hint="cs"/>
          <w:rtl/>
        </w:rPr>
        <w:t>يمين</w:t>
      </w:r>
      <w:r w:rsidR="00B2551F" w:rsidRPr="00B2551F">
        <w:rPr>
          <w:rStyle w:val="libArabicChar"/>
          <w:rFonts w:hint="cs"/>
          <w:rtl/>
        </w:rPr>
        <w:t>ه</w:t>
      </w:r>
      <w:r w:rsidRPr="00F579E6">
        <w:rPr>
          <w:rStyle w:val="libArabicChar"/>
          <w:rtl/>
        </w:rPr>
        <w:t xml:space="preserve"> </w:t>
      </w:r>
      <w:r w:rsidRPr="00F579E6">
        <w:rPr>
          <w:rStyle w:val="libArabicChar"/>
          <w:rFonts w:hint="cs"/>
          <w:rtl/>
        </w:rPr>
        <w:t>وعن</w:t>
      </w:r>
      <w:r w:rsidRPr="00F579E6">
        <w:rPr>
          <w:rStyle w:val="libArabicChar"/>
          <w:rtl/>
        </w:rPr>
        <w:t xml:space="preserve"> </w:t>
      </w:r>
      <w:r w:rsidRPr="00F579E6">
        <w:rPr>
          <w:rStyle w:val="libArabicChar"/>
          <w:rFonts w:hint="cs"/>
          <w:rtl/>
        </w:rPr>
        <w:t>شمال</w:t>
      </w:r>
      <w:r w:rsidR="00B2551F" w:rsidRPr="00B2551F">
        <w:rPr>
          <w:rStyle w:val="libArabicChar"/>
          <w:rFonts w:hint="cs"/>
          <w:rtl/>
        </w:rPr>
        <w:t>ه</w:t>
      </w:r>
      <w:r w:rsidRPr="00F579E6">
        <w:rPr>
          <w:rStyle w:val="libArabicChar"/>
          <w:rtl/>
        </w:rPr>
        <w:t xml:space="preserve"> </w:t>
      </w:r>
      <w:r w:rsidRPr="00F579E6">
        <w:rPr>
          <w:rStyle w:val="libArabicChar"/>
          <w:rFonts w:hint="cs"/>
          <w:rtl/>
        </w:rPr>
        <w:t>ليضلّ</w:t>
      </w:r>
      <w:r w:rsidR="00B2551F" w:rsidRPr="00B2551F">
        <w:rPr>
          <w:rStyle w:val="libArabicChar"/>
          <w:rFonts w:hint="cs"/>
          <w:rtl/>
        </w:rPr>
        <w:t>ه</w:t>
      </w:r>
      <w:r w:rsidRPr="00F579E6">
        <w:rPr>
          <w:rStyle w:val="libArabicChar"/>
          <w:rtl/>
        </w:rPr>
        <w:t xml:space="preserve"> </w:t>
      </w:r>
      <w:r w:rsidRPr="00F579E6">
        <w:rPr>
          <w:rStyle w:val="libArabicChar"/>
          <w:rFonts w:hint="cs"/>
          <w:rtl/>
        </w:rPr>
        <w:t>عمّا</w:t>
      </w:r>
      <w:r w:rsidRPr="00F579E6">
        <w:rPr>
          <w:rStyle w:val="libArabicChar"/>
          <w:rtl/>
        </w:rPr>
        <w:t xml:space="preserve"> </w:t>
      </w:r>
      <w:r w:rsidR="00B2551F" w:rsidRPr="00B2551F">
        <w:rPr>
          <w:rStyle w:val="libArabicChar"/>
          <w:rFonts w:hint="cs"/>
          <w:rtl/>
        </w:rPr>
        <w:t>ه</w:t>
      </w:r>
      <w:r w:rsidRPr="00F579E6">
        <w:rPr>
          <w:rStyle w:val="libArabicChar"/>
          <w:rFonts w:hint="cs"/>
          <w:rtl/>
        </w:rPr>
        <w:t>و</w:t>
      </w:r>
      <w:r w:rsidRPr="00F579E6">
        <w:rPr>
          <w:rStyle w:val="libArabicChar"/>
          <w:rtl/>
        </w:rPr>
        <w:t xml:space="preserve"> </w:t>
      </w:r>
      <w:r w:rsidRPr="00F579E6">
        <w:rPr>
          <w:rStyle w:val="libArabicChar"/>
          <w:rFonts w:hint="cs"/>
          <w:rtl/>
        </w:rPr>
        <w:t>علي</w:t>
      </w:r>
      <w:r w:rsidR="00B2551F" w:rsidRPr="00B2551F">
        <w:rPr>
          <w:rStyle w:val="libArabicChar"/>
          <w:rFonts w:hint="cs"/>
          <w:rtl/>
        </w:rPr>
        <w:t>ه</w:t>
      </w:r>
      <w:r w:rsidRPr="00F579E6">
        <w:rPr>
          <w:rStyle w:val="libArabicChar"/>
          <w:rtl/>
        </w:rPr>
        <w:t xml:space="preserve"> </w:t>
      </w:r>
      <w:r w:rsidRPr="00F579E6">
        <w:rPr>
          <w:rStyle w:val="libArabicChar"/>
          <w:rFonts w:hint="cs"/>
          <w:rtl/>
        </w:rPr>
        <w:t>فيا</w:t>
      </w:r>
      <w:r w:rsidRPr="00F579E6">
        <w:rPr>
          <w:rStyle w:val="libArabicChar"/>
          <w:rtl/>
        </w:rPr>
        <w:t xml:space="preserve"> </w:t>
      </w:r>
      <w:r w:rsidRPr="00F579E6">
        <w:rPr>
          <w:rStyle w:val="libArabicChar"/>
          <w:rFonts w:hint="cs"/>
          <w:rtl/>
        </w:rPr>
        <w:t>بى</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عزّوجلّ</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 xml:space="preserve"> </w:t>
      </w:r>
      <w:r w:rsidRPr="00F579E6">
        <w:rPr>
          <w:rStyle w:val="libArabicChar"/>
          <w:rFonts w:hint="cs"/>
          <w:rtl/>
        </w:rPr>
        <w:t>ذلك</w:t>
      </w:r>
      <w:r w:rsidRPr="00F579E6">
        <w:rPr>
          <w:rStyle w:val="libArabicChar"/>
          <w:rtl/>
        </w:rPr>
        <w:t xml:space="preserve"> </w:t>
      </w:r>
      <w:r w:rsidRPr="00F579E6">
        <w:rPr>
          <w:rStyle w:val="libArabicChar"/>
          <w:rFonts w:hint="cs"/>
          <w:rtl/>
        </w:rPr>
        <w:t>وذلك</w:t>
      </w:r>
      <w:r w:rsidRPr="00F579E6">
        <w:rPr>
          <w:rStyle w:val="libArabicChar"/>
          <w:rtl/>
        </w:rPr>
        <w:t xml:space="preserve"> </w:t>
      </w:r>
      <w:r w:rsidRPr="00F579E6">
        <w:rPr>
          <w:rStyle w:val="libArabicChar"/>
          <w:rFonts w:hint="cs"/>
          <w:rtl/>
        </w:rPr>
        <w:t>قول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تعالى</w:t>
      </w:r>
      <w:r w:rsidRPr="00F579E6">
        <w:rPr>
          <w:rStyle w:val="libArabicChar"/>
          <w:rtl/>
        </w:rPr>
        <w:t xml:space="preserve"> :''</w:t>
      </w:r>
      <w:r w:rsidRPr="00F579E6">
        <w:rPr>
          <w:rStyle w:val="libArabicChar"/>
          <w:rFonts w:hint="cs"/>
          <w:rtl/>
        </w:rPr>
        <w:t>يثبّت</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الذين</w:t>
      </w:r>
      <w:r w:rsidRPr="00F579E6">
        <w:rPr>
          <w:rStyle w:val="libArabicChar"/>
          <w:rtl/>
        </w:rPr>
        <w:t xml:space="preserve"> </w:t>
      </w:r>
      <w:r w:rsidRPr="00F579E6">
        <w:rPr>
          <w:rStyle w:val="libArabicChar"/>
          <w:rFonts w:hint="cs"/>
          <w:rtl/>
        </w:rPr>
        <w:t>ا</w:t>
      </w:r>
      <w:r w:rsidRPr="00F579E6">
        <w:rPr>
          <w:rStyle w:val="libArabicChar"/>
          <w:rtl/>
        </w:rPr>
        <w:t xml:space="preserve"> </w:t>
      </w:r>
      <w:r w:rsidRPr="00F579E6">
        <w:rPr>
          <w:rStyle w:val="libArabicChar"/>
          <w:rFonts w:hint="cs"/>
          <w:rtl/>
        </w:rPr>
        <w:t>منوا</w:t>
      </w:r>
      <w:r w:rsidRPr="00F579E6">
        <w:rPr>
          <w:rStyle w:val="libArabicChar"/>
          <w:rtl/>
        </w:rPr>
        <w:t xml:space="preserve"> </w:t>
      </w:r>
      <w:r w:rsidRPr="00F579E6">
        <w:rPr>
          <w:rStyle w:val="libArabicChar"/>
          <w:rFonts w:hint="cs"/>
          <w:rtl/>
        </w:rPr>
        <w:t>بالقول</w:t>
      </w:r>
      <w:r w:rsidRPr="00F579E6">
        <w:rPr>
          <w:rStyle w:val="libArabicChar"/>
          <w:rtl/>
        </w:rPr>
        <w:t xml:space="preserve"> </w:t>
      </w:r>
      <w:r w:rsidRPr="00F579E6">
        <w:rPr>
          <w:rStyle w:val="libArabicChar"/>
          <w:rFonts w:hint="cs"/>
          <w:rtl/>
        </w:rPr>
        <w:t>الثابت</w:t>
      </w:r>
      <w:r w:rsidRPr="00F579E6">
        <w:rPr>
          <w:rStyle w:val="libArabicChar"/>
          <w:rtl/>
        </w:rPr>
        <w:t xml:space="preserve"> </w:t>
      </w:r>
      <w:r w:rsidRPr="00F579E6">
        <w:rPr>
          <w:rStyle w:val="libArabicChar"/>
          <w:rFonts w:hint="cs"/>
          <w:rtl/>
        </w:rPr>
        <w:t>فى</w:t>
      </w:r>
      <w:r w:rsidRPr="00F579E6">
        <w:rPr>
          <w:rStyle w:val="libArabicChar"/>
          <w:rtl/>
        </w:rPr>
        <w:t xml:space="preserve"> </w:t>
      </w:r>
      <w:r w:rsidR="00D97234" w:rsidRPr="00D97234">
        <w:rPr>
          <w:rStyle w:val="libArabicChar"/>
          <w:rFonts w:hint="cs"/>
          <w:rtl/>
        </w:rPr>
        <w:t xml:space="preserve">الحياة </w:t>
      </w:r>
      <w:r w:rsidRPr="00F579E6">
        <w:rPr>
          <w:rStyle w:val="libArabicChar"/>
          <w:rtl/>
        </w:rPr>
        <w:t xml:space="preserve"> </w:t>
      </w:r>
      <w:r w:rsidRPr="00F579E6">
        <w:rPr>
          <w:rStyle w:val="libArabicChar"/>
          <w:rFonts w:hint="cs"/>
          <w:rtl/>
        </w:rPr>
        <w:t>الدنيا</w:t>
      </w:r>
      <w:r w:rsidRPr="00F579E6">
        <w:rPr>
          <w:rStyle w:val="libArabicChar"/>
          <w:rtl/>
        </w:rPr>
        <w:t xml:space="preserve"> </w:t>
      </w:r>
      <w:r w:rsidRPr="00F579E6">
        <w:rPr>
          <w:rStyle w:val="libArabicChar"/>
          <w:rFonts w:hint="cs"/>
          <w:rtl/>
        </w:rPr>
        <w:t>وفى</w:t>
      </w:r>
      <w:r w:rsidRPr="00F579E6">
        <w:rPr>
          <w:rStyle w:val="libArabicChar"/>
          <w:rtl/>
        </w:rPr>
        <w:t xml:space="preserve"> </w:t>
      </w:r>
      <w:r w:rsidRPr="00F579E6">
        <w:rPr>
          <w:rStyle w:val="libArabicChar"/>
          <w:rFonts w:hint="cs"/>
          <w:rtl/>
        </w:rPr>
        <w:t>الا</w:t>
      </w:r>
      <w:r w:rsidRPr="00F579E6">
        <w:rPr>
          <w:rStyle w:val="libArabicChar"/>
          <w:rtl/>
        </w:rPr>
        <w:t xml:space="preserve"> خرة ''</w:t>
      </w:r>
      <w:r>
        <w:rPr>
          <w:rtl/>
        </w:rPr>
        <w:t xml:space="preserve">; </w:t>
      </w:r>
      <w:r w:rsidRPr="00F579E6">
        <w:rPr>
          <w:rStyle w:val="libFootnotenumChar"/>
          <w:rtl/>
        </w:rPr>
        <w:t>(1)</w:t>
      </w:r>
      <w:r>
        <w:rPr>
          <w:rtl/>
        </w:rPr>
        <w:t xml:space="preserve"> امام صادق </w:t>
      </w:r>
      <w:r w:rsidR="00367F17" w:rsidRPr="00367F17">
        <w:rPr>
          <w:rStyle w:val="libAlaemChar"/>
          <w:rtl/>
        </w:rPr>
        <w:t xml:space="preserve"> عليه‌السلام </w:t>
      </w:r>
      <w:r>
        <w:rPr>
          <w:rtl/>
        </w:rPr>
        <w:t xml:space="preserve"> سے منقول ہے </w:t>
      </w:r>
      <w:r>
        <w:rPr>
          <w:rFonts w:hint="eastAsia"/>
          <w:rtl/>
        </w:rPr>
        <w:t>كہ</w:t>
      </w:r>
      <w:r>
        <w:rPr>
          <w:rtl/>
        </w:rPr>
        <w:t xml:space="preserve"> ا پ </w:t>
      </w:r>
      <w:r w:rsidR="00367F17" w:rsidRPr="00367F17">
        <w:rPr>
          <w:rStyle w:val="libAlaemChar"/>
          <w:rtl/>
        </w:rPr>
        <w:t xml:space="preserve"> عليه‌السلام </w:t>
      </w:r>
      <w:r>
        <w:rPr>
          <w:rtl/>
        </w:rPr>
        <w:t xml:space="preserve"> نے فرمايا:''يقيناً شيطان ہمارے دوستو</w:t>
      </w:r>
      <w:r w:rsidR="00083993">
        <w:rPr>
          <w:rtl/>
        </w:rPr>
        <w:t xml:space="preserve">ں </w:t>
      </w:r>
      <w:r>
        <w:rPr>
          <w:rtl/>
        </w:rPr>
        <w:t>كو گمراہ كرنے كے لئے انكى موت كے وقت،دائي</w:t>
      </w:r>
      <w:r w:rsidR="00083993">
        <w:rPr>
          <w:rtl/>
        </w:rPr>
        <w:t xml:space="preserve">ں </w:t>
      </w:r>
      <w:r>
        <w:rPr>
          <w:rtl/>
        </w:rPr>
        <w:t>بائي</w:t>
      </w:r>
      <w:r w:rsidR="00083993">
        <w:rPr>
          <w:rtl/>
        </w:rPr>
        <w:t xml:space="preserve">ں </w:t>
      </w:r>
      <w:r>
        <w:rPr>
          <w:rtl/>
        </w:rPr>
        <w:t xml:space="preserve">سے انكے نزديك اتا ہے _پس خداوند عزوجل اسے گمراہ كرنے سے روكتا ہے اور يہى خدا كا قول ہے كہ </w:t>
      </w:r>
      <w:r w:rsidRPr="00F579E6">
        <w:rPr>
          <w:rStyle w:val="libArabicChar"/>
          <w:rtl/>
        </w:rPr>
        <w:t>''يثبّت الله الذين ء امنوا بالقول الثابت ...''</w:t>
      </w:r>
      <w:r>
        <w:rPr>
          <w:rtl/>
        </w:rPr>
        <w:t>_</w:t>
      </w:r>
    </w:p>
    <w:p w:rsidR="001F628F" w:rsidRDefault="001F628F" w:rsidP="001F628F">
      <w:pPr>
        <w:pStyle w:val="libNormal"/>
        <w:rPr>
          <w:rtl/>
        </w:rPr>
      </w:pPr>
      <w:r>
        <w:rPr>
          <w:rtl/>
        </w:rPr>
        <w:t>16_</w:t>
      </w:r>
      <w:r w:rsidRPr="00F579E6">
        <w:rPr>
          <w:rStyle w:val="libArabicChar"/>
          <w:rtl/>
        </w:rPr>
        <w:t>''قال ا ميرالمو منين</w:t>
      </w:r>
      <w:r w:rsidR="00367F17" w:rsidRPr="00367F17">
        <w:rPr>
          <w:rStyle w:val="libAlaemChar"/>
          <w:rtl/>
        </w:rPr>
        <w:t xml:space="preserve"> عليه‌السلام </w:t>
      </w:r>
      <w:r w:rsidRPr="00F579E6">
        <w:rPr>
          <w:rStyle w:val="libArabicChar"/>
          <w:rtl/>
        </w:rPr>
        <w:t xml:space="preserve"> صلوات الله علي</w:t>
      </w:r>
      <w:r w:rsidR="00B2551F" w:rsidRPr="00B2551F">
        <w:rPr>
          <w:rStyle w:val="libArabicChar"/>
          <w:rFonts w:hint="cs"/>
          <w:rtl/>
        </w:rPr>
        <w:t>ه</w:t>
      </w:r>
      <w:r w:rsidRPr="00F579E6">
        <w:rPr>
          <w:rStyle w:val="libArabicChar"/>
          <w:rtl/>
        </w:rPr>
        <w:t>:</w:t>
      </w:r>
      <w:r w:rsidRPr="00F579E6">
        <w:rPr>
          <w:rStyle w:val="libArabicChar"/>
          <w:rFonts w:hint="cs"/>
          <w:rtl/>
        </w:rPr>
        <w:t>ان</w:t>
      </w:r>
      <w:r w:rsidRPr="00F579E6">
        <w:rPr>
          <w:rStyle w:val="libArabicChar"/>
          <w:rtl/>
        </w:rPr>
        <w:t xml:space="preserve"> </w:t>
      </w:r>
      <w:r w:rsidRPr="00F579E6">
        <w:rPr>
          <w:rStyle w:val="libArabicChar"/>
          <w:rFonts w:hint="cs"/>
          <w:rtl/>
        </w:rPr>
        <w:t>ابن</w:t>
      </w:r>
      <w:r w:rsidRPr="00F579E6">
        <w:rPr>
          <w:rStyle w:val="libArabicChar"/>
          <w:rtl/>
        </w:rPr>
        <w:t xml:space="preserve"> ادم ...فاذا ا دخل قبر</w:t>
      </w:r>
      <w:r w:rsidR="00B2551F" w:rsidRPr="00B2551F">
        <w:rPr>
          <w:rStyle w:val="libArabicChar"/>
          <w:rFonts w:hint="cs"/>
          <w:rtl/>
        </w:rPr>
        <w:t>ه</w:t>
      </w:r>
      <w:r w:rsidRPr="00F579E6">
        <w:rPr>
          <w:rStyle w:val="libArabicChar"/>
          <w:rtl/>
        </w:rPr>
        <w:t xml:space="preserve"> </w:t>
      </w:r>
      <w:r w:rsidRPr="00F579E6">
        <w:rPr>
          <w:rStyle w:val="libArabicChar"/>
          <w:rFonts w:hint="cs"/>
          <w:rtl/>
        </w:rPr>
        <w:t>ا</w:t>
      </w:r>
      <w:r w:rsidRPr="00F579E6">
        <w:rPr>
          <w:rStyle w:val="libArabicChar"/>
          <w:rtl/>
        </w:rPr>
        <w:t xml:space="preserve"> </w:t>
      </w:r>
      <w:r w:rsidRPr="00F579E6">
        <w:rPr>
          <w:rStyle w:val="libArabicChar"/>
          <w:rFonts w:hint="cs"/>
          <w:rtl/>
        </w:rPr>
        <w:t>تا</w:t>
      </w:r>
      <w:r w:rsidR="00B2551F" w:rsidRPr="00B2551F">
        <w:rPr>
          <w:rStyle w:val="libArabicChar"/>
          <w:rFonts w:hint="cs"/>
          <w:rtl/>
        </w:rPr>
        <w:t>ه</w:t>
      </w:r>
      <w:r w:rsidRPr="00F579E6">
        <w:rPr>
          <w:rStyle w:val="libArabicChar"/>
          <w:rtl/>
        </w:rPr>
        <w:t xml:space="preserve"> </w:t>
      </w:r>
      <w:r w:rsidRPr="00F579E6">
        <w:rPr>
          <w:rStyle w:val="libArabicChar"/>
          <w:rFonts w:hint="cs"/>
          <w:rtl/>
        </w:rPr>
        <w:t>ملكاالقبر</w:t>
      </w:r>
      <w:r w:rsidRPr="00F579E6">
        <w:rPr>
          <w:rStyle w:val="libArabicChar"/>
          <w:rtl/>
        </w:rPr>
        <w:t xml:space="preserve"> ...</w:t>
      </w:r>
      <w:r w:rsidRPr="00F579E6">
        <w:rPr>
          <w:rStyle w:val="libArabicChar"/>
          <w:rFonts w:hint="cs"/>
          <w:rtl/>
        </w:rPr>
        <w:t>فيقولان</w:t>
      </w:r>
      <w:r w:rsidRPr="00F579E6">
        <w:rPr>
          <w:rStyle w:val="libArabicChar"/>
          <w:rtl/>
        </w:rPr>
        <w:t>:</w:t>
      </w:r>
      <w:r w:rsidRPr="00F579E6">
        <w:rPr>
          <w:rStyle w:val="libArabicChar"/>
          <w:rFonts w:hint="cs"/>
          <w:rtl/>
        </w:rPr>
        <w:t>من</w:t>
      </w:r>
      <w:r w:rsidRPr="00F579E6">
        <w:rPr>
          <w:rStyle w:val="libArabicChar"/>
          <w:rtl/>
        </w:rPr>
        <w:t xml:space="preserve"> </w:t>
      </w:r>
      <w:r w:rsidRPr="00F579E6">
        <w:rPr>
          <w:rStyle w:val="libArabicChar"/>
          <w:rFonts w:hint="cs"/>
          <w:rtl/>
        </w:rPr>
        <w:t>ربك</w:t>
      </w:r>
      <w:r w:rsidRPr="00F579E6">
        <w:rPr>
          <w:rStyle w:val="libArabicChar"/>
          <w:rtl/>
        </w:rPr>
        <w:t xml:space="preserve"> </w:t>
      </w:r>
      <w:r w:rsidRPr="00F579E6">
        <w:rPr>
          <w:rStyle w:val="libArabicChar"/>
          <w:rFonts w:hint="cs"/>
          <w:rtl/>
        </w:rPr>
        <w:t>وما</w:t>
      </w:r>
      <w:r w:rsidRPr="00F579E6">
        <w:rPr>
          <w:rStyle w:val="libArabicChar"/>
          <w:rtl/>
        </w:rPr>
        <w:t xml:space="preserve"> </w:t>
      </w:r>
      <w:r w:rsidRPr="00F579E6">
        <w:rPr>
          <w:rStyle w:val="libArabicChar"/>
          <w:rFonts w:hint="cs"/>
          <w:rtl/>
        </w:rPr>
        <w:t>دينك</w:t>
      </w:r>
      <w:r w:rsidRPr="00F579E6">
        <w:rPr>
          <w:rStyle w:val="libArabicChar"/>
          <w:rtl/>
        </w:rPr>
        <w:t xml:space="preserve"> </w:t>
      </w:r>
      <w:r w:rsidRPr="00F579E6">
        <w:rPr>
          <w:rStyle w:val="libArabicChar"/>
          <w:rFonts w:hint="cs"/>
          <w:rtl/>
        </w:rPr>
        <w:t>ومن</w:t>
      </w:r>
      <w:r w:rsidRPr="00F579E6">
        <w:rPr>
          <w:rStyle w:val="libArabicChar"/>
          <w:rtl/>
        </w:rPr>
        <w:t xml:space="preserve"> </w:t>
      </w:r>
      <w:r w:rsidRPr="00F579E6">
        <w:rPr>
          <w:rStyle w:val="libArabicChar"/>
          <w:rFonts w:hint="cs"/>
          <w:rtl/>
        </w:rPr>
        <w:t>نبيك؟فيقول</w:t>
      </w:r>
      <w:r w:rsidRPr="00F579E6">
        <w:rPr>
          <w:rStyle w:val="libArabicChar"/>
          <w:rtl/>
        </w:rPr>
        <w:t>:</w:t>
      </w:r>
      <w:r w:rsidRPr="00F579E6">
        <w:rPr>
          <w:rStyle w:val="libArabicChar"/>
          <w:rFonts w:hint="cs"/>
          <w:rtl/>
        </w:rPr>
        <w:t>الله</w:t>
      </w:r>
      <w:r w:rsidRPr="00F579E6">
        <w:rPr>
          <w:rStyle w:val="libArabicChar"/>
          <w:rtl/>
        </w:rPr>
        <w:t xml:space="preserve"> </w:t>
      </w:r>
      <w:r w:rsidRPr="00F579E6">
        <w:rPr>
          <w:rStyle w:val="libArabicChar"/>
          <w:rFonts w:hint="cs"/>
          <w:rtl/>
        </w:rPr>
        <w:t>ربّى</w:t>
      </w:r>
      <w:r w:rsidRPr="00F579E6">
        <w:rPr>
          <w:rStyle w:val="libArabicChar"/>
          <w:rtl/>
        </w:rPr>
        <w:t xml:space="preserve"> </w:t>
      </w:r>
      <w:r w:rsidRPr="00F579E6">
        <w:rPr>
          <w:rStyle w:val="libArabicChar"/>
          <w:rFonts w:hint="cs"/>
          <w:rtl/>
        </w:rPr>
        <w:t>ودينى</w:t>
      </w:r>
      <w:r w:rsidRPr="00F579E6">
        <w:rPr>
          <w:rStyle w:val="libArabicChar"/>
          <w:rtl/>
        </w:rPr>
        <w:t xml:space="preserve"> </w:t>
      </w:r>
      <w:r w:rsidRPr="00F579E6">
        <w:rPr>
          <w:rStyle w:val="libArabicChar"/>
          <w:rFonts w:hint="cs"/>
          <w:rtl/>
        </w:rPr>
        <w:t>الاسلام</w:t>
      </w:r>
      <w:r w:rsidRPr="00F579E6">
        <w:rPr>
          <w:rStyle w:val="libArabicChar"/>
          <w:rtl/>
        </w:rPr>
        <w:t xml:space="preserve"> </w:t>
      </w:r>
      <w:r w:rsidRPr="00F579E6">
        <w:rPr>
          <w:rStyle w:val="libArabicChar"/>
          <w:rFonts w:hint="cs"/>
          <w:rtl/>
        </w:rPr>
        <w:t>ونبيى</w:t>
      </w:r>
      <w:r w:rsidRPr="00F579E6">
        <w:rPr>
          <w:rStyle w:val="libArabicChar"/>
          <w:rtl/>
        </w:rPr>
        <w:t xml:space="preserve"> </w:t>
      </w:r>
      <w:r w:rsidRPr="00F579E6">
        <w:rPr>
          <w:rStyle w:val="libArabicChar"/>
          <w:rFonts w:hint="cs"/>
          <w:rtl/>
        </w:rPr>
        <w:t>محمد</w:t>
      </w:r>
      <w:r w:rsidR="00F031CD" w:rsidRPr="00F031CD">
        <w:rPr>
          <w:rStyle w:val="libAlaemChar"/>
          <w:rtl/>
        </w:rPr>
        <w:t xml:space="preserve"> صلى‌الله‌عليه‌وآله‌وسلم </w:t>
      </w:r>
      <w:r w:rsidRPr="00F579E6">
        <w:rPr>
          <w:rStyle w:val="libArabicChar"/>
          <w:rtl/>
        </w:rPr>
        <w:t xml:space="preserve"> </w:t>
      </w:r>
      <w:r w:rsidRPr="00F579E6">
        <w:rPr>
          <w:rStyle w:val="libArabicChar"/>
          <w:rFonts w:hint="cs"/>
          <w:rtl/>
        </w:rPr>
        <w:t>فيقولان</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 xml:space="preserve">: </w:t>
      </w:r>
      <w:r w:rsidRPr="00F579E6">
        <w:rPr>
          <w:rStyle w:val="libArabicChar"/>
          <w:rFonts w:hint="cs"/>
          <w:rtl/>
        </w:rPr>
        <w:t>ثبّتك</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فيما</w:t>
      </w:r>
      <w:r w:rsidRPr="00F579E6">
        <w:rPr>
          <w:rStyle w:val="libArabicChar"/>
          <w:rtl/>
        </w:rPr>
        <w:t xml:space="preserve"> </w:t>
      </w:r>
      <w:r w:rsidRPr="00F579E6">
        <w:rPr>
          <w:rStyle w:val="libArabicChar"/>
          <w:rFonts w:hint="cs"/>
          <w:rtl/>
        </w:rPr>
        <w:t>تحبّ</w:t>
      </w:r>
      <w:r w:rsidRPr="00F579E6">
        <w:rPr>
          <w:rStyle w:val="libArabicChar"/>
          <w:rtl/>
        </w:rPr>
        <w:t xml:space="preserve"> </w:t>
      </w:r>
      <w:r w:rsidRPr="00F579E6">
        <w:rPr>
          <w:rStyle w:val="libArabicChar"/>
          <w:rFonts w:hint="cs"/>
          <w:rtl/>
        </w:rPr>
        <w:t>وترضى</w:t>
      </w:r>
      <w:r w:rsidRPr="00F579E6">
        <w:rPr>
          <w:rStyle w:val="libArabicChar"/>
          <w:rtl/>
        </w:rPr>
        <w:t xml:space="preserve"> </w:t>
      </w:r>
      <w:r w:rsidRPr="00F579E6">
        <w:rPr>
          <w:rStyle w:val="libArabicChar"/>
          <w:rFonts w:hint="cs"/>
          <w:rtl/>
        </w:rPr>
        <w:t>و</w:t>
      </w:r>
      <w:r w:rsidR="00B2551F" w:rsidRPr="00B2551F">
        <w:rPr>
          <w:rStyle w:val="libArabicChar"/>
          <w:rFonts w:hint="cs"/>
          <w:rtl/>
        </w:rPr>
        <w:t>ه</w:t>
      </w:r>
      <w:r w:rsidRPr="00F579E6">
        <w:rPr>
          <w:rStyle w:val="libArabicChar"/>
          <w:rFonts w:hint="cs"/>
          <w:rtl/>
        </w:rPr>
        <w:t>و</w:t>
      </w:r>
      <w:r w:rsidRPr="00F579E6">
        <w:rPr>
          <w:rStyle w:val="libArabicChar"/>
          <w:rtl/>
        </w:rPr>
        <w:t xml:space="preserve"> </w:t>
      </w:r>
      <w:r w:rsidRPr="00F579E6">
        <w:rPr>
          <w:rStyle w:val="libArabicChar"/>
          <w:rFonts w:hint="cs"/>
          <w:rtl/>
        </w:rPr>
        <w:t>قول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عزّوجلّ</w:t>
      </w:r>
      <w:r w:rsidRPr="00F579E6">
        <w:rPr>
          <w:rStyle w:val="libArabicChar"/>
          <w:rtl/>
        </w:rPr>
        <w:t>:''</w:t>
      </w:r>
      <w:r w:rsidRPr="00F579E6">
        <w:rPr>
          <w:rStyle w:val="libArabicChar"/>
          <w:rFonts w:hint="cs"/>
          <w:rtl/>
        </w:rPr>
        <w:t>يثبّت</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الذين</w:t>
      </w:r>
      <w:r w:rsidRPr="00F579E6">
        <w:rPr>
          <w:rStyle w:val="libArabicChar"/>
          <w:rtl/>
        </w:rPr>
        <w:t xml:space="preserve"> </w:t>
      </w:r>
      <w:r w:rsidRPr="00F579E6">
        <w:rPr>
          <w:rStyle w:val="libArabicChar"/>
          <w:rFonts w:hint="cs"/>
          <w:rtl/>
        </w:rPr>
        <w:t>امنوا</w:t>
      </w:r>
      <w:r w:rsidRPr="00F579E6">
        <w:rPr>
          <w:rStyle w:val="libArabicChar"/>
          <w:rtl/>
        </w:rPr>
        <w:t xml:space="preserve"> </w:t>
      </w:r>
      <w:r w:rsidRPr="00F579E6">
        <w:rPr>
          <w:rStyle w:val="libArabicChar"/>
          <w:rFonts w:hint="cs"/>
          <w:rtl/>
        </w:rPr>
        <w:t>با</w:t>
      </w:r>
      <w:r w:rsidRPr="00F579E6">
        <w:rPr>
          <w:rStyle w:val="libArabicChar"/>
          <w:rFonts w:hint="eastAsia"/>
          <w:rtl/>
        </w:rPr>
        <w:t>لقول</w:t>
      </w:r>
      <w:r w:rsidRPr="00F579E6">
        <w:rPr>
          <w:rStyle w:val="libArabicChar"/>
          <w:rtl/>
        </w:rPr>
        <w:t xml:space="preserve"> الثابت فى الحياة الدينا وفى الا خرة''</w:t>
      </w:r>
      <w:r>
        <w:rPr>
          <w:rtl/>
        </w:rPr>
        <w:t xml:space="preserve"> ...;</w:t>
      </w:r>
      <w:r w:rsidRPr="00F579E6">
        <w:rPr>
          <w:rStyle w:val="libFootnotenumChar"/>
          <w:rtl/>
        </w:rPr>
        <w:t>(2)</w:t>
      </w:r>
      <w:r>
        <w:rPr>
          <w:rtl/>
        </w:rPr>
        <w:t xml:space="preserve">امير المؤمنين </w:t>
      </w:r>
      <w:r w:rsidR="00367F17" w:rsidRPr="00367F17">
        <w:rPr>
          <w:rStyle w:val="libAlaemChar"/>
          <w:rtl/>
        </w:rPr>
        <w:t xml:space="preserve"> عليه‌السلام </w:t>
      </w:r>
      <w:r>
        <w:rPr>
          <w:rtl/>
        </w:rPr>
        <w:t xml:space="preserve"> سے منقول ہے كہ اپ</w:t>
      </w:r>
      <w:r w:rsidR="00367F17" w:rsidRPr="00367F17">
        <w:rPr>
          <w:rStyle w:val="libAlaemChar"/>
          <w:rtl/>
        </w:rPr>
        <w:t xml:space="preserve"> عليه‌السلام </w:t>
      </w:r>
      <w:r>
        <w:rPr>
          <w:rtl/>
        </w:rPr>
        <w:t xml:space="preserve"> نے فرمايا: بہ تحقيق جب بھى انسان كو قبر مي</w:t>
      </w:r>
      <w:r w:rsidR="00083993">
        <w:rPr>
          <w:rtl/>
        </w:rPr>
        <w:t xml:space="preserve">ں </w:t>
      </w:r>
      <w:r>
        <w:rPr>
          <w:rtl/>
        </w:rPr>
        <w:t>اتارتے ہي</w:t>
      </w:r>
      <w:r w:rsidR="00083993">
        <w:rPr>
          <w:rtl/>
        </w:rPr>
        <w:t xml:space="preserve">ں </w:t>
      </w:r>
      <w:r>
        <w:rPr>
          <w:rtl/>
        </w:rPr>
        <w:t>تو اس كے پاس دو فرشتے اتے ہي</w:t>
      </w:r>
      <w:r w:rsidR="00083993">
        <w:rPr>
          <w:rtl/>
        </w:rPr>
        <w:t xml:space="preserve">ں </w:t>
      </w:r>
      <w:r>
        <w:rPr>
          <w:rtl/>
        </w:rPr>
        <w:t>اور اس سے كہتے ہي</w:t>
      </w:r>
      <w:r w:rsidR="00083993">
        <w:rPr>
          <w:rtl/>
        </w:rPr>
        <w:t xml:space="preserve">ں </w:t>
      </w:r>
      <w:r>
        <w:rPr>
          <w:rtl/>
        </w:rPr>
        <w:t>: تيرا رب كون ہے؟تمہارا دين كيا ہے1ورپس وہ جواب مي</w:t>
      </w:r>
      <w:r w:rsidR="00083993">
        <w:rPr>
          <w:rtl/>
        </w:rPr>
        <w:t xml:space="preserve">ں </w:t>
      </w:r>
      <w:r>
        <w:rPr>
          <w:rtl/>
        </w:rPr>
        <w:t>كہتا ہے:''خ</w:t>
      </w:r>
      <w:r>
        <w:rPr>
          <w:rFonts w:hint="eastAsia"/>
          <w:rtl/>
        </w:rPr>
        <w:t>داوند</w:t>
      </w:r>
      <w:r>
        <w:rPr>
          <w:rtl/>
        </w:rPr>
        <w:t xml:space="preserve"> '' ميرا پروردگار ہے اور ''اسلام '' مير ا دين ہے اور حضرت محمد </w:t>
      </w:r>
      <w:r w:rsidR="00F031CD" w:rsidRPr="00F031CD">
        <w:rPr>
          <w:rStyle w:val="libAlaemChar"/>
          <w:rtl/>
        </w:rPr>
        <w:t xml:space="preserve"> صلى‌الله‌عليه‌وآله‌وسلم </w:t>
      </w:r>
      <w:r>
        <w:rPr>
          <w:rtl/>
        </w:rPr>
        <w:t xml:space="preserve"> ميرے پيغمبر ہي</w:t>
      </w:r>
      <w:r w:rsidR="00083993">
        <w:rPr>
          <w:rtl/>
        </w:rPr>
        <w:t xml:space="preserve">ں </w:t>
      </w:r>
      <w:r>
        <w:rPr>
          <w:rtl/>
        </w:rPr>
        <w:t>_پس اس سے كہا جاتا ہے:خداوند متعال نے تجھے اس چيز مي</w:t>
      </w:r>
      <w:r w:rsidR="00083993">
        <w:rPr>
          <w:rtl/>
        </w:rPr>
        <w:t xml:space="preserve">ں </w:t>
      </w:r>
      <w:r>
        <w:rPr>
          <w:rtl/>
        </w:rPr>
        <w:t>ثابت قدم اور محكم كيا ہے جسے تو پسند كرتا ہے اور جس سے تو راضى ہے اور يہى خداوند عالم كا فرمان ہے كہ جس مي</w:t>
      </w:r>
      <w:r w:rsidR="00083993">
        <w:rPr>
          <w:rtl/>
        </w:rPr>
        <w:t xml:space="preserve">ں </w:t>
      </w:r>
      <w:r>
        <w:rPr>
          <w:rtl/>
        </w:rPr>
        <w:t xml:space="preserve">اس نے </w:t>
      </w:r>
      <w:r>
        <w:rPr>
          <w:rFonts w:hint="eastAsia"/>
          <w:rtl/>
        </w:rPr>
        <w:t>فرمايا</w:t>
      </w:r>
      <w:r>
        <w:rPr>
          <w:rtl/>
        </w:rPr>
        <w:t>:</w:t>
      </w:r>
      <w:r w:rsidRPr="00F579E6">
        <w:rPr>
          <w:rStyle w:val="libArabicChar"/>
          <w:rtl/>
        </w:rPr>
        <w:t>''يثبّت الله الذين ا منوا بالقول الثابت ...''</w:t>
      </w:r>
      <w:r>
        <w:rPr>
          <w:rtl/>
        </w:rPr>
        <w:t>_</w:t>
      </w:r>
    </w:p>
    <w:p w:rsidR="001F628F" w:rsidRDefault="001F628F" w:rsidP="001F628F">
      <w:pPr>
        <w:pStyle w:val="libNormal"/>
        <w:rPr>
          <w:rtl/>
        </w:rPr>
      </w:pPr>
      <w:r>
        <w:rPr>
          <w:rtl/>
        </w:rPr>
        <w:t>17_</w:t>
      </w:r>
      <w:r w:rsidRPr="00F579E6">
        <w:rPr>
          <w:rStyle w:val="libArabicChar"/>
          <w:rtl/>
        </w:rPr>
        <w:t xml:space="preserve">''عن ا بى عبدالله </w:t>
      </w:r>
      <w:r w:rsidR="00367F17" w:rsidRPr="00367F17">
        <w:rPr>
          <w:rStyle w:val="libAlaemChar"/>
          <w:rtl/>
        </w:rPr>
        <w:t xml:space="preserve"> عليه‌السلام </w:t>
      </w:r>
      <w:r w:rsidRPr="00F579E6">
        <w:rPr>
          <w:rStyle w:val="libArabicChar"/>
          <w:rtl/>
        </w:rPr>
        <w:t xml:space="preserve"> قال: ان المو من اذا ا خرج من بيت</w:t>
      </w:r>
      <w:r w:rsidR="00B2551F" w:rsidRPr="00B2551F">
        <w:rPr>
          <w:rStyle w:val="libArabicChar"/>
          <w:rFonts w:hint="cs"/>
          <w:rtl/>
        </w:rPr>
        <w:t>ه</w:t>
      </w:r>
      <w:r w:rsidRPr="00F579E6">
        <w:rPr>
          <w:rStyle w:val="libArabicChar"/>
          <w:rtl/>
        </w:rPr>
        <w:t xml:space="preserve"> </w:t>
      </w:r>
      <w:r w:rsidRPr="00F579E6">
        <w:rPr>
          <w:rStyle w:val="libArabicChar"/>
          <w:rFonts w:hint="cs"/>
          <w:rtl/>
        </w:rPr>
        <w:t>شيّعت</w:t>
      </w:r>
      <w:r w:rsidR="00B2551F" w:rsidRPr="00B2551F">
        <w:rPr>
          <w:rStyle w:val="libArabicChar"/>
          <w:rFonts w:hint="cs"/>
          <w:rtl/>
        </w:rPr>
        <w:t>ه</w:t>
      </w:r>
      <w:r w:rsidRPr="00F579E6">
        <w:rPr>
          <w:rStyle w:val="libArabicChar"/>
          <w:rtl/>
        </w:rPr>
        <w:t xml:space="preserve"> </w:t>
      </w:r>
      <w:r w:rsidRPr="00F579E6">
        <w:rPr>
          <w:rStyle w:val="libArabicChar"/>
          <w:rFonts w:hint="cs"/>
          <w:rtl/>
        </w:rPr>
        <w:t>الملائكةالى</w:t>
      </w:r>
      <w:r w:rsidRPr="00F579E6">
        <w:rPr>
          <w:rStyle w:val="libArabicChar"/>
          <w:rtl/>
        </w:rPr>
        <w:t xml:space="preserve"> </w:t>
      </w:r>
      <w:r w:rsidRPr="00F579E6">
        <w:rPr>
          <w:rStyle w:val="libArabicChar"/>
          <w:rFonts w:hint="cs"/>
          <w:rtl/>
        </w:rPr>
        <w:t>قبر</w:t>
      </w:r>
      <w:r w:rsidR="00B2551F" w:rsidRPr="00B2551F">
        <w:rPr>
          <w:rStyle w:val="libArabicChar"/>
          <w:rFonts w:hint="cs"/>
          <w:rtl/>
        </w:rPr>
        <w:t>ه</w:t>
      </w:r>
      <w:r w:rsidRPr="00F579E6">
        <w:rPr>
          <w:rStyle w:val="libArabicChar"/>
          <w:rtl/>
        </w:rPr>
        <w:t xml:space="preserve"> ...</w:t>
      </w:r>
      <w:r w:rsidRPr="00F579E6">
        <w:rPr>
          <w:rStyle w:val="libArabicChar"/>
          <w:rFonts w:hint="cs"/>
          <w:rtl/>
        </w:rPr>
        <w:t>وان</w:t>
      </w:r>
      <w:r w:rsidRPr="00F579E6">
        <w:rPr>
          <w:rStyle w:val="libArabicChar"/>
          <w:rtl/>
        </w:rPr>
        <w:t xml:space="preserve"> </w:t>
      </w:r>
      <w:r w:rsidRPr="00F579E6">
        <w:rPr>
          <w:rStyle w:val="libArabicChar"/>
          <w:rFonts w:hint="cs"/>
          <w:rtl/>
        </w:rPr>
        <w:t>كان</w:t>
      </w:r>
      <w:r w:rsidRPr="00F579E6">
        <w:rPr>
          <w:rStyle w:val="libArabicChar"/>
          <w:rtl/>
        </w:rPr>
        <w:t xml:space="preserve"> </w:t>
      </w:r>
      <w:r w:rsidRPr="00F579E6">
        <w:rPr>
          <w:rStyle w:val="libArabicChar"/>
          <w:rFonts w:hint="cs"/>
          <w:rtl/>
        </w:rPr>
        <w:t>كافراً</w:t>
      </w:r>
      <w:r w:rsidRPr="00F579E6">
        <w:rPr>
          <w:rStyle w:val="libArabicChar"/>
          <w:rtl/>
        </w:rPr>
        <w:t xml:space="preserve"> </w:t>
      </w:r>
      <w:r w:rsidRPr="00F579E6">
        <w:rPr>
          <w:rStyle w:val="libArabicChar"/>
          <w:rFonts w:hint="cs"/>
          <w:rtl/>
        </w:rPr>
        <w:t>خرجت</w:t>
      </w:r>
      <w:r w:rsidRPr="00F579E6">
        <w:rPr>
          <w:rStyle w:val="libArabicChar"/>
          <w:rtl/>
        </w:rPr>
        <w:t xml:space="preserve"> </w:t>
      </w:r>
      <w:r w:rsidRPr="00F579E6">
        <w:rPr>
          <w:rStyle w:val="libArabicChar"/>
          <w:rFonts w:hint="cs"/>
          <w:rtl/>
        </w:rPr>
        <w:t>الملائكة</w:t>
      </w:r>
      <w:r w:rsidRPr="00F579E6">
        <w:rPr>
          <w:rStyle w:val="libArabicChar"/>
          <w:rtl/>
        </w:rPr>
        <w:t xml:space="preserve"> </w:t>
      </w:r>
      <w:r w:rsidRPr="00F579E6">
        <w:rPr>
          <w:rStyle w:val="libArabicChar"/>
          <w:rFonts w:hint="cs"/>
          <w:rtl/>
        </w:rPr>
        <w:t>تشيّع</w:t>
      </w:r>
      <w:r w:rsidR="00B2551F" w:rsidRPr="00B2551F">
        <w:rPr>
          <w:rStyle w:val="libArabicChar"/>
          <w:rFonts w:hint="cs"/>
          <w:rtl/>
        </w:rPr>
        <w:t>ه</w:t>
      </w:r>
      <w:r w:rsidRPr="00F579E6">
        <w:rPr>
          <w:rStyle w:val="libArabicChar"/>
          <w:rtl/>
        </w:rPr>
        <w:t xml:space="preserve"> </w:t>
      </w:r>
      <w:r w:rsidRPr="00F579E6">
        <w:rPr>
          <w:rStyle w:val="libArabicChar"/>
          <w:rFonts w:hint="cs"/>
          <w:rtl/>
        </w:rPr>
        <w:t>الى</w:t>
      </w:r>
      <w:r w:rsidRPr="00F579E6">
        <w:rPr>
          <w:rStyle w:val="libArabicChar"/>
          <w:rtl/>
        </w:rPr>
        <w:t xml:space="preserve"> </w:t>
      </w:r>
      <w:r w:rsidRPr="00F579E6">
        <w:rPr>
          <w:rStyle w:val="libArabicChar"/>
          <w:rFonts w:hint="cs"/>
          <w:rtl/>
        </w:rPr>
        <w:t>قبر</w:t>
      </w:r>
      <w:r w:rsidR="00B2551F" w:rsidRPr="00B2551F">
        <w:rPr>
          <w:rStyle w:val="libArabicChar"/>
          <w:rFonts w:hint="cs"/>
          <w:rtl/>
        </w:rPr>
        <w:t>ه</w:t>
      </w:r>
      <w:r w:rsidRPr="00F579E6">
        <w:rPr>
          <w:rStyle w:val="libArabicChar"/>
          <w:rtl/>
        </w:rPr>
        <w:t xml:space="preserve"> </w:t>
      </w:r>
      <w:r w:rsidRPr="00F579E6">
        <w:rPr>
          <w:rStyle w:val="libArabicChar"/>
          <w:rFonts w:hint="cs"/>
          <w:rtl/>
        </w:rPr>
        <w:t>تلعنون</w:t>
      </w:r>
      <w:r w:rsidR="00B2551F" w:rsidRPr="00B2551F">
        <w:rPr>
          <w:rStyle w:val="libArabicChar"/>
          <w:rFonts w:hint="cs"/>
          <w:rtl/>
        </w:rPr>
        <w:t>ه</w:t>
      </w:r>
      <w:r w:rsidRPr="00F579E6">
        <w:rPr>
          <w:rStyle w:val="libArabicChar"/>
          <w:rtl/>
        </w:rPr>
        <w:t xml:space="preserve"> ...</w:t>
      </w:r>
      <w:r w:rsidRPr="00F579E6">
        <w:rPr>
          <w:rStyle w:val="libArabicChar"/>
          <w:rFonts w:hint="cs"/>
          <w:rtl/>
        </w:rPr>
        <w:t>ثمّ</w:t>
      </w:r>
      <w:r w:rsidRPr="00F579E6">
        <w:rPr>
          <w:rStyle w:val="libArabicChar"/>
          <w:rtl/>
        </w:rPr>
        <w:t xml:space="preserve"> </w:t>
      </w:r>
      <w:r w:rsidRPr="00F579E6">
        <w:rPr>
          <w:rStyle w:val="libArabicChar"/>
          <w:rFonts w:hint="cs"/>
          <w:rtl/>
        </w:rPr>
        <w:t>يدخل</w:t>
      </w:r>
      <w:r w:rsidRPr="00F579E6">
        <w:rPr>
          <w:rStyle w:val="libArabicChar"/>
          <w:rtl/>
        </w:rPr>
        <w:t xml:space="preserve"> </w:t>
      </w:r>
      <w:r w:rsidRPr="00F579E6">
        <w:rPr>
          <w:rStyle w:val="libArabicChar"/>
          <w:rFonts w:hint="cs"/>
          <w:rtl/>
        </w:rPr>
        <w:t>علي</w:t>
      </w:r>
      <w:r w:rsidR="00B2551F" w:rsidRPr="00B2551F">
        <w:rPr>
          <w:rStyle w:val="libArabicChar"/>
          <w:rFonts w:hint="cs"/>
          <w:rtl/>
        </w:rPr>
        <w:t>ه</w:t>
      </w:r>
      <w:r w:rsidRPr="00F579E6">
        <w:rPr>
          <w:rStyle w:val="libArabicChar"/>
          <w:rtl/>
        </w:rPr>
        <w:t xml:space="preserve"> </w:t>
      </w:r>
      <w:r w:rsidRPr="00F579E6">
        <w:rPr>
          <w:rStyle w:val="libArabicChar"/>
          <w:rFonts w:hint="cs"/>
          <w:rtl/>
        </w:rPr>
        <w:t>ملكاالقبر</w:t>
      </w:r>
      <w:r w:rsidRPr="00F579E6">
        <w:rPr>
          <w:rStyle w:val="libArabicChar"/>
          <w:rtl/>
        </w:rPr>
        <w:t xml:space="preserve"> ...</w:t>
      </w:r>
      <w:r w:rsidRPr="00F579E6">
        <w:rPr>
          <w:rStyle w:val="libArabicChar"/>
          <w:rFonts w:hint="cs"/>
          <w:rtl/>
        </w:rPr>
        <w:t>فيقولان</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w:t>
      </w:r>
      <w:r w:rsidRPr="00F579E6">
        <w:rPr>
          <w:rStyle w:val="libArabicChar"/>
          <w:rFonts w:hint="cs"/>
          <w:rtl/>
        </w:rPr>
        <w:t>من</w:t>
      </w:r>
      <w:r w:rsidRPr="00F579E6">
        <w:rPr>
          <w:rStyle w:val="libArabicChar"/>
          <w:rtl/>
        </w:rPr>
        <w:t xml:space="preserve"> </w:t>
      </w:r>
      <w:r w:rsidRPr="00F579E6">
        <w:rPr>
          <w:rStyle w:val="libArabicChar"/>
          <w:rFonts w:hint="cs"/>
          <w:rtl/>
        </w:rPr>
        <w:t>ربّك؟</w:t>
      </w:r>
      <w:r w:rsidRPr="00F579E6">
        <w:rPr>
          <w:rStyle w:val="libArabicChar"/>
          <w:rtl/>
        </w:rPr>
        <w:t xml:space="preserve"> </w:t>
      </w:r>
      <w:r w:rsidRPr="00F579E6">
        <w:rPr>
          <w:rStyle w:val="libArabicChar"/>
          <w:rFonts w:hint="cs"/>
          <w:rtl/>
        </w:rPr>
        <w:t>فيتلجلج</w:t>
      </w:r>
      <w:r w:rsidRPr="00F579E6">
        <w:rPr>
          <w:rStyle w:val="libArabicChar"/>
          <w:rtl/>
        </w:rPr>
        <w:t xml:space="preserve"> </w:t>
      </w:r>
      <w:r w:rsidRPr="00F579E6">
        <w:rPr>
          <w:rStyle w:val="libArabicChar"/>
          <w:rFonts w:hint="cs"/>
          <w:rtl/>
        </w:rPr>
        <w:t>ويقول</w:t>
      </w:r>
      <w:r w:rsidRPr="00F579E6">
        <w:rPr>
          <w:rStyle w:val="libArabicChar"/>
          <w:rtl/>
        </w:rPr>
        <w:t>:</w:t>
      </w:r>
      <w:r w:rsidRPr="00F579E6">
        <w:rPr>
          <w:rStyle w:val="libArabicChar"/>
          <w:rFonts w:hint="cs"/>
          <w:rtl/>
        </w:rPr>
        <w:t>قد</w:t>
      </w:r>
      <w:r w:rsidRPr="00F579E6">
        <w:rPr>
          <w:rStyle w:val="libArabicChar"/>
          <w:rtl/>
        </w:rPr>
        <w:t xml:space="preserve"> </w:t>
      </w:r>
      <w:r w:rsidRPr="00F579E6">
        <w:rPr>
          <w:rStyle w:val="libArabicChar"/>
          <w:rFonts w:hint="cs"/>
          <w:rtl/>
        </w:rPr>
        <w:t>سمعت</w:t>
      </w:r>
      <w:r w:rsidRPr="00F579E6">
        <w:rPr>
          <w:rStyle w:val="libArabicChar"/>
          <w:rtl/>
        </w:rPr>
        <w:t xml:space="preserve"> </w:t>
      </w:r>
      <w:r w:rsidRPr="00F579E6">
        <w:rPr>
          <w:rStyle w:val="libArabicChar"/>
          <w:rFonts w:hint="cs"/>
          <w:rtl/>
        </w:rPr>
        <w:t>الناس</w:t>
      </w:r>
    </w:p>
    <w:p w:rsidR="00F579E6" w:rsidRDefault="001E7F9D" w:rsidP="00F73EDE">
      <w:pPr>
        <w:pStyle w:val="libPoemTini"/>
        <w:rPr>
          <w:rtl/>
        </w:rPr>
      </w:pPr>
      <w:r>
        <w:rPr>
          <w:rtl/>
        </w:rPr>
        <w:br w:type="page"/>
      </w:r>
    </w:p>
    <w:p w:rsidR="001F628F" w:rsidRDefault="001F628F" w:rsidP="00F579E6">
      <w:pPr>
        <w:pStyle w:val="libNormal"/>
        <w:rPr>
          <w:rtl/>
        </w:rPr>
      </w:pPr>
      <w:r w:rsidRPr="00F579E6">
        <w:rPr>
          <w:rStyle w:val="libArabicChar"/>
          <w:rFonts w:hint="eastAsia"/>
          <w:rtl/>
        </w:rPr>
        <w:lastRenderedPageBreak/>
        <w:t>يقولان</w:t>
      </w:r>
      <w:r w:rsidRPr="00F579E6">
        <w:rPr>
          <w:rStyle w:val="libArabicChar"/>
          <w:rtl/>
        </w:rPr>
        <w:t xml:space="preserve"> فيقولان ل</w:t>
      </w:r>
      <w:r w:rsidR="00B2551F" w:rsidRPr="00B2551F">
        <w:rPr>
          <w:rStyle w:val="libArabicChar"/>
          <w:rFonts w:hint="cs"/>
          <w:rtl/>
        </w:rPr>
        <w:t>ه</w:t>
      </w:r>
      <w:r w:rsidRPr="00F579E6">
        <w:rPr>
          <w:rStyle w:val="libArabicChar"/>
          <w:rtl/>
        </w:rPr>
        <w:t>:</w:t>
      </w:r>
      <w:r w:rsidRPr="00F579E6">
        <w:rPr>
          <w:rStyle w:val="libArabicChar"/>
          <w:rFonts w:hint="cs"/>
          <w:rtl/>
        </w:rPr>
        <w:t>لادريت</w:t>
      </w:r>
      <w:r w:rsidRPr="00F579E6">
        <w:rPr>
          <w:rStyle w:val="libArabicChar"/>
          <w:rtl/>
        </w:rPr>
        <w:t xml:space="preserve"> </w:t>
      </w:r>
      <w:r w:rsidRPr="00F579E6">
        <w:rPr>
          <w:rStyle w:val="libArabicChar"/>
          <w:rFonts w:hint="cs"/>
          <w:rtl/>
        </w:rPr>
        <w:t>ويقولان</w:t>
      </w:r>
      <w:r w:rsidRPr="00F579E6">
        <w:rPr>
          <w:rStyle w:val="libArabicChar"/>
          <w:rtl/>
        </w:rPr>
        <w:t xml:space="preserve"> ل</w:t>
      </w:r>
      <w:r w:rsidR="00B2551F" w:rsidRPr="00B2551F">
        <w:rPr>
          <w:rStyle w:val="libArabicChar"/>
          <w:rFonts w:hint="cs"/>
          <w:rtl/>
        </w:rPr>
        <w:t>ه</w:t>
      </w:r>
      <w:r w:rsidRPr="00F579E6">
        <w:rPr>
          <w:rStyle w:val="libArabicChar"/>
          <w:rtl/>
        </w:rPr>
        <w:t xml:space="preserve">: </w:t>
      </w:r>
      <w:r w:rsidRPr="00F579E6">
        <w:rPr>
          <w:rStyle w:val="libArabicChar"/>
          <w:rFonts w:hint="cs"/>
          <w:rtl/>
        </w:rPr>
        <w:t>مادينك؟فيتلجلج</w:t>
      </w:r>
      <w:r w:rsidRPr="00F579E6">
        <w:rPr>
          <w:rStyle w:val="libArabicChar"/>
          <w:rtl/>
        </w:rPr>
        <w:t xml:space="preserve"> </w:t>
      </w:r>
      <w:r w:rsidRPr="00F579E6">
        <w:rPr>
          <w:rStyle w:val="libArabicChar"/>
          <w:rFonts w:hint="cs"/>
          <w:rtl/>
        </w:rPr>
        <w:t>فيقولان</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w:t>
      </w:r>
      <w:r w:rsidRPr="00F579E6">
        <w:rPr>
          <w:rStyle w:val="libArabicChar"/>
          <w:rFonts w:hint="cs"/>
          <w:rtl/>
        </w:rPr>
        <w:t>لادريت</w:t>
      </w:r>
      <w:r w:rsidRPr="00F579E6">
        <w:rPr>
          <w:rStyle w:val="libArabicChar"/>
          <w:rtl/>
        </w:rPr>
        <w:t xml:space="preserve"> </w:t>
      </w:r>
      <w:r w:rsidRPr="00F579E6">
        <w:rPr>
          <w:rStyle w:val="libArabicChar"/>
          <w:rFonts w:hint="cs"/>
          <w:rtl/>
        </w:rPr>
        <w:t>و</w:t>
      </w:r>
      <w:r w:rsidRPr="00F579E6">
        <w:rPr>
          <w:rStyle w:val="libArabicChar"/>
          <w:rtl/>
        </w:rPr>
        <w:t xml:space="preserve"> </w:t>
      </w:r>
      <w:r w:rsidRPr="00F579E6">
        <w:rPr>
          <w:rStyle w:val="libArabicChar"/>
          <w:rFonts w:hint="cs"/>
          <w:rtl/>
        </w:rPr>
        <w:t>يقولان</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w:t>
      </w:r>
      <w:r w:rsidRPr="00F579E6">
        <w:rPr>
          <w:rStyle w:val="libArabicChar"/>
          <w:rFonts w:hint="cs"/>
          <w:rtl/>
        </w:rPr>
        <w:t>من</w:t>
      </w:r>
      <w:r w:rsidRPr="00F579E6">
        <w:rPr>
          <w:rStyle w:val="libArabicChar"/>
          <w:rtl/>
        </w:rPr>
        <w:t xml:space="preserve"> </w:t>
      </w:r>
      <w:r w:rsidRPr="00F579E6">
        <w:rPr>
          <w:rStyle w:val="libArabicChar"/>
          <w:rFonts w:hint="cs"/>
          <w:rtl/>
        </w:rPr>
        <w:t>نبّيك</w:t>
      </w:r>
      <w:r w:rsidRPr="00F579E6">
        <w:rPr>
          <w:rStyle w:val="libArabicChar"/>
          <w:rtl/>
        </w:rPr>
        <w:t xml:space="preserve">: </w:t>
      </w:r>
      <w:r w:rsidRPr="00F579E6">
        <w:rPr>
          <w:rStyle w:val="libArabicChar"/>
          <w:rFonts w:hint="cs"/>
          <w:rtl/>
        </w:rPr>
        <w:t>فيقول</w:t>
      </w:r>
      <w:r w:rsidRPr="00F579E6">
        <w:rPr>
          <w:rStyle w:val="libArabicChar"/>
          <w:rtl/>
        </w:rPr>
        <w:t xml:space="preserve">: </w:t>
      </w:r>
      <w:r w:rsidRPr="00F579E6">
        <w:rPr>
          <w:rStyle w:val="libArabicChar"/>
          <w:rFonts w:hint="cs"/>
          <w:rtl/>
        </w:rPr>
        <w:t>قد</w:t>
      </w:r>
      <w:r w:rsidRPr="00F579E6">
        <w:rPr>
          <w:rStyle w:val="libArabicChar"/>
          <w:rtl/>
        </w:rPr>
        <w:t xml:space="preserve"> </w:t>
      </w:r>
      <w:r w:rsidRPr="00F579E6">
        <w:rPr>
          <w:rStyle w:val="libArabicChar"/>
          <w:rFonts w:hint="cs"/>
          <w:rtl/>
        </w:rPr>
        <w:t>سمعت</w:t>
      </w:r>
      <w:r w:rsidRPr="00F579E6">
        <w:rPr>
          <w:rStyle w:val="libArabicChar"/>
          <w:rtl/>
        </w:rPr>
        <w:t xml:space="preserve"> </w:t>
      </w:r>
      <w:r w:rsidRPr="00F579E6">
        <w:rPr>
          <w:rStyle w:val="libArabicChar"/>
          <w:rFonts w:hint="cs"/>
          <w:rtl/>
        </w:rPr>
        <w:t>الناس</w:t>
      </w:r>
      <w:r w:rsidRPr="00F579E6">
        <w:rPr>
          <w:rStyle w:val="libArabicChar"/>
          <w:rtl/>
        </w:rPr>
        <w:t xml:space="preserve"> </w:t>
      </w:r>
      <w:r w:rsidRPr="00F579E6">
        <w:rPr>
          <w:rStyle w:val="libArabicChar"/>
          <w:rFonts w:hint="cs"/>
          <w:rtl/>
        </w:rPr>
        <w:t>يقولان</w:t>
      </w:r>
      <w:r w:rsidRPr="00F579E6">
        <w:rPr>
          <w:rStyle w:val="libArabicChar"/>
          <w:rtl/>
        </w:rPr>
        <w:t xml:space="preserve"> </w:t>
      </w:r>
      <w:r w:rsidRPr="00F579E6">
        <w:rPr>
          <w:rStyle w:val="libArabicChar"/>
          <w:rFonts w:hint="cs"/>
          <w:rtl/>
        </w:rPr>
        <w:t>فيقولان</w:t>
      </w:r>
      <w:r w:rsidRPr="00F579E6">
        <w:rPr>
          <w:rStyle w:val="libArabicChar"/>
          <w:rtl/>
        </w:rPr>
        <w:t xml:space="preserve"> </w:t>
      </w:r>
      <w:r w:rsidRPr="00F579E6">
        <w:rPr>
          <w:rStyle w:val="libArabicChar"/>
          <w:rFonts w:hint="cs"/>
          <w:rtl/>
        </w:rPr>
        <w:t>ل</w:t>
      </w:r>
      <w:r w:rsidR="00B2551F" w:rsidRPr="00B2551F">
        <w:rPr>
          <w:rStyle w:val="libArabicChar"/>
          <w:rFonts w:hint="cs"/>
          <w:rtl/>
        </w:rPr>
        <w:t>ه</w:t>
      </w:r>
      <w:r w:rsidRPr="00F579E6">
        <w:rPr>
          <w:rStyle w:val="libArabicChar"/>
          <w:rtl/>
        </w:rPr>
        <w:t xml:space="preserve"> </w:t>
      </w:r>
      <w:r w:rsidRPr="00F579E6">
        <w:rPr>
          <w:rStyle w:val="libArabicChar"/>
          <w:rFonts w:hint="cs"/>
          <w:rtl/>
        </w:rPr>
        <w:t>لا</w:t>
      </w:r>
      <w:r w:rsidRPr="00F579E6">
        <w:rPr>
          <w:rStyle w:val="libArabicChar"/>
          <w:rtl/>
        </w:rPr>
        <w:t xml:space="preserve"> </w:t>
      </w:r>
      <w:r w:rsidRPr="00F579E6">
        <w:rPr>
          <w:rStyle w:val="libArabicChar"/>
          <w:rFonts w:hint="cs"/>
          <w:rtl/>
        </w:rPr>
        <w:t>دريت</w:t>
      </w:r>
      <w:r w:rsidRPr="00F579E6">
        <w:rPr>
          <w:rStyle w:val="libArabicChar"/>
          <w:rtl/>
        </w:rPr>
        <w:t xml:space="preserve"> </w:t>
      </w:r>
      <w:r w:rsidRPr="00F579E6">
        <w:rPr>
          <w:rStyle w:val="libArabicChar"/>
          <w:rFonts w:hint="cs"/>
          <w:rtl/>
        </w:rPr>
        <w:t>ويسا</w:t>
      </w:r>
      <w:r w:rsidRPr="00F579E6">
        <w:rPr>
          <w:rStyle w:val="libArabicChar"/>
          <w:rtl/>
        </w:rPr>
        <w:t xml:space="preserve"> </w:t>
      </w:r>
      <w:r w:rsidRPr="00F579E6">
        <w:rPr>
          <w:rStyle w:val="libArabicChar"/>
          <w:rFonts w:hint="cs"/>
          <w:rtl/>
        </w:rPr>
        <w:t>ل</w:t>
      </w:r>
      <w:r w:rsidRPr="00F579E6">
        <w:rPr>
          <w:rStyle w:val="libArabicChar"/>
          <w:rtl/>
        </w:rPr>
        <w:t xml:space="preserve"> </w:t>
      </w:r>
      <w:r w:rsidRPr="00F579E6">
        <w:rPr>
          <w:rStyle w:val="libArabicChar"/>
          <w:rFonts w:hint="cs"/>
          <w:rtl/>
        </w:rPr>
        <w:t>عن</w:t>
      </w:r>
      <w:r w:rsidRPr="00F579E6">
        <w:rPr>
          <w:rStyle w:val="libArabicChar"/>
          <w:rtl/>
        </w:rPr>
        <w:t xml:space="preserve"> </w:t>
      </w:r>
      <w:r w:rsidRPr="00F579E6">
        <w:rPr>
          <w:rStyle w:val="libArabicChar"/>
          <w:rFonts w:hint="cs"/>
          <w:rtl/>
        </w:rPr>
        <w:t>امام</w:t>
      </w:r>
      <w:r w:rsidRPr="00F579E6">
        <w:rPr>
          <w:rStyle w:val="libArabicChar"/>
          <w:rtl/>
        </w:rPr>
        <w:t xml:space="preserve"> </w:t>
      </w:r>
      <w:r w:rsidRPr="00F579E6">
        <w:rPr>
          <w:rStyle w:val="libArabicChar"/>
          <w:rFonts w:hint="cs"/>
          <w:rtl/>
        </w:rPr>
        <w:t>زمان</w:t>
      </w:r>
      <w:r w:rsidR="00B2551F" w:rsidRPr="00B2551F">
        <w:rPr>
          <w:rStyle w:val="libArabicChar"/>
          <w:rFonts w:hint="cs"/>
          <w:rtl/>
        </w:rPr>
        <w:t>ه</w:t>
      </w:r>
      <w:r w:rsidRPr="00F579E6">
        <w:rPr>
          <w:rStyle w:val="libArabicChar"/>
          <w:rtl/>
        </w:rPr>
        <w:t xml:space="preserve"> ... </w:t>
      </w:r>
      <w:r w:rsidRPr="00F579E6">
        <w:rPr>
          <w:rStyle w:val="libArabicChar"/>
          <w:rFonts w:hint="cs"/>
          <w:rtl/>
        </w:rPr>
        <w:t>و</w:t>
      </w:r>
      <w:r w:rsidR="00B2551F" w:rsidRPr="00B2551F">
        <w:rPr>
          <w:rStyle w:val="libArabicChar"/>
          <w:rFonts w:hint="cs"/>
          <w:rtl/>
        </w:rPr>
        <w:t>ه</w:t>
      </w:r>
      <w:r w:rsidRPr="00F579E6">
        <w:rPr>
          <w:rStyle w:val="libArabicChar"/>
          <w:rFonts w:hint="cs"/>
          <w:rtl/>
        </w:rPr>
        <w:t>و</w:t>
      </w:r>
      <w:r w:rsidRPr="00F579E6">
        <w:rPr>
          <w:rStyle w:val="libArabicChar"/>
          <w:rtl/>
        </w:rPr>
        <w:t xml:space="preserve"> </w:t>
      </w:r>
      <w:r w:rsidRPr="00F579E6">
        <w:rPr>
          <w:rStyle w:val="libArabicChar"/>
          <w:rFonts w:hint="cs"/>
          <w:rtl/>
        </w:rPr>
        <w:t>قول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عزّوجلّ</w:t>
      </w:r>
      <w:r w:rsidRPr="00F579E6">
        <w:rPr>
          <w:rStyle w:val="libArabicChar"/>
          <w:rtl/>
        </w:rPr>
        <w:t xml:space="preserve">: '' ... </w:t>
      </w:r>
      <w:r w:rsidRPr="00F579E6">
        <w:rPr>
          <w:rStyle w:val="libArabicChar"/>
          <w:rFonts w:hint="cs"/>
          <w:rtl/>
        </w:rPr>
        <w:t>ويضلّ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الظلمين</w:t>
      </w:r>
      <w:r w:rsidRPr="00F579E6">
        <w:rPr>
          <w:rStyle w:val="libArabicChar"/>
          <w:rtl/>
        </w:rPr>
        <w:t xml:space="preserve"> </w:t>
      </w:r>
      <w:r w:rsidRPr="00F579E6">
        <w:rPr>
          <w:rStyle w:val="libArabicChar"/>
          <w:rFonts w:hint="cs"/>
          <w:rtl/>
        </w:rPr>
        <w:t>ويفعل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ما</w:t>
      </w:r>
      <w:r w:rsidRPr="00F579E6">
        <w:rPr>
          <w:rStyle w:val="libArabicChar"/>
          <w:rtl/>
        </w:rPr>
        <w:t xml:space="preserve"> </w:t>
      </w:r>
      <w:r w:rsidR="00606BEE" w:rsidRPr="00606BEE">
        <w:rPr>
          <w:rStyle w:val="libArabicChar"/>
          <w:rFonts w:hint="cs"/>
          <w:rtl/>
        </w:rPr>
        <w:t>يشاء</w:t>
      </w:r>
      <w:r w:rsidRPr="00F579E6">
        <w:rPr>
          <w:rStyle w:val="libArabicChar"/>
          <w:rtl/>
        </w:rPr>
        <w:t>''</w:t>
      </w:r>
      <w:r>
        <w:rPr>
          <w:rtl/>
        </w:rPr>
        <w:t xml:space="preserve"> </w:t>
      </w:r>
      <w:r w:rsidRPr="00F579E6">
        <w:rPr>
          <w:rStyle w:val="libFootnotenumChar"/>
          <w:rtl/>
        </w:rPr>
        <w:t>(3)</w:t>
      </w:r>
      <w:r>
        <w:rPr>
          <w:rtl/>
        </w:rPr>
        <w:t xml:space="preserve">امام جعفر صادق </w:t>
      </w:r>
      <w:r w:rsidR="00367F17" w:rsidRPr="00367F17">
        <w:rPr>
          <w:rStyle w:val="libAlaemChar"/>
          <w:rtl/>
        </w:rPr>
        <w:t xml:space="preserve"> عليه‌السلام </w:t>
      </w:r>
      <w:r>
        <w:rPr>
          <w:rtl/>
        </w:rPr>
        <w:t xml:space="preserve"> س</w:t>
      </w:r>
      <w:r>
        <w:rPr>
          <w:rFonts w:hint="eastAsia"/>
          <w:rtl/>
        </w:rPr>
        <w:t>ے</w:t>
      </w:r>
      <w:r>
        <w:rPr>
          <w:rtl/>
        </w:rPr>
        <w:t xml:space="preserve"> منقول ہے كہ اپ</w:t>
      </w:r>
      <w:r w:rsidR="00367F17" w:rsidRPr="00367F17">
        <w:rPr>
          <w:rStyle w:val="libAlaemChar"/>
          <w:rtl/>
        </w:rPr>
        <w:t xml:space="preserve"> عليه‌السلام </w:t>
      </w:r>
      <w:r>
        <w:rPr>
          <w:rtl/>
        </w:rPr>
        <w:t xml:space="preserve"> نے فرمايا:جب مؤمن كے جنازے كو اس كے گھر سے باہر لے جاتے ہي</w:t>
      </w:r>
      <w:r w:rsidR="00083993">
        <w:rPr>
          <w:rtl/>
        </w:rPr>
        <w:t xml:space="preserve">ں </w:t>
      </w:r>
      <w:r>
        <w:rPr>
          <w:rtl/>
        </w:rPr>
        <w:t>تو ملائكہ اس كى قبرتك اسكى تشييع كرتے ہي</w:t>
      </w:r>
      <w:r w:rsidR="00083993">
        <w:rPr>
          <w:rtl/>
        </w:rPr>
        <w:t xml:space="preserve">ں </w:t>
      </w:r>
      <w:r>
        <w:rPr>
          <w:rtl/>
        </w:rPr>
        <w:t>...اور اگر وہ كافر ہو تو فرشتے قبر اس كى تشييع كرتے ہي</w:t>
      </w:r>
      <w:r w:rsidR="00083993">
        <w:rPr>
          <w:rtl/>
        </w:rPr>
        <w:t xml:space="preserve">ں </w:t>
      </w:r>
      <w:r>
        <w:rPr>
          <w:rtl/>
        </w:rPr>
        <w:t>اور اس پر لعنت كرتے ہي</w:t>
      </w:r>
      <w:r w:rsidR="00083993">
        <w:rPr>
          <w:rtl/>
        </w:rPr>
        <w:t xml:space="preserve">ں </w:t>
      </w:r>
      <w:r>
        <w:rPr>
          <w:rtl/>
        </w:rPr>
        <w:t>_اس كے بعد قبر كے دوفرشتے اسكے پاس اتے ہي</w:t>
      </w:r>
      <w:r w:rsidR="00083993">
        <w:rPr>
          <w:rtl/>
        </w:rPr>
        <w:t xml:space="preserve">ں </w:t>
      </w:r>
      <w:r>
        <w:rPr>
          <w:rtl/>
        </w:rPr>
        <w:t>پھر وہ اس س</w:t>
      </w:r>
      <w:r>
        <w:rPr>
          <w:rFonts w:hint="eastAsia"/>
          <w:rtl/>
        </w:rPr>
        <w:t>ے</w:t>
      </w:r>
      <w:r>
        <w:rPr>
          <w:rtl/>
        </w:rPr>
        <w:t xml:space="preserve"> كہتے ہي</w:t>
      </w:r>
      <w:r w:rsidR="00083993">
        <w:rPr>
          <w:rtl/>
        </w:rPr>
        <w:t xml:space="preserve">ں </w:t>
      </w:r>
      <w:r>
        <w:rPr>
          <w:rtl/>
        </w:rPr>
        <w:t>:تيرا رب كون ہے؟تو وہ جواب دينے مي</w:t>
      </w:r>
      <w:r w:rsidR="00083993">
        <w:rPr>
          <w:rtl/>
        </w:rPr>
        <w:t xml:space="preserve">ں </w:t>
      </w:r>
      <w:r>
        <w:rPr>
          <w:rtl/>
        </w:rPr>
        <w:t>متردد ہو جاتا ہے اور كہتا ہے : مي</w:t>
      </w:r>
      <w:r w:rsidR="00083993">
        <w:rPr>
          <w:rtl/>
        </w:rPr>
        <w:t xml:space="preserve">ں </w:t>
      </w:r>
      <w:r>
        <w:rPr>
          <w:rtl/>
        </w:rPr>
        <w:t>نے سنا ہے لوگ اس طرح كہتے ہي</w:t>
      </w:r>
      <w:r w:rsidR="00083993">
        <w:rPr>
          <w:rtl/>
        </w:rPr>
        <w:t xml:space="preserve">ں </w:t>
      </w:r>
      <w:r>
        <w:rPr>
          <w:rtl/>
        </w:rPr>
        <w:t>_پس اس سے كہا جاتا ہے : كيا تو نے نہي</w:t>
      </w:r>
      <w:r w:rsidR="00083993">
        <w:rPr>
          <w:rtl/>
        </w:rPr>
        <w:t xml:space="preserve">ں </w:t>
      </w:r>
      <w:r>
        <w:rPr>
          <w:rtl/>
        </w:rPr>
        <w:t>جانا؟پھر اس سے كہتے ہي</w:t>
      </w:r>
      <w:r w:rsidR="00083993">
        <w:rPr>
          <w:rtl/>
        </w:rPr>
        <w:t xml:space="preserve">ں </w:t>
      </w:r>
      <w:r>
        <w:rPr>
          <w:rtl/>
        </w:rPr>
        <w:t>: تيرا دين كيا ہے؟ پھر وہ متردد ہو جاتا ہے لہذا وہ اس سے كہتے ہي</w:t>
      </w:r>
      <w:r w:rsidR="00083993">
        <w:rPr>
          <w:rtl/>
        </w:rPr>
        <w:t xml:space="preserve">ں </w:t>
      </w:r>
      <w:r>
        <w:rPr>
          <w:rtl/>
        </w:rPr>
        <w:t>:كيا تو نے نہي</w:t>
      </w:r>
      <w:r w:rsidR="00083993">
        <w:rPr>
          <w:rtl/>
        </w:rPr>
        <w:t xml:space="preserve">ں </w:t>
      </w:r>
      <w:r>
        <w:rPr>
          <w:rtl/>
        </w:rPr>
        <w:t>ج</w:t>
      </w:r>
      <w:r>
        <w:rPr>
          <w:rFonts w:hint="eastAsia"/>
          <w:rtl/>
        </w:rPr>
        <w:t>انا؟پھر</w:t>
      </w:r>
      <w:r>
        <w:rPr>
          <w:rtl/>
        </w:rPr>
        <w:t xml:space="preserve"> اس سے پوچھتے ہي</w:t>
      </w:r>
      <w:r w:rsidR="00083993">
        <w:rPr>
          <w:rtl/>
        </w:rPr>
        <w:t xml:space="preserve">ں </w:t>
      </w:r>
      <w:r>
        <w:rPr>
          <w:rtl/>
        </w:rPr>
        <w:t>: تير ا نبى كون ہے ؟وہ كہتا ہے : مي</w:t>
      </w:r>
      <w:r w:rsidR="00083993">
        <w:rPr>
          <w:rtl/>
        </w:rPr>
        <w:t xml:space="preserve">ں </w:t>
      </w:r>
      <w:r>
        <w:rPr>
          <w:rtl/>
        </w:rPr>
        <w:t>نے سنا ہے كہ لوگ اس طرح كہتے ہي</w:t>
      </w:r>
      <w:r w:rsidR="00083993">
        <w:rPr>
          <w:rtl/>
        </w:rPr>
        <w:t xml:space="preserve">ں </w:t>
      </w:r>
      <w:r>
        <w:rPr>
          <w:rtl/>
        </w:rPr>
        <w:t>_پس اسے كہا جاتاہے : كيا تو نے نہي</w:t>
      </w:r>
      <w:r w:rsidR="00083993">
        <w:rPr>
          <w:rtl/>
        </w:rPr>
        <w:t xml:space="preserve">ں </w:t>
      </w:r>
      <w:r>
        <w:rPr>
          <w:rtl/>
        </w:rPr>
        <w:t>جانا؟اور پھر وہ اس سے اس كے اما م زمانہ كے بارے مي</w:t>
      </w:r>
      <w:r w:rsidR="00083993">
        <w:rPr>
          <w:rtl/>
        </w:rPr>
        <w:t xml:space="preserve">ں </w:t>
      </w:r>
      <w:r>
        <w:rPr>
          <w:rtl/>
        </w:rPr>
        <w:t>سوال كرتے ہي</w:t>
      </w:r>
      <w:r w:rsidR="00083993">
        <w:rPr>
          <w:rtl/>
        </w:rPr>
        <w:t xml:space="preserve">ں </w:t>
      </w:r>
      <w:r>
        <w:rPr>
          <w:rtl/>
        </w:rPr>
        <w:t xml:space="preserve">...اور يہ ہے قول خداوند عزوجل كہ : </w:t>
      </w:r>
      <w:r w:rsidRPr="00F579E6">
        <w:rPr>
          <w:rStyle w:val="libArabicChar"/>
          <w:rtl/>
        </w:rPr>
        <w:t>... يضلّ الله الظلمين وي</w:t>
      </w:r>
      <w:r w:rsidRPr="00F579E6">
        <w:rPr>
          <w:rStyle w:val="libArabicChar"/>
          <w:rFonts w:hint="eastAsia"/>
          <w:rtl/>
        </w:rPr>
        <w:t>فعل</w:t>
      </w:r>
      <w:r w:rsidRPr="00F579E6">
        <w:rPr>
          <w:rStyle w:val="libArabicChar"/>
          <w:rtl/>
        </w:rPr>
        <w:t xml:space="preserve"> الله ما</w:t>
      </w:r>
      <w:r w:rsidR="00606BEE" w:rsidRPr="00606BEE">
        <w:rPr>
          <w:rStyle w:val="libArabicChar"/>
          <w:rtl/>
        </w:rPr>
        <w:t>يشاء</w:t>
      </w:r>
      <w:r w:rsidRPr="00F579E6">
        <w:rPr>
          <w:rStyle w:val="libArabicChar"/>
          <w:rtl/>
        </w:rPr>
        <w:t>''</w:t>
      </w:r>
      <w:r>
        <w:rPr>
          <w:rtl/>
        </w:rPr>
        <w:t>_</w:t>
      </w:r>
    </w:p>
    <w:p w:rsidR="001F628F" w:rsidRDefault="001F628F" w:rsidP="001F628F">
      <w:pPr>
        <w:pStyle w:val="libNormal"/>
        <w:rPr>
          <w:rtl/>
        </w:rPr>
      </w:pPr>
      <w:r>
        <w:rPr>
          <w:rtl/>
        </w:rPr>
        <w:t>18_</w:t>
      </w:r>
      <w:r w:rsidRPr="00F579E6">
        <w:rPr>
          <w:rStyle w:val="libArabicChar"/>
          <w:rtl/>
        </w:rPr>
        <w:t>''عن ا بى عبدالله جعفر بن محمد</w:t>
      </w:r>
      <w:r w:rsidR="00367F17" w:rsidRPr="00367F17">
        <w:rPr>
          <w:rStyle w:val="libAlaemChar"/>
          <w:rtl/>
        </w:rPr>
        <w:t xml:space="preserve"> عليه‌السلام </w:t>
      </w:r>
      <w:r w:rsidRPr="00F579E6">
        <w:rPr>
          <w:rStyle w:val="libArabicChar"/>
          <w:rtl/>
        </w:rPr>
        <w:t xml:space="preserve"> قال: ...ان الله تبارك وتعالى يضلّ الظالمين يوم القيامة عن داركرامت</w:t>
      </w:r>
      <w:r w:rsidR="00B2551F" w:rsidRPr="00B2551F">
        <w:rPr>
          <w:rStyle w:val="libArabicChar"/>
          <w:rFonts w:hint="cs"/>
          <w:rtl/>
        </w:rPr>
        <w:t>ه</w:t>
      </w:r>
      <w:r w:rsidRPr="00F579E6">
        <w:rPr>
          <w:rStyle w:val="libArabicChar"/>
          <w:rtl/>
        </w:rPr>
        <w:t xml:space="preserve"> ... </w:t>
      </w:r>
      <w:r w:rsidRPr="00F579E6">
        <w:rPr>
          <w:rStyle w:val="libArabicChar"/>
          <w:rFonts w:hint="cs"/>
          <w:rtl/>
        </w:rPr>
        <w:t>كما</w:t>
      </w:r>
      <w:r w:rsidRPr="00F579E6">
        <w:rPr>
          <w:rStyle w:val="libArabicChar"/>
          <w:rtl/>
        </w:rPr>
        <w:t xml:space="preserve"> </w:t>
      </w:r>
      <w:r w:rsidRPr="00F579E6">
        <w:rPr>
          <w:rStyle w:val="libArabicChar"/>
          <w:rFonts w:hint="cs"/>
          <w:rtl/>
        </w:rPr>
        <w:t>قال</w:t>
      </w:r>
      <w:r w:rsidRPr="00F579E6">
        <w:rPr>
          <w:rStyle w:val="libArabicChar"/>
          <w:rtl/>
        </w:rPr>
        <w:t xml:space="preserve"> </w:t>
      </w:r>
      <w:r w:rsidRPr="00F579E6">
        <w:rPr>
          <w:rStyle w:val="libArabicChar"/>
          <w:rFonts w:hint="cs"/>
          <w:rtl/>
        </w:rPr>
        <w:t>عزّوجلّ</w:t>
      </w:r>
      <w:r w:rsidRPr="00F579E6">
        <w:rPr>
          <w:rStyle w:val="libArabicChar"/>
          <w:rtl/>
        </w:rPr>
        <w:t xml:space="preserve">:'' </w:t>
      </w:r>
      <w:r w:rsidRPr="00F579E6">
        <w:rPr>
          <w:rStyle w:val="libArabicChar"/>
          <w:rFonts w:hint="cs"/>
          <w:rtl/>
        </w:rPr>
        <w:t>ويضلّ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الظلمين</w:t>
      </w:r>
      <w:r w:rsidRPr="00F579E6">
        <w:rPr>
          <w:rStyle w:val="libArabicChar"/>
          <w:rtl/>
        </w:rPr>
        <w:t xml:space="preserve"> </w:t>
      </w:r>
      <w:r w:rsidRPr="00F579E6">
        <w:rPr>
          <w:rStyle w:val="libArabicChar"/>
          <w:rFonts w:hint="cs"/>
          <w:rtl/>
        </w:rPr>
        <w:t>و</w:t>
      </w:r>
      <w:r w:rsidRPr="00F579E6">
        <w:rPr>
          <w:rStyle w:val="libArabicChar"/>
          <w:rtl/>
        </w:rPr>
        <w:t xml:space="preserve"> </w:t>
      </w:r>
      <w:r w:rsidRPr="00F579E6">
        <w:rPr>
          <w:rStyle w:val="libArabicChar"/>
          <w:rFonts w:hint="cs"/>
          <w:rtl/>
        </w:rPr>
        <w:t>يفعل</w:t>
      </w:r>
      <w:r w:rsidRPr="00F579E6">
        <w:rPr>
          <w:rStyle w:val="libArabicChar"/>
          <w:rtl/>
        </w:rPr>
        <w:t xml:space="preserve"> </w:t>
      </w:r>
      <w:r w:rsidRPr="00F579E6">
        <w:rPr>
          <w:rStyle w:val="libArabicChar"/>
          <w:rFonts w:hint="cs"/>
          <w:rtl/>
        </w:rPr>
        <w:t>الله</w:t>
      </w:r>
      <w:r w:rsidRPr="00F579E6">
        <w:rPr>
          <w:rStyle w:val="libArabicChar"/>
          <w:rtl/>
        </w:rPr>
        <w:t xml:space="preserve"> </w:t>
      </w:r>
      <w:r w:rsidRPr="00F579E6">
        <w:rPr>
          <w:rStyle w:val="libArabicChar"/>
          <w:rFonts w:hint="cs"/>
          <w:rtl/>
        </w:rPr>
        <w:t>ما</w:t>
      </w:r>
      <w:r w:rsidR="00606BEE" w:rsidRPr="00606BEE">
        <w:rPr>
          <w:rStyle w:val="libArabicChar"/>
          <w:rFonts w:hint="cs"/>
          <w:rtl/>
        </w:rPr>
        <w:t>يشاء</w:t>
      </w:r>
      <w:r w:rsidRPr="00F579E6">
        <w:rPr>
          <w:rStyle w:val="libArabicChar"/>
          <w:rtl/>
        </w:rPr>
        <w:t xml:space="preserve">'' </w:t>
      </w:r>
      <w:r>
        <w:rPr>
          <w:rtl/>
        </w:rPr>
        <w:t>...;</w:t>
      </w:r>
      <w:r w:rsidRPr="00F579E6">
        <w:rPr>
          <w:rStyle w:val="libFootnotenumChar"/>
          <w:rtl/>
        </w:rPr>
        <w:t>(4)</w:t>
      </w:r>
      <w:r>
        <w:rPr>
          <w:rtl/>
        </w:rPr>
        <w:t xml:space="preserve">امام صادق </w:t>
      </w:r>
      <w:r w:rsidR="00367F17" w:rsidRPr="00367F17">
        <w:rPr>
          <w:rStyle w:val="libAlaemChar"/>
          <w:rtl/>
        </w:rPr>
        <w:t xml:space="preserve"> عليه‌السلام </w:t>
      </w:r>
      <w:r>
        <w:rPr>
          <w:rtl/>
        </w:rPr>
        <w:t xml:space="preserve"> سے منقول ہے كہ اپ</w:t>
      </w:r>
      <w:r w:rsidR="00367F17" w:rsidRPr="00367F17">
        <w:rPr>
          <w:rStyle w:val="libAlaemChar"/>
          <w:rtl/>
        </w:rPr>
        <w:t xml:space="preserve"> عليه‌السلام </w:t>
      </w:r>
      <w:r>
        <w:rPr>
          <w:rtl/>
        </w:rPr>
        <w:t xml:space="preserve"> نے فرمايا:يقيناً خداوند تبارك وتعالى ظالمين كو قيامت كے دن اپنے دار كرامت سے گمراہ كريگا ہے جيسا كہ وہ فرماتا ہے::</w:t>
      </w:r>
      <w:r w:rsidRPr="00F579E6">
        <w:rPr>
          <w:rStyle w:val="libArabicChar"/>
          <w:rtl/>
        </w:rPr>
        <w:t>'' يضلّ الله الظلمين ...''</w:t>
      </w:r>
      <w:r>
        <w:rPr>
          <w:rtl/>
        </w:rPr>
        <w:t>_</w:t>
      </w:r>
    </w:p>
    <w:p w:rsidR="001F628F" w:rsidRDefault="001F628F" w:rsidP="00F579E6">
      <w:pPr>
        <w:pStyle w:val="libNormal"/>
        <w:rPr>
          <w:rtl/>
        </w:rPr>
      </w:pPr>
      <w:r>
        <w:rPr>
          <w:rFonts w:hint="eastAsia"/>
          <w:rtl/>
        </w:rPr>
        <w:t>اضطراب</w:t>
      </w:r>
      <w:r>
        <w:rPr>
          <w:rtl/>
        </w:rPr>
        <w:t xml:space="preserve"> :</w:t>
      </w:r>
      <w:r>
        <w:rPr>
          <w:rFonts w:hint="eastAsia"/>
          <w:rtl/>
        </w:rPr>
        <w:t>اضطراب</w:t>
      </w:r>
      <w:r>
        <w:rPr>
          <w:rtl/>
        </w:rPr>
        <w:t xml:space="preserve"> برطرف ہونے كے اسباب 2</w:t>
      </w:r>
    </w:p>
    <w:p w:rsidR="001F628F" w:rsidRDefault="001F628F" w:rsidP="00F579E6">
      <w:pPr>
        <w:pStyle w:val="libNormal"/>
        <w:rPr>
          <w:rtl/>
        </w:rPr>
      </w:pPr>
      <w:r>
        <w:rPr>
          <w:rFonts w:hint="eastAsia"/>
          <w:rtl/>
        </w:rPr>
        <w:t>اطمينان</w:t>
      </w:r>
      <w:r>
        <w:rPr>
          <w:rtl/>
        </w:rPr>
        <w:t>:</w:t>
      </w:r>
      <w:r>
        <w:rPr>
          <w:rFonts w:hint="eastAsia"/>
          <w:rtl/>
        </w:rPr>
        <w:t>اطمينان</w:t>
      </w:r>
      <w:r>
        <w:rPr>
          <w:rtl/>
        </w:rPr>
        <w:t xml:space="preserve"> كے اسباب 2</w:t>
      </w:r>
    </w:p>
    <w:p w:rsidR="001F628F" w:rsidRDefault="001F628F" w:rsidP="00F579E6">
      <w:pPr>
        <w:pStyle w:val="libNormal"/>
        <w:rPr>
          <w:rtl/>
        </w:rPr>
      </w:pPr>
      <w:r>
        <w:rPr>
          <w:rFonts w:hint="eastAsia"/>
          <w:rtl/>
        </w:rPr>
        <w:t>الله</w:t>
      </w:r>
      <w:r>
        <w:rPr>
          <w:rtl/>
        </w:rPr>
        <w:t xml:space="preserve"> تعالى :</w:t>
      </w:r>
      <w:r>
        <w:rPr>
          <w:rFonts w:hint="eastAsia"/>
          <w:rtl/>
        </w:rPr>
        <w:t>الله</w:t>
      </w:r>
      <w:r>
        <w:rPr>
          <w:rtl/>
        </w:rPr>
        <w:t xml:space="preserve"> تعالى كے كلام كے اثرات 1;الله تعالى كے لطف كے اثرات 6;الله تعالى كا گمراہ كرنا 7، 14 ، 18;الله تعالى كے افعال 1،3،12;الله تعالى كے لطف كى اہميت 4;الله تعالى كى مشيت كا حتمى ہونا 11 ; الله تعالى كے گمراہ كرنے سے مراد 17;الله تعالى كى مشيت سے مراد 17;ال</w:t>
      </w:r>
      <w:r>
        <w:rPr>
          <w:rFonts w:hint="eastAsia"/>
          <w:rtl/>
        </w:rPr>
        <w:t>له</w:t>
      </w:r>
      <w:r>
        <w:rPr>
          <w:rtl/>
        </w:rPr>
        <w:t xml:space="preserve"> تعالى كى مشيت 12; الله تعالى كى مشيت كا كردار14;الله تعالى كى قدرت كا وسيع ہونا 13;الله تعالى كى ہدايات 15</w:t>
      </w:r>
    </w:p>
    <w:p w:rsidR="001F628F" w:rsidRDefault="001F628F" w:rsidP="001F628F">
      <w:pPr>
        <w:pStyle w:val="libNormal"/>
        <w:rPr>
          <w:rtl/>
        </w:rPr>
      </w:pPr>
      <w:r>
        <w:rPr>
          <w:rFonts w:hint="eastAsia"/>
          <w:rtl/>
        </w:rPr>
        <w:t>ايمان</w:t>
      </w:r>
      <w:r>
        <w:rPr>
          <w:rtl/>
        </w:rPr>
        <w:t>:</w:t>
      </w:r>
    </w:p>
    <w:p w:rsidR="00F579E6" w:rsidRDefault="001E7F9D" w:rsidP="00F73EDE">
      <w:pPr>
        <w:pStyle w:val="libPoemTini"/>
        <w:rPr>
          <w:rtl/>
        </w:rPr>
      </w:pPr>
      <w:r>
        <w:rPr>
          <w:rtl/>
        </w:rPr>
        <w:br w:type="page"/>
      </w:r>
    </w:p>
    <w:p w:rsidR="001F628F" w:rsidRDefault="001F628F" w:rsidP="00F579E6">
      <w:pPr>
        <w:pStyle w:val="libNormal"/>
        <w:rPr>
          <w:rtl/>
        </w:rPr>
      </w:pPr>
      <w:r>
        <w:rPr>
          <w:rFonts w:hint="eastAsia"/>
          <w:rtl/>
        </w:rPr>
        <w:lastRenderedPageBreak/>
        <w:t>ايمان</w:t>
      </w:r>
      <w:r>
        <w:rPr>
          <w:rtl/>
        </w:rPr>
        <w:t xml:space="preserve"> كے اثرات 2;ايمان مي</w:t>
      </w:r>
      <w:r w:rsidR="00083993">
        <w:rPr>
          <w:rtl/>
        </w:rPr>
        <w:t xml:space="preserve">ں </w:t>
      </w:r>
      <w:r>
        <w:rPr>
          <w:rtl/>
        </w:rPr>
        <w:t>ثابت قدمي4 ; ايمان كى تاثير كى شرائط4</w:t>
      </w:r>
    </w:p>
    <w:p w:rsidR="001F628F" w:rsidRDefault="001F628F" w:rsidP="00F579E6">
      <w:pPr>
        <w:pStyle w:val="libNormal"/>
        <w:rPr>
          <w:rtl/>
        </w:rPr>
      </w:pPr>
      <w:r>
        <w:rPr>
          <w:rFonts w:hint="eastAsia"/>
          <w:rtl/>
        </w:rPr>
        <w:t>پريشانى</w:t>
      </w:r>
      <w:r>
        <w:rPr>
          <w:rtl/>
        </w:rPr>
        <w:t xml:space="preserve"> :</w:t>
      </w:r>
      <w:r>
        <w:rPr>
          <w:rFonts w:hint="eastAsia"/>
          <w:rtl/>
        </w:rPr>
        <w:t>پريشانى</w:t>
      </w:r>
      <w:r>
        <w:rPr>
          <w:rtl/>
        </w:rPr>
        <w:t xml:space="preserve"> بر طرف ہونے كے اسباب2</w:t>
      </w:r>
    </w:p>
    <w:p w:rsidR="001F628F" w:rsidRDefault="001F628F" w:rsidP="001F628F">
      <w:pPr>
        <w:pStyle w:val="libNormal"/>
        <w:rPr>
          <w:rtl/>
        </w:rPr>
      </w:pPr>
      <w:r>
        <w:rPr>
          <w:rFonts w:hint="eastAsia"/>
          <w:rtl/>
        </w:rPr>
        <w:t>ثابت</w:t>
      </w:r>
      <w:r>
        <w:rPr>
          <w:rtl/>
        </w:rPr>
        <w:t xml:space="preserve"> قدم لوگ:3</w:t>
      </w:r>
    </w:p>
    <w:p w:rsidR="001F628F" w:rsidRDefault="001F628F" w:rsidP="00F579E6">
      <w:pPr>
        <w:pStyle w:val="libNormal"/>
        <w:rPr>
          <w:rtl/>
        </w:rPr>
      </w:pPr>
      <w:r>
        <w:rPr>
          <w:rFonts w:hint="eastAsia"/>
          <w:rtl/>
        </w:rPr>
        <w:t>ثابت</w:t>
      </w:r>
      <w:r>
        <w:rPr>
          <w:rtl/>
        </w:rPr>
        <w:t xml:space="preserve"> قدمي:</w:t>
      </w:r>
      <w:r>
        <w:rPr>
          <w:rFonts w:hint="eastAsia"/>
          <w:rtl/>
        </w:rPr>
        <w:t>ثابت</w:t>
      </w:r>
      <w:r>
        <w:rPr>
          <w:rtl/>
        </w:rPr>
        <w:t xml:space="preserve"> قدمى كے اسباب 2</w:t>
      </w:r>
    </w:p>
    <w:p w:rsidR="001F628F" w:rsidRDefault="001F628F" w:rsidP="001F628F">
      <w:pPr>
        <w:pStyle w:val="libNormal"/>
        <w:rPr>
          <w:rtl/>
        </w:rPr>
      </w:pPr>
      <w:r>
        <w:rPr>
          <w:rFonts w:hint="eastAsia"/>
          <w:rtl/>
        </w:rPr>
        <w:t>روايت</w:t>
      </w:r>
      <w:r>
        <w:rPr>
          <w:rtl/>
        </w:rPr>
        <w:t>:15،16،17،18</w:t>
      </w:r>
    </w:p>
    <w:p w:rsidR="001F628F" w:rsidRDefault="001F628F" w:rsidP="00F579E6">
      <w:pPr>
        <w:pStyle w:val="libNormal"/>
        <w:rPr>
          <w:rtl/>
        </w:rPr>
      </w:pPr>
      <w:r>
        <w:rPr>
          <w:rFonts w:hint="eastAsia"/>
          <w:rtl/>
        </w:rPr>
        <w:t>شيطان</w:t>
      </w:r>
      <w:r>
        <w:rPr>
          <w:rtl/>
        </w:rPr>
        <w:t xml:space="preserve"> :</w:t>
      </w:r>
      <w:r>
        <w:rPr>
          <w:rFonts w:hint="eastAsia"/>
          <w:rtl/>
        </w:rPr>
        <w:t>شيطان</w:t>
      </w:r>
      <w:r>
        <w:rPr>
          <w:rtl/>
        </w:rPr>
        <w:t xml:space="preserve"> كے گمراہ كرنے كا طريقہ 15</w:t>
      </w:r>
    </w:p>
    <w:p w:rsidR="001F628F" w:rsidRDefault="001F628F" w:rsidP="00F579E6">
      <w:pPr>
        <w:pStyle w:val="libNormal"/>
        <w:rPr>
          <w:rtl/>
        </w:rPr>
      </w:pPr>
      <w:r>
        <w:rPr>
          <w:rFonts w:hint="eastAsia"/>
          <w:rtl/>
        </w:rPr>
        <w:t>ظالمين</w:t>
      </w:r>
      <w:r>
        <w:rPr>
          <w:rtl/>
        </w:rPr>
        <w:t xml:space="preserve"> :</w:t>
      </w:r>
      <w:r>
        <w:rPr>
          <w:rFonts w:hint="eastAsia"/>
          <w:rtl/>
        </w:rPr>
        <w:t>ظالمين</w:t>
      </w:r>
      <w:r>
        <w:rPr>
          <w:rtl/>
        </w:rPr>
        <w:t xml:space="preserve"> كا اضطراب 10;ظالمين كا تزلزل 10; ظالمين كى اخروى زندگي10;ظالمين كى دنيوى زندگى 10 ; ظالمين قيامت مي</w:t>
      </w:r>
      <w:r w:rsidR="00083993">
        <w:rPr>
          <w:rtl/>
        </w:rPr>
        <w:t xml:space="preserve">ں </w:t>
      </w:r>
      <w:r>
        <w:rPr>
          <w:rtl/>
        </w:rPr>
        <w:t>18;ظالمين كى اخروى گمراہى 18; ظالمين كى گمراہى 7;ظالمين كى محروميت 10 ; ظالمين كى گمراہى كا سر چشمہ 14</w:t>
      </w:r>
    </w:p>
    <w:p w:rsidR="001F628F" w:rsidRDefault="001F628F" w:rsidP="00F579E6">
      <w:pPr>
        <w:pStyle w:val="libNormal"/>
        <w:rPr>
          <w:rtl/>
        </w:rPr>
      </w:pPr>
      <w:r>
        <w:rPr>
          <w:rFonts w:hint="eastAsia"/>
          <w:rtl/>
        </w:rPr>
        <w:t>ظلم</w:t>
      </w:r>
      <w:r>
        <w:rPr>
          <w:rtl/>
        </w:rPr>
        <w:t xml:space="preserve"> :</w:t>
      </w:r>
      <w:r>
        <w:rPr>
          <w:rFonts w:hint="eastAsia"/>
          <w:rtl/>
        </w:rPr>
        <w:t>ظلم</w:t>
      </w:r>
      <w:r>
        <w:rPr>
          <w:rtl/>
        </w:rPr>
        <w:t xml:space="preserve"> كے اثرات 8;ظلم كى سزا 8;ظلم كے موارد 9</w:t>
      </w:r>
    </w:p>
    <w:p w:rsidR="001F628F" w:rsidRDefault="001F628F" w:rsidP="00F579E6">
      <w:pPr>
        <w:pStyle w:val="libNormal"/>
        <w:rPr>
          <w:rtl/>
        </w:rPr>
      </w:pPr>
      <w:r>
        <w:rPr>
          <w:rFonts w:hint="eastAsia"/>
          <w:rtl/>
        </w:rPr>
        <w:t>قران</w:t>
      </w:r>
      <w:r>
        <w:rPr>
          <w:rtl/>
        </w:rPr>
        <w:t xml:space="preserve"> كريم :</w:t>
      </w:r>
      <w:r>
        <w:rPr>
          <w:rFonts w:hint="eastAsia"/>
          <w:rtl/>
        </w:rPr>
        <w:t>مؤمنين</w:t>
      </w:r>
      <w:r>
        <w:rPr>
          <w:rtl/>
        </w:rPr>
        <w:t xml:space="preserve"> كا قران كريم پر ثابت قدم رہنا 3</w:t>
      </w:r>
    </w:p>
    <w:p w:rsidR="001F628F" w:rsidRDefault="001F628F" w:rsidP="00F579E6">
      <w:pPr>
        <w:pStyle w:val="libNormal"/>
        <w:rPr>
          <w:rtl/>
        </w:rPr>
      </w:pPr>
      <w:r>
        <w:rPr>
          <w:rFonts w:hint="eastAsia"/>
          <w:rtl/>
        </w:rPr>
        <w:t>كفار</w:t>
      </w:r>
      <w:r>
        <w:rPr>
          <w:rtl/>
        </w:rPr>
        <w:t>:</w:t>
      </w:r>
      <w:r>
        <w:rPr>
          <w:rFonts w:hint="eastAsia"/>
          <w:rtl/>
        </w:rPr>
        <w:t>كفار</w:t>
      </w:r>
      <w:r>
        <w:rPr>
          <w:rtl/>
        </w:rPr>
        <w:t xml:space="preserve"> كا ظلم 9;كفار موت كے وقت17</w:t>
      </w:r>
    </w:p>
    <w:p w:rsidR="001F628F" w:rsidRDefault="001F628F" w:rsidP="00F579E6">
      <w:pPr>
        <w:pStyle w:val="libNormal"/>
        <w:rPr>
          <w:rtl/>
        </w:rPr>
      </w:pPr>
      <w:r>
        <w:rPr>
          <w:rFonts w:hint="eastAsia"/>
          <w:rtl/>
        </w:rPr>
        <w:t>كفر</w:t>
      </w:r>
      <w:r>
        <w:rPr>
          <w:rtl/>
        </w:rPr>
        <w:t xml:space="preserve"> :</w:t>
      </w:r>
      <w:r>
        <w:rPr>
          <w:rFonts w:hint="eastAsia"/>
          <w:rtl/>
        </w:rPr>
        <w:t>كفر</w:t>
      </w:r>
      <w:r>
        <w:rPr>
          <w:rtl/>
        </w:rPr>
        <w:t xml:space="preserve"> كا ظلم 9</w:t>
      </w:r>
    </w:p>
    <w:p w:rsidR="001F628F" w:rsidRDefault="001F628F" w:rsidP="00F579E6">
      <w:pPr>
        <w:pStyle w:val="libNormal"/>
        <w:rPr>
          <w:rtl/>
        </w:rPr>
      </w:pPr>
      <w:r>
        <w:rPr>
          <w:rFonts w:hint="eastAsia"/>
          <w:rtl/>
        </w:rPr>
        <w:t>گمراہى</w:t>
      </w:r>
      <w:r>
        <w:rPr>
          <w:rtl/>
        </w:rPr>
        <w:t xml:space="preserve"> :</w:t>
      </w:r>
      <w:r>
        <w:rPr>
          <w:rFonts w:hint="eastAsia"/>
          <w:rtl/>
        </w:rPr>
        <w:t>گمراہى</w:t>
      </w:r>
      <w:r>
        <w:rPr>
          <w:rtl/>
        </w:rPr>
        <w:t xml:space="preserve"> مي</w:t>
      </w:r>
      <w:r w:rsidR="00083993">
        <w:rPr>
          <w:rtl/>
        </w:rPr>
        <w:t xml:space="preserve">ں </w:t>
      </w:r>
      <w:r>
        <w:rPr>
          <w:rtl/>
        </w:rPr>
        <w:t>اضافے كے اسباب 8</w:t>
      </w:r>
    </w:p>
    <w:p w:rsidR="001F628F" w:rsidRDefault="001F628F" w:rsidP="00F579E6">
      <w:pPr>
        <w:pStyle w:val="libNormal"/>
        <w:rPr>
          <w:rtl/>
        </w:rPr>
      </w:pPr>
      <w:r>
        <w:rPr>
          <w:rFonts w:hint="eastAsia"/>
          <w:rtl/>
        </w:rPr>
        <w:t>لعنت</w:t>
      </w:r>
      <w:r>
        <w:rPr>
          <w:rtl/>
        </w:rPr>
        <w:t>:</w:t>
      </w:r>
      <w:r>
        <w:rPr>
          <w:rFonts w:hint="eastAsia"/>
          <w:rtl/>
        </w:rPr>
        <w:t>لعنت</w:t>
      </w:r>
      <w:r>
        <w:rPr>
          <w:rtl/>
        </w:rPr>
        <w:t xml:space="preserve"> جن كے شامل حال ہے 17</w:t>
      </w:r>
    </w:p>
    <w:p w:rsidR="001F628F" w:rsidRDefault="001F628F" w:rsidP="00F579E6">
      <w:pPr>
        <w:pStyle w:val="libNormal"/>
        <w:rPr>
          <w:rtl/>
        </w:rPr>
      </w:pPr>
      <w:r>
        <w:rPr>
          <w:rFonts w:hint="eastAsia"/>
          <w:rtl/>
        </w:rPr>
        <w:t>ملائكہ</w:t>
      </w:r>
      <w:r>
        <w:rPr>
          <w:rtl/>
        </w:rPr>
        <w:t xml:space="preserve"> :</w:t>
      </w:r>
      <w:r>
        <w:rPr>
          <w:rFonts w:hint="eastAsia"/>
          <w:rtl/>
        </w:rPr>
        <w:t>ملائيكہ</w:t>
      </w:r>
      <w:r>
        <w:rPr>
          <w:rtl/>
        </w:rPr>
        <w:t xml:space="preserve"> قبر كا سوال 16،17</w:t>
      </w:r>
    </w:p>
    <w:p w:rsidR="001F628F" w:rsidRDefault="001F628F" w:rsidP="00F579E6">
      <w:pPr>
        <w:pStyle w:val="libNormal"/>
        <w:rPr>
          <w:rtl/>
        </w:rPr>
      </w:pPr>
      <w:r>
        <w:rPr>
          <w:rFonts w:hint="eastAsia"/>
          <w:rtl/>
        </w:rPr>
        <w:t>مؤمنين</w:t>
      </w:r>
      <w:r>
        <w:rPr>
          <w:rtl/>
        </w:rPr>
        <w:t xml:space="preserve"> :</w:t>
      </w:r>
      <w:r>
        <w:rPr>
          <w:rFonts w:hint="eastAsia"/>
          <w:rtl/>
        </w:rPr>
        <w:t>مؤمنين</w:t>
      </w:r>
      <w:r>
        <w:rPr>
          <w:rtl/>
        </w:rPr>
        <w:t xml:space="preserve"> كى ثابت قدمي5،15،16 ; مؤمنين كى ثابت قدمى كے اسباب 1; مؤمنين كے فضائل 17;مؤمنين كى ثابت قدمى كا سر چشمہ 14;مؤمنين اور لغزش 6;مؤمنين موت كے وقت 17;مؤمنين كے ايمان كى خصوصيات 5;مؤمنين كے عقيدے كى خصوصيات 5</w:t>
      </w:r>
    </w:p>
    <w:p w:rsidR="00F579E6" w:rsidRDefault="001E7F9D" w:rsidP="00F73EDE">
      <w:pPr>
        <w:pStyle w:val="libPoemTini"/>
        <w:rPr>
          <w:rtl/>
        </w:rPr>
      </w:pPr>
      <w:r>
        <w:rPr>
          <w:rtl/>
        </w:rPr>
        <w:br w:type="page"/>
      </w:r>
    </w:p>
    <w:p w:rsidR="00F579E6" w:rsidRDefault="00F579E6" w:rsidP="00F579E6">
      <w:pPr>
        <w:pStyle w:val="Heading2Center"/>
        <w:rPr>
          <w:rtl/>
        </w:rPr>
      </w:pPr>
      <w:bookmarkStart w:id="28" w:name="_Toc28081706"/>
      <w:r>
        <w:rPr>
          <w:rFonts w:hint="cs"/>
          <w:rtl/>
        </w:rPr>
        <w:lastRenderedPageBreak/>
        <w:t xml:space="preserve">آیت </w:t>
      </w:r>
      <w:r w:rsidRPr="00120F63">
        <w:rPr>
          <w:rFonts w:hint="cs"/>
          <w:rtl/>
        </w:rPr>
        <w:t>2</w:t>
      </w:r>
      <w:r>
        <w:rPr>
          <w:rFonts w:hint="cs"/>
          <w:rtl/>
        </w:rPr>
        <w:t>7</w:t>
      </w:r>
      <w:bookmarkEnd w:id="28"/>
    </w:p>
    <w:p w:rsidR="001F628F" w:rsidRDefault="00E260F9" w:rsidP="00F579E6">
      <w:pPr>
        <w:pStyle w:val="libNormal"/>
        <w:rPr>
          <w:rtl/>
        </w:rPr>
      </w:pPr>
      <w:r w:rsidRPr="00E260F9">
        <w:rPr>
          <w:rStyle w:val="libAlaemChar"/>
          <w:rFonts w:hint="eastAsia"/>
          <w:rtl/>
        </w:rPr>
        <w:t>(</w:t>
      </w:r>
      <w:r w:rsidRPr="00F579E6">
        <w:rPr>
          <w:rStyle w:val="libAieChar"/>
          <w:rFonts w:hint="eastAsia"/>
          <w:rtl/>
        </w:rPr>
        <w:t>أَلَمْ</w:t>
      </w:r>
      <w:r w:rsidRPr="00F579E6">
        <w:rPr>
          <w:rStyle w:val="libAieChar"/>
          <w:rtl/>
        </w:rPr>
        <w:t xml:space="preserve"> تَرَ إِلَى الَّذِينَ بَدَّلُواْ نِعْمَةَ اللّهِ كُفْراً وَأَحَلُّواْ قَوْمَهُمْ دَارَ الْبَوَارِ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تم نے ان لوگو</w:t>
      </w:r>
      <w:r w:rsidR="00083993">
        <w:rPr>
          <w:rtl/>
        </w:rPr>
        <w:t xml:space="preserve">ں </w:t>
      </w:r>
      <w:r>
        <w:rPr>
          <w:rtl/>
        </w:rPr>
        <w:t>كو نہي</w:t>
      </w:r>
      <w:r w:rsidR="00083993">
        <w:rPr>
          <w:rtl/>
        </w:rPr>
        <w:t xml:space="preserve">ں </w:t>
      </w:r>
      <w:r>
        <w:rPr>
          <w:rtl/>
        </w:rPr>
        <w:t>ديكھا جنہو</w:t>
      </w:r>
      <w:r w:rsidR="00083993">
        <w:rPr>
          <w:rtl/>
        </w:rPr>
        <w:t xml:space="preserve">ں </w:t>
      </w:r>
      <w:r>
        <w:rPr>
          <w:rtl/>
        </w:rPr>
        <w:t>نے اللہ كى نعمت كو كفران نعمت سے تبديل كرديا اور اپنى قوم كو ہلاكت كى منزل تك پہنچاديا _</w:t>
      </w:r>
    </w:p>
    <w:p w:rsidR="001F628F" w:rsidRDefault="001F628F" w:rsidP="003B62CE">
      <w:pPr>
        <w:pStyle w:val="libNormal"/>
        <w:rPr>
          <w:rtl/>
        </w:rPr>
      </w:pPr>
      <w:r>
        <w:rPr>
          <w:rtl/>
        </w:rPr>
        <w:t>1_خداوند متعال لوگو</w:t>
      </w:r>
      <w:r w:rsidR="00083993">
        <w:rPr>
          <w:rtl/>
        </w:rPr>
        <w:t xml:space="preserve">ں </w:t>
      </w:r>
      <w:r>
        <w:rPr>
          <w:rtl/>
        </w:rPr>
        <w:t>كو اپنى نعمتو</w:t>
      </w:r>
      <w:r w:rsidR="00083993">
        <w:rPr>
          <w:rtl/>
        </w:rPr>
        <w:t xml:space="preserve">ں </w:t>
      </w:r>
      <w:r>
        <w:rPr>
          <w:rtl/>
        </w:rPr>
        <w:t>كے مقابلے مي</w:t>
      </w:r>
      <w:r w:rsidR="00083993">
        <w:rPr>
          <w:rtl/>
        </w:rPr>
        <w:t xml:space="preserve">ں </w:t>
      </w:r>
      <w:r>
        <w:rPr>
          <w:rtl/>
        </w:rPr>
        <w:t>ناشكرى كرنے والو</w:t>
      </w:r>
      <w:r w:rsidR="00083993">
        <w:rPr>
          <w:rtl/>
        </w:rPr>
        <w:t xml:space="preserve">ں </w:t>
      </w:r>
      <w:r>
        <w:rPr>
          <w:rtl/>
        </w:rPr>
        <w:t>كى برى عاقبت كے بارے مي</w:t>
      </w:r>
      <w:r w:rsidR="00083993">
        <w:rPr>
          <w:rtl/>
        </w:rPr>
        <w:t xml:space="preserve">ں </w:t>
      </w:r>
      <w:r>
        <w:rPr>
          <w:rtl/>
        </w:rPr>
        <w:t>غورو فكر كى دعوت ديتا ہے _</w:t>
      </w:r>
      <w:r w:rsidRPr="003B62CE">
        <w:rPr>
          <w:rStyle w:val="libArabicChar"/>
          <w:rFonts w:hint="eastAsia"/>
          <w:rtl/>
        </w:rPr>
        <w:t>ا</w:t>
      </w:r>
      <w:r w:rsidRPr="003B62CE">
        <w:rPr>
          <w:rStyle w:val="libArabicChar"/>
          <w:rtl/>
        </w:rPr>
        <w:t xml:space="preserve"> لم تر الى الذين بدّلوا نعمت الله كفرً</w:t>
      </w:r>
    </w:p>
    <w:p w:rsidR="001F628F" w:rsidRDefault="001F628F" w:rsidP="003B62CE">
      <w:pPr>
        <w:pStyle w:val="libNormal"/>
        <w:rPr>
          <w:rtl/>
        </w:rPr>
      </w:pPr>
      <w:r>
        <w:rPr>
          <w:rtl/>
        </w:rPr>
        <w:t>2_الہى نعمتو</w:t>
      </w:r>
      <w:r w:rsidR="00083993">
        <w:rPr>
          <w:rtl/>
        </w:rPr>
        <w:t xml:space="preserve">ں </w:t>
      </w:r>
      <w:r>
        <w:rPr>
          <w:rtl/>
        </w:rPr>
        <w:t>كى بے قدرى اور ناشكرى كرنے والو</w:t>
      </w:r>
      <w:r w:rsidR="00083993">
        <w:rPr>
          <w:rtl/>
        </w:rPr>
        <w:t xml:space="preserve">ں </w:t>
      </w:r>
      <w:r>
        <w:rPr>
          <w:rtl/>
        </w:rPr>
        <w:t>كا برا انجام غور وفكر اور سبق و نصيحت حاصل كرنے كے قابل ہے _</w:t>
      </w:r>
      <w:r w:rsidRPr="003B62CE">
        <w:rPr>
          <w:rStyle w:val="libArabicChar"/>
          <w:rFonts w:hint="eastAsia"/>
          <w:rtl/>
        </w:rPr>
        <w:t>ا</w:t>
      </w:r>
      <w:r w:rsidRPr="003B62CE">
        <w:rPr>
          <w:rStyle w:val="libArabicChar"/>
          <w:rtl/>
        </w:rPr>
        <w:t xml:space="preserve"> لم تر الى الذين بدّلوا نعمت الله كفرًا وا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p>
    <w:p w:rsidR="001F628F" w:rsidRDefault="001F628F" w:rsidP="001F628F">
      <w:pPr>
        <w:pStyle w:val="libNormal"/>
        <w:rPr>
          <w:rtl/>
        </w:rPr>
      </w:pPr>
      <w:r>
        <w:rPr>
          <w:rtl/>
        </w:rPr>
        <w:t>3_خداو ند متعال ، لوگو</w:t>
      </w:r>
      <w:r w:rsidR="00083993">
        <w:rPr>
          <w:rtl/>
        </w:rPr>
        <w:t xml:space="preserve">ں </w:t>
      </w:r>
      <w:r>
        <w:rPr>
          <w:rtl/>
        </w:rPr>
        <w:t>كوكفر كے ناشكرے سردارو</w:t>
      </w:r>
      <w:r w:rsidR="00083993">
        <w:rPr>
          <w:rtl/>
        </w:rPr>
        <w:t xml:space="preserve">ں </w:t>
      </w:r>
      <w:r>
        <w:rPr>
          <w:rtl/>
        </w:rPr>
        <w:t>كى عاقبت بد مي</w:t>
      </w:r>
      <w:r w:rsidR="00083993">
        <w:rPr>
          <w:rtl/>
        </w:rPr>
        <w:t xml:space="preserve">ں </w:t>
      </w:r>
      <w:r>
        <w:rPr>
          <w:rtl/>
        </w:rPr>
        <w:t>غور و فكر كرنے كى دعوت ديتا ہے_</w:t>
      </w:r>
    </w:p>
    <w:p w:rsidR="001F628F" w:rsidRDefault="001F628F" w:rsidP="003B62CE">
      <w:pPr>
        <w:pStyle w:val="libArabic"/>
        <w:rPr>
          <w:rtl/>
        </w:rPr>
      </w:pPr>
      <w:r>
        <w:rPr>
          <w:rFonts w:hint="eastAsia"/>
          <w:rtl/>
        </w:rPr>
        <w:t>ا</w:t>
      </w:r>
      <w:r>
        <w:rPr>
          <w:rtl/>
        </w:rPr>
        <w:t xml:space="preserve"> لم تر الى الذين ...ا حلّوا قوم</w:t>
      </w:r>
      <w:r w:rsidR="00F21947" w:rsidRPr="00B2551F">
        <w:rPr>
          <w:rFonts w:hint="cs"/>
          <w:rtl/>
        </w:rPr>
        <w:t>ه</w:t>
      </w:r>
      <w:r>
        <w:rPr>
          <w:rFonts w:hint="cs"/>
          <w:rtl/>
        </w:rPr>
        <w:t>م</w:t>
      </w:r>
      <w:r>
        <w:rPr>
          <w:rtl/>
        </w:rPr>
        <w:t xml:space="preserve"> </w:t>
      </w:r>
      <w:r>
        <w:rPr>
          <w:rFonts w:hint="cs"/>
          <w:rtl/>
        </w:rPr>
        <w:t>دارالبوار</w:t>
      </w:r>
    </w:p>
    <w:p w:rsidR="001F628F" w:rsidRDefault="001F628F" w:rsidP="001F628F">
      <w:pPr>
        <w:pStyle w:val="libNormal"/>
        <w:rPr>
          <w:rtl/>
        </w:rPr>
      </w:pPr>
      <w:r>
        <w:rPr>
          <w:rFonts w:hint="eastAsia"/>
          <w:rtl/>
        </w:rPr>
        <w:t>مندرجہ</w:t>
      </w:r>
      <w:r>
        <w:rPr>
          <w:rtl/>
        </w:rPr>
        <w:t xml:space="preserve"> بالا مطلب اس نكتے پر مبنى ہے كہ لوگو</w:t>
      </w:r>
      <w:r w:rsidR="00083993">
        <w:rPr>
          <w:rtl/>
        </w:rPr>
        <w:t xml:space="preserve">ں </w:t>
      </w:r>
      <w:r>
        <w:rPr>
          <w:rtl/>
        </w:rPr>
        <w:t>كو ہلاكت كى طر ف لے جانا اور برى عاقبت سے دوچار كرنا(</w:t>
      </w:r>
      <w:r w:rsidRPr="003B62CE">
        <w:rPr>
          <w:rStyle w:val="libArabicChar"/>
          <w:rtl/>
        </w:rPr>
        <w:t>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r>
        <w:rPr>
          <w:rtl/>
        </w:rPr>
        <w:t>)كفر كےسردارو</w:t>
      </w:r>
      <w:r w:rsidR="00083993">
        <w:rPr>
          <w:rtl/>
        </w:rPr>
        <w:t xml:space="preserve">ں </w:t>
      </w:r>
      <w:r>
        <w:rPr>
          <w:rtl/>
        </w:rPr>
        <w:t>اور معاشرے كے راہنمائو</w:t>
      </w:r>
      <w:r w:rsidR="00083993">
        <w:rPr>
          <w:rtl/>
        </w:rPr>
        <w:t xml:space="preserve">ں </w:t>
      </w:r>
      <w:r>
        <w:rPr>
          <w:rtl/>
        </w:rPr>
        <w:t>كا كام ہے نہ عام لوگو</w:t>
      </w:r>
      <w:r w:rsidR="00083993">
        <w:rPr>
          <w:rtl/>
        </w:rPr>
        <w:t xml:space="preserve">ں </w:t>
      </w:r>
      <w:r>
        <w:rPr>
          <w:rtl/>
        </w:rPr>
        <w:t>كا _</w:t>
      </w:r>
    </w:p>
    <w:p w:rsidR="001F628F" w:rsidRDefault="001F628F" w:rsidP="001F628F">
      <w:pPr>
        <w:pStyle w:val="libNormal"/>
        <w:rPr>
          <w:rtl/>
        </w:rPr>
      </w:pPr>
      <w:r>
        <w:rPr>
          <w:rtl/>
        </w:rPr>
        <w:t>4_ كفر كے ناشكرے سردارو</w:t>
      </w:r>
      <w:r w:rsidR="00083993">
        <w:rPr>
          <w:rtl/>
        </w:rPr>
        <w:t xml:space="preserve">ں </w:t>
      </w:r>
      <w:r>
        <w:rPr>
          <w:rtl/>
        </w:rPr>
        <w:t>او ررہبرو</w:t>
      </w:r>
      <w:r w:rsidR="00083993">
        <w:rPr>
          <w:rtl/>
        </w:rPr>
        <w:t xml:space="preserve">ں </w:t>
      </w:r>
      <w:r>
        <w:rPr>
          <w:rtl/>
        </w:rPr>
        <w:t>كى عاقبت بد ،غورو فكر اور درس عبرت حاصل كرنے كے قابل ہے_</w:t>
      </w:r>
    </w:p>
    <w:p w:rsidR="001F628F" w:rsidRDefault="001F628F" w:rsidP="003B62CE">
      <w:pPr>
        <w:pStyle w:val="libArabic"/>
        <w:rPr>
          <w:rtl/>
        </w:rPr>
      </w:pPr>
      <w:r>
        <w:rPr>
          <w:rFonts w:hint="eastAsia"/>
          <w:rtl/>
        </w:rPr>
        <w:t>ا</w:t>
      </w:r>
      <w:r>
        <w:rPr>
          <w:rtl/>
        </w:rPr>
        <w:t xml:space="preserve"> لم تر الى الذين ...ا حلّوا قوم</w:t>
      </w:r>
      <w:r w:rsidR="00F21947" w:rsidRPr="00B2551F">
        <w:rPr>
          <w:rFonts w:hint="cs"/>
          <w:rtl/>
        </w:rPr>
        <w:t>ه</w:t>
      </w:r>
      <w:r>
        <w:rPr>
          <w:rFonts w:hint="cs"/>
          <w:rtl/>
        </w:rPr>
        <w:t>م</w:t>
      </w:r>
      <w:r>
        <w:rPr>
          <w:rtl/>
        </w:rPr>
        <w:t xml:space="preserve"> </w:t>
      </w:r>
      <w:r>
        <w:rPr>
          <w:rFonts w:hint="cs"/>
          <w:rtl/>
        </w:rPr>
        <w:t>دارالبوار</w:t>
      </w:r>
    </w:p>
    <w:p w:rsidR="001F628F" w:rsidRDefault="001F628F" w:rsidP="001F628F">
      <w:pPr>
        <w:pStyle w:val="libNormal"/>
        <w:rPr>
          <w:rtl/>
        </w:rPr>
      </w:pPr>
      <w:r>
        <w:rPr>
          <w:rtl/>
        </w:rPr>
        <w:t>5_انسانى معاشرو</w:t>
      </w:r>
      <w:r w:rsidR="00083993">
        <w:rPr>
          <w:rtl/>
        </w:rPr>
        <w:t xml:space="preserve">ں </w:t>
      </w:r>
      <w:r>
        <w:rPr>
          <w:rtl/>
        </w:rPr>
        <w:t>اور اقوام كى ہلاكت اور انحطاط مي</w:t>
      </w:r>
      <w:r w:rsidR="00083993">
        <w:rPr>
          <w:rtl/>
        </w:rPr>
        <w:t xml:space="preserve">ں </w:t>
      </w:r>
      <w:r>
        <w:rPr>
          <w:rtl/>
        </w:rPr>
        <w:t>بد كردار رہبرو</w:t>
      </w:r>
      <w:r w:rsidR="00083993">
        <w:rPr>
          <w:rtl/>
        </w:rPr>
        <w:t xml:space="preserve">ں </w:t>
      </w:r>
      <w:r>
        <w:rPr>
          <w:rtl/>
        </w:rPr>
        <w:t>اور راہنمائو</w:t>
      </w:r>
      <w:r w:rsidR="00083993">
        <w:rPr>
          <w:rtl/>
        </w:rPr>
        <w:t xml:space="preserve">ں </w:t>
      </w:r>
      <w:r>
        <w:rPr>
          <w:rtl/>
        </w:rPr>
        <w:t>كا مركزى اور كليدى كردار ادا كرنا_</w:t>
      </w:r>
    </w:p>
    <w:p w:rsidR="001F628F" w:rsidRDefault="001F628F" w:rsidP="003B62CE">
      <w:pPr>
        <w:pStyle w:val="libArabic"/>
        <w:rPr>
          <w:rtl/>
        </w:rPr>
      </w:pPr>
      <w:r>
        <w:rPr>
          <w:rFonts w:hint="eastAsia"/>
          <w:rtl/>
        </w:rPr>
        <w:t>ا</w:t>
      </w:r>
      <w:r>
        <w:rPr>
          <w:rtl/>
        </w:rPr>
        <w:t xml:space="preserve"> لم تر الى الذين ...ا حلّوا قوم</w:t>
      </w:r>
      <w:r w:rsidR="00F21947" w:rsidRPr="00B2551F">
        <w:rPr>
          <w:rFonts w:hint="cs"/>
          <w:rtl/>
        </w:rPr>
        <w:t>ه</w:t>
      </w:r>
      <w:r>
        <w:rPr>
          <w:rFonts w:hint="cs"/>
          <w:rtl/>
        </w:rPr>
        <w:t>م</w:t>
      </w:r>
      <w:r>
        <w:rPr>
          <w:rtl/>
        </w:rPr>
        <w:t xml:space="preserve"> </w:t>
      </w:r>
      <w:r>
        <w:rPr>
          <w:rFonts w:hint="cs"/>
          <w:rtl/>
        </w:rPr>
        <w:t>دارالبوار</w:t>
      </w:r>
    </w:p>
    <w:p w:rsidR="001F628F" w:rsidRDefault="001F628F" w:rsidP="003B62CE">
      <w:pPr>
        <w:pStyle w:val="libNormal"/>
        <w:rPr>
          <w:rtl/>
        </w:rPr>
      </w:pPr>
      <w:r>
        <w:rPr>
          <w:rtl/>
        </w:rPr>
        <w:t>6_ ورغلانے والے بد كردار رہبر اور راہنما ،سر زنش اور سزا كے مستحق ہي</w:t>
      </w:r>
      <w:r w:rsidR="00083993">
        <w:rPr>
          <w:rtl/>
        </w:rPr>
        <w:t xml:space="preserve">ں </w:t>
      </w:r>
      <w:r>
        <w:rPr>
          <w:rtl/>
        </w:rPr>
        <w:t>_</w:t>
      </w:r>
      <w:r w:rsidRPr="003B62CE">
        <w:rPr>
          <w:rStyle w:val="libArabicChar"/>
          <w:rFonts w:hint="eastAsia"/>
          <w:rtl/>
        </w:rPr>
        <w:t>ا</w:t>
      </w:r>
      <w:r w:rsidRPr="003B62CE">
        <w:rPr>
          <w:rStyle w:val="libArabicChar"/>
          <w:rtl/>
        </w:rPr>
        <w:t xml:space="preserve"> لم تر الى الذين ...ا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p>
    <w:p w:rsidR="001F628F" w:rsidRDefault="001F628F" w:rsidP="001F628F">
      <w:pPr>
        <w:pStyle w:val="libNormal"/>
        <w:rPr>
          <w:rtl/>
        </w:rPr>
      </w:pPr>
      <w:r>
        <w:rPr>
          <w:rFonts w:hint="eastAsia"/>
          <w:rtl/>
        </w:rPr>
        <w:t>يہ</w:t>
      </w:r>
      <w:r>
        <w:rPr>
          <w:rtl/>
        </w:rPr>
        <w:t xml:space="preserve"> كہ خداوند متعال نے ناشكرى اور كافر اقوام و ملل</w:t>
      </w:r>
    </w:p>
    <w:p w:rsidR="003B62CE" w:rsidRDefault="001E7F9D" w:rsidP="00F73EDE">
      <w:pPr>
        <w:pStyle w:val="libPoemTini"/>
        <w:rPr>
          <w:rtl/>
        </w:rPr>
      </w:pPr>
      <w:r>
        <w:rPr>
          <w:rtl/>
        </w:rPr>
        <w:cr/>
      </w:r>
      <w:r>
        <w:rPr>
          <w:rtl/>
        </w:rPr>
        <w:br w:type="page"/>
      </w:r>
    </w:p>
    <w:p w:rsidR="001F628F" w:rsidRDefault="001F628F" w:rsidP="003B62CE">
      <w:pPr>
        <w:pStyle w:val="libNormal"/>
        <w:rPr>
          <w:rtl/>
        </w:rPr>
      </w:pPr>
      <w:r>
        <w:rPr>
          <w:rFonts w:hint="eastAsia"/>
          <w:rtl/>
        </w:rPr>
        <w:lastRenderedPageBreak/>
        <w:t>كى</w:t>
      </w:r>
      <w:r>
        <w:rPr>
          <w:rtl/>
        </w:rPr>
        <w:t xml:space="preserve"> عاقبت بد كا تذكرہ كرتے ہوئے ان كے راہنمائو</w:t>
      </w:r>
      <w:r w:rsidR="00083993">
        <w:rPr>
          <w:rtl/>
        </w:rPr>
        <w:t xml:space="preserve">ں </w:t>
      </w:r>
      <w:r>
        <w:rPr>
          <w:rtl/>
        </w:rPr>
        <w:t>كے بارے مي</w:t>
      </w:r>
      <w:r w:rsidR="00083993">
        <w:rPr>
          <w:rtl/>
        </w:rPr>
        <w:t xml:space="preserve">ں </w:t>
      </w:r>
      <w:r>
        <w:rPr>
          <w:rtl/>
        </w:rPr>
        <w:t>بحث كى ہے (ا حلّوا قومھم ...)اس سے ظاہر ہوتا ہے كہ ان كا جرم دوسرے لوگو</w:t>
      </w:r>
      <w:r w:rsidR="00083993">
        <w:rPr>
          <w:rtl/>
        </w:rPr>
        <w:t xml:space="preserve">ں </w:t>
      </w:r>
      <w:r>
        <w:rPr>
          <w:rtl/>
        </w:rPr>
        <w:t>سے زيادہ تھالہذا وہ زيادہ مذمت اور سزا كے مستحق ہي</w:t>
      </w:r>
      <w:r w:rsidR="00083993">
        <w:rPr>
          <w:rtl/>
        </w:rPr>
        <w:t xml:space="preserve">ں </w:t>
      </w:r>
      <w:r>
        <w:rPr>
          <w:rtl/>
        </w:rPr>
        <w:t>_</w:t>
      </w:r>
    </w:p>
    <w:p w:rsidR="001F628F" w:rsidRDefault="001F628F" w:rsidP="003B62CE">
      <w:pPr>
        <w:pStyle w:val="libNormal"/>
        <w:rPr>
          <w:rtl/>
        </w:rPr>
      </w:pPr>
      <w:r>
        <w:rPr>
          <w:rtl/>
        </w:rPr>
        <w:t>7_نعمتو</w:t>
      </w:r>
      <w:r w:rsidR="00083993">
        <w:rPr>
          <w:rtl/>
        </w:rPr>
        <w:t xml:space="preserve">ں </w:t>
      </w:r>
      <w:r>
        <w:rPr>
          <w:rtl/>
        </w:rPr>
        <w:t>كى ناشكرى ،ہلاكت اور برى عاقبت كا موجب بنتى ہے_</w:t>
      </w:r>
      <w:r w:rsidRPr="003B62CE">
        <w:rPr>
          <w:rStyle w:val="libArabicChar"/>
          <w:rFonts w:hint="eastAsia"/>
          <w:rtl/>
        </w:rPr>
        <w:t>ا</w:t>
      </w:r>
      <w:r w:rsidRPr="003B62CE">
        <w:rPr>
          <w:rStyle w:val="libArabicChar"/>
          <w:rtl/>
        </w:rPr>
        <w:t xml:space="preserve"> لم تر الى الذين ...ا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p>
    <w:p w:rsidR="001F628F" w:rsidRDefault="001F628F" w:rsidP="003B62CE">
      <w:pPr>
        <w:pStyle w:val="libNormal"/>
        <w:rPr>
          <w:rtl/>
        </w:rPr>
      </w:pPr>
      <w:r>
        <w:rPr>
          <w:rtl/>
        </w:rPr>
        <w:t>8_مكہ مي</w:t>
      </w:r>
      <w:r w:rsidR="00083993">
        <w:rPr>
          <w:rtl/>
        </w:rPr>
        <w:t xml:space="preserve">ں </w:t>
      </w:r>
      <w:r>
        <w:rPr>
          <w:rtl/>
        </w:rPr>
        <w:t>موجود كفر وشرك كے سردار اور رہبر ناشكرے تھے اوروہى لوگو</w:t>
      </w:r>
      <w:r w:rsidR="00083993">
        <w:rPr>
          <w:rtl/>
        </w:rPr>
        <w:t xml:space="preserve">ں </w:t>
      </w:r>
      <w:r>
        <w:rPr>
          <w:rtl/>
        </w:rPr>
        <w:t>كے انحطاط اور بد بختى كا اصلى سبب بھى تھے_</w:t>
      </w:r>
      <w:r w:rsidRPr="003B62CE">
        <w:rPr>
          <w:rStyle w:val="libArabicChar"/>
          <w:rFonts w:hint="eastAsia"/>
          <w:rtl/>
        </w:rPr>
        <w:t>ا</w:t>
      </w:r>
      <w:r w:rsidRPr="003B62CE">
        <w:rPr>
          <w:rStyle w:val="libArabicChar"/>
          <w:rtl/>
        </w:rPr>
        <w:t xml:space="preserve"> لم تر الى الذين بدّلوا نعمت الله كفرًا وا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p>
    <w:p w:rsidR="001F628F" w:rsidRDefault="001F628F" w:rsidP="001F628F">
      <w:pPr>
        <w:pStyle w:val="libNormal"/>
        <w:rPr>
          <w:rtl/>
        </w:rPr>
      </w:pPr>
      <w:r>
        <w:rPr>
          <w:rFonts w:hint="eastAsia"/>
          <w:rtl/>
        </w:rPr>
        <w:t>چونكہ</w:t>
      </w:r>
      <w:r>
        <w:rPr>
          <w:rtl/>
        </w:rPr>
        <w:t xml:space="preserve"> يہ ايت مكہ مي</w:t>
      </w:r>
      <w:r w:rsidR="00083993">
        <w:rPr>
          <w:rtl/>
        </w:rPr>
        <w:t xml:space="preserve">ں </w:t>
      </w:r>
      <w:r>
        <w:rPr>
          <w:rtl/>
        </w:rPr>
        <w:t>نازل ہوئي ہے لہذا اس سے ہم يہ اخذ كر سكتے ہي</w:t>
      </w:r>
      <w:r w:rsidR="00083993">
        <w:rPr>
          <w:rtl/>
        </w:rPr>
        <w:t xml:space="preserve">ں </w:t>
      </w:r>
      <w:r>
        <w:rPr>
          <w:rtl/>
        </w:rPr>
        <w:t>كہ ايت مجيدہ كا مطلوبہ مصداق ''الذين بدّلوا ...وا حلّوا قومھم''ابو جہل و ابو لہب جيسے كفر وشرك كے سردار ہي</w:t>
      </w:r>
      <w:r w:rsidR="00083993">
        <w:rPr>
          <w:rtl/>
        </w:rPr>
        <w:t xml:space="preserve">ں </w:t>
      </w:r>
      <w:r>
        <w:rPr>
          <w:rtl/>
        </w:rPr>
        <w:t>_</w:t>
      </w:r>
    </w:p>
    <w:p w:rsidR="001F628F" w:rsidRDefault="001F628F" w:rsidP="001F628F">
      <w:pPr>
        <w:pStyle w:val="libNormal"/>
        <w:rPr>
          <w:rtl/>
        </w:rPr>
      </w:pPr>
      <w:r>
        <w:rPr>
          <w:rtl/>
        </w:rPr>
        <w:t>9_</w:t>
      </w:r>
      <w:r w:rsidRPr="003B62CE">
        <w:rPr>
          <w:rStyle w:val="libArabicChar"/>
          <w:rtl/>
        </w:rPr>
        <w:t xml:space="preserve">''عبدالرحمان بن كثير قال :سا لت ا باعبدالله </w:t>
      </w:r>
      <w:r w:rsidR="00367F17" w:rsidRPr="00367F17">
        <w:rPr>
          <w:rStyle w:val="libAlaemChar"/>
          <w:rtl/>
        </w:rPr>
        <w:t xml:space="preserve"> عليه‌السلام </w:t>
      </w:r>
      <w:r w:rsidRPr="003B62CE">
        <w:rPr>
          <w:rStyle w:val="libArabicChar"/>
          <w:rtl/>
        </w:rPr>
        <w:t xml:space="preserve"> عن قول الله عزّوجلّ:''ا لم تر الى الذين بدّلوا نعمت الله كفرًا'' ... قال: عنى ب</w:t>
      </w:r>
      <w:r w:rsidR="00F21947" w:rsidRPr="00B2551F">
        <w:rPr>
          <w:rStyle w:val="libArabicChar"/>
          <w:rFonts w:hint="cs"/>
          <w:rtl/>
        </w:rPr>
        <w:t>ه</w:t>
      </w:r>
      <w:r w:rsidRPr="003B62CE">
        <w:rPr>
          <w:rStyle w:val="libArabicChar"/>
          <w:rFonts w:hint="cs"/>
          <w:rtl/>
        </w:rPr>
        <w:t>ا</w:t>
      </w:r>
      <w:r w:rsidRPr="003B62CE">
        <w:rPr>
          <w:rStyle w:val="libArabicChar"/>
          <w:rtl/>
        </w:rPr>
        <w:t xml:space="preserve"> </w:t>
      </w:r>
      <w:r w:rsidRPr="003B62CE">
        <w:rPr>
          <w:rStyle w:val="libArabicChar"/>
          <w:rFonts w:hint="cs"/>
          <w:rtl/>
        </w:rPr>
        <w:t>قريشاً</w:t>
      </w:r>
      <w:r w:rsidRPr="003B62CE">
        <w:rPr>
          <w:rStyle w:val="libArabicChar"/>
          <w:rtl/>
        </w:rPr>
        <w:t xml:space="preserve"> </w:t>
      </w:r>
      <w:r w:rsidRPr="003B62CE">
        <w:rPr>
          <w:rStyle w:val="libArabicChar"/>
          <w:rFonts w:hint="cs"/>
          <w:rtl/>
        </w:rPr>
        <w:t>قاطبة</w:t>
      </w:r>
      <w:r w:rsidRPr="003B62CE">
        <w:rPr>
          <w:rStyle w:val="libArabicChar"/>
          <w:rtl/>
        </w:rPr>
        <w:t xml:space="preserve"> </w:t>
      </w:r>
      <w:r w:rsidRPr="003B62CE">
        <w:rPr>
          <w:rStyle w:val="libArabicChar"/>
          <w:rFonts w:hint="cs"/>
          <w:rtl/>
        </w:rPr>
        <w:t>الذين</w:t>
      </w:r>
      <w:r w:rsidRPr="003B62CE">
        <w:rPr>
          <w:rStyle w:val="libArabicChar"/>
          <w:rtl/>
        </w:rPr>
        <w:t xml:space="preserve"> </w:t>
      </w:r>
      <w:r w:rsidRPr="003B62CE">
        <w:rPr>
          <w:rStyle w:val="libArabicChar"/>
          <w:rFonts w:hint="cs"/>
          <w:rtl/>
        </w:rPr>
        <w:t>عادوا</w:t>
      </w:r>
      <w:r w:rsidRPr="003B62CE">
        <w:rPr>
          <w:rStyle w:val="libArabicChar"/>
          <w:rtl/>
        </w:rPr>
        <w:t xml:space="preserve"> </w:t>
      </w:r>
      <w:r w:rsidRPr="003B62CE">
        <w:rPr>
          <w:rStyle w:val="libArabicChar"/>
          <w:rFonts w:hint="cs"/>
          <w:rtl/>
        </w:rPr>
        <w:t>رسول</w:t>
      </w:r>
      <w:r w:rsidRPr="003B62CE">
        <w:rPr>
          <w:rStyle w:val="libArabicChar"/>
          <w:rtl/>
        </w:rPr>
        <w:t xml:space="preserve"> </w:t>
      </w:r>
      <w:r w:rsidRPr="003B62CE">
        <w:rPr>
          <w:rStyle w:val="libArabicChar"/>
          <w:rFonts w:hint="cs"/>
          <w:rtl/>
        </w:rPr>
        <w:t>الله</w:t>
      </w:r>
      <w:r w:rsidRPr="003B62CE">
        <w:rPr>
          <w:rStyle w:val="libArabicChar"/>
          <w:rtl/>
        </w:rPr>
        <w:t xml:space="preserve"> </w:t>
      </w:r>
      <w:r w:rsidR="00F031CD" w:rsidRPr="00F031CD">
        <w:rPr>
          <w:rStyle w:val="libAlaemChar"/>
          <w:rtl/>
        </w:rPr>
        <w:t xml:space="preserve"> صلى‌الله‌عليه‌وآله‌وسلم </w:t>
      </w:r>
      <w:r w:rsidRPr="003B62CE">
        <w:rPr>
          <w:rStyle w:val="libArabicChar"/>
          <w:rtl/>
        </w:rPr>
        <w:t xml:space="preserve"> </w:t>
      </w:r>
      <w:r w:rsidRPr="003B62CE">
        <w:rPr>
          <w:rStyle w:val="libArabicChar"/>
          <w:rFonts w:hint="cs"/>
          <w:rtl/>
        </w:rPr>
        <w:t>ونصبوا</w:t>
      </w:r>
      <w:r w:rsidRPr="003B62CE">
        <w:rPr>
          <w:rStyle w:val="libArabicChar"/>
          <w:rtl/>
        </w:rPr>
        <w:t xml:space="preserve"> </w:t>
      </w:r>
      <w:r w:rsidRPr="003B62CE">
        <w:rPr>
          <w:rStyle w:val="libArabicChar"/>
          <w:rFonts w:hint="cs"/>
          <w:rtl/>
        </w:rPr>
        <w:t>ل</w:t>
      </w:r>
      <w:r w:rsidR="00120F63" w:rsidRPr="00B2551F">
        <w:rPr>
          <w:rStyle w:val="libArabicChar"/>
          <w:rFonts w:hint="cs"/>
          <w:rtl/>
        </w:rPr>
        <w:t>ه</w:t>
      </w:r>
      <w:r w:rsidRPr="003B62CE">
        <w:rPr>
          <w:rStyle w:val="libArabicChar"/>
          <w:rtl/>
        </w:rPr>
        <w:t xml:space="preserve"> </w:t>
      </w:r>
      <w:r w:rsidRPr="003B62CE">
        <w:rPr>
          <w:rStyle w:val="libArabicChar"/>
          <w:rFonts w:hint="cs"/>
          <w:rtl/>
        </w:rPr>
        <w:t>الحرب</w:t>
      </w:r>
      <w:r w:rsidRPr="003B62CE">
        <w:rPr>
          <w:rStyle w:val="libArabicChar"/>
          <w:rtl/>
        </w:rPr>
        <w:t xml:space="preserve"> </w:t>
      </w:r>
      <w:r w:rsidRPr="003B62CE">
        <w:rPr>
          <w:rStyle w:val="libArabicChar"/>
          <w:rFonts w:hint="cs"/>
          <w:rtl/>
        </w:rPr>
        <w:t>و</w:t>
      </w:r>
      <w:r w:rsidRPr="003B62CE">
        <w:rPr>
          <w:rStyle w:val="libArabicChar"/>
          <w:rtl/>
        </w:rPr>
        <w:t xml:space="preserve"> </w:t>
      </w:r>
      <w:r w:rsidRPr="003B62CE">
        <w:rPr>
          <w:rStyle w:val="libArabicChar"/>
          <w:rFonts w:hint="cs"/>
          <w:rtl/>
        </w:rPr>
        <w:t>جحدوا</w:t>
      </w:r>
      <w:r w:rsidRPr="003B62CE">
        <w:rPr>
          <w:rStyle w:val="libArabicChar"/>
          <w:rtl/>
        </w:rPr>
        <w:t xml:space="preserve"> </w:t>
      </w:r>
      <w:r w:rsidRPr="003B62CE">
        <w:rPr>
          <w:rStyle w:val="libArabicChar"/>
          <w:rFonts w:hint="cs"/>
          <w:rtl/>
        </w:rPr>
        <w:t>وصّية</w:t>
      </w:r>
      <w:r w:rsidRPr="003B62CE">
        <w:rPr>
          <w:rStyle w:val="libArabicChar"/>
          <w:rtl/>
        </w:rPr>
        <w:t xml:space="preserve"> </w:t>
      </w:r>
      <w:r w:rsidRPr="003B62CE">
        <w:rPr>
          <w:rStyle w:val="libArabicChar"/>
          <w:rFonts w:hint="cs"/>
          <w:rtl/>
        </w:rPr>
        <w:t>وصّي</w:t>
      </w:r>
      <w:r w:rsidR="00120F63" w:rsidRPr="00B2551F">
        <w:rPr>
          <w:rStyle w:val="libArabicChar"/>
          <w:rFonts w:hint="cs"/>
          <w:rtl/>
        </w:rPr>
        <w:t>ه</w:t>
      </w:r>
      <w:r>
        <w:rPr>
          <w:rtl/>
        </w:rPr>
        <w:t>;</w:t>
      </w:r>
      <w:r w:rsidRPr="003B62CE">
        <w:rPr>
          <w:rStyle w:val="libFootnotenumChar"/>
          <w:rtl/>
        </w:rPr>
        <w:t>(1)</w:t>
      </w:r>
      <w:r>
        <w:rPr>
          <w:rtl/>
        </w:rPr>
        <w:t>عبد الرحمن بن كثير كہتے ہي</w:t>
      </w:r>
      <w:r w:rsidR="00083993">
        <w:rPr>
          <w:rtl/>
        </w:rPr>
        <w:t xml:space="preserve">ں </w:t>
      </w:r>
      <w:r>
        <w:rPr>
          <w:rtl/>
        </w:rPr>
        <w:t>:مي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خدا وند عزوجل كے اس كلا م ''ا لم تر الى الذين بدّلوا نعمت الله كفرًا''كے بارے مي</w:t>
      </w:r>
      <w:r w:rsidR="00083993">
        <w:rPr>
          <w:rtl/>
        </w:rPr>
        <w:t xml:space="preserve">ں </w:t>
      </w:r>
      <w:r>
        <w:rPr>
          <w:rtl/>
        </w:rPr>
        <w:t>پوچھا تو اپ</w:t>
      </w:r>
      <w:r w:rsidR="00367F17" w:rsidRPr="00367F17">
        <w:rPr>
          <w:rStyle w:val="libAlaemChar"/>
          <w:rtl/>
        </w:rPr>
        <w:t xml:space="preserve"> عليه‌السلام </w:t>
      </w:r>
      <w:r>
        <w:rPr>
          <w:rtl/>
        </w:rPr>
        <w:t xml:space="preserve"> نے فرمايا:ايت مي</w:t>
      </w:r>
      <w:r w:rsidR="00083993">
        <w:rPr>
          <w:rtl/>
        </w:rPr>
        <w:t xml:space="preserve">ں </w:t>
      </w:r>
      <w:r>
        <w:rPr>
          <w:rtl/>
        </w:rPr>
        <w:t>قريش كے تمام افراد شامل ہي</w:t>
      </w:r>
      <w:r w:rsidR="00083993">
        <w:rPr>
          <w:rtl/>
        </w:rPr>
        <w:t xml:space="preserve">ں </w:t>
      </w:r>
      <w:r>
        <w:rPr>
          <w:rtl/>
        </w:rPr>
        <w:t>،جنہو</w:t>
      </w:r>
      <w:r w:rsidR="00083993">
        <w:rPr>
          <w:rtl/>
        </w:rPr>
        <w:t xml:space="preserve">ں </w:t>
      </w:r>
      <w:r>
        <w:rPr>
          <w:rtl/>
        </w:rPr>
        <w:t xml:space="preserve">نے رسول خدا </w:t>
      </w:r>
      <w:r w:rsidR="00F031CD" w:rsidRPr="00F031CD">
        <w:rPr>
          <w:rStyle w:val="libAlaemChar"/>
          <w:rtl/>
        </w:rPr>
        <w:t xml:space="preserve"> صلى‌الله‌عليه‌وآله‌وسلم </w:t>
      </w:r>
      <w:r>
        <w:rPr>
          <w:rtl/>
        </w:rPr>
        <w:t xml:space="preserve"> كے ساتھ دشمنى كى ہے اور اپ </w:t>
      </w:r>
      <w:r w:rsidR="00F031CD" w:rsidRPr="00F031CD">
        <w:rPr>
          <w:rStyle w:val="libAlaemChar"/>
          <w:rtl/>
        </w:rPr>
        <w:t xml:space="preserve"> صلى‌الله‌عليه‌وآله‌وسلم </w:t>
      </w:r>
      <w:r>
        <w:rPr>
          <w:rtl/>
        </w:rPr>
        <w:t xml:space="preserve"> كے مقابلے مي</w:t>
      </w:r>
      <w:r w:rsidR="00083993">
        <w:rPr>
          <w:rtl/>
        </w:rPr>
        <w:t xml:space="preserve">ں </w:t>
      </w:r>
      <w:r>
        <w:rPr>
          <w:rtl/>
        </w:rPr>
        <w:t>جنگ كھڑى كى ہے اور اپ</w:t>
      </w:r>
      <w:r w:rsidR="00F031CD" w:rsidRPr="00F031CD">
        <w:rPr>
          <w:rStyle w:val="libAlaemChar"/>
          <w:rtl/>
        </w:rPr>
        <w:t xml:space="preserve"> صلى‌الله‌عليه‌وآله‌وسلم </w:t>
      </w:r>
      <w:r>
        <w:rPr>
          <w:rtl/>
        </w:rPr>
        <w:t xml:space="preserve"> كے وصى كى وصا</w:t>
      </w:r>
      <w:r>
        <w:rPr>
          <w:rFonts w:hint="eastAsia"/>
          <w:rtl/>
        </w:rPr>
        <w:t>يت</w:t>
      </w:r>
      <w:r>
        <w:rPr>
          <w:rtl/>
        </w:rPr>
        <w:t xml:space="preserve"> كا انكار كيا ہے_</w:t>
      </w:r>
    </w:p>
    <w:p w:rsidR="001F628F" w:rsidRDefault="001F628F" w:rsidP="001F628F">
      <w:pPr>
        <w:pStyle w:val="libNormal"/>
        <w:rPr>
          <w:rtl/>
        </w:rPr>
      </w:pPr>
      <w:r>
        <w:rPr>
          <w:rtl/>
        </w:rPr>
        <w:t>10_</w:t>
      </w:r>
      <w:r w:rsidRPr="003B62CE">
        <w:rPr>
          <w:rStyle w:val="libArabicChar"/>
          <w:rtl/>
        </w:rPr>
        <w:t>''قال ا مير المو منين</w:t>
      </w:r>
      <w:r w:rsidR="00367F17" w:rsidRPr="00367F17">
        <w:rPr>
          <w:rStyle w:val="libAlaemChar"/>
          <w:rtl/>
        </w:rPr>
        <w:t xml:space="preserve"> عليه‌السلام </w:t>
      </w:r>
      <w:r w:rsidRPr="003B62CE">
        <w:rPr>
          <w:rStyle w:val="libArabicChar"/>
          <w:rtl/>
        </w:rPr>
        <w:t xml:space="preserve"> : ما بال ا قوام غيّروا سنّة رسول الله </w:t>
      </w:r>
      <w:r w:rsidR="00F031CD" w:rsidRPr="00F031CD">
        <w:rPr>
          <w:rStyle w:val="libAlaemChar"/>
          <w:rtl/>
        </w:rPr>
        <w:t xml:space="preserve"> صلى‌الله‌عليه‌وآله‌وسلم </w:t>
      </w:r>
      <w:r w:rsidRPr="003B62CE">
        <w:rPr>
          <w:rStyle w:val="libArabicChar"/>
          <w:rtl/>
        </w:rPr>
        <w:t xml:space="preserve"> و عدلوا عن وصّي</w:t>
      </w:r>
      <w:r w:rsidR="00120F63" w:rsidRPr="00B2551F">
        <w:rPr>
          <w:rStyle w:val="libArabicChar"/>
          <w:rFonts w:hint="cs"/>
          <w:rtl/>
        </w:rPr>
        <w:t>ه</w:t>
      </w:r>
      <w:r w:rsidRPr="003B62CE">
        <w:rPr>
          <w:rStyle w:val="libArabicChar"/>
          <w:rFonts w:hint="cs"/>
          <w:rtl/>
        </w:rPr>
        <w:t>؟لا</w:t>
      </w:r>
      <w:r w:rsidRPr="003B62CE">
        <w:rPr>
          <w:rStyle w:val="libArabicChar"/>
          <w:rtl/>
        </w:rPr>
        <w:t xml:space="preserve"> </w:t>
      </w:r>
      <w:r w:rsidRPr="003B62CE">
        <w:rPr>
          <w:rStyle w:val="libArabicChar"/>
          <w:rFonts w:hint="cs"/>
          <w:rtl/>
        </w:rPr>
        <w:t>يتخوّفون</w:t>
      </w:r>
      <w:r w:rsidRPr="003B62CE">
        <w:rPr>
          <w:rStyle w:val="libArabicChar"/>
          <w:rtl/>
        </w:rPr>
        <w:t xml:space="preserve"> </w:t>
      </w:r>
      <w:r w:rsidRPr="003B62CE">
        <w:rPr>
          <w:rStyle w:val="libArabicChar"/>
          <w:rFonts w:hint="cs"/>
          <w:rtl/>
        </w:rPr>
        <w:t>ا</w:t>
      </w:r>
      <w:r w:rsidRPr="003B62CE">
        <w:rPr>
          <w:rStyle w:val="libArabicChar"/>
          <w:rtl/>
        </w:rPr>
        <w:t xml:space="preserve"> </w:t>
      </w:r>
      <w:r w:rsidRPr="003B62CE">
        <w:rPr>
          <w:rStyle w:val="libArabicChar"/>
          <w:rFonts w:hint="cs"/>
          <w:rtl/>
        </w:rPr>
        <w:t>ن</w:t>
      </w:r>
      <w:r w:rsidRPr="003B62CE">
        <w:rPr>
          <w:rStyle w:val="libArabicChar"/>
          <w:rtl/>
        </w:rPr>
        <w:t xml:space="preserve"> </w:t>
      </w:r>
      <w:r w:rsidRPr="003B62CE">
        <w:rPr>
          <w:rStyle w:val="libArabicChar"/>
          <w:rFonts w:hint="cs"/>
          <w:rtl/>
        </w:rPr>
        <w:t>ينزل</w:t>
      </w:r>
      <w:r w:rsidRPr="003B62CE">
        <w:rPr>
          <w:rStyle w:val="libArabicChar"/>
          <w:rtl/>
        </w:rPr>
        <w:t xml:space="preserve"> </w:t>
      </w:r>
      <w:r w:rsidRPr="003B62CE">
        <w:rPr>
          <w:rStyle w:val="libArabicChar"/>
          <w:rFonts w:hint="cs"/>
          <w:rtl/>
        </w:rPr>
        <w:t>ب</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العذاب،ثمّ</w:t>
      </w:r>
      <w:r w:rsidRPr="003B62CE">
        <w:rPr>
          <w:rStyle w:val="libArabicChar"/>
          <w:rtl/>
        </w:rPr>
        <w:t xml:space="preserve"> </w:t>
      </w:r>
      <w:r w:rsidRPr="003B62CE">
        <w:rPr>
          <w:rStyle w:val="libArabicChar"/>
          <w:rFonts w:hint="cs"/>
          <w:rtl/>
        </w:rPr>
        <w:t>تلا</w:t>
      </w:r>
      <w:r w:rsidR="00F21947" w:rsidRPr="00B2551F">
        <w:rPr>
          <w:rStyle w:val="libArabicChar"/>
          <w:rFonts w:hint="cs"/>
          <w:rtl/>
        </w:rPr>
        <w:t>ه</w:t>
      </w:r>
      <w:r w:rsidRPr="003B62CE">
        <w:rPr>
          <w:rStyle w:val="libArabicChar"/>
          <w:rFonts w:hint="cs"/>
          <w:rtl/>
        </w:rPr>
        <w:t>ذ</w:t>
      </w:r>
      <w:r w:rsidR="00120F63" w:rsidRPr="00B2551F">
        <w:rPr>
          <w:rStyle w:val="libArabicChar"/>
          <w:rFonts w:hint="cs"/>
          <w:rtl/>
        </w:rPr>
        <w:t>ه</w:t>
      </w:r>
      <w:r w:rsidRPr="003B62CE">
        <w:rPr>
          <w:rStyle w:val="libArabicChar"/>
          <w:rtl/>
        </w:rPr>
        <w:t xml:space="preserve"> </w:t>
      </w:r>
      <w:r w:rsidRPr="003B62CE">
        <w:rPr>
          <w:rStyle w:val="libArabicChar"/>
          <w:rFonts w:hint="cs"/>
          <w:rtl/>
        </w:rPr>
        <w:t>الاية</w:t>
      </w:r>
      <w:r w:rsidRPr="003B62CE">
        <w:rPr>
          <w:rStyle w:val="libArabicChar"/>
          <w:rtl/>
        </w:rPr>
        <w:t xml:space="preserve"> :''</w:t>
      </w:r>
      <w:r w:rsidRPr="003B62CE">
        <w:rPr>
          <w:rStyle w:val="libArabicChar"/>
          <w:rFonts w:hint="cs"/>
          <w:rtl/>
        </w:rPr>
        <w:t>ا</w:t>
      </w:r>
      <w:r w:rsidRPr="003B62CE">
        <w:rPr>
          <w:rStyle w:val="libArabicChar"/>
          <w:rtl/>
        </w:rPr>
        <w:t xml:space="preserve"> </w:t>
      </w:r>
      <w:r w:rsidRPr="003B62CE">
        <w:rPr>
          <w:rStyle w:val="libArabicChar"/>
          <w:rFonts w:hint="cs"/>
          <w:rtl/>
        </w:rPr>
        <w:t>لم</w:t>
      </w:r>
      <w:r w:rsidRPr="003B62CE">
        <w:rPr>
          <w:rStyle w:val="libArabicChar"/>
          <w:rtl/>
        </w:rPr>
        <w:t xml:space="preserve"> </w:t>
      </w:r>
      <w:r w:rsidRPr="003B62CE">
        <w:rPr>
          <w:rStyle w:val="libArabicChar"/>
          <w:rFonts w:hint="cs"/>
          <w:rtl/>
        </w:rPr>
        <w:t>تر</w:t>
      </w:r>
      <w:r w:rsidRPr="003B62CE">
        <w:rPr>
          <w:rStyle w:val="libArabicChar"/>
          <w:rtl/>
        </w:rPr>
        <w:t xml:space="preserve"> </w:t>
      </w:r>
      <w:r w:rsidRPr="003B62CE">
        <w:rPr>
          <w:rStyle w:val="libArabicChar"/>
          <w:rFonts w:hint="cs"/>
          <w:rtl/>
        </w:rPr>
        <w:t>الى</w:t>
      </w:r>
      <w:r w:rsidRPr="003B62CE">
        <w:rPr>
          <w:rStyle w:val="libArabicChar"/>
          <w:rtl/>
        </w:rPr>
        <w:t xml:space="preserve"> </w:t>
      </w:r>
      <w:r w:rsidRPr="003B62CE">
        <w:rPr>
          <w:rStyle w:val="libArabicChar"/>
          <w:rFonts w:hint="cs"/>
          <w:rtl/>
        </w:rPr>
        <w:t>الذين</w:t>
      </w:r>
      <w:r w:rsidRPr="003B62CE">
        <w:rPr>
          <w:rStyle w:val="libArabicChar"/>
          <w:rtl/>
        </w:rPr>
        <w:t xml:space="preserve"> </w:t>
      </w:r>
      <w:r w:rsidRPr="003B62CE">
        <w:rPr>
          <w:rStyle w:val="libArabicChar"/>
          <w:rFonts w:hint="cs"/>
          <w:rtl/>
        </w:rPr>
        <w:t>بدّلوا</w:t>
      </w:r>
      <w:r w:rsidRPr="003B62CE">
        <w:rPr>
          <w:rStyle w:val="libArabicChar"/>
          <w:rtl/>
        </w:rPr>
        <w:t xml:space="preserve"> </w:t>
      </w:r>
      <w:r w:rsidRPr="003B62CE">
        <w:rPr>
          <w:rStyle w:val="libArabicChar"/>
          <w:rFonts w:hint="cs"/>
          <w:rtl/>
        </w:rPr>
        <w:t>نعمت</w:t>
      </w:r>
      <w:r w:rsidRPr="003B62CE">
        <w:rPr>
          <w:rStyle w:val="libArabicChar"/>
          <w:rtl/>
        </w:rPr>
        <w:t xml:space="preserve"> </w:t>
      </w:r>
      <w:r w:rsidRPr="003B62CE">
        <w:rPr>
          <w:rStyle w:val="libArabicChar"/>
          <w:rFonts w:hint="cs"/>
          <w:rtl/>
        </w:rPr>
        <w:t>الله</w:t>
      </w:r>
      <w:r w:rsidRPr="003B62CE">
        <w:rPr>
          <w:rStyle w:val="libArabicChar"/>
          <w:rtl/>
        </w:rPr>
        <w:t xml:space="preserve"> </w:t>
      </w:r>
      <w:r w:rsidRPr="003B62CE">
        <w:rPr>
          <w:rStyle w:val="libArabicChar"/>
          <w:rFonts w:hint="cs"/>
          <w:rtl/>
        </w:rPr>
        <w:t>كفرًا</w:t>
      </w:r>
      <w:r w:rsidRPr="003B62CE">
        <w:rPr>
          <w:rStyle w:val="libArabicChar"/>
          <w:rtl/>
        </w:rPr>
        <w:t xml:space="preserve"> </w:t>
      </w:r>
      <w:r w:rsidRPr="003B62CE">
        <w:rPr>
          <w:rStyle w:val="libArabicChar"/>
          <w:rFonts w:hint="cs"/>
          <w:rtl/>
        </w:rPr>
        <w:t>وا</w:t>
      </w:r>
      <w:r w:rsidRPr="003B62CE">
        <w:rPr>
          <w:rStyle w:val="libArabicChar"/>
          <w:rtl/>
        </w:rPr>
        <w:t xml:space="preserve"> </w:t>
      </w:r>
      <w:r w:rsidRPr="003B62CE">
        <w:rPr>
          <w:rStyle w:val="libArabicChar"/>
          <w:rFonts w:hint="cs"/>
          <w:rtl/>
        </w:rPr>
        <w:t>حلّوا</w:t>
      </w:r>
      <w:r w:rsidRPr="003B62CE">
        <w:rPr>
          <w:rStyle w:val="libArabicChar"/>
          <w:rtl/>
        </w:rPr>
        <w:t xml:space="preserve"> </w:t>
      </w:r>
      <w:r w:rsidRPr="003B62CE">
        <w:rPr>
          <w:rStyle w:val="libArabicChar"/>
          <w:rFonts w:hint="cs"/>
          <w:rtl/>
        </w:rPr>
        <w:t>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r w:rsidRPr="003B62CE">
        <w:rPr>
          <w:rStyle w:val="libArabicChar"/>
          <w:rtl/>
        </w:rPr>
        <w:t xml:space="preserve"> ...'' </w:t>
      </w:r>
      <w:r w:rsidRPr="003B62CE">
        <w:rPr>
          <w:rStyle w:val="libArabicChar"/>
          <w:rFonts w:hint="cs"/>
          <w:rtl/>
        </w:rPr>
        <w:t>ثمّ</w:t>
      </w:r>
      <w:r w:rsidRPr="003B62CE">
        <w:rPr>
          <w:rStyle w:val="libArabicChar"/>
          <w:rtl/>
        </w:rPr>
        <w:t xml:space="preserve"> </w:t>
      </w:r>
      <w:r w:rsidRPr="003B62CE">
        <w:rPr>
          <w:rStyle w:val="libArabicChar"/>
          <w:rFonts w:hint="cs"/>
          <w:rtl/>
        </w:rPr>
        <w:t>قال</w:t>
      </w:r>
      <w:r w:rsidRPr="003B62CE">
        <w:rPr>
          <w:rStyle w:val="libArabicChar"/>
          <w:rtl/>
        </w:rPr>
        <w:t>:</w:t>
      </w:r>
      <w:r w:rsidRPr="003B62CE">
        <w:rPr>
          <w:rStyle w:val="libArabicChar"/>
          <w:rFonts w:hint="cs"/>
          <w:rtl/>
        </w:rPr>
        <w:t>نحن</w:t>
      </w:r>
      <w:r w:rsidRPr="003B62CE">
        <w:rPr>
          <w:rStyle w:val="libArabicChar"/>
          <w:rtl/>
        </w:rPr>
        <w:t xml:space="preserve"> </w:t>
      </w:r>
      <w:r w:rsidRPr="003B62CE">
        <w:rPr>
          <w:rStyle w:val="libArabicChar"/>
          <w:rFonts w:hint="cs"/>
          <w:rtl/>
        </w:rPr>
        <w:t>النعمة</w:t>
      </w:r>
      <w:r w:rsidRPr="003B62CE">
        <w:rPr>
          <w:rStyle w:val="libArabicChar"/>
          <w:rtl/>
        </w:rPr>
        <w:t xml:space="preserve"> </w:t>
      </w:r>
      <w:r w:rsidRPr="003B62CE">
        <w:rPr>
          <w:rStyle w:val="libArabicChar"/>
          <w:rFonts w:hint="cs"/>
          <w:rtl/>
        </w:rPr>
        <w:t>التى</w:t>
      </w:r>
      <w:r w:rsidRPr="003B62CE">
        <w:rPr>
          <w:rStyle w:val="libArabicChar"/>
          <w:rtl/>
        </w:rPr>
        <w:t xml:space="preserve"> </w:t>
      </w:r>
      <w:r w:rsidRPr="003B62CE">
        <w:rPr>
          <w:rStyle w:val="libArabicChar"/>
          <w:rFonts w:hint="cs"/>
          <w:rtl/>
        </w:rPr>
        <w:t>ا</w:t>
      </w:r>
      <w:r w:rsidRPr="003B62CE">
        <w:rPr>
          <w:rStyle w:val="libArabicChar"/>
          <w:rtl/>
        </w:rPr>
        <w:t xml:space="preserve"> </w:t>
      </w:r>
      <w:r w:rsidRPr="003B62CE">
        <w:rPr>
          <w:rStyle w:val="libArabicChar"/>
          <w:rFonts w:hint="cs"/>
          <w:rtl/>
        </w:rPr>
        <w:t>نعم</w:t>
      </w:r>
      <w:r w:rsidRPr="003B62CE">
        <w:rPr>
          <w:rStyle w:val="libArabicChar"/>
          <w:rtl/>
        </w:rPr>
        <w:t xml:space="preserve"> </w:t>
      </w:r>
      <w:r w:rsidRPr="003B62CE">
        <w:rPr>
          <w:rStyle w:val="libArabicChar"/>
          <w:rFonts w:hint="cs"/>
          <w:rtl/>
        </w:rPr>
        <w:t>الله</w:t>
      </w:r>
      <w:r w:rsidRPr="003B62CE">
        <w:rPr>
          <w:rStyle w:val="libArabicChar"/>
          <w:rtl/>
        </w:rPr>
        <w:t xml:space="preserve"> </w:t>
      </w:r>
      <w:r w:rsidRPr="003B62CE">
        <w:rPr>
          <w:rStyle w:val="libArabicChar"/>
          <w:rFonts w:hint="cs"/>
          <w:rtl/>
        </w:rPr>
        <w:t>ب</w:t>
      </w:r>
      <w:r w:rsidR="00F21947" w:rsidRPr="00B2551F">
        <w:rPr>
          <w:rStyle w:val="libArabicChar"/>
          <w:rFonts w:hint="cs"/>
          <w:rtl/>
        </w:rPr>
        <w:t>ه</w:t>
      </w:r>
      <w:r w:rsidRPr="003B62CE">
        <w:rPr>
          <w:rStyle w:val="libArabicChar"/>
          <w:rFonts w:hint="cs"/>
          <w:rtl/>
        </w:rPr>
        <w:t>ا</w:t>
      </w:r>
      <w:r w:rsidRPr="003B62CE">
        <w:rPr>
          <w:rStyle w:val="libArabicChar"/>
          <w:rtl/>
        </w:rPr>
        <w:t xml:space="preserve"> على عب</w:t>
      </w:r>
      <w:r w:rsidRPr="003B62CE">
        <w:rPr>
          <w:rStyle w:val="libArabicChar"/>
          <w:rFonts w:hint="eastAsia"/>
          <w:rtl/>
        </w:rPr>
        <w:t>اد</w:t>
      </w:r>
      <w:r w:rsidR="00120F63" w:rsidRPr="00B2551F">
        <w:rPr>
          <w:rStyle w:val="libArabicChar"/>
          <w:rFonts w:hint="cs"/>
          <w:rtl/>
        </w:rPr>
        <w:t>ه</w:t>
      </w:r>
      <w:r w:rsidRPr="003B62CE">
        <w:rPr>
          <w:rStyle w:val="libArabicChar"/>
          <w:rtl/>
        </w:rPr>
        <w:t xml:space="preserve"> ...;</w:t>
      </w:r>
      <w:r>
        <w:rPr>
          <w:rtl/>
        </w:rPr>
        <w:t xml:space="preserve"> </w:t>
      </w:r>
      <w:r w:rsidRPr="003B62CE">
        <w:rPr>
          <w:rStyle w:val="libFootnotenumChar"/>
          <w:rtl/>
        </w:rPr>
        <w:t>(2)</w:t>
      </w:r>
      <w:r>
        <w:rPr>
          <w:rtl/>
        </w:rPr>
        <w:t xml:space="preserve">حضرت امير المؤمنين </w:t>
      </w:r>
      <w:r w:rsidR="00367F17" w:rsidRPr="00367F17">
        <w:rPr>
          <w:rStyle w:val="libAlaemChar"/>
          <w:rtl/>
        </w:rPr>
        <w:t xml:space="preserve"> عليه‌السلام </w:t>
      </w:r>
      <w:r>
        <w:rPr>
          <w:rtl/>
        </w:rPr>
        <w:t xml:space="preserve"> نے فرمايا: سنت رسول </w:t>
      </w:r>
      <w:r w:rsidR="00F031CD" w:rsidRPr="00F031CD">
        <w:rPr>
          <w:rStyle w:val="libAlaemChar"/>
          <w:rtl/>
        </w:rPr>
        <w:t xml:space="preserve"> صلى‌الله‌عليه‌وآله‌وسلم </w:t>
      </w:r>
      <w:r>
        <w:rPr>
          <w:rtl/>
        </w:rPr>
        <w:t xml:space="preserve"> كو تبديل كرنے والو</w:t>
      </w:r>
      <w:r w:rsidR="00083993">
        <w:rPr>
          <w:rtl/>
        </w:rPr>
        <w:t xml:space="preserve">ں </w:t>
      </w:r>
      <w:r>
        <w:rPr>
          <w:rtl/>
        </w:rPr>
        <w:t xml:space="preserve">اور اپ </w:t>
      </w:r>
      <w:r w:rsidR="00F031CD" w:rsidRPr="00F031CD">
        <w:rPr>
          <w:rStyle w:val="libAlaemChar"/>
          <w:rtl/>
        </w:rPr>
        <w:t xml:space="preserve"> صلى‌الله‌عليه‌وآله‌وسلم </w:t>
      </w:r>
      <w:r>
        <w:rPr>
          <w:rtl/>
        </w:rPr>
        <w:t xml:space="preserve"> كے جانشين سے منہ پھيرنے والو</w:t>
      </w:r>
      <w:r w:rsidR="00083993">
        <w:rPr>
          <w:rtl/>
        </w:rPr>
        <w:t xml:space="preserve">ں </w:t>
      </w:r>
      <w:r>
        <w:rPr>
          <w:rtl/>
        </w:rPr>
        <w:t>كو كيا ہو گيا ہے كہ وہ اپنے اوپر عذاب كے نازل ہونے سے نہي</w:t>
      </w:r>
      <w:r w:rsidR="00083993">
        <w:rPr>
          <w:rtl/>
        </w:rPr>
        <w:t xml:space="preserve">ں </w:t>
      </w:r>
      <w:r>
        <w:rPr>
          <w:rtl/>
        </w:rPr>
        <w:t xml:space="preserve">ڈرتے؟اس كے بعد امام </w:t>
      </w:r>
      <w:r w:rsidR="00367F17" w:rsidRPr="00367F17">
        <w:rPr>
          <w:rStyle w:val="libAlaemChar"/>
          <w:rtl/>
        </w:rPr>
        <w:t xml:space="preserve"> عليه‌السلام </w:t>
      </w:r>
      <w:r>
        <w:rPr>
          <w:rtl/>
        </w:rPr>
        <w:t xml:space="preserve"> نے اس ايت مجيدہ كى تلاوت كى : ''</w:t>
      </w:r>
      <w:r w:rsidRPr="003B62CE">
        <w:rPr>
          <w:rStyle w:val="libArabicChar"/>
          <w:rtl/>
        </w:rPr>
        <w:t>ا لم تر الى الذين بدّ</w:t>
      </w:r>
      <w:r w:rsidRPr="003B62CE">
        <w:rPr>
          <w:rStyle w:val="libArabicChar"/>
          <w:rFonts w:hint="eastAsia"/>
          <w:rtl/>
        </w:rPr>
        <w:t>لوا</w:t>
      </w:r>
      <w:r w:rsidRPr="003B62CE">
        <w:rPr>
          <w:rStyle w:val="libArabicChar"/>
          <w:rtl/>
        </w:rPr>
        <w:t xml:space="preserve"> ...</w:t>
      </w:r>
      <w:r>
        <w:rPr>
          <w:rtl/>
        </w:rPr>
        <w:t>''پھر فرمايا:''ہم ہي</w:t>
      </w:r>
      <w:r w:rsidR="00083993">
        <w:rPr>
          <w:rtl/>
        </w:rPr>
        <w:t xml:space="preserve">ں </w:t>
      </w:r>
      <w:r>
        <w:rPr>
          <w:rtl/>
        </w:rPr>
        <w:t>وہ نعمت كہ جو خدا نے اپنے بندو</w:t>
      </w:r>
      <w:r w:rsidR="00083993">
        <w:rPr>
          <w:rtl/>
        </w:rPr>
        <w:t xml:space="preserve">ں </w:t>
      </w:r>
      <w:r>
        <w:rPr>
          <w:rtl/>
        </w:rPr>
        <w:t>كو عطا كى ہے ...''</w:t>
      </w:r>
    </w:p>
    <w:p w:rsidR="001F628F" w:rsidRDefault="00B84D3B" w:rsidP="00B84D3B">
      <w:pPr>
        <w:pStyle w:val="libLine"/>
        <w:rPr>
          <w:rtl/>
        </w:rPr>
      </w:pPr>
      <w:r>
        <w:rPr>
          <w:rtl/>
        </w:rPr>
        <w:t>____________________</w:t>
      </w:r>
    </w:p>
    <w:p w:rsidR="001F628F" w:rsidRDefault="001F628F" w:rsidP="003B62CE">
      <w:pPr>
        <w:pStyle w:val="libFootnote"/>
        <w:rPr>
          <w:rtl/>
        </w:rPr>
      </w:pPr>
      <w:r>
        <w:rPr>
          <w:rtl/>
        </w:rPr>
        <w:t>1)كافى ،ج1،ص 217،ح 4;نور الثقلين ،ج2،ص 543 ،ح 80_</w:t>
      </w:r>
    </w:p>
    <w:p w:rsidR="001F628F" w:rsidRDefault="001F628F" w:rsidP="003B62CE">
      <w:pPr>
        <w:pStyle w:val="libFootnote"/>
        <w:rPr>
          <w:rtl/>
        </w:rPr>
      </w:pPr>
      <w:r>
        <w:rPr>
          <w:rtl/>
        </w:rPr>
        <w:t>2)كافى ،ج1،ص 217،ح 1;نور الثقلين ،ج2، ص542، ح 79_</w:t>
      </w:r>
    </w:p>
    <w:p w:rsidR="003B62CE" w:rsidRDefault="001E7F9D" w:rsidP="00F73EDE">
      <w:pPr>
        <w:pStyle w:val="libPoemTini"/>
        <w:rPr>
          <w:rtl/>
        </w:rPr>
      </w:pPr>
      <w:r>
        <w:rPr>
          <w:rtl/>
        </w:rPr>
        <w:br w:type="page"/>
      </w:r>
    </w:p>
    <w:p w:rsidR="001F628F" w:rsidRDefault="001F628F" w:rsidP="003B62CE">
      <w:pPr>
        <w:pStyle w:val="libNormal"/>
        <w:rPr>
          <w:rtl/>
        </w:rPr>
      </w:pPr>
      <w:r>
        <w:rPr>
          <w:rtl/>
        </w:rPr>
        <w:lastRenderedPageBreak/>
        <w:t>11_</w:t>
      </w:r>
      <w:r w:rsidRPr="003B62CE">
        <w:rPr>
          <w:rStyle w:val="libArabicChar"/>
          <w:rtl/>
        </w:rPr>
        <w:t xml:space="preserve">''قال </w:t>
      </w:r>
      <w:r w:rsidR="00F21947" w:rsidRPr="00B2551F">
        <w:rPr>
          <w:rStyle w:val="libArabicChar"/>
          <w:rFonts w:hint="cs"/>
          <w:rtl/>
        </w:rPr>
        <w:t>ه</w:t>
      </w:r>
      <w:r w:rsidRPr="003B62CE">
        <w:rPr>
          <w:rStyle w:val="libArabicChar"/>
          <w:rFonts w:hint="cs"/>
          <w:rtl/>
        </w:rPr>
        <w:t>ارون</w:t>
      </w:r>
      <w:r w:rsidRPr="003B62CE">
        <w:rPr>
          <w:rStyle w:val="libArabicChar"/>
          <w:rtl/>
        </w:rPr>
        <w:t xml:space="preserve"> </w:t>
      </w:r>
      <w:r w:rsidRPr="003B62CE">
        <w:rPr>
          <w:rStyle w:val="libArabicChar"/>
          <w:rFonts w:hint="cs"/>
          <w:rtl/>
        </w:rPr>
        <w:t>لا</w:t>
      </w:r>
      <w:r w:rsidRPr="003B62CE">
        <w:rPr>
          <w:rStyle w:val="libArabicChar"/>
          <w:rtl/>
        </w:rPr>
        <w:t xml:space="preserve"> </w:t>
      </w:r>
      <w:r w:rsidRPr="003B62CE">
        <w:rPr>
          <w:rStyle w:val="libArabicChar"/>
          <w:rFonts w:hint="cs"/>
          <w:rtl/>
        </w:rPr>
        <w:t>بى</w:t>
      </w:r>
      <w:r w:rsidRPr="003B62CE">
        <w:rPr>
          <w:rStyle w:val="libArabicChar"/>
          <w:rtl/>
        </w:rPr>
        <w:t xml:space="preserve"> </w:t>
      </w:r>
      <w:r w:rsidRPr="003B62CE">
        <w:rPr>
          <w:rStyle w:val="libArabicChar"/>
          <w:rFonts w:hint="cs"/>
          <w:rtl/>
        </w:rPr>
        <w:t>الحسن</w:t>
      </w:r>
      <w:r w:rsidRPr="003B62CE">
        <w:rPr>
          <w:rStyle w:val="libArabicChar"/>
          <w:rtl/>
        </w:rPr>
        <w:t xml:space="preserve"> </w:t>
      </w:r>
      <w:r w:rsidRPr="003B62CE">
        <w:rPr>
          <w:rStyle w:val="libArabicChar"/>
          <w:rFonts w:hint="cs"/>
          <w:rtl/>
        </w:rPr>
        <w:t>موسي</w:t>
      </w:r>
      <w:r w:rsidR="00367F17" w:rsidRPr="00367F17">
        <w:rPr>
          <w:rStyle w:val="libAlaemChar"/>
          <w:rtl/>
        </w:rPr>
        <w:t xml:space="preserve"> عليه‌السلام </w:t>
      </w:r>
      <w:r w:rsidRPr="003B62CE">
        <w:rPr>
          <w:rStyle w:val="libArabicChar"/>
          <w:rtl/>
        </w:rPr>
        <w:t xml:space="preserve"> </w:t>
      </w:r>
      <w:r w:rsidRPr="003B62CE">
        <w:rPr>
          <w:rStyle w:val="libArabicChar"/>
          <w:rFonts w:hint="cs"/>
          <w:rtl/>
        </w:rPr>
        <w:t>نحن</w:t>
      </w:r>
      <w:r w:rsidRPr="003B62CE">
        <w:rPr>
          <w:rStyle w:val="libArabicChar"/>
          <w:rtl/>
        </w:rPr>
        <w:t xml:space="preserve"> </w:t>
      </w:r>
      <w:r w:rsidRPr="003B62CE">
        <w:rPr>
          <w:rStyle w:val="libArabicChar"/>
          <w:rFonts w:hint="cs"/>
          <w:rtl/>
        </w:rPr>
        <w:t>كفار؟ق</w:t>
      </w:r>
      <w:r w:rsidRPr="003B62CE">
        <w:rPr>
          <w:rStyle w:val="libArabicChar"/>
          <w:rtl/>
        </w:rPr>
        <w:t>ال لا ولكن كما قال الله :''ا لم تر الى الذين بدّلوا نعمت الله كفرًا وا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r w:rsidRPr="003B62CE">
        <w:rPr>
          <w:rStyle w:val="libArabicChar"/>
          <w:rtl/>
        </w:rPr>
        <w:t xml:space="preserve"> ... ''</w:t>
      </w:r>
      <w:r>
        <w:rPr>
          <w:rtl/>
        </w:rPr>
        <w:t xml:space="preserve"> </w:t>
      </w:r>
      <w:r w:rsidRPr="003B62CE">
        <w:rPr>
          <w:rStyle w:val="libFootnotenumChar"/>
          <w:rtl/>
        </w:rPr>
        <w:t>(1)</w:t>
      </w:r>
      <w:r>
        <w:rPr>
          <w:rtl/>
        </w:rPr>
        <w:t xml:space="preserve"> ہارون نے امام موسى كاظم </w:t>
      </w:r>
      <w:r w:rsidR="00367F17" w:rsidRPr="00367F17">
        <w:rPr>
          <w:rStyle w:val="libAlaemChar"/>
          <w:rtl/>
        </w:rPr>
        <w:t xml:space="preserve"> عليه‌السلام </w:t>
      </w:r>
      <w:r>
        <w:rPr>
          <w:rtl/>
        </w:rPr>
        <w:t xml:space="preserve"> سے كہا : (كيا) ہم كافر ہي</w:t>
      </w:r>
      <w:r w:rsidR="00083993">
        <w:rPr>
          <w:rtl/>
        </w:rPr>
        <w:t xml:space="preserve">ں </w:t>
      </w:r>
      <w:r>
        <w:rPr>
          <w:rtl/>
        </w:rPr>
        <w:t>؟امام</w:t>
      </w:r>
      <w:r w:rsidR="00367F17" w:rsidRPr="00367F17">
        <w:rPr>
          <w:rStyle w:val="libAlaemChar"/>
          <w:rtl/>
        </w:rPr>
        <w:t xml:space="preserve"> عليه‌السلام </w:t>
      </w:r>
      <w:r>
        <w:rPr>
          <w:rtl/>
        </w:rPr>
        <w:t xml:space="preserve"> نے فرمايا:نہي</w:t>
      </w:r>
      <w:r w:rsidR="00083993">
        <w:rPr>
          <w:rtl/>
        </w:rPr>
        <w:t xml:space="preserve">ں </w:t>
      </w:r>
      <w:r>
        <w:rPr>
          <w:rtl/>
        </w:rPr>
        <w:t xml:space="preserve">بلكہ تم اس طرح ہو جس طرح خدا </w:t>
      </w:r>
      <w:r>
        <w:rPr>
          <w:rFonts w:hint="eastAsia"/>
          <w:rtl/>
        </w:rPr>
        <w:t>وند</w:t>
      </w:r>
      <w:r>
        <w:rPr>
          <w:rtl/>
        </w:rPr>
        <w:t xml:space="preserve"> متعال نے فرماياہے: ''</w:t>
      </w:r>
      <w:r w:rsidRPr="003B62CE">
        <w:rPr>
          <w:rStyle w:val="libArabicChar"/>
          <w:rtl/>
        </w:rPr>
        <w:t>ا لم تر الى الذين بدّلوا نعمت الله كفرًا ...</w:t>
      </w:r>
      <w:r>
        <w:rPr>
          <w:rtl/>
        </w:rPr>
        <w:t>''</w:t>
      </w:r>
    </w:p>
    <w:p w:rsidR="001F628F" w:rsidRDefault="001F628F" w:rsidP="003B62CE">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كے دشمن9</w:t>
      </w:r>
    </w:p>
    <w:p w:rsidR="001F628F" w:rsidRDefault="001F628F" w:rsidP="003B62CE">
      <w:pPr>
        <w:pStyle w:val="libNormal"/>
        <w:rPr>
          <w:rtl/>
        </w:rPr>
      </w:pPr>
      <w:r>
        <w:rPr>
          <w:rFonts w:hint="eastAsia"/>
          <w:rtl/>
        </w:rPr>
        <w:t>اسلام</w:t>
      </w:r>
      <w:r>
        <w:rPr>
          <w:rtl/>
        </w:rPr>
        <w:t>:</w:t>
      </w:r>
      <w:r>
        <w:rPr>
          <w:rFonts w:hint="eastAsia"/>
          <w:rtl/>
        </w:rPr>
        <w:t>صدر</w:t>
      </w:r>
      <w:r>
        <w:rPr>
          <w:rtl/>
        </w:rPr>
        <w:t xml:space="preserve"> اسلام كى تاريخ8</w:t>
      </w:r>
    </w:p>
    <w:p w:rsidR="001F628F" w:rsidRDefault="001F628F" w:rsidP="003B62CE">
      <w:pPr>
        <w:pStyle w:val="libNormal"/>
        <w:rPr>
          <w:rtl/>
        </w:rPr>
      </w:pPr>
      <w:r>
        <w:rPr>
          <w:rFonts w:hint="eastAsia"/>
          <w:rtl/>
        </w:rPr>
        <w:t>الله</w:t>
      </w:r>
      <w:r>
        <w:rPr>
          <w:rtl/>
        </w:rPr>
        <w:t xml:space="preserve"> تعالى :</w:t>
      </w:r>
      <w:r>
        <w:rPr>
          <w:rFonts w:hint="eastAsia"/>
          <w:rtl/>
        </w:rPr>
        <w:t>الله</w:t>
      </w:r>
      <w:r>
        <w:rPr>
          <w:rtl/>
        </w:rPr>
        <w:t xml:space="preserve"> تعالى كى دعوتي</w:t>
      </w:r>
      <w:r w:rsidR="00083993">
        <w:rPr>
          <w:rtl/>
        </w:rPr>
        <w:t xml:space="preserve">ں </w:t>
      </w:r>
      <w:r>
        <w:rPr>
          <w:rtl/>
        </w:rPr>
        <w:t>1،3;الله تعالى كى نعمتي</w:t>
      </w:r>
      <w:r w:rsidR="00083993">
        <w:rPr>
          <w:rtl/>
        </w:rPr>
        <w:t xml:space="preserve">ں </w:t>
      </w:r>
      <w:r>
        <w:rPr>
          <w:rtl/>
        </w:rPr>
        <w:t>10</w:t>
      </w:r>
    </w:p>
    <w:p w:rsidR="001F628F" w:rsidRDefault="001F628F" w:rsidP="003B62CE">
      <w:pPr>
        <w:pStyle w:val="libNormal"/>
        <w:rPr>
          <w:rtl/>
        </w:rPr>
      </w:pPr>
      <w:r>
        <w:rPr>
          <w:rFonts w:hint="eastAsia"/>
          <w:rtl/>
        </w:rPr>
        <w:t>انجام</w:t>
      </w:r>
      <w:r>
        <w:rPr>
          <w:rtl/>
        </w:rPr>
        <w:t>:</w:t>
      </w:r>
      <w:r>
        <w:rPr>
          <w:rFonts w:hint="eastAsia"/>
          <w:rtl/>
        </w:rPr>
        <w:t>برے</w:t>
      </w:r>
      <w:r>
        <w:rPr>
          <w:rtl/>
        </w:rPr>
        <w:t xml:space="preserve"> انجام كے اسباب7</w:t>
      </w:r>
    </w:p>
    <w:p w:rsidR="001F628F" w:rsidRDefault="001F628F" w:rsidP="003B62CE">
      <w:pPr>
        <w:pStyle w:val="libNormal"/>
        <w:rPr>
          <w:rtl/>
        </w:rPr>
      </w:pPr>
      <w:r>
        <w:rPr>
          <w:rFonts w:hint="eastAsia"/>
          <w:rtl/>
        </w:rPr>
        <w:t>تفكر</w:t>
      </w:r>
      <w:r>
        <w:rPr>
          <w:rtl/>
        </w:rPr>
        <w:t>:</w:t>
      </w:r>
      <w:r>
        <w:rPr>
          <w:rFonts w:hint="eastAsia"/>
          <w:rtl/>
        </w:rPr>
        <w:t>كفر</w:t>
      </w:r>
      <w:r>
        <w:rPr>
          <w:rtl/>
        </w:rPr>
        <w:t xml:space="preserve"> كے رہبرو</w:t>
      </w:r>
      <w:r w:rsidR="00083993">
        <w:rPr>
          <w:rtl/>
        </w:rPr>
        <w:t xml:space="preserve">ں </w:t>
      </w:r>
      <w:r>
        <w:rPr>
          <w:rtl/>
        </w:rPr>
        <w:t>كے انجام مي</w:t>
      </w:r>
      <w:r w:rsidR="00083993">
        <w:rPr>
          <w:rtl/>
        </w:rPr>
        <w:t xml:space="preserve">ں </w:t>
      </w:r>
      <w:r>
        <w:rPr>
          <w:rtl/>
        </w:rPr>
        <w:t>تفكر3;كفران نعمت كرنے والو</w:t>
      </w:r>
      <w:r w:rsidR="00083993">
        <w:rPr>
          <w:rtl/>
        </w:rPr>
        <w:t xml:space="preserve">ں </w:t>
      </w:r>
      <w:r>
        <w:rPr>
          <w:rtl/>
        </w:rPr>
        <w:t>كے انجام مي</w:t>
      </w:r>
      <w:r w:rsidR="00083993">
        <w:rPr>
          <w:rtl/>
        </w:rPr>
        <w:t xml:space="preserve">ں </w:t>
      </w:r>
      <w:r>
        <w:rPr>
          <w:rtl/>
        </w:rPr>
        <w:t>تفكر1،3</w:t>
      </w:r>
    </w:p>
    <w:p w:rsidR="001F628F" w:rsidRDefault="001F628F" w:rsidP="001F628F">
      <w:pPr>
        <w:pStyle w:val="libNormal"/>
        <w:rPr>
          <w:rtl/>
        </w:rPr>
      </w:pPr>
      <w:r>
        <w:rPr>
          <w:rFonts w:hint="eastAsia"/>
          <w:rtl/>
        </w:rPr>
        <w:t>روايت</w:t>
      </w:r>
      <w:r>
        <w:rPr>
          <w:rtl/>
        </w:rPr>
        <w:t>:9،10،11</w:t>
      </w:r>
    </w:p>
    <w:p w:rsidR="001F628F" w:rsidRDefault="001F628F" w:rsidP="003B62CE">
      <w:pPr>
        <w:pStyle w:val="libNormal"/>
        <w:rPr>
          <w:rtl/>
        </w:rPr>
      </w:pPr>
      <w:r>
        <w:rPr>
          <w:rFonts w:hint="eastAsia"/>
          <w:rtl/>
        </w:rPr>
        <w:t>رہبر</w:t>
      </w:r>
      <w:r>
        <w:rPr>
          <w:rtl/>
        </w:rPr>
        <w:t>:</w:t>
      </w:r>
      <w:r>
        <w:rPr>
          <w:rFonts w:hint="eastAsia"/>
          <w:rtl/>
        </w:rPr>
        <w:t>بد</w:t>
      </w:r>
      <w:r>
        <w:rPr>
          <w:rtl/>
        </w:rPr>
        <w:t xml:space="preserve"> كردار رہبرو</w:t>
      </w:r>
      <w:r w:rsidR="00083993">
        <w:rPr>
          <w:rtl/>
        </w:rPr>
        <w:t xml:space="preserve">ں </w:t>
      </w:r>
      <w:r>
        <w:rPr>
          <w:rtl/>
        </w:rPr>
        <w:t>كى سرزنش 6;كفر كے رہبرو</w:t>
      </w:r>
      <w:r w:rsidR="00083993">
        <w:rPr>
          <w:rtl/>
        </w:rPr>
        <w:t xml:space="preserve">ں </w:t>
      </w:r>
      <w:r>
        <w:rPr>
          <w:rtl/>
        </w:rPr>
        <w:t>كے انجام سے عبرت4;كفر كے رہبرو</w:t>
      </w:r>
      <w:r w:rsidR="00083993">
        <w:rPr>
          <w:rtl/>
        </w:rPr>
        <w:t xml:space="preserve">ں </w:t>
      </w:r>
      <w:r>
        <w:rPr>
          <w:rtl/>
        </w:rPr>
        <w:t>كا انجام 8;شرك كے رہبرو</w:t>
      </w:r>
      <w:r w:rsidR="00083993">
        <w:rPr>
          <w:rtl/>
        </w:rPr>
        <w:t xml:space="preserve">ں </w:t>
      </w:r>
      <w:r>
        <w:rPr>
          <w:rtl/>
        </w:rPr>
        <w:t>كا كفران 8;بدكردار رہبرو</w:t>
      </w:r>
      <w:r w:rsidR="00083993">
        <w:rPr>
          <w:rtl/>
        </w:rPr>
        <w:t xml:space="preserve">ں </w:t>
      </w:r>
      <w:r>
        <w:rPr>
          <w:rtl/>
        </w:rPr>
        <w:t>كى سزا 6;شرك كے رہبرو</w:t>
      </w:r>
      <w:r w:rsidR="00083993">
        <w:rPr>
          <w:rtl/>
        </w:rPr>
        <w:t xml:space="preserve">ں </w:t>
      </w:r>
      <w:r>
        <w:rPr>
          <w:rtl/>
        </w:rPr>
        <w:t>كا كردار 8;برے رہبرو</w:t>
      </w:r>
      <w:r w:rsidR="00083993">
        <w:rPr>
          <w:rtl/>
        </w:rPr>
        <w:t xml:space="preserve">ں </w:t>
      </w:r>
      <w:r>
        <w:rPr>
          <w:rtl/>
        </w:rPr>
        <w:t>كا كردار 5;كفر كے رہبرو</w:t>
      </w:r>
      <w:r w:rsidR="00083993">
        <w:rPr>
          <w:rtl/>
        </w:rPr>
        <w:t xml:space="preserve">ں </w:t>
      </w:r>
      <w:r>
        <w:rPr>
          <w:rtl/>
        </w:rPr>
        <w:t>كا كردار 8; كفر كے رہبرو</w:t>
      </w:r>
      <w:r w:rsidR="00083993">
        <w:rPr>
          <w:rtl/>
        </w:rPr>
        <w:t xml:space="preserve">ں </w:t>
      </w:r>
      <w:r>
        <w:rPr>
          <w:rtl/>
        </w:rPr>
        <w:t>كا كفران 8</w:t>
      </w:r>
    </w:p>
    <w:p w:rsidR="001F628F" w:rsidRDefault="001F628F" w:rsidP="003B62CE">
      <w:pPr>
        <w:pStyle w:val="libNormal"/>
        <w:rPr>
          <w:rtl/>
        </w:rPr>
      </w:pPr>
      <w:r>
        <w:rPr>
          <w:rFonts w:hint="eastAsia"/>
          <w:rtl/>
        </w:rPr>
        <w:t>شقاوت</w:t>
      </w:r>
      <w:r>
        <w:rPr>
          <w:rtl/>
        </w:rPr>
        <w:t>:</w:t>
      </w:r>
      <w:r>
        <w:rPr>
          <w:rFonts w:hint="eastAsia"/>
          <w:rtl/>
        </w:rPr>
        <w:t>شقاوت</w:t>
      </w:r>
      <w:r>
        <w:rPr>
          <w:rtl/>
        </w:rPr>
        <w:t xml:space="preserve"> كے اسباب 8</w:t>
      </w:r>
    </w:p>
    <w:p w:rsidR="001F628F" w:rsidRDefault="001F628F" w:rsidP="003B62CE">
      <w:pPr>
        <w:pStyle w:val="libNormal"/>
        <w:rPr>
          <w:rtl/>
        </w:rPr>
      </w:pPr>
      <w:r>
        <w:rPr>
          <w:rFonts w:hint="eastAsia"/>
          <w:rtl/>
        </w:rPr>
        <w:t>عبرت</w:t>
      </w:r>
      <w:r>
        <w:rPr>
          <w:rtl/>
        </w:rPr>
        <w:t>:</w:t>
      </w:r>
      <w:r>
        <w:rPr>
          <w:rFonts w:hint="eastAsia"/>
          <w:rtl/>
        </w:rPr>
        <w:t>عبرت</w:t>
      </w:r>
      <w:r>
        <w:rPr>
          <w:rtl/>
        </w:rPr>
        <w:t xml:space="preserve"> كے عوامل 2،4</w:t>
      </w:r>
    </w:p>
    <w:p w:rsidR="001F628F" w:rsidRDefault="001F628F" w:rsidP="003B62CE">
      <w:pPr>
        <w:pStyle w:val="libNormal"/>
        <w:rPr>
          <w:rtl/>
        </w:rPr>
      </w:pPr>
      <w:r>
        <w:rPr>
          <w:rFonts w:hint="eastAsia"/>
          <w:rtl/>
        </w:rPr>
        <w:t>قريش</w:t>
      </w:r>
      <w:r>
        <w:rPr>
          <w:rtl/>
        </w:rPr>
        <w:t>:</w:t>
      </w:r>
      <w:r>
        <w:rPr>
          <w:rFonts w:hint="eastAsia"/>
          <w:rtl/>
        </w:rPr>
        <w:t>قريش</w:t>
      </w:r>
      <w:r>
        <w:rPr>
          <w:rtl/>
        </w:rPr>
        <w:t xml:space="preserve"> كى دشمنى 9</w:t>
      </w:r>
    </w:p>
    <w:p w:rsidR="001F628F" w:rsidRDefault="001F628F" w:rsidP="001F628F">
      <w:pPr>
        <w:pStyle w:val="libNormal"/>
        <w:rPr>
          <w:rtl/>
        </w:rPr>
      </w:pPr>
      <w:r>
        <w:rPr>
          <w:rFonts w:hint="eastAsia"/>
          <w:rtl/>
        </w:rPr>
        <w:t>كفار</w:t>
      </w:r>
      <w:r>
        <w:rPr>
          <w:rtl/>
        </w:rPr>
        <w:t>:11</w:t>
      </w:r>
    </w:p>
    <w:p w:rsidR="001F628F" w:rsidRDefault="001F628F" w:rsidP="003B62CE">
      <w:pPr>
        <w:pStyle w:val="libNormal"/>
        <w:rPr>
          <w:rtl/>
        </w:rPr>
      </w:pPr>
      <w:r>
        <w:rPr>
          <w:rFonts w:hint="eastAsia"/>
          <w:rtl/>
        </w:rPr>
        <w:t>كفران</w:t>
      </w:r>
      <w:r>
        <w:rPr>
          <w:rtl/>
        </w:rPr>
        <w:t xml:space="preserve"> :</w:t>
      </w:r>
      <w:r>
        <w:rPr>
          <w:rFonts w:hint="eastAsia"/>
          <w:rtl/>
        </w:rPr>
        <w:t>كفران</w:t>
      </w:r>
      <w:r>
        <w:rPr>
          <w:rtl/>
        </w:rPr>
        <w:t xml:space="preserve"> نعمت كے اثرات 7;كفران نعمت 11</w:t>
      </w:r>
    </w:p>
    <w:p w:rsidR="001F628F" w:rsidRDefault="001F628F" w:rsidP="001F628F">
      <w:pPr>
        <w:pStyle w:val="libNormal"/>
        <w:rPr>
          <w:rtl/>
        </w:rPr>
      </w:pPr>
      <w:r>
        <w:rPr>
          <w:rFonts w:hint="eastAsia"/>
          <w:rtl/>
        </w:rPr>
        <w:t>كفران</w:t>
      </w:r>
      <w:r>
        <w:rPr>
          <w:rtl/>
        </w:rPr>
        <w:t xml:space="preserve"> نعمت كرنے والے لوگ:8</w:t>
      </w:r>
    </w:p>
    <w:p w:rsidR="001F628F" w:rsidRDefault="001F628F" w:rsidP="001F628F">
      <w:pPr>
        <w:pStyle w:val="libNormal"/>
        <w:rPr>
          <w:rtl/>
        </w:rPr>
      </w:pPr>
      <w:r>
        <w:rPr>
          <w:rFonts w:hint="eastAsia"/>
          <w:rtl/>
        </w:rPr>
        <w:t>كفران</w:t>
      </w:r>
      <w:r>
        <w:rPr>
          <w:rtl/>
        </w:rPr>
        <w:t xml:space="preserve"> نعمت كرنے والے لوگو</w:t>
      </w:r>
      <w:r w:rsidR="00083993">
        <w:rPr>
          <w:rtl/>
        </w:rPr>
        <w:t xml:space="preserve">ں </w:t>
      </w:r>
      <w:r>
        <w:rPr>
          <w:rtl/>
        </w:rPr>
        <w:t>كے انجام سے عبرت 2،4;كفران نعمت كرنے والے لوگو</w:t>
      </w:r>
      <w:r w:rsidR="00083993">
        <w:rPr>
          <w:rtl/>
        </w:rPr>
        <w:t xml:space="preserve">ں </w:t>
      </w:r>
      <w:r>
        <w:rPr>
          <w:rtl/>
        </w:rPr>
        <w:t>كا برا انجام2</w:t>
      </w:r>
    </w:p>
    <w:p w:rsidR="001F628F" w:rsidRDefault="001F628F" w:rsidP="001F628F">
      <w:pPr>
        <w:pStyle w:val="libNormal"/>
        <w:rPr>
          <w:rtl/>
        </w:rPr>
      </w:pPr>
      <w:r>
        <w:rPr>
          <w:rFonts w:hint="eastAsia"/>
          <w:rtl/>
        </w:rPr>
        <w:t>معاشرہ</w:t>
      </w:r>
      <w:r>
        <w:rPr>
          <w:rtl/>
        </w:rPr>
        <w:t>:</w:t>
      </w:r>
    </w:p>
    <w:p w:rsidR="001F628F" w:rsidRDefault="00B84D3B" w:rsidP="00B84D3B">
      <w:pPr>
        <w:pStyle w:val="libLine"/>
        <w:rPr>
          <w:rtl/>
        </w:rPr>
      </w:pPr>
      <w:r>
        <w:rPr>
          <w:rtl/>
        </w:rPr>
        <w:t>____________________</w:t>
      </w:r>
    </w:p>
    <w:p w:rsidR="001F628F" w:rsidRDefault="001F628F" w:rsidP="003B62CE">
      <w:pPr>
        <w:pStyle w:val="libFootnote"/>
        <w:rPr>
          <w:rtl/>
        </w:rPr>
      </w:pPr>
      <w:r>
        <w:rPr>
          <w:rtl/>
        </w:rPr>
        <w:t>1)تفسير عياشى ،ج2،ص 230،ح26;نور الثقلين ،ج2 ، ص544،ح 87_</w:t>
      </w:r>
    </w:p>
    <w:p w:rsidR="003B62CE" w:rsidRDefault="001E7F9D" w:rsidP="00F73EDE">
      <w:pPr>
        <w:pStyle w:val="libPoemTini"/>
        <w:rPr>
          <w:rtl/>
        </w:rPr>
      </w:pPr>
      <w:r>
        <w:rPr>
          <w:rtl/>
        </w:rPr>
        <w:br w:type="page"/>
      </w:r>
    </w:p>
    <w:p w:rsidR="001F628F" w:rsidRDefault="001F628F" w:rsidP="003B62CE">
      <w:pPr>
        <w:pStyle w:val="libNormal"/>
        <w:rPr>
          <w:rtl/>
        </w:rPr>
      </w:pPr>
      <w:r>
        <w:rPr>
          <w:rFonts w:hint="eastAsia"/>
          <w:rtl/>
        </w:rPr>
        <w:lastRenderedPageBreak/>
        <w:t>اجتماعى</w:t>
      </w:r>
      <w:r>
        <w:rPr>
          <w:rtl/>
        </w:rPr>
        <w:t xml:space="preserve"> خطرات كى شناخت5،8;معاشرو</w:t>
      </w:r>
      <w:r w:rsidR="00083993">
        <w:rPr>
          <w:rtl/>
        </w:rPr>
        <w:t xml:space="preserve">ں </w:t>
      </w:r>
      <w:r>
        <w:rPr>
          <w:rtl/>
        </w:rPr>
        <w:t>كے زوال كے اسباب5،8;معاشرو</w:t>
      </w:r>
      <w:r w:rsidR="00083993">
        <w:rPr>
          <w:rtl/>
        </w:rPr>
        <w:t xml:space="preserve">ں </w:t>
      </w:r>
      <w:r>
        <w:rPr>
          <w:rtl/>
        </w:rPr>
        <w:t>كے منقرض ہونے كے اسباب5</w:t>
      </w:r>
    </w:p>
    <w:p w:rsidR="001F628F" w:rsidRDefault="001F628F" w:rsidP="003B62CE">
      <w:pPr>
        <w:pStyle w:val="libNormal"/>
        <w:rPr>
          <w:rtl/>
        </w:rPr>
      </w:pPr>
      <w:r>
        <w:rPr>
          <w:rFonts w:hint="eastAsia"/>
          <w:rtl/>
        </w:rPr>
        <w:t>مشركين</w:t>
      </w:r>
      <w:r>
        <w:rPr>
          <w:rtl/>
        </w:rPr>
        <w:t xml:space="preserve"> مكہ :</w:t>
      </w:r>
      <w:r>
        <w:rPr>
          <w:rFonts w:hint="eastAsia"/>
          <w:rtl/>
        </w:rPr>
        <w:t>مشركين</w:t>
      </w:r>
      <w:r>
        <w:rPr>
          <w:rtl/>
        </w:rPr>
        <w:t xml:space="preserve"> مكہ كے رہبرو</w:t>
      </w:r>
      <w:r w:rsidR="00083993">
        <w:rPr>
          <w:rtl/>
        </w:rPr>
        <w:t xml:space="preserve">ں </w:t>
      </w:r>
      <w:r>
        <w:rPr>
          <w:rtl/>
        </w:rPr>
        <w:t>كا كردارو 8</w:t>
      </w:r>
    </w:p>
    <w:p w:rsidR="001F628F" w:rsidRDefault="001F628F" w:rsidP="003B62CE">
      <w:pPr>
        <w:pStyle w:val="libNormal"/>
        <w:rPr>
          <w:rtl/>
        </w:rPr>
      </w:pPr>
      <w:r>
        <w:rPr>
          <w:rFonts w:hint="eastAsia"/>
          <w:rtl/>
        </w:rPr>
        <w:t>نعمت</w:t>
      </w:r>
      <w:r>
        <w:rPr>
          <w:rtl/>
        </w:rPr>
        <w:t xml:space="preserve"> :</w:t>
      </w:r>
      <w:r>
        <w:rPr>
          <w:rFonts w:hint="eastAsia"/>
          <w:rtl/>
        </w:rPr>
        <w:t>ائمہ</w:t>
      </w:r>
      <w:r>
        <w:rPr>
          <w:rtl/>
        </w:rPr>
        <w:t xml:space="preserve"> </w:t>
      </w:r>
      <w:r w:rsidR="00367F17" w:rsidRPr="00367F17">
        <w:rPr>
          <w:rStyle w:val="libAlaemChar"/>
          <w:rtl/>
        </w:rPr>
        <w:t xml:space="preserve"> عليه‌السلام </w:t>
      </w:r>
      <w:r>
        <w:rPr>
          <w:rtl/>
        </w:rPr>
        <w:t xml:space="preserve"> جيسى نعمت 10</w:t>
      </w:r>
    </w:p>
    <w:p w:rsidR="001F628F" w:rsidRDefault="001F628F" w:rsidP="003B62CE">
      <w:pPr>
        <w:pStyle w:val="libNormal"/>
        <w:rPr>
          <w:rtl/>
        </w:rPr>
      </w:pPr>
      <w:r>
        <w:rPr>
          <w:rFonts w:hint="eastAsia"/>
          <w:rtl/>
        </w:rPr>
        <w:t>ہلاكت</w:t>
      </w:r>
      <w:r>
        <w:rPr>
          <w:rtl/>
        </w:rPr>
        <w:t>:</w:t>
      </w:r>
      <w:r>
        <w:rPr>
          <w:rFonts w:hint="eastAsia"/>
          <w:rtl/>
        </w:rPr>
        <w:t>ہلاكت</w:t>
      </w:r>
      <w:r>
        <w:rPr>
          <w:rtl/>
        </w:rPr>
        <w:t xml:space="preserve"> كے اسباب7</w:t>
      </w:r>
    </w:p>
    <w:p w:rsidR="001F628F" w:rsidRDefault="003B62CE" w:rsidP="003B62CE">
      <w:pPr>
        <w:pStyle w:val="Heading2Center"/>
        <w:rPr>
          <w:rtl/>
        </w:rPr>
      </w:pPr>
      <w:bookmarkStart w:id="29" w:name="_Toc28081707"/>
      <w:r>
        <w:rPr>
          <w:rFonts w:hint="cs"/>
          <w:rtl/>
        </w:rPr>
        <w:t>آیت 29</w:t>
      </w:r>
      <w:bookmarkEnd w:id="29"/>
    </w:p>
    <w:p w:rsidR="001F628F" w:rsidRDefault="00E260F9" w:rsidP="003B62CE">
      <w:pPr>
        <w:pStyle w:val="libNormal"/>
        <w:rPr>
          <w:rtl/>
        </w:rPr>
      </w:pPr>
      <w:r w:rsidRPr="00E260F9">
        <w:rPr>
          <w:rStyle w:val="libAlaemChar"/>
          <w:rFonts w:hint="eastAsia"/>
          <w:rtl/>
        </w:rPr>
        <w:t>(</w:t>
      </w:r>
      <w:r w:rsidRPr="003B62CE">
        <w:rPr>
          <w:rStyle w:val="libAieChar"/>
          <w:rFonts w:hint="eastAsia"/>
          <w:rtl/>
        </w:rPr>
        <w:t>جَهَنَّمَ</w:t>
      </w:r>
      <w:r w:rsidRPr="003B62CE">
        <w:rPr>
          <w:rStyle w:val="libAieChar"/>
          <w:rtl/>
        </w:rPr>
        <w:t xml:space="preserve"> يَصْلَوْنَهَا وَبِئْسَ الْقَرَارُ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جہنم جس مي</w:t>
      </w:r>
      <w:r w:rsidR="00083993">
        <w:rPr>
          <w:rtl/>
        </w:rPr>
        <w:t xml:space="preserve">ں </w:t>
      </w:r>
      <w:r>
        <w:rPr>
          <w:rtl/>
        </w:rPr>
        <w:t>يہ سب واصل ہو</w:t>
      </w:r>
      <w:r w:rsidR="00083993">
        <w:rPr>
          <w:rtl/>
        </w:rPr>
        <w:t xml:space="preserve">ں </w:t>
      </w:r>
      <w:r>
        <w:rPr>
          <w:rtl/>
        </w:rPr>
        <w:t>گے اوروہ بدترين قرارگاہ ہے _</w:t>
      </w:r>
    </w:p>
    <w:p w:rsidR="001F628F" w:rsidRDefault="001F628F" w:rsidP="001F628F">
      <w:pPr>
        <w:pStyle w:val="libNormal"/>
        <w:rPr>
          <w:rtl/>
        </w:rPr>
      </w:pPr>
      <w:r>
        <w:rPr>
          <w:rtl/>
        </w:rPr>
        <w:t>1_ جہنم ناشكرے رہبرو</w:t>
      </w:r>
      <w:r w:rsidR="00083993">
        <w:rPr>
          <w:rtl/>
        </w:rPr>
        <w:t xml:space="preserve">ں </w:t>
      </w:r>
      <w:r>
        <w:rPr>
          <w:rtl/>
        </w:rPr>
        <w:t>اور ورغلانے والے بدكار راہنمائو</w:t>
      </w:r>
      <w:r w:rsidR="00083993">
        <w:rPr>
          <w:rtl/>
        </w:rPr>
        <w:t xml:space="preserve">ں </w:t>
      </w:r>
      <w:r>
        <w:rPr>
          <w:rtl/>
        </w:rPr>
        <w:t>كا ٹھكانا ہے_</w:t>
      </w:r>
    </w:p>
    <w:p w:rsidR="001F628F" w:rsidRDefault="001F628F" w:rsidP="003B62CE">
      <w:pPr>
        <w:pStyle w:val="libArabic"/>
        <w:rPr>
          <w:rtl/>
        </w:rPr>
      </w:pPr>
      <w:r>
        <w:rPr>
          <w:rFonts w:hint="eastAsia"/>
          <w:rtl/>
        </w:rPr>
        <w:t>ا</w:t>
      </w:r>
      <w:r>
        <w:rPr>
          <w:rtl/>
        </w:rPr>
        <w:t xml:space="preserve"> لم تر الى الذين ...ا حلّوا قوم</w:t>
      </w:r>
      <w:r w:rsidR="00F21947" w:rsidRPr="00B2551F">
        <w:rPr>
          <w:rFonts w:hint="cs"/>
          <w:rtl/>
        </w:rPr>
        <w:t>ه</w:t>
      </w:r>
      <w:r>
        <w:rPr>
          <w:rFonts w:hint="cs"/>
          <w:rtl/>
        </w:rPr>
        <w:t>م</w:t>
      </w:r>
      <w:r>
        <w:rPr>
          <w:rtl/>
        </w:rPr>
        <w:t xml:space="preserve"> </w:t>
      </w:r>
      <w:r>
        <w:rPr>
          <w:rFonts w:hint="cs"/>
          <w:rtl/>
        </w:rPr>
        <w:t>دارالبوار</w:t>
      </w:r>
      <w:r>
        <w:rPr>
          <w:rtl/>
        </w:rPr>
        <w:t>_</w:t>
      </w:r>
      <w:r>
        <w:rPr>
          <w:rFonts w:hint="cs"/>
          <w:rtl/>
        </w:rPr>
        <w:t>ج</w:t>
      </w:r>
      <w:r w:rsidR="00F21947" w:rsidRPr="00B2551F">
        <w:rPr>
          <w:rFonts w:hint="cs"/>
          <w:rtl/>
        </w:rPr>
        <w:t>ه</w:t>
      </w:r>
      <w:r>
        <w:rPr>
          <w:rFonts w:hint="cs"/>
          <w:rtl/>
        </w:rPr>
        <w:t>نّم</w:t>
      </w:r>
      <w:r>
        <w:rPr>
          <w:rtl/>
        </w:rPr>
        <w:t xml:space="preserve"> </w:t>
      </w:r>
      <w:r>
        <w:rPr>
          <w:rFonts w:hint="cs"/>
          <w:rtl/>
        </w:rPr>
        <w:t>يصلون</w:t>
      </w:r>
      <w:r w:rsidR="00F21947" w:rsidRPr="00B2551F">
        <w:rPr>
          <w:rFonts w:hint="cs"/>
          <w:rtl/>
        </w:rPr>
        <w:t>ه</w:t>
      </w:r>
    </w:p>
    <w:p w:rsidR="001F628F" w:rsidRDefault="001F628F" w:rsidP="003B62CE">
      <w:pPr>
        <w:pStyle w:val="libNormal"/>
        <w:rPr>
          <w:rtl/>
        </w:rPr>
      </w:pPr>
      <w:r>
        <w:rPr>
          <w:rtl/>
        </w:rPr>
        <w:t>2_جہنم ، ہلاكت و نابودى كا گھر ہے_</w:t>
      </w:r>
      <w:r w:rsidRPr="003B62CE">
        <w:rPr>
          <w:rStyle w:val="libArabicChar"/>
          <w:rFonts w:hint="eastAsia"/>
          <w:rtl/>
        </w:rPr>
        <w:t>دارالبوار</w:t>
      </w:r>
      <w:r w:rsidRPr="003B62CE">
        <w:rPr>
          <w:rStyle w:val="libArabicChar"/>
          <w:rtl/>
        </w:rPr>
        <w:t>_ج</w:t>
      </w:r>
      <w:r w:rsidR="00F21947" w:rsidRPr="00B2551F">
        <w:rPr>
          <w:rStyle w:val="libArabicChar"/>
          <w:rFonts w:hint="cs"/>
          <w:rtl/>
        </w:rPr>
        <w:t>ه</w:t>
      </w:r>
      <w:r w:rsidRPr="003B62CE">
        <w:rPr>
          <w:rStyle w:val="libArabicChar"/>
          <w:rFonts w:hint="cs"/>
          <w:rtl/>
        </w:rPr>
        <w:t>نّم</w:t>
      </w:r>
      <w:r w:rsidRPr="003B62CE">
        <w:rPr>
          <w:rStyle w:val="libArabicChar"/>
          <w:rtl/>
        </w:rPr>
        <w:t xml:space="preserve"> </w:t>
      </w:r>
      <w:r w:rsidRPr="003B62CE">
        <w:rPr>
          <w:rStyle w:val="libArabicChar"/>
          <w:rFonts w:hint="cs"/>
          <w:rtl/>
        </w:rPr>
        <w:t>يصلون</w:t>
      </w:r>
      <w:r w:rsidR="00F21947" w:rsidRPr="00B2551F">
        <w:rPr>
          <w:rStyle w:val="libArabicChar"/>
          <w:rFonts w:hint="cs"/>
          <w:rtl/>
        </w:rPr>
        <w:t>ه</w:t>
      </w:r>
      <w:r w:rsidR="003B62CE" w:rsidRPr="00B2551F">
        <w:rPr>
          <w:rStyle w:val="libArabicChar"/>
          <w:rFonts w:hint="cs"/>
          <w:rtl/>
        </w:rPr>
        <w:t xml:space="preserve">  </w:t>
      </w:r>
      <w:r>
        <w:rPr>
          <w:rtl/>
        </w:rPr>
        <w:t>''بوار'' كا معنى ہلاكت ہے_</w:t>
      </w:r>
    </w:p>
    <w:p w:rsidR="001F628F" w:rsidRDefault="001F628F" w:rsidP="003B62CE">
      <w:pPr>
        <w:pStyle w:val="libNormal"/>
        <w:rPr>
          <w:rtl/>
        </w:rPr>
      </w:pPr>
      <w:r>
        <w:rPr>
          <w:rtl/>
        </w:rPr>
        <w:t>3_كفر وشرك كے سردارہى اپنى قوم كو دوزخى بنانے كا اصلى سبب ہي</w:t>
      </w:r>
      <w:r w:rsidR="00083993">
        <w:rPr>
          <w:rtl/>
        </w:rPr>
        <w:t xml:space="preserve">ں </w:t>
      </w:r>
      <w:r>
        <w:rPr>
          <w:rtl/>
        </w:rPr>
        <w:t>_</w:t>
      </w:r>
      <w:r w:rsidRPr="003B62CE">
        <w:rPr>
          <w:rStyle w:val="libArabicChar"/>
          <w:rFonts w:hint="eastAsia"/>
          <w:rtl/>
        </w:rPr>
        <w:t>ا</w:t>
      </w:r>
      <w:r w:rsidRPr="003B62CE">
        <w:rPr>
          <w:rStyle w:val="libArabicChar"/>
          <w:rtl/>
        </w:rPr>
        <w:t xml:space="preserve"> حلّوا قوم</w:t>
      </w:r>
      <w:r w:rsidR="00F21947" w:rsidRPr="00B2551F">
        <w:rPr>
          <w:rStyle w:val="libArabicChar"/>
          <w:rFonts w:hint="cs"/>
          <w:rtl/>
        </w:rPr>
        <w:t>ه</w:t>
      </w:r>
      <w:r w:rsidRPr="003B62CE">
        <w:rPr>
          <w:rStyle w:val="libArabicChar"/>
          <w:rFonts w:hint="cs"/>
          <w:rtl/>
        </w:rPr>
        <w:t>م</w:t>
      </w:r>
      <w:r w:rsidRPr="003B62CE">
        <w:rPr>
          <w:rStyle w:val="libArabicChar"/>
          <w:rtl/>
        </w:rPr>
        <w:t xml:space="preserve"> </w:t>
      </w:r>
      <w:r w:rsidRPr="003B62CE">
        <w:rPr>
          <w:rStyle w:val="libArabicChar"/>
          <w:rFonts w:hint="cs"/>
          <w:rtl/>
        </w:rPr>
        <w:t>دارالبوار</w:t>
      </w:r>
      <w:r w:rsidRPr="003B62CE">
        <w:rPr>
          <w:rStyle w:val="libArabicChar"/>
          <w:rtl/>
        </w:rPr>
        <w:t>_</w:t>
      </w:r>
      <w:r w:rsidRPr="003B62CE">
        <w:rPr>
          <w:rStyle w:val="libArabicChar"/>
          <w:rFonts w:hint="cs"/>
          <w:rtl/>
        </w:rPr>
        <w:t>ج</w:t>
      </w:r>
      <w:r w:rsidR="00F21947" w:rsidRPr="00B2551F">
        <w:rPr>
          <w:rStyle w:val="libArabicChar"/>
          <w:rFonts w:hint="cs"/>
          <w:rtl/>
        </w:rPr>
        <w:t>ه</w:t>
      </w:r>
      <w:r w:rsidRPr="003B62CE">
        <w:rPr>
          <w:rStyle w:val="libArabicChar"/>
          <w:rFonts w:hint="cs"/>
          <w:rtl/>
        </w:rPr>
        <w:t>نّم</w:t>
      </w:r>
      <w:r w:rsidRPr="003B62CE">
        <w:rPr>
          <w:rStyle w:val="libArabicChar"/>
          <w:rtl/>
        </w:rPr>
        <w:t xml:space="preserve"> </w:t>
      </w:r>
      <w:r w:rsidRPr="003B62CE">
        <w:rPr>
          <w:rStyle w:val="libArabicChar"/>
          <w:rFonts w:hint="cs"/>
          <w:rtl/>
        </w:rPr>
        <w:t>يصلون</w:t>
      </w:r>
      <w:r w:rsidR="00F21947" w:rsidRPr="00B2551F">
        <w:rPr>
          <w:rStyle w:val="libArabicChar"/>
          <w:rFonts w:hint="cs"/>
          <w:rtl/>
        </w:rPr>
        <w:t>ه</w:t>
      </w:r>
    </w:p>
    <w:p w:rsidR="001F628F" w:rsidRDefault="001F628F" w:rsidP="001F628F">
      <w:pPr>
        <w:pStyle w:val="libNormal"/>
        <w:rPr>
          <w:rtl/>
        </w:rPr>
      </w:pPr>
      <w:r>
        <w:rPr>
          <w:rFonts w:hint="eastAsia"/>
          <w:rtl/>
        </w:rPr>
        <w:t>مندرجہ</w:t>
      </w:r>
      <w:r>
        <w:rPr>
          <w:rtl/>
        </w:rPr>
        <w:t xml:space="preserve"> بالا مطلب اس بات پر مبنى ہے كہ جب ''جھنّم يصلونھا'' ،''دارالبوار'' كا بدل ہو _</w:t>
      </w:r>
    </w:p>
    <w:p w:rsidR="001F628F" w:rsidRDefault="001F628F" w:rsidP="003B62CE">
      <w:pPr>
        <w:pStyle w:val="libNormal"/>
        <w:rPr>
          <w:rtl/>
        </w:rPr>
      </w:pPr>
      <w:r>
        <w:rPr>
          <w:rtl/>
        </w:rPr>
        <w:t>4_دوزخ ايك گہرا كنوا</w:t>
      </w:r>
      <w:r w:rsidR="00083993">
        <w:rPr>
          <w:rtl/>
        </w:rPr>
        <w:t xml:space="preserve">ں </w:t>
      </w:r>
      <w:r>
        <w:rPr>
          <w:rtl/>
        </w:rPr>
        <w:t>ہے_</w:t>
      </w:r>
      <w:r w:rsidRPr="003B62CE">
        <w:rPr>
          <w:rStyle w:val="libArabicChar"/>
          <w:rFonts w:hint="eastAsia"/>
          <w:rtl/>
        </w:rPr>
        <w:t>ج</w:t>
      </w:r>
      <w:r w:rsidR="00F21947" w:rsidRPr="00B2551F">
        <w:rPr>
          <w:rStyle w:val="libArabicChar"/>
          <w:rFonts w:hint="cs"/>
          <w:rtl/>
        </w:rPr>
        <w:t>ه</w:t>
      </w:r>
      <w:r w:rsidRPr="003B62CE">
        <w:rPr>
          <w:rStyle w:val="libArabicChar"/>
          <w:rFonts w:hint="cs"/>
          <w:rtl/>
        </w:rPr>
        <w:t>نّم</w:t>
      </w:r>
      <w:r w:rsidRPr="003B62CE">
        <w:rPr>
          <w:rStyle w:val="libArabicChar"/>
          <w:rtl/>
        </w:rPr>
        <w:t xml:space="preserve"> يصلون</w:t>
      </w:r>
      <w:r w:rsidR="00F21947" w:rsidRPr="00B2551F">
        <w:rPr>
          <w:rStyle w:val="libArabicChar"/>
          <w:rFonts w:hint="cs"/>
          <w:rtl/>
        </w:rPr>
        <w:t>ه</w:t>
      </w:r>
    </w:p>
    <w:p w:rsidR="001F628F" w:rsidRDefault="001F628F" w:rsidP="001F628F">
      <w:pPr>
        <w:pStyle w:val="libNormal"/>
        <w:rPr>
          <w:rtl/>
        </w:rPr>
      </w:pPr>
      <w:r>
        <w:rPr>
          <w:rtl/>
        </w:rPr>
        <w:t>''جہنم ''،''جھنام'' كا معرب ہے _جس كامعنى گہرا كنوا</w:t>
      </w:r>
      <w:r w:rsidR="00083993">
        <w:rPr>
          <w:rtl/>
        </w:rPr>
        <w:t xml:space="preserve">ں </w:t>
      </w:r>
      <w:r>
        <w:rPr>
          <w:rtl/>
        </w:rPr>
        <w:t>ہے (مفردات راغب)</w:t>
      </w:r>
    </w:p>
    <w:p w:rsidR="001F628F" w:rsidRDefault="001F628F" w:rsidP="003B62CE">
      <w:pPr>
        <w:pStyle w:val="libNormal"/>
        <w:rPr>
          <w:rtl/>
        </w:rPr>
      </w:pPr>
      <w:r>
        <w:rPr>
          <w:rtl/>
        </w:rPr>
        <w:t>5_جہنم ،انتہائي برا اور منحوس ٹھكانا ہے_</w:t>
      </w:r>
      <w:r w:rsidRPr="003B62CE">
        <w:rPr>
          <w:rStyle w:val="libArabicChar"/>
          <w:rFonts w:hint="eastAsia"/>
          <w:rtl/>
        </w:rPr>
        <w:t>ج</w:t>
      </w:r>
      <w:r w:rsidR="00F21947" w:rsidRPr="00B2551F">
        <w:rPr>
          <w:rStyle w:val="libArabicChar"/>
          <w:rFonts w:hint="cs"/>
          <w:rtl/>
        </w:rPr>
        <w:t>ه</w:t>
      </w:r>
      <w:r w:rsidRPr="003B62CE">
        <w:rPr>
          <w:rStyle w:val="libArabicChar"/>
          <w:rFonts w:hint="cs"/>
          <w:rtl/>
        </w:rPr>
        <w:t>نّم</w:t>
      </w:r>
      <w:r w:rsidRPr="003B62CE">
        <w:rPr>
          <w:rStyle w:val="libArabicChar"/>
          <w:rtl/>
        </w:rPr>
        <w:t xml:space="preserve"> يصلون</w:t>
      </w:r>
      <w:r w:rsidR="00F21947" w:rsidRPr="00B2551F">
        <w:rPr>
          <w:rStyle w:val="libArabicChar"/>
          <w:rFonts w:hint="cs"/>
          <w:rtl/>
        </w:rPr>
        <w:t>ه</w:t>
      </w:r>
      <w:r w:rsidRPr="003B62CE">
        <w:rPr>
          <w:rStyle w:val="libArabicChar"/>
          <w:rFonts w:hint="cs"/>
          <w:rtl/>
        </w:rPr>
        <w:t>ا</w:t>
      </w:r>
      <w:r w:rsidRPr="003B62CE">
        <w:rPr>
          <w:rStyle w:val="libArabicChar"/>
          <w:rtl/>
        </w:rPr>
        <w:t xml:space="preserve"> </w:t>
      </w:r>
      <w:r w:rsidRPr="003B62CE">
        <w:rPr>
          <w:rStyle w:val="libArabicChar"/>
          <w:rFonts w:hint="cs"/>
          <w:rtl/>
        </w:rPr>
        <w:t>وبئس</w:t>
      </w:r>
      <w:r w:rsidRPr="003B62CE">
        <w:rPr>
          <w:rStyle w:val="libArabicChar"/>
          <w:rtl/>
        </w:rPr>
        <w:t xml:space="preserve"> </w:t>
      </w:r>
      <w:r w:rsidRPr="003B62CE">
        <w:rPr>
          <w:rStyle w:val="libArabicChar"/>
          <w:rFonts w:hint="cs"/>
          <w:rtl/>
        </w:rPr>
        <w:t>القرار</w:t>
      </w:r>
    </w:p>
    <w:p w:rsidR="001F628F" w:rsidRDefault="001F628F" w:rsidP="003B62CE">
      <w:pPr>
        <w:pStyle w:val="libNormal"/>
        <w:rPr>
          <w:rtl/>
        </w:rPr>
      </w:pPr>
      <w:r>
        <w:rPr>
          <w:rFonts w:hint="eastAsia"/>
          <w:rtl/>
        </w:rPr>
        <w:t>جہنم</w:t>
      </w:r>
      <w:r>
        <w:rPr>
          <w:rtl/>
        </w:rPr>
        <w:t xml:space="preserve"> :</w:t>
      </w:r>
      <w:r>
        <w:rPr>
          <w:rFonts w:hint="eastAsia"/>
          <w:rtl/>
        </w:rPr>
        <w:t>جہنم</w:t>
      </w:r>
      <w:r>
        <w:rPr>
          <w:rtl/>
        </w:rPr>
        <w:t xml:space="preserve"> كامنحوس ہونا 5;جہنم كى صفات4;جہنم كے موجبات3;جہنم مي</w:t>
      </w:r>
      <w:r w:rsidR="00083993">
        <w:rPr>
          <w:rtl/>
        </w:rPr>
        <w:t xml:space="preserve">ں </w:t>
      </w:r>
      <w:r>
        <w:rPr>
          <w:rtl/>
        </w:rPr>
        <w:t>ہلاكت 2</w:t>
      </w:r>
    </w:p>
    <w:p w:rsidR="001F628F" w:rsidRDefault="001F628F" w:rsidP="001F628F">
      <w:pPr>
        <w:pStyle w:val="libNormal"/>
        <w:rPr>
          <w:rtl/>
        </w:rPr>
      </w:pPr>
      <w:r>
        <w:rPr>
          <w:rFonts w:hint="eastAsia"/>
          <w:rtl/>
        </w:rPr>
        <w:t>جہنمى</w:t>
      </w:r>
      <w:r>
        <w:rPr>
          <w:rtl/>
        </w:rPr>
        <w:t xml:space="preserve"> لوگ:1</w:t>
      </w:r>
    </w:p>
    <w:p w:rsidR="001F628F" w:rsidRDefault="001F628F" w:rsidP="003B62CE">
      <w:pPr>
        <w:pStyle w:val="libNormal"/>
        <w:rPr>
          <w:rtl/>
        </w:rPr>
      </w:pPr>
      <w:r>
        <w:rPr>
          <w:rFonts w:hint="eastAsia"/>
          <w:rtl/>
        </w:rPr>
        <w:t>رہبر</w:t>
      </w:r>
      <w:r>
        <w:rPr>
          <w:rtl/>
        </w:rPr>
        <w:t>:</w:t>
      </w:r>
      <w:r>
        <w:rPr>
          <w:rFonts w:hint="eastAsia"/>
          <w:rtl/>
        </w:rPr>
        <w:t>ورغلانے</w:t>
      </w:r>
      <w:r>
        <w:rPr>
          <w:rtl/>
        </w:rPr>
        <w:t xml:space="preserve"> والے رہبر جہنم مي</w:t>
      </w:r>
      <w:r w:rsidR="00083993">
        <w:rPr>
          <w:rtl/>
        </w:rPr>
        <w:t xml:space="preserve">ں </w:t>
      </w:r>
      <w:r>
        <w:rPr>
          <w:rtl/>
        </w:rPr>
        <w:t>1;برے رہبر جہنم مي</w:t>
      </w:r>
      <w:r w:rsidR="00083993">
        <w:rPr>
          <w:rtl/>
        </w:rPr>
        <w:t xml:space="preserve">ں </w:t>
      </w:r>
      <w:r>
        <w:rPr>
          <w:rtl/>
        </w:rPr>
        <w:t>1;ناشكرے رہبر جہنم مي</w:t>
      </w:r>
      <w:r w:rsidR="00083993">
        <w:rPr>
          <w:rtl/>
        </w:rPr>
        <w:t xml:space="preserve">ں </w:t>
      </w:r>
      <w:r>
        <w:rPr>
          <w:rtl/>
        </w:rPr>
        <w:t>1;شرك كے رہبرو</w:t>
      </w:r>
      <w:r w:rsidR="00083993">
        <w:rPr>
          <w:rtl/>
        </w:rPr>
        <w:t xml:space="preserve">ں </w:t>
      </w:r>
      <w:r>
        <w:rPr>
          <w:rtl/>
        </w:rPr>
        <w:t>كا كردارو نقش3;كفر كے رہبرو</w:t>
      </w:r>
      <w:r w:rsidR="00083993">
        <w:rPr>
          <w:rtl/>
        </w:rPr>
        <w:t xml:space="preserve">ں </w:t>
      </w:r>
      <w:r>
        <w:rPr>
          <w:rtl/>
        </w:rPr>
        <w:t>كا كردار و نقش3</w:t>
      </w:r>
    </w:p>
    <w:p w:rsidR="003B62CE" w:rsidRDefault="001E7F9D" w:rsidP="00F73EDE">
      <w:pPr>
        <w:pStyle w:val="libPoemTini"/>
        <w:rPr>
          <w:rtl/>
        </w:rPr>
      </w:pPr>
      <w:r>
        <w:rPr>
          <w:rtl/>
        </w:rPr>
        <w:cr/>
      </w:r>
      <w:r>
        <w:rPr>
          <w:rtl/>
        </w:rPr>
        <w:br w:type="page"/>
      </w:r>
    </w:p>
    <w:p w:rsidR="003B62CE" w:rsidRPr="00120F63" w:rsidRDefault="003B62CE" w:rsidP="00351A4E">
      <w:pPr>
        <w:pStyle w:val="Heading2Center"/>
        <w:rPr>
          <w:rtl/>
        </w:rPr>
      </w:pPr>
      <w:bookmarkStart w:id="30" w:name="_Toc28081708"/>
      <w:r>
        <w:rPr>
          <w:rFonts w:hint="cs"/>
          <w:rtl/>
        </w:rPr>
        <w:lastRenderedPageBreak/>
        <w:t xml:space="preserve">آیت </w:t>
      </w:r>
      <w:r w:rsidR="00351A4E" w:rsidRPr="00120F63">
        <w:rPr>
          <w:rFonts w:hint="cs"/>
          <w:rtl/>
        </w:rPr>
        <w:t>30</w:t>
      </w:r>
      <w:bookmarkEnd w:id="30"/>
    </w:p>
    <w:p w:rsidR="001F628F" w:rsidRDefault="00E260F9" w:rsidP="00351A4E">
      <w:pPr>
        <w:pStyle w:val="libNormal"/>
        <w:rPr>
          <w:rtl/>
        </w:rPr>
      </w:pPr>
      <w:r w:rsidRPr="00E260F9">
        <w:rPr>
          <w:rStyle w:val="libAlaemChar"/>
          <w:rFonts w:hint="eastAsia"/>
          <w:rtl/>
        </w:rPr>
        <w:t>(</w:t>
      </w:r>
      <w:r w:rsidRPr="00351A4E">
        <w:rPr>
          <w:rStyle w:val="libAieChar"/>
          <w:rFonts w:hint="eastAsia"/>
          <w:rtl/>
        </w:rPr>
        <w:t>وَجَعَلُواْ</w:t>
      </w:r>
      <w:r w:rsidRPr="00351A4E">
        <w:rPr>
          <w:rStyle w:val="libAieChar"/>
          <w:rtl/>
        </w:rPr>
        <w:t xml:space="preserve"> لِلّهِ أَندَاداً لِّيُضِلُّواْ عَن سَبِيلِهِ قُلْ تَمَتَّعُواْ فَإِنَّ مَصِيرَكُمْ إِلَى النَّارِ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ان لوگو</w:t>
      </w:r>
      <w:r w:rsidR="00083993">
        <w:rPr>
          <w:rtl/>
        </w:rPr>
        <w:t xml:space="preserve">ں </w:t>
      </w:r>
      <w:r>
        <w:rPr>
          <w:rtl/>
        </w:rPr>
        <w:t>نے اللہ كے لئے مثل قرار دئے تا كہ اس كے ذريعہ لوگو</w:t>
      </w:r>
      <w:r w:rsidR="00083993">
        <w:rPr>
          <w:rtl/>
        </w:rPr>
        <w:t xml:space="preserve">ں </w:t>
      </w:r>
      <w:r>
        <w:rPr>
          <w:rtl/>
        </w:rPr>
        <w:t>كو بہكا سكي</w:t>
      </w:r>
      <w:r w:rsidR="00083993">
        <w:rPr>
          <w:rtl/>
        </w:rPr>
        <w:t xml:space="preserve">ں </w:t>
      </w:r>
      <w:r>
        <w:rPr>
          <w:rtl/>
        </w:rPr>
        <w:t>تو آپ كہہ ديجئے كہ تھوڑے دن اور مزے كرلو پھرتو تمھارا انجام جہنم ہى ہے _</w:t>
      </w:r>
    </w:p>
    <w:p w:rsidR="001F628F" w:rsidRDefault="001F628F" w:rsidP="001F628F">
      <w:pPr>
        <w:pStyle w:val="libNormal"/>
        <w:rPr>
          <w:rtl/>
        </w:rPr>
      </w:pPr>
      <w:r>
        <w:rPr>
          <w:rtl/>
        </w:rPr>
        <w:t>1_خدا وند متعال كے ساتھ شرك ،اس كى نعمتو</w:t>
      </w:r>
      <w:r w:rsidR="00083993">
        <w:rPr>
          <w:rtl/>
        </w:rPr>
        <w:t xml:space="preserve">ں </w:t>
      </w:r>
      <w:r>
        <w:rPr>
          <w:rtl/>
        </w:rPr>
        <w:t>كا كفران اور ناشكرى ہے_</w:t>
      </w:r>
    </w:p>
    <w:p w:rsidR="001F628F" w:rsidRDefault="001F628F" w:rsidP="00351A4E">
      <w:pPr>
        <w:pStyle w:val="libArabic"/>
        <w:rPr>
          <w:rtl/>
        </w:rPr>
      </w:pPr>
      <w:r>
        <w:rPr>
          <w:rFonts w:hint="eastAsia"/>
          <w:rtl/>
        </w:rPr>
        <w:t>ا</w:t>
      </w:r>
      <w:r>
        <w:rPr>
          <w:rtl/>
        </w:rPr>
        <w:t xml:space="preserve"> لم تر الى الذين بدّلوا نعمت الله كفرًا ...وجعلوالله ا ندادً</w:t>
      </w:r>
      <w:r w:rsidR="00630A2A">
        <w:rPr>
          <w:rFonts w:hint="cs"/>
          <w:rtl/>
        </w:rPr>
        <w:t>ا</w:t>
      </w:r>
    </w:p>
    <w:p w:rsidR="001F628F" w:rsidRDefault="001F628F" w:rsidP="001F628F">
      <w:pPr>
        <w:pStyle w:val="libNormal"/>
        <w:rPr>
          <w:rtl/>
        </w:rPr>
      </w:pPr>
      <w:r>
        <w:rPr>
          <w:rFonts w:hint="eastAsia"/>
          <w:rtl/>
        </w:rPr>
        <w:t>جملہ</w:t>
      </w:r>
      <w:r>
        <w:rPr>
          <w:rtl/>
        </w:rPr>
        <w:t xml:space="preserve"> ''وجعلوالله ا ندادًا''جملہ ''بدّلوا نعمت الله ...''پر عطف ہے اور يہ جملہ نعمت الہى كے تبديل ہونے كى كيفيت كے لئے بيان اور تفسير بن سكتا ہے _</w:t>
      </w:r>
    </w:p>
    <w:p w:rsidR="001F628F" w:rsidRDefault="001F628F" w:rsidP="00351A4E">
      <w:pPr>
        <w:pStyle w:val="libNormal"/>
        <w:rPr>
          <w:rtl/>
        </w:rPr>
      </w:pPr>
      <w:r>
        <w:rPr>
          <w:rtl/>
        </w:rPr>
        <w:t>2_كفر و شرك كے سردارو</w:t>
      </w:r>
      <w:r w:rsidR="00083993">
        <w:rPr>
          <w:rtl/>
        </w:rPr>
        <w:t xml:space="preserve">ں </w:t>
      </w:r>
      <w:r>
        <w:rPr>
          <w:rtl/>
        </w:rPr>
        <w:t>كا خدا وند عالم اور توحيد كے راستے سے لوگو</w:t>
      </w:r>
      <w:r w:rsidR="00083993">
        <w:rPr>
          <w:rtl/>
        </w:rPr>
        <w:t xml:space="preserve">ں </w:t>
      </w:r>
      <w:r>
        <w:rPr>
          <w:rtl/>
        </w:rPr>
        <w:t>كو بھٹكانے كے لئے خدا كا شريك اور شبيہ بنا كر پيش كرنا_</w:t>
      </w:r>
      <w:r w:rsidRPr="00351A4E">
        <w:rPr>
          <w:rStyle w:val="libArabicChar"/>
          <w:rFonts w:hint="eastAsia"/>
          <w:rtl/>
        </w:rPr>
        <w:t>ا</w:t>
      </w:r>
      <w:r w:rsidRPr="00351A4E">
        <w:rPr>
          <w:rStyle w:val="libArabicChar"/>
          <w:rtl/>
        </w:rPr>
        <w:t xml:space="preserve"> حلّوا قوم</w:t>
      </w:r>
      <w:r w:rsidR="00F21947" w:rsidRPr="00B2551F">
        <w:rPr>
          <w:rStyle w:val="libArabicChar"/>
          <w:rFonts w:hint="cs"/>
          <w:rtl/>
        </w:rPr>
        <w:t>ه</w:t>
      </w:r>
      <w:r w:rsidRPr="00351A4E">
        <w:rPr>
          <w:rStyle w:val="libArabicChar"/>
          <w:rFonts w:hint="cs"/>
          <w:rtl/>
        </w:rPr>
        <w:t>م</w:t>
      </w:r>
      <w:r w:rsidRPr="00351A4E">
        <w:rPr>
          <w:rStyle w:val="libArabicChar"/>
          <w:rtl/>
        </w:rPr>
        <w:t xml:space="preserve"> </w:t>
      </w:r>
      <w:r w:rsidRPr="00351A4E">
        <w:rPr>
          <w:rStyle w:val="libArabicChar"/>
          <w:rFonts w:hint="cs"/>
          <w:rtl/>
        </w:rPr>
        <w:t>دارالبوار</w:t>
      </w:r>
      <w:r w:rsidRPr="00351A4E">
        <w:rPr>
          <w:rStyle w:val="libArabicChar"/>
          <w:rtl/>
        </w:rPr>
        <w:t xml:space="preserve"> ...</w:t>
      </w:r>
      <w:r w:rsidRPr="00351A4E">
        <w:rPr>
          <w:rStyle w:val="libArabicChar"/>
          <w:rFonts w:hint="cs"/>
          <w:rtl/>
        </w:rPr>
        <w:t>وجعلوالله</w:t>
      </w:r>
      <w:r w:rsidRPr="00351A4E">
        <w:rPr>
          <w:rStyle w:val="libArabicChar"/>
          <w:rtl/>
        </w:rPr>
        <w:t xml:space="preserve"> </w:t>
      </w:r>
      <w:r w:rsidRPr="00351A4E">
        <w:rPr>
          <w:rStyle w:val="libArabicChar"/>
          <w:rFonts w:hint="cs"/>
          <w:rtl/>
        </w:rPr>
        <w:t>ا</w:t>
      </w:r>
      <w:r w:rsidRPr="00351A4E">
        <w:rPr>
          <w:rStyle w:val="libArabicChar"/>
          <w:rtl/>
        </w:rPr>
        <w:t xml:space="preserve"> </w:t>
      </w:r>
      <w:r w:rsidRPr="00351A4E">
        <w:rPr>
          <w:rStyle w:val="libArabicChar"/>
          <w:rFonts w:hint="cs"/>
          <w:rtl/>
        </w:rPr>
        <w:t>ندادًاليضلّوا</w:t>
      </w:r>
      <w:r w:rsidRPr="00351A4E">
        <w:rPr>
          <w:rStyle w:val="libArabicChar"/>
          <w:rtl/>
        </w:rPr>
        <w:t xml:space="preserve"> </w:t>
      </w:r>
      <w:r w:rsidRPr="00351A4E">
        <w:rPr>
          <w:rStyle w:val="libArabicChar"/>
          <w:rFonts w:hint="cs"/>
          <w:rtl/>
        </w:rPr>
        <w:t>عن</w:t>
      </w:r>
      <w:r w:rsidRPr="00351A4E">
        <w:rPr>
          <w:rStyle w:val="libArabicChar"/>
          <w:rtl/>
        </w:rPr>
        <w:t xml:space="preserve"> </w:t>
      </w:r>
      <w:r w:rsidRPr="00351A4E">
        <w:rPr>
          <w:rStyle w:val="libArabicChar"/>
          <w:rFonts w:hint="cs"/>
          <w:rtl/>
        </w:rPr>
        <w:t>سبيل</w:t>
      </w:r>
      <w:r w:rsidR="00120F63" w:rsidRPr="00B2551F">
        <w:rPr>
          <w:rStyle w:val="libArabicChar"/>
          <w:rFonts w:hint="cs"/>
          <w:rtl/>
        </w:rPr>
        <w:t>ه</w:t>
      </w:r>
    </w:p>
    <w:p w:rsidR="001F628F" w:rsidRDefault="001F628F" w:rsidP="001F628F">
      <w:pPr>
        <w:pStyle w:val="libNormal"/>
        <w:rPr>
          <w:rtl/>
        </w:rPr>
      </w:pPr>
      <w:r>
        <w:rPr>
          <w:rFonts w:hint="eastAsia"/>
          <w:rtl/>
        </w:rPr>
        <w:t>اس</w:t>
      </w:r>
      <w:r>
        <w:rPr>
          <w:rtl/>
        </w:rPr>
        <w:t xml:space="preserve"> ايت مجيدہ اور پہلے والى ايات كے سياق سے معلوم ہوتا ہے كہ يہ كفر وشرك كے سردارو</w:t>
      </w:r>
      <w:r w:rsidR="00083993">
        <w:rPr>
          <w:rtl/>
        </w:rPr>
        <w:t xml:space="preserve">ں </w:t>
      </w:r>
      <w:r>
        <w:rPr>
          <w:rtl/>
        </w:rPr>
        <w:t>كے بارے مي</w:t>
      </w:r>
      <w:r w:rsidR="00083993">
        <w:rPr>
          <w:rtl/>
        </w:rPr>
        <w:t xml:space="preserve">ں </w:t>
      </w:r>
      <w:r>
        <w:rPr>
          <w:rtl/>
        </w:rPr>
        <w:t>ہے _كيونكہ لوگو</w:t>
      </w:r>
      <w:r w:rsidR="00083993">
        <w:rPr>
          <w:rtl/>
        </w:rPr>
        <w:t xml:space="preserve">ں </w:t>
      </w:r>
      <w:r>
        <w:rPr>
          <w:rtl/>
        </w:rPr>
        <w:t>كو برے انجام</w:t>
      </w:r>
    </w:p>
    <w:p w:rsidR="001F628F" w:rsidRDefault="001F628F" w:rsidP="001F628F">
      <w:pPr>
        <w:pStyle w:val="libNormal"/>
        <w:rPr>
          <w:rtl/>
        </w:rPr>
      </w:pPr>
      <w:r>
        <w:rPr>
          <w:rFonts w:hint="eastAsia"/>
          <w:rtl/>
        </w:rPr>
        <w:t>اور</w:t>
      </w:r>
      <w:r>
        <w:rPr>
          <w:rtl/>
        </w:rPr>
        <w:t xml:space="preserve"> ٹھكانے مي</w:t>
      </w:r>
      <w:r w:rsidR="00083993">
        <w:rPr>
          <w:rtl/>
        </w:rPr>
        <w:t xml:space="preserve">ں </w:t>
      </w:r>
      <w:r>
        <w:rPr>
          <w:rtl/>
        </w:rPr>
        <w:t xml:space="preserve">مبتلا كرنا </w:t>
      </w:r>
      <w:r w:rsidRPr="00351A4E">
        <w:rPr>
          <w:rStyle w:val="libArabicChar"/>
          <w:rtl/>
        </w:rPr>
        <w:t>''ا حلّوا قوم</w:t>
      </w:r>
      <w:r w:rsidR="00F21947" w:rsidRPr="00B2551F">
        <w:rPr>
          <w:rStyle w:val="libArabicChar"/>
          <w:rFonts w:hint="cs"/>
          <w:rtl/>
        </w:rPr>
        <w:t>ه</w:t>
      </w:r>
      <w:r w:rsidRPr="00351A4E">
        <w:rPr>
          <w:rStyle w:val="libArabicChar"/>
          <w:rFonts w:hint="cs"/>
          <w:rtl/>
        </w:rPr>
        <w:t>م</w:t>
      </w:r>
      <w:r w:rsidRPr="00351A4E">
        <w:rPr>
          <w:rStyle w:val="libArabicChar"/>
          <w:rtl/>
        </w:rPr>
        <w:t xml:space="preserve"> </w:t>
      </w:r>
      <w:r w:rsidRPr="00351A4E">
        <w:rPr>
          <w:rStyle w:val="libArabicChar"/>
          <w:rFonts w:hint="cs"/>
          <w:rtl/>
        </w:rPr>
        <w:t>دارالبوار</w:t>
      </w:r>
      <w:r w:rsidRPr="00351A4E">
        <w:rPr>
          <w:rStyle w:val="libArabicChar"/>
          <w:rtl/>
        </w:rPr>
        <w:t>''</w:t>
      </w:r>
      <w:r>
        <w:rPr>
          <w:rtl/>
        </w:rPr>
        <w:t>نيز خدا كے لئے شريك بنانااور لوگو</w:t>
      </w:r>
      <w:r w:rsidR="00083993">
        <w:rPr>
          <w:rtl/>
        </w:rPr>
        <w:t xml:space="preserve">ں </w:t>
      </w:r>
      <w:r>
        <w:rPr>
          <w:rtl/>
        </w:rPr>
        <w:t>كو راہ خدا سے گمراہ كرنا ''وجعلوالله ا ندادًاليضلّوا عن سبيلہ''كفر و شرك كے سردارو</w:t>
      </w:r>
      <w:r w:rsidR="00083993">
        <w:rPr>
          <w:rtl/>
        </w:rPr>
        <w:t xml:space="preserve">ں </w:t>
      </w:r>
      <w:r>
        <w:rPr>
          <w:rtl/>
        </w:rPr>
        <w:t>اور رہبرو</w:t>
      </w:r>
      <w:r w:rsidR="00083993">
        <w:rPr>
          <w:rtl/>
        </w:rPr>
        <w:t xml:space="preserve">ں </w:t>
      </w:r>
      <w:r>
        <w:rPr>
          <w:rtl/>
        </w:rPr>
        <w:t>ہى كا كام ہے_</w:t>
      </w:r>
    </w:p>
    <w:p w:rsidR="001F628F" w:rsidRDefault="001F628F" w:rsidP="001F628F">
      <w:pPr>
        <w:pStyle w:val="libNormal"/>
        <w:rPr>
          <w:rtl/>
        </w:rPr>
      </w:pPr>
      <w:r>
        <w:rPr>
          <w:rtl/>
        </w:rPr>
        <w:t>3_شرك ايك ايسا من گھڑت مذہب ہے كہ جو خداوند يكتا اور توحيد پر عقيدے كے بعد وجود مي</w:t>
      </w:r>
      <w:r w:rsidR="00083993">
        <w:rPr>
          <w:rtl/>
        </w:rPr>
        <w:t xml:space="preserve">ں </w:t>
      </w:r>
      <w:r>
        <w:rPr>
          <w:rtl/>
        </w:rPr>
        <w:t>ايا ہے_</w:t>
      </w:r>
    </w:p>
    <w:p w:rsidR="001F628F" w:rsidRDefault="001F628F" w:rsidP="00351A4E">
      <w:pPr>
        <w:pStyle w:val="libArabic"/>
        <w:rPr>
          <w:rtl/>
        </w:rPr>
      </w:pPr>
      <w:r>
        <w:rPr>
          <w:rFonts w:hint="eastAsia"/>
          <w:rtl/>
        </w:rPr>
        <w:t>وجعلوالله</w:t>
      </w:r>
      <w:r>
        <w:rPr>
          <w:rtl/>
        </w:rPr>
        <w:t xml:space="preserve"> ا ندادًاليضلّوا عن سبيل</w:t>
      </w:r>
      <w:r w:rsidR="00120F63" w:rsidRPr="00ED5DE8">
        <w:rPr>
          <w:rFonts w:hint="cs"/>
          <w:rtl/>
        </w:rPr>
        <w:t>ه</w:t>
      </w:r>
    </w:p>
    <w:p w:rsidR="001F628F" w:rsidRDefault="001F628F" w:rsidP="001F628F">
      <w:pPr>
        <w:pStyle w:val="libNormal"/>
        <w:rPr>
          <w:rtl/>
        </w:rPr>
      </w:pPr>
      <w:r w:rsidRPr="00351A4E">
        <w:rPr>
          <w:rStyle w:val="libArabicChar"/>
          <w:rtl/>
        </w:rPr>
        <w:t>''جعلوالله ا ندادًا''</w:t>
      </w:r>
      <w:r>
        <w:rPr>
          <w:rtl/>
        </w:rPr>
        <w:t xml:space="preserve"> يعنى ''خدا كے ساتھ شريك بنانے'' كى تعبيرسے معلوم ہوتا ہے كہ وہ لوگ خداوند متعال كے وجود كے قائل تھے ليكن بعد مي</w:t>
      </w:r>
      <w:r w:rsidR="00083993">
        <w:rPr>
          <w:rtl/>
        </w:rPr>
        <w:t xml:space="preserve">ں </w:t>
      </w:r>
      <w:r>
        <w:rPr>
          <w:rtl/>
        </w:rPr>
        <w:t>انہو</w:t>
      </w:r>
      <w:r w:rsidR="00083993">
        <w:rPr>
          <w:rtl/>
        </w:rPr>
        <w:t xml:space="preserve">ں </w:t>
      </w:r>
      <w:r>
        <w:rPr>
          <w:rtl/>
        </w:rPr>
        <w:t>نے اس كے ساتھ شريك بنانے شروع كر ديئے_</w:t>
      </w:r>
    </w:p>
    <w:p w:rsidR="001F628F" w:rsidRDefault="001F628F" w:rsidP="001F628F">
      <w:pPr>
        <w:pStyle w:val="libNormal"/>
        <w:rPr>
          <w:rtl/>
        </w:rPr>
      </w:pPr>
      <w:r>
        <w:rPr>
          <w:rtl/>
        </w:rPr>
        <w:t>4_شرك اور بت پرستى كا مذہب ايجاد كرنے والے خداوند متعال كى توحيد اور بت پرستى كے باطل</w:t>
      </w:r>
    </w:p>
    <w:p w:rsidR="00351A4E" w:rsidRDefault="001E7F9D" w:rsidP="00F73EDE">
      <w:pPr>
        <w:pStyle w:val="libPoemTini"/>
        <w:rPr>
          <w:rtl/>
        </w:rPr>
      </w:pPr>
      <w:r>
        <w:rPr>
          <w:rtl/>
        </w:rPr>
        <w:br w:type="page"/>
      </w:r>
    </w:p>
    <w:p w:rsidR="001F628F" w:rsidRDefault="001F628F" w:rsidP="00351A4E">
      <w:pPr>
        <w:pStyle w:val="libNormal"/>
        <w:rPr>
          <w:rtl/>
        </w:rPr>
      </w:pPr>
      <w:r>
        <w:rPr>
          <w:rFonts w:hint="eastAsia"/>
          <w:rtl/>
        </w:rPr>
        <w:lastRenderedPageBreak/>
        <w:t>ہونے</w:t>
      </w:r>
      <w:r>
        <w:rPr>
          <w:rtl/>
        </w:rPr>
        <w:t xml:space="preserve"> سے اگاہ تھے_</w:t>
      </w:r>
      <w:r w:rsidRPr="00351A4E">
        <w:rPr>
          <w:rStyle w:val="libArabicChar"/>
          <w:rFonts w:hint="eastAsia"/>
          <w:rtl/>
        </w:rPr>
        <w:t>وجعلوالله</w:t>
      </w:r>
      <w:r w:rsidRPr="00351A4E">
        <w:rPr>
          <w:rStyle w:val="libArabicChar"/>
          <w:rtl/>
        </w:rPr>
        <w:t xml:space="preserve"> ا ندادًاليضلّوا عن سبيل</w:t>
      </w:r>
      <w:r w:rsidR="00120F63" w:rsidRPr="00B2551F">
        <w:rPr>
          <w:rStyle w:val="libArabicChar"/>
          <w:rFonts w:hint="cs"/>
          <w:rtl/>
        </w:rPr>
        <w:t>ه</w:t>
      </w:r>
      <w:r w:rsidRPr="00351A4E">
        <w:rPr>
          <w:rStyle w:val="libArabicChar"/>
          <w:rtl/>
        </w:rPr>
        <w:t xml:space="preserve"> </w:t>
      </w:r>
      <w:r w:rsidRPr="00351A4E">
        <w:rPr>
          <w:rStyle w:val="libArabicChar"/>
          <w:rFonts w:hint="cs"/>
          <w:rtl/>
        </w:rPr>
        <w:t>قل</w:t>
      </w:r>
      <w:r w:rsidRPr="00351A4E">
        <w:rPr>
          <w:rStyle w:val="libArabicChar"/>
          <w:rtl/>
        </w:rPr>
        <w:t xml:space="preserve"> </w:t>
      </w:r>
      <w:r w:rsidRPr="00351A4E">
        <w:rPr>
          <w:rStyle w:val="libArabicChar"/>
          <w:rFonts w:hint="cs"/>
          <w:rtl/>
        </w:rPr>
        <w:t>تمتّعوا</w:t>
      </w:r>
      <w:r w:rsidRPr="00351A4E">
        <w:rPr>
          <w:rStyle w:val="libArabicChar"/>
          <w:rtl/>
        </w:rPr>
        <w:t xml:space="preserve"> </w:t>
      </w:r>
      <w:r w:rsidRPr="00351A4E">
        <w:rPr>
          <w:rStyle w:val="libArabicChar"/>
          <w:rFonts w:hint="cs"/>
          <w:rtl/>
        </w:rPr>
        <w:t>فان</w:t>
      </w:r>
      <w:r w:rsidRPr="00351A4E">
        <w:rPr>
          <w:rStyle w:val="libArabicChar"/>
          <w:rtl/>
        </w:rPr>
        <w:t xml:space="preserve"> </w:t>
      </w:r>
      <w:r w:rsidRPr="00351A4E">
        <w:rPr>
          <w:rStyle w:val="libArabicChar"/>
          <w:rFonts w:hint="cs"/>
          <w:rtl/>
        </w:rPr>
        <w:t>مصيركم</w:t>
      </w:r>
      <w:r w:rsidRPr="00351A4E">
        <w:rPr>
          <w:rStyle w:val="libArabicChar"/>
          <w:rtl/>
        </w:rPr>
        <w:t xml:space="preserve"> </w:t>
      </w:r>
      <w:r w:rsidRPr="00351A4E">
        <w:rPr>
          <w:rStyle w:val="libArabicChar"/>
          <w:rFonts w:hint="cs"/>
          <w:rtl/>
        </w:rPr>
        <w:t>الى</w:t>
      </w:r>
      <w:r w:rsidRPr="00351A4E">
        <w:rPr>
          <w:rStyle w:val="libArabicChar"/>
          <w:rtl/>
        </w:rPr>
        <w:t xml:space="preserve"> </w:t>
      </w:r>
      <w:r w:rsidRPr="00351A4E">
        <w:rPr>
          <w:rStyle w:val="libArabicChar"/>
          <w:rFonts w:hint="cs"/>
          <w:rtl/>
        </w:rPr>
        <w:t>النار</w:t>
      </w:r>
    </w:p>
    <w:p w:rsidR="001F628F" w:rsidRDefault="001F628F" w:rsidP="001F628F">
      <w:pPr>
        <w:pStyle w:val="libNormal"/>
        <w:rPr>
          <w:rtl/>
        </w:rPr>
      </w:pPr>
      <w:r>
        <w:rPr>
          <w:rtl/>
        </w:rPr>
        <w:t>''جعلوالله ا ندادًا'' يعنى ''خدا كے ساتھ شريك بنانے'' كى تعبيرسے اوريہ كہ يہ كام مذہب شرك كے سردارو</w:t>
      </w:r>
      <w:r w:rsidR="00083993">
        <w:rPr>
          <w:rtl/>
        </w:rPr>
        <w:t xml:space="preserve">ں </w:t>
      </w:r>
      <w:r>
        <w:rPr>
          <w:rtl/>
        </w:rPr>
        <w:t>اور بنانے والو</w:t>
      </w:r>
      <w:r w:rsidR="00083993">
        <w:rPr>
          <w:rtl/>
        </w:rPr>
        <w:t xml:space="preserve">ں </w:t>
      </w:r>
      <w:r>
        <w:rPr>
          <w:rtl/>
        </w:rPr>
        <w:t>سے تعلق ركھتا ہے_ لہذا اس سے معلوم ہوتا ہے كہ وہ لوگ عمداً اورجان بوجھ كر يہ كام كرتے تھے_</w:t>
      </w:r>
    </w:p>
    <w:p w:rsidR="001F628F" w:rsidRDefault="001F628F" w:rsidP="001F628F">
      <w:pPr>
        <w:pStyle w:val="libNormal"/>
        <w:rPr>
          <w:rtl/>
        </w:rPr>
      </w:pPr>
      <w:r>
        <w:rPr>
          <w:rtl/>
        </w:rPr>
        <w:t>5_شرك اور بت پرستى كے مذہب كو ايجاد كرنے والو</w:t>
      </w:r>
      <w:r w:rsidR="00083993">
        <w:rPr>
          <w:rtl/>
        </w:rPr>
        <w:t xml:space="preserve">ں </w:t>
      </w:r>
      <w:r>
        <w:rPr>
          <w:rtl/>
        </w:rPr>
        <w:t>كا اصلى محرك مادى منافع اور مقام و حكومت حاصل كرنا تھا _</w:t>
      </w:r>
    </w:p>
    <w:p w:rsidR="001F628F" w:rsidRDefault="001F628F" w:rsidP="00351A4E">
      <w:pPr>
        <w:pStyle w:val="libArabic"/>
        <w:rPr>
          <w:rtl/>
        </w:rPr>
      </w:pPr>
      <w:r>
        <w:rPr>
          <w:rFonts w:hint="eastAsia"/>
          <w:rtl/>
        </w:rPr>
        <w:t>وا</w:t>
      </w:r>
      <w:r>
        <w:rPr>
          <w:rtl/>
        </w:rPr>
        <w:t xml:space="preserve"> حلّوا قوم</w:t>
      </w:r>
      <w:r w:rsidR="00F21947" w:rsidRPr="00B2551F">
        <w:rPr>
          <w:rFonts w:hint="cs"/>
          <w:rtl/>
        </w:rPr>
        <w:t>ه</w:t>
      </w:r>
      <w:r>
        <w:rPr>
          <w:rFonts w:hint="cs"/>
          <w:rtl/>
        </w:rPr>
        <w:t>م</w:t>
      </w:r>
      <w:r>
        <w:rPr>
          <w:rtl/>
        </w:rPr>
        <w:t xml:space="preserve"> ...</w:t>
      </w:r>
      <w:r>
        <w:rPr>
          <w:rFonts w:hint="cs"/>
          <w:rtl/>
        </w:rPr>
        <w:t>وجعلوالله</w:t>
      </w:r>
      <w:r>
        <w:rPr>
          <w:rtl/>
        </w:rPr>
        <w:t xml:space="preserve"> </w:t>
      </w:r>
      <w:r>
        <w:rPr>
          <w:rFonts w:hint="cs"/>
          <w:rtl/>
        </w:rPr>
        <w:t>ا</w:t>
      </w:r>
      <w:r>
        <w:rPr>
          <w:rtl/>
        </w:rPr>
        <w:t xml:space="preserve"> </w:t>
      </w:r>
      <w:r>
        <w:rPr>
          <w:rFonts w:hint="cs"/>
          <w:rtl/>
        </w:rPr>
        <w:t>ندادًاليضلّوا</w:t>
      </w:r>
      <w:r>
        <w:rPr>
          <w:rtl/>
        </w:rPr>
        <w:t xml:space="preserve"> </w:t>
      </w:r>
      <w:r>
        <w:rPr>
          <w:rFonts w:hint="cs"/>
          <w:rtl/>
        </w:rPr>
        <w:t>عن</w:t>
      </w:r>
      <w:r>
        <w:rPr>
          <w:rtl/>
        </w:rPr>
        <w:t xml:space="preserve"> </w:t>
      </w:r>
      <w:r>
        <w:rPr>
          <w:rFonts w:hint="cs"/>
          <w:rtl/>
        </w:rPr>
        <w:t>سبيل</w:t>
      </w:r>
      <w:r w:rsidR="00120F63" w:rsidRPr="00ED5DE8">
        <w:rPr>
          <w:rFonts w:hint="cs"/>
          <w:rtl/>
        </w:rPr>
        <w:t>ه</w:t>
      </w:r>
      <w:r>
        <w:rPr>
          <w:rtl/>
        </w:rPr>
        <w:t xml:space="preserve"> </w:t>
      </w:r>
      <w:r>
        <w:rPr>
          <w:rFonts w:hint="cs"/>
          <w:rtl/>
        </w:rPr>
        <w:t>قل</w:t>
      </w:r>
      <w:r>
        <w:rPr>
          <w:rtl/>
        </w:rPr>
        <w:t xml:space="preserve"> </w:t>
      </w:r>
      <w:r>
        <w:rPr>
          <w:rFonts w:hint="cs"/>
          <w:rtl/>
        </w:rPr>
        <w:t>تمتّعو</w:t>
      </w:r>
      <w:r w:rsidR="00630A2A">
        <w:rPr>
          <w:rFonts w:hint="cs"/>
          <w:rtl/>
        </w:rPr>
        <w:t>ا</w:t>
      </w:r>
    </w:p>
    <w:p w:rsidR="001F628F" w:rsidRDefault="001F628F" w:rsidP="001F628F">
      <w:pPr>
        <w:pStyle w:val="libNormal"/>
        <w:rPr>
          <w:rtl/>
        </w:rPr>
      </w:pPr>
      <w:r>
        <w:rPr>
          <w:rFonts w:hint="eastAsia"/>
          <w:rtl/>
        </w:rPr>
        <w:t>جملہ</w:t>
      </w:r>
      <w:r>
        <w:rPr>
          <w:rtl/>
        </w:rPr>
        <w:t xml:space="preserve"> '' فان مصيركم الى النار''سے پہلے جملہ </w:t>
      </w:r>
      <w:r w:rsidRPr="00351A4E">
        <w:rPr>
          <w:rStyle w:val="libArabicChar"/>
          <w:rtl/>
        </w:rPr>
        <w:t>''قل تمتّعوا''</w:t>
      </w:r>
      <w:r>
        <w:rPr>
          <w:rtl/>
        </w:rPr>
        <w:t xml:space="preserve">( كہہ دو فائدہ اٹھا لو)كا لانا ہو سكتا ہے اس بات كى طرف كنايہ ہو كہ اگر چہ تم دنياوى كاميابى اور فائدے كے پيچھے لگے ہوئے ہو ليكن تمہارا راستہ اور انجام دوزخ پر ہى ختم ہوتا ہے_يہ بھى ياد رہے كہ حكومت </w:t>
      </w:r>
      <w:r>
        <w:rPr>
          <w:rFonts w:hint="eastAsia"/>
          <w:rtl/>
        </w:rPr>
        <w:t>ومقام</w:t>
      </w:r>
      <w:r>
        <w:rPr>
          <w:rtl/>
        </w:rPr>
        <w:t xml:space="preserve"> تك پہنچنے كا موضوع جملہ ''وا حلّوا قومھم ...''سے اخذ ہوتا ہے_</w:t>
      </w:r>
    </w:p>
    <w:p w:rsidR="001F628F" w:rsidRDefault="001F628F" w:rsidP="001F628F">
      <w:pPr>
        <w:pStyle w:val="libNormal"/>
        <w:rPr>
          <w:rtl/>
        </w:rPr>
      </w:pPr>
      <w:r>
        <w:rPr>
          <w:rtl/>
        </w:rPr>
        <w:t>6_شرك اور بت پرستى كا مذہب ايجاد كرنے والے حكومت و رياست اور مال و دولت سے بہرہ مند تھے_</w:t>
      </w:r>
    </w:p>
    <w:p w:rsidR="001F628F" w:rsidRDefault="001F628F" w:rsidP="00351A4E">
      <w:pPr>
        <w:pStyle w:val="libArabic"/>
        <w:rPr>
          <w:rtl/>
        </w:rPr>
      </w:pPr>
      <w:r>
        <w:rPr>
          <w:rFonts w:hint="eastAsia"/>
          <w:rtl/>
        </w:rPr>
        <w:t>وا</w:t>
      </w:r>
      <w:r>
        <w:rPr>
          <w:rtl/>
        </w:rPr>
        <w:t xml:space="preserve"> حلّوا قوم</w:t>
      </w:r>
      <w:r w:rsidR="00F21947" w:rsidRPr="00B2551F">
        <w:rPr>
          <w:rFonts w:hint="cs"/>
          <w:rtl/>
        </w:rPr>
        <w:t>ه</w:t>
      </w:r>
      <w:r>
        <w:rPr>
          <w:rFonts w:hint="cs"/>
          <w:rtl/>
        </w:rPr>
        <w:t>م</w:t>
      </w:r>
      <w:r>
        <w:rPr>
          <w:rtl/>
        </w:rPr>
        <w:t xml:space="preserve"> ...</w:t>
      </w:r>
      <w:r>
        <w:rPr>
          <w:rFonts w:hint="cs"/>
          <w:rtl/>
        </w:rPr>
        <w:t>وجعلوالله</w:t>
      </w:r>
      <w:r>
        <w:rPr>
          <w:rtl/>
        </w:rPr>
        <w:t xml:space="preserve"> </w:t>
      </w:r>
      <w:r>
        <w:rPr>
          <w:rFonts w:hint="cs"/>
          <w:rtl/>
        </w:rPr>
        <w:t>ا</w:t>
      </w:r>
      <w:r>
        <w:rPr>
          <w:rtl/>
        </w:rPr>
        <w:t xml:space="preserve"> </w:t>
      </w:r>
      <w:r>
        <w:rPr>
          <w:rFonts w:hint="cs"/>
          <w:rtl/>
        </w:rPr>
        <w:t>ندادًاليضلّوا</w:t>
      </w:r>
      <w:r>
        <w:rPr>
          <w:rtl/>
        </w:rPr>
        <w:t xml:space="preserve"> </w:t>
      </w:r>
      <w:r>
        <w:rPr>
          <w:rFonts w:hint="cs"/>
          <w:rtl/>
        </w:rPr>
        <w:t>عن</w:t>
      </w:r>
      <w:r>
        <w:rPr>
          <w:rtl/>
        </w:rPr>
        <w:t xml:space="preserve"> </w:t>
      </w:r>
      <w:r>
        <w:rPr>
          <w:rFonts w:hint="cs"/>
          <w:rtl/>
        </w:rPr>
        <w:t>سبيل</w:t>
      </w:r>
      <w:r w:rsidR="00120F63" w:rsidRPr="00ED5DE8">
        <w:rPr>
          <w:rFonts w:hint="cs"/>
          <w:rtl/>
        </w:rPr>
        <w:t>ه</w:t>
      </w:r>
      <w:r>
        <w:rPr>
          <w:rtl/>
        </w:rPr>
        <w:t xml:space="preserve"> </w:t>
      </w:r>
      <w:r>
        <w:rPr>
          <w:rFonts w:hint="cs"/>
          <w:rtl/>
        </w:rPr>
        <w:t>قل</w:t>
      </w:r>
      <w:r>
        <w:rPr>
          <w:rtl/>
        </w:rPr>
        <w:t xml:space="preserve"> </w:t>
      </w:r>
      <w:r>
        <w:rPr>
          <w:rFonts w:hint="cs"/>
          <w:rtl/>
        </w:rPr>
        <w:t>تمتّعو</w:t>
      </w:r>
      <w:r w:rsidR="00630A2A">
        <w:rPr>
          <w:rFonts w:hint="cs"/>
          <w:rtl/>
        </w:rPr>
        <w:t>ا</w:t>
      </w:r>
    </w:p>
    <w:p w:rsidR="001F628F" w:rsidRDefault="001F628F" w:rsidP="00351A4E">
      <w:pPr>
        <w:pStyle w:val="libNormal"/>
        <w:rPr>
          <w:rtl/>
        </w:rPr>
      </w:pPr>
      <w:r>
        <w:rPr>
          <w:rtl/>
        </w:rPr>
        <w:t>7_ دنيا پرست اور مال و دولت كے مالك افراد اپنے مادى مقاصد تك پہنچنے كے لئے بطور ہتھيار دين مي</w:t>
      </w:r>
      <w:r w:rsidR="00083993">
        <w:rPr>
          <w:rtl/>
        </w:rPr>
        <w:t xml:space="preserve">ں </w:t>
      </w:r>
      <w:r>
        <w:rPr>
          <w:rtl/>
        </w:rPr>
        <w:t>انحراف پيدا كرنے كا طريقہ اختيار كرتے ہي</w:t>
      </w:r>
      <w:r w:rsidR="00083993">
        <w:rPr>
          <w:rtl/>
        </w:rPr>
        <w:t xml:space="preserve">ں </w:t>
      </w:r>
      <w:r>
        <w:rPr>
          <w:rtl/>
        </w:rPr>
        <w:t>_</w:t>
      </w:r>
      <w:r w:rsidRPr="00351A4E">
        <w:rPr>
          <w:rStyle w:val="libArabicChar"/>
          <w:rFonts w:hint="eastAsia"/>
          <w:rtl/>
        </w:rPr>
        <w:t>وا</w:t>
      </w:r>
      <w:r w:rsidRPr="00351A4E">
        <w:rPr>
          <w:rStyle w:val="libArabicChar"/>
          <w:rtl/>
        </w:rPr>
        <w:t xml:space="preserve"> حلّوا قوم</w:t>
      </w:r>
      <w:r w:rsidR="00F21947" w:rsidRPr="00B2551F">
        <w:rPr>
          <w:rStyle w:val="libArabicChar"/>
          <w:rFonts w:hint="cs"/>
          <w:rtl/>
        </w:rPr>
        <w:t>ه</w:t>
      </w:r>
      <w:r w:rsidRPr="00351A4E">
        <w:rPr>
          <w:rStyle w:val="libArabicChar"/>
          <w:rFonts w:hint="cs"/>
          <w:rtl/>
        </w:rPr>
        <w:t>م</w:t>
      </w:r>
      <w:r w:rsidRPr="00351A4E">
        <w:rPr>
          <w:rStyle w:val="libArabicChar"/>
          <w:rtl/>
        </w:rPr>
        <w:t xml:space="preserve"> ...</w:t>
      </w:r>
      <w:r w:rsidRPr="00351A4E">
        <w:rPr>
          <w:rStyle w:val="libArabicChar"/>
          <w:rFonts w:hint="cs"/>
          <w:rtl/>
        </w:rPr>
        <w:t>وجعلوالله</w:t>
      </w:r>
      <w:r w:rsidRPr="00351A4E">
        <w:rPr>
          <w:rStyle w:val="libArabicChar"/>
          <w:rtl/>
        </w:rPr>
        <w:t xml:space="preserve"> </w:t>
      </w:r>
      <w:r w:rsidRPr="00351A4E">
        <w:rPr>
          <w:rStyle w:val="libArabicChar"/>
          <w:rFonts w:hint="cs"/>
          <w:rtl/>
        </w:rPr>
        <w:t>ا</w:t>
      </w:r>
      <w:r w:rsidRPr="00351A4E">
        <w:rPr>
          <w:rStyle w:val="libArabicChar"/>
          <w:rtl/>
        </w:rPr>
        <w:t xml:space="preserve"> </w:t>
      </w:r>
      <w:r w:rsidRPr="00351A4E">
        <w:rPr>
          <w:rStyle w:val="libArabicChar"/>
          <w:rFonts w:hint="cs"/>
          <w:rtl/>
        </w:rPr>
        <w:t>ندادًا</w:t>
      </w:r>
      <w:r w:rsidRPr="00351A4E">
        <w:rPr>
          <w:rStyle w:val="libArabicChar"/>
          <w:rtl/>
        </w:rPr>
        <w:t xml:space="preserve"> ... </w:t>
      </w:r>
      <w:r w:rsidRPr="00351A4E">
        <w:rPr>
          <w:rStyle w:val="libArabicChar"/>
          <w:rFonts w:hint="cs"/>
          <w:rtl/>
        </w:rPr>
        <w:t>قل</w:t>
      </w:r>
      <w:r w:rsidRPr="00351A4E">
        <w:rPr>
          <w:rStyle w:val="libArabicChar"/>
          <w:rtl/>
        </w:rPr>
        <w:t xml:space="preserve"> </w:t>
      </w:r>
      <w:r w:rsidRPr="00351A4E">
        <w:rPr>
          <w:rStyle w:val="libArabicChar"/>
          <w:rFonts w:hint="cs"/>
          <w:rtl/>
        </w:rPr>
        <w:t>تمتّعو</w:t>
      </w:r>
      <w:r w:rsidR="00630A2A">
        <w:rPr>
          <w:rStyle w:val="libArabicChar"/>
          <w:rFonts w:hint="cs"/>
          <w:rtl/>
        </w:rPr>
        <w:t>ا</w:t>
      </w:r>
    </w:p>
    <w:p w:rsidR="001F628F" w:rsidRDefault="001F628F" w:rsidP="001F628F">
      <w:pPr>
        <w:pStyle w:val="libNormal"/>
        <w:rPr>
          <w:rtl/>
        </w:rPr>
      </w:pPr>
      <w:r>
        <w:rPr>
          <w:rtl/>
        </w:rPr>
        <w:t>8_خدا اور توحيد كے راستے سے لوگو</w:t>
      </w:r>
      <w:r w:rsidR="00083993">
        <w:rPr>
          <w:rtl/>
        </w:rPr>
        <w:t xml:space="preserve">ں </w:t>
      </w:r>
      <w:r>
        <w:rPr>
          <w:rtl/>
        </w:rPr>
        <w:t>كو گمراہ كرنے اور مذہب شرك كى ترويج كرنے والو</w:t>
      </w:r>
      <w:r w:rsidR="00083993">
        <w:rPr>
          <w:rtl/>
        </w:rPr>
        <w:t xml:space="preserve">ں </w:t>
      </w:r>
      <w:r>
        <w:rPr>
          <w:rtl/>
        </w:rPr>
        <w:t>كى كوشش كا اخرى انجام دوزخ ہے_</w:t>
      </w:r>
    </w:p>
    <w:p w:rsidR="001F628F" w:rsidRDefault="001F628F" w:rsidP="00351A4E">
      <w:pPr>
        <w:pStyle w:val="libArabic"/>
        <w:rPr>
          <w:rtl/>
        </w:rPr>
      </w:pPr>
      <w:r>
        <w:rPr>
          <w:rFonts w:hint="eastAsia"/>
          <w:rtl/>
        </w:rPr>
        <w:t>وجعلوالله</w:t>
      </w:r>
      <w:r>
        <w:rPr>
          <w:rtl/>
        </w:rPr>
        <w:t xml:space="preserve"> ا ندادًاليضلّوا عن سبيل</w:t>
      </w:r>
      <w:r w:rsidR="00120F63" w:rsidRPr="00ED5DE8">
        <w:rPr>
          <w:rFonts w:hint="cs"/>
          <w:rtl/>
        </w:rPr>
        <w:t>ه</w:t>
      </w:r>
      <w:r>
        <w:rPr>
          <w:rtl/>
        </w:rPr>
        <w:t xml:space="preserve"> ... </w:t>
      </w:r>
      <w:r>
        <w:rPr>
          <w:rFonts w:hint="cs"/>
          <w:rtl/>
        </w:rPr>
        <w:t>فان</w:t>
      </w:r>
      <w:r>
        <w:rPr>
          <w:rtl/>
        </w:rPr>
        <w:t xml:space="preserve"> </w:t>
      </w:r>
      <w:r>
        <w:rPr>
          <w:rFonts w:hint="cs"/>
          <w:rtl/>
        </w:rPr>
        <w:t>مصيركم</w:t>
      </w:r>
      <w:r>
        <w:rPr>
          <w:rtl/>
        </w:rPr>
        <w:t xml:space="preserve"> </w:t>
      </w:r>
      <w:r>
        <w:rPr>
          <w:rFonts w:hint="cs"/>
          <w:rtl/>
        </w:rPr>
        <w:t>الى</w:t>
      </w:r>
      <w:r>
        <w:rPr>
          <w:rtl/>
        </w:rPr>
        <w:t xml:space="preserve"> </w:t>
      </w:r>
      <w:r>
        <w:rPr>
          <w:rFonts w:hint="cs"/>
          <w:rtl/>
        </w:rPr>
        <w:t>النار</w:t>
      </w:r>
    </w:p>
    <w:p w:rsidR="001F628F" w:rsidRDefault="001F628F" w:rsidP="00351A4E">
      <w:pPr>
        <w:pStyle w:val="libNormal"/>
        <w:rPr>
          <w:rtl/>
        </w:rPr>
      </w:pPr>
      <w:r>
        <w:rPr>
          <w:rFonts w:hint="eastAsia"/>
          <w:rtl/>
        </w:rPr>
        <w:t>الله</w:t>
      </w:r>
      <w:r>
        <w:rPr>
          <w:rtl/>
        </w:rPr>
        <w:t xml:space="preserve"> تعالى :</w:t>
      </w:r>
      <w:r>
        <w:rPr>
          <w:rFonts w:hint="eastAsia"/>
          <w:rtl/>
        </w:rPr>
        <w:t>الله</w:t>
      </w:r>
      <w:r>
        <w:rPr>
          <w:rtl/>
        </w:rPr>
        <w:t xml:space="preserve"> تعالى كے ساتھ شريك بنانا2</w:t>
      </w:r>
    </w:p>
    <w:p w:rsidR="001F628F" w:rsidRDefault="001F628F" w:rsidP="001F628F">
      <w:pPr>
        <w:pStyle w:val="libNormal"/>
        <w:rPr>
          <w:rtl/>
        </w:rPr>
      </w:pPr>
      <w:r>
        <w:rPr>
          <w:rFonts w:hint="eastAsia"/>
          <w:rtl/>
        </w:rPr>
        <w:t>جہنمى</w:t>
      </w:r>
      <w:r>
        <w:rPr>
          <w:rtl/>
        </w:rPr>
        <w:t xml:space="preserve"> لوگ:8</w:t>
      </w:r>
    </w:p>
    <w:p w:rsidR="001F628F" w:rsidRDefault="001F628F" w:rsidP="00351A4E">
      <w:pPr>
        <w:pStyle w:val="libNormal"/>
        <w:rPr>
          <w:rtl/>
        </w:rPr>
      </w:pPr>
      <w:r>
        <w:rPr>
          <w:rFonts w:hint="eastAsia"/>
          <w:rtl/>
        </w:rPr>
        <w:t>دولت</w:t>
      </w:r>
      <w:r>
        <w:rPr>
          <w:rtl/>
        </w:rPr>
        <w:t xml:space="preserve"> مند لوگ:</w:t>
      </w:r>
      <w:r>
        <w:rPr>
          <w:rFonts w:hint="eastAsia"/>
          <w:rtl/>
        </w:rPr>
        <w:t>دولت</w:t>
      </w:r>
      <w:r>
        <w:rPr>
          <w:rtl/>
        </w:rPr>
        <w:t xml:space="preserve"> مندو</w:t>
      </w:r>
      <w:r w:rsidR="00083993">
        <w:rPr>
          <w:rtl/>
        </w:rPr>
        <w:t xml:space="preserve">ں </w:t>
      </w:r>
      <w:r>
        <w:rPr>
          <w:rtl/>
        </w:rPr>
        <w:t>كا گمراہ كرنا7</w:t>
      </w:r>
    </w:p>
    <w:p w:rsidR="001F628F" w:rsidRDefault="001F628F" w:rsidP="00351A4E">
      <w:pPr>
        <w:pStyle w:val="libNormal"/>
        <w:rPr>
          <w:rtl/>
        </w:rPr>
      </w:pPr>
      <w:r>
        <w:rPr>
          <w:rFonts w:hint="eastAsia"/>
          <w:rtl/>
        </w:rPr>
        <w:t>دنيا</w:t>
      </w:r>
      <w:r>
        <w:rPr>
          <w:rtl/>
        </w:rPr>
        <w:t xml:space="preserve"> پرست لوگ:</w:t>
      </w:r>
      <w:r>
        <w:rPr>
          <w:rFonts w:hint="eastAsia"/>
          <w:rtl/>
        </w:rPr>
        <w:t>دنيا</w:t>
      </w:r>
      <w:r>
        <w:rPr>
          <w:rtl/>
        </w:rPr>
        <w:t xml:space="preserve"> پرستو</w:t>
      </w:r>
      <w:r w:rsidR="00083993">
        <w:rPr>
          <w:rtl/>
        </w:rPr>
        <w:t xml:space="preserve">ں </w:t>
      </w:r>
      <w:r>
        <w:rPr>
          <w:rtl/>
        </w:rPr>
        <w:t>كا گمراہ كرنا7</w:t>
      </w:r>
    </w:p>
    <w:p w:rsidR="001F628F" w:rsidRDefault="001F628F" w:rsidP="00351A4E">
      <w:pPr>
        <w:pStyle w:val="libNormal"/>
        <w:rPr>
          <w:rtl/>
        </w:rPr>
      </w:pPr>
      <w:r>
        <w:rPr>
          <w:rFonts w:hint="eastAsia"/>
          <w:rtl/>
        </w:rPr>
        <w:t>دين</w:t>
      </w:r>
      <w:r>
        <w:rPr>
          <w:rtl/>
        </w:rPr>
        <w:t>:</w:t>
      </w:r>
      <w:r>
        <w:rPr>
          <w:rFonts w:hint="eastAsia"/>
          <w:rtl/>
        </w:rPr>
        <w:t>دين</w:t>
      </w:r>
      <w:r>
        <w:rPr>
          <w:rtl/>
        </w:rPr>
        <w:t xml:space="preserve"> مي</w:t>
      </w:r>
      <w:r w:rsidR="00083993">
        <w:rPr>
          <w:rtl/>
        </w:rPr>
        <w:t xml:space="preserve">ں </w:t>
      </w:r>
      <w:r>
        <w:rPr>
          <w:rtl/>
        </w:rPr>
        <w:t>انحراف7</w:t>
      </w:r>
    </w:p>
    <w:p w:rsidR="001F628F" w:rsidRDefault="001F628F" w:rsidP="00351A4E">
      <w:pPr>
        <w:pStyle w:val="libNormal"/>
        <w:rPr>
          <w:rtl/>
        </w:rPr>
      </w:pPr>
      <w:r>
        <w:rPr>
          <w:rFonts w:hint="eastAsia"/>
          <w:rtl/>
        </w:rPr>
        <w:t>رہبر</w:t>
      </w:r>
      <w:r>
        <w:rPr>
          <w:rtl/>
        </w:rPr>
        <w:t>:</w:t>
      </w:r>
      <w:r>
        <w:rPr>
          <w:rFonts w:hint="eastAsia"/>
          <w:rtl/>
        </w:rPr>
        <w:t>شرك</w:t>
      </w:r>
      <w:r>
        <w:rPr>
          <w:rtl/>
        </w:rPr>
        <w:t xml:space="preserve"> كے رہبرو</w:t>
      </w:r>
      <w:r w:rsidR="00083993">
        <w:rPr>
          <w:rtl/>
        </w:rPr>
        <w:t xml:space="preserve">ں </w:t>
      </w:r>
      <w:r>
        <w:rPr>
          <w:rtl/>
        </w:rPr>
        <w:t>كا محرك5;شرك كے رہبرو</w:t>
      </w:r>
      <w:r w:rsidR="00083993">
        <w:rPr>
          <w:rtl/>
        </w:rPr>
        <w:t xml:space="preserve">ں </w:t>
      </w:r>
    </w:p>
    <w:p w:rsidR="00351A4E" w:rsidRDefault="001E7F9D" w:rsidP="00F73EDE">
      <w:pPr>
        <w:pStyle w:val="libPoemTini"/>
        <w:rPr>
          <w:rtl/>
        </w:rPr>
      </w:pPr>
      <w:r>
        <w:rPr>
          <w:rtl/>
        </w:rPr>
        <w:br w:type="page"/>
      </w:r>
    </w:p>
    <w:p w:rsidR="001F628F" w:rsidRDefault="001F628F" w:rsidP="00351A4E">
      <w:pPr>
        <w:pStyle w:val="libNormal"/>
        <w:rPr>
          <w:rtl/>
        </w:rPr>
      </w:pPr>
      <w:r>
        <w:rPr>
          <w:rFonts w:hint="eastAsia"/>
          <w:rtl/>
        </w:rPr>
        <w:lastRenderedPageBreak/>
        <w:t>كا</w:t>
      </w:r>
      <w:r>
        <w:rPr>
          <w:rtl/>
        </w:rPr>
        <w:t xml:space="preserve"> دولت مند ہونا 6;شرك كے رہبرو</w:t>
      </w:r>
      <w:r w:rsidR="00083993">
        <w:rPr>
          <w:rtl/>
        </w:rPr>
        <w:t xml:space="preserve">ں </w:t>
      </w:r>
      <w:r>
        <w:rPr>
          <w:rtl/>
        </w:rPr>
        <w:t>كى دنيا پرستى 5;شرك كے رہبرو</w:t>
      </w:r>
      <w:r w:rsidR="00083993">
        <w:rPr>
          <w:rtl/>
        </w:rPr>
        <w:t xml:space="preserve">ں </w:t>
      </w:r>
      <w:r>
        <w:rPr>
          <w:rtl/>
        </w:rPr>
        <w:t>كے گمراہ كرنے كى روش 2;كفر كے رہبرو</w:t>
      </w:r>
      <w:r w:rsidR="00083993">
        <w:rPr>
          <w:rtl/>
        </w:rPr>
        <w:t xml:space="preserve">ں </w:t>
      </w:r>
      <w:r>
        <w:rPr>
          <w:rtl/>
        </w:rPr>
        <w:t>كے گمراہ كرنے كى روش 2; شرك كے رہبر اور بت پرستى كا بطلان 4;شرك اور توحيد كے رہبر 4;شرك كے رہبرو</w:t>
      </w:r>
      <w:r w:rsidR="00083993">
        <w:rPr>
          <w:rtl/>
        </w:rPr>
        <w:t xml:space="preserve">ں </w:t>
      </w:r>
      <w:r>
        <w:rPr>
          <w:rtl/>
        </w:rPr>
        <w:t>كى جاہ پرستي6</w:t>
      </w:r>
    </w:p>
    <w:p w:rsidR="001F628F" w:rsidRDefault="001F628F" w:rsidP="00351A4E">
      <w:pPr>
        <w:pStyle w:val="libNormal"/>
        <w:rPr>
          <w:rtl/>
        </w:rPr>
      </w:pPr>
      <w:r>
        <w:rPr>
          <w:rFonts w:hint="eastAsia"/>
          <w:rtl/>
        </w:rPr>
        <w:t>شرك</w:t>
      </w:r>
      <w:r>
        <w:rPr>
          <w:rtl/>
        </w:rPr>
        <w:t>:</w:t>
      </w:r>
      <w:r>
        <w:rPr>
          <w:rFonts w:hint="eastAsia"/>
          <w:rtl/>
        </w:rPr>
        <w:t>شرك</w:t>
      </w:r>
      <w:r>
        <w:rPr>
          <w:rtl/>
        </w:rPr>
        <w:t xml:space="preserve"> كے اثرات 1;شرك كا لغو ہونا 3;شرك كى پيدا</w:t>
      </w:r>
      <w:r w:rsidR="009F604A">
        <w:rPr>
          <w:rtl/>
        </w:rPr>
        <w:t>ئش</w:t>
      </w:r>
      <w:r>
        <w:rPr>
          <w:rtl/>
        </w:rPr>
        <w:t xml:space="preserve"> 3;شرك كى تاريخ 3;شرك كى ترويج كا انجام 8;شرك كے مروجين جہنم مي</w:t>
      </w:r>
      <w:r w:rsidR="00083993">
        <w:rPr>
          <w:rtl/>
        </w:rPr>
        <w:t xml:space="preserve">ں </w:t>
      </w:r>
      <w:r>
        <w:rPr>
          <w:rtl/>
        </w:rPr>
        <w:t>8</w:t>
      </w:r>
    </w:p>
    <w:p w:rsidR="001F628F" w:rsidRDefault="001F628F" w:rsidP="00351A4E">
      <w:pPr>
        <w:pStyle w:val="libNormal"/>
        <w:rPr>
          <w:rtl/>
        </w:rPr>
      </w:pPr>
      <w:r>
        <w:rPr>
          <w:rFonts w:hint="eastAsia"/>
          <w:rtl/>
        </w:rPr>
        <w:t>ظالمين</w:t>
      </w:r>
      <w:r>
        <w:rPr>
          <w:rtl/>
        </w:rPr>
        <w:t xml:space="preserve"> :</w:t>
      </w:r>
      <w:r>
        <w:rPr>
          <w:rFonts w:hint="eastAsia"/>
          <w:rtl/>
        </w:rPr>
        <w:t>ظالمين</w:t>
      </w:r>
      <w:r>
        <w:rPr>
          <w:rtl/>
        </w:rPr>
        <w:t xml:space="preserve"> كا گمراہ كرنا7</w:t>
      </w:r>
    </w:p>
    <w:p w:rsidR="001F628F" w:rsidRDefault="001F628F" w:rsidP="00351A4E">
      <w:pPr>
        <w:pStyle w:val="libNormal"/>
        <w:rPr>
          <w:rtl/>
        </w:rPr>
      </w:pPr>
      <w:r>
        <w:rPr>
          <w:rFonts w:hint="eastAsia"/>
          <w:rtl/>
        </w:rPr>
        <w:t>عقيدہ</w:t>
      </w:r>
      <w:r>
        <w:rPr>
          <w:rtl/>
        </w:rPr>
        <w:t xml:space="preserve"> :</w:t>
      </w:r>
      <w:r>
        <w:rPr>
          <w:rFonts w:hint="eastAsia"/>
          <w:rtl/>
        </w:rPr>
        <w:t>عقيدے</w:t>
      </w:r>
      <w:r>
        <w:rPr>
          <w:rtl/>
        </w:rPr>
        <w:t xml:space="preserve"> كى تاريخ 3</w:t>
      </w:r>
    </w:p>
    <w:p w:rsidR="001F628F" w:rsidRDefault="001F628F" w:rsidP="00351A4E">
      <w:pPr>
        <w:pStyle w:val="libNormal"/>
        <w:rPr>
          <w:rtl/>
        </w:rPr>
      </w:pPr>
      <w:r>
        <w:rPr>
          <w:rFonts w:hint="eastAsia"/>
          <w:rtl/>
        </w:rPr>
        <w:t>كفران</w:t>
      </w:r>
      <w:r>
        <w:rPr>
          <w:rtl/>
        </w:rPr>
        <w:t xml:space="preserve"> نعمت:</w:t>
      </w:r>
      <w:r>
        <w:rPr>
          <w:rFonts w:hint="eastAsia"/>
          <w:rtl/>
        </w:rPr>
        <w:t>كفران</w:t>
      </w:r>
      <w:r>
        <w:rPr>
          <w:rtl/>
        </w:rPr>
        <w:t xml:space="preserve"> نعمت كے موارد1</w:t>
      </w:r>
    </w:p>
    <w:p w:rsidR="001F628F" w:rsidRDefault="001F628F" w:rsidP="00351A4E">
      <w:pPr>
        <w:pStyle w:val="libNormal"/>
        <w:rPr>
          <w:rtl/>
        </w:rPr>
      </w:pPr>
      <w:r>
        <w:rPr>
          <w:rFonts w:hint="eastAsia"/>
          <w:rtl/>
        </w:rPr>
        <w:t>گمراہ</w:t>
      </w:r>
      <w:r>
        <w:rPr>
          <w:rtl/>
        </w:rPr>
        <w:t xml:space="preserve"> كرنے والے:</w:t>
      </w:r>
      <w:r>
        <w:rPr>
          <w:rFonts w:hint="eastAsia"/>
          <w:rtl/>
        </w:rPr>
        <w:t>گمراہ</w:t>
      </w:r>
      <w:r>
        <w:rPr>
          <w:rtl/>
        </w:rPr>
        <w:t xml:space="preserve"> كرنے والے جہنم مي</w:t>
      </w:r>
      <w:r w:rsidR="00083993">
        <w:rPr>
          <w:rtl/>
        </w:rPr>
        <w:t xml:space="preserve">ں </w:t>
      </w:r>
      <w:r>
        <w:rPr>
          <w:rtl/>
        </w:rPr>
        <w:t>8</w:t>
      </w:r>
    </w:p>
    <w:p w:rsidR="001F628F" w:rsidRDefault="001F628F" w:rsidP="00351A4E">
      <w:pPr>
        <w:pStyle w:val="libNormal"/>
        <w:rPr>
          <w:rtl/>
        </w:rPr>
      </w:pPr>
      <w:r>
        <w:rPr>
          <w:rFonts w:hint="eastAsia"/>
          <w:rtl/>
        </w:rPr>
        <w:t>گمراہى</w:t>
      </w:r>
      <w:r>
        <w:rPr>
          <w:rtl/>
        </w:rPr>
        <w:t xml:space="preserve"> :</w:t>
      </w:r>
      <w:r>
        <w:rPr>
          <w:rFonts w:hint="eastAsia"/>
          <w:rtl/>
        </w:rPr>
        <w:t>گمراہى</w:t>
      </w:r>
      <w:r>
        <w:rPr>
          <w:rtl/>
        </w:rPr>
        <w:t xml:space="preserve"> كا ہتھيار 7</w:t>
      </w:r>
    </w:p>
    <w:p w:rsidR="001F628F" w:rsidRDefault="001F628F" w:rsidP="00351A4E">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كو گمراہ كرنے كا انجام 8</w:t>
      </w:r>
    </w:p>
    <w:p w:rsidR="001F628F" w:rsidRDefault="00351A4E" w:rsidP="00351A4E">
      <w:pPr>
        <w:pStyle w:val="Heading2Center"/>
        <w:rPr>
          <w:rtl/>
        </w:rPr>
      </w:pPr>
      <w:bookmarkStart w:id="31" w:name="_Toc28081709"/>
      <w:r>
        <w:rPr>
          <w:rFonts w:hint="cs"/>
          <w:rtl/>
        </w:rPr>
        <w:t>آیت 31</w:t>
      </w:r>
      <w:bookmarkEnd w:id="31"/>
    </w:p>
    <w:p w:rsidR="001F628F" w:rsidRDefault="00E260F9" w:rsidP="00351A4E">
      <w:pPr>
        <w:pStyle w:val="libNormal"/>
        <w:rPr>
          <w:rtl/>
        </w:rPr>
      </w:pPr>
      <w:r w:rsidRPr="00E260F9">
        <w:rPr>
          <w:rStyle w:val="libAlaemChar"/>
          <w:rFonts w:hint="eastAsia"/>
          <w:rtl/>
        </w:rPr>
        <w:t>(</w:t>
      </w:r>
      <w:r w:rsidRPr="00351A4E">
        <w:rPr>
          <w:rStyle w:val="libAieChar"/>
          <w:rFonts w:hint="eastAsia"/>
          <w:rtl/>
        </w:rPr>
        <w:t>قُل</w:t>
      </w:r>
      <w:r w:rsidRPr="00351A4E">
        <w:rPr>
          <w:rStyle w:val="libAieChar"/>
          <w:rtl/>
        </w:rPr>
        <w:t xml:space="preserve"> لِّعِبَادِيَ الَّذِينَ آمَنُواْ يُقِيمُواْ الصَّلاَةَ وَيُنفِقُواْ مِمَّا رَزَقْنَاهُمْ سِرّاً وَعَلانِيَةً مِّن قَبْلِ أَن يَأْتِيَ يَوْمٌ لاَّ بَيْعٌ فِيهِ وَلاَ خِلاَلٌ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آپ ميرے ايماندار بندو</w:t>
      </w:r>
      <w:r w:rsidR="00083993">
        <w:rPr>
          <w:rtl/>
        </w:rPr>
        <w:t xml:space="preserve">ں </w:t>
      </w:r>
      <w:r>
        <w:rPr>
          <w:rtl/>
        </w:rPr>
        <w:t>سے كہہ ديجئے كہ نمازي</w:t>
      </w:r>
      <w:r w:rsidR="00083993">
        <w:rPr>
          <w:rtl/>
        </w:rPr>
        <w:t xml:space="preserve">ں </w:t>
      </w:r>
      <w:r>
        <w:rPr>
          <w:rtl/>
        </w:rPr>
        <w:t>قائم كري</w:t>
      </w:r>
      <w:r w:rsidR="00083993">
        <w:rPr>
          <w:rtl/>
        </w:rPr>
        <w:t xml:space="preserve">ں </w:t>
      </w:r>
      <w:r>
        <w:rPr>
          <w:rtl/>
        </w:rPr>
        <w:t>اور ہمارے رزق مي</w:t>
      </w:r>
      <w:r w:rsidR="00083993">
        <w:rPr>
          <w:rtl/>
        </w:rPr>
        <w:t xml:space="preserve">ں </w:t>
      </w:r>
      <w:r>
        <w:rPr>
          <w:rtl/>
        </w:rPr>
        <w:t>سے خفيہ اور علانيہ ہمارى راہ مي</w:t>
      </w:r>
      <w:r w:rsidR="00083993">
        <w:rPr>
          <w:rtl/>
        </w:rPr>
        <w:t xml:space="preserve">ں </w:t>
      </w:r>
      <w:r>
        <w:rPr>
          <w:rtl/>
        </w:rPr>
        <w:t>انفاق كري</w:t>
      </w:r>
      <w:r w:rsidR="00083993">
        <w:rPr>
          <w:rtl/>
        </w:rPr>
        <w:t xml:space="preserve">ں </w:t>
      </w:r>
      <w:r>
        <w:rPr>
          <w:rtl/>
        </w:rPr>
        <w:t>قبل اس كے كہ وہ دن آجائے جب نہ تجارت كام آئے گى اور نہ دوستي_</w:t>
      </w:r>
    </w:p>
    <w:p w:rsidR="001F628F" w:rsidRDefault="001F628F" w:rsidP="001F628F">
      <w:pPr>
        <w:pStyle w:val="libNormal"/>
        <w:rPr>
          <w:rtl/>
        </w:rPr>
      </w:pPr>
      <w:r>
        <w:rPr>
          <w:rtl/>
        </w:rPr>
        <w:t xml:space="preserve">1_پيغمبر اكرم </w:t>
      </w:r>
      <w:r w:rsidR="00F031CD" w:rsidRPr="00F031CD">
        <w:rPr>
          <w:rStyle w:val="libAlaemChar"/>
          <w:rtl/>
        </w:rPr>
        <w:t xml:space="preserve"> صلى‌الله‌عليه‌وآله‌وسلم </w:t>
      </w:r>
      <w:r>
        <w:rPr>
          <w:rtl/>
        </w:rPr>
        <w:t xml:space="preserve"> اقامہ نماز اور مؤمنين پر انفاق كے بارے مي</w:t>
      </w:r>
      <w:r w:rsidR="00083993">
        <w:rPr>
          <w:rtl/>
        </w:rPr>
        <w:t xml:space="preserve">ں </w:t>
      </w:r>
      <w:r>
        <w:rPr>
          <w:rtl/>
        </w:rPr>
        <w:t>حكم الہى پہنچانے پر مامور تھے_</w:t>
      </w:r>
    </w:p>
    <w:p w:rsidR="001F628F" w:rsidRDefault="001F628F" w:rsidP="00351A4E">
      <w:pPr>
        <w:pStyle w:val="libArabic"/>
        <w:rPr>
          <w:rtl/>
        </w:rPr>
      </w:pPr>
      <w:r>
        <w:rPr>
          <w:rFonts w:hint="eastAsia"/>
          <w:rtl/>
        </w:rPr>
        <w:t>قل</w:t>
      </w:r>
      <w:r>
        <w:rPr>
          <w:rtl/>
        </w:rPr>
        <w:t xml:space="preserve"> لعبادى الذين ا منوا يقيموا الصلوة وينفقو</w:t>
      </w:r>
    </w:p>
    <w:p w:rsidR="00200475" w:rsidRDefault="00200475" w:rsidP="00200475">
      <w:pPr>
        <w:pStyle w:val="libNormal"/>
        <w:rPr>
          <w:rtl/>
        </w:rPr>
      </w:pPr>
      <w:r>
        <w:rPr>
          <w:rtl/>
        </w:rPr>
        <w:t>2_خدا وند متعال كے خاص لطف و عنايت سے بہرہ مندسچے بندے اور مؤمنين اس كى بارگاہ ميں خاص مقام و منزلت ركھتے ہيں _</w:t>
      </w:r>
      <w:r w:rsidRPr="00351A4E">
        <w:rPr>
          <w:rStyle w:val="libArabicChar"/>
          <w:rFonts w:hint="eastAsia"/>
          <w:rtl/>
        </w:rPr>
        <w:t>قل</w:t>
      </w:r>
      <w:r w:rsidRPr="00351A4E">
        <w:rPr>
          <w:rStyle w:val="libArabicChar"/>
          <w:rtl/>
        </w:rPr>
        <w:t xml:space="preserve"> لعبادي</w:t>
      </w:r>
    </w:p>
    <w:p w:rsidR="00200475" w:rsidRDefault="00200475" w:rsidP="00200475">
      <w:pPr>
        <w:pStyle w:val="libNormal"/>
        <w:rPr>
          <w:rtl/>
        </w:rPr>
      </w:pPr>
      <w:r>
        <w:rPr>
          <w:rFonts w:hint="eastAsia"/>
          <w:rtl/>
        </w:rPr>
        <w:t>مندرجہ</w:t>
      </w:r>
      <w:r>
        <w:rPr>
          <w:rtl/>
        </w:rPr>
        <w:t xml:space="preserve"> بالا مطلب اس بنا پر اخذ كيا گيا ہے كہ جب '' عبادى '' ميں اضافہ ،تشريفيہ ہو_</w:t>
      </w:r>
    </w:p>
    <w:p w:rsidR="00351A4E" w:rsidRDefault="001E7F9D" w:rsidP="00F73EDE">
      <w:pPr>
        <w:pStyle w:val="libPoemTini"/>
        <w:rPr>
          <w:rtl/>
        </w:rPr>
      </w:pPr>
      <w:r>
        <w:rPr>
          <w:rtl/>
        </w:rPr>
        <w:br w:type="page"/>
      </w:r>
    </w:p>
    <w:p w:rsidR="001F628F" w:rsidRDefault="001F628F" w:rsidP="00200475">
      <w:pPr>
        <w:pStyle w:val="libNormal"/>
        <w:rPr>
          <w:rtl/>
        </w:rPr>
      </w:pPr>
      <w:r>
        <w:rPr>
          <w:rtl/>
        </w:rPr>
        <w:lastRenderedPageBreak/>
        <w:t>3_مكہ مي</w:t>
      </w:r>
      <w:r w:rsidR="00083993">
        <w:rPr>
          <w:rtl/>
        </w:rPr>
        <w:t xml:space="preserve">ں </w:t>
      </w:r>
      <w:r>
        <w:rPr>
          <w:rtl/>
        </w:rPr>
        <w:t xml:space="preserve">نماز اور انفاق كا حكم ہجرت پيغمبر </w:t>
      </w:r>
      <w:r w:rsidR="00F031CD" w:rsidRPr="00F031CD">
        <w:rPr>
          <w:rStyle w:val="libAlaemChar"/>
          <w:rtl/>
        </w:rPr>
        <w:t xml:space="preserve"> صلى‌الله‌عليه‌وآله‌وسلم </w:t>
      </w:r>
      <w:r>
        <w:rPr>
          <w:rtl/>
        </w:rPr>
        <w:t xml:space="preserve"> سے پہلے نازل ہوا تھا _</w:t>
      </w:r>
      <w:r w:rsidRPr="00200475">
        <w:rPr>
          <w:rStyle w:val="libArabicChar"/>
          <w:rFonts w:hint="eastAsia"/>
          <w:rtl/>
        </w:rPr>
        <w:t>قل</w:t>
      </w:r>
      <w:r w:rsidRPr="00200475">
        <w:rPr>
          <w:rStyle w:val="libArabicChar"/>
          <w:rtl/>
        </w:rPr>
        <w:t xml:space="preserve"> لعبادى الذين ء امنوا يقيموا الصلوة وينفقو</w:t>
      </w:r>
      <w:r w:rsidR="00630A2A">
        <w:rPr>
          <w:rStyle w:val="libArabicChar"/>
          <w:rFonts w:hint="cs"/>
          <w:rtl/>
        </w:rPr>
        <w:t>ا</w:t>
      </w:r>
    </w:p>
    <w:p w:rsidR="001F628F" w:rsidRDefault="001F628F" w:rsidP="001F628F">
      <w:pPr>
        <w:pStyle w:val="libNormal"/>
        <w:rPr>
          <w:rtl/>
        </w:rPr>
      </w:pPr>
      <w:r>
        <w:rPr>
          <w:rFonts w:hint="eastAsia"/>
          <w:rtl/>
        </w:rPr>
        <w:t>مندرجہ</w:t>
      </w:r>
      <w:r>
        <w:rPr>
          <w:rtl/>
        </w:rPr>
        <w:t xml:space="preserve"> بالا مطلب سورئہ ابراہيم كے مكى ہونے كى وجہ سے اخذ كيا گيا ہے_</w:t>
      </w:r>
    </w:p>
    <w:p w:rsidR="001F628F" w:rsidRDefault="001F628F" w:rsidP="00200475">
      <w:pPr>
        <w:pStyle w:val="libNormal"/>
        <w:rPr>
          <w:rtl/>
        </w:rPr>
      </w:pPr>
      <w:r>
        <w:rPr>
          <w:rtl/>
        </w:rPr>
        <w:t>4_تمام الہى فرائض اور شرعى ذمہ داريو</w:t>
      </w:r>
      <w:r w:rsidR="00083993">
        <w:rPr>
          <w:rtl/>
        </w:rPr>
        <w:t xml:space="preserve">ں </w:t>
      </w:r>
      <w:r>
        <w:rPr>
          <w:rtl/>
        </w:rPr>
        <w:t>مي</w:t>
      </w:r>
      <w:r w:rsidR="00083993">
        <w:rPr>
          <w:rtl/>
        </w:rPr>
        <w:t xml:space="preserve">ں </w:t>
      </w:r>
      <w:r>
        <w:rPr>
          <w:rtl/>
        </w:rPr>
        <w:t>سے نماز قائم كرنے اور انفاق (راہ خدا مي</w:t>
      </w:r>
      <w:r w:rsidR="00083993">
        <w:rPr>
          <w:rtl/>
        </w:rPr>
        <w:t xml:space="preserve">ں </w:t>
      </w:r>
      <w:r>
        <w:rPr>
          <w:rtl/>
        </w:rPr>
        <w:t>خرچ )كرنے كو خاص اہميت حاصل ہے_</w:t>
      </w:r>
      <w:r w:rsidRPr="00200475">
        <w:rPr>
          <w:rStyle w:val="libArabicChar"/>
          <w:rFonts w:hint="eastAsia"/>
          <w:rtl/>
        </w:rPr>
        <w:t>قل</w:t>
      </w:r>
      <w:r w:rsidRPr="00200475">
        <w:rPr>
          <w:rStyle w:val="libArabicChar"/>
          <w:rtl/>
        </w:rPr>
        <w:t xml:space="preserve"> لعبادى الذين ء امنوا يقيموا الصلوة وينفقو</w:t>
      </w:r>
      <w:r w:rsidR="00630A2A">
        <w:rPr>
          <w:rStyle w:val="libArabicChar"/>
          <w:rFonts w:hint="cs"/>
          <w:rtl/>
        </w:rPr>
        <w:t>ا</w:t>
      </w:r>
    </w:p>
    <w:p w:rsidR="001F628F" w:rsidRDefault="001F628F" w:rsidP="001F628F">
      <w:pPr>
        <w:pStyle w:val="libNormal"/>
        <w:rPr>
          <w:rtl/>
        </w:rPr>
      </w:pPr>
      <w:r>
        <w:rPr>
          <w:rFonts w:hint="eastAsia"/>
          <w:rtl/>
        </w:rPr>
        <w:t>حقيقى</w:t>
      </w:r>
      <w:r>
        <w:rPr>
          <w:rtl/>
        </w:rPr>
        <w:t xml:space="preserve"> بندو</w:t>
      </w:r>
      <w:r w:rsidR="00083993">
        <w:rPr>
          <w:rtl/>
        </w:rPr>
        <w:t xml:space="preserve">ں </w:t>
      </w:r>
      <w:r>
        <w:rPr>
          <w:rtl/>
        </w:rPr>
        <w:t>كى صفت ايمان كو بيان كرنے كے بعد اقامہ نماز اور انفاق كا تذكرہ او رتمام فرائض مي</w:t>
      </w:r>
      <w:r w:rsidR="00083993">
        <w:rPr>
          <w:rtl/>
        </w:rPr>
        <w:t xml:space="preserve">ں </w:t>
      </w:r>
      <w:r>
        <w:rPr>
          <w:rtl/>
        </w:rPr>
        <w:t>سے فقط ان دوفرائض كو انتخاب كرنے سے مندرجہ بالا مطلب اخذ ہوتا ہے_</w:t>
      </w:r>
    </w:p>
    <w:p w:rsidR="001F628F" w:rsidRDefault="001F628F" w:rsidP="00200475">
      <w:pPr>
        <w:pStyle w:val="libNormal"/>
        <w:rPr>
          <w:rtl/>
        </w:rPr>
      </w:pPr>
      <w:r>
        <w:rPr>
          <w:rtl/>
        </w:rPr>
        <w:t>5_جلوت و خلوت مي</w:t>
      </w:r>
      <w:r w:rsidR="00083993">
        <w:rPr>
          <w:rtl/>
        </w:rPr>
        <w:t xml:space="preserve">ں </w:t>
      </w:r>
      <w:r>
        <w:rPr>
          <w:rtl/>
        </w:rPr>
        <w:t>نماز قائم كرنا اور راہ خدا مي</w:t>
      </w:r>
      <w:r w:rsidR="00083993">
        <w:rPr>
          <w:rtl/>
        </w:rPr>
        <w:t xml:space="preserve">ں </w:t>
      </w:r>
      <w:r>
        <w:rPr>
          <w:rtl/>
        </w:rPr>
        <w:t>خرچ كرنا خداوند متعال كے سچے بندو</w:t>
      </w:r>
      <w:r w:rsidR="00083993">
        <w:rPr>
          <w:rtl/>
        </w:rPr>
        <w:t xml:space="preserve">ں </w:t>
      </w:r>
      <w:r>
        <w:rPr>
          <w:rtl/>
        </w:rPr>
        <w:t>كى نشانيو</w:t>
      </w:r>
      <w:r w:rsidR="00083993">
        <w:rPr>
          <w:rtl/>
        </w:rPr>
        <w:t xml:space="preserve">ں </w:t>
      </w:r>
      <w:r>
        <w:rPr>
          <w:rtl/>
        </w:rPr>
        <w:t>اور خصوصيات مي</w:t>
      </w:r>
      <w:r w:rsidR="00083993">
        <w:rPr>
          <w:rtl/>
        </w:rPr>
        <w:t xml:space="preserve">ں </w:t>
      </w:r>
      <w:r>
        <w:rPr>
          <w:rtl/>
        </w:rPr>
        <w:t>سے ہے_</w:t>
      </w:r>
      <w:r w:rsidRPr="00200475">
        <w:rPr>
          <w:rStyle w:val="libArabicChar"/>
          <w:rFonts w:hint="eastAsia"/>
          <w:rtl/>
        </w:rPr>
        <w:t>قل</w:t>
      </w:r>
      <w:r w:rsidRPr="00200475">
        <w:rPr>
          <w:rStyle w:val="libArabicChar"/>
          <w:rtl/>
        </w:rPr>
        <w:t xml:space="preserve"> لعبادى الذين ء امنوا يقيموا الصلوة وينفقواسرًّا و علانية</w:t>
      </w:r>
    </w:p>
    <w:p w:rsidR="001F628F" w:rsidRDefault="001F628F" w:rsidP="00200475">
      <w:pPr>
        <w:pStyle w:val="libNormal"/>
        <w:rPr>
          <w:rtl/>
        </w:rPr>
      </w:pPr>
      <w:r>
        <w:rPr>
          <w:rtl/>
        </w:rPr>
        <w:t>6_ راہ خدا مي</w:t>
      </w:r>
      <w:r w:rsidR="00083993">
        <w:rPr>
          <w:rtl/>
        </w:rPr>
        <w:t xml:space="preserve">ں </w:t>
      </w:r>
      <w:r>
        <w:rPr>
          <w:rtl/>
        </w:rPr>
        <w:t>خرچ كرنا خواہ پنہان ہويااشكار ، پسنديدہ اور قابل قدر ہے _</w:t>
      </w:r>
      <w:r w:rsidRPr="00200475">
        <w:rPr>
          <w:rStyle w:val="libArabicChar"/>
          <w:rFonts w:hint="eastAsia"/>
          <w:rtl/>
        </w:rPr>
        <w:t>قل</w:t>
      </w:r>
      <w:r w:rsidRPr="00200475">
        <w:rPr>
          <w:rStyle w:val="libArabicChar"/>
          <w:rtl/>
        </w:rPr>
        <w:t xml:space="preserve"> لعبادي ...وينفقوا ممّا رزقن</w:t>
      </w:r>
      <w:r w:rsidR="00F21947" w:rsidRPr="00B2551F">
        <w:rPr>
          <w:rStyle w:val="libArabicChar"/>
          <w:rFonts w:hint="cs"/>
          <w:rtl/>
        </w:rPr>
        <w:t>ه</w:t>
      </w:r>
      <w:r w:rsidRPr="00200475">
        <w:rPr>
          <w:rStyle w:val="libArabicChar"/>
          <w:rFonts w:hint="cs"/>
          <w:rtl/>
        </w:rPr>
        <w:t>م</w:t>
      </w:r>
      <w:r w:rsidRPr="00200475">
        <w:rPr>
          <w:rStyle w:val="libArabicChar"/>
          <w:rtl/>
        </w:rPr>
        <w:t xml:space="preserve"> </w:t>
      </w:r>
      <w:r w:rsidRPr="00200475">
        <w:rPr>
          <w:rStyle w:val="libArabicChar"/>
          <w:rFonts w:hint="cs"/>
          <w:rtl/>
        </w:rPr>
        <w:t>سرًّا</w:t>
      </w:r>
      <w:r w:rsidRPr="00200475">
        <w:rPr>
          <w:rStyle w:val="libArabicChar"/>
          <w:rtl/>
        </w:rPr>
        <w:t xml:space="preserve"> </w:t>
      </w:r>
      <w:r w:rsidRPr="00200475">
        <w:rPr>
          <w:rStyle w:val="libArabicChar"/>
          <w:rFonts w:hint="cs"/>
          <w:rtl/>
        </w:rPr>
        <w:t>و</w:t>
      </w:r>
      <w:r w:rsidRPr="00200475">
        <w:rPr>
          <w:rStyle w:val="libArabicChar"/>
          <w:rtl/>
        </w:rPr>
        <w:t xml:space="preserve"> </w:t>
      </w:r>
      <w:r w:rsidRPr="00200475">
        <w:rPr>
          <w:rStyle w:val="libArabicChar"/>
          <w:rFonts w:hint="cs"/>
          <w:rtl/>
        </w:rPr>
        <w:t>علانية</w:t>
      </w:r>
    </w:p>
    <w:p w:rsidR="001F628F" w:rsidRDefault="001F628F" w:rsidP="001F628F">
      <w:pPr>
        <w:pStyle w:val="libNormal"/>
        <w:rPr>
          <w:rtl/>
        </w:rPr>
      </w:pPr>
      <w:r>
        <w:rPr>
          <w:rFonts w:hint="eastAsia"/>
          <w:rtl/>
        </w:rPr>
        <w:t>يہ</w:t>
      </w:r>
      <w:r>
        <w:rPr>
          <w:rtl/>
        </w:rPr>
        <w:t xml:space="preserve"> كہ خداوند متعال نے پنہا</w:t>
      </w:r>
      <w:r w:rsidR="00083993">
        <w:rPr>
          <w:rtl/>
        </w:rPr>
        <w:t xml:space="preserve">ں </w:t>
      </w:r>
      <w:r>
        <w:rPr>
          <w:rtl/>
        </w:rPr>
        <w:t>اور اشكار دونو</w:t>
      </w:r>
      <w:r w:rsidR="00083993">
        <w:rPr>
          <w:rtl/>
        </w:rPr>
        <w:t xml:space="preserve">ں </w:t>
      </w:r>
      <w:r>
        <w:rPr>
          <w:rtl/>
        </w:rPr>
        <w:t>قسم كے انفاق كى باہم مدح كى ہے اس سے مذكورہ بالا مطلب اخذ ہوتا ہے_</w:t>
      </w:r>
    </w:p>
    <w:p w:rsidR="001F628F" w:rsidRDefault="001F628F" w:rsidP="00200475">
      <w:pPr>
        <w:pStyle w:val="libNormal"/>
        <w:rPr>
          <w:rtl/>
        </w:rPr>
      </w:pPr>
      <w:r>
        <w:rPr>
          <w:rtl/>
        </w:rPr>
        <w:t>7_مال ودولت اور ثروت كو خدائي سرچشمہ جانتے ہوئے توجہ كرنے سے انسان كو انفاق اور راہ خدا مي</w:t>
      </w:r>
      <w:r w:rsidR="00083993">
        <w:rPr>
          <w:rtl/>
        </w:rPr>
        <w:t xml:space="preserve">ں </w:t>
      </w:r>
      <w:r>
        <w:rPr>
          <w:rtl/>
        </w:rPr>
        <w:t>خرچ كرنے كى تشويق ہوتى ہے_</w:t>
      </w:r>
      <w:r w:rsidRPr="00200475">
        <w:rPr>
          <w:rStyle w:val="libArabicChar"/>
          <w:rFonts w:hint="eastAsia"/>
          <w:rtl/>
        </w:rPr>
        <w:t>قل</w:t>
      </w:r>
      <w:r w:rsidRPr="00200475">
        <w:rPr>
          <w:rStyle w:val="libArabicChar"/>
          <w:rtl/>
        </w:rPr>
        <w:t xml:space="preserve"> لعبادي ...وينفقوا ممّا رزقن</w:t>
      </w:r>
      <w:r w:rsidR="00F21947" w:rsidRPr="00B2551F">
        <w:rPr>
          <w:rStyle w:val="libArabicChar"/>
          <w:rFonts w:hint="cs"/>
          <w:rtl/>
        </w:rPr>
        <w:t>ه</w:t>
      </w:r>
      <w:r w:rsidRPr="00200475">
        <w:rPr>
          <w:rStyle w:val="libArabicChar"/>
          <w:rFonts w:hint="cs"/>
          <w:rtl/>
        </w:rPr>
        <w:t>م</w:t>
      </w:r>
    </w:p>
    <w:p w:rsidR="001F628F" w:rsidRDefault="001F628F" w:rsidP="001F628F">
      <w:pPr>
        <w:pStyle w:val="libNormal"/>
        <w:rPr>
          <w:rtl/>
        </w:rPr>
      </w:pPr>
      <w:r>
        <w:rPr>
          <w:rFonts w:hint="eastAsia"/>
          <w:rtl/>
        </w:rPr>
        <w:t>يہ</w:t>
      </w:r>
      <w:r>
        <w:rPr>
          <w:rtl/>
        </w:rPr>
        <w:t xml:space="preserve"> كہ خداوند متعال نے انسان كے مال ودولت اور وسائل كى نسبت اپنى طرف دى ہے اور اسے خداداد ، رزق كہا ہے تو اس سے مذكورہ بالا مطلب اخذ كى جاسكتا ہے_</w:t>
      </w:r>
    </w:p>
    <w:p w:rsidR="001F628F" w:rsidRDefault="001F628F" w:rsidP="001F628F">
      <w:pPr>
        <w:pStyle w:val="libNormal"/>
        <w:rPr>
          <w:rtl/>
        </w:rPr>
      </w:pPr>
      <w:r>
        <w:rPr>
          <w:rtl/>
        </w:rPr>
        <w:t>8_پنہانى طور پر انفاق كرنا ،اشكار انفاق كرنے سے كہي</w:t>
      </w:r>
      <w:r w:rsidR="00083993">
        <w:rPr>
          <w:rtl/>
        </w:rPr>
        <w:t xml:space="preserve">ں </w:t>
      </w:r>
      <w:r>
        <w:rPr>
          <w:rtl/>
        </w:rPr>
        <w:t>زيادہ پسنديدہ اور قدر ومنزلت كا حامل ہے_*</w:t>
      </w:r>
    </w:p>
    <w:p w:rsidR="001F628F" w:rsidRDefault="001F628F" w:rsidP="00200475">
      <w:pPr>
        <w:pStyle w:val="libArabic"/>
        <w:rPr>
          <w:rtl/>
        </w:rPr>
      </w:pPr>
      <w:r>
        <w:rPr>
          <w:rFonts w:hint="eastAsia"/>
          <w:rtl/>
        </w:rPr>
        <w:t>وينفقوا</w:t>
      </w:r>
      <w:r>
        <w:rPr>
          <w:rtl/>
        </w:rPr>
        <w:t xml:space="preserve"> ممّا رزقن</w:t>
      </w:r>
      <w:r w:rsidR="00F21947" w:rsidRPr="00B2551F">
        <w:rPr>
          <w:rFonts w:hint="cs"/>
          <w:rtl/>
        </w:rPr>
        <w:t>ه</w:t>
      </w:r>
      <w:r>
        <w:rPr>
          <w:rFonts w:hint="cs"/>
          <w:rtl/>
        </w:rPr>
        <w:t>م</w:t>
      </w:r>
      <w:r>
        <w:rPr>
          <w:rtl/>
        </w:rPr>
        <w:t xml:space="preserve"> </w:t>
      </w:r>
      <w:r>
        <w:rPr>
          <w:rFonts w:hint="cs"/>
          <w:rtl/>
        </w:rPr>
        <w:t>سرًّا</w:t>
      </w:r>
      <w:r>
        <w:rPr>
          <w:rtl/>
        </w:rPr>
        <w:t xml:space="preserve"> </w:t>
      </w:r>
      <w:r>
        <w:rPr>
          <w:rFonts w:hint="cs"/>
          <w:rtl/>
        </w:rPr>
        <w:t>و</w:t>
      </w:r>
      <w:r>
        <w:rPr>
          <w:rtl/>
        </w:rPr>
        <w:t xml:space="preserve"> </w:t>
      </w:r>
      <w:r>
        <w:rPr>
          <w:rFonts w:hint="cs"/>
          <w:rtl/>
        </w:rPr>
        <w:t>علانية</w:t>
      </w:r>
    </w:p>
    <w:p w:rsidR="001F628F" w:rsidRDefault="001F628F" w:rsidP="001F628F">
      <w:pPr>
        <w:pStyle w:val="libNormal"/>
        <w:rPr>
          <w:rtl/>
        </w:rPr>
      </w:pPr>
      <w:r>
        <w:rPr>
          <w:rFonts w:hint="eastAsia"/>
          <w:rtl/>
        </w:rPr>
        <w:t>مذكورہ</w:t>
      </w:r>
      <w:r>
        <w:rPr>
          <w:rtl/>
        </w:rPr>
        <w:t xml:space="preserve"> بالا ايت مجيدہ مي</w:t>
      </w:r>
      <w:r w:rsidR="00083993">
        <w:rPr>
          <w:rtl/>
        </w:rPr>
        <w:t xml:space="preserve">ں </w:t>
      </w:r>
      <w:r>
        <w:rPr>
          <w:rtl/>
        </w:rPr>
        <w:t>اشكار انفاق پر مخفى انفاق كا مقدم ہونا ممكن اس حقيقت كو بيان كررہا ہو كہ مخفى انفاق چونكہ دكھاوے اور نفاق سے خالى ہوتا ہے لہذا زيادہ پسنديدہ اور قدر و منزلت كا حامل ہے_</w:t>
      </w:r>
    </w:p>
    <w:p w:rsidR="00200475" w:rsidRDefault="00200475" w:rsidP="00200475">
      <w:pPr>
        <w:pStyle w:val="libNormal"/>
        <w:rPr>
          <w:rtl/>
        </w:rPr>
      </w:pPr>
      <w:r>
        <w:rPr>
          <w:rtl/>
        </w:rPr>
        <w:t>9_انسان كے تمام مادى اور معنوى وسائل ،خدائي رزق وروزى شمار ہوتے ہيں اور اسى كى جانب سے ہيں _</w:t>
      </w:r>
    </w:p>
    <w:p w:rsidR="00200475" w:rsidRDefault="00200475" w:rsidP="00200475">
      <w:pPr>
        <w:pStyle w:val="libArabic"/>
        <w:rPr>
          <w:rtl/>
        </w:rPr>
      </w:pPr>
      <w:r>
        <w:rPr>
          <w:rFonts w:hint="eastAsia"/>
          <w:rtl/>
        </w:rPr>
        <w:t>ينفقوا</w:t>
      </w:r>
      <w:r>
        <w:rPr>
          <w:rtl/>
        </w:rPr>
        <w:t xml:space="preserve"> ممّا رزقن</w:t>
      </w:r>
      <w:r w:rsidR="00F21947" w:rsidRPr="00B2551F">
        <w:rPr>
          <w:rFonts w:hint="cs"/>
          <w:rtl/>
        </w:rPr>
        <w:t>ه</w:t>
      </w:r>
      <w:r>
        <w:rPr>
          <w:rFonts w:hint="cs"/>
          <w:rtl/>
        </w:rPr>
        <w:t>م</w:t>
      </w:r>
    </w:p>
    <w:p w:rsidR="00200475" w:rsidRDefault="00200475" w:rsidP="001F628F">
      <w:pPr>
        <w:pStyle w:val="libNormal"/>
        <w:rPr>
          <w:rtl/>
        </w:rPr>
      </w:pPr>
    </w:p>
    <w:p w:rsidR="00200475"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جملہ</w:t>
      </w:r>
      <w:r>
        <w:rPr>
          <w:rtl/>
        </w:rPr>
        <w:t xml:space="preserve"> '' مّا رزقنھم''عام ہے او ر انسان كے تمام وسائل كو شامل ہے خواہ وہ مال ودولت جيسے مادى وسائل ہو</w:t>
      </w:r>
      <w:r w:rsidR="00083993">
        <w:rPr>
          <w:rtl/>
        </w:rPr>
        <w:t xml:space="preserve">ں </w:t>
      </w:r>
      <w:r>
        <w:rPr>
          <w:rtl/>
        </w:rPr>
        <w:t>يا علم وغير جيسے معنوى وسائل_</w:t>
      </w:r>
    </w:p>
    <w:p w:rsidR="001F628F" w:rsidRDefault="001F628F" w:rsidP="00200475">
      <w:pPr>
        <w:pStyle w:val="libNormal"/>
        <w:rPr>
          <w:rtl/>
        </w:rPr>
      </w:pPr>
      <w:r>
        <w:rPr>
          <w:rtl/>
        </w:rPr>
        <w:t>10_انسان قرب و منزلت الہى كے جس مر حلے پر بھى پہنچ جائے اسے عبادت ( نماز وغيرہ ) اور خدمت خلق (انفاق) كى ضروت ہوتى ہے_</w:t>
      </w:r>
      <w:r w:rsidRPr="00200475">
        <w:rPr>
          <w:rStyle w:val="libArabicChar"/>
          <w:rFonts w:hint="eastAsia"/>
          <w:rtl/>
        </w:rPr>
        <w:t>قل</w:t>
      </w:r>
      <w:r w:rsidRPr="00200475">
        <w:rPr>
          <w:rStyle w:val="libArabicChar"/>
          <w:rtl/>
        </w:rPr>
        <w:t xml:space="preserve"> لعبادى الذين ء امنوا يقيموا الصلوة وينفقوا ممّا رزقن</w:t>
      </w:r>
      <w:r w:rsidR="00F21947" w:rsidRPr="00B2551F">
        <w:rPr>
          <w:rStyle w:val="libArabicChar"/>
          <w:rFonts w:hint="cs"/>
          <w:rtl/>
        </w:rPr>
        <w:t>ه</w:t>
      </w:r>
      <w:r w:rsidRPr="00200475">
        <w:rPr>
          <w:rStyle w:val="libArabicChar"/>
          <w:rFonts w:hint="cs"/>
          <w:rtl/>
        </w:rPr>
        <w:t>م</w:t>
      </w:r>
    </w:p>
    <w:p w:rsidR="001F628F" w:rsidRDefault="001F628F" w:rsidP="001F628F">
      <w:pPr>
        <w:pStyle w:val="libNormal"/>
        <w:rPr>
          <w:rtl/>
        </w:rPr>
      </w:pPr>
      <w:r>
        <w:rPr>
          <w:rtl/>
        </w:rPr>
        <w:t>''يائے '' متكلم كى طرف ''عباد'' كا اضافہ ،تشريفيہ ہے اور بارگاہ خدا وندى مي</w:t>
      </w:r>
      <w:r w:rsidR="00083993">
        <w:rPr>
          <w:rtl/>
        </w:rPr>
        <w:t xml:space="preserve">ں </w:t>
      </w:r>
      <w:r>
        <w:rPr>
          <w:rtl/>
        </w:rPr>
        <w:t>بندو</w:t>
      </w:r>
      <w:r w:rsidR="00083993">
        <w:rPr>
          <w:rtl/>
        </w:rPr>
        <w:t xml:space="preserve">ں </w:t>
      </w:r>
      <w:r>
        <w:rPr>
          <w:rtl/>
        </w:rPr>
        <w:t>كے قرب اور منزلت كو بيان كر رہا ہے _بنا بري</w:t>
      </w:r>
      <w:r w:rsidR="00083993">
        <w:rPr>
          <w:rtl/>
        </w:rPr>
        <w:t xml:space="preserve">ں </w:t>
      </w:r>
      <w:r>
        <w:rPr>
          <w:rtl/>
        </w:rPr>
        <w:t>ان كو خداوند كى جانب سے نماز قائم كرنے اور انفاق كرنے كے فرمان سے ظاہر ہوتا ہے كہ بندہ قرب الہى كے مقام تك پہنچ جانے كے باوجود ا</w:t>
      </w:r>
      <w:r>
        <w:rPr>
          <w:rFonts w:hint="eastAsia"/>
          <w:rtl/>
        </w:rPr>
        <w:t>ن</w:t>
      </w:r>
      <w:r>
        <w:rPr>
          <w:rtl/>
        </w:rPr>
        <w:t xml:space="preserve"> دو فرائض ،(نماز اور انفاق) كو انجام دينے كا محتاج ہے_</w:t>
      </w:r>
    </w:p>
    <w:p w:rsidR="001F628F" w:rsidRDefault="001F628F" w:rsidP="00200475">
      <w:pPr>
        <w:pStyle w:val="libNormal"/>
        <w:rPr>
          <w:rtl/>
        </w:rPr>
      </w:pPr>
      <w:r>
        <w:rPr>
          <w:rtl/>
        </w:rPr>
        <w:t>11_فقط وہى وسائل اور ما ل و دولت ،رزق وروزى خدا شمار ہوتا ہے اور انفاق كے قابل ہے كہ جو فرمان الہى كے مطابق حاصل كيا گيا ہو_</w:t>
      </w:r>
      <w:r w:rsidRPr="00200475">
        <w:rPr>
          <w:rStyle w:val="libArabicChar"/>
          <w:rFonts w:hint="eastAsia"/>
          <w:rtl/>
        </w:rPr>
        <w:t>ينفقوا</w:t>
      </w:r>
      <w:r w:rsidRPr="00200475">
        <w:rPr>
          <w:rStyle w:val="libArabicChar"/>
          <w:rtl/>
        </w:rPr>
        <w:t xml:space="preserve"> ممّا رزقن</w:t>
      </w:r>
      <w:r w:rsidR="00F21947" w:rsidRPr="00B2551F">
        <w:rPr>
          <w:rStyle w:val="libArabicChar"/>
          <w:rFonts w:hint="cs"/>
          <w:rtl/>
        </w:rPr>
        <w:t>ه</w:t>
      </w:r>
      <w:r w:rsidRPr="00200475">
        <w:rPr>
          <w:rStyle w:val="libArabicChar"/>
          <w:rFonts w:hint="cs"/>
          <w:rtl/>
        </w:rPr>
        <w:t>م</w:t>
      </w:r>
    </w:p>
    <w:p w:rsidR="001F628F" w:rsidRDefault="001F628F" w:rsidP="001F628F">
      <w:pPr>
        <w:pStyle w:val="libNormal"/>
        <w:rPr>
          <w:rtl/>
        </w:rPr>
      </w:pPr>
      <w:r>
        <w:rPr>
          <w:rFonts w:hint="eastAsia"/>
          <w:rtl/>
        </w:rPr>
        <w:t>جملہ</w:t>
      </w:r>
      <w:r>
        <w:rPr>
          <w:rtl/>
        </w:rPr>
        <w:t xml:space="preserve"> '' ممّا رزقنھم''انفاق كے لئے قيد كى حيثيت ركھتا ہے _يعنى اس مال سے انفاق كرو كہ جوہم نے چاہا ہے اور تمہي</w:t>
      </w:r>
      <w:r w:rsidR="00083993">
        <w:rPr>
          <w:rtl/>
        </w:rPr>
        <w:t xml:space="preserve">ں </w:t>
      </w:r>
      <w:r>
        <w:rPr>
          <w:rtl/>
        </w:rPr>
        <w:t>عطا كيا ہے نہ كسى اور مال سے_</w:t>
      </w:r>
    </w:p>
    <w:p w:rsidR="001F628F" w:rsidRDefault="001F628F" w:rsidP="001F628F">
      <w:pPr>
        <w:pStyle w:val="libNormal"/>
        <w:rPr>
          <w:rtl/>
        </w:rPr>
      </w:pPr>
      <w:r>
        <w:rPr>
          <w:rtl/>
        </w:rPr>
        <w:t>12_انسان كے نيك اعمال(نماز و انفاق وغيرہ ) خداوند متعال كے ساتھ لين دين اور دوستى كى حيثيت ركھتے ہي</w:t>
      </w:r>
      <w:r w:rsidR="00083993">
        <w:rPr>
          <w:rtl/>
        </w:rPr>
        <w:t xml:space="preserve">ں </w:t>
      </w:r>
      <w:r>
        <w:rPr>
          <w:rtl/>
        </w:rPr>
        <w:t>_</w:t>
      </w:r>
    </w:p>
    <w:p w:rsidR="001F628F" w:rsidRDefault="001F628F" w:rsidP="00200475">
      <w:pPr>
        <w:pStyle w:val="libArabic"/>
        <w:rPr>
          <w:rtl/>
        </w:rPr>
      </w:pPr>
      <w:r>
        <w:rPr>
          <w:rFonts w:hint="eastAsia"/>
          <w:rtl/>
        </w:rPr>
        <w:t>يقيموا</w:t>
      </w:r>
      <w:r>
        <w:rPr>
          <w:rtl/>
        </w:rPr>
        <w:t xml:space="preserve"> الصلوة وينفقوا ... من قبل ا ن يا تى يوم لابيع في</w:t>
      </w:r>
      <w:r w:rsidR="00120F63" w:rsidRPr="00ED5DE8">
        <w:rPr>
          <w:rFonts w:hint="cs"/>
          <w:rtl/>
        </w:rPr>
        <w:t>ه</w:t>
      </w:r>
      <w:r>
        <w:rPr>
          <w:rtl/>
        </w:rPr>
        <w:t xml:space="preserve"> </w:t>
      </w:r>
      <w:r>
        <w:rPr>
          <w:rFonts w:hint="cs"/>
          <w:rtl/>
        </w:rPr>
        <w:t>ولاخلل</w:t>
      </w:r>
    </w:p>
    <w:p w:rsidR="001F628F" w:rsidRDefault="001F628F" w:rsidP="00200475">
      <w:pPr>
        <w:pStyle w:val="libNormal"/>
        <w:rPr>
          <w:rtl/>
        </w:rPr>
      </w:pPr>
      <w:r>
        <w:rPr>
          <w:rtl/>
        </w:rPr>
        <w:t>13_خداو ند متعال ، اپنے خالص بندو</w:t>
      </w:r>
      <w:r w:rsidR="00083993">
        <w:rPr>
          <w:rtl/>
        </w:rPr>
        <w:t xml:space="preserve">ں </w:t>
      </w:r>
      <w:r>
        <w:rPr>
          <w:rtl/>
        </w:rPr>
        <w:t>اورمؤمنين كو موت اجانے سے پہلے اپنے اموال سے انفاق كرنے كى دعوت ديتا ہے_</w:t>
      </w:r>
      <w:r w:rsidRPr="00200475">
        <w:rPr>
          <w:rStyle w:val="libArabicChar"/>
          <w:rFonts w:hint="eastAsia"/>
          <w:rtl/>
        </w:rPr>
        <w:t>قل</w:t>
      </w:r>
      <w:r w:rsidRPr="00200475">
        <w:rPr>
          <w:rStyle w:val="libArabicChar"/>
          <w:rtl/>
        </w:rPr>
        <w:t xml:space="preserve"> لعبادى الذين ء امنوا ...وينفقوا ... من قبل ا ن يا تى يوم لابيع في</w:t>
      </w:r>
      <w:r w:rsidR="00120F63" w:rsidRPr="00B2551F">
        <w:rPr>
          <w:rStyle w:val="libArabicChar"/>
          <w:rFonts w:hint="cs"/>
          <w:rtl/>
        </w:rPr>
        <w:t>ه</w:t>
      </w:r>
      <w:r w:rsidRPr="00200475">
        <w:rPr>
          <w:rStyle w:val="libArabicChar"/>
          <w:rtl/>
        </w:rPr>
        <w:t xml:space="preserve"> </w:t>
      </w:r>
      <w:r w:rsidRPr="00200475">
        <w:rPr>
          <w:rStyle w:val="libArabicChar"/>
          <w:rFonts w:hint="cs"/>
          <w:rtl/>
        </w:rPr>
        <w:t>ولاخلل</w:t>
      </w:r>
    </w:p>
    <w:p w:rsidR="001F628F" w:rsidRDefault="001F628F" w:rsidP="001F628F">
      <w:pPr>
        <w:pStyle w:val="libNormal"/>
        <w:rPr>
          <w:rtl/>
        </w:rPr>
      </w:pPr>
      <w:r>
        <w:rPr>
          <w:rtl/>
        </w:rPr>
        <w:t>14_موت كے انے سے پہلے دنيوى وسائل اور فرصتو</w:t>
      </w:r>
      <w:r w:rsidR="00083993">
        <w:rPr>
          <w:rtl/>
        </w:rPr>
        <w:t xml:space="preserve">ں </w:t>
      </w:r>
      <w:r>
        <w:rPr>
          <w:rtl/>
        </w:rPr>
        <w:t>سے استفادہ كرنا ضرورى ہے _</w:t>
      </w:r>
    </w:p>
    <w:p w:rsidR="001F628F" w:rsidRDefault="001F628F" w:rsidP="00200475">
      <w:pPr>
        <w:pStyle w:val="libArabic"/>
        <w:rPr>
          <w:rtl/>
        </w:rPr>
      </w:pPr>
      <w:r>
        <w:rPr>
          <w:rFonts w:hint="eastAsia"/>
          <w:rtl/>
        </w:rPr>
        <w:t>يقيموا</w:t>
      </w:r>
      <w:r>
        <w:rPr>
          <w:rtl/>
        </w:rPr>
        <w:t xml:space="preserve"> الصلوة وينفقوا ... من قبل ا ن يا تى يوم لابيع في</w:t>
      </w:r>
      <w:r w:rsidR="00120F63" w:rsidRPr="00ED5DE8">
        <w:rPr>
          <w:rFonts w:hint="cs"/>
          <w:rtl/>
        </w:rPr>
        <w:t>ه</w:t>
      </w:r>
      <w:r>
        <w:rPr>
          <w:rtl/>
        </w:rPr>
        <w:t xml:space="preserve"> </w:t>
      </w:r>
      <w:r>
        <w:rPr>
          <w:rFonts w:hint="cs"/>
          <w:rtl/>
        </w:rPr>
        <w:t>ولاخلل</w:t>
      </w:r>
    </w:p>
    <w:p w:rsidR="001F628F" w:rsidRDefault="001F628F" w:rsidP="001F628F">
      <w:pPr>
        <w:pStyle w:val="libNormal"/>
        <w:rPr>
          <w:rtl/>
        </w:rPr>
      </w:pPr>
      <w:r>
        <w:rPr>
          <w:rtl/>
        </w:rPr>
        <w:t>15_فقط دنيا كى زندگى ہى عمل كا ميدان اور اخروى سعادت حاصل كرنے كا مقام ہے _</w:t>
      </w:r>
    </w:p>
    <w:p w:rsidR="001F628F" w:rsidRDefault="001F628F" w:rsidP="00200475">
      <w:pPr>
        <w:pStyle w:val="libArabic"/>
        <w:rPr>
          <w:rtl/>
        </w:rPr>
      </w:pPr>
      <w:r>
        <w:rPr>
          <w:rFonts w:hint="eastAsia"/>
          <w:rtl/>
        </w:rPr>
        <w:t>يقيموا</w:t>
      </w:r>
      <w:r>
        <w:rPr>
          <w:rtl/>
        </w:rPr>
        <w:t xml:space="preserve"> الصلوة وينفقوا ... من قبل ا ن يا تى يوم لابيع في</w:t>
      </w:r>
      <w:r w:rsidR="00120F63" w:rsidRPr="00ED5DE8">
        <w:rPr>
          <w:rFonts w:hint="cs"/>
          <w:rtl/>
        </w:rPr>
        <w:t>ه</w:t>
      </w:r>
      <w:r>
        <w:rPr>
          <w:rtl/>
        </w:rPr>
        <w:t xml:space="preserve"> </w:t>
      </w:r>
      <w:r>
        <w:rPr>
          <w:rFonts w:hint="cs"/>
          <w:rtl/>
        </w:rPr>
        <w:t>ولاخلل</w:t>
      </w:r>
    </w:p>
    <w:p w:rsidR="001F628F" w:rsidRDefault="001F628F" w:rsidP="001F628F">
      <w:pPr>
        <w:pStyle w:val="libNormal"/>
        <w:rPr>
          <w:rtl/>
        </w:rPr>
      </w:pPr>
      <w:r>
        <w:rPr>
          <w:rtl/>
        </w:rPr>
        <w:t>16_عالم اخرت ،كسى قسم كى كوشش ،معاملے اور دوستانہ رابطے كى جگہ نہي</w:t>
      </w:r>
      <w:r w:rsidR="00083993">
        <w:rPr>
          <w:rtl/>
        </w:rPr>
        <w:t xml:space="preserve">ں </w:t>
      </w:r>
      <w:r>
        <w:rPr>
          <w:rtl/>
        </w:rPr>
        <w:t>اور وہ انسان كے لئے كار امد نہ ہوگي_</w:t>
      </w:r>
    </w:p>
    <w:p w:rsidR="001F628F" w:rsidRDefault="001F628F" w:rsidP="00200475">
      <w:pPr>
        <w:pStyle w:val="libArabic"/>
        <w:rPr>
          <w:rtl/>
        </w:rPr>
      </w:pPr>
      <w:r>
        <w:rPr>
          <w:rFonts w:hint="eastAsia"/>
          <w:rtl/>
        </w:rPr>
        <w:t>يقيموا</w:t>
      </w:r>
      <w:r>
        <w:rPr>
          <w:rtl/>
        </w:rPr>
        <w:t xml:space="preserve"> الصلوة وينفقوا ... من قبل ا ن يا تى يوم لابيع في</w:t>
      </w:r>
      <w:r w:rsidR="00120F63" w:rsidRPr="00ED5DE8">
        <w:rPr>
          <w:rFonts w:hint="cs"/>
          <w:rtl/>
        </w:rPr>
        <w:t>ه</w:t>
      </w:r>
      <w:r>
        <w:rPr>
          <w:rtl/>
        </w:rPr>
        <w:t xml:space="preserve"> </w:t>
      </w:r>
      <w:r>
        <w:rPr>
          <w:rFonts w:hint="cs"/>
          <w:rtl/>
        </w:rPr>
        <w:t>ولاخلل</w:t>
      </w:r>
    </w:p>
    <w:p w:rsidR="00200475" w:rsidRDefault="001E7F9D" w:rsidP="00F73EDE">
      <w:pPr>
        <w:pStyle w:val="libPoemTini"/>
        <w:rPr>
          <w:rtl/>
        </w:rPr>
      </w:pPr>
      <w:r>
        <w:rPr>
          <w:rtl/>
        </w:rPr>
        <w:br w:type="page"/>
      </w:r>
    </w:p>
    <w:p w:rsidR="001F628F" w:rsidRDefault="001F628F" w:rsidP="00200475">
      <w:pPr>
        <w:pStyle w:val="libNormal"/>
        <w:rPr>
          <w:rtl/>
        </w:rPr>
      </w:pPr>
      <w:r>
        <w:rPr>
          <w:rtl/>
        </w:rPr>
        <w:lastRenderedPageBreak/>
        <w:t>17_</w:t>
      </w:r>
      <w:r w:rsidRPr="00200475">
        <w:rPr>
          <w:rStyle w:val="libArabicChar"/>
          <w:rtl/>
        </w:rPr>
        <w:t xml:space="preserve">''عن ا بى عبدالله </w:t>
      </w:r>
      <w:r w:rsidR="00367F17" w:rsidRPr="00367F17">
        <w:rPr>
          <w:rStyle w:val="libAlaemChar"/>
          <w:rtl/>
        </w:rPr>
        <w:t xml:space="preserve"> عليه‌السلام </w:t>
      </w:r>
      <w:r w:rsidRPr="00200475">
        <w:rPr>
          <w:rStyle w:val="libArabicChar"/>
          <w:rtl/>
        </w:rPr>
        <w:t>قال: ...ولكنّ الله عزّوجلّ فرض فى ا موال الا غنياء حقوقاً غير الزكاة ... و قد قال الله عزّوجلّ: ''ينفقوا ممّا رزقن</w:t>
      </w:r>
      <w:r w:rsidR="00F21947" w:rsidRPr="00B2551F">
        <w:rPr>
          <w:rStyle w:val="libArabicChar"/>
          <w:rFonts w:hint="cs"/>
          <w:rtl/>
        </w:rPr>
        <w:t>ه</w:t>
      </w:r>
      <w:r w:rsidRPr="00200475">
        <w:rPr>
          <w:rStyle w:val="libArabicChar"/>
          <w:rFonts w:hint="cs"/>
          <w:rtl/>
        </w:rPr>
        <w:t>م</w:t>
      </w:r>
      <w:r w:rsidRPr="00200475">
        <w:rPr>
          <w:rStyle w:val="libArabicChar"/>
          <w:rtl/>
        </w:rPr>
        <w:t xml:space="preserve"> </w:t>
      </w:r>
      <w:r w:rsidRPr="00200475">
        <w:rPr>
          <w:rStyle w:val="libArabicChar"/>
          <w:rFonts w:hint="cs"/>
          <w:rtl/>
        </w:rPr>
        <w:t>سرًّا</w:t>
      </w:r>
      <w:r w:rsidRPr="00200475">
        <w:rPr>
          <w:rStyle w:val="libArabicChar"/>
          <w:rtl/>
        </w:rPr>
        <w:t xml:space="preserve"> </w:t>
      </w:r>
      <w:r w:rsidRPr="00200475">
        <w:rPr>
          <w:rStyle w:val="libArabicChar"/>
          <w:rFonts w:hint="cs"/>
          <w:rtl/>
        </w:rPr>
        <w:t>و</w:t>
      </w:r>
      <w:r w:rsidRPr="00200475">
        <w:rPr>
          <w:rStyle w:val="libArabicChar"/>
          <w:rtl/>
        </w:rPr>
        <w:t xml:space="preserve"> </w:t>
      </w:r>
      <w:r w:rsidRPr="00200475">
        <w:rPr>
          <w:rStyle w:val="libArabicChar"/>
          <w:rFonts w:hint="cs"/>
          <w:rtl/>
        </w:rPr>
        <w:t>علانية</w:t>
      </w:r>
      <w:r w:rsidRPr="00200475">
        <w:rPr>
          <w:rStyle w:val="libArabicChar"/>
          <w:rtl/>
        </w:rPr>
        <w:t xml:space="preserve"> ''</w:t>
      </w:r>
      <w:r>
        <w:rPr>
          <w:rtl/>
        </w:rPr>
        <w:t xml:space="preserve"> ...; </w:t>
      </w:r>
      <w:r w:rsidRPr="00200475">
        <w:rPr>
          <w:rStyle w:val="libFootnotenumChar"/>
          <w:rtl/>
        </w:rPr>
        <w:t xml:space="preserve">(1) </w:t>
      </w:r>
      <w:r>
        <w:rPr>
          <w:rtl/>
        </w:rPr>
        <w:t xml:space="preserve">امام صادق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 ... ليكن خداوند عزوجل نے دولت مندو</w:t>
      </w:r>
      <w:r w:rsidR="00083993">
        <w:rPr>
          <w:rtl/>
        </w:rPr>
        <w:t xml:space="preserve">ں </w:t>
      </w:r>
      <w:r>
        <w:rPr>
          <w:rtl/>
        </w:rPr>
        <w:t>كے ام</w:t>
      </w:r>
      <w:r>
        <w:rPr>
          <w:rFonts w:hint="eastAsia"/>
          <w:rtl/>
        </w:rPr>
        <w:t>وال</w:t>
      </w:r>
      <w:r>
        <w:rPr>
          <w:rtl/>
        </w:rPr>
        <w:t xml:space="preserve"> مي</w:t>
      </w:r>
      <w:r w:rsidR="00083993">
        <w:rPr>
          <w:rtl/>
        </w:rPr>
        <w:t xml:space="preserve">ں </w:t>
      </w:r>
      <w:r>
        <w:rPr>
          <w:rtl/>
        </w:rPr>
        <w:t>زكوة كے علاوہ بھى كچھ حقوق واجب كيئے ہي</w:t>
      </w:r>
      <w:r w:rsidR="00083993">
        <w:rPr>
          <w:rtl/>
        </w:rPr>
        <w:t xml:space="preserve">ں </w:t>
      </w:r>
      <w:r>
        <w:rPr>
          <w:rtl/>
        </w:rPr>
        <w:t xml:space="preserve">: ...اور خدا وند متعال نے فرمايا ہے: </w:t>
      </w:r>
      <w:r w:rsidRPr="00200475">
        <w:rPr>
          <w:rStyle w:val="libArabicChar"/>
          <w:rtl/>
        </w:rPr>
        <w:t>''ينفقوا ممّا رزقن</w:t>
      </w:r>
      <w:r w:rsidR="00F21947" w:rsidRPr="00B2551F">
        <w:rPr>
          <w:rStyle w:val="libArabicChar"/>
          <w:rFonts w:hint="cs"/>
          <w:rtl/>
        </w:rPr>
        <w:t>ه</w:t>
      </w:r>
      <w:r w:rsidRPr="00200475">
        <w:rPr>
          <w:rStyle w:val="libArabicChar"/>
          <w:rFonts w:hint="cs"/>
          <w:rtl/>
        </w:rPr>
        <w:t>م</w:t>
      </w:r>
      <w:r w:rsidRPr="00200475">
        <w:rPr>
          <w:rStyle w:val="libArabicChar"/>
          <w:rtl/>
        </w:rPr>
        <w:t xml:space="preserve"> </w:t>
      </w:r>
      <w:r w:rsidRPr="00200475">
        <w:rPr>
          <w:rStyle w:val="libArabicChar"/>
          <w:rFonts w:hint="cs"/>
          <w:rtl/>
        </w:rPr>
        <w:t>سرًّا</w:t>
      </w:r>
      <w:r w:rsidRPr="00200475">
        <w:rPr>
          <w:rStyle w:val="libArabicChar"/>
          <w:rtl/>
        </w:rPr>
        <w:t xml:space="preserve"> </w:t>
      </w:r>
      <w:r w:rsidRPr="00200475">
        <w:rPr>
          <w:rStyle w:val="libArabicChar"/>
          <w:rFonts w:hint="cs"/>
          <w:rtl/>
        </w:rPr>
        <w:t>و</w:t>
      </w:r>
      <w:r w:rsidRPr="00200475">
        <w:rPr>
          <w:rStyle w:val="libArabicChar"/>
          <w:rtl/>
        </w:rPr>
        <w:t xml:space="preserve"> </w:t>
      </w:r>
      <w:r w:rsidRPr="00200475">
        <w:rPr>
          <w:rStyle w:val="libArabicChar"/>
          <w:rFonts w:hint="cs"/>
          <w:rtl/>
        </w:rPr>
        <w:t>علانية</w:t>
      </w:r>
      <w:r w:rsidRPr="00200475">
        <w:rPr>
          <w:rStyle w:val="libArabicChar"/>
          <w:rtl/>
        </w:rPr>
        <w:t xml:space="preserve"> ...</w:t>
      </w:r>
      <w:r>
        <w:rPr>
          <w:rtl/>
        </w:rPr>
        <w:t>''_</w:t>
      </w:r>
    </w:p>
    <w:p w:rsidR="001F628F" w:rsidRDefault="001F628F" w:rsidP="00200475">
      <w:pPr>
        <w:pStyle w:val="libNormal"/>
        <w:rPr>
          <w:rtl/>
        </w:rPr>
      </w:pPr>
      <w:r>
        <w:rPr>
          <w:rFonts w:hint="eastAsia"/>
          <w:rtl/>
        </w:rPr>
        <w:t>اخرت</w:t>
      </w:r>
      <w:r>
        <w:rPr>
          <w:rtl/>
        </w:rPr>
        <w:t xml:space="preserve"> :</w:t>
      </w:r>
      <w:r>
        <w:rPr>
          <w:rFonts w:hint="eastAsia"/>
          <w:rtl/>
        </w:rPr>
        <w:t>اخرت</w:t>
      </w:r>
      <w:r>
        <w:rPr>
          <w:rtl/>
        </w:rPr>
        <w:t xml:space="preserve"> مي</w:t>
      </w:r>
      <w:r w:rsidR="00083993">
        <w:rPr>
          <w:rtl/>
        </w:rPr>
        <w:t xml:space="preserve">ں </w:t>
      </w:r>
      <w:r>
        <w:rPr>
          <w:rtl/>
        </w:rPr>
        <w:t>دوستي16;اخرت مي</w:t>
      </w:r>
      <w:r w:rsidR="00083993">
        <w:rPr>
          <w:rtl/>
        </w:rPr>
        <w:t xml:space="preserve">ں </w:t>
      </w:r>
      <w:r>
        <w:rPr>
          <w:rtl/>
        </w:rPr>
        <w:t>تعلقات توڑنا 16 ; اخرت مي</w:t>
      </w:r>
      <w:r w:rsidR="00083993">
        <w:rPr>
          <w:rtl/>
        </w:rPr>
        <w:t xml:space="preserve">ں </w:t>
      </w:r>
      <w:r>
        <w:rPr>
          <w:rtl/>
        </w:rPr>
        <w:t>معاملہ16;اخرت كى خصوصيات 16</w:t>
      </w:r>
    </w:p>
    <w:p w:rsidR="001F628F" w:rsidRDefault="001F628F" w:rsidP="00200475">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w:t>
      </w:r>
      <w:r>
        <w:rPr>
          <w:rtl/>
        </w:rPr>
        <w:t xml:space="preserve"> ت </w:t>
      </w:r>
      <w:r w:rsidR="00F031CD" w:rsidRPr="00F031CD">
        <w:rPr>
          <w:rStyle w:val="libAlaemChar"/>
          <w:rtl/>
        </w:rPr>
        <w:t xml:space="preserve"> صلى‌الله‌عليه‌وآله‌وسلم </w:t>
      </w:r>
      <w:r>
        <w:rPr>
          <w:rtl/>
        </w:rPr>
        <w:t xml:space="preserve"> كى رسالت 1</w:t>
      </w:r>
    </w:p>
    <w:p w:rsidR="001F628F" w:rsidRDefault="001F628F" w:rsidP="001F628F">
      <w:pPr>
        <w:pStyle w:val="libNormal"/>
        <w:rPr>
          <w:rtl/>
        </w:rPr>
      </w:pPr>
      <w:r>
        <w:rPr>
          <w:rFonts w:hint="eastAsia"/>
          <w:rtl/>
        </w:rPr>
        <w:t>احكام</w:t>
      </w:r>
      <w:r>
        <w:rPr>
          <w:rtl/>
        </w:rPr>
        <w:t>:17</w:t>
      </w:r>
    </w:p>
    <w:p w:rsidR="001F628F" w:rsidRDefault="001F628F" w:rsidP="00200475">
      <w:pPr>
        <w:pStyle w:val="libNormal"/>
        <w:rPr>
          <w:rtl/>
        </w:rPr>
      </w:pPr>
      <w:r>
        <w:rPr>
          <w:rFonts w:hint="eastAsia"/>
          <w:rtl/>
        </w:rPr>
        <w:t>الله</w:t>
      </w:r>
      <w:r>
        <w:rPr>
          <w:rtl/>
        </w:rPr>
        <w:t xml:space="preserve"> تعالى :</w:t>
      </w:r>
      <w:r>
        <w:rPr>
          <w:rFonts w:hint="eastAsia"/>
          <w:rtl/>
        </w:rPr>
        <w:t>الله</w:t>
      </w:r>
      <w:r>
        <w:rPr>
          <w:rtl/>
        </w:rPr>
        <w:t xml:space="preserve"> تعالى كى دعوتي</w:t>
      </w:r>
      <w:r w:rsidR="00083993">
        <w:rPr>
          <w:rtl/>
        </w:rPr>
        <w:t xml:space="preserve">ں </w:t>
      </w:r>
      <w:r>
        <w:rPr>
          <w:rtl/>
        </w:rPr>
        <w:t>13;الله تعالى كے ساتھ دوستى 12;الله تعالى كى رزاقيت 9;الله تعالى كى روزى 11;الله تعالى كى خاص عنايت2;الله تعالى كے ساتھ معاملہ 12</w:t>
      </w:r>
    </w:p>
    <w:p w:rsidR="001F628F" w:rsidRDefault="001F628F" w:rsidP="00200475">
      <w:pPr>
        <w:pStyle w:val="libNormal"/>
        <w:rPr>
          <w:rtl/>
        </w:rPr>
      </w:pPr>
      <w:r>
        <w:rPr>
          <w:rFonts w:hint="eastAsia"/>
          <w:rtl/>
        </w:rPr>
        <w:t>الله</w:t>
      </w:r>
      <w:r>
        <w:rPr>
          <w:rtl/>
        </w:rPr>
        <w:t xml:space="preserve"> تعالى كا لطف:</w:t>
      </w:r>
      <w:r>
        <w:rPr>
          <w:rFonts w:hint="eastAsia"/>
          <w:rtl/>
        </w:rPr>
        <w:t>الله</w:t>
      </w:r>
      <w:r>
        <w:rPr>
          <w:rtl/>
        </w:rPr>
        <w:t xml:space="preserve"> تعالى كا لطف جن كے شامل حال ہے 2</w:t>
      </w:r>
    </w:p>
    <w:p w:rsidR="001F628F" w:rsidRDefault="001F628F" w:rsidP="00200475">
      <w:pPr>
        <w:pStyle w:val="libNormal"/>
        <w:rPr>
          <w:rtl/>
        </w:rPr>
      </w:pPr>
      <w:r>
        <w:rPr>
          <w:rFonts w:hint="eastAsia"/>
          <w:rtl/>
        </w:rPr>
        <w:t>الله</w:t>
      </w:r>
      <w:r>
        <w:rPr>
          <w:rtl/>
        </w:rPr>
        <w:t xml:space="preserve"> تعالى كے بندے:</w:t>
      </w:r>
      <w:r>
        <w:rPr>
          <w:rFonts w:hint="eastAsia"/>
          <w:rtl/>
        </w:rPr>
        <w:t>الله</w:t>
      </w:r>
      <w:r>
        <w:rPr>
          <w:rtl/>
        </w:rPr>
        <w:t xml:space="preserve"> تعالى كے بندو</w:t>
      </w:r>
      <w:r w:rsidR="00083993">
        <w:rPr>
          <w:rtl/>
        </w:rPr>
        <w:t xml:space="preserve">ں </w:t>
      </w:r>
      <w:r>
        <w:rPr>
          <w:rtl/>
        </w:rPr>
        <w:t>كا تقرب 2;الله تعالى كے بندو</w:t>
      </w:r>
      <w:r w:rsidR="00083993">
        <w:rPr>
          <w:rtl/>
        </w:rPr>
        <w:t xml:space="preserve">ں </w:t>
      </w:r>
      <w:r>
        <w:rPr>
          <w:rtl/>
        </w:rPr>
        <w:t>كو دعوت 13;الله تعالى كے بندو</w:t>
      </w:r>
      <w:r w:rsidR="00083993">
        <w:rPr>
          <w:rtl/>
        </w:rPr>
        <w:t xml:space="preserve">ں </w:t>
      </w:r>
      <w:r>
        <w:rPr>
          <w:rtl/>
        </w:rPr>
        <w:t>كى نشانيا</w:t>
      </w:r>
      <w:r w:rsidR="00083993">
        <w:rPr>
          <w:rtl/>
        </w:rPr>
        <w:t xml:space="preserve">ں </w:t>
      </w:r>
      <w:r>
        <w:rPr>
          <w:rtl/>
        </w:rPr>
        <w:t>5</w:t>
      </w:r>
    </w:p>
    <w:p w:rsidR="001F628F" w:rsidRDefault="001F628F" w:rsidP="00200475">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خدمت 10; انسان كى معنوى ضروريات 10</w:t>
      </w:r>
    </w:p>
    <w:p w:rsidR="001F628F" w:rsidRDefault="001F628F" w:rsidP="00200475">
      <w:pPr>
        <w:pStyle w:val="libNormal"/>
        <w:rPr>
          <w:rtl/>
        </w:rPr>
      </w:pPr>
      <w:r>
        <w:rPr>
          <w:rFonts w:hint="eastAsia"/>
          <w:rtl/>
        </w:rPr>
        <w:t>انفاق</w:t>
      </w:r>
      <w:r>
        <w:rPr>
          <w:rtl/>
        </w:rPr>
        <w:t>:</w:t>
      </w:r>
      <w:r>
        <w:rPr>
          <w:rFonts w:hint="eastAsia"/>
          <w:rtl/>
        </w:rPr>
        <w:t>اشكارا</w:t>
      </w:r>
      <w:r>
        <w:rPr>
          <w:rtl/>
        </w:rPr>
        <w:t xml:space="preserve"> نفاق كى قدرومنزلت6،8;مخفى انفاق كى قدرو منزلت6،8،حلال سے انفاق 11;موت سے پہلے انفاق13;واجب ا نفاق17;انفاق كى اہميت 1،4،12;اشكار انفاق كى اہميت 5;پنہان انفاق كى اہميت 5;تشريع انفاق كى تاريخ 3;مكہ مي</w:t>
      </w:r>
      <w:r w:rsidR="00083993">
        <w:rPr>
          <w:rtl/>
        </w:rPr>
        <w:t xml:space="preserve">ں </w:t>
      </w:r>
      <w:r>
        <w:rPr>
          <w:rtl/>
        </w:rPr>
        <w:t>انفاق كى تشريع 3;انفاق كى دعوت 13;انفاق كا پيش خيم</w:t>
      </w:r>
      <w:r>
        <w:rPr>
          <w:rFonts w:hint="eastAsia"/>
          <w:rtl/>
        </w:rPr>
        <w:t>ہ</w:t>
      </w:r>
      <w:r>
        <w:rPr>
          <w:rtl/>
        </w:rPr>
        <w:t xml:space="preserve"> 7;انفاق كى شرائط 11</w:t>
      </w:r>
    </w:p>
    <w:p w:rsidR="001F628F" w:rsidRDefault="001F628F" w:rsidP="00200475">
      <w:pPr>
        <w:pStyle w:val="libNormal"/>
        <w:rPr>
          <w:rtl/>
        </w:rPr>
      </w:pPr>
      <w:r>
        <w:rPr>
          <w:rFonts w:hint="eastAsia"/>
          <w:rtl/>
        </w:rPr>
        <w:t>تحريك</w:t>
      </w:r>
      <w:r>
        <w:rPr>
          <w:rtl/>
        </w:rPr>
        <w:t>:</w:t>
      </w:r>
      <w:r>
        <w:rPr>
          <w:rFonts w:hint="eastAsia"/>
          <w:rtl/>
        </w:rPr>
        <w:t>تحريك</w:t>
      </w:r>
      <w:r>
        <w:rPr>
          <w:rtl/>
        </w:rPr>
        <w:t xml:space="preserve"> كرنے كے عوامل 7</w:t>
      </w:r>
    </w:p>
    <w:p w:rsidR="001F628F" w:rsidRDefault="001F628F" w:rsidP="00200475">
      <w:pPr>
        <w:pStyle w:val="libNormal"/>
        <w:rPr>
          <w:rtl/>
        </w:rPr>
      </w:pPr>
      <w:r>
        <w:rPr>
          <w:rFonts w:hint="eastAsia"/>
          <w:rtl/>
        </w:rPr>
        <w:t>ذكر</w:t>
      </w:r>
      <w:r>
        <w:rPr>
          <w:rtl/>
        </w:rPr>
        <w:t>:</w:t>
      </w:r>
      <w:r>
        <w:rPr>
          <w:rFonts w:hint="eastAsia"/>
          <w:rtl/>
        </w:rPr>
        <w:t>سر</w:t>
      </w:r>
      <w:r>
        <w:rPr>
          <w:rtl/>
        </w:rPr>
        <w:t xml:space="preserve"> چشمہ ثروت كو ذكركرنے كے اثرات 7</w:t>
      </w:r>
    </w:p>
    <w:p w:rsidR="001F628F" w:rsidRDefault="001F628F" w:rsidP="001F628F">
      <w:pPr>
        <w:pStyle w:val="libNormal"/>
        <w:rPr>
          <w:rtl/>
        </w:rPr>
      </w:pPr>
      <w:r>
        <w:rPr>
          <w:rFonts w:hint="eastAsia"/>
          <w:rtl/>
        </w:rPr>
        <w:t>روايت</w:t>
      </w:r>
      <w:r>
        <w:rPr>
          <w:rtl/>
        </w:rPr>
        <w:t>:17</w:t>
      </w:r>
    </w:p>
    <w:p w:rsidR="001F628F" w:rsidRPr="009A1D29" w:rsidRDefault="009A1D29" w:rsidP="00B2551F">
      <w:pPr>
        <w:pStyle w:val="libLine"/>
        <w:rPr>
          <w:rtl/>
        </w:rPr>
      </w:pPr>
      <w:r>
        <w:rPr>
          <w:rFonts w:hint="cs"/>
          <w:rtl/>
        </w:rPr>
        <w:t>____________________</w:t>
      </w:r>
    </w:p>
    <w:p w:rsidR="001F628F" w:rsidRDefault="001F628F" w:rsidP="009A1D29">
      <w:pPr>
        <w:pStyle w:val="libFootnote"/>
        <w:rPr>
          <w:rtl/>
        </w:rPr>
      </w:pPr>
      <w:r>
        <w:rPr>
          <w:rtl/>
        </w:rPr>
        <w:t>1)كافى ،ج3،ص498،ح8;تفسير برہان ،ج2، ص7 31، ح1_</w:t>
      </w:r>
    </w:p>
    <w:p w:rsidR="009A1D29" w:rsidRDefault="001E7F9D" w:rsidP="00F73EDE">
      <w:pPr>
        <w:pStyle w:val="libPoemTini"/>
        <w:rPr>
          <w:rtl/>
        </w:rPr>
      </w:pPr>
      <w:r>
        <w:rPr>
          <w:rtl/>
        </w:rPr>
        <w:br w:type="page"/>
      </w:r>
    </w:p>
    <w:p w:rsidR="001F628F" w:rsidRDefault="001F628F" w:rsidP="009A1D29">
      <w:pPr>
        <w:pStyle w:val="libNormal"/>
        <w:rPr>
          <w:rtl/>
        </w:rPr>
      </w:pPr>
      <w:r>
        <w:rPr>
          <w:rFonts w:hint="eastAsia"/>
          <w:rtl/>
        </w:rPr>
        <w:lastRenderedPageBreak/>
        <w:t>روزي</w:t>
      </w:r>
      <w:r>
        <w:rPr>
          <w:rtl/>
        </w:rPr>
        <w:t>:</w:t>
      </w:r>
      <w:r>
        <w:rPr>
          <w:rFonts w:hint="eastAsia"/>
          <w:rtl/>
        </w:rPr>
        <w:t>روزى</w:t>
      </w:r>
      <w:r>
        <w:rPr>
          <w:rtl/>
        </w:rPr>
        <w:t xml:space="preserve"> كا سر چشمہ 9</w:t>
      </w:r>
    </w:p>
    <w:p w:rsidR="001F628F" w:rsidRDefault="001F628F" w:rsidP="009A1D29">
      <w:pPr>
        <w:pStyle w:val="libNormal"/>
        <w:rPr>
          <w:rtl/>
        </w:rPr>
      </w:pPr>
      <w:r>
        <w:rPr>
          <w:rFonts w:hint="eastAsia"/>
          <w:rtl/>
        </w:rPr>
        <w:t>سعادت</w:t>
      </w:r>
      <w:r>
        <w:rPr>
          <w:rtl/>
        </w:rPr>
        <w:t>:</w:t>
      </w:r>
      <w:r>
        <w:rPr>
          <w:rFonts w:hint="eastAsia"/>
          <w:rtl/>
        </w:rPr>
        <w:t>دنيوى</w:t>
      </w:r>
      <w:r>
        <w:rPr>
          <w:rtl/>
        </w:rPr>
        <w:t xml:space="preserve"> سعادت كا پيش خيمہ 15</w:t>
      </w:r>
    </w:p>
    <w:p w:rsidR="001F628F" w:rsidRDefault="001F628F" w:rsidP="009A1D29">
      <w:pPr>
        <w:pStyle w:val="libNormal"/>
        <w:rPr>
          <w:rtl/>
        </w:rPr>
      </w:pPr>
      <w:r>
        <w:rPr>
          <w:rFonts w:hint="eastAsia"/>
          <w:rtl/>
        </w:rPr>
        <w:t>شرعى</w:t>
      </w:r>
      <w:r>
        <w:rPr>
          <w:rtl/>
        </w:rPr>
        <w:t xml:space="preserve"> فريضہ:</w:t>
      </w:r>
      <w:r>
        <w:rPr>
          <w:rFonts w:hint="eastAsia"/>
          <w:rtl/>
        </w:rPr>
        <w:t>اہم</w:t>
      </w:r>
      <w:r>
        <w:rPr>
          <w:rtl/>
        </w:rPr>
        <w:t xml:space="preserve"> ترين شرعى فريضہ 4</w:t>
      </w:r>
    </w:p>
    <w:p w:rsidR="001F628F" w:rsidRDefault="001F628F" w:rsidP="009A1D29">
      <w:pPr>
        <w:pStyle w:val="libNormal"/>
        <w:rPr>
          <w:rtl/>
        </w:rPr>
      </w:pPr>
      <w:r>
        <w:rPr>
          <w:rFonts w:hint="eastAsia"/>
          <w:rtl/>
        </w:rPr>
        <w:t>ضروريات</w:t>
      </w:r>
      <w:r>
        <w:rPr>
          <w:rtl/>
        </w:rPr>
        <w:t>:</w:t>
      </w:r>
      <w:r>
        <w:rPr>
          <w:rFonts w:hint="eastAsia"/>
          <w:rtl/>
        </w:rPr>
        <w:t>انفاق</w:t>
      </w:r>
      <w:r>
        <w:rPr>
          <w:rtl/>
        </w:rPr>
        <w:t xml:space="preserve"> كى ضرورت 10;عبادت كى ضرورت 10;نماز كى ضرورت 10</w:t>
      </w:r>
    </w:p>
    <w:p w:rsidR="001F628F" w:rsidRDefault="001F628F" w:rsidP="009A1D29">
      <w:pPr>
        <w:pStyle w:val="libNormal"/>
        <w:rPr>
          <w:rtl/>
        </w:rPr>
      </w:pPr>
      <w:r>
        <w:rPr>
          <w:rFonts w:hint="eastAsia"/>
          <w:rtl/>
        </w:rPr>
        <w:t>عمل</w:t>
      </w:r>
      <w:r>
        <w:rPr>
          <w:rtl/>
        </w:rPr>
        <w:t>:</w:t>
      </w:r>
      <w:r>
        <w:rPr>
          <w:rFonts w:hint="eastAsia"/>
          <w:rtl/>
        </w:rPr>
        <w:t>پسنديدہ</w:t>
      </w:r>
      <w:r>
        <w:rPr>
          <w:rtl/>
        </w:rPr>
        <w:t xml:space="preserve"> عمل كى اہميت 12;پسنديدہ عمل 6;عمل كى فرصت 15</w:t>
      </w:r>
    </w:p>
    <w:p w:rsidR="001F628F" w:rsidRDefault="001F628F" w:rsidP="009A1D29">
      <w:pPr>
        <w:pStyle w:val="libNormal"/>
        <w:rPr>
          <w:rtl/>
        </w:rPr>
      </w:pPr>
      <w:r>
        <w:rPr>
          <w:rFonts w:hint="eastAsia"/>
          <w:rtl/>
        </w:rPr>
        <w:t>فرصت</w:t>
      </w:r>
      <w:r>
        <w:rPr>
          <w:rtl/>
        </w:rPr>
        <w:t>:</w:t>
      </w:r>
      <w:r>
        <w:rPr>
          <w:rFonts w:hint="eastAsia"/>
          <w:rtl/>
        </w:rPr>
        <w:t>فرصت</w:t>
      </w:r>
      <w:r>
        <w:rPr>
          <w:rtl/>
        </w:rPr>
        <w:t xml:space="preserve"> سے استفادے كى اہميت 14</w:t>
      </w:r>
    </w:p>
    <w:p w:rsidR="001F628F" w:rsidRDefault="001F628F" w:rsidP="009A1D29">
      <w:pPr>
        <w:pStyle w:val="libNormal"/>
        <w:rPr>
          <w:rtl/>
        </w:rPr>
      </w:pPr>
      <w:r>
        <w:rPr>
          <w:rFonts w:hint="eastAsia"/>
          <w:rtl/>
        </w:rPr>
        <w:t>فقرا</w:t>
      </w:r>
      <w:r>
        <w:rPr>
          <w:rtl/>
        </w:rPr>
        <w:t>:</w:t>
      </w:r>
      <w:r>
        <w:rPr>
          <w:rFonts w:hint="eastAsia"/>
          <w:rtl/>
        </w:rPr>
        <w:t>فقرا</w:t>
      </w:r>
      <w:r>
        <w:rPr>
          <w:rtl/>
        </w:rPr>
        <w:t xml:space="preserve"> كے حقوق 17</w:t>
      </w:r>
    </w:p>
    <w:p w:rsidR="001F628F" w:rsidRDefault="001F628F" w:rsidP="009A1D29">
      <w:pPr>
        <w:pStyle w:val="libNormal"/>
        <w:rPr>
          <w:rtl/>
        </w:rPr>
      </w:pPr>
      <w:r>
        <w:rPr>
          <w:rFonts w:hint="eastAsia"/>
          <w:rtl/>
        </w:rPr>
        <w:t>مادى</w:t>
      </w:r>
      <w:r>
        <w:rPr>
          <w:rtl/>
        </w:rPr>
        <w:t xml:space="preserve"> وسائل:</w:t>
      </w:r>
      <w:r>
        <w:rPr>
          <w:rFonts w:hint="eastAsia"/>
          <w:rtl/>
        </w:rPr>
        <w:t>مادى</w:t>
      </w:r>
      <w:r>
        <w:rPr>
          <w:rtl/>
        </w:rPr>
        <w:t xml:space="preserve"> وسائل سے استفادہ14;مادى وسائل كا سر چشمہ 9</w:t>
      </w:r>
    </w:p>
    <w:p w:rsidR="001F628F" w:rsidRDefault="001F628F" w:rsidP="009A1D29">
      <w:pPr>
        <w:pStyle w:val="libNormal"/>
        <w:rPr>
          <w:rtl/>
        </w:rPr>
      </w:pPr>
      <w:r>
        <w:rPr>
          <w:rFonts w:hint="eastAsia"/>
          <w:rtl/>
        </w:rPr>
        <w:t>مالك</w:t>
      </w:r>
      <w:r>
        <w:rPr>
          <w:rtl/>
        </w:rPr>
        <w:t>:</w:t>
      </w:r>
      <w:r>
        <w:rPr>
          <w:rFonts w:hint="eastAsia"/>
          <w:rtl/>
        </w:rPr>
        <w:t>حقيقى</w:t>
      </w:r>
      <w:r>
        <w:rPr>
          <w:rtl/>
        </w:rPr>
        <w:t xml:space="preserve"> مالك 7</w:t>
      </w:r>
    </w:p>
    <w:p w:rsidR="001F628F" w:rsidRDefault="001F628F" w:rsidP="009A1D29">
      <w:pPr>
        <w:pStyle w:val="libNormal"/>
        <w:rPr>
          <w:rtl/>
        </w:rPr>
      </w:pPr>
      <w:r>
        <w:rPr>
          <w:rFonts w:hint="eastAsia"/>
          <w:rtl/>
        </w:rPr>
        <w:t>معنوى</w:t>
      </w:r>
      <w:r>
        <w:rPr>
          <w:rtl/>
        </w:rPr>
        <w:t xml:space="preserve"> وسائل:</w:t>
      </w:r>
      <w:r>
        <w:rPr>
          <w:rFonts w:hint="eastAsia"/>
          <w:rtl/>
        </w:rPr>
        <w:t>معنوى</w:t>
      </w:r>
      <w:r>
        <w:rPr>
          <w:rtl/>
        </w:rPr>
        <w:t xml:space="preserve"> وسائل كا سر چشمہ 9</w:t>
      </w:r>
    </w:p>
    <w:p w:rsidR="001F628F" w:rsidRDefault="001F628F" w:rsidP="009A1D29">
      <w:pPr>
        <w:pStyle w:val="libNormal"/>
        <w:rPr>
          <w:rtl/>
        </w:rPr>
      </w:pPr>
      <w:r>
        <w:rPr>
          <w:rFonts w:hint="eastAsia"/>
          <w:rtl/>
        </w:rPr>
        <w:t>مؤمنين</w:t>
      </w:r>
      <w:r>
        <w:rPr>
          <w:rtl/>
        </w:rPr>
        <w:t xml:space="preserve"> :</w:t>
      </w:r>
      <w:r>
        <w:rPr>
          <w:rFonts w:hint="eastAsia"/>
          <w:rtl/>
        </w:rPr>
        <w:t>مؤمنين</w:t>
      </w:r>
      <w:r>
        <w:rPr>
          <w:rtl/>
        </w:rPr>
        <w:t xml:space="preserve"> كا تقرب 2;مؤمنين كو دعوت 13;مؤمنين كا مقام و مرتبہ 2;مؤمنين كى نشانيا</w:t>
      </w:r>
      <w:r w:rsidR="00083993">
        <w:rPr>
          <w:rtl/>
        </w:rPr>
        <w:t xml:space="preserve">ں </w:t>
      </w:r>
      <w:r>
        <w:rPr>
          <w:rtl/>
        </w:rPr>
        <w:t>5</w:t>
      </w:r>
    </w:p>
    <w:p w:rsidR="001F628F" w:rsidRDefault="001F628F" w:rsidP="001F628F">
      <w:pPr>
        <w:pStyle w:val="libNormal"/>
        <w:rPr>
          <w:rtl/>
        </w:rPr>
      </w:pPr>
      <w:r>
        <w:rPr>
          <w:rFonts w:hint="eastAsia"/>
          <w:rtl/>
        </w:rPr>
        <w:t>مقربين</w:t>
      </w:r>
      <w:r>
        <w:rPr>
          <w:rtl/>
        </w:rPr>
        <w:t xml:space="preserve"> :2</w:t>
      </w:r>
    </w:p>
    <w:p w:rsidR="001F628F" w:rsidRDefault="001F628F" w:rsidP="001F628F">
      <w:pPr>
        <w:pStyle w:val="libNormal"/>
        <w:rPr>
          <w:rtl/>
        </w:rPr>
      </w:pPr>
      <w:r>
        <w:rPr>
          <w:rFonts w:hint="eastAsia"/>
          <w:rtl/>
        </w:rPr>
        <w:t>مقربين</w:t>
      </w:r>
      <w:r>
        <w:rPr>
          <w:rtl/>
        </w:rPr>
        <w:t xml:space="preserve"> كى ضروريات 10</w:t>
      </w:r>
    </w:p>
    <w:p w:rsidR="001F628F" w:rsidRDefault="001F628F" w:rsidP="009A1D29">
      <w:pPr>
        <w:pStyle w:val="libNormal"/>
        <w:rPr>
          <w:rtl/>
        </w:rPr>
      </w:pPr>
      <w:r>
        <w:rPr>
          <w:rFonts w:hint="eastAsia"/>
          <w:rtl/>
        </w:rPr>
        <w:t>نماز</w:t>
      </w:r>
      <w:r>
        <w:rPr>
          <w:rtl/>
        </w:rPr>
        <w:t>:</w:t>
      </w:r>
      <w:r>
        <w:rPr>
          <w:rFonts w:hint="eastAsia"/>
          <w:rtl/>
        </w:rPr>
        <w:t>نماز</w:t>
      </w:r>
      <w:r>
        <w:rPr>
          <w:rtl/>
        </w:rPr>
        <w:t xml:space="preserve"> قائم كرنے كى اہميت 1،4،5;نمازكى اہميت 12;نماز كى تشريع كى تاريخ 3;نماز كى مكہ مي</w:t>
      </w:r>
      <w:r w:rsidR="00083993">
        <w:rPr>
          <w:rtl/>
        </w:rPr>
        <w:t xml:space="preserve">ں </w:t>
      </w:r>
      <w:r>
        <w:rPr>
          <w:rtl/>
        </w:rPr>
        <w:t>تشريع 3</w:t>
      </w:r>
    </w:p>
    <w:p w:rsidR="001F628F" w:rsidRDefault="001F628F" w:rsidP="009A1D29">
      <w:pPr>
        <w:pStyle w:val="libNormal"/>
        <w:rPr>
          <w:rtl/>
        </w:rPr>
      </w:pPr>
      <w:r>
        <w:rPr>
          <w:rFonts w:hint="eastAsia"/>
          <w:rtl/>
        </w:rPr>
        <w:t>واجبات</w:t>
      </w:r>
      <w:r>
        <w:rPr>
          <w:rtl/>
        </w:rPr>
        <w:t>:</w:t>
      </w:r>
      <w:r>
        <w:rPr>
          <w:rFonts w:hint="eastAsia"/>
          <w:rtl/>
        </w:rPr>
        <w:t>مالى</w:t>
      </w:r>
      <w:r>
        <w:rPr>
          <w:rtl/>
        </w:rPr>
        <w:t xml:space="preserve"> واجبات17</w:t>
      </w:r>
    </w:p>
    <w:p w:rsidR="009A1D29" w:rsidRDefault="001E7F9D" w:rsidP="00F73EDE">
      <w:pPr>
        <w:pStyle w:val="libPoemTini"/>
        <w:rPr>
          <w:rtl/>
        </w:rPr>
      </w:pPr>
      <w:r>
        <w:rPr>
          <w:rtl/>
        </w:rPr>
        <w:br w:type="page"/>
      </w:r>
    </w:p>
    <w:p w:rsidR="009A1D29" w:rsidRDefault="009A1D29" w:rsidP="009A1D29">
      <w:pPr>
        <w:pStyle w:val="Heading2Center"/>
        <w:rPr>
          <w:rtl/>
        </w:rPr>
      </w:pPr>
      <w:bookmarkStart w:id="32" w:name="_Toc28081710"/>
      <w:r>
        <w:rPr>
          <w:rFonts w:hint="cs"/>
          <w:rtl/>
        </w:rPr>
        <w:lastRenderedPageBreak/>
        <w:t>آیت 32</w:t>
      </w:r>
      <w:bookmarkEnd w:id="32"/>
    </w:p>
    <w:p w:rsidR="001F628F" w:rsidRDefault="00E260F9" w:rsidP="009A1D29">
      <w:pPr>
        <w:pStyle w:val="libNormal"/>
        <w:rPr>
          <w:rtl/>
        </w:rPr>
      </w:pPr>
      <w:r w:rsidRPr="00E260F9">
        <w:rPr>
          <w:rStyle w:val="libAlaemChar"/>
          <w:rFonts w:hint="eastAsia"/>
          <w:rtl/>
        </w:rPr>
        <w:t>(</w:t>
      </w:r>
      <w:r w:rsidRPr="009A1D29">
        <w:rPr>
          <w:rStyle w:val="libAieChar"/>
          <w:rFonts w:hint="eastAsia"/>
          <w:rtl/>
        </w:rPr>
        <w:t>اللّهُ</w:t>
      </w:r>
      <w:r w:rsidRPr="009A1D29">
        <w:rPr>
          <w:rStyle w:val="libAieChar"/>
          <w:rtl/>
        </w:rPr>
        <w:t xml:space="preserve"> الَّذِي خَلَقَ السَّمَاوَاتِ وَالأَرْضَ وَأَنزَلَ مِنَ السَّمَاءِ مَاءً فَأَخْرَجَ بِهِ مِنَ الثَّمَرَاتِ رِزْقاً لَّكُمْ وَسَخَّرَ لَكُمُ الْفُلْكَ لِتَجْرِيَ فِي الْبَحْرِ بِأَمْرِهِ وَسَخَّرَ لَكُمُ الأَنْهَارَ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اللہ</w:t>
      </w:r>
      <w:r>
        <w:rPr>
          <w:rtl/>
        </w:rPr>
        <w:t xml:space="preserve"> ہى وہ ہے جس نے آسمان و زمين كو پيدا كياہے اور آسمان سے پانى برسا كر اس كے ذريعہ تمھارى روزى كے لئے پھل پيدا كئے ہي</w:t>
      </w:r>
      <w:r w:rsidR="00083993">
        <w:rPr>
          <w:rtl/>
        </w:rPr>
        <w:t xml:space="preserve">ں </w:t>
      </w:r>
      <w:r>
        <w:rPr>
          <w:rtl/>
        </w:rPr>
        <w:t>اور كشتيو</w:t>
      </w:r>
      <w:r w:rsidR="00083993">
        <w:rPr>
          <w:rtl/>
        </w:rPr>
        <w:t xml:space="preserve">ں </w:t>
      </w:r>
      <w:r>
        <w:rPr>
          <w:rtl/>
        </w:rPr>
        <w:t>كو مسخر كرديا ہے كہ سمندر مي</w:t>
      </w:r>
      <w:r w:rsidR="00083993">
        <w:rPr>
          <w:rtl/>
        </w:rPr>
        <w:t xml:space="preserve">ں </w:t>
      </w:r>
      <w:r>
        <w:rPr>
          <w:rtl/>
        </w:rPr>
        <w:t>اس كے حكم سے چلي</w:t>
      </w:r>
      <w:r w:rsidR="00083993">
        <w:rPr>
          <w:rtl/>
        </w:rPr>
        <w:t xml:space="preserve">ں </w:t>
      </w:r>
      <w:r>
        <w:rPr>
          <w:rtl/>
        </w:rPr>
        <w:t>اور تمھارے لئے نہرو</w:t>
      </w:r>
      <w:r w:rsidR="00083993">
        <w:rPr>
          <w:rtl/>
        </w:rPr>
        <w:t xml:space="preserve">ں </w:t>
      </w:r>
      <w:r>
        <w:rPr>
          <w:rtl/>
        </w:rPr>
        <w:t>كو بھى مسخر كرديا ہے _</w:t>
      </w:r>
    </w:p>
    <w:p w:rsidR="001F628F" w:rsidRDefault="001F628F" w:rsidP="001F628F">
      <w:pPr>
        <w:pStyle w:val="libNormal"/>
        <w:rPr>
          <w:rtl/>
        </w:rPr>
      </w:pPr>
      <w:r>
        <w:rPr>
          <w:rtl/>
        </w:rPr>
        <w:t>1_فقط خدا وند عالم ہى اسمانو</w:t>
      </w:r>
      <w:r w:rsidR="00083993">
        <w:rPr>
          <w:rtl/>
        </w:rPr>
        <w:t xml:space="preserve">ں </w:t>
      </w:r>
      <w:r>
        <w:rPr>
          <w:rtl/>
        </w:rPr>
        <w:t>اور زمين كا خالق اور اسمان سے بارش برسانے والا ہے _</w:t>
      </w:r>
    </w:p>
    <w:p w:rsidR="001F628F" w:rsidRDefault="001F628F" w:rsidP="009A1D29">
      <w:pPr>
        <w:pStyle w:val="libArabic"/>
        <w:rPr>
          <w:rtl/>
        </w:rPr>
      </w:pPr>
      <w:r>
        <w:rPr>
          <w:rFonts w:hint="eastAsia"/>
          <w:rtl/>
        </w:rPr>
        <w:t>لله</w:t>
      </w:r>
      <w:r>
        <w:rPr>
          <w:rtl/>
        </w:rPr>
        <w:t xml:space="preserve"> الذى خلق السموت والا رض وا نزل من السّماء</w:t>
      </w:r>
      <w:r w:rsidR="00630A2A" w:rsidRPr="00630A2A">
        <w:rPr>
          <w:rtl/>
        </w:rPr>
        <w:t xml:space="preserve"> ماء</w:t>
      </w:r>
    </w:p>
    <w:p w:rsidR="001F628F" w:rsidRDefault="001F628F" w:rsidP="001F628F">
      <w:pPr>
        <w:pStyle w:val="libNormal"/>
        <w:rPr>
          <w:rtl/>
        </w:rPr>
      </w:pPr>
      <w:r>
        <w:rPr>
          <w:rFonts w:hint="eastAsia"/>
          <w:rtl/>
        </w:rPr>
        <w:t>مسند</w:t>
      </w:r>
      <w:r>
        <w:rPr>
          <w:rtl/>
        </w:rPr>
        <w:t xml:space="preserve"> اليہ اور مسند يعنى ''الله '' اور'' الذي'' كا معرفہ ہونا حصر پر دلالت كرتا ہے_</w:t>
      </w:r>
    </w:p>
    <w:p w:rsidR="001F628F" w:rsidRDefault="001F628F" w:rsidP="009A1D29">
      <w:pPr>
        <w:pStyle w:val="libNormal"/>
        <w:rPr>
          <w:rtl/>
        </w:rPr>
      </w:pPr>
      <w:r>
        <w:rPr>
          <w:rtl/>
        </w:rPr>
        <w:t>2_اسمانو</w:t>
      </w:r>
      <w:r w:rsidR="00083993">
        <w:rPr>
          <w:rtl/>
        </w:rPr>
        <w:t xml:space="preserve">ں </w:t>
      </w:r>
      <w:r>
        <w:rPr>
          <w:rtl/>
        </w:rPr>
        <w:t>اور زمين كى خلقت خداوند متعال كى توحيد كى دليل اور علامت ہے_</w:t>
      </w:r>
      <w:r w:rsidRPr="009A1D29">
        <w:rPr>
          <w:rStyle w:val="libArabicChar"/>
          <w:rFonts w:hint="eastAsia"/>
          <w:rtl/>
        </w:rPr>
        <w:t>الله</w:t>
      </w:r>
      <w:r w:rsidRPr="009A1D29">
        <w:rPr>
          <w:rStyle w:val="libArabicChar"/>
          <w:rtl/>
        </w:rPr>
        <w:t xml:space="preserve"> الذى خلق السموت والا رض</w:t>
      </w:r>
    </w:p>
    <w:p w:rsidR="001F628F" w:rsidRDefault="001F628F" w:rsidP="009A1D29">
      <w:pPr>
        <w:pStyle w:val="libNormal"/>
        <w:rPr>
          <w:rtl/>
        </w:rPr>
      </w:pPr>
      <w:r>
        <w:rPr>
          <w:rtl/>
        </w:rPr>
        <w:t>3_عالم خلقت مي</w:t>
      </w:r>
      <w:r w:rsidR="00083993">
        <w:rPr>
          <w:rtl/>
        </w:rPr>
        <w:t xml:space="preserve">ں </w:t>
      </w:r>
      <w:r>
        <w:rPr>
          <w:rtl/>
        </w:rPr>
        <w:t>متعدد اسمانو</w:t>
      </w:r>
      <w:r w:rsidR="00083993">
        <w:rPr>
          <w:rtl/>
        </w:rPr>
        <w:t xml:space="preserve">ں </w:t>
      </w:r>
      <w:r>
        <w:rPr>
          <w:rtl/>
        </w:rPr>
        <w:t>كا موجود ہونا _</w:t>
      </w:r>
      <w:r w:rsidRPr="009A1D29">
        <w:rPr>
          <w:rStyle w:val="libArabicChar"/>
          <w:rFonts w:hint="eastAsia"/>
          <w:rtl/>
        </w:rPr>
        <w:t>السموت</w:t>
      </w:r>
    </w:p>
    <w:p w:rsidR="001F628F" w:rsidRDefault="001F628F" w:rsidP="009A1D29">
      <w:pPr>
        <w:pStyle w:val="libNormal"/>
        <w:rPr>
          <w:rtl/>
        </w:rPr>
      </w:pPr>
      <w:r>
        <w:rPr>
          <w:rtl/>
        </w:rPr>
        <w:t>4_پانى مايہ حيات اورپودو</w:t>
      </w:r>
      <w:r w:rsidR="00083993">
        <w:rPr>
          <w:rtl/>
        </w:rPr>
        <w:t xml:space="preserve">ں </w:t>
      </w:r>
      <w:r>
        <w:rPr>
          <w:rtl/>
        </w:rPr>
        <w:t>، پھلو</w:t>
      </w:r>
      <w:r w:rsidR="00083993">
        <w:rPr>
          <w:rtl/>
        </w:rPr>
        <w:t xml:space="preserve">ں </w:t>
      </w:r>
      <w:r>
        <w:rPr>
          <w:rtl/>
        </w:rPr>
        <w:t>اور نباتات كے اگنے كا سبب ہے_</w:t>
      </w:r>
      <w:r w:rsidRPr="009A1D29">
        <w:rPr>
          <w:rStyle w:val="libArabicChar"/>
          <w:rFonts w:hint="eastAsia"/>
          <w:rtl/>
        </w:rPr>
        <w:t>وا</w:t>
      </w:r>
      <w:r w:rsidRPr="009A1D29">
        <w:rPr>
          <w:rStyle w:val="libArabicChar"/>
          <w:rtl/>
        </w:rPr>
        <w:t xml:space="preserve"> نزل من السّماء ماء فا خرج ب</w:t>
      </w:r>
      <w:r w:rsidR="00120F63" w:rsidRPr="00B2551F">
        <w:rPr>
          <w:rStyle w:val="libArabicChar"/>
          <w:rFonts w:hint="cs"/>
          <w:rtl/>
        </w:rPr>
        <w:t>ه</w:t>
      </w:r>
      <w:r w:rsidRPr="009A1D29">
        <w:rPr>
          <w:rStyle w:val="libArabicChar"/>
          <w:rtl/>
        </w:rPr>
        <w:t xml:space="preserve"> </w:t>
      </w:r>
      <w:r w:rsidRPr="009A1D29">
        <w:rPr>
          <w:rStyle w:val="libArabicChar"/>
          <w:rFonts w:hint="cs"/>
          <w:rtl/>
        </w:rPr>
        <w:t>من</w:t>
      </w:r>
      <w:r w:rsidRPr="009A1D29">
        <w:rPr>
          <w:rStyle w:val="libArabicChar"/>
          <w:rtl/>
        </w:rPr>
        <w:t xml:space="preserve"> </w:t>
      </w:r>
      <w:r w:rsidRPr="009A1D29">
        <w:rPr>
          <w:rStyle w:val="libArabicChar"/>
          <w:rFonts w:hint="cs"/>
          <w:rtl/>
        </w:rPr>
        <w:t>الثمر</w:t>
      </w:r>
      <w:r w:rsidR="00E42C70">
        <w:rPr>
          <w:rStyle w:val="libArabicChar"/>
          <w:rFonts w:hint="cs"/>
          <w:rtl/>
        </w:rPr>
        <w:t>ا</w:t>
      </w:r>
      <w:r w:rsidRPr="009A1D29">
        <w:rPr>
          <w:rStyle w:val="libArabicChar"/>
          <w:rFonts w:hint="cs"/>
          <w:rtl/>
        </w:rPr>
        <w:t>ت</w:t>
      </w:r>
    </w:p>
    <w:p w:rsidR="001F628F" w:rsidRDefault="001F628F" w:rsidP="009A1D29">
      <w:pPr>
        <w:pStyle w:val="libNormal"/>
        <w:rPr>
          <w:rtl/>
        </w:rPr>
      </w:pPr>
      <w:r>
        <w:rPr>
          <w:rtl/>
        </w:rPr>
        <w:t>5_پانى كا اصلى منبع ،اسمان ہے_</w:t>
      </w:r>
      <w:r w:rsidRPr="009A1D29">
        <w:rPr>
          <w:rStyle w:val="libArabicChar"/>
          <w:rFonts w:hint="eastAsia"/>
          <w:rtl/>
        </w:rPr>
        <w:t>وا</w:t>
      </w:r>
      <w:r w:rsidRPr="009A1D29">
        <w:rPr>
          <w:rStyle w:val="libArabicChar"/>
          <w:rtl/>
        </w:rPr>
        <w:t xml:space="preserve"> نزل من السّماء</w:t>
      </w:r>
      <w:r w:rsidR="00630A2A" w:rsidRPr="00630A2A">
        <w:rPr>
          <w:rStyle w:val="libArabicChar"/>
          <w:rtl/>
        </w:rPr>
        <w:t xml:space="preserve"> ماء</w:t>
      </w:r>
    </w:p>
    <w:p w:rsidR="001F628F" w:rsidRDefault="001F628F" w:rsidP="009A1D29">
      <w:pPr>
        <w:pStyle w:val="libNormal"/>
        <w:rPr>
          <w:rtl/>
        </w:rPr>
      </w:pPr>
      <w:r>
        <w:rPr>
          <w:rtl/>
        </w:rPr>
        <w:t>6_انسان كے رزق اور روزى كا پودو</w:t>
      </w:r>
      <w:r w:rsidR="00083993">
        <w:rPr>
          <w:rtl/>
        </w:rPr>
        <w:t xml:space="preserve">ں </w:t>
      </w:r>
      <w:r>
        <w:rPr>
          <w:rtl/>
        </w:rPr>
        <w:t>،نباتات اور پھلو</w:t>
      </w:r>
      <w:r w:rsidR="00083993">
        <w:rPr>
          <w:rtl/>
        </w:rPr>
        <w:t xml:space="preserve">ں </w:t>
      </w:r>
      <w:r>
        <w:rPr>
          <w:rtl/>
        </w:rPr>
        <w:t>كے اگنے سے پورا ہونا_</w:t>
      </w:r>
      <w:r w:rsidRPr="009A1D29">
        <w:rPr>
          <w:rStyle w:val="libArabicChar"/>
          <w:rFonts w:hint="eastAsia"/>
          <w:rtl/>
        </w:rPr>
        <w:t>فا</w:t>
      </w:r>
      <w:r w:rsidRPr="009A1D29">
        <w:rPr>
          <w:rStyle w:val="libArabicChar"/>
          <w:rtl/>
        </w:rPr>
        <w:t xml:space="preserve"> خرج ب</w:t>
      </w:r>
      <w:r w:rsidR="00120F63" w:rsidRPr="00B2551F">
        <w:rPr>
          <w:rStyle w:val="libArabicChar"/>
          <w:rFonts w:hint="cs"/>
          <w:rtl/>
        </w:rPr>
        <w:t>ه</w:t>
      </w:r>
      <w:r w:rsidRPr="009A1D29">
        <w:rPr>
          <w:rStyle w:val="libArabicChar"/>
          <w:rtl/>
        </w:rPr>
        <w:t xml:space="preserve"> </w:t>
      </w:r>
      <w:r w:rsidRPr="009A1D29">
        <w:rPr>
          <w:rStyle w:val="libArabicChar"/>
          <w:rFonts w:hint="cs"/>
          <w:rtl/>
        </w:rPr>
        <w:t>من</w:t>
      </w:r>
      <w:r w:rsidRPr="009A1D29">
        <w:rPr>
          <w:rStyle w:val="libArabicChar"/>
          <w:rtl/>
        </w:rPr>
        <w:t xml:space="preserve"> </w:t>
      </w:r>
      <w:r w:rsidR="00E42C70" w:rsidRPr="00E42C70">
        <w:rPr>
          <w:rStyle w:val="libArabicChar"/>
          <w:rFonts w:hint="cs"/>
          <w:rtl/>
        </w:rPr>
        <w:t>الثمرات</w:t>
      </w:r>
      <w:r w:rsidRPr="009A1D29">
        <w:rPr>
          <w:rStyle w:val="libArabicChar"/>
          <w:rtl/>
        </w:rPr>
        <w:t xml:space="preserve"> </w:t>
      </w:r>
      <w:r w:rsidRPr="009A1D29">
        <w:rPr>
          <w:rStyle w:val="libArabicChar"/>
          <w:rFonts w:hint="cs"/>
          <w:rtl/>
        </w:rPr>
        <w:t>رزقًالكم</w:t>
      </w:r>
    </w:p>
    <w:p w:rsidR="009A1D29" w:rsidRDefault="009A1D29" w:rsidP="009A1D29">
      <w:pPr>
        <w:pStyle w:val="libNormal"/>
        <w:rPr>
          <w:rtl/>
        </w:rPr>
      </w:pPr>
      <w:r>
        <w:rPr>
          <w:rtl/>
        </w:rPr>
        <w:t>7_بارش كا برسنا اور پودوں اور پھلوں كا اگنا خداوند متعال كى توحيد كى دليل اور علامت ہے_</w:t>
      </w:r>
    </w:p>
    <w:p w:rsidR="009A1D29" w:rsidRDefault="009A1D29" w:rsidP="009A1D29">
      <w:pPr>
        <w:pStyle w:val="libArabic"/>
        <w:rPr>
          <w:rtl/>
        </w:rPr>
      </w:pPr>
      <w:r>
        <w:rPr>
          <w:rFonts w:hint="eastAsia"/>
          <w:rtl/>
        </w:rPr>
        <w:t>الله</w:t>
      </w:r>
      <w:r>
        <w:rPr>
          <w:rtl/>
        </w:rPr>
        <w:t xml:space="preserve"> الذى خلق السموت والا رض وا نزل من السّماء ماء فا خرج ب</w:t>
      </w:r>
      <w:r w:rsidR="00120F63" w:rsidRPr="00ED5DE8">
        <w:rPr>
          <w:rFonts w:hint="cs"/>
          <w:rtl/>
        </w:rPr>
        <w:t>ه</w:t>
      </w:r>
      <w:r>
        <w:rPr>
          <w:rtl/>
        </w:rPr>
        <w:t xml:space="preserve"> </w:t>
      </w:r>
      <w:r>
        <w:rPr>
          <w:rFonts w:hint="cs"/>
          <w:rtl/>
        </w:rPr>
        <w:t>من</w:t>
      </w:r>
      <w:r>
        <w:rPr>
          <w:rtl/>
        </w:rPr>
        <w:t xml:space="preserve"> </w:t>
      </w:r>
      <w:r w:rsidR="00E42C70" w:rsidRPr="00E42C70">
        <w:rPr>
          <w:rFonts w:hint="cs"/>
          <w:rtl/>
        </w:rPr>
        <w:t>الثمرات</w:t>
      </w:r>
    </w:p>
    <w:p w:rsidR="009A1D29" w:rsidRDefault="009A1D29" w:rsidP="009A1D29">
      <w:pPr>
        <w:pStyle w:val="libNormal"/>
        <w:rPr>
          <w:rtl/>
        </w:rPr>
      </w:pPr>
      <w:r>
        <w:rPr>
          <w:rtl/>
        </w:rPr>
        <w:t>8_پھل، پودے اور انسان كى روزى ورزق كا پورا ہونا ،بندوں پرنعمت و لطف الہى كا ايك مظہرہے جو شكر وسپاس كے لائق ہے_</w:t>
      </w:r>
      <w:r w:rsidRPr="009A1D29">
        <w:rPr>
          <w:rStyle w:val="libArabicChar"/>
          <w:rFonts w:hint="eastAsia"/>
          <w:rtl/>
        </w:rPr>
        <w:t>الله</w:t>
      </w:r>
      <w:r w:rsidRPr="009A1D29">
        <w:rPr>
          <w:rStyle w:val="libArabicChar"/>
          <w:rtl/>
        </w:rPr>
        <w:t xml:space="preserve"> الذى خلق السموت والا رض وا نزل من السّماء ماء فا خرج ب</w:t>
      </w:r>
      <w:r w:rsidR="00120F63" w:rsidRPr="00B2551F">
        <w:rPr>
          <w:rStyle w:val="libArabicChar"/>
          <w:rFonts w:hint="cs"/>
          <w:rtl/>
        </w:rPr>
        <w:t>ه</w:t>
      </w:r>
      <w:r w:rsidRPr="009A1D29">
        <w:rPr>
          <w:rStyle w:val="libArabicChar"/>
          <w:rtl/>
        </w:rPr>
        <w:t xml:space="preserve"> </w:t>
      </w:r>
      <w:r w:rsidRPr="009A1D29">
        <w:rPr>
          <w:rStyle w:val="libArabicChar"/>
          <w:rFonts w:hint="cs"/>
          <w:rtl/>
        </w:rPr>
        <w:t>من</w:t>
      </w:r>
      <w:r w:rsidRPr="009A1D29">
        <w:rPr>
          <w:rStyle w:val="libArabicChar"/>
          <w:rtl/>
        </w:rPr>
        <w:t xml:space="preserve"> </w:t>
      </w:r>
      <w:r w:rsidR="00E42C70" w:rsidRPr="00E42C70">
        <w:rPr>
          <w:rStyle w:val="libArabicChar"/>
          <w:rFonts w:hint="cs"/>
          <w:rtl/>
        </w:rPr>
        <w:t>الثمرات</w:t>
      </w:r>
      <w:r w:rsidRPr="009A1D29">
        <w:rPr>
          <w:rStyle w:val="libArabicChar"/>
          <w:rtl/>
        </w:rPr>
        <w:t xml:space="preserve"> </w:t>
      </w:r>
      <w:r w:rsidRPr="009A1D29">
        <w:rPr>
          <w:rStyle w:val="libArabicChar"/>
          <w:rFonts w:hint="cs"/>
          <w:rtl/>
        </w:rPr>
        <w:t>رزقًالكم</w:t>
      </w:r>
    </w:p>
    <w:p w:rsidR="009A1D29" w:rsidRDefault="009A1D29" w:rsidP="009A1D29">
      <w:pPr>
        <w:pStyle w:val="libNormal"/>
        <w:rPr>
          <w:rtl/>
        </w:rPr>
      </w:pPr>
      <w:r>
        <w:rPr>
          <w:rFonts w:hint="eastAsia"/>
          <w:rtl/>
        </w:rPr>
        <w:t>ايت</w:t>
      </w:r>
      <w:r>
        <w:rPr>
          <w:rtl/>
        </w:rPr>
        <w:t xml:space="preserve"> مجيدہ نعمات الہى كو شمار كر كے مقام احسا ن مندى اور شكر گذارى كو بيان كر رہى ہے اور ايت كا لب ولہجہ بندوں كو نعمات الہى كے سامنے شكر و سپاس كرنے كى تشويق كر رہاہے_ يا درہے كہ دو ايات كے بعد (ايت 34) بھى اس مطلب كى تائيد كرتى ہيں _</w:t>
      </w:r>
    </w:p>
    <w:p w:rsidR="009A1D29" w:rsidRDefault="001E7F9D" w:rsidP="00F73EDE">
      <w:pPr>
        <w:pStyle w:val="libPoemTini"/>
        <w:rPr>
          <w:rtl/>
        </w:rPr>
      </w:pPr>
      <w:r>
        <w:rPr>
          <w:rtl/>
        </w:rPr>
        <w:cr/>
      </w:r>
      <w:r>
        <w:rPr>
          <w:rtl/>
        </w:rPr>
        <w:br w:type="page"/>
      </w:r>
    </w:p>
    <w:p w:rsidR="001F628F" w:rsidRDefault="001F628F" w:rsidP="009A1D29">
      <w:pPr>
        <w:pStyle w:val="libNormal"/>
        <w:rPr>
          <w:rtl/>
        </w:rPr>
      </w:pPr>
      <w:r>
        <w:rPr>
          <w:rtl/>
        </w:rPr>
        <w:lastRenderedPageBreak/>
        <w:t>9_عالم طبيعت پر نظام ''علت ومعلول '' كا حاكم ہونا_</w:t>
      </w:r>
      <w:r w:rsidRPr="009A1D29">
        <w:rPr>
          <w:rStyle w:val="libArabicChar"/>
          <w:rFonts w:hint="eastAsia"/>
          <w:rtl/>
        </w:rPr>
        <w:t>وا</w:t>
      </w:r>
      <w:r w:rsidRPr="009A1D29">
        <w:rPr>
          <w:rStyle w:val="libArabicChar"/>
          <w:rtl/>
        </w:rPr>
        <w:t xml:space="preserve"> نزل من السّماء ماء فا خرج ب</w:t>
      </w:r>
      <w:r w:rsidR="00120F63" w:rsidRPr="00B2551F">
        <w:rPr>
          <w:rStyle w:val="libArabicChar"/>
          <w:rFonts w:hint="cs"/>
          <w:rtl/>
        </w:rPr>
        <w:t>ه</w:t>
      </w:r>
      <w:r w:rsidRPr="009A1D29">
        <w:rPr>
          <w:rStyle w:val="libArabicChar"/>
          <w:rtl/>
        </w:rPr>
        <w:t xml:space="preserve"> </w:t>
      </w:r>
      <w:r w:rsidRPr="009A1D29">
        <w:rPr>
          <w:rStyle w:val="libArabicChar"/>
          <w:rFonts w:hint="cs"/>
          <w:rtl/>
        </w:rPr>
        <w:t>من</w:t>
      </w:r>
      <w:r w:rsidRPr="009A1D29">
        <w:rPr>
          <w:rStyle w:val="libArabicChar"/>
          <w:rtl/>
        </w:rPr>
        <w:t xml:space="preserve"> </w:t>
      </w:r>
      <w:r w:rsidR="00E42C70" w:rsidRPr="00E42C70">
        <w:rPr>
          <w:rStyle w:val="libArabicChar"/>
          <w:rFonts w:hint="cs"/>
          <w:rtl/>
        </w:rPr>
        <w:t>الثمرات</w:t>
      </w:r>
      <w:r w:rsidRPr="009A1D29">
        <w:rPr>
          <w:rStyle w:val="libArabicChar"/>
          <w:rtl/>
        </w:rPr>
        <w:t xml:space="preserve"> </w:t>
      </w:r>
      <w:r w:rsidRPr="009A1D29">
        <w:rPr>
          <w:rStyle w:val="libArabicChar"/>
          <w:rFonts w:hint="cs"/>
          <w:rtl/>
        </w:rPr>
        <w:t>رزق</w:t>
      </w:r>
      <w:r w:rsidRPr="009A1D29">
        <w:rPr>
          <w:rStyle w:val="libArabicChar"/>
          <w:rtl/>
        </w:rPr>
        <w:t>ًالكم</w:t>
      </w:r>
    </w:p>
    <w:p w:rsidR="001F628F" w:rsidRDefault="001F628F" w:rsidP="009A1D29">
      <w:pPr>
        <w:pStyle w:val="libNormal"/>
        <w:rPr>
          <w:rtl/>
        </w:rPr>
      </w:pPr>
      <w:r>
        <w:rPr>
          <w:rtl/>
        </w:rPr>
        <w:t>10_طبيعى عوامل كے ذريعے ہى فعل خدا انجام پاتا ہے_</w:t>
      </w:r>
      <w:r w:rsidRPr="009A1D29">
        <w:rPr>
          <w:rStyle w:val="libArabicChar"/>
          <w:rFonts w:hint="eastAsia"/>
          <w:rtl/>
        </w:rPr>
        <w:t>وا</w:t>
      </w:r>
      <w:r w:rsidRPr="009A1D29">
        <w:rPr>
          <w:rStyle w:val="libArabicChar"/>
          <w:rtl/>
        </w:rPr>
        <w:t xml:space="preserve"> نزل من السّماء ماء فا خرج ب</w:t>
      </w:r>
      <w:r w:rsidR="00120F63" w:rsidRPr="00B2551F">
        <w:rPr>
          <w:rStyle w:val="libArabicChar"/>
          <w:rFonts w:hint="cs"/>
          <w:rtl/>
        </w:rPr>
        <w:t>ه</w:t>
      </w:r>
      <w:r w:rsidRPr="009A1D29">
        <w:rPr>
          <w:rStyle w:val="libArabicChar"/>
          <w:rtl/>
        </w:rPr>
        <w:t xml:space="preserve"> </w:t>
      </w:r>
      <w:r w:rsidRPr="009A1D29">
        <w:rPr>
          <w:rStyle w:val="libArabicChar"/>
          <w:rFonts w:hint="cs"/>
          <w:rtl/>
        </w:rPr>
        <w:t>من</w:t>
      </w:r>
      <w:r w:rsidRPr="009A1D29">
        <w:rPr>
          <w:rStyle w:val="libArabicChar"/>
          <w:rtl/>
        </w:rPr>
        <w:t xml:space="preserve"> </w:t>
      </w:r>
      <w:r w:rsidR="00E42C70" w:rsidRPr="00E42C70">
        <w:rPr>
          <w:rStyle w:val="libArabicChar"/>
          <w:rFonts w:hint="cs"/>
          <w:rtl/>
        </w:rPr>
        <w:t>الثمرات</w:t>
      </w:r>
    </w:p>
    <w:p w:rsidR="001F628F" w:rsidRDefault="001F628F" w:rsidP="001F628F">
      <w:pPr>
        <w:pStyle w:val="libNormal"/>
        <w:rPr>
          <w:rtl/>
        </w:rPr>
      </w:pPr>
      <w:r>
        <w:rPr>
          <w:rFonts w:hint="eastAsia"/>
          <w:rtl/>
        </w:rPr>
        <w:t>يہ</w:t>
      </w:r>
      <w:r>
        <w:rPr>
          <w:rtl/>
        </w:rPr>
        <w:t xml:space="preserve"> كہ كائنات كى تمام موجودات فرمان خداوند متعال كے تحت اور اسى كے ارادے سے وجود حاصل كرتى ہي</w:t>
      </w:r>
      <w:r w:rsidR="00083993">
        <w:rPr>
          <w:rtl/>
        </w:rPr>
        <w:t xml:space="preserve">ں </w:t>
      </w:r>
      <w:r>
        <w:rPr>
          <w:rtl/>
        </w:rPr>
        <w:t>،اس كے باوجود خد اوند متعال نے پانى كو پودو</w:t>
      </w:r>
      <w:r w:rsidR="00083993">
        <w:rPr>
          <w:rtl/>
        </w:rPr>
        <w:t xml:space="preserve">ں </w:t>
      </w:r>
      <w:r>
        <w:rPr>
          <w:rtl/>
        </w:rPr>
        <w:t>اور نباتات كا سر چشمہ قرار ديا ہے _يہى حقيقت مندرجہ بالا مطلب كو بيان كر رہى ہے_</w:t>
      </w:r>
    </w:p>
    <w:p w:rsidR="001F628F" w:rsidRDefault="001F628F" w:rsidP="001F628F">
      <w:pPr>
        <w:pStyle w:val="libNormal"/>
        <w:rPr>
          <w:rtl/>
        </w:rPr>
      </w:pPr>
      <w:r>
        <w:rPr>
          <w:rtl/>
        </w:rPr>
        <w:t>11_خداوند متعال كى جانب سے انسان كے فائدے اور بہر ہ مند ہونے كے لئے كشتيو</w:t>
      </w:r>
      <w:r w:rsidR="00083993">
        <w:rPr>
          <w:rtl/>
        </w:rPr>
        <w:t xml:space="preserve">ں </w:t>
      </w:r>
      <w:r>
        <w:rPr>
          <w:rtl/>
        </w:rPr>
        <w:t>كا مسخر اور مطيع ہونا_</w:t>
      </w:r>
    </w:p>
    <w:p w:rsidR="001F628F" w:rsidRDefault="001F628F" w:rsidP="009A1D29">
      <w:pPr>
        <w:pStyle w:val="libArabic"/>
        <w:rPr>
          <w:rtl/>
        </w:rPr>
      </w:pPr>
      <w:r>
        <w:rPr>
          <w:rFonts w:hint="eastAsia"/>
          <w:rtl/>
        </w:rPr>
        <w:t>وسخّرلكم</w:t>
      </w:r>
      <w:r>
        <w:rPr>
          <w:rtl/>
        </w:rPr>
        <w:t xml:space="preserve"> الفلك</w:t>
      </w:r>
    </w:p>
    <w:p w:rsidR="001F628F" w:rsidRDefault="001F628F" w:rsidP="001F628F">
      <w:pPr>
        <w:pStyle w:val="libNormal"/>
        <w:rPr>
          <w:rtl/>
        </w:rPr>
      </w:pPr>
      <w:r>
        <w:rPr>
          <w:rtl/>
        </w:rPr>
        <w:t>12_حكم خدا وند كى وجہ سے كشيتو</w:t>
      </w:r>
      <w:r w:rsidR="00083993">
        <w:rPr>
          <w:rtl/>
        </w:rPr>
        <w:t xml:space="preserve">ں </w:t>
      </w:r>
      <w:r>
        <w:rPr>
          <w:rtl/>
        </w:rPr>
        <w:t>كا حركت كرنا اور انسانو</w:t>
      </w:r>
      <w:r w:rsidR="00083993">
        <w:rPr>
          <w:rtl/>
        </w:rPr>
        <w:t xml:space="preserve">ں </w:t>
      </w:r>
      <w:r>
        <w:rPr>
          <w:rtl/>
        </w:rPr>
        <w:t>كے سامنے ان كا مسخر ہونا _</w:t>
      </w:r>
    </w:p>
    <w:p w:rsidR="001F628F" w:rsidRDefault="001F628F" w:rsidP="009A1D29">
      <w:pPr>
        <w:pStyle w:val="libArabic"/>
        <w:rPr>
          <w:rtl/>
        </w:rPr>
      </w:pPr>
      <w:r>
        <w:rPr>
          <w:rFonts w:hint="eastAsia"/>
          <w:rtl/>
        </w:rPr>
        <w:t>وسخّرلكم</w:t>
      </w:r>
      <w:r>
        <w:rPr>
          <w:rtl/>
        </w:rPr>
        <w:t xml:space="preserve"> الفلك لتجرى فى البحر با مر</w:t>
      </w:r>
      <w:r w:rsidR="00120F63" w:rsidRPr="00ED5DE8">
        <w:rPr>
          <w:rFonts w:hint="cs"/>
          <w:rtl/>
        </w:rPr>
        <w:t>ه</w:t>
      </w:r>
    </w:p>
    <w:p w:rsidR="001F628F" w:rsidRDefault="001F628F" w:rsidP="009A1D29">
      <w:pPr>
        <w:pStyle w:val="libNormal"/>
        <w:rPr>
          <w:rtl/>
        </w:rPr>
      </w:pPr>
      <w:r>
        <w:rPr>
          <w:rtl/>
        </w:rPr>
        <w:t>13_انسان كے لئے سمندر اور كشتى رانى كانہايت اہم كردار ادا كرنا_</w:t>
      </w:r>
      <w:r w:rsidRPr="009A1D29">
        <w:rPr>
          <w:rStyle w:val="libArabicChar"/>
          <w:rFonts w:hint="eastAsia"/>
          <w:rtl/>
        </w:rPr>
        <w:t>وسخّرلكم</w:t>
      </w:r>
      <w:r w:rsidRPr="009A1D29">
        <w:rPr>
          <w:rStyle w:val="libArabicChar"/>
          <w:rtl/>
        </w:rPr>
        <w:t xml:space="preserve"> الفلك لتجرى فى البحر با مر</w:t>
      </w:r>
      <w:r w:rsidR="00120F63" w:rsidRPr="00B2551F">
        <w:rPr>
          <w:rStyle w:val="libArabicChar"/>
          <w:rFonts w:hint="cs"/>
          <w:rtl/>
        </w:rPr>
        <w:t>ه</w:t>
      </w:r>
    </w:p>
    <w:p w:rsidR="001F628F" w:rsidRDefault="001F628F" w:rsidP="009A1D29">
      <w:pPr>
        <w:pStyle w:val="libNormal"/>
        <w:rPr>
          <w:rtl/>
        </w:rPr>
      </w:pPr>
      <w:r>
        <w:rPr>
          <w:rtl/>
        </w:rPr>
        <w:t>14_انسان كے فائدے كے لئے خدا وند متعال كا نہرو</w:t>
      </w:r>
      <w:r w:rsidR="00083993">
        <w:rPr>
          <w:rtl/>
        </w:rPr>
        <w:t xml:space="preserve">ں </w:t>
      </w:r>
      <w:r>
        <w:rPr>
          <w:rtl/>
        </w:rPr>
        <w:t>اور دريائو</w:t>
      </w:r>
      <w:r w:rsidR="00083993">
        <w:rPr>
          <w:rtl/>
        </w:rPr>
        <w:t xml:space="preserve">ں </w:t>
      </w:r>
      <w:r>
        <w:rPr>
          <w:rtl/>
        </w:rPr>
        <w:t>كو مسخر كرنا_</w:t>
      </w:r>
      <w:r w:rsidRPr="009A1D29">
        <w:rPr>
          <w:rStyle w:val="libArabicChar"/>
          <w:rFonts w:hint="eastAsia"/>
          <w:rtl/>
        </w:rPr>
        <w:t>وسخّرلكم</w:t>
      </w:r>
      <w:r w:rsidRPr="009A1D29">
        <w:rPr>
          <w:rStyle w:val="libArabicChar"/>
          <w:rtl/>
        </w:rPr>
        <w:t xml:space="preserve"> </w:t>
      </w:r>
      <w:r w:rsidR="00E42C70" w:rsidRPr="00E42C70">
        <w:rPr>
          <w:rStyle w:val="libArabicChar"/>
          <w:rtl/>
        </w:rPr>
        <w:t>الا نهار</w:t>
      </w:r>
    </w:p>
    <w:p w:rsidR="001F628F" w:rsidRDefault="001F628F" w:rsidP="009A1D29">
      <w:pPr>
        <w:pStyle w:val="libNormal"/>
        <w:rPr>
          <w:rtl/>
        </w:rPr>
      </w:pPr>
      <w:r>
        <w:rPr>
          <w:rtl/>
        </w:rPr>
        <w:t>15_خدا وند متعال ،انسان كو كشتى رانى اورجہاز رانى كى تربيت حاصل كرنے اور سمندرو</w:t>
      </w:r>
      <w:r w:rsidR="00083993">
        <w:rPr>
          <w:rtl/>
        </w:rPr>
        <w:t xml:space="preserve">ں </w:t>
      </w:r>
      <w:r>
        <w:rPr>
          <w:rtl/>
        </w:rPr>
        <w:t>ودريائو</w:t>
      </w:r>
      <w:r w:rsidR="00083993">
        <w:rPr>
          <w:rtl/>
        </w:rPr>
        <w:t xml:space="preserve">ں </w:t>
      </w:r>
      <w:r>
        <w:rPr>
          <w:rtl/>
        </w:rPr>
        <w:t>سے بہتر استفادہ كرنے كى تشويق كرتا ہے_</w:t>
      </w:r>
      <w:r w:rsidRPr="009A1D29">
        <w:rPr>
          <w:rStyle w:val="libArabicChar"/>
          <w:rFonts w:hint="eastAsia"/>
          <w:rtl/>
        </w:rPr>
        <w:t>وسخّرلكم</w:t>
      </w:r>
      <w:r w:rsidRPr="009A1D29">
        <w:rPr>
          <w:rStyle w:val="libArabicChar"/>
          <w:rtl/>
        </w:rPr>
        <w:t xml:space="preserve"> الفلك لتجرى فى البحر با مر</w:t>
      </w:r>
      <w:r w:rsidR="00120F63" w:rsidRPr="00B2551F">
        <w:rPr>
          <w:rStyle w:val="libArabicChar"/>
          <w:rFonts w:hint="cs"/>
          <w:rtl/>
        </w:rPr>
        <w:t>ه</w:t>
      </w:r>
      <w:r w:rsidRPr="009A1D29">
        <w:rPr>
          <w:rStyle w:val="libArabicChar"/>
          <w:rtl/>
        </w:rPr>
        <w:t xml:space="preserve"> </w:t>
      </w:r>
      <w:r w:rsidRPr="009A1D29">
        <w:rPr>
          <w:rStyle w:val="libArabicChar"/>
          <w:rFonts w:hint="cs"/>
          <w:rtl/>
        </w:rPr>
        <w:t>وسخّرلكم</w:t>
      </w:r>
      <w:r w:rsidRPr="009A1D29">
        <w:rPr>
          <w:rStyle w:val="libArabicChar"/>
          <w:rtl/>
        </w:rPr>
        <w:t xml:space="preserve"> </w:t>
      </w:r>
      <w:r w:rsidR="00E42C70" w:rsidRPr="00E42C70">
        <w:rPr>
          <w:rStyle w:val="libArabicChar"/>
          <w:rFonts w:hint="cs"/>
          <w:rtl/>
        </w:rPr>
        <w:t>الا نهار</w:t>
      </w:r>
    </w:p>
    <w:p w:rsidR="001F628F" w:rsidRDefault="001F628F" w:rsidP="001F628F">
      <w:pPr>
        <w:pStyle w:val="libNormal"/>
        <w:rPr>
          <w:rtl/>
        </w:rPr>
      </w:pPr>
      <w:r>
        <w:rPr>
          <w:rFonts w:hint="eastAsia"/>
          <w:rtl/>
        </w:rPr>
        <w:t>انسان</w:t>
      </w:r>
      <w:r>
        <w:rPr>
          <w:rtl/>
        </w:rPr>
        <w:t xml:space="preserve"> كے لئے سمندر اور كشتى كے مسخر ہونے سے مراد، ان سے بہرہ مند ہونے كى استعداد اور ضرورى وسائل كا فراہم ہونا ہے _اس استعداد اور اسباب سے انسا ن كو اپنى علمى كوشش اور محنت سے استفادہ كرنا چاہيے_</w:t>
      </w:r>
    </w:p>
    <w:p w:rsidR="001F628F" w:rsidRDefault="001F628F" w:rsidP="001F628F">
      <w:pPr>
        <w:pStyle w:val="libNormal"/>
        <w:rPr>
          <w:rtl/>
        </w:rPr>
      </w:pPr>
      <w:r>
        <w:rPr>
          <w:rtl/>
        </w:rPr>
        <w:t>16_انسان كے لئے دريائو</w:t>
      </w:r>
      <w:r w:rsidR="00083993">
        <w:rPr>
          <w:rtl/>
        </w:rPr>
        <w:t xml:space="preserve">ں </w:t>
      </w:r>
      <w:r>
        <w:rPr>
          <w:rtl/>
        </w:rPr>
        <w:t>اور نہرو</w:t>
      </w:r>
      <w:r w:rsidR="00083993">
        <w:rPr>
          <w:rtl/>
        </w:rPr>
        <w:t xml:space="preserve">ں </w:t>
      </w:r>
      <w:r>
        <w:rPr>
          <w:rtl/>
        </w:rPr>
        <w:t>كا نہايت اہم</w:t>
      </w:r>
    </w:p>
    <w:p w:rsidR="009A1D29" w:rsidRDefault="001E7F9D" w:rsidP="00F73EDE">
      <w:pPr>
        <w:pStyle w:val="libPoemTini"/>
        <w:rPr>
          <w:rtl/>
        </w:rPr>
      </w:pPr>
      <w:r>
        <w:rPr>
          <w:rtl/>
        </w:rPr>
        <w:br w:type="page"/>
      </w:r>
    </w:p>
    <w:p w:rsidR="001F628F" w:rsidRDefault="001F628F" w:rsidP="009A1D29">
      <w:pPr>
        <w:pStyle w:val="libNormal"/>
        <w:rPr>
          <w:rtl/>
        </w:rPr>
      </w:pPr>
      <w:r>
        <w:rPr>
          <w:rFonts w:hint="eastAsia"/>
          <w:rtl/>
        </w:rPr>
        <w:lastRenderedPageBreak/>
        <w:t>كردار</w:t>
      </w:r>
      <w:r>
        <w:rPr>
          <w:rtl/>
        </w:rPr>
        <w:t xml:space="preserve"> ادا كرنا_</w:t>
      </w:r>
      <w:r w:rsidRPr="009A1D29">
        <w:rPr>
          <w:rStyle w:val="libArabicChar"/>
          <w:rFonts w:hint="eastAsia"/>
          <w:rtl/>
        </w:rPr>
        <w:t>وسخّرلكم</w:t>
      </w:r>
      <w:r w:rsidRPr="009A1D29">
        <w:rPr>
          <w:rStyle w:val="libArabicChar"/>
          <w:rtl/>
        </w:rPr>
        <w:t xml:space="preserve"> </w:t>
      </w:r>
      <w:r w:rsidR="00E42C70" w:rsidRPr="00E42C70">
        <w:rPr>
          <w:rStyle w:val="libArabicChar"/>
          <w:rtl/>
        </w:rPr>
        <w:t>الا نهار</w:t>
      </w:r>
    </w:p>
    <w:p w:rsidR="001F628F" w:rsidRDefault="001F628F" w:rsidP="001F628F">
      <w:pPr>
        <w:pStyle w:val="libNormal"/>
        <w:rPr>
          <w:rtl/>
        </w:rPr>
      </w:pPr>
      <w:r>
        <w:rPr>
          <w:rtl/>
        </w:rPr>
        <w:t>17_دريائو</w:t>
      </w:r>
      <w:r w:rsidR="00083993">
        <w:rPr>
          <w:rtl/>
        </w:rPr>
        <w:t xml:space="preserve">ں </w:t>
      </w:r>
      <w:r>
        <w:rPr>
          <w:rtl/>
        </w:rPr>
        <w:t>اور نہرو</w:t>
      </w:r>
      <w:r w:rsidR="00083993">
        <w:rPr>
          <w:rtl/>
        </w:rPr>
        <w:t xml:space="preserve">ں </w:t>
      </w:r>
      <w:r>
        <w:rPr>
          <w:rtl/>
        </w:rPr>
        <w:t>كا مسخر اور مطيع ہونا بندو</w:t>
      </w:r>
      <w:r w:rsidR="00083993">
        <w:rPr>
          <w:rtl/>
        </w:rPr>
        <w:t xml:space="preserve">ں </w:t>
      </w:r>
      <w:r>
        <w:rPr>
          <w:rtl/>
        </w:rPr>
        <w:t>پر خداوند عالم كى نعمت اور عنايت كا قابل شكر و سپاس مظہر ہے _</w:t>
      </w:r>
    </w:p>
    <w:p w:rsidR="001F628F" w:rsidRDefault="001F628F" w:rsidP="009A1D29">
      <w:pPr>
        <w:pStyle w:val="libArabic"/>
        <w:rPr>
          <w:rtl/>
        </w:rPr>
      </w:pPr>
      <w:r>
        <w:rPr>
          <w:rFonts w:hint="eastAsia"/>
          <w:rtl/>
        </w:rPr>
        <w:t>وسخّرلكم</w:t>
      </w:r>
      <w:r>
        <w:rPr>
          <w:rtl/>
        </w:rPr>
        <w:t xml:space="preserve"> </w:t>
      </w:r>
      <w:r w:rsidR="00E42C70" w:rsidRPr="00E42C70">
        <w:rPr>
          <w:rtl/>
        </w:rPr>
        <w:t>الا نهار</w:t>
      </w:r>
    </w:p>
    <w:p w:rsidR="001F628F" w:rsidRDefault="001F628F" w:rsidP="001F628F">
      <w:pPr>
        <w:pStyle w:val="libNormal"/>
        <w:rPr>
          <w:rtl/>
        </w:rPr>
      </w:pPr>
      <w:r>
        <w:rPr>
          <w:rtl/>
        </w:rPr>
        <w:t>18_انسان كے لئے كشتيو</w:t>
      </w:r>
      <w:r w:rsidR="00083993">
        <w:rPr>
          <w:rtl/>
        </w:rPr>
        <w:t xml:space="preserve">ں </w:t>
      </w:r>
      <w:r>
        <w:rPr>
          <w:rtl/>
        </w:rPr>
        <w:t>،نہرو</w:t>
      </w:r>
      <w:r w:rsidR="00083993">
        <w:rPr>
          <w:rtl/>
        </w:rPr>
        <w:t xml:space="preserve">ں </w:t>
      </w:r>
      <w:r>
        <w:rPr>
          <w:rtl/>
        </w:rPr>
        <w:t>اور دريائو</w:t>
      </w:r>
      <w:r w:rsidR="00083993">
        <w:rPr>
          <w:rtl/>
        </w:rPr>
        <w:t xml:space="preserve">ں </w:t>
      </w:r>
      <w:r>
        <w:rPr>
          <w:rtl/>
        </w:rPr>
        <w:t>كو مسخر و مطيع بنانا ،توحيد خداوند كى دليل اور نشانى ہے_</w:t>
      </w:r>
    </w:p>
    <w:p w:rsidR="001F628F" w:rsidRDefault="001F628F" w:rsidP="009A1D29">
      <w:pPr>
        <w:pStyle w:val="libArabic"/>
        <w:rPr>
          <w:rtl/>
        </w:rPr>
      </w:pPr>
      <w:r>
        <w:rPr>
          <w:rFonts w:hint="eastAsia"/>
          <w:rtl/>
        </w:rPr>
        <w:t>الله</w:t>
      </w:r>
      <w:r>
        <w:rPr>
          <w:rtl/>
        </w:rPr>
        <w:t xml:space="preserve"> الذى خلق ... وسخّرلكم الفلك لتجرى فى البحر با مر</w:t>
      </w:r>
      <w:r w:rsidR="00120F63" w:rsidRPr="00ED5DE8">
        <w:rPr>
          <w:rFonts w:hint="cs"/>
          <w:rtl/>
        </w:rPr>
        <w:t>ه</w:t>
      </w:r>
      <w:r>
        <w:rPr>
          <w:rtl/>
        </w:rPr>
        <w:t xml:space="preserve"> </w:t>
      </w:r>
      <w:r>
        <w:rPr>
          <w:rFonts w:hint="cs"/>
          <w:rtl/>
        </w:rPr>
        <w:t>وسخّرلكم</w:t>
      </w:r>
      <w:r>
        <w:rPr>
          <w:rtl/>
        </w:rPr>
        <w:t xml:space="preserve"> </w:t>
      </w:r>
      <w:r w:rsidR="00E42C70" w:rsidRPr="00E42C70">
        <w:rPr>
          <w:rFonts w:hint="cs"/>
          <w:rtl/>
        </w:rPr>
        <w:t>الا نهار</w:t>
      </w:r>
    </w:p>
    <w:p w:rsidR="001F628F" w:rsidRDefault="001F628F" w:rsidP="009A1D29">
      <w:pPr>
        <w:pStyle w:val="libNormal"/>
        <w:rPr>
          <w:rtl/>
        </w:rPr>
      </w:pPr>
      <w:r>
        <w:rPr>
          <w:rFonts w:hint="eastAsia"/>
          <w:rtl/>
        </w:rPr>
        <w:t>اسمان</w:t>
      </w:r>
      <w:r>
        <w:rPr>
          <w:rtl/>
        </w:rPr>
        <w:t>:</w:t>
      </w:r>
      <w:r>
        <w:rPr>
          <w:rFonts w:hint="eastAsia"/>
          <w:rtl/>
        </w:rPr>
        <w:t>اسمانو</w:t>
      </w:r>
      <w:r w:rsidR="00083993">
        <w:rPr>
          <w:rFonts w:hint="eastAsia"/>
          <w:rtl/>
        </w:rPr>
        <w:t xml:space="preserve">ں </w:t>
      </w:r>
      <w:r>
        <w:rPr>
          <w:rtl/>
        </w:rPr>
        <w:t>كا متعدد ہونا3;اسمانو</w:t>
      </w:r>
      <w:r w:rsidR="00083993">
        <w:rPr>
          <w:rtl/>
        </w:rPr>
        <w:t xml:space="preserve">ں </w:t>
      </w:r>
      <w:r>
        <w:rPr>
          <w:rtl/>
        </w:rPr>
        <w:t>كا خالق1; اسمانو</w:t>
      </w:r>
      <w:r w:rsidR="00083993">
        <w:rPr>
          <w:rtl/>
        </w:rPr>
        <w:t xml:space="preserve">ں </w:t>
      </w:r>
      <w:r>
        <w:rPr>
          <w:rtl/>
        </w:rPr>
        <w:t>كى خلقت2;اسمانو</w:t>
      </w:r>
      <w:r w:rsidR="00083993">
        <w:rPr>
          <w:rtl/>
        </w:rPr>
        <w:t xml:space="preserve">ں </w:t>
      </w:r>
      <w:r>
        <w:rPr>
          <w:rtl/>
        </w:rPr>
        <w:t>كے فوائد5</w:t>
      </w:r>
    </w:p>
    <w:p w:rsidR="001F628F" w:rsidRDefault="001F628F" w:rsidP="009A1D29">
      <w:pPr>
        <w:pStyle w:val="libNormal"/>
        <w:rPr>
          <w:rtl/>
        </w:rPr>
      </w:pPr>
      <w:r>
        <w:rPr>
          <w:rFonts w:hint="eastAsia"/>
          <w:rtl/>
        </w:rPr>
        <w:t>الہى</w:t>
      </w:r>
      <w:r>
        <w:rPr>
          <w:rtl/>
        </w:rPr>
        <w:t xml:space="preserve"> نشانيا</w:t>
      </w:r>
      <w:r w:rsidR="00083993">
        <w:rPr>
          <w:rtl/>
        </w:rPr>
        <w:t xml:space="preserve">ں </w:t>
      </w:r>
      <w:r>
        <w:rPr>
          <w:rtl/>
        </w:rPr>
        <w:t>:</w:t>
      </w:r>
      <w:r>
        <w:rPr>
          <w:rFonts w:hint="eastAsia"/>
          <w:rtl/>
        </w:rPr>
        <w:t>افاقى</w:t>
      </w:r>
      <w:r>
        <w:rPr>
          <w:rtl/>
        </w:rPr>
        <w:t xml:space="preserve"> نشانيا</w:t>
      </w:r>
      <w:r w:rsidR="00083993">
        <w:rPr>
          <w:rtl/>
        </w:rPr>
        <w:t xml:space="preserve">ں </w:t>
      </w:r>
      <w:r>
        <w:rPr>
          <w:rtl/>
        </w:rPr>
        <w:t>2،7،18</w:t>
      </w:r>
    </w:p>
    <w:p w:rsidR="001F628F" w:rsidRDefault="001F628F" w:rsidP="009A1D29">
      <w:pPr>
        <w:pStyle w:val="libNormal"/>
        <w:rPr>
          <w:rtl/>
        </w:rPr>
      </w:pPr>
      <w:r>
        <w:rPr>
          <w:rFonts w:hint="eastAsia"/>
          <w:rtl/>
        </w:rPr>
        <w:t>الله</w:t>
      </w:r>
      <w:r>
        <w:rPr>
          <w:rtl/>
        </w:rPr>
        <w:t xml:space="preserve"> تعالى :</w:t>
      </w:r>
      <w:r>
        <w:rPr>
          <w:rFonts w:hint="eastAsia"/>
          <w:rtl/>
        </w:rPr>
        <w:t>الله</w:t>
      </w:r>
      <w:r>
        <w:rPr>
          <w:rtl/>
        </w:rPr>
        <w:t xml:space="preserve"> تعالى سے مختص چيزي</w:t>
      </w:r>
      <w:r w:rsidR="00083993">
        <w:rPr>
          <w:rtl/>
        </w:rPr>
        <w:t xml:space="preserve">ں </w:t>
      </w:r>
      <w:r>
        <w:rPr>
          <w:rtl/>
        </w:rPr>
        <w:t>1;الله تعالى كے افعال 11 ،14;الله تعالى كے اوامر 12;الله تعالى كى تشويق 15 ;الله تعالى كى خالقيت 1;الله تعالى كے افعال كے مجارى 10;الله تعالى كے لطف كى نشانيا</w:t>
      </w:r>
      <w:r w:rsidR="00083993">
        <w:rPr>
          <w:rtl/>
        </w:rPr>
        <w:t xml:space="preserve">ں </w:t>
      </w:r>
      <w:r>
        <w:rPr>
          <w:rtl/>
        </w:rPr>
        <w:t>8، 17; الله تعالى كى نعمتي</w:t>
      </w:r>
      <w:r w:rsidR="00083993">
        <w:rPr>
          <w:rtl/>
        </w:rPr>
        <w:t xml:space="preserve">ں </w:t>
      </w:r>
      <w:r>
        <w:rPr>
          <w:rtl/>
        </w:rPr>
        <w:t>8،17</w:t>
      </w:r>
    </w:p>
    <w:p w:rsidR="001F628F" w:rsidRDefault="001F628F" w:rsidP="009A1D29">
      <w:pPr>
        <w:pStyle w:val="libNormal"/>
        <w:rPr>
          <w:rtl/>
        </w:rPr>
      </w:pPr>
      <w:r>
        <w:rPr>
          <w:rFonts w:hint="eastAsia"/>
          <w:rtl/>
        </w:rPr>
        <w:t>انسان</w:t>
      </w:r>
      <w:r>
        <w:rPr>
          <w:rtl/>
        </w:rPr>
        <w:t>:</w:t>
      </w:r>
      <w:r>
        <w:rPr>
          <w:rFonts w:hint="eastAsia"/>
          <w:rtl/>
        </w:rPr>
        <w:t>انسان</w:t>
      </w:r>
      <w:r>
        <w:rPr>
          <w:rtl/>
        </w:rPr>
        <w:t xml:space="preserve"> كے فضائل11،14</w:t>
      </w:r>
    </w:p>
    <w:p w:rsidR="001F628F" w:rsidRDefault="001F628F" w:rsidP="009A1D29">
      <w:pPr>
        <w:pStyle w:val="libNormal"/>
        <w:rPr>
          <w:rtl/>
        </w:rPr>
      </w:pPr>
      <w:r>
        <w:rPr>
          <w:rFonts w:hint="eastAsia"/>
          <w:rtl/>
        </w:rPr>
        <w:t>بارش</w:t>
      </w:r>
      <w:r>
        <w:rPr>
          <w:rtl/>
        </w:rPr>
        <w:t>:</w:t>
      </w:r>
      <w:r>
        <w:rPr>
          <w:rFonts w:hint="eastAsia"/>
          <w:rtl/>
        </w:rPr>
        <w:t>بارش</w:t>
      </w:r>
      <w:r>
        <w:rPr>
          <w:rtl/>
        </w:rPr>
        <w:t xml:space="preserve"> كا سر چشمہ 1;بارش كا كردار7</w:t>
      </w:r>
    </w:p>
    <w:p w:rsidR="001F628F" w:rsidRDefault="001F628F" w:rsidP="009A1D29">
      <w:pPr>
        <w:pStyle w:val="libNormal"/>
        <w:rPr>
          <w:rtl/>
        </w:rPr>
      </w:pPr>
      <w:r>
        <w:rPr>
          <w:rFonts w:hint="eastAsia"/>
          <w:rtl/>
        </w:rPr>
        <w:t>پاني</w:t>
      </w:r>
      <w:r>
        <w:rPr>
          <w:rtl/>
        </w:rPr>
        <w:t>:</w:t>
      </w:r>
      <w:r>
        <w:rPr>
          <w:rFonts w:hint="eastAsia"/>
          <w:rtl/>
        </w:rPr>
        <w:t>پانى</w:t>
      </w:r>
      <w:r>
        <w:rPr>
          <w:rtl/>
        </w:rPr>
        <w:t xml:space="preserve"> كے فوائد 4;پانى كے منابع5</w:t>
      </w:r>
    </w:p>
    <w:p w:rsidR="001F628F" w:rsidRDefault="001F628F" w:rsidP="009A1D29">
      <w:pPr>
        <w:pStyle w:val="libNormal"/>
        <w:rPr>
          <w:rtl/>
        </w:rPr>
      </w:pPr>
      <w:r>
        <w:rPr>
          <w:rFonts w:hint="eastAsia"/>
          <w:rtl/>
        </w:rPr>
        <w:t>پودے</w:t>
      </w:r>
      <w:r>
        <w:rPr>
          <w:rtl/>
        </w:rPr>
        <w:t>:</w:t>
      </w:r>
      <w:r>
        <w:rPr>
          <w:rFonts w:hint="eastAsia"/>
          <w:rtl/>
        </w:rPr>
        <w:t>پودے</w:t>
      </w:r>
      <w:r>
        <w:rPr>
          <w:rtl/>
        </w:rPr>
        <w:t xml:space="preserve"> اگنے كے اسباب 4;پودو</w:t>
      </w:r>
      <w:r w:rsidR="00083993">
        <w:rPr>
          <w:rtl/>
        </w:rPr>
        <w:t xml:space="preserve">ں </w:t>
      </w:r>
      <w:r>
        <w:rPr>
          <w:rtl/>
        </w:rPr>
        <w:t>كے اگنے كا فلسفہ6;پودو</w:t>
      </w:r>
      <w:r w:rsidR="00083993">
        <w:rPr>
          <w:rtl/>
        </w:rPr>
        <w:t xml:space="preserve">ں </w:t>
      </w:r>
      <w:r>
        <w:rPr>
          <w:rtl/>
        </w:rPr>
        <w:t>كے اگنے كے اثرات7</w:t>
      </w:r>
    </w:p>
    <w:p w:rsidR="001F628F" w:rsidRDefault="001F628F" w:rsidP="009A1D29">
      <w:pPr>
        <w:pStyle w:val="libNormal"/>
        <w:rPr>
          <w:rtl/>
        </w:rPr>
      </w:pPr>
      <w:r>
        <w:rPr>
          <w:rFonts w:hint="eastAsia"/>
          <w:rtl/>
        </w:rPr>
        <w:t>پھل</w:t>
      </w:r>
      <w:r>
        <w:rPr>
          <w:rtl/>
        </w:rPr>
        <w:t>:</w:t>
      </w:r>
      <w:r>
        <w:rPr>
          <w:rFonts w:hint="eastAsia"/>
          <w:rtl/>
        </w:rPr>
        <w:t>پھلو</w:t>
      </w:r>
      <w:r w:rsidR="00083993">
        <w:rPr>
          <w:rFonts w:hint="eastAsia"/>
          <w:rtl/>
        </w:rPr>
        <w:t xml:space="preserve">ں </w:t>
      </w:r>
      <w:r>
        <w:rPr>
          <w:rtl/>
        </w:rPr>
        <w:t>كے اگنے كے اسباب 4;پھلو</w:t>
      </w:r>
      <w:r w:rsidR="00083993">
        <w:rPr>
          <w:rtl/>
        </w:rPr>
        <w:t xml:space="preserve">ں </w:t>
      </w:r>
      <w:r>
        <w:rPr>
          <w:rtl/>
        </w:rPr>
        <w:t>كے اگنے كا فلسفہ6;پھلو</w:t>
      </w:r>
      <w:r w:rsidR="00083993">
        <w:rPr>
          <w:rtl/>
        </w:rPr>
        <w:t xml:space="preserve">ں </w:t>
      </w:r>
      <w:r>
        <w:rPr>
          <w:rtl/>
        </w:rPr>
        <w:t>كے اگنے كے اثرات7</w:t>
      </w:r>
    </w:p>
    <w:p w:rsidR="001F628F" w:rsidRDefault="001F628F" w:rsidP="009A1D29">
      <w:pPr>
        <w:pStyle w:val="libNormal"/>
        <w:rPr>
          <w:rtl/>
        </w:rPr>
      </w:pPr>
      <w:r>
        <w:rPr>
          <w:rFonts w:hint="eastAsia"/>
          <w:rtl/>
        </w:rPr>
        <w:t>توحيد</w:t>
      </w:r>
      <w:r>
        <w:rPr>
          <w:rtl/>
        </w:rPr>
        <w:t>:</w:t>
      </w:r>
      <w:r>
        <w:rPr>
          <w:rFonts w:hint="eastAsia"/>
          <w:rtl/>
        </w:rPr>
        <w:t>توحيد</w:t>
      </w:r>
      <w:r>
        <w:rPr>
          <w:rtl/>
        </w:rPr>
        <w:t xml:space="preserve"> كے دلائل 2،7،18</w:t>
      </w:r>
    </w:p>
    <w:p w:rsidR="001F628F" w:rsidRDefault="001F628F" w:rsidP="009A1D29">
      <w:pPr>
        <w:pStyle w:val="libNormal"/>
        <w:rPr>
          <w:rtl/>
        </w:rPr>
      </w:pPr>
      <w:r>
        <w:rPr>
          <w:rFonts w:hint="eastAsia"/>
          <w:rtl/>
        </w:rPr>
        <w:t>جہاز</w:t>
      </w:r>
      <w:r>
        <w:rPr>
          <w:rtl/>
        </w:rPr>
        <w:t xml:space="preserve"> راني:</w:t>
      </w:r>
      <w:r>
        <w:rPr>
          <w:rFonts w:hint="eastAsia"/>
          <w:rtl/>
        </w:rPr>
        <w:t>جہاز</w:t>
      </w:r>
      <w:r>
        <w:rPr>
          <w:rtl/>
        </w:rPr>
        <w:t xml:space="preserve"> رانى كى تشويق15</w:t>
      </w:r>
    </w:p>
    <w:p w:rsidR="001F628F" w:rsidRDefault="001F628F" w:rsidP="009A1D29">
      <w:pPr>
        <w:pStyle w:val="libNormal"/>
        <w:rPr>
          <w:rtl/>
        </w:rPr>
      </w:pPr>
      <w:r>
        <w:rPr>
          <w:rFonts w:hint="eastAsia"/>
          <w:rtl/>
        </w:rPr>
        <w:t>حيات</w:t>
      </w:r>
      <w:r>
        <w:rPr>
          <w:rtl/>
        </w:rPr>
        <w:t>:</w:t>
      </w:r>
      <w:r>
        <w:rPr>
          <w:rFonts w:hint="eastAsia"/>
          <w:rtl/>
        </w:rPr>
        <w:t>حيات</w:t>
      </w:r>
      <w:r>
        <w:rPr>
          <w:rtl/>
        </w:rPr>
        <w:t xml:space="preserve"> كے عوامل4</w:t>
      </w:r>
    </w:p>
    <w:p w:rsidR="001F628F" w:rsidRDefault="001F628F" w:rsidP="009A1D29">
      <w:pPr>
        <w:pStyle w:val="libNormal"/>
        <w:rPr>
          <w:rtl/>
        </w:rPr>
      </w:pPr>
      <w:r>
        <w:rPr>
          <w:rFonts w:hint="eastAsia"/>
          <w:rtl/>
        </w:rPr>
        <w:t>خلقت</w:t>
      </w:r>
      <w:r>
        <w:rPr>
          <w:rtl/>
        </w:rPr>
        <w:t>:</w:t>
      </w:r>
      <w:r>
        <w:rPr>
          <w:rFonts w:hint="eastAsia"/>
          <w:rtl/>
        </w:rPr>
        <w:t>خلقت</w:t>
      </w:r>
      <w:r>
        <w:rPr>
          <w:rtl/>
        </w:rPr>
        <w:t xml:space="preserve"> كا باضابطہ ہون</w:t>
      </w:r>
    </w:p>
    <w:p w:rsidR="001F628F" w:rsidRDefault="001F628F" w:rsidP="009A1D29">
      <w:pPr>
        <w:pStyle w:val="libNormal"/>
        <w:rPr>
          <w:rtl/>
        </w:rPr>
      </w:pPr>
      <w:r>
        <w:rPr>
          <w:rFonts w:hint="eastAsia"/>
          <w:rtl/>
        </w:rPr>
        <w:t>دريا</w:t>
      </w:r>
      <w:r>
        <w:rPr>
          <w:rtl/>
        </w:rPr>
        <w:t>:</w:t>
      </w:r>
      <w:r>
        <w:rPr>
          <w:rFonts w:hint="eastAsia"/>
          <w:rtl/>
        </w:rPr>
        <w:t>دريائو</w:t>
      </w:r>
      <w:r w:rsidR="00083993">
        <w:rPr>
          <w:rFonts w:hint="eastAsia"/>
          <w:rtl/>
        </w:rPr>
        <w:t xml:space="preserve">ں </w:t>
      </w:r>
      <w:r>
        <w:rPr>
          <w:rtl/>
        </w:rPr>
        <w:t>كى تسخير18</w:t>
      </w:r>
    </w:p>
    <w:p w:rsidR="009A1D29" w:rsidRDefault="001E7F9D" w:rsidP="00F73EDE">
      <w:pPr>
        <w:pStyle w:val="libPoemTini"/>
        <w:rPr>
          <w:rtl/>
        </w:rPr>
      </w:pPr>
      <w:r>
        <w:rPr>
          <w:rtl/>
        </w:rPr>
        <w:br w:type="page"/>
      </w:r>
    </w:p>
    <w:p w:rsidR="001F628F" w:rsidRDefault="001F628F" w:rsidP="009A1D29">
      <w:pPr>
        <w:pStyle w:val="libNormal"/>
        <w:rPr>
          <w:rtl/>
        </w:rPr>
      </w:pPr>
      <w:r>
        <w:rPr>
          <w:rFonts w:hint="eastAsia"/>
          <w:rtl/>
        </w:rPr>
        <w:lastRenderedPageBreak/>
        <w:t>روزي</w:t>
      </w:r>
      <w:r>
        <w:rPr>
          <w:rtl/>
        </w:rPr>
        <w:t>:</w:t>
      </w:r>
      <w:r>
        <w:rPr>
          <w:rFonts w:hint="eastAsia"/>
          <w:rtl/>
        </w:rPr>
        <w:t>روزى</w:t>
      </w:r>
      <w:r>
        <w:rPr>
          <w:rtl/>
        </w:rPr>
        <w:t xml:space="preserve"> كے اسباب 6</w:t>
      </w:r>
    </w:p>
    <w:p w:rsidR="001F628F" w:rsidRDefault="001F628F" w:rsidP="009A1D29">
      <w:pPr>
        <w:pStyle w:val="libNormal"/>
        <w:rPr>
          <w:rtl/>
        </w:rPr>
      </w:pPr>
      <w:r>
        <w:rPr>
          <w:rFonts w:hint="eastAsia"/>
          <w:rtl/>
        </w:rPr>
        <w:t>زمين</w:t>
      </w:r>
      <w:r>
        <w:rPr>
          <w:rtl/>
        </w:rPr>
        <w:t xml:space="preserve"> :</w:t>
      </w:r>
      <w:r>
        <w:rPr>
          <w:rFonts w:hint="eastAsia"/>
          <w:rtl/>
        </w:rPr>
        <w:t>زمين</w:t>
      </w:r>
      <w:r>
        <w:rPr>
          <w:rtl/>
        </w:rPr>
        <w:t xml:space="preserve"> كا خالق 1;زمين كى خلقت 2</w:t>
      </w:r>
    </w:p>
    <w:p w:rsidR="001F628F" w:rsidRDefault="001F628F" w:rsidP="009A1D29">
      <w:pPr>
        <w:pStyle w:val="libNormal"/>
        <w:rPr>
          <w:rtl/>
        </w:rPr>
      </w:pPr>
      <w:r>
        <w:rPr>
          <w:rFonts w:hint="eastAsia"/>
          <w:rtl/>
        </w:rPr>
        <w:t>سمندر</w:t>
      </w:r>
      <w:r>
        <w:rPr>
          <w:rtl/>
        </w:rPr>
        <w:t>:</w:t>
      </w:r>
      <w:r>
        <w:rPr>
          <w:rFonts w:hint="eastAsia"/>
          <w:rtl/>
        </w:rPr>
        <w:t>سمندر</w:t>
      </w:r>
      <w:r>
        <w:rPr>
          <w:rtl/>
        </w:rPr>
        <w:t xml:space="preserve"> سے استفادہ 15;سمندر كے فوائد 13</w:t>
      </w:r>
    </w:p>
    <w:p w:rsidR="001F628F" w:rsidRDefault="001F628F" w:rsidP="009A1D29">
      <w:pPr>
        <w:pStyle w:val="libNormal"/>
        <w:rPr>
          <w:rtl/>
        </w:rPr>
      </w:pPr>
      <w:r>
        <w:rPr>
          <w:rFonts w:hint="eastAsia"/>
          <w:rtl/>
        </w:rPr>
        <w:t>شكر</w:t>
      </w:r>
      <w:r>
        <w:rPr>
          <w:rtl/>
        </w:rPr>
        <w:t xml:space="preserve"> :</w:t>
      </w:r>
      <w:r>
        <w:rPr>
          <w:rFonts w:hint="eastAsia"/>
          <w:rtl/>
        </w:rPr>
        <w:t>شكر</w:t>
      </w:r>
      <w:r>
        <w:rPr>
          <w:rtl/>
        </w:rPr>
        <w:t xml:space="preserve"> نعمت كى اہميت 8،17</w:t>
      </w:r>
    </w:p>
    <w:p w:rsidR="001F628F" w:rsidRDefault="001F628F" w:rsidP="009A1D29">
      <w:pPr>
        <w:pStyle w:val="libNormal"/>
        <w:rPr>
          <w:rtl/>
        </w:rPr>
      </w:pPr>
      <w:r>
        <w:rPr>
          <w:rFonts w:hint="eastAsia"/>
          <w:rtl/>
        </w:rPr>
        <w:t>طبيعى</w:t>
      </w:r>
      <w:r>
        <w:rPr>
          <w:rtl/>
        </w:rPr>
        <w:t xml:space="preserve"> عوامل:</w:t>
      </w:r>
      <w:r>
        <w:rPr>
          <w:rFonts w:hint="eastAsia"/>
          <w:rtl/>
        </w:rPr>
        <w:t>طبيعى</w:t>
      </w:r>
      <w:r>
        <w:rPr>
          <w:rtl/>
        </w:rPr>
        <w:t xml:space="preserve"> عوامل كا كردار10</w:t>
      </w:r>
    </w:p>
    <w:p w:rsidR="001F628F" w:rsidRDefault="001F628F" w:rsidP="009A1D29">
      <w:pPr>
        <w:pStyle w:val="libNormal"/>
        <w:rPr>
          <w:rtl/>
        </w:rPr>
      </w:pPr>
      <w:r>
        <w:rPr>
          <w:rFonts w:hint="eastAsia"/>
          <w:rtl/>
        </w:rPr>
        <w:t>كشتي</w:t>
      </w:r>
      <w:r>
        <w:rPr>
          <w:rtl/>
        </w:rPr>
        <w:t>:</w:t>
      </w:r>
      <w:r>
        <w:rPr>
          <w:rFonts w:hint="eastAsia"/>
          <w:rtl/>
        </w:rPr>
        <w:t>كشتيو</w:t>
      </w:r>
      <w:r w:rsidR="00083993">
        <w:rPr>
          <w:rFonts w:hint="eastAsia"/>
          <w:rtl/>
        </w:rPr>
        <w:t xml:space="preserve">ں </w:t>
      </w:r>
      <w:r>
        <w:rPr>
          <w:rtl/>
        </w:rPr>
        <w:t>سے استفادہ 11;كشتيو</w:t>
      </w:r>
      <w:r w:rsidR="00083993">
        <w:rPr>
          <w:rtl/>
        </w:rPr>
        <w:t xml:space="preserve">ں </w:t>
      </w:r>
      <w:r>
        <w:rPr>
          <w:rtl/>
        </w:rPr>
        <w:t>كى تسخير 18; كشتيو</w:t>
      </w:r>
      <w:r w:rsidR="00083993">
        <w:rPr>
          <w:rtl/>
        </w:rPr>
        <w:t xml:space="preserve">ں </w:t>
      </w:r>
      <w:r>
        <w:rPr>
          <w:rtl/>
        </w:rPr>
        <w:t>كى تسخير كا فلسفہ 11;كشتيو</w:t>
      </w:r>
      <w:r w:rsidR="00083993">
        <w:rPr>
          <w:rtl/>
        </w:rPr>
        <w:t xml:space="preserve">ں </w:t>
      </w:r>
      <w:r>
        <w:rPr>
          <w:rtl/>
        </w:rPr>
        <w:t>كى تسخير كا سر چشمہ12;كشتيو</w:t>
      </w:r>
      <w:r w:rsidR="00083993">
        <w:rPr>
          <w:rtl/>
        </w:rPr>
        <w:t xml:space="preserve">ں </w:t>
      </w:r>
      <w:r>
        <w:rPr>
          <w:rtl/>
        </w:rPr>
        <w:t>كى حركت كا سرچشمہ12</w:t>
      </w:r>
    </w:p>
    <w:p w:rsidR="001F628F" w:rsidRDefault="001F628F" w:rsidP="009A1D29">
      <w:pPr>
        <w:pStyle w:val="libNormal"/>
        <w:rPr>
          <w:rtl/>
        </w:rPr>
      </w:pPr>
      <w:r>
        <w:rPr>
          <w:rFonts w:hint="eastAsia"/>
          <w:rtl/>
        </w:rPr>
        <w:t>كشتى</w:t>
      </w:r>
      <w:r>
        <w:rPr>
          <w:rtl/>
        </w:rPr>
        <w:t xml:space="preserve"> راني:</w:t>
      </w:r>
      <w:r>
        <w:rPr>
          <w:rFonts w:hint="eastAsia"/>
          <w:rtl/>
        </w:rPr>
        <w:t>كشتى</w:t>
      </w:r>
      <w:r>
        <w:rPr>
          <w:rtl/>
        </w:rPr>
        <w:t xml:space="preserve"> رانى كى اہميت 13;كشتى رانى كى تعليم15</w:t>
      </w:r>
    </w:p>
    <w:p w:rsidR="001F628F" w:rsidRDefault="001F628F" w:rsidP="001F628F">
      <w:pPr>
        <w:pStyle w:val="libNormal"/>
        <w:rPr>
          <w:rtl/>
        </w:rPr>
      </w:pPr>
      <w:r>
        <w:rPr>
          <w:rFonts w:hint="eastAsia"/>
          <w:rtl/>
        </w:rPr>
        <w:t>نظام</w:t>
      </w:r>
      <w:r>
        <w:rPr>
          <w:rtl/>
        </w:rPr>
        <w:t xml:space="preserve"> عليت:9</w:t>
      </w:r>
    </w:p>
    <w:p w:rsidR="001F628F" w:rsidRDefault="001F628F" w:rsidP="009A1D29">
      <w:pPr>
        <w:pStyle w:val="libNormal"/>
        <w:rPr>
          <w:rtl/>
        </w:rPr>
      </w:pPr>
      <w:r>
        <w:rPr>
          <w:rFonts w:hint="eastAsia"/>
          <w:rtl/>
        </w:rPr>
        <w:t>نعمت</w:t>
      </w:r>
      <w:r>
        <w:rPr>
          <w:rtl/>
        </w:rPr>
        <w:t>:</w:t>
      </w:r>
      <w:r>
        <w:rPr>
          <w:rFonts w:hint="eastAsia"/>
          <w:rtl/>
        </w:rPr>
        <w:t>نہرو</w:t>
      </w:r>
      <w:r w:rsidR="00083993">
        <w:rPr>
          <w:rFonts w:hint="eastAsia"/>
          <w:rtl/>
        </w:rPr>
        <w:t xml:space="preserve">ں </w:t>
      </w:r>
      <w:r>
        <w:rPr>
          <w:rtl/>
        </w:rPr>
        <w:t>كى تسخير كى نعمت 17;پودو</w:t>
      </w:r>
      <w:r w:rsidR="00083993">
        <w:rPr>
          <w:rtl/>
        </w:rPr>
        <w:t xml:space="preserve">ں </w:t>
      </w:r>
      <w:r>
        <w:rPr>
          <w:rtl/>
        </w:rPr>
        <w:t>كى نعمت 8; پھلو</w:t>
      </w:r>
      <w:r w:rsidR="00083993">
        <w:rPr>
          <w:rtl/>
        </w:rPr>
        <w:t xml:space="preserve">ں </w:t>
      </w:r>
      <w:r>
        <w:rPr>
          <w:rtl/>
        </w:rPr>
        <w:t>كى نعمت8</w:t>
      </w:r>
    </w:p>
    <w:p w:rsidR="001F628F" w:rsidRDefault="001F628F" w:rsidP="009A1D29">
      <w:pPr>
        <w:pStyle w:val="libNormal"/>
        <w:rPr>
          <w:rtl/>
        </w:rPr>
      </w:pPr>
      <w:r>
        <w:rPr>
          <w:rFonts w:hint="eastAsia"/>
          <w:rtl/>
        </w:rPr>
        <w:t>نہر</w:t>
      </w:r>
      <w:r>
        <w:rPr>
          <w:rtl/>
        </w:rPr>
        <w:t>:</w:t>
      </w:r>
      <w:r>
        <w:rPr>
          <w:rFonts w:hint="eastAsia"/>
          <w:rtl/>
        </w:rPr>
        <w:t>نہرو</w:t>
      </w:r>
      <w:r w:rsidR="00083993">
        <w:rPr>
          <w:rFonts w:hint="eastAsia"/>
          <w:rtl/>
        </w:rPr>
        <w:t xml:space="preserve">ں </w:t>
      </w:r>
      <w:r>
        <w:rPr>
          <w:rtl/>
        </w:rPr>
        <w:t>سے استفادہ 15;نہرو</w:t>
      </w:r>
      <w:r w:rsidR="00083993">
        <w:rPr>
          <w:rtl/>
        </w:rPr>
        <w:t xml:space="preserve">ں </w:t>
      </w:r>
      <w:r>
        <w:rPr>
          <w:rtl/>
        </w:rPr>
        <w:t>كى اہميت 16 ; نہرو</w:t>
      </w:r>
      <w:r w:rsidR="00083993">
        <w:rPr>
          <w:rtl/>
        </w:rPr>
        <w:t xml:space="preserve">ں </w:t>
      </w:r>
      <w:r>
        <w:rPr>
          <w:rtl/>
        </w:rPr>
        <w:t>كى تسخير 14،18;نہرو</w:t>
      </w:r>
      <w:r w:rsidR="00083993">
        <w:rPr>
          <w:rtl/>
        </w:rPr>
        <w:t xml:space="preserve">ں </w:t>
      </w:r>
      <w:r>
        <w:rPr>
          <w:rtl/>
        </w:rPr>
        <w:t>كے فوائد 16</w:t>
      </w:r>
    </w:p>
    <w:p w:rsidR="001F628F" w:rsidRDefault="009A1D29" w:rsidP="009A1D29">
      <w:pPr>
        <w:pStyle w:val="Heading2Center"/>
        <w:rPr>
          <w:rtl/>
        </w:rPr>
      </w:pPr>
      <w:bookmarkStart w:id="33" w:name="_Toc28081711"/>
      <w:r>
        <w:rPr>
          <w:rFonts w:hint="cs"/>
          <w:rtl/>
        </w:rPr>
        <w:t>آیت 33</w:t>
      </w:r>
      <w:bookmarkEnd w:id="33"/>
    </w:p>
    <w:p w:rsidR="001F628F" w:rsidRDefault="00E260F9" w:rsidP="009A1D29">
      <w:pPr>
        <w:pStyle w:val="libNormal"/>
        <w:rPr>
          <w:rtl/>
        </w:rPr>
      </w:pPr>
      <w:r w:rsidRPr="00E260F9">
        <w:rPr>
          <w:rStyle w:val="libAlaemChar"/>
          <w:rFonts w:hint="eastAsia"/>
          <w:rtl/>
        </w:rPr>
        <w:t>(</w:t>
      </w:r>
      <w:r w:rsidRPr="009A1D29">
        <w:rPr>
          <w:rStyle w:val="libAieChar"/>
          <w:rFonts w:hint="eastAsia"/>
          <w:rtl/>
        </w:rPr>
        <w:t>وَسَخَّر</w:t>
      </w:r>
      <w:r w:rsidRPr="009A1D29">
        <w:rPr>
          <w:rStyle w:val="libAieChar"/>
          <w:rtl/>
        </w:rPr>
        <w:t xml:space="preserve"> لَكُمُ الشَّمْسَ وَالْقَمَرَ دَآئِبَينَ وَسَخَّرَ لَكُمُ اللَّيْلَ وَالنَّهَارَ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تمھارے لئے حركت كرنے والے آفتاب و ماہتاب كو بھى مسخر كردياہے اور تمھارے لئے رات اور دن كو بھى مسخر كرديا ہے _</w:t>
      </w:r>
    </w:p>
    <w:p w:rsidR="001F628F" w:rsidRDefault="001F628F" w:rsidP="001F628F">
      <w:pPr>
        <w:pStyle w:val="libNormal"/>
        <w:rPr>
          <w:rtl/>
        </w:rPr>
      </w:pPr>
      <w:r>
        <w:rPr>
          <w:rtl/>
        </w:rPr>
        <w:t>1_خدا وند متعال(ہي) انسان كے فائدے كے لئے سورج اور چاند كو مطيع كرنے والا ہے _</w:t>
      </w:r>
    </w:p>
    <w:p w:rsidR="001F628F" w:rsidRDefault="001F628F" w:rsidP="009A1D29">
      <w:pPr>
        <w:pStyle w:val="libArabic"/>
        <w:rPr>
          <w:rtl/>
        </w:rPr>
      </w:pPr>
      <w:r>
        <w:rPr>
          <w:rFonts w:hint="eastAsia"/>
          <w:rtl/>
        </w:rPr>
        <w:t>وسخّر</w:t>
      </w:r>
      <w:r>
        <w:rPr>
          <w:rtl/>
        </w:rPr>
        <w:t xml:space="preserve"> لكم الشمس والقمر دائبين</w:t>
      </w:r>
    </w:p>
    <w:p w:rsidR="001F628F" w:rsidRDefault="001F628F" w:rsidP="009A1D29">
      <w:pPr>
        <w:pStyle w:val="libNormal"/>
        <w:rPr>
          <w:rtl/>
        </w:rPr>
      </w:pPr>
      <w:r>
        <w:rPr>
          <w:rtl/>
        </w:rPr>
        <w:t>2_سورج اور چاند ايك معين اور دائمى حالت مي</w:t>
      </w:r>
      <w:r w:rsidR="00083993">
        <w:rPr>
          <w:rtl/>
        </w:rPr>
        <w:t xml:space="preserve">ں </w:t>
      </w:r>
      <w:r>
        <w:rPr>
          <w:rtl/>
        </w:rPr>
        <w:t>حركت كر رہے ہي</w:t>
      </w:r>
      <w:r w:rsidR="00083993">
        <w:rPr>
          <w:rtl/>
        </w:rPr>
        <w:t xml:space="preserve">ں </w:t>
      </w:r>
      <w:r>
        <w:rPr>
          <w:rtl/>
        </w:rPr>
        <w:t>_</w:t>
      </w:r>
      <w:r w:rsidRPr="009A1D29">
        <w:rPr>
          <w:rStyle w:val="libArabicChar"/>
          <w:rFonts w:hint="eastAsia"/>
          <w:rtl/>
        </w:rPr>
        <w:t>وسخّر</w:t>
      </w:r>
      <w:r w:rsidRPr="009A1D29">
        <w:rPr>
          <w:rStyle w:val="libArabicChar"/>
          <w:rtl/>
        </w:rPr>
        <w:t xml:space="preserve"> لكم الشمس والقمر دائبين</w:t>
      </w:r>
    </w:p>
    <w:p w:rsidR="009A1D29" w:rsidRDefault="001E7F9D" w:rsidP="00F73EDE">
      <w:pPr>
        <w:pStyle w:val="libPoemTini"/>
        <w:rPr>
          <w:rtl/>
        </w:rPr>
      </w:pPr>
      <w:r>
        <w:rPr>
          <w:rtl/>
        </w:rPr>
        <w:br w:type="page"/>
      </w:r>
    </w:p>
    <w:p w:rsidR="001F628F" w:rsidRDefault="001F628F" w:rsidP="009A1D29">
      <w:pPr>
        <w:pStyle w:val="libNormal"/>
        <w:rPr>
          <w:rtl/>
        </w:rPr>
      </w:pPr>
      <w:r>
        <w:rPr>
          <w:rtl/>
        </w:rPr>
        <w:lastRenderedPageBreak/>
        <w:t>'' دائبين ''،مادہ '' دائب '' سے ''دا،ب ''كا تثنيہ ہے جس كا معنى ايك دائمى عادت اور حالت ہے_(مفردات راغب)_</w:t>
      </w:r>
    </w:p>
    <w:p w:rsidR="001F628F" w:rsidRDefault="001F628F" w:rsidP="009A1D29">
      <w:pPr>
        <w:pStyle w:val="libNormal"/>
        <w:rPr>
          <w:rtl/>
        </w:rPr>
      </w:pPr>
      <w:r>
        <w:rPr>
          <w:rtl/>
        </w:rPr>
        <w:t>3_خداوند متعال (ہي) انسان كى بہرہ مندى كے لئے دن اور رات كو مسخر كرنے والا ہے_</w:t>
      </w:r>
      <w:r w:rsidRPr="009A1D29">
        <w:rPr>
          <w:rStyle w:val="libArabicChar"/>
          <w:rFonts w:hint="eastAsia"/>
          <w:rtl/>
        </w:rPr>
        <w:t>وسخّرلكم</w:t>
      </w:r>
      <w:r w:rsidRPr="009A1D29">
        <w:rPr>
          <w:rStyle w:val="libArabicChar"/>
          <w:rtl/>
        </w:rPr>
        <w:t xml:space="preserve"> الّيل والن</w:t>
      </w:r>
      <w:r w:rsidR="00F21947" w:rsidRPr="00B2551F">
        <w:rPr>
          <w:rStyle w:val="libArabicChar"/>
          <w:rFonts w:hint="cs"/>
          <w:rtl/>
        </w:rPr>
        <w:t>ه</w:t>
      </w:r>
      <w:r w:rsidRPr="009A1D29">
        <w:rPr>
          <w:rStyle w:val="libArabicChar"/>
          <w:rFonts w:hint="cs"/>
          <w:rtl/>
        </w:rPr>
        <w:t>ار</w:t>
      </w:r>
    </w:p>
    <w:p w:rsidR="001F628F" w:rsidRDefault="001F628F" w:rsidP="001F628F">
      <w:pPr>
        <w:pStyle w:val="libNormal"/>
        <w:rPr>
          <w:rtl/>
        </w:rPr>
      </w:pPr>
      <w:r>
        <w:rPr>
          <w:rtl/>
        </w:rPr>
        <w:t>4_انسان كے لئے دن ، رات اور چاند اور سورج كو مطيع كرنا ،توحيد خدا وند كى دليل ہے_</w:t>
      </w:r>
    </w:p>
    <w:p w:rsidR="001F628F" w:rsidRDefault="001F628F" w:rsidP="009A1D29">
      <w:pPr>
        <w:pStyle w:val="libArabic"/>
        <w:rPr>
          <w:rtl/>
        </w:rPr>
      </w:pPr>
      <w:r>
        <w:rPr>
          <w:rFonts w:hint="eastAsia"/>
          <w:rtl/>
        </w:rPr>
        <w:t>الله</w:t>
      </w:r>
      <w:r>
        <w:rPr>
          <w:rtl/>
        </w:rPr>
        <w:t xml:space="preserve"> الذى خلق ...وسخّر لكم الشمس والقمر دائبين وسخّرلكم الّيل والن</w:t>
      </w:r>
      <w:r w:rsidR="00F21947" w:rsidRPr="00B2551F">
        <w:rPr>
          <w:rFonts w:hint="cs"/>
          <w:rtl/>
        </w:rPr>
        <w:t>ه</w:t>
      </w:r>
      <w:r>
        <w:rPr>
          <w:rFonts w:hint="cs"/>
          <w:rtl/>
        </w:rPr>
        <w:t>ا</w:t>
      </w:r>
      <w:r>
        <w:rPr>
          <w:rtl/>
        </w:rPr>
        <w:t>ر</w:t>
      </w:r>
    </w:p>
    <w:p w:rsidR="001F628F" w:rsidRDefault="001F628F" w:rsidP="009A1D29">
      <w:pPr>
        <w:pStyle w:val="libNormal"/>
        <w:rPr>
          <w:rtl/>
        </w:rPr>
      </w:pPr>
      <w:r>
        <w:rPr>
          <w:rtl/>
        </w:rPr>
        <w:t>5_ سورج ،چاند اور دن اور رات كا انسان كے لئے مطيع ہونا ،بندو</w:t>
      </w:r>
      <w:r w:rsidR="00083993">
        <w:rPr>
          <w:rtl/>
        </w:rPr>
        <w:t xml:space="preserve">ں </w:t>
      </w:r>
      <w:r>
        <w:rPr>
          <w:rtl/>
        </w:rPr>
        <w:t>پرنعمت و لطف الہى كا ايك مظہرہے جو شكر وسپاس كے لائق ہے_</w:t>
      </w:r>
      <w:r w:rsidRPr="009A1D29">
        <w:rPr>
          <w:rStyle w:val="libArabicChar"/>
          <w:rFonts w:hint="eastAsia"/>
          <w:rtl/>
        </w:rPr>
        <w:t>الله</w:t>
      </w:r>
      <w:r w:rsidRPr="009A1D29">
        <w:rPr>
          <w:rStyle w:val="libArabicChar"/>
          <w:rtl/>
        </w:rPr>
        <w:t xml:space="preserve"> الذى خلق ...وسخّر لكم الشمس والقمر دائبين وسخّرلكم الّيل والن</w:t>
      </w:r>
      <w:r w:rsidR="00F21947" w:rsidRPr="00B2551F">
        <w:rPr>
          <w:rStyle w:val="libArabicChar"/>
          <w:rFonts w:hint="cs"/>
          <w:rtl/>
        </w:rPr>
        <w:t>ه</w:t>
      </w:r>
      <w:r w:rsidRPr="009A1D29">
        <w:rPr>
          <w:rStyle w:val="libArabicChar"/>
          <w:rFonts w:hint="cs"/>
          <w:rtl/>
        </w:rPr>
        <w:t>ار</w:t>
      </w:r>
    </w:p>
    <w:p w:rsidR="001F628F" w:rsidRDefault="001F628F" w:rsidP="001F628F">
      <w:pPr>
        <w:pStyle w:val="libNormal"/>
        <w:rPr>
          <w:rtl/>
        </w:rPr>
      </w:pPr>
      <w:r>
        <w:rPr>
          <w:rFonts w:hint="eastAsia"/>
          <w:rtl/>
        </w:rPr>
        <w:t>آيت</w:t>
      </w:r>
      <w:r>
        <w:rPr>
          <w:rtl/>
        </w:rPr>
        <w:t xml:space="preserve"> مجيدہ نعمات الہى كو شمار كر كے مقام احسا ن مندى اور شكر گذارى كو بيان كر رہى ہے اور آيت كا لب ولہجہ بندو</w:t>
      </w:r>
      <w:r w:rsidR="00083993">
        <w:rPr>
          <w:rtl/>
        </w:rPr>
        <w:t xml:space="preserve">ں </w:t>
      </w:r>
      <w:r>
        <w:rPr>
          <w:rtl/>
        </w:rPr>
        <w:t>كو پرورد گار كى نعمات كے سامنے شكر و سپاس كرنے كى تشويق كر رہاہے_ ياد رہے كہ بعدوالى آيت مي</w:t>
      </w:r>
      <w:r w:rsidR="00083993">
        <w:rPr>
          <w:rtl/>
        </w:rPr>
        <w:t xml:space="preserve">ں </w:t>
      </w:r>
      <w:r>
        <w:rPr>
          <w:rtl/>
        </w:rPr>
        <w:t>جملہ(</w:t>
      </w:r>
      <w:r w:rsidRPr="009A1D29">
        <w:rPr>
          <w:rStyle w:val="libArabicChar"/>
          <w:rtl/>
        </w:rPr>
        <w:t>انّ الانسن لظلوم كفّار</w:t>
      </w:r>
      <w:r>
        <w:rPr>
          <w:rtl/>
        </w:rPr>
        <w:t>) بھى اس مطلب كى تائيد كرر</w:t>
      </w:r>
      <w:r>
        <w:rPr>
          <w:rFonts w:hint="eastAsia"/>
          <w:rtl/>
        </w:rPr>
        <w:t>ہا</w:t>
      </w:r>
      <w:r>
        <w:rPr>
          <w:rtl/>
        </w:rPr>
        <w:t xml:space="preserve"> ہے_</w:t>
      </w:r>
    </w:p>
    <w:p w:rsidR="001F628F" w:rsidRDefault="001F628F" w:rsidP="001F628F">
      <w:pPr>
        <w:pStyle w:val="libNormal"/>
        <w:rPr>
          <w:rtl/>
        </w:rPr>
      </w:pPr>
      <w:r>
        <w:rPr>
          <w:rtl/>
        </w:rPr>
        <w:t>6_تمام ( مؤمن و كافر ) انسان ،عالم طبيعت سے بہرہ مند ہونے كا حق ركھتے ہي</w:t>
      </w:r>
      <w:r w:rsidR="00083993">
        <w:rPr>
          <w:rtl/>
        </w:rPr>
        <w:t xml:space="preserve">ں </w:t>
      </w:r>
      <w:r>
        <w:rPr>
          <w:rtl/>
        </w:rPr>
        <w:t>_</w:t>
      </w:r>
    </w:p>
    <w:p w:rsidR="001F628F" w:rsidRDefault="001F628F" w:rsidP="009A1D29">
      <w:pPr>
        <w:pStyle w:val="libArabic"/>
        <w:rPr>
          <w:rtl/>
        </w:rPr>
      </w:pPr>
      <w:r>
        <w:rPr>
          <w:rFonts w:hint="eastAsia"/>
          <w:rtl/>
        </w:rPr>
        <w:t>الله</w:t>
      </w:r>
      <w:r>
        <w:rPr>
          <w:rtl/>
        </w:rPr>
        <w:t xml:space="preserve"> الذى خلق ...رزقًالكم ...وسخّر لكم الشمس والقمر دائبين وسخّرلكم الّيل والن</w:t>
      </w:r>
      <w:r w:rsidR="00F21947" w:rsidRPr="00B2551F">
        <w:rPr>
          <w:rFonts w:hint="cs"/>
          <w:rtl/>
        </w:rPr>
        <w:t>ه</w:t>
      </w:r>
      <w:r>
        <w:rPr>
          <w:rFonts w:hint="cs"/>
          <w:rtl/>
        </w:rPr>
        <w:t>ار</w:t>
      </w:r>
    </w:p>
    <w:p w:rsidR="001F628F" w:rsidRDefault="001F628F" w:rsidP="001F628F">
      <w:pPr>
        <w:pStyle w:val="libNormal"/>
        <w:rPr>
          <w:rtl/>
        </w:rPr>
      </w:pPr>
      <w:r>
        <w:rPr>
          <w:rtl/>
        </w:rPr>
        <w:t>7_نظام خلقت كا با ضابطہ ،با مقصد اور منظم ہونا _</w:t>
      </w:r>
    </w:p>
    <w:p w:rsidR="001F628F" w:rsidRDefault="001F628F" w:rsidP="009A1D29">
      <w:pPr>
        <w:pStyle w:val="libArabic"/>
        <w:rPr>
          <w:rtl/>
        </w:rPr>
      </w:pPr>
      <w:r>
        <w:rPr>
          <w:rFonts w:hint="eastAsia"/>
          <w:rtl/>
        </w:rPr>
        <w:t>الله</w:t>
      </w:r>
      <w:r>
        <w:rPr>
          <w:rtl/>
        </w:rPr>
        <w:t xml:space="preserve"> الذى خلق السموت والا رض ... رزقًالكم ... وسخّر لكم الشمس والقمر دائبين وسخّرلكم الّيل والن</w:t>
      </w:r>
      <w:r w:rsidR="00F21947" w:rsidRPr="00B2551F">
        <w:rPr>
          <w:rFonts w:hint="cs"/>
          <w:rtl/>
        </w:rPr>
        <w:t>ه</w:t>
      </w:r>
      <w:r>
        <w:rPr>
          <w:rFonts w:hint="cs"/>
          <w:rtl/>
        </w:rPr>
        <w:t>ار</w:t>
      </w:r>
    </w:p>
    <w:p w:rsidR="001F628F" w:rsidRDefault="001F628F" w:rsidP="001F628F">
      <w:pPr>
        <w:pStyle w:val="libNormal"/>
        <w:rPr>
          <w:rtl/>
        </w:rPr>
      </w:pPr>
      <w:r>
        <w:rPr>
          <w:rtl/>
        </w:rPr>
        <w:t>8_ مادى دنيا(اسمان،زمين ،چاند،سورج اوربارش وغيرہ )كے نظام خلقت كا انسان كى خدمت مي</w:t>
      </w:r>
      <w:r w:rsidR="00083993">
        <w:rPr>
          <w:rtl/>
        </w:rPr>
        <w:t xml:space="preserve">ں </w:t>
      </w:r>
      <w:r>
        <w:rPr>
          <w:rtl/>
        </w:rPr>
        <w:t>اور اس كى ضروريات ،خواہشات اور مصلحتو</w:t>
      </w:r>
      <w:r w:rsidR="00083993">
        <w:rPr>
          <w:rtl/>
        </w:rPr>
        <w:t xml:space="preserve">ں </w:t>
      </w:r>
      <w:r>
        <w:rPr>
          <w:rtl/>
        </w:rPr>
        <w:t>كے مطابق ہونا_</w:t>
      </w:r>
    </w:p>
    <w:p w:rsidR="001F628F" w:rsidRDefault="001F628F" w:rsidP="009A1D29">
      <w:pPr>
        <w:pStyle w:val="libArabic"/>
        <w:rPr>
          <w:rtl/>
        </w:rPr>
      </w:pPr>
      <w:r>
        <w:rPr>
          <w:rFonts w:hint="eastAsia"/>
          <w:rtl/>
        </w:rPr>
        <w:t>الله</w:t>
      </w:r>
      <w:r>
        <w:rPr>
          <w:rtl/>
        </w:rPr>
        <w:t xml:space="preserve"> الذى خلق السموت والا رض ... رزقًالكم ... وسخّر لكم الشمس والقمر دائبين وسخّرلكم الّيل والن</w:t>
      </w:r>
      <w:r w:rsidR="00F21947" w:rsidRPr="00B2551F">
        <w:rPr>
          <w:rFonts w:hint="cs"/>
          <w:rtl/>
        </w:rPr>
        <w:t>ه</w:t>
      </w:r>
      <w:r>
        <w:rPr>
          <w:rFonts w:hint="cs"/>
          <w:rtl/>
        </w:rPr>
        <w:t>ار</w:t>
      </w:r>
    </w:p>
    <w:p w:rsidR="001F628F" w:rsidRDefault="001F628F" w:rsidP="001F628F">
      <w:pPr>
        <w:pStyle w:val="libNormal"/>
        <w:rPr>
          <w:rtl/>
        </w:rPr>
      </w:pPr>
      <w:r>
        <w:rPr>
          <w:rFonts w:hint="eastAsia"/>
          <w:rtl/>
        </w:rPr>
        <w:t>يہ</w:t>
      </w:r>
      <w:r>
        <w:rPr>
          <w:rtl/>
        </w:rPr>
        <w:t xml:space="preserve"> جو خداوند متعال نے فرمايا ہے كہ مي</w:t>
      </w:r>
      <w:r w:rsidR="00083993">
        <w:rPr>
          <w:rtl/>
        </w:rPr>
        <w:t xml:space="preserve">ں </w:t>
      </w:r>
      <w:r>
        <w:rPr>
          <w:rtl/>
        </w:rPr>
        <w:t>نے اسمان،زمين ،چاند،سورج وغيرہ كوانسان كے لئے مسخر و مطيع كر ديا ہے _اس سے معلوم ہو تا ہے كہ يہ سب چيزي</w:t>
      </w:r>
      <w:r w:rsidR="00083993">
        <w:rPr>
          <w:rtl/>
        </w:rPr>
        <w:t xml:space="preserve">ں </w:t>
      </w:r>
      <w:r>
        <w:rPr>
          <w:rtl/>
        </w:rPr>
        <w:t>انسان كى خلقت اور اس كى ضروريات كے ساتھ ہم اہنگ ہي</w:t>
      </w:r>
      <w:r w:rsidR="00083993">
        <w:rPr>
          <w:rtl/>
        </w:rPr>
        <w:t xml:space="preserve">ں </w:t>
      </w:r>
      <w:r>
        <w:rPr>
          <w:rtl/>
        </w:rPr>
        <w:t>_</w:t>
      </w:r>
    </w:p>
    <w:p w:rsidR="001F628F" w:rsidRDefault="001F628F" w:rsidP="001F628F">
      <w:pPr>
        <w:pStyle w:val="libNormal"/>
        <w:rPr>
          <w:rtl/>
        </w:rPr>
      </w:pPr>
      <w:r>
        <w:rPr>
          <w:rtl/>
        </w:rPr>
        <w:t>9_انسان، نظام خلقت اور مادى دنيا كى انتہائي با شرافت اور بلند مر تبہ مخلوق ہے_</w:t>
      </w:r>
    </w:p>
    <w:p w:rsidR="001F628F" w:rsidRDefault="001F628F" w:rsidP="009A1D29">
      <w:pPr>
        <w:pStyle w:val="libArabic"/>
        <w:rPr>
          <w:rtl/>
        </w:rPr>
      </w:pPr>
      <w:r>
        <w:rPr>
          <w:rFonts w:hint="eastAsia"/>
          <w:rtl/>
        </w:rPr>
        <w:t>الله</w:t>
      </w:r>
      <w:r>
        <w:rPr>
          <w:rtl/>
        </w:rPr>
        <w:t xml:space="preserve"> الذى خلق السموت والا رض ... رزقًالكم ... وسخّر لكم الشمس والقمر دائبين وسخّرلكم الّيل والن</w:t>
      </w:r>
      <w:r w:rsidR="00F21947" w:rsidRPr="00B2551F">
        <w:rPr>
          <w:rFonts w:hint="cs"/>
          <w:rtl/>
        </w:rPr>
        <w:t>ه</w:t>
      </w:r>
      <w:r>
        <w:rPr>
          <w:rFonts w:hint="cs"/>
          <w:rtl/>
        </w:rPr>
        <w:t>ار</w:t>
      </w:r>
    </w:p>
    <w:p w:rsidR="001F628F" w:rsidRDefault="001F628F" w:rsidP="001F628F">
      <w:pPr>
        <w:pStyle w:val="libNormal"/>
        <w:rPr>
          <w:rtl/>
        </w:rPr>
      </w:pPr>
      <w:r>
        <w:rPr>
          <w:rFonts w:hint="eastAsia"/>
          <w:rtl/>
        </w:rPr>
        <w:t>يہ</w:t>
      </w:r>
      <w:r>
        <w:rPr>
          <w:rtl/>
        </w:rPr>
        <w:t xml:space="preserve"> كہ اسمان،زمين ،چاند،سورج وغيرہ اپنى تمام تر عظمت كے ساتھ انسان كے لئے مطيع بنا ديئے</w:t>
      </w:r>
    </w:p>
    <w:p w:rsidR="009A1D29" w:rsidRDefault="001E7F9D" w:rsidP="00F73EDE">
      <w:pPr>
        <w:pStyle w:val="libPoemTini"/>
        <w:rPr>
          <w:rtl/>
        </w:rPr>
      </w:pPr>
      <w:r>
        <w:rPr>
          <w:rtl/>
        </w:rPr>
        <w:br w:type="page"/>
      </w:r>
    </w:p>
    <w:p w:rsidR="001F628F" w:rsidRDefault="001F628F" w:rsidP="009A1D29">
      <w:pPr>
        <w:pStyle w:val="libNormal"/>
        <w:rPr>
          <w:rtl/>
        </w:rPr>
      </w:pPr>
      <w:r>
        <w:rPr>
          <w:rFonts w:hint="eastAsia"/>
          <w:rtl/>
        </w:rPr>
        <w:lastRenderedPageBreak/>
        <w:t>گئے</w:t>
      </w:r>
      <w:r>
        <w:rPr>
          <w:rtl/>
        </w:rPr>
        <w:t xml:space="preserve"> ہي</w:t>
      </w:r>
      <w:r w:rsidR="00083993">
        <w:rPr>
          <w:rtl/>
        </w:rPr>
        <w:t xml:space="preserve">ں </w:t>
      </w:r>
      <w:r>
        <w:rPr>
          <w:rtl/>
        </w:rPr>
        <w:t>اس سے معلوم ہوتا ہے كہ انسان ان سب سے زيادہ باعظمت اور قابل قدر مخلوق ہے يا كم از كم ايك خاص شرافت اور مرتبے كا حامل ہے_</w:t>
      </w:r>
    </w:p>
    <w:p w:rsidR="001F628F" w:rsidRDefault="001F628F" w:rsidP="001F628F">
      <w:pPr>
        <w:pStyle w:val="libNormal"/>
        <w:rPr>
          <w:rtl/>
        </w:rPr>
      </w:pPr>
      <w:r>
        <w:rPr>
          <w:rtl/>
        </w:rPr>
        <w:t>10_سمندر ،دريا ،سورج ،چاند اور دن ،رات مي</w:t>
      </w:r>
      <w:r w:rsidR="00083993">
        <w:rPr>
          <w:rtl/>
        </w:rPr>
        <w:t xml:space="preserve">ں </w:t>
      </w:r>
      <w:r>
        <w:rPr>
          <w:rtl/>
        </w:rPr>
        <w:t>سے ہر ايك معرفت خدا كى الگ نشانى اور انسان كى ضروريات مي</w:t>
      </w:r>
      <w:r w:rsidR="00083993">
        <w:rPr>
          <w:rtl/>
        </w:rPr>
        <w:t xml:space="preserve">ں </w:t>
      </w:r>
      <w:r>
        <w:rPr>
          <w:rtl/>
        </w:rPr>
        <w:t>سے كسى ايك ضرورت كو پورا كرنے والى چيز ہے_</w:t>
      </w:r>
    </w:p>
    <w:p w:rsidR="001F628F" w:rsidRDefault="001F628F" w:rsidP="009A1D29">
      <w:pPr>
        <w:pStyle w:val="libArabic"/>
        <w:rPr>
          <w:rtl/>
        </w:rPr>
      </w:pPr>
      <w:r>
        <w:rPr>
          <w:rFonts w:hint="eastAsia"/>
          <w:rtl/>
        </w:rPr>
        <w:t>وسخّرلكم</w:t>
      </w:r>
      <w:r>
        <w:rPr>
          <w:rtl/>
        </w:rPr>
        <w:t xml:space="preserve"> الفلك ...وسخّرلكم </w:t>
      </w:r>
      <w:r w:rsidR="00E42C70" w:rsidRPr="00E42C70">
        <w:rPr>
          <w:rtl/>
        </w:rPr>
        <w:t>الا نهار</w:t>
      </w:r>
      <w:r>
        <w:rPr>
          <w:rtl/>
        </w:rPr>
        <w:t>_</w:t>
      </w:r>
      <w:r>
        <w:rPr>
          <w:rFonts w:hint="cs"/>
          <w:rtl/>
        </w:rPr>
        <w:t>وسخّر</w:t>
      </w:r>
      <w:r>
        <w:rPr>
          <w:rtl/>
        </w:rPr>
        <w:t xml:space="preserve"> </w:t>
      </w:r>
      <w:r>
        <w:rPr>
          <w:rFonts w:hint="cs"/>
          <w:rtl/>
        </w:rPr>
        <w:t>لكم</w:t>
      </w:r>
      <w:r>
        <w:rPr>
          <w:rtl/>
        </w:rPr>
        <w:t xml:space="preserve"> </w:t>
      </w:r>
      <w:r>
        <w:rPr>
          <w:rFonts w:hint="cs"/>
          <w:rtl/>
        </w:rPr>
        <w:t>الشمس</w:t>
      </w:r>
      <w:r>
        <w:rPr>
          <w:rtl/>
        </w:rPr>
        <w:t xml:space="preserve"> </w:t>
      </w:r>
      <w:r>
        <w:rPr>
          <w:rFonts w:hint="cs"/>
          <w:rtl/>
        </w:rPr>
        <w:t>والقم</w:t>
      </w:r>
      <w:r>
        <w:rPr>
          <w:rtl/>
        </w:rPr>
        <w:t>ر دائبين وسخّرلكم الّيل والن</w:t>
      </w:r>
      <w:r w:rsidR="00F21947" w:rsidRPr="00B2551F">
        <w:rPr>
          <w:rFonts w:hint="cs"/>
          <w:rtl/>
        </w:rPr>
        <w:t>ه</w:t>
      </w:r>
      <w:r>
        <w:rPr>
          <w:rFonts w:hint="cs"/>
          <w:rtl/>
        </w:rPr>
        <w:t>ار</w:t>
      </w:r>
    </w:p>
    <w:p w:rsidR="001F628F" w:rsidRDefault="001F628F" w:rsidP="009A1D29">
      <w:pPr>
        <w:pStyle w:val="libNormal"/>
        <w:rPr>
          <w:rtl/>
        </w:rPr>
      </w:pPr>
      <w:r>
        <w:rPr>
          <w:rFonts w:hint="eastAsia"/>
          <w:rtl/>
        </w:rPr>
        <w:t>خلقت</w:t>
      </w:r>
      <w:r>
        <w:rPr>
          <w:rtl/>
        </w:rPr>
        <w:t>:</w:t>
      </w:r>
      <w:r>
        <w:rPr>
          <w:rFonts w:hint="eastAsia"/>
          <w:rtl/>
        </w:rPr>
        <w:t>خلقتاور</w:t>
      </w:r>
      <w:r>
        <w:rPr>
          <w:rtl/>
        </w:rPr>
        <w:t xml:space="preserve"> انسانى مصلحتي</w:t>
      </w:r>
      <w:r w:rsidR="00083993">
        <w:rPr>
          <w:rtl/>
        </w:rPr>
        <w:t xml:space="preserve">ں </w:t>
      </w:r>
      <w:r>
        <w:rPr>
          <w:rtl/>
        </w:rPr>
        <w:t>8; خلقتاور انسانى ضروريات 8 ;خلقت كا باضابطہ ہونا 7 ; موجودات خلقت9;نظم خلقت 7; خلقتكا بامقصد ہونا 7; خلقتكى ہم اہنگي8</w:t>
      </w:r>
    </w:p>
    <w:p w:rsidR="001F628F" w:rsidRDefault="001F628F" w:rsidP="009A1D29">
      <w:pPr>
        <w:pStyle w:val="libNormal"/>
        <w:rPr>
          <w:rtl/>
        </w:rPr>
      </w:pPr>
      <w:r>
        <w:rPr>
          <w:rFonts w:hint="eastAsia"/>
          <w:rtl/>
        </w:rPr>
        <w:t>الله</w:t>
      </w:r>
      <w:r>
        <w:rPr>
          <w:rtl/>
        </w:rPr>
        <w:t xml:space="preserve"> كى نشانيا</w:t>
      </w:r>
      <w:r w:rsidR="00083993">
        <w:rPr>
          <w:rtl/>
        </w:rPr>
        <w:t xml:space="preserve">ں </w:t>
      </w:r>
      <w:r>
        <w:rPr>
          <w:rtl/>
        </w:rPr>
        <w:t>:</w:t>
      </w:r>
      <w:r>
        <w:rPr>
          <w:rFonts w:hint="eastAsia"/>
          <w:rtl/>
        </w:rPr>
        <w:t>افاقى</w:t>
      </w:r>
      <w:r>
        <w:rPr>
          <w:rtl/>
        </w:rPr>
        <w:t xml:space="preserve"> نشانيا</w:t>
      </w:r>
      <w:r w:rsidR="00083993">
        <w:rPr>
          <w:rtl/>
        </w:rPr>
        <w:t xml:space="preserve">ں </w:t>
      </w:r>
      <w:r>
        <w:rPr>
          <w:rtl/>
        </w:rPr>
        <w:t>4،10</w:t>
      </w:r>
    </w:p>
    <w:p w:rsidR="001F628F" w:rsidRDefault="001F628F" w:rsidP="009A1D29">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1،3;الله تعالى كى معرفت كے دلائل 10;الله تعالى كے لطف كى نشانيا</w:t>
      </w:r>
      <w:r w:rsidR="00083993">
        <w:rPr>
          <w:rtl/>
        </w:rPr>
        <w:t xml:space="preserve">ں </w:t>
      </w:r>
      <w:r>
        <w:rPr>
          <w:rtl/>
        </w:rPr>
        <w:t>5;الله تعالى كى نعمتي</w:t>
      </w:r>
      <w:r w:rsidR="00083993">
        <w:rPr>
          <w:rtl/>
        </w:rPr>
        <w:t xml:space="preserve">ں </w:t>
      </w:r>
      <w:r>
        <w:rPr>
          <w:rtl/>
        </w:rPr>
        <w:t>5</w:t>
      </w:r>
    </w:p>
    <w:p w:rsidR="001F628F" w:rsidRDefault="001F628F" w:rsidP="009A1D29">
      <w:pPr>
        <w:pStyle w:val="libNormal"/>
        <w:rPr>
          <w:rtl/>
        </w:rPr>
      </w:pPr>
      <w:r>
        <w:rPr>
          <w:rFonts w:hint="eastAsia"/>
          <w:rtl/>
        </w:rPr>
        <w:t>انسان</w:t>
      </w:r>
      <w:r>
        <w:rPr>
          <w:rtl/>
        </w:rPr>
        <w:t>:</w:t>
      </w:r>
      <w:r>
        <w:rPr>
          <w:rFonts w:hint="eastAsia"/>
          <w:rtl/>
        </w:rPr>
        <w:t>انسان</w:t>
      </w:r>
      <w:r>
        <w:rPr>
          <w:rtl/>
        </w:rPr>
        <w:t xml:space="preserve"> كے حقوق 6;انسان كى عظمت 9;انسان كے فضائل1،3،8،9;انسانى ضروريات پورى ہونے كے منابع10;انسانى ضروريات3</w:t>
      </w:r>
    </w:p>
    <w:p w:rsidR="001F628F" w:rsidRDefault="001F628F" w:rsidP="009A1D29">
      <w:pPr>
        <w:pStyle w:val="libNormal"/>
        <w:rPr>
          <w:rtl/>
        </w:rPr>
      </w:pPr>
      <w:r>
        <w:rPr>
          <w:rFonts w:hint="eastAsia"/>
          <w:rtl/>
        </w:rPr>
        <w:t>توحيد</w:t>
      </w:r>
      <w:r>
        <w:rPr>
          <w:rtl/>
        </w:rPr>
        <w:t>:</w:t>
      </w:r>
      <w:r>
        <w:rPr>
          <w:rFonts w:hint="eastAsia"/>
          <w:rtl/>
        </w:rPr>
        <w:t>توحيد</w:t>
      </w:r>
      <w:r>
        <w:rPr>
          <w:rtl/>
        </w:rPr>
        <w:t xml:space="preserve"> كے دلائل 4</w:t>
      </w:r>
    </w:p>
    <w:p w:rsidR="001F628F" w:rsidRDefault="001F628F" w:rsidP="009A1D29">
      <w:pPr>
        <w:pStyle w:val="libNormal"/>
        <w:rPr>
          <w:rtl/>
        </w:rPr>
      </w:pPr>
      <w:r>
        <w:rPr>
          <w:rFonts w:hint="eastAsia"/>
          <w:rtl/>
        </w:rPr>
        <w:t>چاند</w:t>
      </w:r>
      <w:r>
        <w:rPr>
          <w:rtl/>
        </w:rPr>
        <w:t>:</w:t>
      </w:r>
      <w:r>
        <w:rPr>
          <w:rFonts w:hint="eastAsia"/>
          <w:rtl/>
        </w:rPr>
        <w:t>چاند</w:t>
      </w:r>
      <w:r>
        <w:rPr>
          <w:rtl/>
        </w:rPr>
        <w:t xml:space="preserve"> كى گردش كا دوام 2;چاند كى تسخير 1،4،5 ; چاندكا كردار 10</w:t>
      </w:r>
    </w:p>
    <w:p w:rsidR="001F628F" w:rsidRDefault="001F628F" w:rsidP="009A1D29">
      <w:pPr>
        <w:pStyle w:val="libNormal"/>
        <w:rPr>
          <w:rtl/>
        </w:rPr>
      </w:pPr>
      <w:r>
        <w:rPr>
          <w:rFonts w:hint="eastAsia"/>
          <w:rtl/>
        </w:rPr>
        <w:t>حقوق</w:t>
      </w:r>
      <w:r>
        <w:rPr>
          <w:rtl/>
        </w:rPr>
        <w:t xml:space="preserve"> :</w:t>
      </w:r>
      <w:r>
        <w:rPr>
          <w:rFonts w:hint="eastAsia"/>
          <w:rtl/>
        </w:rPr>
        <w:t>حق</w:t>
      </w:r>
      <w:r>
        <w:rPr>
          <w:rtl/>
        </w:rPr>
        <w:t xml:space="preserve"> تمتع 6</w:t>
      </w:r>
    </w:p>
    <w:p w:rsidR="001F628F" w:rsidRDefault="001F628F" w:rsidP="009A1D29">
      <w:pPr>
        <w:pStyle w:val="libNormal"/>
        <w:rPr>
          <w:rtl/>
        </w:rPr>
      </w:pPr>
      <w:r>
        <w:rPr>
          <w:rFonts w:hint="eastAsia"/>
          <w:rtl/>
        </w:rPr>
        <w:t>دن</w:t>
      </w:r>
      <w:r>
        <w:rPr>
          <w:rtl/>
        </w:rPr>
        <w:t>:</w:t>
      </w:r>
      <w:r>
        <w:rPr>
          <w:rFonts w:hint="eastAsia"/>
          <w:rtl/>
        </w:rPr>
        <w:t>دنو</w:t>
      </w:r>
      <w:r w:rsidR="00083993">
        <w:rPr>
          <w:rFonts w:hint="eastAsia"/>
          <w:rtl/>
        </w:rPr>
        <w:t xml:space="preserve">ں </w:t>
      </w:r>
      <w:r>
        <w:rPr>
          <w:rtl/>
        </w:rPr>
        <w:t>كى تسخير 3،5;دنو</w:t>
      </w:r>
      <w:r w:rsidR="00083993">
        <w:rPr>
          <w:rtl/>
        </w:rPr>
        <w:t xml:space="preserve">ں </w:t>
      </w:r>
      <w:r>
        <w:rPr>
          <w:rtl/>
        </w:rPr>
        <w:t>كى تسخير كا كردار 4 دنو</w:t>
      </w:r>
      <w:r w:rsidR="00083993">
        <w:rPr>
          <w:rtl/>
        </w:rPr>
        <w:t xml:space="preserve">ں </w:t>
      </w:r>
      <w:r>
        <w:rPr>
          <w:rtl/>
        </w:rPr>
        <w:t>كا كردار 10</w:t>
      </w:r>
    </w:p>
    <w:p w:rsidR="001F628F" w:rsidRDefault="001F628F" w:rsidP="009A1D29">
      <w:pPr>
        <w:pStyle w:val="libNormal"/>
        <w:rPr>
          <w:rtl/>
        </w:rPr>
      </w:pPr>
      <w:r>
        <w:rPr>
          <w:rFonts w:hint="eastAsia"/>
          <w:rtl/>
        </w:rPr>
        <w:t>رات</w:t>
      </w:r>
      <w:r>
        <w:rPr>
          <w:rtl/>
        </w:rPr>
        <w:t>:</w:t>
      </w:r>
      <w:r>
        <w:rPr>
          <w:rFonts w:hint="eastAsia"/>
          <w:rtl/>
        </w:rPr>
        <w:t>رات</w:t>
      </w:r>
      <w:r>
        <w:rPr>
          <w:rtl/>
        </w:rPr>
        <w:t xml:space="preserve"> كى تسخير 3،4،5;رات كا كردار10</w:t>
      </w:r>
    </w:p>
    <w:p w:rsidR="001F628F" w:rsidRDefault="001F628F" w:rsidP="009A1D29">
      <w:pPr>
        <w:pStyle w:val="libNormal"/>
        <w:rPr>
          <w:rtl/>
        </w:rPr>
      </w:pPr>
      <w:r>
        <w:rPr>
          <w:rFonts w:hint="eastAsia"/>
          <w:rtl/>
        </w:rPr>
        <w:t>سمندر</w:t>
      </w:r>
      <w:r>
        <w:rPr>
          <w:rtl/>
        </w:rPr>
        <w:t>:</w:t>
      </w:r>
      <w:r>
        <w:rPr>
          <w:rFonts w:hint="eastAsia"/>
          <w:rtl/>
        </w:rPr>
        <w:t>سمندرو</w:t>
      </w:r>
      <w:r w:rsidR="00083993">
        <w:rPr>
          <w:rFonts w:hint="eastAsia"/>
          <w:rtl/>
        </w:rPr>
        <w:t xml:space="preserve">ں </w:t>
      </w:r>
      <w:r>
        <w:rPr>
          <w:rtl/>
        </w:rPr>
        <w:t>كا كردار 10</w:t>
      </w:r>
    </w:p>
    <w:p w:rsidR="001F628F" w:rsidRDefault="001F628F" w:rsidP="009A1D29">
      <w:pPr>
        <w:pStyle w:val="libNormal"/>
        <w:rPr>
          <w:rtl/>
        </w:rPr>
      </w:pPr>
      <w:r>
        <w:rPr>
          <w:rFonts w:hint="eastAsia"/>
          <w:rtl/>
        </w:rPr>
        <w:t>سورج</w:t>
      </w:r>
      <w:r>
        <w:rPr>
          <w:rtl/>
        </w:rPr>
        <w:t>:</w:t>
      </w:r>
      <w:r>
        <w:rPr>
          <w:rFonts w:hint="eastAsia"/>
          <w:rtl/>
        </w:rPr>
        <w:t>سورج</w:t>
      </w:r>
      <w:r>
        <w:rPr>
          <w:rtl/>
        </w:rPr>
        <w:t xml:space="preserve"> كى گردش كا داوم 2;سورج كى تسخير 1،4، 5; سورج كا كردار10</w:t>
      </w:r>
    </w:p>
    <w:p w:rsidR="001F628F" w:rsidRDefault="001F628F" w:rsidP="009A1D29">
      <w:pPr>
        <w:pStyle w:val="libNormal"/>
        <w:rPr>
          <w:rtl/>
        </w:rPr>
      </w:pPr>
      <w:r>
        <w:rPr>
          <w:rFonts w:hint="eastAsia"/>
          <w:rtl/>
        </w:rPr>
        <w:t>شكر</w:t>
      </w:r>
      <w:r>
        <w:rPr>
          <w:rtl/>
        </w:rPr>
        <w:t>:</w:t>
      </w:r>
      <w:r>
        <w:rPr>
          <w:rFonts w:hint="eastAsia"/>
          <w:rtl/>
        </w:rPr>
        <w:t>شكر</w:t>
      </w:r>
      <w:r>
        <w:rPr>
          <w:rtl/>
        </w:rPr>
        <w:t xml:space="preserve"> نعمت كى اہميت 5</w:t>
      </w:r>
    </w:p>
    <w:p w:rsidR="009A1D29" w:rsidRDefault="001E7F9D" w:rsidP="00F73EDE">
      <w:pPr>
        <w:pStyle w:val="libPoemTini"/>
        <w:rPr>
          <w:rtl/>
        </w:rPr>
      </w:pPr>
      <w:r>
        <w:rPr>
          <w:rtl/>
        </w:rPr>
        <w:cr/>
      </w:r>
      <w:r>
        <w:rPr>
          <w:rtl/>
        </w:rPr>
        <w:br w:type="page"/>
      </w:r>
    </w:p>
    <w:p w:rsidR="001F628F" w:rsidRDefault="001F628F" w:rsidP="009A1D29">
      <w:pPr>
        <w:pStyle w:val="libNormal"/>
        <w:rPr>
          <w:rtl/>
        </w:rPr>
      </w:pPr>
      <w:r>
        <w:rPr>
          <w:rFonts w:hint="eastAsia"/>
          <w:rtl/>
        </w:rPr>
        <w:lastRenderedPageBreak/>
        <w:t>ضروريات</w:t>
      </w:r>
      <w:r>
        <w:rPr>
          <w:rtl/>
        </w:rPr>
        <w:t>:</w:t>
      </w:r>
      <w:r>
        <w:rPr>
          <w:rFonts w:hint="eastAsia"/>
          <w:rtl/>
        </w:rPr>
        <w:t>ضروريات</w:t>
      </w:r>
      <w:r>
        <w:rPr>
          <w:rtl/>
        </w:rPr>
        <w:t xml:space="preserve"> پورى ہونے كے منابع 10</w:t>
      </w:r>
    </w:p>
    <w:p w:rsidR="001F628F" w:rsidRDefault="001F628F" w:rsidP="009A1D29">
      <w:pPr>
        <w:pStyle w:val="libNormal"/>
        <w:rPr>
          <w:rtl/>
        </w:rPr>
      </w:pPr>
      <w:r>
        <w:rPr>
          <w:rFonts w:hint="eastAsia"/>
          <w:rtl/>
        </w:rPr>
        <w:t>طبيعت</w:t>
      </w:r>
      <w:r>
        <w:rPr>
          <w:rtl/>
        </w:rPr>
        <w:t>:</w:t>
      </w:r>
      <w:r>
        <w:rPr>
          <w:rFonts w:hint="eastAsia"/>
          <w:rtl/>
        </w:rPr>
        <w:t>طبيعت</w:t>
      </w:r>
      <w:r>
        <w:rPr>
          <w:rtl/>
        </w:rPr>
        <w:t xml:space="preserve"> سے استفادہ6</w:t>
      </w:r>
    </w:p>
    <w:p w:rsidR="001F628F" w:rsidRDefault="001F628F" w:rsidP="009A1D29">
      <w:pPr>
        <w:pStyle w:val="libNormal"/>
        <w:rPr>
          <w:rtl/>
        </w:rPr>
      </w:pPr>
      <w:r>
        <w:rPr>
          <w:rFonts w:hint="eastAsia"/>
          <w:rtl/>
        </w:rPr>
        <w:t>نہر</w:t>
      </w:r>
      <w:r>
        <w:rPr>
          <w:rtl/>
        </w:rPr>
        <w:t>:</w:t>
      </w:r>
      <w:r>
        <w:rPr>
          <w:rFonts w:hint="eastAsia"/>
          <w:rtl/>
        </w:rPr>
        <w:t>نہرو</w:t>
      </w:r>
      <w:r w:rsidR="00083993">
        <w:rPr>
          <w:rFonts w:hint="eastAsia"/>
          <w:rtl/>
        </w:rPr>
        <w:t xml:space="preserve">ں </w:t>
      </w:r>
      <w:r>
        <w:rPr>
          <w:rtl/>
        </w:rPr>
        <w:t>كے فوائد 10;نہرو</w:t>
      </w:r>
      <w:r w:rsidR="00083993">
        <w:rPr>
          <w:rtl/>
        </w:rPr>
        <w:t xml:space="preserve">ں </w:t>
      </w:r>
      <w:r>
        <w:rPr>
          <w:rtl/>
        </w:rPr>
        <w:t>كا كردار10</w:t>
      </w:r>
    </w:p>
    <w:p w:rsidR="001F628F" w:rsidRPr="00120F63" w:rsidRDefault="009A1D29" w:rsidP="009A1D29">
      <w:pPr>
        <w:pStyle w:val="Heading2Center"/>
        <w:rPr>
          <w:rtl/>
        </w:rPr>
      </w:pPr>
      <w:bookmarkStart w:id="34" w:name="_Toc28081712"/>
      <w:r>
        <w:rPr>
          <w:rFonts w:hint="cs"/>
          <w:rtl/>
        </w:rPr>
        <w:t xml:space="preserve">آیت </w:t>
      </w:r>
      <w:r w:rsidRPr="00120F63">
        <w:rPr>
          <w:rFonts w:hint="cs"/>
          <w:rtl/>
        </w:rPr>
        <w:t>34</w:t>
      </w:r>
      <w:bookmarkEnd w:id="34"/>
    </w:p>
    <w:p w:rsidR="001F628F" w:rsidRDefault="00E260F9" w:rsidP="009A1D29">
      <w:pPr>
        <w:pStyle w:val="libNormal"/>
        <w:rPr>
          <w:rtl/>
        </w:rPr>
      </w:pPr>
      <w:r w:rsidRPr="00E260F9">
        <w:rPr>
          <w:rStyle w:val="libAlaemChar"/>
          <w:rFonts w:hint="eastAsia"/>
          <w:rtl/>
        </w:rPr>
        <w:t>(</w:t>
      </w:r>
      <w:r w:rsidRPr="009A1D29">
        <w:rPr>
          <w:rStyle w:val="libAieChar"/>
          <w:rFonts w:hint="eastAsia"/>
          <w:rtl/>
        </w:rPr>
        <w:t>وَآتَاكُم</w:t>
      </w:r>
      <w:r w:rsidRPr="009A1D29">
        <w:rPr>
          <w:rStyle w:val="libAieChar"/>
          <w:rtl/>
        </w:rPr>
        <w:t xml:space="preserve"> مِّن كُلِّ مَا سَأَلْتُمُوهُ وَإِن تَعُدُّواْ نِعْمَتَ اللّهِ لاَ تُحْصُوهَا إِنَّ الإِنسَانَ لَظَلُومٌ كَفَّارٌ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جو كچھ تم نے مانگا اس مي</w:t>
      </w:r>
      <w:r w:rsidR="00083993">
        <w:rPr>
          <w:rtl/>
        </w:rPr>
        <w:t xml:space="preserve">ں </w:t>
      </w:r>
      <w:r>
        <w:rPr>
          <w:rtl/>
        </w:rPr>
        <w:t>سے كچھ نہ كچھ ضرور ديا اور اگر تم اس كى نعمتو</w:t>
      </w:r>
      <w:r w:rsidR="00083993">
        <w:rPr>
          <w:rtl/>
        </w:rPr>
        <w:t xml:space="preserve">ں </w:t>
      </w:r>
      <w:r>
        <w:rPr>
          <w:rtl/>
        </w:rPr>
        <w:t>كو شمار كرنا چاہو گے تو ہر گز شمار نہي</w:t>
      </w:r>
      <w:r w:rsidR="00083993">
        <w:rPr>
          <w:rtl/>
        </w:rPr>
        <w:t xml:space="preserve">ں </w:t>
      </w:r>
      <w:r>
        <w:rPr>
          <w:rtl/>
        </w:rPr>
        <w:t>كرسكتے بيشك انسان بڑا ظالم اور انكار كرنے والاہے _</w:t>
      </w:r>
    </w:p>
    <w:p w:rsidR="001F628F" w:rsidRDefault="001F628F" w:rsidP="001F628F">
      <w:pPr>
        <w:pStyle w:val="libNormal"/>
        <w:rPr>
          <w:rtl/>
        </w:rPr>
      </w:pPr>
      <w:r>
        <w:rPr>
          <w:rtl/>
        </w:rPr>
        <w:t>1_خداوند متعال نے انسان كے وجود كے لئے تمام ضرورى چيزي</w:t>
      </w:r>
      <w:r w:rsidR="00083993">
        <w:rPr>
          <w:rtl/>
        </w:rPr>
        <w:t xml:space="preserve">ں </w:t>
      </w:r>
      <w:r>
        <w:rPr>
          <w:rtl/>
        </w:rPr>
        <w:t>،اسے عطا كر دى ہي</w:t>
      </w:r>
      <w:r w:rsidR="00083993">
        <w:rPr>
          <w:rtl/>
        </w:rPr>
        <w:t xml:space="preserve">ں </w:t>
      </w:r>
      <w:r>
        <w:rPr>
          <w:rtl/>
        </w:rPr>
        <w:t>_</w:t>
      </w:r>
    </w:p>
    <w:p w:rsidR="001F628F" w:rsidRDefault="001F628F" w:rsidP="009A1D29">
      <w:pPr>
        <w:pStyle w:val="libArabic"/>
        <w:rPr>
          <w:rtl/>
        </w:rPr>
      </w:pPr>
      <w:r>
        <w:rPr>
          <w:rFonts w:hint="eastAsia"/>
          <w:rtl/>
        </w:rPr>
        <w:t>وء</w:t>
      </w:r>
      <w:r>
        <w:rPr>
          <w:rtl/>
        </w:rPr>
        <w:t xml:space="preserve"> اتكم من كلّ ما سا لتمو</w:t>
      </w:r>
      <w:r w:rsidR="00120F63" w:rsidRPr="00ED5DE8">
        <w:rPr>
          <w:rFonts w:hint="cs"/>
          <w:rtl/>
        </w:rPr>
        <w:t>ه</w:t>
      </w:r>
    </w:p>
    <w:p w:rsidR="001F628F" w:rsidRDefault="001F628F" w:rsidP="001F628F">
      <w:pPr>
        <w:pStyle w:val="libNormal"/>
        <w:rPr>
          <w:rtl/>
        </w:rPr>
      </w:pPr>
      <w:r>
        <w:rPr>
          <w:rFonts w:hint="eastAsia"/>
          <w:rtl/>
        </w:rPr>
        <w:t>جملہ</w:t>
      </w:r>
      <w:r>
        <w:rPr>
          <w:rtl/>
        </w:rPr>
        <w:t xml:space="preserve"> ''ما سا لتموہ'' مي</w:t>
      </w:r>
      <w:r w:rsidR="00083993">
        <w:rPr>
          <w:rtl/>
        </w:rPr>
        <w:t xml:space="preserve">ں </w:t>
      </w:r>
      <w:r>
        <w:rPr>
          <w:rtl/>
        </w:rPr>
        <w:t>سوال كے بارے مي</w:t>
      </w:r>
      <w:r w:rsidR="00083993">
        <w:rPr>
          <w:rtl/>
        </w:rPr>
        <w:t xml:space="preserve">ں </w:t>
      </w:r>
      <w:r>
        <w:rPr>
          <w:rtl/>
        </w:rPr>
        <w:t>دو احتمال ہي</w:t>
      </w:r>
      <w:r w:rsidR="00083993">
        <w:rPr>
          <w:rtl/>
        </w:rPr>
        <w:t xml:space="preserve">ں </w:t>
      </w:r>
      <w:r>
        <w:rPr>
          <w:rtl/>
        </w:rPr>
        <w:t>:ايك زبانى دعا اور درخواست كے معنى مي</w:t>
      </w:r>
      <w:r w:rsidR="00083993">
        <w:rPr>
          <w:rtl/>
        </w:rPr>
        <w:t xml:space="preserve">ں </w:t>
      </w:r>
      <w:r>
        <w:rPr>
          <w:rtl/>
        </w:rPr>
        <w:t>سوال كرنا،دوسرا انسانى وجود اور طبع كا سوال اور درخواست كرنا ;يعنى بشر كو اپنى طبيعت اور وجود مي</w:t>
      </w:r>
      <w:r w:rsidR="00083993">
        <w:rPr>
          <w:rtl/>
        </w:rPr>
        <w:t xml:space="preserve">ں </w:t>
      </w:r>
      <w:r>
        <w:rPr>
          <w:rtl/>
        </w:rPr>
        <w:t>ايك مستقل موجود كى حيثيت سے جس چيز كى ضرورت ہے وہ خدا نے اسے عط</w:t>
      </w:r>
      <w:r>
        <w:rPr>
          <w:rFonts w:hint="eastAsia"/>
          <w:rtl/>
        </w:rPr>
        <w:t>ا</w:t>
      </w:r>
      <w:r>
        <w:rPr>
          <w:rtl/>
        </w:rPr>
        <w:t xml:space="preserve"> كر دى ہے_مندرجہ بالا مطلب اسى دوسرے احتمال پر مبنى ہے_</w:t>
      </w:r>
    </w:p>
    <w:p w:rsidR="001F628F" w:rsidRDefault="001F628F" w:rsidP="009A1D29">
      <w:pPr>
        <w:pStyle w:val="libNormal"/>
        <w:rPr>
          <w:rtl/>
        </w:rPr>
      </w:pPr>
      <w:r>
        <w:rPr>
          <w:rtl/>
        </w:rPr>
        <w:t>2_انسان اپنى تمام ضروريات كو پورا كرنے مي</w:t>
      </w:r>
      <w:r w:rsidR="00083993">
        <w:rPr>
          <w:rtl/>
        </w:rPr>
        <w:t xml:space="preserve">ں </w:t>
      </w:r>
      <w:r>
        <w:rPr>
          <w:rtl/>
        </w:rPr>
        <w:t>خداوند متعال كا محتاج ہے_</w:t>
      </w:r>
      <w:r w:rsidRPr="009A1D29">
        <w:rPr>
          <w:rStyle w:val="libArabicChar"/>
          <w:rFonts w:hint="eastAsia"/>
          <w:rtl/>
        </w:rPr>
        <w:t>وء</w:t>
      </w:r>
      <w:r w:rsidRPr="009A1D29">
        <w:rPr>
          <w:rStyle w:val="libArabicChar"/>
          <w:rtl/>
        </w:rPr>
        <w:t xml:space="preserve"> اتكم من كلّ ما سا لتمو</w:t>
      </w:r>
      <w:r w:rsidR="00120F63" w:rsidRPr="00B2551F">
        <w:rPr>
          <w:rStyle w:val="libArabicChar"/>
          <w:rFonts w:hint="cs"/>
          <w:rtl/>
        </w:rPr>
        <w:t>ه</w:t>
      </w:r>
    </w:p>
    <w:p w:rsidR="001F628F" w:rsidRDefault="001F628F" w:rsidP="001F628F">
      <w:pPr>
        <w:pStyle w:val="libNormal"/>
        <w:rPr>
          <w:rtl/>
        </w:rPr>
      </w:pPr>
      <w:r>
        <w:rPr>
          <w:rFonts w:hint="eastAsia"/>
          <w:rtl/>
        </w:rPr>
        <w:t>يہ</w:t>
      </w:r>
      <w:r>
        <w:rPr>
          <w:rtl/>
        </w:rPr>
        <w:t xml:space="preserve"> جو خدا وند عالم نے فرمايا ہے كہ مي</w:t>
      </w:r>
      <w:r w:rsidR="00083993">
        <w:rPr>
          <w:rtl/>
        </w:rPr>
        <w:t xml:space="preserve">ں </w:t>
      </w:r>
      <w:r>
        <w:rPr>
          <w:rtl/>
        </w:rPr>
        <w:t>نے تمہارى تمام ضروريات اور تقاضو</w:t>
      </w:r>
      <w:r w:rsidR="00083993">
        <w:rPr>
          <w:rtl/>
        </w:rPr>
        <w:t xml:space="preserve">ں </w:t>
      </w:r>
      <w:r>
        <w:rPr>
          <w:rtl/>
        </w:rPr>
        <w:t>كو پورا كر ديا ہے ،انسان كے اپنى تمام ضروريات كو برطرف كرنے مي</w:t>
      </w:r>
      <w:r w:rsidR="00083993">
        <w:rPr>
          <w:rtl/>
        </w:rPr>
        <w:t xml:space="preserve">ں </w:t>
      </w:r>
      <w:r>
        <w:rPr>
          <w:rtl/>
        </w:rPr>
        <w:t>محتاج ہونے كى دليل ہے_</w:t>
      </w:r>
    </w:p>
    <w:p w:rsidR="001F628F" w:rsidRDefault="001F628F" w:rsidP="001F628F">
      <w:pPr>
        <w:pStyle w:val="libNormal"/>
        <w:rPr>
          <w:rtl/>
        </w:rPr>
      </w:pPr>
      <w:r>
        <w:rPr>
          <w:rtl/>
        </w:rPr>
        <w:t>3_خداو ند متعال ،انسان كى ضروريات اور خواہشات سے اگاہ اور انہي</w:t>
      </w:r>
      <w:r w:rsidR="00083993">
        <w:rPr>
          <w:rtl/>
        </w:rPr>
        <w:t xml:space="preserve">ں </w:t>
      </w:r>
      <w:r>
        <w:rPr>
          <w:rtl/>
        </w:rPr>
        <w:t>پورا كرنے پر قادر ہے_</w:t>
      </w:r>
    </w:p>
    <w:p w:rsidR="001F628F" w:rsidRDefault="001F628F" w:rsidP="009A1D29">
      <w:pPr>
        <w:pStyle w:val="libArabic"/>
        <w:rPr>
          <w:rtl/>
        </w:rPr>
      </w:pPr>
      <w:r>
        <w:rPr>
          <w:rFonts w:hint="eastAsia"/>
          <w:rtl/>
        </w:rPr>
        <w:t>وء</w:t>
      </w:r>
      <w:r>
        <w:rPr>
          <w:rtl/>
        </w:rPr>
        <w:t xml:space="preserve"> اتكم من كلّ ما سا لتمو</w:t>
      </w:r>
      <w:r w:rsidR="00120F63" w:rsidRPr="00ED5DE8">
        <w:rPr>
          <w:rFonts w:hint="cs"/>
          <w:rtl/>
        </w:rPr>
        <w:t>ه</w:t>
      </w:r>
    </w:p>
    <w:p w:rsidR="001F628F" w:rsidRDefault="001F628F" w:rsidP="001F628F">
      <w:pPr>
        <w:pStyle w:val="libNormal"/>
        <w:rPr>
          <w:rtl/>
        </w:rPr>
      </w:pPr>
      <w:r>
        <w:rPr>
          <w:rFonts w:hint="eastAsia"/>
          <w:rtl/>
        </w:rPr>
        <w:t>چونكہ</w:t>
      </w:r>
      <w:r>
        <w:rPr>
          <w:rtl/>
        </w:rPr>
        <w:t xml:space="preserve"> خدا وند عالم نے انسان كى تمام ضروريات كو پورا كر ديا ہے اس سے معلوم ہوتا ہے كہ وہ ان ضروريات سے اگاہ اور انہي</w:t>
      </w:r>
      <w:r w:rsidR="00083993">
        <w:rPr>
          <w:rtl/>
        </w:rPr>
        <w:t xml:space="preserve">ں </w:t>
      </w:r>
      <w:r>
        <w:rPr>
          <w:rtl/>
        </w:rPr>
        <w:t>عطا كرنے پر قادر (بھى ) ہے_</w:t>
      </w:r>
    </w:p>
    <w:p w:rsidR="009A1D29" w:rsidRDefault="001E7F9D" w:rsidP="00F73EDE">
      <w:pPr>
        <w:pStyle w:val="libPoemTini"/>
        <w:rPr>
          <w:rtl/>
        </w:rPr>
      </w:pPr>
      <w:r>
        <w:rPr>
          <w:rtl/>
        </w:rPr>
        <w:br w:type="page"/>
      </w:r>
    </w:p>
    <w:p w:rsidR="001F628F" w:rsidRDefault="001F628F" w:rsidP="009A1D29">
      <w:pPr>
        <w:pStyle w:val="libNormal"/>
        <w:rPr>
          <w:rtl/>
        </w:rPr>
      </w:pPr>
      <w:r>
        <w:rPr>
          <w:rtl/>
        </w:rPr>
        <w:lastRenderedPageBreak/>
        <w:t>4_خدا وند تعالى نے انسان كى درخواستو</w:t>
      </w:r>
      <w:r w:rsidR="00083993">
        <w:rPr>
          <w:rtl/>
        </w:rPr>
        <w:t xml:space="preserve">ں </w:t>
      </w:r>
      <w:r>
        <w:rPr>
          <w:rtl/>
        </w:rPr>
        <w:t>اور تقاضو</w:t>
      </w:r>
      <w:r w:rsidR="00083993">
        <w:rPr>
          <w:rtl/>
        </w:rPr>
        <w:t xml:space="preserve">ں </w:t>
      </w:r>
      <w:r>
        <w:rPr>
          <w:rtl/>
        </w:rPr>
        <w:t>مي</w:t>
      </w:r>
      <w:r w:rsidR="00083993">
        <w:rPr>
          <w:rtl/>
        </w:rPr>
        <w:t xml:space="preserve">ں </w:t>
      </w:r>
      <w:r>
        <w:rPr>
          <w:rtl/>
        </w:rPr>
        <w:t>سے بعض اسے عطا كر دى ہي</w:t>
      </w:r>
      <w:r w:rsidR="00083993">
        <w:rPr>
          <w:rtl/>
        </w:rPr>
        <w:t xml:space="preserve">ں </w:t>
      </w:r>
      <w:r>
        <w:rPr>
          <w:rtl/>
        </w:rPr>
        <w:t>_</w:t>
      </w:r>
      <w:r w:rsidRPr="009A1D29">
        <w:rPr>
          <w:rStyle w:val="libArabicChar"/>
          <w:rFonts w:hint="eastAsia"/>
          <w:rtl/>
        </w:rPr>
        <w:t>وء</w:t>
      </w:r>
      <w:r w:rsidRPr="009A1D29">
        <w:rPr>
          <w:rStyle w:val="libArabicChar"/>
          <w:rtl/>
        </w:rPr>
        <w:t xml:space="preserve"> اتكم من كلّ ما سا لتمو</w:t>
      </w:r>
      <w:r w:rsidR="00120F63" w:rsidRPr="00B2551F">
        <w:rPr>
          <w:rStyle w:val="libArabicChar"/>
          <w:rFonts w:hint="cs"/>
          <w:rtl/>
        </w:rPr>
        <w:t>ه</w:t>
      </w:r>
    </w:p>
    <w:p w:rsidR="001F628F" w:rsidRDefault="001F628F" w:rsidP="001F628F">
      <w:pPr>
        <w:pStyle w:val="libNormal"/>
        <w:rPr>
          <w:rtl/>
        </w:rPr>
      </w:pPr>
      <w:r>
        <w:rPr>
          <w:rFonts w:hint="eastAsia"/>
          <w:rtl/>
        </w:rPr>
        <w:t>مندرجہ</w:t>
      </w:r>
      <w:r>
        <w:rPr>
          <w:rtl/>
        </w:rPr>
        <w:t xml:space="preserve"> بالا مطلب اس بات پر مبنى ہے كہ جب ''من كل'' مي</w:t>
      </w:r>
      <w:r w:rsidR="00083993">
        <w:rPr>
          <w:rtl/>
        </w:rPr>
        <w:t xml:space="preserve">ں </w:t>
      </w:r>
      <w:r>
        <w:rPr>
          <w:rtl/>
        </w:rPr>
        <w:t>''من''تبعيض كے لئے ہو اور جملہ '' سا لتموہ'' مي</w:t>
      </w:r>
      <w:r w:rsidR="00083993">
        <w:rPr>
          <w:rtl/>
        </w:rPr>
        <w:t xml:space="preserve">ں </w:t>
      </w:r>
      <w:r>
        <w:rPr>
          <w:rtl/>
        </w:rPr>
        <w:t>سوال سے مراد زبانى سوال اور تقاضا ہونہ وجودى تقاضے اور درخواستي</w:t>
      </w:r>
      <w:r w:rsidR="00083993">
        <w:rPr>
          <w:rtl/>
        </w:rPr>
        <w:t xml:space="preserve">ں </w:t>
      </w:r>
      <w:r>
        <w:rPr>
          <w:rtl/>
        </w:rPr>
        <w:t>_</w:t>
      </w:r>
    </w:p>
    <w:p w:rsidR="001F628F" w:rsidRDefault="001F628F" w:rsidP="009A1D29">
      <w:pPr>
        <w:pStyle w:val="libNormal"/>
        <w:rPr>
          <w:rtl/>
        </w:rPr>
      </w:pPr>
      <w:r>
        <w:rPr>
          <w:rtl/>
        </w:rPr>
        <w:t>5_بشر كى تمام مادى ضرورتي</w:t>
      </w:r>
      <w:r w:rsidR="00083993">
        <w:rPr>
          <w:rtl/>
        </w:rPr>
        <w:t xml:space="preserve">ں </w:t>
      </w:r>
      <w:r>
        <w:rPr>
          <w:rtl/>
        </w:rPr>
        <w:t>اور تقاضے عالم طبيعت مي</w:t>
      </w:r>
      <w:r w:rsidR="00083993">
        <w:rPr>
          <w:rtl/>
        </w:rPr>
        <w:t xml:space="preserve">ں </w:t>
      </w:r>
      <w:r>
        <w:rPr>
          <w:rtl/>
        </w:rPr>
        <w:t>موجود ہي</w:t>
      </w:r>
      <w:r w:rsidR="00083993">
        <w:rPr>
          <w:rtl/>
        </w:rPr>
        <w:t xml:space="preserve">ں </w:t>
      </w:r>
      <w:r>
        <w:rPr>
          <w:rtl/>
        </w:rPr>
        <w:t>_</w:t>
      </w:r>
      <w:r w:rsidRPr="009A1D29">
        <w:rPr>
          <w:rStyle w:val="libArabicChar"/>
          <w:rFonts w:hint="eastAsia"/>
          <w:rtl/>
        </w:rPr>
        <w:t>وء</w:t>
      </w:r>
      <w:r w:rsidRPr="009A1D29">
        <w:rPr>
          <w:rStyle w:val="libArabicChar"/>
          <w:rtl/>
        </w:rPr>
        <w:t xml:space="preserve"> اتكم من كلّ ما سا لتمو</w:t>
      </w:r>
      <w:r w:rsidR="00120F63" w:rsidRPr="00B2551F">
        <w:rPr>
          <w:rStyle w:val="libArabicChar"/>
          <w:rFonts w:hint="cs"/>
          <w:rtl/>
        </w:rPr>
        <w:t>ه</w:t>
      </w:r>
    </w:p>
    <w:p w:rsidR="001F628F" w:rsidRDefault="001F628F" w:rsidP="009A1D29">
      <w:pPr>
        <w:pStyle w:val="libNormal"/>
        <w:rPr>
          <w:rtl/>
        </w:rPr>
      </w:pPr>
      <w:r>
        <w:rPr>
          <w:rtl/>
        </w:rPr>
        <w:t>6_انسان بے شمار الہى نعمتو</w:t>
      </w:r>
      <w:r w:rsidR="00083993">
        <w:rPr>
          <w:rtl/>
        </w:rPr>
        <w:t xml:space="preserve">ں </w:t>
      </w:r>
      <w:r>
        <w:rPr>
          <w:rtl/>
        </w:rPr>
        <w:t>اور احساسات سے بہرہ مند ہے_</w:t>
      </w:r>
      <w:r w:rsidRPr="009A1D29">
        <w:rPr>
          <w:rStyle w:val="libArabicChar"/>
          <w:rFonts w:hint="eastAsia"/>
          <w:rtl/>
        </w:rPr>
        <w:t>وان</w:t>
      </w:r>
      <w:r w:rsidRPr="009A1D29">
        <w:rPr>
          <w:rStyle w:val="libArabicChar"/>
          <w:rtl/>
        </w:rPr>
        <w:t xml:space="preserve"> تعدّوا نعمت الله لا تحصو</w:t>
      </w:r>
      <w:r w:rsidR="00F21947" w:rsidRPr="00B2551F">
        <w:rPr>
          <w:rStyle w:val="libArabicChar"/>
          <w:rFonts w:hint="cs"/>
          <w:rtl/>
        </w:rPr>
        <w:t>ه</w:t>
      </w:r>
      <w:r w:rsidR="00E42C70">
        <w:rPr>
          <w:rStyle w:val="libArabicChar"/>
          <w:rFonts w:hint="cs"/>
          <w:rtl/>
        </w:rPr>
        <w:t>ا</w:t>
      </w:r>
    </w:p>
    <w:p w:rsidR="001F628F" w:rsidRDefault="001F628F" w:rsidP="009A1D29">
      <w:pPr>
        <w:pStyle w:val="libNormal"/>
        <w:rPr>
          <w:rtl/>
        </w:rPr>
      </w:pPr>
      <w:r>
        <w:rPr>
          <w:rtl/>
        </w:rPr>
        <w:t>7_انسان كو عطا شدہ الہى نعمتي</w:t>
      </w:r>
      <w:r w:rsidR="00083993">
        <w:rPr>
          <w:rtl/>
        </w:rPr>
        <w:t xml:space="preserve">ں </w:t>
      </w:r>
      <w:r>
        <w:rPr>
          <w:rtl/>
        </w:rPr>
        <w:t>ہرگز شمار نہي</w:t>
      </w:r>
      <w:r w:rsidR="00083993">
        <w:rPr>
          <w:rtl/>
        </w:rPr>
        <w:t xml:space="preserve">ں </w:t>
      </w:r>
      <w:r>
        <w:rPr>
          <w:rtl/>
        </w:rPr>
        <w:t>كى جا سكتي</w:t>
      </w:r>
      <w:r w:rsidR="00083993">
        <w:rPr>
          <w:rtl/>
        </w:rPr>
        <w:t xml:space="preserve">ں </w:t>
      </w:r>
      <w:r>
        <w:rPr>
          <w:rtl/>
        </w:rPr>
        <w:t>_</w:t>
      </w:r>
      <w:r w:rsidRPr="009A1D29">
        <w:rPr>
          <w:rStyle w:val="libArabicChar"/>
          <w:rFonts w:hint="eastAsia"/>
          <w:rtl/>
        </w:rPr>
        <w:t>وان</w:t>
      </w:r>
      <w:r w:rsidRPr="009A1D29">
        <w:rPr>
          <w:rStyle w:val="libArabicChar"/>
          <w:rtl/>
        </w:rPr>
        <w:t xml:space="preserve"> تعدّوا نعمت الله لا تحصو</w:t>
      </w:r>
      <w:r w:rsidR="00F21947" w:rsidRPr="00B2551F">
        <w:rPr>
          <w:rStyle w:val="libArabicChar"/>
          <w:rFonts w:hint="cs"/>
          <w:rtl/>
        </w:rPr>
        <w:t>ه</w:t>
      </w:r>
      <w:r w:rsidR="00E42C70">
        <w:rPr>
          <w:rStyle w:val="libArabicChar"/>
          <w:rFonts w:hint="cs"/>
          <w:rtl/>
        </w:rPr>
        <w:t>ا</w:t>
      </w:r>
    </w:p>
    <w:p w:rsidR="001F628F" w:rsidRDefault="001F628F" w:rsidP="009A1D29">
      <w:pPr>
        <w:pStyle w:val="libNormal"/>
        <w:rPr>
          <w:rtl/>
        </w:rPr>
      </w:pPr>
      <w:r>
        <w:rPr>
          <w:rtl/>
        </w:rPr>
        <w:t>8_انسان كا تمام الہى نعمتو</w:t>
      </w:r>
      <w:r w:rsidR="00083993">
        <w:rPr>
          <w:rtl/>
        </w:rPr>
        <w:t xml:space="preserve">ں </w:t>
      </w:r>
      <w:r>
        <w:rPr>
          <w:rtl/>
        </w:rPr>
        <w:t>كى شناخت سے عاجز ہونا_</w:t>
      </w:r>
      <w:r w:rsidRPr="009A1D29">
        <w:rPr>
          <w:rStyle w:val="libArabicChar"/>
          <w:rFonts w:hint="eastAsia"/>
          <w:rtl/>
        </w:rPr>
        <w:t>وان</w:t>
      </w:r>
      <w:r w:rsidRPr="009A1D29">
        <w:rPr>
          <w:rStyle w:val="libArabicChar"/>
          <w:rtl/>
        </w:rPr>
        <w:t xml:space="preserve"> تعدّوا نعمت الله لا تحصو</w:t>
      </w:r>
      <w:r w:rsidR="00F21947" w:rsidRPr="00B2551F">
        <w:rPr>
          <w:rStyle w:val="libArabicChar"/>
          <w:rFonts w:hint="cs"/>
          <w:rtl/>
        </w:rPr>
        <w:t>ه</w:t>
      </w:r>
      <w:r w:rsidR="00E42C70">
        <w:rPr>
          <w:rStyle w:val="libArabicChar"/>
          <w:rFonts w:hint="cs"/>
          <w:rtl/>
        </w:rPr>
        <w:t>ا</w:t>
      </w:r>
    </w:p>
    <w:p w:rsidR="001F628F" w:rsidRDefault="001F628F" w:rsidP="001F628F">
      <w:pPr>
        <w:pStyle w:val="libNormal"/>
        <w:rPr>
          <w:rtl/>
        </w:rPr>
      </w:pPr>
      <w:r>
        <w:rPr>
          <w:rFonts w:hint="eastAsia"/>
          <w:rtl/>
        </w:rPr>
        <w:t>نعمات</w:t>
      </w:r>
      <w:r>
        <w:rPr>
          <w:rtl/>
        </w:rPr>
        <w:t xml:space="preserve"> الہى كو شمار كرنے سے انسان شايد اس وجہ سے عاجز ہو_ چونكہ وہ خدا كى بہت سى نعمتو</w:t>
      </w:r>
      <w:r w:rsidR="00083993">
        <w:rPr>
          <w:rtl/>
        </w:rPr>
        <w:t xml:space="preserve">ں </w:t>
      </w:r>
      <w:r>
        <w:rPr>
          <w:rtl/>
        </w:rPr>
        <w:t>كى شناخت نہي</w:t>
      </w:r>
      <w:r w:rsidR="00083993">
        <w:rPr>
          <w:rtl/>
        </w:rPr>
        <w:t xml:space="preserve">ں </w:t>
      </w:r>
      <w:r>
        <w:rPr>
          <w:rtl/>
        </w:rPr>
        <w:t>كر سكتاچہ جائيكہ وہ ان سب كو گن لے_</w:t>
      </w:r>
    </w:p>
    <w:p w:rsidR="001F628F" w:rsidRDefault="001F628F" w:rsidP="009A1D29">
      <w:pPr>
        <w:pStyle w:val="libNormal"/>
        <w:rPr>
          <w:rtl/>
        </w:rPr>
      </w:pPr>
      <w:r>
        <w:rPr>
          <w:rtl/>
        </w:rPr>
        <w:t>9_ہر وہ چيز كہ جو خدا وند متعال نے بشر كى ضروريات اور تقاضو</w:t>
      </w:r>
      <w:r w:rsidR="00083993">
        <w:rPr>
          <w:rtl/>
        </w:rPr>
        <w:t xml:space="preserve">ں </w:t>
      </w:r>
      <w:r>
        <w:rPr>
          <w:rtl/>
        </w:rPr>
        <w:t>كو پورا كرنے كے لئے اسے عطا كى ہے وہ اس كى نعمت اور مہربانى ہے _</w:t>
      </w:r>
      <w:r w:rsidRPr="009A1D29">
        <w:rPr>
          <w:rStyle w:val="libArabicChar"/>
          <w:rFonts w:hint="eastAsia"/>
          <w:rtl/>
        </w:rPr>
        <w:t>وء</w:t>
      </w:r>
      <w:r w:rsidRPr="009A1D29">
        <w:rPr>
          <w:rStyle w:val="libArabicChar"/>
          <w:rtl/>
        </w:rPr>
        <w:t xml:space="preserve"> اتكم من كلّ ما سا لتمو</w:t>
      </w:r>
      <w:r w:rsidR="00120F63" w:rsidRPr="00B2551F">
        <w:rPr>
          <w:rStyle w:val="libArabicChar"/>
          <w:rFonts w:hint="cs"/>
          <w:rtl/>
        </w:rPr>
        <w:t>ه</w:t>
      </w:r>
      <w:r w:rsidRPr="009A1D29">
        <w:rPr>
          <w:rStyle w:val="libArabicChar"/>
          <w:rtl/>
        </w:rPr>
        <w:t xml:space="preserve"> </w:t>
      </w:r>
      <w:r w:rsidRPr="009A1D29">
        <w:rPr>
          <w:rStyle w:val="libArabicChar"/>
          <w:rFonts w:hint="cs"/>
          <w:rtl/>
        </w:rPr>
        <w:t>وان</w:t>
      </w:r>
      <w:r w:rsidRPr="009A1D29">
        <w:rPr>
          <w:rStyle w:val="libArabicChar"/>
          <w:rtl/>
        </w:rPr>
        <w:t xml:space="preserve"> </w:t>
      </w:r>
      <w:r w:rsidRPr="009A1D29">
        <w:rPr>
          <w:rStyle w:val="libArabicChar"/>
          <w:rFonts w:hint="cs"/>
          <w:rtl/>
        </w:rPr>
        <w:t>تعدّوا</w:t>
      </w:r>
      <w:r w:rsidRPr="009A1D29">
        <w:rPr>
          <w:rStyle w:val="libArabicChar"/>
          <w:rtl/>
        </w:rPr>
        <w:t xml:space="preserve"> </w:t>
      </w:r>
      <w:r w:rsidRPr="009A1D29">
        <w:rPr>
          <w:rStyle w:val="libArabicChar"/>
          <w:rFonts w:hint="cs"/>
          <w:rtl/>
        </w:rPr>
        <w:t>نعمت</w:t>
      </w:r>
      <w:r w:rsidRPr="009A1D29">
        <w:rPr>
          <w:rStyle w:val="libArabicChar"/>
          <w:rtl/>
        </w:rPr>
        <w:t xml:space="preserve"> </w:t>
      </w:r>
      <w:r w:rsidRPr="009A1D29">
        <w:rPr>
          <w:rStyle w:val="libArabicChar"/>
          <w:rFonts w:hint="cs"/>
          <w:rtl/>
        </w:rPr>
        <w:t>الله</w:t>
      </w:r>
      <w:r w:rsidRPr="009A1D29">
        <w:rPr>
          <w:rStyle w:val="libArabicChar"/>
          <w:rtl/>
        </w:rPr>
        <w:t xml:space="preserve"> </w:t>
      </w:r>
      <w:r w:rsidRPr="009A1D29">
        <w:rPr>
          <w:rStyle w:val="libArabicChar"/>
          <w:rFonts w:hint="cs"/>
          <w:rtl/>
        </w:rPr>
        <w:t>لا</w:t>
      </w:r>
      <w:r w:rsidRPr="009A1D29">
        <w:rPr>
          <w:rStyle w:val="libArabicChar"/>
          <w:rtl/>
        </w:rPr>
        <w:t xml:space="preserve"> </w:t>
      </w:r>
      <w:r w:rsidRPr="009A1D29">
        <w:rPr>
          <w:rStyle w:val="libArabicChar"/>
          <w:rFonts w:hint="cs"/>
          <w:rtl/>
        </w:rPr>
        <w:t>تحصو</w:t>
      </w:r>
      <w:r w:rsidR="00F21947" w:rsidRPr="00B2551F">
        <w:rPr>
          <w:rStyle w:val="libArabicChar"/>
          <w:rFonts w:hint="cs"/>
          <w:rtl/>
        </w:rPr>
        <w:t>ه</w:t>
      </w:r>
      <w:r w:rsidR="00E42C70">
        <w:rPr>
          <w:rStyle w:val="libArabicChar"/>
          <w:rFonts w:hint="cs"/>
          <w:rtl/>
        </w:rPr>
        <w:t>ا</w:t>
      </w:r>
    </w:p>
    <w:p w:rsidR="001F628F" w:rsidRDefault="001F628F" w:rsidP="001F628F">
      <w:pPr>
        <w:pStyle w:val="libNormal"/>
        <w:rPr>
          <w:rtl/>
        </w:rPr>
      </w:pPr>
      <w:r>
        <w:rPr>
          <w:rFonts w:hint="eastAsia"/>
          <w:rtl/>
        </w:rPr>
        <w:t>يہ</w:t>
      </w:r>
      <w:r>
        <w:rPr>
          <w:rtl/>
        </w:rPr>
        <w:t xml:space="preserve"> كہ خدا وند متعال نے انسان كو اپنى عطا كردہ چيزو</w:t>
      </w:r>
      <w:r w:rsidR="00083993">
        <w:rPr>
          <w:rtl/>
        </w:rPr>
        <w:t xml:space="preserve">ں </w:t>
      </w:r>
      <w:r>
        <w:rPr>
          <w:rtl/>
        </w:rPr>
        <w:t>كو (</w:t>
      </w:r>
      <w:r w:rsidRPr="009A1D29">
        <w:rPr>
          <w:rStyle w:val="libArabicChar"/>
          <w:rtl/>
        </w:rPr>
        <w:t>وء اتكم من كلّ ما سا لتمو</w:t>
      </w:r>
      <w:r w:rsidR="00120F63" w:rsidRPr="00B2551F">
        <w:rPr>
          <w:rStyle w:val="libArabicChar"/>
          <w:rFonts w:hint="cs"/>
          <w:rtl/>
        </w:rPr>
        <w:t>ه</w:t>
      </w:r>
      <w:r>
        <w:rPr>
          <w:rtl/>
        </w:rPr>
        <w:t xml:space="preserve">) نعمت كہا ہے ( </w:t>
      </w:r>
      <w:r w:rsidRPr="009A1D29">
        <w:rPr>
          <w:rStyle w:val="libArabicChar"/>
          <w:rtl/>
        </w:rPr>
        <w:t>وان تعدّوا نعمت الله</w:t>
      </w:r>
      <w:r>
        <w:rPr>
          <w:rtl/>
        </w:rPr>
        <w:t xml:space="preserve"> )اس سے مندرجہ بالا مطلب اخذ ہو تا ہے_</w:t>
      </w:r>
    </w:p>
    <w:p w:rsidR="001F628F" w:rsidRDefault="001F628F" w:rsidP="001F628F">
      <w:pPr>
        <w:pStyle w:val="libNormal"/>
        <w:rPr>
          <w:rtl/>
        </w:rPr>
      </w:pPr>
      <w:r>
        <w:rPr>
          <w:rtl/>
        </w:rPr>
        <w:t>10_انسان كوخداو ند عالم كا خاص لطف اور كرم شامل ہے اور وہ اس كى بار گاہ مي</w:t>
      </w:r>
      <w:r w:rsidR="00083993">
        <w:rPr>
          <w:rtl/>
        </w:rPr>
        <w:t xml:space="preserve">ں </w:t>
      </w:r>
      <w:r>
        <w:rPr>
          <w:rtl/>
        </w:rPr>
        <w:t>خصوصى مقام و مرتبہ ركھتا ہے_</w:t>
      </w:r>
    </w:p>
    <w:p w:rsidR="001F628F" w:rsidRDefault="001F628F" w:rsidP="009A1D29">
      <w:pPr>
        <w:pStyle w:val="libArabic"/>
        <w:rPr>
          <w:rtl/>
        </w:rPr>
      </w:pPr>
      <w:r>
        <w:rPr>
          <w:rFonts w:hint="eastAsia"/>
          <w:rtl/>
        </w:rPr>
        <w:t>وء</w:t>
      </w:r>
      <w:r>
        <w:rPr>
          <w:rtl/>
        </w:rPr>
        <w:t xml:space="preserve"> اتكم من كلّ ما سا لتمو</w:t>
      </w:r>
      <w:r w:rsidR="00120F63" w:rsidRPr="00ED5DE8">
        <w:rPr>
          <w:rFonts w:hint="cs"/>
          <w:rtl/>
        </w:rPr>
        <w:t>ه</w:t>
      </w:r>
      <w:r>
        <w:rPr>
          <w:rtl/>
        </w:rPr>
        <w:t xml:space="preserve"> </w:t>
      </w:r>
      <w:r>
        <w:rPr>
          <w:rFonts w:hint="cs"/>
          <w:rtl/>
        </w:rPr>
        <w:t>وان</w:t>
      </w:r>
      <w:r>
        <w:rPr>
          <w:rtl/>
        </w:rPr>
        <w:t xml:space="preserve"> </w:t>
      </w:r>
      <w:r>
        <w:rPr>
          <w:rFonts w:hint="cs"/>
          <w:rtl/>
        </w:rPr>
        <w:t>تعدّوا</w:t>
      </w:r>
      <w:r>
        <w:rPr>
          <w:rtl/>
        </w:rPr>
        <w:t xml:space="preserve"> </w:t>
      </w:r>
      <w:r>
        <w:rPr>
          <w:rFonts w:hint="cs"/>
          <w:rtl/>
        </w:rPr>
        <w:t>نعمت</w:t>
      </w:r>
      <w:r>
        <w:rPr>
          <w:rtl/>
        </w:rPr>
        <w:t xml:space="preserve"> </w:t>
      </w:r>
      <w:r>
        <w:rPr>
          <w:rFonts w:hint="cs"/>
          <w:rtl/>
        </w:rPr>
        <w:t>الله</w:t>
      </w:r>
      <w:r>
        <w:rPr>
          <w:rtl/>
        </w:rPr>
        <w:t xml:space="preserve"> </w:t>
      </w:r>
      <w:r>
        <w:rPr>
          <w:rFonts w:hint="cs"/>
          <w:rtl/>
        </w:rPr>
        <w:t>لا</w:t>
      </w:r>
      <w:r>
        <w:rPr>
          <w:rtl/>
        </w:rPr>
        <w:t xml:space="preserve"> </w:t>
      </w:r>
      <w:r>
        <w:rPr>
          <w:rFonts w:hint="cs"/>
          <w:rtl/>
        </w:rPr>
        <w:t>تحصو</w:t>
      </w:r>
      <w:r w:rsidR="00F21947" w:rsidRPr="00B2551F">
        <w:rPr>
          <w:rFonts w:hint="cs"/>
          <w:rtl/>
        </w:rPr>
        <w:t>ه</w:t>
      </w:r>
      <w:r w:rsidR="00E42C70">
        <w:rPr>
          <w:rFonts w:hint="cs"/>
          <w:rtl/>
        </w:rPr>
        <w:t>ا</w:t>
      </w:r>
    </w:p>
    <w:p w:rsidR="001F628F" w:rsidRDefault="001F628F" w:rsidP="009A1D29">
      <w:pPr>
        <w:pStyle w:val="libNormal"/>
        <w:rPr>
          <w:rtl/>
        </w:rPr>
      </w:pPr>
      <w:r>
        <w:rPr>
          <w:rtl/>
        </w:rPr>
        <w:t>11_انسان كے وجود كے لئے ضرورى تمام تقاضو</w:t>
      </w:r>
      <w:r w:rsidR="00083993">
        <w:rPr>
          <w:rtl/>
        </w:rPr>
        <w:t xml:space="preserve">ں </w:t>
      </w:r>
      <w:r>
        <w:rPr>
          <w:rtl/>
        </w:rPr>
        <w:t>كو پورا كرنا اور اسے بے شمار نعمتو</w:t>
      </w:r>
      <w:r w:rsidR="00083993">
        <w:rPr>
          <w:rtl/>
        </w:rPr>
        <w:t xml:space="preserve">ں </w:t>
      </w:r>
      <w:r>
        <w:rPr>
          <w:rtl/>
        </w:rPr>
        <w:t>سے بہرہ مند كرنا ،خداوند كى توحيد ربوبى كى دليل ہے_</w:t>
      </w:r>
      <w:r w:rsidRPr="009A1D29">
        <w:rPr>
          <w:rStyle w:val="libArabicChar"/>
          <w:rFonts w:hint="eastAsia"/>
          <w:rtl/>
        </w:rPr>
        <w:t>الله</w:t>
      </w:r>
      <w:r w:rsidRPr="009A1D29">
        <w:rPr>
          <w:rStyle w:val="libArabicChar"/>
          <w:rtl/>
        </w:rPr>
        <w:t xml:space="preserve"> الذى خلق السموت والا رض ...وء اتكم من كلّ ما سا لتمو</w:t>
      </w:r>
      <w:r w:rsidR="00120F63" w:rsidRPr="00B2551F">
        <w:rPr>
          <w:rStyle w:val="libArabicChar"/>
          <w:rFonts w:hint="cs"/>
          <w:rtl/>
        </w:rPr>
        <w:t>ه</w:t>
      </w:r>
      <w:r w:rsidRPr="009A1D29">
        <w:rPr>
          <w:rStyle w:val="libArabicChar"/>
          <w:rtl/>
        </w:rPr>
        <w:t xml:space="preserve"> </w:t>
      </w:r>
      <w:r w:rsidRPr="009A1D29">
        <w:rPr>
          <w:rStyle w:val="libArabicChar"/>
          <w:rFonts w:hint="cs"/>
          <w:rtl/>
        </w:rPr>
        <w:t>وان</w:t>
      </w:r>
      <w:r w:rsidRPr="009A1D29">
        <w:rPr>
          <w:rStyle w:val="libArabicChar"/>
          <w:rtl/>
        </w:rPr>
        <w:t xml:space="preserve"> </w:t>
      </w:r>
      <w:r w:rsidRPr="009A1D29">
        <w:rPr>
          <w:rStyle w:val="libArabicChar"/>
          <w:rFonts w:hint="cs"/>
          <w:rtl/>
        </w:rPr>
        <w:t>تعدّوا</w:t>
      </w:r>
      <w:r w:rsidRPr="009A1D29">
        <w:rPr>
          <w:rStyle w:val="libArabicChar"/>
          <w:rtl/>
        </w:rPr>
        <w:t xml:space="preserve"> </w:t>
      </w:r>
      <w:r w:rsidRPr="009A1D29">
        <w:rPr>
          <w:rStyle w:val="libArabicChar"/>
          <w:rFonts w:hint="cs"/>
          <w:rtl/>
        </w:rPr>
        <w:t>نعمت</w:t>
      </w:r>
      <w:r w:rsidRPr="009A1D29">
        <w:rPr>
          <w:rStyle w:val="libArabicChar"/>
          <w:rtl/>
        </w:rPr>
        <w:t xml:space="preserve"> </w:t>
      </w:r>
      <w:r w:rsidRPr="009A1D29">
        <w:rPr>
          <w:rStyle w:val="libArabicChar"/>
          <w:rFonts w:hint="cs"/>
          <w:rtl/>
        </w:rPr>
        <w:t>الله</w:t>
      </w:r>
      <w:r w:rsidRPr="009A1D29">
        <w:rPr>
          <w:rStyle w:val="libArabicChar"/>
          <w:rtl/>
        </w:rPr>
        <w:t xml:space="preserve"> </w:t>
      </w:r>
      <w:r w:rsidRPr="009A1D29">
        <w:rPr>
          <w:rStyle w:val="libArabicChar"/>
          <w:rFonts w:hint="cs"/>
          <w:rtl/>
        </w:rPr>
        <w:t>لا</w:t>
      </w:r>
      <w:r w:rsidRPr="009A1D29">
        <w:rPr>
          <w:rStyle w:val="libArabicChar"/>
          <w:rtl/>
        </w:rPr>
        <w:t xml:space="preserve"> </w:t>
      </w:r>
      <w:r w:rsidRPr="009A1D29">
        <w:rPr>
          <w:rStyle w:val="libArabicChar"/>
          <w:rFonts w:hint="cs"/>
          <w:rtl/>
        </w:rPr>
        <w:t>تحصو</w:t>
      </w:r>
      <w:r w:rsidR="00F21947" w:rsidRPr="00B2551F">
        <w:rPr>
          <w:rStyle w:val="libArabicChar"/>
          <w:rFonts w:hint="cs"/>
          <w:rtl/>
        </w:rPr>
        <w:t>ه</w:t>
      </w:r>
      <w:r w:rsidR="00E42C70">
        <w:rPr>
          <w:rStyle w:val="libArabicChar"/>
          <w:rFonts w:hint="cs"/>
          <w:rtl/>
        </w:rPr>
        <w:t>ا</w:t>
      </w:r>
    </w:p>
    <w:p w:rsidR="001F628F" w:rsidRDefault="001F628F" w:rsidP="009A1D29">
      <w:pPr>
        <w:pStyle w:val="libNormal"/>
        <w:rPr>
          <w:rtl/>
        </w:rPr>
      </w:pPr>
      <w:r>
        <w:rPr>
          <w:rtl/>
        </w:rPr>
        <w:t>12_خدا وند متعال كى جانب سے انسان كے تمام تقاضو</w:t>
      </w:r>
      <w:r w:rsidR="00083993">
        <w:rPr>
          <w:rtl/>
        </w:rPr>
        <w:t xml:space="preserve">ں </w:t>
      </w:r>
      <w:r>
        <w:rPr>
          <w:rtl/>
        </w:rPr>
        <w:t>اور درخواستو</w:t>
      </w:r>
      <w:r w:rsidR="00083993">
        <w:rPr>
          <w:rtl/>
        </w:rPr>
        <w:t xml:space="preserve">ں </w:t>
      </w:r>
      <w:r>
        <w:rPr>
          <w:rtl/>
        </w:rPr>
        <w:t>كے قبول نہ ہونے كا (ايك ) سبب انسان كا ظلم اور ناشكراہونا ہے_</w:t>
      </w:r>
      <w:r w:rsidRPr="009A1D29">
        <w:rPr>
          <w:rStyle w:val="libArabicChar"/>
          <w:rFonts w:hint="eastAsia"/>
          <w:rtl/>
        </w:rPr>
        <w:t>وء</w:t>
      </w:r>
      <w:r w:rsidRPr="009A1D29">
        <w:rPr>
          <w:rStyle w:val="libArabicChar"/>
          <w:rtl/>
        </w:rPr>
        <w:t xml:space="preserve"> اتكم من كلّ ما سا لتمو</w:t>
      </w:r>
      <w:r w:rsidR="00120F63" w:rsidRPr="00B2551F">
        <w:rPr>
          <w:rStyle w:val="libArabicChar"/>
          <w:rFonts w:hint="cs"/>
          <w:rtl/>
        </w:rPr>
        <w:t>ه</w:t>
      </w:r>
      <w:r w:rsidRPr="009A1D29">
        <w:rPr>
          <w:rStyle w:val="libArabicChar"/>
          <w:rtl/>
        </w:rPr>
        <w:t xml:space="preserve"> ...</w:t>
      </w:r>
      <w:r w:rsidRPr="009A1D29">
        <w:rPr>
          <w:rStyle w:val="libArabicChar"/>
          <w:rFonts w:hint="cs"/>
          <w:rtl/>
        </w:rPr>
        <w:t>انّ</w:t>
      </w:r>
      <w:r w:rsidRPr="009A1D29">
        <w:rPr>
          <w:rStyle w:val="libArabicChar"/>
          <w:rtl/>
        </w:rPr>
        <w:t xml:space="preserve"> </w:t>
      </w:r>
      <w:r w:rsidRPr="009A1D29">
        <w:rPr>
          <w:rStyle w:val="libArabicChar"/>
          <w:rFonts w:hint="cs"/>
          <w:rtl/>
        </w:rPr>
        <w:t>الانسن</w:t>
      </w:r>
      <w:r w:rsidRPr="009A1D29">
        <w:rPr>
          <w:rStyle w:val="libArabicChar"/>
          <w:rtl/>
        </w:rPr>
        <w:t xml:space="preserve"> </w:t>
      </w:r>
      <w:r w:rsidRPr="009A1D29">
        <w:rPr>
          <w:rStyle w:val="libArabicChar"/>
          <w:rFonts w:hint="cs"/>
          <w:rtl/>
        </w:rPr>
        <w:t>لظلوم</w:t>
      </w:r>
      <w:r w:rsidRPr="009A1D29">
        <w:rPr>
          <w:rStyle w:val="libArabicChar"/>
          <w:rtl/>
        </w:rPr>
        <w:t xml:space="preserve"> </w:t>
      </w:r>
      <w:r w:rsidRPr="009A1D29">
        <w:rPr>
          <w:rStyle w:val="libArabicChar"/>
          <w:rFonts w:hint="cs"/>
          <w:rtl/>
        </w:rPr>
        <w:t>كفّار</w:t>
      </w:r>
    </w:p>
    <w:p w:rsidR="009A1D29" w:rsidRDefault="001E7F9D" w:rsidP="00F73EDE">
      <w:pPr>
        <w:pStyle w:val="libPoemTini"/>
        <w:rPr>
          <w:rtl/>
        </w:rPr>
      </w:pPr>
      <w:r>
        <w:rPr>
          <w:rtl/>
        </w:rPr>
        <w:br w:type="page"/>
      </w:r>
    </w:p>
    <w:p w:rsidR="001F628F" w:rsidRDefault="001F628F" w:rsidP="009A1D29">
      <w:pPr>
        <w:pStyle w:val="libNormal"/>
        <w:rPr>
          <w:rtl/>
        </w:rPr>
      </w:pPr>
      <w:r>
        <w:rPr>
          <w:rFonts w:hint="eastAsia"/>
          <w:rtl/>
        </w:rPr>
        <w:lastRenderedPageBreak/>
        <w:t>مندرجہ</w:t>
      </w:r>
      <w:r>
        <w:rPr>
          <w:rtl/>
        </w:rPr>
        <w:t xml:space="preserve"> بالا مطلب اس بنا پر ہے كہ جب '' من كلّ'' مي</w:t>
      </w:r>
      <w:r w:rsidR="00083993">
        <w:rPr>
          <w:rtl/>
        </w:rPr>
        <w:t xml:space="preserve">ں </w:t>
      </w:r>
      <w:r>
        <w:rPr>
          <w:rtl/>
        </w:rPr>
        <w:t>'' من '' تبعيض كے لئے ہو اور سوال سے مراد زبانى درخواست ہو نيز جملہ ''</w:t>
      </w:r>
      <w:r w:rsidRPr="009A1D29">
        <w:rPr>
          <w:rStyle w:val="libArabicChar"/>
          <w:rtl/>
        </w:rPr>
        <w:t xml:space="preserve">انّ الانسن لظلوم كفّار </w:t>
      </w:r>
      <w:r>
        <w:rPr>
          <w:rtl/>
        </w:rPr>
        <w:t>''پہلے جملو</w:t>
      </w:r>
      <w:r w:rsidR="00083993">
        <w:rPr>
          <w:rtl/>
        </w:rPr>
        <w:t xml:space="preserve">ں </w:t>
      </w:r>
      <w:r>
        <w:rPr>
          <w:rtl/>
        </w:rPr>
        <w:t>كى علت بيان كر رہا ہو_</w:t>
      </w:r>
    </w:p>
    <w:p w:rsidR="001F628F" w:rsidRDefault="001F628F" w:rsidP="001F628F">
      <w:pPr>
        <w:pStyle w:val="libNormal"/>
        <w:rPr>
          <w:rtl/>
        </w:rPr>
      </w:pPr>
      <w:r>
        <w:rPr>
          <w:rtl/>
        </w:rPr>
        <w:t>13_انسان خدا كى بے انتہا نعمتو</w:t>
      </w:r>
      <w:r w:rsidR="00083993">
        <w:rPr>
          <w:rtl/>
        </w:rPr>
        <w:t xml:space="preserve">ں </w:t>
      </w:r>
      <w:r>
        <w:rPr>
          <w:rtl/>
        </w:rPr>
        <w:t>كے مقابلے مي</w:t>
      </w:r>
      <w:r w:rsidR="00083993">
        <w:rPr>
          <w:rtl/>
        </w:rPr>
        <w:t xml:space="preserve">ں </w:t>
      </w:r>
      <w:r>
        <w:rPr>
          <w:rtl/>
        </w:rPr>
        <w:t>بہت ظلم كرنے والا اور نا شكرا ہے_</w:t>
      </w:r>
    </w:p>
    <w:p w:rsidR="001F628F" w:rsidRDefault="001F628F" w:rsidP="009A1D29">
      <w:pPr>
        <w:pStyle w:val="libArabic"/>
        <w:rPr>
          <w:rtl/>
        </w:rPr>
      </w:pPr>
      <w:r>
        <w:rPr>
          <w:rFonts w:hint="eastAsia"/>
          <w:rtl/>
        </w:rPr>
        <w:t>وان</w:t>
      </w:r>
      <w:r>
        <w:rPr>
          <w:rtl/>
        </w:rPr>
        <w:t xml:space="preserve"> تعدّوا نعمت الله لا تحصو</w:t>
      </w:r>
      <w:r w:rsidR="00F21947" w:rsidRPr="00B2551F">
        <w:rPr>
          <w:rFonts w:hint="cs"/>
          <w:rtl/>
        </w:rPr>
        <w:t>ه</w:t>
      </w:r>
      <w:r>
        <w:rPr>
          <w:rFonts w:hint="cs"/>
          <w:rtl/>
        </w:rPr>
        <w:t>ا</w:t>
      </w:r>
      <w:r>
        <w:rPr>
          <w:rtl/>
        </w:rPr>
        <w:t xml:space="preserve"> </w:t>
      </w:r>
      <w:r>
        <w:rPr>
          <w:rFonts w:hint="cs"/>
          <w:rtl/>
        </w:rPr>
        <w:t>انّ</w:t>
      </w:r>
      <w:r>
        <w:rPr>
          <w:rtl/>
        </w:rPr>
        <w:t xml:space="preserve"> </w:t>
      </w:r>
      <w:r>
        <w:rPr>
          <w:rFonts w:hint="cs"/>
          <w:rtl/>
        </w:rPr>
        <w:t>الانسن</w:t>
      </w:r>
      <w:r>
        <w:rPr>
          <w:rtl/>
        </w:rPr>
        <w:t xml:space="preserve"> </w:t>
      </w:r>
      <w:r>
        <w:rPr>
          <w:rFonts w:hint="cs"/>
          <w:rtl/>
        </w:rPr>
        <w:t>لظلوم</w:t>
      </w:r>
      <w:r>
        <w:rPr>
          <w:rtl/>
        </w:rPr>
        <w:t xml:space="preserve"> </w:t>
      </w:r>
      <w:r>
        <w:rPr>
          <w:rFonts w:hint="cs"/>
          <w:rtl/>
        </w:rPr>
        <w:t>كفّار</w:t>
      </w:r>
    </w:p>
    <w:p w:rsidR="001F628F" w:rsidRDefault="001F628F" w:rsidP="001F628F">
      <w:pPr>
        <w:pStyle w:val="libNormal"/>
        <w:rPr>
          <w:rtl/>
        </w:rPr>
      </w:pPr>
      <w:r>
        <w:rPr>
          <w:rtl/>
        </w:rPr>
        <w:t>''ظلوم '' اور ''كفار'' مبالغے كے صيغے ہي</w:t>
      </w:r>
      <w:r w:rsidR="00083993">
        <w:rPr>
          <w:rtl/>
        </w:rPr>
        <w:t xml:space="preserve">ں </w:t>
      </w:r>
      <w:r>
        <w:rPr>
          <w:rtl/>
        </w:rPr>
        <w:t>اوراپنے معنى كى كثر ت اور فروانى پر دلالت كرتے ہي</w:t>
      </w:r>
      <w:r w:rsidR="00083993">
        <w:rPr>
          <w:rtl/>
        </w:rPr>
        <w:t xml:space="preserve">ں </w:t>
      </w:r>
      <w:r>
        <w:rPr>
          <w:rtl/>
        </w:rPr>
        <w:t>_</w:t>
      </w:r>
    </w:p>
    <w:p w:rsidR="001F628F" w:rsidRDefault="001F628F" w:rsidP="001F628F">
      <w:pPr>
        <w:pStyle w:val="libNormal"/>
        <w:rPr>
          <w:rtl/>
        </w:rPr>
      </w:pPr>
      <w:r>
        <w:rPr>
          <w:rtl/>
        </w:rPr>
        <w:t>14_انسان اپنے اوپر ظلم كرنے والا اور نعمت و نيكى كے مقابلے مي</w:t>
      </w:r>
      <w:r w:rsidR="00083993">
        <w:rPr>
          <w:rtl/>
        </w:rPr>
        <w:t xml:space="preserve">ں </w:t>
      </w:r>
      <w:r>
        <w:rPr>
          <w:rtl/>
        </w:rPr>
        <w:t>انتہائي ناشكرا ہے_</w:t>
      </w:r>
    </w:p>
    <w:p w:rsidR="001F628F" w:rsidRDefault="001F628F" w:rsidP="009A1D29">
      <w:pPr>
        <w:pStyle w:val="libArabic"/>
        <w:rPr>
          <w:rtl/>
        </w:rPr>
      </w:pPr>
      <w:r>
        <w:rPr>
          <w:rFonts w:hint="eastAsia"/>
          <w:rtl/>
        </w:rPr>
        <w:t>وان</w:t>
      </w:r>
      <w:r>
        <w:rPr>
          <w:rtl/>
        </w:rPr>
        <w:t xml:space="preserve"> تعدّوا نعمت الله لا تحصو</w:t>
      </w:r>
      <w:r w:rsidR="00F21947" w:rsidRPr="00B2551F">
        <w:rPr>
          <w:rFonts w:hint="cs"/>
          <w:rtl/>
        </w:rPr>
        <w:t>ه</w:t>
      </w:r>
      <w:r>
        <w:rPr>
          <w:rFonts w:hint="cs"/>
          <w:rtl/>
        </w:rPr>
        <w:t>ا</w:t>
      </w:r>
      <w:r>
        <w:rPr>
          <w:rtl/>
        </w:rPr>
        <w:t xml:space="preserve"> </w:t>
      </w:r>
      <w:r>
        <w:rPr>
          <w:rFonts w:hint="cs"/>
          <w:rtl/>
        </w:rPr>
        <w:t>انّ</w:t>
      </w:r>
      <w:r>
        <w:rPr>
          <w:rtl/>
        </w:rPr>
        <w:t xml:space="preserve"> </w:t>
      </w:r>
      <w:r>
        <w:rPr>
          <w:rFonts w:hint="cs"/>
          <w:rtl/>
        </w:rPr>
        <w:t>الانسن</w:t>
      </w:r>
      <w:r>
        <w:rPr>
          <w:rtl/>
        </w:rPr>
        <w:t xml:space="preserve"> </w:t>
      </w:r>
      <w:r>
        <w:rPr>
          <w:rFonts w:hint="cs"/>
          <w:rtl/>
        </w:rPr>
        <w:t>لظلوم</w:t>
      </w:r>
      <w:r>
        <w:rPr>
          <w:rtl/>
        </w:rPr>
        <w:t xml:space="preserve"> </w:t>
      </w:r>
      <w:r>
        <w:rPr>
          <w:rFonts w:hint="cs"/>
          <w:rtl/>
        </w:rPr>
        <w:t>كفّار</w:t>
      </w:r>
    </w:p>
    <w:p w:rsidR="001F628F" w:rsidRDefault="001F628F" w:rsidP="001F628F">
      <w:pPr>
        <w:pStyle w:val="libNormal"/>
        <w:rPr>
          <w:rtl/>
        </w:rPr>
      </w:pPr>
      <w:r>
        <w:rPr>
          <w:rFonts w:hint="eastAsia"/>
          <w:rtl/>
        </w:rPr>
        <w:t>انسان</w:t>
      </w:r>
      <w:r>
        <w:rPr>
          <w:rtl/>
        </w:rPr>
        <w:t xml:space="preserve"> كو عطا شدہ الہى نعمتو</w:t>
      </w:r>
      <w:r w:rsidR="00083993">
        <w:rPr>
          <w:rtl/>
        </w:rPr>
        <w:t xml:space="preserve">ں </w:t>
      </w:r>
      <w:r>
        <w:rPr>
          <w:rtl/>
        </w:rPr>
        <w:t>اور عطائو</w:t>
      </w:r>
      <w:r w:rsidR="00083993">
        <w:rPr>
          <w:rtl/>
        </w:rPr>
        <w:t xml:space="preserve">ں </w:t>
      </w:r>
      <w:r>
        <w:rPr>
          <w:rtl/>
        </w:rPr>
        <w:t>كے بيان كے قرينے سے ''ظلوم ''سے مراد انسان كا اپنے اوپر ظلم كرنا ہے_</w:t>
      </w:r>
    </w:p>
    <w:p w:rsidR="001F628F" w:rsidRDefault="001F628F" w:rsidP="001F628F">
      <w:pPr>
        <w:pStyle w:val="libNormal"/>
        <w:rPr>
          <w:rtl/>
        </w:rPr>
      </w:pPr>
      <w:r>
        <w:rPr>
          <w:rtl/>
        </w:rPr>
        <w:t>15_الہى نعمتو</w:t>
      </w:r>
      <w:r w:rsidR="00083993">
        <w:rPr>
          <w:rtl/>
        </w:rPr>
        <w:t xml:space="preserve">ں </w:t>
      </w:r>
      <w:r>
        <w:rPr>
          <w:rtl/>
        </w:rPr>
        <w:t>كے مقابلے مي</w:t>
      </w:r>
      <w:r w:rsidR="00083993">
        <w:rPr>
          <w:rtl/>
        </w:rPr>
        <w:t xml:space="preserve">ں </w:t>
      </w:r>
      <w:r>
        <w:rPr>
          <w:rtl/>
        </w:rPr>
        <w:t>شكر و سپاس ضرورى ہے_</w:t>
      </w:r>
    </w:p>
    <w:p w:rsidR="001F628F" w:rsidRDefault="001F628F" w:rsidP="009A1D29">
      <w:pPr>
        <w:pStyle w:val="libArabic"/>
        <w:rPr>
          <w:rtl/>
        </w:rPr>
      </w:pPr>
      <w:r>
        <w:rPr>
          <w:rFonts w:hint="eastAsia"/>
          <w:rtl/>
        </w:rPr>
        <w:t>وان</w:t>
      </w:r>
      <w:r>
        <w:rPr>
          <w:rtl/>
        </w:rPr>
        <w:t xml:space="preserve"> تعدّوا نعمت الله لا تحصو</w:t>
      </w:r>
      <w:r w:rsidR="00F21947" w:rsidRPr="00B2551F">
        <w:rPr>
          <w:rFonts w:hint="cs"/>
          <w:rtl/>
        </w:rPr>
        <w:t>ه</w:t>
      </w:r>
      <w:r>
        <w:rPr>
          <w:rFonts w:hint="cs"/>
          <w:rtl/>
        </w:rPr>
        <w:t>ا</w:t>
      </w:r>
      <w:r>
        <w:rPr>
          <w:rtl/>
        </w:rPr>
        <w:t xml:space="preserve"> </w:t>
      </w:r>
      <w:r>
        <w:rPr>
          <w:rFonts w:hint="cs"/>
          <w:rtl/>
        </w:rPr>
        <w:t>انّ</w:t>
      </w:r>
      <w:r>
        <w:rPr>
          <w:rtl/>
        </w:rPr>
        <w:t xml:space="preserve"> </w:t>
      </w:r>
      <w:r>
        <w:rPr>
          <w:rFonts w:hint="cs"/>
          <w:rtl/>
        </w:rPr>
        <w:t>الانسن</w:t>
      </w:r>
      <w:r>
        <w:rPr>
          <w:rtl/>
        </w:rPr>
        <w:t xml:space="preserve"> </w:t>
      </w:r>
      <w:r>
        <w:rPr>
          <w:rFonts w:hint="cs"/>
          <w:rtl/>
        </w:rPr>
        <w:t>لظلوم</w:t>
      </w:r>
      <w:r>
        <w:rPr>
          <w:rtl/>
        </w:rPr>
        <w:t xml:space="preserve"> </w:t>
      </w:r>
      <w:r>
        <w:rPr>
          <w:rFonts w:hint="cs"/>
          <w:rtl/>
        </w:rPr>
        <w:t>كفّار</w:t>
      </w:r>
    </w:p>
    <w:p w:rsidR="001F628F" w:rsidRDefault="001F628F" w:rsidP="001F628F">
      <w:pPr>
        <w:pStyle w:val="libNormal"/>
        <w:rPr>
          <w:rtl/>
        </w:rPr>
      </w:pPr>
      <w:r>
        <w:rPr>
          <w:rFonts w:hint="eastAsia"/>
          <w:rtl/>
        </w:rPr>
        <w:t>جملہ</w:t>
      </w:r>
      <w:r>
        <w:rPr>
          <w:rtl/>
        </w:rPr>
        <w:t xml:space="preserve"> '' انّ الانسن لظلوم كفّار '' نعمات الہى كا شكر بجا نہ لانے اور ظلم كرنے كى برائي كو بيان كر رہا ہے اور اس سے ظاہر ہوتا ہے كہ الہى نعمات كے مقابلے مي</w:t>
      </w:r>
      <w:r w:rsidR="00083993">
        <w:rPr>
          <w:rtl/>
        </w:rPr>
        <w:t xml:space="preserve">ں </w:t>
      </w:r>
      <w:r>
        <w:rPr>
          <w:rtl/>
        </w:rPr>
        <w:t>شكر و سپاس ،ايك ضرورى امر ہے چونكہ يہ اگر ضرورى نہ ہوتا تو اس كا ترك كرنا بھى ناپسنديد ہ اور برا نہ ہ</w:t>
      </w:r>
      <w:r>
        <w:rPr>
          <w:rFonts w:hint="eastAsia"/>
          <w:rtl/>
        </w:rPr>
        <w:t>وتا</w:t>
      </w:r>
      <w:r>
        <w:rPr>
          <w:rtl/>
        </w:rPr>
        <w:t>_</w:t>
      </w:r>
    </w:p>
    <w:p w:rsidR="001F628F" w:rsidRDefault="001F628F" w:rsidP="001F628F">
      <w:pPr>
        <w:pStyle w:val="libNormal"/>
        <w:rPr>
          <w:rtl/>
        </w:rPr>
      </w:pPr>
      <w:r>
        <w:rPr>
          <w:rtl/>
        </w:rPr>
        <w:t>16_نيكى اور نعمت كے مقابلے مي</w:t>
      </w:r>
      <w:r w:rsidR="00083993">
        <w:rPr>
          <w:rtl/>
        </w:rPr>
        <w:t xml:space="preserve">ں </w:t>
      </w:r>
      <w:r>
        <w:rPr>
          <w:rtl/>
        </w:rPr>
        <w:t>ناشكرى كرنا، ايك انتہائي ناپسنديدہ اور قابل مذمت كام ہے_</w:t>
      </w:r>
    </w:p>
    <w:p w:rsidR="001F628F" w:rsidRDefault="001F628F" w:rsidP="009A1D29">
      <w:pPr>
        <w:pStyle w:val="libArabic"/>
        <w:rPr>
          <w:rtl/>
        </w:rPr>
      </w:pPr>
      <w:r>
        <w:rPr>
          <w:rFonts w:hint="eastAsia"/>
          <w:rtl/>
        </w:rPr>
        <w:t>وان</w:t>
      </w:r>
      <w:r>
        <w:rPr>
          <w:rtl/>
        </w:rPr>
        <w:t xml:space="preserve"> تعدّوا نعمت الله لا تحصو</w:t>
      </w:r>
      <w:r w:rsidR="00F21947" w:rsidRPr="00B2551F">
        <w:rPr>
          <w:rFonts w:hint="cs"/>
          <w:rtl/>
        </w:rPr>
        <w:t>ه</w:t>
      </w:r>
      <w:r>
        <w:rPr>
          <w:rFonts w:hint="cs"/>
          <w:rtl/>
        </w:rPr>
        <w:t>ا</w:t>
      </w:r>
      <w:r>
        <w:rPr>
          <w:rtl/>
        </w:rPr>
        <w:t xml:space="preserve"> </w:t>
      </w:r>
      <w:r>
        <w:rPr>
          <w:rFonts w:hint="cs"/>
          <w:rtl/>
        </w:rPr>
        <w:t>انّ</w:t>
      </w:r>
      <w:r>
        <w:rPr>
          <w:rtl/>
        </w:rPr>
        <w:t xml:space="preserve"> </w:t>
      </w:r>
      <w:r>
        <w:rPr>
          <w:rFonts w:hint="cs"/>
          <w:rtl/>
        </w:rPr>
        <w:t>الانسن</w:t>
      </w:r>
      <w:r>
        <w:rPr>
          <w:rtl/>
        </w:rPr>
        <w:t xml:space="preserve"> </w:t>
      </w:r>
      <w:r>
        <w:rPr>
          <w:rFonts w:hint="cs"/>
          <w:rtl/>
        </w:rPr>
        <w:t>لظلوم</w:t>
      </w:r>
      <w:r>
        <w:rPr>
          <w:rtl/>
        </w:rPr>
        <w:t xml:space="preserve"> </w:t>
      </w:r>
      <w:r>
        <w:rPr>
          <w:rFonts w:hint="cs"/>
          <w:rtl/>
        </w:rPr>
        <w:t>كفّار</w:t>
      </w:r>
    </w:p>
    <w:p w:rsidR="001F628F" w:rsidRDefault="001F628F" w:rsidP="0013748E">
      <w:pPr>
        <w:pStyle w:val="libNormal"/>
        <w:rPr>
          <w:rtl/>
        </w:rPr>
      </w:pPr>
      <w:r>
        <w:rPr>
          <w:rtl/>
        </w:rPr>
        <w:t>17_الہى نعمتو</w:t>
      </w:r>
      <w:r w:rsidR="00083993">
        <w:rPr>
          <w:rtl/>
        </w:rPr>
        <w:t xml:space="preserve">ں </w:t>
      </w:r>
      <w:r>
        <w:rPr>
          <w:rtl/>
        </w:rPr>
        <w:t>كا كفرا ن كرنا اورشكربجا نہ لانا،اپنے اوپر ظلم ہے_</w:t>
      </w:r>
      <w:r w:rsidRPr="0013748E">
        <w:rPr>
          <w:rStyle w:val="libArabicChar"/>
          <w:rFonts w:hint="eastAsia"/>
          <w:rtl/>
        </w:rPr>
        <w:t>وان</w:t>
      </w:r>
      <w:r w:rsidRPr="0013748E">
        <w:rPr>
          <w:rStyle w:val="libArabicChar"/>
          <w:rtl/>
        </w:rPr>
        <w:t xml:space="preserve"> تعدّوا نعمت الله لا تحصو</w:t>
      </w:r>
      <w:r w:rsidR="00F21947" w:rsidRPr="00B2551F">
        <w:rPr>
          <w:rStyle w:val="libArabicChar"/>
          <w:rFonts w:hint="cs"/>
          <w:rtl/>
        </w:rPr>
        <w:t>ه</w:t>
      </w:r>
      <w:r w:rsidRPr="0013748E">
        <w:rPr>
          <w:rStyle w:val="libArabicChar"/>
          <w:rFonts w:hint="cs"/>
          <w:rtl/>
        </w:rPr>
        <w:t>ا</w:t>
      </w:r>
      <w:r w:rsidRPr="0013748E">
        <w:rPr>
          <w:rStyle w:val="libArabicChar"/>
          <w:rtl/>
        </w:rPr>
        <w:t xml:space="preserve"> </w:t>
      </w:r>
      <w:r w:rsidRPr="0013748E">
        <w:rPr>
          <w:rStyle w:val="libArabicChar"/>
          <w:rFonts w:hint="cs"/>
          <w:rtl/>
        </w:rPr>
        <w:t>انّ</w:t>
      </w:r>
      <w:r w:rsidRPr="0013748E">
        <w:rPr>
          <w:rStyle w:val="libArabicChar"/>
          <w:rtl/>
        </w:rPr>
        <w:t xml:space="preserve"> </w:t>
      </w:r>
      <w:r w:rsidRPr="0013748E">
        <w:rPr>
          <w:rStyle w:val="libArabicChar"/>
          <w:rFonts w:hint="cs"/>
          <w:rtl/>
        </w:rPr>
        <w:t>الانسن</w:t>
      </w:r>
      <w:r w:rsidRPr="0013748E">
        <w:rPr>
          <w:rStyle w:val="libArabicChar"/>
          <w:rtl/>
        </w:rPr>
        <w:t xml:space="preserve"> </w:t>
      </w:r>
      <w:r w:rsidRPr="0013748E">
        <w:rPr>
          <w:rStyle w:val="libArabicChar"/>
          <w:rFonts w:hint="cs"/>
          <w:rtl/>
        </w:rPr>
        <w:t>لظلوم</w:t>
      </w:r>
      <w:r w:rsidRPr="0013748E">
        <w:rPr>
          <w:rStyle w:val="libArabicChar"/>
          <w:rtl/>
        </w:rPr>
        <w:t xml:space="preserve"> </w:t>
      </w:r>
      <w:r w:rsidRPr="0013748E">
        <w:rPr>
          <w:rStyle w:val="libArabicChar"/>
          <w:rFonts w:hint="cs"/>
          <w:rtl/>
        </w:rPr>
        <w:t>كفّار</w:t>
      </w:r>
    </w:p>
    <w:p w:rsidR="001F628F" w:rsidRDefault="001F628F" w:rsidP="0013748E">
      <w:pPr>
        <w:pStyle w:val="libNormal"/>
        <w:rPr>
          <w:rtl/>
        </w:rPr>
      </w:pPr>
      <w:r>
        <w:rPr>
          <w:rtl/>
        </w:rPr>
        <w:t>18_اپنے ساتھ ظلم كرنا اور ناشكرا ہونا، ايك طرح سے انسان كى طينت بن چكا ہے_</w:t>
      </w:r>
      <w:r w:rsidRPr="0013748E">
        <w:rPr>
          <w:rStyle w:val="libArabicChar"/>
          <w:rFonts w:hint="eastAsia"/>
          <w:rtl/>
        </w:rPr>
        <w:t>انّ</w:t>
      </w:r>
      <w:r w:rsidRPr="0013748E">
        <w:rPr>
          <w:rStyle w:val="libArabicChar"/>
          <w:rtl/>
        </w:rPr>
        <w:t xml:space="preserve"> الانسن لظلوم كفّار</w:t>
      </w:r>
    </w:p>
    <w:p w:rsidR="001F628F" w:rsidRDefault="001F628F" w:rsidP="0013748E">
      <w:pPr>
        <w:pStyle w:val="libNormal"/>
        <w:rPr>
          <w:rtl/>
        </w:rPr>
      </w:pPr>
      <w:r>
        <w:rPr>
          <w:rFonts w:hint="eastAsia"/>
          <w:rtl/>
        </w:rPr>
        <w:t>اپنے</w:t>
      </w:r>
      <w:r>
        <w:rPr>
          <w:rtl/>
        </w:rPr>
        <w:t xml:space="preserve"> اپ:</w:t>
      </w:r>
      <w:r>
        <w:rPr>
          <w:rFonts w:hint="eastAsia"/>
          <w:rtl/>
        </w:rPr>
        <w:t>اپنے</w:t>
      </w:r>
      <w:r>
        <w:rPr>
          <w:rtl/>
        </w:rPr>
        <w:t xml:space="preserve"> اپ پر ظلم 41،17،18</w:t>
      </w:r>
    </w:p>
    <w:p w:rsidR="001F628F" w:rsidRDefault="001F628F" w:rsidP="0013748E">
      <w:pPr>
        <w:pStyle w:val="libNormal"/>
        <w:rPr>
          <w:rtl/>
        </w:rPr>
      </w:pPr>
      <w:r>
        <w:rPr>
          <w:rFonts w:hint="eastAsia"/>
          <w:rtl/>
        </w:rPr>
        <w:t>الله</w:t>
      </w:r>
      <w:r>
        <w:rPr>
          <w:rtl/>
        </w:rPr>
        <w:t xml:space="preserve"> تعالى :</w:t>
      </w:r>
      <w:r>
        <w:rPr>
          <w:rFonts w:hint="eastAsia"/>
          <w:rtl/>
        </w:rPr>
        <w:t>الله</w:t>
      </w:r>
      <w:r>
        <w:rPr>
          <w:rtl/>
        </w:rPr>
        <w:t xml:space="preserve"> تعالى كى نعمتو</w:t>
      </w:r>
      <w:r w:rsidR="00083993">
        <w:rPr>
          <w:rtl/>
        </w:rPr>
        <w:t xml:space="preserve">ں </w:t>
      </w:r>
      <w:r>
        <w:rPr>
          <w:rtl/>
        </w:rPr>
        <w:t>كى شناخت 8;الله تعالى كے عطايا 1،4;الله تعالى كا علم غيب3;الله تعالى كى قدرت 3;الله تعالى كى نيكى كے موارد 9;الله تعالى كى نعمتو</w:t>
      </w:r>
      <w:r w:rsidR="00083993">
        <w:rPr>
          <w:rtl/>
        </w:rPr>
        <w:t xml:space="preserve">ں </w:t>
      </w:r>
      <w:r>
        <w:rPr>
          <w:rtl/>
        </w:rPr>
        <w:t>كے موارد 9;الله تعالى كى نعمتو</w:t>
      </w:r>
      <w:r w:rsidR="00083993">
        <w:rPr>
          <w:rtl/>
        </w:rPr>
        <w:t xml:space="preserve">ں </w:t>
      </w:r>
      <w:r>
        <w:rPr>
          <w:rtl/>
        </w:rPr>
        <w:t>كى فراواني7،13</w:t>
      </w:r>
    </w:p>
    <w:p w:rsidR="0013748E" w:rsidRDefault="001E7F9D" w:rsidP="00F73EDE">
      <w:pPr>
        <w:pStyle w:val="libPoemTini"/>
        <w:rPr>
          <w:rtl/>
        </w:rPr>
      </w:pPr>
      <w:r>
        <w:rPr>
          <w:rtl/>
        </w:rPr>
        <w:br w:type="page"/>
      </w:r>
    </w:p>
    <w:p w:rsidR="001F628F" w:rsidRDefault="001F628F" w:rsidP="0013748E">
      <w:pPr>
        <w:pStyle w:val="libNormal"/>
        <w:rPr>
          <w:rtl/>
        </w:rPr>
      </w:pPr>
      <w:r>
        <w:rPr>
          <w:rFonts w:hint="eastAsia"/>
          <w:rtl/>
        </w:rPr>
        <w:lastRenderedPageBreak/>
        <w:t>الله</w:t>
      </w:r>
      <w:r>
        <w:rPr>
          <w:rtl/>
        </w:rPr>
        <w:t xml:space="preserve"> تعالى كا لطف:</w:t>
      </w:r>
      <w:r>
        <w:rPr>
          <w:rFonts w:hint="eastAsia"/>
          <w:rtl/>
        </w:rPr>
        <w:t>الله</w:t>
      </w:r>
      <w:r>
        <w:rPr>
          <w:rtl/>
        </w:rPr>
        <w:t xml:space="preserve"> تعالى كا لطف جن كے شامل حال ہے 10</w:t>
      </w:r>
    </w:p>
    <w:p w:rsidR="001F628F" w:rsidRDefault="001F628F" w:rsidP="0013748E">
      <w:pPr>
        <w:pStyle w:val="libNormal"/>
        <w:rPr>
          <w:rtl/>
        </w:rPr>
      </w:pPr>
      <w:r>
        <w:rPr>
          <w:rFonts w:hint="eastAsia"/>
          <w:rtl/>
        </w:rPr>
        <w:t>انسان</w:t>
      </w:r>
      <w:r>
        <w:rPr>
          <w:rtl/>
        </w:rPr>
        <w:t>:</w:t>
      </w:r>
      <w:r>
        <w:rPr>
          <w:rFonts w:hint="eastAsia"/>
          <w:rtl/>
        </w:rPr>
        <w:t>انسان</w:t>
      </w:r>
      <w:r>
        <w:rPr>
          <w:rtl/>
        </w:rPr>
        <w:t xml:space="preserve"> كى بعض ضروريات كا پورا ہونا 4;انسان كى ضروريات كا پورا ہونا9،11;انسان كى صفات 13،14;انسان كى طبيعت18;انسان كا ظلم 31، 14 ، 18 ; انسان كا عجز 8;انسان كے فضائل 6،10 ; انسان كا كفران نعمت كرنا 13،14;انسان كى ضروريات كے پورا ہونے كا سر چشمہ 1،2، 3; انسان كى نعمتي</w:t>
      </w:r>
      <w:r w:rsidR="00083993">
        <w:rPr>
          <w:rtl/>
        </w:rPr>
        <w:t xml:space="preserve">ں </w:t>
      </w:r>
      <w:r>
        <w:rPr>
          <w:rtl/>
        </w:rPr>
        <w:t>6;انسان كى مادى ضروريات5</w:t>
      </w:r>
    </w:p>
    <w:p w:rsidR="001F628F" w:rsidRDefault="001F628F" w:rsidP="0013748E">
      <w:pPr>
        <w:pStyle w:val="libNormal"/>
        <w:rPr>
          <w:rtl/>
        </w:rPr>
      </w:pPr>
      <w:r>
        <w:rPr>
          <w:rFonts w:hint="eastAsia"/>
          <w:rtl/>
        </w:rPr>
        <w:t>توحيد</w:t>
      </w:r>
      <w:r>
        <w:rPr>
          <w:rtl/>
        </w:rPr>
        <w:t>:</w:t>
      </w:r>
      <w:r>
        <w:rPr>
          <w:rFonts w:hint="eastAsia"/>
          <w:rtl/>
        </w:rPr>
        <w:t>توحيد</w:t>
      </w:r>
      <w:r>
        <w:rPr>
          <w:rtl/>
        </w:rPr>
        <w:t xml:space="preserve"> ربوبى كے دلائل 11</w:t>
      </w:r>
    </w:p>
    <w:p w:rsidR="001F628F" w:rsidRDefault="001F628F" w:rsidP="0013748E">
      <w:pPr>
        <w:pStyle w:val="libNormal"/>
        <w:rPr>
          <w:rtl/>
        </w:rPr>
      </w:pPr>
      <w:r>
        <w:rPr>
          <w:rFonts w:hint="eastAsia"/>
          <w:rtl/>
        </w:rPr>
        <w:t>دعا</w:t>
      </w:r>
      <w:r>
        <w:rPr>
          <w:rtl/>
        </w:rPr>
        <w:t>:</w:t>
      </w:r>
      <w:r>
        <w:rPr>
          <w:rFonts w:hint="eastAsia"/>
          <w:rtl/>
        </w:rPr>
        <w:t>قبوليت</w:t>
      </w:r>
      <w:r>
        <w:rPr>
          <w:rtl/>
        </w:rPr>
        <w:t xml:space="preserve"> دعا كے موانع 12</w:t>
      </w:r>
    </w:p>
    <w:p w:rsidR="001F628F" w:rsidRDefault="001F628F" w:rsidP="0013748E">
      <w:pPr>
        <w:pStyle w:val="libNormal"/>
        <w:rPr>
          <w:rtl/>
        </w:rPr>
      </w:pPr>
      <w:r>
        <w:rPr>
          <w:rFonts w:hint="eastAsia"/>
          <w:rtl/>
        </w:rPr>
        <w:t>شكر</w:t>
      </w:r>
      <w:r>
        <w:rPr>
          <w:rtl/>
        </w:rPr>
        <w:t>:</w:t>
      </w:r>
      <w:r>
        <w:rPr>
          <w:rFonts w:hint="eastAsia"/>
          <w:rtl/>
        </w:rPr>
        <w:t>شكر</w:t>
      </w:r>
      <w:r>
        <w:rPr>
          <w:rtl/>
        </w:rPr>
        <w:t xml:space="preserve"> نعمت كى اہميت 15</w:t>
      </w:r>
    </w:p>
    <w:p w:rsidR="001F628F" w:rsidRDefault="001F628F" w:rsidP="0013748E">
      <w:pPr>
        <w:pStyle w:val="libNormal"/>
        <w:rPr>
          <w:rtl/>
        </w:rPr>
      </w:pPr>
      <w:r>
        <w:rPr>
          <w:rFonts w:hint="eastAsia"/>
          <w:rtl/>
        </w:rPr>
        <w:t>ضروريات</w:t>
      </w:r>
      <w:r>
        <w:rPr>
          <w:rtl/>
        </w:rPr>
        <w:t>:</w:t>
      </w:r>
      <w:r>
        <w:rPr>
          <w:rFonts w:hint="eastAsia"/>
          <w:rtl/>
        </w:rPr>
        <w:t>ضروريات</w:t>
      </w:r>
      <w:r>
        <w:rPr>
          <w:rtl/>
        </w:rPr>
        <w:t xml:space="preserve"> پورى ہونے كے منابع 5;ضروريات پورى ہونے كا سرچشمہ1،2،3،خدا كى ضرورت2</w:t>
      </w:r>
    </w:p>
    <w:p w:rsidR="001F628F" w:rsidRDefault="001F628F" w:rsidP="0013748E">
      <w:pPr>
        <w:pStyle w:val="libNormal"/>
        <w:rPr>
          <w:rtl/>
        </w:rPr>
      </w:pPr>
      <w:r>
        <w:rPr>
          <w:rFonts w:hint="eastAsia"/>
          <w:rtl/>
        </w:rPr>
        <w:t>ظلم</w:t>
      </w:r>
      <w:r>
        <w:rPr>
          <w:rtl/>
        </w:rPr>
        <w:t xml:space="preserve"> :</w:t>
      </w:r>
      <w:r>
        <w:rPr>
          <w:rFonts w:hint="eastAsia"/>
          <w:rtl/>
        </w:rPr>
        <w:t>ظلم</w:t>
      </w:r>
      <w:r>
        <w:rPr>
          <w:rtl/>
        </w:rPr>
        <w:t xml:space="preserve"> كے اثرات 12</w:t>
      </w:r>
    </w:p>
    <w:p w:rsidR="001F628F" w:rsidRDefault="001F628F" w:rsidP="0013748E">
      <w:pPr>
        <w:pStyle w:val="libNormal"/>
        <w:rPr>
          <w:rtl/>
        </w:rPr>
      </w:pPr>
      <w:r>
        <w:rPr>
          <w:rFonts w:hint="eastAsia"/>
          <w:rtl/>
        </w:rPr>
        <w:t>كفران</w:t>
      </w:r>
      <w:r>
        <w:rPr>
          <w:rtl/>
        </w:rPr>
        <w:t xml:space="preserve"> نعمت:</w:t>
      </w:r>
      <w:r>
        <w:rPr>
          <w:rFonts w:hint="eastAsia"/>
          <w:rtl/>
        </w:rPr>
        <w:t>كفران</w:t>
      </w:r>
      <w:r>
        <w:rPr>
          <w:rtl/>
        </w:rPr>
        <w:t xml:space="preserve"> نعمت كے اثرات 12،17;كفران نعمت پر سر زنش 16;كفران نعمت18;كفران نعمت كا ناپسنديدہ ہونا 16</w:t>
      </w:r>
    </w:p>
    <w:p w:rsidR="001F628F" w:rsidRDefault="001F628F" w:rsidP="0013748E">
      <w:pPr>
        <w:pStyle w:val="libNormal"/>
        <w:rPr>
          <w:rtl/>
        </w:rPr>
      </w:pPr>
      <w:r>
        <w:rPr>
          <w:rFonts w:hint="eastAsia"/>
          <w:rtl/>
        </w:rPr>
        <w:t>نعمت</w:t>
      </w:r>
      <w:r>
        <w:rPr>
          <w:rtl/>
        </w:rPr>
        <w:t>:</w:t>
      </w:r>
      <w:r>
        <w:rPr>
          <w:rFonts w:hint="eastAsia"/>
          <w:rtl/>
        </w:rPr>
        <w:t>نعمت</w:t>
      </w:r>
      <w:r>
        <w:rPr>
          <w:rtl/>
        </w:rPr>
        <w:t xml:space="preserve"> جن كے شامل حال ہے 6</w:t>
      </w:r>
    </w:p>
    <w:p w:rsidR="0013748E" w:rsidRDefault="0013748E" w:rsidP="0013748E">
      <w:pPr>
        <w:pStyle w:val="Heading2Center"/>
        <w:rPr>
          <w:rtl/>
        </w:rPr>
      </w:pPr>
      <w:bookmarkStart w:id="35" w:name="_Toc28081713"/>
      <w:r>
        <w:rPr>
          <w:rFonts w:hint="cs"/>
          <w:rtl/>
        </w:rPr>
        <w:t>آیت 35</w:t>
      </w:r>
      <w:bookmarkEnd w:id="35"/>
    </w:p>
    <w:p w:rsidR="001F628F" w:rsidRDefault="00E260F9" w:rsidP="0013748E">
      <w:pPr>
        <w:pStyle w:val="libNormal"/>
        <w:rPr>
          <w:rtl/>
        </w:rPr>
      </w:pPr>
      <w:r w:rsidRPr="00E260F9">
        <w:rPr>
          <w:rStyle w:val="libAlaemChar"/>
          <w:rFonts w:hint="eastAsia"/>
          <w:rtl/>
        </w:rPr>
        <w:t>(</w:t>
      </w:r>
      <w:r w:rsidRPr="0013748E">
        <w:rPr>
          <w:rStyle w:val="libAieChar"/>
          <w:rFonts w:hint="eastAsia"/>
          <w:rtl/>
        </w:rPr>
        <w:t>وَإِذْ</w:t>
      </w:r>
      <w:r w:rsidRPr="0013748E">
        <w:rPr>
          <w:rStyle w:val="libAieChar"/>
          <w:rtl/>
        </w:rPr>
        <w:t xml:space="preserve"> قَالَ إِبْرَاهِيمُ رَبِّ اجْعَلْ هَـذَا الْبَلَدَ آمِناً وَاجْنُبْنِي وَبَنِيَّ أَن نَّعْبُدَ الأَصْنَامَ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وقت كو ياد كرو جب ابراہيم نے كہا كہ پروردگار اس شہر كو محفوظ بنادے اور مجھے اور ميرى اولاد كو بت پرستى سے بچائے ركھنا_</w:t>
      </w:r>
    </w:p>
    <w:p w:rsidR="001F628F" w:rsidRDefault="001F628F" w:rsidP="001F628F">
      <w:pPr>
        <w:pStyle w:val="libNormal"/>
        <w:rPr>
          <w:rtl/>
        </w:rPr>
      </w:pPr>
      <w:r>
        <w:rPr>
          <w:rtl/>
        </w:rPr>
        <w:t xml:space="preserve">1_ حضرت ابراہيم </w:t>
      </w:r>
      <w:r w:rsidR="00367F17" w:rsidRPr="00367F17">
        <w:rPr>
          <w:rStyle w:val="libAlaemChar"/>
          <w:rtl/>
        </w:rPr>
        <w:t xml:space="preserve"> عليه‌السلام </w:t>
      </w:r>
      <w:r>
        <w:rPr>
          <w:rtl/>
        </w:rPr>
        <w:t xml:space="preserve"> كى زندگى اور دعا كرنے كا انداز اور كيفيت ،سبق اموزاور قابل ذكر ہے_</w:t>
      </w:r>
    </w:p>
    <w:p w:rsidR="0013748E" w:rsidRDefault="0013748E"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w:t>
      </w:r>
      <w:r>
        <w:rPr>
          <w:rFonts w:hint="cs"/>
          <w:rtl/>
        </w:rPr>
        <w:t>اجعل</w:t>
      </w:r>
      <w:r>
        <w:rPr>
          <w:rtl/>
        </w:rPr>
        <w:t xml:space="preserve"> </w:t>
      </w:r>
      <w:r w:rsidR="00F21947" w:rsidRPr="00B2551F">
        <w:rPr>
          <w:rFonts w:hint="cs"/>
          <w:rtl/>
        </w:rPr>
        <w:t>ه</w:t>
      </w:r>
      <w:r>
        <w:rPr>
          <w:rFonts w:hint="cs"/>
          <w:rtl/>
        </w:rPr>
        <w:t>ذاالبلد</w:t>
      </w:r>
      <w:r>
        <w:rPr>
          <w:rtl/>
        </w:rPr>
        <w:t xml:space="preserve"> </w:t>
      </w:r>
      <w:r>
        <w:rPr>
          <w:rFonts w:hint="cs"/>
          <w:rtl/>
        </w:rPr>
        <w:t>ء</w:t>
      </w:r>
      <w:r>
        <w:rPr>
          <w:rtl/>
        </w:rPr>
        <w:t xml:space="preserve"> </w:t>
      </w:r>
      <w:r>
        <w:rPr>
          <w:rFonts w:hint="cs"/>
          <w:rtl/>
        </w:rPr>
        <w:t>امنً</w:t>
      </w:r>
      <w:r w:rsidR="00E42C70">
        <w:rPr>
          <w:rFonts w:hint="cs"/>
          <w:rtl/>
        </w:rPr>
        <w:t>ا</w:t>
      </w:r>
    </w:p>
    <w:p w:rsidR="0013748E" w:rsidRDefault="0013748E" w:rsidP="0013748E">
      <w:pPr>
        <w:pStyle w:val="libNormal"/>
        <w:rPr>
          <w:rtl/>
        </w:rPr>
      </w:pPr>
      <w:r>
        <w:rPr>
          <w:rtl/>
        </w:rPr>
        <w:t xml:space="preserve">'' واذ قال'' ،'' اذكر '' سے متعلق ہے يا ''اذكروا '' تقدير ميں ہے_واضح ہے كہ حضرت ابراہيم </w:t>
      </w:r>
      <w:r w:rsidR="00367F17" w:rsidRPr="00367F17">
        <w:rPr>
          <w:rStyle w:val="libAlaemChar"/>
          <w:rtl/>
        </w:rPr>
        <w:t xml:space="preserve"> عليه‌السلام </w:t>
      </w:r>
      <w:r>
        <w:rPr>
          <w:rtl/>
        </w:rPr>
        <w:t xml:space="preserve"> كے قصے كى ياد دلانااس كے بااہميت اور سبق اموز ہونے كو ظاہر كرتا ہے_</w:t>
      </w:r>
    </w:p>
    <w:p w:rsidR="0013748E" w:rsidRDefault="0013748E" w:rsidP="001F628F">
      <w:pPr>
        <w:pStyle w:val="libNormal"/>
        <w:rPr>
          <w:rtl/>
        </w:rPr>
      </w:pPr>
    </w:p>
    <w:p w:rsidR="0013748E" w:rsidRDefault="001E7F9D" w:rsidP="00F73EDE">
      <w:pPr>
        <w:pStyle w:val="libPoemTini"/>
        <w:rPr>
          <w:rtl/>
        </w:rPr>
      </w:pPr>
      <w:r>
        <w:rPr>
          <w:rtl/>
        </w:rPr>
        <w:br w:type="page"/>
      </w:r>
    </w:p>
    <w:p w:rsidR="001F628F" w:rsidRDefault="001F628F" w:rsidP="001F628F">
      <w:pPr>
        <w:pStyle w:val="libNormal"/>
        <w:rPr>
          <w:rtl/>
        </w:rPr>
      </w:pPr>
      <w:r>
        <w:rPr>
          <w:rtl/>
        </w:rPr>
        <w:lastRenderedPageBreak/>
        <w:t xml:space="preserve">2_حضرت ابراہيم </w:t>
      </w:r>
      <w:r w:rsidR="00367F17" w:rsidRPr="00367F17">
        <w:rPr>
          <w:rStyle w:val="libAlaemChar"/>
          <w:rtl/>
        </w:rPr>
        <w:t xml:space="preserve"> عليه‌السلام </w:t>
      </w:r>
      <w:r>
        <w:rPr>
          <w:rtl/>
        </w:rPr>
        <w:t xml:space="preserve"> نے خدا وند متعال سے سر زمين مكہ كى امنيت كے لئے دعا كى _</w:t>
      </w:r>
    </w:p>
    <w:p w:rsidR="001F628F" w:rsidRDefault="001F628F"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w:t>
      </w:r>
      <w:r>
        <w:rPr>
          <w:rFonts w:hint="cs"/>
          <w:rtl/>
        </w:rPr>
        <w:t>اجعل</w:t>
      </w:r>
      <w:r>
        <w:rPr>
          <w:rtl/>
        </w:rPr>
        <w:t xml:space="preserve"> </w:t>
      </w:r>
      <w:r w:rsidR="00F21947" w:rsidRPr="00B2551F">
        <w:rPr>
          <w:rFonts w:hint="cs"/>
          <w:rtl/>
        </w:rPr>
        <w:t>ه</w:t>
      </w:r>
      <w:r>
        <w:rPr>
          <w:rFonts w:hint="cs"/>
          <w:rtl/>
        </w:rPr>
        <w:t>ذاالبلد</w:t>
      </w:r>
      <w:r>
        <w:rPr>
          <w:rtl/>
        </w:rPr>
        <w:t xml:space="preserve"> </w:t>
      </w:r>
      <w:r>
        <w:rPr>
          <w:rFonts w:hint="cs"/>
          <w:rtl/>
        </w:rPr>
        <w:t>ء</w:t>
      </w:r>
      <w:r>
        <w:rPr>
          <w:rtl/>
        </w:rPr>
        <w:t xml:space="preserve"> </w:t>
      </w:r>
      <w:r>
        <w:rPr>
          <w:rFonts w:hint="cs"/>
          <w:rtl/>
        </w:rPr>
        <w:t>امنً</w:t>
      </w:r>
      <w:r w:rsidR="00E42C70">
        <w:rPr>
          <w:rFonts w:hint="cs"/>
          <w:rtl/>
        </w:rPr>
        <w:t>ا</w:t>
      </w:r>
    </w:p>
    <w:p w:rsidR="001F628F" w:rsidRDefault="001F628F" w:rsidP="0013748E">
      <w:pPr>
        <w:pStyle w:val="libNormal"/>
        <w:rPr>
          <w:rtl/>
        </w:rPr>
      </w:pPr>
      <w:r>
        <w:rPr>
          <w:rtl/>
        </w:rPr>
        <w:t xml:space="preserve">3_حضرت ابراہيم </w:t>
      </w:r>
      <w:r w:rsidR="00367F17" w:rsidRPr="00367F17">
        <w:rPr>
          <w:rStyle w:val="libAlaemChar"/>
          <w:rtl/>
        </w:rPr>
        <w:t xml:space="preserve"> عليه‌السلام </w:t>
      </w:r>
      <w:r>
        <w:rPr>
          <w:rtl/>
        </w:rPr>
        <w:t xml:space="preserve"> نے خداوند متعال سے حرمت مكہ كى حفاظت اور امنيت كے لئے قوانين وضع كرنے كى درخواست كى _</w:t>
      </w:r>
      <w:r w:rsidRPr="0013748E">
        <w:rPr>
          <w:rStyle w:val="libArabicChar"/>
          <w:rFonts w:hint="eastAsia"/>
          <w:rtl/>
        </w:rPr>
        <w:t>واذقال</w:t>
      </w:r>
      <w:r w:rsidRPr="0013748E">
        <w:rPr>
          <w:rStyle w:val="libArabicChar"/>
          <w:rtl/>
        </w:rPr>
        <w:t xml:space="preserve">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Pr="0013748E">
        <w:rPr>
          <w:rStyle w:val="libArabicChar"/>
          <w:rFonts w:hint="cs"/>
          <w:rtl/>
        </w:rPr>
        <w:t>ربّ</w:t>
      </w:r>
      <w:r w:rsidRPr="0013748E">
        <w:rPr>
          <w:rStyle w:val="libArabicChar"/>
          <w:rtl/>
        </w:rPr>
        <w:t xml:space="preserve"> </w:t>
      </w:r>
      <w:r w:rsidRPr="0013748E">
        <w:rPr>
          <w:rStyle w:val="libArabicChar"/>
          <w:rFonts w:hint="cs"/>
          <w:rtl/>
        </w:rPr>
        <w:t>اجعل</w:t>
      </w:r>
      <w:r w:rsidRPr="0013748E">
        <w:rPr>
          <w:rStyle w:val="libArabicChar"/>
          <w:rtl/>
        </w:rPr>
        <w:t xml:space="preserve">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F628F">
      <w:pPr>
        <w:pStyle w:val="libNormal"/>
        <w:rPr>
          <w:rtl/>
        </w:rPr>
      </w:pPr>
      <w:r>
        <w:rPr>
          <w:rFonts w:hint="eastAsia"/>
          <w:rtl/>
        </w:rPr>
        <w:t>مندرجہ</w:t>
      </w:r>
      <w:r>
        <w:rPr>
          <w:rtl/>
        </w:rPr>
        <w:t xml:space="preserve"> بالا مطلب اس بات پر مبنى ہے كہ جب ''اجعل'' سے تشريعى جعل مرادہو جيسا كہ اسلام مي</w:t>
      </w:r>
      <w:r w:rsidR="00083993">
        <w:rPr>
          <w:rtl/>
        </w:rPr>
        <w:t xml:space="preserve">ں </w:t>
      </w:r>
      <w:r>
        <w:rPr>
          <w:rtl/>
        </w:rPr>
        <w:t>اسى سلسلے مي</w:t>
      </w:r>
      <w:r w:rsidR="00083993">
        <w:rPr>
          <w:rtl/>
        </w:rPr>
        <w:t xml:space="preserve">ں </w:t>
      </w:r>
      <w:r>
        <w:rPr>
          <w:rtl/>
        </w:rPr>
        <w:t>متعدد قوانين وضع ہوئے ہي</w:t>
      </w:r>
      <w:r w:rsidR="00083993">
        <w:rPr>
          <w:rtl/>
        </w:rPr>
        <w:t xml:space="preserve">ں </w:t>
      </w:r>
      <w:r>
        <w:rPr>
          <w:rtl/>
        </w:rPr>
        <w:t>_</w:t>
      </w:r>
    </w:p>
    <w:p w:rsidR="001F628F" w:rsidRDefault="001F628F" w:rsidP="0013748E">
      <w:pPr>
        <w:pStyle w:val="libNormal"/>
        <w:rPr>
          <w:rtl/>
        </w:rPr>
      </w:pPr>
      <w:r>
        <w:rPr>
          <w:rtl/>
        </w:rPr>
        <w:t>4_مكہ ،امن الہى كا حرم ہے_</w:t>
      </w:r>
      <w:r w:rsidRPr="0013748E">
        <w:rPr>
          <w:rStyle w:val="libArabicChar"/>
          <w:rFonts w:hint="eastAsia"/>
          <w:rtl/>
        </w:rPr>
        <w:t>ربّ</w:t>
      </w:r>
      <w:r w:rsidRPr="0013748E">
        <w:rPr>
          <w:rStyle w:val="libArabicChar"/>
          <w:rtl/>
        </w:rPr>
        <w:t xml:space="preserve"> اجعل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F628F">
      <w:pPr>
        <w:pStyle w:val="libNormal"/>
        <w:rPr>
          <w:rtl/>
        </w:rPr>
      </w:pPr>
      <w:r>
        <w:rPr>
          <w:rFonts w:hint="eastAsia"/>
          <w:rtl/>
        </w:rPr>
        <w:t>تمجيد</w:t>
      </w:r>
      <w:r>
        <w:rPr>
          <w:rtl/>
        </w:rPr>
        <w:t xml:space="preserve"> كى زبان مي</w:t>
      </w:r>
      <w:r w:rsidR="00083993">
        <w:rPr>
          <w:rtl/>
        </w:rPr>
        <w:t xml:space="preserve">ں </w:t>
      </w:r>
      <w:r>
        <w:rPr>
          <w:rtl/>
        </w:rPr>
        <w:t xml:space="preserve">حضرت ابراہيم </w:t>
      </w:r>
      <w:r w:rsidR="00367F17" w:rsidRPr="00367F17">
        <w:rPr>
          <w:rStyle w:val="libAlaemChar"/>
          <w:rtl/>
        </w:rPr>
        <w:t xml:space="preserve"> عليه‌السلام </w:t>
      </w:r>
      <w:r>
        <w:rPr>
          <w:rtl/>
        </w:rPr>
        <w:t xml:space="preserve"> كى دعا نقل كرنا ،خداوند كى جانب سے اس دعا كے قبول ہونے كو ظاہر كرتا ہے_</w:t>
      </w:r>
    </w:p>
    <w:p w:rsidR="001F628F" w:rsidRDefault="001F628F" w:rsidP="0013748E">
      <w:pPr>
        <w:pStyle w:val="libNormal"/>
        <w:rPr>
          <w:rtl/>
        </w:rPr>
      </w:pPr>
      <w:r>
        <w:rPr>
          <w:rtl/>
        </w:rPr>
        <w:t xml:space="preserve">5_حضرت ابراہيم </w:t>
      </w:r>
      <w:r w:rsidR="00367F17" w:rsidRPr="00367F17">
        <w:rPr>
          <w:rStyle w:val="libAlaemChar"/>
          <w:rtl/>
        </w:rPr>
        <w:t xml:space="preserve"> عليه‌السلام </w:t>
      </w:r>
      <w:r>
        <w:rPr>
          <w:rtl/>
        </w:rPr>
        <w:t xml:space="preserve"> نے خداوند متعال سے مكہ كے امن و امان اور مذہب شرك اور بت پرستى كے نفوذ سے محفوظ رہنے كى دعا كى _*</w:t>
      </w:r>
      <w:r w:rsidRPr="0013748E">
        <w:rPr>
          <w:rStyle w:val="libArabicChar"/>
          <w:rFonts w:hint="eastAsia"/>
          <w:rtl/>
        </w:rPr>
        <w:t>واذقال</w:t>
      </w:r>
      <w:r w:rsidRPr="0013748E">
        <w:rPr>
          <w:rStyle w:val="libArabicChar"/>
          <w:rtl/>
        </w:rPr>
        <w:t xml:space="preserve">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Pr="0013748E">
        <w:rPr>
          <w:rStyle w:val="libArabicChar"/>
          <w:rFonts w:hint="cs"/>
          <w:rtl/>
        </w:rPr>
        <w:t>ربّ</w:t>
      </w:r>
      <w:r w:rsidRPr="0013748E">
        <w:rPr>
          <w:rStyle w:val="libArabicChar"/>
          <w:rtl/>
        </w:rPr>
        <w:t xml:space="preserve"> </w:t>
      </w:r>
      <w:r w:rsidRPr="0013748E">
        <w:rPr>
          <w:rStyle w:val="libArabicChar"/>
          <w:rFonts w:hint="cs"/>
          <w:rtl/>
        </w:rPr>
        <w:t>اجعل</w:t>
      </w:r>
      <w:r w:rsidRPr="0013748E">
        <w:rPr>
          <w:rStyle w:val="libArabicChar"/>
          <w:rtl/>
        </w:rPr>
        <w:t xml:space="preserve">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F628F">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كا اپنے اور اپنے خاندان كے بارے مي</w:t>
      </w:r>
      <w:r w:rsidR="00083993">
        <w:rPr>
          <w:rtl/>
        </w:rPr>
        <w:t xml:space="preserve">ں </w:t>
      </w:r>
      <w:r>
        <w:rPr>
          <w:rtl/>
        </w:rPr>
        <w:t>شرك كى طرف ميلان سے محفوظ رہنے كى دعا كرنا ،اس بات كا قرينہ ہو سكتا ہے كہ مكہ كى امنيت سے مراداس كا مذہب شرك اور بت پرستى كے شر سے محفوظ ہونا ہے_</w:t>
      </w:r>
    </w:p>
    <w:p w:rsidR="001F628F" w:rsidRDefault="001F628F" w:rsidP="0013748E">
      <w:pPr>
        <w:pStyle w:val="libNormal"/>
        <w:rPr>
          <w:rtl/>
        </w:rPr>
      </w:pPr>
      <w:r>
        <w:rPr>
          <w:rtl/>
        </w:rPr>
        <w:t>6_خداوند متعال كو ''رب'' كے نام سے پكارنا،دعا كے اداب مي</w:t>
      </w:r>
      <w:r w:rsidR="00083993">
        <w:rPr>
          <w:rtl/>
        </w:rPr>
        <w:t xml:space="preserve">ں </w:t>
      </w:r>
      <w:r>
        <w:rPr>
          <w:rtl/>
        </w:rPr>
        <w:t>سے ہے_</w:t>
      </w:r>
      <w:r w:rsidRPr="0013748E">
        <w:rPr>
          <w:rStyle w:val="libArabicChar"/>
          <w:rFonts w:hint="eastAsia"/>
          <w:rtl/>
        </w:rPr>
        <w:t>ربّ</w:t>
      </w:r>
      <w:r w:rsidRPr="0013748E">
        <w:rPr>
          <w:rStyle w:val="libArabicChar"/>
          <w:rtl/>
        </w:rPr>
        <w:t xml:space="preserve"> اجعل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3748E">
      <w:pPr>
        <w:pStyle w:val="libNormal"/>
        <w:rPr>
          <w:rtl/>
        </w:rPr>
      </w:pPr>
      <w:r>
        <w:rPr>
          <w:rtl/>
        </w:rPr>
        <w:t xml:space="preserve">7_حضرت ابراہيم </w:t>
      </w:r>
      <w:r w:rsidR="00367F17" w:rsidRPr="00367F17">
        <w:rPr>
          <w:rStyle w:val="libAlaemChar"/>
          <w:rtl/>
        </w:rPr>
        <w:t xml:space="preserve"> عليه‌السلام </w:t>
      </w:r>
      <w:r>
        <w:rPr>
          <w:rtl/>
        </w:rPr>
        <w:t xml:space="preserve"> كے زمانے مي</w:t>
      </w:r>
      <w:r w:rsidR="00083993">
        <w:rPr>
          <w:rtl/>
        </w:rPr>
        <w:t xml:space="preserve">ں </w:t>
      </w:r>
      <w:r>
        <w:rPr>
          <w:rtl/>
        </w:rPr>
        <w:t>مكہ شہرى ابادى پر مشتمل تھا _</w:t>
      </w:r>
      <w:r w:rsidRPr="0013748E">
        <w:rPr>
          <w:rStyle w:val="libArabicChar"/>
          <w:rFonts w:hint="eastAsia"/>
          <w:rtl/>
        </w:rPr>
        <w:t>واذقال</w:t>
      </w:r>
      <w:r w:rsidRPr="0013748E">
        <w:rPr>
          <w:rStyle w:val="libArabicChar"/>
          <w:rtl/>
        </w:rPr>
        <w:t xml:space="preserve">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Pr="0013748E">
        <w:rPr>
          <w:rStyle w:val="libArabicChar"/>
          <w:rFonts w:hint="cs"/>
          <w:rtl/>
        </w:rPr>
        <w:t>ربّ</w:t>
      </w:r>
      <w:r w:rsidRPr="0013748E">
        <w:rPr>
          <w:rStyle w:val="libArabicChar"/>
          <w:rtl/>
        </w:rPr>
        <w:t xml:space="preserve"> </w:t>
      </w:r>
      <w:r w:rsidRPr="0013748E">
        <w:rPr>
          <w:rStyle w:val="libArabicChar"/>
          <w:rFonts w:hint="cs"/>
          <w:rtl/>
        </w:rPr>
        <w:t>اجعل</w:t>
      </w:r>
      <w:r w:rsidRPr="0013748E">
        <w:rPr>
          <w:rStyle w:val="libArabicChar"/>
          <w:rtl/>
        </w:rPr>
        <w:t xml:space="preserve">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F628F">
      <w:pPr>
        <w:pStyle w:val="libNormal"/>
        <w:rPr>
          <w:rtl/>
        </w:rPr>
      </w:pPr>
      <w:r>
        <w:rPr>
          <w:rtl/>
        </w:rPr>
        <w:t xml:space="preserve">8_ حضرت ابراہيم </w:t>
      </w:r>
      <w:r w:rsidR="00367F17" w:rsidRPr="00367F17">
        <w:rPr>
          <w:rStyle w:val="libAlaemChar"/>
          <w:rtl/>
        </w:rPr>
        <w:t xml:space="preserve"> عليه‌السلام </w:t>
      </w:r>
      <w:r>
        <w:rPr>
          <w:rtl/>
        </w:rPr>
        <w:t xml:space="preserve"> كا مكہ كى امنيت اور حرمت كى طرف خاص توجہ دينا _</w:t>
      </w:r>
    </w:p>
    <w:p w:rsidR="001F628F" w:rsidRDefault="001F628F"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w:t>
      </w:r>
      <w:r>
        <w:rPr>
          <w:rFonts w:hint="cs"/>
          <w:rtl/>
        </w:rPr>
        <w:t>اجعل</w:t>
      </w:r>
      <w:r>
        <w:rPr>
          <w:rtl/>
        </w:rPr>
        <w:t xml:space="preserve"> </w:t>
      </w:r>
      <w:r w:rsidR="00F21947" w:rsidRPr="00B2551F">
        <w:rPr>
          <w:rFonts w:hint="cs"/>
          <w:rtl/>
        </w:rPr>
        <w:t>ه</w:t>
      </w:r>
      <w:r>
        <w:rPr>
          <w:rFonts w:hint="cs"/>
          <w:rtl/>
        </w:rPr>
        <w:t>ذاالبلد</w:t>
      </w:r>
      <w:r>
        <w:rPr>
          <w:rtl/>
        </w:rPr>
        <w:t xml:space="preserve"> </w:t>
      </w:r>
      <w:r>
        <w:rPr>
          <w:rFonts w:hint="cs"/>
          <w:rtl/>
        </w:rPr>
        <w:t>ء</w:t>
      </w:r>
      <w:r>
        <w:rPr>
          <w:rtl/>
        </w:rPr>
        <w:t xml:space="preserve"> </w:t>
      </w:r>
      <w:r>
        <w:rPr>
          <w:rFonts w:hint="cs"/>
          <w:rtl/>
        </w:rPr>
        <w:t>امنً</w:t>
      </w:r>
      <w:r w:rsidR="00E42C70">
        <w:rPr>
          <w:rFonts w:hint="cs"/>
          <w:rtl/>
        </w:rPr>
        <w:t>ا</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اپنى دعا مي</w:t>
      </w:r>
      <w:r w:rsidR="00083993">
        <w:rPr>
          <w:rtl/>
        </w:rPr>
        <w:t xml:space="preserve">ں </w:t>
      </w:r>
      <w:r>
        <w:rPr>
          <w:rtl/>
        </w:rPr>
        <w:t>پہلے مكہ شہر كى امنيت كا مسئلہ پيش كيا ہے اور اسے اپنى اولاد كى ہدايت پر مقدم ركھا ہے ،ان كے نزديك مكہ كے امن وامان كى اہميت اور اس مسئلے كى طرف ان كى خاص توجہ كو ظاہر كرتا ہے_</w:t>
      </w:r>
    </w:p>
    <w:p w:rsidR="001F628F" w:rsidRDefault="001F628F" w:rsidP="001F628F">
      <w:pPr>
        <w:pStyle w:val="libNormal"/>
        <w:rPr>
          <w:rtl/>
        </w:rPr>
      </w:pPr>
      <w:r>
        <w:rPr>
          <w:rtl/>
        </w:rPr>
        <w:t>9_ پر امن اور مطمئن جگہ پرزندگى گذارنا اہميت اور قدر ومنزلت ركھتا ہے_</w:t>
      </w:r>
      <w:r w:rsidRPr="0013748E">
        <w:rPr>
          <w:rStyle w:val="libArabicChar"/>
          <w:rtl/>
        </w:rPr>
        <w:t xml:space="preserve">ربّ اجعل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w:t>
      </w:r>
      <w:r w:rsidR="00E42C70">
        <w:rPr>
          <w:rStyle w:val="libArabicChar"/>
          <w:rFonts w:hint="cs"/>
          <w:rtl/>
        </w:rPr>
        <w:t>ا</w:t>
      </w:r>
    </w:p>
    <w:p w:rsidR="001F628F" w:rsidRDefault="001F628F" w:rsidP="001F628F">
      <w:pPr>
        <w:pStyle w:val="libNormal"/>
        <w:rPr>
          <w:rtl/>
        </w:rPr>
      </w:pPr>
      <w:r>
        <w:rPr>
          <w:rtl/>
        </w:rPr>
        <w:t xml:space="preserve">10_حضرت ابراہيم </w:t>
      </w:r>
      <w:r w:rsidR="00367F17" w:rsidRPr="00367F17">
        <w:rPr>
          <w:rStyle w:val="libAlaemChar"/>
          <w:rtl/>
        </w:rPr>
        <w:t xml:space="preserve"> عليه‌السلام </w:t>
      </w:r>
      <w:r>
        <w:rPr>
          <w:rtl/>
        </w:rPr>
        <w:t xml:space="preserve"> كاخداوند متعال سے اپنے اور اپنى اولاد كے بت پرستى كى طرف رجحان سے محفوظ</w:t>
      </w:r>
    </w:p>
    <w:p w:rsidR="0013748E" w:rsidRDefault="001E7F9D" w:rsidP="00F73EDE">
      <w:pPr>
        <w:pStyle w:val="libPoemTini"/>
        <w:rPr>
          <w:rtl/>
        </w:rPr>
      </w:pPr>
      <w:r>
        <w:rPr>
          <w:rtl/>
        </w:rPr>
        <w:br w:type="page"/>
      </w:r>
    </w:p>
    <w:p w:rsidR="001F628F" w:rsidRDefault="001F628F" w:rsidP="0013748E">
      <w:pPr>
        <w:pStyle w:val="libNormal"/>
        <w:rPr>
          <w:rtl/>
        </w:rPr>
      </w:pPr>
      <w:r>
        <w:rPr>
          <w:rFonts w:hint="eastAsia"/>
          <w:rtl/>
        </w:rPr>
        <w:lastRenderedPageBreak/>
        <w:t>رہنے</w:t>
      </w:r>
      <w:r>
        <w:rPr>
          <w:rtl/>
        </w:rPr>
        <w:t xml:space="preserve"> كى دعا كرنا_</w:t>
      </w:r>
      <w:r w:rsidRPr="0013748E">
        <w:rPr>
          <w:rStyle w:val="libArabicChar"/>
          <w:rFonts w:hint="eastAsia"/>
          <w:rtl/>
        </w:rPr>
        <w:t>واذقال</w:t>
      </w:r>
      <w:r w:rsidRPr="0013748E">
        <w:rPr>
          <w:rStyle w:val="libArabicChar"/>
          <w:rtl/>
        </w:rPr>
        <w:t xml:space="preserve">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Pr="0013748E">
        <w:rPr>
          <w:rStyle w:val="libArabicChar"/>
          <w:rFonts w:hint="cs"/>
          <w:rtl/>
        </w:rPr>
        <w:t>رب</w:t>
      </w:r>
      <w:r w:rsidRPr="0013748E">
        <w:rPr>
          <w:rStyle w:val="libArabicChar"/>
          <w:rtl/>
        </w:rPr>
        <w:t xml:space="preserve"> ...</w:t>
      </w:r>
      <w:r w:rsidRPr="0013748E">
        <w:rPr>
          <w:rStyle w:val="libArabicChar"/>
          <w:rFonts w:hint="cs"/>
          <w:rtl/>
        </w:rPr>
        <w:t>اجنبنى</w:t>
      </w:r>
      <w:r w:rsidRPr="0013748E">
        <w:rPr>
          <w:rStyle w:val="libArabicChar"/>
          <w:rtl/>
        </w:rPr>
        <w:t xml:space="preserve"> </w:t>
      </w:r>
      <w:r w:rsidRPr="0013748E">
        <w:rPr>
          <w:rStyle w:val="libArabicChar"/>
          <w:rFonts w:hint="cs"/>
          <w:rtl/>
        </w:rPr>
        <w:t>وبنّى</w:t>
      </w:r>
      <w:r w:rsidRPr="0013748E">
        <w:rPr>
          <w:rStyle w:val="libArabicChar"/>
          <w:rtl/>
        </w:rPr>
        <w:t xml:space="preserve"> </w:t>
      </w:r>
      <w:r w:rsidRPr="0013748E">
        <w:rPr>
          <w:rStyle w:val="libArabicChar"/>
          <w:rFonts w:hint="cs"/>
          <w:rtl/>
        </w:rPr>
        <w:t>ا</w:t>
      </w:r>
      <w:r w:rsidRPr="0013748E">
        <w:rPr>
          <w:rStyle w:val="libArabicChar"/>
          <w:rtl/>
        </w:rPr>
        <w:t xml:space="preserve"> </w:t>
      </w:r>
      <w:r w:rsidRPr="0013748E">
        <w:rPr>
          <w:rStyle w:val="libArabicChar"/>
          <w:rFonts w:hint="cs"/>
          <w:rtl/>
        </w:rPr>
        <w:t>ن</w:t>
      </w:r>
      <w:r w:rsidRPr="0013748E">
        <w:rPr>
          <w:rStyle w:val="libArabicChar"/>
          <w:rtl/>
        </w:rPr>
        <w:t xml:space="preserve"> </w:t>
      </w:r>
      <w:r w:rsidRPr="0013748E">
        <w:rPr>
          <w:rStyle w:val="libArabicChar"/>
          <w:rFonts w:hint="cs"/>
          <w:rtl/>
        </w:rPr>
        <w:t>نعبد</w:t>
      </w:r>
      <w:r w:rsidRPr="0013748E">
        <w:rPr>
          <w:rStyle w:val="libArabicChar"/>
          <w:rtl/>
        </w:rPr>
        <w:t xml:space="preserve"> </w:t>
      </w:r>
      <w:r w:rsidRPr="0013748E">
        <w:rPr>
          <w:rStyle w:val="libArabicChar"/>
          <w:rFonts w:hint="cs"/>
          <w:rtl/>
        </w:rPr>
        <w:t>الا</w:t>
      </w:r>
      <w:r w:rsidRPr="0013748E">
        <w:rPr>
          <w:rStyle w:val="libArabicChar"/>
          <w:rtl/>
        </w:rPr>
        <w:t xml:space="preserve"> </w:t>
      </w:r>
      <w:r w:rsidRPr="0013748E">
        <w:rPr>
          <w:rStyle w:val="libArabicChar"/>
          <w:rFonts w:hint="cs"/>
          <w:rtl/>
        </w:rPr>
        <w:t>صنام</w:t>
      </w:r>
    </w:p>
    <w:p w:rsidR="001F628F" w:rsidRDefault="001F628F" w:rsidP="0013748E">
      <w:pPr>
        <w:pStyle w:val="libNormal"/>
        <w:rPr>
          <w:rtl/>
        </w:rPr>
      </w:pPr>
      <w:r>
        <w:rPr>
          <w:rtl/>
        </w:rPr>
        <w:t>11_الہى حقائق تك پہنچنے اور ہدايت پانے كے اسباب فراہم ہونے كے لئے زندگى گذارنے كى جگہ كے پر امن اور قابل اطمينان ہونے كا موثر ہونا_</w:t>
      </w:r>
      <w:r w:rsidRPr="0013748E">
        <w:rPr>
          <w:rStyle w:val="libArabicChar"/>
          <w:rFonts w:hint="eastAsia"/>
          <w:rtl/>
        </w:rPr>
        <w:t>واذقال</w:t>
      </w:r>
      <w:r w:rsidRPr="0013748E">
        <w:rPr>
          <w:rStyle w:val="libArabicChar"/>
          <w:rtl/>
        </w:rPr>
        <w:t xml:space="preserve">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Pr="0013748E">
        <w:rPr>
          <w:rStyle w:val="libArabicChar"/>
          <w:rFonts w:hint="cs"/>
          <w:rtl/>
        </w:rPr>
        <w:t>ربّ</w:t>
      </w:r>
      <w:r w:rsidRPr="0013748E">
        <w:rPr>
          <w:rStyle w:val="libArabicChar"/>
          <w:rtl/>
        </w:rPr>
        <w:t xml:space="preserve"> </w:t>
      </w:r>
      <w:r w:rsidRPr="0013748E">
        <w:rPr>
          <w:rStyle w:val="libArabicChar"/>
          <w:rFonts w:hint="cs"/>
          <w:rtl/>
        </w:rPr>
        <w:t>اجعل</w:t>
      </w:r>
      <w:r w:rsidRPr="0013748E">
        <w:rPr>
          <w:rStyle w:val="libArabicChar"/>
          <w:rtl/>
        </w:rPr>
        <w:t xml:space="preserve"> </w:t>
      </w:r>
      <w:r w:rsidR="00F21947" w:rsidRPr="00B2551F">
        <w:rPr>
          <w:rStyle w:val="libArabicChar"/>
          <w:rFonts w:hint="cs"/>
          <w:rtl/>
        </w:rPr>
        <w:t>ه</w:t>
      </w:r>
      <w:r w:rsidRPr="0013748E">
        <w:rPr>
          <w:rStyle w:val="libArabicChar"/>
          <w:rFonts w:hint="cs"/>
          <w:rtl/>
        </w:rPr>
        <w:t>ذاالبلد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امنًا</w:t>
      </w:r>
      <w:r w:rsidRPr="0013748E">
        <w:rPr>
          <w:rStyle w:val="libArabicChar"/>
          <w:rtl/>
        </w:rPr>
        <w:t xml:space="preserve"> </w:t>
      </w:r>
      <w:r w:rsidRPr="0013748E">
        <w:rPr>
          <w:rStyle w:val="libArabicChar"/>
          <w:rFonts w:hint="cs"/>
          <w:rtl/>
        </w:rPr>
        <w:t>و</w:t>
      </w:r>
      <w:r w:rsidRPr="0013748E">
        <w:rPr>
          <w:rStyle w:val="libArabicChar"/>
          <w:rtl/>
        </w:rPr>
        <w:t xml:space="preserve"> </w:t>
      </w:r>
      <w:r w:rsidRPr="0013748E">
        <w:rPr>
          <w:rStyle w:val="libArabicChar"/>
          <w:rFonts w:hint="cs"/>
          <w:rtl/>
        </w:rPr>
        <w:t>اجنبنى</w:t>
      </w:r>
      <w:r w:rsidRPr="0013748E">
        <w:rPr>
          <w:rStyle w:val="libArabicChar"/>
          <w:rtl/>
        </w:rPr>
        <w:t xml:space="preserve"> </w:t>
      </w:r>
      <w:r w:rsidRPr="0013748E">
        <w:rPr>
          <w:rStyle w:val="libArabicChar"/>
          <w:rFonts w:hint="cs"/>
          <w:rtl/>
        </w:rPr>
        <w:t>وبنّى</w:t>
      </w:r>
      <w:r w:rsidRPr="0013748E">
        <w:rPr>
          <w:rStyle w:val="libArabicChar"/>
          <w:rtl/>
        </w:rPr>
        <w:t xml:space="preserve"> </w:t>
      </w:r>
      <w:r w:rsidRPr="0013748E">
        <w:rPr>
          <w:rStyle w:val="libArabicChar"/>
          <w:rFonts w:hint="cs"/>
          <w:rtl/>
        </w:rPr>
        <w:t>ا</w:t>
      </w:r>
      <w:r w:rsidRPr="0013748E">
        <w:rPr>
          <w:rStyle w:val="libArabicChar"/>
          <w:rtl/>
        </w:rPr>
        <w:t xml:space="preserve"> </w:t>
      </w:r>
      <w:r w:rsidRPr="0013748E">
        <w:rPr>
          <w:rStyle w:val="libArabicChar"/>
          <w:rFonts w:hint="cs"/>
          <w:rtl/>
        </w:rPr>
        <w:t>ن</w:t>
      </w:r>
      <w:r w:rsidRPr="0013748E">
        <w:rPr>
          <w:rStyle w:val="libArabicChar"/>
          <w:rtl/>
        </w:rPr>
        <w:t xml:space="preserve"> </w:t>
      </w:r>
      <w:r w:rsidRPr="0013748E">
        <w:rPr>
          <w:rStyle w:val="libArabicChar"/>
          <w:rFonts w:hint="cs"/>
          <w:rtl/>
        </w:rPr>
        <w:t>نعبد</w:t>
      </w:r>
      <w:r w:rsidRPr="0013748E">
        <w:rPr>
          <w:rStyle w:val="libArabicChar"/>
          <w:rtl/>
        </w:rPr>
        <w:t xml:space="preserve"> </w:t>
      </w:r>
      <w:r w:rsidRPr="0013748E">
        <w:rPr>
          <w:rStyle w:val="libArabicChar"/>
          <w:rFonts w:hint="cs"/>
          <w:rtl/>
        </w:rPr>
        <w:t>الا</w:t>
      </w:r>
      <w:r w:rsidRPr="0013748E">
        <w:rPr>
          <w:rStyle w:val="libArabicChar"/>
          <w:rtl/>
        </w:rPr>
        <w:t xml:space="preserve"> </w:t>
      </w:r>
      <w:r w:rsidRPr="0013748E">
        <w:rPr>
          <w:rStyle w:val="libArabicChar"/>
          <w:rFonts w:hint="cs"/>
          <w:rtl/>
        </w:rPr>
        <w:t>صنام</w:t>
      </w:r>
    </w:p>
    <w:p w:rsidR="001F628F" w:rsidRDefault="001F628F" w:rsidP="001F628F">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كے اپنى اولاد كے لئے ھدايت كى دعا مانگنے سے پہلے ان كے محل سكونت (مكہ شہر) كى امنيت كى دعا كرنے سے مذكورہ بالا مطلب حاصل ہوتا ہے_</w:t>
      </w:r>
    </w:p>
    <w:p w:rsidR="001F628F" w:rsidRDefault="001F628F" w:rsidP="001F628F">
      <w:pPr>
        <w:pStyle w:val="libNormal"/>
        <w:rPr>
          <w:rtl/>
        </w:rPr>
      </w:pPr>
      <w:r>
        <w:rPr>
          <w:rtl/>
        </w:rPr>
        <w:t>12_اپنى اولاد كے لئے دعا اور ان كى اخروى عاقبت اور ديانت وسعادت كى طرف توجہ ايك اہم اور قابل قدر مسئلہ ہے_</w:t>
      </w:r>
    </w:p>
    <w:p w:rsidR="001F628F" w:rsidRDefault="001F628F"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 </w:t>
      </w:r>
      <w:r>
        <w:rPr>
          <w:rFonts w:hint="cs"/>
          <w:rtl/>
        </w:rPr>
        <w:t>اجنبنى</w:t>
      </w:r>
      <w:r>
        <w:rPr>
          <w:rtl/>
        </w:rPr>
        <w:t xml:space="preserve"> </w:t>
      </w:r>
      <w:r>
        <w:rPr>
          <w:rFonts w:hint="cs"/>
          <w:rtl/>
        </w:rPr>
        <w:t>وبنّى</w:t>
      </w:r>
      <w:r>
        <w:rPr>
          <w:rtl/>
        </w:rPr>
        <w:t xml:space="preserve"> </w:t>
      </w:r>
      <w:r>
        <w:rPr>
          <w:rFonts w:hint="cs"/>
          <w:rtl/>
        </w:rPr>
        <w:t>ا</w:t>
      </w:r>
      <w:r>
        <w:rPr>
          <w:rtl/>
        </w:rPr>
        <w:t xml:space="preserve"> </w:t>
      </w:r>
      <w:r>
        <w:rPr>
          <w:rFonts w:hint="cs"/>
          <w:rtl/>
        </w:rPr>
        <w:t>ن</w:t>
      </w:r>
      <w:r>
        <w:rPr>
          <w:rtl/>
        </w:rPr>
        <w:t xml:space="preserve"> </w:t>
      </w:r>
      <w:r>
        <w:rPr>
          <w:rFonts w:hint="cs"/>
          <w:rtl/>
        </w:rPr>
        <w:t>نعبد</w:t>
      </w:r>
      <w:r>
        <w:rPr>
          <w:rtl/>
        </w:rPr>
        <w:t xml:space="preserve"> </w:t>
      </w:r>
      <w:r>
        <w:rPr>
          <w:rFonts w:hint="cs"/>
          <w:rtl/>
        </w:rPr>
        <w:t>الا</w:t>
      </w:r>
      <w:r>
        <w:rPr>
          <w:rtl/>
        </w:rPr>
        <w:t xml:space="preserve"> </w:t>
      </w:r>
      <w:r>
        <w:rPr>
          <w:rFonts w:hint="cs"/>
          <w:rtl/>
        </w:rPr>
        <w:t>صنام</w:t>
      </w:r>
    </w:p>
    <w:p w:rsidR="001F628F" w:rsidRDefault="001F628F" w:rsidP="001F628F">
      <w:pPr>
        <w:pStyle w:val="libNormal"/>
        <w:rPr>
          <w:rtl/>
        </w:rPr>
      </w:pPr>
      <w:r>
        <w:rPr>
          <w:rtl/>
        </w:rPr>
        <w:t xml:space="preserve">13_اہل مكہ كے لئے دعا كے وقت حضرت ابراہيم </w:t>
      </w:r>
      <w:r w:rsidR="00367F17" w:rsidRPr="00367F17">
        <w:rPr>
          <w:rStyle w:val="libAlaemChar"/>
          <w:rtl/>
        </w:rPr>
        <w:t xml:space="preserve"> عليه‌السلام </w:t>
      </w:r>
      <w:r>
        <w:rPr>
          <w:rtl/>
        </w:rPr>
        <w:t xml:space="preserve"> كى ايك سے زيادہ اولاد تھي_</w:t>
      </w:r>
    </w:p>
    <w:p w:rsidR="001F628F" w:rsidRDefault="001F628F"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w:t>
      </w:r>
      <w:r>
        <w:rPr>
          <w:rFonts w:hint="cs"/>
          <w:rtl/>
        </w:rPr>
        <w:t>اجعل</w:t>
      </w:r>
      <w:r>
        <w:rPr>
          <w:rtl/>
        </w:rPr>
        <w:t xml:space="preserve"> </w:t>
      </w:r>
      <w:r w:rsidR="00F21947" w:rsidRPr="00B2551F">
        <w:rPr>
          <w:rFonts w:hint="cs"/>
          <w:rtl/>
        </w:rPr>
        <w:t>ه</w:t>
      </w:r>
      <w:r>
        <w:rPr>
          <w:rFonts w:hint="cs"/>
          <w:rtl/>
        </w:rPr>
        <w:t>ذاالبلد</w:t>
      </w:r>
      <w:r>
        <w:rPr>
          <w:rtl/>
        </w:rPr>
        <w:t xml:space="preserve"> </w:t>
      </w:r>
      <w:r>
        <w:rPr>
          <w:rFonts w:hint="cs"/>
          <w:rtl/>
        </w:rPr>
        <w:t>ء</w:t>
      </w:r>
      <w:r>
        <w:rPr>
          <w:rtl/>
        </w:rPr>
        <w:t xml:space="preserve"> </w:t>
      </w:r>
      <w:r>
        <w:rPr>
          <w:rFonts w:hint="cs"/>
          <w:rtl/>
        </w:rPr>
        <w:t>امنًا</w:t>
      </w:r>
      <w:r>
        <w:rPr>
          <w:rtl/>
        </w:rPr>
        <w:t xml:space="preserve"> </w:t>
      </w:r>
      <w:r>
        <w:rPr>
          <w:rFonts w:hint="cs"/>
          <w:rtl/>
        </w:rPr>
        <w:t>و</w:t>
      </w:r>
      <w:r>
        <w:rPr>
          <w:rtl/>
        </w:rPr>
        <w:t xml:space="preserve"> </w:t>
      </w:r>
      <w:r>
        <w:rPr>
          <w:rFonts w:hint="cs"/>
          <w:rtl/>
        </w:rPr>
        <w:t>اجنبنى</w:t>
      </w:r>
      <w:r>
        <w:rPr>
          <w:rtl/>
        </w:rPr>
        <w:t xml:space="preserve"> </w:t>
      </w:r>
      <w:r>
        <w:rPr>
          <w:rFonts w:hint="cs"/>
          <w:rtl/>
        </w:rPr>
        <w:t>وبنّي</w:t>
      </w:r>
    </w:p>
    <w:p w:rsidR="001F628F" w:rsidRDefault="001F628F" w:rsidP="001F628F">
      <w:pPr>
        <w:pStyle w:val="libNormal"/>
        <w:rPr>
          <w:rtl/>
        </w:rPr>
      </w:pPr>
      <w:r>
        <w:rPr>
          <w:rtl/>
        </w:rPr>
        <w:t xml:space="preserve">14_حضرت ابراہيم </w:t>
      </w:r>
      <w:r w:rsidR="00367F17" w:rsidRPr="00367F17">
        <w:rPr>
          <w:rStyle w:val="libAlaemChar"/>
          <w:rtl/>
        </w:rPr>
        <w:t xml:space="preserve"> عليه‌السلام </w:t>
      </w:r>
      <w:r>
        <w:rPr>
          <w:rtl/>
        </w:rPr>
        <w:t xml:space="preserve"> كے زمانے كے لوگ ،بت پرست تھے اور وہ چند بتو</w:t>
      </w:r>
      <w:r w:rsidR="00083993">
        <w:rPr>
          <w:rtl/>
        </w:rPr>
        <w:t xml:space="preserve">ں </w:t>
      </w:r>
      <w:r>
        <w:rPr>
          <w:rtl/>
        </w:rPr>
        <w:t>كى پوجا كرتے تھے_</w:t>
      </w:r>
    </w:p>
    <w:p w:rsidR="001F628F" w:rsidRDefault="001F628F" w:rsidP="0013748E">
      <w:pPr>
        <w:pStyle w:val="libArabic"/>
        <w:rPr>
          <w:rtl/>
        </w:rPr>
      </w:pPr>
      <w:r>
        <w:rPr>
          <w:rFonts w:hint="eastAsia"/>
          <w:rtl/>
        </w:rPr>
        <w:t>واذقال</w:t>
      </w:r>
      <w:r>
        <w:rPr>
          <w:rtl/>
        </w:rPr>
        <w:t xml:space="preserve"> ابرا</w:t>
      </w:r>
      <w:r w:rsidR="00F21947" w:rsidRPr="00B2551F">
        <w:rPr>
          <w:rFonts w:hint="cs"/>
          <w:rtl/>
        </w:rPr>
        <w:t>ه</w:t>
      </w:r>
      <w:r>
        <w:rPr>
          <w:rFonts w:hint="cs"/>
          <w:rtl/>
        </w:rPr>
        <w:t>يم</w:t>
      </w:r>
      <w:r>
        <w:rPr>
          <w:rtl/>
        </w:rPr>
        <w:t xml:space="preserve"> </w:t>
      </w:r>
      <w:r>
        <w:rPr>
          <w:rFonts w:hint="cs"/>
          <w:rtl/>
        </w:rPr>
        <w:t>ربّ</w:t>
      </w:r>
      <w:r>
        <w:rPr>
          <w:rtl/>
        </w:rPr>
        <w:t xml:space="preserve"> ... </w:t>
      </w:r>
      <w:r>
        <w:rPr>
          <w:rFonts w:hint="cs"/>
          <w:rtl/>
        </w:rPr>
        <w:t>اجنبنى</w:t>
      </w:r>
      <w:r>
        <w:rPr>
          <w:rtl/>
        </w:rPr>
        <w:t xml:space="preserve"> </w:t>
      </w:r>
      <w:r>
        <w:rPr>
          <w:rFonts w:hint="cs"/>
          <w:rtl/>
        </w:rPr>
        <w:t>وبنّى</w:t>
      </w:r>
      <w:r>
        <w:rPr>
          <w:rtl/>
        </w:rPr>
        <w:t xml:space="preserve"> </w:t>
      </w:r>
      <w:r>
        <w:rPr>
          <w:rFonts w:hint="cs"/>
          <w:rtl/>
        </w:rPr>
        <w:t>ا</w:t>
      </w:r>
      <w:r>
        <w:rPr>
          <w:rtl/>
        </w:rPr>
        <w:t xml:space="preserve"> </w:t>
      </w:r>
      <w:r>
        <w:rPr>
          <w:rFonts w:hint="cs"/>
          <w:rtl/>
        </w:rPr>
        <w:t>ن</w:t>
      </w:r>
      <w:r>
        <w:rPr>
          <w:rtl/>
        </w:rPr>
        <w:t xml:space="preserve"> </w:t>
      </w:r>
      <w:r>
        <w:rPr>
          <w:rFonts w:hint="cs"/>
          <w:rtl/>
        </w:rPr>
        <w:t>نعبد</w:t>
      </w:r>
      <w:r>
        <w:rPr>
          <w:rtl/>
        </w:rPr>
        <w:t xml:space="preserve"> الا صنام</w:t>
      </w:r>
    </w:p>
    <w:p w:rsidR="001F628F" w:rsidRDefault="001F628F" w:rsidP="001F628F">
      <w:pPr>
        <w:pStyle w:val="libNormal"/>
        <w:rPr>
          <w:rtl/>
        </w:rPr>
      </w:pPr>
      <w:r>
        <w:rPr>
          <w:rtl/>
        </w:rPr>
        <w:t>15_موحد ہونے اور شرك سے مكمل طور پر محفوظ رہنے كے لئے توفيق خدا اور اسكى مدد كى ضرورت ہے_</w:t>
      </w:r>
    </w:p>
    <w:p w:rsidR="001F628F" w:rsidRDefault="001F628F" w:rsidP="0013748E">
      <w:pPr>
        <w:pStyle w:val="libArabic"/>
        <w:rPr>
          <w:rtl/>
        </w:rPr>
      </w:pPr>
      <w:r>
        <w:rPr>
          <w:rFonts w:hint="eastAsia"/>
          <w:rtl/>
        </w:rPr>
        <w:t>و</w:t>
      </w:r>
      <w:r>
        <w:rPr>
          <w:rtl/>
        </w:rPr>
        <w:t xml:space="preserve"> اجنبنى وبنّى ا ن نعبد الا صنام</w:t>
      </w:r>
    </w:p>
    <w:p w:rsidR="001F628F" w:rsidRDefault="001F628F" w:rsidP="001F628F">
      <w:pPr>
        <w:pStyle w:val="libNormal"/>
        <w:rPr>
          <w:rtl/>
        </w:rPr>
      </w:pPr>
      <w:r>
        <w:rPr>
          <w:rFonts w:hint="eastAsia"/>
          <w:rtl/>
        </w:rPr>
        <w:t>مندرجہ</w:t>
      </w:r>
      <w:r>
        <w:rPr>
          <w:rtl/>
        </w:rPr>
        <w:t xml:space="preserve"> بالا مطلب اس دليل پر مبنى ہے كہ حضرت ابراہيم </w:t>
      </w:r>
      <w:r w:rsidR="00367F17" w:rsidRPr="00367F17">
        <w:rPr>
          <w:rStyle w:val="libAlaemChar"/>
          <w:rtl/>
        </w:rPr>
        <w:t xml:space="preserve"> عليه‌السلام </w:t>
      </w:r>
      <w:r>
        <w:rPr>
          <w:rtl/>
        </w:rPr>
        <w:t xml:space="preserve"> خدا كے عظيم (اولواالعزم) نبى ہونے كے باوجود خداوند متعال سے اپنے اور اپنى اولاد كے شرك سے محفوظ رہنے كى دعا كر تے ہي</w:t>
      </w:r>
      <w:r w:rsidR="00083993">
        <w:rPr>
          <w:rtl/>
        </w:rPr>
        <w:t xml:space="preserve">ں </w:t>
      </w:r>
      <w:r>
        <w:rPr>
          <w:rtl/>
        </w:rPr>
        <w:t>_</w:t>
      </w:r>
    </w:p>
    <w:p w:rsidR="001F628F" w:rsidRDefault="001F628F" w:rsidP="001F628F">
      <w:pPr>
        <w:pStyle w:val="libNormal"/>
        <w:rPr>
          <w:rtl/>
        </w:rPr>
      </w:pPr>
      <w:r>
        <w:rPr>
          <w:rtl/>
        </w:rPr>
        <w:t xml:space="preserve">16_ </w:t>
      </w:r>
      <w:r w:rsidRPr="0013748E">
        <w:rPr>
          <w:rStyle w:val="libArabicChar"/>
          <w:rtl/>
        </w:rPr>
        <w:t xml:space="preserve">''عن ا بى عبدالله </w:t>
      </w:r>
      <w:r w:rsidR="00367F17" w:rsidRPr="00367F17">
        <w:rPr>
          <w:rStyle w:val="libAlaemChar"/>
          <w:rtl/>
        </w:rPr>
        <w:t xml:space="preserve"> عليه‌السلام </w:t>
      </w:r>
      <w:r w:rsidRPr="0013748E">
        <w:rPr>
          <w:rStyle w:val="libArabicChar"/>
          <w:rtl/>
        </w:rPr>
        <w:t xml:space="preserve"> ...قال: ...ان الله ا مر ابرا</w:t>
      </w:r>
      <w:r w:rsidR="00F21947" w:rsidRPr="00B2551F">
        <w:rPr>
          <w:rStyle w:val="libArabicChar"/>
          <w:rFonts w:hint="cs"/>
          <w:rtl/>
        </w:rPr>
        <w:t>ه</w:t>
      </w:r>
      <w:r w:rsidRPr="0013748E">
        <w:rPr>
          <w:rStyle w:val="libArabicChar"/>
          <w:rFonts w:hint="cs"/>
          <w:rtl/>
        </w:rPr>
        <w:t>يم</w:t>
      </w:r>
      <w:r w:rsidRPr="0013748E">
        <w:rPr>
          <w:rStyle w:val="libArabicChar"/>
          <w:rtl/>
        </w:rPr>
        <w:t xml:space="preserve"> </w:t>
      </w:r>
      <w:r w:rsidR="00367F17" w:rsidRPr="00367F17">
        <w:rPr>
          <w:rStyle w:val="libAlaemChar"/>
          <w:rtl/>
        </w:rPr>
        <w:t xml:space="preserve"> عليه‌السلام </w:t>
      </w:r>
      <w:r w:rsidRPr="0013748E">
        <w:rPr>
          <w:rStyle w:val="libArabicChar"/>
          <w:rtl/>
        </w:rPr>
        <w:t xml:space="preserve"> </w:t>
      </w:r>
      <w:r w:rsidRPr="0013748E">
        <w:rPr>
          <w:rStyle w:val="libArabicChar"/>
          <w:rFonts w:hint="cs"/>
          <w:rtl/>
        </w:rPr>
        <w:t>ا</w:t>
      </w:r>
      <w:r w:rsidRPr="0013748E">
        <w:rPr>
          <w:rStyle w:val="libArabicChar"/>
          <w:rtl/>
        </w:rPr>
        <w:t xml:space="preserve"> </w:t>
      </w:r>
      <w:r w:rsidRPr="0013748E">
        <w:rPr>
          <w:rStyle w:val="libArabicChar"/>
          <w:rFonts w:hint="cs"/>
          <w:rtl/>
        </w:rPr>
        <w:t>ن</w:t>
      </w:r>
      <w:r w:rsidRPr="0013748E">
        <w:rPr>
          <w:rStyle w:val="libArabicChar"/>
          <w:rtl/>
        </w:rPr>
        <w:t xml:space="preserve"> </w:t>
      </w:r>
      <w:r w:rsidRPr="0013748E">
        <w:rPr>
          <w:rStyle w:val="libArabicChar"/>
          <w:rFonts w:hint="cs"/>
          <w:rtl/>
        </w:rPr>
        <w:t>ينزل</w:t>
      </w:r>
      <w:r w:rsidRPr="0013748E">
        <w:rPr>
          <w:rStyle w:val="libArabicChar"/>
          <w:rtl/>
        </w:rPr>
        <w:t xml:space="preserve"> </w:t>
      </w:r>
      <w:r w:rsidRPr="0013748E">
        <w:rPr>
          <w:rStyle w:val="libArabicChar"/>
          <w:rFonts w:hint="cs"/>
          <w:rtl/>
        </w:rPr>
        <w:t>اسماعيل</w:t>
      </w:r>
      <w:r w:rsidRPr="0013748E">
        <w:rPr>
          <w:rStyle w:val="libArabicChar"/>
          <w:rtl/>
        </w:rPr>
        <w:t xml:space="preserve"> </w:t>
      </w:r>
      <w:r w:rsidRPr="0013748E">
        <w:rPr>
          <w:rStyle w:val="libArabicChar"/>
          <w:rFonts w:hint="cs"/>
          <w:rtl/>
        </w:rPr>
        <w:t>بمكة</w:t>
      </w:r>
      <w:r w:rsidRPr="0013748E">
        <w:rPr>
          <w:rStyle w:val="libArabicChar"/>
          <w:rtl/>
        </w:rPr>
        <w:t xml:space="preserve"> </w:t>
      </w:r>
      <w:r w:rsidRPr="0013748E">
        <w:rPr>
          <w:rStyle w:val="libArabicChar"/>
          <w:rFonts w:hint="cs"/>
          <w:rtl/>
        </w:rPr>
        <w:t>ففعل</w:t>
      </w:r>
      <w:r w:rsidRPr="0013748E">
        <w:rPr>
          <w:rStyle w:val="libArabicChar"/>
          <w:rtl/>
        </w:rPr>
        <w:t xml:space="preserve"> </w:t>
      </w:r>
      <w:r w:rsidRPr="0013748E">
        <w:rPr>
          <w:rStyle w:val="libArabicChar"/>
          <w:rFonts w:hint="cs"/>
          <w:rtl/>
        </w:rPr>
        <w:t>فقال</w:t>
      </w:r>
      <w:r w:rsidRPr="0013748E">
        <w:rPr>
          <w:rStyle w:val="libArabicChar"/>
          <w:rtl/>
        </w:rPr>
        <w:t xml:space="preserve"> </w:t>
      </w:r>
      <w:r w:rsidRPr="0013748E">
        <w:rPr>
          <w:rStyle w:val="libArabicChar"/>
          <w:rFonts w:hint="cs"/>
          <w:rtl/>
        </w:rPr>
        <w:t>ابرا</w:t>
      </w:r>
      <w:r w:rsidR="00F21947" w:rsidRPr="00B2551F">
        <w:rPr>
          <w:rStyle w:val="libArabicChar"/>
          <w:rFonts w:hint="cs"/>
          <w:rtl/>
        </w:rPr>
        <w:t>ه</w:t>
      </w:r>
      <w:r w:rsidRPr="0013748E">
        <w:rPr>
          <w:rStyle w:val="libArabicChar"/>
          <w:rFonts w:hint="cs"/>
          <w:rtl/>
        </w:rPr>
        <w:t>يم</w:t>
      </w:r>
      <w:r w:rsidRPr="0013748E">
        <w:rPr>
          <w:rStyle w:val="libArabicChar"/>
          <w:rtl/>
        </w:rPr>
        <w:t>: ''</w:t>
      </w:r>
      <w:r w:rsidRPr="0013748E">
        <w:rPr>
          <w:rStyle w:val="libArabicChar"/>
          <w:rFonts w:hint="cs"/>
          <w:rtl/>
        </w:rPr>
        <w:t>ربّ</w:t>
      </w:r>
      <w:r w:rsidRPr="0013748E">
        <w:rPr>
          <w:rStyle w:val="libArabicChar"/>
          <w:rtl/>
        </w:rPr>
        <w:t xml:space="preserve"> </w:t>
      </w:r>
      <w:r w:rsidRPr="0013748E">
        <w:rPr>
          <w:rStyle w:val="libArabicChar"/>
          <w:rFonts w:hint="cs"/>
          <w:rtl/>
        </w:rPr>
        <w:t>اجعل</w:t>
      </w:r>
      <w:r w:rsidRPr="0013748E">
        <w:rPr>
          <w:rStyle w:val="libArabicChar"/>
          <w:rtl/>
        </w:rPr>
        <w:t xml:space="preserve"> </w:t>
      </w:r>
      <w:r w:rsidR="00F21947" w:rsidRPr="00B2551F">
        <w:rPr>
          <w:rStyle w:val="libArabicChar"/>
          <w:rFonts w:hint="cs"/>
          <w:rtl/>
        </w:rPr>
        <w:t>ه</w:t>
      </w:r>
      <w:r w:rsidRPr="0013748E">
        <w:rPr>
          <w:rStyle w:val="libArabicChar"/>
          <w:rFonts w:hint="cs"/>
          <w:rtl/>
        </w:rPr>
        <w:t>ذا</w:t>
      </w:r>
      <w:r w:rsidRPr="0013748E">
        <w:rPr>
          <w:rStyle w:val="libArabicChar"/>
          <w:rtl/>
        </w:rPr>
        <w:t xml:space="preserve"> </w:t>
      </w:r>
      <w:r w:rsidRPr="0013748E">
        <w:rPr>
          <w:rStyle w:val="libArabicChar"/>
          <w:rFonts w:hint="cs"/>
          <w:rtl/>
        </w:rPr>
        <w:t>البلد</w:t>
      </w:r>
      <w:r w:rsidRPr="0013748E">
        <w:rPr>
          <w:rStyle w:val="libArabicChar"/>
          <w:rtl/>
        </w:rPr>
        <w:t xml:space="preserve"> </w:t>
      </w:r>
      <w:r w:rsidRPr="0013748E">
        <w:rPr>
          <w:rStyle w:val="libArabicChar"/>
          <w:rFonts w:hint="cs"/>
          <w:rtl/>
        </w:rPr>
        <w:t>ء</w:t>
      </w:r>
      <w:r w:rsidRPr="0013748E">
        <w:rPr>
          <w:rStyle w:val="libArabicChar"/>
          <w:rtl/>
        </w:rPr>
        <w:t xml:space="preserve"> </w:t>
      </w:r>
      <w:r w:rsidRPr="0013748E">
        <w:rPr>
          <w:rStyle w:val="libArabicChar"/>
          <w:rFonts w:hint="cs"/>
          <w:rtl/>
        </w:rPr>
        <w:t>امنًا</w:t>
      </w:r>
      <w:r w:rsidRPr="0013748E">
        <w:rPr>
          <w:rStyle w:val="libArabicChar"/>
          <w:rtl/>
        </w:rPr>
        <w:t xml:space="preserve"> </w:t>
      </w:r>
      <w:r w:rsidRPr="0013748E">
        <w:rPr>
          <w:rStyle w:val="libArabicChar"/>
          <w:rFonts w:hint="cs"/>
          <w:rtl/>
        </w:rPr>
        <w:t>و</w:t>
      </w:r>
      <w:r w:rsidRPr="0013748E">
        <w:rPr>
          <w:rStyle w:val="libArabicChar"/>
          <w:rtl/>
        </w:rPr>
        <w:t xml:space="preserve"> </w:t>
      </w:r>
      <w:r w:rsidRPr="0013748E">
        <w:rPr>
          <w:rStyle w:val="libArabicChar"/>
          <w:rFonts w:hint="cs"/>
          <w:rtl/>
        </w:rPr>
        <w:t>اجنبنى</w:t>
      </w:r>
      <w:r w:rsidRPr="0013748E">
        <w:rPr>
          <w:rStyle w:val="libArabicChar"/>
          <w:rtl/>
        </w:rPr>
        <w:t xml:space="preserve"> </w:t>
      </w:r>
      <w:r w:rsidRPr="0013748E">
        <w:rPr>
          <w:rStyle w:val="libArabicChar"/>
          <w:rFonts w:hint="cs"/>
          <w:rtl/>
        </w:rPr>
        <w:t>وبنّى</w:t>
      </w:r>
      <w:r w:rsidRPr="0013748E">
        <w:rPr>
          <w:rStyle w:val="libArabicChar"/>
          <w:rtl/>
        </w:rPr>
        <w:t xml:space="preserve"> </w:t>
      </w:r>
      <w:r w:rsidRPr="0013748E">
        <w:rPr>
          <w:rStyle w:val="libArabicChar"/>
          <w:rFonts w:hint="cs"/>
          <w:rtl/>
        </w:rPr>
        <w:t>ا</w:t>
      </w:r>
      <w:r w:rsidRPr="0013748E">
        <w:rPr>
          <w:rStyle w:val="libArabicChar"/>
          <w:rtl/>
        </w:rPr>
        <w:t xml:space="preserve"> </w:t>
      </w:r>
      <w:r w:rsidRPr="0013748E">
        <w:rPr>
          <w:rStyle w:val="libArabicChar"/>
          <w:rFonts w:hint="cs"/>
          <w:rtl/>
        </w:rPr>
        <w:t>ن</w:t>
      </w:r>
      <w:r w:rsidRPr="0013748E">
        <w:rPr>
          <w:rStyle w:val="libArabicChar"/>
          <w:rtl/>
        </w:rPr>
        <w:t xml:space="preserve"> </w:t>
      </w:r>
      <w:r w:rsidRPr="0013748E">
        <w:rPr>
          <w:rStyle w:val="libArabicChar"/>
          <w:rFonts w:hint="cs"/>
          <w:rtl/>
        </w:rPr>
        <w:t>نعبد</w:t>
      </w:r>
      <w:r w:rsidRPr="0013748E">
        <w:rPr>
          <w:rStyle w:val="libArabicChar"/>
          <w:rtl/>
        </w:rPr>
        <w:t xml:space="preserve"> </w:t>
      </w:r>
      <w:r w:rsidRPr="0013748E">
        <w:rPr>
          <w:rStyle w:val="libArabicChar"/>
          <w:rFonts w:hint="cs"/>
          <w:rtl/>
        </w:rPr>
        <w:t>الا</w:t>
      </w:r>
      <w:r w:rsidRPr="0013748E">
        <w:rPr>
          <w:rStyle w:val="libArabicChar"/>
          <w:rtl/>
        </w:rPr>
        <w:t xml:space="preserve"> </w:t>
      </w:r>
      <w:r w:rsidRPr="0013748E">
        <w:rPr>
          <w:rStyle w:val="libArabicChar"/>
          <w:rFonts w:hint="cs"/>
          <w:rtl/>
        </w:rPr>
        <w:t>صنام</w:t>
      </w:r>
      <w:r w:rsidRPr="0013748E">
        <w:rPr>
          <w:rStyle w:val="libArabicChar"/>
          <w:rtl/>
        </w:rPr>
        <w:t xml:space="preserve">'' </w:t>
      </w:r>
      <w:r w:rsidRPr="0013748E">
        <w:rPr>
          <w:rStyle w:val="libArabicChar"/>
          <w:rFonts w:hint="cs"/>
          <w:rtl/>
        </w:rPr>
        <w:t>فلم</w:t>
      </w:r>
      <w:r w:rsidRPr="0013748E">
        <w:rPr>
          <w:rStyle w:val="libArabicChar"/>
          <w:rtl/>
        </w:rPr>
        <w:t xml:space="preserve"> </w:t>
      </w:r>
      <w:r w:rsidRPr="0013748E">
        <w:rPr>
          <w:rStyle w:val="libArabicChar"/>
          <w:rFonts w:hint="cs"/>
          <w:rtl/>
        </w:rPr>
        <w:t>يعبد</w:t>
      </w:r>
      <w:r w:rsidRPr="0013748E">
        <w:rPr>
          <w:rStyle w:val="libArabicChar"/>
          <w:rtl/>
        </w:rPr>
        <w:t xml:space="preserve"> </w:t>
      </w:r>
      <w:r w:rsidRPr="0013748E">
        <w:rPr>
          <w:rStyle w:val="libArabicChar"/>
          <w:rFonts w:hint="cs"/>
          <w:rtl/>
        </w:rPr>
        <w:t>ا</w:t>
      </w:r>
      <w:r w:rsidRPr="0013748E">
        <w:rPr>
          <w:rStyle w:val="libArabicChar"/>
          <w:rtl/>
        </w:rPr>
        <w:t xml:space="preserve"> </w:t>
      </w:r>
      <w:r w:rsidRPr="0013748E">
        <w:rPr>
          <w:rStyle w:val="libArabicChar"/>
          <w:rFonts w:hint="cs"/>
          <w:rtl/>
        </w:rPr>
        <w:t>حد</w:t>
      </w:r>
      <w:r w:rsidRPr="0013748E">
        <w:rPr>
          <w:rStyle w:val="libArabicChar"/>
          <w:rtl/>
        </w:rPr>
        <w:t xml:space="preserve"> </w:t>
      </w:r>
      <w:r w:rsidRPr="0013748E">
        <w:rPr>
          <w:rStyle w:val="libArabicChar"/>
          <w:rFonts w:hint="cs"/>
          <w:rtl/>
        </w:rPr>
        <w:t>من</w:t>
      </w:r>
      <w:r w:rsidRPr="0013748E">
        <w:rPr>
          <w:rStyle w:val="libArabicChar"/>
          <w:rtl/>
        </w:rPr>
        <w:t xml:space="preserve"> </w:t>
      </w:r>
      <w:r w:rsidRPr="0013748E">
        <w:rPr>
          <w:rStyle w:val="libArabicChar"/>
          <w:rFonts w:hint="cs"/>
          <w:rtl/>
        </w:rPr>
        <w:t>ولد</w:t>
      </w:r>
      <w:r w:rsidRPr="0013748E">
        <w:rPr>
          <w:rStyle w:val="libArabicChar"/>
          <w:rtl/>
        </w:rPr>
        <w:t xml:space="preserve"> </w:t>
      </w:r>
      <w:r w:rsidRPr="0013748E">
        <w:rPr>
          <w:rStyle w:val="libArabicChar"/>
          <w:rFonts w:hint="cs"/>
          <w:rtl/>
        </w:rPr>
        <w:t>اسماعيل</w:t>
      </w:r>
      <w:r w:rsidRPr="0013748E">
        <w:rPr>
          <w:rStyle w:val="libArabicChar"/>
          <w:rtl/>
        </w:rPr>
        <w:t xml:space="preserve"> </w:t>
      </w:r>
      <w:r w:rsidRPr="0013748E">
        <w:rPr>
          <w:rStyle w:val="libArabicChar"/>
          <w:rFonts w:hint="cs"/>
          <w:rtl/>
        </w:rPr>
        <w:t>صنماًقطّ</w:t>
      </w:r>
      <w:r w:rsidRPr="0013748E">
        <w:rPr>
          <w:rStyle w:val="libArabicChar"/>
          <w:rtl/>
        </w:rPr>
        <w:t xml:space="preserve"> ...،</w:t>
      </w:r>
      <w:r w:rsidRPr="00AF36F7">
        <w:rPr>
          <w:rStyle w:val="libFootnotenumChar"/>
          <w:rtl/>
        </w:rPr>
        <w:t>(1)</w:t>
      </w:r>
      <w:r>
        <w:rPr>
          <w:rtl/>
        </w:rPr>
        <w:t xml:space="preserve">امام صادق </w:t>
      </w:r>
      <w:r w:rsidR="00367F17" w:rsidRPr="00367F17">
        <w:rPr>
          <w:rStyle w:val="libAlaemChar"/>
          <w:rtl/>
        </w:rPr>
        <w:t xml:space="preserve"> عليه‌السلام </w:t>
      </w:r>
      <w:r>
        <w:rPr>
          <w:rtl/>
        </w:rPr>
        <w:t xml:space="preserve"> فرماتے ہي</w:t>
      </w:r>
      <w:r w:rsidR="00083993">
        <w:rPr>
          <w:rtl/>
        </w:rPr>
        <w:t xml:space="preserve">ں </w:t>
      </w:r>
      <w:r>
        <w:rPr>
          <w:rtl/>
        </w:rPr>
        <w:t xml:space="preserve">: بہ تحقيق خدا وند </w:t>
      </w:r>
      <w:r>
        <w:rPr>
          <w:rFonts w:hint="eastAsia"/>
          <w:rtl/>
        </w:rPr>
        <w:t>متعال</w:t>
      </w:r>
      <w:r>
        <w:rPr>
          <w:rtl/>
        </w:rPr>
        <w:t xml:space="preserve"> نے ابراہيم </w:t>
      </w:r>
      <w:r w:rsidR="00367F17" w:rsidRPr="00367F17">
        <w:rPr>
          <w:rStyle w:val="libAlaemChar"/>
          <w:rtl/>
        </w:rPr>
        <w:t xml:space="preserve"> عليه‌السلام </w:t>
      </w:r>
      <w:r>
        <w:rPr>
          <w:rtl/>
        </w:rPr>
        <w:t xml:space="preserve"> كو حكم ديا كہ وہ اسماعيل </w:t>
      </w:r>
      <w:r w:rsidR="00367F17" w:rsidRPr="00367F17">
        <w:rPr>
          <w:rStyle w:val="libAlaemChar"/>
          <w:rtl/>
        </w:rPr>
        <w:t xml:space="preserve"> عليه‌السلام </w:t>
      </w:r>
      <w:r>
        <w:rPr>
          <w:rtl/>
        </w:rPr>
        <w:t xml:space="preserve"> كو مكہ مي</w:t>
      </w:r>
      <w:r w:rsidR="00083993">
        <w:rPr>
          <w:rtl/>
        </w:rPr>
        <w:t xml:space="preserve">ں </w:t>
      </w:r>
      <w:r>
        <w:rPr>
          <w:rtl/>
        </w:rPr>
        <w:t>اباد كري</w:t>
      </w:r>
      <w:r w:rsidR="00083993">
        <w:rPr>
          <w:rtl/>
        </w:rPr>
        <w:t xml:space="preserve">ں </w:t>
      </w:r>
      <w:r>
        <w:rPr>
          <w:rtl/>
        </w:rPr>
        <w:t xml:space="preserve">_پس ابراہيم </w:t>
      </w:r>
      <w:r w:rsidR="00367F17" w:rsidRPr="00367F17">
        <w:rPr>
          <w:rStyle w:val="libAlaemChar"/>
          <w:rtl/>
        </w:rPr>
        <w:t xml:space="preserve"> عليه‌السلام </w:t>
      </w:r>
      <w:r>
        <w:rPr>
          <w:rtl/>
        </w:rPr>
        <w:t xml:space="preserve"> نے اس حكم كو انجام دينے كے بعد كہا: ''ربّ اجعل ھذاالبلد ء امنًا و اجنبنى وبنّى ا ن نعبد الا صنام'' _ لہذااسماعيل </w:t>
      </w:r>
      <w:r w:rsidR="00367F17" w:rsidRPr="00367F17">
        <w:rPr>
          <w:rStyle w:val="libAlaemChar"/>
          <w:rtl/>
        </w:rPr>
        <w:t xml:space="preserve"> عليه‌السلام </w:t>
      </w:r>
      <w:r>
        <w:rPr>
          <w:rtl/>
        </w:rPr>
        <w:t xml:space="preserve"> كى كسى بھى اولاد نے كبھى كسى بت كى پرستش نہي</w:t>
      </w:r>
      <w:r w:rsidR="00083993">
        <w:rPr>
          <w:rtl/>
        </w:rPr>
        <w:t xml:space="preserve">ں </w:t>
      </w:r>
      <w:r>
        <w:rPr>
          <w:rtl/>
        </w:rPr>
        <w:t>كي ...''</w:t>
      </w:r>
    </w:p>
    <w:p w:rsidR="001F628F" w:rsidRDefault="00B84D3B" w:rsidP="00B84D3B">
      <w:pPr>
        <w:pStyle w:val="libLine"/>
        <w:rPr>
          <w:rtl/>
        </w:rPr>
      </w:pPr>
      <w:r>
        <w:rPr>
          <w:rtl/>
        </w:rPr>
        <w:t>____________________</w:t>
      </w:r>
    </w:p>
    <w:p w:rsidR="001F628F" w:rsidRDefault="001F628F" w:rsidP="00AF36F7">
      <w:pPr>
        <w:pStyle w:val="libFootnote"/>
        <w:rPr>
          <w:rtl/>
        </w:rPr>
      </w:pPr>
      <w:r>
        <w:rPr>
          <w:rtl/>
        </w:rPr>
        <w:t>1) تفسير عياشى ،ج2،ص230،ح31;نور الثقلين ،ج2 ،ص 6 54،ح96_</w:t>
      </w:r>
    </w:p>
    <w:p w:rsidR="00AF36F7" w:rsidRDefault="001E7F9D" w:rsidP="00F73EDE">
      <w:pPr>
        <w:pStyle w:val="libPoemTini"/>
        <w:rPr>
          <w:rtl/>
        </w:rPr>
      </w:pPr>
      <w:r>
        <w:rPr>
          <w:rtl/>
        </w:rPr>
        <w:br w:type="page"/>
      </w:r>
    </w:p>
    <w:p w:rsidR="001F628F" w:rsidRDefault="001F628F" w:rsidP="00AF36F7">
      <w:pPr>
        <w:pStyle w:val="libNormal"/>
        <w:rPr>
          <w:rtl/>
        </w:rPr>
      </w:pPr>
      <w:r>
        <w:rPr>
          <w:rtl/>
        </w:rPr>
        <w:lastRenderedPageBreak/>
        <w:t xml:space="preserve">17_ </w:t>
      </w:r>
      <w:r w:rsidRPr="00AF36F7">
        <w:rPr>
          <w:rStyle w:val="libArabicChar"/>
          <w:rtl/>
        </w:rPr>
        <w:t xml:space="preserve">'' قال رسول الله </w:t>
      </w:r>
      <w:r w:rsidR="00F031CD" w:rsidRPr="00F031CD">
        <w:rPr>
          <w:rStyle w:val="libAlaemChar"/>
          <w:rtl/>
        </w:rPr>
        <w:t xml:space="preserve"> صلى‌الله‌عليه‌وآله‌وسلم </w:t>
      </w:r>
      <w:r w:rsidRPr="00AF36F7">
        <w:rPr>
          <w:rStyle w:val="libArabicChar"/>
          <w:rtl/>
        </w:rPr>
        <w:t xml:space="preserve"> : ...ا وحى الله عزّوجلّ الى ابرا</w:t>
      </w:r>
      <w:r w:rsidR="00F21947" w:rsidRPr="00B2551F">
        <w:rPr>
          <w:rStyle w:val="libArabicChar"/>
          <w:rFonts w:hint="cs"/>
          <w:rtl/>
        </w:rPr>
        <w:t>ه</w:t>
      </w:r>
      <w:r w:rsidRPr="00AF36F7">
        <w:rPr>
          <w:rStyle w:val="libArabicChar"/>
          <w:rFonts w:hint="cs"/>
          <w:rtl/>
        </w:rPr>
        <w:t>يم</w:t>
      </w:r>
      <w:r w:rsidRPr="00AF36F7">
        <w:rPr>
          <w:rStyle w:val="libArabicChar"/>
          <w:rtl/>
        </w:rPr>
        <w:t xml:space="preserve">: '' </w:t>
      </w:r>
      <w:r w:rsidRPr="00AF36F7">
        <w:rPr>
          <w:rStyle w:val="libArabicChar"/>
          <w:rFonts w:hint="cs"/>
          <w:rtl/>
        </w:rPr>
        <w:t>انى</w:t>
      </w:r>
      <w:r w:rsidRPr="00AF36F7">
        <w:rPr>
          <w:rStyle w:val="libArabicChar"/>
          <w:rtl/>
        </w:rPr>
        <w:t xml:space="preserve"> </w:t>
      </w:r>
      <w:r w:rsidRPr="00AF36F7">
        <w:rPr>
          <w:rStyle w:val="libArabicChar"/>
          <w:rFonts w:hint="cs"/>
          <w:rtl/>
        </w:rPr>
        <w:t>جاعلك</w:t>
      </w:r>
      <w:r w:rsidRPr="00AF36F7">
        <w:rPr>
          <w:rStyle w:val="libArabicChar"/>
          <w:rtl/>
        </w:rPr>
        <w:t xml:space="preserve"> </w:t>
      </w:r>
      <w:r w:rsidRPr="00AF36F7">
        <w:rPr>
          <w:rStyle w:val="libArabicChar"/>
          <w:rFonts w:hint="cs"/>
          <w:rtl/>
        </w:rPr>
        <w:t>للناس</w:t>
      </w:r>
      <w:r w:rsidRPr="00AF36F7">
        <w:rPr>
          <w:rStyle w:val="libArabicChar"/>
          <w:rtl/>
        </w:rPr>
        <w:t xml:space="preserve"> </w:t>
      </w:r>
      <w:r w:rsidRPr="00AF36F7">
        <w:rPr>
          <w:rStyle w:val="libArabicChar"/>
          <w:rFonts w:hint="cs"/>
          <w:rtl/>
        </w:rPr>
        <w:t>اماماً</w:t>
      </w:r>
      <w:r w:rsidRPr="00AF36F7">
        <w:rPr>
          <w:rStyle w:val="libArabicChar"/>
          <w:rtl/>
        </w:rPr>
        <w:t>'' ...</w:t>
      </w:r>
      <w:r w:rsidRPr="00AF36F7">
        <w:rPr>
          <w:rStyle w:val="libArabicChar"/>
          <w:rFonts w:hint="cs"/>
          <w:rtl/>
        </w:rPr>
        <w:t>فقال</w:t>
      </w:r>
      <w:r w:rsidRPr="00AF36F7">
        <w:rPr>
          <w:rStyle w:val="libArabicChar"/>
          <w:rtl/>
        </w:rPr>
        <w:t xml:space="preserve">: </w:t>
      </w:r>
      <w:r w:rsidRPr="00AF36F7">
        <w:rPr>
          <w:rStyle w:val="libArabicChar"/>
          <w:rFonts w:hint="cs"/>
          <w:rtl/>
        </w:rPr>
        <w:t>ياربّ</w:t>
      </w:r>
      <w:r w:rsidRPr="00AF36F7">
        <w:rPr>
          <w:rStyle w:val="libArabicChar"/>
          <w:rtl/>
        </w:rPr>
        <w:t xml:space="preserve"> </w:t>
      </w:r>
      <w:r w:rsidRPr="00AF36F7">
        <w:rPr>
          <w:rStyle w:val="libArabicChar"/>
          <w:rFonts w:hint="cs"/>
          <w:rtl/>
        </w:rPr>
        <w:t>ومن</w:t>
      </w:r>
      <w:r w:rsidRPr="00AF36F7">
        <w:rPr>
          <w:rStyle w:val="libArabicChar"/>
          <w:rtl/>
        </w:rPr>
        <w:t xml:space="preserve"> </w:t>
      </w:r>
      <w:r w:rsidRPr="00AF36F7">
        <w:rPr>
          <w:rStyle w:val="libArabicChar"/>
          <w:rFonts w:hint="cs"/>
          <w:rtl/>
        </w:rPr>
        <w:t>ذرّيتى</w:t>
      </w:r>
      <w:r w:rsidRPr="00AF36F7">
        <w:rPr>
          <w:rStyle w:val="libArabicChar"/>
          <w:rtl/>
        </w:rPr>
        <w:t xml:space="preserve"> </w:t>
      </w:r>
      <w:r w:rsidRPr="00AF36F7">
        <w:rPr>
          <w:rStyle w:val="libArabicChar"/>
          <w:rFonts w:hint="cs"/>
          <w:rtl/>
        </w:rPr>
        <w:t>ا</w:t>
      </w:r>
      <w:r w:rsidRPr="00AF36F7">
        <w:rPr>
          <w:rStyle w:val="libArabicChar"/>
          <w:rtl/>
        </w:rPr>
        <w:t xml:space="preserve"> </w:t>
      </w:r>
      <w:r w:rsidRPr="00AF36F7">
        <w:rPr>
          <w:rStyle w:val="libArabicChar"/>
          <w:rFonts w:hint="cs"/>
          <w:rtl/>
        </w:rPr>
        <w:t>ئمة</w:t>
      </w:r>
      <w:r w:rsidRPr="00AF36F7">
        <w:rPr>
          <w:rStyle w:val="libArabicChar"/>
          <w:rtl/>
        </w:rPr>
        <w:t xml:space="preserve"> </w:t>
      </w:r>
      <w:r w:rsidRPr="00AF36F7">
        <w:rPr>
          <w:rStyle w:val="libArabicChar"/>
          <w:rFonts w:hint="cs"/>
          <w:rtl/>
        </w:rPr>
        <w:t>مثلي؟</w:t>
      </w:r>
      <w:r w:rsidRPr="00AF36F7">
        <w:rPr>
          <w:rStyle w:val="libArabicChar"/>
          <w:rtl/>
        </w:rPr>
        <w:t xml:space="preserve"> ... </w:t>
      </w:r>
      <w:r w:rsidRPr="00AF36F7">
        <w:rPr>
          <w:rStyle w:val="libArabicChar"/>
          <w:rFonts w:hint="cs"/>
          <w:rtl/>
        </w:rPr>
        <w:t>فا</w:t>
      </w:r>
      <w:r w:rsidRPr="00AF36F7">
        <w:rPr>
          <w:rStyle w:val="libArabicChar"/>
          <w:rtl/>
        </w:rPr>
        <w:t xml:space="preserve"> </w:t>
      </w:r>
      <w:r w:rsidRPr="00AF36F7">
        <w:rPr>
          <w:rStyle w:val="libArabicChar"/>
          <w:rFonts w:hint="cs"/>
          <w:rtl/>
        </w:rPr>
        <w:t>وحى</w:t>
      </w:r>
      <w:r w:rsidRPr="00AF36F7">
        <w:rPr>
          <w:rStyle w:val="libArabicChar"/>
          <w:rtl/>
        </w:rPr>
        <w:t xml:space="preserve"> </w:t>
      </w:r>
      <w:r w:rsidRPr="00AF36F7">
        <w:rPr>
          <w:rStyle w:val="libArabicChar"/>
          <w:rFonts w:hint="cs"/>
          <w:rtl/>
        </w:rPr>
        <w:t>الله</w:t>
      </w:r>
      <w:r w:rsidRPr="00AF36F7">
        <w:rPr>
          <w:rStyle w:val="libArabicChar"/>
          <w:rtl/>
        </w:rPr>
        <w:t xml:space="preserve"> </w:t>
      </w:r>
      <w:r w:rsidRPr="00AF36F7">
        <w:rPr>
          <w:rStyle w:val="libArabicChar"/>
          <w:rFonts w:hint="cs"/>
          <w:rtl/>
        </w:rPr>
        <w:t>عزّوجلّ</w:t>
      </w:r>
      <w:r w:rsidRPr="00AF36F7">
        <w:rPr>
          <w:rStyle w:val="libArabicChar"/>
          <w:rtl/>
        </w:rPr>
        <w:t xml:space="preserve"> </w:t>
      </w:r>
      <w:r w:rsidRPr="00AF36F7">
        <w:rPr>
          <w:rStyle w:val="libArabicChar"/>
          <w:rFonts w:hint="cs"/>
          <w:rtl/>
        </w:rPr>
        <w:t>الي</w:t>
      </w:r>
      <w:r w:rsidR="00120F63" w:rsidRPr="00B2551F">
        <w:rPr>
          <w:rStyle w:val="libArabicChar"/>
          <w:rFonts w:hint="cs"/>
          <w:rtl/>
        </w:rPr>
        <w:t>ه</w:t>
      </w:r>
      <w:r w:rsidRPr="00AF36F7">
        <w:rPr>
          <w:rStyle w:val="libArabicChar"/>
          <w:rtl/>
        </w:rPr>
        <w:t xml:space="preserve"> ... </w:t>
      </w:r>
      <w:r w:rsidRPr="00AF36F7">
        <w:rPr>
          <w:rStyle w:val="libArabicChar"/>
          <w:rFonts w:hint="cs"/>
          <w:rtl/>
        </w:rPr>
        <w:t>من</w:t>
      </w:r>
      <w:r w:rsidRPr="00AF36F7">
        <w:rPr>
          <w:rStyle w:val="libArabicChar"/>
          <w:rtl/>
        </w:rPr>
        <w:t xml:space="preserve"> </w:t>
      </w:r>
      <w:r w:rsidRPr="00AF36F7">
        <w:rPr>
          <w:rStyle w:val="libArabicChar"/>
          <w:rFonts w:hint="cs"/>
          <w:rtl/>
        </w:rPr>
        <w:t>سجدلصنم</w:t>
      </w:r>
      <w:r w:rsidRPr="00AF36F7">
        <w:rPr>
          <w:rStyle w:val="libArabicChar"/>
          <w:rtl/>
        </w:rPr>
        <w:t xml:space="preserve"> ...</w:t>
      </w:r>
      <w:r w:rsidRPr="00AF36F7">
        <w:rPr>
          <w:rStyle w:val="libArabicChar"/>
          <w:rFonts w:hint="cs"/>
          <w:rtl/>
        </w:rPr>
        <w:t>لا</w:t>
      </w:r>
      <w:r w:rsidRPr="00AF36F7">
        <w:rPr>
          <w:rStyle w:val="libArabicChar"/>
          <w:rtl/>
        </w:rPr>
        <w:t xml:space="preserve"> </w:t>
      </w:r>
      <w:r w:rsidRPr="00AF36F7">
        <w:rPr>
          <w:rStyle w:val="libArabicChar"/>
          <w:rFonts w:hint="cs"/>
          <w:rtl/>
        </w:rPr>
        <w:t>ا</w:t>
      </w:r>
      <w:r w:rsidRPr="00AF36F7">
        <w:rPr>
          <w:rStyle w:val="libArabicChar"/>
          <w:rtl/>
        </w:rPr>
        <w:t xml:space="preserve"> </w:t>
      </w:r>
      <w:r w:rsidRPr="00AF36F7">
        <w:rPr>
          <w:rStyle w:val="libArabicChar"/>
          <w:rFonts w:hint="cs"/>
          <w:rtl/>
        </w:rPr>
        <w:t>جعل</w:t>
      </w:r>
      <w:r w:rsidR="00120F63" w:rsidRPr="00B2551F">
        <w:rPr>
          <w:rStyle w:val="libArabicChar"/>
          <w:rFonts w:hint="cs"/>
          <w:rtl/>
        </w:rPr>
        <w:t>ه</w:t>
      </w:r>
      <w:r w:rsidRPr="00AF36F7">
        <w:rPr>
          <w:rStyle w:val="libArabicChar"/>
          <w:rtl/>
        </w:rPr>
        <w:t xml:space="preserve"> </w:t>
      </w:r>
      <w:r w:rsidRPr="00AF36F7">
        <w:rPr>
          <w:rStyle w:val="libArabicChar"/>
          <w:rFonts w:hint="cs"/>
          <w:rtl/>
        </w:rPr>
        <w:t>اماماً</w:t>
      </w:r>
      <w:r w:rsidRPr="00AF36F7">
        <w:rPr>
          <w:rStyle w:val="libArabicChar"/>
          <w:rtl/>
        </w:rPr>
        <w:t xml:space="preserve"> </w:t>
      </w:r>
      <w:r w:rsidRPr="00AF36F7">
        <w:rPr>
          <w:rStyle w:val="libArabicChar"/>
          <w:rFonts w:hint="cs"/>
          <w:rtl/>
        </w:rPr>
        <w:t>ا</w:t>
      </w:r>
      <w:r w:rsidRPr="00AF36F7">
        <w:rPr>
          <w:rStyle w:val="libArabicChar"/>
          <w:rtl/>
        </w:rPr>
        <w:t xml:space="preserve"> </w:t>
      </w:r>
      <w:r w:rsidRPr="00AF36F7">
        <w:rPr>
          <w:rStyle w:val="libArabicChar"/>
          <w:rFonts w:hint="cs"/>
          <w:rtl/>
        </w:rPr>
        <w:t>بداً</w:t>
      </w:r>
      <w:r w:rsidRPr="00AF36F7">
        <w:rPr>
          <w:rStyle w:val="libArabicChar"/>
          <w:rtl/>
        </w:rPr>
        <w:t xml:space="preserve"> ... </w:t>
      </w:r>
      <w:r w:rsidRPr="00AF36F7">
        <w:rPr>
          <w:rStyle w:val="libArabicChar"/>
          <w:rFonts w:hint="cs"/>
          <w:rtl/>
        </w:rPr>
        <w:t>قال</w:t>
      </w:r>
      <w:r w:rsidRPr="00AF36F7">
        <w:rPr>
          <w:rStyle w:val="libArabicChar"/>
          <w:rtl/>
        </w:rPr>
        <w:t xml:space="preserve"> </w:t>
      </w:r>
      <w:r w:rsidRPr="00AF36F7">
        <w:rPr>
          <w:rStyle w:val="libArabicChar"/>
          <w:rFonts w:hint="cs"/>
          <w:rtl/>
        </w:rPr>
        <w:t>ابرا</w:t>
      </w:r>
      <w:r w:rsidR="00F21947" w:rsidRPr="00B2551F">
        <w:rPr>
          <w:rStyle w:val="libArabicChar"/>
          <w:rFonts w:hint="cs"/>
          <w:rtl/>
        </w:rPr>
        <w:t>ه</w:t>
      </w:r>
      <w:r w:rsidRPr="00AF36F7">
        <w:rPr>
          <w:rStyle w:val="libArabicChar"/>
          <w:rFonts w:hint="cs"/>
          <w:rtl/>
        </w:rPr>
        <w:t>يم</w:t>
      </w:r>
      <w:r w:rsidRPr="00AF36F7">
        <w:rPr>
          <w:rStyle w:val="libArabicChar"/>
          <w:rtl/>
        </w:rPr>
        <w:t>:''و اجنبنى وبنّى ا ن نعبد الا صنام ...''ق</w:t>
      </w:r>
      <w:r w:rsidRPr="00AF36F7">
        <w:rPr>
          <w:rStyle w:val="libArabicChar"/>
          <w:rFonts w:hint="eastAsia"/>
          <w:rtl/>
        </w:rPr>
        <w:t>ال</w:t>
      </w:r>
      <w:r w:rsidRPr="00AF36F7">
        <w:rPr>
          <w:rStyle w:val="libArabicChar"/>
          <w:rtl/>
        </w:rPr>
        <w:t xml:space="preserve"> النبي</w:t>
      </w:r>
      <w:r w:rsidR="00F031CD" w:rsidRPr="00F031CD">
        <w:rPr>
          <w:rStyle w:val="libAlaemChar"/>
          <w:rtl/>
        </w:rPr>
        <w:t xml:space="preserve"> صلى‌الله‌عليه‌وآله‌وسلم </w:t>
      </w:r>
      <w:r w:rsidRPr="00AF36F7">
        <w:rPr>
          <w:rStyle w:val="libArabicChar"/>
          <w:rtl/>
        </w:rPr>
        <w:t xml:space="preserve"> فانت</w:t>
      </w:r>
      <w:r w:rsidR="00F21947" w:rsidRPr="00B2551F">
        <w:rPr>
          <w:rStyle w:val="libArabicChar"/>
          <w:rFonts w:hint="cs"/>
          <w:rtl/>
        </w:rPr>
        <w:t>ه</w:t>
      </w:r>
      <w:r w:rsidRPr="00AF36F7">
        <w:rPr>
          <w:rStyle w:val="libArabicChar"/>
          <w:rFonts w:hint="cs"/>
          <w:rtl/>
        </w:rPr>
        <w:t>ت</w:t>
      </w:r>
      <w:r w:rsidRPr="00AF36F7">
        <w:rPr>
          <w:rStyle w:val="libArabicChar"/>
          <w:rtl/>
        </w:rPr>
        <w:t xml:space="preserve"> </w:t>
      </w:r>
      <w:r w:rsidRPr="00AF36F7">
        <w:rPr>
          <w:rStyle w:val="libArabicChar"/>
          <w:rFonts w:hint="cs"/>
          <w:rtl/>
        </w:rPr>
        <w:t>الدعوة</w:t>
      </w:r>
      <w:r w:rsidRPr="00AF36F7">
        <w:rPr>
          <w:rStyle w:val="libArabicChar"/>
          <w:rtl/>
        </w:rPr>
        <w:t xml:space="preserve"> </w:t>
      </w:r>
      <w:r w:rsidRPr="00AF36F7">
        <w:rPr>
          <w:rStyle w:val="libArabicChar"/>
          <w:rFonts w:hint="cs"/>
          <w:rtl/>
        </w:rPr>
        <w:t>الى</w:t>
      </w:r>
      <w:r w:rsidRPr="00AF36F7">
        <w:rPr>
          <w:rStyle w:val="libArabicChar"/>
          <w:rtl/>
        </w:rPr>
        <w:t xml:space="preserve"> </w:t>
      </w:r>
      <w:r w:rsidRPr="00AF36F7">
        <w:rPr>
          <w:rStyle w:val="libArabicChar"/>
          <w:rFonts w:hint="cs"/>
          <w:rtl/>
        </w:rPr>
        <w:t>ا</w:t>
      </w:r>
      <w:r w:rsidRPr="00AF36F7">
        <w:rPr>
          <w:rStyle w:val="libArabicChar"/>
          <w:rtl/>
        </w:rPr>
        <w:t xml:space="preserve"> </w:t>
      </w:r>
      <w:r w:rsidRPr="00AF36F7">
        <w:rPr>
          <w:rStyle w:val="libArabicChar"/>
          <w:rFonts w:hint="cs"/>
          <w:rtl/>
        </w:rPr>
        <w:t>خى</w:t>
      </w:r>
      <w:r w:rsidRPr="00AF36F7">
        <w:rPr>
          <w:rStyle w:val="libArabicChar"/>
          <w:rtl/>
        </w:rPr>
        <w:t xml:space="preserve"> </w:t>
      </w:r>
      <w:r w:rsidRPr="00AF36F7">
        <w:rPr>
          <w:rStyle w:val="libArabicChar"/>
          <w:rFonts w:hint="cs"/>
          <w:rtl/>
        </w:rPr>
        <w:t>عليّ</w:t>
      </w:r>
      <w:r w:rsidR="00367F17" w:rsidRPr="00367F17">
        <w:rPr>
          <w:rStyle w:val="libAlaemChar"/>
          <w:rtl/>
        </w:rPr>
        <w:t xml:space="preserve"> عليه‌السلام </w:t>
      </w:r>
      <w:r w:rsidRPr="00AF36F7">
        <w:rPr>
          <w:rStyle w:val="libArabicChar"/>
          <w:rtl/>
        </w:rPr>
        <w:t xml:space="preserve"> </w:t>
      </w:r>
      <w:r w:rsidRPr="00AF36F7">
        <w:rPr>
          <w:rStyle w:val="libArabicChar"/>
          <w:rFonts w:hint="cs"/>
          <w:rtl/>
        </w:rPr>
        <w:t>لم</w:t>
      </w:r>
      <w:r w:rsidRPr="00AF36F7">
        <w:rPr>
          <w:rStyle w:val="libArabicChar"/>
          <w:rtl/>
        </w:rPr>
        <w:t xml:space="preserve"> </w:t>
      </w:r>
      <w:r w:rsidRPr="00AF36F7">
        <w:rPr>
          <w:rStyle w:val="libArabicChar"/>
          <w:rFonts w:hint="cs"/>
          <w:rtl/>
        </w:rPr>
        <w:t>يسجد</w:t>
      </w:r>
      <w:r w:rsidRPr="00AF36F7">
        <w:rPr>
          <w:rStyle w:val="libArabicChar"/>
          <w:rtl/>
        </w:rPr>
        <w:t xml:space="preserve"> </w:t>
      </w:r>
      <w:r w:rsidRPr="00AF36F7">
        <w:rPr>
          <w:rStyle w:val="libArabicChar"/>
          <w:rFonts w:hint="cs"/>
          <w:rtl/>
        </w:rPr>
        <w:t>ا</w:t>
      </w:r>
      <w:r w:rsidRPr="00AF36F7">
        <w:rPr>
          <w:rStyle w:val="libArabicChar"/>
          <w:rtl/>
        </w:rPr>
        <w:t xml:space="preserve"> </w:t>
      </w:r>
      <w:r w:rsidRPr="00AF36F7">
        <w:rPr>
          <w:rStyle w:val="libArabicChar"/>
          <w:rFonts w:hint="cs"/>
          <w:rtl/>
        </w:rPr>
        <w:t>حد</w:t>
      </w:r>
      <w:r w:rsidRPr="00AF36F7">
        <w:rPr>
          <w:rStyle w:val="libArabicChar"/>
          <w:rtl/>
        </w:rPr>
        <w:t xml:space="preserve"> </w:t>
      </w:r>
      <w:r w:rsidRPr="00AF36F7">
        <w:rPr>
          <w:rStyle w:val="libArabicChar"/>
          <w:rFonts w:hint="cs"/>
          <w:rtl/>
        </w:rPr>
        <w:t>منّا</w:t>
      </w:r>
      <w:r w:rsidRPr="00AF36F7">
        <w:rPr>
          <w:rStyle w:val="libArabicChar"/>
          <w:rtl/>
        </w:rPr>
        <w:t xml:space="preserve"> </w:t>
      </w:r>
      <w:r w:rsidRPr="00AF36F7">
        <w:rPr>
          <w:rStyle w:val="libArabicChar"/>
          <w:rFonts w:hint="cs"/>
          <w:rtl/>
        </w:rPr>
        <w:t>لصنم</w:t>
      </w:r>
      <w:r w:rsidRPr="00AF36F7">
        <w:rPr>
          <w:rStyle w:val="libArabicChar"/>
          <w:rtl/>
        </w:rPr>
        <w:t xml:space="preserve"> </w:t>
      </w:r>
      <w:r w:rsidRPr="00AF36F7">
        <w:rPr>
          <w:rStyle w:val="libArabicChar"/>
          <w:rFonts w:hint="cs"/>
          <w:rtl/>
        </w:rPr>
        <w:t>قطّ</w:t>
      </w:r>
      <w:r w:rsidRPr="00AF36F7">
        <w:rPr>
          <w:rStyle w:val="libArabicChar"/>
          <w:rtl/>
        </w:rPr>
        <w:t xml:space="preserve"> </w:t>
      </w:r>
      <w:r w:rsidRPr="00AF36F7">
        <w:rPr>
          <w:rStyle w:val="libArabicChar"/>
          <w:rFonts w:hint="cs"/>
          <w:rtl/>
        </w:rPr>
        <w:t>فاتخذنى</w:t>
      </w:r>
      <w:r w:rsidRPr="00AF36F7">
        <w:rPr>
          <w:rStyle w:val="libArabicChar"/>
          <w:rtl/>
        </w:rPr>
        <w:t xml:space="preserve"> </w:t>
      </w:r>
      <w:r w:rsidRPr="00AF36F7">
        <w:rPr>
          <w:rStyle w:val="libArabicChar"/>
          <w:rFonts w:hint="cs"/>
          <w:rtl/>
        </w:rPr>
        <w:t>الله</w:t>
      </w:r>
      <w:r w:rsidRPr="00AF36F7">
        <w:rPr>
          <w:rStyle w:val="libArabicChar"/>
          <w:rtl/>
        </w:rPr>
        <w:t xml:space="preserve"> </w:t>
      </w:r>
      <w:r w:rsidRPr="00AF36F7">
        <w:rPr>
          <w:rStyle w:val="libArabicChar"/>
          <w:rFonts w:hint="cs"/>
          <w:rtl/>
        </w:rPr>
        <w:t>نبّياً</w:t>
      </w:r>
      <w:r w:rsidRPr="00AF36F7">
        <w:rPr>
          <w:rStyle w:val="libArabicChar"/>
          <w:rtl/>
        </w:rPr>
        <w:t xml:space="preserve"> </w:t>
      </w:r>
      <w:r w:rsidRPr="00AF36F7">
        <w:rPr>
          <w:rStyle w:val="libArabicChar"/>
          <w:rFonts w:hint="cs"/>
          <w:rtl/>
        </w:rPr>
        <w:t>و</w:t>
      </w:r>
      <w:r w:rsidRPr="00AF36F7">
        <w:rPr>
          <w:rStyle w:val="libArabicChar"/>
          <w:rtl/>
        </w:rPr>
        <w:t xml:space="preserve"> </w:t>
      </w:r>
      <w:r w:rsidRPr="00AF36F7">
        <w:rPr>
          <w:rStyle w:val="libArabicChar"/>
          <w:rFonts w:hint="cs"/>
          <w:rtl/>
        </w:rPr>
        <w:t>عليّاً</w:t>
      </w:r>
      <w:r w:rsidRPr="00AF36F7">
        <w:rPr>
          <w:rStyle w:val="libArabicChar"/>
          <w:rtl/>
        </w:rPr>
        <w:t xml:space="preserve"> </w:t>
      </w:r>
      <w:r w:rsidRPr="00AF36F7">
        <w:rPr>
          <w:rStyle w:val="libArabicChar"/>
          <w:rFonts w:hint="cs"/>
          <w:rtl/>
        </w:rPr>
        <w:t>وصياً</w:t>
      </w:r>
      <w:r>
        <w:rPr>
          <w:rtl/>
        </w:rPr>
        <w:t>;</w:t>
      </w:r>
      <w:r w:rsidRPr="00AF36F7">
        <w:rPr>
          <w:rStyle w:val="libFootnotenumChar"/>
          <w:rtl/>
        </w:rPr>
        <w:t>(2)</w:t>
      </w:r>
      <w:r>
        <w:rPr>
          <w:rtl/>
        </w:rPr>
        <w:t xml:space="preserve">رسول الله </w:t>
      </w:r>
      <w:r w:rsidR="00F031CD" w:rsidRPr="00F031CD">
        <w:rPr>
          <w:rStyle w:val="libAlaemChar"/>
          <w:rtl/>
        </w:rPr>
        <w:t xml:space="preserve"> صلى‌الله‌عليه‌وآله‌وسلم </w:t>
      </w:r>
      <w:r>
        <w:rPr>
          <w:rtl/>
        </w:rPr>
        <w:t xml:space="preserve"> فرماتے ہي</w:t>
      </w:r>
      <w:r w:rsidR="00083993">
        <w:rPr>
          <w:rtl/>
        </w:rPr>
        <w:t xml:space="preserve">ں </w:t>
      </w:r>
      <w:r>
        <w:rPr>
          <w:rtl/>
        </w:rPr>
        <w:t xml:space="preserve">:خدا وند عزوجل نے ابراہيم </w:t>
      </w:r>
      <w:r w:rsidR="00367F17" w:rsidRPr="00367F17">
        <w:rPr>
          <w:rStyle w:val="libAlaemChar"/>
          <w:rtl/>
        </w:rPr>
        <w:t xml:space="preserve"> عليه‌السلام </w:t>
      </w:r>
      <w:r>
        <w:rPr>
          <w:rtl/>
        </w:rPr>
        <w:t xml:space="preserve"> كو وحى كى :'' </w:t>
      </w:r>
      <w:r w:rsidRPr="00AF36F7">
        <w:rPr>
          <w:rStyle w:val="libArabicChar"/>
          <w:rtl/>
        </w:rPr>
        <w:t>انى جاعلك للناس اماماً ..</w:t>
      </w:r>
      <w:r>
        <w:rPr>
          <w:rtl/>
        </w:rPr>
        <w:t xml:space="preserve">.''پس ابراہيم </w:t>
      </w:r>
      <w:r w:rsidR="00367F17" w:rsidRPr="00367F17">
        <w:rPr>
          <w:rStyle w:val="libAlaemChar"/>
          <w:rtl/>
        </w:rPr>
        <w:t xml:space="preserve"> عليه‌السلام </w:t>
      </w:r>
      <w:r>
        <w:rPr>
          <w:rtl/>
        </w:rPr>
        <w:t xml:space="preserve"> نے كہا:پروردگارا كيا ميرى نسل سے بھى كوئي ميرى طرح امامت كے عہدے پر فائز ہو گا؟پس خداوند عزوجل نے ان كى طرف وحى كى : ...جو بھى كسى بت كے اگے سجدہ كر ے گا ...ہم ہر گز اسے امام نہي</w:t>
      </w:r>
      <w:r w:rsidR="00083993">
        <w:rPr>
          <w:rtl/>
        </w:rPr>
        <w:t xml:space="preserve">ں </w:t>
      </w:r>
      <w:r>
        <w:rPr>
          <w:rtl/>
        </w:rPr>
        <w:t>بنائي</w:t>
      </w:r>
      <w:r w:rsidR="00083993">
        <w:rPr>
          <w:rtl/>
        </w:rPr>
        <w:t xml:space="preserve">ں </w:t>
      </w:r>
      <w:r>
        <w:rPr>
          <w:rtl/>
        </w:rPr>
        <w:t xml:space="preserve">گے ... ابراہيم </w:t>
      </w:r>
      <w:r w:rsidR="00367F17" w:rsidRPr="00367F17">
        <w:rPr>
          <w:rStyle w:val="libAlaemChar"/>
          <w:rtl/>
        </w:rPr>
        <w:t xml:space="preserve"> عليه‌السلام </w:t>
      </w:r>
      <w:r>
        <w:rPr>
          <w:rtl/>
        </w:rPr>
        <w:t xml:space="preserve"> نے كہا:</w:t>
      </w:r>
      <w:r w:rsidRPr="00AF36F7">
        <w:rPr>
          <w:rStyle w:val="libArabicChar"/>
          <w:rtl/>
        </w:rPr>
        <w:t>''و اجنبنى وبنّى ا ن نعبد الا صنام ...</w:t>
      </w:r>
      <w:r>
        <w:rPr>
          <w:rtl/>
        </w:rPr>
        <w:t xml:space="preserve">''نبى اكرم </w:t>
      </w:r>
      <w:r w:rsidR="00F031CD" w:rsidRPr="00F031CD">
        <w:rPr>
          <w:rStyle w:val="libAlaemChar"/>
          <w:rtl/>
        </w:rPr>
        <w:t xml:space="preserve"> صلى‌الله‌عليه‌وآله‌وسلم </w:t>
      </w:r>
      <w:r>
        <w:rPr>
          <w:rtl/>
        </w:rPr>
        <w:t xml:space="preserve"> نے فرمايا:ابراہيم </w:t>
      </w:r>
      <w:r w:rsidR="00367F17" w:rsidRPr="00367F17">
        <w:rPr>
          <w:rStyle w:val="libAlaemChar"/>
          <w:rtl/>
        </w:rPr>
        <w:t xml:space="preserve"> عليه‌السلام </w:t>
      </w:r>
      <w:r>
        <w:rPr>
          <w:rtl/>
        </w:rPr>
        <w:t xml:space="preserve"> كى د</w:t>
      </w:r>
      <w:r>
        <w:rPr>
          <w:rFonts w:hint="eastAsia"/>
          <w:rtl/>
        </w:rPr>
        <w:t>عا</w:t>
      </w:r>
      <w:r>
        <w:rPr>
          <w:rtl/>
        </w:rPr>
        <w:t xml:space="preserve"> (قبول ہونے )كے بعد يہ دعا مجھ تك اور ميرے بھائي على </w:t>
      </w:r>
      <w:r w:rsidR="00367F17" w:rsidRPr="00367F17">
        <w:rPr>
          <w:rStyle w:val="libAlaemChar"/>
          <w:rtl/>
        </w:rPr>
        <w:t xml:space="preserve"> عليه‌السلام </w:t>
      </w:r>
      <w:r>
        <w:rPr>
          <w:rtl/>
        </w:rPr>
        <w:t xml:space="preserve"> تك پہنچى كہ ہم دونو</w:t>
      </w:r>
      <w:r w:rsidR="00083993">
        <w:rPr>
          <w:rtl/>
        </w:rPr>
        <w:t xml:space="preserve">ں </w:t>
      </w:r>
      <w:r>
        <w:rPr>
          <w:rtl/>
        </w:rPr>
        <w:t>مي</w:t>
      </w:r>
      <w:r w:rsidR="00083993">
        <w:rPr>
          <w:rtl/>
        </w:rPr>
        <w:t xml:space="preserve">ں </w:t>
      </w:r>
      <w:r>
        <w:rPr>
          <w:rtl/>
        </w:rPr>
        <w:t>سے كسى ايك نے بھى كسى بت كو سجدہ نہي</w:t>
      </w:r>
      <w:r w:rsidR="00083993">
        <w:rPr>
          <w:rtl/>
        </w:rPr>
        <w:t xml:space="preserve">ں </w:t>
      </w:r>
      <w:r>
        <w:rPr>
          <w:rtl/>
        </w:rPr>
        <w:t xml:space="preserve">كيا _پس الله تعالى نے مجھے نّبى بنايا اور على </w:t>
      </w:r>
      <w:r w:rsidR="00367F17" w:rsidRPr="00367F17">
        <w:rPr>
          <w:rStyle w:val="libAlaemChar"/>
          <w:rtl/>
        </w:rPr>
        <w:t xml:space="preserve"> عليه‌السلام </w:t>
      </w:r>
      <w:r>
        <w:rPr>
          <w:rtl/>
        </w:rPr>
        <w:t xml:space="preserve"> كو وصى بنايا_</w:t>
      </w:r>
    </w:p>
    <w:p w:rsidR="001F628F" w:rsidRDefault="001F628F" w:rsidP="00AF36F7">
      <w:pPr>
        <w:pStyle w:val="libNormal"/>
        <w:rPr>
          <w:rtl/>
        </w:rPr>
      </w:pPr>
      <w:r>
        <w:rPr>
          <w:rFonts w:hint="eastAsia"/>
          <w:rtl/>
        </w:rPr>
        <w:t>انحضرت</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كے فضائل17</w:t>
      </w:r>
    </w:p>
    <w:p w:rsidR="001F628F" w:rsidRDefault="001F628F" w:rsidP="00AF36F7">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كا مكہ كے امن و امان كا اہتمام كرنا 8; ابراہيم </w:t>
      </w:r>
      <w:r w:rsidR="00367F17" w:rsidRPr="00367F17">
        <w:rPr>
          <w:rStyle w:val="libAlaemChar"/>
          <w:rtl/>
        </w:rPr>
        <w:t xml:space="preserve"> عليه‌السلام </w:t>
      </w:r>
      <w:r>
        <w:rPr>
          <w:rtl/>
        </w:rPr>
        <w:t xml:space="preserve"> كے زمانے مي</w:t>
      </w:r>
      <w:r w:rsidR="00083993">
        <w:rPr>
          <w:rtl/>
        </w:rPr>
        <w:t xml:space="preserve">ں </w:t>
      </w:r>
      <w:r>
        <w:rPr>
          <w:rtl/>
        </w:rPr>
        <w:t xml:space="preserve">بت پرستي14;قصہ ابراہيم </w:t>
      </w:r>
      <w:r w:rsidR="00367F17" w:rsidRPr="00367F17">
        <w:rPr>
          <w:rStyle w:val="libAlaemChar"/>
          <w:rtl/>
        </w:rPr>
        <w:t xml:space="preserve"> عليه‌السلام </w:t>
      </w:r>
      <w:r>
        <w:rPr>
          <w:rtl/>
        </w:rPr>
        <w:t xml:space="preserve"> كى تعليمات1;ابراہيم كى اولاد كا متعدد ہونا 13; ابراہيم </w:t>
      </w:r>
      <w:r w:rsidR="00367F17" w:rsidRPr="00367F17">
        <w:rPr>
          <w:rStyle w:val="libAlaemChar"/>
          <w:rtl/>
        </w:rPr>
        <w:t xml:space="preserve"> عليه‌السلام </w:t>
      </w:r>
      <w:r>
        <w:rPr>
          <w:rtl/>
        </w:rPr>
        <w:t xml:space="preserve"> كى اولاد كاموحد ہونا 16;ابراہيم </w:t>
      </w:r>
      <w:r w:rsidR="00367F17" w:rsidRPr="00367F17">
        <w:rPr>
          <w:rStyle w:val="libAlaemChar"/>
          <w:rtl/>
        </w:rPr>
        <w:t xml:space="preserve"> عليه‌السلام </w:t>
      </w:r>
      <w:r>
        <w:rPr>
          <w:rtl/>
        </w:rPr>
        <w:t xml:space="preserve"> كى دعا 2 ،3 ،5،10،16،17; ابراہيم </w:t>
      </w:r>
      <w:r w:rsidR="00367F17" w:rsidRPr="00367F17">
        <w:rPr>
          <w:rStyle w:val="libAlaemChar"/>
          <w:rtl/>
        </w:rPr>
        <w:t xml:space="preserve"> عليه‌السلام </w:t>
      </w:r>
      <w:r>
        <w:rPr>
          <w:rtl/>
        </w:rPr>
        <w:t xml:space="preserve"> كى شرك ستيزى 5; قصہ ا</w:t>
      </w:r>
      <w:r>
        <w:rPr>
          <w:rFonts w:hint="eastAsia"/>
          <w:rtl/>
        </w:rPr>
        <w:t>براہيم</w:t>
      </w:r>
      <w:r>
        <w:rPr>
          <w:rtl/>
        </w:rPr>
        <w:t xml:space="preserve"> </w:t>
      </w:r>
      <w:r w:rsidR="00367F17" w:rsidRPr="00367F17">
        <w:rPr>
          <w:rStyle w:val="libAlaemChar"/>
          <w:rtl/>
        </w:rPr>
        <w:t xml:space="preserve"> عليه‌السلام </w:t>
      </w:r>
      <w:r>
        <w:rPr>
          <w:rtl/>
        </w:rPr>
        <w:t xml:space="preserve"> سے عبرت 1; ابراہيم </w:t>
      </w:r>
      <w:r w:rsidR="00367F17" w:rsidRPr="00367F17">
        <w:rPr>
          <w:rStyle w:val="libAlaemChar"/>
          <w:rtl/>
        </w:rPr>
        <w:t xml:space="preserve"> عليه‌السلام </w:t>
      </w:r>
      <w:r>
        <w:rPr>
          <w:rtl/>
        </w:rPr>
        <w:t xml:space="preserve"> كى اولاد 10، ابراہيم </w:t>
      </w:r>
      <w:r w:rsidR="00367F17" w:rsidRPr="00367F17">
        <w:rPr>
          <w:rStyle w:val="libAlaemChar"/>
          <w:rtl/>
        </w:rPr>
        <w:t xml:space="preserve"> عليه‌السلام </w:t>
      </w:r>
      <w:r>
        <w:rPr>
          <w:rtl/>
        </w:rPr>
        <w:t xml:space="preserve"> كى اولاداور بت پرستي16</w:t>
      </w:r>
    </w:p>
    <w:p w:rsidR="001F628F" w:rsidRDefault="001F628F" w:rsidP="00AF36F7">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6</w:t>
      </w:r>
    </w:p>
    <w:p w:rsidR="001F628F" w:rsidRDefault="001F628F" w:rsidP="00AF36F7">
      <w:pPr>
        <w:pStyle w:val="libNormal"/>
        <w:rPr>
          <w:rtl/>
        </w:rPr>
      </w:pPr>
      <w:r>
        <w:rPr>
          <w:rFonts w:hint="eastAsia"/>
          <w:rtl/>
        </w:rPr>
        <w:t>امامت</w:t>
      </w:r>
      <w:r>
        <w:rPr>
          <w:rtl/>
        </w:rPr>
        <w:t>:</w:t>
      </w:r>
      <w:r>
        <w:rPr>
          <w:rFonts w:hint="eastAsia"/>
          <w:rtl/>
        </w:rPr>
        <w:t>امامت</w:t>
      </w:r>
      <w:r>
        <w:rPr>
          <w:rtl/>
        </w:rPr>
        <w:t xml:space="preserve"> كى شرائط17</w:t>
      </w:r>
    </w:p>
    <w:p w:rsidR="001F628F" w:rsidRDefault="001F628F" w:rsidP="00AF36F7">
      <w:pPr>
        <w:pStyle w:val="libNormal"/>
        <w:rPr>
          <w:rtl/>
        </w:rPr>
      </w:pPr>
      <w:r>
        <w:rPr>
          <w:rFonts w:hint="eastAsia"/>
          <w:rtl/>
        </w:rPr>
        <w:t>امن</w:t>
      </w:r>
      <w:r>
        <w:rPr>
          <w:rtl/>
        </w:rPr>
        <w:t>:</w:t>
      </w:r>
      <w:r>
        <w:rPr>
          <w:rFonts w:hint="eastAsia"/>
          <w:rtl/>
        </w:rPr>
        <w:t>امن</w:t>
      </w:r>
      <w:r>
        <w:rPr>
          <w:rtl/>
        </w:rPr>
        <w:t xml:space="preserve"> كے اجتماعى اثرات11;اجتماعى امن كى اہميت 9</w:t>
      </w:r>
    </w:p>
    <w:p w:rsidR="001F628F" w:rsidRDefault="001F628F" w:rsidP="00AF36F7">
      <w:pPr>
        <w:pStyle w:val="libNormal"/>
        <w:rPr>
          <w:rtl/>
        </w:rPr>
      </w:pPr>
      <w:r>
        <w:rPr>
          <w:rFonts w:hint="eastAsia"/>
          <w:rtl/>
        </w:rPr>
        <w:t>امير</w:t>
      </w:r>
      <w:r>
        <w:rPr>
          <w:rtl/>
        </w:rPr>
        <w:t xml:space="preserve"> المؤمنين </w:t>
      </w:r>
      <w:r w:rsidR="00367F17" w:rsidRPr="00367F17">
        <w:rPr>
          <w:rStyle w:val="libAlaemChar"/>
          <w:rtl/>
        </w:rPr>
        <w:t xml:space="preserve"> عليه‌السلام </w:t>
      </w:r>
      <w:r>
        <w:rPr>
          <w:rtl/>
        </w:rPr>
        <w:t xml:space="preserve"> :</w:t>
      </w:r>
      <w:r>
        <w:rPr>
          <w:rFonts w:hint="eastAsia"/>
          <w:rtl/>
        </w:rPr>
        <w:t>امير</w:t>
      </w:r>
      <w:r>
        <w:rPr>
          <w:rtl/>
        </w:rPr>
        <w:t xml:space="preserve"> المؤمنين </w:t>
      </w:r>
      <w:r w:rsidR="00367F17" w:rsidRPr="00367F17">
        <w:rPr>
          <w:rStyle w:val="libAlaemChar"/>
          <w:rtl/>
        </w:rPr>
        <w:t xml:space="preserve"> عليه‌السلام </w:t>
      </w:r>
      <w:r>
        <w:rPr>
          <w:rtl/>
        </w:rPr>
        <w:t xml:space="preserve"> كے فضائل17</w:t>
      </w:r>
    </w:p>
    <w:p w:rsidR="001F628F" w:rsidRDefault="001F628F" w:rsidP="00AF36F7">
      <w:pPr>
        <w:pStyle w:val="libNormal"/>
        <w:rPr>
          <w:rtl/>
        </w:rPr>
      </w:pPr>
      <w:r>
        <w:rPr>
          <w:rFonts w:hint="eastAsia"/>
          <w:rtl/>
        </w:rPr>
        <w:t>اولاد</w:t>
      </w:r>
      <w:r>
        <w:rPr>
          <w:rtl/>
        </w:rPr>
        <w:t>:</w:t>
      </w:r>
      <w:r>
        <w:rPr>
          <w:rFonts w:hint="eastAsia"/>
          <w:rtl/>
        </w:rPr>
        <w:t>اولاد</w:t>
      </w:r>
      <w:r>
        <w:rPr>
          <w:rtl/>
        </w:rPr>
        <w:t xml:space="preserve"> كے لئے دعا كى قدر ومنزلت12;اولاد كے لئے دعا كى اہميت12;اولادكى عاقبت كى اہميت 12; اولاد كے لئے دعا10</w:t>
      </w:r>
    </w:p>
    <w:p w:rsidR="001F628F" w:rsidRDefault="00B84D3B" w:rsidP="00B84D3B">
      <w:pPr>
        <w:pStyle w:val="libLine"/>
        <w:rPr>
          <w:rtl/>
        </w:rPr>
      </w:pPr>
      <w:r>
        <w:rPr>
          <w:rtl/>
        </w:rPr>
        <w:t>____________________</w:t>
      </w:r>
    </w:p>
    <w:p w:rsidR="001F628F" w:rsidRDefault="001F628F" w:rsidP="00AF36F7">
      <w:pPr>
        <w:pStyle w:val="libFootnote"/>
        <w:rPr>
          <w:rtl/>
        </w:rPr>
      </w:pPr>
      <w:r>
        <w:rPr>
          <w:rtl/>
        </w:rPr>
        <w:t>1)امالى شيخ طوسى ،ج1،ص388،نور الثقلين ،ج2، س546 ،ح98_</w:t>
      </w:r>
    </w:p>
    <w:p w:rsidR="00AF36F7" w:rsidRDefault="001E7F9D" w:rsidP="00F73EDE">
      <w:pPr>
        <w:pStyle w:val="libPoemTini"/>
        <w:rPr>
          <w:rtl/>
        </w:rPr>
      </w:pPr>
      <w:r>
        <w:rPr>
          <w:rtl/>
        </w:rPr>
        <w:br w:type="page"/>
      </w:r>
    </w:p>
    <w:p w:rsidR="001F628F" w:rsidRDefault="001F628F" w:rsidP="00AF36F7">
      <w:pPr>
        <w:pStyle w:val="libNormal"/>
        <w:rPr>
          <w:rtl/>
        </w:rPr>
      </w:pPr>
      <w:r>
        <w:rPr>
          <w:rFonts w:hint="eastAsia"/>
          <w:rtl/>
        </w:rPr>
        <w:lastRenderedPageBreak/>
        <w:t>بت</w:t>
      </w:r>
      <w:r>
        <w:rPr>
          <w:rtl/>
        </w:rPr>
        <w:t xml:space="preserve"> پرست لوگ:14</w:t>
      </w:r>
    </w:p>
    <w:p w:rsidR="001F628F" w:rsidRDefault="001F628F" w:rsidP="00AF36F7">
      <w:pPr>
        <w:pStyle w:val="libNormal"/>
        <w:rPr>
          <w:rtl/>
        </w:rPr>
      </w:pPr>
      <w:r>
        <w:rPr>
          <w:rFonts w:hint="eastAsia"/>
          <w:rtl/>
        </w:rPr>
        <w:t>بت</w:t>
      </w:r>
      <w:r>
        <w:rPr>
          <w:rtl/>
        </w:rPr>
        <w:t xml:space="preserve"> پرستي:</w:t>
      </w:r>
      <w:r>
        <w:rPr>
          <w:rFonts w:hint="eastAsia"/>
          <w:rtl/>
        </w:rPr>
        <w:t>بت</w:t>
      </w:r>
      <w:r>
        <w:rPr>
          <w:rtl/>
        </w:rPr>
        <w:t xml:space="preserve"> پرستى كى تاريخ 14;بت پرستى سے محفوظ رہنے كى دعا10</w:t>
      </w:r>
    </w:p>
    <w:p w:rsidR="001F628F" w:rsidRDefault="001F628F" w:rsidP="00AF36F7">
      <w:pPr>
        <w:pStyle w:val="libNormal"/>
        <w:rPr>
          <w:rtl/>
        </w:rPr>
      </w:pPr>
      <w:r>
        <w:rPr>
          <w:rFonts w:hint="eastAsia"/>
          <w:rtl/>
        </w:rPr>
        <w:t>دعا</w:t>
      </w:r>
      <w:r>
        <w:rPr>
          <w:rtl/>
        </w:rPr>
        <w:t>:</w:t>
      </w:r>
      <w:r>
        <w:rPr>
          <w:rFonts w:hint="eastAsia"/>
          <w:rtl/>
        </w:rPr>
        <w:t>دعا</w:t>
      </w:r>
      <w:r>
        <w:rPr>
          <w:rtl/>
        </w:rPr>
        <w:t xml:space="preserve"> كے اداب 6</w:t>
      </w:r>
    </w:p>
    <w:p w:rsidR="001F628F" w:rsidRDefault="001F628F" w:rsidP="00AF36F7">
      <w:pPr>
        <w:pStyle w:val="libNormal"/>
        <w:rPr>
          <w:rtl/>
        </w:rPr>
      </w:pPr>
      <w:r>
        <w:rPr>
          <w:rFonts w:hint="eastAsia"/>
          <w:rtl/>
        </w:rPr>
        <w:t>دينداري</w:t>
      </w:r>
      <w:r>
        <w:rPr>
          <w:rtl/>
        </w:rPr>
        <w:t>:</w:t>
      </w:r>
      <w:r>
        <w:rPr>
          <w:rFonts w:hint="eastAsia"/>
          <w:rtl/>
        </w:rPr>
        <w:t>ديندارى</w:t>
      </w:r>
      <w:r>
        <w:rPr>
          <w:rtl/>
        </w:rPr>
        <w:t xml:space="preserve"> كى درخواست 12</w:t>
      </w:r>
    </w:p>
    <w:p w:rsidR="001F628F" w:rsidRDefault="001F628F" w:rsidP="001F628F">
      <w:pPr>
        <w:pStyle w:val="libNormal"/>
        <w:rPr>
          <w:rtl/>
        </w:rPr>
      </w:pPr>
      <w:r>
        <w:rPr>
          <w:rFonts w:hint="eastAsia"/>
          <w:rtl/>
        </w:rPr>
        <w:t>روايت</w:t>
      </w:r>
      <w:r>
        <w:rPr>
          <w:rtl/>
        </w:rPr>
        <w:t>:16،17</w:t>
      </w:r>
    </w:p>
    <w:p w:rsidR="001F628F" w:rsidRDefault="001F628F" w:rsidP="00AF36F7">
      <w:pPr>
        <w:pStyle w:val="libNormal"/>
        <w:rPr>
          <w:rtl/>
        </w:rPr>
      </w:pPr>
      <w:r>
        <w:rPr>
          <w:rFonts w:hint="eastAsia"/>
          <w:rtl/>
        </w:rPr>
        <w:t>سعادت</w:t>
      </w:r>
      <w:r>
        <w:rPr>
          <w:rtl/>
        </w:rPr>
        <w:t>:</w:t>
      </w:r>
      <w:r>
        <w:rPr>
          <w:rFonts w:hint="eastAsia"/>
          <w:rtl/>
        </w:rPr>
        <w:t>اخروى</w:t>
      </w:r>
      <w:r>
        <w:rPr>
          <w:rtl/>
        </w:rPr>
        <w:t xml:space="preserve"> سعادت كى درخواست 12</w:t>
      </w:r>
    </w:p>
    <w:p w:rsidR="001F628F" w:rsidRDefault="001F628F" w:rsidP="00AF36F7">
      <w:pPr>
        <w:pStyle w:val="libNormal"/>
        <w:rPr>
          <w:rtl/>
        </w:rPr>
      </w:pPr>
      <w:r>
        <w:rPr>
          <w:rFonts w:hint="eastAsia"/>
          <w:rtl/>
        </w:rPr>
        <w:t>شرك</w:t>
      </w:r>
      <w:r>
        <w:rPr>
          <w:rtl/>
        </w:rPr>
        <w:t>:</w:t>
      </w:r>
      <w:r>
        <w:rPr>
          <w:rFonts w:hint="eastAsia"/>
          <w:rtl/>
        </w:rPr>
        <w:t>شرك</w:t>
      </w:r>
      <w:r>
        <w:rPr>
          <w:rtl/>
        </w:rPr>
        <w:t xml:space="preserve"> سے محفوظ رہنے كے عوامل15</w:t>
      </w:r>
    </w:p>
    <w:p w:rsidR="001F628F" w:rsidRDefault="001F628F" w:rsidP="00AF36F7">
      <w:pPr>
        <w:pStyle w:val="libNormal"/>
        <w:rPr>
          <w:rtl/>
        </w:rPr>
      </w:pPr>
      <w:r>
        <w:rPr>
          <w:rFonts w:hint="eastAsia"/>
          <w:rtl/>
        </w:rPr>
        <w:t>ضروريات</w:t>
      </w:r>
      <w:r>
        <w:rPr>
          <w:rtl/>
        </w:rPr>
        <w:t>:</w:t>
      </w:r>
      <w:r>
        <w:rPr>
          <w:rFonts w:hint="eastAsia"/>
          <w:rtl/>
        </w:rPr>
        <w:t>امداد</w:t>
      </w:r>
      <w:r>
        <w:rPr>
          <w:rtl/>
        </w:rPr>
        <w:t xml:space="preserve"> خدا كى ضرورت15</w:t>
      </w:r>
    </w:p>
    <w:p w:rsidR="001F628F" w:rsidRDefault="001F628F" w:rsidP="00AF36F7">
      <w:pPr>
        <w:pStyle w:val="libNormal"/>
        <w:rPr>
          <w:rtl/>
        </w:rPr>
      </w:pPr>
      <w:r>
        <w:rPr>
          <w:rFonts w:hint="eastAsia"/>
          <w:rtl/>
        </w:rPr>
        <w:t>عبرت</w:t>
      </w:r>
      <w:r>
        <w:rPr>
          <w:rtl/>
        </w:rPr>
        <w:t>:</w:t>
      </w:r>
      <w:r>
        <w:rPr>
          <w:rFonts w:hint="eastAsia"/>
          <w:rtl/>
        </w:rPr>
        <w:t>عبرت</w:t>
      </w:r>
      <w:r>
        <w:rPr>
          <w:rtl/>
        </w:rPr>
        <w:t xml:space="preserve"> كے عوامل1</w:t>
      </w:r>
    </w:p>
    <w:p w:rsidR="001F628F" w:rsidRDefault="001F628F" w:rsidP="00AF36F7">
      <w:pPr>
        <w:pStyle w:val="libNormal"/>
        <w:rPr>
          <w:rtl/>
        </w:rPr>
      </w:pPr>
      <w:r>
        <w:rPr>
          <w:rFonts w:hint="eastAsia"/>
          <w:rtl/>
        </w:rPr>
        <w:t>مكہ</w:t>
      </w:r>
      <w:r>
        <w:rPr>
          <w:rtl/>
        </w:rPr>
        <w:t>:</w:t>
      </w:r>
      <w:r>
        <w:rPr>
          <w:rFonts w:hint="eastAsia"/>
          <w:rtl/>
        </w:rPr>
        <w:t>مكہ</w:t>
      </w:r>
      <w:r>
        <w:rPr>
          <w:rtl/>
        </w:rPr>
        <w:t xml:space="preserve"> كا احترام 3;مكہ كا امن 4;مكہ كى تاريخ 7;مكہ كے امن كى دعا 2،3،5;مكہ شہر7;مكہ كى فضيلت 4;مكہ ابراہيم </w:t>
      </w:r>
      <w:r w:rsidR="00367F17" w:rsidRPr="00367F17">
        <w:rPr>
          <w:rStyle w:val="libAlaemChar"/>
          <w:rtl/>
        </w:rPr>
        <w:t xml:space="preserve"> عليه‌السلام </w:t>
      </w:r>
      <w:r>
        <w:rPr>
          <w:rtl/>
        </w:rPr>
        <w:t xml:space="preserve"> كے زمانے مي</w:t>
      </w:r>
      <w:r w:rsidR="00083993">
        <w:rPr>
          <w:rtl/>
        </w:rPr>
        <w:t xml:space="preserve">ں </w:t>
      </w:r>
      <w:r>
        <w:rPr>
          <w:rtl/>
        </w:rPr>
        <w:t>7</w:t>
      </w:r>
    </w:p>
    <w:p w:rsidR="001F628F" w:rsidRDefault="001F628F" w:rsidP="00AF36F7">
      <w:pPr>
        <w:pStyle w:val="libNormal"/>
        <w:rPr>
          <w:rtl/>
        </w:rPr>
      </w:pPr>
      <w:r>
        <w:rPr>
          <w:rFonts w:hint="eastAsia"/>
          <w:rtl/>
        </w:rPr>
        <w:t>موحدين</w:t>
      </w:r>
      <w:r>
        <w:rPr>
          <w:rtl/>
        </w:rPr>
        <w:t xml:space="preserve"> :</w:t>
      </w:r>
      <w:r>
        <w:rPr>
          <w:rFonts w:hint="eastAsia"/>
          <w:rtl/>
        </w:rPr>
        <w:t>موحدين</w:t>
      </w:r>
      <w:r>
        <w:rPr>
          <w:rtl/>
        </w:rPr>
        <w:t xml:space="preserve"> كى معنوى ضروريات15</w:t>
      </w:r>
    </w:p>
    <w:p w:rsidR="001F628F" w:rsidRDefault="001F628F" w:rsidP="00AF36F7">
      <w:pPr>
        <w:pStyle w:val="libNormal"/>
        <w:rPr>
          <w:rtl/>
        </w:rPr>
      </w:pPr>
      <w:r>
        <w:rPr>
          <w:rFonts w:hint="eastAsia"/>
          <w:rtl/>
        </w:rPr>
        <w:t>ہدايت</w:t>
      </w:r>
      <w:r>
        <w:rPr>
          <w:rtl/>
        </w:rPr>
        <w:t>:</w:t>
      </w:r>
      <w:r>
        <w:rPr>
          <w:rFonts w:hint="eastAsia"/>
          <w:rtl/>
        </w:rPr>
        <w:t>ہدايت</w:t>
      </w:r>
      <w:r>
        <w:rPr>
          <w:rtl/>
        </w:rPr>
        <w:t xml:space="preserve"> كا پيش خيمہ 11</w:t>
      </w:r>
    </w:p>
    <w:p w:rsidR="001F628F" w:rsidRDefault="001F628F" w:rsidP="00AF36F7">
      <w:pPr>
        <w:pStyle w:val="libNormal"/>
        <w:rPr>
          <w:rtl/>
        </w:rPr>
      </w:pPr>
      <w:r>
        <w:rPr>
          <w:rFonts w:hint="eastAsia"/>
          <w:rtl/>
        </w:rPr>
        <w:t>ياد</w:t>
      </w:r>
      <w:r>
        <w:rPr>
          <w:rtl/>
        </w:rPr>
        <w:t xml:space="preserve"> دہاني:</w:t>
      </w:r>
      <w:r>
        <w:rPr>
          <w:rFonts w:hint="eastAsia"/>
          <w:rtl/>
        </w:rPr>
        <w:t>دعائے</w:t>
      </w:r>
      <w:r>
        <w:rPr>
          <w:rtl/>
        </w:rPr>
        <w:t xml:space="preserve"> ابراہيم </w:t>
      </w:r>
      <w:r w:rsidR="00367F17" w:rsidRPr="00367F17">
        <w:rPr>
          <w:rStyle w:val="libAlaemChar"/>
          <w:rtl/>
        </w:rPr>
        <w:t xml:space="preserve"> عليه‌السلام </w:t>
      </w:r>
      <w:r>
        <w:rPr>
          <w:rtl/>
        </w:rPr>
        <w:t xml:space="preserve"> كى ياد دہاني1;قصہ ابراہيم </w:t>
      </w:r>
      <w:r w:rsidR="00367F17" w:rsidRPr="00367F17">
        <w:rPr>
          <w:rStyle w:val="libAlaemChar"/>
          <w:rtl/>
        </w:rPr>
        <w:t xml:space="preserve"> عليه‌السلام </w:t>
      </w:r>
      <w:r>
        <w:rPr>
          <w:rtl/>
        </w:rPr>
        <w:t xml:space="preserve"> كى ياد دہاني1</w:t>
      </w:r>
    </w:p>
    <w:p w:rsidR="00AF36F7" w:rsidRDefault="001E7F9D" w:rsidP="00F73EDE">
      <w:pPr>
        <w:pStyle w:val="libPoemTini"/>
        <w:rPr>
          <w:rtl/>
        </w:rPr>
      </w:pPr>
      <w:r>
        <w:rPr>
          <w:rtl/>
        </w:rPr>
        <w:cr/>
      </w:r>
      <w:r>
        <w:rPr>
          <w:rtl/>
        </w:rPr>
        <w:br w:type="page"/>
      </w:r>
    </w:p>
    <w:p w:rsidR="00AF36F7" w:rsidRDefault="00AF36F7" w:rsidP="00AF36F7">
      <w:pPr>
        <w:pStyle w:val="Heading2Center"/>
        <w:rPr>
          <w:rtl/>
        </w:rPr>
      </w:pPr>
      <w:bookmarkStart w:id="36" w:name="_Toc28081714"/>
      <w:r>
        <w:rPr>
          <w:rFonts w:hint="cs"/>
          <w:rtl/>
        </w:rPr>
        <w:lastRenderedPageBreak/>
        <w:t>آیت 36</w:t>
      </w:r>
      <w:bookmarkEnd w:id="36"/>
    </w:p>
    <w:p w:rsidR="001F628F" w:rsidRDefault="00E260F9" w:rsidP="00AF36F7">
      <w:pPr>
        <w:pStyle w:val="libNormal"/>
        <w:rPr>
          <w:rtl/>
        </w:rPr>
      </w:pPr>
      <w:r w:rsidRPr="00E260F9">
        <w:rPr>
          <w:rStyle w:val="libAlaemChar"/>
          <w:rFonts w:hint="eastAsia"/>
          <w:rtl/>
        </w:rPr>
        <w:t>(</w:t>
      </w:r>
      <w:r w:rsidRPr="00AF36F7">
        <w:rPr>
          <w:rStyle w:val="libAieChar"/>
          <w:rFonts w:hint="eastAsia"/>
          <w:rtl/>
        </w:rPr>
        <w:t>رَبِّ</w:t>
      </w:r>
      <w:r w:rsidRPr="00AF36F7">
        <w:rPr>
          <w:rStyle w:val="libAieChar"/>
          <w:rtl/>
        </w:rPr>
        <w:t xml:space="preserve"> إِنَّهُنَّ أَضْلَلْنَ كَثِيراً مِّنَ النَّاسِ فَمَن تَبِعَنِي فَإِنَّهُ مِنِّي وَمَنْ عَصَانِي فَإِنَّكَ غَفُورٌ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پروردگار</w:t>
      </w:r>
      <w:r>
        <w:rPr>
          <w:rtl/>
        </w:rPr>
        <w:t xml:space="preserve"> ان بتو</w:t>
      </w:r>
      <w:r w:rsidR="00083993">
        <w:rPr>
          <w:rtl/>
        </w:rPr>
        <w:t xml:space="preserve">ں </w:t>
      </w:r>
      <w:r>
        <w:rPr>
          <w:rtl/>
        </w:rPr>
        <w:t>نے بہت سے لوگو</w:t>
      </w:r>
      <w:r w:rsidR="00083993">
        <w:rPr>
          <w:rtl/>
        </w:rPr>
        <w:t xml:space="preserve">ں </w:t>
      </w:r>
      <w:r>
        <w:rPr>
          <w:rtl/>
        </w:rPr>
        <w:t>كو گمراہ كردياہے تو اب جو ميرا اتباع كرے گا وہ مجھ سے ہوگا اور جو معصيت كرے گا اس كے لئے تو بڑا بخشنے والا اور مہربان ہے 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كى نظر مي</w:t>
      </w:r>
      <w:r w:rsidR="00083993">
        <w:rPr>
          <w:rtl/>
        </w:rPr>
        <w:t xml:space="preserve">ں </w:t>
      </w:r>
      <w:r>
        <w:rPr>
          <w:rtl/>
        </w:rPr>
        <w:t>ان كے زمانے مي</w:t>
      </w:r>
      <w:r w:rsidR="00083993">
        <w:rPr>
          <w:rtl/>
        </w:rPr>
        <w:t xml:space="preserve">ں </w:t>
      </w:r>
      <w:r>
        <w:rPr>
          <w:rtl/>
        </w:rPr>
        <w:t>بت اور بت پرست لوگ بہت سے لوگو</w:t>
      </w:r>
      <w:r w:rsidR="00083993">
        <w:rPr>
          <w:rtl/>
        </w:rPr>
        <w:t xml:space="preserve">ں </w:t>
      </w:r>
      <w:r>
        <w:rPr>
          <w:rtl/>
        </w:rPr>
        <w:t>كى گمراہى كا سبب تھے_</w:t>
      </w:r>
    </w:p>
    <w:p w:rsidR="001F628F" w:rsidRDefault="001F628F" w:rsidP="00AF36F7">
      <w:pPr>
        <w:pStyle w:val="libArabic"/>
        <w:rPr>
          <w:rtl/>
        </w:rPr>
      </w:pPr>
      <w:r>
        <w:rPr>
          <w:rFonts w:hint="eastAsia"/>
          <w:rtl/>
        </w:rPr>
        <w:t>اجنبنى</w:t>
      </w:r>
      <w:r>
        <w:rPr>
          <w:rtl/>
        </w:rPr>
        <w:t xml:space="preserve"> وبنيّ ا ن نعبد الا صنام 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1F628F" w:rsidRDefault="001F628F" w:rsidP="001F628F">
      <w:pPr>
        <w:pStyle w:val="libNormal"/>
        <w:rPr>
          <w:rtl/>
        </w:rPr>
      </w:pPr>
      <w:r>
        <w:rPr>
          <w:rtl/>
        </w:rPr>
        <w:t xml:space="preserve">2_حضرت ابراہيم </w:t>
      </w:r>
      <w:r w:rsidR="00367F17" w:rsidRPr="00367F17">
        <w:rPr>
          <w:rStyle w:val="libAlaemChar"/>
          <w:rtl/>
        </w:rPr>
        <w:t xml:space="preserve"> عليه‌السلام </w:t>
      </w:r>
      <w:r>
        <w:rPr>
          <w:rtl/>
        </w:rPr>
        <w:t xml:space="preserve"> اپنى دعا كى قبوليت كے لئے خدا وند متعال كا لطف اور اس كى محبت حاصل كرنا چاہتے تھے_</w:t>
      </w:r>
    </w:p>
    <w:p w:rsidR="001F628F" w:rsidRDefault="001F628F" w:rsidP="00AF36F7">
      <w:pPr>
        <w:pStyle w:val="libArabic"/>
        <w:rPr>
          <w:rtl/>
        </w:rPr>
      </w:pPr>
      <w:r>
        <w:rPr>
          <w:rFonts w:hint="eastAsia"/>
          <w:rtl/>
        </w:rPr>
        <w:t>ربّ</w:t>
      </w:r>
      <w:r>
        <w:rPr>
          <w:rtl/>
        </w:rPr>
        <w:t xml:space="preserve">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p>
    <w:p w:rsidR="001F628F" w:rsidRDefault="001F628F" w:rsidP="001F628F">
      <w:pPr>
        <w:pStyle w:val="libNormal"/>
        <w:rPr>
          <w:rtl/>
        </w:rPr>
      </w:pPr>
      <w:r>
        <w:rPr>
          <w:rtl/>
        </w:rPr>
        <w:t xml:space="preserve">''يائے''متكلم كى طرف كلمہ ''رب''كا اضافہ ہونے اور حضرت ابراہيم </w:t>
      </w:r>
      <w:r w:rsidR="00367F17" w:rsidRPr="00367F17">
        <w:rPr>
          <w:rStyle w:val="libAlaemChar"/>
          <w:rtl/>
        </w:rPr>
        <w:t xml:space="preserve"> عليه‌السلام </w:t>
      </w:r>
      <w:r>
        <w:rPr>
          <w:rtl/>
        </w:rPr>
        <w:t xml:space="preserve"> كى طرف سے دو ايات مي</w:t>
      </w:r>
      <w:r w:rsidR="00083993">
        <w:rPr>
          <w:rtl/>
        </w:rPr>
        <w:t xml:space="preserve">ں </w:t>
      </w:r>
      <w:r>
        <w:rPr>
          <w:rtl/>
        </w:rPr>
        <w:t>اس كے تكرار كرنے سے مندرجہ بالا مطلب اخذ كر سكتے ہي</w:t>
      </w:r>
      <w:r w:rsidR="00083993">
        <w:rPr>
          <w:rtl/>
        </w:rPr>
        <w:t xml:space="preserve">ں </w:t>
      </w:r>
      <w:r>
        <w:rPr>
          <w:rtl/>
        </w:rPr>
        <w:t>_</w:t>
      </w:r>
    </w:p>
    <w:p w:rsidR="001F628F" w:rsidRDefault="001F628F" w:rsidP="001F628F">
      <w:pPr>
        <w:pStyle w:val="libNormal"/>
        <w:rPr>
          <w:rtl/>
        </w:rPr>
      </w:pPr>
      <w:r>
        <w:rPr>
          <w:rtl/>
        </w:rPr>
        <w:t>3_بتو</w:t>
      </w:r>
      <w:r w:rsidR="00083993">
        <w:rPr>
          <w:rtl/>
        </w:rPr>
        <w:t xml:space="preserve">ں </w:t>
      </w:r>
      <w:r>
        <w:rPr>
          <w:rtl/>
        </w:rPr>
        <w:t>اور بت پرستو</w:t>
      </w:r>
      <w:r w:rsidR="00083993">
        <w:rPr>
          <w:rtl/>
        </w:rPr>
        <w:t xml:space="preserve">ں </w:t>
      </w:r>
      <w:r>
        <w:rPr>
          <w:rtl/>
        </w:rPr>
        <w:t>كے ذريعے بہت سے لوگو</w:t>
      </w:r>
      <w:r w:rsidR="00083993">
        <w:rPr>
          <w:rtl/>
        </w:rPr>
        <w:t xml:space="preserve">ں </w:t>
      </w:r>
      <w:r>
        <w:rPr>
          <w:rtl/>
        </w:rPr>
        <w:t xml:space="preserve">كا گمراہ ہونا ،حضرت ابراہيم </w:t>
      </w:r>
      <w:r w:rsidR="00367F17" w:rsidRPr="00367F17">
        <w:rPr>
          <w:rStyle w:val="libAlaemChar"/>
          <w:rtl/>
        </w:rPr>
        <w:t xml:space="preserve"> عليه‌السلام </w:t>
      </w:r>
      <w:r>
        <w:rPr>
          <w:rtl/>
        </w:rPr>
        <w:t xml:space="preserve"> كے لئے خدا وند متعال سے اپنى اور اپنے خاندان كے لئے بت پرستى سے محفوظ رہنے كى دعا كا محرك بنا ہے_</w:t>
      </w:r>
    </w:p>
    <w:p w:rsidR="001F628F" w:rsidRDefault="001F628F" w:rsidP="00AF36F7">
      <w:pPr>
        <w:pStyle w:val="libArabic"/>
        <w:rPr>
          <w:rtl/>
        </w:rPr>
      </w:pPr>
      <w:r>
        <w:rPr>
          <w:rFonts w:hint="eastAsia"/>
          <w:rtl/>
        </w:rPr>
        <w:t>واجنبنى</w:t>
      </w:r>
      <w:r>
        <w:rPr>
          <w:rtl/>
        </w:rPr>
        <w:t xml:space="preserve"> وبنيّ ا ن نعبد الا صنام 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1F628F" w:rsidRDefault="001F628F" w:rsidP="001F628F">
      <w:pPr>
        <w:pStyle w:val="libNormal"/>
        <w:rPr>
          <w:rtl/>
        </w:rPr>
      </w:pPr>
      <w:r>
        <w:rPr>
          <w:rFonts w:hint="eastAsia"/>
          <w:rtl/>
        </w:rPr>
        <w:t>جملہ</w:t>
      </w:r>
      <w:r>
        <w:rPr>
          <w:rtl/>
        </w:rPr>
        <w:t xml:space="preserve"> ''ربّ انّھنّ ... ''پہلے جملے '' </w:t>
      </w:r>
      <w:r w:rsidRPr="00AF36F7">
        <w:rPr>
          <w:rStyle w:val="libArabicChar"/>
          <w:rtl/>
        </w:rPr>
        <w:t>واجنبنى وبنيّ ...</w:t>
      </w:r>
      <w:r>
        <w:rPr>
          <w:rtl/>
        </w:rPr>
        <w:t xml:space="preserve"> ''كى علت بيان كر رہا ہے _يعنى چونكہ بت پرست اكثر لوگو</w:t>
      </w:r>
      <w:r w:rsidR="00083993">
        <w:rPr>
          <w:rtl/>
        </w:rPr>
        <w:t xml:space="preserve">ں </w:t>
      </w:r>
      <w:r>
        <w:rPr>
          <w:rtl/>
        </w:rPr>
        <w:t>كى گمراہى كا سبب بن گئے ہي</w:t>
      </w:r>
      <w:r w:rsidR="00083993">
        <w:rPr>
          <w:rtl/>
        </w:rPr>
        <w:t xml:space="preserve">ں </w:t>
      </w:r>
      <w:r>
        <w:rPr>
          <w:rtl/>
        </w:rPr>
        <w:t>لہذا مي</w:t>
      </w:r>
      <w:r w:rsidR="00083993">
        <w:rPr>
          <w:rtl/>
        </w:rPr>
        <w:t xml:space="preserve">ں </w:t>
      </w:r>
      <w:r>
        <w:rPr>
          <w:rtl/>
        </w:rPr>
        <w:t>تجھ سے محفوظ رہنے كى دعا كرتا ہو</w:t>
      </w:r>
      <w:r w:rsidR="00083993">
        <w:rPr>
          <w:rtl/>
        </w:rPr>
        <w:t xml:space="preserve">ں </w:t>
      </w:r>
      <w:r>
        <w:rPr>
          <w:rtl/>
        </w:rPr>
        <w:t>_</w:t>
      </w:r>
    </w:p>
    <w:p w:rsidR="001F628F" w:rsidRDefault="001F628F" w:rsidP="001F628F">
      <w:pPr>
        <w:pStyle w:val="libNormal"/>
        <w:rPr>
          <w:rtl/>
        </w:rPr>
      </w:pPr>
      <w:r>
        <w:rPr>
          <w:rtl/>
        </w:rPr>
        <w:t xml:space="preserve">4_حضرت ابراہيم </w:t>
      </w:r>
      <w:r w:rsidR="00367F17" w:rsidRPr="00367F17">
        <w:rPr>
          <w:rStyle w:val="libAlaemChar"/>
          <w:rtl/>
        </w:rPr>
        <w:t xml:space="preserve"> عليه‌السلام </w:t>
      </w:r>
      <w:r>
        <w:rPr>
          <w:rtl/>
        </w:rPr>
        <w:t xml:space="preserve"> كا اپنى اولاد كے گمراہ ہو جانے اور اپنے زمانے كے لوگو</w:t>
      </w:r>
      <w:r w:rsidR="00083993">
        <w:rPr>
          <w:rtl/>
        </w:rPr>
        <w:t xml:space="preserve">ں </w:t>
      </w:r>
      <w:r>
        <w:rPr>
          <w:rtl/>
        </w:rPr>
        <w:t>مي</w:t>
      </w:r>
      <w:r w:rsidR="00083993">
        <w:rPr>
          <w:rtl/>
        </w:rPr>
        <w:t xml:space="preserve">ں </w:t>
      </w:r>
      <w:r>
        <w:rPr>
          <w:rtl/>
        </w:rPr>
        <w:t>مذہب شرك و بت</w:t>
      </w:r>
    </w:p>
    <w:p w:rsidR="003A05E0" w:rsidRDefault="003A05E0" w:rsidP="003A05E0">
      <w:pPr>
        <w:pStyle w:val="libNormal"/>
        <w:rPr>
          <w:rtl/>
        </w:rPr>
      </w:pPr>
      <w:r>
        <w:rPr>
          <w:rFonts w:hint="eastAsia"/>
          <w:rtl/>
        </w:rPr>
        <w:t>پرستى</w:t>
      </w:r>
      <w:r>
        <w:rPr>
          <w:rtl/>
        </w:rPr>
        <w:t xml:space="preserve"> كے مكمل طور پر اور بلا روك ٹوك پھيل جانے سے پريشان ہونا _</w:t>
      </w:r>
    </w:p>
    <w:p w:rsidR="003A05E0" w:rsidRDefault="003A05E0" w:rsidP="003A05E0">
      <w:pPr>
        <w:pStyle w:val="libArabic"/>
        <w:rPr>
          <w:rtl/>
        </w:rPr>
      </w:pPr>
      <w:r>
        <w:rPr>
          <w:rFonts w:hint="eastAsia"/>
          <w:rtl/>
        </w:rPr>
        <w:t>واجنبنى</w:t>
      </w:r>
      <w:r>
        <w:rPr>
          <w:rtl/>
        </w:rPr>
        <w:t xml:space="preserve"> وبنيّ ا ن نعبد الا صنام_ربّ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3A05E0" w:rsidRDefault="003A05E0" w:rsidP="003A05E0">
      <w:pPr>
        <w:pStyle w:val="libNormal"/>
        <w:rPr>
          <w:rtl/>
        </w:rPr>
      </w:pPr>
      <w:r>
        <w:rPr>
          <w:rtl/>
        </w:rPr>
        <w:t xml:space="preserve">5_حضرت ابراہيم </w:t>
      </w:r>
      <w:r w:rsidR="00367F17" w:rsidRPr="00367F17">
        <w:rPr>
          <w:rStyle w:val="libAlaemChar"/>
          <w:rtl/>
        </w:rPr>
        <w:t xml:space="preserve"> عليه‌السلام </w:t>
      </w:r>
      <w:r>
        <w:rPr>
          <w:rtl/>
        </w:rPr>
        <w:t xml:space="preserve"> كے زمانے ميں بہت سے لوگ گمراہ اور بت پرست تھے_</w:t>
      </w:r>
    </w:p>
    <w:p w:rsidR="003A05E0" w:rsidRDefault="003A05E0" w:rsidP="003A05E0">
      <w:pPr>
        <w:pStyle w:val="libArabic"/>
        <w:rPr>
          <w:rtl/>
        </w:rPr>
      </w:pPr>
      <w:r>
        <w:rPr>
          <w:rFonts w:hint="eastAsia"/>
          <w:rtl/>
        </w:rPr>
        <w:t>واجنبنى</w:t>
      </w:r>
      <w:r>
        <w:rPr>
          <w:rtl/>
        </w:rPr>
        <w:t xml:space="preserve"> وبنيّ ا ن نعبد الا صنام_ربّ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3A05E0" w:rsidRDefault="003A05E0" w:rsidP="003A05E0">
      <w:pPr>
        <w:pStyle w:val="libNormal"/>
        <w:rPr>
          <w:rtl/>
        </w:rPr>
      </w:pPr>
      <w:r>
        <w:rPr>
          <w:rtl/>
        </w:rPr>
        <w:t>6_شرك اور بت پرستى راہ حق و حقيقت سے انحراف اور گمراہى كا مظہر ہے_</w:t>
      </w:r>
    </w:p>
    <w:p w:rsidR="003A05E0" w:rsidRDefault="003A05E0" w:rsidP="003A05E0">
      <w:pPr>
        <w:pStyle w:val="libArabic"/>
        <w:rPr>
          <w:rtl/>
        </w:rPr>
      </w:pPr>
      <w:r>
        <w:rPr>
          <w:rFonts w:hint="eastAsia"/>
          <w:rtl/>
        </w:rPr>
        <w:t>واجنبنى</w:t>
      </w:r>
      <w:r>
        <w:rPr>
          <w:rtl/>
        </w:rPr>
        <w:t xml:space="preserve"> وبنيّ ا ن نعبد الا صنام_ربّ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AF36F7" w:rsidRDefault="001E7F9D" w:rsidP="00F73EDE">
      <w:pPr>
        <w:pStyle w:val="libPoemTini"/>
        <w:rPr>
          <w:rtl/>
        </w:rPr>
      </w:pPr>
      <w:r>
        <w:rPr>
          <w:rtl/>
        </w:rPr>
        <w:br w:type="page"/>
      </w:r>
    </w:p>
    <w:p w:rsidR="001F628F" w:rsidRDefault="001F628F" w:rsidP="001F628F">
      <w:pPr>
        <w:pStyle w:val="libNormal"/>
        <w:rPr>
          <w:rtl/>
        </w:rPr>
      </w:pPr>
      <w:r>
        <w:rPr>
          <w:rtl/>
        </w:rPr>
        <w:lastRenderedPageBreak/>
        <w:t>7_انسان كى ہدايت مي</w:t>
      </w:r>
      <w:r w:rsidR="00083993">
        <w:rPr>
          <w:rtl/>
        </w:rPr>
        <w:t xml:space="preserve">ں </w:t>
      </w:r>
      <w:r>
        <w:rPr>
          <w:rtl/>
        </w:rPr>
        <w:t>خداوند متعال كے لطف و كرم كا مؤثر ہونا _</w:t>
      </w:r>
    </w:p>
    <w:p w:rsidR="001F628F" w:rsidRDefault="001F628F" w:rsidP="00AF36F7">
      <w:pPr>
        <w:pStyle w:val="libArabic"/>
        <w:rPr>
          <w:rtl/>
        </w:rPr>
      </w:pPr>
      <w:r>
        <w:rPr>
          <w:rFonts w:hint="eastAsia"/>
          <w:rtl/>
        </w:rPr>
        <w:t>واجنبنى</w:t>
      </w:r>
      <w:r>
        <w:rPr>
          <w:rtl/>
        </w:rPr>
        <w:t xml:space="preserve"> وبنيّ ا ن نعبد الا صنام_ربّ انّ</w:t>
      </w:r>
      <w:r w:rsidR="00F21947" w:rsidRPr="00B2551F">
        <w:rPr>
          <w:rFonts w:hint="cs"/>
          <w:rtl/>
        </w:rPr>
        <w:t>ه</w:t>
      </w:r>
      <w:r>
        <w:rPr>
          <w:rFonts w:hint="cs"/>
          <w:rtl/>
        </w:rPr>
        <w:t>نّ</w:t>
      </w:r>
      <w:r>
        <w:rPr>
          <w:rtl/>
        </w:rPr>
        <w:t xml:space="preserve"> </w:t>
      </w:r>
      <w:r>
        <w:rPr>
          <w:rFonts w:hint="cs"/>
          <w:rtl/>
        </w:rPr>
        <w:t>ا</w:t>
      </w:r>
      <w:r>
        <w:rPr>
          <w:rtl/>
        </w:rPr>
        <w:t xml:space="preserve"> </w:t>
      </w:r>
      <w:r>
        <w:rPr>
          <w:rFonts w:hint="cs"/>
          <w:rtl/>
        </w:rPr>
        <w:t>ضللن</w:t>
      </w:r>
      <w:r>
        <w:rPr>
          <w:rtl/>
        </w:rPr>
        <w:t xml:space="preserve"> </w:t>
      </w:r>
      <w:r>
        <w:rPr>
          <w:rFonts w:hint="cs"/>
          <w:rtl/>
        </w:rPr>
        <w:t>كثيرًا</w:t>
      </w:r>
      <w:r>
        <w:rPr>
          <w:rtl/>
        </w:rPr>
        <w:t xml:space="preserve"> </w:t>
      </w:r>
      <w:r>
        <w:rPr>
          <w:rFonts w:hint="cs"/>
          <w:rtl/>
        </w:rPr>
        <w:t>من</w:t>
      </w:r>
      <w:r>
        <w:rPr>
          <w:rtl/>
        </w:rPr>
        <w:t xml:space="preserve"> </w:t>
      </w:r>
      <w:r>
        <w:rPr>
          <w:rFonts w:hint="cs"/>
          <w:rtl/>
        </w:rPr>
        <w:t>الناس</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خداوند تعالى سے اپنى اولاد كى نجات طلب كى اس سے معلوم ہوتا ہے كہ ہدايت مي</w:t>
      </w:r>
      <w:r w:rsidR="00083993">
        <w:rPr>
          <w:rtl/>
        </w:rPr>
        <w:t xml:space="preserve">ں </w:t>
      </w:r>
      <w:r>
        <w:rPr>
          <w:rtl/>
        </w:rPr>
        <w:t>خدا كا لطف اور عنايت مئوثر ہے اور انسان اس كا محتاج ہے_</w:t>
      </w:r>
    </w:p>
    <w:p w:rsidR="001F628F" w:rsidRDefault="001F628F" w:rsidP="001F628F">
      <w:pPr>
        <w:pStyle w:val="libNormal"/>
        <w:rPr>
          <w:rtl/>
        </w:rPr>
      </w:pPr>
      <w:r>
        <w:rPr>
          <w:rtl/>
        </w:rPr>
        <w:t xml:space="preserve">8_حضرت ابراہيم </w:t>
      </w:r>
      <w:r w:rsidR="00367F17" w:rsidRPr="00367F17">
        <w:rPr>
          <w:rStyle w:val="libAlaemChar"/>
          <w:rtl/>
        </w:rPr>
        <w:t xml:space="preserve"> عليه‌السلام </w:t>
      </w:r>
      <w:r>
        <w:rPr>
          <w:rtl/>
        </w:rPr>
        <w:t xml:space="preserve"> كے پيروكار، ان كے خاندان كے ايك عضوكى مانند اور ان كے محبوب ہي</w:t>
      </w:r>
      <w:r w:rsidR="00083993">
        <w:rPr>
          <w:rtl/>
        </w:rPr>
        <w:t xml:space="preserve">ں </w:t>
      </w:r>
      <w:r>
        <w:rPr>
          <w:rtl/>
        </w:rPr>
        <w:t>_</w:t>
      </w:r>
    </w:p>
    <w:p w:rsidR="001F628F" w:rsidRDefault="001F628F" w:rsidP="00AF36F7">
      <w:pPr>
        <w:pStyle w:val="libArabic"/>
        <w:rPr>
          <w:rtl/>
        </w:rPr>
      </w:pPr>
      <w:r>
        <w:rPr>
          <w:rFonts w:hint="eastAsia"/>
          <w:rtl/>
        </w:rPr>
        <w:t>فمن</w:t>
      </w:r>
      <w:r>
        <w:rPr>
          <w:rtl/>
        </w:rPr>
        <w:t xml:space="preserve"> تبعنى فان</w:t>
      </w:r>
      <w:r w:rsidR="00120F63" w:rsidRPr="00ED5DE8">
        <w:rPr>
          <w:rFonts w:hint="cs"/>
          <w:rtl/>
        </w:rPr>
        <w:t>ه</w:t>
      </w:r>
      <w:r>
        <w:rPr>
          <w:rtl/>
        </w:rPr>
        <w:t xml:space="preserve"> </w:t>
      </w:r>
      <w:r>
        <w:rPr>
          <w:rFonts w:hint="cs"/>
          <w:rtl/>
        </w:rPr>
        <w:t>مني</w:t>
      </w:r>
    </w:p>
    <w:p w:rsidR="001F628F" w:rsidRDefault="001F628F" w:rsidP="001F628F">
      <w:pPr>
        <w:pStyle w:val="libNormal"/>
        <w:rPr>
          <w:rtl/>
        </w:rPr>
      </w:pPr>
      <w:r>
        <w:rPr>
          <w:rtl/>
        </w:rPr>
        <w:t>9_دين كى پابندى اور اس كے احكام پر عمل ہى ديندارى اور قدر ومنزلت كا معيار ہے نہ فقط باتي</w:t>
      </w:r>
      <w:r w:rsidR="00083993">
        <w:rPr>
          <w:rtl/>
        </w:rPr>
        <w:t xml:space="preserve">ں </w:t>
      </w:r>
      <w:r>
        <w:rPr>
          <w:rtl/>
        </w:rPr>
        <w:t>اور ادعاكرنا_</w:t>
      </w:r>
    </w:p>
    <w:p w:rsidR="001F628F" w:rsidRDefault="001F628F" w:rsidP="00AF36F7">
      <w:pPr>
        <w:pStyle w:val="libArabic"/>
        <w:rPr>
          <w:rtl/>
        </w:rPr>
      </w:pPr>
      <w:r>
        <w:rPr>
          <w:rFonts w:hint="eastAsia"/>
          <w:rtl/>
        </w:rPr>
        <w:t>فمن</w:t>
      </w:r>
      <w:r>
        <w:rPr>
          <w:rtl/>
        </w:rPr>
        <w:t xml:space="preserve"> تبعنى فان</w:t>
      </w:r>
      <w:r w:rsidR="00120F63" w:rsidRPr="00ED5DE8">
        <w:rPr>
          <w:rFonts w:hint="cs"/>
          <w:rtl/>
        </w:rPr>
        <w:t>ه</w:t>
      </w:r>
      <w:r>
        <w:rPr>
          <w:rtl/>
        </w:rPr>
        <w:t xml:space="preserve"> </w:t>
      </w:r>
      <w:r>
        <w:rPr>
          <w:rFonts w:hint="cs"/>
          <w:rtl/>
        </w:rPr>
        <w:t>مني</w:t>
      </w:r>
    </w:p>
    <w:p w:rsidR="001F628F" w:rsidRDefault="001F628F" w:rsidP="001F628F">
      <w:pPr>
        <w:pStyle w:val="libNormal"/>
        <w:rPr>
          <w:rtl/>
        </w:rPr>
      </w:pPr>
      <w:r>
        <w:rPr>
          <w:rtl/>
        </w:rPr>
        <w:t>''تبع'' اور ''اتبع''كامطلب كسى كے قدم پر قدم ركھنا اور اس سے حكم لے كر اسكى پيروى كرنا ہے(مفردات راغب)_</w:t>
      </w:r>
    </w:p>
    <w:p w:rsidR="001F628F" w:rsidRDefault="001F628F" w:rsidP="00AF36F7">
      <w:pPr>
        <w:pStyle w:val="libNormal"/>
        <w:rPr>
          <w:rtl/>
        </w:rPr>
      </w:pPr>
      <w:r>
        <w:rPr>
          <w:rtl/>
        </w:rPr>
        <w:t xml:space="preserve">10_حضرت ابراہيم </w:t>
      </w:r>
      <w:r w:rsidR="00367F17" w:rsidRPr="00367F17">
        <w:rPr>
          <w:rStyle w:val="libAlaemChar"/>
          <w:rtl/>
        </w:rPr>
        <w:t xml:space="preserve"> عليه‌السلام </w:t>
      </w:r>
      <w:r>
        <w:rPr>
          <w:rtl/>
        </w:rPr>
        <w:t xml:space="preserve"> كے فرامين كى نافرمانى كرنے والے اگر چہ ان كى اولاد مي</w:t>
      </w:r>
      <w:r w:rsidR="00083993">
        <w:rPr>
          <w:rtl/>
        </w:rPr>
        <w:t xml:space="preserve">ں </w:t>
      </w:r>
      <w:r>
        <w:rPr>
          <w:rtl/>
        </w:rPr>
        <w:t>سے ہى كيو</w:t>
      </w:r>
      <w:r w:rsidR="00083993">
        <w:rPr>
          <w:rtl/>
        </w:rPr>
        <w:t xml:space="preserve">ں </w:t>
      </w:r>
      <w:r>
        <w:rPr>
          <w:rtl/>
        </w:rPr>
        <w:t>نہ ہو</w:t>
      </w:r>
      <w:r w:rsidR="00083993">
        <w:rPr>
          <w:rtl/>
        </w:rPr>
        <w:t xml:space="preserve">ں </w:t>
      </w:r>
      <w:r>
        <w:rPr>
          <w:rtl/>
        </w:rPr>
        <w:t>،تقرب خدا سے دور اور قدر ومنزلت سے عارى ہي</w:t>
      </w:r>
      <w:r w:rsidR="00083993">
        <w:rPr>
          <w:rtl/>
        </w:rPr>
        <w:t xml:space="preserve">ں </w:t>
      </w:r>
      <w:r>
        <w:rPr>
          <w:rtl/>
        </w:rPr>
        <w:t>_</w:t>
      </w:r>
      <w:r w:rsidRPr="00AF36F7">
        <w:rPr>
          <w:rStyle w:val="libArabicChar"/>
          <w:rFonts w:hint="eastAsia"/>
          <w:rtl/>
        </w:rPr>
        <w:t>فمن</w:t>
      </w:r>
      <w:r w:rsidRPr="00AF36F7">
        <w:rPr>
          <w:rStyle w:val="libArabicChar"/>
          <w:rtl/>
        </w:rPr>
        <w:t xml:space="preserve"> تبعنى فان</w:t>
      </w:r>
      <w:r w:rsidR="00120F63" w:rsidRPr="00B2551F">
        <w:rPr>
          <w:rStyle w:val="libArabicChar"/>
          <w:rFonts w:hint="cs"/>
          <w:rtl/>
        </w:rPr>
        <w:t>ه</w:t>
      </w:r>
      <w:r w:rsidRPr="00AF36F7">
        <w:rPr>
          <w:rStyle w:val="libArabicChar"/>
          <w:rtl/>
        </w:rPr>
        <w:t xml:space="preserve"> </w:t>
      </w:r>
      <w:r w:rsidRPr="00AF36F7">
        <w:rPr>
          <w:rStyle w:val="libArabicChar"/>
          <w:rFonts w:hint="cs"/>
          <w:rtl/>
        </w:rPr>
        <w:t>منيّ</w:t>
      </w:r>
      <w:r w:rsidRPr="00AF36F7">
        <w:rPr>
          <w:rStyle w:val="libArabicChar"/>
          <w:rtl/>
        </w:rPr>
        <w:t xml:space="preserve"> </w:t>
      </w:r>
      <w:r w:rsidRPr="00AF36F7">
        <w:rPr>
          <w:rStyle w:val="libArabicChar"/>
          <w:rFonts w:hint="cs"/>
          <w:rtl/>
        </w:rPr>
        <w:t>ومن</w:t>
      </w:r>
      <w:r w:rsidRPr="00AF36F7">
        <w:rPr>
          <w:rStyle w:val="libArabicChar"/>
          <w:rtl/>
        </w:rPr>
        <w:t xml:space="preserve"> </w:t>
      </w:r>
      <w:r w:rsidRPr="00AF36F7">
        <w:rPr>
          <w:rStyle w:val="libArabicChar"/>
          <w:rFonts w:hint="cs"/>
          <w:rtl/>
        </w:rPr>
        <w:t>عصانى</w:t>
      </w:r>
      <w:r w:rsidRPr="00AF36F7">
        <w:rPr>
          <w:rStyle w:val="libArabicChar"/>
          <w:rtl/>
        </w:rPr>
        <w:t xml:space="preserve"> </w:t>
      </w:r>
      <w:r w:rsidRPr="00AF36F7">
        <w:rPr>
          <w:rStyle w:val="libArabicChar"/>
          <w:rFonts w:hint="cs"/>
          <w:rtl/>
        </w:rPr>
        <w:t>فانّك</w:t>
      </w:r>
      <w:r w:rsidRPr="00AF36F7">
        <w:rPr>
          <w:rStyle w:val="libArabicChar"/>
          <w:rtl/>
        </w:rPr>
        <w:t xml:space="preserve"> </w:t>
      </w:r>
      <w:r w:rsidRPr="00AF36F7">
        <w:rPr>
          <w:rStyle w:val="libArabicChar"/>
          <w:rFonts w:hint="cs"/>
          <w:rtl/>
        </w:rPr>
        <w:t>غفور</w:t>
      </w:r>
      <w:r w:rsidRPr="00AF36F7">
        <w:rPr>
          <w:rStyle w:val="libArabicChar"/>
          <w:rtl/>
        </w:rPr>
        <w:t xml:space="preserve"> </w:t>
      </w:r>
      <w:r w:rsidRPr="00AF36F7">
        <w:rPr>
          <w:rStyle w:val="libArabicChar"/>
          <w:rFonts w:hint="cs"/>
          <w:rtl/>
        </w:rPr>
        <w:t>رحيم</w:t>
      </w:r>
    </w:p>
    <w:p w:rsidR="001F628F" w:rsidRDefault="001F628F" w:rsidP="00AF36F7">
      <w:pPr>
        <w:pStyle w:val="libNormal"/>
        <w:rPr>
          <w:rtl/>
        </w:rPr>
      </w:pPr>
      <w:r>
        <w:rPr>
          <w:rtl/>
        </w:rPr>
        <w:t xml:space="preserve">11_حضرت ابراہيم </w:t>
      </w:r>
      <w:r w:rsidR="00367F17" w:rsidRPr="00367F17">
        <w:rPr>
          <w:rStyle w:val="libAlaemChar"/>
          <w:rtl/>
        </w:rPr>
        <w:t xml:space="preserve"> عليه‌السلام </w:t>
      </w:r>
      <w:r>
        <w:rPr>
          <w:rtl/>
        </w:rPr>
        <w:t xml:space="preserve"> كى نظر مي</w:t>
      </w:r>
      <w:r w:rsidR="00083993">
        <w:rPr>
          <w:rtl/>
        </w:rPr>
        <w:t xml:space="preserve">ں </w:t>
      </w:r>
      <w:r>
        <w:rPr>
          <w:rtl/>
        </w:rPr>
        <w:t>دينى تعلق ،قرابت اور رشتہ دارى سے زيادہ مضبوط اور قدر ومنزلت كا حامل ہوتا ہے_</w:t>
      </w:r>
      <w:r w:rsidRPr="00AF36F7">
        <w:rPr>
          <w:rStyle w:val="libArabicChar"/>
          <w:rFonts w:hint="eastAsia"/>
          <w:rtl/>
        </w:rPr>
        <w:t>فمن</w:t>
      </w:r>
      <w:r w:rsidRPr="00AF36F7">
        <w:rPr>
          <w:rStyle w:val="libArabicChar"/>
          <w:rtl/>
        </w:rPr>
        <w:t xml:space="preserve"> تبعنى فان</w:t>
      </w:r>
      <w:r w:rsidR="00120F63" w:rsidRPr="00B2551F">
        <w:rPr>
          <w:rStyle w:val="libArabicChar"/>
          <w:rFonts w:hint="cs"/>
          <w:rtl/>
        </w:rPr>
        <w:t>ه</w:t>
      </w:r>
      <w:r w:rsidRPr="00AF36F7">
        <w:rPr>
          <w:rStyle w:val="libArabicChar"/>
          <w:rtl/>
        </w:rPr>
        <w:t xml:space="preserve"> </w:t>
      </w:r>
      <w:r w:rsidRPr="00AF36F7">
        <w:rPr>
          <w:rStyle w:val="libArabicChar"/>
          <w:rFonts w:hint="cs"/>
          <w:rtl/>
        </w:rPr>
        <w:t>منيّ</w:t>
      </w:r>
      <w:r w:rsidRPr="00AF36F7">
        <w:rPr>
          <w:rStyle w:val="libArabicChar"/>
          <w:rtl/>
        </w:rPr>
        <w:t xml:space="preserve"> </w:t>
      </w:r>
      <w:r w:rsidRPr="00AF36F7">
        <w:rPr>
          <w:rStyle w:val="libArabicChar"/>
          <w:rFonts w:hint="cs"/>
          <w:rtl/>
        </w:rPr>
        <w:t>ومن</w:t>
      </w:r>
      <w:r w:rsidRPr="00AF36F7">
        <w:rPr>
          <w:rStyle w:val="libArabicChar"/>
          <w:rtl/>
        </w:rPr>
        <w:t xml:space="preserve"> </w:t>
      </w:r>
      <w:r w:rsidRPr="00AF36F7">
        <w:rPr>
          <w:rStyle w:val="libArabicChar"/>
          <w:rFonts w:hint="cs"/>
          <w:rtl/>
        </w:rPr>
        <w:t>عصاني</w:t>
      </w:r>
    </w:p>
    <w:p w:rsidR="001F628F" w:rsidRDefault="001F628F" w:rsidP="001F628F">
      <w:pPr>
        <w:pStyle w:val="libNormal"/>
        <w:rPr>
          <w:rtl/>
        </w:rPr>
      </w:pPr>
      <w:r>
        <w:rPr>
          <w:rFonts w:hint="eastAsia"/>
          <w:rtl/>
        </w:rPr>
        <w:t>مندرجہ</w:t>
      </w:r>
      <w:r>
        <w:rPr>
          <w:rtl/>
        </w:rPr>
        <w:t xml:space="preserve"> بالا مطلب كا سبب يہ ہے كہ حضرت ابراہيم </w:t>
      </w:r>
      <w:r w:rsidR="00367F17" w:rsidRPr="00367F17">
        <w:rPr>
          <w:rStyle w:val="libAlaemChar"/>
          <w:rtl/>
        </w:rPr>
        <w:t xml:space="preserve"> عليه‌السلام </w:t>
      </w:r>
      <w:r>
        <w:rPr>
          <w:rtl/>
        </w:rPr>
        <w:t xml:space="preserve"> نے اپنى اولاد كے لئے دعا كے بعد اپنے احكام اور دستورات كى پيروى كو قدرومنزلت كا معيار قرار ديا ہے_</w:t>
      </w:r>
    </w:p>
    <w:p w:rsidR="001F628F" w:rsidRDefault="001F628F" w:rsidP="001F628F">
      <w:pPr>
        <w:pStyle w:val="libNormal"/>
        <w:rPr>
          <w:rtl/>
        </w:rPr>
      </w:pPr>
      <w:r>
        <w:rPr>
          <w:rtl/>
        </w:rPr>
        <w:t>12_انسانو</w:t>
      </w:r>
      <w:r w:rsidR="00083993">
        <w:rPr>
          <w:rtl/>
        </w:rPr>
        <w:t xml:space="preserve">ں </w:t>
      </w:r>
      <w:r>
        <w:rPr>
          <w:rtl/>
        </w:rPr>
        <w:t>كے درميان وحدت ،دوستى اور تعلقات استوار ہونے كا اصلى معيار ،ديندارى ہے_</w:t>
      </w:r>
    </w:p>
    <w:p w:rsidR="001F628F" w:rsidRDefault="001F628F" w:rsidP="00AF36F7">
      <w:pPr>
        <w:pStyle w:val="libArabic"/>
        <w:rPr>
          <w:rtl/>
        </w:rPr>
      </w:pPr>
      <w:r>
        <w:rPr>
          <w:rFonts w:hint="eastAsia"/>
          <w:rtl/>
        </w:rPr>
        <w:t>فمن</w:t>
      </w:r>
      <w:r>
        <w:rPr>
          <w:rtl/>
        </w:rPr>
        <w:t xml:space="preserve"> تبعنى فان</w:t>
      </w:r>
      <w:r w:rsidR="00120F63" w:rsidRPr="00ED5DE8">
        <w:rPr>
          <w:rFonts w:hint="cs"/>
          <w:rtl/>
        </w:rPr>
        <w:t>ه</w:t>
      </w:r>
      <w:r>
        <w:rPr>
          <w:rtl/>
        </w:rPr>
        <w:t xml:space="preserve"> </w:t>
      </w:r>
      <w:r>
        <w:rPr>
          <w:rFonts w:hint="cs"/>
          <w:rtl/>
        </w:rPr>
        <w:t>منيّ</w:t>
      </w:r>
      <w:r>
        <w:rPr>
          <w:rtl/>
        </w:rPr>
        <w:t xml:space="preserve"> </w:t>
      </w:r>
      <w:r>
        <w:rPr>
          <w:rFonts w:hint="cs"/>
          <w:rtl/>
        </w:rPr>
        <w:t>ومن</w:t>
      </w:r>
      <w:r>
        <w:rPr>
          <w:rtl/>
        </w:rPr>
        <w:t xml:space="preserve"> </w:t>
      </w:r>
      <w:r>
        <w:rPr>
          <w:rFonts w:hint="cs"/>
          <w:rtl/>
        </w:rPr>
        <w:t>عصاني</w:t>
      </w:r>
    </w:p>
    <w:p w:rsidR="003A05E0" w:rsidRDefault="003A05E0" w:rsidP="003A05E0">
      <w:pPr>
        <w:pStyle w:val="libNormal"/>
        <w:rPr>
          <w:rtl/>
        </w:rPr>
      </w:pPr>
      <w:r>
        <w:rPr>
          <w:rtl/>
        </w:rPr>
        <w:t xml:space="preserve">13_ حضرت ابراہيم </w:t>
      </w:r>
      <w:r w:rsidR="00367F17" w:rsidRPr="00367F17">
        <w:rPr>
          <w:rStyle w:val="libAlaemChar"/>
          <w:rtl/>
        </w:rPr>
        <w:t xml:space="preserve"> عليه‌السلام </w:t>
      </w:r>
      <w:r>
        <w:rPr>
          <w:rtl/>
        </w:rPr>
        <w:t xml:space="preserve"> انسانوں كے لئے اسوہ اور مقتدا ہيں اور انكا سيرو سلوك حق كا معيار اورانسانوں كے درست طرزعمل كى كسوٹى ہے_</w:t>
      </w:r>
      <w:r w:rsidRPr="003A05E0">
        <w:rPr>
          <w:rStyle w:val="libArabicChar"/>
          <w:rFonts w:hint="eastAsia"/>
          <w:rtl/>
        </w:rPr>
        <w:t>فمن</w:t>
      </w:r>
      <w:r w:rsidRPr="003A05E0">
        <w:rPr>
          <w:rStyle w:val="libArabicChar"/>
          <w:rtl/>
        </w:rPr>
        <w:t xml:space="preserve"> تبعنى فان</w:t>
      </w:r>
      <w:r w:rsidR="00120F63" w:rsidRPr="00B2551F">
        <w:rPr>
          <w:rStyle w:val="libArabicChar"/>
          <w:rFonts w:hint="cs"/>
          <w:rtl/>
        </w:rPr>
        <w:t>ه</w:t>
      </w:r>
      <w:r w:rsidRPr="003A05E0">
        <w:rPr>
          <w:rStyle w:val="libArabicChar"/>
          <w:rtl/>
        </w:rPr>
        <w:t xml:space="preserve"> </w:t>
      </w:r>
      <w:r w:rsidRPr="003A05E0">
        <w:rPr>
          <w:rStyle w:val="libArabicChar"/>
          <w:rFonts w:hint="cs"/>
          <w:rtl/>
        </w:rPr>
        <w:t>منيّ</w:t>
      </w:r>
      <w:r w:rsidRPr="003A05E0">
        <w:rPr>
          <w:rStyle w:val="libArabicChar"/>
          <w:rtl/>
        </w:rPr>
        <w:t xml:space="preserve"> </w:t>
      </w:r>
      <w:r w:rsidRPr="003A05E0">
        <w:rPr>
          <w:rStyle w:val="libArabicChar"/>
          <w:rFonts w:hint="cs"/>
          <w:rtl/>
        </w:rPr>
        <w:t>ومن</w:t>
      </w:r>
      <w:r w:rsidRPr="003A05E0">
        <w:rPr>
          <w:rStyle w:val="libArabicChar"/>
          <w:rtl/>
        </w:rPr>
        <w:t xml:space="preserve"> </w:t>
      </w:r>
      <w:r w:rsidRPr="003A05E0">
        <w:rPr>
          <w:rStyle w:val="libArabicChar"/>
          <w:rFonts w:hint="cs"/>
          <w:rtl/>
        </w:rPr>
        <w:t>عصاني</w:t>
      </w:r>
    </w:p>
    <w:p w:rsidR="003A05E0" w:rsidRDefault="003A05E0" w:rsidP="003A05E0">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فرامين كى اطاعت اور نافرمانى كو اچھائي اور قدرومنزلت كا معيار قرار ديا ہے اور خداوند متعال نے بھى ان كى مدح كرتے وقت اس نكتے كو بيان فرمايا ہے _اس سے مذكورہ مطلب اخذ ہوتا ہے_</w:t>
      </w:r>
    </w:p>
    <w:p w:rsidR="003A05E0" w:rsidRPr="003A05E0" w:rsidRDefault="003A05E0" w:rsidP="003A05E0">
      <w:pPr>
        <w:pStyle w:val="libNormal"/>
        <w:rPr>
          <w:rtl/>
        </w:rPr>
      </w:pPr>
    </w:p>
    <w:p w:rsidR="003A05E0" w:rsidRDefault="001E7F9D" w:rsidP="00F73EDE">
      <w:pPr>
        <w:pStyle w:val="libPoemTini"/>
        <w:rPr>
          <w:rtl/>
        </w:rPr>
      </w:pPr>
      <w:r>
        <w:rPr>
          <w:rtl/>
        </w:rPr>
        <w:br w:type="page"/>
      </w:r>
    </w:p>
    <w:p w:rsidR="001F628F" w:rsidRPr="003A05E0" w:rsidRDefault="001F628F" w:rsidP="003A05E0">
      <w:pPr>
        <w:pStyle w:val="libNormal"/>
        <w:rPr>
          <w:rStyle w:val="libArabicChar"/>
          <w:rtl/>
        </w:rPr>
      </w:pPr>
      <w:r>
        <w:rPr>
          <w:rtl/>
        </w:rPr>
        <w:lastRenderedPageBreak/>
        <w:t>14_حضرت ابراہيم كاخداوند متعال كے ساتھ انتہائي ادب سے اور عالمانہ انداز مي</w:t>
      </w:r>
      <w:r w:rsidR="00083993">
        <w:rPr>
          <w:rtl/>
        </w:rPr>
        <w:t xml:space="preserve">ں </w:t>
      </w:r>
      <w:r>
        <w:rPr>
          <w:rtl/>
        </w:rPr>
        <w:t>كلام كر نا_</w:t>
      </w:r>
      <w:r w:rsidRPr="003A05E0">
        <w:rPr>
          <w:rStyle w:val="libArabicChar"/>
          <w:rFonts w:hint="eastAsia"/>
          <w:rtl/>
        </w:rPr>
        <w:t>ومن</w:t>
      </w:r>
      <w:r w:rsidRPr="003A05E0">
        <w:rPr>
          <w:rStyle w:val="libArabicChar"/>
          <w:rtl/>
        </w:rPr>
        <w:t xml:space="preserve"> عصانى فانّك غفور رحيم</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مخالفين كا معاملہ خدا كے سپرد كر ديا ہے _اس سے معلوم ہوتا ہے كہ حضرت ابراہيم </w:t>
      </w:r>
      <w:r w:rsidR="00367F17" w:rsidRPr="00367F17">
        <w:rPr>
          <w:rStyle w:val="libAlaemChar"/>
          <w:rtl/>
        </w:rPr>
        <w:t xml:space="preserve"> عليه‌السلام </w:t>
      </w:r>
      <w:r>
        <w:rPr>
          <w:rtl/>
        </w:rPr>
        <w:t xml:space="preserve"> كے حكم كى نافرمانى درحقيقت امر خدا كى نافرمانى ہے پس بندو</w:t>
      </w:r>
      <w:r w:rsidR="00083993">
        <w:rPr>
          <w:rtl/>
        </w:rPr>
        <w:t xml:space="preserve">ں </w:t>
      </w:r>
      <w:r>
        <w:rPr>
          <w:rtl/>
        </w:rPr>
        <w:t>كى ذمہ دارى معين كرنا بھى اسى كا حق ہے_</w:t>
      </w:r>
    </w:p>
    <w:p w:rsidR="001F628F" w:rsidRDefault="001F628F" w:rsidP="003A05E0">
      <w:pPr>
        <w:pStyle w:val="libNormal"/>
        <w:rPr>
          <w:rtl/>
        </w:rPr>
      </w:pPr>
      <w:r>
        <w:rPr>
          <w:rtl/>
        </w:rPr>
        <w:t xml:space="preserve">15_اپنے مخالفين كے سامنے حضرت ابراہيم </w:t>
      </w:r>
      <w:r w:rsidR="00367F17" w:rsidRPr="00367F17">
        <w:rPr>
          <w:rStyle w:val="libAlaemChar"/>
          <w:rtl/>
        </w:rPr>
        <w:t xml:space="preserve"> عليه‌السلام </w:t>
      </w:r>
      <w:r>
        <w:rPr>
          <w:rtl/>
        </w:rPr>
        <w:t xml:space="preserve"> كا انتہائي بردبارى سے كام لينا_</w:t>
      </w:r>
      <w:r w:rsidRPr="003A05E0">
        <w:rPr>
          <w:rStyle w:val="libArabicChar"/>
          <w:rFonts w:hint="eastAsia"/>
          <w:rtl/>
        </w:rPr>
        <w:t>ومن</w:t>
      </w:r>
      <w:r w:rsidRPr="003A05E0">
        <w:rPr>
          <w:rStyle w:val="libArabicChar"/>
          <w:rtl/>
        </w:rPr>
        <w:t xml:space="preserve"> عصانى فانّك غفور رحيم</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مخالفين كا معاملہ خدا كے سپرد كر ديا ہے اور اسے غفران ورحمت كى صفت سے ياد كيا ہے ،اس سے انكى انتہائي بر دبارى ظاہر ہوتى ہے_</w:t>
      </w:r>
    </w:p>
    <w:p w:rsidR="001F628F" w:rsidRDefault="001F628F" w:rsidP="003A05E0">
      <w:pPr>
        <w:pStyle w:val="libNormal"/>
        <w:rPr>
          <w:rtl/>
        </w:rPr>
      </w:pPr>
      <w:r>
        <w:rPr>
          <w:rtl/>
        </w:rPr>
        <w:t xml:space="preserve">16_حضرت ابراہيم </w:t>
      </w:r>
      <w:r w:rsidR="00367F17" w:rsidRPr="00367F17">
        <w:rPr>
          <w:rStyle w:val="libAlaemChar"/>
          <w:rtl/>
        </w:rPr>
        <w:t xml:space="preserve"> عليه‌السلام </w:t>
      </w:r>
      <w:r>
        <w:rPr>
          <w:rtl/>
        </w:rPr>
        <w:t xml:space="preserve"> كااپنے علاوہ اپنے مخالفين اور ہدايت قبول نہ كرنے والو</w:t>
      </w:r>
      <w:r w:rsidR="00083993">
        <w:rPr>
          <w:rtl/>
        </w:rPr>
        <w:t xml:space="preserve">ں </w:t>
      </w:r>
      <w:r>
        <w:rPr>
          <w:rtl/>
        </w:rPr>
        <w:t>كے لئے بھى خدا وند متعال كى مغفرت اور رحمت كى شدت كے ساتھ اميدركھنا _</w:t>
      </w:r>
      <w:r w:rsidRPr="003A05E0">
        <w:rPr>
          <w:rStyle w:val="libArabicChar"/>
          <w:rFonts w:hint="eastAsia"/>
          <w:rtl/>
        </w:rPr>
        <w:t>ومن</w:t>
      </w:r>
      <w:r w:rsidRPr="003A05E0">
        <w:rPr>
          <w:rStyle w:val="libArabicChar"/>
          <w:rtl/>
        </w:rPr>
        <w:t xml:space="preserve"> عصانى فانّك غفور رحيم</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مخالفين كا معاملہ خدا كے سپرد كر ديا ہے اور اس كے غفران و رحمت كى صفت بيان كى ہے ،اس سے مندرجہ بالا مطلب اخذ ہو تا ہے_</w:t>
      </w:r>
    </w:p>
    <w:p w:rsidR="001F628F" w:rsidRDefault="001F628F" w:rsidP="003A05E0">
      <w:pPr>
        <w:pStyle w:val="libNormal"/>
        <w:rPr>
          <w:rtl/>
        </w:rPr>
      </w:pPr>
      <w:r>
        <w:rPr>
          <w:rtl/>
        </w:rPr>
        <w:t>17_خداوند تعالى ،غفور (بہت بخشنے والا) اور رحيم (مہربان) ہے_</w:t>
      </w:r>
      <w:r w:rsidRPr="003A05E0">
        <w:rPr>
          <w:rStyle w:val="libArabicChar"/>
          <w:rFonts w:hint="eastAsia"/>
          <w:rtl/>
        </w:rPr>
        <w:t>فانّك</w:t>
      </w:r>
      <w:r w:rsidRPr="003A05E0">
        <w:rPr>
          <w:rStyle w:val="libArabicChar"/>
          <w:rtl/>
        </w:rPr>
        <w:t xml:space="preserve"> غفور رحيم</w:t>
      </w:r>
    </w:p>
    <w:p w:rsidR="001F628F" w:rsidRDefault="001F628F" w:rsidP="003A05E0">
      <w:pPr>
        <w:pStyle w:val="libNormal"/>
        <w:rPr>
          <w:rtl/>
        </w:rPr>
      </w:pPr>
      <w:r>
        <w:rPr>
          <w:rtl/>
        </w:rPr>
        <w:t>18_خدا كى مغفرت اور بخشش ،مہربانى كے ہمراہ ہے_</w:t>
      </w:r>
      <w:r w:rsidRPr="003A05E0">
        <w:rPr>
          <w:rStyle w:val="libArabicChar"/>
          <w:rFonts w:hint="eastAsia"/>
          <w:rtl/>
        </w:rPr>
        <w:t>فانّك</w:t>
      </w:r>
      <w:r w:rsidRPr="003A05E0">
        <w:rPr>
          <w:rStyle w:val="libArabicChar"/>
          <w:rtl/>
        </w:rPr>
        <w:t xml:space="preserve"> غفور رحيم</w:t>
      </w:r>
    </w:p>
    <w:p w:rsidR="001F628F" w:rsidRDefault="001F628F" w:rsidP="001F628F">
      <w:pPr>
        <w:pStyle w:val="libNormal"/>
        <w:rPr>
          <w:rtl/>
        </w:rPr>
      </w:pPr>
      <w:r>
        <w:rPr>
          <w:rFonts w:hint="eastAsia"/>
          <w:rtl/>
        </w:rPr>
        <w:t>يہ</w:t>
      </w:r>
      <w:r>
        <w:rPr>
          <w:rtl/>
        </w:rPr>
        <w:t xml:space="preserve"> مطلب اس بات پر مبنى ہے كہ جب اس آيت مي</w:t>
      </w:r>
      <w:r w:rsidR="00083993">
        <w:rPr>
          <w:rtl/>
        </w:rPr>
        <w:t xml:space="preserve">ں </w:t>
      </w:r>
      <w:r>
        <w:rPr>
          <w:rtl/>
        </w:rPr>
        <w:t>''رحيم '' ،''غفور'' كى صفت ہو_</w:t>
      </w:r>
    </w:p>
    <w:p w:rsidR="001F628F" w:rsidRDefault="001F628F" w:rsidP="001F628F">
      <w:pPr>
        <w:pStyle w:val="libNormal"/>
        <w:rPr>
          <w:rtl/>
        </w:rPr>
      </w:pPr>
      <w:r>
        <w:rPr>
          <w:rtl/>
        </w:rPr>
        <w:t xml:space="preserve">19_ </w:t>
      </w:r>
      <w:r w:rsidRPr="003A05E0">
        <w:rPr>
          <w:rStyle w:val="libArabicChar"/>
          <w:rtl/>
        </w:rPr>
        <w:t xml:space="preserve">''عن ا بى عبدالله </w:t>
      </w:r>
      <w:r w:rsidR="00367F17" w:rsidRPr="00367F17">
        <w:rPr>
          <w:rStyle w:val="libAlaemChar"/>
          <w:rtl/>
        </w:rPr>
        <w:t xml:space="preserve"> عليه‌السلام </w:t>
      </w:r>
      <w:r w:rsidRPr="003A05E0">
        <w:rPr>
          <w:rStyle w:val="libArabicChar"/>
          <w:rtl/>
        </w:rPr>
        <w:t xml:space="preserve"> قال: من تولّى ال محمّد ...ف</w:t>
      </w:r>
      <w:r w:rsidR="00F21947" w:rsidRPr="00B2551F">
        <w:rPr>
          <w:rStyle w:val="libArabicChar"/>
          <w:rFonts w:hint="cs"/>
          <w:rtl/>
        </w:rPr>
        <w:t>ه</w:t>
      </w:r>
      <w:r w:rsidRPr="003A05E0">
        <w:rPr>
          <w:rStyle w:val="libArabicChar"/>
          <w:rFonts w:hint="cs"/>
          <w:rtl/>
        </w:rPr>
        <w:t>و</w:t>
      </w:r>
      <w:r w:rsidRPr="003A05E0">
        <w:rPr>
          <w:rStyle w:val="libArabicChar"/>
          <w:rtl/>
        </w:rPr>
        <w:t xml:space="preserve"> </w:t>
      </w:r>
      <w:r w:rsidRPr="003A05E0">
        <w:rPr>
          <w:rStyle w:val="libArabicChar"/>
          <w:rFonts w:hint="cs"/>
          <w:rtl/>
        </w:rPr>
        <w:t>ال</w:t>
      </w:r>
      <w:r w:rsidRPr="003A05E0">
        <w:rPr>
          <w:rStyle w:val="libArabicChar"/>
          <w:rtl/>
        </w:rPr>
        <w:t xml:space="preserve"> </w:t>
      </w:r>
      <w:r w:rsidRPr="003A05E0">
        <w:rPr>
          <w:rStyle w:val="libArabicChar"/>
          <w:rFonts w:hint="cs"/>
          <w:rtl/>
        </w:rPr>
        <w:t>محمّد</w:t>
      </w:r>
      <w:r w:rsidRPr="003A05E0">
        <w:rPr>
          <w:rStyle w:val="libArabicChar"/>
          <w:rtl/>
        </w:rPr>
        <w:t xml:space="preserve"> ...</w:t>
      </w:r>
      <w:r w:rsidRPr="003A05E0">
        <w:rPr>
          <w:rStyle w:val="libArabicChar"/>
          <w:rFonts w:hint="cs"/>
          <w:rtl/>
        </w:rPr>
        <w:t>لا</w:t>
      </w:r>
      <w:r w:rsidRPr="003A05E0">
        <w:rPr>
          <w:rStyle w:val="libArabicChar"/>
          <w:rtl/>
        </w:rPr>
        <w:t xml:space="preserve"> </w:t>
      </w:r>
      <w:r w:rsidRPr="003A05E0">
        <w:rPr>
          <w:rStyle w:val="libArabicChar"/>
          <w:rFonts w:hint="cs"/>
          <w:rtl/>
        </w:rPr>
        <w:t>ان</w:t>
      </w:r>
      <w:r w:rsidR="00120F63" w:rsidRPr="00B2551F">
        <w:rPr>
          <w:rStyle w:val="libArabicChar"/>
          <w:rFonts w:hint="cs"/>
          <w:rtl/>
        </w:rPr>
        <w:t>ه</w:t>
      </w:r>
      <w:r w:rsidRPr="003A05E0">
        <w:rPr>
          <w:rStyle w:val="libArabicChar"/>
          <w:rtl/>
        </w:rPr>
        <w:t xml:space="preserve"> </w:t>
      </w:r>
      <w:r w:rsidRPr="003A05E0">
        <w:rPr>
          <w:rStyle w:val="libArabicChar"/>
          <w:rFonts w:hint="cs"/>
          <w:rtl/>
        </w:rPr>
        <w:t>من</w:t>
      </w:r>
      <w:r w:rsidRPr="003A05E0">
        <w:rPr>
          <w:rStyle w:val="libArabicChar"/>
          <w:rtl/>
        </w:rPr>
        <w:t xml:space="preserve"> </w:t>
      </w:r>
      <w:r w:rsidRPr="003A05E0">
        <w:rPr>
          <w:rStyle w:val="libArabicChar"/>
          <w:rFonts w:hint="cs"/>
          <w:rtl/>
        </w:rPr>
        <w:t>القوم</w:t>
      </w:r>
      <w:r w:rsidRPr="003A05E0">
        <w:rPr>
          <w:rStyle w:val="libArabicChar"/>
          <w:rtl/>
        </w:rPr>
        <w:t xml:space="preserve"> </w:t>
      </w:r>
      <w:r w:rsidRPr="003A05E0">
        <w:rPr>
          <w:rStyle w:val="libArabicChar"/>
          <w:rFonts w:hint="cs"/>
          <w:rtl/>
        </w:rPr>
        <w:t>با</w:t>
      </w:r>
      <w:r w:rsidRPr="003A05E0">
        <w:rPr>
          <w:rStyle w:val="libArabicChar"/>
          <w:rtl/>
        </w:rPr>
        <w:t xml:space="preserve"> </w:t>
      </w:r>
      <w:r w:rsidRPr="003A05E0">
        <w:rPr>
          <w:rStyle w:val="libArabicChar"/>
          <w:rFonts w:hint="cs"/>
          <w:rtl/>
        </w:rPr>
        <w:t>عيان</w:t>
      </w:r>
      <w:r w:rsidR="00F21947" w:rsidRPr="00B2551F">
        <w:rPr>
          <w:rStyle w:val="libArabicChar"/>
          <w:rFonts w:hint="cs"/>
          <w:rtl/>
        </w:rPr>
        <w:t>ه</w:t>
      </w:r>
      <w:r w:rsidRPr="003A05E0">
        <w:rPr>
          <w:rStyle w:val="libArabicChar"/>
          <w:rFonts w:hint="cs"/>
          <w:rtl/>
        </w:rPr>
        <w:t>م</w:t>
      </w:r>
      <w:r w:rsidRPr="003A05E0">
        <w:rPr>
          <w:rStyle w:val="libArabicChar"/>
          <w:rtl/>
        </w:rPr>
        <w:t xml:space="preserve"> </w:t>
      </w:r>
      <w:r w:rsidRPr="003A05E0">
        <w:rPr>
          <w:rStyle w:val="libArabicChar"/>
          <w:rFonts w:hint="cs"/>
          <w:rtl/>
        </w:rPr>
        <w:t>و</w:t>
      </w:r>
      <w:r w:rsidRPr="003A05E0">
        <w:rPr>
          <w:rStyle w:val="libArabicChar"/>
          <w:rtl/>
        </w:rPr>
        <w:t xml:space="preserve"> </w:t>
      </w:r>
      <w:r w:rsidRPr="003A05E0">
        <w:rPr>
          <w:rStyle w:val="libArabicChar"/>
          <w:rFonts w:hint="cs"/>
          <w:rtl/>
        </w:rPr>
        <w:t>انما</w:t>
      </w:r>
      <w:r w:rsidRPr="003A05E0">
        <w:rPr>
          <w:rStyle w:val="libArabicChar"/>
          <w:rtl/>
        </w:rPr>
        <w:t xml:space="preserve"> </w:t>
      </w:r>
      <w:r w:rsidR="00F21947" w:rsidRPr="00B2551F">
        <w:rPr>
          <w:rStyle w:val="libArabicChar"/>
          <w:rFonts w:hint="cs"/>
          <w:rtl/>
        </w:rPr>
        <w:t>ه</w:t>
      </w:r>
      <w:r w:rsidRPr="003A05E0">
        <w:rPr>
          <w:rStyle w:val="libArabicChar"/>
          <w:rFonts w:hint="cs"/>
          <w:rtl/>
        </w:rPr>
        <w:t>و</w:t>
      </w:r>
      <w:r w:rsidRPr="003A05E0">
        <w:rPr>
          <w:rStyle w:val="libArabicChar"/>
          <w:rtl/>
        </w:rPr>
        <w:t xml:space="preserve"> </w:t>
      </w:r>
      <w:r w:rsidRPr="003A05E0">
        <w:rPr>
          <w:rStyle w:val="libArabicChar"/>
          <w:rFonts w:hint="cs"/>
          <w:rtl/>
        </w:rPr>
        <w:t>من</w:t>
      </w:r>
      <w:r w:rsidR="00F21947" w:rsidRPr="00B2551F">
        <w:rPr>
          <w:rStyle w:val="libArabicChar"/>
          <w:rFonts w:hint="cs"/>
          <w:rtl/>
        </w:rPr>
        <w:t>ه</w:t>
      </w:r>
      <w:r w:rsidRPr="003A05E0">
        <w:rPr>
          <w:rStyle w:val="libArabicChar"/>
          <w:rFonts w:hint="cs"/>
          <w:rtl/>
        </w:rPr>
        <w:t>م</w:t>
      </w:r>
      <w:r w:rsidRPr="003A05E0">
        <w:rPr>
          <w:rStyle w:val="libArabicChar"/>
          <w:rtl/>
        </w:rPr>
        <w:t xml:space="preserve"> </w:t>
      </w:r>
      <w:r w:rsidRPr="003A05E0">
        <w:rPr>
          <w:rStyle w:val="libArabicChar"/>
          <w:rFonts w:hint="cs"/>
          <w:rtl/>
        </w:rPr>
        <w:t>بتولّي</w:t>
      </w:r>
      <w:r w:rsidR="00120F63" w:rsidRPr="00B2551F">
        <w:rPr>
          <w:rStyle w:val="libArabicChar"/>
          <w:rFonts w:hint="cs"/>
          <w:rtl/>
        </w:rPr>
        <w:t>ه</w:t>
      </w:r>
      <w:r w:rsidRPr="003A05E0">
        <w:rPr>
          <w:rStyle w:val="libArabicChar"/>
          <w:rtl/>
        </w:rPr>
        <w:t xml:space="preserve"> </w:t>
      </w:r>
      <w:r w:rsidRPr="003A05E0">
        <w:rPr>
          <w:rStyle w:val="libArabicChar"/>
          <w:rFonts w:hint="cs"/>
          <w:rtl/>
        </w:rPr>
        <w:t>الي</w:t>
      </w:r>
      <w:r w:rsidR="00F21947" w:rsidRPr="00B2551F">
        <w:rPr>
          <w:rStyle w:val="libArabicChar"/>
          <w:rFonts w:hint="cs"/>
          <w:rtl/>
        </w:rPr>
        <w:t>ه</w:t>
      </w:r>
      <w:r w:rsidRPr="003A05E0">
        <w:rPr>
          <w:rStyle w:val="libArabicChar"/>
          <w:rFonts w:hint="cs"/>
          <w:rtl/>
        </w:rPr>
        <w:t>م</w:t>
      </w:r>
      <w:r w:rsidRPr="003A05E0">
        <w:rPr>
          <w:rStyle w:val="libArabicChar"/>
          <w:rtl/>
        </w:rPr>
        <w:t xml:space="preserve"> </w:t>
      </w:r>
      <w:r w:rsidRPr="003A05E0">
        <w:rPr>
          <w:rStyle w:val="libArabicChar"/>
          <w:rFonts w:hint="cs"/>
          <w:rtl/>
        </w:rPr>
        <w:t>واتباع</w:t>
      </w:r>
      <w:r w:rsidR="00120F63" w:rsidRPr="00B2551F">
        <w:rPr>
          <w:rStyle w:val="libArabicChar"/>
          <w:rFonts w:hint="cs"/>
          <w:rtl/>
        </w:rPr>
        <w:t>ه</w:t>
      </w:r>
      <w:r w:rsidRPr="003A05E0">
        <w:rPr>
          <w:rStyle w:val="libArabicChar"/>
          <w:rtl/>
        </w:rPr>
        <w:t xml:space="preserve"> </w:t>
      </w:r>
      <w:r w:rsidRPr="003A05E0">
        <w:rPr>
          <w:rStyle w:val="libArabicChar"/>
          <w:rFonts w:hint="cs"/>
          <w:rtl/>
        </w:rPr>
        <w:t>ايّا</w:t>
      </w:r>
      <w:r w:rsidR="00F21947" w:rsidRPr="00B2551F">
        <w:rPr>
          <w:rStyle w:val="libArabicChar"/>
          <w:rFonts w:hint="cs"/>
          <w:rtl/>
        </w:rPr>
        <w:t>ه</w:t>
      </w:r>
      <w:r w:rsidRPr="003A05E0">
        <w:rPr>
          <w:rStyle w:val="libArabicChar"/>
          <w:rFonts w:hint="cs"/>
          <w:rtl/>
        </w:rPr>
        <w:t>م</w:t>
      </w:r>
      <w:r w:rsidRPr="003A05E0">
        <w:rPr>
          <w:rStyle w:val="libArabicChar"/>
          <w:rtl/>
        </w:rPr>
        <w:t xml:space="preserve"> </w:t>
      </w:r>
      <w:r w:rsidRPr="003A05E0">
        <w:rPr>
          <w:rStyle w:val="libArabicChar"/>
          <w:rFonts w:hint="cs"/>
          <w:rtl/>
        </w:rPr>
        <w:t>و</w:t>
      </w:r>
      <w:r w:rsidRPr="003A05E0">
        <w:rPr>
          <w:rStyle w:val="libArabicChar"/>
          <w:rtl/>
        </w:rPr>
        <w:t xml:space="preserve"> </w:t>
      </w:r>
      <w:r w:rsidR="0021672A" w:rsidRPr="0021672A">
        <w:rPr>
          <w:rStyle w:val="libArabicChar"/>
          <w:rFonts w:hint="cs"/>
          <w:rtl/>
        </w:rPr>
        <w:t>كذالك</w:t>
      </w:r>
      <w:r w:rsidRPr="003A05E0">
        <w:rPr>
          <w:rStyle w:val="libArabicChar"/>
          <w:rtl/>
        </w:rPr>
        <w:t xml:space="preserve"> ...</w:t>
      </w:r>
      <w:r w:rsidRPr="003A05E0">
        <w:rPr>
          <w:rStyle w:val="libArabicChar"/>
          <w:rFonts w:hint="cs"/>
          <w:rtl/>
        </w:rPr>
        <w:t>قول</w:t>
      </w:r>
      <w:r w:rsidRPr="003A05E0">
        <w:rPr>
          <w:rStyle w:val="libArabicChar"/>
          <w:rtl/>
        </w:rPr>
        <w:t xml:space="preserve"> </w:t>
      </w:r>
      <w:r w:rsidRPr="003A05E0">
        <w:rPr>
          <w:rStyle w:val="libArabicChar"/>
          <w:rFonts w:hint="cs"/>
          <w:rtl/>
        </w:rPr>
        <w:t>ابرا</w:t>
      </w:r>
      <w:r w:rsidR="00F21947" w:rsidRPr="00B2551F">
        <w:rPr>
          <w:rStyle w:val="libArabicChar"/>
          <w:rFonts w:hint="cs"/>
          <w:rtl/>
        </w:rPr>
        <w:t>ه</w:t>
      </w:r>
      <w:r w:rsidRPr="003A05E0">
        <w:rPr>
          <w:rStyle w:val="libArabicChar"/>
          <w:rFonts w:hint="cs"/>
          <w:rtl/>
        </w:rPr>
        <w:t>يم</w:t>
      </w:r>
      <w:r w:rsidRPr="003A05E0">
        <w:rPr>
          <w:rStyle w:val="libArabicChar"/>
          <w:rtl/>
        </w:rPr>
        <w:t xml:space="preserve"> : ''</w:t>
      </w:r>
      <w:r w:rsidRPr="003A05E0">
        <w:rPr>
          <w:rStyle w:val="libArabicChar"/>
          <w:rFonts w:hint="cs"/>
          <w:rtl/>
        </w:rPr>
        <w:t>فمن</w:t>
      </w:r>
      <w:r w:rsidRPr="003A05E0">
        <w:rPr>
          <w:rStyle w:val="libArabicChar"/>
          <w:rtl/>
        </w:rPr>
        <w:t xml:space="preserve"> </w:t>
      </w:r>
      <w:r w:rsidRPr="003A05E0">
        <w:rPr>
          <w:rStyle w:val="libArabicChar"/>
          <w:rFonts w:hint="cs"/>
          <w:rtl/>
        </w:rPr>
        <w:t>تبعنى</w:t>
      </w:r>
      <w:r w:rsidRPr="003A05E0">
        <w:rPr>
          <w:rStyle w:val="libArabicChar"/>
          <w:rtl/>
        </w:rPr>
        <w:t xml:space="preserve"> </w:t>
      </w:r>
      <w:r w:rsidRPr="003A05E0">
        <w:rPr>
          <w:rStyle w:val="libArabicChar"/>
          <w:rFonts w:hint="cs"/>
          <w:rtl/>
        </w:rPr>
        <w:t>فان</w:t>
      </w:r>
      <w:r w:rsidR="00120F63" w:rsidRPr="00B2551F">
        <w:rPr>
          <w:rStyle w:val="libArabicChar"/>
          <w:rFonts w:hint="cs"/>
          <w:rtl/>
        </w:rPr>
        <w:t>ه</w:t>
      </w:r>
      <w:r w:rsidRPr="003A05E0">
        <w:rPr>
          <w:rStyle w:val="libArabicChar"/>
          <w:rtl/>
        </w:rPr>
        <w:t xml:space="preserve"> </w:t>
      </w:r>
      <w:r w:rsidRPr="003A05E0">
        <w:rPr>
          <w:rStyle w:val="libArabicChar"/>
          <w:rFonts w:hint="cs"/>
          <w:rtl/>
        </w:rPr>
        <w:t>منّي</w:t>
      </w:r>
      <w:r w:rsidRPr="003A05E0">
        <w:rPr>
          <w:rStyle w:val="libArabicChar"/>
          <w:rtl/>
        </w:rPr>
        <w:t xml:space="preserve"> ...'';</w:t>
      </w:r>
      <w:r w:rsidRPr="00C04122">
        <w:rPr>
          <w:rStyle w:val="libFootnotenumChar"/>
          <w:rtl/>
        </w:rPr>
        <w:t>(1)</w:t>
      </w:r>
      <w:r>
        <w:rPr>
          <w:rtl/>
        </w:rPr>
        <w:t xml:space="preserve">امام صادق </w:t>
      </w:r>
      <w:r w:rsidR="00367F17" w:rsidRPr="00367F17">
        <w:rPr>
          <w:rStyle w:val="libAlaemChar"/>
          <w:rtl/>
        </w:rPr>
        <w:t xml:space="preserve"> عليه‌السلام </w:t>
      </w:r>
      <w:r>
        <w:rPr>
          <w:rtl/>
        </w:rPr>
        <w:t xml:space="preserve"> سے منقول ہے كہ</w:t>
      </w:r>
    </w:p>
    <w:p w:rsidR="001F628F" w:rsidRDefault="00B84D3B" w:rsidP="00B84D3B">
      <w:pPr>
        <w:pStyle w:val="libLine"/>
        <w:rPr>
          <w:rtl/>
        </w:rPr>
      </w:pPr>
      <w:r>
        <w:rPr>
          <w:rtl/>
        </w:rPr>
        <w:t>____________________</w:t>
      </w:r>
    </w:p>
    <w:p w:rsidR="001F628F" w:rsidRDefault="001F628F" w:rsidP="003A05E0">
      <w:pPr>
        <w:pStyle w:val="libFootnote"/>
        <w:rPr>
          <w:rtl/>
        </w:rPr>
      </w:pPr>
      <w:r>
        <w:rPr>
          <w:rtl/>
        </w:rPr>
        <w:t>1)تفسير عياشى ، ج2 ، ص231 ،ح34 ; نورالثقلين ،ج2، ص548 ، ح104_</w:t>
      </w:r>
    </w:p>
    <w:p w:rsidR="003A05E0" w:rsidRDefault="001E7F9D" w:rsidP="00F73EDE">
      <w:pPr>
        <w:pStyle w:val="libPoemTini"/>
        <w:rPr>
          <w:rtl/>
        </w:rPr>
      </w:pPr>
      <w:r>
        <w:rPr>
          <w:rtl/>
        </w:rPr>
        <w:br w:type="page"/>
      </w:r>
    </w:p>
    <w:p w:rsidR="001F628F" w:rsidRDefault="001F628F" w:rsidP="003A05E0">
      <w:pPr>
        <w:pStyle w:val="libNormal"/>
        <w:rPr>
          <w:rtl/>
        </w:rPr>
      </w:pPr>
      <w:r>
        <w:rPr>
          <w:rFonts w:hint="eastAsia"/>
          <w:rtl/>
        </w:rPr>
        <w:lastRenderedPageBreak/>
        <w:t>اپ</w:t>
      </w:r>
      <w:r>
        <w:rPr>
          <w:rtl/>
        </w:rPr>
        <w:t xml:space="preserve"> </w:t>
      </w:r>
      <w:r w:rsidR="00367F17" w:rsidRPr="00367F17">
        <w:rPr>
          <w:rStyle w:val="libAlaemChar"/>
          <w:rtl/>
        </w:rPr>
        <w:t xml:space="preserve"> عليه‌السلام </w:t>
      </w:r>
      <w:r>
        <w:rPr>
          <w:rtl/>
        </w:rPr>
        <w:t xml:space="preserve"> نے فرمايا:جو شخص ال محمد </w:t>
      </w:r>
      <w:r w:rsidR="00F031CD" w:rsidRPr="00F031CD">
        <w:rPr>
          <w:rStyle w:val="libAlaemChar"/>
          <w:rtl/>
        </w:rPr>
        <w:t xml:space="preserve"> صلى‌الله‌عليه‌وآله‌وسلم </w:t>
      </w:r>
      <w:r>
        <w:rPr>
          <w:rtl/>
        </w:rPr>
        <w:t xml:space="preserve"> كو اپنا ولى قرار دے ...پس وہ ال محمد </w:t>
      </w:r>
      <w:r w:rsidR="00F031CD" w:rsidRPr="00F031CD">
        <w:rPr>
          <w:rStyle w:val="libAlaemChar"/>
          <w:rtl/>
        </w:rPr>
        <w:t xml:space="preserve"> صلى‌الله‌عليه‌وآله‌وسلم </w:t>
      </w:r>
      <w:r>
        <w:rPr>
          <w:rtl/>
        </w:rPr>
        <w:t xml:space="preserve"> مي</w:t>
      </w:r>
      <w:r w:rsidR="00083993">
        <w:rPr>
          <w:rtl/>
        </w:rPr>
        <w:t xml:space="preserve">ں </w:t>
      </w:r>
      <w:r>
        <w:rPr>
          <w:rtl/>
        </w:rPr>
        <w:t>سے ہے ... نہ كہ وہ حقيقت مي</w:t>
      </w:r>
      <w:r w:rsidR="00083993">
        <w:rPr>
          <w:rtl/>
        </w:rPr>
        <w:t xml:space="preserve">ں </w:t>
      </w:r>
      <w:r>
        <w:rPr>
          <w:rtl/>
        </w:rPr>
        <w:t xml:space="preserve">قوم ال محمد </w:t>
      </w:r>
      <w:r w:rsidR="00F031CD" w:rsidRPr="00F031CD">
        <w:rPr>
          <w:rStyle w:val="libAlaemChar"/>
          <w:rtl/>
        </w:rPr>
        <w:t xml:space="preserve"> صلى‌الله‌عليه‌وآله‌وسلم </w:t>
      </w:r>
      <w:r>
        <w:rPr>
          <w:rtl/>
        </w:rPr>
        <w:t xml:space="preserve"> مي</w:t>
      </w:r>
      <w:r w:rsidR="00083993">
        <w:rPr>
          <w:rtl/>
        </w:rPr>
        <w:t xml:space="preserve">ں </w:t>
      </w:r>
      <w:r>
        <w:rPr>
          <w:rtl/>
        </w:rPr>
        <w:t>سے ہو جاتا ہے بلكہ وہ انہي</w:t>
      </w:r>
      <w:r w:rsidR="00083993">
        <w:rPr>
          <w:rtl/>
        </w:rPr>
        <w:t xml:space="preserve">ں </w:t>
      </w:r>
      <w:r>
        <w:rPr>
          <w:rtl/>
        </w:rPr>
        <w:t xml:space="preserve">اپنا ولى بنانے اور انكى اطاعت وپيروى كرنے كى وجہ سے ال محمد </w:t>
      </w:r>
      <w:r w:rsidR="00F031CD" w:rsidRPr="00F031CD">
        <w:rPr>
          <w:rStyle w:val="libAlaemChar"/>
          <w:rtl/>
        </w:rPr>
        <w:t xml:space="preserve"> صلى‌الله‌عليه‌وآله‌وسلم </w:t>
      </w:r>
      <w:r>
        <w:rPr>
          <w:rtl/>
        </w:rPr>
        <w:t xml:space="preserve"> مي</w:t>
      </w:r>
      <w:r w:rsidR="00083993">
        <w:rPr>
          <w:rtl/>
        </w:rPr>
        <w:t xml:space="preserve">ں </w:t>
      </w:r>
      <w:r>
        <w:rPr>
          <w:rtl/>
        </w:rPr>
        <w:t>سے ہے _اور يہى مطلب ہے حضرت اب</w:t>
      </w:r>
      <w:r>
        <w:rPr>
          <w:rFonts w:hint="eastAsia"/>
          <w:rtl/>
        </w:rPr>
        <w:t>راہيم</w:t>
      </w:r>
      <w:r>
        <w:rPr>
          <w:rtl/>
        </w:rPr>
        <w:t xml:space="preserve"> </w:t>
      </w:r>
      <w:r w:rsidR="00367F17" w:rsidRPr="00367F17">
        <w:rPr>
          <w:rStyle w:val="libAlaemChar"/>
          <w:rtl/>
        </w:rPr>
        <w:t xml:space="preserve"> عليه‌السلام </w:t>
      </w:r>
      <w:r>
        <w:rPr>
          <w:rtl/>
        </w:rPr>
        <w:t xml:space="preserve"> كے فرمان كا::</w:t>
      </w:r>
      <w:r w:rsidRPr="003A05E0">
        <w:rPr>
          <w:rStyle w:val="libArabicChar"/>
          <w:rtl/>
        </w:rPr>
        <w:t>''فمن تبعنى فان</w:t>
      </w:r>
      <w:r w:rsidR="00120F63" w:rsidRPr="00B2551F">
        <w:rPr>
          <w:rStyle w:val="libArabicChar"/>
          <w:rFonts w:hint="cs"/>
          <w:rtl/>
        </w:rPr>
        <w:t>ه</w:t>
      </w:r>
      <w:r w:rsidRPr="003A05E0">
        <w:rPr>
          <w:rStyle w:val="libArabicChar"/>
          <w:rtl/>
        </w:rPr>
        <w:t xml:space="preserve"> </w:t>
      </w:r>
      <w:r w:rsidRPr="003A05E0">
        <w:rPr>
          <w:rStyle w:val="libArabicChar"/>
          <w:rFonts w:hint="cs"/>
          <w:rtl/>
        </w:rPr>
        <w:t>منّي</w:t>
      </w:r>
      <w:r w:rsidRPr="003A05E0">
        <w:rPr>
          <w:rStyle w:val="libArabicChar"/>
          <w:rtl/>
        </w:rPr>
        <w:t xml:space="preserve"> ...</w:t>
      </w:r>
      <w:r>
        <w:rPr>
          <w:rtl/>
        </w:rPr>
        <w:t>''_</w:t>
      </w:r>
    </w:p>
    <w:p w:rsidR="001F628F" w:rsidRDefault="001F628F" w:rsidP="003A05E0">
      <w:pPr>
        <w:pStyle w:val="libNormal"/>
        <w:rPr>
          <w:rtl/>
        </w:rPr>
      </w:pPr>
      <w:r>
        <w:rPr>
          <w:rFonts w:hint="eastAsia"/>
          <w:rtl/>
        </w:rPr>
        <w:t>ال</w:t>
      </w:r>
      <w:r>
        <w:rPr>
          <w:rtl/>
        </w:rPr>
        <w:t xml:space="preserve"> ابراہيم </w:t>
      </w:r>
      <w:r w:rsidR="00367F17" w:rsidRPr="00367F17">
        <w:rPr>
          <w:rStyle w:val="libAlaemChar"/>
          <w:rtl/>
        </w:rPr>
        <w:t xml:space="preserve"> عليه‌السلام </w:t>
      </w:r>
      <w:r>
        <w:rPr>
          <w:rtl/>
        </w:rPr>
        <w:t xml:space="preserve"> :8</w:t>
      </w:r>
      <w:r>
        <w:rPr>
          <w:rFonts w:hint="eastAsia"/>
          <w:rtl/>
        </w:rPr>
        <w:t>ّال</w:t>
      </w:r>
      <w:r>
        <w:rPr>
          <w:rtl/>
        </w:rPr>
        <w:t xml:space="preserve"> محمد</w:t>
      </w:r>
      <w:r w:rsidR="00F031CD" w:rsidRPr="00F031CD">
        <w:rPr>
          <w:rStyle w:val="libAlaemChar"/>
          <w:rtl/>
        </w:rPr>
        <w:t xml:space="preserve"> صلى‌الله‌عليه‌وآله‌وسلم </w:t>
      </w:r>
      <w:r>
        <w:rPr>
          <w:rtl/>
        </w:rPr>
        <w:t xml:space="preserve"> :19</w:t>
      </w:r>
      <w:r>
        <w:rPr>
          <w:rFonts w:hint="eastAsia"/>
          <w:rtl/>
        </w:rPr>
        <w:t>ّال</w:t>
      </w:r>
      <w:r>
        <w:rPr>
          <w:rtl/>
        </w:rPr>
        <w:t xml:space="preserve"> محمد </w:t>
      </w:r>
      <w:r w:rsidR="00F031CD" w:rsidRPr="00F031CD">
        <w:rPr>
          <w:rStyle w:val="libAlaemChar"/>
          <w:rtl/>
        </w:rPr>
        <w:t xml:space="preserve"> صلى‌الله‌عليه‌وآله‌وسلم </w:t>
      </w:r>
      <w:r>
        <w:rPr>
          <w:rtl/>
        </w:rPr>
        <w:t xml:space="preserve"> كى پيروى كے اثرات 19;ّال محمد </w:t>
      </w:r>
      <w:r w:rsidR="00F031CD" w:rsidRPr="00F031CD">
        <w:rPr>
          <w:rStyle w:val="libAlaemChar"/>
          <w:rtl/>
        </w:rPr>
        <w:t xml:space="preserve"> صلى‌الله‌عليه‌وآله‌وسلم </w:t>
      </w:r>
      <w:r>
        <w:rPr>
          <w:rtl/>
        </w:rPr>
        <w:t xml:space="preserve"> كى ولايت كے اثرات 19</w:t>
      </w:r>
    </w:p>
    <w:p w:rsidR="001F628F" w:rsidRDefault="001F628F" w:rsidP="003A05E0">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كا ادب 14;ابراہيم </w:t>
      </w:r>
      <w:r w:rsidR="00367F17" w:rsidRPr="00367F17">
        <w:rPr>
          <w:rStyle w:val="libAlaemChar"/>
          <w:rtl/>
        </w:rPr>
        <w:t xml:space="preserve"> عليه‌السلام </w:t>
      </w:r>
      <w:r>
        <w:rPr>
          <w:rtl/>
        </w:rPr>
        <w:t xml:space="preserve"> كو نمونہ بنانا 13; ابراہيم </w:t>
      </w:r>
      <w:r w:rsidR="00367F17" w:rsidRPr="00367F17">
        <w:rPr>
          <w:rStyle w:val="libAlaemChar"/>
          <w:rtl/>
        </w:rPr>
        <w:t xml:space="preserve"> عليه‌السلام </w:t>
      </w:r>
      <w:r>
        <w:rPr>
          <w:rtl/>
        </w:rPr>
        <w:t xml:space="preserve"> كى اميدوارى 16;ابراہيم </w:t>
      </w:r>
      <w:r w:rsidR="00367F17" w:rsidRPr="00367F17">
        <w:rPr>
          <w:rStyle w:val="libAlaemChar"/>
          <w:rtl/>
        </w:rPr>
        <w:t xml:space="preserve"> عليه‌السلام </w:t>
      </w:r>
      <w:r>
        <w:rPr>
          <w:rtl/>
        </w:rPr>
        <w:t xml:space="preserve"> كا اولاد كے بارے مي</w:t>
      </w:r>
      <w:r w:rsidR="00083993">
        <w:rPr>
          <w:rtl/>
        </w:rPr>
        <w:t xml:space="preserve">ں </w:t>
      </w:r>
      <w:r>
        <w:rPr>
          <w:rtl/>
        </w:rPr>
        <w:t xml:space="preserve">اہتمام 3،4; ابراہيم </w:t>
      </w:r>
      <w:r w:rsidR="00367F17" w:rsidRPr="00367F17">
        <w:rPr>
          <w:rStyle w:val="libAlaemChar"/>
          <w:rtl/>
        </w:rPr>
        <w:t xml:space="preserve"> عليه‌السلام </w:t>
      </w:r>
      <w:r>
        <w:rPr>
          <w:rtl/>
        </w:rPr>
        <w:t xml:space="preserve"> كا محبت خدا كے بارے مي</w:t>
      </w:r>
      <w:r w:rsidR="00083993">
        <w:rPr>
          <w:rtl/>
        </w:rPr>
        <w:t xml:space="preserve">ں </w:t>
      </w:r>
      <w:r>
        <w:rPr>
          <w:rtl/>
        </w:rPr>
        <w:t xml:space="preserve">اہتمام 2;زمانہ ابراہيم </w:t>
      </w:r>
      <w:r w:rsidR="00367F17" w:rsidRPr="00367F17">
        <w:rPr>
          <w:rStyle w:val="libAlaemChar"/>
          <w:rtl/>
        </w:rPr>
        <w:t xml:space="preserve"> عليه‌السلام </w:t>
      </w:r>
      <w:r>
        <w:rPr>
          <w:rtl/>
        </w:rPr>
        <w:t xml:space="preserve"> كے لوگو</w:t>
      </w:r>
      <w:r w:rsidR="00083993">
        <w:rPr>
          <w:rtl/>
        </w:rPr>
        <w:t xml:space="preserve">ں </w:t>
      </w:r>
      <w:r>
        <w:rPr>
          <w:rtl/>
        </w:rPr>
        <w:t xml:space="preserve">كى بت پرستى 5;ابراہيم </w:t>
      </w:r>
      <w:r w:rsidR="00367F17" w:rsidRPr="00367F17">
        <w:rPr>
          <w:rStyle w:val="libAlaemChar"/>
          <w:rtl/>
        </w:rPr>
        <w:t xml:space="preserve"> عليه‌السلام </w:t>
      </w:r>
      <w:r>
        <w:rPr>
          <w:rtl/>
        </w:rPr>
        <w:t xml:space="preserve"> كى بصيرت 1;ابراہيم </w:t>
      </w:r>
      <w:r w:rsidR="00367F17" w:rsidRPr="00367F17">
        <w:rPr>
          <w:rStyle w:val="libAlaemChar"/>
          <w:rtl/>
        </w:rPr>
        <w:t xml:space="preserve"> عليه‌السلام </w:t>
      </w:r>
      <w:r>
        <w:rPr>
          <w:rtl/>
        </w:rPr>
        <w:t xml:space="preserve"> كا حلم 15; ابراہيم </w:t>
      </w:r>
      <w:r w:rsidR="00367F17" w:rsidRPr="00367F17">
        <w:rPr>
          <w:rStyle w:val="libAlaemChar"/>
          <w:rtl/>
        </w:rPr>
        <w:t xml:space="preserve"> عليه‌السلام </w:t>
      </w:r>
      <w:r>
        <w:rPr>
          <w:rtl/>
        </w:rPr>
        <w:t xml:space="preserve"> كى دعا 2;ابراہيم </w:t>
      </w:r>
      <w:r w:rsidR="00367F17" w:rsidRPr="00367F17">
        <w:rPr>
          <w:rStyle w:val="libAlaemChar"/>
          <w:rtl/>
        </w:rPr>
        <w:t xml:space="preserve"> عليه‌السلام </w:t>
      </w:r>
      <w:r>
        <w:rPr>
          <w:rtl/>
        </w:rPr>
        <w:t xml:space="preserve"> كى شرك ستيزى 4;زمانہ ابراہيم </w:t>
      </w:r>
      <w:r w:rsidR="00367F17" w:rsidRPr="00367F17">
        <w:rPr>
          <w:rStyle w:val="libAlaemChar"/>
          <w:rtl/>
        </w:rPr>
        <w:t xml:space="preserve"> عليه‌السلام </w:t>
      </w:r>
      <w:r>
        <w:rPr>
          <w:rtl/>
        </w:rPr>
        <w:t xml:space="preserve"> كے لوگو</w:t>
      </w:r>
      <w:r w:rsidR="00083993">
        <w:rPr>
          <w:rtl/>
        </w:rPr>
        <w:t xml:space="preserve">ں </w:t>
      </w:r>
      <w:r>
        <w:rPr>
          <w:rtl/>
        </w:rPr>
        <w:t xml:space="preserve">كى گمراہى كے اسباب 1 ; ابراہيم </w:t>
      </w:r>
      <w:r w:rsidR="00367F17" w:rsidRPr="00367F17">
        <w:rPr>
          <w:rStyle w:val="libAlaemChar"/>
          <w:rtl/>
        </w:rPr>
        <w:t xml:space="preserve"> عليه‌السلام </w:t>
      </w:r>
      <w:r>
        <w:rPr>
          <w:rtl/>
        </w:rPr>
        <w:t xml:space="preserve"> كے فضائل 13،14 ،15، 16; دعائے ابراہيم </w:t>
      </w:r>
      <w:r w:rsidR="00367F17" w:rsidRPr="00367F17">
        <w:rPr>
          <w:rStyle w:val="libAlaemChar"/>
          <w:rtl/>
        </w:rPr>
        <w:t xml:space="preserve"> عليه‌السلام </w:t>
      </w:r>
      <w:r>
        <w:rPr>
          <w:rtl/>
        </w:rPr>
        <w:t xml:space="preserve"> كا فلسفہ 3;ابراہيم </w:t>
      </w:r>
      <w:r w:rsidR="00367F17" w:rsidRPr="00367F17">
        <w:rPr>
          <w:rStyle w:val="libAlaemChar"/>
          <w:rtl/>
        </w:rPr>
        <w:t xml:space="preserve"> عليه‌السلام </w:t>
      </w:r>
      <w:r>
        <w:rPr>
          <w:rtl/>
        </w:rPr>
        <w:t xml:space="preserve"> كى خدا سے گفتگو 14; زمانہ ابراہيم </w:t>
      </w:r>
      <w:r w:rsidR="00367F17" w:rsidRPr="00367F17">
        <w:rPr>
          <w:rStyle w:val="libAlaemChar"/>
          <w:rtl/>
        </w:rPr>
        <w:t xml:space="preserve"> عليه‌السلام </w:t>
      </w:r>
      <w:r>
        <w:rPr>
          <w:rtl/>
        </w:rPr>
        <w:t xml:space="preserve"> كے لوگو</w:t>
      </w:r>
      <w:r w:rsidR="00083993">
        <w:rPr>
          <w:rtl/>
        </w:rPr>
        <w:t xml:space="preserve">ں </w:t>
      </w:r>
      <w:r>
        <w:rPr>
          <w:rtl/>
        </w:rPr>
        <w:t xml:space="preserve">كى گمراہى 5; ابراہيم </w:t>
      </w:r>
      <w:r w:rsidR="00367F17" w:rsidRPr="00367F17">
        <w:rPr>
          <w:rStyle w:val="libAlaemChar"/>
          <w:rtl/>
        </w:rPr>
        <w:t xml:space="preserve"> عليه‌السلام </w:t>
      </w:r>
      <w:r>
        <w:rPr>
          <w:rtl/>
        </w:rPr>
        <w:t xml:space="preserve"> كے محبوب لوگ8;ابراہيم </w:t>
      </w:r>
      <w:r w:rsidR="00367F17" w:rsidRPr="00367F17">
        <w:rPr>
          <w:rStyle w:val="libAlaemChar"/>
          <w:rtl/>
        </w:rPr>
        <w:t xml:space="preserve"> عليه‌السلام </w:t>
      </w:r>
      <w:r>
        <w:rPr>
          <w:rtl/>
        </w:rPr>
        <w:t xml:space="preserve"> كے پيروكارو</w:t>
      </w:r>
      <w:r w:rsidR="00083993">
        <w:rPr>
          <w:rtl/>
        </w:rPr>
        <w:t xml:space="preserve">ں </w:t>
      </w:r>
      <w:r>
        <w:rPr>
          <w:rtl/>
        </w:rPr>
        <w:t xml:space="preserve">كى محبوبيت 8;ابراہيم </w:t>
      </w:r>
      <w:r w:rsidR="00367F17" w:rsidRPr="00367F17">
        <w:rPr>
          <w:rStyle w:val="libAlaemChar"/>
          <w:rtl/>
        </w:rPr>
        <w:t xml:space="preserve"> عليه‌السلام </w:t>
      </w:r>
      <w:r>
        <w:rPr>
          <w:rtl/>
        </w:rPr>
        <w:t xml:space="preserve"> كى پريشانى 4</w:t>
      </w:r>
    </w:p>
    <w:p w:rsidR="001F628F" w:rsidRDefault="001F628F" w:rsidP="003A05E0">
      <w:pPr>
        <w:pStyle w:val="libNormal"/>
        <w:rPr>
          <w:rtl/>
        </w:rPr>
      </w:pPr>
      <w:r>
        <w:rPr>
          <w:rFonts w:hint="eastAsia"/>
          <w:rtl/>
        </w:rPr>
        <w:t>اتحاد</w:t>
      </w:r>
      <w:r>
        <w:rPr>
          <w:rtl/>
        </w:rPr>
        <w:t>:</w:t>
      </w:r>
      <w:r>
        <w:rPr>
          <w:rFonts w:hint="eastAsia"/>
          <w:rtl/>
        </w:rPr>
        <w:t>اتحاد</w:t>
      </w:r>
      <w:r>
        <w:rPr>
          <w:rtl/>
        </w:rPr>
        <w:t xml:space="preserve"> كا معيار 12</w:t>
      </w:r>
    </w:p>
    <w:p w:rsidR="001F628F" w:rsidRDefault="001F628F" w:rsidP="003A05E0">
      <w:pPr>
        <w:pStyle w:val="libNormal"/>
        <w:rPr>
          <w:rtl/>
        </w:rPr>
      </w:pPr>
      <w:r>
        <w:rPr>
          <w:rFonts w:hint="eastAsia"/>
          <w:rtl/>
        </w:rPr>
        <w:t>اقدار</w:t>
      </w:r>
      <w:r>
        <w:rPr>
          <w:rtl/>
        </w:rPr>
        <w:t>:</w:t>
      </w:r>
      <w:r>
        <w:rPr>
          <w:rFonts w:hint="eastAsia"/>
          <w:rtl/>
        </w:rPr>
        <w:t>اقدار</w:t>
      </w:r>
      <w:r>
        <w:rPr>
          <w:rtl/>
        </w:rPr>
        <w:t xml:space="preserve"> كا معيار9</w:t>
      </w:r>
    </w:p>
    <w:p w:rsidR="001F628F" w:rsidRDefault="001F628F" w:rsidP="003A05E0">
      <w:pPr>
        <w:pStyle w:val="libNormal"/>
        <w:rPr>
          <w:rtl/>
        </w:rPr>
      </w:pPr>
      <w:r>
        <w:rPr>
          <w:rFonts w:hint="eastAsia"/>
          <w:rtl/>
        </w:rPr>
        <w:t>اسماء</w:t>
      </w:r>
      <w:r>
        <w:rPr>
          <w:rtl/>
        </w:rPr>
        <w:t xml:space="preserve"> وصفات:</w:t>
      </w:r>
      <w:r>
        <w:rPr>
          <w:rFonts w:hint="eastAsia"/>
          <w:rtl/>
        </w:rPr>
        <w:t>رحيم</w:t>
      </w:r>
      <w:r>
        <w:rPr>
          <w:rtl/>
        </w:rPr>
        <w:t xml:space="preserve"> 17;غفور 17</w:t>
      </w:r>
    </w:p>
    <w:p w:rsidR="001F628F" w:rsidRDefault="001F628F" w:rsidP="003A05E0">
      <w:pPr>
        <w:pStyle w:val="libNormal"/>
        <w:rPr>
          <w:rtl/>
        </w:rPr>
      </w:pPr>
      <w:r>
        <w:rPr>
          <w:rFonts w:hint="eastAsia"/>
          <w:rtl/>
        </w:rPr>
        <w:t>الله</w:t>
      </w:r>
      <w:r>
        <w:rPr>
          <w:rtl/>
        </w:rPr>
        <w:t xml:space="preserve"> تعالى :</w:t>
      </w:r>
      <w:r>
        <w:rPr>
          <w:rFonts w:hint="eastAsia"/>
          <w:rtl/>
        </w:rPr>
        <w:t>الله</w:t>
      </w:r>
      <w:r>
        <w:rPr>
          <w:rtl/>
        </w:rPr>
        <w:t xml:space="preserve"> تعالى كے لطف كے اثرات 7;الله تعالى كى مغفرتي</w:t>
      </w:r>
      <w:r w:rsidR="00083993">
        <w:rPr>
          <w:rtl/>
        </w:rPr>
        <w:t xml:space="preserve">ں </w:t>
      </w:r>
      <w:r>
        <w:rPr>
          <w:rtl/>
        </w:rPr>
        <w:t>18;الله تعالى كى مہربانى 18</w:t>
      </w:r>
    </w:p>
    <w:p w:rsidR="001F628F" w:rsidRDefault="001F628F" w:rsidP="003A05E0">
      <w:pPr>
        <w:pStyle w:val="libNormal"/>
        <w:rPr>
          <w:rtl/>
        </w:rPr>
      </w:pPr>
      <w:r>
        <w:rPr>
          <w:rFonts w:hint="eastAsia"/>
          <w:rtl/>
        </w:rPr>
        <w:t>اميد</w:t>
      </w:r>
      <w:r>
        <w:rPr>
          <w:rtl/>
        </w:rPr>
        <w:t xml:space="preserve"> واري:</w:t>
      </w:r>
      <w:r>
        <w:rPr>
          <w:rFonts w:hint="eastAsia"/>
          <w:rtl/>
        </w:rPr>
        <w:t>رحمت</w:t>
      </w:r>
      <w:r>
        <w:rPr>
          <w:rtl/>
        </w:rPr>
        <w:t xml:space="preserve"> سے اميدوارى 16</w:t>
      </w:r>
    </w:p>
    <w:p w:rsidR="001F628F" w:rsidRDefault="001F628F" w:rsidP="003A05E0">
      <w:pPr>
        <w:pStyle w:val="libNormal"/>
        <w:rPr>
          <w:rtl/>
        </w:rPr>
      </w:pPr>
      <w:r>
        <w:rPr>
          <w:rFonts w:hint="eastAsia"/>
          <w:rtl/>
        </w:rPr>
        <w:t>بت</w:t>
      </w:r>
      <w:r>
        <w:rPr>
          <w:rtl/>
        </w:rPr>
        <w:t>:</w:t>
      </w:r>
      <w:r>
        <w:rPr>
          <w:rFonts w:hint="eastAsia"/>
          <w:rtl/>
        </w:rPr>
        <w:t>بتو</w:t>
      </w:r>
      <w:r w:rsidR="00083993">
        <w:rPr>
          <w:rFonts w:hint="eastAsia"/>
          <w:rtl/>
        </w:rPr>
        <w:t xml:space="preserve">ں </w:t>
      </w:r>
      <w:r>
        <w:rPr>
          <w:rtl/>
        </w:rPr>
        <w:t>كا گمراہ كرنا 1</w:t>
      </w:r>
    </w:p>
    <w:p w:rsidR="001F628F" w:rsidRDefault="001F628F" w:rsidP="001F628F">
      <w:pPr>
        <w:pStyle w:val="libNormal"/>
        <w:rPr>
          <w:rtl/>
        </w:rPr>
      </w:pPr>
      <w:r>
        <w:rPr>
          <w:rFonts w:hint="eastAsia"/>
          <w:rtl/>
        </w:rPr>
        <w:t>بت</w:t>
      </w:r>
      <w:r>
        <w:rPr>
          <w:rtl/>
        </w:rPr>
        <w:t xml:space="preserve"> پرست لوگ :5</w:t>
      </w:r>
    </w:p>
    <w:p w:rsidR="001F628F" w:rsidRDefault="001F628F" w:rsidP="001F628F">
      <w:pPr>
        <w:pStyle w:val="libNormal"/>
        <w:rPr>
          <w:rtl/>
        </w:rPr>
      </w:pPr>
      <w:r>
        <w:rPr>
          <w:rFonts w:hint="eastAsia"/>
          <w:rtl/>
        </w:rPr>
        <w:t>بت</w:t>
      </w:r>
      <w:r>
        <w:rPr>
          <w:rtl/>
        </w:rPr>
        <w:t xml:space="preserve"> پرستو</w:t>
      </w:r>
      <w:r w:rsidR="00083993">
        <w:rPr>
          <w:rtl/>
        </w:rPr>
        <w:t xml:space="preserve">ں </w:t>
      </w:r>
      <w:r>
        <w:rPr>
          <w:rtl/>
        </w:rPr>
        <w:t>كا گمراہ كرنا 1</w:t>
      </w:r>
    </w:p>
    <w:p w:rsidR="001F628F" w:rsidRDefault="001F628F" w:rsidP="003A05E0">
      <w:pPr>
        <w:pStyle w:val="libNormal"/>
        <w:rPr>
          <w:rtl/>
        </w:rPr>
      </w:pPr>
      <w:r>
        <w:rPr>
          <w:rFonts w:hint="eastAsia"/>
          <w:rtl/>
        </w:rPr>
        <w:t>بت</w:t>
      </w:r>
      <w:r>
        <w:rPr>
          <w:rtl/>
        </w:rPr>
        <w:t xml:space="preserve"> پرستي:</w:t>
      </w:r>
      <w:r>
        <w:rPr>
          <w:rFonts w:hint="eastAsia"/>
          <w:rtl/>
        </w:rPr>
        <w:t>بت</w:t>
      </w:r>
      <w:r>
        <w:rPr>
          <w:rtl/>
        </w:rPr>
        <w:t xml:space="preserve"> پرستى كے اثرات 6;بت پرستى سے محفوظ رہنے كى دعا 3;بت پرستى كے پھيلائو سے پريشانى 4</w:t>
      </w:r>
    </w:p>
    <w:p w:rsidR="003A05E0" w:rsidRDefault="001E7F9D" w:rsidP="00F73EDE">
      <w:pPr>
        <w:pStyle w:val="libPoemTini"/>
        <w:rPr>
          <w:rtl/>
        </w:rPr>
      </w:pPr>
      <w:r>
        <w:rPr>
          <w:rtl/>
        </w:rPr>
        <w:br w:type="page"/>
      </w:r>
    </w:p>
    <w:p w:rsidR="001F628F" w:rsidRDefault="001F628F" w:rsidP="003A05E0">
      <w:pPr>
        <w:pStyle w:val="libNormal"/>
        <w:rPr>
          <w:rtl/>
        </w:rPr>
      </w:pPr>
      <w:r>
        <w:rPr>
          <w:rFonts w:hint="eastAsia"/>
          <w:rtl/>
        </w:rPr>
        <w:lastRenderedPageBreak/>
        <w:t>تقرب</w:t>
      </w:r>
      <w:r>
        <w:rPr>
          <w:rtl/>
        </w:rPr>
        <w:t xml:space="preserve"> :</w:t>
      </w:r>
      <w:r>
        <w:rPr>
          <w:rFonts w:hint="eastAsia"/>
          <w:rtl/>
        </w:rPr>
        <w:t>تقرب</w:t>
      </w:r>
      <w:r>
        <w:rPr>
          <w:rtl/>
        </w:rPr>
        <w:t xml:space="preserve"> خدا سے محرو م لوگ 10</w:t>
      </w:r>
    </w:p>
    <w:p w:rsidR="001F628F" w:rsidRDefault="001F628F" w:rsidP="003A05E0">
      <w:pPr>
        <w:pStyle w:val="libNormal"/>
        <w:rPr>
          <w:rtl/>
        </w:rPr>
      </w:pPr>
      <w:r>
        <w:rPr>
          <w:rFonts w:hint="eastAsia"/>
          <w:rtl/>
        </w:rPr>
        <w:t>حقانيت</w:t>
      </w:r>
      <w:r>
        <w:rPr>
          <w:rtl/>
        </w:rPr>
        <w:t xml:space="preserve"> :</w:t>
      </w:r>
      <w:r>
        <w:rPr>
          <w:rFonts w:hint="eastAsia"/>
          <w:rtl/>
        </w:rPr>
        <w:t>حقانيت</w:t>
      </w:r>
      <w:r>
        <w:rPr>
          <w:rtl/>
        </w:rPr>
        <w:t xml:space="preserve"> كا معيار 13</w:t>
      </w:r>
    </w:p>
    <w:p w:rsidR="001F628F" w:rsidRDefault="001F628F" w:rsidP="003A05E0">
      <w:pPr>
        <w:pStyle w:val="libNormal"/>
        <w:rPr>
          <w:rtl/>
        </w:rPr>
      </w:pPr>
      <w:r>
        <w:rPr>
          <w:rFonts w:hint="eastAsia"/>
          <w:rtl/>
        </w:rPr>
        <w:t>دوستى</w:t>
      </w:r>
      <w:r>
        <w:rPr>
          <w:rtl/>
        </w:rPr>
        <w:t xml:space="preserve"> :</w:t>
      </w:r>
      <w:r>
        <w:rPr>
          <w:rFonts w:hint="eastAsia"/>
          <w:rtl/>
        </w:rPr>
        <w:t>دوستى</w:t>
      </w:r>
      <w:r>
        <w:rPr>
          <w:rtl/>
        </w:rPr>
        <w:t xml:space="preserve"> كا معيار 12</w:t>
      </w:r>
    </w:p>
    <w:p w:rsidR="001F628F" w:rsidRDefault="001F628F" w:rsidP="003A05E0">
      <w:pPr>
        <w:pStyle w:val="libNormal"/>
        <w:rPr>
          <w:rtl/>
        </w:rPr>
      </w:pPr>
      <w:r>
        <w:rPr>
          <w:rFonts w:hint="eastAsia"/>
          <w:rtl/>
        </w:rPr>
        <w:t>دين</w:t>
      </w:r>
      <w:r>
        <w:rPr>
          <w:rtl/>
        </w:rPr>
        <w:t xml:space="preserve"> :</w:t>
      </w:r>
      <w:r>
        <w:rPr>
          <w:rFonts w:hint="eastAsia"/>
          <w:rtl/>
        </w:rPr>
        <w:t>تعليمات</w:t>
      </w:r>
      <w:r>
        <w:rPr>
          <w:rtl/>
        </w:rPr>
        <w:t xml:space="preserve"> دين پر عمل 9</w:t>
      </w:r>
    </w:p>
    <w:p w:rsidR="001F628F" w:rsidRDefault="001F628F" w:rsidP="003A05E0">
      <w:pPr>
        <w:pStyle w:val="libNormal"/>
        <w:rPr>
          <w:rtl/>
        </w:rPr>
      </w:pPr>
      <w:r>
        <w:rPr>
          <w:rFonts w:hint="eastAsia"/>
          <w:rtl/>
        </w:rPr>
        <w:t>دينداري</w:t>
      </w:r>
      <w:r>
        <w:rPr>
          <w:rtl/>
        </w:rPr>
        <w:t>:</w:t>
      </w:r>
      <w:r>
        <w:rPr>
          <w:rFonts w:hint="eastAsia"/>
          <w:rtl/>
        </w:rPr>
        <w:t>ديندارى</w:t>
      </w:r>
      <w:r>
        <w:rPr>
          <w:rtl/>
        </w:rPr>
        <w:t xml:space="preserve"> مي</w:t>
      </w:r>
      <w:r w:rsidR="00083993">
        <w:rPr>
          <w:rtl/>
        </w:rPr>
        <w:t xml:space="preserve">ں </w:t>
      </w:r>
      <w:r>
        <w:rPr>
          <w:rtl/>
        </w:rPr>
        <w:t>استقامت 9;ديندارى كا معيار 9; ديندارى كا اثرات 12</w:t>
      </w:r>
    </w:p>
    <w:p w:rsidR="001F628F" w:rsidRDefault="001F628F" w:rsidP="003A05E0">
      <w:pPr>
        <w:pStyle w:val="libNormal"/>
        <w:rPr>
          <w:rtl/>
        </w:rPr>
      </w:pPr>
      <w:r>
        <w:rPr>
          <w:rFonts w:hint="eastAsia"/>
          <w:rtl/>
        </w:rPr>
        <w:t>دينى</w:t>
      </w:r>
      <w:r>
        <w:rPr>
          <w:rtl/>
        </w:rPr>
        <w:t xml:space="preserve"> تعلقات:</w:t>
      </w:r>
      <w:r>
        <w:rPr>
          <w:rFonts w:hint="eastAsia"/>
          <w:rtl/>
        </w:rPr>
        <w:t>دينى</w:t>
      </w:r>
      <w:r>
        <w:rPr>
          <w:rtl/>
        </w:rPr>
        <w:t xml:space="preserve"> تعلقات كى قدر وقيمت11</w:t>
      </w:r>
    </w:p>
    <w:p w:rsidR="001F628F" w:rsidRDefault="001F628F" w:rsidP="003A05E0">
      <w:pPr>
        <w:pStyle w:val="libNormal"/>
        <w:rPr>
          <w:rtl/>
        </w:rPr>
      </w:pPr>
      <w:r>
        <w:rPr>
          <w:rFonts w:hint="eastAsia"/>
          <w:rtl/>
        </w:rPr>
        <w:t>رشتہ</w:t>
      </w:r>
      <w:r>
        <w:rPr>
          <w:rtl/>
        </w:rPr>
        <w:t xml:space="preserve"> دارى :</w:t>
      </w:r>
      <w:r>
        <w:rPr>
          <w:rFonts w:hint="eastAsia"/>
          <w:rtl/>
        </w:rPr>
        <w:t>رشتہ</w:t>
      </w:r>
      <w:r>
        <w:rPr>
          <w:rtl/>
        </w:rPr>
        <w:t xml:space="preserve"> دارو</w:t>
      </w:r>
      <w:r w:rsidR="00083993">
        <w:rPr>
          <w:rtl/>
        </w:rPr>
        <w:t xml:space="preserve">ں </w:t>
      </w:r>
      <w:r>
        <w:rPr>
          <w:rtl/>
        </w:rPr>
        <w:t>سے رابطہ كى قدر و منزلت كى قدرو منزلت 11</w:t>
      </w:r>
    </w:p>
    <w:p w:rsidR="001F628F" w:rsidRDefault="001F628F" w:rsidP="001F628F">
      <w:pPr>
        <w:pStyle w:val="libNormal"/>
        <w:rPr>
          <w:rtl/>
        </w:rPr>
      </w:pPr>
      <w:r>
        <w:rPr>
          <w:rFonts w:hint="eastAsia"/>
          <w:rtl/>
        </w:rPr>
        <w:t>روايت</w:t>
      </w:r>
      <w:r>
        <w:rPr>
          <w:rtl/>
        </w:rPr>
        <w:t>:19</w:t>
      </w:r>
    </w:p>
    <w:p w:rsidR="001F628F" w:rsidRDefault="001F628F" w:rsidP="003A05E0">
      <w:pPr>
        <w:pStyle w:val="libNormal"/>
        <w:rPr>
          <w:rtl/>
        </w:rPr>
      </w:pPr>
      <w:r>
        <w:rPr>
          <w:rFonts w:hint="eastAsia"/>
          <w:rtl/>
        </w:rPr>
        <w:t>شرك</w:t>
      </w:r>
      <w:r>
        <w:rPr>
          <w:rtl/>
        </w:rPr>
        <w:t>:</w:t>
      </w:r>
      <w:r>
        <w:rPr>
          <w:rFonts w:hint="eastAsia"/>
          <w:rtl/>
        </w:rPr>
        <w:t>شرك</w:t>
      </w:r>
      <w:r>
        <w:rPr>
          <w:rtl/>
        </w:rPr>
        <w:t xml:space="preserve"> كے اثرات 6;شرك كے پھيلائو سے پريشانى 4</w:t>
      </w:r>
    </w:p>
    <w:p w:rsidR="001F628F" w:rsidRDefault="001F628F" w:rsidP="003A05E0">
      <w:pPr>
        <w:pStyle w:val="libNormal"/>
        <w:rPr>
          <w:rtl/>
        </w:rPr>
      </w:pPr>
      <w:r>
        <w:rPr>
          <w:rFonts w:hint="eastAsia"/>
          <w:rtl/>
        </w:rPr>
        <w:t>عصيان</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سے عصيان 10</w:t>
      </w:r>
    </w:p>
    <w:p w:rsidR="001F628F" w:rsidRDefault="001F628F" w:rsidP="001F628F">
      <w:pPr>
        <w:pStyle w:val="libNormal"/>
        <w:rPr>
          <w:rtl/>
        </w:rPr>
      </w:pPr>
      <w:r>
        <w:rPr>
          <w:rFonts w:hint="eastAsia"/>
          <w:rtl/>
        </w:rPr>
        <w:t>عصيان</w:t>
      </w:r>
      <w:r>
        <w:rPr>
          <w:rtl/>
        </w:rPr>
        <w:t xml:space="preserve"> كرنے والے لوگ:</w:t>
      </w:r>
    </w:p>
    <w:p w:rsidR="001F628F" w:rsidRDefault="001F628F" w:rsidP="001F628F">
      <w:pPr>
        <w:pStyle w:val="libNormal"/>
        <w:rPr>
          <w:rtl/>
        </w:rPr>
      </w:pPr>
      <w:r>
        <w:rPr>
          <w:rFonts w:hint="eastAsia"/>
          <w:rtl/>
        </w:rPr>
        <w:t>عصيان</w:t>
      </w:r>
      <w:r>
        <w:rPr>
          <w:rtl/>
        </w:rPr>
        <w:t xml:space="preserve"> كرنے والے لوگو</w:t>
      </w:r>
      <w:r w:rsidR="00083993">
        <w:rPr>
          <w:rtl/>
        </w:rPr>
        <w:t xml:space="preserve">ں </w:t>
      </w:r>
      <w:r>
        <w:rPr>
          <w:rtl/>
        </w:rPr>
        <w:t>كى محروميت 10</w:t>
      </w:r>
    </w:p>
    <w:p w:rsidR="001F628F" w:rsidRDefault="001F628F" w:rsidP="001F628F">
      <w:pPr>
        <w:pStyle w:val="libNormal"/>
        <w:rPr>
          <w:rtl/>
        </w:rPr>
      </w:pPr>
      <w:r>
        <w:rPr>
          <w:rFonts w:hint="eastAsia"/>
          <w:rtl/>
        </w:rPr>
        <w:t>گمراہ</w:t>
      </w:r>
      <w:r>
        <w:rPr>
          <w:rtl/>
        </w:rPr>
        <w:t xml:space="preserve"> لوگ:5</w:t>
      </w:r>
    </w:p>
    <w:p w:rsidR="001F628F" w:rsidRDefault="001F628F" w:rsidP="003A05E0">
      <w:pPr>
        <w:pStyle w:val="libNormal"/>
        <w:rPr>
          <w:rtl/>
        </w:rPr>
      </w:pPr>
      <w:r>
        <w:rPr>
          <w:rFonts w:hint="eastAsia"/>
          <w:rtl/>
        </w:rPr>
        <w:t>گمراہى</w:t>
      </w:r>
      <w:r>
        <w:rPr>
          <w:rtl/>
        </w:rPr>
        <w:t xml:space="preserve"> :</w:t>
      </w:r>
      <w:r>
        <w:rPr>
          <w:rFonts w:hint="eastAsia"/>
          <w:rtl/>
        </w:rPr>
        <w:t>گمراہى</w:t>
      </w:r>
      <w:r>
        <w:rPr>
          <w:rtl/>
        </w:rPr>
        <w:t xml:space="preserve"> كے موارد 6</w:t>
      </w:r>
    </w:p>
    <w:p w:rsidR="001F628F" w:rsidRDefault="001F628F" w:rsidP="003A05E0">
      <w:pPr>
        <w:pStyle w:val="libNormal"/>
        <w:rPr>
          <w:rtl/>
        </w:rPr>
      </w:pPr>
      <w:r>
        <w:rPr>
          <w:rFonts w:hint="eastAsia"/>
          <w:rtl/>
        </w:rPr>
        <w:t>مخالفين</w:t>
      </w:r>
      <w:r>
        <w:rPr>
          <w:rtl/>
        </w:rPr>
        <w:t xml:space="preserve"> :</w:t>
      </w:r>
      <w:r>
        <w:rPr>
          <w:rFonts w:hint="eastAsia"/>
          <w:rtl/>
        </w:rPr>
        <w:t>مخالفين</w:t>
      </w:r>
      <w:r>
        <w:rPr>
          <w:rtl/>
        </w:rPr>
        <w:t xml:space="preserve"> كى مقابلہ كرنے كى روش 15</w:t>
      </w:r>
    </w:p>
    <w:p w:rsidR="001F628F" w:rsidRDefault="001F628F" w:rsidP="003A05E0">
      <w:pPr>
        <w:pStyle w:val="libNormal"/>
        <w:rPr>
          <w:rtl/>
        </w:rPr>
      </w:pPr>
      <w:r>
        <w:rPr>
          <w:rFonts w:hint="eastAsia"/>
          <w:rtl/>
        </w:rPr>
        <w:t>مغفرت</w:t>
      </w:r>
      <w:r>
        <w:rPr>
          <w:rtl/>
        </w:rPr>
        <w:t xml:space="preserve"> :</w:t>
      </w:r>
      <w:r>
        <w:rPr>
          <w:rFonts w:hint="eastAsia"/>
          <w:rtl/>
        </w:rPr>
        <w:t>مغفرت</w:t>
      </w:r>
      <w:r>
        <w:rPr>
          <w:rtl/>
        </w:rPr>
        <w:t xml:space="preserve"> كے اميد وار لوگ 16</w:t>
      </w:r>
    </w:p>
    <w:p w:rsidR="001F628F" w:rsidRDefault="001F628F" w:rsidP="003A05E0">
      <w:pPr>
        <w:pStyle w:val="libNormal"/>
        <w:rPr>
          <w:rtl/>
        </w:rPr>
      </w:pPr>
      <w:r>
        <w:rPr>
          <w:rFonts w:hint="eastAsia"/>
          <w:rtl/>
        </w:rPr>
        <w:t>ہدايت</w:t>
      </w:r>
      <w:r>
        <w:rPr>
          <w:rtl/>
        </w:rPr>
        <w:t>:</w:t>
      </w:r>
      <w:r>
        <w:rPr>
          <w:rFonts w:hint="eastAsia"/>
          <w:rtl/>
        </w:rPr>
        <w:t>ہدايت</w:t>
      </w:r>
      <w:r>
        <w:rPr>
          <w:rtl/>
        </w:rPr>
        <w:t xml:space="preserve"> كے عوامل7</w:t>
      </w:r>
    </w:p>
    <w:p w:rsidR="003A05E0" w:rsidRDefault="001E7F9D" w:rsidP="00F73EDE">
      <w:pPr>
        <w:pStyle w:val="libPoemTini"/>
        <w:rPr>
          <w:rtl/>
        </w:rPr>
      </w:pPr>
      <w:r>
        <w:rPr>
          <w:rtl/>
        </w:rPr>
        <w:br w:type="page"/>
      </w:r>
    </w:p>
    <w:p w:rsidR="003A05E0" w:rsidRDefault="003A05E0" w:rsidP="003A05E0">
      <w:pPr>
        <w:pStyle w:val="Heading2Center"/>
        <w:rPr>
          <w:rtl/>
        </w:rPr>
      </w:pPr>
      <w:bookmarkStart w:id="37" w:name="_Toc28081715"/>
      <w:r>
        <w:rPr>
          <w:rFonts w:hint="cs"/>
          <w:rtl/>
        </w:rPr>
        <w:lastRenderedPageBreak/>
        <w:t>آیت 37</w:t>
      </w:r>
      <w:bookmarkEnd w:id="37"/>
    </w:p>
    <w:p w:rsidR="001F628F" w:rsidRDefault="00E260F9" w:rsidP="00180FCB">
      <w:pPr>
        <w:pStyle w:val="libNormal"/>
        <w:rPr>
          <w:rtl/>
        </w:rPr>
      </w:pPr>
      <w:r w:rsidRPr="00E260F9">
        <w:rPr>
          <w:rStyle w:val="libAlaemChar"/>
          <w:rFonts w:hint="eastAsia"/>
          <w:rtl/>
        </w:rPr>
        <w:t>(</w:t>
      </w:r>
      <w:r w:rsidRPr="00180FCB">
        <w:rPr>
          <w:rStyle w:val="libAieChar"/>
          <w:rFonts w:hint="eastAsia"/>
          <w:rtl/>
        </w:rPr>
        <w:t>رَّبَّنَا</w:t>
      </w:r>
      <w:r w:rsidRPr="00180FCB">
        <w:rPr>
          <w:rStyle w:val="libAieChar"/>
          <w:rtl/>
        </w:rPr>
        <w:t xml:space="preserve"> إِنِّي أَسْكَنتُ مِن ذُرِّيَّتِي بِوَادٍ غَيْرِ ذِي زَرْعٍ عِندَ بَيْتِكَ الْمُحَرَّمِ رَبَّنَا لِيُقِيمُواْ الصَّلاَةَ فَاجْعَلْ أَفْئِدَةً مِّنَ النَّاسِ تَهْوِي إِلَيْهِمْ وَارْزُقْهُم مِّنَ الثَّمَرَاتِ لَعَلَّهُمْ يَشْكُرُونَ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پروردگار</w:t>
      </w:r>
      <w:r>
        <w:rPr>
          <w:rtl/>
        </w:rPr>
        <w:t xml:space="preserve"> مي</w:t>
      </w:r>
      <w:r w:rsidR="00083993">
        <w:rPr>
          <w:rtl/>
        </w:rPr>
        <w:t xml:space="preserve">ں </w:t>
      </w:r>
      <w:r>
        <w:rPr>
          <w:rtl/>
        </w:rPr>
        <w:t>نے اپنى ذريت مي</w:t>
      </w:r>
      <w:r w:rsidR="00083993">
        <w:rPr>
          <w:rtl/>
        </w:rPr>
        <w:t xml:space="preserve">ں </w:t>
      </w:r>
      <w:r>
        <w:rPr>
          <w:rtl/>
        </w:rPr>
        <w:t>سے بعض كو تيرے محترم مكان كے قريب بے آب و گياہ وادى مي</w:t>
      </w:r>
      <w:r w:rsidR="00083993">
        <w:rPr>
          <w:rtl/>
        </w:rPr>
        <w:t xml:space="preserve">ں </w:t>
      </w:r>
      <w:r>
        <w:rPr>
          <w:rtl/>
        </w:rPr>
        <w:t>چھوڑديا ہے تا كہ نمازي</w:t>
      </w:r>
      <w:r w:rsidR="00083993">
        <w:rPr>
          <w:rtl/>
        </w:rPr>
        <w:t xml:space="preserve">ں </w:t>
      </w:r>
      <w:r>
        <w:rPr>
          <w:rtl/>
        </w:rPr>
        <w:t>قائم كري</w:t>
      </w:r>
      <w:r w:rsidR="00083993">
        <w:rPr>
          <w:rtl/>
        </w:rPr>
        <w:t xml:space="preserve">ں </w:t>
      </w:r>
      <w:r>
        <w:rPr>
          <w:rtl/>
        </w:rPr>
        <w:t>اب تو لوگو</w:t>
      </w:r>
      <w:r w:rsidR="00083993">
        <w:rPr>
          <w:rtl/>
        </w:rPr>
        <w:t xml:space="preserve">ں </w:t>
      </w:r>
      <w:r>
        <w:rPr>
          <w:rtl/>
        </w:rPr>
        <w:t>كے دلو</w:t>
      </w:r>
      <w:r w:rsidR="00083993">
        <w:rPr>
          <w:rtl/>
        </w:rPr>
        <w:t xml:space="preserve">ں </w:t>
      </w:r>
      <w:r>
        <w:rPr>
          <w:rtl/>
        </w:rPr>
        <w:t>كو ان كى طرف موڑدے اور انھي</w:t>
      </w:r>
      <w:r w:rsidR="00083993">
        <w:rPr>
          <w:rtl/>
        </w:rPr>
        <w:t xml:space="preserve">ں </w:t>
      </w:r>
      <w:r>
        <w:rPr>
          <w:rtl/>
        </w:rPr>
        <w:t>پھلو</w:t>
      </w:r>
      <w:r w:rsidR="00083993">
        <w:rPr>
          <w:rtl/>
        </w:rPr>
        <w:t xml:space="preserve">ں </w:t>
      </w:r>
      <w:r>
        <w:rPr>
          <w:rtl/>
        </w:rPr>
        <w:t>كا رزق عطا فرماتا كہ وہ تيرے شكر گذار بندے بن جائي</w:t>
      </w:r>
      <w:r w:rsidR="00083993">
        <w:rPr>
          <w:rtl/>
        </w:rPr>
        <w:t xml:space="preserve">ں </w:t>
      </w:r>
      <w:r>
        <w:rPr>
          <w:rtl/>
        </w:rPr>
        <w:t>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نے اپنى بعض اولاد (ذريت) كو خانہ خدا كے نزيك اباد كيا _</w:t>
      </w:r>
    </w:p>
    <w:p w:rsidR="001F628F" w:rsidRDefault="001F628F" w:rsidP="00180FCB">
      <w:pPr>
        <w:pStyle w:val="libArabic"/>
        <w:rPr>
          <w:rtl/>
        </w:rPr>
      </w:pPr>
      <w:r>
        <w:rPr>
          <w:rFonts w:hint="eastAsia"/>
          <w:rtl/>
        </w:rPr>
        <w:t>ربّنا</w:t>
      </w:r>
      <w:r>
        <w:rPr>
          <w:rtl/>
        </w:rPr>
        <w:t xml:space="preserve"> انى ا سكنت من ذرّيتى بواد غيرذى زرع عند بيتك المحرّم</w:t>
      </w:r>
    </w:p>
    <w:p w:rsidR="001F628F" w:rsidRDefault="001F628F" w:rsidP="001F628F">
      <w:pPr>
        <w:pStyle w:val="libNormal"/>
        <w:rPr>
          <w:rtl/>
        </w:rPr>
      </w:pPr>
      <w:r>
        <w:rPr>
          <w:rtl/>
        </w:rPr>
        <w:t>2_ مكہ مي</w:t>
      </w:r>
      <w:r w:rsidR="00083993">
        <w:rPr>
          <w:rtl/>
        </w:rPr>
        <w:t xml:space="preserve">ں </w:t>
      </w:r>
      <w:r>
        <w:rPr>
          <w:rtl/>
        </w:rPr>
        <w:t xml:space="preserve">خانہ خدا كے نزديك حضرت ابراہيم </w:t>
      </w:r>
      <w:r w:rsidR="00367F17" w:rsidRPr="00367F17">
        <w:rPr>
          <w:rStyle w:val="libAlaemChar"/>
          <w:rtl/>
        </w:rPr>
        <w:t xml:space="preserve"> عليه‌السلام </w:t>
      </w:r>
      <w:r>
        <w:rPr>
          <w:rtl/>
        </w:rPr>
        <w:t xml:space="preserve"> كى ذريت(اولاد ) كى جائے سكونت كھيتى باڑى كے قابل نہي</w:t>
      </w:r>
      <w:r w:rsidR="00083993">
        <w:rPr>
          <w:rtl/>
        </w:rPr>
        <w:t xml:space="preserve">ں </w:t>
      </w:r>
      <w:r>
        <w:rPr>
          <w:rtl/>
        </w:rPr>
        <w:t>تھي_</w:t>
      </w:r>
    </w:p>
    <w:p w:rsidR="001F628F" w:rsidRDefault="001F628F" w:rsidP="00180FCB">
      <w:pPr>
        <w:pStyle w:val="libArabic"/>
        <w:rPr>
          <w:rtl/>
        </w:rPr>
      </w:pPr>
      <w:r>
        <w:rPr>
          <w:rFonts w:hint="eastAsia"/>
          <w:rtl/>
        </w:rPr>
        <w:t>ربّنا</w:t>
      </w:r>
      <w:r>
        <w:rPr>
          <w:rtl/>
        </w:rPr>
        <w:t xml:space="preserve"> انى ا سكنت من ذرّيتى بواد غيرذى زرع عند بيتك المحرّم</w:t>
      </w:r>
    </w:p>
    <w:p w:rsidR="001F628F" w:rsidRDefault="001F628F" w:rsidP="00180FCB">
      <w:pPr>
        <w:pStyle w:val="libNormal"/>
        <w:rPr>
          <w:rtl/>
        </w:rPr>
      </w:pPr>
      <w:r>
        <w:rPr>
          <w:rtl/>
        </w:rPr>
        <w:t xml:space="preserve">3_حضرت ابراہيم </w:t>
      </w:r>
      <w:r w:rsidR="00367F17" w:rsidRPr="00367F17">
        <w:rPr>
          <w:rStyle w:val="libAlaemChar"/>
          <w:rtl/>
        </w:rPr>
        <w:t xml:space="preserve"> عليه‌السلام </w:t>
      </w:r>
      <w:r>
        <w:rPr>
          <w:rtl/>
        </w:rPr>
        <w:t xml:space="preserve"> كا خانہ خدا كے سائے مي</w:t>
      </w:r>
      <w:r w:rsidR="00083993">
        <w:rPr>
          <w:rtl/>
        </w:rPr>
        <w:t xml:space="preserve">ں </w:t>
      </w:r>
      <w:r>
        <w:rPr>
          <w:rtl/>
        </w:rPr>
        <w:t>اپنى بعض اولاد كو اباد كرنے كا مقصد ،ان كے لئے عبادت اور نماز قائم كرنے كى توفيق حاصل كرنا تھا_</w:t>
      </w:r>
      <w:r w:rsidRPr="00180FCB">
        <w:rPr>
          <w:rStyle w:val="libArabicChar"/>
          <w:rFonts w:hint="eastAsia"/>
          <w:rtl/>
        </w:rPr>
        <w:t>ربّنا</w:t>
      </w:r>
      <w:r w:rsidRPr="00180FCB">
        <w:rPr>
          <w:rStyle w:val="libArabicChar"/>
          <w:rtl/>
        </w:rPr>
        <w:t xml:space="preserve"> انى ا سكنت من ذرّيتي ...عند بيتك المحرّم ربّنا ليقيموا الصلوة</w:t>
      </w:r>
    </w:p>
    <w:p w:rsidR="001F628F" w:rsidRDefault="001F628F" w:rsidP="001F628F">
      <w:pPr>
        <w:pStyle w:val="libNormal"/>
        <w:rPr>
          <w:rtl/>
        </w:rPr>
      </w:pPr>
      <w:r>
        <w:rPr>
          <w:rtl/>
        </w:rPr>
        <w:t>4_دوسرى عبادات اور الہى فرائض كى نسبت نمازكو ايك خاص مقام و منزلت اور اہميت حاصل ہے_</w:t>
      </w:r>
    </w:p>
    <w:p w:rsidR="001F628F" w:rsidRDefault="001F628F" w:rsidP="00180FCB">
      <w:pPr>
        <w:pStyle w:val="libArabic"/>
        <w:rPr>
          <w:rtl/>
        </w:rPr>
      </w:pPr>
      <w:r>
        <w:rPr>
          <w:rFonts w:hint="eastAsia"/>
          <w:rtl/>
        </w:rPr>
        <w:t>ربّنا</w:t>
      </w:r>
      <w:r>
        <w:rPr>
          <w:rtl/>
        </w:rPr>
        <w:t xml:space="preserve"> انى ا سكنت من ذرّيتى بواد غيرذى زرع ... ليقيموا الصلوة</w:t>
      </w:r>
    </w:p>
    <w:p w:rsidR="00180FCB" w:rsidRDefault="00180FCB" w:rsidP="00180FCB">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اپنى اولاد كے وادى ''غير ذى زرع ''(مكہ )كى طرف ہجرت كا مقصد نماز بتاتے ہيں اور تمام عبادات ميں سے فقط اسى كا انتخاب كرتے ہيں ،اس سے مندرجہ بالا مطلب اخذ ہوتا ہے_</w:t>
      </w:r>
    </w:p>
    <w:p w:rsidR="00180FCB" w:rsidRPr="00180FCB" w:rsidRDefault="00180FCB" w:rsidP="00180FCB">
      <w:pPr>
        <w:pStyle w:val="libNormal"/>
        <w:rPr>
          <w:rStyle w:val="libArabicChar"/>
          <w:rtl/>
        </w:rPr>
      </w:pPr>
      <w:r>
        <w:rPr>
          <w:rtl/>
        </w:rPr>
        <w:t xml:space="preserve">5_حضرت ابراہيم </w:t>
      </w:r>
      <w:r w:rsidR="00367F17" w:rsidRPr="00367F17">
        <w:rPr>
          <w:rStyle w:val="libAlaemChar"/>
          <w:rtl/>
        </w:rPr>
        <w:t xml:space="preserve"> عليه‌السلام </w:t>
      </w:r>
      <w:r>
        <w:rPr>
          <w:rtl/>
        </w:rPr>
        <w:t xml:space="preserve"> كى بعثت كے زمانے ميں نماز كا عبادى فرائض ميں سے ہونا_</w:t>
      </w:r>
      <w:r w:rsidRPr="00180FCB">
        <w:rPr>
          <w:rStyle w:val="libArabicChar"/>
          <w:rFonts w:hint="eastAsia"/>
          <w:rtl/>
        </w:rPr>
        <w:t>ربّنا</w:t>
      </w:r>
      <w:r w:rsidRPr="00180FCB">
        <w:rPr>
          <w:rStyle w:val="libArabicChar"/>
          <w:rtl/>
        </w:rPr>
        <w:t xml:space="preserve"> انى ا سكنت من ذرّيتي ... ليقيموا الصلوة</w:t>
      </w:r>
    </w:p>
    <w:p w:rsidR="00180FCB" w:rsidRDefault="00180FCB" w:rsidP="00180FCB">
      <w:pPr>
        <w:pStyle w:val="libNormal"/>
        <w:rPr>
          <w:rtl/>
        </w:rPr>
      </w:pPr>
      <w:r>
        <w:rPr>
          <w:rtl/>
        </w:rPr>
        <w:t>6_ مكہ كى سر زمين اور خانہ خدا كے اطراف كى جگہ عقيدہ توحيد كے اظہار اور خدا وند يكتا كى عبادت كے لئے ايك مناسب مقام ہے_</w:t>
      </w:r>
      <w:r w:rsidRPr="00180FCB">
        <w:rPr>
          <w:rStyle w:val="libArabicChar"/>
          <w:rFonts w:hint="eastAsia"/>
          <w:rtl/>
        </w:rPr>
        <w:t>ربّنا</w:t>
      </w:r>
      <w:r w:rsidRPr="00180FCB">
        <w:rPr>
          <w:rStyle w:val="libArabicChar"/>
          <w:rtl/>
        </w:rPr>
        <w:t xml:space="preserve"> انى ا سكنت من ذرّيتى بواد غيرذى زرع عند بيتك المحرّم ربّنا ليقيموا الصلوة</w:t>
      </w:r>
    </w:p>
    <w:p w:rsidR="00180FCB" w:rsidRPr="00180FCB" w:rsidRDefault="00180FCB" w:rsidP="00180FCB">
      <w:pPr>
        <w:pStyle w:val="libNormal"/>
        <w:rPr>
          <w:rtl/>
        </w:rPr>
      </w:pPr>
    </w:p>
    <w:p w:rsidR="00180FCB"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يہ</w:t>
      </w:r>
      <w:r>
        <w:rPr>
          <w:rtl/>
        </w:rPr>
        <w:t xml:space="preserve"> كہ حضرت ابراہيم </w:t>
      </w:r>
      <w:r w:rsidR="00367F17" w:rsidRPr="00367F17">
        <w:rPr>
          <w:rStyle w:val="libAlaemChar"/>
          <w:rtl/>
        </w:rPr>
        <w:t xml:space="preserve"> عليه‌السلام </w:t>
      </w:r>
      <w:r>
        <w:rPr>
          <w:rtl/>
        </w:rPr>
        <w:t xml:space="preserve"> ، اپنى اولاد كو اپنے سابقہ وطن سے كہ جو بت پرستو</w:t>
      </w:r>
      <w:r w:rsidR="00083993">
        <w:rPr>
          <w:rtl/>
        </w:rPr>
        <w:t xml:space="preserve">ں </w:t>
      </w:r>
      <w:r>
        <w:rPr>
          <w:rtl/>
        </w:rPr>
        <w:t>كا علاقہ تھا ،نكال كر سر زمين مكہ كى طرف لے گئے تھے_اور انہو</w:t>
      </w:r>
      <w:r w:rsidR="00083993">
        <w:rPr>
          <w:rtl/>
        </w:rPr>
        <w:t xml:space="preserve">ں </w:t>
      </w:r>
      <w:r>
        <w:rPr>
          <w:rtl/>
        </w:rPr>
        <w:t>نے اس ہجرت كا مقصد عبادت اور نماز بتايا تھا_ اس سے مندرجہ بالا مطلب اخذ ہو تا ہے_</w:t>
      </w:r>
    </w:p>
    <w:p w:rsidR="001F628F" w:rsidRDefault="001F628F" w:rsidP="001F628F">
      <w:pPr>
        <w:pStyle w:val="libNormal"/>
        <w:rPr>
          <w:rtl/>
        </w:rPr>
      </w:pPr>
      <w:r>
        <w:rPr>
          <w:rtl/>
        </w:rPr>
        <w:t>7_فريضہ الہى كى ادائيگى اور عبادت كے لئے ہجرت اور اسكى سختيا</w:t>
      </w:r>
      <w:r w:rsidR="00083993">
        <w:rPr>
          <w:rtl/>
        </w:rPr>
        <w:t xml:space="preserve">ں </w:t>
      </w:r>
      <w:r>
        <w:rPr>
          <w:rtl/>
        </w:rPr>
        <w:t>برداشت كرنا ضرورى ہے_</w:t>
      </w:r>
    </w:p>
    <w:p w:rsidR="001F628F" w:rsidRDefault="001F628F" w:rsidP="00180FCB">
      <w:pPr>
        <w:pStyle w:val="libArabic"/>
        <w:rPr>
          <w:rtl/>
        </w:rPr>
      </w:pPr>
      <w:r>
        <w:rPr>
          <w:rFonts w:hint="eastAsia"/>
          <w:rtl/>
        </w:rPr>
        <w:t>ربّنا</w:t>
      </w:r>
      <w:r>
        <w:rPr>
          <w:rtl/>
        </w:rPr>
        <w:t xml:space="preserve"> انى ا سكنت من ذرّيتى بواد غيرذى زرع ... ليقيموا الصلوة</w:t>
      </w:r>
    </w:p>
    <w:p w:rsidR="001F628F" w:rsidRDefault="001F628F" w:rsidP="001F628F">
      <w:pPr>
        <w:pStyle w:val="libNormal"/>
        <w:rPr>
          <w:rtl/>
        </w:rPr>
      </w:pPr>
      <w:r>
        <w:rPr>
          <w:rFonts w:hint="eastAsia"/>
          <w:rtl/>
        </w:rPr>
        <w:t>خداوند</w:t>
      </w:r>
      <w:r>
        <w:rPr>
          <w:rtl/>
        </w:rPr>
        <w:t xml:space="preserve"> متعال حضرت ابراہيم </w:t>
      </w:r>
      <w:r w:rsidR="00367F17" w:rsidRPr="00367F17">
        <w:rPr>
          <w:rStyle w:val="libAlaemChar"/>
          <w:rtl/>
        </w:rPr>
        <w:t xml:space="preserve"> عليه‌السلام </w:t>
      </w:r>
      <w:r>
        <w:rPr>
          <w:rtl/>
        </w:rPr>
        <w:t xml:space="preserve"> كے قصے كو قابل ذكر قصے كے طور پر بيان كررہا ہے (واذ قال ابراھيم ...) اور دوسرى جانب حضرت ابراہيم </w:t>
      </w:r>
      <w:r w:rsidR="00367F17" w:rsidRPr="00367F17">
        <w:rPr>
          <w:rStyle w:val="libAlaemChar"/>
          <w:rtl/>
        </w:rPr>
        <w:t xml:space="preserve"> عليه‌السلام </w:t>
      </w:r>
      <w:r>
        <w:rPr>
          <w:rtl/>
        </w:rPr>
        <w:t xml:space="preserve"> بھى ايك غير اباد اور بنجر سرزمين كى مشكلات كواپنے اور اپنى اولاد كے دين كى حفاظت كے لئے برداشت كر رہے ہي</w:t>
      </w:r>
      <w:r w:rsidR="00083993">
        <w:rPr>
          <w:rtl/>
        </w:rPr>
        <w:t xml:space="preserve">ں </w:t>
      </w:r>
      <w:r>
        <w:rPr>
          <w:rtl/>
        </w:rPr>
        <w:t xml:space="preserve">_يہ سب نكات مندرجہ </w:t>
      </w:r>
      <w:r>
        <w:rPr>
          <w:rFonts w:hint="eastAsia"/>
          <w:rtl/>
        </w:rPr>
        <w:t>بالا</w:t>
      </w:r>
      <w:r>
        <w:rPr>
          <w:rtl/>
        </w:rPr>
        <w:t xml:space="preserve"> مطلب كى حكايت كرتے ہي</w:t>
      </w:r>
      <w:r w:rsidR="00083993">
        <w:rPr>
          <w:rtl/>
        </w:rPr>
        <w:t xml:space="preserve">ں </w:t>
      </w:r>
      <w:r>
        <w:rPr>
          <w:rtl/>
        </w:rPr>
        <w:t>_</w:t>
      </w:r>
    </w:p>
    <w:p w:rsidR="001F628F" w:rsidRDefault="001F628F" w:rsidP="001F628F">
      <w:pPr>
        <w:pStyle w:val="libNormal"/>
        <w:rPr>
          <w:rtl/>
        </w:rPr>
      </w:pPr>
      <w:r>
        <w:rPr>
          <w:rtl/>
        </w:rPr>
        <w:t xml:space="preserve">8_خداوند متعال سے دعا اور درخواست كے وقت حضرت ابراہيم </w:t>
      </w:r>
      <w:r w:rsidR="00367F17" w:rsidRPr="00367F17">
        <w:rPr>
          <w:rStyle w:val="libAlaemChar"/>
          <w:rtl/>
        </w:rPr>
        <w:t xml:space="preserve"> عليه‌السلام </w:t>
      </w:r>
      <w:r>
        <w:rPr>
          <w:rtl/>
        </w:rPr>
        <w:t xml:space="preserve"> كا گريہ وزارى اور التماس كى حالت مي</w:t>
      </w:r>
      <w:r w:rsidR="00083993">
        <w:rPr>
          <w:rtl/>
        </w:rPr>
        <w:t xml:space="preserve">ں </w:t>
      </w:r>
      <w:r>
        <w:rPr>
          <w:rtl/>
        </w:rPr>
        <w:t>ہونا _</w:t>
      </w:r>
    </w:p>
    <w:p w:rsidR="001F628F" w:rsidRDefault="001F628F" w:rsidP="00180FCB">
      <w:pPr>
        <w:pStyle w:val="libArabic"/>
        <w:rPr>
          <w:rtl/>
        </w:rPr>
      </w:pPr>
      <w:r>
        <w:rPr>
          <w:rFonts w:hint="eastAsia"/>
          <w:rtl/>
        </w:rPr>
        <w:t>ربّ</w:t>
      </w:r>
      <w:r>
        <w:rPr>
          <w:rtl/>
        </w:rPr>
        <w:t xml:space="preserve"> اجعل ...ربّ انّ</w:t>
      </w:r>
      <w:r w:rsidR="00F21947" w:rsidRPr="00B2551F">
        <w:rPr>
          <w:rFonts w:hint="cs"/>
          <w:rtl/>
        </w:rPr>
        <w:t>ه</w:t>
      </w:r>
      <w:r>
        <w:rPr>
          <w:rFonts w:hint="cs"/>
          <w:rtl/>
        </w:rPr>
        <w:t>نّ</w:t>
      </w:r>
      <w:r>
        <w:rPr>
          <w:rtl/>
        </w:rPr>
        <w:t xml:space="preserve"> ...</w:t>
      </w:r>
      <w:r>
        <w:rPr>
          <w:rFonts w:hint="cs"/>
          <w:rtl/>
        </w:rPr>
        <w:t>ربّنا</w:t>
      </w:r>
      <w:r>
        <w:rPr>
          <w:rtl/>
        </w:rPr>
        <w:t xml:space="preserve"> </w:t>
      </w:r>
      <w:r>
        <w:rPr>
          <w:rFonts w:hint="cs"/>
          <w:rtl/>
        </w:rPr>
        <w:t>اني</w:t>
      </w:r>
      <w:r>
        <w:rPr>
          <w:rtl/>
        </w:rPr>
        <w:t xml:space="preserve"> ... </w:t>
      </w:r>
      <w:r>
        <w:rPr>
          <w:rFonts w:hint="cs"/>
          <w:rtl/>
        </w:rPr>
        <w:t>ربّنا</w:t>
      </w:r>
      <w:r>
        <w:rPr>
          <w:rtl/>
        </w:rPr>
        <w:t xml:space="preserve"> </w:t>
      </w:r>
      <w:r>
        <w:rPr>
          <w:rFonts w:hint="cs"/>
          <w:rtl/>
        </w:rPr>
        <w:t>ليقيموا</w:t>
      </w:r>
      <w:r>
        <w:rPr>
          <w:rtl/>
        </w:rPr>
        <w:t xml:space="preserve"> ... </w:t>
      </w:r>
      <w:r>
        <w:rPr>
          <w:rFonts w:hint="cs"/>
          <w:rtl/>
        </w:rPr>
        <w:t>ربّنا</w:t>
      </w:r>
      <w:r>
        <w:rPr>
          <w:rtl/>
        </w:rPr>
        <w:t xml:space="preserve"> </w:t>
      </w:r>
      <w:r>
        <w:rPr>
          <w:rFonts w:hint="cs"/>
          <w:rtl/>
        </w:rPr>
        <w:t>انّك</w:t>
      </w:r>
    </w:p>
    <w:p w:rsidR="001F628F" w:rsidRDefault="001F628F" w:rsidP="001F628F">
      <w:pPr>
        <w:pStyle w:val="libNormal"/>
        <w:rPr>
          <w:rtl/>
        </w:rPr>
      </w:pPr>
      <w:r>
        <w:rPr>
          <w:rFonts w:hint="eastAsia"/>
          <w:rtl/>
        </w:rPr>
        <w:t>كلمہ</w:t>
      </w:r>
      <w:r>
        <w:rPr>
          <w:rtl/>
        </w:rPr>
        <w:t xml:space="preserve"> ''رب''اور ''ربنا '' كے تكرارسے مندرجہ بالا مطلب اخذ ہوتا ہے_</w:t>
      </w:r>
    </w:p>
    <w:p w:rsidR="001F628F" w:rsidRDefault="001F628F" w:rsidP="001F628F">
      <w:pPr>
        <w:pStyle w:val="libNormal"/>
        <w:rPr>
          <w:rtl/>
        </w:rPr>
      </w:pPr>
      <w:r>
        <w:rPr>
          <w:rtl/>
        </w:rPr>
        <w:t>9_دوسرى سر زمينو</w:t>
      </w:r>
      <w:r w:rsidR="00083993">
        <w:rPr>
          <w:rtl/>
        </w:rPr>
        <w:t xml:space="preserve">ں </w:t>
      </w:r>
      <w:r>
        <w:rPr>
          <w:rtl/>
        </w:rPr>
        <w:t>كے مقابلے مي</w:t>
      </w:r>
      <w:r w:rsidR="00083993">
        <w:rPr>
          <w:rtl/>
        </w:rPr>
        <w:t xml:space="preserve">ں </w:t>
      </w:r>
      <w:r>
        <w:rPr>
          <w:rtl/>
        </w:rPr>
        <w:t>خانہ خدا كے نزيك نماز اور عبادت ، زيادہ فضيلت اور قدرو منزلت ركھتى ہے_</w:t>
      </w:r>
    </w:p>
    <w:p w:rsidR="001F628F" w:rsidRDefault="001F628F" w:rsidP="00180FCB">
      <w:pPr>
        <w:pStyle w:val="libArabic"/>
        <w:rPr>
          <w:rtl/>
        </w:rPr>
      </w:pPr>
      <w:r>
        <w:rPr>
          <w:rFonts w:hint="eastAsia"/>
          <w:rtl/>
        </w:rPr>
        <w:t>ربّنا</w:t>
      </w:r>
      <w:r>
        <w:rPr>
          <w:rtl/>
        </w:rPr>
        <w:t xml:space="preserve"> انى ا سكنت من ذرّيتي ...عند بيتك المحرّم ربّنا ليقيموا الصلوة</w:t>
      </w:r>
    </w:p>
    <w:p w:rsidR="001F628F" w:rsidRDefault="001F628F" w:rsidP="001F628F">
      <w:pPr>
        <w:pStyle w:val="libNormal"/>
        <w:rPr>
          <w:rtl/>
        </w:rPr>
      </w:pPr>
      <w:r>
        <w:rPr>
          <w:rFonts w:hint="eastAsia"/>
          <w:rtl/>
        </w:rPr>
        <w:t>مندرجہ</w:t>
      </w:r>
      <w:r>
        <w:rPr>
          <w:rtl/>
        </w:rPr>
        <w:t xml:space="preserve"> بالا مطلب اس احتمال پر مبنى ہے كہ جب حضرت ابراہيم </w:t>
      </w:r>
      <w:r w:rsidR="00367F17" w:rsidRPr="00367F17">
        <w:rPr>
          <w:rStyle w:val="libAlaemChar"/>
          <w:rtl/>
        </w:rPr>
        <w:t xml:space="preserve"> عليه‌السلام </w:t>
      </w:r>
      <w:r>
        <w:rPr>
          <w:rtl/>
        </w:rPr>
        <w:t xml:space="preserve"> كى اولاد كے لئے مكہ سے باہر نماز ادا كرنا ممكن تھا ليكن حضرت ابراہيم </w:t>
      </w:r>
      <w:r w:rsidR="00367F17" w:rsidRPr="00367F17">
        <w:rPr>
          <w:rStyle w:val="libAlaemChar"/>
          <w:rtl/>
        </w:rPr>
        <w:t xml:space="preserve"> عليه‌السلام </w:t>
      </w:r>
      <w:r>
        <w:rPr>
          <w:rtl/>
        </w:rPr>
        <w:t xml:space="preserve"> خانہ خدا كے سائے مي</w:t>
      </w:r>
      <w:r w:rsidR="00083993">
        <w:rPr>
          <w:rtl/>
        </w:rPr>
        <w:t xml:space="preserve">ں </w:t>
      </w:r>
      <w:r>
        <w:rPr>
          <w:rtl/>
        </w:rPr>
        <w:t>عبادت كى فضيلت كے سبب اپنى اولاد كے لئے اس مقام كا انتخاب كرتے ہي</w:t>
      </w:r>
      <w:r w:rsidR="00083993">
        <w:rPr>
          <w:rtl/>
        </w:rPr>
        <w:t xml:space="preserve">ں </w:t>
      </w:r>
      <w:r>
        <w:rPr>
          <w:rtl/>
        </w:rPr>
        <w:t>_</w:t>
      </w:r>
    </w:p>
    <w:p w:rsidR="001F628F" w:rsidRDefault="001F628F" w:rsidP="001F628F">
      <w:pPr>
        <w:pStyle w:val="libNormal"/>
        <w:rPr>
          <w:rtl/>
        </w:rPr>
      </w:pPr>
      <w:r>
        <w:rPr>
          <w:rtl/>
        </w:rPr>
        <w:t xml:space="preserve">10_حضرت ابراہيم </w:t>
      </w:r>
      <w:r w:rsidR="00367F17" w:rsidRPr="00367F17">
        <w:rPr>
          <w:rStyle w:val="libAlaemChar"/>
          <w:rtl/>
        </w:rPr>
        <w:t xml:space="preserve"> عليه‌السلام </w:t>
      </w:r>
      <w:r>
        <w:rPr>
          <w:rtl/>
        </w:rPr>
        <w:t xml:space="preserve"> ، خدا وند متعال سے مكہ مي</w:t>
      </w:r>
      <w:r w:rsidR="00083993">
        <w:rPr>
          <w:rtl/>
        </w:rPr>
        <w:t xml:space="preserve">ں </w:t>
      </w:r>
      <w:r>
        <w:rPr>
          <w:rtl/>
        </w:rPr>
        <w:t>اباد اپنى اولادكے لئے بعض لوگو</w:t>
      </w:r>
      <w:r w:rsidR="00083993">
        <w:rPr>
          <w:rtl/>
        </w:rPr>
        <w:t xml:space="preserve">ں </w:t>
      </w:r>
      <w:r>
        <w:rPr>
          <w:rtl/>
        </w:rPr>
        <w:t>كى قلبى توجہ اور محبت حاصل كرنے كى دعا كرتے ہي</w:t>
      </w:r>
      <w:r w:rsidR="00083993">
        <w:rPr>
          <w:rtl/>
        </w:rPr>
        <w:t xml:space="preserve">ں </w:t>
      </w:r>
      <w:r>
        <w:rPr>
          <w:rtl/>
        </w:rPr>
        <w:t>_</w:t>
      </w:r>
    </w:p>
    <w:p w:rsidR="00180FCB" w:rsidRDefault="001E7F9D" w:rsidP="00F73EDE">
      <w:pPr>
        <w:pStyle w:val="libPoemTini"/>
        <w:rPr>
          <w:rtl/>
        </w:rPr>
      </w:pPr>
      <w:r>
        <w:rPr>
          <w:rtl/>
        </w:rPr>
        <w:br w:type="page"/>
      </w:r>
    </w:p>
    <w:p w:rsidR="001F628F" w:rsidRDefault="001F628F" w:rsidP="00180FCB">
      <w:pPr>
        <w:pStyle w:val="libArabic"/>
        <w:rPr>
          <w:rtl/>
        </w:rPr>
      </w:pPr>
      <w:r>
        <w:rPr>
          <w:rFonts w:hint="eastAsia"/>
          <w:rtl/>
        </w:rPr>
        <w:lastRenderedPageBreak/>
        <w:t>ا</w:t>
      </w:r>
      <w:r>
        <w:rPr>
          <w:rtl/>
        </w:rPr>
        <w:t xml:space="preserve"> سكنت من ذرّيتي ...عند بيتك المحرّم ... فاجعل ا فئدة من الناس ت</w:t>
      </w:r>
      <w:r w:rsidR="00F21947" w:rsidRPr="00B2551F">
        <w:rPr>
          <w:rFonts w:hint="cs"/>
          <w:rtl/>
        </w:rPr>
        <w:t>ه</w:t>
      </w:r>
      <w:r>
        <w:rPr>
          <w:rFonts w:hint="cs"/>
          <w:rtl/>
        </w:rPr>
        <w:t>وى</w:t>
      </w:r>
      <w:r>
        <w:rPr>
          <w:rtl/>
        </w:rPr>
        <w:t xml:space="preserve"> </w:t>
      </w:r>
      <w:r>
        <w:rPr>
          <w:rFonts w:hint="cs"/>
          <w:rtl/>
        </w:rPr>
        <w:t>الي</w:t>
      </w:r>
      <w:r w:rsidR="00F21947" w:rsidRPr="00B2551F">
        <w:rPr>
          <w:rFonts w:hint="cs"/>
          <w:rtl/>
        </w:rPr>
        <w:t>ه</w:t>
      </w:r>
      <w:r>
        <w:rPr>
          <w:rFonts w:hint="cs"/>
          <w:rtl/>
        </w:rPr>
        <w:t>م</w:t>
      </w:r>
    </w:p>
    <w:p w:rsidR="001F628F" w:rsidRDefault="001F628F" w:rsidP="001F628F">
      <w:pPr>
        <w:pStyle w:val="libNormal"/>
        <w:rPr>
          <w:rtl/>
        </w:rPr>
      </w:pPr>
      <w:r>
        <w:rPr>
          <w:rtl/>
        </w:rPr>
        <w:t>11_نماز كے قائم كرنے اور عبادت كى توفيق حاصل ہونے مي</w:t>
      </w:r>
      <w:r w:rsidR="00083993">
        <w:rPr>
          <w:rtl/>
        </w:rPr>
        <w:t xml:space="preserve">ں </w:t>
      </w:r>
      <w:r>
        <w:rPr>
          <w:rtl/>
        </w:rPr>
        <w:t>بعض مقامات اور مواقع كا موثر كردار ادا كرنا_</w:t>
      </w:r>
    </w:p>
    <w:p w:rsidR="001F628F" w:rsidRDefault="001F628F" w:rsidP="00180FCB">
      <w:pPr>
        <w:pStyle w:val="libArabic"/>
        <w:rPr>
          <w:rtl/>
        </w:rPr>
      </w:pPr>
      <w:r>
        <w:rPr>
          <w:rFonts w:hint="eastAsia"/>
          <w:rtl/>
        </w:rPr>
        <w:t>ا</w:t>
      </w:r>
      <w:r>
        <w:rPr>
          <w:rtl/>
        </w:rPr>
        <w:t xml:space="preserve"> سكنت من ذرّيتي ...عند بيتك المحرّم ربّنا ليقيموا الصلوة</w:t>
      </w:r>
    </w:p>
    <w:p w:rsidR="001F628F" w:rsidRDefault="001F628F" w:rsidP="001F628F">
      <w:pPr>
        <w:pStyle w:val="libNormal"/>
        <w:rPr>
          <w:rtl/>
        </w:rPr>
      </w:pPr>
      <w:r>
        <w:rPr>
          <w:rFonts w:hint="eastAsia"/>
          <w:rtl/>
        </w:rPr>
        <w:t>نماز</w:t>
      </w:r>
      <w:r>
        <w:rPr>
          <w:rtl/>
        </w:rPr>
        <w:t xml:space="preserve"> كے قائم كرنے كى غرض سے خانہ خدا كے جوار مي</w:t>
      </w:r>
      <w:r w:rsidR="00083993">
        <w:rPr>
          <w:rtl/>
        </w:rPr>
        <w:t xml:space="preserve">ں </w:t>
      </w:r>
      <w:r>
        <w:rPr>
          <w:rtl/>
        </w:rPr>
        <w:t>اولاد كو اباد كرنا ہو سكتا ہے اس حقيقت كو بيان كر رہا ہو كہ خانہ خدا جيسے مناسب مقامات انسان كے لئے عبادت كى توفيق حاصل كرنے مي</w:t>
      </w:r>
      <w:r w:rsidR="00083993">
        <w:rPr>
          <w:rtl/>
        </w:rPr>
        <w:t xml:space="preserve">ں </w:t>
      </w:r>
      <w:r>
        <w:rPr>
          <w:rtl/>
        </w:rPr>
        <w:t>مئوثر واقع ہوتے ہي</w:t>
      </w:r>
      <w:r w:rsidR="00083993">
        <w:rPr>
          <w:rtl/>
        </w:rPr>
        <w:t xml:space="preserve">ں </w:t>
      </w:r>
      <w:r>
        <w:rPr>
          <w:rtl/>
        </w:rPr>
        <w:t>_</w:t>
      </w:r>
    </w:p>
    <w:p w:rsidR="001F628F" w:rsidRDefault="001F628F" w:rsidP="001F628F">
      <w:pPr>
        <w:pStyle w:val="libNormal"/>
        <w:rPr>
          <w:rtl/>
        </w:rPr>
      </w:pPr>
      <w:r>
        <w:rPr>
          <w:rtl/>
        </w:rPr>
        <w:t xml:space="preserve">12_حضرت ابراہيم </w:t>
      </w:r>
      <w:r w:rsidR="00367F17" w:rsidRPr="00367F17">
        <w:rPr>
          <w:rStyle w:val="libAlaemChar"/>
          <w:rtl/>
        </w:rPr>
        <w:t xml:space="preserve"> عليه‌السلام </w:t>
      </w:r>
      <w:r>
        <w:rPr>
          <w:rtl/>
        </w:rPr>
        <w:t xml:space="preserve"> نے اپنى اولاد كو مكہ مي</w:t>
      </w:r>
      <w:r w:rsidR="00083993">
        <w:rPr>
          <w:rtl/>
        </w:rPr>
        <w:t xml:space="preserve">ں </w:t>
      </w:r>
      <w:r>
        <w:rPr>
          <w:rtl/>
        </w:rPr>
        <w:t>تنہائي اور گوشہ نشينى كے خطرے سے بچانے كے لئے خدا وند متعال سے دعا كى كہ وہ بعض لوگو</w:t>
      </w:r>
      <w:r w:rsidR="00083993">
        <w:rPr>
          <w:rtl/>
        </w:rPr>
        <w:t xml:space="preserve">ں </w:t>
      </w:r>
      <w:r>
        <w:rPr>
          <w:rtl/>
        </w:rPr>
        <w:t>كے دل ان كى طرف موڑ دے اور انہي</w:t>
      </w:r>
      <w:r w:rsidR="00083993">
        <w:rPr>
          <w:rtl/>
        </w:rPr>
        <w:t xml:space="preserve">ں </w:t>
      </w:r>
      <w:r>
        <w:rPr>
          <w:rtl/>
        </w:rPr>
        <w:t>اجتماعى زندگى عطا كرے_*</w:t>
      </w:r>
    </w:p>
    <w:p w:rsidR="001F628F" w:rsidRDefault="001F628F" w:rsidP="00180FCB">
      <w:pPr>
        <w:pStyle w:val="libArabic"/>
        <w:rPr>
          <w:rtl/>
        </w:rPr>
      </w:pPr>
      <w:r>
        <w:rPr>
          <w:rFonts w:hint="eastAsia"/>
          <w:rtl/>
        </w:rPr>
        <w:t>ربّنا</w:t>
      </w:r>
      <w:r>
        <w:rPr>
          <w:rtl/>
        </w:rPr>
        <w:t xml:space="preserve"> انى ا سكنت من ذرّيتي ...عند بيتك المحرّم ...فاجعل ا فئدة من الناس ت</w:t>
      </w:r>
      <w:r w:rsidR="00F21947" w:rsidRPr="00B2551F">
        <w:rPr>
          <w:rFonts w:hint="cs"/>
          <w:rtl/>
        </w:rPr>
        <w:t>ه</w:t>
      </w:r>
      <w:r>
        <w:rPr>
          <w:rFonts w:hint="cs"/>
          <w:rtl/>
        </w:rPr>
        <w:t>وى</w:t>
      </w:r>
      <w:r>
        <w:rPr>
          <w:rtl/>
        </w:rPr>
        <w:t xml:space="preserve"> </w:t>
      </w:r>
      <w:r>
        <w:rPr>
          <w:rFonts w:hint="cs"/>
          <w:rtl/>
        </w:rPr>
        <w:t>الي</w:t>
      </w:r>
      <w:r w:rsidR="00F21947" w:rsidRPr="00B2551F">
        <w:rPr>
          <w:rFonts w:hint="cs"/>
          <w:rtl/>
        </w:rPr>
        <w:t>ه</w:t>
      </w:r>
      <w:r>
        <w:rPr>
          <w:rFonts w:hint="cs"/>
          <w:rtl/>
        </w:rPr>
        <w:t>م</w:t>
      </w:r>
    </w:p>
    <w:p w:rsidR="001F628F" w:rsidRDefault="001F628F" w:rsidP="001F628F">
      <w:pPr>
        <w:pStyle w:val="libNormal"/>
        <w:rPr>
          <w:rtl/>
        </w:rPr>
      </w:pPr>
      <w:r>
        <w:rPr>
          <w:rtl/>
        </w:rPr>
        <w:t>13_دعا ،دوسرو</w:t>
      </w:r>
      <w:r w:rsidR="00083993">
        <w:rPr>
          <w:rtl/>
        </w:rPr>
        <w:t xml:space="preserve">ں </w:t>
      </w:r>
      <w:r>
        <w:rPr>
          <w:rtl/>
        </w:rPr>
        <w:t>كے دل اور روح پر اثر انداز ہو كر ا س مي</w:t>
      </w:r>
      <w:r w:rsidR="00083993">
        <w:rPr>
          <w:rtl/>
        </w:rPr>
        <w:t xml:space="preserve">ں </w:t>
      </w:r>
      <w:r>
        <w:rPr>
          <w:rtl/>
        </w:rPr>
        <w:t>تحول پيدا كر سكتى ہے_</w:t>
      </w:r>
    </w:p>
    <w:p w:rsidR="001F628F" w:rsidRDefault="001F628F" w:rsidP="00180FCB">
      <w:pPr>
        <w:pStyle w:val="libArabic"/>
        <w:rPr>
          <w:rtl/>
        </w:rPr>
      </w:pPr>
      <w:r>
        <w:rPr>
          <w:rFonts w:hint="eastAsia"/>
          <w:rtl/>
        </w:rPr>
        <w:t>فاجعل</w:t>
      </w:r>
      <w:r>
        <w:rPr>
          <w:rtl/>
        </w:rPr>
        <w:t xml:space="preserve"> ا فئدة من الناس ت</w:t>
      </w:r>
      <w:r w:rsidR="00F21947" w:rsidRPr="00B2551F">
        <w:rPr>
          <w:rFonts w:hint="cs"/>
          <w:rtl/>
        </w:rPr>
        <w:t>ه</w:t>
      </w:r>
      <w:r>
        <w:rPr>
          <w:rFonts w:hint="cs"/>
          <w:rtl/>
        </w:rPr>
        <w:t>وى</w:t>
      </w:r>
      <w:r>
        <w:rPr>
          <w:rtl/>
        </w:rPr>
        <w:t xml:space="preserve"> </w:t>
      </w:r>
      <w:r>
        <w:rPr>
          <w:rFonts w:hint="cs"/>
          <w:rtl/>
        </w:rPr>
        <w:t>الي</w:t>
      </w:r>
      <w:r w:rsidR="00F21947" w:rsidRPr="00B2551F">
        <w:rPr>
          <w:rFonts w:hint="cs"/>
          <w:rtl/>
        </w:rPr>
        <w:t>ه</w:t>
      </w:r>
      <w:r>
        <w:rPr>
          <w:rFonts w:hint="cs"/>
          <w:rtl/>
        </w:rPr>
        <w:t>م</w:t>
      </w:r>
    </w:p>
    <w:p w:rsidR="001F628F" w:rsidRDefault="001F628F" w:rsidP="00180FCB">
      <w:pPr>
        <w:pStyle w:val="libNormal"/>
        <w:rPr>
          <w:rtl/>
        </w:rPr>
      </w:pPr>
      <w:r>
        <w:rPr>
          <w:rtl/>
        </w:rPr>
        <w:t xml:space="preserve">14_حضرت ابراہيم </w:t>
      </w:r>
      <w:r w:rsidR="00367F17" w:rsidRPr="00367F17">
        <w:rPr>
          <w:rStyle w:val="libAlaemChar"/>
          <w:rtl/>
        </w:rPr>
        <w:t xml:space="preserve"> عليه‌السلام </w:t>
      </w:r>
      <w:r>
        <w:rPr>
          <w:rtl/>
        </w:rPr>
        <w:t xml:space="preserve"> نے خداوند متعال سے اپنى اولاد اور مكہ مي</w:t>
      </w:r>
      <w:r w:rsidR="00083993">
        <w:rPr>
          <w:rtl/>
        </w:rPr>
        <w:t xml:space="preserve">ں </w:t>
      </w:r>
      <w:r>
        <w:rPr>
          <w:rtl/>
        </w:rPr>
        <w:t>اباد لوگو</w:t>
      </w:r>
      <w:r w:rsidR="00083993">
        <w:rPr>
          <w:rtl/>
        </w:rPr>
        <w:t xml:space="preserve">ں </w:t>
      </w:r>
      <w:r>
        <w:rPr>
          <w:rtl/>
        </w:rPr>
        <w:t>كے لئے ان كى معاشى حالت كى بہتر ى اور انكے انواع واقسام كى نعمتو</w:t>
      </w:r>
      <w:r w:rsidR="00083993">
        <w:rPr>
          <w:rtl/>
        </w:rPr>
        <w:t xml:space="preserve">ں </w:t>
      </w:r>
      <w:r>
        <w:rPr>
          <w:rtl/>
        </w:rPr>
        <w:t>اور پيداوارو</w:t>
      </w:r>
      <w:r w:rsidR="00083993">
        <w:rPr>
          <w:rtl/>
        </w:rPr>
        <w:t xml:space="preserve">ں </w:t>
      </w:r>
      <w:r>
        <w:rPr>
          <w:rtl/>
        </w:rPr>
        <w:t>سے بہرہ مند ى كى دعا كى _</w:t>
      </w:r>
      <w:r w:rsidRPr="00180FCB">
        <w:rPr>
          <w:rStyle w:val="libArabicChar"/>
          <w:rFonts w:hint="eastAsia"/>
          <w:rtl/>
        </w:rPr>
        <w:t>وارزق</w:t>
      </w:r>
      <w:r w:rsidR="00F21947" w:rsidRPr="00B2551F">
        <w:rPr>
          <w:rStyle w:val="libArabicChar"/>
          <w:rFonts w:hint="cs"/>
          <w:rtl/>
        </w:rPr>
        <w:t>ه</w:t>
      </w:r>
      <w:r w:rsidRPr="00180FCB">
        <w:rPr>
          <w:rStyle w:val="libArabicChar"/>
          <w:rFonts w:hint="cs"/>
          <w:rtl/>
        </w:rPr>
        <w:t>م</w:t>
      </w:r>
      <w:r w:rsidRPr="00180FCB">
        <w:rPr>
          <w:rStyle w:val="libArabicChar"/>
          <w:rtl/>
        </w:rPr>
        <w:t xml:space="preserve"> من </w:t>
      </w:r>
      <w:r w:rsidR="00E42C70" w:rsidRPr="00E42C70">
        <w:rPr>
          <w:rStyle w:val="libArabicChar"/>
          <w:rtl/>
        </w:rPr>
        <w:t>الثمرات</w:t>
      </w:r>
    </w:p>
    <w:p w:rsidR="001F628F" w:rsidRDefault="001F628F" w:rsidP="001F628F">
      <w:pPr>
        <w:pStyle w:val="libNormal"/>
        <w:rPr>
          <w:rtl/>
        </w:rPr>
      </w:pPr>
      <w:r>
        <w:rPr>
          <w:rFonts w:hint="eastAsia"/>
          <w:rtl/>
        </w:rPr>
        <w:t>چونكہ</w:t>
      </w:r>
      <w:r>
        <w:rPr>
          <w:rtl/>
        </w:rPr>
        <w:t xml:space="preserve"> حضرت ابراہيم </w:t>
      </w:r>
      <w:r w:rsidR="00367F17" w:rsidRPr="00367F17">
        <w:rPr>
          <w:rStyle w:val="libAlaemChar"/>
          <w:rtl/>
        </w:rPr>
        <w:t xml:space="preserve"> عليه‌السلام </w:t>
      </w:r>
      <w:r>
        <w:rPr>
          <w:rtl/>
        </w:rPr>
        <w:t xml:space="preserve"> نے اپنى اولاد كو بنجر سر زمين مي</w:t>
      </w:r>
      <w:r w:rsidR="00083993">
        <w:rPr>
          <w:rtl/>
        </w:rPr>
        <w:t xml:space="preserve">ں </w:t>
      </w:r>
      <w:r>
        <w:rPr>
          <w:rtl/>
        </w:rPr>
        <w:t>اباد كيا تھا لہذاہو سكتا ہے'ثمرات ''سے انواع واقسام كى نعمتين اور مادى و غذائي پيدا وار مراد ہو_</w:t>
      </w:r>
    </w:p>
    <w:p w:rsidR="001F628F" w:rsidRDefault="001F628F" w:rsidP="00180FCB">
      <w:pPr>
        <w:pStyle w:val="libNormal"/>
        <w:rPr>
          <w:rtl/>
        </w:rPr>
      </w:pPr>
      <w:r>
        <w:rPr>
          <w:rtl/>
        </w:rPr>
        <w:t>15_ جناب ابراہيم</w:t>
      </w:r>
      <w:r w:rsidR="00367F17" w:rsidRPr="00367F17">
        <w:rPr>
          <w:rStyle w:val="libAlaemChar"/>
          <w:rtl/>
        </w:rPr>
        <w:t xml:space="preserve"> عليه‌السلام </w:t>
      </w:r>
      <w:r>
        <w:rPr>
          <w:rtl/>
        </w:rPr>
        <w:t xml:space="preserve"> نے شہر مكہ كے معيشتى كاروبار مي</w:t>
      </w:r>
      <w:r w:rsidR="00083993">
        <w:rPr>
          <w:rtl/>
        </w:rPr>
        <w:t xml:space="preserve">ں </w:t>
      </w:r>
      <w:r>
        <w:rPr>
          <w:rtl/>
        </w:rPr>
        <w:t>رونق كے ليے پروردگار سے دعا كے لوگو</w:t>
      </w:r>
      <w:r w:rsidR="00083993">
        <w:rPr>
          <w:rtl/>
        </w:rPr>
        <w:t xml:space="preserve">ں </w:t>
      </w:r>
      <w:r>
        <w:rPr>
          <w:rtl/>
        </w:rPr>
        <w:t>كو مكہ كى جانب متوجہ كردے_</w:t>
      </w:r>
      <w:r w:rsidRPr="00180FCB">
        <w:rPr>
          <w:rStyle w:val="libArabicChar"/>
          <w:rFonts w:hint="eastAsia"/>
          <w:rtl/>
        </w:rPr>
        <w:t>فاجعل</w:t>
      </w:r>
      <w:r w:rsidRPr="00180FCB">
        <w:rPr>
          <w:rStyle w:val="libArabicChar"/>
          <w:rtl/>
        </w:rPr>
        <w:t xml:space="preserve"> ا فئدة من الناس ت</w:t>
      </w:r>
      <w:r w:rsidR="00F21947" w:rsidRPr="00B2551F">
        <w:rPr>
          <w:rStyle w:val="libArabicChar"/>
          <w:rFonts w:hint="cs"/>
          <w:rtl/>
        </w:rPr>
        <w:t>ه</w:t>
      </w:r>
      <w:r w:rsidRPr="00180FCB">
        <w:rPr>
          <w:rStyle w:val="libArabicChar"/>
          <w:rFonts w:hint="cs"/>
          <w:rtl/>
        </w:rPr>
        <w:t>وى</w:t>
      </w:r>
      <w:r w:rsidRPr="00180FCB">
        <w:rPr>
          <w:rStyle w:val="libArabicChar"/>
          <w:rtl/>
        </w:rPr>
        <w:t xml:space="preserve"> </w:t>
      </w:r>
      <w:r w:rsidRPr="00180FCB">
        <w:rPr>
          <w:rStyle w:val="libArabicChar"/>
          <w:rFonts w:hint="cs"/>
          <w:rtl/>
        </w:rPr>
        <w:t>الي</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وارزق</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من</w:t>
      </w:r>
      <w:r w:rsidRPr="00180FCB">
        <w:rPr>
          <w:rStyle w:val="libArabicChar"/>
          <w:rtl/>
        </w:rPr>
        <w:t xml:space="preserve"> </w:t>
      </w:r>
      <w:r w:rsidR="00E42C70" w:rsidRPr="00E42C70">
        <w:rPr>
          <w:rStyle w:val="libArabicChar"/>
          <w:rFonts w:hint="cs"/>
          <w:rtl/>
        </w:rPr>
        <w:t>الثمرات</w:t>
      </w:r>
    </w:p>
    <w:p w:rsidR="001F628F" w:rsidRDefault="001F628F" w:rsidP="00180FCB">
      <w:pPr>
        <w:pStyle w:val="libNormal"/>
        <w:rPr>
          <w:rtl/>
        </w:rPr>
      </w:pPr>
      <w:r>
        <w:rPr>
          <w:rtl/>
        </w:rPr>
        <w:t xml:space="preserve">16_حضرت ابراہيم </w:t>
      </w:r>
      <w:r w:rsidR="00367F17" w:rsidRPr="00367F17">
        <w:rPr>
          <w:rStyle w:val="libAlaemChar"/>
          <w:rtl/>
        </w:rPr>
        <w:t xml:space="preserve"> عليه‌السلام </w:t>
      </w:r>
      <w:r>
        <w:rPr>
          <w:rtl/>
        </w:rPr>
        <w:t xml:space="preserve"> نے خداوند متعال سے لوگو</w:t>
      </w:r>
      <w:r w:rsidR="00083993">
        <w:rPr>
          <w:rtl/>
        </w:rPr>
        <w:t xml:space="preserve">ں </w:t>
      </w:r>
      <w:r>
        <w:rPr>
          <w:rtl/>
        </w:rPr>
        <w:t>اور اپنى اولاد كے لئے نعمات الہى كا شكر بجا لانے كى توفيق طلب كى _</w:t>
      </w:r>
      <w:r w:rsidRPr="00180FCB">
        <w:rPr>
          <w:rStyle w:val="libArabicChar"/>
          <w:rFonts w:hint="eastAsia"/>
          <w:rtl/>
        </w:rPr>
        <w:t>ربّنا</w:t>
      </w:r>
      <w:r w:rsidRPr="00180FCB">
        <w:rPr>
          <w:rStyle w:val="libArabicChar"/>
          <w:rtl/>
        </w:rPr>
        <w:t xml:space="preserve"> انى ا سكنت من ذرّيتي ...فاجعل ا فئدة من الناس ...وارزق</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من</w:t>
      </w:r>
      <w:r w:rsidRPr="00180FCB">
        <w:rPr>
          <w:rStyle w:val="libArabicChar"/>
          <w:rtl/>
        </w:rPr>
        <w:t xml:space="preserve"> </w:t>
      </w:r>
      <w:r w:rsidR="00E42C70" w:rsidRPr="00E42C70">
        <w:rPr>
          <w:rStyle w:val="libArabicChar"/>
          <w:rFonts w:hint="cs"/>
          <w:rtl/>
        </w:rPr>
        <w:t>الثمرات</w:t>
      </w:r>
      <w:r w:rsidRPr="00180FCB">
        <w:rPr>
          <w:rStyle w:val="libArabicChar"/>
          <w:rtl/>
        </w:rPr>
        <w:t xml:space="preserve"> </w:t>
      </w:r>
      <w:r w:rsidRPr="00180FCB">
        <w:rPr>
          <w:rStyle w:val="libArabicChar"/>
          <w:rFonts w:hint="cs"/>
          <w:rtl/>
        </w:rPr>
        <w:t>لعلّ</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يشكرون</w:t>
      </w:r>
    </w:p>
    <w:p w:rsidR="001F628F" w:rsidRDefault="001F628F" w:rsidP="001F628F">
      <w:pPr>
        <w:pStyle w:val="libNormal"/>
        <w:rPr>
          <w:rtl/>
        </w:rPr>
      </w:pPr>
      <w:r>
        <w:rPr>
          <w:rtl/>
        </w:rPr>
        <w:t>17_الہى نعمتو</w:t>
      </w:r>
      <w:r w:rsidR="00083993">
        <w:rPr>
          <w:rtl/>
        </w:rPr>
        <w:t xml:space="preserve">ں </w:t>
      </w:r>
      <w:r>
        <w:rPr>
          <w:rtl/>
        </w:rPr>
        <w:t>اور عطائو</w:t>
      </w:r>
      <w:r w:rsidR="00083993">
        <w:rPr>
          <w:rtl/>
        </w:rPr>
        <w:t xml:space="preserve">ں </w:t>
      </w:r>
      <w:r>
        <w:rPr>
          <w:rtl/>
        </w:rPr>
        <w:t>كا مقصد وہدف خدا وند متعال كا شكر و سپاس بجا لانا ہے_</w:t>
      </w:r>
    </w:p>
    <w:p w:rsidR="001F628F" w:rsidRDefault="001F628F" w:rsidP="00180FCB">
      <w:pPr>
        <w:pStyle w:val="libArabic"/>
        <w:rPr>
          <w:rtl/>
        </w:rPr>
      </w:pPr>
      <w:r>
        <w:rPr>
          <w:rFonts w:hint="eastAsia"/>
          <w:rtl/>
        </w:rPr>
        <w:t>وارزق</w:t>
      </w:r>
      <w:r w:rsidR="00F21947" w:rsidRPr="00B2551F">
        <w:rPr>
          <w:rFonts w:hint="cs"/>
          <w:rtl/>
        </w:rPr>
        <w:t>ه</w:t>
      </w:r>
      <w:r>
        <w:rPr>
          <w:rFonts w:hint="cs"/>
          <w:rtl/>
        </w:rPr>
        <w:t>م</w:t>
      </w:r>
      <w:r>
        <w:rPr>
          <w:rtl/>
        </w:rPr>
        <w:t xml:space="preserve"> من </w:t>
      </w:r>
      <w:r w:rsidR="00E42C70" w:rsidRPr="00E42C70">
        <w:rPr>
          <w:rtl/>
        </w:rPr>
        <w:t>الثمرات</w:t>
      </w:r>
      <w:r>
        <w:rPr>
          <w:rtl/>
        </w:rPr>
        <w:t xml:space="preserve"> لعلّ</w:t>
      </w:r>
      <w:r w:rsidR="00F21947" w:rsidRPr="00B2551F">
        <w:rPr>
          <w:rFonts w:hint="cs"/>
          <w:rtl/>
        </w:rPr>
        <w:t>ه</w:t>
      </w:r>
      <w:r>
        <w:rPr>
          <w:rFonts w:hint="cs"/>
          <w:rtl/>
        </w:rPr>
        <w:t>م</w:t>
      </w:r>
      <w:r>
        <w:rPr>
          <w:rtl/>
        </w:rPr>
        <w:t xml:space="preserve"> </w:t>
      </w:r>
      <w:r>
        <w:rPr>
          <w:rFonts w:hint="cs"/>
          <w:rtl/>
        </w:rPr>
        <w:t>يشكرون</w:t>
      </w:r>
    </w:p>
    <w:p w:rsidR="001F628F" w:rsidRDefault="001F628F" w:rsidP="001F628F">
      <w:pPr>
        <w:pStyle w:val="libNormal"/>
        <w:rPr>
          <w:rtl/>
        </w:rPr>
      </w:pPr>
      <w:r>
        <w:rPr>
          <w:rtl/>
        </w:rPr>
        <w:t>18_</w:t>
      </w:r>
      <w:r w:rsidRPr="00180FCB">
        <w:rPr>
          <w:rStyle w:val="libArabicChar"/>
          <w:rtl/>
        </w:rPr>
        <w:t xml:space="preserve">''عن ا بى عبدالله </w:t>
      </w:r>
      <w:r w:rsidR="00367F17" w:rsidRPr="00367F17">
        <w:rPr>
          <w:rStyle w:val="libAlaemChar"/>
          <w:rtl/>
        </w:rPr>
        <w:t xml:space="preserve"> عليه‌السلام </w:t>
      </w:r>
      <w:r w:rsidRPr="00180FCB">
        <w:rPr>
          <w:rStyle w:val="libArabicChar"/>
          <w:rtl/>
        </w:rPr>
        <w:t xml:space="preserve"> قال: ان ابرا</w:t>
      </w:r>
      <w:r w:rsidR="00F21947" w:rsidRPr="00B2551F">
        <w:rPr>
          <w:rStyle w:val="libArabicChar"/>
          <w:rFonts w:hint="cs"/>
          <w:rtl/>
        </w:rPr>
        <w:t>ه</w:t>
      </w:r>
      <w:r w:rsidRPr="00180FCB">
        <w:rPr>
          <w:rStyle w:val="libArabicChar"/>
          <w:rFonts w:hint="cs"/>
          <w:rtl/>
        </w:rPr>
        <w:t>يم</w:t>
      </w:r>
      <w:r w:rsidR="00367F17" w:rsidRPr="00367F17">
        <w:rPr>
          <w:rStyle w:val="libAlaemChar"/>
          <w:rtl/>
        </w:rPr>
        <w:t xml:space="preserve"> عليه‌السلام </w:t>
      </w:r>
      <w:r w:rsidRPr="00180FCB">
        <w:rPr>
          <w:rStyle w:val="libArabicChar"/>
          <w:rtl/>
        </w:rPr>
        <w:t xml:space="preserve"> </w:t>
      </w:r>
      <w:r w:rsidRPr="00180FCB">
        <w:rPr>
          <w:rStyle w:val="libArabicChar"/>
          <w:rFonts w:hint="cs"/>
          <w:rtl/>
        </w:rPr>
        <w:t>كان</w:t>
      </w:r>
      <w:r w:rsidRPr="00180FCB">
        <w:rPr>
          <w:rStyle w:val="libArabicChar"/>
          <w:rtl/>
        </w:rPr>
        <w:t xml:space="preserve"> </w:t>
      </w:r>
      <w:r w:rsidRPr="00180FCB">
        <w:rPr>
          <w:rStyle w:val="libArabicChar"/>
          <w:rFonts w:hint="cs"/>
          <w:rtl/>
        </w:rPr>
        <w:t>نازلاً</w:t>
      </w:r>
      <w:r w:rsidRPr="00180FCB">
        <w:rPr>
          <w:rStyle w:val="libArabicChar"/>
          <w:rtl/>
        </w:rPr>
        <w:t xml:space="preserve"> </w:t>
      </w:r>
      <w:r w:rsidRPr="00180FCB">
        <w:rPr>
          <w:rStyle w:val="libArabicChar"/>
          <w:rFonts w:hint="cs"/>
          <w:rtl/>
        </w:rPr>
        <w:t>فى</w:t>
      </w:r>
      <w:r w:rsidRPr="00180FCB">
        <w:rPr>
          <w:rStyle w:val="libArabicChar"/>
          <w:rtl/>
        </w:rPr>
        <w:t xml:space="preserve"> </w:t>
      </w:r>
      <w:r w:rsidRPr="00180FCB">
        <w:rPr>
          <w:rStyle w:val="libArabicChar"/>
          <w:rFonts w:hint="cs"/>
          <w:rtl/>
        </w:rPr>
        <w:t>بادية</w:t>
      </w:r>
      <w:r w:rsidRPr="00180FCB">
        <w:rPr>
          <w:rStyle w:val="libArabicChar"/>
          <w:rtl/>
        </w:rPr>
        <w:t xml:space="preserve"> </w:t>
      </w:r>
      <w:r w:rsidRPr="00180FCB">
        <w:rPr>
          <w:rStyle w:val="libArabicChar"/>
          <w:rFonts w:hint="cs"/>
          <w:rtl/>
        </w:rPr>
        <w:t>الشام</w:t>
      </w:r>
    </w:p>
    <w:p w:rsidR="00180FCB" w:rsidRDefault="001E7F9D" w:rsidP="00F73EDE">
      <w:pPr>
        <w:pStyle w:val="libPoemTini"/>
        <w:rPr>
          <w:rtl/>
        </w:rPr>
      </w:pPr>
      <w:r>
        <w:rPr>
          <w:rtl/>
        </w:rPr>
        <w:br w:type="page"/>
      </w:r>
    </w:p>
    <w:p w:rsidR="001F628F" w:rsidRDefault="001F628F" w:rsidP="00180FCB">
      <w:pPr>
        <w:pStyle w:val="libNormal"/>
        <w:rPr>
          <w:rtl/>
        </w:rPr>
      </w:pPr>
      <w:r w:rsidRPr="00180FCB">
        <w:rPr>
          <w:rStyle w:val="libArabicChar"/>
          <w:rFonts w:hint="eastAsia"/>
          <w:rtl/>
        </w:rPr>
        <w:lastRenderedPageBreak/>
        <w:t>فلمّا</w:t>
      </w:r>
      <w:r w:rsidRPr="00180FCB">
        <w:rPr>
          <w:rStyle w:val="libArabicChar"/>
          <w:rtl/>
        </w:rPr>
        <w:t xml:space="preserve"> ولد ل</w:t>
      </w:r>
      <w:r w:rsidR="00120F63" w:rsidRPr="00B2551F">
        <w:rPr>
          <w:rStyle w:val="libArabicChar"/>
          <w:rFonts w:hint="cs"/>
          <w:rtl/>
        </w:rPr>
        <w:t>ه</w:t>
      </w:r>
      <w:r w:rsidRPr="00180FCB">
        <w:rPr>
          <w:rStyle w:val="libArabicChar"/>
          <w:rtl/>
        </w:rPr>
        <w:t xml:space="preserve"> </w:t>
      </w:r>
      <w:r w:rsidRPr="00180FCB">
        <w:rPr>
          <w:rStyle w:val="libArabicChar"/>
          <w:rFonts w:hint="cs"/>
          <w:rtl/>
        </w:rPr>
        <w:t>من</w:t>
      </w:r>
      <w:r w:rsidRPr="00180FCB">
        <w:rPr>
          <w:rStyle w:val="libArabicChar"/>
          <w:rtl/>
        </w:rPr>
        <w:t xml:space="preserve"> </w:t>
      </w:r>
      <w:r w:rsidR="00F21947" w:rsidRPr="00B2551F">
        <w:rPr>
          <w:rStyle w:val="libArabicChar"/>
          <w:rFonts w:hint="cs"/>
          <w:rtl/>
        </w:rPr>
        <w:t>ه</w:t>
      </w:r>
      <w:r w:rsidRPr="00180FCB">
        <w:rPr>
          <w:rStyle w:val="libArabicChar"/>
          <w:rFonts w:hint="cs"/>
          <w:rtl/>
        </w:rPr>
        <w:t>اجر</w:t>
      </w:r>
      <w:r w:rsidRPr="00180FCB">
        <w:rPr>
          <w:rStyle w:val="libArabicChar"/>
          <w:rtl/>
        </w:rPr>
        <w:t xml:space="preserve"> </w:t>
      </w:r>
      <w:r w:rsidRPr="00180FCB">
        <w:rPr>
          <w:rStyle w:val="libArabicChar"/>
          <w:rFonts w:hint="cs"/>
          <w:rtl/>
        </w:rPr>
        <w:t>اسماعيل</w:t>
      </w:r>
      <w:r w:rsidRPr="00180FCB">
        <w:rPr>
          <w:rStyle w:val="libArabicChar"/>
          <w:rtl/>
        </w:rPr>
        <w:t xml:space="preserve"> ... </w:t>
      </w:r>
      <w:r w:rsidRPr="00180FCB">
        <w:rPr>
          <w:rStyle w:val="libArabicChar"/>
          <w:rFonts w:hint="cs"/>
          <w:rtl/>
        </w:rPr>
        <w:t>فا</w:t>
      </w:r>
      <w:r w:rsidRPr="00180FCB">
        <w:rPr>
          <w:rStyle w:val="libArabicChar"/>
          <w:rtl/>
        </w:rPr>
        <w:t xml:space="preserve"> </w:t>
      </w:r>
      <w:r w:rsidRPr="00180FCB">
        <w:rPr>
          <w:rStyle w:val="libArabicChar"/>
          <w:rFonts w:hint="cs"/>
          <w:rtl/>
        </w:rPr>
        <w:t>وحى</w:t>
      </w:r>
      <w:r w:rsidRPr="00180FCB">
        <w:rPr>
          <w:rStyle w:val="libArabicChar"/>
          <w:rtl/>
        </w:rPr>
        <w:t xml:space="preserve"> </w:t>
      </w:r>
      <w:r w:rsidRPr="00180FCB">
        <w:rPr>
          <w:rStyle w:val="libArabicChar"/>
          <w:rFonts w:hint="cs"/>
          <w:rtl/>
        </w:rPr>
        <w:t>الله</w:t>
      </w:r>
      <w:r w:rsidRPr="00180FCB">
        <w:rPr>
          <w:rStyle w:val="libArabicChar"/>
          <w:rtl/>
        </w:rPr>
        <w:t xml:space="preserve"> </w:t>
      </w:r>
      <w:r w:rsidRPr="00180FCB">
        <w:rPr>
          <w:rStyle w:val="libArabicChar"/>
          <w:rFonts w:hint="cs"/>
          <w:rtl/>
        </w:rPr>
        <w:t>الي</w:t>
      </w:r>
      <w:r w:rsidR="00120F63" w:rsidRPr="00B2551F">
        <w:rPr>
          <w:rStyle w:val="libArabicChar"/>
          <w:rFonts w:hint="cs"/>
          <w:rtl/>
        </w:rPr>
        <w:t>ه</w:t>
      </w:r>
      <w:r w:rsidRPr="00180FCB">
        <w:rPr>
          <w:rStyle w:val="libArabicChar"/>
          <w:rtl/>
        </w:rPr>
        <w:t xml:space="preserve"> ... </w:t>
      </w:r>
      <w:r w:rsidRPr="00180FCB">
        <w:rPr>
          <w:rStyle w:val="libArabicChar"/>
          <w:rFonts w:hint="cs"/>
          <w:rtl/>
        </w:rPr>
        <w:t>ثم</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مر</w:t>
      </w:r>
      <w:r w:rsidR="00120F63" w:rsidRPr="00B2551F">
        <w:rPr>
          <w:rStyle w:val="libArabicChar"/>
          <w:rFonts w:hint="cs"/>
          <w:rtl/>
        </w:rPr>
        <w:t>ه</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ن</w:t>
      </w:r>
      <w:r w:rsidRPr="00180FCB">
        <w:rPr>
          <w:rStyle w:val="libArabicChar"/>
          <w:rtl/>
        </w:rPr>
        <w:t xml:space="preserve"> </w:t>
      </w:r>
      <w:r w:rsidRPr="00180FCB">
        <w:rPr>
          <w:rStyle w:val="libArabicChar"/>
          <w:rFonts w:hint="cs"/>
          <w:rtl/>
        </w:rPr>
        <w:t>يخرج</w:t>
      </w:r>
      <w:r w:rsidRPr="00180FCB">
        <w:rPr>
          <w:rStyle w:val="libArabicChar"/>
          <w:rtl/>
        </w:rPr>
        <w:t xml:space="preserve"> </w:t>
      </w:r>
      <w:r w:rsidRPr="00180FCB">
        <w:rPr>
          <w:rStyle w:val="libArabicChar"/>
          <w:rFonts w:hint="cs"/>
          <w:rtl/>
        </w:rPr>
        <w:t>اسماعيل</w:t>
      </w:r>
      <w:r w:rsidRPr="00180FCB">
        <w:rPr>
          <w:rStyle w:val="libArabicChar"/>
          <w:rtl/>
        </w:rPr>
        <w:t xml:space="preserve"> </w:t>
      </w:r>
      <w:r w:rsidRPr="00180FCB">
        <w:rPr>
          <w:rStyle w:val="libArabicChar"/>
          <w:rFonts w:hint="cs"/>
          <w:rtl/>
        </w:rPr>
        <w:t>وا</w:t>
      </w:r>
      <w:r w:rsidRPr="00180FCB">
        <w:rPr>
          <w:rStyle w:val="libArabicChar"/>
          <w:rtl/>
        </w:rPr>
        <w:t xml:space="preserve"> </w:t>
      </w:r>
      <w:r w:rsidRPr="00180FCB">
        <w:rPr>
          <w:rStyle w:val="libArabicChar"/>
          <w:rFonts w:hint="cs"/>
          <w:rtl/>
        </w:rPr>
        <w:t>مّ</w:t>
      </w:r>
      <w:r w:rsidR="00120F63" w:rsidRPr="00B2551F">
        <w:rPr>
          <w:rStyle w:val="libArabicChar"/>
          <w:rFonts w:hint="cs"/>
          <w:rtl/>
        </w:rPr>
        <w:t>ه</w:t>
      </w:r>
      <w:r w:rsidRPr="00180FCB">
        <w:rPr>
          <w:rStyle w:val="libArabicChar"/>
          <w:rtl/>
        </w:rPr>
        <w:t xml:space="preserve"> </w:t>
      </w:r>
      <w:r w:rsidRPr="00180FCB">
        <w:rPr>
          <w:rStyle w:val="libArabicChar"/>
          <w:rFonts w:hint="cs"/>
          <w:rtl/>
        </w:rPr>
        <w:t>عن</w:t>
      </w:r>
      <w:r w:rsidR="00F21947" w:rsidRPr="00B2551F">
        <w:rPr>
          <w:rStyle w:val="libArabicChar"/>
          <w:rFonts w:hint="cs"/>
          <w:rtl/>
        </w:rPr>
        <w:t>ه</w:t>
      </w:r>
      <w:r w:rsidRPr="00180FCB">
        <w:rPr>
          <w:rStyle w:val="libArabicChar"/>
          <w:rFonts w:hint="cs"/>
          <w:rtl/>
        </w:rPr>
        <w:t>ا</w:t>
      </w:r>
      <w:r w:rsidRPr="00180FCB">
        <w:rPr>
          <w:rStyle w:val="libArabicChar"/>
          <w:rtl/>
        </w:rPr>
        <w:t xml:space="preserve"> </w:t>
      </w:r>
      <w:r w:rsidRPr="00180FCB">
        <w:rPr>
          <w:rStyle w:val="libArabicChar"/>
          <w:rFonts w:hint="cs"/>
          <w:rtl/>
        </w:rPr>
        <w:t>فقال</w:t>
      </w:r>
      <w:r w:rsidRPr="00180FCB">
        <w:rPr>
          <w:rStyle w:val="libArabicChar"/>
          <w:rtl/>
        </w:rPr>
        <w:t xml:space="preserve">: </w:t>
      </w:r>
      <w:r w:rsidRPr="00180FCB">
        <w:rPr>
          <w:rStyle w:val="libArabicChar"/>
          <w:rFonts w:hint="cs"/>
          <w:rtl/>
        </w:rPr>
        <w:t>ياربّ</w:t>
      </w:r>
      <w:r w:rsidRPr="00180FCB">
        <w:rPr>
          <w:rStyle w:val="libArabicChar"/>
          <w:rtl/>
        </w:rPr>
        <w:t xml:space="preserve"> </w:t>
      </w:r>
      <w:r w:rsidRPr="00180FCB">
        <w:rPr>
          <w:rStyle w:val="libArabicChar"/>
          <w:rFonts w:hint="cs"/>
          <w:rtl/>
        </w:rPr>
        <w:t>الى</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يّ</w:t>
      </w:r>
      <w:r w:rsidRPr="00180FCB">
        <w:rPr>
          <w:rStyle w:val="libArabicChar"/>
          <w:rtl/>
        </w:rPr>
        <w:t xml:space="preserve"> </w:t>
      </w:r>
      <w:r w:rsidRPr="00180FCB">
        <w:rPr>
          <w:rStyle w:val="libArabicChar"/>
          <w:rFonts w:hint="cs"/>
          <w:rtl/>
        </w:rPr>
        <w:t>مكان؟</w:t>
      </w:r>
      <w:r w:rsidRPr="00180FCB">
        <w:rPr>
          <w:rStyle w:val="libArabicChar"/>
          <w:rtl/>
        </w:rPr>
        <w:t xml:space="preserve"> </w:t>
      </w:r>
      <w:r w:rsidRPr="00180FCB">
        <w:rPr>
          <w:rStyle w:val="libArabicChar"/>
          <w:rFonts w:hint="cs"/>
          <w:rtl/>
        </w:rPr>
        <w:t>قال</w:t>
      </w:r>
      <w:r w:rsidRPr="00180FCB">
        <w:rPr>
          <w:rStyle w:val="libArabicChar"/>
          <w:rtl/>
        </w:rPr>
        <w:t xml:space="preserve">: </w:t>
      </w:r>
      <w:r w:rsidRPr="00180FCB">
        <w:rPr>
          <w:rStyle w:val="libArabicChar"/>
          <w:rFonts w:hint="cs"/>
          <w:rtl/>
        </w:rPr>
        <w:t>الى</w:t>
      </w:r>
      <w:r w:rsidRPr="00180FCB">
        <w:rPr>
          <w:rStyle w:val="libArabicChar"/>
          <w:rtl/>
        </w:rPr>
        <w:t xml:space="preserve"> </w:t>
      </w:r>
      <w:r w:rsidRPr="00180FCB">
        <w:rPr>
          <w:rStyle w:val="libArabicChar"/>
          <w:rFonts w:hint="cs"/>
          <w:rtl/>
        </w:rPr>
        <w:t>حرمى</w:t>
      </w:r>
      <w:r w:rsidRPr="00180FCB">
        <w:rPr>
          <w:rStyle w:val="libArabicChar"/>
          <w:rtl/>
        </w:rPr>
        <w:t xml:space="preserve"> </w:t>
      </w:r>
      <w:r w:rsidRPr="00180FCB">
        <w:rPr>
          <w:rStyle w:val="libArabicChar"/>
          <w:rFonts w:hint="cs"/>
          <w:rtl/>
        </w:rPr>
        <w:t>و</w:t>
      </w:r>
      <w:r w:rsidRPr="00180FCB">
        <w:rPr>
          <w:rStyle w:val="libArabicChar"/>
          <w:rtl/>
        </w:rPr>
        <w:t xml:space="preserve"> ا مني ...و </w:t>
      </w:r>
      <w:r w:rsidR="00F21947" w:rsidRPr="00B2551F">
        <w:rPr>
          <w:rStyle w:val="libArabicChar"/>
          <w:rFonts w:hint="cs"/>
          <w:rtl/>
        </w:rPr>
        <w:t>ه</w:t>
      </w:r>
      <w:r w:rsidRPr="00180FCB">
        <w:rPr>
          <w:rStyle w:val="libArabicChar"/>
          <w:rFonts w:hint="cs"/>
          <w:rtl/>
        </w:rPr>
        <w:t>ى</w:t>
      </w:r>
      <w:r w:rsidRPr="00180FCB">
        <w:rPr>
          <w:rStyle w:val="libArabicChar"/>
          <w:rtl/>
        </w:rPr>
        <w:t xml:space="preserve"> </w:t>
      </w:r>
      <w:r w:rsidRPr="00180FCB">
        <w:rPr>
          <w:rStyle w:val="libArabicChar"/>
          <w:rFonts w:hint="cs"/>
          <w:rtl/>
        </w:rPr>
        <w:t>مكة</w:t>
      </w:r>
      <w:r w:rsidRPr="00180FCB">
        <w:rPr>
          <w:rStyle w:val="libArabicChar"/>
          <w:rtl/>
        </w:rPr>
        <w:t xml:space="preserve"> </w:t>
      </w:r>
      <w:r w:rsidRPr="00180FCB">
        <w:rPr>
          <w:rStyle w:val="libArabicChar"/>
          <w:rFonts w:hint="cs"/>
          <w:rtl/>
        </w:rPr>
        <w:t>فا</w:t>
      </w:r>
      <w:r w:rsidRPr="00180FCB">
        <w:rPr>
          <w:rStyle w:val="libArabicChar"/>
          <w:rtl/>
        </w:rPr>
        <w:t xml:space="preserve"> </w:t>
      </w:r>
      <w:r w:rsidRPr="00180FCB">
        <w:rPr>
          <w:rStyle w:val="libArabicChar"/>
          <w:rFonts w:hint="cs"/>
          <w:rtl/>
        </w:rPr>
        <w:t>نزل</w:t>
      </w:r>
      <w:r w:rsidRPr="00180FCB">
        <w:rPr>
          <w:rStyle w:val="libArabicChar"/>
          <w:rtl/>
        </w:rPr>
        <w:t xml:space="preserve"> </w:t>
      </w:r>
      <w:r w:rsidRPr="00180FCB">
        <w:rPr>
          <w:rStyle w:val="libArabicChar"/>
          <w:rFonts w:hint="cs"/>
          <w:rtl/>
        </w:rPr>
        <w:t>الله</w:t>
      </w:r>
      <w:r w:rsidRPr="00180FCB">
        <w:rPr>
          <w:rStyle w:val="libArabicChar"/>
          <w:rtl/>
        </w:rPr>
        <w:t xml:space="preserve"> </w:t>
      </w:r>
      <w:r w:rsidRPr="00180FCB">
        <w:rPr>
          <w:rStyle w:val="libArabicChar"/>
          <w:rFonts w:hint="cs"/>
          <w:rtl/>
        </w:rPr>
        <w:t>علي</w:t>
      </w:r>
      <w:r w:rsidR="00120F63" w:rsidRPr="00B2551F">
        <w:rPr>
          <w:rStyle w:val="libArabicChar"/>
          <w:rFonts w:hint="cs"/>
          <w:rtl/>
        </w:rPr>
        <w:t>ه</w:t>
      </w:r>
      <w:r w:rsidRPr="00180FCB">
        <w:rPr>
          <w:rStyle w:val="libArabicChar"/>
          <w:rtl/>
        </w:rPr>
        <w:t xml:space="preserve"> </w:t>
      </w:r>
      <w:r w:rsidRPr="00180FCB">
        <w:rPr>
          <w:rStyle w:val="libArabicChar"/>
          <w:rFonts w:hint="cs"/>
          <w:rtl/>
        </w:rPr>
        <w:t>جبرائيل</w:t>
      </w:r>
      <w:r w:rsidRPr="00180FCB">
        <w:rPr>
          <w:rStyle w:val="libArabicChar"/>
          <w:rtl/>
        </w:rPr>
        <w:t xml:space="preserve"> </w:t>
      </w:r>
      <w:r w:rsidRPr="00180FCB">
        <w:rPr>
          <w:rStyle w:val="libArabicChar"/>
          <w:rFonts w:hint="cs"/>
          <w:rtl/>
        </w:rPr>
        <w:t>بالبراق</w:t>
      </w:r>
      <w:r w:rsidRPr="00180FCB">
        <w:rPr>
          <w:rStyle w:val="libArabicChar"/>
          <w:rtl/>
        </w:rPr>
        <w:t xml:space="preserve"> </w:t>
      </w:r>
      <w:r w:rsidRPr="00180FCB">
        <w:rPr>
          <w:rStyle w:val="libArabicChar"/>
          <w:rFonts w:hint="cs"/>
          <w:rtl/>
        </w:rPr>
        <w:t>فحمل</w:t>
      </w:r>
      <w:r w:rsidRPr="00180FCB">
        <w:rPr>
          <w:rStyle w:val="libArabicChar"/>
          <w:rtl/>
        </w:rPr>
        <w:t xml:space="preserve"> </w:t>
      </w:r>
      <w:r w:rsidR="00F21947" w:rsidRPr="00B2551F">
        <w:rPr>
          <w:rStyle w:val="libArabicChar"/>
          <w:rFonts w:hint="cs"/>
          <w:rtl/>
        </w:rPr>
        <w:t>ه</w:t>
      </w:r>
      <w:r w:rsidRPr="00180FCB">
        <w:rPr>
          <w:rStyle w:val="libArabicChar"/>
          <w:rFonts w:hint="cs"/>
          <w:rtl/>
        </w:rPr>
        <w:t>اجر</w:t>
      </w:r>
      <w:r w:rsidRPr="00180FCB">
        <w:rPr>
          <w:rStyle w:val="libArabicChar"/>
          <w:rtl/>
        </w:rPr>
        <w:t xml:space="preserve"> </w:t>
      </w:r>
      <w:r w:rsidRPr="00180FCB">
        <w:rPr>
          <w:rStyle w:val="libArabicChar"/>
          <w:rFonts w:hint="cs"/>
          <w:rtl/>
        </w:rPr>
        <w:t>واسماعيل</w:t>
      </w:r>
      <w:r w:rsidRPr="00180FCB">
        <w:rPr>
          <w:rStyle w:val="libArabicChar"/>
          <w:rtl/>
        </w:rPr>
        <w:t xml:space="preserve"> ... </w:t>
      </w:r>
      <w:r w:rsidRPr="00180FCB">
        <w:rPr>
          <w:rStyle w:val="libArabicChar"/>
          <w:rFonts w:hint="cs"/>
          <w:rtl/>
        </w:rPr>
        <w:t>فوضع</w:t>
      </w:r>
      <w:r w:rsidR="00120F63" w:rsidRPr="00B2551F">
        <w:rPr>
          <w:rStyle w:val="libArabicChar"/>
          <w:rFonts w:hint="cs"/>
          <w:rtl/>
        </w:rPr>
        <w:t>ه</w:t>
      </w:r>
      <w:r w:rsidRPr="00180FCB">
        <w:rPr>
          <w:rStyle w:val="libArabicChar"/>
          <w:rtl/>
        </w:rPr>
        <w:t xml:space="preserve"> </w:t>
      </w:r>
      <w:r w:rsidRPr="00180FCB">
        <w:rPr>
          <w:rStyle w:val="libArabicChar"/>
          <w:rFonts w:hint="cs"/>
          <w:rtl/>
        </w:rPr>
        <w:t>فى</w:t>
      </w:r>
      <w:r w:rsidRPr="00180FCB">
        <w:rPr>
          <w:rStyle w:val="libArabicChar"/>
          <w:rtl/>
        </w:rPr>
        <w:t xml:space="preserve"> </w:t>
      </w:r>
      <w:r w:rsidRPr="00180FCB">
        <w:rPr>
          <w:rStyle w:val="libArabicChar"/>
          <w:rFonts w:hint="cs"/>
          <w:rtl/>
        </w:rPr>
        <w:t>موضع</w:t>
      </w:r>
      <w:r w:rsidRPr="00180FCB">
        <w:rPr>
          <w:rStyle w:val="libArabicChar"/>
          <w:rtl/>
        </w:rPr>
        <w:t xml:space="preserve"> </w:t>
      </w:r>
      <w:r w:rsidRPr="00180FCB">
        <w:rPr>
          <w:rStyle w:val="libArabicChar"/>
          <w:rFonts w:hint="cs"/>
          <w:rtl/>
        </w:rPr>
        <w:t>البيت</w:t>
      </w:r>
      <w:r w:rsidRPr="00180FCB">
        <w:rPr>
          <w:rStyle w:val="libArabicChar"/>
          <w:rtl/>
        </w:rPr>
        <w:t xml:space="preserve"> ... </w:t>
      </w:r>
      <w:r w:rsidRPr="00180FCB">
        <w:rPr>
          <w:rStyle w:val="libArabicChar"/>
          <w:rFonts w:hint="cs"/>
          <w:rtl/>
        </w:rPr>
        <w:t>فلمّا</w:t>
      </w:r>
      <w:r w:rsidRPr="00180FCB">
        <w:rPr>
          <w:rStyle w:val="libArabicChar"/>
          <w:rtl/>
        </w:rPr>
        <w:t xml:space="preserve"> </w:t>
      </w:r>
      <w:r w:rsidRPr="00180FCB">
        <w:rPr>
          <w:rStyle w:val="libArabicChar"/>
          <w:rFonts w:hint="cs"/>
          <w:rtl/>
        </w:rPr>
        <w:t>سر</w:t>
      </w:r>
      <w:r w:rsidR="00F21947" w:rsidRPr="00B2551F">
        <w:rPr>
          <w:rStyle w:val="libArabicChar"/>
          <w:rFonts w:hint="cs"/>
          <w:rtl/>
        </w:rPr>
        <w:t>هه</w:t>
      </w:r>
      <w:r w:rsidRPr="00180FCB">
        <w:rPr>
          <w:rStyle w:val="libArabicChar"/>
          <w:rFonts w:hint="cs"/>
          <w:rtl/>
        </w:rPr>
        <w:t>م</w:t>
      </w:r>
      <w:r w:rsidRPr="00180FCB">
        <w:rPr>
          <w:rStyle w:val="libArabicChar"/>
          <w:rtl/>
        </w:rPr>
        <w:t xml:space="preserve"> </w:t>
      </w:r>
      <w:r w:rsidRPr="00180FCB">
        <w:rPr>
          <w:rStyle w:val="libArabicChar"/>
          <w:rFonts w:hint="cs"/>
          <w:rtl/>
        </w:rPr>
        <w:t>ابرا</w:t>
      </w:r>
      <w:r w:rsidR="00F21947" w:rsidRPr="00B2551F">
        <w:rPr>
          <w:rStyle w:val="libArabicChar"/>
          <w:rFonts w:hint="cs"/>
          <w:rtl/>
        </w:rPr>
        <w:t>ه</w:t>
      </w:r>
      <w:r w:rsidRPr="00180FCB">
        <w:rPr>
          <w:rStyle w:val="libArabicChar"/>
          <w:rFonts w:hint="cs"/>
          <w:rtl/>
        </w:rPr>
        <w:t>يم</w:t>
      </w:r>
      <w:r w:rsidRPr="00180FCB">
        <w:rPr>
          <w:rStyle w:val="libArabicChar"/>
          <w:rtl/>
        </w:rPr>
        <w:t xml:space="preserve"> </w:t>
      </w:r>
      <w:r w:rsidRPr="00180FCB">
        <w:rPr>
          <w:rStyle w:val="libArabicChar"/>
          <w:rFonts w:hint="cs"/>
          <w:rtl/>
        </w:rPr>
        <w:t>و</w:t>
      </w:r>
      <w:r w:rsidRPr="00180FCB">
        <w:rPr>
          <w:rStyle w:val="libArabicChar"/>
          <w:rtl/>
        </w:rPr>
        <w:t xml:space="preserve"> </w:t>
      </w:r>
      <w:r w:rsidRPr="00180FCB">
        <w:rPr>
          <w:rStyle w:val="libArabicChar"/>
          <w:rFonts w:hint="cs"/>
          <w:rtl/>
        </w:rPr>
        <w:t>و</w:t>
      </w:r>
      <w:r w:rsidRPr="00180FCB">
        <w:rPr>
          <w:rStyle w:val="libArabicChar"/>
          <w:rFonts w:hint="eastAsia"/>
          <w:rtl/>
        </w:rPr>
        <w:t>ضع</w:t>
      </w:r>
      <w:r w:rsidR="00F21947" w:rsidRPr="00B2551F">
        <w:rPr>
          <w:rStyle w:val="libArabicChar"/>
          <w:rFonts w:hint="cs"/>
          <w:rtl/>
        </w:rPr>
        <w:t>ه</w:t>
      </w:r>
      <w:r w:rsidRPr="00180FCB">
        <w:rPr>
          <w:rStyle w:val="libArabicChar"/>
          <w:rFonts w:hint="cs"/>
          <w:rtl/>
        </w:rPr>
        <w:t>م</w:t>
      </w:r>
      <w:r w:rsidRPr="00180FCB">
        <w:rPr>
          <w:rStyle w:val="libArabicChar"/>
          <w:rtl/>
        </w:rPr>
        <w:t xml:space="preserve"> ... ثمّ انصرف عن</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فلمّا</w:t>
      </w:r>
      <w:r w:rsidRPr="00180FCB">
        <w:rPr>
          <w:rStyle w:val="libArabicChar"/>
          <w:rtl/>
        </w:rPr>
        <w:t xml:space="preserve"> </w:t>
      </w:r>
      <w:r w:rsidRPr="00180FCB">
        <w:rPr>
          <w:rStyle w:val="libArabicChar"/>
          <w:rFonts w:hint="cs"/>
          <w:rtl/>
        </w:rPr>
        <w:t>بلغ</w:t>
      </w:r>
      <w:r w:rsidRPr="00180FCB">
        <w:rPr>
          <w:rStyle w:val="libArabicChar"/>
          <w:rtl/>
        </w:rPr>
        <w:t xml:space="preserve"> </w:t>
      </w:r>
      <w:r w:rsidRPr="00180FCB">
        <w:rPr>
          <w:rStyle w:val="libArabicChar"/>
          <w:rFonts w:hint="cs"/>
          <w:rtl/>
        </w:rPr>
        <w:t>كداء</w:t>
      </w:r>
      <w:r w:rsidRPr="00180FCB">
        <w:rPr>
          <w:rStyle w:val="libArabicChar"/>
          <w:rtl/>
        </w:rPr>
        <w:t xml:space="preserve"> </w:t>
      </w:r>
      <w:r w:rsidRPr="00180FCB">
        <w:rPr>
          <w:rStyle w:val="libArabicChar"/>
          <w:rFonts w:hint="cs"/>
          <w:rtl/>
        </w:rPr>
        <w:t>و</w:t>
      </w:r>
      <w:r w:rsidR="00F21947" w:rsidRPr="00B2551F">
        <w:rPr>
          <w:rStyle w:val="libArabicChar"/>
          <w:rFonts w:hint="cs"/>
          <w:rtl/>
        </w:rPr>
        <w:t>ه</w:t>
      </w:r>
      <w:r w:rsidRPr="00180FCB">
        <w:rPr>
          <w:rStyle w:val="libArabicChar"/>
          <w:rFonts w:hint="cs"/>
          <w:rtl/>
        </w:rPr>
        <w:t>وجبل</w:t>
      </w:r>
      <w:r w:rsidRPr="00180FCB">
        <w:rPr>
          <w:rStyle w:val="libArabicChar"/>
          <w:rtl/>
        </w:rPr>
        <w:t xml:space="preserve"> </w:t>
      </w:r>
      <w:r w:rsidRPr="00180FCB">
        <w:rPr>
          <w:rStyle w:val="libArabicChar"/>
          <w:rFonts w:hint="cs"/>
          <w:rtl/>
        </w:rPr>
        <w:t>بذى</w:t>
      </w:r>
      <w:r w:rsidRPr="00180FCB">
        <w:rPr>
          <w:rStyle w:val="libArabicChar"/>
          <w:rtl/>
        </w:rPr>
        <w:t xml:space="preserve"> </w:t>
      </w:r>
      <w:r w:rsidRPr="00180FCB">
        <w:rPr>
          <w:rStyle w:val="libArabicChar"/>
          <w:rFonts w:hint="cs"/>
          <w:rtl/>
        </w:rPr>
        <w:t>طوى</w:t>
      </w:r>
      <w:r w:rsidRPr="00180FCB">
        <w:rPr>
          <w:rStyle w:val="libArabicChar"/>
          <w:rtl/>
        </w:rPr>
        <w:t xml:space="preserve"> </w:t>
      </w:r>
      <w:r w:rsidRPr="00180FCB">
        <w:rPr>
          <w:rStyle w:val="libArabicChar"/>
          <w:rFonts w:hint="cs"/>
          <w:rtl/>
        </w:rPr>
        <w:t>التفت</w:t>
      </w:r>
      <w:r w:rsidRPr="00180FCB">
        <w:rPr>
          <w:rStyle w:val="libArabicChar"/>
          <w:rtl/>
        </w:rPr>
        <w:t xml:space="preserve"> </w:t>
      </w:r>
      <w:r w:rsidRPr="00180FCB">
        <w:rPr>
          <w:rStyle w:val="libArabicChar"/>
          <w:rFonts w:hint="cs"/>
          <w:rtl/>
        </w:rPr>
        <w:t>الي</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ابرا</w:t>
      </w:r>
      <w:r w:rsidR="00F21947" w:rsidRPr="00B2551F">
        <w:rPr>
          <w:rStyle w:val="libArabicChar"/>
          <w:rFonts w:hint="cs"/>
          <w:rtl/>
        </w:rPr>
        <w:t>ه</w:t>
      </w:r>
      <w:r w:rsidRPr="00180FCB">
        <w:rPr>
          <w:rStyle w:val="libArabicChar"/>
          <w:rFonts w:hint="cs"/>
          <w:rtl/>
        </w:rPr>
        <w:t>يم</w:t>
      </w:r>
      <w:r w:rsidRPr="00180FCB">
        <w:rPr>
          <w:rStyle w:val="libArabicChar"/>
          <w:rtl/>
        </w:rPr>
        <w:t xml:space="preserve"> </w:t>
      </w:r>
      <w:r w:rsidRPr="00180FCB">
        <w:rPr>
          <w:rStyle w:val="libArabicChar"/>
          <w:rFonts w:hint="cs"/>
          <w:rtl/>
        </w:rPr>
        <w:t>فقال</w:t>
      </w:r>
      <w:r w:rsidRPr="00180FCB">
        <w:rPr>
          <w:rStyle w:val="libArabicChar"/>
          <w:rtl/>
        </w:rPr>
        <w:t>:''</w:t>
      </w:r>
      <w:r w:rsidRPr="00180FCB">
        <w:rPr>
          <w:rStyle w:val="libArabicChar"/>
          <w:rFonts w:hint="cs"/>
          <w:rtl/>
        </w:rPr>
        <w:t>ربّنا</w:t>
      </w:r>
      <w:r w:rsidRPr="00180FCB">
        <w:rPr>
          <w:rStyle w:val="libArabicChar"/>
          <w:rtl/>
        </w:rPr>
        <w:t xml:space="preserve"> </w:t>
      </w:r>
      <w:r w:rsidRPr="00180FCB">
        <w:rPr>
          <w:rStyle w:val="libArabicChar"/>
          <w:rFonts w:hint="cs"/>
          <w:rtl/>
        </w:rPr>
        <w:t>انى</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سكنت</w:t>
      </w:r>
      <w:r w:rsidRPr="00180FCB">
        <w:rPr>
          <w:rStyle w:val="libArabicChar"/>
          <w:rtl/>
        </w:rPr>
        <w:t xml:space="preserve"> </w:t>
      </w:r>
      <w:r w:rsidRPr="00180FCB">
        <w:rPr>
          <w:rStyle w:val="libArabicChar"/>
          <w:rFonts w:hint="cs"/>
          <w:rtl/>
        </w:rPr>
        <w:t>من</w:t>
      </w:r>
      <w:r w:rsidRPr="00180FCB">
        <w:rPr>
          <w:rStyle w:val="libArabicChar"/>
          <w:rtl/>
        </w:rPr>
        <w:t xml:space="preserve"> </w:t>
      </w:r>
      <w:r w:rsidRPr="00180FCB">
        <w:rPr>
          <w:rStyle w:val="libArabicChar"/>
          <w:rFonts w:hint="cs"/>
          <w:rtl/>
        </w:rPr>
        <w:t>ذرّيتى</w:t>
      </w:r>
      <w:r w:rsidRPr="00180FCB">
        <w:rPr>
          <w:rStyle w:val="libArabicChar"/>
          <w:rtl/>
        </w:rPr>
        <w:t xml:space="preserve"> </w:t>
      </w:r>
      <w:r w:rsidRPr="00180FCB">
        <w:rPr>
          <w:rStyle w:val="libArabicChar"/>
          <w:rFonts w:hint="cs"/>
          <w:rtl/>
        </w:rPr>
        <w:t>بواد</w:t>
      </w:r>
      <w:r w:rsidRPr="00180FCB">
        <w:rPr>
          <w:rStyle w:val="libArabicChar"/>
          <w:rtl/>
        </w:rPr>
        <w:t xml:space="preserve"> </w:t>
      </w:r>
      <w:r w:rsidRPr="00180FCB">
        <w:rPr>
          <w:rStyle w:val="libArabicChar"/>
          <w:rFonts w:hint="cs"/>
          <w:rtl/>
        </w:rPr>
        <w:t>غيرذى</w:t>
      </w:r>
      <w:r w:rsidRPr="00180FCB">
        <w:rPr>
          <w:rStyle w:val="libArabicChar"/>
          <w:rtl/>
        </w:rPr>
        <w:t xml:space="preserve"> </w:t>
      </w:r>
      <w:r w:rsidRPr="00180FCB">
        <w:rPr>
          <w:rStyle w:val="libArabicChar"/>
          <w:rFonts w:hint="cs"/>
          <w:rtl/>
        </w:rPr>
        <w:t>زرع</w:t>
      </w:r>
      <w:r w:rsidRPr="00180FCB">
        <w:rPr>
          <w:rStyle w:val="libArabicChar"/>
          <w:rtl/>
        </w:rPr>
        <w:t xml:space="preserve"> </w:t>
      </w:r>
      <w:r w:rsidRPr="00180FCB">
        <w:rPr>
          <w:rStyle w:val="libArabicChar"/>
          <w:rFonts w:hint="cs"/>
          <w:rtl/>
        </w:rPr>
        <w:t>عند</w:t>
      </w:r>
      <w:r w:rsidRPr="00180FCB">
        <w:rPr>
          <w:rStyle w:val="libArabicChar"/>
          <w:rtl/>
        </w:rPr>
        <w:t xml:space="preserve"> </w:t>
      </w:r>
      <w:r w:rsidRPr="00180FCB">
        <w:rPr>
          <w:rStyle w:val="libArabicChar"/>
          <w:rFonts w:hint="cs"/>
          <w:rtl/>
        </w:rPr>
        <w:t>بيتك</w:t>
      </w:r>
      <w:r w:rsidRPr="00180FCB">
        <w:rPr>
          <w:rStyle w:val="libArabicChar"/>
          <w:rtl/>
        </w:rPr>
        <w:t xml:space="preserve"> </w:t>
      </w:r>
      <w:r w:rsidRPr="00180FCB">
        <w:rPr>
          <w:rStyle w:val="libArabicChar"/>
          <w:rFonts w:hint="cs"/>
          <w:rtl/>
        </w:rPr>
        <w:t>الم</w:t>
      </w:r>
      <w:r w:rsidRPr="00180FCB">
        <w:rPr>
          <w:rStyle w:val="libArabicChar"/>
          <w:rtl/>
        </w:rPr>
        <w:t>حرّم ...''</w:t>
      </w:r>
      <w:r>
        <w:rPr>
          <w:rtl/>
        </w:rPr>
        <w:t>;</w:t>
      </w:r>
      <w:r w:rsidRPr="00180FCB">
        <w:rPr>
          <w:rStyle w:val="libFootnotenumChar"/>
          <w:rtl/>
        </w:rPr>
        <w:t xml:space="preserve">(1) </w:t>
      </w:r>
      <w:r>
        <w:rPr>
          <w:rtl/>
        </w:rPr>
        <w:t xml:space="preserve">حضرت امام جعفر صادق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فرمايا:جب حضرت ابراہيم </w:t>
      </w:r>
      <w:r w:rsidR="00367F17" w:rsidRPr="00367F17">
        <w:rPr>
          <w:rStyle w:val="libAlaemChar"/>
          <w:rtl/>
        </w:rPr>
        <w:t xml:space="preserve"> عليه‌السلام </w:t>
      </w:r>
      <w:r>
        <w:rPr>
          <w:rtl/>
        </w:rPr>
        <w:t xml:space="preserve"> نے شام كے صحرا ء مي</w:t>
      </w:r>
      <w:r w:rsidR="00083993">
        <w:rPr>
          <w:rtl/>
        </w:rPr>
        <w:t xml:space="preserve">ں </w:t>
      </w:r>
      <w:r>
        <w:rPr>
          <w:rtl/>
        </w:rPr>
        <w:t>سكونت اخت</w:t>
      </w:r>
      <w:r>
        <w:rPr>
          <w:rFonts w:hint="eastAsia"/>
          <w:rtl/>
        </w:rPr>
        <w:t>يار</w:t>
      </w:r>
      <w:r>
        <w:rPr>
          <w:rtl/>
        </w:rPr>
        <w:t xml:space="preserve"> كى اور ہاجرہ سے انكے فرزنداسماعيل </w:t>
      </w:r>
      <w:r w:rsidR="00367F17" w:rsidRPr="00367F17">
        <w:rPr>
          <w:rStyle w:val="libAlaemChar"/>
          <w:rtl/>
        </w:rPr>
        <w:t xml:space="preserve"> عليه‌السلام </w:t>
      </w:r>
      <w:r>
        <w:rPr>
          <w:rtl/>
        </w:rPr>
        <w:t xml:space="preserve"> متولد ہوئے ...پس خدا وند متعال نے انہي</w:t>
      </w:r>
      <w:r w:rsidR="00083993">
        <w:rPr>
          <w:rtl/>
        </w:rPr>
        <w:t xml:space="preserve">ں </w:t>
      </w:r>
      <w:r>
        <w:rPr>
          <w:rtl/>
        </w:rPr>
        <w:t>وحى كى ...پھر انہي</w:t>
      </w:r>
      <w:r w:rsidR="00083993">
        <w:rPr>
          <w:rtl/>
        </w:rPr>
        <w:t xml:space="preserve">ں </w:t>
      </w:r>
      <w:r>
        <w:rPr>
          <w:rtl/>
        </w:rPr>
        <w:t xml:space="preserve">حكم ديا كہ اسماعيل </w:t>
      </w:r>
      <w:r w:rsidR="00367F17" w:rsidRPr="00367F17">
        <w:rPr>
          <w:rStyle w:val="libAlaemChar"/>
          <w:rtl/>
        </w:rPr>
        <w:t xml:space="preserve"> عليه‌السلام </w:t>
      </w:r>
      <w:r>
        <w:rPr>
          <w:rtl/>
        </w:rPr>
        <w:t xml:space="preserve"> اور ان كى والدہ كو اس صحراء سے نكالي</w:t>
      </w:r>
      <w:r w:rsidR="00083993">
        <w:rPr>
          <w:rtl/>
        </w:rPr>
        <w:t xml:space="preserve">ں </w:t>
      </w:r>
      <w:r>
        <w:rPr>
          <w:rtl/>
        </w:rPr>
        <w:t xml:space="preserve">_پس ابراہيم </w:t>
      </w:r>
      <w:r w:rsidR="00367F17" w:rsidRPr="00367F17">
        <w:rPr>
          <w:rStyle w:val="libAlaemChar"/>
          <w:rtl/>
        </w:rPr>
        <w:t xml:space="preserve"> عليه‌السلام </w:t>
      </w:r>
      <w:r>
        <w:rPr>
          <w:rtl/>
        </w:rPr>
        <w:t xml:space="preserve"> نے فرمايا:اے ميرے پروردگار ان كو كس جگہ لے جائو</w:t>
      </w:r>
      <w:r w:rsidR="00083993">
        <w:rPr>
          <w:rtl/>
        </w:rPr>
        <w:t xml:space="preserve">ں </w:t>
      </w:r>
      <w:r>
        <w:rPr>
          <w:rtl/>
        </w:rPr>
        <w:t xml:space="preserve">؟خداوند نے فرمايا:ميرے حرمت </w:t>
      </w:r>
      <w:r>
        <w:rPr>
          <w:rFonts w:hint="eastAsia"/>
          <w:rtl/>
        </w:rPr>
        <w:t>والے</w:t>
      </w:r>
      <w:r>
        <w:rPr>
          <w:rtl/>
        </w:rPr>
        <w:t xml:space="preserve"> گھر كى طرف ...اور وہ مكہ ہے_ پس خداوند متعال نے ان پر حضرت جبرائيل </w:t>
      </w:r>
      <w:r w:rsidR="00367F17" w:rsidRPr="00367F17">
        <w:rPr>
          <w:rStyle w:val="libAlaemChar"/>
          <w:rtl/>
        </w:rPr>
        <w:t xml:space="preserve"> عليه‌السلام </w:t>
      </w:r>
      <w:r>
        <w:rPr>
          <w:rtl/>
        </w:rPr>
        <w:t xml:space="preserve"> كو براق (اسمانى سواري) كے ساتھ نازل كيا _ پھر انہو</w:t>
      </w:r>
      <w:r w:rsidR="00083993">
        <w:rPr>
          <w:rtl/>
        </w:rPr>
        <w:t xml:space="preserve">ں </w:t>
      </w:r>
      <w:r>
        <w:rPr>
          <w:rtl/>
        </w:rPr>
        <w:t xml:space="preserve">نے ہاجرہ و اسماعيل </w:t>
      </w:r>
      <w:r w:rsidR="00367F17" w:rsidRPr="00367F17">
        <w:rPr>
          <w:rStyle w:val="libAlaemChar"/>
          <w:rtl/>
        </w:rPr>
        <w:t xml:space="preserve"> عليه‌السلام </w:t>
      </w:r>
      <w:r>
        <w:rPr>
          <w:rtl/>
        </w:rPr>
        <w:t xml:space="preserve"> كوسوار كيا _پس ان كو مقام بيت (كعبہ) پر اتارا ...پھرجب ابراہيم </w:t>
      </w:r>
      <w:r w:rsidR="00367F17" w:rsidRPr="00367F17">
        <w:rPr>
          <w:rStyle w:val="libAlaemChar"/>
          <w:rtl/>
        </w:rPr>
        <w:t xml:space="preserve"> عليه‌السلام </w:t>
      </w:r>
      <w:r>
        <w:rPr>
          <w:rtl/>
        </w:rPr>
        <w:t xml:space="preserve"> نے انہي</w:t>
      </w:r>
      <w:r w:rsidR="00083993">
        <w:rPr>
          <w:rtl/>
        </w:rPr>
        <w:t xml:space="preserve">ں </w:t>
      </w:r>
      <w:r>
        <w:rPr>
          <w:rtl/>
        </w:rPr>
        <w:t xml:space="preserve">مستقر كر ديا ...اس كے بعد وہ </w:t>
      </w:r>
      <w:r>
        <w:rPr>
          <w:rFonts w:hint="eastAsia"/>
          <w:rtl/>
        </w:rPr>
        <w:t>ان</w:t>
      </w:r>
      <w:r>
        <w:rPr>
          <w:rtl/>
        </w:rPr>
        <w:t xml:space="preserve"> سے جدا ہو كر واپس اگئے ...پھر جب وہ (ذى طوى كے علاقے مي</w:t>
      </w:r>
      <w:r w:rsidR="00083993">
        <w:rPr>
          <w:rtl/>
        </w:rPr>
        <w:t xml:space="preserve">ں </w:t>
      </w:r>
      <w:r>
        <w:rPr>
          <w:rtl/>
        </w:rPr>
        <w:t>موجودايك پہاڑ) ''كدائ''تك پہنچے تو ان كى طرف متوجہ ہو كر فرمايا:''ربّنا انى ا سكنت من ذرّيتى بواد غيرذى زرع عند بيتك المحرّم ...''_</w:t>
      </w:r>
    </w:p>
    <w:p w:rsidR="001F628F" w:rsidRDefault="001F628F" w:rsidP="001F628F">
      <w:pPr>
        <w:pStyle w:val="libNormal"/>
        <w:rPr>
          <w:rtl/>
        </w:rPr>
      </w:pPr>
      <w:r>
        <w:rPr>
          <w:rtl/>
        </w:rPr>
        <w:t>19_</w:t>
      </w:r>
      <w:r w:rsidRPr="00180FCB">
        <w:rPr>
          <w:rStyle w:val="libArabicChar"/>
          <w:rtl/>
        </w:rPr>
        <w:t>''عن ا بى جعفر</w:t>
      </w:r>
      <w:r w:rsidR="00367F17" w:rsidRPr="00367F17">
        <w:rPr>
          <w:rStyle w:val="libAlaemChar"/>
          <w:rtl/>
        </w:rPr>
        <w:t xml:space="preserve"> عليه‌السلام </w:t>
      </w:r>
      <w:r w:rsidRPr="00180FCB">
        <w:rPr>
          <w:rStyle w:val="libArabicChar"/>
          <w:rtl/>
        </w:rPr>
        <w:t xml:space="preserve"> فى قول الله : ''انى ا سكنت من ذرّيتي ...''قال: ...نحن </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ونحن</w:t>
      </w:r>
      <w:r w:rsidRPr="00180FCB">
        <w:rPr>
          <w:rStyle w:val="libArabicChar"/>
          <w:rtl/>
        </w:rPr>
        <w:t xml:space="preserve"> </w:t>
      </w:r>
      <w:r w:rsidRPr="00180FCB">
        <w:rPr>
          <w:rStyle w:val="libArabicChar"/>
          <w:rFonts w:hint="cs"/>
          <w:rtl/>
        </w:rPr>
        <w:t>بقية</w:t>
      </w:r>
      <w:r w:rsidRPr="00180FCB">
        <w:rPr>
          <w:rStyle w:val="libArabicChar"/>
          <w:rtl/>
        </w:rPr>
        <w:t xml:space="preserve"> </w:t>
      </w:r>
      <w:r w:rsidRPr="00180FCB">
        <w:rPr>
          <w:rStyle w:val="libArabicChar"/>
          <w:rFonts w:hint="cs"/>
          <w:rtl/>
        </w:rPr>
        <w:t>تلك</w:t>
      </w:r>
      <w:r w:rsidRPr="00180FCB">
        <w:rPr>
          <w:rStyle w:val="libArabicChar"/>
          <w:rtl/>
        </w:rPr>
        <w:t xml:space="preserve"> </w:t>
      </w:r>
      <w:r w:rsidRPr="00180FCB">
        <w:rPr>
          <w:rStyle w:val="libArabicChar"/>
          <w:rFonts w:hint="cs"/>
          <w:rtl/>
        </w:rPr>
        <w:t>الذرية</w:t>
      </w:r>
      <w:r>
        <w:rPr>
          <w:rtl/>
        </w:rPr>
        <w:t>;</w:t>
      </w:r>
      <w:r w:rsidRPr="00180FCB">
        <w:rPr>
          <w:rStyle w:val="libFootnotenumChar"/>
          <w:rtl/>
        </w:rPr>
        <w:t>(2)</w:t>
      </w:r>
      <w:r>
        <w:rPr>
          <w:rtl/>
        </w:rPr>
        <w:t xml:space="preserve"> حضرت امام محمد باقر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خدا كے اس كلام ''انى ا سكنت من ذرّيتي ...'' كے بارے مي</w:t>
      </w:r>
      <w:r w:rsidR="00083993">
        <w:rPr>
          <w:rtl/>
        </w:rPr>
        <w:t xml:space="preserve">ں </w:t>
      </w:r>
      <w:r>
        <w:rPr>
          <w:rtl/>
        </w:rPr>
        <w:t>فرمايا:ہم ان مي</w:t>
      </w:r>
      <w:r w:rsidR="00083993">
        <w:rPr>
          <w:rtl/>
        </w:rPr>
        <w:t xml:space="preserve">ں </w:t>
      </w:r>
      <w:r>
        <w:rPr>
          <w:rtl/>
        </w:rPr>
        <w:t>سے ہي</w:t>
      </w:r>
      <w:r w:rsidR="00083993">
        <w:rPr>
          <w:rtl/>
        </w:rPr>
        <w:t xml:space="preserve">ں </w:t>
      </w:r>
      <w:r>
        <w:rPr>
          <w:rtl/>
        </w:rPr>
        <w:t>اور ہم اس نسل سے باقى بچن</w:t>
      </w:r>
      <w:r>
        <w:rPr>
          <w:rFonts w:hint="eastAsia"/>
          <w:rtl/>
        </w:rPr>
        <w:t>ے</w:t>
      </w:r>
      <w:r>
        <w:rPr>
          <w:rtl/>
        </w:rPr>
        <w:t xml:space="preserve"> والو</w:t>
      </w:r>
      <w:r w:rsidR="00083993">
        <w:rPr>
          <w:rtl/>
        </w:rPr>
        <w:t xml:space="preserve">ں </w:t>
      </w:r>
      <w:r>
        <w:rPr>
          <w:rtl/>
        </w:rPr>
        <w:t>مي</w:t>
      </w:r>
      <w:r w:rsidR="00083993">
        <w:rPr>
          <w:rtl/>
        </w:rPr>
        <w:t xml:space="preserve">ں </w:t>
      </w:r>
      <w:r>
        <w:rPr>
          <w:rtl/>
        </w:rPr>
        <w:t>سے ہي</w:t>
      </w:r>
      <w:r w:rsidR="00083993">
        <w:rPr>
          <w:rtl/>
        </w:rPr>
        <w:t xml:space="preserve">ں </w:t>
      </w:r>
      <w:r>
        <w:rPr>
          <w:rtl/>
        </w:rPr>
        <w:t>_</w:t>
      </w:r>
    </w:p>
    <w:p w:rsidR="001F628F" w:rsidRDefault="001F628F" w:rsidP="00F13D79">
      <w:pPr>
        <w:pStyle w:val="libNormal"/>
        <w:rPr>
          <w:rtl/>
        </w:rPr>
      </w:pPr>
      <w:r>
        <w:rPr>
          <w:rtl/>
        </w:rPr>
        <w:t>20_</w:t>
      </w:r>
      <w:r w:rsidRPr="00180FCB">
        <w:rPr>
          <w:rStyle w:val="libArabicChar"/>
          <w:rtl/>
        </w:rPr>
        <w:t xml:space="preserve">''عن ا بى الحسن موسى بن جعفر </w:t>
      </w:r>
      <w:r w:rsidR="00367F17" w:rsidRPr="00367F17">
        <w:rPr>
          <w:rStyle w:val="libAlaemChar"/>
          <w:rtl/>
        </w:rPr>
        <w:t xml:space="preserve"> عليه‌السلام </w:t>
      </w:r>
      <w:r w:rsidRPr="00180FCB">
        <w:rPr>
          <w:rStyle w:val="libArabicChar"/>
          <w:rtl/>
        </w:rPr>
        <w:t xml:space="preserve"> قال : ان ابرا</w:t>
      </w:r>
      <w:r w:rsidR="00F21947" w:rsidRPr="00B2551F">
        <w:rPr>
          <w:rStyle w:val="libArabicChar"/>
          <w:rFonts w:hint="cs"/>
          <w:rtl/>
        </w:rPr>
        <w:t>ه</w:t>
      </w:r>
      <w:r w:rsidRPr="00180FCB">
        <w:rPr>
          <w:rStyle w:val="libArabicChar"/>
          <w:rFonts w:hint="cs"/>
          <w:rtl/>
        </w:rPr>
        <w:t>يم</w:t>
      </w:r>
      <w:r w:rsidRPr="00180FCB">
        <w:rPr>
          <w:rStyle w:val="libArabicChar"/>
          <w:rtl/>
        </w:rPr>
        <w:t xml:space="preserve"> </w:t>
      </w:r>
      <w:r w:rsidR="00367F17" w:rsidRPr="00367F17">
        <w:rPr>
          <w:rStyle w:val="libAlaemChar"/>
          <w:rtl/>
        </w:rPr>
        <w:t xml:space="preserve"> عليه‌السلام </w:t>
      </w:r>
      <w:r w:rsidRPr="00180FCB">
        <w:rPr>
          <w:rStyle w:val="libArabicChar"/>
          <w:rtl/>
        </w:rPr>
        <w:t xml:space="preserve"> </w:t>
      </w:r>
      <w:r w:rsidRPr="00180FCB">
        <w:rPr>
          <w:rStyle w:val="libArabicChar"/>
          <w:rFonts w:hint="cs"/>
          <w:rtl/>
        </w:rPr>
        <w:t>لمّا</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سكن</w:t>
      </w:r>
      <w:r w:rsidRPr="00180FCB">
        <w:rPr>
          <w:rStyle w:val="libArabicChar"/>
          <w:rtl/>
        </w:rPr>
        <w:t xml:space="preserve"> </w:t>
      </w:r>
      <w:r w:rsidRPr="00180FCB">
        <w:rPr>
          <w:rStyle w:val="libArabicChar"/>
          <w:rFonts w:hint="cs"/>
          <w:rtl/>
        </w:rPr>
        <w:t>اسماعيل</w:t>
      </w:r>
      <w:r w:rsidR="00367F17" w:rsidRPr="00367F17">
        <w:rPr>
          <w:rStyle w:val="libAlaemChar"/>
          <w:rtl/>
        </w:rPr>
        <w:t xml:space="preserve"> عليه‌السلام </w:t>
      </w:r>
      <w:r w:rsidRPr="00180FCB">
        <w:rPr>
          <w:rStyle w:val="libArabicChar"/>
          <w:rtl/>
        </w:rPr>
        <w:t xml:space="preserve"> </w:t>
      </w:r>
      <w:r w:rsidRPr="00180FCB">
        <w:rPr>
          <w:rStyle w:val="libArabicChar"/>
          <w:rFonts w:hint="cs"/>
          <w:rtl/>
        </w:rPr>
        <w:t>و</w:t>
      </w:r>
      <w:r w:rsidRPr="00180FCB">
        <w:rPr>
          <w:rStyle w:val="libArabicChar"/>
          <w:rtl/>
        </w:rPr>
        <w:t xml:space="preserve"> </w:t>
      </w:r>
      <w:r w:rsidR="00F21947" w:rsidRPr="00B2551F">
        <w:rPr>
          <w:rStyle w:val="libArabicChar"/>
          <w:rFonts w:hint="cs"/>
          <w:rtl/>
        </w:rPr>
        <w:t>ه</w:t>
      </w:r>
      <w:r w:rsidRPr="00180FCB">
        <w:rPr>
          <w:rStyle w:val="libArabicChar"/>
          <w:rFonts w:hint="cs"/>
          <w:rtl/>
        </w:rPr>
        <w:t>اجر</w:t>
      </w:r>
      <w:r w:rsidRPr="00180FCB">
        <w:rPr>
          <w:rStyle w:val="libArabicChar"/>
          <w:rtl/>
        </w:rPr>
        <w:t xml:space="preserve"> </w:t>
      </w:r>
      <w:r w:rsidRPr="00180FCB">
        <w:rPr>
          <w:rStyle w:val="libArabicChar"/>
          <w:rFonts w:hint="cs"/>
          <w:rtl/>
        </w:rPr>
        <w:t>مكة</w:t>
      </w:r>
      <w:r w:rsidRPr="00180FCB">
        <w:rPr>
          <w:rStyle w:val="libArabicChar"/>
          <w:rtl/>
        </w:rPr>
        <w:t xml:space="preserve"> ...</w:t>
      </w:r>
      <w:r w:rsidRPr="00180FCB">
        <w:rPr>
          <w:rStyle w:val="libArabicChar"/>
          <w:rFonts w:hint="cs"/>
          <w:rtl/>
        </w:rPr>
        <w:t>قال</w:t>
      </w:r>
      <w:r w:rsidRPr="00180FCB">
        <w:rPr>
          <w:rStyle w:val="libArabicChar"/>
          <w:rtl/>
        </w:rPr>
        <w:t xml:space="preserve"> : ''</w:t>
      </w:r>
      <w:r w:rsidRPr="00180FCB">
        <w:rPr>
          <w:rStyle w:val="libArabicChar"/>
          <w:rFonts w:hint="cs"/>
          <w:rtl/>
        </w:rPr>
        <w:t>اللّ</w:t>
      </w:r>
      <w:r w:rsidR="00F21947" w:rsidRPr="00B2551F">
        <w:rPr>
          <w:rStyle w:val="libArabicChar"/>
          <w:rFonts w:hint="cs"/>
          <w:rtl/>
        </w:rPr>
        <w:t>ه</w:t>
      </w:r>
      <w:r w:rsidRPr="00180FCB">
        <w:rPr>
          <w:rStyle w:val="libArabicChar"/>
          <w:rFonts w:hint="cs"/>
          <w:rtl/>
        </w:rPr>
        <w:t>م</w:t>
      </w:r>
      <w:r w:rsidRPr="00180FCB">
        <w:rPr>
          <w:rStyle w:val="libArabicChar"/>
          <w:rtl/>
        </w:rPr>
        <w:t xml:space="preserve"> </w:t>
      </w:r>
      <w:r w:rsidRPr="00180FCB">
        <w:rPr>
          <w:rStyle w:val="libArabicChar"/>
          <w:rFonts w:hint="cs"/>
          <w:rtl/>
        </w:rPr>
        <w:t>انى</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سكنت</w:t>
      </w:r>
      <w:r w:rsidRPr="00180FCB">
        <w:rPr>
          <w:rStyle w:val="libArabicChar"/>
          <w:rtl/>
        </w:rPr>
        <w:t xml:space="preserve"> </w:t>
      </w:r>
      <w:r w:rsidRPr="00180FCB">
        <w:rPr>
          <w:rStyle w:val="libArabicChar"/>
          <w:rFonts w:hint="cs"/>
          <w:rtl/>
        </w:rPr>
        <w:t>من</w:t>
      </w:r>
      <w:r w:rsidRPr="00180FCB">
        <w:rPr>
          <w:rStyle w:val="libArabicChar"/>
          <w:rtl/>
        </w:rPr>
        <w:t xml:space="preserve"> </w:t>
      </w:r>
      <w:r w:rsidRPr="00180FCB">
        <w:rPr>
          <w:rStyle w:val="libArabicChar"/>
          <w:rFonts w:hint="cs"/>
          <w:rtl/>
        </w:rPr>
        <w:t>ذرّيتى</w:t>
      </w:r>
      <w:r w:rsidRPr="00180FCB">
        <w:rPr>
          <w:rStyle w:val="libArabicChar"/>
          <w:rtl/>
        </w:rPr>
        <w:t xml:space="preserve"> </w:t>
      </w:r>
      <w:r w:rsidRPr="00180FCB">
        <w:rPr>
          <w:rStyle w:val="libArabicChar"/>
          <w:rFonts w:hint="cs"/>
          <w:rtl/>
        </w:rPr>
        <w:t>بواد</w:t>
      </w:r>
      <w:r w:rsidRPr="00180FCB">
        <w:rPr>
          <w:rStyle w:val="libArabicChar"/>
          <w:rtl/>
        </w:rPr>
        <w:t xml:space="preserve"> </w:t>
      </w:r>
      <w:r w:rsidRPr="00180FCB">
        <w:rPr>
          <w:rStyle w:val="libArabicChar"/>
          <w:rFonts w:hint="cs"/>
          <w:rtl/>
        </w:rPr>
        <w:t>غيرذى</w:t>
      </w:r>
      <w:r w:rsidRPr="00180FCB">
        <w:rPr>
          <w:rStyle w:val="libArabicChar"/>
          <w:rtl/>
        </w:rPr>
        <w:t xml:space="preserve"> </w:t>
      </w:r>
      <w:r w:rsidRPr="00180FCB">
        <w:rPr>
          <w:rStyle w:val="libArabicChar"/>
          <w:rFonts w:hint="cs"/>
          <w:rtl/>
        </w:rPr>
        <w:t>زرع</w:t>
      </w:r>
      <w:r w:rsidRPr="00180FCB">
        <w:rPr>
          <w:rStyle w:val="libArabicChar"/>
          <w:rtl/>
        </w:rPr>
        <w:t xml:space="preserve"> </w:t>
      </w:r>
      <w:r w:rsidRPr="00180FCB">
        <w:rPr>
          <w:rStyle w:val="libArabicChar"/>
          <w:rFonts w:hint="cs"/>
          <w:rtl/>
        </w:rPr>
        <w:t>عند</w:t>
      </w:r>
      <w:r w:rsidRPr="00180FCB">
        <w:rPr>
          <w:rStyle w:val="libArabicChar"/>
          <w:rtl/>
        </w:rPr>
        <w:t xml:space="preserve"> </w:t>
      </w:r>
      <w:r w:rsidRPr="00180FCB">
        <w:rPr>
          <w:rStyle w:val="libArabicChar"/>
          <w:rFonts w:hint="cs"/>
          <w:rtl/>
        </w:rPr>
        <w:t>بيتك</w:t>
      </w:r>
      <w:r w:rsidRPr="00180FCB">
        <w:rPr>
          <w:rStyle w:val="libArabicChar"/>
          <w:rtl/>
        </w:rPr>
        <w:t xml:space="preserve"> </w:t>
      </w:r>
      <w:r w:rsidRPr="00180FCB">
        <w:rPr>
          <w:rStyle w:val="libArabicChar"/>
          <w:rFonts w:hint="cs"/>
          <w:rtl/>
        </w:rPr>
        <w:t>المحرّم</w:t>
      </w:r>
      <w:r w:rsidRPr="00180FCB">
        <w:rPr>
          <w:rStyle w:val="libArabicChar"/>
          <w:rtl/>
        </w:rPr>
        <w:t xml:space="preserve"> ... </w:t>
      </w:r>
      <w:r w:rsidRPr="00180FCB">
        <w:rPr>
          <w:rStyle w:val="libArabicChar"/>
          <w:rFonts w:hint="cs"/>
          <w:rtl/>
        </w:rPr>
        <w:t>فاجعل</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فئدة</w:t>
      </w:r>
      <w:r w:rsidRPr="00180FCB">
        <w:rPr>
          <w:rStyle w:val="libArabicChar"/>
          <w:rtl/>
        </w:rPr>
        <w:t xml:space="preserve"> من الناس ت</w:t>
      </w:r>
      <w:r w:rsidR="00F21947" w:rsidRPr="00B2551F">
        <w:rPr>
          <w:rStyle w:val="libArabicChar"/>
          <w:rFonts w:hint="cs"/>
          <w:rtl/>
        </w:rPr>
        <w:t>ه</w:t>
      </w:r>
      <w:r w:rsidRPr="00180FCB">
        <w:rPr>
          <w:rStyle w:val="libArabicChar"/>
          <w:rFonts w:hint="cs"/>
          <w:rtl/>
        </w:rPr>
        <w:t>وى</w:t>
      </w:r>
      <w:r w:rsidRPr="00180FCB">
        <w:rPr>
          <w:rStyle w:val="libArabicChar"/>
          <w:rtl/>
        </w:rPr>
        <w:t xml:space="preserve"> </w:t>
      </w:r>
      <w:r w:rsidRPr="00180FCB">
        <w:rPr>
          <w:rStyle w:val="libArabicChar"/>
          <w:rFonts w:hint="cs"/>
          <w:rtl/>
        </w:rPr>
        <w:t>الي</w:t>
      </w:r>
      <w:r w:rsidR="00F21947" w:rsidRPr="00B2551F">
        <w:rPr>
          <w:rStyle w:val="libArabicChar"/>
          <w:rFonts w:hint="cs"/>
          <w:rtl/>
        </w:rPr>
        <w:t>ه</w:t>
      </w:r>
      <w:r w:rsidRPr="00180FCB">
        <w:rPr>
          <w:rStyle w:val="libArabicChar"/>
          <w:rFonts w:hint="cs"/>
          <w:rtl/>
        </w:rPr>
        <w:t>م</w:t>
      </w:r>
      <w:r w:rsidRPr="00180FCB">
        <w:rPr>
          <w:rStyle w:val="libArabicChar"/>
          <w:rtl/>
        </w:rPr>
        <w:t xml:space="preserve"> ...'' </w:t>
      </w:r>
      <w:r w:rsidRPr="00180FCB">
        <w:rPr>
          <w:rStyle w:val="libArabicChar"/>
          <w:rFonts w:hint="cs"/>
          <w:rtl/>
        </w:rPr>
        <w:t>فا</w:t>
      </w:r>
      <w:r w:rsidRPr="00180FCB">
        <w:rPr>
          <w:rStyle w:val="libArabicChar"/>
          <w:rtl/>
        </w:rPr>
        <w:t xml:space="preserve"> </w:t>
      </w:r>
      <w:r w:rsidRPr="00180FCB">
        <w:rPr>
          <w:rStyle w:val="libArabicChar"/>
          <w:rFonts w:hint="cs"/>
          <w:rtl/>
        </w:rPr>
        <w:t>وحى</w:t>
      </w:r>
      <w:r w:rsidRPr="00180FCB">
        <w:rPr>
          <w:rStyle w:val="libArabicChar"/>
          <w:rtl/>
        </w:rPr>
        <w:t xml:space="preserve"> </w:t>
      </w:r>
      <w:r w:rsidRPr="00180FCB">
        <w:rPr>
          <w:rStyle w:val="libArabicChar"/>
          <w:rFonts w:hint="cs"/>
          <w:rtl/>
        </w:rPr>
        <w:t>الله</w:t>
      </w:r>
      <w:r w:rsidRPr="00180FCB">
        <w:rPr>
          <w:rStyle w:val="libArabicChar"/>
          <w:rtl/>
        </w:rPr>
        <w:t xml:space="preserve"> </w:t>
      </w:r>
      <w:r w:rsidRPr="00180FCB">
        <w:rPr>
          <w:rStyle w:val="libArabicChar"/>
          <w:rFonts w:hint="cs"/>
          <w:rtl/>
        </w:rPr>
        <w:t>الى</w:t>
      </w:r>
      <w:r w:rsidRPr="00180FCB">
        <w:rPr>
          <w:rStyle w:val="libArabicChar"/>
          <w:rtl/>
        </w:rPr>
        <w:t xml:space="preserve"> </w:t>
      </w:r>
      <w:r w:rsidRPr="00180FCB">
        <w:rPr>
          <w:rStyle w:val="libArabicChar"/>
          <w:rFonts w:hint="cs"/>
          <w:rtl/>
        </w:rPr>
        <w:t>ابرا</w:t>
      </w:r>
      <w:r w:rsidR="00F21947" w:rsidRPr="00B2551F">
        <w:rPr>
          <w:rStyle w:val="libArabicChar"/>
          <w:rFonts w:hint="cs"/>
          <w:rtl/>
        </w:rPr>
        <w:t>ه</w:t>
      </w:r>
      <w:r w:rsidRPr="00180FCB">
        <w:rPr>
          <w:rStyle w:val="libArabicChar"/>
          <w:rFonts w:hint="cs"/>
          <w:rtl/>
        </w:rPr>
        <w:t>يم</w:t>
      </w:r>
      <w:r w:rsidRPr="00180FCB">
        <w:rPr>
          <w:rStyle w:val="libArabicChar"/>
          <w:rtl/>
        </w:rPr>
        <w:t xml:space="preserve"> </w:t>
      </w:r>
      <w:r w:rsidRPr="00180FCB">
        <w:rPr>
          <w:rStyle w:val="libArabicChar"/>
          <w:rFonts w:hint="cs"/>
          <w:rtl/>
        </w:rPr>
        <w:t>عن</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صعد</w:t>
      </w:r>
      <w:r w:rsidRPr="00180FCB">
        <w:rPr>
          <w:rStyle w:val="libArabicChar"/>
          <w:rtl/>
        </w:rPr>
        <w:t xml:space="preserve"> </w:t>
      </w:r>
      <w:r w:rsidRPr="00180FCB">
        <w:rPr>
          <w:rStyle w:val="libArabicChar"/>
          <w:rFonts w:hint="cs"/>
          <w:rtl/>
        </w:rPr>
        <w:t>ا</w:t>
      </w:r>
      <w:r w:rsidRPr="00180FCB">
        <w:rPr>
          <w:rStyle w:val="libArabicChar"/>
          <w:rtl/>
        </w:rPr>
        <w:t xml:space="preserve"> </w:t>
      </w:r>
      <w:r w:rsidRPr="00180FCB">
        <w:rPr>
          <w:rStyle w:val="libArabicChar"/>
          <w:rFonts w:hint="cs"/>
          <w:rtl/>
        </w:rPr>
        <w:t>باقبيس</w:t>
      </w:r>
      <w:r w:rsidRPr="00180FCB">
        <w:rPr>
          <w:rStyle w:val="libArabicChar"/>
          <w:rtl/>
        </w:rPr>
        <w:t xml:space="preserve"> </w:t>
      </w:r>
      <w:r w:rsidRPr="00180FCB">
        <w:rPr>
          <w:rStyle w:val="libArabicChar"/>
          <w:rFonts w:hint="cs"/>
          <w:rtl/>
        </w:rPr>
        <w:t>فناد</w:t>
      </w:r>
      <w:r w:rsidRPr="00180FCB">
        <w:rPr>
          <w:rStyle w:val="libArabicChar"/>
          <w:rtl/>
        </w:rPr>
        <w:t xml:space="preserve"> </w:t>
      </w:r>
      <w:r w:rsidRPr="00180FCB">
        <w:rPr>
          <w:rStyle w:val="libArabicChar"/>
          <w:rFonts w:hint="cs"/>
          <w:rtl/>
        </w:rPr>
        <w:t>فى</w:t>
      </w:r>
      <w:r w:rsidRPr="00180FCB">
        <w:rPr>
          <w:rStyle w:val="libArabicChar"/>
          <w:rtl/>
        </w:rPr>
        <w:t xml:space="preserve"> </w:t>
      </w:r>
      <w:r w:rsidRPr="00180FCB">
        <w:rPr>
          <w:rStyle w:val="libArabicChar"/>
          <w:rFonts w:hint="cs"/>
          <w:rtl/>
        </w:rPr>
        <w:t>ال</w:t>
      </w:r>
      <w:r w:rsidRPr="00180FCB">
        <w:rPr>
          <w:rStyle w:val="libArabicChar"/>
          <w:rFonts w:hint="eastAsia"/>
          <w:rtl/>
        </w:rPr>
        <w:t>ناس</w:t>
      </w:r>
      <w:r w:rsidRPr="00180FCB">
        <w:rPr>
          <w:rStyle w:val="libArabicChar"/>
          <w:rtl/>
        </w:rPr>
        <w:t xml:space="preserve">:يا معشرالخلائق ان الله يا مركم بحج </w:t>
      </w:r>
      <w:r w:rsidR="00F21947" w:rsidRPr="00B2551F">
        <w:rPr>
          <w:rStyle w:val="libArabicChar"/>
          <w:rFonts w:hint="cs"/>
          <w:rtl/>
        </w:rPr>
        <w:t>ه</w:t>
      </w:r>
      <w:r w:rsidRPr="00180FCB">
        <w:rPr>
          <w:rStyle w:val="libArabicChar"/>
          <w:rFonts w:hint="cs"/>
          <w:rtl/>
        </w:rPr>
        <w:t>ذا</w:t>
      </w:r>
      <w:r w:rsidRPr="00180FCB">
        <w:rPr>
          <w:rStyle w:val="libArabicChar"/>
          <w:rtl/>
        </w:rPr>
        <w:t xml:space="preserve"> </w:t>
      </w:r>
      <w:r w:rsidRPr="00180FCB">
        <w:rPr>
          <w:rStyle w:val="libArabicChar"/>
          <w:rFonts w:hint="cs"/>
          <w:rtl/>
        </w:rPr>
        <w:t>البيت</w:t>
      </w:r>
      <w:r w:rsidRPr="00180FCB">
        <w:rPr>
          <w:rStyle w:val="libArabicChar"/>
          <w:rtl/>
        </w:rPr>
        <w:t xml:space="preserve"> </w:t>
      </w:r>
      <w:r w:rsidRPr="00180FCB">
        <w:rPr>
          <w:rStyle w:val="libArabicChar"/>
          <w:rFonts w:hint="cs"/>
          <w:rtl/>
        </w:rPr>
        <w:t>الذى</w:t>
      </w:r>
      <w:r w:rsidRPr="00180FCB">
        <w:rPr>
          <w:rStyle w:val="libArabicChar"/>
          <w:rtl/>
        </w:rPr>
        <w:t xml:space="preserve"> </w:t>
      </w:r>
      <w:r w:rsidRPr="00180FCB">
        <w:rPr>
          <w:rStyle w:val="libArabicChar"/>
          <w:rFonts w:hint="cs"/>
          <w:rtl/>
        </w:rPr>
        <w:t>بمكة</w:t>
      </w:r>
      <w:r w:rsidRPr="00180FCB">
        <w:rPr>
          <w:rStyle w:val="libArabicChar"/>
          <w:rtl/>
        </w:rPr>
        <w:t xml:space="preserve"> ...</w:t>
      </w:r>
      <w:r w:rsidRPr="00180FCB">
        <w:rPr>
          <w:rStyle w:val="libArabicChar"/>
          <w:rFonts w:hint="cs"/>
          <w:rtl/>
        </w:rPr>
        <w:t>ف</w:t>
      </w:r>
      <w:r w:rsidR="00F21947" w:rsidRPr="00B2551F">
        <w:rPr>
          <w:rStyle w:val="libArabicChar"/>
          <w:rFonts w:hint="cs"/>
          <w:rtl/>
        </w:rPr>
        <w:t>ه</w:t>
      </w:r>
      <w:r w:rsidRPr="00180FCB">
        <w:rPr>
          <w:rStyle w:val="libArabicChar"/>
          <w:rFonts w:hint="cs"/>
          <w:rtl/>
        </w:rPr>
        <w:t>ناك</w:t>
      </w:r>
      <w:r w:rsidRPr="00180FCB">
        <w:rPr>
          <w:rStyle w:val="libArabicChar"/>
          <w:rtl/>
        </w:rPr>
        <w:t xml:space="preserve"> ...</w:t>
      </w:r>
      <w:r w:rsidRPr="00180FCB">
        <w:rPr>
          <w:rStyle w:val="libArabicChar"/>
          <w:rFonts w:hint="cs"/>
          <w:rtl/>
        </w:rPr>
        <w:t>وجب</w:t>
      </w:r>
      <w:r w:rsidRPr="00180FCB">
        <w:rPr>
          <w:rStyle w:val="libArabicChar"/>
          <w:rtl/>
        </w:rPr>
        <w:t xml:space="preserve"> </w:t>
      </w:r>
      <w:r w:rsidRPr="00180FCB">
        <w:rPr>
          <w:rStyle w:val="libArabicChar"/>
          <w:rFonts w:hint="cs"/>
          <w:rtl/>
        </w:rPr>
        <w:t>الحج</w:t>
      </w:r>
      <w:r w:rsidRPr="00180FCB">
        <w:rPr>
          <w:rStyle w:val="libArabicChar"/>
          <w:rtl/>
        </w:rPr>
        <w:t xml:space="preserve"> </w:t>
      </w:r>
      <w:r w:rsidRPr="00180FCB">
        <w:rPr>
          <w:rStyle w:val="libArabicChar"/>
          <w:rFonts w:hint="cs"/>
          <w:rtl/>
        </w:rPr>
        <w:t>على</w:t>
      </w:r>
      <w:r w:rsidR="00F13D79" w:rsidRPr="00F13D79">
        <w:rPr>
          <w:rStyle w:val="libArabicChar"/>
          <w:rFonts w:hint="eastAsia"/>
          <w:rtl/>
        </w:rPr>
        <w:t xml:space="preserve"> </w:t>
      </w:r>
      <w:r w:rsidR="00F13D79" w:rsidRPr="00D128F2">
        <w:rPr>
          <w:rStyle w:val="libArabicChar"/>
          <w:rFonts w:hint="eastAsia"/>
          <w:rtl/>
        </w:rPr>
        <w:t>جميع</w:t>
      </w:r>
      <w:r w:rsidR="00F13D79" w:rsidRPr="00D128F2">
        <w:rPr>
          <w:rStyle w:val="libArabicChar"/>
          <w:rtl/>
        </w:rPr>
        <w:t xml:space="preserve"> الخلائق ...;</w:t>
      </w:r>
      <w:r w:rsidR="00F13D79" w:rsidRPr="00D128F2">
        <w:rPr>
          <w:rStyle w:val="libFootnotenumChar"/>
          <w:rtl/>
        </w:rPr>
        <w:t>(1)</w:t>
      </w:r>
    </w:p>
    <w:p w:rsidR="001F628F" w:rsidRDefault="00B84D3B" w:rsidP="00B84D3B">
      <w:pPr>
        <w:pStyle w:val="libLine"/>
        <w:rPr>
          <w:rtl/>
        </w:rPr>
      </w:pPr>
      <w:r>
        <w:rPr>
          <w:rtl/>
        </w:rPr>
        <w:t>____________________</w:t>
      </w:r>
    </w:p>
    <w:p w:rsidR="001F628F" w:rsidRDefault="001F628F" w:rsidP="00D128F2">
      <w:pPr>
        <w:pStyle w:val="libFootnote"/>
        <w:rPr>
          <w:rtl/>
        </w:rPr>
      </w:pPr>
      <w:r>
        <w:rPr>
          <w:rtl/>
        </w:rPr>
        <w:t>1)تفسير قمى ، ج1 ص 60 نورالثقلين ج2 ص 548، ح 105_</w:t>
      </w:r>
    </w:p>
    <w:p w:rsidR="001F628F" w:rsidRDefault="001F628F" w:rsidP="00D128F2">
      <w:pPr>
        <w:pStyle w:val="libFootnote"/>
        <w:rPr>
          <w:rtl/>
        </w:rPr>
      </w:pPr>
      <w:r>
        <w:rPr>
          <w:rtl/>
        </w:rPr>
        <w:t>2)تفسير عياشى ج2 ص 231 ح 35، نورالثقلين ج2 ص 549ح 107_</w:t>
      </w:r>
    </w:p>
    <w:p w:rsidR="00F13D79" w:rsidRDefault="00F13D79" w:rsidP="00F13D79">
      <w:pPr>
        <w:pStyle w:val="libFootnote"/>
        <w:rPr>
          <w:rtl/>
        </w:rPr>
      </w:pPr>
      <w:r>
        <w:rPr>
          <w:rtl/>
        </w:rPr>
        <w:t>1)تفسير عياشى ج2، ص 234، ح 41 ; نورالثقلين ج2 ، ص 551، ح 115_</w:t>
      </w:r>
    </w:p>
    <w:p w:rsidR="00D128F2" w:rsidRDefault="001E7F9D" w:rsidP="00F73EDE">
      <w:pPr>
        <w:pStyle w:val="libPoemTini"/>
        <w:rPr>
          <w:rtl/>
        </w:rPr>
      </w:pPr>
      <w:r>
        <w:rPr>
          <w:rtl/>
        </w:rPr>
        <w:br w:type="page"/>
      </w:r>
    </w:p>
    <w:p w:rsidR="001F628F" w:rsidRDefault="001F628F" w:rsidP="00D128F2">
      <w:pPr>
        <w:pStyle w:val="libNormal"/>
        <w:rPr>
          <w:rtl/>
        </w:rPr>
      </w:pPr>
      <w:r>
        <w:rPr>
          <w:rtl/>
        </w:rPr>
        <w:lastRenderedPageBreak/>
        <w:t xml:space="preserve">حضرت امام موسى كاظم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فرمايا:جب ابراہيم </w:t>
      </w:r>
      <w:r w:rsidR="00367F17" w:rsidRPr="00367F17">
        <w:rPr>
          <w:rStyle w:val="libAlaemChar"/>
          <w:rtl/>
        </w:rPr>
        <w:t xml:space="preserve"> عليه‌السلام </w:t>
      </w:r>
      <w:r>
        <w:rPr>
          <w:rtl/>
        </w:rPr>
        <w:t xml:space="preserve"> نے اسماعيل </w:t>
      </w:r>
      <w:r w:rsidR="00367F17" w:rsidRPr="00367F17">
        <w:rPr>
          <w:rStyle w:val="libAlaemChar"/>
          <w:rtl/>
        </w:rPr>
        <w:t xml:space="preserve"> عليه‌السلام </w:t>
      </w:r>
      <w:r>
        <w:rPr>
          <w:rtl/>
        </w:rPr>
        <w:t xml:space="preserve"> اور ہاجرہ </w:t>
      </w:r>
      <w:r w:rsidR="00367F17" w:rsidRPr="00367F17">
        <w:rPr>
          <w:rStyle w:val="libAlaemChar"/>
          <w:rtl/>
        </w:rPr>
        <w:t xml:space="preserve"> عليه‌السلام </w:t>
      </w:r>
      <w:r>
        <w:rPr>
          <w:rtl/>
        </w:rPr>
        <w:t xml:space="preserve"> كو مكہ مي</w:t>
      </w:r>
      <w:r w:rsidR="00083993">
        <w:rPr>
          <w:rtl/>
        </w:rPr>
        <w:t xml:space="preserve">ں </w:t>
      </w:r>
      <w:r>
        <w:rPr>
          <w:rtl/>
        </w:rPr>
        <w:t>اباد كيا تو فرمايا:اے ميرے پرورد گار:(</w:t>
      </w:r>
      <w:r w:rsidRPr="00D128F2">
        <w:rPr>
          <w:rStyle w:val="libArabicChar"/>
          <w:rtl/>
        </w:rPr>
        <w:t>انى ا سكنت من ذرّيتى بواد غيرذى زرع ...</w:t>
      </w:r>
      <w:r>
        <w:rPr>
          <w:rtl/>
        </w:rPr>
        <w:t xml:space="preserve">)پس خداوند متعال نے انكى طرف وحى كى كہ ابو قيس </w:t>
      </w:r>
      <w:r>
        <w:rPr>
          <w:rFonts w:hint="eastAsia"/>
          <w:rtl/>
        </w:rPr>
        <w:t>پہاڑ</w:t>
      </w:r>
      <w:r>
        <w:rPr>
          <w:rtl/>
        </w:rPr>
        <w:t xml:space="preserve"> كے اوپر جائو اور لوگو</w:t>
      </w:r>
      <w:r w:rsidR="00083993">
        <w:rPr>
          <w:rtl/>
        </w:rPr>
        <w:t xml:space="preserve">ں </w:t>
      </w:r>
      <w:r>
        <w:rPr>
          <w:rtl/>
        </w:rPr>
        <w:t>كو ندا دے كر كہو:اے لوگوبے شك خدا وند متعال نے اپ لوگو</w:t>
      </w:r>
      <w:r w:rsidR="00083993">
        <w:rPr>
          <w:rtl/>
        </w:rPr>
        <w:t xml:space="preserve">ں </w:t>
      </w:r>
      <w:r>
        <w:rPr>
          <w:rtl/>
        </w:rPr>
        <w:t>كو اس گھر (كعبہ) كے حج كا حكم ديا ہے جو مكہ مي</w:t>
      </w:r>
      <w:r w:rsidR="00083993">
        <w:rPr>
          <w:rtl/>
        </w:rPr>
        <w:t xml:space="preserve">ں </w:t>
      </w:r>
      <w:r>
        <w:rPr>
          <w:rtl/>
        </w:rPr>
        <w:t>ہے _پس اس كے بعد سے حج تمام لوگو</w:t>
      </w:r>
      <w:r w:rsidR="00083993">
        <w:rPr>
          <w:rtl/>
        </w:rPr>
        <w:t xml:space="preserve">ں </w:t>
      </w:r>
      <w:r>
        <w:rPr>
          <w:rtl/>
        </w:rPr>
        <w:t>پر واجب ہو گيا_</w:t>
      </w:r>
    </w:p>
    <w:p w:rsidR="001F628F" w:rsidRDefault="001F628F" w:rsidP="001F628F">
      <w:pPr>
        <w:pStyle w:val="libNormal"/>
        <w:rPr>
          <w:rtl/>
        </w:rPr>
      </w:pPr>
      <w:r>
        <w:rPr>
          <w:rtl/>
        </w:rPr>
        <w:t>21_</w:t>
      </w:r>
      <w:r w:rsidRPr="00D128F2">
        <w:rPr>
          <w:rStyle w:val="libArabicChar"/>
          <w:rtl/>
        </w:rPr>
        <w:t>''عن ا بى جعفر</w:t>
      </w:r>
      <w:r w:rsidR="00367F17" w:rsidRPr="00367F17">
        <w:rPr>
          <w:rStyle w:val="libAlaemChar"/>
          <w:rtl/>
        </w:rPr>
        <w:t xml:space="preserve"> عليه‌السلام </w:t>
      </w:r>
      <w:r w:rsidRPr="00D128F2">
        <w:rPr>
          <w:rStyle w:val="libArabicChar"/>
          <w:rtl/>
        </w:rPr>
        <w:t xml:space="preserve">قال: انظر الى الناس يطوفون حول الكعبة، فقال: </w:t>
      </w:r>
      <w:r w:rsidR="00F21947" w:rsidRPr="00B2551F">
        <w:rPr>
          <w:rStyle w:val="libArabicChar"/>
          <w:rFonts w:hint="cs"/>
          <w:rtl/>
        </w:rPr>
        <w:t>ه</w:t>
      </w:r>
      <w:r w:rsidRPr="00D128F2">
        <w:rPr>
          <w:rStyle w:val="libArabicChar"/>
          <w:rFonts w:hint="cs"/>
          <w:rtl/>
        </w:rPr>
        <w:t>كذا</w:t>
      </w:r>
      <w:r w:rsidRPr="00D128F2">
        <w:rPr>
          <w:rStyle w:val="libArabicChar"/>
          <w:rtl/>
        </w:rPr>
        <w:t xml:space="preserve"> </w:t>
      </w:r>
      <w:r w:rsidRPr="00D128F2">
        <w:rPr>
          <w:rStyle w:val="libArabicChar"/>
          <w:rFonts w:hint="cs"/>
          <w:rtl/>
        </w:rPr>
        <w:t>كانوا</w:t>
      </w:r>
      <w:r w:rsidRPr="00D128F2">
        <w:rPr>
          <w:rStyle w:val="libArabicChar"/>
          <w:rtl/>
        </w:rPr>
        <w:t xml:space="preserve"> </w:t>
      </w:r>
      <w:r w:rsidRPr="00D128F2">
        <w:rPr>
          <w:rStyle w:val="libArabicChar"/>
          <w:rFonts w:hint="cs"/>
          <w:rtl/>
        </w:rPr>
        <w:t>يطوفون</w:t>
      </w:r>
      <w:r w:rsidRPr="00D128F2">
        <w:rPr>
          <w:rStyle w:val="libArabicChar"/>
          <w:rtl/>
        </w:rPr>
        <w:t xml:space="preserve"> </w:t>
      </w:r>
      <w:r w:rsidRPr="00D128F2">
        <w:rPr>
          <w:rStyle w:val="libArabicChar"/>
          <w:rFonts w:hint="cs"/>
          <w:rtl/>
        </w:rPr>
        <w:t>فى</w:t>
      </w:r>
      <w:r w:rsidRPr="00D128F2">
        <w:rPr>
          <w:rStyle w:val="libArabicChar"/>
          <w:rtl/>
        </w:rPr>
        <w:t xml:space="preserve"> </w:t>
      </w:r>
      <w:r w:rsidRPr="00D128F2">
        <w:rPr>
          <w:rStyle w:val="libArabicChar"/>
          <w:rFonts w:hint="cs"/>
          <w:rtl/>
        </w:rPr>
        <w:t>الجا</w:t>
      </w:r>
      <w:r w:rsidR="00F21947" w:rsidRPr="00B2551F">
        <w:rPr>
          <w:rStyle w:val="libArabicChar"/>
          <w:rFonts w:hint="cs"/>
          <w:rtl/>
        </w:rPr>
        <w:t>ه</w:t>
      </w:r>
      <w:r w:rsidRPr="00D128F2">
        <w:rPr>
          <w:rStyle w:val="libArabicChar"/>
          <w:rFonts w:hint="cs"/>
          <w:rtl/>
        </w:rPr>
        <w:t>لية</w:t>
      </w:r>
      <w:r w:rsidRPr="00D128F2">
        <w:rPr>
          <w:rStyle w:val="libArabicChar"/>
          <w:rtl/>
        </w:rPr>
        <w:t xml:space="preserve"> </w:t>
      </w:r>
      <w:r w:rsidRPr="00D128F2">
        <w:rPr>
          <w:rStyle w:val="libArabicChar"/>
          <w:rFonts w:hint="cs"/>
          <w:rtl/>
        </w:rPr>
        <w:t>انما</w:t>
      </w:r>
      <w:r w:rsidRPr="00D128F2">
        <w:rPr>
          <w:rStyle w:val="libArabicChar"/>
          <w:rtl/>
        </w:rPr>
        <w:t xml:space="preserve"> </w:t>
      </w:r>
      <w:r w:rsidRPr="00D128F2">
        <w:rPr>
          <w:rStyle w:val="libArabicChar"/>
          <w:rFonts w:hint="cs"/>
          <w:rtl/>
        </w:rPr>
        <w:t>امروا</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ن</w:t>
      </w:r>
      <w:r w:rsidRPr="00D128F2">
        <w:rPr>
          <w:rStyle w:val="libArabicChar"/>
          <w:rtl/>
        </w:rPr>
        <w:t xml:space="preserve"> </w:t>
      </w:r>
      <w:r w:rsidRPr="00D128F2">
        <w:rPr>
          <w:rStyle w:val="libArabicChar"/>
          <w:rFonts w:hint="cs"/>
          <w:rtl/>
        </w:rPr>
        <w:t>يطوفوا</w:t>
      </w:r>
      <w:r w:rsidRPr="00D128F2">
        <w:rPr>
          <w:rStyle w:val="libArabicChar"/>
          <w:rtl/>
        </w:rPr>
        <w:t xml:space="preserve"> </w:t>
      </w:r>
      <w:r w:rsidRPr="00D128F2">
        <w:rPr>
          <w:rStyle w:val="libArabicChar"/>
          <w:rFonts w:hint="cs"/>
          <w:rtl/>
        </w:rPr>
        <w:t>ثمّ</w:t>
      </w:r>
      <w:r w:rsidRPr="00D128F2">
        <w:rPr>
          <w:rStyle w:val="libArabicChar"/>
          <w:rtl/>
        </w:rPr>
        <w:t xml:space="preserve"> </w:t>
      </w:r>
      <w:r w:rsidRPr="00D128F2">
        <w:rPr>
          <w:rStyle w:val="libArabicChar"/>
          <w:rFonts w:hint="cs"/>
          <w:rtl/>
        </w:rPr>
        <w:t>ينفروا</w:t>
      </w:r>
      <w:r w:rsidRPr="00D128F2">
        <w:rPr>
          <w:rStyle w:val="libArabicChar"/>
          <w:rtl/>
        </w:rPr>
        <w:t xml:space="preserve"> </w:t>
      </w:r>
      <w:r w:rsidRPr="00D128F2">
        <w:rPr>
          <w:rStyle w:val="libArabicChar"/>
          <w:rFonts w:hint="cs"/>
          <w:rtl/>
        </w:rPr>
        <w:t>الينا</w:t>
      </w:r>
      <w:r w:rsidRPr="00D128F2">
        <w:rPr>
          <w:rStyle w:val="libArabicChar"/>
          <w:rtl/>
        </w:rPr>
        <w:t xml:space="preserve"> ... </w:t>
      </w:r>
      <w:r w:rsidRPr="00D128F2">
        <w:rPr>
          <w:rStyle w:val="libArabicChar"/>
          <w:rFonts w:hint="cs"/>
          <w:rtl/>
        </w:rPr>
        <w:t>ثمّ</w:t>
      </w:r>
      <w:r w:rsidRPr="00D128F2">
        <w:rPr>
          <w:rStyle w:val="libArabicChar"/>
          <w:rtl/>
        </w:rPr>
        <w:t xml:space="preserve"> </w:t>
      </w:r>
      <w:r w:rsidRPr="00D128F2">
        <w:rPr>
          <w:rStyle w:val="libArabicChar"/>
          <w:rFonts w:hint="cs"/>
          <w:rtl/>
        </w:rPr>
        <w:t>قرا</w:t>
      </w:r>
      <w:r w:rsidRPr="00D128F2">
        <w:rPr>
          <w:rStyle w:val="libArabicChar"/>
          <w:rtl/>
        </w:rPr>
        <w:t xml:space="preserve"> </w:t>
      </w:r>
      <w:r w:rsidR="00F21947" w:rsidRPr="00B2551F">
        <w:rPr>
          <w:rStyle w:val="libArabicChar"/>
          <w:rFonts w:hint="cs"/>
          <w:rtl/>
        </w:rPr>
        <w:t>ه</w:t>
      </w:r>
      <w:r w:rsidRPr="00D128F2">
        <w:rPr>
          <w:rStyle w:val="libArabicChar"/>
          <w:rFonts w:hint="cs"/>
          <w:rtl/>
        </w:rPr>
        <w:t>ذ</w:t>
      </w:r>
      <w:r w:rsidR="00120F63" w:rsidRPr="00B2551F">
        <w:rPr>
          <w:rStyle w:val="libArabicChar"/>
          <w:rFonts w:hint="cs"/>
          <w:rtl/>
        </w:rPr>
        <w:t>ه</w:t>
      </w:r>
      <w:r w:rsidRPr="00D128F2">
        <w:rPr>
          <w:rStyle w:val="libArabicChar"/>
          <w:rtl/>
        </w:rPr>
        <w:t xml:space="preserve"> </w:t>
      </w:r>
      <w:r w:rsidRPr="00D128F2">
        <w:rPr>
          <w:rStyle w:val="libArabicChar"/>
          <w:rFonts w:hint="cs"/>
          <w:rtl/>
        </w:rPr>
        <w:t>الا</w:t>
      </w:r>
      <w:r w:rsidRPr="00D128F2">
        <w:rPr>
          <w:rStyle w:val="libArabicChar"/>
          <w:rtl/>
        </w:rPr>
        <w:t xml:space="preserve"> </w:t>
      </w:r>
      <w:r w:rsidRPr="00D128F2">
        <w:rPr>
          <w:rStyle w:val="libArabicChar"/>
          <w:rFonts w:hint="cs"/>
          <w:rtl/>
        </w:rPr>
        <w:t>ية</w:t>
      </w:r>
      <w:r w:rsidRPr="00D128F2">
        <w:rPr>
          <w:rStyle w:val="libArabicChar"/>
          <w:rtl/>
        </w:rPr>
        <w:t>: ''</w:t>
      </w:r>
      <w:r w:rsidRPr="00D128F2">
        <w:rPr>
          <w:rStyle w:val="libArabicChar"/>
          <w:rFonts w:hint="cs"/>
          <w:rtl/>
        </w:rPr>
        <w:t>فاجعل</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فئدة</w:t>
      </w:r>
      <w:r w:rsidRPr="00D128F2">
        <w:rPr>
          <w:rStyle w:val="libArabicChar"/>
          <w:rtl/>
        </w:rPr>
        <w:t xml:space="preserve"> </w:t>
      </w:r>
      <w:r w:rsidRPr="00D128F2">
        <w:rPr>
          <w:rStyle w:val="libArabicChar"/>
          <w:rFonts w:hint="cs"/>
          <w:rtl/>
        </w:rPr>
        <w:t>من</w:t>
      </w:r>
      <w:r w:rsidRPr="00D128F2">
        <w:rPr>
          <w:rStyle w:val="libArabicChar"/>
          <w:rtl/>
        </w:rPr>
        <w:t xml:space="preserve"> </w:t>
      </w:r>
      <w:r w:rsidRPr="00D128F2">
        <w:rPr>
          <w:rStyle w:val="libArabicChar"/>
          <w:rFonts w:hint="cs"/>
          <w:rtl/>
        </w:rPr>
        <w:t>الناس</w:t>
      </w:r>
      <w:r w:rsidRPr="00D128F2">
        <w:rPr>
          <w:rStyle w:val="libArabicChar"/>
          <w:rtl/>
        </w:rPr>
        <w:t xml:space="preserve"> </w:t>
      </w:r>
      <w:r w:rsidRPr="00D128F2">
        <w:rPr>
          <w:rStyle w:val="libArabicChar"/>
          <w:rFonts w:hint="cs"/>
          <w:rtl/>
        </w:rPr>
        <w:t>ت</w:t>
      </w:r>
      <w:r w:rsidR="00F21947" w:rsidRPr="00B2551F">
        <w:rPr>
          <w:rStyle w:val="libArabicChar"/>
          <w:rFonts w:hint="cs"/>
          <w:rtl/>
        </w:rPr>
        <w:t>ه</w:t>
      </w:r>
      <w:r w:rsidRPr="00D128F2">
        <w:rPr>
          <w:rStyle w:val="libArabicChar"/>
          <w:rFonts w:hint="cs"/>
          <w:rtl/>
        </w:rPr>
        <w:t>وى</w:t>
      </w:r>
      <w:r w:rsidRPr="00D128F2">
        <w:rPr>
          <w:rStyle w:val="libArabicChar"/>
          <w:rtl/>
        </w:rPr>
        <w:t xml:space="preserve"> </w:t>
      </w:r>
      <w:r w:rsidRPr="00D128F2">
        <w:rPr>
          <w:rStyle w:val="libArabicChar"/>
          <w:rFonts w:hint="cs"/>
          <w:rtl/>
        </w:rPr>
        <w:t>الي</w:t>
      </w:r>
      <w:r w:rsidR="00F21947" w:rsidRPr="00B2551F">
        <w:rPr>
          <w:rStyle w:val="libArabicChar"/>
          <w:rFonts w:hint="cs"/>
          <w:rtl/>
        </w:rPr>
        <w:t>ه</w:t>
      </w:r>
      <w:r w:rsidRPr="00D128F2">
        <w:rPr>
          <w:rStyle w:val="libArabicChar"/>
          <w:rFonts w:hint="cs"/>
          <w:rtl/>
        </w:rPr>
        <w:t>م</w:t>
      </w:r>
      <w:r w:rsidRPr="00D128F2">
        <w:rPr>
          <w:rStyle w:val="libArabicChar"/>
          <w:rtl/>
        </w:rPr>
        <w:t xml:space="preserve">'' </w:t>
      </w:r>
      <w:r w:rsidRPr="00D128F2">
        <w:rPr>
          <w:rStyle w:val="libArabicChar"/>
          <w:rFonts w:hint="cs"/>
          <w:rtl/>
        </w:rPr>
        <w:t>فقال</w:t>
      </w:r>
      <w:r w:rsidRPr="00D128F2">
        <w:rPr>
          <w:rStyle w:val="libArabicChar"/>
          <w:rtl/>
        </w:rPr>
        <w:t xml:space="preserve"> </w:t>
      </w:r>
      <w:r w:rsidRPr="00D128F2">
        <w:rPr>
          <w:rStyle w:val="libArabicChar"/>
          <w:rFonts w:hint="cs"/>
          <w:rtl/>
        </w:rPr>
        <w:t>ال</w:t>
      </w:r>
      <w:r w:rsidRPr="00D128F2">
        <w:rPr>
          <w:rStyle w:val="libArabicChar"/>
          <w:rtl/>
        </w:rPr>
        <w:t xml:space="preserve"> </w:t>
      </w:r>
      <w:r w:rsidRPr="00D128F2">
        <w:rPr>
          <w:rStyle w:val="libArabicChar"/>
          <w:rFonts w:hint="cs"/>
          <w:rtl/>
        </w:rPr>
        <w:t>محمّد</w:t>
      </w:r>
      <w:r w:rsidRPr="00D128F2">
        <w:rPr>
          <w:rStyle w:val="libArabicChar"/>
          <w:rtl/>
        </w:rPr>
        <w:t xml:space="preserve"> </w:t>
      </w:r>
      <w:r w:rsidRPr="00D128F2">
        <w:rPr>
          <w:rStyle w:val="libArabicChar"/>
          <w:rFonts w:hint="cs"/>
          <w:rtl/>
        </w:rPr>
        <w:t>ال</w:t>
      </w:r>
      <w:r w:rsidRPr="00D128F2">
        <w:rPr>
          <w:rStyle w:val="libArabicChar"/>
          <w:rtl/>
        </w:rPr>
        <w:t xml:space="preserve"> </w:t>
      </w:r>
      <w:r w:rsidRPr="00D128F2">
        <w:rPr>
          <w:rStyle w:val="libArabicChar"/>
          <w:rFonts w:hint="cs"/>
          <w:rtl/>
        </w:rPr>
        <w:t>محمّد</w:t>
      </w:r>
      <w:r w:rsidRPr="00D128F2">
        <w:rPr>
          <w:rStyle w:val="libArabicChar"/>
          <w:rtl/>
        </w:rPr>
        <w:t xml:space="preserve"> </w:t>
      </w:r>
      <w:r w:rsidRPr="00D128F2">
        <w:rPr>
          <w:rStyle w:val="libArabicChar"/>
          <w:rFonts w:hint="cs"/>
          <w:rtl/>
        </w:rPr>
        <w:t>ثمّ</w:t>
      </w:r>
      <w:r w:rsidRPr="00D128F2">
        <w:rPr>
          <w:rStyle w:val="libArabicChar"/>
          <w:rtl/>
        </w:rPr>
        <w:t xml:space="preserve"> </w:t>
      </w:r>
      <w:r w:rsidRPr="00D128F2">
        <w:rPr>
          <w:rStyle w:val="libArabicChar"/>
          <w:rFonts w:hint="cs"/>
          <w:rtl/>
        </w:rPr>
        <w:t>قال</w:t>
      </w:r>
      <w:r w:rsidRPr="00D128F2">
        <w:rPr>
          <w:rStyle w:val="libArabicChar"/>
          <w:rtl/>
        </w:rPr>
        <w:t xml:space="preserve">: </w:t>
      </w:r>
      <w:r w:rsidRPr="00D128F2">
        <w:rPr>
          <w:rStyle w:val="libArabicChar"/>
          <w:rFonts w:hint="cs"/>
          <w:rtl/>
        </w:rPr>
        <w:t>الينا</w:t>
      </w:r>
      <w:r w:rsidRPr="00D128F2">
        <w:rPr>
          <w:rStyle w:val="libArabicChar"/>
          <w:rtl/>
        </w:rPr>
        <w:t xml:space="preserve"> </w:t>
      </w:r>
      <w:r w:rsidRPr="00D128F2">
        <w:rPr>
          <w:rStyle w:val="libArabicChar"/>
          <w:rFonts w:hint="cs"/>
          <w:rtl/>
        </w:rPr>
        <w:t>الينا</w:t>
      </w:r>
      <w:r>
        <w:rPr>
          <w:rtl/>
        </w:rPr>
        <w:t>;</w:t>
      </w:r>
      <w:r w:rsidRPr="00D128F2">
        <w:rPr>
          <w:rStyle w:val="libFootnotenumChar"/>
          <w:rtl/>
        </w:rPr>
        <w:t>(2)</w:t>
      </w:r>
      <w:r>
        <w:rPr>
          <w:rtl/>
        </w:rPr>
        <w:t xml:space="preserve"> حضرت امام محم</w:t>
      </w:r>
      <w:r>
        <w:rPr>
          <w:rFonts w:hint="eastAsia"/>
          <w:rtl/>
        </w:rPr>
        <w:t>د</w:t>
      </w:r>
      <w:r>
        <w:rPr>
          <w:rtl/>
        </w:rPr>
        <w:t xml:space="preserve"> باقر</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فرمايا:كعبہ كے گرد طواف كرنے والو</w:t>
      </w:r>
      <w:r w:rsidR="00083993">
        <w:rPr>
          <w:rtl/>
        </w:rPr>
        <w:t xml:space="preserve">ں </w:t>
      </w:r>
      <w:r>
        <w:rPr>
          <w:rtl/>
        </w:rPr>
        <w:t xml:space="preserve">كى طرف ديكھو ;پھر اپ </w:t>
      </w:r>
      <w:r w:rsidR="00367F17" w:rsidRPr="00367F17">
        <w:rPr>
          <w:rStyle w:val="libAlaemChar"/>
          <w:rtl/>
        </w:rPr>
        <w:t xml:space="preserve"> عليه‌السلام </w:t>
      </w:r>
      <w:r>
        <w:rPr>
          <w:rtl/>
        </w:rPr>
        <w:t xml:space="preserve"> نے فرمايا:زمانہ جاہليت مي</w:t>
      </w:r>
      <w:r w:rsidR="00083993">
        <w:rPr>
          <w:rtl/>
        </w:rPr>
        <w:t xml:space="preserve">ں </w:t>
      </w:r>
      <w:r>
        <w:rPr>
          <w:rtl/>
        </w:rPr>
        <w:t>بھى اسى طرح طواف كيا كرتے تھے_ان كو حكم ديا گيا تھا وہ طواف كري</w:t>
      </w:r>
      <w:r w:rsidR="00083993">
        <w:rPr>
          <w:rtl/>
        </w:rPr>
        <w:t xml:space="preserve">ں </w:t>
      </w:r>
      <w:r>
        <w:rPr>
          <w:rtl/>
        </w:rPr>
        <w:t>اور پھر ہمارى طرف پلٹ ائي</w:t>
      </w:r>
      <w:r w:rsidR="00083993">
        <w:rPr>
          <w:rtl/>
        </w:rPr>
        <w:t xml:space="preserve">ں </w:t>
      </w:r>
      <w:r>
        <w:rPr>
          <w:rtl/>
        </w:rPr>
        <w:t xml:space="preserve">_اس كے بعد امام </w:t>
      </w:r>
      <w:r w:rsidR="00367F17" w:rsidRPr="00367F17">
        <w:rPr>
          <w:rStyle w:val="libAlaemChar"/>
          <w:rtl/>
        </w:rPr>
        <w:t xml:space="preserve"> عليه‌السلام </w:t>
      </w:r>
      <w:r>
        <w:rPr>
          <w:rtl/>
        </w:rPr>
        <w:t xml:space="preserve"> نے اس آيت كى تلاوت كي:</w:t>
      </w:r>
      <w:r w:rsidRPr="00D128F2">
        <w:rPr>
          <w:rStyle w:val="libArabicChar"/>
          <w:rtl/>
        </w:rPr>
        <w:t>''فاجعل ا فئدة من الناس ت</w:t>
      </w:r>
      <w:r w:rsidR="00F21947" w:rsidRPr="00B2551F">
        <w:rPr>
          <w:rStyle w:val="libArabicChar"/>
          <w:rFonts w:hint="cs"/>
          <w:rtl/>
        </w:rPr>
        <w:t>ه</w:t>
      </w:r>
      <w:r w:rsidRPr="00D128F2">
        <w:rPr>
          <w:rStyle w:val="libArabicChar"/>
          <w:rFonts w:hint="cs"/>
          <w:rtl/>
        </w:rPr>
        <w:t>وى</w:t>
      </w:r>
      <w:r w:rsidRPr="00D128F2">
        <w:rPr>
          <w:rStyle w:val="libArabicChar"/>
          <w:rtl/>
        </w:rPr>
        <w:t xml:space="preserve"> </w:t>
      </w:r>
      <w:r w:rsidRPr="00D128F2">
        <w:rPr>
          <w:rStyle w:val="libArabicChar"/>
          <w:rFonts w:hint="cs"/>
          <w:rtl/>
        </w:rPr>
        <w:t>الي</w:t>
      </w:r>
      <w:r w:rsidR="00F21947" w:rsidRPr="00B2551F">
        <w:rPr>
          <w:rStyle w:val="libArabicChar"/>
          <w:rFonts w:hint="cs"/>
          <w:rtl/>
        </w:rPr>
        <w:t>ه</w:t>
      </w:r>
      <w:r w:rsidRPr="00D128F2">
        <w:rPr>
          <w:rStyle w:val="libArabicChar"/>
          <w:rFonts w:hint="cs"/>
          <w:rtl/>
        </w:rPr>
        <w:t>م</w:t>
      </w:r>
      <w:r w:rsidRPr="00D128F2">
        <w:rPr>
          <w:rStyle w:val="libArabicChar"/>
          <w:rtl/>
        </w:rPr>
        <w:t>''</w:t>
      </w:r>
      <w:r>
        <w:rPr>
          <w:rtl/>
        </w:rPr>
        <w:t xml:space="preserve">اس كے بعد فرمايا:ال محمد </w:t>
      </w:r>
      <w:r w:rsidR="00F031CD" w:rsidRPr="00F031CD">
        <w:rPr>
          <w:rStyle w:val="libAlaemChar"/>
          <w:rtl/>
        </w:rPr>
        <w:t xml:space="preserve"> صلى‌الله‌عليه‌وآله‌وسلم </w:t>
      </w:r>
      <w:r>
        <w:rPr>
          <w:rtl/>
        </w:rPr>
        <w:t xml:space="preserve"> ،ال محمد</w:t>
      </w:r>
      <w:r w:rsidR="00F031CD" w:rsidRPr="00F031CD">
        <w:rPr>
          <w:rStyle w:val="libAlaemChar"/>
          <w:rtl/>
        </w:rPr>
        <w:t xml:space="preserve"> صلى‌الله‌عليه‌وآله‌وسلم </w:t>
      </w:r>
      <w:r>
        <w:rPr>
          <w:rtl/>
        </w:rPr>
        <w:t xml:space="preserve"> ،پھر فرمايا:'' ہمارى جانب ،ہمارى جانب''</w:t>
      </w:r>
    </w:p>
    <w:p w:rsidR="001F628F" w:rsidRDefault="001F628F" w:rsidP="001F628F">
      <w:pPr>
        <w:pStyle w:val="libNormal"/>
        <w:rPr>
          <w:rtl/>
        </w:rPr>
      </w:pPr>
      <w:r>
        <w:rPr>
          <w:rtl/>
        </w:rPr>
        <w:t xml:space="preserve">22_ </w:t>
      </w:r>
      <w:r w:rsidRPr="00D128F2">
        <w:rPr>
          <w:rStyle w:val="libArabicChar"/>
          <w:rtl/>
        </w:rPr>
        <w:t>''عن ا بى جعفر</w:t>
      </w:r>
      <w:r w:rsidR="00367F17" w:rsidRPr="00367F17">
        <w:rPr>
          <w:rStyle w:val="libAlaemChar"/>
          <w:rtl/>
        </w:rPr>
        <w:t xml:space="preserve"> عليه‌السلام </w:t>
      </w:r>
      <w:r w:rsidRPr="00D128F2">
        <w:rPr>
          <w:rStyle w:val="libArabicChar"/>
          <w:rtl/>
        </w:rPr>
        <w:t xml:space="preserve"> قال: ...ان ا بانا ابرا</w:t>
      </w:r>
      <w:r w:rsidR="00F21947" w:rsidRPr="00B2551F">
        <w:rPr>
          <w:rStyle w:val="libArabicChar"/>
          <w:rFonts w:hint="cs"/>
          <w:rtl/>
        </w:rPr>
        <w:t>ه</w:t>
      </w:r>
      <w:r w:rsidRPr="00D128F2">
        <w:rPr>
          <w:rStyle w:val="libArabicChar"/>
          <w:rFonts w:hint="cs"/>
          <w:rtl/>
        </w:rPr>
        <w:t>يم</w:t>
      </w:r>
      <w:r w:rsidR="00367F17" w:rsidRPr="00367F17">
        <w:rPr>
          <w:rStyle w:val="libAlaemChar"/>
          <w:rtl/>
        </w:rPr>
        <w:t xml:space="preserve"> عليه‌السلام </w:t>
      </w:r>
      <w:r w:rsidRPr="00D128F2">
        <w:rPr>
          <w:rStyle w:val="libArabicChar"/>
          <w:rtl/>
        </w:rPr>
        <w:t xml:space="preserve"> ...</w:t>
      </w:r>
      <w:r w:rsidRPr="00D128F2">
        <w:rPr>
          <w:rStyle w:val="libArabicChar"/>
          <w:rFonts w:hint="cs"/>
          <w:rtl/>
        </w:rPr>
        <w:t>قال</w:t>
      </w:r>
      <w:r w:rsidRPr="00D128F2">
        <w:rPr>
          <w:rStyle w:val="libArabicChar"/>
          <w:rtl/>
        </w:rPr>
        <w:t>:''</w:t>
      </w:r>
      <w:r w:rsidRPr="00D128F2">
        <w:rPr>
          <w:rStyle w:val="libArabicChar"/>
          <w:rFonts w:hint="cs"/>
          <w:rtl/>
        </w:rPr>
        <w:t>فاجعل</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فئدة</w:t>
      </w:r>
      <w:r w:rsidRPr="00D128F2">
        <w:rPr>
          <w:rStyle w:val="libArabicChar"/>
          <w:rtl/>
        </w:rPr>
        <w:t xml:space="preserve"> </w:t>
      </w:r>
      <w:r w:rsidRPr="00D128F2">
        <w:rPr>
          <w:rStyle w:val="libArabicChar"/>
          <w:rFonts w:hint="cs"/>
          <w:rtl/>
        </w:rPr>
        <w:t>من</w:t>
      </w:r>
      <w:r w:rsidRPr="00D128F2">
        <w:rPr>
          <w:rStyle w:val="libArabicChar"/>
          <w:rtl/>
        </w:rPr>
        <w:t xml:space="preserve"> </w:t>
      </w:r>
      <w:r w:rsidRPr="00D128F2">
        <w:rPr>
          <w:rStyle w:val="libArabicChar"/>
          <w:rFonts w:hint="cs"/>
          <w:rtl/>
        </w:rPr>
        <w:t>الناس</w:t>
      </w:r>
      <w:r w:rsidRPr="00D128F2">
        <w:rPr>
          <w:rStyle w:val="libArabicChar"/>
          <w:rtl/>
        </w:rPr>
        <w:t xml:space="preserve"> </w:t>
      </w:r>
      <w:r w:rsidRPr="00D128F2">
        <w:rPr>
          <w:rStyle w:val="libArabicChar"/>
          <w:rFonts w:hint="cs"/>
          <w:rtl/>
        </w:rPr>
        <w:t>ت</w:t>
      </w:r>
      <w:r w:rsidR="00F21947" w:rsidRPr="00B2551F">
        <w:rPr>
          <w:rStyle w:val="libArabicChar"/>
          <w:rFonts w:hint="cs"/>
          <w:rtl/>
        </w:rPr>
        <w:t>ه</w:t>
      </w:r>
      <w:r w:rsidRPr="00D128F2">
        <w:rPr>
          <w:rStyle w:val="libArabicChar"/>
          <w:rFonts w:hint="cs"/>
          <w:rtl/>
        </w:rPr>
        <w:t>وى</w:t>
      </w:r>
      <w:r w:rsidRPr="00D128F2">
        <w:rPr>
          <w:rStyle w:val="libArabicChar"/>
          <w:rtl/>
        </w:rPr>
        <w:t xml:space="preserve"> </w:t>
      </w:r>
      <w:r w:rsidRPr="00D128F2">
        <w:rPr>
          <w:rStyle w:val="libArabicChar"/>
          <w:rFonts w:hint="cs"/>
          <w:rtl/>
        </w:rPr>
        <w:t>الي</w:t>
      </w:r>
      <w:r w:rsidR="00F21947" w:rsidRPr="00B2551F">
        <w:rPr>
          <w:rStyle w:val="libArabicChar"/>
          <w:rFonts w:hint="cs"/>
          <w:rtl/>
        </w:rPr>
        <w:t>ه</w:t>
      </w:r>
      <w:r w:rsidRPr="00D128F2">
        <w:rPr>
          <w:rStyle w:val="libArabicChar"/>
          <w:rFonts w:hint="cs"/>
          <w:rtl/>
        </w:rPr>
        <w:t>م</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ما</w:t>
      </w:r>
      <w:r w:rsidRPr="00D128F2">
        <w:rPr>
          <w:rStyle w:val="libArabicChar"/>
          <w:rtl/>
        </w:rPr>
        <w:t xml:space="preserve"> </w:t>
      </w:r>
      <w:r w:rsidRPr="00D128F2">
        <w:rPr>
          <w:rStyle w:val="libArabicChar"/>
          <w:rFonts w:hint="cs"/>
          <w:rtl/>
        </w:rPr>
        <w:t>ان</w:t>
      </w:r>
      <w:r w:rsidR="00120F63" w:rsidRPr="00B2551F">
        <w:rPr>
          <w:rStyle w:val="libArabicChar"/>
          <w:rFonts w:hint="cs"/>
          <w:rtl/>
        </w:rPr>
        <w:t>ه</w:t>
      </w:r>
      <w:r w:rsidRPr="00D128F2">
        <w:rPr>
          <w:rStyle w:val="libArabicChar"/>
          <w:rtl/>
        </w:rPr>
        <w:t xml:space="preserve"> </w:t>
      </w:r>
      <w:r w:rsidRPr="00D128F2">
        <w:rPr>
          <w:rStyle w:val="libArabicChar"/>
          <w:rFonts w:hint="cs"/>
          <w:rtl/>
        </w:rPr>
        <w:t>لم</w:t>
      </w:r>
      <w:r w:rsidRPr="00D128F2">
        <w:rPr>
          <w:rStyle w:val="libArabicChar"/>
          <w:rtl/>
        </w:rPr>
        <w:t xml:space="preserve"> </w:t>
      </w:r>
      <w:r w:rsidRPr="00D128F2">
        <w:rPr>
          <w:rStyle w:val="libArabicChar"/>
          <w:rFonts w:hint="cs"/>
          <w:rtl/>
        </w:rPr>
        <w:t>يقل</w:t>
      </w:r>
      <w:r w:rsidRPr="00D128F2">
        <w:rPr>
          <w:rStyle w:val="libArabicChar"/>
          <w:rtl/>
        </w:rPr>
        <w:t xml:space="preserve"> </w:t>
      </w:r>
      <w:r w:rsidRPr="00D128F2">
        <w:rPr>
          <w:rStyle w:val="libArabicChar"/>
          <w:rFonts w:hint="cs"/>
          <w:rtl/>
        </w:rPr>
        <w:t>الناس</w:t>
      </w:r>
      <w:r w:rsidRPr="00D128F2">
        <w:rPr>
          <w:rStyle w:val="libArabicChar"/>
          <w:rtl/>
        </w:rPr>
        <w:t xml:space="preserve"> </w:t>
      </w:r>
      <w:r w:rsidRPr="00D128F2">
        <w:rPr>
          <w:rStyle w:val="libArabicChar"/>
          <w:rFonts w:hint="cs"/>
          <w:rtl/>
        </w:rPr>
        <w:t>كلّ</w:t>
      </w:r>
      <w:r w:rsidR="00F21947" w:rsidRPr="00B2551F">
        <w:rPr>
          <w:rStyle w:val="libArabicChar"/>
          <w:rFonts w:hint="cs"/>
          <w:rtl/>
        </w:rPr>
        <w:t>ه</w:t>
      </w:r>
      <w:r w:rsidRPr="00D128F2">
        <w:rPr>
          <w:rStyle w:val="libArabicChar"/>
          <w:rFonts w:hint="cs"/>
          <w:rtl/>
        </w:rPr>
        <w:t>م،</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نتم</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ولئك</w:t>
      </w:r>
      <w:r w:rsidRPr="00D128F2">
        <w:rPr>
          <w:rStyle w:val="libArabicChar"/>
          <w:rtl/>
        </w:rPr>
        <w:t xml:space="preserve"> </w:t>
      </w:r>
      <w:r w:rsidRPr="00D128F2">
        <w:rPr>
          <w:rStyle w:val="libArabicChar"/>
          <w:rFonts w:hint="cs"/>
          <w:rtl/>
        </w:rPr>
        <w:t>رحمكم</w:t>
      </w:r>
      <w:r w:rsidRPr="00D128F2">
        <w:rPr>
          <w:rStyle w:val="libArabicChar"/>
          <w:rtl/>
        </w:rPr>
        <w:t xml:space="preserve"> </w:t>
      </w:r>
      <w:r w:rsidRPr="00D128F2">
        <w:rPr>
          <w:rStyle w:val="libArabicChar"/>
          <w:rFonts w:hint="cs"/>
          <w:rtl/>
        </w:rPr>
        <w:t>الله</w:t>
      </w:r>
      <w:r w:rsidRPr="00D128F2">
        <w:rPr>
          <w:rStyle w:val="libArabicChar"/>
          <w:rtl/>
        </w:rPr>
        <w:t xml:space="preserve"> ...</w:t>
      </w:r>
      <w:r w:rsidRPr="00D128F2">
        <w:rPr>
          <w:rStyle w:val="libArabicChar"/>
          <w:rFonts w:hint="cs"/>
          <w:rtl/>
        </w:rPr>
        <w:t>و</w:t>
      </w:r>
      <w:r w:rsidRPr="00D128F2">
        <w:rPr>
          <w:rStyle w:val="libArabicChar"/>
          <w:rtl/>
        </w:rPr>
        <w:t xml:space="preserve"> </w:t>
      </w:r>
      <w:r w:rsidRPr="00D128F2">
        <w:rPr>
          <w:rStyle w:val="libArabicChar"/>
          <w:rFonts w:hint="cs"/>
          <w:rtl/>
        </w:rPr>
        <w:t>ينبغى</w:t>
      </w:r>
      <w:r w:rsidRPr="00D128F2">
        <w:rPr>
          <w:rStyle w:val="libArabicChar"/>
          <w:rtl/>
        </w:rPr>
        <w:t xml:space="preserve"> </w:t>
      </w:r>
      <w:r w:rsidRPr="00D128F2">
        <w:rPr>
          <w:rStyle w:val="libArabicChar"/>
          <w:rFonts w:hint="cs"/>
          <w:rtl/>
        </w:rPr>
        <w:t>للناس</w:t>
      </w:r>
      <w:r w:rsidRPr="00D128F2">
        <w:rPr>
          <w:rStyle w:val="libArabicChar"/>
          <w:rtl/>
        </w:rPr>
        <w:t xml:space="preserve"> ...</w:t>
      </w:r>
      <w:r w:rsidRPr="00D128F2">
        <w:rPr>
          <w:rStyle w:val="libArabicChar"/>
          <w:rFonts w:hint="cs"/>
          <w:rtl/>
        </w:rPr>
        <w:t>ا</w:t>
      </w:r>
      <w:r w:rsidRPr="00D128F2">
        <w:rPr>
          <w:rStyle w:val="libArabicChar"/>
          <w:rtl/>
        </w:rPr>
        <w:t xml:space="preserve"> </w:t>
      </w:r>
      <w:r w:rsidRPr="00D128F2">
        <w:rPr>
          <w:rStyle w:val="libArabicChar"/>
          <w:rFonts w:hint="cs"/>
          <w:rtl/>
        </w:rPr>
        <w:t>ن</w:t>
      </w:r>
      <w:r w:rsidRPr="00D128F2">
        <w:rPr>
          <w:rStyle w:val="libArabicChar"/>
          <w:rtl/>
        </w:rPr>
        <w:t xml:space="preserve"> </w:t>
      </w:r>
      <w:r w:rsidRPr="00D128F2">
        <w:rPr>
          <w:rStyle w:val="libArabicChar"/>
          <w:rFonts w:hint="cs"/>
          <w:rtl/>
        </w:rPr>
        <w:t>يلقون</w:t>
      </w:r>
      <w:r w:rsidRPr="00D128F2">
        <w:rPr>
          <w:rStyle w:val="libArabicChar"/>
          <w:rtl/>
        </w:rPr>
        <w:t>ا ا ينما كنّا نحن الا دلاء على الله</w:t>
      </w:r>
      <w:r>
        <w:rPr>
          <w:rtl/>
        </w:rPr>
        <w:t xml:space="preserve"> ;</w:t>
      </w:r>
      <w:r w:rsidRPr="00D128F2">
        <w:rPr>
          <w:rStyle w:val="libFootnotenumChar"/>
          <w:rtl/>
        </w:rPr>
        <w:t xml:space="preserve">(3) </w:t>
      </w:r>
      <w:r>
        <w:rPr>
          <w:rtl/>
        </w:rPr>
        <w:t xml:space="preserve">حضرت امام محمد باقر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فرمايا:بے شك ہمارے باپ ابراہيم </w:t>
      </w:r>
      <w:r w:rsidR="00367F17" w:rsidRPr="00367F17">
        <w:rPr>
          <w:rStyle w:val="libAlaemChar"/>
          <w:rtl/>
        </w:rPr>
        <w:t xml:space="preserve"> عليه‌السلام </w:t>
      </w:r>
      <w:r>
        <w:rPr>
          <w:rtl/>
        </w:rPr>
        <w:t xml:space="preserve"> نے فرمايا:</w:t>
      </w:r>
      <w:r w:rsidRPr="00D128F2">
        <w:rPr>
          <w:rStyle w:val="libArabicChar"/>
          <w:rtl/>
        </w:rPr>
        <w:t>''فاجعل ا فئدة من الناس ت</w:t>
      </w:r>
      <w:r w:rsidR="00F21947" w:rsidRPr="00B2551F">
        <w:rPr>
          <w:rStyle w:val="libArabicChar"/>
          <w:rFonts w:hint="cs"/>
          <w:rtl/>
        </w:rPr>
        <w:t>ه</w:t>
      </w:r>
      <w:r w:rsidRPr="00D128F2">
        <w:rPr>
          <w:rStyle w:val="libArabicChar"/>
          <w:rFonts w:hint="cs"/>
          <w:rtl/>
        </w:rPr>
        <w:t>وى</w:t>
      </w:r>
      <w:r w:rsidRPr="00D128F2">
        <w:rPr>
          <w:rStyle w:val="libArabicChar"/>
          <w:rtl/>
        </w:rPr>
        <w:t xml:space="preserve"> </w:t>
      </w:r>
      <w:r w:rsidRPr="00D128F2">
        <w:rPr>
          <w:rStyle w:val="libArabicChar"/>
          <w:rFonts w:hint="cs"/>
          <w:rtl/>
        </w:rPr>
        <w:t>الي</w:t>
      </w:r>
      <w:r w:rsidR="00F21947" w:rsidRPr="00B2551F">
        <w:rPr>
          <w:rStyle w:val="libArabicChar"/>
          <w:rFonts w:hint="cs"/>
          <w:rtl/>
        </w:rPr>
        <w:t>ه</w:t>
      </w:r>
      <w:r w:rsidRPr="00D128F2">
        <w:rPr>
          <w:rStyle w:val="libArabicChar"/>
          <w:rFonts w:hint="cs"/>
          <w:rtl/>
        </w:rPr>
        <w:t>م</w:t>
      </w:r>
      <w:r w:rsidRPr="00D128F2">
        <w:rPr>
          <w:rStyle w:val="libArabicChar"/>
          <w:rtl/>
        </w:rPr>
        <w:t xml:space="preserve">'' </w:t>
      </w:r>
      <w:r>
        <w:rPr>
          <w:rtl/>
        </w:rPr>
        <w:t>انہو</w:t>
      </w:r>
      <w:r w:rsidR="00083993">
        <w:rPr>
          <w:rtl/>
        </w:rPr>
        <w:t xml:space="preserve">ں </w:t>
      </w:r>
      <w:r>
        <w:rPr>
          <w:rtl/>
        </w:rPr>
        <w:t>نے يہ تمام لوگو</w:t>
      </w:r>
      <w:r w:rsidR="00083993">
        <w:rPr>
          <w:rtl/>
        </w:rPr>
        <w:t xml:space="preserve">ں </w:t>
      </w:r>
      <w:r>
        <w:rPr>
          <w:rtl/>
        </w:rPr>
        <w:t>كے بار ے مي</w:t>
      </w:r>
      <w:r w:rsidR="00083993">
        <w:rPr>
          <w:rtl/>
        </w:rPr>
        <w:t xml:space="preserve">ں </w:t>
      </w:r>
      <w:r>
        <w:rPr>
          <w:rtl/>
        </w:rPr>
        <w:t>نہي</w:t>
      </w:r>
      <w:r w:rsidR="00083993">
        <w:rPr>
          <w:rtl/>
        </w:rPr>
        <w:t xml:space="preserve">ں </w:t>
      </w:r>
      <w:r>
        <w:rPr>
          <w:rtl/>
        </w:rPr>
        <w:t xml:space="preserve">كہا ؟حضرت ابراہيم </w:t>
      </w:r>
      <w:r w:rsidR="00367F17" w:rsidRPr="00367F17">
        <w:rPr>
          <w:rStyle w:val="libAlaemChar"/>
          <w:rtl/>
        </w:rPr>
        <w:t xml:space="preserve"> عليه‌السلام </w:t>
      </w:r>
      <w:r>
        <w:rPr>
          <w:rtl/>
        </w:rPr>
        <w:t xml:space="preserve"> كے كلام سے مراد اپ لوگ(شيعہ)ہي</w:t>
      </w:r>
      <w:r w:rsidR="00083993">
        <w:rPr>
          <w:rtl/>
        </w:rPr>
        <w:t xml:space="preserve">ں </w:t>
      </w:r>
      <w:r>
        <w:rPr>
          <w:rtl/>
        </w:rPr>
        <w:t>_اور لوگو</w:t>
      </w:r>
      <w:r w:rsidR="00083993">
        <w:rPr>
          <w:rtl/>
        </w:rPr>
        <w:t xml:space="preserve">ں </w:t>
      </w:r>
      <w:r>
        <w:rPr>
          <w:rtl/>
        </w:rPr>
        <w:t>كو چاہيے كہ ہم جہا</w:t>
      </w:r>
      <w:r w:rsidR="00083993">
        <w:rPr>
          <w:rtl/>
        </w:rPr>
        <w:t xml:space="preserve">ں </w:t>
      </w:r>
      <w:r>
        <w:rPr>
          <w:rtl/>
        </w:rPr>
        <w:t>بھى ہو</w:t>
      </w:r>
      <w:r w:rsidR="00083993">
        <w:rPr>
          <w:rtl/>
        </w:rPr>
        <w:t xml:space="preserve">ں </w:t>
      </w:r>
      <w:r>
        <w:rPr>
          <w:rtl/>
        </w:rPr>
        <w:t>ہم سے ملي</w:t>
      </w:r>
      <w:r w:rsidR="00083993">
        <w:rPr>
          <w:rtl/>
        </w:rPr>
        <w:t xml:space="preserve">ں </w:t>
      </w:r>
      <w:r>
        <w:rPr>
          <w:rtl/>
        </w:rPr>
        <w:t xml:space="preserve">،ہم ہى خدا كى طرف </w:t>
      </w:r>
      <w:r>
        <w:rPr>
          <w:rFonts w:hint="eastAsia"/>
          <w:rtl/>
        </w:rPr>
        <w:t>ہدايت</w:t>
      </w:r>
      <w:r>
        <w:rPr>
          <w:rtl/>
        </w:rPr>
        <w:t xml:space="preserve"> و راہنمائي كرنے والے ہي</w:t>
      </w:r>
      <w:r w:rsidR="00083993">
        <w:rPr>
          <w:rtl/>
        </w:rPr>
        <w:t xml:space="preserve">ں </w:t>
      </w:r>
      <w:r>
        <w:rPr>
          <w:rtl/>
        </w:rPr>
        <w:t>''</w:t>
      </w:r>
    </w:p>
    <w:p w:rsidR="001F628F" w:rsidRDefault="001F628F" w:rsidP="00C04122">
      <w:pPr>
        <w:pStyle w:val="libNormal"/>
        <w:rPr>
          <w:rtl/>
        </w:rPr>
      </w:pPr>
      <w:r>
        <w:rPr>
          <w:rtl/>
        </w:rPr>
        <w:t>23_</w:t>
      </w:r>
      <w:r w:rsidRPr="00D128F2">
        <w:rPr>
          <w:rStyle w:val="libArabicChar"/>
          <w:rtl/>
        </w:rPr>
        <w:t>''قال الصادق</w:t>
      </w:r>
      <w:r w:rsidR="00367F17" w:rsidRPr="00367F17">
        <w:rPr>
          <w:rStyle w:val="libAlaemChar"/>
          <w:rtl/>
        </w:rPr>
        <w:t xml:space="preserve"> عليه‌السلام </w:t>
      </w:r>
      <w:r w:rsidRPr="00D128F2">
        <w:rPr>
          <w:rStyle w:val="libArabicChar"/>
          <w:rtl/>
        </w:rPr>
        <w:t xml:space="preserve"> فى تفسير وقول</w:t>
      </w:r>
      <w:r w:rsidR="00120F63" w:rsidRPr="00B2551F">
        <w:rPr>
          <w:rStyle w:val="libArabicChar"/>
          <w:rFonts w:hint="cs"/>
          <w:rtl/>
        </w:rPr>
        <w:t>ه</w:t>
      </w:r>
      <w:r w:rsidRPr="00D128F2">
        <w:rPr>
          <w:rStyle w:val="libArabicChar"/>
          <w:rtl/>
        </w:rPr>
        <w:t xml:space="preserve"> </w:t>
      </w:r>
      <w:r w:rsidRPr="00D128F2">
        <w:rPr>
          <w:rStyle w:val="libArabicChar"/>
          <w:rFonts w:hint="cs"/>
          <w:rtl/>
        </w:rPr>
        <w:t>تعالى</w:t>
      </w:r>
      <w:r w:rsidRPr="00D128F2">
        <w:rPr>
          <w:rStyle w:val="libArabicChar"/>
          <w:rtl/>
        </w:rPr>
        <w:t xml:space="preserve"> :''</w:t>
      </w:r>
      <w:r w:rsidRPr="00D128F2">
        <w:rPr>
          <w:rStyle w:val="libArabicChar"/>
          <w:rFonts w:hint="cs"/>
          <w:rtl/>
        </w:rPr>
        <w:t>و</w:t>
      </w:r>
      <w:r w:rsidRPr="00D128F2">
        <w:rPr>
          <w:rStyle w:val="libArabicChar"/>
          <w:rtl/>
        </w:rPr>
        <w:t xml:space="preserve"> </w:t>
      </w:r>
      <w:r w:rsidRPr="00D128F2">
        <w:rPr>
          <w:rStyle w:val="libArabicChar"/>
          <w:rFonts w:hint="cs"/>
          <w:rtl/>
        </w:rPr>
        <w:t>ارزق</w:t>
      </w:r>
      <w:r w:rsidR="00F21947" w:rsidRPr="00B2551F">
        <w:rPr>
          <w:rStyle w:val="libArabicChar"/>
          <w:rFonts w:hint="cs"/>
          <w:rtl/>
        </w:rPr>
        <w:t>ه</w:t>
      </w:r>
      <w:r w:rsidRPr="00D128F2">
        <w:rPr>
          <w:rStyle w:val="libArabicChar"/>
          <w:rFonts w:hint="cs"/>
          <w:rtl/>
        </w:rPr>
        <w:t>م</w:t>
      </w:r>
      <w:r w:rsidRPr="00D128F2">
        <w:rPr>
          <w:rStyle w:val="libArabicChar"/>
          <w:rtl/>
        </w:rPr>
        <w:t xml:space="preserve"> </w:t>
      </w:r>
      <w:r w:rsidRPr="00D128F2">
        <w:rPr>
          <w:rStyle w:val="libArabicChar"/>
          <w:rFonts w:hint="cs"/>
          <w:rtl/>
        </w:rPr>
        <w:t>من</w:t>
      </w:r>
      <w:r w:rsidRPr="00D128F2">
        <w:rPr>
          <w:rStyle w:val="libArabicChar"/>
          <w:rtl/>
        </w:rPr>
        <w:t xml:space="preserve"> </w:t>
      </w:r>
      <w:r w:rsidRPr="00D128F2">
        <w:rPr>
          <w:rStyle w:val="libArabicChar"/>
          <w:rFonts w:hint="cs"/>
          <w:rtl/>
        </w:rPr>
        <w:t>الثمرات</w:t>
      </w:r>
      <w:r w:rsidRPr="00D128F2">
        <w:rPr>
          <w:rStyle w:val="libArabicChar"/>
          <w:rtl/>
        </w:rPr>
        <w:t>'':</w:t>
      </w:r>
      <w:r w:rsidR="00F21947" w:rsidRPr="00B2551F">
        <w:rPr>
          <w:rStyle w:val="libArabicChar"/>
          <w:rFonts w:hint="cs"/>
          <w:rtl/>
        </w:rPr>
        <w:t>ه</w:t>
      </w:r>
      <w:r w:rsidRPr="00D128F2">
        <w:rPr>
          <w:rStyle w:val="libArabicChar"/>
          <w:rFonts w:hint="cs"/>
          <w:rtl/>
        </w:rPr>
        <w:t>و</w:t>
      </w:r>
      <w:r w:rsidRPr="00D128F2">
        <w:rPr>
          <w:rStyle w:val="libArabicChar"/>
          <w:rtl/>
        </w:rPr>
        <w:t xml:space="preserve"> </w:t>
      </w:r>
      <w:r w:rsidRPr="00D128F2">
        <w:rPr>
          <w:rStyle w:val="libArabicChar"/>
          <w:rFonts w:hint="cs"/>
          <w:rtl/>
        </w:rPr>
        <w:t>ثمرات</w:t>
      </w:r>
      <w:r w:rsidRPr="00D128F2">
        <w:rPr>
          <w:rStyle w:val="libArabicChar"/>
          <w:rtl/>
        </w:rPr>
        <w:t xml:space="preserve"> </w:t>
      </w:r>
      <w:r w:rsidRPr="00D128F2">
        <w:rPr>
          <w:rStyle w:val="libArabicChar"/>
          <w:rFonts w:hint="cs"/>
          <w:rtl/>
        </w:rPr>
        <w:t>القلوب</w:t>
      </w:r>
      <w:r w:rsidRPr="00D128F2">
        <w:rPr>
          <w:rStyle w:val="libArabicChar"/>
          <w:rtl/>
        </w:rPr>
        <w:t>;</w:t>
      </w:r>
      <w:r w:rsidRPr="00D128F2">
        <w:rPr>
          <w:rStyle w:val="libFootnotenumChar"/>
          <w:rtl/>
        </w:rPr>
        <w:t>(4)</w:t>
      </w:r>
      <w:r>
        <w:rPr>
          <w:rtl/>
        </w:rPr>
        <w:t xml:space="preserve">حضرت امام صادق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خدا وند تعالى كے قول : </w:t>
      </w:r>
      <w:r w:rsidRPr="00C04122">
        <w:rPr>
          <w:rStyle w:val="libArabicChar"/>
          <w:rtl/>
        </w:rPr>
        <w:t>''و ارزق</w:t>
      </w:r>
      <w:r w:rsidR="00C04122" w:rsidRPr="00C04122">
        <w:rPr>
          <w:rStyle w:val="libArabicChar"/>
          <w:rFonts w:hint="cs"/>
          <w:rtl/>
        </w:rPr>
        <w:t>ه</w:t>
      </w:r>
      <w:r w:rsidRPr="00C04122">
        <w:rPr>
          <w:rStyle w:val="libArabicChar"/>
          <w:rtl/>
        </w:rPr>
        <w:t xml:space="preserve">م </w:t>
      </w:r>
      <w:r w:rsidRPr="00C04122">
        <w:rPr>
          <w:rStyle w:val="libArabicChar"/>
          <w:rFonts w:hint="cs"/>
          <w:rtl/>
        </w:rPr>
        <w:t>من</w:t>
      </w:r>
      <w:r w:rsidRPr="00C04122">
        <w:rPr>
          <w:rStyle w:val="libArabicChar"/>
          <w:rtl/>
        </w:rPr>
        <w:t xml:space="preserve"> </w:t>
      </w:r>
      <w:r w:rsidRPr="00C04122">
        <w:rPr>
          <w:rStyle w:val="libArabicChar"/>
          <w:rFonts w:hint="cs"/>
          <w:rtl/>
        </w:rPr>
        <w:t>الثمرات</w:t>
      </w:r>
      <w:r w:rsidRPr="00C04122">
        <w:rPr>
          <w:rStyle w:val="libArabicChar"/>
          <w:rtl/>
        </w:rPr>
        <w:t>''</w:t>
      </w:r>
      <w:r>
        <w:rPr>
          <w:rtl/>
        </w:rPr>
        <w:t>كى تفسير كرتے ہوئے فرمايا:ان ثمرات سے مراد ثمرات قلب ہے_</w:t>
      </w:r>
    </w:p>
    <w:p w:rsidR="001F628F" w:rsidRDefault="00B84D3B" w:rsidP="00B84D3B">
      <w:pPr>
        <w:pStyle w:val="libLine"/>
        <w:rPr>
          <w:rtl/>
        </w:rPr>
      </w:pPr>
      <w:r>
        <w:rPr>
          <w:rtl/>
        </w:rPr>
        <w:t>____________________</w:t>
      </w:r>
    </w:p>
    <w:p w:rsidR="001F628F" w:rsidRDefault="001F628F" w:rsidP="00F13D79">
      <w:pPr>
        <w:pStyle w:val="libFootnote"/>
        <w:rPr>
          <w:rtl/>
        </w:rPr>
      </w:pPr>
      <w:r>
        <w:rPr>
          <w:rtl/>
        </w:rPr>
        <w:t>2)تفسير عياشى ج2 ص 234، ح 43، تفسير برہان ج2 ص 320 ح 14_3)تفسير عياشى ج 2 ص 234 ح 41 ; نورالثقلين ج 2 ص 551ح 115_</w:t>
      </w:r>
    </w:p>
    <w:p w:rsidR="001F628F" w:rsidRDefault="001F628F" w:rsidP="00D128F2">
      <w:pPr>
        <w:pStyle w:val="libFootnote"/>
        <w:rPr>
          <w:rtl/>
        </w:rPr>
      </w:pPr>
      <w:r>
        <w:rPr>
          <w:rtl/>
        </w:rPr>
        <w:t>4) عوالى اللئالي، ج 2 ص 96، ح 257; نورالثقلين ج2ص 551ح 117</w:t>
      </w:r>
    </w:p>
    <w:p w:rsidR="00F13D79" w:rsidRDefault="001E7F9D" w:rsidP="00F73EDE">
      <w:pPr>
        <w:pStyle w:val="libPoemTini"/>
        <w:rPr>
          <w:rtl/>
        </w:rPr>
      </w:pPr>
      <w:r>
        <w:rPr>
          <w:rtl/>
        </w:rPr>
        <w:br w:type="page"/>
      </w:r>
    </w:p>
    <w:p w:rsidR="001F628F" w:rsidRDefault="001F628F" w:rsidP="00F13D79">
      <w:pPr>
        <w:pStyle w:val="libNormal"/>
        <w:rPr>
          <w:rtl/>
        </w:rPr>
      </w:pPr>
      <w:r>
        <w:rPr>
          <w:rFonts w:hint="eastAsia"/>
          <w:rtl/>
        </w:rPr>
        <w:lastRenderedPageBreak/>
        <w:t>ائمہ</w:t>
      </w:r>
      <w:r>
        <w:rPr>
          <w:rtl/>
        </w:rPr>
        <w:t xml:space="preserve"> </w:t>
      </w:r>
      <w:r w:rsidR="00367F17" w:rsidRPr="00367F17">
        <w:rPr>
          <w:rStyle w:val="libAlaemChar"/>
          <w:rtl/>
        </w:rPr>
        <w:t xml:space="preserve"> عليه‌السلام </w:t>
      </w:r>
      <w:r>
        <w:rPr>
          <w:rtl/>
        </w:rPr>
        <w:t xml:space="preserve"> :</w:t>
      </w:r>
      <w:r>
        <w:rPr>
          <w:rFonts w:hint="eastAsia"/>
          <w:rtl/>
        </w:rPr>
        <w:t>ائمہ</w:t>
      </w:r>
      <w:r>
        <w:rPr>
          <w:rtl/>
        </w:rPr>
        <w:t xml:space="preserve"> </w:t>
      </w:r>
      <w:r w:rsidR="00367F17" w:rsidRPr="00367F17">
        <w:rPr>
          <w:rStyle w:val="libAlaemChar"/>
          <w:rtl/>
        </w:rPr>
        <w:t xml:space="preserve"> عليه‌السلام </w:t>
      </w:r>
      <w:r>
        <w:rPr>
          <w:rtl/>
        </w:rPr>
        <w:t xml:space="preserve"> كے فضائل 21،22</w:t>
      </w:r>
    </w:p>
    <w:p w:rsidR="001F628F" w:rsidRDefault="001F628F" w:rsidP="00F13D79">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مكہ</w:t>
      </w:r>
      <w:r>
        <w:rPr>
          <w:rtl/>
        </w:rPr>
        <w:t xml:space="preserve"> مي</w:t>
      </w:r>
      <w:r w:rsidR="00083993">
        <w:rPr>
          <w:rtl/>
        </w:rPr>
        <w:t xml:space="preserve">ں </w:t>
      </w:r>
      <w:r>
        <w:rPr>
          <w:rtl/>
        </w:rPr>
        <w:t xml:space="preserve">ابراہيم </w:t>
      </w:r>
      <w:r w:rsidR="00367F17" w:rsidRPr="00367F17">
        <w:rPr>
          <w:rStyle w:val="libAlaemChar"/>
          <w:rtl/>
        </w:rPr>
        <w:t xml:space="preserve"> عليه‌السلام </w:t>
      </w:r>
      <w:r>
        <w:rPr>
          <w:rtl/>
        </w:rPr>
        <w:t xml:space="preserve"> كى نسل كا اباد ہونا 1،2،3، 18; ابراہيم </w:t>
      </w:r>
      <w:r w:rsidR="00367F17" w:rsidRPr="00367F17">
        <w:rPr>
          <w:rStyle w:val="libAlaemChar"/>
          <w:rtl/>
        </w:rPr>
        <w:t xml:space="preserve"> عليه‌السلام </w:t>
      </w:r>
      <w:r>
        <w:rPr>
          <w:rtl/>
        </w:rPr>
        <w:t xml:space="preserve"> كا تضرع 8;نسل ابراہيم </w:t>
      </w:r>
      <w:r w:rsidR="00367F17" w:rsidRPr="00367F17">
        <w:rPr>
          <w:rStyle w:val="libAlaemChar"/>
          <w:rtl/>
        </w:rPr>
        <w:t xml:space="preserve"> عليه‌السلام </w:t>
      </w:r>
      <w:r>
        <w:rPr>
          <w:rtl/>
        </w:rPr>
        <w:t xml:space="preserve"> كے لئے توفيق كى دعا 16;نسل ابراہيم </w:t>
      </w:r>
      <w:r w:rsidR="00367F17" w:rsidRPr="00367F17">
        <w:rPr>
          <w:rStyle w:val="libAlaemChar"/>
          <w:rtl/>
        </w:rPr>
        <w:t xml:space="preserve"> عليه‌السلام </w:t>
      </w:r>
      <w:r>
        <w:rPr>
          <w:rtl/>
        </w:rPr>
        <w:t xml:space="preserve"> كى محبوبيت كى دعا10 ،12، 23 ; ابراہيم </w:t>
      </w:r>
      <w:r w:rsidR="00367F17" w:rsidRPr="00367F17">
        <w:rPr>
          <w:rStyle w:val="libAlaemChar"/>
          <w:rtl/>
        </w:rPr>
        <w:t xml:space="preserve"> عليه‌السلام </w:t>
      </w:r>
      <w:r>
        <w:rPr>
          <w:rtl/>
        </w:rPr>
        <w:t xml:space="preserve"> كے لئے نعمت كى دعا14 ; ابراہيم </w:t>
      </w:r>
      <w:r w:rsidR="00367F17" w:rsidRPr="00367F17">
        <w:rPr>
          <w:rStyle w:val="libAlaemChar"/>
          <w:rtl/>
        </w:rPr>
        <w:t xml:space="preserve"> عليه‌السلام </w:t>
      </w:r>
      <w:r>
        <w:rPr>
          <w:rtl/>
        </w:rPr>
        <w:t xml:space="preserve"> كى دعا 8،10، 12،14 ،15 ،16 ،23; نسل ابراہيم </w:t>
      </w:r>
      <w:r w:rsidR="00367F17" w:rsidRPr="00367F17">
        <w:rPr>
          <w:rStyle w:val="libAlaemChar"/>
          <w:rtl/>
        </w:rPr>
        <w:t xml:space="preserve"> عليه‌السلام </w:t>
      </w:r>
      <w:r>
        <w:rPr>
          <w:rtl/>
        </w:rPr>
        <w:t xml:space="preserve"> كى </w:t>
      </w:r>
      <w:r>
        <w:rPr>
          <w:rFonts w:hint="eastAsia"/>
          <w:rtl/>
        </w:rPr>
        <w:t>شكر</w:t>
      </w:r>
      <w:r>
        <w:rPr>
          <w:rtl/>
        </w:rPr>
        <w:t xml:space="preserve"> گذارى 16;ابراہيم </w:t>
      </w:r>
      <w:r w:rsidR="00367F17" w:rsidRPr="00367F17">
        <w:rPr>
          <w:rStyle w:val="libAlaemChar"/>
          <w:rtl/>
        </w:rPr>
        <w:t xml:space="preserve"> عليه‌السلام </w:t>
      </w:r>
      <w:r>
        <w:rPr>
          <w:rtl/>
        </w:rPr>
        <w:t xml:space="preserve"> كے فضائل 8;مكہ مي</w:t>
      </w:r>
      <w:r w:rsidR="00083993">
        <w:rPr>
          <w:rtl/>
        </w:rPr>
        <w:t xml:space="preserve">ں </w:t>
      </w:r>
      <w:r>
        <w:rPr>
          <w:rtl/>
        </w:rPr>
        <w:t xml:space="preserve">نسل ابراہيم </w:t>
      </w:r>
      <w:r w:rsidR="00367F17" w:rsidRPr="00367F17">
        <w:rPr>
          <w:rStyle w:val="libAlaemChar"/>
          <w:rtl/>
        </w:rPr>
        <w:t xml:space="preserve"> عليه‌السلام </w:t>
      </w:r>
      <w:r>
        <w:rPr>
          <w:rtl/>
        </w:rPr>
        <w:t xml:space="preserve"> كو اباد كرنے كا فلسفہ 3; ابراہيم </w:t>
      </w:r>
      <w:r w:rsidR="00367F17" w:rsidRPr="00367F17">
        <w:rPr>
          <w:rStyle w:val="libAlaemChar"/>
          <w:rtl/>
        </w:rPr>
        <w:t xml:space="preserve"> عليه‌السلام </w:t>
      </w:r>
      <w:r>
        <w:rPr>
          <w:rtl/>
        </w:rPr>
        <w:t xml:space="preserve"> كا قصہ 20;ابراہيم </w:t>
      </w:r>
      <w:r w:rsidR="00367F17" w:rsidRPr="00367F17">
        <w:rPr>
          <w:rStyle w:val="libAlaemChar"/>
          <w:rtl/>
        </w:rPr>
        <w:t xml:space="preserve"> عليه‌السلام </w:t>
      </w:r>
      <w:r>
        <w:rPr>
          <w:rtl/>
        </w:rPr>
        <w:t xml:space="preserve"> كے زمانے مي</w:t>
      </w:r>
      <w:r w:rsidR="00083993">
        <w:rPr>
          <w:rtl/>
        </w:rPr>
        <w:t xml:space="preserve">ں </w:t>
      </w:r>
      <w:r>
        <w:rPr>
          <w:rtl/>
        </w:rPr>
        <w:t>نماز 5; نسل ابراہيم سے مراد19</w:t>
      </w:r>
    </w:p>
    <w:p w:rsidR="001F628F" w:rsidRDefault="001F628F" w:rsidP="00F13D79">
      <w:pPr>
        <w:pStyle w:val="libNormal"/>
        <w:rPr>
          <w:rtl/>
        </w:rPr>
      </w:pPr>
      <w:r>
        <w:rPr>
          <w:rFonts w:hint="eastAsia"/>
          <w:rtl/>
        </w:rPr>
        <w:t>اسماعيل</w:t>
      </w:r>
      <w:r>
        <w:rPr>
          <w:rtl/>
        </w:rPr>
        <w:t xml:space="preserve"> </w:t>
      </w:r>
      <w:r w:rsidR="00367F17" w:rsidRPr="00367F17">
        <w:rPr>
          <w:rStyle w:val="libAlaemChar"/>
          <w:rtl/>
        </w:rPr>
        <w:t xml:space="preserve"> عليه‌السلام </w:t>
      </w:r>
      <w:r>
        <w:rPr>
          <w:rtl/>
        </w:rPr>
        <w:t xml:space="preserve"> :</w:t>
      </w:r>
      <w:r>
        <w:rPr>
          <w:rFonts w:hint="eastAsia"/>
          <w:rtl/>
        </w:rPr>
        <w:t>اسماعيل</w:t>
      </w:r>
      <w:r>
        <w:rPr>
          <w:rtl/>
        </w:rPr>
        <w:t xml:space="preserve"> </w:t>
      </w:r>
      <w:r w:rsidR="00367F17" w:rsidRPr="00367F17">
        <w:rPr>
          <w:rStyle w:val="libAlaemChar"/>
          <w:rtl/>
        </w:rPr>
        <w:t xml:space="preserve"> عليه‌السلام </w:t>
      </w:r>
      <w:r>
        <w:rPr>
          <w:rtl/>
        </w:rPr>
        <w:t xml:space="preserve"> كو مكہ مي</w:t>
      </w:r>
      <w:r w:rsidR="00083993">
        <w:rPr>
          <w:rtl/>
        </w:rPr>
        <w:t xml:space="preserve">ں </w:t>
      </w:r>
      <w:r>
        <w:rPr>
          <w:rtl/>
        </w:rPr>
        <w:t>اباد كرنا 20</w:t>
      </w:r>
    </w:p>
    <w:p w:rsidR="001F628F" w:rsidRDefault="001F628F" w:rsidP="00F13D79">
      <w:pPr>
        <w:pStyle w:val="libNormal"/>
        <w:rPr>
          <w:rtl/>
        </w:rPr>
      </w:pPr>
      <w:r>
        <w:rPr>
          <w:rFonts w:hint="eastAsia"/>
          <w:rtl/>
        </w:rPr>
        <w:t>اطاعت</w:t>
      </w:r>
      <w:r>
        <w:rPr>
          <w:rtl/>
        </w:rPr>
        <w:t>:</w:t>
      </w:r>
      <w:r>
        <w:rPr>
          <w:rFonts w:hint="eastAsia"/>
          <w:rtl/>
        </w:rPr>
        <w:t>ائمہ</w:t>
      </w:r>
      <w:r>
        <w:rPr>
          <w:rtl/>
        </w:rPr>
        <w:t xml:space="preserve"> </w:t>
      </w:r>
      <w:r w:rsidR="00367F17" w:rsidRPr="00367F17">
        <w:rPr>
          <w:rStyle w:val="libAlaemChar"/>
          <w:rtl/>
        </w:rPr>
        <w:t xml:space="preserve"> عليه‌السلام </w:t>
      </w:r>
      <w:r>
        <w:rPr>
          <w:rtl/>
        </w:rPr>
        <w:t xml:space="preserve"> كى اطاعت كى اہميت21</w:t>
      </w:r>
    </w:p>
    <w:p w:rsidR="001F628F" w:rsidRDefault="001F628F" w:rsidP="00F13D79">
      <w:pPr>
        <w:pStyle w:val="libNormal"/>
        <w:rPr>
          <w:rtl/>
        </w:rPr>
      </w:pPr>
      <w:r>
        <w:rPr>
          <w:rFonts w:hint="eastAsia"/>
          <w:rtl/>
        </w:rPr>
        <w:t>الله</w:t>
      </w:r>
      <w:r>
        <w:rPr>
          <w:rtl/>
        </w:rPr>
        <w:t xml:space="preserve"> تعالى :</w:t>
      </w:r>
      <w:r>
        <w:rPr>
          <w:rFonts w:hint="eastAsia"/>
          <w:rtl/>
        </w:rPr>
        <w:t>الله</w:t>
      </w:r>
      <w:r>
        <w:rPr>
          <w:rtl/>
        </w:rPr>
        <w:t xml:space="preserve"> تعالى كى نعمتو</w:t>
      </w:r>
      <w:r w:rsidR="00083993">
        <w:rPr>
          <w:rtl/>
        </w:rPr>
        <w:t xml:space="preserve">ں </w:t>
      </w:r>
      <w:r>
        <w:rPr>
          <w:rtl/>
        </w:rPr>
        <w:t>كا فلسفہ 17</w:t>
      </w:r>
    </w:p>
    <w:p w:rsidR="001F628F" w:rsidRDefault="001F628F" w:rsidP="00F13D79">
      <w:pPr>
        <w:pStyle w:val="libNormal"/>
        <w:rPr>
          <w:rtl/>
        </w:rPr>
      </w:pPr>
      <w:r>
        <w:rPr>
          <w:rFonts w:hint="eastAsia"/>
          <w:rtl/>
        </w:rPr>
        <w:t>اماكن</w:t>
      </w:r>
      <w:r>
        <w:rPr>
          <w:rtl/>
        </w:rPr>
        <w:t>:</w:t>
      </w:r>
      <w:r>
        <w:rPr>
          <w:rFonts w:hint="eastAsia"/>
          <w:rtl/>
        </w:rPr>
        <w:t>اماكن</w:t>
      </w:r>
      <w:r>
        <w:rPr>
          <w:rtl/>
        </w:rPr>
        <w:t xml:space="preserve"> كى قدر ومنزلت9;اماكن كا كردار11</w:t>
      </w:r>
    </w:p>
    <w:p w:rsidR="001F628F" w:rsidRDefault="001F628F" w:rsidP="00F13D79">
      <w:pPr>
        <w:pStyle w:val="libNormal"/>
        <w:rPr>
          <w:rtl/>
        </w:rPr>
      </w:pPr>
      <w:r>
        <w:rPr>
          <w:rFonts w:hint="eastAsia"/>
          <w:rtl/>
        </w:rPr>
        <w:t>اولاد</w:t>
      </w:r>
      <w:r>
        <w:rPr>
          <w:rtl/>
        </w:rPr>
        <w:t xml:space="preserve"> :</w:t>
      </w:r>
      <w:r>
        <w:rPr>
          <w:rFonts w:hint="eastAsia"/>
          <w:rtl/>
        </w:rPr>
        <w:t>اولاد</w:t>
      </w:r>
      <w:r>
        <w:rPr>
          <w:rtl/>
        </w:rPr>
        <w:t xml:space="preserve"> كے لئے دعا 12،14</w:t>
      </w:r>
    </w:p>
    <w:p w:rsidR="001F628F" w:rsidRDefault="001F628F" w:rsidP="00F13D79">
      <w:pPr>
        <w:pStyle w:val="libNormal"/>
        <w:rPr>
          <w:rtl/>
        </w:rPr>
      </w:pPr>
      <w:r>
        <w:rPr>
          <w:rFonts w:hint="eastAsia"/>
          <w:rtl/>
        </w:rPr>
        <w:t>توفيقات</w:t>
      </w:r>
      <w:r>
        <w:rPr>
          <w:rtl/>
        </w:rPr>
        <w:t>:</w:t>
      </w:r>
      <w:r>
        <w:rPr>
          <w:rFonts w:hint="eastAsia"/>
          <w:rtl/>
        </w:rPr>
        <w:t>شكر</w:t>
      </w:r>
      <w:r>
        <w:rPr>
          <w:rtl/>
        </w:rPr>
        <w:t xml:space="preserve"> گذارى كى توفيق كى دعا 16;عبادت كى توفيق كا پيش خيمہ 11</w:t>
      </w:r>
    </w:p>
    <w:p w:rsidR="001F628F" w:rsidRDefault="001F628F" w:rsidP="00F13D79">
      <w:pPr>
        <w:pStyle w:val="libNormal"/>
        <w:rPr>
          <w:rtl/>
        </w:rPr>
      </w:pPr>
      <w:r>
        <w:rPr>
          <w:rFonts w:hint="eastAsia"/>
          <w:rtl/>
        </w:rPr>
        <w:t>دعا</w:t>
      </w:r>
      <w:r>
        <w:rPr>
          <w:rtl/>
        </w:rPr>
        <w:t xml:space="preserve"> :</w:t>
      </w:r>
      <w:r>
        <w:rPr>
          <w:rFonts w:hint="eastAsia"/>
          <w:rtl/>
        </w:rPr>
        <w:t>دعا</w:t>
      </w:r>
      <w:r>
        <w:rPr>
          <w:rtl/>
        </w:rPr>
        <w:t xml:space="preserve"> كے اثرات 13;دعا مي</w:t>
      </w:r>
      <w:r w:rsidR="00083993">
        <w:rPr>
          <w:rtl/>
        </w:rPr>
        <w:t xml:space="preserve">ں </w:t>
      </w:r>
      <w:r>
        <w:rPr>
          <w:rtl/>
        </w:rPr>
        <w:t>تضرع 8</w:t>
      </w:r>
    </w:p>
    <w:p w:rsidR="001F628F" w:rsidRDefault="001F628F" w:rsidP="001F628F">
      <w:pPr>
        <w:pStyle w:val="libNormal"/>
        <w:rPr>
          <w:rtl/>
        </w:rPr>
      </w:pPr>
      <w:r>
        <w:rPr>
          <w:rFonts w:hint="eastAsia"/>
          <w:rtl/>
        </w:rPr>
        <w:t>روايت</w:t>
      </w:r>
      <w:r>
        <w:rPr>
          <w:rtl/>
        </w:rPr>
        <w:t>: 18،19،20،21،22،23</w:t>
      </w:r>
    </w:p>
    <w:p w:rsidR="001F628F" w:rsidRDefault="001F628F" w:rsidP="00F13D79">
      <w:pPr>
        <w:pStyle w:val="libNormal"/>
        <w:rPr>
          <w:rtl/>
        </w:rPr>
      </w:pPr>
      <w:r>
        <w:rPr>
          <w:rFonts w:hint="eastAsia"/>
          <w:rtl/>
        </w:rPr>
        <w:t>روح</w:t>
      </w:r>
      <w:r>
        <w:rPr>
          <w:rtl/>
        </w:rPr>
        <w:t>:</w:t>
      </w:r>
      <w:r>
        <w:rPr>
          <w:rFonts w:hint="eastAsia"/>
          <w:rtl/>
        </w:rPr>
        <w:t>روح</w:t>
      </w:r>
      <w:r>
        <w:rPr>
          <w:rtl/>
        </w:rPr>
        <w:t xml:space="preserve"> مي</w:t>
      </w:r>
      <w:r w:rsidR="00083993">
        <w:rPr>
          <w:rtl/>
        </w:rPr>
        <w:t xml:space="preserve">ں </w:t>
      </w:r>
      <w:r>
        <w:rPr>
          <w:rtl/>
        </w:rPr>
        <w:t>موثر عوامل 13</w:t>
      </w:r>
    </w:p>
    <w:p w:rsidR="001F628F" w:rsidRDefault="001F628F" w:rsidP="00F13D79">
      <w:pPr>
        <w:pStyle w:val="libNormal"/>
        <w:rPr>
          <w:rtl/>
        </w:rPr>
      </w:pPr>
      <w:r>
        <w:rPr>
          <w:rFonts w:hint="eastAsia"/>
          <w:rtl/>
        </w:rPr>
        <w:t>شرعى</w:t>
      </w:r>
      <w:r>
        <w:rPr>
          <w:rtl/>
        </w:rPr>
        <w:t xml:space="preserve"> فريضہ:</w:t>
      </w:r>
      <w:r>
        <w:rPr>
          <w:rFonts w:hint="eastAsia"/>
          <w:rtl/>
        </w:rPr>
        <w:t>اہم</w:t>
      </w:r>
      <w:r>
        <w:rPr>
          <w:rtl/>
        </w:rPr>
        <w:t xml:space="preserve"> ترين شرعى فريضہ4</w:t>
      </w:r>
    </w:p>
    <w:p w:rsidR="001F628F" w:rsidRDefault="001F628F" w:rsidP="00F13D79">
      <w:pPr>
        <w:pStyle w:val="libNormal"/>
        <w:rPr>
          <w:rtl/>
        </w:rPr>
      </w:pPr>
      <w:r>
        <w:rPr>
          <w:rFonts w:hint="eastAsia"/>
          <w:rtl/>
        </w:rPr>
        <w:t>شكر</w:t>
      </w:r>
      <w:r>
        <w:rPr>
          <w:rtl/>
        </w:rPr>
        <w:t xml:space="preserve"> :</w:t>
      </w:r>
      <w:r>
        <w:rPr>
          <w:rFonts w:hint="eastAsia"/>
          <w:rtl/>
        </w:rPr>
        <w:t>نعمت</w:t>
      </w:r>
      <w:r>
        <w:rPr>
          <w:rtl/>
        </w:rPr>
        <w:t xml:space="preserve"> كے شكر كى اہميت 16،17</w:t>
      </w:r>
    </w:p>
    <w:p w:rsidR="001F628F" w:rsidRDefault="001F628F" w:rsidP="00F13D79">
      <w:pPr>
        <w:pStyle w:val="libNormal"/>
        <w:rPr>
          <w:rtl/>
        </w:rPr>
      </w:pPr>
      <w:r>
        <w:rPr>
          <w:rFonts w:hint="eastAsia"/>
          <w:rtl/>
        </w:rPr>
        <w:t>شيعہ</w:t>
      </w:r>
      <w:r w:rsidR="00F13D79">
        <w:rPr>
          <w:rFonts w:hint="cs"/>
          <w:rtl/>
        </w:rPr>
        <w:t xml:space="preserve"> </w:t>
      </w:r>
      <w:r>
        <w:rPr>
          <w:rFonts w:hint="eastAsia"/>
          <w:rtl/>
        </w:rPr>
        <w:t>شيعو</w:t>
      </w:r>
      <w:r w:rsidR="00083993">
        <w:rPr>
          <w:rFonts w:hint="eastAsia"/>
          <w:rtl/>
        </w:rPr>
        <w:t xml:space="preserve">ں </w:t>
      </w:r>
      <w:r>
        <w:rPr>
          <w:rtl/>
        </w:rPr>
        <w:t>كے فضائل 22</w:t>
      </w:r>
    </w:p>
    <w:p w:rsidR="001F628F" w:rsidRDefault="001F628F" w:rsidP="00F13D79">
      <w:pPr>
        <w:pStyle w:val="libNormal"/>
        <w:rPr>
          <w:rtl/>
        </w:rPr>
      </w:pPr>
      <w:r>
        <w:rPr>
          <w:rFonts w:hint="eastAsia"/>
          <w:rtl/>
        </w:rPr>
        <w:t>عبادت</w:t>
      </w:r>
      <w:r>
        <w:rPr>
          <w:rtl/>
        </w:rPr>
        <w:t xml:space="preserve"> :</w:t>
      </w:r>
      <w:r>
        <w:rPr>
          <w:rFonts w:hint="eastAsia"/>
          <w:rtl/>
        </w:rPr>
        <w:t>عبادت</w:t>
      </w:r>
      <w:r>
        <w:rPr>
          <w:rtl/>
        </w:rPr>
        <w:t xml:space="preserve"> خدا كى اہميت 3،7</w:t>
      </w:r>
    </w:p>
    <w:p w:rsidR="001F628F" w:rsidRDefault="001F628F" w:rsidP="00F13D79">
      <w:pPr>
        <w:pStyle w:val="libNormal"/>
        <w:rPr>
          <w:rtl/>
        </w:rPr>
      </w:pPr>
      <w:r>
        <w:rPr>
          <w:rFonts w:hint="eastAsia"/>
          <w:rtl/>
        </w:rPr>
        <w:t>كعبہ</w:t>
      </w:r>
      <w:r>
        <w:rPr>
          <w:rtl/>
        </w:rPr>
        <w:t>:</w:t>
      </w:r>
      <w:r>
        <w:rPr>
          <w:rFonts w:hint="eastAsia"/>
          <w:rtl/>
        </w:rPr>
        <w:t>كعبہ</w:t>
      </w:r>
      <w:r>
        <w:rPr>
          <w:rtl/>
        </w:rPr>
        <w:t xml:space="preserve"> كے نزديك عبادت كى فضيلت 9;كعبہ كے نزديك نماز كى فضيلت 9</w:t>
      </w:r>
    </w:p>
    <w:p w:rsidR="001F628F" w:rsidRDefault="001F628F" w:rsidP="00F13D79">
      <w:pPr>
        <w:pStyle w:val="libNormal"/>
        <w:rPr>
          <w:rtl/>
        </w:rPr>
      </w:pPr>
      <w:r>
        <w:rPr>
          <w:rFonts w:hint="eastAsia"/>
          <w:rtl/>
        </w:rPr>
        <w:t>مكہ</w:t>
      </w:r>
      <w:r>
        <w:rPr>
          <w:rtl/>
        </w:rPr>
        <w:t xml:space="preserve"> :</w:t>
      </w:r>
      <w:r>
        <w:rPr>
          <w:rFonts w:hint="eastAsia"/>
          <w:rtl/>
        </w:rPr>
        <w:t>مكہ</w:t>
      </w:r>
      <w:r>
        <w:rPr>
          <w:rtl/>
        </w:rPr>
        <w:t xml:space="preserve"> كى اہميت 9;تاريخ مكہ 6;مكہ مي</w:t>
      </w:r>
      <w:r w:rsidR="00083993">
        <w:rPr>
          <w:rtl/>
        </w:rPr>
        <w:t xml:space="preserve">ں </w:t>
      </w:r>
      <w:r>
        <w:rPr>
          <w:rtl/>
        </w:rPr>
        <w:t>توحيد 6;مكہ</w:t>
      </w:r>
    </w:p>
    <w:p w:rsidR="00F13D79" w:rsidRDefault="001E7F9D" w:rsidP="00F73EDE">
      <w:pPr>
        <w:pStyle w:val="libPoemTini"/>
        <w:rPr>
          <w:rtl/>
        </w:rPr>
      </w:pPr>
      <w:r>
        <w:rPr>
          <w:rtl/>
        </w:rPr>
        <w:br w:type="page"/>
      </w:r>
    </w:p>
    <w:p w:rsidR="001F628F" w:rsidRDefault="001F628F" w:rsidP="00F13D79">
      <w:pPr>
        <w:pStyle w:val="libNormal"/>
        <w:rPr>
          <w:rtl/>
        </w:rPr>
      </w:pPr>
      <w:r>
        <w:rPr>
          <w:rFonts w:hint="eastAsia"/>
          <w:rtl/>
        </w:rPr>
        <w:lastRenderedPageBreak/>
        <w:t>كى</w:t>
      </w:r>
      <w:r>
        <w:rPr>
          <w:rtl/>
        </w:rPr>
        <w:t xml:space="preserve"> اقتصادى رونق كى دعا 15مكہ سے لوگو</w:t>
      </w:r>
      <w:r w:rsidR="00083993">
        <w:rPr>
          <w:rtl/>
        </w:rPr>
        <w:t xml:space="preserve">ں </w:t>
      </w:r>
      <w:r>
        <w:rPr>
          <w:rtl/>
        </w:rPr>
        <w:t>كى محبت كے لئے دعا15اہل مكہ كے لئے نعمت كى دعا 14مكہ كى اجتماعى حيثيت 6;مكہ كى اب وہوا 2،18</w:t>
      </w:r>
    </w:p>
    <w:p w:rsidR="001F628F" w:rsidRDefault="001F628F" w:rsidP="00F13D79">
      <w:pPr>
        <w:pStyle w:val="libNormal"/>
        <w:rPr>
          <w:rtl/>
        </w:rPr>
      </w:pPr>
      <w:r>
        <w:rPr>
          <w:rFonts w:hint="eastAsia"/>
          <w:rtl/>
        </w:rPr>
        <w:t>نماز</w:t>
      </w:r>
      <w:r>
        <w:rPr>
          <w:rtl/>
        </w:rPr>
        <w:t xml:space="preserve"> :</w:t>
      </w:r>
      <w:r>
        <w:rPr>
          <w:rFonts w:hint="eastAsia"/>
          <w:rtl/>
        </w:rPr>
        <w:t>نماز</w:t>
      </w:r>
      <w:r>
        <w:rPr>
          <w:rtl/>
        </w:rPr>
        <w:t xml:space="preserve"> قائم كرنے كى اہميت 3;نماز كى اہميت 4;</w:t>
      </w:r>
    </w:p>
    <w:p w:rsidR="001F628F" w:rsidRDefault="001F628F" w:rsidP="001F628F">
      <w:pPr>
        <w:pStyle w:val="libNormal"/>
        <w:rPr>
          <w:rtl/>
        </w:rPr>
      </w:pPr>
      <w:r>
        <w:rPr>
          <w:rFonts w:hint="eastAsia"/>
          <w:rtl/>
        </w:rPr>
        <w:t>تاريخ</w:t>
      </w:r>
      <w:r>
        <w:rPr>
          <w:rtl/>
        </w:rPr>
        <w:t xml:space="preserve"> نماز 5</w:t>
      </w:r>
    </w:p>
    <w:p w:rsidR="001F628F" w:rsidRDefault="001F628F" w:rsidP="00F13D79">
      <w:pPr>
        <w:pStyle w:val="libNormal"/>
        <w:rPr>
          <w:rtl/>
        </w:rPr>
      </w:pPr>
      <w:r>
        <w:rPr>
          <w:rFonts w:hint="eastAsia"/>
          <w:rtl/>
        </w:rPr>
        <w:t>ہاجرہ</w:t>
      </w:r>
      <w:r>
        <w:rPr>
          <w:rtl/>
        </w:rPr>
        <w:t>:</w:t>
      </w:r>
      <w:r>
        <w:rPr>
          <w:rFonts w:hint="eastAsia"/>
          <w:rtl/>
        </w:rPr>
        <w:t>ہاجرہ</w:t>
      </w:r>
      <w:r>
        <w:rPr>
          <w:rtl/>
        </w:rPr>
        <w:t xml:space="preserve"> كو مكہ مي</w:t>
      </w:r>
      <w:r w:rsidR="00083993">
        <w:rPr>
          <w:rtl/>
        </w:rPr>
        <w:t xml:space="preserve">ں </w:t>
      </w:r>
      <w:r>
        <w:rPr>
          <w:rtl/>
        </w:rPr>
        <w:t>اباد كرنا 20</w:t>
      </w:r>
    </w:p>
    <w:p w:rsidR="001F628F" w:rsidRDefault="001F628F" w:rsidP="00F13D79">
      <w:pPr>
        <w:pStyle w:val="libNormal"/>
        <w:rPr>
          <w:rtl/>
        </w:rPr>
      </w:pPr>
      <w:r>
        <w:rPr>
          <w:rFonts w:hint="eastAsia"/>
          <w:rtl/>
        </w:rPr>
        <w:t>ہجرت</w:t>
      </w:r>
      <w:r>
        <w:rPr>
          <w:rtl/>
        </w:rPr>
        <w:t xml:space="preserve"> :</w:t>
      </w:r>
      <w:r>
        <w:rPr>
          <w:rFonts w:hint="eastAsia"/>
          <w:rtl/>
        </w:rPr>
        <w:t>ہجرت</w:t>
      </w:r>
      <w:r>
        <w:rPr>
          <w:rtl/>
        </w:rPr>
        <w:t xml:space="preserve"> كا فلسفہ 7</w:t>
      </w:r>
    </w:p>
    <w:p w:rsidR="00F13D79" w:rsidRDefault="00F13D79" w:rsidP="00F13D79">
      <w:pPr>
        <w:pStyle w:val="Heading2Center"/>
        <w:rPr>
          <w:rtl/>
        </w:rPr>
      </w:pPr>
      <w:bookmarkStart w:id="38" w:name="_Toc28081716"/>
      <w:r>
        <w:rPr>
          <w:rFonts w:hint="cs"/>
          <w:rtl/>
        </w:rPr>
        <w:t>آیت 38</w:t>
      </w:r>
      <w:bookmarkEnd w:id="38"/>
    </w:p>
    <w:p w:rsidR="001F628F" w:rsidRDefault="00E260F9" w:rsidP="00F13D79">
      <w:pPr>
        <w:pStyle w:val="libNormal"/>
        <w:rPr>
          <w:rtl/>
        </w:rPr>
      </w:pPr>
      <w:r w:rsidRPr="00E260F9">
        <w:rPr>
          <w:rStyle w:val="libAlaemChar"/>
          <w:rFonts w:hint="eastAsia"/>
          <w:rtl/>
        </w:rPr>
        <w:t>(</w:t>
      </w:r>
      <w:r w:rsidRPr="00F13D79">
        <w:rPr>
          <w:rStyle w:val="libAieChar"/>
          <w:rFonts w:hint="eastAsia"/>
          <w:rtl/>
        </w:rPr>
        <w:t>رَبَّنَا</w:t>
      </w:r>
      <w:r w:rsidRPr="00F13D79">
        <w:rPr>
          <w:rStyle w:val="libAieChar"/>
          <w:rtl/>
        </w:rPr>
        <w:t xml:space="preserve"> إِنَّكَ تَعْلَمُ مَا نُخْفِي وَمَا نُعْلِنُ وَمَا يَخْفَى عَلَى اللّهِ مِن شَيْءٍ فَي الأَرْضِ وَلاَ فِي السَّمَاء</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پروردگار</w:t>
      </w:r>
      <w:r>
        <w:rPr>
          <w:rtl/>
        </w:rPr>
        <w:t xml:space="preserve"> ہم جس بات كا اعلان كرتے ہي</w:t>
      </w:r>
      <w:r w:rsidR="00083993">
        <w:rPr>
          <w:rtl/>
        </w:rPr>
        <w:t xml:space="preserve">ں </w:t>
      </w:r>
      <w:r>
        <w:rPr>
          <w:rtl/>
        </w:rPr>
        <w:t>يا جس كو چھپاتے ہي</w:t>
      </w:r>
      <w:r w:rsidR="00083993">
        <w:rPr>
          <w:rtl/>
        </w:rPr>
        <w:t xml:space="preserve">ں </w:t>
      </w:r>
      <w:r>
        <w:rPr>
          <w:rtl/>
        </w:rPr>
        <w:t>تو سب سے باخبر ہے اور اللہ پر زمين و آسمان مي</w:t>
      </w:r>
      <w:r w:rsidR="00083993">
        <w:rPr>
          <w:rtl/>
        </w:rPr>
        <w:t xml:space="preserve">ں </w:t>
      </w:r>
      <w:r>
        <w:rPr>
          <w:rtl/>
        </w:rPr>
        <w:t>كوئي چيز مخفى نہي</w:t>
      </w:r>
      <w:r w:rsidR="00083993">
        <w:rPr>
          <w:rtl/>
        </w:rPr>
        <w:t xml:space="preserve">ں </w:t>
      </w:r>
      <w:r>
        <w:rPr>
          <w:rtl/>
        </w:rPr>
        <w:t>رہ سكتى _</w:t>
      </w:r>
    </w:p>
    <w:p w:rsidR="001F628F" w:rsidRDefault="001F628F" w:rsidP="001F628F">
      <w:pPr>
        <w:pStyle w:val="libNormal"/>
        <w:rPr>
          <w:rtl/>
        </w:rPr>
      </w:pPr>
      <w:r>
        <w:rPr>
          <w:rtl/>
        </w:rPr>
        <w:t>1_ اپنى دعا مي</w:t>
      </w:r>
      <w:r w:rsidR="00083993">
        <w:rPr>
          <w:rtl/>
        </w:rPr>
        <w:t xml:space="preserve">ں </w:t>
      </w:r>
      <w:r>
        <w:rPr>
          <w:rtl/>
        </w:rPr>
        <w:t xml:space="preserve">حضرت ابراہيم </w:t>
      </w:r>
      <w:r w:rsidR="00367F17" w:rsidRPr="00367F17">
        <w:rPr>
          <w:rStyle w:val="libAlaemChar"/>
          <w:rtl/>
        </w:rPr>
        <w:t xml:space="preserve"> عليه‌السلام </w:t>
      </w:r>
      <w:r>
        <w:rPr>
          <w:rtl/>
        </w:rPr>
        <w:t xml:space="preserve"> كا ظاہر وباطن كے بارے مي</w:t>
      </w:r>
      <w:r w:rsidR="00083993">
        <w:rPr>
          <w:rtl/>
        </w:rPr>
        <w:t xml:space="preserve">ں </w:t>
      </w:r>
      <w:r>
        <w:rPr>
          <w:rtl/>
        </w:rPr>
        <w:t>خداوند متعال كے وسيع علم كا اعتراف كرنا _</w:t>
      </w:r>
    </w:p>
    <w:p w:rsidR="001F628F" w:rsidRDefault="001F628F" w:rsidP="00F13D79">
      <w:pPr>
        <w:pStyle w:val="libArabic"/>
        <w:rPr>
          <w:rtl/>
        </w:rPr>
      </w:pPr>
      <w:r>
        <w:rPr>
          <w:rFonts w:hint="eastAsia"/>
          <w:rtl/>
        </w:rPr>
        <w:t>ربّنا</w:t>
      </w:r>
      <w:r>
        <w:rPr>
          <w:rtl/>
        </w:rPr>
        <w:t xml:space="preserve"> انك تعلم ما نخفى و ما نعلن</w:t>
      </w:r>
    </w:p>
    <w:p w:rsidR="001F628F" w:rsidRDefault="001F628F" w:rsidP="001F628F">
      <w:pPr>
        <w:pStyle w:val="libNormal"/>
        <w:rPr>
          <w:rtl/>
        </w:rPr>
      </w:pPr>
      <w:r>
        <w:rPr>
          <w:rtl/>
        </w:rPr>
        <w:t>2_انسان كى نيتو</w:t>
      </w:r>
      <w:r w:rsidR="00083993">
        <w:rPr>
          <w:rtl/>
        </w:rPr>
        <w:t xml:space="preserve">ں </w:t>
      </w:r>
      <w:r>
        <w:rPr>
          <w:rtl/>
        </w:rPr>
        <w:t>،محركات ،افكار ، ظاہرى اور باطنى اعمال كا خداوند متعال كى دسترس مي</w:t>
      </w:r>
      <w:r w:rsidR="00083993">
        <w:rPr>
          <w:rtl/>
        </w:rPr>
        <w:t xml:space="preserve">ں </w:t>
      </w:r>
      <w:r>
        <w:rPr>
          <w:rtl/>
        </w:rPr>
        <w:t>ہونا _</w:t>
      </w:r>
    </w:p>
    <w:p w:rsidR="001F628F" w:rsidRDefault="001F628F" w:rsidP="00F13D79">
      <w:pPr>
        <w:pStyle w:val="libArabic"/>
        <w:rPr>
          <w:rtl/>
        </w:rPr>
      </w:pPr>
      <w:r>
        <w:rPr>
          <w:rFonts w:hint="eastAsia"/>
          <w:rtl/>
        </w:rPr>
        <w:t>ربّنا</w:t>
      </w:r>
      <w:r>
        <w:rPr>
          <w:rtl/>
        </w:rPr>
        <w:t xml:space="preserve"> انك تعلم ما نخفى و ما نعلن</w:t>
      </w:r>
    </w:p>
    <w:p w:rsidR="001F628F" w:rsidRDefault="001F628F" w:rsidP="001F628F">
      <w:pPr>
        <w:pStyle w:val="libNormal"/>
        <w:rPr>
          <w:rtl/>
        </w:rPr>
      </w:pPr>
      <w:r>
        <w:rPr>
          <w:rtl/>
        </w:rPr>
        <w:t>3_خدا كى بارگاہ مي</w:t>
      </w:r>
      <w:r w:rsidR="00083993">
        <w:rPr>
          <w:rtl/>
        </w:rPr>
        <w:t xml:space="preserve">ں </w:t>
      </w:r>
      <w:r>
        <w:rPr>
          <w:rtl/>
        </w:rPr>
        <w:t>دعا كے اداب مي</w:t>
      </w:r>
      <w:r w:rsidR="00083993">
        <w:rPr>
          <w:rtl/>
        </w:rPr>
        <w:t xml:space="preserve">ں </w:t>
      </w:r>
      <w:r>
        <w:rPr>
          <w:rtl/>
        </w:rPr>
        <w:t>سے ايك اس كى صفات (كمال وجلال) كا ذكر كرنا ہے_</w:t>
      </w:r>
    </w:p>
    <w:p w:rsidR="001F628F" w:rsidRDefault="001F628F" w:rsidP="00F13D79">
      <w:pPr>
        <w:pStyle w:val="libArabic"/>
        <w:rPr>
          <w:rtl/>
        </w:rPr>
      </w:pPr>
      <w:r>
        <w:rPr>
          <w:rFonts w:hint="eastAsia"/>
          <w:rtl/>
        </w:rPr>
        <w:t>ربّنا</w:t>
      </w:r>
      <w:r>
        <w:rPr>
          <w:rtl/>
        </w:rPr>
        <w:t xml:space="preserve"> انك تعلم ما نخفى و ما نعلن</w:t>
      </w:r>
    </w:p>
    <w:p w:rsidR="001F628F" w:rsidRDefault="001F628F" w:rsidP="001F628F">
      <w:pPr>
        <w:pStyle w:val="libNormal"/>
        <w:rPr>
          <w:rtl/>
        </w:rPr>
      </w:pPr>
      <w:r>
        <w:rPr>
          <w:rtl/>
        </w:rPr>
        <w:t>4_دعا كے وقت مشكلات اور حاجات كو زبان پر جارى كرنا ،عرض حاجت كا حسن ہے_</w:t>
      </w:r>
    </w:p>
    <w:p w:rsidR="001F628F" w:rsidRDefault="001F628F" w:rsidP="00F13D79">
      <w:pPr>
        <w:pStyle w:val="libArabic"/>
        <w:rPr>
          <w:rtl/>
        </w:rPr>
      </w:pPr>
      <w:r>
        <w:rPr>
          <w:rFonts w:hint="eastAsia"/>
          <w:rtl/>
        </w:rPr>
        <w:t>ربّ</w:t>
      </w:r>
      <w:r>
        <w:rPr>
          <w:rtl/>
        </w:rPr>
        <w:t xml:space="preserve"> اجعل </w:t>
      </w:r>
      <w:r w:rsidR="00F21947" w:rsidRPr="00B2551F">
        <w:rPr>
          <w:rFonts w:hint="cs"/>
          <w:rtl/>
        </w:rPr>
        <w:t>ه</w:t>
      </w:r>
      <w:r>
        <w:rPr>
          <w:rFonts w:hint="cs"/>
          <w:rtl/>
        </w:rPr>
        <w:t>ذا</w:t>
      </w:r>
      <w:r>
        <w:rPr>
          <w:rtl/>
        </w:rPr>
        <w:t xml:space="preserve"> </w:t>
      </w:r>
      <w:r>
        <w:rPr>
          <w:rFonts w:hint="cs"/>
          <w:rtl/>
        </w:rPr>
        <w:t>البلد</w:t>
      </w:r>
      <w:r>
        <w:rPr>
          <w:rtl/>
        </w:rPr>
        <w:t xml:space="preserve"> </w:t>
      </w:r>
      <w:r>
        <w:rPr>
          <w:rFonts w:hint="cs"/>
          <w:rtl/>
        </w:rPr>
        <w:t>ء</w:t>
      </w:r>
      <w:r>
        <w:rPr>
          <w:rtl/>
        </w:rPr>
        <w:t xml:space="preserve"> </w:t>
      </w:r>
      <w:r>
        <w:rPr>
          <w:rFonts w:hint="cs"/>
          <w:rtl/>
        </w:rPr>
        <w:t>امناً</w:t>
      </w:r>
      <w:r>
        <w:rPr>
          <w:rtl/>
        </w:rPr>
        <w:t xml:space="preserve"> ...</w:t>
      </w:r>
      <w:r>
        <w:rPr>
          <w:rFonts w:hint="cs"/>
          <w:rtl/>
        </w:rPr>
        <w:t>ربّنا</w:t>
      </w:r>
      <w:r>
        <w:rPr>
          <w:rtl/>
        </w:rPr>
        <w:t xml:space="preserve"> </w:t>
      </w:r>
      <w:r>
        <w:rPr>
          <w:rFonts w:hint="cs"/>
          <w:rtl/>
        </w:rPr>
        <w:t>اني</w:t>
      </w:r>
      <w:r>
        <w:rPr>
          <w:rtl/>
        </w:rPr>
        <w:t xml:space="preserve"> ...</w:t>
      </w:r>
      <w:r>
        <w:rPr>
          <w:rFonts w:hint="cs"/>
          <w:rtl/>
        </w:rPr>
        <w:t>بواد</w:t>
      </w:r>
      <w:r>
        <w:rPr>
          <w:rtl/>
        </w:rPr>
        <w:t xml:space="preserve"> </w:t>
      </w:r>
      <w:r>
        <w:rPr>
          <w:rFonts w:hint="cs"/>
          <w:rtl/>
        </w:rPr>
        <w:t>غير</w:t>
      </w:r>
      <w:r>
        <w:rPr>
          <w:rtl/>
        </w:rPr>
        <w:t xml:space="preserve"> </w:t>
      </w:r>
      <w:r>
        <w:rPr>
          <w:rFonts w:hint="cs"/>
          <w:rtl/>
        </w:rPr>
        <w:t>ذى</w:t>
      </w:r>
      <w:r>
        <w:rPr>
          <w:rtl/>
        </w:rPr>
        <w:t xml:space="preserve"> </w:t>
      </w:r>
      <w:r>
        <w:rPr>
          <w:rFonts w:hint="cs"/>
          <w:rtl/>
        </w:rPr>
        <w:t>زرع</w:t>
      </w:r>
      <w:r>
        <w:rPr>
          <w:rtl/>
        </w:rPr>
        <w:t xml:space="preserve"> ...</w:t>
      </w:r>
      <w:r>
        <w:rPr>
          <w:rFonts w:hint="cs"/>
          <w:rtl/>
        </w:rPr>
        <w:t>ربّنا</w:t>
      </w:r>
      <w:r>
        <w:rPr>
          <w:rtl/>
        </w:rPr>
        <w:t xml:space="preserve"> </w:t>
      </w:r>
      <w:r>
        <w:rPr>
          <w:rFonts w:hint="cs"/>
          <w:rtl/>
        </w:rPr>
        <w:t>انك</w:t>
      </w:r>
      <w:r>
        <w:rPr>
          <w:rtl/>
        </w:rPr>
        <w:t xml:space="preserve"> </w:t>
      </w:r>
      <w:r>
        <w:rPr>
          <w:rFonts w:hint="cs"/>
          <w:rtl/>
        </w:rPr>
        <w:t>تعلم</w:t>
      </w:r>
      <w:r>
        <w:rPr>
          <w:rtl/>
        </w:rPr>
        <w:t xml:space="preserve"> </w:t>
      </w:r>
      <w:r>
        <w:rPr>
          <w:rFonts w:hint="cs"/>
          <w:rtl/>
        </w:rPr>
        <w:t>ما</w:t>
      </w:r>
      <w:r>
        <w:rPr>
          <w:rtl/>
        </w:rPr>
        <w:t xml:space="preserve"> </w:t>
      </w:r>
      <w:r>
        <w:rPr>
          <w:rFonts w:hint="cs"/>
          <w:rtl/>
        </w:rPr>
        <w:t>نخفى</w:t>
      </w:r>
      <w:r>
        <w:rPr>
          <w:rtl/>
        </w:rPr>
        <w:t xml:space="preserve"> </w:t>
      </w:r>
      <w:r>
        <w:rPr>
          <w:rFonts w:hint="cs"/>
          <w:rtl/>
        </w:rPr>
        <w:t>و</w:t>
      </w:r>
      <w:r>
        <w:rPr>
          <w:rtl/>
        </w:rPr>
        <w:t xml:space="preserve"> </w:t>
      </w:r>
      <w:r>
        <w:rPr>
          <w:rFonts w:hint="cs"/>
          <w:rtl/>
        </w:rPr>
        <w:t>م</w:t>
      </w:r>
      <w:r>
        <w:rPr>
          <w:rtl/>
        </w:rPr>
        <w:t>ا نعلن</w:t>
      </w:r>
    </w:p>
    <w:p w:rsidR="001F628F" w:rsidRDefault="001F628F" w:rsidP="001F628F">
      <w:pPr>
        <w:pStyle w:val="libNormal"/>
        <w:rPr>
          <w:rtl/>
        </w:rPr>
      </w:pPr>
      <w:r>
        <w:rPr>
          <w:rtl/>
        </w:rPr>
        <w:t>5_تمام كائنات (اسمان و زمين كى مخلوقات ) خداو ند متعال كے علم كى حدود مي</w:t>
      </w:r>
      <w:r w:rsidR="00083993">
        <w:rPr>
          <w:rtl/>
        </w:rPr>
        <w:t xml:space="preserve">ں </w:t>
      </w:r>
      <w:r>
        <w:rPr>
          <w:rtl/>
        </w:rPr>
        <w:t>اور اس كے حضور حاضر ہے_</w:t>
      </w:r>
    </w:p>
    <w:p w:rsidR="00F13D79" w:rsidRDefault="001E7F9D" w:rsidP="00F73EDE">
      <w:pPr>
        <w:pStyle w:val="libPoemTini"/>
        <w:rPr>
          <w:rtl/>
        </w:rPr>
      </w:pPr>
      <w:r>
        <w:rPr>
          <w:rtl/>
        </w:rPr>
        <w:br w:type="page"/>
      </w:r>
    </w:p>
    <w:p w:rsidR="001F628F" w:rsidRDefault="001F628F" w:rsidP="00F13D79">
      <w:pPr>
        <w:pStyle w:val="libArabic"/>
        <w:rPr>
          <w:rtl/>
        </w:rPr>
      </w:pPr>
      <w:r>
        <w:rPr>
          <w:rFonts w:hint="eastAsia"/>
          <w:rtl/>
        </w:rPr>
        <w:lastRenderedPageBreak/>
        <w:t>وما</w:t>
      </w:r>
      <w:r>
        <w:rPr>
          <w:rtl/>
        </w:rPr>
        <w:t xml:space="preserve"> يخفى على الله من شى ء فى الا رض ولا فى </w:t>
      </w:r>
      <w:r w:rsidR="00F72CEB" w:rsidRPr="00F72CEB">
        <w:rPr>
          <w:rtl/>
        </w:rPr>
        <w:t>السّماء</w:t>
      </w:r>
    </w:p>
    <w:p w:rsidR="001F628F" w:rsidRDefault="001F628F" w:rsidP="001F628F">
      <w:pPr>
        <w:pStyle w:val="libNormal"/>
        <w:rPr>
          <w:rtl/>
        </w:rPr>
      </w:pPr>
      <w:r>
        <w:rPr>
          <w:rtl/>
        </w:rPr>
        <w:t>6_كائنات كى كسى بھى شے كا خداوند متعال سے مخفى نہ ہونا ، اس كے ظاہر وباطن سے اگاہ ہونے كى دليل ہے_</w:t>
      </w:r>
    </w:p>
    <w:p w:rsidR="001F628F" w:rsidRDefault="001F628F" w:rsidP="00F13D79">
      <w:pPr>
        <w:pStyle w:val="libArabic"/>
        <w:rPr>
          <w:rtl/>
        </w:rPr>
      </w:pPr>
      <w:r>
        <w:rPr>
          <w:rFonts w:hint="eastAsia"/>
          <w:rtl/>
        </w:rPr>
        <w:t>وما</w:t>
      </w:r>
      <w:r>
        <w:rPr>
          <w:rtl/>
        </w:rPr>
        <w:t xml:space="preserve"> يخفى على الله من شى ء فى الا رض ولا فى </w:t>
      </w:r>
      <w:r w:rsidR="00F72CEB" w:rsidRPr="00F72CEB">
        <w:rPr>
          <w:rtl/>
        </w:rPr>
        <w:t>السّماء</w:t>
      </w:r>
    </w:p>
    <w:p w:rsidR="001F628F" w:rsidRDefault="001F628F" w:rsidP="001F628F">
      <w:pPr>
        <w:pStyle w:val="libNormal"/>
        <w:rPr>
          <w:rtl/>
        </w:rPr>
      </w:pPr>
      <w:r>
        <w:rPr>
          <w:rFonts w:hint="eastAsia"/>
          <w:rtl/>
        </w:rPr>
        <w:t>ہو</w:t>
      </w:r>
      <w:r>
        <w:rPr>
          <w:rtl/>
        </w:rPr>
        <w:t xml:space="preserve"> سكتا ہے جملہ ''</w:t>
      </w:r>
      <w:r w:rsidRPr="00F13D79">
        <w:rPr>
          <w:rStyle w:val="libArabicChar"/>
          <w:rtl/>
        </w:rPr>
        <w:t xml:space="preserve">وما يخفى على الله </w:t>
      </w:r>
      <w:r>
        <w:rPr>
          <w:rtl/>
        </w:rPr>
        <w:t xml:space="preserve">... '' آيت مجيدہ كے پہلے حصے ( </w:t>
      </w:r>
      <w:r w:rsidRPr="00F13D79">
        <w:rPr>
          <w:rStyle w:val="libArabicChar"/>
          <w:rtl/>
        </w:rPr>
        <w:t>انك تعلم</w:t>
      </w:r>
      <w:r>
        <w:rPr>
          <w:rtl/>
        </w:rPr>
        <w:t xml:space="preserve"> ...) كى علت بيان كر رہا ہو_</w:t>
      </w:r>
    </w:p>
    <w:p w:rsidR="001F628F" w:rsidRDefault="001F628F" w:rsidP="00F13D79">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كا اقرار1;ابراہيم </w:t>
      </w:r>
      <w:r w:rsidR="00367F17" w:rsidRPr="00367F17">
        <w:rPr>
          <w:rStyle w:val="libAlaemChar"/>
          <w:rtl/>
        </w:rPr>
        <w:t xml:space="preserve"> عليه‌السلام </w:t>
      </w:r>
      <w:r>
        <w:rPr>
          <w:rtl/>
        </w:rPr>
        <w:t xml:space="preserve"> كى دعا 1</w:t>
      </w:r>
    </w:p>
    <w:p w:rsidR="001F628F" w:rsidRDefault="001F628F" w:rsidP="00F13D79">
      <w:pPr>
        <w:pStyle w:val="libNormal"/>
        <w:rPr>
          <w:rtl/>
        </w:rPr>
      </w:pPr>
      <w:r>
        <w:rPr>
          <w:rFonts w:hint="eastAsia"/>
          <w:rtl/>
        </w:rPr>
        <w:t>الله</w:t>
      </w:r>
      <w:r>
        <w:rPr>
          <w:rtl/>
        </w:rPr>
        <w:t xml:space="preserve"> تعالى :</w:t>
      </w:r>
      <w:r>
        <w:rPr>
          <w:rFonts w:hint="eastAsia"/>
          <w:rtl/>
        </w:rPr>
        <w:t>الله</w:t>
      </w:r>
      <w:r>
        <w:rPr>
          <w:rtl/>
        </w:rPr>
        <w:t xml:space="preserve"> تعالى كے علم غيب كے دلائل6;الله تعالى كا مخلوقات كے بارے مي</w:t>
      </w:r>
      <w:r w:rsidR="00083993">
        <w:rPr>
          <w:rtl/>
        </w:rPr>
        <w:t xml:space="preserve">ں </w:t>
      </w:r>
      <w:r>
        <w:rPr>
          <w:rtl/>
        </w:rPr>
        <w:t>علم 5،6;الله تعالى كا علم غيب 1;الله تعالى كے علم كى وسعت5;الله تعالى كے علم غيب كى وسعت2</w:t>
      </w:r>
    </w:p>
    <w:p w:rsidR="001F628F" w:rsidRDefault="001F628F" w:rsidP="00F13D79">
      <w:pPr>
        <w:pStyle w:val="libNormal"/>
        <w:rPr>
          <w:rtl/>
        </w:rPr>
      </w:pPr>
      <w:r>
        <w:rPr>
          <w:rFonts w:hint="eastAsia"/>
          <w:rtl/>
        </w:rPr>
        <w:t>انسان</w:t>
      </w:r>
      <w:r>
        <w:rPr>
          <w:rtl/>
        </w:rPr>
        <w:t xml:space="preserve"> :</w:t>
      </w:r>
      <w:r>
        <w:rPr>
          <w:rFonts w:hint="eastAsia"/>
          <w:rtl/>
        </w:rPr>
        <w:t>انسان</w:t>
      </w:r>
      <w:r>
        <w:rPr>
          <w:rtl/>
        </w:rPr>
        <w:t xml:space="preserve"> كا عمل 2</w:t>
      </w:r>
    </w:p>
    <w:p w:rsidR="001F628F" w:rsidRDefault="001F628F" w:rsidP="00F13D79">
      <w:pPr>
        <w:pStyle w:val="libNormal"/>
        <w:rPr>
          <w:rtl/>
        </w:rPr>
      </w:pPr>
      <w:r>
        <w:rPr>
          <w:rFonts w:hint="eastAsia"/>
          <w:rtl/>
        </w:rPr>
        <w:t>دعا</w:t>
      </w:r>
      <w:r>
        <w:rPr>
          <w:rtl/>
        </w:rPr>
        <w:t>:</w:t>
      </w:r>
      <w:r>
        <w:rPr>
          <w:rFonts w:hint="eastAsia"/>
          <w:rtl/>
        </w:rPr>
        <w:t>دعا</w:t>
      </w:r>
      <w:r>
        <w:rPr>
          <w:rtl/>
        </w:rPr>
        <w:t xml:space="preserve"> كے اداب 3،4;دعا مي</w:t>
      </w:r>
      <w:r w:rsidR="00083993">
        <w:rPr>
          <w:rtl/>
        </w:rPr>
        <w:t xml:space="preserve">ں </w:t>
      </w:r>
      <w:r>
        <w:rPr>
          <w:rtl/>
        </w:rPr>
        <w:t>اسما و صفات 3;دعا مي</w:t>
      </w:r>
      <w:r w:rsidR="00083993">
        <w:rPr>
          <w:rtl/>
        </w:rPr>
        <w:t xml:space="preserve">ں </w:t>
      </w:r>
      <w:r>
        <w:rPr>
          <w:rtl/>
        </w:rPr>
        <w:t>حاجت بيان كرنا 4</w:t>
      </w:r>
    </w:p>
    <w:p w:rsidR="001F628F" w:rsidRDefault="001F628F" w:rsidP="00F13D79">
      <w:pPr>
        <w:pStyle w:val="libNormal"/>
        <w:rPr>
          <w:rtl/>
        </w:rPr>
      </w:pPr>
      <w:r>
        <w:rPr>
          <w:rFonts w:hint="eastAsia"/>
          <w:rtl/>
        </w:rPr>
        <w:t>نيت</w:t>
      </w:r>
      <w:r>
        <w:rPr>
          <w:rtl/>
        </w:rPr>
        <w:t>:</w:t>
      </w:r>
      <w:r>
        <w:rPr>
          <w:rFonts w:hint="eastAsia"/>
          <w:rtl/>
        </w:rPr>
        <w:t>نيت</w:t>
      </w:r>
      <w:r>
        <w:rPr>
          <w:rtl/>
        </w:rPr>
        <w:t xml:space="preserve"> كا علم2</w:t>
      </w:r>
    </w:p>
    <w:p w:rsidR="001F628F" w:rsidRDefault="001F628F" w:rsidP="001F628F">
      <w:pPr>
        <w:pStyle w:val="libNormal"/>
        <w:rPr>
          <w:rtl/>
        </w:rPr>
      </w:pPr>
      <w:r>
        <w:rPr>
          <w:rFonts w:hint="eastAsia"/>
          <w:rtl/>
        </w:rPr>
        <w:t>شكر</w:t>
      </w:r>
      <w:r>
        <w:rPr>
          <w:rtl/>
        </w:rPr>
        <w:t xml:space="preserve"> ہے اس خدا كا جس نے مجھے بڑھاپے مي</w:t>
      </w:r>
      <w:r w:rsidR="00083993">
        <w:rPr>
          <w:rtl/>
        </w:rPr>
        <w:t xml:space="preserve">ں </w:t>
      </w:r>
      <w:r>
        <w:rPr>
          <w:rtl/>
        </w:rPr>
        <w:t>اسماعيل و اسحاق جيسى اولاد عطا كى ہے كہ بيشك ميرا پروردگار عادل كا سننے والا ہے _</w:t>
      </w:r>
    </w:p>
    <w:p w:rsidR="001F628F" w:rsidRDefault="000813EA" w:rsidP="000813EA">
      <w:pPr>
        <w:pStyle w:val="Heading2Center"/>
        <w:rPr>
          <w:rtl/>
        </w:rPr>
      </w:pPr>
      <w:bookmarkStart w:id="39" w:name="_Toc28081717"/>
      <w:r>
        <w:rPr>
          <w:rFonts w:hint="cs"/>
          <w:rtl/>
        </w:rPr>
        <w:t>آیت 39</w:t>
      </w:r>
      <w:bookmarkEnd w:id="39"/>
    </w:p>
    <w:p w:rsidR="001F628F" w:rsidRDefault="00E260F9" w:rsidP="000813EA">
      <w:pPr>
        <w:pStyle w:val="libNormal"/>
        <w:rPr>
          <w:rtl/>
        </w:rPr>
      </w:pPr>
      <w:r w:rsidRPr="00E260F9">
        <w:rPr>
          <w:rStyle w:val="libAlaemChar"/>
          <w:rFonts w:hint="eastAsia"/>
          <w:rtl/>
        </w:rPr>
        <w:t>(</w:t>
      </w:r>
      <w:r w:rsidRPr="000813EA">
        <w:rPr>
          <w:rStyle w:val="libAieChar"/>
          <w:rFonts w:hint="eastAsia"/>
          <w:rtl/>
        </w:rPr>
        <w:t>الْحَمْدُ</w:t>
      </w:r>
      <w:r w:rsidRPr="000813EA">
        <w:rPr>
          <w:rStyle w:val="libAieChar"/>
          <w:rtl/>
        </w:rPr>
        <w:t xml:space="preserve"> لِلّهِ الَّذِي وَهَبَ لِي عَلَى الْكِبَرِ إِسْمَاعِيلَ وَإِسْحَاقَ إِنَّ رَبِّي لَسَمِيعُ الدُّعَاء</w:t>
      </w:r>
      <w:r w:rsidRPr="00E260F9">
        <w:rPr>
          <w:rStyle w:val="libAlaemChar"/>
          <w:rFonts w:hint="eastAsia"/>
          <w:rtl/>
        </w:rPr>
        <w:t>)</w:t>
      </w:r>
      <w:r w:rsidR="001F628F">
        <w:rPr>
          <w:rtl/>
        </w:rPr>
        <w:t xml:space="preserve"> </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نے بڑھاپے مي</w:t>
      </w:r>
      <w:r w:rsidR="00083993">
        <w:rPr>
          <w:rtl/>
        </w:rPr>
        <w:t xml:space="preserve">ں </w:t>
      </w:r>
      <w:r>
        <w:rPr>
          <w:rtl/>
        </w:rPr>
        <w:t>صاحب اولاد ہونے كى وجہ سے خدا وند متعال كى حمد و ستا</w:t>
      </w:r>
      <w:r w:rsidR="009F604A">
        <w:rPr>
          <w:rtl/>
        </w:rPr>
        <w:t>ئش</w:t>
      </w:r>
      <w:r>
        <w:rPr>
          <w:rtl/>
        </w:rPr>
        <w:t xml:space="preserve"> كي_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و اسحق</w:t>
      </w:r>
    </w:p>
    <w:p w:rsidR="000813EA" w:rsidRDefault="001E7F9D" w:rsidP="00F73EDE">
      <w:pPr>
        <w:pStyle w:val="libPoemTini"/>
        <w:rPr>
          <w:rtl/>
        </w:rPr>
      </w:pPr>
      <w:r>
        <w:rPr>
          <w:rtl/>
        </w:rPr>
        <w:br w:type="page"/>
      </w:r>
    </w:p>
    <w:p w:rsidR="001F628F" w:rsidRDefault="001F628F" w:rsidP="000813EA">
      <w:pPr>
        <w:pStyle w:val="libNormal"/>
        <w:rPr>
          <w:rtl/>
        </w:rPr>
      </w:pPr>
      <w:r>
        <w:rPr>
          <w:rtl/>
        </w:rPr>
        <w:lastRenderedPageBreak/>
        <w:t>2_حمد وستا</w:t>
      </w:r>
      <w:r w:rsidR="009F604A">
        <w:rPr>
          <w:rtl/>
        </w:rPr>
        <w:t>ئش</w:t>
      </w:r>
      <w:r>
        <w:rPr>
          <w:rtl/>
        </w:rPr>
        <w:t xml:space="preserve"> خدا وند كے لئے مخصوص اور وہى اس كے لائق ہے_</w:t>
      </w:r>
      <w:r w:rsidRPr="000813EA">
        <w:rPr>
          <w:rStyle w:val="libArabicChar"/>
          <w:rFonts w:hint="eastAsia"/>
          <w:rtl/>
        </w:rPr>
        <w:t>الحمد</w:t>
      </w:r>
      <w:r w:rsidRPr="000813EA">
        <w:rPr>
          <w:rStyle w:val="libArabicChar"/>
          <w:rtl/>
        </w:rPr>
        <w:t xml:space="preserve"> لله</w:t>
      </w:r>
    </w:p>
    <w:p w:rsidR="001F628F" w:rsidRDefault="001F628F" w:rsidP="000813EA">
      <w:pPr>
        <w:pStyle w:val="libNormal"/>
        <w:rPr>
          <w:rtl/>
        </w:rPr>
      </w:pPr>
      <w:r>
        <w:rPr>
          <w:rtl/>
        </w:rPr>
        <w:t>3_ہر چيز كى ستا</w:t>
      </w:r>
      <w:r w:rsidR="009F604A">
        <w:rPr>
          <w:rtl/>
        </w:rPr>
        <w:t>ئش</w:t>
      </w:r>
      <w:r>
        <w:rPr>
          <w:rtl/>
        </w:rPr>
        <w:t xml:space="preserve"> وتعريف ،خداوند متعال ہى كى ستا</w:t>
      </w:r>
      <w:r w:rsidR="009F604A">
        <w:rPr>
          <w:rtl/>
        </w:rPr>
        <w:t>ئش</w:t>
      </w:r>
      <w:r>
        <w:rPr>
          <w:rtl/>
        </w:rPr>
        <w:t xml:space="preserve"> وتعريف ہے_*</w:t>
      </w:r>
      <w:r w:rsidRPr="000813EA">
        <w:rPr>
          <w:rStyle w:val="libArabicChar"/>
          <w:rFonts w:hint="eastAsia"/>
          <w:rtl/>
        </w:rPr>
        <w:t>الحمد</w:t>
      </w:r>
      <w:r w:rsidRPr="000813EA">
        <w:rPr>
          <w:rStyle w:val="libArabicChar"/>
          <w:rtl/>
        </w:rPr>
        <w:t xml:space="preserve"> لله</w:t>
      </w:r>
    </w:p>
    <w:p w:rsidR="001F628F" w:rsidRDefault="001F628F" w:rsidP="001F628F">
      <w:pPr>
        <w:pStyle w:val="libNormal"/>
        <w:rPr>
          <w:rtl/>
        </w:rPr>
      </w:pPr>
      <w:r>
        <w:rPr>
          <w:rtl/>
        </w:rPr>
        <w:t>''الحمد ''مي</w:t>
      </w:r>
      <w:r w:rsidR="00083993">
        <w:rPr>
          <w:rtl/>
        </w:rPr>
        <w:t xml:space="preserve">ں </w:t>
      </w:r>
      <w:r>
        <w:rPr>
          <w:rtl/>
        </w:rPr>
        <w:t>الف لام جنس كے لئے ہے_ لہذا ہم كہہ سكتے ہي</w:t>
      </w:r>
      <w:r w:rsidR="00083993">
        <w:rPr>
          <w:rtl/>
        </w:rPr>
        <w:t xml:space="preserve">ں </w:t>
      </w:r>
      <w:r>
        <w:rPr>
          <w:rtl/>
        </w:rPr>
        <w:t>كہ حمد سے مراد يہ ہے كہ ہر قسم كى ستا</w:t>
      </w:r>
      <w:r w:rsidR="009F604A">
        <w:rPr>
          <w:rtl/>
        </w:rPr>
        <w:t>ئش</w:t>
      </w:r>
      <w:r>
        <w:rPr>
          <w:rtl/>
        </w:rPr>
        <w:t xml:space="preserve"> و تعريف كى باز گشت خداوند متعال ہى كى جانب ہوتى ہے_چونكہ كسى چيز مي</w:t>
      </w:r>
      <w:r w:rsidR="00083993">
        <w:rPr>
          <w:rtl/>
        </w:rPr>
        <w:t xml:space="preserve">ں </w:t>
      </w:r>
      <w:r>
        <w:rPr>
          <w:rtl/>
        </w:rPr>
        <w:t>موجود كمال كى وجہ سے ہى اس كى تعريف كى جاتى ہے اور ہر كمال اور خوبى خداوند متعال كى جانب سے ہے_</w:t>
      </w:r>
    </w:p>
    <w:p w:rsidR="001F628F" w:rsidRDefault="001F628F" w:rsidP="001F628F">
      <w:pPr>
        <w:pStyle w:val="libNormal"/>
        <w:rPr>
          <w:rtl/>
        </w:rPr>
      </w:pPr>
      <w:r>
        <w:rPr>
          <w:rtl/>
        </w:rPr>
        <w:t xml:space="preserve">4_اسماعيل </w:t>
      </w:r>
      <w:r w:rsidR="00367F17" w:rsidRPr="00367F17">
        <w:rPr>
          <w:rStyle w:val="libAlaemChar"/>
          <w:rtl/>
        </w:rPr>
        <w:t xml:space="preserve"> عليه‌السلام </w:t>
      </w:r>
      <w:r>
        <w:rPr>
          <w:rtl/>
        </w:rPr>
        <w:t xml:space="preserve"> اور اسحاق </w:t>
      </w:r>
      <w:r w:rsidR="00367F17" w:rsidRPr="00367F17">
        <w:rPr>
          <w:rStyle w:val="libAlaemChar"/>
          <w:rtl/>
        </w:rPr>
        <w:t xml:space="preserve"> عليه‌السلام </w:t>
      </w:r>
      <w:r>
        <w:rPr>
          <w:rtl/>
        </w:rPr>
        <w:t xml:space="preserve"> ،حضرت ابراہيم </w:t>
      </w:r>
      <w:r w:rsidR="00367F17" w:rsidRPr="00367F17">
        <w:rPr>
          <w:rStyle w:val="libAlaemChar"/>
          <w:rtl/>
        </w:rPr>
        <w:t xml:space="preserve"> عليه‌السلام </w:t>
      </w:r>
      <w:r>
        <w:rPr>
          <w:rtl/>
        </w:rPr>
        <w:t xml:space="preserve"> كے فرزند اور خدا كى جانب سے ان كے لئے ہديہ تھے_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w:t>
      </w:r>
      <w:r>
        <w:rPr>
          <w:rtl/>
        </w:rPr>
        <w:t>يل و اسحق</w:t>
      </w:r>
    </w:p>
    <w:p w:rsidR="001F628F" w:rsidRDefault="001F628F" w:rsidP="001F628F">
      <w:pPr>
        <w:pStyle w:val="libNormal"/>
        <w:rPr>
          <w:rtl/>
        </w:rPr>
      </w:pPr>
      <w:r>
        <w:rPr>
          <w:rtl/>
        </w:rPr>
        <w:t>5_اہم اور غير متوقع نعمات اور عطائو</w:t>
      </w:r>
      <w:r w:rsidR="00083993">
        <w:rPr>
          <w:rtl/>
        </w:rPr>
        <w:t xml:space="preserve">ں </w:t>
      </w:r>
      <w:r>
        <w:rPr>
          <w:rtl/>
        </w:rPr>
        <w:t>پر خدا وند متعال كى حمد وستا</w:t>
      </w:r>
      <w:r w:rsidR="009F604A">
        <w:rPr>
          <w:rtl/>
        </w:rPr>
        <w:t>ئش</w:t>
      </w:r>
      <w:r>
        <w:rPr>
          <w:rtl/>
        </w:rPr>
        <w:t xml:space="preserve"> ،ايك لازمى اور قابل قدر كام ہے_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و اسحق</w:t>
      </w:r>
    </w:p>
    <w:p w:rsidR="001F628F" w:rsidRDefault="001F628F" w:rsidP="000813EA">
      <w:pPr>
        <w:pStyle w:val="libNormal"/>
        <w:rPr>
          <w:rtl/>
        </w:rPr>
      </w:pPr>
      <w:r>
        <w:rPr>
          <w:rtl/>
        </w:rPr>
        <w:t>6_خدا وند متعال كى حمد وستا</w:t>
      </w:r>
      <w:r w:rsidR="009F604A">
        <w:rPr>
          <w:rtl/>
        </w:rPr>
        <w:t>ئش</w:t>
      </w:r>
      <w:r>
        <w:rPr>
          <w:rtl/>
        </w:rPr>
        <w:t xml:space="preserve"> كرتے وقت نعمتو</w:t>
      </w:r>
      <w:r w:rsidR="00083993">
        <w:rPr>
          <w:rtl/>
        </w:rPr>
        <w:t xml:space="preserve">ں </w:t>
      </w:r>
      <w:r>
        <w:rPr>
          <w:rtl/>
        </w:rPr>
        <w:t>كو شماركرنااور زبان سے انہي</w:t>
      </w:r>
      <w:r w:rsidR="00083993">
        <w:rPr>
          <w:rtl/>
        </w:rPr>
        <w:t xml:space="preserve">ں </w:t>
      </w:r>
      <w:r>
        <w:rPr>
          <w:rtl/>
        </w:rPr>
        <w:t>ياد كرنا ايك پسنديدہ فعل ہے جو اداب دعا مي</w:t>
      </w:r>
      <w:r w:rsidR="00083993">
        <w:rPr>
          <w:rtl/>
        </w:rPr>
        <w:t xml:space="preserve">ں </w:t>
      </w:r>
      <w:r>
        <w:rPr>
          <w:rtl/>
        </w:rPr>
        <w:t>سے ہے_</w:t>
      </w:r>
      <w:r w:rsidRPr="000813EA">
        <w:rPr>
          <w:rStyle w:val="libArabicChar"/>
          <w:rFonts w:hint="eastAsia"/>
          <w:rtl/>
        </w:rPr>
        <w:t>الحمد</w:t>
      </w:r>
      <w:r w:rsidRPr="000813EA">
        <w:rPr>
          <w:rStyle w:val="libArabicChar"/>
          <w:rtl/>
        </w:rPr>
        <w:t xml:space="preserve"> لله الذى و</w:t>
      </w:r>
      <w:r w:rsidR="00F21947" w:rsidRPr="00B2551F">
        <w:rPr>
          <w:rStyle w:val="libArabicChar"/>
          <w:rFonts w:hint="cs"/>
          <w:rtl/>
        </w:rPr>
        <w:t>ه</w:t>
      </w:r>
      <w:r w:rsidRPr="000813EA">
        <w:rPr>
          <w:rStyle w:val="libArabicChar"/>
          <w:rFonts w:hint="cs"/>
          <w:rtl/>
        </w:rPr>
        <w:t>ب</w:t>
      </w:r>
      <w:r w:rsidRPr="000813EA">
        <w:rPr>
          <w:rStyle w:val="libArabicChar"/>
          <w:rtl/>
        </w:rPr>
        <w:t xml:space="preserve"> </w:t>
      </w:r>
      <w:r w:rsidRPr="000813EA">
        <w:rPr>
          <w:rStyle w:val="libArabicChar"/>
          <w:rFonts w:hint="cs"/>
          <w:rtl/>
        </w:rPr>
        <w:t>لى</w:t>
      </w:r>
      <w:r w:rsidRPr="000813EA">
        <w:rPr>
          <w:rStyle w:val="libArabicChar"/>
          <w:rtl/>
        </w:rPr>
        <w:t xml:space="preserve"> </w:t>
      </w:r>
      <w:r w:rsidRPr="000813EA">
        <w:rPr>
          <w:rStyle w:val="libArabicChar"/>
          <w:rFonts w:hint="cs"/>
          <w:rtl/>
        </w:rPr>
        <w:t>على</w:t>
      </w:r>
      <w:r w:rsidRPr="000813EA">
        <w:rPr>
          <w:rStyle w:val="libArabicChar"/>
          <w:rtl/>
        </w:rPr>
        <w:t xml:space="preserve"> </w:t>
      </w:r>
      <w:r w:rsidRPr="000813EA">
        <w:rPr>
          <w:rStyle w:val="libArabicChar"/>
          <w:rFonts w:hint="cs"/>
          <w:rtl/>
        </w:rPr>
        <w:t>الكبر</w:t>
      </w:r>
      <w:r w:rsidRPr="000813EA">
        <w:rPr>
          <w:rStyle w:val="libArabicChar"/>
          <w:rtl/>
        </w:rPr>
        <w:t xml:space="preserve"> </w:t>
      </w:r>
      <w:r w:rsidRPr="000813EA">
        <w:rPr>
          <w:rStyle w:val="libArabicChar"/>
          <w:rFonts w:hint="cs"/>
          <w:rtl/>
        </w:rPr>
        <w:t>اسمعيل</w:t>
      </w:r>
      <w:r w:rsidRPr="000813EA">
        <w:rPr>
          <w:rStyle w:val="libArabicChar"/>
          <w:rtl/>
        </w:rPr>
        <w:t xml:space="preserve"> و اسحق</w:t>
      </w:r>
    </w:p>
    <w:p w:rsidR="001F628F" w:rsidRDefault="001F628F" w:rsidP="000813EA">
      <w:pPr>
        <w:pStyle w:val="libNormal"/>
        <w:rPr>
          <w:rtl/>
        </w:rPr>
      </w:pPr>
      <w:r>
        <w:rPr>
          <w:rtl/>
        </w:rPr>
        <w:t>7_اولاد كا وجود خدا كى نعمت ہے جو حمد وستا</w:t>
      </w:r>
      <w:r w:rsidR="009F604A">
        <w:rPr>
          <w:rtl/>
        </w:rPr>
        <w:t>ئش</w:t>
      </w:r>
      <w:r>
        <w:rPr>
          <w:rtl/>
        </w:rPr>
        <w:t xml:space="preserve"> كے لائق ہے_</w:t>
      </w:r>
      <w:r w:rsidRPr="000813EA">
        <w:rPr>
          <w:rStyle w:val="libArabicChar"/>
          <w:rFonts w:hint="eastAsia"/>
          <w:rtl/>
        </w:rPr>
        <w:t>الحمد</w:t>
      </w:r>
      <w:r w:rsidRPr="000813EA">
        <w:rPr>
          <w:rStyle w:val="libArabicChar"/>
          <w:rtl/>
        </w:rPr>
        <w:t xml:space="preserve"> لله الذى و</w:t>
      </w:r>
      <w:r w:rsidR="00F21947" w:rsidRPr="00B2551F">
        <w:rPr>
          <w:rStyle w:val="libArabicChar"/>
          <w:rFonts w:hint="cs"/>
          <w:rtl/>
        </w:rPr>
        <w:t>ه</w:t>
      </w:r>
      <w:r w:rsidRPr="000813EA">
        <w:rPr>
          <w:rStyle w:val="libArabicChar"/>
          <w:rFonts w:hint="cs"/>
          <w:rtl/>
        </w:rPr>
        <w:t>ب</w:t>
      </w:r>
      <w:r w:rsidRPr="000813EA">
        <w:rPr>
          <w:rStyle w:val="libArabicChar"/>
          <w:rtl/>
        </w:rPr>
        <w:t xml:space="preserve"> </w:t>
      </w:r>
      <w:r w:rsidRPr="000813EA">
        <w:rPr>
          <w:rStyle w:val="libArabicChar"/>
          <w:rFonts w:hint="cs"/>
          <w:rtl/>
        </w:rPr>
        <w:t>لى</w:t>
      </w:r>
      <w:r w:rsidRPr="000813EA">
        <w:rPr>
          <w:rStyle w:val="libArabicChar"/>
          <w:rtl/>
        </w:rPr>
        <w:t xml:space="preserve"> </w:t>
      </w:r>
      <w:r w:rsidRPr="000813EA">
        <w:rPr>
          <w:rStyle w:val="libArabicChar"/>
          <w:rFonts w:hint="cs"/>
          <w:rtl/>
        </w:rPr>
        <w:t>على</w:t>
      </w:r>
      <w:r w:rsidRPr="000813EA">
        <w:rPr>
          <w:rStyle w:val="libArabicChar"/>
          <w:rtl/>
        </w:rPr>
        <w:t xml:space="preserve"> </w:t>
      </w:r>
      <w:r w:rsidRPr="000813EA">
        <w:rPr>
          <w:rStyle w:val="libArabicChar"/>
          <w:rFonts w:hint="cs"/>
          <w:rtl/>
        </w:rPr>
        <w:t>الكبر</w:t>
      </w:r>
      <w:r w:rsidRPr="000813EA">
        <w:rPr>
          <w:rStyle w:val="libArabicChar"/>
          <w:rtl/>
        </w:rPr>
        <w:t xml:space="preserve"> </w:t>
      </w:r>
      <w:r w:rsidRPr="000813EA">
        <w:rPr>
          <w:rStyle w:val="libArabicChar"/>
          <w:rFonts w:hint="cs"/>
          <w:rtl/>
        </w:rPr>
        <w:t>اسمعيل</w:t>
      </w:r>
      <w:r w:rsidRPr="000813EA">
        <w:rPr>
          <w:rStyle w:val="libArabicChar"/>
          <w:rtl/>
        </w:rPr>
        <w:t xml:space="preserve"> و اسحق</w:t>
      </w:r>
    </w:p>
    <w:p w:rsidR="001F628F" w:rsidRDefault="001F628F" w:rsidP="001F628F">
      <w:pPr>
        <w:pStyle w:val="libNormal"/>
        <w:rPr>
          <w:rtl/>
        </w:rPr>
      </w:pPr>
      <w:r>
        <w:rPr>
          <w:rtl/>
        </w:rPr>
        <w:t xml:space="preserve">8_حضرت اسماعيل </w:t>
      </w:r>
      <w:r w:rsidR="00367F17" w:rsidRPr="00367F17">
        <w:rPr>
          <w:rStyle w:val="libAlaemChar"/>
          <w:rtl/>
        </w:rPr>
        <w:t xml:space="preserve"> عليه‌السلام </w:t>
      </w:r>
      <w:r>
        <w:rPr>
          <w:rtl/>
        </w:rPr>
        <w:t xml:space="preserve"> كى ولادت حضرت اسحاق </w:t>
      </w:r>
      <w:r w:rsidR="00367F17" w:rsidRPr="00367F17">
        <w:rPr>
          <w:rStyle w:val="libAlaemChar"/>
          <w:rtl/>
        </w:rPr>
        <w:t xml:space="preserve"> عليه‌السلام </w:t>
      </w:r>
      <w:r>
        <w:rPr>
          <w:rtl/>
        </w:rPr>
        <w:t xml:space="preserve"> سے پہلے ہوئي تھى اور وہ عمر مي</w:t>
      </w:r>
      <w:r w:rsidR="00083993">
        <w:rPr>
          <w:rtl/>
        </w:rPr>
        <w:t xml:space="preserve">ں </w:t>
      </w:r>
      <w:r>
        <w:rPr>
          <w:rtl/>
        </w:rPr>
        <w:t>ان سے بڑے تھے_</w:t>
      </w:r>
    </w:p>
    <w:p w:rsidR="001F628F" w:rsidRDefault="001F628F" w:rsidP="000813EA">
      <w:pPr>
        <w:pStyle w:val="libArabic"/>
        <w:rPr>
          <w:rtl/>
        </w:rPr>
      </w:pPr>
      <w:r>
        <w:rPr>
          <w:rFonts w:hint="eastAsia"/>
          <w:rtl/>
        </w:rPr>
        <w:t>و</w:t>
      </w:r>
      <w:r w:rsidR="00F21947" w:rsidRPr="00B2551F">
        <w:rPr>
          <w:rFonts w:hint="cs"/>
          <w:rtl/>
        </w:rPr>
        <w:t>ه</w:t>
      </w:r>
      <w:r>
        <w:rPr>
          <w:rFonts w:hint="cs"/>
          <w:rtl/>
        </w:rPr>
        <w:t>ب</w:t>
      </w:r>
      <w:r>
        <w:rPr>
          <w:rtl/>
        </w:rPr>
        <w:t xml:space="preserve"> لى على الكبر اسمعيل و اسحق</w:t>
      </w:r>
    </w:p>
    <w:p w:rsidR="001F628F" w:rsidRDefault="001F628F" w:rsidP="001F628F">
      <w:pPr>
        <w:pStyle w:val="libNormal"/>
        <w:rPr>
          <w:rtl/>
        </w:rPr>
      </w:pPr>
      <w:r>
        <w:rPr>
          <w:rFonts w:hint="eastAsia"/>
          <w:rtl/>
        </w:rPr>
        <w:t>اس</w:t>
      </w:r>
      <w:r>
        <w:rPr>
          <w:rtl/>
        </w:rPr>
        <w:t xml:space="preserve"> آيت مجيدہ اور اسى جيسى دوسرى ايات مي</w:t>
      </w:r>
      <w:r w:rsidR="00083993">
        <w:rPr>
          <w:rtl/>
        </w:rPr>
        <w:t xml:space="preserve">ں </w:t>
      </w:r>
      <w:r>
        <w:rPr>
          <w:rtl/>
        </w:rPr>
        <w:t>اسحاق</w:t>
      </w:r>
      <w:r w:rsidR="00367F17" w:rsidRPr="00367F17">
        <w:rPr>
          <w:rStyle w:val="libAlaemChar"/>
          <w:rtl/>
        </w:rPr>
        <w:t xml:space="preserve"> عليه‌السلام </w:t>
      </w:r>
      <w:r>
        <w:rPr>
          <w:rtl/>
        </w:rPr>
        <w:t xml:space="preserve"> سے پہلے اسماعيل </w:t>
      </w:r>
      <w:r w:rsidR="00367F17" w:rsidRPr="00367F17">
        <w:rPr>
          <w:rStyle w:val="libAlaemChar"/>
          <w:rtl/>
        </w:rPr>
        <w:t xml:space="preserve"> عليه‌السلام </w:t>
      </w:r>
      <w:r>
        <w:rPr>
          <w:rtl/>
        </w:rPr>
        <w:t xml:space="preserve"> كے ذكر سے ان كى عمر مي</w:t>
      </w:r>
      <w:r w:rsidR="00083993">
        <w:rPr>
          <w:rtl/>
        </w:rPr>
        <w:t xml:space="preserve">ں </w:t>
      </w:r>
      <w:r>
        <w:rPr>
          <w:rtl/>
        </w:rPr>
        <w:t>تقدم ظاہر ہوتا ہے اور تاريخ بھى اس بات كى تائيد كرتى ہے_</w:t>
      </w:r>
    </w:p>
    <w:p w:rsidR="001F628F" w:rsidRDefault="001F628F" w:rsidP="000813EA">
      <w:pPr>
        <w:pStyle w:val="libNormal"/>
        <w:rPr>
          <w:rtl/>
        </w:rPr>
      </w:pPr>
      <w:r>
        <w:rPr>
          <w:rtl/>
        </w:rPr>
        <w:t>9_ حتى بڑھاپے اور طبيعى اسباب كے اثر ات سے مايوسى كى صورت مي</w:t>
      </w:r>
      <w:r w:rsidR="00083993">
        <w:rPr>
          <w:rtl/>
        </w:rPr>
        <w:t xml:space="preserve">ں </w:t>
      </w:r>
      <w:r>
        <w:rPr>
          <w:rtl/>
        </w:rPr>
        <w:t>بھى انسان كے صاحب اولاد ہونے مي</w:t>
      </w:r>
      <w:r w:rsidR="00083993">
        <w:rPr>
          <w:rtl/>
        </w:rPr>
        <w:t xml:space="preserve">ں </w:t>
      </w:r>
      <w:r>
        <w:rPr>
          <w:rtl/>
        </w:rPr>
        <w:t>دعا كا مؤ ثر ہونا_</w:t>
      </w:r>
      <w:r w:rsidRPr="000813EA">
        <w:rPr>
          <w:rStyle w:val="libArabicChar"/>
          <w:rFonts w:hint="eastAsia"/>
          <w:rtl/>
        </w:rPr>
        <w:t>الحمد</w:t>
      </w:r>
      <w:r w:rsidRPr="000813EA">
        <w:rPr>
          <w:rStyle w:val="libArabicChar"/>
          <w:rtl/>
        </w:rPr>
        <w:t xml:space="preserve"> لله الذى و</w:t>
      </w:r>
      <w:r w:rsidR="00F21947" w:rsidRPr="00B2551F">
        <w:rPr>
          <w:rStyle w:val="libArabicChar"/>
          <w:rFonts w:hint="cs"/>
          <w:rtl/>
        </w:rPr>
        <w:t>ه</w:t>
      </w:r>
      <w:r w:rsidRPr="000813EA">
        <w:rPr>
          <w:rStyle w:val="libArabicChar"/>
          <w:rFonts w:hint="cs"/>
          <w:rtl/>
        </w:rPr>
        <w:t>ب</w:t>
      </w:r>
      <w:r w:rsidRPr="000813EA">
        <w:rPr>
          <w:rStyle w:val="libArabicChar"/>
          <w:rtl/>
        </w:rPr>
        <w:t xml:space="preserve"> </w:t>
      </w:r>
      <w:r w:rsidRPr="000813EA">
        <w:rPr>
          <w:rStyle w:val="libArabicChar"/>
          <w:rFonts w:hint="cs"/>
          <w:rtl/>
        </w:rPr>
        <w:t>لى</w:t>
      </w:r>
      <w:r w:rsidRPr="000813EA">
        <w:rPr>
          <w:rStyle w:val="libArabicChar"/>
          <w:rtl/>
        </w:rPr>
        <w:t xml:space="preserve"> </w:t>
      </w:r>
      <w:r w:rsidRPr="000813EA">
        <w:rPr>
          <w:rStyle w:val="libArabicChar"/>
          <w:rFonts w:hint="cs"/>
          <w:rtl/>
        </w:rPr>
        <w:t>على</w:t>
      </w:r>
      <w:r w:rsidRPr="000813EA">
        <w:rPr>
          <w:rStyle w:val="libArabicChar"/>
          <w:rtl/>
        </w:rPr>
        <w:t xml:space="preserve"> </w:t>
      </w:r>
      <w:r w:rsidRPr="000813EA">
        <w:rPr>
          <w:rStyle w:val="libArabicChar"/>
          <w:rFonts w:hint="cs"/>
          <w:rtl/>
        </w:rPr>
        <w:t>الكبر</w:t>
      </w:r>
      <w:r w:rsidRPr="000813EA">
        <w:rPr>
          <w:rStyle w:val="libArabicChar"/>
          <w:rtl/>
        </w:rPr>
        <w:t xml:space="preserve"> </w:t>
      </w:r>
      <w:r w:rsidRPr="000813EA">
        <w:rPr>
          <w:rStyle w:val="libArabicChar"/>
          <w:rFonts w:hint="cs"/>
          <w:rtl/>
        </w:rPr>
        <w:t>اسمعيل</w:t>
      </w:r>
      <w:r w:rsidRPr="000813EA">
        <w:rPr>
          <w:rStyle w:val="libArabicChar"/>
          <w:rtl/>
        </w:rPr>
        <w:t xml:space="preserve"> </w:t>
      </w:r>
      <w:r w:rsidRPr="000813EA">
        <w:rPr>
          <w:rStyle w:val="libArabicChar"/>
          <w:rFonts w:hint="cs"/>
          <w:rtl/>
        </w:rPr>
        <w:t>و</w:t>
      </w:r>
      <w:r w:rsidRPr="000813EA">
        <w:rPr>
          <w:rStyle w:val="libArabicChar"/>
          <w:rtl/>
        </w:rPr>
        <w:t xml:space="preserve"> </w:t>
      </w:r>
      <w:r w:rsidRPr="000813EA">
        <w:rPr>
          <w:rStyle w:val="libArabicChar"/>
          <w:rFonts w:hint="cs"/>
          <w:rtl/>
        </w:rPr>
        <w:t>اسحق</w:t>
      </w:r>
      <w:r w:rsidRPr="000813EA">
        <w:rPr>
          <w:rStyle w:val="libArabicChar"/>
          <w:rtl/>
        </w:rPr>
        <w:t xml:space="preserve"> </w:t>
      </w:r>
      <w:r w:rsidRPr="000813EA">
        <w:rPr>
          <w:rStyle w:val="libArabicChar"/>
          <w:rFonts w:hint="cs"/>
          <w:rtl/>
        </w:rPr>
        <w:t>ان</w:t>
      </w:r>
      <w:r w:rsidRPr="000813EA">
        <w:rPr>
          <w:rStyle w:val="libArabicChar"/>
          <w:rtl/>
        </w:rPr>
        <w:t xml:space="preserve"> </w:t>
      </w:r>
      <w:r w:rsidRPr="000813EA">
        <w:rPr>
          <w:rStyle w:val="libArabicChar"/>
          <w:rFonts w:hint="cs"/>
          <w:rtl/>
        </w:rPr>
        <w:t>ربّى</w:t>
      </w:r>
      <w:r w:rsidRPr="000813EA">
        <w:rPr>
          <w:rStyle w:val="libArabicChar"/>
          <w:rtl/>
        </w:rPr>
        <w:t xml:space="preserve"> </w:t>
      </w:r>
      <w:r w:rsidRPr="000813EA">
        <w:rPr>
          <w:rStyle w:val="libArabicChar"/>
          <w:rFonts w:hint="cs"/>
          <w:rtl/>
        </w:rPr>
        <w:t>لسميع</w:t>
      </w:r>
      <w:r w:rsidRPr="000813EA">
        <w:rPr>
          <w:rStyle w:val="libArabicChar"/>
          <w:rtl/>
        </w:rPr>
        <w:t xml:space="preserve"> </w:t>
      </w:r>
      <w:r w:rsidR="00C04122" w:rsidRPr="00C04122">
        <w:rPr>
          <w:rStyle w:val="libArabicChar"/>
          <w:rtl/>
        </w:rPr>
        <w:t>الدعاء</w:t>
      </w:r>
    </w:p>
    <w:p w:rsidR="001F628F" w:rsidRDefault="001F628F" w:rsidP="001F628F">
      <w:pPr>
        <w:pStyle w:val="libNormal"/>
        <w:rPr>
          <w:rtl/>
        </w:rPr>
      </w:pPr>
      <w:r>
        <w:rPr>
          <w:rtl/>
        </w:rPr>
        <w:t>10_بڑھاپے اور طبيعى اسباب كے اثر ات سے مايوسى كى صورت مي</w:t>
      </w:r>
      <w:r w:rsidR="00083993">
        <w:rPr>
          <w:rtl/>
        </w:rPr>
        <w:t xml:space="preserve">ں </w:t>
      </w:r>
      <w:r>
        <w:rPr>
          <w:rtl/>
        </w:rPr>
        <w:t>بھى خداوند متعال كے ارادے اور مشيت سے انسان كے صاحب اولاد ہونے كا ممكن ہونا 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w:t>
      </w:r>
      <w:r>
        <w:rPr>
          <w:rFonts w:hint="cs"/>
          <w:rtl/>
        </w:rPr>
        <w:t>و</w:t>
      </w:r>
      <w:r>
        <w:rPr>
          <w:rtl/>
        </w:rPr>
        <w:t xml:space="preserve"> </w:t>
      </w:r>
      <w:r>
        <w:rPr>
          <w:rFonts w:hint="cs"/>
          <w:rtl/>
        </w:rPr>
        <w:t>اسحق</w:t>
      </w:r>
      <w:r>
        <w:rPr>
          <w:rtl/>
        </w:rPr>
        <w:t xml:space="preserve"> </w:t>
      </w:r>
      <w:r>
        <w:rPr>
          <w:rFonts w:hint="cs"/>
          <w:rtl/>
        </w:rPr>
        <w:t>ان</w:t>
      </w:r>
      <w:r>
        <w:rPr>
          <w:rtl/>
        </w:rPr>
        <w:t xml:space="preserve"> </w:t>
      </w:r>
      <w:r>
        <w:rPr>
          <w:rFonts w:hint="cs"/>
          <w:rtl/>
        </w:rPr>
        <w:t>ربّى</w:t>
      </w:r>
      <w:r>
        <w:rPr>
          <w:rtl/>
        </w:rPr>
        <w:t xml:space="preserve"> </w:t>
      </w:r>
      <w:r>
        <w:rPr>
          <w:rFonts w:hint="cs"/>
          <w:rtl/>
        </w:rPr>
        <w:t>لسميع</w:t>
      </w:r>
      <w:r>
        <w:rPr>
          <w:rtl/>
        </w:rPr>
        <w:t xml:space="preserve"> </w:t>
      </w:r>
      <w:r w:rsidR="00C04122" w:rsidRPr="00C04122">
        <w:rPr>
          <w:rFonts w:hint="cs"/>
          <w:rtl/>
        </w:rPr>
        <w:t>الدعاء</w:t>
      </w:r>
    </w:p>
    <w:p w:rsidR="000813EA" w:rsidRDefault="001E7F9D" w:rsidP="00F73EDE">
      <w:pPr>
        <w:pStyle w:val="libPoemTini"/>
        <w:rPr>
          <w:rtl/>
        </w:rPr>
      </w:pPr>
      <w:r>
        <w:rPr>
          <w:rtl/>
        </w:rPr>
        <w:br w:type="page"/>
      </w:r>
    </w:p>
    <w:p w:rsidR="001F628F" w:rsidRDefault="001F628F" w:rsidP="000813EA">
      <w:pPr>
        <w:pStyle w:val="libNormal"/>
        <w:rPr>
          <w:rtl/>
        </w:rPr>
      </w:pPr>
      <w:r>
        <w:rPr>
          <w:rtl/>
        </w:rPr>
        <w:lastRenderedPageBreak/>
        <w:t xml:space="preserve">11_حضرت ابراہيم </w:t>
      </w:r>
      <w:r w:rsidR="00367F17" w:rsidRPr="00367F17">
        <w:rPr>
          <w:rStyle w:val="libAlaemChar"/>
          <w:rtl/>
        </w:rPr>
        <w:t xml:space="preserve"> عليه‌السلام </w:t>
      </w:r>
      <w:r>
        <w:rPr>
          <w:rtl/>
        </w:rPr>
        <w:t xml:space="preserve"> كا حضرت اسماعيل </w:t>
      </w:r>
      <w:r w:rsidR="00367F17" w:rsidRPr="00367F17">
        <w:rPr>
          <w:rStyle w:val="libAlaemChar"/>
          <w:rtl/>
        </w:rPr>
        <w:t xml:space="preserve"> عليه‌السلام </w:t>
      </w:r>
      <w:r>
        <w:rPr>
          <w:rtl/>
        </w:rPr>
        <w:t xml:space="preserve"> اور حضرت اسحاق </w:t>
      </w:r>
      <w:r w:rsidR="00367F17" w:rsidRPr="00367F17">
        <w:rPr>
          <w:rStyle w:val="libAlaemChar"/>
          <w:rtl/>
        </w:rPr>
        <w:t xml:space="preserve"> عليه‌السلام </w:t>
      </w:r>
      <w:r>
        <w:rPr>
          <w:rtl/>
        </w:rPr>
        <w:t xml:space="preserve"> كى ولادت سے پہلے خدا وند متعال سے اولاد كى دعا كرنا_</w:t>
      </w:r>
      <w:r w:rsidRPr="000813EA">
        <w:rPr>
          <w:rStyle w:val="libArabicChar"/>
          <w:rFonts w:hint="eastAsia"/>
          <w:rtl/>
        </w:rPr>
        <w:t>الحمد</w:t>
      </w:r>
      <w:r w:rsidRPr="000813EA">
        <w:rPr>
          <w:rStyle w:val="libArabicChar"/>
          <w:rtl/>
        </w:rPr>
        <w:t xml:space="preserve"> لله الذى و</w:t>
      </w:r>
      <w:r w:rsidR="00F21947" w:rsidRPr="00B2551F">
        <w:rPr>
          <w:rStyle w:val="libArabicChar"/>
          <w:rFonts w:hint="cs"/>
          <w:rtl/>
        </w:rPr>
        <w:t>ه</w:t>
      </w:r>
      <w:r w:rsidRPr="000813EA">
        <w:rPr>
          <w:rStyle w:val="libArabicChar"/>
          <w:rFonts w:hint="cs"/>
          <w:rtl/>
        </w:rPr>
        <w:t>ب</w:t>
      </w:r>
      <w:r w:rsidRPr="000813EA">
        <w:rPr>
          <w:rStyle w:val="libArabicChar"/>
          <w:rtl/>
        </w:rPr>
        <w:t xml:space="preserve"> </w:t>
      </w:r>
      <w:r w:rsidRPr="000813EA">
        <w:rPr>
          <w:rStyle w:val="libArabicChar"/>
          <w:rFonts w:hint="cs"/>
          <w:rtl/>
        </w:rPr>
        <w:t>لى</w:t>
      </w:r>
      <w:r w:rsidRPr="000813EA">
        <w:rPr>
          <w:rStyle w:val="libArabicChar"/>
          <w:rtl/>
        </w:rPr>
        <w:t xml:space="preserve"> </w:t>
      </w:r>
      <w:r w:rsidRPr="000813EA">
        <w:rPr>
          <w:rStyle w:val="libArabicChar"/>
          <w:rFonts w:hint="cs"/>
          <w:rtl/>
        </w:rPr>
        <w:t>على</w:t>
      </w:r>
      <w:r w:rsidRPr="000813EA">
        <w:rPr>
          <w:rStyle w:val="libArabicChar"/>
          <w:rtl/>
        </w:rPr>
        <w:t xml:space="preserve"> </w:t>
      </w:r>
      <w:r w:rsidRPr="000813EA">
        <w:rPr>
          <w:rStyle w:val="libArabicChar"/>
          <w:rFonts w:hint="cs"/>
          <w:rtl/>
        </w:rPr>
        <w:t>الكبر</w:t>
      </w:r>
      <w:r w:rsidRPr="000813EA">
        <w:rPr>
          <w:rStyle w:val="libArabicChar"/>
          <w:rtl/>
        </w:rPr>
        <w:t xml:space="preserve"> </w:t>
      </w:r>
      <w:r w:rsidRPr="000813EA">
        <w:rPr>
          <w:rStyle w:val="libArabicChar"/>
          <w:rFonts w:hint="cs"/>
          <w:rtl/>
        </w:rPr>
        <w:t>اسمعيل</w:t>
      </w:r>
      <w:r w:rsidRPr="000813EA">
        <w:rPr>
          <w:rStyle w:val="libArabicChar"/>
          <w:rtl/>
        </w:rPr>
        <w:t xml:space="preserve"> </w:t>
      </w:r>
      <w:r w:rsidRPr="000813EA">
        <w:rPr>
          <w:rStyle w:val="libArabicChar"/>
          <w:rFonts w:hint="cs"/>
          <w:rtl/>
        </w:rPr>
        <w:t>و</w:t>
      </w:r>
      <w:r w:rsidRPr="000813EA">
        <w:rPr>
          <w:rStyle w:val="libArabicChar"/>
          <w:rtl/>
        </w:rPr>
        <w:t xml:space="preserve"> </w:t>
      </w:r>
      <w:r w:rsidRPr="000813EA">
        <w:rPr>
          <w:rStyle w:val="libArabicChar"/>
          <w:rFonts w:hint="cs"/>
          <w:rtl/>
        </w:rPr>
        <w:t>اسحق</w:t>
      </w:r>
      <w:r w:rsidRPr="000813EA">
        <w:rPr>
          <w:rStyle w:val="libArabicChar"/>
          <w:rtl/>
        </w:rPr>
        <w:t xml:space="preserve"> </w:t>
      </w:r>
      <w:r w:rsidRPr="000813EA">
        <w:rPr>
          <w:rStyle w:val="libArabicChar"/>
          <w:rFonts w:hint="cs"/>
          <w:rtl/>
        </w:rPr>
        <w:t>ان</w:t>
      </w:r>
      <w:r w:rsidRPr="000813EA">
        <w:rPr>
          <w:rStyle w:val="libArabicChar"/>
          <w:rtl/>
        </w:rPr>
        <w:t xml:space="preserve"> </w:t>
      </w:r>
      <w:r w:rsidRPr="000813EA">
        <w:rPr>
          <w:rStyle w:val="libArabicChar"/>
          <w:rFonts w:hint="cs"/>
          <w:rtl/>
        </w:rPr>
        <w:t>ربّى</w:t>
      </w:r>
      <w:r w:rsidRPr="000813EA">
        <w:rPr>
          <w:rStyle w:val="libArabicChar"/>
          <w:rtl/>
        </w:rPr>
        <w:t xml:space="preserve"> </w:t>
      </w:r>
      <w:r w:rsidRPr="000813EA">
        <w:rPr>
          <w:rStyle w:val="libArabicChar"/>
          <w:rFonts w:hint="cs"/>
          <w:rtl/>
        </w:rPr>
        <w:t>لسميع</w:t>
      </w:r>
      <w:r w:rsidRPr="000813EA">
        <w:rPr>
          <w:rStyle w:val="libArabicChar"/>
          <w:rtl/>
        </w:rPr>
        <w:t xml:space="preserve"> </w:t>
      </w:r>
      <w:r w:rsidR="00C04122" w:rsidRPr="00C04122">
        <w:rPr>
          <w:rStyle w:val="libArabicChar"/>
          <w:rtl/>
        </w:rPr>
        <w:t>الدعاء</w:t>
      </w:r>
    </w:p>
    <w:p w:rsidR="001F628F" w:rsidRDefault="001F628F" w:rsidP="001F628F">
      <w:pPr>
        <w:pStyle w:val="libNormal"/>
        <w:rPr>
          <w:rtl/>
        </w:rPr>
      </w:pPr>
      <w:r>
        <w:rPr>
          <w:rtl/>
        </w:rPr>
        <w:t xml:space="preserve">12_حضرت اسحاق </w:t>
      </w:r>
      <w:r w:rsidR="00367F17" w:rsidRPr="00367F17">
        <w:rPr>
          <w:rStyle w:val="libAlaemChar"/>
          <w:rtl/>
        </w:rPr>
        <w:t xml:space="preserve"> عليه‌السلام </w:t>
      </w:r>
      <w:r>
        <w:rPr>
          <w:rtl/>
        </w:rPr>
        <w:t xml:space="preserve"> اور حضرت اسماعيل </w:t>
      </w:r>
      <w:r w:rsidR="00367F17" w:rsidRPr="00367F17">
        <w:rPr>
          <w:rStyle w:val="libAlaemChar"/>
          <w:rtl/>
        </w:rPr>
        <w:t xml:space="preserve"> عليه‌السلام </w:t>
      </w:r>
      <w:r>
        <w:rPr>
          <w:rtl/>
        </w:rPr>
        <w:t xml:space="preserve"> ،حضرت ابراہيم </w:t>
      </w:r>
      <w:r w:rsidR="00367F17" w:rsidRPr="00367F17">
        <w:rPr>
          <w:rStyle w:val="libAlaemChar"/>
          <w:rtl/>
        </w:rPr>
        <w:t xml:space="preserve"> عليه‌السلام </w:t>
      </w:r>
      <w:r>
        <w:rPr>
          <w:rtl/>
        </w:rPr>
        <w:t xml:space="preserve"> كى دعا كے قبول ہونے كا نتيجہ تھے_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w:t>
      </w:r>
      <w:r>
        <w:rPr>
          <w:rFonts w:hint="cs"/>
          <w:rtl/>
        </w:rPr>
        <w:t>و</w:t>
      </w:r>
      <w:r>
        <w:rPr>
          <w:rtl/>
        </w:rPr>
        <w:t xml:space="preserve"> </w:t>
      </w:r>
      <w:r>
        <w:rPr>
          <w:rFonts w:hint="cs"/>
          <w:rtl/>
        </w:rPr>
        <w:t>اسحق</w:t>
      </w:r>
      <w:r>
        <w:rPr>
          <w:rtl/>
        </w:rPr>
        <w:t xml:space="preserve"> </w:t>
      </w:r>
      <w:r>
        <w:rPr>
          <w:rFonts w:hint="cs"/>
          <w:rtl/>
        </w:rPr>
        <w:t>ان</w:t>
      </w:r>
      <w:r>
        <w:rPr>
          <w:rtl/>
        </w:rPr>
        <w:t xml:space="preserve"> </w:t>
      </w:r>
      <w:r>
        <w:rPr>
          <w:rFonts w:hint="cs"/>
          <w:rtl/>
        </w:rPr>
        <w:t>ربّى</w:t>
      </w:r>
      <w:r>
        <w:rPr>
          <w:rtl/>
        </w:rPr>
        <w:t xml:space="preserve"> </w:t>
      </w:r>
      <w:r>
        <w:rPr>
          <w:rFonts w:hint="cs"/>
          <w:rtl/>
        </w:rPr>
        <w:t>لسميع</w:t>
      </w:r>
      <w:r>
        <w:rPr>
          <w:rtl/>
        </w:rPr>
        <w:t xml:space="preserve"> </w:t>
      </w:r>
      <w:r w:rsidR="00C04122" w:rsidRPr="00C04122">
        <w:rPr>
          <w:rFonts w:hint="cs"/>
          <w:rtl/>
        </w:rPr>
        <w:t>الدعاء</w:t>
      </w:r>
    </w:p>
    <w:p w:rsidR="001F628F" w:rsidRDefault="001F628F" w:rsidP="000813EA">
      <w:pPr>
        <w:pStyle w:val="libNormal"/>
        <w:rPr>
          <w:rtl/>
        </w:rPr>
      </w:pPr>
      <w:r>
        <w:rPr>
          <w:rtl/>
        </w:rPr>
        <w:t xml:space="preserve">13_حضرت ابراہيم </w:t>
      </w:r>
      <w:r w:rsidR="00367F17" w:rsidRPr="00367F17">
        <w:rPr>
          <w:rStyle w:val="libAlaemChar"/>
          <w:rtl/>
        </w:rPr>
        <w:t xml:space="preserve"> عليه‌السلام </w:t>
      </w:r>
      <w:r>
        <w:rPr>
          <w:rtl/>
        </w:rPr>
        <w:t xml:space="preserve"> بڑھاپے تك اولاد سے محروم اور طبيعى اور عام طريقے سے صاحب اولاد ہونے سے مايوس تھے _</w:t>
      </w:r>
      <w:r w:rsidRPr="000813EA">
        <w:rPr>
          <w:rStyle w:val="libArabicChar"/>
          <w:rFonts w:hint="eastAsia"/>
          <w:rtl/>
        </w:rPr>
        <w:t>الحمد</w:t>
      </w:r>
      <w:r w:rsidRPr="000813EA">
        <w:rPr>
          <w:rStyle w:val="libArabicChar"/>
          <w:rtl/>
        </w:rPr>
        <w:t xml:space="preserve"> لله الذى و</w:t>
      </w:r>
      <w:r w:rsidR="00F21947" w:rsidRPr="00B2551F">
        <w:rPr>
          <w:rStyle w:val="libArabicChar"/>
          <w:rFonts w:hint="cs"/>
          <w:rtl/>
        </w:rPr>
        <w:t>ه</w:t>
      </w:r>
      <w:r w:rsidRPr="000813EA">
        <w:rPr>
          <w:rStyle w:val="libArabicChar"/>
          <w:rFonts w:hint="cs"/>
          <w:rtl/>
        </w:rPr>
        <w:t>ب</w:t>
      </w:r>
      <w:r w:rsidRPr="000813EA">
        <w:rPr>
          <w:rStyle w:val="libArabicChar"/>
          <w:rtl/>
        </w:rPr>
        <w:t xml:space="preserve"> </w:t>
      </w:r>
      <w:r w:rsidRPr="000813EA">
        <w:rPr>
          <w:rStyle w:val="libArabicChar"/>
          <w:rFonts w:hint="cs"/>
          <w:rtl/>
        </w:rPr>
        <w:t>لى</w:t>
      </w:r>
      <w:r w:rsidRPr="000813EA">
        <w:rPr>
          <w:rStyle w:val="libArabicChar"/>
          <w:rtl/>
        </w:rPr>
        <w:t xml:space="preserve"> </w:t>
      </w:r>
      <w:r w:rsidRPr="000813EA">
        <w:rPr>
          <w:rStyle w:val="libArabicChar"/>
          <w:rFonts w:hint="cs"/>
          <w:rtl/>
        </w:rPr>
        <w:t>على</w:t>
      </w:r>
      <w:r w:rsidRPr="000813EA">
        <w:rPr>
          <w:rStyle w:val="libArabicChar"/>
          <w:rtl/>
        </w:rPr>
        <w:t xml:space="preserve"> </w:t>
      </w:r>
      <w:r w:rsidRPr="000813EA">
        <w:rPr>
          <w:rStyle w:val="libArabicChar"/>
          <w:rFonts w:hint="cs"/>
          <w:rtl/>
        </w:rPr>
        <w:t>الكبر</w:t>
      </w:r>
      <w:r w:rsidRPr="000813EA">
        <w:rPr>
          <w:rStyle w:val="libArabicChar"/>
          <w:rtl/>
        </w:rPr>
        <w:t xml:space="preserve"> </w:t>
      </w:r>
      <w:r w:rsidRPr="000813EA">
        <w:rPr>
          <w:rStyle w:val="libArabicChar"/>
          <w:rFonts w:hint="cs"/>
          <w:rtl/>
        </w:rPr>
        <w:t>اسمعيل</w:t>
      </w:r>
      <w:r w:rsidRPr="000813EA">
        <w:rPr>
          <w:rStyle w:val="libArabicChar"/>
          <w:rtl/>
        </w:rPr>
        <w:t xml:space="preserve"> </w:t>
      </w:r>
      <w:r w:rsidRPr="000813EA">
        <w:rPr>
          <w:rStyle w:val="libArabicChar"/>
          <w:rFonts w:hint="cs"/>
          <w:rtl/>
        </w:rPr>
        <w:t>و</w:t>
      </w:r>
      <w:r w:rsidRPr="000813EA">
        <w:rPr>
          <w:rStyle w:val="libArabicChar"/>
          <w:rtl/>
        </w:rPr>
        <w:t xml:space="preserve"> </w:t>
      </w:r>
      <w:r w:rsidRPr="000813EA">
        <w:rPr>
          <w:rStyle w:val="libArabicChar"/>
          <w:rFonts w:hint="cs"/>
          <w:rtl/>
        </w:rPr>
        <w:t>اسحق</w:t>
      </w:r>
      <w:r w:rsidRPr="000813EA">
        <w:rPr>
          <w:rStyle w:val="libArabicChar"/>
          <w:rtl/>
        </w:rPr>
        <w:t xml:space="preserve"> </w:t>
      </w:r>
      <w:r w:rsidRPr="000813EA">
        <w:rPr>
          <w:rStyle w:val="libArabicChar"/>
          <w:rFonts w:hint="cs"/>
          <w:rtl/>
        </w:rPr>
        <w:t>ان</w:t>
      </w:r>
      <w:r w:rsidRPr="000813EA">
        <w:rPr>
          <w:rStyle w:val="libArabicChar"/>
          <w:rtl/>
        </w:rPr>
        <w:t xml:space="preserve"> </w:t>
      </w:r>
      <w:r w:rsidRPr="000813EA">
        <w:rPr>
          <w:rStyle w:val="libArabicChar"/>
          <w:rFonts w:hint="cs"/>
          <w:rtl/>
        </w:rPr>
        <w:t>ربّى</w:t>
      </w:r>
      <w:r w:rsidRPr="000813EA">
        <w:rPr>
          <w:rStyle w:val="libArabicChar"/>
          <w:rtl/>
        </w:rPr>
        <w:t xml:space="preserve"> </w:t>
      </w:r>
      <w:r w:rsidRPr="000813EA">
        <w:rPr>
          <w:rStyle w:val="libArabicChar"/>
          <w:rFonts w:hint="cs"/>
          <w:rtl/>
        </w:rPr>
        <w:t>لسميع</w:t>
      </w:r>
      <w:r w:rsidRPr="000813EA">
        <w:rPr>
          <w:rStyle w:val="libArabicChar"/>
          <w:rtl/>
        </w:rPr>
        <w:t xml:space="preserve"> </w:t>
      </w:r>
      <w:r w:rsidR="00C04122" w:rsidRPr="00C04122">
        <w:rPr>
          <w:rStyle w:val="libArabicChar"/>
          <w:rtl/>
        </w:rPr>
        <w:t>الدعاء</w:t>
      </w:r>
    </w:p>
    <w:p w:rsidR="001F628F" w:rsidRDefault="001F628F" w:rsidP="001F628F">
      <w:pPr>
        <w:pStyle w:val="libNormal"/>
        <w:rPr>
          <w:rtl/>
        </w:rPr>
      </w:pPr>
      <w:r>
        <w:rPr>
          <w:rtl/>
        </w:rPr>
        <w:t>14_انسان كى ضروريات اور تقاضو</w:t>
      </w:r>
      <w:r w:rsidR="00083993">
        <w:rPr>
          <w:rtl/>
        </w:rPr>
        <w:t xml:space="preserve">ں </w:t>
      </w:r>
      <w:r>
        <w:rPr>
          <w:rtl/>
        </w:rPr>
        <w:t>كے پورا ہونے مي</w:t>
      </w:r>
      <w:r w:rsidR="00083993">
        <w:rPr>
          <w:rtl/>
        </w:rPr>
        <w:t xml:space="preserve">ں </w:t>
      </w:r>
      <w:r>
        <w:rPr>
          <w:rtl/>
        </w:rPr>
        <w:t>طبيعى اسباب كے ساتھ ساتھ دعا كا بھى موثر ہونا_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w:t>
      </w:r>
      <w:r>
        <w:rPr>
          <w:rFonts w:hint="cs"/>
          <w:rtl/>
        </w:rPr>
        <w:t>و</w:t>
      </w:r>
      <w:r>
        <w:rPr>
          <w:rtl/>
        </w:rPr>
        <w:t xml:space="preserve"> </w:t>
      </w:r>
      <w:r>
        <w:rPr>
          <w:rFonts w:hint="cs"/>
          <w:rtl/>
        </w:rPr>
        <w:t>اسحق</w:t>
      </w:r>
      <w:r>
        <w:rPr>
          <w:rtl/>
        </w:rPr>
        <w:t xml:space="preserve"> </w:t>
      </w:r>
      <w:r>
        <w:rPr>
          <w:rFonts w:hint="cs"/>
          <w:rtl/>
        </w:rPr>
        <w:t>ان</w:t>
      </w:r>
      <w:r>
        <w:rPr>
          <w:rtl/>
        </w:rPr>
        <w:t xml:space="preserve"> </w:t>
      </w:r>
      <w:r>
        <w:rPr>
          <w:rFonts w:hint="cs"/>
          <w:rtl/>
        </w:rPr>
        <w:t>ربّى</w:t>
      </w:r>
      <w:r>
        <w:rPr>
          <w:rtl/>
        </w:rPr>
        <w:t xml:space="preserve"> </w:t>
      </w:r>
      <w:r>
        <w:rPr>
          <w:rFonts w:hint="cs"/>
          <w:rtl/>
        </w:rPr>
        <w:t>لسميع</w:t>
      </w:r>
      <w:r>
        <w:rPr>
          <w:rtl/>
        </w:rPr>
        <w:t xml:space="preserve"> </w:t>
      </w:r>
      <w:r w:rsidR="00C04122" w:rsidRPr="00C04122">
        <w:rPr>
          <w:rFonts w:hint="cs"/>
          <w:rtl/>
        </w:rPr>
        <w:t>الدعاء</w:t>
      </w:r>
    </w:p>
    <w:p w:rsidR="001F628F" w:rsidRDefault="001F628F" w:rsidP="001F628F">
      <w:pPr>
        <w:pStyle w:val="libNormal"/>
        <w:rPr>
          <w:rtl/>
        </w:rPr>
      </w:pPr>
      <w:r>
        <w:rPr>
          <w:rtl/>
        </w:rPr>
        <w:t>15_طبيعى اور عام طريقے سے مايوس ہو جانے والو</w:t>
      </w:r>
      <w:r w:rsidR="00083993">
        <w:rPr>
          <w:rtl/>
        </w:rPr>
        <w:t xml:space="preserve">ں </w:t>
      </w:r>
      <w:r>
        <w:rPr>
          <w:rtl/>
        </w:rPr>
        <w:t>كے لئے اپنے مقصودتك رسائي كى واحد اميد ،دعا ہے_</w:t>
      </w:r>
    </w:p>
    <w:p w:rsidR="001F628F" w:rsidRDefault="001F628F" w:rsidP="000813EA">
      <w:pPr>
        <w:pStyle w:val="libArabic"/>
        <w:rPr>
          <w:rtl/>
        </w:rPr>
      </w:pPr>
      <w:r>
        <w:rPr>
          <w:rFonts w:hint="eastAsia"/>
          <w:rtl/>
        </w:rPr>
        <w:t>الحمد</w:t>
      </w:r>
      <w:r>
        <w:rPr>
          <w:rtl/>
        </w:rPr>
        <w:t xml:space="preserve"> لله الذى و</w:t>
      </w:r>
      <w:r w:rsidR="00F21947" w:rsidRPr="00B2551F">
        <w:rPr>
          <w:rFonts w:hint="cs"/>
          <w:rtl/>
        </w:rPr>
        <w:t>ه</w:t>
      </w:r>
      <w:r>
        <w:rPr>
          <w:rFonts w:hint="cs"/>
          <w:rtl/>
        </w:rPr>
        <w:t>ب</w:t>
      </w:r>
      <w:r>
        <w:rPr>
          <w:rtl/>
        </w:rPr>
        <w:t xml:space="preserve"> </w:t>
      </w:r>
      <w:r>
        <w:rPr>
          <w:rFonts w:hint="cs"/>
          <w:rtl/>
        </w:rPr>
        <w:t>لى</w:t>
      </w:r>
      <w:r>
        <w:rPr>
          <w:rtl/>
        </w:rPr>
        <w:t xml:space="preserve"> </w:t>
      </w:r>
      <w:r>
        <w:rPr>
          <w:rFonts w:hint="cs"/>
          <w:rtl/>
        </w:rPr>
        <w:t>على</w:t>
      </w:r>
      <w:r>
        <w:rPr>
          <w:rtl/>
        </w:rPr>
        <w:t xml:space="preserve"> </w:t>
      </w:r>
      <w:r>
        <w:rPr>
          <w:rFonts w:hint="cs"/>
          <w:rtl/>
        </w:rPr>
        <w:t>الكبر</w:t>
      </w:r>
      <w:r>
        <w:rPr>
          <w:rtl/>
        </w:rPr>
        <w:t xml:space="preserve"> </w:t>
      </w:r>
      <w:r>
        <w:rPr>
          <w:rFonts w:hint="cs"/>
          <w:rtl/>
        </w:rPr>
        <w:t>اسمعيل</w:t>
      </w:r>
      <w:r>
        <w:rPr>
          <w:rtl/>
        </w:rPr>
        <w:t xml:space="preserve"> </w:t>
      </w:r>
      <w:r>
        <w:rPr>
          <w:rFonts w:hint="cs"/>
          <w:rtl/>
        </w:rPr>
        <w:t>و</w:t>
      </w:r>
      <w:r>
        <w:rPr>
          <w:rtl/>
        </w:rPr>
        <w:t xml:space="preserve"> </w:t>
      </w:r>
      <w:r>
        <w:rPr>
          <w:rFonts w:hint="cs"/>
          <w:rtl/>
        </w:rPr>
        <w:t>اسحق</w:t>
      </w:r>
      <w:r>
        <w:rPr>
          <w:rtl/>
        </w:rPr>
        <w:t xml:space="preserve"> </w:t>
      </w:r>
      <w:r>
        <w:rPr>
          <w:rFonts w:hint="cs"/>
          <w:rtl/>
        </w:rPr>
        <w:t>ان</w:t>
      </w:r>
      <w:r>
        <w:rPr>
          <w:rtl/>
        </w:rPr>
        <w:t xml:space="preserve"> </w:t>
      </w:r>
      <w:r>
        <w:rPr>
          <w:rFonts w:hint="cs"/>
          <w:rtl/>
        </w:rPr>
        <w:t>ربّى</w:t>
      </w:r>
      <w:r>
        <w:rPr>
          <w:rtl/>
        </w:rPr>
        <w:t xml:space="preserve"> </w:t>
      </w:r>
      <w:r>
        <w:rPr>
          <w:rFonts w:hint="cs"/>
          <w:rtl/>
        </w:rPr>
        <w:t>لسميع</w:t>
      </w:r>
      <w:r>
        <w:rPr>
          <w:rtl/>
        </w:rPr>
        <w:t xml:space="preserve"> </w:t>
      </w:r>
      <w:r w:rsidR="00C04122" w:rsidRPr="00C04122">
        <w:rPr>
          <w:rFonts w:hint="cs"/>
          <w:rtl/>
        </w:rPr>
        <w:t>الدعاء</w:t>
      </w:r>
    </w:p>
    <w:p w:rsidR="001F628F" w:rsidRDefault="001F628F" w:rsidP="000813EA">
      <w:pPr>
        <w:pStyle w:val="libNormal"/>
        <w:rPr>
          <w:rtl/>
        </w:rPr>
      </w:pPr>
      <w:r>
        <w:rPr>
          <w:rtl/>
        </w:rPr>
        <w:t>16_خدا وندمتعال دعا كا سننے اور قبول كرنے والا ہے_</w:t>
      </w:r>
      <w:r w:rsidRPr="000813EA">
        <w:rPr>
          <w:rStyle w:val="libArabicChar"/>
          <w:rFonts w:hint="eastAsia"/>
          <w:rtl/>
        </w:rPr>
        <w:t>ان</w:t>
      </w:r>
      <w:r w:rsidRPr="000813EA">
        <w:rPr>
          <w:rStyle w:val="libArabicChar"/>
          <w:rtl/>
        </w:rPr>
        <w:t xml:space="preserve"> ربّى لسميع </w:t>
      </w:r>
      <w:r w:rsidR="00C04122" w:rsidRPr="00C04122">
        <w:rPr>
          <w:rStyle w:val="libArabicChar"/>
          <w:rtl/>
        </w:rPr>
        <w:t>الدعاء</w:t>
      </w:r>
    </w:p>
    <w:p w:rsidR="001F628F" w:rsidRDefault="001F628F" w:rsidP="000813EA">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كى دعا كا قبول ہونا 12;ابراہيم </w:t>
      </w:r>
      <w:r w:rsidR="00367F17" w:rsidRPr="00367F17">
        <w:rPr>
          <w:rStyle w:val="libAlaemChar"/>
          <w:rtl/>
        </w:rPr>
        <w:t xml:space="preserve"> عليه‌السلام </w:t>
      </w:r>
      <w:r>
        <w:rPr>
          <w:rtl/>
        </w:rPr>
        <w:t xml:space="preserve"> كا حمد وثنا كرنا 1;ابراہيم </w:t>
      </w:r>
      <w:r w:rsidR="00367F17" w:rsidRPr="00367F17">
        <w:rPr>
          <w:rStyle w:val="libAlaemChar"/>
          <w:rtl/>
        </w:rPr>
        <w:t xml:space="preserve"> عليه‌السلام </w:t>
      </w:r>
      <w:r>
        <w:rPr>
          <w:rtl/>
        </w:rPr>
        <w:t xml:space="preserve"> كى دعا 11;ابراہيم </w:t>
      </w:r>
      <w:r w:rsidR="00367F17" w:rsidRPr="00367F17">
        <w:rPr>
          <w:rStyle w:val="libAlaemChar"/>
          <w:rtl/>
        </w:rPr>
        <w:t xml:space="preserve"> عليه‌السلام </w:t>
      </w:r>
      <w:r>
        <w:rPr>
          <w:rtl/>
        </w:rPr>
        <w:t xml:space="preserve"> كے بڑے بيٹے8;ابراہيم </w:t>
      </w:r>
      <w:r w:rsidR="00367F17" w:rsidRPr="00367F17">
        <w:rPr>
          <w:rStyle w:val="libAlaemChar"/>
          <w:rtl/>
        </w:rPr>
        <w:t xml:space="preserve"> عليه‌السلام </w:t>
      </w:r>
      <w:r>
        <w:rPr>
          <w:rtl/>
        </w:rPr>
        <w:t xml:space="preserve"> كى اولاد 12;ابراہيم </w:t>
      </w:r>
      <w:r w:rsidR="00367F17" w:rsidRPr="00367F17">
        <w:rPr>
          <w:rStyle w:val="libAlaemChar"/>
          <w:rtl/>
        </w:rPr>
        <w:t xml:space="preserve"> عليه‌السلام </w:t>
      </w:r>
      <w:r>
        <w:rPr>
          <w:rtl/>
        </w:rPr>
        <w:t xml:space="preserve"> كا صاحب اولاد ہونا 12،13;ابراہيم </w:t>
      </w:r>
      <w:r w:rsidR="00367F17" w:rsidRPr="00367F17">
        <w:rPr>
          <w:rStyle w:val="libAlaemChar"/>
          <w:rtl/>
        </w:rPr>
        <w:t xml:space="preserve"> عليه‌السلام </w:t>
      </w:r>
      <w:r>
        <w:rPr>
          <w:rtl/>
        </w:rPr>
        <w:t xml:space="preserve"> كى مايوسى 13</w:t>
      </w:r>
    </w:p>
    <w:p w:rsidR="001F628F" w:rsidRDefault="001F628F" w:rsidP="000813EA">
      <w:pPr>
        <w:pStyle w:val="libNormal"/>
        <w:rPr>
          <w:rtl/>
        </w:rPr>
      </w:pPr>
      <w:r>
        <w:rPr>
          <w:rFonts w:hint="eastAsia"/>
          <w:rtl/>
        </w:rPr>
        <w:t>اسحاق</w:t>
      </w:r>
      <w:r>
        <w:rPr>
          <w:rtl/>
        </w:rPr>
        <w:t xml:space="preserve"> </w:t>
      </w:r>
      <w:r w:rsidR="00367F17" w:rsidRPr="00367F17">
        <w:rPr>
          <w:rStyle w:val="libAlaemChar"/>
          <w:rtl/>
        </w:rPr>
        <w:t xml:space="preserve"> عليه‌السلام </w:t>
      </w:r>
      <w:r>
        <w:rPr>
          <w:rtl/>
        </w:rPr>
        <w:t xml:space="preserve"> :4</w:t>
      </w:r>
      <w:r>
        <w:rPr>
          <w:rFonts w:hint="eastAsia"/>
          <w:rtl/>
        </w:rPr>
        <w:t>اسحاق</w:t>
      </w:r>
      <w:r>
        <w:rPr>
          <w:rtl/>
        </w:rPr>
        <w:t xml:space="preserve"> </w:t>
      </w:r>
      <w:r w:rsidR="00367F17" w:rsidRPr="00367F17">
        <w:rPr>
          <w:rStyle w:val="libAlaemChar"/>
          <w:rtl/>
        </w:rPr>
        <w:t xml:space="preserve"> عليه‌السلام </w:t>
      </w:r>
      <w:r>
        <w:rPr>
          <w:rtl/>
        </w:rPr>
        <w:t xml:space="preserve"> كى تاريخ ولادت8;اسحا ق </w:t>
      </w:r>
      <w:r w:rsidR="00367F17" w:rsidRPr="00367F17">
        <w:rPr>
          <w:rStyle w:val="libAlaemChar"/>
          <w:rtl/>
        </w:rPr>
        <w:t xml:space="preserve"> عليه‌السلام </w:t>
      </w:r>
      <w:r>
        <w:rPr>
          <w:rtl/>
        </w:rPr>
        <w:t xml:space="preserve"> كى ولادت11</w:t>
      </w:r>
    </w:p>
    <w:p w:rsidR="001F628F" w:rsidRDefault="001F628F" w:rsidP="000813EA">
      <w:pPr>
        <w:pStyle w:val="libNormal"/>
        <w:rPr>
          <w:rtl/>
        </w:rPr>
      </w:pPr>
      <w:r>
        <w:rPr>
          <w:rFonts w:hint="eastAsia"/>
          <w:rtl/>
        </w:rPr>
        <w:t>اسماعيل</w:t>
      </w:r>
      <w:r>
        <w:rPr>
          <w:rtl/>
        </w:rPr>
        <w:t xml:space="preserve"> </w:t>
      </w:r>
      <w:r w:rsidR="00367F17" w:rsidRPr="00367F17">
        <w:rPr>
          <w:rStyle w:val="libAlaemChar"/>
          <w:rtl/>
        </w:rPr>
        <w:t xml:space="preserve"> عليه‌السلام </w:t>
      </w:r>
      <w:r>
        <w:rPr>
          <w:rtl/>
        </w:rPr>
        <w:t xml:space="preserve"> :4</w:t>
      </w:r>
      <w:r>
        <w:rPr>
          <w:rFonts w:hint="eastAsia"/>
          <w:rtl/>
        </w:rPr>
        <w:t>اسماعيل</w:t>
      </w:r>
      <w:r>
        <w:rPr>
          <w:rtl/>
        </w:rPr>
        <w:t xml:space="preserve"> </w:t>
      </w:r>
      <w:r w:rsidR="00367F17" w:rsidRPr="00367F17">
        <w:rPr>
          <w:rStyle w:val="libAlaemChar"/>
          <w:rtl/>
        </w:rPr>
        <w:t xml:space="preserve"> عليه‌السلام </w:t>
      </w:r>
      <w:r>
        <w:rPr>
          <w:rtl/>
        </w:rPr>
        <w:t xml:space="preserve"> كى تاريخ ولادت8;اسماعيل </w:t>
      </w:r>
      <w:r w:rsidR="00367F17" w:rsidRPr="00367F17">
        <w:rPr>
          <w:rStyle w:val="libAlaemChar"/>
          <w:rtl/>
        </w:rPr>
        <w:t xml:space="preserve"> عليه‌السلام </w:t>
      </w:r>
      <w:r>
        <w:rPr>
          <w:rtl/>
        </w:rPr>
        <w:t xml:space="preserve"> كى ولادت11</w:t>
      </w:r>
    </w:p>
    <w:p w:rsidR="001F628F" w:rsidRDefault="001F628F" w:rsidP="000813EA">
      <w:pPr>
        <w:pStyle w:val="libNormal"/>
        <w:rPr>
          <w:rtl/>
        </w:rPr>
      </w:pPr>
      <w:r>
        <w:rPr>
          <w:rFonts w:hint="eastAsia"/>
          <w:rtl/>
        </w:rPr>
        <w:t>الله</w:t>
      </w:r>
      <w:r>
        <w:rPr>
          <w:rtl/>
        </w:rPr>
        <w:t xml:space="preserve"> تعالى :</w:t>
      </w:r>
      <w:r>
        <w:rPr>
          <w:rFonts w:hint="eastAsia"/>
          <w:rtl/>
        </w:rPr>
        <w:t>الله</w:t>
      </w:r>
      <w:r>
        <w:rPr>
          <w:rtl/>
        </w:rPr>
        <w:t xml:space="preserve"> تعالى كے ارادے كے اثرات 10;الله تعالى كى مشيت كے اثرات 10;الله تعالى سے مختص چيزي</w:t>
      </w:r>
      <w:r w:rsidR="00083993">
        <w:rPr>
          <w:rtl/>
        </w:rPr>
        <w:t xml:space="preserve">ں </w:t>
      </w:r>
      <w:r>
        <w:rPr>
          <w:rtl/>
        </w:rPr>
        <w:t>2; الله تعالى كى نعمتو</w:t>
      </w:r>
      <w:r w:rsidR="00083993">
        <w:rPr>
          <w:rtl/>
        </w:rPr>
        <w:t xml:space="preserve">ں </w:t>
      </w:r>
      <w:r>
        <w:rPr>
          <w:rtl/>
        </w:rPr>
        <w:t>كا بيان 6;الله تعالى كا سننا 16;الله تعالى كى عطائي</w:t>
      </w:r>
      <w:r w:rsidR="00083993">
        <w:rPr>
          <w:rtl/>
        </w:rPr>
        <w:t xml:space="preserve">ں </w:t>
      </w:r>
      <w:r>
        <w:rPr>
          <w:rtl/>
        </w:rPr>
        <w:t>4;الله تعالى كى نعمتي</w:t>
      </w:r>
      <w:r w:rsidR="00083993">
        <w:rPr>
          <w:rtl/>
        </w:rPr>
        <w:t xml:space="preserve">ں </w:t>
      </w:r>
      <w:r>
        <w:rPr>
          <w:rtl/>
        </w:rPr>
        <w:t>7</w:t>
      </w:r>
    </w:p>
    <w:p w:rsidR="001F628F" w:rsidRDefault="001F628F" w:rsidP="000813EA">
      <w:pPr>
        <w:pStyle w:val="libNormal"/>
        <w:rPr>
          <w:rtl/>
        </w:rPr>
      </w:pPr>
      <w:r>
        <w:rPr>
          <w:rFonts w:hint="eastAsia"/>
          <w:rtl/>
        </w:rPr>
        <w:t>اميد</w:t>
      </w:r>
      <w:r>
        <w:rPr>
          <w:rtl/>
        </w:rPr>
        <w:t xml:space="preserve"> وارى :</w:t>
      </w:r>
      <w:r>
        <w:rPr>
          <w:rFonts w:hint="eastAsia"/>
          <w:rtl/>
        </w:rPr>
        <w:t>اميد</w:t>
      </w:r>
      <w:r>
        <w:rPr>
          <w:rtl/>
        </w:rPr>
        <w:t xml:space="preserve"> وار ى كا پيش خيمہ 15</w:t>
      </w:r>
    </w:p>
    <w:p w:rsidR="001F628F" w:rsidRDefault="001F628F" w:rsidP="000813EA">
      <w:pPr>
        <w:pStyle w:val="libNormal"/>
        <w:rPr>
          <w:rtl/>
        </w:rPr>
      </w:pPr>
      <w:r>
        <w:rPr>
          <w:rFonts w:hint="eastAsia"/>
          <w:rtl/>
        </w:rPr>
        <w:t>انسان</w:t>
      </w:r>
      <w:r>
        <w:rPr>
          <w:rtl/>
        </w:rPr>
        <w:t xml:space="preserve"> :</w:t>
      </w:r>
      <w:r>
        <w:rPr>
          <w:rFonts w:hint="eastAsia"/>
          <w:rtl/>
        </w:rPr>
        <w:t>انسان</w:t>
      </w:r>
      <w:r>
        <w:rPr>
          <w:rtl/>
        </w:rPr>
        <w:t xml:space="preserve"> كى ضروريات كا پورا ہونا 14</w:t>
      </w:r>
    </w:p>
    <w:p w:rsidR="001F628F" w:rsidRDefault="001F628F" w:rsidP="001F628F">
      <w:pPr>
        <w:pStyle w:val="libNormal"/>
        <w:rPr>
          <w:rtl/>
        </w:rPr>
      </w:pPr>
      <w:r>
        <w:rPr>
          <w:rFonts w:hint="eastAsia"/>
          <w:rtl/>
        </w:rPr>
        <w:t>بڑھاپا</w:t>
      </w:r>
      <w:r>
        <w:rPr>
          <w:rtl/>
        </w:rPr>
        <w:t>:</w:t>
      </w:r>
    </w:p>
    <w:p w:rsidR="000813EA" w:rsidRDefault="001E7F9D" w:rsidP="00F73EDE">
      <w:pPr>
        <w:pStyle w:val="libPoemTini"/>
        <w:rPr>
          <w:rtl/>
        </w:rPr>
      </w:pPr>
      <w:r>
        <w:rPr>
          <w:rtl/>
        </w:rPr>
        <w:br w:type="page"/>
      </w:r>
    </w:p>
    <w:p w:rsidR="001F628F" w:rsidRDefault="001F628F" w:rsidP="000813EA">
      <w:pPr>
        <w:pStyle w:val="libNormal"/>
        <w:rPr>
          <w:rtl/>
        </w:rPr>
      </w:pPr>
      <w:r>
        <w:rPr>
          <w:rFonts w:hint="eastAsia"/>
          <w:rtl/>
        </w:rPr>
        <w:lastRenderedPageBreak/>
        <w:t>بڑھاپے</w:t>
      </w:r>
      <w:r>
        <w:rPr>
          <w:rtl/>
        </w:rPr>
        <w:t xml:space="preserve"> مي</w:t>
      </w:r>
      <w:r w:rsidR="00083993">
        <w:rPr>
          <w:rtl/>
        </w:rPr>
        <w:t xml:space="preserve">ں </w:t>
      </w:r>
      <w:r>
        <w:rPr>
          <w:rtl/>
        </w:rPr>
        <w:t>صاحب اولاد ہونا 1،9،10،13</w:t>
      </w:r>
    </w:p>
    <w:p w:rsidR="001F628F" w:rsidRDefault="001F628F" w:rsidP="000813EA">
      <w:pPr>
        <w:pStyle w:val="libNormal"/>
        <w:rPr>
          <w:rtl/>
        </w:rPr>
      </w:pPr>
      <w:r>
        <w:rPr>
          <w:rFonts w:hint="eastAsia"/>
          <w:rtl/>
        </w:rPr>
        <w:t>حمد</w:t>
      </w:r>
      <w:r>
        <w:rPr>
          <w:rtl/>
        </w:rPr>
        <w:t>:</w:t>
      </w:r>
      <w:r>
        <w:rPr>
          <w:rFonts w:hint="eastAsia"/>
          <w:rtl/>
        </w:rPr>
        <w:t>حمد</w:t>
      </w:r>
      <w:r>
        <w:rPr>
          <w:rtl/>
        </w:rPr>
        <w:t xml:space="preserve"> خدا 1،2،3;حمد خدا كى اہميت 5،7;حمد خدا كے اداب 6</w:t>
      </w:r>
    </w:p>
    <w:p w:rsidR="001F628F" w:rsidRDefault="001F628F" w:rsidP="000813EA">
      <w:pPr>
        <w:pStyle w:val="libNormal"/>
        <w:rPr>
          <w:rtl/>
        </w:rPr>
      </w:pPr>
      <w:r>
        <w:rPr>
          <w:rFonts w:hint="eastAsia"/>
          <w:rtl/>
        </w:rPr>
        <w:t>دعا</w:t>
      </w:r>
      <w:r>
        <w:rPr>
          <w:rtl/>
        </w:rPr>
        <w:t xml:space="preserve"> :</w:t>
      </w:r>
      <w:r>
        <w:rPr>
          <w:rFonts w:hint="eastAsia"/>
          <w:rtl/>
        </w:rPr>
        <w:t>دعا</w:t>
      </w:r>
      <w:r>
        <w:rPr>
          <w:rtl/>
        </w:rPr>
        <w:t xml:space="preserve"> كے اثرات 9،14;دعا كے اداب 6;دعا كا فلسفہ 15;دعا قبول كرنے والا 16</w:t>
      </w:r>
    </w:p>
    <w:p w:rsidR="001F628F" w:rsidRDefault="001F628F" w:rsidP="001F628F">
      <w:pPr>
        <w:pStyle w:val="libNormal"/>
        <w:rPr>
          <w:rtl/>
        </w:rPr>
      </w:pPr>
      <w:r>
        <w:rPr>
          <w:rFonts w:hint="eastAsia"/>
          <w:rtl/>
        </w:rPr>
        <w:t>شكر</w:t>
      </w:r>
      <w:r>
        <w:rPr>
          <w:rtl/>
        </w:rPr>
        <w:t xml:space="preserve"> نعمت كى اہميت: 7</w:t>
      </w:r>
    </w:p>
    <w:p w:rsidR="001F628F" w:rsidRDefault="001F628F" w:rsidP="000813EA">
      <w:pPr>
        <w:pStyle w:val="libNormal"/>
        <w:rPr>
          <w:rtl/>
        </w:rPr>
      </w:pPr>
      <w:r>
        <w:rPr>
          <w:rFonts w:hint="eastAsia"/>
          <w:rtl/>
        </w:rPr>
        <w:t>ضروريات</w:t>
      </w:r>
      <w:r>
        <w:rPr>
          <w:rtl/>
        </w:rPr>
        <w:t xml:space="preserve"> :</w:t>
      </w:r>
      <w:r>
        <w:rPr>
          <w:rFonts w:hint="eastAsia"/>
          <w:rtl/>
        </w:rPr>
        <w:t>ضروريات</w:t>
      </w:r>
      <w:r>
        <w:rPr>
          <w:rtl/>
        </w:rPr>
        <w:t xml:space="preserve"> كے پورا ہونے مي</w:t>
      </w:r>
      <w:r w:rsidR="00083993">
        <w:rPr>
          <w:rtl/>
        </w:rPr>
        <w:t xml:space="preserve">ں </w:t>
      </w:r>
      <w:r>
        <w:rPr>
          <w:rtl/>
        </w:rPr>
        <w:t>موثر عوامل 14</w:t>
      </w:r>
    </w:p>
    <w:p w:rsidR="001F628F" w:rsidRDefault="001F628F" w:rsidP="000813EA">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كردار14</w:t>
      </w:r>
    </w:p>
    <w:p w:rsidR="001F628F" w:rsidRDefault="001F628F" w:rsidP="000813EA">
      <w:pPr>
        <w:pStyle w:val="libNormal"/>
        <w:rPr>
          <w:rtl/>
        </w:rPr>
      </w:pPr>
      <w:r>
        <w:rPr>
          <w:rFonts w:hint="eastAsia"/>
          <w:rtl/>
        </w:rPr>
        <w:t>عمل</w:t>
      </w:r>
      <w:r>
        <w:rPr>
          <w:rtl/>
        </w:rPr>
        <w:t xml:space="preserve"> :</w:t>
      </w:r>
      <w:r>
        <w:rPr>
          <w:rFonts w:hint="eastAsia"/>
          <w:rtl/>
        </w:rPr>
        <w:t>پسنديدہ</w:t>
      </w:r>
      <w:r>
        <w:rPr>
          <w:rtl/>
        </w:rPr>
        <w:t xml:space="preserve"> عمل 5،6</w:t>
      </w:r>
    </w:p>
    <w:p w:rsidR="001F628F" w:rsidRDefault="001F628F" w:rsidP="000813EA">
      <w:pPr>
        <w:pStyle w:val="libNormal"/>
        <w:rPr>
          <w:rtl/>
        </w:rPr>
      </w:pPr>
      <w:r>
        <w:rPr>
          <w:rFonts w:hint="eastAsia"/>
          <w:rtl/>
        </w:rPr>
        <w:t>مايوسى</w:t>
      </w:r>
      <w:r>
        <w:rPr>
          <w:rtl/>
        </w:rPr>
        <w:t xml:space="preserve"> :</w:t>
      </w:r>
      <w:r>
        <w:rPr>
          <w:rFonts w:hint="eastAsia"/>
          <w:rtl/>
        </w:rPr>
        <w:t>طبيعى</w:t>
      </w:r>
      <w:r>
        <w:rPr>
          <w:rtl/>
        </w:rPr>
        <w:t xml:space="preserve"> عوامل سے مايوسى 9،10،15</w:t>
      </w:r>
    </w:p>
    <w:p w:rsidR="001F628F" w:rsidRDefault="001F628F" w:rsidP="000813EA">
      <w:pPr>
        <w:pStyle w:val="libNormal"/>
        <w:rPr>
          <w:rtl/>
        </w:rPr>
      </w:pPr>
      <w:r>
        <w:rPr>
          <w:rFonts w:hint="eastAsia"/>
          <w:rtl/>
        </w:rPr>
        <w:t>موجودات</w:t>
      </w:r>
      <w:r>
        <w:rPr>
          <w:rtl/>
        </w:rPr>
        <w:t xml:space="preserve"> :</w:t>
      </w:r>
      <w:r>
        <w:rPr>
          <w:rFonts w:hint="eastAsia"/>
          <w:rtl/>
        </w:rPr>
        <w:t>موجودات</w:t>
      </w:r>
      <w:r>
        <w:rPr>
          <w:rtl/>
        </w:rPr>
        <w:t xml:space="preserve"> كى مدح 3</w:t>
      </w:r>
    </w:p>
    <w:p w:rsidR="001F628F" w:rsidRDefault="001F628F" w:rsidP="000813EA">
      <w:pPr>
        <w:pStyle w:val="libNormal"/>
        <w:rPr>
          <w:rtl/>
        </w:rPr>
      </w:pPr>
      <w:r>
        <w:rPr>
          <w:rFonts w:hint="eastAsia"/>
          <w:rtl/>
        </w:rPr>
        <w:t>نعمت</w:t>
      </w:r>
      <w:r>
        <w:rPr>
          <w:rtl/>
        </w:rPr>
        <w:t xml:space="preserve"> :</w:t>
      </w:r>
      <w:r>
        <w:rPr>
          <w:rFonts w:hint="eastAsia"/>
          <w:rtl/>
        </w:rPr>
        <w:t>اولاد</w:t>
      </w:r>
      <w:r>
        <w:rPr>
          <w:rtl/>
        </w:rPr>
        <w:t xml:space="preserve"> كى نعمت 7</w:t>
      </w:r>
    </w:p>
    <w:p w:rsidR="001F628F" w:rsidRDefault="000813EA" w:rsidP="000813EA">
      <w:pPr>
        <w:pStyle w:val="Heading2Center"/>
        <w:rPr>
          <w:rtl/>
        </w:rPr>
      </w:pPr>
      <w:bookmarkStart w:id="40" w:name="_Toc28081718"/>
      <w:r>
        <w:rPr>
          <w:rFonts w:hint="cs"/>
          <w:rtl/>
        </w:rPr>
        <w:t>آیت 40</w:t>
      </w:r>
      <w:bookmarkEnd w:id="40"/>
    </w:p>
    <w:p w:rsidR="001F628F" w:rsidRDefault="00E260F9" w:rsidP="000813EA">
      <w:pPr>
        <w:pStyle w:val="libNormal"/>
        <w:rPr>
          <w:rtl/>
        </w:rPr>
      </w:pPr>
      <w:r w:rsidRPr="00E260F9">
        <w:rPr>
          <w:rStyle w:val="libAlaemChar"/>
          <w:rFonts w:hint="eastAsia"/>
          <w:rtl/>
        </w:rPr>
        <w:t>(</w:t>
      </w:r>
      <w:r w:rsidRPr="000813EA">
        <w:rPr>
          <w:rStyle w:val="libAieChar"/>
          <w:rFonts w:hint="eastAsia"/>
          <w:rtl/>
        </w:rPr>
        <w:t>رَبِّ</w:t>
      </w:r>
      <w:r w:rsidRPr="000813EA">
        <w:rPr>
          <w:rStyle w:val="libAieChar"/>
          <w:rtl/>
        </w:rPr>
        <w:t xml:space="preserve"> اجْعَلْنِي مُقِيمَ الصَّلاَةِ وَمِن ذُرِّيَّتِي رَبَّنَا وَتَقَبَّلْ دُعَاء</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پروردگار</w:t>
      </w:r>
      <w:r>
        <w:rPr>
          <w:rtl/>
        </w:rPr>
        <w:t xml:space="preserve"> مجھے اور ميرى ذريت مي</w:t>
      </w:r>
      <w:r w:rsidR="00083993">
        <w:rPr>
          <w:rtl/>
        </w:rPr>
        <w:t xml:space="preserve">ں </w:t>
      </w:r>
      <w:r>
        <w:rPr>
          <w:rtl/>
        </w:rPr>
        <w:t>نماز قائم كرنے والے قرار دے اور پروردگار ميرى دعا كو قبول كرلے_</w:t>
      </w:r>
    </w:p>
    <w:p w:rsidR="001F628F" w:rsidRDefault="001F628F" w:rsidP="000813EA">
      <w:pPr>
        <w:pStyle w:val="libNormal"/>
        <w:rPr>
          <w:rtl/>
        </w:rPr>
      </w:pPr>
      <w:r>
        <w:rPr>
          <w:rtl/>
        </w:rPr>
        <w:t xml:space="preserve">1_حضرت ابراہيم </w:t>
      </w:r>
      <w:r w:rsidR="00367F17" w:rsidRPr="00367F17">
        <w:rPr>
          <w:rStyle w:val="libAlaemChar"/>
          <w:rtl/>
        </w:rPr>
        <w:t xml:space="preserve"> عليه‌السلام </w:t>
      </w:r>
      <w:r>
        <w:rPr>
          <w:rtl/>
        </w:rPr>
        <w:t xml:space="preserve"> نے اپنے لئے خداوند عالم سے نماز قائم كرنے كى توفيق طلب كى _</w:t>
      </w:r>
      <w:r w:rsidRPr="000813EA">
        <w:rPr>
          <w:rStyle w:val="libArabicChar"/>
          <w:rFonts w:hint="eastAsia"/>
          <w:rtl/>
        </w:rPr>
        <w:t>ربّ</w:t>
      </w:r>
      <w:r w:rsidRPr="000813EA">
        <w:rPr>
          <w:rStyle w:val="libArabicChar"/>
          <w:rtl/>
        </w:rPr>
        <w:t xml:space="preserve"> اجعلنى مقيم الصلوة</w:t>
      </w:r>
    </w:p>
    <w:p w:rsidR="001F628F" w:rsidRDefault="001F628F" w:rsidP="001F628F">
      <w:pPr>
        <w:pStyle w:val="libNormal"/>
        <w:rPr>
          <w:rtl/>
        </w:rPr>
      </w:pPr>
      <w:r>
        <w:rPr>
          <w:rtl/>
        </w:rPr>
        <w:t xml:space="preserve">2_حضرت ابراہيم </w:t>
      </w:r>
      <w:r w:rsidR="00367F17" w:rsidRPr="00367F17">
        <w:rPr>
          <w:rStyle w:val="libAlaemChar"/>
          <w:rtl/>
        </w:rPr>
        <w:t xml:space="preserve"> عليه‌السلام </w:t>
      </w:r>
      <w:r>
        <w:rPr>
          <w:rtl/>
        </w:rPr>
        <w:t xml:space="preserve"> نے اپنى اولاد كے لئے خدا وند عالم سے نماز قائم كرنے كى توفيق طلب كى _</w:t>
      </w:r>
    </w:p>
    <w:p w:rsidR="001F628F" w:rsidRDefault="001F628F" w:rsidP="000813EA">
      <w:pPr>
        <w:pStyle w:val="libArabic"/>
        <w:rPr>
          <w:rtl/>
        </w:rPr>
      </w:pPr>
      <w:r>
        <w:rPr>
          <w:rFonts w:hint="eastAsia"/>
          <w:rtl/>
        </w:rPr>
        <w:t>ربّ</w:t>
      </w:r>
      <w:r>
        <w:rPr>
          <w:rtl/>
        </w:rPr>
        <w:t xml:space="preserve"> اجعلنى مقيم الصلوة ومن ذرّيتي</w:t>
      </w:r>
    </w:p>
    <w:p w:rsidR="001F628F" w:rsidRDefault="001F628F" w:rsidP="000813EA">
      <w:pPr>
        <w:pStyle w:val="libNormal"/>
        <w:rPr>
          <w:rtl/>
        </w:rPr>
      </w:pPr>
      <w:r>
        <w:rPr>
          <w:rtl/>
        </w:rPr>
        <w:t>3_دوسرے الہى فرائض كى نسبت ،فريضہ نماز كى اہميت اور بلند مقام و مرتبہ_</w:t>
      </w:r>
      <w:r w:rsidRPr="000813EA">
        <w:rPr>
          <w:rStyle w:val="libArabicChar"/>
          <w:rFonts w:hint="eastAsia"/>
          <w:rtl/>
        </w:rPr>
        <w:t>ربّ</w:t>
      </w:r>
      <w:r w:rsidRPr="000813EA">
        <w:rPr>
          <w:rStyle w:val="libArabicChar"/>
          <w:rtl/>
        </w:rPr>
        <w:t xml:space="preserve"> اجعلنى مقيم الصلوة ومن ذرّيتي</w:t>
      </w:r>
    </w:p>
    <w:p w:rsidR="001F628F" w:rsidRDefault="001F628F" w:rsidP="001F628F">
      <w:pPr>
        <w:pStyle w:val="libNormal"/>
        <w:rPr>
          <w:rtl/>
        </w:rPr>
      </w:pPr>
      <w:r>
        <w:rPr>
          <w:rtl/>
        </w:rPr>
        <w:t xml:space="preserve">4_ حضرت ابراہيم </w:t>
      </w:r>
      <w:r w:rsidR="00367F17" w:rsidRPr="00367F17">
        <w:rPr>
          <w:rStyle w:val="libAlaemChar"/>
          <w:rtl/>
        </w:rPr>
        <w:t xml:space="preserve"> عليه‌السلام </w:t>
      </w:r>
      <w:r>
        <w:rPr>
          <w:rtl/>
        </w:rPr>
        <w:t xml:space="preserve"> كا پرورد گار كى بار گاہ مي</w:t>
      </w:r>
      <w:r w:rsidR="00083993">
        <w:rPr>
          <w:rtl/>
        </w:rPr>
        <w:t xml:space="preserve">ں </w:t>
      </w:r>
      <w:r>
        <w:rPr>
          <w:rtl/>
        </w:rPr>
        <w:t>اپنے اور اپنى اولاد كے لئے معاشرے مي</w:t>
      </w:r>
      <w:r w:rsidR="00083993">
        <w:rPr>
          <w:rtl/>
        </w:rPr>
        <w:t xml:space="preserve">ں </w:t>
      </w:r>
      <w:r>
        <w:rPr>
          <w:rtl/>
        </w:rPr>
        <w:t>فريضہ نمازكو احياء كرنے كى توفيق پانے كے لئے دعا كرنا_</w:t>
      </w:r>
    </w:p>
    <w:p w:rsidR="000813EA" w:rsidRDefault="001E7F9D" w:rsidP="00F73EDE">
      <w:pPr>
        <w:pStyle w:val="libPoemTini"/>
        <w:rPr>
          <w:rtl/>
        </w:rPr>
      </w:pPr>
      <w:r>
        <w:rPr>
          <w:rtl/>
        </w:rPr>
        <w:br w:type="page"/>
      </w:r>
    </w:p>
    <w:p w:rsidR="001F628F" w:rsidRDefault="001F628F" w:rsidP="000813EA">
      <w:pPr>
        <w:pStyle w:val="libArabic"/>
        <w:rPr>
          <w:rtl/>
        </w:rPr>
      </w:pPr>
      <w:r>
        <w:rPr>
          <w:rFonts w:hint="eastAsia"/>
          <w:rtl/>
        </w:rPr>
        <w:lastRenderedPageBreak/>
        <w:t>ربّ</w:t>
      </w:r>
      <w:r>
        <w:rPr>
          <w:rtl/>
        </w:rPr>
        <w:t xml:space="preserve"> اجعلنى مقيم الصلوة ومن ذرّيتي</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نماز پڑھنے كى دعا نہي</w:t>
      </w:r>
      <w:r w:rsidR="00083993">
        <w:rPr>
          <w:rtl/>
        </w:rPr>
        <w:t xml:space="preserve">ں </w:t>
      </w:r>
      <w:r>
        <w:rPr>
          <w:rtl/>
        </w:rPr>
        <w:t>كى بلكہ نماز قائم كرنے كى دعا كى ہے اس سے مندرجہ بالا مطلب اخذ ہوتا ہے_</w:t>
      </w:r>
    </w:p>
    <w:p w:rsidR="001F628F" w:rsidRDefault="001F628F" w:rsidP="001F628F">
      <w:pPr>
        <w:pStyle w:val="libNormal"/>
        <w:rPr>
          <w:rtl/>
        </w:rPr>
      </w:pPr>
      <w:r>
        <w:rPr>
          <w:rtl/>
        </w:rPr>
        <w:t xml:space="preserve">5_حضرت ابراہيم </w:t>
      </w:r>
      <w:r w:rsidR="00367F17" w:rsidRPr="00367F17">
        <w:rPr>
          <w:rStyle w:val="libAlaemChar"/>
          <w:rtl/>
        </w:rPr>
        <w:t xml:space="preserve"> عليه‌السلام </w:t>
      </w:r>
      <w:r>
        <w:rPr>
          <w:rtl/>
        </w:rPr>
        <w:t xml:space="preserve"> كو فريضہ نمازاور اسے معاشرے مي</w:t>
      </w:r>
      <w:r w:rsidR="00083993">
        <w:rPr>
          <w:rtl/>
        </w:rPr>
        <w:t xml:space="preserve">ں </w:t>
      </w:r>
      <w:r>
        <w:rPr>
          <w:rtl/>
        </w:rPr>
        <w:t>احيا ء كرنے كى شديد خواہش ہونا_</w:t>
      </w:r>
    </w:p>
    <w:p w:rsidR="001F628F" w:rsidRDefault="001F628F" w:rsidP="006A6BBA">
      <w:pPr>
        <w:pStyle w:val="libArabic"/>
        <w:rPr>
          <w:rtl/>
        </w:rPr>
      </w:pPr>
      <w:r>
        <w:rPr>
          <w:rFonts w:hint="eastAsia"/>
          <w:rtl/>
        </w:rPr>
        <w:t>ربّ</w:t>
      </w:r>
      <w:r>
        <w:rPr>
          <w:rtl/>
        </w:rPr>
        <w:t xml:space="preserve"> اجعلنى مقيم الصلوة ومن ذرّيتي</w:t>
      </w:r>
    </w:p>
    <w:p w:rsidR="001F628F" w:rsidRDefault="001F628F" w:rsidP="001F628F">
      <w:pPr>
        <w:pStyle w:val="libNormal"/>
        <w:rPr>
          <w:rtl/>
        </w:rPr>
      </w:pPr>
      <w:r>
        <w:rPr>
          <w:rtl/>
        </w:rPr>
        <w:t>''نماز پڑھنے'' كے بجائے ''نماز قائم كرنے'' كى تعبيرسے مندرجہ بالا مطلب ظاہر ہوتا ہے_</w:t>
      </w:r>
    </w:p>
    <w:p w:rsidR="001F628F" w:rsidRDefault="001F628F" w:rsidP="006A6BBA">
      <w:pPr>
        <w:pStyle w:val="libNormal"/>
        <w:rPr>
          <w:rtl/>
        </w:rPr>
      </w:pPr>
      <w:r>
        <w:rPr>
          <w:rtl/>
        </w:rPr>
        <w:t>6_معاشرے مي</w:t>
      </w:r>
      <w:r w:rsidR="00083993">
        <w:rPr>
          <w:rtl/>
        </w:rPr>
        <w:t xml:space="preserve">ں </w:t>
      </w:r>
      <w:r>
        <w:rPr>
          <w:rtl/>
        </w:rPr>
        <w:t>فريضہ نماز كا احياء ،ايك انتہا ئي اہم اور قابل قدر كام ہے_</w:t>
      </w:r>
      <w:r w:rsidRPr="006A6BBA">
        <w:rPr>
          <w:rStyle w:val="libArabicChar"/>
          <w:rFonts w:hint="eastAsia"/>
          <w:rtl/>
        </w:rPr>
        <w:t>ربّ</w:t>
      </w:r>
      <w:r w:rsidRPr="006A6BBA">
        <w:rPr>
          <w:rStyle w:val="libArabicChar"/>
          <w:rtl/>
        </w:rPr>
        <w:t xml:space="preserve"> اجعلنى مقيم الصلوة ومن ذرّيتي</w:t>
      </w:r>
    </w:p>
    <w:p w:rsidR="001F628F" w:rsidRDefault="001F628F" w:rsidP="001F628F">
      <w:pPr>
        <w:pStyle w:val="libNormal"/>
        <w:rPr>
          <w:rtl/>
        </w:rPr>
      </w:pPr>
      <w:r>
        <w:rPr>
          <w:rFonts w:hint="eastAsia"/>
          <w:rtl/>
        </w:rPr>
        <w:t>چونكہ</w:t>
      </w:r>
      <w:r>
        <w:rPr>
          <w:rtl/>
        </w:rPr>
        <w:t xml:space="preserve"> حضرت ابراہيم </w:t>
      </w:r>
      <w:r w:rsidR="00367F17" w:rsidRPr="00367F17">
        <w:rPr>
          <w:rStyle w:val="libAlaemChar"/>
          <w:rtl/>
        </w:rPr>
        <w:t xml:space="preserve"> عليه‌السلام </w:t>
      </w:r>
      <w:r>
        <w:rPr>
          <w:rtl/>
        </w:rPr>
        <w:t xml:space="preserve"> بزرگ انبياء </w:t>
      </w:r>
      <w:r w:rsidR="00367F17" w:rsidRPr="00367F17">
        <w:rPr>
          <w:rStyle w:val="libAlaemChar"/>
          <w:rtl/>
        </w:rPr>
        <w:t xml:space="preserve"> عليه‌السلام </w:t>
      </w:r>
      <w:r>
        <w:rPr>
          <w:rtl/>
        </w:rPr>
        <w:t xml:space="preserve"> مي</w:t>
      </w:r>
      <w:r w:rsidR="00083993">
        <w:rPr>
          <w:rtl/>
        </w:rPr>
        <w:t xml:space="preserve">ں </w:t>
      </w:r>
      <w:r>
        <w:rPr>
          <w:rtl/>
        </w:rPr>
        <w:t>سے ہي</w:t>
      </w:r>
      <w:r w:rsidR="00083993">
        <w:rPr>
          <w:rtl/>
        </w:rPr>
        <w:t xml:space="preserve">ں </w:t>
      </w:r>
      <w:r>
        <w:rPr>
          <w:rtl/>
        </w:rPr>
        <w:t>لہذا ان كے معاشرے مي</w:t>
      </w:r>
      <w:r w:rsidR="00083993">
        <w:rPr>
          <w:rtl/>
        </w:rPr>
        <w:t xml:space="preserve">ں </w:t>
      </w:r>
      <w:r>
        <w:rPr>
          <w:rtl/>
        </w:rPr>
        <w:t>احيائے نماز كے لئے تو فيق طلب كرنے سے مندرجہ بالا مفہوم حاصل ہوتا ہے_</w:t>
      </w:r>
    </w:p>
    <w:p w:rsidR="001F628F" w:rsidRDefault="001F628F" w:rsidP="006A6BBA">
      <w:pPr>
        <w:pStyle w:val="libNormal"/>
        <w:rPr>
          <w:rtl/>
        </w:rPr>
      </w:pPr>
      <w:r>
        <w:rPr>
          <w:rtl/>
        </w:rPr>
        <w:t xml:space="preserve">7_حضرت ابراہيم </w:t>
      </w:r>
      <w:r w:rsidR="00367F17" w:rsidRPr="00367F17">
        <w:rPr>
          <w:rStyle w:val="libAlaemChar"/>
          <w:rtl/>
        </w:rPr>
        <w:t xml:space="preserve"> عليه‌السلام </w:t>
      </w:r>
      <w:r>
        <w:rPr>
          <w:rtl/>
        </w:rPr>
        <w:t xml:space="preserve"> كا اقامہ نماز كى دعا كے قبول ہونے كے لئے خدا وند عالم سے التماس كرنا_</w:t>
      </w:r>
      <w:r w:rsidRPr="006A6BBA">
        <w:rPr>
          <w:rStyle w:val="libArabicChar"/>
          <w:rFonts w:hint="eastAsia"/>
          <w:rtl/>
        </w:rPr>
        <w:t>ربّناو</w:t>
      </w:r>
      <w:r w:rsidRPr="006A6BBA">
        <w:rPr>
          <w:rStyle w:val="libArabicChar"/>
          <w:rtl/>
        </w:rPr>
        <w:t xml:space="preserve"> تقبّل دعائ</w:t>
      </w:r>
    </w:p>
    <w:p w:rsidR="001F628F" w:rsidRDefault="001F628F" w:rsidP="006A6BBA">
      <w:pPr>
        <w:pStyle w:val="libNormal"/>
        <w:rPr>
          <w:rtl/>
        </w:rPr>
      </w:pPr>
      <w:r>
        <w:rPr>
          <w:rtl/>
        </w:rPr>
        <w:t>8_دعائو</w:t>
      </w:r>
      <w:r w:rsidR="00083993">
        <w:rPr>
          <w:rtl/>
        </w:rPr>
        <w:t xml:space="preserve">ں </w:t>
      </w:r>
      <w:r>
        <w:rPr>
          <w:rtl/>
        </w:rPr>
        <w:t>كى قبوليت كے لئے دعا كرنا ،اداب دعا مي</w:t>
      </w:r>
      <w:r w:rsidR="00083993">
        <w:rPr>
          <w:rtl/>
        </w:rPr>
        <w:t xml:space="preserve">ں </w:t>
      </w:r>
      <w:r>
        <w:rPr>
          <w:rtl/>
        </w:rPr>
        <w:t>سے ہے_</w:t>
      </w:r>
      <w:r w:rsidRPr="006A6BBA">
        <w:rPr>
          <w:rStyle w:val="libArabicChar"/>
          <w:rFonts w:hint="eastAsia"/>
          <w:rtl/>
        </w:rPr>
        <w:t>ربّنا</w:t>
      </w:r>
      <w:r w:rsidRPr="006A6BBA">
        <w:rPr>
          <w:rStyle w:val="libArabicChar"/>
          <w:rtl/>
        </w:rPr>
        <w:t xml:space="preserve"> وتقبّل دعائ</w:t>
      </w:r>
    </w:p>
    <w:p w:rsidR="001F628F" w:rsidRDefault="001F628F" w:rsidP="006A6BBA">
      <w:pPr>
        <w:pStyle w:val="libNormal"/>
        <w:rPr>
          <w:rtl/>
        </w:rPr>
      </w:pPr>
      <w:r>
        <w:rPr>
          <w:rtl/>
        </w:rPr>
        <w:t>9_دعاكى استجابت اوربندو</w:t>
      </w:r>
      <w:r w:rsidR="00083993">
        <w:rPr>
          <w:rtl/>
        </w:rPr>
        <w:t xml:space="preserve">ں </w:t>
      </w:r>
      <w:r>
        <w:rPr>
          <w:rtl/>
        </w:rPr>
        <w:t>كى درخواستو</w:t>
      </w:r>
      <w:r w:rsidR="00083993">
        <w:rPr>
          <w:rtl/>
        </w:rPr>
        <w:t xml:space="preserve">ں </w:t>
      </w:r>
      <w:r>
        <w:rPr>
          <w:rtl/>
        </w:rPr>
        <w:t>كى قبوليت ، ربوبيت الہى كا تقاضا ہے_</w:t>
      </w:r>
      <w:r w:rsidRPr="006A6BBA">
        <w:rPr>
          <w:rStyle w:val="libArabicChar"/>
          <w:rFonts w:hint="eastAsia"/>
          <w:rtl/>
        </w:rPr>
        <w:t>ربّناو</w:t>
      </w:r>
      <w:r w:rsidRPr="006A6BBA">
        <w:rPr>
          <w:rStyle w:val="libArabicChar"/>
          <w:rtl/>
        </w:rPr>
        <w:t xml:space="preserve"> تقبّل دعائ</w:t>
      </w:r>
    </w:p>
    <w:p w:rsidR="001F628F" w:rsidRDefault="001F628F" w:rsidP="006A6BBA">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Fonts w:hint="eastAsia"/>
          <w:rtl/>
        </w:rPr>
        <w:t>حضرت</w:t>
      </w:r>
      <w:r>
        <w:rPr>
          <w:rtl/>
        </w:rPr>
        <w:t xml:space="preserve"> ابراہيم </w:t>
      </w:r>
      <w:r w:rsidR="00367F17" w:rsidRPr="00367F17">
        <w:rPr>
          <w:rStyle w:val="libAlaemChar"/>
          <w:rtl/>
        </w:rPr>
        <w:t xml:space="preserve"> عليه‌السلام </w:t>
      </w:r>
      <w:r>
        <w:rPr>
          <w:rtl/>
        </w:rPr>
        <w:t xml:space="preserve"> كا نماز كو اہميت دينا 1،2 ،4 ،5 ،7 ; حضرت ابراہيم </w:t>
      </w:r>
      <w:r w:rsidR="00367F17" w:rsidRPr="00367F17">
        <w:rPr>
          <w:rStyle w:val="libAlaemChar"/>
          <w:rtl/>
        </w:rPr>
        <w:t xml:space="preserve"> عليه‌السلام </w:t>
      </w:r>
      <w:r>
        <w:rPr>
          <w:rtl/>
        </w:rPr>
        <w:t xml:space="preserve"> كى دعا 1،2،4; حضرت ابراہيم </w:t>
      </w:r>
      <w:r w:rsidR="00367F17" w:rsidRPr="00367F17">
        <w:rPr>
          <w:rStyle w:val="libAlaemChar"/>
          <w:rtl/>
        </w:rPr>
        <w:t xml:space="preserve"> عليه‌السلام </w:t>
      </w:r>
      <w:r>
        <w:rPr>
          <w:rtl/>
        </w:rPr>
        <w:t xml:space="preserve"> كى دعا كا قبول ہونا 7</w:t>
      </w:r>
    </w:p>
    <w:p w:rsidR="001F628F" w:rsidRDefault="001F628F" w:rsidP="001F628F">
      <w:pPr>
        <w:pStyle w:val="libNormal"/>
        <w:rPr>
          <w:rtl/>
        </w:rPr>
      </w:pPr>
      <w:r>
        <w:rPr>
          <w:rFonts w:hint="eastAsia"/>
          <w:rtl/>
        </w:rPr>
        <w:t>اقدار</w:t>
      </w:r>
      <w:r>
        <w:rPr>
          <w:rtl/>
        </w:rPr>
        <w:t>:6</w:t>
      </w:r>
    </w:p>
    <w:p w:rsidR="001F628F" w:rsidRDefault="001F628F" w:rsidP="006A6BBA">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كے اثرات 9</w:t>
      </w:r>
    </w:p>
    <w:p w:rsidR="001F628F" w:rsidRDefault="001F628F" w:rsidP="006A6BBA">
      <w:pPr>
        <w:pStyle w:val="libNormal"/>
        <w:rPr>
          <w:rtl/>
        </w:rPr>
      </w:pPr>
      <w:r>
        <w:rPr>
          <w:rFonts w:hint="eastAsia"/>
          <w:rtl/>
        </w:rPr>
        <w:t>اولاد</w:t>
      </w:r>
      <w:r>
        <w:rPr>
          <w:rtl/>
        </w:rPr>
        <w:t>:</w:t>
      </w:r>
      <w:r>
        <w:rPr>
          <w:rFonts w:hint="eastAsia"/>
          <w:rtl/>
        </w:rPr>
        <w:t>توفيق</w:t>
      </w:r>
      <w:r>
        <w:rPr>
          <w:rtl/>
        </w:rPr>
        <w:t xml:space="preserve"> اولاد كى دعا 2</w:t>
      </w:r>
    </w:p>
    <w:p w:rsidR="001F628F" w:rsidRDefault="001F628F" w:rsidP="006A6BBA">
      <w:pPr>
        <w:pStyle w:val="libNormal"/>
        <w:rPr>
          <w:rtl/>
        </w:rPr>
      </w:pPr>
      <w:r>
        <w:rPr>
          <w:rFonts w:hint="eastAsia"/>
          <w:rtl/>
        </w:rPr>
        <w:t>دعا</w:t>
      </w:r>
      <w:r>
        <w:rPr>
          <w:rtl/>
        </w:rPr>
        <w:t>:</w:t>
      </w:r>
      <w:r>
        <w:rPr>
          <w:rFonts w:hint="eastAsia"/>
          <w:rtl/>
        </w:rPr>
        <w:t>دعا</w:t>
      </w:r>
      <w:r>
        <w:rPr>
          <w:rtl/>
        </w:rPr>
        <w:t xml:space="preserve"> قبول ہونے كے عوامل9;دعا كى استجابت8; دعا كے اداب 8</w:t>
      </w:r>
    </w:p>
    <w:p w:rsidR="001F628F" w:rsidRDefault="001F628F" w:rsidP="006A6BBA">
      <w:pPr>
        <w:pStyle w:val="libNormal"/>
        <w:rPr>
          <w:rtl/>
        </w:rPr>
      </w:pPr>
      <w:r>
        <w:rPr>
          <w:rFonts w:hint="eastAsia"/>
          <w:rtl/>
        </w:rPr>
        <w:t>شرعى</w:t>
      </w:r>
      <w:r>
        <w:rPr>
          <w:rtl/>
        </w:rPr>
        <w:t xml:space="preserve"> فريضہ:</w:t>
      </w:r>
      <w:r>
        <w:rPr>
          <w:rFonts w:hint="eastAsia"/>
          <w:rtl/>
        </w:rPr>
        <w:t>اہم</w:t>
      </w:r>
      <w:r>
        <w:rPr>
          <w:rtl/>
        </w:rPr>
        <w:t xml:space="preserve"> ترين شرعى فريضہ 3</w:t>
      </w:r>
    </w:p>
    <w:p w:rsidR="001F628F" w:rsidRDefault="001F628F" w:rsidP="006A6BBA">
      <w:pPr>
        <w:pStyle w:val="libNormal"/>
        <w:rPr>
          <w:rtl/>
        </w:rPr>
      </w:pPr>
      <w:r>
        <w:rPr>
          <w:rFonts w:hint="eastAsia"/>
          <w:rtl/>
        </w:rPr>
        <w:t>نماز</w:t>
      </w:r>
      <w:r>
        <w:rPr>
          <w:rtl/>
        </w:rPr>
        <w:t>:</w:t>
      </w:r>
      <w:r>
        <w:rPr>
          <w:rFonts w:hint="eastAsia"/>
          <w:rtl/>
        </w:rPr>
        <w:t>نماز</w:t>
      </w:r>
      <w:r>
        <w:rPr>
          <w:rtl/>
        </w:rPr>
        <w:t xml:space="preserve"> قائم كرنے كى اہميت 3،6;نماز قائم كرنے كى توفيق كى دعا1،2،4;نماز قائم كرنے كى قدر ومنزلت6;نماز كى اہميت1،2،4</w:t>
      </w:r>
    </w:p>
    <w:p w:rsidR="006A6BBA" w:rsidRPr="006A6BBA" w:rsidRDefault="001E7F9D" w:rsidP="00F73EDE">
      <w:pPr>
        <w:pStyle w:val="libPoemTini"/>
        <w:rPr>
          <w:rtl/>
        </w:rPr>
      </w:pPr>
      <w:r>
        <w:rPr>
          <w:rtl/>
        </w:rPr>
        <w:br w:type="page"/>
      </w:r>
    </w:p>
    <w:p w:rsidR="006A6BBA" w:rsidRDefault="006A6BBA" w:rsidP="006A6BBA">
      <w:pPr>
        <w:pStyle w:val="Heading2Center"/>
        <w:rPr>
          <w:rtl/>
        </w:rPr>
      </w:pPr>
      <w:bookmarkStart w:id="41" w:name="_Toc28081719"/>
      <w:r>
        <w:rPr>
          <w:rFonts w:hint="cs"/>
          <w:rtl/>
        </w:rPr>
        <w:lastRenderedPageBreak/>
        <w:t>آیت 41</w:t>
      </w:r>
      <w:bookmarkEnd w:id="41"/>
    </w:p>
    <w:p w:rsidR="001F628F" w:rsidRDefault="00E260F9" w:rsidP="006A6BBA">
      <w:pPr>
        <w:pStyle w:val="libNormal"/>
        <w:rPr>
          <w:rtl/>
        </w:rPr>
      </w:pPr>
      <w:r w:rsidRPr="00E260F9">
        <w:rPr>
          <w:rStyle w:val="libAlaemChar"/>
          <w:rFonts w:hint="eastAsia"/>
          <w:rtl/>
        </w:rPr>
        <w:t>(</w:t>
      </w:r>
      <w:r w:rsidRPr="006A6BBA">
        <w:rPr>
          <w:rStyle w:val="libAieChar"/>
          <w:rFonts w:hint="eastAsia"/>
          <w:rtl/>
        </w:rPr>
        <w:t>رَبَّنَا</w:t>
      </w:r>
      <w:r w:rsidRPr="006A6BBA">
        <w:rPr>
          <w:rStyle w:val="libAieChar"/>
          <w:rtl/>
        </w:rPr>
        <w:t xml:space="preserve"> اغْفِرْ لِي وَلِوَالِدَيَّ وَلِلْمُؤْمِنِينَ يَوْمَ يَقُومُ الْحِسَابُ</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پروردگار</w:t>
      </w:r>
      <w:r>
        <w:rPr>
          <w:rtl/>
        </w:rPr>
        <w:t xml:space="preserve"> مجھے اور ميرے والدين كو اور تمام مومنين كو اس دن بخش دينا جس دن حساب قائم ہوگا_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نے خداوند عالم سے قيامت كے دن اپنى اور اپنے ما</w:t>
      </w:r>
      <w:r w:rsidR="00083993">
        <w:rPr>
          <w:rtl/>
        </w:rPr>
        <w:t xml:space="preserve">ں </w:t>
      </w:r>
      <w:r>
        <w:rPr>
          <w:rtl/>
        </w:rPr>
        <w:t>باپ اور مؤمنين كى مغفرت كى دعا مانگي_</w:t>
      </w:r>
    </w:p>
    <w:p w:rsidR="001F628F" w:rsidRDefault="001F628F" w:rsidP="006A6BBA">
      <w:pPr>
        <w:pStyle w:val="libArabic"/>
        <w:rPr>
          <w:rtl/>
        </w:rPr>
      </w:pPr>
      <w:r>
        <w:rPr>
          <w:rFonts w:hint="eastAsia"/>
          <w:rtl/>
        </w:rPr>
        <w:t>ربّنا</w:t>
      </w:r>
      <w:r>
        <w:rPr>
          <w:rtl/>
        </w:rPr>
        <w:t xml:space="preserve"> اغفرلى ولولديّ وللمو منين يوم يقوم الحساب</w:t>
      </w:r>
    </w:p>
    <w:p w:rsidR="001F628F" w:rsidRDefault="001F628F" w:rsidP="001F628F">
      <w:pPr>
        <w:pStyle w:val="libNormal"/>
        <w:rPr>
          <w:rtl/>
        </w:rPr>
      </w:pPr>
      <w:r>
        <w:rPr>
          <w:rtl/>
        </w:rPr>
        <w:t xml:space="preserve">2_حضرت ابراہيم </w:t>
      </w:r>
      <w:r w:rsidR="00367F17" w:rsidRPr="00367F17">
        <w:rPr>
          <w:rStyle w:val="libAlaemChar"/>
          <w:rtl/>
        </w:rPr>
        <w:t xml:space="preserve"> عليه‌السلام </w:t>
      </w:r>
      <w:r>
        <w:rPr>
          <w:rtl/>
        </w:rPr>
        <w:t xml:space="preserve"> نے دين توحيدكى پيروى اور الہى فرائض كى انجام دہى مي</w:t>
      </w:r>
      <w:r w:rsidR="00083993">
        <w:rPr>
          <w:rtl/>
        </w:rPr>
        <w:t xml:space="preserve">ں </w:t>
      </w:r>
      <w:r>
        <w:rPr>
          <w:rtl/>
        </w:rPr>
        <w:t>پيش قدم ہونے كى دعا مانگي_</w:t>
      </w:r>
    </w:p>
    <w:p w:rsidR="001F628F" w:rsidRDefault="001F628F" w:rsidP="006A6BBA">
      <w:pPr>
        <w:pStyle w:val="libArabic"/>
        <w:rPr>
          <w:rtl/>
        </w:rPr>
      </w:pPr>
      <w:r>
        <w:rPr>
          <w:rFonts w:hint="eastAsia"/>
          <w:rtl/>
        </w:rPr>
        <w:t>واجنبنى</w:t>
      </w:r>
      <w:r>
        <w:rPr>
          <w:rtl/>
        </w:rPr>
        <w:t xml:space="preserve"> و بنّي ...اجعلنى مقيم الصلوة ومن ذرّيتى ...اغفرلى ولولديّ وللمو منين</w:t>
      </w:r>
    </w:p>
    <w:p w:rsidR="001F628F" w:rsidRDefault="001F628F" w:rsidP="001F628F">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نے اپنى دعائو</w:t>
      </w:r>
      <w:r w:rsidR="00083993">
        <w:rPr>
          <w:rtl/>
        </w:rPr>
        <w:t xml:space="preserve">ں </w:t>
      </w:r>
      <w:r>
        <w:rPr>
          <w:rtl/>
        </w:rPr>
        <w:t>مي</w:t>
      </w:r>
      <w:r w:rsidR="00083993">
        <w:rPr>
          <w:rtl/>
        </w:rPr>
        <w:t xml:space="preserve">ں </w:t>
      </w:r>
      <w:r>
        <w:rPr>
          <w:rtl/>
        </w:rPr>
        <w:t>پہلے اپنے اپ كو مد نظر ركھا ہے اور پھر دوسرو</w:t>
      </w:r>
      <w:r w:rsidR="00083993">
        <w:rPr>
          <w:rtl/>
        </w:rPr>
        <w:t xml:space="preserve">ں </w:t>
      </w:r>
      <w:r>
        <w:rPr>
          <w:rtl/>
        </w:rPr>
        <w:t>كے لئے دعا كى ہے يہ شايد اس لئے ہو كہ وہ الہى فرائض كى ادائيگى مي</w:t>
      </w:r>
      <w:r w:rsidR="00083993">
        <w:rPr>
          <w:rtl/>
        </w:rPr>
        <w:t xml:space="preserve">ں </w:t>
      </w:r>
      <w:r>
        <w:rPr>
          <w:rtl/>
        </w:rPr>
        <w:t>پيش قدم رہنا چاہتے ہو</w:t>
      </w:r>
      <w:r w:rsidR="00083993">
        <w:rPr>
          <w:rtl/>
        </w:rPr>
        <w:t xml:space="preserve">ں </w:t>
      </w:r>
      <w:r>
        <w:rPr>
          <w:rtl/>
        </w:rPr>
        <w:t>_</w:t>
      </w:r>
    </w:p>
    <w:p w:rsidR="001F628F" w:rsidRDefault="001F628F" w:rsidP="006A6BBA">
      <w:pPr>
        <w:pStyle w:val="libNormal"/>
        <w:rPr>
          <w:rtl/>
        </w:rPr>
      </w:pPr>
      <w:r>
        <w:rPr>
          <w:rtl/>
        </w:rPr>
        <w:t xml:space="preserve">3_دعا كرتے وقت حضرت ابراہيم </w:t>
      </w:r>
      <w:r w:rsidR="00367F17" w:rsidRPr="00367F17">
        <w:rPr>
          <w:rStyle w:val="libAlaemChar"/>
          <w:rtl/>
        </w:rPr>
        <w:t xml:space="preserve"> عليه‌السلام </w:t>
      </w:r>
      <w:r>
        <w:rPr>
          <w:rtl/>
        </w:rPr>
        <w:t xml:space="preserve"> كا دوسرو</w:t>
      </w:r>
      <w:r w:rsidR="00083993">
        <w:rPr>
          <w:rtl/>
        </w:rPr>
        <w:t xml:space="preserve">ں </w:t>
      </w:r>
      <w:r>
        <w:rPr>
          <w:rtl/>
        </w:rPr>
        <w:t>پر خصوصى توجہ وعنايت كرنا_</w:t>
      </w:r>
      <w:r w:rsidRPr="006A6BBA">
        <w:rPr>
          <w:rStyle w:val="libArabicChar"/>
          <w:rFonts w:hint="eastAsia"/>
          <w:rtl/>
        </w:rPr>
        <w:t>ربّنا</w:t>
      </w:r>
      <w:r w:rsidRPr="006A6BBA">
        <w:rPr>
          <w:rStyle w:val="libArabicChar"/>
          <w:rtl/>
        </w:rPr>
        <w:t xml:space="preserve"> اغفرلى ولولديّ وللمو منين</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پروردگار كے ساتھ مناجات كرتے وقت فقط اپنے لئے ہى دعا نہي</w:t>
      </w:r>
      <w:r w:rsidR="00083993">
        <w:rPr>
          <w:rtl/>
        </w:rPr>
        <w:t xml:space="preserve">ں </w:t>
      </w:r>
      <w:r>
        <w:rPr>
          <w:rtl/>
        </w:rPr>
        <w:t>كى بلكہ اپنى اولاد ،ما</w:t>
      </w:r>
      <w:r w:rsidR="00083993">
        <w:rPr>
          <w:rtl/>
        </w:rPr>
        <w:t xml:space="preserve">ں </w:t>
      </w:r>
      <w:r>
        <w:rPr>
          <w:rtl/>
        </w:rPr>
        <w:t>باپ اورتمام مؤمنو</w:t>
      </w:r>
      <w:r w:rsidR="00083993">
        <w:rPr>
          <w:rtl/>
        </w:rPr>
        <w:t xml:space="preserve">ں </w:t>
      </w:r>
      <w:r>
        <w:rPr>
          <w:rtl/>
        </w:rPr>
        <w:t>كوبھى اپنى دعا مي</w:t>
      </w:r>
      <w:r w:rsidR="00083993">
        <w:rPr>
          <w:rtl/>
        </w:rPr>
        <w:t xml:space="preserve">ں </w:t>
      </w:r>
      <w:r>
        <w:rPr>
          <w:rtl/>
        </w:rPr>
        <w:t>شريك كيا ہے ،اس سے مندرجہ بالا مطلب اخذ ہوتا ہے_</w:t>
      </w:r>
    </w:p>
    <w:p w:rsidR="001F628F" w:rsidRDefault="001F628F" w:rsidP="006A6BBA">
      <w:pPr>
        <w:pStyle w:val="libNormal"/>
        <w:rPr>
          <w:rtl/>
        </w:rPr>
      </w:pPr>
      <w:r>
        <w:rPr>
          <w:rtl/>
        </w:rPr>
        <w:t>4_دوسرو</w:t>
      </w:r>
      <w:r w:rsidR="00083993">
        <w:rPr>
          <w:rtl/>
        </w:rPr>
        <w:t xml:space="preserve">ں </w:t>
      </w:r>
      <w:r>
        <w:rPr>
          <w:rtl/>
        </w:rPr>
        <w:t>كے لئے دعا كرنا ،پسنديدہ اور قابل قدر عمل ہے_</w:t>
      </w:r>
      <w:r w:rsidRPr="006A6BBA">
        <w:rPr>
          <w:rStyle w:val="libArabicChar"/>
          <w:rFonts w:hint="eastAsia"/>
          <w:rtl/>
        </w:rPr>
        <w:t>ربّنا</w:t>
      </w:r>
      <w:r w:rsidRPr="006A6BBA">
        <w:rPr>
          <w:rStyle w:val="libArabicChar"/>
          <w:rtl/>
        </w:rPr>
        <w:t xml:space="preserve"> اغفرلى ولولديّ وللمو منين</w:t>
      </w:r>
    </w:p>
    <w:p w:rsidR="001F628F" w:rsidRDefault="001F628F" w:rsidP="006A6BBA">
      <w:pPr>
        <w:pStyle w:val="libNormal"/>
        <w:rPr>
          <w:rtl/>
        </w:rPr>
      </w:pPr>
      <w:r>
        <w:rPr>
          <w:rtl/>
        </w:rPr>
        <w:t xml:space="preserve">5_حضرت ابراہيم </w:t>
      </w:r>
      <w:r w:rsidR="00367F17" w:rsidRPr="00367F17">
        <w:rPr>
          <w:rStyle w:val="libAlaemChar"/>
          <w:rtl/>
        </w:rPr>
        <w:t xml:space="preserve"> عليه‌السلام </w:t>
      </w:r>
      <w:r>
        <w:rPr>
          <w:rtl/>
        </w:rPr>
        <w:t xml:space="preserve"> كے ما</w:t>
      </w:r>
      <w:r w:rsidR="00083993">
        <w:rPr>
          <w:rtl/>
        </w:rPr>
        <w:t xml:space="preserve">ں </w:t>
      </w:r>
      <w:r>
        <w:rPr>
          <w:rtl/>
        </w:rPr>
        <w:t>باپ مؤمن اور موحد تھے_</w:t>
      </w:r>
      <w:r w:rsidRPr="006A6BBA">
        <w:rPr>
          <w:rStyle w:val="libArabicChar"/>
          <w:rFonts w:hint="eastAsia"/>
          <w:rtl/>
        </w:rPr>
        <w:t>ربّنا</w:t>
      </w:r>
      <w:r w:rsidRPr="006A6BBA">
        <w:rPr>
          <w:rStyle w:val="libArabicChar"/>
          <w:rtl/>
        </w:rPr>
        <w:t xml:space="preserve"> اغفرلى ولولدي</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ما</w:t>
      </w:r>
      <w:r w:rsidR="00083993">
        <w:rPr>
          <w:rtl/>
        </w:rPr>
        <w:t xml:space="preserve">ں </w:t>
      </w:r>
      <w:r>
        <w:rPr>
          <w:rtl/>
        </w:rPr>
        <w:t>باپ كے لئے مغفرت طلب كى ہے اس سے معلوم ہوتا ہے كہ وہ مؤمن اور موحد تھے_</w:t>
      </w:r>
    </w:p>
    <w:p w:rsidR="006A6BBA" w:rsidRDefault="001F628F" w:rsidP="006A6BBA">
      <w:pPr>
        <w:pStyle w:val="libNormal"/>
        <w:rPr>
          <w:rtl/>
        </w:rPr>
      </w:pPr>
      <w:r>
        <w:rPr>
          <w:rtl/>
        </w:rPr>
        <w:t xml:space="preserve">6_حضرت ابراہيم </w:t>
      </w:r>
      <w:r w:rsidR="00367F17" w:rsidRPr="00367F17">
        <w:rPr>
          <w:rStyle w:val="libAlaemChar"/>
          <w:rtl/>
        </w:rPr>
        <w:t xml:space="preserve"> عليه‌السلام </w:t>
      </w:r>
      <w:r>
        <w:rPr>
          <w:rtl/>
        </w:rPr>
        <w:t xml:space="preserve"> كا اپنى اولاد اور خاندان كى دنيوى</w:t>
      </w:r>
      <w:r w:rsidR="006A6BBA" w:rsidRPr="006A6BBA">
        <w:rPr>
          <w:rFonts w:hint="eastAsia"/>
          <w:rtl/>
        </w:rPr>
        <w:t xml:space="preserve"> </w:t>
      </w:r>
      <w:r w:rsidR="006A6BBA">
        <w:rPr>
          <w:rFonts w:hint="eastAsia"/>
          <w:rtl/>
        </w:rPr>
        <w:t>اوراخروى</w:t>
      </w:r>
      <w:r w:rsidR="006A6BBA">
        <w:rPr>
          <w:rtl/>
        </w:rPr>
        <w:t xml:space="preserve"> عاقبت كے بارے ميں خصوصى توجہ دينا اور انہيں تمام دعائوں ميں ياد كرنا_</w:t>
      </w:r>
    </w:p>
    <w:p w:rsidR="006A6BBA" w:rsidRDefault="006A6BBA" w:rsidP="006A6BBA">
      <w:pPr>
        <w:pStyle w:val="libArabic"/>
        <w:rPr>
          <w:rtl/>
        </w:rPr>
      </w:pPr>
      <w:r>
        <w:rPr>
          <w:rFonts w:hint="eastAsia"/>
          <w:rtl/>
        </w:rPr>
        <w:t>واجنبنى</w:t>
      </w:r>
      <w:r>
        <w:rPr>
          <w:rtl/>
        </w:rPr>
        <w:t xml:space="preserve"> و بنّي ...من ذرّيتى ...ليقيموا الصلوة فاجعل ا فئدة من الناس ت</w:t>
      </w:r>
      <w:r w:rsidR="00F21947" w:rsidRPr="00B2551F">
        <w:rPr>
          <w:rFonts w:hint="cs"/>
          <w:rtl/>
        </w:rPr>
        <w:t>ه</w:t>
      </w:r>
      <w:r>
        <w:rPr>
          <w:rFonts w:hint="cs"/>
          <w:rtl/>
        </w:rPr>
        <w:t>وى</w:t>
      </w:r>
      <w:r>
        <w:rPr>
          <w:rtl/>
        </w:rPr>
        <w:t xml:space="preserve"> </w:t>
      </w:r>
      <w:r>
        <w:rPr>
          <w:rFonts w:hint="cs"/>
          <w:rtl/>
        </w:rPr>
        <w:t>الي</w:t>
      </w:r>
      <w:r w:rsidR="00F21947" w:rsidRPr="00B2551F">
        <w:rPr>
          <w:rFonts w:hint="cs"/>
          <w:rtl/>
        </w:rPr>
        <w:t>ه</w:t>
      </w:r>
      <w:r>
        <w:rPr>
          <w:rFonts w:hint="cs"/>
          <w:rtl/>
        </w:rPr>
        <w:t>م</w:t>
      </w:r>
      <w:r>
        <w:rPr>
          <w:rtl/>
        </w:rPr>
        <w:t xml:space="preserve"> ... </w:t>
      </w:r>
      <w:r>
        <w:rPr>
          <w:rFonts w:hint="cs"/>
          <w:rtl/>
        </w:rPr>
        <w:t>ومن</w:t>
      </w:r>
      <w:r>
        <w:rPr>
          <w:rtl/>
        </w:rPr>
        <w:t xml:space="preserve"> </w:t>
      </w:r>
      <w:r>
        <w:rPr>
          <w:rFonts w:hint="cs"/>
          <w:rtl/>
        </w:rPr>
        <w:t>ذرّيتى</w:t>
      </w:r>
      <w:r>
        <w:rPr>
          <w:rtl/>
        </w:rPr>
        <w:t xml:space="preserve"> ...</w:t>
      </w:r>
      <w:r>
        <w:rPr>
          <w:rFonts w:hint="cs"/>
          <w:rtl/>
        </w:rPr>
        <w:t>ربّنا</w:t>
      </w:r>
      <w:r>
        <w:rPr>
          <w:rtl/>
        </w:rPr>
        <w:t xml:space="preserve"> </w:t>
      </w:r>
      <w:r>
        <w:rPr>
          <w:rFonts w:hint="cs"/>
          <w:rtl/>
        </w:rPr>
        <w:t>اغفرلى</w:t>
      </w:r>
      <w:r>
        <w:rPr>
          <w:rtl/>
        </w:rPr>
        <w:t xml:space="preserve"> ولولدي</w:t>
      </w:r>
    </w:p>
    <w:p w:rsidR="001F628F" w:rsidRDefault="001F628F" w:rsidP="001F628F">
      <w:pPr>
        <w:pStyle w:val="libNormal"/>
        <w:rPr>
          <w:rtl/>
        </w:rPr>
      </w:pPr>
    </w:p>
    <w:p w:rsidR="006A6BBA" w:rsidRDefault="001E7F9D" w:rsidP="00F73EDE">
      <w:pPr>
        <w:pStyle w:val="libPoemTini"/>
        <w:rPr>
          <w:rtl/>
        </w:rPr>
      </w:pPr>
      <w:r>
        <w:rPr>
          <w:rtl/>
        </w:rPr>
        <w:br w:type="page"/>
      </w:r>
    </w:p>
    <w:p w:rsidR="001F628F" w:rsidRDefault="001F628F" w:rsidP="001F628F">
      <w:pPr>
        <w:pStyle w:val="libNormal"/>
        <w:rPr>
          <w:rtl/>
        </w:rPr>
      </w:pPr>
      <w:r>
        <w:rPr>
          <w:rtl/>
        </w:rPr>
        <w:lastRenderedPageBreak/>
        <w:t>7_قيامت كے دن تمام انسانو</w:t>
      </w:r>
      <w:r w:rsidR="00083993">
        <w:rPr>
          <w:rtl/>
        </w:rPr>
        <w:t xml:space="preserve">ں </w:t>
      </w:r>
      <w:r>
        <w:rPr>
          <w:rtl/>
        </w:rPr>
        <w:t xml:space="preserve">حَتّى عظيم </w:t>
      </w:r>
      <w:r w:rsidR="003D0BA1">
        <w:rPr>
          <w:rtl/>
        </w:rPr>
        <w:t>انبياء</w:t>
      </w:r>
      <w:r>
        <w:rPr>
          <w:rtl/>
        </w:rPr>
        <w:t xml:space="preserve">ے كرام </w:t>
      </w:r>
      <w:r w:rsidR="00367F17" w:rsidRPr="00367F17">
        <w:rPr>
          <w:rStyle w:val="libAlaemChar"/>
          <w:rtl/>
        </w:rPr>
        <w:t xml:space="preserve"> عليه‌السلام </w:t>
      </w:r>
      <w:r>
        <w:rPr>
          <w:rtl/>
        </w:rPr>
        <w:t xml:space="preserve"> كو مغفرت الہى كى ضرورت ہونا _</w:t>
      </w:r>
    </w:p>
    <w:p w:rsidR="001F628F" w:rsidRDefault="001F628F" w:rsidP="006A6BBA">
      <w:pPr>
        <w:pStyle w:val="libArabic"/>
        <w:rPr>
          <w:rtl/>
        </w:rPr>
      </w:pPr>
      <w:r>
        <w:rPr>
          <w:rFonts w:hint="eastAsia"/>
          <w:rtl/>
        </w:rPr>
        <w:t>ربّنا</w:t>
      </w:r>
      <w:r>
        <w:rPr>
          <w:rtl/>
        </w:rPr>
        <w:t xml:space="preserve"> اغفرلى ولولديّ وللمو منين يوم يقوم الحساب</w:t>
      </w:r>
    </w:p>
    <w:p w:rsidR="001F628F" w:rsidRDefault="001F628F" w:rsidP="006A6BBA">
      <w:pPr>
        <w:pStyle w:val="libNormal"/>
        <w:rPr>
          <w:rtl/>
        </w:rPr>
      </w:pPr>
      <w:r>
        <w:rPr>
          <w:rtl/>
        </w:rPr>
        <w:t>8_قيامت ،حساب وكتاب كا دن ہے_</w:t>
      </w:r>
      <w:r w:rsidRPr="006A6BBA">
        <w:rPr>
          <w:rStyle w:val="libArabicChar"/>
          <w:rFonts w:hint="eastAsia"/>
          <w:rtl/>
        </w:rPr>
        <w:t>يوم</w:t>
      </w:r>
      <w:r w:rsidRPr="006A6BBA">
        <w:rPr>
          <w:rStyle w:val="libArabicChar"/>
          <w:rtl/>
        </w:rPr>
        <w:t xml:space="preserve"> يقوم الحساب</w:t>
      </w:r>
    </w:p>
    <w:p w:rsidR="001F628F" w:rsidRDefault="001F628F" w:rsidP="006A6BBA">
      <w:pPr>
        <w:pStyle w:val="libNormal"/>
        <w:rPr>
          <w:rtl/>
        </w:rPr>
      </w:pPr>
      <w:r>
        <w:rPr>
          <w:rtl/>
        </w:rPr>
        <w:t>9_قيامت كے دن انسانو</w:t>
      </w:r>
      <w:r w:rsidR="00083993">
        <w:rPr>
          <w:rtl/>
        </w:rPr>
        <w:t xml:space="preserve">ں </w:t>
      </w:r>
      <w:r>
        <w:rPr>
          <w:rtl/>
        </w:rPr>
        <w:t>كے حساب و كتاب كے مقام كى اہميت و عظمت_*</w:t>
      </w:r>
      <w:r w:rsidRPr="006A6BBA">
        <w:rPr>
          <w:rStyle w:val="libArabicChar"/>
          <w:rFonts w:hint="eastAsia"/>
          <w:rtl/>
        </w:rPr>
        <w:t>ربّنا</w:t>
      </w:r>
      <w:r w:rsidRPr="006A6BBA">
        <w:rPr>
          <w:rStyle w:val="libArabicChar"/>
          <w:rtl/>
        </w:rPr>
        <w:t xml:space="preserve"> اغفرلي ...يوم يقوم الحساب</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قيامت كے مختلف مناظر اور مواقع مي</w:t>
      </w:r>
      <w:r w:rsidR="00083993">
        <w:rPr>
          <w:rtl/>
        </w:rPr>
        <w:t xml:space="preserve">ں </w:t>
      </w:r>
      <w:r>
        <w:rPr>
          <w:rtl/>
        </w:rPr>
        <w:t>سے فقط حساب وكتاب كے مقام كو ياد كيا ہے اس سے مندرجہ بالا مطلب اخذ ہوتا ہے_</w:t>
      </w:r>
    </w:p>
    <w:p w:rsidR="001F628F" w:rsidRDefault="001F628F" w:rsidP="001F628F">
      <w:pPr>
        <w:pStyle w:val="libNormal"/>
        <w:rPr>
          <w:rtl/>
        </w:rPr>
      </w:pPr>
      <w:r>
        <w:rPr>
          <w:rtl/>
        </w:rPr>
        <w:t>10_ہر دعا كر نے والے پر لازم ہے كہ وہ دعا مي</w:t>
      </w:r>
      <w:r w:rsidR="00083993">
        <w:rPr>
          <w:rtl/>
        </w:rPr>
        <w:t xml:space="preserve">ں </w:t>
      </w:r>
      <w:r>
        <w:rPr>
          <w:rtl/>
        </w:rPr>
        <w:t>اپنى بنيادى خواہشات كو ترجيح دے_*</w:t>
      </w:r>
    </w:p>
    <w:p w:rsidR="001F628F" w:rsidRDefault="001F628F" w:rsidP="006A6BBA">
      <w:pPr>
        <w:pStyle w:val="libArabic"/>
        <w:rPr>
          <w:rtl/>
        </w:rPr>
      </w:pPr>
      <w:r>
        <w:rPr>
          <w:rFonts w:hint="eastAsia"/>
          <w:rtl/>
        </w:rPr>
        <w:t>ربّنا</w:t>
      </w:r>
      <w:r>
        <w:rPr>
          <w:rtl/>
        </w:rPr>
        <w:t xml:space="preserve"> اغفرلى ولولدي ...يوم يقوم الحساب</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اپنى دعائو</w:t>
      </w:r>
      <w:r w:rsidR="00083993">
        <w:rPr>
          <w:rtl/>
        </w:rPr>
        <w:t xml:space="preserve">ں </w:t>
      </w:r>
      <w:r>
        <w:rPr>
          <w:rtl/>
        </w:rPr>
        <w:t>اور مناجات بالخصوص طلب مغفرت كے وقت اپنے اپ كو دوسرو</w:t>
      </w:r>
      <w:r w:rsidR="00083993">
        <w:rPr>
          <w:rtl/>
        </w:rPr>
        <w:t xml:space="preserve">ں </w:t>
      </w:r>
      <w:r>
        <w:rPr>
          <w:rtl/>
        </w:rPr>
        <w:t>پر مقدم ركھا ہے ،ہوسكتا ہے يہ اس حقيقت كو بيان كر رہا ہوكہ دعا كرنے والے كو چاہيئےہ اپنے كو دعا كرنے مي</w:t>
      </w:r>
      <w:r w:rsidR="00083993">
        <w:rPr>
          <w:rtl/>
        </w:rPr>
        <w:t xml:space="preserve">ں </w:t>
      </w:r>
      <w:r>
        <w:rPr>
          <w:rtl/>
        </w:rPr>
        <w:t>مقدم ركھے اگرچہ اسے دوسرو</w:t>
      </w:r>
      <w:r w:rsidR="00083993">
        <w:rPr>
          <w:rtl/>
        </w:rPr>
        <w:t xml:space="preserve">ں </w:t>
      </w:r>
      <w:r>
        <w:rPr>
          <w:rtl/>
        </w:rPr>
        <w:t>كو بھى فراموش نہي</w:t>
      </w:r>
      <w:r w:rsidR="00083993">
        <w:rPr>
          <w:rtl/>
        </w:rPr>
        <w:t xml:space="preserve">ں </w:t>
      </w:r>
      <w:r>
        <w:rPr>
          <w:rtl/>
        </w:rPr>
        <w:t>كرنا چاہيے_</w:t>
      </w:r>
    </w:p>
    <w:p w:rsidR="001F628F" w:rsidRDefault="001F628F" w:rsidP="006A6BBA">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كا ال ابراہيم </w:t>
      </w:r>
      <w:r w:rsidR="00367F17" w:rsidRPr="00367F17">
        <w:rPr>
          <w:rStyle w:val="libAlaemChar"/>
          <w:rtl/>
        </w:rPr>
        <w:t xml:space="preserve"> عليه‌السلام </w:t>
      </w:r>
      <w:r>
        <w:rPr>
          <w:rtl/>
        </w:rPr>
        <w:t xml:space="preserve"> كو اہميت دينا6;ابراہيم </w:t>
      </w:r>
      <w:r w:rsidR="00367F17" w:rsidRPr="00367F17">
        <w:rPr>
          <w:rStyle w:val="libAlaemChar"/>
          <w:rtl/>
        </w:rPr>
        <w:t xml:space="preserve"> عليه‌السلام </w:t>
      </w:r>
      <w:r>
        <w:rPr>
          <w:rtl/>
        </w:rPr>
        <w:t xml:space="preserve"> كا استغفار 1;ابراہيم </w:t>
      </w:r>
      <w:r w:rsidR="00367F17" w:rsidRPr="00367F17">
        <w:rPr>
          <w:rStyle w:val="libAlaemChar"/>
          <w:rtl/>
        </w:rPr>
        <w:t xml:space="preserve"> عليه‌السلام </w:t>
      </w:r>
      <w:r>
        <w:rPr>
          <w:rtl/>
        </w:rPr>
        <w:t xml:space="preserve"> كااولاد كو اہميت دينا 6; ابراہيم </w:t>
      </w:r>
      <w:r w:rsidR="00367F17" w:rsidRPr="00367F17">
        <w:rPr>
          <w:rStyle w:val="libAlaemChar"/>
          <w:rtl/>
        </w:rPr>
        <w:t xml:space="preserve"> عليه‌السلام </w:t>
      </w:r>
      <w:r>
        <w:rPr>
          <w:rtl/>
        </w:rPr>
        <w:t xml:space="preserve"> كا توحيد كو اہميت دينا 2; ابراہيم </w:t>
      </w:r>
      <w:r w:rsidR="00367F17" w:rsidRPr="00367F17">
        <w:rPr>
          <w:rStyle w:val="libAlaemChar"/>
          <w:rtl/>
        </w:rPr>
        <w:t xml:space="preserve"> عليه‌السلام </w:t>
      </w:r>
      <w:r>
        <w:rPr>
          <w:rtl/>
        </w:rPr>
        <w:t xml:space="preserve"> كا عبادت كواہميت دينا 2; ابراہيم </w:t>
      </w:r>
      <w:r w:rsidR="00367F17" w:rsidRPr="00367F17">
        <w:rPr>
          <w:rStyle w:val="libAlaemChar"/>
          <w:rtl/>
        </w:rPr>
        <w:t xml:space="preserve"> عليه‌السلام </w:t>
      </w:r>
      <w:r>
        <w:rPr>
          <w:rtl/>
        </w:rPr>
        <w:t xml:space="preserve"> كا لوگو</w:t>
      </w:r>
      <w:r w:rsidR="00083993">
        <w:rPr>
          <w:rtl/>
        </w:rPr>
        <w:t xml:space="preserve">ں </w:t>
      </w:r>
      <w:r>
        <w:rPr>
          <w:rtl/>
        </w:rPr>
        <w:t xml:space="preserve">سے سلوك3;ابراہيم </w:t>
      </w:r>
      <w:r w:rsidR="00367F17" w:rsidRPr="00367F17">
        <w:rPr>
          <w:rStyle w:val="libAlaemChar"/>
          <w:rtl/>
        </w:rPr>
        <w:t xml:space="preserve"> عليه‌السلام </w:t>
      </w:r>
      <w:r>
        <w:rPr>
          <w:rtl/>
        </w:rPr>
        <w:t xml:space="preserve"> كى دعا 1،2،6;ابراہيم </w:t>
      </w:r>
      <w:r w:rsidR="00367F17" w:rsidRPr="00367F17">
        <w:rPr>
          <w:rStyle w:val="libAlaemChar"/>
          <w:rtl/>
        </w:rPr>
        <w:t xml:space="preserve"> عليه‌السلام </w:t>
      </w:r>
      <w:r>
        <w:rPr>
          <w:rtl/>
        </w:rPr>
        <w:t xml:space="preserve"> كى ما</w:t>
      </w:r>
      <w:r w:rsidR="00083993">
        <w:rPr>
          <w:rtl/>
        </w:rPr>
        <w:t xml:space="preserve">ں </w:t>
      </w:r>
      <w:r>
        <w:rPr>
          <w:rFonts w:hint="eastAsia"/>
          <w:rtl/>
        </w:rPr>
        <w:t>كا</w:t>
      </w:r>
      <w:r>
        <w:rPr>
          <w:rtl/>
        </w:rPr>
        <w:t xml:space="preserve"> ايمان5;ابراہيم </w:t>
      </w:r>
      <w:r w:rsidR="00367F17" w:rsidRPr="00367F17">
        <w:rPr>
          <w:rStyle w:val="libAlaemChar"/>
          <w:rtl/>
        </w:rPr>
        <w:t xml:space="preserve"> عليه‌السلام </w:t>
      </w:r>
      <w:r>
        <w:rPr>
          <w:rtl/>
        </w:rPr>
        <w:t xml:space="preserve"> كى والدہ 1; ابراہيم </w:t>
      </w:r>
      <w:r w:rsidR="00367F17" w:rsidRPr="00367F17">
        <w:rPr>
          <w:rStyle w:val="libAlaemChar"/>
          <w:rtl/>
        </w:rPr>
        <w:t xml:space="preserve"> عليه‌السلام </w:t>
      </w:r>
      <w:r>
        <w:rPr>
          <w:rtl/>
        </w:rPr>
        <w:t xml:space="preserve"> كى والدہ كى توحيد 5; ابراہيم </w:t>
      </w:r>
      <w:r w:rsidR="00367F17" w:rsidRPr="00367F17">
        <w:rPr>
          <w:rStyle w:val="libAlaemChar"/>
          <w:rtl/>
        </w:rPr>
        <w:t xml:space="preserve"> عليه‌السلام </w:t>
      </w:r>
      <w:r>
        <w:rPr>
          <w:rtl/>
        </w:rPr>
        <w:t xml:space="preserve"> كے باپ كا ايمان 5;ابراہيم </w:t>
      </w:r>
      <w:r w:rsidR="00367F17" w:rsidRPr="00367F17">
        <w:rPr>
          <w:rStyle w:val="libAlaemChar"/>
          <w:rtl/>
        </w:rPr>
        <w:t xml:space="preserve"> عليه‌السلام </w:t>
      </w:r>
      <w:r>
        <w:rPr>
          <w:rtl/>
        </w:rPr>
        <w:t xml:space="preserve"> كے والد 1; ابراہيم </w:t>
      </w:r>
      <w:r w:rsidR="00367F17" w:rsidRPr="00367F17">
        <w:rPr>
          <w:rStyle w:val="libAlaemChar"/>
          <w:rtl/>
        </w:rPr>
        <w:t xml:space="preserve"> عليه‌السلام </w:t>
      </w:r>
      <w:r>
        <w:rPr>
          <w:rtl/>
        </w:rPr>
        <w:t xml:space="preserve"> كے والد كى توحيد 5</w:t>
      </w:r>
    </w:p>
    <w:p w:rsidR="001F628F" w:rsidRDefault="001F628F" w:rsidP="006A6BBA">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w:t>
      </w:r>
      <w:r>
        <w:rPr>
          <w:rtl/>
        </w:rPr>
        <w:t xml:space="preserve"> ء </w:t>
      </w:r>
      <w:r w:rsidR="00367F17" w:rsidRPr="00367F17">
        <w:rPr>
          <w:rStyle w:val="libAlaemChar"/>
          <w:rtl/>
        </w:rPr>
        <w:t xml:space="preserve"> عليه‌السلام </w:t>
      </w:r>
      <w:r>
        <w:rPr>
          <w:rtl/>
        </w:rPr>
        <w:t xml:space="preserve"> كى معنوى ضروريات 7</w:t>
      </w:r>
    </w:p>
    <w:p w:rsidR="001F628F" w:rsidRDefault="001F628F" w:rsidP="006A6BBA">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كااخروى حساب و كتاب 9;انسانو</w:t>
      </w:r>
      <w:r w:rsidR="00083993">
        <w:rPr>
          <w:rtl/>
        </w:rPr>
        <w:t xml:space="preserve">ں </w:t>
      </w:r>
      <w:r>
        <w:rPr>
          <w:rtl/>
        </w:rPr>
        <w:t>كى معنوى ضروريات 7</w:t>
      </w:r>
    </w:p>
    <w:p w:rsidR="001F628F" w:rsidRDefault="001F628F" w:rsidP="006A6BBA">
      <w:pPr>
        <w:pStyle w:val="libNormal"/>
        <w:rPr>
          <w:rtl/>
        </w:rPr>
      </w:pPr>
      <w:r>
        <w:rPr>
          <w:rFonts w:hint="eastAsia"/>
          <w:rtl/>
        </w:rPr>
        <w:t>اولاد</w:t>
      </w:r>
      <w:r>
        <w:rPr>
          <w:rtl/>
        </w:rPr>
        <w:t xml:space="preserve"> :</w:t>
      </w:r>
      <w:r>
        <w:rPr>
          <w:rFonts w:hint="eastAsia"/>
          <w:rtl/>
        </w:rPr>
        <w:t>اولاد</w:t>
      </w:r>
      <w:r>
        <w:rPr>
          <w:rtl/>
        </w:rPr>
        <w:t xml:space="preserve"> كے لئے دعا 6</w:t>
      </w:r>
    </w:p>
    <w:p w:rsidR="001F628F" w:rsidRDefault="001F628F" w:rsidP="006A6BBA">
      <w:pPr>
        <w:pStyle w:val="libNormal"/>
        <w:rPr>
          <w:rtl/>
        </w:rPr>
      </w:pPr>
      <w:r>
        <w:rPr>
          <w:rFonts w:hint="eastAsia"/>
          <w:rtl/>
        </w:rPr>
        <w:t>باپ</w:t>
      </w:r>
      <w:r>
        <w:rPr>
          <w:rtl/>
        </w:rPr>
        <w:t xml:space="preserve"> :</w:t>
      </w:r>
      <w:r>
        <w:rPr>
          <w:rFonts w:hint="eastAsia"/>
          <w:rtl/>
        </w:rPr>
        <w:t>باپ</w:t>
      </w:r>
      <w:r>
        <w:rPr>
          <w:rtl/>
        </w:rPr>
        <w:t xml:space="preserve"> كے لئے استغفار 1</w:t>
      </w:r>
    </w:p>
    <w:p w:rsidR="001F628F" w:rsidRDefault="001F628F" w:rsidP="001F628F">
      <w:pPr>
        <w:pStyle w:val="libNormal"/>
        <w:rPr>
          <w:rtl/>
        </w:rPr>
      </w:pPr>
      <w:r>
        <w:rPr>
          <w:rFonts w:hint="eastAsia"/>
          <w:rtl/>
        </w:rPr>
        <w:t>دعا</w:t>
      </w:r>
      <w:r>
        <w:rPr>
          <w:rtl/>
        </w:rPr>
        <w:t>:</w:t>
      </w:r>
    </w:p>
    <w:p w:rsidR="006A6BBA" w:rsidRDefault="001E7F9D" w:rsidP="00F73EDE">
      <w:pPr>
        <w:pStyle w:val="libPoemTini"/>
        <w:rPr>
          <w:rtl/>
        </w:rPr>
      </w:pPr>
      <w:r>
        <w:rPr>
          <w:rtl/>
        </w:rPr>
        <w:br w:type="page"/>
      </w:r>
    </w:p>
    <w:p w:rsidR="001F628F" w:rsidRDefault="001F628F" w:rsidP="006A6BBA">
      <w:pPr>
        <w:pStyle w:val="libNormal"/>
        <w:rPr>
          <w:rtl/>
        </w:rPr>
      </w:pPr>
      <w:r>
        <w:rPr>
          <w:rFonts w:hint="eastAsia"/>
          <w:rtl/>
        </w:rPr>
        <w:lastRenderedPageBreak/>
        <w:t>دعا</w:t>
      </w:r>
      <w:r>
        <w:rPr>
          <w:rtl/>
        </w:rPr>
        <w:t xml:space="preserve"> كے اداب 10; دوسرو</w:t>
      </w:r>
      <w:r w:rsidR="00083993">
        <w:rPr>
          <w:rtl/>
        </w:rPr>
        <w:t xml:space="preserve">ں </w:t>
      </w:r>
      <w:r>
        <w:rPr>
          <w:rtl/>
        </w:rPr>
        <w:t>كے لئے دعا 3; دوسرو</w:t>
      </w:r>
      <w:r w:rsidR="00083993">
        <w:rPr>
          <w:rtl/>
        </w:rPr>
        <w:t xml:space="preserve">ں </w:t>
      </w:r>
      <w:r>
        <w:rPr>
          <w:rtl/>
        </w:rPr>
        <w:t>كے لئے دعا كى قدر ومنزلت4;دعا مي</w:t>
      </w:r>
      <w:r w:rsidR="00083993">
        <w:rPr>
          <w:rtl/>
        </w:rPr>
        <w:t xml:space="preserve">ں </w:t>
      </w:r>
      <w:r>
        <w:rPr>
          <w:rtl/>
        </w:rPr>
        <w:t>اولويت 10</w:t>
      </w:r>
    </w:p>
    <w:p w:rsidR="001F628F" w:rsidRDefault="001F628F" w:rsidP="006A6BBA">
      <w:pPr>
        <w:pStyle w:val="libNormal"/>
        <w:rPr>
          <w:rtl/>
        </w:rPr>
      </w:pPr>
      <w:r>
        <w:rPr>
          <w:rFonts w:hint="eastAsia"/>
          <w:rtl/>
        </w:rPr>
        <w:t>ضروريات</w:t>
      </w:r>
      <w:r>
        <w:rPr>
          <w:rtl/>
        </w:rPr>
        <w:t>:</w:t>
      </w:r>
      <w:r>
        <w:rPr>
          <w:rFonts w:hint="eastAsia"/>
          <w:rtl/>
        </w:rPr>
        <w:t>مغفرت</w:t>
      </w:r>
      <w:r>
        <w:rPr>
          <w:rtl/>
        </w:rPr>
        <w:t xml:space="preserve"> كى ضرورت7</w:t>
      </w:r>
    </w:p>
    <w:p w:rsidR="001F628F" w:rsidRDefault="001F628F" w:rsidP="006A6BBA">
      <w:pPr>
        <w:pStyle w:val="libNormal"/>
        <w:rPr>
          <w:rtl/>
        </w:rPr>
      </w:pPr>
      <w:r>
        <w:rPr>
          <w:rFonts w:hint="eastAsia"/>
          <w:rtl/>
        </w:rPr>
        <w:t>عمل</w:t>
      </w:r>
      <w:r>
        <w:rPr>
          <w:rtl/>
        </w:rPr>
        <w:t xml:space="preserve"> :</w:t>
      </w:r>
      <w:r>
        <w:rPr>
          <w:rFonts w:hint="eastAsia"/>
          <w:rtl/>
        </w:rPr>
        <w:t>پسنديدہ</w:t>
      </w:r>
      <w:r>
        <w:rPr>
          <w:rtl/>
        </w:rPr>
        <w:t xml:space="preserve"> عمل 4</w:t>
      </w:r>
    </w:p>
    <w:p w:rsidR="001F628F" w:rsidRDefault="001F628F" w:rsidP="006A6BBA">
      <w:pPr>
        <w:pStyle w:val="libNormal"/>
        <w:rPr>
          <w:rtl/>
        </w:rPr>
      </w:pPr>
      <w:r>
        <w:rPr>
          <w:rFonts w:hint="eastAsia"/>
          <w:rtl/>
        </w:rPr>
        <w:t>قيامت</w:t>
      </w:r>
      <w:r>
        <w:rPr>
          <w:rtl/>
        </w:rPr>
        <w:t xml:space="preserve"> :</w:t>
      </w:r>
      <w:r>
        <w:rPr>
          <w:rFonts w:hint="eastAsia"/>
          <w:rtl/>
        </w:rPr>
        <w:t>قيامت</w:t>
      </w:r>
      <w:r>
        <w:rPr>
          <w:rtl/>
        </w:rPr>
        <w:t xml:space="preserve"> كى خصوصيات 8; قيامت كے مواقف 9;</w:t>
      </w:r>
    </w:p>
    <w:p w:rsidR="001F628F" w:rsidRDefault="001F628F" w:rsidP="001F628F">
      <w:pPr>
        <w:pStyle w:val="libNormal"/>
        <w:rPr>
          <w:rtl/>
        </w:rPr>
      </w:pPr>
      <w:r>
        <w:rPr>
          <w:rFonts w:hint="eastAsia"/>
          <w:rtl/>
        </w:rPr>
        <w:t>قيامت</w:t>
      </w:r>
      <w:r>
        <w:rPr>
          <w:rtl/>
        </w:rPr>
        <w:t xml:space="preserve"> مي</w:t>
      </w:r>
      <w:r w:rsidR="00083993">
        <w:rPr>
          <w:rtl/>
        </w:rPr>
        <w:t xml:space="preserve">ں </w:t>
      </w:r>
      <w:r>
        <w:rPr>
          <w:rtl/>
        </w:rPr>
        <w:t>حساب كتاب 8; قيامت مي</w:t>
      </w:r>
      <w:r w:rsidR="00083993">
        <w:rPr>
          <w:rtl/>
        </w:rPr>
        <w:t xml:space="preserve">ں </w:t>
      </w:r>
      <w:r>
        <w:rPr>
          <w:rtl/>
        </w:rPr>
        <w:t>بخشش 1</w:t>
      </w:r>
    </w:p>
    <w:p w:rsidR="001F628F" w:rsidRDefault="001F628F" w:rsidP="006A6BBA">
      <w:pPr>
        <w:pStyle w:val="libNormal"/>
        <w:rPr>
          <w:rtl/>
        </w:rPr>
      </w:pPr>
      <w:r>
        <w:rPr>
          <w:rFonts w:hint="eastAsia"/>
          <w:rtl/>
        </w:rPr>
        <w:t>ما</w:t>
      </w:r>
      <w:r w:rsidR="00083993">
        <w:rPr>
          <w:rFonts w:hint="eastAsia"/>
          <w:rtl/>
        </w:rPr>
        <w:t xml:space="preserve">ں </w:t>
      </w:r>
      <w:r>
        <w:rPr>
          <w:rtl/>
        </w:rPr>
        <w:t>:</w:t>
      </w:r>
      <w:r>
        <w:rPr>
          <w:rFonts w:hint="eastAsia"/>
          <w:rtl/>
        </w:rPr>
        <w:t>ما</w:t>
      </w:r>
      <w:r w:rsidR="00083993">
        <w:rPr>
          <w:rFonts w:hint="eastAsia"/>
          <w:rtl/>
        </w:rPr>
        <w:t xml:space="preserve">ں </w:t>
      </w:r>
      <w:r>
        <w:rPr>
          <w:rtl/>
        </w:rPr>
        <w:t>كے لئے استغفار 1</w:t>
      </w:r>
    </w:p>
    <w:p w:rsidR="001F628F" w:rsidRDefault="001F628F" w:rsidP="006A6BBA">
      <w:pPr>
        <w:pStyle w:val="libNormal"/>
        <w:rPr>
          <w:rtl/>
        </w:rPr>
      </w:pPr>
      <w:r>
        <w:rPr>
          <w:rFonts w:hint="eastAsia"/>
          <w:rtl/>
        </w:rPr>
        <w:t>مغفرت</w:t>
      </w:r>
      <w:r>
        <w:rPr>
          <w:rtl/>
        </w:rPr>
        <w:t xml:space="preserve"> :</w:t>
      </w:r>
      <w:r>
        <w:rPr>
          <w:rFonts w:hint="eastAsia"/>
          <w:rtl/>
        </w:rPr>
        <w:t>اخروى</w:t>
      </w:r>
      <w:r>
        <w:rPr>
          <w:rtl/>
        </w:rPr>
        <w:t xml:space="preserve"> مغفرت كى اہميت 7</w:t>
      </w:r>
    </w:p>
    <w:p w:rsidR="001F628F" w:rsidRDefault="001F628F" w:rsidP="006A6BBA">
      <w:pPr>
        <w:pStyle w:val="libNormal"/>
        <w:rPr>
          <w:rtl/>
        </w:rPr>
      </w:pPr>
      <w:r>
        <w:rPr>
          <w:rFonts w:hint="eastAsia"/>
          <w:rtl/>
        </w:rPr>
        <w:t>مؤمنين</w:t>
      </w:r>
      <w:r>
        <w:rPr>
          <w:rtl/>
        </w:rPr>
        <w:t xml:space="preserve"> :5</w:t>
      </w:r>
      <w:r>
        <w:rPr>
          <w:rFonts w:hint="eastAsia"/>
          <w:rtl/>
        </w:rPr>
        <w:t>مؤمنين</w:t>
      </w:r>
      <w:r>
        <w:rPr>
          <w:rtl/>
        </w:rPr>
        <w:t xml:space="preserve"> كے لئے استغفار 1</w:t>
      </w:r>
    </w:p>
    <w:p w:rsidR="001F628F" w:rsidRDefault="001F628F" w:rsidP="001F628F">
      <w:pPr>
        <w:pStyle w:val="libNormal"/>
        <w:rPr>
          <w:rtl/>
        </w:rPr>
      </w:pPr>
      <w:r>
        <w:rPr>
          <w:rFonts w:hint="eastAsia"/>
          <w:rtl/>
        </w:rPr>
        <w:t>موحدين</w:t>
      </w:r>
      <w:r>
        <w:rPr>
          <w:rtl/>
        </w:rPr>
        <w:t xml:space="preserve"> :5</w:t>
      </w:r>
    </w:p>
    <w:p w:rsidR="001F628F" w:rsidRDefault="006A6BBA" w:rsidP="006A6BBA">
      <w:pPr>
        <w:pStyle w:val="Heading2Center"/>
        <w:rPr>
          <w:rtl/>
        </w:rPr>
      </w:pPr>
      <w:bookmarkStart w:id="42" w:name="_Toc28081720"/>
      <w:r>
        <w:rPr>
          <w:rFonts w:hint="cs"/>
          <w:rtl/>
        </w:rPr>
        <w:t>آیت 42</w:t>
      </w:r>
      <w:bookmarkEnd w:id="42"/>
    </w:p>
    <w:p w:rsidR="001F628F" w:rsidRDefault="00E260F9" w:rsidP="006A6BBA">
      <w:pPr>
        <w:pStyle w:val="libNormal"/>
        <w:rPr>
          <w:rtl/>
        </w:rPr>
      </w:pPr>
      <w:r w:rsidRPr="00E260F9">
        <w:rPr>
          <w:rStyle w:val="libAlaemChar"/>
          <w:rFonts w:hint="eastAsia"/>
          <w:rtl/>
        </w:rPr>
        <w:t>(</w:t>
      </w:r>
      <w:r w:rsidRPr="006A6BBA">
        <w:rPr>
          <w:rStyle w:val="libAieChar"/>
          <w:rFonts w:hint="eastAsia"/>
          <w:rtl/>
        </w:rPr>
        <w:t>وَلاَ</w:t>
      </w:r>
      <w:r w:rsidRPr="006A6BBA">
        <w:rPr>
          <w:rStyle w:val="libAieChar"/>
          <w:rtl/>
        </w:rPr>
        <w:t xml:space="preserve"> تَحْسَبَنَّ اللّهَ غَافِلاً عَمَّا يَعْمَلُ الظَّالِمُونَ إِنَّمَا يُؤَخِّرُهُمْ لِيَوْمٍ تَشْخَصُ فِيهِ الأَبْصَارُ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خبردار خدا كو ظالمين كے اعمال سے غافل نہ سمجھ لينا كہ وہ انھي</w:t>
      </w:r>
      <w:r w:rsidR="00083993">
        <w:rPr>
          <w:rtl/>
        </w:rPr>
        <w:t xml:space="preserve">ں </w:t>
      </w:r>
      <w:r>
        <w:rPr>
          <w:rtl/>
        </w:rPr>
        <w:t>اس دن كے لئے مہلت دے رہاہے جس دن آنكھي</w:t>
      </w:r>
      <w:r w:rsidR="00083993">
        <w:rPr>
          <w:rtl/>
        </w:rPr>
        <w:t xml:space="preserve">ں </w:t>
      </w:r>
      <w:r>
        <w:rPr>
          <w:rtl/>
        </w:rPr>
        <w:t>خوف سے پتھرا جائي</w:t>
      </w:r>
      <w:r w:rsidR="00083993">
        <w:rPr>
          <w:rtl/>
        </w:rPr>
        <w:t xml:space="preserve">ں </w:t>
      </w:r>
      <w:r>
        <w:rPr>
          <w:rtl/>
        </w:rPr>
        <w:t>گى _</w:t>
      </w:r>
    </w:p>
    <w:p w:rsidR="001F628F" w:rsidRDefault="001F628F" w:rsidP="006A6BBA">
      <w:pPr>
        <w:pStyle w:val="libNormal"/>
        <w:rPr>
          <w:rtl/>
        </w:rPr>
      </w:pPr>
      <w:r>
        <w:rPr>
          <w:rtl/>
        </w:rPr>
        <w:t>1_خدا وند عالم كا ظالمو</w:t>
      </w:r>
      <w:r w:rsidR="00083993">
        <w:rPr>
          <w:rtl/>
        </w:rPr>
        <w:t xml:space="preserve">ں </w:t>
      </w:r>
      <w:r>
        <w:rPr>
          <w:rtl/>
        </w:rPr>
        <w:t>كو ظلم اختيار كرنے كى برى عاقبت كے بارے مي</w:t>
      </w:r>
      <w:r w:rsidR="00083993">
        <w:rPr>
          <w:rtl/>
        </w:rPr>
        <w:t xml:space="preserve">ں </w:t>
      </w:r>
      <w:r>
        <w:rPr>
          <w:rtl/>
        </w:rPr>
        <w:t>متنبہ كرنا_</w:t>
      </w:r>
      <w:r w:rsidRPr="006A6BBA">
        <w:rPr>
          <w:rStyle w:val="libArabicChar"/>
          <w:rFonts w:hint="eastAsia"/>
          <w:rtl/>
        </w:rPr>
        <w:t>ولا</w:t>
      </w:r>
      <w:r w:rsidRPr="006A6BBA">
        <w:rPr>
          <w:rStyle w:val="libArabicChar"/>
          <w:rtl/>
        </w:rPr>
        <w:t xml:space="preserve"> تحسبنّ الله غفلاً عمّا يعمل الظلمون</w:t>
      </w:r>
    </w:p>
    <w:p w:rsidR="001F628F" w:rsidRDefault="001F628F" w:rsidP="006A6BBA">
      <w:pPr>
        <w:pStyle w:val="libNormal"/>
        <w:rPr>
          <w:rtl/>
        </w:rPr>
      </w:pPr>
      <w:r>
        <w:rPr>
          <w:rtl/>
        </w:rPr>
        <w:t>2_ظالمو</w:t>
      </w:r>
      <w:r w:rsidR="00083993">
        <w:rPr>
          <w:rtl/>
        </w:rPr>
        <w:t xml:space="preserve">ں </w:t>
      </w:r>
      <w:r>
        <w:rPr>
          <w:rtl/>
        </w:rPr>
        <w:t>كے اعمال سے خداوند عالم كو غافل جاننا، ايك باطل خيال ہے_</w:t>
      </w:r>
      <w:r w:rsidRPr="006A6BBA">
        <w:rPr>
          <w:rStyle w:val="libArabicChar"/>
          <w:rFonts w:hint="eastAsia"/>
          <w:rtl/>
        </w:rPr>
        <w:t>ولا</w:t>
      </w:r>
      <w:r w:rsidRPr="006A6BBA">
        <w:rPr>
          <w:rStyle w:val="libArabicChar"/>
          <w:rtl/>
        </w:rPr>
        <w:t xml:space="preserve"> تحسبنّ الله غفلاً عمّا يعمل الظلمون</w:t>
      </w:r>
    </w:p>
    <w:p w:rsidR="001F628F" w:rsidRPr="006A6BBA" w:rsidRDefault="001F628F" w:rsidP="006A6BBA">
      <w:pPr>
        <w:pStyle w:val="libNormal"/>
        <w:rPr>
          <w:rStyle w:val="libArabicChar"/>
          <w:rtl/>
        </w:rPr>
      </w:pPr>
      <w:r>
        <w:rPr>
          <w:rtl/>
        </w:rPr>
        <w:t>3_ظالمين ،خدا وند عالم كے پھندے مي</w:t>
      </w:r>
      <w:r w:rsidR="00083993">
        <w:rPr>
          <w:rtl/>
        </w:rPr>
        <w:t xml:space="preserve">ں </w:t>
      </w:r>
      <w:r>
        <w:rPr>
          <w:rtl/>
        </w:rPr>
        <w:t>ہي</w:t>
      </w:r>
      <w:r w:rsidR="00083993">
        <w:rPr>
          <w:rtl/>
        </w:rPr>
        <w:t xml:space="preserve">ں </w:t>
      </w:r>
      <w:r>
        <w:rPr>
          <w:rtl/>
        </w:rPr>
        <w:t>اور انكى چال چلن پراس كى گہرى نظر ہے_</w:t>
      </w:r>
      <w:r w:rsidRPr="006A6BBA">
        <w:rPr>
          <w:rStyle w:val="libArabicChar"/>
          <w:rFonts w:hint="eastAsia"/>
          <w:rtl/>
        </w:rPr>
        <w:t>ولا</w:t>
      </w:r>
      <w:r w:rsidRPr="006A6BBA">
        <w:rPr>
          <w:rStyle w:val="libArabicChar"/>
          <w:rtl/>
        </w:rPr>
        <w:t xml:space="preserve"> تحسبنّ الله غفلاً عمّا يعمل الظلمون</w:t>
      </w:r>
    </w:p>
    <w:p w:rsidR="001F628F" w:rsidRDefault="001F628F" w:rsidP="001F628F">
      <w:pPr>
        <w:pStyle w:val="libNormal"/>
        <w:rPr>
          <w:rtl/>
        </w:rPr>
      </w:pPr>
      <w:r>
        <w:rPr>
          <w:rtl/>
        </w:rPr>
        <w:t>4_خدا وند عالم كے ظالمو</w:t>
      </w:r>
      <w:r w:rsidR="00083993">
        <w:rPr>
          <w:rtl/>
        </w:rPr>
        <w:t xml:space="preserve">ں </w:t>
      </w:r>
      <w:r>
        <w:rPr>
          <w:rtl/>
        </w:rPr>
        <w:t>كے اعمال سے كامل طور پر</w:t>
      </w:r>
    </w:p>
    <w:p w:rsidR="006A6BBA" w:rsidRDefault="001E7F9D" w:rsidP="00F73EDE">
      <w:pPr>
        <w:pStyle w:val="libPoemTini"/>
        <w:rPr>
          <w:rtl/>
        </w:rPr>
      </w:pPr>
      <w:r>
        <w:rPr>
          <w:rtl/>
        </w:rPr>
        <w:cr/>
      </w:r>
      <w:r>
        <w:rPr>
          <w:rtl/>
        </w:rPr>
        <w:br w:type="page"/>
      </w:r>
    </w:p>
    <w:p w:rsidR="001F628F" w:rsidRDefault="001F628F" w:rsidP="006A6BBA">
      <w:pPr>
        <w:pStyle w:val="libNormal"/>
        <w:rPr>
          <w:rtl/>
        </w:rPr>
      </w:pPr>
      <w:r>
        <w:rPr>
          <w:rFonts w:hint="eastAsia"/>
          <w:rtl/>
        </w:rPr>
        <w:lastRenderedPageBreak/>
        <w:t>اگاہ</w:t>
      </w:r>
      <w:r>
        <w:rPr>
          <w:rtl/>
        </w:rPr>
        <w:t xml:space="preserve"> ہونے اور قيامت كے دن ان كے سزا پانے كى طرف توجہ سے انسان كا ظلم و تعدى سے محفوظ رہنا _</w:t>
      </w:r>
    </w:p>
    <w:p w:rsidR="001F628F" w:rsidRDefault="001F628F" w:rsidP="006A6BBA">
      <w:pPr>
        <w:pStyle w:val="libArabic"/>
        <w:rPr>
          <w:rtl/>
        </w:rPr>
      </w:pPr>
      <w:r>
        <w:rPr>
          <w:rFonts w:hint="eastAsia"/>
          <w:rtl/>
        </w:rPr>
        <w:t>ولا</w:t>
      </w:r>
      <w:r>
        <w:rPr>
          <w:rtl/>
        </w:rPr>
        <w:t xml:space="preserve"> تحسبنّ الله غفلاً عمّا يعمل الظلمون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تشخص</w:t>
      </w:r>
      <w:r>
        <w:rPr>
          <w:rtl/>
        </w:rPr>
        <w:t xml:space="preserve"> </w:t>
      </w:r>
      <w:r>
        <w:rPr>
          <w:rFonts w:hint="cs"/>
          <w:rtl/>
        </w:rPr>
        <w:t>في</w:t>
      </w:r>
      <w:r w:rsidR="00120F63" w:rsidRPr="00ED5DE8">
        <w:rPr>
          <w:rFonts w:hint="cs"/>
          <w:rtl/>
        </w:rPr>
        <w:t>ه</w:t>
      </w:r>
      <w:r>
        <w:rPr>
          <w:rtl/>
        </w:rPr>
        <w:t xml:space="preserve"> </w:t>
      </w:r>
      <w:r>
        <w:rPr>
          <w:rFonts w:hint="cs"/>
          <w:rtl/>
        </w:rPr>
        <w:t>ا</w:t>
      </w:r>
      <w:r>
        <w:rPr>
          <w:rtl/>
        </w:rPr>
        <w:t>لا بصر</w:t>
      </w:r>
    </w:p>
    <w:p w:rsidR="001F628F" w:rsidRDefault="001F628F" w:rsidP="001F628F">
      <w:pPr>
        <w:pStyle w:val="libNormal"/>
        <w:rPr>
          <w:rtl/>
        </w:rPr>
      </w:pPr>
      <w:r>
        <w:rPr>
          <w:rtl/>
        </w:rPr>
        <w:t>5_ظالمو</w:t>
      </w:r>
      <w:r w:rsidR="00083993">
        <w:rPr>
          <w:rtl/>
        </w:rPr>
        <w:t xml:space="preserve">ں </w:t>
      </w:r>
      <w:r>
        <w:rPr>
          <w:rtl/>
        </w:rPr>
        <w:t>كى اصلى سزا كو قيامت كے دن تك مئوخر كرنا ، الہى سنتو</w:t>
      </w:r>
      <w:r w:rsidR="00083993">
        <w:rPr>
          <w:rtl/>
        </w:rPr>
        <w:t xml:space="preserve">ں </w:t>
      </w:r>
      <w:r>
        <w:rPr>
          <w:rtl/>
        </w:rPr>
        <w:t>مي</w:t>
      </w:r>
      <w:r w:rsidR="00083993">
        <w:rPr>
          <w:rtl/>
        </w:rPr>
        <w:t xml:space="preserve">ں </w:t>
      </w:r>
      <w:r>
        <w:rPr>
          <w:rtl/>
        </w:rPr>
        <w:t>سے ہے_</w:t>
      </w:r>
    </w:p>
    <w:p w:rsidR="001F628F" w:rsidRDefault="001F628F" w:rsidP="006A6BBA">
      <w:pPr>
        <w:pStyle w:val="libArabic"/>
        <w:rPr>
          <w:rtl/>
        </w:rPr>
      </w:pPr>
      <w:r>
        <w:rPr>
          <w:rFonts w:hint="eastAsia"/>
          <w:rtl/>
        </w:rPr>
        <w:t>ولا</w:t>
      </w:r>
      <w:r>
        <w:rPr>
          <w:rtl/>
        </w:rPr>
        <w:t xml:space="preserve"> تحسبنّ الله غفلاً عمّا يعمل الظلمون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تشخص</w:t>
      </w:r>
      <w:r>
        <w:rPr>
          <w:rtl/>
        </w:rPr>
        <w:t xml:space="preserve"> </w:t>
      </w:r>
      <w:r>
        <w:rPr>
          <w:rFonts w:hint="cs"/>
          <w:rtl/>
        </w:rPr>
        <w:t>في</w:t>
      </w:r>
      <w:r w:rsidR="00120F63" w:rsidRPr="00ED5DE8">
        <w:rPr>
          <w:rFonts w:hint="cs"/>
          <w:rtl/>
        </w:rPr>
        <w:t>ه</w:t>
      </w:r>
      <w:r>
        <w:rPr>
          <w:rtl/>
        </w:rPr>
        <w:t xml:space="preserve"> </w:t>
      </w:r>
      <w:r>
        <w:rPr>
          <w:rFonts w:hint="cs"/>
          <w:rtl/>
        </w:rPr>
        <w:t>ا</w:t>
      </w:r>
      <w:r>
        <w:rPr>
          <w:rtl/>
        </w:rPr>
        <w:t>لا بصر</w:t>
      </w:r>
    </w:p>
    <w:p w:rsidR="001F628F" w:rsidRDefault="001F628F" w:rsidP="001F628F">
      <w:pPr>
        <w:pStyle w:val="libNormal"/>
        <w:rPr>
          <w:rtl/>
        </w:rPr>
      </w:pPr>
      <w:r>
        <w:rPr>
          <w:rtl/>
        </w:rPr>
        <w:t>6_قيامت كے دن ظالمو</w:t>
      </w:r>
      <w:r w:rsidR="00083993">
        <w:rPr>
          <w:rtl/>
        </w:rPr>
        <w:t xml:space="preserve">ں </w:t>
      </w:r>
      <w:r>
        <w:rPr>
          <w:rtl/>
        </w:rPr>
        <w:t>كاخوف كى شدت سے مبہوت اور انكى انكھو</w:t>
      </w:r>
      <w:r w:rsidR="00083993">
        <w:rPr>
          <w:rtl/>
        </w:rPr>
        <w:t xml:space="preserve">ں </w:t>
      </w:r>
      <w:r>
        <w:rPr>
          <w:rtl/>
        </w:rPr>
        <w:t>كا خيرہ ہو جانا _</w:t>
      </w:r>
    </w:p>
    <w:p w:rsidR="001F628F" w:rsidRDefault="001F628F" w:rsidP="006A6BBA">
      <w:pPr>
        <w:pStyle w:val="libArabic"/>
        <w:rPr>
          <w:rtl/>
        </w:rPr>
      </w:pPr>
      <w:r>
        <w:rPr>
          <w:rFonts w:hint="eastAsia"/>
          <w:rtl/>
        </w:rPr>
        <w:t>ولا</w:t>
      </w:r>
      <w:r>
        <w:rPr>
          <w:rtl/>
        </w:rPr>
        <w:t xml:space="preserve"> تحسبنّ الله غفلاً عمّا يعمل الظلمون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w:t>
      </w:r>
      <w:r>
        <w:rPr>
          <w:rtl/>
        </w:rPr>
        <w:t>شخص في</w:t>
      </w:r>
      <w:r w:rsidR="00120F63" w:rsidRPr="00ED5DE8">
        <w:rPr>
          <w:rFonts w:hint="cs"/>
          <w:rtl/>
        </w:rPr>
        <w:t>ه</w:t>
      </w:r>
      <w:r>
        <w:rPr>
          <w:rtl/>
        </w:rPr>
        <w:t xml:space="preserve"> </w:t>
      </w:r>
      <w:r>
        <w:rPr>
          <w:rFonts w:hint="cs"/>
          <w:rtl/>
        </w:rPr>
        <w:t>ال</w:t>
      </w:r>
      <w:r>
        <w:rPr>
          <w:rtl/>
        </w:rPr>
        <w:t>ا بصر</w:t>
      </w:r>
    </w:p>
    <w:p w:rsidR="001F628F" w:rsidRDefault="001F628F" w:rsidP="001F628F">
      <w:pPr>
        <w:pStyle w:val="libNormal"/>
        <w:rPr>
          <w:rtl/>
        </w:rPr>
      </w:pPr>
      <w:r>
        <w:rPr>
          <w:rtl/>
        </w:rPr>
        <w:t>7_سزا كو مزيد شديد كرنے كے لئے خدا وند عالم كى جانب سے قيامت كے دن تك ظالمو</w:t>
      </w:r>
      <w:r w:rsidR="00083993">
        <w:rPr>
          <w:rtl/>
        </w:rPr>
        <w:t xml:space="preserve">ں </w:t>
      </w:r>
      <w:r>
        <w:rPr>
          <w:rtl/>
        </w:rPr>
        <w:t>كى سزا كو مئوخر كياجانا_</w:t>
      </w:r>
    </w:p>
    <w:p w:rsidR="001F628F" w:rsidRDefault="001F628F" w:rsidP="006A6BBA">
      <w:pPr>
        <w:pStyle w:val="libArabic"/>
        <w:rPr>
          <w:rtl/>
        </w:rPr>
      </w:pPr>
      <w:r>
        <w:rPr>
          <w:rFonts w:hint="eastAsia"/>
          <w:rtl/>
        </w:rPr>
        <w:t>ولا</w:t>
      </w:r>
      <w:r>
        <w:rPr>
          <w:rtl/>
        </w:rPr>
        <w:t xml:space="preserve"> تحسبنّ الله غفلاً عمّا يعمل الظلمون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تشخص</w:t>
      </w:r>
      <w:r>
        <w:rPr>
          <w:rtl/>
        </w:rPr>
        <w:t xml:space="preserve"> </w:t>
      </w:r>
      <w:r>
        <w:rPr>
          <w:rFonts w:hint="cs"/>
          <w:rtl/>
        </w:rPr>
        <w:t>في</w:t>
      </w:r>
      <w:r w:rsidR="00120F63" w:rsidRPr="00ED5DE8">
        <w:rPr>
          <w:rFonts w:hint="cs"/>
          <w:rtl/>
        </w:rPr>
        <w:t>ه</w:t>
      </w:r>
      <w:r>
        <w:rPr>
          <w:rtl/>
        </w:rPr>
        <w:t xml:space="preserve"> </w:t>
      </w:r>
      <w:r>
        <w:rPr>
          <w:rFonts w:hint="cs"/>
          <w:rtl/>
        </w:rPr>
        <w:t>ا</w:t>
      </w:r>
      <w:r>
        <w:rPr>
          <w:rtl/>
        </w:rPr>
        <w:t>لا بصر</w:t>
      </w:r>
    </w:p>
    <w:p w:rsidR="001F628F" w:rsidRDefault="001F628F" w:rsidP="001F628F">
      <w:pPr>
        <w:pStyle w:val="libNormal"/>
        <w:rPr>
          <w:rtl/>
        </w:rPr>
      </w:pPr>
      <w:r>
        <w:rPr>
          <w:rFonts w:hint="eastAsia"/>
          <w:rtl/>
        </w:rPr>
        <w:t>يہ</w:t>
      </w:r>
      <w:r>
        <w:rPr>
          <w:rtl/>
        </w:rPr>
        <w:t xml:space="preserve"> كہ خدا وند عالم نے ظالمين كى سزا كو ايك سخت اور ہولناك دن تك مئوخر كر ديا ہے اس سے ان كى سزا مي</w:t>
      </w:r>
      <w:r w:rsidR="00083993">
        <w:rPr>
          <w:rtl/>
        </w:rPr>
        <w:t xml:space="preserve">ں </w:t>
      </w:r>
      <w:r>
        <w:rPr>
          <w:rtl/>
        </w:rPr>
        <w:t>شدت كى حكايت ہوتى ہے _چونكہ اگر يہ سزا دنيا مي</w:t>
      </w:r>
      <w:r w:rsidR="00083993">
        <w:rPr>
          <w:rtl/>
        </w:rPr>
        <w:t xml:space="preserve">ں </w:t>
      </w:r>
      <w:r>
        <w:rPr>
          <w:rtl/>
        </w:rPr>
        <w:t>دى جاتى تو اس قدر سخت نہ ہوتى _ اس بناء پر ظالمو</w:t>
      </w:r>
      <w:r w:rsidR="00083993">
        <w:rPr>
          <w:rtl/>
        </w:rPr>
        <w:t xml:space="preserve">ں </w:t>
      </w:r>
      <w:r>
        <w:rPr>
          <w:rtl/>
        </w:rPr>
        <w:t>كى سزا مي</w:t>
      </w:r>
      <w:r w:rsidR="00083993">
        <w:rPr>
          <w:rtl/>
        </w:rPr>
        <w:t xml:space="preserve">ں </w:t>
      </w:r>
      <w:r>
        <w:rPr>
          <w:rtl/>
        </w:rPr>
        <w:t>تاخير ان كے فائدے مي</w:t>
      </w:r>
      <w:r w:rsidR="00083993">
        <w:rPr>
          <w:rtl/>
        </w:rPr>
        <w:t xml:space="preserve">ں </w:t>
      </w:r>
      <w:r>
        <w:rPr>
          <w:rtl/>
        </w:rPr>
        <w:t>نہي</w:t>
      </w:r>
      <w:r w:rsidR="00083993">
        <w:rPr>
          <w:rtl/>
        </w:rPr>
        <w:t xml:space="preserve">ں </w:t>
      </w:r>
      <w:r>
        <w:rPr>
          <w:rtl/>
        </w:rPr>
        <w:t>ہے_</w:t>
      </w:r>
    </w:p>
    <w:p w:rsidR="001F628F" w:rsidRDefault="001F628F" w:rsidP="001F628F">
      <w:pPr>
        <w:pStyle w:val="libNormal"/>
        <w:rPr>
          <w:rtl/>
        </w:rPr>
      </w:pPr>
      <w:r>
        <w:rPr>
          <w:rtl/>
        </w:rPr>
        <w:t>8_قيامت كے دن ظالمو</w:t>
      </w:r>
      <w:r w:rsidR="00083993">
        <w:rPr>
          <w:rtl/>
        </w:rPr>
        <w:t xml:space="preserve">ں </w:t>
      </w:r>
      <w:r>
        <w:rPr>
          <w:rtl/>
        </w:rPr>
        <w:t>كى سزا بہت ہى شديد اور ہولناك ہو گي_</w:t>
      </w:r>
    </w:p>
    <w:p w:rsidR="001F628F" w:rsidRDefault="001F628F" w:rsidP="006A6BBA">
      <w:pPr>
        <w:pStyle w:val="libArabic"/>
        <w:rPr>
          <w:rtl/>
        </w:rPr>
      </w:pPr>
      <w:r>
        <w:rPr>
          <w:rFonts w:hint="eastAsia"/>
          <w:rtl/>
        </w:rPr>
        <w:t>ولا</w:t>
      </w:r>
      <w:r>
        <w:rPr>
          <w:rtl/>
        </w:rPr>
        <w:t xml:space="preserve"> تحسبنّ الله غفلاً عمّا يعمل الظلمون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تشخص</w:t>
      </w:r>
      <w:r>
        <w:rPr>
          <w:rtl/>
        </w:rPr>
        <w:t xml:space="preserve"> </w:t>
      </w:r>
      <w:r>
        <w:rPr>
          <w:rFonts w:hint="cs"/>
          <w:rtl/>
        </w:rPr>
        <w:t>في</w:t>
      </w:r>
      <w:r w:rsidR="00120F63" w:rsidRPr="00ED5DE8">
        <w:rPr>
          <w:rFonts w:hint="cs"/>
          <w:rtl/>
        </w:rPr>
        <w:t>ه</w:t>
      </w:r>
      <w:r>
        <w:rPr>
          <w:rtl/>
        </w:rPr>
        <w:t xml:space="preserve"> </w:t>
      </w:r>
      <w:r>
        <w:rPr>
          <w:rFonts w:hint="cs"/>
          <w:rtl/>
        </w:rPr>
        <w:t>ال</w:t>
      </w:r>
      <w:r>
        <w:rPr>
          <w:rtl/>
        </w:rPr>
        <w:t>ا بصر</w:t>
      </w:r>
    </w:p>
    <w:p w:rsidR="001F628F" w:rsidRDefault="001F628F" w:rsidP="001F628F">
      <w:pPr>
        <w:pStyle w:val="libNormal"/>
        <w:rPr>
          <w:rtl/>
        </w:rPr>
      </w:pPr>
      <w:r>
        <w:rPr>
          <w:rtl/>
        </w:rPr>
        <w:t>9_ظالمو</w:t>
      </w:r>
      <w:r w:rsidR="00083993">
        <w:rPr>
          <w:rtl/>
        </w:rPr>
        <w:t xml:space="preserve">ں </w:t>
      </w:r>
      <w:r>
        <w:rPr>
          <w:rtl/>
        </w:rPr>
        <w:t>كے ظلم وستم كے مقابلے مي</w:t>
      </w:r>
      <w:r w:rsidR="00083993">
        <w:rPr>
          <w:rtl/>
        </w:rPr>
        <w:t xml:space="preserve">ں </w:t>
      </w:r>
      <w:r>
        <w:rPr>
          <w:rtl/>
        </w:rPr>
        <w:t xml:space="preserve">خدا وند متعال كا پيغمبر اكرم </w:t>
      </w:r>
      <w:r w:rsidR="00F031CD" w:rsidRPr="00F031CD">
        <w:rPr>
          <w:rStyle w:val="libAlaemChar"/>
          <w:rtl/>
        </w:rPr>
        <w:t xml:space="preserve"> صلى‌الله‌عليه‌وآله‌وسلم </w:t>
      </w:r>
      <w:r>
        <w:rPr>
          <w:rtl/>
        </w:rPr>
        <w:t xml:space="preserve"> كو تسلى دينا_</w:t>
      </w:r>
    </w:p>
    <w:p w:rsidR="001F628F" w:rsidRDefault="001F628F" w:rsidP="006A6BBA">
      <w:pPr>
        <w:pStyle w:val="libArabic"/>
        <w:rPr>
          <w:rtl/>
        </w:rPr>
      </w:pPr>
      <w:r>
        <w:rPr>
          <w:rFonts w:hint="eastAsia"/>
          <w:rtl/>
        </w:rPr>
        <w:t>ولا</w:t>
      </w:r>
      <w:r>
        <w:rPr>
          <w:rtl/>
        </w:rPr>
        <w:t xml:space="preserve"> تحسبنّ الله غفلاً ... انما يو خّر</w:t>
      </w:r>
      <w:r w:rsidR="00F21947" w:rsidRPr="00B2551F">
        <w:rPr>
          <w:rFonts w:hint="cs"/>
          <w:rtl/>
        </w:rPr>
        <w:t>ه</w:t>
      </w:r>
      <w:r>
        <w:rPr>
          <w:rFonts w:hint="cs"/>
          <w:rtl/>
        </w:rPr>
        <w:t>م</w:t>
      </w:r>
      <w:r>
        <w:rPr>
          <w:rtl/>
        </w:rPr>
        <w:t xml:space="preserve"> </w:t>
      </w:r>
      <w:r>
        <w:rPr>
          <w:rFonts w:hint="cs"/>
          <w:rtl/>
        </w:rPr>
        <w:t>ليوم</w:t>
      </w:r>
      <w:r>
        <w:rPr>
          <w:rtl/>
        </w:rPr>
        <w:t xml:space="preserve"> </w:t>
      </w:r>
      <w:r>
        <w:rPr>
          <w:rFonts w:hint="cs"/>
          <w:rtl/>
        </w:rPr>
        <w:t>تشخص</w:t>
      </w:r>
      <w:r>
        <w:rPr>
          <w:rtl/>
        </w:rPr>
        <w:t xml:space="preserve"> </w:t>
      </w:r>
      <w:r>
        <w:rPr>
          <w:rFonts w:hint="cs"/>
          <w:rtl/>
        </w:rPr>
        <w:t>في</w:t>
      </w:r>
      <w:r w:rsidR="00120F63" w:rsidRPr="00ED5DE8">
        <w:rPr>
          <w:rFonts w:hint="cs"/>
          <w:rtl/>
        </w:rPr>
        <w:t>ه</w:t>
      </w:r>
      <w:r>
        <w:rPr>
          <w:rtl/>
        </w:rPr>
        <w:t xml:space="preserve"> </w:t>
      </w:r>
      <w:r>
        <w:rPr>
          <w:rFonts w:hint="cs"/>
          <w:rtl/>
        </w:rPr>
        <w:t>ال</w:t>
      </w:r>
      <w:r>
        <w:rPr>
          <w:rtl/>
        </w:rPr>
        <w:t>ا بصر</w:t>
      </w:r>
    </w:p>
    <w:p w:rsidR="001F628F" w:rsidRDefault="001F628F" w:rsidP="001F628F">
      <w:pPr>
        <w:pStyle w:val="libNormal"/>
        <w:rPr>
          <w:rtl/>
        </w:rPr>
      </w:pPr>
      <w:r>
        <w:rPr>
          <w:rFonts w:hint="eastAsia"/>
          <w:rtl/>
        </w:rPr>
        <w:t>مندرجہ</w:t>
      </w:r>
      <w:r>
        <w:rPr>
          <w:rtl/>
        </w:rPr>
        <w:t xml:space="preserve"> بالا مطلب اس بات پر مبنى ہے كہ جب آيت مي</w:t>
      </w:r>
      <w:r w:rsidR="00083993">
        <w:rPr>
          <w:rtl/>
        </w:rPr>
        <w:t xml:space="preserve">ں </w:t>
      </w:r>
      <w:r>
        <w:rPr>
          <w:rtl/>
        </w:rPr>
        <w:t xml:space="preserve">مخاطب پيغمبر اكرم </w:t>
      </w:r>
      <w:r w:rsidR="00F031CD" w:rsidRPr="00F031CD">
        <w:rPr>
          <w:rStyle w:val="libAlaemChar"/>
          <w:rtl/>
        </w:rPr>
        <w:t xml:space="preserve"> صلى‌الله‌عليه‌وآله‌وسلم </w:t>
      </w:r>
      <w:r>
        <w:rPr>
          <w:rtl/>
        </w:rPr>
        <w:t xml:space="preserve"> ہو</w:t>
      </w:r>
      <w:r w:rsidR="00083993">
        <w:rPr>
          <w:rtl/>
        </w:rPr>
        <w:t xml:space="preserve">ں </w:t>
      </w:r>
      <w:r>
        <w:rPr>
          <w:rtl/>
        </w:rPr>
        <w:t>_</w:t>
      </w:r>
    </w:p>
    <w:p w:rsidR="001F628F" w:rsidRDefault="001F628F" w:rsidP="001F628F">
      <w:pPr>
        <w:pStyle w:val="libNormal"/>
        <w:rPr>
          <w:rtl/>
        </w:rPr>
      </w:pPr>
      <w:r>
        <w:rPr>
          <w:rtl/>
        </w:rPr>
        <w:t>10_قيامت ،خوف كى شدت اور اس كے ہولنا ك ہونے كى وجہ سے انكھو</w:t>
      </w:r>
      <w:r w:rsidR="00083993">
        <w:rPr>
          <w:rtl/>
        </w:rPr>
        <w:t xml:space="preserve">ں </w:t>
      </w:r>
      <w:r>
        <w:rPr>
          <w:rtl/>
        </w:rPr>
        <w:t>كے كھلا رہ جانے كا دن ہے_</w:t>
      </w:r>
    </w:p>
    <w:p w:rsidR="001F628F" w:rsidRDefault="001F628F" w:rsidP="006A6BBA">
      <w:pPr>
        <w:pStyle w:val="libArabic"/>
        <w:rPr>
          <w:rtl/>
        </w:rPr>
      </w:pPr>
      <w:r>
        <w:rPr>
          <w:rFonts w:hint="eastAsia"/>
          <w:rtl/>
        </w:rPr>
        <w:t>ليوم</w:t>
      </w:r>
      <w:r>
        <w:rPr>
          <w:rtl/>
        </w:rPr>
        <w:t xml:space="preserve"> تشخص في</w:t>
      </w:r>
      <w:r w:rsidR="00120F63" w:rsidRPr="00ED5DE8">
        <w:rPr>
          <w:rFonts w:hint="cs"/>
          <w:rtl/>
        </w:rPr>
        <w:t>ه</w:t>
      </w:r>
      <w:r>
        <w:rPr>
          <w:rtl/>
        </w:rPr>
        <w:t xml:space="preserve"> </w:t>
      </w:r>
      <w:r>
        <w:rPr>
          <w:rFonts w:hint="cs"/>
          <w:rtl/>
        </w:rPr>
        <w:t>ا</w:t>
      </w:r>
      <w:r>
        <w:rPr>
          <w:rtl/>
        </w:rPr>
        <w:t>لا بصر</w:t>
      </w:r>
    </w:p>
    <w:p w:rsidR="001F628F" w:rsidRDefault="001F628F" w:rsidP="006A6BBA">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اور ظالمين 9;انحضرت </w:t>
      </w:r>
      <w:r w:rsidR="00F031CD" w:rsidRPr="00F031CD">
        <w:rPr>
          <w:rStyle w:val="libAlaemChar"/>
          <w:rtl/>
        </w:rPr>
        <w:t xml:space="preserve"> صلى‌الله‌عليه‌وآله‌وسلم </w:t>
      </w:r>
      <w:r>
        <w:rPr>
          <w:rtl/>
        </w:rPr>
        <w:t xml:space="preserve"> كو تسلي9</w:t>
      </w:r>
    </w:p>
    <w:p w:rsidR="001F628F" w:rsidRDefault="001F628F" w:rsidP="006A6BBA">
      <w:pPr>
        <w:pStyle w:val="libNormal"/>
        <w:rPr>
          <w:rtl/>
        </w:rPr>
      </w:pPr>
      <w:r>
        <w:rPr>
          <w:rFonts w:hint="eastAsia"/>
          <w:rtl/>
        </w:rPr>
        <w:t>الله</w:t>
      </w:r>
      <w:r>
        <w:rPr>
          <w:rtl/>
        </w:rPr>
        <w:t xml:space="preserve"> تعالى :</w:t>
      </w:r>
      <w:r>
        <w:rPr>
          <w:rFonts w:hint="eastAsia"/>
          <w:rtl/>
        </w:rPr>
        <w:t>الله</w:t>
      </w:r>
      <w:r>
        <w:rPr>
          <w:rtl/>
        </w:rPr>
        <w:t xml:space="preserve"> تعالى اور ظالمين 2،3;الله تعالى اور غفلت 2 ; الله تعالى كى سنتي</w:t>
      </w:r>
      <w:r w:rsidR="00083993">
        <w:rPr>
          <w:rtl/>
        </w:rPr>
        <w:t xml:space="preserve">ں </w:t>
      </w:r>
      <w:r>
        <w:rPr>
          <w:rtl/>
        </w:rPr>
        <w:t>5;الله تعالى كى نظارت3;الله تعالى كے انذار 1</w:t>
      </w:r>
    </w:p>
    <w:p w:rsidR="001F628F" w:rsidRDefault="001F628F" w:rsidP="006A6BBA">
      <w:pPr>
        <w:pStyle w:val="libNormal"/>
        <w:rPr>
          <w:rtl/>
        </w:rPr>
      </w:pPr>
      <w:r>
        <w:rPr>
          <w:rFonts w:hint="eastAsia"/>
          <w:rtl/>
        </w:rPr>
        <w:t>ذكر</w:t>
      </w:r>
      <w:r>
        <w:rPr>
          <w:rtl/>
        </w:rPr>
        <w:t>:</w:t>
      </w:r>
      <w:r>
        <w:rPr>
          <w:rFonts w:hint="eastAsia"/>
          <w:rtl/>
        </w:rPr>
        <w:t>الله</w:t>
      </w:r>
      <w:r>
        <w:rPr>
          <w:rtl/>
        </w:rPr>
        <w:t xml:space="preserve"> تعالى كے علم غيب كا ذكر4;ذكر كے اثرات4</w:t>
      </w:r>
    </w:p>
    <w:p w:rsidR="001F628F" w:rsidRDefault="001F628F" w:rsidP="001F628F">
      <w:pPr>
        <w:pStyle w:val="libNormal"/>
        <w:rPr>
          <w:rtl/>
        </w:rPr>
      </w:pPr>
      <w:r>
        <w:rPr>
          <w:rFonts w:hint="eastAsia"/>
          <w:rtl/>
        </w:rPr>
        <w:t>سزا</w:t>
      </w:r>
      <w:r>
        <w:rPr>
          <w:rtl/>
        </w:rPr>
        <w:t>:</w:t>
      </w:r>
    </w:p>
    <w:p w:rsidR="006A6BBA" w:rsidRDefault="001E7F9D" w:rsidP="00F73EDE">
      <w:pPr>
        <w:pStyle w:val="libPoemTini"/>
        <w:rPr>
          <w:rtl/>
        </w:rPr>
      </w:pPr>
      <w:r>
        <w:rPr>
          <w:rtl/>
        </w:rPr>
        <w:br w:type="page"/>
      </w:r>
    </w:p>
    <w:p w:rsidR="001F628F" w:rsidRDefault="001F628F" w:rsidP="006A6BBA">
      <w:pPr>
        <w:pStyle w:val="libNormal"/>
        <w:rPr>
          <w:rtl/>
        </w:rPr>
      </w:pPr>
      <w:r>
        <w:rPr>
          <w:rFonts w:hint="eastAsia"/>
          <w:rtl/>
        </w:rPr>
        <w:lastRenderedPageBreak/>
        <w:t>اخروى</w:t>
      </w:r>
      <w:r>
        <w:rPr>
          <w:rtl/>
        </w:rPr>
        <w:t xml:space="preserve"> سزا كے مراتب8</w:t>
      </w:r>
    </w:p>
    <w:p w:rsidR="001F628F" w:rsidRDefault="001F628F" w:rsidP="006A6BBA">
      <w:pPr>
        <w:pStyle w:val="libNormal"/>
        <w:rPr>
          <w:rtl/>
        </w:rPr>
      </w:pPr>
      <w:r>
        <w:rPr>
          <w:rFonts w:hint="eastAsia"/>
          <w:rtl/>
        </w:rPr>
        <w:t>الہى</w:t>
      </w:r>
      <w:r>
        <w:rPr>
          <w:rtl/>
        </w:rPr>
        <w:t xml:space="preserve"> سنتي</w:t>
      </w:r>
      <w:r w:rsidR="00083993">
        <w:rPr>
          <w:rtl/>
        </w:rPr>
        <w:t xml:space="preserve">ں </w:t>
      </w:r>
      <w:r>
        <w:rPr>
          <w:rtl/>
        </w:rPr>
        <w:t>:</w:t>
      </w:r>
      <w:r>
        <w:rPr>
          <w:rFonts w:hint="eastAsia"/>
          <w:rtl/>
        </w:rPr>
        <w:t>مہلت</w:t>
      </w:r>
      <w:r>
        <w:rPr>
          <w:rtl/>
        </w:rPr>
        <w:t xml:space="preserve"> دينا الہى سنت ہے5</w:t>
      </w:r>
    </w:p>
    <w:p w:rsidR="001F628F" w:rsidRDefault="001F628F" w:rsidP="006A6BBA">
      <w:pPr>
        <w:pStyle w:val="libNormal"/>
        <w:rPr>
          <w:rtl/>
        </w:rPr>
      </w:pPr>
      <w:r>
        <w:rPr>
          <w:rFonts w:hint="eastAsia"/>
          <w:rtl/>
        </w:rPr>
        <w:t>ظالمين</w:t>
      </w:r>
      <w:r>
        <w:rPr>
          <w:rtl/>
        </w:rPr>
        <w:t xml:space="preserve"> :</w:t>
      </w:r>
      <w:r>
        <w:rPr>
          <w:rFonts w:hint="eastAsia"/>
          <w:rtl/>
        </w:rPr>
        <w:t>ظالمين</w:t>
      </w:r>
      <w:r>
        <w:rPr>
          <w:rtl/>
        </w:rPr>
        <w:t xml:space="preserve"> كا اخروى خوف 6; ظالمين كا انذار 1; ظالمين قيامت كے دن6،7; ظالمين كو مہلت دينا5;ظالمين كى اخروى سزا8;ظالمين كى سزا مي</w:t>
      </w:r>
      <w:r w:rsidR="00083993">
        <w:rPr>
          <w:rtl/>
        </w:rPr>
        <w:t xml:space="preserve">ں </w:t>
      </w:r>
      <w:r>
        <w:rPr>
          <w:rtl/>
        </w:rPr>
        <w:t>تاخير كا فلسفہ 7;ظالمين كى سزا مي</w:t>
      </w:r>
      <w:r w:rsidR="00083993">
        <w:rPr>
          <w:rtl/>
        </w:rPr>
        <w:t xml:space="preserve">ں </w:t>
      </w:r>
      <w:r>
        <w:rPr>
          <w:rtl/>
        </w:rPr>
        <w:t>شدت 7 ; ظالمين كى سزا 5</w:t>
      </w:r>
    </w:p>
    <w:p w:rsidR="001F628F" w:rsidRDefault="001F628F" w:rsidP="006A6BBA">
      <w:pPr>
        <w:pStyle w:val="libNormal"/>
        <w:rPr>
          <w:rtl/>
        </w:rPr>
      </w:pPr>
      <w:r>
        <w:rPr>
          <w:rFonts w:hint="eastAsia"/>
          <w:rtl/>
        </w:rPr>
        <w:t>عذاب</w:t>
      </w:r>
      <w:r>
        <w:rPr>
          <w:rtl/>
        </w:rPr>
        <w:t xml:space="preserve"> :</w:t>
      </w:r>
      <w:r>
        <w:rPr>
          <w:rFonts w:hint="eastAsia"/>
          <w:rtl/>
        </w:rPr>
        <w:t>اہل</w:t>
      </w:r>
      <w:r>
        <w:rPr>
          <w:rtl/>
        </w:rPr>
        <w:t xml:space="preserve"> عذاب 8;شديد عذاب 8</w:t>
      </w:r>
    </w:p>
    <w:p w:rsidR="001F628F" w:rsidRDefault="001F628F" w:rsidP="006A6BBA">
      <w:pPr>
        <w:pStyle w:val="libNormal"/>
        <w:rPr>
          <w:rtl/>
        </w:rPr>
      </w:pPr>
      <w:r>
        <w:rPr>
          <w:rFonts w:hint="eastAsia"/>
          <w:rtl/>
        </w:rPr>
        <w:t>عقيدہ</w:t>
      </w:r>
      <w:r>
        <w:rPr>
          <w:rtl/>
        </w:rPr>
        <w:t xml:space="preserve"> :</w:t>
      </w:r>
      <w:r>
        <w:rPr>
          <w:rFonts w:hint="eastAsia"/>
          <w:rtl/>
        </w:rPr>
        <w:t>باطل</w:t>
      </w:r>
      <w:r>
        <w:rPr>
          <w:rtl/>
        </w:rPr>
        <w:t xml:space="preserve"> عقيدہ 2</w:t>
      </w:r>
    </w:p>
    <w:p w:rsidR="001F628F" w:rsidRDefault="001F628F" w:rsidP="006A6BBA">
      <w:pPr>
        <w:pStyle w:val="libNormal"/>
        <w:rPr>
          <w:rtl/>
        </w:rPr>
      </w:pPr>
      <w:r>
        <w:rPr>
          <w:rFonts w:hint="eastAsia"/>
          <w:rtl/>
        </w:rPr>
        <w:t>قيامت</w:t>
      </w:r>
      <w:r>
        <w:rPr>
          <w:rtl/>
        </w:rPr>
        <w:t>:</w:t>
      </w:r>
      <w:r>
        <w:rPr>
          <w:rFonts w:hint="eastAsia"/>
          <w:rtl/>
        </w:rPr>
        <w:t>قيامت</w:t>
      </w:r>
      <w:r>
        <w:rPr>
          <w:rtl/>
        </w:rPr>
        <w:t xml:space="preserve"> كى خصوصيات8;قيامت كے اہوال10; قيامت مي</w:t>
      </w:r>
      <w:r w:rsidR="00083993">
        <w:rPr>
          <w:rtl/>
        </w:rPr>
        <w:t xml:space="preserve">ں </w:t>
      </w:r>
      <w:r>
        <w:rPr>
          <w:rtl/>
        </w:rPr>
        <w:t>انكھو</w:t>
      </w:r>
      <w:r w:rsidR="00083993">
        <w:rPr>
          <w:rtl/>
        </w:rPr>
        <w:t xml:space="preserve">ں </w:t>
      </w:r>
      <w:r>
        <w:rPr>
          <w:rtl/>
        </w:rPr>
        <w:t>كا كھلا رہ جانا 6،10; قيامت مي</w:t>
      </w:r>
      <w:r w:rsidR="00083993">
        <w:rPr>
          <w:rtl/>
        </w:rPr>
        <w:t xml:space="preserve">ں </w:t>
      </w:r>
      <w:r>
        <w:rPr>
          <w:rtl/>
        </w:rPr>
        <w:t>ڈر 10</w:t>
      </w:r>
    </w:p>
    <w:p w:rsidR="001F628F" w:rsidRDefault="00CB22A4" w:rsidP="00CB22A4">
      <w:pPr>
        <w:pStyle w:val="Heading2Center"/>
        <w:rPr>
          <w:rtl/>
        </w:rPr>
      </w:pPr>
      <w:bookmarkStart w:id="43" w:name="_Toc28081721"/>
      <w:r>
        <w:rPr>
          <w:rFonts w:hint="cs"/>
          <w:rtl/>
        </w:rPr>
        <w:t>آیت 43</w:t>
      </w:r>
      <w:bookmarkEnd w:id="43"/>
    </w:p>
    <w:p w:rsidR="001F628F" w:rsidRDefault="00E260F9" w:rsidP="00CB22A4">
      <w:pPr>
        <w:pStyle w:val="libNormal"/>
        <w:rPr>
          <w:rtl/>
        </w:rPr>
      </w:pPr>
      <w:r w:rsidRPr="00E260F9">
        <w:rPr>
          <w:rStyle w:val="libAlaemChar"/>
          <w:rFonts w:hint="eastAsia"/>
          <w:rtl/>
        </w:rPr>
        <w:t>(</w:t>
      </w:r>
      <w:r w:rsidRPr="00CB22A4">
        <w:rPr>
          <w:rStyle w:val="libAieChar"/>
          <w:rFonts w:hint="eastAsia"/>
          <w:rtl/>
        </w:rPr>
        <w:t>مُهْطِعِينَ</w:t>
      </w:r>
      <w:r w:rsidRPr="00CB22A4">
        <w:rPr>
          <w:rStyle w:val="libAieChar"/>
          <w:rtl/>
        </w:rPr>
        <w:t xml:space="preserve"> مُقْنِعِي رُءُوسِهِمْ لاَ يَرْتَدُّ إِلَيْهِمْ طَرْفُهُمْ وَأَفْئِدَتُهُمْ هَوَاء</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سر</w:t>
      </w:r>
      <w:r>
        <w:rPr>
          <w:rtl/>
        </w:rPr>
        <w:t xml:space="preserve"> اٹھائے بھاگے چلے جارہے ہو</w:t>
      </w:r>
      <w:r w:rsidR="00083993">
        <w:rPr>
          <w:rtl/>
        </w:rPr>
        <w:t xml:space="preserve">ں </w:t>
      </w:r>
      <w:r>
        <w:rPr>
          <w:rtl/>
        </w:rPr>
        <w:t>گے اور پلكي</w:t>
      </w:r>
      <w:r w:rsidR="00083993">
        <w:rPr>
          <w:rtl/>
        </w:rPr>
        <w:t xml:space="preserve">ں </w:t>
      </w:r>
      <w:r>
        <w:rPr>
          <w:rtl/>
        </w:rPr>
        <w:t>بھى نہ پلٹتى ہو</w:t>
      </w:r>
      <w:r w:rsidR="00083993">
        <w:rPr>
          <w:rtl/>
        </w:rPr>
        <w:t xml:space="preserve">ں </w:t>
      </w:r>
      <w:r>
        <w:rPr>
          <w:rtl/>
        </w:rPr>
        <w:t>گى اور ان كے دل دہشت سے ہوا ہورہے ہو</w:t>
      </w:r>
      <w:r w:rsidR="00083993">
        <w:rPr>
          <w:rtl/>
        </w:rPr>
        <w:t xml:space="preserve">ں </w:t>
      </w:r>
      <w:r>
        <w:rPr>
          <w:rtl/>
        </w:rPr>
        <w:t>گے_</w:t>
      </w:r>
    </w:p>
    <w:p w:rsidR="001F628F" w:rsidRDefault="001F628F" w:rsidP="001F628F">
      <w:pPr>
        <w:pStyle w:val="libNormal"/>
        <w:rPr>
          <w:rtl/>
        </w:rPr>
      </w:pPr>
      <w:r>
        <w:rPr>
          <w:rtl/>
        </w:rPr>
        <w:t>1_ظالمين قيامت كے دن ذلت وخوف كى حالت مي</w:t>
      </w:r>
      <w:r w:rsidR="00083993">
        <w:rPr>
          <w:rtl/>
        </w:rPr>
        <w:t xml:space="preserve">ں </w:t>
      </w:r>
      <w:r>
        <w:rPr>
          <w:rtl/>
        </w:rPr>
        <w:t>سراٹھائے ، انكھي</w:t>
      </w:r>
      <w:r w:rsidR="00083993">
        <w:rPr>
          <w:rtl/>
        </w:rPr>
        <w:t xml:space="preserve">ں </w:t>
      </w:r>
      <w:r>
        <w:rPr>
          <w:rtl/>
        </w:rPr>
        <w:t>لگائے اور دوڑتے ہوئے محشور ہو</w:t>
      </w:r>
      <w:r w:rsidR="00083993">
        <w:rPr>
          <w:rtl/>
        </w:rPr>
        <w:t xml:space="preserve">ں </w:t>
      </w:r>
      <w:r>
        <w:rPr>
          <w:rtl/>
        </w:rPr>
        <w:t>گے_</w:t>
      </w:r>
    </w:p>
    <w:p w:rsidR="001F628F" w:rsidRDefault="001F628F" w:rsidP="00CB22A4">
      <w:pPr>
        <w:pStyle w:val="libArabic"/>
        <w:rPr>
          <w:rtl/>
        </w:rPr>
      </w:pPr>
      <w:r>
        <w:rPr>
          <w:rFonts w:hint="eastAsia"/>
          <w:rtl/>
        </w:rPr>
        <w:t>ولا</w:t>
      </w:r>
      <w:r>
        <w:rPr>
          <w:rtl/>
        </w:rPr>
        <w:t xml:space="preserve"> تحسبنّ الله غفلاً عمّا يعمل الظلمون ...م</w:t>
      </w:r>
      <w:r w:rsidR="00F21947" w:rsidRPr="00B2551F">
        <w:rPr>
          <w:rFonts w:hint="cs"/>
          <w:rtl/>
        </w:rPr>
        <w:t>ه</w:t>
      </w:r>
      <w:r>
        <w:rPr>
          <w:rFonts w:hint="cs"/>
          <w:rtl/>
        </w:rPr>
        <w:t>طعين</w:t>
      </w:r>
      <w:r>
        <w:rPr>
          <w:rtl/>
        </w:rPr>
        <w:t xml:space="preserve"> </w:t>
      </w:r>
      <w:r>
        <w:rPr>
          <w:rFonts w:hint="cs"/>
          <w:rtl/>
        </w:rPr>
        <w:t>مقنعى</w:t>
      </w:r>
      <w:r>
        <w:rPr>
          <w:rtl/>
        </w:rPr>
        <w:t xml:space="preserve"> </w:t>
      </w:r>
      <w:r>
        <w:rPr>
          <w:rFonts w:hint="cs"/>
          <w:rtl/>
        </w:rPr>
        <w:t>ر</w:t>
      </w:r>
      <w:r>
        <w:rPr>
          <w:rtl/>
        </w:rPr>
        <w:t>ء وس</w:t>
      </w:r>
      <w:r w:rsidR="00F21947" w:rsidRPr="00B2551F">
        <w:rPr>
          <w:rFonts w:hint="cs"/>
          <w:rtl/>
        </w:rPr>
        <w:t>ه</w:t>
      </w:r>
      <w:r>
        <w:rPr>
          <w:rFonts w:hint="cs"/>
          <w:rtl/>
        </w:rPr>
        <w:t>م</w:t>
      </w:r>
    </w:p>
    <w:p w:rsidR="001F628F" w:rsidRDefault="001F628F" w:rsidP="001F628F">
      <w:pPr>
        <w:pStyle w:val="libNormal"/>
        <w:rPr>
          <w:rtl/>
        </w:rPr>
      </w:pPr>
      <w:r>
        <w:rPr>
          <w:rtl/>
        </w:rPr>
        <w:t>''اھطاع''خوف كى حالت مي</w:t>
      </w:r>
      <w:r w:rsidR="00083993">
        <w:rPr>
          <w:rtl/>
        </w:rPr>
        <w:t xml:space="preserve">ں </w:t>
      </w:r>
      <w:r>
        <w:rPr>
          <w:rtl/>
        </w:rPr>
        <w:t>تيز تيز چلنے كو كہتے ہي</w:t>
      </w:r>
      <w:r w:rsidR="00083993">
        <w:rPr>
          <w:rtl/>
        </w:rPr>
        <w:t xml:space="preserve">ں </w:t>
      </w:r>
      <w:r>
        <w:rPr>
          <w:rtl/>
        </w:rPr>
        <w:t>_اور ''اقناع'' سے مراد ذلت و خوارى كى حالت مي</w:t>
      </w:r>
      <w:r w:rsidR="00083993">
        <w:rPr>
          <w:rtl/>
        </w:rPr>
        <w:t xml:space="preserve">ں </w:t>
      </w:r>
      <w:r>
        <w:rPr>
          <w:rtl/>
        </w:rPr>
        <w:t>سر اٹھانا اور انكھي</w:t>
      </w:r>
      <w:r w:rsidR="00083993">
        <w:rPr>
          <w:rtl/>
        </w:rPr>
        <w:t xml:space="preserve">ں </w:t>
      </w:r>
      <w:r>
        <w:rPr>
          <w:rtl/>
        </w:rPr>
        <w:t>كسى چيز پر لگا ديناہے(لسان العرب)_</w:t>
      </w:r>
    </w:p>
    <w:p w:rsidR="001F628F" w:rsidRDefault="001F628F" w:rsidP="00CB22A4">
      <w:pPr>
        <w:pStyle w:val="libNormal"/>
        <w:rPr>
          <w:rtl/>
        </w:rPr>
      </w:pPr>
      <w:r>
        <w:rPr>
          <w:rtl/>
        </w:rPr>
        <w:t>2_قيامت كے دن ظالمين، وحشت سے انكھو</w:t>
      </w:r>
      <w:r w:rsidR="00083993">
        <w:rPr>
          <w:rtl/>
        </w:rPr>
        <w:t xml:space="preserve">ں </w:t>
      </w:r>
      <w:r>
        <w:rPr>
          <w:rtl/>
        </w:rPr>
        <w:t>كى پلكو</w:t>
      </w:r>
      <w:r w:rsidR="00083993">
        <w:rPr>
          <w:rtl/>
        </w:rPr>
        <w:t xml:space="preserve">ں </w:t>
      </w:r>
      <w:r>
        <w:rPr>
          <w:rtl/>
        </w:rPr>
        <w:t>كو ہلانے سے عاجز اور ان كے دل تدبير اور چارہ جوئي سے عارى ہو جائي</w:t>
      </w:r>
      <w:r w:rsidR="00083993">
        <w:rPr>
          <w:rtl/>
        </w:rPr>
        <w:t xml:space="preserve">ں </w:t>
      </w:r>
      <w:r>
        <w:rPr>
          <w:rtl/>
        </w:rPr>
        <w:t>گے_</w:t>
      </w:r>
      <w:r w:rsidRPr="00CB22A4">
        <w:rPr>
          <w:rStyle w:val="libArabicChar"/>
          <w:rFonts w:hint="eastAsia"/>
          <w:rtl/>
        </w:rPr>
        <w:t>يعمل</w:t>
      </w:r>
      <w:r w:rsidRPr="00CB22A4">
        <w:rPr>
          <w:rStyle w:val="libArabicChar"/>
          <w:rtl/>
        </w:rPr>
        <w:t xml:space="preserve"> الظلمون ...لا يرتدّ الي</w:t>
      </w:r>
      <w:r w:rsidR="00F21947" w:rsidRPr="00B2551F">
        <w:rPr>
          <w:rStyle w:val="libArabicChar"/>
          <w:rFonts w:hint="cs"/>
          <w:rtl/>
        </w:rPr>
        <w:t>ه</w:t>
      </w:r>
      <w:r w:rsidRPr="00CB22A4">
        <w:rPr>
          <w:rStyle w:val="libArabicChar"/>
          <w:rFonts w:hint="cs"/>
          <w:rtl/>
        </w:rPr>
        <w:t>م</w:t>
      </w:r>
      <w:r w:rsidRPr="00CB22A4">
        <w:rPr>
          <w:rStyle w:val="libArabicChar"/>
          <w:rtl/>
        </w:rPr>
        <w:t xml:space="preserve"> </w:t>
      </w:r>
      <w:r w:rsidRPr="00CB22A4">
        <w:rPr>
          <w:rStyle w:val="libArabicChar"/>
          <w:rFonts w:hint="cs"/>
          <w:rtl/>
        </w:rPr>
        <w:t>طرف</w:t>
      </w:r>
      <w:r w:rsidR="00F21947" w:rsidRPr="00B2551F">
        <w:rPr>
          <w:rStyle w:val="libArabicChar"/>
          <w:rFonts w:hint="cs"/>
          <w:rtl/>
        </w:rPr>
        <w:t>ه</w:t>
      </w:r>
      <w:r w:rsidRPr="00CB22A4">
        <w:rPr>
          <w:rStyle w:val="libArabicChar"/>
          <w:rFonts w:hint="cs"/>
          <w:rtl/>
        </w:rPr>
        <w:t>م</w:t>
      </w:r>
      <w:r w:rsidRPr="00CB22A4">
        <w:rPr>
          <w:rStyle w:val="libArabicChar"/>
          <w:rtl/>
        </w:rPr>
        <w:t xml:space="preserve"> </w:t>
      </w:r>
      <w:r w:rsidRPr="00CB22A4">
        <w:rPr>
          <w:rStyle w:val="libArabicChar"/>
          <w:rFonts w:hint="cs"/>
          <w:rtl/>
        </w:rPr>
        <w:t>و</w:t>
      </w:r>
      <w:r w:rsidRPr="00CB22A4">
        <w:rPr>
          <w:rStyle w:val="libArabicChar"/>
          <w:rtl/>
        </w:rPr>
        <w:t xml:space="preserve"> </w:t>
      </w:r>
      <w:r w:rsidRPr="00CB22A4">
        <w:rPr>
          <w:rStyle w:val="libArabicChar"/>
          <w:rFonts w:hint="cs"/>
          <w:rtl/>
        </w:rPr>
        <w:t>ا</w:t>
      </w:r>
      <w:r w:rsidRPr="00CB22A4">
        <w:rPr>
          <w:rStyle w:val="libArabicChar"/>
          <w:rtl/>
        </w:rPr>
        <w:t xml:space="preserve"> </w:t>
      </w:r>
      <w:r w:rsidRPr="00CB22A4">
        <w:rPr>
          <w:rStyle w:val="libArabicChar"/>
          <w:rFonts w:hint="cs"/>
          <w:rtl/>
        </w:rPr>
        <w:t>فئدت</w:t>
      </w:r>
      <w:r w:rsidR="00F21947" w:rsidRPr="00B2551F">
        <w:rPr>
          <w:rStyle w:val="libArabicChar"/>
          <w:rFonts w:hint="cs"/>
          <w:rtl/>
        </w:rPr>
        <w:t>ه</w:t>
      </w:r>
      <w:r w:rsidRPr="00CB22A4">
        <w:rPr>
          <w:rStyle w:val="libArabicChar"/>
          <w:rtl/>
        </w:rPr>
        <w:t xml:space="preserve">م </w:t>
      </w:r>
      <w:r w:rsidR="00F21947" w:rsidRPr="00B2551F">
        <w:rPr>
          <w:rStyle w:val="libArabicChar"/>
          <w:rFonts w:hint="cs"/>
          <w:rtl/>
        </w:rPr>
        <w:t>ه</w:t>
      </w:r>
      <w:r w:rsidRPr="00CB22A4">
        <w:rPr>
          <w:rStyle w:val="libArabicChar"/>
          <w:rFonts w:hint="cs"/>
          <w:rtl/>
        </w:rPr>
        <w:t>وائ</w:t>
      </w:r>
    </w:p>
    <w:p w:rsidR="001F628F" w:rsidRDefault="001F628F" w:rsidP="001F628F">
      <w:pPr>
        <w:pStyle w:val="libNormal"/>
        <w:rPr>
          <w:rtl/>
        </w:rPr>
      </w:pPr>
      <w:r>
        <w:rPr>
          <w:rtl/>
        </w:rPr>
        <w:t>3_قيامت كے دن ظالمو</w:t>
      </w:r>
      <w:r w:rsidR="00083993">
        <w:rPr>
          <w:rtl/>
        </w:rPr>
        <w:t xml:space="preserve">ں </w:t>
      </w:r>
      <w:r>
        <w:rPr>
          <w:rtl/>
        </w:rPr>
        <w:t>كا ناقابل بيان خوف ،اضطراب اور حيرت سے دوچار ہوجانا_</w:t>
      </w:r>
    </w:p>
    <w:p w:rsidR="00CB22A4" w:rsidRDefault="001E7F9D" w:rsidP="00F73EDE">
      <w:pPr>
        <w:pStyle w:val="libPoemTini"/>
        <w:rPr>
          <w:rtl/>
        </w:rPr>
      </w:pPr>
      <w:r>
        <w:rPr>
          <w:rtl/>
        </w:rPr>
        <w:br w:type="page"/>
      </w:r>
    </w:p>
    <w:p w:rsidR="001F628F" w:rsidRDefault="001F628F" w:rsidP="00CB22A4">
      <w:pPr>
        <w:pStyle w:val="libArabic"/>
        <w:rPr>
          <w:rtl/>
        </w:rPr>
      </w:pPr>
      <w:r>
        <w:rPr>
          <w:rFonts w:hint="eastAsia"/>
          <w:rtl/>
        </w:rPr>
        <w:lastRenderedPageBreak/>
        <w:t>يعمل</w:t>
      </w:r>
      <w:r>
        <w:rPr>
          <w:rtl/>
        </w:rPr>
        <w:t xml:space="preserve"> الظلمون ...م</w:t>
      </w:r>
      <w:r w:rsidR="00F21947" w:rsidRPr="00B2551F">
        <w:rPr>
          <w:rFonts w:hint="cs"/>
          <w:rtl/>
        </w:rPr>
        <w:t>ه</w:t>
      </w:r>
      <w:r>
        <w:rPr>
          <w:rFonts w:hint="cs"/>
          <w:rtl/>
        </w:rPr>
        <w:t>طعين</w:t>
      </w:r>
      <w:r>
        <w:rPr>
          <w:rtl/>
        </w:rPr>
        <w:t xml:space="preserve"> </w:t>
      </w:r>
      <w:r>
        <w:rPr>
          <w:rFonts w:hint="cs"/>
          <w:rtl/>
        </w:rPr>
        <w:t>مقنعى</w:t>
      </w:r>
      <w:r>
        <w:rPr>
          <w:rtl/>
        </w:rPr>
        <w:t xml:space="preserve"> </w:t>
      </w:r>
      <w:r>
        <w:rPr>
          <w:rFonts w:hint="cs"/>
          <w:rtl/>
        </w:rPr>
        <w:t>رء</w:t>
      </w:r>
      <w:r>
        <w:rPr>
          <w:rtl/>
        </w:rPr>
        <w:t xml:space="preserve"> </w:t>
      </w:r>
      <w:r>
        <w:rPr>
          <w:rFonts w:hint="cs"/>
          <w:rtl/>
        </w:rPr>
        <w:t>وس</w:t>
      </w:r>
      <w:r w:rsidR="00F21947" w:rsidRPr="00B2551F">
        <w:rPr>
          <w:rFonts w:hint="cs"/>
          <w:rtl/>
        </w:rPr>
        <w:t>ه</w:t>
      </w:r>
      <w:r>
        <w:rPr>
          <w:rFonts w:hint="cs"/>
          <w:rtl/>
        </w:rPr>
        <w:t>م</w:t>
      </w:r>
      <w:r>
        <w:rPr>
          <w:rtl/>
        </w:rPr>
        <w:t xml:space="preserve"> </w:t>
      </w:r>
      <w:r>
        <w:rPr>
          <w:rFonts w:hint="cs"/>
          <w:rtl/>
        </w:rPr>
        <w:t>لا</w:t>
      </w:r>
      <w:r>
        <w:rPr>
          <w:rtl/>
        </w:rPr>
        <w:t xml:space="preserve"> </w:t>
      </w:r>
      <w:r>
        <w:rPr>
          <w:rFonts w:hint="cs"/>
          <w:rtl/>
        </w:rPr>
        <w:t>يرتدّالي</w:t>
      </w:r>
      <w:r w:rsidR="00F21947" w:rsidRPr="00B2551F">
        <w:rPr>
          <w:rFonts w:hint="cs"/>
          <w:rtl/>
        </w:rPr>
        <w:t>ه</w:t>
      </w:r>
      <w:r>
        <w:rPr>
          <w:rFonts w:hint="cs"/>
          <w:rtl/>
        </w:rPr>
        <w:t>م</w:t>
      </w:r>
      <w:r>
        <w:rPr>
          <w:rtl/>
        </w:rPr>
        <w:t xml:space="preserve"> </w:t>
      </w:r>
      <w:r>
        <w:rPr>
          <w:rFonts w:hint="cs"/>
          <w:rtl/>
        </w:rPr>
        <w:t>طرف</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ا</w:t>
      </w:r>
      <w:r>
        <w:rPr>
          <w:rtl/>
        </w:rPr>
        <w:t xml:space="preserve"> </w:t>
      </w:r>
      <w:r>
        <w:rPr>
          <w:rFonts w:hint="cs"/>
          <w:rtl/>
        </w:rPr>
        <w:t>فئدت</w:t>
      </w:r>
      <w:r w:rsidR="00F21947" w:rsidRPr="00B2551F">
        <w:rPr>
          <w:rFonts w:hint="cs"/>
          <w:rtl/>
        </w:rPr>
        <w:t>ه</w:t>
      </w:r>
      <w:r>
        <w:rPr>
          <w:rtl/>
        </w:rPr>
        <w:t xml:space="preserve">م </w:t>
      </w:r>
      <w:r w:rsidR="00F21947" w:rsidRPr="00B2551F">
        <w:rPr>
          <w:rFonts w:hint="cs"/>
          <w:rtl/>
        </w:rPr>
        <w:t>ه</w:t>
      </w:r>
      <w:r>
        <w:rPr>
          <w:rFonts w:hint="cs"/>
          <w:rtl/>
        </w:rPr>
        <w:t>وائ</w:t>
      </w:r>
    </w:p>
    <w:p w:rsidR="001F628F" w:rsidRDefault="001F628F" w:rsidP="001F628F">
      <w:pPr>
        <w:pStyle w:val="libNormal"/>
        <w:rPr>
          <w:rtl/>
        </w:rPr>
      </w:pPr>
      <w:r>
        <w:rPr>
          <w:rtl/>
        </w:rPr>
        <w:t>4_ظلم ايك عظيم اور ناقابل بخشش گناہ ہے جو قيامت مي</w:t>
      </w:r>
      <w:r w:rsidR="00083993">
        <w:rPr>
          <w:rtl/>
        </w:rPr>
        <w:t xml:space="preserve">ں </w:t>
      </w:r>
      <w:r>
        <w:rPr>
          <w:rtl/>
        </w:rPr>
        <w:t>سخت عذاب الہى كا موجب بنے گا_</w:t>
      </w:r>
    </w:p>
    <w:p w:rsidR="001F628F" w:rsidRDefault="001F628F" w:rsidP="00CB22A4">
      <w:pPr>
        <w:pStyle w:val="libArabic"/>
        <w:rPr>
          <w:rtl/>
        </w:rPr>
      </w:pPr>
      <w:r>
        <w:rPr>
          <w:rFonts w:hint="eastAsia"/>
          <w:rtl/>
        </w:rPr>
        <w:t>يعمل</w:t>
      </w:r>
      <w:r>
        <w:rPr>
          <w:rtl/>
        </w:rPr>
        <w:t xml:space="preserve"> الظلمون ... ليوم تشخص في</w:t>
      </w:r>
      <w:r w:rsidR="00120F63" w:rsidRPr="00ED5DE8">
        <w:rPr>
          <w:rFonts w:hint="cs"/>
          <w:rtl/>
        </w:rPr>
        <w:t>ه</w:t>
      </w:r>
      <w:r>
        <w:rPr>
          <w:rtl/>
        </w:rPr>
        <w:t xml:space="preserve"> </w:t>
      </w:r>
      <w:r>
        <w:rPr>
          <w:rFonts w:hint="cs"/>
          <w:rtl/>
        </w:rPr>
        <w:t>الا</w:t>
      </w:r>
      <w:r>
        <w:rPr>
          <w:rtl/>
        </w:rPr>
        <w:t xml:space="preserve"> </w:t>
      </w:r>
      <w:r>
        <w:rPr>
          <w:rFonts w:hint="cs"/>
          <w:rtl/>
        </w:rPr>
        <w:t>بصر</w:t>
      </w:r>
      <w:r>
        <w:rPr>
          <w:rtl/>
        </w:rPr>
        <w:t>_</w:t>
      </w:r>
      <w:r>
        <w:rPr>
          <w:rFonts w:hint="cs"/>
          <w:rtl/>
        </w:rPr>
        <w:t>م</w:t>
      </w:r>
      <w:r w:rsidR="00F21947" w:rsidRPr="00B2551F">
        <w:rPr>
          <w:rFonts w:hint="cs"/>
          <w:rtl/>
        </w:rPr>
        <w:t>ه</w:t>
      </w:r>
      <w:r>
        <w:rPr>
          <w:rFonts w:hint="cs"/>
          <w:rtl/>
        </w:rPr>
        <w:t>طعين</w:t>
      </w:r>
      <w:r>
        <w:rPr>
          <w:rtl/>
        </w:rPr>
        <w:t xml:space="preserve"> </w:t>
      </w:r>
      <w:r>
        <w:rPr>
          <w:rFonts w:hint="cs"/>
          <w:rtl/>
        </w:rPr>
        <w:t>مقنعى</w:t>
      </w:r>
      <w:r>
        <w:rPr>
          <w:rtl/>
        </w:rPr>
        <w:t xml:space="preserve"> </w:t>
      </w:r>
      <w:r>
        <w:rPr>
          <w:rFonts w:hint="cs"/>
          <w:rtl/>
        </w:rPr>
        <w:t>رء</w:t>
      </w:r>
      <w:r>
        <w:rPr>
          <w:rtl/>
        </w:rPr>
        <w:t xml:space="preserve"> وس</w:t>
      </w:r>
      <w:r w:rsidR="00F21947" w:rsidRPr="00B2551F">
        <w:rPr>
          <w:rFonts w:hint="cs"/>
          <w:rtl/>
        </w:rPr>
        <w:t>ه</w:t>
      </w:r>
      <w:r>
        <w:rPr>
          <w:rFonts w:hint="cs"/>
          <w:rtl/>
        </w:rPr>
        <w:t>م</w:t>
      </w:r>
      <w:r>
        <w:rPr>
          <w:rtl/>
        </w:rPr>
        <w:t xml:space="preserve"> </w:t>
      </w:r>
      <w:r>
        <w:rPr>
          <w:rFonts w:hint="cs"/>
          <w:rtl/>
        </w:rPr>
        <w:t>لا</w:t>
      </w:r>
      <w:r>
        <w:rPr>
          <w:rtl/>
        </w:rPr>
        <w:t xml:space="preserve"> </w:t>
      </w:r>
      <w:r>
        <w:rPr>
          <w:rFonts w:hint="cs"/>
          <w:rtl/>
        </w:rPr>
        <w:t>يرتدّالي</w:t>
      </w:r>
      <w:r w:rsidR="00F21947" w:rsidRPr="00B2551F">
        <w:rPr>
          <w:rFonts w:hint="cs"/>
          <w:rtl/>
        </w:rPr>
        <w:t>ه</w:t>
      </w:r>
      <w:r>
        <w:rPr>
          <w:rFonts w:hint="cs"/>
          <w:rtl/>
        </w:rPr>
        <w:t>م</w:t>
      </w:r>
      <w:r>
        <w:rPr>
          <w:rtl/>
        </w:rPr>
        <w:t xml:space="preserve"> </w:t>
      </w:r>
      <w:r>
        <w:rPr>
          <w:rFonts w:hint="cs"/>
          <w:rtl/>
        </w:rPr>
        <w:t>طرف</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ا</w:t>
      </w:r>
      <w:r>
        <w:rPr>
          <w:rtl/>
        </w:rPr>
        <w:t xml:space="preserve"> </w:t>
      </w:r>
      <w:r>
        <w:rPr>
          <w:rFonts w:hint="cs"/>
          <w:rtl/>
        </w:rPr>
        <w:t>فئدت</w:t>
      </w:r>
      <w:r w:rsidR="00F21947" w:rsidRPr="00B2551F">
        <w:rPr>
          <w:rFonts w:hint="cs"/>
          <w:rtl/>
        </w:rPr>
        <w:t>ه</w:t>
      </w:r>
      <w:r>
        <w:rPr>
          <w:rtl/>
        </w:rPr>
        <w:t xml:space="preserve">م </w:t>
      </w:r>
      <w:r w:rsidR="00F21947" w:rsidRPr="00B2551F">
        <w:rPr>
          <w:rFonts w:hint="cs"/>
          <w:rtl/>
        </w:rPr>
        <w:t>ه</w:t>
      </w:r>
      <w:r>
        <w:rPr>
          <w:rFonts w:hint="cs"/>
          <w:rtl/>
        </w:rPr>
        <w:t>وائ</w:t>
      </w:r>
    </w:p>
    <w:p w:rsidR="001F628F" w:rsidRDefault="001F628F" w:rsidP="001F628F">
      <w:pPr>
        <w:pStyle w:val="libNormal"/>
        <w:rPr>
          <w:rtl/>
        </w:rPr>
      </w:pPr>
      <w:r>
        <w:rPr>
          <w:rtl/>
        </w:rPr>
        <w:t>5_انسان كا قيامت مي</w:t>
      </w:r>
      <w:r w:rsidR="00083993">
        <w:rPr>
          <w:rtl/>
        </w:rPr>
        <w:t xml:space="preserve">ں </w:t>
      </w:r>
      <w:r>
        <w:rPr>
          <w:rtl/>
        </w:rPr>
        <w:t>جسم اور روح كے ساتھ حاضر ہونا_</w:t>
      </w:r>
    </w:p>
    <w:p w:rsidR="001F628F" w:rsidRDefault="001F628F" w:rsidP="00CB22A4">
      <w:pPr>
        <w:pStyle w:val="libArabic"/>
        <w:rPr>
          <w:rtl/>
        </w:rPr>
      </w:pPr>
      <w:r>
        <w:rPr>
          <w:rFonts w:hint="eastAsia"/>
          <w:rtl/>
        </w:rPr>
        <w:t>ليوم</w:t>
      </w:r>
      <w:r>
        <w:rPr>
          <w:rtl/>
        </w:rPr>
        <w:t xml:space="preserve"> تشخص في</w:t>
      </w:r>
      <w:r w:rsidR="00120F63" w:rsidRPr="00ED5DE8">
        <w:rPr>
          <w:rFonts w:hint="cs"/>
          <w:rtl/>
        </w:rPr>
        <w:t>ه</w:t>
      </w:r>
      <w:r>
        <w:rPr>
          <w:rtl/>
        </w:rPr>
        <w:t xml:space="preserve"> </w:t>
      </w:r>
      <w:r>
        <w:rPr>
          <w:rFonts w:hint="cs"/>
          <w:rtl/>
        </w:rPr>
        <w:t>الا</w:t>
      </w:r>
      <w:r>
        <w:rPr>
          <w:rtl/>
        </w:rPr>
        <w:t xml:space="preserve"> </w:t>
      </w:r>
      <w:r>
        <w:rPr>
          <w:rFonts w:hint="cs"/>
          <w:rtl/>
        </w:rPr>
        <w:t>بصر</w:t>
      </w:r>
      <w:r>
        <w:rPr>
          <w:rtl/>
        </w:rPr>
        <w:t xml:space="preserve"> _ </w:t>
      </w:r>
      <w:r>
        <w:rPr>
          <w:rFonts w:hint="cs"/>
          <w:rtl/>
        </w:rPr>
        <w:t>م</w:t>
      </w:r>
      <w:r w:rsidR="00F21947" w:rsidRPr="00B2551F">
        <w:rPr>
          <w:rFonts w:hint="cs"/>
          <w:rtl/>
        </w:rPr>
        <w:t>ه</w:t>
      </w:r>
      <w:r>
        <w:rPr>
          <w:rFonts w:hint="cs"/>
          <w:rtl/>
        </w:rPr>
        <w:t>طعين</w:t>
      </w:r>
      <w:r>
        <w:rPr>
          <w:rtl/>
        </w:rPr>
        <w:t xml:space="preserve"> </w:t>
      </w:r>
      <w:r>
        <w:rPr>
          <w:rFonts w:hint="cs"/>
          <w:rtl/>
        </w:rPr>
        <w:t>مقنعى</w:t>
      </w:r>
      <w:r>
        <w:rPr>
          <w:rtl/>
        </w:rPr>
        <w:t xml:space="preserve"> </w:t>
      </w:r>
      <w:r>
        <w:rPr>
          <w:rFonts w:hint="cs"/>
          <w:rtl/>
        </w:rPr>
        <w:t>رء</w:t>
      </w:r>
      <w:r>
        <w:rPr>
          <w:rtl/>
        </w:rPr>
        <w:t xml:space="preserve"> </w:t>
      </w:r>
      <w:r>
        <w:rPr>
          <w:rFonts w:hint="cs"/>
          <w:rtl/>
        </w:rPr>
        <w:t>وس</w:t>
      </w:r>
      <w:r w:rsidR="00F21947" w:rsidRPr="00B2551F">
        <w:rPr>
          <w:rFonts w:hint="cs"/>
          <w:rtl/>
        </w:rPr>
        <w:t>ه</w:t>
      </w:r>
      <w:r>
        <w:rPr>
          <w:rFonts w:hint="cs"/>
          <w:rtl/>
        </w:rPr>
        <w:t>م</w:t>
      </w:r>
      <w:r>
        <w:rPr>
          <w:rtl/>
        </w:rPr>
        <w:t xml:space="preserve"> </w:t>
      </w:r>
      <w:r>
        <w:rPr>
          <w:rFonts w:hint="cs"/>
          <w:rtl/>
        </w:rPr>
        <w:t>لا</w:t>
      </w:r>
      <w:r>
        <w:rPr>
          <w:rtl/>
        </w:rPr>
        <w:t xml:space="preserve"> </w:t>
      </w:r>
      <w:r>
        <w:rPr>
          <w:rFonts w:hint="cs"/>
          <w:rtl/>
        </w:rPr>
        <w:t>يرتدّالي</w:t>
      </w:r>
      <w:r w:rsidR="00F21947" w:rsidRPr="00B2551F">
        <w:rPr>
          <w:rFonts w:hint="cs"/>
          <w:rtl/>
        </w:rPr>
        <w:t>ه</w:t>
      </w:r>
      <w:r>
        <w:rPr>
          <w:rFonts w:hint="cs"/>
          <w:rtl/>
        </w:rPr>
        <w:t>م</w:t>
      </w:r>
      <w:r>
        <w:rPr>
          <w:rtl/>
        </w:rPr>
        <w:t xml:space="preserve"> </w:t>
      </w:r>
      <w:r>
        <w:rPr>
          <w:rFonts w:hint="cs"/>
          <w:rtl/>
        </w:rPr>
        <w:t>طرف</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ا</w:t>
      </w:r>
      <w:r>
        <w:rPr>
          <w:rtl/>
        </w:rPr>
        <w:t xml:space="preserve"> </w:t>
      </w:r>
      <w:r>
        <w:rPr>
          <w:rFonts w:hint="cs"/>
          <w:rtl/>
        </w:rPr>
        <w:t>فئدت</w:t>
      </w:r>
      <w:r w:rsidR="00F21947" w:rsidRPr="00B2551F">
        <w:rPr>
          <w:rFonts w:hint="cs"/>
          <w:rtl/>
        </w:rPr>
        <w:t>ه</w:t>
      </w:r>
      <w:r>
        <w:rPr>
          <w:rtl/>
        </w:rPr>
        <w:t xml:space="preserve">م </w:t>
      </w:r>
      <w:r w:rsidR="00F21947" w:rsidRPr="00B2551F">
        <w:rPr>
          <w:rFonts w:hint="cs"/>
          <w:rtl/>
        </w:rPr>
        <w:t>ه</w:t>
      </w:r>
      <w:r>
        <w:rPr>
          <w:rFonts w:hint="cs"/>
          <w:rtl/>
        </w:rPr>
        <w:t>وائ</w:t>
      </w:r>
    </w:p>
    <w:p w:rsidR="001F628F" w:rsidRDefault="001F628F" w:rsidP="00CB22A4">
      <w:pPr>
        <w:pStyle w:val="libNormal"/>
        <w:rPr>
          <w:rtl/>
        </w:rPr>
      </w:pPr>
      <w:r>
        <w:rPr>
          <w:rFonts w:hint="eastAsia"/>
          <w:rtl/>
        </w:rPr>
        <w:t>خوف</w:t>
      </w:r>
      <w:r>
        <w:rPr>
          <w:rtl/>
        </w:rPr>
        <w:t>:</w:t>
      </w:r>
      <w:r>
        <w:rPr>
          <w:rFonts w:hint="eastAsia"/>
          <w:rtl/>
        </w:rPr>
        <w:t>اخروى</w:t>
      </w:r>
      <w:r>
        <w:rPr>
          <w:rtl/>
        </w:rPr>
        <w:t xml:space="preserve"> خوف كے مراتب3</w:t>
      </w:r>
    </w:p>
    <w:p w:rsidR="001F628F" w:rsidRDefault="001F628F" w:rsidP="00CB22A4">
      <w:pPr>
        <w:pStyle w:val="libNormal"/>
        <w:rPr>
          <w:rtl/>
        </w:rPr>
      </w:pPr>
      <w:r>
        <w:rPr>
          <w:rFonts w:hint="eastAsia"/>
          <w:rtl/>
        </w:rPr>
        <w:t>سزا</w:t>
      </w:r>
      <w:r>
        <w:rPr>
          <w:rtl/>
        </w:rPr>
        <w:t>:</w:t>
      </w:r>
      <w:r>
        <w:rPr>
          <w:rFonts w:hint="eastAsia"/>
          <w:rtl/>
        </w:rPr>
        <w:t>اخروى</w:t>
      </w:r>
      <w:r>
        <w:rPr>
          <w:rtl/>
        </w:rPr>
        <w:t xml:space="preserve"> سزا كے مراتب4</w:t>
      </w:r>
    </w:p>
    <w:p w:rsidR="001F628F" w:rsidRDefault="001F628F" w:rsidP="00CB22A4">
      <w:pPr>
        <w:pStyle w:val="libNormal"/>
        <w:rPr>
          <w:rtl/>
        </w:rPr>
      </w:pPr>
      <w:r>
        <w:rPr>
          <w:rFonts w:hint="eastAsia"/>
          <w:rtl/>
        </w:rPr>
        <w:t>ظالمين</w:t>
      </w:r>
      <w:r>
        <w:rPr>
          <w:rtl/>
        </w:rPr>
        <w:t>:</w:t>
      </w:r>
      <w:r>
        <w:rPr>
          <w:rFonts w:hint="eastAsia"/>
          <w:rtl/>
        </w:rPr>
        <w:t>ظالمين</w:t>
      </w:r>
      <w:r>
        <w:rPr>
          <w:rtl/>
        </w:rPr>
        <w:t xml:space="preserve"> كا اخروى حشر،1;ظالمين كا اخروى خوف 1،</w:t>
      </w:r>
    </w:p>
    <w:p w:rsidR="001F628F" w:rsidRDefault="001F628F" w:rsidP="001F628F">
      <w:pPr>
        <w:pStyle w:val="libNormal"/>
        <w:rPr>
          <w:rtl/>
        </w:rPr>
      </w:pPr>
      <w:r>
        <w:rPr>
          <w:rtl/>
        </w:rPr>
        <w:t>3; ظالمين كى اخروى جلد بازي1;ظالمين كا اخروى عجز2;ظالمين كى انكھو</w:t>
      </w:r>
      <w:r w:rsidR="00083993">
        <w:rPr>
          <w:rtl/>
        </w:rPr>
        <w:t xml:space="preserve">ں </w:t>
      </w:r>
      <w:r>
        <w:rPr>
          <w:rtl/>
        </w:rPr>
        <w:t>كا حيرت زدہ ہونا 1 ،2،3; ظالمين كى اخروى ذلت1;ظالمين قيامت كے دن 1،2،3;ظالمين كے اخروى خوف كے اثرات2</w:t>
      </w:r>
    </w:p>
    <w:p w:rsidR="001F628F" w:rsidRDefault="001F628F" w:rsidP="00CB22A4">
      <w:pPr>
        <w:pStyle w:val="libNormal"/>
        <w:rPr>
          <w:rtl/>
        </w:rPr>
      </w:pPr>
      <w:r>
        <w:rPr>
          <w:rFonts w:hint="eastAsia"/>
          <w:rtl/>
        </w:rPr>
        <w:t>ظلم</w:t>
      </w:r>
      <w:r>
        <w:rPr>
          <w:rtl/>
        </w:rPr>
        <w:t xml:space="preserve"> :</w:t>
      </w:r>
      <w:r>
        <w:rPr>
          <w:rFonts w:hint="eastAsia"/>
          <w:rtl/>
        </w:rPr>
        <w:t>ظلم</w:t>
      </w:r>
      <w:r>
        <w:rPr>
          <w:rtl/>
        </w:rPr>
        <w:t xml:space="preserve"> كا گناہ 4;ظلم كى سزا4</w:t>
      </w:r>
    </w:p>
    <w:p w:rsidR="001F628F" w:rsidRDefault="001F628F" w:rsidP="00CB22A4">
      <w:pPr>
        <w:pStyle w:val="libNormal"/>
        <w:rPr>
          <w:rtl/>
        </w:rPr>
      </w:pPr>
      <w:r>
        <w:rPr>
          <w:rFonts w:hint="eastAsia"/>
          <w:rtl/>
        </w:rPr>
        <w:t>عذاب</w:t>
      </w:r>
      <w:r>
        <w:rPr>
          <w:rtl/>
        </w:rPr>
        <w:t xml:space="preserve"> :</w:t>
      </w:r>
      <w:r>
        <w:rPr>
          <w:rFonts w:hint="eastAsia"/>
          <w:rtl/>
        </w:rPr>
        <w:t>اُخروى</w:t>
      </w:r>
      <w:r>
        <w:rPr>
          <w:rtl/>
        </w:rPr>
        <w:t xml:space="preserve"> عذاب كے اسباب 4</w:t>
      </w:r>
    </w:p>
    <w:p w:rsidR="001F628F" w:rsidRDefault="001F628F" w:rsidP="00CB22A4">
      <w:pPr>
        <w:pStyle w:val="libNormal"/>
        <w:rPr>
          <w:rtl/>
        </w:rPr>
      </w:pPr>
      <w:r>
        <w:rPr>
          <w:rFonts w:hint="eastAsia"/>
          <w:rtl/>
        </w:rPr>
        <w:t>قيامت</w:t>
      </w:r>
      <w:r>
        <w:rPr>
          <w:rtl/>
        </w:rPr>
        <w:t>:</w:t>
      </w:r>
      <w:r>
        <w:rPr>
          <w:rFonts w:hint="eastAsia"/>
          <w:rtl/>
        </w:rPr>
        <w:t>قيامت</w:t>
      </w:r>
      <w:r>
        <w:rPr>
          <w:rtl/>
        </w:rPr>
        <w:t xml:space="preserve"> كاھول1،2،3;قيامت مي</w:t>
      </w:r>
      <w:r w:rsidR="00083993">
        <w:rPr>
          <w:rtl/>
        </w:rPr>
        <w:t xml:space="preserve">ں </w:t>
      </w:r>
      <w:r>
        <w:rPr>
          <w:rtl/>
        </w:rPr>
        <w:t>انكھو</w:t>
      </w:r>
      <w:r w:rsidR="00083993">
        <w:rPr>
          <w:rtl/>
        </w:rPr>
        <w:t xml:space="preserve">ں </w:t>
      </w:r>
      <w:r>
        <w:rPr>
          <w:rtl/>
        </w:rPr>
        <w:t>كا حيرت زدہ ہو جانا1،2،3</w:t>
      </w:r>
    </w:p>
    <w:p w:rsidR="001F628F" w:rsidRDefault="001F628F" w:rsidP="001F628F">
      <w:pPr>
        <w:pStyle w:val="libNormal"/>
        <w:rPr>
          <w:rtl/>
        </w:rPr>
      </w:pPr>
      <w:r>
        <w:rPr>
          <w:rFonts w:hint="eastAsia"/>
          <w:rtl/>
        </w:rPr>
        <w:t>كبيرہ</w:t>
      </w:r>
      <w:r>
        <w:rPr>
          <w:rtl/>
        </w:rPr>
        <w:t xml:space="preserve"> گناہ:4</w:t>
      </w:r>
    </w:p>
    <w:p w:rsidR="001F628F" w:rsidRDefault="001F628F" w:rsidP="00CB22A4">
      <w:pPr>
        <w:pStyle w:val="libNormal"/>
        <w:rPr>
          <w:rtl/>
        </w:rPr>
      </w:pPr>
      <w:r>
        <w:rPr>
          <w:rFonts w:hint="eastAsia"/>
          <w:rtl/>
        </w:rPr>
        <w:t>گناہ</w:t>
      </w:r>
      <w:r>
        <w:rPr>
          <w:rtl/>
        </w:rPr>
        <w:t>:</w:t>
      </w:r>
      <w:r>
        <w:rPr>
          <w:rFonts w:hint="eastAsia"/>
          <w:rtl/>
        </w:rPr>
        <w:t>ناقابل</w:t>
      </w:r>
      <w:r>
        <w:rPr>
          <w:rtl/>
        </w:rPr>
        <w:t xml:space="preserve"> بخشش گناہ 4</w:t>
      </w:r>
    </w:p>
    <w:p w:rsidR="001F628F" w:rsidRDefault="001F628F" w:rsidP="00CB22A4">
      <w:pPr>
        <w:pStyle w:val="libNormal"/>
        <w:rPr>
          <w:rtl/>
        </w:rPr>
      </w:pPr>
      <w:r>
        <w:rPr>
          <w:rFonts w:hint="eastAsia"/>
          <w:rtl/>
        </w:rPr>
        <w:t>معاد</w:t>
      </w:r>
      <w:r>
        <w:rPr>
          <w:rtl/>
        </w:rPr>
        <w:t>:</w:t>
      </w:r>
      <w:r>
        <w:rPr>
          <w:rFonts w:hint="eastAsia"/>
          <w:rtl/>
        </w:rPr>
        <w:t>جسمانى</w:t>
      </w:r>
      <w:r>
        <w:rPr>
          <w:rtl/>
        </w:rPr>
        <w:t xml:space="preserve"> معاد 5;روحانى معاد5</w:t>
      </w:r>
    </w:p>
    <w:p w:rsidR="00CB22A4" w:rsidRDefault="001E7F9D" w:rsidP="00F73EDE">
      <w:pPr>
        <w:pStyle w:val="libPoemTini"/>
        <w:rPr>
          <w:rtl/>
        </w:rPr>
      </w:pPr>
      <w:r>
        <w:rPr>
          <w:rtl/>
        </w:rPr>
        <w:br w:type="page"/>
      </w:r>
    </w:p>
    <w:p w:rsidR="00CB22A4" w:rsidRDefault="00CB22A4" w:rsidP="00CB22A4">
      <w:pPr>
        <w:pStyle w:val="Heading2Center"/>
        <w:rPr>
          <w:rtl/>
        </w:rPr>
      </w:pPr>
      <w:bookmarkStart w:id="44" w:name="_Toc28081722"/>
      <w:r>
        <w:rPr>
          <w:rFonts w:hint="cs"/>
          <w:rtl/>
        </w:rPr>
        <w:lastRenderedPageBreak/>
        <w:t>آیت 44</w:t>
      </w:r>
      <w:bookmarkEnd w:id="44"/>
    </w:p>
    <w:p w:rsidR="001F628F" w:rsidRDefault="00E260F9" w:rsidP="00CB22A4">
      <w:pPr>
        <w:pStyle w:val="libNormal"/>
        <w:rPr>
          <w:rtl/>
        </w:rPr>
      </w:pPr>
      <w:r w:rsidRPr="00E260F9">
        <w:rPr>
          <w:rStyle w:val="libAlaemChar"/>
          <w:rFonts w:hint="eastAsia"/>
          <w:rtl/>
        </w:rPr>
        <w:t>(</w:t>
      </w:r>
      <w:r w:rsidRPr="00CB22A4">
        <w:rPr>
          <w:rStyle w:val="libAieChar"/>
          <w:rFonts w:hint="eastAsia"/>
          <w:rtl/>
        </w:rPr>
        <w:t>وَأَنذِرِ</w:t>
      </w:r>
      <w:r w:rsidRPr="00CB22A4">
        <w:rPr>
          <w:rStyle w:val="libAieChar"/>
          <w:rtl/>
        </w:rPr>
        <w:t xml:space="preserve"> النَّاسَ يَوْمَ يَأْتِيهِمُ الْعَذَابُ فَيَقُولُ الَّذِينَ ظَلَمُواْ رَبَّنَا أَخِّرْنَا إِلَى أَجَلٍ قَرِيبٍ نُّجِبْ دَعْوَتَكَ وَنَتَّبِعِ الرُّسُلَ أَوَلَمْ تَكُونُواْ أَقْسَمْتُم مِّن قَبْلُ مَا لَكُم مِّن زَوَالٍ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آپ لوگو</w:t>
      </w:r>
      <w:r w:rsidR="00083993">
        <w:rPr>
          <w:rtl/>
        </w:rPr>
        <w:t xml:space="preserve">ں </w:t>
      </w:r>
      <w:r>
        <w:rPr>
          <w:rtl/>
        </w:rPr>
        <w:t>كو اس دن سے ڈرائي</w:t>
      </w:r>
      <w:r w:rsidR="00083993">
        <w:rPr>
          <w:rtl/>
        </w:rPr>
        <w:t xml:space="preserve">ں </w:t>
      </w:r>
      <w:r>
        <w:rPr>
          <w:rtl/>
        </w:rPr>
        <w:t>جس دن ان تك عذاب آجائے گا تو ظالمي</w:t>
      </w:r>
      <w:r w:rsidR="00083993">
        <w:rPr>
          <w:rtl/>
        </w:rPr>
        <w:t xml:space="preserve">ں </w:t>
      </w:r>
      <w:r>
        <w:rPr>
          <w:rtl/>
        </w:rPr>
        <w:t>كہي</w:t>
      </w:r>
      <w:r w:rsidR="00083993">
        <w:rPr>
          <w:rtl/>
        </w:rPr>
        <w:t xml:space="preserve">ں </w:t>
      </w:r>
      <w:r>
        <w:rPr>
          <w:rtl/>
        </w:rPr>
        <w:t>گے كہ پروردگار ہمي</w:t>
      </w:r>
      <w:r w:rsidR="00083993">
        <w:rPr>
          <w:rtl/>
        </w:rPr>
        <w:t xml:space="preserve">ں </w:t>
      </w:r>
      <w:r>
        <w:rPr>
          <w:rtl/>
        </w:rPr>
        <w:t>تھوڑى مدّت كے لئے پلٹادے كہ ہم تيرى دعوت كو قبول كرلي</w:t>
      </w:r>
      <w:r w:rsidR="00083993">
        <w:rPr>
          <w:rtl/>
        </w:rPr>
        <w:t xml:space="preserve">ں </w:t>
      </w:r>
      <w:r>
        <w:rPr>
          <w:rtl/>
        </w:rPr>
        <w:t>اور تيرے رسولو</w:t>
      </w:r>
      <w:r w:rsidR="00083993">
        <w:rPr>
          <w:rtl/>
        </w:rPr>
        <w:t xml:space="preserve">ں </w:t>
      </w:r>
      <w:r>
        <w:rPr>
          <w:rtl/>
        </w:rPr>
        <w:t>كا اتباع كرلي</w:t>
      </w:r>
      <w:r w:rsidR="00083993">
        <w:rPr>
          <w:rtl/>
        </w:rPr>
        <w:t xml:space="preserve">ں </w:t>
      </w:r>
      <w:r>
        <w:rPr>
          <w:rtl/>
        </w:rPr>
        <w:t>تو جواب ملے گا كہ كيا تم نے اس سے پہلے قسم نہي</w:t>
      </w:r>
      <w:r w:rsidR="00083993">
        <w:rPr>
          <w:rtl/>
        </w:rPr>
        <w:t xml:space="preserve">ں </w:t>
      </w:r>
      <w:r>
        <w:rPr>
          <w:rtl/>
        </w:rPr>
        <w:t>كھائي تھى كہ تمھي</w:t>
      </w:r>
      <w:r w:rsidR="00083993">
        <w:rPr>
          <w:rtl/>
        </w:rPr>
        <w:t xml:space="preserve">ں </w:t>
      </w:r>
      <w:r>
        <w:rPr>
          <w:rtl/>
        </w:rPr>
        <w:t>كسى طرح كا زوال نہ ہوگا_</w:t>
      </w:r>
    </w:p>
    <w:p w:rsidR="001F628F" w:rsidRDefault="001F628F" w:rsidP="001F628F">
      <w:pPr>
        <w:pStyle w:val="libNormal"/>
        <w:rPr>
          <w:rtl/>
        </w:rPr>
      </w:pPr>
      <w:r>
        <w:rPr>
          <w:rtl/>
        </w:rPr>
        <w:t xml:space="preserve">1_ پيغمبر اكرم </w:t>
      </w:r>
      <w:r w:rsidR="00F031CD" w:rsidRPr="00F031CD">
        <w:rPr>
          <w:rStyle w:val="libAlaemChar"/>
          <w:rtl/>
        </w:rPr>
        <w:t xml:space="preserve"> صلى‌الله‌عليه‌وآله‌وسلم </w:t>
      </w:r>
      <w:r>
        <w:rPr>
          <w:rtl/>
        </w:rPr>
        <w:t xml:space="preserve"> لوگو</w:t>
      </w:r>
      <w:r w:rsidR="00083993">
        <w:rPr>
          <w:rtl/>
        </w:rPr>
        <w:t xml:space="preserve">ں </w:t>
      </w:r>
      <w:r>
        <w:rPr>
          <w:rtl/>
        </w:rPr>
        <w:t>كو خوفناك عذاب كے نزول سے انذار اور ڈرانے پرمامور تھے_</w:t>
      </w:r>
    </w:p>
    <w:p w:rsidR="001F628F" w:rsidRDefault="001F628F" w:rsidP="00CB22A4">
      <w:pPr>
        <w:pStyle w:val="libArabic"/>
        <w:rPr>
          <w:rtl/>
        </w:rPr>
      </w:pPr>
      <w:r>
        <w:rPr>
          <w:rFonts w:hint="eastAsia"/>
          <w:rtl/>
        </w:rPr>
        <w:t>وا</w:t>
      </w:r>
      <w:r>
        <w:rPr>
          <w:rtl/>
        </w:rPr>
        <w:t xml:space="preserve"> نذر الناس يوم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ربّنا</w:t>
      </w:r>
      <w:r>
        <w:rPr>
          <w:rtl/>
        </w:rPr>
        <w:t>ا خّرن</w:t>
      </w:r>
    </w:p>
    <w:p w:rsidR="001F628F" w:rsidRDefault="001F628F" w:rsidP="001F628F">
      <w:pPr>
        <w:pStyle w:val="libNormal"/>
        <w:rPr>
          <w:rtl/>
        </w:rPr>
      </w:pPr>
      <w:r>
        <w:rPr>
          <w:rFonts w:hint="eastAsia"/>
          <w:rtl/>
        </w:rPr>
        <w:t>مندرجہ</w:t>
      </w:r>
      <w:r>
        <w:rPr>
          <w:rtl/>
        </w:rPr>
        <w:t xml:space="preserve"> بالا مطلب اس بات پر موقوف ہے كہ جب''العذاب''سے دنيوى عذاب (استيصا ل) مرادہو _رسولو</w:t>
      </w:r>
      <w:r w:rsidR="00083993">
        <w:rPr>
          <w:rtl/>
        </w:rPr>
        <w:t xml:space="preserve">ں </w:t>
      </w:r>
      <w:r>
        <w:rPr>
          <w:rtl/>
        </w:rPr>
        <w:t>كى دعوت كو قبول كرنے كے لئے مہلت كى درخواست (</w:t>
      </w:r>
      <w:r w:rsidRPr="00CB22A4">
        <w:rPr>
          <w:rStyle w:val="libArabicChar"/>
          <w:rtl/>
        </w:rPr>
        <w:t>ربّنا ا خّرنا___ ونتّبع الرسل</w:t>
      </w:r>
      <w:r>
        <w:rPr>
          <w:rtl/>
        </w:rPr>
        <w:t>)بھى اس مطلب كى تائيد كرتى ہے_</w:t>
      </w:r>
    </w:p>
    <w:p w:rsidR="001F628F" w:rsidRDefault="001F628F" w:rsidP="00CB22A4">
      <w:pPr>
        <w:pStyle w:val="libNormal"/>
        <w:rPr>
          <w:rtl/>
        </w:rPr>
      </w:pPr>
      <w:r>
        <w:rPr>
          <w:rtl/>
        </w:rPr>
        <w:t xml:space="preserve">2_پيغمبر اسلام </w:t>
      </w:r>
      <w:r w:rsidR="00F031CD" w:rsidRPr="00F031CD">
        <w:rPr>
          <w:rStyle w:val="libAlaemChar"/>
          <w:rtl/>
        </w:rPr>
        <w:t xml:space="preserve"> صلى‌الله‌عليه‌وآله‌وسلم </w:t>
      </w:r>
      <w:r>
        <w:rPr>
          <w:rtl/>
        </w:rPr>
        <w:t xml:space="preserve"> كى رسالت كا عالمى اور وسيع ہونا _</w:t>
      </w:r>
      <w:r w:rsidRPr="00CB22A4">
        <w:rPr>
          <w:rStyle w:val="libArabicChar"/>
          <w:rFonts w:hint="eastAsia"/>
          <w:rtl/>
        </w:rPr>
        <w:t>وا</w:t>
      </w:r>
      <w:r w:rsidRPr="00CB22A4">
        <w:rPr>
          <w:rStyle w:val="libArabicChar"/>
          <w:rtl/>
        </w:rPr>
        <w:t xml:space="preserve"> نذر الناس</w:t>
      </w:r>
    </w:p>
    <w:p w:rsidR="001F628F" w:rsidRDefault="001F628F" w:rsidP="00CB22A4">
      <w:pPr>
        <w:pStyle w:val="libNormal"/>
        <w:rPr>
          <w:rtl/>
        </w:rPr>
      </w:pPr>
      <w:r>
        <w:rPr>
          <w:rtl/>
        </w:rPr>
        <w:t>3_تباہ كنندہ دنيوى عذاب ديكھ كر ظالمو</w:t>
      </w:r>
      <w:r w:rsidR="00083993">
        <w:rPr>
          <w:rtl/>
        </w:rPr>
        <w:t xml:space="preserve">ں </w:t>
      </w:r>
      <w:r>
        <w:rPr>
          <w:rtl/>
        </w:rPr>
        <w:t>كا خداوند عالم كى دعوت كو قبول كرنے اور انبيا ئے الہى كى پيروى كے لئے مہلت طلب كرنا_</w:t>
      </w:r>
      <w:r w:rsidRPr="00CB22A4">
        <w:rPr>
          <w:rStyle w:val="libArabicChar"/>
          <w:rFonts w:hint="eastAsia"/>
          <w:rtl/>
        </w:rPr>
        <w:t>يوم</w:t>
      </w:r>
      <w:r w:rsidRPr="00CB22A4">
        <w:rPr>
          <w:rStyle w:val="libArabicChar"/>
          <w:rtl/>
        </w:rPr>
        <w:t xml:space="preserve"> يا تي</w:t>
      </w:r>
      <w:r w:rsidR="00F21947" w:rsidRPr="00B2551F">
        <w:rPr>
          <w:rStyle w:val="libArabicChar"/>
          <w:rFonts w:hint="cs"/>
          <w:rtl/>
        </w:rPr>
        <w:t>ه</w:t>
      </w:r>
      <w:r w:rsidRPr="00CB22A4">
        <w:rPr>
          <w:rStyle w:val="libArabicChar"/>
          <w:rFonts w:hint="cs"/>
          <w:rtl/>
        </w:rPr>
        <w:t>م</w:t>
      </w:r>
      <w:r w:rsidRPr="00CB22A4">
        <w:rPr>
          <w:rStyle w:val="libArabicChar"/>
          <w:rtl/>
        </w:rPr>
        <w:t xml:space="preserve"> </w:t>
      </w:r>
      <w:r w:rsidRPr="00CB22A4">
        <w:rPr>
          <w:rStyle w:val="libArabicChar"/>
          <w:rFonts w:hint="cs"/>
          <w:rtl/>
        </w:rPr>
        <w:t>العذاب</w:t>
      </w:r>
      <w:r w:rsidRPr="00CB22A4">
        <w:rPr>
          <w:rStyle w:val="libArabicChar"/>
          <w:rtl/>
        </w:rPr>
        <w:t xml:space="preserve"> </w:t>
      </w:r>
      <w:r w:rsidRPr="00CB22A4">
        <w:rPr>
          <w:rStyle w:val="libArabicChar"/>
          <w:rFonts w:hint="cs"/>
          <w:rtl/>
        </w:rPr>
        <w:t>فيقول</w:t>
      </w:r>
      <w:r w:rsidRPr="00CB22A4">
        <w:rPr>
          <w:rStyle w:val="libArabicChar"/>
          <w:rtl/>
        </w:rPr>
        <w:t xml:space="preserve"> </w:t>
      </w:r>
      <w:r w:rsidRPr="00CB22A4">
        <w:rPr>
          <w:rStyle w:val="libArabicChar"/>
          <w:rFonts w:hint="cs"/>
          <w:rtl/>
        </w:rPr>
        <w:t>الذين</w:t>
      </w:r>
      <w:r w:rsidRPr="00CB22A4">
        <w:rPr>
          <w:rStyle w:val="libArabicChar"/>
          <w:rtl/>
        </w:rPr>
        <w:t xml:space="preserve"> </w:t>
      </w:r>
      <w:r w:rsidRPr="00CB22A4">
        <w:rPr>
          <w:rStyle w:val="libArabicChar"/>
          <w:rFonts w:hint="cs"/>
          <w:rtl/>
        </w:rPr>
        <w:t>ظلموا</w:t>
      </w:r>
      <w:r w:rsidRPr="00CB22A4">
        <w:rPr>
          <w:rStyle w:val="libArabicChar"/>
          <w:rtl/>
        </w:rPr>
        <w:t xml:space="preserve"> </w:t>
      </w:r>
      <w:r w:rsidRPr="00CB22A4">
        <w:rPr>
          <w:rStyle w:val="libArabicChar"/>
          <w:rFonts w:hint="cs"/>
          <w:rtl/>
        </w:rPr>
        <w:t>ربّناا</w:t>
      </w:r>
      <w:r w:rsidRPr="00CB22A4">
        <w:rPr>
          <w:rStyle w:val="libArabicChar"/>
          <w:rtl/>
        </w:rPr>
        <w:t xml:space="preserve"> </w:t>
      </w:r>
      <w:r w:rsidRPr="00CB22A4">
        <w:rPr>
          <w:rStyle w:val="libArabicChar"/>
          <w:rFonts w:hint="cs"/>
          <w:rtl/>
        </w:rPr>
        <w:t>خّرناالى</w:t>
      </w:r>
      <w:r w:rsidRPr="00CB22A4">
        <w:rPr>
          <w:rStyle w:val="libArabicChar"/>
          <w:rtl/>
        </w:rPr>
        <w:t xml:space="preserve"> </w:t>
      </w:r>
      <w:r w:rsidRPr="00CB22A4">
        <w:rPr>
          <w:rStyle w:val="libArabicChar"/>
          <w:rFonts w:hint="cs"/>
          <w:rtl/>
        </w:rPr>
        <w:t>ا</w:t>
      </w:r>
      <w:r w:rsidRPr="00CB22A4">
        <w:rPr>
          <w:rStyle w:val="libArabicChar"/>
          <w:rtl/>
        </w:rPr>
        <w:t xml:space="preserve"> </w:t>
      </w:r>
      <w:r w:rsidRPr="00CB22A4">
        <w:rPr>
          <w:rStyle w:val="libArabicChar"/>
          <w:rFonts w:hint="cs"/>
          <w:rtl/>
        </w:rPr>
        <w:t>جل</w:t>
      </w:r>
      <w:r w:rsidRPr="00CB22A4">
        <w:rPr>
          <w:rStyle w:val="libArabicChar"/>
          <w:rtl/>
        </w:rPr>
        <w:t xml:space="preserve"> </w:t>
      </w:r>
      <w:r w:rsidRPr="00CB22A4">
        <w:rPr>
          <w:rStyle w:val="libArabicChar"/>
          <w:rFonts w:hint="cs"/>
          <w:rtl/>
        </w:rPr>
        <w:t>قريب</w:t>
      </w:r>
      <w:r w:rsidRPr="00CB22A4">
        <w:rPr>
          <w:rStyle w:val="libArabicChar"/>
          <w:rtl/>
        </w:rPr>
        <w:t xml:space="preserve"> </w:t>
      </w:r>
      <w:r w:rsidRPr="00CB22A4">
        <w:rPr>
          <w:rStyle w:val="libArabicChar"/>
          <w:rFonts w:hint="cs"/>
          <w:rtl/>
        </w:rPr>
        <w:t>نجب</w:t>
      </w:r>
      <w:r w:rsidRPr="00CB22A4">
        <w:rPr>
          <w:rStyle w:val="libArabicChar"/>
          <w:rtl/>
        </w:rPr>
        <w:t xml:space="preserve"> </w:t>
      </w:r>
      <w:r w:rsidRPr="00CB22A4">
        <w:rPr>
          <w:rStyle w:val="libArabicChar"/>
          <w:rFonts w:hint="cs"/>
          <w:rtl/>
        </w:rPr>
        <w:t>دعوتك</w:t>
      </w:r>
      <w:r w:rsidRPr="00CB22A4">
        <w:rPr>
          <w:rStyle w:val="libArabicChar"/>
          <w:rtl/>
        </w:rPr>
        <w:t xml:space="preserve"> </w:t>
      </w:r>
      <w:r w:rsidRPr="00CB22A4">
        <w:rPr>
          <w:rStyle w:val="libArabicChar"/>
          <w:rFonts w:hint="cs"/>
          <w:rtl/>
        </w:rPr>
        <w:t>و</w:t>
      </w:r>
      <w:r w:rsidRPr="00CB22A4">
        <w:rPr>
          <w:rStyle w:val="libArabicChar"/>
          <w:rtl/>
        </w:rPr>
        <w:t>نتّبع الرسل</w:t>
      </w:r>
    </w:p>
    <w:p w:rsidR="00CB22A4" w:rsidRDefault="001F628F" w:rsidP="00CB22A4">
      <w:pPr>
        <w:pStyle w:val="libNormal"/>
        <w:rPr>
          <w:rtl/>
        </w:rPr>
      </w:pPr>
      <w:r>
        <w:rPr>
          <w:rtl/>
        </w:rPr>
        <w:t>4_ظالم لوگ ،قيامت كے دن عذاب ديكھ كر خداوند</w:t>
      </w:r>
      <w:r w:rsidR="00CB22A4" w:rsidRPr="00CB22A4">
        <w:rPr>
          <w:rFonts w:hint="eastAsia"/>
          <w:rtl/>
        </w:rPr>
        <w:t xml:space="preserve"> </w:t>
      </w:r>
      <w:r w:rsidR="00CB22A4">
        <w:rPr>
          <w:rFonts w:hint="eastAsia"/>
          <w:rtl/>
        </w:rPr>
        <w:t>عالم</w:t>
      </w:r>
      <w:r w:rsidR="00CB22A4">
        <w:rPr>
          <w:rtl/>
        </w:rPr>
        <w:t xml:space="preserve"> كى دعوت كاجواب دينے اور انبيا ئے الہى كى پيروى كرنے كے لئے تھوڑى مدت كى مہلت طلب كريں گے_*</w:t>
      </w:r>
    </w:p>
    <w:p w:rsidR="00CB22A4" w:rsidRDefault="00CB22A4" w:rsidP="00CB22A4">
      <w:pPr>
        <w:pStyle w:val="libArabic"/>
        <w:rPr>
          <w:rtl/>
        </w:rPr>
      </w:pPr>
      <w:r>
        <w:rPr>
          <w:rFonts w:hint="eastAsia"/>
          <w:rtl/>
        </w:rPr>
        <w:t>يوم</w:t>
      </w:r>
      <w:r>
        <w:rPr>
          <w:rtl/>
        </w:rPr>
        <w:t xml:space="preserve">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ربّناا</w:t>
      </w:r>
      <w:r>
        <w:rPr>
          <w:rtl/>
        </w:rPr>
        <w:t xml:space="preserve"> </w:t>
      </w:r>
      <w:r>
        <w:rPr>
          <w:rFonts w:hint="cs"/>
          <w:rtl/>
        </w:rPr>
        <w:t>خّرناالى</w:t>
      </w:r>
      <w:r>
        <w:rPr>
          <w:rtl/>
        </w:rPr>
        <w:t xml:space="preserve"> </w:t>
      </w:r>
      <w:r>
        <w:rPr>
          <w:rFonts w:hint="cs"/>
          <w:rtl/>
        </w:rPr>
        <w:t>ا</w:t>
      </w:r>
      <w:r>
        <w:rPr>
          <w:rtl/>
        </w:rPr>
        <w:t xml:space="preserve"> </w:t>
      </w:r>
      <w:r>
        <w:rPr>
          <w:rFonts w:hint="cs"/>
          <w:rtl/>
        </w:rPr>
        <w:t>جل</w:t>
      </w:r>
      <w:r>
        <w:rPr>
          <w:rtl/>
        </w:rPr>
        <w:t xml:space="preserve"> </w:t>
      </w:r>
      <w:r>
        <w:rPr>
          <w:rFonts w:hint="cs"/>
          <w:rtl/>
        </w:rPr>
        <w:t>قريب</w:t>
      </w:r>
      <w:r>
        <w:rPr>
          <w:rtl/>
        </w:rPr>
        <w:t xml:space="preserve"> </w:t>
      </w:r>
      <w:r>
        <w:rPr>
          <w:rFonts w:hint="cs"/>
          <w:rtl/>
        </w:rPr>
        <w:t>نجب</w:t>
      </w:r>
      <w:r>
        <w:rPr>
          <w:rtl/>
        </w:rPr>
        <w:t xml:space="preserve"> </w:t>
      </w:r>
      <w:r>
        <w:rPr>
          <w:rFonts w:hint="cs"/>
          <w:rtl/>
        </w:rPr>
        <w:t>دعوتك</w:t>
      </w:r>
      <w:r>
        <w:rPr>
          <w:rtl/>
        </w:rPr>
        <w:t xml:space="preserve"> </w:t>
      </w:r>
      <w:r>
        <w:rPr>
          <w:rFonts w:hint="cs"/>
          <w:rtl/>
        </w:rPr>
        <w:t>ونتّبع</w:t>
      </w:r>
      <w:r>
        <w:rPr>
          <w:rtl/>
        </w:rPr>
        <w:t xml:space="preserve"> الرسل</w:t>
      </w:r>
    </w:p>
    <w:p w:rsidR="00CB22A4" w:rsidRDefault="00CB22A4" w:rsidP="00CB22A4">
      <w:pPr>
        <w:pStyle w:val="libNormal"/>
        <w:rPr>
          <w:rtl/>
        </w:rPr>
      </w:pPr>
      <w:r>
        <w:rPr>
          <w:rFonts w:hint="eastAsia"/>
          <w:rtl/>
        </w:rPr>
        <w:t>مندرجہ</w:t>
      </w:r>
      <w:r>
        <w:rPr>
          <w:rtl/>
        </w:rPr>
        <w:t xml:space="preserve"> بالا مطلب اس بات پر مبنى ہے كہ جب </w:t>
      </w:r>
      <w:r w:rsidRPr="00CB22A4">
        <w:rPr>
          <w:rStyle w:val="libArabicChar"/>
          <w:rtl/>
        </w:rPr>
        <w:t>''يوم يا تي</w:t>
      </w:r>
      <w:r w:rsidR="00F21947" w:rsidRPr="00B2551F">
        <w:rPr>
          <w:rStyle w:val="libArabicChar"/>
          <w:rFonts w:hint="cs"/>
          <w:rtl/>
        </w:rPr>
        <w:t>ه</w:t>
      </w:r>
      <w:r w:rsidRPr="00CB22A4">
        <w:rPr>
          <w:rStyle w:val="libArabicChar"/>
          <w:rFonts w:hint="cs"/>
          <w:rtl/>
        </w:rPr>
        <w:t>م</w:t>
      </w:r>
      <w:r w:rsidRPr="00CB22A4">
        <w:rPr>
          <w:rStyle w:val="libArabicChar"/>
          <w:rtl/>
        </w:rPr>
        <w:t xml:space="preserve"> </w:t>
      </w:r>
      <w:r w:rsidRPr="00CB22A4">
        <w:rPr>
          <w:rStyle w:val="libArabicChar"/>
          <w:rFonts w:hint="cs"/>
          <w:rtl/>
        </w:rPr>
        <w:t>العذاب</w:t>
      </w:r>
      <w:r w:rsidRPr="00CB22A4">
        <w:rPr>
          <w:rStyle w:val="libArabicChar"/>
          <w:rtl/>
        </w:rPr>
        <w:t>''</w:t>
      </w:r>
      <w:r>
        <w:rPr>
          <w:rtl/>
        </w:rPr>
        <w:t xml:space="preserve"> سے قيامت كا دن مراد ہو نہ كہ استيصال كرنے والا(تباہ كنندہ )عذاب_</w:t>
      </w:r>
    </w:p>
    <w:p w:rsidR="001F628F" w:rsidRDefault="001F628F" w:rsidP="001F628F">
      <w:pPr>
        <w:pStyle w:val="libNormal"/>
        <w:rPr>
          <w:rtl/>
        </w:rPr>
      </w:pPr>
    </w:p>
    <w:p w:rsidR="00CB22A4" w:rsidRDefault="00CB22A4" w:rsidP="001F628F">
      <w:pPr>
        <w:pStyle w:val="libNormal"/>
        <w:rPr>
          <w:rtl/>
        </w:rPr>
      </w:pPr>
    </w:p>
    <w:p w:rsidR="00CB22A4" w:rsidRDefault="001E7F9D" w:rsidP="00F73EDE">
      <w:pPr>
        <w:pStyle w:val="libPoemTini"/>
        <w:rPr>
          <w:rtl/>
        </w:rPr>
      </w:pPr>
      <w:r>
        <w:rPr>
          <w:rtl/>
        </w:rPr>
        <w:br w:type="page"/>
      </w:r>
    </w:p>
    <w:p w:rsidR="00CB22A4" w:rsidRDefault="00CB22A4" w:rsidP="00CB22A4">
      <w:pPr>
        <w:pStyle w:val="libNormal"/>
        <w:rPr>
          <w:rtl/>
        </w:rPr>
      </w:pPr>
    </w:p>
    <w:p w:rsidR="001F628F" w:rsidRDefault="001F628F" w:rsidP="001F628F">
      <w:pPr>
        <w:pStyle w:val="libNormal"/>
        <w:rPr>
          <w:rtl/>
        </w:rPr>
      </w:pPr>
      <w:r>
        <w:rPr>
          <w:rtl/>
        </w:rPr>
        <w:t>5_خدا اور اس كے رسول ،لوگو</w:t>
      </w:r>
      <w:r w:rsidR="00083993">
        <w:rPr>
          <w:rtl/>
        </w:rPr>
        <w:t xml:space="preserve">ں </w:t>
      </w:r>
      <w:r>
        <w:rPr>
          <w:rtl/>
        </w:rPr>
        <w:t>كو زندگى كى فرصتو</w:t>
      </w:r>
      <w:r w:rsidR="00083993">
        <w:rPr>
          <w:rtl/>
        </w:rPr>
        <w:t xml:space="preserve">ں </w:t>
      </w:r>
      <w:r>
        <w:rPr>
          <w:rtl/>
        </w:rPr>
        <w:t>اور اسكے وسائل سے(اپني)ہدايت اور ديندارى كے لئے صحيح فائدہ اٹھانے اور كافى حد تك بہرہ مند ہونے كى دعوت ديتے ہي</w:t>
      </w:r>
      <w:r w:rsidR="00083993">
        <w:rPr>
          <w:rtl/>
        </w:rPr>
        <w:t xml:space="preserve">ں </w:t>
      </w:r>
      <w:r>
        <w:rPr>
          <w:rtl/>
        </w:rPr>
        <w:t>_</w:t>
      </w:r>
    </w:p>
    <w:p w:rsidR="001F628F" w:rsidRDefault="001F628F" w:rsidP="00CB22A4">
      <w:pPr>
        <w:pStyle w:val="libArabic"/>
        <w:rPr>
          <w:rtl/>
        </w:rPr>
      </w:pPr>
      <w:r>
        <w:rPr>
          <w:rFonts w:hint="eastAsia"/>
          <w:rtl/>
        </w:rPr>
        <w:t>وا</w:t>
      </w:r>
      <w:r>
        <w:rPr>
          <w:rtl/>
        </w:rPr>
        <w:t xml:space="preserve"> نذر الناس ...فيقول الذين ظلموا ربّناا خّرناالى ا جل قريب نجب دعوتك ونتّبع الرسل</w:t>
      </w:r>
    </w:p>
    <w:p w:rsidR="001F628F" w:rsidRDefault="001F628F" w:rsidP="001F628F">
      <w:pPr>
        <w:pStyle w:val="libNormal"/>
        <w:rPr>
          <w:rtl/>
        </w:rPr>
      </w:pPr>
      <w:r>
        <w:rPr>
          <w:rtl/>
        </w:rPr>
        <w:t xml:space="preserve">6_خدا كى دعوت كو قبول كرنا ، </w:t>
      </w:r>
      <w:r w:rsidR="003D0BA1">
        <w:rPr>
          <w:rtl/>
        </w:rPr>
        <w:t>انبياء</w:t>
      </w:r>
      <w:r>
        <w:rPr>
          <w:rtl/>
        </w:rPr>
        <w:t>ے الہى كے راستے كى پيروى كرنا اوران كے فرامين كے مطابق عمل كرنا ،عذاب الہى سے محفوظ رہنے كا موجب بنتا ہے_</w:t>
      </w:r>
    </w:p>
    <w:p w:rsidR="001F628F" w:rsidRDefault="001F628F" w:rsidP="00CB22A4">
      <w:pPr>
        <w:pStyle w:val="libArabic"/>
        <w:rPr>
          <w:rtl/>
        </w:rPr>
      </w:pPr>
      <w:r>
        <w:rPr>
          <w:rFonts w:hint="eastAsia"/>
          <w:rtl/>
        </w:rPr>
        <w:t>وا</w:t>
      </w:r>
      <w:r>
        <w:rPr>
          <w:rtl/>
        </w:rPr>
        <w:t xml:space="preserve"> نذر الناس يوم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ربّناا</w:t>
      </w:r>
      <w:r>
        <w:rPr>
          <w:rtl/>
        </w:rPr>
        <w:t xml:space="preserve"> </w:t>
      </w:r>
      <w:r>
        <w:rPr>
          <w:rFonts w:hint="cs"/>
          <w:rtl/>
        </w:rPr>
        <w:t>خّرناالى</w:t>
      </w:r>
      <w:r>
        <w:rPr>
          <w:rtl/>
        </w:rPr>
        <w:t xml:space="preserve"> </w:t>
      </w:r>
      <w:r>
        <w:rPr>
          <w:rFonts w:hint="cs"/>
          <w:rtl/>
        </w:rPr>
        <w:t>ا</w:t>
      </w:r>
      <w:r>
        <w:rPr>
          <w:rtl/>
        </w:rPr>
        <w:t xml:space="preserve"> </w:t>
      </w:r>
      <w:r>
        <w:rPr>
          <w:rFonts w:hint="cs"/>
          <w:rtl/>
        </w:rPr>
        <w:t>جل</w:t>
      </w:r>
      <w:r>
        <w:rPr>
          <w:rtl/>
        </w:rPr>
        <w:t xml:space="preserve"> </w:t>
      </w:r>
      <w:r>
        <w:rPr>
          <w:rFonts w:hint="cs"/>
          <w:rtl/>
        </w:rPr>
        <w:t>قريب</w:t>
      </w:r>
      <w:r>
        <w:rPr>
          <w:rtl/>
        </w:rPr>
        <w:t xml:space="preserve"> </w:t>
      </w:r>
      <w:r>
        <w:rPr>
          <w:rFonts w:hint="cs"/>
          <w:rtl/>
        </w:rPr>
        <w:t>نجب</w:t>
      </w:r>
      <w:r>
        <w:rPr>
          <w:rtl/>
        </w:rPr>
        <w:t xml:space="preserve"> </w:t>
      </w:r>
      <w:r>
        <w:rPr>
          <w:rFonts w:hint="cs"/>
          <w:rtl/>
        </w:rPr>
        <w:t>دعوتك</w:t>
      </w:r>
      <w:r>
        <w:rPr>
          <w:rtl/>
        </w:rPr>
        <w:t xml:space="preserve"> </w:t>
      </w:r>
      <w:r>
        <w:rPr>
          <w:rFonts w:hint="cs"/>
          <w:rtl/>
        </w:rPr>
        <w:t>ونتّبع</w:t>
      </w:r>
      <w:r>
        <w:rPr>
          <w:rtl/>
        </w:rPr>
        <w:t xml:space="preserve"> الرسل</w:t>
      </w:r>
    </w:p>
    <w:p w:rsidR="001F628F" w:rsidRDefault="001F628F" w:rsidP="001F628F">
      <w:pPr>
        <w:pStyle w:val="libNormal"/>
        <w:rPr>
          <w:rtl/>
        </w:rPr>
      </w:pPr>
      <w:r>
        <w:rPr>
          <w:rtl/>
        </w:rPr>
        <w:t>7_ظلم ايك ناقابل بخشش گناہ ہے اور اس كا نتيجہ دنيوى عذاب ہے_</w:t>
      </w:r>
    </w:p>
    <w:p w:rsidR="001F628F" w:rsidRDefault="001F628F" w:rsidP="00CB22A4">
      <w:pPr>
        <w:pStyle w:val="libArabic"/>
        <w:rPr>
          <w:rtl/>
        </w:rPr>
      </w:pPr>
      <w:r>
        <w:rPr>
          <w:rFonts w:hint="eastAsia"/>
          <w:rtl/>
        </w:rPr>
        <w:t>ولا</w:t>
      </w:r>
      <w:r>
        <w:rPr>
          <w:rtl/>
        </w:rPr>
        <w:t xml:space="preserve"> تحسبنّ الله غفلاً عمّا يعمل الظلمون ...وا نذر الناس يوم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w:t>
      </w:r>
      <w:r>
        <w:rPr>
          <w:rtl/>
        </w:rPr>
        <w:t>ن ظلمو</w:t>
      </w:r>
    </w:p>
    <w:p w:rsidR="001F628F" w:rsidRDefault="001F628F" w:rsidP="001F628F">
      <w:pPr>
        <w:pStyle w:val="libNormal"/>
        <w:rPr>
          <w:rtl/>
        </w:rPr>
      </w:pPr>
      <w:r>
        <w:rPr>
          <w:rtl/>
        </w:rPr>
        <w:t>8_عذاب استيصال كے نزول كے وقت ظالمو</w:t>
      </w:r>
      <w:r w:rsidR="00083993">
        <w:rPr>
          <w:rtl/>
        </w:rPr>
        <w:t xml:space="preserve">ں </w:t>
      </w:r>
      <w:r>
        <w:rPr>
          <w:rtl/>
        </w:rPr>
        <w:t>كے مہلت مانگنے پر خداوند عالم كى جانب سے ان كى سرزنش ہونا _</w:t>
      </w:r>
    </w:p>
    <w:p w:rsidR="001F628F" w:rsidRDefault="001F628F" w:rsidP="00CB22A4">
      <w:pPr>
        <w:pStyle w:val="libArabic"/>
        <w:rPr>
          <w:rtl/>
        </w:rPr>
      </w:pPr>
      <w:r>
        <w:rPr>
          <w:rFonts w:hint="eastAsia"/>
          <w:rtl/>
        </w:rPr>
        <w:t>يوم</w:t>
      </w:r>
      <w:r>
        <w:rPr>
          <w:rtl/>
        </w:rPr>
        <w:t xml:space="preserve">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ا</w:t>
      </w:r>
      <w:r>
        <w:rPr>
          <w:rtl/>
        </w:rPr>
        <w:t xml:space="preserve"> </w:t>
      </w:r>
      <w:r>
        <w:rPr>
          <w:rFonts w:hint="cs"/>
          <w:rtl/>
        </w:rPr>
        <w:t>ولم</w:t>
      </w:r>
      <w:r>
        <w:rPr>
          <w:rtl/>
        </w:rPr>
        <w:t xml:space="preserve"> </w:t>
      </w:r>
      <w:r>
        <w:rPr>
          <w:rFonts w:hint="cs"/>
          <w:rtl/>
        </w:rPr>
        <w:t>تكونو</w:t>
      </w:r>
      <w:r>
        <w:rPr>
          <w:rtl/>
        </w:rPr>
        <w:t xml:space="preserve"> </w:t>
      </w:r>
      <w:r>
        <w:rPr>
          <w:rFonts w:hint="cs"/>
          <w:rtl/>
        </w:rPr>
        <w:t>ا</w:t>
      </w:r>
      <w:r>
        <w:rPr>
          <w:rtl/>
        </w:rPr>
        <w:t xml:space="preserve"> </w:t>
      </w:r>
      <w:r>
        <w:rPr>
          <w:rFonts w:hint="cs"/>
          <w:rtl/>
        </w:rPr>
        <w:t>قسمتم</w:t>
      </w:r>
      <w:r>
        <w:rPr>
          <w:rtl/>
        </w:rPr>
        <w:t xml:space="preserve"> </w:t>
      </w:r>
      <w:r>
        <w:rPr>
          <w:rFonts w:hint="cs"/>
          <w:rtl/>
        </w:rPr>
        <w:t>من</w:t>
      </w:r>
      <w:r>
        <w:rPr>
          <w:rtl/>
        </w:rPr>
        <w:t xml:space="preserve"> </w:t>
      </w:r>
      <w:r>
        <w:rPr>
          <w:rFonts w:hint="cs"/>
          <w:rtl/>
        </w:rPr>
        <w:t>قبل</w:t>
      </w:r>
      <w:r>
        <w:rPr>
          <w:rtl/>
        </w:rPr>
        <w:t xml:space="preserve"> </w:t>
      </w:r>
      <w:r>
        <w:rPr>
          <w:rFonts w:hint="cs"/>
          <w:rtl/>
        </w:rPr>
        <w:t>ما</w:t>
      </w:r>
      <w:r>
        <w:rPr>
          <w:rtl/>
        </w:rPr>
        <w:t xml:space="preserve"> </w:t>
      </w:r>
      <w:r>
        <w:rPr>
          <w:rFonts w:hint="cs"/>
          <w:rtl/>
        </w:rPr>
        <w:t>لكم</w:t>
      </w:r>
      <w:r>
        <w:rPr>
          <w:rtl/>
        </w:rPr>
        <w:t xml:space="preserve"> </w:t>
      </w:r>
      <w:r>
        <w:rPr>
          <w:rFonts w:hint="cs"/>
          <w:rtl/>
        </w:rPr>
        <w:t>م</w:t>
      </w:r>
      <w:r>
        <w:rPr>
          <w:rtl/>
        </w:rPr>
        <w:t>ن زوال</w:t>
      </w:r>
    </w:p>
    <w:p w:rsidR="001F628F" w:rsidRDefault="001F628F" w:rsidP="001F628F">
      <w:pPr>
        <w:pStyle w:val="libNormal"/>
        <w:rPr>
          <w:rtl/>
        </w:rPr>
      </w:pPr>
      <w:r>
        <w:rPr>
          <w:rtl/>
        </w:rPr>
        <w:t>9_ظالمو</w:t>
      </w:r>
      <w:r w:rsidR="00083993">
        <w:rPr>
          <w:rtl/>
        </w:rPr>
        <w:t xml:space="preserve">ں </w:t>
      </w:r>
      <w:r>
        <w:rPr>
          <w:rtl/>
        </w:rPr>
        <w:t>كا دنيا مي</w:t>
      </w:r>
      <w:r w:rsidR="00083993">
        <w:rPr>
          <w:rtl/>
        </w:rPr>
        <w:t xml:space="preserve">ں </w:t>
      </w:r>
      <w:r>
        <w:rPr>
          <w:rtl/>
        </w:rPr>
        <w:t>اپنى طاقت كے مستحكم اور ناقابل زوال ہونے كى قسم كھانا_</w:t>
      </w:r>
    </w:p>
    <w:p w:rsidR="001F628F" w:rsidRDefault="001F628F" w:rsidP="00CB22A4">
      <w:pPr>
        <w:pStyle w:val="libArabic"/>
        <w:rPr>
          <w:rtl/>
        </w:rPr>
      </w:pPr>
      <w:r>
        <w:rPr>
          <w:rFonts w:hint="eastAsia"/>
          <w:rtl/>
        </w:rPr>
        <w:t>الذين</w:t>
      </w:r>
      <w:r>
        <w:rPr>
          <w:rtl/>
        </w:rPr>
        <w:t xml:space="preserve"> ظلموا ...ا ولم تكونو ا قسمتم من قبل ما لكم من زوال</w:t>
      </w:r>
    </w:p>
    <w:p w:rsidR="001F628F" w:rsidRDefault="001F628F" w:rsidP="001F628F">
      <w:pPr>
        <w:pStyle w:val="libNormal"/>
        <w:rPr>
          <w:rtl/>
        </w:rPr>
      </w:pPr>
      <w:r>
        <w:rPr>
          <w:rtl/>
        </w:rPr>
        <w:t xml:space="preserve">10_عذاب ديكھ كر خداوند متعال سے اسلام قبول كرنے اور پيغمبر اسلام </w:t>
      </w:r>
      <w:r w:rsidR="00F031CD" w:rsidRPr="00F031CD">
        <w:rPr>
          <w:rStyle w:val="libAlaemChar"/>
          <w:rtl/>
        </w:rPr>
        <w:t xml:space="preserve"> صلى‌الله‌عليه‌وآله‌وسلم </w:t>
      </w:r>
      <w:r>
        <w:rPr>
          <w:rtl/>
        </w:rPr>
        <w:t xml:space="preserve"> كى پيروى كرنے كے لئے مہلت طلب كرنے مي</w:t>
      </w:r>
      <w:r w:rsidR="00083993">
        <w:rPr>
          <w:rtl/>
        </w:rPr>
        <w:t xml:space="preserve">ں </w:t>
      </w:r>
      <w:r>
        <w:rPr>
          <w:rtl/>
        </w:rPr>
        <w:t>ظالم لوگ سچے نہي</w:t>
      </w:r>
      <w:r w:rsidR="00083993">
        <w:rPr>
          <w:rtl/>
        </w:rPr>
        <w:t xml:space="preserve">ں </w:t>
      </w:r>
      <w:r>
        <w:rPr>
          <w:rtl/>
        </w:rPr>
        <w:t>ہي</w:t>
      </w:r>
      <w:r w:rsidR="00083993">
        <w:rPr>
          <w:rtl/>
        </w:rPr>
        <w:t xml:space="preserve">ں </w:t>
      </w:r>
      <w:r>
        <w:rPr>
          <w:rtl/>
        </w:rPr>
        <w:t>_</w:t>
      </w:r>
    </w:p>
    <w:p w:rsidR="001F628F" w:rsidRDefault="001F628F" w:rsidP="00CB22A4">
      <w:pPr>
        <w:pStyle w:val="libArabic"/>
        <w:rPr>
          <w:rtl/>
        </w:rPr>
      </w:pPr>
      <w:r>
        <w:rPr>
          <w:rFonts w:hint="eastAsia"/>
          <w:rtl/>
        </w:rPr>
        <w:t>يوم</w:t>
      </w:r>
      <w:r>
        <w:rPr>
          <w:rtl/>
        </w:rPr>
        <w:t xml:space="preserve">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ربّناا</w:t>
      </w:r>
      <w:r>
        <w:rPr>
          <w:rtl/>
        </w:rPr>
        <w:t xml:space="preserve"> </w:t>
      </w:r>
      <w:r>
        <w:rPr>
          <w:rFonts w:hint="cs"/>
          <w:rtl/>
        </w:rPr>
        <w:t>خّرنا</w:t>
      </w:r>
      <w:r>
        <w:rPr>
          <w:rtl/>
        </w:rPr>
        <w:t xml:space="preserve"> ...</w:t>
      </w:r>
      <w:r>
        <w:rPr>
          <w:rFonts w:hint="cs"/>
          <w:rtl/>
        </w:rPr>
        <w:t>ا</w:t>
      </w:r>
      <w:r>
        <w:rPr>
          <w:rtl/>
        </w:rPr>
        <w:t xml:space="preserve"> </w:t>
      </w:r>
      <w:r>
        <w:rPr>
          <w:rFonts w:hint="cs"/>
          <w:rtl/>
        </w:rPr>
        <w:t>ولم</w:t>
      </w:r>
      <w:r>
        <w:rPr>
          <w:rtl/>
        </w:rPr>
        <w:t xml:space="preserve"> </w:t>
      </w:r>
      <w:r>
        <w:rPr>
          <w:rFonts w:hint="cs"/>
          <w:rtl/>
        </w:rPr>
        <w:t>تكونو</w:t>
      </w:r>
      <w:r>
        <w:rPr>
          <w:rtl/>
        </w:rPr>
        <w:t xml:space="preserve"> </w:t>
      </w:r>
      <w:r>
        <w:rPr>
          <w:rFonts w:hint="cs"/>
          <w:rtl/>
        </w:rPr>
        <w:t>ا</w:t>
      </w:r>
      <w:r>
        <w:rPr>
          <w:rtl/>
        </w:rPr>
        <w:t xml:space="preserve"> </w:t>
      </w:r>
      <w:r>
        <w:rPr>
          <w:rFonts w:hint="cs"/>
          <w:rtl/>
        </w:rPr>
        <w:t>قسمتم</w:t>
      </w:r>
      <w:r>
        <w:rPr>
          <w:rtl/>
        </w:rPr>
        <w:t xml:space="preserve"> </w:t>
      </w:r>
      <w:r>
        <w:rPr>
          <w:rFonts w:hint="cs"/>
          <w:rtl/>
        </w:rPr>
        <w:t>من</w:t>
      </w:r>
      <w:r>
        <w:rPr>
          <w:rtl/>
        </w:rPr>
        <w:t xml:space="preserve"> </w:t>
      </w:r>
      <w:r>
        <w:rPr>
          <w:rFonts w:hint="cs"/>
          <w:rtl/>
        </w:rPr>
        <w:t>قبل</w:t>
      </w:r>
      <w:r>
        <w:rPr>
          <w:rtl/>
        </w:rPr>
        <w:t xml:space="preserve"> </w:t>
      </w:r>
      <w:r>
        <w:rPr>
          <w:rFonts w:hint="cs"/>
          <w:rtl/>
        </w:rPr>
        <w:t>ما</w:t>
      </w:r>
      <w:r>
        <w:rPr>
          <w:rtl/>
        </w:rPr>
        <w:t xml:space="preserve"> </w:t>
      </w:r>
      <w:r>
        <w:rPr>
          <w:rFonts w:hint="cs"/>
          <w:rtl/>
        </w:rPr>
        <w:t>لك</w:t>
      </w:r>
      <w:r>
        <w:rPr>
          <w:rtl/>
        </w:rPr>
        <w:t>م من زوال</w:t>
      </w:r>
    </w:p>
    <w:p w:rsidR="001F628F" w:rsidRDefault="001F628F" w:rsidP="001F628F">
      <w:pPr>
        <w:pStyle w:val="libNormal"/>
        <w:rPr>
          <w:rtl/>
        </w:rPr>
      </w:pPr>
      <w:r>
        <w:rPr>
          <w:rFonts w:hint="eastAsia"/>
          <w:rtl/>
        </w:rPr>
        <w:t>ظالمو</w:t>
      </w:r>
      <w:r w:rsidR="00083993">
        <w:rPr>
          <w:rFonts w:hint="eastAsia"/>
          <w:rtl/>
        </w:rPr>
        <w:t xml:space="preserve">ں </w:t>
      </w:r>
      <w:r>
        <w:rPr>
          <w:rtl/>
        </w:rPr>
        <w:t>كے مہلت طلب كرنے پر خداوند عالم نے انہي</w:t>
      </w:r>
      <w:r w:rsidR="00083993">
        <w:rPr>
          <w:rtl/>
        </w:rPr>
        <w:t xml:space="preserve">ں </w:t>
      </w:r>
      <w:r>
        <w:rPr>
          <w:rtl/>
        </w:rPr>
        <w:t>جواب ديتے ہوئے فرمايا :''تم لوگ روشن دلائل اور ايات كے باوجود اپنے ناقابل زوال ہونے پر تاكيد كرتے تھے_اس جواب سے ظاہر ہوتا ہے كہ اگر خدا، انہي</w:t>
      </w:r>
      <w:r w:rsidR="00083993">
        <w:rPr>
          <w:rtl/>
        </w:rPr>
        <w:t xml:space="preserve">ں </w:t>
      </w:r>
      <w:r>
        <w:rPr>
          <w:rtl/>
        </w:rPr>
        <w:t>مہلت دے دے توبھى وہ اپنے باطل راستے كو جارى ركھي</w:t>
      </w:r>
      <w:r w:rsidR="00083993">
        <w:rPr>
          <w:rtl/>
        </w:rPr>
        <w:t xml:space="preserve">ں </w:t>
      </w:r>
      <w:r>
        <w:rPr>
          <w:rtl/>
        </w:rPr>
        <w:t>گے_</w:t>
      </w:r>
    </w:p>
    <w:p w:rsidR="00CB22A4" w:rsidRDefault="001E7F9D" w:rsidP="00F73EDE">
      <w:pPr>
        <w:pStyle w:val="libPoemTini"/>
        <w:rPr>
          <w:rtl/>
        </w:rPr>
      </w:pPr>
      <w:r>
        <w:rPr>
          <w:rtl/>
        </w:rPr>
        <w:br w:type="page"/>
      </w:r>
    </w:p>
    <w:p w:rsidR="001F628F" w:rsidRDefault="001F628F" w:rsidP="00CB22A4">
      <w:pPr>
        <w:pStyle w:val="libNormal"/>
        <w:rPr>
          <w:rtl/>
        </w:rPr>
      </w:pPr>
      <w:r>
        <w:rPr>
          <w:rtl/>
        </w:rPr>
        <w:lastRenderedPageBreak/>
        <w:t>11_ ظالمو</w:t>
      </w:r>
      <w:r w:rsidR="00083993">
        <w:rPr>
          <w:rtl/>
        </w:rPr>
        <w:t xml:space="preserve">ں </w:t>
      </w:r>
      <w:r>
        <w:rPr>
          <w:rtl/>
        </w:rPr>
        <w:t>كا دنيوى عذاب كے يقينى ہو جانے كے بعد توبہ كرنا اور پشيمان ہونا ناقابل قبول اور بے نتيجہ ہے_</w:t>
      </w:r>
    </w:p>
    <w:p w:rsidR="001F628F" w:rsidRDefault="001F628F" w:rsidP="0056508E">
      <w:pPr>
        <w:pStyle w:val="libArabic"/>
        <w:rPr>
          <w:rtl/>
        </w:rPr>
      </w:pPr>
      <w:r>
        <w:rPr>
          <w:rFonts w:hint="eastAsia"/>
          <w:rtl/>
        </w:rPr>
        <w:t>يوم</w:t>
      </w:r>
      <w:r>
        <w:rPr>
          <w:rtl/>
        </w:rPr>
        <w:t xml:space="preserve">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ربّناا</w:t>
      </w:r>
      <w:r>
        <w:rPr>
          <w:rtl/>
        </w:rPr>
        <w:t xml:space="preserve"> </w:t>
      </w:r>
      <w:r>
        <w:rPr>
          <w:rFonts w:hint="cs"/>
          <w:rtl/>
        </w:rPr>
        <w:t>خّرنا</w:t>
      </w:r>
      <w:r>
        <w:rPr>
          <w:rtl/>
        </w:rPr>
        <w:t xml:space="preserve"> ...</w:t>
      </w:r>
      <w:r>
        <w:rPr>
          <w:rFonts w:hint="cs"/>
          <w:rtl/>
        </w:rPr>
        <w:t>ا</w:t>
      </w:r>
      <w:r>
        <w:rPr>
          <w:rtl/>
        </w:rPr>
        <w:t xml:space="preserve"> </w:t>
      </w:r>
      <w:r>
        <w:rPr>
          <w:rFonts w:hint="cs"/>
          <w:rtl/>
        </w:rPr>
        <w:t>ولم</w:t>
      </w:r>
      <w:r>
        <w:rPr>
          <w:rtl/>
        </w:rPr>
        <w:t xml:space="preserve"> </w:t>
      </w:r>
      <w:r>
        <w:rPr>
          <w:rFonts w:hint="cs"/>
          <w:rtl/>
        </w:rPr>
        <w:t>تكونو</w:t>
      </w:r>
      <w:r>
        <w:rPr>
          <w:rtl/>
        </w:rPr>
        <w:t xml:space="preserve"> </w:t>
      </w:r>
      <w:r>
        <w:rPr>
          <w:rFonts w:hint="cs"/>
          <w:rtl/>
        </w:rPr>
        <w:t>ا</w:t>
      </w:r>
      <w:r>
        <w:rPr>
          <w:rtl/>
        </w:rPr>
        <w:t xml:space="preserve"> </w:t>
      </w:r>
      <w:r>
        <w:rPr>
          <w:rFonts w:hint="cs"/>
          <w:rtl/>
        </w:rPr>
        <w:t>قسمتم</w:t>
      </w:r>
      <w:r>
        <w:rPr>
          <w:rtl/>
        </w:rPr>
        <w:t xml:space="preserve"> </w:t>
      </w:r>
      <w:r>
        <w:rPr>
          <w:rFonts w:hint="cs"/>
          <w:rtl/>
        </w:rPr>
        <w:t>من</w:t>
      </w:r>
      <w:r>
        <w:rPr>
          <w:rtl/>
        </w:rPr>
        <w:t xml:space="preserve"> </w:t>
      </w:r>
      <w:r>
        <w:rPr>
          <w:rFonts w:hint="cs"/>
          <w:rtl/>
        </w:rPr>
        <w:t>قبل</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زوال</w:t>
      </w:r>
    </w:p>
    <w:p w:rsidR="001F628F" w:rsidRDefault="001F628F" w:rsidP="00CB22A4">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دعوتي</w:t>
      </w:r>
      <w:r w:rsidR="00083993">
        <w:rPr>
          <w:rtl/>
        </w:rPr>
        <w:t xml:space="preserve">ں </w:t>
      </w:r>
      <w:r>
        <w:rPr>
          <w:rtl/>
        </w:rPr>
        <w:t xml:space="preserve">5;انحضرت </w:t>
      </w:r>
      <w:r w:rsidR="00F031CD" w:rsidRPr="00F031CD">
        <w:rPr>
          <w:rStyle w:val="libAlaemChar"/>
          <w:rtl/>
        </w:rPr>
        <w:t xml:space="preserve"> صلى‌الله‌عليه‌وآله‌وسلم </w:t>
      </w:r>
      <w:r>
        <w:rPr>
          <w:rtl/>
        </w:rPr>
        <w:t xml:space="preserve"> كى رسالت 1; انحضرت </w:t>
      </w:r>
      <w:r w:rsidR="00F031CD" w:rsidRPr="00F031CD">
        <w:rPr>
          <w:rStyle w:val="libAlaemChar"/>
          <w:rtl/>
        </w:rPr>
        <w:t xml:space="preserve"> صلى‌الله‌عليه‌وآله‌وسلم </w:t>
      </w:r>
      <w:r>
        <w:rPr>
          <w:rtl/>
        </w:rPr>
        <w:t xml:space="preserve"> كى رسالت كا عالمى ہونا 2;انحضرت </w:t>
      </w:r>
      <w:r w:rsidR="00F031CD" w:rsidRPr="00F031CD">
        <w:rPr>
          <w:rStyle w:val="libAlaemChar"/>
          <w:rtl/>
        </w:rPr>
        <w:t xml:space="preserve"> صلى‌الله‌عليه‌وآله‌وسلم </w:t>
      </w:r>
      <w:r>
        <w:rPr>
          <w:rtl/>
        </w:rPr>
        <w:t xml:space="preserve"> كے انذار 1</w:t>
      </w:r>
    </w:p>
    <w:p w:rsidR="001F628F" w:rsidRDefault="001F628F" w:rsidP="0056508E">
      <w:pPr>
        <w:pStyle w:val="libNormal"/>
        <w:rPr>
          <w:rtl/>
        </w:rPr>
      </w:pPr>
      <w:r>
        <w:rPr>
          <w:rFonts w:hint="eastAsia"/>
          <w:rtl/>
        </w:rPr>
        <w:t>اطاعت</w:t>
      </w:r>
      <w:r>
        <w:rPr>
          <w:rtl/>
        </w:rPr>
        <w:t>:</w:t>
      </w:r>
      <w:r>
        <w:rPr>
          <w:rFonts w:hint="eastAsia"/>
          <w:rtl/>
        </w:rPr>
        <w:t>انبيا</w:t>
      </w:r>
      <w:r>
        <w:rPr>
          <w:rtl/>
        </w:rPr>
        <w:t xml:space="preserve"> ء كى اطاعت 3،4;انبيا ء كى اطاعت كے اثرات 6;خدا كى اطاعت كے اثرات 6</w:t>
      </w:r>
    </w:p>
    <w:p w:rsidR="001F628F" w:rsidRDefault="001F628F" w:rsidP="0056508E">
      <w:pPr>
        <w:pStyle w:val="libNormal"/>
        <w:rPr>
          <w:rtl/>
        </w:rPr>
      </w:pPr>
      <w:r>
        <w:rPr>
          <w:rFonts w:hint="eastAsia"/>
          <w:rtl/>
        </w:rPr>
        <w:t>الله</w:t>
      </w:r>
      <w:r>
        <w:rPr>
          <w:rtl/>
        </w:rPr>
        <w:t xml:space="preserve"> تعالى :</w:t>
      </w:r>
      <w:r>
        <w:rPr>
          <w:rFonts w:hint="eastAsia"/>
          <w:rtl/>
        </w:rPr>
        <w:t>الله</w:t>
      </w:r>
      <w:r>
        <w:rPr>
          <w:rtl/>
        </w:rPr>
        <w:t xml:space="preserve"> تعالى كى دعوتي</w:t>
      </w:r>
      <w:r w:rsidR="00083993">
        <w:rPr>
          <w:rtl/>
        </w:rPr>
        <w:t xml:space="preserve">ں </w:t>
      </w:r>
      <w:r>
        <w:rPr>
          <w:rtl/>
        </w:rPr>
        <w:t>5;الله تعالى كى دعوتو</w:t>
      </w:r>
      <w:r w:rsidR="00083993">
        <w:rPr>
          <w:rtl/>
        </w:rPr>
        <w:t xml:space="preserve">ں </w:t>
      </w:r>
      <w:r>
        <w:rPr>
          <w:rtl/>
        </w:rPr>
        <w:t>كو قبول كرنا 3،4;الله تعالى كى طرف سے سر زنش 8</w:t>
      </w:r>
    </w:p>
    <w:p w:rsidR="001F628F" w:rsidRDefault="001F628F" w:rsidP="0056508E">
      <w:pPr>
        <w:pStyle w:val="libNormal"/>
        <w:rPr>
          <w:rtl/>
        </w:rPr>
      </w:pPr>
      <w:r>
        <w:rPr>
          <w:rFonts w:hint="eastAsia"/>
          <w:rtl/>
        </w:rPr>
        <w:t>انذار</w:t>
      </w:r>
      <w:r>
        <w:rPr>
          <w:rtl/>
        </w:rPr>
        <w:t xml:space="preserve"> :</w:t>
      </w:r>
      <w:r>
        <w:rPr>
          <w:rFonts w:hint="eastAsia"/>
          <w:rtl/>
        </w:rPr>
        <w:t>عذاب</w:t>
      </w:r>
      <w:r>
        <w:rPr>
          <w:rtl/>
        </w:rPr>
        <w:t xml:space="preserve"> استيصال سے انذار 1</w:t>
      </w:r>
    </w:p>
    <w:p w:rsidR="001F628F" w:rsidRDefault="001F628F" w:rsidP="0056508E">
      <w:pPr>
        <w:pStyle w:val="libNormal"/>
        <w:rPr>
          <w:rtl/>
        </w:rPr>
      </w:pPr>
      <w:r>
        <w:rPr>
          <w:rFonts w:hint="eastAsia"/>
          <w:rtl/>
        </w:rPr>
        <w:t>توبہ</w:t>
      </w:r>
      <w:r>
        <w:rPr>
          <w:rtl/>
        </w:rPr>
        <w:t xml:space="preserve"> :</w:t>
      </w:r>
      <w:r>
        <w:rPr>
          <w:rFonts w:hint="eastAsia"/>
          <w:rtl/>
        </w:rPr>
        <w:t>بے</w:t>
      </w:r>
      <w:r>
        <w:rPr>
          <w:rtl/>
        </w:rPr>
        <w:t xml:space="preserve"> نتيجہ توبہ 11</w:t>
      </w:r>
    </w:p>
    <w:p w:rsidR="001F628F" w:rsidRDefault="001F628F" w:rsidP="0056508E">
      <w:pPr>
        <w:pStyle w:val="libNormal"/>
        <w:rPr>
          <w:rtl/>
        </w:rPr>
      </w:pPr>
      <w:r>
        <w:rPr>
          <w:rFonts w:hint="eastAsia"/>
          <w:rtl/>
        </w:rPr>
        <w:t>دنيا</w:t>
      </w:r>
      <w:r>
        <w:rPr>
          <w:rtl/>
        </w:rPr>
        <w:t xml:space="preserve"> كى طرف بازگشت</w:t>
      </w:r>
      <w:r w:rsidR="0056508E">
        <w:rPr>
          <w:rFonts w:hint="cs"/>
          <w:rtl/>
        </w:rPr>
        <w:t xml:space="preserve"> :</w:t>
      </w:r>
      <w:r>
        <w:rPr>
          <w:rFonts w:hint="eastAsia"/>
          <w:rtl/>
        </w:rPr>
        <w:t>دنيا</w:t>
      </w:r>
      <w:r>
        <w:rPr>
          <w:rtl/>
        </w:rPr>
        <w:t xml:space="preserve"> كى طرف بازگشت كى درخواست 4</w:t>
      </w:r>
    </w:p>
    <w:p w:rsidR="001F628F" w:rsidRDefault="001F628F" w:rsidP="0056508E">
      <w:pPr>
        <w:pStyle w:val="libNormal"/>
        <w:rPr>
          <w:rtl/>
        </w:rPr>
      </w:pPr>
      <w:r>
        <w:rPr>
          <w:rFonts w:hint="eastAsia"/>
          <w:rtl/>
        </w:rPr>
        <w:t>دينداري</w:t>
      </w:r>
      <w:r>
        <w:rPr>
          <w:rtl/>
        </w:rPr>
        <w:t>:</w:t>
      </w:r>
      <w:r>
        <w:rPr>
          <w:rFonts w:hint="eastAsia"/>
          <w:rtl/>
        </w:rPr>
        <w:t>ديندارى</w:t>
      </w:r>
      <w:r>
        <w:rPr>
          <w:rtl/>
        </w:rPr>
        <w:t xml:space="preserve"> كى دعوت 5</w:t>
      </w:r>
    </w:p>
    <w:p w:rsidR="001F628F" w:rsidRDefault="001F628F" w:rsidP="0056508E">
      <w:pPr>
        <w:pStyle w:val="libNormal"/>
        <w:rPr>
          <w:rtl/>
        </w:rPr>
      </w:pPr>
      <w:r>
        <w:rPr>
          <w:rFonts w:hint="eastAsia"/>
          <w:rtl/>
        </w:rPr>
        <w:t>ظالمين</w:t>
      </w:r>
      <w:r>
        <w:rPr>
          <w:rtl/>
        </w:rPr>
        <w:t xml:space="preserve"> :</w:t>
      </w:r>
      <w:r>
        <w:rPr>
          <w:rFonts w:hint="eastAsia"/>
          <w:rtl/>
        </w:rPr>
        <w:t>ظالمين</w:t>
      </w:r>
      <w:r>
        <w:rPr>
          <w:rtl/>
        </w:rPr>
        <w:t xml:space="preserve"> عذاب كے وقت 3،8 ،10 ،11 ; ظالمين قيامت مي</w:t>
      </w:r>
      <w:r w:rsidR="00083993">
        <w:rPr>
          <w:rtl/>
        </w:rPr>
        <w:t xml:space="preserve">ں </w:t>
      </w:r>
      <w:r>
        <w:rPr>
          <w:rtl/>
        </w:rPr>
        <w:t>4;ظالمين كا مہلت طلب كرنا 8، 10 ; ظالمين كو مہلت دينے كا فلسفہ 3،4;ظالمين كى توبہ قبول نہ ہونا 11;ظالمين كى دروغگوئي 10; ظالمين كى سرزنش 8;ظالمين كى فكر 9; ظالمين كى قسم 9; ظالمين كا اخروى عذاب 4; ظالمين كى قدرت 9</w:t>
      </w:r>
    </w:p>
    <w:p w:rsidR="001F628F" w:rsidRDefault="001F628F" w:rsidP="0056508E">
      <w:pPr>
        <w:pStyle w:val="libNormal"/>
        <w:rPr>
          <w:rtl/>
        </w:rPr>
      </w:pPr>
      <w:r>
        <w:rPr>
          <w:rFonts w:hint="eastAsia"/>
          <w:rtl/>
        </w:rPr>
        <w:t>ظلم</w:t>
      </w:r>
      <w:r>
        <w:rPr>
          <w:rtl/>
        </w:rPr>
        <w:t xml:space="preserve"> :</w:t>
      </w:r>
      <w:r>
        <w:rPr>
          <w:rFonts w:hint="eastAsia"/>
          <w:rtl/>
        </w:rPr>
        <w:t>ظلم</w:t>
      </w:r>
      <w:r>
        <w:rPr>
          <w:rtl/>
        </w:rPr>
        <w:t xml:space="preserve"> كا دنيوى عذاب 7;ظلم كا گناہ 7;ظلم كے اثرات 7</w:t>
      </w:r>
    </w:p>
    <w:p w:rsidR="001F628F" w:rsidRDefault="001F628F" w:rsidP="0056508E">
      <w:pPr>
        <w:pStyle w:val="libNormal"/>
        <w:rPr>
          <w:rtl/>
        </w:rPr>
      </w:pPr>
      <w:r>
        <w:rPr>
          <w:rFonts w:hint="eastAsia"/>
          <w:rtl/>
        </w:rPr>
        <w:t>عذاب</w:t>
      </w:r>
      <w:r>
        <w:rPr>
          <w:rtl/>
        </w:rPr>
        <w:t xml:space="preserve"> :</w:t>
      </w:r>
      <w:r>
        <w:rPr>
          <w:rFonts w:hint="eastAsia"/>
          <w:rtl/>
        </w:rPr>
        <w:t>دنيوى</w:t>
      </w:r>
      <w:r>
        <w:rPr>
          <w:rtl/>
        </w:rPr>
        <w:t xml:space="preserve"> عذاب كے موجبات 7; عذاب استيصال 3; عذاب سے محفوظ رہنے كے موجبات 6</w:t>
      </w:r>
    </w:p>
    <w:p w:rsidR="001F628F" w:rsidRDefault="001F628F" w:rsidP="0056508E">
      <w:pPr>
        <w:pStyle w:val="libNormal"/>
        <w:rPr>
          <w:rtl/>
        </w:rPr>
      </w:pPr>
      <w:r>
        <w:rPr>
          <w:rFonts w:hint="eastAsia"/>
          <w:rtl/>
        </w:rPr>
        <w:t>فرصت</w:t>
      </w:r>
      <w:r>
        <w:rPr>
          <w:rtl/>
        </w:rPr>
        <w:t xml:space="preserve"> :</w:t>
      </w:r>
      <w:r>
        <w:rPr>
          <w:rFonts w:hint="eastAsia"/>
          <w:rtl/>
        </w:rPr>
        <w:t>فرصت</w:t>
      </w:r>
      <w:r>
        <w:rPr>
          <w:rtl/>
        </w:rPr>
        <w:t xml:space="preserve"> سے استفادہ 5</w:t>
      </w:r>
    </w:p>
    <w:p w:rsidR="001F628F" w:rsidRDefault="001F628F" w:rsidP="0056508E">
      <w:pPr>
        <w:pStyle w:val="libNormal"/>
        <w:rPr>
          <w:rtl/>
        </w:rPr>
      </w:pPr>
      <w:r>
        <w:rPr>
          <w:rFonts w:hint="eastAsia"/>
          <w:rtl/>
        </w:rPr>
        <w:t>گناہ</w:t>
      </w:r>
      <w:r>
        <w:rPr>
          <w:rtl/>
        </w:rPr>
        <w:t xml:space="preserve"> :</w:t>
      </w:r>
      <w:r>
        <w:rPr>
          <w:rFonts w:hint="eastAsia"/>
          <w:rtl/>
        </w:rPr>
        <w:t>ناقابل</w:t>
      </w:r>
      <w:r>
        <w:rPr>
          <w:rtl/>
        </w:rPr>
        <w:t xml:space="preserve"> بخشش گناہ 7</w:t>
      </w:r>
    </w:p>
    <w:p w:rsidR="001F628F" w:rsidRDefault="001F628F" w:rsidP="0056508E">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كوانذار 1</w:t>
      </w:r>
    </w:p>
    <w:p w:rsidR="001F628F" w:rsidRDefault="001F628F" w:rsidP="0056508E">
      <w:pPr>
        <w:pStyle w:val="libNormal"/>
        <w:rPr>
          <w:rtl/>
        </w:rPr>
      </w:pPr>
      <w:r>
        <w:rPr>
          <w:rFonts w:hint="eastAsia"/>
          <w:rtl/>
        </w:rPr>
        <w:t>مادى</w:t>
      </w:r>
      <w:r>
        <w:rPr>
          <w:rtl/>
        </w:rPr>
        <w:t xml:space="preserve"> وسائل :</w:t>
      </w:r>
      <w:r>
        <w:rPr>
          <w:rFonts w:hint="eastAsia"/>
          <w:rtl/>
        </w:rPr>
        <w:t>مادى</w:t>
      </w:r>
      <w:r>
        <w:rPr>
          <w:rtl/>
        </w:rPr>
        <w:t xml:space="preserve"> وسائل سے استفادہ 5</w:t>
      </w:r>
    </w:p>
    <w:p w:rsidR="001F628F" w:rsidRDefault="001F628F" w:rsidP="0056508E">
      <w:pPr>
        <w:pStyle w:val="libNormal"/>
        <w:rPr>
          <w:rtl/>
        </w:rPr>
      </w:pPr>
      <w:r>
        <w:rPr>
          <w:rFonts w:hint="eastAsia"/>
          <w:rtl/>
        </w:rPr>
        <w:t>ہدايت</w:t>
      </w:r>
      <w:r>
        <w:rPr>
          <w:rtl/>
        </w:rPr>
        <w:t>:</w:t>
      </w:r>
      <w:r>
        <w:rPr>
          <w:rFonts w:hint="eastAsia"/>
          <w:rtl/>
        </w:rPr>
        <w:t>ہدايت</w:t>
      </w:r>
      <w:r>
        <w:rPr>
          <w:rtl/>
        </w:rPr>
        <w:t xml:space="preserve"> كى طرف دعوت5</w:t>
      </w:r>
    </w:p>
    <w:p w:rsidR="0056508E" w:rsidRDefault="001E7F9D" w:rsidP="00F73EDE">
      <w:pPr>
        <w:pStyle w:val="libPoemTini"/>
        <w:rPr>
          <w:rtl/>
        </w:rPr>
      </w:pPr>
      <w:r>
        <w:rPr>
          <w:rtl/>
        </w:rPr>
        <w:br w:type="page"/>
      </w:r>
    </w:p>
    <w:p w:rsidR="0056508E" w:rsidRDefault="0056508E" w:rsidP="0056508E">
      <w:pPr>
        <w:pStyle w:val="Heading2Center"/>
        <w:rPr>
          <w:rtl/>
        </w:rPr>
      </w:pPr>
      <w:bookmarkStart w:id="45" w:name="_Toc28081723"/>
      <w:r>
        <w:rPr>
          <w:rFonts w:hint="cs"/>
          <w:rtl/>
        </w:rPr>
        <w:lastRenderedPageBreak/>
        <w:t>آیت 45</w:t>
      </w:r>
      <w:bookmarkEnd w:id="45"/>
    </w:p>
    <w:p w:rsidR="001F628F" w:rsidRDefault="00E260F9" w:rsidP="0056508E">
      <w:pPr>
        <w:pStyle w:val="libNormal"/>
        <w:rPr>
          <w:rtl/>
        </w:rPr>
      </w:pPr>
      <w:r w:rsidRPr="00E260F9">
        <w:rPr>
          <w:rStyle w:val="libAlaemChar"/>
          <w:rFonts w:hint="eastAsia"/>
          <w:rtl/>
        </w:rPr>
        <w:t>(</w:t>
      </w:r>
      <w:r w:rsidRPr="0056508E">
        <w:rPr>
          <w:rStyle w:val="libAieChar"/>
          <w:rFonts w:hint="eastAsia"/>
          <w:rtl/>
        </w:rPr>
        <w:t>وَسَكَنتُمْ</w:t>
      </w:r>
      <w:r w:rsidRPr="0056508E">
        <w:rPr>
          <w:rStyle w:val="libAieChar"/>
          <w:rtl/>
        </w:rPr>
        <w:t xml:space="preserve"> فِي مَسَـاكِنِ الَّذِينَ ظَلَمُواْ أَنفُسَهُمْ وَتَبَيَّنَ لَكُمْ كَيْفَ فَعَلْنَا بِهِمْ وَضَرَبْنَا لَكُمُ الأَمْثَالَ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 تو انھي</w:t>
      </w:r>
      <w:r w:rsidR="00083993">
        <w:rPr>
          <w:rtl/>
        </w:rPr>
        <w:t xml:space="preserve">ں </w:t>
      </w:r>
      <w:r>
        <w:rPr>
          <w:rtl/>
        </w:rPr>
        <w:t>لوگو</w:t>
      </w:r>
      <w:r w:rsidR="00083993">
        <w:rPr>
          <w:rtl/>
        </w:rPr>
        <w:t xml:space="preserve">ں </w:t>
      </w:r>
      <w:r>
        <w:rPr>
          <w:rtl/>
        </w:rPr>
        <w:t>كى مكانات مي</w:t>
      </w:r>
      <w:r w:rsidR="00083993">
        <w:rPr>
          <w:rtl/>
        </w:rPr>
        <w:t xml:space="preserve">ں </w:t>
      </w:r>
      <w:r>
        <w:rPr>
          <w:rtl/>
        </w:rPr>
        <w:t>ساكن تھے جنھو</w:t>
      </w:r>
      <w:r w:rsidR="00083993">
        <w:rPr>
          <w:rtl/>
        </w:rPr>
        <w:t xml:space="preserve">ں </w:t>
      </w:r>
      <w:r>
        <w:rPr>
          <w:rtl/>
        </w:rPr>
        <w:t>نے اپنے اوپر ظلم كياتھا اور تم پر واضح تھا كہ ہم نے ان كے ساتھ كيا برتائوكيا ہے اور ہم نے تمھارے لئے مثالي</w:t>
      </w:r>
      <w:r w:rsidR="00083993">
        <w:rPr>
          <w:rtl/>
        </w:rPr>
        <w:t xml:space="preserve">ں </w:t>
      </w:r>
      <w:r>
        <w:rPr>
          <w:rtl/>
        </w:rPr>
        <w:t>بھى بيان كردى تھي</w:t>
      </w:r>
      <w:r w:rsidR="00083993">
        <w:rPr>
          <w:rtl/>
        </w:rPr>
        <w:t xml:space="preserve">ں </w:t>
      </w:r>
      <w:r>
        <w:rPr>
          <w:rtl/>
        </w:rPr>
        <w:t>_</w:t>
      </w:r>
    </w:p>
    <w:p w:rsidR="001F628F" w:rsidRDefault="001F628F" w:rsidP="0056508E">
      <w:pPr>
        <w:pStyle w:val="libNormal"/>
        <w:rPr>
          <w:rtl/>
        </w:rPr>
      </w:pPr>
      <w:r>
        <w:rPr>
          <w:rtl/>
        </w:rPr>
        <w:t>1_ خداوند عالم كا ان ظالمو</w:t>
      </w:r>
      <w:r w:rsidR="00083993">
        <w:rPr>
          <w:rtl/>
        </w:rPr>
        <w:t xml:space="preserve">ں </w:t>
      </w:r>
      <w:r>
        <w:rPr>
          <w:rtl/>
        </w:rPr>
        <w:t>كى سرزنش كرنا كہ جو اپنے سے پہلے والے ظالمو</w:t>
      </w:r>
      <w:r w:rsidR="00083993">
        <w:rPr>
          <w:rtl/>
        </w:rPr>
        <w:t xml:space="preserve">ں </w:t>
      </w:r>
      <w:r>
        <w:rPr>
          <w:rtl/>
        </w:rPr>
        <w:t>كے عذاب اور الہى مثالو</w:t>
      </w:r>
      <w:r w:rsidR="00083993">
        <w:rPr>
          <w:rtl/>
        </w:rPr>
        <w:t xml:space="preserve">ں </w:t>
      </w:r>
      <w:r>
        <w:rPr>
          <w:rtl/>
        </w:rPr>
        <w:t>سے عبرت اور سبق حاصل نہي</w:t>
      </w:r>
      <w:r w:rsidR="00083993">
        <w:rPr>
          <w:rtl/>
        </w:rPr>
        <w:t xml:space="preserve">ں </w:t>
      </w:r>
      <w:r>
        <w:rPr>
          <w:rtl/>
        </w:rPr>
        <w:t>كرتے _</w:t>
      </w:r>
      <w:r w:rsidRPr="0056508E">
        <w:rPr>
          <w:rStyle w:val="libArabicChar"/>
          <w:rFonts w:hint="eastAsia"/>
          <w:rtl/>
        </w:rPr>
        <w:t>وسكنتم</w:t>
      </w:r>
      <w:r w:rsidRPr="0056508E">
        <w:rPr>
          <w:rStyle w:val="libArabicChar"/>
          <w:rtl/>
        </w:rPr>
        <w:t xml:space="preserve"> فى مسكن الذين ظلموا ا نفس</w:t>
      </w:r>
      <w:r w:rsidR="00F21947" w:rsidRPr="00B2551F">
        <w:rPr>
          <w:rStyle w:val="libArabicChar"/>
          <w:rFonts w:hint="cs"/>
          <w:rtl/>
        </w:rPr>
        <w:t>ه</w:t>
      </w:r>
      <w:r w:rsidRPr="0056508E">
        <w:rPr>
          <w:rStyle w:val="libArabicChar"/>
          <w:rFonts w:hint="cs"/>
          <w:rtl/>
        </w:rPr>
        <w:t>م</w:t>
      </w:r>
      <w:r w:rsidRPr="0056508E">
        <w:rPr>
          <w:rStyle w:val="libArabicChar"/>
          <w:rtl/>
        </w:rPr>
        <w:t xml:space="preserve"> </w:t>
      </w:r>
      <w:r w:rsidRPr="0056508E">
        <w:rPr>
          <w:rStyle w:val="libArabicChar"/>
          <w:rFonts w:hint="cs"/>
          <w:rtl/>
        </w:rPr>
        <w:t>وتبيّن</w:t>
      </w:r>
      <w:r w:rsidRPr="0056508E">
        <w:rPr>
          <w:rStyle w:val="libArabicChar"/>
          <w:rtl/>
        </w:rPr>
        <w:t xml:space="preserve"> </w:t>
      </w:r>
      <w:r w:rsidRPr="0056508E">
        <w:rPr>
          <w:rStyle w:val="libArabicChar"/>
          <w:rFonts w:hint="cs"/>
          <w:rtl/>
        </w:rPr>
        <w:t>لكم</w:t>
      </w:r>
      <w:r w:rsidRPr="0056508E">
        <w:rPr>
          <w:rStyle w:val="libArabicChar"/>
          <w:rtl/>
        </w:rPr>
        <w:t xml:space="preserve"> </w:t>
      </w:r>
      <w:r w:rsidRPr="0056508E">
        <w:rPr>
          <w:rStyle w:val="libArabicChar"/>
          <w:rFonts w:hint="cs"/>
          <w:rtl/>
        </w:rPr>
        <w:t>كيف</w:t>
      </w:r>
      <w:r w:rsidRPr="0056508E">
        <w:rPr>
          <w:rStyle w:val="libArabicChar"/>
          <w:rtl/>
        </w:rPr>
        <w:t xml:space="preserve"> </w:t>
      </w:r>
      <w:r w:rsidRPr="0056508E">
        <w:rPr>
          <w:rStyle w:val="libArabicChar"/>
          <w:rFonts w:hint="cs"/>
          <w:rtl/>
        </w:rPr>
        <w:t>فعلنا</w:t>
      </w:r>
      <w:r w:rsidRPr="0056508E">
        <w:rPr>
          <w:rStyle w:val="libArabicChar"/>
          <w:rtl/>
        </w:rPr>
        <w:t xml:space="preserve"> </w:t>
      </w:r>
      <w:r w:rsidRPr="0056508E">
        <w:rPr>
          <w:rStyle w:val="libArabicChar"/>
          <w:rFonts w:hint="cs"/>
          <w:rtl/>
        </w:rPr>
        <w:t>ب</w:t>
      </w:r>
      <w:r w:rsidR="00F21947" w:rsidRPr="00B2551F">
        <w:rPr>
          <w:rStyle w:val="libArabicChar"/>
          <w:rFonts w:hint="cs"/>
          <w:rtl/>
        </w:rPr>
        <w:t>ه</w:t>
      </w:r>
      <w:r w:rsidRPr="0056508E">
        <w:rPr>
          <w:rStyle w:val="libArabicChar"/>
          <w:rFonts w:hint="cs"/>
          <w:rtl/>
        </w:rPr>
        <w:t>م</w:t>
      </w:r>
      <w:r w:rsidRPr="0056508E">
        <w:rPr>
          <w:rStyle w:val="libArabicChar"/>
          <w:rtl/>
        </w:rPr>
        <w:t xml:space="preserve"> </w:t>
      </w:r>
      <w:r w:rsidRPr="0056508E">
        <w:rPr>
          <w:rStyle w:val="libArabicChar"/>
          <w:rFonts w:hint="cs"/>
          <w:rtl/>
        </w:rPr>
        <w:t>و</w:t>
      </w:r>
      <w:r w:rsidRPr="0056508E">
        <w:rPr>
          <w:rStyle w:val="libArabicChar"/>
          <w:rtl/>
        </w:rPr>
        <w:t xml:space="preserve"> </w:t>
      </w:r>
      <w:r w:rsidRPr="0056508E">
        <w:rPr>
          <w:rStyle w:val="libArabicChar"/>
          <w:rFonts w:hint="cs"/>
          <w:rtl/>
        </w:rPr>
        <w:t>ضربنالكم</w:t>
      </w:r>
      <w:r w:rsidRPr="0056508E">
        <w:rPr>
          <w:rStyle w:val="libArabicChar"/>
          <w:rtl/>
        </w:rPr>
        <w:t xml:space="preserve"> </w:t>
      </w:r>
      <w:r w:rsidRPr="0056508E">
        <w:rPr>
          <w:rStyle w:val="libArabicChar"/>
          <w:rFonts w:hint="cs"/>
          <w:rtl/>
        </w:rPr>
        <w:t>ال</w:t>
      </w:r>
      <w:r w:rsidRPr="0056508E">
        <w:rPr>
          <w:rStyle w:val="libArabicChar"/>
          <w:rtl/>
        </w:rPr>
        <w:t>ا مثال</w:t>
      </w:r>
    </w:p>
    <w:p w:rsidR="001F628F" w:rsidRDefault="001F628F" w:rsidP="0056508E">
      <w:pPr>
        <w:pStyle w:val="libNormal"/>
        <w:rPr>
          <w:rtl/>
        </w:rPr>
      </w:pPr>
      <w:r>
        <w:rPr>
          <w:rtl/>
        </w:rPr>
        <w:t>2_زمانہ بعثت كے ظالم لوگ ،رفتار و كردار مي</w:t>
      </w:r>
      <w:r w:rsidR="00083993">
        <w:rPr>
          <w:rtl/>
        </w:rPr>
        <w:t xml:space="preserve">ں </w:t>
      </w:r>
      <w:r>
        <w:rPr>
          <w:rtl/>
        </w:rPr>
        <w:t>سابقہ اقوام كے ظالمو</w:t>
      </w:r>
      <w:r w:rsidR="00083993">
        <w:rPr>
          <w:rtl/>
        </w:rPr>
        <w:t xml:space="preserve">ں </w:t>
      </w:r>
      <w:r>
        <w:rPr>
          <w:rtl/>
        </w:rPr>
        <w:t>جيسے ہى تھے_</w:t>
      </w:r>
      <w:r w:rsidRPr="0056508E">
        <w:rPr>
          <w:rStyle w:val="libArabicChar"/>
          <w:rFonts w:hint="eastAsia"/>
          <w:rtl/>
        </w:rPr>
        <w:t>وسكنتم</w:t>
      </w:r>
      <w:r w:rsidRPr="0056508E">
        <w:rPr>
          <w:rStyle w:val="libArabicChar"/>
          <w:rtl/>
        </w:rPr>
        <w:t xml:space="preserve"> فى مسكن الذين ظلمو</w:t>
      </w:r>
    </w:p>
    <w:p w:rsidR="001F628F" w:rsidRDefault="001F628F" w:rsidP="001F628F">
      <w:pPr>
        <w:pStyle w:val="libNormal"/>
        <w:rPr>
          <w:rtl/>
        </w:rPr>
      </w:pPr>
      <w:r>
        <w:rPr>
          <w:rtl/>
        </w:rPr>
        <w:t>3_سابقہ دور مي</w:t>
      </w:r>
      <w:r w:rsidR="00083993">
        <w:rPr>
          <w:rtl/>
        </w:rPr>
        <w:t xml:space="preserve">ں </w:t>
      </w:r>
      <w:r>
        <w:rPr>
          <w:rtl/>
        </w:rPr>
        <w:t>ہلاك ہونے اور عذاب ديكھنے والے ظالمو</w:t>
      </w:r>
      <w:r w:rsidR="00083993">
        <w:rPr>
          <w:rtl/>
        </w:rPr>
        <w:t xml:space="preserve">ں </w:t>
      </w:r>
      <w:r>
        <w:rPr>
          <w:rtl/>
        </w:rPr>
        <w:t>كى تاريخ ،عبرت انگيز اور سبق اموز ہے_</w:t>
      </w:r>
    </w:p>
    <w:p w:rsidR="001F628F" w:rsidRDefault="001F628F" w:rsidP="0056508E">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وضربنالكم</w:t>
      </w:r>
      <w:r>
        <w:rPr>
          <w:rtl/>
        </w:rPr>
        <w:t xml:space="preserve"> </w:t>
      </w:r>
      <w:r>
        <w:rPr>
          <w:rFonts w:hint="cs"/>
          <w:rtl/>
        </w:rPr>
        <w:t>ال</w:t>
      </w:r>
      <w:r>
        <w:rPr>
          <w:rtl/>
        </w:rPr>
        <w:t>ا مثال</w:t>
      </w:r>
    </w:p>
    <w:p w:rsidR="001F628F" w:rsidRDefault="001F628F" w:rsidP="001F628F">
      <w:pPr>
        <w:pStyle w:val="libNormal"/>
        <w:rPr>
          <w:rtl/>
        </w:rPr>
      </w:pPr>
      <w:r>
        <w:rPr>
          <w:rtl/>
        </w:rPr>
        <w:t>4_عذاب الہى مي</w:t>
      </w:r>
      <w:r w:rsidR="00083993">
        <w:rPr>
          <w:rtl/>
        </w:rPr>
        <w:t xml:space="preserve">ں </w:t>
      </w:r>
      <w:r>
        <w:rPr>
          <w:rtl/>
        </w:rPr>
        <w:t>مبتلا ہونے والى اقوام كى سر نوشت سے سبق حاصل كرنا ضرورى ہے_</w:t>
      </w:r>
    </w:p>
    <w:p w:rsidR="001F628F" w:rsidRDefault="001F628F" w:rsidP="0056508E">
      <w:pPr>
        <w:pStyle w:val="libArabic"/>
        <w:rPr>
          <w:rtl/>
        </w:rPr>
      </w:pPr>
      <w:r>
        <w:rPr>
          <w:rFonts w:hint="eastAsia"/>
          <w:rtl/>
        </w:rPr>
        <w:t>ا</w:t>
      </w:r>
      <w:r>
        <w:rPr>
          <w:rtl/>
        </w:rPr>
        <w:t xml:space="preserve"> ولم تكونوا ...وسكنتم فى مسكن الذين ظلموا ا نفس</w:t>
      </w:r>
      <w:r w:rsidR="00F21947" w:rsidRPr="00B2551F">
        <w:rPr>
          <w:rFonts w:hint="cs"/>
          <w:rtl/>
        </w:rPr>
        <w:t>ه</w:t>
      </w:r>
      <w:r>
        <w:rPr>
          <w:rFonts w:hint="cs"/>
          <w:rtl/>
        </w:rPr>
        <w:t>م</w:t>
      </w:r>
      <w:r>
        <w:rPr>
          <w:rtl/>
        </w:rPr>
        <w:t xml:space="preserve"> </w:t>
      </w:r>
      <w:r>
        <w:rPr>
          <w:rFonts w:hint="cs"/>
          <w:rtl/>
        </w:rPr>
        <w:t>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وضربنالكم</w:t>
      </w:r>
      <w:r>
        <w:rPr>
          <w:rtl/>
        </w:rPr>
        <w:t xml:space="preserve"> </w:t>
      </w:r>
      <w:r>
        <w:rPr>
          <w:rFonts w:hint="cs"/>
          <w:rtl/>
        </w:rPr>
        <w:t>الا</w:t>
      </w:r>
      <w:r>
        <w:rPr>
          <w:rtl/>
        </w:rPr>
        <w:t xml:space="preserve"> </w:t>
      </w:r>
      <w:r>
        <w:rPr>
          <w:rFonts w:hint="cs"/>
          <w:rtl/>
        </w:rPr>
        <w:t>مثال</w:t>
      </w:r>
    </w:p>
    <w:p w:rsidR="001F628F" w:rsidRDefault="001F628F" w:rsidP="001F628F">
      <w:pPr>
        <w:pStyle w:val="libNormal"/>
        <w:rPr>
          <w:rtl/>
        </w:rPr>
      </w:pPr>
      <w:r>
        <w:rPr>
          <w:rtl/>
        </w:rPr>
        <w:t>5_گذشتہ اقوام اور معاشرو</w:t>
      </w:r>
      <w:r w:rsidR="00083993">
        <w:rPr>
          <w:rtl/>
        </w:rPr>
        <w:t xml:space="preserve">ں </w:t>
      </w:r>
      <w:r>
        <w:rPr>
          <w:rtl/>
        </w:rPr>
        <w:t>كا ظلم اختيار كرنے كى وجہ سے خداوند عالم كى طرف سے عذاب اور ہلاكت سے دوچار ہونا _</w:t>
      </w:r>
    </w:p>
    <w:p w:rsidR="001F628F" w:rsidRDefault="001F628F" w:rsidP="0056508E">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w:t>
      </w:r>
      <w:r>
        <w:rPr>
          <w:rtl/>
        </w:rPr>
        <w:t xml:space="preserve"> </w:t>
      </w:r>
      <w:r>
        <w:rPr>
          <w:rFonts w:hint="cs"/>
          <w:rtl/>
        </w:rPr>
        <w:t>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وضربنالكم</w:t>
      </w:r>
      <w:r>
        <w:rPr>
          <w:rtl/>
        </w:rPr>
        <w:t xml:space="preserve"> </w:t>
      </w:r>
      <w:r>
        <w:rPr>
          <w:rFonts w:hint="cs"/>
          <w:rtl/>
        </w:rPr>
        <w:t>ال</w:t>
      </w:r>
      <w:r>
        <w:rPr>
          <w:rtl/>
        </w:rPr>
        <w:t>ا مثال</w:t>
      </w:r>
    </w:p>
    <w:p w:rsidR="001F628F" w:rsidRDefault="001F628F" w:rsidP="001F628F">
      <w:pPr>
        <w:pStyle w:val="libNormal"/>
        <w:rPr>
          <w:rtl/>
        </w:rPr>
      </w:pPr>
      <w:r>
        <w:rPr>
          <w:rtl/>
        </w:rPr>
        <w:t>6_ظلم اختيار كرنا ،دنيا مي</w:t>
      </w:r>
      <w:r w:rsidR="00083993">
        <w:rPr>
          <w:rtl/>
        </w:rPr>
        <w:t xml:space="preserve">ں </w:t>
      </w:r>
      <w:r>
        <w:rPr>
          <w:rtl/>
        </w:rPr>
        <w:t>خدا كى جانب سے سزا اور</w:t>
      </w:r>
    </w:p>
    <w:p w:rsidR="0056508E" w:rsidRDefault="001E7F9D" w:rsidP="00F73EDE">
      <w:pPr>
        <w:pStyle w:val="libPoemTini"/>
        <w:rPr>
          <w:rtl/>
        </w:rPr>
      </w:pPr>
      <w:r>
        <w:rPr>
          <w:rtl/>
        </w:rPr>
        <w:cr/>
      </w:r>
      <w:r>
        <w:rPr>
          <w:rtl/>
        </w:rPr>
        <w:br w:type="page"/>
      </w:r>
    </w:p>
    <w:p w:rsidR="001F628F" w:rsidRDefault="001F628F" w:rsidP="0056508E">
      <w:pPr>
        <w:pStyle w:val="libNormal"/>
        <w:rPr>
          <w:rtl/>
        </w:rPr>
      </w:pPr>
      <w:r>
        <w:rPr>
          <w:rFonts w:hint="eastAsia"/>
          <w:rtl/>
        </w:rPr>
        <w:lastRenderedPageBreak/>
        <w:t>ہلاكت</w:t>
      </w:r>
      <w:r>
        <w:rPr>
          <w:rtl/>
        </w:rPr>
        <w:t xml:space="preserve"> كاموجب بنتاہے_</w:t>
      </w:r>
      <w:r w:rsidRPr="0056508E">
        <w:rPr>
          <w:rStyle w:val="libArabicChar"/>
          <w:rFonts w:hint="eastAsia"/>
          <w:rtl/>
        </w:rPr>
        <w:t>وسكنتم</w:t>
      </w:r>
      <w:r w:rsidRPr="0056508E">
        <w:rPr>
          <w:rStyle w:val="libArabicChar"/>
          <w:rtl/>
        </w:rPr>
        <w:t xml:space="preserve"> فى مسكن الذين ظلموا ا نفس</w:t>
      </w:r>
      <w:r w:rsidR="00F21947" w:rsidRPr="00B2551F">
        <w:rPr>
          <w:rStyle w:val="libArabicChar"/>
          <w:rFonts w:hint="cs"/>
          <w:rtl/>
        </w:rPr>
        <w:t>ه</w:t>
      </w:r>
      <w:r w:rsidRPr="0056508E">
        <w:rPr>
          <w:rStyle w:val="libArabicChar"/>
          <w:rFonts w:hint="cs"/>
          <w:rtl/>
        </w:rPr>
        <w:t>م</w:t>
      </w:r>
      <w:r w:rsidRPr="0056508E">
        <w:rPr>
          <w:rStyle w:val="libArabicChar"/>
          <w:rtl/>
        </w:rPr>
        <w:t xml:space="preserve"> ... </w:t>
      </w:r>
      <w:r w:rsidRPr="0056508E">
        <w:rPr>
          <w:rStyle w:val="libArabicChar"/>
          <w:rFonts w:hint="cs"/>
          <w:rtl/>
        </w:rPr>
        <w:t>وضربنالكم</w:t>
      </w:r>
      <w:r w:rsidRPr="0056508E">
        <w:rPr>
          <w:rStyle w:val="libArabicChar"/>
          <w:rtl/>
        </w:rPr>
        <w:t xml:space="preserve"> </w:t>
      </w:r>
      <w:r w:rsidRPr="0056508E">
        <w:rPr>
          <w:rStyle w:val="libArabicChar"/>
          <w:rFonts w:hint="cs"/>
          <w:rtl/>
        </w:rPr>
        <w:t>ال</w:t>
      </w:r>
      <w:r w:rsidRPr="0056508E">
        <w:rPr>
          <w:rStyle w:val="libArabicChar"/>
          <w:rtl/>
        </w:rPr>
        <w:t>ا مثال</w:t>
      </w:r>
    </w:p>
    <w:p w:rsidR="001F628F" w:rsidRDefault="001F628F" w:rsidP="001F628F">
      <w:pPr>
        <w:pStyle w:val="libNormal"/>
        <w:rPr>
          <w:rtl/>
        </w:rPr>
      </w:pPr>
      <w:r>
        <w:rPr>
          <w:rtl/>
        </w:rPr>
        <w:t>7_اپنے اپ پر ظلم كے باعث دنيا مي</w:t>
      </w:r>
      <w:r w:rsidR="00083993">
        <w:rPr>
          <w:rtl/>
        </w:rPr>
        <w:t xml:space="preserve">ں </w:t>
      </w:r>
      <w:r>
        <w:rPr>
          <w:rtl/>
        </w:rPr>
        <w:t>ہلاكت اور الہى سزا سے دو چار ہونا _</w:t>
      </w:r>
    </w:p>
    <w:p w:rsidR="001F628F" w:rsidRDefault="001F628F" w:rsidP="008C6633">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w:t>
      </w:r>
      <w:r>
        <w:rPr>
          <w:rtl/>
        </w:rPr>
        <w:t xml:space="preserve"> ... </w:t>
      </w:r>
      <w:r>
        <w:rPr>
          <w:rFonts w:hint="cs"/>
          <w:rtl/>
        </w:rPr>
        <w:t>وضربنالكم</w:t>
      </w:r>
      <w:r>
        <w:rPr>
          <w:rtl/>
        </w:rPr>
        <w:t xml:space="preserve"> </w:t>
      </w:r>
      <w:r>
        <w:rPr>
          <w:rFonts w:hint="cs"/>
          <w:rtl/>
        </w:rPr>
        <w:t>ال</w:t>
      </w:r>
      <w:r>
        <w:rPr>
          <w:rtl/>
        </w:rPr>
        <w:t>ا مثال</w:t>
      </w:r>
    </w:p>
    <w:p w:rsidR="001F628F" w:rsidRDefault="001F628F" w:rsidP="001F628F">
      <w:pPr>
        <w:pStyle w:val="libNormal"/>
        <w:rPr>
          <w:rtl/>
        </w:rPr>
      </w:pPr>
      <w:r>
        <w:rPr>
          <w:rFonts w:hint="eastAsia"/>
          <w:rtl/>
        </w:rPr>
        <w:t>مندرجہ</w:t>
      </w:r>
      <w:r>
        <w:rPr>
          <w:rtl/>
        </w:rPr>
        <w:t xml:space="preserve"> بالا مطلب اس بات پر مبنى ہے كہ جب </w:t>
      </w:r>
      <w:r w:rsidRPr="008C6633">
        <w:rPr>
          <w:rStyle w:val="libArabicChar"/>
          <w:rtl/>
        </w:rPr>
        <w:t>''ظلموا ا نفس</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Pr>
          <w:rtl/>
        </w:rPr>
        <w:t xml:space="preserve"> سے اپنے اپ پر ظلم مراد ہو نہ دوسرو</w:t>
      </w:r>
      <w:r w:rsidR="00083993">
        <w:rPr>
          <w:rtl/>
        </w:rPr>
        <w:t xml:space="preserve">ں </w:t>
      </w:r>
      <w:r>
        <w:rPr>
          <w:rtl/>
        </w:rPr>
        <w:t>پر ظلم جيسا كہ آيت كے ظاہر سے معلوم ہوتا ہے_</w:t>
      </w:r>
    </w:p>
    <w:p w:rsidR="001F628F" w:rsidRDefault="001F628F" w:rsidP="001F628F">
      <w:pPr>
        <w:pStyle w:val="libNormal"/>
        <w:rPr>
          <w:rtl/>
        </w:rPr>
      </w:pPr>
      <w:r>
        <w:rPr>
          <w:rtl/>
        </w:rPr>
        <w:t xml:space="preserve">8_كفراختيار كرنا اور </w:t>
      </w:r>
      <w:r w:rsidR="003D0BA1">
        <w:rPr>
          <w:rtl/>
        </w:rPr>
        <w:t>انبياء</w:t>
      </w:r>
      <w:r>
        <w:rPr>
          <w:rtl/>
        </w:rPr>
        <w:t>ے الہى كو جھٹلانا ،اپنے اپ پر ظلم ہے اور اس كا نتيجہ خود انسان كو ديكھنا پڑتا ہے_</w:t>
      </w:r>
    </w:p>
    <w:p w:rsidR="001F628F" w:rsidRDefault="001F628F" w:rsidP="008C6633">
      <w:pPr>
        <w:pStyle w:val="libArabic"/>
        <w:rPr>
          <w:rtl/>
        </w:rPr>
      </w:pPr>
      <w:r>
        <w:rPr>
          <w:rFonts w:hint="eastAsia"/>
          <w:rtl/>
        </w:rPr>
        <w:t>نجب</w:t>
      </w:r>
      <w:r>
        <w:rPr>
          <w:rtl/>
        </w:rPr>
        <w:t xml:space="preserve"> دعوتك ونتّبع الرسل ...وسكنتم فى مسكن الذين ظلموا ا نفس</w:t>
      </w:r>
      <w:r w:rsidR="00F21947" w:rsidRPr="00B2551F">
        <w:rPr>
          <w:rFonts w:hint="cs"/>
          <w:rtl/>
        </w:rPr>
        <w:t>ه</w:t>
      </w:r>
      <w:r>
        <w:rPr>
          <w:rFonts w:hint="cs"/>
          <w:rtl/>
        </w:rPr>
        <w:t>م</w:t>
      </w:r>
    </w:p>
    <w:p w:rsidR="001F628F" w:rsidRDefault="001F628F" w:rsidP="001F628F">
      <w:pPr>
        <w:pStyle w:val="libNormal"/>
        <w:rPr>
          <w:rtl/>
        </w:rPr>
      </w:pPr>
      <w:r>
        <w:rPr>
          <w:rtl/>
        </w:rPr>
        <w:t>9_گذشتہ زمانے كے ظالمو</w:t>
      </w:r>
      <w:r w:rsidR="00083993">
        <w:rPr>
          <w:rtl/>
        </w:rPr>
        <w:t xml:space="preserve">ں </w:t>
      </w:r>
      <w:r>
        <w:rPr>
          <w:rtl/>
        </w:rPr>
        <w:t>كے اثار ، عبرت اميز اور سبق اموز ہي</w:t>
      </w:r>
      <w:r w:rsidR="00083993">
        <w:rPr>
          <w:rtl/>
        </w:rPr>
        <w:t xml:space="preserve">ں </w:t>
      </w:r>
      <w:r>
        <w:rPr>
          <w:rtl/>
        </w:rPr>
        <w:t>_</w:t>
      </w:r>
    </w:p>
    <w:p w:rsidR="001F628F" w:rsidRDefault="001F628F" w:rsidP="008C6633">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w:t>
      </w:r>
      <w:r>
        <w:rPr>
          <w:rtl/>
        </w:rPr>
        <w:t xml:space="preserve"> ... </w:t>
      </w:r>
      <w:r>
        <w:rPr>
          <w:rFonts w:hint="cs"/>
          <w:rtl/>
        </w:rPr>
        <w:t>وضربنالكم</w:t>
      </w:r>
      <w:r>
        <w:rPr>
          <w:rtl/>
        </w:rPr>
        <w:t xml:space="preserve"> </w:t>
      </w:r>
      <w:r>
        <w:rPr>
          <w:rFonts w:hint="cs"/>
          <w:rtl/>
        </w:rPr>
        <w:t>ال</w:t>
      </w:r>
      <w:r>
        <w:rPr>
          <w:rtl/>
        </w:rPr>
        <w:t>ا مثال</w:t>
      </w:r>
    </w:p>
    <w:p w:rsidR="001F628F" w:rsidRDefault="001F628F" w:rsidP="001F628F">
      <w:pPr>
        <w:pStyle w:val="libNormal"/>
        <w:rPr>
          <w:rtl/>
        </w:rPr>
      </w:pPr>
      <w:r>
        <w:rPr>
          <w:rFonts w:hint="eastAsia"/>
          <w:rtl/>
        </w:rPr>
        <w:t>مندرجہ</w:t>
      </w:r>
      <w:r>
        <w:rPr>
          <w:rtl/>
        </w:rPr>
        <w:t xml:space="preserve"> بالا مطلب مي</w:t>
      </w:r>
      <w:r w:rsidR="00083993">
        <w:rPr>
          <w:rtl/>
        </w:rPr>
        <w:t xml:space="preserve">ں </w:t>
      </w:r>
      <w:r>
        <w:rPr>
          <w:rtl/>
        </w:rPr>
        <w:t>جملہ ''</w:t>
      </w:r>
      <w:r w:rsidRPr="008C6633">
        <w:rPr>
          <w:rStyle w:val="libArabicChar"/>
          <w:rtl/>
        </w:rPr>
        <w:t>وسكنتم فى مسكن الذين ظلموا ا نفس</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Pr>
          <w:rtl/>
        </w:rPr>
        <w:t>...''مي</w:t>
      </w:r>
      <w:r w:rsidR="00083993">
        <w:rPr>
          <w:rtl/>
        </w:rPr>
        <w:t xml:space="preserve">ں </w:t>
      </w:r>
      <w:r>
        <w:rPr>
          <w:rtl/>
        </w:rPr>
        <w:t>''مساكن'' كوباقى رہ جانے والے اثار سے كنايہ كے طور پر ليا گيا ہے_</w:t>
      </w:r>
    </w:p>
    <w:p w:rsidR="001F628F" w:rsidRDefault="001F628F" w:rsidP="001F628F">
      <w:pPr>
        <w:pStyle w:val="libNormal"/>
        <w:rPr>
          <w:rtl/>
        </w:rPr>
      </w:pPr>
      <w:r>
        <w:rPr>
          <w:rtl/>
        </w:rPr>
        <w:t>10_انسانى معاشرو</w:t>
      </w:r>
      <w:r w:rsidR="00083993">
        <w:rPr>
          <w:rtl/>
        </w:rPr>
        <w:t xml:space="preserve">ں </w:t>
      </w:r>
      <w:r>
        <w:rPr>
          <w:rtl/>
        </w:rPr>
        <w:t>اور اقوام پر الہى سنتو</w:t>
      </w:r>
      <w:r w:rsidR="00083993">
        <w:rPr>
          <w:rtl/>
        </w:rPr>
        <w:t xml:space="preserve">ں </w:t>
      </w:r>
      <w:r>
        <w:rPr>
          <w:rtl/>
        </w:rPr>
        <w:t>و قوانين كى حاكميت كا ناقابل استثنى اور مساوى ہونا _</w:t>
      </w:r>
    </w:p>
    <w:p w:rsidR="001F628F" w:rsidRDefault="001F628F" w:rsidP="008C6633">
      <w:pPr>
        <w:pStyle w:val="libArabic"/>
        <w:rPr>
          <w:rtl/>
        </w:rPr>
      </w:pPr>
      <w:r>
        <w:rPr>
          <w:rFonts w:hint="eastAsia"/>
          <w:rtl/>
        </w:rPr>
        <w:t>وسكنتم</w:t>
      </w:r>
      <w:r>
        <w:rPr>
          <w:rtl/>
        </w:rPr>
        <w:t xml:space="preserve"> فى مسكن الذين ظلموا ... وتبيّن لكم كيف فعلنا ب</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ضربنالكم</w:t>
      </w:r>
      <w:r>
        <w:rPr>
          <w:rtl/>
        </w:rPr>
        <w:t xml:space="preserve"> </w:t>
      </w:r>
      <w:r>
        <w:rPr>
          <w:rFonts w:hint="cs"/>
          <w:rtl/>
        </w:rPr>
        <w:t>الا</w:t>
      </w:r>
      <w:r>
        <w:rPr>
          <w:rtl/>
        </w:rPr>
        <w:t xml:space="preserve"> مثال</w:t>
      </w:r>
    </w:p>
    <w:p w:rsidR="001F628F" w:rsidRDefault="001F628F" w:rsidP="001F628F">
      <w:pPr>
        <w:pStyle w:val="libNormal"/>
        <w:rPr>
          <w:rtl/>
        </w:rPr>
      </w:pPr>
      <w:r>
        <w:rPr>
          <w:rtl/>
        </w:rPr>
        <w:t>11_پورى تاريخ كے دوران ظالمو</w:t>
      </w:r>
      <w:r w:rsidR="00083993">
        <w:rPr>
          <w:rtl/>
        </w:rPr>
        <w:t xml:space="preserve">ں </w:t>
      </w:r>
      <w:r>
        <w:rPr>
          <w:rtl/>
        </w:rPr>
        <w:t>كى زندگى كے طور طريقو</w:t>
      </w:r>
      <w:r w:rsidR="00083993">
        <w:rPr>
          <w:rtl/>
        </w:rPr>
        <w:t xml:space="preserve">ں </w:t>
      </w:r>
      <w:r>
        <w:rPr>
          <w:rtl/>
        </w:rPr>
        <w:t>اور موقف كا ايك جيسا ہونا _</w:t>
      </w:r>
    </w:p>
    <w:p w:rsidR="001F628F" w:rsidRDefault="001F628F" w:rsidP="008C6633">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w:t>
      </w:r>
      <w:r>
        <w:rPr>
          <w:rtl/>
        </w:rPr>
        <w:t xml:space="preserve"> ... </w:t>
      </w:r>
      <w:r>
        <w:rPr>
          <w:rFonts w:hint="cs"/>
          <w:rtl/>
        </w:rPr>
        <w:t>وضربنالكم</w:t>
      </w:r>
      <w:r>
        <w:rPr>
          <w:rtl/>
        </w:rPr>
        <w:t xml:space="preserve"> </w:t>
      </w:r>
      <w:r>
        <w:rPr>
          <w:rFonts w:hint="cs"/>
          <w:rtl/>
        </w:rPr>
        <w:t>الا</w:t>
      </w:r>
      <w:r>
        <w:rPr>
          <w:rtl/>
        </w:rPr>
        <w:t xml:space="preserve"> مثال</w:t>
      </w:r>
    </w:p>
    <w:p w:rsidR="001F628F" w:rsidRDefault="001F628F" w:rsidP="001F628F">
      <w:pPr>
        <w:pStyle w:val="libNormal"/>
        <w:rPr>
          <w:rtl/>
        </w:rPr>
      </w:pPr>
      <w:r>
        <w:rPr>
          <w:rFonts w:hint="eastAsia"/>
          <w:rtl/>
        </w:rPr>
        <w:t>ممكن</w:t>
      </w:r>
      <w:r>
        <w:rPr>
          <w:rtl/>
        </w:rPr>
        <w:t xml:space="preserve"> ہے جملہ '' وسكنتم فى مسكن الذين ظلموا ...'' مي</w:t>
      </w:r>
      <w:r w:rsidR="00083993">
        <w:rPr>
          <w:rtl/>
        </w:rPr>
        <w:t xml:space="preserve">ں </w:t>
      </w:r>
      <w:r>
        <w:rPr>
          <w:rtl/>
        </w:rPr>
        <w:t>مسكن اور سكونت سے گذشتہ ظالمو</w:t>
      </w:r>
      <w:r w:rsidR="00083993">
        <w:rPr>
          <w:rtl/>
        </w:rPr>
        <w:t xml:space="preserve">ں </w:t>
      </w:r>
      <w:r>
        <w:rPr>
          <w:rtl/>
        </w:rPr>
        <w:t>كى جائے سكونت اور مكان مراد نہ ہوبلكہ بطور كنايہ ان كا ہم عقيدہ اور ہم قدم ہونا اور ان كے طورطريقو</w:t>
      </w:r>
      <w:r w:rsidR="00083993">
        <w:rPr>
          <w:rtl/>
        </w:rPr>
        <w:t xml:space="preserve">ں </w:t>
      </w:r>
      <w:r>
        <w:rPr>
          <w:rtl/>
        </w:rPr>
        <w:t>كو قبول كرنا مراد ہو_</w:t>
      </w:r>
    </w:p>
    <w:p w:rsidR="001F628F" w:rsidRDefault="001F628F" w:rsidP="008C6633">
      <w:pPr>
        <w:pStyle w:val="libNormal"/>
        <w:rPr>
          <w:rtl/>
        </w:rPr>
      </w:pPr>
      <w:r>
        <w:rPr>
          <w:rtl/>
        </w:rPr>
        <w:t>12_تاريخ بشر مي</w:t>
      </w:r>
      <w:r w:rsidR="00083993">
        <w:rPr>
          <w:rtl/>
        </w:rPr>
        <w:t xml:space="preserve">ں </w:t>
      </w:r>
      <w:r>
        <w:rPr>
          <w:rtl/>
        </w:rPr>
        <w:t>ظلم كو طولانى سابقہ حاصل ہے_</w:t>
      </w:r>
      <w:r w:rsidRPr="008C6633">
        <w:rPr>
          <w:rStyle w:val="libArabicChar"/>
          <w:rFonts w:hint="eastAsia"/>
          <w:rtl/>
        </w:rPr>
        <w:t>وسكنتم</w:t>
      </w:r>
      <w:r w:rsidRPr="008C6633">
        <w:rPr>
          <w:rStyle w:val="libArabicChar"/>
          <w:rtl/>
        </w:rPr>
        <w:t xml:space="preserve"> فى مسكن الذين ظلموا ا نفس</w:t>
      </w:r>
      <w:r w:rsidR="00F21947" w:rsidRPr="00B2551F">
        <w:rPr>
          <w:rStyle w:val="libArabicChar"/>
          <w:rFonts w:hint="cs"/>
          <w:rtl/>
        </w:rPr>
        <w:t>ه</w:t>
      </w:r>
      <w:r w:rsidRPr="008C6633">
        <w:rPr>
          <w:rStyle w:val="libArabicChar"/>
          <w:rFonts w:hint="cs"/>
          <w:rtl/>
        </w:rPr>
        <w:t>م</w:t>
      </w:r>
      <w:r w:rsidRPr="008C6633">
        <w:rPr>
          <w:rStyle w:val="libArabicChar"/>
          <w:rtl/>
        </w:rPr>
        <w:t xml:space="preserve"> ... </w:t>
      </w:r>
      <w:r w:rsidRPr="008C6633">
        <w:rPr>
          <w:rStyle w:val="libArabicChar"/>
          <w:rFonts w:hint="cs"/>
          <w:rtl/>
        </w:rPr>
        <w:t>وضربنالكم</w:t>
      </w:r>
      <w:r w:rsidRPr="008C6633">
        <w:rPr>
          <w:rStyle w:val="libArabicChar"/>
          <w:rtl/>
        </w:rPr>
        <w:t xml:space="preserve"> </w:t>
      </w:r>
      <w:r w:rsidRPr="008C6633">
        <w:rPr>
          <w:rStyle w:val="libArabicChar"/>
          <w:rFonts w:hint="cs"/>
          <w:rtl/>
        </w:rPr>
        <w:t>ال</w:t>
      </w:r>
      <w:r w:rsidRPr="008C6633">
        <w:rPr>
          <w:rStyle w:val="libArabicChar"/>
          <w:rtl/>
        </w:rPr>
        <w:t>ا مثال</w:t>
      </w:r>
    </w:p>
    <w:p w:rsidR="001F628F" w:rsidRDefault="001F628F" w:rsidP="001F628F">
      <w:pPr>
        <w:pStyle w:val="libNormal"/>
        <w:rPr>
          <w:rtl/>
        </w:rPr>
      </w:pPr>
      <w:r>
        <w:rPr>
          <w:rtl/>
        </w:rPr>
        <w:t>13_انسان كى ہدايت اور سبق اموزى مي</w:t>
      </w:r>
      <w:r w:rsidR="00083993">
        <w:rPr>
          <w:rtl/>
        </w:rPr>
        <w:t xml:space="preserve">ں </w:t>
      </w:r>
      <w:r>
        <w:rPr>
          <w:rtl/>
        </w:rPr>
        <w:t>تاريخى مثالو</w:t>
      </w:r>
      <w:r w:rsidR="00083993">
        <w:rPr>
          <w:rtl/>
        </w:rPr>
        <w:t xml:space="preserve">ں </w:t>
      </w:r>
      <w:r>
        <w:rPr>
          <w:rtl/>
        </w:rPr>
        <w:t>اور عينى نمونو</w:t>
      </w:r>
      <w:r w:rsidR="00083993">
        <w:rPr>
          <w:rtl/>
        </w:rPr>
        <w:t xml:space="preserve">ں </w:t>
      </w:r>
      <w:r>
        <w:rPr>
          <w:rtl/>
        </w:rPr>
        <w:t>كا موثر كردار ادا كرنا _</w:t>
      </w:r>
    </w:p>
    <w:p w:rsidR="001F628F" w:rsidRDefault="001F628F" w:rsidP="008C6633">
      <w:pPr>
        <w:pStyle w:val="libArabic"/>
        <w:rPr>
          <w:rtl/>
        </w:rPr>
      </w:pPr>
      <w:r>
        <w:rPr>
          <w:rFonts w:hint="eastAsia"/>
          <w:rtl/>
        </w:rPr>
        <w:t>وتبيّن</w:t>
      </w:r>
      <w:r>
        <w:rPr>
          <w:rtl/>
        </w:rPr>
        <w:t xml:space="preserve"> لكم كيف فعلنا ب</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ضربنالكم</w:t>
      </w:r>
      <w:r>
        <w:rPr>
          <w:rtl/>
        </w:rPr>
        <w:t xml:space="preserve"> </w:t>
      </w:r>
      <w:r>
        <w:rPr>
          <w:rFonts w:hint="cs"/>
          <w:rtl/>
        </w:rPr>
        <w:t>الا</w:t>
      </w:r>
      <w:r>
        <w:rPr>
          <w:rtl/>
        </w:rPr>
        <w:t xml:space="preserve"> مثال</w:t>
      </w:r>
    </w:p>
    <w:p w:rsidR="001F628F" w:rsidRDefault="001F628F" w:rsidP="001F628F">
      <w:pPr>
        <w:pStyle w:val="libNormal"/>
        <w:rPr>
          <w:rtl/>
        </w:rPr>
      </w:pPr>
      <w:r>
        <w:rPr>
          <w:rtl/>
        </w:rPr>
        <w:t>14_ظالمو</w:t>
      </w:r>
      <w:r w:rsidR="00083993">
        <w:rPr>
          <w:rtl/>
        </w:rPr>
        <w:t xml:space="preserve">ں </w:t>
      </w:r>
      <w:r>
        <w:rPr>
          <w:rtl/>
        </w:rPr>
        <w:t>پر عذاب نازل كرنے سے پہلے خداوند عالم كا ان پر اتمام حجت كرنا _</w:t>
      </w:r>
    </w:p>
    <w:p w:rsidR="001F628F" w:rsidRDefault="001F628F" w:rsidP="008C6633">
      <w:pPr>
        <w:pStyle w:val="libArabic"/>
        <w:rPr>
          <w:rtl/>
        </w:rPr>
      </w:pPr>
      <w:r>
        <w:rPr>
          <w:rFonts w:hint="eastAsia"/>
          <w:rtl/>
        </w:rPr>
        <w:t>يوم</w:t>
      </w:r>
      <w:r>
        <w:rPr>
          <w:rtl/>
        </w:rPr>
        <w:t xml:space="preserve">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وسكنتم</w:t>
      </w:r>
      <w:r>
        <w:rPr>
          <w:rtl/>
        </w:rPr>
        <w:t xml:space="preserve"> </w:t>
      </w:r>
      <w:r>
        <w:rPr>
          <w:rFonts w:hint="cs"/>
          <w:rtl/>
        </w:rPr>
        <w:t>فى</w:t>
      </w:r>
      <w:r>
        <w:rPr>
          <w:rtl/>
        </w:rPr>
        <w:t xml:space="preserve"> </w:t>
      </w:r>
      <w:r>
        <w:rPr>
          <w:rFonts w:hint="cs"/>
          <w:rtl/>
        </w:rPr>
        <w:t>مسكن</w:t>
      </w:r>
      <w:r>
        <w:rPr>
          <w:rtl/>
        </w:rPr>
        <w:t xml:space="preserve"> </w:t>
      </w:r>
      <w:r>
        <w:rPr>
          <w:rFonts w:hint="cs"/>
          <w:rtl/>
        </w:rPr>
        <w:t>الذين</w:t>
      </w:r>
      <w:r>
        <w:rPr>
          <w:rtl/>
        </w:rPr>
        <w:t xml:space="preserve"> </w:t>
      </w:r>
      <w:r>
        <w:rPr>
          <w:rFonts w:hint="cs"/>
          <w:rtl/>
        </w:rPr>
        <w:t>ظلموا</w:t>
      </w:r>
      <w:r>
        <w:rPr>
          <w:rtl/>
        </w:rPr>
        <w:t xml:space="preserve"> </w:t>
      </w:r>
      <w:r>
        <w:rPr>
          <w:rFonts w:hint="cs"/>
          <w:rtl/>
        </w:rPr>
        <w:t>ا</w:t>
      </w:r>
      <w:r>
        <w:rPr>
          <w:rtl/>
        </w:rPr>
        <w:t xml:space="preserve"> </w:t>
      </w:r>
      <w:r>
        <w:rPr>
          <w:rFonts w:hint="cs"/>
          <w:rtl/>
        </w:rPr>
        <w:t>نفس</w:t>
      </w:r>
      <w:r w:rsidR="00F21947" w:rsidRPr="00B2551F">
        <w:rPr>
          <w:rFonts w:hint="cs"/>
          <w:rtl/>
        </w:rPr>
        <w:t>ه</w:t>
      </w:r>
      <w:r>
        <w:rPr>
          <w:rFonts w:hint="cs"/>
          <w:rtl/>
        </w:rPr>
        <w:t>م</w:t>
      </w:r>
      <w:r>
        <w:rPr>
          <w:rtl/>
        </w:rPr>
        <w:t xml:space="preserve"> </w:t>
      </w:r>
      <w:r>
        <w:rPr>
          <w:rFonts w:hint="cs"/>
          <w:rtl/>
        </w:rPr>
        <w:t>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w:t>
      </w:r>
      <w:r>
        <w:rPr>
          <w:rtl/>
        </w:rPr>
        <w:t>ضربنالكم الا مثال</w:t>
      </w:r>
    </w:p>
    <w:p w:rsidR="008C6633" w:rsidRDefault="001E7F9D" w:rsidP="00F73EDE">
      <w:pPr>
        <w:pStyle w:val="libPoemTini"/>
        <w:rPr>
          <w:rtl/>
        </w:rPr>
      </w:pPr>
      <w:r>
        <w:rPr>
          <w:rtl/>
        </w:rPr>
        <w:br w:type="page"/>
      </w:r>
    </w:p>
    <w:p w:rsidR="001F628F" w:rsidRDefault="001F628F" w:rsidP="008C6633">
      <w:pPr>
        <w:pStyle w:val="libNormal"/>
        <w:rPr>
          <w:rtl/>
        </w:rPr>
      </w:pPr>
      <w:r>
        <w:rPr>
          <w:rFonts w:hint="eastAsia"/>
          <w:rtl/>
        </w:rPr>
        <w:lastRenderedPageBreak/>
        <w:t>يہ</w:t>
      </w:r>
      <w:r>
        <w:rPr>
          <w:rtl/>
        </w:rPr>
        <w:t xml:space="preserve"> جو خدا وند عالم نے فرمايا ہے كہ ''تم پر ظاہر ہو گيا تھا كہ ہم نے انكے ساتھ كيسا سلوك كيا تھا '' (</w:t>
      </w:r>
      <w:r w:rsidRPr="008C6633">
        <w:rPr>
          <w:rStyle w:val="libArabicChar"/>
          <w:rtl/>
        </w:rPr>
        <w:t>وتبيّن لكم كيف فعلنا ب</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Pr>
          <w:rtl/>
        </w:rPr>
        <w:t>)ہو سكتا ہے يہ خداوند عالم كى جانب سے عذاب نازل ہونے سے پہلے تمام ظالمو</w:t>
      </w:r>
      <w:r w:rsidR="00083993">
        <w:rPr>
          <w:rtl/>
        </w:rPr>
        <w:t xml:space="preserve">ں </w:t>
      </w:r>
      <w:r>
        <w:rPr>
          <w:rtl/>
        </w:rPr>
        <w:t>پراتمام حجت كو بيان كرنے كے ليئے ہو_بالخصوص خدا نے يہ كلام ظالمو</w:t>
      </w:r>
      <w:r w:rsidR="00083993">
        <w:rPr>
          <w:rtl/>
        </w:rPr>
        <w:t xml:space="preserve">ں </w:t>
      </w:r>
      <w:r>
        <w:rPr>
          <w:rtl/>
        </w:rPr>
        <w:t>كى جانب سے مہلت طلب كرنے كے بعد نازل كيا ہے_</w:t>
      </w:r>
    </w:p>
    <w:p w:rsidR="001F628F" w:rsidRDefault="001F628F" w:rsidP="001F628F">
      <w:pPr>
        <w:pStyle w:val="libNormal"/>
        <w:rPr>
          <w:rtl/>
        </w:rPr>
      </w:pPr>
      <w:r>
        <w:rPr>
          <w:rtl/>
        </w:rPr>
        <w:t>15_ سزا يافتہ ظالمو</w:t>
      </w:r>
      <w:r w:rsidR="00083993">
        <w:rPr>
          <w:rtl/>
        </w:rPr>
        <w:t xml:space="preserve">ں </w:t>
      </w:r>
      <w:r>
        <w:rPr>
          <w:rtl/>
        </w:rPr>
        <w:t>كى سر گذشت ،سبق اموز اور قابل مثال قصے بيان كرنا قرانى موضوعات مي</w:t>
      </w:r>
      <w:r w:rsidR="00083993">
        <w:rPr>
          <w:rtl/>
        </w:rPr>
        <w:t xml:space="preserve">ں </w:t>
      </w:r>
      <w:r>
        <w:rPr>
          <w:rtl/>
        </w:rPr>
        <w:t>سے ايك موضوع ہے _</w:t>
      </w:r>
    </w:p>
    <w:p w:rsidR="001F628F" w:rsidRDefault="001F628F" w:rsidP="008C6633">
      <w:pPr>
        <w:pStyle w:val="libArabic"/>
        <w:rPr>
          <w:rtl/>
        </w:rPr>
      </w:pPr>
      <w:r>
        <w:rPr>
          <w:rFonts w:hint="eastAsia"/>
          <w:rtl/>
        </w:rPr>
        <w:t>وسكنتم</w:t>
      </w:r>
      <w:r>
        <w:rPr>
          <w:rtl/>
        </w:rPr>
        <w:t xml:space="preserve"> فى مسكن الذين ... وتبيّن لكم كيف فعلنا ب</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ضربنالكم</w:t>
      </w:r>
      <w:r>
        <w:rPr>
          <w:rtl/>
        </w:rPr>
        <w:t xml:space="preserve"> </w:t>
      </w:r>
      <w:r>
        <w:rPr>
          <w:rFonts w:hint="cs"/>
          <w:rtl/>
        </w:rPr>
        <w:t>ال</w:t>
      </w:r>
      <w:r>
        <w:rPr>
          <w:rtl/>
        </w:rPr>
        <w:t>ا مثال</w:t>
      </w:r>
    </w:p>
    <w:p w:rsidR="001F628F" w:rsidRDefault="001F628F" w:rsidP="001F628F">
      <w:pPr>
        <w:pStyle w:val="libNormal"/>
        <w:rPr>
          <w:rtl/>
        </w:rPr>
      </w:pPr>
      <w:r>
        <w:rPr>
          <w:rtl/>
        </w:rPr>
        <w:t>16_عصر بعثت كے لوگ، خداوند عالم كى جانب سے گذشتہ زمانے كى ظالم اقوام كى ہلاك كنندہ سزائو</w:t>
      </w:r>
      <w:r w:rsidR="00083993">
        <w:rPr>
          <w:rtl/>
        </w:rPr>
        <w:t xml:space="preserve">ں </w:t>
      </w:r>
      <w:r>
        <w:rPr>
          <w:rtl/>
        </w:rPr>
        <w:t>سے اگاہ تھے_</w:t>
      </w:r>
    </w:p>
    <w:p w:rsidR="001F628F" w:rsidRDefault="001F628F" w:rsidP="008C6633">
      <w:pPr>
        <w:pStyle w:val="libArabic"/>
        <w:rPr>
          <w:rtl/>
        </w:rPr>
      </w:pPr>
      <w:r>
        <w:rPr>
          <w:rFonts w:hint="eastAsia"/>
          <w:rtl/>
        </w:rPr>
        <w:t>الذين</w:t>
      </w:r>
      <w:r>
        <w:rPr>
          <w:rtl/>
        </w:rPr>
        <w:t xml:space="preserve"> ظلموا ا نفس</w:t>
      </w:r>
      <w:r w:rsidR="00F21947" w:rsidRPr="00B2551F">
        <w:rPr>
          <w:rFonts w:hint="cs"/>
          <w:rtl/>
        </w:rPr>
        <w:t>ه</w:t>
      </w:r>
      <w:r>
        <w:rPr>
          <w:rFonts w:hint="cs"/>
          <w:rtl/>
        </w:rPr>
        <w:t>م</w:t>
      </w:r>
      <w:r>
        <w:rPr>
          <w:rtl/>
        </w:rPr>
        <w:t xml:space="preserve"> </w:t>
      </w:r>
      <w:r>
        <w:rPr>
          <w:rFonts w:hint="cs"/>
          <w:rtl/>
        </w:rPr>
        <w:t>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ضربنالكم</w:t>
      </w:r>
      <w:r>
        <w:rPr>
          <w:rtl/>
        </w:rPr>
        <w:t xml:space="preserve"> </w:t>
      </w:r>
      <w:r>
        <w:rPr>
          <w:rFonts w:hint="cs"/>
          <w:rtl/>
        </w:rPr>
        <w:t>ال</w:t>
      </w:r>
      <w:r>
        <w:rPr>
          <w:rtl/>
        </w:rPr>
        <w:t>ا مثال</w:t>
      </w:r>
    </w:p>
    <w:p w:rsidR="001F628F" w:rsidRDefault="001F628F" w:rsidP="008C6633">
      <w:pPr>
        <w:pStyle w:val="libNormal"/>
        <w:rPr>
          <w:rtl/>
        </w:rPr>
      </w:pPr>
      <w:r>
        <w:rPr>
          <w:rtl/>
        </w:rPr>
        <w:t xml:space="preserve">17_خداوند عالم سے كفر اختيار كرنے اور اس كے انبياء </w:t>
      </w:r>
      <w:r w:rsidR="00367F17" w:rsidRPr="00367F17">
        <w:rPr>
          <w:rStyle w:val="libAlaemChar"/>
          <w:rtl/>
        </w:rPr>
        <w:t xml:space="preserve"> عليه‌السلام </w:t>
      </w:r>
      <w:r>
        <w:rPr>
          <w:rtl/>
        </w:rPr>
        <w:t xml:space="preserve"> كى پيروى نہ كرنے كے سبب سزا دينا ،الہى سنتو</w:t>
      </w:r>
      <w:r w:rsidR="00083993">
        <w:rPr>
          <w:rtl/>
        </w:rPr>
        <w:t xml:space="preserve">ں </w:t>
      </w:r>
      <w:r>
        <w:rPr>
          <w:rtl/>
        </w:rPr>
        <w:t>مي</w:t>
      </w:r>
      <w:r w:rsidR="00083993">
        <w:rPr>
          <w:rtl/>
        </w:rPr>
        <w:t xml:space="preserve">ں </w:t>
      </w:r>
      <w:r>
        <w:rPr>
          <w:rtl/>
        </w:rPr>
        <w:t>سے ہے_</w:t>
      </w:r>
      <w:r w:rsidRPr="008C6633">
        <w:rPr>
          <w:rStyle w:val="libArabicChar"/>
          <w:rFonts w:hint="eastAsia"/>
          <w:rtl/>
        </w:rPr>
        <w:t>و</w:t>
      </w:r>
      <w:r w:rsidRPr="008C6633">
        <w:rPr>
          <w:rStyle w:val="libArabicChar"/>
          <w:rtl/>
        </w:rPr>
        <w:t xml:space="preserve"> ا نذرالناس ...نجب دعوتك ونتّبع الرسل ...كيف فعلنا ب</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sidRPr="008C6633">
        <w:rPr>
          <w:rStyle w:val="libArabicChar"/>
          <w:rFonts w:hint="cs"/>
          <w:rtl/>
        </w:rPr>
        <w:t>و</w:t>
      </w:r>
      <w:r w:rsidRPr="008C6633">
        <w:rPr>
          <w:rStyle w:val="libArabicChar"/>
          <w:rtl/>
        </w:rPr>
        <w:t xml:space="preserve"> </w:t>
      </w:r>
      <w:r w:rsidRPr="008C6633">
        <w:rPr>
          <w:rStyle w:val="libArabicChar"/>
          <w:rFonts w:hint="cs"/>
          <w:rtl/>
        </w:rPr>
        <w:t>ضربنالكم</w:t>
      </w:r>
      <w:r w:rsidRPr="008C6633">
        <w:rPr>
          <w:rStyle w:val="libArabicChar"/>
          <w:rtl/>
        </w:rPr>
        <w:t xml:space="preserve"> </w:t>
      </w:r>
      <w:r w:rsidRPr="008C6633">
        <w:rPr>
          <w:rStyle w:val="libArabicChar"/>
          <w:rFonts w:hint="cs"/>
          <w:rtl/>
        </w:rPr>
        <w:t>الا</w:t>
      </w:r>
      <w:r w:rsidRPr="008C6633">
        <w:rPr>
          <w:rStyle w:val="libArabicChar"/>
          <w:rtl/>
        </w:rPr>
        <w:t xml:space="preserve"> </w:t>
      </w:r>
      <w:r w:rsidRPr="008C6633">
        <w:rPr>
          <w:rStyle w:val="libArabicChar"/>
          <w:rFonts w:hint="cs"/>
          <w:rtl/>
        </w:rPr>
        <w:t>مثال</w:t>
      </w:r>
    </w:p>
    <w:p w:rsidR="001F628F" w:rsidRDefault="001F628F" w:rsidP="008C6633">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tl/>
        </w:rPr>
        <w:t>كے ظلم كے اثرات 5;امتو</w:t>
      </w:r>
      <w:r w:rsidR="00083993">
        <w:rPr>
          <w:rtl/>
        </w:rPr>
        <w:t xml:space="preserve">ں </w:t>
      </w:r>
      <w:r>
        <w:rPr>
          <w:rtl/>
        </w:rPr>
        <w:t>كے انجام سے عبرت 4;اُمتو</w:t>
      </w:r>
      <w:r w:rsidR="00083993">
        <w:rPr>
          <w:rtl/>
        </w:rPr>
        <w:t xml:space="preserve">ں </w:t>
      </w:r>
      <w:r>
        <w:rPr>
          <w:rtl/>
        </w:rPr>
        <w:t>كے عذاب كے اسباب 5</w:t>
      </w:r>
    </w:p>
    <w:p w:rsidR="001F628F" w:rsidRDefault="001F628F" w:rsidP="008C6633">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كو جھٹلانے كے اثرات 8</w:t>
      </w:r>
    </w:p>
    <w:p w:rsidR="001F628F" w:rsidRDefault="001F628F" w:rsidP="008C6633">
      <w:pPr>
        <w:pStyle w:val="libNormal"/>
        <w:rPr>
          <w:rtl/>
        </w:rPr>
      </w:pPr>
      <w:r>
        <w:rPr>
          <w:rFonts w:hint="eastAsia"/>
          <w:rtl/>
        </w:rPr>
        <w:t>اپنے</w:t>
      </w:r>
      <w:r>
        <w:rPr>
          <w:rtl/>
        </w:rPr>
        <w:t xml:space="preserve"> اپ :</w:t>
      </w:r>
      <w:r>
        <w:rPr>
          <w:rFonts w:hint="eastAsia"/>
          <w:rtl/>
        </w:rPr>
        <w:t>اپنے</w:t>
      </w:r>
      <w:r>
        <w:rPr>
          <w:rtl/>
        </w:rPr>
        <w:t xml:space="preserve"> اپ پر ظلم كے اثرات7;اپنے اپ پر ظلم كے موارد 8</w:t>
      </w:r>
    </w:p>
    <w:p w:rsidR="001F628F" w:rsidRDefault="001F628F" w:rsidP="008C6633">
      <w:pPr>
        <w:pStyle w:val="libNormal"/>
        <w:rPr>
          <w:rtl/>
        </w:rPr>
      </w:pPr>
      <w:r>
        <w:rPr>
          <w:rFonts w:hint="eastAsia"/>
          <w:rtl/>
        </w:rPr>
        <w:t>تاريخ</w:t>
      </w:r>
      <w:r>
        <w:rPr>
          <w:rtl/>
        </w:rPr>
        <w:t xml:space="preserve"> :</w:t>
      </w:r>
      <w:r>
        <w:rPr>
          <w:rFonts w:hint="eastAsia"/>
          <w:rtl/>
        </w:rPr>
        <w:t>تاريخ</w:t>
      </w:r>
      <w:r>
        <w:rPr>
          <w:rtl/>
        </w:rPr>
        <w:t xml:space="preserve"> سے عبرت 13;تاريخ كے فوائد 13</w:t>
      </w:r>
    </w:p>
    <w:p w:rsidR="001F628F" w:rsidRDefault="001F628F" w:rsidP="008C6633">
      <w:pPr>
        <w:pStyle w:val="libNormal"/>
        <w:rPr>
          <w:rtl/>
        </w:rPr>
      </w:pPr>
      <w:r>
        <w:rPr>
          <w:rFonts w:hint="eastAsia"/>
          <w:rtl/>
        </w:rPr>
        <w:t>الہى</w:t>
      </w:r>
      <w:r>
        <w:rPr>
          <w:rtl/>
        </w:rPr>
        <w:t xml:space="preserve"> سنتي</w:t>
      </w:r>
      <w:r w:rsidR="00083993">
        <w:rPr>
          <w:rtl/>
        </w:rPr>
        <w:t xml:space="preserve">ں </w:t>
      </w:r>
      <w:r>
        <w:rPr>
          <w:rtl/>
        </w:rPr>
        <w:t>:</w:t>
      </w:r>
      <w:r>
        <w:rPr>
          <w:rFonts w:hint="eastAsia"/>
          <w:rtl/>
        </w:rPr>
        <w:t>كيفر</w:t>
      </w:r>
      <w:r>
        <w:rPr>
          <w:rtl/>
        </w:rPr>
        <w:t xml:space="preserve"> وسزا كى الہى سنت17</w:t>
      </w:r>
    </w:p>
    <w:p w:rsidR="001F628F" w:rsidRDefault="001F628F" w:rsidP="008C6633">
      <w:pPr>
        <w:pStyle w:val="libNormal"/>
        <w:rPr>
          <w:rtl/>
        </w:rPr>
      </w:pPr>
      <w:r>
        <w:rPr>
          <w:rFonts w:hint="eastAsia"/>
          <w:rtl/>
        </w:rPr>
        <w:t>ظالمين</w:t>
      </w:r>
      <w:r>
        <w:rPr>
          <w:rtl/>
        </w:rPr>
        <w:t>:</w:t>
      </w:r>
      <w:r>
        <w:rPr>
          <w:rFonts w:hint="eastAsia"/>
          <w:rtl/>
        </w:rPr>
        <w:t>صدر</w:t>
      </w:r>
      <w:r>
        <w:rPr>
          <w:rtl/>
        </w:rPr>
        <w:t xml:space="preserve"> اسلام كے ظالمين 2;ظالمين پر اتمام حجت 14 ;ظالمين سے عبرت 9;ظالمين سے نمٹنے كا طريقہ 11;ظالمين كا عذاب 14;ظالمين كى سر زنش 1; ظالمين كى سزا سے عبرت 1;ظالمين كے اثار قديمہ 9;ظالمين كے انجام سے عبرت 3; ظالمين كے انجام كا بيان 15;ظالمين مي</w:t>
      </w:r>
      <w:r w:rsidR="00083993">
        <w:rPr>
          <w:rtl/>
        </w:rPr>
        <w:t xml:space="preserve">ں </w:t>
      </w:r>
      <w:r>
        <w:rPr>
          <w:rtl/>
        </w:rPr>
        <w:t>توافق2،11</w:t>
      </w:r>
    </w:p>
    <w:p w:rsidR="001F628F" w:rsidRDefault="001F628F" w:rsidP="008C6633">
      <w:pPr>
        <w:pStyle w:val="libNormal"/>
        <w:rPr>
          <w:rtl/>
        </w:rPr>
      </w:pPr>
      <w:r>
        <w:rPr>
          <w:rFonts w:hint="eastAsia"/>
          <w:rtl/>
        </w:rPr>
        <w:t>ظلم</w:t>
      </w:r>
      <w:r>
        <w:rPr>
          <w:rtl/>
        </w:rPr>
        <w:t xml:space="preserve"> :</w:t>
      </w:r>
      <w:r>
        <w:rPr>
          <w:rFonts w:hint="eastAsia"/>
          <w:rtl/>
        </w:rPr>
        <w:t>ظلم</w:t>
      </w:r>
      <w:r>
        <w:rPr>
          <w:rtl/>
        </w:rPr>
        <w:t xml:space="preserve"> كے اثرات 6;ظلم كى تاريخ 12</w:t>
      </w:r>
    </w:p>
    <w:p w:rsidR="001F628F" w:rsidRDefault="001F628F" w:rsidP="008C6633">
      <w:pPr>
        <w:pStyle w:val="libNormal"/>
        <w:rPr>
          <w:rtl/>
        </w:rPr>
      </w:pPr>
      <w:r>
        <w:rPr>
          <w:rFonts w:hint="eastAsia"/>
          <w:rtl/>
        </w:rPr>
        <w:t>عبرت</w:t>
      </w:r>
      <w:r>
        <w:rPr>
          <w:rtl/>
        </w:rPr>
        <w:t xml:space="preserve"> :</w:t>
      </w:r>
      <w:r>
        <w:rPr>
          <w:rFonts w:hint="eastAsia"/>
          <w:rtl/>
        </w:rPr>
        <w:t>عبرت</w:t>
      </w:r>
      <w:r>
        <w:rPr>
          <w:rtl/>
        </w:rPr>
        <w:t xml:space="preserve"> كا پيش خيمہ 13;عبرت كے عوامل 3،4،9</w:t>
      </w:r>
    </w:p>
    <w:p w:rsidR="001F628F" w:rsidRDefault="001F628F" w:rsidP="001F628F">
      <w:pPr>
        <w:pStyle w:val="libNormal"/>
        <w:rPr>
          <w:rtl/>
        </w:rPr>
      </w:pPr>
      <w:r>
        <w:rPr>
          <w:rFonts w:hint="eastAsia"/>
          <w:rtl/>
        </w:rPr>
        <w:t>عذاب</w:t>
      </w:r>
      <w:r>
        <w:rPr>
          <w:rtl/>
        </w:rPr>
        <w:t xml:space="preserve"> :</w:t>
      </w:r>
    </w:p>
    <w:p w:rsidR="008C6633" w:rsidRDefault="001E7F9D" w:rsidP="00F73EDE">
      <w:pPr>
        <w:pStyle w:val="libPoemTini"/>
        <w:rPr>
          <w:rtl/>
        </w:rPr>
      </w:pPr>
      <w:r>
        <w:rPr>
          <w:rtl/>
        </w:rPr>
        <w:br w:type="page"/>
      </w:r>
    </w:p>
    <w:p w:rsidR="001F628F" w:rsidRDefault="001F628F" w:rsidP="008C6633">
      <w:pPr>
        <w:pStyle w:val="libNormal"/>
        <w:rPr>
          <w:rtl/>
        </w:rPr>
      </w:pPr>
      <w:r>
        <w:rPr>
          <w:rFonts w:hint="eastAsia"/>
          <w:rtl/>
        </w:rPr>
        <w:lastRenderedPageBreak/>
        <w:t>اہل</w:t>
      </w:r>
      <w:r>
        <w:rPr>
          <w:rtl/>
        </w:rPr>
        <w:t xml:space="preserve"> عذاب سے عبرت 4</w:t>
      </w:r>
    </w:p>
    <w:p w:rsidR="001F628F" w:rsidRDefault="001F628F" w:rsidP="008C6633">
      <w:pPr>
        <w:pStyle w:val="libNormal"/>
        <w:rPr>
          <w:rtl/>
        </w:rPr>
      </w:pPr>
      <w:r>
        <w:rPr>
          <w:rFonts w:hint="eastAsia"/>
          <w:rtl/>
        </w:rPr>
        <w:t>عصيان</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سے عصيان كى سزا 17</w:t>
      </w:r>
    </w:p>
    <w:p w:rsidR="001F628F" w:rsidRDefault="001F628F" w:rsidP="008C6633">
      <w:pPr>
        <w:pStyle w:val="libNormal"/>
        <w:rPr>
          <w:rtl/>
        </w:rPr>
      </w:pPr>
      <w:r>
        <w:rPr>
          <w:rFonts w:hint="eastAsia"/>
          <w:rtl/>
        </w:rPr>
        <w:t>قران</w:t>
      </w:r>
      <w:r>
        <w:rPr>
          <w:rtl/>
        </w:rPr>
        <w:t xml:space="preserve"> كريم :</w:t>
      </w:r>
      <w:r>
        <w:rPr>
          <w:rFonts w:hint="eastAsia"/>
          <w:rtl/>
        </w:rPr>
        <w:t>قران</w:t>
      </w:r>
      <w:r>
        <w:rPr>
          <w:rtl/>
        </w:rPr>
        <w:t xml:space="preserve"> كريم كى تعليمات 15;قران كريم كى مثالي</w:t>
      </w:r>
      <w:r w:rsidR="00083993">
        <w:rPr>
          <w:rtl/>
        </w:rPr>
        <w:t xml:space="preserve">ں </w:t>
      </w:r>
      <w:r>
        <w:rPr>
          <w:rtl/>
        </w:rPr>
        <w:t>15;قران كريم كے قصے 15</w:t>
      </w:r>
    </w:p>
    <w:p w:rsidR="001F628F" w:rsidRDefault="001F628F" w:rsidP="008C6633">
      <w:pPr>
        <w:pStyle w:val="libNormal"/>
        <w:rPr>
          <w:rtl/>
        </w:rPr>
      </w:pPr>
      <w:r>
        <w:rPr>
          <w:rFonts w:hint="eastAsia"/>
          <w:rtl/>
        </w:rPr>
        <w:t>كفر</w:t>
      </w:r>
      <w:r>
        <w:rPr>
          <w:rtl/>
        </w:rPr>
        <w:t xml:space="preserve"> :</w:t>
      </w:r>
      <w:r>
        <w:rPr>
          <w:rFonts w:hint="eastAsia"/>
          <w:rtl/>
        </w:rPr>
        <w:t>دنيوى</w:t>
      </w:r>
      <w:r>
        <w:rPr>
          <w:rtl/>
        </w:rPr>
        <w:t xml:space="preserve"> كفر كے موجبات 6،7</w:t>
      </w:r>
    </w:p>
    <w:p w:rsidR="001F628F" w:rsidRDefault="001F628F" w:rsidP="008C6633">
      <w:pPr>
        <w:pStyle w:val="libNormal"/>
        <w:rPr>
          <w:rtl/>
        </w:rPr>
      </w:pPr>
      <w:r>
        <w:rPr>
          <w:rFonts w:hint="eastAsia"/>
          <w:rtl/>
        </w:rPr>
        <w:t>گزشتہ</w:t>
      </w:r>
      <w:r>
        <w:rPr>
          <w:rtl/>
        </w:rPr>
        <w:t xml:space="preserve"> اقوام:</w:t>
      </w:r>
      <w:r>
        <w:rPr>
          <w:rFonts w:hint="eastAsia"/>
          <w:rtl/>
        </w:rPr>
        <w:t>گزشتہ</w:t>
      </w:r>
      <w:r>
        <w:rPr>
          <w:rtl/>
        </w:rPr>
        <w:t xml:space="preserve"> اقوام كى ہلاكت 16</w:t>
      </w:r>
    </w:p>
    <w:p w:rsidR="001F628F" w:rsidRDefault="001F628F" w:rsidP="008C6633">
      <w:pPr>
        <w:pStyle w:val="libNormal"/>
        <w:rPr>
          <w:rtl/>
        </w:rPr>
      </w:pPr>
      <w:r>
        <w:rPr>
          <w:rFonts w:hint="eastAsia"/>
          <w:rtl/>
        </w:rPr>
        <w:t>لوگ</w:t>
      </w:r>
      <w:r>
        <w:rPr>
          <w:rtl/>
        </w:rPr>
        <w:t>:</w:t>
      </w:r>
      <w:r>
        <w:rPr>
          <w:rFonts w:hint="eastAsia"/>
          <w:rtl/>
        </w:rPr>
        <w:t>عصر</w:t>
      </w:r>
      <w:r>
        <w:rPr>
          <w:rtl/>
        </w:rPr>
        <w:t xml:space="preserve"> بعثت كے لوگو</w:t>
      </w:r>
      <w:r w:rsidR="00083993">
        <w:rPr>
          <w:rtl/>
        </w:rPr>
        <w:t xml:space="preserve">ں </w:t>
      </w:r>
      <w:r>
        <w:rPr>
          <w:rtl/>
        </w:rPr>
        <w:t>كا اگاہ ہونا 16</w:t>
      </w:r>
    </w:p>
    <w:p w:rsidR="001F628F" w:rsidRDefault="001F628F" w:rsidP="008C6633">
      <w:pPr>
        <w:pStyle w:val="libNormal"/>
        <w:rPr>
          <w:rtl/>
        </w:rPr>
      </w:pPr>
      <w:r>
        <w:rPr>
          <w:rFonts w:hint="eastAsia"/>
          <w:rtl/>
        </w:rPr>
        <w:t>مثال</w:t>
      </w:r>
      <w:r>
        <w:rPr>
          <w:rtl/>
        </w:rPr>
        <w:t xml:space="preserve"> :</w:t>
      </w:r>
      <w:r>
        <w:rPr>
          <w:rFonts w:hint="eastAsia"/>
          <w:rtl/>
        </w:rPr>
        <w:t>مثال</w:t>
      </w:r>
      <w:r>
        <w:rPr>
          <w:rtl/>
        </w:rPr>
        <w:t xml:space="preserve"> كے فوائد 13</w:t>
      </w:r>
    </w:p>
    <w:p w:rsidR="001F628F" w:rsidRDefault="001F628F" w:rsidP="008C6633">
      <w:pPr>
        <w:pStyle w:val="libNormal"/>
        <w:rPr>
          <w:rtl/>
        </w:rPr>
      </w:pPr>
      <w:r>
        <w:rPr>
          <w:rFonts w:hint="eastAsia"/>
          <w:rtl/>
        </w:rPr>
        <w:t>معاشرہ</w:t>
      </w:r>
      <w:r>
        <w:rPr>
          <w:rtl/>
        </w:rPr>
        <w:t xml:space="preserve"> :</w:t>
      </w:r>
      <w:r>
        <w:rPr>
          <w:rFonts w:hint="eastAsia"/>
          <w:rtl/>
        </w:rPr>
        <w:t>معاشرے</w:t>
      </w:r>
      <w:r>
        <w:rPr>
          <w:rtl/>
        </w:rPr>
        <w:t xml:space="preserve"> كى اجتماعى آفات كى پہچان5</w:t>
      </w:r>
    </w:p>
    <w:p w:rsidR="001F628F" w:rsidRDefault="001F628F" w:rsidP="008C6633">
      <w:pPr>
        <w:pStyle w:val="libNormal"/>
        <w:rPr>
          <w:rtl/>
        </w:rPr>
      </w:pPr>
      <w:r>
        <w:rPr>
          <w:rFonts w:hint="eastAsia"/>
          <w:rtl/>
        </w:rPr>
        <w:t>ناقابل</w:t>
      </w:r>
      <w:r>
        <w:rPr>
          <w:rtl/>
        </w:rPr>
        <w:t xml:space="preserve"> عبرت لوگ</w:t>
      </w:r>
      <w:r w:rsidR="008C6633">
        <w:rPr>
          <w:rFonts w:hint="cs"/>
          <w:rtl/>
        </w:rPr>
        <w:t xml:space="preserve"> </w:t>
      </w:r>
      <w:r>
        <w:rPr>
          <w:rFonts w:hint="eastAsia"/>
          <w:rtl/>
        </w:rPr>
        <w:t>ان</w:t>
      </w:r>
      <w:r>
        <w:rPr>
          <w:rtl/>
        </w:rPr>
        <w:t xml:space="preserve"> كى سرزنش 1</w:t>
      </w:r>
    </w:p>
    <w:p w:rsidR="001F628F" w:rsidRDefault="001F628F" w:rsidP="008C6633">
      <w:pPr>
        <w:pStyle w:val="libNormal"/>
        <w:rPr>
          <w:rtl/>
        </w:rPr>
      </w:pPr>
      <w:r>
        <w:rPr>
          <w:rFonts w:hint="eastAsia"/>
          <w:rtl/>
        </w:rPr>
        <w:t>ہدايت</w:t>
      </w:r>
      <w:r>
        <w:rPr>
          <w:rtl/>
        </w:rPr>
        <w:t xml:space="preserve"> :</w:t>
      </w:r>
      <w:r>
        <w:rPr>
          <w:rFonts w:hint="eastAsia"/>
          <w:rtl/>
        </w:rPr>
        <w:t>ہدايت</w:t>
      </w:r>
      <w:r>
        <w:rPr>
          <w:rtl/>
        </w:rPr>
        <w:t xml:space="preserve"> كا پيش خيمہ 13</w:t>
      </w:r>
    </w:p>
    <w:p w:rsidR="001F628F" w:rsidRDefault="001F628F" w:rsidP="008C6633">
      <w:pPr>
        <w:pStyle w:val="libNormal"/>
        <w:rPr>
          <w:rtl/>
        </w:rPr>
      </w:pPr>
      <w:r>
        <w:rPr>
          <w:rFonts w:hint="eastAsia"/>
          <w:rtl/>
        </w:rPr>
        <w:t>ہلاكت</w:t>
      </w:r>
      <w:r>
        <w:rPr>
          <w:rtl/>
        </w:rPr>
        <w:t xml:space="preserve"> :</w:t>
      </w:r>
      <w:r>
        <w:rPr>
          <w:rFonts w:hint="eastAsia"/>
          <w:rtl/>
        </w:rPr>
        <w:t>ہلاكت</w:t>
      </w:r>
      <w:r>
        <w:rPr>
          <w:rtl/>
        </w:rPr>
        <w:t xml:space="preserve"> كے موجبات 6،7</w:t>
      </w:r>
    </w:p>
    <w:p w:rsidR="001F628F" w:rsidRDefault="008C6633" w:rsidP="008C6633">
      <w:pPr>
        <w:pStyle w:val="Heading2Center"/>
        <w:rPr>
          <w:rtl/>
        </w:rPr>
      </w:pPr>
      <w:bookmarkStart w:id="46" w:name="_Toc28081724"/>
      <w:r>
        <w:rPr>
          <w:rFonts w:hint="cs"/>
          <w:rtl/>
        </w:rPr>
        <w:t>آیت 46</w:t>
      </w:r>
      <w:bookmarkEnd w:id="46"/>
    </w:p>
    <w:p w:rsidR="001F628F" w:rsidRDefault="00E260F9" w:rsidP="008C6633">
      <w:pPr>
        <w:pStyle w:val="libNormal"/>
        <w:rPr>
          <w:rtl/>
        </w:rPr>
      </w:pPr>
      <w:r w:rsidRPr="00E260F9">
        <w:rPr>
          <w:rStyle w:val="libAlaemChar"/>
          <w:rFonts w:hint="eastAsia"/>
          <w:rtl/>
        </w:rPr>
        <w:t>(</w:t>
      </w:r>
      <w:r w:rsidRPr="008C6633">
        <w:rPr>
          <w:rStyle w:val="libAieChar"/>
          <w:rFonts w:hint="eastAsia"/>
          <w:rtl/>
        </w:rPr>
        <w:t>وَقَدْ</w:t>
      </w:r>
      <w:r w:rsidRPr="008C6633">
        <w:rPr>
          <w:rStyle w:val="libAieChar"/>
          <w:rtl/>
        </w:rPr>
        <w:t xml:space="preserve"> مَكَرُواْ مَكْرَهُمْ وَعِندَ اللّهِ مَكْرُهُمْ وَإِن كَانَ مَكْرُهُمْ لِتَزُولَ مِنْهُ الْجِبَالُ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ان لوگو</w:t>
      </w:r>
      <w:r w:rsidR="00083993">
        <w:rPr>
          <w:rtl/>
        </w:rPr>
        <w:t xml:space="preserve">ں </w:t>
      </w:r>
      <w:r>
        <w:rPr>
          <w:rtl/>
        </w:rPr>
        <w:t>نے اپنا سارا مكر صرف كرديا اور خدا كى نگاہ مي</w:t>
      </w:r>
      <w:r w:rsidR="00083993">
        <w:rPr>
          <w:rtl/>
        </w:rPr>
        <w:t xml:space="preserve">ں </w:t>
      </w:r>
      <w:r>
        <w:rPr>
          <w:rtl/>
        </w:rPr>
        <w:t>ان كا سارا مكر ہے اگر چہ ان كا مكر ايسا تھا كہ اس سے پہاڑ بھى اپنى جگہ سے ہٹ جائي</w:t>
      </w:r>
      <w:r w:rsidR="00083993">
        <w:rPr>
          <w:rtl/>
        </w:rPr>
        <w:t xml:space="preserve">ں </w:t>
      </w:r>
      <w:r>
        <w:rPr>
          <w:rtl/>
        </w:rPr>
        <w:t>_</w:t>
      </w:r>
    </w:p>
    <w:p w:rsidR="001F628F" w:rsidRDefault="001F628F" w:rsidP="001F628F">
      <w:pPr>
        <w:pStyle w:val="libNormal"/>
        <w:rPr>
          <w:rtl/>
        </w:rPr>
      </w:pPr>
      <w:r>
        <w:rPr>
          <w:rtl/>
        </w:rPr>
        <w:t>1_تاريخ مي</w:t>
      </w:r>
      <w:r w:rsidR="00083993">
        <w:rPr>
          <w:rtl/>
        </w:rPr>
        <w:t xml:space="preserve">ں </w:t>
      </w:r>
      <w:r>
        <w:rPr>
          <w:rtl/>
        </w:rPr>
        <w:t>گذرنے والے ظالمو</w:t>
      </w:r>
      <w:r w:rsidR="00083993">
        <w:rPr>
          <w:rtl/>
        </w:rPr>
        <w:t xml:space="preserve">ں </w:t>
      </w:r>
      <w:r>
        <w:rPr>
          <w:rtl/>
        </w:rPr>
        <w:t>كى طرف سے زبردست اور فراوان مكرو حيلے اختيار كرنے كے باوجود، خداوند عالم كى جانب سے ان كو دنيوى ہلاكت وعذاب سے دوچار كرنا_</w:t>
      </w:r>
    </w:p>
    <w:p w:rsidR="001F628F" w:rsidRDefault="001F628F" w:rsidP="008C6633">
      <w:pPr>
        <w:pStyle w:val="libArabic"/>
        <w:rPr>
          <w:rtl/>
        </w:rPr>
      </w:pPr>
      <w:r>
        <w:rPr>
          <w:rFonts w:hint="eastAsia"/>
          <w:rtl/>
        </w:rPr>
        <w:t>وسكنتم</w:t>
      </w:r>
      <w:r>
        <w:rPr>
          <w:rtl/>
        </w:rPr>
        <w:t xml:space="preserve"> فى مسكن الذين ظلموا ...و قد مكروا مكر</w:t>
      </w:r>
      <w:r w:rsidR="00F21947" w:rsidRPr="00B2551F">
        <w:rPr>
          <w:rFonts w:hint="cs"/>
          <w:rtl/>
        </w:rPr>
        <w:t>ه</w:t>
      </w:r>
      <w:r>
        <w:rPr>
          <w:rFonts w:hint="cs"/>
          <w:rtl/>
        </w:rPr>
        <w:t>م</w:t>
      </w:r>
      <w:r>
        <w:rPr>
          <w:rtl/>
        </w:rPr>
        <w:t xml:space="preserve"> ... </w:t>
      </w:r>
      <w:r>
        <w:rPr>
          <w:rFonts w:hint="cs"/>
          <w:rtl/>
        </w:rPr>
        <w:t>وان</w:t>
      </w:r>
      <w:r>
        <w:rPr>
          <w:rtl/>
        </w:rPr>
        <w:t xml:space="preserve"> </w:t>
      </w:r>
      <w:r>
        <w:rPr>
          <w:rFonts w:hint="cs"/>
          <w:rtl/>
        </w:rPr>
        <w:t>كان</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لتزول</w:t>
      </w:r>
      <w:r>
        <w:rPr>
          <w:rtl/>
        </w:rPr>
        <w:t xml:space="preserve"> </w:t>
      </w:r>
      <w:r>
        <w:rPr>
          <w:rFonts w:hint="cs"/>
          <w:rtl/>
        </w:rPr>
        <w:t>من</w:t>
      </w:r>
      <w:r w:rsidR="00120F63" w:rsidRPr="00ED5DE8">
        <w:rPr>
          <w:rFonts w:hint="cs"/>
          <w:rtl/>
        </w:rPr>
        <w:t>ه</w:t>
      </w:r>
      <w:r>
        <w:rPr>
          <w:rtl/>
        </w:rPr>
        <w:t xml:space="preserve"> الجبال</w:t>
      </w:r>
    </w:p>
    <w:p w:rsidR="008C6633" w:rsidRDefault="001E7F9D" w:rsidP="00F73EDE">
      <w:pPr>
        <w:pStyle w:val="libPoemTini"/>
        <w:rPr>
          <w:rtl/>
        </w:rPr>
      </w:pPr>
      <w:r>
        <w:rPr>
          <w:rtl/>
        </w:rPr>
        <w:br w:type="page"/>
      </w:r>
    </w:p>
    <w:p w:rsidR="001F628F" w:rsidRDefault="001F628F" w:rsidP="008C6633">
      <w:pPr>
        <w:pStyle w:val="libNormal"/>
        <w:rPr>
          <w:rtl/>
        </w:rPr>
      </w:pPr>
      <w:r>
        <w:rPr>
          <w:rtl/>
        </w:rPr>
        <w:lastRenderedPageBreak/>
        <w:t>2_خداوند عالم، ظالمو</w:t>
      </w:r>
      <w:r w:rsidR="00083993">
        <w:rPr>
          <w:rtl/>
        </w:rPr>
        <w:t xml:space="preserve">ں </w:t>
      </w:r>
      <w:r>
        <w:rPr>
          <w:rtl/>
        </w:rPr>
        <w:t>كے تمام حيلو</w:t>
      </w:r>
      <w:r w:rsidR="00083993">
        <w:rPr>
          <w:rtl/>
        </w:rPr>
        <w:t xml:space="preserve">ں </w:t>
      </w:r>
      <w:r>
        <w:rPr>
          <w:rtl/>
        </w:rPr>
        <w:t>اور چالو</w:t>
      </w:r>
      <w:r w:rsidR="00083993">
        <w:rPr>
          <w:rtl/>
        </w:rPr>
        <w:t xml:space="preserve">ں </w:t>
      </w:r>
      <w:r>
        <w:rPr>
          <w:rtl/>
        </w:rPr>
        <w:t>سے مكمل اگاہى ركھتا ہے_</w:t>
      </w:r>
      <w:r w:rsidRPr="008C6633">
        <w:rPr>
          <w:rStyle w:val="libArabicChar"/>
          <w:rFonts w:hint="eastAsia"/>
          <w:rtl/>
        </w:rPr>
        <w:t>و</w:t>
      </w:r>
      <w:r w:rsidRPr="008C6633">
        <w:rPr>
          <w:rStyle w:val="libArabicChar"/>
          <w:rtl/>
        </w:rPr>
        <w:t xml:space="preserve"> قد مكروا مكر</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sidRPr="008C6633">
        <w:rPr>
          <w:rStyle w:val="libArabicChar"/>
          <w:rFonts w:hint="cs"/>
          <w:rtl/>
        </w:rPr>
        <w:t>وعندالله</w:t>
      </w:r>
      <w:r w:rsidRPr="008C6633">
        <w:rPr>
          <w:rStyle w:val="libArabicChar"/>
          <w:rtl/>
        </w:rPr>
        <w:t xml:space="preserve"> </w:t>
      </w:r>
      <w:r w:rsidRPr="008C6633">
        <w:rPr>
          <w:rStyle w:val="libArabicChar"/>
          <w:rFonts w:hint="cs"/>
          <w:rtl/>
        </w:rPr>
        <w:t>مكر</w:t>
      </w:r>
      <w:r w:rsidR="00F21947" w:rsidRPr="00B2551F">
        <w:rPr>
          <w:rStyle w:val="libArabicChar"/>
          <w:rFonts w:hint="cs"/>
          <w:rtl/>
        </w:rPr>
        <w:t>ه</w:t>
      </w:r>
      <w:r w:rsidRPr="008C6633">
        <w:rPr>
          <w:rStyle w:val="libArabicChar"/>
          <w:rFonts w:hint="cs"/>
          <w:rtl/>
        </w:rPr>
        <w:t>م</w:t>
      </w:r>
    </w:p>
    <w:p w:rsidR="001F628F" w:rsidRDefault="001F628F" w:rsidP="008C6633">
      <w:pPr>
        <w:pStyle w:val="libNormal"/>
        <w:rPr>
          <w:rtl/>
        </w:rPr>
      </w:pPr>
      <w:r>
        <w:rPr>
          <w:rtl/>
        </w:rPr>
        <w:t>3_انسان اپنى استعدا د اور وسائل سے جس قدر بھى فائدہ اٹھائے پھر بھى وہ خدا وندعالم كى لامتناہى قدرت كے سامنے عاجز ہے_</w:t>
      </w:r>
      <w:r w:rsidRPr="008C6633">
        <w:rPr>
          <w:rStyle w:val="libArabicChar"/>
          <w:rFonts w:hint="eastAsia"/>
          <w:rtl/>
        </w:rPr>
        <w:t>و</w:t>
      </w:r>
      <w:r w:rsidRPr="008C6633">
        <w:rPr>
          <w:rStyle w:val="libArabicChar"/>
          <w:rtl/>
        </w:rPr>
        <w:t xml:space="preserve"> قد مكروا مكر</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sidRPr="008C6633">
        <w:rPr>
          <w:rStyle w:val="libArabicChar"/>
          <w:rFonts w:hint="cs"/>
          <w:rtl/>
        </w:rPr>
        <w:t>وعندالله</w:t>
      </w:r>
      <w:r w:rsidRPr="008C6633">
        <w:rPr>
          <w:rStyle w:val="libArabicChar"/>
          <w:rtl/>
        </w:rPr>
        <w:t xml:space="preserve"> </w:t>
      </w:r>
      <w:r w:rsidRPr="008C6633">
        <w:rPr>
          <w:rStyle w:val="libArabicChar"/>
          <w:rFonts w:hint="cs"/>
          <w:rtl/>
        </w:rPr>
        <w:t>مكر</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sidRPr="008C6633">
        <w:rPr>
          <w:rStyle w:val="libArabicChar"/>
          <w:rFonts w:hint="cs"/>
          <w:rtl/>
        </w:rPr>
        <w:t>وان</w:t>
      </w:r>
      <w:r w:rsidRPr="008C6633">
        <w:rPr>
          <w:rStyle w:val="libArabicChar"/>
          <w:rtl/>
        </w:rPr>
        <w:t xml:space="preserve"> </w:t>
      </w:r>
      <w:r w:rsidRPr="008C6633">
        <w:rPr>
          <w:rStyle w:val="libArabicChar"/>
          <w:rFonts w:hint="cs"/>
          <w:rtl/>
        </w:rPr>
        <w:t>كان</w:t>
      </w:r>
      <w:r w:rsidRPr="008C6633">
        <w:rPr>
          <w:rStyle w:val="libArabicChar"/>
          <w:rtl/>
        </w:rPr>
        <w:t xml:space="preserve"> </w:t>
      </w:r>
      <w:r w:rsidRPr="008C6633">
        <w:rPr>
          <w:rStyle w:val="libArabicChar"/>
          <w:rFonts w:hint="cs"/>
          <w:rtl/>
        </w:rPr>
        <w:t>مكر</w:t>
      </w:r>
      <w:r w:rsidR="00F21947" w:rsidRPr="00B2551F">
        <w:rPr>
          <w:rStyle w:val="libArabicChar"/>
          <w:rFonts w:hint="cs"/>
          <w:rtl/>
        </w:rPr>
        <w:t>ه</w:t>
      </w:r>
      <w:r w:rsidRPr="008C6633">
        <w:rPr>
          <w:rStyle w:val="libArabicChar"/>
          <w:rFonts w:hint="cs"/>
          <w:rtl/>
        </w:rPr>
        <w:t>م</w:t>
      </w:r>
      <w:r w:rsidRPr="008C6633">
        <w:rPr>
          <w:rStyle w:val="libArabicChar"/>
          <w:rtl/>
        </w:rPr>
        <w:t xml:space="preserve"> </w:t>
      </w:r>
      <w:r w:rsidRPr="008C6633">
        <w:rPr>
          <w:rStyle w:val="libArabicChar"/>
          <w:rFonts w:hint="cs"/>
          <w:rtl/>
        </w:rPr>
        <w:t>لتزول</w:t>
      </w:r>
      <w:r w:rsidRPr="008C6633">
        <w:rPr>
          <w:rStyle w:val="libArabicChar"/>
          <w:rtl/>
        </w:rPr>
        <w:t xml:space="preserve"> </w:t>
      </w:r>
      <w:r w:rsidRPr="008C6633">
        <w:rPr>
          <w:rStyle w:val="libArabicChar"/>
          <w:rFonts w:hint="cs"/>
          <w:rtl/>
        </w:rPr>
        <w:t>من</w:t>
      </w:r>
      <w:r w:rsidR="00120F63" w:rsidRPr="00B2551F">
        <w:rPr>
          <w:rStyle w:val="libArabicChar"/>
          <w:rFonts w:hint="cs"/>
          <w:rtl/>
        </w:rPr>
        <w:t>ه</w:t>
      </w:r>
      <w:r w:rsidRPr="008C6633">
        <w:rPr>
          <w:rStyle w:val="libArabicChar"/>
          <w:rtl/>
        </w:rPr>
        <w:t xml:space="preserve"> </w:t>
      </w:r>
      <w:r w:rsidRPr="008C6633">
        <w:rPr>
          <w:rStyle w:val="libArabicChar"/>
          <w:rFonts w:hint="cs"/>
          <w:rtl/>
        </w:rPr>
        <w:t>الجبال</w:t>
      </w:r>
    </w:p>
    <w:p w:rsidR="001F628F" w:rsidRDefault="001F628F" w:rsidP="00175AC7">
      <w:pPr>
        <w:pStyle w:val="libNormal"/>
        <w:rPr>
          <w:rtl/>
        </w:rPr>
      </w:pPr>
      <w:r>
        <w:rPr>
          <w:rtl/>
        </w:rPr>
        <w:t>4_معاشرے كے ظالمو</w:t>
      </w:r>
      <w:r w:rsidR="00083993">
        <w:rPr>
          <w:rtl/>
        </w:rPr>
        <w:t xml:space="preserve">ں </w:t>
      </w:r>
      <w:r>
        <w:rPr>
          <w:rtl/>
        </w:rPr>
        <w:t>كى طرف سے اختيار كيے جانے والے مختلف مكر وحيلو</w:t>
      </w:r>
      <w:r w:rsidR="00083993">
        <w:rPr>
          <w:rtl/>
        </w:rPr>
        <w:t xml:space="preserve">ں </w:t>
      </w:r>
      <w:r>
        <w:rPr>
          <w:rtl/>
        </w:rPr>
        <w:t>اور كوہ شكن تدبيرو</w:t>
      </w:r>
      <w:r w:rsidR="00083993">
        <w:rPr>
          <w:rtl/>
        </w:rPr>
        <w:t xml:space="preserve">ں </w:t>
      </w:r>
      <w:r>
        <w:rPr>
          <w:rtl/>
        </w:rPr>
        <w:t>كے مقابلے مي</w:t>
      </w:r>
      <w:r w:rsidR="00083993">
        <w:rPr>
          <w:rtl/>
        </w:rPr>
        <w:t xml:space="preserve">ں </w:t>
      </w:r>
      <w:r>
        <w:rPr>
          <w:rtl/>
        </w:rPr>
        <w:t xml:space="preserve">خداوندعالم كا پيغمبراسلام </w:t>
      </w:r>
      <w:r w:rsidR="00F031CD" w:rsidRPr="00F031CD">
        <w:rPr>
          <w:rStyle w:val="libAlaemChar"/>
          <w:rtl/>
        </w:rPr>
        <w:t xml:space="preserve"> صلى‌الله‌عليه‌وآله‌وسلم </w:t>
      </w:r>
      <w:r>
        <w:rPr>
          <w:rtl/>
        </w:rPr>
        <w:t xml:space="preserve"> كو تسلى وتشفى دينا _</w:t>
      </w:r>
      <w:r w:rsidRPr="00175AC7">
        <w:rPr>
          <w:rStyle w:val="libArabicChar"/>
          <w:rFonts w:hint="eastAsia"/>
          <w:rtl/>
        </w:rPr>
        <w:t>و</w:t>
      </w:r>
      <w:r w:rsidRPr="00175AC7">
        <w:rPr>
          <w:rStyle w:val="libArabicChar"/>
          <w:rtl/>
        </w:rPr>
        <w:t xml:space="preserve"> قد مكروا 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w:t>
      </w:r>
      <w:r w:rsidRPr="00175AC7">
        <w:rPr>
          <w:rStyle w:val="libArabicChar"/>
          <w:rFonts w:hint="cs"/>
          <w:rtl/>
        </w:rPr>
        <w:t>وعندالله</w:t>
      </w:r>
      <w:r w:rsidRPr="00175AC7">
        <w:rPr>
          <w:rStyle w:val="libArabicChar"/>
          <w:rtl/>
        </w:rPr>
        <w:t xml:space="preserve"> </w:t>
      </w:r>
      <w:r w:rsidRPr="00175AC7">
        <w:rPr>
          <w:rStyle w:val="libArabicChar"/>
          <w:rFonts w:hint="cs"/>
          <w:rtl/>
        </w:rPr>
        <w:t>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w:t>
      </w:r>
      <w:r w:rsidRPr="00175AC7">
        <w:rPr>
          <w:rStyle w:val="libArabicChar"/>
          <w:rFonts w:hint="cs"/>
          <w:rtl/>
        </w:rPr>
        <w:t>وان</w:t>
      </w:r>
      <w:r w:rsidRPr="00175AC7">
        <w:rPr>
          <w:rStyle w:val="libArabicChar"/>
          <w:rtl/>
        </w:rPr>
        <w:t xml:space="preserve"> </w:t>
      </w:r>
      <w:r w:rsidRPr="00175AC7">
        <w:rPr>
          <w:rStyle w:val="libArabicChar"/>
          <w:rFonts w:hint="cs"/>
          <w:rtl/>
        </w:rPr>
        <w:t>كان</w:t>
      </w:r>
      <w:r w:rsidRPr="00175AC7">
        <w:rPr>
          <w:rStyle w:val="libArabicChar"/>
          <w:rtl/>
        </w:rPr>
        <w:t xml:space="preserve"> </w:t>
      </w:r>
      <w:r w:rsidRPr="00175AC7">
        <w:rPr>
          <w:rStyle w:val="libArabicChar"/>
          <w:rFonts w:hint="cs"/>
          <w:rtl/>
        </w:rPr>
        <w:t>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w:t>
      </w:r>
      <w:r w:rsidRPr="00175AC7">
        <w:rPr>
          <w:rStyle w:val="libArabicChar"/>
          <w:rFonts w:hint="cs"/>
          <w:rtl/>
        </w:rPr>
        <w:t>لتزول</w:t>
      </w:r>
      <w:r w:rsidRPr="00175AC7">
        <w:rPr>
          <w:rStyle w:val="libArabicChar"/>
          <w:rtl/>
        </w:rPr>
        <w:t xml:space="preserve"> </w:t>
      </w:r>
      <w:r w:rsidRPr="00175AC7">
        <w:rPr>
          <w:rStyle w:val="libArabicChar"/>
          <w:rFonts w:hint="cs"/>
          <w:rtl/>
        </w:rPr>
        <w:t>من</w:t>
      </w:r>
      <w:r w:rsidR="00120F63" w:rsidRPr="00B2551F">
        <w:rPr>
          <w:rStyle w:val="libArabicChar"/>
          <w:rFonts w:hint="cs"/>
          <w:rtl/>
        </w:rPr>
        <w:t>ه</w:t>
      </w:r>
      <w:r w:rsidRPr="00175AC7">
        <w:rPr>
          <w:rStyle w:val="libArabicChar"/>
          <w:rtl/>
        </w:rPr>
        <w:t xml:space="preserve"> </w:t>
      </w:r>
      <w:r w:rsidRPr="00175AC7">
        <w:rPr>
          <w:rStyle w:val="libArabicChar"/>
          <w:rFonts w:hint="cs"/>
          <w:rtl/>
        </w:rPr>
        <w:t>الجبال</w:t>
      </w:r>
    </w:p>
    <w:p w:rsidR="001F628F" w:rsidRDefault="001F628F" w:rsidP="001F628F">
      <w:pPr>
        <w:pStyle w:val="libNormal"/>
        <w:rPr>
          <w:rtl/>
        </w:rPr>
      </w:pPr>
      <w:r>
        <w:rPr>
          <w:rtl/>
        </w:rPr>
        <w:t>5_گذشتہ زمانے كے ظالمو</w:t>
      </w:r>
      <w:r w:rsidR="00083993">
        <w:rPr>
          <w:rtl/>
        </w:rPr>
        <w:t xml:space="preserve">ں </w:t>
      </w:r>
      <w:r>
        <w:rPr>
          <w:rtl/>
        </w:rPr>
        <w:t>نے اپنے اپ كو تباہ كنندہ عذاب سے بچانے كے لئے مختلف قسم كے حيلو</w:t>
      </w:r>
      <w:r w:rsidR="00083993">
        <w:rPr>
          <w:rtl/>
        </w:rPr>
        <w:t xml:space="preserve">ں </w:t>
      </w:r>
      <w:r>
        <w:rPr>
          <w:rtl/>
        </w:rPr>
        <w:t>اور تدبيرو</w:t>
      </w:r>
      <w:r w:rsidR="00083993">
        <w:rPr>
          <w:rtl/>
        </w:rPr>
        <w:t xml:space="preserve">ں </w:t>
      </w:r>
      <w:r>
        <w:rPr>
          <w:rtl/>
        </w:rPr>
        <w:t>سے كام ليا ہے ليكن كسى مي</w:t>
      </w:r>
      <w:r w:rsidR="00083993">
        <w:rPr>
          <w:rtl/>
        </w:rPr>
        <w:t xml:space="preserve">ں </w:t>
      </w:r>
      <w:r>
        <w:rPr>
          <w:rtl/>
        </w:rPr>
        <w:t>كامياب نہي</w:t>
      </w:r>
      <w:r w:rsidR="00083993">
        <w:rPr>
          <w:rtl/>
        </w:rPr>
        <w:t xml:space="preserve">ں </w:t>
      </w:r>
      <w:r>
        <w:rPr>
          <w:rtl/>
        </w:rPr>
        <w:t>ہوئے_</w:t>
      </w:r>
    </w:p>
    <w:p w:rsidR="001F628F" w:rsidRDefault="001F628F" w:rsidP="00175AC7">
      <w:pPr>
        <w:pStyle w:val="libArabic"/>
        <w:rPr>
          <w:rtl/>
        </w:rPr>
      </w:pPr>
      <w:r>
        <w:rPr>
          <w:rFonts w:hint="eastAsia"/>
          <w:rtl/>
        </w:rPr>
        <w:t>وسكنتم</w:t>
      </w:r>
      <w:r>
        <w:rPr>
          <w:rtl/>
        </w:rPr>
        <w:t xml:space="preserve"> فى مسكن الذين ظلموا ا نفس</w:t>
      </w:r>
      <w:r w:rsidR="00F21947" w:rsidRPr="00B2551F">
        <w:rPr>
          <w:rFonts w:hint="cs"/>
          <w:rtl/>
        </w:rPr>
        <w:t>ه</w:t>
      </w:r>
      <w:r>
        <w:rPr>
          <w:rFonts w:hint="cs"/>
          <w:rtl/>
        </w:rPr>
        <w:t>م</w:t>
      </w:r>
      <w:r>
        <w:rPr>
          <w:rtl/>
        </w:rPr>
        <w:t xml:space="preserve"> </w:t>
      </w:r>
      <w:r>
        <w:rPr>
          <w:rFonts w:hint="cs"/>
          <w:rtl/>
        </w:rPr>
        <w:t>وتبيّن</w:t>
      </w:r>
      <w:r>
        <w:rPr>
          <w:rtl/>
        </w:rPr>
        <w:t xml:space="preserve"> </w:t>
      </w:r>
      <w:r>
        <w:rPr>
          <w:rFonts w:hint="cs"/>
          <w:rtl/>
        </w:rPr>
        <w:t>لكم</w:t>
      </w:r>
      <w:r>
        <w:rPr>
          <w:rtl/>
        </w:rPr>
        <w:t xml:space="preserve"> </w:t>
      </w:r>
      <w:r>
        <w:rPr>
          <w:rFonts w:hint="cs"/>
          <w:rtl/>
        </w:rPr>
        <w:t>كيف</w:t>
      </w:r>
      <w:r>
        <w:rPr>
          <w:rtl/>
        </w:rPr>
        <w:t xml:space="preserve"> </w:t>
      </w:r>
      <w:r>
        <w:rPr>
          <w:rFonts w:hint="cs"/>
          <w:rtl/>
        </w:rPr>
        <w:t>فعلنا</w:t>
      </w:r>
      <w:r>
        <w:rPr>
          <w:rtl/>
        </w:rPr>
        <w:t xml:space="preserve"> </w:t>
      </w:r>
      <w:r>
        <w:rPr>
          <w:rFonts w:hint="cs"/>
          <w:rtl/>
        </w:rPr>
        <w:t>ب</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قد</w:t>
      </w:r>
      <w:r>
        <w:rPr>
          <w:rtl/>
        </w:rPr>
        <w:t xml:space="preserve"> </w:t>
      </w:r>
      <w:r>
        <w:rPr>
          <w:rFonts w:hint="cs"/>
          <w:rtl/>
        </w:rPr>
        <w:t>مكروا</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وعندالله</w:t>
      </w:r>
      <w:r>
        <w:rPr>
          <w:rtl/>
        </w:rPr>
        <w:t xml:space="preserve"> مكر</w:t>
      </w:r>
      <w:r w:rsidR="00F21947" w:rsidRPr="00B2551F">
        <w:rPr>
          <w:rFonts w:hint="cs"/>
          <w:rtl/>
        </w:rPr>
        <w:t>ه</w:t>
      </w:r>
      <w:r>
        <w:rPr>
          <w:rFonts w:hint="cs"/>
          <w:rtl/>
        </w:rPr>
        <w:t>م</w:t>
      </w:r>
    </w:p>
    <w:p w:rsidR="001F628F" w:rsidRDefault="001F628F" w:rsidP="001F628F">
      <w:pPr>
        <w:pStyle w:val="libNormal"/>
        <w:rPr>
          <w:rtl/>
        </w:rPr>
      </w:pPr>
      <w:r>
        <w:rPr>
          <w:rFonts w:hint="eastAsia"/>
          <w:rtl/>
        </w:rPr>
        <w:t>مندرجہ</w:t>
      </w:r>
      <w:r>
        <w:rPr>
          <w:rtl/>
        </w:rPr>
        <w:t xml:space="preserve"> بالا مطلب اس بات پر مبنى ہے كہ جب جملہ ''و قد مكروا مكرھم'' ضمير ''بھم'' كے لئے حال ہو ;يعنى وہ لوگ عذاب سے بچنے كے لئے انواع واقسام كے حيلے اور تدبيري</w:t>
      </w:r>
      <w:r w:rsidR="00083993">
        <w:rPr>
          <w:rtl/>
        </w:rPr>
        <w:t xml:space="preserve">ں </w:t>
      </w:r>
      <w:r>
        <w:rPr>
          <w:rtl/>
        </w:rPr>
        <w:t>اختيار كرتے رہے ہي</w:t>
      </w:r>
      <w:r w:rsidR="00083993">
        <w:rPr>
          <w:rtl/>
        </w:rPr>
        <w:t xml:space="preserve">ں </w:t>
      </w:r>
      <w:r>
        <w:rPr>
          <w:rtl/>
        </w:rPr>
        <w:t>ليكن اس كے باوجود وہ اس مي</w:t>
      </w:r>
      <w:r w:rsidR="00083993">
        <w:rPr>
          <w:rtl/>
        </w:rPr>
        <w:t xml:space="preserve">ں </w:t>
      </w:r>
      <w:r>
        <w:rPr>
          <w:rtl/>
        </w:rPr>
        <w:t>مبتلا ہوئے ہي</w:t>
      </w:r>
      <w:r w:rsidR="00083993">
        <w:rPr>
          <w:rtl/>
        </w:rPr>
        <w:t xml:space="preserve">ں </w:t>
      </w:r>
      <w:r>
        <w:rPr>
          <w:rtl/>
        </w:rPr>
        <w:t>_</w:t>
      </w:r>
    </w:p>
    <w:p w:rsidR="001F628F" w:rsidRDefault="001F628F" w:rsidP="00175AC7">
      <w:pPr>
        <w:pStyle w:val="libNormal"/>
        <w:rPr>
          <w:rtl/>
        </w:rPr>
      </w:pPr>
      <w:r>
        <w:rPr>
          <w:rtl/>
        </w:rPr>
        <w:t>6_ظالمو</w:t>
      </w:r>
      <w:r w:rsidR="00083993">
        <w:rPr>
          <w:rtl/>
        </w:rPr>
        <w:t xml:space="preserve">ں </w:t>
      </w:r>
      <w:r>
        <w:rPr>
          <w:rtl/>
        </w:rPr>
        <w:t>كے حيلے اور تدابير جتنى بھى وسيع اور كوہ شكن ہى كيو</w:t>
      </w:r>
      <w:r w:rsidR="00083993">
        <w:rPr>
          <w:rtl/>
        </w:rPr>
        <w:t xml:space="preserve">ں </w:t>
      </w:r>
      <w:r>
        <w:rPr>
          <w:rtl/>
        </w:rPr>
        <w:t>نہ ہو</w:t>
      </w:r>
      <w:r w:rsidR="00083993">
        <w:rPr>
          <w:rtl/>
        </w:rPr>
        <w:t xml:space="preserve">ں </w:t>
      </w:r>
      <w:r>
        <w:rPr>
          <w:rtl/>
        </w:rPr>
        <w:t>،حق كى طاقت كے مقابلے مي</w:t>
      </w:r>
      <w:r w:rsidR="00083993">
        <w:rPr>
          <w:rtl/>
        </w:rPr>
        <w:t xml:space="preserve">ں </w:t>
      </w:r>
      <w:r>
        <w:rPr>
          <w:rtl/>
        </w:rPr>
        <w:t>بے نتيجہ اور ناكام ہى رہي</w:t>
      </w:r>
      <w:r w:rsidR="00083993">
        <w:rPr>
          <w:rtl/>
        </w:rPr>
        <w:t xml:space="preserve">ں </w:t>
      </w:r>
      <w:r>
        <w:rPr>
          <w:rtl/>
        </w:rPr>
        <w:t>گي_</w:t>
      </w:r>
      <w:r w:rsidRPr="00175AC7">
        <w:rPr>
          <w:rStyle w:val="libArabicChar"/>
          <w:rFonts w:hint="eastAsia"/>
          <w:rtl/>
        </w:rPr>
        <w:t>و</w:t>
      </w:r>
      <w:r w:rsidRPr="00175AC7">
        <w:rPr>
          <w:rStyle w:val="libArabicChar"/>
          <w:rtl/>
        </w:rPr>
        <w:t xml:space="preserve"> قد مكروا 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w:t>
      </w:r>
      <w:r w:rsidRPr="00175AC7">
        <w:rPr>
          <w:rStyle w:val="libArabicChar"/>
          <w:rFonts w:hint="cs"/>
          <w:rtl/>
        </w:rPr>
        <w:t>وعندالله</w:t>
      </w:r>
      <w:r w:rsidRPr="00175AC7">
        <w:rPr>
          <w:rStyle w:val="libArabicChar"/>
          <w:rtl/>
        </w:rPr>
        <w:t xml:space="preserve"> </w:t>
      </w:r>
      <w:r w:rsidRPr="00175AC7">
        <w:rPr>
          <w:rStyle w:val="libArabicChar"/>
          <w:rFonts w:hint="cs"/>
          <w:rtl/>
        </w:rPr>
        <w:t>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w:t>
      </w:r>
      <w:r w:rsidRPr="00175AC7">
        <w:rPr>
          <w:rStyle w:val="libArabicChar"/>
          <w:rFonts w:hint="cs"/>
          <w:rtl/>
        </w:rPr>
        <w:t>وان</w:t>
      </w:r>
      <w:r w:rsidRPr="00175AC7">
        <w:rPr>
          <w:rStyle w:val="libArabicChar"/>
          <w:rtl/>
        </w:rPr>
        <w:t xml:space="preserve"> </w:t>
      </w:r>
      <w:r w:rsidRPr="00175AC7">
        <w:rPr>
          <w:rStyle w:val="libArabicChar"/>
          <w:rFonts w:hint="cs"/>
          <w:rtl/>
        </w:rPr>
        <w:t>كان</w:t>
      </w:r>
      <w:r w:rsidRPr="00175AC7">
        <w:rPr>
          <w:rStyle w:val="libArabicChar"/>
          <w:rtl/>
        </w:rPr>
        <w:t xml:space="preserve"> </w:t>
      </w:r>
      <w:r w:rsidRPr="00175AC7">
        <w:rPr>
          <w:rStyle w:val="libArabicChar"/>
          <w:rFonts w:hint="cs"/>
          <w:rtl/>
        </w:rPr>
        <w:t>مكر</w:t>
      </w:r>
      <w:r w:rsidR="00F21947" w:rsidRPr="00B2551F">
        <w:rPr>
          <w:rStyle w:val="libArabicChar"/>
          <w:rFonts w:hint="cs"/>
          <w:rtl/>
        </w:rPr>
        <w:t>ه</w:t>
      </w:r>
      <w:r w:rsidRPr="00175AC7">
        <w:rPr>
          <w:rStyle w:val="libArabicChar"/>
          <w:rFonts w:hint="cs"/>
          <w:rtl/>
        </w:rPr>
        <w:t>م</w:t>
      </w:r>
      <w:r w:rsidRPr="00175AC7">
        <w:rPr>
          <w:rStyle w:val="libArabicChar"/>
          <w:rtl/>
        </w:rPr>
        <w:t xml:space="preserve"> لتزول من</w:t>
      </w:r>
      <w:r w:rsidR="00120F63" w:rsidRPr="00B2551F">
        <w:rPr>
          <w:rStyle w:val="libArabicChar"/>
          <w:rFonts w:hint="cs"/>
          <w:rtl/>
        </w:rPr>
        <w:t>ه</w:t>
      </w:r>
      <w:r w:rsidRPr="00175AC7">
        <w:rPr>
          <w:rStyle w:val="libArabicChar"/>
          <w:rtl/>
        </w:rPr>
        <w:t xml:space="preserve"> الجبال</w:t>
      </w:r>
    </w:p>
    <w:p w:rsidR="001F628F" w:rsidRDefault="001F628F" w:rsidP="001F628F">
      <w:pPr>
        <w:pStyle w:val="libNormal"/>
        <w:rPr>
          <w:rtl/>
        </w:rPr>
      </w:pPr>
      <w:r>
        <w:rPr>
          <w:rtl/>
        </w:rPr>
        <w:t>7_توحيدى شرائع اور اديان ہميشہ بے دنيوى كے مقابلے مي</w:t>
      </w:r>
      <w:r w:rsidR="00083993">
        <w:rPr>
          <w:rtl/>
        </w:rPr>
        <w:t xml:space="preserve">ں </w:t>
      </w:r>
      <w:r>
        <w:rPr>
          <w:rtl/>
        </w:rPr>
        <w:t>پہاڑ سے زيادہ محكم و پائيدارا ور جاويدا</w:t>
      </w:r>
      <w:r w:rsidR="00083993">
        <w:rPr>
          <w:rtl/>
        </w:rPr>
        <w:t xml:space="preserve">ں </w:t>
      </w:r>
      <w:r>
        <w:rPr>
          <w:rtl/>
        </w:rPr>
        <w:t>رہي</w:t>
      </w:r>
      <w:r w:rsidR="00083993">
        <w:rPr>
          <w:rtl/>
        </w:rPr>
        <w:t xml:space="preserve">ں </w:t>
      </w:r>
      <w:r>
        <w:rPr>
          <w:rtl/>
        </w:rPr>
        <w:t>گے_</w:t>
      </w:r>
    </w:p>
    <w:p w:rsidR="001F628F" w:rsidRDefault="001F628F" w:rsidP="00175AC7">
      <w:pPr>
        <w:pStyle w:val="libArabic"/>
        <w:rPr>
          <w:rtl/>
        </w:rPr>
      </w:pPr>
      <w:r>
        <w:rPr>
          <w:rFonts w:hint="eastAsia"/>
          <w:rtl/>
        </w:rPr>
        <w:t>فيقول</w:t>
      </w:r>
      <w:r>
        <w:rPr>
          <w:rtl/>
        </w:rPr>
        <w:t xml:space="preserve"> الذين ظلموا ربّنا ا خّرنا ...نجب دعوتك ونتّبع الرسل ...و قد مكروا ... وان كان مكر</w:t>
      </w:r>
      <w:r w:rsidR="00F21947" w:rsidRPr="00B2551F">
        <w:rPr>
          <w:rFonts w:hint="cs"/>
          <w:rtl/>
        </w:rPr>
        <w:t>ه</w:t>
      </w:r>
      <w:r>
        <w:rPr>
          <w:rFonts w:hint="cs"/>
          <w:rtl/>
        </w:rPr>
        <w:t>م</w:t>
      </w:r>
      <w:r>
        <w:rPr>
          <w:rtl/>
        </w:rPr>
        <w:t xml:space="preserve"> </w:t>
      </w:r>
      <w:r>
        <w:rPr>
          <w:rFonts w:hint="cs"/>
          <w:rtl/>
        </w:rPr>
        <w:t>لتزول</w:t>
      </w:r>
      <w:r>
        <w:rPr>
          <w:rtl/>
        </w:rPr>
        <w:t xml:space="preserve"> </w:t>
      </w:r>
      <w:r>
        <w:rPr>
          <w:rFonts w:hint="cs"/>
          <w:rtl/>
        </w:rPr>
        <w:t>من</w:t>
      </w:r>
      <w:r w:rsidR="00120F63" w:rsidRPr="00ED5DE8">
        <w:rPr>
          <w:rFonts w:hint="cs"/>
          <w:rtl/>
        </w:rPr>
        <w:t>ه</w:t>
      </w:r>
      <w:r>
        <w:rPr>
          <w:rtl/>
        </w:rPr>
        <w:t xml:space="preserve"> الجبال</w:t>
      </w:r>
    </w:p>
    <w:p w:rsidR="001F628F" w:rsidRDefault="001F628F" w:rsidP="001F628F">
      <w:pPr>
        <w:pStyle w:val="libNormal"/>
        <w:rPr>
          <w:rtl/>
        </w:rPr>
      </w:pPr>
      <w:r>
        <w:rPr>
          <w:rFonts w:hint="eastAsia"/>
          <w:rtl/>
        </w:rPr>
        <w:t>خداوندعالم</w:t>
      </w:r>
      <w:r>
        <w:rPr>
          <w:rtl/>
        </w:rPr>
        <w:t xml:space="preserve"> كا يہ فرمان كہ حق كى طاقت اور </w:t>
      </w:r>
      <w:r w:rsidR="003D0BA1">
        <w:rPr>
          <w:rtl/>
        </w:rPr>
        <w:t>انبياء</w:t>
      </w:r>
      <w:r>
        <w:rPr>
          <w:rtl/>
        </w:rPr>
        <w:t>ے الہى كے مقابلے مي</w:t>
      </w:r>
      <w:r w:rsidR="00083993">
        <w:rPr>
          <w:rtl/>
        </w:rPr>
        <w:t xml:space="preserve">ں </w:t>
      </w:r>
      <w:r>
        <w:rPr>
          <w:rtl/>
        </w:rPr>
        <w:t>ظالمو</w:t>
      </w:r>
      <w:r w:rsidR="00083993">
        <w:rPr>
          <w:rtl/>
        </w:rPr>
        <w:t xml:space="preserve">ں </w:t>
      </w:r>
      <w:r>
        <w:rPr>
          <w:rtl/>
        </w:rPr>
        <w:t>كا مكر و فريب اور منصوبے جتنے بھى قوى اور پہاڑ جيسى قدرت ركھتے ہو</w:t>
      </w:r>
      <w:r w:rsidR="00083993">
        <w:rPr>
          <w:rtl/>
        </w:rPr>
        <w:t xml:space="preserve">ں </w:t>
      </w:r>
      <w:r>
        <w:rPr>
          <w:rtl/>
        </w:rPr>
        <w:t>،پھر بھى موثر نہي</w:t>
      </w:r>
      <w:r w:rsidR="00083993">
        <w:rPr>
          <w:rtl/>
        </w:rPr>
        <w:t xml:space="preserve">ں </w:t>
      </w:r>
      <w:r>
        <w:rPr>
          <w:rtl/>
        </w:rPr>
        <w:t>ہو</w:t>
      </w:r>
      <w:r w:rsidR="00083993">
        <w:rPr>
          <w:rtl/>
        </w:rPr>
        <w:t xml:space="preserve">ں </w:t>
      </w:r>
      <w:r>
        <w:rPr>
          <w:rtl/>
        </w:rPr>
        <w:t>گے_اس سے معلوم ہوتا ہے كہ توحيدى اديان اور شريعتي</w:t>
      </w:r>
      <w:r w:rsidR="00083993">
        <w:rPr>
          <w:rtl/>
        </w:rPr>
        <w:t xml:space="preserve">ں </w:t>
      </w:r>
      <w:r>
        <w:rPr>
          <w:rtl/>
        </w:rPr>
        <w:t xml:space="preserve">اور </w:t>
      </w:r>
      <w:r w:rsidR="003D0BA1">
        <w:rPr>
          <w:rtl/>
        </w:rPr>
        <w:t>انبياء</w:t>
      </w:r>
      <w:r>
        <w:rPr>
          <w:rtl/>
        </w:rPr>
        <w:t>ے الہى ہميشہ پہاڑو</w:t>
      </w:r>
      <w:r w:rsidR="00083993">
        <w:rPr>
          <w:rtl/>
        </w:rPr>
        <w:t xml:space="preserve">ں </w:t>
      </w:r>
      <w:r>
        <w:rPr>
          <w:rtl/>
        </w:rPr>
        <w:t>سے زيادہ ق</w:t>
      </w:r>
      <w:r>
        <w:rPr>
          <w:rFonts w:hint="eastAsia"/>
          <w:rtl/>
        </w:rPr>
        <w:t>وى</w:t>
      </w:r>
      <w:r>
        <w:rPr>
          <w:rtl/>
        </w:rPr>
        <w:t xml:space="preserve"> ، مستحكم اور ناقابل شكست رہے ہي</w:t>
      </w:r>
      <w:r w:rsidR="00083993">
        <w:rPr>
          <w:rtl/>
        </w:rPr>
        <w:t xml:space="preserve">ں </w:t>
      </w:r>
      <w:r>
        <w:rPr>
          <w:rtl/>
        </w:rPr>
        <w:t>_</w:t>
      </w:r>
    </w:p>
    <w:p w:rsidR="001F628F" w:rsidRDefault="001F628F" w:rsidP="00175A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تسلى 4</w:t>
      </w:r>
    </w:p>
    <w:p w:rsidR="001F628F" w:rsidRDefault="001F628F" w:rsidP="001F628F">
      <w:pPr>
        <w:pStyle w:val="libNormal"/>
        <w:rPr>
          <w:rtl/>
        </w:rPr>
      </w:pPr>
      <w:r>
        <w:rPr>
          <w:rFonts w:hint="eastAsia"/>
          <w:rtl/>
        </w:rPr>
        <w:t>اديان</w:t>
      </w:r>
      <w:r>
        <w:rPr>
          <w:rtl/>
        </w:rPr>
        <w:t xml:space="preserve"> :</w:t>
      </w:r>
    </w:p>
    <w:p w:rsidR="00175AC7" w:rsidRDefault="001E7F9D" w:rsidP="00F73EDE">
      <w:pPr>
        <w:pStyle w:val="libPoemTini"/>
        <w:rPr>
          <w:rtl/>
        </w:rPr>
      </w:pPr>
      <w:r>
        <w:rPr>
          <w:rtl/>
        </w:rPr>
        <w:br w:type="page"/>
      </w:r>
    </w:p>
    <w:p w:rsidR="001F628F" w:rsidRDefault="001F628F" w:rsidP="00175AC7">
      <w:pPr>
        <w:pStyle w:val="libNormal"/>
        <w:rPr>
          <w:rtl/>
        </w:rPr>
      </w:pPr>
      <w:r>
        <w:rPr>
          <w:rFonts w:hint="eastAsia"/>
          <w:rtl/>
        </w:rPr>
        <w:lastRenderedPageBreak/>
        <w:t>اديان</w:t>
      </w:r>
      <w:r>
        <w:rPr>
          <w:rtl/>
        </w:rPr>
        <w:t xml:space="preserve"> كى جاودانگى 7;اديان كى فتح 7</w:t>
      </w:r>
    </w:p>
    <w:p w:rsidR="001F628F" w:rsidRDefault="001F628F" w:rsidP="00175AC7">
      <w:pPr>
        <w:pStyle w:val="libNormal"/>
        <w:rPr>
          <w:rtl/>
        </w:rPr>
      </w:pPr>
      <w:r>
        <w:rPr>
          <w:rFonts w:hint="eastAsia"/>
          <w:rtl/>
        </w:rPr>
        <w:t>الله</w:t>
      </w:r>
      <w:r>
        <w:rPr>
          <w:rtl/>
        </w:rPr>
        <w:t xml:space="preserve"> تعالى :</w:t>
      </w:r>
      <w:r>
        <w:rPr>
          <w:rFonts w:hint="eastAsia"/>
          <w:rtl/>
        </w:rPr>
        <w:t>الله</w:t>
      </w:r>
      <w:r>
        <w:rPr>
          <w:rtl/>
        </w:rPr>
        <w:t xml:space="preserve"> تعالى كا علم 2;الله تعالى كى قدرت 3;الله تعالى كے عذاب 1</w:t>
      </w:r>
    </w:p>
    <w:p w:rsidR="001F628F" w:rsidRDefault="001F628F" w:rsidP="00175AC7">
      <w:pPr>
        <w:pStyle w:val="libNormal"/>
        <w:rPr>
          <w:rtl/>
        </w:rPr>
      </w:pPr>
      <w:r>
        <w:rPr>
          <w:rFonts w:hint="eastAsia"/>
          <w:rtl/>
        </w:rPr>
        <w:t>انسان</w:t>
      </w:r>
      <w:r>
        <w:rPr>
          <w:rtl/>
        </w:rPr>
        <w:t xml:space="preserve"> :</w:t>
      </w:r>
      <w:r>
        <w:rPr>
          <w:rFonts w:hint="eastAsia"/>
          <w:rtl/>
        </w:rPr>
        <w:t>انسان</w:t>
      </w:r>
      <w:r>
        <w:rPr>
          <w:rtl/>
        </w:rPr>
        <w:t xml:space="preserve"> كا عجز 3</w:t>
      </w:r>
    </w:p>
    <w:p w:rsidR="001F628F" w:rsidRDefault="001F628F" w:rsidP="00175AC7">
      <w:pPr>
        <w:pStyle w:val="libNormal"/>
        <w:rPr>
          <w:rtl/>
        </w:rPr>
      </w:pPr>
      <w:r>
        <w:rPr>
          <w:rFonts w:hint="eastAsia"/>
          <w:rtl/>
        </w:rPr>
        <w:t>حق</w:t>
      </w:r>
      <w:r>
        <w:rPr>
          <w:rtl/>
        </w:rPr>
        <w:t xml:space="preserve"> :</w:t>
      </w:r>
      <w:r>
        <w:rPr>
          <w:rFonts w:hint="eastAsia"/>
          <w:rtl/>
        </w:rPr>
        <w:t>حق</w:t>
      </w:r>
      <w:r>
        <w:rPr>
          <w:rtl/>
        </w:rPr>
        <w:t xml:space="preserve"> كى فتح 6</w:t>
      </w:r>
    </w:p>
    <w:p w:rsidR="001F628F" w:rsidRDefault="001F628F" w:rsidP="00175AC7">
      <w:pPr>
        <w:pStyle w:val="libNormal"/>
        <w:rPr>
          <w:rtl/>
        </w:rPr>
      </w:pPr>
      <w:r>
        <w:rPr>
          <w:rFonts w:hint="eastAsia"/>
          <w:rtl/>
        </w:rPr>
        <w:t>دين</w:t>
      </w:r>
      <w:r>
        <w:rPr>
          <w:rtl/>
        </w:rPr>
        <w:t xml:space="preserve"> :</w:t>
      </w:r>
      <w:r>
        <w:rPr>
          <w:rFonts w:hint="eastAsia"/>
          <w:rtl/>
        </w:rPr>
        <w:t>دشمنان</w:t>
      </w:r>
      <w:r>
        <w:rPr>
          <w:rtl/>
        </w:rPr>
        <w:t xml:space="preserve"> دين كى شكست 7</w:t>
      </w:r>
    </w:p>
    <w:p w:rsidR="001F628F" w:rsidRDefault="001F628F" w:rsidP="00175AC7">
      <w:pPr>
        <w:pStyle w:val="libNormal"/>
        <w:rPr>
          <w:rtl/>
        </w:rPr>
      </w:pPr>
      <w:r>
        <w:rPr>
          <w:rFonts w:hint="eastAsia"/>
          <w:rtl/>
        </w:rPr>
        <w:t>ظالمين</w:t>
      </w:r>
      <w:r>
        <w:rPr>
          <w:rtl/>
        </w:rPr>
        <w:t xml:space="preserve"> :</w:t>
      </w:r>
      <w:r>
        <w:rPr>
          <w:rFonts w:hint="eastAsia"/>
          <w:rtl/>
        </w:rPr>
        <w:t>ظالمين</w:t>
      </w:r>
      <w:r>
        <w:rPr>
          <w:rtl/>
        </w:rPr>
        <w:t xml:space="preserve"> كا دنيوى عذاب 1ظالمين كے مكر كى قدرت 1،4،6;ظالمين كا مكر 2;ظالمين كے مكر كا بے اثر ہونا 5،6;ظالمين كے مكر كا متنوع ہونا 5;ظالمين كى ہلاكت 1</w:t>
      </w:r>
    </w:p>
    <w:p w:rsidR="001F628F" w:rsidRDefault="001F628F" w:rsidP="00175AC7">
      <w:pPr>
        <w:pStyle w:val="libNormal"/>
        <w:rPr>
          <w:rtl/>
        </w:rPr>
      </w:pPr>
      <w:r>
        <w:rPr>
          <w:rFonts w:hint="eastAsia"/>
          <w:rtl/>
        </w:rPr>
        <w:t>عذاب</w:t>
      </w:r>
      <w:r>
        <w:rPr>
          <w:rtl/>
        </w:rPr>
        <w:t xml:space="preserve"> :</w:t>
      </w:r>
      <w:r>
        <w:rPr>
          <w:rFonts w:hint="eastAsia"/>
          <w:rtl/>
        </w:rPr>
        <w:t>اہل</w:t>
      </w:r>
      <w:r>
        <w:rPr>
          <w:rtl/>
        </w:rPr>
        <w:t xml:space="preserve"> عذاب 1;عذاب استيصال سے نجات 5</w:t>
      </w:r>
    </w:p>
    <w:p w:rsidR="001F628F" w:rsidRDefault="00175AC7" w:rsidP="00175AC7">
      <w:pPr>
        <w:pStyle w:val="Heading2Center"/>
        <w:rPr>
          <w:rtl/>
        </w:rPr>
      </w:pPr>
      <w:bookmarkStart w:id="47" w:name="_Toc28081725"/>
      <w:r>
        <w:rPr>
          <w:rFonts w:hint="cs"/>
          <w:rtl/>
        </w:rPr>
        <w:t>آیت 47</w:t>
      </w:r>
      <w:bookmarkEnd w:id="47"/>
    </w:p>
    <w:p w:rsidR="001F628F" w:rsidRDefault="00E260F9" w:rsidP="00175AC7">
      <w:pPr>
        <w:pStyle w:val="libNormal"/>
        <w:rPr>
          <w:rtl/>
        </w:rPr>
      </w:pPr>
      <w:r w:rsidRPr="00E260F9">
        <w:rPr>
          <w:rStyle w:val="libAlaemChar"/>
          <w:rFonts w:hint="eastAsia"/>
          <w:rtl/>
        </w:rPr>
        <w:t>(</w:t>
      </w:r>
      <w:r w:rsidRPr="00175AC7">
        <w:rPr>
          <w:rStyle w:val="libAieChar"/>
          <w:rFonts w:hint="eastAsia"/>
          <w:rtl/>
        </w:rPr>
        <w:t>فَلاَ</w:t>
      </w:r>
      <w:r w:rsidRPr="00175AC7">
        <w:rPr>
          <w:rStyle w:val="libAieChar"/>
          <w:rtl/>
        </w:rPr>
        <w:t xml:space="preserve"> تَحْسَبَنَّ اللّهَ مُخْلِفَ وَعْدِهِ رُسُلَهُ إِنَّ اللّهَ عَزِيزٌ ذُو انْتِقَامٍ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خبردار تم يہ خيال بھى نہ كرنا كہ خدا اپنے رسولو</w:t>
      </w:r>
      <w:r w:rsidR="00083993">
        <w:rPr>
          <w:rtl/>
        </w:rPr>
        <w:t xml:space="preserve">ں </w:t>
      </w:r>
      <w:r>
        <w:rPr>
          <w:rtl/>
        </w:rPr>
        <w:t>سے كئے ہوئے وعدہ كى خلاف ورزى كرے گا اللہ سب پر غالب اور بڑا انتقام لينے والا ہے _</w:t>
      </w:r>
    </w:p>
    <w:p w:rsidR="001F628F" w:rsidRDefault="001F628F" w:rsidP="00175AC7">
      <w:pPr>
        <w:pStyle w:val="libNormal"/>
        <w:rPr>
          <w:rtl/>
        </w:rPr>
      </w:pPr>
      <w:r>
        <w:rPr>
          <w:rtl/>
        </w:rPr>
        <w:t>1_خداوند عالم كے بارے مي</w:t>
      </w:r>
      <w:r w:rsidR="00083993">
        <w:rPr>
          <w:rtl/>
        </w:rPr>
        <w:t xml:space="preserve">ں </w:t>
      </w:r>
      <w:r>
        <w:rPr>
          <w:rtl/>
        </w:rPr>
        <w:t>وعدہ خلافى كا گمان ،ايك بيہودہ اور نادرست گمان ہے_</w:t>
      </w:r>
      <w:r w:rsidRPr="00175AC7">
        <w:rPr>
          <w:rStyle w:val="libArabicChar"/>
          <w:rFonts w:hint="eastAsia"/>
          <w:rtl/>
        </w:rPr>
        <w:t>فلا</w:t>
      </w:r>
      <w:r w:rsidRPr="00175AC7">
        <w:rPr>
          <w:rStyle w:val="libArabicChar"/>
          <w:rtl/>
        </w:rPr>
        <w:t xml:space="preserve"> تحسبّن الله مخلف وعد</w:t>
      </w:r>
      <w:r w:rsidR="00120F63" w:rsidRPr="00B2551F">
        <w:rPr>
          <w:rStyle w:val="libArabicChar"/>
          <w:rFonts w:hint="cs"/>
          <w:rtl/>
        </w:rPr>
        <w:t>ه</w:t>
      </w:r>
      <w:r w:rsidRPr="00175AC7">
        <w:rPr>
          <w:rStyle w:val="libArabicChar"/>
          <w:rtl/>
        </w:rPr>
        <w:t xml:space="preserve"> رسل</w:t>
      </w:r>
      <w:r w:rsidR="00120F63" w:rsidRPr="00B2551F">
        <w:rPr>
          <w:rStyle w:val="libArabicChar"/>
          <w:rFonts w:hint="cs"/>
          <w:rtl/>
        </w:rPr>
        <w:t>ه</w:t>
      </w:r>
    </w:p>
    <w:p w:rsidR="001F628F" w:rsidRDefault="001F628F" w:rsidP="001F628F">
      <w:pPr>
        <w:pStyle w:val="libNormal"/>
        <w:rPr>
          <w:rtl/>
        </w:rPr>
      </w:pPr>
      <w:r>
        <w:rPr>
          <w:rtl/>
        </w:rPr>
        <w:t>2_ظالمو</w:t>
      </w:r>
      <w:r w:rsidR="00083993">
        <w:rPr>
          <w:rtl/>
        </w:rPr>
        <w:t xml:space="preserve">ں </w:t>
      </w:r>
      <w:r>
        <w:rPr>
          <w:rtl/>
        </w:rPr>
        <w:t xml:space="preserve">كا عذاب اور ہلاك ہونا اور </w:t>
      </w:r>
      <w:r w:rsidR="003D0BA1">
        <w:rPr>
          <w:rtl/>
        </w:rPr>
        <w:t>انبياء</w:t>
      </w:r>
      <w:r>
        <w:rPr>
          <w:rtl/>
        </w:rPr>
        <w:t>ے الہى كا فتح مند ہونا،ان سے خدا وندعالم كا وعدہ تھا _</w:t>
      </w:r>
    </w:p>
    <w:p w:rsidR="001F628F" w:rsidRDefault="001F628F" w:rsidP="00175AC7">
      <w:pPr>
        <w:pStyle w:val="libArabic"/>
        <w:rPr>
          <w:rtl/>
        </w:rPr>
      </w:pPr>
      <w:r>
        <w:rPr>
          <w:rFonts w:hint="eastAsia"/>
          <w:rtl/>
        </w:rPr>
        <w:t>و</w:t>
      </w:r>
      <w:r>
        <w:rPr>
          <w:rtl/>
        </w:rPr>
        <w:t xml:space="preserve"> ا نذرالناس يوم يا تي</w:t>
      </w:r>
      <w:r w:rsidR="00F21947" w:rsidRPr="00B2551F">
        <w:rPr>
          <w:rFonts w:hint="cs"/>
          <w:rtl/>
        </w:rPr>
        <w:t>ه</w:t>
      </w:r>
      <w:r>
        <w:rPr>
          <w:rFonts w:hint="cs"/>
          <w:rtl/>
        </w:rPr>
        <w:t>م</w:t>
      </w:r>
      <w:r>
        <w:rPr>
          <w:rtl/>
        </w:rPr>
        <w:t xml:space="preserve"> </w:t>
      </w:r>
      <w:r>
        <w:rPr>
          <w:rFonts w:hint="cs"/>
          <w:rtl/>
        </w:rPr>
        <w:t>العذاب</w:t>
      </w:r>
      <w:r>
        <w:rPr>
          <w:rtl/>
        </w:rPr>
        <w:t xml:space="preserve"> </w:t>
      </w:r>
      <w:r>
        <w:rPr>
          <w:rFonts w:hint="cs"/>
          <w:rtl/>
        </w:rPr>
        <w:t>فيقول</w:t>
      </w:r>
      <w:r>
        <w:rPr>
          <w:rtl/>
        </w:rPr>
        <w:t xml:space="preserve"> </w:t>
      </w:r>
      <w:r>
        <w:rPr>
          <w:rFonts w:hint="cs"/>
          <w:rtl/>
        </w:rPr>
        <w:t>الذين</w:t>
      </w:r>
      <w:r>
        <w:rPr>
          <w:rtl/>
        </w:rPr>
        <w:t xml:space="preserve"> </w:t>
      </w:r>
      <w:r>
        <w:rPr>
          <w:rFonts w:hint="cs"/>
          <w:rtl/>
        </w:rPr>
        <w:t>ظلموا</w:t>
      </w:r>
      <w:r>
        <w:rPr>
          <w:rtl/>
        </w:rPr>
        <w:t xml:space="preserve"> ...</w:t>
      </w:r>
      <w:r>
        <w:rPr>
          <w:rFonts w:hint="cs"/>
          <w:rtl/>
        </w:rPr>
        <w:t>وقد</w:t>
      </w:r>
      <w:r>
        <w:rPr>
          <w:rtl/>
        </w:rPr>
        <w:t xml:space="preserve"> </w:t>
      </w:r>
      <w:r>
        <w:rPr>
          <w:rFonts w:hint="cs"/>
          <w:rtl/>
        </w:rPr>
        <w:t>مكروامكر</w:t>
      </w:r>
      <w:r w:rsidR="00F21947" w:rsidRPr="00B2551F">
        <w:rPr>
          <w:rFonts w:hint="cs"/>
          <w:rtl/>
        </w:rPr>
        <w:t>ه</w:t>
      </w:r>
      <w:r>
        <w:rPr>
          <w:rFonts w:hint="cs"/>
          <w:rtl/>
        </w:rPr>
        <w:t>م</w:t>
      </w:r>
      <w:r>
        <w:rPr>
          <w:rtl/>
        </w:rPr>
        <w:t xml:space="preserve"> ...</w:t>
      </w:r>
      <w:r>
        <w:rPr>
          <w:rFonts w:hint="cs"/>
          <w:rtl/>
        </w:rPr>
        <w:t>فلا</w:t>
      </w:r>
      <w:r>
        <w:rPr>
          <w:rtl/>
        </w:rPr>
        <w:t xml:space="preserve"> </w:t>
      </w:r>
      <w:r>
        <w:rPr>
          <w:rFonts w:hint="cs"/>
          <w:rtl/>
        </w:rPr>
        <w:t>تحسبّن</w:t>
      </w:r>
      <w:r>
        <w:rPr>
          <w:rtl/>
        </w:rPr>
        <w:t xml:space="preserve"> </w:t>
      </w:r>
      <w:r>
        <w:rPr>
          <w:rFonts w:hint="cs"/>
          <w:rtl/>
        </w:rPr>
        <w:t>الله</w:t>
      </w:r>
      <w:r>
        <w:rPr>
          <w:rtl/>
        </w:rPr>
        <w:t xml:space="preserve"> </w:t>
      </w:r>
      <w:r>
        <w:rPr>
          <w:rFonts w:hint="cs"/>
          <w:rtl/>
        </w:rPr>
        <w:t>مخلف</w:t>
      </w:r>
      <w:r>
        <w:rPr>
          <w:rtl/>
        </w:rPr>
        <w:t xml:space="preserve"> </w:t>
      </w:r>
      <w:r>
        <w:rPr>
          <w:rFonts w:hint="cs"/>
          <w:rtl/>
        </w:rPr>
        <w:t>وعد</w:t>
      </w:r>
      <w:r w:rsidR="00120F63" w:rsidRPr="00ED5DE8">
        <w:rPr>
          <w:rFonts w:hint="cs"/>
          <w:rtl/>
        </w:rPr>
        <w:t>ه</w:t>
      </w:r>
      <w:r>
        <w:rPr>
          <w:rtl/>
        </w:rPr>
        <w:t xml:space="preserve"> </w:t>
      </w:r>
      <w:r>
        <w:rPr>
          <w:rFonts w:hint="cs"/>
          <w:rtl/>
        </w:rPr>
        <w:t>رسل</w:t>
      </w:r>
      <w:r w:rsidR="00120F63" w:rsidRPr="00ED5DE8">
        <w:rPr>
          <w:rFonts w:hint="cs"/>
          <w:rtl/>
        </w:rPr>
        <w:t>ه</w:t>
      </w:r>
    </w:p>
    <w:p w:rsidR="001F628F" w:rsidRDefault="001F628F" w:rsidP="001F628F">
      <w:pPr>
        <w:pStyle w:val="libNormal"/>
        <w:rPr>
          <w:rtl/>
        </w:rPr>
      </w:pPr>
      <w:r>
        <w:rPr>
          <w:rFonts w:hint="eastAsia"/>
          <w:rtl/>
        </w:rPr>
        <w:t>مندرجہ</w:t>
      </w:r>
      <w:r>
        <w:rPr>
          <w:rtl/>
        </w:rPr>
        <w:t xml:space="preserve"> بالا مطلب اس آيت اور گذشتہ ايات مي</w:t>
      </w:r>
      <w:r w:rsidR="00083993">
        <w:rPr>
          <w:rtl/>
        </w:rPr>
        <w:t xml:space="preserve">ں </w:t>
      </w:r>
      <w:r>
        <w:rPr>
          <w:rtl/>
        </w:rPr>
        <w:t>ارتباط سے اخذكيا گيا ہے كہ جو ظالمو</w:t>
      </w:r>
      <w:r w:rsidR="00083993">
        <w:rPr>
          <w:rtl/>
        </w:rPr>
        <w:t xml:space="preserve">ں </w:t>
      </w:r>
      <w:r>
        <w:rPr>
          <w:rtl/>
        </w:rPr>
        <w:t>كے عذاب كے بارے مي</w:t>
      </w:r>
      <w:r w:rsidR="00083993">
        <w:rPr>
          <w:rtl/>
        </w:rPr>
        <w:t xml:space="preserve">ں </w:t>
      </w:r>
      <w:r>
        <w:rPr>
          <w:rtl/>
        </w:rPr>
        <w:t>تھي</w:t>
      </w:r>
      <w:r w:rsidR="00083993">
        <w:rPr>
          <w:rtl/>
        </w:rPr>
        <w:t xml:space="preserve">ں </w:t>
      </w:r>
      <w:r>
        <w:rPr>
          <w:rtl/>
        </w:rPr>
        <w:t xml:space="preserve">_ياد رہے كہ </w:t>
      </w:r>
      <w:r w:rsidRPr="00175AC7">
        <w:rPr>
          <w:rStyle w:val="libArabicChar"/>
          <w:rtl/>
        </w:rPr>
        <w:t>'' فلا تحسبّن ''</w:t>
      </w:r>
      <w:r>
        <w:rPr>
          <w:rtl/>
        </w:rPr>
        <w:t>مي</w:t>
      </w:r>
      <w:r w:rsidR="00083993">
        <w:rPr>
          <w:rtl/>
        </w:rPr>
        <w:t xml:space="preserve">ں </w:t>
      </w:r>
      <w:r>
        <w:rPr>
          <w:rtl/>
        </w:rPr>
        <w:t>''فائ''تفريع سے بھى اس ارتباط كى تائيد ہوتى ہے_</w:t>
      </w:r>
    </w:p>
    <w:p w:rsidR="001F628F" w:rsidRDefault="001F628F" w:rsidP="001F628F">
      <w:pPr>
        <w:pStyle w:val="libNormal"/>
        <w:rPr>
          <w:rtl/>
        </w:rPr>
      </w:pPr>
      <w:r>
        <w:rPr>
          <w:rtl/>
        </w:rPr>
        <w:t>3_</w:t>
      </w:r>
      <w:r w:rsidR="003D0BA1">
        <w:rPr>
          <w:rtl/>
        </w:rPr>
        <w:t>انبياء</w:t>
      </w:r>
      <w:r>
        <w:rPr>
          <w:rtl/>
        </w:rPr>
        <w:t>ے الہى سے خداوند متعال كا دشمنو</w:t>
      </w:r>
      <w:r w:rsidR="00083993">
        <w:rPr>
          <w:rtl/>
        </w:rPr>
        <w:t xml:space="preserve">ں </w:t>
      </w:r>
      <w:r>
        <w:rPr>
          <w:rtl/>
        </w:rPr>
        <w:t>پر فتح عطا كر نے كا وعدہ ناقابل تخلف ہے _</w:t>
      </w:r>
    </w:p>
    <w:p w:rsidR="00175AC7" w:rsidRDefault="001F628F" w:rsidP="00175AC7">
      <w:pPr>
        <w:pStyle w:val="libArabic"/>
        <w:rPr>
          <w:rtl/>
        </w:rPr>
      </w:pPr>
      <w:r>
        <w:rPr>
          <w:rFonts w:hint="eastAsia"/>
          <w:rtl/>
        </w:rPr>
        <w:t>الذين</w:t>
      </w:r>
      <w:r>
        <w:rPr>
          <w:rtl/>
        </w:rPr>
        <w:t xml:space="preserve"> ظلموا ...وقد مكروامكر</w:t>
      </w:r>
      <w:r w:rsidR="00F21947" w:rsidRPr="00B2551F">
        <w:rPr>
          <w:rFonts w:hint="cs"/>
          <w:rtl/>
        </w:rPr>
        <w:t>ه</w:t>
      </w:r>
      <w:r>
        <w:rPr>
          <w:rFonts w:hint="cs"/>
          <w:rtl/>
        </w:rPr>
        <w:t>م</w:t>
      </w:r>
      <w:r>
        <w:rPr>
          <w:rtl/>
        </w:rPr>
        <w:t xml:space="preserve"> ...فل</w:t>
      </w:r>
      <w:r w:rsidR="00175AC7" w:rsidRPr="00175AC7">
        <w:rPr>
          <w:rFonts w:hint="eastAsia"/>
          <w:rtl/>
        </w:rPr>
        <w:t xml:space="preserve"> </w:t>
      </w:r>
      <w:r w:rsidR="00175AC7">
        <w:rPr>
          <w:rFonts w:hint="eastAsia"/>
          <w:rtl/>
        </w:rPr>
        <w:t>تحسبّن</w:t>
      </w:r>
      <w:r w:rsidR="00175AC7">
        <w:rPr>
          <w:rtl/>
        </w:rPr>
        <w:t xml:space="preserve"> الله مخلف وعد</w:t>
      </w:r>
      <w:r w:rsidR="00120F63" w:rsidRPr="00ED5DE8">
        <w:rPr>
          <w:rFonts w:hint="cs"/>
          <w:rtl/>
        </w:rPr>
        <w:t>ه</w:t>
      </w:r>
      <w:r w:rsidR="00175AC7">
        <w:rPr>
          <w:rtl/>
        </w:rPr>
        <w:t xml:space="preserve"> رسل</w:t>
      </w:r>
      <w:r w:rsidR="00120F63" w:rsidRPr="00ED5DE8">
        <w:rPr>
          <w:rFonts w:hint="cs"/>
          <w:rtl/>
        </w:rPr>
        <w:t>ه</w:t>
      </w:r>
    </w:p>
    <w:p w:rsidR="00175AC7" w:rsidRDefault="001E7F9D" w:rsidP="00F73EDE">
      <w:pPr>
        <w:pStyle w:val="libPoemTini"/>
        <w:rPr>
          <w:rtl/>
        </w:rPr>
      </w:pPr>
      <w:r>
        <w:rPr>
          <w:rtl/>
        </w:rPr>
        <w:br w:type="page"/>
      </w:r>
    </w:p>
    <w:p w:rsidR="001F628F" w:rsidRDefault="001F628F" w:rsidP="001F628F">
      <w:pPr>
        <w:pStyle w:val="libNormal"/>
        <w:rPr>
          <w:rtl/>
        </w:rPr>
      </w:pPr>
      <w:r>
        <w:rPr>
          <w:rtl/>
        </w:rPr>
        <w:lastRenderedPageBreak/>
        <w:t>4_ظالمو</w:t>
      </w:r>
      <w:r w:rsidR="00083993">
        <w:rPr>
          <w:rtl/>
        </w:rPr>
        <w:t xml:space="preserve">ں </w:t>
      </w:r>
      <w:r>
        <w:rPr>
          <w:rtl/>
        </w:rPr>
        <w:t>كے عذاب مي</w:t>
      </w:r>
      <w:r w:rsidR="00083993">
        <w:rPr>
          <w:rtl/>
        </w:rPr>
        <w:t xml:space="preserve">ں </w:t>
      </w:r>
      <w:r>
        <w:rPr>
          <w:rtl/>
        </w:rPr>
        <w:t xml:space="preserve">تاخيركا مطلب ، اپنے انبياء </w:t>
      </w:r>
      <w:r w:rsidR="00F031CD" w:rsidRPr="00F031CD">
        <w:rPr>
          <w:rStyle w:val="libAlaemChar"/>
          <w:rtl/>
        </w:rPr>
        <w:t xml:space="preserve"> صلى‌الله‌عليه‌وآله‌وسلم </w:t>
      </w:r>
      <w:r>
        <w:rPr>
          <w:rtl/>
        </w:rPr>
        <w:t xml:space="preserve"> سے خدا كى وعدہ خلافى نہي</w:t>
      </w:r>
      <w:r w:rsidR="00083993">
        <w:rPr>
          <w:rtl/>
        </w:rPr>
        <w:t xml:space="preserve">ں </w:t>
      </w:r>
      <w:r>
        <w:rPr>
          <w:rtl/>
        </w:rPr>
        <w:t>ہے_</w:t>
      </w:r>
    </w:p>
    <w:p w:rsidR="001F628F" w:rsidRDefault="001F628F" w:rsidP="00175AC7">
      <w:pPr>
        <w:pStyle w:val="libArabic"/>
        <w:rPr>
          <w:rtl/>
        </w:rPr>
      </w:pPr>
      <w:r>
        <w:rPr>
          <w:rFonts w:hint="eastAsia"/>
          <w:rtl/>
        </w:rPr>
        <w:t>وقد</w:t>
      </w:r>
      <w:r>
        <w:rPr>
          <w:rtl/>
        </w:rPr>
        <w:t xml:space="preserve"> مكروامكر</w:t>
      </w:r>
      <w:r w:rsidR="00F21947" w:rsidRPr="00B2551F">
        <w:rPr>
          <w:rFonts w:hint="cs"/>
          <w:rtl/>
        </w:rPr>
        <w:t>ه</w:t>
      </w:r>
      <w:r>
        <w:rPr>
          <w:rFonts w:hint="cs"/>
          <w:rtl/>
        </w:rPr>
        <w:t>م</w:t>
      </w:r>
      <w:r>
        <w:rPr>
          <w:rtl/>
        </w:rPr>
        <w:t xml:space="preserve"> </w:t>
      </w:r>
      <w:r>
        <w:rPr>
          <w:rFonts w:hint="cs"/>
          <w:rtl/>
        </w:rPr>
        <w:t>وعندالله</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فلا</w:t>
      </w:r>
      <w:r>
        <w:rPr>
          <w:rtl/>
        </w:rPr>
        <w:t xml:space="preserve"> </w:t>
      </w:r>
      <w:r>
        <w:rPr>
          <w:rFonts w:hint="cs"/>
          <w:rtl/>
        </w:rPr>
        <w:t>تحسبّن</w:t>
      </w:r>
      <w:r>
        <w:rPr>
          <w:rtl/>
        </w:rPr>
        <w:t xml:space="preserve"> </w:t>
      </w:r>
      <w:r>
        <w:rPr>
          <w:rFonts w:hint="cs"/>
          <w:rtl/>
        </w:rPr>
        <w:t>الله</w:t>
      </w:r>
      <w:r>
        <w:rPr>
          <w:rtl/>
        </w:rPr>
        <w:t xml:space="preserve"> </w:t>
      </w:r>
      <w:r>
        <w:rPr>
          <w:rFonts w:hint="cs"/>
          <w:rtl/>
        </w:rPr>
        <w:t>مخلف</w:t>
      </w:r>
      <w:r>
        <w:rPr>
          <w:rtl/>
        </w:rPr>
        <w:t xml:space="preserve"> </w:t>
      </w:r>
      <w:r>
        <w:rPr>
          <w:rFonts w:hint="cs"/>
          <w:rtl/>
        </w:rPr>
        <w:t>وعد</w:t>
      </w:r>
      <w:r w:rsidR="00120F63" w:rsidRPr="00ED5DE8">
        <w:rPr>
          <w:rFonts w:hint="cs"/>
          <w:rtl/>
        </w:rPr>
        <w:t>ه</w:t>
      </w:r>
      <w:r>
        <w:rPr>
          <w:rtl/>
        </w:rPr>
        <w:t xml:space="preserve"> رسل</w:t>
      </w:r>
      <w:r w:rsidR="00120F63" w:rsidRPr="00ED5DE8">
        <w:rPr>
          <w:rFonts w:hint="cs"/>
          <w:rtl/>
        </w:rPr>
        <w:t>ه</w:t>
      </w:r>
    </w:p>
    <w:p w:rsidR="001F628F" w:rsidRDefault="001F628F" w:rsidP="001F628F">
      <w:pPr>
        <w:pStyle w:val="libNormal"/>
        <w:rPr>
          <w:rtl/>
        </w:rPr>
      </w:pPr>
      <w:r>
        <w:rPr>
          <w:rFonts w:hint="eastAsia"/>
          <w:rtl/>
        </w:rPr>
        <w:t>ہو</w:t>
      </w:r>
      <w:r>
        <w:rPr>
          <w:rtl/>
        </w:rPr>
        <w:t xml:space="preserve"> سكتا ہے جملہ '' </w:t>
      </w:r>
      <w:r w:rsidRPr="00175AC7">
        <w:rPr>
          <w:rStyle w:val="libArabicChar"/>
          <w:rtl/>
        </w:rPr>
        <w:t>فلا تحسبّن الله</w:t>
      </w:r>
      <w:r>
        <w:rPr>
          <w:rtl/>
        </w:rPr>
        <w:t xml:space="preserve"> ___ ''اس مقدر سوال كا جواب ہو كہ بہت سے ظالم ابھى تك عذاب سے دوچار كيو</w:t>
      </w:r>
      <w:r w:rsidR="00083993">
        <w:rPr>
          <w:rtl/>
        </w:rPr>
        <w:t xml:space="preserve">ں </w:t>
      </w:r>
      <w:r>
        <w:rPr>
          <w:rtl/>
        </w:rPr>
        <w:t>نہي</w:t>
      </w:r>
      <w:r w:rsidR="00083993">
        <w:rPr>
          <w:rtl/>
        </w:rPr>
        <w:t xml:space="preserve">ں </w:t>
      </w:r>
      <w:r>
        <w:rPr>
          <w:rtl/>
        </w:rPr>
        <w:t>ہوئے،لہذا ہو سكتا ہے وعدہ خدا ،پورا نہ ہو؟</w:t>
      </w:r>
    </w:p>
    <w:p w:rsidR="001F628F" w:rsidRDefault="001F628F" w:rsidP="001F628F">
      <w:pPr>
        <w:pStyle w:val="libNormal"/>
        <w:rPr>
          <w:rtl/>
        </w:rPr>
      </w:pPr>
      <w:r>
        <w:rPr>
          <w:rtl/>
        </w:rPr>
        <w:t>5_</w:t>
      </w:r>
      <w:r w:rsidR="003D0BA1">
        <w:rPr>
          <w:rtl/>
        </w:rPr>
        <w:t>انبياء</w:t>
      </w:r>
      <w:r>
        <w:rPr>
          <w:rtl/>
        </w:rPr>
        <w:t>ے الہى اور توحيدى اديان، خداوندعالم كى نصرت اور حمايت سے بہرہ مند ہوتے ہي</w:t>
      </w:r>
      <w:r w:rsidR="00083993">
        <w:rPr>
          <w:rtl/>
        </w:rPr>
        <w:t xml:space="preserve">ں </w:t>
      </w:r>
      <w:r>
        <w:rPr>
          <w:rtl/>
        </w:rPr>
        <w:t>_</w:t>
      </w:r>
    </w:p>
    <w:p w:rsidR="001F628F" w:rsidRDefault="001F628F" w:rsidP="00175AC7">
      <w:pPr>
        <w:pStyle w:val="libArabic"/>
        <w:rPr>
          <w:rtl/>
        </w:rPr>
      </w:pPr>
      <w:r>
        <w:rPr>
          <w:rFonts w:hint="eastAsia"/>
          <w:rtl/>
        </w:rPr>
        <w:t>فلا</w:t>
      </w:r>
      <w:r>
        <w:rPr>
          <w:rtl/>
        </w:rPr>
        <w:t xml:space="preserve"> تحسبّن الله مخلف وعد</w:t>
      </w:r>
      <w:r w:rsidR="00120F63" w:rsidRPr="00ED5DE8">
        <w:rPr>
          <w:rFonts w:hint="cs"/>
          <w:rtl/>
        </w:rPr>
        <w:t>ه</w:t>
      </w:r>
      <w:r>
        <w:rPr>
          <w:rtl/>
        </w:rPr>
        <w:t xml:space="preserve"> رسل</w:t>
      </w:r>
      <w:r w:rsidR="00120F63" w:rsidRPr="00ED5DE8">
        <w:rPr>
          <w:rFonts w:hint="cs"/>
          <w:rtl/>
        </w:rPr>
        <w:t>ه</w:t>
      </w:r>
    </w:p>
    <w:p w:rsidR="001F628F" w:rsidRDefault="001F628F" w:rsidP="001F628F">
      <w:pPr>
        <w:pStyle w:val="libNormal"/>
        <w:rPr>
          <w:rtl/>
        </w:rPr>
      </w:pPr>
      <w:r>
        <w:rPr>
          <w:rtl/>
        </w:rPr>
        <w:t>6_ظالمو</w:t>
      </w:r>
      <w:r w:rsidR="00083993">
        <w:rPr>
          <w:rtl/>
        </w:rPr>
        <w:t xml:space="preserve">ں </w:t>
      </w:r>
      <w:r>
        <w:rPr>
          <w:rtl/>
        </w:rPr>
        <w:t>كے مكر و حيلے اور چالي</w:t>
      </w:r>
      <w:r w:rsidR="00083993">
        <w:rPr>
          <w:rtl/>
        </w:rPr>
        <w:t xml:space="preserve">ں </w:t>
      </w:r>
      <w:r>
        <w:rPr>
          <w:rtl/>
        </w:rPr>
        <w:t>ناكام بنانے كے بارے مي</w:t>
      </w:r>
      <w:r w:rsidR="00083993">
        <w:rPr>
          <w:rtl/>
        </w:rPr>
        <w:t xml:space="preserve">ں </w:t>
      </w:r>
      <w:r>
        <w:rPr>
          <w:rtl/>
        </w:rPr>
        <w:t>خداوندعالم كا اپنے رسولو</w:t>
      </w:r>
      <w:r w:rsidR="00083993">
        <w:rPr>
          <w:rtl/>
        </w:rPr>
        <w:t xml:space="preserve">ں </w:t>
      </w:r>
      <w:r>
        <w:rPr>
          <w:rtl/>
        </w:rPr>
        <w:t>سے وعدہ_</w:t>
      </w:r>
    </w:p>
    <w:p w:rsidR="001F628F" w:rsidRDefault="001F628F" w:rsidP="00175AC7">
      <w:pPr>
        <w:pStyle w:val="libArabic"/>
        <w:rPr>
          <w:rtl/>
        </w:rPr>
      </w:pPr>
      <w:r>
        <w:rPr>
          <w:rFonts w:hint="eastAsia"/>
          <w:rtl/>
        </w:rPr>
        <w:t>وقد</w:t>
      </w:r>
      <w:r>
        <w:rPr>
          <w:rtl/>
        </w:rPr>
        <w:t xml:space="preserve"> مكروامكر</w:t>
      </w:r>
      <w:r w:rsidR="00F21947" w:rsidRPr="00B2551F">
        <w:rPr>
          <w:rFonts w:hint="cs"/>
          <w:rtl/>
        </w:rPr>
        <w:t>ه</w:t>
      </w:r>
      <w:r>
        <w:rPr>
          <w:rFonts w:hint="cs"/>
          <w:rtl/>
        </w:rPr>
        <w:t>م</w:t>
      </w:r>
      <w:r>
        <w:rPr>
          <w:rtl/>
        </w:rPr>
        <w:t xml:space="preserve"> </w:t>
      </w:r>
      <w:r>
        <w:rPr>
          <w:rFonts w:hint="cs"/>
          <w:rtl/>
        </w:rPr>
        <w:t>وعندالله</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وان</w:t>
      </w:r>
      <w:r>
        <w:rPr>
          <w:rtl/>
        </w:rPr>
        <w:t xml:space="preserve"> </w:t>
      </w:r>
      <w:r>
        <w:rPr>
          <w:rFonts w:hint="cs"/>
          <w:rtl/>
        </w:rPr>
        <w:t>كان</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لتزول</w:t>
      </w:r>
      <w:r>
        <w:rPr>
          <w:rtl/>
        </w:rPr>
        <w:t xml:space="preserve"> </w:t>
      </w:r>
      <w:r>
        <w:rPr>
          <w:rFonts w:hint="cs"/>
          <w:rtl/>
        </w:rPr>
        <w:t>من</w:t>
      </w:r>
      <w:r w:rsidR="00120F63" w:rsidRPr="00ED5DE8">
        <w:rPr>
          <w:rFonts w:hint="cs"/>
          <w:rtl/>
        </w:rPr>
        <w:t>ه</w:t>
      </w:r>
      <w:r>
        <w:rPr>
          <w:rtl/>
        </w:rPr>
        <w:t xml:space="preserve"> </w:t>
      </w:r>
      <w:r>
        <w:rPr>
          <w:rFonts w:hint="cs"/>
          <w:rtl/>
        </w:rPr>
        <w:t>الجبال</w:t>
      </w:r>
      <w:r>
        <w:rPr>
          <w:rtl/>
        </w:rPr>
        <w:t>_</w:t>
      </w:r>
      <w:r>
        <w:rPr>
          <w:rFonts w:hint="cs"/>
          <w:rtl/>
        </w:rPr>
        <w:t>فلا</w:t>
      </w:r>
      <w:r>
        <w:rPr>
          <w:rtl/>
        </w:rPr>
        <w:t xml:space="preserve"> </w:t>
      </w:r>
      <w:r>
        <w:rPr>
          <w:rFonts w:hint="cs"/>
          <w:rtl/>
        </w:rPr>
        <w:t>تحسبّن</w:t>
      </w:r>
      <w:r>
        <w:rPr>
          <w:rtl/>
        </w:rPr>
        <w:t xml:space="preserve"> </w:t>
      </w:r>
      <w:r>
        <w:rPr>
          <w:rFonts w:hint="cs"/>
          <w:rtl/>
        </w:rPr>
        <w:t>الله</w:t>
      </w:r>
      <w:r>
        <w:rPr>
          <w:rtl/>
        </w:rPr>
        <w:t xml:space="preserve"> </w:t>
      </w:r>
      <w:r>
        <w:rPr>
          <w:rFonts w:hint="cs"/>
          <w:rtl/>
        </w:rPr>
        <w:t>مخلف</w:t>
      </w:r>
      <w:r>
        <w:rPr>
          <w:rtl/>
        </w:rPr>
        <w:t xml:space="preserve"> </w:t>
      </w:r>
      <w:r>
        <w:rPr>
          <w:rFonts w:hint="cs"/>
          <w:rtl/>
        </w:rPr>
        <w:t>وعد</w:t>
      </w:r>
      <w:r w:rsidR="00120F63" w:rsidRPr="00ED5DE8">
        <w:rPr>
          <w:rFonts w:hint="cs"/>
          <w:rtl/>
        </w:rPr>
        <w:t>ه</w:t>
      </w:r>
      <w:r>
        <w:rPr>
          <w:rtl/>
        </w:rPr>
        <w:t xml:space="preserve"> رسل</w:t>
      </w:r>
      <w:r w:rsidR="00120F63" w:rsidRPr="00ED5DE8">
        <w:rPr>
          <w:rFonts w:hint="cs"/>
          <w:rtl/>
        </w:rPr>
        <w:t>ه</w:t>
      </w:r>
    </w:p>
    <w:p w:rsidR="001F628F" w:rsidRDefault="001F628F" w:rsidP="001F628F">
      <w:pPr>
        <w:pStyle w:val="libNormal"/>
        <w:rPr>
          <w:rtl/>
        </w:rPr>
      </w:pPr>
      <w:r>
        <w:rPr>
          <w:rtl/>
        </w:rPr>
        <w:t>7_ظالم دشمنو</w:t>
      </w:r>
      <w:r w:rsidR="00083993">
        <w:rPr>
          <w:rtl/>
        </w:rPr>
        <w:t xml:space="preserve">ں </w:t>
      </w:r>
      <w:r>
        <w:rPr>
          <w:rtl/>
        </w:rPr>
        <w:t>كے مكر وحيلے كے مقابلے مي</w:t>
      </w:r>
      <w:r w:rsidR="00083993">
        <w:rPr>
          <w:rtl/>
        </w:rPr>
        <w:t xml:space="preserve">ں </w:t>
      </w:r>
      <w:r>
        <w:rPr>
          <w:rtl/>
        </w:rPr>
        <w:t xml:space="preserve">خدا وند عالم كا پيغمبر اكرم </w:t>
      </w:r>
      <w:r w:rsidR="00F031CD" w:rsidRPr="00F031CD">
        <w:rPr>
          <w:rStyle w:val="libAlaemChar"/>
          <w:rtl/>
        </w:rPr>
        <w:t xml:space="preserve"> صلى‌الله‌عليه‌وآله‌وسلم </w:t>
      </w:r>
      <w:r>
        <w:rPr>
          <w:rtl/>
        </w:rPr>
        <w:t xml:space="preserve"> كو تسلى وتشفى دينا _</w:t>
      </w:r>
    </w:p>
    <w:p w:rsidR="001F628F" w:rsidRDefault="001F628F" w:rsidP="00175AC7">
      <w:pPr>
        <w:pStyle w:val="libArabic"/>
        <w:rPr>
          <w:rtl/>
        </w:rPr>
      </w:pPr>
      <w:r>
        <w:rPr>
          <w:rFonts w:hint="eastAsia"/>
          <w:rtl/>
        </w:rPr>
        <w:t>وقد</w:t>
      </w:r>
      <w:r>
        <w:rPr>
          <w:rtl/>
        </w:rPr>
        <w:t xml:space="preserve"> مكروامكر</w:t>
      </w:r>
      <w:r w:rsidR="00F21947" w:rsidRPr="00B2551F">
        <w:rPr>
          <w:rFonts w:hint="cs"/>
          <w:rtl/>
        </w:rPr>
        <w:t>ه</w:t>
      </w:r>
      <w:r>
        <w:rPr>
          <w:rFonts w:hint="cs"/>
          <w:rtl/>
        </w:rPr>
        <w:t>م</w:t>
      </w:r>
      <w:r>
        <w:rPr>
          <w:rtl/>
        </w:rPr>
        <w:t xml:space="preserve"> </w:t>
      </w:r>
      <w:r>
        <w:rPr>
          <w:rFonts w:hint="cs"/>
          <w:rtl/>
        </w:rPr>
        <w:t>وعندالله</w:t>
      </w:r>
      <w:r>
        <w:rPr>
          <w:rtl/>
        </w:rPr>
        <w:t xml:space="preserve"> </w:t>
      </w:r>
      <w:r>
        <w:rPr>
          <w:rFonts w:hint="cs"/>
          <w:rtl/>
        </w:rPr>
        <w:t>مكر</w:t>
      </w:r>
      <w:r w:rsidR="00F21947" w:rsidRPr="00B2551F">
        <w:rPr>
          <w:rFonts w:hint="cs"/>
          <w:rtl/>
        </w:rPr>
        <w:t>ه</w:t>
      </w:r>
      <w:r>
        <w:rPr>
          <w:rFonts w:hint="cs"/>
          <w:rtl/>
        </w:rPr>
        <w:t>م</w:t>
      </w:r>
      <w:r>
        <w:rPr>
          <w:rtl/>
        </w:rPr>
        <w:t xml:space="preserve"> ...</w:t>
      </w:r>
      <w:r>
        <w:rPr>
          <w:rFonts w:hint="cs"/>
          <w:rtl/>
        </w:rPr>
        <w:t>فلا</w:t>
      </w:r>
      <w:r>
        <w:rPr>
          <w:rtl/>
        </w:rPr>
        <w:t xml:space="preserve"> </w:t>
      </w:r>
      <w:r>
        <w:rPr>
          <w:rFonts w:hint="cs"/>
          <w:rtl/>
        </w:rPr>
        <w:t>تحسبّن</w:t>
      </w:r>
      <w:r>
        <w:rPr>
          <w:rtl/>
        </w:rPr>
        <w:t xml:space="preserve"> </w:t>
      </w:r>
      <w:r>
        <w:rPr>
          <w:rFonts w:hint="cs"/>
          <w:rtl/>
        </w:rPr>
        <w:t>الله</w:t>
      </w:r>
      <w:r>
        <w:rPr>
          <w:rtl/>
        </w:rPr>
        <w:t xml:space="preserve"> </w:t>
      </w:r>
      <w:r>
        <w:rPr>
          <w:rFonts w:hint="cs"/>
          <w:rtl/>
        </w:rPr>
        <w:t>مخلف</w:t>
      </w:r>
      <w:r>
        <w:rPr>
          <w:rtl/>
        </w:rPr>
        <w:t xml:space="preserve"> </w:t>
      </w:r>
      <w:r>
        <w:rPr>
          <w:rFonts w:hint="cs"/>
          <w:rtl/>
        </w:rPr>
        <w:t>وعد</w:t>
      </w:r>
      <w:r w:rsidR="00120F63" w:rsidRPr="00ED5DE8">
        <w:rPr>
          <w:rFonts w:hint="cs"/>
          <w:rtl/>
        </w:rPr>
        <w:t>ه</w:t>
      </w:r>
      <w:r>
        <w:rPr>
          <w:rtl/>
        </w:rPr>
        <w:t xml:space="preserve"> رسل</w:t>
      </w:r>
      <w:r w:rsidR="00120F63" w:rsidRPr="00ED5DE8">
        <w:rPr>
          <w:rFonts w:hint="cs"/>
          <w:rtl/>
        </w:rPr>
        <w:t>ه</w:t>
      </w:r>
    </w:p>
    <w:p w:rsidR="001F628F" w:rsidRDefault="001F628F" w:rsidP="00175AC7">
      <w:pPr>
        <w:pStyle w:val="libNormal"/>
        <w:rPr>
          <w:rtl/>
        </w:rPr>
      </w:pPr>
      <w:r>
        <w:rPr>
          <w:rtl/>
        </w:rPr>
        <w:t>8_خداوندعالم ،عزيز(طاقتور ، ناقابل شكست)اور زبردست بدلہ لينے والا ہے_</w:t>
      </w:r>
      <w:r w:rsidRPr="00175AC7">
        <w:rPr>
          <w:rStyle w:val="libArabicChar"/>
          <w:rFonts w:hint="eastAsia"/>
          <w:rtl/>
        </w:rPr>
        <w:t>ان</w:t>
      </w:r>
      <w:r w:rsidRPr="00175AC7">
        <w:rPr>
          <w:rStyle w:val="libArabicChar"/>
          <w:rtl/>
        </w:rPr>
        <w:t xml:space="preserve"> الله عزيز ذوانتقام</w:t>
      </w:r>
    </w:p>
    <w:p w:rsidR="001F628F" w:rsidRDefault="001F628F" w:rsidP="001F628F">
      <w:pPr>
        <w:pStyle w:val="libNormal"/>
        <w:rPr>
          <w:rtl/>
        </w:rPr>
      </w:pPr>
      <w:r>
        <w:rPr>
          <w:rtl/>
        </w:rPr>
        <w:t>9_خداوندعالم كى ناقابل شكست قدرت اور اس كا صاحب انتقام ہونا ،ظالمو</w:t>
      </w:r>
      <w:r w:rsidR="00083993">
        <w:rPr>
          <w:rtl/>
        </w:rPr>
        <w:t xml:space="preserve">ں </w:t>
      </w:r>
      <w:r>
        <w:rPr>
          <w:rtl/>
        </w:rPr>
        <w:t xml:space="preserve">كو عذاب دينے اور </w:t>
      </w:r>
      <w:r w:rsidR="003D0BA1">
        <w:rPr>
          <w:rtl/>
        </w:rPr>
        <w:t>انبياء</w:t>
      </w:r>
      <w:r>
        <w:rPr>
          <w:rtl/>
        </w:rPr>
        <w:t xml:space="preserve">ے كرام </w:t>
      </w:r>
      <w:r w:rsidR="00367F17" w:rsidRPr="00367F17">
        <w:rPr>
          <w:rStyle w:val="libAlaemChar"/>
          <w:rtl/>
        </w:rPr>
        <w:t xml:space="preserve"> عليه‌السلام </w:t>
      </w:r>
      <w:r>
        <w:rPr>
          <w:rtl/>
        </w:rPr>
        <w:t xml:space="preserve"> كى مدد كے بارے مي</w:t>
      </w:r>
      <w:r w:rsidR="00083993">
        <w:rPr>
          <w:rtl/>
        </w:rPr>
        <w:t xml:space="preserve">ں </w:t>
      </w:r>
      <w:r>
        <w:rPr>
          <w:rtl/>
        </w:rPr>
        <w:t>كيے گئے وعدو</w:t>
      </w:r>
      <w:r w:rsidR="00083993">
        <w:rPr>
          <w:rtl/>
        </w:rPr>
        <w:t xml:space="preserve">ں </w:t>
      </w:r>
      <w:r>
        <w:rPr>
          <w:rtl/>
        </w:rPr>
        <w:t>كے ناقابل تخلف ہونے كى دليل ہے_</w:t>
      </w:r>
    </w:p>
    <w:p w:rsidR="001F628F" w:rsidRDefault="001F628F" w:rsidP="00175AC7">
      <w:pPr>
        <w:pStyle w:val="libArabic"/>
        <w:rPr>
          <w:rtl/>
        </w:rPr>
      </w:pPr>
      <w:r>
        <w:rPr>
          <w:rFonts w:hint="eastAsia"/>
          <w:rtl/>
        </w:rPr>
        <w:t>فلا</w:t>
      </w:r>
      <w:r>
        <w:rPr>
          <w:rtl/>
        </w:rPr>
        <w:t xml:space="preserve"> تحسبّن الله مخلف وعد</w:t>
      </w:r>
      <w:r w:rsidR="00120F63" w:rsidRPr="00ED5DE8">
        <w:rPr>
          <w:rFonts w:hint="cs"/>
          <w:rtl/>
        </w:rPr>
        <w:t>ه</w:t>
      </w:r>
      <w:r>
        <w:rPr>
          <w:rtl/>
        </w:rPr>
        <w:t xml:space="preserve"> </w:t>
      </w:r>
      <w:r>
        <w:rPr>
          <w:rFonts w:hint="cs"/>
          <w:rtl/>
        </w:rPr>
        <w:t>رسل</w:t>
      </w:r>
      <w:r w:rsidR="00120F63" w:rsidRPr="00ED5DE8">
        <w:rPr>
          <w:rFonts w:hint="cs"/>
          <w:rtl/>
        </w:rPr>
        <w:t>ه</w:t>
      </w:r>
      <w:r>
        <w:rPr>
          <w:rtl/>
        </w:rPr>
        <w:t xml:space="preserve"> </w:t>
      </w:r>
      <w:r>
        <w:rPr>
          <w:rFonts w:hint="cs"/>
          <w:rtl/>
        </w:rPr>
        <w:t>ان</w:t>
      </w:r>
      <w:r>
        <w:rPr>
          <w:rtl/>
        </w:rPr>
        <w:t xml:space="preserve"> </w:t>
      </w:r>
      <w:r>
        <w:rPr>
          <w:rFonts w:hint="cs"/>
          <w:rtl/>
        </w:rPr>
        <w:t>الله</w:t>
      </w:r>
      <w:r>
        <w:rPr>
          <w:rtl/>
        </w:rPr>
        <w:t xml:space="preserve"> </w:t>
      </w:r>
      <w:r>
        <w:rPr>
          <w:rFonts w:hint="cs"/>
          <w:rtl/>
        </w:rPr>
        <w:t>عزيز</w:t>
      </w:r>
      <w:r>
        <w:rPr>
          <w:rtl/>
        </w:rPr>
        <w:t xml:space="preserve"> </w:t>
      </w:r>
      <w:r>
        <w:rPr>
          <w:rFonts w:hint="cs"/>
          <w:rtl/>
        </w:rPr>
        <w:t>ذوا</w:t>
      </w:r>
      <w:r>
        <w:rPr>
          <w:rtl/>
        </w:rPr>
        <w:t>نتقام</w:t>
      </w:r>
    </w:p>
    <w:p w:rsidR="001F628F" w:rsidRDefault="001F628F" w:rsidP="001F628F">
      <w:pPr>
        <w:pStyle w:val="libNormal"/>
        <w:rPr>
          <w:rtl/>
        </w:rPr>
      </w:pPr>
      <w:r>
        <w:rPr>
          <w:rFonts w:hint="eastAsia"/>
          <w:rtl/>
        </w:rPr>
        <w:t>جملہ</w:t>
      </w:r>
      <w:r>
        <w:rPr>
          <w:rtl/>
        </w:rPr>
        <w:t xml:space="preserve"> ''ان الله عزيز ذوانتقام ''آيت مجيدہ كے پہلے حصے ( فلا تحسبّن___ ) كے لئے تعليل كى حيثيت ركھتا ہے_</w:t>
      </w:r>
    </w:p>
    <w:p w:rsidR="001F628F" w:rsidRDefault="001F628F" w:rsidP="001F628F">
      <w:pPr>
        <w:pStyle w:val="libNormal"/>
        <w:rPr>
          <w:rtl/>
        </w:rPr>
      </w:pPr>
      <w:r>
        <w:rPr>
          <w:rtl/>
        </w:rPr>
        <w:t>10_ظالمو</w:t>
      </w:r>
      <w:r w:rsidR="00083993">
        <w:rPr>
          <w:rtl/>
        </w:rPr>
        <w:t xml:space="preserve">ں </w:t>
      </w:r>
      <w:r>
        <w:rPr>
          <w:rtl/>
        </w:rPr>
        <w:t>سے انتقام لينا اور طاقت و قدرت كے ذريعے ان كو سركوب كرنا ايك جائز اور پسنديدہ كام ہے_</w:t>
      </w:r>
    </w:p>
    <w:p w:rsidR="001F628F" w:rsidRDefault="001F628F" w:rsidP="00175AC7">
      <w:pPr>
        <w:pStyle w:val="libArabic"/>
        <w:rPr>
          <w:rtl/>
        </w:rPr>
      </w:pPr>
      <w:r>
        <w:rPr>
          <w:rFonts w:hint="eastAsia"/>
          <w:rtl/>
        </w:rPr>
        <w:t>وسكنتم</w:t>
      </w:r>
      <w:r>
        <w:rPr>
          <w:rtl/>
        </w:rPr>
        <w:t xml:space="preserve"> فى مسكن الذين ظلموا ...فلا تحسبّن الله مخلف وعد</w:t>
      </w:r>
      <w:r w:rsidR="00120F63" w:rsidRPr="00ED5DE8">
        <w:rPr>
          <w:rFonts w:hint="cs"/>
          <w:rtl/>
        </w:rPr>
        <w:t>ه</w:t>
      </w:r>
      <w:r>
        <w:rPr>
          <w:rtl/>
        </w:rPr>
        <w:t xml:space="preserve"> </w:t>
      </w:r>
      <w:r>
        <w:rPr>
          <w:rFonts w:hint="cs"/>
          <w:rtl/>
        </w:rPr>
        <w:t>رسل</w:t>
      </w:r>
      <w:r w:rsidR="00120F63" w:rsidRPr="00ED5DE8">
        <w:rPr>
          <w:rFonts w:hint="cs"/>
          <w:rtl/>
        </w:rPr>
        <w:t>ه</w:t>
      </w:r>
      <w:r>
        <w:rPr>
          <w:rtl/>
        </w:rPr>
        <w:t xml:space="preserve"> </w:t>
      </w:r>
      <w:r>
        <w:rPr>
          <w:rFonts w:hint="cs"/>
          <w:rtl/>
        </w:rPr>
        <w:t>ان</w:t>
      </w:r>
      <w:r>
        <w:rPr>
          <w:rtl/>
        </w:rPr>
        <w:t xml:space="preserve"> </w:t>
      </w:r>
      <w:r>
        <w:rPr>
          <w:rFonts w:hint="cs"/>
          <w:rtl/>
        </w:rPr>
        <w:t>الله</w:t>
      </w:r>
      <w:r>
        <w:rPr>
          <w:rtl/>
        </w:rPr>
        <w:t xml:space="preserve"> </w:t>
      </w:r>
      <w:r>
        <w:rPr>
          <w:rFonts w:hint="cs"/>
          <w:rtl/>
        </w:rPr>
        <w:t>عزيز</w:t>
      </w:r>
      <w:r>
        <w:rPr>
          <w:rtl/>
        </w:rPr>
        <w:t xml:space="preserve"> </w:t>
      </w:r>
      <w:r>
        <w:rPr>
          <w:rFonts w:hint="cs"/>
          <w:rtl/>
        </w:rPr>
        <w:t>ذوا</w:t>
      </w:r>
      <w:r>
        <w:rPr>
          <w:rtl/>
        </w:rPr>
        <w:t>نتقام</w:t>
      </w:r>
    </w:p>
    <w:p w:rsidR="001F628F" w:rsidRDefault="001F628F" w:rsidP="001F628F">
      <w:pPr>
        <w:pStyle w:val="libNormal"/>
        <w:rPr>
          <w:rtl/>
        </w:rPr>
      </w:pPr>
      <w:r>
        <w:rPr>
          <w:rFonts w:hint="eastAsia"/>
          <w:rtl/>
        </w:rPr>
        <w:t>مندرجہ</w:t>
      </w:r>
      <w:r>
        <w:rPr>
          <w:rtl/>
        </w:rPr>
        <w:t xml:space="preserve"> بالا مطلب خداوند عالم كے عمل اور مخالفين حق كے ساتھ اس كے ر ويے سے اخذ كيا گيا ہے_چونكہ خدا كے اوصاف مي</w:t>
      </w:r>
      <w:r w:rsidR="00083993">
        <w:rPr>
          <w:rtl/>
        </w:rPr>
        <w:t xml:space="preserve">ں </w:t>
      </w:r>
      <w:r>
        <w:rPr>
          <w:rtl/>
        </w:rPr>
        <w:t>سے ايك اس كا ''منتقم ''(بدلہ لينے والا ) ہونا ہے اس مي</w:t>
      </w:r>
      <w:r w:rsidR="00083993">
        <w:rPr>
          <w:rtl/>
        </w:rPr>
        <w:t xml:space="preserve">ں </w:t>
      </w:r>
      <w:r>
        <w:rPr>
          <w:rtl/>
        </w:rPr>
        <w:t>كو ئي شك وشبہ نہي</w:t>
      </w:r>
      <w:r w:rsidR="00083993">
        <w:rPr>
          <w:rtl/>
        </w:rPr>
        <w:t xml:space="preserve">ں </w:t>
      </w:r>
      <w:r>
        <w:rPr>
          <w:rtl/>
        </w:rPr>
        <w:t xml:space="preserve">كہ خدا وند عالم كا انتقام حق اور اہل حق كے دفاع كے لئے ہوتا ہے نہ كہ </w:t>
      </w:r>
      <w:r>
        <w:rPr>
          <w:rFonts w:hint="eastAsia"/>
          <w:rtl/>
        </w:rPr>
        <w:t>اپنے</w:t>
      </w:r>
      <w:r>
        <w:rPr>
          <w:rtl/>
        </w:rPr>
        <w:t xml:space="preserve"> لئے بنابري</w:t>
      </w:r>
      <w:r w:rsidR="00083993">
        <w:rPr>
          <w:rtl/>
        </w:rPr>
        <w:t xml:space="preserve">ں </w:t>
      </w:r>
      <w:r>
        <w:rPr>
          <w:rtl/>
        </w:rPr>
        <w:t>خدا وندعالم كے اس عمل سے ہمي</w:t>
      </w:r>
      <w:r w:rsidR="00083993">
        <w:rPr>
          <w:rtl/>
        </w:rPr>
        <w:t xml:space="preserve">ں </w:t>
      </w:r>
      <w:r>
        <w:rPr>
          <w:rtl/>
        </w:rPr>
        <w:t>يہ سبق ملتا ہے كہ حق كے لئے انتقام لينا ايك اچھا كام ہے_</w:t>
      </w:r>
    </w:p>
    <w:p w:rsidR="001F628F" w:rsidRDefault="001F628F" w:rsidP="001F628F">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p>
    <w:p w:rsidR="00175AC7" w:rsidRDefault="001E7F9D" w:rsidP="00F73EDE">
      <w:pPr>
        <w:pStyle w:val="libPoemTini"/>
        <w:rPr>
          <w:rtl/>
        </w:rPr>
      </w:pPr>
      <w:r>
        <w:rPr>
          <w:rtl/>
        </w:rPr>
        <w:br w:type="page"/>
      </w:r>
    </w:p>
    <w:p w:rsidR="001F628F" w:rsidRDefault="001F628F" w:rsidP="00175AC7">
      <w:pPr>
        <w:pStyle w:val="libNormal"/>
        <w:rPr>
          <w:rtl/>
        </w:rPr>
      </w:pPr>
      <w:r>
        <w:rPr>
          <w:rFonts w:hint="eastAsia"/>
          <w:rtl/>
        </w:rPr>
        <w:lastRenderedPageBreak/>
        <w:t>انحضرت</w:t>
      </w:r>
      <w:r>
        <w:rPr>
          <w:rtl/>
        </w:rPr>
        <w:t xml:space="preserve"> </w:t>
      </w:r>
      <w:r w:rsidR="00F031CD" w:rsidRPr="00F031CD">
        <w:rPr>
          <w:rStyle w:val="libAlaemChar"/>
          <w:rtl/>
        </w:rPr>
        <w:t xml:space="preserve"> صلى‌الله‌عليه‌وآله‌وسلم </w:t>
      </w:r>
      <w:r>
        <w:rPr>
          <w:rtl/>
        </w:rPr>
        <w:t xml:space="preserve"> كو تسلى 7</w:t>
      </w:r>
    </w:p>
    <w:p w:rsidR="001F628F" w:rsidRDefault="001F628F" w:rsidP="003B3EBC">
      <w:pPr>
        <w:pStyle w:val="libNormal"/>
        <w:rPr>
          <w:rtl/>
        </w:rPr>
      </w:pPr>
      <w:r>
        <w:rPr>
          <w:rFonts w:hint="eastAsia"/>
          <w:rtl/>
        </w:rPr>
        <w:t>اديان</w:t>
      </w:r>
      <w:r>
        <w:rPr>
          <w:rtl/>
        </w:rPr>
        <w:t xml:space="preserve"> :</w:t>
      </w:r>
      <w:r>
        <w:rPr>
          <w:rFonts w:hint="eastAsia"/>
          <w:rtl/>
        </w:rPr>
        <w:t>اديان</w:t>
      </w:r>
      <w:r>
        <w:rPr>
          <w:rtl/>
        </w:rPr>
        <w:t xml:space="preserve"> كى امداد 5</w:t>
      </w:r>
    </w:p>
    <w:p w:rsidR="001F628F" w:rsidRDefault="001F628F" w:rsidP="003B3EBC">
      <w:pPr>
        <w:pStyle w:val="libNormal"/>
        <w:rPr>
          <w:rtl/>
        </w:rPr>
      </w:pPr>
      <w:r>
        <w:rPr>
          <w:rFonts w:hint="eastAsia"/>
          <w:rtl/>
        </w:rPr>
        <w:t>اسماء</w:t>
      </w:r>
      <w:r>
        <w:rPr>
          <w:rtl/>
        </w:rPr>
        <w:t xml:space="preserve"> و صفات :</w:t>
      </w:r>
      <w:r>
        <w:rPr>
          <w:rFonts w:hint="eastAsia"/>
          <w:rtl/>
        </w:rPr>
        <w:t>ذو</w:t>
      </w:r>
      <w:r>
        <w:rPr>
          <w:rtl/>
        </w:rPr>
        <w:t xml:space="preserve"> انتقام 8;عزيز 8</w:t>
      </w:r>
    </w:p>
    <w:p w:rsidR="001F628F" w:rsidRDefault="001F628F" w:rsidP="003B3EBC">
      <w:pPr>
        <w:pStyle w:val="libNormal"/>
        <w:rPr>
          <w:rtl/>
        </w:rPr>
      </w:pPr>
      <w:r>
        <w:rPr>
          <w:rFonts w:hint="eastAsia"/>
          <w:rtl/>
        </w:rPr>
        <w:t>الہى</w:t>
      </w:r>
      <w:r>
        <w:rPr>
          <w:rtl/>
        </w:rPr>
        <w:t xml:space="preserve"> امداد :</w:t>
      </w:r>
      <w:r>
        <w:rPr>
          <w:rFonts w:hint="eastAsia"/>
          <w:rtl/>
        </w:rPr>
        <w:t>الہى</w:t>
      </w:r>
      <w:r>
        <w:rPr>
          <w:rtl/>
        </w:rPr>
        <w:t xml:space="preserve"> امداد جن كے شامل حال ہے 5</w:t>
      </w:r>
    </w:p>
    <w:p w:rsidR="001F628F" w:rsidRDefault="001F628F" w:rsidP="003B3EBC">
      <w:pPr>
        <w:pStyle w:val="libNormal"/>
        <w:rPr>
          <w:rtl/>
        </w:rPr>
      </w:pPr>
      <w:r>
        <w:rPr>
          <w:rFonts w:hint="eastAsia"/>
          <w:rtl/>
        </w:rPr>
        <w:t>الله</w:t>
      </w:r>
      <w:r>
        <w:rPr>
          <w:rtl/>
        </w:rPr>
        <w:t xml:space="preserve"> تعالى :</w:t>
      </w:r>
      <w:r>
        <w:rPr>
          <w:rFonts w:hint="eastAsia"/>
          <w:rtl/>
        </w:rPr>
        <w:t>الله</w:t>
      </w:r>
      <w:r>
        <w:rPr>
          <w:rtl/>
        </w:rPr>
        <w:t xml:space="preserve"> تعالى كى قدرت كے اثرات 9;الله تعالى كے وعدو</w:t>
      </w:r>
      <w:r w:rsidR="00083993">
        <w:rPr>
          <w:rtl/>
        </w:rPr>
        <w:t xml:space="preserve">ں </w:t>
      </w:r>
      <w:r>
        <w:rPr>
          <w:rtl/>
        </w:rPr>
        <w:t>كا حتمى ہونا 1،3،4;الله تعالى كے وعدو</w:t>
      </w:r>
      <w:r w:rsidR="00083993">
        <w:rPr>
          <w:rtl/>
        </w:rPr>
        <w:t xml:space="preserve">ں </w:t>
      </w:r>
      <w:r>
        <w:rPr>
          <w:rtl/>
        </w:rPr>
        <w:t>كے حتمى ہونے كے دلائل 9;الله تعالى كے وعدو</w:t>
      </w:r>
      <w:r w:rsidR="00083993">
        <w:rPr>
          <w:rtl/>
        </w:rPr>
        <w:t xml:space="preserve">ں </w:t>
      </w:r>
      <w:r>
        <w:rPr>
          <w:rtl/>
        </w:rPr>
        <w:t>كے بارے مي</w:t>
      </w:r>
      <w:r w:rsidR="00083993">
        <w:rPr>
          <w:rtl/>
        </w:rPr>
        <w:t xml:space="preserve">ں </w:t>
      </w:r>
      <w:r>
        <w:rPr>
          <w:rtl/>
        </w:rPr>
        <w:t>بد گماني1;الله تعالى كے وعدے 2،</w:t>
      </w:r>
    </w:p>
    <w:p w:rsidR="001F628F" w:rsidRDefault="001F628F" w:rsidP="001F628F">
      <w:pPr>
        <w:pStyle w:val="libNormal"/>
        <w:rPr>
          <w:rtl/>
        </w:rPr>
      </w:pPr>
      <w:r>
        <w:rPr>
          <w:rtl/>
        </w:rPr>
        <w:t>6;الله تعالى كے عذاب كا وعدہ 2</w:t>
      </w:r>
    </w:p>
    <w:p w:rsidR="001F628F" w:rsidRDefault="001F628F" w:rsidP="003B3EBC">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w:t>
      </w:r>
      <w:r>
        <w:rPr>
          <w:rtl/>
        </w:rPr>
        <w:t xml:space="preserve"> ء </w:t>
      </w:r>
      <w:r w:rsidR="00367F17" w:rsidRPr="00367F17">
        <w:rPr>
          <w:rStyle w:val="libAlaemChar"/>
          <w:rtl/>
        </w:rPr>
        <w:t xml:space="preserve"> عليه‌السلام </w:t>
      </w:r>
      <w:r>
        <w:rPr>
          <w:rtl/>
        </w:rPr>
        <w:t xml:space="preserve"> كو وعدہ 2،3،6،9;انبيا ء </w:t>
      </w:r>
      <w:r w:rsidR="00367F17" w:rsidRPr="00367F17">
        <w:rPr>
          <w:rStyle w:val="libAlaemChar"/>
          <w:rtl/>
        </w:rPr>
        <w:t xml:space="preserve"> عليه‌السلام </w:t>
      </w:r>
      <w:r>
        <w:rPr>
          <w:rtl/>
        </w:rPr>
        <w:t xml:space="preserve"> كى امداد 5،9</w:t>
      </w:r>
    </w:p>
    <w:p w:rsidR="001F628F" w:rsidRDefault="001F628F" w:rsidP="003B3EBC">
      <w:pPr>
        <w:pStyle w:val="libNormal"/>
        <w:rPr>
          <w:rtl/>
        </w:rPr>
      </w:pPr>
      <w:r>
        <w:rPr>
          <w:rFonts w:hint="eastAsia"/>
          <w:rtl/>
        </w:rPr>
        <w:t>ظالمين</w:t>
      </w:r>
      <w:r>
        <w:rPr>
          <w:rtl/>
        </w:rPr>
        <w:t xml:space="preserve"> :</w:t>
      </w:r>
      <w:r>
        <w:rPr>
          <w:rFonts w:hint="eastAsia"/>
          <w:rtl/>
        </w:rPr>
        <w:t>ظالمين</w:t>
      </w:r>
      <w:r>
        <w:rPr>
          <w:rtl/>
        </w:rPr>
        <w:t xml:space="preserve"> سے انتقام 10;ظالمين كا عذاب 9;ظالمين كا مكر 7; ظالمين كے مكر و حيلے كا بے اثر ہونا 6 ; ظالمين كے عذاب مي</w:t>
      </w:r>
      <w:r w:rsidR="00083993">
        <w:rPr>
          <w:rtl/>
        </w:rPr>
        <w:t xml:space="preserve">ں </w:t>
      </w:r>
      <w:r>
        <w:rPr>
          <w:rtl/>
        </w:rPr>
        <w:t>تاخير 4;ظالمين كو وعيد 2; ظالمين كى سركوبى 10;ظالمين كى ہلاكت 2</w:t>
      </w:r>
    </w:p>
    <w:p w:rsidR="001F628F" w:rsidRDefault="001F628F" w:rsidP="003B3EBC">
      <w:pPr>
        <w:pStyle w:val="libNormal"/>
        <w:rPr>
          <w:rtl/>
        </w:rPr>
      </w:pPr>
      <w:r>
        <w:rPr>
          <w:rFonts w:hint="eastAsia"/>
          <w:rtl/>
        </w:rPr>
        <w:t>عمل</w:t>
      </w:r>
      <w:r>
        <w:rPr>
          <w:rtl/>
        </w:rPr>
        <w:t>:</w:t>
      </w:r>
      <w:r>
        <w:rPr>
          <w:rFonts w:hint="eastAsia"/>
          <w:rtl/>
        </w:rPr>
        <w:t>پسنديدہ</w:t>
      </w:r>
      <w:r>
        <w:rPr>
          <w:rtl/>
        </w:rPr>
        <w:t xml:space="preserve"> عمل 10</w:t>
      </w:r>
    </w:p>
    <w:p w:rsidR="001F628F" w:rsidRDefault="001F628F" w:rsidP="003B3EBC">
      <w:pPr>
        <w:pStyle w:val="libNormal"/>
        <w:rPr>
          <w:rtl/>
        </w:rPr>
      </w:pPr>
      <w:r>
        <w:rPr>
          <w:rFonts w:hint="eastAsia"/>
          <w:rtl/>
        </w:rPr>
        <w:t>فتح</w:t>
      </w:r>
      <w:r>
        <w:rPr>
          <w:rtl/>
        </w:rPr>
        <w:t xml:space="preserve"> :</w:t>
      </w:r>
      <w:r>
        <w:rPr>
          <w:rFonts w:hint="eastAsia"/>
          <w:rtl/>
        </w:rPr>
        <w:t>فتح</w:t>
      </w:r>
      <w:r>
        <w:rPr>
          <w:rtl/>
        </w:rPr>
        <w:t xml:space="preserve"> كاوعدہ 2،3</w:t>
      </w:r>
    </w:p>
    <w:p w:rsidR="001F628F" w:rsidRDefault="003B3EBC" w:rsidP="003B3EBC">
      <w:pPr>
        <w:pStyle w:val="Heading2Center"/>
        <w:rPr>
          <w:rtl/>
        </w:rPr>
      </w:pPr>
      <w:bookmarkStart w:id="48" w:name="_Toc28081726"/>
      <w:r>
        <w:rPr>
          <w:rFonts w:hint="cs"/>
          <w:rtl/>
        </w:rPr>
        <w:t>آیت 48</w:t>
      </w:r>
      <w:bookmarkEnd w:id="48"/>
    </w:p>
    <w:p w:rsidR="001F628F" w:rsidRDefault="00E260F9" w:rsidP="003B3EBC">
      <w:pPr>
        <w:pStyle w:val="libNormal"/>
        <w:rPr>
          <w:rtl/>
        </w:rPr>
      </w:pPr>
      <w:r w:rsidRPr="00E260F9">
        <w:rPr>
          <w:rStyle w:val="libAlaemChar"/>
          <w:rFonts w:hint="eastAsia"/>
          <w:rtl/>
        </w:rPr>
        <w:t>(</w:t>
      </w:r>
      <w:r w:rsidRPr="003B3EBC">
        <w:rPr>
          <w:rStyle w:val="libAieChar"/>
          <w:rFonts w:hint="eastAsia"/>
          <w:rtl/>
        </w:rPr>
        <w:t>وْمَ</w:t>
      </w:r>
      <w:r w:rsidRPr="003B3EBC">
        <w:rPr>
          <w:rStyle w:val="libAieChar"/>
          <w:rtl/>
        </w:rPr>
        <w:t xml:space="preserve"> تُبَدَّلُ الأَرْضُ غَيْرَ الأَرْضِ وَالسَّمَاوَاتُ وَبَرَزُواْ للّهِ الْوَاحِدِ الْقَهَّارِ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دن جب زمين دوسرى زمين مي</w:t>
      </w:r>
      <w:r w:rsidR="00083993">
        <w:rPr>
          <w:rtl/>
        </w:rPr>
        <w:t xml:space="preserve">ں </w:t>
      </w:r>
      <w:r>
        <w:rPr>
          <w:rtl/>
        </w:rPr>
        <w:t>تبديل ہوجائےگى اور آسمان بھى بدل دئے جائي</w:t>
      </w:r>
      <w:r w:rsidR="00083993">
        <w:rPr>
          <w:rtl/>
        </w:rPr>
        <w:t xml:space="preserve">ں </w:t>
      </w:r>
      <w:r>
        <w:rPr>
          <w:rtl/>
        </w:rPr>
        <w:t>گے اور سب خدائے واحد و قہار كے سامنے پيش ہو</w:t>
      </w:r>
      <w:r w:rsidR="00083993">
        <w:rPr>
          <w:rtl/>
        </w:rPr>
        <w:t xml:space="preserve">ں </w:t>
      </w:r>
      <w:r>
        <w:rPr>
          <w:rtl/>
        </w:rPr>
        <w:t>گے_</w:t>
      </w:r>
    </w:p>
    <w:p w:rsidR="001F628F" w:rsidRDefault="001F628F" w:rsidP="001F628F">
      <w:pPr>
        <w:pStyle w:val="libNormal"/>
        <w:rPr>
          <w:rtl/>
        </w:rPr>
      </w:pPr>
      <w:r>
        <w:rPr>
          <w:rtl/>
        </w:rPr>
        <w:t>1_جس دن يہ اسمان اور زمين ،كسى دوسرے اسمان اور زمين مي</w:t>
      </w:r>
      <w:r w:rsidR="00083993">
        <w:rPr>
          <w:rtl/>
        </w:rPr>
        <w:t xml:space="preserve">ں </w:t>
      </w:r>
      <w:r>
        <w:rPr>
          <w:rtl/>
        </w:rPr>
        <w:t>بدل جائي</w:t>
      </w:r>
      <w:r w:rsidR="00083993">
        <w:rPr>
          <w:rtl/>
        </w:rPr>
        <w:t xml:space="preserve">ں </w:t>
      </w:r>
      <w:r>
        <w:rPr>
          <w:rtl/>
        </w:rPr>
        <w:t>گے، وہ خداوند عالم كا ظالمو</w:t>
      </w:r>
      <w:r w:rsidR="00083993">
        <w:rPr>
          <w:rtl/>
        </w:rPr>
        <w:t xml:space="preserve">ں </w:t>
      </w:r>
      <w:r>
        <w:rPr>
          <w:rtl/>
        </w:rPr>
        <w:t>سے انتقام لينے اور انہي</w:t>
      </w:r>
      <w:r w:rsidR="00083993">
        <w:rPr>
          <w:rtl/>
        </w:rPr>
        <w:t xml:space="preserve">ں </w:t>
      </w:r>
      <w:r>
        <w:rPr>
          <w:rtl/>
        </w:rPr>
        <w:t>عذاب دينے كا دن ہو گا_</w:t>
      </w:r>
    </w:p>
    <w:p w:rsidR="001F628F" w:rsidRDefault="001F628F" w:rsidP="003B3EBC">
      <w:pPr>
        <w:pStyle w:val="libArabic"/>
        <w:rPr>
          <w:rtl/>
        </w:rPr>
      </w:pPr>
      <w:r>
        <w:rPr>
          <w:rFonts w:hint="eastAsia"/>
          <w:rtl/>
        </w:rPr>
        <w:t>وسكنتم</w:t>
      </w:r>
      <w:r>
        <w:rPr>
          <w:rtl/>
        </w:rPr>
        <w:t xml:space="preserve"> فى مسكن الذين ظلمواا نفس</w:t>
      </w:r>
      <w:r w:rsidR="00F21947" w:rsidRPr="00B2551F">
        <w:rPr>
          <w:rFonts w:hint="cs"/>
          <w:rtl/>
        </w:rPr>
        <w:t>ه</w:t>
      </w:r>
      <w:r>
        <w:rPr>
          <w:rFonts w:hint="cs"/>
          <w:rtl/>
        </w:rPr>
        <w:t>م</w:t>
      </w:r>
      <w:r>
        <w:rPr>
          <w:rtl/>
        </w:rPr>
        <w:t xml:space="preserve"> ...</w:t>
      </w:r>
      <w:r>
        <w:rPr>
          <w:rFonts w:hint="cs"/>
          <w:rtl/>
        </w:rPr>
        <w:t>ان</w:t>
      </w:r>
      <w:r>
        <w:rPr>
          <w:rtl/>
        </w:rPr>
        <w:t xml:space="preserve"> </w:t>
      </w:r>
      <w:r>
        <w:rPr>
          <w:rFonts w:hint="cs"/>
          <w:rtl/>
        </w:rPr>
        <w:t>اللّ</w:t>
      </w:r>
      <w:r w:rsidR="00120F63" w:rsidRPr="00ED5DE8">
        <w:rPr>
          <w:rFonts w:hint="cs"/>
          <w:rtl/>
        </w:rPr>
        <w:t>ه</w:t>
      </w:r>
      <w:r>
        <w:rPr>
          <w:rtl/>
        </w:rPr>
        <w:t xml:space="preserve"> </w:t>
      </w:r>
      <w:r>
        <w:rPr>
          <w:rFonts w:hint="cs"/>
          <w:rtl/>
        </w:rPr>
        <w:t>عزيز</w:t>
      </w:r>
      <w:r>
        <w:rPr>
          <w:rtl/>
        </w:rPr>
        <w:t xml:space="preserve"> </w:t>
      </w:r>
      <w:r>
        <w:rPr>
          <w:rFonts w:hint="cs"/>
          <w:rtl/>
        </w:rPr>
        <w:t>ذوانتقام</w:t>
      </w:r>
      <w:r>
        <w:rPr>
          <w:rtl/>
        </w:rPr>
        <w:t xml:space="preserve"> </w:t>
      </w:r>
      <w:r>
        <w:rPr>
          <w:rFonts w:hint="cs"/>
          <w:rtl/>
        </w:rPr>
        <w:t>يوم</w:t>
      </w:r>
      <w:r>
        <w:rPr>
          <w:rtl/>
        </w:rPr>
        <w:t xml:space="preserve"> </w:t>
      </w:r>
      <w:r>
        <w:rPr>
          <w:rFonts w:hint="cs"/>
          <w:rtl/>
        </w:rPr>
        <w:t>تبدّل</w:t>
      </w:r>
      <w:r>
        <w:rPr>
          <w:rtl/>
        </w:rPr>
        <w:t xml:space="preserve"> </w:t>
      </w:r>
      <w:r>
        <w:rPr>
          <w:rFonts w:hint="cs"/>
          <w:rtl/>
        </w:rPr>
        <w:t>الا</w:t>
      </w:r>
      <w:r>
        <w:rPr>
          <w:rtl/>
        </w:rPr>
        <w:t xml:space="preserve"> </w:t>
      </w:r>
      <w:r>
        <w:rPr>
          <w:rFonts w:hint="cs"/>
          <w:rtl/>
        </w:rPr>
        <w:t>رض</w:t>
      </w:r>
      <w:r>
        <w:rPr>
          <w:rtl/>
        </w:rPr>
        <w:t xml:space="preserve"> </w:t>
      </w:r>
      <w:r>
        <w:rPr>
          <w:rFonts w:hint="cs"/>
          <w:rtl/>
        </w:rPr>
        <w:t>غيرالا</w:t>
      </w:r>
      <w:r>
        <w:rPr>
          <w:rtl/>
        </w:rPr>
        <w:t xml:space="preserve"> </w:t>
      </w:r>
      <w:r>
        <w:rPr>
          <w:rFonts w:hint="cs"/>
          <w:rtl/>
        </w:rPr>
        <w:t>رض</w:t>
      </w:r>
      <w:r>
        <w:rPr>
          <w:rtl/>
        </w:rPr>
        <w:t xml:space="preserve"> </w:t>
      </w:r>
      <w:r>
        <w:rPr>
          <w:rFonts w:hint="cs"/>
          <w:rtl/>
        </w:rPr>
        <w:t>و</w:t>
      </w:r>
      <w:r>
        <w:rPr>
          <w:rtl/>
        </w:rPr>
        <w:t>السموت</w:t>
      </w:r>
    </w:p>
    <w:p w:rsidR="003B3EBC" w:rsidRDefault="001F628F" w:rsidP="003B3EBC">
      <w:pPr>
        <w:pStyle w:val="libNormal"/>
        <w:rPr>
          <w:rtl/>
        </w:rPr>
      </w:pPr>
      <w:r>
        <w:rPr>
          <w:rFonts w:hint="eastAsia"/>
          <w:rtl/>
        </w:rPr>
        <w:t>مندرجہ</w:t>
      </w:r>
      <w:r>
        <w:rPr>
          <w:rtl/>
        </w:rPr>
        <w:t xml:space="preserve"> بالا مطلب اس بات پر مبنى ہے كہ جب</w:t>
      </w:r>
      <w:r w:rsidR="003B3EBC" w:rsidRPr="003B3EBC">
        <w:rPr>
          <w:rStyle w:val="libArabicChar"/>
          <w:rtl/>
        </w:rPr>
        <w:t>''يوم تبدّل___ ''</w:t>
      </w:r>
      <w:r w:rsidR="003B3EBC">
        <w:rPr>
          <w:rtl/>
        </w:rPr>
        <w:t xml:space="preserve"> انتقام كے لئے ظرف ہو_</w:t>
      </w:r>
    </w:p>
    <w:p w:rsidR="003B3EBC" w:rsidRDefault="003B3EBC" w:rsidP="003B3EBC">
      <w:pPr>
        <w:pStyle w:val="libNormal"/>
        <w:rPr>
          <w:rtl/>
        </w:rPr>
      </w:pPr>
      <w:r>
        <w:rPr>
          <w:rtl/>
        </w:rPr>
        <w:t>2_قيامت كے برپا ہونے پر اسمان و زمين ميں بنيادى تبديلى انا اورموجودہ نظام كا كسى دوسرے نظام ميں تبديل ہو جانا _</w:t>
      </w:r>
    </w:p>
    <w:p w:rsidR="003B3EBC" w:rsidRDefault="003B3EBC" w:rsidP="003B3EBC">
      <w:pPr>
        <w:pStyle w:val="libArabic"/>
        <w:rPr>
          <w:rtl/>
        </w:rPr>
      </w:pPr>
      <w:r>
        <w:rPr>
          <w:rFonts w:hint="eastAsia"/>
          <w:rtl/>
        </w:rPr>
        <w:t>يوم</w:t>
      </w:r>
      <w:r>
        <w:rPr>
          <w:rtl/>
        </w:rPr>
        <w:t xml:space="preserve"> تبدّل الا رض غيرالا رض والسموت وبرزواللّ</w:t>
      </w:r>
      <w:r w:rsidR="00120F63" w:rsidRPr="00ED5DE8">
        <w:rPr>
          <w:rFonts w:hint="cs"/>
          <w:rtl/>
        </w:rPr>
        <w:t>ه</w:t>
      </w:r>
    </w:p>
    <w:p w:rsidR="003B3EBC" w:rsidRDefault="001E7F9D" w:rsidP="00F73EDE">
      <w:pPr>
        <w:pStyle w:val="libPoemTini"/>
        <w:rPr>
          <w:rtl/>
        </w:rPr>
      </w:pPr>
      <w:r>
        <w:rPr>
          <w:rtl/>
        </w:rPr>
        <w:br w:type="page"/>
      </w:r>
    </w:p>
    <w:p w:rsidR="001F628F" w:rsidRDefault="001F628F" w:rsidP="001F628F">
      <w:pPr>
        <w:pStyle w:val="libNormal"/>
        <w:rPr>
          <w:rtl/>
        </w:rPr>
      </w:pPr>
      <w:r>
        <w:rPr>
          <w:rtl/>
        </w:rPr>
        <w:lastRenderedPageBreak/>
        <w:t>3_قيامت مي</w:t>
      </w:r>
      <w:r w:rsidR="00083993">
        <w:rPr>
          <w:rtl/>
        </w:rPr>
        <w:t xml:space="preserve">ں </w:t>
      </w:r>
      <w:r>
        <w:rPr>
          <w:rtl/>
        </w:rPr>
        <w:t>انسانى زندگى و حيات كے حالات دنيوى زندگى سے مختلفہي</w:t>
      </w:r>
      <w:r w:rsidR="00083993">
        <w:rPr>
          <w:rtl/>
        </w:rPr>
        <w:t xml:space="preserve">ں </w:t>
      </w:r>
      <w:r>
        <w:rPr>
          <w:rtl/>
        </w:rPr>
        <w:t>_</w:t>
      </w:r>
    </w:p>
    <w:p w:rsidR="001F628F" w:rsidRDefault="001F628F" w:rsidP="003B3EBC">
      <w:pPr>
        <w:pStyle w:val="libArabic"/>
        <w:rPr>
          <w:rtl/>
        </w:rPr>
      </w:pPr>
      <w:r>
        <w:rPr>
          <w:rFonts w:hint="eastAsia"/>
          <w:rtl/>
        </w:rPr>
        <w:t>يوم</w:t>
      </w:r>
      <w:r>
        <w:rPr>
          <w:rtl/>
        </w:rPr>
        <w:t xml:space="preserve"> تبدّل الا رض غيرالا رض والسموت</w:t>
      </w:r>
    </w:p>
    <w:p w:rsidR="001F628F" w:rsidRDefault="001F628F" w:rsidP="001F628F">
      <w:pPr>
        <w:pStyle w:val="libNormal"/>
        <w:rPr>
          <w:rtl/>
        </w:rPr>
      </w:pPr>
      <w:r>
        <w:rPr>
          <w:rFonts w:hint="eastAsia"/>
          <w:rtl/>
        </w:rPr>
        <w:t>واضح</w:t>
      </w:r>
      <w:r>
        <w:rPr>
          <w:rtl/>
        </w:rPr>
        <w:t xml:space="preserve"> ہے كہ كائنات كے نظام كے تبديل ہوجانے سے انسانى زندگى بھى اسى كے مطابق تبديل ہو جائے گى چونكہ انسانى زندگى اور دنيا كے موجودہ نظام كے درميان نہ ٹوٹنے والا رشتہ برقرار ہے_</w:t>
      </w:r>
    </w:p>
    <w:p w:rsidR="001F628F" w:rsidRDefault="001F628F" w:rsidP="001F628F">
      <w:pPr>
        <w:pStyle w:val="libNormal"/>
        <w:rPr>
          <w:rtl/>
        </w:rPr>
      </w:pPr>
      <w:r>
        <w:rPr>
          <w:rtl/>
        </w:rPr>
        <w:t>4_قيامت كے برپا ہونے پر اسمان وزمين كے موجودہ نظام كے تبديل ہوجانے كے باوجود ان كا اخرت مي</w:t>
      </w:r>
      <w:r w:rsidR="00083993">
        <w:rPr>
          <w:rtl/>
        </w:rPr>
        <w:t xml:space="preserve">ں </w:t>
      </w:r>
      <w:r>
        <w:rPr>
          <w:rtl/>
        </w:rPr>
        <w:t>موجود ہونا _</w:t>
      </w:r>
    </w:p>
    <w:p w:rsidR="001F628F" w:rsidRDefault="001F628F" w:rsidP="003B3EBC">
      <w:pPr>
        <w:pStyle w:val="libArabic"/>
        <w:rPr>
          <w:rtl/>
        </w:rPr>
      </w:pPr>
      <w:r>
        <w:rPr>
          <w:rFonts w:hint="eastAsia"/>
          <w:rtl/>
        </w:rPr>
        <w:t>يوم</w:t>
      </w:r>
      <w:r>
        <w:rPr>
          <w:rtl/>
        </w:rPr>
        <w:t xml:space="preserve"> تبدّل الا رض غيرالا رض والسموت</w:t>
      </w:r>
    </w:p>
    <w:p w:rsidR="001F628F" w:rsidRDefault="001F628F" w:rsidP="003B3EBC">
      <w:pPr>
        <w:pStyle w:val="libNormal"/>
        <w:rPr>
          <w:rtl/>
        </w:rPr>
      </w:pPr>
      <w:r>
        <w:rPr>
          <w:rtl/>
        </w:rPr>
        <w:t>5_قيامت كے برپا ہونے پر كائنات كے موجودہ نظام (اسمان و زمين ) كا انسان كى اُخروى اور ابدى زندگى كے مطابق نظام مي</w:t>
      </w:r>
      <w:r w:rsidR="00083993">
        <w:rPr>
          <w:rtl/>
        </w:rPr>
        <w:t xml:space="preserve">ں </w:t>
      </w:r>
      <w:r>
        <w:rPr>
          <w:rtl/>
        </w:rPr>
        <w:t>تبديل ہو جانا _</w:t>
      </w:r>
      <w:r w:rsidRPr="003B3EBC">
        <w:rPr>
          <w:rStyle w:val="libArabicChar"/>
          <w:rFonts w:hint="eastAsia"/>
          <w:rtl/>
        </w:rPr>
        <w:t>يوم</w:t>
      </w:r>
      <w:r w:rsidRPr="003B3EBC">
        <w:rPr>
          <w:rStyle w:val="libArabicChar"/>
          <w:rtl/>
        </w:rPr>
        <w:t xml:space="preserve"> تبدّل الا رض غيرالا رض والسموت</w:t>
      </w:r>
    </w:p>
    <w:p w:rsidR="001F628F" w:rsidRDefault="001F628F" w:rsidP="001F628F">
      <w:pPr>
        <w:pStyle w:val="libNormal"/>
        <w:rPr>
          <w:rtl/>
        </w:rPr>
      </w:pPr>
      <w:r>
        <w:rPr>
          <w:rFonts w:hint="eastAsia"/>
          <w:rtl/>
        </w:rPr>
        <w:t>آيت</w:t>
      </w:r>
      <w:r>
        <w:rPr>
          <w:rtl/>
        </w:rPr>
        <w:t xml:space="preserve"> مجيدہ كا پہلا حصہ ( </w:t>
      </w:r>
      <w:r w:rsidRPr="003B3EBC">
        <w:rPr>
          <w:rStyle w:val="libArabicChar"/>
          <w:rtl/>
        </w:rPr>
        <w:t>يوم تبدّل الا رض غيرالا رض والسماوات وبرزوالله</w:t>
      </w:r>
      <w:r>
        <w:rPr>
          <w:rtl/>
        </w:rPr>
        <w:t xml:space="preserve"> )ممكن ہے اس سوال كا جواب ہو كہ اخرت مي</w:t>
      </w:r>
      <w:r w:rsidR="00083993">
        <w:rPr>
          <w:rtl/>
        </w:rPr>
        <w:t xml:space="preserve">ں </w:t>
      </w:r>
      <w:r>
        <w:rPr>
          <w:rtl/>
        </w:rPr>
        <w:t xml:space="preserve">انسان كى ابدى زندگى كس طرح ممكن ہے اور كيسے ہو سكتا ہے كہ اسے موت ہى نہ ائے؟قران اس كا جواب ديتے ہو ئے كہتا ہے:كائنات كا موجودہ نظام اخرت كى ابدى </w:t>
      </w:r>
      <w:r>
        <w:rPr>
          <w:rFonts w:hint="eastAsia"/>
          <w:rtl/>
        </w:rPr>
        <w:t>زندگى</w:t>
      </w:r>
      <w:r>
        <w:rPr>
          <w:rtl/>
        </w:rPr>
        <w:t xml:space="preserve"> كے تقاضو</w:t>
      </w:r>
      <w:r w:rsidR="00083993">
        <w:rPr>
          <w:rtl/>
        </w:rPr>
        <w:t xml:space="preserve">ں </w:t>
      </w:r>
      <w:r>
        <w:rPr>
          <w:rtl/>
        </w:rPr>
        <w:t>كے مطابق تبديل ہو كرمكمل طور پر ايك مختلف نظام مي</w:t>
      </w:r>
      <w:r w:rsidR="00083993">
        <w:rPr>
          <w:rtl/>
        </w:rPr>
        <w:t xml:space="preserve">ں </w:t>
      </w:r>
      <w:r>
        <w:rPr>
          <w:rtl/>
        </w:rPr>
        <w:t>بدل جائے گا _</w:t>
      </w:r>
    </w:p>
    <w:p w:rsidR="001F628F" w:rsidRDefault="001F628F" w:rsidP="003B3EBC">
      <w:pPr>
        <w:pStyle w:val="libNormal"/>
        <w:rPr>
          <w:rtl/>
        </w:rPr>
      </w:pPr>
      <w:r>
        <w:rPr>
          <w:rtl/>
        </w:rPr>
        <w:t>6_كائنات كا متعدد اسمانو</w:t>
      </w:r>
      <w:r w:rsidR="00083993">
        <w:rPr>
          <w:rtl/>
        </w:rPr>
        <w:t xml:space="preserve">ں </w:t>
      </w:r>
      <w:r>
        <w:rPr>
          <w:rtl/>
        </w:rPr>
        <w:t>پر مشتمل ہونا _</w:t>
      </w:r>
      <w:r w:rsidRPr="003B3EBC">
        <w:rPr>
          <w:rStyle w:val="libArabicChar"/>
          <w:rFonts w:hint="eastAsia"/>
          <w:rtl/>
        </w:rPr>
        <w:t>والسموت</w:t>
      </w:r>
    </w:p>
    <w:p w:rsidR="001F628F" w:rsidRDefault="001F628F" w:rsidP="003B3EBC">
      <w:pPr>
        <w:pStyle w:val="libNormal"/>
        <w:rPr>
          <w:rtl/>
        </w:rPr>
      </w:pPr>
      <w:r>
        <w:rPr>
          <w:rtl/>
        </w:rPr>
        <w:t>7_قيامت كے دن تمام انسانو</w:t>
      </w:r>
      <w:r w:rsidR="00083993">
        <w:rPr>
          <w:rtl/>
        </w:rPr>
        <w:t xml:space="preserve">ں </w:t>
      </w:r>
      <w:r>
        <w:rPr>
          <w:rtl/>
        </w:rPr>
        <w:t>كا خدا وند عالم كى بارگاہ مي</w:t>
      </w:r>
      <w:r w:rsidR="00083993">
        <w:rPr>
          <w:rtl/>
        </w:rPr>
        <w:t xml:space="preserve">ں </w:t>
      </w:r>
      <w:r>
        <w:rPr>
          <w:rtl/>
        </w:rPr>
        <w:t>حاضر ہونا _</w:t>
      </w:r>
      <w:r w:rsidRPr="003B3EBC">
        <w:rPr>
          <w:rStyle w:val="libArabicChar"/>
          <w:rFonts w:hint="eastAsia"/>
          <w:rtl/>
        </w:rPr>
        <w:t>وبرزواللّ</w:t>
      </w:r>
      <w:r w:rsidR="00120F63" w:rsidRPr="00B2551F">
        <w:rPr>
          <w:rStyle w:val="libArabicChar"/>
          <w:rFonts w:hint="cs"/>
          <w:rtl/>
        </w:rPr>
        <w:t>ه</w:t>
      </w:r>
      <w:r w:rsidRPr="003B3EBC">
        <w:rPr>
          <w:rStyle w:val="libArabicChar"/>
          <w:rtl/>
        </w:rPr>
        <w:t xml:space="preserve"> الوحدالق</w:t>
      </w:r>
      <w:r w:rsidR="00F21947" w:rsidRPr="00B2551F">
        <w:rPr>
          <w:rStyle w:val="libArabicChar"/>
          <w:rFonts w:hint="cs"/>
          <w:rtl/>
        </w:rPr>
        <w:t>ه</w:t>
      </w:r>
      <w:r w:rsidRPr="003B3EBC">
        <w:rPr>
          <w:rStyle w:val="libArabicChar"/>
          <w:rFonts w:hint="cs"/>
          <w:rtl/>
        </w:rPr>
        <w:t>ّار</w:t>
      </w:r>
    </w:p>
    <w:p w:rsidR="001F628F" w:rsidRDefault="001F628F" w:rsidP="001F628F">
      <w:pPr>
        <w:pStyle w:val="libNormal"/>
        <w:rPr>
          <w:rtl/>
        </w:rPr>
      </w:pPr>
      <w:r>
        <w:rPr>
          <w:rtl/>
        </w:rPr>
        <w:t>8_قيامت كا دن ،ظالمو</w:t>
      </w:r>
      <w:r w:rsidR="00083993">
        <w:rPr>
          <w:rtl/>
        </w:rPr>
        <w:t xml:space="preserve">ں </w:t>
      </w:r>
      <w:r>
        <w:rPr>
          <w:rtl/>
        </w:rPr>
        <w:t>كے حاضر كيے جانے اور ان سے خدا كے انتقام كا دن ہے_</w:t>
      </w:r>
    </w:p>
    <w:p w:rsidR="001F628F" w:rsidRDefault="001F628F" w:rsidP="003B3EBC">
      <w:pPr>
        <w:pStyle w:val="libArabic"/>
        <w:rPr>
          <w:rtl/>
        </w:rPr>
      </w:pPr>
      <w:r>
        <w:rPr>
          <w:rFonts w:hint="eastAsia"/>
          <w:rtl/>
        </w:rPr>
        <w:t>و</w:t>
      </w:r>
      <w:r>
        <w:rPr>
          <w:rtl/>
        </w:rPr>
        <w:t xml:space="preserve"> ا نذر الناس ... الذين ظلموا ... ان اللّ</w:t>
      </w:r>
      <w:r w:rsidR="00120F63" w:rsidRPr="00ED5DE8">
        <w:rPr>
          <w:rFonts w:hint="cs"/>
          <w:rtl/>
        </w:rPr>
        <w:t>ه</w:t>
      </w:r>
      <w:r>
        <w:rPr>
          <w:rtl/>
        </w:rPr>
        <w:t xml:space="preserve"> </w:t>
      </w:r>
      <w:r>
        <w:rPr>
          <w:rFonts w:hint="cs"/>
          <w:rtl/>
        </w:rPr>
        <w:t>عزيز</w:t>
      </w:r>
      <w:r>
        <w:rPr>
          <w:rtl/>
        </w:rPr>
        <w:t xml:space="preserve"> </w:t>
      </w:r>
      <w:r>
        <w:rPr>
          <w:rFonts w:hint="cs"/>
          <w:rtl/>
        </w:rPr>
        <w:t>ذوانتقام</w:t>
      </w:r>
      <w:r>
        <w:rPr>
          <w:rtl/>
        </w:rPr>
        <w:t>_</w:t>
      </w:r>
      <w:r>
        <w:rPr>
          <w:rFonts w:hint="cs"/>
          <w:rtl/>
        </w:rPr>
        <w:t>يوم</w:t>
      </w:r>
      <w:r>
        <w:rPr>
          <w:rtl/>
        </w:rPr>
        <w:t xml:space="preserve"> </w:t>
      </w:r>
      <w:r>
        <w:rPr>
          <w:rFonts w:hint="cs"/>
          <w:rtl/>
        </w:rPr>
        <w:t>تبدّل</w:t>
      </w:r>
      <w:r>
        <w:rPr>
          <w:rtl/>
        </w:rPr>
        <w:t xml:space="preserve"> </w:t>
      </w:r>
      <w:r>
        <w:rPr>
          <w:rFonts w:hint="cs"/>
          <w:rtl/>
        </w:rPr>
        <w:t>الا</w:t>
      </w:r>
      <w:r>
        <w:rPr>
          <w:rtl/>
        </w:rPr>
        <w:t xml:space="preserve"> </w:t>
      </w:r>
      <w:r>
        <w:rPr>
          <w:rFonts w:hint="cs"/>
          <w:rtl/>
        </w:rPr>
        <w:t>رض</w:t>
      </w:r>
      <w:r>
        <w:rPr>
          <w:rtl/>
        </w:rPr>
        <w:t xml:space="preserve"> ... </w:t>
      </w:r>
      <w:r>
        <w:rPr>
          <w:rFonts w:hint="cs"/>
          <w:rtl/>
        </w:rPr>
        <w:t>وبرزواللّ</w:t>
      </w:r>
      <w:r w:rsidR="00120F63" w:rsidRPr="00ED5DE8">
        <w:rPr>
          <w:rFonts w:hint="cs"/>
          <w:rtl/>
        </w:rPr>
        <w:t>ه</w:t>
      </w:r>
      <w:r>
        <w:rPr>
          <w:rtl/>
        </w:rPr>
        <w:t xml:space="preserve"> </w:t>
      </w:r>
      <w:r>
        <w:rPr>
          <w:rFonts w:hint="cs"/>
          <w:rtl/>
        </w:rPr>
        <w:t>الوحدا</w:t>
      </w:r>
      <w:r>
        <w:rPr>
          <w:rtl/>
        </w:rPr>
        <w:t>لق</w:t>
      </w:r>
      <w:r w:rsidR="00F21947" w:rsidRPr="00B2551F">
        <w:rPr>
          <w:rFonts w:hint="cs"/>
          <w:rtl/>
        </w:rPr>
        <w:t>ه</w:t>
      </w:r>
      <w:r>
        <w:rPr>
          <w:rFonts w:hint="cs"/>
          <w:rtl/>
        </w:rPr>
        <w:t>ّار</w:t>
      </w:r>
    </w:p>
    <w:p w:rsidR="001F628F" w:rsidRDefault="001F628F" w:rsidP="001F628F">
      <w:pPr>
        <w:pStyle w:val="libNormal"/>
        <w:rPr>
          <w:rtl/>
        </w:rPr>
      </w:pPr>
      <w:r>
        <w:rPr>
          <w:rtl/>
        </w:rPr>
        <w:t>9_روز محشر خداوند عالم كى بارگاہ مي</w:t>
      </w:r>
      <w:r w:rsidR="00083993">
        <w:rPr>
          <w:rtl/>
        </w:rPr>
        <w:t xml:space="preserve">ں </w:t>
      </w:r>
      <w:r>
        <w:rPr>
          <w:rtl/>
        </w:rPr>
        <w:t>حاضر ہوتے وقت انسان كے ظاہر و باطن اور اس كى حقيقت كا اشكار ہوجانا _</w:t>
      </w:r>
    </w:p>
    <w:p w:rsidR="001F628F" w:rsidRDefault="001F628F" w:rsidP="003B3EBC">
      <w:pPr>
        <w:pStyle w:val="libArabic"/>
        <w:rPr>
          <w:rtl/>
        </w:rPr>
      </w:pPr>
      <w:r>
        <w:rPr>
          <w:rFonts w:hint="eastAsia"/>
          <w:rtl/>
        </w:rPr>
        <w:t>يوم</w:t>
      </w:r>
      <w:r>
        <w:rPr>
          <w:rtl/>
        </w:rPr>
        <w:t xml:space="preserve"> تبدّل الا رض ... وبرزواللّ</w:t>
      </w:r>
      <w:r w:rsidR="00120F63" w:rsidRPr="00ED5DE8">
        <w:rPr>
          <w:rFonts w:hint="cs"/>
          <w:rtl/>
        </w:rPr>
        <w:t>ه</w:t>
      </w:r>
      <w:r>
        <w:rPr>
          <w:rtl/>
        </w:rPr>
        <w:t xml:space="preserve"> </w:t>
      </w:r>
      <w:r>
        <w:rPr>
          <w:rFonts w:hint="cs"/>
          <w:rtl/>
        </w:rPr>
        <w:t>الوحدا</w:t>
      </w:r>
      <w:r>
        <w:rPr>
          <w:rtl/>
        </w:rPr>
        <w:t>لق</w:t>
      </w:r>
      <w:r w:rsidR="00F21947" w:rsidRPr="00B2551F">
        <w:rPr>
          <w:rFonts w:hint="cs"/>
          <w:rtl/>
        </w:rPr>
        <w:t>ه</w:t>
      </w:r>
      <w:r>
        <w:rPr>
          <w:rFonts w:hint="cs"/>
          <w:rtl/>
        </w:rPr>
        <w:t>ّار</w:t>
      </w:r>
    </w:p>
    <w:p w:rsidR="001F628F" w:rsidRDefault="001F628F" w:rsidP="001F628F">
      <w:pPr>
        <w:pStyle w:val="libNormal"/>
        <w:rPr>
          <w:rtl/>
        </w:rPr>
      </w:pPr>
      <w:r>
        <w:rPr>
          <w:rtl/>
        </w:rPr>
        <w:t>'' برزو ''كے معانى مي</w:t>
      </w:r>
      <w:r w:rsidR="00083993">
        <w:rPr>
          <w:rtl/>
        </w:rPr>
        <w:t xml:space="preserve">ں </w:t>
      </w:r>
      <w:r>
        <w:rPr>
          <w:rtl/>
        </w:rPr>
        <w:t>سے ايك معنى اس حقيقت كا اشكار اور ظاہر ہو جانا ہے كہ جو پہلے پنہان اور مخفى تھى (مفردات راغب)_</w:t>
      </w:r>
    </w:p>
    <w:p w:rsidR="001F628F" w:rsidRDefault="001F628F" w:rsidP="001F628F">
      <w:pPr>
        <w:pStyle w:val="libNormal"/>
        <w:rPr>
          <w:rtl/>
        </w:rPr>
      </w:pPr>
      <w:r>
        <w:rPr>
          <w:rtl/>
        </w:rPr>
        <w:t>10_خداوندعالم واحد (يكتا) اور قھار(مسلط و فاتح) ہے _</w:t>
      </w:r>
    </w:p>
    <w:p w:rsidR="003B3EBC" w:rsidRDefault="001E7F9D" w:rsidP="00F73EDE">
      <w:pPr>
        <w:pStyle w:val="libPoemTini"/>
        <w:rPr>
          <w:rtl/>
        </w:rPr>
      </w:pPr>
      <w:r>
        <w:rPr>
          <w:rtl/>
        </w:rPr>
        <w:br w:type="page"/>
      </w:r>
    </w:p>
    <w:p w:rsidR="001F628F" w:rsidRDefault="001F628F" w:rsidP="003B3EBC">
      <w:pPr>
        <w:pStyle w:val="libArabic"/>
        <w:rPr>
          <w:rtl/>
        </w:rPr>
      </w:pPr>
      <w:r>
        <w:rPr>
          <w:rFonts w:hint="eastAsia"/>
          <w:rtl/>
        </w:rPr>
        <w:lastRenderedPageBreak/>
        <w:t>وبرزواللّ</w:t>
      </w:r>
      <w:r w:rsidR="00120F63" w:rsidRPr="00ED5DE8">
        <w:rPr>
          <w:rFonts w:hint="cs"/>
          <w:rtl/>
        </w:rPr>
        <w:t>ه</w:t>
      </w:r>
      <w:r>
        <w:rPr>
          <w:rtl/>
        </w:rPr>
        <w:t xml:space="preserve"> الوحدالق</w:t>
      </w:r>
      <w:r w:rsidR="00F21947" w:rsidRPr="00B2551F">
        <w:rPr>
          <w:rFonts w:hint="cs"/>
          <w:rtl/>
        </w:rPr>
        <w:t>ه</w:t>
      </w:r>
      <w:r>
        <w:rPr>
          <w:rFonts w:hint="cs"/>
          <w:rtl/>
        </w:rPr>
        <w:t>ّار</w:t>
      </w:r>
    </w:p>
    <w:p w:rsidR="001F628F" w:rsidRDefault="001F628F" w:rsidP="001F628F">
      <w:pPr>
        <w:pStyle w:val="libNormal"/>
        <w:rPr>
          <w:rtl/>
        </w:rPr>
      </w:pPr>
      <w:r>
        <w:rPr>
          <w:rtl/>
        </w:rPr>
        <w:t>11_قيامت ،خداوند عالم كى قھاريت اور يكتائي كے جلوہ گر ہونے كا دن ہے_</w:t>
      </w:r>
    </w:p>
    <w:p w:rsidR="001F628F" w:rsidRDefault="001F628F" w:rsidP="003B3EBC">
      <w:pPr>
        <w:pStyle w:val="libArabic"/>
        <w:rPr>
          <w:rtl/>
        </w:rPr>
      </w:pPr>
      <w:r>
        <w:rPr>
          <w:rFonts w:hint="eastAsia"/>
          <w:rtl/>
        </w:rPr>
        <w:t>يوم</w:t>
      </w:r>
      <w:r>
        <w:rPr>
          <w:rtl/>
        </w:rPr>
        <w:t xml:space="preserve"> تبدّل الا رض ... وبرزواللّ</w:t>
      </w:r>
      <w:r w:rsidR="00120F63" w:rsidRPr="00ED5DE8">
        <w:rPr>
          <w:rFonts w:hint="cs"/>
          <w:rtl/>
        </w:rPr>
        <w:t>ه</w:t>
      </w:r>
      <w:r>
        <w:rPr>
          <w:rtl/>
        </w:rPr>
        <w:t xml:space="preserve"> </w:t>
      </w:r>
      <w:r>
        <w:rPr>
          <w:rFonts w:hint="cs"/>
          <w:rtl/>
        </w:rPr>
        <w:t>الوحدا</w:t>
      </w:r>
      <w:r>
        <w:rPr>
          <w:rtl/>
        </w:rPr>
        <w:t>لق</w:t>
      </w:r>
      <w:r w:rsidR="00F21947" w:rsidRPr="00B2551F">
        <w:rPr>
          <w:rFonts w:hint="cs"/>
          <w:rtl/>
        </w:rPr>
        <w:t>ه</w:t>
      </w:r>
      <w:r>
        <w:rPr>
          <w:rFonts w:hint="cs"/>
          <w:rtl/>
        </w:rPr>
        <w:t>ّار</w:t>
      </w:r>
    </w:p>
    <w:p w:rsidR="001F628F" w:rsidRDefault="001F628F" w:rsidP="001F628F">
      <w:pPr>
        <w:pStyle w:val="libNormal"/>
        <w:rPr>
          <w:rtl/>
        </w:rPr>
      </w:pPr>
      <w:r>
        <w:rPr>
          <w:rtl/>
        </w:rPr>
        <w:t>12_</w:t>
      </w:r>
      <w:r w:rsidRPr="003B3EBC">
        <w:rPr>
          <w:rStyle w:val="libArabicChar"/>
          <w:rtl/>
        </w:rPr>
        <w:t>''سا ل حبر من الي</w:t>
      </w:r>
      <w:r w:rsidR="00F21947" w:rsidRPr="00B2551F">
        <w:rPr>
          <w:rStyle w:val="libArabicChar"/>
          <w:rFonts w:hint="cs"/>
          <w:rtl/>
        </w:rPr>
        <w:t>ه</w:t>
      </w:r>
      <w:r w:rsidRPr="003B3EBC">
        <w:rPr>
          <w:rStyle w:val="libArabicChar"/>
          <w:rFonts w:hint="cs"/>
          <w:rtl/>
        </w:rPr>
        <w:t>ود،رسول</w:t>
      </w:r>
      <w:r w:rsidRPr="003B3EBC">
        <w:rPr>
          <w:rStyle w:val="libArabicChar"/>
          <w:rtl/>
        </w:rPr>
        <w:t xml:space="preserve"> </w:t>
      </w:r>
      <w:r w:rsidRPr="003B3EBC">
        <w:rPr>
          <w:rStyle w:val="libArabicChar"/>
          <w:rFonts w:hint="cs"/>
          <w:rtl/>
        </w:rPr>
        <w:t>اللّ</w:t>
      </w:r>
      <w:r w:rsidR="00120F63" w:rsidRPr="00B2551F">
        <w:rPr>
          <w:rStyle w:val="libArabicChar"/>
          <w:rFonts w:hint="cs"/>
          <w:rtl/>
        </w:rPr>
        <w:t>ه</w:t>
      </w:r>
      <w:r w:rsidR="00F031CD" w:rsidRPr="00F031CD">
        <w:rPr>
          <w:rStyle w:val="libAlaemChar"/>
          <w:rtl/>
        </w:rPr>
        <w:t xml:space="preserve"> صلى‌الله‌عليه‌وآله‌وسلم </w:t>
      </w:r>
      <w:r w:rsidRPr="003B3EBC">
        <w:rPr>
          <w:rStyle w:val="libArabicChar"/>
          <w:rtl/>
        </w:rPr>
        <w:t xml:space="preserve"> </w:t>
      </w:r>
      <w:r w:rsidRPr="003B3EBC">
        <w:rPr>
          <w:rStyle w:val="libArabicChar"/>
          <w:rFonts w:hint="cs"/>
          <w:rtl/>
        </w:rPr>
        <w:t>فقال</w:t>
      </w:r>
      <w:r w:rsidRPr="003B3EBC">
        <w:rPr>
          <w:rStyle w:val="libArabicChar"/>
          <w:rtl/>
        </w:rPr>
        <w:t>:</w:t>
      </w:r>
      <w:r w:rsidRPr="003B3EBC">
        <w:rPr>
          <w:rStyle w:val="libArabicChar"/>
          <w:rFonts w:hint="cs"/>
          <w:rtl/>
        </w:rPr>
        <w:t>ا</w:t>
      </w:r>
      <w:r w:rsidRPr="003B3EBC">
        <w:rPr>
          <w:rStyle w:val="libArabicChar"/>
          <w:rtl/>
        </w:rPr>
        <w:t xml:space="preserve"> </w:t>
      </w:r>
      <w:r w:rsidRPr="003B3EBC">
        <w:rPr>
          <w:rStyle w:val="libArabicChar"/>
          <w:rFonts w:hint="cs"/>
          <w:rtl/>
        </w:rPr>
        <w:t>ين</w:t>
      </w:r>
      <w:r w:rsidRPr="003B3EBC">
        <w:rPr>
          <w:rStyle w:val="libArabicChar"/>
          <w:rtl/>
        </w:rPr>
        <w:t xml:space="preserve"> </w:t>
      </w:r>
      <w:r w:rsidRPr="003B3EBC">
        <w:rPr>
          <w:rStyle w:val="libArabicChar"/>
          <w:rFonts w:hint="cs"/>
          <w:rtl/>
        </w:rPr>
        <w:t>الناس</w:t>
      </w:r>
      <w:r w:rsidRPr="003B3EBC">
        <w:rPr>
          <w:rStyle w:val="libArabicChar"/>
          <w:rtl/>
        </w:rPr>
        <w:t>''</w:t>
      </w:r>
      <w:r w:rsidRPr="003B3EBC">
        <w:rPr>
          <w:rStyle w:val="libArabicChar"/>
          <w:rFonts w:hint="cs"/>
          <w:rtl/>
        </w:rPr>
        <w:t>يوم</w:t>
      </w:r>
      <w:r w:rsidRPr="003B3EBC">
        <w:rPr>
          <w:rStyle w:val="libArabicChar"/>
          <w:rtl/>
        </w:rPr>
        <w:t xml:space="preserve"> </w:t>
      </w:r>
      <w:r w:rsidRPr="003B3EBC">
        <w:rPr>
          <w:rStyle w:val="libArabicChar"/>
          <w:rFonts w:hint="cs"/>
          <w:rtl/>
        </w:rPr>
        <w:t>تبدّل</w:t>
      </w:r>
      <w:r w:rsidRPr="003B3EBC">
        <w:rPr>
          <w:rStyle w:val="libArabicChar"/>
          <w:rtl/>
        </w:rPr>
        <w:t xml:space="preserve"> </w:t>
      </w:r>
      <w:r w:rsidRPr="003B3EBC">
        <w:rPr>
          <w:rStyle w:val="libArabicChar"/>
          <w:rFonts w:hint="cs"/>
          <w:rtl/>
        </w:rPr>
        <w:t>الا</w:t>
      </w:r>
      <w:r w:rsidRPr="003B3EBC">
        <w:rPr>
          <w:rStyle w:val="libArabicChar"/>
          <w:rtl/>
        </w:rPr>
        <w:t xml:space="preserve"> </w:t>
      </w:r>
      <w:r w:rsidRPr="003B3EBC">
        <w:rPr>
          <w:rStyle w:val="libArabicChar"/>
          <w:rFonts w:hint="cs"/>
          <w:rtl/>
        </w:rPr>
        <w:t>رض</w:t>
      </w:r>
      <w:r w:rsidRPr="003B3EBC">
        <w:rPr>
          <w:rStyle w:val="libArabicChar"/>
          <w:rtl/>
        </w:rPr>
        <w:t xml:space="preserve"> </w:t>
      </w:r>
      <w:r w:rsidRPr="003B3EBC">
        <w:rPr>
          <w:rStyle w:val="libArabicChar"/>
          <w:rFonts w:hint="cs"/>
          <w:rtl/>
        </w:rPr>
        <w:t>غير</w:t>
      </w:r>
      <w:r w:rsidRPr="003B3EBC">
        <w:rPr>
          <w:rStyle w:val="libArabicChar"/>
          <w:rtl/>
        </w:rPr>
        <w:t xml:space="preserve"> </w:t>
      </w:r>
      <w:r w:rsidRPr="003B3EBC">
        <w:rPr>
          <w:rStyle w:val="libArabicChar"/>
          <w:rFonts w:hint="cs"/>
          <w:rtl/>
        </w:rPr>
        <w:t>الا</w:t>
      </w:r>
      <w:r w:rsidRPr="003B3EBC">
        <w:rPr>
          <w:rStyle w:val="libArabicChar"/>
          <w:rtl/>
        </w:rPr>
        <w:t xml:space="preserve"> </w:t>
      </w:r>
      <w:r w:rsidRPr="003B3EBC">
        <w:rPr>
          <w:rStyle w:val="libArabicChar"/>
          <w:rFonts w:hint="cs"/>
          <w:rtl/>
        </w:rPr>
        <w:t>رض؟</w:t>
      </w:r>
      <w:r w:rsidRPr="003B3EBC">
        <w:rPr>
          <w:rStyle w:val="libArabicChar"/>
          <w:rtl/>
        </w:rPr>
        <w:t>''</w:t>
      </w:r>
      <w:r w:rsidRPr="003B3EBC">
        <w:rPr>
          <w:rStyle w:val="libArabicChar"/>
          <w:rFonts w:hint="cs"/>
          <w:rtl/>
        </w:rPr>
        <w:t>قال</w:t>
      </w:r>
      <w:r w:rsidRPr="003B3EBC">
        <w:rPr>
          <w:rStyle w:val="libArabicChar"/>
          <w:rtl/>
        </w:rPr>
        <w:t>:</w:t>
      </w:r>
      <w:r w:rsidR="00F21947" w:rsidRPr="00B2551F">
        <w:rPr>
          <w:rStyle w:val="libArabicChar"/>
          <w:rFonts w:hint="cs"/>
          <w:rtl/>
        </w:rPr>
        <w:t>ه</w:t>
      </w:r>
      <w:r w:rsidRPr="003B3EBC">
        <w:rPr>
          <w:rStyle w:val="libArabicChar"/>
          <w:rFonts w:hint="cs"/>
          <w:rtl/>
        </w:rPr>
        <w:t>م</w:t>
      </w:r>
      <w:r w:rsidRPr="003B3EBC">
        <w:rPr>
          <w:rStyle w:val="libArabicChar"/>
          <w:rtl/>
        </w:rPr>
        <w:t xml:space="preserve"> </w:t>
      </w:r>
      <w:r w:rsidRPr="003B3EBC">
        <w:rPr>
          <w:rStyle w:val="libArabicChar"/>
          <w:rFonts w:hint="cs"/>
          <w:rtl/>
        </w:rPr>
        <w:t>فى</w:t>
      </w:r>
      <w:r w:rsidRPr="003B3EBC">
        <w:rPr>
          <w:rStyle w:val="libArabicChar"/>
          <w:rtl/>
        </w:rPr>
        <w:t xml:space="preserve"> </w:t>
      </w:r>
      <w:r w:rsidRPr="003B3EBC">
        <w:rPr>
          <w:rStyle w:val="libArabicChar"/>
          <w:rFonts w:hint="cs"/>
          <w:rtl/>
        </w:rPr>
        <w:t>الظلمة</w:t>
      </w:r>
      <w:r w:rsidRPr="003B3EBC">
        <w:rPr>
          <w:rStyle w:val="libArabicChar"/>
          <w:rtl/>
        </w:rPr>
        <w:t xml:space="preserve"> </w:t>
      </w:r>
      <w:r w:rsidRPr="003B3EBC">
        <w:rPr>
          <w:rStyle w:val="libArabicChar"/>
          <w:rFonts w:hint="cs"/>
          <w:rtl/>
        </w:rPr>
        <w:t>دون</w:t>
      </w:r>
      <w:r w:rsidRPr="003B3EBC">
        <w:rPr>
          <w:rStyle w:val="libArabicChar"/>
          <w:rtl/>
        </w:rPr>
        <w:t xml:space="preserve"> </w:t>
      </w:r>
      <w:r w:rsidRPr="003B3EBC">
        <w:rPr>
          <w:rStyle w:val="libArabicChar"/>
          <w:rFonts w:hint="cs"/>
          <w:rtl/>
        </w:rPr>
        <w:t>الجسر</w:t>
      </w:r>
      <w:r>
        <w:rPr>
          <w:rtl/>
        </w:rPr>
        <w:t xml:space="preserve"> </w:t>
      </w:r>
      <w:r w:rsidRPr="003B3EBC">
        <w:rPr>
          <w:rStyle w:val="libFootnotenumChar"/>
          <w:rtl/>
        </w:rPr>
        <w:t>(1)</w:t>
      </w:r>
      <w:r>
        <w:rPr>
          <w:rtl/>
        </w:rPr>
        <w:t xml:space="preserve">''ايك يہودى عالم نے رسول خدا </w:t>
      </w:r>
      <w:r w:rsidR="00F031CD" w:rsidRPr="00F031CD">
        <w:rPr>
          <w:rStyle w:val="libAlaemChar"/>
          <w:rtl/>
        </w:rPr>
        <w:t xml:space="preserve"> صلى‌الله‌عليه‌وآله‌وسلم </w:t>
      </w:r>
      <w:r>
        <w:rPr>
          <w:rtl/>
        </w:rPr>
        <w:t xml:space="preserve"> سے آيت مجيدہ ''يوم تبدّل الا رض غيرالا رض''كے بارے مي</w:t>
      </w:r>
      <w:r w:rsidR="00083993">
        <w:rPr>
          <w:rtl/>
        </w:rPr>
        <w:t xml:space="preserve">ں </w:t>
      </w:r>
      <w:r>
        <w:rPr>
          <w:rtl/>
        </w:rPr>
        <w:t>پوچھا كہ اس وقت لوگ كہا</w:t>
      </w:r>
      <w:r w:rsidR="00083993">
        <w:rPr>
          <w:rtl/>
        </w:rPr>
        <w:t xml:space="preserve">ں </w:t>
      </w:r>
      <w:r>
        <w:rPr>
          <w:rtl/>
        </w:rPr>
        <w:t>ہي</w:t>
      </w:r>
      <w:r w:rsidR="00083993">
        <w:rPr>
          <w:rtl/>
        </w:rPr>
        <w:t xml:space="preserve">ں </w:t>
      </w:r>
      <w:r>
        <w:rPr>
          <w:rtl/>
        </w:rPr>
        <w:t xml:space="preserve">؟ انحضرت </w:t>
      </w:r>
      <w:r w:rsidR="00F031CD" w:rsidRPr="00F031CD">
        <w:rPr>
          <w:rStyle w:val="libAlaemChar"/>
          <w:rtl/>
        </w:rPr>
        <w:t xml:space="preserve"> صلى‌الله‌عليه‌وآله‌وسلم </w:t>
      </w:r>
      <w:r>
        <w:rPr>
          <w:rtl/>
        </w:rPr>
        <w:t xml:space="preserve"> نے فرمايا:و</w:t>
      </w:r>
      <w:r>
        <w:rPr>
          <w:rFonts w:hint="eastAsia"/>
          <w:rtl/>
        </w:rPr>
        <w:t>ہ</w:t>
      </w:r>
      <w:r>
        <w:rPr>
          <w:rtl/>
        </w:rPr>
        <w:t xml:space="preserve"> پل كے نزديك تاريكى مي</w:t>
      </w:r>
      <w:r w:rsidR="00083993">
        <w:rPr>
          <w:rtl/>
        </w:rPr>
        <w:t xml:space="preserve">ں </w:t>
      </w:r>
      <w:r>
        <w:rPr>
          <w:rtl/>
        </w:rPr>
        <w:t>ہي</w:t>
      </w:r>
      <w:r w:rsidR="00083993">
        <w:rPr>
          <w:rtl/>
        </w:rPr>
        <w:t xml:space="preserve">ں </w:t>
      </w:r>
      <w:r>
        <w:rPr>
          <w:rtl/>
        </w:rPr>
        <w:t>''</w:t>
      </w:r>
    </w:p>
    <w:p w:rsidR="001F628F" w:rsidRDefault="001F628F" w:rsidP="001F628F">
      <w:pPr>
        <w:pStyle w:val="libNormal"/>
        <w:rPr>
          <w:rtl/>
        </w:rPr>
      </w:pPr>
      <w:r>
        <w:rPr>
          <w:rtl/>
        </w:rPr>
        <w:t>13_</w:t>
      </w:r>
      <w:r w:rsidRPr="003B3EBC">
        <w:rPr>
          <w:rStyle w:val="libArabicChar"/>
          <w:rtl/>
        </w:rPr>
        <w:t>''عن محمد بن مسلم قال:سمعت ا با جعفر</w:t>
      </w:r>
      <w:r w:rsidR="00367F17" w:rsidRPr="00367F17">
        <w:rPr>
          <w:rStyle w:val="libAlaemChar"/>
          <w:rtl/>
        </w:rPr>
        <w:t xml:space="preserve"> عليه‌السلام </w:t>
      </w:r>
      <w:r w:rsidRPr="003B3EBC">
        <w:rPr>
          <w:rStyle w:val="libArabicChar"/>
          <w:rtl/>
        </w:rPr>
        <w:t xml:space="preserve"> يقول: ...لعلّكم ترون انّ</w:t>
      </w:r>
      <w:r w:rsidR="00120F63" w:rsidRPr="00B2551F">
        <w:rPr>
          <w:rStyle w:val="libArabicChar"/>
          <w:rFonts w:hint="cs"/>
          <w:rtl/>
        </w:rPr>
        <w:t>ه</w:t>
      </w:r>
      <w:r w:rsidRPr="003B3EBC">
        <w:rPr>
          <w:rStyle w:val="libArabicChar"/>
          <w:rtl/>
        </w:rPr>
        <w:t xml:space="preserve"> </w:t>
      </w:r>
      <w:r w:rsidRPr="003B3EBC">
        <w:rPr>
          <w:rStyle w:val="libArabicChar"/>
          <w:rFonts w:hint="cs"/>
          <w:rtl/>
        </w:rPr>
        <w:t>اذا</w:t>
      </w:r>
      <w:r w:rsidRPr="003B3EBC">
        <w:rPr>
          <w:rStyle w:val="libArabicChar"/>
          <w:rtl/>
        </w:rPr>
        <w:t xml:space="preserve"> </w:t>
      </w:r>
      <w:r w:rsidRPr="003B3EBC">
        <w:rPr>
          <w:rStyle w:val="libArabicChar"/>
          <w:rFonts w:hint="cs"/>
          <w:rtl/>
        </w:rPr>
        <w:t>كان</w:t>
      </w:r>
      <w:r w:rsidRPr="003B3EBC">
        <w:rPr>
          <w:rStyle w:val="libArabicChar"/>
          <w:rtl/>
        </w:rPr>
        <w:t xml:space="preserve"> </w:t>
      </w:r>
      <w:r w:rsidRPr="003B3EBC">
        <w:rPr>
          <w:rStyle w:val="libArabicChar"/>
          <w:rFonts w:hint="cs"/>
          <w:rtl/>
        </w:rPr>
        <w:t>يوم</w:t>
      </w:r>
      <w:r w:rsidRPr="003B3EBC">
        <w:rPr>
          <w:rStyle w:val="libArabicChar"/>
          <w:rtl/>
        </w:rPr>
        <w:t xml:space="preserve"> </w:t>
      </w:r>
      <w:r w:rsidRPr="003B3EBC">
        <w:rPr>
          <w:rStyle w:val="libArabicChar"/>
          <w:rFonts w:hint="cs"/>
          <w:rtl/>
        </w:rPr>
        <w:t>اقيامة</w:t>
      </w:r>
      <w:r w:rsidRPr="003B3EBC">
        <w:rPr>
          <w:rStyle w:val="libArabicChar"/>
          <w:rtl/>
        </w:rPr>
        <w:t xml:space="preserve"> ... </w:t>
      </w:r>
      <w:r w:rsidRPr="003B3EBC">
        <w:rPr>
          <w:rStyle w:val="libArabicChar"/>
          <w:rFonts w:hint="cs"/>
          <w:rtl/>
        </w:rPr>
        <w:t>ان</w:t>
      </w:r>
      <w:r w:rsidRPr="003B3EBC">
        <w:rPr>
          <w:rStyle w:val="libArabicChar"/>
          <w:rtl/>
        </w:rPr>
        <w:t xml:space="preserve"> </w:t>
      </w:r>
      <w:r w:rsidRPr="003B3EBC">
        <w:rPr>
          <w:rStyle w:val="libArabicChar"/>
          <w:rFonts w:hint="cs"/>
          <w:rtl/>
        </w:rPr>
        <w:t>الله</w:t>
      </w:r>
      <w:r w:rsidRPr="003B3EBC">
        <w:rPr>
          <w:rStyle w:val="libArabicChar"/>
          <w:rtl/>
        </w:rPr>
        <w:t xml:space="preserve"> </w:t>
      </w:r>
      <w:r w:rsidRPr="003B3EBC">
        <w:rPr>
          <w:rStyle w:val="libArabicChar"/>
          <w:rFonts w:hint="cs"/>
          <w:rtl/>
        </w:rPr>
        <w:t>تبارك</w:t>
      </w:r>
      <w:r w:rsidRPr="003B3EBC">
        <w:rPr>
          <w:rStyle w:val="libArabicChar"/>
          <w:rtl/>
        </w:rPr>
        <w:t xml:space="preserve"> </w:t>
      </w:r>
      <w:r w:rsidRPr="003B3EBC">
        <w:rPr>
          <w:rStyle w:val="libArabicChar"/>
          <w:rFonts w:hint="cs"/>
          <w:rtl/>
        </w:rPr>
        <w:t>وتعالى</w:t>
      </w:r>
      <w:r w:rsidRPr="003B3EBC">
        <w:rPr>
          <w:rStyle w:val="libArabicChar"/>
          <w:rtl/>
        </w:rPr>
        <w:t xml:space="preserve"> </w:t>
      </w:r>
      <w:r w:rsidRPr="003B3EBC">
        <w:rPr>
          <w:rStyle w:val="libArabicChar"/>
          <w:rFonts w:hint="cs"/>
          <w:rtl/>
        </w:rPr>
        <w:t>لايعبد</w:t>
      </w:r>
      <w:r w:rsidRPr="003B3EBC">
        <w:rPr>
          <w:rStyle w:val="libArabicChar"/>
          <w:rtl/>
        </w:rPr>
        <w:t xml:space="preserve"> </w:t>
      </w:r>
      <w:r w:rsidRPr="003B3EBC">
        <w:rPr>
          <w:rStyle w:val="libArabicChar"/>
          <w:rFonts w:hint="cs"/>
          <w:rtl/>
        </w:rPr>
        <w:t>فى</w:t>
      </w:r>
      <w:r w:rsidRPr="003B3EBC">
        <w:rPr>
          <w:rStyle w:val="libArabicChar"/>
          <w:rtl/>
        </w:rPr>
        <w:t xml:space="preserve"> </w:t>
      </w:r>
      <w:r w:rsidRPr="003B3EBC">
        <w:rPr>
          <w:rStyle w:val="libArabicChar"/>
          <w:rFonts w:hint="cs"/>
          <w:rtl/>
        </w:rPr>
        <w:t>بلاد</w:t>
      </w:r>
      <w:r w:rsidR="00120F63" w:rsidRPr="00B2551F">
        <w:rPr>
          <w:rStyle w:val="libArabicChar"/>
          <w:rFonts w:hint="cs"/>
          <w:rtl/>
        </w:rPr>
        <w:t>ه</w:t>
      </w:r>
      <w:r w:rsidRPr="003B3EBC">
        <w:rPr>
          <w:rStyle w:val="libArabicChar"/>
          <w:rtl/>
        </w:rPr>
        <w:t xml:space="preserve"> </w:t>
      </w:r>
      <w:r w:rsidRPr="003B3EBC">
        <w:rPr>
          <w:rStyle w:val="libArabicChar"/>
          <w:rFonts w:hint="cs"/>
          <w:rtl/>
        </w:rPr>
        <w:t>ولايخلق</w:t>
      </w:r>
      <w:r w:rsidRPr="003B3EBC">
        <w:rPr>
          <w:rStyle w:val="libArabicChar"/>
          <w:rtl/>
        </w:rPr>
        <w:t xml:space="preserve"> </w:t>
      </w:r>
      <w:r w:rsidRPr="003B3EBC">
        <w:rPr>
          <w:rStyle w:val="libArabicChar"/>
          <w:rFonts w:hint="cs"/>
          <w:rtl/>
        </w:rPr>
        <w:t>خلقاً</w:t>
      </w:r>
      <w:r w:rsidRPr="003B3EBC">
        <w:rPr>
          <w:rStyle w:val="libArabicChar"/>
          <w:rtl/>
        </w:rPr>
        <w:t xml:space="preserve"> </w:t>
      </w:r>
      <w:r w:rsidRPr="003B3EBC">
        <w:rPr>
          <w:rStyle w:val="libArabicChar"/>
          <w:rFonts w:hint="cs"/>
          <w:rtl/>
        </w:rPr>
        <w:t>يعبدون</w:t>
      </w:r>
      <w:r w:rsidR="00120F63" w:rsidRPr="00B2551F">
        <w:rPr>
          <w:rStyle w:val="libArabicChar"/>
          <w:rFonts w:hint="cs"/>
          <w:rtl/>
        </w:rPr>
        <w:t>ه</w:t>
      </w:r>
      <w:r w:rsidRPr="003B3EBC">
        <w:rPr>
          <w:rStyle w:val="libArabicChar"/>
          <w:rtl/>
        </w:rPr>
        <w:t xml:space="preserve"> ...</w:t>
      </w:r>
      <w:r w:rsidRPr="003B3EBC">
        <w:rPr>
          <w:rStyle w:val="libArabicChar"/>
          <w:rFonts w:hint="cs"/>
          <w:rtl/>
        </w:rPr>
        <w:t>بلى</w:t>
      </w:r>
      <w:r w:rsidRPr="003B3EBC">
        <w:rPr>
          <w:rStyle w:val="libArabicChar"/>
          <w:rtl/>
        </w:rPr>
        <w:t xml:space="preserve"> </w:t>
      </w:r>
      <w:r w:rsidRPr="003B3EBC">
        <w:rPr>
          <w:rStyle w:val="libArabicChar"/>
          <w:rFonts w:hint="cs"/>
          <w:rtl/>
        </w:rPr>
        <w:t>والله</w:t>
      </w:r>
      <w:r w:rsidRPr="003B3EBC">
        <w:rPr>
          <w:rStyle w:val="libArabicChar"/>
          <w:rtl/>
        </w:rPr>
        <w:t xml:space="preserve"> _</w:t>
      </w:r>
      <w:r w:rsidRPr="003B3EBC">
        <w:rPr>
          <w:rStyle w:val="libArabicChar"/>
          <w:rFonts w:hint="cs"/>
          <w:rtl/>
        </w:rPr>
        <w:t>ليخلقنّ</w:t>
      </w:r>
      <w:r w:rsidRPr="003B3EBC">
        <w:rPr>
          <w:rStyle w:val="libArabicChar"/>
          <w:rtl/>
        </w:rPr>
        <w:t xml:space="preserve"> </w:t>
      </w:r>
      <w:r w:rsidRPr="003B3EBC">
        <w:rPr>
          <w:rStyle w:val="libArabicChar"/>
          <w:rFonts w:hint="cs"/>
          <w:rtl/>
        </w:rPr>
        <w:t>خلقاً</w:t>
      </w:r>
      <w:r w:rsidRPr="003B3EBC">
        <w:rPr>
          <w:rStyle w:val="libArabicChar"/>
          <w:rtl/>
        </w:rPr>
        <w:t xml:space="preserve"> </w:t>
      </w:r>
      <w:r w:rsidRPr="003B3EBC">
        <w:rPr>
          <w:rStyle w:val="libArabicChar"/>
          <w:rFonts w:hint="cs"/>
          <w:rtl/>
        </w:rPr>
        <w:t>من</w:t>
      </w:r>
      <w:r w:rsidRPr="003B3EBC">
        <w:rPr>
          <w:rStyle w:val="libArabicChar"/>
          <w:rtl/>
        </w:rPr>
        <w:t xml:space="preserve"> </w:t>
      </w:r>
      <w:r w:rsidRPr="003B3EBC">
        <w:rPr>
          <w:rStyle w:val="libArabicChar"/>
          <w:rFonts w:hint="cs"/>
          <w:rtl/>
        </w:rPr>
        <w:t>غير</w:t>
      </w:r>
      <w:r w:rsidRPr="003B3EBC">
        <w:rPr>
          <w:rStyle w:val="libArabicChar"/>
          <w:rtl/>
        </w:rPr>
        <w:t xml:space="preserve"> </w:t>
      </w:r>
      <w:r w:rsidRPr="003B3EBC">
        <w:rPr>
          <w:rStyle w:val="libArabicChar"/>
          <w:rFonts w:hint="cs"/>
          <w:rtl/>
        </w:rPr>
        <w:t>فحولة</w:t>
      </w:r>
      <w:r w:rsidRPr="003B3EBC">
        <w:rPr>
          <w:rStyle w:val="libArabicChar"/>
          <w:rtl/>
        </w:rPr>
        <w:t xml:space="preserve"> </w:t>
      </w:r>
      <w:r w:rsidRPr="003B3EBC">
        <w:rPr>
          <w:rStyle w:val="libArabicChar"/>
          <w:rFonts w:hint="cs"/>
          <w:rtl/>
        </w:rPr>
        <w:t>ول</w:t>
      </w:r>
      <w:r w:rsidRPr="003B3EBC">
        <w:rPr>
          <w:rStyle w:val="libArabicChar"/>
          <w:rtl/>
        </w:rPr>
        <w:t>ا اناث ...ويخلق ل</w:t>
      </w:r>
      <w:r w:rsidR="00F21947" w:rsidRPr="00B2551F">
        <w:rPr>
          <w:rStyle w:val="libArabicChar"/>
          <w:rFonts w:hint="cs"/>
          <w:rtl/>
        </w:rPr>
        <w:t>ه</w:t>
      </w:r>
      <w:r w:rsidRPr="003B3EBC">
        <w:rPr>
          <w:rStyle w:val="libArabicChar"/>
          <w:rFonts w:hint="cs"/>
          <w:rtl/>
        </w:rPr>
        <w:t>م</w:t>
      </w:r>
      <w:r w:rsidRPr="003B3EBC">
        <w:rPr>
          <w:rStyle w:val="libArabicChar"/>
          <w:rtl/>
        </w:rPr>
        <w:t xml:space="preserve"> </w:t>
      </w:r>
      <w:r w:rsidRPr="003B3EBC">
        <w:rPr>
          <w:rStyle w:val="libArabicChar"/>
          <w:rFonts w:hint="cs"/>
          <w:rtl/>
        </w:rPr>
        <w:t>ا</w:t>
      </w:r>
      <w:r w:rsidRPr="003B3EBC">
        <w:rPr>
          <w:rStyle w:val="libArabicChar"/>
          <w:rtl/>
        </w:rPr>
        <w:t xml:space="preserve"> </w:t>
      </w:r>
      <w:r w:rsidRPr="003B3EBC">
        <w:rPr>
          <w:rStyle w:val="libArabicChar"/>
          <w:rFonts w:hint="cs"/>
          <w:rtl/>
        </w:rPr>
        <w:t>رضاً</w:t>
      </w:r>
      <w:r w:rsidRPr="003B3EBC">
        <w:rPr>
          <w:rStyle w:val="libArabicChar"/>
          <w:rtl/>
        </w:rPr>
        <w:t xml:space="preserve"> </w:t>
      </w:r>
      <w:r w:rsidRPr="003B3EBC">
        <w:rPr>
          <w:rStyle w:val="libArabicChar"/>
          <w:rFonts w:hint="cs"/>
          <w:rtl/>
        </w:rPr>
        <w:t>تحمل</w:t>
      </w:r>
      <w:r w:rsidR="00F21947" w:rsidRPr="00B2551F">
        <w:rPr>
          <w:rStyle w:val="libArabicChar"/>
          <w:rFonts w:hint="cs"/>
          <w:rtl/>
        </w:rPr>
        <w:t>ه</w:t>
      </w:r>
      <w:r w:rsidRPr="003B3EBC">
        <w:rPr>
          <w:rStyle w:val="libArabicChar"/>
          <w:rFonts w:hint="cs"/>
          <w:rtl/>
        </w:rPr>
        <w:t>م</w:t>
      </w:r>
      <w:r w:rsidRPr="003B3EBC">
        <w:rPr>
          <w:rStyle w:val="libArabicChar"/>
          <w:rtl/>
        </w:rPr>
        <w:t xml:space="preserve"> </w:t>
      </w:r>
      <w:r w:rsidRPr="003B3EBC">
        <w:rPr>
          <w:rStyle w:val="libArabicChar"/>
          <w:rFonts w:hint="cs"/>
          <w:rtl/>
        </w:rPr>
        <w:t>وسماء</w:t>
      </w:r>
      <w:r w:rsidRPr="003B3EBC">
        <w:rPr>
          <w:rStyle w:val="libArabicChar"/>
          <w:rtl/>
        </w:rPr>
        <w:t xml:space="preserve"> </w:t>
      </w:r>
      <w:r w:rsidRPr="003B3EBC">
        <w:rPr>
          <w:rStyle w:val="libArabicChar"/>
          <w:rFonts w:hint="cs"/>
          <w:rtl/>
        </w:rPr>
        <w:t>تظلّ</w:t>
      </w:r>
      <w:r w:rsidR="00F21947" w:rsidRPr="00B2551F">
        <w:rPr>
          <w:rStyle w:val="libArabicChar"/>
          <w:rFonts w:hint="cs"/>
          <w:rtl/>
        </w:rPr>
        <w:t>ه</w:t>
      </w:r>
      <w:r w:rsidRPr="003B3EBC">
        <w:rPr>
          <w:rStyle w:val="libArabicChar"/>
          <w:rFonts w:hint="cs"/>
          <w:rtl/>
        </w:rPr>
        <w:t>م</w:t>
      </w:r>
      <w:r w:rsidRPr="003B3EBC">
        <w:rPr>
          <w:rStyle w:val="libArabicChar"/>
          <w:rtl/>
        </w:rPr>
        <w:t xml:space="preserve"> </w:t>
      </w:r>
      <w:r w:rsidRPr="003B3EBC">
        <w:rPr>
          <w:rStyle w:val="libArabicChar"/>
          <w:rFonts w:hint="cs"/>
          <w:rtl/>
        </w:rPr>
        <w:t>ا</w:t>
      </w:r>
      <w:r w:rsidRPr="003B3EBC">
        <w:rPr>
          <w:rStyle w:val="libArabicChar"/>
          <w:rtl/>
        </w:rPr>
        <w:t xml:space="preserve"> </w:t>
      </w:r>
      <w:r w:rsidRPr="003B3EBC">
        <w:rPr>
          <w:rStyle w:val="libArabicChar"/>
          <w:rFonts w:hint="cs"/>
          <w:rtl/>
        </w:rPr>
        <w:t>ليس</w:t>
      </w:r>
      <w:r w:rsidRPr="003B3EBC">
        <w:rPr>
          <w:rStyle w:val="libArabicChar"/>
          <w:rtl/>
        </w:rPr>
        <w:t xml:space="preserve"> </w:t>
      </w:r>
      <w:r w:rsidRPr="003B3EBC">
        <w:rPr>
          <w:rStyle w:val="libArabicChar"/>
          <w:rFonts w:hint="cs"/>
          <w:rtl/>
        </w:rPr>
        <w:t>اللّ</w:t>
      </w:r>
      <w:r w:rsidR="00120F63" w:rsidRPr="00B2551F">
        <w:rPr>
          <w:rStyle w:val="libArabicChar"/>
          <w:rFonts w:hint="cs"/>
          <w:rtl/>
        </w:rPr>
        <w:t>ه</w:t>
      </w:r>
      <w:r w:rsidRPr="003B3EBC">
        <w:rPr>
          <w:rStyle w:val="libArabicChar"/>
          <w:rtl/>
        </w:rPr>
        <w:t xml:space="preserve"> </w:t>
      </w:r>
      <w:r w:rsidRPr="003B3EBC">
        <w:rPr>
          <w:rStyle w:val="libArabicChar"/>
          <w:rFonts w:hint="cs"/>
          <w:rtl/>
        </w:rPr>
        <w:t>يقو</w:t>
      </w:r>
      <w:r w:rsidRPr="003B3EBC">
        <w:rPr>
          <w:rStyle w:val="libArabicChar"/>
          <w:rFonts w:hint="eastAsia"/>
          <w:rtl/>
        </w:rPr>
        <w:t>ل</w:t>
      </w:r>
      <w:r w:rsidRPr="003B3EBC">
        <w:rPr>
          <w:rStyle w:val="libArabicChar"/>
          <w:rtl/>
        </w:rPr>
        <w:t>:''يوم تبدّل الا رض غيرالا رض والسماوات''</w:t>
      </w:r>
      <w:r>
        <w:rPr>
          <w:rtl/>
        </w:rPr>
        <w:t xml:space="preserve"> ...;</w:t>
      </w:r>
      <w:r w:rsidRPr="003B3EBC">
        <w:rPr>
          <w:rStyle w:val="libFootnotenumChar"/>
          <w:rtl/>
        </w:rPr>
        <w:t>(2)</w:t>
      </w:r>
      <w:r>
        <w:rPr>
          <w:rtl/>
        </w:rPr>
        <w:t>محمد بن مسلم كہتے ہي</w:t>
      </w:r>
      <w:r w:rsidR="00083993">
        <w:rPr>
          <w:rtl/>
        </w:rPr>
        <w:t xml:space="preserve">ں </w:t>
      </w:r>
      <w:r>
        <w:rPr>
          <w:rtl/>
        </w:rPr>
        <w:t>:مي</w:t>
      </w:r>
      <w:r w:rsidR="00083993">
        <w:rPr>
          <w:rtl/>
        </w:rPr>
        <w:t xml:space="preserve">ں </w:t>
      </w:r>
      <w:r>
        <w:rPr>
          <w:rtl/>
        </w:rPr>
        <w:t xml:space="preserve">نے امام محمد باقر </w:t>
      </w:r>
      <w:r w:rsidR="00367F17" w:rsidRPr="00367F17">
        <w:rPr>
          <w:rStyle w:val="libAlaemChar"/>
          <w:rtl/>
        </w:rPr>
        <w:t xml:space="preserve"> عليه‌السلام </w:t>
      </w:r>
      <w:r>
        <w:rPr>
          <w:rtl/>
        </w:rPr>
        <w:t xml:space="preserve"> سے سنا ہے كہ اپ </w:t>
      </w:r>
      <w:r w:rsidR="00367F17" w:rsidRPr="00367F17">
        <w:rPr>
          <w:rStyle w:val="libAlaemChar"/>
          <w:rtl/>
        </w:rPr>
        <w:t xml:space="preserve"> عليه‌السلام </w:t>
      </w:r>
      <w:r>
        <w:rPr>
          <w:rtl/>
        </w:rPr>
        <w:t xml:space="preserve"> نے فرمايا: شايد تم گمان كرو كہ جب قيامت كا دن ائے گا ... تو خدا وند عالم كى اس كے بلاد مي</w:t>
      </w:r>
      <w:r w:rsidR="00083993">
        <w:rPr>
          <w:rtl/>
        </w:rPr>
        <w:t xml:space="preserve">ں </w:t>
      </w:r>
      <w:r>
        <w:rPr>
          <w:rtl/>
        </w:rPr>
        <w:t>عبادت نہي</w:t>
      </w:r>
      <w:r w:rsidR="00083993">
        <w:rPr>
          <w:rtl/>
        </w:rPr>
        <w:t xml:space="preserve">ں </w:t>
      </w:r>
      <w:r>
        <w:rPr>
          <w:rtl/>
        </w:rPr>
        <w:t>ہو گى اور جو لوگ اس كى عبادت كرتے ہ</w:t>
      </w:r>
      <w:r>
        <w:rPr>
          <w:rFonts w:hint="eastAsia"/>
          <w:rtl/>
        </w:rPr>
        <w:t>ي</w:t>
      </w:r>
      <w:r w:rsidR="00083993">
        <w:rPr>
          <w:rFonts w:hint="eastAsia"/>
          <w:rtl/>
        </w:rPr>
        <w:t xml:space="preserve">ں </w:t>
      </w:r>
      <w:r>
        <w:rPr>
          <w:rtl/>
        </w:rPr>
        <w:t>وہ انہي</w:t>
      </w:r>
      <w:r w:rsidR="00083993">
        <w:rPr>
          <w:rtl/>
        </w:rPr>
        <w:t xml:space="preserve">ں </w:t>
      </w:r>
      <w:r>
        <w:rPr>
          <w:rtl/>
        </w:rPr>
        <w:t>خلق نہي</w:t>
      </w:r>
      <w:r w:rsidR="00083993">
        <w:rPr>
          <w:rtl/>
        </w:rPr>
        <w:t xml:space="preserve">ں </w:t>
      </w:r>
      <w:r>
        <w:rPr>
          <w:rtl/>
        </w:rPr>
        <w:t>كر ے گا؟خدا كى قسم ايسا نہي</w:t>
      </w:r>
      <w:r w:rsidR="00083993">
        <w:rPr>
          <w:rtl/>
        </w:rPr>
        <w:t xml:space="preserve">ں </w:t>
      </w:r>
      <w:r>
        <w:rPr>
          <w:rtl/>
        </w:rPr>
        <w:t>ہے ،خدا ايك مخلوق كو نر ومادہ كے بغير خلق كرے گا اور ان كے رہنے كے لئے ايك زمين اور ان پر سايہ انداز ہونے كے لئے ايك اسمان خلق كرے گا _كيا خدا وندعالم نے نہي</w:t>
      </w:r>
      <w:r w:rsidR="00083993">
        <w:rPr>
          <w:rtl/>
        </w:rPr>
        <w:t xml:space="preserve">ں </w:t>
      </w:r>
      <w:r>
        <w:rPr>
          <w:rtl/>
        </w:rPr>
        <w:t>فرمايا:''يوم تبدّل الا رض غير الا رض والسماوات؟''</w:t>
      </w:r>
    </w:p>
    <w:p w:rsidR="001F628F" w:rsidRDefault="001F628F" w:rsidP="001F628F">
      <w:pPr>
        <w:pStyle w:val="libNormal"/>
        <w:rPr>
          <w:rtl/>
        </w:rPr>
      </w:pPr>
      <w:r>
        <w:rPr>
          <w:rtl/>
        </w:rPr>
        <w:t>14_</w:t>
      </w:r>
      <w:r w:rsidRPr="003B3EBC">
        <w:rPr>
          <w:rStyle w:val="libArabicChar"/>
          <w:rtl/>
        </w:rPr>
        <w:t>''عن على بن الحسين</w:t>
      </w:r>
      <w:r w:rsidR="00367F17" w:rsidRPr="00367F17">
        <w:rPr>
          <w:rStyle w:val="libAlaemChar"/>
          <w:rtl/>
        </w:rPr>
        <w:t xml:space="preserve"> عليه‌السلام </w:t>
      </w:r>
      <w:r w:rsidRPr="003B3EBC">
        <w:rPr>
          <w:rStyle w:val="libArabicChar"/>
          <w:rtl/>
        </w:rPr>
        <w:t>قال:''تبدّل الا رض غيرالا رض''يعنى با رض لم تكتسب علي</w:t>
      </w:r>
      <w:r w:rsidR="00F21947" w:rsidRPr="00B2551F">
        <w:rPr>
          <w:rStyle w:val="libArabicChar"/>
          <w:rFonts w:hint="cs"/>
          <w:rtl/>
        </w:rPr>
        <w:t>ه</w:t>
      </w:r>
      <w:r w:rsidRPr="003B3EBC">
        <w:rPr>
          <w:rStyle w:val="libArabicChar"/>
          <w:rFonts w:hint="cs"/>
          <w:rtl/>
        </w:rPr>
        <w:t>ا</w:t>
      </w:r>
      <w:r w:rsidRPr="003B3EBC">
        <w:rPr>
          <w:rStyle w:val="libArabicChar"/>
          <w:rtl/>
        </w:rPr>
        <w:t xml:space="preserve"> </w:t>
      </w:r>
      <w:r w:rsidRPr="003B3EBC">
        <w:rPr>
          <w:rStyle w:val="libArabicChar"/>
          <w:rFonts w:hint="cs"/>
          <w:rtl/>
        </w:rPr>
        <w:t>الذنوب</w:t>
      </w:r>
      <w:r w:rsidRPr="003B3EBC">
        <w:rPr>
          <w:rStyle w:val="libArabicChar"/>
          <w:rtl/>
        </w:rPr>
        <w:t xml:space="preserve"> </w:t>
      </w:r>
      <w:r w:rsidRPr="003B3EBC">
        <w:rPr>
          <w:rStyle w:val="libArabicChar"/>
          <w:rFonts w:hint="cs"/>
          <w:rtl/>
        </w:rPr>
        <w:t>بارزة،ليست</w:t>
      </w:r>
      <w:r w:rsidRPr="003B3EBC">
        <w:rPr>
          <w:rStyle w:val="libArabicChar"/>
          <w:rtl/>
        </w:rPr>
        <w:t xml:space="preserve"> </w:t>
      </w:r>
      <w:r w:rsidRPr="003B3EBC">
        <w:rPr>
          <w:rStyle w:val="libArabicChar"/>
          <w:rFonts w:hint="cs"/>
          <w:rtl/>
        </w:rPr>
        <w:t>علي</w:t>
      </w:r>
      <w:r w:rsidR="00F21947" w:rsidRPr="00B2551F">
        <w:rPr>
          <w:rStyle w:val="libArabicChar"/>
          <w:rFonts w:hint="cs"/>
          <w:rtl/>
        </w:rPr>
        <w:t>ه</w:t>
      </w:r>
      <w:r w:rsidRPr="003B3EBC">
        <w:rPr>
          <w:rStyle w:val="libArabicChar"/>
          <w:rFonts w:hint="cs"/>
          <w:rtl/>
        </w:rPr>
        <w:t>ا</w:t>
      </w:r>
      <w:r w:rsidRPr="003B3EBC">
        <w:rPr>
          <w:rStyle w:val="libArabicChar"/>
          <w:rtl/>
        </w:rPr>
        <w:t xml:space="preserve"> </w:t>
      </w:r>
      <w:r w:rsidRPr="003B3EBC">
        <w:rPr>
          <w:rStyle w:val="libArabicChar"/>
          <w:rFonts w:hint="cs"/>
          <w:rtl/>
        </w:rPr>
        <w:t>جبال</w:t>
      </w:r>
      <w:r w:rsidRPr="003B3EBC">
        <w:rPr>
          <w:rStyle w:val="libArabicChar"/>
          <w:rtl/>
        </w:rPr>
        <w:t xml:space="preserve"> </w:t>
      </w:r>
      <w:r w:rsidRPr="003B3EBC">
        <w:rPr>
          <w:rStyle w:val="libArabicChar"/>
          <w:rFonts w:hint="cs"/>
          <w:rtl/>
        </w:rPr>
        <w:t>ولانبات</w:t>
      </w:r>
      <w:r w:rsidRPr="003B3EBC">
        <w:rPr>
          <w:rStyle w:val="libArabicChar"/>
          <w:rtl/>
        </w:rPr>
        <w:t xml:space="preserve"> </w:t>
      </w:r>
      <w:r w:rsidRPr="003B3EBC">
        <w:rPr>
          <w:rStyle w:val="libArabicChar"/>
          <w:rFonts w:hint="cs"/>
          <w:rtl/>
        </w:rPr>
        <w:t>كما</w:t>
      </w:r>
      <w:r w:rsidRPr="003B3EBC">
        <w:rPr>
          <w:rStyle w:val="libArabicChar"/>
          <w:rtl/>
        </w:rPr>
        <w:t xml:space="preserve"> </w:t>
      </w:r>
      <w:r w:rsidRPr="003B3EBC">
        <w:rPr>
          <w:rStyle w:val="libArabicChar"/>
          <w:rFonts w:hint="cs"/>
          <w:rtl/>
        </w:rPr>
        <w:t>دحا</w:t>
      </w:r>
      <w:r w:rsidR="00F21947" w:rsidRPr="00B2551F">
        <w:rPr>
          <w:rStyle w:val="libArabicChar"/>
          <w:rFonts w:hint="cs"/>
          <w:rtl/>
        </w:rPr>
        <w:t>ه</w:t>
      </w:r>
      <w:r w:rsidRPr="003B3EBC">
        <w:rPr>
          <w:rStyle w:val="libArabicChar"/>
          <w:rFonts w:hint="cs"/>
          <w:rtl/>
        </w:rPr>
        <w:t>ا</w:t>
      </w:r>
      <w:r w:rsidRPr="003B3EBC">
        <w:rPr>
          <w:rStyle w:val="libArabicChar"/>
          <w:rtl/>
        </w:rPr>
        <w:t xml:space="preserve"> </w:t>
      </w:r>
      <w:r w:rsidRPr="003B3EBC">
        <w:rPr>
          <w:rStyle w:val="libArabicChar"/>
          <w:rFonts w:hint="cs"/>
          <w:rtl/>
        </w:rPr>
        <w:t>ا</w:t>
      </w:r>
      <w:r w:rsidRPr="003B3EBC">
        <w:rPr>
          <w:rStyle w:val="libArabicChar"/>
          <w:rtl/>
        </w:rPr>
        <w:t xml:space="preserve"> </w:t>
      </w:r>
      <w:r w:rsidRPr="003B3EBC">
        <w:rPr>
          <w:rStyle w:val="libArabicChar"/>
          <w:rFonts w:hint="cs"/>
          <w:rtl/>
        </w:rPr>
        <w:t>وّل</w:t>
      </w:r>
      <w:r w:rsidRPr="003B3EBC">
        <w:rPr>
          <w:rStyle w:val="libArabicChar"/>
          <w:rtl/>
        </w:rPr>
        <w:t xml:space="preserve"> </w:t>
      </w:r>
      <w:r w:rsidRPr="003B3EBC">
        <w:rPr>
          <w:rStyle w:val="libArabicChar"/>
          <w:rFonts w:hint="cs"/>
          <w:rtl/>
        </w:rPr>
        <w:t>مرّة</w:t>
      </w:r>
      <w:r>
        <w:rPr>
          <w:rtl/>
        </w:rPr>
        <w:t xml:space="preserve"> </w:t>
      </w:r>
      <w:r w:rsidRPr="007027BC">
        <w:rPr>
          <w:rStyle w:val="libFootnotenumChar"/>
          <w:rtl/>
        </w:rPr>
        <w:t>(3)</w:t>
      </w:r>
      <w:r>
        <w:rPr>
          <w:rtl/>
        </w:rPr>
        <w:t>حضرت امام علي</w:t>
      </w:r>
      <w:r w:rsidR="00367F17" w:rsidRPr="00367F17">
        <w:rPr>
          <w:rStyle w:val="libAlaemChar"/>
          <w:rtl/>
        </w:rPr>
        <w:t xml:space="preserve"> عليه‌السلام </w:t>
      </w:r>
      <w:r>
        <w:rPr>
          <w:rtl/>
        </w:rPr>
        <w:t xml:space="preserve"> بن حسين </w:t>
      </w:r>
      <w:r w:rsidR="00367F17" w:rsidRPr="00367F17">
        <w:rPr>
          <w:rStyle w:val="libAlaemChar"/>
          <w:rtl/>
        </w:rPr>
        <w:t xml:space="preserve"> عليه‌السلام </w:t>
      </w:r>
      <w:r>
        <w:rPr>
          <w:rtl/>
        </w:rPr>
        <w:t xml:space="preserve"> سے خداوند عالم كے اس فرمان ''تبدّل الا رض غير الا رض'' كے بارے مي</w:t>
      </w:r>
      <w:r w:rsidR="00083993">
        <w:rPr>
          <w:rtl/>
        </w:rPr>
        <w:t xml:space="preserve">ں </w:t>
      </w:r>
      <w:r>
        <w:rPr>
          <w:rtl/>
        </w:rPr>
        <w:t>منقول ہے كہ اپ</w:t>
      </w:r>
      <w:r w:rsidR="00367F17" w:rsidRPr="00367F17">
        <w:rPr>
          <w:rStyle w:val="libAlaemChar"/>
          <w:rtl/>
        </w:rPr>
        <w:t xml:space="preserve"> عليه‌السلام </w:t>
      </w:r>
      <w:r>
        <w:rPr>
          <w:rtl/>
        </w:rPr>
        <w:t xml:space="preserve"> ن</w:t>
      </w:r>
      <w:r>
        <w:rPr>
          <w:rFonts w:hint="eastAsia"/>
          <w:rtl/>
        </w:rPr>
        <w:t>ے</w:t>
      </w:r>
      <w:r>
        <w:rPr>
          <w:rtl/>
        </w:rPr>
        <w:t xml:space="preserve"> فرمايا:اس سے مراد يہ كہ وہ ايسى زمين مي</w:t>
      </w:r>
      <w:r w:rsidR="00083993">
        <w:rPr>
          <w:rtl/>
        </w:rPr>
        <w:t xml:space="preserve">ں </w:t>
      </w:r>
      <w:r>
        <w:rPr>
          <w:rtl/>
        </w:rPr>
        <w:t>بدل دى جائے گى كہ جس پر كوئي گناہ انجام نہي</w:t>
      </w:r>
      <w:r w:rsidR="00083993">
        <w:rPr>
          <w:rtl/>
        </w:rPr>
        <w:t xml:space="preserve">ں </w:t>
      </w:r>
      <w:r>
        <w:rPr>
          <w:rtl/>
        </w:rPr>
        <w:t>پايا ،وہ وسيع اور كھلى زمين ہے ،اس پرنہ كوئي پہاڑ ہے اور نہ نباتات گويا خدا نے پہلى دفعہ اس زمين كو پھيلايا ہے_</w:t>
      </w:r>
    </w:p>
    <w:p w:rsidR="001F628F" w:rsidRDefault="001F628F" w:rsidP="001F628F">
      <w:pPr>
        <w:pStyle w:val="libNormal"/>
        <w:rPr>
          <w:rtl/>
        </w:rPr>
      </w:pPr>
      <w:r>
        <w:rPr>
          <w:rtl/>
        </w:rPr>
        <w:t>15_</w:t>
      </w:r>
      <w:r w:rsidRPr="007027BC">
        <w:rPr>
          <w:rStyle w:val="libArabicChar"/>
          <w:rtl/>
        </w:rPr>
        <w:t>''عن ا بى ا يوب الا نصارى قال:ا تى النبي</w:t>
      </w:r>
      <w:r w:rsidR="00F031CD" w:rsidRPr="00F031CD">
        <w:rPr>
          <w:rStyle w:val="libAlaemChar"/>
          <w:rtl/>
        </w:rPr>
        <w:t xml:space="preserve"> صلى‌الله‌عليه‌وآله‌وسلم </w:t>
      </w:r>
      <w:r w:rsidRPr="007027BC">
        <w:rPr>
          <w:rStyle w:val="libArabicChar"/>
          <w:rtl/>
        </w:rPr>
        <w:t xml:space="preserve"> حبر من الي</w:t>
      </w:r>
      <w:r w:rsidR="00F21947" w:rsidRPr="00B2551F">
        <w:rPr>
          <w:rStyle w:val="libArabicChar"/>
          <w:rFonts w:hint="cs"/>
          <w:rtl/>
        </w:rPr>
        <w:t>ه</w:t>
      </w:r>
      <w:r w:rsidRPr="007027BC">
        <w:rPr>
          <w:rStyle w:val="libArabicChar"/>
          <w:rFonts w:hint="cs"/>
          <w:rtl/>
        </w:rPr>
        <w:t>ود</w:t>
      </w:r>
      <w:r w:rsidRPr="007027BC">
        <w:rPr>
          <w:rStyle w:val="libArabicChar"/>
          <w:rtl/>
        </w:rPr>
        <w:t xml:space="preserve"> </w:t>
      </w:r>
      <w:r w:rsidRPr="007027BC">
        <w:rPr>
          <w:rStyle w:val="libArabicChar"/>
          <w:rFonts w:hint="cs"/>
          <w:rtl/>
        </w:rPr>
        <w:t>وقال</w:t>
      </w:r>
      <w:r w:rsidRPr="007027BC">
        <w:rPr>
          <w:rStyle w:val="libArabicChar"/>
          <w:rtl/>
        </w:rPr>
        <w:t>:</w:t>
      </w:r>
      <w:r w:rsidRPr="007027BC">
        <w:rPr>
          <w:rStyle w:val="libArabicChar"/>
          <w:rFonts w:hint="cs"/>
          <w:rtl/>
        </w:rPr>
        <w:t>ا</w:t>
      </w:r>
      <w:r w:rsidRPr="007027BC">
        <w:rPr>
          <w:rStyle w:val="libArabicChar"/>
          <w:rtl/>
        </w:rPr>
        <w:t xml:space="preserve"> </w:t>
      </w:r>
      <w:r w:rsidRPr="007027BC">
        <w:rPr>
          <w:rStyle w:val="libArabicChar"/>
          <w:rFonts w:hint="cs"/>
          <w:rtl/>
        </w:rPr>
        <w:t>را</w:t>
      </w:r>
      <w:r w:rsidRPr="007027BC">
        <w:rPr>
          <w:rStyle w:val="libArabicChar"/>
          <w:rtl/>
        </w:rPr>
        <w:t xml:space="preserve"> </w:t>
      </w:r>
      <w:r w:rsidRPr="007027BC">
        <w:rPr>
          <w:rStyle w:val="libArabicChar"/>
          <w:rFonts w:hint="cs"/>
          <w:rtl/>
        </w:rPr>
        <w:t>يت</w:t>
      </w:r>
      <w:r w:rsidRPr="007027BC">
        <w:rPr>
          <w:rStyle w:val="libArabicChar"/>
          <w:rtl/>
        </w:rPr>
        <w:t xml:space="preserve"> </w:t>
      </w:r>
      <w:r w:rsidRPr="007027BC">
        <w:rPr>
          <w:rStyle w:val="libArabicChar"/>
          <w:rFonts w:hint="cs"/>
          <w:rtl/>
        </w:rPr>
        <w:t>اذ</w:t>
      </w:r>
    </w:p>
    <w:p w:rsidR="001F628F" w:rsidRDefault="00B84D3B" w:rsidP="00B84D3B">
      <w:pPr>
        <w:pStyle w:val="libLine"/>
        <w:rPr>
          <w:rtl/>
        </w:rPr>
      </w:pPr>
      <w:r>
        <w:rPr>
          <w:rtl/>
        </w:rPr>
        <w:t>____________________</w:t>
      </w:r>
    </w:p>
    <w:p w:rsidR="001F628F" w:rsidRDefault="001F628F" w:rsidP="007027BC">
      <w:pPr>
        <w:pStyle w:val="libFootnote"/>
        <w:rPr>
          <w:rtl/>
        </w:rPr>
      </w:pPr>
      <w:r>
        <w:rPr>
          <w:rtl/>
        </w:rPr>
        <w:t>1)تفسير طبرى ،جز 13 قران ،ص 253;الدر المنثور ،ج5، ص 56_</w:t>
      </w:r>
    </w:p>
    <w:p w:rsidR="001F628F" w:rsidRDefault="001F628F" w:rsidP="007027BC">
      <w:pPr>
        <w:pStyle w:val="libFootnote"/>
        <w:rPr>
          <w:rtl/>
        </w:rPr>
      </w:pPr>
      <w:r>
        <w:rPr>
          <w:rtl/>
        </w:rPr>
        <w:t>2)تفسير عياشى ،ج2،ص 238،ح 57; تفسير برہان ،ج2،ص 323 ،ح 5،14_</w:t>
      </w:r>
    </w:p>
    <w:p w:rsidR="001F628F" w:rsidRDefault="001F628F" w:rsidP="007027BC">
      <w:pPr>
        <w:pStyle w:val="libFootnote"/>
        <w:rPr>
          <w:rtl/>
        </w:rPr>
      </w:pPr>
      <w:r>
        <w:rPr>
          <w:rtl/>
        </w:rPr>
        <w:t>3)تفسير عياشى ،ج2،ص 236،ح 52; تفسير برہان ،ج2،ص 323 ، ح 6،9_</w:t>
      </w:r>
    </w:p>
    <w:p w:rsidR="007027BC" w:rsidRDefault="001E7F9D" w:rsidP="00F73EDE">
      <w:pPr>
        <w:pStyle w:val="libPoemTini"/>
        <w:rPr>
          <w:rtl/>
        </w:rPr>
      </w:pPr>
      <w:r>
        <w:rPr>
          <w:rtl/>
        </w:rPr>
        <w:br w:type="page"/>
      </w:r>
    </w:p>
    <w:p w:rsidR="001F628F" w:rsidRDefault="001F628F" w:rsidP="007027BC">
      <w:pPr>
        <w:pStyle w:val="libNormal"/>
        <w:rPr>
          <w:rtl/>
        </w:rPr>
      </w:pPr>
      <w:r w:rsidRPr="007027BC">
        <w:rPr>
          <w:rStyle w:val="libArabicChar"/>
          <w:rFonts w:hint="eastAsia"/>
          <w:rtl/>
        </w:rPr>
        <w:lastRenderedPageBreak/>
        <w:t>يقول</w:t>
      </w:r>
      <w:r w:rsidRPr="007027BC">
        <w:rPr>
          <w:rStyle w:val="libArabicChar"/>
          <w:rtl/>
        </w:rPr>
        <w:t xml:space="preserve"> 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تبدّل</w:t>
      </w:r>
      <w:r w:rsidRPr="007027BC">
        <w:rPr>
          <w:rStyle w:val="libArabicChar"/>
          <w:rtl/>
        </w:rPr>
        <w:t xml:space="preserve"> </w:t>
      </w:r>
      <w:r w:rsidRPr="007027BC">
        <w:rPr>
          <w:rStyle w:val="libArabicChar"/>
          <w:rFonts w:hint="cs"/>
          <w:rtl/>
        </w:rPr>
        <w:t>الا</w:t>
      </w:r>
      <w:r w:rsidRPr="007027BC">
        <w:rPr>
          <w:rStyle w:val="libArabicChar"/>
          <w:rtl/>
        </w:rPr>
        <w:t xml:space="preserve"> </w:t>
      </w:r>
      <w:r w:rsidRPr="007027BC">
        <w:rPr>
          <w:rStyle w:val="libArabicChar"/>
          <w:rFonts w:hint="cs"/>
          <w:rtl/>
        </w:rPr>
        <w:t>رض</w:t>
      </w:r>
      <w:r w:rsidRPr="007027BC">
        <w:rPr>
          <w:rStyle w:val="libArabicChar"/>
          <w:rtl/>
        </w:rPr>
        <w:t xml:space="preserve"> </w:t>
      </w:r>
      <w:r w:rsidRPr="007027BC">
        <w:rPr>
          <w:rStyle w:val="libArabicChar"/>
          <w:rFonts w:hint="cs"/>
          <w:rtl/>
        </w:rPr>
        <w:t>غيرالا</w:t>
      </w:r>
      <w:r w:rsidRPr="007027BC">
        <w:rPr>
          <w:rStyle w:val="libArabicChar"/>
          <w:rtl/>
        </w:rPr>
        <w:t xml:space="preserve"> </w:t>
      </w:r>
      <w:r w:rsidRPr="007027BC">
        <w:rPr>
          <w:rStyle w:val="libArabicChar"/>
          <w:rFonts w:hint="cs"/>
          <w:rtl/>
        </w:rPr>
        <w:t>رض</w:t>
      </w:r>
      <w:r w:rsidRPr="007027BC">
        <w:rPr>
          <w:rStyle w:val="libArabicChar"/>
          <w:rtl/>
        </w:rPr>
        <w:t xml:space="preserve">'' </w:t>
      </w:r>
      <w:r w:rsidRPr="007027BC">
        <w:rPr>
          <w:rStyle w:val="libArabicChar"/>
          <w:rFonts w:hint="cs"/>
          <w:rtl/>
        </w:rPr>
        <w:t>فا</w:t>
      </w:r>
      <w:r w:rsidRPr="007027BC">
        <w:rPr>
          <w:rStyle w:val="libArabicChar"/>
          <w:rtl/>
        </w:rPr>
        <w:t xml:space="preserve"> </w:t>
      </w:r>
      <w:r w:rsidRPr="007027BC">
        <w:rPr>
          <w:rStyle w:val="libArabicChar"/>
          <w:rFonts w:hint="cs"/>
          <w:rtl/>
        </w:rPr>
        <w:t>ين</w:t>
      </w:r>
      <w:r w:rsidRPr="007027BC">
        <w:rPr>
          <w:rStyle w:val="libArabicChar"/>
          <w:rtl/>
        </w:rPr>
        <w:t xml:space="preserve"> </w:t>
      </w:r>
      <w:r w:rsidRPr="007027BC">
        <w:rPr>
          <w:rStyle w:val="libArabicChar"/>
          <w:rFonts w:hint="cs"/>
          <w:rtl/>
        </w:rPr>
        <w:t>الخلق</w:t>
      </w:r>
      <w:r w:rsidRPr="007027BC">
        <w:rPr>
          <w:rStyle w:val="libArabicChar"/>
          <w:rtl/>
        </w:rPr>
        <w:t xml:space="preserve"> </w:t>
      </w:r>
      <w:r w:rsidRPr="007027BC">
        <w:rPr>
          <w:rStyle w:val="libArabicChar"/>
          <w:rFonts w:hint="cs"/>
          <w:rtl/>
        </w:rPr>
        <w:t>عند</w:t>
      </w:r>
      <w:r w:rsidRPr="007027BC">
        <w:rPr>
          <w:rStyle w:val="libArabicChar"/>
          <w:rtl/>
        </w:rPr>
        <w:t xml:space="preserve"> </w:t>
      </w:r>
      <w:r w:rsidRPr="007027BC">
        <w:rPr>
          <w:rStyle w:val="libArabicChar"/>
          <w:rFonts w:hint="cs"/>
          <w:rtl/>
        </w:rPr>
        <w:t>ذلك؟</w:t>
      </w:r>
      <w:r w:rsidRPr="007027BC">
        <w:rPr>
          <w:rStyle w:val="libArabicChar"/>
          <w:rtl/>
        </w:rPr>
        <w:t xml:space="preserve"> </w:t>
      </w:r>
      <w:r w:rsidRPr="007027BC">
        <w:rPr>
          <w:rStyle w:val="libArabicChar"/>
          <w:rFonts w:hint="cs"/>
          <w:rtl/>
        </w:rPr>
        <w:t>قال</w:t>
      </w:r>
      <w:r w:rsidRPr="007027BC">
        <w:rPr>
          <w:rStyle w:val="libArabicChar"/>
          <w:rtl/>
        </w:rPr>
        <w:t>:</w:t>
      </w:r>
      <w:r w:rsidRPr="007027BC">
        <w:rPr>
          <w:rStyle w:val="libArabicChar"/>
          <w:rFonts w:hint="cs"/>
          <w:rtl/>
        </w:rPr>
        <w:t>ا</w:t>
      </w:r>
      <w:r w:rsidRPr="007027BC">
        <w:rPr>
          <w:rStyle w:val="libArabicChar"/>
          <w:rtl/>
        </w:rPr>
        <w:t xml:space="preserve"> </w:t>
      </w:r>
      <w:r w:rsidRPr="007027BC">
        <w:rPr>
          <w:rStyle w:val="libArabicChar"/>
          <w:rFonts w:hint="cs"/>
          <w:rtl/>
        </w:rPr>
        <w:t>ضياف</w:t>
      </w:r>
      <w:r w:rsidRPr="007027BC">
        <w:rPr>
          <w:rStyle w:val="libArabicChar"/>
          <w:rtl/>
        </w:rPr>
        <w:t xml:space="preserve"> </w:t>
      </w:r>
      <w:r w:rsidRPr="007027BC">
        <w:rPr>
          <w:rStyle w:val="libArabicChar"/>
          <w:rFonts w:hint="cs"/>
          <w:rtl/>
        </w:rPr>
        <w:t>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لن</w:t>
      </w:r>
      <w:r w:rsidRPr="007027BC">
        <w:rPr>
          <w:rStyle w:val="libArabicChar"/>
          <w:rtl/>
        </w:rPr>
        <w:t xml:space="preserve"> </w:t>
      </w:r>
      <w:r w:rsidRPr="007027BC">
        <w:rPr>
          <w:rStyle w:val="libArabicChar"/>
          <w:rFonts w:hint="cs"/>
          <w:rtl/>
        </w:rPr>
        <w:t>يعجز</w:t>
      </w:r>
      <w:r w:rsidR="00F21947" w:rsidRPr="00B2551F">
        <w:rPr>
          <w:rStyle w:val="libArabicChar"/>
          <w:rFonts w:hint="cs"/>
          <w:rtl/>
        </w:rPr>
        <w:t>ه</w:t>
      </w:r>
      <w:r w:rsidRPr="007027BC">
        <w:rPr>
          <w:rStyle w:val="libArabicChar"/>
          <w:rFonts w:hint="cs"/>
          <w:rtl/>
        </w:rPr>
        <w:t>م</w:t>
      </w:r>
      <w:r w:rsidRPr="007027BC">
        <w:rPr>
          <w:rStyle w:val="libArabicChar"/>
          <w:rtl/>
        </w:rPr>
        <w:t xml:space="preserve"> مالدي</w:t>
      </w:r>
      <w:r w:rsidR="00120F63" w:rsidRPr="00B2551F">
        <w:rPr>
          <w:rStyle w:val="libArabicChar"/>
          <w:rFonts w:hint="cs"/>
          <w:rtl/>
        </w:rPr>
        <w:t>ه</w:t>
      </w:r>
      <w:r>
        <w:rPr>
          <w:rtl/>
        </w:rPr>
        <w:t>;</w:t>
      </w:r>
      <w:r w:rsidRPr="007027BC">
        <w:rPr>
          <w:rStyle w:val="libFootnotenumChar"/>
          <w:rtl/>
        </w:rPr>
        <w:t xml:space="preserve">(1) </w:t>
      </w:r>
      <w:r>
        <w:rPr>
          <w:rtl/>
        </w:rPr>
        <w:t xml:space="preserve">ابو ايوب انصاري سے منقول ہے كہ ايك يہودى عالم، رسول اكرم </w:t>
      </w:r>
      <w:r w:rsidR="00F031CD" w:rsidRPr="00F031CD">
        <w:rPr>
          <w:rStyle w:val="libAlaemChar"/>
          <w:rtl/>
        </w:rPr>
        <w:t xml:space="preserve"> صلى‌الله‌عليه‌وآله‌وسلم </w:t>
      </w:r>
      <w:r>
        <w:rPr>
          <w:rtl/>
        </w:rPr>
        <w:t xml:space="preserve"> كے پاس ايا اور اس نے كہا:مجھے خدا كے اس قول كے بارے مي</w:t>
      </w:r>
      <w:r w:rsidR="00083993">
        <w:rPr>
          <w:rtl/>
        </w:rPr>
        <w:t xml:space="preserve">ں </w:t>
      </w:r>
      <w:r>
        <w:rPr>
          <w:rtl/>
        </w:rPr>
        <w:t>بتائو كہ جس مي</w:t>
      </w:r>
      <w:r w:rsidR="00083993">
        <w:rPr>
          <w:rtl/>
        </w:rPr>
        <w:t xml:space="preserve">ں </w:t>
      </w:r>
      <w:r>
        <w:rPr>
          <w:rtl/>
        </w:rPr>
        <w:t>اس نے فرمايا: ''تبدّل الا رض غيرالا رض''پس اس وقت لوگ كہا</w:t>
      </w:r>
      <w:r w:rsidR="00083993">
        <w:rPr>
          <w:rtl/>
        </w:rPr>
        <w:t xml:space="preserve">ں </w:t>
      </w:r>
      <w:r>
        <w:rPr>
          <w:rtl/>
        </w:rPr>
        <w:t xml:space="preserve">ہو نگے ؟انحضرت </w:t>
      </w:r>
      <w:r w:rsidR="00F031CD" w:rsidRPr="00F031CD">
        <w:rPr>
          <w:rStyle w:val="libAlaemChar"/>
          <w:rtl/>
        </w:rPr>
        <w:t xml:space="preserve"> صلى‌الله‌عليه‌وآله‌وسلم </w:t>
      </w:r>
      <w:r>
        <w:rPr>
          <w:rtl/>
        </w:rPr>
        <w:t xml:space="preserve"> نے اس كے جواب مي</w:t>
      </w:r>
      <w:r w:rsidR="00083993">
        <w:rPr>
          <w:rtl/>
        </w:rPr>
        <w:t xml:space="preserve">ں </w:t>
      </w:r>
      <w:r>
        <w:rPr>
          <w:rtl/>
        </w:rPr>
        <w:t>فرمايا :وہ خد اكے مہمان ہي</w:t>
      </w:r>
      <w:r w:rsidR="00083993">
        <w:rPr>
          <w:rtl/>
        </w:rPr>
        <w:t xml:space="preserve">ں </w:t>
      </w:r>
      <w:r>
        <w:rPr>
          <w:rtl/>
        </w:rPr>
        <w:t>اور جو كچھ خدا كے پاس ہے وہ انہي</w:t>
      </w:r>
      <w:r w:rsidR="00083993">
        <w:rPr>
          <w:rtl/>
        </w:rPr>
        <w:t xml:space="preserve">ں </w:t>
      </w:r>
      <w:r>
        <w:rPr>
          <w:rtl/>
        </w:rPr>
        <w:t>عاجز نہي</w:t>
      </w:r>
      <w:r w:rsidR="00083993">
        <w:rPr>
          <w:rtl/>
        </w:rPr>
        <w:t xml:space="preserve">ں </w:t>
      </w:r>
      <w:r>
        <w:rPr>
          <w:rtl/>
        </w:rPr>
        <w:t>كرتا _</w:t>
      </w:r>
    </w:p>
    <w:p w:rsidR="001F628F" w:rsidRDefault="001F628F" w:rsidP="001F628F">
      <w:pPr>
        <w:pStyle w:val="libNormal"/>
        <w:rPr>
          <w:rtl/>
        </w:rPr>
      </w:pPr>
      <w:r>
        <w:rPr>
          <w:rtl/>
        </w:rPr>
        <w:t>16_''قال رسول اللّہ</w:t>
      </w:r>
      <w:r w:rsidR="00F031CD" w:rsidRPr="00F031CD">
        <w:rPr>
          <w:rStyle w:val="libAlaemChar"/>
          <w:rtl/>
        </w:rPr>
        <w:t xml:space="preserve"> صلى‌الله‌عليه‌وآله‌وسلم </w:t>
      </w:r>
      <w:r>
        <w:rPr>
          <w:rtl/>
        </w:rPr>
        <w:t xml:space="preserve"> فى قول اللّہ:''تبدّل الا رض غيرالا رض''قال : ا رض بيضاء كا نھا فضة، لم يسفك فيھادم حرام ولم يعمل فيھا خطيئة (2) حضرت رسول خدا </w:t>
      </w:r>
      <w:r w:rsidR="00F031CD" w:rsidRPr="00F031CD">
        <w:rPr>
          <w:rStyle w:val="libAlaemChar"/>
          <w:rtl/>
        </w:rPr>
        <w:t xml:space="preserve"> صلى‌الله‌عليه‌وآله‌وسلم </w:t>
      </w:r>
      <w:r>
        <w:rPr>
          <w:rtl/>
        </w:rPr>
        <w:t xml:space="preserve"> سے خدا كے اس فرمان :''تبدّل الا رض غير الا رض'' كے بارے مي</w:t>
      </w:r>
      <w:r w:rsidR="00083993">
        <w:rPr>
          <w:rtl/>
        </w:rPr>
        <w:t xml:space="preserve">ں </w:t>
      </w:r>
      <w:r>
        <w:rPr>
          <w:rtl/>
        </w:rPr>
        <w:t xml:space="preserve">منقول ہے كہ اپ </w:t>
      </w:r>
      <w:r w:rsidR="00F031CD" w:rsidRPr="00F031CD">
        <w:rPr>
          <w:rStyle w:val="libAlaemChar"/>
          <w:rtl/>
        </w:rPr>
        <w:t xml:space="preserve"> صلى‌الله‌عليه‌وآله‌وسلم </w:t>
      </w:r>
      <w:r>
        <w:rPr>
          <w:rtl/>
        </w:rPr>
        <w:t xml:space="preserve"> نے فرمايا:(يہ زمين)چاندى كى مانند ايك دوسرى سفيدزمين مي</w:t>
      </w:r>
      <w:r w:rsidR="00083993">
        <w:rPr>
          <w:rtl/>
        </w:rPr>
        <w:t xml:space="preserve">ں </w:t>
      </w:r>
      <w:r>
        <w:rPr>
          <w:rtl/>
        </w:rPr>
        <w:t>تبديل ہو جائے گى كہ جس مي</w:t>
      </w:r>
      <w:r w:rsidR="00083993">
        <w:rPr>
          <w:rtl/>
        </w:rPr>
        <w:t xml:space="preserve">ں </w:t>
      </w:r>
      <w:r>
        <w:rPr>
          <w:rtl/>
        </w:rPr>
        <w:t>كو ئي ناحق خون نہي</w:t>
      </w:r>
      <w:r w:rsidR="00083993">
        <w:rPr>
          <w:rtl/>
        </w:rPr>
        <w:t xml:space="preserve">ں </w:t>
      </w:r>
      <w:r>
        <w:rPr>
          <w:rtl/>
        </w:rPr>
        <w:t>گرا ہو گا اور كوئي گناہ انجام نہي</w:t>
      </w:r>
      <w:r w:rsidR="00083993">
        <w:rPr>
          <w:rtl/>
        </w:rPr>
        <w:t xml:space="preserve">ں </w:t>
      </w:r>
      <w:r>
        <w:rPr>
          <w:rtl/>
        </w:rPr>
        <w:t>پايا ہو گا_</w:t>
      </w:r>
    </w:p>
    <w:p w:rsidR="001F628F" w:rsidRDefault="001F628F" w:rsidP="007027BC">
      <w:pPr>
        <w:pStyle w:val="libNormal"/>
        <w:rPr>
          <w:rtl/>
        </w:rPr>
      </w:pPr>
      <w:r>
        <w:rPr>
          <w:rFonts w:hint="eastAsia"/>
          <w:rtl/>
        </w:rPr>
        <w:t>اخرت</w:t>
      </w:r>
      <w:r>
        <w:rPr>
          <w:rtl/>
        </w:rPr>
        <w:t>:</w:t>
      </w:r>
      <w:r>
        <w:rPr>
          <w:rFonts w:hint="eastAsia"/>
          <w:rtl/>
        </w:rPr>
        <w:t>اخرت</w:t>
      </w:r>
      <w:r>
        <w:rPr>
          <w:rtl/>
        </w:rPr>
        <w:t xml:space="preserve"> كا اسمان 4;اخرت كى زمين 4</w:t>
      </w:r>
    </w:p>
    <w:p w:rsidR="001F628F" w:rsidRDefault="001F628F" w:rsidP="007027BC">
      <w:pPr>
        <w:pStyle w:val="libNormal"/>
        <w:rPr>
          <w:rtl/>
        </w:rPr>
      </w:pPr>
      <w:r>
        <w:rPr>
          <w:rFonts w:hint="eastAsia"/>
          <w:rtl/>
        </w:rPr>
        <w:t>اسمان</w:t>
      </w:r>
      <w:r>
        <w:rPr>
          <w:rtl/>
        </w:rPr>
        <w:t xml:space="preserve"> :</w:t>
      </w:r>
      <w:r>
        <w:rPr>
          <w:rFonts w:hint="eastAsia"/>
          <w:rtl/>
        </w:rPr>
        <w:t>اسمان</w:t>
      </w:r>
      <w:r>
        <w:rPr>
          <w:rtl/>
        </w:rPr>
        <w:t xml:space="preserve"> كا متعدد ہونا 6;اسمان كى تبديلى 1،2،5</w:t>
      </w:r>
    </w:p>
    <w:p w:rsidR="001F628F" w:rsidRDefault="001F628F" w:rsidP="007027BC">
      <w:pPr>
        <w:pStyle w:val="libNormal"/>
        <w:rPr>
          <w:rtl/>
        </w:rPr>
      </w:pPr>
      <w:r>
        <w:rPr>
          <w:rFonts w:hint="eastAsia"/>
          <w:rtl/>
        </w:rPr>
        <w:t>افرينش</w:t>
      </w:r>
      <w:r>
        <w:rPr>
          <w:rtl/>
        </w:rPr>
        <w:t>:</w:t>
      </w:r>
      <w:r>
        <w:rPr>
          <w:rFonts w:hint="eastAsia"/>
          <w:rtl/>
        </w:rPr>
        <w:t>افرينش</w:t>
      </w:r>
      <w:r>
        <w:rPr>
          <w:rtl/>
        </w:rPr>
        <w:t xml:space="preserve"> كا انجام 15;نظام افرينش كى تبديلى 2،4،5</w:t>
      </w:r>
    </w:p>
    <w:p w:rsidR="001F628F" w:rsidRDefault="001F628F" w:rsidP="007027BC">
      <w:pPr>
        <w:pStyle w:val="libNormal"/>
        <w:rPr>
          <w:rtl/>
        </w:rPr>
      </w:pPr>
      <w:r>
        <w:rPr>
          <w:rFonts w:hint="eastAsia"/>
          <w:rtl/>
        </w:rPr>
        <w:t>اسماء</w:t>
      </w:r>
      <w:r>
        <w:rPr>
          <w:rtl/>
        </w:rPr>
        <w:t xml:space="preserve"> و صفات :</w:t>
      </w:r>
      <w:r>
        <w:rPr>
          <w:rFonts w:hint="eastAsia"/>
          <w:rtl/>
        </w:rPr>
        <w:t>قھار</w:t>
      </w:r>
      <w:r>
        <w:rPr>
          <w:rtl/>
        </w:rPr>
        <w:t xml:space="preserve"> 10;واحد 10</w:t>
      </w:r>
    </w:p>
    <w:p w:rsidR="001F628F" w:rsidRDefault="001F628F" w:rsidP="007027BC">
      <w:pPr>
        <w:pStyle w:val="libNormal"/>
        <w:rPr>
          <w:rtl/>
        </w:rPr>
      </w:pPr>
      <w:r>
        <w:rPr>
          <w:rFonts w:hint="eastAsia"/>
          <w:rtl/>
        </w:rPr>
        <w:t>الله</w:t>
      </w:r>
      <w:r>
        <w:rPr>
          <w:rtl/>
        </w:rPr>
        <w:t xml:space="preserve"> تعالى :</w:t>
      </w:r>
      <w:r>
        <w:rPr>
          <w:rFonts w:hint="eastAsia"/>
          <w:rtl/>
        </w:rPr>
        <w:t>الله</w:t>
      </w:r>
      <w:r>
        <w:rPr>
          <w:rtl/>
        </w:rPr>
        <w:t xml:space="preserve"> تعالى كا انتقام 8;الله تعالى كے انتقام كا وقت 1</w:t>
      </w:r>
    </w:p>
    <w:p w:rsidR="001F628F" w:rsidRDefault="001F628F" w:rsidP="007027BC">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كا بارگاہ خدا مي</w:t>
      </w:r>
      <w:r w:rsidR="00083993">
        <w:rPr>
          <w:rtl/>
        </w:rPr>
        <w:t xml:space="preserve">ں </w:t>
      </w:r>
      <w:r>
        <w:rPr>
          <w:rtl/>
        </w:rPr>
        <w:t>ہونا 7،9قيامت برپا ہوتے وقت انسان 12</w:t>
      </w:r>
    </w:p>
    <w:p w:rsidR="001F628F" w:rsidRDefault="001F628F" w:rsidP="001F628F">
      <w:pPr>
        <w:pStyle w:val="libNormal"/>
        <w:rPr>
          <w:rtl/>
        </w:rPr>
      </w:pPr>
      <w:r>
        <w:rPr>
          <w:rFonts w:hint="eastAsia"/>
          <w:rtl/>
        </w:rPr>
        <w:t>روايت</w:t>
      </w:r>
      <w:r>
        <w:rPr>
          <w:rtl/>
        </w:rPr>
        <w:t>:12،13،14،15،16</w:t>
      </w:r>
    </w:p>
    <w:p w:rsidR="001F628F" w:rsidRDefault="001F628F" w:rsidP="007027BC">
      <w:pPr>
        <w:pStyle w:val="libNormal"/>
        <w:rPr>
          <w:rtl/>
        </w:rPr>
      </w:pPr>
      <w:r>
        <w:rPr>
          <w:rFonts w:hint="eastAsia"/>
          <w:rtl/>
        </w:rPr>
        <w:t>زمين</w:t>
      </w:r>
      <w:r>
        <w:rPr>
          <w:rtl/>
        </w:rPr>
        <w:t>:</w:t>
      </w:r>
      <w:r>
        <w:rPr>
          <w:rFonts w:hint="eastAsia"/>
          <w:rtl/>
        </w:rPr>
        <w:t>زمين</w:t>
      </w:r>
      <w:r>
        <w:rPr>
          <w:rtl/>
        </w:rPr>
        <w:t xml:space="preserve"> قيامت مي</w:t>
      </w:r>
      <w:r w:rsidR="00083993">
        <w:rPr>
          <w:rtl/>
        </w:rPr>
        <w:t xml:space="preserve">ں </w:t>
      </w:r>
      <w:r>
        <w:rPr>
          <w:rtl/>
        </w:rPr>
        <w:t>31، 14، 16;زمين كى تبديلى 1،2،5</w:t>
      </w:r>
    </w:p>
    <w:p w:rsidR="001F628F" w:rsidRDefault="001F628F" w:rsidP="007027BC">
      <w:pPr>
        <w:pStyle w:val="libNormal"/>
        <w:rPr>
          <w:rtl/>
        </w:rPr>
      </w:pPr>
      <w:r>
        <w:rPr>
          <w:rFonts w:hint="eastAsia"/>
          <w:rtl/>
        </w:rPr>
        <w:t>زندگى</w:t>
      </w:r>
      <w:r>
        <w:rPr>
          <w:rtl/>
        </w:rPr>
        <w:t xml:space="preserve"> :</w:t>
      </w:r>
      <w:r>
        <w:rPr>
          <w:rFonts w:hint="eastAsia"/>
          <w:rtl/>
        </w:rPr>
        <w:t>اخروى</w:t>
      </w:r>
      <w:r>
        <w:rPr>
          <w:rtl/>
        </w:rPr>
        <w:t xml:space="preserve"> زندگي3;دنيوى زندگي3</w:t>
      </w:r>
    </w:p>
    <w:p w:rsidR="001F628F" w:rsidRDefault="001F628F" w:rsidP="007027BC">
      <w:pPr>
        <w:pStyle w:val="libNormal"/>
        <w:rPr>
          <w:rtl/>
        </w:rPr>
      </w:pPr>
      <w:r>
        <w:rPr>
          <w:rFonts w:hint="eastAsia"/>
          <w:rtl/>
        </w:rPr>
        <w:t>ظالمين</w:t>
      </w:r>
      <w:r>
        <w:rPr>
          <w:rtl/>
        </w:rPr>
        <w:t xml:space="preserve"> :</w:t>
      </w:r>
      <w:r>
        <w:rPr>
          <w:rFonts w:hint="eastAsia"/>
          <w:rtl/>
        </w:rPr>
        <w:t>ظالمين</w:t>
      </w:r>
      <w:r>
        <w:rPr>
          <w:rtl/>
        </w:rPr>
        <w:t xml:space="preserve"> سے انتقام 1،8;ظالمين قيامت مي</w:t>
      </w:r>
      <w:r w:rsidR="00083993">
        <w:rPr>
          <w:rtl/>
        </w:rPr>
        <w:t xml:space="preserve">ں </w:t>
      </w:r>
      <w:r>
        <w:rPr>
          <w:rtl/>
        </w:rPr>
        <w:t>8; ظالمين كا اخروى حشر 8; ظالمين كا عذاب 1</w:t>
      </w:r>
    </w:p>
    <w:p w:rsidR="001F628F" w:rsidRDefault="001F628F" w:rsidP="007027BC">
      <w:pPr>
        <w:pStyle w:val="libNormal"/>
        <w:rPr>
          <w:rtl/>
        </w:rPr>
      </w:pPr>
      <w:r>
        <w:rPr>
          <w:rFonts w:hint="eastAsia"/>
          <w:rtl/>
        </w:rPr>
        <w:t>قيامت</w:t>
      </w:r>
      <w:r>
        <w:rPr>
          <w:rtl/>
        </w:rPr>
        <w:t>:</w:t>
      </w:r>
      <w:r>
        <w:rPr>
          <w:rFonts w:hint="eastAsia"/>
          <w:rtl/>
        </w:rPr>
        <w:t>قيامت</w:t>
      </w:r>
      <w:r>
        <w:rPr>
          <w:rtl/>
        </w:rPr>
        <w:t xml:space="preserve"> مي</w:t>
      </w:r>
      <w:r w:rsidR="00083993">
        <w:rPr>
          <w:rtl/>
        </w:rPr>
        <w:t xml:space="preserve">ں </w:t>
      </w:r>
      <w:r>
        <w:rPr>
          <w:rtl/>
        </w:rPr>
        <w:t>اسمان 13;قيامت مي</w:t>
      </w:r>
      <w:r w:rsidR="00083993">
        <w:rPr>
          <w:rtl/>
        </w:rPr>
        <w:t xml:space="preserve">ں </w:t>
      </w:r>
      <w:r>
        <w:rPr>
          <w:rtl/>
        </w:rPr>
        <w:t>اجتماع 7; قيامت مي</w:t>
      </w:r>
      <w:r w:rsidR="00083993">
        <w:rPr>
          <w:rtl/>
        </w:rPr>
        <w:t xml:space="preserve">ں </w:t>
      </w:r>
      <w:r>
        <w:rPr>
          <w:rtl/>
        </w:rPr>
        <w:t>توحيد كى تجلى 11; قيامت مي</w:t>
      </w:r>
      <w:r w:rsidR="00083993">
        <w:rPr>
          <w:rtl/>
        </w:rPr>
        <w:t xml:space="preserve">ں </w:t>
      </w:r>
      <w:r>
        <w:rPr>
          <w:rtl/>
        </w:rPr>
        <w:t>حقائق كا ظاہر ہونا 9 ; قيامت مي</w:t>
      </w:r>
      <w:r w:rsidR="00083993">
        <w:rPr>
          <w:rtl/>
        </w:rPr>
        <w:t xml:space="preserve">ں </w:t>
      </w:r>
      <w:r>
        <w:rPr>
          <w:rtl/>
        </w:rPr>
        <w:t>قاھريت خدا كى تجلى 11; قيامت كى نشانيا</w:t>
      </w:r>
      <w:r w:rsidR="00083993">
        <w:rPr>
          <w:rtl/>
        </w:rPr>
        <w:t xml:space="preserve">ں </w:t>
      </w:r>
      <w:r>
        <w:rPr>
          <w:rtl/>
        </w:rPr>
        <w:t>2،5</w:t>
      </w:r>
    </w:p>
    <w:p w:rsidR="007027BC" w:rsidRDefault="001E7F9D" w:rsidP="00F73EDE">
      <w:pPr>
        <w:pStyle w:val="libPoemTini"/>
        <w:rPr>
          <w:rtl/>
        </w:rPr>
      </w:pPr>
      <w:r>
        <w:rPr>
          <w:rtl/>
        </w:rPr>
        <w:br w:type="page"/>
      </w:r>
    </w:p>
    <w:p w:rsidR="007027BC" w:rsidRDefault="007027BC" w:rsidP="007027BC">
      <w:pPr>
        <w:pStyle w:val="Heading2Center"/>
        <w:rPr>
          <w:rtl/>
        </w:rPr>
      </w:pPr>
      <w:bookmarkStart w:id="49" w:name="_Toc28081727"/>
      <w:r>
        <w:rPr>
          <w:rFonts w:hint="cs"/>
          <w:rtl/>
        </w:rPr>
        <w:lastRenderedPageBreak/>
        <w:t>آیت 49</w:t>
      </w:r>
      <w:bookmarkEnd w:id="49"/>
    </w:p>
    <w:p w:rsidR="001F628F" w:rsidRDefault="00E260F9" w:rsidP="007027BC">
      <w:pPr>
        <w:pStyle w:val="libNormal"/>
        <w:rPr>
          <w:rtl/>
        </w:rPr>
      </w:pPr>
      <w:r w:rsidRPr="00E260F9">
        <w:rPr>
          <w:rStyle w:val="libAlaemChar"/>
          <w:rFonts w:hint="eastAsia"/>
          <w:rtl/>
        </w:rPr>
        <w:t>(</w:t>
      </w:r>
      <w:r w:rsidRPr="007027BC">
        <w:rPr>
          <w:rStyle w:val="libAieChar"/>
          <w:rFonts w:hint="eastAsia"/>
          <w:rtl/>
        </w:rPr>
        <w:t>وَتَرَى</w:t>
      </w:r>
      <w:r w:rsidRPr="007027BC">
        <w:rPr>
          <w:rStyle w:val="libAieChar"/>
          <w:rtl/>
        </w:rPr>
        <w:t xml:space="preserve"> الْمُجْرِمِينَ يَوْمَئِذٍ مُّقَرَّنِينَ فِي الأَصْفَادِ</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 اس دن مجرمين كو ديكھو گے كہ كس طرح زنجيرو</w:t>
      </w:r>
      <w:r w:rsidR="00083993">
        <w:rPr>
          <w:rtl/>
        </w:rPr>
        <w:t xml:space="preserve">ں </w:t>
      </w:r>
      <w:r>
        <w:rPr>
          <w:rtl/>
        </w:rPr>
        <w:t>مي</w:t>
      </w:r>
      <w:r w:rsidR="00083993">
        <w:rPr>
          <w:rtl/>
        </w:rPr>
        <w:t xml:space="preserve">ں </w:t>
      </w:r>
      <w:r>
        <w:rPr>
          <w:rtl/>
        </w:rPr>
        <w:t>جكڑے ہوئے ہي</w:t>
      </w:r>
      <w:r w:rsidR="00083993">
        <w:rPr>
          <w:rtl/>
        </w:rPr>
        <w:t xml:space="preserve">ں </w:t>
      </w:r>
      <w:r>
        <w:rPr>
          <w:rtl/>
        </w:rPr>
        <w:t>_</w:t>
      </w:r>
    </w:p>
    <w:p w:rsidR="001F628F" w:rsidRDefault="001F628F" w:rsidP="007027BC">
      <w:pPr>
        <w:pStyle w:val="libNormal"/>
        <w:rPr>
          <w:rtl/>
        </w:rPr>
      </w:pPr>
      <w:r>
        <w:rPr>
          <w:rtl/>
        </w:rPr>
        <w:t>1_قيامت كے دن مجرمو</w:t>
      </w:r>
      <w:r w:rsidR="00083993">
        <w:rPr>
          <w:rtl/>
        </w:rPr>
        <w:t xml:space="preserve">ں </w:t>
      </w:r>
      <w:r>
        <w:rPr>
          <w:rtl/>
        </w:rPr>
        <w:t>كى حالت كو سب لوگ ديكھي</w:t>
      </w:r>
      <w:r w:rsidR="00083993">
        <w:rPr>
          <w:rtl/>
        </w:rPr>
        <w:t xml:space="preserve">ں </w:t>
      </w:r>
      <w:r>
        <w:rPr>
          <w:rtl/>
        </w:rPr>
        <w:t>گے _</w:t>
      </w:r>
      <w:r w:rsidRPr="007027BC">
        <w:rPr>
          <w:rStyle w:val="libArabicChar"/>
          <w:rFonts w:hint="eastAsia"/>
          <w:rtl/>
        </w:rPr>
        <w:t>وترى</w:t>
      </w:r>
      <w:r w:rsidRPr="007027BC">
        <w:rPr>
          <w:rStyle w:val="libArabicChar"/>
          <w:rtl/>
        </w:rPr>
        <w:t xml:space="preserve"> المجرمين يومئذمقرّنين فى الا صفاد</w:t>
      </w:r>
    </w:p>
    <w:p w:rsidR="001F628F" w:rsidRDefault="001F628F" w:rsidP="001F628F">
      <w:pPr>
        <w:pStyle w:val="libNormal"/>
        <w:rPr>
          <w:rtl/>
        </w:rPr>
      </w:pPr>
      <w:r>
        <w:rPr>
          <w:rtl/>
        </w:rPr>
        <w:t>'' وترى المجرمين ''(مجرمو</w:t>
      </w:r>
      <w:r w:rsidR="00083993">
        <w:rPr>
          <w:rtl/>
        </w:rPr>
        <w:t xml:space="preserve">ں </w:t>
      </w:r>
      <w:r>
        <w:rPr>
          <w:rtl/>
        </w:rPr>
        <w:t>كو ديكھو گے ) كا مخاطب بنى نوع انسان ہے بنابري</w:t>
      </w:r>
      <w:r w:rsidR="00083993">
        <w:rPr>
          <w:rtl/>
        </w:rPr>
        <w:t xml:space="preserve">ں </w:t>
      </w:r>
      <w:r>
        <w:rPr>
          <w:rtl/>
        </w:rPr>
        <w:t>اس سے ہم يہ استفادہ كر سكتے ہي</w:t>
      </w:r>
      <w:r w:rsidR="00083993">
        <w:rPr>
          <w:rtl/>
        </w:rPr>
        <w:t xml:space="preserve">ں </w:t>
      </w:r>
      <w:r>
        <w:rPr>
          <w:rtl/>
        </w:rPr>
        <w:t>كہ مجرمين كى حالت سب لوگ ديكھ سكي</w:t>
      </w:r>
      <w:r w:rsidR="00083993">
        <w:rPr>
          <w:rtl/>
        </w:rPr>
        <w:t xml:space="preserve">ں </w:t>
      </w:r>
      <w:r>
        <w:rPr>
          <w:rtl/>
        </w:rPr>
        <w:t>گے_</w:t>
      </w:r>
    </w:p>
    <w:p w:rsidR="001F628F" w:rsidRDefault="001F628F" w:rsidP="007027BC">
      <w:pPr>
        <w:pStyle w:val="libNormal"/>
        <w:rPr>
          <w:rtl/>
        </w:rPr>
      </w:pPr>
      <w:r>
        <w:rPr>
          <w:rtl/>
        </w:rPr>
        <w:t>2_ قيامت كے دن مجرمين كے گروہ (قيديو</w:t>
      </w:r>
      <w:r w:rsidR="00083993">
        <w:rPr>
          <w:rtl/>
        </w:rPr>
        <w:t xml:space="preserve">ں </w:t>
      </w:r>
      <w:r>
        <w:rPr>
          <w:rtl/>
        </w:rPr>
        <w:t>كى طرح) طوق و زنجير و</w:t>
      </w:r>
      <w:r w:rsidR="00083993">
        <w:rPr>
          <w:rtl/>
        </w:rPr>
        <w:t xml:space="preserve">ں </w:t>
      </w:r>
      <w:r>
        <w:rPr>
          <w:rtl/>
        </w:rPr>
        <w:t>مي</w:t>
      </w:r>
      <w:r w:rsidR="00083993">
        <w:rPr>
          <w:rtl/>
        </w:rPr>
        <w:t xml:space="preserve">ں </w:t>
      </w:r>
      <w:r>
        <w:rPr>
          <w:rtl/>
        </w:rPr>
        <w:t>ايك ساتھ باندھے جائي</w:t>
      </w:r>
      <w:r w:rsidR="00083993">
        <w:rPr>
          <w:rtl/>
        </w:rPr>
        <w:t xml:space="preserve">ں </w:t>
      </w:r>
      <w:r>
        <w:rPr>
          <w:rtl/>
        </w:rPr>
        <w:t>گے اور وہ ايك دوسرے كے ساتھ حاضر و محشور ہونگے _</w:t>
      </w:r>
      <w:r w:rsidRPr="007027BC">
        <w:rPr>
          <w:rStyle w:val="libArabicChar"/>
          <w:rFonts w:hint="eastAsia"/>
          <w:rtl/>
        </w:rPr>
        <w:t>وترى</w:t>
      </w:r>
      <w:r w:rsidRPr="007027BC">
        <w:rPr>
          <w:rStyle w:val="libArabicChar"/>
          <w:rtl/>
        </w:rPr>
        <w:t xml:space="preserve"> المجرمين يومئذمقرّنين فى الا صفاد</w:t>
      </w:r>
    </w:p>
    <w:p w:rsidR="001F628F" w:rsidRDefault="001F628F" w:rsidP="001F628F">
      <w:pPr>
        <w:pStyle w:val="libNormal"/>
        <w:rPr>
          <w:rtl/>
        </w:rPr>
      </w:pPr>
      <w:r>
        <w:rPr>
          <w:rtl/>
        </w:rPr>
        <w:t>'' صفد '' كى جمع ''اصفاد '' ہے جس كا معنى وہ رسى يا وسيلہ كہ جس سے كچھ افراد كوقيديو</w:t>
      </w:r>
      <w:r w:rsidR="00083993">
        <w:rPr>
          <w:rtl/>
        </w:rPr>
        <w:t xml:space="preserve">ں </w:t>
      </w:r>
      <w:r>
        <w:rPr>
          <w:rtl/>
        </w:rPr>
        <w:t>كى طرح ايك ساتھ باندھاجاتا ہے _اور'' مقرنين ''، ''قران'' كا مصدر ہے جس كا مطلب چند چيزو</w:t>
      </w:r>
      <w:r w:rsidR="00083993">
        <w:rPr>
          <w:rtl/>
        </w:rPr>
        <w:t xml:space="preserve">ں </w:t>
      </w:r>
      <w:r>
        <w:rPr>
          <w:rtl/>
        </w:rPr>
        <w:t>يا چند افراد كو ايك ساتھ محكم اور شدت كے ساتھ باندھناہے _(لسان العرب)نيزياد رہے ك</w:t>
      </w:r>
      <w:r>
        <w:rPr>
          <w:rFonts w:hint="eastAsia"/>
          <w:rtl/>
        </w:rPr>
        <w:t>ہ</w:t>
      </w:r>
      <w:r>
        <w:rPr>
          <w:rtl/>
        </w:rPr>
        <w:t>'' مقرنين '' كو باب تفعيل سے لانا ،تكثير كا معنى ديتا ہے_</w:t>
      </w:r>
    </w:p>
    <w:p w:rsidR="001F628F" w:rsidRDefault="001F628F" w:rsidP="001F628F">
      <w:pPr>
        <w:pStyle w:val="libNormal"/>
        <w:rPr>
          <w:rtl/>
        </w:rPr>
      </w:pPr>
      <w:r>
        <w:rPr>
          <w:rtl/>
        </w:rPr>
        <w:t>3_ قيامت كے دن مجرمو</w:t>
      </w:r>
      <w:r w:rsidR="00083993">
        <w:rPr>
          <w:rtl/>
        </w:rPr>
        <w:t xml:space="preserve">ں </w:t>
      </w:r>
      <w:r>
        <w:rPr>
          <w:rtl/>
        </w:rPr>
        <w:t>كے طوق وزنجير مي</w:t>
      </w:r>
      <w:r w:rsidR="00083993">
        <w:rPr>
          <w:rtl/>
        </w:rPr>
        <w:t xml:space="preserve">ں </w:t>
      </w:r>
      <w:r>
        <w:rPr>
          <w:rtl/>
        </w:rPr>
        <w:t>قيد كيے جانے كا سبب ا ن كا مجرم اور گناہگار ہونا ہے _</w:t>
      </w:r>
    </w:p>
    <w:p w:rsidR="001F628F" w:rsidRDefault="001F628F" w:rsidP="007027BC">
      <w:pPr>
        <w:pStyle w:val="libArabic"/>
        <w:rPr>
          <w:rtl/>
        </w:rPr>
      </w:pPr>
      <w:r>
        <w:rPr>
          <w:rFonts w:hint="eastAsia"/>
          <w:rtl/>
        </w:rPr>
        <w:t>وترى</w:t>
      </w:r>
      <w:r>
        <w:rPr>
          <w:rtl/>
        </w:rPr>
        <w:t xml:space="preserve"> المجرمين يومئذمقرّنين فى الا صفاد</w:t>
      </w:r>
    </w:p>
    <w:p w:rsidR="001F628F" w:rsidRDefault="001F628F" w:rsidP="001F628F">
      <w:pPr>
        <w:pStyle w:val="libNormal"/>
        <w:rPr>
          <w:rtl/>
        </w:rPr>
      </w:pPr>
      <w:r>
        <w:rPr>
          <w:rtl/>
        </w:rPr>
        <w:t>4_ قيامت كے دن مجرمو</w:t>
      </w:r>
      <w:r w:rsidR="00083993">
        <w:rPr>
          <w:rtl/>
        </w:rPr>
        <w:t xml:space="preserve">ں </w:t>
      </w:r>
      <w:r>
        <w:rPr>
          <w:rtl/>
        </w:rPr>
        <w:t>كا طوق و زنجير مي</w:t>
      </w:r>
      <w:r w:rsidR="00083993">
        <w:rPr>
          <w:rtl/>
        </w:rPr>
        <w:t xml:space="preserve">ں </w:t>
      </w:r>
      <w:r>
        <w:rPr>
          <w:rtl/>
        </w:rPr>
        <w:t>ہونا خداوندعالم كى بے مثال قھاريت ،عزت اور انتقام كا جلوہ ہے _</w:t>
      </w:r>
    </w:p>
    <w:p w:rsidR="001F628F" w:rsidRDefault="001F628F" w:rsidP="007027BC">
      <w:pPr>
        <w:pStyle w:val="libArabic"/>
        <w:rPr>
          <w:rtl/>
        </w:rPr>
      </w:pPr>
      <w:r>
        <w:rPr>
          <w:rFonts w:hint="eastAsia"/>
          <w:rtl/>
        </w:rPr>
        <w:t>ان</w:t>
      </w:r>
      <w:r>
        <w:rPr>
          <w:rtl/>
        </w:rPr>
        <w:t xml:space="preserve"> اللّ</w:t>
      </w:r>
      <w:r w:rsidR="00120F63" w:rsidRPr="00ED5DE8">
        <w:rPr>
          <w:rFonts w:hint="cs"/>
          <w:rtl/>
        </w:rPr>
        <w:t>ه</w:t>
      </w:r>
      <w:r>
        <w:rPr>
          <w:rtl/>
        </w:rPr>
        <w:t xml:space="preserve"> </w:t>
      </w:r>
      <w:r>
        <w:rPr>
          <w:rFonts w:hint="cs"/>
          <w:rtl/>
        </w:rPr>
        <w:t>عزيز</w:t>
      </w:r>
      <w:r>
        <w:rPr>
          <w:rtl/>
        </w:rPr>
        <w:t xml:space="preserve"> </w:t>
      </w:r>
      <w:r>
        <w:rPr>
          <w:rFonts w:hint="cs"/>
          <w:rtl/>
        </w:rPr>
        <w:t>ذوانتقام</w:t>
      </w:r>
      <w:r>
        <w:rPr>
          <w:rtl/>
        </w:rPr>
        <w:t xml:space="preserve"> ...</w:t>
      </w:r>
      <w:r>
        <w:rPr>
          <w:rFonts w:hint="cs"/>
          <w:rtl/>
        </w:rPr>
        <w:t>وبرزواللّ</w:t>
      </w:r>
      <w:r w:rsidR="00120F63" w:rsidRPr="00ED5DE8">
        <w:rPr>
          <w:rFonts w:hint="cs"/>
          <w:rtl/>
        </w:rPr>
        <w:t>ه</w:t>
      </w:r>
      <w:r>
        <w:rPr>
          <w:rtl/>
        </w:rPr>
        <w:t xml:space="preserve"> </w:t>
      </w:r>
      <w:r>
        <w:rPr>
          <w:rFonts w:hint="cs"/>
          <w:rtl/>
        </w:rPr>
        <w:t>الوحدالق</w:t>
      </w:r>
      <w:r w:rsidR="00F21947" w:rsidRPr="00B2551F">
        <w:rPr>
          <w:rFonts w:hint="cs"/>
          <w:rtl/>
        </w:rPr>
        <w:t>ه</w:t>
      </w:r>
      <w:r>
        <w:rPr>
          <w:rFonts w:hint="cs"/>
          <w:rtl/>
        </w:rPr>
        <w:t>ّار</w:t>
      </w:r>
      <w:r>
        <w:rPr>
          <w:rtl/>
        </w:rPr>
        <w:t>_</w:t>
      </w:r>
      <w:r>
        <w:rPr>
          <w:rFonts w:hint="cs"/>
          <w:rtl/>
        </w:rPr>
        <w:t>وترى</w:t>
      </w:r>
      <w:r>
        <w:rPr>
          <w:rtl/>
        </w:rPr>
        <w:t xml:space="preserve"> </w:t>
      </w:r>
      <w:r>
        <w:rPr>
          <w:rFonts w:hint="cs"/>
          <w:rtl/>
        </w:rPr>
        <w:t>المجرمين</w:t>
      </w:r>
      <w:r>
        <w:rPr>
          <w:rtl/>
        </w:rPr>
        <w:t xml:space="preserve"> </w:t>
      </w:r>
      <w:r>
        <w:rPr>
          <w:rFonts w:hint="cs"/>
          <w:rtl/>
        </w:rPr>
        <w:t>يومئذمقرّنين</w:t>
      </w:r>
      <w:r>
        <w:rPr>
          <w:rtl/>
        </w:rPr>
        <w:t xml:space="preserve"> </w:t>
      </w:r>
      <w:r>
        <w:rPr>
          <w:rFonts w:hint="cs"/>
          <w:rtl/>
        </w:rPr>
        <w:t>فى</w:t>
      </w:r>
      <w:r>
        <w:rPr>
          <w:rtl/>
        </w:rPr>
        <w:t xml:space="preserve"> </w:t>
      </w:r>
      <w:r>
        <w:rPr>
          <w:rFonts w:hint="cs"/>
          <w:rtl/>
        </w:rPr>
        <w:t>الا</w:t>
      </w:r>
      <w:r>
        <w:rPr>
          <w:rtl/>
        </w:rPr>
        <w:t xml:space="preserve"> صفاد</w:t>
      </w:r>
    </w:p>
    <w:p w:rsidR="001F628F" w:rsidRDefault="001F628F" w:rsidP="007027BC">
      <w:pPr>
        <w:pStyle w:val="libNormal"/>
        <w:rPr>
          <w:rtl/>
        </w:rPr>
      </w:pPr>
      <w:r>
        <w:rPr>
          <w:rFonts w:hint="eastAsia"/>
          <w:rtl/>
        </w:rPr>
        <w:t>الله</w:t>
      </w:r>
      <w:r>
        <w:rPr>
          <w:rtl/>
        </w:rPr>
        <w:t xml:space="preserve"> تعالى :</w:t>
      </w:r>
      <w:r>
        <w:rPr>
          <w:rFonts w:hint="eastAsia"/>
          <w:rtl/>
        </w:rPr>
        <w:t>الله</w:t>
      </w:r>
      <w:r>
        <w:rPr>
          <w:rtl/>
        </w:rPr>
        <w:t xml:space="preserve"> تعالى كى عزت كى نشانيا</w:t>
      </w:r>
      <w:r w:rsidR="00083993">
        <w:rPr>
          <w:rtl/>
        </w:rPr>
        <w:t xml:space="preserve">ں </w:t>
      </w:r>
      <w:r>
        <w:rPr>
          <w:rtl/>
        </w:rPr>
        <w:t>4;الله تعالى كى قاھريت كى نشانيا</w:t>
      </w:r>
      <w:r w:rsidR="00083993">
        <w:rPr>
          <w:rtl/>
        </w:rPr>
        <w:t xml:space="preserve">ں </w:t>
      </w:r>
      <w:r>
        <w:rPr>
          <w:rtl/>
        </w:rPr>
        <w:t>4;الله تعالى كے انتقام كى</w:t>
      </w:r>
    </w:p>
    <w:p w:rsidR="007027BC" w:rsidRDefault="001E7F9D" w:rsidP="00F73EDE">
      <w:pPr>
        <w:pStyle w:val="libPoemTini"/>
        <w:rPr>
          <w:rtl/>
        </w:rPr>
      </w:pPr>
      <w:r>
        <w:rPr>
          <w:rtl/>
        </w:rPr>
        <w:br w:type="page"/>
      </w:r>
    </w:p>
    <w:p w:rsidR="001F628F" w:rsidRDefault="001F628F" w:rsidP="007027BC">
      <w:pPr>
        <w:pStyle w:val="libNormal"/>
        <w:rPr>
          <w:rtl/>
        </w:rPr>
      </w:pPr>
      <w:r>
        <w:rPr>
          <w:rFonts w:hint="eastAsia"/>
          <w:rtl/>
        </w:rPr>
        <w:lastRenderedPageBreak/>
        <w:t>نشانيا</w:t>
      </w:r>
      <w:r w:rsidR="00083993">
        <w:rPr>
          <w:rFonts w:hint="eastAsia"/>
          <w:rtl/>
        </w:rPr>
        <w:t xml:space="preserve">ں </w:t>
      </w:r>
      <w:r>
        <w:rPr>
          <w:rtl/>
        </w:rPr>
        <w:t>4</w:t>
      </w:r>
    </w:p>
    <w:p w:rsidR="001F628F" w:rsidRDefault="001F628F" w:rsidP="007027BC">
      <w:pPr>
        <w:pStyle w:val="libNormal"/>
        <w:rPr>
          <w:rtl/>
        </w:rPr>
      </w:pPr>
      <w:r>
        <w:rPr>
          <w:rFonts w:hint="eastAsia"/>
          <w:rtl/>
        </w:rPr>
        <w:t>عذاب</w:t>
      </w:r>
      <w:r>
        <w:rPr>
          <w:rtl/>
        </w:rPr>
        <w:t xml:space="preserve"> :</w:t>
      </w:r>
      <w:r>
        <w:rPr>
          <w:rFonts w:hint="eastAsia"/>
          <w:rtl/>
        </w:rPr>
        <w:t>اخروى</w:t>
      </w:r>
      <w:r>
        <w:rPr>
          <w:rtl/>
        </w:rPr>
        <w:t xml:space="preserve"> عذاب كے موجبات 3</w:t>
      </w:r>
    </w:p>
    <w:p w:rsidR="001F628F" w:rsidRDefault="001F628F" w:rsidP="007027BC">
      <w:pPr>
        <w:pStyle w:val="libNormal"/>
        <w:rPr>
          <w:rtl/>
        </w:rPr>
      </w:pPr>
      <w:r>
        <w:rPr>
          <w:rFonts w:hint="eastAsia"/>
          <w:rtl/>
        </w:rPr>
        <w:t>گناہ</w:t>
      </w:r>
      <w:r>
        <w:rPr>
          <w:rtl/>
        </w:rPr>
        <w:t xml:space="preserve"> :</w:t>
      </w:r>
      <w:r>
        <w:rPr>
          <w:rFonts w:hint="eastAsia"/>
          <w:rtl/>
        </w:rPr>
        <w:t>گناہ</w:t>
      </w:r>
      <w:r>
        <w:rPr>
          <w:rtl/>
        </w:rPr>
        <w:t xml:space="preserve"> كے اثرات 3</w:t>
      </w:r>
    </w:p>
    <w:p w:rsidR="001F628F" w:rsidRDefault="001F628F" w:rsidP="007027BC">
      <w:pPr>
        <w:pStyle w:val="libNormal"/>
        <w:rPr>
          <w:rtl/>
        </w:rPr>
      </w:pPr>
      <w:r>
        <w:rPr>
          <w:rFonts w:hint="eastAsia"/>
          <w:rtl/>
        </w:rPr>
        <w:t>گناہگار</w:t>
      </w:r>
      <w:r>
        <w:rPr>
          <w:rtl/>
        </w:rPr>
        <w:t xml:space="preserve"> لوگ:</w:t>
      </w:r>
      <w:r>
        <w:rPr>
          <w:rFonts w:hint="eastAsia"/>
          <w:rtl/>
        </w:rPr>
        <w:t>ان</w:t>
      </w:r>
      <w:r>
        <w:rPr>
          <w:rtl/>
        </w:rPr>
        <w:t xml:space="preserve"> كا اخروى عذاب 4; ان كى اخروى اسارت 3، 4;ان كے حشر كى كيفيت 2;وہ قيامت كے دن 1 ، 2</w:t>
      </w:r>
    </w:p>
    <w:p w:rsidR="001F628F" w:rsidRDefault="007027BC" w:rsidP="007027BC">
      <w:pPr>
        <w:pStyle w:val="Heading2Center"/>
        <w:rPr>
          <w:rtl/>
        </w:rPr>
      </w:pPr>
      <w:bookmarkStart w:id="50" w:name="_Toc28081728"/>
      <w:r>
        <w:rPr>
          <w:rFonts w:hint="cs"/>
          <w:rtl/>
        </w:rPr>
        <w:t>آیت 50</w:t>
      </w:r>
      <w:bookmarkEnd w:id="50"/>
    </w:p>
    <w:p w:rsidR="001F628F" w:rsidRDefault="00E260F9" w:rsidP="007027BC">
      <w:pPr>
        <w:pStyle w:val="libNormal"/>
        <w:rPr>
          <w:rtl/>
        </w:rPr>
      </w:pPr>
      <w:r w:rsidRPr="00E260F9">
        <w:rPr>
          <w:rStyle w:val="libAlaemChar"/>
          <w:rFonts w:hint="eastAsia"/>
          <w:rtl/>
        </w:rPr>
        <w:t>(</w:t>
      </w:r>
      <w:r w:rsidRPr="007027BC">
        <w:rPr>
          <w:rStyle w:val="libAieChar"/>
          <w:rFonts w:hint="eastAsia"/>
          <w:rtl/>
        </w:rPr>
        <w:t>سَرَابِيلُهُم</w:t>
      </w:r>
      <w:r w:rsidRPr="007027BC">
        <w:rPr>
          <w:rStyle w:val="libAieChar"/>
          <w:rtl/>
        </w:rPr>
        <w:t xml:space="preserve"> مِّن قَطِرَانٍ وَتَغْشَى وُجُوهَهُمْ النَّارُ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كے لباس قطران كے ہو</w:t>
      </w:r>
      <w:r w:rsidR="00083993">
        <w:rPr>
          <w:rtl/>
        </w:rPr>
        <w:t xml:space="preserve">ں </w:t>
      </w:r>
      <w:r>
        <w:rPr>
          <w:rtl/>
        </w:rPr>
        <w:t>گے او ر انكے چہرو</w:t>
      </w:r>
      <w:r w:rsidR="00083993">
        <w:rPr>
          <w:rtl/>
        </w:rPr>
        <w:t xml:space="preserve">ں </w:t>
      </w:r>
      <w:r>
        <w:rPr>
          <w:rtl/>
        </w:rPr>
        <w:t>كو آگ ہر طرف سے ڈھانكے ہوئے ہوگى _</w:t>
      </w:r>
    </w:p>
    <w:p w:rsidR="001F628F" w:rsidRDefault="001F628F" w:rsidP="001F628F">
      <w:pPr>
        <w:pStyle w:val="libNormal"/>
        <w:rPr>
          <w:rtl/>
        </w:rPr>
      </w:pPr>
      <w:r>
        <w:rPr>
          <w:rtl/>
        </w:rPr>
        <w:t>1_قيامت كے دن مجرمين ايك سياہ ،بد بو دار،گرم اور (تاركول جيسے)اشتعال انگيز مادے كا كرتا پہنے ہو</w:t>
      </w:r>
      <w:r w:rsidR="00083993">
        <w:rPr>
          <w:rtl/>
        </w:rPr>
        <w:t xml:space="preserve">ں </w:t>
      </w:r>
      <w:r>
        <w:rPr>
          <w:rtl/>
        </w:rPr>
        <w:t>گے_</w:t>
      </w:r>
    </w:p>
    <w:p w:rsidR="001F628F" w:rsidRDefault="001F628F" w:rsidP="007027BC">
      <w:pPr>
        <w:pStyle w:val="libArabic"/>
        <w:rPr>
          <w:rtl/>
        </w:rPr>
      </w:pPr>
      <w:r>
        <w:rPr>
          <w:rFonts w:hint="eastAsia"/>
          <w:rtl/>
        </w:rPr>
        <w:t>وترى</w:t>
      </w:r>
      <w:r>
        <w:rPr>
          <w:rtl/>
        </w:rPr>
        <w:t xml:space="preserve"> المجرمين ...سرابيل</w:t>
      </w:r>
      <w:r w:rsidR="00F21947" w:rsidRPr="00B2551F">
        <w:rPr>
          <w:rFonts w:hint="cs"/>
          <w:rtl/>
        </w:rPr>
        <w:t>ه</w:t>
      </w:r>
      <w:r>
        <w:rPr>
          <w:rFonts w:hint="cs"/>
          <w:rtl/>
        </w:rPr>
        <w:t>م</w:t>
      </w:r>
      <w:r>
        <w:rPr>
          <w:rtl/>
        </w:rPr>
        <w:t xml:space="preserve"> </w:t>
      </w:r>
      <w:r>
        <w:rPr>
          <w:rFonts w:hint="cs"/>
          <w:rtl/>
        </w:rPr>
        <w:t>من</w:t>
      </w:r>
      <w:r>
        <w:rPr>
          <w:rtl/>
        </w:rPr>
        <w:t xml:space="preserve"> قطران</w:t>
      </w:r>
    </w:p>
    <w:p w:rsidR="001F628F" w:rsidRDefault="001F628F" w:rsidP="001F628F">
      <w:pPr>
        <w:pStyle w:val="libNormal"/>
        <w:rPr>
          <w:rtl/>
        </w:rPr>
      </w:pPr>
      <w:r>
        <w:rPr>
          <w:rtl/>
        </w:rPr>
        <w:t>'' قطران'' ايك سياہ ،بد بو دار اور چپكنے والا مادہ (تيل)ہے كہ جسے اونٹ كے بدن پر ملتے ہي</w:t>
      </w:r>
      <w:r w:rsidR="00083993">
        <w:rPr>
          <w:rtl/>
        </w:rPr>
        <w:t xml:space="preserve">ں </w:t>
      </w:r>
      <w:r>
        <w:rPr>
          <w:rtl/>
        </w:rPr>
        <w:t>(مجمع البيان )يہ جو خدا وندعالم نے فرمايا ہے كہ دوزخيو</w:t>
      </w:r>
      <w:r w:rsidR="00083993">
        <w:rPr>
          <w:rtl/>
        </w:rPr>
        <w:t xml:space="preserve">ں </w:t>
      </w:r>
      <w:r>
        <w:rPr>
          <w:rtl/>
        </w:rPr>
        <w:t>كا لباس قطران سے ہے ممكن ہے يہ دوزخى انسان كے بدن پر جہنم كى اگ كى سوزش اور اشتعال انگيزى كى زيادتى كو بيان كر نے مي</w:t>
      </w:r>
      <w:r w:rsidR="00083993">
        <w:rPr>
          <w:rtl/>
        </w:rPr>
        <w:t xml:space="preserve">ں </w:t>
      </w:r>
      <w:r>
        <w:rPr>
          <w:rtl/>
        </w:rPr>
        <w:t>مبالغے كے لئے ہو _نيز مادہ قطران كے قابل اشتعال ہونے كو بيان كرنے كے لئے ہو_ (لسان العرب)</w:t>
      </w:r>
    </w:p>
    <w:p w:rsidR="001F628F" w:rsidRDefault="001F628F" w:rsidP="007027BC">
      <w:pPr>
        <w:pStyle w:val="libNormal"/>
        <w:rPr>
          <w:rtl/>
        </w:rPr>
      </w:pPr>
      <w:r>
        <w:rPr>
          <w:rtl/>
        </w:rPr>
        <w:t>2_قيامت كے دن مجرمين كا چہرہ اگ سے ڈھانپا ہو گا_</w:t>
      </w:r>
      <w:r w:rsidRPr="007027BC">
        <w:rPr>
          <w:rStyle w:val="libArabicChar"/>
          <w:rFonts w:hint="eastAsia"/>
          <w:rtl/>
        </w:rPr>
        <w:t>وترى</w:t>
      </w:r>
      <w:r w:rsidRPr="007027BC">
        <w:rPr>
          <w:rStyle w:val="libArabicChar"/>
          <w:rtl/>
        </w:rPr>
        <w:t xml:space="preserve"> المجرمين ...وتغشى وجو</w:t>
      </w:r>
      <w:r w:rsidR="00F21947" w:rsidRPr="00B2551F">
        <w:rPr>
          <w:rStyle w:val="libArabicChar"/>
          <w:rFonts w:hint="cs"/>
          <w:rtl/>
        </w:rPr>
        <w:t>هه</w:t>
      </w:r>
      <w:r w:rsidRPr="007027BC">
        <w:rPr>
          <w:rStyle w:val="libArabicChar"/>
          <w:rFonts w:hint="cs"/>
          <w:rtl/>
        </w:rPr>
        <w:t>م</w:t>
      </w:r>
      <w:r w:rsidRPr="007027BC">
        <w:rPr>
          <w:rStyle w:val="libArabicChar"/>
          <w:rtl/>
        </w:rPr>
        <w:t xml:space="preserve"> النار</w:t>
      </w:r>
    </w:p>
    <w:p w:rsidR="001F628F" w:rsidRDefault="001F628F" w:rsidP="001F628F">
      <w:pPr>
        <w:pStyle w:val="libNormal"/>
        <w:rPr>
          <w:rtl/>
        </w:rPr>
      </w:pPr>
      <w:r>
        <w:rPr>
          <w:rtl/>
        </w:rPr>
        <w:t>3_قيامت كے دن عذاب الہى مجرمين اور گناہگارو</w:t>
      </w:r>
      <w:r w:rsidR="00083993">
        <w:rPr>
          <w:rtl/>
        </w:rPr>
        <w:t xml:space="preserve">ں </w:t>
      </w:r>
      <w:r>
        <w:rPr>
          <w:rtl/>
        </w:rPr>
        <w:t>كے پورے وجود كو گھير لے گا _</w:t>
      </w:r>
    </w:p>
    <w:p w:rsidR="001F628F" w:rsidRDefault="001F628F" w:rsidP="007027BC">
      <w:pPr>
        <w:pStyle w:val="libArabic"/>
        <w:rPr>
          <w:rtl/>
        </w:rPr>
      </w:pPr>
      <w:r>
        <w:rPr>
          <w:rFonts w:hint="eastAsia"/>
          <w:rtl/>
        </w:rPr>
        <w:t>وترى</w:t>
      </w:r>
      <w:r>
        <w:rPr>
          <w:rtl/>
        </w:rPr>
        <w:t xml:space="preserve"> المجرمين ...سرابيل</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قطران</w:t>
      </w:r>
      <w:r>
        <w:rPr>
          <w:rtl/>
        </w:rPr>
        <w:t xml:space="preserve"> </w:t>
      </w:r>
      <w:r>
        <w:rPr>
          <w:rFonts w:hint="cs"/>
          <w:rtl/>
        </w:rPr>
        <w:t>وتغشى</w:t>
      </w:r>
      <w:r>
        <w:rPr>
          <w:rtl/>
        </w:rPr>
        <w:t xml:space="preserve"> </w:t>
      </w:r>
      <w:r>
        <w:rPr>
          <w:rFonts w:hint="cs"/>
          <w:rtl/>
        </w:rPr>
        <w:t>وجو</w:t>
      </w:r>
      <w:r w:rsidR="00F21947" w:rsidRPr="00B2551F">
        <w:rPr>
          <w:rFonts w:hint="cs"/>
          <w:rtl/>
        </w:rPr>
        <w:t>هه</w:t>
      </w:r>
      <w:r>
        <w:rPr>
          <w:rFonts w:hint="cs"/>
          <w:rtl/>
        </w:rPr>
        <w:t>م</w:t>
      </w:r>
      <w:r>
        <w:rPr>
          <w:rtl/>
        </w:rPr>
        <w:t xml:space="preserve"> النار</w:t>
      </w:r>
    </w:p>
    <w:p w:rsidR="001F628F" w:rsidRDefault="001F628F" w:rsidP="001F628F">
      <w:pPr>
        <w:pStyle w:val="libNormal"/>
        <w:rPr>
          <w:rtl/>
        </w:rPr>
      </w:pPr>
      <w:r>
        <w:rPr>
          <w:rtl/>
        </w:rPr>
        <w:t>'' وجوہ''(چہرو</w:t>
      </w:r>
      <w:r w:rsidR="00083993">
        <w:rPr>
          <w:rtl/>
        </w:rPr>
        <w:t xml:space="preserve">ں </w:t>
      </w:r>
      <w:r>
        <w:rPr>
          <w:rtl/>
        </w:rPr>
        <w:t>) كى تعبير شايد پورے وجود سے كنايہ ہو ;چونكہ چہرہ انسان كے پورے وجود كا ائينہ ہوتا ہے _قابل ذكر يہ كہ اتشين لباس اور مجرمين كے طوق وزنجير مي</w:t>
      </w:r>
      <w:r w:rsidR="00083993">
        <w:rPr>
          <w:rtl/>
        </w:rPr>
        <w:t xml:space="preserve">ں </w:t>
      </w:r>
      <w:r>
        <w:rPr>
          <w:rtl/>
        </w:rPr>
        <w:t>باندھے جانے سے</w:t>
      </w:r>
    </w:p>
    <w:p w:rsidR="007027BC" w:rsidRDefault="001E7F9D" w:rsidP="00F73EDE">
      <w:pPr>
        <w:pStyle w:val="libPoemTini"/>
        <w:rPr>
          <w:rtl/>
        </w:rPr>
      </w:pPr>
      <w:r>
        <w:rPr>
          <w:rtl/>
        </w:rPr>
        <w:br w:type="page"/>
      </w:r>
    </w:p>
    <w:p w:rsidR="001F628F" w:rsidRDefault="001F628F" w:rsidP="007027BC">
      <w:pPr>
        <w:pStyle w:val="libNormal"/>
        <w:rPr>
          <w:rtl/>
        </w:rPr>
      </w:pPr>
      <w:r>
        <w:rPr>
          <w:rFonts w:hint="eastAsia"/>
          <w:rtl/>
        </w:rPr>
        <w:lastRenderedPageBreak/>
        <w:t>بھى</w:t>
      </w:r>
      <w:r>
        <w:rPr>
          <w:rtl/>
        </w:rPr>
        <w:t xml:space="preserve"> اسى مطلب كى تائيد ہوتى ہے _</w:t>
      </w:r>
    </w:p>
    <w:p w:rsidR="001F628F" w:rsidRDefault="001F628F" w:rsidP="001F628F">
      <w:pPr>
        <w:pStyle w:val="libNormal"/>
        <w:rPr>
          <w:rtl/>
        </w:rPr>
      </w:pPr>
      <w:r>
        <w:rPr>
          <w:rtl/>
        </w:rPr>
        <w:t>4_قيامت كے دن مجرمو</w:t>
      </w:r>
      <w:r w:rsidR="00083993">
        <w:rPr>
          <w:rtl/>
        </w:rPr>
        <w:t xml:space="preserve">ں </w:t>
      </w:r>
      <w:r>
        <w:rPr>
          <w:rtl/>
        </w:rPr>
        <w:t>كے حاضر ہونے كى كيفيت اور اندازسے ايك ہولناك اور قبيح منظر كى عكاسى ہوتى ہے_</w:t>
      </w:r>
    </w:p>
    <w:p w:rsidR="001F628F" w:rsidRDefault="001F628F" w:rsidP="007027BC">
      <w:pPr>
        <w:pStyle w:val="libArabic"/>
        <w:rPr>
          <w:rtl/>
        </w:rPr>
      </w:pPr>
      <w:r>
        <w:rPr>
          <w:rFonts w:hint="eastAsia"/>
          <w:rtl/>
        </w:rPr>
        <w:t>وبرزوا</w:t>
      </w:r>
      <w:r>
        <w:rPr>
          <w:rtl/>
        </w:rPr>
        <w:t xml:space="preserve"> ...وترى المجرمين يومئذمقرّنين فى الا صفاد_ سرابيل</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قطران</w:t>
      </w:r>
      <w:r>
        <w:rPr>
          <w:rtl/>
        </w:rPr>
        <w:t xml:space="preserve"> </w:t>
      </w:r>
      <w:r>
        <w:rPr>
          <w:rFonts w:hint="cs"/>
          <w:rtl/>
        </w:rPr>
        <w:t>وتغشى</w:t>
      </w:r>
      <w:r>
        <w:rPr>
          <w:rtl/>
        </w:rPr>
        <w:t xml:space="preserve"> </w:t>
      </w:r>
      <w:r>
        <w:rPr>
          <w:rFonts w:hint="cs"/>
          <w:rtl/>
        </w:rPr>
        <w:t>وجو</w:t>
      </w:r>
      <w:r w:rsidR="00F21947" w:rsidRPr="00B2551F">
        <w:rPr>
          <w:rFonts w:hint="cs"/>
          <w:rtl/>
        </w:rPr>
        <w:t>هه</w:t>
      </w:r>
      <w:r>
        <w:rPr>
          <w:rFonts w:hint="cs"/>
          <w:rtl/>
        </w:rPr>
        <w:t>م</w:t>
      </w:r>
      <w:r>
        <w:rPr>
          <w:rtl/>
        </w:rPr>
        <w:t xml:space="preserve"> النار</w:t>
      </w:r>
    </w:p>
    <w:p w:rsidR="001F628F" w:rsidRDefault="001F628F" w:rsidP="001F628F">
      <w:pPr>
        <w:pStyle w:val="libNormal"/>
        <w:rPr>
          <w:rtl/>
        </w:rPr>
      </w:pPr>
      <w:r>
        <w:rPr>
          <w:rtl/>
        </w:rPr>
        <w:t>5_قيامت كے دن سب انسان، جسم و روح كے ساتھ حاضر ہو</w:t>
      </w:r>
      <w:r w:rsidR="00083993">
        <w:rPr>
          <w:rtl/>
        </w:rPr>
        <w:t xml:space="preserve">ں </w:t>
      </w:r>
      <w:r>
        <w:rPr>
          <w:rtl/>
        </w:rPr>
        <w:t>گے_</w:t>
      </w:r>
    </w:p>
    <w:p w:rsidR="001F628F" w:rsidRDefault="001F628F" w:rsidP="007027BC">
      <w:pPr>
        <w:pStyle w:val="libArabic"/>
        <w:rPr>
          <w:rtl/>
        </w:rPr>
      </w:pPr>
      <w:r>
        <w:rPr>
          <w:rFonts w:hint="eastAsia"/>
          <w:rtl/>
        </w:rPr>
        <w:t>مقرّنين</w:t>
      </w:r>
      <w:r>
        <w:rPr>
          <w:rtl/>
        </w:rPr>
        <w:t xml:space="preserve"> فى الا صفاد_سرابيل</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قطران</w:t>
      </w:r>
      <w:r>
        <w:rPr>
          <w:rtl/>
        </w:rPr>
        <w:t xml:space="preserve"> </w:t>
      </w:r>
      <w:r>
        <w:rPr>
          <w:rFonts w:hint="cs"/>
          <w:rtl/>
        </w:rPr>
        <w:t>وتغشى</w:t>
      </w:r>
      <w:r>
        <w:rPr>
          <w:rtl/>
        </w:rPr>
        <w:t xml:space="preserve"> </w:t>
      </w:r>
      <w:r>
        <w:rPr>
          <w:rFonts w:hint="cs"/>
          <w:rtl/>
        </w:rPr>
        <w:t>وجو</w:t>
      </w:r>
      <w:r w:rsidR="00F21947" w:rsidRPr="00B2551F">
        <w:rPr>
          <w:rFonts w:hint="cs"/>
          <w:rtl/>
        </w:rPr>
        <w:t>هه</w:t>
      </w:r>
      <w:r>
        <w:rPr>
          <w:rFonts w:hint="cs"/>
          <w:rtl/>
        </w:rPr>
        <w:t>م</w:t>
      </w:r>
      <w:r>
        <w:rPr>
          <w:rtl/>
        </w:rPr>
        <w:t xml:space="preserve"> النار</w:t>
      </w:r>
    </w:p>
    <w:p w:rsidR="001F628F" w:rsidRDefault="001F628F" w:rsidP="001F628F">
      <w:pPr>
        <w:pStyle w:val="libNormal"/>
        <w:rPr>
          <w:rtl/>
        </w:rPr>
      </w:pPr>
      <w:r>
        <w:rPr>
          <w:rtl/>
        </w:rPr>
        <w:t>6_</w:t>
      </w:r>
      <w:r w:rsidRPr="007027BC">
        <w:rPr>
          <w:rStyle w:val="libArabicChar"/>
          <w:rtl/>
        </w:rPr>
        <w:t xml:space="preserve">''عن ا بى عبدالله </w:t>
      </w:r>
      <w:r w:rsidR="00367F17" w:rsidRPr="00367F17">
        <w:rPr>
          <w:rStyle w:val="libAlaemChar"/>
          <w:rtl/>
        </w:rPr>
        <w:t xml:space="preserve"> عليه‌السلام </w:t>
      </w:r>
      <w:r w:rsidRPr="007027BC">
        <w:rPr>
          <w:rStyle w:val="libArabicChar"/>
          <w:rtl/>
        </w:rPr>
        <w:t xml:space="preserve">: ...ان جبرئيل جاء الى رسول الله </w:t>
      </w:r>
      <w:r w:rsidR="00F031CD" w:rsidRPr="00F031CD">
        <w:rPr>
          <w:rStyle w:val="libAlaemChar"/>
          <w:rtl/>
        </w:rPr>
        <w:t xml:space="preserve"> صلى‌الله‌عليه‌وآله‌وسلم </w:t>
      </w:r>
      <w:r w:rsidRPr="007027BC">
        <w:rPr>
          <w:rStyle w:val="libArabicChar"/>
          <w:rtl/>
        </w:rPr>
        <w:t xml:space="preserve"> ...قال: ...لو ا ن سربالا من سرابيل ا </w:t>
      </w:r>
      <w:r w:rsidR="00F21947" w:rsidRPr="00B2551F">
        <w:rPr>
          <w:rStyle w:val="libArabicChar"/>
          <w:rFonts w:hint="cs"/>
          <w:rtl/>
        </w:rPr>
        <w:t>ه</w:t>
      </w:r>
      <w:r w:rsidRPr="007027BC">
        <w:rPr>
          <w:rStyle w:val="libArabicChar"/>
          <w:rFonts w:hint="cs"/>
          <w:rtl/>
        </w:rPr>
        <w:t>ل</w:t>
      </w:r>
      <w:r w:rsidRPr="007027BC">
        <w:rPr>
          <w:rStyle w:val="libArabicChar"/>
          <w:rtl/>
        </w:rPr>
        <w:t xml:space="preserve"> </w:t>
      </w:r>
      <w:r w:rsidRPr="007027BC">
        <w:rPr>
          <w:rStyle w:val="libArabicChar"/>
          <w:rFonts w:hint="cs"/>
          <w:rtl/>
        </w:rPr>
        <w:t>النار</w:t>
      </w:r>
      <w:r w:rsidRPr="007027BC">
        <w:rPr>
          <w:rStyle w:val="libArabicChar"/>
          <w:rtl/>
        </w:rPr>
        <w:t xml:space="preserve"> </w:t>
      </w:r>
      <w:r w:rsidRPr="007027BC">
        <w:rPr>
          <w:rStyle w:val="libArabicChar"/>
          <w:rFonts w:hint="cs"/>
          <w:rtl/>
        </w:rPr>
        <w:t>علّق</w:t>
      </w:r>
      <w:r w:rsidRPr="007027BC">
        <w:rPr>
          <w:rStyle w:val="libArabicChar"/>
          <w:rtl/>
        </w:rPr>
        <w:t xml:space="preserve"> </w:t>
      </w:r>
      <w:r w:rsidRPr="007027BC">
        <w:rPr>
          <w:rStyle w:val="libArabicChar"/>
          <w:rFonts w:hint="cs"/>
          <w:rtl/>
        </w:rPr>
        <w:t>بين</w:t>
      </w:r>
      <w:r w:rsidRPr="007027BC">
        <w:rPr>
          <w:rStyle w:val="libArabicChar"/>
          <w:rtl/>
        </w:rPr>
        <w:t xml:space="preserve"> </w:t>
      </w:r>
      <w:r w:rsidRPr="007027BC">
        <w:rPr>
          <w:rStyle w:val="libArabicChar"/>
          <w:rFonts w:hint="cs"/>
          <w:rtl/>
        </w:rPr>
        <w:t>السّماء</w:t>
      </w:r>
      <w:r w:rsidRPr="007027BC">
        <w:rPr>
          <w:rStyle w:val="libArabicChar"/>
          <w:rtl/>
        </w:rPr>
        <w:t xml:space="preserve"> </w:t>
      </w:r>
      <w:r w:rsidRPr="007027BC">
        <w:rPr>
          <w:rStyle w:val="libArabicChar"/>
          <w:rFonts w:hint="cs"/>
          <w:rtl/>
        </w:rPr>
        <w:t>والا</w:t>
      </w:r>
      <w:r w:rsidRPr="007027BC">
        <w:rPr>
          <w:rStyle w:val="libArabicChar"/>
          <w:rtl/>
        </w:rPr>
        <w:t xml:space="preserve"> </w:t>
      </w:r>
      <w:r w:rsidRPr="007027BC">
        <w:rPr>
          <w:rStyle w:val="libArabicChar"/>
          <w:rFonts w:hint="cs"/>
          <w:rtl/>
        </w:rPr>
        <w:t>رض</w:t>
      </w:r>
      <w:r w:rsidRPr="007027BC">
        <w:rPr>
          <w:rStyle w:val="libArabicChar"/>
          <w:rtl/>
        </w:rPr>
        <w:t xml:space="preserve"> </w:t>
      </w:r>
      <w:r w:rsidRPr="007027BC">
        <w:rPr>
          <w:rStyle w:val="libArabicChar"/>
          <w:rFonts w:hint="cs"/>
          <w:rtl/>
        </w:rPr>
        <w:t>لمات</w:t>
      </w:r>
      <w:r w:rsidRPr="007027BC">
        <w:rPr>
          <w:rStyle w:val="libArabicChar"/>
          <w:rtl/>
        </w:rPr>
        <w:t xml:space="preserve"> </w:t>
      </w:r>
      <w:r w:rsidRPr="007027BC">
        <w:rPr>
          <w:rStyle w:val="libArabicChar"/>
          <w:rFonts w:hint="cs"/>
          <w:rtl/>
        </w:rPr>
        <w:t>ا</w:t>
      </w:r>
      <w:r w:rsidRPr="007027BC">
        <w:rPr>
          <w:rStyle w:val="libArabicChar"/>
          <w:rtl/>
        </w:rPr>
        <w:t xml:space="preserve"> </w:t>
      </w:r>
      <w:r w:rsidR="00F21947" w:rsidRPr="00B2551F">
        <w:rPr>
          <w:rStyle w:val="libArabicChar"/>
          <w:rFonts w:hint="cs"/>
          <w:rtl/>
        </w:rPr>
        <w:t>ه</w:t>
      </w:r>
      <w:r w:rsidRPr="007027BC">
        <w:rPr>
          <w:rStyle w:val="libArabicChar"/>
          <w:rFonts w:hint="cs"/>
          <w:rtl/>
        </w:rPr>
        <w:t>ل</w:t>
      </w:r>
      <w:r w:rsidRPr="007027BC">
        <w:rPr>
          <w:rStyle w:val="libArabicChar"/>
          <w:rtl/>
        </w:rPr>
        <w:t xml:space="preserve"> </w:t>
      </w:r>
      <w:r w:rsidRPr="007027BC">
        <w:rPr>
          <w:rStyle w:val="libArabicChar"/>
          <w:rFonts w:hint="cs"/>
          <w:rtl/>
        </w:rPr>
        <w:t>الا</w:t>
      </w:r>
      <w:r w:rsidRPr="007027BC">
        <w:rPr>
          <w:rStyle w:val="libArabicChar"/>
          <w:rtl/>
        </w:rPr>
        <w:t xml:space="preserve"> </w:t>
      </w:r>
      <w:r w:rsidRPr="007027BC">
        <w:rPr>
          <w:rStyle w:val="libArabicChar"/>
          <w:rFonts w:hint="cs"/>
          <w:rtl/>
        </w:rPr>
        <w:t>رض</w:t>
      </w:r>
      <w:r w:rsidRPr="007027BC">
        <w:rPr>
          <w:rStyle w:val="libArabicChar"/>
          <w:rtl/>
        </w:rPr>
        <w:t xml:space="preserve"> </w:t>
      </w:r>
      <w:r w:rsidRPr="007027BC">
        <w:rPr>
          <w:rStyle w:val="libArabicChar"/>
          <w:rFonts w:hint="cs"/>
          <w:rtl/>
        </w:rPr>
        <w:t>من</w:t>
      </w:r>
      <w:r w:rsidRPr="007027BC">
        <w:rPr>
          <w:rStyle w:val="libArabicChar"/>
          <w:rtl/>
        </w:rPr>
        <w:t xml:space="preserve"> </w:t>
      </w:r>
      <w:r w:rsidRPr="007027BC">
        <w:rPr>
          <w:rStyle w:val="libArabicChar"/>
          <w:rFonts w:hint="cs"/>
          <w:rtl/>
        </w:rPr>
        <w:t>ريح</w:t>
      </w:r>
      <w:r w:rsidR="00120F63" w:rsidRPr="00B2551F">
        <w:rPr>
          <w:rStyle w:val="libArabicChar"/>
          <w:rFonts w:hint="cs"/>
          <w:rtl/>
        </w:rPr>
        <w:t>ه</w:t>
      </w:r>
      <w:r w:rsidRPr="007027BC">
        <w:rPr>
          <w:rStyle w:val="libArabicChar"/>
          <w:rtl/>
        </w:rPr>
        <w:t xml:space="preserve"> </w:t>
      </w:r>
      <w:r w:rsidRPr="007027BC">
        <w:rPr>
          <w:rStyle w:val="libArabicChar"/>
          <w:rFonts w:hint="cs"/>
          <w:rtl/>
        </w:rPr>
        <w:t>و</w:t>
      </w:r>
      <w:r w:rsidRPr="007027BC">
        <w:rPr>
          <w:rStyle w:val="libArabicChar"/>
          <w:rtl/>
        </w:rPr>
        <w:t xml:space="preserve"> </w:t>
      </w:r>
      <w:r w:rsidRPr="007027BC">
        <w:rPr>
          <w:rStyle w:val="libArabicChar"/>
          <w:rFonts w:hint="cs"/>
          <w:rtl/>
        </w:rPr>
        <w:t>و</w:t>
      </w:r>
      <w:r w:rsidR="00F21947" w:rsidRPr="00B2551F">
        <w:rPr>
          <w:rStyle w:val="libArabicChar"/>
          <w:rFonts w:hint="cs"/>
          <w:rtl/>
        </w:rPr>
        <w:t>ه</w:t>
      </w:r>
      <w:r w:rsidRPr="007027BC">
        <w:rPr>
          <w:rStyle w:val="libArabicChar"/>
          <w:rFonts w:hint="cs"/>
          <w:rtl/>
        </w:rPr>
        <w:t>ج</w:t>
      </w:r>
      <w:r w:rsidR="00120F63" w:rsidRPr="00B2551F">
        <w:rPr>
          <w:rStyle w:val="libArabicChar"/>
          <w:rFonts w:hint="cs"/>
          <w:rtl/>
        </w:rPr>
        <w:t>ه</w:t>
      </w:r>
      <w:r>
        <w:rPr>
          <w:rtl/>
        </w:rPr>
        <w:t>;</w:t>
      </w:r>
      <w:r w:rsidRPr="007027BC">
        <w:rPr>
          <w:rStyle w:val="libFootnotenumChar"/>
          <w:rtl/>
        </w:rPr>
        <w:t>(1)</w:t>
      </w:r>
      <w:r>
        <w:rPr>
          <w:rtl/>
        </w:rPr>
        <w:t xml:space="preserve">امام صادق </w:t>
      </w:r>
      <w:r w:rsidR="00367F17" w:rsidRPr="00367F17">
        <w:rPr>
          <w:rStyle w:val="libAlaemChar"/>
          <w:rtl/>
        </w:rPr>
        <w:t xml:space="preserve"> عليه‌السلام </w:t>
      </w:r>
      <w:r>
        <w:rPr>
          <w:rtl/>
        </w:rPr>
        <w:t xml:space="preserve"> سے منقول ہے كہ حضرت جبرائيل </w:t>
      </w:r>
      <w:r w:rsidR="00367F17" w:rsidRPr="00367F17">
        <w:rPr>
          <w:rStyle w:val="libAlaemChar"/>
          <w:rtl/>
        </w:rPr>
        <w:t xml:space="preserve"> عليه‌السلام </w:t>
      </w:r>
      <w:r>
        <w:rPr>
          <w:rtl/>
        </w:rPr>
        <w:t xml:space="preserve"> حضرت رسول اكرم </w:t>
      </w:r>
      <w:r w:rsidR="00F031CD" w:rsidRPr="00F031CD">
        <w:rPr>
          <w:rStyle w:val="libAlaemChar"/>
          <w:rtl/>
        </w:rPr>
        <w:t xml:space="preserve"> صلى‌الله‌عليه‌وآله‌وسلم </w:t>
      </w:r>
      <w:r>
        <w:rPr>
          <w:rtl/>
        </w:rPr>
        <w:t xml:space="preserve"> كے پاس ائے ...اور كہا:اگر اہل اتش كے كرتو</w:t>
      </w:r>
      <w:r w:rsidR="00083993">
        <w:rPr>
          <w:rtl/>
        </w:rPr>
        <w:t xml:space="preserve">ں </w:t>
      </w:r>
      <w:r>
        <w:rPr>
          <w:rtl/>
        </w:rPr>
        <w:t>مي</w:t>
      </w:r>
      <w:r w:rsidR="00083993">
        <w:rPr>
          <w:rtl/>
        </w:rPr>
        <w:t xml:space="preserve">ں </w:t>
      </w:r>
      <w:r>
        <w:rPr>
          <w:rtl/>
        </w:rPr>
        <w:t>سے ايك كرتا بھى زمين و اسمان كے درميان لٹكايا جائے تو اہل زمين ا سكى بد بو او رشعلو</w:t>
      </w:r>
      <w:r w:rsidR="00083993">
        <w:rPr>
          <w:rtl/>
        </w:rPr>
        <w:t xml:space="preserve">ں </w:t>
      </w:r>
      <w:r>
        <w:rPr>
          <w:rtl/>
        </w:rPr>
        <w:t>سے مر جائي</w:t>
      </w:r>
      <w:r w:rsidR="00083993">
        <w:rPr>
          <w:rtl/>
        </w:rPr>
        <w:t xml:space="preserve">ں </w:t>
      </w:r>
      <w:r>
        <w:rPr>
          <w:rtl/>
        </w:rPr>
        <w:t>_</w:t>
      </w:r>
    </w:p>
    <w:p w:rsidR="001F628F" w:rsidRDefault="001F628F" w:rsidP="007027BC">
      <w:pPr>
        <w:pStyle w:val="libNormal"/>
        <w:rPr>
          <w:rtl/>
        </w:rPr>
      </w:pPr>
      <w:r>
        <w:rPr>
          <w:rFonts w:hint="eastAsia"/>
          <w:rtl/>
        </w:rPr>
        <w:t>جہنمى</w:t>
      </w:r>
      <w:r>
        <w:rPr>
          <w:rtl/>
        </w:rPr>
        <w:t xml:space="preserve"> لوگ :</w:t>
      </w:r>
      <w:r>
        <w:rPr>
          <w:rFonts w:hint="eastAsia"/>
          <w:rtl/>
        </w:rPr>
        <w:t>جہنمى</w:t>
      </w:r>
      <w:r>
        <w:rPr>
          <w:rtl/>
        </w:rPr>
        <w:t xml:space="preserve"> لوگو</w:t>
      </w:r>
      <w:r w:rsidR="00083993">
        <w:rPr>
          <w:rtl/>
        </w:rPr>
        <w:t xml:space="preserve">ں </w:t>
      </w:r>
      <w:r>
        <w:rPr>
          <w:rtl/>
        </w:rPr>
        <w:t>كے لئے لباس 1،6</w:t>
      </w:r>
    </w:p>
    <w:p w:rsidR="001F628F" w:rsidRDefault="001F628F" w:rsidP="001F628F">
      <w:pPr>
        <w:pStyle w:val="libNormal"/>
        <w:rPr>
          <w:rtl/>
        </w:rPr>
      </w:pPr>
      <w:r>
        <w:rPr>
          <w:rFonts w:hint="eastAsia"/>
          <w:rtl/>
        </w:rPr>
        <w:t>روايت</w:t>
      </w:r>
      <w:r>
        <w:rPr>
          <w:rtl/>
        </w:rPr>
        <w:t xml:space="preserve"> :6</w:t>
      </w:r>
    </w:p>
    <w:p w:rsidR="001F628F" w:rsidRDefault="001F628F" w:rsidP="007027BC">
      <w:pPr>
        <w:pStyle w:val="libNormal"/>
        <w:rPr>
          <w:rtl/>
        </w:rPr>
      </w:pPr>
      <w:r>
        <w:rPr>
          <w:rFonts w:hint="eastAsia"/>
          <w:rtl/>
        </w:rPr>
        <w:t>عذاب</w:t>
      </w:r>
      <w:r>
        <w:rPr>
          <w:rtl/>
        </w:rPr>
        <w:t xml:space="preserve"> :</w:t>
      </w:r>
      <w:r>
        <w:rPr>
          <w:rFonts w:hint="eastAsia"/>
          <w:rtl/>
        </w:rPr>
        <w:t>اخروى</w:t>
      </w:r>
      <w:r>
        <w:rPr>
          <w:rtl/>
        </w:rPr>
        <w:t xml:space="preserve"> عذاب كا احاطہ 3</w:t>
      </w:r>
    </w:p>
    <w:p w:rsidR="001F628F" w:rsidRDefault="001F628F" w:rsidP="007027BC">
      <w:pPr>
        <w:pStyle w:val="libNormal"/>
        <w:rPr>
          <w:rtl/>
        </w:rPr>
      </w:pPr>
      <w:r>
        <w:rPr>
          <w:rFonts w:hint="eastAsia"/>
          <w:rtl/>
        </w:rPr>
        <w:t>قيامت</w:t>
      </w:r>
      <w:r>
        <w:rPr>
          <w:rtl/>
        </w:rPr>
        <w:t xml:space="preserve"> :</w:t>
      </w:r>
      <w:r>
        <w:rPr>
          <w:rFonts w:hint="eastAsia"/>
          <w:rtl/>
        </w:rPr>
        <w:t>اھوال</w:t>
      </w:r>
      <w:r>
        <w:rPr>
          <w:rtl/>
        </w:rPr>
        <w:t xml:space="preserve"> قيامت 4</w:t>
      </w:r>
    </w:p>
    <w:p w:rsidR="001F628F" w:rsidRDefault="001F628F" w:rsidP="007027BC">
      <w:pPr>
        <w:pStyle w:val="libNormal"/>
        <w:rPr>
          <w:rtl/>
        </w:rPr>
      </w:pPr>
      <w:r>
        <w:rPr>
          <w:rFonts w:hint="eastAsia"/>
          <w:rtl/>
        </w:rPr>
        <w:t>گناہگار</w:t>
      </w:r>
      <w:r>
        <w:rPr>
          <w:rtl/>
        </w:rPr>
        <w:t xml:space="preserve"> لوگ :</w:t>
      </w:r>
      <w:r>
        <w:rPr>
          <w:rFonts w:hint="eastAsia"/>
          <w:rtl/>
        </w:rPr>
        <w:t>ا</w:t>
      </w:r>
      <w:r>
        <w:rPr>
          <w:rtl/>
        </w:rPr>
        <w:t xml:space="preserve"> ن كا اخروى عذاب1،2،3;ان كا اخروى لباس 1; ان كا چہرہ 2;ان كے حشر كى كيفيت 4;وہ قيامت مي</w:t>
      </w:r>
      <w:r w:rsidR="00083993">
        <w:rPr>
          <w:rtl/>
        </w:rPr>
        <w:t xml:space="preserve">ں </w:t>
      </w:r>
      <w:r>
        <w:rPr>
          <w:rtl/>
        </w:rPr>
        <w:t>1،2</w:t>
      </w:r>
    </w:p>
    <w:p w:rsidR="001F628F" w:rsidRDefault="001F628F" w:rsidP="007027BC">
      <w:pPr>
        <w:pStyle w:val="libNormal"/>
        <w:rPr>
          <w:rtl/>
        </w:rPr>
      </w:pPr>
      <w:r>
        <w:rPr>
          <w:rFonts w:hint="eastAsia"/>
          <w:rtl/>
        </w:rPr>
        <w:t>معاد</w:t>
      </w:r>
      <w:r>
        <w:rPr>
          <w:rtl/>
        </w:rPr>
        <w:t xml:space="preserve"> :</w:t>
      </w:r>
      <w:r>
        <w:rPr>
          <w:rFonts w:hint="eastAsia"/>
          <w:rtl/>
        </w:rPr>
        <w:t>جسمانى</w:t>
      </w:r>
      <w:r>
        <w:rPr>
          <w:rtl/>
        </w:rPr>
        <w:t xml:space="preserve"> معاد 5;روحانى معاد 5</w:t>
      </w:r>
    </w:p>
    <w:p w:rsidR="001F628F" w:rsidRDefault="00B84D3B" w:rsidP="00B84D3B">
      <w:pPr>
        <w:pStyle w:val="libLine"/>
        <w:rPr>
          <w:rtl/>
        </w:rPr>
      </w:pPr>
      <w:r>
        <w:rPr>
          <w:rtl/>
        </w:rPr>
        <w:t>____________________</w:t>
      </w:r>
    </w:p>
    <w:p w:rsidR="001F628F" w:rsidRDefault="001F628F" w:rsidP="007027BC">
      <w:pPr>
        <w:pStyle w:val="libFootnote"/>
        <w:rPr>
          <w:rtl/>
        </w:rPr>
      </w:pPr>
      <w:r>
        <w:rPr>
          <w:rtl/>
        </w:rPr>
        <w:t>1)تفسير قمى ،ج 2،ص 81 ;نور الثقلين ،ج2،ص 558،ح 148_</w:t>
      </w:r>
    </w:p>
    <w:p w:rsidR="007027BC" w:rsidRDefault="001E7F9D" w:rsidP="00F73EDE">
      <w:pPr>
        <w:pStyle w:val="libPoemTini"/>
        <w:rPr>
          <w:rtl/>
        </w:rPr>
      </w:pPr>
      <w:r>
        <w:rPr>
          <w:rtl/>
        </w:rPr>
        <w:cr/>
      </w:r>
      <w:r>
        <w:rPr>
          <w:rtl/>
        </w:rPr>
        <w:br w:type="page"/>
      </w:r>
    </w:p>
    <w:p w:rsidR="007027BC" w:rsidRDefault="007027BC" w:rsidP="007027BC">
      <w:pPr>
        <w:pStyle w:val="Heading2Center"/>
        <w:rPr>
          <w:rtl/>
        </w:rPr>
      </w:pPr>
      <w:bookmarkStart w:id="51" w:name="_Toc28081729"/>
      <w:r>
        <w:rPr>
          <w:rFonts w:hint="cs"/>
          <w:rtl/>
        </w:rPr>
        <w:lastRenderedPageBreak/>
        <w:t>آیت 51</w:t>
      </w:r>
      <w:bookmarkEnd w:id="51"/>
    </w:p>
    <w:p w:rsidR="001F628F" w:rsidRDefault="00E260F9" w:rsidP="007027BC">
      <w:pPr>
        <w:pStyle w:val="libNormal"/>
        <w:rPr>
          <w:rtl/>
        </w:rPr>
      </w:pPr>
      <w:r w:rsidRPr="00E260F9">
        <w:rPr>
          <w:rStyle w:val="libAlaemChar"/>
          <w:rFonts w:hint="eastAsia"/>
          <w:rtl/>
        </w:rPr>
        <w:t>(</w:t>
      </w:r>
      <w:r w:rsidRPr="007027BC">
        <w:rPr>
          <w:rStyle w:val="libAieChar"/>
          <w:rFonts w:hint="eastAsia"/>
          <w:rtl/>
        </w:rPr>
        <w:t>لِيَجْزِي</w:t>
      </w:r>
      <w:r w:rsidRPr="007027BC">
        <w:rPr>
          <w:rStyle w:val="libAieChar"/>
          <w:rtl/>
        </w:rPr>
        <w:t xml:space="preserve"> اللّهُ كُلَّ نَفْسٍ مَّا كَسَبَتْ إِنَّ اللّهَ سَرِيعُ الْحِسَابِ</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تا</w:t>
      </w:r>
      <w:r>
        <w:rPr>
          <w:rtl/>
        </w:rPr>
        <w:t xml:space="preserve"> كہ خدا ہر نفس كو اس كے كئے كا بدلہ دے دے كہ وہ بہت جلد حساب كرنے والا ہے _</w:t>
      </w:r>
    </w:p>
    <w:p w:rsidR="001F628F" w:rsidRDefault="001F628F" w:rsidP="007027BC">
      <w:pPr>
        <w:pStyle w:val="libNormal"/>
        <w:rPr>
          <w:rtl/>
        </w:rPr>
      </w:pPr>
      <w:r>
        <w:rPr>
          <w:rtl/>
        </w:rPr>
        <w:t>1_قيامت برپا ہونے پر انسانو</w:t>
      </w:r>
      <w:r w:rsidR="00083993">
        <w:rPr>
          <w:rtl/>
        </w:rPr>
        <w:t xml:space="preserve">ں </w:t>
      </w:r>
      <w:r>
        <w:rPr>
          <w:rtl/>
        </w:rPr>
        <w:t>كو سزا و جزا دينے كے لئے موجودہ اسمانو</w:t>
      </w:r>
      <w:r w:rsidR="00083993">
        <w:rPr>
          <w:rtl/>
        </w:rPr>
        <w:t xml:space="preserve">ں </w:t>
      </w:r>
      <w:r>
        <w:rPr>
          <w:rtl/>
        </w:rPr>
        <w:t>اور زمين كے نظام كا كسى دوسرے نظام مي</w:t>
      </w:r>
      <w:r w:rsidR="00083993">
        <w:rPr>
          <w:rtl/>
        </w:rPr>
        <w:t xml:space="preserve">ں </w:t>
      </w:r>
      <w:r>
        <w:rPr>
          <w:rtl/>
        </w:rPr>
        <w:t>تبديل ہوجانا _</w:t>
      </w:r>
      <w:r w:rsidRPr="007027BC">
        <w:rPr>
          <w:rStyle w:val="libArabicChar"/>
          <w:rFonts w:hint="eastAsia"/>
          <w:rtl/>
        </w:rPr>
        <w:t>يوم</w:t>
      </w:r>
      <w:r w:rsidRPr="007027BC">
        <w:rPr>
          <w:rStyle w:val="libArabicChar"/>
          <w:rtl/>
        </w:rPr>
        <w:t xml:space="preserve"> تبدّل الا رض غيرالا رض___وبرزوا اللّ</w:t>
      </w:r>
      <w:r w:rsidR="00120F63" w:rsidRPr="00B2551F">
        <w:rPr>
          <w:rStyle w:val="libArabicChar"/>
          <w:rFonts w:hint="cs"/>
          <w:rtl/>
        </w:rPr>
        <w:t>ه</w:t>
      </w:r>
      <w:r w:rsidRPr="007027BC">
        <w:rPr>
          <w:rStyle w:val="libArabicChar"/>
          <w:rtl/>
        </w:rPr>
        <w:t xml:space="preserve"> ___</w:t>
      </w:r>
      <w:r w:rsidRPr="007027BC">
        <w:rPr>
          <w:rStyle w:val="libArabicChar"/>
          <w:rFonts w:hint="cs"/>
          <w:rtl/>
        </w:rPr>
        <w:t>ليجزى</w:t>
      </w:r>
      <w:r w:rsidRPr="007027BC">
        <w:rPr>
          <w:rStyle w:val="libArabicChar"/>
          <w:rtl/>
        </w:rPr>
        <w:t xml:space="preserve"> </w:t>
      </w:r>
      <w:r w:rsidRPr="007027BC">
        <w:rPr>
          <w:rStyle w:val="libArabicChar"/>
          <w:rFonts w:hint="cs"/>
          <w:rtl/>
        </w:rPr>
        <w:t>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كل</w:t>
      </w:r>
      <w:r w:rsidRPr="007027BC">
        <w:rPr>
          <w:rStyle w:val="libArabicChar"/>
          <w:rtl/>
        </w:rPr>
        <w:t xml:space="preserve"> </w:t>
      </w:r>
      <w:r w:rsidRPr="007027BC">
        <w:rPr>
          <w:rStyle w:val="libArabicChar"/>
          <w:rFonts w:hint="cs"/>
          <w:rtl/>
        </w:rPr>
        <w:t>نفس</w:t>
      </w:r>
      <w:r w:rsidRPr="007027BC">
        <w:rPr>
          <w:rStyle w:val="libArabicChar"/>
          <w:rtl/>
        </w:rPr>
        <w:t xml:space="preserve"> </w:t>
      </w:r>
      <w:r w:rsidRPr="007027BC">
        <w:rPr>
          <w:rStyle w:val="libArabicChar"/>
          <w:rFonts w:hint="cs"/>
          <w:rtl/>
        </w:rPr>
        <w:t>م</w:t>
      </w:r>
      <w:r w:rsidRPr="007027BC">
        <w:rPr>
          <w:rStyle w:val="libArabicChar"/>
          <w:rtl/>
        </w:rPr>
        <w:t>ا كسبت</w:t>
      </w:r>
    </w:p>
    <w:p w:rsidR="001F628F" w:rsidRDefault="001F628F" w:rsidP="001F628F">
      <w:pPr>
        <w:pStyle w:val="libNormal"/>
        <w:rPr>
          <w:rtl/>
        </w:rPr>
      </w:pPr>
      <w:r>
        <w:rPr>
          <w:rFonts w:hint="eastAsia"/>
          <w:rtl/>
        </w:rPr>
        <w:t>مندرجہ</w:t>
      </w:r>
      <w:r>
        <w:rPr>
          <w:rtl/>
        </w:rPr>
        <w:t xml:space="preserve"> بالا مطلب اس بات پر مبنى ہے كہ جب ''ليجزى '' آيت مجيدہ 48 كے كلمہ '' برزوا '' سے متعلق ہو _</w:t>
      </w:r>
    </w:p>
    <w:p w:rsidR="001F628F" w:rsidRDefault="001F628F" w:rsidP="001F628F">
      <w:pPr>
        <w:pStyle w:val="libNormal"/>
        <w:rPr>
          <w:rtl/>
        </w:rPr>
      </w:pPr>
      <w:r>
        <w:rPr>
          <w:rtl/>
        </w:rPr>
        <w:t>2_كائنات كے موجودہ نظام كے ساتھ انسان كو مكمل سزا و جزا دينا ممكن و مناسب نہي</w:t>
      </w:r>
      <w:r w:rsidR="00083993">
        <w:rPr>
          <w:rtl/>
        </w:rPr>
        <w:t xml:space="preserve">ں </w:t>
      </w:r>
      <w:r>
        <w:rPr>
          <w:rtl/>
        </w:rPr>
        <w:t>_</w:t>
      </w:r>
    </w:p>
    <w:p w:rsidR="001F628F" w:rsidRDefault="001F628F" w:rsidP="007027BC">
      <w:pPr>
        <w:pStyle w:val="libArabic"/>
        <w:rPr>
          <w:rtl/>
        </w:rPr>
      </w:pPr>
      <w:r>
        <w:rPr>
          <w:rFonts w:hint="eastAsia"/>
          <w:rtl/>
        </w:rPr>
        <w:t>يوم</w:t>
      </w:r>
      <w:r>
        <w:rPr>
          <w:rtl/>
        </w:rPr>
        <w:t xml:space="preserve"> تبدّل الا رض غيرالا رض___وبرزوا الله ___ليجزى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ما</w:t>
      </w:r>
      <w:r>
        <w:rPr>
          <w:rtl/>
        </w:rPr>
        <w:t xml:space="preserve"> كسبت</w:t>
      </w:r>
    </w:p>
    <w:p w:rsidR="001F628F" w:rsidRDefault="001F628F" w:rsidP="001F628F">
      <w:pPr>
        <w:pStyle w:val="libNormal"/>
        <w:rPr>
          <w:rtl/>
        </w:rPr>
      </w:pPr>
      <w:r>
        <w:rPr>
          <w:rFonts w:hint="eastAsia"/>
          <w:rtl/>
        </w:rPr>
        <w:t>كيونكہ</w:t>
      </w:r>
      <w:r>
        <w:rPr>
          <w:rtl/>
        </w:rPr>
        <w:t xml:space="preserve"> خدا وندعالم نے قيامت مي</w:t>
      </w:r>
      <w:r w:rsidR="00083993">
        <w:rPr>
          <w:rtl/>
        </w:rPr>
        <w:t xml:space="preserve">ں </w:t>
      </w:r>
      <w:r>
        <w:rPr>
          <w:rtl/>
        </w:rPr>
        <w:t>انسانو</w:t>
      </w:r>
      <w:r w:rsidR="00083993">
        <w:rPr>
          <w:rtl/>
        </w:rPr>
        <w:t xml:space="preserve">ں </w:t>
      </w:r>
      <w:r>
        <w:rPr>
          <w:rtl/>
        </w:rPr>
        <w:t>كى سزا و جزا كا مسئلہ پيش كرنے سے پہلے دنيا كے موجودہ نظام كے تبديل ہونے كا مسئلہ پيش كيا ہے اس سے مندرجہ بالا مطلب اخذہوتا ہے_</w:t>
      </w:r>
    </w:p>
    <w:p w:rsidR="001F628F" w:rsidRDefault="001F628F" w:rsidP="007027BC">
      <w:pPr>
        <w:pStyle w:val="libNormal"/>
        <w:rPr>
          <w:rtl/>
        </w:rPr>
      </w:pPr>
      <w:r>
        <w:rPr>
          <w:rtl/>
        </w:rPr>
        <w:t>3_قيامت كے دن الہى سزا و جزا كا نظام، انسان كى تمام حركات و سكنات كے مقابلے مي</w:t>
      </w:r>
      <w:r w:rsidR="00083993">
        <w:rPr>
          <w:rtl/>
        </w:rPr>
        <w:t xml:space="preserve">ں </w:t>
      </w:r>
      <w:r>
        <w:rPr>
          <w:rtl/>
        </w:rPr>
        <w:t>سب انسانو</w:t>
      </w:r>
      <w:r w:rsidR="00083993">
        <w:rPr>
          <w:rtl/>
        </w:rPr>
        <w:t xml:space="preserve">ں </w:t>
      </w:r>
      <w:r>
        <w:rPr>
          <w:rtl/>
        </w:rPr>
        <w:t>تك پھيلا ہوا ہے_</w:t>
      </w:r>
      <w:r w:rsidRPr="007027BC">
        <w:rPr>
          <w:rStyle w:val="libArabicChar"/>
          <w:rFonts w:hint="eastAsia"/>
          <w:rtl/>
        </w:rPr>
        <w:t>ليجزى</w:t>
      </w:r>
      <w:r w:rsidRPr="007027BC">
        <w:rPr>
          <w:rStyle w:val="libArabicChar"/>
          <w:rtl/>
        </w:rPr>
        <w:t xml:space="preserve"> 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كل</w:t>
      </w:r>
      <w:r w:rsidRPr="007027BC">
        <w:rPr>
          <w:rStyle w:val="libArabicChar"/>
          <w:rtl/>
        </w:rPr>
        <w:t xml:space="preserve"> </w:t>
      </w:r>
      <w:r w:rsidRPr="007027BC">
        <w:rPr>
          <w:rStyle w:val="libArabicChar"/>
          <w:rFonts w:hint="cs"/>
          <w:rtl/>
        </w:rPr>
        <w:t>نفس</w:t>
      </w:r>
      <w:r w:rsidRPr="007027BC">
        <w:rPr>
          <w:rStyle w:val="libArabicChar"/>
          <w:rtl/>
        </w:rPr>
        <w:t xml:space="preserve"> </w:t>
      </w:r>
      <w:r w:rsidRPr="007027BC">
        <w:rPr>
          <w:rStyle w:val="libArabicChar"/>
          <w:rFonts w:hint="cs"/>
          <w:rtl/>
        </w:rPr>
        <w:t>م</w:t>
      </w:r>
      <w:r w:rsidRPr="007027BC">
        <w:rPr>
          <w:rStyle w:val="libArabicChar"/>
          <w:rtl/>
        </w:rPr>
        <w:t>ا كسبت</w:t>
      </w:r>
    </w:p>
    <w:p w:rsidR="001F628F" w:rsidRDefault="001F628F" w:rsidP="001F628F">
      <w:pPr>
        <w:pStyle w:val="libNormal"/>
        <w:rPr>
          <w:rtl/>
        </w:rPr>
      </w:pPr>
      <w:r>
        <w:rPr>
          <w:rtl/>
        </w:rPr>
        <w:t>'' ما كسبت'' مي</w:t>
      </w:r>
      <w:r w:rsidR="00083993">
        <w:rPr>
          <w:rtl/>
        </w:rPr>
        <w:t xml:space="preserve">ں </w:t>
      </w:r>
      <w:r>
        <w:rPr>
          <w:rtl/>
        </w:rPr>
        <w:t>''ما'' موصولہ ہے جو جنس كا معنى ديتا ہے _بنا بري</w:t>
      </w:r>
      <w:r w:rsidR="00083993">
        <w:rPr>
          <w:rtl/>
        </w:rPr>
        <w:t xml:space="preserve">ں </w:t>
      </w:r>
      <w:r>
        <w:rPr>
          <w:rtl/>
        </w:rPr>
        <w:t>'' ما كسبت '' يعنى انسان جو كچھ بھى كرتا ہے اور جو بھى حركت اس سے سرزد ہو تى ہے _</w:t>
      </w:r>
    </w:p>
    <w:p w:rsidR="001F628F" w:rsidRDefault="001F628F" w:rsidP="007027BC">
      <w:pPr>
        <w:pStyle w:val="libNormal"/>
        <w:rPr>
          <w:rtl/>
        </w:rPr>
      </w:pPr>
      <w:r>
        <w:rPr>
          <w:rtl/>
        </w:rPr>
        <w:t>4_قيامت كے دن، خدا وند عالم كى طرف سے انسانو</w:t>
      </w:r>
      <w:r w:rsidR="00083993">
        <w:rPr>
          <w:rtl/>
        </w:rPr>
        <w:t xml:space="preserve">ں </w:t>
      </w:r>
      <w:r>
        <w:rPr>
          <w:rtl/>
        </w:rPr>
        <w:t>كى جزا و سزا ،مكمل طور پرانسان كے عمل كى كميت و كيفيت كے مطابق و مناسب ہو گى _</w:t>
      </w:r>
      <w:r w:rsidRPr="007027BC">
        <w:rPr>
          <w:rStyle w:val="libArabicChar"/>
          <w:rFonts w:hint="eastAsia"/>
          <w:rtl/>
        </w:rPr>
        <w:t>ليجزى</w:t>
      </w:r>
      <w:r w:rsidRPr="007027BC">
        <w:rPr>
          <w:rStyle w:val="libArabicChar"/>
          <w:rtl/>
        </w:rPr>
        <w:t xml:space="preserve"> 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كل</w:t>
      </w:r>
      <w:r w:rsidRPr="007027BC">
        <w:rPr>
          <w:rStyle w:val="libArabicChar"/>
          <w:rtl/>
        </w:rPr>
        <w:t xml:space="preserve"> </w:t>
      </w:r>
      <w:r w:rsidRPr="007027BC">
        <w:rPr>
          <w:rStyle w:val="libArabicChar"/>
          <w:rFonts w:hint="cs"/>
          <w:rtl/>
        </w:rPr>
        <w:t>نفس</w:t>
      </w:r>
      <w:r w:rsidRPr="007027BC">
        <w:rPr>
          <w:rStyle w:val="libArabicChar"/>
          <w:rtl/>
        </w:rPr>
        <w:t xml:space="preserve"> </w:t>
      </w:r>
      <w:r w:rsidRPr="007027BC">
        <w:rPr>
          <w:rStyle w:val="libArabicChar"/>
          <w:rFonts w:hint="cs"/>
          <w:rtl/>
        </w:rPr>
        <w:t>م</w:t>
      </w:r>
      <w:r w:rsidRPr="007027BC">
        <w:rPr>
          <w:rStyle w:val="libArabicChar"/>
          <w:rtl/>
        </w:rPr>
        <w:t>ا كسبت</w:t>
      </w:r>
    </w:p>
    <w:p w:rsidR="001F628F" w:rsidRDefault="001F628F" w:rsidP="001F628F">
      <w:pPr>
        <w:pStyle w:val="libNormal"/>
        <w:rPr>
          <w:rtl/>
        </w:rPr>
      </w:pPr>
      <w:r>
        <w:rPr>
          <w:rtl/>
        </w:rPr>
        <w:t>5_ قيامت كے دن انسان كى عاقبت اور سعادت و شقاوت،دنيا مي</w:t>
      </w:r>
      <w:r w:rsidR="00083993">
        <w:rPr>
          <w:rtl/>
        </w:rPr>
        <w:t xml:space="preserve">ں </w:t>
      </w:r>
      <w:r>
        <w:rPr>
          <w:rtl/>
        </w:rPr>
        <w:t>كيے گئے اس كے عمل و كردار پر موقوف ہو گي_</w:t>
      </w:r>
    </w:p>
    <w:p w:rsidR="007027BC" w:rsidRDefault="007027BC" w:rsidP="007027BC">
      <w:pPr>
        <w:pStyle w:val="libArabic"/>
        <w:rPr>
          <w:rtl/>
        </w:rPr>
      </w:pPr>
      <w:r>
        <w:rPr>
          <w:rFonts w:hint="eastAsia"/>
          <w:rtl/>
        </w:rPr>
        <w:t>ليجزى</w:t>
      </w:r>
      <w:r>
        <w:rPr>
          <w:rtl/>
        </w:rPr>
        <w:t xml:space="preserve">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w:t>
      </w:r>
      <w:r>
        <w:rPr>
          <w:rtl/>
        </w:rPr>
        <w:t>ا كسبت</w:t>
      </w:r>
    </w:p>
    <w:p w:rsidR="007027BC" w:rsidRDefault="007027BC" w:rsidP="007027BC">
      <w:pPr>
        <w:pStyle w:val="libNormal"/>
        <w:rPr>
          <w:rtl/>
        </w:rPr>
      </w:pPr>
      <w:r>
        <w:rPr>
          <w:rtl/>
        </w:rPr>
        <w:t>6_اخرت ميں جزائے الہى كى بنياد انسان كے عمل اور جزا و سزا كے لئے اس كے استحقاق پر استوار ہے _</w:t>
      </w:r>
    </w:p>
    <w:p w:rsidR="007027BC" w:rsidRDefault="007027BC" w:rsidP="007027BC">
      <w:pPr>
        <w:pStyle w:val="libArabic"/>
        <w:rPr>
          <w:rtl/>
        </w:rPr>
      </w:pPr>
      <w:r>
        <w:rPr>
          <w:rFonts w:hint="eastAsia"/>
          <w:rtl/>
        </w:rPr>
        <w:t>ليجزى</w:t>
      </w:r>
      <w:r>
        <w:rPr>
          <w:rtl/>
        </w:rPr>
        <w:t xml:space="preserve">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w:t>
      </w:r>
      <w:r>
        <w:rPr>
          <w:rtl/>
        </w:rPr>
        <w:t>ا كسبت</w:t>
      </w:r>
    </w:p>
    <w:p w:rsidR="007027BC" w:rsidRDefault="007027BC" w:rsidP="007027BC">
      <w:pPr>
        <w:pStyle w:val="libNormal"/>
        <w:rPr>
          <w:rtl/>
        </w:rPr>
      </w:pPr>
      <w:r>
        <w:rPr>
          <w:rFonts w:hint="eastAsia"/>
          <w:rtl/>
        </w:rPr>
        <w:t>خد</w:t>
      </w:r>
      <w:r>
        <w:rPr>
          <w:rtl/>
        </w:rPr>
        <w:t xml:space="preserve"> اوند عالمنے جزا و سزا ميں انسان كى سعى و كوشش( ماكسبت ) كا مسئلہ پيش كيا ہے اس سے معلوم ہوتا ہے كہ انسانوں كى جزا وسز ا كى بنياد يہى چيز ہے نہ كوئي اور چيز _</w:t>
      </w:r>
    </w:p>
    <w:p w:rsidR="007027BC" w:rsidRDefault="001E7F9D" w:rsidP="00F73EDE">
      <w:pPr>
        <w:pStyle w:val="libPoemTini"/>
        <w:rPr>
          <w:rtl/>
        </w:rPr>
      </w:pPr>
      <w:r>
        <w:rPr>
          <w:rtl/>
        </w:rPr>
        <w:br w:type="page"/>
      </w:r>
    </w:p>
    <w:p w:rsidR="001F628F" w:rsidRDefault="001F628F" w:rsidP="001F628F">
      <w:pPr>
        <w:pStyle w:val="libNormal"/>
        <w:rPr>
          <w:rtl/>
        </w:rPr>
      </w:pPr>
      <w:r>
        <w:rPr>
          <w:rtl/>
        </w:rPr>
        <w:lastRenderedPageBreak/>
        <w:t>7_قيامت كے دن، خداوندعالم كا جزا دينا ،در حقيقت خود انسان كے عمل كا مجسم ہونا ہے جو اس كے كردار كا ائينہ ہے_</w:t>
      </w:r>
    </w:p>
    <w:p w:rsidR="001F628F" w:rsidRDefault="001F628F" w:rsidP="007027BC">
      <w:pPr>
        <w:pStyle w:val="libArabic"/>
        <w:rPr>
          <w:rtl/>
        </w:rPr>
      </w:pPr>
      <w:r>
        <w:rPr>
          <w:rFonts w:hint="eastAsia"/>
          <w:rtl/>
        </w:rPr>
        <w:t>ليجزى</w:t>
      </w:r>
      <w:r>
        <w:rPr>
          <w:rtl/>
        </w:rPr>
        <w:t xml:space="preserve">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w:t>
      </w:r>
      <w:r>
        <w:rPr>
          <w:rtl/>
        </w:rPr>
        <w:t>ا كسبت</w:t>
      </w:r>
    </w:p>
    <w:p w:rsidR="001F628F" w:rsidRDefault="001F628F" w:rsidP="001F628F">
      <w:pPr>
        <w:pStyle w:val="libNormal"/>
        <w:rPr>
          <w:rtl/>
        </w:rPr>
      </w:pPr>
      <w:r>
        <w:rPr>
          <w:rtl/>
        </w:rPr>
        <w:t>(سعى و كوشش كے مقابلے مي</w:t>
      </w:r>
      <w:r w:rsidR="00083993">
        <w:rPr>
          <w:rtl/>
        </w:rPr>
        <w:t xml:space="preserve">ں </w:t>
      </w:r>
      <w:r>
        <w:rPr>
          <w:rtl/>
        </w:rPr>
        <w:t>) جملہ ''بما كسبت '' كے بجائے جملہ ''ما كسبت'' انا ، اس حقيقت كى طرف اشارہ ہو سكتا ہے كہ الہى جزا و سزا اور انسانى عمل كے درميان مكمل وحدت پائي جاتى ہے_بلكہ ہم كہہ سكتے ہي</w:t>
      </w:r>
      <w:r w:rsidR="00083993">
        <w:rPr>
          <w:rtl/>
        </w:rPr>
        <w:t xml:space="preserve">ں </w:t>
      </w:r>
      <w:r>
        <w:rPr>
          <w:rtl/>
        </w:rPr>
        <w:t>كہ يہ دونو</w:t>
      </w:r>
      <w:r w:rsidR="00083993">
        <w:rPr>
          <w:rtl/>
        </w:rPr>
        <w:t xml:space="preserve">ں </w:t>
      </w:r>
      <w:r>
        <w:rPr>
          <w:rtl/>
        </w:rPr>
        <w:t>بعينہ ايك ہى چيز ہي</w:t>
      </w:r>
      <w:r w:rsidR="00083993">
        <w:rPr>
          <w:rtl/>
        </w:rPr>
        <w:t xml:space="preserve">ں </w:t>
      </w:r>
      <w:r>
        <w:rPr>
          <w:rtl/>
        </w:rPr>
        <w:t>_</w:t>
      </w:r>
    </w:p>
    <w:p w:rsidR="001F628F" w:rsidRDefault="001F628F" w:rsidP="001F628F">
      <w:pPr>
        <w:pStyle w:val="libNormal"/>
        <w:rPr>
          <w:rtl/>
        </w:rPr>
      </w:pPr>
      <w:r>
        <w:rPr>
          <w:rtl/>
        </w:rPr>
        <w:t>8_انسا ن اپنى تمام حركات و سكنات و فعل و كردار كے مقابلے مي</w:t>
      </w:r>
      <w:r w:rsidR="00083993">
        <w:rPr>
          <w:rtl/>
        </w:rPr>
        <w:t xml:space="preserve">ں </w:t>
      </w:r>
      <w:r>
        <w:rPr>
          <w:rtl/>
        </w:rPr>
        <w:t>ذمہ داراورايك مختا رمخلوق ہے_</w:t>
      </w:r>
    </w:p>
    <w:p w:rsidR="001F628F" w:rsidRDefault="001F628F" w:rsidP="007027BC">
      <w:pPr>
        <w:pStyle w:val="libArabic"/>
        <w:rPr>
          <w:rtl/>
        </w:rPr>
      </w:pPr>
      <w:r>
        <w:rPr>
          <w:rFonts w:hint="eastAsia"/>
          <w:rtl/>
        </w:rPr>
        <w:t>ليجزى</w:t>
      </w:r>
      <w:r>
        <w:rPr>
          <w:rtl/>
        </w:rPr>
        <w:t xml:space="preserve">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w:t>
      </w:r>
      <w:r>
        <w:rPr>
          <w:rtl/>
        </w:rPr>
        <w:t>ا كسبت</w:t>
      </w:r>
    </w:p>
    <w:p w:rsidR="001F628F" w:rsidRDefault="001F628F" w:rsidP="001F628F">
      <w:pPr>
        <w:pStyle w:val="libNormal"/>
        <w:rPr>
          <w:rtl/>
        </w:rPr>
      </w:pPr>
      <w:r>
        <w:rPr>
          <w:rFonts w:hint="eastAsia"/>
          <w:rtl/>
        </w:rPr>
        <w:t>يہ</w:t>
      </w:r>
      <w:r>
        <w:rPr>
          <w:rtl/>
        </w:rPr>
        <w:t xml:space="preserve"> كہ خدا وند عالم انسان كے عمل كے بارے مي</w:t>
      </w:r>
      <w:r w:rsidR="00083993">
        <w:rPr>
          <w:rtl/>
        </w:rPr>
        <w:t xml:space="preserve">ں </w:t>
      </w:r>
      <w:r>
        <w:rPr>
          <w:rtl/>
        </w:rPr>
        <w:t>پوچھ گچھ كرتا ہے ،اس سے ظاہر ہوتا ہے كہ انسان ايك مختار اور ذمہ دار مخلوق ہے _چونكہ پوچھ گچھ اسى وقت معقول ہے كہ جب انسان صاحب اختيار اور ذمہ دار ہو _</w:t>
      </w:r>
    </w:p>
    <w:p w:rsidR="001F628F" w:rsidRDefault="001F628F" w:rsidP="001F628F">
      <w:pPr>
        <w:pStyle w:val="libNormal"/>
        <w:rPr>
          <w:rtl/>
        </w:rPr>
      </w:pPr>
      <w:r>
        <w:rPr>
          <w:rtl/>
        </w:rPr>
        <w:t>9_خداوند عالم كا انتقام لينا خود انسان كے عمل كا تقاضا ہے نہ انتقام جوئي كى خصلت كا نتيجہ_</w:t>
      </w:r>
    </w:p>
    <w:p w:rsidR="001F628F" w:rsidRDefault="001F628F" w:rsidP="007027BC">
      <w:pPr>
        <w:pStyle w:val="libArabic"/>
        <w:rPr>
          <w:rtl/>
        </w:rPr>
      </w:pPr>
      <w:r>
        <w:rPr>
          <w:rFonts w:hint="eastAsia"/>
          <w:rtl/>
        </w:rPr>
        <w:t>ان</w:t>
      </w:r>
      <w:r>
        <w:rPr>
          <w:rtl/>
        </w:rPr>
        <w:t xml:space="preserve"> اللّ</w:t>
      </w:r>
      <w:r w:rsidR="00120F63" w:rsidRPr="00ED5DE8">
        <w:rPr>
          <w:rFonts w:hint="cs"/>
          <w:rtl/>
        </w:rPr>
        <w:t>ه</w:t>
      </w:r>
      <w:r>
        <w:rPr>
          <w:rtl/>
        </w:rPr>
        <w:t xml:space="preserve"> </w:t>
      </w:r>
      <w:r>
        <w:rPr>
          <w:rFonts w:hint="cs"/>
          <w:rtl/>
        </w:rPr>
        <w:t>عزيز</w:t>
      </w:r>
      <w:r>
        <w:rPr>
          <w:rtl/>
        </w:rPr>
        <w:t xml:space="preserve"> </w:t>
      </w:r>
      <w:r>
        <w:rPr>
          <w:rFonts w:hint="cs"/>
          <w:rtl/>
        </w:rPr>
        <w:t>ذوانتقام</w:t>
      </w:r>
      <w:r>
        <w:rPr>
          <w:rtl/>
        </w:rPr>
        <w:t>___</w:t>
      </w:r>
      <w:r>
        <w:rPr>
          <w:rFonts w:hint="cs"/>
          <w:rtl/>
        </w:rPr>
        <w:t>ليجزى</w:t>
      </w:r>
      <w:r>
        <w:rPr>
          <w:rtl/>
        </w:rPr>
        <w:t xml:space="preserve"> </w:t>
      </w:r>
      <w:r>
        <w:rPr>
          <w:rFonts w:hint="cs"/>
          <w:rtl/>
        </w:rPr>
        <w:t>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w:t>
      </w:r>
      <w:r>
        <w:rPr>
          <w:rtl/>
        </w:rPr>
        <w:t>ا كسبت</w:t>
      </w:r>
    </w:p>
    <w:p w:rsidR="001F628F" w:rsidRDefault="001F628F" w:rsidP="001F628F">
      <w:pPr>
        <w:pStyle w:val="libNormal"/>
        <w:rPr>
          <w:rtl/>
        </w:rPr>
      </w:pPr>
      <w:r>
        <w:rPr>
          <w:rFonts w:hint="eastAsia"/>
          <w:rtl/>
        </w:rPr>
        <w:t>اس</w:t>
      </w:r>
      <w:r>
        <w:rPr>
          <w:rtl/>
        </w:rPr>
        <w:t xml:space="preserve"> بات كى صراحت كرنا كہ خداوندعالم خود انسان كى سعى و كوشش كے برابر اسے جزا اور سزا ديتا ہے اس سے يہ حقيقت ظاہر ہوتى ہے كہ گذشتہ آيت مجيدہ كے مطابق خدا كا انتقام لينا ،انتقام جوئي كى خصلت كى بنا پر نہي</w:t>
      </w:r>
      <w:r w:rsidR="00083993">
        <w:rPr>
          <w:rtl/>
        </w:rPr>
        <w:t xml:space="preserve">ں </w:t>
      </w:r>
      <w:r>
        <w:rPr>
          <w:rtl/>
        </w:rPr>
        <w:t>بلكہ خود انسان كے عمل اور كردار كے مطابق ہے_</w:t>
      </w:r>
    </w:p>
    <w:p w:rsidR="001F628F" w:rsidRDefault="001F628F" w:rsidP="007027BC">
      <w:pPr>
        <w:pStyle w:val="libNormal"/>
        <w:rPr>
          <w:rtl/>
        </w:rPr>
      </w:pPr>
      <w:r>
        <w:rPr>
          <w:rtl/>
        </w:rPr>
        <w:t>10_الہى جزا و سزا فقط انسان كے ارادى اعمال اور سعى و كوشش كے مقابلے مي</w:t>
      </w:r>
      <w:r w:rsidR="00083993">
        <w:rPr>
          <w:rtl/>
        </w:rPr>
        <w:t xml:space="preserve">ں </w:t>
      </w:r>
      <w:r>
        <w:rPr>
          <w:rtl/>
        </w:rPr>
        <w:t>ہے نہ كہ ذاتى اور فطرى امور كے مقابلے مي</w:t>
      </w:r>
      <w:r w:rsidR="00083993">
        <w:rPr>
          <w:rtl/>
        </w:rPr>
        <w:t xml:space="preserve">ں </w:t>
      </w:r>
      <w:r>
        <w:rPr>
          <w:rtl/>
        </w:rPr>
        <w:t>_</w:t>
      </w:r>
      <w:r w:rsidRPr="007027BC">
        <w:rPr>
          <w:rStyle w:val="libArabicChar"/>
          <w:rFonts w:hint="eastAsia"/>
          <w:rtl/>
        </w:rPr>
        <w:t>ليجزى</w:t>
      </w:r>
      <w:r w:rsidRPr="007027BC">
        <w:rPr>
          <w:rStyle w:val="libArabicChar"/>
          <w:rtl/>
        </w:rPr>
        <w:t xml:space="preserve"> 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كل</w:t>
      </w:r>
      <w:r w:rsidRPr="007027BC">
        <w:rPr>
          <w:rStyle w:val="libArabicChar"/>
          <w:rtl/>
        </w:rPr>
        <w:t xml:space="preserve"> </w:t>
      </w:r>
      <w:r w:rsidRPr="007027BC">
        <w:rPr>
          <w:rStyle w:val="libArabicChar"/>
          <w:rFonts w:hint="cs"/>
          <w:rtl/>
        </w:rPr>
        <w:t>نفس</w:t>
      </w:r>
      <w:r w:rsidRPr="007027BC">
        <w:rPr>
          <w:rStyle w:val="libArabicChar"/>
          <w:rtl/>
        </w:rPr>
        <w:t xml:space="preserve"> </w:t>
      </w:r>
      <w:r w:rsidRPr="007027BC">
        <w:rPr>
          <w:rStyle w:val="libArabicChar"/>
          <w:rFonts w:hint="cs"/>
          <w:rtl/>
        </w:rPr>
        <w:t>م</w:t>
      </w:r>
      <w:r w:rsidRPr="007027BC">
        <w:rPr>
          <w:rStyle w:val="libArabicChar"/>
          <w:rtl/>
        </w:rPr>
        <w:t>ا كسبت</w:t>
      </w:r>
    </w:p>
    <w:p w:rsidR="001F628F" w:rsidRDefault="001F628F" w:rsidP="001F628F">
      <w:pPr>
        <w:pStyle w:val="libNormal"/>
        <w:rPr>
          <w:rtl/>
        </w:rPr>
      </w:pPr>
      <w:r>
        <w:rPr>
          <w:rFonts w:hint="eastAsia"/>
          <w:rtl/>
        </w:rPr>
        <w:t>اس</w:t>
      </w:r>
      <w:r>
        <w:rPr>
          <w:rtl/>
        </w:rPr>
        <w:t xml:space="preserve"> بات كى صراحت كرنا كہ خداوند عالم خود انسان كى سعى و كوشش كے برابر اسے جزا اور سزا ديتا ہے(ما كسبت)،ہو سكتاہے مندرجہ بالا مطلب كى طرف اشارہ ہو_</w:t>
      </w:r>
    </w:p>
    <w:p w:rsidR="001F628F" w:rsidRDefault="001F628F" w:rsidP="007027BC">
      <w:pPr>
        <w:pStyle w:val="libNormal"/>
        <w:rPr>
          <w:rtl/>
        </w:rPr>
      </w:pPr>
      <w:r>
        <w:rPr>
          <w:rtl/>
        </w:rPr>
        <w:t xml:space="preserve">11_خدا وند عالم </w:t>
      </w:r>
      <w:r w:rsidRPr="007027BC">
        <w:rPr>
          <w:rStyle w:val="libArabicChar"/>
          <w:rtl/>
        </w:rPr>
        <w:t>''سريع الحساب''</w:t>
      </w:r>
      <w:r>
        <w:rPr>
          <w:rtl/>
        </w:rPr>
        <w:t xml:space="preserve"> (جلد حساب لينے والا)ہے_</w:t>
      </w:r>
      <w:r w:rsidRPr="007027BC">
        <w:rPr>
          <w:rStyle w:val="libArabicChar"/>
          <w:rFonts w:hint="eastAsia"/>
          <w:rtl/>
        </w:rPr>
        <w:t>ان</w:t>
      </w:r>
      <w:r w:rsidRPr="007027BC">
        <w:rPr>
          <w:rStyle w:val="libArabicChar"/>
          <w:rtl/>
        </w:rPr>
        <w:t xml:space="preserve"> اللّ</w:t>
      </w:r>
      <w:r w:rsidR="00120F63" w:rsidRPr="00B2551F">
        <w:rPr>
          <w:rStyle w:val="libArabicChar"/>
          <w:rFonts w:hint="cs"/>
          <w:rtl/>
        </w:rPr>
        <w:t>ه</w:t>
      </w:r>
      <w:r w:rsidRPr="007027BC">
        <w:rPr>
          <w:rStyle w:val="libArabicChar"/>
          <w:rtl/>
        </w:rPr>
        <w:t xml:space="preserve"> </w:t>
      </w:r>
      <w:r w:rsidRPr="007027BC">
        <w:rPr>
          <w:rStyle w:val="libArabicChar"/>
          <w:rFonts w:hint="cs"/>
          <w:rtl/>
        </w:rPr>
        <w:t>سريع</w:t>
      </w:r>
      <w:r w:rsidRPr="007027BC">
        <w:rPr>
          <w:rStyle w:val="libArabicChar"/>
          <w:rtl/>
        </w:rPr>
        <w:t xml:space="preserve"> الحساب</w:t>
      </w:r>
    </w:p>
    <w:p w:rsidR="001F628F" w:rsidRDefault="001F628F" w:rsidP="001F628F">
      <w:pPr>
        <w:pStyle w:val="libNormal"/>
        <w:rPr>
          <w:rtl/>
        </w:rPr>
      </w:pPr>
      <w:r>
        <w:rPr>
          <w:rtl/>
        </w:rPr>
        <w:t>12_ قيامت كے دن خدا وند عالم انسان كے اعمال كا حساب وكتاب بہت سرعت كے ساتھ انجام دے گا _</w:t>
      </w:r>
    </w:p>
    <w:p w:rsidR="001F628F" w:rsidRDefault="001F628F" w:rsidP="007027BC">
      <w:pPr>
        <w:pStyle w:val="libArabic"/>
        <w:rPr>
          <w:rtl/>
        </w:rPr>
      </w:pPr>
      <w:r>
        <w:rPr>
          <w:rFonts w:hint="eastAsia"/>
          <w:rtl/>
        </w:rPr>
        <w:t>ليجزى</w:t>
      </w:r>
      <w:r>
        <w:rPr>
          <w:rtl/>
        </w:rPr>
        <w:t xml:space="preserve"> اللّ</w:t>
      </w:r>
      <w:r w:rsidR="00120F63" w:rsidRPr="00ED5DE8">
        <w:rPr>
          <w:rFonts w:hint="cs"/>
          <w:rtl/>
        </w:rPr>
        <w:t>ه</w:t>
      </w:r>
      <w:r>
        <w:rPr>
          <w:rtl/>
        </w:rPr>
        <w:t xml:space="preserve"> </w:t>
      </w:r>
      <w:r>
        <w:rPr>
          <w:rFonts w:hint="cs"/>
          <w:rtl/>
        </w:rPr>
        <w:t>كل</w:t>
      </w:r>
      <w:r>
        <w:rPr>
          <w:rtl/>
        </w:rPr>
        <w:t xml:space="preserve"> </w:t>
      </w:r>
      <w:r>
        <w:rPr>
          <w:rFonts w:hint="cs"/>
          <w:rtl/>
        </w:rPr>
        <w:t>نفس</w:t>
      </w:r>
      <w:r>
        <w:rPr>
          <w:rtl/>
        </w:rPr>
        <w:t xml:space="preserve"> </w:t>
      </w:r>
      <w:r>
        <w:rPr>
          <w:rFonts w:hint="cs"/>
          <w:rtl/>
        </w:rPr>
        <w:t>ما</w:t>
      </w:r>
      <w:r>
        <w:rPr>
          <w:rtl/>
        </w:rPr>
        <w:t xml:space="preserve"> </w:t>
      </w:r>
      <w:r>
        <w:rPr>
          <w:rFonts w:hint="cs"/>
          <w:rtl/>
        </w:rPr>
        <w:t>كسبت</w:t>
      </w:r>
      <w:r>
        <w:rPr>
          <w:rtl/>
        </w:rPr>
        <w:t xml:space="preserve"> </w:t>
      </w:r>
      <w:r>
        <w:rPr>
          <w:rFonts w:hint="cs"/>
          <w:rtl/>
        </w:rPr>
        <w:t>ان</w:t>
      </w:r>
      <w:r>
        <w:rPr>
          <w:rtl/>
        </w:rPr>
        <w:t xml:space="preserve"> </w:t>
      </w:r>
      <w:r>
        <w:rPr>
          <w:rFonts w:hint="cs"/>
          <w:rtl/>
        </w:rPr>
        <w:t>اللّ</w:t>
      </w:r>
      <w:r w:rsidR="00120F63" w:rsidRPr="00ED5DE8">
        <w:rPr>
          <w:rFonts w:hint="cs"/>
          <w:rtl/>
        </w:rPr>
        <w:t>ه</w:t>
      </w:r>
      <w:r>
        <w:rPr>
          <w:rtl/>
        </w:rPr>
        <w:t xml:space="preserve"> سريع</w:t>
      </w:r>
    </w:p>
    <w:p w:rsidR="007027BC" w:rsidRDefault="001E7F9D" w:rsidP="00F73EDE">
      <w:pPr>
        <w:pStyle w:val="libPoemTini"/>
        <w:rPr>
          <w:rtl/>
        </w:rPr>
      </w:pPr>
      <w:r>
        <w:rPr>
          <w:rtl/>
        </w:rPr>
        <w:br w:type="page"/>
      </w:r>
    </w:p>
    <w:p w:rsidR="001F628F" w:rsidRDefault="001F628F" w:rsidP="007027BC">
      <w:pPr>
        <w:pStyle w:val="libArabic"/>
        <w:rPr>
          <w:rtl/>
        </w:rPr>
      </w:pPr>
      <w:r>
        <w:rPr>
          <w:rFonts w:hint="eastAsia"/>
          <w:rtl/>
        </w:rPr>
        <w:lastRenderedPageBreak/>
        <w:t>الحساب</w:t>
      </w:r>
    </w:p>
    <w:p w:rsidR="001F628F" w:rsidRDefault="001F628F" w:rsidP="00197513">
      <w:pPr>
        <w:pStyle w:val="libNormal"/>
        <w:rPr>
          <w:rtl/>
        </w:rPr>
      </w:pPr>
      <w:r>
        <w:rPr>
          <w:rtl/>
        </w:rPr>
        <w:t>13_دنيا مي</w:t>
      </w:r>
      <w:r w:rsidR="00083993">
        <w:rPr>
          <w:rtl/>
        </w:rPr>
        <w:t xml:space="preserve">ں </w:t>
      </w:r>
      <w:r>
        <w:rPr>
          <w:rtl/>
        </w:rPr>
        <w:t>انسان كا عمل انجام پاتے ہى بغير كسى تاخير كے خدا وندعالم كى جانب سے اس كا دقيق حساب لے ليا جاتا ہے_</w:t>
      </w:r>
      <w:r w:rsidRPr="00197513">
        <w:rPr>
          <w:rStyle w:val="libArabicChar"/>
          <w:rFonts w:hint="eastAsia"/>
          <w:rtl/>
        </w:rPr>
        <w:t>ليجزى</w:t>
      </w:r>
      <w:r w:rsidRPr="00197513">
        <w:rPr>
          <w:rStyle w:val="libArabicChar"/>
          <w:rtl/>
        </w:rPr>
        <w:t xml:space="preserve"> اللّ</w:t>
      </w:r>
      <w:r w:rsidR="00120F63" w:rsidRPr="00B2551F">
        <w:rPr>
          <w:rStyle w:val="libArabicChar"/>
          <w:rFonts w:hint="cs"/>
          <w:rtl/>
        </w:rPr>
        <w:t>ه</w:t>
      </w:r>
      <w:r w:rsidRPr="00197513">
        <w:rPr>
          <w:rStyle w:val="libArabicChar"/>
          <w:rtl/>
        </w:rPr>
        <w:t xml:space="preserve"> </w:t>
      </w:r>
      <w:r w:rsidRPr="00197513">
        <w:rPr>
          <w:rStyle w:val="libArabicChar"/>
          <w:rFonts w:hint="cs"/>
          <w:rtl/>
        </w:rPr>
        <w:t>كل</w:t>
      </w:r>
      <w:r w:rsidRPr="00197513">
        <w:rPr>
          <w:rStyle w:val="libArabicChar"/>
          <w:rtl/>
        </w:rPr>
        <w:t xml:space="preserve"> </w:t>
      </w:r>
      <w:r w:rsidRPr="00197513">
        <w:rPr>
          <w:rStyle w:val="libArabicChar"/>
          <w:rFonts w:hint="cs"/>
          <w:rtl/>
        </w:rPr>
        <w:t>نفس</w:t>
      </w:r>
      <w:r w:rsidRPr="00197513">
        <w:rPr>
          <w:rStyle w:val="libArabicChar"/>
          <w:rtl/>
        </w:rPr>
        <w:t xml:space="preserve"> </w:t>
      </w:r>
      <w:r w:rsidRPr="00197513">
        <w:rPr>
          <w:rStyle w:val="libArabicChar"/>
          <w:rFonts w:hint="cs"/>
          <w:rtl/>
        </w:rPr>
        <w:t>ما</w:t>
      </w:r>
      <w:r w:rsidRPr="00197513">
        <w:rPr>
          <w:rStyle w:val="libArabicChar"/>
          <w:rtl/>
        </w:rPr>
        <w:t xml:space="preserve"> </w:t>
      </w:r>
      <w:r w:rsidRPr="00197513">
        <w:rPr>
          <w:rStyle w:val="libArabicChar"/>
          <w:rFonts w:hint="cs"/>
          <w:rtl/>
        </w:rPr>
        <w:t>كسبت</w:t>
      </w:r>
      <w:r w:rsidRPr="00197513">
        <w:rPr>
          <w:rStyle w:val="libArabicChar"/>
          <w:rtl/>
        </w:rPr>
        <w:t xml:space="preserve"> </w:t>
      </w:r>
      <w:r w:rsidRPr="00197513">
        <w:rPr>
          <w:rStyle w:val="libArabicChar"/>
          <w:rFonts w:hint="cs"/>
          <w:rtl/>
        </w:rPr>
        <w:t>ان</w:t>
      </w:r>
      <w:r w:rsidRPr="00197513">
        <w:rPr>
          <w:rStyle w:val="libArabicChar"/>
          <w:rtl/>
        </w:rPr>
        <w:t xml:space="preserve"> </w:t>
      </w:r>
      <w:r w:rsidRPr="00197513">
        <w:rPr>
          <w:rStyle w:val="libArabicChar"/>
          <w:rFonts w:hint="cs"/>
          <w:rtl/>
        </w:rPr>
        <w:t>اللّ</w:t>
      </w:r>
      <w:r w:rsidR="00120F63" w:rsidRPr="00B2551F">
        <w:rPr>
          <w:rStyle w:val="libArabicChar"/>
          <w:rFonts w:hint="cs"/>
          <w:rtl/>
        </w:rPr>
        <w:t>ه</w:t>
      </w:r>
      <w:r w:rsidRPr="00197513">
        <w:rPr>
          <w:rStyle w:val="libArabicChar"/>
          <w:rtl/>
        </w:rPr>
        <w:t xml:space="preserve"> </w:t>
      </w:r>
      <w:r w:rsidRPr="00197513">
        <w:rPr>
          <w:rStyle w:val="libArabicChar"/>
          <w:rFonts w:hint="cs"/>
          <w:rtl/>
        </w:rPr>
        <w:t>سريع</w:t>
      </w:r>
      <w:r w:rsidRPr="00197513">
        <w:rPr>
          <w:rStyle w:val="libArabicChar"/>
          <w:rtl/>
        </w:rPr>
        <w:t xml:space="preserve"> الحساب</w:t>
      </w:r>
    </w:p>
    <w:p w:rsidR="001F628F" w:rsidRDefault="001F628F" w:rsidP="001F628F">
      <w:pPr>
        <w:pStyle w:val="libNormal"/>
        <w:rPr>
          <w:rtl/>
        </w:rPr>
      </w:pPr>
      <w:r>
        <w:rPr>
          <w:rFonts w:hint="eastAsia"/>
          <w:rtl/>
        </w:rPr>
        <w:t>مذكورہ</w:t>
      </w:r>
      <w:r>
        <w:rPr>
          <w:rtl/>
        </w:rPr>
        <w:t xml:space="preserve"> مطلب اس بات پر مبنى ہے كہ جب خداوند عالم كے '' سريع الحساب ''ہونے سے اسى دنيا مي</w:t>
      </w:r>
      <w:r w:rsidR="00083993">
        <w:rPr>
          <w:rtl/>
        </w:rPr>
        <w:t xml:space="preserve">ں </w:t>
      </w:r>
      <w:r>
        <w:rPr>
          <w:rtl/>
        </w:rPr>
        <w:t>اعمال كا حساب كتاب ليا جانا مراد ہو اور يہ حساب كتاب قيامت كے دن تك چھوڑا نہ جاتا ہو_بلكہ بندو</w:t>
      </w:r>
      <w:r w:rsidR="00083993">
        <w:rPr>
          <w:rtl/>
        </w:rPr>
        <w:t xml:space="preserve">ں </w:t>
      </w:r>
      <w:r>
        <w:rPr>
          <w:rtl/>
        </w:rPr>
        <w:t>سے اعمال كے صادر ہوتے ہى انكو ثبت كر كے ان كا محاسبہ ہو جاتا ہو _</w:t>
      </w:r>
    </w:p>
    <w:p w:rsidR="001F628F" w:rsidRDefault="001F628F" w:rsidP="00197513">
      <w:pPr>
        <w:pStyle w:val="libNormal"/>
        <w:rPr>
          <w:rtl/>
        </w:rPr>
      </w:pPr>
      <w:r>
        <w:rPr>
          <w:rtl/>
        </w:rPr>
        <w:t>14_خدا وند عالم كى الوہيت ،بندو</w:t>
      </w:r>
      <w:r w:rsidR="00083993">
        <w:rPr>
          <w:rtl/>
        </w:rPr>
        <w:t xml:space="preserve">ں </w:t>
      </w:r>
      <w:r>
        <w:rPr>
          <w:rtl/>
        </w:rPr>
        <w:t>كى جزا وسزا كى مقتضى ہے_</w:t>
      </w:r>
      <w:r w:rsidRPr="00197513">
        <w:rPr>
          <w:rStyle w:val="libArabicChar"/>
          <w:rFonts w:hint="eastAsia"/>
          <w:rtl/>
        </w:rPr>
        <w:t>ليجزى</w:t>
      </w:r>
      <w:r w:rsidRPr="00197513">
        <w:rPr>
          <w:rStyle w:val="libArabicChar"/>
          <w:rtl/>
        </w:rPr>
        <w:t xml:space="preserve"> اللّ</w:t>
      </w:r>
      <w:r w:rsidR="00120F63" w:rsidRPr="00B2551F">
        <w:rPr>
          <w:rStyle w:val="libArabicChar"/>
          <w:rFonts w:hint="cs"/>
          <w:rtl/>
        </w:rPr>
        <w:t>ه</w:t>
      </w:r>
      <w:r w:rsidRPr="00197513">
        <w:rPr>
          <w:rStyle w:val="libArabicChar"/>
          <w:rtl/>
        </w:rPr>
        <w:t xml:space="preserve"> ___</w:t>
      </w:r>
      <w:r w:rsidRPr="00197513">
        <w:rPr>
          <w:rStyle w:val="libArabicChar"/>
          <w:rFonts w:hint="cs"/>
          <w:rtl/>
        </w:rPr>
        <w:t>ان</w:t>
      </w:r>
      <w:r w:rsidRPr="00197513">
        <w:rPr>
          <w:rStyle w:val="libArabicChar"/>
          <w:rtl/>
        </w:rPr>
        <w:t xml:space="preserve"> </w:t>
      </w:r>
      <w:r w:rsidRPr="00197513">
        <w:rPr>
          <w:rStyle w:val="libArabicChar"/>
          <w:rFonts w:hint="cs"/>
          <w:rtl/>
        </w:rPr>
        <w:t>اللّ</w:t>
      </w:r>
      <w:r w:rsidR="00120F63" w:rsidRPr="00B2551F">
        <w:rPr>
          <w:rStyle w:val="libArabicChar"/>
          <w:rFonts w:hint="cs"/>
          <w:rtl/>
        </w:rPr>
        <w:t>ه</w:t>
      </w:r>
      <w:r w:rsidRPr="00197513">
        <w:rPr>
          <w:rStyle w:val="libArabicChar"/>
          <w:rtl/>
        </w:rPr>
        <w:t xml:space="preserve"> </w:t>
      </w:r>
      <w:r w:rsidRPr="00197513">
        <w:rPr>
          <w:rStyle w:val="libArabicChar"/>
          <w:rFonts w:hint="cs"/>
          <w:rtl/>
        </w:rPr>
        <w:t>سريع</w:t>
      </w:r>
      <w:r w:rsidRPr="00197513">
        <w:rPr>
          <w:rStyle w:val="libArabicChar"/>
          <w:rtl/>
        </w:rPr>
        <w:t xml:space="preserve"> الحساب</w:t>
      </w:r>
    </w:p>
    <w:p w:rsidR="001F628F" w:rsidRDefault="001F628F" w:rsidP="001F628F">
      <w:pPr>
        <w:pStyle w:val="libNormal"/>
        <w:rPr>
          <w:rtl/>
        </w:rPr>
      </w:pPr>
      <w:r>
        <w:rPr>
          <w:rFonts w:hint="eastAsia"/>
          <w:rtl/>
        </w:rPr>
        <w:t>ايك</w:t>
      </w:r>
      <w:r>
        <w:rPr>
          <w:rtl/>
        </w:rPr>
        <w:t xml:space="preserve"> ہى آيت مي</w:t>
      </w:r>
      <w:r w:rsidR="00083993">
        <w:rPr>
          <w:rtl/>
        </w:rPr>
        <w:t xml:space="preserve">ں </w:t>
      </w:r>
      <w:r>
        <w:rPr>
          <w:rtl/>
        </w:rPr>
        <w:t>بغير كسى صراحت كى ضرورت كے كلمہ جلالہ''الله ''كے انے سے مندرجہ بالا مطلب حاصل ہوتا ہے_</w:t>
      </w:r>
    </w:p>
    <w:p w:rsidR="001F628F" w:rsidRDefault="001F628F" w:rsidP="00197513">
      <w:pPr>
        <w:pStyle w:val="libNormal"/>
        <w:rPr>
          <w:rtl/>
        </w:rPr>
      </w:pPr>
      <w:r>
        <w:rPr>
          <w:rFonts w:hint="eastAsia"/>
          <w:rtl/>
        </w:rPr>
        <w:t>اسمان</w:t>
      </w:r>
      <w:r>
        <w:rPr>
          <w:rtl/>
        </w:rPr>
        <w:t xml:space="preserve"> :</w:t>
      </w:r>
      <w:r>
        <w:rPr>
          <w:rFonts w:hint="eastAsia"/>
          <w:rtl/>
        </w:rPr>
        <w:t>اسمان</w:t>
      </w:r>
      <w:r>
        <w:rPr>
          <w:rtl/>
        </w:rPr>
        <w:t xml:space="preserve"> كے تبديل ہونے كا فلسفہ 1</w:t>
      </w:r>
    </w:p>
    <w:p w:rsidR="001F628F" w:rsidRDefault="001F628F" w:rsidP="00197513">
      <w:pPr>
        <w:pStyle w:val="libNormal"/>
        <w:rPr>
          <w:rtl/>
        </w:rPr>
      </w:pPr>
      <w:r>
        <w:rPr>
          <w:rFonts w:hint="eastAsia"/>
          <w:rtl/>
        </w:rPr>
        <w:t>افرينش</w:t>
      </w:r>
      <w:r>
        <w:rPr>
          <w:rtl/>
        </w:rPr>
        <w:t xml:space="preserve"> :</w:t>
      </w:r>
      <w:r>
        <w:rPr>
          <w:rFonts w:hint="eastAsia"/>
          <w:rtl/>
        </w:rPr>
        <w:t>نظام</w:t>
      </w:r>
      <w:r>
        <w:rPr>
          <w:rtl/>
        </w:rPr>
        <w:t xml:space="preserve"> افرينش اور جزا 2;نظام افرينش اور سزا 2 ; نظام افرينش كے تبديل ہونے كا فلسفہ 1</w:t>
      </w:r>
    </w:p>
    <w:p w:rsidR="001F628F" w:rsidRDefault="001F628F" w:rsidP="00197513">
      <w:pPr>
        <w:pStyle w:val="libNormal"/>
        <w:rPr>
          <w:rtl/>
        </w:rPr>
      </w:pPr>
      <w:r>
        <w:rPr>
          <w:rFonts w:hint="eastAsia"/>
          <w:rtl/>
        </w:rPr>
        <w:t>اجر</w:t>
      </w:r>
      <w:r>
        <w:rPr>
          <w:rtl/>
        </w:rPr>
        <w:t>:</w:t>
      </w:r>
      <w:r>
        <w:rPr>
          <w:rFonts w:hint="eastAsia"/>
          <w:rtl/>
        </w:rPr>
        <w:t>اخروى</w:t>
      </w:r>
      <w:r>
        <w:rPr>
          <w:rtl/>
        </w:rPr>
        <w:t xml:space="preserve"> اجر كے عوامل 6;اجر كا پيش خيمہ 14;اجر كے عوامل 10;عمل اور اجر مي</w:t>
      </w:r>
      <w:r w:rsidR="00083993">
        <w:rPr>
          <w:rtl/>
        </w:rPr>
        <w:t xml:space="preserve">ں </w:t>
      </w:r>
      <w:r>
        <w:rPr>
          <w:rtl/>
        </w:rPr>
        <w:t>تناسب4</w:t>
      </w:r>
    </w:p>
    <w:p w:rsidR="001F628F" w:rsidRDefault="001F628F" w:rsidP="00197513">
      <w:pPr>
        <w:pStyle w:val="libNormal"/>
        <w:rPr>
          <w:rtl/>
        </w:rPr>
      </w:pPr>
      <w:r>
        <w:rPr>
          <w:rFonts w:hint="eastAsia"/>
          <w:rtl/>
        </w:rPr>
        <w:t>اختيار</w:t>
      </w:r>
      <w:r>
        <w:rPr>
          <w:rtl/>
        </w:rPr>
        <w:t xml:space="preserve"> :</w:t>
      </w:r>
      <w:r>
        <w:rPr>
          <w:rFonts w:hint="eastAsia"/>
          <w:rtl/>
        </w:rPr>
        <w:t>اختيار</w:t>
      </w:r>
      <w:r>
        <w:rPr>
          <w:rtl/>
        </w:rPr>
        <w:t xml:space="preserve"> كے اثرات 10</w:t>
      </w:r>
    </w:p>
    <w:p w:rsidR="001F628F" w:rsidRDefault="001F628F" w:rsidP="00197513">
      <w:pPr>
        <w:pStyle w:val="libNormal"/>
        <w:rPr>
          <w:rtl/>
        </w:rPr>
      </w:pPr>
      <w:r>
        <w:rPr>
          <w:rFonts w:hint="eastAsia"/>
          <w:rtl/>
        </w:rPr>
        <w:t>اسماء</w:t>
      </w:r>
      <w:r>
        <w:rPr>
          <w:rtl/>
        </w:rPr>
        <w:t xml:space="preserve"> و صفات :</w:t>
      </w:r>
      <w:r>
        <w:rPr>
          <w:rFonts w:hint="eastAsia"/>
          <w:rtl/>
        </w:rPr>
        <w:t>سريع</w:t>
      </w:r>
      <w:r>
        <w:rPr>
          <w:rtl/>
        </w:rPr>
        <w:t xml:space="preserve"> الحساب 11</w:t>
      </w:r>
    </w:p>
    <w:p w:rsidR="001F628F" w:rsidRDefault="001F628F" w:rsidP="00197513">
      <w:pPr>
        <w:pStyle w:val="libNormal"/>
        <w:rPr>
          <w:rtl/>
        </w:rPr>
      </w:pPr>
      <w:r>
        <w:rPr>
          <w:rFonts w:hint="eastAsia"/>
          <w:rtl/>
        </w:rPr>
        <w:t>الله</w:t>
      </w:r>
      <w:r>
        <w:rPr>
          <w:rtl/>
        </w:rPr>
        <w:t xml:space="preserve"> تعالى :</w:t>
      </w:r>
      <w:r>
        <w:rPr>
          <w:rFonts w:hint="eastAsia"/>
          <w:rtl/>
        </w:rPr>
        <w:t>الله</w:t>
      </w:r>
      <w:r>
        <w:rPr>
          <w:rtl/>
        </w:rPr>
        <w:t xml:space="preserve"> تعالى كى الوہيت كے اثرات 14;الله تعالى كى طرف سے حساب و كتاب لينے مي</w:t>
      </w:r>
      <w:r w:rsidR="00083993">
        <w:rPr>
          <w:rtl/>
        </w:rPr>
        <w:t xml:space="preserve">ں </w:t>
      </w:r>
      <w:r>
        <w:rPr>
          <w:rtl/>
        </w:rPr>
        <w:t>سرعت 12 ،13 ; الله تعالى كى طرف سے سزائي</w:t>
      </w:r>
      <w:r w:rsidR="00083993">
        <w:rPr>
          <w:rtl/>
        </w:rPr>
        <w:t xml:space="preserve">ں </w:t>
      </w:r>
      <w:r>
        <w:rPr>
          <w:rtl/>
        </w:rPr>
        <w:t>7;الله تعالى كے انتقام كا سر چشمہ 9</w:t>
      </w:r>
    </w:p>
    <w:p w:rsidR="001F628F" w:rsidRDefault="001F628F" w:rsidP="00197513">
      <w:pPr>
        <w:pStyle w:val="libNormal"/>
        <w:rPr>
          <w:rtl/>
        </w:rPr>
      </w:pPr>
      <w:r>
        <w:rPr>
          <w:rFonts w:hint="eastAsia"/>
          <w:rtl/>
        </w:rPr>
        <w:t>انسان</w:t>
      </w:r>
      <w:r>
        <w:rPr>
          <w:rtl/>
        </w:rPr>
        <w:t xml:space="preserve"> :</w:t>
      </w:r>
      <w:r>
        <w:rPr>
          <w:rFonts w:hint="eastAsia"/>
          <w:rtl/>
        </w:rPr>
        <w:t>انسان</w:t>
      </w:r>
      <w:r>
        <w:rPr>
          <w:rtl/>
        </w:rPr>
        <w:t xml:space="preserve"> كا اخيتار 8،10;انسانو</w:t>
      </w:r>
      <w:r w:rsidR="00083993">
        <w:rPr>
          <w:rtl/>
        </w:rPr>
        <w:t xml:space="preserve">ں </w:t>
      </w:r>
      <w:r>
        <w:rPr>
          <w:rtl/>
        </w:rPr>
        <w:t>كى اخروى جزا 1; انسانو</w:t>
      </w:r>
      <w:r w:rsidR="00083993">
        <w:rPr>
          <w:rtl/>
        </w:rPr>
        <w:t xml:space="preserve">ں </w:t>
      </w:r>
      <w:r>
        <w:rPr>
          <w:rtl/>
        </w:rPr>
        <w:t>كى اخروى سزا 1;انسان كى ذمہ داري 8</w:t>
      </w:r>
    </w:p>
    <w:p w:rsidR="001F628F" w:rsidRDefault="001F628F" w:rsidP="00197513">
      <w:pPr>
        <w:pStyle w:val="libNormal"/>
        <w:rPr>
          <w:rtl/>
        </w:rPr>
      </w:pPr>
      <w:r>
        <w:rPr>
          <w:rFonts w:hint="eastAsia"/>
          <w:rtl/>
        </w:rPr>
        <w:t>زمين</w:t>
      </w:r>
      <w:r>
        <w:rPr>
          <w:rtl/>
        </w:rPr>
        <w:t xml:space="preserve"> :</w:t>
      </w:r>
      <w:r>
        <w:rPr>
          <w:rFonts w:hint="eastAsia"/>
          <w:rtl/>
        </w:rPr>
        <w:t>زمين</w:t>
      </w:r>
      <w:r>
        <w:rPr>
          <w:rtl/>
        </w:rPr>
        <w:t xml:space="preserve"> كى تبديلى كا فلسفہ 1</w:t>
      </w:r>
    </w:p>
    <w:p w:rsidR="001F628F" w:rsidRDefault="001F628F" w:rsidP="00197513">
      <w:pPr>
        <w:pStyle w:val="libNormal"/>
        <w:rPr>
          <w:rtl/>
        </w:rPr>
      </w:pPr>
      <w:r>
        <w:rPr>
          <w:rFonts w:hint="eastAsia"/>
          <w:rtl/>
        </w:rPr>
        <w:t>سزا</w:t>
      </w:r>
      <w:r>
        <w:rPr>
          <w:rtl/>
        </w:rPr>
        <w:t xml:space="preserve"> :</w:t>
      </w:r>
      <w:r>
        <w:rPr>
          <w:rFonts w:hint="eastAsia"/>
          <w:rtl/>
        </w:rPr>
        <w:t>اخروى</w:t>
      </w:r>
      <w:r>
        <w:rPr>
          <w:rtl/>
        </w:rPr>
        <w:t xml:space="preserve"> سزا كے عوامل 6;سزا كا پيش خيمہ 14;سزا اور گناہ مي</w:t>
      </w:r>
      <w:r w:rsidR="00083993">
        <w:rPr>
          <w:rtl/>
        </w:rPr>
        <w:t xml:space="preserve">ں </w:t>
      </w:r>
      <w:r>
        <w:rPr>
          <w:rtl/>
        </w:rPr>
        <w:t>تناسب 4;سزا كے عوامل 10</w:t>
      </w:r>
    </w:p>
    <w:p w:rsidR="001F628F" w:rsidRDefault="001F628F" w:rsidP="00197513">
      <w:pPr>
        <w:pStyle w:val="libNormal"/>
        <w:rPr>
          <w:rtl/>
        </w:rPr>
      </w:pPr>
      <w:r>
        <w:rPr>
          <w:rFonts w:hint="eastAsia"/>
          <w:rtl/>
        </w:rPr>
        <w:t>سزائي</w:t>
      </w:r>
      <w:r w:rsidR="00083993">
        <w:rPr>
          <w:rFonts w:hint="eastAsia"/>
          <w:rtl/>
        </w:rPr>
        <w:t xml:space="preserve">ں </w:t>
      </w:r>
      <w:r>
        <w:rPr>
          <w:rtl/>
        </w:rPr>
        <w:t>:</w:t>
      </w:r>
      <w:r>
        <w:rPr>
          <w:rFonts w:hint="eastAsia"/>
          <w:rtl/>
        </w:rPr>
        <w:t>اخروى</w:t>
      </w:r>
      <w:r>
        <w:rPr>
          <w:rtl/>
        </w:rPr>
        <w:t xml:space="preserve"> سزائو</w:t>
      </w:r>
      <w:r w:rsidR="00083993">
        <w:rPr>
          <w:rtl/>
        </w:rPr>
        <w:t xml:space="preserve">ں </w:t>
      </w:r>
      <w:r>
        <w:rPr>
          <w:rtl/>
        </w:rPr>
        <w:t>كا عام ہونا 3</w:t>
      </w:r>
    </w:p>
    <w:p w:rsidR="001F628F" w:rsidRDefault="001F628F" w:rsidP="001F628F">
      <w:pPr>
        <w:pStyle w:val="libNormal"/>
        <w:rPr>
          <w:rtl/>
        </w:rPr>
      </w:pPr>
      <w:r>
        <w:rPr>
          <w:rFonts w:hint="eastAsia"/>
          <w:rtl/>
        </w:rPr>
        <w:t>سعادت</w:t>
      </w:r>
      <w:r>
        <w:rPr>
          <w:rtl/>
        </w:rPr>
        <w:t xml:space="preserve"> :</w:t>
      </w:r>
    </w:p>
    <w:p w:rsidR="00197513" w:rsidRDefault="001E7F9D" w:rsidP="00F73EDE">
      <w:pPr>
        <w:pStyle w:val="libPoemTini"/>
        <w:rPr>
          <w:rtl/>
        </w:rPr>
      </w:pPr>
      <w:r>
        <w:rPr>
          <w:rtl/>
        </w:rPr>
        <w:br w:type="page"/>
      </w:r>
    </w:p>
    <w:p w:rsidR="001F628F" w:rsidRDefault="001F628F" w:rsidP="00197513">
      <w:pPr>
        <w:pStyle w:val="libNormal"/>
        <w:rPr>
          <w:rtl/>
        </w:rPr>
      </w:pPr>
      <w:r>
        <w:rPr>
          <w:rFonts w:hint="eastAsia"/>
          <w:rtl/>
        </w:rPr>
        <w:lastRenderedPageBreak/>
        <w:t>اخروى</w:t>
      </w:r>
      <w:r>
        <w:rPr>
          <w:rtl/>
        </w:rPr>
        <w:t xml:space="preserve"> سعادت كے عوامل 5</w:t>
      </w:r>
    </w:p>
    <w:p w:rsidR="001F628F" w:rsidRDefault="001F628F" w:rsidP="00197513">
      <w:pPr>
        <w:pStyle w:val="libNormal"/>
        <w:rPr>
          <w:rtl/>
        </w:rPr>
      </w:pPr>
      <w:r>
        <w:rPr>
          <w:rFonts w:hint="eastAsia"/>
          <w:rtl/>
        </w:rPr>
        <w:t>شقاوت</w:t>
      </w:r>
      <w:r>
        <w:rPr>
          <w:rtl/>
        </w:rPr>
        <w:t xml:space="preserve"> :</w:t>
      </w:r>
      <w:r>
        <w:rPr>
          <w:rFonts w:hint="eastAsia"/>
          <w:rtl/>
        </w:rPr>
        <w:t>اخروى</w:t>
      </w:r>
      <w:r>
        <w:rPr>
          <w:rtl/>
        </w:rPr>
        <w:t xml:space="preserve"> شقاوت كے عوامل 5</w:t>
      </w:r>
    </w:p>
    <w:p w:rsidR="001F628F" w:rsidRDefault="001F628F" w:rsidP="00197513">
      <w:pPr>
        <w:pStyle w:val="libNormal"/>
        <w:rPr>
          <w:rtl/>
        </w:rPr>
      </w:pPr>
      <w:r>
        <w:rPr>
          <w:rFonts w:hint="eastAsia"/>
          <w:rtl/>
        </w:rPr>
        <w:t>عمل</w:t>
      </w:r>
      <w:r>
        <w:rPr>
          <w:rtl/>
        </w:rPr>
        <w:t xml:space="preserve"> :</w:t>
      </w:r>
      <w:r>
        <w:rPr>
          <w:rFonts w:hint="eastAsia"/>
          <w:rtl/>
        </w:rPr>
        <w:t>عمل</w:t>
      </w:r>
      <w:r>
        <w:rPr>
          <w:rtl/>
        </w:rPr>
        <w:t xml:space="preserve"> كااخروى اجر 4;عمل كااخروى حساب وكتاب12 ; عمل كا مجسم ہونا 7; عمل كا حساب و كتاب 13; عمل كے اثرات 5،6،9،10;عمل كى اخروى سزا 4</w:t>
      </w:r>
    </w:p>
    <w:p w:rsidR="001F628F" w:rsidRDefault="001F628F" w:rsidP="00197513">
      <w:pPr>
        <w:pStyle w:val="libNormal"/>
        <w:rPr>
          <w:rtl/>
        </w:rPr>
      </w:pPr>
      <w:r>
        <w:rPr>
          <w:rFonts w:hint="eastAsia"/>
          <w:rtl/>
        </w:rPr>
        <w:t>قيامت</w:t>
      </w:r>
      <w:r>
        <w:rPr>
          <w:rtl/>
        </w:rPr>
        <w:t xml:space="preserve"> :</w:t>
      </w:r>
      <w:r>
        <w:rPr>
          <w:rFonts w:hint="eastAsia"/>
          <w:rtl/>
        </w:rPr>
        <w:t>قيامت</w:t>
      </w:r>
      <w:r>
        <w:rPr>
          <w:rtl/>
        </w:rPr>
        <w:t xml:space="preserve"> مي</w:t>
      </w:r>
      <w:r w:rsidR="00083993">
        <w:rPr>
          <w:rtl/>
        </w:rPr>
        <w:t xml:space="preserve">ں </w:t>
      </w:r>
      <w:r>
        <w:rPr>
          <w:rtl/>
        </w:rPr>
        <w:t>جزا وسزا كا نظام 3،4،6;قيامت مي</w:t>
      </w:r>
      <w:r w:rsidR="00083993">
        <w:rPr>
          <w:rtl/>
        </w:rPr>
        <w:t xml:space="preserve">ں </w:t>
      </w:r>
      <w:r>
        <w:rPr>
          <w:rtl/>
        </w:rPr>
        <w:t>حقائق كا ظہور 7</w:t>
      </w:r>
    </w:p>
    <w:p w:rsidR="001F628F" w:rsidRDefault="001F628F" w:rsidP="001F628F">
      <w:pPr>
        <w:pStyle w:val="libNormal"/>
        <w:rPr>
          <w:rtl/>
        </w:rPr>
      </w:pPr>
      <w:r>
        <w:rPr>
          <w:rFonts w:hint="eastAsia"/>
          <w:rtl/>
        </w:rPr>
        <w:t>نظام</w:t>
      </w:r>
      <w:r>
        <w:rPr>
          <w:rtl/>
        </w:rPr>
        <w:t xml:space="preserve"> سزا وجزا :10</w:t>
      </w:r>
    </w:p>
    <w:p w:rsidR="001F628F" w:rsidRDefault="00197513" w:rsidP="00197513">
      <w:pPr>
        <w:pStyle w:val="Heading2Center"/>
        <w:rPr>
          <w:rtl/>
        </w:rPr>
      </w:pPr>
      <w:bookmarkStart w:id="52" w:name="_Toc28081730"/>
      <w:r>
        <w:rPr>
          <w:rFonts w:hint="cs"/>
          <w:rtl/>
        </w:rPr>
        <w:t>آیت 52</w:t>
      </w:r>
      <w:bookmarkEnd w:id="52"/>
    </w:p>
    <w:p w:rsidR="001F628F" w:rsidRDefault="00E260F9" w:rsidP="00197513">
      <w:pPr>
        <w:pStyle w:val="libNormal"/>
        <w:rPr>
          <w:rtl/>
        </w:rPr>
      </w:pPr>
      <w:r w:rsidRPr="00E260F9">
        <w:rPr>
          <w:rStyle w:val="libAlaemChar"/>
          <w:rFonts w:hint="eastAsia"/>
          <w:rtl/>
        </w:rPr>
        <w:t>(</w:t>
      </w:r>
      <w:r w:rsidRPr="00197513">
        <w:rPr>
          <w:rStyle w:val="libAieChar"/>
          <w:rFonts w:hint="eastAsia"/>
          <w:rtl/>
        </w:rPr>
        <w:t>هَـذَا</w:t>
      </w:r>
      <w:r w:rsidRPr="00197513">
        <w:rPr>
          <w:rStyle w:val="libAieChar"/>
          <w:rtl/>
        </w:rPr>
        <w:t xml:space="preserve"> بَلاَغٌ لِّلنَّاسِ وَلِيُنذَرُواْ بِهِ وَلِيَعْلَمُواْ أَنَّمَا هُوَ إِلَـهٌ وَاحِدٌ وَلِيَذَّكَّرَ أُوْلُواْ الأَلْبَابِ</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يہ قرآن لوگو</w:t>
      </w:r>
      <w:r w:rsidR="00083993">
        <w:rPr>
          <w:rtl/>
        </w:rPr>
        <w:t xml:space="preserve">ں </w:t>
      </w:r>
      <w:r>
        <w:rPr>
          <w:rtl/>
        </w:rPr>
        <w:t>كے لئے ايك پيغام ہے تا كہ اسى كے ذريعہ انھي</w:t>
      </w:r>
      <w:r w:rsidR="00083993">
        <w:rPr>
          <w:rtl/>
        </w:rPr>
        <w:t xml:space="preserve">ں </w:t>
      </w:r>
      <w:r>
        <w:rPr>
          <w:rtl/>
        </w:rPr>
        <w:t>ڈرايا جائے اور انھي</w:t>
      </w:r>
      <w:r w:rsidR="00083993">
        <w:rPr>
          <w:rtl/>
        </w:rPr>
        <w:t xml:space="preserve">ں </w:t>
      </w:r>
      <w:r>
        <w:rPr>
          <w:rtl/>
        </w:rPr>
        <w:t>معلوم ہوجائے كہ خدا ہى خدائے واحد و يكتا ہے اور پھر صاحبان عقل نصيحت حاصل كرلي</w:t>
      </w:r>
      <w:r w:rsidR="00083993">
        <w:rPr>
          <w:rtl/>
        </w:rPr>
        <w:t xml:space="preserve">ں </w:t>
      </w:r>
      <w:r>
        <w:rPr>
          <w:rtl/>
        </w:rPr>
        <w:t>_</w:t>
      </w:r>
    </w:p>
    <w:p w:rsidR="001F628F" w:rsidRDefault="001F628F" w:rsidP="00197513">
      <w:pPr>
        <w:pStyle w:val="libNormal"/>
        <w:rPr>
          <w:rtl/>
        </w:rPr>
      </w:pPr>
      <w:r>
        <w:rPr>
          <w:rtl/>
        </w:rPr>
        <w:t>1_قران ،لوگو</w:t>
      </w:r>
      <w:r w:rsidR="00083993">
        <w:rPr>
          <w:rtl/>
        </w:rPr>
        <w:t xml:space="preserve">ں </w:t>
      </w:r>
      <w:r>
        <w:rPr>
          <w:rtl/>
        </w:rPr>
        <w:t>كى طرف خداوندعالم كے پيغام كا ابلاغ ہے_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w:t>
      </w:r>
    </w:p>
    <w:p w:rsidR="001F628F" w:rsidRDefault="001F628F" w:rsidP="001F628F">
      <w:pPr>
        <w:pStyle w:val="libNormal"/>
        <w:rPr>
          <w:rtl/>
        </w:rPr>
      </w:pPr>
      <w:r>
        <w:rPr>
          <w:rFonts w:hint="eastAsia"/>
          <w:rtl/>
        </w:rPr>
        <w:t>مفسرين</w:t>
      </w:r>
      <w:r>
        <w:rPr>
          <w:rtl/>
        </w:rPr>
        <w:t xml:space="preserve"> نے '' ھذا ''كے مشار اليہ كے بارے مي</w:t>
      </w:r>
      <w:r w:rsidR="00083993">
        <w:rPr>
          <w:rtl/>
        </w:rPr>
        <w:t xml:space="preserve">ں </w:t>
      </w:r>
      <w:r>
        <w:rPr>
          <w:rtl/>
        </w:rPr>
        <w:t>تين احتمال ذكر كيے ہي</w:t>
      </w:r>
      <w:r w:rsidR="00083993">
        <w:rPr>
          <w:rtl/>
        </w:rPr>
        <w:t xml:space="preserve">ں </w:t>
      </w:r>
      <w:r>
        <w:rPr>
          <w:rtl/>
        </w:rPr>
        <w:t>:ايك يہى اخرى ايات كہ جو دوزخيو</w:t>
      </w:r>
      <w:r w:rsidR="00083993">
        <w:rPr>
          <w:rtl/>
        </w:rPr>
        <w:t xml:space="preserve">ں </w:t>
      </w:r>
      <w:r>
        <w:rPr>
          <w:rtl/>
        </w:rPr>
        <w:t>كى برى حالت كے بارے مي</w:t>
      </w:r>
      <w:r w:rsidR="00083993">
        <w:rPr>
          <w:rtl/>
        </w:rPr>
        <w:t xml:space="preserve">ں </w:t>
      </w:r>
      <w:r>
        <w:rPr>
          <w:rtl/>
        </w:rPr>
        <w:t>ہي</w:t>
      </w:r>
      <w:r w:rsidR="00083993">
        <w:rPr>
          <w:rtl/>
        </w:rPr>
        <w:t xml:space="preserve">ں </w:t>
      </w:r>
      <w:r>
        <w:rPr>
          <w:rtl/>
        </w:rPr>
        <w:t>_دوسرا اسى سورے كى ايات اور تيسرا خود قران كريم _مندرجہ بالا مطلب تيسر ے احتمال پر مبنى ہے _</w:t>
      </w:r>
    </w:p>
    <w:p w:rsidR="001F628F" w:rsidRDefault="001F628F" w:rsidP="00197513">
      <w:pPr>
        <w:pStyle w:val="libNormal"/>
        <w:rPr>
          <w:rtl/>
        </w:rPr>
      </w:pPr>
      <w:r>
        <w:rPr>
          <w:rtl/>
        </w:rPr>
        <w:t>2_قران ،عالمى كتاب اورسب لوگو</w:t>
      </w:r>
      <w:r w:rsidR="00083993">
        <w:rPr>
          <w:rtl/>
        </w:rPr>
        <w:t xml:space="preserve">ں </w:t>
      </w:r>
      <w:r>
        <w:rPr>
          <w:rtl/>
        </w:rPr>
        <w:t>كے لئے قابل فہم ہے_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w:t>
      </w:r>
    </w:p>
    <w:p w:rsidR="001F628F" w:rsidRDefault="001F628F" w:rsidP="00197513">
      <w:pPr>
        <w:pStyle w:val="libNormal"/>
        <w:rPr>
          <w:rtl/>
        </w:rPr>
      </w:pPr>
      <w:r>
        <w:rPr>
          <w:rtl/>
        </w:rPr>
        <w:t>3_قران ،تمام انسانو</w:t>
      </w:r>
      <w:r w:rsidR="00083993">
        <w:rPr>
          <w:rtl/>
        </w:rPr>
        <w:t xml:space="preserve">ں </w:t>
      </w:r>
      <w:r>
        <w:rPr>
          <w:rtl/>
        </w:rPr>
        <w:t>كو ڈرانے اور خبردار كرنے كا وسيلہ ہے 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 ولينذروا ب</w:t>
      </w:r>
      <w:r w:rsidR="00120F63" w:rsidRPr="00B2551F">
        <w:rPr>
          <w:rStyle w:val="libArabicChar"/>
          <w:rFonts w:hint="cs"/>
          <w:rtl/>
        </w:rPr>
        <w:t>ه</w:t>
      </w:r>
    </w:p>
    <w:p w:rsidR="00197513" w:rsidRDefault="001F628F" w:rsidP="00197513">
      <w:pPr>
        <w:pStyle w:val="libNormal"/>
        <w:rPr>
          <w:rtl/>
        </w:rPr>
      </w:pPr>
      <w:r>
        <w:rPr>
          <w:rtl/>
        </w:rPr>
        <w:t>4_ايمان سے عارى انسان ،ناقابل حل مشكلات ،</w:t>
      </w:r>
      <w:r w:rsidR="00197513" w:rsidRPr="00197513">
        <w:rPr>
          <w:rFonts w:hint="eastAsia"/>
          <w:rtl/>
        </w:rPr>
        <w:t xml:space="preserve"> </w:t>
      </w:r>
      <w:r w:rsidR="00197513">
        <w:rPr>
          <w:rFonts w:hint="eastAsia"/>
          <w:rtl/>
        </w:rPr>
        <w:t>صدمات</w:t>
      </w:r>
      <w:r w:rsidR="00197513">
        <w:rPr>
          <w:rtl/>
        </w:rPr>
        <w:t xml:space="preserve"> اور خطرات سے دوچار ہوتا ہے_*</w:t>
      </w:r>
      <w:r w:rsidR="00F21947" w:rsidRPr="00B2551F">
        <w:rPr>
          <w:rStyle w:val="libArabicChar"/>
          <w:rFonts w:hint="cs"/>
          <w:rtl/>
        </w:rPr>
        <w:t>ه</w:t>
      </w:r>
      <w:r w:rsidR="00197513" w:rsidRPr="00197513">
        <w:rPr>
          <w:rStyle w:val="libArabicChar"/>
          <w:rFonts w:hint="cs"/>
          <w:rtl/>
        </w:rPr>
        <w:t>ذا</w:t>
      </w:r>
      <w:r w:rsidR="00197513" w:rsidRPr="00197513">
        <w:rPr>
          <w:rStyle w:val="libArabicChar"/>
          <w:rtl/>
        </w:rPr>
        <w:t xml:space="preserve"> بلغ،للناس ولينذروا ب</w:t>
      </w:r>
      <w:r w:rsidR="00120F63" w:rsidRPr="00B2551F">
        <w:rPr>
          <w:rStyle w:val="libArabicChar"/>
          <w:rFonts w:hint="cs"/>
          <w:rtl/>
        </w:rPr>
        <w:t>ه</w:t>
      </w:r>
    </w:p>
    <w:p w:rsidR="00197513" w:rsidRDefault="00197513" w:rsidP="00197513">
      <w:pPr>
        <w:pStyle w:val="libNormal"/>
        <w:rPr>
          <w:rtl/>
        </w:rPr>
      </w:pPr>
      <w:r>
        <w:rPr>
          <w:rFonts w:hint="eastAsia"/>
          <w:rtl/>
        </w:rPr>
        <w:t>قران</w:t>
      </w:r>
      <w:r>
        <w:rPr>
          <w:rtl/>
        </w:rPr>
        <w:t xml:space="preserve"> كو خداوندعالمنے انذار اور خبردار كرنے كا وسيلہ قرار ديا ہے اس سے معلوم ہوتا ہے كہ انسانوں كے راستے ميں بہت سے خطرات اور مشكلات موجود ہوتى ہيں كہ جن كے بارے ميں قران خبردار كر رہا ہے اور اگر انسان قران كى راہنمائي اور ہدايت سے استفادہ نہ كر ے اور اس پر ايمان نہ لائے تو ان ميں گرفتار ہو جائے گا_</w:t>
      </w:r>
    </w:p>
    <w:p w:rsidR="00197513" w:rsidRDefault="001E7F9D" w:rsidP="00F73EDE">
      <w:pPr>
        <w:pStyle w:val="libPoemTini"/>
        <w:rPr>
          <w:rtl/>
        </w:rPr>
      </w:pPr>
      <w:r>
        <w:rPr>
          <w:rtl/>
        </w:rPr>
        <w:br w:type="page"/>
      </w:r>
    </w:p>
    <w:p w:rsidR="001F628F" w:rsidRDefault="001F628F" w:rsidP="001F628F">
      <w:pPr>
        <w:pStyle w:val="libNormal"/>
        <w:rPr>
          <w:rtl/>
        </w:rPr>
      </w:pPr>
      <w:r>
        <w:rPr>
          <w:rtl/>
        </w:rPr>
        <w:lastRenderedPageBreak/>
        <w:t>5_قران ،انسان كى راہ مي</w:t>
      </w:r>
      <w:r w:rsidR="00083993">
        <w:rPr>
          <w:rtl/>
        </w:rPr>
        <w:t xml:space="preserve">ں </w:t>
      </w:r>
      <w:r>
        <w:rPr>
          <w:rtl/>
        </w:rPr>
        <w:t>موجود مشكلات ،خطرات اور مصائب سے اس كى نجات كا باعث بنتا ہے_*</w:t>
      </w:r>
    </w:p>
    <w:p w:rsidR="001F628F" w:rsidRDefault="00F21947" w:rsidP="00197513">
      <w:pPr>
        <w:pStyle w:val="libArabic"/>
        <w:rPr>
          <w:rtl/>
        </w:rPr>
      </w:pPr>
      <w:r w:rsidRPr="00B2551F">
        <w:rPr>
          <w:rFonts w:hint="cs"/>
          <w:rtl/>
        </w:rPr>
        <w:t>ه</w:t>
      </w:r>
      <w:r w:rsidR="001F628F">
        <w:rPr>
          <w:rFonts w:hint="cs"/>
          <w:rtl/>
        </w:rPr>
        <w:t>ذا</w:t>
      </w:r>
      <w:r w:rsidR="001F628F">
        <w:rPr>
          <w:rtl/>
        </w:rPr>
        <w:t xml:space="preserve"> بلغ،للناس ولينذروا ب</w:t>
      </w:r>
      <w:r w:rsidR="00120F63" w:rsidRPr="00ED5DE8">
        <w:rPr>
          <w:rFonts w:hint="cs"/>
          <w:rtl/>
        </w:rPr>
        <w:t>ه</w:t>
      </w:r>
    </w:p>
    <w:p w:rsidR="001F628F" w:rsidRDefault="001F628F" w:rsidP="00197513">
      <w:pPr>
        <w:pStyle w:val="libNormal"/>
        <w:rPr>
          <w:rtl/>
        </w:rPr>
      </w:pPr>
      <w:r>
        <w:rPr>
          <w:rtl/>
        </w:rPr>
        <w:t>6_قران ،خدا وند يكتا سے انسانو</w:t>
      </w:r>
      <w:r w:rsidR="00083993">
        <w:rPr>
          <w:rtl/>
        </w:rPr>
        <w:t xml:space="preserve">ں </w:t>
      </w:r>
      <w:r>
        <w:rPr>
          <w:rtl/>
        </w:rPr>
        <w:t>كى اگاہى اور اس كى وحدانيت كے بارے مي</w:t>
      </w:r>
      <w:r w:rsidR="00083993">
        <w:rPr>
          <w:rtl/>
        </w:rPr>
        <w:t xml:space="preserve">ں </w:t>
      </w:r>
      <w:r>
        <w:rPr>
          <w:rtl/>
        </w:rPr>
        <w:t>انہي</w:t>
      </w:r>
      <w:r w:rsidR="00083993">
        <w:rPr>
          <w:rtl/>
        </w:rPr>
        <w:t xml:space="preserve">ں </w:t>
      </w:r>
      <w:r>
        <w:rPr>
          <w:rtl/>
        </w:rPr>
        <w:t>ادراك عطا كرنے كے لئے (نازل ہوا )ہے_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بلغ،للناس___وليعلموا انما </w:t>
      </w:r>
      <w:r w:rsidR="00F21947" w:rsidRPr="00B2551F">
        <w:rPr>
          <w:rStyle w:val="libArabicChar"/>
          <w:rFonts w:hint="cs"/>
          <w:rtl/>
        </w:rPr>
        <w:t>ه</w:t>
      </w:r>
      <w:r w:rsidRPr="00197513">
        <w:rPr>
          <w:rStyle w:val="libArabicChar"/>
          <w:rFonts w:hint="cs"/>
          <w:rtl/>
        </w:rPr>
        <w:t>و</w:t>
      </w:r>
      <w:r w:rsidRPr="00197513">
        <w:rPr>
          <w:rStyle w:val="libArabicChar"/>
          <w:rtl/>
        </w:rPr>
        <w:t xml:space="preserve"> </w:t>
      </w:r>
      <w:r w:rsidRPr="00197513">
        <w:rPr>
          <w:rStyle w:val="libArabicChar"/>
          <w:rFonts w:hint="cs"/>
          <w:rtl/>
        </w:rPr>
        <w:t>ال</w:t>
      </w:r>
      <w:r w:rsidR="00120F63" w:rsidRPr="00B2551F">
        <w:rPr>
          <w:rStyle w:val="libArabicChar"/>
          <w:rFonts w:hint="cs"/>
          <w:rtl/>
        </w:rPr>
        <w:t>ه</w:t>
      </w:r>
      <w:r w:rsidRPr="00197513">
        <w:rPr>
          <w:rStyle w:val="libArabicChar"/>
          <w:rtl/>
        </w:rPr>
        <w:t xml:space="preserve"> واحد</w:t>
      </w:r>
    </w:p>
    <w:p w:rsidR="001F628F" w:rsidRDefault="001F628F" w:rsidP="00197513">
      <w:pPr>
        <w:pStyle w:val="libNormal"/>
        <w:rPr>
          <w:rtl/>
        </w:rPr>
      </w:pPr>
      <w:r>
        <w:rPr>
          <w:rtl/>
        </w:rPr>
        <w:t>7_قران ،وحدانيت خدا كى بولتى دليل ہے 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بلغ،للناس___وليعلموا انما </w:t>
      </w:r>
      <w:r w:rsidR="00F21947" w:rsidRPr="00B2551F">
        <w:rPr>
          <w:rStyle w:val="libArabicChar"/>
          <w:rFonts w:hint="cs"/>
          <w:rtl/>
        </w:rPr>
        <w:t>ه</w:t>
      </w:r>
      <w:r w:rsidRPr="00197513">
        <w:rPr>
          <w:rStyle w:val="libArabicChar"/>
          <w:rFonts w:hint="cs"/>
          <w:rtl/>
        </w:rPr>
        <w:t>و</w:t>
      </w:r>
      <w:r w:rsidRPr="00197513">
        <w:rPr>
          <w:rStyle w:val="libArabicChar"/>
          <w:rtl/>
        </w:rPr>
        <w:t xml:space="preserve"> ال</w:t>
      </w:r>
      <w:r w:rsidR="00120F63" w:rsidRPr="00B2551F">
        <w:rPr>
          <w:rStyle w:val="libArabicChar"/>
          <w:rFonts w:hint="cs"/>
          <w:rtl/>
        </w:rPr>
        <w:t>ه</w:t>
      </w:r>
      <w:r w:rsidRPr="00197513">
        <w:rPr>
          <w:rStyle w:val="libArabicChar"/>
          <w:rtl/>
        </w:rPr>
        <w:t xml:space="preserve"> واحد</w:t>
      </w:r>
    </w:p>
    <w:p w:rsidR="001F628F" w:rsidRDefault="001F628F" w:rsidP="001F628F">
      <w:pPr>
        <w:pStyle w:val="libNormal"/>
        <w:rPr>
          <w:rtl/>
        </w:rPr>
      </w:pPr>
      <w:r>
        <w:rPr>
          <w:rFonts w:hint="eastAsia"/>
          <w:rtl/>
        </w:rPr>
        <w:t>مندرجہ</w:t>
      </w:r>
      <w:r>
        <w:rPr>
          <w:rtl/>
        </w:rPr>
        <w:t xml:space="preserve"> بالا مطلب اس بات پر مبنى ہے كہ جب فقط قران كے مطالب توحيد كى تعليم نہ دي</w:t>
      </w:r>
      <w:r w:rsidR="00083993">
        <w:rPr>
          <w:rtl/>
        </w:rPr>
        <w:t xml:space="preserve">ں </w:t>
      </w:r>
      <w:r>
        <w:rPr>
          <w:rtl/>
        </w:rPr>
        <w:t>بلكہ خودقران اپنى كيفيت اور خصوصيات كے ساتھ خدا كى يكتائي پر دليل ہو _</w:t>
      </w:r>
    </w:p>
    <w:p w:rsidR="001F628F" w:rsidRDefault="001F628F" w:rsidP="00197513">
      <w:pPr>
        <w:pStyle w:val="libNormal"/>
        <w:rPr>
          <w:rtl/>
        </w:rPr>
      </w:pPr>
      <w:r>
        <w:rPr>
          <w:rtl/>
        </w:rPr>
        <w:t>8_خدا كى يكتائي كا اثبات اور لوگو</w:t>
      </w:r>
      <w:r w:rsidR="00083993">
        <w:rPr>
          <w:rtl/>
        </w:rPr>
        <w:t xml:space="preserve">ں </w:t>
      </w:r>
      <w:r>
        <w:rPr>
          <w:rtl/>
        </w:rPr>
        <w:t>كو اس كى حقيقت سے اگاہ كرنا ہى قران كا بنيادى ترين موضوع اور اس كى تعليمات كا محور ہے_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بلغ،للناس___وليعلموا انما </w:t>
      </w:r>
      <w:r w:rsidR="00F21947" w:rsidRPr="00B2551F">
        <w:rPr>
          <w:rStyle w:val="libArabicChar"/>
          <w:rFonts w:hint="cs"/>
          <w:rtl/>
        </w:rPr>
        <w:t>ه</w:t>
      </w:r>
      <w:r w:rsidRPr="00197513">
        <w:rPr>
          <w:rStyle w:val="libArabicChar"/>
          <w:rFonts w:hint="cs"/>
          <w:rtl/>
        </w:rPr>
        <w:t>و</w:t>
      </w:r>
      <w:r w:rsidRPr="00197513">
        <w:rPr>
          <w:rStyle w:val="libArabicChar"/>
          <w:rtl/>
        </w:rPr>
        <w:t xml:space="preserve"> </w:t>
      </w:r>
      <w:r w:rsidRPr="00197513">
        <w:rPr>
          <w:rStyle w:val="libArabicChar"/>
          <w:rFonts w:hint="cs"/>
          <w:rtl/>
        </w:rPr>
        <w:t>ال</w:t>
      </w:r>
      <w:r w:rsidR="00120F63" w:rsidRPr="00B2551F">
        <w:rPr>
          <w:rStyle w:val="libArabicChar"/>
          <w:rFonts w:hint="cs"/>
          <w:rtl/>
        </w:rPr>
        <w:t>ه</w:t>
      </w:r>
      <w:r w:rsidRPr="00197513">
        <w:rPr>
          <w:rStyle w:val="libArabicChar"/>
          <w:rtl/>
        </w:rPr>
        <w:t xml:space="preserve"> واحد</w:t>
      </w:r>
    </w:p>
    <w:p w:rsidR="001F628F" w:rsidRDefault="001F628F" w:rsidP="00197513">
      <w:pPr>
        <w:pStyle w:val="libNormal"/>
        <w:rPr>
          <w:rtl/>
        </w:rPr>
      </w:pPr>
      <w:r>
        <w:rPr>
          <w:rtl/>
        </w:rPr>
        <w:t>9_اصول دين (توحيد وغيرہ ) كا علم ايك ضرورى چيز ہے 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بلغ،___وليعلموا انما </w:t>
      </w:r>
      <w:r w:rsidR="00F21947" w:rsidRPr="00B2551F">
        <w:rPr>
          <w:rStyle w:val="libArabicChar"/>
          <w:rFonts w:hint="cs"/>
          <w:rtl/>
        </w:rPr>
        <w:t>ه</w:t>
      </w:r>
      <w:r w:rsidRPr="00197513">
        <w:rPr>
          <w:rStyle w:val="libArabicChar"/>
          <w:rFonts w:hint="cs"/>
          <w:rtl/>
        </w:rPr>
        <w:t>و</w:t>
      </w:r>
      <w:r w:rsidRPr="00197513">
        <w:rPr>
          <w:rStyle w:val="libArabicChar"/>
          <w:rtl/>
        </w:rPr>
        <w:t xml:space="preserve"> </w:t>
      </w:r>
      <w:r w:rsidRPr="00197513">
        <w:rPr>
          <w:rStyle w:val="libArabicChar"/>
          <w:rFonts w:hint="cs"/>
          <w:rtl/>
        </w:rPr>
        <w:t>ال</w:t>
      </w:r>
      <w:r w:rsidR="00120F63" w:rsidRPr="00B2551F">
        <w:rPr>
          <w:rStyle w:val="libArabicChar"/>
          <w:rFonts w:hint="cs"/>
          <w:rtl/>
        </w:rPr>
        <w:t>ه</w:t>
      </w:r>
      <w:r w:rsidRPr="00197513">
        <w:rPr>
          <w:rStyle w:val="libArabicChar"/>
          <w:rtl/>
        </w:rPr>
        <w:t xml:space="preserve"> واحد</w:t>
      </w:r>
    </w:p>
    <w:p w:rsidR="001F628F" w:rsidRDefault="001F628F" w:rsidP="001F628F">
      <w:pPr>
        <w:pStyle w:val="libNormal"/>
        <w:rPr>
          <w:rtl/>
        </w:rPr>
      </w:pPr>
      <w:r>
        <w:rPr>
          <w:rFonts w:hint="eastAsia"/>
          <w:rtl/>
        </w:rPr>
        <w:t>يہ</w:t>
      </w:r>
      <w:r>
        <w:rPr>
          <w:rtl/>
        </w:rPr>
        <w:t xml:space="preserve"> كہ خدا كى يكتائي اور وحدانيت كے بارے مي</w:t>
      </w:r>
      <w:r w:rsidR="00083993">
        <w:rPr>
          <w:rtl/>
        </w:rPr>
        <w:t xml:space="preserve">ں </w:t>
      </w:r>
      <w:r>
        <w:rPr>
          <w:rtl/>
        </w:rPr>
        <w:t>لوگو</w:t>
      </w:r>
      <w:r w:rsidR="00083993">
        <w:rPr>
          <w:rtl/>
        </w:rPr>
        <w:t xml:space="preserve">ں </w:t>
      </w:r>
      <w:r>
        <w:rPr>
          <w:rtl/>
        </w:rPr>
        <w:t>كا علم ،انذار اور ابلاغ وحى كا مقصد ہے تو اس سے معلوم ہوتا ہے كہ اس مقصد تك پہنچنا يعنى وحداينت خدا سے اگاہى حاصل كرنا ايك ضرورى چيز ہے_</w:t>
      </w:r>
    </w:p>
    <w:p w:rsidR="001F628F" w:rsidRDefault="001F628F" w:rsidP="001F628F">
      <w:pPr>
        <w:pStyle w:val="libNormal"/>
        <w:rPr>
          <w:rtl/>
        </w:rPr>
      </w:pPr>
      <w:r>
        <w:rPr>
          <w:rtl/>
        </w:rPr>
        <w:t>10_قران ،خالص عقل كے حامل افراد كى نصيحت پذيرى اور بيدارى كے لئے نازل ہوا ہے_</w:t>
      </w:r>
    </w:p>
    <w:p w:rsidR="001F628F" w:rsidRDefault="00F21947" w:rsidP="00197513">
      <w:pPr>
        <w:pStyle w:val="libArabic"/>
        <w:rPr>
          <w:rtl/>
        </w:rPr>
      </w:pPr>
      <w:r w:rsidRPr="00B2551F">
        <w:rPr>
          <w:rFonts w:hint="cs"/>
          <w:rtl/>
        </w:rPr>
        <w:t>ه</w:t>
      </w:r>
      <w:r w:rsidR="001F628F">
        <w:rPr>
          <w:rFonts w:hint="cs"/>
          <w:rtl/>
        </w:rPr>
        <w:t>ذا</w:t>
      </w:r>
      <w:r w:rsidR="001F628F">
        <w:rPr>
          <w:rtl/>
        </w:rPr>
        <w:t xml:space="preserve"> بلغ،للناس ___ و ليذّكراولواالالباب</w:t>
      </w:r>
    </w:p>
    <w:p w:rsidR="001F628F" w:rsidRDefault="001F628F" w:rsidP="001F628F">
      <w:pPr>
        <w:pStyle w:val="libNormal"/>
        <w:rPr>
          <w:rtl/>
        </w:rPr>
      </w:pPr>
      <w:r>
        <w:rPr>
          <w:rtl/>
        </w:rPr>
        <w:t>11_ عقلمندى ،قرانى تعليمات اور معارف سے بہرہ مند ہونے كے شرائط اور ضرورى اسباب مي</w:t>
      </w:r>
      <w:r w:rsidR="00083993">
        <w:rPr>
          <w:rtl/>
        </w:rPr>
        <w:t xml:space="preserve">ں </w:t>
      </w:r>
      <w:r>
        <w:rPr>
          <w:rtl/>
        </w:rPr>
        <w:t>سے ايك ہے_</w:t>
      </w:r>
    </w:p>
    <w:p w:rsidR="001F628F" w:rsidRDefault="00F21947" w:rsidP="00197513">
      <w:pPr>
        <w:pStyle w:val="libArabic"/>
        <w:rPr>
          <w:rtl/>
        </w:rPr>
      </w:pPr>
      <w:r w:rsidRPr="00B2551F">
        <w:rPr>
          <w:rFonts w:hint="cs"/>
          <w:rtl/>
        </w:rPr>
        <w:t>ه</w:t>
      </w:r>
      <w:r w:rsidR="001F628F">
        <w:rPr>
          <w:rFonts w:hint="cs"/>
          <w:rtl/>
        </w:rPr>
        <w:t>ذا</w:t>
      </w:r>
      <w:r w:rsidR="001F628F">
        <w:rPr>
          <w:rtl/>
        </w:rPr>
        <w:t xml:space="preserve"> بلغ،للناس ___ و ليذّكراولواالالباب</w:t>
      </w:r>
    </w:p>
    <w:p w:rsidR="001F628F" w:rsidRDefault="001F628F" w:rsidP="001F628F">
      <w:pPr>
        <w:pStyle w:val="libNormal"/>
        <w:rPr>
          <w:rtl/>
        </w:rPr>
      </w:pPr>
      <w:r>
        <w:rPr>
          <w:rtl/>
        </w:rPr>
        <w:t>12_قران كى تعليمات اور معارف، خالص عقل كے مطابق اور اس كے ساتھ ہم اہنگ ہي</w:t>
      </w:r>
      <w:r w:rsidR="00083993">
        <w:rPr>
          <w:rtl/>
        </w:rPr>
        <w:t xml:space="preserve">ں </w:t>
      </w:r>
      <w:r>
        <w:rPr>
          <w:rtl/>
        </w:rPr>
        <w:t>_</w:t>
      </w:r>
    </w:p>
    <w:p w:rsidR="001F628F" w:rsidRDefault="00F21947" w:rsidP="00197513">
      <w:pPr>
        <w:pStyle w:val="libArabic"/>
        <w:rPr>
          <w:rtl/>
        </w:rPr>
      </w:pPr>
      <w:r w:rsidRPr="00B2551F">
        <w:rPr>
          <w:rFonts w:hint="cs"/>
          <w:rtl/>
        </w:rPr>
        <w:t>ه</w:t>
      </w:r>
      <w:r w:rsidR="001F628F">
        <w:rPr>
          <w:rFonts w:hint="cs"/>
          <w:rtl/>
        </w:rPr>
        <w:t>ذا</w:t>
      </w:r>
      <w:r w:rsidR="001F628F">
        <w:rPr>
          <w:rtl/>
        </w:rPr>
        <w:t xml:space="preserve"> بلغ،للناس ___و ليذّكراولواالالباب</w:t>
      </w:r>
    </w:p>
    <w:p w:rsidR="001F628F" w:rsidRDefault="001F628F" w:rsidP="001F628F">
      <w:pPr>
        <w:pStyle w:val="libNormal"/>
        <w:rPr>
          <w:rtl/>
        </w:rPr>
      </w:pPr>
      <w:r>
        <w:rPr>
          <w:rFonts w:hint="eastAsia"/>
          <w:rtl/>
        </w:rPr>
        <w:t>يہ</w:t>
      </w:r>
      <w:r>
        <w:rPr>
          <w:rtl/>
        </w:rPr>
        <w:t xml:space="preserve"> كہ خدا نے اہل عقل كى نصيحت پذيرى كو نزول قران كا مقصدقرار ديا ہے اس سے ظاہر ہوتا ہے</w:t>
      </w:r>
    </w:p>
    <w:p w:rsidR="00197513" w:rsidRDefault="001E7F9D" w:rsidP="00F73EDE">
      <w:pPr>
        <w:pStyle w:val="libPoemTini"/>
        <w:rPr>
          <w:rtl/>
        </w:rPr>
      </w:pPr>
      <w:r>
        <w:rPr>
          <w:rtl/>
        </w:rPr>
        <w:br w:type="page"/>
      </w:r>
    </w:p>
    <w:p w:rsidR="001F628F" w:rsidRDefault="001F628F" w:rsidP="00197513">
      <w:pPr>
        <w:pStyle w:val="libNormal"/>
        <w:rPr>
          <w:rtl/>
        </w:rPr>
      </w:pPr>
      <w:r>
        <w:rPr>
          <w:rFonts w:hint="eastAsia"/>
          <w:rtl/>
        </w:rPr>
        <w:lastRenderedPageBreak/>
        <w:t>كہ</w:t>
      </w:r>
      <w:r>
        <w:rPr>
          <w:rtl/>
        </w:rPr>
        <w:t xml:space="preserve"> قران عقلى معيار كے مطابق اور اس سے ہم اہنگ ہے اور اگر ايسا نہ ہوتا تو اہل عقل اس سے نصيحت حاصل نہ كرتے بلكہ نتيجہ اس كے برعكس ہوتا_</w:t>
      </w:r>
    </w:p>
    <w:p w:rsidR="001F628F" w:rsidRDefault="001F628F" w:rsidP="00197513">
      <w:pPr>
        <w:pStyle w:val="libNormal"/>
        <w:rPr>
          <w:rtl/>
        </w:rPr>
      </w:pPr>
      <w:r>
        <w:rPr>
          <w:rtl/>
        </w:rPr>
        <w:t>13_خالص عقل كے حامل افراد كو پند ونصيحت كرنا ہى تعليمات قران كااہم ترين محور اور اس كے بنيادى موضوعات مي</w:t>
      </w:r>
      <w:r w:rsidR="00083993">
        <w:rPr>
          <w:rtl/>
        </w:rPr>
        <w:t xml:space="preserve">ں </w:t>
      </w:r>
      <w:r>
        <w:rPr>
          <w:rtl/>
        </w:rPr>
        <w:t>سے ہے_</w:t>
      </w:r>
      <w:r w:rsidR="00F21947" w:rsidRPr="00B2551F">
        <w:rPr>
          <w:rStyle w:val="libArabicChar"/>
          <w:rFonts w:hint="cs"/>
          <w:rtl/>
        </w:rPr>
        <w:t>ه</w:t>
      </w:r>
      <w:r w:rsidRPr="00197513">
        <w:rPr>
          <w:rStyle w:val="libArabicChar"/>
          <w:rFonts w:hint="cs"/>
          <w:rtl/>
        </w:rPr>
        <w:t>ذا</w:t>
      </w:r>
      <w:r w:rsidRPr="00197513">
        <w:rPr>
          <w:rStyle w:val="libArabicChar"/>
          <w:rtl/>
        </w:rPr>
        <w:t xml:space="preserve"> بلغ،للناس ___و ليذّكراولواالالباب</w:t>
      </w:r>
    </w:p>
    <w:p w:rsidR="001F628F" w:rsidRDefault="001F628F" w:rsidP="00197513">
      <w:pPr>
        <w:pStyle w:val="libNormal"/>
        <w:rPr>
          <w:rtl/>
        </w:rPr>
      </w:pPr>
      <w:r>
        <w:rPr>
          <w:rFonts w:hint="eastAsia"/>
          <w:rtl/>
        </w:rPr>
        <w:t>انذار</w:t>
      </w:r>
      <w:r>
        <w:rPr>
          <w:rtl/>
        </w:rPr>
        <w:t xml:space="preserve"> :</w:t>
      </w:r>
      <w:r>
        <w:rPr>
          <w:rFonts w:hint="eastAsia"/>
          <w:rtl/>
        </w:rPr>
        <w:t>انذار</w:t>
      </w:r>
      <w:r>
        <w:rPr>
          <w:rtl/>
        </w:rPr>
        <w:t xml:space="preserve"> كا وسيلہ 3</w:t>
      </w:r>
    </w:p>
    <w:p w:rsidR="001F628F" w:rsidRDefault="001F628F" w:rsidP="00197513">
      <w:pPr>
        <w:pStyle w:val="libNormal"/>
        <w:rPr>
          <w:rtl/>
        </w:rPr>
      </w:pPr>
      <w:r>
        <w:rPr>
          <w:rFonts w:hint="eastAsia"/>
          <w:rtl/>
        </w:rPr>
        <w:t>انسان</w:t>
      </w:r>
      <w:r>
        <w:rPr>
          <w:rtl/>
        </w:rPr>
        <w:t xml:space="preserve"> :</w:t>
      </w:r>
      <w:r>
        <w:rPr>
          <w:rFonts w:hint="eastAsia"/>
          <w:rtl/>
        </w:rPr>
        <w:t>انسان</w:t>
      </w:r>
      <w:r>
        <w:rPr>
          <w:rtl/>
        </w:rPr>
        <w:t xml:space="preserve"> كے خطرات سے دوچار ہونے كا پيش خيمہ 4</w:t>
      </w:r>
    </w:p>
    <w:p w:rsidR="001F628F" w:rsidRDefault="001F628F" w:rsidP="00197513">
      <w:pPr>
        <w:pStyle w:val="libNormal"/>
        <w:rPr>
          <w:rtl/>
        </w:rPr>
      </w:pPr>
      <w:r>
        <w:rPr>
          <w:rFonts w:hint="eastAsia"/>
          <w:rtl/>
        </w:rPr>
        <w:t>اہل</w:t>
      </w:r>
      <w:r>
        <w:rPr>
          <w:rtl/>
        </w:rPr>
        <w:t xml:space="preserve"> عقل :</w:t>
      </w:r>
      <w:r>
        <w:rPr>
          <w:rFonts w:hint="eastAsia"/>
          <w:rtl/>
        </w:rPr>
        <w:t>اہل</w:t>
      </w:r>
      <w:r>
        <w:rPr>
          <w:rtl/>
        </w:rPr>
        <w:t xml:space="preserve"> عقل كو ياد دہانى 13;اہل عقل كى عبرت پذيرى 10</w:t>
      </w:r>
    </w:p>
    <w:p w:rsidR="001F628F" w:rsidRDefault="001F628F" w:rsidP="00197513">
      <w:pPr>
        <w:pStyle w:val="libNormal"/>
        <w:rPr>
          <w:rtl/>
        </w:rPr>
      </w:pPr>
      <w:r>
        <w:rPr>
          <w:rFonts w:hint="eastAsia"/>
          <w:rtl/>
        </w:rPr>
        <w:t>ايمان</w:t>
      </w:r>
      <w:r>
        <w:rPr>
          <w:rtl/>
        </w:rPr>
        <w:t xml:space="preserve"> :</w:t>
      </w:r>
      <w:r>
        <w:rPr>
          <w:rFonts w:hint="eastAsia"/>
          <w:rtl/>
        </w:rPr>
        <w:t>ايمان</w:t>
      </w:r>
      <w:r>
        <w:rPr>
          <w:rtl/>
        </w:rPr>
        <w:t xml:space="preserve"> كے اثرات 4</w:t>
      </w:r>
    </w:p>
    <w:p w:rsidR="001F628F" w:rsidRDefault="001F628F" w:rsidP="00197513">
      <w:pPr>
        <w:pStyle w:val="libNormal"/>
        <w:rPr>
          <w:rtl/>
        </w:rPr>
      </w:pPr>
      <w:r>
        <w:rPr>
          <w:rFonts w:hint="eastAsia"/>
          <w:rtl/>
        </w:rPr>
        <w:t>تعقل</w:t>
      </w:r>
      <w:r>
        <w:rPr>
          <w:rtl/>
        </w:rPr>
        <w:t>:</w:t>
      </w:r>
      <w:r>
        <w:rPr>
          <w:rFonts w:hint="eastAsia"/>
          <w:rtl/>
        </w:rPr>
        <w:t>تعقل</w:t>
      </w:r>
      <w:r>
        <w:rPr>
          <w:rtl/>
        </w:rPr>
        <w:t xml:space="preserve"> كے اثرات 11</w:t>
      </w:r>
    </w:p>
    <w:p w:rsidR="001F628F" w:rsidRDefault="001F628F" w:rsidP="00197513">
      <w:pPr>
        <w:pStyle w:val="libNormal"/>
        <w:rPr>
          <w:rtl/>
        </w:rPr>
      </w:pPr>
      <w:r>
        <w:rPr>
          <w:rFonts w:hint="eastAsia"/>
          <w:rtl/>
        </w:rPr>
        <w:t>توحيد</w:t>
      </w:r>
      <w:r>
        <w:rPr>
          <w:rtl/>
        </w:rPr>
        <w:t xml:space="preserve"> :</w:t>
      </w:r>
      <w:r>
        <w:rPr>
          <w:rFonts w:hint="eastAsia"/>
          <w:rtl/>
        </w:rPr>
        <w:t>توحيد</w:t>
      </w:r>
      <w:r>
        <w:rPr>
          <w:rtl/>
        </w:rPr>
        <w:t xml:space="preserve"> كا پيش خيمہ 6;توحيد كى اہميت 8،9;توحيد كے دلائل 7</w:t>
      </w:r>
    </w:p>
    <w:p w:rsidR="001F628F" w:rsidRDefault="001F628F" w:rsidP="00197513">
      <w:pPr>
        <w:pStyle w:val="libNormal"/>
        <w:rPr>
          <w:rtl/>
        </w:rPr>
      </w:pPr>
      <w:r>
        <w:rPr>
          <w:rFonts w:hint="eastAsia"/>
          <w:rtl/>
        </w:rPr>
        <w:t>دين</w:t>
      </w:r>
      <w:r>
        <w:rPr>
          <w:rtl/>
        </w:rPr>
        <w:t xml:space="preserve"> :</w:t>
      </w:r>
      <w:r>
        <w:rPr>
          <w:rFonts w:hint="eastAsia"/>
          <w:rtl/>
        </w:rPr>
        <w:t>دين</w:t>
      </w:r>
      <w:r>
        <w:rPr>
          <w:rtl/>
        </w:rPr>
        <w:t xml:space="preserve"> كى عقلانيت 12;اصول دين كے علم كى اہميت 9</w:t>
      </w:r>
    </w:p>
    <w:p w:rsidR="001F628F" w:rsidRDefault="001F628F" w:rsidP="00197513">
      <w:pPr>
        <w:pStyle w:val="libNormal"/>
        <w:rPr>
          <w:rtl/>
        </w:rPr>
      </w:pPr>
      <w:r>
        <w:rPr>
          <w:rFonts w:hint="eastAsia"/>
          <w:rtl/>
        </w:rPr>
        <w:t>عبرت</w:t>
      </w:r>
      <w:r>
        <w:rPr>
          <w:rtl/>
        </w:rPr>
        <w:t xml:space="preserve"> :</w:t>
      </w:r>
      <w:r>
        <w:rPr>
          <w:rFonts w:hint="eastAsia"/>
          <w:rtl/>
        </w:rPr>
        <w:t>عبرت</w:t>
      </w:r>
      <w:r>
        <w:rPr>
          <w:rtl/>
        </w:rPr>
        <w:t xml:space="preserve"> كے عوامل10</w:t>
      </w:r>
    </w:p>
    <w:p w:rsidR="001F628F" w:rsidRDefault="001F628F" w:rsidP="00197513">
      <w:pPr>
        <w:pStyle w:val="libNormal"/>
        <w:rPr>
          <w:rtl/>
        </w:rPr>
      </w:pPr>
      <w:r>
        <w:rPr>
          <w:rFonts w:hint="eastAsia"/>
          <w:rtl/>
        </w:rPr>
        <w:t>قران</w:t>
      </w:r>
      <w:r>
        <w:rPr>
          <w:rtl/>
        </w:rPr>
        <w:t xml:space="preserve"> كريم :</w:t>
      </w:r>
      <w:r>
        <w:rPr>
          <w:rFonts w:hint="eastAsia"/>
          <w:rtl/>
        </w:rPr>
        <w:t>قران</w:t>
      </w:r>
      <w:r>
        <w:rPr>
          <w:rtl/>
        </w:rPr>
        <w:t xml:space="preserve"> كريم اور عقل 12; قران كريم سے استفادے كى شرائط 11;قران كريم كانجات بخش ہونا5;قران كريم كاكردار 3،5 ،6 ، 7، 10 ; قران كريم كاوحى ہونا 1; قران كريم كا واضح ہونا 2;قران كريم كى اہميت 5;قران كريم كى خصوصيات2;قران كريم كى اہم ترين تعليمات 8، 13;قران كريم ك</w:t>
      </w:r>
      <w:r>
        <w:rPr>
          <w:rFonts w:hint="eastAsia"/>
          <w:rtl/>
        </w:rPr>
        <w:t>ى</w:t>
      </w:r>
      <w:r>
        <w:rPr>
          <w:rtl/>
        </w:rPr>
        <w:t xml:space="preserve"> عا لمگيرى 2;قران كريم كى عقلانيت 12;قران كريم كے انذار3;قران كريم كے نزول كا فلسفہ 10; قران كريم كے فہم كى سہولت 2</w:t>
      </w:r>
    </w:p>
    <w:p w:rsidR="001F628F" w:rsidRDefault="001F628F" w:rsidP="00197513">
      <w:pPr>
        <w:pStyle w:val="libNormal"/>
        <w:rPr>
          <w:rtl/>
        </w:rPr>
      </w:pPr>
      <w:r>
        <w:rPr>
          <w:rFonts w:hint="eastAsia"/>
          <w:rtl/>
        </w:rPr>
        <w:t>تنبہ</w:t>
      </w:r>
      <w:r>
        <w:rPr>
          <w:rtl/>
        </w:rPr>
        <w:t>:</w:t>
      </w:r>
      <w:r>
        <w:rPr>
          <w:rFonts w:hint="eastAsia"/>
          <w:rtl/>
        </w:rPr>
        <w:t>متنبہكرنے</w:t>
      </w:r>
      <w:r>
        <w:rPr>
          <w:rtl/>
        </w:rPr>
        <w:t xml:space="preserve"> كے عوامل10</w:t>
      </w:r>
    </w:p>
    <w:p w:rsidR="009756E6" w:rsidRDefault="001E7F9D" w:rsidP="00F73EDE">
      <w:pPr>
        <w:pStyle w:val="libPoemTini"/>
        <w:rPr>
          <w:rtl/>
        </w:rPr>
      </w:pPr>
      <w:r>
        <w:rPr>
          <w:rtl/>
        </w:rPr>
        <w:br w:type="page"/>
      </w:r>
    </w:p>
    <w:p w:rsidR="009756E6" w:rsidRDefault="009756E6" w:rsidP="009756E6">
      <w:pPr>
        <w:pStyle w:val="Heading2Center"/>
        <w:rPr>
          <w:rtl/>
        </w:rPr>
      </w:pPr>
      <w:bookmarkStart w:id="53" w:name="_Toc28081731"/>
      <w:r w:rsidRPr="00120F63">
        <w:rPr>
          <w:rFonts w:hint="cs"/>
          <w:rtl/>
        </w:rPr>
        <w:lastRenderedPageBreak/>
        <w:t>15-</w:t>
      </w:r>
      <w:r w:rsidRPr="00197513">
        <w:rPr>
          <w:rFonts w:hint="eastAsia"/>
          <w:rtl/>
        </w:rPr>
        <w:t xml:space="preserve"> </w:t>
      </w:r>
      <w:r>
        <w:rPr>
          <w:rFonts w:hint="eastAsia"/>
          <w:rtl/>
        </w:rPr>
        <w:t>سوره</w:t>
      </w:r>
      <w:r>
        <w:rPr>
          <w:rtl/>
        </w:rPr>
        <w:t xml:space="preserve"> حجر </w:t>
      </w:r>
      <w:r>
        <w:rPr>
          <w:rtl/>
        </w:rPr>
        <w:cr/>
      </w:r>
      <w:r>
        <w:rPr>
          <w:rFonts w:hint="cs"/>
          <w:rtl/>
        </w:rPr>
        <w:t>آیت 1</w:t>
      </w:r>
      <w:bookmarkEnd w:id="53"/>
    </w:p>
    <w:p w:rsidR="001F628F" w:rsidRDefault="00E260F9" w:rsidP="009756E6">
      <w:pPr>
        <w:pStyle w:val="libNormal"/>
        <w:rPr>
          <w:rtl/>
        </w:rPr>
      </w:pPr>
      <w:r w:rsidRPr="00E260F9">
        <w:rPr>
          <w:rStyle w:val="libAlaemChar"/>
          <w:rFonts w:hint="eastAsia"/>
          <w:rtl/>
        </w:rPr>
        <w:t>(</w:t>
      </w:r>
      <w:r w:rsidRPr="009756E6">
        <w:rPr>
          <w:rStyle w:val="libAieChar"/>
          <w:rFonts w:hint="eastAsia"/>
          <w:rtl/>
        </w:rPr>
        <w:t>بسم</w:t>
      </w:r>
      <w:r w:rsidRPr="009756E6">
        <w:rPr>
          <w:rStyle w:val="libAieChar"/>
          <w:rtl/>
        </w:rPr>
        <w:t xml:space="preserve"> الل</w:t>
      </w:r>
      <w:r w:rsidRPr="00ED5DE8">
        <w:rPr>
          <w:rStyle w:val="libAieChar"/>
          <w:rFonts w:hint="cs"/>
          <w:rtl/>
        </w:rPr>
        <w:t>ه</w:t>
      </w:r>
      <w:r w:rsidRPr="009756E6">
        <w:rPr>
          <w:rStyle w:val="libAieChar"/>
          <w:rtl/>
        </w:rPr>
        <w:t xml:space="preserve"> </w:t>
      </w:r>
      <w:r w:rsidRPr="009756E6">
        <w:rPr>
          <w:rStyle w:val="libAieChar"/>
          <w:rFonts w:hint="cs"/>
          <w:rtl/>
        </w:rPr>
        <w:t>الرحمن</w:t>
      </w:r>
      <w:r w:rsidRPr="009756E6">
        <w:rPr>
          <w:rStyle w:val="libAieChar"/>
          <w:rtl/>
        </w:rPr>
        <w:t xml:space="preserve"> </w:t>
      </w:r>
      <w:r w:rsidRPr="009756E6">
        <w:rPr>
          <w:rStyle w:val="libAieChar"/>
          <w:rFonts w:hint="cs"/>
          <w:rtl/>
        </w:rPr>
        <w:t>الرحی</w:t>
      </w:r>
      <w:r w:rsidRPr="009756E6">
        <w:rPr>
          <w:rStyle w:val="libAieChar"/>
          <w:rFonts w:hint="eastAsia"/>
          <w:rtl/>
        </w:rPr>
        <w:t>م</w:t>
      </w:r>
      <w:r w:rsidRPr="00E260F9">
        <w:rPr>
          <w:rStyle w:val="libAlaemChar"/>
          <w:rFonts w:hint="eastAsia"/>
          <w:rtl/>
        </w:rPr>
        <w:t>)</w:t>
      </w:r>
    </w:p>
    <w:p w:rsidR="001F628F" w:rsidRDefault="00E260F9" w:rsidP="009756E6">
      <w:pPr>
        <w:pStyle w:val="libNormal"/>
        <w:rPr>
          <w:rtl/>
        </w:rPr>
      </w:pPr>
      <w:r w:rsidRPr="00E260F9">
        <w:rPr>
          <w:rStyle w:val="libAlaemChar"/>
          <w:rFonts w:hint="eastAsia"/>
          <w:rtl/>
        </w:rPr>
        <w:t>(</w:t>
      </w:r>
      <w:r w:rsidRPr="009756E6">
        <w:rPr>
          <w:rStyle w:val="libAieChar"/>
          <w:rFonts w:hint="eastAsia"/>
          <w:rtl/>
        </w:rPr>
        <w:t>الَرَ</w:t>
      </w:r>
      <w:r w:rsidRPr="009756E6">
        <w:rPr>
          <w:rStyle w:val="libAieChar"/>
          <w:rtl/>
        </w:rPr>
        <w:t xml:space="preserve"> تِلْكَ آيَاتُ الْكِتَابِ وَقُرْآنٍ 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بنام</w:t>
      </w:r>
      <w:r>
        <w:rPr>
          <w:rtl/>
        </w:rPr>
        <w:t xml:space="preserve"> خدائے رحمان و رحيم</w:t>
      </w:r>
    </w:p>
    <w:p w:rsidR="001F628F" w:rsidRDefault="001F628F" w:rsidP="001F628F">
      <w:pPr>
        <w:pStyle w:val="libNormal"/>
        <w:rPr>
          <w:rtl/>
        </w:rPr>
      </w:pPr>
      <w:r>
        <w:rPr>
          <w:rFonts w:hint="eastAsia"/>
          <w:rtl/>
        </w:rPr>
        <w:t>الريہ</w:t>
      </w:r>
      <w:r>
        <w:rPr>
          <w:rtl/>
        </w:rPr>
        <w:t xml:space="preserve"> كتاب خدا اور قرآن مبين كى آيات ہي</w:t>
      </w:r>
      <w:r w:rsidR="00083993">
        <w:rPr>
          <w:rtl/>
        </w:rPr>
        <w:t xml:space="preserve">ں </w:t>
      </w:r>
      <w:r>
        <w:rPr>
          <w:rtl/>
        </w:rPr>
        <w:t>_</w:t>
      </w:r>
    </w:p>
    <w:p w:rsidR="001F628F" w:rsidRDefault="001F628F" w:rsidP="009756E6">
      <w:pPr>
        <w:pStyle w:val="libNormal"/>
        <w:rPr>
          <w:rtl/>
        </w:rPr>
      </w:pPr>
      <w:r>
        <w:rPr>
          <w:rtl/>
        </w:rPr>
        <w:t>1_''الر'' رموز قران مي</w:t>
      </w:r>
      <w:r w:rsidR="00083993">
        <w:rPr>
          <w:rtl/>
        </w:rPr>
        <w:t xml:space="preserve">ں </w:t>
      </w:r>
      <w:r>
        <w:rPr>
          <w:rtl/>
        </w:rPr>
        <w:t>سے ہے_</w:t>
      </w:r>
      <w:r w:rsidRPr="009756E6">
        <w:rPr>
          <w:rStyle w:val="libArabicChar"/>
          <w:rFonts w:hint="eastAsia"/>
          <w:rtl/>
        </w:rPr>
        <w:t>الر</w:t>
      </w:r>
      <w:r w:rsidRPr="009756E6">
        <w:rPr>
          <w:rStyle w:val="libArabicChar"/>
          <w:rtl/>
        </w:rPr>
        <w:t xml:space="preserve"> تلك </w:t>
      </w:r>
      <w:r w:rsidR="00B579BA" w:rsidRPr="00B579BA">
        <w:rPr>
          <w:rStyle w:val="libArabicChar"/>
          <w:rtl/>
        </w:rPr>
        <w:t xml:space="preserve">آيات </w:t>
      </w:r>
      <w:r w:rsidRPr="009756E6">
        <w:rPr>
          <w:rStyle w:val="libArabicChar"/>
          <w:rtl/>
        </w:rPr>
        <w:t>الكت</w:t>
      </w:r>
      <w:r w:rsidR="00B579BA">
        <w:rPr>
          <w:rStyle w:val="libArabicChar"/>
          <w:rFonts w:hint="cs"/>
          <w:rtl/>
        </w:rPr>
        <w:t>ا</w:t>
      </w:r>
      <w:r w:rsidRPr="009756E6">
        <w:rPr>
          <w:rStyle w:val="libArabicChar"/>
          <w:rtl/>
        </w:rPr>
        <w:t>ب</w:t>
      </w:r>
    </w:p>
    <w:p w:rsidR="001F628F" w:rsidRDefault="001F628F" w:rsidP="009756E6">
      <w:pPr>
        <w:pStyle w:val="libNormal"/>
        <w:rPr>
          <w:rtl/>
        </w:rPr>
      </w:pPr>
      <w:r>
        <w:rPr>
          <w:rtl/>
        </w:rPr>
        <w:t>2_''الر '' قران كريم كى ايات مي</w:t>
      </w:r>
      <w:r w:rsidR="00083993">
        <w:rPr>
          <w:rtl/>
        </w:rPr>
        <w:t xml:space="preserve">ں </w:t>
      </w:r>
      <w:r>
        <w:rPr>
          <w:rtl/>
        </w:rPr>
        <w:t>سے ہے اور عظمت كا حامل ہے _</w:t>
      </w:r>
      <w:r w:rsidRPr="009756E6">
        <w:rPr>
          <w:rStyle w:val="libArabicChar"/>
          <w:rFonts w:hint="eastAsia"/>
          <w:rtl/>
        </w:rPr>
        <w:t>الر</w:t>
      </w:r>
      <w:r w:rsidRPr="009756E6">
        <w:rPr>
          <w:rStyle w:val="libArabicChar"/>
          <w:rtl/>
        </w:rPr>
        <w:t xml:space="preserve"> تلك </w:t>
      </w:r>
      <w:r w:rsidR="00B579BA" w:rsidRPr="00B579BA">
        <w:rPr>
          <w:rStyle w:val="libArabicChar"/>
          <w:rtl/>
        </w:rPr>
        <w:t xml:space="preserve">آيات </w:t>
      </w:r>
      <w:r w:rsidRPr="009756E6">
        <w:rPr>
          <w:rStyle w:val="libArabicChar"/>
          <w:rtl/>
        </w:rPr>
        <w:t>الكت</w:t>
      </w:r>
      <w:r w:rsidR="00B579BA">
        <w:rPr>
          <w:rStyle w:val="libArabicChar"/>
          <w:rFonts w:hint="cs"/>
          <w:rtl/>
        </w:rPr>
        <w:t>ا</w:t>
      </w:r>
      <w:r w:rsidRPr="009756E6">
        <w:rPr>
          <w:rStyle w:val="libArabicChar"/>
          <w:rtl/>
        </w:rPr>
        <w:t>ب</w:t>
      </w:r>
    </w:p>
    <w:p w:rsidR="001F628F" w:rsidRDefault="001F628F" w:rsidP="001F628F">
      <w:pPr>
        <w:pStyle w:val="libNormal"/>
        <w:rPr>
          <w:rtl/>
        </w:rPr>
      </w:pPr>
      <w:r>
        <w:rPr>
          <w:rFonts w:hint="eastAsia"/>
          <w:rtl/>
        </w:rPr>
        <w:t>مندرجہ</w:t>
      </w:r>
      <w:r>
        <w:rPr>
          <w:rtl/>
        </w:rPr>
        <w:t xml:space="preserve"> بالا مطلب اس احتمال كى بنا ء پر اخذ كيا گيا ہے كہ جب ''الر ''مبتدا اور جملہ ''تلك ايات الكتاب ''اُس كى خبر ہو_</w:t>
      </w:r>
    </w:p>
    <w:p w:rsidR="001F628F" w:rsidRDefault="001F628F" w:rsidP="009756E6">
      <w:pPr>
        <w:pStyle w:val="libNormal"/>
        <w:rPr>
          <w:rtl/>
        </w:rPr>
      </w:pPr>
      <w:r>
        <w:rPr>
          <w:rtl/>
        </w:rPr>
        <w:t>3_سورہ حجر كى ايات ،قدرومنزلت اور عظمت وقداست كى حامل ہي</w:t>
      </w:r>
      <w:r w:rsidR="00083993">
        <w:rPr>
          <w:rtl/>
        </w:rPr>
        <w:t xml:space="preserve">ں </w:t>
      </w:r>
      <w:r>
        <w:rPr>
          <w:rtl/>
        </w:rPr>
        <w:t>_</w:t>
      </w:r>
      <w:r w:rsidRPr="009756E6">
        <w:rPr>
          <w:rStyle w:val="libArabicChar"/>
          <w:rFonts w:hint="eastAsia"/>
          <w:rtl/>
        </w:rPr>
        <w:t>تلك</w:t>
      </w:r>
      <w:r w:rsidRPr="009756E6">
        <w:rPr>
          <w:rStyle w:val="libArabicChar"/>
          <w:rtl/>
        </w:rPr>
        <w:t xml:space="preserve"> </w:t>
      </w:r>
      <w:r w:rsidR="00B579BA" w:rsidRPr="00B579BA">
        <w:rPr>
          <w:rStyle w:val="libArabicChar"/>
          <w:rtl/>
        </w:rPr>
        <w:t xml:space="preserve">آيات </w:t>
      </w:r>
      <w:r w:rsidRPr="009756E6">
        <w:rPr>
          <w:rStyle w:val="libArabicChar"/>
          <w:rtl/>
        </w:rPr>
        <w:t>الكت</w:t>
      </w:r>
      <w:r w:rsidR="00B579BA">
        <w:rPr>
          <w:rStyle w:val="libArabicChar"/>
          <w:rFonts w:hint="cs"/>
          <w:rtl/>
        </w:rPr>
        <w:t>ا</w:t>
      </w:r>
      <w:r w:rsidRPr="009756E6">
        <w:rPr>
          <w:rStyle w:val="libArabicChar"/>
          <w:rtl/>
        </w:rPr>
        <w:t>ب</w:t>
      </w:r>
    </w:p>
    <w:p w:rsidR="001F628F" w:rsidRDefault="001F628F" w:rsidP="001F628F">
      <w:pPr>
        <w:pStyle w:val="libNormal"/>
        <w:rPr>
          <w:rtl/>
        </w:rPr>
      </w:pPr>
      <w:r>
        <w:rPr>
          <w:rFonts w:hint="eastAsia"/>
          <w:rtl/>
        </w:rPr>
        <w:t>مندرجہ</w:t>
      </w:r>
      <w:r>
        <w:rPr>
          <w:rtl/>
        </w:rPr>
        <w:t xml:space="preserve"> بالا مطلب اس بات پر مبنى ہے كہ جب ''تلك'' كا مشار اليہ يہى سورہ حجر ہو _''تلك '' چونكہ دور كے لئے اشارہ ہے لہذا ہو سكتا ہے اس سورہ كى عظمت كو بيان كر نے كے لئے لايا گيا ہو_</w:t>
      </w:r>
    </w:p>
    <w:p w:rsidR="001F628F" w:rsidRDefault="001F628F" w:rsidP="001F628F">
      <w:pPr>
        <w:pStyle w:val="libNormal"/>
        <w:rPr>
          <w:rtl/>
        </w:rPr>
      </w:pPr>
      <w:r>
        <w:rPr>
          <w:rtl/>
        </w:rPr>
        <w:t>4_قران كى تمام ايات كے نزول كا سلسلہ ختم ہو نے سے پہلے ہى اسے كتاب كے عنوان سےمتعارف كيا گيا ہے_</w:t>
      </w:r>
    </w:p>
    <w:p w:rsidR="001F628F" w:rsidRDefault="001F628F" w:rsidP="009756E6">
      <w:pPr>
        <w:pStyle w:val="libArabic"/>
        <w:rPr>
          <w:rtl/>
        </w:rPr>
      </w:pPr>
      <w:r>
        <w:rPr>
          <w:rFonts w:hint="eastAsia"/>
          <w:rtl/>
        </w:rPr>
        <w:t>الر</w:t>
      </w:r>
      <w:r>
        <w:rPr>
          <w:rtl/>
        </w:rPr>
        <w:t xml:space="preserve"> تلك </w:t>
      </w:r>
      <w:r w:rsidR="00B579BA" w:rsidRPr="00B579BA">
        <w:rPr>
          <w:rtl/>
        </w:rPr>
        <w:t xml:space="preserve">آيات </w:t>
      </w:r>
      <w:r>
        <w:rPr>
          <w:rtl/>
        </w:rPr>
        <w:t>الكت</w:t>
      </w:r>
      <w:r w:rsidR="00B579BA">
        <w:rPr>
          <w:rFonts w:hint="cs"/>
          <w:rtl/>
        </w:rPr>
        <w:t>ا</w:t>
      </w:r>
      <w:r>
        <w:rPr>
          <w:rtl/>
        </w:rPr>
        <w:t xml:space="preserve">ب و </w:t>
      </w:r>
      <w:r w:rsidR="00B579BA" w:rsidRPr="00B579BA">
        <w:rPr>
          <w:rtl/>
        </w:rPr>
        <w:t xml:space="preserve">قرآن </w:t>
      </w:r>
      <w:r>
        <w:rPr>
          <w:rtl/>
        </w:rPr>
        <w:t>مبين</w:t>
      </w:r>
    </w:p>
    <w:p w:rsidR="001F628F" w:rsidRDefault="001F628F" w:rsidP="001F628F">
      <w:pPr>
        <w:pStyle w:val="libNormal"/>
        <w:rPr>
          <w:rtl/>
        </w:rPr>
      </w:pPr>
      <w:r>
        <w:rPr>
          <w:rFonts w:hint="eastAsia"/>
          <w:rtl/>
        </w:rPr>
        <w:t>باوجوداس</w:t>
      </w:r>
      <w:r>
        <w:rPr>
          <w:rtl/>
        </w:rPr>
        <w:t xml:space="preserve"> كے كہ يہ سورہ مكى ہے اوراس وقت تك قران كى تمام ايات نازل نہي</w:t>
      </w:r>
      <w:r w:rsidR="00083993">
        <w:rPr>
          <w:rtl/>
        </w:rPr>
        <w:t xml:space="preserve">ں </w:t>
      </w:r>
      <w:r>
        <w:rPr>
          <w:rtl/>
        </w:rPr>
        <w:t>ہوئي تھي</w:t>
      </w:r>
      <w:r w:rsidR="00083993">
        <w:rPr>
          <w:rtl/>
        </w:rPr>
        <w:t xml:space="preserve">ں </w:t>
      </w:r>
      <w:r>
        <w:rPr>
          <w:rtl/>
        </w:rPr>
        <w:t>پھر بھى قران كا'' كتاب '' كے عنوان سے تعارف كرايا جارہا ہے_</w:t>
      </w:r>
    </w:p>
    <w:p w:rsidR="001F628F" w:rsidRDefault="001F628F" w:rsidP="009756E6">
      <w:pPr>
        <w:pStyle w:val="libNormal"/>
        <w:rPr>
          <w:rtl/>
        </w:rPr>
      </w:pPr>
      <w:r>
        <w:rPr>
          <w:rtl/>
        </w:rPr>
        <w:t>5_اخرى اسمانى كتاب كا نام ''قران ''ركھا جانا اور اسكي''ايات'' كے عنوان سے تقيسم بندى كرنا، خداوند عالم كى جانب سے تھا_</w:t>
      </w:r>
      <w:r w:rsidRPr="009756E6">
        <w:rPr>
          <w:rStyle w:val="libArabicChar"/>
          <w:rFonts w:hint="eastAsia"/>
          <w:rtl/>
        </w:rPr>
        <w:t>الر</w:t>
      </w:r>
      <w:r w:rsidRPr="009756E6">
        <w:rPr>
          <w:rStyle w:val="libArabicChar"/>
          <w:rtl/>
        </w:rPr>
        <w:t xml:space="preserve"> تلك </w:t>
      </w:r>
      <w:r w:rsidR="00B579BA" w:rsidRPr="00B579BA">
        <w:rPr>
          <w:rStyle w:val="libArabicChar"/>
          <w:rtl/>
        </w:rPr>
        <w:t xml:space="preserve">آيات </w:t>
      </w:r>
      <w:r w:rsidRPr="009756E6">
        <w:rPr>
          <w:rStyle w:val="libArabicChar"/>
          <w:rtl/>
        </w:rPr>
        <w:t>الكت</w:t>
      </w:r>
      <w:r w:rsidR="00B579BA">
        <w:rPr>
          <w:rStyle w:val="libArabicChar"/>
          <w:rFonts w:hint="cs"/>
          <w:rtl/>
        </w:rPr>
        <w:t>ا</w:t>
      </w:r>
      <w:r w:rsidRPr="009756E6">
        <w:rPr>
          <w:rStyle w:val="libArabicChar"/>
          <w:rtl/>
        </w:rPr>
        <w:t xml:space="preserve">ب و </w:t>
      </w:r>
      <w:r w:rsidR="00B579BA" w:rsidRPr="00B579BA">
        <w:rPr>
          <w:rStyle w:val="libArabicChar"/>
          <w:rtl/>
        </w:rPr>
        <w:t xml:space="preserve">قرآن </w:t>
      </w:r>
      <w:r w:rsidRPr="009756E6">
        <w:rPr>
          <w:rStyle w:val="libArabicChar"/>
          <w:rtl/>
        </w:rPr>
        <w:t>مبين</w:t>
      </w:r>
    </w:p>
    <w:p w:rsidR="001F628F" w:rsidRDefault="001F628F" w:rsidP="009756E6">
      <w:pPr>
        <w:pStyle w:val="libNormal"/>
        <w:rPr>
          <w:rtl/>
        </w:rPr>
      </w:pPr>
      <w:r>
        <w:rPr>
          <w:rtl/>
        </w:rPr>
        <w:t>6_قران كى ايات ،لوح محفوظ سے نازل ہونے والى ايات ہي</w:t>
      </w:r>
      <w:r w:rsidR="00083993">
        <w:rPr>
          <w:rtl/>
        </w:rPr>
        <w:t xml:space="preserve">ں </w:t>
      </w:r>
      <w:r>
        <w:rPr>
          <w:rtl/>
        </w:rPr>
        <w:t>_</w:t>
      </w:r>
      <w:r w:rsidRPr="009756E6">
        <w:rPr>
          <w:rStyle w:val="libArabicChar"/>
          <w:rFonts w:hint="eastAsia"/>
          <w:rtl/>
        </w:rPr>
        <w:t>الر</w:t>
      </w:r>
      <w:r w:rsidRPr="009756E6">
        <w:rPr>
          <w:rStyle w:val="libArabicChar"/>
          <w:rtl/>
        </w:rPr>
        <w:t xml:space="preserve"> تلك </w:t>
      </w:r>
      <w:r w:rsidR="00B579BA" w:rsidRPr="00B579BA">
        <w:rPr>
          <w:rStyle w:val="libArabicChar"/>
          <w:rtl/>
        </w:rPr>
        <w:t xml:space="preserve">آيات </w:t>
      </w:r>
      <w:r w:rsidRPr="009756E6">
        <w:rPr>
          <w:rStyle w:val="libArabicChar"/>
          <w:rtl/>
        </w:rPr>
        <w:t xml:space="preserve">الكتب و </w:t>
      </w:r>
      <w:r w:rsidR="00B579BA" w:rsidRPr="00B579BA">
        <w:rPr>
          <w:rStyle w:val="libArabicChar"/>
          <w:rtl/>
        </w:rPr>
        <w:t xml:space="preserve">قرآن </w:t>
      </w:r>
      <w:r w:rsidRPr="009756E6">
        <w:rPr>
          <w:rStyle w:val="libArabicChar"/>
          <w:rtl/>
        </w:rPr>
        <w:t>مبين</w:t>
      </w:r>
    </w:p>
    <w:p w:rsidR="009756E6" w:rsidRDefault="001E7F9D" w:rsidP="00F73EDE">
      <w:pPr>
        <w:pStyle w:val="libPoemTini"/>
        <w:rPr>
          <w:rtl/>
        </w:rPr>
      </w:pPr>
      <w:r>
        <w:rPr>
          <w:rtl/>
        </w:rPr>
        <w:br w:type="page"/>
      </w:r>
    </w:p>
    <w:p w:rsidR="001F628F" w:rsidRDefault="001F628F" w:rsidP="009756E6">
      <w:pPr>
        <w:pStyle w:val="libNormal"/>
        <w:rPr>
          <w:rtl/>
        </w:rPr>
      </w:pPr>
      <w:r>
        <w:rPr>
          <w:rFonts w:hint="eastAsia"/>
          <w:rtl/>
        </w:rPr>
        <w:lastRenderedPageBreak/>
        <w:t>يہ</w:t>
      </w:r>
      <w:r>
        <w:rPr>
          <w:rtl/>
        </w:rPr>
        <w:t xml:space="preserve"> كہ لفظ ''قران ''كو ''الكتاب '' كے بعد ذكر كيا گيا ہے نيز اصل يہ ہے كہ لفظ مترادف لانا تاسيس ہے نہ كہ تاكيد و تكرار_ لہذا احتمال ہے كہ ''الكتاب'' سے مراد لوح محفوظ ہو_</w:t>
      </w:r>
    </w:p>
    <w:p w:rsidR="001F628F" w:rsidRDefault="001F628F" w:rsidP="009756E6">
      <w:pPr>
        <w:pStyle w:val="libNormal"/>
        <w:rPr>
          <w:rtl/>
        </w:rPr>
      </w:pPr>
      <w:r>
        <w:rPr>
          <w:rtl/>
        </w:rPr>
        <w:t>7_قران، خداوندعالم كى بار گاہ مي</w:t>
      </w:r>
      <w:r w:rsidR="00083993">
        <w:rPr>
          <w:rtl/>
        </w:rPr>
        <w:t xml:space="preserve">ں </w:t>
      </w:r>
      <w:r>
        <w:rPr>
          <w:rtl/>
        </w:rPr>
        <w:t>ايك بلند مرتبہ اور قدرو منزلت كى حامل كتاب ہے_</w:t>
      </w:r>
      <w:r w:rsidRPr="009756E6">
        <w:rPr>
          <w:rStyle w:val="libArabicChar"/>
          <w:rFonts w:hint="eastAsia"/>
          <w:rtl/>
        </w:rPr>
        <w:t>و</w:t>
      </w:r>
      <w:r w:rsidRPr="009756E6">
        <w:rPr>
          <w:rStyle w:val="libArabicChar"/>
          <w:rtl/>
        </w:rPr>
        <w:t xml:space="preserve"> </w:t>
      </w:r>
      <w:r w:rsidR="00B579BA" w:rsidRPr="00B579BA">
        <w:rPr>
          <w:rStyle w:val="libArabicChar"/>
          <w:rtl/>
        </w:rPr>
        <w:t xml:space="preserve">قرآن </w:t>
      </w:r>
      <w:r w:rsidRPr="009756E6">
        <w:rPr>
          <w:rStyle w:val="libArabicChar"/>
          <w:rtl/>
        </w:rPr>
        <w:t>مبين</w:t>
      </w:r>
    </w:p>
    <w:p w:rsidR="001F628F" w:rsidRDefault="001F628F" w:rsidP="001F628F">
      <w:pPr>
        <w:pStyle w:val="libNormal"/>
        <w:rPr>
          <w:rtl/>
        </w:rPr>
      </w:pPr>
      <w:r>
        <w:rPr>
          <w:rtl/>
        </w:rPr>
        <w:t>''قران'' كى تنوين تنكير ،تفخيم اور تعظيم كے لئے ہے اور مذكورہ نكتے پر دلالت كر رہى ہے_</w:t>
      </w:r>
    </w:p>
    <w:p w:rsidR="001F628F" w:rsidRDefault="001F628F" w:rsidP="009756E6">
      <w:pPr>
        <w:pStyle w:val="libNormal"/>
        <w:rPr>
          <w:rtl/>
        </w:rPr>
      </w:pPr>
      <w:r>
        <w:rPr>
          <w:rtl/>
        </w:rPr>
        <w:t>8_قران كريم كى ايات واضح اور قابل فہم ہي</w:t>
      </w:r>
      <w:r w:rsidR="00083993">
        <w:rPr>
          <w:rtl/>
        </w:rPr>
        <w:t xml:space="preserve">ں </w:t>
      </w:r>
      <w:r>
        <w:rPr>
          <w:rtl/>
        </w:rPr>
        <w:t>_</w:t>
      </w:r>
      <w:r w:rsidRPr="009756E6">
        <w:rPr>
          <w:rStyle w:val="libArabicChar"/>
          <w:rFonts w:hint="eastAsia"/>
          <w:rtl/>
        </w:rPr>
        <w:t>و</w:t>
      </w:r>
      <w:r w:rsidRPr="009756E6">
        <w:rPr>
          <w:rStyle w:val="libArabicChar"/>
          <w:rtl/>
        </w:rPr>
        <w:t xml:space="preserve"> </w:t>
      </w:r>
      <w:r w:rsidR="00B579BA" w:rsidRPr="00B579BA">
        <w:rPr>
          <w:rStyle w:val="libArabicChar"/>
          <w:rtl/>
        </w:rPr>
        <w:t xml:space="preserve">قرآن </w:t>
      </w:r>
      <w:r w:rsidRPr="009756E6">
        <w:rPr>
          <w:rStyle w:val="libArabicChar"/>
          <w:rtl/>
        </w:rPr>
        <w:t>مبين</w:t>
      </w:r>
    </w:p>
    <w:p w:rsidR="001F628F" w:rsidRDefault="001F628F" w:rsidP="001F628F">
      <w:pPr>
        <w:pStyle w:val="libNormal"/>
        <w:rPr>
          <w:rtl/>
        </w:rPr>
      </w:pPr>
      <w:r>
        <w:rPr>
          <w:rFonts w:hint="eastAsia"/>
          <w:rtl/>
        </w:rPr>
        <w:t>مندرجہ</w:t>
      </w:r>
      <w:r>
        <w:rPr>
          <w:rtl/>
        </w:rPr>
        <w:t xml:space="preserve"> بالا مطلب ''مبين '' كے لازم ہونے پر موقوف ہے كہ جوبمعنى واضح اور اشكار ہے_</w:t>
      </w:r>
    </w:p>
    <w:p w:rsidR="001F628F" w:rsidRDefault="001F628F" w:rsidP="009756E6">
      <w:pPr>
        <w:pStyle w:val="libNormal"/>
        <w:rPr>
          <w:rtl/>
        </w:rPr>
      </w:pPr>
      <w:r>
        <w:rPr>
          <w:rtl/>
        </w:rPr>
        <w:t>9_قران كى ايات حق و باطل كو جدا اور اُن دونو</w:t>
      </w:r>
      <w:r w:rsidR="00083993">
        <w:rPr>
          <w:rtl/>
        </w:rPr>
        <w:t xml:space="preserve">ں </w:t>
      </w:r>
      <w:r>
        <w:rPr>
          <w:rtl/>
        </w:rPr>
        <w:t>كے درميان تميز كرنے والى ہي</w:t>
      </w:r>
      <w:r w:rsidR="00083993">
        <w:rPr>
          <w:rtl/>
        </w:rPr>
        <w:t xml:space="preserve">ں </w:t>
      </w:r>
      <w:r>
        <w:rPr>
          <w:rtl/>
        </w:rPr>
        <w:t>_</w:t>
      </w:r>
      <w:r w:rsidRPr="009756E6">
        <w:rPr>
          <w:rStyle w:val="libArabicChar"/>
          <w:rFonts w:hint="eastAsia"/>
          <w:rtl/>
        </w:rPr>
        <w:t>و</w:t>
      </w:r>
      <w:r w:rsidRPr="009756E6">
        <w:rPr>
          <w:rStyle w:val="libArabicChar"/>
          <w:rtl/>
        </w:rPr>
        <w:t xml:space="preserve"> </w:t>
      </w:r>
      <w:r w:rsidR="00B579BA" w:rsidRPr="00B579BA">
        <w:rPr>
          <w:rStyle w:val="libArabicChar"/>
          <w:rtl/>
        </w:rPr>
        <w:t xml:space="preserve">قرآن </w:t>
      </w:r>
      <w:r w:rsidRPr="009756E6">
        <w:rPr>
          <w:rStyle w:val="libArabicChar"/>
          <w:rtl/>
        </w:rPr>
        <w:t>مبين</w:t>
      </w:r>
    </w:p>
    <w:p w:rsidR="001F628F" w:rsidRDefault="001F628F" w:rsidP="001F628F">
      <w:pPr>
        <w:pStyle w:val="libNormal"/>
        <w:rPr>
          <w:rtl/>
        </w:rPr>
      </w:pPr>
      <w:r>
        <w:rPr>
          <w:rFonts w:hint="eastAsia"/>
          <w:rtl/>
        </w:rPr>
        <w:t>مندرجہ</w:t>
      </w:r>
      <w:r>
        <w:rPr>
          <w:rtl/>
        </w:rPr>
        <w:t xml:space="preserve"> بالا مطلب ''مبين '' كے متعدى ہونے پر موقوف ہے كہ جو لغت مي</w:t>
      </w:r>
      <w:r w:rsidR="00083993">
        <w:rPr>
          <w:rtl/>
        </w:rPr>
        <w:t xml:space="preserve">ں </w:t>
      </w:r>
      <w:r>
        <w:rPr>
          <w:rtl/>
        </w:rPr>
        <w:t>''دو چيزو</w:t>
      </w:r>
      <w:r w:rsidR="00083993">
        <w:rPr>
          <w:rtl/>
        </w:rPr>
        <w:t xml:space="preserve">ں </w:t>
      </w:r>
      <w:r>
        <w:rPr>
          <w:rtl/>
        </w:rPr>
        <w:t>كو جدا كرنے والى شے '' كے معنى مي</w:t>
      </w:r>
      <w:r w:rsidR="00083993">
        <w:rPr>
          <w:rtl/>
        </w:rPr>
        <w:t xml:space="preserve">ں </w:t>
      </w:r>
      <w:r>
        <w:rPr>
          <w:rtl/>
        </w:rPr>
        <w:t>ايا ہے اور موقع و محل كے قرينے سے يہا</w:t>
      </w:r>
      <w:r w:rsidR="00083993">
        <w:rPr>
          <w:rtl/>
        </w:rPr>
        <w:t xml:space="preserve">ں </w:t>
      </w:r>
      <w:r>
        <w:rPr>
          <w:rtl/>
        </w:rPr>
        <w:t>اس سے مراد حق وباطل كے درميان تمايز و جدائي پيدا كرنا ہے_</w:t>
      </w:r>
    </w:p>
    <w:p w:rsidR="001F628F" w:rsidRDefault="001F628F" w:rsidP="001F628F">
      <w:pPr>
        <w:pStyle w:val="libNormal"/>
        <w:rPr>
          <w:rtl/>
        </w:rPr>
      </w:pPr>
      <w:r>
        <w:rPr>
          <w:rtl/>
        </w:rPr>
        <w:t xml:space="preserve">10_ </w:t>
      </w:r>
      <w:r w:rsidRPr="009756E6">
        <w:rPr>
          <w:rStyle w:val="libArabicChar"/>
          <w:rtl/>
        </w:rPr>
        <w:t>''عن جابر بن عبداللّ</w:t>
      </w:r>
      <w:r w:rsidR="00120F63" w:rsidRPr="00B2551F">
        <w:rPr>
          <w:rStyle w:val="libArabicChar"/>
          <w:rFonts w:hint="cs"/>
          <w:rtl/>
        </w:rPr>
        <w:t>ه</w:t>
      </w:r>
      <w:r w:rsidRPr="009756E6">
        <w:rPr>
          <w:rStyle w:val="libArabicChar"/>
          <w:rtl/>
        </w:rPr>
        <w:t xml:space="preserve"> </w:t>
      </w:r>
      <w:r w:rsidRPr="009756E6">
        <w:rPr>
          <w:rStyle w:val="libArabicChar"/>
          <w:rFonts w:hint="cs"/>
          <w:rtl/>
        </w:rPr>
        <w:t>الا</w:t>
      </w:r>
      <w:r w:rsidRPr="009756E6">
        <w:rPr>
          <w:rStyle w:val="libArabicChar"/>
          <w:rtl/>
        </w:rPr>
        <w:t xml:space="preserve"> </w:t>
      </w:r>
      <w:r w:rsidRPr="009756E6">
        <w:rPr>
          <w:rStyle w:val="libArabicChar"/>
          <w:rFonts w:hint="cs"/>
          <w:rtl/>
        </w:rPr>
        <w:t>نصارى</w:t>
      </w:r>
      <w:r w:rsidRPr="009756E6">
        <w:rPr>
          <w:rStyle w:val="libArabicChar"/>
          <w:rtl/>
        </w:rPr>
        <w:t xml:space="preserve"> </w:t>
      </w:r>
      <w:r w:rsidRPr="009756E6">
        <w:rPr>
          <w:rStyle w:val="libArabicChar"/>
          <w:rFonts w:hint="cs"/>
          <w:rtl/>
        </w:rPr>
        <w:t>قال</w:t>
      </w:r>
      <w:r w:rsidRPr="009756E6">
        <w:rPr>
          <w:rStyle w:val="libArabicChar"/>
          <w:rtl/>
        </w:rPr>
        <w:t xml:space="preserve">: ... </w:t>
      </w:r>
      <w:r w:rsidRPr="009756E6">
        <w:rPr>
          <w:rStyle w:val="libArabicChar"/>
          <w:rFonts w:hint="cs"/>
          <w:rtl/>
        </w:rPr>
        <w:t>وجدت</w:t>
      </w:r>
      <w:r w:rsidRPr="009756E6">
        <w:rPr>
          <w:rStyle w:val="libArabicChar"/>
          <w:rtl/>
        </w:rPr>
        <w:t xml:space="preserve"> ... </w:t>
      </w:r>
      <w:r w:rsidRPr="009756E6">
        <w:rPr>
          <w:rStyle w:val="libArabicChar"/>
          <w:rFonts w:hint="cs"/>
          <w:rtl/>
        </w:rPr>
        <w:t>سيدى</w:t>
      </w:r>
      <w:r w:rsidRPr="009756E6">
        <w:rPr>
          <w:rStyle w:val="libArabicChar"/>
          <w:rtl/>
        </w:rPr>
        <w:t xml:space="preserve"> </w:t>
      </w:r>
      <w:r w:rsidRPr="009756E6">
        <w:rPr>
          <w:rStyle w:val="libArabicChar"/>
          <w:rFonts w:hint="cs"/>
          <w:rtl/>
        </w:rPr>
        <w:t>على</w:t>
      </w:r>
      <w:r w:rsidRPr="009756E6">
        <w:rPr>
          <w:rStyle w:val="libArabicChar"/>
          <w:rtl/>
        </w:rPr>
        <w:t xml:space="preserve"> </w:t>
      </w:r>
      <w:r w:rsidRPr="009756E6">
        <w:rPr>
          <w:rStyle w:val="libArabicChar"/>
          <w:rFonts w:hint="cs"/>
          <w:rtl/>
        </w:rPr>
        <w:t>بن</w:t>
      </w:r>
      <w:r w:rsidRPr="009756E6">
        <w:rPr>
          <w:rStyle w:val="libArabicChar"/>
          <w:rtl/>
        </w:rPr>
        <w:t xml:space="preserve"> </w:t>
      </w:r>
      <w:r w:rsidRPr="009756E6">
        <w:rPr>
          <w:rStyle w:val="libArabicChar"/>
          <w:rFonts w:hint="cs"/>
          <w:rtl/>
        </w:rPr>
        <w:t>الحسين</w:t>
      </w:r>
      <w:r w:rsidRPr="009756E6">
        <w:rPr>
          <w:rStyle w:val="libArabicChar"/>
          <w:rtl/>
        </w:rPr>
        <w:t xml:space="preserve"> </w:t>
      </w:r>
      <w:r w:rsidR="00367F17" w:rsidRPr="00367F17">
        <w:rPr>
          <w:rStyle w:val="libAlaemChar"/>
          <w:rtl/>
        </w:rPr>
        <w:t xml:space="preserve"> عليه‌السلام </w:t>
      </w:r>
      <w:r w:rsidRPr="009756E6">
        <w:rPr>
          <w:rStyle w:val="libArabicChar"/>
          <w:rtl/>
        </w:rPr>
        <w:t xml:space="preserve"> ... </w:t>
      </w:r>
      <w:r w:rsidRPr="009756E6">
        <w:rPr>
          <w:rStyle w:val="libArabicChar"/>
          <w:rFonts w:hint="cs"/>
          <w:rtl/>
        </w:rPr>
        <w:t>يدعو</w:t>
      </w:r>
      <w:r w:rsidRPr="009756E6">
        <w:rPr>
          <w:rStyle w:val="libArabicChar"/>
          <w:rtl/>
        </w:rPr>
        <w:t xml:space="preserve"> ... </w:t>
      </w:r>
      <w:r w:rsidRPr="009756E6">
        <w:rPr>
          <w:rStyle w:val="libArabicChar"/>
          <w:rFonts w:hint="cs"/>
          <w:rtl/>
        </w:rPr>
        <w:t>وقال</w:t>
      </w:r>
      <w:r w:rsidRPr="009756E6">
        <w:rPr>
          <w:rStyle w:val="libArabicChar"/>
          <w:rtl/>
        </w:rPr>
        <w:t xml:space="preserve">: </w:t>
      </w:r>
      <w:r w:rsidRPr="009756E6">
        <w:rPr>
          <w:rStyle w:val="libArabicChar"/>
          <w:rFonts w:hint="cs"/>
          <w:rtl/>
        </w:rPr>
        <w:t>ال</w:t>
      </w:r>
      <w:r w:rsidR="00F21947" w:rsidRPr="00B2551F">
        <w:rPr>
          <w:rStyle w:val="libArabicChar"/>
          <w:rFonts w:hint="cs"/>
          <w:rtl/>
        </w:rPr>
        <w:t>ه</w:t>
      </w:r>
      <w:r w:rsidRPr="009756E6">
        <w:rPr>
          <w:rStyle w:val="libArabicChar"/>
          <w:rFonts w:hint="cs"/>
          <w:rtl/>
        </w:rPr>
        <w:t>ى</w:t>
      </w:r>
      <w:r w:rsidRPr="009756E6">
        <w:rPr>
          <w:rStyle w:val="libArabicChar"/>
          <w:rtl/>
        </w:rPr>
        <w:t xml:space="preserve"> </w:t>
      </w:r>
      <w:r w:rsidRPr="009756E6">
        <w:rPr>
          <w:rStyle w:val="libArabicChar"/>
          <w:rFonts w:hint="cs"/>
          <w:rtl/>
        </w:rPr>
        <w:t>و</w:t>
      </w:r>
      <w:r w:rsidRPr="009756E6">
        <w:rPr>
          <w:rStyle w:val="libArabicChar"/>
          <w:rtl/>
        </w:rPr>
        <w:t xml:space="preserve"> </w:t>
      </w:r>
      <w:r w:rsidRPr="009756E6">
        <w:rPr>
          <w:rStyle w:val="libArabicChar"/>
          <w:rFonts w:hint="cs"/>
          <w:rtl/>
        </w:rPr>
        <w:t>سيدى</w:t>
      </w:r>
      <w:r w:rsidRPr="009756E6">
        <w:rPr>
          <w:rStyle w:val="libArabicChar"/>
          <w:rtl/>
        </w:rPr>
        <w:t xml:space="preserve"> ... </w:t>
      </w:r>
      <w:r w:rsidRPr="009756E6">
        <w:rPr>
          <w:rStyle w:val="libArabicChar"/>
          <w:rFonts w:hint="cs"/>
          <w:rtl/>
        </w:rPr>
        <w:t>و</w:t>
      </w:r>
      <w:r w:rsidRPr="009756E6">
        <w:rPr>
          <w:rStyle w:val="libArabicChar"/>
          <w:rtl/>
        </w:rPr>
        <w:t xml:space="preserve"> </w:t>
      </w:r>
      <w:r w:rsidRPr="009756E6">
        <w:rPr>
          <w:rStyle w:val="libArabicChar"/>
          <w:rFonts w:hint="cs"/>
          <w:rtl/>
        </w:rPr>
        <w:t>قلت</w:t>
      </w:r>
      <w:r w:rsidRPr="009756E6">
        <w:rPr>
          <w:rStyle w:val="libArabicChar"/>
          <w:rtl/>
        </w:rPr>
        <w:t>: ... ''</w:t>
      </w:r>
      <w:r w:rsidRPr="009756E6">
        <w:rPr>
          <w:rStyle w:val="libArabicChar"/>
          <w:rFonts w:hint="cs"/>
          <w:rtl/>
        </w:rPr>
        <w:t>ا</w:t>
      </w:r>
      <w:r w:rsidRPr="009756E6">
        <w:rPr>
          <w:rStyle w:val="libArabicChar"/>
          <w:rtl/>
        </w:rPr>
        <w:t xml:space="preserve"> </w:t>
      </w:r>
      <w:r w:rsidRPr="009756E6">
        <w:rPr>
          <w:rStyle w:val="libArabicChar"/>
          <w:rFonts w:hint="cs"/>
          <w:rtl/>
        </w:rPr>
        <w:t>لرتلك</w:t>
      </w:r>
      <w:r w:rsidRPr="009756E6">
        <w:rPr>
          <w:rStyle w:val="libArabicChar"/>
          <w:rtl/>
        </w:rPr>
        <w:t xml:space="preserve"> </w:t>
      </w:r>
      <w:r w:rsidRPr="009756E6">
        <w:rPr>
          <w:rStyle w:val="libArabicChar"/>
          <w:rFonts w:hint="cs"/>
          <w:rtl/>
        </w:rPr>
        <w:t>ايات</w:t>
      </w:r>
      <w:r w:rsidRPr="009756E6">
        <w:rPr>
          <w:rStyle w:val="libArabicChar"/>
          <w:rtl/>
        </w:rPr>
        <w:t xml:space="preserve"> </w:t>
      </w:r>
      <w:r w:rsidRPr="009756E6">
        <w:rPr>
          <w:rStyle w:val="libArabicChar"/>
          <w:rFonts w:hint="cs"/>
          <w:rtl/>
        </w:rPr>
        <w:t>الكتاب</w:t>
      </w:r>
      <w:r w:rsidRPr="009756E6">
        <w:rPr>
          <w:rStyle w:val="libArabicChar"/>
          <w:rtl/>
        </w:rPr>
        <w:t xml:space="preserve">'' ... </w:t>
      </w:r>
      <w:r w:rsidRPr="009756E6">
        <w:rPr>
          <w:rStyle w:val="libArabicChar"/>
          <w:rFonts w:hint="cs"/>
          <w:rtl/>
        </w:rPr>
        <w:t>ثنيت</w:t>
      </w:r>
      <w:r w:rsidRPr="009756E6">
        <w:rPr>
          <w:rStyle w:val="libArabicChar"/>
          <w:rtl/>
        </w:rPr>
        <w:t xml:space="preserve"> </w:t>
      </w:r>
      <w:r w:rsidRPr="009756E6">
        <w:rPr>
          <w:rStyle w:val="libArabicChar"/>
          <w:rFonts w:hint="cs"/>
          <w:rtl/>
        </w:rPr>
        <w:t>بالكتاب</w:t>
      </w:r>
      <w:r w:rsidRPr="009756E6">
        <w:rPr>
          <w:rStyle w:val="libArabicChar"/>
          <w:rtl/>
        </w:rPr>
        <w:t xml:space="preserve"> </w:t>
      </w:r>
      <w:r w:rsidRPr="009756E6">
        <w:rPr>
          <w:rStyle w:val="libArabicChar"/>
          <w:rFonts w:hint="cs"/>
          <w:rtl/>
        </w:rPr>
        <w:t>مع</w:t>
      </w:r>
      <w:r w:rsidRPr="009756E6">
        <w:rPr>
          <w:rStyle w:val="libArabicChar"/>
          <w:rtl/>
        </w:rPr>
        <w:t xml:space="preserve"> </w:t>
      </w:r>
      <w:r w:rsidRPr="009756E6">
        <w:rPr>
          <w:rStyle w:val="libArabicChar"/>
          <w:rFonts w:hint="cs"/>
          <w:rtl/>
        </w:rPr>
        <w:t>القسم</w:t>
      </w:r>
      <w:r w:rsidRPr="009756E6">
        <w:rPr>
          <w:rStyle w:val="libArabicChar"/>
          <w:rtl/>
        </w:rPr>
        <w:t xml:space="preserve"> </w:t>
      </w:r>
      <w:r w:rsidRPr="009756E6">
        <w:rPr>
          <w:rStyle w:val="libArabicChar"/>
          <w:rFonts w:hint="cs"/>
          <w:rtl/>
        </w:rPr>
        <w:t>الذى</w:t>
      </w:r>
      <w:r w:rsidRPr="009756E6">
        <w:rPr>
          <w:rStyle w:val="libArabicChar"/>
          <w:rtl/>
        </w:rPr>
        <w:t xml:space="preserve"> </w:t>
      </w:r>
      <w:r w:rsidR="00F21947" w:rsidRPr="00B2551F">
        <w:rPr>
          <w:rStyle w:val="libArabicChar"/>
          <w:rFonts w:hint="cs"/>
          <w:rtl/>
        </w:rPr>
        <w:t>ه</w:t>
      </w:r>
      <w:r w:rsidRPr="009756E6">
        <w:rPr>
          <w:rStyle w:val="libArabicChar"/>
          <w:rFonts w:hint="cs"/>
          <w:rtl/>
        </w:rPr>
        <w:t>و</w:t>
      </w:r>
      <w:r w:rsidRPr="009756E6">
        <w:rPr>
          <w:rStyle w:val="libArabicChar"/>
          <w:rtl/>
        </w:rPr>
        <w:t xml:space="preserve"> </w:t>
      </w:r>
      <w:r w:rsidRPr="009756E6">
        <w:rPr>
          <w:rStyle w:val="libArabicChar"/>
          <w:rFonts w:hint="cs"/>
          <w:rtl/>
        </w:rPr>
        <w:t>اسم</w:t>
      </w:r>
      <w:r w:rsidRPr="009756E6">
        <w:rPr>
          <w:rStyle w:val="libArabicChar"/>
          <w:rtl/>
        </w:rPr>
        <w:t xml:space="preserve"> </w:t>
      </w:r>
      <w:r w:rsidRPr="009756E6">
        <w:rPr>
          <w:rStyle w:val="libArabicChar"/>
          <w:rFonts w:hint="cs"/>
          <w:rtl/>
        </w:rPr>
        <w:t>من</w:t>
      </w:r>
      <w:r w:rsidRPr="009756E6">
        <w:rPr>
          <w:rStyle w:val="libArabicChar"/>
          <w:rtl/>
        </w:rPr>
        <w:t xml:space="preserve"> </w:t>
      </w:r>
      <w:r w:rsidRPr="009756E6">
        <w:rPr>
          <w:rStyle w:val="libArabicChar"/>
          <w:rFonts w:hint="cs"/>
          <w:rtl/>
        </w:rPr>
        <w:t>اختصصت</w:t>
      </w:r>
      <w:r w:rsidR="00120F63" w:rsidRPr="00B2551F">
        <w:rPr>
          <w:rStyle w:val="libArabicChar"/>
          <w:rFonts w:hint="cs"/>
          <w:rtl/>
        </w:rPr>
        <w:t>ه</w:t>
      </w:r>
      <w:r w:rsidRPr="009756E6">
        <w:rPr>
          <w:rStyle w:val="libArabicChar"/>
          <w:rtl/>
        </w:rPr>
        <w:t xml:space="preserve"> </w:t>
      </w:r>
      <w:r w:rsidRPr="009756E6">
        <w:rPr>
          <w:rStyle w:val="libArabicChar"/>
          <w:rFonts w:hint="cs"/>
          <w:rtl/>
        </w:rPr>
        <w:t>لوحيك</w:t>
      </w:r>
      <w:r w:rsidRPr="009756E6">
        <w:rPr>
          <w:rStyle w:val="libArabicChar"/>
          <w:rtl/>
        </w:rPr>
        <w:t xml:space="preserve"> </w:t>
      </w:r>
      <w:r w:rsidRPr="009756E6">
        <w:rPr>
          <w:rStyle w:val="libArabicChar"/>
          <w:rFonts w:hint="cs"/>
          <w:rtl/>
        </w:rPr>
        <w:t>واستودعت</w:t>
      </w:r>
      <w:r w:rsidR="00120F63" w:rsidRPr="00B2551F">
        <w:rPr>
          <w:rStyle w:val="libArabicChar"/>
          <w:rFonts w:hint="cs"/>
          <w:rtl/>
        </w:rPr>
        <w:t>ه</w:t>
      </w:r>
      <w:r w:rsidRPr="009756E6">
        <w:rPr>
          <w:rStyle w:val="libArabicChar"/>
          <w:rtl/>
        </w:rPr>
        <w:t xml:space="preserve"> </w:t>
      </w:r>
      <w:r w:rsidRPr="009756E6">
        <w:rPr>
          <w:rStyle w:val="libArabicChar"/>
          <w:rFonts w:hint="cs"/>
          <w:rtl/>
        </w:rPr>
        <w:t>سرّغيبك</w:t>
      </w:r>
      <w:r w:rsidRPr="009756E6">
        <w:rPr>
          <w:rStyle w:val="libArabicChar"/>
          <w:rtl/>
        </w:rPr>
        <w:t xml:space="preserve"> ...</w:t>
      </w:r>
      <w:r>
        <w:rPr>
          <w:rtl/>
        </w:rPr>
        <w:t>;</w:t>
      </w:r>
      <w:r w:rsidRPr="009756E6">
        <w:rPr>
          <w:rStyle w:val="libFootnotenumChar"/>
          <w:rtl/>
        </w:rPr>
        <w:t>(1)</w:t>
      </w:r>
      <w:r>
        <w:rPr>
          <w:rtl/>
        </w:rPr>
        <w:t xml:space="preserve">حضرت جابر بن عبد الله انصارى </w:t>
      </w:r>
      <w:r>
        <w:rPr>
          <w:rFonts w:hint="eastAsia"/>
          <w:rtl/>
        </w:rPr>
        <w:t>سے</w:t>
      </w:r>
      <w:r>
        <w:rPr>
          <w:rtl/>
        </w:rPr>
        <w:t xml:space="preserve"> منقول ہے كہ مي</w:t>
      </w:r>
      <w:r w:rsidR="00083993">
        <w:rPr>
          <w:rtl/>
        </w:rPr>
        <w:t xml:space="preserve">ں </w:t>
      </w:r>
      <w:r>
        <w:rPr>
          <w:rtl/>
        </w:rPr>
        <w:t xml:space="preserve">نے اپنے مولا واقا على بن الحسين </w:t>
      </w:r>
      <w:r w:rsidR="00367F17" w:rsidRPr="00367F17">
        <w:rPr>
          <w:rStyle w:val="libAlaemChar"/>
          <w:rtl/>
        </w:rPr>
        <w:t xml:space="preserve"> عليه‌السلام </w:t>
      </w:r>
      <w:r>
        <w:rPr>
          <w:rtl/>
        </w:rPr>
        <w:t xml:space="preserve"> كو ديكھا كہ اپ</w:t>
      </w:r>
      <w:r w:rsidR="00367F17" w:rsidRPr="00367F17">
        <w:rPr>
          <w:rStyle w:val="libAlaemChar"/>
          <w:rtl/>
        </w:rPr>
        <w:t xml:space="preserve"> عليه‌السلام </w:t>
      </w:r>
      <w:r>
        <w:rPr>
          <w:rtl/>
        </w:rPr>
        <w:t xml:space="preserve"> يہ دعا كر رہے تھے اور فرما رہے تھے : اے ميرے معبود اور ميرے اقا تو نے ہى فرمايا ہے : </w:t>
      </w:r>
      <w:r w:rsidRPr="009756E6">
        <w:rPr>
          <w:rStyle w:val="libArabicChar"/>
          <w:rtl/>
        </w:rPr>
        <w:t>''ا لرتلك ايات الكتاب''</w:t>
      </w:r>
      <w:r>
        <w:rPr>
          <w:rtl/>
        </w:rPr>
        <w:t>تو نے اپنى كتاب كو اُس قسم كے ساتھ ذكر كيا ہے كہ جس كے نام كو تو نے اپنى وح</w:t>
      </w:r>
      <w:r>
        <w:rPr>
          <w:rFonts w:hint="eastAsia"/>
          <w:rtl/>
        </w:rPr>
        <w:t>ى</w:t>
      </w:r>
      <w:r>
        <w:rPr>
          <w:rtl/>
        </w:rPr>
        <w:t xml:space="preserve"> سےمخصوص كيا ہے اور اپنے غيب كے راز اُسكے سپرد كيے ہي</w:t>
      </w:r>
      <w:r w:rsidR="00083993">
        <w:rPr>
          <w:rtl/>
        </w:rPr>
        <w:t xml:space="preserve">ں </w:t>
      </w:r>
      <w:r>
        <w:rPr>
          <w:rtl/>
        </w:rPr>
        <w:t>...''</w:t>
      </w:r>
    </w:p>
    <w:p w:rsidR="001F628F" w:rsidRDefault="001F628F" w:rsidP="009756E6">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اور خدا كے درميان رموز 10</w:t>
      </w:r>
    </w:p>
    <w:p w:rsidR="001F628F" w:rsidRDefault="001F628F" w:rsidP="009756E6">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5</w:t>
      </w:r>
    </w:p>
    <w:p w:rsidR="001F628F" w:rsidRDefault="001F628F" w:rsidP="001F628F">
      <w:pPr>
        <w:pStyle w:val="libNormal"/>
        <w:rPr>
          <w:rtl/>
        </w:rPr>
      </w:pPr>
      <w:r>
        <w:rPr>
          <w:rFonts w:hint="eastAsia"/>
          <w:rtl/>
        </w:rPr>
        <w:t>حروف</w:t>
      </w:r>
      <w:r>
        <w:rPr>
          <w:rtl/>
        </w:rPr>
        <w:t xml:space="preserve"> مقطعہ :1</w:t>
      </w:r>
    </w:p>
    <w:p w:rsidR="001F628F" w:rsidRDefault="001F628F" w:rsidP="001F628F">
      <w:pPr>
        <w:pStyle w:val="libNormal"/>
        <w:rPr>
          <w:rtl/>
        </w:rPr>
      </w:pPr>
      <w:r>
        <w:rPr>
          <w:rFonts w:hint="eastAsia"/>
          <w:rtl/>
        </w:rPr>
        <w:t>حروف</w:t>
      </w:r>
      <w:r>
        <w:rPr>
          <w:rtl/>
        </w:rPr>
        <w:t xml:space="preserve"> مقطعہ كا فلسفہ 10;حروف مقطعہ كى عظمت 2</w:t>
      </w:r>
    </w:p>
    <w:p w:rsidR="001F628F" w:rsidRDefault="001F628F" w:rsidP="009756E6">
      <w:pPr>
        <w:pStyle w:val="libNormal"/>
        <w:rPr>
          <w:rtl/>
        </w:rPr>
      </w:pPr>
      <w:r>
        <w:rPr>
          <w:rFonts w:hint="eastAsia"/>
          <w:rtl/>
        </w:rPr>
        <w:t>حق</w:t>
      </w:r>
      <w:r>
        <w:rPr>
          <w:rtl/>
        </w:rPr>
        <w:t>:</w:t>
      </w:r>
      <w:r>
        <w:rPr>
          <w:rFonts w:hint="eastAsia"/>
          <w:rtl/>
        </w:rPr>
        <w:t>حق</w:t>
      </w:r>
      <w:r>
        <w:rPr>
          <w:rtl/>
        </w:rPr>
        <w:t xml:space="preserve"> وباطل كے درميان مميز 9</w:t>
      </w:r>
    </w:p>
    <w:p w:rsidR="001F628F" w:rsidRDefault="00B84D3B" w:rsidP="00B84D3B">
      <w:pPr>
        <w:pStyle w:val="libLine"/>
        <w:rPr>
          <w:rtl/>
        </w:rPr>
      </w:pPr>
      <w:r>
        <w:rPr>
          <w:rtl/>
        </w:rPr>
        <w:t>____________________</w:t>
      </w:r>
    </w:p>
    <w:p w:rsidR="001F628F" w:rsidRDefault="001F628F" w:rsidP="009756E6">
      <w:pPr>
        <w:pStyle w:val="libFootnote"/>
        <w:rPr>
          <w:rtl/>
        </w:rPr>
      </w:pPr>
      <w:r>
        <w:rPr>
          <w:rtl/>
        </w:rPr>
        <w:t>1_نور الثقلين ،ج2،ص 291;بحار الانوار ،ج88، ص8 ، ح3_</w:t>
      </w:r>
    </w:p>
    <w:p w:rsidR="009756E6" w:rsidRDefault="001E7F9D" w:rsidP="00F73EDE">
      <w:pPr>
        <w:pStyle w:val="libPoemTini"/>
        <w:rPr>
          <w:rtl/>
        </w:rPr>
      </w:pPr>
      <w:r>
        <w:rPr>
          <w:rtl/>
        </w:rPr>
        <w:br w:type="page"/>
      </w:r>
    </w:p>
    <w:p w:rsidR="001F628F" w:rsidRDefault="001F628F" w:rsidP="009756E6">
      <w:pPr>
        <w:pStyle w:val="libNormal"/>
        <w:rPr>
          <w:rtl/>
        </w:rPr>
      </w:pPr>
      <w:r>
        <w:rPr>
          <w:rFonts w:hint="eastAsia"/>
          <w:rtl/>
        </w:rPr>
        <w:lastRenderedPageBreak/>
        <w:t>روايت</w:t>
      </w:r>
      <w:r>
        <w:rPr>
          <w:rtl/>
        </w:rPr>
        <w:t>:10</w:t>
      </w:r>
    </w:p>
    <w:p w:rsidR="001F628F" w:rsidRDefault="001F628F" w:rsidP="009756E6">
      <w:pPr>
        <w:pStyle w:val="libNormal"/>
        <w:rPr>
          <w:rtl/>
        </w:rPr>
      </w:pPr>
      <w:r>
        <w:rPr>
          <w:rFonts w:hint="eastAsia"/>
          <w:rtl/>
        </w:rPr>
        <w:t>سورہ</w:t>
      </w:r>
      <w:r>
        <w:rPr>
          <w:rtl/>
        </w:rPr>
        <w:t xml:space="preserve"> حجر :</w:t>
      </w:r>
      <w:r>
        <w:rPr>
          <w:rFonts w:hint="eastAsia"/>
          <w:rtl/>
        </w:rPr>
        <w:t>سورہ</w:t>
      </w:r>
      <w:r>
        <w:rPr>
          <w:rtl/>
        </w:rPr>
        <w:t xml:space="preserve"> حجر كى ايات كى عظمت 3</w:t>
      </w:r>
    </w:p>
    <w:p w:rsidR="001F628F" w:rsidRDefault="001F628F" w:rsidP="009756E6">
      <w:pPr>
        <w:pStyle w:val="libNormal"/>
        <w:rPr>
          <w:rtl/>
        </w:rPr>
      </w:pPr>
      <w:r>
        <w:rPr>
          <w:rFonts w:hint="eastAsia"/>
          <w:rtl/>
        </w:rPr>
        <w:t>قران</w:t>
      </w:r>
      <w:r>
        <w:rPr>
          <w:rtl/>
        </w:rPr>
        <w:t xml:space="preserve"> كريم :</w:t>
      </w:r>
      <w:r>
        <w:rPr>
          <w:rFonts w:hint="eastAsia"/>
          <w:rtl/>
        </w:rPr>
        <w:t>قران</w:t>
      </w:r>
      <w:r>
        <w:rPr>
          <w:rtl/>
        </w:rPr>
        <w:t xml:space="preserve"> كريم اور لوح محفوظ 6;قران كريم كا كردار 9;قران كريم كا واضح ہونا 8;قران كريم كي</w:t>
      </w:r>
    </w:p>
    <w:p w:rsidR="001F628F" w:rsidRDefault="001F628F" w:rsidP="001F628F">
      <w:pPr>
        <w:pStyle w:val="libNormal"/>
        <w:rPr>
          <w:rtl/>
        </w:rPr>
      </w:pPr>
      <w:r>
        <w:rPr>
          <w:rFonts w:hint="eastAsia"/>
          <w:rtl/>
        </w:rPr>
        <w:t>ايات</w:t>
      </w:r>
      <w:r>
        <w:rPr>
          <w:rtl/>
        </w:rPr>
        <w:t xml:space="preserve"> 2;قران كريم كى آيت بندى 5;قران كريم كى ايات كى خصوصيات 9;قران كريم كى ايات كا نزول6;قران كريم كى تاريخ 4;قران كريم كى عظمت 7;قران كريم كى نام گذارى 5; قران كريم كے نام 4;قران كريم كے رموز 1; قران كريم كے فہم مي</w:t>
      </w:r>
      <w:r w:rsidR="00083993">
        <w:rPr>
          <w:rtl/>
        </w:rPr>
        <w:t xml:space="preserve">ں </w:t>
      </w:r>
      <w:r>
        <w:rPr>
          <w:rtl/>
        </w:rPr>
        <w:t>سہولت 8</w:t>
      </w:r>
    </w:p>
    <w:p w:rsidR="001F628F" w:rsidRDefault="001F628F" w:rsidP="001F628F">
      <w:pPr>
        <w:pStyle w:val="libNormal"/>
        <w:rPr>
          <w:rtl/>
        </w:rPr>
      </w:pPr>
      <w:r>
        <w:rPr>
          <w:rFonts w:hint="eastAsia"/>
          <w:rtl/>
        </w:rPr>
        <w:t>كتاب</w:t>
      </w:r>
      <w:r>
        <w:rPr>
          <w:rtl/>
        </w:rPr>
        <w:t xml:space="preserve"> :4</w:t>
      </w:r>
    </w:p>
    <w:p w:rsidR="001F628F" w:rsidRDefault="00B72B97" w:rsidP="00B72B97">
      <w:pPr>
        <w:pStyle w:val="Heading2Center"/>
        <w:rPr>
          <w:rtl/>
        </w:rPr>
      </w:pPr>
      <w:bookmarkStart w:id="54" w:name="_Toc28081732"/>
      <w:r>
        <w:rPr>
          <w:rFonts w:hint="cs"/>
          <w:rtl/>
        </w:rPr>
        <w:t>آیت 2</w:t>
      </w:r>
      <w:bookmarkEnd w:id="54"/>
    </w:p>
    <w:p w:rsidR="001F628F" w:rsidRDefault="00E260F9" w:rsidP="00B72B97">
      <w:pPr>
        <w:pStyle w:val="libNormal"/>
        <w:rPr>
          <w:rtl/>
        </w:rPr>
      </w:pPr>
      <w:r w:rsidRPr="00E260F9">
        <w:rPr>
          <w:rStyle w:val="libAlaemChar"/>
          <w:rFonts w:hint="eastAsia"/>
          <w:rtl/>
        </w:rPr>
        <w:t>(</w:t>
      </w:r>
      <w:r w:rsidRPr="00B72B97">
        <w:rPr>
          <w:rStyle w:val="libAieChar"/>
          <w:rFonts w:hint="eastAsia"/>
          <w:rtl/>
        </w:rPr>
        <w:t>رُّبَمَا</w:t>
      </w:r>
      <w:r w:rsidRPr="00B72B97">
        <w:rPr>
          <w:rStyle w:val="libAieChar"/>
          <w:rtl/>
        </w:rPr>
        <w:t xml:space="preserve"> يَوَدُّ الَّذِينَ كَفَرُواْ لَوْ كَانُواْ مُسْلِمِينَ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ايك</w:t>
      </w:r>
      <w:r>
        <w:rPr>
          <w:rtl/>
        </w:rPr>
        <w:t xml:space="preserve"> دن آنے والا ہے جب كفاربھى يہ تمنا كري</w:t>
      </w:r>
      <w:r w:rsidR="00083993">
        <w:rPr>
          <w:rtl/>
        </w:rPr>
        <w:t xml:space="preserve">ں </w:t>
      </w:r>
      <w:r>
        <w:rPr>
          <w:rtl/>
        </w:rPr>
        <w:t>گے كہ كاش ہم بھى مسلمان ہوتے _</w:t>
      </w:r>
    </w:p>
    <w:p w:rsidR="001F628F" w:rsidRDefault="001F628F" w:rsidP="001F628F">
      <w:pPr>
        <w:pStyle w:val="libNormal"/>
        <w:rPr>
          <w:rtl/>
        </w:rPr>
      </w:pPr>
      <w:r>
        <w:rPr>
          <w:rtl/>
        </w:rPr>
        <w:t>1_اسلام لانے كى فرصت ہاتھ سے كھو دينے كے بعد كفار كا مسلمان ہونے بہت زيادہ كى تمنا و ارزو كرنا_</w:t>
      </w:r>
    </w:p>
    <w:p w:rsidR="001F628F" w:rsidRDefault="001F628F" w:rsidP="00B72B97">
      <w:pPr>
        <w:pStyle w:val="libArabic"/>
        <w:rPr>
          <w:rtl/>
        </w:rPr>
      </w:pPr>
      <w:r>
        <w:rPr>
          <w:rFonts w:hint="eastAsia"/>
          <w:rtl/>
        </w:rPr>
        <w:t>ربما</w:t>
      </w:r>
      <w:r>
        <w:rPr>
          <w:rtl/>
        </w:rPr>
        <w:t xml:space="preserve"> يودّالذين كفروالوكانوامسلمين</w:t>
      </w:r>
    </w:p>
    <w:p w:rsidR="001F628F" w:rsidRDefault="001F628F" w:rsidP="001F628F">
      <w:pPr>
        <w:pStyle w:val="libNormal"/>
        <w:rPr>
          <w:rtl/>
        </w:rPr>
      </w:pPr>
      <w:r>
        <w:rPr>
          <w:rFonts w:hint="eastAsia"/>
          <w:rtl/>
        </w:rPr>
        <w:t>فعل</w:t>
      </w:r>
      <w:r>
        <w:rPr>
          <w:rtl/>
        </w:rPr>
        <w:t xml:space="preserve"> ماضى ''كانوا'' كے قرينے سے ''يود'' سے مراد بطور مطلق دوست ركھنا نہي</w:t>
      </w:r>
      <w:r w:rsidR="00083993">
        <w:rPr>
          <w:rtl/>
        </w:rPr>
        <w:t xml:space="preserve">ں </w:t>
      </w:r>
      <w:r>
        <w:rPr>
          <w:rtl/>
        </w:rPr>
        <w:t>بلكہ اس كا معنى تمنا اور ارزو ہے _اور ايت مي</w:t>
      </w:r>
      <w:r w:rsidR="00083993">
        <w:rPr>
          <w:rtl/>
        </w:rPr>
        <w:t xml:space="preserve">ں </w:t>
      </w:r>
      <w:r>
        <w:rPr>
          <w:rtl/>
        </w:rPr>
        <w:t>''ربما'' تكثير كے معنى مي</w:t>
      </w:r>
      <w:r w:rsidR="00083993">
        <w:rPr>
          <w:rtl/>
        </w:rPr>
        <w:t xml:space="preserve">ں </w:t>
      </w:r>
      <w:r>
        <w:rPr>
          <w:rtl/>
        </w:rPr>
        <w:t>استعمال ہو اہے_</w:t>
      </w:r>
    </w:p>
    <w:p w:rsidR="001F628F" w:rsidRDefault="001F628F" w:rsidP="001F628F">
      <w:pPr>
        <w:pStyle w:val="libNormal"/>
        <w:rPr>
          <w:rtl/>
        </w:rPr>
      </w:pPr>
      <w:r>
        <w:rPr>
          <w:rtl/>
        </w:rPr>
        <w:t>2_عذاب يا موت كے روبرو ہونے پر كفار كا قران كے سامنے تسليم ہوجانے كى گہرى ارزو كرنا _</w:t>
      </w:r>
    </w:p>
    <w:p w:rsidR="001F628F" w:rsidRDefault="001F628F" w:rsidP="00B72B97">
      <w:pPr>
        <w:pStyle w:val="libArabic"/>
        <w:rPr>
          <w:rtl/>
        </w:rPr>
      </w:pPr>
      <w:r>
        <w:rPr>
          <w:rFonts w:hint="eastAsia"/>
          <w:rtl/>
        </w:rPr>
        <w:t>تلك</w:t>
      </w:r>
      <w:r>
        <w:rPr>
          <w:rtl/>
        </w:rPr>
        <w:t xml:space="preserve"> </w:t>
      </w:r>
      <w:r w:rsidR="00B579BA" w:rsidRPr="00B579BA">
        <w:rPr>
          <w:rtl/>
        </w:rPr>
        <w:t xml:space="preserve">آيات </w:t>
      </w:r>
      <w:r>
        <w:rPr>
          <w:rtl/>
        </w:rPr>
        <w:t xml:space="preserve">الكتب و </w:t>
      </w:r>
      <w:r w:rsidR="00B579BA" w:rsidRPr="00B579BA">
        <w:rPr>
          <w:rtl/>
        </w:rPr>
        <w:t xml:space="preserve">قرآن </w:t>
      </w:r>
      <w:r>
        <w:rPr>
          <w:rtl/>
        </w:rPr>
        <w:t>مبين0ربما يودّالذين كفروالوكانوامسلمين</w:t>
      </w:r>
    </w:p>
    <w:p w:rsidR="001F628F" w:rsidRDefault="001F628F" w:rsidP="001F628F">
      <w:pPr>
        <w:pStyle w:val="libNormal"/>
        <w:rPr>
          <w:rtl/>
        </w:rPr>
      </w:pPr>
      <w:r>
        <w:rPr>
          <w:rFonts w:hint="eastAsia"/>
          <w:rtl/>
        </w:rPr>
        <w:t>احتمال</w:t>
      </w:r>
      <w:r>
        <w:rPr>
          <w:rtl/>
        </w:rPr>
        <w:t xml:space="preserve"> ہے كہ ''كفروا'' كا متعلق پچھلى ايت مي</w:t>
      </w:r>
      <w:r w:rsidR="00083993">
        <w:rPr>
          <w:rtl/>
        </w:rPr>
        <w:t xml:space="preserve">ں </w:t>
      </w:r>
      <w:r>
        <w:rPr>
          <w:rtl/>
        </w:rPr>
        <w:t>موجود كلمہ'' قران'' ہو اور قاعدے كے مطابق كفار كى تسليم ہونے كى ارزو كسى ايسے حادثے كے روبرو ہونے كے بعد ہى ہونى چاہيے كہ جس سے نجات ممكن نہي</w:t>
      </w:r>
      <w:r w:rsidR="00083993">
        <w:rPr>
          <w:rtl/>
        </w:rPr>
        <w:t xml:space="preserve">ں </w:t>
      </w:r>
      <w:r>
        <w:rPr>
          <w:rtl/>
        </w:rPr>
        <w:t>اور وہ عذاب ہى ہے_</w:t>
      </w:r>
    </w:p>
    <w:p w:rsidR="001F628F" w:rsidRDefault="001F628F" w:rsidP="00B72B97">
      <w:pPr>
        <w:pStyle w:val="libNormal"/>
        <w:rPr>
          <w:rtl/>
        </w:rPr>
      </w:pPr>
      <w:r>
        <w:rPr>
          <w:rtl/>
        </w:rPr>
        <w:t>3_كفار،بہت كم اسلام قبول كرنے كى ارزو كرتے ہي</w:t>
      </w:r>
      <w:r w:rsidR="00083993">
        <w:rPr>
          <w:rtl/>
        </w:rPr>
        <w:t xml:space="preserve">ں </w:t>
      </w:r>
      <w:r>
        <w:rPr>
          <w:rtl/>
        </w:rPr>
        <w:t>_</w:t>
      </w:r>
      <w:r w:rsidRPr="00B72B97">
        <w:rPr>
          <w:rStyle w:val="libArabicChar"/>
          <w:rFonts w:hint="eastAsia"/>
          <w:rtl/>
        </w:rPr>
        <w:t>ربما</w:t>
      </w:r>
      <w:r w:rsidRPr="00B72B97">
        <w:rPr>
          <w:rStyle w:val="libArabicChar"/>
          <w:rtl/>
        </w:rPr>
        <w:t xml:space="preserve"> يودّالذين كفروالوكانوامسلمين</w:t>
      </w:r>
    </w:p>
    <w:p w:rsidR="00B72B97" w:rsidRDefault="001E7F9D" w:rsidP="00F73EDE">
      <w:pPr>
        <w:pStyle w:val="libPoemTini"/>
        <w:rPr>
          <w:rtl/>
        </w:rPr>
      </w:pPr>
      <w:r>
        <w:rPr>
          <w:rtl/>
        </w:rPr>
        <w:br w:type="page"/>
      </w:r>
    </w:p>
    <w:p w:rsidR="001F628F" w:rsidRDefault="001F628F" w:rsidP="00B72B97">
      <w:pPr>
        <w:pStyle w:val="libNormal"/>
        <w:rPr>
          <w:rtl/>
        </w:rPr>
      </w:pPr>
      <w:r>
        <w:rPr>
          <w:rFonts w:hint="eastAsia"/>
          <w:rtl/>
        </w:rPr>
        <w:lastRenderedPageBreak/>
        <w:t>مندرجہ</w:t>
      </w:r>
      <w:r>
        <w:rPr>
          <w:rtl/>
        </w:rPr>
        <w:t xml:space="preserve"> بالا مطلب اس بات پر مبنى ہے كہ جب حسب معمول ''ربما'' بمعنى قلت ہواور ''يود'' اپنے اصلى معنى (يحب) مي</w:t>
      </w:r>
      <w:r w:rsidR="00083993">
        <w:rPr>
          <w:rtl/>
        </w:rPr>
        <w:t xml:space="preserve">ں </w:t>
      </w:r>
      <w:r>
        <w:rPr>
          <w:rtl/>
        </w:rPr>
        <w:t>استعمال ہوا ہو _ بعد والى ايت</w:t>
      </w:r>
      <w:r w:rsidRPr="00B72B97">
        <w:rPr>
          <w:rStyle w:val="libArabicChar"/>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w:t>
      </w:r>
      <w:r w:rsidRPr="00B72B97">
        <w:rPr>
          <w:rStyle w:val="libArabicChar"/>
          <w:rFonts w:hint="cs"/>
          <w:rtl/>
        </w:rPr>
        <w:t>ياكلوا</w:t>
      </w:r>
      <w:r w:rsidRPr="00B72B97">
        <w:rPr>
          <w:rStyle w:val="libArabicChar"/>
          <w:rtl/>
        </w:rPr>
        <w:t xml:space="preserve"> </w:t>
      </w:r>
      <w:r w:rsidRPr="00B72B97">
        <w:rPr>
          <w:rStyle w:val="libArabicChar"/>
          <w:rFonts w:hint="cs"/>
          <w:rtl/>
        </w:rPr>
        <w:t>و</w:t>
      </w:r>
      <w:r w:rsidRPr="00B72B97">
        <w:rPr>
          <w:rStyle w:val="libArabicChar"/>
          <w:rtl/>
        </w:rPr>
        <w:t xml:space="preserve"> </w:t>
      </w:r>
      <w:r w:rsidRPr="00B72B97">
        <w:rPr>
          <w:rStyle w:val="libArabicChar"/>
          <w:rFonts w:hint="cs"/>
          <w:rtl/>
        </w:rPr>
        <w:t>يتمتعوا</w:t>
      </w:r>
      <w:r w:rsidRPr="00B72B97">
        <w:rPr>
          <w:rStyle w:val="libArabicChar"/>
          <w:rtl/>
        </w:rPr>
        <w:t xml:space="preserve"> ...)</w:t>
      </w:r>
      <w:r>
        <w:rPr>
          <w:rtl/>
        </w:rPr>
        <w:t xml:space="preserve"> بھى اسى مطلب كى تائيد كر رہى ہے_</w:t>
      </w:r>
    </w:p>
    <w:p w:rsidR="001F628F" w:rsidRDefault="001F628F" w:rsidP="00B72B97">
      <w:pPr>
        <w:pStyle w:val="libNormal"/>
        <w:rPr>
          <w:rtl/>
        </w:rPr>
      </w:pPr>
      <w:r>
        <w:rPr>
          <w:rtl/>
        </w:rPr>
        <w:t>4_مسلمان اور خدا كے سامنے تسليم ہونے كاانجام بہت اچھا اور پسنديدہ ہے_</w:t>
      </w:r>
      <w:r w:rsidRPr="00B72B97">
        <w:rPr>
          <w:rStyle w:val="libArabicChar"/>
          <w:rFonts w:hint="eastAsia"/>
          <w:rtl/>
        </w:rPr>
        <w:t>ربما</w:t>
      </w:r>
      <w:r w:rsidRPr="00B72B97">
        <w:rPr>
          <w:rStyle w:val="libArabicChar"/>
          <w:rtl/>
        </w:rPr>
        <w:t xml:space="preserve"> يودّالذين كفروالوكانوامسلمين</w:t>
      </w:r>
    </w:p>
    <w:p w:rsidR="001F628F" w:rsidRDefault="001F628F" w:rsidP="00B72B97">
      <w:pPr>
        <w:pStyle w:val="libNormal"/>
        <w:rPr>
          <w:rtl/>
        </w:rPr>
      </w:pPr>
      <w:r>
        <w:rPr>
          <w:rtl/>
        </w:rPr>
        <w:t>5_فقط نزول عذاب اور موت كے روبرو ہونے سے پہلے اسلام لاناقابل قبول ہے_</w:t>
      </w:r>
      <w:r w:rsidRPr="00B72B97">
        <w:rPr>
          <w:rStyle w:val="libArabicChar"/>
          <w:rFonts w:hint="eastAsia"/>
          <w:rtl/>
        </w:rPr>
        <w:t>ربما</w:t>
      </w:r>
      <w:r w:rsidRPr="00B72B97">
        <w:rPr>
          <w:rStyle w:val="libArabicChar"/>
          <w:rtl/>
        </w:rPr>
        <w:t xml:space="preserve"> يودّالذين كفروالوكانوامسلمين</w:t>
      </w:r>
    </w:p>
    <w:p w:rsidR="001F628F" w:rsidRDefault="001F628F" w:rsidP="00B72B97">
      <w:pPr>
        <w:pStyle w:val="libNormal"/>
        <w:rPr>
          <w:rtl/>
        </w:rPr>
      </w:pPr>
      <w:r>
        <w:rPr>
          <w:rtl/>
        </w:rPr>
        <w:t>6_كفر اختيار كرنے كا نتيجہ ،فقط پشيمانى اور ندامت ہے_</w:t>
      </w:r>
      <w:r w:rsidRPr="00B72B97">
        <w:rPr>
          <w:rStyle w:val="libArabicChar"/>
          <w:rFonts w:hint="eastAsia"/>
          <w:rtl/>
        </w:rPr>
        <w:t>ربما</w:t>
      </w:r>
      <w:r w:rsidRPr="00B72B97">
        <w:rPr>
          <w:rStyle w:val="libArabicChar"/>
          <w:rtl/>
        </w:rPr>
        <w:t xml:space="preserve"> يودّالذين كفروالوكانوامسلمين</w:t>
      </w:r>
    </w:p>
    <w:p w:rsidR="001F628F" w:rsidRDefault="001F628F" w:rsidP="001F628F">
      <w:pPr>
        <w:pStyle w:val="libNormal"/>
        <w:rPr>
          <w:rtl/>
        </w:rPr>
      </w:pPr>
      <w:r>
        <w:rPr>
          <w:rtl/>
        </w:rPr>
        <w:t>7_</w:t>
      </w:r>
      <w:r w:rsidRPr="00B72B97">
        <w:rPr>
          <w:rStyle w:val="libArabicChar"/>
          <w:rtl/>
        </w:rPr>
        <w:t>''عن عبداللّ</w:t>
      </w:r>
      <w:r w:rsidR="00120F63" w:rsidRPr="00B2551F">
        <w:rPr>
          <w:rStyle w:val="libArabicChar"/>
          <w:rFonts w:hint="cs"/>
          <w:rtl/>
        </w:rPr>
        <w:t>ه</w:t>
      </w:r>
      <w:r w:rsidRPr="00B72B97">
        <w:rPr>
          <w:rStyle w:val="libArabicChar"/>
          <w:rtl/>
        </w:rPr>
        <w:t xml:space="preserve"> </w:t>
      </w:r>
      <w:r w:rsidRPr="00B72B97">
        <w:rPr>
          <w:rStyle w:val="libArabicChar"/>
          <w:rFonts w:hint="cs"/>
          <w:rtl/>
        </w:rPr>
        <w:t>بن</w:t>
      </w:r>
      <w:r w:rsidRPr="00B72B97">
        <w:rPr>
          <w:rStyle w:val="libArabicChar"/>
          <w:rtl/>
        </w:rPr>
        <w:t xml:space="preserve"> </w:t>
      </w:r>
      <w:r w:rsidRPr="00B72B97">
        <w:rPr>
          <w:rStyle w:val="libArabicChar"/>
          <w:rFonts w:hint="cs"/>
          <w:rtl/>
        </w:rPr>
        <w:t>عطاء</w:t>
      </w:r>
      <w:r w:rsidRPr="00B72B97">
        <w:rPr>
          <w:rStyle w:val="libArabicChar"/>
          <w:rtl/>
        </w:rPr>
        <w:t xml:space="preserve"> </w:t>
      </w:r>
      <w:r w:rsidRPr="00B72B97">
        <w:rPr>
          <w:rStyle w:val="libArabicChar"/>
          <w:rFonts w:hint="cs"/>
          <w:rtl/>
        </w:rPr>
        <w:t>المكى</w:t>
      </w:r>
      <w:r w:rsidRPr="00B72B97">
        <w:rPr>
          <w:rStyle w:val="libArabicChar"/>
          <w:rtl/>
        </w:rPr>
        <w:t xml:space="preserve"> </w:t>
      </w:r>
      <w:r w:rsidRPr="00B72B97">
        <w:rPr>
          <w:rStyle w:val="libArabicChar"/>
          <w:rFonts w:hint="cs"/>
          <w:rtl/>
        </w:rPr>
        <w:t>قال</w:t>
      </w:r>
      <w:r w:rsidRPr="00B72B97">
        <w:rPr>
          <w:rStyle w:val="libArabicChar"/>
          <w:rtl/>
        </w:rPr>
        <w:t>:</w:t>
      </w:r>
      <w:r w:rsidRPr="00B72B97">
        <w:rPr>
          <w:rStyle w:val="libArabicChar"/>
          <w:rFonts w:hint="cs"/>
          <w:rtl/>
        </w:rPr>
        <w:t>سا</w:t>
      </w:r>
      <w:r w:rsidRPr="00B72B97">
        <w:rPr>
          <w:rStyle w:val="libArabicChar"/>
          <w:rtl/>
        </w:rPr>
        <w:t xml:space="preserve"> </w:t>
      </w:r>
      <w:r w:rsidRPr="00B72B97">
        <w:rPr>
          <w:rStyle w:val="libArabicChar"/>
          <w:rFonts w:hint="cs"/>
          <w:rtl/>
        </w:rPr>
        <w:t>لت</w:t>
      </w:r>
      <w:r w:rsidRPr="00B72B97">
        <w:rPr>
          <w:rStyle w:val="libArabicChar"/>
          <w:rtl/>
        </w:rPr>
        <w:t xml:space="preserve"> </w:t>
      </w:r>
      <w:r w:rsidRPr="00B72B97">
        <w:rPr>
          <w:rStyle w:val="libArabicChar"/>
          <w:rFonts w:hint="cs"/>
          <w:rtl/>
        </w:rPr>
        <w:t>ا</w:t>
      </w:r>
      <w:r w:rsidRPr="00B72B97">
        <w:rPr>
          <w:rStyle w:val="libArabicChar"/>
          <w:rtl/>
        </w:rPr>
        <w:t xml:space="preserve"> </w:t>
      </w:r>
      <w:r w:rsidRPr="00B72B97">
        <w:rPr>
          <w:rStyle w:val="libArabicChar"/>
          <w:rFonts w:hint="cs"/>
          <w:rtl/>
        </w:rPr>
        <w:t>با</w:t>
      </w:r>
      <w:r w:rsidRPr="00B72B97">
        <w:rPr>
          <w:rStyle w:val="libArabicChar"/>
          <w:rtl/>
        </w:rPr>
        <w:t xml:space="preserve"> </w:t>
      </w:r>
      <w:r w:rsidRPr="00B72B97">
        <w:rPr>
          <w:rStyle w:val="libArabicChar"/>
          <w:rFonts w:hint="cs"/>
          <w:rtl/>
        </w:rPr>
        <w:t>جعفر</w:t>
      </w:r>
      <w:r w:rsidR="00367F17" w:rsidRPr="00367F17">
        <w:rPr>
          <w:rStyle w:val="libAlaemChar"/>
          <w:rtl/>
        </w:rPr>
        <w:t xml:space="preserve"> عليه‌السلام </w:t>
      </w:r>
      <w:r w:rsidRPr="00B72B97">
        <w:rPr>
          <w:rStyle w:val="libArabicChar"/>
          <w:rFonts w:hint="cs"/>
          <w:rtl/>
        </w:rPr>
        <w:t>عن</w:t>
      </w:r>
      <w:r w:rsidRPr="00B72B97">
        <w:rPr>
          <w:rStyle w:val="libArabicChar"/>
          <w:rtl/>
        </w:rPr>
        <w:t xml:space="preserve"> </w:t>
      </w:r>
      <w:r w:rsidRPr="00B72B97">
        <w:rPr>
          <w:rStyle w:val="libArabicChar"/>
          <w:rFonts w:hint="cs"/>
          <w:rtl/>
        </w:rPr>
        <w:t>قول</w:t>
      </w:r>
      <w:r w:rsidRPr="00B72B97">
        <w:rPr>
          <w:rStyle w:val="libArabicChar"/>
          <w:rtl/>
        </w:rPr>
        <w:t xml:space="preserve"> </w:t>
      </w:r>
      <w:r w:rsidRPr="00B72B97">
        <w:rPr>
          <w:rStyle w:val="libArabicChar"/>
          <w:rFonts w:hint="cs"/>
          <w:rtl/>
        </w:rPr>
        <w:t>اللّ</w:t>
      </w:r>
      <w:r w:rsidR="00120F63" w:rsidRPr="00B2551F">
        <w:rPr>
          <w:rStyle w:val="libArabicChar"/>
          <w:rFonts w:hint="cs"/>
          <w:rtl/>
        </w:rPr>
        <w:t>ه</w:t>
      </w:r>
      <w:r w:rsidRPr="00B72B97">
        <w:rPr>
          <w:rStyle w:val="libArabicChar"/>
          <w:rtl/>
        </w:rPr>
        <w:t>:''</w:t>
      </w:r>
      <w:r w:rsidRPr="00B72B97">
        <w:rPr>
          <w:rStyle w:val="libArabicChar"/>
          <w:rFonts w:hint="cs"/>
          <w:rtl/>
        </w:rPr>
        <w:t>ربما</w:t>
      </w:r>
      <w:r w:rsidRPr="00B72B97">
        <w:rPr>
          <w:rStyle w:val="libArabicChar"/>
          <w:rtl/>
        </w:rPr>
        <w:t xml:space="preserve"> </w:t>
      </w:r>
      <w:r w:rsidRPr="00B72B97">
        <w:rPr>
          <w:rStyle w:val="libArabicChar"/>
          <w:rFonts w:hint="cs"/>
          <w:rtl/>
        </w:rPr>
        <w:t>يودّالذين</w:t>
      </w:r>
      <w:r w:rsidRPr="00B72B97">
        <w:rPr>
          <w:rStyle w:val="libArabicChar"/>
          <w:rtl/>
        </w:rPr>
        <w:t xml:space="preserve"> </w:t>
      </w:r>
      <w:r w:rsidRPr="00B72B97">
        <w:rPr>
          <w:rStyle w:val="libArabicChar"/>
          <w:rFonts w:hint="cs"/>
          <w:rtl/>
        </w:rPr>
        <w:t>كفروالوكانوامسلمين</w:t>
      </w:r>
      <w:r w:rsidRPr="00B72B97">
        <w:rPr>
          <w:rStyle w:val="libArabicChar"/>
          <w:rtl/>
        </w:rPr>
        <w:t xml:space="preserve"> '' </w:t>
      </w:r>
      <w:r w:rsidRPr="00B72B97">
        <w:rPr>
          <w:rStyle w:val="libArabicChar"/>
          <w:rFonts w:hint="cs"/>
          <w:rtl/>
        </w:rPr>
        <w:t>قال</w:t>
      </w:r>
      <w:r w:rsidRPr="00B72B97">
        <w:rPr>
          <w:rStyle w:val="libArabicChar"/>
          <w:rtl/>
        </w:rPr>
        <w:t xml:space="preserve">: </w:t>
      </w:r>
      <w:r w:rsidRPr="00B72B97">
        <w:rPr>
          <w:rStyle w:val="libArabicChar"/>
          <w:rFonts w:hint="cs"/>
          <w:rtl/>
        </w:rPr>
        <w:t>ينادى</w:t>
      </w:r>
      <w:r w:rsidRPr="00B72B97">
        <w:rPr>
          <w:rStyle w:val="libArabicChar"/>
          <w:rtl/>
        </w:rPr>
        <w:t xml:space="preserve"> </w:t>
      </w:r>
      <w:r w:rsidRPr="00B72B97">
        <w:rPr>
          <w:rStyle w:val="libArabicChar"/>
          <w:rFonts w:hint="cs"/>
          <w:rtl/>
        </w:rPr>
        <w:t>مناد</w:t>
      </w:r>
      <w:r w:rsidRPr="00B72B97">
        <w:rPr>
          <w:rStyle w:val="libArabicChar"/>
          <w:rtl/>
        </w:rPr>
        <w:t xml:space="preserve"> </w:t>
      </w:r>
      <w:r w:rsidRPr="00B72B97">
        <w:rPr>
          <w:rStyle w:val="libArabicChar"/>
          <w:rFonts w:hint="cs"/>
          <w:rtl/>
        </w:rPr>
        <w:t>يوم</w:t>
      </w:r>
      <w:r w:rsidRPr="00B72B97">
        <w:rPr>
          <w:rStyle w:val="libArabicChar"/>
          <w:rtl/>
        </w:rPr>
        <w:t xml:space="preserve"> </w:t>
      </w:r>
      <w:r w:rsidRPr="00B72B97">
        <w:rPr>
          <w:rStyle w:val="libArabicChar"/>
          <w:rFonts w:hint="cs"/>
          <w:rtl/>
        </w:rPr>
        <w:t>القيامة</w:t>
      </w:r>
      <w:r w:rsidRPr="00B72B97">
        <w:rPr>
          <w:rStyle w:val="libArabicChar"/>
          <w:rtl/>
        </w:rPr>
        <w:t xml:space="preserve"> </w:t>
      </w:r>
      <w:r w:rsidRPr="00B72B97">
        <w:rPr>
          <w:rStyle w:val="libArabicChar"/>
          <w:rFonts w:hint="cs"/>
          <w:rtl/>
        </w:rPr>
        <w:t>يسمع</w:t>
      </w:r>
      <w:r w:rsidRPr="00B72B97">
        <w:rPr>
          <w:rStyle w:val="libArabicChar"/>
          <w:rtl/>
        </w:rPr>
        <w:t xml:space="preserve"> </w:t>
      </w:r>
      <w:r w:rsidRPr="00B72B97">
        <w:rPr>
          <w:rStyle w:val="libArabicChar"/>
          <w:rFonts w:hint="cs"/>
          <w:rtl/>
        </w:rPr>
        <w:t>الخلائق</w:t>
      </w:r>
      <w:r w:rsidRPr="00B72B97">
        <w:rPr>
          <w:rStyle w:val="libArabicChar"/>
          <w:rtl/>
        </w:rPr>
        <w:t>:</w:t>
      </w:r>
      <w:r w:rsidRPr="00B72B97">
        <w:rPr>
          <w:rStyle w:val="libArabicChar"/>
          <w:rFonts w:hint="cs"/>
          <w:rtl/>
        </w:rPr>
        <w:t>ان</w:t>
      </w:r>
      <w:r w:rsidR="00120F63" w:rsidRPr="00B2551F">
        <w:rPr>
          <w:rStyle w:val="libArabicChar"/>
          <w:rFonts w:hint="cs"/>
          <w:rtl/>
        </w:rPr>
        <w:t>ه</w:t>
      </w:r>
      <w:r w:rsidRPr="00B72B97">
        <w:rPr>
          <w:rStyle w:val="libArabicChar"/>
          <w:rtl/>
        </w:rPr>
        <w:t xml:space="preserve"> </w:t>
      </w:r>
      <w:r w:rsidRPr="00B72B97">
        <w:rPr>
          <w:rStyle w:val="libArabicChar"/>
          <w:rFonts w:hint="cs"/>
          <w:rtl/>
        </w:rPr>
        <w:t>لايدخل</w:t>
      </w:r>
      <w:r w:rsidRPr="00B72B97">
        <w:rPr>
          <w:rStyle w:val="libArabicChar"/>
          <w:rtl/>
        </w:rPr>
        <w:t xml:space="preserve"> الجنة الّا مسلم ثمّ يودّ سائر الخلق ا ن</w:t>
      </w:r>
      <w:r w:rsidR="00F21947" w:rsidRPr="00B2551F">
        <w:rPr>
          <w:rStyle w:val="libArabicChar"/>
          <w:rFonts w:hint="cs"/>
          <w:rtl/>
        </w:rPr>
        <w:t>ه</w:t>
      </w:r>
      <w:r w:rsidRPr="00B72B97">
        <w:rPr>
          <w:rStyle w:val="libArabicChar"/>
          <w:rFonts w:hint="cs"/>
          <w:rtl/>
        </w:rPr>
        <w:t>م</w:t>
      </w:r>
      <w:r w:rsidRPr="00B72B97">
        <w:rPr>
          <w:rStyle w:val="libArabicChar"/>
          <w:rtl/>
        </w:rPr>
        <w:t xml:space="preserve"> </w:t>
      </w:r>
      <w:r w:rsidRPr="00B72B97">
        <w:rPr>
          <w:rStyle w:val="libArabicChar"/>
          <w:rFonts w:hint="cs"/>
          <w:rtl/>
        </w:rPr>
        <w:t>كانوا</w:t>
      </w:r>
      <w:r w:rsidRPr="00B72B97">
        <w:rPr>
          <w:rStyle w:val="libArabicChar"/>
          <w:rtl/>
        </w:rPr>
        <w:t xml:space="preserve"> مسلمين</w:t>
      </w:r>
      <w:r>
        <w:rPr>
          <w:rtl/>
        </w:rPr>
        <w:t>;</w:t>
      </w:r>
      <w:r w:rsidRPr="00B72B97">
        <w:rPr>
          <w:rStyle w:val="libFootnotenumChar"/>
          <w:rtl/>
        </w:rPr>
        <w:t>(1)</w:t>
      </w:r>
      <w:r>
        <w:rPr>
          <w:rtl/>
        </w:rPr>
        <w:t>عبد الله بن عطا مكى كا كہنا ہے كہ مي</w:t>
      </w:r>
      <w:r w:rsidR="00083993">
        <w:rPr>
          <w:rtl/>
        </w:rPr>
        <w:t xml:space="preserve">ں </w:t>
      </w:r>
      <w:r>
        <w:rPr>
          <w:rtl/>
        </w:rPr>
        <w:t>نے ا</w:t>
      </w:r>
      <w:r>
        <w:rPr>
          <w:rFonts w:hint="eastAsia"/>
          <w:rtl/>
        </w:rPr>
        <w:t>مام</w:t>
      </w:r>
      <w:r>
        <w:rPr>
          <w:rtl/>
        </w:rPr>
        <w:t xml:space="preserve"> باقر عليہ السلام سے خدا كے اس قول :</w:t>
      </w:r>
      <w:r w:rsidRPr="00B72B97">
        <w:rPr>
          <w:rStyle w:val="libArabicChar"/>
          <w:rtl/>
        </w:rPr>
        <w:t>''ربما يودّالذين كفروالوكانوامسلمين</w:t>
      </w:r>
      <w:r>
        <w:rPr>
          <w:rtl/>
        </w:rPr>
        <w:t xml:space="preserve"> ''كے بارے مي</w:t>
      </w:r>
      <w:r w:rsidR="00083993">
        <w:rPr>
          <w:rtl/>
        </w:rPr>
        <w:t xml:space="preserve">ں </w:t>
      </w:r>
      <w:r>
        <w:rPr>
          <w:rtl/>
        </w:rPr>
        <w:t xml:space="preserve">پوچھا تو امام </w:t>
      </w:r>
      <w:r w:rsidR="00367F17" w:rsidRPr="00367F17">
        <w:rPr>
          <w:rStyle w:val="libAlaemChar"/>
          <w:rtl/>
        </w:rPr>
        <w:t xml:space="preserve"> عليه‌السلام </w:t>
      </w:r>
      <w:r>
        <w:rPr>
          <w:rtl/>
        </w:rPr>
        <w:t xml:space="preserve"> نے فرمايا:قيامت كے دن ايك منادى اس طرح صدا دے گا كہ جسے سب لوگ سن رہے ہو</w:t>
      </w:r>
      <w:r w:rsidR="00083993">
        <w:rPr>
          <w:rtl/>
        </w:rPr>
        <w:t xml:space="preserve">ں </w:t>
      </w:r>
      <w:r>
        <w:rPr>
          <w:rtl/>
        </w:rPr>
        <w:t>گے كہ'' يقيناً بہشت مي</w:t>
      </w:r>
      <w:r w:rsidR="00083993">
        <w:rPr>
          <w:rtl/>
        </w:rPr>
        <w:t xml:space="preserve">ں </w:t>
      </w:r>
      <w:r>
        <w:rPr>
          <w:rtl/>
        </w:rPr>
        <w:t>سوائے مسلمان كے اور كوئي بھى داخل نہي</w:t>
      </w:r>
      <w:r w:rsidR="00083993">
        <w:rPr>
          <w:rtl/>
        </w:rPr>
        <w:t xml:space="preserve">ں </w:t>
      </w:r>
      <w:r>
        <w:rPr>
          <w:rtl/>
        </w:rPr>
        <w:t>ہو گا _اس وق</w:t>
      </w:r>
      <w:r>
        <w:rPr>
          <w:rFonts w:hint="eastAsia"/>
          <w:rtl/>
        </w:rPr>
        <w:t>ت</w:t>
      </w:r>
      <w:r>
        <w:rPr>
          <w:rtl/>
        </w:rPr>
        <w:t xml:space="preserve"> سارے لوگ ارزو كري</w:t>
      </w:r>
      <w:r w:rsidR="00083993">
        <w:rPr>
          <w:rtl/>
        </w:rPr>
        <w:t xml:space="preserve">ں </w:t>
      </w:r>
      <w:r>
        <w:rPr>
          <w:rtl/>
        </w:rPr>
        <w:t>گے كہ كاش ہم مسلمان ہوتے''_</w:t>
      </w:r>
    </w:p>
    <w:p w:rsidR="001F628F" w:rsidRDefault="001F628F" w:rsidP="001F628F">
      <w:pPr>
        <w:pStyle w:val="libNormal"/>
        <w:rPr>
          <w:rtl/>
        </w:rPr>
      </w:pPr>
      <w:r>
        <w:rPr>
          <w:rtl/>
        </w:rPr>
        <w:t xml:space="preserve">8_ </w:t>
      </w:r>
      <w:r w:rsidRPr="00B72B97">
        <w:rPr>
          <w:rStyle w:val="libArabicChar"/>
          <w:rtl/>
        </w:rPr>
        <w:t>''عن جابر بن عبداللّ</w:t>
      </w:r>
      <w:r w:rsidR="00120F63" w:rsidRPr="00B2551F">
        <w:rPr>
          <w:rStyle w:val="libArabicChar"/>
          <w:rFonts w:hint="cs"/>
          <w:rtl/>
        </w:rPr>
        <w:t>ه</w:t>
      </w:r>
      <w:r w:rsidRPr="00B72B97">
        <w:rPr>
          <w:rStyle w:val="libArabicChar"/>
          <w:rtl/>
        </w:rPr>
        <w:t xml:space="preserve"> </w:t>
      </w:r>
      <w:r w:rsidRPr="00B72B97">
        <w:rPr>
          <w:rStyle w:val="libArabicChar"/>
          <w:rFonts w:hint="cs"/>
          <w:rtl/>
        </w:rPr>
        <w:t>قال</w:t>
      </w:r>
      <w:r w:rsidRPr="00B72B97">
        <w:rPr>
          <w:rStyle w:val="libArabicChar"/>
          <w:rtl/>
        </w:rPr>
        <w:t>:</w:t>
      </w:r>
      <w:r w:rsidRPr="00B72B97">
        <w:rPr>
          <w:rStyle w:val="libArabicChar"/>
          <w:rFonts w:hint="cs"/>
          <w:rtl/>
        </w:rPr>
        <w:t>قال</w:t>
      </w:r>
      <w:r w:rsidRPr="00B72B97">
        <w:rPr>
          <w:rStyle w:val="libArabicChar"/>
          <w:rtl/>
        </w:rPr>
        <w:t xml:space="preserve"> </w:t>
      </w:r>
      <w:r w:rsidRPr="00B72B97">
        <w:rPr>
          <w:rStyle w:val="libArabicChar"/>
          <w:rFonts w:hint="cs"/>
          <w:rtl/>
        </w:rPr>
        <w:t>رسول</w:t>
      </w:r>
      <w:r w:rsidRPr="00B72B97">
        <w:rPr>
          <w:rStyle w:val="libArabicChar"/>
          <w:rtl/>
        </w:rPr>
        <w:t xml:space="preserve"> </w:t>
      </w:r>
      <w:r w:rsidRPr="00B72B97">
        <w:rPr>
          <w:rStyle w:val="libArabicChar"/>
          <w:rFonts w:hint="cs"/>
          <w:rtl/>
        </w:rPr>
        <w:t>اللّ</w:t>
      </w:r>
      <w:r w:rsidR="00120F63" w:rsidRPr="00B2551F">
        <w:rPr>
          <w:rStyle w:val="libArabicChar"/>
          <w:rFonts w:hint="cs"/>
          <w:rtl/>
        </w:rPr>
        <w:t>ه</w:t>
      </w:r>
      <w:r w:rsidRPr="00B72B97">
        <w:rPr>
          <w:rStyle w:val="libArabicChar"/>
          <w:rtl/>
        </w:rPr>
        <w:t xml:space="preserve"> </w:t>
      </w:r>
      <w:r w:rsidR="00F031CD" w:rsidRPr="00F031CD">
        <w:rPr>
          <w:rStyle w:val="libAlaemChar"/>
          <w:rtl/>
        </w:rPr>
        <w:t xml:space="preserve"> صلى‌الله‌عليه‌وآله‌وسلم </w:t>
      </w:r>
      <w:r w:rsidRPr="00B72B97">
        <w:rPr>
          <w:rStyle w:val="libArabicChar"/>
          <w:rtl/>
        </w:rPr>
        <w:t xml:space="preserve"> </w:t>
      </w:r>
      <w:r w:rsidRPr="00B72B97">
        <w:rPr>
          <w:rStyle w:val="libArabicChar"/>
          <w:rFonts w:hint="cs"/>
          <w:rtl/>
        </w:rPr>
        <w:t>ان</w:t>
      </w:r>
      <w:r w:rsidRPr="00B72B97">
        <w:rPr>
          <w:rStyle w:val="libArabicChar"/>
          <w:rtl/>
        </w:rPr>
        <w:t xml:space="preserve"> </w:t>
      </w:r>
      <w:r w:rsidRPr="00B72B97">
        <w:rPr>
          <w:rStyle w:val="libArabicChar"/>
          <w:rFonts w:hint="cs"/>
          <w:rtl/>
        </w:rPr>
        <w:t>ناساً</w:t>
      </w:r>
      <w:r w:rsidRPr="00B72B97">
        <w:rPr>
          <w:rStyle w:val="libArabicChar"/>
          <w:rtl/>
        </w:rPr>
        <w:t xml:space="preserve"> </w:t>
      </w:r>
      <w:r w:rsidRPr="00B72B97">
        <w:rPr>
          <w:rStyle w:val="libArabicChar"/>
          <w:rFonts w:hint="cs"/>
          <w:rtl/>
        </w:rPr>
        <w:t>من</w:t>
      </w:r>
      <w:r w:rsidRPr="00B72B97">
        <w:rPr>
          <w:rStyle w:val="libArabicChar"/>
          <w:rtl/>
        </w:rPr>
        <w:t xml:space="preserve"> </w:t>
      </w:r>
      <w:r w:rsidRPr="00B72B97">
        <w:rPr>
          <w:rStyle w:val="libArabicChar"/>
          <w:rFonts w:hint="cs"/>
          <w:rtl/>
        </w:rPr>
        <w:t>ا</w:t>
      </w:r>
      <w:r w:rsidRPr="00B72B97">
        <w:rPr>
          <w:rStyle w:val="libArabicChar"/>
          <w:rtl/>
        </w:rPr>
        <w:t xml:space="preserve"> </w:t>
      </w:r>
      <w:r w:rsidRPr="00B72B97">
        <w:rPr>
          <w:rStyle w:val="libArabicChar"/>
          <w:rFonts w:hint="cs"/>
          <w:rtl/>
        </w:rPr>
        <w:t>متى</w:t>
      </w:r>
      <w:r w:rsidRPr="00B72B97">
        <w:rPr>
          <w:rStyle w:val="libArabicChar"/>
          <w:rtl/>
        </w:rPr>
        <w:t xml:space="preserve"> </w:t>
      </w:r>
      <w:r w:rsidRPr="00B72B97">
        <w:rPr>
          <w:rStyle w:val="libArabicChar"/>
          <w:rFonts w:hint="cs"/>
          <w:rtl/>
        </w:rPr>
        <w:t>يعذبون</w:t>
      </w:r>
      <w:r w:rsidRPr="00B72B97">
        <w:rPr>
          <w:rStyle w:val="libArabicChar"/>
          <w:rtl/>
        </w:rPr>
        <w:t xml:space="preserve"> </w:t>
      </w:r>
      <w:r w:rsidRPr="00B72B97">
        <w:rPr>
          <w:rStyle w:val="libArabicChar"/>
          <w:rFonts w:hint="cs"/>
          <w:rtl/>
        </w:rPr>
        <w:t>بذنوب</w:t>
      </w:r>
      <w:r w:rsidR="00F21947" w:rsidRPr="00B2551F">
        <w:rPr>
          <w:rStyle w:val="libArabicChar"/>
          <w:rFonts w:hint="cs"/>
          <w:rtl/>
        </w:rPr>
        <w:t>ه</w:t>
      </w:r>
      <w:r w:rsidRPr="00B72B97">
        <w:rPr>
          <w:rStyle w:val="libArabicChar"/>
          <w:rFonts w:hint="cs"/>
          <w:rtl/>
        </w:rPr>
        <w:t>م</w:t>
      </w:r>
      <w:r w:rsidRPr="00B72B97">
        <w:rPr>
          <w:rStyle w:val="libArabicChar"/>
          <w:rtl/>
        </w:rPr>
        <w:t xml:space="preserve"> </w:t>
      </w:r>
      <w:r w:rsidRPr="00B72B97">
        <w:rPr>
          <w:rStyle w:val="libArabicChar"/>
          <w:rFonts w:hint="cs"/>
          <w:rtl/>
        </w:rPr>
        <w:t>فيكونون</w:t>
      </w:r>
      <w:r w:rsidRPr="00B72B97">
        <w:rPr>
          <w:rStyle w:val="libArabicChar"/>
          <w:rtl/>
        </w:rPr>
        <w:t xml:space="preserve"> </w:t>
      </w:r>
      <w:r w:rsidRPr="00B72B97">
        <w:rPr>
          <w:rStyle w:val="libArabicChar"/>
          <w:rFonts w:hint="cs"/>
          <w:rtl/>
        </w:rPr>
        <w:t>فى</w:t>
      </w:r>
      <w:r w:rsidRPr="00B72B97">
        <w:rPr>
          <w:rStyle w:val="libArabicChar"/>
          <w:rtl/>
        </w:rPr>
        <w:t xml:space="preserve"> </w:t>
      </w:r>
      <w:r w:rsidRPr="00B72B97">
        <w:rPr>
          <w:rStyle w:val="libArabicChar"/>
          <w:rFonts w:hint="cs"/>
          <w:rtl/>
        </w:rPr>
        <w:t>النار</w:t>
      </w:r>
      <w:r w:rsidRPr="00B72B97">
        <w:rPr>
          <w:rStyle w:val="libArabicChar"/>
          <w:rtl/>
        </w:rPr>
        <w:t xml:space="preserve"> </w:t>
      </w:r>
      <w:r w:rsidRPr="00B72B97">
        <w:rPr>
          <w:rStyle w:val="libArabicChar"/>
          <w:rFonts w:hint="cs"/>
          <w:rtl/>
        </w:rPr>
        <w:t>ماشاء</w:t>
      </w:r>
      <w:r w:rsidRPr="00B72B97">
        <w:rPr>
          <w:rStyle w:val="libArabicChar"/>
          <w:rtl/>
        </w:rPr>
        <w:t xml:space="preserve"> </w:t>
      </w:r>
      <w:r w:rsidRPr="00B72B97">
        <w:rPr>
          <w:rStyle w:val="libArabicChar"/>
          <w:rFonts w:hint="cs"/>
          <w:rtl/>
        </w:rPr>
        <w:t>ال</w:t>
      </w:r>
      <w:r w:rsidRPr="00B72B97">
        <w:rPr>
          <w:rStyle w:val="libArabicChar"/>
          <w:rtl/>
        </w:rPr>
        <w:t>لّ</w:t>
      </w:r>
      <w:r w:rsidR="00120F63" w:rsidRPr="00B2551F">
        <w:rPr>
          <w:rStyle w:val="libArabicChar"/>
          <w:rFonts w:hint="cs"/>
          <w:rtl/>
        </w:rPr>
        <w:t>ه</w:t>
      </w:r>
      <w:r w:rsidRPr="00B72B97">
        <w:rPr>
          <w:rStyle w:val="libArabicChar"/>
          <w:rtl/>
        </w:rPr>
        <w:t xml:space="preserve"> </w:t>
      </w:r>
      <w:r w:rsidRPr="00B72B97">
        <w:rPr>
          <w:rStyle w:val="libArabicChar"/>
          <w:rFonts w:hint="cs"/>
          <w:rtl/>
        </w:rPr>
        <w:t>ا</w:t>
      </w:r>
      <w:r w:rsidRPr="00B72B97">
        <w:rPr>
          <w:rStyle w:val="libArabicChar"/>
          <w:rtl/>
        </w:rPr>
        <w:t xml:space="preserve"> </w:t>
      </w:r>
      <w:r w:rsidRPr="00B72B97">
        <w:rPr>
          <w:rStyle w:val="libArabicChar"/>
          <w:rFonts w:hint="cs"/>
          <w:rtl/>
        </w:rPr>
        <w:t>ن</w:t>
      </w:r>
      <w:r w:rsidRPr="00B72B97">
        <w:rPr>
          <w:rStyle w:val="libArabicChar"/>
          <w:rtl/>
        </w:rPr>
        <w:t xml:space="preserve"> </w:t>
      </w:r>
      <w:r w:rsidRPr="00B72B97">
        <w:rPr>
          <w:rStyle w:val="libArabicChar"/>
          <w:rFonts w:hint="cs"/>
          <w:rtl/>
        </w:rPr>
        <w:t>يكونوا،</w:t>
      </w:r>
      <w:r w:rsidRPr="00B72B97">
        <w:rPr>
          <w:rStyle w:val="libArabicChar"/>
          <w:rtl/>
        </w:rPr>
        <w:t xml:space="preserve"> </w:t>
      </w:r>
      <w:r w:rsidRPr="00B72B97">
        <w:rPr>
          <w:rStyle w:val="libArabicChar"/>
          <w:rFonts w:hint="cs"/>
          <w:rtl/>
        </w:rPr>
        <w:t>ثم</w:t>
      </w:r>
      <w:r w:rsidRPr="00B72B97">
        <w:rPr>
          <w:rStyle w:val="libArabicChar"/>
          <w:rtl/>
        </w:rPr>
        <w:t xml:space="preserve"> </w:t>
      </w:r>
      <w:r w:rsidRPr="00B72B97">
        <w:rPr>
          <w:rStyle w:val="libArabicChar"/>
          <w:rFonts w:hint="cs"/>
          <w:rtl/>
        </w:rPr>
        <w:t>يعير</w:t>
      </w:r>
      <w:r w:rsidR="00F21947" w:rsidRPr="00B2551F">
        <w:rPr>
          <w:rStyle w:val="libArabicChar"/>
          <w:rFonts w:hint="cs"/>
          <w:rtl/>
        </w:rPr>
        <w:t>ه</w:t>
      </w:r>
      <w:r w:rsidRPr="00B72B97">
        <w:rPr>
          <w:rStyle w:val="libArabicChar"/>
          <w:rFonts w:hint="cs"/>
          <w:rtl/>
        </w:rPr>
        <w:t>م</w:t>
      </w:r>
      <w:r w:rsidRPr="00B72B97">
        <w:rPr>
          <w:rStyle w:val="libArabicChar"/>
          <w:rtl/>
        </w:rPr>
        <w:t xml:space="preserve"> </w:t>
      </w:r>
      <w:r w:rsidRPr="00B72B97">
        <w:rPr>
          <w:rStyle w:val="libArabicChar"/>
          <w:rFonts w:hint="cs"/>
          <w:rtl/>
        </w:rPr>
        <w:t>ا</w:t>
      </w:r>
      <w:r w:rsidRPr="00B72B97">
        <w:rPr>
          <w:rStyle w:val="libArabicChar"/>
          <w:rtl/>
        </w:rPr>
        <w:t xml:space="preserve"> </w:t>
      </w:r>
      <w:r w:rsidR="00F21947" w:rsidRPr="00B2551F">
        <w:rPr>
          <w:rStyle w:val="libArabicChar"/>
          <w:rFonts w:hint="cs"/>
          <w:rtl/>
        </w:rPr>
        <w:t>ه</w:t>
      </w:r>
      <w:r w:rsidRPr="00B72B97">
        <w:rPr>
          <w:rStyle w:val="libArabicChar"/>
          <w:rFonts w:hint="cs"/>
          <w:rtl/>
        </w:rPr>
        <w:t>ل</w:t>
      </w:r>
      <w:r w:rsidRPr="00B72B97">
        <w:rPr>
          <w:rStyle w:val="libArabicChar"/>
          <w:rtl/>
        </w:rPr>
        <w:t xml:space="preserve"> </w:t>
      </w:r>
      <w:r w:rsidRPr="00B72B97">
        <w:rPr>
          <w:rStyle w:val="libArabicChar"/>
          <w:rFonts w:hint="cs"/>
          <w:rtl/>
        </w:rPr>
        <w:t>الشرك</w:t>
      </w:r>
      <w:r w:rsidRPr="00B72B97">
        <w:rPr>
          <w:rStyle w:val="libArabicChar"/>
          <w:rtl/>
        </w:rPr>
        <w:t xml:space="preserve"> </w:t>
      </w:r>
      <w:r w:rsidRPr="00B72B97">
        <w:rPr>
          <w:rStyle w:val="libArabicChar"/>
          <w:rFonts w:hint="cs"/>
          <w:rtl/>
        </w:rPr>
        <w:t>فيقولون</w:t>
      </w:r>
      <w:r w:rsidRPr="00B72B97">
        <w:rPr>
          <w:rStyle w:val="libArabicChar"/>
          <w:rtl/>
        </w:rPr>
        <w:t>:</w:t>
      </w:r>
      <w:r w:rsidRPr="00B72B97">
        <w:rPr>
          <w:rStyle w:val="libArabicChar"/>
          <w:rFonts w:hint="cs"/>
          <w:rtl/>
        </w:rPr>
        <w:t>مانرى</w:t>
      </w:r>
      <w:r w:rsidRPr="00B72B97">
        <w:rPr>
          <w:rStyle w:val="libArabicChar"/>
          <w:rtl/>
        </w:rPr>
        <w:t xml:space="preserve"> </w:t>
      </w:r>
      <w:r w:rsidRPr="00B72B97">
        <w:rPr>
          <w:rStyle w:val="libArabicChar"/>
          <w:rFonts w:hint="cs"/>
          <w:rtl/>
        </w:rPr>
        <w:t>ماكنتم</w:t>
      </w:r>
      <w:r w:rsidRPr="00B72B97">
        <w:rPr>
          <w:rStyle w:val="libArabicChar"/>
          <w:rtl/>
        </w:rPr>
        <w:t xml:space="preserve"> </w:t>
      </w:r>
      <w:r w:rsidRPr="00B72B97">
        <w:rPr>
          <w:rStyle w:val="libArabicChar"/>
          <w:rFonts w:hint="cs"/>
          <w:rtl/>
        </w:rPr>
        <w:t>في</w:t>
      </w:r>
      <w:r w:rsidR="00120F63" w:rsidRPr="00B2551F">
        <w:rPr>
          <w:rStyle w:val="libArabicChar"/>
          <w:rFonts w:hint="cs"/>
          <w:rtl/>
        </w:rPr>
        <w:t>ه</w:t>
      </w:r>
      <w:r w:rsidRPr="00B72B97">
        <w:rPr>
          <w:rStyle w:val="libArabicChar"/>
          <w:rtl/>
        </w:rPr>
        <w:t xml:space="preserve"> </w:t>
      </w:r>
      <w:r w:rsidRPr="00B72B97">
        <w:rPr>
          <w:rStyle w:val="libArabicChar"/>
          <w:rFonts w:hint="cs"/>
          <w:rtl/>
        </w:rPr>
        <w:t>من</w:t>
      </w:r>
      <w:r w:rsidRPr="00B72B97">
        <w:rPr>
          <w:rStyle w:val="libArabicChar"/>
          <w:rtl/>
        </w:rPr>
        <w:t xml:space="preserve"> </w:t>
      </w:r>
      <w:r w:rsidRPr="00B72B97">
        <w:rPr>
          <w:rStyle w:val="libArabicChar"/>
          <w:rFonts w:hint="cs"/>
          <w:rtl/>
        </w:rPr>
        <w:t>تصديقكم</w:t>
      </w:r>
      <w:r w:rsidRPr="00B72B97">
        <w:rPr>
          <w:rStyle w:val="libArabicChar"/>
          <w:rtl/>
        </w:rPr>
        <w:t xml:space="preserve"> </w:t>
      </w:r>
      <w:r w:rsidRPr="00B72B97">
        <w:rPr>
          <w:rStyle w:val="libArabicChar"/>
          <w:rFonts w:hint="cs"/>
          <w:rtl/>
        </w:rPr>
        <w:t>نفعكم</w:t>
      </w:r>
      <w:r w:rsidRPr="00B72B97">
        <w:rPr>
          <w:rStyle w:val="libArabicChar"/>
          <w:rtl/>
        </w:rPr>
        <w:t xml:space="preserve"> </w:t>
      </w:r>
      <w:r w:rsidRPr="00B72B97">
        <w:rPr>
          <w:rStyle w:val="libArabicChar"/>
          <w:rFonts w:hint="cs"/>
          <w:rtl/>
        </w:rPr>
        <w:t>فلايبقى</w:t>
      </w:r>
      <w:r w:rsidRPr="00B72B97">
        <w:rPr>
          <w:rStyle w:val="libArabicChar"/>
          <w:rtl/>
        </w:rPr>
        <w:t xml:space="preserve"> </w:t>
      </w:r>
      <w:r w:rsidRPr="00B72B97">
        <w:rPr>
          <w:rStyle w:val="libArabicChar"/>
          <w:rFonts w:hint="cs"/>
          <w:rtl/>
        </w:rPr>
        <w:t>موحّد</w:t>
      </w:r>
      <w:r w:rsidRPr="00B72B97">
        <w:rPr>
          <w:rStyle w:val="libArabicChar"/>
          <w:rtl/>
        </w:rPr>
        <w:t xml:space="preserve"> </w:t>
      </w:r>
      <w:r w:rsidRPr="00B72B97">
        <w:rPr>
          <w:rStyle w:val="libArabicChar"/>
          <w:rFonts w:hint="cs"/>
          <w:rtl/>
        </w:rPr>
        <w:t>الّا</w:t>
      </w:r>
      <w:r w:rsidRPr="00B72B97">
        <w:rPr>
          <w:rStyle w:val="libArabicChar"/>
          <w:rtl/>
        </w:rPr>
        <w:t xml:space="preserve"> </w:t>
      </w:r>
      <w:r w:rsidRPr="00B72B97">
        <w:rPr>
          <w:rStyle w:val="libArabicChar"/>
          <w:rFonts w:hint="cs"/>
          <w:rtl/>
        </w:rPr>
        <w:t>ا</w:t>
      </w:r>
      <w:r w:rsidRPr="00B72B97">
        <w:rPr>
          <w:rStyle w:val="libArabicChar"/>
          <w:rtl/>
        </w:rPr>
        <w:t xml:space="preserve"> </w:t>
      </w:r>
      <w:r w:rsidRPr="00B72B97">
        <w:rPr>
          <w:rStyle w:val="libArabicChar"/>
          <w:rFonts w:hint="cs"/>
          <w:rtl/>
        </w:rPr>
        <w:t>خرج</w:t>
      </w:r>
      <w:r w:rsidR="00120F63" w:rsidRPr="00B2551F">
        <w:rPr>
          <w:rStyle w:val="libArabicChar"/>
          <w:rFonts w:hint="cs"/>
          <w:rtl/>
        </w:rPr>
        <w:t>ه</w:t>
      </w:r>
      <w:r w:rsidRPr="00B72B97">
        <w:rPr>
          <w:rStyle w:val="libArabicChar"/>
          <w:rtl/>
        </w:rPr>
        <w:t xml:space="preserve"> </w:t>
      </w:r>
      <w:r w:rsidRPr="00B72B97">
        <w:rPr>
          <w:rStyle w:val="libArabicChar"/>
          <w:rFonts w:hint="cs"/>
          <w:rtl/>
        </w:rPr>
        <w:t>اللّ</w:t>
      </w:r>
      <w:r w:rsidR="00120F63" w:rsidRPr="00B2551F">
        <w:rPr>
          <w:rStyle w:val="libArabicChar"/>
          <w:rFonts w:hint="cs"/>
          <w:rtl/>
        </w:rPr>
        <w:t>ه</w:t>
      </w:r>
      <w:r w:rsidRPr="00B72B97">
        <w:rPr>
          <w:rStyle w:val="libArabicChar"/>
          <w:rtl/>
        </w:rPr>
        <w:t xml:space="preserve"> </w:t>
      </w:r>
      <w:r w:rsidRPr="00B72B97">
        <w:rPr>
          <w:rStyle w:val="libArabicChar"/>
          <w:rFonts w:hint="cs"/>
          <w:rtl/>
        </w:rPr>
        <w:t>تعالى</w:t>
      </w:r>
      <w:r w:rsidRPr="00B72B97">
        <w:rPr>
          <w:rStyle w:val="libArabicChar"/>
          <w:rtl/>
        </w:rPr>
        <w:t xml:space="preserve"> </w:t>
      </w:r>
      <w:r w:rsidRPr="00B72B97">
        <w:rPr>
          <w:rStyle w:val="libArabicChar"/>
          <w:rFonts w:hint="cs"/>
          <w:rtl/>
        </w:rPr>
        <w:t>من</w:t>
      </w:r>
      <w:r w:rsidRPr="00B72B97">
        <w:rPr>
          <w:rStyle w:val="libArabicChar"/>
          <w:rtl/>
        </w:rPr>
        <w:t xml:space="preserve"> </w:t>
      </w:r>
      <w:r w:rsidRPr="00B72B97">
        <w:rPr>
          <w:rStyle w:val="libArabicChar"/>
          <w:rFonts w:hint="cs"/>
          <w:rtl/>
        </w:rPr>
        <w:t>النار،</w:t>
      </w:r>
      <w:r w:rsidRPr="00B72B97">
        <w:rPr>
          <w:rStyle w:val="libArabicChar"/>
          <w:rtl/>
        </w:rPr>
        <w:t xml:space="preserve"> </w:t>
      </w:r>
      <w:r w:rsidRPr="00B72B97">
        <w:rPr>
          <w:rStyle w:val="libArabicChar"/>
          <w:rFonts w:hint="cs"/>
          <w:rtl/>
        </w:rPr>
        <w:t>ثم</w:t>
      </w:r>
      <w:r w:rsidRPr="00B72B97">
        <w:rPr>
          <w:rStyle w:val="libArabicChar"/>
          <w:rtl/>
        </w:rPr>
        <w:t xml:space="preserve"> </w:t>
      </w:r>
      <w:r w:rsidRPr="00B72B97">
        <w:rPr>
          <w:rStyle w:val="libArabicChar"/>
          <w:rFonts w:hint="cs"/>
          <w:rtl/>
        </w:rPr>
        <w:t>قرا</w:t>
      </w:r>
      <w:r w:rsidRPr="00B72B97">
        <w:rPr>
          <w:rStyle w:val="libArabicChar"/>
          <w:rtl/>
        </w:rPr>
        <w:t xml:space="preserve"> </w:t>
      </w:r>
      <w:r w:rsidRPr="00B72B97">
        <w:rPr>
          <w:rStyle w:val="libArabicChar"/>
          <w:rFonts w:hint="cs"/>
          <w:rtl/>
        </w:rPr>
        <w:t>رسول</w:t>
      </w:r>
      <w:r w:rsidRPr="00B72B97">
        <w:rPr>
          <w:rStyle w:val="libArabicChar"/>
          <w:rtl/>
        </w:rPr>
        <w:t xml:space="preserve"> </w:t>
      </w:r>
      <w:r w:rsidRPr="00B72B97">
        <w:rPr>
          <w:rStyle w:val="libArabicChar"/>
          <w:rFonts w:hint="cs"/>
          <w:rtl/>
        </w:rPr>
        <w:t>اللّ</w:t>
      </w:r>
      <w:r w:rsidR="00120F63" w:rsidRPr="00B2551F">
        <w:rPr>
          <w:rStyle w:val="libArabicChar"/>
          <w:rFonts w:hint="cs"/>
          <w:rtl/>
        </w:rPr>
        <w:t>ه</w:t>
      </w:r>
      <w:r w:rsidRPr="00B72B97">
        <w:rPr>
          <w:rStyle w:val="libArabicChar"/>
          <w:rtl/>
        </w:rPr>
        <w:t xml:space="preserve"> </w:t>
      </w:r>
      <w:r w:rsidR="00F031CD" w:rsidRPr="00F031CD">
        <w:rPr>
          <w:rStyle w:val="libAlaemChar"/>
          <w:rtl/>
        </w:rPr>
        <w:t xml:space="preserve"> صلى‌الله‌عليه‌وآله‌وسلم </w:t>
      </w:r>
      <w:r w:rsidRPr="00B72B97">
        <w:rPr>
          <w:rStyle w:val="libArabicChar"/>
          <w:rtl/>
        </w:rPr>
        <w:t xml:space="preserve"> :''</w:t>
      </w:r>
      <w:r w:rsidRPr="00B72B97">
        <w:rPr>
          <w:rStyle w:val="libArabicChar"/>
          <w:rFonts w:hint="cs"/>
          <w:rtl/>
        </w:rPr>
        <w:t>ربما</w:t>
      </w:r>
      <w:r w:rsidRPr="00B72B97">
        <w:rPr>
          <w:rStyle w:val="libArabicChar"/>
          <w:rtl/>
        </w:rPr>
        <w:t xml:space="preserve"> </w:t>
      </w:r>
      <w:r w:rsidRPr="00B72B97">
        <w:rPr>
          <w:rStyle w:val="libArabicChar"/>
          <w:rFonts w:hint="cs"/>
          <w:rtl/>
        </w:rPr>
        <w:t>يودّالذين</w:t>
      </w:r>
      <w:r w:rsidRPr="00B72B97">
        <w:rPr>
          <w:rStyle w:val="libArabicChar"/>
          <w:rtl/>
        </w:rPr>
        <w:t xml:space="preserve"> </w:t>
      </w:r>
      <w:r w:rsidRPr="00B72B97">
        <w:rPr>
          <w:rStyle w:val="libArabicChar"/>
          <w:rFonts w:hint="cs"/>
          <w:rtl/>
        </w:rPr>
        <w:t>كفروا</w:t>
      </w:r>
      <w:r w:rsidRPr="00B72B97">
        <w:rPr>
          <w:rStyle w:val="libArabicChar"/>
          <w:rtl/>
        </w:rPr>
        <w:t xml:space="preserve"> </w:t>
      </w:r>
      <w:r w:rsidRPr="00B72B97">
        <w:rPr>
          <w:rStyle w:val="libArabicChar"/>
          <w:rFonts w:hint="cs"/>
          <w:rtl/>
        </w:rPr>
        <w:t>لوكانوا</w:t>
      </w:r>
      <w:r w:rsidRPr="00B72B97">
        <w:rPr>
          <w:rStyle w:val="libArabicChar"/>
          <w:rtl/>
        </w:rPr>
        <w:t xml:space="preserve"> </w:t>
      </w:r>
      <w:r w:rsidRPr="00B72B97">
        <w:rPr>
          <w:rStyle w:val="libArabicChar"/>
          <w:rFonts w:hint="cs"/>
          <w:rtl/>
        </w:rPr>
        <w:t>مسل</w:t>
      </w:r>
      <w:r w:rsidRPr="00B72B97">
        <w:rPr>
          <w:rStyle w:val="libArabicChar"/>
          <w:rtl/>
        </w:rPr>
        <w:t>مين ''</w:t>
      </w:r>
      <w:r>
        <w:rPr>
          <w:rtl/>
        </w:rPr>
        <w:t xml:space="preserve">; </w:t>
      </w:r>
      <w:r w:rsidRPr="00B72B97">
        <w:rPr>
          <w:rStyle w:val="libFootnotenumChar"/>
          <w:rtl/>
        </w:rPr>
        <w:t>(2)</w:t>
      </w:r>
      <w:r>
        <w:rPr>
          <w:rtl/>
        </w:rPr>
        <w:t xml:space="preserve">جابر بن عبد الله نے روايت كى ہے كہ رسول خدا </w:t>
      </w:r>
      <w:r w:rsidR="00F031CD" w:rsidRPr="00F031CD">
        <w:rPr>
          <w:rStyle w:val="libAlaemChar"/>
          <w:rtl/>
        </w:rPr>
        <w:t xml:space="preserve"> صلى‌الله‌عليه‌وآله‌وسلم </w:t>
      </w:r>
      <w:r>
        <w:rPr>
          <w:rtl/>
        </w:rPr>
        <w:t xml:space="preserve"> نے فرمايا: بتحقيق ميرى اُمت مي</w:t>
      </w:r>
      <w:r w:rsidR="00083993">
        <w:rPr>
          <w:rtl/>
        </w:rPr>
        <w:t xml:space="preserve">ں </w:t>
      </w:r>
      <w:r>
        <w:rPr>
          <w:rtl/>
        </w:rPr>
        <w:t>سے كچھ لوگ اپنے گناہو</w:t>
      </w:r>
      <w:r w:rsidR="00083993">
        <w:rPr>
          <w:rtl/>
        </w:rPr>
        <w:t xml:space="preserve">ں </w:t>
      </w:r>
      <w:r>
        <w:rPr>
          <w:rtl/>
        </w:rPr>
        <w:t>كى وجہ سے عذاب مي</w:t>
      </w:r>
      <w:r w:rsidR="00083993">
        <w:rPr>
          <w:rtl/>
        </w:rPr>
        <w:t xml:space="preserve">ں </w:t>
      </w:r>
      <w:r>
        <w:rPr>
          <w:rtl/>
        </w:rPr>
        <w:t>مبتلا ہو</w:t>
      </w:r>
      <w:r w:rsidR="00083993">
        <w:rPr>
          <w:rtl/>
        </w:rPr>
        <w:t xml:space="preserve">ں </w:t>
      </w:r>
      <w:r>
        <w:rPr>
          <w:rtl/>
        </w:rPr>
        <w:t>گے_پس وہ جب تك خدا چاہے گا اگ مي</w:t>
      </w:r>
      <w:r w:rsidR="00083993">
        <w:rPr>
          <w:rtl/>
        </w:rPr>
        <w:t xml:space="preserve">ں </w:t>
      </w:r>
      <w:r>
        <w:rPr>
          <w:rtl/>
        </w:rPr>
        <w:t>رہي</w:t>
      </w:r>
      <w:r w:rsidR="00083993">
        <w:rPr>
          <w:rtl/>
        </w:rPr>
        <w:t xml:space="preserve">ں </w:t>
      </w:r>
      <w:r>
        <w:rPr>
          <w:rtl/>
        </w:rPr>
        <w:t>گے_اس كے بعد اہل شرك اُنہي</w:t>
      </w:r>
      <w:r w:rsidR="00083993">
        <w:rPr>
          <w:rtl/>
        </w:rPr>
        <w:t xml:space="preserve">ں </w:t>
      </w:r>
      <w:r>
        <w:rPr>
          <w:rtl/>
        </w:rPr>
        <w:t>سرزنش كري</w:t>
      </w:r>
      <w:r w:rsidR="00083993">
        <w:rPr>
          <w:rtl/>
        </w:rPr>
        <w:t xml:space="preserve">ں </w:t>
      </w:r>
      <w:r>
        <w:rPr>
          <w:rtl/>
        </w:rPr>
        <w:t>گ</w:t>
      </w:r>
      <w:r>
        <w:rPr>
          <w:rFonts w:hint="eastAsia"/>
          <w:rtl/>
        </w:rPr>
        <w:t>ے</w:t>
      </w:r>
      <w:r>
        <w:rPr>
          <w:rtl/>
        </w:rPr>
        <w:t xml:space="preserve"> اور كہي</w:t>
      </w:r>
      <w:r w:rsidR="00083993">
        <w:rPr>
          <w:rtl/>
        </w:rPr>
        <w:t xml:space="preserve">ں </w:t>
      </w:r>
      <w:r>
        <w:rPr>
          <w:rtl/>
        </w:rPr>
        <w:t>گے:ہم نہي</w:t>
      </w:r>
      <w:r w:rsidR="00083993">
        <w:rPr>
          <w:rtl/>
        </w:rPr>
        <w:t xml:space="preserve">ں </w:t>
      </w:r>
      <w:r>
        <w:rPr>
          <w:rtl/>
        </w:rPr>
        <w:t>ديكھتے كہ تمہارے ايمان نے تمہي</w:t>
      </w:r>
      <w:r w:rsidR="00083993">
        <w:rPr>
          <w:rtl/>
        </w:rPr>
        <w:t xml:space="preserve">ں </w:t>
      </w:r>
      <w:r>
        <w:rPr>
          <w:rtl/>
        </w:rPr>
        <w:t>كوئي فائدہ پہنچايا ہو_ پس اسوقت كوئي بھى موحد انسان باقى نہي</w:t>
      </w:r>
      <w:r w:rsidR="00083993">
        <w:rPr>
          <w:rtl/>
        </w:rPr>
        <w:t xml:space="preserve">ں </w:t>
      </w:r>
      <w:r>
        <w:rPr>
          <w:rtl/>
        </w:rPr>
        <w:t xml:space="preserve">رہے گا كہ جسے خدا نے جہنم كى اگ سے نكال نہ ليا ہو_اس كے بعد رسول خدا </w:t>
      </w:r>
      <w:r w:rsidR="00F031CD" w:rsidRPr="00F031CD">
        <w:rPr>
          <w:rStyle w:val="libAlaemChar"/>
          <w:rtl/>
        </w:rPr>
        <w:t xml:space="preserve"> صلى‌الله‌عليه‌وآله‌وسلم </w:t>
      </w:r>
      <w:r>
        <w:rPr>
          <w:rtl/>
        </w:rPr>
        <w:t xml:space="preserve"> نے اس ايت كى تلاوت فرمائي :''ربما يودّالذين كفروالوكانوامسلمين ''</w:t>
      </w:r>
    </w:p>
    <w:p w:rsidR="001F628F" w:rsidRDefault="00B84D3B" w:rsidP="00B84D3B">
      <w:pPr>
        <w:pStyle w:val="libLine"/>
        <w:rPr>
          <w:rtl/>
        </w:rPr>
      </w:pPr>
      <w:r>
        <w:rPr>
          <w:rtl/>
        </w:rPr>
        <w:t>____________________</w:t>
      </w:r>
    </w:p>
    <w:p w:rsidR="001F628F" w:rsidRDefault="001F628F" w:rsidP="00B72B97">
      <w:pPr>
        <w:pStyle w:val="libFootnote"/>
        <w:rPr>
          <w:rtl/>
        </w:rPr>
      </w:pPr>
      <w:r>
        <w:rPr>
          <w:rtl/>
        </w:rPr>
        <w:t>1)تفسير عياشى ،ج2،ص239،ح1;نور الثقلين ،ج3،ص2،ح3_</w:t>
      </w:r>
    </w:p>
    <w:p w:rsidR="001F628F" w:rsidRDefault="001F628F" w:rsidP="00B72B97">
      <w:pPr>
        <w:pStyle w:val="libFootnote"/>
        <w:rPr>
          <w:rtl/>
        </w:rPr>
      </w:pPr>
      <w:r>
        <w:rPr>
          <w:rtl/>
        </w:rPr>
        <w:t>2)الدرالمنثور ،ج5،ص62_</w:t>
      </w:r>
    </w:p>
    <w:p w:rsidR="001F628F" w:rsidRDefault="001E7F9D" w:rsidP="00F73EDE">
      <w:pPr>
        <w:pStyle w:val="libPoemTini"/>
        <w:rPr>
          <w:rtl/>
        </w:rPr>
      </w:pPr>
      <w:r>
        <w:rPr>
          <w:rtl/>
        </w:rPr>
        <w:br w:type="page"/>
      </w:r>
    </w:p>
    <w:p w:rsidR="001F628F" w:rsidRDefault="001F628F" w:rsidP="00B72B97">
      <w:pPr>
        <w:pStyle w:val="libNormal"/>
        <w:rPr>
          <w:rtl/>
        </w:rPr>
      </w:pPr>
      <w:r>
        <w:rPr>
          <w:rFonts w:hint="eastAsia"/>
          <w:rtl/>
        </w:rPr>
        <w:lastRenderedPageBreak/>
        <w:t>ارزو</w:t>
      </w:r>
      <w:r>
        <w:rPr>
          <w:rtl/>
        </w:rPr>
        <w:t>:</w:t>
      </w:r>
      <w:r>
        <w:rPr>
          <w:rFonts w:hint="eastAsia"/>
          <w:rtl/>
        </w:rPr>
        <w:t>مسلمانى</w:t>
      </w:r>
      <w:r>
        <w:rPr>
          <w:rtl/>
        </w:rPr>
        <w:t xml:space="preserve"> كى ارزو1،2،7،8</w:t>
      </w:r>
    </w:p>
    <w:p w:rsidR="001F628F" w:rsidRDefault="001F628F" w:rsidP="00B72B97">
      <w:pPr>
        <w:pStyle w:val="libNormal"/>
        <w:rPr>
          <w:rtl/>
        </w:rPr>
      </w:pPr>
      <w:r>
        <w:rPr>
          <w:rFonts w:hint="eastAsia"/>
          <w:rtl/>
        </w:rPr>
        <w:t>اسلام</w:t>
      </w:r>
      <w:r>
        <w:rPr>
          <w:rtl/>
        </w:rPr>
        <w:t xml:space="preserve"> :</w:t>
      </w:r>
      <w:r>
        <w:rPr>
          <w:rFonts w:hint="eastAsia"/>
          <w:rtl/>
        </w:rPr>
        <w:t>قبول</w:t>
      </w:r>
      <w:r>
        <w:rPr>
          <w:rtl/>
        </w:rPr>
        <w:t xml:space="preserve"> اسلام كى شرائط 5</w:t>
      </w:r>
    </w:p>
    <w:p w:rsidR="001F628F" w:rsidRDefault="001F628F" w:rsidP="00B72B97">
      <w:pPr>
        <w:pStyle w:val="libNormal"/>
        <w:rPr>
          <w:rtl/>
        </w:rPr>
      </w:pPr>
      <w:r>
        <w:rPr>
          <w:rFonts w:hint="eastAsia"/>
          <w:rtl/>
        </w:rPr>
        <w:t>پشيمانى</w:t>
      </w:r>
      <w:r>
        <w:rPr>
          <w:rtl/>
        </w:rPr>
        <w:t xml:space="preserve"> :</w:t>
      </w:r>
      <w:r>
        <w:rPr>
          <w:rFonts w:hint="eastAsia"/>
          <w:rtl/>
        </w:rPr>
        <w:t>پشيمانى</w:t>
      </w:r>
      <w:r>
        <w:rPr>
          <w:rtl/>
        </w:rPr>
        <w:t xml:space="preserve"> كے عوامل 6</w:t>
      </w:r>
    </w:p>
    <w:p w:rsidR="001F628F" w:rsidRDefault="001F628F" w:rsidP="00B72B97">
      <w:pPr>
        <w:pStyle w:val="libNormal"/>
        <w:rPr>
          <w:rtl/>
        </w:rPr>
      </w:pPr>
      <w:r>
        <w:rPr>
          <w:rFonts w:hint="eastAsia"/>
          <w:rtl/>
        </w:rPr>
        <w:t>تسليم</w:t>
      </w:r>
      <w:r>
        <w:rPr>
          <w:rtl/>
        </w:rPr>
        <w:t xml:space="preserve"> :</w:t>
      </w:r>
      <w:r>
        <w:rPr>
          <w:rFonts w:hint="eastAsia"/>
          <w:rtl/>
        </w:rPr>
        <w:t>خدا</w:t>
      </w:r>
      <w:r>
        <w:rPr>
          <w:rtl/>
        </w:rPr>
        <w:t xml:space="preserve"> كے سامنے تسليم ہونے كا انجام 4</w:t>
      </w:r>
    </w:p>
    <w:p w:rsidR="001F628F" w:rsidRDefault="001F628F" w:rsidP="001F628F">
      <w:pPr>
        <w:pStyle w:val="libNormal"/>
        <w:rPr>
          <w:rtl/>
        </w:rPr>
      </w:pPr>
      <w:r>
        <w:rPr>
          <w:rFonts w:hint="eastAsia"/>
          <w:rtl/>
        </w:rPr>
        <w:t>روايت</w:t>
      </w:r>
      <w:r>
        <w:rPr>
          <w:rtl/>
        </w:rPr>
        <w:t xml:space="preserve"> :7،8</w:t>
      </w:r>
    </w:p>
    <w:p w:rsidR="001F628F" w:rsidRDefault="001F628F" w:rsidP="00B72B97">
      <w:pPr>
        <w:pStyle w:val="libNormal"/>
        <w:rPr>
          <w:rtl/>
        </w:rPr>
      </w:pPr>
      <w:r>
        <w:rPr>
          <w:rFonts w:hint="eastAsia"/>
          <w:rtl/>
        </w:rPr>
        <w:t>كفار</w:t>
      </w:r>
      <w:r>
        <w:rPr>
          <w:rtl/>
        </w:rPr>
        <w:t>:</w:t>
      </w:r>
      <w:r>
        <w:rPr>
          <w:rFonts w:hint="eastAsia"/>
          <w:rtl/>
        </w:rPr>
        <w:t>كفار</w:t>
      </w:r>
      <w:r>
        <w:rPr>
          <w:rtl/>
        </w:rPr>
        <w:t xml:space="preserve"> اور اسلام 1، 3;كفار اور قران 2;كفار عذاب كے وقت 2 ;كفار كى اُخروى ارزو7;كفار كى ارزو 1، 2، 3;كفار كى خواہشات 1; كفار موت كے وقت2</w:t>
      </w:r>
    </w:p>
    <w:p w:rsidR="001F628F" w:rsidRDefault="001F628F" w:rsidP="00B72B97">
      <w:pPr>
        <w:pStyle w:val="libNormal"/>
        <w:rPr>
          <w:rtl/>
        </w:rPr>
      </w:pPr>
      <w:r>
        <w:rPr>
          <w:rFonts w:hint="eastAsia"/>
          <w:rtl/>
        </w:rPr>
        <w:t>كفر</w:t>
      </w:r>
      <w:r>
        <w:rPr>
          <w:rtl/>
        </w:rPr>
        <w:t>:</w:t>
      </w:r>
      <w:r>
        <w:rPr>
          <w:rFonts w:hint="eastAsia"/>
          <w:rtl/>
        </w:rPr>
        <w:t>كفر</w:t>
      </w:r>
      <w:r>
        <w:rPr>
          <w:rtl/>
        </w:rPr>
        <w:t xml:space="preserve"> سے پشيمانى 6;كفر كے اثرات 6</w:t>
      </w:r>
    </w:p>
    <w:p w:rsidR="001F628F" w:rsidRDefault="001F628F" w:rsidP="00B72B97">
      <w:pPr>
        <w:pStyle w:val="libNormal"/>
        <w:rPr>
          <w:rtl/>
        </w:rPr>
      </w:pPr>
      <w:r>
        <w:rPr>
          <w:rFonts w:hint="eastAsia"/>
          <w:rtl/>
        </w:rPr>
        <w:t>مسلمان</w:t>
      </w:r>
      <w:r>
        <w:rPr>
          <w:rtl/>
        </w:rPr>
        <w:t>:</w:t>
      </w:r>
      <w:r>
        <w:rPr>
          <w:rFonts w:hint="eastAsia"/>
          <w:rtl/>
        </w:rPr>
        <w:t>مسلمانو</w:t>
      </w:r>
      <w:r w:rsidR="00083993">
        <w:rPr>
          <w:rFonts w:hint="eastAsia"/>
          <w:rtl/>
        </w:rPr>
        <w:t xml:space="preserve">ں </w:t>
      </w:r>
      <w:r>
        <w:rPr>
          <w:rtl/>
        </w:rPr>
        <w:t>كا حسن انجام 4;مسلمانو</w:t>
      </w:r>
      <w:r w:rsidR="00083993">
        <w:rPr>
          <w:rtl/>
        </w:rPr>
        <w:t xml:space="preserve">ں </w:t>
      </w:r>
      <w:r>
        <w:rPr>
          <w:rtl/>
        </w:rPr>
        <w:t>كى اُخروى نجات8</w:t>
      </w:r>
    </w:p>
    <w:p w:rsidR="001F628F" w:rsidRDefault="001F628F" w:rsidP="00B72B97">
      <w:pPr>
        <w:pStyle w:val="libNormal"/>
        <w:rPr>
          <w:rtl/>
        </w:rPr>
      </w:pPr>
      <w:r>
        <w:rPr>
          <w:rFonts w:hint="eastAsia"/>
          <w:rtl/>
        </w:rPr>
        <w:t>مشركين</w:t>
      </w:r>
      <w:r>
        <w:rPr>
          <w:rtl/>
        </w:rPr>
        <w:t xml:space="preserve"> :</w:t>
      </w:r>
      <w:r>
        <w:rPr>
          <w:rFonts w:hint="eastAsia"/>
          <w:rtl/>
        </w:rPr>
        <w:t>قيامت</w:t>
      </w:r>
      <w:r>
        <w:rPr>
          <w:rtl/>
        </w:rPr>
        <w:t xml:space="preserve"> كے دن مشركين كا طعن 8</w:t>
      </w:r>
    </w:p>
    <w:p w:rsidR="001F628F" w:rsidRDefault="00B72B97" w:rsidP="00B72B97">
      <w:pPr>
        <w:pStyle w:val="Heading2Center"/>
        <w:rPr>
          <w:rtl/>
        </w:rPr>
      </w:pPr>
      <w:bookmarkStart w:id="55" w:name="_Toc28081733"/>
      <w:r>
        <w:rPr>
          <w:rFonts w:hint="cs"/>
          <w:rtl/>
        </w:rPr>
        <w:t>آیت 3</w:t>
      </w:r>
      <w:bookmarkEnd w:id="55"/>
    </w:p>
    <w:p w:rsidR="001F628F" w:rsidRDefault="00E260F9" w:rsidP="00B72B97">
      <w:pPr>
        <w:pStyle w:val="libNormal"/>
        <w:rPr>
          <w:rtl/>
        </w:rPr>
      </w:pPr>
      <w:r w:rsidRPr="00E260F9">
        <w:rPr>
          <w:rStyle w:val="libAlaemChar"/>
          <w:rFonts w:hint="eastAsia"/>
          <w:rtl/>
        </w:rPr>
        <w:t>(</w:t>
      </w:r>
      <w:r w:rsidRPr="00B72B97">
        <w:rPr>
          <w:rStyle w:val="libAieChar"/>
          <w:rFonts w:hint="eastAsia"/>
          <w:rtl/>
        </w:rPr>
        <w:t>ذَرْهُمْ</w:t>
      </w:r>
      <w:r w:rsidRPr="00B72B97">
        <w:rPr>
          <w:rStyle w:val="libAieChar"/>
          <w:rtl/>
        </w:rPr>
        <w:t xml:space="preserve"> يَأْكُلُواْ وَيَتَمَتَّعُواْ وَيُلْهِهِمُ الأَمَلُ فَسَوْفَ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انھي</w:t>
      </w:r>
      <w:r w:rsidR="00083993">
        <w:rPr>
          <w:rFonts w:hint="eastAsia"/>
          <w:rtl/>
        </w:rPr>
        <w:t xml:space="preserve">ں </w:t>
      </w:r>
      <w:r>
        <w:rPr>
          <w:rtl/>
        </w:rPr>
        <w:t>ان كے حال پر چھوڑ دوكھائي</w:t>
      </w:r>
      <w:r w:rsidR="00083993">
        <w:rPr>
          <w:rtl/>
        </w:rPr>
        <w:t xml:space="preserve">ں </w:t>
      </w:r>
      <w:r>
        <w:rPr>
          <w:rtl/>
        </w:rPr>
        <w:t>پئي</w:t>
      </w:r>
      <w:r w:rsidR="00083993">
        <w:rPr>
          <w:rtl/>
        </w:rPr>
        <w:t xml:space="preserve">ں </w:t>
      </w:r>
      <w:r>
        <w:rPr>
          <w:rtl/>
        </w:rPr>
        <w:t>اور مزے اڑائي</w:t>
      </w:r>
      <w:r w:rsidR="00083993">
        <w:rPr>
          <w:rtl/>
        </w:rPr>
        <w:t xml:space="preserve">ں </w:t>
      </w:r>
      <w:r>
        <w:rPr>
          <w:rtl/>
        </w:rPr>
        <w:t>اور اميدي</w:t>
      </w:r>
      <w:r w:rsidR="00083993">
        <w:rPr>
          <w:rtl/>
        </w:rPr>
        <w:t xml:space="preserve">ں </w:t>
      </w:r>
      <w:r>
        <w:rPr>
          <w:rtl/>
        </w:rPr>
        <w:t>انھي</w:t>
      </w:r>
      <w:r w:rsidR="00083993">
        <w:rPr>
          <w:rtl/>
        </w:rPr>
        <w:t xml:space="preserve">ں </w:t>
      </w:r>
      <w:r>
        <w:rPr>
          <w:rtl/>
        </w:rPr>
        <w:t>غفلت مي</w:t>
      </w:r>
      <w:r w:rsidR="00083993">
        <w:rPr>
          <w:rtl/>
        </w:rPr>
        <w:t xml:space="preserve">ں </w:t>
      </w:r>
      <w:r>
        <w:rPr>
          <w:rtl/>
        </w:rPr>
        <w:t>ڈالے رہي</w:t>
      </w:r>
      <w:r w:rsidR="00083993">
        <w:rPr>
          <w:rtl/>
        </w:rPr>
        <w:t xml:space="preserve">ں </w:t>
      </w:r>
      <w:r>
        <w:rPr>
          <w:rtl/>
        </w:rPr>
        <w:t>عنقريب انھي</w:t>
      </w:r>
      <w:r w:rsidR="00083993">
        <w:rPr>
          <w:rtl/>
        </w:rPr>
        <w:t xml:space="preserve">ں </w:t>
      </w:r>
      <w:r>
        <w:rPr>
          <w:rtl/>
        </w:rPr>
        <w:t>سب كچھ معلوم ہوجائے گا_</w:t>
      </w:r>
    </w:p>
    <w:p w:rsidR="001F628F" w:rsidRDefault="001F628F" w:rsidP="00B72B97">
      <w:pPr>
        <w:pStyle w:val="libNormal"/>
        <w:rPr>
          <w:rtl/>
        </w:rPr>
      </w:pPr>
      <w:r>
        <w:rPr>
          <w:rtl/>
        </w:rPr>
        <w:t xml:space="preserve">1_كفار مكہ كى طرف سے حق كوقبول نہ كرنے پر پيغمبر اكرم </w:t>
      </w:r>
      <w:r w:rsidR="00F031CD" w:rsidRPr="00F031CD">
        <w:rPr>
          <w:rStyle w:val="libAlaemChar"/>
          <w:rtl/>
        </w:rPr>
        <w:t xml:space="preserve"> صلى‌الله‌عليه‌وآله‌وسلم </w:t>
      </w:r>
      <w:r>
        <w:rPr>
          <w:rtl/>
        </w:rPr>
        <w:t xml:space="preserve"> كا فريضہ ہے كہ اپ </w:t>
      </w:r>
      <w:r w:rsidR="00F031CD" w:rsidRPr="00F031CD">
        <w:rPr>
          <w:rStyle w:val="libAlaemChar"/>
          <w:rtl/>
        </w:rPr>
        <w:t xml:space="preserve"> صلى‌الله‌عليه‌وآله‌وسلم </w:t>
      </w:r>
      <w:r>
        <w:rPr>
          <w:rtl/>
        </w:rPr>
        <w:t xml:space="preserve"> اُن كو اپنے حال پر چھوڑ دي</w:t>
      </w:r>
      <w:r w:rsidR="00083993">
        <w:rPr>
          <w:rtl/>
        </w:rPr>
        <w:t xml:space="preserve">ں </w:t>
      </w:r>
      <w:r>
        <w:rPr>
          <w:rtl/>
        </w:rPr>
        <w:t>اور اُن كے ساتھ بحث نہ كري</w:t>
      </w:r>
      <w:r w:rsidR="00083993">
        <w:rPr>
          <w:rtl/>
        </w:rPr>
        <w:t xml:space="preserve">ں </w:t>
      </w:r>
      <w:r>
        <w:rPr>
          <w:rtl/>
        </w:rPr>
        <w:t>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يا كلوا ويتمتّعو</w:t>
      </w:r>
      <w:r w:rsidR="00B579BA">
        <w:rPr>
          <w:rStyle w:val="libArabicChar"/>
          <w:rFonts w:hint="cs"/>
          <w:rtl/>
        </w:rPr>
        <w:t>ا</w:t>
      </w:r>
    </w:p>
    <w:p w:rsidR="001F628F" w:rsidRDefault="001F628F" w:rsidP="00B72B97">
      <w:pPr>
        <w:pStyle w:val="libNormal"/>
        <w:rPr>
          <w:rtl/>
        </w:rPr>
      </w:pPr>
      <w:r>
        <w:rPr>
          <w:rtl/>
        </w:rPr>
        <w:t xml:space="preserve">2_ پيغمبر اكرم </w:t>
      </w:r>
      <w:r w:rsidR="00F031CD" w:rsidRPr="00F031CD">
        <w:rPr>
          <w:rStyle w:val="libAlaemChar"/>
          <w:rtl/>
        </w:rPr>
        <w:t xml:space="preserve"> صلى‌الله‌عليه‌وآله‌وسلم </w:t>
      </w:r>
      <w:r>
        <w:rPr>
          <w:rtl/>
        </w:rPr>
        <w:t xml:space="preserve"> نے كفار كى ہدايت كے لئے بہت زيادہ كوشش كى ہے 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يا كلوا ويتمتّعو</w:t>
      </w:r>
      <w:r w:rsidR="00B579BA">
        <w:rPr>
          <w:rStyle w:val="libArabicChar"/>
          <w:rFonts w:hint="cs"/>
          <w:rtl/>
        </w:rPr>
        <w:t>ا</w:t>
      </w:r>
    </w:p>
    <w:p w:rsidR="001F628F" w:rsidRDefault="001F628F" w:rsidP="001F628F">
      <w:pPr>
        <w:pStyle w:val="libNormal"/>
        <w:rPr>
          <w:rtl/>
        </w:rPr>
      </w:pPr>
      <w:r>
        <w:rPr>
          <w:rFonts w:hint="eastAsia"/>
          <w:rtl/>
        </w:rPr>
        <w:t>يہ</w:t>
      </w:r>
      <w:r>
        <w:rPr>
          <w:rtl/>
        </w:rPr>
        <w:t xml:space="preserve"> كہ خدا وند عالم</w:t>
      </w:r>
      <w:r w:rsidR="00B72B97">
        <w:rPr>
          <w:rFonts w:hint="cs"/>
          <w:rtl/>
        </w:rPr>
        <w:t xml:space="preserve"> </w:t>
      </w:r>
      <w:r>
        <w:rPr>
          <w:rtl/>
        </w:rPr>
        <w:t xml:space="preserve">پيغمبر اكرم </w:t>
      </w:r>
      <w:r w:rsidR="00F031CD" w:rsidRPr="00F031CD">
        <w:rPr>
          <w:rStyle w:val="libAlaemChar"/>
          <w:rtl/>
        </w:rPr>
        <w:t xml:space="preserve"> صلى‌الله‌عليه‌وآله‌وسلم </w:t>
      </w:r>
      <w:r>
        <w:rPr>
          <w:rtl/>
        </w:rPr>
        <w:t xml:space="preserve"> كو حكم ديتا ہے كہ ''اُن كو اپنے حال پر چھوڑ دو''اس سے معلوم ہوتا ہے كہ انحضرت </w:t>
      </w:r>
      <w:r w:rsidR="00F031CD" w:rsidRPr="00F031CD">
        <w:rPr>
          <w:rStyle w:val="libAlaemChar"/>
          <w:rtl/>
        </w:rPr>
        <w:t xml:space="preserve"> صلى‌الله‌عليه‌وآله‌وسلم </w:t>
      </w:r>
      <w:r>
        <w:rPr>
          <w:rtl/>
        </w:rPr>
        <w:t xml:space="preserve"> نے اُن كو كفر سے نجات دلانے كے لئے بہت زيادہ كوشش كى تھي_</w:t>
      </w:r>
    </w:p>
    <w:p w:rsidR="00B72B97" w:rsidRDefault="001E7F9D" w:rsidP="00F73EDE">
      <w:pPr>
        <w:pStyle w:val="libPoemTini"/>
        <w:rPr>
          <w:rtl/>
        </w:rPr>
      </w:pPr>
      <w:r>
        <w:rPr>
          <w:rtl/>
        </w:rPr>
        <w:br w:type="page"/>
      </w:r>
    </w:p>
    <w:p w:rsidR="001F628F" w:rsidRDefault="001F628F" w:rsidP="00B72B97">
      <w:pPr>
        <w:pStyle w:val="libNormal"/>
        <w:rPr>
          <w:rtl/>
        </w:rPr>
      </w:pPr>
      <w:r>
        <w:rPr>
          <w:rtl/>
        </w:rPr>
        <w:lastRenderedPageBreak/>
        <w:t>3_حق سے فرار كرنے اور ہدايت قبول نہ كرنے والو</w:t>
      </w:r>
      <w:r w:rsidR="00083993">
        <w:rPr>
          <w:rtl/>
        </w:rPr>
        <w:t xml:space="preserve">ں </w:t>
      </w:r>
      <w:r>
        <w:rPr>
          <w:rtl/>
        </w:rPr>
        <w:t>كے لئے نہ دل جلانا چاہيے اورنہ اُن پرسرمايہ صرف كرنا چاہےيے_</w:t>
      </w:r>
    </w:p>
    <w:p w:rsidR="001F628F" w:rsidRDefault="001F628F" w:rsidP="00B72B97">
      <w:pPr>
        <w:pStyle w:val="libArabic"/>
        <w:rPr>
          <w:rtl/>
        </w:rPr>
      </w:pPr>
      <w:r>
        <w:rPr>
          <w:rFonts w:hint="eastAsia"/>
          <w:rtl/>
        </w:rPr>
        <w:t>ذر</w:t>
      </w:r>
      <w:r w:rsidR="00F21947" w:rsidRPr="00B2551F">
        <w:rPr>
          <w:rFonts w:hint="cs"/>
          <w:rtl/>
        </w:rPr>
        <w:t>ه</w:t>
      </w:r>
      <w:r>
        <w:rPr>
          <w:rFonts w:hint="cs"/>
          <w:rtl/>
        </w:rPr>
        <w:t>م</w:t>
      </w:r>
      <w:r>
        <w:rPr>
          <w:rtl/>
        </w:rPr>
        <w:t xml:space="preserve"> يا كلوا ويتمتّعو</w:t>
      </w:r>
      <w:r w:rsidR="00B579BA">
        <w:rPr>
          <w:rFonts w:hint="cs"/>
          <w:rtl/>
        </w:rPr>
        <w:t>ا</w:t>
      </w:r>
    </w:p>
    <w:p w:rsidR="001F628F" w:rsidRDefault="001F628F" w:rsidP="00B72B97">
      <w:pPr>
        <w:pStyle w:val="libNormal"/>
        <w:rPr>
          <w:rtl/>
        </w:rPr>
      </w:pPr>
      <w:r>
        <w:rPr>
          <w:rtl/>
        </w:rPr>
        <w:t>4_صدر اسلام كے ناقابل ہدايت كفار كى سارى كوشش كھانے پينے اور مادى لذات سے بہرہ مندہونے مي</w:t>
      </w:r>
      <w:r w:rsidR="00083993">
        <w:rPr>
          <w:rtl/>
        </w:rPr>
        <w:t xml:space="preserve">ں </w:t>
      </w:r>
      <w:r>
        <w:rPr>
          <w:rtl/>
        </w:rPr>
        <w:t>صرف ہوتى تھي_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يا كلوا ويتمتّعو</w:t>
      </w:r>
      <w:r w:rsidR="00B579BA">
        <w:rPr>
          <w:rStyle w:val="libArabicChar"/>
          <w:rFonts w:hint="cs"/>
          <w:rtl/>
        </w:rPr>
        <w:t>ا</w:t>
      </w:r>
    </w:p>
    <w:p w:rsidR="001F628F" w:rsidRDefault="001F628F" w:rsidP="00B72B97">
      <w:pPr>
        <w:pStyle w:val="libNormal"/>
        <w:rPr>
          <w:rtl/>
        </w:rPr>
      </w:pPr>
      <w:r>
        <w:rPr>
          <w:rtl/>
        </w:rPr>
        <w:t>5_كھانا پينا ،لذت اُٹھانا ،دنيوى مال و منال اور لذات سے بہر ہ مند ہونا اور بيہودہ خواہشات مي</w:t>
      </w:r>
      <w:r w:rsidR="00083993">
        <w:rPr>
          <w:rtl/>
        </w:rPr>
        <w:t xml:space="preserve">ں </w:t>
      </w:r>
      <w:r>
        <w:rPr>
          <w:rtl/>
        </w:rPr>
        <w:t>ڈوبے رہنا ہى كفار كا سب سے بڑا مقصد ہے_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يا كلوا ويتمتّعوا و يل</w:t>
      </w:r>
      <w:r w:rsidR="00F21947" w:rsidRPr="00B2551F">
        <w:rPr>
          <w:rStyle w:val="libArabicChar"/>
          <w:rFonts w:hint="cs"/>
          <w:rtl/>
        </w:rPr>
        <w:t>هه</w:t>
      </w:r>
      <w:r w:rsidRPr="00B72B97">
        <w:rPr>
          <w:rStyle w:val="libArabicChar"/>
          <w:rFonts w:hint="cs"/>
          <w:rtl/>
        </w:rPr>
        <w:t>م</w:t>
      </w:r>
      <w:r w:rsidRPr="00B72B97">
        <w:rPr>
          <w:rStyle w:val="libArabicChar"/>
          <w:rtl/>
        </w:rPr>
        <w:t xml:space="preserve"> الا مل</w:t>
      </w:r>
    </w:p>
    <w:p w:rsidR="001F628F" w:rsidRDefault="001F628F" w:rsidP="001F628F">
      <w:pPr>
        <w:pStyle w:val="libNormal"/>
        <w:rPr>
          <w:rtl/>
        </w:rPr>
      </w:pPr>
      <w:r>
        <w:rPr>
          <w:rtl/>
        </w:rPr>
        <w:t>6_مادى لذات اور خواہشات مي</w:t>
      </w:r>
      <w:r w:rsidR="00083993">
        <w:rPr>
          <w:rtl/>
        </w:rPr>
        <w:t xml:space="preserve">ں </w:t>
      </w:r>
      <w:r>
        <w:rPr>
          <w:rtl/>
        </w:rPr>
        <w:t>ڈوبے رہنا انسان كو دينى حقائق كے سامنے تسليم ہونے سے روكتا ہے_</w:t>
      </w:r>
    </w:p>
    <w:p w:rsidR="001F628F" w:rsidRDefault="001F628F" w:rsidP="00B72B97">
      <w:pPr>
        <w:pStyle w:val="libArabic"/>
        <w:rPr>
          <w:rtl/>
        </w:rPr>
      </w:pPr>
      <w:r>
        <w:rPr>
          <w:rFonts w:hint="eastAsia"/>
          <w:rtl/>
        </w:rPr>
        <w:t>ربما</w:t>
      </w:r>
      <w:r>
        <w:rPr>
          <w:rtl/>
        </w:rPr>
        <w:t xml:space="preserve"> يودّالذين كفروالوكانوامسلمينذر</w:t>
      </w:r>
      <w:r w:rsidR="00F21947" w:rsidRPr="00B2551F">
        <w:rPr>
          <w:rFonts w:hint="cs"/>
          <w:rtl/>
        </w:rPr>
        <w:t>ه</w:t>
      </w:r>
      <w:r>
        <w:rPr>
          <w:rFonts w:hint="cs"/>
          <w:rtl/>
        </w:rPr>
        <w:t>م</w:t>
      </w:r>
      <w:r>
        <w:rPr>
          <w:rtl/>
        </w:rPr>
        <w:t xml:space="preserve"> </w:t>
      </w:r>
      <w:r>
        <w:rPr>
          <w:rFonts w:hint="cs"/>
          <w:rtl/>
        </w:rPr>
        <w:t>يا</w:t>
      </w:r>
      <w:r>
        <w:rPr>
          <w:rtl/>
        </w:rPr>
        <w:t xml:space="preserve"> </w:t>
      </w:r>
      <w:r>
        <w:rPr>
          <w:rFonts w:hint="cs"/>
          <w:rtl/>
        </w:rPr>
        <w:t>كلوا</w:t>
      </w:r>
      <w:r>
        <w:rPr>
          <w:rtl/>
        </w:rPr>
        <w:t xml:space="preserve"> </w:t>
      </w:r>
      <w:r>
        <w:rPr>
          <w:rFonts w:hint="cs"/>
          <w:rtl/>
        </w:rPr>
        <w:t>ويت</w:t>
      </w:r>
      <w:r>
        <w:rPr>
          <w:rtl/>
        </w:rPr>
        <w:t>متّعو</w:t>
      </w:r>
      <w:r w:rsidR="00B579BA">
        <w:rPr>
          <w:rFonts w:hint="cs"/>
          <w:rtl/>
        </w:rPr>
        <w:t>ا</w:t>
      </w:r>
    </w:p>
    <w:p w:rsidR="001F628F" w:rsidRDefault="001F628F" w:rsidP="001F628F">
      <w:pPr>
        <w:pStyle w:val="libNormal"/>
        <w:rPr>
          <w:rtl/>
        </w:rPr>
      </w:pPr>
      <w:r>
        <w:rPr>
          <w:rFonts w:hint="eastAsia"/>
          <w:rtl/>
        </w:rPr>
        <w:t>جملہ</w:t>
      </w:r>
      <w:r>
        <w:rPr>
          <w:rtl/>
        </w:rPr>
        <w:t xml:space="preserve"> '' ذرھم يا كلوا ويتمتّعوا___ '' كہ جو كفار كے حالات بيان كر رہا ہے ہو سكتا ہے اس چيز كا جواب اور علت بيان كر رہا ہو كہ وہ اسلام كيو</w:t>
      </w:r>
      <w:r w:rsidR="00083993">
        <w:rPr>
          <w:rtl/>
        </w:rPr>
        <w:t xml:space="preserve">ں </w:t>
      </w:r>
      <w:r>
        <w:rPr>
          <w:rtl/>
        </w:rPr>
        <w:t>نہي</w:t>
      </w:r>
      <w:r w:rsidR="00083993">
        <w:rPr>
          <w:rtl/>
        </w:rPr>
        <w:t xml:space="preserve">ں </w:t>
      </w:r>
      <w:r>
        <w:rPr>
          <w:rtl/>
        </w:rPr>
        <w:t>لاتے اور اخر كا ر كيو</w:t>
      </w:r>
      <w:r w:rsidR="00083993">
        <w:rPr>
          <w:rtl/>
        </w:rPr>
        <w:t xml:space="preserve">ں </w:t>
      </w:r>
      <w:r>
        <w:rPr>
          <w:rtl/>
        </w:rPr>
        <w:t>پشيمان ہو تے ہي</w:t>
      </w:r>
      <w:r w:rsidR="00083993">
        <w:rPr>
          <w:rtl/>
        </w:rPr>
        <w:t xml:space="preserve">ں </w:t>
      </w:r>
      <w:r>
        <w:rPr>
          <w:rtl/>
        </w:rPr>
        <w:t>؟</w:t>
      </w:r>
    </w:p>
    <w:p w:rsidR="001F628F" w:rsidRDefault="001F628F" w:rsidP="00B72B97">
      <w:pPr>
        <w:pStyle w:val="libNormal"/>
        <w:rPr>
          <w:rtl/>
        </w:rPr>
      </w:pPr>
      <w:r>
        <w:rPr>
          <w:rtl/>
        </w:rPr>
        <w:t>7_دينى تعليمات كے سامنے تسليم ہونے كے بغير زندگى بيہودہ اور عمر كا زيا</w:t>
      </w:r>
      <w:r w:rsidR="00083993">
        <w:rPr>
          <w:rtl/>
        </w:rPr>
        <w:t xml:space="preserve">ں </w:t>
      </w:r>
      <w:r>
        <w:rPr>
          <w:rtl/>
        </w:rPr>
        <w:t>ہے_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...و يل</w:t>
      </w:r>
      <w:r w:rsidR="00F21947" w:rsidRPr="00B2551F">
        <w:rPr>
          <w:rStyle w:val="libArabicChar"/>
          <w:rFonts w:hint="cs"/>
          <w:rtl/>
        </w:rPr>
        <w:t>هه</w:t>
      </w:r>
      <w:r w:rsidRPr="00B72B97">
        <w:rPr>
          <w:rStyle w:val="libArabicChar"/>
          <w:rFonts w:hint="cs"/>
          <w:rtl/>
        </w:rPr>
        <w:t>م</w:t>
      </w:r>
      <w:r w:rsidRPr="00B72B97">
        <w:rPr>
          <w:rStyle w:val="libArabicChar"/>
          <w:rtl/>
        </w:rPr>
        <w:t xml:space="preserve"> الا مل</w:t>
      </w:r>
    </w:p>
    <w:p w:rsidR="001F628F" w:rsidRDefault="001F628F" w:rsidP="001F628F">
      <w:pPr>
        <w:pStyle w:val="libNormal"/>
        <w:rPr>
          <w:rtl/>
        </w:rPr>
      </w:pPr>
      <w:r>
        <w:rPr>
          <w:rtl/>
        </w:rPr>
        <w:t>''لھو'' لغت مي</w:t>
      </w:r>
      <w:r w:rsidR="00083993">
        <w:rPr>
          <w:rtl/>
        </w:rPr>
        <w:t xml:space="preserve">ں </w:t>
      </w:r>
      <w:r>
        <w:rPr>
          <w:rtl/>
        </w:rPr>
        <w:t>ايسى چيز كو كہتے ہي</w:t>
      </w:r>
      <w:r w:rsidR="00083993">
        <w:rPr>
          <w:rtl/>
        </w:rPr>
        <w:t xml:space="preserve">ں </w:t>
      </w:r>
      <w:r>
        <w:rPr>
          <w:rtl/>
        </w:rPr>
        <w:t>كہ جو انسان كو مشغول ركھتى ہے اور اُسے اپنے مقصد و مراد سے روكے ركھتى ہے _لہذا جو شخص اپنے ہدف ومقصد كو پورا نہ كر سكے گويا وہ اپنى عمر كو ضائع كر ديتا ہے_</w:t>
      </w:r>
    </w:p>
    <w:p w:rsidR="001F628F" w:rsidRDefault="001F628F" w:rsidP="00B72B97">
      <w:pPr>
        <w:pStyle w:val="libNormal"/>
        <w:rPr>
          <w:rtl/>
        </w:rPr>
      </w:pPr>
      <w:r>
        <w:rPr>
          <w:rtl/>
        </w:rPr>
        <w:t>8_دنيوى فوائد اور لذات سے زيادہ سے زيادہ بہرہ مند ہونے كے لئے اپنى سب كوششي</w:t>
      </w:r>
      <w:r w:rsidR="00083993">
        <w:rPr>
          <w:rtl/>
        </w:rPr>
        <w:t xml:space="preserve">ں </w:t>
      </w:r>
      <w:r>
        <w:rPr>
          <w:rtl/>
        </w:rPr>
        <w:t>صرف كرنا اور بيہودہ ارزوئو</w:t>
      </w:r>
      <w:r w:rsidR="00083993">
        <w:rPr>
          <w:rtl/>
        </w:rPr>
        <w:t xml:space="preserve">ں </w:t>
      </w:r>
      <w:r>
        <w:rPr>
          <w:rtl/>
        </w:rPr>
        <w:t>سے دل لگانا ايك ناپسنديدہ اور قابل مذمت كام ہے_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يا كلوا ويتمتّعوا و يل</w:t>
      </w:r>
      <w:r w:rsidR="00F21947" w:rsidRPr="00B2551F">
        <w:rPr>
          <w:rStyle w:val="libArabicChar"/>
          <w:rFonts w:hint="cs"/>
          <w:rtl/>
        </w:rPr>
        <w:t>هه</w:t>
      </w:r>
      <w:r w:rsidRPr="00B72B97">
        <w:rPr>
          <w:rStyle w:val="libArabicChar"/>
          <w:rFonts w:hint="cs"/>
          <w:rtl/>
        </w:rPr>
        <w:t>م</w:t>
      </w:r>
    </w:p>
    <w:p w:rsidR="001F628F" w:rsidRDefault="001F628F" w:rsidP="001F628F">
      <w:pPr>
        <w:pStyle w:val="libNormal"/>
        <w:rPr>
          <w:rtl/>
        </w:rPr>
      </w:pPr>
      <w:r>
        <w:rPr>
          <w:rFonts w:hint="eastAsia"/>
          <w:rtl/>
        </w:rPr>
        <w:t>يہ</w:t>
      </w:r>
      <w:r>
        <w:rPr>
          <w:rtl/>
        </w:rPr>
        <w:t xml:space="preserve"> ايت اس بات كى طرف اشارہ ہے كہ ہدايت قبول نہ كرنے والے كفار كا سارا ہم و غم دنيوى لذات ہي</w:t>
      </w:r>
      <w:r w:rsidR="00083993">
        <w:rPr>
          <w:rtl/>
        </w:rPr>
        <w:t xml:space="preserve">ں </w:t>
      </w:r>
      <w:r>
        <w:rPr>
          <w:rtl/>
        </w:rPr>
        <w:t>لہذا اُن كو اپنے حال پر چھوڑ دينا چاہيے _ اس سے اُن كے بارے مي</w:t>
      </w:r>
      <w:r w:rsidR="00083993">
        <w:rPr>
          <w:rtl/>
        </w:rPr>
        <w:t xml:space="preserve">ں </w:t>
      </w:r>
      <w:r>
        <w:rPr>
          <w:rtl/>
        </w:rPr>
        <w:t>خدا وند عالم كى ناراضگى ظاہر ہوتى ہے_</w:t>
      </w:r>
    </w:p>
    <w:p w:rsidR="001F628F" w:rsidRDefault="001F628F" w:rsidP="00B72B97">
      <w:pPr>
        <w:pStyle w:val="libNormal"/>
        <w:rPr>
          <w:rtl/>
        </w:rPr>
      </w:pPr>
      <w:r>
        <w:rPr>
          <w:rtl/>
        </w:rPr>
        <w:t>9_صدر اسلام كے ناقابل ہدايت كفار ،بيہودہ ارزوئو</w:t>
      </w:r>
      <w:r w:rsidR="00083993">
        <w:rPr>
          <w:rtl/>
        </w:rPr>
        <w:t xml:space="preserve">ں </w:t>
      </w:r>
      <w:r>
        <w:rPr>
          <w:rtl/>
        </w:rPr>
        <w:t>مي</w:t>
      </w:r>
      <w:r w:rsidR="00083993">
        <w:rPr>
          <w:rtl/>
        </w:rPr>
        <w:t xml:space="preserve">ں </w:t>
      </w:r>
      <w:r>
        <w:rPr>
          <w:rtl/>
        </w:rPr>
        <w:t>سر گرم رہتے تھے_</w:t>
      </w:r>
      <w:r w:rsidRPr="00B72B97">
        <w:rPr>
          <w:rStyle w:val="libArabicChar"/>
          <w:rFonts w:hint="eastAsia"/>
          <w:rtl/>
        </w:rPr>
        <w:t>ذر</w:t>
      </w:r>
      <w:r w:rsidR="00F21947" w:rsidRPr="00B2551F">
        <w:rPr>
          <w:rStyle w:val="libArabicChar"/>
          <w:rFonts w:hint="cs"/>
          <w:rtl/>
        </w:rPr>
        <w:t>ه</w:t>
      </w:r>
      <w:r w:rsidRPr="00B72B97">
        <w:rPr>
          <w:rStyle w:val="libArabicChar"/>
          <w:rFonts w:hint="cs"/>
          <w:rtl/>
        </w:rPr>
        <w:t>م</w:t>
      </w:r>
      <w:r w:rsidRPr="00B72B97">
        <w:rPr>
          <w:rStyle w:val="libArabicChar"/>
          <w:rtl/>
        </w:rPr>
        <w:t xml:space="preserve"> ...و يل</w:t>
      </w:r>
      <w:r w:rsidR="00F21947" w:rsidRPr="00B2551F">
        <w:rPr>
          <w:rStyle w:val="libArabicChar"/>
          <w:rFonts w:hint="cs"/>
          <w:rtl/>
        </w:rPr>
        <w:t>هه</w:t>
      </w:r>
      <w:r w:rsidRPr="00B72B97">
        <w:rPr>
          <w:rStyle w:val="libArabicChar"/>
          <w:rFonts w:hint="cs"/>
          <w:rtl/>
        </w:rPr>
        <w:t>م</w:t>
      </w:r>
      <w:r w:rsidRPr="00B72B97">
        <w:rPr>
          <w:rStyle w:val="libArabicChar"/>
          <w:rtl/>
        </w:rPr>
        <w:t xml:space="preserve"> الا مل</w:t>
      </w:r>
    </w:p>
    <w:p w:rsidR="001F628F" w:rsidRDefault="001F628F" w:rsidP="001F628F">
      <w:pPr>
        <w:pStyle w:val="libNormal"/>
        <w:rPr>
          <w:rtl/>
        </w:rPr>
      </w:pPr>
      <w:r>
        <w:rPr>
          <w:rtl/>
        </w:rPr>
        <w:t>10_بيہودہ ارزوئو</w:t>
      </w:r>
      <w:r w:rsidR="00083993">
        <w:rPr>
          <w:rtl/>
        </w:rPr>
        <w:t xml:space="preserve">ں </w:t>
      </w:r>
      <w:r>
        <w:rPr>
          <w:rtl/>
        </w:rPr>
        <w:t>مي</w:t>
      </w:r>
      <w:r w:rsidR="00083993">
        <w:rPr>
          <w:rtl/>
        </w:rPr>
        <w:t xml:space="preserve">ں </w:t>
      </w:r>
      <w:r>
        <w:rPr>
          <w:rtl/>
        </w:rPr>
        <w:t>سرگرم رہنا، حق كے سامنے تسليم ہونے اور ہدايت قبول كرنے كے مانع بنتا ہے_</w:t>
      </w:r>
    </w:p>
    <w:p w:rsidR="001F628F" w:rsidRDefault="001F628F" w:rsidP="00B72B97">
      <w:pPr>
        <w:pStyle w:val="libArabic"/>
        <w:rPr>
          <w:rtl/>
        </w:rPr>
      </w:pPr>
      <w:r>
        <w:rPr>
          <w:rFonts w:hint="eastAsia"/>
          <w:rtl/>
        </w:rPr>
        <w:t>ربما</w:t>
      </w:r>
      <w:r>
        <w:rPr>
          <w:rtl/>
        </w:rPr>
        <w:t xml:space="preserve"> يودّالذين كفروالوكانوامسلمينذر</w:t>
      </w:r>
      <w:r w:rsidR="00F21947" w:rsidRPr="00B2551F">
        <w:rPr>
          <w:rFonts w:hint="cs"/>
          <w:rtl/>
        </w:rPr>
        <w:t>ه</w:t>
      </w:r>
      <w:r>
        <w:rPr>
          <w:rFonts w:hint="cs"/>
          <w:rtl/>
        </w:rPr>
        <w:t>م</w:t>
      </w:r>
      <w:r>
        <w:rPr>
          <w:rtl/>
        </w:rPr>
        <w:t xml:space="preserve"> ...</w:t>
      </w:r>
      <w:r>
        <w:rPr>
          <w:rFonts w:hint="cs"/>
          <w:rtl/>
        </w:rPr>
        <w:t>و</w:t>
      </w:r>
      <w:r>
        <w:rPr>
          <w:rtl/>
        </w:rPr>
        <w:t xml:space="preserve"> </w:t>
      </w:r>
      <w:r>
        <w:rPr>
          <w:rFonts w:hint="cs"/>
          <w:rtl/>
        </w:rPr>
        <w:t>يل</w:t>
      </w:r>
      <w:r w:rsidR="00F21947" w:rsidRPr="00B2551F">
        <w:rPr>
          <w:rFonts w:hint="cs"/>
          <w:rtl/>
        </w:rPr>
        <w:t>هه</w:t>
      </w:r>
      <w:r>
        <w:rPr>
          <w:rFonts w:hint="cs"/>
          <w:rtl/>
        </w:rPr>
        <w:t>م</w:t>
      </w:r>
      <w:r>
        <w:rPr>
          <w:rtl/>
        </w:rPr>
        <w:t xml:space="preserve"> </w:t>
      </w:r>
      <w:r>
        <w:rPr>
          <w:rFonts w:hint="cs"/>
          <w:rtl/>
        </w:rPr>
        <w:t>ا</w:t>
      </w:r>
      <w:r>
        <w:rPr>
          <w:rtl/>
        </w:rPr>
        <w:t>لا مل</w:t>
      </w:r>
    </w:p>
    <w:p w:rsidR="00B72B97" w:rsidRDefault="00B72B97" w:rsidP="00B72B97">
      <w:pPr>
        <w:pStyle w:val="libNormal"/>
        <w:rPr>
          <w:rtl/>
        </w:rPr>
      </w:pPr>
      <w:r>
        <w:rPr>
          <w:rtl/>
        </w:rPr>
        <w:t>11_خداوند عالم كا صدر اسلام كے كفار كو مستقبل ميں اسلام كى حقانيت كے اشكار ہوجانے كى خبر دينا_</w:t>
      </w:r>
    </w:p>
    <w:p w:rsidR="00B72B97" w:rsidRDefault="00B72B97" w:rsidP="00B72B97">
      <w:pPr>
        <w:pStyle w:val="libArabic"/>
        <w:rPr>
          <w:rtl/>
        </w:rPr>
      </w:pPr>
      <w:r>
        <w:rPr>
          <w:rFonts w:hint="eastAsia"/>
          <w:rtl/>
        </w:rPr>
        <w:t>ربما</w:t>
      </w:r>
      <w:r>
        <w:rPr>
          <w:rtl/>
        </w:rPr>
        <w:t xml:space="preserve"> يودّالذين كفروا ...فسوف يعلمون</w:t>
      </w:r>
    </w:p>
    <w:p w:rsidR="00B72B97"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مندرجہ</w:t>
      </w:r>
      <w:r>
        <w:rPr>
          <w:rtl/>
        </w:rPr>
        <w:t xml:space="preserve"> بالا مطلب اس بات پر مبنى ہے كہ جب </w:t>
      </w:r>
      <w:r w:rsidRPr="00B72B97">
        <w:rPr>
          <w:rStyle w:val="libArabicChar"/>
          <w:rtl/>
        </w:rPr>
        <w:t>''يعلمون ''</w:t>
      </w:r>
      <w:r>
        <w:rPr>
          <w:rtl/>
        </w:rPr>
        <w:t xml:space="preserve"> كا مفعول اور علم كا متعلق اسلام كى حقانيت ہوكہ جس كا وہ انكار كرتے تھے_</w:t>
      </w:r>
    </w:p>
    <w:p w:rsidR="001F628F" w:rsidRDefault="001F628F" w:rsidP="001F628F">
      <w:pPr>
        <w:pStyle w:val="libNormal"/>
        <w:rPr>
          <w:rtl/>
        </w:rPr>
      </w:pPr>
      <w:r>
        <w:rPr>
          <w:rtl/>
        </w:rPr>
        <w:t>12_ناقابل ہدايت كفار كو خداوند متعال كى جانب سے بُرى عاقبت مي</w:t>
      </w:r>
      <w:r w:rsidR="00083993">
        <w:rPr>
          <w:rtl/>
        </w:rPr>
        <w:t xml:space="preserve">ں </w:t>
      </w:r>
      <w:r>
        <w:rPr>
          <w:rtl/>
        </w:rPr>
        <w:t>گرفتار ہونے كى دھمكى ملنا_</w:t>
      </w:r>
    </w:p>
    <w:p w:rsidR="001F628F" w:rsidRDefault="001F628F" w:rsidP="00B72B97">
      <w:pPr>
        <w:pStyle w:val="libArabic"/>
        <w:rPr>
          <w:rtl/>
        </w:rPr>
      </w:pPr>
      <w:r>
        <w:rPr>
          <w:rFonts w:hint="eastAsia"/>
          <w:rtl/>
        </w:rPr>
        <w:t>ذر</w:t>
      </w:r>
      <w:r w:rsidR="00F21947" w:rsidRPr="00B2551F">
        <w:rPr>
          <w:rFonts w:hint="cs"/>
          <w:rtl/>
        </w:rPr>
        <w:t>ه</w:t>
      </w:r>
      <w:r>
        <w:rPr>
          <w:rFonts w:hint="cs"/>
          <w:rtl/>
        </w:rPr>
        <w:t>م</w:t>
      </w:r>
      <w:r>
        <w:rPr>
          <w:rtl/>
        </w:rPr>
        <w:t xml:space="preserve"> ...فسوف يعلمون</w:t>
      </w:r>
    </w:p>
    <w:p w:rsidR="001F628F" w:rsidRDefault="001F628F" w:rsidP="001F628F">
      <w:pPr>
        <w:pStyle w:val="libNormal"/>
        <w:rPr>
          <w:rtl/>
        </w:rPr>
      </w:pPr>
      <w:r>
        <w:rPr>
          <w:rFonts w:hint="eastAsia"/>
          <w:rtl/>
        </w:rPr>
        <w:t>مندرجہ</w:t>
      </w:r>
      <w:r>
        <w:rPr>
          <w:rtl/>
        </w:rPr>
        <w:t xml:space="preserve"> بالا مطلب اس احتمال پر مبنى ہے كہ جب ''يعلمون '' مي</w:t>
      </w:r>
      <w:r w:rsidR="00083993">
        <w:rPr>
          <w:rtl/>
        </w:rPr>
        <w:t xml:space="preserve">ں </w:t>
      </w:r>
      <w:r>
        <w:rPr>
          <w:rtl/>
        </w:rPr>
        <w:t>مفعول بہ اور متعلق علم ،ان كے اعمال كى عاقبت اور انكا انجام ہو_</w:t>
      </w:r>
    </w:p>
    <w:p w:rsidR="001F628F" w:rsidRDefault="001F628F" w:rsidP="001F628F">
      <w:pPr>
        <w:pStyle w:val="libNormal"/>
        <w:rPr>
          <w:rtl/>
        </w:rPr>
      </w:pPr>
      <w:r>
        <w:rPr>
          <w:rtl/>
        </w:rPr>
        <w:t>13_دنيوى لذات مي</w:t>
      </w:r>
      <w:r w:rsidR="00083993">
        <w:rPr>
          <w:rtl/>
        </w:rPr>
        <w:t xml:space="preserve">ں </w:t>
      </w:r>
      <w:r>
        <w:rPr>
          <w:rtl/>
        </w:rPr>
        <w:t>ڈوبے رہنے اور مسلسل كفر اختيار كيے ركھنے كا انجام پشيمانى ہے_</w:t>
      </w:r>
    </w:p>
    <w:p w:rsidR="001F628F" w:rsidRDefault="001F628F" w:rsidP="00B72B97">
      <w:pPr>
        <w:pStyle w:val="libArabic"/>
        <w:rPr>
          <w:rtl/>
        </w:rPr>
      </w:pPr>
      <w:r>
        <w:rPr>
          <w:rFonts w:hint="eastAsia"/>
          <w:rtl/>
        </w:rPr>
        <w:t>ربما</w:t>
      </w:r>
      <w:r>
        <w:rPr>
          <w:rtl/>
        </w:rPr>
        <w:t xml:space="preserve"> يودّالذين كفروا لوكانوا مسلمينذر</w:t>
      </w:r>
      <w:r w:rsidR="00F21947" w:rsidRPr="00B2551F">
        <w:rPr>
          <w:rFonts w:hint="cs"/>
          <w:rtl/>
        </w:rPr>
        <w:t>ه</w:t>
      </w:r>
      <w:r>
        <w:rPr>
          <w:rFonts w:hint="cs"/>
          <w:rtl/>
        </w:rPr>
        <w:t>م</w:t>
      </w:r>
      <w:r>
        <w:rPr>
          <w:rtl/>
        </w:rPr>
        <w:t xml:space="preserve"> </w:t>
      </w:r>
      <w:r>
        <w:rPr>
          <w:rFonts w:hint="cs"/>
          <w:rtl/>
        </w:rPr>
        <w:t>يا</w:t>
      </w:r>
      <w:r>
        <w:rPr>
          <w:rtl/>
        </w:rPr>
        <w:t xml:space="preserve"> </w:t>
      </w:r>
      <w:r>
        <w:rPr>
          <w:rFonts w:hint="cs"/>
          <w:rtl/>
        </w:rPr>
        <w:t>كلوا</w:t>
      </w:r>
      <w:r>
        <w:rPr>
          <w:rtl/>
        </w:rPr>
        <w:t xml:space="preserve"> ...</w:t>
      </w:r>
      <w:r>
        <w:rPr>
          <w:rFonts w:hint="cs"/>
          <w:rtl/>
        </w:rPr>
        <w:t>فسوف</w:t>
      </w:r>
      <w:r>
        <w:rPr>
          <w:rtl/>
        </w:rPr>
        <w:t xml:space="preserve"> </w:t>
      </w:r>
      <w:r>
        <w:rPr>
          <w:rFonts w:hint="cs"/>
          <w:rtl/>
        </w:rPr>
        <w:t>ي</w:t>
      </w:r>
      <w:r>
        <w:rPr>
          <w:rtl/>
        </w:rPr>
        <w:t>علمون</w:t>
      </w:r>
    </w:p>
    <w:p w:rsidR="001F628F" w:rsidRDefault="001F628F" w:rsidP="001F628F">
      <w:pPr>
        <w:pStyle w:val="libNormal"/>
        <w:rPr>
          <w:rtl/>
        </w:rPr>
      </w:pPr>
      <w:r>
        <w:rPr>
          <w:rtl/>
        </w:rPr>
        <w:t>14_دنيا طلب كفار كو بُرى عاقبت كى تہديد اور خبردار كيا جانا،كفر اور دنيا پرستى سے روكنے كى ايك روش ہے_</w:t>
      </w:r>
    </w:p>
    <w:p w:rsidR="001F628F" w:rsidRDefault="001F628F" w:rsidP="00B72B97">
      <w:pPr>
        <w:pStyle w:val="libArabic"/>
        <w:rPr>
          <w:rtl/>
        </w:rPr>
      </w:pPr>
      <w:r>
        <w:rPr>
          <w:rFonts w:hint="eastAsia"/>
          <w:rtl/>
        </w:rPr>
        <w:t>ربما</w:t>
      </w:r>
      <w:r>
        <w:rPr>
          <w:rtl/>
        </w:rPr>
        <w:t xml:space="preserve"> يودّالذين كفروا ...ذر</w:t>
      </w:r>
      <w:r w:rsidR="00F21947" w:rsidRPr="00B2551F">
        <w:rPr>
          <w:rFonts w:hint="cs"/>
          <w:rtl/>
        </w:rPr>
        <w:t>ه</w:t>
      </w:r>
      <w:r>
        <w:rPr>
          <w:rFonts w:hint="cs"/>
          <w:rtl/>
        </w:rPr>
        <w:t>م</w:t>
      </w:r>
      <w:r>
        <w:rPr>
          <w:rtl/>
        </w:rPr>
        <w:t xml:space="preserve"> </w:t>
      </w:r>
      <w:r>
        <w:rPr>
          <w:rFonts w:hint="cs"/>
          <w:rtl/>
        </w:rPr>
        <w:t>يا</w:t>
      </w:r>
      <w:r>
        <w:rPr>
          <w:rtl/>
        </w:rPr>
        <w:t xml:space="preserve"> </w:t>
      </w:r>
      <w:r>
        <w:rPr>
          <w:rFonts w:hint="cs"/>
          <w:rtl/>
        </w:rPr>
        <w:t>كلواو</w:t>
      </w:r>
      <w:r>
        <w:rPr>
          <w:rtl/>
        </w:rPr>
        <w:t xml:space="preserve"> ...</w:t>
      </w:r>
      <w:r>
        <w:rPr>
          <w:rFonts w:hint="cs"/>
          <w:rtl/>
        </w:rPr>
        <w:t>فسوف</w:t>
      </w:r>
      <w:r>
        <w:rPr>
          <w:rtl/>
        </w:rPr>
        <w:t xml:space="preserve"> </w:t>
      </w:r>
      <w:r>
        <w:rPr>
          <w:rFonts w:hint="cs"/>
          <w:rtl/>
        </w:rPr>
        <w:t>ي</w:t>
      </w:r>
      <w:r>
        <w:rPr>
          <w:rtl/>
        </w:rPr>
        <w:t>علمون</w:t>
      </w:r>
    </w:p>
    <w:p w:rsidR="001F628F" w:rsidRDefault="001F628F" w:rsidP="00B72B97">
      <w:pPr>
        <w:pStyle w:val="libNormal"/>
        <w:rPr>
          <w:rtl/>
        </w:rPr>
      </w:pPr>
      <w:r>
        <w:rPr>
          <w:rFonts w:hint="eastAsia"/>
          <w:rtl/>
        </w:rPr>
        <w:t>ارزو</w:t>
      </w:r>
      <w:r>
        <w:rPr>
          <w:rtl/>
        </w:rPr>
        <w:t>:</w:t>
      </w:r>
      <w:r>
        <w:rPr>
          <w:rFonts w:hint="eastAsia"/>
          <w:rtl/>
        </w:rPr>
        <w:t>باطل</w:t>
      </w:r>
      <w:r>
        <w:rPr>
          <w:rtl/>
        </w:rPr>
        <w:t xml:space="preserve"> ارزوئو</w:t>
      </w:r>
      <w:r w:rsidR="00083993">
        <w:rPr>
          <w:rtl/>
        </w:rPr>
        <w:t xml:space="preserve">ں </w:t>
      </w:r>
      <w:r>
        <w:rPr>
          <w:rtl/>
        </w:rPr>
        <w:t>كے اثرات 10;ناپسنديدہ ارزو8</w:t>
      </w:r>
    </w:p>
    <w:p w:rsidR="001F628F" w:rsidRDefault="001F628F" w:rsidP="00B72B9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اور كفار كى ہدايت 2;انحضرت </w:t>
      </w:r>
      <w:r w:rsidR="00F031CD" w:rsidRPr="00F031CD">
        <w:rPr>
          <w:rStyle w:val="libAlaemChar"/>
          <w:rtl/>
        </w:rPr>
        <w:t xml:space="preserve"> صلى‌الله‌عليه‌وآله‌وسلم </w:t>
      </w:r>
      <w:r>
        <w:rPr>
          <w:rtl/>
        </w:rPr>
        <w:t xml:space="preserve"> كا ہدايت كرنا 2;انحضرت </w:t>
      </w:r>
      <w:r w:rsidR="00F031CD" w:rsidRPr="00F031CD">
        <w:rPr>
          <w:rStyle w:val="libAlaemChar"/>
          <w:rtl/>
        </w:rPr>
        <w:t xml:space="preserve"> صلى‌الله‌عليه‌وآله‌وسلم </w:t>
      </w:r>
      <w:r>
        <w:rPr>
          <w:rtl/>
        </w:rPr>
        <w:t xml:space="preserve"> كى كوشش 2;انحضرت </w:t>
      </w:r>
      <w:r w:rsidR="00F031CD" w:rsidRPr="00F031CD">
        <w:rPr>
          <w:rStyle w:val="libAlaemChar"/>
          <w:rtl/>
        </w:rPr>
        <w:t xml:space="preserve"> صلى‌الله‌عليه‌وآله‌وسلم </w:t>
      </w:r>
      <w:r>
        <w:rPr>
          <w:rtl/>
        </w:rPr>
        <w:t xml:space="preserve"> كى مسوئوليت 1</w:t>
      </w:r>
    </w:p>
    <w:p w:rsidR="001F628F" w:rsidRDefault="001F628F" w:rsidP="00B72B97">
      <w:pPr>
        <w:pStyle w:val="libNormal"/>
        <w:rPr>
          <w:rtl/>
        </w:rPr>
      </w:pPr>
      <w:r>
        <w:rPr>
          <w:rFonts w:hint="eastAsia"/>
          <w:rtl/>
        </w:rPr>
        <w:t>اسلام</w:t>
      </w:r>
      <w:r>
        <w:rPr>
          <w:rtl/>
        </w:rPr>
        <w:t xml:space="preserve"> :</w:t>
      </w:r>
      <w:r>
        <w:rPr>
          <w:rFonts w:hint="eastAsia"/>
          <w:rtl/>
        </w:rPr>
        <w:t>حقانيت</w:t>
      </w:r>
      <w:r>
        <w:rPr>
          <w:rtl/>
        </w:rPr>
        <w:t xml:space="preserve"> اسلام كا ظاہر ہونا 11</w:t>
      </w:r>
    </w:p>
    <w:p w:rsidR="001F628F" w:rsidRDefault="001F628F" w:rsidP="00B72B97">
      <w:pPr>
        <w:pStyle w:val="libNormal"/>
        <w:rPr>
          <w:rtl/>
        </w:rPr>
      </w:pPr>
      <w:r>
        <w:rPr>
          <w:rFonts w:hint="eastAsia"/>
          <w:rtl/>
        </w:rPr>
        <w:t>الله</w:t>
      </w:r>
      <w:r>
        <w:rPr>
          <w:rtl/>
        </w:rPr>
        <w:t xml:space="preserve"> تعالى :</w:t>
      </w:r>
      <w:r>
        <w:rPr>
          <w:rFonts w:hint="eastAsia"/>
          <w:rtl/>
        </w:rPr>
        <w:t>الله</w:t>
      </w:r>
      <w:r>
        <w:rPr>
          <w:rtl/>
        </w:rPr>
        <w:t xml:space="preserve"> تعالى كے انذار 12</w:t>
      </w:r>
    </w:p>
    <w:p w:rsidR="001F628F" w:rsidRDefault="001F628F" w:rsidP="00B72B97">
      <w:pPr>
        <w:pStyle w:val="libNormal"/>
        <w:rPr>
          <w:rtl/>
        </w:rPr>
      </w:pPr>
      <w:r>
        <w:rPr>
          <w:rFonts w:hint="eastAsia"/>
          <w:rtl/>
        </w:rPr>
        <w:t>انذار</w:t>
      </w:r>
      <w:r>
        <w:rPr>
          <w:rtl/>
        </w:rPr>
        <w:t xml:space="preserve"> :</w:t>
      </w:r>
      <w:r>
        <w:rPr>
          <w:rFonts w:hint="eastAsia"/>
          <w:rtl/>
        </w:rPr>
        <w:t>انذار</w:t>
      </w:r>
      <w:r>
        <w:rPr>
          <w:rtl/>
        </w:rPr>
        <w:t xml:space="preserve"> كے اثرات 14;برے انجام سے انذار 12، 14</w:t>
      </w:r>
    </w:p>
    <w:p w:rsidR="001F628F" w:rsidRDefault="001F628F" w:rsidP="00B72B97">
      <w:pPr>
        <w:pStyle w:val="libNormal"/>
        <w:rPr>
          <w:rtl/>
        </w:rPr>
      </w:pPr>
      <w:r>
        <w:rPr>
          <w:rFonts w:hint="eastAsia"/>
          <w:rtl/>
        </w:rPr>
        <w:t>پشيمانى</w:t>
      </w:r>
      <w:r>
        <w:rPr>
          <w:rtl/>
        </w:rPr>
        <w:t xml:space="preserve"> :</w:t>
      </w:r>
      <w:r>
        <w:rPr>
          <w:rFonts w:hint="eastAsia"/>
          <w:rtl/>
        </w:rPr>
        <w:t>پشيمانى</w:t>
      </w:r>
      <w:r>
        <w:rPr>
          <w:rtl/>
        </w:rPr>
        <w:t xml:space="preserve"> كے اسباب 13</w:t>
      </w:r>
    </w:p>
    <w:p w:rsidR="001F628F" w:rsidRDefault="001F628F" w:rsidP="00B72B97">
      <w:pPr>
        <w:pStyle w:val="libNormal"/>
        <w:rPr>
          <w:rtl/>
        </w:rPr>
      </w:pPr>
      <w:r>
        <w:rPr>
          <w:rFonts w:hint="eastAsia"/>
          <w:rtl/>
        </w:rPr>
        <w:t>حق</w:t>
      </w:r>
      <w:r>
        <w:rPr>
          <w:rtl/>
        </w:rPr>
        <w:t xml:space="preserve"> :</w:t>
      </w:r>
      <w:r>
        <w:rPr>
          <w:rFonts w:hint="eastAsia"/>
          <w:rtl/>
        </w:rPr>
        <w:t>حق</w:t>
      </w:r>
      <w:r>
        <w:rPr>
          <w:rtl/>
        </w:rPr>
        <w:t xml:space="preserve"> قبول نہ كرنے كے موانع6،10;حق كو قبول نہ كرنے والو</w:t>
      </w:r>
      <w:r w:rsidR="00083993">
        <w:rPr>
          <w:rtl/>
        </w:rPr>
        <w:t xml:space="preserve">ں </w:t>
      </w:r>
      <w:r>
        <w:rPr>
          <w:rtl/>
        </w:rPr>
        <w:t>سے بے مہر ہونا 3</w:t>
      </w:r>
    </w:p>
    <w:p w:rsidR="001F628F" w:rsidRDefault="001F628F" w:rsidP="00B72B97">
      <w:pPr>
        <w:pStyle w:val="libNormal"/>
        <w:rPr>
          <w:rtl/>
        </w:rPr>
      </w:pPr>
      <w:r>
        <w:rPr>
          <w:rFonts w:hint="eastAsia"/>
          <w:rtl/>
        </w:rPr>
        <w:t>دنيا</w:t>
      </w:r>
      <w:r>
        <w:rPr>
          <w:rtl/>
        </w:rPr>
        <w:t xml:space="preserve"> پرست لوگ:</w:t>
      </w:r>
      <w:r>
        <w:rPr>
          <w:rFonts w:hint="eastAsia"/>
          <w:rtl/>
        </w:rPr>
        <w:t>دنيا</w:t>
      </w:r>
      <w:r>
        <w:rPr>
          <w:rtl/>
        </w:rPr>
        <w:t xml:space="preserve"> پرست لوگو</w:t>
      </w:r>
      <w:r w:rsidR="00083993">
        <w:rPr>
          <w:rtl/>
        </w:rPr>
        <w:t xml:space="preserve">ں </w:t>
      </w:r>
      <w:r>
        <w:rPr>
          <w:rtl/>
        </w:rPr>
        <w:t>كا بُرا انجام 14</w:t>
      </w:r>
    </w:p>
    <w:p w:rsidR="001F628F" w:rsidRDefault="001F628F" w:rsidP="00B72B97">
      <w:pPr>
        <w:pStyle w:val="libNormal"/>
        <w:rPr>
          <w:rtl/>
        </w:rPr>
      </w:pPr>
      <w:r>
        <w:rPr>
          <w:rFonts w:hint="eastAsia"/>
          <w:rtl/>
        </w:rPr>
        <w:t>دنيا</w:t>
      </w:r>
      <w:r>
        <w:rPr>
          <w:rtl/>
        </w:rPr>
        <w:t xml:space="preserve"> پرستي:</w:t>
      </w:r>
      <w:r>
        <w:rPr>
          <w:rFonts w:hint="eastAsia"/>
          <w:rtl/>
        </w:rPr>
        <w:t>دنيا</w:t>
      </w:r>
      <w:r>
        <w:rPr>
          <w:rtl/>
        </w:rPr>
        <w:t xml:space="preserve"> پرستى كا مقابلہ كرنے كا طريقہ 14;دنيا پرستى كا ناپسنديدہ ہونا 8;دنيا پرستى كے اثرات 6</w:t>
      </w:r>
    </w:p>
    <w:p w:rsidR="001F628F" w:rsidRDefault="001F628F" w:rsidP="00B72B97">
      <w:pPr>
        <w:pStyle w:val="libNormal"/>
        <w:rPr>
          <w:rtl/>
        </w:rPr>
      </w:pPr>
      <w:r>
        <w:rPr>
          <w:rFonts w:hint="eastAsia"/>
          <w:rtl/>
        </w:rPr>
        <w:t>دين</w:t>
      </w:r>
      <w:r>
        <w:rPr>
          <w:rtl/>
        </w:rPr>
        <w:t xml:space="preserve"> :</w:t>
      </w:r>
      <w:r>
        <w:rPr>
          <w:rFonts w:hint="eastAsia"/>
          <w:rtl/>
        </w:rPr>
        <w:t>دينى</w:t>
      </w:r>
      <w:r>
        <w:rPr>
          <w:rtl/>
        </w:rPr>
        <w:t xml:space="preserve"> افات كى پہچان 6;دين كى اہميت 7</w:t>
      </w:r>
    </w:p>
    <w:p w:rsidR="00B72B97" w:rsidRDefault="001E7F9D" w:rsidP="00F73EDE">
      <w:pPr>
        <w:pStyle w:val="libPoemTini"/>
        <w:rPr>
          <w:rtl/>
        </w:rPr>
      </w:pPr>
      <w:r>
        <w:rPr>
          <w:rtl/>
        </w:rPr>
        <w:br w:type="page"/>
      </w:r>
    </w:p>
    <w:p w:rsidR="001F628F" w:rsidRDefault="001F628F" w:rsidP="00B72B97">
      <w:pPr>
        <w:pStyle w:val="libNormal"/>
        <w:rPr>
          <w:rtl/>
        </w:rPr>
      </w:pPr>
      <w:r>
        <w:rPr>
          <w:rFonts w:hint="eastAsia"/>
          <w:rtl/>
        </w:rPr>
        <w:lastRenderedPageBreak/>
        <w:t>زندگى</w:t>
      </w:r>
      <w:r>
        <w:rPr>
          <w:rtl/>
        </w:rPr>
        <w:t xml:space="preserve"> :</w:t>
      </w:r>
      <w:r>
        <w:rPr>
          <w:rFonts w:hint="eastAsia"/>
          <w:rtl/>
        </w:rPr>
        <w:t>ناپسنديدہ</w:t>
      </w:r>
      <w:r>
        <w:rPr>
          <w:rtl/>
        </w:rPr>
        <w:t xml:space="preserve"> زندگى 7</w:t>
      </w:r>
    </w:p>
    <w:p w:rsidR="001F628F" w:rsidRDefault="001F628F" w:rsidP="00B72B97">
      <w:pPr>
        <w:pStyle w:val="libNormal"/>
        <w:rPr>
          <w:rtl/>
        </w:rPr>
      </w:pPr>
      <w:r>
        <w:rPr>
          <w:rFonts w:hint="eastAsia"/>
          <w:rtl/>
        </w:rPr>
        <w:t>دلچسپيا</w:t>
      </w:r>
      <w:r w:rsidR="00083993">
        <w:rPr>
          <w:rFonts w:hint="eastAsia"/>
          <w:rtl/>
        </w:rPr>
        <w:t xml:space="preserve">ں </w:t>
      </w:r>
      <w:r>
        <w:rPr>
          <w:rtl/>
        </w:rPr>
        <w:t>:</w:t>
      </w:r>
      <w:r>
        <w:rPr>
          <w:rFonts w:hint="eastAsia"/>
          <w:rtl/>
        </w:rPr>
        <w:t>مادى</w:t>
      </w:r>
      <w:r>
        <w:rPr>
          <w:rtl/>
        </w:rPr>
        <w:t xml:space="preserve"> لذائد مي</w:t>
      </w:r>
      <w:r w:rsidR="00083993">
        <w:rPr>
          <w:rtl/>
        </w:rPr>
        <w:t xml:space="preserve">ں </w:t>
      </w:r>
      <w:r>
        <w:rPr>
          <w:rtl/>
        </w:rPr>
        <w:t>دلچسپيو</w:t>
      </w:r>
      <w:r w:rsidR="00083993">
        <w:rPr>
          <w:rtl/>
        </w:rPr>
        <w:t xml:space="preserve">ں </w:t>
      </w:r>
      <w:r>
        <w:rPr>
          <w:rtl/>
        </w:rPr>
        <w:t>كا انجام13;مادى لذائد مي</w:t>
      </w:r>
      <w:r w:rsidR="00083993">
        <w:rPr>
          <w:rtl/>
        </w:rPr>
        <w:t xml:space="preserve">ں </w:t>
      </w:r>
      <w:r>
        <w:rPr>
          <w:rtl/>
        </w:rPr>
        <w:t>دلچسپيو</w:t>
      </w:r>
      <w:r w:rsidR="00083993">
        <w:rPr>
          <w:rtl/>
        </w:rPr>
        <w:t xml:space="preserve">ں </w:t>
      </w:r>
      <w:r>
        <w:rPr>
          <w:rtl/>
        </w:rPr>
        <w:t>كا ناپسنديدہ ہونا 8;مادى لذائد مي</w:t>
      </w:r>
      <w:r w:rsidR="00083993">
        <w:rPr>
          <w:rtl/>
        </w:rPr>
        <w:t xml:space="preserve">ں </w:t>
      </w:r>
      <w:r>
        <w:rPr>
          <w:rtl/>
        </w:rPr>
        <w:t>دلچسپيو</w:t>
      </w:r>
      <w:r w:rsidR="00083993">
        <w:rPr>
          <w:rtl/>
        </w:rPr>
        <w:t xml:space="preserve">ں </w:t>
      </w:r>
      <w:r>
        <w:rPr>
          <w:rtl/>
        </w:rPr>
        <w:t>كے اسباب 13</w:t>
      </w:r>
    </w:p>
    <w:p w:rsidR="001F628F" w:rsidRDefault="001F628F" w:rsidP="00B72B97">
      <w:pPr>
        <w:pStyle w:val="libNormal"/>
        <w:rPr>
          <w:rtl/>
        </w:rPr>
      </w:pPr>
      <w:r>
        <w:rPr>
          <w:rFonts w:hint="eastAsia"/>
          <w:rtl/>
        </w:rPr>
        <w:t>عمر</w:t>
      </w:r>
      <w:r>
        <w:rPr>
          <w:rtl/>
        </w:rPr>
        <w:t xml:space="preserve"> :</w:t>
      </w:r>
      <w:r>
        <w:rPr>
          <w:rFonts w:hint="eastAsia"/>
          <w:rtl/>
        </w:rPr>
        <w:t>عمر</w:t>
      </w:r>
      <w:r>
        <w:rPr>
          <w:rtl/>
        </w:rPr>
        <w:t xml:space="preserve"> كى تباہى كے موارد 7</w:t>
      </w:r>
    </w:p>
    <w:p w:rsidR="001F628F" w:rsidRDefault="001F628F" w:rsidP="00B72B97">
      <w:pPr>
        <w:pStyle w:val="libNormal"/>
        <w:rPr>
          <w:rtl/>
        </w:rPr>
      </w:pPr>
      <w:r>
        <w:rPr>
          <w:rFonts w:hint="eastAsia"/>
          <w:rtl/>
        </w:rPr>
        <w:t>عمل</w:t>
      </w:r>
      <w:r>
        <w:rPr>
          <w:rtl/>
        </w:rPr>
        <w:t xml:space="preserve"> :</w:t>
      </w:r>
      <w:r>
        <w:rPr>
          <w:rFonts w:hint="eastAsia"/>
          <w:rtl/>
        </w:rPr>
        <w:t>ناپسنديدہ</w:t>
      </w:r>
      <w:r>
        <w:rPr>
          <w:rtl/>
        </w:rPr>
        <w:t xml:space="preserve"> عمل 8</w:t>
      </w:r>
    </w:p>
    <w:p w:rsidR="001F628F" w:rsidRDefault="001F628F" w:rsidP="00B72B97">
      <w:pPr>
        <w:pStyle w:val="libNormal"/>
        <w:rPr>
          <w:rtl/>
        </w:rPr>
      </w:pPr>
      <w:r>
        <w:rPr>
          <w:rFonts w:hint="eastAsia"/>
          <w:rtl/>
        </w:rPr>
        <w:t>قران</w:t>
      </w:r>
      <w:r>
        <w:rPr>
          <w:rtl/>
        </w:rPr>
        <w:t xml:space="preserve"> كريم :</w:t>
      </w:r>
      <w:r>
        <w:rPr>
          <w:rFonts w:hint="eastAsia"/>
          <w:rtl/>
        </w:rPr>
        <w:t>قران</w:t>
      </w:r>
      <w:r>
        <w:rPr>
          <w:rtl/>
        </w:rPr>
        <w:t xml:space="preserve"> كريم كى پيشگوئي 11</w:t>
      </w:r>
    </w:p>
    <w:p w:rsidR="001F628F" w:rsidRDefault="001F628F" w:rsidP="00B72B97">
      <w:pPr>
        <w:pStyle w:val="libNormal"/>
        <w:rPr>
          <w:rtl/>
        </w:rPr>
      </w:pPr>
      <w:r>
        <w:rPr>
          <w:rFonts w:hint="eastAsia"/>
          <w:rtl/>
        </w:rPr>
        <w:t>كفار</w:t>
      </w:r>
      <w:r>
        <w:rPr>
          <w:rtl/>
        </w:rPr>
        <w:t xml:space="preserve"> :</w:t>
      </w:r>
      <w:r>
        <w:rPr>
          <w:rFonts w:hint="eastAsia"/>
          <w:rtl/>
        </w:rPr>
        <w:t>صدر</w:t>
      </w:r>
      <w:r>
        <w:rPr>
          <w:rtl/>
        </w:rPr>
        <w:t xml:space="preserve"> اسلام كے كفار كى باطل ارزوئي</w:t>
      </w:r>
      <w:r w:rsidR="00083993">
        <w:rPr>
          <w:rtl/>
        </w:rPr>
        <w:t xml:space="preserve">ں </w:t>
      </w:r>
      <w:r>
        <w:rPr>
          <w:rtl/>
        </w:rPr>
        <w:t>9;كفار كى باطل ارزوئي</w:t>
      </w:r>
      <w:r w:rsidR="00083993">
        <w:rPr>
          <w:rtl/>
        </w:rPr>
        <w:t xml:space="preserve">ں </w:t>
      </w:r>
      <w:r>
        <w:rPr>
          <w:rtl/>
        </w:rPr>
        <w:t>5;صدر اسلام كے كفار كے مادى لذائذ4;صدر اسلام كے كفار كى دنيا پرستى 4;صدر اسلام كے كفار كى سر گرمى 9;كفار اور اسلام كى حقانيت 11;كفار كا انذار12;كفار كا بُرا انجام 12 ، 14 ; صدر اسلام كے كفار كى كوشش 4;كفار كى دنيا پرستى 5; كفار كے مقاصد 5;كفار كے مادى لذائذ5</w:t>
      </w:r>
    </w:p>
    <w:p w:rsidR="001F628F" w:rsidRDefault="001F628F" w:rsidP="00B72B97">
      <w:pPr>
        <w:pStyle w:val="libNormal"/>
        <w:rPr>
          <w:rtl/>
        </w:rPr>
      </w:pPr>
      <w:r>
        <w:rPr>
          <w:rFonts w:hint="eastAsia"/>
          <w:rtl/>
        </w:rPr>
        <w:t>كفار</w:t>
      </w:r>
      <w:r>
        <w:rPr>
          <w:rtl/>
        </w:rPr>
        <w:t xml:space="preserve"> مكہ :</w:t>
      </w:r>
      <w:r>
        <w:rPr>
          <w:rFonts w:hint="eastAsia"/>
          <w:rtl/>
        </w:rPr>
        <w:t>كفار</w:t>
      </w:r>
      <w:r>
        <w:rPr>
          <w:rtl/>
        </w:rPr>
        <w:t xml:space="preserve"> مكہ كى حق ناپذيرى 1;كفار مكہ كے ساتھ بحث و تكرار كى ممانعت 1</w:t>
      </w:r>
    </w:p>
    <w:p w:rsidR="001F628F" w:rsidRDefault="001F628F" w:rsidP="00B72B97">
      <w:pPr>
        <w:pStyle w:val="libNormal"/>
        <w:rPr>
          <w:rtl/>
        </w:rPr>
      </w:pPr>
      <w:r>
        <w:rPr>
          <w:rFonts w:hint="eastAsia"/>
          <w:rtl/>
        </w:rPr>
        <w:t>كفر</w:t>
      </w:r>
      <w:r>
        <w:rPr>
          <w:rtl/>
        </w:rPr>
        <w:t xml:space="preserve"> :</w:t>
      </w:r>
      <w:r>
        <w:rPr>
          <w:rFonts w:hint="eastAsia"/>
          <w:rtl/>
        </w:rPr>
        <w:t>كفر</w:t>
      </w:r>
      <w:r>
        <w:rPr>
          <w:rtl/>
        </w:rPr>
        <w:t xml:space="preserve"> پر اصرار كا انجام 13;كفر كا مقابلہ كرنے كا طريقہ 14</w:t>
      </w:r>
    </w:p>
    <w:p w:rsidR="001F628F" w:rsidRDefault="001F628F" w:rsidP="00B72B97">
      <w:pPr>
        <w:pStyle w:val="libNormal"/>
        <w:rPr>
          <w:rtl/>
        </w:rPr>
      </w:pPr>
      <w:r>
        <w:rPr>
          <w:rFonts w:hint="eastAsia"/>
          <w:rtl/>
        </w:rPr>
        <w:t>ہدايت</w:t>
      </w:r>
      <w:r>
        <w:rPr>
          <w:rtl/>
        </w:rPr>
        <w:t xml:space="preserve"> :</w:t>
      </w:r>
      <w:r>
        <w:rPr>
          <w:rFonts w:hint="eastAsia"/>
          <w:rtl/>
        </w:rPr>
        <w:t>ہدايت</w:t>
      </w:r>
      <w:r>
        <w:rPr>
          <w:rtl/>
        </w:rPr>
        <w:t xml:space="preserve"> كے موانع 10</w:t>
      </w:r>
    </w:p>
    <w:p w:rsidR="001F628F" w:rsidRDefault="00B72B97" w:rsidP="00B72B97">
      <w:pPr>
        <w:pStyle w:val="Heading2Center"/>
        <w:rPr>
          <w:rtl/>
        </w:rPr>
      </w:pPr>
      <w:bookmarkStart w:id="56" w:name="_Toc28081734"/>
      <w:r>
        <w:rPr>
          <w:rFonts w:hint="cs"/>
          <w:rtl/>
        </w:rPr>
        <w:t>آیت 4</w:t>
      </w:r>
      <w:bookmarkEnd w:id="56"/>
    </w:p>
    <w:p w:rsidR="001F628F" w:rsidRDefault="00E260F9" w:rsidP="00B72B97">
      <w:pPr>
        <w:pStyle w:val="libNormal"/>
        <w:rPr>
          <w:rtl/>
        </w:rPr>
      </w:pPr>
      <w:r w:rsidRPr="00E260F9">
        <w:rPr>
          <w:rStyle w:val="libAlaemChar"/>
          <w:rFonts w:hint="eastAsia"/>
          <w:rtl/>
        </w:rPr>
        <w:t>(</w:t>
      </w:r>
      <w:r w:rsidRPr="00B72B97">
        <w:rPr>
          <w:rStyle w:val="libAieChar"/>
          <w:rFonts w:hint="eastAsia"/>
          <w:rtl/>
        </w:rPr>
        <w:t>وَمَا</w:t>
      </w:r>
      <w:r w:rsidRPr="00B72B97">
        <w:rPr>
          <w:rStyle w:val="libAieChar"/>
          <w:rtl/>
        </w:rPr>
        <w:t xml:space="preserve"> أَهْلَكْنَا مِن قَرْيَةٍ إِلاَّ وَلَهَا كِتَابٌ مَّعْلُومٌ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كسى قريہ كو ہلاك نہي</w:t>
      </w:r>
      <w:r w:rsidR="00083993">
        <w:rPr>
          <w:rtl/>
        </w:rPr>
        <w:t xml:space="preserve">ں </w:t>
      </w:r>
      <w:r>
        <w:rPr>
          <w:rtl/>
        </w:rPr>
        <w:t>كيا مگر يہ كہ اس كے لئے ايك ميعاد1_مقرر كردى تھى _</w:t>
      </w:r>
    </w:p>
    <w:p w:rsidR="001F628F" w:rsidRDefault="001F628F" w:rsidP="001F628F">
      <w:pPr>
        <w:pStyle w:val="libNormal"/>
        <w:rPr>
          <w:rtl/>
        </w:rPr>
      </w:pPr>
      <w:r>
        <w:rPr>
          <w:rtl/>
        </w:rPr>
        <w:t>1_ہر انسانى معاشرے كى ہلاكت و نابودى ايك معين اور لكھى ہوئي اجل اور قانون كے مطابق ہوتى ہے_</w:t>
      </w:r>
    </w:p>
    <w:p w:rsidR="001F628F" w:rsidRDefault="001F628F" w:rsidP="005C3AF8">
      <w:pPr>
        <w:pStyle w:val="libArabic"/>
        <w:rPr>
          <w:rtl/>
        </w:rPr>
      </w:pPr>
      <w:r>
        <w:rPr>
          <w:rFonts w:hint="eastAsia"/>
          <w:rtl/>
        </w:rPr>
        <w:t>وما</w:t>
      </w:r>
      <w:r>
        <w:rPr>
          <w:rtl/>
        </w:rPr>
        <w:t xml:space="preserve"> ا </w:t>
      </w:r>
      <w:r w:rsidR="00F21947" w:rsidRPr="00B2551F">
        <w:rPr>
          <w:rFonts w:hint="cs"/>
          <w:rtl/>
        </w:rPr>
        <w:t>ه</w:t>
      </w:r>
      <w:r>
        <w:rPr>
          <w:rtl/>
        </w:rPr>
        <w:t>لكنا من قرية الّا ول</w:t>
      </w:r>
      <w:r w:rsidR="00F21947" w:rsidRPr="00B2551F">
        <w:rPr>
          <w:rFonts w:hint="cs"/>
          <w:rtl/>
        </w:rPr>
        <w:t>ه</w:t>
      </w:r>
      <w:r>
        <w:rPr>
          <w:rFonts w:hint="cs"/>
          <w:rtl/>
        </w:rPr>
        <w:t>ا</w:t>
      </w:r>
      <w:r>
        <w:rPr>
          <w:rtl/>
        </w:rPr>
        <w:t xml:space="preserve"> </w:t>
      </w:r>
      <w:r>
        <w:rPr>
          <w:rFonts w:hint="cs"/>
          <w:rtl/>
        </w:rPr>
        <w:t>كتاب</w:t>
      </w:r>
      <w:r>
        <w:rPr>
          <w:rtl/>
        </w:rPr>
        <w:t xml:space="preserve"> معلوم</w:t>
      </w:r>
    </w:p>
    <w:p w:rsidR="001F628F" w:rsidRDefault="001F628F" w:rsidP="001F628F">
      <w:pPr>
        <w:pStyle w:val="libNormal"/>
        <w:rPr>
          <w:rtl/>
        </w:rPr>
      </w:pPr>
      <w:r>
        <w:rPr>
          <w:rtl/>
        </w:rPr>
        <w:t>2_معاشرو</w:t>
      </w:r>
      <w:r w:rsidR="00083993">
        <w:rPr>
          <w:rtl/>
        </w:rPr>
        <w:t xml:space="preserve">ں </w:t>
      </w:r>
      <w:r>
        <w:rPr>
          <w:rtl/>
        </w:rPr>
        <w:t>مي</w:t>
      </w:r>
      <w:r w:rsidR="00083993">
        <w:rPr>
          <w:rtl/>
        </w:rPr>
        <w:t xml:space="preserve">ں </w:t>
      </w:r>
      <w:r>
        <w:rPr>
          <w:rtl/>
        </w:rPr>
        <w:t>اموات ، ہلاكتي</w:t>
      </w:r>
      <w:r w:rsidR="00083993">
        <w:rPr>
          <w:rtl/>
        </w:rPr>
        <w:t xml:space="preserve">ں </w:t>
      </w:r>
      <w:r>
        <w:rPr>
          <w:rtl/>
        </w:rPr>
        <w:t>اور قدرتى تحولات خداوند متعال كے ہاتھ مي</w:t>
      </w:r>
      <w:r w:rsidR="00083993">
        <w:rPr>
          <w:rtl/>
        </w:rPr>
        <w:t xml:space="preserve">ں </w:t>
      </w:r>
      <w:r>
        <w:rPr>
          <w:rtl/>
        </w:rPr>
        <w:t>ہي</w:t>
      </w:r>
      <w:r w:rsidR="00083993">
        <w:rPr>
          <w:rtl/>
        </w:rPr>
        <w:t xml:space="preserve">ں </w:t>
      </w:r>
      <w:r>
        <w:rPr>
          <w:rtl/>
        </w:rPr>
        <w:t>اور اُسى كى تقدير كے مطابق انجام پاتے ہي</w:t>
      </w:r>
      <w:r w:rsidR="00083993">
        <w:rPr>
          <w:rtl/>
        </w:rPr>
        <w:t xml:space="preserve">ں </w:t>
      </w:r>
      <w:r>
        <w:rPr>
          <w:rtl/>
        </w:rPr>
        <w:t>_</w:t>
      </w:r>
    </w:p>
    <w:p w:rsidR="005C3AF8" w:rsidRDefault="001E7F9D" w:rsidP="00F73EDE">
      <w:pPr>
        <w:pStyle w:val="libPoemTini"/>
        <w:rPr>
          <w:rtl/>
        </w:rPr>
      </w:pPr>
      <w:r>
        <w:rPr>
          <w:rtl/>
        </w:rPr>
        <w:cr/>
      </w:r>
      <w:r>
        <w:rPr>
          <w:rtl/>
        </w:rPr>
        <w:br w:type="page"/>
      </w:r>
    </w:p>
    <w:p w:rsidR="001F628F" w:rsidRDefault="001F628F" w:rsidP="005C3AF8">
      <w:pPr>
        <w:pStyle w:val="libArabic"/>
        <w:rPr>
          <w:rtl/>
        </w:rPr>
      </w:pPr>
      <w:r>
        <w:rPr>
          <w:rFonts w:hint="eastAsia"/>
          <w:rtl/>
        </w:rPr>
        <w:lastRenderedPageBreak/>
        <w:t>وما</w:t>
      </w:r>
      <w:r>
        <w:rPr>
          <w:rtl/>
        </w:rPr>
        <w:t xml:space="preserve"> ا </w:t>
      </w:r>
      <w:r w:rsidR="00F21947" w:rsidRPr="00B2551F">
        <w:rPr>
          <w:rFonts w:hint="cs"/>
          <w:rtl/>
        </w:rPr>
        <w:t>ه</w:t>
      </w:r>
      <w:r>
        <w:rPr>
          <w:rFonts w:hint="cs"/>
          <w:rtl/>
        </w:rPr>
        <w:t>لكنا</w:t>
      </w:r>
      <w:r>
        <w:rPr>
          <w:rtl/>
        </w:rPr>
        <w:t xml:space="preserve"> </w:t>
      </w:r>
      <w:r>
        <w:rPr>
          <w:rFonts w:hint="cs"/>
          <w:rtl/>
        </w:rPr>
        <w:t>من</w:t>
      </w:r>
      <w:r>
        <w:rPr>
          <w:rtl/>
        </w:rPr>
        <w:t xml:space="preserve"> </w:t>
      </w:r>
      <w:r>
        <w:rPr>
          <w:rFonts w:hint="cs"/>
          <w:rtl/>
        </w:rPr>
        <w:t>قرية</w:t>
      </w:r>
      <w:r>
        <w:rPr>
          <w:rtl/>
        </w:rPr>
        <w:t xml:space="preserve"> </w:t>
      </w:r>
      <w:r>
        <w:rPr>
          <w:rFonts w:hint="cs"/>
          <w:rtl/>
        </w:rPr>
        <w:t>الّا</w:t>
      </w:r>
      <w:r>
        <w:rPr>
          <w:rtl/>
        </w:rPr>
        <w:t xml:space="preserve"> </w:t>
      </w:r>
      <w:r>
        <w:rPr>
          <w:rFonts w:hint="cs"/>
          <w:rtl/>
        </w:rPr>
        <w:t>ول</w:t>
      </w:r>
      <w:r w:rsidR="00F21947" w:rsidRPr="00B2551F">
        <w:rPr>
          <w:rFonts w:hint="cs"/>
          <w:rtl/>
        </w:rPr>
        <w:t>ه</w:t>
      </w:r>
      <w:r>
        <w:rPr>
          <w:rFonts w:hint="cs"/>
          <w:rtl/>
        </w:rPr>
        <w:t>ا</w:t>
      </w:r>
      <w:r>
        <w:rPr>
          <w:rtl/>
        </w:rPr>
        <w:t xml:space="preserve"> </w:t>
      </w:r>
      <w:r>
        <w:rPr>
          <w:rFonts w:hint="cs"/>
          <w:rtl/>
        </w:rPr>
        <w:t>كتاب</w:t>
      </w:r>
      <w:r>
        <w:rPr>
          <w:rtl/>
        </w:rPr>
        <w:t xml:space="preserve"> معلوم</w:t>
      </w:r>
    </w:p>
    <w:p w:rsidR="001F628F" w:rsidRPr="005C3AF8" w:rsidRDefault="001F628F" w:rsidP="005C3AF8">
      <w:pPr>
        <w:pStyle w:val="libNormal"/>
        <w:rPr>
          <w:rStyle w:val="libArabicChar"/>
          <w:rtl/>
        </w:rPr>
      </w:pPr>
      <w:r>
        <w:rPr>
          <w:rtl/>
        </w:rPr>
        <w:t>3_خداوند متعال كا مكہ كے ناقابل ہدايت كفار كو خبر دار كرنا كہ اُنہي</w:t>
      </w:r>
      <w:r w:rsidR="00083993">
        <w:rPr>
          <w:rtl/>
        </w:rPr>
        <w:t xml:space="preserve">ں </w:t>
      </w:r>
      <w:r>
        <w:rPr>
          <w:rtl/>
        </w:rPr>
        <w:t>مہلت دينا اُن كى زندگى كو دوام دينے كے مترادف نہي</w:t>
      </w:r>
      <w:r w:rsidR="00083993">
        <w:rPr>
          <w:rtl/>
        </w:rPr>
        <w:t xml:space="preserve">ں </w:t>
      </w:r>
      <w:r>
        <w:rPr>
          <w:rtl/>
        </w:rPr>
        <w:t>بلكہ وہ ہميشہ ہلاكت كے خطرے سے دوچار ہي</w:t>
      </w:r>
      <w:r w:rsidR="00083993">
        <w:rPr>
          <w:rtl/>
        </w:rPr>
        <w:t xml:space="preserve">ں </w:t>
      </w:r>
      <w:r>
        <w:rPr>
          <w:rtl/>
        </w:rPr>
        <w:t>_</w:t>
      </w:r>
      <w:r w:rsidRPr="005C3AF8">
        <w:rPr>
          <w:rStyle w:val="libArabicChar"/>
          <w:rFonts w:hint="eastAsia"/>
          <w:rtl/>
        </w:rPr>
        <w:t>ربما</w:t>
      </w:r>
      <w:r w:rsidRPr="005C3AF8">
        <w:rPr>
          <w:rStyle w:val="libArabicChar"/>
          <w:rtl/>
        </w:rPr>
        <w:t xml:space="preserve"> يودّالذين كفروالوكانوامسلمينذر</w:t>
      </w:r>
      <w:r w:rsidR="00F21947" w:rsidRPr="00B2551F">
        <w:rPr>
          <w:rStyle w:val="libArabicChar"/>
          <w:rFonts w:hint="cs"/>
          <w:rtl/>
        </w:rPr>
        <w:t>ه</w:t>
      </w:r>
      <w:r w:rsidRPr="005C3AF8">
        <w:rPr>
          <w:rStyle w:val="libArabicChar"/>
          <w:rFonts w:hint="cs"/>
          <w:rtl/>
        </w:rPr>
        <w:t>م</w:t>
      </w:r>
      <w:r w:rsidRPr="005C3AF8">
        <w:rPr>
          <w:rStyle w:val="libArabicChar"/>
          <w:rtl/>
        </w:rPr>
        <w:t xml:space="preserve"> ...</w:t>
      </w:r>
      <w:r w:rsidRPr="005C3AF8">
        <w:rPr>
          <w:rStyle w:val="libArabicChar"/>
          <w:rFonts w:hint="cs"/>
          <w:rtl/>
        </w:rPr>
        <w:t>فسوف</w:t>
      </w:r>
      <w:r w:rsidRPr="005C3AF8">
        <w:rPr>
          <w:rStyle w:val="libArabicChar"/>
          <w:rtl/>
        </w:rPr>
        <w:t xml:space="preserve"> </w:t>
      </w:r>
      <w:r w:rsidRPr="005C3AF8">
        <w:rPr>
          <w:rStyle w:val="libArabicChar"/>
          <w:rFonts w:hint="cs"/>
          <w:rtl/>
        </w:rPr>
        <w:t>يعلمونوما</w:t>
      </w:r>
      <w:r w:rsidRPr="005C3AF8">
        <w:rPr>
          <w:rStyle w:val="libArabicChar"/>
          <w:rtl/>
        </w:rPr>
        <w:t xml:space="preserve"> </w:t>
      </w:r>
      <w:r w:rsidRPr="005C3AF8">
        <w:rPr>
          <w:rStyle w:val="libArabicChar"/>
          <w:rFonts w:hint="cs"/>
          <w:rtl/>
        </w:rPr>
        <w:t>ا</w:t>
      </w:r>
      <w:r w:rsidRPr="005C3AF8">
        <w:rPr>
          <w:rStyle w:val="libArabicChar"/>
          <w:rtl/>
        </w:rPr>
        <w:t xml:space="preserve"> </w:t>
      </w:r>
      <w:r w:rsidR="00F21947" w:rsidRPr="00B2551F">
        <w:rPr>
          <w:rStyle w:val="libArabicChar"/>
          <w:rFonts w:hint="cs"/>
          <w:rtl/>
        </w:rPr>
        <w:t>ه</w:t>
      </w:r>
      <w:r w:rsidRPr="005C3AF8">
        <w:rPr>
          <w:rStyle w:val="libArabicChar"/>
          <w:rFonts w:hint="cs"/>
          <w:rtl/>
        </w:rPr>
        <w:t>لكنا</w:t>
      </w:r>
      <w:r w:rsidRPr="005C3AF8">
        <w:rPr>
          <w:rStyle w:val="libArabicChar"/>
          <w:rtl/>
        </w:rPr>
        <w:t xml:space="preserve"> </w:t>
      </w:r>
      <w:r w:rsidRPr="005C3AF8">
        <w:rPr>
          <w:rStyle w:val="libArabicChar"/>
          <w:rFonts w:hint="cs"/>
          <w:rtl/>
        </w:rPr>
        <w:t>من</w:t>
      </w:r>
      <w:r w:rsidRPr="005C3AF8">
        <w:rPr>
          <w:rStyle w:val="libArabicChar"/>
          <w:rtl/>
        </w:rPr>
        <w:t xml:space="preserve"> </w:t>
      </w:r>
      <w:r w:rsidRPr="005C3AF8">
        <w:rPr>
          <w:rStyle w:val="libArabicChar"/>
          <w:rFonts w:hint="cs"/>
          <w:rtl/>
        </w:rPr>
        <w:t>قرية</w:t>
      </w:r>
      <w:r w:rsidRPr="005C3AF8">
        <w:rPr>
          <w:rStyle w:val="libArabicChar"/>
          <w:rtl/>
        </w:rPr>
        <w:t xml:space="preserve"> </w:t>
      </w:r>
      <w:r w:rsidRPr="005C3AF8">
        <w:rPr>
          <w:rStyle w:val="libArabicChar"/>
          <w:rFonts w:hint="cs"/>
          <w:rtl/>
        </w:rPr>
        <w:t>الّا</w:t>
      </w:r>
      <w:r w:rsidRPr="005C3AF8">
        <w:rPr>
          <w:rStyle w:val="libArabicChar"/>
          <w:rtl/>
        </w:rPr>
        <w:t xml:space="preserve"> </w:t>
      </w:r>
      <w:r w:rsidRPr="005C3AF8">
        <w:rPr>
          <w:rStyle w:val="libArabicChar"/>
          <w:rFonts w:hint="cs"/>
          <w:rtl/>
        </w:rPr>
        <w:t>ول</w:t>
      </w:r>
      <w:r w:rsidR="00F21947" w:rsidRPr="00B2551F">
        <w:rPr>
          <w:rStyle w:val="libArabicChar"/>
          <w:rFonts w:hint="cs"/>
          <w:rtl/>
        </w:rPr>
        <w:t>ه</w:t>
      </w:r>
      <w:r w:rsidRPr="005C3AF8">
        <w:rPr>
          <w:rStyle w:val="libArabicChar"/>
          <w:rFonts w:hint="cs"/>
          <w:rtl/>
        </w:rPr>
        <w:t>ا</w:t>
      </w:r>
      <w:r w:rsidRPr="005C3AF8">
        <w:rPr>
          <w:rStyle w:val="libArabicChar"/>
          <w:rtl/>
        </w:rPr>
        <w:t xml:space="preserve"> </w:t>
      </w:r>
      <w:r w:rsidRPr="005C3AF8">
        <w:rPr>
          <w:rStyle w:val="libArabicChar"/>
          <w:rFonts w:hint="cs"/>
          <w:rtl/>
        </w:rPr>
        <w:t>كتاب</w:t>
      </w:r>
      <w:r w:rsidRPr="005C3AF8">
        <w:rPr>
          <w:rStyle w:val="libArabicChar"/>
          <w:rtl/>
        </w:rPr>
        <w:t xml:space="preserve"> معلوم</w:t>
      </w:r>
    </w:p>
    <w:p w:rsidR="001F628F" w:rsidRDefault="001F628F" w:rsidP="001F628F">
      <w:pPr>
        <w:pStyle w:val="libNormal"/>
        <w:rPr>
          <w:rtl/>
        </w:rPr>
      </w:pPr>
      <w:r>
        <w:rPr>
          <w:rtl/>
        </w:rPr>
        <w:t>'' فسوف يعلمون '' جيسى تہديد كے بعد اس ايت كو ذكر كرنا شايد اس مقدرشبہہ كے جواب كى خاطر ہو كہ : كفار '' ذرھم يا كلوا ___ ''كے حكم كے ذريعے مہلت حاصل كر لينے كے بعد يہ خيال نہ كري</w:t>
      </w:r>
      <w:r w:rsidR="00083993">
        <w:rPr>
          <w:rtl/>
        </w:rPr>
        <w:t xml:space="preserve">ں </w:t>
      </w:r>
      <w:r>
        <w:rPr>
          <w:rtl/>
        </w:rPr>
        <w:t>كہ اب اُن كى زندگى اسى طرح جارى رہے گي_</w:t>
      </w:r>
    </w:p>
    <w:p w:rsidR="001F628F" w:rsidRDefault="001F628F" w:rsidP="005C3AF8">
      <w:pPr>
        <w:pStyle w:val="libNormal"/>
        <w:rPr>
          <w:rtl/>
        </w:rPr>
      </w:pPr>
      <w:r>
        <w:rPr>
          <w:rtl/>
        </w:rPr>
        <w:t>4_خدا وند متعال كے عذاب اور وعيدكے بارے مي</w:t>
      </w:r>
      <w:r w:rsidR="00083993">
        <w:rPr>
          <w:rtl/>
        </w:rPr>
        <w:t xml:space="preserve">ں </w:t>
      </w:r>
      <w:r>
        <w:rPr>
          <w:rtl/>
        </w:rPr>
        <w:t>پيش انے والے شبہات كو ختم كرنے اور اذہان كو روشن كرنے كے لئے كفار كے بارے مي</w:t>
      </w:r>
      <w:r w:rsidR="00083993">
        <w:rPr>
          <w:rtl/>
        </w:rPr>
        <w:t xml:space="preserve">ں </w:t>
      </w:r>
      <w:r>
        <w:rPr>
          <w:rtl/>
        </w:rPr>
        <w:t>خدا كے عذاب اور وعيد كے پورا ہونے كے متعلق قاعدے و قانون كى وضاحت وتبيين كى جانا_</w:t>
      </w:r>
      <w:r w:rsidRPr="005C3AF8">
        <w:rPr>
          <w:rStyle w:val="libArabicChar"/>
          <w:rFonts w:hint="eastAsia"/>
          <w:rtl/>
        </w:rPr>
        <w:t>وما</w:t>
      </w:r>
      <w:r w:rsidRPr="005C3AF8">
        <w:rPr>
          <w:rStyle w:val="libArabicChar"/>
          <w:rtl/>
        </w:rPr>
        <w:t xml:space="preserve"> ا </w:t>
      </w:r>
      <w:r w:rsidR="00F21947" w:rsidRPr="00B2551F">
        <w:rPr>
          <w:rStyle w:val="libArabicChar"/>
          <w:rFonts w:hint="cs"/>
          <w:rtl/>
        </w:rPr>
        <w:t>ه</w:t>
      </w:r>
      <w:r w:rsidRPr="005C3AF8">
        <w:rPr>
          <w:rStyle w:val="libArabicChar"/>
          <w:rFonts w:hint="cs"/>
          <w:rtl/>
        </w:rPr>
        <w:t>لكنا</w:t>
      </w:r>
      <w:r w:rsidRPr="005C3AF8">
        <w:rPr>
          <w:rStyle w:val="libArabicChar"/>
          <w:rtl/>
        </w:rPr>
        <w:t xml:space="preserve"> </w:t>
      </w:r>
      <w:r w:rsidRPr="005C3AF8">
        <w:rPr>
          <w:rStyle w:val="libArabicChar"/>
          <w:rFonts w:hint="cs"/>
          <w:rtl/>
        </w:rPr>
        <w:t>من</w:t>
      </w:r>
      <w:r w:rsidRPr="005C3AF8">
        <w:rPr>
          <w:rStyle w:val="libArabicChar"/>
          <w:rtl/>
        </w:rPr>
        <w:t xml:space="preserve"> </w:t>
      </w:r>
      <w:r w:rsidRPr="005C3AF8">
        <w:rPr>
          <w:rStyle w:val="libArabicChar"/>
          <w:rFonts w:hint="cs"/>
          <w:rtl/>
        </w:rPr>
        <w:t>قرية</w:t>
      </w:r>
      <w:r w:rsidRPr="005C3AF8">
        <w:rPr>
          <w:rStyle w:val="libArabicChar"/>
          <w:rtl/>
        </w:rPr>
        <w:t xml:space="preserve"> </w:t>
      </w:r>
      <w:r w:rsidRPr="005C3AF8">
        <w:rPr>
          <w:rStyle w:val="libArabicChar"/>
          <w:rFonts w:hint="cs"/>
          <w:rtl/>
        </w:rPr>
        <w:t>الّا</w:t>
      </w:r>
      <w:r w:rsidRPr="005C3AF8">
        <w:rPr>
          <w:rStyle w:val="libArabicChar"/>
          <w:rtl/>
        </w:rPr>
        <w:t xml:space="preserve"> </w:t>
      </w:r>
      <w:r w:rsidRPr="005C3AF8">
        <w:rPr>
          <w:rStyle w:val="libArabicChar"/>
          <w:rFonts w:hint="cs"/>
          <w:rtl/>
        </w:rPr>
        <w:t>ول</w:t>
      </w:r>
      <w:r w:rsidR="00F21947" w:rsidRPr="00B2551F">
        <w:rPr>
          <w:rStyle w:val="libArabicChar"/>
          <w:rFonts w:hint="cs"/>
          <w:rtl/>
        </w:rPr>
        <w:t>ه</w:t>
      </w:r>
      <w:r w:rsidRPr="005C3AF8">
        <w:rPr>
          <w:rStyle w:val="libArabicChar"/>
          <w:rFonts w:hint="cs"/>
          <w:rtl/>
        </w:rPr>
        <w:t>ا</w:t>
      </w:r>
      <w:r w:rsidRPr="005C3AF8">
        <w:rPr>
          <w:rStyle w:val="libArabicChar"/>
          <w:rtl/>
        </w:rPr>
        <w:t xml:space="preserve"> </w:t>
      </w:r>
      <w:r w:rsidRPr="005C3AF8">
        <w:rPr>
          <w:rStyle w:val="libArabicChar"/>
          <w:rFonts w:hint="cs"/>
          <w:rtl/>
        </w:rPr>
        <w:t>كتاب</w:t>
      </w:r>
      <w:r w:rsidRPr="005C3AF8">
        <w:rPr>
          <w:rStyle w:val="libArabicChar"/>
          <w:rtl/>
        </w:rPr>
        <w:t xml:space="preserve"> معلوم</w:t>
      </w:r>
    </w:p>
    <w:p w:rsidR="001F628F" w:rsidRDefault="001F628F" w:rsidP="001F628F">
      <w:pPr>
        <w:pStyle w:val="libNormal"/>
        <w:rPr>
          <w:rtl/>
        </w:rPr>
      </w:pPr>
      <w:r>
        <w:rPr>
          <w:rtl/>
        </w:rPr>
        <w:t>'' فسوف يعلمون '' جيسى تہديد كے بعد اس ايت كو ذكر كرنا شايد اس مقدر اعتراض كا جواب دينا مقصود ہو كہ جس كے مطابق ہو سكتا ہے كفار كہي</w:t>
      </w:r>
      <w:r w:rsidR="00083993">
        <w:rPr>
          <w:rtl/>
        </w:rPr>
        <w:t xml:space="preserve">ں </w:t>
      </w:r>
      <w:r>
        <w:rPr>
          <w:rtl/>
        </w:rPr>
        <w:t>:يہ عذاب فوراً كيو</w:t>
      </w:r>
      <w:r w:rsidR="00083993">
        <w:rPr>
          <w:rtl/>
        </w:rPr>
        <w:t xml:space="preserve">ں </w:t>
      </w:r>
      <w:r>
        <w:rPr>
          <w:rtl/>
        </w:rPr>
        <w:t>نہي</w:t>
      </w:r>
      <w:r w:rsidR="00083993">
        <w:rPr>
          <w:rtl/>
        </w:rPr>
        <w:t xml:space="preserve">ں </w:t>
      </w:r>
      <w:r>
        <w:rPr>
          <w:rtl/>
        </w:rPr>
        <w:t>اتااور ايسى وعيد اور دھمكى كب اور كيسے پورى ہو گي؟تو انہي</w:t>
      </w:r>
      <w:r w:rsidR="00083993">
        <w:rPr>
          <w:rtl/>
        </w:rPr>
        <w:t xml:space="preserve">ں </w:t>
      </w:r>
      <w:r>
        <w:rPr>
          <w:rtl/>
        </w:rPr>
        <w:t xml:space="preserve">خدا جواب ديتا ہے:عذاب اور وعيد الہى ايك </w:t>
      </w:r>
      <w:r>
        <w:rPr>
          <w:rFonts w:hint="eastAsia"/>
          <w:rtl/>
        </w:rPr>
        <w:t>قانون</w:t>
      </w:r>
      <w:r>
        <w:rPr>
          <w:rtl/>
        </w:rPr>
        <w:t xml:space="preserve"> و قاعدے كے مطابق انجام پاتى ہي</w:t>
      </w:r>
      <w:r w:rsidR="00083993">
        <w:rPr>
          <w:rtl/>
        </w:rPr>
        <w:t xml:space="preserve">ں </w:t>
      </w:r>
      <w:r>
        <w:rPr>
          <w:rtl/>
        </w:rPr>
        <w:t>_</w:t>
      </w:r>
    </w:p>
    <w:p w:rsidR="001F628F" w:rsidRDefault="001F628F" w:rsidP="001F628F">
      <w:pPr>
        <w:pStyle w:val="libNormal"/>
        <w:rPr>
          <w:rtl/>
        </w:rPr>
      </w:pPr>
      <w:r>
        <w:rPr>
          <w:rtl/>
        </w:rPr>
        <w:t>5_تاريخى تحولات اور واقعات مي</w:t>
      </w:r>
      <w:r w:rsidR="00083993">
        <w:rPr>
          <w:rtl/>
        </w:rPr>
        <w:t xml:space="preserve">ں </w:t>
      </w:r>
      <w:r>
        <w:rPr>
          <w:rtl/>
        </w:rPr>
        <w:t>خداوند متعال كى مشيت و ارادے كى دخالت _</w:t>
      </w:r>
    </w:p>
    <w:p w:rsidR="001F628F" w:rsidRDefault="001F628F" w:rsidP="005C3AF8">
      <w:pPr>
        <w:pStyle w:val="libArabic"/>
        <w:rPr>
          <w:rtl/>
        </w:rPr>
      </w:pPr>
      <w:r>
        <w:rPr>
          <w:rFonts w:hint="eastAsia"/>
          <w:rtl/>
        </w:rPr>
        <w:t>وما</w:t>
      </w:r>
      <w:r>
        <w:rPr>
          <w:rtl/>
        </w:rPr>
        <w:t xml:space="preserve"> ا </w:t>
      </w:r>
      <w:r w:rsidR="00F21947" w:rsidRPr="00B2551F">
        <w:rPr>
          <w:rFonts w:hint="cs"/>
          <w:rtl/>
        </w:rPr>
        <w:t>ه</w:t>
      </w:r>
      <w:r>
        <w:rPr>
          <w:rFonts w:hint="cs"/>
          <w:rtl/>
        </w:rPr>
        <w:t>لكنا</w:t>
      </w:r>
      <w:r>
        <w:rPr>
          <w:rtl/>
        </w:rPr>
        <w:t xml:space="preserve"> </w:t>
      </w:r>
      <w:r>
        <w:rPr>
          <w:rFonts w:hint="cs"/>
          <w:rtl/>
        </w:rPr>
        <w:t>من</w:t>
      </w:r>
      <w:r>
        <w:rPr>
          <w:rtl/>
        </w:rPr>
        <w:t xml:space="preserve"> </w:t>
      </w:r>
      <w:r>
        <w:rPr>
          <w:rFonts w:hint="cs"/>
          <w:rtl/>
        </w:rPr>
        <w:t>قرية</w:t>
      </w:r>
      <w:r>
        <w:rPr>
          <w:rtl/>
        </w:rPr>
        <w:t xml:space="preserve"> </w:t>
      </w:r>
      <w:r>
        <w:rPr>
          <w:rFonts w:hint="cs"/>
          <w:rtl/>
        </w:rPr>
        <w:t>الّا</w:t>
      </w:r>
      <w:r>
        <w:rPr>
          <w:rtl/>
        </w:rPr>
        <w:t xml:space="preserve"> </w:t>
      </w:r>
      <w:r>
        <w:rPr>
          <w:rFonts w:hint="cs"/>
          <w:rtl/>
        </w:rPr>
        <w:t>ول</w:t>
      </w:r>
      <w:r w:rsidR="00F21947" w:rsidRPr="00B2551F">
        <w:rPr>
          <w:rFonts w:hint="cs"/>
          <w:rtl/>
        </w:rPr>
        <w:t>ه</w:t>
      </w:r>
      <w:r>
        <w:rPr>
          <w:rFonts w:hint="cs"/>
          <w:rtl/>
        </w:rPr>
        <w:t>ا</w:t>
      </w:r>
      <w:r>
        <w:rPr>
          <w:rtl/>
        </w:rPr>
        <w:t xml:space="preserve"> </w:t>
      </w:r>
      <w:r>
        <w:rPr>
          <w:rFonts w:hint="cs"/>
          <w:rtl/>
        </w:rPr>
        <w:t>كتاب</w:t>
      </w:r>
      <w:r>
        <w:rPr>
          <w:rtl/>
        </w:rPr>
        <w:t xml:space="preserve"> معلوم</w:t>
      </w:r>
    </w:p>
    <w:p w:rsidR="001F628F" w:rsidRDefault="001F628F" w:rsidP="001F628F">
      <w:pPr>
        <w:pStyle w:val="libNormal"/>
        <w:rPr>
          <w:rtl/>
        </w:rPr>
      </w:pPr>
      <w:r>
        <w:rPr>
          <w:rtl/>
        </w:rPr>
        <w:t>6_انسانى معاشرو</w:t>
      </w:r>
      <w:r w:rsidR="00083993">
        <w:rPr>
          <w:rtl/>
        </w:rPr>
        <w:t xml:space="preserve">ں </w:t>
      </w:r>
      <w:r>
        <w:rPr>
          <w:rtl/>
        </w:rPr>
        <w:t>سے متعلق اخبار و اطلاعات كا ايك معين كتاب و ذخيرہ اطلاعات پر مشتمل ہونا _</w:t>
      </w:r>
    </w:p>
    <w:p w:rsidR="001F628F" w:rsidRDefault="001F628F" w:rsidP="005C3AF8">
      <w:pPr>
        <w:pStyle w:val="libArabic"/>
        <w:rPr>
          <w:rtl/>
        </w:rPr>
      </w:pPr>
      <w:r>
        <w:rPr>
          <w:rFonts w:hint="eastAsia"/>
          <w:rtl/>
        </w:rPr>
        <w:t>وما</w:t>
      </w:r>
      <w:r>
        <w:rPr>
          <w:rtl/>
        </w:rPr>
        <w:t xml:space="preserve"> ا </w:t>
      </w:r>
      <w:r w:rsidR="00F21947" w:rsidRPr="00B2551F">
        <w:rPr>
          <w:rFonts w:hint="cs"/>
          <w:rtl/>
        </w:rPr>
        <w:t>ه</w:t>
      </w:r>
      <w:r>
        <w:rPr>
          <w:rFonts w:hint="cs"/>
          <w:rtl/>
        </w:rPr>
        <w:t>لكنا</w:t>
      </w:r>
      <w:r>
        <w:rPr>
          <w:rtl/>
        </w:rPr>
        <w:t xml:space="preserve"> </w:t>
      </w:r>
      <w:r>
        <w:rPr>
          <w:rFonts w:hint="cs"/>
          <w:rtl/>
        </w:rPr>
        <w:t>من</w:t>
      </w:r>
      <w:r>
        <w:rPr>
          <w:rtl/>
        </w:rPr>
        <w:t xml:space="preserve"> </w:t>
      </w:r>
      <w:r>
        <w:rPr>
          <w:rFonts w:hint="cs"/>
          <w:rtl/>
        </w:rPr>
        <w:t>قرية</w:t>
      </w:r>
      <w:r>
        <w:rPr>
          <w:rtl/>
        </w:rPr>
        <w:t xml:space="preserve"> </w:t>
      </w:r>
      <w:r>
        <w:rPr>
          <w:rFonts w:hint="cs"/>
          <w:rtl/>
        </w:rPr>
        <w:t>الّا</w:t>
      </w:r>
      <w:r>
        <w:rPr>
          <w:rtl/>
        </w:rPr>
        <w:t xml:space="preserve"> </w:t>
      </w:r>
      <w:r>
        <w:rPr>
          <w:rFonts w:hint="cs"/>
          <w:rtl/>
        </w:rPr>
        <w:t>ول</w:t>
      </w:r>
      <w:r w:rsidR="00F21947" w:rsidRPr="00B2551F">
        <w:rPr>
          <w:rFonts w:hint="cs"/>
          <w:rtl/>
        </w:rPr>
        <w:t>ه</w:t>
      </w:r>
      <w:r>
        <w:rPr>
          <w:rFonts w:hint="cs"/>
          <w:rtl/>
        </w:rPr>
        <w:t>ا</w:t>
      </w:r>
      <w:r>
        <w:rPr>
          <w:rtl/>
        </w:rPr>
        <w:t xml:space="preserve"> </w:t>
      </w:r>
      <w:r>
        <w:rPr>
          <w:rFonts w:hint="cs"/>
          <w:rtl/>
        </w:rPr>
        <w:t>كتاب</w:t>
      </w:r>
      <w:r>
        <w:rPr>
          <w:rtl/>
        </w:rPr>
        <w:t xml:space="preserve"> معلوم</w:t>
      </w:r>
    </w:p>
    <w:p w:rsidR="001F628F" w:rsidRDefault="001F628F" w:rsidP="001F628F">
      <w:pPr>
        <w:pStyle w:val="libNormal"/>
        <w:rPr>
          <w:rtl/>
        </w:rPr>
      </w:pPr>
      <w:r>
        <w:rPr>
          <w:rtl/>
        </w:rPr>
        <w:t>7_ہر معاشرہ، اپنے افراد سے الگ شناخت ،حيات اورمعين قوانين كا حامل ہو تا ہے_</w:t>
      </w:r>
    </w:p>
    <w:p w:rsidR="001F628F" w:rsidRDefault="001F628F" w:rsidP="005C3AF8">
      <w:pPr>
        <w:pStyle w:val="libArabic"/>
        <w:rPr>
          <w:rtl/>
        </w:rPr>
      </w:pPr>
      <w:r>
        <w:rPr>
          <w:rFonts w:hint="eastAsia"/>
          <w:rtl/>
        </w:rPr>
        <w:t>وما</w:t>
      </w:r>
      <w:r>
        <w:rPr>
          <w:rtl/>
        </w:rPr>
        <w:t xml:space="preserve"> ا </w:t>
      </w:r>
      <w:r w:rsidR="00F21947" w:rsidRPr="00B2551F">
        <w:rPr>
          <w:rFonts w:hint="cs"/>
          <w:rtl/>
        </w:rPr>
        <w:t>ه</w:t>
      </w:r>
      <w:r>
        <w:rPr>
          <w:rFonts w:hint="cs"/>
          <w:rtl/>
        </w:rPr>
        <w:t>لكنا</w:t>
      </w:r>
      <w:r>
        <w:rPr>
          <w:rtl/>
        </w:rPr>
        <w:t xml:space="preserve"> </w:t>
      </w:r>
      <w:r>
        <w:rPr>
          <w:rFonts w:hint="cs"/>
          <w:rtl/>
        </w:rPr>
        <w:t>من</w:t>
      </w:r>
      <w:r>
        <w:rPr>
          <w:rtl/>
        </w:rPr>
        <w:t xml:space="preserve"> </w:t>
      </w:r>
      <w:r>
        <w:rPr>
          <w:rFonts w:hint="cs"/>
          <w:rtl/>
        </w:rPr>
        <w:t>قرية</w:t>
      </w:r>
      <w:r>
        <w:rPr>
          <w:rtl/>
        </w:rPr>
        <w:t xml:space="preserve"> </w:t>
      </w:r>
      <w:r>
        <w:rPr>
          <w:rFonts w:hint="cs"/>
          <w:rtl/>
        </w:rPr>
        <w:t>الّا</w:t>
      </w:r>
      <w:r>
        <w:rPr>
          <w:rtl/>
        </w:rPr>
        <w:t xml:space="preserve"> </w:t>
      </w:r>
      <w:r>
        <w:rPr>
          <w:rFonts w:hint="cs"/>
          <w:rtl/>
        </w:rPr>
        <w:t>ول</w:t>
      </w:r>
      <w:r w:rsidR="00F21947" w:rsidRPr="00B2551F">
        <w:rPr>
          <w:rFonts w:hint="cs"/>
          <w:rtl/>
        </w:rPr>
        <w:t>ه</w:t>
      </w:r>
      <w:r>
        <w:rPr>
          <w:rFonts w:hint="cs"/>
          <w:rtl/>
        </w:rPr>
        <w:t>ا</w:t>
      </w:r>
      <w:r>
        <w:rPr>
          <w:rtl/>
        </w:rPr>
        <w:t xml:space="preserve"> </w:t>
      </w:r>
      <w:r>
        <w:rPr>
          <w:rFonts w:hint="cs"/>
          <w:rtl/>
        </w:rPr>
        <w:t>كتاب</w:t>
      </w:r>
      <w:r>
        <w:rPr>
          <w:rtl/>
        </w:rPr>
        <w:t xml:space="preserve"> معلوم</w:t>
      </w:r>
    </w:p>
    <w:p w:rsidR="001F628F" w:rsidRDefault="001F628F" w:rsidP="005C3AF8">
      <w:pPr>
        <w:pStyle w:val="libNormal"/>
        <w:rPr>
          <w:rtl/>
        </w:rPr>
      </w:pPr>
      <w:r>
        <w:rPr>
          <w:rFonts w:hint="eastAsia"/>
          <w:rtl/>
        </w:rPr>
        <w:t>اجتماعى</w:t>
      </w:r>
      <w:r>
        <w:rPr>
          <w:rtl/>
        </w:rPr>
        <w:t xml:space="preserve"> تحولات:</w:t>
      </w:r>
      <w:r>
        <w:rPr>
          <w:rFonts w:hint="eastAsia"/>
          <w:rtl/>
        </w:rPr>
        <w:t>اجتماعى</w:t>
      </w:r>
      <w:r>
        <w:rPr>
          <w:rtl/>
        </w:rPr>
        <w:t xml:space="preserve"> تحولات كاسرچشمہ 2</w:t>
      </w:r>
    </w:p>
    <w:p w:rsidR="001F628F" w:rsidRDefault="001F628F" w:rsidP="005C3AF8">
      <w:pPr>
        <w:pStyle w:val="libNormal"/>
        <w:rPr>
          <w:rtl/>
        </w:rPr>
      </w:pPr>
      <w:r>
        <w:rPr>
          <w:rFonts w:hint="eastAsia"/>
          <w:rtl/>
        </w:rPr>
        <w:t>اجل</w:t>
      </w:r>
      <w:r>
        <w:rPr>
          <w:rtl/>
        </w:rPr>
        <w:t xml:space="preserve"> :</w:t>
      </w:r>
      <w:r>
        <w:rPr>
          <w:rFonts w:hint="eastAsia"/>
          <w:rtl/>
        </w:rPr>
        <w:t>اجل</w:t>
      </w:r>
      <w:r>
        <w:rPr>
          <w:rtl/>
        </w:rPr>
        <w:t xml:space="preserve"> مسمى 1</w:t>
      </w:r>
    </w:p>
    <w:p w:rsidR="001F628F" w:rsidRDefault="001F628F" w:rsidP="005C3AF8">
      <w:pPr>
        <w:pStyle w:val="libNormal"/>
        <w:rPr>
          <w:rtl/>
        </w:rPr>
      </w:pPr>
      <w:r>
        <w:rPr>
          <w:rFonts w:hint="eastAsia"/>
          <w:rtl/>
        </w:rPr>
        <w:t>الله</w:t>
      </w:r>
      <w:r>
        <w:rPr>
          <w:rtl/>
        </w:rPr>
        <w:t xml:space="preserve"> تعالى :</w:t>
      </w:r>
      <w:r>
        <w:rPr>
          <w:rFonts w:hint="eastAsia"/>
          <w:rtl/>
        </w:rPr>
        <w:t>الله</w:t>
      </w:r>
      <w:r>
        <w:rPr>
          <w:rtl/>
        </w:rPr>
        <w:t xml:space="preserve"> تعالى كى مثبت كا كردار 5;الله تعالى كى مہلتي</w:t>
      </w:r>
      <w:r w:rsidR="00083993">
        <w:rPr>
          <w:rtl/>
        </w:rPr>
        <w:t xml:space="preserve">ں </w:t>
      </w:r>
      <w:r>
        <w:rPr>
          <w:rtl/>
        </w:rPr>
        <w:t>3 ; الله تعالى كے وعيدو</w:t>
      </w:r>
      <w:r w:rsidR="00083993">
        <w:rPr>
          <w:rtl/>
        </w:rPr>
        <w:t xml:space="preserve">ں </w:t>
      </w:r>
      <w:r>
        <w:rPr>
          <w:rtl/>
        </w:rPr>
        <w:t>كاتحت ضابطہ ہونا 4;الله تعالى كے وعيد و</w:t>
      </w:r>
      <w:r w:rsidR="00083993">
        <w:rPr>
          <w:rtl/>
        </w:rPr>
        <w:t xml:space="preserve">ں </w:t>
      </w:r>
      <w:r>
        <w:rPr>
          <w:rtl/>
        </w:rPr>
        <w:t>كايقينى ہونا 4;الله تعالى كے اختصاصات2;الله تعالى كے ارادے كااثر 5ا ; الله تعالى كے انذار 3;الله تعالى كے مقدرات 2</w:t>
      </w:r>
    </w:p>
    <w:p w:rsidR="005C3AF8" w:rsidRDefault="001E7F9D" w:rsidP="00F73EDE">
      <w:pPr>
        <w:pStyle w:val="libPoemTini"/>
        <w:rPr>
          <w:rtl/>
        </w:rPr>
      </w:pPr>
      <w:r>
        <w:rPr>
          <w:rtl/>
        </w:rPr>
        <w:br w:type="page"/>
      </w:r>
    </w:p>
    <w:p w:rsidR="001F628F" w:rsidRDefault="001F628F" w:rsidP="005C3AF8">
      <w:pPr>
        <w:pStyle w:val="libNormal"/>
        <w:rPr>
          <w:rtl/>
        </w:rPr>
      </w:pPr>
      <w:r>
        <w:rPr>
          <w:rFonts w:hint="eastAsia"/>
          <w:rtl/>
        </w:rPr>
        <w:lastRenderedPageBreak/>
        <w:t>انذار</w:t>
      </w:r>
      <w:r>
        <w:rPr>
          <w:rtl/>
        </w:rPr>
        <w:t xml:space="preserve"> :</w:t>
      </w:r>
      <w:r>
        <w:rPr>
          <w:rFonts w:hint="eastAsia"/>
          <w:rtl/>
        </w:rPr>
        <w:t>ہلاكت</w:t>
      </w:r>
      <w:r>
        <w:rPr>
          <w:rtl/>
        </w:rPr>
        <w:t xml:space="preserve"> سے انذار 3</w:t>
      </w:r>
    </w:p>
    <w:p w:rsidR="001F628F" w:rsidRDefault="001F628F" w:rsidP="005C3AF8">
      <w:pPr>
        <w:pStyle w:val="libNormal"/>
        <w:rPr>
          <w:rtl/>
        </w:rPr>
      </w:pPr>
      <w:r>
        <w:rPr>
          <w:rFonts w:hint="eastAsia"/>
          <w:rtl/>
        </w:rPr>
        <w:t>تاريخ</w:t>
      </w:r>
      <w:r>
        <w:rPr>
          <w:rtl/>
        </w:rPr>
        <w:t xml:space="preserve"> :</w:t>
      </w:r>
      <w:r>
        <w:rPr>
          <w:rFonts w:hint="eastAsia"/>
          <w:rtl/>
        </w:rPr>
        <w:t>تاريخى</w:t>
      </w:r>
      <w:r>
        <w:rPr>
          <w:rtl/>
        </w:rPr>
        <w:t xml:space="preserve"> تحولات كا سر چشمہ 5</w:t>
      </w:r>
    </w:p>
    <w:p w:rsidR="001F628F" w:rsidRDefault="001F628F" w:rsidP="005C3AF8">
      <w:pPr>
        <w:pStyle w:val="libNormal"/>
        <w:rPr>
          <w:rtl/>
        </w:rPr>
      </w:pPr>
      <w:r>
        <w:rPr>
          <w:rFonts w:hint="eastAsia"/>
          <w:rtl/>
        </w:rPr>
        <w:t>حوادث</w:t>
      </w:r>
      <w:r>
        <w:rPr>
          <w:rtl/>
        </w:rPr>
        <w:t>:</w:t>
      </w:r>
      <w:r>
        <w:rPr>
          <w:rFonts w:hint="eastAsia"/>
          <w:rtl/>
        </w:rPr>
        <w:t>حوادث</w:t>
      </w:r>
      <w:r>
        <w:rPr>
          <w:rtl/>
        </w:rPr>
        <w:t xml:space="preserve"> كا ذخيرہ اطلاعات6</w:t>
      </w:r>
    </w:p>
    <w:p w:rsidR="001F628F" w:rsidRDefault="001F628F" w:rsidP="005C3AF8">
      <w:pPr>
        <w:pStyle w:val="libNormal"/>
        <w:rPr>
          <w:rtl/>
        </w:rPr>
      </w:pPr>
      <w:r>
        <w:rPr>
          <w:rFonts w:hint="eastAsia"/>
          <w:rtl/>
        </w:rPr>
        <w:t>قران</w:t>
      </w:r>
      <w:r>
        <w:rPr>
          <w:rtl/>
        </w:rPr>
        <w:t xml:space="preserve"> كريم :</w:t>
      </w:r>
      <w:r>
        <w:rPr>
          <w:rFonts w:hint="eastAsia"/>
          <w:rtl/>
        </w:rPr>
        <w:t>قران</w:t>
      </w:r>
      <w:r>
        <w:rPr>
          <w:rtl/>
        </w:rPr>
        <w:t xml:space="preserve"> كريم كى تعليمات 4</w:t>
      </w:r>
    </w:p>
    <w:p w:rsidR="001F628F" w:rsidRDefault="001F628F" w:rsidP="005C3AF8">
      <w:pPr>
        <w:pStyle w:val="libNormal"/>
        <w:rPr>
          <w:rtl/>
        </w:rPr>
      </w:pPr>
      <w:r>
        <w:rPr>
          <w:rFonts w:hint="eastAsia"/>
          <w:rtl/>
        </w:rPr>
        <w:t>كفار</w:t>
      </w:r>
      <w:r>
        <w:rPr>
          <w:rtl/>
        </w:rPr>
        <w:t xml:space="preserve"> مكہ :</w:t>
      </w:r>
      <w:r>
        <w:rPr>
          <w:rFonts w:hint="eastAsia"/>
          <w:rtl/>
        </w:rPr>
        <w:t>كفار</w:t>
      </w:r>
      <w:r>
        <w:rPr>
          <w:rtl/>
        </w:rPr>
        <w:t xml:space="preserve"> مكہ كو مہلت كا فلسفہ 3;كفار مكہ كے انذار 3</w:t>
      </w:r>
    </w:p>
    <w:p w:rsidR="001F628F" w:rsidRDefault="001F628F" w:rsidP="005C3AF8">
      <w:pPr>
        <w:pStyle w:val="libNormal"/>
        <w:rPr>
          <w:rtl/>
        </w:rPr>
      </w:pPr>
      <w:r>
        <w:rPr>
          <w:rFonts w:hint="eastAsia"/>
          <w:rtl/>
        </w:rPr>
        <w:t>مصائب</w:t>
      </w:r>
      <w:r>
        <w:rPr>
          <w:rtl/>
        </w:rPr>
        <w:t xml:space="preserve"> :</w:t>
      </w:r>
      <w:r>
        <w:rPr>
          <w:rFonts w:hint="eastAsia"/>
          <w:rtl/>
        </w:rPr>
        <w:t>مصائب</w:t>
      </w:r>
      <w:r>
        <w:rPr>
          <w:rtl/>
        </w:rPr>
        <w:t xml:space="preserve"> كا طبيعى سر چشمہ 2</w:t>
      </w:r>
    </w:p>
    <w:p w:rsidR="001F628F" w:rsidRDefault="001F628F" w:rsidP="005C3AF8">
      <w:pPr>
        <w:pStyle w:val="libNormal"/>
        <w:rPr>
          <w:rtl/>
        </w:rPr>
      </w:pPr>
      <w:r>
        <w:rPr>
          <w:rFonts w:hint="eastAsia"/>
          <w:rtl/>
        </w:rPr>
        <w:t>معاشرہ</w:t>
      </w:r>
      <w:r>
        <w:rPr>
          <w:rtl/>
        </w:rPr>
        <w:t>:</w:t>
      </w:r>
      <w:r>
        <w:rPr>
          <w:rFonts w:hint="eastAsia"/>
          <w:rtl/>
        </w:rPr>
        <w:t>معاشرو</w:t>
      </w:r>
      <w:r w:rsidR="00083993">
        <w:rPr>
          <w:rFonts w:hint="eastAsia"/>
          <w:rtl/>
        </w:rPr>
        <w:t xml:space="preserve">ں </w:t>
      </w:r>
      <w:r>
        <w:rPr>
          <w:rtl/>
        </w:rPr>
        <w:t>كا تحت ضابطہ ہونا 7;معاشرے كا وجود7;معاشرے كى اجل 1;معاشرے كى حقيقت 7; معاشرے كى حيات 7;معاشرو</w:t>
      </w:r>
      <w:r w:rsidR="00083993">
        <w:rPr>
          <w:rtl/>
        </w:rPr>
        <w:t xml:space="preserve">ں </w:t>
      </w:r>
      <w:r>
        <w:rPr>
          <w:rtl/>
        </w:rPr>
        <w:t>كى ہلاكت كا تحت ضابطہ ہونا 1</w:t>
      </w:r>
    </w:p>
    <w:p w:rsidR="001F628F" w:rsidRDefault="001F628F" w:rsidP="005C3AF8">
      <w:pPr>
        <w:pStyle w:val="libNormal"/>
        <w:rPr>
          <w:rtl/>
        </w:rPr>
      </w:pPr>
      <w:r>
        <w:rPr>
          <w:rFonts w:hint="eastAsia"/>
          <w:rtl/>
        </w:rPr>
        <w:t>موت</w:t>
      </w:r>
      <w:r>
        <w:rPr>
          <w:rtl/>
        </w:rPr>
        <w:t>:</w:t>
      </w:r>
      <w:r>
        <w:rPr>
          <w:rFonts w:hint="eastAsia"/>
          <w:rtl/>
        </w:rPr>
        <w:t>موت</w:t>
      </w:r>
      <w:r>
        <w:rPr>
          <w:rtl/>
        </w:rPr>
        <w:t xml:space="preserve"> كا سر چشمہ 2</w:t>
      </w:r>
    </w:p>
    <w:p w:rsidR="001F628F" w:rsidRDefault="005C3AF8" w:rsidP="005C3AF8">
      <w:pPr>
        <w:pStyle w:val="Heading2Center"/>
        <w:rPr>
          <w:rtl/>
        </w:rPr>
      </w:pPr>
      <w:bookmarkStart w:id="57" w:name="_Toc28081735"/>
      <w:r>
        <w:rPr>
          <w:rFonts w:hint="cs"/>
          <w:rtl/>
        </w:rPr>
        <w:t>آیت 5</w:t>
      </w:r>
      <w:bookmarkEnd w:id="57"/>
    </w:p>
    <w:p w:rsidR="001F628F" w:rsidRDefault="00E260F9" w:rsidP="005C3AF8">
      <w:pPr>
        <w:pStyle w:val="libNormal"/>
        <w:rPr>
          <w:rtl/>
        </w:rPr>
      </w:pPr>
      <w:r w:rsidRPr="00E260F9">
        <w:rPr>
          <w:rStyle w:val="libAlaemChar"/>
          <w:rFonts w:hint="eastAsia"/>
          <w:rtl/>
        </w:rPr>
        <w:t>(</w:t>
      </w:r>
      <w:r w:rsidRPr="005C3AF8">
        <w:rPr>
          <w:rStyle w:val="libAieChar"/>
          <w:rFonts w:hint="eastAsia"/>
          <w:rtl/>
        </w:rPr>
        <w:t>مَّا</w:t>
      </w:r>
      <w:r w:rsidRPr="005C3AF8">
        <w:rPr>
          <w:rStyle w:val="libAieChar"/>
          <w:rtl/>
        </w:rPr>
        <w:t xml:space="preserve"> تَسْبِقُ مِنْ أُمَّةٍ أَجَلَهَا وَمَا يَسْتَأْخِرُونَ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كوئي</w:t>
      </w:r>
      <w:r>
        <w:rPr>
          <w:rtl/>
        </w:rPr>
        <w:t xml:space="preserve"> امت نہ اپنے وقت سے آگے بڑھ سكتى ہے اور نہ پيچھے ہٹ سكتى ہے _</w:t>
      </w:r>
    </w:p>
    <w:p w:rsidR="001F628F" w:rsidRDefault="001F628F" w:rsidP="005C3AF8">
      <w:pPr>
        <w:pStyle w:val="libNormal"/>
        <w:rPr>
          <w:rtl/>
        </w:rPr>
      </w:pPr>
      <w:r>
        <w:rPr>
          <w:rtl/>
        </w:rPr>
        <w:t>1_كوئي اُمت اپنى اجل (موت) كو مقرر شدہ وقت سے اگے نہي</w:t>
      </w:r>
      <w:r w:rsidR="00083993">
        <w:rPr>
          <w:rtl/>
        </w:rPr>
        <w:t xml:space="preserve">ں </w:t>
      </w:r>
      <w:r>
        <w:rPr>
          <w:rtl/>
        </w:rPr>
        <w:t>لے جاسكتى _</w:t>
      </w:r>
      <w:r w:rsidRPr="005C3AF8">
        <w:rPr>
          <w:rStyle w:val="libArabicChar"/>
          <w:rFonts w:hint="eastAsia"/>
          <w:rtl/>
        </w:rPr>
        <w:t>ما</w:t>
      </w:r>
      <w:r w:rsidRPr="005C3AF8">
        <w:rPr>
          <w:rStyle w:val="libArabicChar"/>
          <w:rtl/>
        </w:rPr>
        <w:t xml:space="preserve"> تسبق من ا مة ا جل</w:t>
      </w:r>
      <w:r w:rsidR="00F21947" w:rsidRPr="00B2551F">
        <w:rPr>
          <w:rStyle w:val="libArabicChar"/>
          <w:rFonts w:hint="cs"/>
          <w:rtl/>
        </w:rPr>
        <w:t>ه</w:t>
      </w:r>
      <w:r w:rsidR="0021672A">
        <w:rPr>
          <w:rStyle w:val="libArabicChar"/>
          <w:rFonts w:hint="cs"/>
          <w:rtl/>
        </w:rPr>
        <w:t>ا</w:t>
      </w:r>
    </w:p>
    <w:p w:rsidR="001F628F" w:rsidRDefault="001F628F" w:rsidP="001F628F">
      <w:pPr>
        <w:pStyle w:val="libNormal"/>
        <w:rPr>
          <w:rtl/>
        </w:rPr>
      </w:pPr>
      <w:r>
        <w:rPr>
          <w:rtl/>
        </w:rPr>
        <w:t>2_ہر اُمت خداوند متعال كى جانب سے ايك مقرر ، معين اورناقابل تغيير اجل ركھتى ہے_</w:t>
      </w:r>
    </w:p>
    <w:p w:rsidR="001F628F" w:rsidRDefault="001F628F" w:rsidP="005C3AF8">
      <w:pPr>
        <w:pStyle w:val="libArabic"/>
        <w:rPr>
          <w:rtl/>
        </w:rPr>
      </w:pPr>
      <w:r>
        <w:rPr>
          <w:rFonts w:hint="eastAsia"/>
          <w:rtl/>
        </w:rPr>
        <w:t>ما</w:t>
      </w:r>
      <w:r>
        <w:rPr>
          <w:rtl/>
        </w:rPr>
        <w:t xml:space="preserve"> تسبق من ا مة ا جل</w:t>
      </w:r>
      <w:r w:rsidR="00F21947" w:rsidRPr="00B2551F">
        <w:rPr>
          <w:rFonts w:hint="cs"/>
          <w:rtl/>
        </w:rPr>
        <w:t>ه</w:t>
      </w:r>
      <w:r w:rsidR="0021672A">
        <w:rPr>
          <w:rFonts w:hint="cs"/>
          <w:rtl/>
        </w:rPr>
        <w:t>ا</w:t>
      </w:r>
    </w:p>
    <w:p w:rsidR="001F628F" w:rsidRDefault="001F628F" w:rsidP="005C3AF8">
      <w:pPr>
        <w:pStyle w:val="libNormal"/>
        <w:rPr>
          <w:rtl/>
        </w:rPr>
      </w:pPr>
      <w:r>
        <w:rPr>
          <w:rtl/>
        </w:rPr>
        <w:t>3_كوئي بھى اُمت وقوم اپنى تعيين شدہ اجل كو ٹالنے كى طاقت نہي</w:t>
      </w:r>
      <w:r w:rsidR="00083993">
        <w:rPr>
          <w:rtl/>
        </w:rPr>
        <w:t xml:space="preserve">ں </w:t>
      </w:r>
      <w:r>
        <w:rPr>
          <w:rtl/>
        </w:rPr>
        <w:t>ركھتي_</w:t>
      </w:r>
      <w:r w:rsidRPr="005C3AF8">
        <w:rPr>
          <w:rStyle w:val="libArabicChar"/>
          <w:rFonts w:hint="eastAsia"/>
          <w:rtl/>
        </w:rPr>
        <w:t>ما</w:t>
      </w:r>
      <w:r w:rsidRPr="005C3AF8">
        <w:rPr>
          <w:rStyle w:val="libArabicChar"/>
          <w:rtl/>
        </w:rPr>
        <w:t xml:space="preserve"> تسبق من ا مة ا جل</w:t>
      </w:r>
      <w:r w:rsidR="00F21947" w:rsidRPr="00B2551F">
        <w:rPr>
          <w:rStyle w:val="libArabicChar"/>
          <w:rFonts w:hint="cs"/>
          <w:rtl/>
        </w:rPr>
        <w:t>ه</w:t>
      </w:r>
      <w:r w:rsidRPr="005C3AF8">
        <w:rPr>
          <w:rStyle w:val="libArabicChar"/>
          <w:rFonts w:hint="cs"/>
          <w:rtl/>
        </w:rPr>
        <w:t>ا</w:t>
      </w:r>
      <w:r w:rsidRPr="005C3AF8">
        <w:rPr>
          <w:rStyle w:val="libArabicChar"/>
          <w:rtl/>
        </w:rPr>
        <w:t xml:space="preserve"> </w:t>
      </w:r>
      <w:r w:rsidRPr="005C3AF8">
        <w:rPr>
          <w:rStyle w:val="libArabicChar"/>
          <w:rFonts w:hint="cs"/>
          <w:rtl/>
        </w:rPr>
        <w:t>وما</w:t>
      </w:r>
      <w:r w:rsidRPr="005C3AF8">
        <w:rPr>
          <w:rStyle w:val="libArabicChar"/>
          <w:rtl/>
        </w:rPr>
        <w:t xml:space="preserve"> </w:t>
      </w:r>
      <w:r w:rsidRPr="005C3AF8">
        <w:rPr>
          <w:rStyle w:val="libArabicChar"/>
          <w:rFonts w:hint="cs"/>
          <w:rtl/>
        </w:rPr>
        <w:t>يس</w:t>
      </w:r>
      <w:r w:rsidRPr="005C3AF8">
        <w:rPr>
          <w:rStyle w:val="libArabicChar"/>
          <w:rtl/>
        </w:rPr>
        <w:t>تئخرون</w:t>
      </w:r>
    </w:p>
    <w:p w:rsidR="001F628F" w:rsidRDefault="001F628F" w:rsidP="005C3AF8">
      <w:pPr>
        <w:pStyle w:val="libNormal"/>
        <w:rPr>
          <w:rtl/>
        </w:rPr>
      </w:pPr>
      <w:r>
        <w:rPr>
          <w:rFonts w:hint="eastAsia"/>
          <w:rtl/>
        </w:rPr>
        <w:t>اجل</w:t>
      </w:r>
      <w:r>
        <w:rPr>
          <w:rtl/>
        </w:rPr>
        <w:t xml:space="preserve"> :</w:t>
      </w:r>
      <w:r>
        <w:rPr>
          <w:rFonts w:hint="eastAsia"/>
          <w:rtl/>
        </w:rPr>
        <w:t>اجل</w:t>
      </w:r>
      <w:r>
        <w:rPr>
          <w:rtl/>
        </w:rPr>
        <w:t xml:space="preserve"> مسمى 1،2،3</w:t>
      </w:r>
    </w:p>
    <w:p w:rsidR="005C3AF8" w:rsidRDefault="001E7F9D" w:rsidP="00F73EDE">
      <w:pPr>
        <w:pStyle w:val="libPoemTini"/>
        <w:rPr>
          <w:rtl/>
        </w:rPr>
      </w:pPr>
      <w:r>
        <w:rPr>
          <w:rtl/>
        </w:rPr>
        <w:br w:type="page"/>
      </w:r>
    </w:p>
    <w:p w:rsidR="001F628F" w:rsidRDefault="001F628F" w:rsidP="005C3AF8">
      <w:pPr>
        <w:pStyle w:val="libNormal"/>
        <w:rPr>
          <w:rtl/>
        </w:rPr>
      </w:pPr>
      <w:r>
        <w:rPr>
          <w:rFonts w:hint="eastAsia"/>
          <w:rtl/>
        </w:rPr>
        <w:lastRenderedPageBreak/>
        <w:t>الله</w:t>
      </w:r>
      <w:r>
        <w:rPr>
          <w:rtl/>
        </w:rPr>
        <w:t xml:space="preserve"> تعالى :</w:t>
      </w:r>
      <w:r>
        <w:rPr>
          <w:rFonts w:hint="eastAsia"/>
          <w:rtl/>
        </w:rPr>
        <w:t>الله</w:t>
      </w:r>
      <w:r>
        <w:rPr>
          <w:rtl/>
        </w:rPr>
        <w:t xml:space="preserve"> تعالى كے مقدرات2</w:t>
      </w:r>
    </w:p>
    <w:p w:rsidR="001F628F" w:rsidRDefault="001F628F" w:rsidP="005C3AF8">
      <w:pPr>
        <w:pStyle w:val="libNormal"/>
        <w:rPr>
          <w:rtl/>
        </w:rPr>
      </w:pPr>
      <w:r>
        <w:rPr>
          <w:rFonts w:hint="eastAsia"/>
          <w:rtl/>
        </w:rPr>
        <w:t>اُمم</w:t>
      </w:r>
      <w:r>
        <w:rPr>
          <w:rtl/>
        </w:rPr>
        <w:t xml:space="preserve"> :</w:t>
      </w:r>
      <w:r>
        <w:rPr>
          <w:rFonts w:hint="eastAsia"/>
          <w:rtl/>
        </w:rPr>
        <w:t>اُمم</w:t>
      </w:r>
      <w:r>
        <w:rPr>
          <w:rtl/>
        </w:rPr>
        <w:t xml:space="preserve"> كا عاجز ہونا 1،3;اُمم كى اجل 1،2،3</w:t>
      </w:r>
    </w:p>
    <w:p w:rsidR="001F628F" w:rsidRDefault="005C3AF8" w:rsidP="005C3AF8">
      <w:pPr>
        <w:pStyle w:val="Heading2Center"/>
        <w:rPr>
          <w:rtl/>
        </w:rPr>
      </w:pPr>
      <w:bookmarkStart w:id="58" w:name="_Toc28081736"/>
      <w:r>
        <w:rPr>
          <w:rFonts w:hint="cs"/>
          <w:rtl/>
        </w:rPr>
        <w:t>آیت 6</w:t>
      </w:r>
      <w:bookmarkEnd w:id="58"/>
    </w:p>
    <w:p w:rsidR="001F628F" w:rsidRDefault="00E260F9" w:rsidP="005C3AF8">
      <w:pPr>
        <w:pStyle w:val="libNormal"/>
        <w:rPr>
          <w:rtl/>
        </w:rPr>
      </w:pPr>
      <w:r w:rsidRPr="00E260F9">
        <w:rPr>
          <w:rStyle w:val="libAlaemChar"/>
          <w:rFonts w:hint="eastAsia"/>
          <w:rtl/>
        </w:rPr>
        <w:t>(</w:t>
      </w:r>
      <w:r w:rsidRPr="005C3AF8">
        <w:rPr>
          <w:rStyle w:val="libAieChar"/>
          <w:rFonts w:hint="eastAsia"/>
          <w:rtl/>
        </w:rPr>
        <w:t>وَقَالُواْ</w:t>
      </w:r>
      <w:r w:rsidRPr="005C3AF8">
        <w:rPr>
          <w:rStyle w:val="libAieChar"/>
          <w:rtl/>
        </w:rPr>
        <w:t xml:space="preserve"> يَا أَيُّهَا الَّذِي نُزِّلَ عَلَيْهِ الذِّكْرُ إِنَّكَ لَمَجْنُونٌ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ان لوگو</w:t>
      </w:r>
      <w:r w:rsidR="00083993">
        <w:rPr>
          <w:rtl/>
        </w:rPr>
        <w:t xml:space="preserve">ں </w:t>
      </w:r>
      <w:r>
        <w:rPr>
          <w:rtl/>
        </w:rPr>
        <w:t>نے كہا كہ اے وہ شخص جس پر قرآن نازل ہواہے تو ديوانہ ہے _</w:t>
      </w:r>
    </w:p>
    <w:p w:rsidR="001F628F" w:rsidRDefault="001F628F" w:rsidP="001F628F">
      <w:pPr>
        <w:pStyle w:val="libNormal"/>
        <w:rPr>
          <w:rtl/>
        </w:rPr>
      </w:pPr>
      <w:r>
        <w:rPr>
          <w:rtl/>
        </w:rPr>
        <w:t xml:space="preserve">1_كفار مكہ كا پيغمبر اكرم </w:t>
      </w:r>
      <w:r w:rsidR="00F031CD" w:rsidRPr="00F031CD">
        <w:rPr>
          <w:rStyle w:val="libAlaemChar"/>
          <w:rtl/>
        </w:rPr>
        <w:t xml:space="preserve"> صلى‌الله‌عليه‌وآله‌وسلم </w:t>
      </w:r>
      <w:r>
        <w:rPr>
          <w:rtl/>
        </w:rPr>
        <w:t xml:space="preserve"> سے گفتگو كرتے وقت اپ</w:t>
      </w:r>
      <w:r w:rsidR="00F031CD" w:rsidRPr="00F031CD">
        <w:rPr>
          <w:rStyle w:val="libAlaemChar"/>
          <w:rtl/>
        </w:rPr>
        <w:t xml:space="preserve"> صلى‌الله‌عليه‌وآله‌وسلم </w:t>
      </w:r>
      <w:r>
        <w:rPr>
          <w:rtl/>
        </w:rPr>
        <w:t xml:space="preserve"> كو بے ادبى اور استہزاء كے ساتھ مخاطب كرنا_</w:t>
      </w:r>
    </w:p>
    <w:p w:rsidR="001F628F" w:rsidRDefault="001F628F" w:rsidP="005C3AF8">
      <w:pPr>
        <w:pStyle w:val="libArabic"/>
        <w:rPr>
          <w:rtl/>
        </w:rPr>
      </w:pPr>
      <w:r>
        <w:rPr>
          <w:rFonts w:hint="eastAsia"/>
          <w:rtl/>
        </w:rPr>
        <w:t>وقالوا</w:t>
      </w:r>
      <w:r>
        <w:rPr>
          <w:rtl/>
        </w:rPr>
        <w:t xml:space="preserve"> </w:t>
      </w:r>
      <w:r w:rsidR="0021672A" w:rsidRPr="0021672A">
        <w:rPr>
          <w:rtl/>
        </w:rPr>
        <w:t>ىاأيه</w:t>
      </w:r>
      <w:r>
        <w:rPr>
          <w:rFonts w:hint="cs"/>
          <w:rtl/>
        </w:rPr>
        <w:t>االذى</w:t>
      </w:r>
      <w:r>
        <w:rPr>
          <w:rtl/>
        </w:rPr>
        <w:t xml:space="preserve"> </w:t>
      </w:r>
      <w:r>
        <w:rPr>
          <w:rFonts w:hint="cs"/>
          <w:rtl/>
        </w:rPr>
        <w:t>نزّل</w:t>
      </w:r>
      <w:r>
        <w:rPr>
          <w:rtl/>
        </w:rPr>
        <w:t xml:space="preserve"> </w:t>
      </w:r>
      <w:r>
        <w:rPr>
          <w:rFonts w:hint="cs"/>
          <w:rtl/>
        </w:rPr>
        <w:t>علي</w:t>
      </w:r>
      <w:r w:rsidR="00120F63" w:rsidRPr="00ED5DE8">
        <w:rPr>
          <w:rFonts w:hint="cs"/>
          <w:rtl/>
        </w:rPr>
        <w:t>ه</w:t>
      </w:r>
      <w:r>
        <w:rPr>
          <w:rtl/>
        </w:rPr>
        <w:t xml:space="preserve"> الذّكر</w:t>
      </w:r>
    </w:p>
    <w:p w:rsidR="001F628F" w:rsidRDefault="001F628F" w:rsidP="001F628F">
      <w:pPr>
        <w:pStyle w:val="libNormal"/>
        <w:rPr>
          <w:rtl/>
        </w:rPr>
      </w:pPr>
      <w:r>
        <w:rPr>
          <w:rFonts w:hint="eastAsia"/>
          <w:rtl/>
        </w:rPr>
        <w:t>يہ</w:t>
      </w:r>
      <w:r>
        <w:rPr>
          <w:rtl/>
        </w:rPr>
        <w:t xml:space="preserve"> كہ كفار پيغمبر اكرم </w:t>
      </w:r>
      <w:r w:rsidR="00F031CD" w:rsidRPr="00F031CD">
        <w:rPr>
          <w:rStyle w:val="libAlaemChar"/>
          <w:rtl/>
        </w:rPr>
        <w:t xml:space="preserve"> صلى‌الله‌عليه‌وآله‌وسلم </w:t>
      </w:r>
      <w:r>
        <w:rPr>
          <w:rtl/>
        </w:rPr>
        <w:t xml:space="preserve"> كو مخاطب كرتے وقت اسم ولقب سے ياد كرنے كے بجائے ،انحضرت </w:t>
      </w:r>
      <w:r w:rsidR="00F031CD" w:rsidRPr="00F031CD">
        <w:rPr>
          <w:rStyle w:val="libAlaemChar"/>
          <w:rtl/>
        </w:rPr>
        <w:t xml:space="preserve"> صلى‌الله‌عليه‌وآله‌وسلم </w:t>
      </w:r>
      <w:r>
        <w:rPr>
          <w:rtl/>
        </w:rPr>
        <w:t xml:space="preserve"> كواسم موصول اور صيغہ غائب سے مخاطب كرتے تھے نيز يہ كہ اپ</w:t>
      </w:r>
      <w:r w:rsidR="00F031CD" w:rsidRPr="00F031CD">
        <w:rPr>
          <w:rStyle w:val="libAlaemChar"/>
          <w:rtl/>
        </w:rPr>
        <w:t xml:space="preserve"> صلى‌الله‌عليه‌وآله‌وسلم </w:t>
      </w:r>
      <w:r>
        <w:rPr>
          <w:rtl/>
        </w:rPr>
        <w:t xml:space="preserve"> كو ايسى نسبت ديتے كہ جس كو وہ خود بھى قبول نہي</w:t>
      </w:r>
      <w:r w:rsidR="00083993">
        <w:rPr>
          <w:rtl/>
        </w:rPr>
        <w:t xml:space="preserve">ں </w:t>
      </w:r>
      <w:r>
        <w:rPr>
          <w:rtl/>
        </w:rPr>
        <w:t>كرتے تھے_ اس سے مندرجہ بالا نكتہ اخذ ہوتا ہے_</w:t>
      </w:r>
    </w:p>
    <w:p w:rsidR="001F628F" w:rsidRDefault="001F628F" w:rsidP="005C3AF8">
      <w:pPr>
        <w:pStyle w:val="libNormal"/>
        <w:rPr>
          <w:rtl/>
        </w:rPr>
      </w:pPr>
      <w:r>
        <w:rPr>
          <w:rtl/>
        </w:rPr>
        <w:t>2_''قران كا ذكر ہونا'' ايك ايسى صفت ہے كہ جس سے كفار مكہ اشنا تھے_</w:t>
      </w:r>
      <w:r w:rsidRPr="005C3AF8">
        <w:rPr>
          <w:rStyle w:val="libArabicChar"/>
          <w:rFonts w:hint="eastAsia"/>
          <w:rtl/>
        </w:rPr>
        <w:t>وقالوا</w:t>
      </w:r>
      <w:r w:rsidRPr="005C3AF8">
        <w:rPr>
          <w:rStyle w:val="libArabicChar"/>
          <w:rtl/>
        </w:rPr>
        <w:t xml:space="preserve"> </w:t>
      </w:r>
      <w:r w:rsidR="0021672A" w:rsidRPr="0021672A">
        <w:rPr>
          <w:rStyle w:val="libArabicChar"/>
          <w:rtl/>
        </w:rPr>
        <w:t>ىاأيه</w:t>
      </w:r>
      <w:r w:rsidRPr="005C3AF8">
        <w:rPr>
          <w:rStyle w:val="libArabicChar"/>
          <w:rFonts w:hint="cs"/>
          <w:rtl/>
        </w:rPr>
        <w:t>االذى</w:t>
      </w:r>
      <w:r w:rsidRPr="005C3AF8">
        <w:rPr>
          <w:rStyle w:val="libArabicChar"/>
          <w:rtl/>
        </w:rPr>
        <w:t xml:space="preserve"> </w:t>
      </w:r>
      <w:r w:rsidRPr="005C3AF8">
        <w:rPr>
          <w:rStyle w:val="libArabicChar"/>
          <w:rFonts w:hint="cs"/>
          <w:rtl/>
        </w:rPr>
        <w:t>نزّل</w:t>
      </w:r>
      <w:r w:rsidRPr="005C3AF8">
        <w:rPr>
          <w:rStyle w:val="libArabicChar"/>
          <w:rtl/>
        </w:rPr>
        <w:t xml:space="preserve"> </w:t>
      </w:r>
      <w:r w:rsidRPr="005C3AF8">
        <w:rPr>
          <w:rStyle w:val="libArabicChar"/>
          <w:rFonts w:hint="cs"/>
          <w:rtl/>
        </w:rPr>
        <w:t>علي</w:t>
      </w:r>
      <w:r w:rsidR="00120F63" w:rsidRPr="00B2551F">
        <w:rPr>
          <w:rStyle w:val="libArabicChar"/>
          <w:rFonts w:hint="cs"/>
          <w:rtl/>
        </w:rPr>
        <w:t>ه</w:t>
      </w:r>
      <w:r w:rsidRPr="005C3AF8">
        <w:rPr>
          <w:rStyle w:val="libArabicChar"/>
          <w:rtl/>
        </w:rPr>
        <w:t xml:space="preserve"> الذّكر</w:t>
      </w:r>
    </w:p>
    <w:p w:rsidR="001F628F" w:rsidRDefault="001F628F" w:rsidP="001F628F">
      <w:pPr>
        <w:pStyle w:val="libNormal"/>
        <w:rPr>
          <w:rtl/>
        </w:rPr>
      </w:pPr>
      <w:r>
        <w:rPr>
          <w:rtl/>
        </w:rPr>
        <w:t xml:space="preserve">3_كفار مكہ، پيغمبر اكرم </w:t>
      </w:r>
      <w:r w:rsidR="00F031CD" w:rsidRPr="00F031CD">
        <w:rPr>
          <w:rStyle w:val="libAlaemChar"/>
          <w:rtl/>
        </w:rPr>
        <w:t xml:space="preserve"> صلى‌الله‌عليه‌وآله‌وسلم </w:t>
      </w:r>
      <w:r>
        <w:rPr>
          <w:rtl/>
        </w:rPr>
        <w:t xml:space="preserve"> كو اپنے اوپر وحى كے نزول كا دعوى كرنے كى وجہ سے مجنون و ديوانہ جانتے تھے_</w:t>
      </w:r>
    </w:p>
    <w:p w:rsidR="001F628F" w:rsidRDefault="001F628F" w:rsidP="005C3AF8">
      <w:pPr>
        <w:pStyle w:val="libArabic"/>
        <w:rPr>
          <w:rtl/>
        </w:rPr>
      </w:pPr>
      <w:r>
        <w:rPr>
          <w:rFonts w:hint="eastAsia"/>
          <w:rtl/>
        </w:rPr>
        <w:t>وقالوا</w:t>
      </w:r>
      <w:r>
        <w:rPr>
          <w:rtl/>
        </w:rPr>
        <w:t xml:space="preserve"> </w:t>
      </w:r>
      <w:r w:rsidR="0021672A" w:rsidRPr="0021672A">
        <w:rPr>
          <w:rtl/>
        </w:rPr>
        <w:t>ىاأيه</w:t>
      </w:r>
      <w:r>
        <w:rPr>
          <w:rFonts w:hint="cs"/>
          <w:rtl/>
        </w:rPr>
        <w:t>االذى</w:t>
      </w:r>
      <w:r>
        <w:rPr>
          <w:rtl/>
        </w:rPr>
        <w:t xml:space="preserve"> </w:t>
      </w:r>
      <w:r>
        <w:rPr>
          <w:rFonts w:hint="cs"/>
          <w:rtl/>
        </w:rPr>
        <w:t>نزّل</w:t>
      </w:r>
      <w:r>
        <w:rPr>
          <w:rtl/>
        </w:rPr>
        <w:t xml:space="preserve"> </w:t>
      </w:r>
      <w:r>
        <w:rPr>
          <w:rFonts w:hint="cs"/>
          <w:rtl/>
        </w:rPr>
        <w:t>علي</w:t>
      </w:r>
      <w:r w:rsidR="00120F63" w:rsidRPr="00ED5DE8">
        <w:rPr>
          <w:rFonts w:hint="cs"/>
          <w:rtl/>
        </w:rPr>
        <w:t>ه</w:t>
      </w:r>
      <w:r>
        <w:rPr>
          <w:rtl/>
        </w:rPr>
        <w:t xml:space="preserve"> </w:t>
      </w:r>
      <w:r>
        <w:rPr>
          <w:rFonts w:hint="cs"/>
          <w:rtl/>
        </w:rPr>
        <w:t>الذّكرانك</w:t>
      </w:r>
      <w:r>
        <w:rPr>
          <w:rtl/>
        </w:rPr>
        <w:t xml:space="preserve"> </w:t>
      </w:r>
      <w:r>
        <w:rPr>
          <w:rFonts w:hint="cs"/>
          <w:rtl/>
        </w:rPr>
        <w:t>ل</w:t>
      </w:r>
      <w:r>
        <w:rPr>
          <w:rtl/>
        </w:rPr>
        <w:t>مجنون</w:t>
      </w:r>
    </w:p>
    <w:p w:rsidR="001F628F" w:rsidRDefault="001F628F" w:rsidP="001F628F">
      <w:pPr>
        <w:pStyle w:val="libNormal"/>
        <w:rPr>
          <w:rtl/>
        </w:rPr>
      </w:pPr>
      <w:r>
        <w:rPr>
          <w:rFonts w:hint="eastAsia"/>
          <w:rtl/>
        </w:rPr>
        <w:t>تاريخى</w:t>
      </w:r>
      <w:r>
        <w:rPr>
          <w:rtl/>
        </w:rPr>
        <w:t xml:space="preserve"> شواہد گواہ ہي</w:t>
      </w:r>
      <w:r w:rsidR="00083993">
        <w:rPr>
          <w:rtl/>
        </w:rPr>
        <w:t xml:space="preserve">ں </w:t>
      </w:r>
      <w:r>
        <w:rPr>
          <w:rtl/>
        </w:rPr>
        <w:t xml:space="preserve">كہ پيغمبر اكرم </w:t>
      </w:r>
      <w:r w:rsidR="00F031CD" w:rsidRPr="00F031CD">
        <w:rPr>
          <w:rStyle w:val="libAlaemChar"/>
          <w:rtl/>
        </w:rPr>
        <w:t xml:space="preserve"> صلى‌الله‌عليه‌وآله‌وسلم </w:t>
      </w:r>
      <w:r>
        <w:rPr>
          <w:rtl/>
        </w:rPr>
        <w:t xml:space="preserve"> كے دعوى نبوت سے پہلے وہ لوگ اپ</w:t>
      </w:r>
      <w:r w:rsidR="00F031CD" w:rsidRPr="00F031CD">
        <w:rPr>
          <w:rStyle w:val="libAlaemChar"/>
          <w:rtl/>
        </w:rPr>
        <w:t xml:space="preserve"> صلى‌الله‌عليه‌وآله‌وسلم </w:t>
      </w:r>
      <w:r>
        <w:rPr>
          <w:rtl/>
        </w:rPr>
        <w:t xml:space="preserve"> پر ايسى تہمت نہي</w:t>
      </w:r>
      <w:r w:rsidR="00083993">
        <w:rPr>
          <w:rtl/>
        </w:rPr>
        <w:t xml:space="preserve">ں </w:t>
      </w:r>
      <w:r>
        <w:rPr>
          <w:rtl/>
        </w:rPr>
        <w:t>لگاتے تھے _پس يہ تہمت مذكورہ نكتے ہى كى وجہ سے تھي_</w:t>
      </w:r>
    </w:p>
    <w:p w:rsidR="001F628F" w:rsidRDefault="001F628F" w:rsidP="005C3AF8">
      <w:pPr>
        <w:pStyle w:val="libNormal"/>
        <w:rPr>
          <w:rtl/>
        </w:rPr>
      </w:pPr>
      <w:r>
        <w:rPr>
          <w:rtl/>
        </w:rPr>
        <w:t xml:space="preserve">4_كفار مكہ، پيغمبر اكرم </w:t>
      </w:r>
      <w:r w:rsidR="00F031CD" w:rsidRPr="00F031CD">
        <w:rPr>
          <w:rStyle w:val="libAlaemChar"/>
          <w:rtl/>
        </w:rPr>
        <w:t xml:space="preserve"> صلى‌الله‌عليه‌وآله‌وسلم </w:t>
      </w:r>
      <w:r>
        <w:rPr>
          <w:rtl/>
        </w:rPr>
        <w:t xml:space="preserve"> پر وحى كے نزول كو محض ايك ادعا سمجھتے تھے_</w:t>
      </w:r>
      <w:r w:rsidRPr="005C3AF8">
        <w:rPr>
          <w:rStyle w:val="libArabicChar"/>
          <w:rFonts w:hint="eastAsia"/>
          <w:rtl/>
        </w:rPr>
        <w:t>وقالوا</w:t>
      </w:r>
      <w:r w:rsidRPr="005C3AF8">
        <w:rPr>
          <w:rStyle w:val="libArabicChar"/>
          <w:rtl/>
        </w:rPr>
        <w:t xml:space="preserve"> </w:t>
      </w:r>
      <w:r w:rsidR="0021672A" w:rsidRPr="0021672A">
        <w:rPr>
          <w:rStyle w:val="libArabicChar"/>
          <w:rtl/>
        </w:rPr>
        <w:t>ىاأيه</w:t>
      </w:r>
      <w:r w:rsidRPr="005C3AF8">
        <w:rPr>
          <w:rStyle w:val="libArabicChar"/>
          <w:rFonts w:hint="cs"/>
          <w:rtl/>
        </w:rPr>
        <w:t>االذى</w:t>
      </w:r>
      <w:r w:rsidRPr="005C3AF8">
        <w:rPr>
          <w:rStyle w:val="libArabicChar"/>
          <w:rtl/>
        </w:rPr>
        <w:t xml:space="preserve"> </w:t>
      </w:r>
      <w:r w:rsidRPr="005C3AF8">
        <w:rPr>
          <w:rStyle w:val="libArabicChar"/>
          <w:rFonts w:hint="cs"/>
          <w:rtl/>
        </w:rPr>
        <w:t>نزّل</w:t>
      </w:r>
      <w:r w:rsidRPr="005C3AF8">
        <w:rPr>
          <w:rStyle w:val="libArabicChar"/>
          <w:rtl/>
        </w:rPr>
        <w:t xml:space="preserve"> </w:t>
      </w:r>
      <w:r w:rsidRPr="005C3AF8">
        <w:rPr>
          <w:rStyle w:val="libArabicChar"/>
          <w:rFonts w:hint="cs"/>
          <w:rtl/>
        </w:rPr>
        <w:t>علي</w:t>
      </w:r>
      <w:r w:rsidR="00120F63" w:rsidRPr="00B2551F">
        <w:rPr>
          <w:rStyle w:val="libArabicChar"/>
          <w:rFonts w:hint="cs"/>
          <w:rtl/>
        </w:rPr>
        <w:t>ه</w:t>
      </w:r>
      <w:r w:rsidRPr="005C3AF8">
        <w:rPr>
          <w:rStyle w:val="libArabicChar"/>
          <w:rtl/>
        </w:rPr>
        <w:t xml:space="preserve"> الذّكر</w:t>
      </w:r>
    </w:p>
    <w:p w:rsidR="001F628F" w:rsidRDefault="001F628F" w:rsidP="001F628F">
      <w:pPr>
        <w:pStyle w:val="libNormal"/>
        <w:rPr>
          <w:rtl/>
        </w:rPr>
      </w:pPr>
      <w:r>
        <w:rPr>
          <w:rFonts w:hint="eastAsia"/>
          <w:rtl/>
        </w:rPr>
        <w:t>نزول</w:t>
      </w:r>
      <w:r>
        <w:rPr>
          <w:rtl/>
        </w:rPr>
        <w:t xml:space="preserve"> ذكر كا سبب ذكر نہ كرنے اور فعل ''نُزل'' كو مجہول لانے اور اُسے استہزاء كى صورت مي</w:t>
      </w:r>
      <w:r w:rsidR="00083993">
        <w:rPr>
          <w:rtl/>
        </w:rPr>
        <w:t xml:space="preserve">ں </w:t>
      </w:r>
      <w:r>
        <w:rPr>
          <w:rtl/>
        </w:rPr>
        <w:t>بيان كرنے سے مذكورہ نكتہ اخذ ہوتا ہے_</w:t>
      </w:r>
    </w:p>
    <w:p w:rsidR="001F628F" w:rsidRDefault="001F628F" w:rsidP="0021672A">
      <w:pPr>
        <w:pStyle w:val="libNormal"/>
        <w:rPr>
          <w:rtl/>
        </w:rPr>
      </w:pPr>
      <w:r>
        <w:rPr>
          <w:rtl/>
        </w:rPr>
        <w:t>5_كفار مكہ كے نزديك انسان پر خدا وند عالم كى جانب سے وحى نازل ہونا ايك ناقابل قبول اور ديوانگى كى حد تك عقل سے دور چيزتھي_</w:t>
      </w:r>
      <w:r w:rsidRPr="005C3AF8">
        <w:rPr>
          <w:rStyle w:val="libArabicChar"/>
          <w:rFonts w:hint="eastAsia"/>
          <w:rtl/>
        </w:rPr>
        <w:t>وقالوا</w:t>
      </w:r>
      <w:r w:rsidRPr="005C3AF8">
        <w:rPr>
          <w:rStyle w:val="libArabicChar"/>
          <w:rtl/>
        </w:rPr>
        <w:t xml:space="preserve"> ىا ي</w:t>
      </w:r>
      <w:r w:rsidR="00F21947" w:rsidRPr="00B2551F">
        <w:rPr>
          <w:rStyle w:val="libArabicChar"/>
          <w:rFonts w:hint="cs"/>
          <w:rtl/>
        </w:rPr>
        <w:t>ه</w:t>
      </w:r>
      <w:r w:rsidRPr="005C3AF8">
        <w:rPr>
          <w:rStyle w:val="libArabicChar"/>
          <w:rFonts w:hint="cs"/>
          <w:rtl/>
        </w:rPr>
        <w:t>االذى</w:t>
      </w:r>
      <w:r w:rsidRPr="005C3AF8">
        <w:rPr>
          <w:rStyle w:val="libArabicChar"/>
          <w:rtl/>
        </w:rPr>
        <w:t xml:space="preserve"> </w:t>
      </w:r>
      <w:r w:rsidRPr="005C3AF8">
        <w:rPr>
          <w:rStyle w:val="libArabicChar"/>
          <w:rFonts w:hint="cs"/>
          <w:rtl/>
        </w:rPr>
        <w:t>نزّل</w:t>
      </w:r>
      <w:r w:rsidRPr="005C3AF8">
        <w:rPr>
          <w:rStyle w:val="libArabicChar"/>
          <w:rtl/>
        </w:rPr>
        <w:t xml:space="preserve"> </w:t>
      </w:r>
      <w:r w:rsidRPr="005C3AF8">
        <w:rPr>
          <w:rStyle w:val="libArabicChar"/>
          <w:rFonts w:hint="cs"/>
          <w:rtl/>
        </w:rPr>
        <w:t>علي</w:t>
      </w:r>
      <w:r w:rsidR="00120F63" w:rsidRPr="00B2551F">
        <w:rPr>
          <w:rStyle w:val="libArabicChar"/>
          <w:rFonts w:hint="cs"/>
          <w:rtl/>
        </w:rPr>
        <w:t>ه</w:t>
      </w:r>
      <w:r w:rsidRPr="005C3AF8">
        <w:rPr>
          <w:rStyle w:val="libArabicChar"/>
          <w:rtl/>
        </w:rPr>
        <w:t xml:space="preserve"> </w:t>
      </w:r>
      <w:r w:rsidRPr="005C3AF8">
        <w:rPr>
          <w:rStyle w:val="libArabicChar"/>
          <w:rFonts w:hint="cs"/>
          <w:rtl/>
        </w:rPr>
        <w:t>الذّكرانك</w:t>
      </w:r>
      <w:r w:rsidRPr="005C3AF8">
        <w:rPr>
          <w:rStyle w:val="libArabicChar"/>
          <w:rtl/>
        </w:rPr>
        <w:t xml:space="preserve"> لمجنون</w:t>
      </w:r>
    </w:p>
    <w:p w:rsidR="001F628F" w:rsidRDefault="001F628F" w:rsidP="001F628F">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p>
    <w:p w:rsidR="005C3AF8" w:rsidRDefault="001E7F9D" w:rsidP="00F73EDE">
      <w:pPr>
        <w:pStyle w:val="libPoemTini"/>
        <w:rPr>
          <w:rtl/>
        </w:rPr>
      </w:pPr>
      <w:r>
        <w:rPr>
          <w:rtl/>
        </w:rPr>
        <w:br w:type="page"/>
      </w:r>
    </w:p>
    <w:p w:rsidR="001F628F" w:rsidRDefault="001F628F" w:rsidP="005C3AF8">
      <w:pPr>
        <w:pStyle w:val="libNormal"/>
        <w:rPr>
          <w:rtl/>
        </w:rPr>
      </w:pPr>
      <w:r>
        <w:rPr>
          <w:rFonts w:hint="eastAsia"/>
          <w:rtl/>
        </w:rPr>
        <w:lastRenderedPageBreak/>
        <w:t>انحضرت</w:t>
      </w:r>
      <w:r>
        <w:rPr>
          <w:rtl/>
        </w:rPr>
        <w:t xml:space="preserve"> </w:t>
      </w:r>
      <w:r w:rsidR="00F031CD" w:rsidRPr="00F031CD">
        <w:rPr>
          <w:rStyle w:val="libAlaemChar"/>
          <w:rtl/>
        </w:rPr>
        <w:t xml:space="preserve"> صلى‌الله‌عليه‌وآله‌وسلم </w:t>
      </w:r>
      <w:r>
        <w:rPr>
          <w:rtl/>
        </w:rPr>
        <w:t xml:space="preserve"> پر جنون كى تہمت3;انحضرت </w:t>
      </w:r>
      <w:r w:rsidR="00F031CD" w:rsidRPr="00F031CD">
        <w:rPr>
          <w:rStyle w:val="libAlaemChar"/>
          <w:rtl/>
        </w:rPr>
        <w:t xml:space="preserve"> صلى‌الله‌عليه‌وآله‌وسلم </w:t>
      </w:r>
      <w:r>
        <w:rPr>
          <w:rtl/>
        </w:rPr>
        <w:t xml:space="preserve"> پر وحي3،4 ;انحضرت </w:t>
      </w:r>
      <w:r w:rsidR="00F031CD" w:rsidRPr="00F031CD">
        <w:rPr>
          <w:rStyle w:val="libAlaemChar"/>
          <w:rtl/>
        </w:rPr>
        <w:t xml:space="preserve"> صلى‌الله‌عليه‌وآله‌وسلم </w:t>
      </w:r>
      <w:r>
        <w:rPr>
          <w:rtl/>
        </w:rPr>
        <w:t xml:space="preserve"> كا استہزاء 1</w:t>
      </w:r>
    </w:p>
    <w:p w:rsidR="001F628F" w:rsidRDefault="001F628F" w:rsidP="005C3AF8">
      <w:pPr>
        <w:pStyle w:val="libNormal"/>
        <w:rPr>
          <w:rtl/>
        </w:rPr>
      </w:pPr>
      <w:r>
        <w:rPr>
          <w:rFonts w:hint="eastAsia"/>
          <w:rtl/>
        </w:rPr>
        <w:t>اسلام</w:t>
      </w:r>
      <w:r>
        <w:rPr>
          <w:rtl/>
        </w:rPr>
        <w:t xml:space="preserve"> :</w:t>
      </w:r>
      <w:r>
        <w:rPr>
          <w:rFonts w:hint="eastAsia"/>
          <w:rtl/>
        </w:rPr>
        <w:t>تاريخ</w:t>
      </w:r>
      <w:r>
        <w:rPr>
          <w:rtl/>
        </w:rPr>
        <w:t xml:space="preserve"> صدر اسلام 1،3،4</w:t>
      </w:r>
    </w:p>
    <w:p w:rsidR="001F628F" w:rsidRDefault="001F628F" w:rsidP="001F628F">
      <w:pPr>
        <w:pStyle w:val="libNormal"/>
        <w:rPr>
          <w:rtl/>
        </w:rPr>
      </w:pPr>
      <w:r>
        <w:rPr>
          <w:rFonts w:hint="eastAsia"/>
          <w:rtl/>
        </w:rPr>
        <w:t>ذكر</w:t>
      </w:r>
      <w:r>
        <w:rPr>
          <w:rtl/>
        </w:rPr>
        <w:t xml:space="preserve"> :2</w:t>
      </w:r>
    </w:p>
    <w:p w:rsidR="001F628F" w:rsidRDefault="001F628F" w:rsidP="005C3AF8">
      <w:pPr>
        <w:pStyle w:val="libNormal"/>
        <w:rPr>
          <w:rtl/>
        </w:rPr>
      </w:pPr>
      <w:r>
        <w:rPr>
          <w:rFonts w:hint="eastAsia"/>
          <w:rtl/>
        </w:rPr>
        <w:t>قران</w:t>
      </w:r>
      <w:r>
        <w:rPr>
          <w:rtl/>
        </w:rPr>
        <w:t xml:space="preserve"> كريم :</w:t>
      </w:r>
      <w:r>
        <w:rPr>
          <w:rFonts w:hint="eastAsia"/>
          <w:rtl/>
        </w:rPr>
        <w:t>قران</w:t>
      </w:r>
      <w:r>
        <w:rPr>
          <w:rtl/>
        </w:rPr>
        <w:t xml:space="preserve"> كريم كے نام 2</w:t>
      </w:r>
    </w:p>
    <w:p w:rsidR="001F628F" w:rsidRDefault="001F628F" w:rsidP="005C3AF8">
      <w:pPr>
        <w:pStyle w:val="libNormal"/>
        <w:rPr>
          <w:rtl/>
        </w:rPr>
      </w:pPr>
      <w:r>
        <w:rPr>
          <w:rFonts w:hint="eastAsia"/>
          <w:rtl/>
        </w:rPr>
        <w:t>كفار</w:t>
      </w:r>
      <w:r>
        <w:rPr>
          <w:rtl/>
        </w:rPr>
        <w:t xml:space="preserve"> مكہ:</w:t>
      </w:r>
      <w:r>
        <w:rPr>
          <w:rFonts w:hint="eastAsia"/>
          <w:rtl/>
        </w:rPr>
        <w:t>كفار</w:t>
      </w:r>
      <w:r>
        <w:rPr>
          <w:rtl/>
        </w:rPr>
        <w:t xml:space="preserve"> مكہ اور انحضرت </w:t>
      </w:r>
      <w:r w:rsidR="00F031CD" w:rsidRPr="00F031CD">
        <w:rPr>
          <w:rStyle w:val="libAlaemChar"/>
          <w:rtl/>
        </w:rPr>
        <w:t xml:space="preserve"> صلى‌الله‌عليه‌وآله‌وسلم </w:t>
      </w:r>
      <w:r>
        <w:rPr>
          <w:rtl/>
        </w:rPr>
        <w:t xml:space="preserve"> 1،3;كفار مكہ اور قران 2; كفار مكہ اور نبوت بشر 5;كفار مكہ اور وحى 4;كفار مكہ كا طرز عمل1،3;كفار مكہ كى بے ادب گفتگو 1; كفار مكہ كى تہمتي</w:t>
      </w:r>
      <w:r w:rsidR="00083993">
        <w:rPr>
          <w:rtl/>
        </w:rPr>
        <w:t xml:space="preserve">ں </w:t>
      </w:r>
      <w:r>
        <w:rPr>
          <w:rtl/>
        </w:rPr>
        <w:t>3;كفار مكہ كى بصيرت 4،5;كفار مكہ كے استہزاء 1</w:t>
      </w:r>
    </w:p>
    <w:p w:rsidR="001F628F" w:rsidRDefault="005C3AF8" w:rsidP="005C3AF8">
      <w:pPr>
        <w:pStyle w:val="Heading2Center"/>
        <w:rPr>
          <w:rtl/>
        </w:rPr>
      </w:pPr>
      <w:bookmarkStart w:id="59" w:name="_Toc28081737"/>
      <w:r>
        <w:rPr>
          <w:rFonts w:hint="cs"/>
          <w:rtl/>
        </w:rPr>
        <w:t>آیت 7</w:t>
      </w:r>
      <w:bookmarkEnd w:id="59"/>
    </w:p>
    <w:p w:rsidR="001F628F" w:rsidRDefault="00E260F9" w:rsidP="005C3AF8">
      <w:pPr>
        <w:pStyle w:val="libNormal"/>
        <w:rPr>
          <w:rtl/>
        </w:rPr>
      </w:pPr>
      <w:r w:rsidRPr="00E260F9">
        <w:rPr>
          <w:rStyle w:val="libAlaemChar"/>
          <w:rFonts w:hint="eastAsia"/>
          <w:rtl/>
        </w:rPr>
        <w:t>(</w:t>
      </w:r>
      <w:r w:rsidRPr="005C3AF8">
        <w:rPr>
          <w:rStyle w:val="libAieChar"/>
          <w:rFonts w:hint="eastAsia"/>
          <w:rtl/>
        </w:rPr>
        <w:t>لَّوْ</w:t>
      </w:r>
      <w:r w:rsidRPr="005C3AF8">
        <w:rPr>
          <w:rStyle w:val="libAieChar"/>
          <w:rtl/>
        </w:rPr>
        <w:t xml:space="preserve"> مَا تَأْتِينَا بِالْمَلائِكَةِ إِن كُنتَ مِنَ الصَّادِقِينَ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اگر</w:t>
      </w:r>
      <w:r>
        <w:rPr>
          <w:rtl/>
        </w:rPr>
        <w:t xml:space="preserve"> تو اپنے دعوى مي</w:t>
      </w:r>
      <w:r w:rsidR="00083993">
        <w:rPr>
          <w:rtl/>
        </w:rPr>
        <w:t xml:space="preserve">ں </w:t>
      </w:r>
      <w:r>
        <w:rPr>
          <w:rtl/>
        </w:rPr>
        <w:t>سچاہے تو فرشتو</w:t>
      </w:r>
      <w:r w:rsidR="00083993">
        <w:rPr>
          <w:rtl/>
        </w:rPr>
        <w:t xml:space="preserve">ں </w:t>
      </w:r>
      <w:r>
        <w:rPr>
          <w:rtl/>
        </w:rPr>
        <w:t>كو كيو</w:t>
      </w:r>
      <w:r w:rsidR="00083993">
        <w:rPr>
          <w:rtl/>
        </w:rPr>
        <w:t xml:space="preserve">ں </w:t>
      </w:r>
      <w:r>
        <w:rPr>
          <w:rtl/>
        </w:rPr>
        <w:t>سامنے نہي</w:t>
      </w:r>
      <w:r w:rsidR="00083993">
        <w:rPr>
          <w:rtl/>
        </w:rPr>
        <w:t xml:space="preserve">ں </w:t>
      </w:r>
      <w:r>
        <w:rPr>
          <w:rtl/>
        </w:rPr>
        <w:t>لاتاہے_</w:t>
      </w:r>
    </w:p>
    <w:p w:rsidR="001F628F" w:rsidRDefault="001F628F" w:rsidP="001F628F">
      <w:pPr>
        <w:pStyle w:val="libNormal"/>
        <w:rPr>
          <w:rtl/>
        </w:rPr>
      </w:pPr>
      <w:r>
        <w:rPr>
          <w:rtl/>
        </w:rPr>
        <w:t xml:space="preserve">1_ كفار مكہ، پيغمبر اسلام </w:t>
      </w:r>
      <w:r w:rsidR="00F031CD" w:rsidRPr="00F031CD">
        <w:rPr>
          <w:rStyle w:val="libAlaemChar"/>
          <w:rtl/>
        </w:rPr>
        <w:t xml:space="preserve"> صلى‌الله‌عليه‌وآله‌وسلم </w:t>
      </w:r>
      <w:r>
        <w:rPr>
          <w:rtl/>
        </w:rPr>
        <w:t xml:space="preserve"> سے آپ</w:t>
      </w:r>
      <w:r w:rsidR="00F031CD" w:rsidRPr="00F031CD">
        <w:rPr>
          <w:rStyle w:val="libAlaemChar"/>
          <w:rtl/>
        </w:rPr>
        <w:t xml:space="preserve"> صلى‌الله‌عليه‌وآله‌وسلم </w:t>
      </w:r>
      <w:r>
        <w:rPr>
          <w:rtl/>
        </w:rPr>
        <w:t xml:space="preserve"> كى نبو ت كى تصديق كر نے كے لئے فرشتے لانے كا تقاضا كرتے تھے_</w:t>
      </w:r>
    </w:p>
    <w:p w:rsidR="001F628F" w:rsidRDefault="001F628F" w:rsidP="005C3AF8">
      <w:pPr>
        <w:pStyle w:val="libArabic"/>
        <w:rPr>
          <w:rtl/>
        </w:rPr>
      </w:pPr>
      <w:r>
        <w:rPr>
          <w:rFonts w:hint="eastAsia"/>
          <w:rtl/>
        </w:rPr>
        <w:t>قالوا</w:t>
      </w:r>
      <w:r>
        <w:rPr>
          <w:rtl/>
        </w:rPr>
        <w:t xml:space="preserve"> ...لو ما تا تينا بالملئكة ان كنت من الصدقين</w:t>
      </w:r>
    </w:p>
    <w:p w:rsidR="001F628F" w:rsidRDefault="001F628F" w:rsidP="001F628F">
      <w:pPr>
        <w:pStyle w:val="libNormal"/>
        <w:rPr>
          <w:rtl/>
        </w:rPr>
      </w:pPr>
      <w:r>
        <w:rPr>
          <w:rtl/>
        </w:rPr>
        <w:t>''لو ما''بھى ''ھلا ''و ''لولا '' كى طرح تحضيض كے لئے ہے_</w:t>
      </w:r>
    </w:p>
    <w:p w:rsidR="001F628F" w:rsidRDefault="001F628F" w:rsidP="005C3AF8">
      <w:pPr>
        <w:pStyle w:val="libNormal"/>
        <w:rPr>
          <w:rtl/>
        </w:rPr>
      </w:pPr>
      <w:r>
        <w:rPr>
          <w:rtl/>
        </w:rPr>
        <w:t>2_كفار مكہ ،نزول وحى كے دعوى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كى صداقت كى دليل كے لئے فرشتو</w:t>
      </w:r>
      <w:r w:rsidR="00083993">
        <w:rPr>
          <w:rtl/>
        </w:rPr>
        <w:t xml:space="preserve">ں </w:t>
      </w:r>
      <w:r>
        <w:rPr>
          <w:rtl/>
        </w:rPr>
        <w:t xml:space="preserve">كے انے كوہى اپ </w:t>
      </w:r>
      <w:r w:rsidR="00F031CD" w:rsidRPr="00F031CD">
        <w:rPr>
          <w:rStyle w:val="libAlaemChar"/>
          <w:rtl/>
        </w:rPr>
        <w:t xml:space="preserve"> صلى‌الله‌عليه‌وآله‌وسلم </w:t>
      </w:r>
      <w:r>
        <w:rPr>
          <w:rtl/>
        </w:rPr>
        <w:t xml:space="preserve"> كى تصديق جانتے تھے_</w:t>
      </w:r>
      <w:r w:rsidRPr="005C3AF8">
        <w:rPr>
          <w:rStyle w:val="libArabicChar"/>
          <w:rFonts w:hint="eastAsia"/>
          <w:rtl/>
        </w:rPr>
        <w:t>لو</w:t>
      </w:r>
      <w:r w:rsidRPr="005C3AF8">
        <w:rPr>
          <w:rStyle w:val="libArabicChar"/>
          <w:rtl/>
        </w:rPr>
        <w:t xml:space="preserve"> ما تا تينا بالملئكة ان كنت من الصدقين</w:t>
      </w:r>
    </w:p>
    <w:p w:rsidR="001F628F" w:rsidRDefault="001F628F" w:rsidP="001F628F">
      <w:pPr>
        <w:pStyle w:val="libNormal"/>
        <w:rPr>
          <w:rtl/>
        </w:rPr>
      </w:pPr>
      <w:r>
        <w:rPr>
          <w:rtl/>
        </w:rPr>
        <w:t xml:space="preserve">3_كفار مكہ ،پيغمبر اكرم </w:t>
      </w:r>
      <w:r w:rsidR="00F031CD" w:rsidRPr="00F031CD">
        <w:rPr>
          <w:rStyle w:val="libAlaemChar"/>
          <w:rtl/>
        </w:rPr>
        <w:t xml:space="preserve"> صلى‌الله‌عليه‌وآله‌وسلم </w:t>
      </w:r>
      <w:r>
        <w:rPr>
          <w:rtl/>
        </w:rPr>
        <w:t xml:space="preserve"> سے معجزہ كے طور پر ملائكہ لانے كا تقاضا كرتے تھے_</w:t>
      </w:r>
    </w:p>
    <w:p w:rsidR="001F628F" w:rsidRDefault="001F628F" w:rsidP="005C3AF8">
      <w:pPr>
        <w:pStyle w:val="libArabic"/>
        <w:rPr>
          <w:rtl/>
        </w:rPr>
      </w:pPr>
      <w:r>
        <w:rPr>
          <w:rFonts w:hint="eastAsia"/>
          <w:rtl/>
        </w:rPr>
        <w:t>لو</w:t>
      </w:r>
      <w:r>
        <w:rPr>
          <w:rtl/>
        </w:rPr>
        <w:t xml:space="preserve"> ما تا تينا بالملئكة ان كنت من الصدقين</w:t>
      </w:r>
    </w:p>
    <w:p w:rsidR="001F628F" w:rsidRDefault="001F628F" w:rsidP="001F628F">
      <w:pPr>
        <w:pStyle w:val="libNormal"/>
        <w:rPr>
          <w:rtl/>
        </w:rPr>
      </w:pPr>
      <w:r>
        <w:rPr>
          <w:rFonts w:hint="eastAsia"/>
          <w:rtl/>
        </w:rPr>
        <w:t>كفار</w:t>
      </w:r>
      <w:r>
        <w:rPr>
          <w:rtl/>
        </w:rPr>
        <w:t xml:space="preserve"> مكہ كى طرف سے پيغمبر </w:t>
      </w:r>
      <w:r w:rsidR="00F031CD" w:rsidRPr="00F031CD">
        <w:rPr>
          <w:rStyle w:val="libAlaemChar"/>
          <w:rtl/>
        </w:rPr>
        <w:t xml:space="preserve"> صلى‌الله‌عليه‌وآله‌وسلم </w:t>
      </w:r>
      <w:r>
        <w:rPr>
          <w:rtl/>
        </w:rPr>
        <w:t xml:space="preserve"> كے ذريعے ملائكہ لانے كا تقاضا ياتو نبوت پيغمبر </w:t>
      </w:r>
      <w:r w:rsidR="00F031CD" w:rsidRPr="00F031CD">
        <w:rPr>
          <w:rStyle w:val="libAlaemChar"/>
          <w:rtl/>
        </w:rPr>
        <w:t xml:space="preserve"> صلى‌الله‌عليه‌وآله‌وسلم </w:t>
      </w:r>
      <w:r>
        <w:rPr>
          <w:rtl/>
        </w:rPr>
        <w:t xml:space="preserve"> كى تصديق كے لئے تھا يا اُن كا فرما</w:t>
      </w:r>
      <w:r w:rsidR="009F604A">
        <w:rPr>
          <w:rtl/>
        </w:rPr>
        <w:t>ئش</w:t>
      </w:r>
      <w:r>
        <w:rPr>
          <w:rtl/>
        </w:rPr>
        <w:t>ى معجزہ تھا ،مندرجہ بالا مطلب دوسرے احتمال كى بناء پر اخذ كيا گيا ہے_</w:t>
      </w:r>
    </w:p>
    <w:p w:rsidR="001F628F" w:rsidRDefault="001F628F" w:rsidP="001F628F">
      <w:pPr>
        <w:pStyle w:val="libNormal"/>
        <w:rPr>
          <w:rtl/>
        </w:rPr>
      </w:pPr>
      <w:r>
        <w:rPr>
          <w:rtl/>
        </w:rPr>
        <w:t>4_كفار مكہ، كا اعتقاد تھا كہ انسان پرنازل ہونے والاہر اسمانى پيغام كسى محسوس اسمانى شاہد كے ہمراہ ہونا چاہيے_</w:t>
      </w:r>
    </w:p>
    <w:p w:rsidR="005C3AF8" w:rsidRDefault="001E7F9D" w:rsidP="00F73EDE">
      <w:pPr>
        <w:pStyle w:val="libPoemTini"/>
        <w:rPr>
          <w:rtl/>
        </w:rPr>
      </w:pPr>
      <w:r>
        <w:rPr>
          <w:rtl/>
        </w:rPr>
        <w:br w:type="page"/>
      </w:r>
    </w:p>
    <w:p w:rsidR="001F628F" w:rsidRDefault="001F628F" w:rsidP="005C3AF8">
      <w:pPr>
        <w:pStyle w:val="libArabic"/>
        <w:rPr>
          <w:rtl/>
        </w:rPr>
      </w:pPr>
      <w:r>
        <w:rPr>
          <w:rFonts w:hint="eastAsia"/>
          <w:rtl/>
        </w:rPr>
        <w:lastRenderedPageBreak/>
        <w:t>قالوا</w:t>
      </w:r>
      <w:r>
        <w:rPr>
          <w:rtl/>
        </w:rPr>
        <w:t xml:space="preserve"> ...لو ما تا تينا بالملئكة ان كنت من الصدقين</w:t>
      </w:r>
    </w:p>
    <w:p w:rsidR="001F628F" w:rsidRDefault="001F628F" w:rsidP="001F628F">
      <w:pPr>
        <w:pStyle w:val="libNormal"/>
        <w:rPr>
          <w:rtl/>
        </w:rPr>
      </w:pPr>
      <w:r>
        <w:rPr>
          <w:rFonts w:hint="eastAsia"/>
          <w:rtl/>
        </w:rPr>
        <w:t>كفار</w:t>
      </w:r>
      <w:r>
        <w:rPr>
          <w:rtl/>
        </w:rPr>
        <w:t xml:space="preserve"> مكہ كاپيغمبر </w:t>
      </w:r>
      <w:r w:rsidR="00F031CD" w:rsidRPr="00F031CD">
        <w:rPr>
          <w:rStyle w:val="libAlaemChar"/>
          <w:rtl/>
        </w:rPr>
        <w:t xml:space="preserve"> صلى‌الله‌عليه‌وآله‌وسلم </w:t>
      </w:r>
      <w:r>
        <w:rPr>
          <w:rtl/>
        </w:rPr>
        <w:t xml:space="preserve"> سے، اپنى نبوت كى تصديق كے لئے ملائكہ لانے كا تقاضا كرنا ممكن ہے اس لئے ہو كہ وہ انسان كا خداوند متعال سے رابطہ ناممكن جانتے تھے_اور بشر كى نبوت كو قبول كرنے كے لئے اسمانى گواہ لانے كے خواہش مند تھے _لہذا بطور نمونہ يا اپنى شناخت كى وج</w:t>
      </w:r>
      <w:r>
        <w:rPr>
          <w:rFonts w:hint="eastAsia"/>
          <w:rtl/>
        </w:rPr>
        <w:t>ہ</w:t>
      </w:r>
      <w:r>
        <w:rPr>
          <w:rtl/>
        </w:rPr>
        <w:t xml:space="preserve"> سے وہ فرشتو</w:t>
      </w:r>
      <w:r w:rsidR="00083993">
        <w:rPr>
          <w:rtl/>
        </w:rPr>
        <w:t xml:space="preserve">ں </w:t>
      </w:r>
      <w:r>
        <w:rPr>
          <w:rtl/>
        </w:rPr>
        <w:t>كا نام ليتے تھے_</w:t>
      </w:r>
    </w:p>
    <w:p w:rsidR="001F628F" w:rsidRDefault="001F628F" w:rsidP="001F628F">
      <w:pPr>
        <w:pStyle w:val="libNormal"/>
        <w:rPr>
          <w:rtl/>
        </w:rPr>
      </w:pPr>
      <w:r>
        <w:rPr>
          <w:rtl/>
        </w:rPr>
        <w:t>5_ملائكہ ، اسمانى موجودات كى حيثيت سے كفار مكہ كے لئے جانى پہچانى مخلوق تھي_</w:t>
      </w:r>
    </w:p>
    <w:p w:rsidR="001F628F" w:rsidRDefault="001F628F" w:rsidP="005C3AF8">
      <w:pPr>
        <w:pStyle w:val="libArabic"/>
        <w:rPr>
          <w:rtl/>
        </w:rPr>
      </w:pPr>
      <w:r>
        <w:rPr>
          <w:rFonts w:hint="eastAsia"/>
          <w:rtl/>
        </w:rPr>
        <w:t>قالوا</w:t>
      </w:r>
      <w:r>
        <w:rPr>
          <w:rtl/>
        </w:rPr>
        <w:t xml:space="preserve"> ...لو ما تا تينا بالملئكة ان كنت من الصدقين</w:t>
      </w:r>
    </w:p>
    <w:p w:rsidR="001F628F" w:rsidRDefault="001F628F" w:rsidP="005C3AF8">
      <w:pPr>
        <w:pStyle w:val="libNormal"/>
        <w:rPr>
          <w:rtl/>
        </w:rPr>
      </w:pPr>
      <w:r>
        <w:rPr>
          <w:rtl/>
        </w:rPr>
        <w:t>6_مكہ كے كفار اور مشركين ،ملائكہ كوسب كے لئے ايك قابل محسوس مخلوق جانتے تھے_</w:t>
      </w:r>
      <w:r w:rsidRPr="005C3AF8">
        <w:rPr>
          <w:rStyle w:val="libArabicChar"/>
          <w:rFonts w:hint="eastAsia"/>
          <w:rtl/>
        </w:rPr>
        <w:t>وقالوا</w:t>
      </w:r>
      <w:r w:rsidRPr="005C3AF8">
        <w:rPr>
          <w:rStyle w:val="libArabicChar"/>
          <w:rtl/>
        </w:rPr>
        <w:t xml:space="preserve"> ...لو ما تا تينا بالملئكة</w:t>
      </w:r>
    </w:p>
    <w:p w:rsidR="001F628F" w:rsidRDefault="001F628F" w:rsidP="001F628F">
      <w:pPr>
        <w:pStyle w:val="libNormal"/>
        <w:rPr>
          <w:rtl/>
        </w:rPr>
      </w:pPr>
      <w:r w:rsidRPr="005C3AF8">
        <w:rPr>
          <w:rStyle w:val="libArabicChar"/>
          <w:rtl/>
        </w:rPr>
        <w:t>'' لو ما تا تينا بالملئكة ''</w:t>
      </w:r>
      <w:r>
        <w:rPr>
          <w:rtl/>
        </w:rPr>
        <w:t>( ہمارے پاس فرشتے لے كر كيو</w:t>
      </w:r>
      <w:r w:rsidR="00083993">
        <w:rPr>
          <w:rtl/>
        </w:rPr>
        <w:t xml:space="preserve">ں </w:t>
      </w:r>
      <w:r>
        <w:rPr>
          <w:rtl/>
        </w:rPr>
        <w:t>نہي</w:t>
      </w:r>
      <w:r w:rsidR="00083993">
        <w:rPr>
          <w:rtl/>
        </w:rPr>
        <w:t xml:space="preserve">ں </w:t>
      </w:r>
      <w:r>
        <w:rPr>
          <w:rtl/>
        </w:rPr>
        <w:t>اتے؟)كى تعبير سے معلوم ہوتا ہے وہ فرشتو</w:t>
      </w:r>
      <w:r w:rsidR="00083993">
        <w:rPr>
          <w:rtl/>
        </w:rPr>
        <w:t xml:space="preserve">ں </w:t>
      </w:r>
      <w:r>
        <w:rPr>
          <w:rtl/>
        </w:rPr>
        <w:t>كو ايك محسوس اور قابل مشاہدہ مخلوق جانتے تھے_</w:t>
      </w:r>
    </w:p>
    <w:p w:rsidR="001F628F" w:rsidRDefault="001F628F" w:rsidP="005C3AF8">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جانب وحى 2;انحضرت </w:t>
      </w:r>
      <w:r w:rsidR="00F031CD" w:rsidRPr="00F031CD">
        <w:rPr>
          <w:rStyle w:val="libAlaemChar"/>
          <w:rtl/>
        </w:rPr>
        <w:t xml:space="preserve"> صلى‌الله‌عليه‌وآله‌وسلم </w:t>
      </w:r>
      <w:r>
        <w:rPr>
          <w:rtl/>
        </w:rPr>
        <w:t xml:space="preserve"> كى صداقت كے دلائل2;انحضرت </w:t>
      </w:r>
      <w:r w:rsidR="00F031CD" w:rsidRPr="00F031CD">
        <w:rPr>
          <w:rStyle w:val="libAlaemChar"/>
          <w:rtl/>
        </w:rPr>
        <w:t xml:space="preserve"> صلى‌الله‌عليه‌وآله‌وسلم </w:t>
      </w:r>
      <w:r>
        <w:rPr>
          <w:rtl/>
        </w:rPr>
        <w:t xml:space="preserve"> كى نبوت كى تصديق 1</w:t>
      </w:r>
    </w:p>
    <w:p w:rsidR="001F628F" w:rsidRDefault="001F628F" w:rsidP="005C3AF8">
      <w:pPr>
        <w:pStyle w:val="libNormal"/>
        <w:rPr>
          <w:rtl/>
        </w:rPr>
      </w:pPr>
      <w:r>
        <w:rPr>
          <w:rFonts w:hint="eastAsia"/>
          <w:rtl/>
        </w:rPr>
        <w:t>اسلام</w:t>
      </w:r>
      <w:r>
        <w:rPr>
          <w:rtl/>
        </w:rPr>
        <w:t xml:space="preserve"> :</w:t>
      </w:r>
      <w:r>
        <w:rPr>
          <w:rFonts w:hint="eastAsia"/>
          <w:rtl/>
        </w:rPr>
        <w:t>تاريخ</w:t>
      </w:r>
      <w:r>
        <w:rPr>
          <w:rtl/>
        </w:rPr>
        <w:t xml:space="preserve"> صدر اسلام 1،2</w:t>
      </w:r>
    </w:p>
    <w:p w:rsidR="001F628F" w:rsidRDefault="001F628F" w:rsidP="005C3AF8">
      <w:pPr>
        <w:pStyle w:val="libNormal"/>
        <w:rPr>
          <w:rtl/>
        </w:rPr>
      </w:pPr>
      <w:r>
        <w:rPr>
          <w:rFonts w:hint="eastAsia"/>
          <w:rtl/>
        </w:rPr>
        <w:t>كفار</w:t>
      </w:r>
      <w:r>
        <w:rPr>
          <w:rtl/>
        </w:rPr>
        <w:t xml:space="preserve"> مكہ :</w:t>
      </w:r>
      <w:r>
        <w:rPr>
          <w:rFonts w:hint="eastAsia"/>
          <w:rtl/>
        </w:rPr>
        <w:t>كفار</w:t>
      </w:r>
      <w:r>
        <w:rPr>
          <w:rtl/>
        </w:rPr>
        <w:t xml:space="preserve"> مكہ اور انحضرت </w:t>
      </w:r>
      <w:r w:rsidR="00F031CD" w:rsidRPr="00F031CD">
        <w:rPr>
          <w:rStyle w:val="libAlaemChar"/>
          <w:rtl/>
        </w:rPr>
        <w:t xml:space="preserve"> صلى‌الله‌عليه‌وآله‌وسلم </w:t>
      </w:r>
      <w:r>
        <w:rPr>
          <w:rtl/>
        </w:rPr>
        <w:t xml:space="preserve"> 3;كفار مكہ اور ملائكہ 5،6;كفار مكہ كا محسوسات پسند ہونا 4;كفار مكہ كى فكر 2،4،6;كفار مكہ كے تقاضے1،3</w:t>
      </w:r>
    </w:p>
    <w:p w:rsidR="001F628F" w:rsidRDefault="001F628F" w:rsidP="005C3AF8">
      <w:pPr>
        <w:pStyle w:val="libNormal"/>
        <w:rPr>
          <w:rtl/>
        </w:rPr>
      </w:pPr>
      <w:r>
        <w:rPr>
          <w:rFonts w:hint="eastAsia"/>
          <w:rtl/>
        </w:rPr>
        <w:t>معجزہ</w:t>
      </w:r>
      <w:r>
        <w:rPr>
          <w:rtl/>
        </w:rPr>
        <w:t xml:space="preserve"> :</w:t>
      </w:r>
      <w:r>
        <w:rPr>
          <w:rFonts w:hint="eastAsia"/>
          <w:rtl/>
        </w:rPr>
        <w:t>اقتراحى</w:t>
      </w:r>
      <w:r>
        <w:rPr>
          <w:rtl/>
        </w:rPr>
        <w:t xml:space="preserve"> معجزہ 1،3;حسى معجزے كى درخواست 1</w:t>
      </w:r>
    </w:p>
    <w:p w:rsidR="001F628F" w:rsidRDefault="001F628F" w:rsidP="005C3AF8">
      <w:pPr>
        <w:pStyle w:val="libNormal"/>
        <w:rPr>
          <w:rtl/>
        </w:rPr>
      </w:pPr>
      <w:r>
        <w:rPr>
          <w:rFonts w:hint="eastAsia"/>
          <w:rtl/>
        </w:rPr>
        <w:t>ملائكہ</w:t>
      </w:r>
      <w:r>
        <w:rPr>
          <w:rtl/>
        </w:rPr>
        <w:t xml:space="preserve"> :</w:t>
      </w:r>
      <w:r>
        <w:rPr>
          <w:rFonts w:hint="eastAsia"/>
          <w:rtl/>
        </w:rPr>
        <w:t>ملائكہ</w:t>
      </w:r>
      <w:r>
        <w:rPr>
          <w:rtl/>
        </w:rPr>
        <w:t xml:space="preserve"> كى رؤيت 6;ملائكہ كى گواہى كى درخواست 1;نزول ملائكہ كى درخواست 2،3</w:t>
      </w:r>
    </w:p>
    <w:p w:rsidR="001F628F" w:rsidRDefault="001F628F" w:rsidP="005C3AF8">
      <w:pPr>
        <w:pStyle w:val="libNormal"/>
        <w:rPr>
          <w:rtl/>
        </w:rPr>
      </w:pPr>
      <w:r>
        <w:rPr>
          <w:rFonts w:hint="eastAsia"/>
          <w:rtl/>
        </w:rPr>
        <w:t>وحي</w:t>
      </w:r>
      <w:r>
        <w:rPr>
          <w:rtl/>
        </w:rPr>
        <w:t>:</w:t>
      </w:r>
      <w:r>
        <w:rPr>
          <w:rFonts w:hint="eastAsia"/>
          <w:rtl/>
        </w:rPr>
        <w:t>بشر</w:t>
      </w:r>
      <w:r>
        <w:rPr>
          <w:rtl/>
        </w:rPr>
        <w:t xml:space="preserve"> كى طرف وحى 4;نزول وحى كى شرائط 4</w:t>
      </w:r>
    </w:p>
    <w:p w:rsidR="005C3AF8" w:rsidRDefault="001E7F9D" w:rsidP="00F73EDE">
      <w:pPr>
        <w:pStyle w:val="libPoemTini"/>
        <w:rPr>
          <w:rtl/>
        </w:rPr>
      </w:pPr>
      <w:r>
        <w:rPr>
          <w:rtl/>
        </w:rPr>
        <w:br w:type="page"/>
      </w:r>
    </w:p>
    <w:p w:rsidR="005C3AF8" w:rsidRDefault="005C3AF8" w:rsidP="005C3AF8">
      <w:pPr>
        <w:pStyle w:val="Heading2Center"/>
        <w:rPr>
          <w:rtl/>
        </w:rPr>
      </w:pPr>
      <w:bookmarkStart w:id="60" w:name="_Toc28081738"/>
      <w:r>
        <w:rPr>
          <w:rFonts w:hint="cs"/>
          <w:rtl/>
        </w:rPr>
        <w:lastRenderedPageBreak/>
        <w:t>آیت 8</w:t>
      </w:r>
      <w:bookmarkEnd w:id="60"/>
    </w:p>
    <w:p w:rsidR="001F628F" w:rsidRDefault="00E260F9" w:rsidP="005C3AF8">
      <w:pPr>
        <w:pStyle w:val="libNormal"/>
        <w:rPr>
          <w:rtl/>
        </w:rPr>
      </w:pPr>
      <w:r w:rsidRPr="00E260F9">
        <w:rPr>
          <w:rStyle w:val="libAlaemChar"/>
          <w:rFonts w:hint="eastAsia"/>
          <w:rtl/>
        </w:rPr>
        <w:t>(</w:t>
      </w:r>
      <w:r w:rsidRPr="005C3AF8">
        <w:rPr>
          <w:rStyle w:val="libAieChar"/>
          <w:rFonts w:hint="eastAsia"/>
          <w:rtl/>
        </w:rPr>
        <w:t>مَا</w:t>
      </w:r>
      <w:r w:rsidRPr="005C3AF8">
        <w:rPr>
          <w:rStyle w:val="libAieChar"/>
          <w:rtl/>
        </w:rPr>
        <w:t xml:space="preserve"> نُنَزِّلُ الْمَلائِكَةَ إِلاَّ بِالحَقِّ وَمَا كَانُواْ إِذاً مُّنظَرِينَ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حالانكہ</w:t>
      </w:r>
      <w:r>
        <w:rPr>
          <w:rtl/>
        </w:rPr>
        <w:t xml:space="preserve"> ہم فرشتو</w:t>
      </w:r>
      <w:r w:rsidR="00083993">
        <w:rPr>
          <w:rtl/>
        </w:rPr>
        <w:t xml:space="preserve">ں </w:t>
      </w:r>
      <w:r>
        <w:rPr>
          <w:rtl/>
        </w:rPr>
        <w:t>كو حق كے فيصلہ كے ساتھ ہى بھيجا كرتے ہي</w:t>
      </w:r>
      <w:r w:rsidR="00083993">
        <w:rPr>
          <w:rtl/>
        </w:rPr>
        <w:t xml:space="preserve">ں </w:t>
      </w:r>
      <w:r>
        <w:rPr>
          <w:rtl/>
        </w:rPr>
        <w:t>اور اس كے بعد پھر كسى كو مہلت نہي</w:t>
      </w:r>
      <w:r w:rsidR="00083993">
        <w:rPr>
          <w:rtl/>
        </w:rPr>
        <w:t xml:space="preserve">ں </w:t>
      </w:r>
      <w:r>
        <w:rPr>
          <w:rtl/>
        </w:rPr>
        <w:t>دى جاتى ہے _</w:t>
      </w:r>
    </w:p>
    <w:p w:rsidR="001F628F" w:rsidRDefault="001F628F" w:rsidP="005C3AF8">
      <w:pPr>
        <w:pStyle w:val="libNormal"/>
        <w:rPr>
          <w:rtl/>
        </w:rPr>
      </w:pPr>
      <w:r>
        <w:rPr>
          <w:rtl/>
        </w:rPr>
        <w:t>1_خداوند متعال ،فرشتو</w:t>
      </w:r>
      <w:r w:rsidR="00083993">
        <w:rPr>
          <w:rtl/>
        </w:rPr>
        <w:t xml:space="preserve">ں </w:t>
      </w:r>
      <w:r>
        <w:rPr>
          <w:rtl/>
        </w:rPr>
        <w:t>كو بغير حق اور مصلحت كے نازل نہي</w:t>
      </w:r>
      <w:r w:rsidR="00083993">
        <w:rPr>
          <w:rtl/>
        </w:rPr>
        <w:t xml:space="preserve">ں </w:t>
      </w:r>
      <w:r>
        <w:rPr>
          <w:rtl/>
        </w:rPr>
        <w:t>كرتا _</w:t>
      </w:r>
      <w:r w:rsidRPr="005C3AF8">
        <w:rPr>
          <w:rStyle w:val="libArabicChar"/>
          <w:rFonts w:hint="eastAsia"/>
          <w:rtl/>
        </w:rPr>
        <w:t>ما</w:t>
      </w:r>
      <w:r w:rsidRPr="005C3AF8">
        <w:rPr>
          <w:rStyle w:val="libArabicChar"/>
          <w:rtl/>
        </w:rPr>
        <w:t xml:space="preserve"> ننزل الملئكة الّا بالحق</w:t>
      </w:r>
    </w:p>
    <w:p w:rsidR="001F628F" w:rsidRDefault="001F628F" w:rsidP="001F628F">
      <w:pPr>
        <w:pStyle w:val="libNormal"/>
        <w:rPr>
          <w:rtl/>
        </w:rPr>
      </w:pPr>
      <w:r>
        <w:rPr>
          <w:rtl/>
        </w:rPr>
        <w:t>''بالحق '' مي</w:t>
      </w:r>
      <w:r w:rsidR="00083993">
        <w:rPr>
          <w:rtl/>
        </w:rPr>
        <w:t xml:space="preserve">ں </w:t>
      </w:r>
      <w:r>
        <w:rPr>
          <w:rtl/>
        </w:rPr>
        <w:t>''با''مصاحبت (ہمراہي) كے لئے ہے_</w:t>
      </w:r>
    </w:p>
    <w:p w:rsidR="001F628F" w:rsidRDefault="001F628F" w:rsidP="005C3AF8">
      <w:pPr>
        <w:pStyle w:val="libNormal"/>
        <w:rPr>
          <w:rtl/>
        </w:rPr>
      </w:pPr>
      <w:r>
        <w:rPr>
          <w:rtl/>
        </w:rPr>
        <w:t>2_ ملائكہ كا عروج و نزول، خداوند متعال كے حكم سے ہوتا ہے_</w:t>
      </w:r>
      <w:r w:rsidRPr="005C3AF8">
        <w:rPr>
          <w:rStyle w:val="libArabicChar"/>
          <w:rFonts w:hint="eastAsia"/>
          <w:rtl/>
        </w:rPr>
        <w:t>ما</w:t>
      </w:r>
      <w:r w:rsidRPr="005C3AF8">
        <w:rPr>
          <w:rStyle w:val="libArabicChar"/>
          <w:rtl/>
        </w:rPr>
        <w:t xml:space="preserve"> ننزل الملئكة</w:t>
      </w:r>
    </w:p>
    <w:p w:rsidR="001F628F" w:rsidRDefault="001F628F" w:rsidP="001F628F">
      <w:pPr>
        <w:pStyle w:val="libNormal"/>
        <w:rPr>
          <w:rtl/>
        </w:rPr>
      </w:pPr>
      <w:r>
        <w:rPr>
          <w:rtl/>
        </w:rPr>
        <w:t xml:space="preserve">3_كفار مكہ كا پيغمبر اكرم </w:t>
      </w:r>
      <w:r w:rsidR="00F031CD" w:rsidRPr="00F031CD">
        <w:rPr>
          <w:rStyle w:val="libAlaemChar"/>
          <w:rtl/>
        </w:rPr>
        <w:t xml:space="preserve"> صلى‌الله‌عليه‌وآله‌وسلم </w:t>
      </w:r>
      <w:r>
        <w:rPr>
          <w:rtl/>
        </w:rPr>
        <w:t xml:space="preserve"> كے ذريعے ملائكہ كے نزول كا تقاضا، ايك بے جا اور باطل مطالبہ تھا_</w:t>
      </w:r>
    </w:p>
    <w:p w:rsidR="001F628F" w:rsidRDefault="001F628F" w:rsidP="005C3AF8">
      <w:pPr>
        <w:pStyle w:val="libArabic"/>
        <w:rPr>
          <w:rtl/>
        </w:rPr>
      </w:pPr>
      <w:r>
        <w:rPr>
          <w:rFonts w:hint="eastAsia"/>
          <w:rtl/>
        </w:rPr>
        <w:t>لو</w:t>
      </w:r>
      <w:r>
        <w:rPr>
          <w:rtl/>
        </w:rPr>
        <w:t xml:space="preserve"> ما تا تينا بالملئكة ...ما ننزل الملئكة الّا بالحق</w:t>
      </w:r>
    </w:p>
    <w:p w:rsidR="001F628F" w:rsidRDefault="001F628F" w:rsidP="001F628F">
      <w:pPr>
        <w:pStyle w:val="libNormal"/>
        <w:rPr>
          <w:rtl/>
        </w:rPr>
      </w:pPr>
      <w:r>
        <w:rPr>
          <w:rFonts w:hint="eastAsia"/>
          <w:rtl/>
        </w:rPr>
        <w:t>جملہ</w:t>
      </w:r>
      <w:r>
        <w:rPr>
          <w:rtl/>
        </w:rPr>
        <w:t xml:space="preserve"> '' </w:t>
      </w:r>
      <w:r w:rsidRPr="005C3AF8">
        <w:rPr>
          <w:rStyle w:val="libArabicChar"/>
          <w:rtl/>
        </w:rPr>
        <w:t>ما ننزل الملئكة الّا بالحق</w:t>
      </w:r>
      <w:r>
        <w:rPr>
          <w:rtl/>
        </w:rPr>
        <w:t xml:space="preserve"> ''حصرى و احترازى جملہ ہے اور اس بات كى طرف كنايہ ہے كہ كفار كا يہ مطالبہ بے جاہے_</w:t>
      </w:r>
    </w:p>
    <w:p w:rsidR="001F628F" w:rsidRDefault="001F628F" w:rsidP="001F628F">
      <w:pPr>
        <w:pStyle w:val="libNormal"/>
        <w:rPr>
          <w:rtl/>
        </w:rPr>
      </w:pPr>
      <w:r>
        <w:rPr>
          <w:rtl/>
        </w:rPr>
        <w:t xml:space="preserve">4_كفار مكہ كى جانب سے پيغمبر اكرم </w:t>
      </w:r>
      <w:r w:rsidR="00F031CD" w:rsidRPr="00F031CD">
        <w:rPr>
          <w:rStyle w:val="libAlaemChar"/>
          <w:rtl/>
        </w:rPr>
        <w:t xml:space="preserve"> صلى‌الله‌عليه‌وآله‌وسلم </w:t>
      </w:r>
      <w:r>
        <w:rPr>
          <w:rtl/>
        </w:rPr>
        <w:t xml:space="preserve"> كى حقانيت كے اثبات كے لئے نزول ملائكہ كا مطالبہ محض ايك بہانہ تھا_</w:t>
      </w:r>
    </w:p>
    <w:p w:rsidR="001F628F" w:rsidRDefault="001F628F" w:rsidP="005C3AF8">
      <w:pPr>
        <w:pStyle w:val="libArabic"/>
        <w:rPr>
          <w:rtl/>
        </w:rPr>
      </w:pPr>
      <w:r>
        <w:rPr>
          <w:rFonts w:hint="eastAsia"/>
          <w:rtl/>
        </w:rPr>
        <w:t>لو</w:t>
      </w:r>
      <w:r>
        <w:rPr>
          <w:rtl/>
        </w:rPr>
        <w:t xml:space="preserve"> ما تا تينا بالملئكة ...ما ننزل الملئكة الّا بالحق</w:t>
      </w:r>
    </w:p>
    <w:p w:rsidR="001F628F" w:rsidRDefault="001F628F" w:rsidP="001F628F">
      <w:pPr>
        <w:pStyle w:val="libNormal"/>
        <w:rPr>
          <w:rtl/>
        </w:rPr>
      </w:pPr>
      <w:r>
        <w:rPr>
          <w:rFonts w:hint="eastAsia"/>
          <w:rtl/>
        </w:rPr>
        <w:t>ہو</w:t>
      </w:r>
      <w:r>
        <w:rPr>
          <w:rtl/>
        </w:rPr>
        <w:t xml:space="preserve"> سكتا ہے ''</w:t>
      </w:r>
      <w:r w:rsidRPr="005C3AF8">
        <w:rPr>
          <w:rStyle w:val="libArabicChar"/>
          <w:rtl/>
        </w:rPr>
        <w:t xml:space="preserve">الاّ بالحق </w:t>
      </w:r>
      <w:r>
        <w:rPr>
          <w:rtl/>
        </w:rPr>
        <w:t>'' كى قيد احترازى ہو يعنى فرشتو</w:t>
      </w:r>
      <w:r w:rsidR="00083993">
        <w:rPr>
          <w:rtl/>
        </w:rPr>
        <w:t xml:space="preserve">ں </w:t>
      </w:r>
      <w:r>
        <w:rPr>
          <w:rtl/>
        </w:rPr>
        <w:t>كا نزول فقط مصلحت وحكمت كى صورت مي</w:t>
      </w:r>
      <w:r w:rsidR="00083993">
        <w:rPr>
          <w:rtl/>
        </w:rPr>
        <w:t xml:space="preserve">ں </w:t>
      </w:r>
      <w:r>
        <w:rPr>
          <w:rtl/>
        </w:rPr>
        <w:t>قابلعمل ہے _جبكہ كفار كے مطالبے مي</w:t>
      </w:r>
      <w:r w:rsidR="00083993">
        <w:rPr>
          <w:rtl/>
        </w:rPr>
        <w:t xml:space="preserve">ں </w:t>
      </w:r>
      <w:r>
        <w:rPr>
          <w:rtl/>
        </w:rPr>
        <w:t>اس قسم كى كوئي مصلحت نہي</w:t>
      </w:r>
      <w:r w:rsidR="00083993">
        <w:rPr>
          <w:rtl/>
        </w:rPr>
        <w:t xml:space="preserve">ں </w:t>
      </w:r>
      <w:r>
        <w:rPr>
          <w:rtl/>
        </w:rPr>
        <w:t>تھي_اس كے علاوہ ''</w:t>
      </w:r>
      <w:r w:rsidRPr="005C3AF8">
        <w:rPr>
          <w:rStyle w:val="libArabicChar"/>
          <w:rtl/>
        </w:rPr>
        <w:t xml:space="preserve">اذاً منظرين </w:t>
      </w:r>
      <w:r>
        <w:rPr>
          <w:rtl/>
        </w:rPr>
        <w:t>'' بھى اس بات پر دلالت كرتا ہے كہ وہ لوگ ملائكہ كے انے كے بعد بھى حقاني</w:t>
      </w:r>
      <w:r>
        <w:rPr>
          <w:rFonts w:hint="eastAsia"/>
          <w:rtl/>
        </w:rPr>
        <w:t>ت</w:t>
      </w:r>
      <w:r>
        <w:rPr>
          <w:rtl/>
        </w:rPr>
        <w:t xml:space="preserve"> پيغمبر </w:t>
      </w:r>
      <w:r w:rsidR="00F031CD" w:rsidRPr="00F031CD">
        <w:rPr>
          <w:rStyle w:val="libAlaemChar"/>
          <w:rtl/>
        </w:rPr>
        <w:t xml:space="preserve"> صلى‌الله‌عليه‌وآله‌وسلم </w:t>
      </w:r>
      <w:r>
        <w:rPr>
          <w:rtl/>
        </w:rPr>
        <w:t xml:space="preserve"> كو قبول نہ كرتے_</w:t>
      </w:r>
    </w:p>
    <w:p w:rsidR="0021672A" w:rsidRDefault="001F628F" w:rsidP="0021672A">
      <w:pPr>
        <w:pStyle w:val="libNormal"/>
        <w:rPr>
          <w:rtl/>
        </w:rPr>
      </w:pPr>
      <w:r>
        <w:rPr>
          <w:rtl/>
        </w:rPr>
        <w:t>5_نزول ملائكہ كے متعلق كفار كا مطالبہ، قبول ہوجانے كى صورت مي</w:t>
      </w:r>
      <w:r w:rsidR="00083993">
        <w:rPr>
          <w:rtl/>
        </w:rPr>
        <w:t xml:space="preserve">ں </w:t>
      </w:r>
      <w:r>
        <w:rPr>
          <w:rtl/>
        </w:rPr>
        <w:t>وہ سب ہلاك ہو جاتے اور اُنہي</w:t>
      </w:r>
      <w:r w:rsidR="00083993">
        <w:rPr>
          <w:rtl/>
        </w:rPr>
        <w:t xml:space="preserve">ں </w:t>
      </w:r>
      <w:r>
        <w:rPr>
          <w:rtl/>
        </w:rPr>
        <w:t>ايمان لانے كے لئے كسى قسم كى مہلت نہ دى جاتي_</w:t>
      </w:r>
    </w:p>
    <w:p w:rsidR="00D67808" w:rsidRDefault="001F628F" w:rsidP="00D67808">
      <w:pPr>
        <w:pStyle w:val="libArabic"/>
        <w:rPr>
          <w:rtl/>
        </w:rPr>
      </w:pPr>
      <w:r w:rsidRPr="005C3AF8">
        <w:rPr>
          <w:rStyle w:val="libArabicChar"/>
          <w:rFonts w:hint="eastAsia"/>
          <w:rtl/>
        </w:rPr>
        <w:t>ما</w:t>
      </w:r>
      <w:r w:rsidRPr="005C3AF8">
        <w:rPr>
          <w:rStyle w:val="libArabicChar"/>
          <w:rtl/>
        </w:rPr>
        <w:t xml:space="preserve"> ننزل الملئكة الّا بالحقّ وما كانوا اذ</w:t>
      </w:r>
      <w:r w:rsidR="00D67808" w:rsidRPr="00D67808">
        <w:rPr>
          <w:rFonts w:hint="eastAsia"/>
          <w:rtl/>
        </w:rPr>
        <w:t xml:space="preserve"> </w:t>
      </w:r>
      <w:r w:rsidR="00D67808">
        <w:rPr>
          <w:rFonts w:hint="eastAsia"/>
          <w:rtl/>
        </w:rPr>
        <w:t>منظرين</w:t>
      </w:r>
    </w:p>
    <w:p w:rsidR="00D67808" w:rsidRDefault="00D67808" w:rsidP="00D67808">
      <w:pPr>
        <w:pStyle w:val="libNormal"/>
        <w:rPr>
          <w:rtl/>
        </w:rPr>
      </w:pPr>
      <w:r>
        <w:rPr>
          <w:rtl/>
        </w:rPr>
        <w:t>''منظر '' كے مصدر انظار كا معنى تاخير ميں ڈالنا ہے اور آيت مجيدہ ميں حصر سے معلوم ہو تا ہے كہ ملائكہ كے انے سے كفار ميں سے كسى بھى كافر كى اجل (موت) ميں دير نہيں كى جائے گى اور وہ ہلاك ہو جائيں گے_</w:t>
      </w:r>
    </w:p>
    <w:p w:rsidR="001F628F" w:rsidRDefault="001F628F" w:rsidP="005C3AF8">
      <w:pPr>
        <w:pStyle w:val="libNormal"/>
        <w:rPr>
          <w:rtl/>
        </w:rPr>
      </w:pPr>
    </w:p>
    <w:p w:rsidR="005C3AF8" w:rsidRDefault="001E7F9D" w:rsidP="00F73EDE">
      <w:pPr>
        <w:pStyle w:val="libPoemTini"/>
        <w:rPr>
          <w:rtl/>
        </w:rPr>
      </w:pPr>
      <w:r>
        <w:rPr>
          <w:rtl/>
        </w:rPr>
        <w:cr/>
      </w:r>
      <w:r>
        <w:rPr>
          <w:rtl/>
        </w:rPr>
        <w:br w:type="page"/>
      </w:r>
    </w:p>
    <w:p w:rsidR="001F628F" w:rsidRDefault="001F628F" w:rsidP="005C3AF8">
      <w:pPr>
        <w:pStyle w:val="libNormal"/>
        <w:rPr>
          <w:rtl/>
        </w:rPr>
      </w:pPr>
      <w:r>
        <w:rPr>
          <w:rtl/>
        </w:rPr>
        <w:lastRenderedPageBreak/>
        <w:t>6_نزول ملائكہ كے بارے مي</w:t>
      </w:r>
      <w:r w:rsidR="00083993">
        <w:rPr>
          <w:rtl/>
        </w:rPr>
        <w:t xml:space="preserve">ں </w:t>
      </w:r>
      <w:r>
        <w:rPr>
          <w:rtl/>
        </w:rPr>
        <w:t>كفار مكہ كے مطالبے كوقبول نہ كرنے كا فلسفہ ،اُن كو مہلت دينا اور اُن كى اجل (موت ) مي</w:t>
      </w:r>
      <w:r w:rsidR="00083993">
        <w:rPr>
          <w:rtl/>
        </w:rPr>
        <w:t xml:space="preserve">ں </w:t>
      </w:r>
      <w:r>
        <w:rPr>
          <w:rtl/>
        </w:rPr>
        <w:t>تاخير كرنا ہے _</w:t>
      </w:r>
      <w:r w:rsidRPr="005C3AF8">
        <w:rPr>
          <w:rStyle w:val="libArabicChar"/>
          <w:rFonts w:hint="eastAsia"/>
          <w:rtl/>
        </w:rPr>
        <w:t>ماتسبق</w:t>
      </w:r>
      <w:r w:rsidRPr="005C3AF8">
        <w:rPr>
          <w:rStyle w:val="libArabicChar"/>
          <w:rtl/>
        </w:rPr>
        <w:t xml:space="preserve"> من ا مة ا جل</w:t>
      </w:r>
      <w:r w:rsidR="00F21947" w:rsidRPr="00B2551F">
        <w:rPr>
          <w:rStyle w:val="libArabicChar"/>
          <w:rFonts w:hint="cs"/>
          <w:rtl/>
        </w:rPr>
        <w:t>ه</w:t>
      </w:r>
      <w:r w:rsidRPr="005C3AF8">
        <w:rPr>
          <w:rStyle w:val="libArabicChar"/>
          <w:rFonts w:hint="cs"/>
          <w:rtl/>
        </w:rPr>
        <w:t>ا</w:t>
      </w:r>
      <w:r w:rsidRPr="005C3AF8">
        <w:rPr>
          <w:rStyle w:val="libArabicChar"/>
          <w:rtl/>
        </w:rPr>
        <w:t xml:space="preserve"> ...</w:t>
      </w:r>
      <w:r w:rsidRPr="005C3AF8">
        <w:rPr>
          <w:rStyle w:val="libArabicChar"/>
          <w:rFonts w:hint="cs"/>
          <w:rtl/>
        </w:rPr>
        <w:t>ما</w:t>
      </w:r>
      <w:r w:rsidRPr="005C3AF8">
        <w:rPr>
          <w:rStyle w:val="libArabicChar"/>
          <w:rtl/>
        </w:rPr>
        <w:t xml:space="preserve"> </w:t>
      </w:r>
      <w:r w:rsidRPr="005C3AF8">
        <w:rPr>
          <w:rStyle w:val="libArabicChar"/>
          <w:rFonts w:hint="cs"/>
          <w:rtl/>
        </w:rPr>
        <w:t>ننزل</w:t>
      </w:r>
      <w:r w:rsidRPr="005C3AF8">
        <w:rPr>
          <w:rStyle w:val="libArabicChar"/>
          <w:rtl/>
        </w:rPr>
        <w:t xml:space="preserve"> </w:t>
      </w:r>
      <w:r w:rsidRPr="005C3AF8">
        <w:rPr>
          <w:rStyle w:val="libArabicChar"/>
          <w:rFonts w:hint="cs"/>
          <w:rtl/>
        </w:rPr>
        <w:t>الملئكة</w:t>
      </w:r>
      <w:r w:rsidRPr="005C3AF8">
        <w:rPr>
          <w:rStyle w:val="libArabicChar"/>
          <w:rtl/>
        </w:rPr>
        <w:t xml:space="preserve"> </w:t>
      </w:r>
      <w:r w:rsidRPr="005C3AF8">
        <w:rPr>
          <w:rStyle w:val="libArabicChar"/>
          <w:rFonts w:hint="cs"/>
          <w:rtl/>
        </w:rPr>
        <w:t>الّا</w:t>
      </w:r>
      <w:r w:rsidRPr="005C3AF8">
        <w:rPr>
          <w:rStyle w:val="libArabicChar"/>
          <w:rtl/>
        </w:rPr>
        <w:t xml:space="preserve"> </w:t>
      </w:r>
      <w:r w:rsidRPr="005C3AF8">
        <w:rPr>
          <w:rStyle w:val="libArabicChar"/>
          <w:rFonts w:hint="cs"/>
          <w:rtl/>
        </w:rPr>
        <w:t>بالحقّ</w:t>
      </w:r>
      <w:r w:rsidRPr="005C3AF8">
        <w:rPr>
          <w:rStyle w:val="libArabicChar"/>
          <w:rtl/>
        </w:rPr>
        <w:t xml:space="preserve"> </w:t>
      </w:r>
      <w:r w:rsidRPr="005C3AF8">
        <w:rPr>
          <w:rStyle w:val="libArabicChar"/>
          <w:rFonts w:hint="cs"/>
          <w:rtl/>
        </w:rPr>
        <w:t>وما</w:t>
      </w:r>
      <w:r w:rsidRPr="005C3AF8">
        <w:rPr>
          <w:rStyle w:val="libArabicChar"/>
          <w:rtl/>
        </w:rPr>
        <w:t xml:space="preserve"> </w:t>
      </w:r>
      <w:r w:rsidRPr="005C3AF8">
        <w:rPr>
          <w:rStyle w:val="libArabicChar"/>
          <w:rFonts w:hint="cs"/>
          <w:rtl/>
        </w:rPr>
        <w:t>كانوا</w:t>
      </w:r>
      <w:r w:rsidRPr="005C3AF8">
        <w:rPr>
          <w:rStyle w:val="libArabicChar"/>
          <w:rtl/>
        </w:rPr>
        <w:t xml:space="preserve"> </w:t>
      </w:r>
      <w:r w:rsidRPr="005C3AF8">
        <w:rPr>
          <w:rStyle w:val="libArabicChar"/>
          <w:rFonts w:hint="cs"/>
          <w:rtl/>
        </w:rPr>
        <w:t>اذاً</w:t>
      </w:r>
      <w:r w:rsidRPr="005C3AF8">
        <w:rPr>
          <w:rStyle w:val="libArabicChar"/>
          <w:rtl/>
        </w:rPr>
        <w:t xml:space="preserve"> منظرين</w:t>
      </w:r>
    </w:p>
    <w:p w:rsidR="001F628F" w:rsidRDefault="001F628F" w:rsidP="001F628F">
      <w:pPr>
        <w:pStyle w:val="libNormal"/>
        <w:rPr>
          <w:rtl/>
        </w:rPr>
      </w:pPr>
      <w:r>
        <w:rPr>
          <w:rtl/>
        </w:rPr>
        <w:t>7_اپنے مقررہ وقت سے پہلے اُمم كى اجل مي</w:t>
      </w:r>
      <w:r w:rsidR="00083993">
        <w:rPr>
          <w:rtl/>
        </w:rPr>
        <w:t xml:space="preserve">ں </w:t>
      </w:r>
      <w:r>
        <w:rPr>
          <w:rtl/>
        </w:rPr>
        <w:t>پس و پيش نہ كرنے كى سنت ( تمام اُمور پر ) حاكم ايك اصل و قاعدہ ہے_</w:t>
      </w:r>
    </w:p>
    <w:p w:rsidR="001F628F" w:rsidRDefault="001F628F" w:rsidP="005C3AF8">
      <w:pPr>
        <w:pStyle w:val="libArabic"/>
        <w:rPr>
          <w:rtl/>
        </w:rPr>
      </w:pPr>
      <w:r>
        <w:rPr>
          <w:rFonts w:hint="eastAsia"/>
          <w:rtl/>
        </w:rPr>
        <w:t>بالملئكة</w:t>
      </w:r>
      <w:r>
        <w:rPr>
          <w:rtl/>
        </w:rPr>
        <w:t xml:space="preserve"> ...ما ننزل الملئكة الّا بالحقّ وما كانوا اذاً منظرين</w:t>
      </w:r>
    </w:p>
    <w:p w:rsidR="001F628F" w:rsidRDefault="001F628F" w:rsidP="001F628F">
      <w:pPr>
        <w:pStyle w:val="libNormal"/>
        <w:rPr>
          <w:rtl/>
        </w:rPr>
      </w:pPr>
      <w:r>
        <w:rPr>
          <w:rFonts w:hint="eastAsia"/>
          <w:rtl/>
        </w:rPr>
        <w:t>خداوند</w:t>
      </w:r>
      <w:r>
        <w:rPr>
          <w:rtl/>
        </w:rPr>
        <w:t xml:space="preserve"> متعال نے گذشتہ ايات مي</w:t>
      </w:r>
      <w:r w:rsidR="00083993">
        <w:rPr>
          <w:rtl/>
        </w:rPr>
        <w:t xml:space="preserve">ں </w:t>
      </w:r>
      <w:r>
        <w:rPr>
          <w:rtl/>
        </w:rPr>
        <w:t>بيان فرمايا ہے كہ ہر قوم واُمت كى ايك معين اجل (مدت)ہے اور اُسے كبھى بھى اگے پيچھے نہي</w:t>
      </w:r>
      <w:r w:rsidR="00083993">
        <w:rPr>
          <w:rtl/>
        </w:rPr>
        <w:t xml:space="preserve">ں </w:t>
      </w:r>
      <w:r>
        <w:rPr>
          <w:rtl/>
        </w:rPr>
        <w:t>كيا جائے گا _اور اس ايت مي</w:t>
      </w:r>
      <w:r w:rsidR="00083993">
        <w:rPr>
          <w:rtl/>
        </w:rPr>
        <w:t xml:space="preserve">ں </w:t>
      </w:r>
      <w:r>
        <w:rPr>
          <w:rtl/>
        </w:rPr>
        <w:t>خداوند عالم فرما رہا ہے :ملائكہ سوائے حق كے نازل نہي</w:t>
      </w:r>
      <w:r w:rsidR="00083993">
        <w:rPr>
          <w:rtl/>
        </w:rPr>
        <w:t xml:space="preserve">ں </w:t>
      </w:r>
      <w:r>
        <w:rPr>
          <w:rtl/>
        </w:rPr>
        <w:t>ہوتے اور اگر نازل ہو بھى جائي</w:t>
      </w:r>
      <w:r w:rsidR="00083993">
        <w:rPr>
          <w:rtl/>
        </w:rPr>
        <w:t xml:space="preserve">ں </w:t>
      </w:r>
      <w:r>
        <w:rPr>
          <w:rtl/>
        </w:rPr>
        <w:t>تو كفار كو زندگى كى كوئي مہلت نہي</w:t>
      </w:r>
      <w:r w:rsidR="00083993">
        <w:rPr>
          <w:rtl/>
        </w:rPr>
        <w:t xml:space="preserve">ں </w:t>
      </w:r>
      <w:r>
        <w:rPr>
          <w:rtl/>
        </w:rPr>
        <w:t>دى جائے گي_پس اسى لئے ملائكہ كو نازل نہي</w:t>
      </w:r>
      <w:r w:rsidR="00083993">
        <w:rPr>
          <w:rtl/>
        </w:rPr>
        <w:t xml:space="preserve">ں </w:t>
      </w:r>
      <w:r>
        <w:rPr>
          <w:rtl/>
        </w:rPr>
        <w:t>كيا جاتا_ احتمال ہے كہ ايسا جواب اس لئے ديا گيا ہے كہ ابھى تك اُن كى اجل (موت) نہي</w:t>
      </w:r>
      <w:r w:rsidR="00083993">
        <w:rPr>
          <w:rtl/>
        </w:rPr>
        <w:t xml:space="preserve">ں </w:t>
      </w:r>
      <w:r>
        <w:rPr>
          <w:rtl/>
        </w:rPr>
        <w:t>پہنچى _اور اجل و موت كا قاعدے و ضابطے كے مطابق ہونا تمام اُمور پر حاكم قانون ہے_</w:t>
      </w:r>
    </w:p>
    <w:p w:rsidR="001F628F" w:rsidRDefault="001F628F" w:rsidP="005C3AF8">
      <w:pPr>
        <w:pStyle w:val="libNormal"/>
        <w:rPr>
          <w:rtl/>
        </w:rPr>
      </w:pPr>
      <w:r>
        <w:rPr>
          <w:rtl/>
        </w:rPr>
        <w:t>8_نزول ملائكہ كے بارے مي</w:t>
      </w:r>
      <w:r w:rsidR="00083993">
        <w:rPr>
          <w:rtl/>
        </w:rPr>
        <w:t xml:space="preserve">ں </w:t>
      </w:r>
      <w:r>
        <w:rPr>
          <w:rtl/>
        </w:rPr>
        <w:t>كفار مكہ كا مطالبہ قبول ہوجانے كى صورت مي</w:t>
      </w:r>
      <w:r w:rsidR="00083993">
        <w:rPr>
          <w:rtl/>
        </w:rPr>
        <w:t xml:space="preserve">ں </w:t>
      </w:r>
      <w:r>
        <w:rPr>
          <w:rtl/>
        </w:rPr>
        <w:t>وہ سب ايك دردناك عذاب مي</w:t>
      </w:r>
      <w:r w:rsidR="00083993">
        <w:rPr>
          <w:rtl/>
        </w:rPr>
        <w:t xml:space="preserve">ں </w:t>
      </w:r>
      <w:r>
        <w:rPr>
          <w:rtl/>
        </w:rPr>
        <w:t>گرفتار ہو جاتے_</w:t>
      </w:r>
      <w:r w:rsidRPr="005C3AF8">
        <w:rPr>
          <w:rStyle w:val="libArabicChar"/>
          <w:rFonts w:hint="eastAsia"/>
          <w:rtl/>
        </w:rPr>
        <w:t>ما</w:t>
      </w:r>
      <w:r w:rsidRPr="005C3AF8">
        <w:rPr>
          <w:rStyle w:val="libArabicChar"/>
          <w:rtl/>
        </w:rPr>
        <w:t xml:space="preserve"> ننزل الملئكة الّا بالحقّ وما كانوا اذاً منظرين</w:t>
      </w:r>
    </w:p>
    <w:p w:rsidR="001F628F" w:rsidRDefault="001F628F" w:rsidP="001F628F">
      <w:pPr>
        <w:pStyle w:val="libNormal"/>
        <w:rPr>
          <w:rtl/>
        </w:rPr>
      </w:pPr>
      <w:r>
        <w:rPr>
          <w:rFonts w:hint="eastAsia"/>
          <w:rtl/>
        </w:rPr>
        <w:t>آيت</w:t>
      </w:r>
      <w:r>
        <w:rPr>
          <w:rtl/>
        </w:rPr>
        <w:t xml:space="preserve"> مجيدہ كے بارے مي</w:t>
      </w:r>
      <w:r w:rsidR="00083993">
        <w:rPr>
          <w:rtl/>
        </w:rPr>
        <w:t xml:space="preserve">ں </w:t>
      </w:r>
      <w:r>
        <w:rPr>
          <w:rtl/>
        </w:rPr>
        <w:t>ايك احتمال يہ ديا جاتا ہے كہ كفار كے لئے ملائكہ نازل ہونے كى صورت مي</w:t>
      </w:r>
      <w:r w:rsidR="00083993">
        <w:rPr>
          <w:rtl/>
        </w:rPr>
        <w:t xml:space="preserve">ں </w:t>
      </w:r>
      <w:r>
        <w:rPr>
          <w:rtl/>
        </w:rPr>
        <w:t>وہ ان كے لئے عذاب كا تحفہ بھى لے كر ائي</w:t>
      </w:r>
      <w:r w:rsidR="00083993">
        <w:rPr>
          <w:rtl/>
        </w:rPr>
        <w:t xml:space="preserve">ں </w:t>
      </w:r>
      <w:r>
        <w:rPr>
          <w:rtl/>
        </w:rPr>
        <w:t>گے_ايسا عذاب كہ جو اُن مي</w:t>
      </w:r>
      <w:r w:rsidR="00083993">
        <w:rPr>
          <w:rtl/>
        </w:rPr>
        <w:t xml:space="preserve">ں </w:t>
      </w:r>
      <w:r>
        <w:rPr>
          <w:rtl/>
        </w:rPr>
        <w:t>سے كسى كو بھى زندہ نہي</w:t>
      </w:r>
      <w:r w:rsidR="00083993">
        <w:rPr>
          <w:rtl/>
        </w:rPr>
        <w:t xml:space="preserve">ں </w:t>
      </w:r>
      <w:r>
        <w:rPr>
          <w:rtl/>
        </w:rPr>
        <w:t>چھوڑے گا_</w:t>
      </w:r>
    </w:p>
    <w:p w:rsidR="001F628F" w:rsidRDefault="001F628F" w:rsidP="005C3AF8">
      <w:pPr>
        <w:pStyle w:val="libNormal"/>
        <w:rPr>
          <w:rtl/>
        </w:rPr>
      </w:pPr>
      <w:r>
        <w:rPr>
          <w:rFonts w:hint="eastAsia"/>
          <w:rtl/>
        </w:rPr>
        <w:t>اجل</w:t>
      </w:r>
      <w:r>
        <w:rPr>
          <w:rtl/>
        </w:rPr>
        <w:t xml:space="preserve"> :</w:t>
      </w:r>
      <w:r>
        <w:rPr>
          <w:rFonts w:hint="eastAsia"/>
          <w:rtl/>
        </w:rPr>
        <w:t>اجل</w:t>
      </w:r>
      <w:r>
        <w:rPr>
          <w:rtl/>
        </w:rPr>
        <w:t xml:space="preserve"> مسمى 7</w:t>
      </w:r>
    </w:p>
    <w:p w:rsidR="001F628F" w:rsidRDefault="001F628F" w:rsidP="005C3AF8">
      <w:pPr>
        <w:pStyle w:val="libNormal"/>
        <w:rPr>
          <w:rtl/>
        </w:rPr>
      </w:pPr>
      <w:r>
        <w:rPr>
          <w:rFonts w:hint="eastAsia"/>
          <w:rtl/>
        </w:rPr>
        <w:t>اسلام</w:t>
      </w:r>
      <w:r>
        <w:rPr>
          <w:rtl/>
        </w:rPr>
        <w:t>:</w:t>
      </w:r>
      <w:r>
        <w:rPr>
          <w:rFonts w:hint="eastAsia"/>
          <w:rtl/>
        </w:rPr>
        <w:t>صدر</w:t>
      </w:r>
      <w:r>
        <w:rPr>
          <w:rtl/>
        </w:rPr>
        <w:t xml:space="preserve"> اسلام كى تاريخ 4</w:t>
      </w:r>
    </w:p>
    <w:p w:rsidR="001F628F" w:rsidRDefault="001F628F" w:rsidP="005C3AF8">
      <w:pPr>
        <w:pStyle w:val="libNormal"/>
        <w:rPr>
          <w:rtl/>
        </w:rPr>
      </w:pPr>
      <w:r>
        <w:rPr>
          <w:rFonts w:hint="eastAsia"/>
          <w:rtl/>
        </w:rPr>
        <w:t>الله</w:t>
      </w:r>
      <w:r>
        <w:rPr>
          <w:rtl/>
        </w:rPr>
        <w:t xml:space="preserve"> تعالى :</w:t>
      </w:r>
      <w:r>
        <w:rPr>
          <w:rFonts w:hint="eastAsia"/>
          <w:rtl/>
        </w:rPr>
        <w:t>الله</w:t>
      </w:r>
      <w:r>
        <w:rPr>
          <w:rtl/>
        </w:rPr>
        <w:t xml:space="preserve"> تعالى كے اوامر 2;الله تعالى كے سنن7</w:t>
      </w:r>
    </w:p>
    <w:p w:rsidR="001F628F" w:rsidRDefault="001F628F" w:rsidP="005C3AF8">
      <w:pPr>
        <w:pStyle w:val="libNormal"/>
        <w:rPr>
          <w:rtl/>
        </w:rPr>
      </w:pPr>
      <w:r>
        <w:rPr>
          <w:rFonts w:hint="eastAsia"/>
          <w:rtl/>
        </w:rPr>
        <w:t>اُمم</w:t>
      </w:r>
      <w:r>
        <w:rPr>
          <w:rtl/>
        </w:rPr>
        <w:t xml:space="preserve"> :</w:t>
      </w:r>
      <w:r>
        <w:rPr>
          <w:rFonts w:hint="eastAsia"/>
          <w:rtl/>
        </w:rPr>
        <w:t>اُمم</w:t>
      </w:r>
      <w:r>
        <w:rPr>
          <w:rtl/>
        </w:rPr>
        <w:t xml:space="preserve"> كى اجل 7</w:t>
      </w:r>
    </w:p>
    <w:p w:rsidR="001F628F" w:rsidRDefault="001F628F" w:rsidP="005C3AF8">
      <w:pPr>
        <w:pStyle w:val="libNormal"/>
        <w:rPr>
          <w:rtl/>
        </w:rPr>
      </w:pPr>
      <w:r>
        <w:rPr>
          <w:rFonts w:hint="eastAsia"/>
          <w:rtl/>
        </w:rPr>
        <w:t>ايمان</w:t>
      </w:r>
      <w:r>
        <w:rPr>
          <w:rtl/>
        </w:rPr>
        <w:t xml:space="preserve"> :</w:t>
      </w:r>
      <w:r>
        <w:rPr>
          <w:rFonts w:hint="eastAsia"/>
          <w:rtl/>
        </w:rPr>
        <w:t>فرصت</w:t>
      </w:r>
      <w:r>
        <w:rPr>
          <w:rtl/>
        </w:rPr>
        <w:t xml:space="preserve"> ايمان 5</w:t>
      </w:r>
    </w:p>
    <w:p w:rsidR="001F628F" w:rsidRDefault="001F628F" w:rsidP="001F628F">
      <w:pPr>
        <w:pStyle w:val="libNormal"/>
        <w:rPr>
          <w:rtl/>
        </w:rPr>
      </w:pPr>
      <w:r>
        <w:rPr>
          <w:rFonts w:hint="eastAsia"/>
          <w:rtl/>
        </w:rPr>
        <w:t>بے</w:t>
      </w:r>
      <w:r>
        <w:rPr>
          <w:rtl/>
        </w:rPr>
        <w:t xml:space="preserve"> جاتوقعات:3</w:t>
      </w:r>
    </w:p>
    <w:p w:rsidR="001F628F" w:rsidRDefault="001F628F" w:rsidP="001F628F">
      <w:pPr>
        <w:pStyle w:val="libNormal"/>
        <w:rPr>
          <w:rtl/>
        </w:rPr>
      </w:pPr>
      <w:r>
        <w:rPr>
          <w:rFonts w:hint="eastAsia"/>
          <w:rtl/>
        </w:rPr>
        <w:t>كفار</w:t>
      </w:r>
      <w:r>
        <w:rPr>
          <w:rtl/>
        </w:rPr>
        <w:t xml:space="preserve"> مكہ :</w:t>
      </w:r>
    </w:p>
    <w:p w:rsidR="00D67808" w:rsidRDefault="001E7F9D" w:rsidP="00F73EDE">
      <w:pPr>
        <w:pStyle w:val="libPoemTini"/>
        <w:rPr>
          <w:rtl/>
        </w:rPr>
      </w:pPr>
      <w:r>
        <w:rPr>
          <w:rtl/>
        </w:rPr>
        <w:br w:type="page"/>
      </w:r>
    </w:p>
    <w:p w:rsidR="001F628F" w:rsidRDefault="001F628F" w:rsidP="00D67808">
      <w:pPr>
        <w:pStyle w:val="libNormal"/>
        <w:rPr>
          <w:rtl/>
        </w:rPr>
      </w:pPr>
      <w:r>
        <w:rPr>
          <w:rFonts w:hint="eastAsia"/>
          <w:rtl/>
        </w:rPr>
        <w:lastRenderedPageBreak/>
        <w:t>كفار</w:t>
      </w:r>
      <w:r>
        <w:rPr>
          <w:rtl/>
        </w:rPr>
        <w:t xml:space="preserve"> مكہ اور انحضرت </w:t>
      </w:r>
      <w:r w:rsidR="00F031CD" w:rsidRPr="00F031CD">
        <w:rPr>
          <w:rStyle w:val="libAlaemChar"/>
          <w:rtl/>
        </w:rPr>
        <w:t xml:space="preserve"> صلى‌الله‌عليه‌وآله‌وسلم </w:t>
      </w:r>
      <w:r>
        <w:rPr>
          <w:rtl/>
        </w:rPr>
        <w:t xml:space="preserve"> 4;كفار مكہ كو مہلت 6;كفار مكہ كى بہانہ جوئي 4;كفار مكہ كى ہلاكت كا پيش خيمہ 5،8;كفار مكہ كے عذاب كا پيش خيمہ8;كفار مكہ كے مطالبات 3،4;كفار مكہ كے مطالبات كو رد كرنے كا فلسفہ 6;كفار مكہ كے مطالبات كو قبول كرنا8;كفار مكہ كے مطالبات كو قبول كرنے كے اثرات 5</w:t>
      </w:r>
    </w:p>
    <w:p w:rsidR="001F628F" w:rsidRDefault="001F628F" w:rsidP="00D67808">
      <w:pPr>
        <w:pStyle w:val="libNormal"/>
        <w:rPr>
          <w:rtl/>
        </w:rPr>
      </w:pPr>
      <w:r>
        <w:rPr>
          <w:rFonts w:hint="eastAsia"/>
          <w:rtl/>
        </w:rPr>
        <w:t>معجزہ</w:t>
      </w:r>
      <w:r>
        <w:rPr>
          <w:rtl/>
        </w:rPr>
        <w:t xml:space="preserve"> :</w:t>
      </w:r>
      <w:r>
        <w:rPr>
          <w:rFonts w:hint="eastAsia"/>
          <w:rtl/>
        </w:rPr>
        <w:t>اقتراحى</w:t>
      </w:r>
      <w:r>
        <w:rPr>
          <w:rtl/>
        </w:rPr>
        <w:t xml:space="preserve"> معجزہ كو رد كرنے كا فلسفہ 6</w:t>
      </w:r>
    </w:p>
    <w:p w:rsidR="001F628F" w:rsidRDefault="001F628F" w:rsidP="00D67808">
      <w:pPr>
        <w:pStyle w:val="libNormal"/>
        <w:rPr>
          <w:rtl/>
        </w:rPr>
      </w:pPr>
      <w:r>
        <w:rPr>
          <w:rFonts w:hint="eastAsia"/>
          <w:rtl/>
        </w:rPr>
        <w:t>ملائكہ</w:t>
      </w:r>
      <w:r>
        <w:rPr>
          <w:rtl/>
        </w:rPr>
        <w:t xml:space="preserve"> :</w:t>
      </w:r>
      <w:r>
        <w:rPr>
          <w:rFonts w:hint="eastAsia"/>
          <w:rtl/>
        </w:rPr>
        <w:t>نزول</w:t>
      </w:r>
      <w:r>
        <w:rPr>
          <w:rtl/>
        </w:rPr>
        <w:t xml:space="preserve"> ملائكہ كا مطالبہ 3،4،5،8;نزول ملائكہ كى شرائط 1;ملائكہ كا صعود 2;ملائكہ كا نزول 2</w:t>
      </w:r>
    </w:p>
    <w:p w:rsidR="001F628F" w:rsidRDefault="00D67808" w:rsidP="00D67808">
      <w:pPr>
        <w:pStyle w:val="Heading2Center"/>
        <w:rPr>
          <w:rtl/>
        </w:rPr>
      </w:pPr>
      <w:bookmarkStart w:id="61" w:name="_Toc28081739"/>
      <w:r>
        <w:rPr>
          <w:rFonts w:hint="cs"/>
          <w:rtl/>
        </w:rPr>
        <w:t>آیت 9</w:t>
      </w:r>
      <w:bookmarkEnd w:id="61"/>
    </w:p>
    <w:p w:rsidR="001F628F" w:rsidRDefault="00E260F9" w:rsidP="00D67808">
      <w:pPr>
        <w:pStyle w:val="libNormal"/>
        <w:rPr>
          <w:rtl/>
        </w:rPr>
      </w:pPr>
      <w:r w:rsidRPr="00E260F9">
        <w:rPr>
          <w:rStyle w:val="libAlaemChar"/>
          <w:rFonts w:hint="eastAsia"/>
          <w:rtl/>
        </w:rPr>
        <w:t>(</w:t>
      </w:r>
      <w:r w:rsidRPr="00D67808">
        <w:rPr>
          <w:rStyle w:val="libAieChar"/>
          <w:rFonts w:hint="eastAsia"/>
          <w:rtl/>
        </w:rPr>
        <w:t>إِنَّا</w:t>
      </w:r>
      <w:r w:rsidRPr="00D67808">
        <w:rPr>
          <w:rStyle w:val="libAieChar"/>
          <w:rtl/>
        </w:rPr>
        <w:t xml:space="preserve"> نَحْنُ نَزَّلْنَا الذِّكْرَ وَإِنَّا لَهُ لَحَافِظُونَ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ہم</w:t>
      </w:r>
      <w:r>
        <w:rPr>
          <w:rtl/>
        </w:rPr>
        <w:t xml:space="preserve"> نے ہى اس قرآن كو نازل كياہے اور ہم ہى اس كى حفاظت كرنے والے ہي</w:t>
      </w:r>
      <w:r w:rsidR="00083993">
        <w:rPr>
          <w:rtl/>
        </w:rPr>
        <w:t xml:space="preserve">ں </w:t>
      </w:r>
      <w:r>
        <w:rPr>
          <w:rtl/>
        </w:rPr>
        <w:t>_</w:t>
      </w:r>
    </w:p>
    <w:p w:rsidR="001F628F" w:rsidRDefault="001F628F" w:rsidP="00D67808">
      <w:pPr>
        <w:pStyle w:val="libNormal"/>
        <w:rPr>
          <w:rtl/>
        </w:rPr>
      </w:pPr>
      <w:r>
        <w:rPr>
          <w:rtl/>
        </w:rPr>
        <w:t>1_قران، بغير كسى شك و ترديد كے فقط خداوند متعال كى جانب سے نازل ہوا ہے_</w:t>
      </w:r>
      <w:r w:rsidRPr="00D67808">
        <w:rPr>
          <w:rStyle w:val="libArabicChar"/>
          <w:rFonts w:hint="eastAsia"/>
          <w:rtl/>
        </w:rPr>
        <w:t>انا</w:t>
      </w:r>
      <w:r w:rsidRPr="00D67808">
        <w:rPr>
          <w:rStyle w:val="libArabicChar"/>
          <w:rtl/>
        </w:rPr>
        <w:t xml:space="preserve"> نحن نزّلنا الذّكر</w:t>
      </w:r>
    </w:p>
    <w:p w:rsidR="001F628F" w:rsidRDefault="001F628F" w:rsidP="00D67808">
      <w:pPr>
        <w:pStyle w:val="libNormal"/>
        <w:rPr>
          <w:rtl/>
        </w:rPr>
      </w:pPr>
      <w:r>
        <w:rPr>
          <w:rtl/>
        </w:rPr>
        <w:t>2_قران ،بہت ہى بلند اور رفيع مقام سے نازل ہونے والى كتاب ہے_</w:t>
      </w:r>
      <w:r w:rsidRPr="00D67808">
        <w:rPr>
          <w:rStyle w:val="libArabicChar"/>
          <w:rFonts w:hint="eastAsia"/>
          <w:rtl/>
        </w:rPr>
        <w:t>انا</w:t>
      </w:r>
      <w:r w:rsidRPr="00D67808">
        <w:rPr>
          <w:rStyle w:val="libArabicChar"/>
          <w:rtl/>
        </w:rPr>
        <w:t xml:space="preserve"> نحن نزّلنا الذّكر</w:t>
      </w:r>
    </w:p>
    <w:p w:rsidR="001F628F" w:rsidRDefault="001F628F" w:rsidP="001F628F">
      <w:pPr>
        <w:pStyle w:val="libNormal"/>
        <w:rPr>
          <w:rtl/>
        </w:rPr>
      </w:pPr>
      <w:r>
        <w:rPr>
          <w:rFonts w:hint="eastAsia"/>
          <w:rtl/>
        </w:rPr>
        <w:t>قران</w:t>
      </w:r>
      <w:r>
        <w:rPr>
          <w:rtl/>
        </w:rPr>
        <w:t xml:space="preserve"> كے نزول كے بيان لئے جمع كى ضمائر كا ذكركرنا اور كلمہ ''نزول'' كہ جس كامعنى بلند و عالى مقام سے نيچے انا ہے ،مذكورہ بالا نكتے پر دلالت كرتا ہے_</w:t>
      </w:r>
    </w:p>
    <w:p w:rsidR="001F628F" w:rsidRDefault="001F628F" w:rsidP="00D67808">
      <w:pPr>
        <w:pStyle w:val="libNormal"/>
        <w:rPr>
          <w:rtl/>
        </w:rPr>
      </w:pPr>
      <w:r>
        <w:rPr>
          <w:rtl/>
        </w:rPr>
        <w:t>3_''ذكر '' قران كے نامو</w:t>
      </w:r>
      <w:r w:rsidR="00083993">
        <w:rPr>
          <w:rtl/>
        </w:rPr>
        <w:t xml:space="preserve">ں </w:t>
      </w:r>
      <w:r>
        <w:rPr>
          <w:rtl/>
        </w:rPr>
        <w:t>مي</w:t>
      </w:r>
      <w:r w:rsidR="00083993">
        <w:rPr>
          <w:rtl/>
        </w:rPr>
        <w:t xml:space="preserve">ں </w:t>
      </w:r>
      <w:r>
        <w:rPr>
          <w:rtl/>
        </w:rPr>
        <w:t>سے ايك نام ہے_</w:t>
      </w:r>
      <w:r w:rsidRPr="00D67808">
        <w:rPr>
          <w:rStyle w:val="libArabicChar"/>
          <w:rFonts w:hint="eastAsia"/>
          <w:rtl/>
        </w:rPr>
        <w:t>انا</w:t>
      </w:r>
      <w:r w:rsidRPr="00D67808">
        <w:rPr>
          <w:rStyle w:val="libArabicChar"/>
          <w:rtl/>
        </w:rPr>
        <w:t xml:space="preserve"> نحن نزّلنا الذّكر</w:t>
      </w:r>
    </w:p>
    <w:p w:rsidR="001F628F" w:rsidRDefault="001F628F" w:rsidP="001F628F">
      <w:pPr>
        <w:pStyle w:val="libNormal"/>
        <w:rPr>
          <w:rtl/>
        </w:rPr>
      </w:pPr>
      <w:r>
        <w:rPr>
          <w:rtl/>
        </w:rPr>
        <w:t>4_ قران ،ياد اور ياد اورى اور انسانو</w:t>
      </w:r>
      <w:r w:rsidR="00083993">
        <w:rPr>
          <w:rtl/>
        </w:rPr>
        <w:t xml:space="preserve">ں </w:t>
      </w:r>
      <w:r>
        <w:rPr>
          <w:rtl/>
        </w:rPr>
        <w:t>كو غفلتو</w:t>
      </w:r>
      <w:r w:rsidR="00083993">
        <w:rPr>
          <w:rtl/>
        </w:rPr>
        <w:t xml:space="preserve">ں </w:t>
      </w:r>
      <w:r>
        <w:rPr>
          <w:rtl/>
        </w:rPr>
        <w:t>سے بيدار كرنے اور فراموشيو</w:t>
      </w:r>
      <w:r w:rsidR="00083993">
        <w:rPr>
          <w:rtl/>
        </w:rPr>
        <w:t xml:space="preserve">ں </w:t>
      </w:r>
      <w:r>
        <w:rPr>
          <w:rtl/>
        </w:rPr>
        <w:t>سے ہوشيار كرنے والى كتاب ہے_</w:t>
      </w:r>
    </w:p>
    <w:p w:rsidR="001F628F" w:rsidRDefault="001F628F" w:rsidP="00D67808">
      <w:pPr>
        <w:pStyle w:val="libArabic"/>
        <w:rPr>
          <w:rtl/>
        </w:rPr>
      </w:pPr>
      <w:r>
        <w:rPr>
          <w:rFonts w:hint="eastAsia"/>
          <w:rtl/>
        </w:rPr>
        <w:t>انا</w:t>
      </w:r>
      <w:r>
        <w:rPr>
          <w:rtl/>
        </w:rPr>
        <w:t xml:space="preserve"> نحن نزّلنا الذّكر</w:t>
      </w:r>
    </w:p>
    <w:p w:rsidR="001F628F" w:rsidRDefault="001F628F" w:rsidP="001F628F">
      <w:pPr>
        <w:pStyle w:val="libNormal"/>
        <w:rPr>
          <w:rtl/>
        </w:rPr>
      </w:pPr>
      <w:r>
        <w:rPr>
          <w:rFonts w:hint="eastAsia"/>
          <w:rtl/>
        </w:rPr>
        <w:t>قران</w:t>
      </w:r>
      <w:r>
        <w:rPr>
          <w:rtl/>
        </w:rPr>
        <w:t xml:space="preserve"> كا ''الذكر '' نام ركھنا شايد اس لئے ہو كہ قران انسانو</w:t>
      </w:r>
      <w:r w:rsidR="00083993">
        <w:rPr>
          <w:rtl/>
        </w:rPr>
        <w:t xml:space="preserve">ں </w:t>
      </w:r>
      <w:r>
        <w:rPr>
          <w:rtl/>
        </w:rPr>
        <w:t>كى بيدارى اور تنبيہ كے لئے ہے_</w:t>
      </w:r>
    </w:p>
    <w:p w:rsidR="001F628F" w:rsidRDefault="001F628F" w:rsidP="001F628F">
      <w:pPr>
        <w:pStyle w:val="libNormal"/>
        <w:rPr>
          <w:rtl/>
        </w:rPr>
      </w:pPr>
      <w:r>
        <w:rPr>
          <w:rtl/>
        </w:rPr>
        <w:t>5_قران،- خداوند متعال كى دائمى حفاظت مي</w:t>
      </w:r>
      <w:r w:rsidR="00083993">
        <w:rPr>
          <w:rtl/>
        </w:rPr>
        <w:t xml:space="preserve">ں </w:t>
      </w:r>
      <w:r>
        <w:rPr>
          <w:rtl/>
        </w:rPr>
        <w:t>اور ہر قسم كى تحريف اور زوال سے محفوظ ہے_</w:t>
      </w:r>
    </w:p>
    <w:p w:rsidR="001F628F" w:rsidRDefault="001F628F" w:rsidP="00D67808">
      <w:pPr>
        <w:pStyle w:val="libArabic"/>
        <w:rPr>
          <w:rtl/>
        </w:rPr>
      </w:pPr>
      <w:r>
        <w:rPr>
          <w:rFonts w:hint="eastAsia"/>
          <w:rtl/>
        </w:rPr>
        <w:t>انا</w:t>
      </w:r>
      <w:r>
        <w:rPr>
          <w:rtl/>
        </w:rPr>
        <w:t xml:space="preserve"> نحن نزّلنا الذّكر و انا ل</w:t>
      </w:r>
      <w:r w:rsidR="00120F63" w:rsidRPr="00ED5DE8">
        <w:rPr>
          <w:rFonts w:hint="cs"/>
          <w:rtl/>
        </w:rPr>
        <w:t>ه</w:t>
      </w:r>
      <w:r>
        <w:rPr>
          <w:rtl/>
        </w:rPr>
        <w:t xml:space="preserve"> </w:t>
      </w:r>
      <w:r>
        <w:rPr>
          <w:rFonts w:hint="cs"/>
          <w:rtl/>
        </w:rPr>
        <w:t>ل</w:t>
      </w:r>
      <w:r>
        <w:rPr>
          <w:rtl/>
        </w:rPr>
        <w:t>حفظون</w:t>
      </w:r>
    </w:p>
    <w:p w:rsidR="00D67808" w:rsidRDefault="001E7F9D" w:rsidP="00F73EDE">
      <w:pPr>
        <w:pStyle w:val="libPoemTini"/>
        <w:rPr>
          <w:rtl/>
        </w:rPr>
      </w:pPr>
      <w:r>
        <w:rPr>
          <w:rtl/>
        </w:rPr>
        <w:br w:type="page"/>
      </w:r>
    </w:p>
    <w:p w:rsidR="001F628F" w:rsidRPr="00D67808" w:rsidRDefault="001F628F" w:rsidP="00D67808">
      <w:pPr>
        <w:pStyle w:val="libNormal"/>
        <w:rPr>
          <w:rStyle w:val="libArabicChar"/>
          <w:rtl/>
        </w:rPr>
      </w:pPr>
      <w:r>
        <w:rPr>
          <w:rtl/>
        </w:rPr>
        <w:lastRenderedPageBreak/>
        <w:t>6_خداوند متعال،نے قران كے خلاف كفار كى مخالفتو</w:t>
      </w:r>
      <w:r w:rsidR="00083993">
        <w:rPr>
          <w:rtl/>
        </w:rPr>
        <w:t xml:space="preserve">ں </w:t>
      </w:r>
      <w:r>
        <w:rPr>
          <w:rtl/>
        </w:rPr>
        <w:t>اور سازشو</w:t>
      </w:r>
      <w:r w:rsidR="00083993">
        <w:rPr>
          <w:rtl/>
        </w:rPr>
        <w:t xml:space="preserve">ں </w:t>
      </w:r>
      <w:r>
        <w:rPr>
          <w:rtl/>
        </w:rPr>
        <w:t>كے مقابلے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كو اطمينان دلايا كہ وہ خود اس كى حفاظت كرنے والا ہے_</w:t>
      </w:r>
      <w:r w:rsidRPr="00D67808">
        <w:rPr>
          <w:rStyle w:val="libArabicChar"/>
          <w:rFonts w:hint="eastAsia"/>
          <w:rtl/>
        </w:rPr>
        <w:t>وقالوا</w:t>
      </w:r>
      <w:r w:rsidRPr="00D67808">
        <w:rPr>
          <w:rStyle w:val="libArabicChar"/>
          <w:rtl/>
        </w:rPr>
        <w:t xml:space="preserve"> </w:t>
      </w:r>
      <w:r w:rsidR="0021672A" w:rsidRPr="0021672A">
        <w:rPr>
          <w:rStyle w:val="libArabicChar"/>
          <w:rtl/>
        </w:rPr>
        <w:t>ىاأيه</w:t>
      </w:r>
      <w:r w:rsidRPr="00D67808">
        <w:rPr>
          <w:rStyle w:val="libArabicChar"/>
          <w:rFonts w:hint="cs"/>
          <w:rtl/>
        </w:rPr>
        <w:t>االذى</w:t>
      </w:r>
      <w:r w:rsidRPr="00D67808">
        <w:rPr>
          <w:rStyle w:val="libArabicChar"/>
          <w:rtl/>
        </w:rPr>
        <w:t xml:space="preserve"> </w:t>
      </w:r>
      <w:r w:rsidRPr="00D67808">
        <w:rPr>
          <w:rStyle w:val="libArabicChar"/>
          <w:rFonts w:hint="cs"/>
          <w:rtl/>
        </w:rPr>
        <w:t>نزّل</w:t>
      </w:r>
      <w:r w:rsidRPr="00D67808">
        <w:rPr>
          <w:rStyle w:val="libArabicChar"/>
          <w:rtl/>
        </w:rPr>
        <w:t xml:space="preserve"> </w:t>
      </w:r>
      <w:r w:rsidRPr="00D67808">
        <w:rPr>
          <w:rStyle w:val="libArabicChar"/>
          <w:rFonts w:hint="cs"/>
          <w:rtl/>
        </w:rPr>
        <w:t>علي</w:t>
      </w:r>
      <w:r w:rsidR="00120F63" w:rsidRPr="00B2551F">
        <w:rPr>
          <w:rStyle w:val="libArabicChar"/>
          <w:rFonts w:hint="cs"/>
          <w:rtl/>
        </w:rPr>
        <w:t>ه</w:t>
      </w:r>
      <w:r w:rsidRPr="00D67808">
        <w:rPr>
          <w:rStyle w:val="libArabicChar"/>
          <w:rtl/>
        </w:rPr>
        <w:t xml:space="preserve"> </w:t>
      </w:r>
      <w:r w:rsidRPr="00D67808">
        <w:rPr>
          <w:rStyle w:val="libArabicChar"/>
          <w:rFonts w:hint="cs"/>
          <w:rtl/>
        </w:rPr>
        <w:t>الذّكر</w:t>
      </w:r>
      <w:r w:rsidRPr="00D67808">
        <w:rPr>
          <w:rStyle w:val="libArabicChar"/>
          <w:rtl/>
        </w:rPr>
        <w:t xml:space="preserve"> ...</w:t>
      </w:r>
      <w:r w:rsidRPr="00D67808">
        <w:rPr>
          <w:rStyle w:val="libArabicChar"/>
          <w:rFonts w:hint="cs"/>
          <w:rtl/>
        </w:rPr>
        <w:t>لو</w:t>
      </w:r>
      <w:r w:rsidRPr="00D67808">
        <w:rPr>
          <w:rStyle w:val="libArabicChar"/>
          <w:rtl/>
        </w:rPr>
        <w:t xml:space="preserve"> </w:t>
      </w:r>
      <w:r w:rsidRPr="00D67808">
        <w:rPr>
          <w:rStyle w:val="libArabicChar"/>
          <w:rFonts w:hint="cs"/>
          <w:rtl/>
        </w:rPr>
        <w:t>ما</w:t>
      </w:r>
      <w:r w:rsidRPr="00D67808">
        <w:rPr>
          <w:rStyle w:val="libArabicChar"/>
          <w:rtl/>
        </w:rPr>
        <w:t xml:space="preserve"> </w:t>
      </w:r>
      <w:r w:rsidRPr="00D67808">
        <w:rPr>
          <w:rStyle w:val="libArabicChar"/>
          <w:rFonts w:hint="cs"/>
          <w:rtl/>
        </w:rPr>
        <w:t>تا</w:t>
      </w:r>
      <w:r w:rsidRPr="00D67808">
        <w:rPr>
          <w:rStyle w:val="libArabicChar"/>
          <w:rtl/>
        </w:rPr>
        <w:t xml:space="preserve"> </w:t>
      </w:r>
      <w:r w:rsidRPr="00D67808">
        <w:rPr>
          <w:rStyle w:val="libArabicChar"/>
          <w:rFonts w:hint="cs"/>
          <w:rtl/>
        </w:rPr>
        <w:t>تينا</w:t>
      </w:r>
      <w:r w:rsidRPr="00D67808">
        <w:rPr>
          <w:rStyle w:val="libArabicChar"/>
          <w:rtl/>
        </w:rPr>
        <w:t xml:space="preserve"> </w:t>
      </w:r>
      <w:r w:rsidRPr="00D67808">
        <w:rPr>
          <w:rStyle w:val="libArabicChar"/>
          <w:rFonts w:hint="cs"/>
          <w:rtl/>
        </w:rPr>
        <w:t>بالملئكة</w:t>
      </w:r>
      <w:r w:rsidRPr="00D67808">
        <w:rPr>
          <w:rStyle w:val="libArabicChar"/>
          <w:rtl/>
        </w:rPr>
        <w:t xml:space="preserve"> ...</w:t>
      </w:r>
      <w:r w:rsidRPr="00D67808">
        <w:rPr>
          <w:rStyle w:val="libArabicChar"/>
          <w:rFonts w:hint="cs"/>
          <w:rtl/>
        </w:rPr>
        <w:t>انا</w:t>
      </w:r>
      <w:r w:rsidRPr="00D67808">
        <w:rPr>
          <w:rStyle w:val="libArabicChar"/>
          <w:rtl/>
        </w:rPr>
        <w:t xml:space="preserve"> </w:t>
      </w:r>
      <w:r w:rsidRPr="00D67808">
        <w:rPr>
          <w:rStyle w:val="libArabicChar"/>
          <w:rFonts w:hint="cs"/>
          <w:rtl/>
        </w:rPr>
        <w:t>نحن</w:t>
      </w:r>
      <w:r w:rsidRPr="00D67808">
        <w:rPr>
          <w:rStyle w:val="libArabicChar"/>
          <w:rtl/>
        </w:rPr>
        <w:t xml:space="preserve"> </w:t>
      </w:r>
      <w:r w:rsidRPr="00D67808">
        <w:rPr>
          <w:rStyle w:val="libArabicChar"/>
          <w:rFonts w:hint="cs"/>
          <w:rtl/>
        </w:rPr>
        <w:t>نزّلنا</w:t>
      </w:r>
      <w:r w:rsidRPr="00D67808">
        <w:rPr>
          <w:rStyle w:val="libArabicChar"/>
          <w:rtl/>
        </w:rPr>
        <w:t xml:space="preserve"> </w:t>
      </w:r>
      <w:r w:rsidRPr="00D67808">
        <w:rPr>
          <w:rStyle w:val="libArabicChar"/>
          <w:rFonts w:hint="cs"/>
          <w:rtl/>
        </w:rPr>
        <w:t>الذّكر</w:t>
      </w:r>
      <w:r w:rsidRPr="00D67808">
        <w:rPr>
          <w:rStyle w:val="libArabicChar"/>
          <w:rtl/>
        </w:rPr>
        <w:t xml:space="preserve"> </w:t>
      </w:r>
      <w:r w:rsidRPr="00D67808">
        <w:rPr>
          <w:rStyle w:val="libArabicChar"/>
          <w:rFonts w:hint="cs"/>
          <w:rtl/>
        </w:rPr>
        <w:t>و</w:t>
      </w:r>
      <w:r w:rsidRPr="00D67808">
        <w:rPr>
          <w:rStyle w:val="libArabicChar"/>
          <w:rtl/>
        </w:rPr>
        <w:t xml:space="preserve"> </w:t>
      </w:r>
      <w:r w:rsidRPr="00D67808">
        <w:rPr>
          <w:rStyle w:val="libArabicChar"/>
          <w:rFonts w:hint="cs"/>
          <w:rtl/>
        </w:rPr>
        <w:t>انا</w:t>
      </w:r>
      <w:r w:rsidRPr="00D67808">
        <w:rPr>
          <w:rStyle w:val="libArabicChar"/>
          <w:rtl/>
        </w:rPr>
        <w:t xml:space="preserve"> </w:t>
      </w:r>
      <w:r w:rsidRPr="00D67808">
        <w:rPr>
          <w:rStyle w:val="libArabicChar"/>
          <w:rFonts w:hint="cs"/>
          <w:rtl/>
        </w:rPr>
        <w:t>ل</w:t>
      </w:r>
      <w:r w:rsidR="00120F63" w:rsidRPr="00B2551F">
        <w:rPr>
          <w:rStyle w:val="libArabicChar"/>
          <w:rFonts w:hint="cs"/>
          <w:rtl/>
        </w:rPr>
        <w:t>ه</w:t>
      </w:r>
      <w:r w:rsidRPr="00D67808">
        <w:rPr>
          <w:rStyle w:val="libArabicChar"/>
          <w:rtl/>
        </w:rPr>
        <w:t xml:space="preserve"> لحفظون</w:t>
      </w:r>
    </w:p>
    <w:p w:rsidR="001F628F" w:rsidRDefault="001F628F" w:rsidP="00D67808">
      <w:pPr>
        <w:pStyle w:val="libNormal"/>
        <w:rPr>
          <w:rtl/>
        </w:rPr>
      </w:pPr>
      <w:r>
        <w:rPr>
          <w:rtl/>
        </w:rPr>
        <w:t>7_خداوند متعال، نے قران كے خلاف كفار كى سازشو</w:t>
      </w:r>
      <w:r w:rsidR="00083993">
        <w:rPr>
          <w:rtl/>
        </w:rPr>
        <w:t xml:space="preserve">ں </w:t>
      </w:r>
      <w:r>
        <w:rPr>
          <w:rtl/>
        </w:rPr>
        <w:t>كے مقابلے مي</w:t>
      </w:r>
      <w:r w:rsidR="00083993">
        <w:rPr>
          <w:rtl/>
        </w:rPr>
        <w:t xml:space="preserve">ں </w:t>
      </w:r>
      <w:r>
        <w:rPr>
          <w:rtl/>
        </w:rPr>
        <w:t>اس كى حفاظت كے بارے مي</w:t>
      </w:r>
      <w:r w:rsidR="00083993">
        <w:rPr>
          <w:rtl/>
        </w:rPr>
        <w:t xml:space="preserve">ں </w:t>
      </w:r>
      <w:r>
        <w:rPr>
          <w:rtl/>
        </w:rPr>
        <w:t>اپنى قدرت كا مظاہرہ كيا اور اُن پر اپنى عظمت ظاہر كردي_</w:t>
      </w:r>
      <w:r w:rsidRPr="00D67808">
        <w:rPr>
          <w:rStyle w:val="libArabicChar"/>
          <w:rFonts w:hint="eastAsia"/>
          <w:rtl/>
        </w:rPr>
        <w:t>انّا</w:t>
      </w:r>
      <w:r w:rsidRPr="00D67808">
        <w:rPr>
          <w:rStyle w:val="libArabicChar"/>
          <w:rtl/>
        </w:rPr>
        <w:t xml:space="preserve"> نحن نزّلنا الذّكر و انا ل</w:t>
      </w:r>
      <w:r w:rsidR="00120F63" w:rsidRPr="00B2551F">
        <w:rPr>
          <w:rStyle w:val="libArabicChar"/>
          <w:rFonts w:hint="cs"/>
          <w:rtl/>
        </w:rPr>
        <w:t>ه</w:t>
      </w:r>
      <w:r w:rsidRPr="00D67808">
        <w:rPr>
          <w:rStyle w:val="libArabicChar"/>
          <w:rtl/>
        </w:rPr>
        <w:t xml:space="preserve"> لحفظون</w:t>
      </w:r>
    </w:p>
    <w:p w:rsidR="001F628F" w:rsidRDefault="001F628F" w:rsidP="001F628F">
      <w:pPr>
        <w:pStyle w:val="libNormal"/>
        <w:rPr>
          <w:rtl/>
        </w:rPr>
      </w:pPr>
      <w:r>
        <w:rPr>
          <w:rFonts w:hint="eastAsia"/>
          <w:rtl/>
        </w:rPr>
        <w:t>يہ</w:t>
      </w:r>
      <w:r>
        <w:rPr>
          <w:rtl/>
        </w:rPr>
        <w:t xml:space="preserve"> كہ خدا وندعالم نے اپنى جانب سے نزول قران كے بيان كے لئے جمع و اسم فاعل جمع كى چند ضمائر سے استفادہ كيا ہے ہوسكتا ہے يہ مذكورہ نكتے كى طرف اشارہ ہو_</w:t>
      </w:r>
    </w:p>
    <w:p w:rsidR="001F628F" w:rsidRDefault="001F628F" w:rsidP="00D67808">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اطمينان 6</w:t>
      </w:r>
    </w:p>
    <w:p w:rsidR="001F628F" w:rsidRDefault="001F628F" w:rsidP="00D67808">
      <w:pPr>
        <w:pStyle w:val="libNormal"/>
        <w:rPr>
          <w:rtl/>
        </w:rPr>
      </w:pPr>
      <w:r>
        <w:rPr>
          <w:rFonts w:hint="eastAsia"/>
          <w:rtl/>
        </w:rPr>
        <w:t>الله</w:t>
      </w:r>
      <w:r>
        <w:rPr>
          <w:rtl/>
        </w:rPr>
        <w:t xml:space="preserve"> تعالى :</w:t>
      </w:r>
      <w:r>
        <w:rPr>
          <w:rFonts w:hint="eastAsia"/>
          <w:rtl/>
        </w:rPr>
        <w:t>الله</w:t>
      </w:r>
      <w:r>
        <w:rPr>
          <w:rtl/>
        </w:rPr>
        <w:t xml:space="preserve"> تعالى كى عظمت 7;الله تعالى كى قدرت 7</w:t>
      </w:r>
    </w:p>
    <w:p w:rsidR="001F628F" w:rsidRDefault="001F628F" w:rsidP="001F628F">
      <w:pPr>
        <w:pStyle w:val="libNormal"/>
        <w:rPr>
          <w:rtl/>
        </w:rPr>
      </w:pPr>
      <w:r>
        <w:rPr>
          <w:rFonts w:hint="eastAsia"/>
          <w:rtl/>
        </w:rPr>
        <w:t>ذكر</w:t>
      </w:r>
      <w:r>
        <w:rPr>
          <w:rtl/>
        </w:rPr>
        <w:t xml:space="preserve"> :3</w:t>
      </w:r>
    </w:p>
    <w:p w:rsidR="001F628F" w:rsidRDefault="001F628F" w:rsidP="00D67808">
      <w:pPr>
        <w:pStyle w:val="libNormal"/>
        <w:rPr>
          <w:rtl/>
        </w:rPr>
      </w:pPr>
      <w:r>
        <w:rPr>
          <w:rFonts w:hint="eastAsia"/>
          <w:rtl/>
        </w:rPr>
        <w:t>قران</w:t>
      </w:r>
      <w:r>
        <w:rPr>
          <w:rtl/>
        </w:rPr>
        <w:t xml:space="preserve"> كريم :</w:t>
      </w:r>
      <w:r>
        <w:rPr>
          <w:rFonts w:hint="eastAsia"/>
          <w:rtl/>
        </w:rPr>
        <w:t>قران</w:t>
      </w:r>
      <w:r>
        <w:rPr>
          <w:rtl/>
        </w:rPr>
        <w:t xml:space="preserve"> كريم كا كردار 4;قران كريم كا محفوظ ہونا 5; قران كريم كا وحى ہونا 1;قران كريم كا ہدايت كرنا 4;قران كريم كا نزول 2;قران كريم كى حفاظت 5، 6،7;قران كريم كى خصوصيات 4;قران كريم كے نام 3;قران كريم كے نزول كا سر چشمہ 1;قران كريم كى عظمت 2</w:t>
      </w:r>
    </w:p>
    <w:p w:rsidR="001F628F" w:rsidRDefault="001F628F" w:rsidP="00D67808">
      <w:pPr>
        <w:pStyle w:val="libNormal"/>
        <w:rPr>
          <w:rtl/>
        </w:rPr>
      </w:pPr>
      <w:r>
        <w:rPr>
          <w:rFonts w:hint="eastAsia"/>
          <w:rtl/>
        </w:rPr>
        <w:t>كفار</w:t>
      </w:r>
      <w:r>
        <w:rPr>
          <w:rtl/>
        </w:rPr>
        <w:t xml:space="preserve"> :</w:t>
      </w:r>
      <w:r>
        <w:rPr>
          <w:rFonts w:hint="eastAsia"/>
          <w:rtl/>
        </w:rPr>
        <w:t>كفار</w:t>
      </w:r>
      <w:r>
        <w:rPr>
          <w:rtl/>
        </w:rPr>
        <w:t xml:space="preserve"> كى سازشو</w:t>
      </w:r>
      <w:r w:rsidR="00083993">
        <w:rPr>
          <w:rtl/>
        </w:rPr>
        <w:t xml:space="preserve">ں </w:t>
      </w:r>
      <w:r>
        <w:rPr>
          <w:rtl/>
        </w:rPr>
        <w:t>كا بے اثر ہونا 6،7</w:t>
      </w:r>
    </w:p>
    <w:p w:rsidR="001F628F" w:rsidRDefault="001F628F" w:rsidP="00D67808">
      <w:pPr>
        <w:pStyle w:val="libNormal"/>
        <w:rPr>
          <w:rtl/>
        </w:rPr>
      </w:pPr>
      <w:r>
        <w:rPr>
          <w:rFonts w:hint="eastAsia"/>
          <w:rtl/>
        </w:rPr>
        <w:t>ياد</w:t>
      </w:r>
      <w:r>
        <w:rPr>
          <w:rtl/>
        </w:rPr>
        <w:t xml:space="preserve"> دہانى :</w:t>
      </w:r>
      <w:r>
        <w:rPr>
          <w:rFonts w:hint="eastAsia"/>
          <w:rtl/>
        </w:rPr>
        <w:t>ياد</w:t>
      </w:r>
      <w:r>
        <w:rPr>
          <w:rtl/>
        </w:rPr>
        <w:t xml:space="preserve"> دہانى كے اسباب 4</w:t>
      </w:r>
    </w:p>
    <w:p w:rsidR="001F628F" w:rsidRDefault="00D67808" w:rsidP="00D67808">
      <w:pPr>
        <w:pStyle w:val="Heading2Center"/>
        <w:rPr>
          <w:rtl/>
        </w:rPr>
      </w:pPr>
      <w:bookmarkStart w:id="62" w:name="_Toc28081740"/>
      <w:r>
        <w:rPr>
          <w:rFonts w:hint="cs"/>
          <w:rtl/>
        </w:rPr>
        <w:t>آیت 10</w:t>
      </w:r>
      <w:bookmarkEnd w:id="62"/>
    </w:p>
    <w:p w:rsidR="001F628F" w:rsidRDefault="00E260F9" w:rsidP="00D67808">
      <w:pPr>
        <w:pStyle w:val="libNormal"/>
        <w:rPr>
          <w:rtl/>
        </w:rPr>
      </w:pPr>
      <w:r w:rsidRPr="00E260F9">
        <w:rPr>
          <w:rStyle w:val="libAlaemChar"/>
          <w:rFonts w:hint="eastAsia"/>
          <w:rtl/>
        </w:rPr>
        <w:t>(</w:t>
      </w:r>
      <w:r w:rsidRPr="00D67808">
        <w:rPr>
          <w:rStyle w:val="libAieChar"/>
          <w:rFonts w:hint="eastAsia"/>
          <w:rtl/>
        </w:rPr>
        <w:t>وَلَقَدْ</w:t>
      </w:r>
      <w:r w:rsidRPr="00D67808">
        <w:rPr>
          <w:rStyle w:val="libAieChar"/>
          <w:rtl/>
        </w:rPr>
        <w:t xml:space="preserve"> أَرْسَلْنَا مِن قَبْلِكَ فِي شِيَعِ الأَوَّلِينَ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آپ سے پہلے بھى مختلف قومو</w:t>
      </w:r>
      <w:r w:rsidR="00083993">
        <w:rPr>
          <w:rtl/>
        </w:rPr>
        <w:t xml:space="preserve">ں </w:t>
      </w:r>
      <w:r>
        <w:rPr>
          <w:rtl/>
        </w:rPr>
        <w:t>مي</w:t>
      </w:r>
      <w:r w:rsidR="00083993">
        <w:rPr>
          <w:rtl/>
        </w:rPr>
        <w:t xml:space="preserve">ں </w:t>
      </w:r>
      <w:r>
        <w:rPr>
          <w:rtl/>
        </w:rPr>
        <w:t>رسول بھيجے ہي</w:t>
      </w:r>
      <w:r w:rsidR="00083993">
        <w:rPr>
          <w:rtl/>
        </w:rPr>
        <w:t xml:space="preserve">ں </w:t>
      </w:r>
      <w:r>
        <w:rPr>
          <w:rtl/>
        </w:rPr>
        <w:t>_</w:t>
      </w:r>
    </w:p>
    <w:p w:rsidR="001F628F" w:rsidRDefault="001F628F" w:rsidP="001F628F">
      <w:pPr>
        <w:pStyle w:val="libNormal"/>
        <w:rPr>
          <w:rtl/>
        </w:rPr>
      </w:pPr>
      <w:r>
        <w:rPr>
          <w:rtl/>
        </w:rPr>
        <w:t xml:space="preserve">1_ خداوند متعال نے پيغمبر اسلام </w:t>
      </w:r>
      <w:r w:rsidR="00F031CD" w:rsidRPr="00F031CD">
        <w:rPr>
          <w:rStyle w:val="libAlaemChar"/>
          <w:rtl/>
        </w:rPr>
        <w:t xml:space="preserve"> صلى‌الله‌عليه‌وآله‌وسلم </w:t>
      </w:r>
      <w:r>
        <w:rPr>
          <w:rtl/>
        </w:rPr>
        <w:t xml:space="preserve"> سے پہلے بھي گذشتہ اُمتو</w:t>
      </w:r>
      <w:r w:rsidR="00083993">
        <w:rPr>
          <w:rtl/>
        </w:rPr>
        <w:t xml:space="preserve">ں </w:t>
      </w:r>
      <w:r>
        <w:rPr>
          <w:rtl/>
        </w:rPr>
        <w:t>كے درميان بہت سے انبياء مبعوث كيے تھے_</w:t>
      </w:r>
    </w:p>
    <w:p w:rsidR="00D67808" w:rsidRDefault="001E7F9D" w:rsidP="00F73EDE">
      <w:pPr>
        <w:pStyle w:val="libPoemTini"/>
        <w:rPr>
          <w:rtl/>
        </w:rPr>
      </w:pPr>
      <w:r>
        <w:rPr>
          <w:rtl/>
        </w:rPr>
        <w:br w:type="page"/>
      </w:r>
    </w:p>
    <w:p w:rsidR="001F628F" w:rsidRDefault="001F628F" w:rsidP="00D67808">
      <w:pPr>
        <w:pStyle w:val="libArabic"/>
        <w:rPr>
          <w:rtl/>
        </w:rPr>
      </w:pPr>
      <w:r>
        <w:rPr>
          <w:rFonts w:hint="eastAsia"/>
          <w:rtl/>
        </w:rPr>
        <w:lastRenderedPageBreak/>
        <w:t>ولقد</w:t>
      </w:r>
      <w:r>
        <w:rPr>
          <w:rtl/>
        </w:rPr>
        <w:t xml:space="preserve"> ا رسلنا من قبلك فى شيع الا ولين</w:t>
      </w:r>
    </w:p>
    <w:p w:rsidR="001F628F" w:rsidRDefault="001F628F" w:rsidP="001F628F">
      <w:pPr>
        <w:pStyle w:val="libNormal"/>
        <w:rPr>
          <w:rtl/>
        </w:rPr>
      </w:pPr>
      <w:r>
        <w:rPr>
          <w:rtl/>
        </w:rPr>
        <w:t>''شيع''شيعہ كى جمع ہے اور لغت مي</w:t>
      </w:r>
      <w:r w:rsidR="00083993">
        <w:rPr>
          <w:rtl/>
        </w:rPr>
        <w:t xml:space="preserve">ں </w:t>
      </w:r>
      <w:r>
        <w:rPr>
          <w:rtl/>
        </w:rPr>
        <w:t>اس كا معنى وہ گروہ ہے كہ جو كسى مذہب يا شخص كا پيروكار ہو_</w:t>
      </w:r>
    </w:p>
    <w:p w:rsidR="001F628F" w:rsidRDefault="001F628F" w:rsidP="001F628F">
      <w:pPr>
        <w:pStyle w:val="libNormal"/>
        <w:rPr>
          <w:rtl/>
        </w:rPr>
      </w:pPr>
      <w:r>
        <w:rPr>
          <w:rtl/>
        </w:rPr>
        <w:t>2_خداوند متعال كى جانب سے انبياء معاشرو</w:t>
      </w:r>
      <w:r w:rsidR="00083993">
        <w:rPr>
          <w:rtl/>
        </w:rPr>
        <w:t xml:space="preserve">ں </w:t>
      </w:r>
      <w:r>
        <w:rPr>
          <w:rtl/>
        </w:rPr>
        <w:t>اور قومو</w:t>
      </w:r>
      <w:r w:rsidR="00083993">
        <w:rPr>
          <w:rtl/>
        </w:rPr>
        <w:t xml:space="preserve">ں </w:t>
      </w:r>
      <w:r>
        <w:rPr>
          <w:rtl/>
        </w:rPr>
        <w:t>كے لئے مبعوث ہوتے تھے نہ افراد كے لئے_</w:t>
      </w:r>
    </w:p>
    <w:p w:rsidR="001F628F" w:rsidRDefault="001F628F" w:rsidP="00D67808">
      <w:pPr>
        <w:pStyle w:val="libArabic"/>
        <w:rPr>
          <w:rtl/>
        </w:rPr>
      </w:pPr>
      <w:r>
        <w:rPr>
          <w:rFonts w:hint="eastAsia"/>
          <w:rtl/>
        </w:rPr>
        <w:t>ولقد</w:t>
      </w:r>
      <w:r>
        <w:rPr>
          <w:rtl/>
        </w:rPr>
        <w:t xml:space="preserve"> ا رسلنا من قبلك فى شيع الا ولين</w:t>
      </w:r>
    </w:p>
    <w:p w:rsidR="001F628F" w:rsidRDefault="001F628F" w:rsidP="001F628F">
      <w:pPr>
        <w:pStyle w:val="libNormal"/>
        <w:rPr>
          <w:rtl/>
        </w:rPr>
      </w:pPr>
      <w:r>
        <w:rPr>
          <w:rFonts w:hint="eastAsia"/>
          <w:rtl/>
        </w:rPr>
        <w:t>جملے</w:t>
      </w:r>
      <w:r>
        <w:rPr>
          <w:rtl/>
        </w:rPr>
        <w:t xml:space="preserve"> مي</w:t>
      </w:r>
      <w:r w:rsidR="00083993">
        <w:rPr>
          <w:rtl/>
        </w:rPr>
        <w:t xml:space="preserve">ں </w:t>
      </w:r>
      <w:r>
        <w:rPr>
          <w:rtl/>
        </w:rPr>
        <w:t>''شيع'' كا ذكر مندرجہ بالا معنى كى طرف اشارہ ہے جبكہ اس كے بغير بھى معنى كامل تھا _</w:t>
      </w:r>
    </w:p>
    <w:p w:rsidR="001F628F" w:rsidRDefault="001F628F" w:rsidP="00D67808">
      <w:pPr>
        <w:pStyle w:val="libNormal"/>
        <w:rPr>
          <w:rtl/>
        </w:rPr>
      </w:pPr>
      <w:r>
        <w:rPr>
          <w:rtl/>
        </w:rPr>
        <w:t>3_ طول تاريخ مي</w:t>
      </w:r>
      <w:r w:rsidR="00083993">
        <w:rPr>
          <w:rtl/>
        </w:rPr>
        <w:t xml:space="preserve">ں </w:t>
      </w:r>
      <w:r>
        <w:rPr>
          <w:rtl/>
        </w:rPr>
        <w:t>خداوند متعال كا انسانو</w:t>
      </w:r>
      <w:r w:rsidR="00083993">
        <w:rPr>
          <w:rtl/>
        </w:rPr>
        <w:t xml:space="preserve">ں </w:t>
      </w:r>
      <w:r>
        <w:rPr>
          <w:rtl/>
        </w:rPr>
        <w:t>كى ہدايت كى جانب متوجہ رہنا_</w:t>
      </w:r>
      <w:r w:rsidRPr="00D67808">
        <w:rPr>
          <w:rStyle w:val="libArabicChar"/>
          <w:rFonts w:hint="eastAsia"/>
          <w:rtl/>
        </w:rPr>
        <w:t>ولقد</w:t>
      </w:r>
      <w:r w:rsidRPr="00D67808">
        <w:rPr>
          <w:rStyle w:val="libArabicChar"/>
          <w:rtl/>
        </w:rPr>
        <w:t xml:space="preserve"> ا رسلنا من قبلك فى شيع الا ولين</w:t>
      </w:r>
    </w:p>
    <w:p w:rsidR="001F628F" w:rsidRDefault="001F628F" w:rsidP="00D67808">
      <w:pPr>
        <w:pStyle w:val="libNormal"/>
        <w:rPr>
          <w:rtl/>
        </w:rPr>
      </w:pPr>
      <w:r>
        <w:rPr>
          <w:rFonts w:hint="eastAsia"/>
          <w:rtl/>
        </w:rPr>
        <w:t>الله</w:t>
      </w:r>
      <w:r>
        <w:rPr>
          <w:rtl/>
        </w:rPr>
        <w:t xml:space="preserve"> تعالى :</w:t>
      </w:r>
      <w:r>
        <w:rPr>
          <w:rFonts w:hint="eastAsia"/>
          <w:rtl/>
        </w:rPr>
        <w:t>الله</w:t>
      </w:r>
      <w:r>
        <w:rPr>
          <w:rtl/>
        </w:rPr>
        <w:t xml:space="preserve"> تعالى كى ہدايتي</w:t>
      </w:r>
      <w:r w:rsidR="00083993">
        <w:rPr>
          <w:rtl/>
        </w:rPr>
        <w:t xml:space="preserve">ں </w:t>
      </w:r>
      <w:r>
        <w:rPr>
          <w:rtl/>
        </w:rPr>
        <w:t>3</w:t>
      </w:r>
    </w:p>
    <w:p w:rsidR="001F628F" w:rsidRDefault="001F628F" w:rsidP="00D67808">
      <w:pPr>
        <w:pStyle w:val="libNormal"/>
        <w:rPr>
          <w:rtl/>
        </w:rPr>
      </w:pPr>
      <w:r>
        <w:rPr>
          <w:rFonts w:hint="eastAsia"/>
          <w:rtl/>
        </w:rPr>
        <w:t>انبياء</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سے پہلے كے انبياء 1;انبياء كى تاريخ 1; نبوت انبياء كا فلسفہ2</w:t>
      </w:r>
    </w:p>
    <w:p w:rsidR="001F628F" w:rsidRDefault="001F628F" w:rsidP="00D67808">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ہدايت 3</w:t>
      </w:r>
    </w:p>
    <w:p w:rsidR="001F628F" w:rsidRDefault="001F628F" w:rsidP="00D67808">
      <w:pPr>
        <w:pStyle w:val="libNormal"/>
        <w:rPr>
          <w:rtl/>
        </w:rPr>
      </w:pPr>
      <w:r>
        <w:rPr>
          <w:rFonts w:hint="eastAsia"/>
          <w:rtl/>
        </w:rPr>
        <w:t>معاشرہ</w:t>
      </w:r>
      <w:r>
        <w:rPr>
          <w:rtl/>
        </w:rPr>
        <w:t xml:space="preserve"> :</w:t>
      </w:r>
      <w:r>
        <w:rPr>
          <w:rFonts w:hint="eastAsia"/>
          <w:rtl/>
        </w:rPr>
        <w:t>معاشرے</w:t>
      </w:r>
      <w:r>
        <w:rPr>
          <w:rtl/>
        </w:rPr>
        <w:t xml:space="preserve"> كى اہميت 2</w:t>
      </w:r>
    </w:p>
    <w:p w:rsidR="001F628F" w:rsidRDefault="001F628F" w:rsidP="00D67808">
      <w:pPr>
        <w:pStyle w:val="libNormal"/>
        <w:rPr>
          <w:rtl/>
        </w:rPr>
      </w:pPr>
      <w:r>
        <w:rPr>
          <w:rFonts w:hint="eastAsia"/>
          <w:rtl/>
        </w:rPr>
        <w:t>ہدايت</w:t>
      </w:r>
      <w:r>
        <w:rPr>
          <w:rtl/>
        </w:rPr>
        <w:t xml:space="preserve"> :</w:t>
      </w:r>
      <w:r>
        <w:rPr>
          <w:rFonts w:hint="eastAsia"/>
          <w:rtl/>
        </w:rPr>
        <w:t>ہدايت</w:t>
      </w:r>
      <w:r>
        <w:rPr>
          <w:rtl/>
        </w:rPr>
        <w:t xml:space="preserve"> كى اہميت3</w:t>
      </w:r>
    </w:p>
    <w:p w:rsidR="001F628F" w:rsidRDefault="00D67808" w:rsidP="00D67808">
      <w:pPr>
        <w:pStyle w:val="Heading2Center"/>
        <w:rPr>
          <w:rtl/>
        </w:rPr>
      </w:pPr>
      <w:bookmarkStart w:id="63" w:name="_Toc28081741"/>
      <w:r>
        <w:rPr>
          <w:rFonts w:hint="cs"/>
          <w:rtl/>
        </w:rPr>
        <w:t>آیت 11</w:t>
      </w:r>
      <w:bookmarkEnd w:id="63"/>
    </w:p>
    <w:p w:rsidR="001F628F" w:rsidRDefault="00E260F9" w:rsidP="00D67808">
      <w:pPr>
        <w:pStyle w:val="libNormal"/>
        <w:rPr>
          <w:rtl/>
        </w:rPr>
      </w:pPr>
      <w:r w:rsidRPr="00E260F9">
        <w:rPr>
          <w:rStyle w:val="libAlaemChar"/>
          <w:rFonts w:hint="eastAsia"/>
          <w:rtl/>
        </w:rPr>
        <w:t>(</w:t>
      </w:r>
      <w:r w:rsidRPr="00D67808">
        <w:rPr>
          <w:rStyle w:val="libAieChar"/>
          <w:rFonts w:hint="eastAsia"/>
          <w:rtl/>
        </w:rPr>
        <w:t>وَمَا</w:t>
      </w:r>
      <w:r w:rsidRPr="00D67808">
        <w:rPr>
          <w:rStyle w:val="libAieChar"/>
          <w:rtl/>
        </w:rPr>
        <w:t xml:space="preserve"> يَأْتِيهِم مِّن رَّسُولٍ إِلاَّ كَانُواْ بِهِ يَسْتَهْزِئُونَ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ان كے پاس رسول آتے ہي</w:t>
      </w:r>
      <w:r w:rsidR="00083993">
        <w:rPr>
          <w:rtl/>
        </w:rPr>
        <w:t xml:space="preserve">ں </w:t>
      </w:r>
      <w:r>
        <w:rPr>
          <w:rtl/>
        </w:rPr>
        <w:t>تو يہ صرف ان كا مذاق اڑاتے ہي</w:t>
      </w:r>
      <w:r w:rsidR="00083993">
        <w:rPr>
          <w:rtl/>
        </w:rPr>
        <w:t xml:space="preserve">ں </w:t>
      </w:r>
      <w:r>
        <w:rPr>
          <w:rtl/>
        </w:rPr>
        <w:t>_</w:t>
      </w:r>
    </w:p>
    <w:p w:rsidR="001F628F" w:rsidRDefault="001F628F" w:rsidP="001F628F">
      <w:pPr>
        <w:pStyle w:val="libNormal"/>
        <w:rPr>
          <w:rtl/>
        </w:rPr>
      </w:pPr>
      <w:r>
        <w:rPr>
          <w:rtl/>
        </w:rPr>
        <w:t>1_تمام انبياء ،بغير كسى استثنا ء كے اپنى اپنى قومو</w:t>
      </w:r>
      <w:r w:rsidR="00083993">
        <w:rPr>
          <w:rtl/>
        </w:rPr>
        <w:t xml:space="preserve">ں </w:t>
      </w:r>
      <w:r>
        <w:rPr>
          <w:rtl/>
        </w:rPr>
        <w:t>كے درميان اُن كے استہزاء كا نشانہ بنتے رہے ہي</w:t>
      </w:r>
      <w:r w:rsidR="00083993">
        <w:rPr>
          <w:rtl/>
        </w:rPr>
        <w:t xml:space="preserve">ں </w:t>
      </w:r>
      <w:r>
        <w:rPr>
          <w:rtl/>
        </w:rPr>
        <w:t>_</w:t>
      </w:r>
    </w:p>
    <w:p w:rsidR="001F628F" w:rsidRDefault="001F628F" w:rsidP="00D67808">
      <w:pPr>
        <w:pStyle w:val="libArabic"/>
        <w:rPr>
          <w:rtl/>
        </w:rPr>
      </w:pPr>
      <w:r>
        <w:rPr>
          <w:rFonts w:hint="eastAsia"/>
          <w:rtl/>
        </w:rPr>
        <w:t>وما</w:t>
      </w:r>
      <w:r>
        <w:rPr>
          <w:rtl/>
        </w:rPr>
        <w:t xml:space="preserve">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tl/>
        </w:rPr>
        <w:t>زء ون</w:t>
      </w:r>
    </w:p>
    <w:p w:rsidR="001F628F" w:rsidRDefault="001F628F" w:rsidP="001F628F">
      <w:pPr>
        <w:pStyle w:val="libNormal"/>
        <w:rPr>
          <w:rtl/>
        </w:rPr>
      </w:pPr>
      <w:r>
        <w:rPr>
          <w:rtl/>
        </w:rPr>
        <w:t>2_استہزاء اور تمسخر، طول تاريخ مي</w:t>
      </w:r>
      <w:r w:rsidR="00083993">
        <w:rPr>
          <w:rtl/>
        </w:rPr>
        <w:t xml:space="preserve">ں </w:t>
      </w:r>
      <w:r>
        <w:rPr>
          <w:rtl/>
        </w:rPr>
        <w:t>انبياء كے مخالفين كى سياست اور طريقہ كار رہا ہے_</w:t>
      </w:r>
    </w:p>
    <w:p w:rsidR="001F628F" w:rsidRDefault="001F628F" w:rsidP="00D67808">
      <w:pPr>
        <w:pStyle w:val="libArabic"/>
        <w:rPr>
          <w:rtl/>
        </w:rPr>
      </w:pPr>
      <w:r>
        <w:rPr>
          <w:rFonts w:hint="eastAsia"/>
          <w:rtl/>
        </w:rPr>
        <w:t>وما</w:t>
      </w:r>
      <w:r>
        <w:rPr>
          <w:rtl/>
        </w:rPr>
        <w:t xml:space="preserve">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tl/>
        </w:rPr>
        <w:t>زء ون</w:t>
      </w:r>
    </w:p>
    <w:p w:rsidR="00D67808" w:rsidRDefault="001E7F9D" w:rsidP="00F73EDE">
      <w:pPr>
        <w:pStyle w:val="libPoemTini"/>
        <w:rPr>
          <w:rtl/>
        </w:rPr>
      </w:pPr>
      <w:r>
        <w:rPr>
          <w:rtl/>
        </w:rPr>
        <w:br w:type="page"/>
      </w:r>
    </w:p>
    <w:p w:rsidR="001F628F" w:rsidRDefault="001F628F" w:rsidP="00D67808">
      <w:pPr>
        <w:pStyle w:val="libNormal"/>
        <w:rPr>
          <w:rtl/>
        </w:rPr>
      </w:pPr>
      <w:r>
        <w:rPr>
          <w:rtl/>
        </w:rPr>
        <w:lastRenderedPageBreak/>
        <w:t>3_خداوند متعال، كفار مكہ كے تمسخراميز سلوك كے مقابلے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كو تسلى دينے والا تھا_</w:t>
      </w:r>
    </w:p>
    <w:p w:rsidR="001F628F" w:rsidRDefault="001F628F" w:rsidP="00D67808">
      <w:pPr>
        <w:pStyle w:val="libArabic"/>
        <w:rPr>
          <w:rtl/>
        </w:rPr>
      </w:pPr>
      <w:r>
        <w:rPr>
          <w:rFonts w:hint="eastAsia"/>
          <w:rtl/>
        </w:rPr>
        <w:t>وقالوا</w:t>
      </w:r>
      <w:r>
        <w:rPr>
          <w:rtl/>
        </w:rPr>
        <w:t xml:space="preserve"> </w:t>
      </w:r>
      <w:r w:rsidR="0021672A" w:rsidRPr="0021672A">
        <w:rPr>
          <w:rtl/>
        </w:rPr>
        <w:t>ىاأيه</w:t>
      </w:r>
      <w:r>
        <w:rPr>
          <w:rFonts w:hint="cs"/>
          <w:rtl/>
        </w:rPr>
        <w:t>االذى</w:t>
      </w:r>
      <w:r>
        <w:rPr>
          <w:rtl/>
        </w:rPr>
        <w:t xml:space="preserve"> </w:t>
      </w:r>
      <w:r>
        <w:rPr>
          <w:rFonts w:hint="cs"/>
          <w:rtl/>
        </w:rPr>
        <w:t>نزّل</w:t>
      </w:r>
      <w:r>
        <w:rPr>
          <w:rtl/>
        </w:rPr>
        <w:t xml:space="preserve"> </w:t>
      </w:r>
      <w:r>
        <w:rPr>
          <w:rFonts w:hint="cs"/>
          <w:rtl/>
        </w:rPr>
        <w:t>علي</w:t>
      </w:r>
      <w:r w:rsidR="00120F63" w:rsidRPr="00ED5DE8">
        <w:rPr>
          <w:rFonts w:hint="cs"/>
          <w:rtl/>
        </w:rPr>
        <w:t>ه</w:t>
      </w:r>
      <w:r>
        <w:rPr>
          <w:rtl/>
        </w:rPr>
        <w:t xml:space="preserve"> الذّكرانك لمجنون ... وما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w:t>
      </w:r>
      <w:r>
        <w:rPr>
          <w:rtl/>
        </w:rPr>
        <w:t>ت</w:t>
      </w:r>
      <w:r w:rsidR="00F21947" w:rsidRPr="00B2551F">
        <w:rPr>
          <w:rFonts w:hint="cs"/>
          <w:rtl/>
        </w:rPr>
        <w:t>ه</w:t>
      </w:r>
      <w:r>
        <w:rPr>
          <w:rFonts w:hint="cs"/>
          <w:rtl/>
        </w:rPr>
        <w:t>زئون</w:t>
      </w:r>
    </w:p>
    <w:p w:rsidR="001F628F" w:rsidRDefault="001F628F" w:rsidP="001F628F">
      <w:pPr>
        <w:pStyle w:val="libNormal"/>
        <w:rPr>
          <w:rtl/>
        </w:rPr>
      </w:pPr>
      <w:r>
        <w:rPr>
          <w:rtl/>
        </w:rPr>
        <w:t xml:space="preserve">4_پيغمبر اكر م </w:t>
      </w:r>
      <w:r w:rsidR="00F031CD" w:rsidRPr="00F031CD">
        <w:rPr>
          <w:rStyle w:val="libAlaemChar"/>
          <w:rtl/>
        </w:rPr>
        <w:t xml:space="preserve"> صلى‌الله‌عليه‌وآله‌وسلم </w:t>
      </w:r>
      <w:r>
        <w:rPr>
          <w:rtl/>
        </w:rPr>
        <w:t xml:space="preserve"> كو بھى دوسرے تمام </w:t>
      </w:r>
      <w:r w:rsidR="003D0BA1">
        <w:rPr>
          <w:rtl/>
        </w:rPr>
        <w:t>انبياء</w:t>
      </w:r>
      <w:r>
        <w:rPr>
          <w:rtl/>
        </w:rPr>
        <w:t xml:space="preserve">ے كرام </w:t>
      </w:r>
      <w:r w:rsidR="00367F17" w:rsidRPr="00367F17">
        <w:rPr>
          <w:rStyle w:val="libAlaemChar"/>
          <w:rtl/>
        </w:rPr>
        <w:t xml:space="preserve"> عليه‌السلام </w:t>
      </w:r>
      <w:r>
        <w:rPr>
          <w:rtl/>
        </w:rPr>
        <w:t xml:space="preserve"> كى طرح تبليغ اور الہى رسالت كى وجہ سے مشكلات اور مصائب كے مقابلے مي</w:t>
      </w:r>
      <w:r w:rsidR="00083993">
        <w:rPr>
          <w:rtl/>
        </w:rPr>
        <w:t xml:space="preserve">ں </w:t>
      </w:r>
      <w:r>
        <w:rPr>
          <w:rtl/>
        </w:rPr>
        <w:t>تسلى وتشفى اور حوصلہ دلانے كى ضرورت تھي_</w:t>
      </w:r>
    </w:p>
    <w:p w:rsidR="001F628F" w:rsidRDefault="001F628F" w:rsidP="00D67808">
      <w:pPr>
        <w:pStyle w:val="libArabic"/>
        <w:rPr>
          <w:rtl/>
        </w:rPr>
      </w:pPr>
      <w:r>
        <w:rPr>
          <w:rFonts w:hint="eastAsia"/>
          <w:rtl/>
        </w:rPr>
        <w:t>قالوا</w:t>
      </w:r>
      <w:r>
        <w:rPr>
          <w:rtl/>
        </w:rPr>
        <w:t xml:space="preserve"> ...انك لمجنون ...ولقد ا رسلنا من قبلك فى شيع الا ولين وما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tl/>
        </w:rPr>
        <w:t>زء ون</w:t>
      </w:r>
    </w:p>
    <w:p w:rsidR="001F628F" w:rsidRDefault="001F628F" w:rsidP="00D67808">
      <w:pPr>
        <w:pStyle w:val="libNormal"/>
        <w:rPr>
          <w:rtl/>
        </w:rPr>
      </w:pPr>
      <w:r>
        <w:rPr>
          <w:rtl/>
        </w:rPr>
        <w:t>5_رسالت الہى كے حامل لوگو</w:t>
      </w:r>
      <w:r w:rsidR="00083993">
        <w:rPr>
          <w:rtl/>
        </w:rPr>
        <w:t xml:space="preserve">ں </w:t>
      </w:r>
      <w:r>
        <w:rPr>
          <w:rtl/>
        </w:rPr>
        <w:t>كے لئے اپنى رسالت كى انجام دہى كى خاطر مشكلات و مصائب بر داشت كرنا ضرورى ہي</w:t>
      </w:r>
      <w:r w:rsidR="00083993">
        <w:rPr>
          <w:rtl/>
        </w:rPr>
        <w:t xml:space="preserve">ں </w:t>
      </w:r>
      <w:r>
        <w:rPr>
          <w:rtl/>
        </w:rPr>
        <w:t>_</w:t>
      </w:r>
      <w:r w:rsidRPr="00D67808">
        <w:rPr>
          <w:rStyle w:val="libArabicChar"/>
          <w:rFonts w:hint="eastAsia"/>
          <w:rtl/>
        </w:rPr>
        <w:t>وما</w:t>
      </w:r>
      <w:r w:rsidRPr="00D67808">
        <w:rPr>
          <w:rStyle w:val="libArabicChar"/>
          <w:rtl/>
        </w:rPr>
        <w:t xml:space="preserve"> يا تي</w:t>
      </w:r>
      <w:r w:rsidR="00F21947" w:rsidRPr="00B2551F">
        <w:rPr>
          <w:rStyle w:val="libArabicChar"/>
          <w:rFonts w:hint="cs"/>
          <w:rtl/>
        </w:rPr>
        <w:t>ه</w:t>
      </w:r>
      <w:r w:rsidRPr="00D67808">
        <w:rPr>
          <w:rStyle w:val="libArabicChar"/>
          <w:rFonts w:hint="cs"/>
          <w:rtl/>
        </w:rPr>
        <w:t>م</w:t>
      </w:r>
      <w:r w:rsidRPr="00D67808">
        <w:rPr>
          <w:rStyle w:val="libArabicChar"/>
          <w:rtl/>
        </w:rPr>
        <w:t xml:space="preserve"> </w:t>
      </w:r>
      <w:r w:rsidRPr="00D67808">
        <w:rPr>
          <w:rStyle w:val="libArabicChar"/>
          <w:rFonts w:hint="cs"/>
          <w:rtl/>
        </w:rPr>
        <w:t>من</w:t>
      </w:r>
      <w:r w:rsidRPr="00D67808">
        <w:rPr>
          <w:rStyle w:val="libArabicChar"/>
          <w:rtl/>
        </w:rPr>
        <w:t xml:space="preserve"> </w:t>
      </w:r>
      <w:r w:rsidRPr="00D67808">
        <w:rPr>
          <w:rStyle w:val="libArabicChar"/>
          <w:rFonts w:hint="cs"/>
          <w:rtl/>
        </w:rPr>
        <w:t>رسول</w:t>
      </w:r>
      <w:r w:rsidRPr="00D67808">
        <w:rPr>
          <w:rStyle w:val="libArabicChar"/>
          <w:rtl/>
        </w:rPr>
        <w:t xml:space="preserve"> </w:t>
      </w:r>
      <w:r w:rsidRPr="00D67808">
        <w:rPr>
          <w:rStyle w:val="libArabicChar"/>
          <w:rFonts w:hint="cs"/>
          <w:rtl/>
        </w:rPr>
        <w:t>الّا</w:t>
      </w:r>
      <w:r w:rsidRPr="00D67808">
        <w:rPr>
          <w:rStyle w:val="libArabicChar"/>
          <w:rtl/>
        </w:rPr>
        <w:t xml:space="preserve"> </w:t>
      </w:r>
      <w:r w:rsidRPr="00D67808">
        <w:rPr>
          <w:rStyle w:val="libArabicChar"/>
          <w:rFonts w:hint="cs"/>
          <w:rtl/>
        </w:rPr>
        <w:t>كانوا</w:t>
      </w:r>
      <w:r w:rsidRPr="00D67808">
        <w:rPr>
          <w:rStyle w:val="libArabicChar"/>
          <w:rtl/>
        </w:rPr>
        <w:t xml:space="preserve"> </w:t>
      </w:r>
      <w:r w:rsidRPr="00D67808">
        <w:rPr>
          <w:rStyle w:val="libArabicChar"/>
          <w:rFonts w:hint="cs"/>
          <w:rtl/>
        </w:rPr>
        <w:t>ب</w:t>
      </w:r>
      <w:r w:rsidR="00120F63" w:rsidRPr="00B2551F">
        <w:rPr>
          <w:rStyle w:val="libArabicChar"/>
          <w:rFonts w:hint="cs"/>
          <w:rtl/>
        </w:rPr>
        <w:t>ه</w:t>
      </w:r>
      <w:r w:rsidRPr="00D67808">
        <w:rPr>
          <w:rStyle w:val="libArabicChar"/>
          <w:rtl/>
        </w:rPr>
        <w:t xml:space="preserve"> </w:t>
      </w:r>
      <w:r w:rsidRPr="00D67808">
        <w:rPr>
          <w:rStyle w:val="libArabicChar"/>
          <w:rFonts w:hint="cs"/>
          <w:rtl/>
        </w:rPr>
        <w:t>يست</w:t>
      </w:r>
      <w:r w:rsidR="00F21947" w:rsidRPr="00B2551F">
        <w:rPr>
          <w:rStyle w:val="libArabicChar"/>
          <w:rFonts w:hint="cs"/>
          <w:rtl/>
        </w:rPr>
        <w:t>ه</w:t>
      </w:r>
      <w:r w:rsidRPr="00D67808">
        <w:rPr>
          <w:rStyle w:val="libArabicChar"/>
          <w:rtl/>
        </w:rPr>
        <w:t>زء ون</w:t>
      </w:r>
    </w:p>
    <w:p w:rsidR="001F628F" w:rsidRDefault="001F628F" w:rsidP="001F628F">
      <w:pPr>
        <w:pStyle w:val="libNormal"/>
        <w:rPr>
          <w:rtl/>
        </w:rPr>
      </w:pPr>
      <w:r>
        <w:rPr>
          <w:rFonts w:hint="eastAsia"/>
          <w:rtl/>
        </w:rPr>
        <w:t>يہ</w:t>
      </w:r>
      <w:r>
        <w:rPr>
          <w:rtl/>
        </w:rPr>
        <w:t xml:space="preserve"> كہ خداوند متعال مشركين كے رولے كا مستقيم جواب دينے كے بجائے ،گذشتہ انبياء كے ساتھ اكثر لوگو</w:t>
      </w:r>
      <w:r w:rsidR="00083993">
        <w:rPr>
          <w:rtl/>
        </w:rPr>
        <w:t xml:space="preserve">ں </w:t>
      </w:r>
      <w:r>
        <w:rPr>
          <w:rtl/>
        </w:rPr>
        <w:t>كے رولے كا تذكرہ كرتا ہے يہ شايد اس لئے كہ خداوندمتعال بتانا چاہتا ہے كہ ايسى مشكلات ،الہى رسالت كا لازمہ ہي</w:t>
      </w:r>
      <w:r w:rsidR="00083993">
        <w:rPr>
          <w:rtl/>
        </w:rPr>
        <w:t xml:space="preserve">ں </w:t>
      </w:r>
      <w:r>
        <w:rPr>
          <w:rtl/>
        </w:rPr>
        <w:t>جنہي</w:t>
      </w:r>
      <w:r w:rsidR="00083993">
        <w:rPr>
          <w:rtl/>
        </w:rPr>
        <w:t xml:space="preserve">ں </w:t>
      </w:r>
      <w:r>
        <w:rPr>
          <w:rtl/>
        </w:rPr>
        <w:t>برداشت كرنا چاہيے_</w:t>
      </w:r>
    </w:p>
    <w:p w:rsidR="001F628F" w:rsidRDefault="001F628F" w:rsidP="00D67808">
      <w:pPr>
        <w:pStyle w:val="libNormal"/>
        <w:rPr>
          <w:rtl/>
        </w:rPr>
      </w:pPr>
      <w:r>
        <w:rPr>
          <w:rtl/>
        </w:rPr>
        <w:t>6_رسالت الہي، كے حامل لوگو</w:t>
      </w:r>
      <w:r w:rsidR="00083993">
        <w:rPr>
          <w:rtl/>
        </w:rPr>
        <w:t xml:space="preserve">ں </w:t>
      </w:r>
      <w:r>
        <w:rPr>
          <w:rtl/>
        </w:rPr>
        <w:t>كو اپنى رسالت كى انجام دہى مي</w:t>
      </w:r>
      <w:r w:rsidR="00083993">
        <w:rPr>
          <w:rtl/>
        </w:rPr>
        <w:t xml:space="preserve">ں </w:t>
      </w:r>
      <w:r>
        <w:rPr>
          <w:rtl/>
        </w:rPr>
        <w:t>كاميابى كے لئے تاريخ انبياء اور اس سے حاصل ہونے والے تجربے اور درس كى طرف مكمل توجہ كرنى چاہيے_</w:t>
      </w:r>
      <w:r w:rsidRPr="00D67808">
        <w:rPr>
          <w:rStyle w:val="libArabicChar"/>
          <w:rFonts w:hint="eastAsia"/>
          <w:rtl/>
        </w:rPr>
        <w:t>وما</w:t>
      </w:r>
      <w:r w:rsidRPr="00D67808">
        <w:rPr>
          <w:rStyle w:val="libArabicChar"/>
          <w:rtl/>
        </w:rPr>
        <w:t xml:space="preserve"> يا تي</w:t>
      </w:r>
      <w:r w:rsidR="00F21947" w:rsidRPr="00B2551F">
        <w:rPr>
          <w:rStyle w:val="libArabicChar"/>
          <w:rFonts w:hint="cs"/>
          <w:rtl/>
        </w:rPr>
        <w:t>ه</w:t>
      </w:r>
      <w:r w:rsidRPr="00D67808">
        <w:rPr>
          <w:rStyle w:val="libArabicChar"/>
          <w:rFonts w:hint="cs"/>
          <w:rtl/>
        </w:rPr>
        <w:t>م</w:t>
      </w:r>
      <w:r w:rsidRPr="00D67808">
        <w:rPr>
          <w:rStyle w:val="libArabicChar"/>
          <w:rtl/>
        </w:rPr>
        <w:t xml:space="preserve"> </w:t>
      </w:r>
      <w:r w:rsidRPr="00D67808">
        <w:rPr>
          <w:rStyle w:val="libArabicChar"/>
          <w:rFonts w:hint="cs"/>
          <w:rtl/>
        </w:rPr>
        <w:t>من</w:t>
      </w:r>
      <w:r w:rsidRPr="00D67808">
        <w:rPr>
          <w:rStyle w:val="libArabicChar"/>
          <w:rtl/>
        </w:rPr>
        <w:t xml:space="preserve"> </w:t>
      </w:r>
      <w:r w:rsidRPr="00D67808">
        <w:rPr>
          <w:rStyle w:val="libArabicChar"/>
          <w:rFonts w:hint="cs"/>
          <w:rtl/>
        </w:rPr>
        <w:t>رسول</w:t>
      </w:r>
      <w:r w:rsidRPr="00D67808">
        <w:rPr>
          <w:rStyle w:val="libArabicChar"/>
          <w:rtl/>
        </w:rPr>
        <w:t xml:space="preserve"> </w:t>
      </w:r>
      <w:r w:rsidRPr="00D67808">
        <w:rPr>
          <w:rStyle w:val="libArabicChar"/>
          <w:rFonts w:hint="cs"/>
          <w:rtl/>
        </w:rPr>
        <w:t>الّا</w:t>
      </w:r>
      <w:r w:rsidRPr="00D67808">
        <w:rPr>
          <w:rStyle w:val="libArabicChar"/>
          <w:rtl/>
        </w:rPr>
        <w:t xml:space="preserve"> </w:t>
      </w:r>
      <w:r w:rsidRPr="00D67808">
        <w:rPr>
          <w:rStyle w:val="libArabicChar"/>
          <w:rFonts w:hint="cs"/>
          <w:rtl/>
        </w:rPr>
        <w:t>كانوا</w:t>
      </w:r>
      <w:r w:rsidRPr="00D67808">
        <w:rPr>
          <w:rStyle w:val="libArabicChar"/>
          <w:rtl/>
        </w:rPr>
        <w:t xml:space="preserve"> </w:t>
      </w:r>
      <w:r w:rsidRPr="00D67808">
        <w:rPr>
          <w:rStyle w:val="libArabicChar"/>
          <w:rFonts w:hint="cs"/>
          <w:rtl/>
        </w:rPr>
        <w:t>ب</w:t>
      </w:r>
      <w:r w:rsidR="00120F63" w:rsidRPr="00B2551F">
        <w:rPr>
          <w:rStyle w:val="libArabicChar"/>
          <w:rFonts w:hint="cs"/>
          <w:rtl/>
        </w:rPr>
        <w:t>ه</w:t>
      </w:r>
      <w:r w:rsidRPr="00D67808">
        <w:rPr>
          <w:rStyle w:val="libArabicChar"/>
          <w:rtl/>
        </w:rPr>
        <w:t xml:space="preserve"> </w:t>
      </w:r>
      <w:r w:rsidRPr="00D67808">
        <w:rPr>
          <w:rStyle w:val="libArabicChar"/>
          <w:rFonts w:hint="cs"/>
          <w:rtl/>
        </w:rPr>
        <w:t>يست</w:t>
      </w:r>
      <w:r w:rsidR="00F21947" w:rsidRPr="00B2551F">
        <w:rPr>
          <w:rStyle w:val="libArabicChar"/>
          <w:rFonts w:hint="cs"/>
          <w:rtl/>
        </w:rPr>
        <w:t>ه</w:t>
      </w:r>
      <w:r w:rsidRPr="00D67808">
        <w:rPr>
          <w:rStyle w:val="libArabicChar"/>
          <w:rtl/>
        </w:rPr>
        <w:t>زء ون</w:t>
      </w:r>
    </w:p>
    <w:p w:rsidR="001F628F" w:rsidRDefault="001F628F" w:rsidP="001F628F">
      <w:pPr>
        <w:pStyle w:val="libNormal"/>
        <w:rPr>
          <w:rtl/>
        </w:rPr>
      </w:pPr>
      <w:r>
        <w:rPr>
          <w:rtl/>
        </w:rPr>
        <w:t>7_تاريخى واقعات سے اگاہى سے مشكلات كا راستہ ہموارہوتا ہے اور سختيو</w:t>
      </w:r>
      <w:r w:rsidR="00083993">
        <w:rPr>
          <w:rtl/>
        </w:rPr>
        <w:t xml:space="preserve">ں </w:t>
      </w:r>
      <w:r>
        <w:rPr>
          <w:rtl/>
        </w:rPr>
        <w:t>مي</w:t>
      </w:r>
      <w:r w:rsidR="00083993">
        <w:rPr>
          <w:rtl/>
        </w:rPr>
        <w:t xml:space="preserve">ں </w:t>
      </w:r>
      <w:r>
        <w:rPr>
          <w:rtl/>
        </w:rPr>
        <w:t>سہولت حاصل ہوتى ہے_</w:t>
      </w:r>
    </w:p>
    <w:p w:rsidR="001F628F" w:rsidRDefault="001F628F" w:rsidP="00D67808">
      <w:pPr>
        <w:pStyle w:val="libArabic"/>
        <w:rPr>
          <w:rtl/>
        </w:rPr>
      </w:pPr>
      <w:r>
        <w:rPr>
          <w:rFonts w:hint="eastAsia"/>
          <w:rtl/>
        </w:rPr>
        <w:t>ولقد</w:t>
      </w:r>
      <w:r>
        <w:rPr>
          <w:rtl/>
        </w:rPr>
        <w:t xml:space="preserve"> ا رسلنا من قبلك فى شيع الا ولين وما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tl/>
        </w:rPr>
        <w:t>زء ون</w:t>
      </w:r>
    </w:p>
    <w:p w:rsidR="001F628F" w:rsidRDefault="001F628F" w:rsidP="00D67808">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كا استہزاء 3;انحضرت </w:t>
      </w:r>
      <w:r w:rsidR="00F031CD" w:rsidRPr="00F031CD">
        <w:rPr>
          <w:rStyle w:val="libAlaemChar"/>
          <w:rtl/>
        </w:rPr>
        <w:t xml:space="preserve"> صلى‌الله‌عليه‌وآله‌وسلم </w:t>
      </w:r>
      <w:r>
        <w:rPr>
          <w:rtl/>
        </w:rPr>
        <w:t xml:space="preserve"> كاحوصلہ بلند كيا جانا4;انحضرت </w:t>
      </w:r>
      <w:r w:rsidR="00F031CD" w:rsidRPr="00F031CD">
        <w:rPr>
          <w:rStyle w:val="libAlaemChar"/>
          <w:rtl/>
        </w:rPr>
        <w:t xml:space="preserve"> صلى‌الله‌عليه‌وآله‌وسلم </w:t>
      </w:r>
      <w:r>
        <w:rPr>
          <w:rtl/>
        </w:rPr>
        <w:t xml:space="preserve"> كو تسلى 3،4;انحضرت </w:t>
      </w:r>
      <w:r w:rsidR="00F031CD" w:rsidRPr="00F031CD">
        <w:rPr>
          <w:rStyle w:val="libAlaemChar"/>
          <w:rtl/>
        </w:rPr>
        <w:t xml:space="preserve"> صلى‌الله‌عليه‌وآله‌وسلم </w:t>
      </w:r>
      <w:r>
        <w:rPr>
          <w:rtl/>
        </w:rPr>
        <w:t xml:space="preserve"> كوحوصلہ دلانے كى ضرورت 7;انحضرت </w:t>
      </w:r>
      <w:r w:rsidR="00F031CD" w:rsidRPr="00F031CD">
        <w:rPr>
          <w:rStyle w:val="libAlaemChar"/>
          <w:rtl/>
        </w:rPr>
        <w:t xml:space="preserve"> صلى‌الله‌عليه‌وآله‌وسلم </w:t>
      </w:r>
      <w:r>
        <w:rPr>
          <w:rtl/>
        </w:rPr>
        <w:t xml:space="preserve"> كى مشكلات 4</w:t>
      </w:r>
    </w:p>
    <w:p w:rsidR="001F628F" w:rsidRDefault="001F628F" w:rsidP="00D67808">
      <w:pPr>
        <w:pStyle w:val="libNormal"/>
        <w:rPr>
          <w:rtl/>
        </w:rPr>
      </w:pPr>
      <w:r>
        <w:rPr>
          <w:rFonts w:hint="eastAsia"/>
          <w:rtl/>
        </w:rPr>
        <w:t>اُمتو</w:t>
      </w:r>
      <w:r w:rsidR="00083993">
        <w:rPr>
          <w:rFonts w:hint="eastAsia"/>
          <w:rtl/>
        </w:rPr>
        <w:t xml:space="preserve">ں </w:t>
      </w:r>
      <w:r>
        <w:rPr>
          <w:rtl/>
        </w:rPr>
        <w:t>:</w:t>
      </w:r>
      <w:r>
        <w:rPr>
          <w:rFonts w:hint="eastAsia"/>
          <w:rtl/>
        </w:rPr>
        <w:t>اُمتو</w:t>
      </w:r>
      <w:r w:rsidR="00083993">
        <w:rPr>
          <w:rFonts w:hint="eastAsia"/>
          <w:rtl/>
        </w:rPr>
        <w:t xml:space="preserve">ں </w:t>
      </w:r>
      <w:r>
        <w:rPr>
          <w:rtl/>
        </w:rPr>
        <w:t>كا استہزاء 1</w:t>
      </w:r>
    </w:p>
    <w:p w:rsidR="001F628F" w:rsidRDefault="001F628F" w:rsidP="00D67808">
      <w:pPr>
        <w:pStyle w:val="libNormal"/>
        <w:rPr>
          <w:rtl/>
        </w:rPr>
      </w:pPr>
      <w:r>
        <w:rPr>
          <w:rFonts w:hint="eastAsia"/>
          <w:rtl/>
        </w:rPr>
        <w:t>انبياء</w:t>
      </w:r>
      <w:r>
        <w:rPr>
          <w:rtl/>
        </w:rPr>
        <w:t xml:space="preserve"> :</w:t>
      </w:r>
      <w:r>
        <w:rPr>
          <w:rFonts w:hint="eastAsia"/>
          <w:rtl/>
        </w:rPr>
        <w:t>انبياء</w:t>
      </w:r>
      <w:r>
        <w:rPr>
          <w:rtl/>
        </w:rPr>
        <w:t xml:space="preserve"> كا استہزاء كيا جانا 1;انبياء كے درميان توافق 4 ; مخالفين انبياء كا باہمى توافق 2;انبياء كاحوصلہ بلند كرنا 4 ; انبياء كوتسلى دينا 4;انبياء كى ضروريات 4; انبياء كے مخالفين كے ساتھ نپٹنے كا طريقہ 2;تاريخ انبياء 1،2; تاريخ انبياء كے مطالعے كى اہميت 6; م</w:t>
      </w:r>
      <w:r>
        <w:rPr>
          <w:rFonts w:hint="eastAsia"/>
          <w:rtl/>
        </w:rPr>
        <w:t>خالفين</w:t>
      </w:r>
      <w:r>
        <w:rPr>
          <w:rtl/>
        </w:rPr>
        <w:t xml:space="preserve"> انبياء كا استہزاء كرنا 2</w:t>
      </w:r>
    </w:p>
    <w:p w:rsidR="00D67808" w:rsidRDefault="001E7F9D" w:rsidP="00F73EDE">
      <w:pPr>
        <w:pStyle w:val="libPoemTini"/>
        <w:rPr>
          <w:rtl/>
        </w:rPr>
      </w:pPr>
      <w:r>
        <w:rPr>
          <w:rtl/>
        </w:rPr>
        <w:br w:type="page"/>
      </w:r>
    </w:p>
    <w:p w:rsidR="001F628F" w:rsidRDefault="003D0BA1" w:rsidP="00D67808">
      <w:pPr>
        <w:pStyle w:val="libNormal"/>
        <w:rPr>
          <w:rtl/>
        </w:rPr>
      </w:pPr>
      <w:r>
        <w:rPr>
          <w:rFonts w:hint="eastAsia"/>
          <w:rtl/>
        </w:rPr>
        <w:lastRenderedPageBreak/>
        <w:t>انبياء</w:t>
      </w:r>
      <w:r w:rsidR="001F628F">
        <w:rPr>
          <w:rFonts w:hint="eastAsia"/>
          <w:rtl/>
        </w:rPr>
        <w:t>ے</w:t>
      </w:r>
      <w:r w:rsidR="001F628F">
        <w:rPr>
          <w:rtl/>
        </w:rPr>
        <w:t xml:space="preserve"> الہى :</w:t>
      </w:r>
      <w:r>
        <w:rPr>
          <w:rFonts w:hint="eastAsia"/>
          <w:rtl/>
        </w:rPr>
        <w:t>انبياء</w:t>
      </w:r>
      <w:r w:rsidR="001F628F">
        <w:rPr>
          <w:rFonts w:hint="eastAsia"/>
          <w:rtl/>
        </w:rPr>
        <w:t>ے</w:t>
      </w:r>
      <w:r w:rsidR="001F628F">
        <w:rPr>
          <w:rtl/>
        </w:rPr>
        <w:t xml:space="preserve"> الہى كى استقامت 5;</w:t>
      </w:r>
      <w:r>
        <w:rPr>
          <w:rtl/>
        </w:rPr>
        <w:t>انبياء</w:t>
      </w:r>
      <w:r w:rsidR="001F628F">
        <w:rPr>
          <w:rtl/>
        </w:rPr>
        <w:t>ے الہى كى مسؤليت 5،6</w:t>
      </w:r>
    </w:p>
    <w:p w:rsidR="001F628F" w:rsidRDefault="001F628F" w:rsidP="00D67808">
      <w:pPr>
        <w:pStyle w:val="libNormal"/>
        <w:rPr>
          <w:rtl/>
        </w:rPr>
      </w:pPr>
      <w:r>
        <w:rPr>
          <w:rFonts w:hint="eastAsia"/>
          <w:rtl/>
        </w:rPr>
        <w:t>تاريخ</w:t>
      </w:r>
      <w:r>
        <w:rPr>
          <w:rtl/>
        </w:rPr>
        <w:t xml:space="preserve"> :</w:t>
      </w:r>
      <w:r>
        <w:rPr>
          <w:rFonts w:hint="eastAsia"/>
          <w:rtl/>
        </w:rPr>
        <w:t>تاريخى</w:t>
      </w:r>
      <w:r>
        <w:rPr>
          <w:rtl/>
        </w:rPr>
        <w:t xml:space="preserve"> تحولات سے اگاہى كے اثرات 7</w:t>
      </w:r>
    </w:p>
    <w:p w:rsidR="001F628F" w:rsidRDefault="001F628F" w:rsidP="00D67808">
      <w:pPr>
        <w:pStyle w:val="libNormal"/>
        <w:rPr>
          <w:rtl/>
        </w:rPr>
      </w:pPr>
      <w:r>
        <w:rPr>
          <w:rFonts w:hint="eastAsia"/>
          <w:rtl/>
        </w:rPr>
        <w:t>سختي</w:t>
      </w:r>
      <w:r>
        <w:rPr>
          <w:rtl/>
        </w:rPr>
        <w:t>:</w:t>
      </w:r>
      <w:r>
        <w:rPr>
          <w:rFonts w:hint="eastAsia"/>
          <w:rtl/>
        </w:rPr>
        <w:t>سختى</w:t>
      </w:r>
      <w:r>
        <w:rPr>
          <w:rtl/>
        </w:rPr>
        <w:t xml:space="preserve"> كے اسان ہونے كا پيش خيمہ 7;سختى مي</w:t>
      </w:r>
      <w:r w:rsidR="00083993">
        <w:rPr>
          <w:rtl/>
        </w:rPr>
        <w:t xml:space="preserve">ں </w:t>
      </w:r>
      <w:r>
        <w:rPr>
          <w:rtl/>
        </w:rPr>
        <w:t>استقامت 5</w:t>
      </w:r>
    </w:p>
    <w:p w:rsidR="001F628F" w:rsidRDefault="001F628F" w:rsidP="00D67808">
      <w:pPr>
        <w:pStyle w:val="libNormal"/>
        <w:rPr>
          <w:rtl/>
        </w:rPr>
      </w:pPr>
      <w:r>
        <w:rPr>
          <w:rFonts w:hint="eastAsia"/>
          <w:rtl/>
        </w:rPr>
        <w:t>كفار</w:t>
      </w:r>
      <w:r>
        <w:rPr>
          <w:rtl/>
        </w:rPr>
        <w:t xml:space="preserve"> مكہ :</w:t>
      </w:r>
      <w:r>
        <w:rPr>
          <w:rFonts w:hint="eastAsia"/>
          <w:rtl/>
        </w:rPr>
        <w:t>كفار</w:t>
      </w:r>
      <w:r>
        <w:rPr>
          <w:rtl/>
        </w:rPr>
        <w:t xml:space="preserve"> مكہ كے استہزائ3</w:t>
      </w:r>
    </w:p>
    <w:p w:rsidR="001F628F" w:rsidRDefault="00D67808" w:rsidP="00D67808">
      <w:pPr>
        <w:pStyle w:val="Heading2Center"/>
        <w:rPr>
          <w:rtl/>
        </w:rPr>
      </w:pPr>
      <w:bookmarkStart w:id="64" w:name="_Toc28081742"/>
      <w:r>
        <w:rPr>
          <w:rFonts w:hint="cs"/>
          <w:rtl/>
        </w:rPr>
        <w:t>آیت 12</w:t>
      </w:r>
      <w:bookmarkEnd w:id="64"/>
    </w:p>
    <w:p w:rsidR="001F628F" w:rsidRDefault="00E260F9" w:rsidP="00D67808">
      <w:pPr>
        <w:pStyle w:val="libNormal"/>
        <w:rPr>
          <w:rtl/>
        </w:rPr>
      </w:pPr>
      <w:r w:rsidRPr="00E260F9">
        <w:rPr>
          <w:rStyle w:val="libAlaemChar"/>
          <w:rFonts w:hint="eastAsia"/>
          <w:rtl/>
        </w:rPr>
        <w:t>(</w:t>
      </w:r>
      <w:r w:rsidR="0021672A" w:rsidRPr="0021672A">
        <w:rPr>
          <w:rStyle w:val="libAieChar"/>
          <w:rFonts w:hint="eastAsia"/>
          <w:rtl/>
        </w:rPr>
        <w:t>كذالك</w:t>
      </w:r>
      <w:r w:rsidRPr="00D67808">
        <w:rPr>
          <w:rStyle w:val="libAieChar"/>
          <w:rtl/>
        </w:rPr>
        <w:t xml:space="preserve"> نَسْلُكُهُ فِي قُلُوبِ الْمُجْرِمِينَ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اسى طرح اس گمراہى كو مجرمين كے دل مي</w:t>
      </w:r>
      <w:r w:rsidR="00083993">
        <w:rPr>
          <w:rtl/>
        </w:rPr>
        <w:t xml:space="preserve">ں </w:t>
      </w:r>
      <w:r>
        <w:rPr>
          <w:rtl/>
        </w:rPr>
        <w:t>ڈال ديتے ہي</w:t>
      </w:r>
      <w:r w:rsidR="00083993">
        <w:rPr>
          <w:rtl/>
        </w:rPr>
        <w:t xml:space="preserve">ں </w:t>
      </w:r>
      <w:r>
        <w:rPr>
          <w:rtl/>
        </w:rPr>
        <w:t>_</w:t>
      </w:r>
    </w:p>
    <w:p w:rsidR="001F628F" w:rsidRDefault="001F628F" w:rsidP="001F628F">
      <w:pPr>
        <w:pStyle w:val="libNormal"/>
        <w:rPr>
          <w:rtl/>
        </w:rPr>
      </w:pPr>
      <w:r>
        <w:rPr>
          <w:rtl/>
        </w:rPr>
        <w:t>1_خداوندمتعال، نے قران كريم كو مكہ كے ناقابل ہدايت كفار كے دلو</w:t>
      </w:r>
      <w:r w:rsidR="00083993">
        <w:rPr>
          <w:rtl/>
        </w:rPr>
        <w:t xml:space="preserve">ں </w:t>
      </w:r>
      <w:r>
        <w:rPr>
          <w:rtl/>
        </w:rPr>
        <w:t>مي</w:t>
      </w:r>
      <w:r w:rsidR="00083993">
        <w:rPr>
          <w:rtl/>
        </w:rPr>
        <w:t xml:space="preserve">ں </w:t>
      </w:r>
      <w:r>
        <w:rPr>
          <w:rtl/>
        </w:rPr>
        <w:t>ڈالا اور اُنہي</w:t>
      </w:r>
      <w:r w:rsidR="00083993">
        <w:rPr>
          <w:rtl/>
        </w:rPr>
        <w:t xml:space="preserve">ں </w:t>
      </w:r>
      <w:r>
        <w:rPr>
          <w:rtl/>
        </w:rPr>
        <w:t>اس كى پہچان كرائي _</w:t>
      </w:r>
    </w:p>
    <w:p w:rsidR="001F628F" w:rsidRDefault="0021672A" w:rsidP="00D67808">
      <w:pPr>
        <w:pStyle w:val="libArabic"/>
        <w:rPr>
          <w:rtl/>
        </w:rPr>
      </w:pPr>
      <w:r w:rsidRPr="0021672A">
        <w:rPr>
          <w:rFonts w:hint="eastAsia"/>
          <w:rtl/>
        </w:rPr>
        <w:t>كذالك</w:t>
      </w:r>
      <w:r w:rsidR="001F628F">
        <w:rPr>
          <w:rtl/>
        </w:rPr>
        <w:t xml:space="preserve"> نسلك</w:t>
      </w:r>
      <w:r w:rsidR="00120F63" w:rsidRPr="00ED5DE8">
        <w:rPr>
          <w:rFonts w:hint="cs"/>
          <w:rtl/>
        </w:rPr>
        <w:t>ه</w:t>
      </w:r>
      <w:r w:rsidR="001F628F">
        <w:rPr>
          <w:rtl/>
        </w:rPr>
        <w:t xml:space="preserve"> </w:t>
      </w:r>
      <w:r w:rsidR="001F628F">
        <w:rPr>
          <w:rFonts w:hint="cs"/>
          <w:rtl/>
        </w:rPr>
        <w:t>فى</w:t>
      </w:r>
      <w:r w:rsidR="001F628F">
        <w:rPr>
          <w:rtl/>
        </w:rPr>
        <w:t xml:space="preserve"> قلوب المجرمين</w:t>
      </w:r>
    </w:p>
    <w:p w:rsidR="001F628F" w:rsidRDefault="001F628F" w:rsidP="001F628F">
      <w:pPr>
        <w:pStyle w:val="libNormal"/>
        <w:rPr>
          <w:rtl/>
        </w:rPr>
      </w:pPr>
      <w:r>
        <w:rPr>
          <w:rFonts w:hint="eastAsia"/>
          <w:rtl/>
        </w:rPr>
        <w:t>مندرجہ</w:t>
      </w:r>
      <w:r>
        <w:rPr>
          <w:rtl/>
        </w:rPr>
        <w:t xml:space="preserve"> بالا معنى اس بات پر مبنى ہے كہ جب ''نسلكہ '' كى ضمير كا مرجع '' الذكر '' اور ''المجرمين '' كا الف لام عہد ذكرى ہو كہ جو گذشتہ ايات مي</w:t>
      </w:r>
      <w:r w:rsidR="00083993">
        <w:rPr>
          <w:rtl/>
        </w:rPr>
        <w:t xml:space="preserve">ں </w:t>
      </w:r>
      <w:r>
        <w:rPr>
          <w:rtl/>
        </w:rPr>
        <w:t xml:space="preserve">موجود </w:t>
      </w:r>
      <w:r w:rsidRPr="00D67808">
        <w:rPr>
          <w:rStyle w:val="libArabicChar"/>
          <w:rtl/>
        </w:rPr>
        <w:t>''الذين كفروا''</w:t>
      </w:r>
      <w:r>
        <w:rPr>
          <w:rtl/>
        </w:rPr>
        <w:t xml:space="preserve"> كى طرف اشارہ كر رہا ہے_</w:t>
      </w:r>
    </w:p>
    <w:p w:rsidR="001F628F" w:rsidRDefault="001F628F" w:rsidP="001F628F">
      <w:pPr>
        <w:pStyle w:val="libNormal"/>
        <w:rPr>
          <w:rtl/>
        </w:rPr>
      </w:pPr>
      <w:r>
        <w:rPr>
          <w:rtl/>
        </w:rPr>
        <w:t>2_خداوند متعال ،قران كريم كو ناقابل ہدايت مجرمو</w:t>
      </w:r>
      <w:r w:rsidR="00083993">
        <w:rPr>
          <w:rtl/>
        </w:rPr>
        <w:t xml:space="preserve">ں </w:t>
      </w:r>
      <w:r>
        <w:rPr>
          <w:rtl/>
        </w:rPr>
        <w:t>كے دلو</w:t>
      </w:r>
      <w:r w:rsidR="00083993">
        <w:rPr>
          <w:rtl/>
        </w:rPr>
        <w:t xml:space="preserve">ں </w:t>
      </w:r>
      <w:r>
        <w:rPr>
          <w:rtl/>
        </w:rPr>
        <w:t>مي</w:t>
      </w:r>
      <w:r w:rsidR="00083993">
        <w:rPr>
          <w:rtl/>
        </w:rPr>
        <w:t xml:space="preserve">ں </w:t>
      </w:r>
      <w:r>
        <w:rPr>
          <w:rtl/>
        </w:rPr>
        <w:t>ڈال كر اُنہي</w:t>
      </w:r>
      <w:r w:rsidR="00083993">
        <w:rPr>
          <w:rtl/>
        </w:rPr>
        <w:t xml:space="preserve">ں </w:t>
      </w:r>
      <w:r>
        <w:rPr>
          <w:rtl/>
        </w:rPr>
        <w:t>قران سے اگاہ كرتا ہے_</w:t>
      </w:r>
    </w:p>
    <w:p w:rsidR="001F628F" w:rsidRDefault="0021672A" w:rsidP="00D67808">
      <w:pPr>
        <w:pStyle w:val="libArabic"/>
        <w:rPr>
          <w:rtl/>
        </w:rPr>
      </w:pPr>
      <w:r w:rsidRPr="0021672A">
        <w:rPr>
          <w:rFonts w:hint="eastAsia"/>
          <w:rtl/>
        </w:rPr>
        <w:t>كذالك</w:t>
      </w:r>
      <w:r w:rsidR="001F628F">
        <w:rPr>
          <w:rtl/>
        </w:rPr>
        <w:t xml:space="preserve"> نسلك</w:t>
      </w:r>
      <w:r w:rsidR="00120F63" w:rsidRPr="00ED5DE8">
        <w:rPr>
          <w:rFonts w:hint="cs"/>
          <w:rtl/>
        </w:rPr>
        <w:t>ه</w:t>
      </w:r>
      <w:r w:rsidR="001F628F">
        <w:rPr>
          <w:rtl/>
        </w:rPr>
        <w:t xml:space="preserve"> </w:t>
      </w:r>
      <w:r w:rsidR="001F628F">
        <w:rPr>
          <w:rFonts w:hint="cs"/>
          <w:rtl/>
        </w:rPr>
        <w:t>فى</w:t>
      </w:r>
      <w:r w:rsidR="001F628F">
        <w:rPr>
          <w:rtl/>
        </w:rPr>
        <w:t xml:space="preserve"> </w:t>
      </w:r>
      <w:r w:rsidR="001F628F">
        <w:rPr>
          <w:rFonts w:hint="cs"/>
          <w:rtl/>
        </w:rPr>
        <w:t>قلوب</w:t>
      </w:r>
      <w:r w:rsidR="001F628F">
        <w:rPr>
          <w:rtl/>
        </w:rPr>
        <w:t xml:space="preserve"> </w:t>
      </w:r>
      <w:r w:rsidR="001F628F">
        <w:rPr>
          <w:rFonts w:hint="cs"/>
          <w:rtl/>
        </w:rPr>
        <w:t>الم</w:t>
      </w:r>
      <w:r w:rsidR="001F628F">
        <w:rPr>
          <w:rtl/>
        </w:rPr>
        <w:t>جرمين</w:t>
      </w:r>
    </w:p>
    <w:p w:rsidR="001F628F" w:rsidRDefault="001F628F" w:rsidP="00D67808">
      <w:pPr>
        <w:pStyle w:val="libNormal"/>
        <w:rPr>
          <w:rtl/>
        </w:rPr>
      </w:pPr>
      <w:r>
        <w:rPr>
          <w:rtl/>
        </w:rPr>
        <w:t>3_خداوند متعال نے مجرمو</w:t>
      </w:r>
      <w:r w:rsidR="00083993">
        <w:rPr>
          <w:rtl/>
        </w:rPr>
        <w:t xml:space="preserve">ں </w:t>
      </w:r>
      <w:r>
        <w:rPr>
          <w:rtl/>
        </w:rPr>
        <w:t>اور گناہگارو</w:t>
      </w:r>
      <w:r w:rsidR="00083993">
        <w:rPr>
          <w:rtl/>
        </w:rPr>
        <w:t xml:space="preserve">ں </w:t>
      </w:r>
      <w:r>
        <w:rPr>
          <w:rtl/>
        </w:rPr>
        <w:t>كو سزا دينے كى خاطر اُن كے دلو</w:t>
      </w:r>
      <w:r w:rsidR="00083993">
        <w:rPr>
          <w:rtl/>
        </w:rPr>
        <w:t xml:space="preserve">ں </w:t>
      </w:r>
      <w:r>
        <w:rPr>
          <w:rtl/>
        </w:rPr>
        <w:t>مي</w:t>
      </w:r>
      <w:r w:rsidR="00083993">
        <w:rPr>
          <w:rtl/>
        </w:rPr>
        <w:t xml:space="preserve">ں </w:t>
      </w:r>
      <w:r>
        <w:rPr>
          <w:rtl/>
        </w:rPr>
        <w:t>تمسخر و استہزاء كى خصلت كو راسخ كر ديا ہے_</w:t>
      </w:r>
      <w:r w:rsidR="0021672A" w:rsidRPr="0021672A">
        <w:rPr>
          <w:rStyle w:val="libArabicChar"/>
          <w:rFonts w:hint="eastAsia"/>
          <w:rtl/>
        </w:rPr>
        <w:t>كذالك</w:t>
      </w:r>
      <w:r w:rsidRPr="00D67808">
        <w:rPr>
          <w:rStyle w:val="libArabicChar"/>
          <w:rtl/>
        </w:rPr>
        <w:t xml:space="preserve"> نسلك</w:t>
      </w:r>
      <w:r w:rsidR="00120F63" w:rsidRPr="00B2551F">
        <w:rPr>
          <w:rStyle w:val="libArabicChar"/>
          <w:rFonts w:hint="cs"/>
          <w:rtl/>
        </w:rPr>
        <w:t>ه</w:t>
      </w:r>
      <w:r w:rsidRPr="00D67808">
        <w:rPr>
          <w:rStyle w:val="libArabicChar"/>
          <w:rtl/>
        </w:rPr>
        <w:t xml:space="preserve"> </w:t>
      </w:r>
      <w:r w:rsidRPr="00D67808">
        <w:rPr>
          <w:rStyle w:val="libArabicChar"/>
          <w:rFonts w:hint="cs"/>
          <w:rtl/>
        </w:rPr>
        <w:t>فى</w:t>
      </w:r>
      <w:r w:rsidRPr="00D67808">
        <w:rPr>
          <w:rStyle w:val="libArabicChar"/>
          <w:rtl/>
        </w:rPr>
        <w:t xml:space="preserve"> </w:t>
      </w:r>
      <w:r w:rsidRPr="00D67808">
        <w:rPr>
          <w:rStyle w:val="libArabicChar"/>
          <w:rFonts w:hint="cs"/>
          <w:rtl/>
        </w:rPr>
        <w:t>قلوب</w:t>
      </w:r>
      <w:r w:rsidRPr="00D67808">
        <w:rPr>
          <w:rStyle w:val="libArabicChar"/>
          <w:rtl/>
        </w:rPr>
        <w:t xml:space="preserve"> </w:t>
      </w:r>
      <w:r w:rsidRPr="00D67808">
        <w:rPr>
          <w:rStyle w:val="libArabicChar"/>
          <w:rFonts w:hint="cs"/>
          <w:rtl/>
        </w:rPr>
        <w:t>ال</w:t>
      </w:r>
      <w:r w:rsidRPr="00D67808">
        <w:rPr>
          <w:rStyle w:val="libArabicChar"/>
          <w:rtl/>
        </w:rPr>
        <w:t>مجرمين</w:t>
      </w:r>
    </w:p>
    <w:p w:rsidR="001F628F" w:rsidRDefault="001F628F" w:rsidP="001F628F">
      <w:pPr>
        <w:pStyle w:val="libNormal"/>
        <w:rPr>
          <w:rtl/>
        </w:rPr>
      </w:pPr>
      <w:r>
        <w:rPr>
          <w:rFonts w:hint="eastAsia"/>
          <w:rtl/>
        </w:rPr>
        <w:t>مندرجہ</w:t>
      </w:r>
      <w:r>
        <w:rPr>
          <w:rtl/>
        </w:rPr>
        <w:t xml:space="preserve"> بالا مطلب اس بات پر مبنى ہے كہ جب ''نسلكہ '' كى ضمير كا مرجع </w:t>
      </w:r>
      <w:r w:rsidRPr="00D67808">
        <w:rPr>
          <w:rStyle w:val="libArabicChar"/>
          <w:rtl/>
        </w:rPr>
        <w:t>(يست</w:t>
      </w:r>
      <w:r w:rsidR="00F21947" w:rsidRPr="00B2551F">
        <w:rPr>
          <w:rStyle w:val="libArabicChar"/>
          <w:rFonts w:hint="cs"/>
          <w:rtl/>
        </w:rPr>
        <w:t>ه</w:t>
      </w:r>
      <w:r w:rsidRPr="00D67808">
        <w:rPr>
          <w:rStyle w:val="libArabicChar"/>
          <w:rFonts w:hint="cs"/>
          <w:rtl/>
        </w:rPr>
        <w:t>زء</w:t>
      </w:r>
      <w:r w:rsidRPr="00D67808">
        <w:rPr>
          <w:rStyle w:val="libArabicChar"/>
          <w:rtl/>
        </w:rPr>
        <w:t xml:space="preserve"> </w:t>
      </w:r>
      <w:r w:rsidRPr="00D67808">
        <w:rPr>
          <w:rStyle w:val="libArabicChar"/>
          <w:rFonts w:hint="cs"/>
          <w:rtl/>
        </w:rPr>
        <w:t>ون</w:t>
      </w:r>
      <w:r w:rsidRPr="00D67808">
        <w:rPr>
          <w:rStyle w:val="libArabicChar"/>
          <w:rtl/>
        </w:rPr>
        <w:t xml:space="preserve"> </w:t>
      </w:r>
      <w:r w:rsidRPr="00D67808">
        <w:rPr>
          <w:rStyle w:val="libArabicChar"/>
          <w:rFonts w:hint="cs"/>
          <w:rtl/>
        </w:rPr>
        <w:t>كا</w:t>
      </w:r>
      <w:r w:rsidRPr="00D67808">
        <w:rPr>
          <w:rStyle w:val="libArabicChar"/>
          <w:rtl/>
        </w:rPr>
        <w:t xml:space="preserve"> </w:t>
      </w:r>
      <w:r w:rsidRPr="00D67808">
        <w:rPr>
          <w:rStyle w:val="libArabicChar"/>
          <w:rFonts w:hint="cs"/>
          <w:rtl/>
        </w:rPr>
        <w:t>مصدر</w:t>
      </w:r>
      <w:r w:rsidRPr="00D67808">
        <w:rPr>
          <w:rStyle w:val="libArabicChar"/>
          <w:rtl/>
        </w:rPr>
        <w:t>)</w:t>
      </w:r>
      <w:r>
        <w:rPr>
          <w:rtl/>
        </w:rPr>
        <w:t>استہزاء ہو_</w:t>
      </w:r>
    </w:p>
    <w:p w:rsidR="001F628F" w:rsidRDefault="001F628F" w:rsidP="00D67808">
      <w:pPr>
        <w:pStyle w:val="libNormal"/>
        <w:rPr>
          <w:rtl/>
        </w:rPr>
      </w:pPr>
      <w:r>
        <w:rPr>
          <w:rtl/>
        </w:rPr>
        <w:t>4_ مجرمين كى جانب سے اپنے انبياء كے استہزاء كا نشانہ بننے كے باوجود خداوند متعال اُنہى كے ذريعے اپنى ايات كو مجرمو</w:t>
      </w:r>
      <w:r w:rsidR="00083993">
        <w:rPr>
          <w:rtl/>
        </w:rPr>
        <w:t xml:space="preserve">ں </w:t>
      </w:r>
      <w:r>
        <w:rPr>
          <w:rtl/>
        </w:rPr>
        <w:t>كے دلو</w:t>
      </w:r>
      <w:r w:rsidR="00083993">
        <w:rPr>
          <w:rtl/>
        </w:rPr>
        <w:t xml:space="preserve">ں </w:t>
      </w:r>
      <w:r>
        <w:rPr>
          <w:rtl/>
        </w:rPr>
        <w:t>مي</w:t>
      </w:r>
      <w:r w:rsidR="00083993">
        <w:rPr>
          <w:rtl/>
        </w:rPr>
        <w:t xml:space="preserve">ں </w:t>
      </w:r>
      <w:r>
        <w:rPr>
          <w:rtl/>
        </w:rPr>
        <w:t>ڈالتا ہے _</w:t>
      </w:r>
      <w:r w:rsidR="0021672A" w:rsidRPr="0021672A">
        <w:rPr>
          <w:rStyle w:val="libArabicChar"/>
          <w:rFonts w:hint="eastAsia"/>
          <w:rtl/>
        </w:rPr>
        <w:t>كذالك</w:t>
      </w:r>
      <w:r w:rsidRPr="00D67808">
        <w:rPr>
          <w:rStyle w:val="libArabicChar"/>
          <w:rtl/>
        </w:rPr>
        <w:t xml:space="preserve"> نسلك</w:t>
      </w:r>
      <w:r w:rsidR="00120F63" w:rsidRPr="00B2551F">
        <w:rPr>
          <w:rStyle w:val="libArabicChar"/>
          <w:rFonts w:hint="cs"/>
          <w:rtl/>
        </w:rPr>
        <w:t>ه</w:t>
      </w:r>
      <w:r w:rsidRPr="00D67808">
        <w:rPr>
          <w:rStyle w:val="libArabicChar"/>
          <w:rtl/>
        </w:rPr>
        <w:t xml:space="preserve"> </w:t>
      </w:r>
      <w:r w:rsidRPr="00D67808">
        <w:rPr>
          <w:rStyle w:val="libArabicChar"/>
          <w:rFonts w:hint="cs"/>
          <w:rtl/>
        </w:rPr>
        <w:t>فى</w:t>
      </w:r>
      <w:r w:rsidRPr="00D67808">
        <w:rPr>
          <w:rStyle w:val="libArabicChar"/>
          <w:rtl/>
        </w:rPr>
        <w:t xml:space="preserve"> </w:t>
      </w:r>
      <w:r w:rsidRPr="00D67808">
        <w:rPr>
          <w:rStyle w:val="libArabicChar"/>
          <w:rFonts w:hint="cs"/>
          <w:rtl/>
        </w:rPr>
        <w:t>قلوب</w:t>
      </w:r>
      <w:r w:rsidRPr="00D67808">
        <w:rPr>
          <w:rStyle w:val="libArabicChar"/>
          <w:rtl/>
        </w:rPr>
        <w:t xml:space="preserve"> </w:t>
      </w:r>
      <w:r w:rsidRPr="00D67808">
        <w:rPr>
          <w:rStyle w:val="libArabicChar"/>
          <w:rFonts w:hint="cs"/>
          <w:rtl/>
        </w:rPr>
        <w:t>ال</w:t>
      </w:r>
      <w:r w:rsidRPr="00D67808">
        <w:rPr>
          <w:rStyle w:val="libArabicChar"/>
          <w:rtl/>
        </w:rPr>
        <w:t>مجرمين</w:t>
      </w:r>
    </w:p>
    <w:p w:rsidR="001F628F" w:rsidRDefault="001F628F" w:rsidP="001F628F">
      <w:pPr>
        <w:pStyle w:val="libNormal"/>
        <w:rPr>
          <w:rtl/>
        </w:rPr>
      </w:pPr>
      <w:r>
        <w:rPr>
          <w:rFonts w:hint="eastAsia"/>
          <w:rtl/>
        </w:rPr>
        <w:t>مندرجہ</w:t>
      </w:r>
      <w:r>
        <w:rPr>
          <w:rtl/>
        </w:rPr>
        <w:t xml:space="preserve"> بالا مطلب اس احتمال پر مبنى ہے كہ ممكن</w:t>
      </w:r>
    </w:p>
    <w:p w:rsidR="001F628F" w:rsidRDefault="00D67808" w:rsidP="00D67808">
      <w:pPr>
        <w:pStyle w:val="Heading2Center"/>
        <w:rPr>
          <w:rtl/>
        </w:rPr>
      </w:pPr>
      <w:bookmarkStart w:id="65" w:name="_Toc28081743"/>
      <w:r>
        <w:rPr>
          <w:rFonts w:hint="cs"/>
          <w:rtl/>
        </w:rPr>
        <w:t>آیت 13</w:t>
      </w:r>
      <w:bookmarkEnd w:id="65"/>
    </w:p>
    <w:p w:rsidR="00D67808" w:rsidRDefault="00E260F9" w:rsidP="00D67808">
      <w:pPr>
        <w:pStyle w:val="libNormal"/>
        <w:rPr>
          <w:rtl/>
        </w:rPr>
      </w:pPr>
      <w:r w:rsidRPr="00E260F9">
        <w:rPr>
          <w:rStyle w:val="libAlaemChar"/>
          <w:rFonts w:hint="eastAsia"/>
          <w:rtl/>
        </w:rPr>
        <w:t>(</w:t>
      </w:r>
      <w:r w:rsidRPr="00D67808">
        <w:rPr>
          <w:rStyle w:val="libAieChar"/>
          <w:rFonts w:hint="eastAsia"/>
          <w:rtl/>
        </w:rPr>
        <w:t>لاَ</w:t>
      </w:r>
      <w:r w:rsidRPr="00D67808">
        <w:rPr>
          <w:rStyle w:val="libAieChar"/>
          <w:rtl/>
        </w:rPr>
        <w:t xml:space="preserve"> يُؤْمِنُونَ بِهِ وَقَدْ خَلَتْ سُنَّةُ الأَوَّلِينَ</w:t>
      </w:r>
      <w:r w:rsidRPr="00E260F9">
        <w:rPr>
          <w:rStyle w:val="libAlaemChar"/>
          <w:rFonts w:hint="eastAsia"/>
          <w:rtl/>
        </w:rPr>
        <w:t>)</w:t>
      </w:r>
      <w:r w:rsidR="001F628F">
        <w:rPr>
          <w:rtl/>
        </w:rPr>
        <w:t xml:space="preserve"> </w:t>
      </w:r>
    </w:p>
    <w:p w:rsidR="00D67808" w:rsidRDefault="001E7F9D" w:rsidP="00F73EDE">
      <w:pPr>
        <w:pStyle w:val="libPoemTini"/>
        <w:rPr>
          <w:rtl/>
        </w:rPr>
      </w:pPr>
      <w:r>
        <w:rPr>
          <w:rtl/>
        </w:rPr>
        <w:br w:type="page"/>
      </w:r>
    </w:p>
    <w:p w:rsidR="001F628F" w:rsidRDefault="001F628F" w:rsidP="00D67808">
      <w:pPr>
        <w:pStyle w:val="libNormal"/>
        <w:rPr>
          <w:rtl/>
        </w:rPr>
      </w:pPr>
      <w:r>
        <w:rPr>
          <w:rFonts w:hint="eastAsia"/>
          <w:rtl/>
        </w:rPr>
        <w:lastRenderedPageBreak/>
        <w:t>ہے</w:t>
      </w:r>
      <w:r>
        <w:rPr>
          <w:rtl/>
        </w:rPr>
        <w:t xml:space="preserve"> يہ سوال كيا جائے كہ خداوندمتعال كس طرح اپنے انبياء كو لوگو</w:t>
      </w:r>
      <w:r w:rsidR="00083993">
        <w:rPr>
          <w:rtl/>
        </w:rPr>
        <w:t xml:space="preserve">ں </w:t>
      </w:r>
      <w:r>
        <w:rPr>
          <w:rtl/>
        </w:rPr>
        <w:t>كى طرف بھيجتا ہے جبكہ وہ استہزاء كا نشانہ بنتے ہي</w:t>
      </w:r>
      <w:r w:rsidR="00083993">
        <w:rPr>
          <w:rtl/>
        </w:rPr>
        <w:t xml:space="preserve">ں </w:t>
      </w:r>
      <w:r>
        <w:rPr>
          <w:rtl/>
        </w:rPr>
        <w:t>اور اس صورت مي</w:t>
      </w:r>
      <w:r w:rsidR="00083993">
        <w:rPr>
          <w:rtl/>
        </w:rPr>
        <w:t xml:space="preserve">ں </w:t>
      </w:r>
      <w:r>
        <w:rPr>
          <w:rtl/>
        </w:rPr>
        <w:t>مقصد حاصل نہي</w:t>
      </w:r>
      <w:r w:rsidR="00083993">
        <w:rPr>
          <w:rtl/>
        </w:rPr>
        <w:t xml:space="preserve">ں </w:t>
      </w:r>
      <w:r>
        <w:rPr>
          <w:rtl/>
        </w:rPr>
        <w:t>ہو سكتا ؟خدااس سوال كا جواب ديتا ہے كہ ہم اسى طرح اپنى ايات كو دلو</w:t>
      </w:r>
      <w:r w:rsidR="00083993">
        <w:rPr>
          <w:rtl/>
        </w:rPr>
        <w:t xml:space="preserve">ں </w:t>
      </w:r>
      <w:r>
        <w:rPr>
          <w:rtl/>
        </w:rPr>
        <w:t>مي</w:t>
      </w:r>
      <w:r w:rsidR="00083993">
        <w:rPr>
          <w:rtl/>
        </w:rPr>
        <w:t xml:space="preserve">ں </w:t>
      </w:r>
      <w:r>
        <w:rPr>
          <w:rtl/>
        </w:rPr>
        <w:t>ڈالتے ہي</w:t>
      </w:r>
      <w:r w:rsidR="00083993">
        <w:rPr>
          <w:rtl/>
        </w:rPr>
        <w:t xml:space="preserve">ں </w:t>
      </w:r>
      <w:r>
        <w:rPr>
          <w:rtl/>
        </w:rPr>
        <w:t>_</w:t>
      </w:r>
    </w:p>
    <w:p w:rsidR="001F628F" w:rsidRDefault="001F628F" w:rsidP="00D67808">
      <w:pPr>
        <w:pStyle w:val="libNormal"/>
        <w:rPr>
          <w:rtl/>
        </w:rPr>
      </w:pPr>
      <w:r>
        <w:rPr>
          <w:rtl/>
        </w:rPr>
        <w:t>5_كفار مكہ ،مجرم اور گناہگار لوگ تھے_</w:t>
      </w:r>
      <w:r w:rsidRPr="00D67808">
        <w:rPr>
          <w:rStyle w:val="libArabicChar"/>
          <w:rFonts w:hint="eastAsia"/>
          <w:rtl/>
        </w:rPr>
        <w:t>ربما</w:t>
      </w:r>
      <w:r w:rsidRPr="00D67808">
        <w:rPr>
          <w:rStyle w:val="libArabicChar"/>
          <w:rtl/>
        </w:rPr>
        <w:t xml:space="preserve"> يودّ الذين كفروا ...</w:t>
      </w:r>
      <w:r w:rsidR="0021672A" w:rsidRPr="0021672A">
        <w:rPr>
          <w:rStyle w:val="libArabicChar"/>
          <w:rtl/>
        </w:rPr>
        <w:t>كذالك</w:t>
      </w:r>
      <w:r w:rsidRPr="00D67808">
        <w:rPr>
          <w:rStyle w:val="libArabicChar"/>
          <w:rtl/>
        </w:rPr>
        <w:t xml:space="preserve"> نسلك</w:t>
      </w:r>
      <w:r w:rsidR="00120F63" w:rsidRPr="00B2551F">
        <w:rPr>
          <w:rStyle w:val="libArabicChar"/>
          <w:rFonts w:hint="cs"/>
          <w:rtl/>
        </w:rPr>
        <w:t>ه</w:t>
      </w:r>
      <w:r w:rsidRPr="00D67808">
        <w:rPr>
          <w:rStyle w:val="libArabicChar"/>
          <w:rtl/>
        </w:rPr>
        <w:t xml:space="preserve"> </w:t>
      </w:r>
      <w:r w:rsidRPr="00D67808">
        <w:rPr>
          <w:rStyle w:val="libArabicChar"/>
          <w:rFonts w:hint="cs"/>
          <w:rtl/>
        </w:rPr>
        <w:t>فى</w:t>
      </w:r>
      <w:r w:rsidRPr="00D67808">
        <w:rPr>
          <w:rStyle w:val="libArabicChar"/>
          <w:rtl/>
        </w:rPr>
        <w:t xml:space="preserve"> </w:t>
      </w:r>
      <w:r w:rsidRPr="00D67808">
        <w:rPr>
          <w:rStyle w:val="libArabicChar"/>
          <w:rFonts w:hint="cs"/>
          <w:rtl/>
        </w:rPr>
        <w:t>قلوب</w:t>
      </w:r>
      <w:r w:rsidRPr="00D67808">
        <w:rPr>
          <w:rStyle w:val="libArabicChar"/>
          <w:rtl/>
        </w:rPr>
        <w:t xml:space="preserve"> </w:t>
      </w:r>
      <w:r w:rsidRPr="00D67808">
        <w:rPr>
          <w:rStyle w:val="libArabicChar"/>
          <w:rFonts w:hint="cs"/>
          <w:rtl/>
        </w:rPr>
        <w:t>ال</w:t>
      </w:r>
      <w:r w:rsidRPr="00D67808">
        <w:rPr>
          <w:rStyle w:val="libArabicChar"/>
          <w:rtl/>
        </w:rPr>
        <w:t>مجرمين</w:t>
      </w:r>
    </w:p>
    <w:p w:rsidR="001F628F" w:rsidRDefault="001F628F" w:rsidP="001F628F">
      <w:pPr>
        <w:pStyle w:val="libNormal"/>
        <w:rPr>
          <w:rtl/>
        </w:rPr>
      </w:pPr>
      <w:r>
        <w:rPr>
          <w:rtl/>
        </w:rPr>
        <w:t>6_</w:t>
      </w:r>
      <w:r w:rsidR="003D0BA1">
        <w:rPr>
          <w:rtl/>
        </w:rPr>
        <w:t>انبياء</w:t>
      </w:r>
      <w:r>
        <w:rPr>
          <w:rtl/>
        </w:rPr>
        <w:t>ے الہى سے استہزاء كرنے والے، مجرم اور گناہگار لوگ تھے_</w:t>
      </w:r>
    </w:p>
    <w:p w:rsidR="001F628F" w:rsidRDefault="001F628F" w:rsidP="00251633">
      <w:pPr>
        <w:pStyle w:val="libArabic"/>
        <w:rPr>
          <w:rtl/>
        </w:rPr>
      </w:pPr>
      <w:r>
        <w:rPr>
          <w:rFonts w:hint="eastAsia"/>
          <w:rtl/>
        </w:rPr>
        <w:t>وما</w:t>
      </w:r>
      <w:r>
        <w:rPr>
          <w:rtl/>
        </w:rPr>
        <w:t xml:space="preserve">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Fonts w:hint="cs"/>
          <w:rtl/>
        </w:rPr>
        <w:t>زء</w:t>
      </w:r>
      <w:r>
        <w:rPr>
          <w:rtl/>
        </w:rPr>
        <w:t xml:space="preserve"> </w:t>
      </w:r>
      <w:r>
        <w:rPr>
          <w:rFonts w:hint="cs"/>
          <w:rtl/>
        </w:rPr>
        <w:t>ون</w:t>
      </w:r>
      <w:r>
        <w:rPr>
          <w:rtl/>
        </w:rPr>
        <w:t xml:space="preserve"> </w:t>
      </w:r>
      <w:r w:rsidR="0021672A" w:rsidRPr="0021672A">
        <w:rPr>
          <w:rFonts w:hint="cs"/>
          <w:rtl/>
        </w:rPr>
        <w:t>كذالك</w:t>
      </w:r>
      <w:r>
        <w:rPr>
          <w:rtl/>
        </w:rPr>
        <w:t xml:space="preserve"> 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w:t>
      </w:r>
      <w:r>
        <w:rPr>
          <w:rtl/>
        </w:rPr>
        <w:t>مجرمين</w:t>
      </w:r>
    </w:p>
    <w:p w:rsidR="001F628F" w:rsidRDefault="001F628F" w:rsidP="001F628F">
      <w:pPr>
        <w:pStyle w:val="libNormal"/>
        <w:rPr>
          <w:rtl/>
        </w:rPr>
      </w:pPr>
      <w:r>
        <w:rPr>
          <w:rtl/>
        </w:rPr>
        <w:t>7_</w:t>
      </w:r>
      <w:r w:rsidR="003D0BA1">
        <w:rPr>
          <w:rtl/>
        </w:rPr>
        <w:t>انبياء</w:t>
      </w:r>
      <w:r>
        <w:rPr>
          <w:rtl/>
        </w:rPr>
        <w:t xml:space="preserve">ے كرام </w:t>
      </w:r>
      <w:r w:rsidR="00367F17" w:rsidRPr="00367F17">
        <w:rPr>
          <w:rStyle w:val="libAlaemChar"/>
          <w:rtl/>
        </w:rPr>
        <w:t xml:space="preserve"> عليه‌السلام </w:t>
      </w:r>
      <w:r>
        <w:rPr>
          <w:rtl/>
        </w:rPr>
        <w:t xml:space="preserve"> كى تعليمات قبول نہ كرنا اور اور اُن كا مذاق اُڑانا ،جرم اور گنا ہ ہے_</w:t>
      </w:r>
    </w:p>
    <w:p w:rsidR="001F628F" w:rsidRDefault="001F628F" w:rsidP="00251633">
      <w:pPr>
        <w:pStyle w:val="libArabic"/>
        <w:rPr>
          <w:rtl/>
        </w:rPr>
      </w:pPr>
      <w:r>
        <w:rPr>
          <w:rFonts w:hint="eastAsia"/>
          <w:rtl/>
        </w:rPr>
        <w:t>وما</w:t>
      </w:r>
      <w:r>
        <w:rPr>
          <w:rtl/>
        </w:rPr>
        <w:t xml:space="preserve">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Fonts w:hint="cs"/>
          <w:rtl/>
        </w:rPr>
        <w:t>زء</w:t>
      </w:r>
      <w:r>
        <w:rPr>
          <w:rtl/>
        </w:rPr>
        <w:t xml:space="preserve"> </w:t>
      </w:r>
      <w:r>
        <w:rPr>
          <w:rFonts w:hint="cs"/>
          <w:rtl/>
        </w:rPr>
        <w:t>ون</w:t>
      </w:r>
      <w:r>
        <w:rPr>
          <w:rtl/>
        </w:rPr>
        <w:t xml:space="preserve"> </w:t>
      </w:r>
      <w:r w:rsidR="0021672A" w:rsidRPr="0021672A">
        <w:rPr>
          <w:rFonts w:hint="cs"/>
          <w:rtl/>
        </w:rPr>
        <w:t>كذالك</w:t>
      </w:r>
      <w:r>
        <w:rPr>
          <w:rtl/>
        </w:rPr>
        <w:t xml:space="preserve"> </w:t>
      </w:r>
      <w:r>
        <w:rPr>
          <w:rFonts w:hint="cs"/>
          <w:rtl/>
        </w:rPr>
        <w:t>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w:t>
      </w:r>
      <w:r>
        <w:rPr>
          <w:rtl/>
        </w:rPr>
        <w:t>مجرمين</w:t>
      </w:r>
    </w:p>
    <w:p w:rsidR="001F628F" w:rsidRDefault="001F628F" w:rsidP="001F628F">
      <w:pPr>
        <w:pStyle w:val="libNormal"/>
        <w:rPr>
          <w:rtl/>
        </w:rPr>
      </w:pPr>
      <w:r>
        <w:rPr>
          <w:rtl/>
        </w:rPr>
        <w:t>8_طول تاريخ كے دوران خداوند متعال كا لوگو</w:t>
      </w:r>
      <w:r w:rsidR="00083993">
        <w:rPr>
          <w:rtl/>
        </w:rPr>
        <w:t xml:space="preserve">ں </w:t>
      </w:r>
      <w:r>
        <w:rPr>
          <w:rtl/>
        </w:rPr>
        <w:t>كى ہدايت اور اُن پر اتمام حجت كرنے كے لئے اہتمام كرنا _</w:t>
      </w:r>
    </w:p>
    <w:p w:rsidR="001F628F" w:rsidRDefault="001F628F" w:rsidP="00251633">
      <w:pPr>
        <w:pStyle w:val="libArabic"/>
        <w:rPr>
          <w:rtl/>
        </w:rPr>
      </w:pPr>
      <w:r>
        <w:rPr>
          <w:rFonts w:hint="eastAsia"/>
          <w:rtl/>
        </w:rPr>
        <w:t>ولقد</w:t>
      </w:r>
      <w:r>
        <w:rPr>
          <w:rtl/>
        </w:rPr>
        <w:t xml:space="preserve"> ا رسلنا من قبلك فى شيع الا ولين ...</w:t>
      </w:r>
      <w:r w:rsidR="0021672A" w:rsidRPr="0021672A">
        <w:rPr>
          <w:rtl/>
        </w:rPr>
        <w:t>كذالك</w:t>
      </w:r>
      <w:r>
        <w:rPr>
          <w:rtl/>
        </w:rPr>
        <w:t xml:space="preserve"> 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w:t>
      </w:r>
      <w:r>
        <w:rPr>
          <w:rtl/>
        </w:rPr>
        <w:t>مجرمين</w:t>
      </w:r>
    </w:p>
    <w:p w:rsidR="001F628F" w:rsidRDefault="001F628F" w:rsidP="00251633">
      <w:pPr>
        <w:pStyle w:val="libNormal"/>
        <w:rPr>
          <w:rtl/>
        </w:rPr>
      </w:pPr>
      <w:r>
        <w:rPr>
          <w:rFonts w:hint="eastAsia"/>
          <w:rtl/>
        </w:rPr>
        <w:t>الله</w:t>
      </w:r>
      <w:r>
        <w:rPr>
          <w:rtl/>
        </w:rPr>
        <w:t xml:space="preserve"> تعالى :</w:t>
      </w:r>
      <w:r>
        <w:rPr>
          <w:rFonts w:hint="eastAsia"/>
          <w:rtl/>
        </w:rPr>
        <w:t>الله</w:t>
      </w:r>
      <w:r>
        <w:rPr>
          <w:rtl/>
        </w:rPr>
        <w:t xml:space="preserve"> تعالى كا اتمام حجت 8;الله تعالى كا ہدايت كرنا 8;الله تعالى كے افعال 1،2،3،4</w:t>
      </w:r>
    </w:p>
    <w:p w:rsidR="001F628F" w:rsidRDefault="001F628F" w:rsidP="00251633">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كا استہزاء 4;انبياء كاكردار4; انبياء </w:t>
      </w:r>
      <w:r w:rsidR="00367F17" w:rsidRPr="00367F17">
        <w:rPr>
          <w:rStyle w:val="libAlaemChar"/>
          <w:rtl/>
        </w:rPr>
        <w:t xml:space="preserve"> عليه‌السلام </w:t>
      </w:r>
      <w:r>
        <w:rPr>
          <w:rtl/>
        </w:rPr>
        <w:t xml:space="preserve"> كا مذاق اُڑانے والے 6;انبياء كى تكذيب كا جرم7; انبياء كے استہزاء كا جرم7</w:t>
      </w:r>
    </w:p>
    <w:p w:rsidR="001F628F" w:rsidRDefault="001F628F" w:rsidP="00251633">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ہدايت كى اہميت 8</w:t>
      </w:r>
    </w:p>
    <w:p w:rsidR="001F628F" w:rsidRDefault="001F628F" w:rsidP="00251633">
      <w:pPr>
        <w:pStyle w:val="libNormal"/>
        <w:rPr>
          <w:rtl/>
        </w:rPr>
      </w:pPr>
      <w:r>
        <w:rPr>
          <w:rFonts w:hint="eastAsia"/>
          <w:rtl/>
        </w:rPr>
        <w:t>جرم</w:t>
      </w:r>
      <w:r>
        <w:rPr>
          <w:rtl/>
        </w:rPr>
        <w:t xml:space="preserve"> :</w:t>
      </w:r>
      <w:r>
        <w:rPr>
          <w:rFonts w:hint="eastAsia"/>
          <w:rtl/>
        </w:rPr>
        <w:t>جرم</w:t>
      </w:r>
      <w:r>
        <w:rPr>
          <w:rtl/>
        </w:rPr>
        <w:t xml:space="preserve"> كے موارد 7</w:t>
      </w:r>
    </w:p>
    <w:p w:rsidR="001F628F" w:rsidRDefault="001F628F" w:rsidP="00251633">
      <w:pPr>
        <w:pStyle w:val="libNormal"/>
        <w:rPr>
          <w:rtl/>
        </w:rPr>
      </w:pPr>
      <w:r>
        <w:rPr>
          <w:rFonts w:hint="eastAsia"/>
          <w:rtl/>
        </w:rPr>
        <w:t>كفار</w:t>
      </w:r>
      <w:r>
        <w:rPr>
          <w:rtl/>
        </w:rPr>
        <w:t xml:space="preserve"> :</w:t>
      </w:r>
      <w:r>
        <w:rPr>
          <w:rFonts w:hint="eastAsia"/>
          <w:rtl/>
        </w:rPr>
        <w:t>كفار</w:t>
      </w:r>
      <w:r>
        <w:rPr>
          <w:rtl/>
        </w:rPr>
        <w:t xml:space="preserve"> كے دل مي</w:t>
      </w:r>
      <w:r w:rsidR="00083993">
        <w:rPr>
          <w:rtl/>
        </w:rPr>
        <w:t xml:space="preserve">ں </w:t>
      </w:r>
      <w:r>
        <w:rPr>
          <w:rtl/>
        </w:rPr>
        <w:t>قرآن كا القا 1</w:t>
      </w:r>
    </w:p>
    <w:p w:rsidR="001F628F" w:rsidRDefault="001F628F" w:rsidP="00251633">
      <w:pPr>
        <w:pStyle w:val="libNormal"/>
        <w:rPr>
          <w:rtl/>
        </w:rPr>
      </w:pPr>
      <w:r>
        <w:rPr>
          <w:rFonts w:hint="eastAsia"/>
          <w:rtl/>
        </w:rPr>
        <w:t>كفار</w:t>
      </w:r>
      <w:r>
        <w:rPr>
          <w:rtl/>
        </w:rPr>
        <w:t xml:space="preserve"> مكہ :</w:t>
      </w:r>
      <w:r>
        <w:rPr>
          <w:rFonts w:hint="eastAsia"/>
          <w:rtl/>
        </w:rPr>
        <w:t>كفار</w:t>
      </w:r>
      <w:r>
        <w:rPr>
          <w:rtl/>
        </w:rPr>
        <w:t xml:space="preserve"> مكہ كا فساد پھيلانا 5</w:t>
      </w:r>
    </w:p>
    <w:p w:rsidR="001F628F" w:rsidRDefault="001F628F" w:rsidP="00251633">
      <w:pPr>
        <w:pStyle w:val="libNormal"/>
        <w:rPr>
          <w:rtl/>
        </w:rPr>
      </w:pPr>
      <w:r>
        <w:rPr>
          <w:rFonts w:hint="eastAsia"/>
          <w:rtl/>
        </w:rPr>
        <w:t>گناہگار</w:t>
      </w:r>
      <w:r>
        <w:rPr>
          <w:rtl/>
        </w:rPr>
        <w:t xml:space="preserve"> لوگ:</w:t>
      </w:r>
      <w:r>
        <w:rPr>
          <w:rFonts w:hint="eastAsia"/>
          <w:rtl/>
        </w:rPr>
        <w:t>گنہگار</w:t>
      </w:r>
      <w:r>
        <w:rPr>
          <w:rtl/>
        </w:rPr>
        <w:t xml:space="preserve"> لوگ اور ايات خدا 4;گناہگارو</w:t>
      </w:r>
      <w:r w:rsidR="00083993">
        <w:rPr>
          <w:rtl/>
        </w:rPr>
        <w:t xml:space="preserve">ں </w:t>
      </w:r>
      <w:r>
        <w:rPr>
          <w:rtl/>
        </w:rPr>
        <w:t>كى جانب سے استہزاء 4;اُن كے استہزاء كا سر چشمہ 3; گناہگارو</w:t>
      </w:r>
      <w:r w:rsidR="00083993">
        <w:rPr>
          <w:rtl/>
        </w:rPr>
        <w:t xml:space="preserve">ں </w:t>
      </w:r>
      <w:r>
        <w:rPr>
          <w:rtl/>
        </w:rPr>
        <w:t>كے دل مي</w:t>
      </w:r>
      <w:r w:rsidR="00083993">
        <w:rPr>
          <w:rtl/>
        </w:rPr>
        <w:t xml:space="preserve">ں </w:t>
      </w:r>
      <w:r>
        <w:rPr>
          <w:rtl/>
        </w:rPr>
        <w:t>قران كا القا 2; گناہگارو</w:t>
      </w:r>
      <w:r w:rsidR="00083993">
        <w:rPr>
          <w:rtl/>
        </w:rPr>
        <w:t xml:space="preserve">ں </w:t>
      </w:r>
      <w:r>
        <w:rPr>
          <w:rtl/>
        </w:rPr>
        <w:t>كى سزا 3</w:t>
      </w:r>
    </w:p>
    <w:p w:rsidR="001F628F" w:rsidRDefault="001F628F" w:rsidP="001F628F">
      <w:pPr>
        <w:pStyle w:val="libNormal"/>
        <w:rPr>
          <w:rtl/>
        </w:rPr>
      </w:pPr>
      <w:r>
        <w:rPr>
          <w:rFonts w:hint="eastAsia"/>
          <w:rtl/>
        </w:rPr>
        <w:t>مجرمين</w:t>
      </w:r>
      <w:r>
        <w:rPr>
          <w:rtl/>
        </w:rPr>
        <w:t xml:space="preserve"> :6</w:t>
      </w:r>
    </w:p>
    <w:p w:rsidR="001F628F" w:rsidRDefault="001F628F" w:rsidP="001F628F">
      <w:pPr>
        <w:pStyle w:val="libNormal"/>
        <w:rPr>
          <w:rtl/>
        </w:rPr>
      </w:pPr>
      <w:r>
        <w:rPr>
          <w:rFonts w:hint="eastAsia"/>
          <w:rtl/>
        </w:rPr>
        <w:t>مفسدين</w:t>
      </w:r>
      <w:r>
        <w:rPr>
          <w:rtl/>
        </w:rPr>
        <w:t xml:space="preserve"> :5</w:t>
      </w:r>
    </w:p>
    <w:p w:rsidR="00251633" w:rsidRDefault="001E7F9D" w:rsidP="00F73EDE">
      <w:pPr>
        <w:pStyle w:val="libPoemTini"/>
        <w:rPr>
          <w:rtl/>
        </w:rPr>
      </w:pPr>
      <w:r>
        <w:rPr>
          <w:rtl/>
        </w:rPr>
        <w:br w:type="page"/>
      </w:r>
    </w:p>
    <w:p w:rsidR="00251633" w:rsidRPr="00120F63" w:rsidRDefault="00251633" w:rsidP="00251633">
      <w:pPr>
        <w:pStyle w:val="Heading2Center"/>
        <w:rPr>
          <w:rtl/>
        </w:rPr>
      </w:pPr>
      <w:bookmarkStart w:id="66" w:name="_Toc28081744"/>
      <w:r>
        <w:rPr>
          <w:rFonts w:hint="cs"/>
          <w:rtl/>
        </w:rPr>
        <w:lastRenderedPageBreak/>
        <w:t xml:space="preserve">آیت </w:t>
      </w:r>
      <w:r w:rsidRPr="00120F63">
        <w:rPr>
          <w:rFonts w:hint="cs"/>
          <w:rtl/>
        </w:rPr>
        <w:t>14</w:t>
      </w:r>
      <w:bookmarkEnd w:id="66"/>
    </w:p>
    <w:p w:rsidR="001F628F" w:rsidRDefault="00E260F9" w:rsidP="00251633">
      <w:pPr>
        <w:pStyle w:val="libNormal"/>
        <w:rPr>
          <w:rtl/>
        </w:rPr>
      </w:pPr>
      <w:r w:rsidRPr="00E260F9">
        <w:rPr>
          <w:rStyle w:val="libAlaemChar"/>
          <w:rFonts w:hint="eastAsia"/>
          <w:rtl/>
        </w:rPr>
        <w:t>(</w:t>
      </w:r>
      <w:r w:rsidRPr="00251633">
        <w:rPr>
          <w:rStyle w:val="libAieChar"/>
          <w:rFonts w:hint="eastAsia"/>
          <w:rtl/>
        </w:rPr>
        <w:t>وَلَوْ</w:t>
      </w:r>
      <w:r w:rsidRPr="00251633">
        <w:rPr>
          <w:rStyle w:val="libAieChar"/>
          <w:rtl/>
        </w:rPr>
        <w:t xml:space="preserve"> فَتَحْنَا عَلَيْهِم بَاباً مِّنَ السَّمَاءِ فَظَلُّواْ فِيهِ يَعْرُجُونَ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كبھى ايمان نہ لائي</w:t>
      </w:r>
      <w:r w:rsidR="00083993">
        <w:rPr>
          <w:rtl/>
        </w:rPr>
        <w:t xml:space="preserve">ں </w:t>
      </w:r>
      <w:r>
        <w:rPr>
          <w:rtl/>
        </w:rPr>
        <w:t>گے كہ ان سے پہلے والو</w:t>
      </w:r>
      <w:r w:rsidR="00083993">
        <w:rPr>
          <w:rtl/>
        </w:rPr>
        <w:t xml:space="preserve">ں </w:t>
      </w:r>
      <w:r>
        <w:rPr>
          <w:rtl/>
        </w:rPr>
        <w:t>كا طريقہ بھى ايسا ہى رہ چكاہے _</w:t>
      </w:r>
    </w:p>
    <w:p w:rsidR="001F628F" w:rsidRDefault="001F628F" w:rsidP="001F628F">
      <w:pPr>
        <w:pStyle w:val="libNormal"/>
        <w:rPr>
          <w:rtl/>
        </w:rPr>
      </w:pPr>
      <w:r>
        <w:rPr>
          <w:rtl/>
        </w:rPr>
        <w:t>1_مكہ كے مجرم كفار، قران كى ايات كو دريافت كر لينے كے باوجود اس پر ايمان نہي</w:t>
      </w:r>
      <w:r w:rsidR="00083993">
        <w:rPr>
          <w:rtl/>
        </w:rPr>
        <w:t xml:space="preserve">ں </w:t>
      </w:r>
      <w:r>
        <w:rPr>
          <w:rtl/>
        </w:rPr>
        <w:t>لائے_</w:t>
      </w:r>
    </w:p>
    <w:p w:rsidR="001F628F" w:rsidRDefault="001F628F" w:rsidP="0021672A">
      <w:pPr>
        <w:pStyle w:val="libArabic"/>
        <w:rPr>
          <w:rtl/>
        </w:rPr>
      </w:pPr>
      <w:r>
        <w:rPr>
          <w:rFonts w:hint="eastAsia"/>
          <w:rtl/>
        </w:rPr>
        <w:t>كذ</w:t>
      </w:r>
      <w:r w:rsidR="0021672A">
        <w:rPr>
          <w:rFonts w:hint="cs"/>
          <w:rtl/>
        </w:rPr>
        <w:t>ا</w:t>
      </w:r>
      <w:r>
        <w:rPr>
          <w:rtl/>
        </w:rPr>
        <w:t>لك 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المجرمينلا</w:t>
      </w:r>
      <w:r>
        <w:rPr>
          <w:rtl/>
        </w:rPr>
        <w:t xml:space="preserve"> </w:t>
      </w:r>
      <w:r>
        <w:rPr>
          <w:rFonts w:hint="cs"/>
          <w:rtl/>
        </w:rPr>
        <w:t>يو</w:t>
      </w:r>
      <w:r>
        <w:rPr>
          <w:rtl/>
        </w:rPr>
        <w:t xml:space="preserve"> </w:t>
      </w:r>
      <w:r>
        <w:rPr>
          <w:rFonts w:hint="cs"/>
          <w:rtl/>
        </w:rPr>
        <w:t>من</w:t>
      </w:r>
      <w:r>
        <w:rPr>
          <w:rtl/>
        </w:rPr>
        <w:t>ون ب</w:t>
      </w:r>
      <w:r w:rsidR="00120F63" w:rsidRPr="00ED5DE8">
        <w:rPr>
          <w:rFonts w:hint="cs"/>
          <w:rtl/>
        </w:rPr>
        <w:t>ه</w:t>
      </w:r>
    </w:p>
    <w:p w:rsidR="001F628F" w:rsidRDefault="001F628F" w:rsidP="001F628F">
      <w:pPr>
        <w:pStyle w:val="libNormal"/>
        <w:rPr>
          <w:rtl/>
        </w:rPr>
      </w:pPr>
      <w:r>
        <w:rPr>
          <w:rFonts w:hint="eastAsia"/>
          <w:rtl/>
        </w:rPr>
        <w:t>مندرجہ</w:t>
      </w:r>
      <w:r>
        <w:rPr>
          <w:rtl/>
        </w:rPr>
        <w:t xml:space="preserve"> بالا مطلب اس بنا ء پر ہے كہ جب جملہ ''لايومنو</w:t>
      </w:r>
      <w:r w:rsidR="00083993">
        <w:rPr>
          <w:rtl/>
        </w:rPr>
        <w:t xml:space="preserve">ں </w:t>
      </w:r>
      <w:r>
        <w:rPr>
          <w:rtl/>
        </w:rPr>
        <w:t>بہ ''،''المجرمين '' كے لئے تفسيرى جملہ ہو_</w:t>
      </w:r>
    </w:p>
    <w:p w:rsidR="001F628F" w:rsidRDefault="001F628F" w:rsidP="00251633">
      <w:pPr>
        <w:pStyle w:val="libNormal"/>
        <w:rPr>
          <w:rtl/>
        </w:rPr>
      </w:pPr>
      <w:r>
        <w:rPr>
          <w:rtl/>
        </w:rPr>
        <w:t>2_كفار مكہ كى جانب سے ايمان نہ لانے كے پكے ارادے كے باوجود، خداوند متعال نے قران كى ايات كو اُن كے دل مي</w:t>
      </w:r>
      <w:r w:rsidR="00083993">
        <w:rPr>
          <w:rtl/>
        </w:rPr>
        <w:t xml:space="preserve">ں </w:t>
      </w:r>
      <w:r>
        <w:rPr>
          <w:rtl/>
        </w:rPr>
        <w:t>ڈالا_</w:t>
      </w:r>
      <w:r w:rsidRPr="00230FB4">
        <w:rPr>
          <w:rStyle w:val="libArabicChar"/>
          <w:rFonts w:hint="eastAsia"/>
          <w:rtl/>
        </w:rPr>
        <w:t>كذ</w:t>
      </w:r>
      <w:r w:rsidR="0021672A">
        <w:rPr>
          <w:rStyle w:val="libArabicChar"/>
          <w:rFonts w:hint="cs"/>
          <w:rtl/>
        </w:rPr>
        <w:t>ا</w:t>
      </w:r>
      <w:r w:rsidRPr="00230FB4">
        <w:rPr>
          <w:rStyle w:val="libArabicChar"/>
          <w:rFonts w:hint="eastAsia"/>
          <w:rtl/>
        </w:rPr>
        <w:t>لك</w:t>
      </w:r>
      <w:r w:rsidRPr="00230FB4">
        <w:rPr>
          <w:rStyle w:val="libArabicChar"/>
          <w:rtl/>
        </w:rPr>
        <w:t xml:space="preserve"> نسلك</w:t>
      </w:r>
      <w:r w:rsidR="00120F63" w:rsidRPr="00B2551F">
        <w:rPr>
          <w:rStyle w:val="libArabicChar"/>
          <w:rFonts w:hint="cs"/>
          <w:rtl/>
        </w:rPr>
        <w:t>ه</w:t>
      </w:r>
      <w:r w:rsidRPr="00230FB4">
        <w:rPr>
          <w:rStyle w:val="libArabicChar"/>
          <w:rtl/>
        </w:rPr>
        <w:t xml:space="preserve"> </w:t>
      </w:r>
      <w:r w:rsidRPr="00230FB4">
        <w:rPr>
          <w:rStyle w:val="libArabicChar"/>
          <w:rFonts w:hint="cs"/>
          <w:rtl/>
        </w:rPr>
        <w:t>فى</w:t>
      </w:r>
      <w:r w:rsidRPr="00230FB4">
        <w:rPr>
          <w:rStyle w:val="libArabicChar"/>
          <w:rtl/>
        </w:rPr>
        <w:t xml:space="preserve"> </w:t>
      </w:r>
      <w:r w:rsidRPr="00230FB4">
        <w:rPr>
          <w:rStyle w:val="libArabicChar"/>
          <w:rFonts w:hint="cs"/>
          <w:rtl/>
        </w:rPr>
        <w:t>قلوب</w:t>
      </w:r>
      <w:r w:rsidRPr="00230FB4">
        <w:rPr>
          <w:rStyle w:val="libArabicChar"/>
          <w:rtl/>
        </w:rPr>
        <w:t xml:space="preserve"> </w:t>
      </w:r>
      <w:r w:rsidRPr="00230FB4">
        <w:rPr>
          <w:rStyle w:val="libArabicChar"/>
          <w:rFonts w:hint="cs"/>
          <w:rtl/>
        </w:rPr>
        <w:t>المجرمينلا</w:t>
      </w:r>
      <w:r w:rsidRPr="00230FB4">
        <w:rPr>
          <w:rStyle w:val="libArabicChar"/>
          <w:rtl/>
        </w:rPr>
        <w:t xml:space="preserve"> </w:t>
      </w:r>
      <w:r w:rsidRPr="00230FB4">
        <w:rPr>
          <w:rStyle w:val="libArabicChar"/>
          <w:rFonts w:hint="cs"/>
          <w:rtl/>
        </w:rPr>
        <w:t>يو</w:t>
      </w:r>
      <w:r w:rsidRPr="00230FB4">
        <w:rPr>
          <w:rStyle w:val="libArabicChar"/>
          <w:rtl/>
        </w:rPr>
        <w:t xml:space="preserve"> </w:t>
      </w:r>
      <w:r w:rsidRPr="00230FB4">
        <w:rPr>
          <w:rStyle w:val="libArabicChar"/>
          <w:rFonts w:hint="cs"/>
          <w:rtl/>
        </w:rPr>
        <w:t>م</w:t>
      </w:r>
      <w:r w:rsidRPr="00230FB4">
        <w:rPr>
          <w:rStyle w:val="libArabicChar"/>
          <w:rtl/>
        </w:rPr>
        <w:t>نون ب</w:t>
      </w:r>
      <w:r w:rsidR="00120F63" w:rsidRPr="00B2551F">
        <w:rPr>
          <w:rStyle w:val="libArabicChar"/>
          <w:rFonts w:hint="cs"/>
          <w:rtl/>
        </w:rPr>
        <w:t>ه</w:t>
      </w:r>
    </w:p>
    <w:p w:rsidR="001F628F" w:rsidRDefault="001F628F" w:rsidP="001F628F">
      <w:pPr>
        <w:pStyle w:val="libNormal"/>
        <w:rPr>
          <w:rtl/>
        </w:rPr>
      </w:pPr>
      <w:r>
        <w:rPr>
          <w:rFonts w:hint="eastAsia"/>
          <w:rtl/>
        </w:rPr>
        <w:t>مندرجہ</w:t>
      </w:r>
      <w:r>
        <w:rPr>
          <w:rtl/>
        </w:rPr>
        <w:t xml:space="preserve"> بالا مطلب اس بناء پر ہے كہ جب جملہ ''لا يومنو</w:t>
      </w:r>
      <w:r w:rsidR="00083993">
        <w:rPr>
          <w:rtl/>
        </w:rPr>
        <w:t xml:space="preserve">ں </w:t>
      </w:r>
      <w:r>
        <w:rPr>
          <w:rtl/>
        </w:rPr>
        <w:t>بہ ''،''المجرمين '' كے لئے جملہ حاليہ ہو_</w:t>
      </w:r>
    </w:p>
    <w:p w:rsidR="001F628F" w:rsidRDefault="001F628F" w:rsidP="001F628F">
      <w:pPr>
        <w:pStyle w:val="libNormal"/>
        <w:rPr>
          <w:rtl/>
        </w:rPr>
      </w:pPr>
      <w:r>
        <w:rPr>
          <w:rtl/>
        </w:rPr>
        <w:t>3_فقط اقوام اور افراد كے ناقابل ہدايت ہونے كى وجہسے اُن تك الہى تعليمات كے ابلاغ كوروكنا نہي</w:t>
      </w:r>
      <w:r w:rsidR="00083993">
        <w:rPr>
          <w:rtl/>
        </w:rPr>
        <w:t xml:space="preserve">ں </w:t>
      </w:r>
      <w:r>
        <w:rPr>
          <w:rtl/>
        </w:rPr>
        <w:t>چاہيے_</w:t>
      </w:r>
    </w:p>
    <w:p w:rsidR="001F628F" w:rsidRDefault="001F628F" w:rsidP="00230FB4">
      <w:pPr>
        <w:pStyle w:val="libArabic"/>
        <w:rPr>
          <w:rtl/>
        </w:rPr>
      </w:pPr>
      <w:r>
        <w:rPr>
          <w:rFonts w:hint="eastAsia"/>
          <w:rtl/>
        </w:rPr>
        <w:t>كذ</w:t>
      </w:r>
      <w:r w:rsidR="0021672A">
        <w:rPr>
          <w:rFonts w:hint="cs"/>
          <w:rtl/>
        </w:rPr>
        <w:t>ا</w:t>
      </w:r>
      <w:r>
        <w:rPr>
          <w:rFonts w:hint="eastAsia"/>
          <w:rtl/>
        </w:rPr>
        <w:t>لك</w:t>
      </w:r>
      <w:r>
        <w:rPr>
          <w:rtl/>
        </w:rPr>
        <w:t xml:space="preserve"> 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المجرمينلا</w:t>
      </w:r>
      <w:r>
        <w:rPr>
          <w:rtl/>
        </w:rPr>
        <w:t xml:space="preserve"> </w:t>
      </w:r>
      <w:r>
        <w:rPr>
          <w:rFonts w:hint="cs"/>
          <w:rtl/>
        </w:rPr>
        <w:t>يو</w:t>
      </w:r>
      <w:r>
        <w:rPr>
          <w:rtl/>
        </w:rPr>
        <w:t xml:space="preserve"> </w:t>
      </w:r>
      <w:r>
        <w:rPr>
          <w:rFonts w:hint="cs"/>
          <w:rtl/>
        </w:rPr>
        <w:t>من</w:t>
      </w:r>
      <w:r>
        <w:rPr>
          <w:rtl/>
        </w:rPr>
        <w:t>ون ب</w:t>
      </w:r>
      <w:r w:rsidR="00120F63" w:rsidRPr="00ED5DE8">
        <w:rPr>
          <w:rFonts w:hint="cs"/>
          <w:rtl/>
        </w:rPr>
        <w:t>ه</w:t>
      </w:r>
    </w:p>
    <w:p w:rsidR="001F628F" w:rsidRDefault="001F628F" w:rsidP="001F628F">
      <w:pPr>
        <w:pStyle w:val="libNormal"/>
        <w:rPr>
          <w:rtl/>
        </w:rPr>
      </w:pPr>
      <w:r>
        <w:rPr>
          <w:rtl/>
        </w:rPr>
        <w:t>4_گذشتہ دور كى ناقابل ہدايت اقوام، ايات الہى كو پالينے كے باوجود اُن پر ايمان نہي</w:t>
      </w:r>
      <w:r w:rsidR="00083993">
        <w:rPr>
          <w:rtl/>
        </w:rPr>
        <w:t xml:space="preserve">ں </w:t>
      </w:r>
      <w:r>
        <w:rPr>
          <w:rtl/>
        </w:rPr>
        <w:t>لائي</w:t>
      </w:r>
      <w:r w:rsidR="00083993">
        <w:rPr>
          <w:rtl/>
        </w:rPr>
        <w:t xml:space="preserve">ں </w:t>
      </w:r>
      <w:r>
        <w:rPr>
          <w:rtl/>
        </w:rPr>
        <w:t>_</w:t>
      </w:r>
    </w:p>
    <w:p w:rsidR="001F628F" w:rsidRDefault="001F628F" w:rsidP="00230FB4">
      <w:pPr>
        <w:pStyle w:val="libArabic"/>
        <w:rPr>
          <w:rtl/>
        </w:rPr>
      </w:pPr>
      <w:r>
        <w:rPr>
          <w:rFonts w:hint="eastAsia"/>
          <w:rtl/>
        </w:rPr>
        <w:t>لا</w:t>
      </w:r>
      <w:r>
        <w:rPr>
          <w:rtl/>
        </w:rPr>
        <w:t xml:space="preserve"> يو منون ب</w:t>
      </w:r>
      <w:r w:rsidR="00120F63" w:rsidRPr="00ED5DE8">
        <w:rPr>
          <w:rFonts w:hint="cs"/>
          <w:rtl/>
        </w:rPr>
        <w:t>ه</w:t>
      </w:r>
      <w:r>
        <w:rPr>
          <w:rtl/>
        </w:rPr>
        <w:t xml:space="preserve"> </w:t>
      </w:r>
      <w:r>
        <w:rPr>
          <w:rFonts w:hint="cs"/>
          <w:rtl/>
        </w:rPr>
        <w:t>و</w:t>
      </w:r>
      <w:r>
        <w:rPr>
          <w:rtl/>
        </w:rPr>
        <w:t xml:space="preserve"> </w:t>
      </w:r>
      <w:r>
        <w:rPr>
          <w:rFonts w:hint="cs"/>
          <w:rtl/>
        </w:rPr>
        <w:t>قد</w:t>
      </w:r>
      <w:r>
        <w:rPr>
          <w:rtl/>
        </w:rPr>
        <w:t xml:space="preserve"> </w:t>
      </w:r>
      <w:r>
        <w:rPr>
          <w:rFonts w:hint="cs"/>
          <w:rtl/>
        </w:rPr>
        <w:t>خلت</w:t>
      </w:r>
      <w:r>
        <w:rPr>
          <w:rtl/>
        </w:rPr>
        <w:t xml:space="preserve"> </w:t>
      </w:r>
      <w:r>
        <w:rPr>
          <w:rFonts w:hint="cs"/>
          <w:rtl/>
        </w:rPr>
        <w:t>سنة</w:t>
      </w:r>
      <w:r>
        <w:rPr>
          <w:rtl/>
        </w:rPr>
        <w:t xml:space="preserve"> </w:t>
      </w:r>
      <w:r>
        <w:rPr>
          <w:rFonts w:hint="cs"/>
          <w:rtl/>
        </w:rPr>
        <w:t>الا</w:t>
      </w:r>
      <w:r>
        <w:rPr>
          <w:rtl/>
        </w:rPr>
        <w:t xml:space="preserve"> ولين</w:t>
      </w:r>
    </w:p>
    <w:p w:rsidR="001F628F" w:rsidRDefault="001F628F" w:rsidP="001F628F">
      <w:pPr>
        <w:pStyle w:val="libNormal"/>
        <w:rPr>
          <w:rtl/>
        </w:rPr>
      </w:pPr>
      <w:r>
        <w:rPr>
          <w:rtl/>
        </w:rPr>
        <w:t xml:space="preserve">5_ گذشتہ اقوام ہميشہ </w:t>
      </w:r>
      <w:r w:rsidR="003D0BA1">
        <w:rPr>
          <w:rtl/>
        </w:rPr>
        <w:t>انبياء</w:t>
      </w:r>
      <w:r>
        <w:rPr>
          <w:rtl/>
        </w:rPr>
        <w:t xml:space="preserve">ے كرام </w:t>
      </w:r>
      <w:r w:rsidR="00367F17" w:rsidRPr="00367F17">
        <w:rPr>
          <w:rStyle w:val="libAlaemChar"/>
          <w:rtl/>
        </w:rPr>
        <w:t xml:space="preserve"> عليه‌السلام </w:t>
      </w:r>
      <w:r>
        <w:rPr>
          <w:rtl/>
        </w:rPr>
        <w:t xml:space="preserve"> كے ساتھ تمسخر و استہزاء كا رويہ اختيار كرتى تھي</w:t>
      </w:r>
      <w:r w:rsidR="00083993">
        <w:rPr>
          <w:rtl/>
        </w:rPr>
        <w:t xml:space="preserve">ں </w:t>
      </w:r>
      <w:r>
        <w:rPr>
          <w:rtl/>
        </w:rPr>
        <w:t>_</w:t>
      </w:r>
    </w:p>
    <w:p w:rsidR="001F628F" w:rsidRDefault="001F628F" w:rsidP="00230FB4">
      <w:pPr>
        <w:pStyle w:val="libArabic"/>
        <w:rPr>
          <w:rtl/>
        </w:rPr>
      </w:pPr>
      <w:r>
        <w:rPr>
          <w:rFonts w:hint="eastAsia"/>
          <w:rtl/>
        </w:rPr>
        <w:t>كانوا</w:t>
      </w:r>
      <w:r>
        <w:rPr>
          <w:rtl/>
        </w:rPr>
        <w:t xml:space="preserve"> ب</w:t>
      </w:r>
      <w:r w:rsidR="00120F63" w:rsidRPr="00ED5DE8">
        <w:rPr>
          <w:rFonts w:hint="cs"/>
          <w:rtl/>
        </w:rPr>
        <w:t>ه</w:t>
      </w:r>
      <w:r>
        <w:rPr>
          <w:rtl/>
        </w:rPr>
        <w:t xml:space="preserve"> </w:t>
      </w:r>
      <w:r>
        <w:rPr>
          <w:rFonts w:hint="cs"/>
          <w:rtl/>
        </w:rPr>
        <w:t>يست</w:t>
      </w:r>
      <w:r w:rsidR="00F21947" w:rsidRPr="00B2551F">
        <w:rPr>
          <w:rFonts w:hint="cs"/>
          <w:rtl/>
        </w:rPr>
        <w:t>ه</w:t>
      </w:r>
      <w:r>
        <w:rPr>
          <w:rFonts w:hint="cs"/>
          <w:rtl/>
        </w:rPr>
        <w:t>زء</w:t>
      </w:r>
      <w:r>
        <w:rPr>
          <w:rtl/>
        </w:rPr>
        <w:t xml:space="preserve"> </w:t>
      </w:r>
      <w:r>
        <w:rPr>
          <w:rFonts w:hint="cs"/>
          <w:rtl/>
        </w:rPr>
        <w:t>ون</w:t>
      </w:r>
      <w:r>
        <w:rPr>
          <w:rtl/>
        </w:rPr>
        <w:t xml:space="preserve"> ... </w:t>
      </w:r>
      <w:r>
        <w:rPr>
          <w:rFonts w:hint="cs"/>
          <w:rtl/>
        </w:rPr>
        <w:t>و</w:t>
      </w:r>
      <w:r>
        <w:rPr>
          <w:rtl/>
        </w:rPr>
        <w:t xml:space="preserve"> </w:t>
      </w:r>
      <w:r>
        <w:rPr>
          <w:rFonts w:hint="cs"/>
          <w:rtl/>
        </w:rPr>
        <w:t>قد</w:t>
      </w:r>
      <w:r>
        <w:rPr>
          <w:rtl/>
        </w:rPr>
        <w:t xml:space="preserve"> </w:t>
      </w:r>
      <w:r>
        <w:rPr>
          <w:rFonts w:hint="cs"/>
          <w:rtl/>
        </w:rPr>
        <w:t>خلت</w:t>
      </w:r>
      <w:r>
        <w:rPr>
          <w:rtl/>
        </w:rPr>
        <w:t xml:space="preserve"> </w:t>
      </w:r>
      <w:r>
        <w:rPr>
          <w:rFonts w:hint="cs"/>
          <w:rtl/>
        </w:rPr>
        <w:t>سنة</w:t>
      </w:r>
      <w:r>
        <w:rPr>
          <w:rtl/>
        </w:rPr>
        <w:t xml:space="preserve"> </w:t>
      </w:r>
      <w:r>
        <w:rPr>
          <w:rFonts w:hint="cs"/>
          <w:rtl/>
        </w:rPr>
        <w:t>الا</w:t>
      </w:r>
      <w:r>
        <w:rPr>
          <w:rtl/>
        </w:rPr>
        <w:t xml:space="preserve"> ولين</w:t>
      </w:r>
    </w:p>
    <w:p w:rsidR="001F628F" w:rsidRDefault="001F628F" w:rsidP="001F628F">
      <w:pPr>
        <w:pStyle w:val="libNormal"/>
        <w:rPr>
          <w:rtl/>
        </w:rPr>
      </w:pPr>
      <w:r>
        <w:rPr>
          <w:rtl/>
        </w:rPr>
        <w:t>6_</w:t>
      </w:r>
      <w:r w:rsidR="003D0BA1">
        <w:rPr>
          <w:rtl/>
        </w:rPr>
        <w:t>انبياء</w:t>
      </w:r>
      <w:r>
        <w:rPr>
          <w:rtl/>
        </w:rPr>
        <w:t>ے الہى كے مقابلے مي</w:t>
      </w:r>
      <w:r w:rsidR="00083993">
        <w:rPr>
          <w:rtl/>
        </w:rPr>
        <w:t xml:space="preserve">ں </w:t>
      </w:r>
      <w:r>
        <w:rPr>
          <w:rtl/>
        </w:rPr>
        <w:t>سب مجرم اور ناقابل ہدايت قومو</w:t>
      </w:r>
      <w:r w:rsidR="00083993">
        <w:rPr>
          <w:rtl/>
        </w:rPr>
        <w:t xml:space="preserve">ں </w:t>
      </w:r>
      <w:r>
        <w:rPr>
          <w:rtl/>
        </w:rPr>
        <w:t>كا رويہ ايك جيسا تھا _</w:t>
      </w:r>
    </w:p>
    <w:p w:rsidR="001F628F" w:rsidRDefault="0021672A" w:rsidP="00230FB4">
      <w:pPr>
        <w:pStyle w:val="libArabic"/>
        <w:rPr>
          <w:rtl/>
        </w:rPr>
      </w:pPr>
      <w:r w:rsidRPr="0021672A">
        <w:rPr>
          <w:rFonts w:hint="eastAsia"/>
          <w:rtl/>
        </w:rPr>
        <w:t>كذالك</w:t>
      </w:r>
      <w:r w:rsidR="001F628F">
        <w:rPr>
          <w:rtl/>
        </w:rPr>
        <w:t xml:space="preserve"> نسلك</w:t>
      </w:r>
      <w:r w:rsidR="00120F63" w:rsidRPr="00ED5DE8">
        <w:rPr>
          <w:rFonts w:hint="cs"/>
          <w:rtl/>
        </w:rPr>
        <w:t>ه</w:t>
      </w:r>
      <w:r w:rsidR="001F628F">
        <w:rPr>
          <w:rtl/>
        </w:rPr>
        <w:t xml:space="preserve"> </w:t>
      </w:r>
      <w:r w:rsidR="001F628F">
        <w:rPr>
          <w:rFonts w:hint="cs"/>
          <w:rtl/>
        </w:rPr>
        <w:t>فى</w:t>
      </w:r>
      <w:r w:rsidR="001F628F">
        <w:rPr>
          <w:rtl/>
        </w:rPr>
        <w:t xml:space="preserve"> </w:t>
      </w:r>
      <w:r w:rsidR="001F628F">
        <w:rPr>
          <w:rFonts w:hint="cs"/>
          <w:rtl/>
        </w:rPr>
        <w:t>قلوب</w:t>
      </w:r>
      <w:r w:rsidR="001F628F">
        <w:rPr>
          <w:rtl/>
        </w:rPr>
        <w:t xml:space="preserve"> </w:t>
      </w:r>
      <w:r w:rsidR="001F628F">
        <w:rPr>
          <w:rFonts w:hint="cs"/>
          <w:rtl/>
        </w:rPr>
        <w:t>المجرمين</w:t>
      </w:r>
      <w:r>
        <w:rPr>
          <w:rFonts w:hint="cs"/>
          <w:rtl/>
        </w:rPr>
        <w:t xml:space="preserve"> </w:t>
      </w:r>
      <w:r w:rsidR="001F628F">
        <w:rPr>
          <w:rFonts w:hint="cs"/>
          <w:rtl/>
        </w:rPr>
        <w:t>لا</w:t>
      </w:r>
      <w:r w:rsidR="001F628F">
        <w:rPr>
          <w:rtl/>
        </w:rPr>
        <w:t xml:space="preserve"> </w:t>
      </w:r>
      <w:r w:rsidR="001F628F">
        <w:rPr>
          <w:rFonts w:hint="cs"/>
          <w:rtl/>
        </w:rPr>
        <w:t>يو</w:t>
      </w:r>
      <w:r w:rsidR="001F628F">
        <w:rPr>
          <w:rtl/>
        </w:rPr>
        <w:t xml:space="preserve"> </w:t>
      </w:r>
      <w:r w:rsidR="001F628F">
        <w:rPr>
          <w:rFonts w:hint="cs"/>
          <w:rtl/>
        </w:rPr>
        <w:t>منون</w:t>
      </w:r>
      <w:r w:rsidR="001F628F">
        <w:rPr>
          <w:rtl/>
        </w:rPr>
        <w:t xml:space="preserve"> </w:t>
      </w:r>
      <w:r w:rsidR="001F628F">
        <w:rPr>
          <w:rFonts w:hint="cs"/>
          <w:rtl/>
        </w:rPr>
        <w:t>ب</w:t>
      </w:r>
      <w:r w:rsidR="00120F63" w:rsidRPr="00ED5DE8">
        <w:rPr>
          <w:rFonts w:hint="cs"/>
          <w:rtl/>
        </w:rPr>
        <w:t>ه</w:t>
      </w:r>
      <w:r w:rsidR="001F628F">
        <w:rPr>
          <w:rtl/>
        </w:rPr>
        <w:t xml:space="preserve"> </w:t>
      </w:r>
      <w:r w:rsidR="001F628F">
        <w:rPr>
          <w:rFonts w:hint="cs"/>
          <w:rtl/>
        </w:rPr>
        <w:t>قد</w:t>
      </w:r>
      <w:r w:rsidR="001F628F">
        <w:rPr>
          <w:rtl/>
        </w:rPr>
        <w:t xml:space="preserve"> </w:t>
      </w:r>
      <w:r w:rsidR="001F628F">
        <w:rPr>
          <w:rFonts w:hint="cs"/>
          <w:rtl/>
        </w:rPr>
        <w:t>خلت</w:t>
      </w:r>
      <w:r w:rsidR="001F628F">
        <w:rPr>
          <w:rtl/>
        </w:rPr>
        <w:t xml:space="preserve"> </w:t>
      </w:r>
      <w:r w:rsidR="001F628F">
        <w:rPr>
          <w:rFonts w:hint="cs"/>
          <w:rtl/>
        </w:rPr>
        <w:t>سنة</w:t>
      </w:r>
      <w:r w:rsidR="001F628F">
        <w:rPr>
          <w:rtl/>
        </w:rPr>
        <w:t xml:space="preserve"> </w:t>
      </w:r>
      <w:r w:rsidR="001F628F">
        <w:rPr>
          <w:rFonts w:hint="cs"/>
          <w:rtl/>
        </w:rPr>
        <w:t>الا</w:t>
      </w:r>
      <w:r w:rsidR="001F628F">
        <w:rPr>
          <w:rtl/>
        </w:rPr>
        <w:t xml:space="preserve"> ولين</w:t>
      </w:r>
    </w:p>
    <w:p w:rsidR="00230FB4" w:rsidRDefault="001E7F9D" w:rsidP="00F73EDE">
      <w:pPr>
        <w:pStyle w:val="libPoemTini"/>
        <w:rPr>
          <w:rtl/>
        </w:rPr>
      </w:pPr>
      <w:r>
        <w:rPr>
          <w:rtl/>
        </w:rPr>
        <w:br w:type="page"/>
      </w:r>
    </w:p>
    <w:p w:rsidR="001F628F" w:rsidRDefault="001F628F" w:rsidP="00230FB4">
      <w:pPr>
        <w:pStyle w:val="libNormal"/>
        <w:rPr>
          <w:rtl/>
        </w:rPr>
      </w:pPr>
      <w:r>
        <w:rPr>
          <w:rtl/>
        </w:rPr>
        <w:lastRenderedPageBreak/>
        <w:t>7_گناہگار اور ناقابل ہدايت اقوام و لوگو</w:t>
      </w:r>
      <w:r w:rsidR="00083993">
        <w:rPr>
          <w:rtl/>
        </w:rPr>
        <w:t xml:space="preserve">ں </w:t>
      </w:r>
      <w:r>
        <w:rPr>
          <w:rtl/>
        </w:rPr>
        <w:t>كى ہلاكت و نابودى ،سنن الہى مي</w:t>
      </w:r>
      <w:r w:rsidR="00083993">
        <w:rPr>
          <w:rtl/>
        </w:rPr>
        <w:t xml:space="preserve">ں </w:t>
      </w:r>
      <w:r>
        <w:rPr>
          <w:rtl/>
        </w:rPr>
        <w:t>سے ہے_</w:t>
      </w:r>
    </w:p>
    <w:p w:rsidR="001F628F" w:rsidRDefault="001F628F" w:rsidP="00230FB4">
      <w:pPr>
        <w:pStyle w:val="libArabic"/>
        <w:rPr>
          <w:rtl/>
        </w:rPr>
      </w:pPr>
      <w:r>
        <w:rPr>
          <w:rFonts w:hint="eastAsia"/>
          <w:rtl/>
        </w:rPr>
        <w:t>لا</w:t>
      </w:r>
      <w:r>
        <w:rPr>
          <w:rtl/>
        </w:rPr>
        <w:t xml:space="preserve"> يو منون ب</w:t>
      </w:r>
      <w:r w:rsidR="00120F63" w:rsidRPr="00ED5DE8">
        <w:rPr>
          <w:rFonts w:hint="cs"/>
          <w:rtl/>
        </w:rPr>
        <w:t>ه</w:t>
      </w:r>
      <w:r>
        <w:rPr>
          <w:rtl/>
        </w:rPr>
        <w:t xml:space="preserve"> </w:t>
      </w:r>
      <w:r>
        <w:rPr>
          <w:rFonts w:hint="cs"/>
          <w:rtl/>
        </w:rPr>
        <w:t>و</w:t>
      </w:r>
      <w:r>
        <w:rPr>
          <w:rtl/>
        </w:rPr>
        <w:t xml:space="preserve"> </w:t>
      </w:r>
      <w:r>
        <w:rPr>
          <w:rFonts w:hint="cs"/>
          <w:rtl/>
        </w:rPr>
        <w:t>قد</w:t>
      </w:r>
      <w:r>
        <w:rPr>
          <w:rtl/>
        </w:rPr>
        <w:t xml:space="preserve"> </w:t>
      </w:r>
      <w:r>
        <w:rPr>
          <w:rFonts w:hint="cs"/>
          <w:rtl/>
        </w:rPr>
        <w:t>خلت</w:t>
      </w:r>
      <w:r>
        <w:rPr>
          <w:rtl/>
        </w:rPr>
        <w:t xml:space="preserve"> </w:t>
      </w:r>
      <w:r>
        <w:rPr>
          <w:rFonts w:hint="cs"/>
          <w:rtl/>
        </w:rPr>
        <w:t>سنة</w:t>
      </w:r>
      <w:r>
        <w:rPr>
          <w:rtl/>
        </w:rPr>
        <w:t xml:space="preserve"> </w:t>
      </w:r>
      <w:r>
        <w:rPr>
          <w:rFonts w:hint="cs"/>
          <w:rtl/>
        </w:rPr>
        <w:t>الا</w:t>
      </w:r>
      <w:r>
        <w:rPr>
          <w:rtl/>
        </w:rPr>
        <w:t xml:space="preserve"> ولين</w:t>
      </w:r>
    </w:p>
    <w:p w:rsidR="001F628F" w:rsidRDefault="001F628F" w:rsidP="001F628F">
      <w:pPr>
        <w:pStyle w:val="libNormal"/>
        <w:rPr>
          <w:rtl/>
        </w:rPr>
      </w:pPr>
      <w:r>
        <w:rPr>
          <w:rFonts w:hint="eastAsia"/>
          <w:rtl/>
        </w:rPr>
        <w:t>جيسا</w:t>
      </w:r>
      <w:r>
        <w:rPr>
          <w:rtl/>
        </w:rPr>
        <w:t xml:space="preserve"> كہ مفسّرين نے احتمال ديا ہے كہ ''سنة'' سے مراد ہو سكتا ہے ناقابل ہدايت اقوام كى ہلاكت و نابودى كى سنت ہو_</w:t>
      </w:r>
    </w:p>
    <w:p w:rsidR="001F628F" w:rsidRDefault="001F628F" w:rsidP="001F628F">
      <w:pPr>
        <w:pStyle w:val="libNormal"/>
        <w:rPr>
          <w:rtl/>
        </w:rPr>
      </w:pPr>
      <w:r>
        <w:rPr>
          <w:rtl/>
        </w:rPr>
        <w:t>8_كفار مكہ كے تمسخر اميز رويے كے مقابلے مي</w:t>
      </w:r>
      <w:r w:rsidR="00083993">
        <w:rPr>
          <w:rtl/>
        </w:rPr>
        <w:t xml:space="preserve">ں </w:t>
      </w:r>
      <w:r>
        <w:rPr>
          <w:rtl/>
        </w:rPr>
        <w:t xml:space="preserve">خداوند متعال كا پيغمبر اكرم </w:t>
      </w:r>
      <w:r w:rsidR="00F031CD" w:rsidRPr="00F031CD">
        <w:rPr>
          <w:rStyle w:val="libAlaemChar"/>
          <w:rtl/>
        </w:rPr>
        <w:t xml:space="preserve"> صلى‌الله‌عليه‌وآله‌وسلم </w:t>
      </w:r>
      <w:r>
        <w:rPr>
          <w:rtl/>
        </w:rPr>
        <w:t xml:space="preserve"> كو تسلى و تشفى دينا _</w:t>
      </w:r>
    </w:p>
    <w:p w:rsidR="001F628F" w:rsidRDefault="001F628F" w:rsidP="00230FB4">
      <w:pPr>
        <w:pStyle w:val="libArabic"/>
        <w:rPr>
          <w:rtl/>
        </w:rPr>
      </w:pPr>
      <w:r>
        <w:rPr>
          <w:rFonts w:hint="eastAsia"/>
          <w:rtl/>
        </w:rPr>
        <w:t>وما</w:t>
      </w:r>
      <w:r>
        <w:rPr>
          <w:rtl/>
        </w:rPr>
        <w:t xml:space="preserve"> يا تي</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رسول</w:t>
      </w:r>
      <w:r>
        <w:rPr>
          <w:rtl/>
        </w:rPr>
        <w:t xml:space="preserve"> </w:t>
      </w:r>
      <w:r>
        <w:rPr>
          <w:rFonts w:hint="cs"/>
          <w:rtl/>
        </w:rPr>
        <w:t>الّا</w:t>
      </w:r>
      <w:r>
        <w:rPr>
          <w:rtl/>
        </w:rPr>
        <w:t xml:space="preserve"> </w:t>
      </w:r>
      <w:r>
        <w:rPr>
          <w:rFonts w:hint="cs"/>
          <w:rtl/>
        </w:rPr>
        <w:t>كانوا</w:t>
      </w:r>
      <w:r>
        <w:rPr>
          <w:rtl/>
        </w:rPr>
        <w:t xml:space="preserve"> </w:t>
      </w:r>
      <w:r>
        <w:rPr>
          <w:rFonts w:hint="cs"/>
          <w:rtl/>
        </w:rPr>
        <w:t>ب</w:t>
      </w:r>
      <w:r w:rsidR="00120F63" w:rsidRPr="00ED5DE8">
        <w:rPr>
          <w:rFonts w:hint="cs"/>
          <w:rtl/>
        </w:rPr>
        <w:t>ه</w:t>
      </w:r>
      <w:r>
        <w:rPr>
          <w:rtl/>
        </w:rPr>
        <w:t xml:space="preserve"> </w:t>
      </w:r>
      <w:r>
        <w:rPr>
          <w:rFonts w:hint="cs"/>
          <w:rtl/>
        </w:rPr>
        <w:t>يست</w:t>
      </w:r>
      <w:r w:rsidR="00F21947" w:rsidRPr="00B2551F">
        <w:rPr>
          <w:rFonts w:hint="cs"/>
          <w:rtl/>
        </w:rPr>
        <w:t>ه</w:t>
      </w:r>
      <w:r>
        <w:rPr>
          <w:rFonts w:hint="cs"/>
          <w:rtl/>
        </w:rPr>
        <w:t>زء</w:t>
      </w:r>
      <w:r>
        <w:rPr>
          <w:rtl/>
        </w:rPr>
        <w:t xml:space="preserve"> </w:t>
      </w:r>
      <w:r>
        <w:rPr>
          <w:rFonts w:hint="cs"/>
          <w:rtl/>
        </w:rPr>
        <w:t>ون</w:t>
      </w:r>
      <w:r>
        <w:rPr>
          <w:rtl/>
        </w:rPr>
        <w:t xml:space="preserve"> </w:t>
      </w:r>
      <w:r w:rsidR="0021672A" w:rsidRPr="0021672A">
        <w:rPr>
          <w:rFonts w:hint="cs"/>
          <w:rtl/>
        </w:rPr>
        <w:t>كذالك</w:t>
      </w:r>
      <w:r>
        <w:rPr>
          <w:rtl/>
        </w:rPr>
        <w:t xml:space="preserve"> </w:t>
      </w:r>
      <w:r>
        <w:rPr>
          <w:rFonts w:hint="cs"/>
          <w:rtl/>
        </w:rPr>
        <w:t>نسلك</w:t>
      </w:r>
      <w:r w:rsidR="00120F63" w:rsidRPr="00ED5DE8">
        <w:rPr>
          <w:rFonts w:hint="cs"/>
          <w:rtl/>
        </w:rPr>
        <w:t>ه</w:t>
      </w:r>
      <w:r>
        <w:rPr>
          <w:rtl/>
        </w:rPr>
        <w:t xml:space="preserve"> </w:t>
      </w:r>
      <w:r>
        <w:rPr>
          <w:rFonts w:hint="cs"/>
          <w:rtl/>
        </w:rPr>
        <w:t>فى</w:t>
      </w:r>
      <w:r>
        <w:rPr>
          <w:rtl/>
        </w:rPr>
        <w:t xml:space="preserve"> </w:t>
      </w:r>
      <w:r>
        <w:rPr>
          <w:rFonts w:hint="cs"/>
          <w:rtl/>
        </w:rPr>
        <w:t>قلوب</w:t>
      </w:r>
      <w:r>
        <w:rPr>
          <w:rtl/>
        </w:rPr>
        <w:t xml:space="preserve"> </w:t>
      </w:r>
      <w:r>
        <w:rPr>
          <w:rFonts w:hint="cs"/>
          <w:rtl/>
        </w:rPr>
        <w:t>المجرمينلا</w:t>
      </w:r>
      <w:r>
        <w:rPr>
          <w:rtl/>
        </w:rPr>
        <w:t xml:space="preserve"> </w:t>
      </w:r>
      <w:r>
        <w:rPr>
          <w:rFonts w:hint="cs"/>
          <w:rtl/>
        </w:rPr>
        <w:t>يو</w:t>
      </w:r>
      <w:r>
        <w:rPr>
          <w:rtl/>
        </w:rPr>
        <w:t xml:space="preserve"> </w:t>
      </w:r>
      <w:r>
        <w:rPr>
          <w:rFonts w:hint="cs"/>
          <w:rtl/>
        </w:rPr>
        <w:t>منون</w:t>
      </w:r>
      <w:r>
        <w:rPr>
          <w:rtl/>
        </w:rPr>
        <w:t xml:space="preserve"> </w:t>
      </w:r>
      <w:r>
        <w:rPr>
          <w:rFonts w:hint="cs"/>
          <w:rtl/>
        </w:rPr>
        <w:t>ب</w:t>
      </w:r>
      <w:r w:rsidR="00120F63" w:rsidRPr="00ED5DE8">
        <w:rPr>
          <w:rFonts w:hint="cs"/>
          <w:rtl/>
        </w:rPr>
        <w:t>ه</w:t>
      </w:r>
      <w:r>
        <w:rPr>
          <w:rtl/>
        </w:rPr>
        <w:t xml:space="preserve"> </w:t>
      </w:r>
      <w:r>
        <w:rPr>
          <w:rFonts w:hint="cs"/>
          <w:rtl/>
        </w:rPr>
        <w:t>و</w:t>
      </w:r>
      <w:r>
        <w:rPr>
          <w:rtl/>
        </w:rPr>
        <w:t xml:space="preserve"> </w:t>
      </w:r>
      <w:r>
        <w:rPr>
          <w:rFonts w:hint="cs"/>
          <w:rtl/>
        </w:rPr>
        <w:t>قد</w:t>
      </w:r>
      <w:r>
        <w:rPr>
          <w:rtl/>
        </w:rPr>
        <w:t xml:space="preserve"> </w:t>
      </w:r>
      <w:r>
        <w:rPr>
          <w:rFonts w:hint="cs"/>
          <w:rtl/>
        </w:rPr>
        <w:t>خلت</w:t>
      </w:r>
      <w:r>
        <w:rPr>
          <w:rtl/>
        </w:rPr>
        <w:t xml:space="preserve"> </w:t>
      </w:r>
      <w:r>
        <w:rPr>
          <w:rFonts w:hint="cs"/>
          <w:rtl/>
        </w:rPr>
        <w:t>سنة</w:t>
      </w:r>
      <w:r>
        <w:rPr>
          <w:rtl/>
        </w:rPr>
        <w:t xml:space="preserve"> </w:t>
      </w:r>
      <w:r>
        <w:rPr>
          <w:rFonts w:hint="cs"/>
          <w:rtl/>
        </w:rPr>
        <w:t>ال</w:t>
      </w:r>
      <w:r>
        <w:rPr>
          <w:rtl/>
        </w:rPr>
        <w:t>ا ولين</w:t>
      </w:r>
    </w:p>
    <w:p w:rsidR="001F628F" w:rsidRDefault="001F628F" w:rsidP="001F628F">
      <w:pPr>
        <w:pStyle w:val="libNormal"/>
        <w:rPr>
          <w:rtl/>
        </w:rPr>
      </w:pPr>
      <w:r>
        <w:rPr>
          <w:rFonts w:hint="eastAsia"/>
          <w:rtl/>
        </w:rPr>
        <w:t>گذشتہ</w:t>
      </w:r>
      <w:r>
        <w:rPr>
          <w:rtl/>
        </w:rPr>
        <w:t xml:space="preserve"> ايات، كفار مكہ كے نبوت پيغمبر اكرم</w:t>
      </w:r>
      <w:r w:rsidR="00F031CD" w:rsidRPr="00F031CD">
        <w:rPr>
          <w:rStyle w:val="libAlaemChar"/>
          <w:rtl/>
        </w:rPr>
        <w:t xml:space="preserve"> صلى‌الله‌عليه‌وآله‌وسلم </w:t>
      </w:r>
      <w:r>
        <w:rPr>
          <w:rtl/>
        </w:rPr>
        <w:t xml:space="preserve"> كے بارے مي</w:t>
      </w:r>
      <w:r w:rsidR="00083993">
        <w:rPr>
          <w:rtl/>
        </w:rPr>
        <w:t xml:space="preserve">ں </w:t>
      </w:r>
      <w:r>
        <w:rPr>
          <w:rtl/>
        </w:rPr>
        <w:t>بغض وعنادپر مبنى رويے كے بارے مي</w:t>
      </w:r>
      <w:r w:rsidR="00083993">
        <w:rPr>
          <w:rtl/>
        </w:rPr>
        <w:t xml:space="preserve">ں </w:t>
      </w:r>
      <w:r>
        <w:rPr>
          <w:rtl/>
        </w:rPr>
        <w:t>تھي</w:t>
      </w:r>
      <w:r w:rsidR="00083993">
        <w:rPr>
          <w:rtl/>
        </w:rPr>
        <w:t xml:space="preserve">ں </w:t>
      </w:r>
      <w:r>
        <w:rPr>
          <w:rtl/>
        </w:rPr>
        <w:t>_جبكہ ان ايات مي</w:t>
      </w:r>
      <w:r w:rsidR="00083993">
        <w:rPr>
          <w:rtl/>
        </w:rPr>
        <w:t xml:space="preserve">ں </w:t>
      </w:r>
      <w:r w:rsidR="003D0BA1">
        <w:rPr>
          <w:rtl/>
        </w:rPr>
        <w:t>انبياء</w:t>
      </w:r>
      <w:r>
        <w:rPr>
          <w:rtl/>
        </w:rPr>
        <w:t xml:space="preserve">ے كرام </w:t>
      </w:r>
      <w:r w:rsidR="00367F17" w:rsidRPr="00367F17">
        <w:rPr>
          <w:rStyle w:val="libAlaemChar"/>
          <w:rtl/>
        </w:rPr>
        <w:t xml:space="preserve"> عليه‌السلام </w:t>
      </w:r>
      <w:r>
        <w:rPr>
          <w:rtl/>
        </w:rPr>
        <w:t xml:space="preserve"> كے ساتھ گذشتہ لوگو</w:t>
      </w:r>
      <w:r w:rsidR="00083993">
        <w:rPr>
          <w:rtl/>
        </w:rPr>
        <w:t xml:space="preserve">ں </w:t>
      </w:r>
      <w:r>
        <w:rPr>
          <w:rtl/>
        </w:rPr>
        <w:t>كے رويے كى وضاحت كى جارہى ہے _يہ شايد مذكورہ مطلب كى وجہ سے ہو_</w:t>
      </w:r>
    </w:p>
    <w:p w:rsidR="001F628F" w:rsidRDefault="001F628F" w:rsidP="00230FB4">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تسلى و تشفى 8;انحضرت </w:t>
      </w:r>
      <w:r w:rsidR="00F031CD" w:rsidRPr="00F031CD">
        <w:rPr>
          <w:rStyle w:val="libAlaemChar"/>
          <w:rtl/>
        </w:rPr>
        <w:t xml:space="preserve"> صلى‌الله‌عليه‌وآله‌وسلم </w:t>
      </w:r>
      <w:r>
        <w:rPr>
          <w:rtl/>
        </w:rPr>
        <w:t xml:space="preserve"> كے ساتھ استہزاء 8</w:t>
      </w:r>
    </w:p>
    <w:p w:rsidR="001F628F" w:rsidRDefault="001F628F" w:rsidP="00230FB4">
      <w:pPr>
        <w:pStyle w:val="libNormal"/>
        <w:rPr>
          <w:rtl/>
        </w:rPr>
      </w:pPr>
      <w:r>
        <w:rPr>
          <w:rFonts w:hint="eastAsia"/>
          <w:rtl/>
        </w:rPr>
        <w:t>ايات</w:t>
      </w:r>
      <w:r>
        <w:rPr>
          <w:rtl/>
        </w:rPr>
        <w:t xml:space="preserve"> خدا :</w:t>
      </w:r>
      <w:r>
        <w:rPr>
          <w:rFonts w:hint="eastAsia"/>
          <w:rtl/>
        </w:rPr>
        <w:t>ايات</w:t>
      </w:r>
      <w:r>
        <w:rPr>
          <w:rtl/>
        </w:rPr>
        <w:t xml:space="preserve"> خداكو جھٹلانے والے 4</w:t>
      </w:r>
    </w:p>
    <w:p w:rsidR="001F628F" w:rsidRDefault="001F628F" w:rsidP="00230FB4">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كے ساتھ استہزائ5</w:t>
      </w:r>
    </w:p>
    <w:p w:rsidR="001F628F" w:rsidRDefault="001F628F" w:rsidP="00230FB4">
      <w:pPr>
        <w:pStyle w:val="libNormal"/>
        <w:rPr>
          <w:rtl/>
        </w:rPr>
      </w:pPr>
      <w:r>
        <w:rPr>
          <w:rFonts w:hint="eastAsia"/>
          <w:rtl/>
        </w:rPr>
        <w:t>تبليغ</w:t>
      </w:r>
      <w:r>
        <w:rPr>
          <w:rtl/>
        </w:rPr>
        <w:t xml:space="preserve"> :</w:t>
      </w:r>
      <w:r>
        <w:rPr>
          <w:rFonts w:hint="eastAsia"/>
          <w:rtl/>
        </w:rPr>
        <w:t>تبليغ</w:t>
      </w:r>
      <w:r>
        <w:rPr>
          <w:rtl/>
        </w:rPr>
        <w:t xml:space="preserve"> كى شرائط 3;افات تبليغ كى شناخت 3</w:t>
      </w:r>
    </w:p>
    <w:p w:rsidR="001F628F" w:rsidRDefault="001F628F" w:rsidP="00230FB4">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2;الله تعالى كے سنن 7</w:t>
      </w:r>
    </w:p>
    <w:p w:rsidR="001F628F" w:rsidRDefault="001F628F" w:rsidP="00230FB4">
      <w:pPr>
        <w:pStyle w:val="libNormal"/>
        <w:rPr>
          <w:rtl/>
        </w:rPr>
      </w:pPr>
      <w:r>
        <w:rPr>
          <w:rFonts w:hint="eastAsia"/>
          <w:rtl/>
        </w:rPr>
        <w:t>قران</w:t>
      </w:r>
      <w:r>
        <w:rPr>
          <w:rtl/>
        </w:rPr>
        <w:t xml:space="preserve"> كريم :</w:t>
      </w:r>
      <w:r>
        <w:rPr>
          <w:rFonts w:hint="eastAsia"/>
          <w:rtl/>
        </w:rPr>
        <w:t>قران</w:t>
      </w:r>
      <w:r>
        <w:rPr>
          <w:rtl/>
        </w:rPr>
        <w:t xml:space="preserve"> كريم كے منكرلوگ 1</w:t>
      </w:r>
    </w:p>
    <w:p w:rsidR="001F628F" w:rsidRDefault="001F628F" w:rsidP="00230FB4">
      <w:pPr>
        <w:pStyle w:val="libNormal"/>
        <w:rPr>
          <w:rtl/>
        </w:rPr>
      </w:pPr>
      <w:r>
        <w:rPr>
          <w:rFonts w:hint="eastAsia"/>
          <w:rtl/>
        </w:rPr>
        <w:t>كفار</w:t>
      </w:r>
      <w:r>
        <w:rPr>
          <w:rtl/>
        </w:rPr>
        <w:t xml:space="preserve"> :</w:t>
      </w:r>
      <w:r>
        <w:rPr>
          <w:rFonts w:hint="eastAsia"/>
          <w:rtl/>
        </w:rPr>
        <w:t>كفار</w:t>
      </w:r>
      <w:r>
        <w:rPr>
          <w:rtl/>
        </w:rPr>
        <w:t xml:space="preserve"> كے دل مي</w:t>
      </w:r>
      <w:r w:rsidR="00083993">
        <w:rPr>
          <w:rtl/>
        </w:rPr>
        <w:t xml:space="preserve">ں </w:t>
      </w:r>
      <w:r>
        <w:rPr>
          <w:rtl/>
        </w:rPr>
        <w:t>قران كا القا 2</w:t>
      </w:r>
    </w:p>
    <w:p w:rsidR="001F628F" w:rsidRDefault="001F628F" w:rsidP="00230FB4">
      <w:pPr>
        <w:pStyle w:val="libNormal"/>
        <w:rPr>
          <w:rtl/>
        </w:rPr>
      </w:pPr>
      <w:r>
        <w:rPr>
          <w:rFonts w:hint="eastAsia"/>
          <w:rtl/>
        </w:rPr>
        <w:t>كفار</w:t>
      </w:r>
      <w:r>
        <w:rPr>
          <w:rtl/>
        </w:rPr>
        <w:t xml:space="preserve"> مكہ :</w:t>
      </w:r>
      <w:r>
        <w:rPr>
          <w:rFonts w:hint="eastAsia"/>
          <w:rtl/>
        </w:rPr>
        <w:t>كفار</w:t>
      </w:r>
      <w:r>
        <w:rPr>
          <w:rtl/>
        </w:rPr>
        <w:t xml:space="preserve"> مكہ كا استہزاء كرنا 8;كفار مكہ اور قران 2;كفار مكہ كا كفر 1;كفار مكہ كى ہٹ دھرمى 1</w:t>
      </w:r>
    </w:p>
    <w:p w:rsidR="001F628F" w:rsidRDefault="001F628F" w:rsidP="00230FB4">
      <w:pPr>
        <w:pStyle w:val="libNormal"/>
        <w:rPr>
          <w:rtl/>
        </w:rPr>
      </w:pPr>
      <w:r>
        <w:rPr>
          <w:rFonts w:hint="eastAsia"/>
          <w:rtl/>
        </w:rPr>
        <w:t>گذشتہ</w:t>
      </w:r>
      <w:r>
        <w:rPr>
          <w:rtl/>
        </w:rPr>
        <w:t xml:space="preserve"> اقوام :</w:t>
      </w:r>
      <w:r>
        <w:rPr>
          <w:rFonts w:hint="eastAsia"/>
          <w:rtl/>
        </w:rPr>
        <w:t>گذشتہ</w:t>
      </w:r>
      <w:r>
        <w:rPr>
          <w:rtl/>
        </w:rPr>
        <w:t xml:space="preserve"> اقوام كا كفر 4;گذشتہ اقوام كاناقابل ہدايت ہونا 4;گذشتہ اقوام كے استہزاء 5;گذشتہ اقوام كے رويے 5</w:t>
      </w:r>
    </w:p>
    <w:p w:rsidR="001F628F" w:rsidRDefault="001F628F" w:rsidP="00230FB4">
      <w:pPr>
        <w:pStyle w:val="libNormal"/>
        <w:rPr>
          <w:rtl/>
        </w:rPr>
      </w:pPr>
      <w:r>
        <w:rPr>
          <w:rFonts w:hint="eastAsia"/>
          <w:rtl/>
        </w:rPr>
        <w:t>گناہگار</w:t>
      </w:r>
      <w:r>
        <w:rPr>
          <w:rtl/>
        </w:rPr>
        <w:t xml:space="preserve"> لوگ :</w:t>
      </w:r>
      <w:r>
        <w:rPr>
          <w:rFonts w:hint="eastAsia"/>
          <w:rtl/>
        </w:rPr>
        <w:t>گناہگارو</w:t>
      </w:r>
      <w:r w:rsidR="00083993">
        <w:rPr>
          <w:rFonts w:hint="eastAsia"/>
          <w:rtl/>
        </w:rPr>
        <w:t xml:space="preserve">ں </w:t>
      </w:r>
      <w:r>
        <w:rPr>
          <w:rtl/>
        </w:rPr>
        <w:t>كے ساتھ رويے كا طريقہ 6; گناہگارو</w:t>
      </w:r>
      <w:r w:rsidR="00083993">
        <w:rPr>
          <w:rtl/>
        </w:rPr>
        <w:t xml:space="preserve">ں </w:t>
      </w:r>
      <w:r>
        <w:rPr>
          <w:rtl/>
        </w:rPr>
        <w:t>مي</w:t>
      </w:r>
      <w:r w:rsidR="00083993">
        <w:rPr>
          <w:rtl/>
        </w:rPr>
        <w:t xml:space="preserve">ں </w:t>
      </w:r>
      <w:r>
        <w:rPr>
          <w:rtl/>
        </w:rPr>
        <w:t>ہم اہنگى 6</w:t>
      </w:r>
    </w:p>
    <w:p w:rsidR="001F628F" w:rsidRDefault="001F628F" w:rsidP="00230FB4">
      <w:pPr>
        <w:pStyle w:val="libNormal"/>
        <w:rPr>
          <w:rtl/>
        </w:rPr>
      </w:pPr>
      <w:r>
        <w:rPr>
          <w:rFonts w:hint="eastAsia"/>
          <w:rtl/>
        </w:rPr>
        <w:t>ناقابل</w:t>
      </w:r>
      <w:r>
        <w:rPr>
          <w:rtl/>
        </w:rPr>
        <w:t xml:space="preserve"> ہدايت لوگ :</w:t>
      </w:r>
      <w:r>
        <w:rPr>
          <w:rFonts w:hint="eastAsia"/>
          <w:rtl/>
        </w:rPr>
        <w:t>ناقابل</w:t>
      </w:r>
      <w:r>
        <w:rPr>
          <w:rtl/>
        </w:rPr>
        <w:t xml:space="preserve"> ہدايت لوگ اور انبياء 6;ناقابل ہدايت لوگو</w:t>
      </w:r>
      <w:r w:rsidR="00083993">
        <w:rPr>
          <w:rtl/>
        </w:rPr>
        <w:t xml:space="preserve">ں </w:t>
      </w:r>
      <w:r>
        <w:rPr>
          <w:rtl/>
        </w:rPr>
        <w:t>كى ہلاكت7;ناقابل ہدايت لوگو</w:t>
      </w:r>
      <w:r w:rsidR="00083993">
        <w:rPr>
          <w:rtl/>
        </w:rPr>
        <w:t xml:space="preserve">ں </w:t>
      </w:r>
      <w:r>
        <w:rPr>
          <w:rtl/>
        </w:rPr>
        <w:t>كے ساتھ رويئے كا طريقہ 6; ناقابل ہدايت لوگو</w:t>
      </w:r>
      <w:r w:rsidR="00083993">
        <w:rPr>
          <w:rtl/>
        </w:rPr>
        <w:t xml:space="preserve">ں </w:t>
      </w:r>
      <w:r>
        <w:rPr>
          <w:rtl/>
        </w:rPr>
        <w:t>كے درميان توافق 6</w:t>
      </w:r>
    </w:p>
    <w:p w:rsidR="00230FB4" w:rsidRPr="00B2551F" w:rsidRDefault="00230FB4" w:rsidP="00B2551F">
      <w:pPr>
        <w:pStyle w:val="libPoemTini"/>
        <w:rPr>
          <w:rtl/>
        </w:rPr>
      </w:pPr>
      <w:r>
        <w:rPr>
          <w:rtl/>
        </w:rPr>
        <w:br w:type="page"/>
      </w:r>
    </w:p>
    <w:p w:rsidR="00230FB4" w:rsidRDefault="00230FB4" w:rsidP="001F628F">
      <w:pPr>
        <w:pStyle w:val="libNormal"/>
        <w:rPr>
          <w:rtl/>
        </w:rPr>
      </w:pPr>
    </w:p>
    <w:p w:rsidR="001F628F" w:rsidRDefault="00E260F9" w:rsidP="001F628F">
      <w:pPr>
        <w:pStyle w:val="libNormal"/>
        <w:rPr>
          <w:rtl/>
        </w:rPr>
      </w:pPr>
      <w:r w:rsidRPr="00E260F9">
        <w:rPr>
          <w:rStyle w:val="libAlaemChar"/>
          <w:rFonts w:hint="eastAsia"/>
          <w:rtl/>
        </w:rPr>
        <w:t>(</w:t>
      </w:r>
      <w:r w:rsidRPr="00230FB4">
        <w:rPr>
          <w:rStyle w:val="libAieChar"/>
          <w:rFonts w:hint="eastAsia"/>
          <w:rtl/>
        </w:rPr>
        <w:t>لَقَالُواْ</w:t>
      </w:r>
      <w:r w:rsidRPr="00230FB4">
        <w:rPr>
          <w:rStyle w:val="libAieChar"/>
          <w:rtl/>
        </w:rPr>
        <w:t xml:space="preserve"> إِنَّمَا سُكِّرَتْ أَبْصَارُنَا بَلْ نَحْنُ قَوْمٌ مَّسْحُورُونَ</w:t>
      </w:r>
      <w:r w:rsidRPr="00E260F9">
        <w:rPr>
          <w:rStyle w:val="libAlaemChar"/>
          <w:rFonts w:hint="eastAsia"/>
          <w:rtl/>
        </w:rPr>
        <w:t>)</w:t>
      </w:r>
      <w:r w:rsidR="001F628F">
        <w:rPr>
          <w:rtl/>
        </w:rPr>
        <w:t xml:space="preserve"> (١٥) </w:t>
      </w:r>
    </w:p>
    <w:p w:rsidR="001F628F" w:rsidRDefault="00E260F9" w:rsidP="001F628F">
      <w:pPr>
        <w:pStyle w:val="libNormal"/>
        <w:rPr>
          <w:rtl/>
        </w:rPr>
      </w:pPr>
      <w:r w:rsidRPr="00E260F9">
        <w:rPr>
          <w:rStyle w:val="libAlaemChar"/>
          <w:rFonts w:hint="eastAsia"/>
          <w:rtl/>
        </w:rPr>
        <w:t>(</w:t>
      </w:r>
      <w:r w:rsidRPr="00230FB4">
        <w:rPr>
          <w:rStyle w:val="libAieChar"/>
          <w:rFonts w:hint="eastAsia"/>
          <w:rtl/>
        </w:rPr>
        <w:t>وَلَقَدْ</w:t>
      </w:r>
      <w:r w:rsidRPr="00230FB4">
        <w:rPr>
          <w:rStyle w:val="libAieChar"/>
          <w:rtl/>
        </w:rPr>
        <w:t xml:space="preserve"> جَعَلْنَا فِي السَّمَاء بُرُوجاً وَزَيَّنَّاهَا لِلنَّاظِرِينَ</w:t>
      </w:r>
      <w:r w:rsidRPr="00E260F9">
        <w:rPr>
          <w:rStyle w:val="libAlaemChar"/>
          <w:rFonts w:hint="eastAsia"/>
          <w:rtl/>
        </w:rPr>
        <w:t>)</w:t>
      </w:r>
      <w:r w:rsidR="001F628F">
        <w:rPr>
          <w:rtl/>
        </w:rPr>
        <w:t xml:space="preserve"> (١٦) </w:t>
      </w:r>
    </w:p>
    <w:p w:rsidR="001F628F" w:rsidRDefault="00E260F9" w:rsidP="001F628F">
      <w:pPr>
        <w:pStyle w:val="libNormal"/>
        <w:rPr>
          <w:rtl/>
        </w:rPr>
      </w:pPr>
      <w:r w:rsidRPr="00E260F9">
        <w:rPr>
          <w:rStyle w:val="libAlaemChar"/>
          <w:rFonts w:hint="eastAsia"/>
          <w:rtl/>
        </w:rPr>
        <w:t>(</w:t>
      </w:r>
      <w:r w:rsidRPr="00230FB4">
        <w:rPr>
          <w:rStyle w:val="libAieChar"/>
          <w:rFonts w:hint="eastAsia"/>
          <w:rtl/>
        </w:rPr>
        <w:t>وَحَفِظْنَاهَا</w:t>
      </w:r>
      <w:r w:rsidRPr="00230FB4">
        <w:rPr>
          <w:rStyle w:val="libAieChar"/>
          <w:rtl/>
        </w:rPr>
        <w:t xml:space="preserve"> مِن كُلِّ شَيْطَانٍ رَّجِيمٍ</w:t>
      </w:r>
      <w:r w:rsidRPr="00E260F9">
        <w:rPr>
          <w:rStyle w:val="libAlaemChar"/>
          <w:rFonts w:hint="eastAsia"/>
          <w:rtl/>
        </w:rPr>
        <w:t>)</w:t>
      </w:r>
      <w:r w:rsidR="001F628F">
        <w:rPr>
          <w:rtl/>
        </w:rPr>
        <w:t xml:space="preserve"> (١٧) </w:t>
      </w:r>
    </w:p>
    <w:p w:rsidR="001F628F" w:rsidRDefault="00E260F9" w:rsidP="001F628F">
      <w:pPr>
        <w:pStyle w:val="libNormal"/>
        <w:rPr>
          <w:rtl/>
        </w:rPr>
      </w:pPr>
      <w:r w:rsidRPr="00E260F9">
        <w:rPr>
          <w:rStyle w:val="libAlaemChar"/>
          <w:rFonts w:hint="eastAsia"/>
          <w:rtl/>
        </w:rPr>
        <w:t>(</w:t>
      </w:r>
      <w:r w:rsidRPr="00230FB4">
        <w:rPr>
          <w:rStyle w:val="libAieChar"/>
          <w:rFonts w:hint="eastAsia"/>
          <w:rtl/>
        </w:rPr>
        <w:t>إِلاَّ</w:t>
      </w:r>
      <w:r w:rsidRPr="00230FB4">
        <w:rPr>
          <w:rStyle w:val="libAieChar"/>
          <w:rtl/>
        </w:rPr>
        <w:t xml:space="preserve"> مَنِ اسْتَرَقَ السَّمْعَ فَأَتْبَعَهُ شِهَابٌ مُّبِينٌ</w:t>
      </w:r>
      <w:r w:rsidRPr="00E260F9">
        <w:rPr>
          <w:rStyle w:val="libAlaemChar"/>
          <w:rFonts w:hint="eastAsia"/>
          <w:rtl/>
        </w:rPr>
        <w:t>)</w:t>
      </w:r>
      <w:r w:rsidR="001F628F">
        <w:rPr>
          <w:rtl/>
        </w:rPr>
        <w:t xml:space="preserve"> (١٨) </w:t>
      </w:r>
    </w:p>
    <w:p w:rsidR="001F628F" w:rsidRDefault="00E260F9" w:rsidP="001F628F">
      <w:pPr>
        <w:pStyle w:val="libNormal"/>
        <w:rPr>
          <w:rtl/>
        </w:rPr>
      </w:pPr>
      <w:r w:rsidRPr="00E260F9">
        <w:rPr>
          <w:rStyle w:val="libAlaemChar"/>
          <w:rFonts w:hint="eastAsia"/>
          <w:rtl/>
        </w:rPr>
        <w:t>(</w:t>
      </w:r>
      <w:r w:rsidRPr="00230FB4">
        <w:rPr>
          <w:rStyle w:val="libAieChar"/>
          <w:rFonts w:hint="eastAsia"/>
          <w:rtl/>
        </w:rPr>
        <w:t>وَالأَرْضَ</w:t>
      </w:r>
      <w:r w:rsidRPr="00230FB4">
        <w:rPr>
          <w:rStyle w:val="libAieChar"/>
          <w:rtl/>
        </w:rPr>
        <w:t xml:space="preserve"> مَدَدْنَاهَا وَأَلْقَيْنَا فِيهَا رَوَاسِيَ وَأَنبَتْنَا فِيهَا مِن كُلِّ شَيْءٍ مَّوْزُونٍ</w:t>
      </w:r>
      <w:r w:rsidRPr="00E260F9">
        <w:rPr>
          <w:rStyle w:val="libAlaemChar"/>
          <w:rFonts w:hint="eastAsia"/>
          <w:rtl/>
        </w:rPr>
        <w:t>)</w:t>
      </w:r>
      <w:r w:rsidR="001F628F">
        <w:rPr>
          <w:rtl/>
        </w:rPr>
        <w:t xml:space="preserve"> (١٩) </w:t>
      </w:r>
    </w:p>
    <w:p w:rsidR="001F628F" w:rsidRDefault="00E260F9" w:rsidP="001F628F">
      <w:pPr>
        <w:pStyle w:val="libNormal"/>
        <w:rPr>
          <w:rtl/>
        </w:rPr>
      </w:pPr>
      <w:r w:rsidRPr="00E260F9">
        <w:rPr>
          <w:rStyle w:val="libAlaemChar"/>
          <w:rFonts w:hint="eastAsia"/>
          <w:rtl/>
        </w:rPr>
        <w:t>(</w:t>
      </w:r>
      <w:r w:rsidRPr="00230FB4">
        <w:rPr>
          <w:rStyle w:val="libAieChar"/>
          <w:rFonts w:hint="eastAsia"/>
          <w:rtl/>
        </w:rPr>
        <w:t>وَجَعَلْنَا</w:t>
      </w:r>
      <w:r w:rsidRPr="00230FB4">
        <w:rPr>
          <w:rStyle w:val="libAieChar"/>
          <w:rtl/>
        </w:rPr>
        <w:t xml:space="preserve"> لَكُمْ فِيهَا مَعَايِشَ وَمَن لَّسْتُمْ لَهُ بِرَازِقِينَ</w:t>
      </w:r>
      <w:r w:rsidRPr="00E260F9">
        <w:rPr>
          <w:rStyle w:val="libAlaemChar"/>
          <w:rFonts w:hint="eastAsia"/>
          <w:rtl/>
        </w:rPr>
        <w:t>)</w:t>
      </w:r>
      <w:r w:rsidR="001F628F">
        <w:rPr>
          <w:rtl/>
        </w:rPr>
        <w:t xml:space="preserve"> (٢٠) </w:t>
      </w:r>
    </w:p>
    <w:p w:rsidR="00230FB4" w:rsidRDefault="001E7F9D" w:rsidP="00F73EDE">
      <w:pPr>
        <w:pStyle w:val="libPoemTini"/>
        <w:rPr>
          <w:rtl/>
        </w:rPr>
      </w:pPr>
      <w:r>
        <w:rPr>
          <w:rtl/>
        </w:rPr>
        <w:br w:type="page"/>
      </w:r>
    </w:p>
    <w:p w:rsidR="00230FB4" w:rsidRDefault="00230FB4" w:rsidP="00230FB4">
      <w:pPr>
        <w:pStyle w:val="Heading2Center"/>
        <w:rPr>
          <w:rtl/>
        </w:rPr>
      </w:pPr>
      <w:bookmarkStart w:id="67" w:name="_Toc28081745"/>
      <w:r>
        <w:rPr>
          <w:rFonts w:hint="cs"/>
          <w:rtl/>
        </w:rPr>
        <w:lastRenderedPageBreak/>
        <w:t>آیت 21</w:t>
      </w:r>
      <w:bookmarkEnd w:id="67"/>
    </w:p>
    <w:p w:rsidR="001F628F" w:rsidRDefault="00E260F9" w:rsidP="00230FB4">
      <w:pPr>
        <w:pStyle w:val="libNormal"/>
        <w:rPr>
          <w:rtl/>
        </w:rPr>
      </w:pPr>
      <w:r w:rsidRPr="00E260F9">
        <w:rPr>
          <w:rStyle w:val="libAlaemChar"/>
          <w:rFonts w:hint="eastAsia"/>
          <w:rtl/>
        </w:rPr>
        <w:t>(</w:t>
      </w:r>
      <w:r w:rsidRPr="00230FB4">
        <w:rPr>
          <w:rStyle w:val="libAieChar"/>
          <w:rFonts w:hint="eastAsia"/>
          <w:rtl/>
        </w:rPr>
        <w:t>وَإِن</w:t>
      </w:r>
      <w:r w:rsidRPr="00230FB4">
        <w:rPr>
          <w:rStyle w:val="libAieChar"/>
          <w:rtl/>
        </w:rPr>
        <w:t xml:space="preserve"> مِّن شَيْءٍ إِلاَّ عِندَنَا خَزَائِنُهُ وَمَا نُنَزِّلُهُ إِلاَّ بِقَدَرٍ مَّعْلُومٍ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كوئي شے ايسى نہي</w:t>
      </w:r>
      <w:r w:rsidR="00083993">
        <w:rPr>
          <w:rtl/>
        </w:rPr>
        <w:t xml:space="preserve">ں </w:t>
      </w:r>
      <w:r>
        <w:rPr>
          <w:rtl/>
        </w:rPr>
        <w:t>ہے جس كے ہمارے پاس خزانے نہ ہو</w:t>
      </w:r>
      <w:r w:rsidR="00083993">
        <w:rPr>
          <w:rtl/>
        </w:rPr>
        <w:t xml:space="preserve">ں </w:t>
      </w:r>
      <w:r>
        <w:rPr>
          <w:rtl/>
        </w:rPr>
        <w:t>اور ہم ہر شے كو ايك معين مقدار مي</w:t>
      </w:r>
      <w:r w:rsidR="00083993">
        <w:rPr>
          <w:rtl/>
        </w:rPr>
        <w:t xml:space="preserve">ں </w:t>
      </w:r>
      <w:r>
        <w:rPr>
          <w:rtl/>
        </w:rPr>
        <w:t>ہى نازل كرتے ہي</w:t>
      </w:r>
      <w:r w:rsidR="00083993">
        <w:rPr>
          <w:rtl/>
        </w:rPr>
        <w:t xml:space="preserve">ں </w:t>
      </w:r>
      <w:r>
        <w:rPr>
          <w:rtl/>
        </w:rPr>
        <w:t>_</w:t>
      </w:r>
    </w:p>
    <w:p w:rsidR="001F628F" w:rsidRDefault="001F628F" w:rsidP="00230FB4">
      <w:pPr>
        <w:pStyle w:val="libNormal"/>
        <w:rPr>
          <w:rtl/>
        </w:rPr>
      </w:pPr>
      <w:r>
        <w:rPr>
          <w:rtl/>
        </w:rPr>
        <w:t>1_ ہر چيز كا خزانہ اور گنجينہ خدا وند متعال كے پاس ہے_</w:t>
      </w:r>
      <w:r w:rsidRPr="00230FB4">
        <w:rPr>
          <w:rStyle w:val="libArabicChar"/>
          <w:rFonts w:hint="eastAsia"/>
          <w:rtl/>
        </w:rPr>
        <w:t>وان</w:t>
      </w:r>
      <w:r w:rsidRPr="00230FB4">
        <w:rPr>
          <w:rStyle w:val="libArabicChar"/>
          <w:rtl/>
        </w:rPr>
        <w:t xml:space="preserve"> من شيء الّا عندنا خزائن</w:t>
      </w:r>
      <w:r w:rsidR="00120F63" w:rsidRPr="00B2551F">
        <w:rPr>
          <w:rStyle w:val="libArabicChar"/>
          <w:rFonts w:hint="cs"/>
          <w:rtl/>
        </w:rPr>
        <w:t>ه</w:t>
      </w:r>
    </w:p>
    <w:p w:rsidR="001F628F" w:rsidRDefault="001F628F" w:rsidP="001F628F">
      <w:pPr>
        <w:pStyle w:val="libNormal"/>
        <w:rPr>
          <w:rtl/>
        </w:rPr>
      </w:pPr>
      <w:r>
        <w:rPr>
          <w:rtl/>
        </w:rPr>
        <w:t>2_ پودو</w:t>
      </w:r>
      <w:r w:rsidR="00083993">
        <w:rPr>
          <w:rtl/>
        </w:rPr>
        <w:t xml:space="preserve">ں </w:t>
      </w:r>
      <w:r>
        <w:rPr>
          <w:rtl/>
        </w:rPr>
        <w:t>كامتناسب انداز مي</w:t>
      </w:r>
      <w:r w:rsidR="00083993">
        <w:rPr>
          <w:rtl/>
        </w:rPr>
        <w:t xml:space="preserve">ں </w:t>
      </w:r>
      <w:r>
        <w:rPr>
          <w:rtl/>
        </w:rPr>
        <w:t>اُگنا، معدنى موجودات، عطايااور معاشى وسائل كا الہى خزانے سے (جاري) ہونا _</w:t>
      </w:r>
    </w:p>
    <w:p w:rsidR="001F628F" w:rsidRDefault="001F628F" w:rsidP="00230FB4">
      <w:pPr>
        <w:pStyle w:val="libArabic"/>
        <w:rPr>
          <w:rtl/>
        </w:rPr>
      </w:pPr>
      <w:r>
        <w:rPr>
          <w:rFonts w:hint="eastAsia"/>
          <w:rtl/>
        </w:rPr>
        <w:t>و</w:t>
      </w:r>
      <w:r>
        <w:rPr>
          <w:rtl/>
        </w:rPr>
        <w:t xml:space="preserve"> ا نبتنا في</w:t>
      </w:r>
      <w:r w:rsidR="00F21947" w:rsidRPr="00B2551F">
        <w:rPr>
          <w:rFonts w:hint="cs"/>
          <w:rtl/>
        </w:rPr>
        <w:t>ه</w:t>
      </w:r>
      <w:r>
        <w:rPr>
          <w:rFonts w:hint="cs"/>
          <w:rtl/>
        </w:rPr>
        <w:t>ا</w:t>
      </w:r>
      <w:r>
        <w:rPr>
          <w:rtl/>
        </w:rPr>
        <w:t xml:space="preserve"> </w:t>
      </w:r>
      <w:r>
        <w:rPr>
          <w:rFonts w:hint="cs"/>
          <w:rtl/>
        </w:rPr>
        <w:t>من</w:t>
      </w:r>
      <w:r>
        <w:rPr>
          <w:rtl/>
        </w:rPr>
        <w:t xml:space="preserve"> </w:t>
      </w:r>
      <w:r>
        <w:rPr>
          <w:rFonts w:hint="cs"/>
          <w:rtl/>
        </w:rPr>
        <w:t>كلّ</w:t>
      </w:r>
      <w:r>
        <w:rPr>
          <w:rtl/>
        </w:rPr>
        <w:t xml:space="preserve"> </w:t>
      </w:r>
      <w:r>
        <w:rPr>
          <w:rFonts w:hint="cs"/>
          <w:rtl/>
        </w:rPr>
        <w:t>شى</w:t>
      </w:r>
      <w:r>
        <w:rPr>
          <w:rtl/>
        </w:rPr>
        <w:t xml:space="preserve"> </w:t>
      </w:r>
      <w:r>
        <w:rPr>
          <w:rFonts w:hint="cs"/>
          <w:rtl/>
        </w:rPr>
        <w:t>ء</w:t>
      </w:r>
      <w:r>
        <w:rPr>
          <w:rtl/>
        </w:rPr>
        <w:t xml:space="preserve"> </w:t>
      </w:r>
      <w:r>
        <w:rPr>
          <w:rFonts w:hint="cs"/>
          <w:rtl/>
        </w:rPr>
        <w:t>موزون</w:t>
      </w:r>
      <w:r>
        <w:rPr>
          <w:rtl/>
        </w:rPr>
        <w:t>_</w:t>
      </w:r>
      <w:r>
        <w:rPr>
          <w:rFonts w:hint="cs"/>
          <w:rtl/>
        </w:rPr>
        <w:t>وجعلنا</w:t>
      </w:r>
      <w:r>
        <w:rPr>
          <w:rtl/>
        </w:rPr>
        <w:t xml:space="preserve"> </w:t>
      </w:r>
      <w:r>
        <w:rPr>
          <w:rFonts w:hint="cs"/>
          <w:rtl/>
        </w:rPr>
        <w:t>لكم</w:t>
      </w:r>
      <w:r>
        <w:rPr>
          <w:rtl/>
        </w:rPr>
        <w:t xml:space="preserve"> </w:t>
      </w:r>
      <w:r>
        <w:rPr>
          <w:rFonts w:hint="cs"/>
          <w:rtl/>
        </w:rPr>
        <w:t>في</w:t>
      </w:r>
      <w:r w:rsidR="00F21947" w:rsidRPr="00B2551F">
        <w:rPr>
          <w:rFonts w:hint="cs"/>
          <w:rtl/>
        </w:rPr>
        <w:t>ه</w:t>
      </w:r>
      <w:r>
        <w:rPr>
          <w:rFonts w:hint="cs"/>
          <w:rtl/>
        </w:rPr>
        <w:t>ا</w:t>
      </w:r>
      <w:r>
        <w:rPr>
          <w:rtl/>
        </w:rPr>
        <w:t xml:space="preserve"> </w:t>
      </w:r>
      <w:r>
        <w:rPr>
          <w:rFonts w:hint="cs"/>
          <w:rtl/>
        </w:rPr>
        <w:t>معيش</w:t>
      </w:r>
      <w:r>
        <w:rPr>
          <w:rtl/>
        </w:rPr>
        <w:t xml:space="preserve"> </w:t>
      </w:r>
      <w:r>
        <w:rPr>
          <w:rFonts w:hint="cs"/>
          <w:rtl/>
        </w:rPr>
        <w:t>ومن</w:t>
      </w:r>
      <w:r>
        <w:rPr>
          <w:rtl/>
        </w:rPr>
        <w:t xml:space="preserve"> </w:t>
      </w:r>
      <w:r>
        <w:rPr>
          <w:rFonts w:hint="cs"/>
          <w:rtl/>
        </w:rPr>
        <w:t>لستم</w:t>
      </w:r>
      <w:r>
        <w:rPr>
          <w:rtl/>
        </w:rPr>
        <w:t xml:space="preserve"> </w:t>
      </w:r>
      <w:r>
        <w:rPr>
          <w:rFonts w:hint="cs"/>
          <w:rtl/>
        </w:rPr>
        <w:t>ل</w:t>
      </w:r>
      <w:r w:rsidR="00120F63" w:rsidRPr="00ED5DE8">
        <w:rPr>
          <w:rFonts w:hint="cs"/>
          <w:rtl/>
        </w:rPr>
        <w:t>ه</w:t>
      </w:r>
      <w:r>
        <w:rPr>
          <w:rtl/>
        </w:rPr>
        <w:t xml:space="preserve"> </w:t>
      </w:r>
      <w:r>
        <w:rPr>
          <w:rFonts w:hint="cs"/>
          <w:rtl/>
        </w:rPr>
        <w:t>برزقين</w:t>
      </w:r>
      <w:r>
        <w:rPr>
          <w:rtl/>
        </w:rPr>
        <w:t>_</w:t>
      </w:r>
      <w:r>
        <w:rPr>
          <w:rFonts w:hint="cs"/>
          <w:rtl/>
        </w:rPr>
        <w:t>وان</w:t>
      </w:r>
      <w:r>
        <w:rPr>
          <w:rtl/>
        </w:rPr>
        <w:t xml:space="preserve"> </w:t>
      </w:r>
      <w:r>
        <w:rPr>
          <w:rFonts w:hint="cs"/>
          <w:rtl/>
        </w:rPr>
        <w:t>من</w:t>
      </w:r>
      <w:r>
        <w:rPr>
          <w:rtl/>
        </w:rPr>
        <w:t xml:space="preserve"> </w:t>
      </w:r>
      <w:r>
        <w:rPr>
          <w:rFonts w:hint="cs"/>
          <w:rtl/>
        </w:rPr>
        <w:t>شيء</w:t>
      </w:r>
      <w:r>
        <w:rPr>
          <w:rtl/>
        </w:rPr>
        <w:t xml:space="preserve"> </w:t>
      </w:r>
      <w:r>
        <w:rPr>
          <w:rFonts w:hint="cs"/>
          <w:rtl/>
        </w:rPr>
        <w:t>الّا</w:t>
      </w:r>
      <w:r>
        <w:rPr>
          <w:rtl/>
        </w:rPr>
        <w:t xml:space="preserve"> </w:t>
      </w:r>
      <w:r>
        <w:rPr>
          <w:rFonts w:hint="cs"/>
          <w:rtl/>
        </w:rPr>
        <w:t>عندنا</w:t>
      </w:r>
      <w:r>
        <w:rPr>
          <w:rtl/>
        </w:rPr>
        <w:t xml:space="preserve"> </w:t>
      </w:r>
      <w:r>
        <w:rPr>
          <w:rFonts w:hint="cs"/>
          <w:rtl/>
        </w:rPr>
        <w:t>خزائن</w:t>
      </w:r>
      <w:r w:rsidR="00120F63" w:rsidRPr="00ED5DE8">
        <w:rPr>
          <w:rFonts w:hint="cs"/>
          <w:rtl/>
        </w:rPr>
        <w:t>ه</w:t>
      </w:r>
    </w:p>
    <w:p w:rsidR="001F628F" w:rsidRDefault="001F628F" w:rsidP="001F628F">
      <w:pPr>
        <w:pStyle w:val="libNormal"/>
        <w:rPr>
          <w:rtl/>
        </w:rPr>
      </w:pPr>
      <w:r>
        <w:rPr>
          <w:rtl/>
        </w:rPr>
        <w:t>3_خدا وند متعال ہر چيز كو اپنے خزانے سے ايك معين اور واضح اندازے كے ساتھ نازل كرتا ہے_</w:t>
      </w:r>
    </w:p>
    <w:p w:rsidR="001F628F" w:rsidRDefault="001F628F" w:rsidP="00230FB4">
      <w:pPr>
        <w:pStyle w:val="libArabic"/>
        <w:rPr>
          <w:rtl/>
        </w:rPr>
      </w:pPr>
      <w:r>
        <w:rPr>
          <w:rFonts w:hint="eastAsia"/>
          <w:rtl/>
        </w:rPr>
        <w:t>وما</w:t>
      </w:r>
      <w:r>
        <w:rPr>
          <w:rtl/>
        </w:rPr>
        <w:t xml:space="preserve"> ننزّل</w:t>
      </w:r>
      <w:r w:rsidR="00120F63" w:rsidRPr="00ED5DE8">
        <w:rPr>
          <w:rFonts w:hint="cs"/>
          <w:rtl/>
        </w:rPr>
        <w:t>ه</w:t>
      </w:r>
      <w:r>
        <w:rPr>
          <w:rtl/>
        </w:rPr>
        <w:t xml:space="preserve"> </w:t>
      </w:r>
      <w:r>
        <w:rPr>
          <w:rFonts w:hint="cs"/>
          <w:rtl/>
        </w:rPr>
        <w:t>الّا</w:t>
      </w:r>
      <w:r>
        <w:rPr>
          <w:rtl/>
        </w:rPr>
        <w:t xml:space="preserve"> </w:t>
      </w:r>
      <w:r>
        <w:rPr>
          <w:rFonts w:hint="cs"/>
          <w:rtl/>
        </w:rPr>
        <w:t>بقدر</w:t>
      </w:r>
      <w:r>
        <w:rPr>
          <w:rtl/>
        </w:rPr>
        <w:t>: معلوم</w:t>
      </w:r>
    </w:p>
    <w:p w:rsidR="001F628F" w:rsidRDefault="001F628F" w:rsidP="001F628F">
      <w:pPr>
        <w:pStyle w:val="libNormal"/>
        <w:rPr>
          <w:rtl/>
        </w:rPr>
      </w:pPr>
      <w:r>
        <w:rPr>
          <w:rtl/>
        </w:rPr>
        <w:t>4_كائنات كى تمام مخلوقات، وجود اور كيفيت خلقت كے لحاظ سے محدود ،متناہى اور پہلے سے تعين شدہ ہي</w:t>
      </w:r>
      <w:r w:rsidR="00083993">
        <w:rPr>
          <w:rtl/>
        </w:rPr>
        <w:t xml:space="preserve">ں </w:t>
      </w:r>
      <w:r>
        <w:rPr>
          <w:rtl/>
        </w:rPr>
        <w:t>_</w:t>
      </w:r>
    </w:p>
    <w:p w:rsidR="001F628F" w:rsidRDefault="001F628F" w:rsidP="00230FB4">
      <w:pPr>
        <w:pStyle w:val="libArabic"/>
        <w:rPr>
          <w:rtl/>
        </w:rPr>
      </w:pPr>
      <w:r>
        <w:rPr>
          <w:rFonts w:hint="eastAsia"/>
          <w:rtl/>
        </w:rPr>
        <w:t>وان</w:t>
      </w:r>
      <w:r>
        <w:rPr>
          <w:rtl/>
        </w:rPr>
        <w:t xml:space="preserve"> من شيء الّا عندنا خزائن</w:t>
      </w:r>
      <w:r w:rsidR="00120F63" w:rsidRPr="00ED5DE8">
        <w:rPr>
          <w:rFonts w:hint="cs"/>
          <w:rtl/>
        </w:rPr>
        <w:t>ه</w:t>
      </w:r>
      <w:r>
        <w:rPr>
          <w:rtl/>
        </w:rPr>
        <w:t xml:space="preserve"> </w:t>
      </w:r>
      <w:r>
        <w:rPr>
          <w:rFonts w:hint="cs"/>
          <w:rtl/>
        </w:rPr>
        <w:t>وما</w:t>
      </w:r>
      <w:r>
        <w:rPr>
          <w:rtl/>
        </w:rPr>
        <w:t xml:space="preserve"> </w:t>
      </w:r>
      <w:r>
        <w:rPr>
          <w:rFonts w:hint="cs"/>
          <w:rtl/>
        </w:rPr>
        <w:t>ننزّل</w:t>
      </w:r>
      <w:r w:rsidR="00120F63" w:rsidRPr="00ED5DE8">
        <w:rPr>
          <w:rFonts w:hint="cs"/>
          <w:rtl/>
        </w:rPr>
        <w:t>ه</w:t>
      </w:r>
      <w:r>
        <w:rPr>
          <w:rtl/>
        </w:rPr>
        <w:t xml:space="preserve"> </w:t>
      </w:r>
      <w:r>
        <w:rPr>
          <w:rFonts w:hint="cs"/>
          <w:rtl/>
        </w:rPr>
        <w:t>الّا</w:t>
      </w:r>
      <w:r>
        <w:rPr>
          <w:rtl/>
        </w:rPr>
        <w:t xml:space="preserve"> </w:t>
      </w:r>
      <w:r>
        <w:rPr>
          <w:rFonts w:hint="cs"/>
          <w:rtl/>
        </w:rPr>
        <w:t>ب</w:t>
      </w:r>
      <w:r>
        <w:rPr>
          <w:rtl/>
        </w:rPr>
        <w:t>قدر: معلوم</w:t>
      </w:r>
    </w:p>
    <w:p w:rsidR="001F628F" w:rsidRDefault="001F628F" w:rsidP="001F628F">
      <w:pPr>
        <w:pStyle w:val="libNormal"/>
        <w:rPr>
          <w:rtl/>
        </w:rPr>
      </w:pPr>
      <w:r>
        <w:rPr>
          <w:rtl/>
        </w:rPr>
        <w:t>5_ تمام موجودات كا الہى خزانہ ،ايك ماوارء طبيعت، عالم مي</w:t>
      </w:r>
      <w:r w:rsidR="00083993">
        <w:rPr>
          <w:rtl/>
        </w:rPr>
        <w:t xml:space="preserve">ں </w:t>
      </w:r>
      <w:r>
        <w:rPr>
          <w:rtl/>
        </w:rPr>
        <w:t>ہے_</w:t>
      </w:r>
    </w:p>
    <w:p w:rsidR="001F628F" w:rsidRDefault="001F628F" w:rsidP="00230FB4">
      <w:pPr>
        <w:pStyle w:val="libArabic"/>
        <w:rPr>
          <w:rtl/>
        </w:rPr>
      </w:pPr>
      <w:r>
        <w:rPr>
          <w:rFonts w:hint="eastAsia"/>
          <w:rtl/>
        </w:rPr>
        <w:t>وان</w:t>
      </w:r>
      <w:r>
        <w:rPr>
          <w:rtl/>
        </w:rPr>
        <w:t xml:space="preserve"> من شيء الّا عندنا خزائن</w:t>
      </w:r>
      <w:r w:rsidR="00120F63" w:rsidRPr="00ED5DE8">
        <w:rPr>
          <w:rFonts w:hint="cs"/>
          <w:rtl/>
        </w:rPr>
        <w:t>ه</w:t>
      </w:r>
      <w:r>
        <w:rPr>
          <w:rtl/>
        </w:rPr>
        <w:t xml:space="preserve"> </w:t>
      </w:r>
      <w:r>
        <w:rPr>
          <w:rFonts w:hint="cs"/>
          <w:rtl/>
        </w:rPr>
        <w:t>وما</w:t>
      </w:r>
      <w:r>
        <w:rPr>
          <w:rtl/>
        </w:rPr>
        <w:t xml:space="preserve"> </w:t>
      </w:r>
      <w:r>
        <w:rPr>
          <w:rFonts w:hint="cs"/>
          <w:rtl/>
        </w:rPr>
        <w:t>ننزّل</w:t>
      </w:r>
      <w:r w:rsidR="00120F63" w:rsidRPr="00ED5DE8">
        <w:rPr>
          <w:rFonts w:hint="cs"/>
          <w:rtl/>
        </w:rPr>
        <w:t>ه</w:t>
      </w:r>
      <w:r>
        <w:rPr>
          <w:rtl/>
        </w:rPr>
        <w:t xml:space="preserve"> </w:t>
      </w:r>
      <w:r>
        <w:rPr>
          <w:rFonts w:hint="cs"/>
          <w:rtl/>
        </w:rPr>
        <w:t>الّا</w:t>
      </w:r>
      <w:r>
        <w:rPr>
          <w:rtl/>
        </w:rPr>
        <w:t xml:space="preserve"> </w:t>
      </w:r>
      <w:r>
        <w:rPr>
          <w:rFonts w:hint="cs"/>
          <w:rtl/>
        </w:rPr>
        <w:t>نقدر</w:t>
      </w:r>
      <w:r>
        <w:rPr>
          <w:rtl/>
        </w:rPr>
        <w:t xml:space="preserve"> معلوم</w:t>
      </w:r>
    </w:p>
    <w:p w:rsidR="001F628F" w:rsidRDefault="001F628F" w:rsidP="00230FB4">
      <w:pPr>
        <w:pStyle w:val="libNormal"/>
        <w:rPr>
          <w:rtl/>
        </w:rPr>
      </w:pPr>
      <w:r>
        <w:rPr>
          <w:rtl/>
        </w:rPr>
        <w:t>6_خدا وند متعال كى قدرت و مالكيت كى حكومت ، نامحدود ہے_</w:t>
      </w:r>
      <w:r w:rsidRPr="00230FB4">
        <w:rPr>
          <w:rStyle w:val="libArabicChar"/>
          <w:rFonts w:hint="eastAsia"/>
          <w:rtl/>
        </w:rPr>
        <w:t>وان</w:t>
      </w:r>
      <w:r w:rsidRPr="00230FB4">
        <w:rPr>
          <w:rStyle w:val="libArabicChar"/>
          <w:rtl/>
        </w:rPr>
        <w:t xml:space="preserve"> من شيء الّا عندنا خزائن</w:t>
      </w:r>
      <w:r w:rsidR="00120F63" w:rsidRPr="00B2551F">
        <w:rPr>
          <w:rStyle w:val="libArabicChar"/>
          <w:rFonts w:hint="cs"/>
          <w:rtl/>
        </w:rPr>
        <w:t>ه</w:t>
      </w:r>
      <w:r w:rsidRPr="00230FB4">
        <w:rPr>
          <w:rStyle w:val="libArabicChar"/>
          <w:rtl/>
        </w:rPr>
        <w:t xml:space="preserve"> ... معلوم</w:t>
      </w:r>
    </w:p>
    <w:p w:rsidR="001F628F" w:rsidRDefault="001F628F" w:rsidP="001F628F">
      <w:pPr>
        <w:pStyle w:val="libNormal"/>
        <w:rPr>
          <w:rtl/>
        </w:rPr>
      </w:pPr>
      <w:r>
        <w:rPr>
          <w:rFonts w:hint="eastAsia"/>
          <w:rtl/>
        </w:rPr>
        <w:t>خداوند</w:t>
      </w:r>
      <w:r>
        <w:rPr>
          <w:rtl/>
        </w:rPr>
        <w:t xml:space="preserve"> عالم كے پاس كائنات كے تمام اُمور كے خزانو</w:t>
      </w:r>
      <w:r w:rsidR="00083993">
        <w:rPr>
          <w:rtl/>
        </w:rPr>
        <w:t xml:space="preserve">ں </w:t>
      </w:r>
      <w:r>
        <w:rPr>
          <w:rtl/>
        </w:rPr>
        <w:t>كا وجود ہو سكتا ہے خدا كى بے انتہا قدرت سے كنايہ ہو;كيونكہ جب تمام ممكنات كا خزانہ خدا كے ہاتھ مي</w:t>
      </w:r>
      <w:r w:rsidR="00083993">
        <w:rPr>
          <w:rtl/>
        </w:rPr>
        <w:t xml:space="preserve">ں </w:t>
      </w:r>
      <w:r>
        <w:rPr>
          <w:rtl/>
        </w:rPr>
        <w:t>ہو تو اُن ممكنات كو وجود مي</w:t>
      </w:r>
      <w:r w:rsidR="00083993">
        <w:rPr>
          <w:rtl/>
        </w:rPr>
        <w:t xml:space="preserve">ں </w:t>
      </w:r>
      <w:r>
        <w:rPr>
          <w:rtl/>
        </w:rPr>
        <w:t>لانا بھى اُس كے لئے مقدور ہو گا_</w:t>
      </w:r>
    </w:p>
    <w:p w:rsidR="00230FB4" w:rsidRDefault="005503E2" w:rsidP="00230FB4">
      <w:pPr>
        <w:pStyle w:val="libNormal"/>
        <w:rPr>
          <w:rtl/>
        </w:rPr>
      </w:pPr>
      <w:r>
        <w:rPr>
          <w:rtl/>
        </w:rPr>
        <w:t>7_</w:t>
      </w:r>
      <w:r w:rsidRPr="00230FB4">
        <w:rPr>
          <w:rStyle w:val="libArabicChar"/>
          <w:rtl/>
        </w:rPr>
        <w:t>''روى جعفر بن محمدعن ا بي</w:t>
      </w:r>
      <w:r w:rsidR="00120F63" w:rsidRPr="00B2551F">
        <w:rPr>
          <w:rStyle w:val="libArabicChar"/>
          <w:rFonts w:hint="cs"/>
          <w:rtl/>
        </w:rPr>
        <w:t>ه</w:t>
      </w:r>
      <w:r w:rsidRPr="00230FB4">
        <w:rPr>
          <w:rStyle w:val="libArabicChar"/>
          <w:rtl/>
        </w:rPr>
        <w:t xml:space="preserve"> </w:t>
      </w:r>
      <w:r w:rsidRPr="00230FB4">
        <w:rPr>
          <w:rStyle w:val="libArabicChar"/>
          <w:rFonts w:hint="cs"/>
          <w:rtl/>
        </w:rPr>
        <w:t>عن</w:t>
      </w:r>
      <w:r w:rsidRPr="00230FB4">
        <w:rPr>
          <w:rStyle w:val="libArabicChar"/>
          <w:rtl/>
        </w:rPr>
        <w:t xml:space="preserve"> </w:t>
      </w:r>
      <w:r w:rsidRPr="00230FB4">
        <w:rPr>
          <w:rStyle w:val="libArabicChar"/>
          <w:rFonts w:hint="cs"/>
          <w:rtl/>
        </w:rPr>
        <w:t>جدّ</w:t>
      </w:r>
      <w:r w:rsidR="00120F63" w:rsidRPr="00B2551F">
        <w:rPr>
          <w:rStyle w:val="libArabicChar"/>
          <w:rFonts w:hint="cs"/>
          <w:rtl/>
        </w:rPr>
        <w:t>ه</w:t>
      </w:r>
      <w:r w:rsidR="00367F17" w:rsidRPr="00367F17">
        <w:rPr>
          <w:rStyle w:val="libAlaemChar"/>
          <w:rtl/>
        </w:rPr>
        <w:t xml:space="preserve"> عليه‌السلام </w:t>
      </w:r>
      <w:r w:rsidRPr="00230FB4">
        <w:rPr>
          <w:rStyle w:val="libArabicChar"/>
          <w:rtl/>
        </w:rPr>
        <w:t xml:space="preserve"> </w:t>
      </w:r>
      <w:r w:rsidRPr="00230FB4">
        <w:rPr>
          <w:rStyle w:val="libArabicChar"/>
          <w:rFonts w:hint="cs"/>
          <w:rtl/>
        </w:rPr>
        <w:t>ان</w:t>
      </w:r>
      <w:r w:rsidR="00120F63" w:rsidRPr="00B2551F">
        <w:rPr>
          <w:rStyle w:val="libArabicChar"/>
          <w:rFonts w:hint="cs"/>
          <w:rtl/>
        </w:rPr>
        <w:t>ه</w:t>
      </w:r>
      <w:r w:rsidRPr="00230FB4">
        <w:rPr>
          <w:rStyle w:val="libArabicChar"/>
          <w:rtl/>
        </w:rPr>
        <w:t xml:space="preserve"> </w:t>
      </w:r>
      <w:r w:rsidRPr="00230FB4">
        <w:rPr>
          <w:rStyle w:val="libArabicChar"/>
          <w:rFonts w:hint="cs"/>
          <w:rtl/>
        </w:rPr>
        <w:t>قال</w:t>
      </w:r>
      <w:r w:rsidRPr="00230FB4">
        <w:rPr>
          <w:rStyle w:val="libArabicChar"/>
          <w:rtl/>
        </w:rPr>
        <w:t>:</w:t>
      </w:r>
      <w:r w:rsidRPr="00230FB4">
        <w:rPr>
          <w:rStyle w:val="libArabicChar"/>
          <w:rFonts w:hint="cs"/>
          <w:rtl/>
        </w:rPr>
        <w:t>فى</w:t>
      </w:r>
      <w:r w:rsidRPr="00230FB4">
        <w:rPr>
          <w:rStyle w:val="libArabicChar"/>
          <w:rtl/>
        </w:rPr>
        <w:t xml:space="preserve"> </w:t>
      </w:r>
      <w:r w:rsidRPr="00230FB4">
        <w:rPr>
          <w:rStyle w:val="libArabicChar"/>
          <w:rFonts w:hint="cs"/>
          <w:rtl/>
        </w:rPr>
        <w:t>العرش</w:t>
      </w:r>
      <w:r w:rsidRPr="00230FB4">
        <w:rPr>
          <w:rStyle w:val="libArabicChar"/>
          <w:rtl/>
        </w:rPr>
        <w:t xml:space="preserve"> </w:t>
      </w:r>
      <w:r w:rsidRPr="00230FB4">
        <w:rPr>
          <w:rStyle w:val="libArabicChar"/>
          <w:rFonts w:hint="cs"/>
          <w:rtl/>
        </w:rPr>
        <w:t>تمثال</w:t>
      </w:r>
      <w:r w:rsidRPr="00230FB4">
        <w:rPr>
          <w:rStyle w:val="libArabicChar"/>
          <w:rtl/>
        </w:rPr>
        <w:t xml:space="preserve"> </w:t>
      </w:r>
      <w:r w:rsidRPr="00230FB4">
        <w:rPr>
          <w:rStyle w:val="libArabicChar"/>
          <w:rFonts w:hint="cs"/>
          <w:rtl/>
        </w:rPr>
        <w:t>جميع</w:t>
      </w:r>
      <w:r w:rsidRPr="00230FB4">
        <w:rPr>
          <w:rStyle w:val="libArabicChar"/>
          <w:rtl/>
        </w:rPr>
        <w:t xml:space="preserve"> </w:t>
      </w:r>
      <w:r w:rsidRPr="00230FB4">
        <w:rPr>
          <w:rStyle w:val="libArabicChar"/>
          <w:rFonts w:hint="cs"/>
          <w:rtl/>
        </w:rPr>
        <w:t>ماخلق</w:t>
      </w:r>
      <w:r w:rsidRPr="00230FB4">
        <w:rPr>
          <w:rStyle w:val="libArabicChar"/>
          <w:rtl/>
        </w:rPr>
        <w:t xml:space="preserve"> الله فى البر والبحر ...و</w:t>
      </w:r>
      <w:r w:rsidR="00F21947" w:rsidRPr="00B2551F">
        <w:rPr>
          <w:rStyle w:val="libArabicChar"/>
          <w:rFonts w:hint="cs"/>
          <w:rtl/>
        </w:rPr>
        <w:t>ه</w:t>
      </w:r>
      <w:r w:rsidRPr="00230FB4">
        <w:rPr>
          <w:rStyle w:val="libArabicChar"/>
          <w:rFonts w:hint="cs"/>
          <w:rtl/>
        </w:rPr>
        <w:t>ذا</w:t>
      </w:r>
      <w:r w:rsidRPr="00230FB4">
        <w:rPr>
          <w:rStyle w:val="libArabicChar"/>
          <w:rtl/>
        </w:rPr>
        <w:t xml:space="preserve"> </w:t>
      </w:r>
      <w:r w:rsidRPr="00230FB4">
        <w:rPr>
          <w:rStyle w:val="libArabicChar"/>
          <w:rFonts w:hint="cs"/>
          <w:rtl/>
        </w:rPr>
        <w:t>تا</w:t>
      </w:r>
      <w:r w:rsidRPr="00230FB4">
        <w:rPr>
          <w:rStyle w:val="libArabicChar"/>
          <w:rtl/>
        </w:rPr>
        <w:t xml:space="preserve"> </w:t>
      </w:r>
      <w:r w:rsidR="001E7F9D">
        <w:rPr>
          <w:rtl/>
        </w:rPr>
        <w:cr/>
      </w:r>
      <w:r w:rsidR="001E7F9D" w:rsidRPr="00F73EDE">
        <w:rPr>
          <w:rStyle w:val="libPoemTiniChar0"/>
          <w:rtl/>
        </w:rPr>
        <w:br w:type="page"/>
      </w:r>
    </w:p>
    <w:p w:rsidR="001F628F" w:rsidRDefault="001F628F" w:rsidP="00230FB4">
      <w:pPr>
        <w:pStyle w:val="libNormal"/>
        <w:rPr>
          <w:rtl/>
        </w:rPr>
      </w:pPr>
      <w:r w:rsidRPr="00230FB4">
        <w:rPr>
          <w:rStyle w:val="libArabicChar"/>
          <w:rFonts w:hint="cs"/>
          <w:rtl/>
        </w:rPr>
        <w:lastRenderedPageBreak/>
        <w:t>ويل</w:t>
      </w:r>
      <w:r w:rsidRPr="00230FB4">
        <w:rPr>
          <w:rStyle w:val="libArabicChar"/>
          <w:rtl/>
        </w:rPr>
        <w:t xml:space="preserve"> </w:t>
      </w:r>
      <w:r w:rsidRPr="00230FB4">
        <w:rPr>
          <w:rStyle w:val="libArabicChar"/>
          <w:rFonts w:hint="cs"/>
          <w:rtl/>
        </w:rPr>
        <w:t>قول</w:t>
      </w:r>
      <w:r w:rsidR="00120F63" w:rsidRPr="00B2551F">
        <w:rPr>
          <w:rStyle w:val="libArabicChar"/>
          <w:rFonts w:hint="cs"/>
          <w:rtl/>
        </w:rPr>
        <w:t>ه</w:t>
      </w:r>
      <w:r w:rsidRPr="00230FB4">
        <w:rPr>
          <w:rStyle w:val="libArabicChar"/>
          <w:rtl/>
        </w:rPr>
        <w:t>:''</w:t>
      </w:r>
      <w:r w:rsidRPr="00230FB4">
        <w:rPr>
          <w:rStyle w:val="libArabicChar"/>
          <w:rFonts w:hint="cs"/>
          <w:rtl/>
        </w:rPr>
        <w:t>وان</w:t>
      </w:r>
      <w:r w:rsidRPr="00230FB4">
        <w:rPr>
          <w:rStyle w:val="libArabicChar"/>
          <w:rtl/>
        </w:rPr>
        <w:t xml:space="preserve"> </w:t>
      </w:r>
      <w:r w:rsidRPr="00230FB4">
        <w:rPr>
          <w:rStyle w:val="libArabicChar"/>
          <w:rFonts w:hint="cs"/>
          <w:rtl/>
        </w:rPr>
        <w:t>من</w:t>
      </w:r>
      <w:r w:rsidRPr="00230FB4">
        <w:rPr>
          <w:rStyle w:val="libArabicChar"/>
          <w:rtl/>
        </w:rPr>
        <w:t xml:space="preserve"> </w:t>
      </w:r>
      <w:r w:rsidRPr="00230FB4">
        <w:rPr>
          <w:rStyle w:val="libArabicChar"/>
          <w:rFonts w:hint="cs"/>
          <w:rtl/>
        </w:rPr>
        <w:t>شيء</w:t>
      </w:r>
      <w:r w:rsidRPr="00230FB4">
        <w:rPr>
          <w:rStyle w:val="libArabicChar"/>
          <w:rtl/>
        </w:rPr>
        <w:t xml:space="preserve"> </w:t>
      </w:r>
      <w:r w:rsidRPr="00230FB4">
        <w:rPr>
          <w:rStyle w:val="libArabicChar"/>
          <w:rFonts w:hint="cs"/>
          <w:rtl/>
        </w:rPr>
        <w:t>الّا</w:t>
      </w:r>
      <w:r w:rsidRPr="00230FB4">
        <w:rPr>
          <w:rStyle w:val="libArabicChar"/>
          <w:rtl/>
        </w:rPr>
        <w:t xml:space="preserve"> </w:t>
      </w:r>
      <w:r w:rsidRPr="00230FB4">
        <w:rPr>
          <w:rStyle w:val="libArabicChar"/>
          <w:rFonts w:hint="cs"/>
          <w:rtl/>
        </w:rPr>
        <w:t>عندنا</w:t>
      </w:r>
      <w:r w:rsidRPr="00230FB4">
        <w:rPr>
          <w:rStyle w:val="libArabicChar"/>
          <w:rtl/>
        </w:rPr>
        <w:t xml:space="preserve"> </w:t>
      </w:r>
      <w:r w:rsidRPr="00230FB4">
        <w:rPr>
          <w:rStyle w:val="libArabicChar"/>
          <w:rFonts w:hint="cs"/>
          <w:rtl/>
        </w:rPr>
        <w:t>خزائن</w:t>
      </w:r>
      <w:r w:rsidR="00120F63" w:rsidRPr="00B2551F">
        <w:rPr>
          <w:rStyle w:val="libArabicChar"/>
          <w:rFonts w:hint="cs"/>
          <w:rtl/>
        </w:rPr>
        <w:t>ه</w:t>
      </w:r>
      <w:r w:rsidRPr="00230FB4">
        <w:rPr>
          <w:rStyle w:val="libArabicChar"/>
          <w:rtl/>
        </w:rPr>
        <w:t>'' ...;</w:t>
      </w:r>
      <w:r w:rsidRPr="00230FB4">
        <w:rPr>
          <w:rStyle w:val="libFootnotenumChar"/>
          <w:rtl/>
        </w:rPr>
        <w:t>(1)</w:t>
      </w:r>
      <w:r>
        <w:rPr>
          <w:rtl/>
        </w:rPr>
        <w:t xml:space="preserve">حضرت امام سجاد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فرمايا:خدا وند متعال نے سمندر اور خشكى پر جتنى بھى چيزي</w:t>
      </w:r>
      <w:r w:rsidR="00083993">
        <w:rPr>
          <w:rtl/>
        </w:rPr>
        <w:t xml:space="preserve">ں </w:t>
      </w:r>
      <w:r>
        <w:rPr>
          <w:rtl/>
        </w:rPr>
        <w:t>خ</w:t>
      </w:r>
      <w:r>
        <w:rPr>
          <w:rFonts w:hint="eastAsia"/>
          <w:rtl/>
        </w:rPr>
        <w:t>لق</w:t>
      </w:r>
      <w:r>
        <w:rPr>
          <w:rtl/>
        </w:rPr>
        <w:t xml:space="preserve"> كى ہي</w:t>
      </w:r>
      <w:r w:rsidR="00083993">
        <w:rPr>
          <w:rtl/>
        </w:rPr>
        <w:t xml:space="preserve">ں </w:t>
      </w:r>
      <w:r>
        <w:rPr>
          <w:rtl/>
        </w:rPr>
        <w:t>اُن كى صورت و تمثيل عرش پر موجود ہے اور يہ ہے خدا كے اس كلام كى تاويل كہ جس مي</w:t>
      </w:r>
      <w:r w:rsidR="00083993">
        <w:rPr>
          <w:rtl/>
        </w:rPr>
        <w:t xml:space="preserve">ں </w:t>
      </w:r>
      <w:r>
        <w:rPr>
          <w:rtl/>
        </w:rPr>
        <w:t>اُس نے فرماياہے:</w:t>
      </w:r>
      <w:r w:rsidRPr="00230FB4">
        <w:rPr>
          <w:rStyle w:val="libArabicChar"/>
          <w:rtl/>
        </w:rPr>
        <w:t>''وان من شيء الّا عندنا خزائن</w:t>
      </w:r>
      <w:r w:rsidR="00120F63" w:rsidRPr="00B2551F">
        <w:rPr>
          <w:rStyle w:val="libArabicChar"/>
          <w:rFonts w:hint="cs"/>
          <w:rtl/>
        </w:rPr>
        <w:t>ه</w:t>
      </w:r>
      <w:r w:rsidRPr="00230FB4">
        <w:rPr>
          <w:rStyle w:val="libArabicChar"/>
          <w:rtl/>
        </w:rPr>
        <w:t xml:space="preserve"> ...''</w:t>
      </w:r>
      <w:r>
        <w:rPr>
          <w:rtl/>
        </w:rPr>
        <w:t>_</w:t>
      </w:r>
    </w:p>
    <w:p w:rsidR="001F628F" w:rsidRDefault="001F628F" w:rsidP="001F628F">
      <w:pPr>
        <w:pStyle w:val="libNormal"/>
        <w:rPr>
          <w:rtl/>
        </w:rPr>
      </w:pPr>
      <w:r>
        <w:rPr>
          <w:rtl/>
        </w:rPr>
        <w:t>8_</w:t>
      </w:r>
      <w:r w:rsidRPr="00230FB4">
        <w:rPr>
          <w:rStyle w:val="libArabicChar"/>
          <w:rtl/>
        </w:rPr>
        <w:t xml:space="preserve">''عن مقاتل بن سليمان قال:سمعت ا باعبدالله </w:t>
      </w:r>
      <w:r w:rsidR="00367F17" w:rsidRPr="00367F17">
        <w:rPr>
          <w:rStyle w:val="libAlaemChar"/>
          <w:rtl/>
        </w:rPr>
        <w:t xml:space="preserve"> عليه‌السلام </w:t>
      </w:r>
      <w:r w:rsidRPr="00230FB4">
        <w:rPr>
          <w:rStyle w:val="libArabicChar"/>
          <w:rtl/>
        </w:rPr>
        <w:t xml:space="preserve"> يقول:لمّا صعد موسى </w:t>
      </w:r>
      <w:r w:rsidR="00367F17" w:rsidRPr="00367F17">
        <w:rPr>
          <w:rStyle w:val="libAlaemChar"/>
          <w:rtl/>
        </w:rPr>
        <w:t xml:space="preserve"> عليه‌السلام </w:t>
      </w:r>
      <w:r w:rsidRPr="00230FB4">
        <w:rPr>
          <w:rStyle w:val="libArabicChar"/>
          <w:rtl/>
        </w:rPr>
        <w:t xml:space="preserve"> الى الطور فناجى ربّ</w:t>
      </w:r>
      <w:r w:rsidR="00120F63" w:rsidRPr="00B2551F">
        <w:rPr>
          <w:rStyle w:val="libArabicChar"/>
          <w:rFonts w:hint="cs"/>
          <w:rtl/>
        </w:rPr>
        <w:t>ه</w:t>
      </w:r>
      <w:r w:rsidRPr="00230FB4">
        <w:rPr>
          <w:rStyle w:val="libArabicChar"/>
          <w:rtl/>
        </w:rPr>
        <w:t xml:space="preserve"> </w:t>
      </w:r>
      <w:r w:rsidRPr="00230FB4">
        <w:rPr>
          <w:rStyle w:val="libArabicChar"/>
          <w:rFonts w:hint="cs"/>
          <w:rtl/>
        </w:rPr>
        <w:t>عزّوجلّ،</w:t>
      </w:r>
      <w:r w:rsidRPr="00230FB4">
        <w:rPr>
          <w:rStyle w:val="libArabicChar"/>
          <w:rtl/>
        </w:rPr>
        <w:t xml:space="preserve"> </w:t>
      </w:r>
      <w:r w:rsidRPr="00230FB4">
        <w:rPr>
          <w:rStyle w:val="libArabicChar"/>
          <w:rFonts w:hint="cs"/>
          <w:rtl/>
        </w:rPr>
        <w:t>قال</w:t>
      </w:r>
      <w:r w:rsidRPr="00230FB4">
        <w:rPr>
          <w:rStyle w:val="libArabicChar"/>
          <w:rtl/>
        </w:rPr>
        <w:t>:</w:t>
      </w:r>
      <w:r w:rsidRPr="00230FB4">
        <w:rPr>
          <w:rStyle w:val="libArabicChar"/>
          <w:rFonts w:hint="cs"/>
          <w:rtl/>
        </w:rPr>
        <w:t>ربّى</w:t>
      </w:r>
      <w:r w:rsidRPr="00230FB4">
        <w:rPr>
          <w:rStyle w:val="libArabicChar"/>
          <w:rtl/>
        </w:rPr>
        <w:t xml:space="preserve"> </w:t>
      </w:r>
      <w:r w:rsidRPr="00230FB4">
        <w:rPr>
          <w:rStyle w:val="libArabicChar"/>
          <w:rFonts w:hint="cs"/>
          <w:rtl/>
        </w:rPr>
        <w:t>ا</w:t>
      </w:r>
      <w:r w:rsidRPr="00230FB4">
        <w:rPr>
          <w:rStyle w:val="libArabicChar"/>
          <w:rtl/>
        </w:rPr>
        <w:t xml:space="preserve"> </w:t>
      </w:r>
      <w:r w:rsidRPr="00230FB4">
        <w:rPr>
          <w:rStyle w:val="libArabicChar"/>
          <w:rFonts w:hint="cs"/>
          <w:rtl/>
        </w:rPr>
        <w:t>رنى</w:t>
      </w:r>
      <w:r w:rsidRPr="00230FB4">
        <w:rPr>
          <w:rStyle w:val="libArabicChar"/>
          <w:rtl/>
        </w:rPr>
        <w:t xml:space="preserve"> </w:t>
      </w:r>
      <w:r w:rsidRPr="00230FB4">
        <w:rPr>
          <w:rStyle w:val="libArabicChar"/>
          <w:rFonts w:hint="cs"/>
          <w:rtl/>
        </w:rPr>
        <w:t>خزائنك</w:t>
      </w:r>
      <w:r w:rsidRPr="00230FB4">
        <w:rPr>
          <w:rStyle w:val="libArabicChar"/>
          <w:rtl/>
        </w:rPr>
        <w:t xml:space="preserve"> </w:t>
      </w:r>
      <w:r w:rsidRPr="00230FB4">
        <w:rPr>
          <w:rStyle w:val="libArabicChar"/>
          <w:rFonts w:hint="cs"/>
          <w:rtl/>
        </w:rPr>
        <w:t>فقال</w:t>
      </w:r>
      <w:r w:rsidRPr="00230FB4">
        <w:rPr>
          <w:rStyle w:val="libArabicChar"/>
          <w:rtl/>
        </w:rPr>
        <w:t xml:space="preserve">: </w:t>
      </w:r>
      <w:r w:rsidRPr="00230FB4">
        <w:rPr>
          <w:rStyle w:val="libArabicChar"/>
          <w:rFonts w:hint="cs"/>
          <w:rtl/>
        </w:rPr>
        <w:t>ياموسى</w:t>
      </w:r>
      <w:r w:rsidRPr="00230FB4">
        <w:rPr>
          <w:rStyle w:val="libArabicChar"/>
          <w:rtl/>
        </w:rPr>
        <w:t xml:space="preserve"> </w:t>
      </w:r>
      <w:r w:rsidRPr="00230FB4">
        <w:rPr>
          <w:rStyle w:val="libArabicChar"/>
          <w:rFonts w:hint="cs"/>
          <w:rtl/>
        </w:rPr>
        <w:t>انما</w:t>
      </w:r>
      <w:r w:rsidRPr="00230FB4">
        <w:rPr>
          <w:rStyle w:val="libArabicChar"/>
          <w:rtl/>
        </w:rPr>
        <w:t xml:space="preserve"> </w:t>
      </w:r>
      <w:r w:rsidRPr="00230FB4">
        <w:rPr>
          <w:rStyle w:val="libArabicChar"/>
          <w:rFonts w:hint="cs"/>
          <w:rtl/>
        </w:rPr>
        <w:t>خزائنى</w:t>
      </w:r>
      <w:r w:rsidRPr="00230FB4">
        <w:rPr>
          <w:rStyle w:val="libArabicChar"/>
          <w:rtl/>
        </w:rPr>
        <w:t xml:space="preserve"> </w:t>
      </w:r>
      <w:r w:rsidRPr="00230FB4">
        <w:rPr>
          <w:rStyle w:val="libArabicChar"/>
          <w:rFonts w:hint="cs"/>
          <w:rtl/>
        </w:rPr>
        <w:t>اذا</w:t>
      </w:r>
      <w:r w:rsidRPr="00230FB4">
        <w:rPr>
          <w:rStyle w:val="libArabicChar"/>
          <w:rtl/>
        </w:rPr>
        <w:t xml:space="preserve"> </w:t>
      </w:r>
      <w:r w:rsidRPr="00230FB4">
        <w:rPr>
          <w:rStyle w:val="libArabicChar"/>
          <w:rFonts w:hint="cs"/>
          <w:rtl/>
        </w:rPr>
        <w:t>ا</w:t>
      </w:r>
      <w:r w:rsidRPr="00230FB4">
        <w:rPr>
          <w:rStyle w:val="libArabicChar"/>
          <w:rtl/>
        </w:rPr>
        <w:t xml:space="preserve"> </w:t>
      </w:r>
      <w:r w:rsidRPr="00230FB4">
        <w:rPr>
          <w:rStyle w:val="libArabicChar"/>
          <w:rFonts w:hint="cs"/>
          <w:rtl/>
        </w:rPr>
        <w:t>ردت</w:t>
      </w:r>
      <w:r w:rsidRPr="00230FB4">
        <w:rPr>
          <w:rStyle w:val="libArabicChar"/>
          <w:rtl/>
        </w:rPr>
        <w:t xml:space="preserve"> </w:t>
      </w:r>
      <w:r w:rsidRPr="00230FB4">
        <w:rPr>
          <w:rStyle w:val="libArabicChar"/>
          <w:rFonts w:hint="cs"/>
          <w:rtl/>
        </w:rPr>
        <w:t>شيئاً</w:t>
      </w:r>
      <w:r w:rsidRPr="00230FB4">
        <w:rPr>
          <w:rStyle w:val="libArabicChar"/>
          <w:rtl/>
        </w:rPr>
        <w:t xml:space="preserve"> </w:t>
      </w:r>
      <w:r w:rsidRPr="00230FB4">
        <w:rPr>
          <w:rStyle w:val="libArabicChar"/>
          <w:rFonts w:hint="cs"/>
          <w:rtl/>
        </w:rPr>
        <w:t>ا</w:t>
      </w:r>
      <w:r w:rsidRPr="00230FB4">
        <w:rPr>
          <w:rStyle w:val="libArabicChar"/>
          <w:rtl/>
        </w:rPr>
        <w:t xml:space="preserve"> </w:t>
      </w:r>
      <w:r w:rsidRPr="00230FB4">
        <w:rPr>
          <w:rStyle w:val="libArabicChar"/>
          <w:rFonts w:hint="cs"/>
          <w:rtl/>
        </w:rPr>
        <w:t>ن</w:t>
      </w:r>
      <w:r w:rsidRPr="00230FB4">
        <w:rPr>
          <w:rStyle w:val="libArabicChar"/>
          <w:rtl/>
        </w:rPr>
        <w:t xml:space="preserve"> </w:t>
      </w:r>
      <w:r w:rsidRPr="00230FB4">
        <w:rPr>
          <w:rStyle w:val="libArabicChar"/>
          <w:rFonts w:hint="cs"/>
          <w:rtl/>
        </w:rPr>
        <w:t>ا</w:t>
      </w:r>
      <w:r w:rsidRPr="00230FB4">
        <w:rPr>
          <w:rStyle w:val="libArabicChar"/>
          <w:rtl/>
        </w:rPr>
        <w:t xml:space="preserve"> </w:t>
      </w:r>
      <w:r w:rsidRPr="00230FB4">
        <w:rPr>
          <w:rStyle w:val="libArabicChar"/>
          <w:rFonts w:hint="cs"/>
          <w:rtl/>
        </w:rPr>
        <w:t>قول</w:t>
      </w:r>
      <w:r w:rsidRPr="00230FB4">
        <w:rPr>
          <w:rStyle w:val="libArabicChar"/>
          <w:rtl/>
        </w:rPr>
        <w:t xml:space="preserve"> </w:t>
      </w:r>
      <w:r w:rsidRPr="00230FB4">
        <w:rPr>
          <w:rStyle w:val="libArabicChar"/>
          <w:rFonts w:hint="cs"/>
          <w:rtl/>
        </w:rPr>
        <w:t>ل</w:t>
      </w:r>
      <w:r w:rsidR="00120F63" w:rsidRPr="00B2551F">
        <w:rPr>
          <w:rStyle w:val="libArabicChar"/>
          <w:rFonts w:hint="cs"/>
          <w:rtl/>
        </w:rPr>
        <w:t>ه</w:t>
      </w:r>
      <w:r w:rsidRPr="00230FB4">
        <w:rPr>
          <w:rStyle w:val="libArabicChar"/>
          <w:rtl/>
        </w:rPr>
        <w:t>:</w:t>
      </w:r>
      <w:r w:rsidRPr="00230FB4">
        <w:rPr>
          <w:rStyle w:val="libArabicChar"/>
          <w:rFonts w:hint="cs"/>
          <w:rtl/>
        </w:rPr>
        <w:t>كن</w:t>
      </w:r>
      <w:r w:rsidRPr="00230FB4">
        <w:rPr>
          <w:rStyle w:val="libArabicChar"/>
          <w:rtl/>
        </w:rPr>
        <w:t xml:space="preserve"> </w:t>
      </w:r>
      <w:r w:rsidRPr="00230FB4">
        <w:rPr>
          <w:rStyle w:val="libArabicChar"/>
          <w:rFonts w:hint="cs"/>
          <w:rtl/>
        </w:rPr>
        <w:t>فيكون</w:t>
      </w:r>
      <w:r w:rsidRPr="00230FB4">
        <w:rPr>
          <w:rStyle w:val="libArabicChar"/>
          <w:rtl/>
        </w:rPr>
        <w:t>;</w:t>
      </w:r>
      <w:r w:rsidRPr="005503E2">
        <w:rPr>
          <w:rStyle w:val="libFootnotenumChar"/>
          <w:rtl/>
        </w:rPr>
        <w:t>(2)</w:t>
      </w:r>
      <w:r>
        <w:rPr>
          <w:rtl/>
        </w:rPr>
        <w:t xml:space="preserve"> مقاتل بن سليمان كا كہنا ہے كہ مي</w:t>
      </w:r>
      <w:r w:rsidR="00083993">
        <w:rPr>
          <w:rtl/>
        </w:rPr>
        <w:t xml:space="preserve">ں </w:t>
      </w:r>
      <w:r>
        <w:rPr>
          <w:rtl/>
        </w:rPr>
        <w:t xml:space="preserve">نے امام جعفر صادق </w:t>
      </w:r>
      <w:r w:rsidR="00367F17" w:rsidRPr="00367F17">
        <w:rPr>
          <w:rStyle w:val="libAlaemChar"/>
          <w:rtl/>
        </w:rPr>
        <w:t xml:space="preserve"> عليه‌السلام </w:t>
      </w:r>
      <w:r>
        <w:rPr>
          <w:rtl/>
        </w:rPr>
        <w:t xml:space="preserve"> سے سنا ہے </w:t>
      </w:r>
      <w:r>
        <w:rPr>
          <w:rFonts w:hint="eastAsia"/>
          <w:rtl/>
        </w:rPr>
        <w:t>كہ</w:t>
      </w:r>
      <w:r>
        <w:rPr>
          <w:rtl/>
        </w:rPr>
        <w:t xml:space="preserve"> جب حضرت موسى </w:t>
      </w:r>
      <w:r w:rsidR="00367F17" w:rsidRPr="00367F17">
        <w:rPr>
          <w:rStyle w:val="libAlaemChar"/>
          <w:rtl/>
        </w:rPr>
        <w:t xml:space="preserve"> عليه‌السلام </w:t>
      </w:r>
      <w:r>
        <w:rPr>
          <w:rtl/>
        </w:rPr>
        <w:t xml:space="preserve"> كوہ طور كى طرف گئے تو اُنہو</w:t>
      </w:r>
      <w:r w:rsidR="00083993">
        <w:rPr>
          <w:rtl/>
        </w:rPr>
        <w:t xml:space="preserve">ں </w:t>
      </w:r>
      <w:r>
        <w:rPr>
          <w:rtl/>
        </w:rPr>
        <w:t xml:space="preserve">نے اپنے پرورد گار سے مناجات كى اور كہا:اے ميرے پالنے والے مجھے اپنے خزانے دكھا _پس خدا وند متعال نے فرمايا:اے موسى </w:t>
      </w:r>
      <w:r w:rsidR="00367F17" w:rsidRPr="00367F17">
        <w:rPr>
          <w:rStyle w:val="libAlaemChar"/>
          <w:rtl/>
        </w:rPr>
        <w:t xml:space="preserve"> عليه‌السلام </w:t>
      </w:r>
      <w:r>
        <w:rPr>
          <w:rtl/>
        </w:rPr>
        <w:t xml:space="preserve"> بتحقيق ميرا خزانہ يہ ہے كہ جب مي</w:t>
      </w:r>
      <w:r w:rsidR="00083993">
        <w:rPr>
          <w:rtl/>
        </w:rPr>
        <w:t xml:space="preserve">ں </w:t>
      </w:r>
      <w:r>
        <w:rPr>
          <w:rtl/>
        </w:rPr>
        <w:t>كسى چيز كا ارادہ كرتا ہو</w:t>
      </w:r>
      <w:r w:rsidR="00083993">
        <w:rPr>
          <w:rtl/>
        </w:rPr>
        <w:t xml:space="preserve">ں </w:t>
      </w:r>
      <w:r>
        <w:rPr>
          <w:rtl/>
        </w:rPr>
        <w:t>تو كہتا ہو</w:t>
      </w:r>
      <w:r w:rsidR="00083993">
        <w:rPr>
          <w:rtl/>
        </w:rPr>
        <w:t xml:space="preserve">ں </w:t>
      </w:r>
      <w:r>
        <w:rPr>
          <w:rtl/>
        </w:rPr>
        <w:t xml:space="preserve">:ہو جا تووہ(محض </w:t>
      </w:r>
      <w:r>
        <w:rPr>
          <w:rFonts w:hint="eastAsia"/>
          <w:rtl/>
        </w:rPr>
        <w:t>ميرے</w:t>
      </w:r>
      <w:r>
        <w:rPr>
          <w:rtl/>
        </w:rPr>
        <w:t xml:space="preserve"> ارادے سے) ہو جاتى ہے_</w:t>
      </w:r>
    </w:p>
    <w:p w:rsidR="001F628F" w:rsidRDefault="001F628F" w:rsidP="005503E2">
      <w:pPr>
        <w:pStyle w:val="libNormal"/>
        <w:rPr>
          <w:rtl/>
        </w:rPr>
      </w:pPr>
      <w:r>
        <w:rPr>
          <w:rFonts w:hint="eastAsia"/>
          <w:rtl/>
        </w:rPr>
        <w:t>افرينش</w:t>
      </w:r>
      <w:r>
        <w:rPr>
          <w:rtl/>
        </w:rPr>
        <w:t xml:space="preserve"> :</w:t>
      </w:r>
      <w:r>
        <w:rPr>
          <w:rFonts w:hint="eastAsia"/>
          <w:rtl/>
        </w:rPr>
        <w:t>افرينش</w:t>
      </w:r>
      <w:r>
        <w:rPr>
          <w:rtl/>
        </w:rPr>
        <w:t xml:space="preserve"> كا باضابطہ ہونا 3</w:t>
      </w:r>
    </w:p>
    <w:p w:rsidR="001F628F" w:rsidRDefault="001F628F" w:rsidP="005503E2">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3;الله تعالى كے خزائن كا مقام 5;الله تعالى كے خزائن 2،3،8;الله تعالى كے عطايا 2;الله تعالى كى قدرت كى وسعت 6; الله تعالى كى مالكيت 1;الله تعالى كے مقدرات 3 ; الله تعالى كى مالكيت كى وسعت6</w:t>
      </w:r>
    </w:p>
    <w:p w:rsidR="001F628F" w:rsidRDefault="001F628F" w:rsidP="005503E2">
      <w:pPr>
        <w:pStyle w:val="libNormal"/>
        <w:rPr>
          <w:rtl/>
        </w:rPr>
      </w:pPr>
      <w:r>
        <w:rPr>
          <w:rFonts w:hint="eastAsia"/>
          <w:rtl/>
        </w:rPr>
        <w:t>پودے</w:t>
      </w:r>
      <w:r>
        <w:rPr>
          <w:rtl/>
        </w:rPr>
        <w:t>:</w:t>
      </w:r>
      <w:r>
        <w:rPr>
          <w:rFonts w:hint="eastAsia"/>
          <w:rtl/>
        </w:rPr>
        <w:t>پودو</w:t>
      </w:r>
      <w:r w:rsidR="00083993">
        <w:rPr>
          <w:rFonts w:hint="eastAsia"/>
          <w:rtl/>
        </w:rPr>
        <w:t xml:space="preserve">ں </w:t>
      </w:r>
      <w:r>
        <w:rPr>
          <w:rtl/>
        </w:rPr>
        <w:t>كا اُگنا 2</w:t>
      </w:r>
    </w:p>
    <w:p w:rsidR="001F628F" w:rsidRDefault="001F628F" w:rsidP="001F628F">
      <w:pPr>
        <w:pStyle w:val="libNormal"/>
        <w:rPr>
          <w:rtl/>
        </w:rPr>
      </w:pPr>
      <w:r>
        <w:rPr>
          <w:rFonts w:hint="eastAsia"/>
          <w:rtl/>
        </w:rPr>
        <w:t>روايت</w:t>
      </w:r>
      <w:r>
        <w:rPr>
          <w:rtl/>
        </w:rPr>
        <w:t xml:space="preserve"> :7،8</w:t>
      </w:r>
    </w:p>
    <w:p w:rsidR="001F628F" w:rsidRDefault="001F628F" w:rsidP="005503E2">
      <w:pPr>
        <w:pStyle w:val="libNormal"/>
        <w:rPr>
          <w:rtl/>
        </w:rPr>
      </w:pPr>
      <w:r>
        <w:rPr>
          <w:rFonts w:hint="eastAsia"/>
          <w:rtl/>
        </w:rPr>
        <w:t>عرش</w:t>
      </w:r>
      <w:r>
        <w:rPr>
          <w:rtl/>
        </w:rPr>
        <w:t>:</w:t>
      </w:r>
      <w:r>
        <w:rPr>
          <w:rFonts w:hint="eastAsia"/>
          <w:rtl/>
        </w:rPr>
        <w:t>عرش</w:t>
      </w:r>
      <w:r>
        <w:rPr>
          <w:rtl/>
        </w:rPr>
        <w:t xml:space="preserve"> كا كردار 7</w:t>
      </w:r>
    </w:p>
    <w:p w:rsidR="001F628F" w:rsidRDefault="001F628F" w:rsidP="005503E2">
      <w:pPr>
        <w:pStyle w:val="libNormal"/>
        <w:rPr>
          <w:rtl/>
        </w:rPr>
      </w:pPr>
      <w:r>
        <w:rPr>
          <w:rFonts w:hint="eastAsia"/>
          <w:rtl/>
        </w:rPr>
        <w:t>معادن</w:t>
      </w:r>
      <w:r>
        <w:rPr>
          <w:rtl/>
        </w:rPr>
        <w:t xml:space="preserve"> :</w:t>
      </w:r>
      <w:r>
        <w:rPr>
          <w:rFonts w:hint="eastAsia"/>
          <w:rtl/>
        </w:rPr>
        <w:t>معادن</w:t>
      </w:r>
      <w:r>
        <w:rPr>
          <w:rtl/>
        </w:rPr>
        <w:t xml:space="preserve"> كى پيدا</w:t>
      </w:r>
      <w:r w:rsidR="009F604A">
        <w:rPr>
          <w:rtl/>
        </w:rPr>
        <w:t>ئش</w:t>
      </w:r>
      <w:r>
        <w:rPr>
          <w:rtl/>
        </w:rPr>
        <w:t xml:space="preserve"> 2</w:t>
      </w:r>
    </w:p>
    <w:p w:rsidR="001F628F" w:rsidRDefault="001F628F" w:rsidP="005503E2">
      <w:pPr>
        <w:pStyle w:val="libNormal"/>
        <w:rPr>
          <w:rtl/>
        </w:rPr>
      </w:pPr>
      <w:r>
        <w:rPr>
          <w:rFonts w:hint="eastAsia"/>
          <w:rtl/>
        </w:rPr>
        <w:t>معاش</w:t>
      </w:r>
      <w:r w:rsidR="005503E2">
        <w:rPr>
          <w:rFonts w:hint="cs"/>
          <w:rtl/>
        </w:rPr>
        <w:t xml:space="preserve">  </w:t>
      </w:r>
      <w:r>
        <w:rPr>
          <w:rFonts w:hint="eastAsia"/>
          <w:rtl/>
        </w:rPr>
        <w:t>معاش</w:t>
      </w:r>
      <w:r>
        <w:rPr>
          <w:rtl/>
        </w:rPr>
        <w:t xml:space="preserve"> كے پورا ہونے كے وسائل 2</w:t>
      </w:r>
    </w:p>
    <w:p w:rsidR="001F628F" w:rsidRDefault="001F628F" w:rsidP="005503E2">
      <w:pPr>
        <w:pStyle w:val="libNormal"/>
        <w:rPr>
          <w:rtl/>
        </w:rPr>
      </w:pPr>
      <w:r>
        <w:rPr>
          <w:rFonts w:hint="eastAsia"/>
          <w:rtl/>
        </w:rPr>
        <w:t>موجودات</w:t>
      </w:r>
      <w:r>
        <w:rPr>
          <w:rtl/>
        </w:rPr>
        <w:t xml:space="preserve"> :</w:t>
      </w:r>
      <w:r>
        <w:rPr>
          <w:rFonts w:hint="eastAsia"/>
          <w:rtl/>
        </w:rPr>
        <w:t>خلقت</w:t>
      </w:r>
      <w:r>
        <w:rPr>
          <w:rtl/>
        </w:rPr>
        <w:t xml:space="preserve"> موجودات كا باضابطہ ہونا 4;موجودات كے خزائن كا مقام 7;موجودات كے خزائن 1; موجودات كى محدوديت 4</w:t>
      </w:r>
    </w:p>
    <w:p w:rsidR="001F628F" w:rsidRDefault="00B84D3B" w:rsidP="00B84D3B">
      <w:pPr>
        <w:pStyle w:val="libLine"/>
        <w:rPr>
          <w:rtl/>
        </w:rPr>
      </w:pPr>
      <w:r>
        <w:rPr>
          <w:rtl/>
        </w:rPr>
        <w:t>____________________</w:t>
      </w:r>
    </w:p>
    <w:p w:rsidR="001F628F" w:rsidRDefault="001F628F" w:rsidP="005503E2">
      <w:pPr>
        <w:pStyle w:val="libFootnote"/>
        <w:rPr>
          <w:rtl/>
        </w:rPr>
      </w:pPr>
      <w:r>
        <w:rPr>
          <w:rtl/>
        </w:rPr>
        <w:t>1)روضةالواعظين ،ص47،نور الثقلين ،ج3، ص7، ح19_</w:t>
      </w:r>
    </w:p>
    <w:p w:rsidR="001F628F" w:rsidRDefault="001F628F" w:rsidP="005503E2">
      <w:pPr>
        <w:pStyle w:val="libFootnote"/>
        <w:rPr>
          <w:rtl/>
        </w:rPr>
      </w:pPr>
      <w:r>
        <w:rPr>
          <w:rtl/>
        </w:rPr>
        <w:t>2)معانى الاخبار ،ص402ح65،تفسير برہان ، ج2، ص328، ح4_</w:t>
      </w:r>
    </w:p>
    <w:p w:rsidR="005503E2" w:rsidRDefault="001E7F9D" w:rsidP="00F73EDE">
      <w:pPr>
        <w:pStyle w:val="libPoemTini"/>
        <w:rPr>
          <w:rtl/>
        </w:rPr>
      </w:pPr>
      <w:r>
        <w:rPr>
          <w:rtl/>
        </w:rPr>
        <w:br w:type="page"/>
      </w:r>
    </w:p>
    <w:p w:rsidR="005503E2" w:rsidRDefault="005503E2" w:rsidP="005503E2">
      <w:pPr>
        <w:pStyle w:val="Heading2Center"/>
        <w:rPr>
          <w:rtl/>
        </w:rPr>
      </w:pPr>
      <w:bookmarkStart w:id="68" w:name="_Toc28081746"/>
      <w:r>
        <w:rPr>
          <w:rFonts w:hint="cs"/>
          <w:rtl/>
        </w:rPr>
        <w:lastRenderedPageBreak/>
        <w:t>آیت 22</w:t>
      </w:r>
      <w:bookmarkEnd w:id="68"/>
    </w:p>
    <w:p w:rsidR="001F628F" w:rsidRDefault="00E260F9" w:rsidP="005503E2">
      <w:pPr>
        <w:pStyle w:val="libNormal"/>
        <w:rPr>
          <w:rtl/>
        </w:rPr>
      </w:pPr>
      <w:r w:rsidRPr="00E260F9">
        <w:rPr>
          <w:rStyle w:val="libAlaemChar"/>
          <w:rFonts w:hint="eastAsia"/>
          <w:rtl/>
        </w:rPr>
        <w:t>(</w:t>
      </w:r>
      <w:r w:rsidRPr="005503E2">
        <w:rPr>
          <w:rStyle w:val="libAieChar"/>
          <w:rFonts w:hint="eastAsia"/>
          <w:rtl/>
        </w:rPr>
        <w:t>وَأَرْسَلْنَا</w:t>
      </w:r>
      <w:r w:rsidRPr="005503E2">
        <w:rPr>
          <w:rStyle w:val="libAieChar"/>
          <w:rtl/>
        </w:rPr>
        <w:t xml:space="preserve"> الرِّيَاحَ لَوَاقِحَ فَأَنزَلْنَا مِنَ السَّمَاءِ مَاءً فَأَسْقَيْنَاكُمُوهُ وَمَا أَنتُمْ لَهُ بِخَازِنِينَ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ہوائو</w:t>
      </w:r>
      <w:r w:rsidR="00083993">
        <w:rPr>
          <w:rtl/>
        </w:rPr>
        <w:t xml:space="preserve">ں </w:t>
      </w:r>
      <w:r>
        <w:rPr>
          <w:rtl/>
        </w:rPr>
        <w:t>كو بادلو</w:t>
      </w:r>
      <w:r w:rsidR="00083993">
        <w:rPr>
          <w:rtl/>
        </w:rPr>
        <w:t xml:space="preserve">ں </w:t>
      </w:r>
      <w:r>
        <w:rPr>
          <w:rtl/>
        </w:rPr>
        <w:t>كا بوجھ اٹھانے والا بناكر چلايا ہے پھر آسمان سے پانى برساياہے جس سے تم كو سيراب كياہے اور تم اس كے خزانہ دار نہي</w:t>
      </w:r>
      <w:r w:rsidR="00083993">
        <w:rPr>
          <w:rtl/>
        </w:rPr>
        <w:t xml:space="preserve">ں </w:t>
      </w:r>
      <w:r>
        <w:rPr>
          <w:rtl/>
        </w:rPr>
        <w:t>تھے_</w:t>
      </w:r>
    </w:p>
    <w:p w:rsidR="001F628F" w:rsidRDefault="001F628F" w:rsidP="00C85719">
      <w:pPr>
        <w:pStyle w:val="libNormal"/>
        <w:rPr>
          <w:rtl/>
        </w:rPr>
      </w:pPr>
      <w:r>
        <w:rPr>
          <w:rtl/>
        </w:rPr>
        <w:t>1_بادلو</w:t>
      </w:r>
      <w:r w:rsidR="00083993">
        <w:rPr>
          <w:rtl/>
        </w:rPr>
        <w:t xml:space="preserve">ں </w:t>
      </w:r>
      <w:r>
        <w:rPr>
          <w:rtl/>
        </w:rPr>
        <w:t>كى بار دارى كے لئے ہوائو</w:t>
      </w:r>
      <w:r w:rsidR="00083993">
        <w:rPr>
          <w:rtl/>
        </w:rPr>
        <w:t xml:space="preserve">ں </w:t>
      </w:r>
      <w:r>
        <w:rPr>
          <w:rtl/>
        </w:rPr>
        <w:t>كو بھيجنے والا خداوند ہے_</w:t>
      </w:r>
      <w:r w:rsidRPr="005503E2">
        <w:rPr>
          <w:rStyle w:val="libArabicChar"/>
          <w:rFonts w:hint="eastAsia"/>
          <w:rtl/>
        </w:rPr>
        <w:t>وا</w:t>
      </w:r>
      <w:r w:rsidRPr="005503E2">
        <w:rPr>
          <w:rStyle w:val="libArabicChar"/>
          <w:rtl/>
        </w:rPr>
        <w:t xml:space="preserve"> رسلنا الرىح لو</w:t>
      </w:r>
      <w:r w:rsidR="00C85719">
        <w:rPr>
          <w:rStyle w:val="libArabicChar"/>
          <w:rFonts w:hint="cs"/>
          <w:rtl/>
        </w:rPr>
        <w:t>ا</w:t>
      </w:r>
      <w:r w:rsidRPr="005503E2">
        <w:rPr>
          <w:rStyle w:val="libArabicChar"/>
          <w:rtl/>
        </w:rPr>
        <w:t>قح</w:t>
      </w:r>
    </w:p>
    <w:p w:rsidR="001F628F" w:rsidRDefault="001F628F" w:rsidP="001F628F">
      <w:pPr>
        <w:pStyle w:val="libNormal"/>
        <w:rPr>
          <w:rtl/>
        </w:rPr>
      </w:pPr>
      <w:r>
        <w:rPr>
          <w:rFonts w:hint="eastAsia"/>
          <w:rtl/>
        </w:rPr>
        <w:t>مندرجہ</w:t>
      </w:r>
      <w:r>
        <w:rPr>
          <w:rtl/>
        </w:rPr>
        <w:t xml:space="preserve"> بالا مطلب اس احتمال پر مبنى ہے كہ جب جملہ </w:t>
      </w:r>
      <w:r w:rsidRPr="00C85719">
        <w:rPr>
          <w:rStyle w:val="libArabicChar"/>
          <w:rtl/>
        </w:rPr>
        <w:t>''فا نزلنا من السّماء ماء</w:t>
      </w:r>
      <w:r>
        <w:rPr>
          <w:rtl/>
        </w:rPr>
        <w:t xml:space="preserve"> '' كے قرينے سے ہوائو</w:t>
      </w:r>
      <w:r w:rsidR="00083993">
        <w:rPr>
          <w:rtl/>
        </w:rPr>
        <w:t xml:space="preserve">ں </w:t>
      </w:r>
      <w:r>
        <w:rPr>
          <w:rtl/>
        </w:rPr>
        <w:t>كا بادلو</w:t>
      </w:r>
      <w:r w:rsidR="00083993">
        <w:rPr>
          <w:rtl/>
        </w:rPr>
        <w:t xml:space="preserve">ں </w:t>
      </w:r>
      <w:r>
        <w:rPr>
          <w:rtl/>
        </w:rPr>
        <w:t>كو پُر اب كرنابارش كے برسنے كے لئے ہو_</w:t>
      </w:r>
    </w:p>
    <w:p w:rsidR="001F628F" w:rsidRDefault="001F628F" w:rsidP="00C85719">
      <w:pPr>
        <w:pStyle w:val="libNormal"/>
        <w:rPr>
          <w:rtl/>
        </w:rPr>
      </w:pPr>
      <w:r>
        <w:rPr>
          <w:rtl/>
        </w:rPr>
        <w:t>2_ہوائي</w:t>
      </w:r>
      <w:r w:rsidR="00083993">
        <w:rPr>
          <w:rtl/>
        </w:rPr>
        <w:t xml:space="preserve">ں </w:t>
      </w:r>
      <w:r>
        <w:rPr>
          <w:rtl/>
        </w:rPr>
        <w:t>پودو</w:t>
      </w:r>
      <w:r w:rsidR="00083993">
        <w:rPr>
          <w:rtl/>
        </w:rPr>
        <w:t xml:space="preserve">ں </w:t>
      </w:r>
      <w:r>
        <w:rPr>
          <w:rtl/>
        </w:rPr>
        <w:t>اور درختو</w:t>
      </w:r>
      <w:r w:rsidR="00083993">
        <w:rPr>
          <w:rtl/>
        </w:rPr>
        <w:t xml:space="preserve">ں </w:t>
      </w:r>
      <w:r>
        <w:rPr>
          <w:rtl/>
        </w:rPr>
        <w:t>كو بار دار كرنے كے لئے نر زر گل اور گردو غبار ايك جگہ سے دوسرى جگہ لے جانے كا وسيلہ ہي</w:t>
      </w:r>
      <w:r w:rsidR="00083993">
        <w:rPr>
          <w:rtl/>
        </w:rPr>
        <w:t xml:space="preserve">ں </w:t>
      </w:r>
      <w:r>
        <w:rPr>
          <w:rtl/>
        </w:rPr>
        <w:t>_</w:t>
      </w:r>
      <w:r w:rsidRPr="005503E2">
        <w:rPr>
          <w:rStyle w:val="libArabicChar"/>
          <w:rFonts w:hint="eastAsia"/>
          <w:rtl/>
        </w:rPr>
        <w:t>وا</w:t>
      </w:r>
      <w:r w:rsidRPr="005503E2">
        <w:rPr>
          <w:rStyle w:val="libArabicChar"/>
          <w:rtl/>
        </w:rPr>
        <w:t xml:space="preserve"> رسلنا الرىح لو</w:t>
      </w:r>
      <w:r w:rsidR="00C85719">
        <w:rPr>
          <w:rStyle w:val="libArabicChar"/>
          <w:rFonts w:hint="cs"/>
          <w:rtl/>
        </w:rPr>
        <w:t>ا</w:t>
      </w:r>
      <w:r w:rsidRPr="005503E2">
        <w:rPr>
          <w:rStyle w:val="libArabicChar"/>
          <w:rtl/>
        </w:rPr>
        <w:t>قح</w:t>
      </w:r>
    </w:p>
    <w:p w:rsidR="001F628F" w:rsidRDefault="001F628F" w:rsidP="001F628F">
      <w:pPr>
        <w:pStyle w:val="libNormal"/>
        <w:rPr>
          <w:rtl/>
        </w:rPr>
      </w:pPr>
      <w:r>
        <w:rPr>
          <w:rFonts w:hint="eastAsia"/>
          <w:rtl/>
        </w:rPr>
        <w:t>مندرجہ</w:t>
      </w:r>
      <w:r>
        <w:rPr>
          <w:rtl/>
        </w:rPr>
        <w:t xml:space="preserve"> بالا مطلب اس احتمال پر مبنى ہے كہ جب ''الرياح لواقح ''سے باردار كرنے والى ہوائي</w:t>
      </w:r>
      <w:r w:rsidR="00083993">
        <w:rPr>
          <w:rtl/>
        </w:rPr>
        <w:t xml:space="preserve">ں </w:t>
      </w:r>
      <w:r>
        <w:rPr>
          <w:rtl/>
        </w:rPr>
        <w:t>مراد ہو</w:t>
      </w:r>
      <w:r w:rsidR="00083993">
        <w:rPr>
          <w:rtl/>
        </w:rPr>
        <w:t xml:space="preserve">ں </w:t>
      </w:r>
      <w:r>
        <w:rPr>
          <w:rtl/>
        </w:rPr>
        <w:t>_يہ ايسى ہوائي</w:t>
      </w:r>
      <w:r w:rsidR="00083993">
        <w:rPr>
          <w:rtl/>
        </w:rPr>
        <w:t xml:space="preserve">ں </w:t>
      </w:r>
      <w:r>
        <w:rPr>
          <w:rtl/>
        </w:rPr>
        <w:t>ہي</w:t>
      </w:r>
      <w:r w:rsidR="00083993">
        <w:rPr>
          <w:rtl/>
        </w:rPr>
        <w:t xml:space="preserve">ں </w:t>
      </w:r>
      <w:r>
        <w:rPr>
          <w:rtl/>
        </w:rPr>
        <w:t>كہ جو نر پودو</w:t>
      </w:r>
      <w:r w:rsidR="00083993">
        <w:rPr>
          <w:rtl/>
        </w:rPr>
        <w:t xml:space="preserve">ں </w:t>
      </w:r>
      <w:r>
        <w:rPr>
          <w:rtl/>
        </w:rPr>
        <w:t>سے باردار كرنے والے مادے (زرگل) كو مادہ پودو</w:t>
      </w:r>
      <w:r w:rsidR="00083993">
        <w:rPr>
          <w:rtl/>
        </w:rPr>
        <w:t xml:space="preserve">ں </w:t>
      </w:r>
      <w:r>
        <w:rPr>
          <w:rtl/>
        </w:rPr>
        <w:t>تك منتقل كرتى ہي</w:t>
      </w:r>
      <w:r w:rsidR="00083993">
        <w:rPr>
          <w:rtl/>
        </w:rPr>
        <w:t xml:space="preserve">ں </w:t>
      </w:r>
      <w:r>
        <w:rPr>
          <w:rtl/>
        </w:rPr>
        <w:t>_</w:t>
      </w:r>
    </w:p>
    <w:p w:rsidR="001F628F" w:rsidRDefault="001F628F" w:rsidP="001F628F">
      <w:pPr>
        <w:pStyle w:val="libNormal"/>
        <w:rPr>
          <w:rtl/>
        </w:rPr>
      </w:pPr>
      <w:r>
        <w:rPr>
          <w:rtl/>
        </w:rPr>
        <w:t>3_قانون زوجيت ،پھل دينے والے درختو</w:t>
      </w:r>
      <w:r w:rsidR="00083993">
        <w:rPr>
          <w:rtl/>
        </w:rPr>
        <w:t xml:space="preserve">ں </w:t>
      </w:r>
      <w:r>
        <w:rPr>
          <w:rtl/>
        </w:rPr>
        <w:t>اور پودو</w:t>
      </w:r>
      <w:r w:rsidR="00083993">
        <w:rPr>
          <w:rtl/>
        </w:rPr>
        <w:t xml:space="preserve">ں </w:t>
      </w:r>
      <w:r>
        <w:rPr>
          <w:rtl/>
        </w:rPr>
        <w:t>كو بھى شامل ہے اور اُن مي</w:t>
      </w:r>
      <w:r w:rsidR="00083993">
        <w:rPr>
          <w:rtl/>
        </w:rPr>
        <w:t xml:space="preserve">ں </w:t>
      </w:r>
      <w:r>
        <w:rPr>
          <w:rtl/>
        </w:rPr>
        <w:t>بھى نر و مادہ ہوتے ہي</w:t>
      </w:r>
      <w:r w:rsidR="00083993">
        <w:rPr>
          <w:rtl/>
        </w:rPr>
        <w:t xml:space="preserve">ں </w:t>
      </w:r>
      <w:r>
        <w:rPr>
          <w:rtl/>
        </w:rPr>
        <w:t>_</w:t>
      </w:r>
    </w:p>
    <w:p w:rsidR="001F628F" w:rsidRDefault="001F628F" w:rsidP="005503E2">
      <w:pPr>
        <w:pStyle w:val="libArabic"/>
        <w:rPr>
          <w:rtl/>
        </w:rPr>
      </w:pPr>
      <w:r>
        <w:rPr>
          <w:rFonts w:hint="eastAsia"/>
          <w:rtl/>
        </w:rPr>
        <w:t>وا</w:t>
      </w:r>
      <w:r>
        <w:rPr>
          <w:rtl/>
        </w:rPr>
        <w:t xml:space="preserve"> رسلنا </w:t>
      </w:r>
      <w:r w:rsidR="00C85719" w:rsidRPr="00C85719">
        <w:rPr>
          <w:rtl/>
        </w:rPr>
        <w:t>الريح لواقح</w:t>
      </w:r>
    </w:p>
    <w:p w:rsidR="001F628F" w:rsidRDefault="001F628F" w:rsidP="005503E2">
      <w:pPr>
        <w:pStyle w:val="libNormal"/>
        <w:rPr>
          <w:rtl/>
        </w:rPr>
      </w:pPr>
      <w:r>
        <w:rPr>
          <w:rtl/>
        </w:rPr>
        <w:t>4_اسمان سے بارش برسانے والا، خدا وند ہے_</w:t>
      </w:r>
      <w:r w:rsidRPr="005503E2">
        <w:rPr>
          <w:rStyle w:val="libArabicChar"/>
          <w:rFonts w:hint="eastAsia"/>
          <w:rtl/>
        </w:rPr>
        <w:t>فا</w:t>
      </w:r>
      <w:r w:rsidRPr="005503E2">
        <w:rPr>
          <w:rStyle w:val="libArabicChar"/>
          <w:rtl/>
        </w:rPr>
        <w:t xml:space="preserve"> نزلنا من السّماء</w:t>
      </w:r>
      <w:r w:rsidR="00630A2A" w:rsidRPr="00630A2A">
        <w:rPr>
          <w:rStyle w:val="libArabicChar"/>
          <w:rtl/>
        </w:rPr>
        <w:t xml:space="preserve"> ماء</w:t>
      </w:r>
    </w:p>
    <w:p w:rsidR="001F628F" w:rsidRDefault="001F628F" w:rsidP="005503E2">
      <w:pPr>
        <w:pStyle w:val="libNormal"/>
        <w:rPr>
          <w:rStyle w:val="libArabicChar"/>
          <w:rtl/>
        </w:rPr>
      </w:pPr>
      <w:r>
        <w:rPr>
          <w:rtl/>
        </w:rPr>
        <w:t>5_بادلو</w:t>
      </w:r>
      <w:r w:rsidR="00083993">
        <w:rPr>
          <w:rtl/>
        </w:rPr>
        <w:t xml:space="preserve">ں </w:t>
      </w:r>
      <w:r>
        <w:rPr>
          <w:rtl/>
        </w:rPr>
        <w:t>سے بارش كے برسنے مي</w:t>
      </w:r>
      <w:r w:rsidR="00083993">
        <w:rPr>
          <w:rtl/>
        </w:rPr>
        <w:t xml:space="preserve">ں </w:t>
      </w:r>
      <w:r>
        <w:rPr>
          <w:rtl/>
        </w:rPr>
        <w:t>ہوائي</w:t>
      </w:r>
      <w:r w:rsidR="00083993">
        <w:rPr>
          <w:rtl/>
        </w:rPr>
        <w:t xml:space="preserve">ں </w:t>
      </w:r>
      <w:r>
        <w:rPr>
          <w:rtl/>
        </w:rPr>
        <w:t>اہم كردار ادا كر تى ہي</w:t>
      </w:r>
      <w:r w:rsidR="00083993">
        <w:rPr>
          <w:rtl/>
        </w:rPr>
        <w:t xml:space="preserve">ں </w:t>
      </w:r>
      <w:r>
        <w:rPr>
          <w:rtl/>
        </w:rPr>
        <w:t>_</w:t>
      </w:r>
      <w:r w:rsidRPr="005503E2">
        <w:rPr>
          <w:rStyle w:val="libArabicChar"/>
          <w:rFonts w:hint="eastAsia"/>
          <w:rtl/>
        </w:rPr>
        <w:t>وا</w:t>
      </w:r>
      <w:r w:rsidRPr="005503E2">
        <w:rPr>
          <w:rStyle w:val="libArabicChar"/>
          <w:rtl/>
        </w:rPr>
        <w:t xml:space="preserve"> رسلنا </w:t>
      </w:r>
      <w:r w:rsidR="00C85719" w:rsidRPr="00C85719">
        <w:rPr>
          <w:rStyle w:val="libArabicChar"/>
          <w:rtl/>
        </w:rPr>
        <w:t>الريح لواقح</w:t>
      </w:r>
      <w:r w:rsidRPr="005503E2">
        <w:rPr>
          <w:rStyle w:val="libArabicChar"/>
          <w:rtl/>
        </w:rPr>
        <w:t xml:space="preserve"> فا نزلنا من السّماء</w:t>
      </w:r>
      <w:r w:rsidR="00630A2A" w:rsidRPr="00630A2A">
        <w:rPr>
          <w:rStyle w:val="libArabicChar"/>
          <w:rtl/>
        </w:rPr>
        <w:t xml:space="preserve"> ماء</w:t>
      </w:r>
    </w:p>
    <w:p w:rsidR="00B52BCE" w:rsidRDefault="00B52BCE" w:rsidP="00B52BCE">
      <w:pPr>
        <w:pStyle w:val="libNormal"/>
        <w:rPr>
          <w:rtl/>
        </w:rPr>
      </w:pPr>
      <w:r>
        <w:rPr>
          <w:rtl/>
        </w:rPr>
        <w:t>''فا نزلنا '' ميں ''فا''عاطفہ ہے جو ترتيب كے لئے ہے اس سے مذكورہ معنى مل سكتا ہے_</w:t>
      </w:r>
    </w:p>
    <w:p w:rsidR="00B52BCE" w:rsidRDefault="00B52BCE" w:rsidP="00B52BCE">
      <w:pPr>
        <w:pStyle w:val="libNormal"/>
        <w:rPr>
          <w:rtl/>
        </w:rPr>
      </w:pPr>
      <w:r>
        <w:rPr>
          <w:rtl/>
        </w:rPr>
        <w:t>6_خدا وند متعال كے ارادے اور افعال، طبيعى عوامل كے ذريعے ظہور پذير ہوتے ہيں _</w:t>
      </w:r>
    </w:p>
    <w:p w:rsidR="00B52BCE" w:rsidRDefault="00B52BCE" w:rsidP="00B52BCE">
      <w:pPr>
        <w:pStyle w:val="libArabic"/>
        <w:rPr>
          <w:rtl/>
        </w:rPr>
      </w:pPr>
      <w:r>
        <w:rPr>
          <w:rFonts w:hint="eastAsia"/>
          <w:rtl/>
        </w:rPr>
        <w:t>وا</w:t>
      </w:r>
      <w:r>
        <w:rPr>
          <w:rtl/>
        </w:rPr>
        <w:t xml:space="preserve"> رسلنا </w:t>
      </w:r>
      <w:r w:rsidR="00C85719" w:rsidRPr="00C85719">
        <w:rPr>
          <w:rtl/>
        </w:rPr>
        <w:t>الريح لواقح</w:t>
      </w:r>
      <w:r>
        <w:rPr>
          <w:rtl/>
        </w:rPr>
        <w:t xml:space="preserve"> فا نزلنا من السّماء</w:t>
      </w:r>
      <w:r w:rsidR="00630A2A" w:rsidRPr="00630A2A">
        <w:rPr>
          <w:rtl/>
        </w:rPr>
        <w:t xml:space="preserve"> ماء</w:t>
      </w:r>
    </w:p>
    <w:p w:rsidR="00B52BCE" w:rsidRDefault="00B52BCE" w:rsidP="00B52BCE">
      <w:pPr>
        <w:pStyle w:val="libNormal"/>
        <w:rPr>
          <w:rtl/>
        </w:rPr>
      </w:pPr>
      <w:r>
        <w:rPr>
          <w:rtl/>
        </w:rPr>
        <w:t>7_طبيعى عوامل كا عمل، خداوند متعال كے ارادے اور قدرت كے تحت ہوتا ہے_</w:t>
      </w:r>
    </w:p>
    <w:p w:rsidR="00B52BCE" w:rsidRDefault="00B52BCE" w:rsidP="00B52BCE">
      <w:pPr>
        <w:pStyle w:val="libArabic"/>
        <w:rPr>
          <w:rtl/>
        </w:rPr>
      </w:pPr>
      <w:r>
        <w:rPr>
          <w:rFonts w:hint="eastAsia"/>
          <w:rtl/>
        </w:rPr>
        <w:t>وا</w:t>
      </w:r>
      <w:r>
        <w:rPr>
          <w:rtl/>
        </w:rPr>
        <w:t xml:space="preserve"> رسلنا </w:t>
      </w:r>
      <w:r w:rsidR="00C85719" w:rsidRPr="00C85719">
        <w:rPr>
          <w:rtl/>
        </w:rPr>
        <w:t>الريح لواقح</w:t>
      </w:r>
      <w:r>
        <w:rPr>
          <w:rtl/>
        </w:rPr>
        <w:t xml:space="preserve"> فا نزلنا من السّماء</w:t>
      </w:r>
      <w:r w:rsidR="00630A2A" w:rsidRPr="00630A2A">
        <w:rPr>
          <w:rtl/>
        </w:rPr>
        <w:t xml:space="preserve"> ماء</w:t>
      </w:r>
    </w:p>
    <w:p w:rsidR="00B52BCE" w:rsidRDefault="00B52BCE" w:rsidP="005503E2">
      <w:pPr>
        <w:pStyle w:val="libNormal"/>
        <w:rPr>
          <w:rtl/>
        </w:rPr>
      </w:pPr>
    </w:p>
    <w:p w:rsidR="005503E2" w:rsidRDefault="001E7F9D" w:rsidP="00F73EDE">
      <w:pPr>
        <w:pStyle w:val="libPoemTini"/>
        <w:rPr>
          <w:rtl/>
        </w:rPr>
      </w:pPr>
      <w:r>
        <w:rPr>
          <w:rtl/>
        </w:rPr>
        <w:br w:type="page"/>
      </w:r>
    </w:p>
    <w:p w:rsidR="001F628F" w:rsidRDefault="001F628F" w:rsidP="005503E2">
      <w:pPr>
        <w:pStyle w:val="libNormal"/>
        <w:rPr>
          <w:rtl/>
        </w:rPr>
      </w:pPr>
      <w:r>
        <w:rPr>
          <w:rtl/>
        </w:rPr>
        <w:lastRenderedPageBreak/>
        <w:t>8_خدا وند متعال نے بارش كے پانى كو انسانو</w:t>
      </w:r>
      <w:r w:rsidR="00083993">
        <w:rPr>
          <w:rtl/>
        </w:rPr>
        <w:t xml:space="preserve">ں </w:t>
      </w:r>
      <w:r>
        <w:rPr>
          <w:rtl/>
        </w:rPr>
        <w:t>كى سيرابى كا وسيلہ بنايا ہے_</w:t>
      </w:r>
      <w:r w:rsidRPr="005503E2">
        <w:rPr>
          <w:rStyle w:val="libArabicChar"/>
          <w:rFonts w:hint="eastAsia"/>
          <w:rtl/>
        </w:rPr>
        <w:t>فا</w:t>
      </w:r>
      <w:r w:rsidRPr="005503E2">
        <w:rPr>
          <w:rStyle w:val="libArabicChar"/>
          <w:rtl/>
        </w:rPr>
        <w:t xml:space="preserve"> نزلنا من السّماء ماء فا </w:t>
      </w:r>
      <w:r w:rsidR="00C85719" w:rsidRPr="00C85719">
        <w:rPr>
          <w:rStyle w:val="libArabicChar"/>
          <w:rtl/>
        </w:rPr>
        <w:t>سقيناكموه</w:t>
      </w:r>
    </w:p>
    <w:p w:rsidR="001F628F" w:rsidRDefault="001F628F" w:rsidP="001F628F">
      <w:pPr>
        <w:pStyle w:val="libNormal"/>
        <w:rPr>
          <w:rtl/>
        </w:rPr>
      </w:pPr>
      <w:r>
        <w:rPr>
          <w:rtl/>
        </w:rPr>
        <w:t>9_بارش ،خدا وند متعال كے تحت تدبير ايك معين اندازے اور مشخص ميزان كے ساتھ برستى ہے_</w:t>
      </w:r>
    </w:p>
    <w:p w:rsidR="001F628F" w:rsidRDefault="001F628F" w:rsidP="005503E2">
      <w:pPr>
        <w:pStyle w:val="libArabic"/>
        <w:rPr>
          <w:rtl/>
        </w:rPr>
      </w:pPr>
      <w:r>
        <w:rPr>
          <w:rFonts w:hint="eastAsia"/>
          <w:rtl/>
        </w:rPr>
        <w:t>وان</w:t>
      </w:r>
      <w:r>
        <w:rPr>
          <w:rtl/>
        </w:rPr>
        <w:t xml:space="preserve"> من شيء الّا عندنا خزائن</w:t>
      </w:r>
      <w:r w:rsidR="00120F63" w:rsidRPr="00ED5DE8">
        <w:rPr>
          <w:rFonts w:hint="cs"/>
          <w:rtl/>
        </w:rPr>
        <w:t>ه</w:t>
      </w:r>
      <w:r>
        <w:rPr>
          <w:rtl/>
        </w:rPr>
        <w:t xml:space="preserve"> </w:t>
      </w:r>
      <w:r>
        <w:rPr>
          <w:rFonts w:hint="cs"/>
          <w:rtl/>
        </w:rPr>
        <w:t>وما</w:t>
      </w:r>
      <w:r>
        <w:rPr>
          <w:rtl/>
        </w:rPr>
        <w:t xml:space="preserve"> </w:t>
      </w:r>
      <w:r>
        <w:rPr>
          <w:rFonts w:hint="cs"/>
          <w:rtl/>
        </w:rPr>
        <w:t>ننزّل</w:t>
      </w:r>
      <w:r w:rsidR="00120F63" w:rsidRPr="00ED5DE8">
        <w:rPr>
          <w:rFonts w:hint="cs"/>
          <w:rtl/>
        </w:rPr>
        <w:t>ه</w:t>
      </w:r>
      <w:r>
        <w:rPr>
          <w:rtl/>
        </w:rPr>
        <w:t xml:space="preserve"> </w:t>
      </w:r>
      <w:r>
        <w:rPr>
          <w:rFonts w:hint="cs"/>
          <w:rtl/>
        </w:rPr>
        <w:t>الّا</w:t>
      </w:r>
      <w:r>
        <w:rPr>
          <w:rtl/>
        </w:rPr>
        <w:t xml:space="preserve"> </w:t>
      </w:r>
      <w:r>
        <w:rPr>
          <w:rFonts w:hint="cs"/>
          <w:rtl/>
        </w:rPr>
        <w:t>بقدر</w:t>
      </w:r>
      <w:r>
        <w:rPr>
          <w:rtl/>
        </w:rPr>
        <w:t xml:space="preserve">: </w:t>
      </w:r>
      <w:r>
        <w:rPr>
          <w:rFonts w:hint="cs"/>
          <w:rtl/>
        </w:rPr>
        <w:t>معلوم</w:t>
      </w:r>
      <w:r>
        <w:rPr>
          <w:rtl/>
        </w:rPr>
        <w:t xml:space="preserve"> ... </w:t>
      </w:r>
      <w:r>
        <w:rPr>
          <w:rFonts w:hint="cs"/>
          <w:rtl/>
        </w:rPr>
        <w:t>فا</w:t>
      </w:r>
      <w:r>
        <w:rPr>
          <w:rtl/>
        </w:rPr>
        <w:t xml:space="preserve"> </w:t>
      </w:r>
      <w:r>
        <w:rPr>
          <w:rFonts w:hint="cs"/>
          <w:rtl/>
        </w:rPr>
        <w:t>نزلنا</w:t>
      </w:r>
      <w:r>
        <w:rPr>
          <w:rtl/>
        </w:rPr>
        <w:t xml:space="preserve"> </w:t>
      </w:r>
      <w:r>
        <w:rPr>
          <w:rFonts w:hint="cs"/>
          <w:rtl/>
        </w:rPr>
        <w:t>من</w:t>
      </w:r>
      <w:r>
        <w:rPr>
          <w:rtl/>
        </w:rPr>
        <w:t xml:space="preserve"> </w:t>
      </w:r>
      <w:r>
        <w:rPr>
          <w:rFonts w:hint="cs"/>
          <w:rtl/>
        </w:rPr>
        <w:t>السّما</w:t>
      </w:r>
      <w:r>
        <w:rPr>
          <w:rtl/>
        </w:rPr>
        <w:t>ء</w:t>
      </w:r>
      <w:r w:rsidR="00630A2A" w:rsidRPr="00630A2A">
        <w:rPr>
          <w:rtl/>
        </w:rPr>
        <w:t xml:space="preserve"> ماء</w:t>
      </w:r>
    </w:p>
    <w:p w:rsidR="001F628F" w:rsidRDefault="001F628F" w:rsidP="001F628F">
      <w:pPr>
        <w:pStyle w:val="libNormal"/>
        <w:rPr>
          <w:rtl/>
        </w:rPr>
      </w:pPr>
      <w:r>
        <w:rPr>
          <w:rtl/>
        </w:rPr>
        <w:t>10_بارش كا پاني، انسانو</w:t>
      </w:r>
      <w:r w:rsidR="00083993">
        <w:rPr>
          <w:rtl/>
        </w:rPr>
        <w:t xml:space="preserve">ں </w:t>
      </w:r>
      <w:r>
        <w:rPr>
          <w:rtl/>
        </w:rPr>
        <w:t>كے لئے خداداد معاشى وسائل مي</w:t>
      </w:r>
      <w:r w:rsidR="00083993">
        <w:rPr>
          <w:rtl/>
        </w:rPr>
        <w:t xml:space="preserve">ں </w:t>
      </w:r>
      <w:r>
        <w:rPr>
          <w:rtl/>
        </w:rPr>
        <w:t>سے ہے_</w:t>
      </w:r>
    </w:p>
    <w:p w:rsidR="001F628F" w:rsidRDefault="001F628F" w:rsidP="005503E2">
      <w:pPr>
        <w:pStyle w:val="libArabic"/>
        <w:rPr>
          <w:rtl/>
        </w:rPr>
      </w:pPr>
      <w:r>
        <w:rPr>
          <w:rFonts w:hint="eastAsia"/>
          <w:rtl/>
        </w:rPr>
        <w:t>وجعلنا</w:t>
      </w:r>
      <w:r>
        <w:rPr>
          <w:rtl/>
        </w:rPr>
        <w:t xml:space="preserve"> لكم في</w:t>
      </w:r>
      <w:r w:rsidR="00F21947" w:rsidRPr="00B2551F">
        <w:rPr>
          <w:rFonts w:hint="cs"/>
          <w:rtl/>
        </w:rPr>
        <w:t>ه</w:t>
      </w:r>
      <w:r>
        <w:rPr>
          <w:rFonts w:hint="cs"/>
          <w:rtl/>
        </w:rPr>
        <w:t>ا</w:t>
      </w:r>
      <w:r>
        <w:rPr>
          <w:rtl/>
        </w:rPr>
        <w:t xml:space="preserve"> </w:t>
      </w:r>
      <w:r>
        <w:rPr>
          <w:rFonts w:hint="cs"/>
          <w:rtl/>
        </w:rPr>
        <w:t>معيش</w:t>
      </w:r>
      <w:r>
        <w:rPr>
          <w:rtl/>
        </w:rPr>
        <w:t xml:space="preserve"> ... </w:t>
      </w:r>
      <w:r>
        <w:rPr>
          <w:rFonts w:hint="cs"/>
          <w:rtl/>
        </w:rPr>
        <w:t>فا</w:t>
      </w:r>
      <w:r>
        <w:rPr>
          <w:rtl/>
        </w:rPr>
        <w:t xml:space="preserve"> </w:t>
      </w:r>
      <w:r>
        <w:rPr>
          <w:rFonts w:hint="cs"/>
          <w:rtl/>
        </w:rPr>
        <w:t>نزلنا</w:t>
      </w:r>
      <w:r>
        <w:rPr>
          <w:rtl/>
        </w:rPr>
        <w:t xml:space="preserve"> </w:t>
      </w:r>
      <w:r>
        <w:rPr>
          <w:rFonts w:hint="cs"/>
          <w:rtl/>
        </w:rPr>
        <w:t>من</w:t>
      </w:r>
      <w:r>
        <w:rPr>
          <w:rtl/>
        </w:rPr>
        <w:t xml:space="preserve"> </w:t>
      </w:r>
      <w:r>
        <w:rPr>
          <w:rFonts w:hint="cs"/>
          <w:rtl/>
        </w:rPr>
        <w:t>السّماء</w:t>
      </w:r>
      <w:r>
        <w:rPr>
          <w:rtl/>
        </w:rPr>
        <w:t xml:space="preserve"> </w:t>
      </w:r>
      <w:r>
        <w:rPr>
          <w:rFonts w:hint="cs"/>
          <w:rtl/>
        </w:rPr>
        <w:t>ماء</w:t>
      </w:r>
      <w:r>
        <w:rPr>
          <w:rtl/>
        </w:rPr>
        <w:t xml:space="preserve"> </w:t>
      </w:r>
      <w:r>
        <w:rPr>
          <w:rFonts w:hint="cs"/>
          <w:rtl/>
        </w:rPr>
        <w:t>فا</w:t>
      </w:r>
      <w:r>
        <w:rPr>
          <w:rtl/>
        </w:rPr>
        <w:t xml:space="preserve"> </w:t>
      </w:r>
      <w:r w:rsidR="00C85719" w:rsidRPr="00C85719">
        <w:rPr>
          <w:rFonts w:hint="cs"/>
          <w:rtl/>
        </w:rPr>
        <w:t>سقيناكموه</w:t>
      </w:r>
    </w:p>
    <w:p w:rsidR="001F628F" w:rsidRDefault="001F628F" w:rsidP="005503E2">
      <w:pPr>
        <w:pStyle w:val="libNormal"/>
        <w:rPr>
          <w:rtl/>
        </w:rPr>
      </w:pPr>
      <w:r>
        <w:rPr>
          <w:rtl/>
        </w:rPr>
        <w:t>11_پانى كا اصلى منبع ،اسمان (بادل ) ہے _</w:t>
      </w:r>
      <w:r w:rsidRPr="005503E2">
        <w:rPr>
          <w:rStyle w:val="libArabicChar"/>
          <w:rFonts w:hint="eastAsia"/>
          <w:rtl/>
        </w:rPr>
        <w:t>فا</w:t>
      </w:r>
      <w:r w:rsidRPr="005503E2">
        <w:rPr>
          <w:rStyle w:val="libArabicChar"/>
          <w:rtl/>
        </w:rPr>
        <w:t xml:space="preserve"> نزلنا من السّماء ماء فا </w:t>
      </w:r>
      <w:r w:rsidR="00C85719" w:rsidRPr="00C85719">
        <w:rPr>
          <w:rStyle w:val="libArabicChar"/>
          <w:rtl/>
        </w:rPr>
        <w:t>سقيناكموه</w:t>
      </w:r>
    </w:p>
    <w:p w:rsidR="001F628F" w:rsidRDefault="001F628F" w:rsidP="001F628F">
      <w:pPr>
        <w:pStyle w:val="libNormal"/>
        <w:rPr>
          <w:rtl/>
        </w:rPr>
      </w:pPr>
      <w:r>
        <w:rPr>
          <w:rFonts w:hint="eastAsia"/>
          <w:rtl/>
        </w:rPr>
        <w:t>يہ</w:t>
      </w:r>
      <w:r>
        <w:rPr>
          <w:rtl/>
        </w:rPr>
        <w:t xml:space="preserve"> كہ خدا وند متعال شكر گذارى كے مقام كا ذكر كرتے ہوئے بندو</w:t>
      </w:r>
      <w:r w:rsidR="00083993">
        <w:rPr>
          <w:rtl/>
        </w:rPr>
        <w:t xml:space="preserve">ں </w:t>
      </w:r>
      <w:r>
        <w:rPr>
          <w:rtl/>
        </w:rPr>
        <w:t>سے فرماتا ہے:''ہم نے اسمان سے پانى برسايا ہے اور اس كے ذريعے تمہي</w:t>
      </w:r>
      <w:r w:rsidR="00083993">
        <w:rPr>
          <w:rtl/>
        </w:rPr>
        <w:t xml:space="preserve">ں </w:t>
      </w:r>
      <w:r>
        <w:rPr>
          <w:rtl/>
        </w:rPr>
        <w:t>سيراب كيا ہے جبكہ زمين مي</w:t>
      </w:r>
      <w:r w:rsidR="00083993">
        <w:rPr>
          <w:rtl/>
        </w:rPr>
        <w:t xml:space="preserve">ں </w:t>
      </w:r>
      <w:r>
        <w:rPr>
          <w:rtl/>
        </w:rPr>
        <w:t>بھى سيراب كرنے كے لئے پانى موجودہے ''اس سے معلوم ہوتا ہے زمين كے ابى منابع بھى اسمان سے ہى ہي</w:t>
      </w:r>
      <w:r w:rsidR="00083993">
        <w:rPr>
          <w:rtl/>
        </w:rPr>
        <w:t xml:space="preserve">ں </w:t>
      </w:r>
      <w:r>
        <w:rPr>
          <w:rtl/>
        </w:rPr>
        <w:t>_</w:t>
      </w:r>
    </w:p>
    <w:p w:rsidR="001F628F" w:rsidRDefault="001F628F" w:rsidP="001F628F">
      <w:pPr>
        <w:pStyle w:val="libNormal"/>
        <w:rPr>
          <w:rtl/>
        </w:rPr>
      </w:pPr>
      <w:r>
        <w:rPr>
          <w:rtl/>
        </w:rPr>
        <w:t>12_بارش كا پاني، انسانو</w:t>
      </w:r>
      <w:r w:rsidR="00083993">
        <w:rPr>
          <w:rtl/>
        </w:rPr>
        <w:t xml:space="preserve">ں </w:t>
      </w:r>
      <w:r>
        <w:rPr>
          <w:rtl/>
        </w:rPr>
        <w:t>كے سيراب ہونے اور پينے كے لئے مناسب ترين اور بہترين پانى ہے_</w:t>
      </w:r>
    </w:p>
    <w:p w:rsidR="001F628F" w:rsidRDefault="001F628F" w:rsidP="005503E2">
      <w:pPr>
        <w:pStyle w:val="libArabic"/>
        <w:rPr>
          <w:rtl/>
        </w:rPr>
      </w:pPr>
      <w:r>
        <w:rPr>
          <w:rFonts w:hint="eastAsia"/>
          <w:rtl/>
        </w:rPr>
        <w:t>فا</w:t>
      </w:r>
      <w:r>
        <w:rPr>
          <w:rtl/>
        </w:rPr>
        <w:t xml:space="preserve"> نزلنا من السّماء ماء فا </w:t>
      </w:r>
      <w:r w:rsidR="00C85719" w:rsidRPr="00C85719">
        <w:rPr>
          <w:rtl/>
        </w:rPr>
        <w:t>سقيناكموه</w:t>
      </w:r>
    </w:p>
    <w:p w:rsidR="001F628F" w:rsidRDefault="001F628F" w:rsidP="001F628F">
      <w:pPr>
        <w:pStyle w:val="libNormal"/>
        <w:rPr>
          <w:rtl/>
        </w:rPr>
      </w:pPr>
      <w:r>
        <w:rPr>
          <w:rFonts w:hint="eastAsia"/>
          <w:rtl/>
        </w:rPr>
        <w:t>يہ</w:t>
      </w:r>
      <w:r>
        <w:rPr>
          <w:rtl/>
        </w:rPr>
        <w:t xml:space="preserve"> كہ خدا وند متعال نے انسان كے سيراب ہونے كے لئے پانى كى انواع واقسام مي</w:t>
      </w:r>
      <w:r w:rsidR="00083993">
        <w:rPr>
          <w:rtl/>
        </w:rPr>
        <w:t xml:space="preserve">ں </w:t>
      </w:r>
      <w:r>
        <w:rPr>
          <w:rtl/>
        </w:rPr>
        <w:t>سے فقط بارش كے پانى كو پينے كے پانى كے طور پر متعارف كرايا ہے اس سے مذكورہ بالا مطلب اخذ ہوتا ہے_</w:t>
      </w:r>
    </w:p>
    <w:p w:rsidR="001F628F" w:rsidRDefault="001F628F" w:rsidP="005503E2">
      <w:pPr>
        <w:pStyle w:val="libNormal"/>
        <w:rPr>
          <w:rtl/>
        </w:rPr>
      </w:pPr>
      <w:r>
        <w:rPr>
          <w:rtl/>
        </w:rPr>
        <w:t>13_بادلو</w:t>
      </w:r>
      <w:r w:rsidR="00083993">
        <w:rPr>
          <w:rtl/>
        </w:rPr>
        <w:t xml:space="preserve">ں </w:t>
      </w:r>
      <w:r>
        <w:rPr>
          <w:rtl/>
        </w:rPr>
        <w:t>كى تلقيح كے لئے ہوائو</w:t>
      </w:r>
      <w:r w:rsidR="00083993">
        <w:rPr>
          <w:rtl/>
        </w:rPr>
        <w:t xml:space="preserve">ں </w:t>
      </w:r>
      <w:r>
        <w:rPr>
          <w:rtl/>
        </w:rPr>
        <w:t>كا چلنا ، بارش كا برسنا اور اُس كے ذريعے انسانو</w:t>
      </w:r>
      <w:r w:rsidR="00083993">
        <w:rPr>
          <w:rtl/>
        </w:rPr>
        <w:t xml:space="preserve">ں </w:t>
      </w:r>
      <w:r>
        <w:rPr>
          <w:rtl/>
        </w:rPr>
        <w:t>كا سيراب ہونا ،ايات الہى مي</w:t>
      </w:r>
      <w:r w:rsidR="00083993">
        <w:rPr>
          <w:rtl/>
        </w:rPr>
        <w:t xml:space="preserve">ں </w:t>
      </w:r>
      <w:r>
        <w:rPr>
          <w:rtl/>
        </w:rPr>
        <w:t>سے ہے_</w:t>
      </w:r>
      <w:r w:rsidRPr="005503E2">
        <w:rPr>
          <w:rStyle w:val="libArabicChar"/>
          <w:rFonts w:hint="eastAsia"/>
          <w:rtl/>
        </w:rPr>
        <w:t>وا</w:t>
      </w:r>
      <w:r w:rsidRPr="005503E2">
        <w:rPr>
          <w:rStyle w:val="libArabicChar"/>
          <w:rtl/>
        </w:rPr>
        <w:t xml:space="preserve"> رسلنا </w:t>
      </w:r>
      <w:r w:rsidR="00C85719" w:rsidRPr="00C85719">
        <w:rPr>
          <w:rStyle w:val="libArabicChar"/>
          <w:rtl/>
        </w:rPr>
        <w:t>الريح لواقح</w:t>
      </w:r>
      <w:r w:rsidRPr="005503E2">
        <w:rPr>
          <w:rStyle w:val="libArabicChar"/>
          <w:rtl/>
        </w:rPr>
        <w:t xml:space="preserve"> فا نزلنا من السّماء ماء فا </w:t>
      </w:r>
      <w:r w:rsidR="00C85719" w:rsidRPr="00C85719">
        <w:rPr>
          <w:rStyle w:val="libArabicChar"/>
          <w:rtl/>
        </w:rPr>
        <w:t>سقيناكموه</w:t>
      </w:r>
    </w:p>
    <w:p w:rsidR="001F628F" w:rsidRDefault="001F628F" w:rsidP="005503E2">
      <w:pPr>
        <w:pStyle w:val="libNormal"/>
        <w:rPr>
          <w:rtl/>
        </w:rPr>
      </w:pPr>
      <w:r>
        <w:rPr>
          <w:rtl/>
        </w:rPr>
        <w:t>14_انسان كبھى بھى اسمان (بادلو</w:t>
      </w:r>
      <w:r w:rsidR="00083993">
        <w:rPr>
          <w:rtl/>
        </w:rPr>
        <w:t xml:space="preserve">ں </w:t>
      </w:r>
      <w:r>
        <w:rPr>
          <w:rtl/>
        </w:rPr>
        <w:t>)مي</w:t>
      </w:r>
      <w:r w:rsidR="00083993">
        <w:rPr>
          <w:rtl/>
        </w:rPr>
        <w:t xml:space="preserve">ں </w:t>
      </w:r>
      <w:r>
        <w:rPr>
          <w:rtl/>
        </w:rPr>
        <w:t>پانى كا ذخيرہ كرنے پر قادر نہي</w:t>
      </w:r>
      <w:r w:rsidR="00083993">
        <w:rPr>
          <w:rtl/>
        </w:rPr>
        <w:t xml:space="preserve">ں </w:t>
      </w:r>
      <w:r>
        <w:rPr>
          <w:rtl/>
        </w:rPr>
        <w:t>_</w:t>
      </w:r>
      <w:r w:rsidRPr="005503E2">
        <w:rPr>
          <w:rStyle w:val="libArabicChar"/>
          <w:rFonts w:hint="eastAsia"/>
          <w:rtl/>
        </w:rPr>
        <w:t>وما</w:t>
      </w:r>
      <w:r w:rsidRPr="005503E2">
        <w:rPr>
          <w:rStyle w:val="libArabicChar"/>
          <w:rtl/>
        </w:rPr>
        <w:t xml:space="preserve"> ا نتم ل</w:t>
      </w:r>
      <w:r w:rsidR="00120F63" w:rsidRPr="00B2551F">
        <w:rPr>
          <w:rStyle w:val="libArabicChar"/>
          <w:rFonts w:hint="cs"/>
          <w:rtl/>
        </w:rPr>
        <w:t>ه</w:t>
      </w:r>
      <w:r w:rsidRPr="005503E2">
        <w:rPr>
          <w:rStyle w:val="libArabicChar"/>
          <w:rtl/>
        </w:rPr>
        <w:t xml:space="preserve"> بخزنين</w:t>
      </w:r>
    </w:p>
    <w:p w:rsidR="001F628F" w:rsidRDefault="001F628F" w:rsidP="001F628F">
      <w:pPr>
        <w:pStyle w:val="libNormal"/>
        <w:rPr>
          <w:rtl/>
        </w:rPr>
      </w:pPr>
      <w:r>
        <w:rPr>
          <w:rtl/>
        </w:rPr>
        <w:t>15_</w:t>
      </w:r>
      <w:r w:rsidRPr="005503E2">
        <w:rPr>
          <w:rStyle w:val="libArabicChar"/>
          <w:rtl/>
        </w:rPr>
        <w:t>''عن ا بى جعفر</w:t>
      </w:r>
      <w:r w:rsidR="00367F17" w:rsidRPr="00367F17">
        <w:rPr>
          <w:rStyle w:val="libAlaemChar"/>
          <w:rtl/>
        </w:rPr>
        <w:t xml:space="preserve"> عليه‌السلام </w:t>
      </w:r>
      <w:r w:rsidRPr="005503E2">
        <w:rPr>
          <w:rStyle w:val="libArabicChar"/>
          <w:rtl/>
        </w:rPr>
        <w:t xml:space="preserve"> قال: لله رياح رحمة لواقح ينشر</w:t>
      </w:r>
      <w:r w:rsidR="00F21947" w:rsidRPr="00B2551F">
        <w:rPr>
          <w:rStyle w:val="libArabicChar"/>
          <w:rFonts w:hint="cs"/>
          <w:rtl/>
        </w:rPr>
        <w:t>ه</w:t>
      </w:r>
      <w:r w:rsidRPr="005503E2">
        <w:rPr>
          <w:rStyle w:val="libArabicChar"/>
          <w:rFonts w:hint="cs"/>
          <w:rtl/>
        </w:rPr>
        <w:t>ابين</w:t>
      </w:r>
      <w:r w:rsidRPr="005503E2">
        <w:rPr>
          <w:rStyle w:val="libArabicChar"/>
          <w:rtl/>
        </w:rPr>
        <w:t xml:space="preserve"> </w:t>
      </w:r>
      <w:r w:rsidRPr="005503E2">
        <w:rPr>
          <w:rStyle w:val="libArabicChar"/>
          <w:rFonts w:hint="cs"/>
          <w:rtl/>
        </w:rPr>
        <w:t>يدى</w:t>
      </w:r>
      <w:r w:rsidRPr="005503E2">
        <w:rPr>
          <w:rStyle w:val="libArabicChar"/>
          <w:rtl/>
        </w:rPr>
        <w:t xml:space="preserve"> </w:t>
      </w:r>
      <w:r w:rsidRPr="005503E2">
        <w:rPr>
          <w:rStyle w:val="libArabicChar"/>
          <w:rFonts w:hint="cs"/>
          <w:rtl/>
        </w:rPr>
        <w:t>ر</w:t>
      </w:r>
      <w:r w:rsidRPr="005503E2">
        <w:rPr>
          <w:rStyle w:val="libArabicChar"/>
          <w:rtl/>
        </w:rPr>
        <w:t>حمت</w:t>
      </w:r>
      <w:r w:rsidR="00120F63" w:rsidRPr="00B2551F">
        <w:rPr>
          <w:rStyle w:val="libArabicChar"/>
          <w:rFonts w:hint="cs"/>
          <w:rtl/>
        </w:rPr>
        <w:t>ه</w:t>
      </w:r>
      <w:r w:rsidRPr="005503E2">
        <w:rPr>
          <w:rStyle w:val="libArabicChar"/>
          <w:rtl/>
        </w:rPr>
        <w:t>;</w:t>
      </w:r>
      <w:r>
        <w:rPr>
          <w:rtl/>
        </w:rPr>
        <w:t xml:space="preserve"> </w:t>
      </w:r>
      <w:r w:rsidRPr="00C85719">
        <w:rPr>
          <w:rStyle w:val="libFootnotenumChar"/>
          <w:rtl/>
        </w:rPr>
        <w:t>(1)</w:t>
      </w:r>
    </w:p>
    <w:p w:rsidR="001F628F" w:rsidRDefault="00B84D3B" w:rsidP="00B84D3B">
      <w:pPr>
        <w:pStyle w:val="libLine"/>
        <w:rPr>
          <w:rtl/>
        </w:rPr>
      </w:pPr>
      <w:r>
        <w:rPr>
          <w:rtl/>
        </w:rPr>
        <w:t>____________________</w:t>
      </w:r>
    </w:p>
    <w:p w:rsidR="001F628F" w:rsidRDefault="001F628F" w:rsidP="00B52BCE">
      <w:pPr>
        <w:pStyle w:val="libFootnote"/>
        <w:rPr>
          <w:rtl/>
        </w:rPr>
      </w:pPr>
      <w:r>
        <w:rPr>
          <w:rtl/>
        </w:rPr>
        <w:t>1)تفسير عياشى ،ج2،ص 239،ح 5;بحار الانوار ،ج57،ص 12،ح 15_</w:t>
      </w:r>
    </w:p>
    <w:p w:rsidR="005503E2" w:rsidRDefault="001E7F9D" w:rsidP="00F73EDE">
      <w:pPr>
        <w:pStyle w:val="libPoemTini"/>
        <w:rPr>
          <w:rtl/>
        </w:rPr>
      </w:pPr>
      <w:r>
        <w:rPr>
          <w:rtl/>
        </w:rPr>
        <w:br w:type="page"/>
      </w:r>
    </w:p>
    <w:p w:rsidR="001F628F" w:rsidRDefault="001F628F" w:rsidP="005503E2">
      <w:pPr>
        <w:pStyle w:val="libNormal"/>
        <w:rPr>
          <w:rtl/>
        </w:rPr>
      </w:pPr>
      <w:r>
        <w:rPr>
          <w:rFonts w:hint="eastAsia"/>
          <w:rtl/>
        </w:rPr>
        <w:lastRenderedPageBreak/>
        <w:t>حضرت</w:t>
      </w:r>
      <w:r>
        <w:rPr>
          <w:rtl/>
        </w:rPr>
        <w:t xml:space="preserve"> امام محمد باقر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فرمايا:خداوند متعال باردار كرنے والى رحمت كى حامل ہوائي</w:t>
      </w:r>
      <w:r w:rsidR="00083993">
        <w:rPr>
          <w:rtl/>
        </w:rPr>
        <w:t xml:space="preserve">ں </w:t>
      </w:r>
      <w:r>
        <w:rPr>
          <w:rtl/>
        </w:rPr>
        <w:t>اپنى رحمت (بارش) سے پہلے پھيلا ديتا ہے_</w:t>
      </w:r>
    </w:p>
    <w:p w:rsidR="001F628F" w:rsidRDefault="001F628F" w:rsidP="001F628F">
      <w:pPr>
        <w:pStyle w:val="libNormal"/>
        <w:rPr>
          <w:rtl/>
        </w:rPr>
      </w:pPr>
      <w:r>
        <w:rPr>
          <w:rtl/>
        </w:rPr>
        <w:t>16_</w:t>
      </w:r>
      <w:r w:rsidRPr="00B52BCE">
        <w:rPr>
          <w:rStyle w:val="libArabicChar"/>
          <w:rtl/>
        </w:rPr>
        <w:t xml:space="preserve">''عن ا بى </w:t>
      </w:r>
      <w:r w:rsidR="00F21947" w:rsidRPr="00B2551F">
        <w:rPr>
          <w:rStyle w:val="libArabicChar"/>
          <w:rFonts w:hint="cs"/>
          <w:rtl/>
        </w:rPr>
        <w:t>ه</w:t>
      </w:r>
      <w:r w:rsidRPr="00B52BCE">
        <w:rPr>
          <w:rStyle w:val="libArabicChar"/>
          <w:rFonts w:hint="cs"/>
          <w:rtl/>
        </w:rPr>
        <w:t>ريرة</w:t>
      </w:r>
      <w:r w:rsidRPr="00B52BCE">
        <w:rPr>
          <w:rStyle w:val="libArabicChar"/>
          <w:rtl/>
        </w:rPr>
        <w:t xml:space="preserve"> </w:t>
      </w:r>
      <w:r w:rsidRPr="00B52BCE">
        <w:rPr>
          <w:rStyle w:val="libArabicChar"/>
          <w:rFonts w:hint="cs"/>
          <w:rtl/>
        </w:rPr>
        <w:t>قال</w:t>
      </w:r>
      <w:r w:rsidRPr="00B52BCE">
        <w:rPr>
          <w:rStyle w:val="libArabicChar"/>
          <w:rtl/>
        </w:rPr>
        <w:t>:</w:t>
      </w:r>
      <w:r w:rsidRPr="00B52BCE">
        <w:rPr>
          <w:rStyle w:val="libArabicChar"/>
          <w:rFonts w:hint="cs"/>
          <w:rtl/>
        </w:rPr>
        <w:t>سمعت</w:t>
      </w:r>
      <w:r w:rsidRPr="00B52BCE">
        <w:rPr>
          <w:rStyle w:val="libArabicChar"/>
          <w:rtl/>
        </w:rPr>
        <w:t xml:space="preserve"> </w:t>
      </w:r>
      <w:r w:rsidRPr="00B52BCE">
        <w:rPr>
          <w:rStyle w:val="libArabicChar"/>
          <w:rFonts w:hint="cs"/>
          <w:rtl/>
        </w:rPr>
        <w:t>رسول</w:t>
      </w:r>
      <w:r w:rsidRPr="00B52BCE">
        <w:rPr>
          <w:rStyle w:val="libArabicChar"/>
          <w:rtl/>
        </w:rPr>
        <w:t xml:space="preserve"> </w:t>
      </w:r>
      <w:r w:rsidRPr="00B52BCE">
        <w:rPr>
          <w:rStyle w:val="libArabicChar"/>
          <w:rFonts w:hint="cs"/>
          <w:rtl/>
        </w:rPr>
        <w:t>الله</w:t>
      </w:r>
      <w:r w:rsidRPr="00B52BCE">
        <w:rPr>
          <w:rStyle w:val="libArabicChar"/>
          <w:rtl/>
        </w:rPr>
        <w:t xml:space="preserve"> </w:t>
      </w:r>
      <w:r w:rsidR="00F031CD" w:rsidRPr="00F031CD">
        <w:rPr>
          <w:rStyle w:val="libAlaemChar"/>
          <w:rtl/>
        </w:rPr>
        <w:t xml:space="preserve"> صلى‌الله‌عليه‌وآله‌وسلم </w:t>
      </w:r>
      <w:r w:rsidRPr="00B52BCE">
        <w:rPr>
          <w:rStyle w:val="libArabicChar"/>
          <w:rtl/>
        </w:rPr>
        <w:t xml:space="preserve"> </w:t>
      </w:r>
      <w:r w:rsidRPr="00B52BCE">
        <w:rPr>
          <w:rStyle w:val="libArabicChar"/>
          <w:rFonts w:hint="cs"/>
          <w:rtl/>
        </w:rPr>
        <w:t>يقول</w:t>
      </w:r>
      <w:r w:rsidRPr="00B52BCE">
        <w:rPr>
          <w:rStyle w:val="libArabicChar"/>
          <w:rtl/>
        </w:rPr>
        <w:t>:</w:t>
      </w:r>
      <w:r w:rsidRPr="00B52BCE">
        <w:rPr>
          <w:rStyle w:val="libArabicChar"/>
          <w:rFonts w:hint="cs"/>
          <w:rtl/>
        </w:rPr>
        <w:t>ريح</w:t>
      </w:r>
      <w:r w:rsidRPr="00B52BCE">
        <w:rPr>
          <w:rStyle w:val="libArabicChar"/>
          <w:rtl/>
        </w:rPr>
        <w:t xml:space="preserve"> </w:t>
      </w:r>
      <w:r w:rsidRPr="00B52BCE">
        <w:rPr>
          <w:rStyle w:val="libArabicChar"/>
          <w:rFonts w:hint="cs"/>
          <w:rtl/>
        </w:rPr>
        <w:t>الجنوب</w:t>
      </w:r>
      <w:r w:rsidRPr="00B52BCE">
        <w:rPr>
          <w:rStyle w:val="libArabicChar"/>
          <w:rtl/>
        </w:rPr>
        <w:t xml:space="preserve"> </w:t>
      </w:r>
      <w:r w:rsidRPr="00B52BCE">
        <w:rPr>
          <w:rStyle w:val="libArabicChar"/>
          <w:rFonts w:hint="cs"/>
          <w:rtl/>
        </w:rPr>
        <w:t>من</w:t>
      </w:r>
      <w:r w:rsidRPr="00B52BCE">
        <w:rPr>
          <w:rStyle w:val="libArabicChar"/>
          <w:rtl/>
        </w:rPr>
        <w:t xml:space="preserve"> </w:t>
      </w:r>
      <w:r w:rsidRPr="00B52BCE">
        <w:rPr>
          <w:rStyle w:val="libArabicChar"/>
          <w:rFonts w:hint="cs"/>
          <w:rtl/>
        </w:rPr>
        <w:t>الجنة</w:t>
      </w:r>
      <w:r w:rsidRPr="00B52BCE">
        <w:rPr>
          <w:rStyle w:val="libArabicChar"/>
          <w:rtl/>
        </w:rPr>
        <w:t xml:space="preserve"> </w:t>
      </w:r>
      <w:r w:rsidRPr="00B52BCE">
        <w:rPr>
          <w:rStyle w:val="libArabicChar"/>
          <w:rFonts w:hint="cs"/>
          <w:rtl/>
        </w:rPr>
        <w:t>و</w:t>
      </w:r>
      <w:r w:rsidR="00F21947" w:rsidRPr="00B2551F">
        <w:rPr>
          <w:rStyle w:val="libArabicChar"/>
          <w:rFonts w:hint="cs"/>
          <w:rtl/>
        </w:rPr>
        <w:t>ه</w:t>
      </w:r>
      <w:r w:rsidRPr="00B52BCE">
        <w:rPr>
          <w:rStyle w:val="libArabicChar"/>
          <w:rFonts w:hint="cs"/>
          <w:rtl/>
        </w:rPr>
        <w:t>ى</w:t>
      </w:r>
      <w:r w:rsidRPr="00B52BCE">
        <w:rPr>
          <w:rStyle w:val="libArabicChar"/>
          <w:rtl/>
        </w:rPr>
        <w:t xml:space="preserve"> </w:t>
      </w:r>
      <w:r w:rsidRPr="00B52BCE">
        <w:rPr>
          <w:rStyle w:val="libArabicChar"/>
          <w:rFonts w:hint="cs"/>
          <w:rtl/>
        </w:rPr>
        <w:t>الريح</w:t>
      </w:r>
      <w:r w:rsidRPr="00B52BCE">
        <w:rPr>
          <w:rStyle w:val="libArabicChar"/>
          <w:rtl/>
        </w:rPr>
        <w:t xml:space="preserve"> </w:t>
      </w:r>
      <w:r w:rsidRPr="00B52BCE">
        <w:rPr>
          <w:rStyle w:val="libArabicChar"/>
          <w:rFonts w:hint="cs"/>
          <w:rtl/>
        </w:rPr>
        <w:t>اللواقح</w:t>
      </w:r>
      <w:r w:rsidRPr="00B52BCE">
        <w:rPr>
          <w:rStyle w:val="libArabicChar"/>
          <w:rtl/>
        </w:rPr>
        <w:t xml:space="preserve"> </w:t>
      </w:r>
      <w:r w:rsidRPr="00B52BCE">
        <w:rPr>
          <w:rStyle w:val="libArabicChar"/>
          <w:rFonts w:hint="cs"/>
          <w:rtl/>
        </w:rPr>
        <w:t>التى</w:t>
      </w:r>
      <w:r w:rsidRPr="00B52BCE">
        <w:rPr>
          <w:rStyle w:val="libArabicChar"/>
          <w:rtl/>
        </w:rPr>
        <w:t xml:space="preserve"> </w:t>
      </w:r>
      <w:r w:rsidRPr="00B52BCE">
        <w:rPr>
          <w:rStyle w:val="libArabicChar"/>
          <w:rFonts w:hint="cs"/>
          <w:rtl/>
        </w:rPr>
        <w:t>ذكرالله</w:t>
      </w:r>
      <w:r w:rsidRPr="00B52BCE">
        <w:rPr>
          <w:rStyle w:val="libArabicChar"/>
          <w:rtl/>
        </w:rPr>
        <w:t xml:space="preserve"> </w:t>
      </w:r>
      <w:r w:rsidRPr="00B52BCE">
        <w:rPr>
          <w:rStyle w:val="libArabicChar"/>
          <w:rFonts w:hint="cs"/>
          <w:rtl/>
        </w:rPr>
        <w:t>فى</w:t>
      </w:r>
      <w:r w:rsidRPr="00B52BCE">
        <w:rPr>
          <w:rStyle w:val="libArabicChar"/>
          <w:rtl/>
        </w:rPr>
        <w:t xml:space="preserve"> </w:t>
      </w:r>
      <w:r w:rsidRPr="00B52BCE">
        <w:rPr>
          <w:rStyle w:val="libArabicChar"/>
          <w:rFonts w:hint="cs"/>
          <w:rtl/>
        </w:rPr>
        <w:t>كتاب</w:t>
      </w:r>
      <w:r w:rsidR="00120F63" w:rsidRPr="00B2551F">
        <w:rPr>
          <w:rStyle w:val="libArabicChar"/>
          <w:rFonts w:hint="cs"/>
          <w:rtl/>
        </w:rPr>
        <w:t>ه</w:t>
      </w:r>
      <w:r w:rsidRPr="00B52BCE">
        <w:rPr>
          <w:rStyle w:val="libArabicChar"/>
          <w:rtl/>
        </w:rPr>
        <w:t xml:space="preserve"> ...;</w:t>
      </w:r>
      <w:r>
        <w:rPr>
          <w:rtl/>
        </w:rPr>
        <w:t xml:space="preserve"> </w:t>
      </w:r>
      <w:r w:rsidRPr="00B52BCE">
        <w:rPr>
          <w:rStyle w:val="libFootnotenumChar"/>
          <w:rtl/>
        </w:rPr>
        <w:t>(1)</w:t>
      </w:r>
      <w:r>
        <w:rPr>
          <w:rtl/>
        </w:rPr>
        <w:t>ابو ہريرہ كا كہنا ہے كہ مي</w:t>
      </w:r>
      <w:r w:rsidR="00083993">
        <w:rPr>
          <w:rtl/>
        </w:rPr>
        <w:t xml:space="preserve">ں </w:t>
      </w:r>
      <w:r>
        <w:rPr>
          <w:rtl/>
        </w:rPr>
        <w:t xml:space="preserve">نے رسول خدا </w:t>
      </w:r>
      <w:r w:rsidR="00F031CD" w:rsidRPr="00F031CD">
        <w:rPr>
          <w:rStyle w:val="libAlaemChar"/>
          <w:rtl/>
        </w:rPr>
        <w:t xml:space="preserve"> صلى‌الله‌عليه‌وآله‌وسلم </w:t>
      </w:r>
      <w:r>
        <w:rPr>
          <w:rtl/>
        </w:rPr>
        <w:t xml:space="preserve"> سے سنا ہے كہ اپ</w:t>
      </w:r>
      <w:r w:rsidR="00F031CD" w:rsidRPr="00F031CD">
        <w:rPr>
          <w:rStyle w:val="libAlaemChar"/>
          <w:rtl/>
        </w:rPr>
        <w:t xml:space="preserve"> صلى‌الله‌عليه‌وآله‌وسلم </w:t>
      </w:r>
      <w:r>
        <w:rPr>
          <w:rtl/>
        </w:rPr>
        <w:t xml:space="preserve"> نے فرمايا:''جنوب كى ہوا بہشت سے ہے اور وہ باردار كرنے والى ہوا ہے كہ جس كا تذك</w:t>
      </w:r>
      <w:r>
        <w:rPr>
          <w:rFonts w:hint="eastAsia"/>
          <w:rtl/>
        </w:rPr>
        <w:t>رہ</w:t>
      </w:r>
      <w:r>
        <w:rPr>
          <w:rtl/>
        </w:rPr>
        <w:t xml:space="preserve"> خدا نے اپنى كتاب مي</w:t>
      </w:r>
      <w:r w:rsidR="00083993">
        <w:rPr>
          <w:rtl/>
        </w:rPr>
        <w:t xml:space="preserve">ں </w:t>
      </w:r>
      <w:r>
        <w:rPr>
          <w:rtl/>
        </w:rPr>
        <w:t>كيا ہے ...''</w:t>
      </w:r>
    </w:p>
    <w:p w:rsidR="001F628F" w:rsidRDefault="001F628F" w:rsidP="00B52BCE">
      <w:pPr>
        <w:pStyle w:val="libNormal"/>
        <w:rPr>
          <w:rtl/>
        </w:rPr>
      </w:pPr>
      <w:r>
        <w:rPr>
          <w:rFonts w:hint="eastAsia"/>
          <w:rtl/>
        </w:rPr>
        <w:t>اسمان</w:t>
      </w:r>
      <w:r>
        <w:rPr>
          <w:rtl/>
        </w:rPr>
        <w:t xml:space="preserve"> :</w:t>
      </w:r>
      <w:r>
        <w:rPr>
          <w:rFonts w:hint="eastAsia"/>
          <w:rtl/>
        </w:rPr>
        <w:t>اسمان</w:t>
      </w:r>
      <w:r>
        <w:rPr>
          <w:rtl/>
        </w:rPr>
        <w:t xml:space="preserve"> كے فوائد 11</w:t>
      </w:r>
    </w:p>
    <w:p w:rsidR="001F628F" w:rsidRDefault="001F628F" w:rsidP="00B52BCE">
      <w:pPr>
        <w:pStyle w:val="libNormal"/>
        <w:rPr>
          <w:rtl/>
        </w:rPr>
      </w:pPr>
      <w:r>
        <w:rPr>
          <w:rFonts w:hint="eastAsia"/>
          <w:rtl/>
        </w:rPr>
        <w:t>ايات</w:t>
      </w:r>
      <w:r>
        <w:rPr>
          <w:rtl/>
        </w:rPr>
        <w:t xml:space="preserve"> خدا :</w:t>
      </w:r>
      <w:r>
        <w:rPr>
          <w:rFonts w:hint="eastAsia"/>
          <w:rtl/>
        </w:rPr>
        <w:t>افاقى</w:t>
      </w:r>
      <w:r>
        <w:rPr>
          <w:rtl/>
        </w:rPr>
        <w:t xml:space="preserve"> ايات 13</w:t>
      </w:r>
    </w:p>
    <w:p w:rsidR="001F628F" w:rsidRDefault="001F628F" w:rsidP="00B52BCE">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9;الله تعالى كى قدرت كا كردار 7;الله تعالى كى مالكيت 15;الله تعالى كے ارادے كا كردار 7;الله تعالى كے ارادے كے ظہور پذير ہونے كى جگہ مجارى 6;الله تعالى كے افعال 1،4،8;الله تعالى كے افعال كے ظہور پذير ہونے كاى جگہ 6</w:t>
      </w:r>
    </w:p>
    <w:p w:rsidR="001F628F" w:rsidRDefault="001F628F" w:rsidP="00B52BCE">
      <w:pPr>
        <w:pStyle w:val="libNormal"/>
        <w:rPr>
          <w:rtl/>
        </w:rPr>
      </w:pPr>
      <w:r>
        <w:rPr>
          <w:rFonts w:hint="eastAsia"/>
          <w:rtl/>
        </w:rPr>
        <w:t>انسان</w:t>
      </w:r>
      <w:r>
        <w:rPr>
          <w:rtl/>
        </w:rPr>
        <w:t xml:space="preserve"> :</w:t>
      </w:r>
      <w:r>
        <w:rPr>
          <w:rFonts w:hint="eastAsia"/>
          <w:rtl/>
        </w:rPr>
        <w:t>انسان</w:t>
      </w:r>
      <w:r>
        <w:rPr>
          <w:rtl/>
        </w:rPr>
        <w:t xml:space="preserve"> كا عجز 14</w:t>
      </w:r>
    </w:p>
    <w:p w:rsidR="001F628F" w:rsidRDefault="001F628F" w:rsidP="00B52BCE">
      <w:pPr>
        <w:pStyle w:val="libNormal"/>
        <w:rPr>
          <w:rtl/>
        </w:rPr>
      </w:pPr>
      <w:r>
        <w:rPr>
          <w:rFonts w:hint="eastAsia"/>
          <w:rtl/>
        </w:rPr>
        <w:t>بادل</w:t>
      </w:r>
      <w:r>
        <w:rPr>
          <w:rtl/>
        </w:rPr>
        <w:t>:</w:t>
      </w:r>
      <w:r>
        <w:rPr>
          <w:rFonts w:hint="eastAsia"/>
          <w:rtl/>
        </w:rPr>
        <w:t>بادلو</w:t>
      </w:r>
      <w:r w:rsidR="00083993">
        <w:rPr>
          <w:rFonts w:hint="eastAsia"/>
          <w:rtl/>
        </w:rPr>
        <w:t xml:space="preserve">ں </w:t>
      </w:r>
      <w:r>
        <w:rPr>
          <w:rtl/>
        </w:rPr>
        <w:t>كى حركت كے عوامل 2;بادلو</w:t>
      </w:r>
      <w:r w:rsidR="00083993">
        <w:rPr>
          <w:rtl/>
        </w:rPr>
        <w:t xml:space="preserve">ں </w:t>
      </w:r>
      <w:r>
        <w:rPr>
          <w:rtl/>
        </w:rPr>
        <w:t>كے بار دار ہونے كے عوامل 1،13،15;بادلو</w:t>
      </w:r>
      <w:r w:rsidR="00083993">
        <w:rPr>
          <w:rtl/>
        </w:rPr>
        <w:t xml:space="preserve">ں </w:t>
      </w:r>
      <w:r>
        <w:rPr>
          <w:rtl/>
        </w:rPr>
        <w:t>كے فوائد 11; بادلو</w:t>
      </w:r>
      <w:r w:rsidR="00083993">
        <w:rPr>
          <w:rtl/>
        </w:rPr>
        <w:t xml:space="preserve">ں </w:t>
      </w:r>
      <w:r>
        <w:rPr>
          <w:rtl/>
        </w:rPr>
        <w:t>مي</w:t>
      </w:r>
      <w:r w:rsidR="00083993">
        <w:rPr>
          <w:rtl/>
        </w:rPr>
        <w:t xml:space="preserve">ں </w:t>
      </w:r>
      <w:r>
        <w:rPr>
          <w:rtl/>
        </w:rPr>
        <w:t>پانى كو جمع كيا جانا 14</w:t>
      </w:r>
    </w:p>
    <w:p w:rsidR="001F628F" w:rsidRDefault="001F628F" w:rsidP="00B52BCE">
      <w:pPr>
        <w:pStyle w:val="libNormal"/>
        <w:rPr>
          <w:rtl/>
        </w:rPr>
      </w:pPr>
      <w:r>
        <w:rPr>
          <w:rFonts w:hint="eastAsia"/>
          <w:rtl/>
        </w:rPr>
        <w:t>بارش</w:t>
      </w:r>
      <w:r>
        <w:rPr>
          <w:rtl/>
        </w:rPr>
        <w:t xml:space="preserve"> :</w:t>
      </w:r>
      <w:r>
        <w:rPr>
          <w:rFonts w:hint="eastAsia"/>
          <w:rtl/>
        </w:rPr>
        <w:t>بارش</w:t>
      </w:r>
      <w:r>
        <w:rPr>
          <w:rtl/>
        </w:rPr>
        <w:t xml:space="preserve"> برسنے كا سر چشمہ4;بارش برسنے كے عوامل 5;بارش كا برسنا 9،13;بارش كى تقدير 9;بارش كے فوائد 8،10،12</w:t>
      </w:r>
    </w:p>
    <w:p w:rsidR="001F628F" w:rsidRDefault="001F628F" w:rsidP="00B52BCE">
      <w:pPr>
        <w:pStyle w:val="libNormal"/>
        <w:rPr>
          <w:rtl/>
        </w:rPr>
      </w:pPr>
      <w:r>
        <w:rPr>
          <w:rFonts w:hint="eastAsia"/>
          <w:rtl/>
        </w:rPr>
        <w:t>پانى</w:t>
      </w:r>
      <w:r>
        <w:rPr>
          <w:rtl/>
        </w:rPr>
        <w:t xml:space="preserve"> :</w:t>
      </w:r>
      <w:r>
        <w:rPr>
          <w:rFonts w:hint="eastAsia"/>
          <w:rtl/>
        </w:rPr>
        <w:t>پانى</w:t>
      </w:r>
      <w:r>
        <w:rPr>
          <w:rtl/>
        </w:rPr>
        <w:t xml:space="preserve"> كے منابع 11;پينے كے پانى كے منابع 12</w:t>
      </w:r>
    </w:p>
    <w:p w:rsidR="001F628F" w:rsidRDefault="001F628F" w:rsidP="00B52BCE">
      <w:pPr>
        <w:pStyle w:val="libNormal"/>
        <w:rPr>
          <w:rtl/>
        </w:rPr>
      </w:pPr>
      <w:r>
        <w:rPr>
          <w:rFonts w:hint="eastAsia"/>
          <w:rtl/>
        </w:rPr>
        <w:t>پودے</w:t>
      </w:r>
      <w:r>
        <w:rPr>
          <w:rtl/>
        </w:rPr>
        <w:t xml:space="preserve"> :</w:t>
      </w:r>
      <w:r>
        <w:rPr>
          <w:rFonts w:hint="eastAsia"/>
          <w:rtl/>
        </w:rPr>
        <w:t>پودو</w:t>
      </w:r>
      <w:r w:rsidR="00083993">
        <w:rPr>
          <w:rFonts w:hint="eastAsia"/>
          <w:rtl/>
        </w:rPr>
        <w:t xml:space="preserve">ں </w:t>
      </w:r>
      <w:r>
        <w:rPr>
          <w:rtl/>
        </w:rPr>
        <w:t>كى باردارى كے عوامل 2;پودو</w:t>
      </w:r>
      <w:r w:rsidR="00083993">
        <w:rPr>
          <w:rtl/>
        </w:rPr>
        <w:t xml:space="preserve">ں </w:t>
      </w:r>
      <w:r>
        <w:rPr>
          <w:rtl/>
        </w:rPr>
        <w:t>كى زوجيت 3</w:t>
      </w:r>
    </w:p>
    <w:p w:rsidR="001F628F" w:rsidRDefault="001F628F" w:rsidP="00B52BCE">
      <w:pPr>
        <w:pStyle w:val="libNormal"/>
        <w:rPr>
          <w:rtl/>
        </w:rPr>
      </w:pPr>
      <w:r>
        <w:rPr>
          <w:rFonts w:hint="eastAsia"/>
          <w:rtl/>
        </w:rPr>
        <w:t>درخت</w:t>
      </w:r>
      <w:r>
        <w:rPr>
          <w:rtl/>
        </w:rPr>
        <w:t xml:space="preserve"> :</w:t>
      </w:r>
      <w:r>
        <w:rPr>
          <w:rFonts w:hint="eastAsia"/>
          <w:rtl/>
        </w:rPr>
        <w:t>درختو</w:t>
      </w:r>
      <w:r w:rsidR="00083993">
        <w:rPr>
          <w:rFonts w:hint="eastAsia"/>
          <w:rtl/>
        </w:rPr>
        <w:t xml:space="preserve">ں </w:t>
      </w:r>
      <w:r>
        <w:rPr>
          <w:rtl/>
        </w:rPr>
        <w:t>كى بار دارى كے عوامل 2 ;درختو</w:t>
      </w:r>
      <w:r w:rsidR="00083993">
        <w:rPr>
          <w:rtl/>
        </w:rPr>
        <w:t xml:space="preserve">ں </w:t>
      </w:r>
      <w:r>
        <w:rPr>
          <w:rtl/>
        </w:rPr>
        <w:t>كى زوجيت 3</w:t>
      </w:r>
    </w:p>
    <w:p w:rsidR="001F628F" w:rsidRDefault="001F628F" w:rsidP="001F628F">
      <w:pPr>
        <w:pStyle w:val="libNormal"/>
        <w:rPr>
          <w:rtl/>
        </w:rPr>
      </w:pPr>
      <w:r>
        <w:rPr>
          <w:rFonts w:hint="eastAsia"/>
          <w:rtl/>
        </w:rPr>
        <w:t>روايت</w:t>
      </w:r>
      <w:r>
        <w:rPr>
          <w:rtl/>
        </w:rPr>
        <w:t xml:space="preserve"> :15،16</w:t>
      </w:r>
    </w:p>
    <w:p w:rsidR="001F628F" w:rsidRDefault="001F628F" w:rsidP="00B52BCE">
      <w:pPr>
        <w:pStyle w:val="libNormal"/>
        <w:rPr>
          <w:rtl/>
        </w:rPr>
      </w:pPr>
      <w:r>
        <w:rPr>
          <w:rFonts w:hint="eastAsia"/>
          <w:rtl/>
        </w:rPr>
        <w:t>ضروريات</w:t>
      </w:r>
      <w:r>
        <w:rPr>
          <w:rtl/>
        </w:rPr>
        <w:t xml:space="preserve"> :</w:t>
      </w:r>
      <w:r>
        <w:rPr>
          <w:rFonts w:hint="eastAsia"/>
          <w:rtl/>
        </w:rPr>
        <w:t>مادى</w:t>
      </w:r>
      <w:r>
        <w:rPr>
          <w:rtl/>
        </w:rPr>
        <w:t xml:space="preserve"> ضروريات كے پورا ہونے كا سر چشمہ 8</w:t>
      </w:r>
    </w:p>
    <w:p w:rsidR="001F628F" w:rsidRDefault="001F628F" w:rsidP="001F628F">
      <w:pPr>
        <w:pStyle w:val="libNormal"/>
        <w:rPr>
          <w:rtl/>
        </w:rPr>
      </w:pPr>
      <w:r>
        <w:rPr>
          <w:rFonts w:hint="eastAsia"/>
          <w:rtl/>
        </w:rPr>
        <w:t>طبيعى</w:t>
      </w:r>
      <w:r>
        <w:rPr>
          <w:rtl/>
        </w:rPr>
        <w:t xml:space="preserve"> عوامل :</w:t>
      </w:r>
    </w:p>
    <w:p w:rsidR="001F628F" w:rsidRDefault="00B84D3B" w:rsidP="00B84D3B">
      <w:pPr>
        <w:pStyle w:val="libLine"/>
        <w:rPr>
          <w:rtl/>
        </w:rPr>
      </w:pPr>
      <w:r>
        <w:rPr>
          <w:rtl/>
        </w:rPr>
        <w:t>____________________</w:t>
      </w:r>
    </w:p>
    <w:p w:rsidR="001F628F" w:rsidRDefault="001F628F" w:rsidP="00B52BCE">
      <w:pPr>
        <w:pStyle w:val="libFootnote"/>
        <w:rPr>
          <w:rtl/>
        </w:rPr>
      </w:pPr>
      <w:r>
        <w:rPr>
          <w:rtl/>
        </w:rPr>
        <w:t>1)الدرالمنثور ،ج5،ص72;تفسير طبرى ،ج8،ص 22_</w:t>
      </w:r>
    </w:p>
    <w:p w:rsidR="00B52BCE" w:rsidRDefault="001E7F9D" w:rsidP="00F73EDE">
      <w:pPr>
        <w:pStyle w:val="libPoemTini"/>
        <w:rPr>
          <w:rtl/>
        </w:rPr>
      </w:pPr>
      <w:r>
        <w:rPr>
          <w:rtl/>
        </w:rPr>
        <w:br w:type="page"/>
      </w:r>
    </w:p>
    <w:p w:rsidR="001F628F" w:rsidRDefault="001F628F" w:rsidP="00B52BCE">
      <w:pPr>
        <w:pStyle w:val="libNormal"/>
        <w:rPr>
          <w:rtl/>
        </w:rPr>
      </w:pPr>
      <w:r>
        <w:rPr>
          <w:rFonts w:hint="eastAsia"/>
          <w:rtl/>
        </w:rPr>
        <w:lastRenderedPageBreak/>
        <w:t>طبيعى</w:t>
      </w:r>
      <w:r>
        <w:rPr>
          <w:rtl/>
        </w:rPr>
        <w:t xml:space="preserve"> عوامل كا عمل 7;طبيعى عوامل كا كردار 6</w:t>
      </w:r>
    </w:p>
    <w:p w:rsidR="001F628F" w:rsidRDefault="001F628F" w:rsidP="00B52BCE">
      <w:pPr>
        <w:pStyle w:val="libNormal"/>
        <w:rPr>
          <w:rtl/>
        </w:rPr>
      </w:pPr>
      <w:r>
        <w:rPr>
          <w:rFonts w:hint="eastAsia"/>
          <w:rtl/>
        </w:rPr>
        <w:t>معاش</w:t>
      </w:r>
      <w:r>
        <w:rPr>
          <w:rtl/>
        </w:rPr>
        <w:t xml:space="preserve"> :</w:t>
      </w:r>
      <w:r>
        <w:rPr>
          <w:rFonts w:hint="eastAsia"/>
          <w:rtl/>
        </w:rPr>
        <w:t>معاش</w:t>
      </w:r>
      <w:r>
        <w:rPr>
          <w:rtl/>
        </w:rPr>
        <w:t xml:space="preserve"> كے پورا ہونے كے وسائل 10</w:t>
      </w:r>
    </w:p>
    <w:p w:rsidR="001F628F" w:rsidRDefault="001F628F" w:rsidP="00B52BCE">
      <w:pPr>
        <w:pStyle w:val="libNormal"/>
        <w:rPr>
          <w:rtl/>
        </w:rPr>
      </w:pPr>
      <w:r>
        <w:rPr>
          <w:rFonts w:hint="eastAsia"/>
          <w:rtl/>
        </w:rPr>
        <w:t>ہوائي</w:t>
      </w:r>
      <w:r w:rsidR="00083993">
        <w:rPr>
          <w:rFonts w:hint="eastAsia"/>
          <w:rtl/>
        </w:rPr>
        <w:t xml:space="preserve">ں </w:t>
      </w:r>
      <w:r>
        <w:rPr>
          <w:rtl/>
        </w:rPr>
        <w:t>:</w:t>
      </w:r>
      <w:r>
        <w:rPr>
          <w:rFonts w:hint="eastAsia"/>
          <w:rtl/>
        </w:rPr>
        <w:t>بہشتى</w:t>
      </w:r>
      <w:r>
        <w:rPr>
          <w:rtl/>
        </w:rPr>
        <w:t xml:space="preserve"> ہوائي</w:t>
      </w:r>
      <w:r w:rsidR="00083993">
        <w:rPr>
          <w:rtl/>
        </w:rPr>
        <w:t xml:space="preserve">ں </w:t>
      </w:r>
      <w:r>
        <w:rPr>
          <w:rtl/>
        </w:rPr>
        <w:t>16;ہوائو</w:t>
      </w:r>
      <w:r w:rsidR="00083993">
        <w:rPr>
          <w:rtl/>
        </w:rPr>
        <w:t xml:space="preserve">ں </w:t>
      </w:r>
      <w:r>
        <w:rPr>
          <w:rtl/>
        </w:rPr>
        <w:t>كا سر چشمہ 1;ہوائو</w:t>
      </w:r>
      <w:r w:rsidR="00083993">
        <w:rPr>
          <w:rtl/>
        </w:rPr>
        <w:t xml:space="preserve">ں </w:t>
      </w:r>
      <w:r>
        <w:rPr>
          <w:rtl/>
        </w:rPr>
        <w:t>كے فوائد 1،2،5،13، 15; ہوائو</w:t>
      </w:r>
      <w:r w:rsidR="00083993">
        <w:rPr>
          <w:rtl/>
        </w:rPr>
        <w:t xml:space="preserve">ں </w:t>
      </w:r>
      <w:r>
        <w:rPr>
          <w:rtl/>
        </w:rPr>
        <w:t>كا مالك 15</w:t>
      </w:r>
    </w:p>
    <w:p w:rsidR="001F628F" w:rsidRDefault="00B52BCE" w:rsidP="00B52BCE">
      <w:pPr>
        <w:pStyle w:val="Heading2Center"/>
        <w:rPr>
          <w:rtl/>
        </w:rPr>
      </w:pPr>
      <w:bookmarkStart w:id="69" w:name="_Toc28081747"/>
      <w:r>
        <w:rPr>
          <w:rFonts w:hint="cs"/>
          <w:rtl/>
        </w:rPr>
        <w:t>آیت 23</w:t>
      </w:r>
      <w:bookmarkEnd w:id="69"/>
    </w:p>
    <w:p w:rsidR="001F628F" w:rsidRDefault="00E260F9" w:rsidP="00B52BCE">
      <w:pPr>
        <w:pStyle w:val="libNormal"/>
        <w:rPr>
          <w:rtl/>
        </w:rPr>
      </w:pPr>
      <w:r w:rsidRPr="00E260F9">
        <w:rPr>
          <w:rStyle w:val="libAlaemChar"/>
          <w:rFonts w:hint="eastAsia"/>
          <w:rtl/>
        </w:rPr>
        <w:t>(</w:t>
      </w:r>
      <w:r w:rsidRPr="00B52BCE">
        <w:rPr>
          <w:rStyle w:val="libAieChar"/>
          <w:rFonts w:hint="eastAsia"/>
          <w:rtl/>
        </w:rPr>
        <w:t>وَإنَّا</w:t>
      </w:r>
      <w:r w:rsidRPr="00B52BCE">
        <w:rPr>
          <w:rStyle w:val="libAieChar"/>
          <w:rtl/>
        </w:rPr>
        <w:t xml:space="preserve"> لَنَحْنُ نُحْيِي وَنُمِيتُ وَنَحْنُ الْوَارِثُونَ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ہى حيات و موت كے دينے والے ہي</w:t>
      </w:r>
      <w:r w:rsidR="00083993">
        <w:rPr>
          <w:rtl/>
        </w:rPr>
        <w:t xml:space="preserve">ں </w:t>
      </w:r>
      <w:r>
        <w:rPr>
          <w:rtl/>
        </w:rPr>
        <w:t>اور ہم ہى سب كے والى و وراث ہي</w:t>
      </w:r>
      <w:r w:rsidR="00083993">
        <w:rPr>
          <w:rtl/>
        </w:rPr>
        <w:t xml:space="preserve">ں </w:t>
      </w:r>
      <w:r>
        <w:rPr>
          <w:rtl/>
        </w:rPr>
        <w:t>_</w:t>
      </w:r>
    </w:p>
    <w:p w:rsidR="001F628F" w:rsidRDefault="001F628F" w:rsidP="00B52BCE">
      <w:pPr>
        <w:pStyle w:val="libNormal"/>
        <w:rPr>
          <w:rtl/>
        </w:rPr>
      </w:pPr>
      <w:r>
        <w:rPr>
          <w:rtl/>
        </w:rPr>
        <w:t>1_مخلوقات كى موت و حيات فقط خدا وند متعال كے ہاتھ مي</w:t>
      </w:r>
      <w:r w:rsidR="00083993">
        <w:rPr>
          <w:rtl/>
        </w:rPr>
        <w:t xml:space="preserve">ں </w:t>
      </w:r>
      <w:r>
        <w:rPr>
          <w:rtl/>
        </w:rPr>
        <w:t>ہے_&gt;</w:t>
      </w:r>
      <w:r w:rsidRPr="00B52BCE">
        <w:rPr>
          <w:rStyle w:val="libArabicChar"/>
          <w:rtl/>
        </w:rPr>
        <w:t>وانا لنحن نحى ونميت</w:t>
      </w:r>
    </w:p>
    <w:p w:rsidR="001F628F" w:rsidRDefault="001F628F" w:rsidP="00B52BCE">
      <w:pPr>
        <w:pStyle w:val="libNormal"/>
        <w:rPr>
          <w:rtl/>
        </w:rPr>
      </w:pPr>
      <w:r>
        <w:rPr>
          <w:rtl/>
        </w:rPr>
        <w:t>2_موت وحيات ايك دائمى و مسلسل امر ہے_</w:t>
      </w:r>
      <w:r w:rsidRPr="00B52BCE">
        <w:rPr>
          <w:rStyle w:val="libArabicChar"/>
          <w:rFonts w:hint="eastAsia"/>
          <w:rtl/>
        </w:rPr>
        <w:t>وانا</w:t>
      </w:r>
      <w:r w:rsidRPr="00B52BCE">
        <w:rPr>
          <w:rStyle w:val="libArabicChar"/>
          <w:rtl/>
        </w:rPr>
        <w:t xml:space="preserve"> لنحن نحى ونميت</w:t>
      </w:r>
    </w:p>
    <w:p w:rsidR="001F628F" w:rsidRDefault="001F628F" w:rsidP="001F628F">
      <w:pPr>
        <w:pStyle w:val="libNormal"/>
        <w:rPr>
          <w:rtl/>
        </w:rPr>
      </w:pPr>
      <w:r>
        <w:rPr>
          <w:rFonts w:hint="eastAsia"/>
          <w:rtl/>
        </w:rPr>
        <w:t>جملہ</w:t>
      </w:r>
      <w:r>
        <w:rPr>
          <w:rtl/>
        </w:rPr>
        <w:t xml:space="preserve"> اسميہ '' انا لنحن نحى ونميت ''اور فعل مضارع '' نحي'' اور '' نميت''كا لايا جانا استمرار كو بيان كر رہا ہے_</w:t>
      </w:r>
    </w:p>
    <w:p w:rsidR="001F628F" w:rsidRDefault="001F628F" w:rsidP="00B52BCE">
      <w:pPr>
        <w:pStyle w:val="libNormal"/>
        <w:rPr>
          <w:rtl/>
        </w:rPr>
      </w:pPr>
      <w:r>
        <w:rPr>
          <w:rtl/>
        </w:rPr>
        <w:t>3_خدا وند متعال تمام موجودات كا تنہا وارث ہے _</w:t>
      </w:r>
      <w:r w:rsidRPr="00B52BCE">
        <w:rPr>
          <w:rStyle w:val="libArabicChar"/>
          <w:rFonts w:hint="eastAsia"/>
          <w:rtl/>
        </w:rPr>
        <w:t>ونحن</w:t>
      </w:r>
      <w:r w:rsidRPr="00B52BCE">
        <w:rPr>
          <w:rStyle w:val="libArabicChar"/>
          <w:rtl/>
        </w:rPr>
        <w:t xml:space="preserve"> الورثون</w:t>
      </w:r>
    </w:p>
    <w:p w:rsidR="001F628F" w:rsidRDefault="001F628F" w:rsidP="00B52BCE">
      <w:pPr>
        <w:pStyle w:val="libNormal"/>
        <w:rPr>
          <w:rtl/>
        </w:rPr>
      </w:pPr>
      <w:r>
        <w:rPr>
          <w:rtl/>
        </w:rPr>
        <w:t>4_ خداوند متعال تنہا وہ ذات ہے كہ بقا ء جس سے مختص ہے_</w:t>
      </w:r>
      <w:r w:rsidRPr="00B52BCE">
        <w:rPr>
          <w:rStyle w:val="libArabicChar"/>
          <w:rFonts w:hint="eastAsia"/>
          <w:rtl/>
        </w:rPr>
        <w:t>ونحن</w:t>
      </w:r>
      <w:r w:rsidRPr="00B52BCE">
        <w:rPr>
          <w:rStyle w:val="libArabicChar"/>
          <w:rtl/>
        </w:rPr>
        <w:t xml:space="preserve"> الورثون</w:t>
      </w:r>
    </w:p>
    <w:p w:rsidR="001F628F" w:rsidRDefault="001F628F" w:rsidP="00B52BCE">
      <w:pPr>
        <w:pStyle w:val="libNormal"/>
        <w:rPr>
          <w:rtl/>
        </w:rPr>
      </w:pPr>
      <w:r>
        <w:rPr>
          <w:rtl/>
        </w:rPr>
        <w:t>5_تمام موجودات ہستى (اول سے ليكر اخر تك )كا يقينى انجام ،موت ہے _</w:t>
      </w:r>
      <w:r w:rsidRPr="00B52BCE">
        <w:rPr>
          <w:rStyle w:val="libArabicChar"/>
          <w:rFonts w:hint="eastAsia"/>
          <w:rtl/>
        </w:rPr>
        <w:t>ونحن</w:t>
      </w:r>
      <w:r w:rsidRPr="00B52BCE">
        <w:rPr>
          <w:rStyle w:val="libArabicChar"/>
          <w:rtl/>
        </w:rPr>
        <w:t xml:space="preserve"> الورثون</w:t>
      </w:r>
    </w:p>
    <w:p w:rsidR="001F628F" w:rsidRDefault="001F628F" w:rsidP="00B52BCE">
      <w:pPr>
        <w:pStyle w:val="libNormal"/>
        <w:rPr>
          <w:rtl/>
        </w:rPr>
      </w:pPr>
      <w:r>
        <w:rPr>
          <w:rtl/>
        </w:rPr>
        <w:t>6_ خداوندعالم كى مالكيت كے علاوہ ہر قسم كى مالكيتي</w:t>
      </w:r>
      <w:r w:rsidR="00083993">
        <w:rPr>
          <w:rtl/>
        </w:rPr>
        <w:t xml:space="preserve">ں </w:t>
      </w:r>
      <w:r>
        <w:rPr>
          <w:rtl/>
        </w:rPr>
        <w:t>قابل زوال ہي</w:t>
      </w:r>
      <w:r w:rsidR="00083993">
        <w:rPr>
          <w:rtl/>
        </w:rPr>
        <w:t xml:space="preserve">ں </w:t>
      </w:r>
      <w:r>
        <w:rPr>
          <w:rtl/>
        </w:rPr>
        <w:t>_</w:t>
      </w:r>
      <w:r w:rsidRPr="00B52BCE">
        <w:rPr>
          <w:rStyle w:val="libArabicChar"/>
          <w:rFonts w:hint="eastAsia"/>
          <w:rtl/>
        </w:rPr>
        <w:t>ونحن</w:t>
      </w:r>
      <w:r w:rsidRPr="00B52BCE">
        <w:rPr>
          <w:rStyle w:val="libArabicChar"/>
          <w:rtl/>
        </w:rPr>
        <w:t xml:space="preserve"> الورثون</w:t>
      </w:r>
    </w:p>
    <w:p w:rsidR="001F628F" w:rsidRDefault="001F628F" w:rsidP="00B52BCE">
      <w:pPr>
        <w:pStyle w:val="libNormal"/>
        <w:rPr>
          <w:rtl/>
        </w:rPr>
      </w:pPr>
      <w:r>
        <w:rPr>
          <w:rtl/>
        </w:rPr>
        <w:t>7_موت وحيات ،خدا كش نشانيو</w:t>
      </w:r>
      <w:r w:rsidR="00083993">
        <w:rPr>
          <w:rtl/>
        </w:rPr>
        <w:t xml:space="preserve">ں </w:t>
      </w:r>
      <w:r>
        <w:rPr>
          <w:rtl/>
        </w:rPr>
        <w:t>مي</w:t>
      </w:r>
      <w:r w:rsidR="00083993">
        <w:rPr>
          <w:rtl/>
        </w:rPr>
        <w:t xml:space="preserve">ں </w:t>
      </w:r>
      <w:r>
        <w:rPr>
          <w:rtl/>
        </w:rPr>
        <w:t>سے ہي</w:t>
      </w:r>
      <w:r w:rsidR="00083993">
        <w:rPr>
          <w:rtl/>
        </w:rPr>
        <w:t xml:space="preserve">ں </w:t>
      </w:r>
      <w:r>
        <w:rPr>
          <w:rtl/>
        </w:rPr>
        <w:t>_</w:t>
      </w:r>
      <w:r w:rsidRPr="00B52BCE">
        <w:rPr>
          <w:rStyle w:val="libArabicChar"/>
          <w:rFonts w:hint="eastAsia"/>
          <w:rtl/>
        </w:rPr>
        <w:t>وانا</w:t>
      </w:r>
      <w:r w:rsidRPr="00B52BCE">
        <w:rPr>
          <w:rStyle w:val="libArabicChar"/>
          <w:rtl/>
        </w:rPr>
        <w:t xml:space="preserve"> لنحن نحى ونميت</w:t>
      </w:r>
    </w:p>
    <w:p w:rsidR="001F628F" w:rsidRDefault="001F628F" w:rsidP="001F628F">
      <w:pPr>
        <w:pStyle w:val="libNormal"/>
        <w:rPr>
          <w:rtl/>
        </w:rPr>
      </w:pPr>
      <w:r>
        <w:rPr>
          <w:rtl/>
        </w:rPr>
        <w:t>8_دنيوى وسائل كے انسانو</w:t>
      </w:r>
      <w:r w:rsidR="00083993">
        <w:rPr>
          <w:rtl/>
        </w:rPr>
        <w:t xml:space="preserve">ں </w:t>
      </w:r>
      <w:r>
        <w:rPr>
          <w:rtl/>
        </w:rPr>
        <w:t>كے لئے خلق ہونے كے باوجود اُن سے دل نہ لگانے كى تشويق _</w:t>
      </w:r>
    </w:p>
    <w:p w:rsidR="001F628F" w:rsidRDefault="001F628F" w:rsidP="00B52BCE">
      <w:pPr>
        <w:pStyle w:val="libArabic"/>
        <w:rPr>
          <w:rtl/>
        </w:rPr>
      </w:pPr>
      <w:r>
        <w:rPr>
          <w:rFonts w:hint="eastAsia"/>
          <w:rtl/>
        </w:rPr>
        <w:t>وا</w:t>
      </w:r>
      <w:r>
        <w:rPr>
          <w:rtl/>
        </w:rPr>
        <w:t xml:space="preserve"> رسلنا </w:t>
      </w:r>
      <w:r w:rsidR="00C85719" w:rsidRPr="00C85719">
        <w:rPr>
          <w:rtl/>
        </w:rPr>
        <w:t>الريح لواقح</w:t>
      </w:r>
      <w:r>
        <w:rPr>
          <w:rtl/>
        </w:rPr>
        <w:t xml:space="preserve"> فا نزلنا من السّماء ماء فا </w:t>
      </w:r>
      <w:r w:rsidR="00C85719" w:rsidRPr="00C85719">
        <w:rPr>
          <w:rtl/>
        </w:rPr>
        <w:t>سقيناكموه</w:t>
      </w:r>
      <w:r>
        <w:rPr>
          <w:rtl/>
        </w:rPr>
        <w:t xml:space="preserve"> </w:t>
      </w:r>
      <w:r>
        <w:rPr>
          <w:rFonts w:hint="cs"/>
          <w:rtl/>
        </w:rPr>
        <w:t>وما</w:t>
      </w:r>
      <w:r>
        <w:rPr>
          <w:rtl/>
        </w:rPr>
        <w:t xml:space="preserve"> </w:t>
      </w:r>
      <w:r>
        <w:rPr>
          <w:rFonts w:hint="cs"/>
          <w:rtl/>
        </w:rPr>
        <w:t>ا</w:t>
      </w:r>
      <w:r>
        <w:rPr>
          <w:rtl/>
        </w:rPr>
        <w:t xml:space="preserve"> </w:t>
      </w:r>
      <w:r>
        <w:rPr>
          <w:rFonts w:hint="cs"/>
          <w:rtl/>
        </w:rPr>
        <w:t>نتم</w:t>
      </w:r>
      <w:r>
        <w:rPr>
          <w:rtl/>
        </w:rPr>
        <w:t xml:space="preserve"> </w:t>
      </w:r>
      <w:r>
        <w:rPr>
          <w:rFonts w:hint="cs"/>
          <w:rtl/>
        </w:rPr>
        <w:t>ل</w:t>
      </w:r>
      <w:r w:rsidR="00120F63" w:rsidRPr="00ED5DE8">
        <w:rPr>
          <w:rFonts w:hint="cs"/>
          <w:rtl/>
        </w:rPr>
        <w:t>ه</w:t>
      </w:r>
      <w:r>
        <w:rPr>
          <w:rtl/>
        </w:rPr>
        <w:t xml:space="preserve"> </w:t>
      </w:r>
      <w:r>
        <w:rPr>
          <w:rFonts w:hint="cs"/>
          <w:rtl/>
        </w:rPr>
        <w:t>بخزنين</w:t>
      </w:r>
      <w:r>
        <w:rPr>
          <w:rtl/>
        </w:rPr>
        <w:t>_</w:t>
      </w:r>
      <w:r>
        <w:rPr>
          <w:rFonts w:hint="cs"/>
          <w:rtl/>
        </w:rPr>
        <w:t>وانا</w:t>
      </w:r>
      <w:r>
        <w:rPr>
          <w:rtl/>
        </w:rPr>
        <w:t xml:space="preserve"> </w:t>
      </w:r>
      <w:r>
        <w:rPr>
          <w:rFonts w:hint="cs"/>
          <w:rtl/>
        </w:rPr>
        <w:t>لنحن</w:t>
      </w:r>
      <w:r>
        <w:rPr>
          <w:rtl/>
        </w:rPr>
        <w:t xml:space="preserve"> ... ونحن الورثون</w:t>
      </w:r>
    </w:p>
    <w:p w:rsidR="00B52BCE" w:rsidRDefault="001E7F9D" w:rsidP="00F73EDE">
      <w:pPr>
        <w:pStyle w:val="libPoemTini"/>
        <w:rPr>
          <w:rtl/>
        </w:rPr>
      </w:pPr>
      <w:r>
        <w:rPr>
          <w:rtl/>
        </w:rPr>
        <w:br w:type="page"/>
      </w:r>
    </w:p>
    <w:p w:rsidR="001F628F" w:rsidRDefault="001F628F" w:rsidP="00B52BCE">
      <w:pPr>
        <w:pStyle w:val="libNormal"/>
        <w:rPr>
          <w:rtl/>
        </w:rPr>
      </w:pPr>
      <w:r>
        <w:rPr>
          <w:rFonts w:hint="eastAsia"/>
          <w:rtl/>
        </w:rPr>
        <w:lastRenderedPageBreak/>
        <w:t>ہوسكتا</w:t>
      </w:r>
      <w:r>
        <w:rPr>
          <w:rtl/>
        </w:rPr>
        <w:t xml:space="preserve"> ہے اُن ايات كے بعد(</w:t>
      </w:r>
      <w:r w:rsidRPr="00C85719">
        <w:rPr>
          <w:rStyle w:val="libArabicChar"/>
          <w:rtl/>
        </w:rPr>
        <w:t>ونحن الورثون</w:t>
      </w:r>
      <w:r>
        <w:rPr>
          <w:rtl/>
        </w:rPr>
        <w:t>) كو ذكر كرنا كہ جن مي</w:t>
      </w:r>
      <w:r w:rsidR="00083993">
        <w:rPr>
          <w:rtl/>
        </w:rPr>
        <w:t xml:space="preserve">ں </w:t>
      </w:r>
      <w:r>
        <w:rPr>
          <w:rtl/>
        </w:rPr>
        <w:t>انسان كى خدادادى نعمات كو بيان كيا گيا ہے ،مذكورہ نكتے كى جانب اشارہ ہو_</w:t>
      </w:r>
    </w:p>
    <w:p w:rsidR="001F628F" w:rsidRDefault="001F628F" w:rsidP="00B52BCE">
      <w:pPr>
        <w:pStyle w:val="libNormal"/>
        <w:rPr>
          <w:rtl/>
        </w:rPr>
      </w:pPr>
      <w:r>
        <w:rPr>
          <w:rFonts w:hint="eastAsia"/>
          <w:rtl/>
        </w:rPr>
        <w:t>اسماو</w:t>
      </w:r>
      <w:r>
        <w:rPr>
          <w:rtl/>
        </w:rPr>
        <w:t xml:space="preserve"> صفات:</w:t>
      </w:r>
      <w:r>
        <w:rPr>
          <w:rFonts w:hint="eastAsia"/>
          <w:rtl/>
        </w:rPr>
        <w:t>وارث</w:t>
      </w:r>
      <w:r>
        <w:rPr>
          <w:rtl/>
        </w:rPr>
        <w:t xml:space="preserve"> 3</w:t>
      </w:r>
    </w:p>
    <w:p w:rsidR="001F628F" w:rsidRDefault="001F628F" w:rsidP="00B52BCE">
      <w:pPr>
        <w:pStyle w:val="libNormal"/>
        <w:rPr>
          <w:rtl/>
        </w:rPr>
      </w:pPr>
      <w:r>
        <w:rPr>
          <w:rFonts w:hint="eastAsia"/>
          <w:rtl/>
        </w:rPr>
        <w:t>الله</w:t>
      </w:r>
      <w:r>
        <w:rPr>
          <w:rtl/>
        </w:rPr>
        <w:t xml:space="preserve"> تعالى :</w:t>
      </w:r>
      <w:r>
        <w:rPr>
          <w:rFonts w:hint="eastAsia"/>
          <w:rtl/>
        </w:rPr>
        <w:t>الله</w:t>
      </w:r>
      <w:r>
        <w:rPr>
          <w:rtl/>
        </w:rPr>
        <w:t xml:space="preserve"> تعالى كى ابديت 4;الله تعالى كى سنن 2;الله تعالى كى وراثت 3;الله تعالى كے اختصاصات 1،3 ، 4،6</w:t>
      </w:r>
    </w:p>
    <w:p w:rsidR="001F628F" w:rsidRDefault="001F628F" w:rsidP="00B52BCE">
      <w:pPr>
        <w:pStyle w:val="libNormal"/>
        <w:rPr>
          <w:rtl/>
        </w:rPr>
      </w:pPr>
      <w:r>
        <w:rPr>
          <w:rFonts w:hint="eastAsia"/>
          <w:rtl/>
        </w:rPr>
        <w:t>توحيد</w:t>
      </w:r>
      <w:r>
        <w:rPr>
          <w:rtl/>
        </w:rPr>
        <w:t xml:space="preserve"> :</w:t>
      </w:r>
      <w:r>
        <w:rPr>
          <w:rFonts w:hint="eastAsia"/>
          <w:rtl/>
        </w:rPr>
        <w:t>توحيد</w:t>
      </w:r>
      <w:r>
        <w:rPr>
          <w:rtl/>
        </w:rPr>
        <w:t xml:space="preserve"> افعالى 1</w:t>
      </w:r>
    </w:p>
    <w:p w:rsidR="001F628F" w:rsidRDefault="001F628F" w:rsidP="00B52BCE">
      <w:pPr>
        <w:pStyle w:val="libNormal"/>
        <w:rPr>
          <w:rtl/>
        </w:rPr>
      </w:pPr>
      <w:r>
        <w:rPr>
          <w:rFonts w:hint="eastAsia"/>
          <w:rtl/>
        </w:rPr>
        <w:t>حيات</w:t>
      </w:r>
      <w:r>
        <w:rPr>
          <w:rtl/>
        </w:rPr>
        <w:t xml:space="preserve"> :</w:t>
      </w:r>
      <w:r>
        <w:rPr>
          <w:rFonts w:hint="eastAsia"/>
          <w:rtl/>
        </w:rPr>
        <w:t>حيات</w:t>
      </w:r>
      <w:r>
        <w:rPr>
          <w:rtl/>
        </w:rPr>
        <w:t xml:space="preserve"> ،ايات خدا مي</w:t>
      </w:r>
      <w:r w:rsidR="00083993">
        <w:rPr>
          <w:rtl/>
        </w:rPr>
        <w:t xml:space="preserve">ں </w:t>
      </w:r>
      <w:r>
        <w:rPr>
          <w:rtl/>
        </w:rPr>
        <w:t>سے7;حيات كا داوم 2; حيات كا سر چشمہ 1</w:t>
      </w:r>
    </w:p>
    <w:p w:rsidR="001F628F" w:rsidRDefault="001F628F" w:rsidP="00B52BCE">
      <w:pPr>
        <w:pStyle w:val="libNormal"/>
        <w:rPr>
          <w:rtl/>
        </w:rPr>
      </w:pPr>
      <w:r>
        <w:rPr>
          <w:rFonts w:hint="eastAsia"/>
          <w:rtl/>
        </w:rPr>
        <w:t>زھد</w:t>
      </w:r>
      <w:r>
        <w:rPr>
          <w:rtl/>
        </w:rPr>
        <w:t xml:space="preserve"> :</w:t>
      </w:r>
      <w:r>
        <w:rPr>
          <w:rFonts w:hint="eastAsia"/>
          <w:rtl/>
        </w:rPr>
        <w:t>زھد</w:t>
      </w:r>
      <w:r>
        <w:rPr>
          <w:rtl/>
        </w:rPr>
        <w:t xml:space="preserve"> كى تشويق 8</w:t>
      </w:r>
    </w:p>
    <w:p w:rsidR="001F628F" w:rsidRDefault="001F628F" w:rsidP="00B52BCE">
      <w:pPr>
        <w:pStyle w:val="libNormal"/>
        <w:rPr>
          <w:rtl/>
        </w:rPr>
      </w:pPr>
      <w:r>
        <w:rPr>
          <w:rFonts w:hint="eastAsia"/>
          <w:rtl/>
        </w:rPr>
        <w:t>موت</w:t>
      </w:r>
      <w:r>
        <w:rPr>
          <w:rtl/>
        </w:rPr>
        <w:t xml:space="preserve"> :</w:t>
      </w:r>
      <w:r>
        <w:rPr>
          <w:rFonts w:hint="eastAsia"/>
          <w:rtl/>
        </w:rPr>
        <w:t>موت</w:t>
      </w:r>
      <w:r>
        <w:rPr>
          <w:rtl/>
        </w:rPr>
        <w:t xml:space="preserve"> ،ايات خدا مي</w:t>
      </w:r>
      <w:r w:rsidR="00083993">
        <w:rPr>
          <w:rtl/>
        </w:rPr>
        <w:t xml:space="preserve">ں </w:t>
      </w:r>
      <w:r>
        <w:rPr>
          <w:rtl/>
        </w:rPr>
        <w:t>سے 7;موت كا دوام 2;موت كا سر چشمہ 1;موت كى حتميت 5</w:t>
      </w:r>
    </w:p>
    <w:p w:rsidR="001F628F" w:rsidRDefault="001F628F" w:rsidP="00B52BCE">
      <w:pPr>
        <w:pStyle w:val="libNormal"/>
        <w:rPr>
          <w:rtl/>
        </w:rPr>
      </w:pPr>
      <w:r>
        <w:rPr>
          <w:rFonts w:hint="eastAsia"/>
          <w:rtl/>
        </w:rPr>
        <w:t>موجودات</w:t>
      </w:r>
      <w:r>
        <w:rPr>
          <w:rtl/>
        </w:rPr>
        <w:t xml:space="preserve"> :</w:t>
      </w:r>
      <w:r>
        <w:rPr>
          <w:rFonts w:hint="eastAsia"/>
          <w:rtl/>
        </w:rPr>
        <w:t>موجودات</w:t>
      </w:r>
      <w:r>
        <w:rPr>
          <w:rtl/>
        </w:rPr>
        <w:t xml:space="preserve"> كا انجام 5;موجودات كا وارث 3;موجودات كى مالكيت كا زوال 6</w:t>
      </w:r>
    </w:p>
    <w:p w:rsidR="001F628F" w:rsidRDefault="001F628F" w:rsidP="00B52BCE">
      <w:pPr>
        <w:pStyle w:val="libNormal"/>
        <w:rPr>
          <w:rtl/>
        </w:rPr>
      </w:pPr>
      <w:r>
        <w:rPr>
          <w:rFonts w:hint="eastAsia"/>
          <w:rtl/>
        </w:rPr>
        <w:t>نظريہ</w:t>
      </w:r>
      <w:r>
        <w:rPr>
          <w:rtl/>
        </w:rPr>
        <w:t xml:space="preserve"> كائنات :</w:t>
      </w:r>
      <w:r>
        <w:rPr>
          <w:rFonts w:hint="eastAsia"/>
          <w:rtl/>
        </w:rPr>
        <w:t>توحيدى</w:t>
      </w:r>
      <w:r>
        <w:rPr>
          <w:rtl/>
        </w:rPr>
        <w:t xml:space="preserve"> نظريہ كائنات 1</w:t>
      </w:r>
    </w:p>
    <w:p w:rsidR="001F628F" w:rsidRDefault="00B52BCE" w:rsidP="00B52BCE">
      <w:pPr>
        <w:pStyle w:val="Heading2Center"/>
        <w:rPr>
          <w:rtl/>
        </w:rPr>
      </w:pPr>
      <w:bookmarkStart w:id="70" w:name="_Toc28081748"/>
      <w:r>
        <w:rPr>
          <w:rFonts w:hint="cs"/>
          <w:rtl/>
        </w:rPr>
        <w:t>آیت 24</w:t>
      </w:r>
      <w:bookmarkEnd w:id="70"/>
    </w:p>
    <w:p w:rsidR="001F628F" w:rsidRDefault="00E260F9" w:rsidP="00B52BCE">
      <w:pPr>
        <w:pStyle w:val="libNormal"/>
        <w:rPr>
          <w:rtl/>
        </w:rPr>
      </w:pPr>
      <w:r w:rsidRPr="00E260F9">
        <w:rPr>
          <w:rStyle w:val="libAlaemChar"/>
          <w:rFonts w:hint="eastAsia"/>
          <w:rtl/>
        </w:rPr>
        <w:t>(</w:t>
      </w:r>
      <w:r w:rsidRPr="00B52BCE">
        <w:rPr>
          <w:rStyle w:val="libAieChar"/>
          <w:rFonts w:hint="eastAsia"/>
          <w:rtl/>
        </w:rPr>
        <w:t>وَلَقَدْ</w:t>
      </w:r>
      <w:r w:rsidRPr="00B52BCE">
        <w:rPr>
          <w:rStyle w:val="libAieChar"/>
          <w:rtl/>
        </w:rPr>
        <w:t xml:space="preserve"> عَلِمْنَا الْمُسْتَقْدِمِينَ مِنكُمْ وَلَقَدْ عَلِمْنَا الْمُسْتَأْخِرِينَ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تم سے پہلے گذر جانے والو</w:t>
      </w:r>
      <w:r w:rsidR="00083993">
        <w:rPr>
          <w:rtl/>
        </w:rPr>
        <w:t xml:space="preserve">ں </w:t>
      </w:r>
      <w:r>
        <w:rPr>
          <w:rtl/>
        </w:rPr>
        <w:t>كو بھى جانتے ہي</w:t>
      </w:r>
      <w:r w:rsidR="00083993">
        <w:rPr>
          <w:rtl/>
        </w:rPr>
        <w:t xml:space="preserve">ں </w:t>
      </w:r>
      <w:r>
        <w:rPr>
          <w:rtl/>
        </w:rPr>
        <w:t>اور بعد مي</w:t>
      </w:r>
      <w:r w:rsidR="00083993">
        <w:rPr>
          <w:rtl/>
        </w:rPr>
        <w:t xml:space="preserve">ں </w:t>
      </w:r>
      <w:r>
        <w:rPr>
          <w:rtl/>
        </w:rPr>
        <w:t>آنے والو</w:t>
      </w:r>
      <w:r w:rsidR="00083993">
        <w:rPr>
          <w:rtl/>
        </w:rPr>
        <w:t xml:space="preserve">ں </w:t>
      </w:r>
      <w:r>
        <w:rPr>
          <w:rtl/>
        </w:rPr>
        <w:t>سے بھى باخبر ہي</w:t>
      </w:r>
      <w:r w:rsidR="00083993">
        <w:rPr>
          <w:rtl/>
        </w:rPr>
        <w:t xml:space="preserve">ں </w:t>
      </w:r>
      <w:r>
        <w:rPr>
          <w:rtl/>
        </w:rPr>
        <w:t>_</w:t>
      </w:r>
    </w:p>
    <w:p w:rsidR="001F628F" w:rsidRDefault="001F628F" w:rsidP="001F628F">
      <w:pPr>
        <w:pStyle w:val="libNormal"/>
        <w:rPr>
          <w:rtl/>
        </w:rPr>
      </w:pPr>
      <w:r>
        <w:rPr>
          <w:rtl/>
        </w:rPr>
        <w:t>1_خداوند متعال بلا شك وترديد گذشتہ و ائندہ نسلو</w:t>
      </w:r>
      <w:r w:rsidR="00083993">
        <w:rPr>
          <w:rtl/>
        </w:rPr>
        <w:t xml:space="preserve">ں </w:t>
      </w:r>
      <w:r>
        <w:rPr>
          <w:rtl/>
        </w:rPr>
        <w:t>كے حالات سے اگاہ ہے_</w:t>
      </w:r>
    </w:p>
    <w:p w:rsidR="001F628F" w:rsidRDefault="001F628F" w:rsidP="00D60299">
      <w:pPr>
        <w:pStyle w:val="libArabic"/>
        <w:rPr>
          <w:rtl/>
        </w:rPr>
      </w:pPr>
      <w:r>
        <w:rPr>
          <w:rFonts w:hint="eastAsia"/>
          <w:rtl/>
        </w:rPr>
        <w:t>ولقد</w:t>
      </w:r>
      <w:r>
        <w:rPr>
          <w:rtl/>
        </w:rPr>
        <w:t xml:space="preserve"> علمنا المستقدمين منكم ولقد علمنا المستئخرين</w:t>
      </w:r>
    </w:p>
    <w:p w:rsidR="001F628F" w:rsidRDefault="001F628F" w:rsidP="001F628F">
      <w:pPr>
        <w:pStyle w:val="libNormal"/>
        <w:rPr>
          <w:rtl/>
        </w:rPr>
      </w:pPr>
      <w:r>
        <w:rPr>
          <w:rFonts w:hint="eastAsia"/>
          <w:rtl/>
        </w:rPr>
        <w:t>گذشتہ</w:t>
      </w:r>
      <w:r>
        <w:rPr>
          <w:rtl/>
        </w:rPr>
        <w:t xml:space="preserve"> اور ائندہ لوگو</w:t>
      </w:r>
      <w:r w:rsidR="00083993">
        <w:rPr>
          <w:rtl/>
        </w:rPr>
        <w:t xml:space="preserve">ں </w:t>
      </w:r>
      <w:r>
        <w:rPr>
          <w:rtl/>
        </w:rPr>
        <w:t>كے بارے مي</w:t>
      </w:r>
      <w:r w:rsidR="00083993">
        <w:rPr>
          <w:rtl/>
        </w:rPr>
        <w:t xml:space="preserve">ں </w:t>
      </w:r>
      <w:r>
        <w:rPr>
          <w:rtl/>
        </w:rPr>
        <w:t>علم خدا وند سے مراد ہو سكتا ہے خود اُن كے وجود كے بارے مي</w:t>
      </w:r>
      <w:r w:rsidR="00083993">
        <w:rPr>
          <w:rtl/>
        </w:rPr>
        <w:t xml:space="preserve">ں </w:t>
      </w:r>
      <w:r>
        <w:rPr>
          <w:rtl/>
        </w:rPr>
        <w:t>علم ہواور ہو سكتا ہے اُن كے حالات كے بارے مي</w:t>
      </w:r>
      <w:r w:rsidR="00083993">
        <w:rPr>
          <w:rtl/>
        </w:rPr>
        <w:t xml:space="preserve">ں </w:t>
      </w:r>
      <w:r>
        <w:rPr>
          <w:rtl/>
        </w:rPr>
        <w:t>علم ہو _مندرجہ بالا مطلب دوسرے احتمال پر مبنى ہے_</w:t>
      </w:r>
    </w:p>
    <w:p w:rsidR="00D60299" w:rsidRDefault="001E7F9D" w:rsidP="00F73EDE">
      <w:pPr>
        <w:pStyle w:val="libPoemTini"/>
        <w:rPr>
          <w:rtl/>
        </w:rPr>
      </w:pPr>
      <w:r>
        <w:rPr>
          <w:rtl/>
        </w:rPr>
        <w:br w:type="page"/>
      </w:r>
    </w:p>
    <w:p w:rsidR="001F628F" w:rsidRDefault="001F628F" w:rsidP="00D60299">
      <w:pPr>
        <w:pStyle w:val="libNormal"/>
        <w:rPr>
          <w:rtl/>
        </w:rPr>
      </w:pPr>
      <w:r>
        <w:rPr>
          <w:rtl/>
        </w:rPr>
        <w:lastRenderedPageBreak/>
        <w:t>2_يقيناً خدا وند متعال گذشتہ نسلو</w:t>
      </w:r>
      <w:r w:rsidR="00083993">
        <w:rPr>
          <w:rtl/>
        </w:rPr>
        <w:t xml:space="preserve">ں </w:t>
      </w:r>
      <w:r>
        <w:rPr>
          <w:rtl/>
        </w:rPr>
        <w:t>اور انسان كى ائند ہ انے والى نسلو</w:t>
      </w:r>
      <w:r w:rsidR="00083993">
        <w:rPr>
          <w:rtl/>
        </w:rPr>
        <w:t xml:space="preserve">ں </w:t>
      </w:r>
      <w:r>
        <w:rPr>
          <w:rtl/>
        </w:rPr>
        <w:t>كے وجود سے اگاہ ہے_</w:t>
      </w:r>
    </w:p>
    <w:p w:rsidR="001F628F" w:rsidRDefault="001F628F" w:rsidP="00D60299">
      <w:pPr>
        <w:pStyle w:val="libArabic"/>
        <w:rPr>
          <w:rtl/>
        </w:rPr>
      </w:pPr>
      <w:r>
        <w:rPr>
          <w:rFonts w:hint="eastAsia"/>
          <w:rtl/>
        </w:rPr>
        <w:t>ولقد</w:t>
      </w:r>
      <w:r>
        <w:rPr>
          <w:rtl/>
        </w:rPr>
        <w:t xml:space="preserve"> علمنا المستقدمين منكم ولقد علمنا المستئخرين</w:t>
      </w:r>
    </w:p>
    <w:p w:rsidR="001F628F" w:rsidRDefault="001F628F" w:rsidP="00D60299">
      <w:pPr>
        <w:pStyle w:val="libNormal"/>
        <w:rPr>
          <w:rtl/>
        </w:rPr>
      </w:pPr>
      <w:r>
        <w:rPr>
          <w:rtl/>
        </w:rPr>
        <w:t>3_خداوند متعال بلا شك و ترديد ميدان علم و عمل مي</w:t>
      </w:r>
      <w:r w:rsidR="00083993">
        <w:rPr>
          <w:rtl/>
        </w:rPr>
        <w:t xml:space="preserve">ں </w:t>
      </w:r>
      <w:r>
        <w:rPr>
          <w:rtl/>
        </w:rPr>
        <w:t>پہلے انسانو</w:t>
      </w:r>
      <w:r w:rsidR="00083993">
        <w:rPr>
          <w:rtl/>
        </w:rPr>
        <w:t xml:space="preserve">ں </w:t>
      </w:r>
      <w:r>
        <w:rPr>
          <w:rtl/>
        </w:rPr>
        <w:t>كے حالات سے بھى اگاہ ہے اور اس مي</w:t>
      </w:r>
      <w:r w:rsidR="00083993">
        <w:rPr>
          <w:rtl/>
        </w:rPr>
        <w:t xml:space="preserve">ں </w:t>
      </w:r>
      <w:r>
        <w:rPr>
          <w:rtl/>
        </w:rPr>
        <w:t>ناكام لوگو</w:t>
      </w:r>
      <w:r w:rsidR="00083993">
        <w:rPr>
          <w:rtl/>
        </w:rPr>
        <w:t xml:space="preserve">ں </w:t>
      </w:r>
      <w:r>
        <w:rPr>
          <w:rtl/>
        </w:rPr>
        <w:t>سے بھى _</w:t>
      </w:r>
      <w:r w:rsidRPr="00D60299">
        <w:rPr>
          <w:rStyle w:val="libArabicChar"/>
          <w:rFonts w:hint="eastAsia"/>
          <w:rtl/>
        </w:rPr>
        <w:t>ولقد</w:t>
      </w:r>
      <w:r w:rsidRPr="00D60299">
        <w:rPr>
          <w:rStyle w:val="libArabicChar"/>
          <w:rtl/>
        </w:rPr>
        <w:t xml:space="preserve"> علمنا المستقدمين منكم ولقد علمنا المستئخرين</w:t>
      </w:r>
    </w:p>
    <w:p w:rsidR="001F628F" w:rsidRDefault="001F628F" w:rsidP="001F628F">
      <w:pPr>
        <w:pStyle w:val="libNormal"/>
        <w:rPr>
          <w:rtl/>
        </w:rPr>
      </w:pPr>
      <w:r>
        <w:rPr>
          <w:rFonts w:hint="eastAsia"/>
          <w:rtl/>
        </w:rPr>
        <w:t>يہ</w:t>
      </w:r>
      <w:r>
        <w:rPr>
          <w:rtl/>
        </w:rPr>
        <w:t xml:space="preserve"> كہ مذكورہ ايت مي</w:t>
      </w:r>
      <w:r w:rsidR="00083993">
        <w:rPr>
          <w:rtl/>
        </w:rPr>
        <w:t xml:space="preserve">ں </w:t>
      </w:r>
      <w:r>
        <w:rPr>
          <w:rtl/>
        </w:rPr>
        <w:t>موجود تقدم و تاخر كو كس ميزان پر پركھا گيا ہے ؟اس كے بارے مي</w:t>
      </w:r>
      <w:r w:rsidR="00083993">
        <w:rPr>
          <w:rtl/>
        </w:rPr>
        <w:t xml:space="preserve">ں </w:t>
      </w:r>
      <w:r>
        <w:rPr>
          <w:rtl/>
        </w:rPr>
        <w:t>مفسرين كے درميان چند اراء ہي</w:t>
      </w:r>
      <w:r w:rsidR="00083993">
        <w:rPr>
          <w:rtl/>
        </w:rPr>
        <w:t xml:space="preserve">ں </w:t>
      </w:r>
      <w:r>
        <w:rPr>
          <w:rtl/>
        </w:rPr>
        <w:t>:ايك يہ كہ سبقت اور تاخير،ايمان و عمل صالح كے سلسلے مي</w:t>
      </w:r>
      <w:r w:rsidR="00083993">
        <w:rPr>
          <w:rtl/>
        </w:rPr>
        <w:t xml:space="preserve">ں </w:t>
      </w:r>
      <w:r>
        <w:rPr>
          <w:rtl/>
        </w:rPr>
        <w:t>ہے ;كيونكہ دنيا انسانو</w:t>
      </w:r>
      <w:r w:rsidR="00083993">
        <w:rPr>
          <w:rtl/>
        </w:rPr>
        <w:t xml:space="preserve">ں </w:t>
      </w:r>
      <w:r>
        <w:rPr>
          <w:rtl/>
        </w:rPr>
        <w:t>كے لئے مقابلے كا ميدان ہے _</w:t>
      </w:r>
      <w:r w:rsidRPr="00D60299">
        <w:rPr>
          <w:rStyle w:val="libArabicChar"/>
          <w:rtl/>
        </w:rPr>
        <w:t>''ولكل وج</w:t>
      </w:r>
      <w:r w:rsidR="00F21947" w:rsidRPr="00B2551F">
        <w:rPr>
          <w:rStyle w:val="libArabicChar"/>
          <w:rFonts w:hint="cs"/>
          <w:rtl/>
        </w:rPr>
        <w:t>ه</w:t>
      </w:r>
      <w:r w:rsidRPr="00D60299">
        <w:rPr>
          <w:rStyle w:val="libArabicChar"/>
          <w:rFonts w:hint="cs"/>
          <w:rtl/>
        </w:rPr>
        <w:t>ة</w:t>
      </w:r>
      <w:r w:rsidRPr="00D60299">
        <w:rPr>
          <w:rStyle w:val="libArabicChar"/>
          <w:rtl/>
        </w:rPr>
        <w:t xml:space="preserve"> </w:t>
      </w:r>
      <w:r w:rsidR="00F21947" w:rsidRPr="00B2551F">
        <w:rPr>
          <w:rStyle w:val="libArabicChar"/>
          <w:rFonts w:hint="cs"/>
          <w:rtl/>
        </w:rPr>
        <w:t>ه</w:t>
      </w:r>
      <w:r w:rsidRPr="00D60299">
        <w:rPr>
          <w:rStyle w:val="libArabicChar"/>
          <w:rFonts w:hint="cs"/>
          <w:rtl/>
        </w:rPr>
        <w:t>و</w:t>
      </w:r>
      <w:r w:rsidRPr="00D60299">
        <w:rPr>
          <w:rStyle w:val="libArabicChar"/>
          <w:rtl/>
        </w:rPr>
        <w:t xml:space="preserve"> </w:t>
      </w:r>
      <w:r w:rsidRPr="00D60299">
        <w:rPr>
          <w:rStyle w:val="libArabicChar"/>
          <w:rFonts w:hint="cs"/>
          <w:rtl/>
        </w:rPr>
        <w:t>مولي</w:t>
      </w:r>
      <w:r w:rsidR="00F21947" w:rsidRPr="00B2551F">
        <w:rPr>
          <w:rStyle w:val="libArabicChar"/>
          <w:rFonts w:hint="cs"/>
          <w:rtl/>
        </w:rPr>
        <w:t>ه</w:t>
      </w:r>
      <w:r w:rsidRPr="00D60299">
        <w:rPr>
          <w:rStyle w:val="libArabicChar"/>
          <w:rFonts w:hint="cs"/>
          <w:rtl/>
        </w:rPr>
        <w:t>ا</w:t>
      </w:r>
      <w:r w:rsidRPr="00D60299">
        <w:rPr>
          <w:rStyle w:val="libArabicChar"/>
          <w:rtl/>
        </w:rPr>
        <w:t xml:space="preserve"> </w:t>
      </w:r>
      <w:r w:rsidRPr="00D60299">
        <w:rPr>
          <w:rStyle w:val="libArabicChar"/>
          <w:rFonts w:hint="cs"/>
          <w:rtl/>
        </w:rPr>
        <w:t>فاستبقوا</w:t>
      </w:r>
      <w:r w:rsidRPr="00D60299">
        <w:rPr>
          <w:rStyle w:val="libArabicChar"/>
          <w:rtl/>
        </w:rPr>
        <w:t xml:space="preserve"> </w:t>
      </w:r>
      <w:r w:rsidRPr="00D60299">
        <w:rPr>
          <w:rStyle w:val="libArabicChar"/>
          <w:rFonts w:hint="cs"/>
          <w:rtl/>
        </w:rPr>
        <w:t>الخير</w:t>
      </w:r>
      <w:r w:rsidRPr="00D60299">
        <w:rPr>
          <w:rStyle w:val="libArabicChar"/>
          <w:rFonts w:hint="eastAsia"/>
          <w:rtl/>
        </w:rPr>
        <w:t>ات</w:t>
      </w:r>
      <w:r>
        <w:rPr>
          <w:rtl/>
        </w:rPr>
        <w:t xml:space="preserve"> ''(سورہ بقرہ _ايت 148)مذكورہ مطلب اسى احتمال كى بنا پر اخذ كيا گيا ہے_</w:t>
      </w:r>
    </w:p>
    <w:p w:rsidR="001F628F" w:rsidRDefault="001F628F" w:rsidP="001F628F">
      <w:pPr>
        <w:pStyle w:val="libNormal"/>
        <w:rPr>
          <w:rtl/>
        </w:rPr>
      </w:pPr>
      <w:r>
        <w:rPr>
          <w:rtl/>
        </w:rPr>
        <w:t>4_اشياء كے بارے مي</w:t>
      </w:r>
      <w:r w:rsidR="00083993">
        <w:rPr>
          <w:rtl/>
        </w:rPr>
        <w:t xml:space="preserve">ں </w:t>
      </w:r>
      <w:r>
        <w:rPr>
          <w:rtl/>
        </w:rPr>
        <w:t>خدا وند متعال كا علم، اُن كے وجود فعلى سے مربوط نہي</w:t>
      </w:r>
      <w:r w:rsidR="00083993">
        <w:rPr>
          <w:rtl/>
        </w:rPr>
        <w:t xml:space="preserve">ں </w:t>
      </w:r>
      <w:r>
        <w:rPr>
          <w:rtl/>
        </w:rPr>
        <w:t>_</w:t>
      </w:r>
    </w:p>
    <w:p w:rsidR="001F628F" w:rsidRDefault="001F628F" w:rsidP="00D60299">
      <w:pPr>
        <w:pStyle w:val="libArabic"/>
        <w:rPr>
          <w:rtl/>
        </w:rPr>
      </w:pPr>
      <w:r>
        <w:rPr>
          <w:rFonts w:hint="eastAsia"/>
          <w:rtl/>
        </w:rPr>
        <w:t>ولقد</w:t>
      </w:r>
      <w:r>
        <w:rPr>
          <w:rtl/>
        </w:rPr>
        <w:t xml:space="preserve"> علمنا المستقدمين منكم ولقد علمنا المستئخرين</w:t>
      </w:r>
    </w:p>
    <w:p w:rsidR="001F628F" w:rsidRDefault="001F628F" w:rsidP="001F628F">
      <w:pPr>
        <w:pStyle w:val="libNormal"/>
        <w:rPr>
          <w:rtl/>
        </w:rPr>
      </w:pPr>
      <w:r>
        <w:rPr>
          <w:rtl/>
        </w:rPr>
        <w:t>5_</w:t>
      </w:r>
      <w:r w:rsidRPr="00D60299">
        <w:rPr>
          <w:rStyle w:val="libArabicChar"/>
          <w:rtl/>
        </w:rPr>
        <w:t>''عن الصادق جعفربن محمد</w:t>
      </w:r>
      <w:r w:rsidR="00367F17" w:rsidRPr="00367F17">
        <w:rPr>
          <w:rStyle w:val="libAlaemChar"/>
          <w:rtl/>
        </w:rPr>
        <w:t xml:space="preserve"> عليه‌السلام </w:t>
      </w:r>
      <w:r w:rsidRPr="00D60299">
        <w:rPr>
          <w:rStyle w:val="libArabicChar"/>
          <w:rtl/>
        </w:rPr>
        <w:t xml:space="preserve"> :ان المستقدمين ا صحاب الحسنات والمستا خرين ا صحاب السيئات</w:t>
      </w:r>
      <w:r>
        <w:rPr>
          <w:rtl/>
        </w:rPr>
        <w:t>;</w:t>
      </w:r>
      <w:r w:rsidRPr="00D60299">
        <w:rPr>
          <w:rStyle w:val="libFootnotenumChar"/>
          <w:rtl/>
        </w:rPr>
        <w:t>(1)</w:t>
      </w:r>
      <w:r>
        <w:rPr>
          <w:rtl/>
        </w:rPr>
        <w:t xml:space="preserve"> امام صادق</w:t>
      </w:r>
      <w:r w:rsidR="00367F17" w:rsidRPr="00367F17">
        <w:rPr>
          <w:rStyle w:val="libAlaemChar"/>
          <w:rtl/>
        </w:rPr>
        <w:t xml:space="preserve"> عليه‌السلام </w:t>
      </w:r>
      <w:r>
        <w:rPr>
          <w:rtl/>
        </w:rPr>
        <w:t xml:space="preserve"> سے منقول ہے كہ ''المستقدمين'' سے مرادنيك لوگ ہي</w:t>
      </w:r>
      <w:r w:rsidR="00083993">
        <w:rPr>
          <w:rtl/>
        </w:rPr>
        <w:t xml:space="preserve">ں </w:t>
      </w:r>
      <w:r>
        <w:rPr>
          <w:rtl/>
        </w:rPr>
        <w:t>اور ''المستا خرين'' سے گناہگارمراد ہي</w:t>
      </w:r>
      <w:r w:rsidR="00083993">
        <w:rPr>
          <w:rtl/>
        </w:rPr>
        <w:t xml:space="preserve">ں </w:t>
      </w:r>
      <w:r>
        <w:rPr>
          <w:rtl/>
        </w:rPr>
        <w:t>_</w:t>
      </w:r>
    </w:p>
    <w:p w:rsidR="001F628F" w:rsidRDefault="001F628F" w:rsidP="001F628F">
      <w:pPr>
        <w:pStyle w:val="libNormal"/>
        <w:rPr>
          <w:rtl/>
        </w:rPr>
      </w:pPr>
      <w:r>
        <w:rPr>
          <w:rtl/>
        </w:rPr>
        <w:t>6_</w:t>
      </w:r>
      <w:r w:rsidRPr="00D60299">
        <w:rPr>
          <w:rStyle w:val="libArabicChar"/>
          <w:rtl/>
        </w:rPr>
        <w:t>''عن ا بى جعفر</w:t>
      </w:r>
      <w:r w:rsidR="00367F17" w:rsidRPr="00367F17">
        <w:rPr>
          <w:rStyle w:val="libAlaemChar"/>
          <w:rtl/>
        </w:rPr>
        <w:t xml:space="preserve"> عليه‌السلام </w:t>
      </w:r>
      <w:r w:rsidRPr="00D60299">
        <w:rPr>
          <w:rStyle w:val="libArabicChar"/>
          <w:rtl/>
        </w:rPr>
        <w:t xml:space="preserve"> قال:''ولقد علمنا المستقدمين منكم ولقد علمنا المستا خرين''قال:</w:t>
      </w:r>
      <w:r w:rsidR="00F21947" w:rsidRPr="00B2551F">
        <w:rPr>
          <w:rStyle w:val="libArabicChar"/>
          <w:rFonts w:hint="cs"/>
          <w:rtl/>
        </w:rPr>
        <w:t>ه</w:t>
      </w:r>
      <w:r w:rsidRPr="00D60299">
        <w:rPr>
          <w:rStyle w:val="libArabicChar"/>
          <w:rFonts w:hint="cs"/>
          <w:rtl/>
        </w:rPr>
        <w:t>م</w:t>
      </w:r>
      <w:r w:rsidRPr="00D60299">
        <w:rPr>
          <w:rStyle w:val="libArabicChar"/>
          <w:rtl/>
        </w:rPr>
        <w:t xml:space="preserve"> </w:t>
      </w:r>
      <w:r w:rsidRPr="00D60299">
        <w:rPr>
          <w:rStyle w:val="libArabicChar"/>
          <w:rFonts w:hint="cs"/>
          <w:rtl/>
        </w:rPr>
        <w:t>المو</w:t>
      </w:r>
      <w:r w:rsidRPr="00D60299">
        <w:rPr>
          <w:rStyle w:val="libArabicChar"/>
          <w:rtl/>
        </w:rPr>
        <w:t xml:space="preserve"> </w:t>
      </w:r>
      <w:r w:rsidRPr="00D60299">
        <w:rPr>
          <w:rStyle w:val="libArabicChar"/>
          <w:rFonts w:hint="cs"/>
          <w:rtl/>
        </w:rPr>
        <w:t>منون</w:t>
      </w:r>
      <w:r w:rsidRPr="00D60299">
        <w:rPr>
          <w:rStyle w:val="libArabicChar"/>
          <w:rtl/>
        </w:rPr>
        <w:t xml:space="preserve"> </w:t>
      </w:r>
      <w:r w:rsidRPr="00D60299">
        <w:rPr>
          <w:rStyle w:val="libArabicChar"/>
          <w:rFonts w:hint="cs"/>
          <w:rtl/>
        </w:rPr>
        <w:t>من</w:t>
      </w:r>
      <w:r w:rsidRPr="00D60299">
        <w:rPr>
          <w:rStyle w:val="libArabicChar"/>
          <w:rtl/>
        </w:rPr>
        <w:t xml:space="preserve"> </w:t>
      </w:r>
      <w:r w:rsidR="00F21947" w:rsidRPr="00B2551F">
        <w:rPr>
          <w:rStyle w:val="libArabicChar"/>
          <w:rFonts w:hint="cs"/>
          <w:rtl/>
        </w:rPr>
        <w:t>ه</w:t>
      </w:r>
      <w:r w:rsidRPr="00D60299">
        <w:rPr>
          <w:rStyle w:val="libArabicChar"/>
          <w:rFonts w:hint="cs"/>
          <w:rtl/>
        </w:rPr>
        <w:t>ذ</w:t>
      </w:r>
      <w:r w:rsidR="00120F63" w:rsidRPr="00B2551F">
        <w:rPr>
          <w:rStyle w:val="libArabicChar"/>
          <w:rFonts w:hint="cs"/>
          <w:rtl/>
        </w:rPr>
        <w:t>ه</w:t>
      </w:r>
      <w:r w:rsidRPr="00D60299">
        <w:rPr>
          <w:rStyle w:val="libArabicChar"/>
          <w:rtl/>
        </w:rPr>
        <w:t xml:space="preserve"> </w:t>
      </w:r>
      <w:r w:rsidRPr="00D60299">
        <w:rPr>
          <w:rStyle w:val="libArabicChar"/>
          <w:rFonts w:hint="cs"/>
          <w:rtl/>
        </w:rPr>
        <w:t>الا</w:t>
      </w:r>
      <w:r w:rsidRPr="00D60299">
        <w:rPr>
          <w:rStyle w:val="libArabicChar"/>
          <w:rtl/>
        </w:rPr>
        <w:t xml:space="preserve"> </w:t>
      </w:r>
      <w:r w:rsidRPr="00D60299">
        <w:rPr>
          <w:rStyle w:val="libArabicChar"/>
          <w:rFonts w:hint="cs"/>
          <w:rtl/>
        </w:rPr>
        <w:t>مة</w:t>
      </w:r>
      <w:r>
        <w:rPr>
          <w:rtl/>
        </w:rPr>
        <w:t xml:space="preserve">; </w:t>
      </w:r>
      <w:r w:rsidRPr="00D60299">
        <w:rPr>
          <w:rStyle w:val="libFootnotenumChar"/>
          <w:rtl/>
        </w:rPr>
        <w:t>(2)</w:t>
      </w:r>
      <w:r>
        <w:rPr>
          <w:rtl/>
        </w:rPr>
        <w:t xml:space="preserve">امام محمد باقر </w:t>
      </w:r>
      <w:r w:rsidR="00367F17" w:rsidRPr="00367F17">
        <w:rPr>
          <w:rStyle w:val="libAlaemChar"/>
          <w:rtl/>
        </w:rPr>
        <w:t xml:space="preserve"> عليه‌السلام </w:t>
      </w:r>
      <w:r>
        <w:rPr>
          <w:rtl/>
        </w:rPr>
        <w:t xml:space="preserve"> سے خدا كے اس كلام ''ولقد علمنا المستقدمين منكم ولقد علمنا المستا خرين '' كے بارے مي</w:t>
      </w:r>
      <w:r w:rsidR="00083993">
        <w:rPr>
          <w:rtl/>
        </w:rPr>
        <w:t xml:space="preserve">ں </w:t>
      </w:r>
      <w:r>
        <w:rPr>
          <w:rtl/>
        </w:rPr>
        <w:t xml:space="preserve">منقول ہے كہ امام </w:t>
      </w:r>
      <w:r w:rsidR="00367F17" w:rsidRPr="00367F17">
        <w:rPr>
          <w:rStyle w:val="libAlaemChar"/>
          <w:rtl/>
        </w:rPr>
        <w:t xml:space="preserve"> عليه‌السلام </w:t>
      </w:r>
      <w:r>
        <w:rPr>
          <w:rtl/>
        </w:rPr>
        <w:t xml:space="preserve"> نے فرمايا:وہ (اگلے ا</w:t>
      </w:r>
      <w:r>
        <w:rPr>
          <w:rFonts w:hint="eastAsia"/>
          <w:rtl/>
        </w:rPr>
        <w:t>ور</w:t>
      </w:r>
      <w:r>
        <w:rPr>
          <w:rtl/>
        </w:rPr>
        <w:t xml:space="preserve"> پچھلے لوگ) اس اُمت كے مؤمنين ہي</w:t>
      </w:r>
      <w:r w:rsidR="00083993">
        <w:rPr>
          <w:rtl/>
        </w:rPr>
        <w:t xml:space="preserve">ں </w:t>
      </w:r>
      <w:r>
        <w:rPr>
          <w:rtl/>
        </w:rPr>
        <w:t>_</w:t>
      </w:r>
    </w:p>
    <w:p w:rsidR="001F628F" w:rsidRDefault="001F628F" w:rsidP="00D60299">
      <w:pPr>
        <w:pStyle w:val="libNormal"/>
        <w:rPr>
          <w:rtl/>
        </w:rPr>
      </w:pPr>
      <w:r>
        <w:rPr>
          <w:rFonts w:hint="eastAsia"/>
          <w:rtl/>
        </w:rPr>
        <w:t>ائندہ</w:t>
      </w:r>
      <w:r>
        <w:rPr>
          <w:rtl/>
        </w:rPr>
        <w:t xml:space="preserve"> انے والے:</w:t>
      </w:r>
      <w:r>
        <w:rPr>
          <w:rFonts w:hint="eastAsia"/>
          <w:rtl/>
        </w:rPr>
        <w:t>ائندہ</w:t>
      </w:r>
      <w:r>
        <w:rPr>
          <w:rtl/>
        </w:rPr>
        <w:t xml:space="preserve"> انے والو</w:t>
      </w:r>
      <w:r w:rsidR="00083993">
        <w:rPr>
          <w:rtl/>
        </w:rPr>
        <w:t xml:space="preserve">ں </w:t>
      </w:r>
      <w:r>
        <w:rPr>
          <w:rtl/>
        </w:rPr>
        <w:t>كے بارے مي</w:t>
      </w:r>
      <w:r w:rsidR="00083993">
        <w:rPr>
          <w:rtl/>
        </w:rPr>
        <w:t xml:space="preserve">ں </w:t>
      </w:r>
      <w:r>
        <w:rPr>
          <w:rtl/>
        </w:rPr>
        <w:t>علم 1،2</w:t>
      </w:r>
    </w:p>
    <w:p w:rsidR="001F628F" w:rsidRDefault="001F628F" w:rsidP="00D60299">
      <w:pPr>
        <w:pStyle w:val="libNormal"/>
        <w:rPr>
          <w:rtl/>
        </w:rPr>
      </w:pPr>
      <w:r>
        <w:rPr>
          <w:rFonts w:hint="eastAsia"/>
          <w:rtl/>
        </w:rPr>
        <w:t>الله</w:t>
      </w:r>
      <w:r>
        <w:rPr>
          <w:rtl/>
        </w:rPr>
        <w:t xml:space="preserve"> تعالى :</w:t>
      </w:r>
      <w:r>
        <w:rPr>
          <w:rFonts w:hint="eastAsia"/>
          <w:rtl/>
        </w:rPr>
        <w:t>ائندہ</w:t>
      </w:r>
      <w:r>
        <w:rPr>
          <w:rtl/>
        </w:rPr>
        <w:t xml:space="preserve"> كے مؤمنين كے بارے مي</w:t>
      </w:r>
      <w:r w:rsidR="00083993">
        <w:rPr>
          <w:rtl/>
        </w:rPr>
        <w:t xml:space="preserve">ں </w:t>
      </w:r>
      <w:r>
        <w:rPr>
          <w:rtl/>
        </w:rPr>
        <w:t>الله تعالى كا علم 6;الله تعالى كے علم كى وسعت 4;الله تعالى كا علم غيب1،2،3;گناہگارو</w:t>
      </w:r>
      <w:r w:rsidR="00083993">
        <w:rPr>
          <w:rtl/>
        </w:rPr>
        <w:t xml:space="preserve">ں </w:t>
      </w:r>
      <w:r>
        <w:rPr>
          <w:rtl/>
        </w:rPr>
        <w:t>كے بارے مي</w:t>
      </w:r>
      <w:r w:rsidR="00083993">
        <w:rPr>
          <w:rtl/>
        </w:rPr>
        <w:t xml:space="preserve">ں </w:t>
      </w:r>
      <w:r>
        <w:rPr>
          <w:rtl/>
        </w:rPr>
        <w:t>الله تعالى كا علم 5; گذشتہ زمانے كے مؤمنين كے بارے مي</w:t>
      </w:r>
      <w:r w:rsidR="00083993">
        <w:rPr>
          <w:rtl/>
        </w:rPr>
        <w:t xml:space="preserve">ں </w:t>
      </w:r>
      <w:r>
        <w:rPr>
          <w:rtl/>
        </w:rPr>
        <w:t>الله تعالى كا علم6;محسنين كے بارے مي</w:t>
      </w:r>
      <w:r w:rsidR="00083993">
        <w:rPr>
          <w:rtl/>
        </w:rPr>
        <w:t xml:space="preserve">ں </w:t>
      </w:r>
      <w:r>
        <w:rPr>
          <w:rtl/>
        </w:rPr>
        <w:t>الله تعالى كا علم 5</w:t>
      </w:r>
    </w:p>
    <w:p w:rsidR="001F628F" w:rsidRDefault="001F628F" w:rsidP="001F628F">
      <w:pPr>
        <w:pStyle w:val="libNormal"/>
        <w:rPr>
          <w:rtl/>
        </w:rPr>
      </w:pPr>
      <w:r>
        <w:rPr>
          <w:rFonts w:hint="eastAsia"/>
          <w:rtl/>
        </w:rPr>
        <w:t>ايمان</w:t>
      </w:r>
      <w:r>
        <w:rPr>
          <w:rtl/>
        </w:rPr>
        <w:t>:</w:t>
      </w:r>
    </w:p>
    <w:p w:rsidR="001F628F" w:rsidRDefault="00B84D3B" w:rsidP="00B84D3B">
      <w:pPr>
        <w:pStyle w:val="libLine"/>
        <w:rPr>
          <w:rtl/>
        </w:rPr>
      </w:pPr>
      <w:r>
        <w:rPr>
          <w:rtl/>
        </w:rPr>
        <w:t>____________________</w:t>
      </w:r>
    </w:p>
    <w:p w:rsidR="001F628F" w:rsidRDefault="001F628F" w:rsidP="00D60299">
      <w:pPr>
        <w:pStyle w:val="libFootnote"/>
        <w:rPr>
          <w:rtl/>
        </w:rPr>
      </w:pPr>
      <w:r>
        <w:rPr>
          <w:rtl/>
        </w:rPr>
        <w:t>1)تفسير برہان ،ج2،ص328،ح2_</w:t>
      </w:r>
    </w:p>
    <w:p w:rsidR="001F628F" w:rsidRDefault="001F628F" w:rsidP="00D60299">
      <w:pPr>
        <w:pStyle w:val="libFootnote"/>
        <w:rPr>
          <w:rtl/>
        </w:rPr>
      </w:pPr>
      <w:r>
        <w:rPr>
          <w:rtl/>
        </w:rPr>
        <w:t>2)_تفسير عياشى ج2 ،ص240،ح6;نور الثقلين ،ج3، ص 7 ، ح 22 _</w:t>
      </w:r>
    </w:p>
    <w:p w:rsidR="00D60299" w:rsidRDefault="001E7F9D" w:rsidP="00F73EDE">
      <w:pPr>
        <w:pStyle w:val="libPoemTini"/>
        <w:rPr>
          <w:rtl/>
        </w:rPr>
      </w:pPr>
      <w:r>
        <w:rPr>
          <w:rtl/>
        </w:rPr>
        <w:br w:type="page"/>
      </w:r>
    </w:p>
    <w:p w:rsidR="001F628F" w:rsidRDefault="001F628F" w:rsidP="00D60299">
      <w:pPr>
        <w:pStyle w:val="libNormal"/>
        <w:rPr>
          <w:rtl/>
        </w:rPr>
      </w:pPr>
      <w:r>
        <w:rPr>
          <w:rFonts w:hint="eastAsia"/>
          <w:rtl/>
        </w:rPr>
        <w:lastRenderedPageBreak/>
        <w:t>ايمان</w:t>
      </w:r>
      <w:r>
        <w:rPr>
          <w:rtl/>
        </w:rPr>
        <w:t xml:space="preserve"> مي</w:t>
      </w:r>
      <w:r w:rsidR="00083993">
        <w:rPr>
          <w:rtl/>
        </w:rPr>
        <w:t xml:space="preserve">ں </w:t>
      </w:r>
      <w:r>
        <w:rPr>
          <w:rtl/>
        </w:rPr>
        <w:t>پيشقدم لوگ 3;ايمان سے محروم لوگ 3</w:t>
      </w:r>
    </w:p>
    <w:p w:rsidR="001F628F" w:rsidRDefault="001F628F" w:rsidP="001F628F">
      <w:pPr>
        <w:pStyle w:val="libNormal"/>
        <w:rPr>
          <w:rtl/>
        </w:rPr>
      </w:pPr>
      <w:r>
        <w:rPr>
          <w:rFonts w:hint="eastAsia"/>
          <w:rtl/>
        </w:rPr>
        <w:t>روايت</w:t>
      </w:r>
      <w:r>
        <w:rPr>
          <w:rtl/>
        </w:rPr>
        <w:t xml:space="preserve"> :5،6</w:t>
      </w:r>
    </w:p>
    <w:p w:rsidR="001F628F" w:rsidRDefault="001F628F" w:rsidP="005A1EF2">
      <w:pPr>
        <w:pStyle w:val="libNormal"/>
        <w:rPr>
          <w:rtl/>
        </w:rPr>
      </w:pPr>
      <w:r>
        <w:rPr>
          <w:rFonts w:hint="eastAsia"/>
          <w:rtl/>
        </w:rPr>
        <w:t>گذشتہ</w:t>
      </w:r>
      <w:r>
        <w:rPr>
          <w:rtl/>
        </w:rPr>
        <w:t xml:space="preserve"> زمانے كے لوگ :</w:t>
      </w:r>
      <w:r>
        <w:rPr>
          <w:rFonts w:hint="eastAsia"/>
          <w:rtl/>
        </w:rPr>
        <w:t>گذشتہ</w:t>
      </w:r>
      <w:r>
        <w:rPr>
          <w:rtl/>
        </w:rPr>
        <w:t xml:space="preserve"> زمانے كے لوگو</w:t>
      </w:r>
      <w:r w:rsidR="00083993">
        <w:rPr>
          <w:rtl/>
        </w:rPr>
        <w:t xml:space="preserve">ں </w:t>
      </w:r>
      <w:r>
        <w:rPr>
          <w:rtl/>
        </w:rPr>
        <w:t>كے بارے مي</w:t>
      </w:r>
      <w:r w:rsidR="00083993">
        <w:rPr>
          <w:rtl/>
        </w:rPr>
        <w:t xml:space="preserve">ں </w:t>
      </w:r>
      <w:r>
        <w:rPr>
          <w:rtl/>
        </w:rPr>
        <w:t>علم 1،2</w:t>
      </w:r>
    </w:p>
    <w:p w:rsidR="001F628F" w:rsidRDefault="005A1EF2" w:rsidP="005A1EF2">
      <w:pPr>
        <w:pStyle w:val="Heading2Center"/>
        <w:rPr>
          <w:rtl/>
        </w:rPr>
      </w:pPr>
      <w:bookmarkStart w:id="71" w:name="_Toc28081749"/>
      <w:r>
        <w:rPr>
          <w:rFonts w:hint="cs"/>
          <w:rtl/>
        </w:rPr>
        <w:t>آیت 25</w:t>
      </w:r>
      <w:bookmarkEnd w:id="71"/>
    </w:p>
    <w:p w:rsidR="001F628F" w:rsidRDefault="00E260F9" w:rsidP="005A1EF2">
      <w:pPr>
        <w:pStyle w:val="libNormal"/>
        <w:rPr>
          <w:rtl/>
        </w:rPr>
      </w:pPr>
      <w:r w:rsidRPr="00E260F9">
        <w:rPr>
          <w:rStyle w:val="libAlaemChar"/>
          <w:rFonts w:hint="eastAsia"/>
          <w:rtl/>
        </w:rPr>
        <w:t>(</w:t>
      </w:r>
      <w:r w:rsidRPr="005A1EF2">
        <w:rPr>
          <w:rStyle w:val="libAieChar"/>
          <w:rFonts w:hint="eastAsia"/>
          <w:rtl/>
        </w:rPr>
        <w:t>وَإِنَّ</w:t>
      </w:r>
      <w:r w:rsidRPr="005A1EF2">
        <w:rPr>
          <w:rStyle w:val="libAieChar"/>
          <w:rtl/>
        </w:rPr>
        <w:t xml:space="preserve"> رَبَّكَ هُوَ يَحْشُرُهُمْ إِنَّهُ حَكِيمٌ عَلِيمٌ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تمھارا پروردگار ہى سب كو ايك جگہ جمع كرے گا كہ وہ صاحب علم بھى ہے اور صاحب حكمت بھى _</w:t>
      </w:r>
    </w:p>
    <w:p w:rsidR="001F628F" w:rsidRDefault="001F628F" w:rsidP="005A1EF2">
      <w:pPr>
        <w:pStyle w:val="libNormal"/>
        <w:rPr>
          <w:rtl/>
        </w:rPr>
      </w:pPr>
      <w:r>
        <w:rPr>
          <w:rtl/>
        </w:rPr>
        <w:t>1_خداوند متعال سب انسانو</w:t>
      </w:r>
      <w:r w:rsidR="00083993">
        <w:rPr>
          <w:rtl/>
        </w:rPr>
        <w:t xml:space="preserve">ں </w:t>
      </w:r>
      <w:r>
        <w:rPr>
          <w:rtl/>
        </w:rPr>
        <w:t>كو قيامت كے دن اكٹھا كرے گا_</w:t>
      </w:r>
      <w:r w:rsidRPr="005A1EF2">
        <w:rPr>
          <w:rStyle w:val="libArabicChar"/>
          <w:rFonts w:hint="eastAsia"/>
          <w:rtl/>
        </w:rPr>
        <w:t>وان</w:t>
      </w:r>
      <w:r w:rsidRPr="005A1EF2">
        <w:rPr>
          <w:rStyle w:val="libArabicChar"/>
          <w:rtl/>
        </w:rPr>
        <w:t xml:space="preserve"> ربّك </w:t>
      </w:r>
      <w:r w:rsidR="00F21947" w:rsidRPr="00B2551F">
        <w:rPr>
          <w:rStyle w:val="libArabicChar"/>
          <w:rFonts w:hint="cs"/>
          <w:rtl/>
        </w:rPr>
        <w:t>ه</w:t>
      </w:r>
      <w:r w:rsidRPr="005A1EF2">
        <w:rPr>
          <w:rStyle w:val="libArabicChar"/>
          <w:rFonts w:hint="cs"/>
          <w:rtl/>
        </w:rPr>
        <w:t>و</w:t>
      </w:r>
      <w:r w:rsidRPr="005A1EF2">
        <w:rPr>
          <w:rStyle w:val="libArabicChar"/>
          <w:rtl/>
        </w:rPr>
        <w:t>يحشر</w:t>
      </w:r>
      <w:r w:rsidR="00F21947" w:rsidRPr="00B2551F">
        <w:rPr>
          <w:rStyle w:val="libArabicChar"/>
          <w:rFonts w:hint="cs"/>
          <w:rtl/>
        </w:rPr>
        <w:t>ه</w:t>
      </w:r>
      <w:r w:rsidRPr="005A1EF2">
        <w:rPr>
          <w:rStyle w:val="libArabicChar"/>
          <w:rFonts w:hint="cs"/>
          <w:rtl/>
        </w:rPr>
        <w:t>م</w:t>
      </w:r>
    </w:p>
    <w:p w:rsidR="001F628F" w:rsidRDefault="001F628F" w:rsidP="001F628F">
      <w:pPr>
        <w:pStyle w:val="libNormal"/>
        <w:rPr>
          <w:rtl/>
        </w:rPr>
      </w:pPr>
      <w:r>
        <w:rPr>
          <w:rtl/>
        </w:rPr>
        <w:t>2_ انسانو</w:t>
      </w:r>
      <w:r w:rsidR="00083993">
        <w:rPr>
          <w:rtl/>
        </w:rPr>
        <w:t xml:space="preserve">ں </w:t>
      </w:r>
      <w:r>
        <w:rPr>
          <w:rtl/>
        </w:rPr>
        <w:t>كے لئے خداوند متعال كى ربوبيت كا تقاضا ہے كہ وہ اُنہي</w:t>
      </w:r>
      <w:r w:rsidR="00083993">
        <w:rPr>
          <w:rtl/>
        </w:rPr>
        <w:t xml:space="preserve">ں </w:t>
      </w:r>
      <w:r>
        <w:rPr>
          <w:rtl/>
        </w:rPr>
        <w:t>قيامت كے دن محشور كرے_</w:t>
      </w:r>
    </w:p>
    <w:p w:rsidR="001F628F" w:rsidRDefault="001F628F" w:rsidP="005A1EF2">
      <w:pPr>
        <w:pStyle w:val="libArabic"/>
        <w:rPr>
          <w:rtl/>
        </w:rPr>
      </w:pPr>
      <w:r>
        <w:rPr>
          <w:rFonts w:hint="eastAsia"/>
          <w:rtl/>
        </w:rPr>
        <w:t>وان</w:t>
      </w:r>
      <w:r>
        <w:rPr>
          <w:rtl/>
        </w:rPr>
        <w:t xml:space="preserve"> ربّك </w:t>
      </w:r>
      <w:r w:rsidR="00F21947" w:rsidRPr="00B2551F">
        <w:rPr>
          <w:rFonts w:hint="cs"/>
          <w:rtl/>
        </w:rPr>
        <w:t>ه</w:t>
      </w:r>
      <w:r>
        <w:rPr>
          <w:rFonts w:hint="cs"/>
          <w:rtl/>
        </w:rPr>
        <w:t>وي</w:t>
      </w:r>
      <w:r>
        <w:rPr>
          <w:rtl/>
        </w:rPr>
        <w:t>حشر</w:t>
      </w:r>
      <w:r w:rsidR="00F21947" w:rsidRPr="00B2551F">
        <w:rPr>
          <w:rFonts w:hint="cs"/>
          <w:rtl/>
        </w:rPr>
        <w:t>ه</w:t>
      </w:r>
      <w:r>
        <w:rPr>
          <w:rFonts w:hint="cs"/>
          <w:rtl/>
        </w:rPr>
        <w:t>م</w:t>
      </w:r>
    </w:p>
    <w:p w:rsidR="001F628F" w:rsidRDefault="001F628F" w:rsidP="005A1EF2">
      <w:pPr>
        <w:pStyle w:val="libNormal"/>
        <w:rPr>
          <w:rtl/>
        </w:rPr>
      </w:pPr>
      <w:r>
        <w:rPr>
          <w:rtl/>
        </w:rPr>
        <w:t>3_انسانو</w:t>
      </w:r>
      <w:r w:rsidR="00083993">
        <w:rPr>
          <w:rtl/>
        </w:rPr>
        <w:t xml:space="preserve">ں </w:t>
      </w:r>
      <w:r>
        <w:rPr>
          <w:rtl/>
        </w:rPr>
        <w:t>كا اُخروى احيائ، فقط خداوند متعال كے دست قدرت مي</w:t>
      </w:r>
      <w:r w:rsidR="00083993">
        <w:rPr>
          <w:rtl/>
        </w:rPr>
        <w:t xml:space="preserve">ں </w:t>
      </w:r>
      <w:r>
        <w:rPr>
          <w:rtl/>
        </w:rPr>
        <w:t>ہے_</w:t>
      </w:r>
      <w:r w:rsidRPr="005A1EF2">
        <w:rPr>
          <w:rStyle w:val="libArabicChar"/>
          <w:rFonts w:hint="eastAsia"/>
          <w:rtl/>
        </w:rPr>
        <w:t>وان</w:t>
      </w:r>
      <w:r w:rsidRPr="005A1EF2">
        <w:rPr>
          <w:rStyle w:val="libArabicChar"/>
          <w:rtl/>
        </w:rPr>
        <w:t xml:space="preserve"> ربّك </w:t>
      </w:r>
      <w:r w:rsidR="00F21947" w:rsidRPr="00B2551F">
        <w:rPr>
          <w:rStyle w:val="libArabicChar"/>
          <w:rFonts w:hint="cs"/>
          <w:rtl/>
        </w:rPr>
        <w:t>ه</w:t>
      </w:r>
      <w:r w:rsidRPr="005A1EF2">
        <w:rPr>
          <w:rStyle w:val="libArabicChar"/>
          <w:rFonts w:hint="cs"/>
          <w:rtl/>
        </w:rPr>
        <w:t>و</w:t>
      </w:r>
      <w:r w:rsidRPr="005A1EF2">
        <w:rPr>
          <w:rStyle w:val="libArabicChar"/>
          <w:rtl/>
        </w:rPr>
        <w:t>يحشر</w:t>
      </w:r>
      <w:r w:rsidR="00F21947" w:rsidRPr="00B2551F">
        <w:rPr>
          <w:rStyle w:val="libArabicChar"/>
          <w:rFonts w:hint="cs"/>
          <w:rtl/>
        </w:rPr>
        <w:t>ه</w:t>
      </w:r>
      <w:r w:rsidRPr="005A1EF2">
        <w:rPr>
          <w:rStyle w:val="libArabicChar"/>
          <w:rFonts w:hint="cs"/>
          <w:rtl/>
        </w:rPr>
        <w:t>م</w:t>
      </w:r>
    </w:p>
    <w:p w:rsidR="001F628F" w:rsidRDefault="001F628F" w:rsidP="001F628F">
      <w:pPr>
        <w:pStyle w:val="libNormal"/>
        <w:rPr>
          <w:rtl/>
        </w:rPr>
      </w:pPr>
      <w:r>
        <w:rPr>
          <w:rFonts w:hint="eastAsia"/>
          <w:rtl/>
        </w:rPr>
        <w:t>ايت</w:t>
      </w:r>
      <w:r>
        <w:rPr>
          <w:rtl/>
        </w:rPr>
        <w:t xml:space="preserve"> مي</w:t>
      </w:r>
      <w:r w:rsidR="00083993">
        <w:rPr>
          <w:rtl/>
        </w:rPr>
        <w:t xml:space="preserve">ں </w:t>
      </w:r>
      <w:r>
        <w:rPr>
          <w:rtl/>
        </w:rPr>
        <w:t>ضمير ''ھو'' كا ذكركرنا حشر كے فعل كو فاعل كے ساتھ مخصوص كررہا ہے _</w:t>
      </w:r>
    </w:p>
    <w:p w:rsidR="001F628F" w:rsidRDefault="001F628F" w:rsidP="005A1EF2">
      <w:pPr>
        <w:pStyle w:val="libNormal"/>
        <w:rPr>
          <w:rtl/>
        </w:rPr>
      </w:pPr>
      <w:r>
        <w:rPr>
          <w:rtl/>
        </w:rPr>
        <w:t xml:space="preserve">4_پيغمبر اكرم </w:t>
      </w:r>
      <w:r w:rsidR="00F031CD" w:rsidRPr="00F031CD">
        <w:rPr>
          <w:rStyle w:val="libAlaemChar"/>
          <w:rtl/>
        </w:rPr>
        <w:t xml:space="preserve"> صلى‌الله‌عليه‌وآله‌وسلم </w:t>
      </w:r>
      <w:r>
        <w:rPr>
          <w:rtl/>
        </w:rPr>
        <w:t xml:space="preserve"> پرخداوند متعال كى خاص توجہ و عنايت ہے_</w:t>
      </w:r>
      <w:r w:rsidRPr="005A1EF2">
        <w:rPr>
          <w:rStyle w:val="libArabicChar"/>
          <w:rFonts w:hint="eastAsia"/>
          <w:rtl/>
        </w:rPr>
        <w:t>وان</w:t>
      </w:r>
      <w:r w:rsidRPr="005A1EF2">
        <w:rPr>
          <w:rStyle w:val="libArabicChar"/>
          <w:rtl/>
        </w:rPr>
        <w:t xml:space="preserve"> ربّك </w:t>
      </w:r>
      <w:r w:rsidR="00F21947" w:rsidRPr="00B2551F">
        <w:rPr>
          <w:rStyle w:val="libArabicChar"/>
          <w:rFonts w:hint="cs"/>
          <w:rtl/>
        </w:rPr>
        <w:t>ه</w:t>
      </w:r>
      <w:r w:rsidRPr="005A1EF2">
        <w:rPr>
          <w:rStyle w:val="libArabicChar"/>
          <w:rFonts w:hint="cs"/>
          <w:rtl/>
        </w:rPr>
        <w:t>و</w:t>
      </w:r>
      <w:r w:rsidRPr="005A1EF2">
        <w:rPr>
          <w:rStyle w:val="libArabicChar"/>
          <w:rtl/>
        </w:rPr>
        <w:t>يحشر</w:t>
      </w:r>
      <w:r w:rsidR="00F21947" w:rsidRPr="00B2551F">
        <w:rPr>
          <w:rStyle w:val="libArabicChar"/>
          <w:rFonts w:hint="cs"/>
          <w:rtl/>
        </w:rPr>
        <w:t>ه</w:t>
      </w:r>
      <w:r w:rsidRPr="005A1EF2">
        <w:rPr>
          <w:rStyle w:val="libArabicChar"/>
          <w:rFonts w:hint="cs"/>
          <w:rtl/>
        </w:rPr>
        <w:t>م</w:t>
      </w:r>
    </w:p>
    <w:p w:rsidR="001F628F" w:rsidRDefault="001F628F" w:rsidP="001F628F">
      <w:pPr>
        <w:pStyle w:val="libNormal"/>
        <w:rPr>
          <w:rtl/>
        </w:rPr>
      </w:pPr>
      <w:r>
        <w:rPr>
          <w:rFonts w:hint="eastAsia"/>
          <w:rtl/>
        </w:rPr>
        <w:t>يہ</w:t>
      </w:r>
      <w:r>
        <w:rPr>
          <w:rtl/>
        </w:rPr>
        <w:t xml:space="preserve"> جو انسانو</w:t>
      </w:r>
      <w:r w:rsidR="00083993">
        <w:rPr>
          <w:rtl/>
        </w:rPr>
        <w:t xml:space="preserve">ں </w:t>
      </w:r>
      <w:r>
        <w:rPr>
          <w:rtl/>
        </w:rPr>
        <w:t xml:space="preserve">كے اُخروى حشر كوبيان كرنے كے لئے كاف خطاب كہ جس سے مراد پيغمبر </w:t>
      </w:r>
      <w:r w:rsidR="00F031CD" w:rsidRPr="00F031CD">
        <w:rPr>
          <w:rStyle w:val="libAlaemChar"/>
          <w:rtl/>
        </w:rPr>
        <w:t xml:space="preserve"> صلى‌الله‌عليه‌وآله‌وسلم </w:t>
      </w:r>
      <w:r>
        <w:rPr>
          <w:rtl/>
        </w:rPr>
        <w:t xml:space="preserve"> ہي</w:t>
      </w:r>
      <w:r w:rsidR="00083993">
        <w:rPr>
          <w:rtl/>
        </w:rPr>
        <w:t xml:space="preserve">ں </w:t>
      </w:r>
      <w:r>
        <w:rPr>
          <w:rtl/>
        </w:rPr>
        <w:t>،كے ساتھ صفت ''ربّ'' كو اضافہ كيا گيا ہے ،اس سے مذكورہ بالا نكتہ اخذ ہوتا ہے_</w:t>
      </w:r>
    </w:p>
    <w:p w:rsidR="001F628F" w:rsidRDefault="001F628F" w:rsidP="005A1EF2">
      <w:pPr>
        <w:pStyle w:val="libNormal"/>
        <w:rPr>
          <w:rtl/>
        </w:rPr>
      </w:pPr>
      <w:r>
        <w:rPr>
          <w:rtl/>
        </w:rPr>
        <w:t>5_خداوند متعال حكيم(دانا) اور عليم (بہت زيادہ جاننے والا) ہے_</w:t>
      </w:r>
      <w:r w:rsidRPr="005A1EF2">
        <w:rPr>
          <w:rStyle w:val="libArabicChar"/>
          <w:rFonts w:hint="eastAsia"/>
          <w:rtl/>
        </w:rPr>
        <w:t>ان</w:t>
      </w:r>
      <w:r w:rsidR="00120F63" w:rsidRPr="00B2551F">
        <w:rPr>
          <w:rStyle w:val="libArabicChar"/>
          <w:rFonts w:hint="cs"/>
          <w:rtl/>
        </w:rPr>
        <w:t>ه</w:t>
      </w:r>
      <w:r w:rsidRPr="005A1EF2">
        <w:rPr>
          <w:rStyle w:val="libArabicChar"/>
          <w:rtl/>
        </w:rPr>
        <w:t xml:space="preserve"> حكيم عليم</w:t>
      </w:r>
    </w:p>
    <w:p w:rsidR="001F628F" w:rsidRDefault="001F628F" w:rsidP="005A1EF2">
      <w:pPr>
        <w:pStyle w:val="libNormal"/>
        <w:rPr>
          <w:rtl/>
        </w:rPr>
      </w:pPr>
      <w:r>
        <w:rPr>
          <w:rtl/>
        </w:rPr>
        <w:t>6_انسانو</w:t>
      </w:r>
      <w:r w:rsidR="00083993">
        <w:rPr>
          <w:rtl/>
        </w:rPr>
        <w:t xml:space="preserve">ں </w:t>
      </w:r>
      <w:r>
        <w:rPr>
          <w:rtl/>
        </w:rPr>
        <w:t>كا حشر اور زندہ كيا جانا ،خداوند متعال كى حكمت و دانائي كا نتيجہ ہے_</w:t>
      </w:r>
      <w:r w:rsidRPr="005A1EF2">
        <w:rPr>
          <w:rStyle w:val="libArabicChar"/>
          <w:rFonts w:hint="eastAsia"/>
          <w:rtl/>
        </w:rPr>
        <w:t>وان</w:t>
      </w:r>
      <w:r w:rsidRPr="005A1EF2">
        <w:rPr>
          <w:rStyle w:val="libArabicChar"/>
          <w:rtl/>
        </w:rPr>
        <w:t xml:space="preserve"> ربّك </w:t>
      </w:r>
      <w:r w:rsidR="00F21947" w:rsidRPr="00B2551F">
        <w:rPr>
          <w:rStyle w:val="libArabicChar"/>
          <w:rFonts w:hint="cs"/>
          <w:rtl/>
        </w:rPr>
        <w:t>ه</w:t>
      </w:r>
      <w:r w:rsidRPr="005A1EF2">
        <w:rPr>
          <w:rStyle w:val="libArabicChar"/>
          <w:rFonts w:hint="cs"/>
          <w:rtl/>
        </w:rPr>
        <w:t>ويحشر</w:t>
      </w:r>
      <w:r w:rsidR="00F21947" w:rsidRPr="00B2551F">
        <w:rPr>
          <w:rStyle w:val="libArabicChar"/>
          <w:rFonts w:hint="cs"/>
          <w:rtl/>
        </w:rPr>
        <w:t>ه</w:t>
      </w:r>
      <w:r w:rsidRPr="005A1EF2">
        <w:rPr>
          <w:rStyle w:val="libArabicChar"/>
          <w:rFonts w:hint="cs"/>
          <w:rtl/>
        </w:rPr>
        <w:t>م</w:t>
      </w:r>
      <w:r w:rsidRPr="005A1EF2">
        <w:rPr>
          <w:rStyle w:val="libArabicChar"/>
          <w:rtl/>
        </w:rPr>
        <w:t xml:space="preserve"> </w:t>
      </w:r>
      <w:r w:rsidRPr="005A1EF2">
        <w:rPr>
          <w:rStyle w:val="libArabicChar"/>
          <w:rFonts w:hint="cs"/>
          <w:rtl/>
        </w:rPr>
        <w:t>ان</w:t>
      </w:r>
      <w:r w:rsidR="00120F63" w:rsidRPr="00B2551F">
        <w:rPr>
          <w:rStyle w:val="libArabicChar"/>
          <w:rFonts w:hint="cs"/>
          <w:rtl/>
        </w:rPr>
        <w:t>ه</w:t>
      </w:r>
      <w:r w:rsidRPr="005A1EF2">
        <w:rPr>
          <w:rStyle w:val="libArabicChar"/>
          <w:rtl/>
        </w:rPr>
        <w:t xml:space="preserve"> </w:t>
      </w:r>
      <w:r w:rsidRPr="005A1EF2">
        <w:rPr>
          <w:rStyle w:val="libArabicChar"/>
          <w:rFonts w:hint="cs"/>
          <w:rtl/>
        </w:rPr>
        <w:t>حكي</w:t>
      </w:r>
      <w:r w:rsidRPr="005A1EF2">
        <w:rPr>
          <w:rStyle w:val="libArabicChar"/>
          <w:rtl/>
        </w:rPr>
        <w:t>م عليم</w:t>
      </w:r>
    </w:p>
    <w:p w:rsidR="001F628F" w:rsidRDefault="001F628F" w:rsidP="001F628F">
      <w:pPr>
        <w:pStyle w:val="libNormal"/>
        <w:rPr>
          <w:rtl/>
        </w:rPr>
      </w:pPr>
      <w:r>
        <w:rPr>
          <w:rtl/>
        </w:rPr>
        <w:t>7_انسانو</w:t>
      </w:r>
      <w:r w:rsidR="00083993">
        <w:rPr>
          <w:rtl/>
        </w:rPr>
        <w:t xml:space="preserve">ں </w:t>
      </w:r>
      <w:r>
        <w:rPr>
          <w:rtl/>
        </w:rPr>
        <w:t>كى حيات، موت كے ساتھ ختم نہي</w:t>
      </w:r>
      <w:r w:rsidR="00083993">
        <w:rPr>
          <w:rtl/>
        </w:rPr>
        <w:t xml:space="preserve">ں </w:t>
      </w:r>
      <w:r>
        <w:rPr>
          <w:rtl/>
        </w:rPr>
        <w:t>ہو جاتى بلكہ اُس كے بعد بھى جارى رہتى ہے_</w:t>
      </w:r>
    </w:p>
    <w:p w:rsidR="005A1EF2" w:rsidRDefault="001E7F9D" w:rsidP="00F73EDE">
      <w:pPr>
        <w:pStyle w:val="libPoemTini"/>
        <w:rPr>
          <w:rtl/>
        </w:rPr>
      </w:pPr>
      <w:r>
        <w:rPr>
          <w:rtl/>
        </w:rPr>
        <w:br w:type="page"/>
      </w:r>
    </w:p>
    <w:p w:rsidR="001F628F" w:rsidRDefault="001F628F" w:rsidP="005A1EF2">
      <w:pPr>
        <w:pStyle w:val="libArabic"/>
        <w:rPr>
          <w:rtl/>
        </w:rPr>
      </w:pPr>
      <w:r>
        <w:rPr>
          <w:rFonts w:hint="eastAsia"/>
          <w:rtl/>
        </w:rPr>
        <w:lastRenderedPageBreak/>
        <w:t>وانا</w:t>
      </w:r>
      <w:r>
        <w:rPr>
          <w:rtl/>
        </w:rPr>
        <w:t xml:space="preserve"> لنحن نحى ونميت ...وان ربّك </w:t>
      </w:r>
      <w:r w:rsidR="00F21947" w:rsidRPr="00B2551F">
        <w:rPr>
          <w:rFonts w:hint="cs"/>
          <w:rtl/>
        </w:rPr>
        <w:t>ه</w:t>
      </w:r>
      <w:r>
        <w:rPr>
          <w:rFonts w:hint="cs"/>
          <w:rtl/>
        </w:rPr>
        <w:t>و</w:t>
      </w:r>
      <w:r>
        <w:rPr>
          <w:rtl/>
        </w:rPr>
        <w:t>يحشر</w:t>
      </w:r>
      <w:r w:rsidR="00F21947" w:rsidRPr="00B2551F">
        <w:rPr>
          <w:rFonts w:hint="cs"/>
          <w:rtl/>
        </w:rPr>
        <w:t>ه</w:t>
      </w:r>
      <w:r>
        <w:rPr>
          <w:rFonts w:hint="cs"/>
          <w:rtl/>
        </w:rPr>
        <w:t>م</w:t>
      </w:r>
    </w:p>
    <w:p w:rsidR="001F628F" w:rsidRDefault="001F628F" w:rsidP="001F628F">
      <w:pPr>
        <w:pStyle w:val="libNormal"/>
        <w:rPr>
          <w:rtl/>
        </w:rPr>
      </w:pPr>
      <w:r>
        <w:rPr>
          <w:rFonts w:hint="eastAsia"/>
          <w:rtl/>
        </w:rPr>
        <w:t>يہ</w:t>
      </w:r>
      <w:r>
        <w:rPr>
          <w:rtl/>
        </w:rPr>
        <w:t xml:space="preserve"> جو خداوند متعال نے آيت 23 مي</w:t>
      </w:r>
      <w:r w:rsidR="00083993">
        <w:rPr>
          <w:rtl/>
        </w:rPr>
        <w:t xml:space="preserve">ں </w:t>
      </w:r>
      <w:r>
        <w:rPr>
          <w:rtl/>
        </w:rPr>
        <w:t>فرمايا ہے كہ ''ہم ہى انسانو</w:t>
      </w:r>
      <w:r w:rsidR="00083993">
        <w:rPr>
          <w:rtl/>
        </w:rPr>
        <w:t xml:space="preserve">ں </w:t>
      </w:r>
      <w:r>
        <w:rPr>
          <w:rtl/>
        </w:rPr>
        <w:t>كو موت ديتے ہي</w:t>
      </w:r>
      <w:r w:rsidR="00083993">
        <w:rPr>
          <w:rtl/>
        </w:rPr>
        <w:t xml:space="preserve">ں </w:t>
      </w:r>
      <w:r>
        <w:rPr>
          <w:rtl/>
        </w:rPr>
        <w:t>''اور اس ايت مي</w:t>
      </w:r>
      <w:r w:rsidR="00083993">
        <w:rPr>
          <w:rtl/>
        </w:rPr>
        <w:t xml:space="preserve">ں </w:t>
      </w:r>
      <w:r>
        <w:rPr>
          <w:rtl/>
        </w:rPr>
        <w:t>فرمارہا ہے كہ :''ہم انسانو</w:t>
      </w:r>
      <w:r w:rsidR="00083993">
        <w:rPr>
          <w:rtl/>
        </w:rPr>
        <w:t xml:space="preserve">ں </w:t>
      </w:r>
      <w:r>
        <w:rPr>
          <w:rtl/>
        </w:rPr>
        <w:t>كو اكٹھا كري</w:t>
      </w:r>
      <w:r w:rsidR="00083993">
        <w:rPr>
          <w:rtl/>
        </w:rPr>
        <w:t xml:space="preserve">ں </w:t>
      </w:r>
      <w:r>
        <w:rPr>
          <w:rtl/>
        </w:rPr>
        <w:t>گے''اس سے موت كے بعد بھى انسان كى حيات كے دوام اور جارى رہنے كى حكايت ہوتى ہے_</w:t>
      </w:r>
    </w:p>
    <w:p w:rsidR="001F628F" w:rsidRDefault="001F628F" w:rsidP="005A1EF2">
      <w:pPr>
        <w:pStyle w:val="libNormal"/>
        <w:rPr>
          <w:rtl/>
        </w:rPr>
      </w:pPr>
      <w:r>
        <w:rPr>
          <w:rtl/>
        </w:rPr>
        <w:t>8_انسانو</w:t>
      </w:r>
      <w:r w:rsidR="00083993">
        <w:rPr>
          <w:rtl/>
        </w:rPr>
        <w:t xml:space="preserve">ں </w:t>
      </w:r>
      <w:r>
        <w:rPr>
          <w:rtl/>
        </w:rPr>
        <w:t>كى موت وحيات كا خداوند متعال كے ہاتھ مي</w:t>
      </w:r>
      <w:r w:rsidR="00083993">
        <w:rPr>
          <w:rtl/>
        </w:rPr>
        <w:t xml:space="preserve">ں </w:t>
      </w:r>
      <w:r>
        <w:rPr>
          <w:rtl/>
        </w:rPr>
        <w:t>ہونا ،انسانو</w:t>
      </w:r>
      <w:r w:rsidR="00083993">
        <w:rPr>
          <w:rtl/>
        </w:rPr>
        <w:t xml:space="preserve">ں </w:t>
      </w:r>
      <w:r>
        <w:rPr>
          <w:rtl/>
        </w:rPr>
        <w:t>كے گذشتہ و ائندہ كے حالات سے اُس كے عالم و اگاہ ہونے كى دليل ہے_</w:t>
      </w:r>
      <w:r w:rsidRPr="005A1EF2">
        <w:rPr>
          <w:rStyle w:val="libArabicChar"/>
          <w:rFonts w:hint="eastAsia"/>
          <w:rtl/>
        </w:rPr>
        <w:t>وانا</w:t>
      </w:r>
      <w:r w:rsidRPr="005A1EF2">
        <w:rPr>
          <w:rStyle w:val="libArabicChar"/>
          <w:rtl/>
        </w:rPr>
        <w:t xml:space="preserve"> لنحن نحى ونميت ... ولقد علمنا المستئخرين_ وان ربّك </w:t>
      </w:r>
      <w:r w:rsidR="00F21947" w:rsidRPr="00B2551F">
        <w:rPr>
          <w:rStyle w:val="libArabicChar"/>
          <w:rFonts w:hint="cs"/>
          <w:rtl/>
        </w:rPr>
        <w:t>ه</w:t>
      </w:r>
      <w:r w:rsidRPr="005A1EF2">
        <w:rPr>
          <w:rStyle w:val="libArabicChar"/>
          <w:rFonts w:hint="cs"/>
          <w:rtl/>
        </w:rPr>
        <w:t>و</w:t>
      </w:r>
      <w:r w:rsidRPr="005A1EF2">
        <w:rPr>
          <w:rStyle w:val="libArabicChar"/>
          <w:rtl/>
        </w:rPr>
        <w:t>يحشر</w:t>
      </w:r>
      <w:r w:rsidR="00F21947" w:rsidRPr="00B2551F">
        <w:rPr>
          <w:rStyle w:val="libArabicChar"/>
          <w:rFonts w:hint="cs"/>
          <w:rtl/>
        </w:rPr>
        <w:t>ه</w:t>
      </w:r>
      <w:r w:rsidRPr="005A1EF2">
        <w:rPr>
          <w:rStyle w:val="libArabicChar"/>
          <w:rFonts w:hint="cs"/>
          <w:rtl/>
        </w:rPr>
        <w:t>م</w:t>
      </w:r>
    </w:p>
    <w:p w:rsidR="001F628F" w:rsidRDefault="001F628F" w:rsidP="001F628F">
      <w:pPr>
        <w:pStyle w:val="libNormal"/>
        <w:rPr>
          <w:rtl/>
        </w:rPr>
      </w:pPr>
      <w:r>
        <w:rPr>
          <w:rFonts w:hint="eastAsia"/>
          <w:rtl/>
        </w:rPr>
        <w:t>مندرجہ</w:t>
      </w:r>
      <w:r>
        <w:rPr>
          <w:rtl/>
        </w:rPr>
        <w:t xml:space="preserve"> بالا معنى اس احتمال پر مبنى ہے كہ '' </w:t>
      </w:r>
      <w:r w:rsidRPr="005A1EF2">
        <w:rPr>
          <w:rStyle w:val="libArabicChar"/>
          <w:rtl/>
        </w:rPr>
        <w:t>ولقد علمنا</w:t>
      </w:r>
      <w:r>
        <w:rPr>
          <w:rtl/>
        </w:rPr>
        <w:t xml:space="preserve"> ''سے پہلے '' </w:t>
      </w:r>
      <w:r w:rsidRPr="005A1EF2">
        <w:rPr>
          <w:rStyle w:val="libArabicChar"/>
          <w:rtl/>
        </w:rPr>
        <w:t>وانا لنحن نحى ونميت</w:t>
      </w:r>
      <w:r>
        <w:rPr>
          <w:rtl/>
        </w:rPr>
        <w:t xml:space="preserve"> ''كا ذكر اور اُس كے بعد '' ان ربّك ھويحشرھم '' كا ذكر ہو سكتا ہے اس پر دليل قائم كرنے كے لئے ہو _لہذا اس احتمال كى بنا پر آيت مجيدہ كا معنى يہ ہوجائے گا:ہم گذشتہ لوگو</w:t>
      </w:r>
      <w:r w:rsidR="00083993">
        <w:rPr>
          <w:rtl/>
        </w:rPr>
        <w:t xml:space="preserve">ں </w:t>
      </w:r>
      <w:r>
        <w:rPr>
          <w:rFonts w:hint="eastAsia"/>
          <w:rtl/>
        </w:rPr>
        <w:t>اور</w:t>
      </w:r>
      <w:r>
        <w:rPr>
          <w:rtl/>
        </w:rPr>
        <w:t xml:space="preserve"> ائندہ انے والے لوگو</w:t>
      </w:r>
      <w:r w:rsidR="00083993">
        <w:rPr>
          <w:rtl/>
        </w:rPr>
        <w:t xml:space="preserve">ں </w:t>
      </w:r>
      <w:r>
        <w:rPr>
          <w:rtl/>
        </w:rPr>
        <w:t>كے حالات سے اگاہ ہي</w:t>
      </w:r>
      <w:r w:rsidR="00083993">
        <w:rPr>
          <w:rtl/>
        </w:rPr>
        <w:t xml:space="preserve">ں </w:t>
      </w:r>
      <w:r>
        <w:rPr>
          <w:rtl/>
        </w:rPr>
        <w:t>چونكہ ہم خود ہى موت دينے والے اور زندہ كرنے والے ہي</w:t>
      </w:r>
      <w:r w:rsidR="00083993">
        <w:rPr>
          <w:rtl/>
        </w:rPr>
        <w:t xml:space="preserve">ں </w:t>
      </w:r>
      <w:r>
        <w:rPr>
          <w:rtl/>
        </w:rPr>
        <w:t>_</w:t>
      </w:r>
    </w:p>
    <w:p w:rsidR="001F628F" w:rsidRDefault="001F628F" w:rsidP="005A1EF2">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پر خدا كا لطف 4</w:t>
      </w:r>
    </w:p>
    <w:p w:rsidR="001F628F" w:rsidRDefault="001F628F" w:rsidP="005A1EF2">
      <w:pPr>
        <w:pStyle w:val="libNormal"/>
        <w:rPr>
          <w:rtl/>
        </w:rPr>
      </w:pPr>
      <w:r>
        <w:rPr>
          <w:rFonts w:hint="eastAsia"/>
          <w:rtl/>
        </w:rPr>
        <w:t>ائندہ</w:t>
      </w:r>
      <w:r>
        <w:rPr>
          <w:rtl/>
        </w:rPr>
        <w:t xml:space="preserve"> انے والے لوگ:</w:t>
      </w:r>
      <w:r>
        <w:rPr>
          <w:rFonts w:hint="eastAsia"/>
          <w:rtl/>
        </w:rPr>
        <w:t>آئندہ</w:t>
      </w:r>
      <w:r>
        <w:rPr>
          <w:rtl/>
        </w:rPr>
        <w:t xml:space="preserve"> آنے والے لوگو</w:t>
      </w:r>
      <w:r w:rsidR="00083993">
        <w:rPr>
          <w:rtl/>
        </w:rPr>
        <w:t xml:space="preserve">ں </w:t>
      </w:r>
      <w:r>
        <w:rPr>
          <w:rtl/>
        </w:rPr>
        <w:t>كے بارے مي</w:t>
      </w:r>
      <w:r w:rsidR="00083993">
        <w:rPr>
          <w:rtl/>
        </w:rPr>
        <w:t xml:space="preserve">ں </w:t>
      </w:r>
      <w:r>
        <w:rPr>
          <w:rtl/>
        </w:rPr>
        <w:t>علم 8</w:t>
      </w:r>
    </w:p>
    <w:p w:rsidR="001F628F" w:rsidRDefault="001F628F" w:rsidP="005A1EF2">
      <w:pPr>
        <w:pStyle w:val="libNormal"/>
        <w:rPr>
          <w:rtl/>
        </w:rPr>
      </w:pPr>
      <w:r>
        <w:rPr>
          <w:rFonts w:hint="eastAsia"/>
          <w:rtl/>
        </w:rPr>
        <w:t>اسما</w:t>
      </w:r>
      <w:r>
        <w:rPr>
          <w:rtl/>
        </w:rPr>
        <w:t xml:space="preserve"> وصفات :</w:t>
      </w:r>
      <w:r>
        <w:rPr>
          <w:rFonts w:hint="eastAsia"/>
          <w:rtl/>
        </w:rPr>
        <w:t>حكيم</w:t>
      </w:r>
      <w:r>
        <w:rPr>
          <w:rtl/>
        </w:rPr>
        <w:t xml:space="preserve"> 5;عليم 5</w:t>
      </w:r>
    </w:p>
    <w:p w:rsidR="001F628F" w:rsidRDefault="001F628F" w:rsidP="005A1EF2">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كے اثرات 2;الله تعالى كى حكمت كا كردار 6;الله تعالى كے اختصاصات 3 ; الله تعالى كے افعال 1;الله تعالى كے علم كا كردار 6; الله تعالى كے علم كے دلائل 8</w:t>
      </w:r>
    </w:p>
    <w:p w:rsidR="001F628F" w:rsidRDefault="001F628F" w:rsidP="005A1EF2">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كا اُخروى حشر 1،2،6;انسانو</w:t>
      </w:r>
      <w:r w:rsidR="00083993">
        <w:rPr>
          <w:rtl/>
        </w:rPr>
        <w:t xml:space="preserve">ں </w:t>
      </w:r>
      <w:r>
        <w:rPr>
          <w:rtl/>
        </w:rPr>
        <w:t>كى حيات كا جارى رہنا 7</w:t>
      </w:r>
    </w:p>
    <w:p w:rsidR="001F628F" w:rsidRDefault="001F628F" w:rsidP="005A1EF2">
      <w:pPr>
        <w:pStyle w:val="libNormal"/>
        <w:rPr>
          <w:rtl/>
        </w:rPr>
      </w:pPr>
      <w:r>
        <w:rPr>
          <w:rFonts w:hint="eastAsia"/>
          <w:rtl/>
        </w:rPr>
        <w:t>توحيد</w:t>
      </w:r>
      <w:r>
        <w:rPr>
          <w:rtl/>
        </w:rPr>
        <w:t xml:space="preserve"> :</w:t>
      </w:r>
      <w:r>
        <w:rPr>
          <w:rFonts w:hint="eastAsia"/>
          <w:rtl/>
        </w:rPr>
        <w:t>توحيد</w:t>
      </w:r>
      <w:r>
        <w:rPr>
          <w:rtl/>
        </w:rPr>
        <w:t xml:space="preserve"> افعالى 3</w:t>
      </w:r>
    </w:p>
    <w:p w:rsidR="001F628F" w:rsidRDefault="001F628F" w:rsidP="005A1EF2">
      <w:pPr>
        <w:pStyle w:val="libNormal"/>
        <w:rPr>
          <w:rtl/>
        </w:rPr>
      </w:pPr>
      <w:r>
        <w:rPr>
          <w:rFonts w:hint="eastAsia"/>
          <w:rtl/>
        </w:rPr>
        <w:t>حيات</w:t>
      </w:r>
      <w:r>
        <w:rPr>
          <w:rtl/>
        </w:rPr>
        <w:t xml:space="preserve"> :</w:t>
      </w:r>
      <w:r>
        <w:rPr>
          <w:rFonts w:hint="eastAsia"/>
          <w:rtl/>
        </w:rPr>
        <w:t>حيات</w:t>
      </w:r>
      <w:r>
        <w:rPr>
          <w:rtl/>
        </w:rPr>
        <w:t xml:space="preserve"> كا سر چشمہ 8</w:t>
      </w:r>
    </w:p>
    <w:p w:rsidR="001F628F" w:rsidRDefault="001F628F" w:rsidP="005A1EF2">
      <w:pPr>
        <w:pStyle w:val="libNormal"/>
        <w:rPr>
          <w:rtl/>
        </w:rPr>
      </w:pPr>
      <w:r>
        <w:rPr>
          <w:rFonts w:hint="eastAsia"/>
          <w:rtl/>
        </w:rPr>
        <w:t>گذشتہ</w:t>
      </w:r>
      <w:r>
        <w:rPr>
          <w:rtl/>
        </w:rPr>
        <w:t xml:space="preserve"> زمانے كے لوگ :</w:t>
      </w:r>
      <w:r>
        <w:rPr>
          <w:rFonts w:hint="eastAsia"/>
          <w:rtl/>
        </w:rPr>
        <w:t>ان</w:t>
      </w:r>
      <w:r>
        <w:rPr>
          <w:rtl/>
        </w:rPr>
        <w:t xml:space="preserve"> كے بارے مي</w:t>
      </w:r>
      <w:r w:rsidR="00083993">
        <w:rPr>
          <w:rtl/>
        </w:rPr>
        <w:t xml:space="preserve">ں </w:t>
      </w:r>
      <w:r>
        <w:rPr>
          <w:rtl/>
        </w:rPr>
        <w:t>علم 8</w:t>
      </w:r>
    </w:p>
    <w:p w:rsidR="001F628F" w:rsidRDefault="001F628F" w:rsidP="005A1EF2">
      <w:pPr>
        <w:pStyle w:val="libNormal"/>
        <w:rPr>
          <w:rtl/>
        </w:rPr>
      </w:pPr>
      <w:r>
        <w:rPr>
          <w:rFonts w:hint="eastAsia"/>
          <w:rtl/>
        </w:rPr>
        <w:t>لطف</w:t>
      </w:r>
      <w:r>
        <w:rPr>
          <w:rtl/>
        </w:rPr>
        <w:t xml:space="preserve"> خدا :</w:t>
      </w:r>
      <w:r>
        <w:rPr>
          <w:rFonts w:hint="eastAsia"/>
          <w:rtl/>
        </w:rPr>
        <w:t>لطف</w:t>
      </w:r>
      <w:r>
        <w:rPr>
          <w:rtl/>
        </w:rPr>
        <w:t xml:space="preserve"> خدا جن كے شامل حال ہے 4</w:t>
      </w:r>
    </w:p>
    <w:p w:rsidR="001F628F" w:rsidRDefault="001F628F" w:rsidP="005A1EF2">
      <w:pPr>
        <w:pStyle w:val="libNormal"/>
        <w:rPr>
          <w:rtl/>
        </w:rPr>
      </w:pPr>
      <w:r>
        <w:rPr>
          <w:rFonts w:hint="eastAsia"/>
          <w:rtl/>
        </w:rPr>
        <w:t>مردے</w:t>
      </w:r>
      <w:r>
        <w:rPr>
          <w:rtl/>
        </w:rPr>
        <w:t xml:space="preserve"> :</w:t>
      </w:r>
      <w:r>
        <w:rPr>
          <w:rFonts w:hint="eastAsia"/>
          <w:rtl/>
        </w:rPr>
        <w:t>مردو</w:t>
      </w:r>
      <w:r w:rsidR="00083993">
        <w:rPr>
          <w:rFonts w:hint="eastAsia"/>
          <w:rtl/>
        </w:rPr>
        <w:t xml:space="preserve">ں </w:t>
      </w:r>
      <w:r>
        <w:rPr>
          <w:rtl/>
        </w:rPr>
        <w:t>كااُخروى احياء 3</w:t>
      </w:r>
    </w:p>
    <w:p w:rsidR="001F628F" w:rsidRDefault="001F628F" w:rsidP="005A1EF2">
      <w:pPr>
        <w:pStyle w:val="libNormal"/>
        <w:rPr>
          <w:rtl/>
        </w:rPr>
      </w:pPr>
      <w:r>
        <w:rPr>
          <w:rFonts w:hint="eastAsia"/>
          <w:rtl/>
        </w:rPr>
        <w:t>موت</w:t>
      </w:r>
      <w:r>
        <w:rPr>
          <w:rtl/>
        </w:rPr>
        <w:t xml:space="preserve"> :</w:t>
      </w:r>
      <w:r>
        <w:rPr>
          <w:rFonts w:hint="eastAsia"/>
          <w:rtl/>
        </w:rPr>
        <w:t>موت</w:t>
      </w:r>
      <w:r>
        <w:rPr>
          <w:rtl/>
        </w:rPr>
        <w:t xml:space="preserve"> كا سر چشمہ 8;موت كى حقيقت 7</w:t>
      </w:r>
    </w:p>
    <w:p w:rsidR="005A1EF2" w:rsidRDefault="001E7F9D" w:rsidP="00F73EDE">
      <w:pPr>
        <w:pStyle w:val="libPoemTini"/>
        <w:rPr>
          <w:rtl/>
        </w:rPr>
      </w:pPr>
      <w:r>
        <w:rPr>
          <w:rtl/>
        </w:rPr>
        <w:br w:type="page"/>
      </w:r>
    </w:p>
    <w:p w:rsidR="005A1EF2" w:rsidRDefault="005A1EF2" w:rsidP="005A1EF2">
      <w:pPr>
        <w:pStyle w:val="Heading2Center"/>
        <w:rPr>
          <w:rtl/>
        </w:rPr>
      </w:pPr>
      <w:bookmarkStart w:id="72" w:name="_Toc28081750"/>
      <w:r>
        <w:rPr>
          <w:rFonts w:hint="cs"/>
          <w:rtl/>
        </w:rPr>
        <w:lastRenderedPageBreak/>
        <w:t>آیت 26</w:t>
      </w:r>
      <w:bookmarkEnd w:id="72"/>
    </w:p>
    <w:p w:rsidR="001F628F" w:rsidRDefault="00E260F9" w:rsidP="005A1EF2">
      <w:pPr>
        <w:pStyle w:val="libNormal"/>
        <w:rPr>
          <w:rtl/>
        </w:rPr>
      </w:pPr>
      <w:r w:rsidRPr="00E260F9">
        <w:rPr>
          <w:rStyle w:val="libAlaemChar"/>
          <w:rFonts w:hint="eastAsia"/>
          <w:rtl/>
        </w:rPr>
        <w:t>(</w:t>
      </w:r>
      <w:r w:rsidRPr="005A1EF2">
        <w:rPr>
          <w:rStyle w:val="libAieChar"/>
          <w:rFonts w:hint="eastAsia"/>
          <w:rtl/>
        </w:rPr>
        <w:t>وَلَقَدْ</w:t>
      </w:r>
      <w:r w:rsidRPr="005A1EF2">
        <w:rPr>
          <w:rStyle w:val="libAieChar"/>
          <w:rtl/>
        </w:rPr>
        <w:t xml:space="preserve"> خَلَقْنَا الإِنسَانَ مِن صَلْصَالٍ مِّنْ حَمَإٍ مَّسْنُونٍ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انسان كو سياہى مائل نرم مٹى سے پيدا كياہے جو سوكھ كر كھن كھن بولنے لگى تھى _</w:t>
      </w:r>
    </w:p>
    <w:p w:rsidR="001F628F" w:rsidRDefault="001F628F" w:rsidP="001F628F">
      <w:pPr>
        <w:pStyle w:val="libNormal"/>
        <w:rPr>
          <w:rtl/>
        </w:rPr>
      </w:pPr>
      <w:r>
        <w:rPr>
          <w:rtl/>
        </w:rPr>
        <w:t>1_خداوند متعال نے انسانو</w:t>
      </w:r>
      <w:r w:rsidR="00083993">
        <w:rPr>
          <w:rtl/>
        </w:rPr>
        <w:t xml:space="preserve">ں </w:t>
      </w:r>
      <w:r>
        <w:rPr>
          <w:rtl/>
        </w:rPr>
        <w:t>كوخشك كھنكھناتى مٹى سے خلق كيا ہے_</w:t>
      </w:r>
    </w:p>
    <w:p w:rsidR="001F628F" w:rsidRDefault="001F628F" w:rsidP="005A1EF2">
      <w:pPr>
        <w:pStyle w:val="libArabic"/>
        <w:rPr>
          <w:rtl/>
        </w:rPr>
      </w:pPr>
      <w:r>
        <w:rPr>
          <w:rFonts w:hint="eastAsia"/>
          <w:rtl/>
        </w:rPr>
        <w:t>ولقد</w:t>
      </w:r>
      <w:r>
        <w:rPr>
          <w:rtl/>
        </w:rPr>
        <w:t xml:space="preserve"> خلقنا الانسن من صلصل من </w:t>
      </w:r>
      <w:r w:rsidR="00A62A34" w:rsidRPr="00A62A34">
        <w:rPr>
          <w:rtl/>
        </w:rPr>
        <w:t>حماء</w:t>
      </w:r>
      <w:r>
        <w:rPr>
          <w:rtl/>
        </w:rPr>
        <w:t>مسنون</w:t>
      </w:r>
    </w:p>
    <w:p w:rsidR="001F628F" w:rsidRDefault="001F628F" w:rsidP="001F628F">
      <w:pPr>
        <w:pStyle w:val="libNormal"/>
        <w:rPr>
          <w:rtl/>
        </w:rPr>
      </w:pPr>
      <w:r>
        <w:rPr>
          <w:rtl/>
        </w:rPr>
        <w:t>2_انسان كى اصلى خلقت كا خمير ،سياہ رنگ كے سڑے ہوئے بدبودار كيچڑ سے تيار ہو اہے _</w:t>
      </w:r>
    </w:p>
    <w:p w:rsidR="001F628F" w:rsidRDefault="001F628F" w:rsidP="005A1EF2">
      <w:pPr>
        <w:pStyle w:val="libArabic"/>
        <w:rPr>
          <w:rtl/>
        </w:rPr>
      </w:pPr>
      <w:r>
        <w:rPr>
          <w:rFonts w:hint="eastAsia"/>
          <w:rtl/>
        </w:rPr>
        <w:t>ولقد</w:t>
      </w:r>
      <w:r>
        <w:rPr>
          <w:rtl/>
        </w:rPr>
        <w:t xml:space="preserve"> خلقنا الانسن من صلصل من </w:t>
      </w:r>
      <w:r w:rsidR="00A62A34" w:rsidRPr="00A62A34">
        <w:rPr>
          <w:rtl/>
        </w:rPr>
        <w:t>حماء</w:t>
      </w:r>
      <w:r>
        <w:rPr>
          <w:rtl/>
        </w:rPr>
        <w:t>مسنون</w:t>
      </w:r>
    </w:p>
    <w:p w:rsidR="001F628F" w:rsidRDefault="001F628F" w:rsidP="001F628F">
      <w:pPr>
        <w:pStyle w:val="libNormal"/>
        <w:rPr>
          <w:rtl/>
        </w:rPr>
      </w:pPr>
      <w:r>
        <w:rPr>
          <w:rtl/>
        </w:rPr>
        <w:t>''صلصال ''لغت مي</w:t>
      </w:r>
      <w:r w:rsidR="00083993">
        <w:rPr>
          <w:rtl/>
        </w:rPr>
        <w:t xml:space="preserve">ں </w:t>
      </w:r>
      <w:r>
        <w:rPr>
          <w:rtl/>
        </w:rPr>
        <w:t>خشك شئي سے پيدا ہونے والى اواز كو كہتے ہي</w:t>
      </w:r>
      <w:r w:rsidR="00083993">
        <w:rPr>
          <w:rtl/>
        </w:rPr>
        <w:t xml:space="preserve">ں </w:t>
      </w:r>
      <w:r>
        <w:rPr>
          <w:rtl/>
        </w:rPr>
        <w:t>_اور''حمائ''كا معنى سياہ ، بد بودار كيچڑ ہے جبكہ ''مسنون ''كامعنى سڑى ہوئي و متغيرشئي ہے_</w:t>
      </w:r>
    </w:p>
    <w:p w:rsidR="001F628F" w:rsidRDefault="001F628F" w:rsidP="001F628F">
      <w:pPr>
        <w:pStyle w:val="libNormal"/>
        <w:rPr>
          <w:rtl/>
        </w:rPr>
      </w:pPr>
      <w:r>
        <w:rPr>
          <w:rtl/>
        </w:rPr>
        <w:t>3_خدا وند متعال، عالم طبيعت مي</w:t>
      </w:r>
      <w:r w:rsidR="00083993">
        <w:rPr>
          <w:rtl/>
        </w:rPr>
        <w:t xml:space="preserve">ں </w:t>
      </w:r>
      <w:r>
        <w:rPr>
          <w:rtl/>
        </w:rPr>
        <w:t>اپنے ارادے كو طبيعى عوامل ہى كے ذريعے عملى صورت مي</w:t>
      </w:r>
      <w:r w:rsidR="00083993">
        <w:rPr>
          <w:rtl/>
        </w:rPr>
        <w:t xml:space="preserve">ں </w:t>
      </w:r>
      <w:r>
        <w:rPr>
          <w:rtl/>
        </w:rPr>
        <w:t>لاتا ہے_</w:t>
      </w:r>
    </w:p>
    <w:p w:rsidR="001F628F" w:rsidRDefault="001F628F" w:rsidP="005A1EF2">
      <w:pPr>
        <w:pStyle w:val="libArabic"/>
        <w:rPr>
          <w:rtl/>
        </w:rPr>
      </w:pPr>
      <w:r>
        <w:rPr>
          <w:rFonts w:hint="eastAsia"/>
          <w:rtl/>
        </w:rPr>
        <w:t>ولقد</w:t>
      </w:r>
      <w:r>
        <w:rPr>
          <w:rtl/>
        </w:rPr>
        <w:t xml:space="preserve"> خلقنا الانسن من صلصل من </w:t>
      </w:r>
      <w:r w:rsidR="00A62A34" w:rsidRPr="00A62A34">
        <w:rPr>
          <w:rtl/>
        </w:rPr>
        <w:t>حماء</w:t>
      </w:r>
      <w:r>
        <w:rPr>
          <w:rtl/>
        </w:rPr>
        <w:t>مسنون</w:t>
      </w:r>
    </w:p>
    <w:p w:rsidR="001F628F" w:rsidRDefault="001F628F" w:rsidP="001F628F">
      <w:pPr>
        <w:pStyle w:val="libNormal"/>
        <w:rPr>
          <w:rtl/>
        </w:rPr>
      </w:pPr>
      <w:r>
        <w:rPr>
          <w:rtl/>
        </w:rPr>
        <w:t>4_ سياہ رنگ كى بدبودار كيچڑ اور گارے كو انسان مي</w:t>
      </w:r>
      <w:r w:rsidR="00083993">
        <w:rPr>
          <w:rtl/>
        </w:rPr>
        <w:t xml:space="preserve">ں </w:t>
      </w:r>
      <w:r>
        <w:rPr>
          <w:rtl/>
        </w:rPr>
        <w:t>تبديل كرنا ،ايات خدا مي</w:t>
      </w:r>
      <w:r w:rsidR="00083993">
        <w:rPr>
          <w:rtl/>
        </w:rPr>
        <w:t xml:space="preserve">ں </w:t>
      </w:r>
      <w:r>
        <w:rPr>
          <w:rtl/>
        </w:rPr>
        <w:t>سے ہے_</w:t>
      </w:r>
    </w:p>
    <w:p w:rsidR="001F628F" w:rsidRDefault="001F628F" w:rsidP="005A1EF2">
      <w:pPr>
        <w:pStyle w:val="libArabic"/>
        <w:rPr>
          <w:rtl/>
        </w:rPr>
      </w:pPr>
      <w:r>
        <w:rPr>
          <w:rFonts w:hint="eastAsia"/>
          <w:rtl/>
        </w:rPr>
        <w:t>ولقد</w:t>
      </w:r>
      <w:r>
        <w:rPr>
          <w:rtl/>
        </w:rPr>
        <w:t xml:space="preserve"> خلقنا الانسن من صلصل من </w:t>
      </w:r>
      <w:r w:rsidR="00A62A34" w:rsidRPr="00A62A34">
        <w:rPr>
          <w:rtl/>
        </w:rPr>
        <w:t>حماء</w:t>
      </w:r>
      <w:r>
        <w:rPr>
          <w:rtl/>
        </w:rPr>
        <w:t>مسنون</w:t>
      </w:r>
    </w:p>
    <w:p w:rsidR="001F628F" w:rsidRDefault="001F628F" w:rsidP="005A1EF2">
      <w:pPr>
        <w:pStyle w:val="libNormal"/>
        <w:rPr>
          <w:rtl/>
        </w:rPr>
      </w:pPr>
      <w:r>
        <w:rPr>
          <w:rFonts w:hint="eastAsia"/>
          <w:rtl/>
        </w:rPr>
        <w:t>ايات</w:t>
      </w:r>
      <w:r>
        <w:rPr>
          <w:rtl/>
        </w:rPr>
        <w:t xml:space="preserve"> خدا :</w:t>
      </w:r>
      <w:r>
        <w:rPr>
          <w:rFonts w:hint="eastAsia"/>
          <w:rtl/>
        </w:rPr>
        <w:t>ايات</w:t>
      </w:r>
      <w:r>
        <w:rPr>
          <w:rtl/>
        </w:rPr>
        <w:t xml:space="preserve"> انفسى 4</w:t>
      </w:r>
    </w:p>
    <w:p w:rsidR="001F628F" w:rsidRDefault="001F628F" w:rsidP="005A1EF2">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 1;الله تعالى كے ارادے كے ظہور پذير ہونے كے مقامات3</w:t>
      </w:r>
    </w:p>
    <w:p w:rsidR="001F628F" w:rsidRDefault="001F628F" w:rsidP="005A1EF2">
      <w:pPr>
        <w:pStyle w:val="libNormal"/>
        <w:rPr>
          <w:rtl/>
        </w:rPr>
      </w:pPr>
      <w:r>
        <w:rPr>
          <w:rFonts w:hint="eastAsia"/>
          <w:rtl/>
        </w:rPr>
        <w:t>انسان</w:t>
      </w:r>
      <w:r>
        <w:rPr>
          <w:rtl/>
        </w:rPr>
        <w:t xml:space="preserve"> :</w:t>
      </w:r>
      <w:r>
        <w:rPr>
          <w:rFonts w:hint="eastAsia"/>
          <w:rtl/>
        </w:rPr>
        <w:t>انسان</w:t>
      </w:r>
      <w:r>
        <w:rPr>
          <w:rtl/>
        </w:rPr>
        <w:t xml:space="preserve"> كى خلقت 4;خشك شدہ كيچڑ سے انسان 1، 2 ; خلقت انسان كا عنصر 1،2</w:t>
      </w:r>
    </w:p>
    <w:p w:rsidR="001F628F" w:rsidRDefault="001F628F" w:rsidP="005A1EF2">
      <w:pPr>
        <w:pStyle w:val="libNormal"/>
        <w:rPr>
          <w:rtl/>
        </w:rPr>
      </w:pPr>
      <w:r>
        <w:rPr>
          <w:rFonts w:hint="eastAsia"/>
          <w:rtl/>
        </w:rPr>
        <w:t>خلقت</w:t>
      </w:r>
      <w:r>
        <w:rPr>
          <w:rtl/>
        </w:rPr>
        <w:t xml:space="preserve"> :</w:t>
      </w:r>
      <w:r>
        <w:rPr>
          <w:rFonts w:hint="eastAsia"/>
          <w:rtl/>
        </w:rPr>
        <w:t>خشك</w:t>
      </w:r>
      <w:r>
        <w:rPr>
          <w:rtl/>
        </w:rPr>
        <w:t xml:space="preserve"> شدہ كيچڑ سے خلقت4</w:t>
      </w:r>
    </w:p>
    <w:p w:rsidR="001F628F" w:rsidRDefault="001F628F" w:rsidP="005A1EF2">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 3</w:t>
      </w:r>
    </w:p>
    <w:p w:rsidR="005A1EF2" w:rsidRDefault="001E7F9D" w:rsidP="00F73EDE">
      <w:pPr>
        <w:pStyle w:val="libPoemTini"/>
        <w:rPr>
          <w:rtl/>
        </w:rPr>
      </w:pPr>
      <w:r>
        <w:rPr>
          <w:rtl/>
        </w:rPr>
        <w:br w:type="page"/>
      </w:r>
    </w:p>
    <w:p w:rsidR="005A1EF2" w:rsidRDefault="005A1EF2" w:rsidP="005A1EF2">
      <w:pPr>
        <w:pStyle w:val="Heading2Center"/>
        <w:rPr>
          <w:rtl/>
        </w:rPr>
      </w:pPr>
      <w:bookmarkStart w:id="73" w:name="_Toc28081751"/>
      <w:r>
        <w:rPr>
          <w:rFonts w:hint="cs"/>
          <w:rtl/>
        </w:rPr>
        <w:lastRenderedPageBreak/>
        <w:t>آیت 27</w:t>
      </w:r>
      <w:bookmarkEnd w:id="73"/>
    </w:p>
    <w:p w:rsidR="001F628F" w:rsidRDefault="00E260F9" w:rsidP="005A1EF2">
      <w:pPr>
        <w:pStyle w:val="libNormal"/>
        <w:rPr>
          <w:rtl/>
        </w:rPr>
      </w:pPr>
      <w:r w:rsidRPr="00E260F9">
        <w:rPr>
          <w:rStyle w:val="libAlaemChar"/>
          <w:rFonts w:hint="eastAsia"/>
          <w:rtl/>
        </w:rPr>
        <w:t>(</w:t>
      </w:r>
      <w:r w:rsidRPr="005A1EF2">
        <w:rPr>
          <w:rStyle w:val="libAieChar"/>
          <w:rFonts w:hint="eastAsia"/>
          <w:rtl/>
        </w:rPr>
        <w:t>وَالْجَآنَّ</w:t>
      </w:r>
      <w:r w:rsidRPr="005A1EF2">
        <w:rPr>
          <w:rStyle w:val="libAieChar"/>
          <w:rtl/>
        </w:rPr>
        <w:t xml:space="preserve"> خَلَقْنَاهُ مِن قَبْلُ مِن نَّارِ السَّمُومِ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جنّات كو اس سے پہلے زہر يلى آگ سے پيدا كياہے_</w:t>
      </w:r>
    </w:p>
    <w:p w:rsidR="001F628F" w:rsidRDefault="001F628F" w:rsidP="001F628F">
      <w:pPr>
        <w:pStyle w:val="libNormal"/>
        <w:rPr>
          <w:rtl/>
        </w:rPr>
      </w:pPr>
      <w:r>
        <w:rPr>
          <w:rtl/>
        </w:rPr>
        <w:t>1_خدا وند متعال نے جنات كو تيز اور جلانے والى ہوا كى حامل اگ سے خلق كيا ہے_</w:t>
      </w:r>
    </w:p>
    <w:p w:rsidR="001F628F" w:rsidRDefault="001F628F" w:rsidP="005A1EF2">
      <w:pPr>
        <w:pStyle w:val="libNormal"/>
        <w:rPr>
          <w:rtl/>
        </w:rPr>
      </w:pPr>
      <w:r w:rsidRPr="005A1EF2">
        <w:rPr>
          <w:rStyle w:val="libArabicChar"/>
          <w:rFonts w:hint="eastAsia"/>
          <w:rtl/>
        </w:rPr>
        <w:t>والجانّ</w:t>
      </w:r>
      <w:r w:rsidRPr="005A1EF2">
        <w:rPr>
          <w:rStyle w:val="libArabicChar"/>
          <w:rtl/>
        </w:rPr>
        <w:t xml:space="preserve"> خلقن</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نارا</w:t>
      </w:r>
      <w:r w:rsidRPr="005A1EF2">
        <w:rPr>
          <w:rStyle w:val="libArabicChar"/>
          <w:rtl/>
        </w:rPr>
        <w:t>لسموم</w:t>
      </w:r>
      <w:r w:rsidR="005A1EF2">
        <w:rPr>
          <w:rFonts w:hint="cs"/>
          <w:rtl/>
        </w:rPr>
        <w:t xml:space="preserve"> </w:t>
      </w:r>
      <w:r>
        <w:rPr>
          <w:rtl/>
        </w:rPr>
        <w:t>''سموم'' كا لغوى معنى جلانے والى ہوا ہے_</w:t>
      </w:r>
    </w:p>
    <w:p w:rsidR="001F628F" w:rsidRDefault="001F628F" w:rsidP="005A1EF2">
      <w:pPr>
        <w:pStyle w:val="libNormal"/>
        <w:rPr>
          <w:rtl/>
        </w:rPr>
      </w:pPr>
      <w:r>
        <w:rPr>
          <w:rtl/>
        </w:rPr>
        <w:t>2_جن، ايك نامرئي اور انسانو</w:t>
      </w:r>
      <w:r w:rsidR="00083993">
        <w:rPr>
          <w:rtl/>
        </w:rPr>
        <w:t xml:space="preserve">ں </w:t>
      </w:r>
      <w:r>
        <w:rPr>
          <w:rtl/>
        </w:rPr>
        <w:t>كى انكھ سے پنہان مخلوق ہے_</w:t>
      </w:r>
      <w:r w:rsidRPr="005A1EF2">
        <w:rPr>
          <w:rStyle w:val="libArabicChar"/>
          <w:rFonts w:hint="eastAsia"/>
          <w:rtl/>
        </w:rPr>
        <w:t>والجانّ</w:t>
      </w:r>
      <w:r w:rsidRPr="005A1EF2">
        <w:rPr>
          <w:rStyle w:val="libArabicChar"/>
          <w:rtl/>
        </w:rPr>
        <w:t xml:space="preserve"> خلقن</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w:t>
      </w:r>
      <w:r w:rsidRPr="005A1EF2">
        <w:rPr>
          <w:rStyle w:val="libArabicChar"/>
          <w:rtl/>
        </w:rPr>
        <w:t>السموم</w:t>
      </w:r>
    </w:p>
    <w:p w:rsidR="001F628F" w:rsidRDefault="001F628F" w:rsidP="001F628F">
      <w:pPr>
        <w:pStyle w:val="libNormal"/>
        <w:rPr>
          <w:rtl/>
        </w:rPr>
      </w:pPr>
      <w:r>
        <w:rPr>
          <w:rFonts w:hint="eastAsia"/>
          <w:rtl/>
        </w:rPr>
        <w:t>مندرجہ</w:t>
      </w:r>
      <w:r>
        <w:rPr>
          <w:rtl/>
        </w:rPr>
        <w:t xml:space="preserve"> بالا مطلب اس بات مبنى ہے كہ شايد ''جن'' كى وجہ تسميہ اُس كے لغوى معنى كے مطابق ہو جس كا معنى حواس سے پنہان اور مستور ہونا ہے_</w:t>
      </w:r>
    </w:p>
    <w:p w:rsidR="001F628F" w:rsidRDefault="001F628F" w:rsidP="005A1EF2">
      <w:pPr>
        <w:pStyle w:val="libNormal"/>
        <w:rPr>
          <w:rtl/>
        </w:rPr>
      </w:pPr>
      <w:r>
        <w:rPr>
          <w:rtl/>
        </w:rPr>
        <w:t>3_جن، كوانسان كى خلقت سے پہلے پيدا كيا گيا ہے_</w:t>
      </w:r>
      <w:r w:rsidRPr="005A1EF2">
        <w:rPr>
          <w:rStyle w:val="libArabicChar"/>
          <w:rFonts w:hint="eastAsia"/>
          <w:rtl/>
        </w:rPr>
        <w:t>والجانّ</w:t>
      </w:r>
      <w:r w:rsidRPr="005A1EF2">
        <w:rPr>
          <w:rStyle w:val="libArabicChar"/>
          <w:rtl/>
        </w:rPr>
        <w:t xml:space="preserve"> خلقن</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w:t>
      </w:r>
      <w:r w:rsidRPr="005A1EF2">
        <w:rPr>
          <w:rStyle w:val="libArabicChar"/>
          <w:rtl/>
        </w:rPr>
        <w:t>السموم</w:t>
      </w:r>
    </w:p>
    <w:p w:rsidR="001F628F" w:rsidRDefault="001F628F" w:rsidP="001F628F">
      <w:pPr>
        <w:pStyle w:val="libNormal"/>
        <w:rPr>
          <w:rtl/>
        </w:rPr>
      </w:pPr>
      <w:r>
        <w:rPr>
          <w:rtl/>
        </w:rPr>
        <w:t>4_خدا وند متعال، عالم طبيعت مي</w:t>
      </w:r>
      <w:r w:rsidR="00083993">
        <w:rPr>
          <w:rtl/>
        </w:rPr>
        <w:t xml:space="preserve">ں </w:t>
      </w:r>
      <w:r>
        <w:rPr>
          <w:rtl/>
        </w:rPr>
        <w:t>اپنے ارادے كو طبيعى عوامل ہى كے ذريعے عملى صورت مي</w:t>
      </w:r>
      <w:r w:rsidR="00083993">
        <w:rPr>
          <w:rtl/>
        </w:rPr>
        <w:t xml:space="preserve">ں </w:t>
      </w:r>
      <w:r>
        <w:rPr>
          <w:rtl/>
        </w:rPr>
        <w:t>لاتا ہے_</w:t>
      </w:r>
    </w:p>
    <w:p w:rsidR="001F628F" w:rsidRDefault="001F628F" w:rsidP="005A1EF2">
      <w:pPr>
        <w:pStyle w:val="libArabic"/>
        <w:rPr>
          <w:rtl/>
        </w:rPr>
      </w:pPr>
      <w:r>
        <w:rPr>
          <w:rFonts w:hint="eastAsia"/>
          <w:rtl/>
        </w:rPr>
        <w:t>والجانّ</w:t>
      </w:r>
      <w:r>
        <w:rPr>
          <w:rtl/>
        </w:rPr>
        <w:t xml:space="preserve"> خلقن</w:t>
      </w:r>
      <w:r w:rsidR="00120F63" w:rsidRPr="00ED5DE8">
        <w:rPr>
          <w:rFonts w:hint="cs"/>
          <w:rtl/>
        </w:rPr>
        <w:t>ه</w:t>
      </w:r>
      <w:r>
        <w:rPr>
          <w:rtl/>
        </w:rPr>
        <w:t xml:space="preserve"> </w:t>
      </w:r>
      <w:r>
        <w:rPr>
          <w:rFonts w:hint="cs"/>
          <w:rtl/>
        </w:rPr>
        <w:t>من</w:t>
      </w:r>
      <w:r>
        <w:rPr>
          <w:rtl/>
        </w:rPr>
        <w:t xml:space="preserve"> </w:t>
      </w:r>
      <w:r>
        <w:rPr>
          <w:rFonts w:hint="cs"/>
          <w:rtl/>
        </w:rPr>
        <w:t>قبل</w:t>
      </w:r>
      <w:r>
        <w:rPr>
          <w:rtl/>
        </w:rPr>
        <w:t xml:space="preserve"> </w:t>
      </w:r>
      <w:r>
        <w:rPr>
          <w:rFonts w:hint="cs"/>
          <w:rtl/>
        </w:rPr>
        <w:t>من</w:t>
      </w:r>
      <w:r>
        <w:rPr>
          <w:rtl/>
        </w:rPr>
        <w:t xml:space="preserve"> </w:t>
      </w:r>
      <w:r>
        <w:rPr>
          <w:rFonts w:hint="cs"/>
          <w:rtl/>
        </w:rPr>
        <w:t>نارا</w:t>
      </w:r>
      <w:r>
        <w:rPr>
          <w:rtl/>
        </w:rPr>
        <w:t>لسموم</w:t>
      </w:r>
    </w:p>
    <w:p w:rsidR="001F628F" w:rsidRDefault="001F628F" w:rsidP="005A1EF2">
      <w:pPr>
        <w:pStyle w:val="libNormal"/>
        <w:rPr>
          <w:rtl/>
        </w:rPr>
      </w:pPr>
      <w:r>
        <w:rPr>
          <w:rtl/>
        </w:rPr>
        <w:t>5_جن ،ايك مادى مخلوق ہے_</w:t>
      </w:r>
      <w:r w:rsidRPr="005A1EF2">
        <w:rPr>
          <w:rStyle w:val="libArabicChar"/>
          <w:rFonts w:hint="eastAsia"/>
          <w:rtl/>
        </w:rPr>
        <w:t>والجانّ</w:t>
      </w:r>
      <w:r w:rsidRPr="005A1EF2">
        <w:rPr>
          <w:rStyle w:val="libArabicChar"/>
          <w:rtl/>
        </w:rPr>
        <w:t xml:space="preserve"> خلقن</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w:t>
      </w:r>
      <w:r w:rsidRPr="005A1EF2">
        <w:rPr>
          <w:rStyle w:val="libArabicChar"/>
          <w:rtl/>
        </w:rPr>
        <w:t>السموم</w:t>
      </w:r>
    </w:p>
    <w:p w:rsidR="001F628F" w:rsidRDefault="001F628F" w:rsidP="005A1EF2">
      <w:pPr>
        <w:pStyle w:val="libNormal"/>
        <w:rPr>
          <w:rtl/>
        </w:rPr>
      </w:pPr>
      <w:r>
        <w:rPr>
          <w:rtl/>
        </w:rPr>
        <w:t>6_جنات كى اگ سے خلقت ،ايات خدا مي</w:t>
      </w:r>
      <w:r w:rsidR="00083993">
        <w:rPr>
          <w:rtl/>
        </w:rPr>
        <w:t xml:space="preserve">ں </w:t>
      </w:r>
      <w:r>
        <w:rPr>
          <w:rtl/>
        </w:rPr>
        <w:t>سے ہے_</w:t>
      </w:r>
      <w:r w:rsidRPr="005A1EF2">
        <w:rPr>
          <w:rStyle w:val="libArabicChar"/>
          <w:rFonts w:hint="eastAsia"/>
          <w:rtl/>
        </w:rPr>
        <w:t>والجانّ</w:t>
      </w:r>
      <w:r w:rsidRPr="005A1EF2">
        <w:rPr>
          <w:rStyle w:val="libArabicChar"/>
          <w:rtl/>
        </w:rPr>
        <w:t xml:space="preserve"> خلقن</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w:t>
      </w:r>
      <w:r w:rsidRPr="005A1EF2">
        <w:rPr>
          <w:rStyle w:val="libArabicChar"/>
          <w:rtl/>
        </w:rPr>
        <w:t>السموم</w:t>
      </w:r>
    </w:p>
    <w:p w:rsidR="001F628F" w:rsidRDefault="001F628F" w:rsidP="001F628F">
      <w:pPr>
        <w:pStyle w:val="libNormal"/>
        <w:rPr>
          <w:rtl/>
        </w:rPr>
      </w:pPr>
      <w:r>
        <w:rPr>
          <w:rtl/>
        </w:rPr>
        <w:t>7_</w:t>
      </w:r>
      <w:r w:rsidRPr="005A1EF2">
        <w:rPr>
          <w:rStyle w:val="libArabicChar"/>
          <w:rtl/>
        </w:rPr>
        <w:t>''عن النبي</w:t>
      </w:r>
      <w:r w:rsidR="00F031CD" w:rsidRPr="00F031CD">
        <w:rPr>
          <w:rStyle w:val="libAlaemChar"/>
          <w:rtl/>
        </w:rPr>
        <w:t xml:space="preserve"> صلى‌الله‌عليه‌وآله‌وسلم </w:t>
      </w:r>
      <w:r w:rsidRPr="005A1EF2">
        <w:rPr>
          <w:rStyle w:val="libArabicChar"/>
          <w:rtl/>
        </w:rPr>
        <w:t xml:space="preserve"> قال: ...</w:t>
      </w:r>
      <w:r w:rsidR="00F21947" w:rsidRPr="00B2551F">
        <w:rPr>
          <w:rStyle w:val="libArabicChar"/>
          <w:rFonts w:hint="cs"/>
          <w:rtl/>
        </w:rPr>
        <w:t>ه</w:t>
      </w:r>
      <w:r w:rsidRPr="005A1EF2">
        <w:rPr>
          <w:rStyle w:val="libArabicChar"/>
          <w:rFonts w:hint="cs"/>
          <w:rtl/>
        </w:rPr>
        <w:t>ذ</w:t>
      </w:r>
      <w:r w:rsidR="00120F63" w:rsidRPr="00B2551F">
        <w:rPr>
          <w:rStyle w:val="libArabicChar"/>
          <w:rFonts w:hint="cs"/>
          <w:rtl/>
        </w:rPr>
        <w:t>ه</w:t>
      </w:r>
      <w:r w:rsidRPr="005A1EF2">
        <w:rPr>
          <w:rStyle w:val="libArabicChar"/>
          <w:rtl/>
        </w:rPr>
        <w:t xml:space="preserve"> </w:t>
      </w:r>
      <w:r w:rsidRPr="005A1EF2">
        <w:rPr>
          <w:rStyle w:val="libArabicChar"/>
          <w:rFonts w:hint="cs"/>
          <w:rtl/>
        </w:rPr>
        <w:t>النار</w:t>
      </w:r>
      <w:r w:rsidRPr="005A1EF2">
        <w:rPr>
          <w:rStyle w:val="libArabicChar"/>
          <w:rtl/>
        </w:rPr>
        <w:t xml:space="preserve"> </w:t>
      </w:r>
      <w:r w:rsidRPr="005A1EF2">
        <w:rPr>
          <w:rStyle w:val="libArabicChar"/>
          <w:rFonts w:hint="cs"/>
          <w:rtl/>
        </w:rPr>
        <w:t>جزء</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سبعين</w:t>
      </w:r>
      <w:r w:rsidRPr="005A1EF2">
        <w:rPr>
          <w:rStyle w:val="libArabicChar"/>
          <w:rtl/>
        </w:rPr>
        <w:t xml:space="preserve"> </w:t>
      </w:r>
      <w:r w:rsidRPr="005A1EF2">
        <w:rPr>
          <w:rStyle w:val="libArabicChar"/>
          <w:rFonts w:hint="cs"/>
          <w:rtl/>
        </w:rPr>
        <w:t>جزء</w:t>
      </w:r>
      <w:r w:rsidRPr="005A1EF2">
        <w:rPr>
          <w:rStyle w:val="libArabicChar"/>
          <w:rtl/>
        </w:rPr>
        <w:t xml:space="preserve"> </w:t>
      </w:r>
      <w:r w:rsidRPr="005A1EF2">
        <w:rPr>
          <w:rStyle w:val="libArabicChar"/>
          <w:rFonts w:hint="cs"/>
          <w:rtl/>
        </w:rPr>
        <w:t>اً</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نارالسموم</w:t>
      </w:r>
      <w:r w:rsidRPr="005A1EF2">
        <w:rPr>
          <w:rStyle w:val="libArabicChar"/>
          <w:rtl/>
        </w:rPr>
        <w:t xml:space="preserve"> </w:t>
      </w:r>
      <w:r w:rsidRPr="005A1EF2">
        <w:rPr>
          <w:rStyle w:val="libArabicChar"/>
          <w:rFonts w:hint="cs"/>
          <w:rtl/>
        </w:rPr>
        <w:t>التى</w:t>
      </w:r>
      <w:r w:rsidRPr="005A1EF2">
        <w:rPr>
          <w:rStyle w:val="libArabicChar"/>
          <w:rtl/>
        </w:rPr>
        <w:t xml:space="preserve"> </w:t>
      </w:r>
      <w:r w:rsidRPr="005A1EF2">
        <w:rPr>
          <w:rStyle w:val="libArabicChar"/>
          <w:rFonts w:hint="cs"/>
          <w:rtl/>
        </w:rPr>
        <w:t>خلق</w:t>
      </w:r>
      <w:r w:rsidRPr="005A1EF2">
        <w:rPr>
          <w:rStyle w:val="libArabicChar"/>
          <w:rtl/>
        </w:rPr>
        <w:t xml:space="preserve"> </w:t>
      </w:r>
      <w:r w:rsidRPr="005A1EF2">
        <w:rPr>
          <w:rStyle w:val="libArabicChar"/>
          <w:rFonts w:hint="cs"/>
          <w:rtl/>
        </w:rPr>
        <w:t>من</w:t>
      </w:r>
      <w:r w:rsidR="00F21947" w:rsidRPr="00B2551F">
        <w:rPr>
          <w:rStyle w:val="libArabicChar"/>
          <w:rFonts w:hint="cs"/>
          <w:rtl/>
        </w:rPr>
        <w:t>ه</w:t>
      </w:r>
      <w:r w:rsidRPr="005A1EF2">
        <w:rPr>
          <w:rStyle w:val="libArabicChar"/>
          <w:rFonts w:hint="cs"/>
          <w:rtl/>
        </w:rPr>
        <w:t>ا</w:t>
      </w:r>
      <w:r w:rsidRPr="005A1EF2">
        <w:rPr>
          <w:rStyle w:val="libArabicChar"/>
          <w:rtl/>
        </w:rPr>
        <w:t xml:space="preserve"> الجانّ وتلا </w:t>
      </w:r>
      <w:r w:rsidR="00F21947" w:rsidRPr="00B2551F">
        <w:rPr>
          <w:rStyle w:val="libArabicChar"/>
          <w:rFonts w:hint="cs"/>
          <w:rtl/>
        </w:rPr>
        <w:t>ه</w:t>
      </w:r>
      <w:r w:rsidRPr="005A1EF2">
        <w:rPr>
          <w:rStyle w:val="libArabicChar"/>
          <w:rFonts w:hint="cs"/>
          <w:rtl/>
        </w:rPr>
        <w:t>ذ</w:t>
      </w:r>
      <w:r w:rsidR="00120F63" w:rsidRPr="00B2551F">
        <w:rPr>
          <w:rStyle w:val="libArabicChar"/>
          <w:rFonts w:hint="cs"/>
          <w:rtl/>
        </w:rPr>
        <w:t>ه</w:t>
      </w:r>
      <w:r w:rsidRPr="005A1EF2">
        <w:rPr>
          <w:rStyle w:val="libArabicChar"/>
          <w:rtl/>
        </w:rPr>
        <w:t xml:space="preserve"> </w:t>
      </w:r>
      <w:r w:rsidRPr="005A1EF2">
        <w:rPr>
          <w:rStyle w:val="libArabicChar"/>
          <w:rFonts w:hint="cs"/>
          <w:rtl/>
        </w:rPr>
        <w:t>الا</w:t>
      </w:r>
      <w:r w:rsidRPr="005A1EF2">
        <w:rPr>
          <w:rStyle w:val="libArabicChar"/>
          <w:rtl/>
        </w:rPr>
        <w:t xml:space="preserve"> </w:t>
      </w:r>
      <w:r w:rsidRPr="005A1EF2">
        <w:rPr>
          <w:rStyle w:val="libArabicChar"/>
          <w:rFonts w:hint="cs"/>
          <w:rtl/>
        </w:rPr>
        <w:t>ية</w:t>
      </w:r>
      <w:r w:rsidRPr="005A1EF2">
        <w:rPr>
          <w:rStyle w:val="libArabicChar"/>
          <w:rtl/>
        </w:rPr>
        <w:t>:''</w:t>
      </w:r>
      <w:r w:rsidRPr="005A1EF2">
        <w:rPr>
          <w:rStyle w:val="libArabicChar"/>
          <w:rFonts w:hint="cs"/>
          <w:rtl/>
        </w:rPr>
        <w:t>والجانّ</w:t>
      </w:r>
      <w:r w:rsidRPr="005A1EF2">
        <w:rPr>
          <w:rStyle w:val="libArabicChar"/>
          <w:rtl/>
        </w:rPr>
        <w:t xml:space="preserve"> </w:t>
      </w:r>
      <w:r w:rsidRPr="005A1EF2">
        <w:rPr>
          <w:rStyle w:val="libArabicChar"/>
          <w:rFonts w:hint="cs"/>
          <w:rtl/>
        </w:rPr>
        <w:t>خلقنا</w:t>
      </w:r>
      <w:r w:rsidR="00120F63" w:rsidRPr="00B2551F">
        <w:rPr>
          <w:rStyle w:val="libArabicChar"/>
          <w:rFonts w:hint="cs"/>
          <w:rtl/>
        </w:rPr>
        <w:t>ه</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قبل</w:t>
      </w:r>
      <w:r w:rsidRPr="005A1EF2">
        <w:rPr>
          <w:rStyle w:val="libArabicChar"/>
          <w:rtl/>
        </w:rPr>
        <w:t xml:space="preserve"> </w:t>
      </w:r>
      <w:r w:rsidRPr="005A1EF2">
        <w:rPr>
          <w:rStyle w:val="libArabicChar"/>
          <w:rFonts w:hint="cs"/>
          <w:rtl/>
        </w:rPr>
        <w:t>من</w:t>
      </w:r>
      <w:r w:rsidRPr="005A1EF2">
        <w:rPr>
          <w:rStyle w:val="libArabicChar"/>
          <w:rtl/>
        </w:rPr>
        <w:t xml:space="preserve"> </w:t>
      </w:r>
      <w:r w:rsidRPr="005A1EF2">
        <w:rPr>
          <w:rStyle w:val="libArabicChar"/>
          <w:rFonts w:hint="cs"/>
          <w:rtl/>
        </w:rPr>
        <w:t>نارال</w:t>
      </w:r>
      <w:r w:rsidRPr="005A1EF2">
        <w:rPr>
          <w:rStyle w:val="libArabicChar"/>
          <w:rtl/>
        </w:rPr>
        <w:t>سموم''</w:t>
      </w:r>
      <w:r>
        <w:rPr>
          <w:rtl/>
        </w:rPr>
        <w:t xml:space="preserve">; </w:t>
      </w:r>
      <w:r w:rsidRPr="005A1EF2">
        <w:rPr>
          <w:rStyle w:val="libFootnotenumChar"/>
          <w:rtl/>
        </w:rPr>
        <w:t>(1)</w:t>
      </w:r>
      <w:r>
        <w:rPr>
          <w:rtl/>
        </w:rPr>
        <w:t xml:space="preserve"> حضرت رسول اكرم </w:t>
      </w:r>
      <w:r w:rsidR="00F031CD" w:rsidRPr="00F031CD">
        <w:rPr>
          <w:rStyle w:val="libAlaemChar"/>
          <w:rtl/>
        </w:rPr>
        <w:t xml:space="preserve"> صلى‌الله‌عليه‌وآله‌وسلم </w:t>
      </w:r>
      <w:r>
        <w:rPr>
          <w:rtl/>
        </w:rPr>
        <w:t xml:space="preserve"> سے منقول ہے كہ اپ</w:t>
      </w:r>
      <w:r w:rsidR="00F031CD" w:rsidRPr="00F031CD">
        <w:rPr>
          <w:rStyle w:val="libAlaemChar"/>
          <w:rtl/>
        </w:rPr>
        <w:t xml:space="preserve"> صلى‌الله‌عليه‌وآله‌وسلم </w:t>
      </w:r>
      <w:r>
        <w:rPr>
          <w:rtl/>
        </w:rPr>
        <w:t xml:space="preserve"> نے فرمايا:(دنيا كي) يہ اگ (حرارت اور تاثير مي</w:t>
      </w:r>
      <w:r w:rsidR="00083993">
        <w:rPr>
          <w:rtl/>
        </w:rPr>
        <w:t xml:space="preserve">ں </w:t>
      </w:r>
      <w:r>
        <w:rPr>
          <w:rtl/>
        </w:rPr>
        <w:t>) سموم كى اُس اگ كا س</w:t>
      </w:r>
      <w:r>
        <w:rPr>
          <w:rFonts w:hint="eastAsia"/>
          <w:rtl/>
        </w:rPr>
        <w:t>تہروا</w:t>
      </w:r>
      <w:r w:rsidR="00083993">
        <w:rPr>
          <w:rFonts w:hint="eastAsia"/>
          <w:rtl/>
        </w:rPr>
        <w:t xml:space="preserve">ں </w:t>
      </w:r>
      <w:r>
        <w:rPr>
          <w:rtl/>
        </w:rPr>
        <w:t>حصہ ہے كہ جس</w:t>
      </w:r>
    </w:p>
    <w:p w:rsidR="001F628F" w:rsidRDefault="00B84D3B" w:rsidP="00B84D3B">
      <w:pPr>
        <w:pStyle w:val="libLine"/>
        <w:rPr>
          <w:rtl/>
        </w:rPr>
      </w:pPr>
      <w:r>
        <w:rPr>
          <w:rtl/>
        </w:rPr>
        <w:t>____________________</w:t>
      </w:r>
    </w:p>
    <w:p w:rsidR="001F628F" w:rsidRDefault="001F628F" w:rsidP="005A1EF2">
      <w:pPr>
        <w:pStyle w:val="libFootnote"/>
        <w:rPr>
          <w:rtl/>
        </w:rPr>
      </w:pPr>
      <w:r>
        <w:rPr>
          <w:rtl/>
        </w:rPr>
        <w:t>1)الدرا لمنثور،ج5،ص78_</w:t>
      </w:r>
    </w:p>
    <w:p w:rsidR="005A1EF2" w:rsidRDefault="001E7F9D" w:rsidP="00F73EDE">
      <w:pPr>
        <w:pStyle w:val="libPoemTini"/>
        <w:rPr>
          <w:rtl/>
        </w:rPr>
      </w:pPr>
      <w:r>
        <w:rPr>
          <w:rtl/>
        </w:rPr>
        <w:br w:type="page"/>
      </w:r>
    </w:p>
    <w:p w:rsidR="001F628F" w:rsidRDefault="001F628F" w:rsidP="005A1EF2">
      <w:pPr>
        <w:pStyle w:val="libNormal"/>
        <w:rPr>
          <w:rtl/>
        </w:rPr>
      </w:pPr>
      <w:r>
        <w:rPr>
          <w:rFonts w:hint="eastAsia"/>
          <w:rtl/>
        </w:rPr>
        <w:lastRenderedPageBreak/>
        <w:t>سے</w:t>
      </w:r>
      <w:r>
        <w:rPr>
          <w:rtl/>
        </w:rPr>
        <w:t xml:space="preserve"> جن كو خلق كيا گيا ہے (اس كے بعد )رسول خدا </w:t>
      </w:r>
      <w:r w:rsidR="00F031CD" w:rsidRPr="00F031CD">
        <w:rPr>
          <w:rStyle w:val="libAlaemChar"/>
          <w:rtl/>
        </w:rPr>
        <w:t xml:space="preserve"> صلى‌الله‌عليه‌وآله‌وسلم </w:t>
      </w:r>
      <w:r>
        <w:rPr>
          <w:rtl/>
        </w:rPr>
        <w:t xml:space="preserve"> نے يہ ايت تلاوت فرمائي :''والجانّ خلقناہ من قبل من نارالسموم''_</w:t>
      </w:r>
    </w:p>
    <w:p w:rsidR="001F628F" w:rsidRDefault="001F628F" w:rsidP="005A1EF2">
      <w:pPr>
        <w:pStyle w:val="libNormal"/>
        <w:rPr>
          <w:rtl/>
        </w:rPr>
      </w:pPr>
      <w:r>
        <w:rPr>
          <w:rFonts w:hint="eastAsia"/>
          <w:rtl/>
        </w:rPr>
        <w:t>اگ</w:t>
      </w:r>
      <w:r>
        <w:rPr>
          <w:rtl/>
        </w:rPr>
        <w:t xml:space="preserve"> :</w:t>
      </w:r>
      <w:r>
        <w:rPr>
          <w:rFonts w:hint="eastAsia"/>
          <w:rtl/>
        </w:rPr>
        <w:t>دنيوى</w:t>
      </w:r>
      <w:r>
        <w:rPr>
          <w:rtl/>
        </w:rPr>
        <w:t xml:space="preserve"> اگ كى خصوصيات 7;سموم كى اگ 7</w:t>
      </w:r>
    </w:p>
    <w:p w:rsidR="001F628F" w:rsidRDefault="001F628F" w:rsidP="005A1EF2">
      <w:pPr>
        <w:pStyle w:val="libNormal"/>
        <w:rPr>
          <w:rtl/>
        </w:rPr>
      </w:pPr>
      <w:r>
        <w:rPr>
          <w:rFonts w:hint="eastAsia"/>
          <w:rtl/>
        </w:rPr>
        <w:t>ايات</w:t>
      </w:r>
      <w:r>
        <w:rPr>
          <w:rtl/>
        </w:rPr>
        <w:t xml:space="preserve"> الہي:</w:t>
      </w:r>
      <w:r>
        <w:rPr>
          <w:rFonts w:hint="eastAsia"/>
          <w:rtl/>
        </w:rPr>
        <w:t>ايات</w:t>
      </w:r>
      <w:r>
        <w:rPr>
          <w:rtl/>
        </w:rPr>
        <w:t xml:space="preserve"> الہى كے موارد 6</w:t>
      </w:r>
    </w:p>
    <w:p w:rsidR="001F628F" w:rsidRDefault="001F628F" w:rsidP="005A1EF2">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 1;الله تعالى كے ارادے كے مجارى 4</w:t>
      </w:r>
    </w:p>
    <w:p w:rsidR="001F628F" w:rsidRDefault="001F628F" w:rsidP="005A1EF2">
      <w:pPr>
        <w:pStyle w:val="libNormal"/>
        <w:rPr>
          <w:rtl/>
        </w:rPr>
      </w:pPr>
      <w:r>
        <w:rPr>
          <w:rFonts w:hint="eastAsia"/>
          <w:rtl/>
        </w:rPr>
        <w:t>انسان</w:t>
      </w:r>
      <w:r>
        <w:rPr>
          <w:rtl/>
        </w:rPr>
        <w:t xml:space="preserve"> :</w:t>
      </w:r>
      <w:r>
        <w:rPr>
          <w:rFonts w:hint="eastAsia"/>
          <w:rtl/>
        </w:rPr>
        <w:t>خلقت</w:t>
      </w:r>
      <w:r>
        <w:rPr>
          <w:rtl/>
        </w:rPr>
        <w:t xml:space="preserve"> انسان كى تاريخ 3</w:t>
      </w:r>
    </w:p>
    <w:p w:rsidR="001F628F" w:rsidRDefault="001F628F" w:rsidP="005A1EF2">
      <w:pPr>
        <w:pStyle w:val="libNormal"/>
        <w:rPr>
          <w:rtl/>
        </w:rPr>
      </w:pPr>
      <w:r>
        <w:rPr>
          <w:rFonts w:hint="eastAsia"/>
          <w:rtl/>
        </w:rPr>
        <w:t>جن</w:t>
      </w:r>
      <w:r>
        <w:rPr>
          <w:rtl/>
        </w:rPr>
        <w:t xml:space="preserve"> :</w:t>
      </w:r>
      <w:r>
        <w:rPr>
          <w:rFonts w:hint="eastAsia"/>
          <w:rtl/>
        </w:rPr>
        <w:t>جن</w:t>
      </w:r>
      <w:r>
        <w:rPr>
          <w:rtl/>
        </w:rPr>
        <w:t xml:space="preserve"> ، اگ سے 1،6،7;جن ،كا مادى ہونا 5; جن ، كا مخفى پن 2;خلقت جن، كى تاريخ 3 ; خلقت جن 6 ;جن، كى جنس 5; خلقت جن، كا عنصر 1،7</w:t>
      </w:r>
    </w:p>
    <w:p w:rsidR="001F628F" w:rsidRDefault="001F628F" w:rsidP="001F628F">
      <w:pPr>
        <w:pStyle w:val="libNormal"/>
        <w:rPr>
          <w:rtl/>
        </w:rPr>
      </w:pPr>
      <w:r>
        <w:rPr>
          <w:rFonts w:hint="eastAsia"/>
          <w:rtl/>
        </w:rPr>
        <w:t>روايت</w:t>
      </w:r>
      <w:r>
        <w:rPr>
          <w:rtl/>
        </w:rPr>
        <w:t xml:space="preserve"> :7</w:t>
      </w:r>
    </w:p>
    <w:p w:rsidR="001F628F" w:rsidRDefault="001F628F" w:rsidP="005A1EF2">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 4</w:t>
      </w:r>
    </w:p>
    <w:p w:rsidR="001F628F" w:rsidRDefault="001F628F" w:rsidP="005A1EF2">
      <w:pPr>
        <w:pStyle w:val="libNormal"/>
        <w:rPr>
          <w:rtl/>
        </w:rPr>
      </w:pPr>
      <w:r>
        <w:rPr>
          <w:rFonts w:hint="eastAsia"/>
          <w:rtl/>
        </w:rPr>
        <w:t>موجودات</w:t>
      </w:r>
      <w:r>
        <w:rPr>
          <w:rtl/>
        </w:rPr>
        <w:t xml:space="preserve"> :</w:t>
      </w:r>
      <w:r>
        <w:rPr>
          <w:rFonts w:hint="eastAsia"/>
          <w:rtl/>
        </w:rPr>
        <w:t>پنہا</w:t>
      </w:r>
      <w:r w:rsidR="00083993">
        <w:rPr>
          <w:rFonts w:hint="eastAsia"/>
          <w:rtl/>
        </w:rPr>
        <w:t xml:space="preserve">ں </w:t>
      </w:r>
      <w:r>
        <w:rPr>
          <w:rtl/>
        </w:rPr>
        <w:t>موجودات 2</w:t>
      </w:r>
    </w:p>
    <w:p w:rsidR="001F628F" w:rsidRDefault="005A1EF2" w:rsidP="005A1EF2">
      <w:pPr>
        <w:pStyle w:val="Heading2Center"/>
        <w:rPr>
          <w:rtl/>
        </w:rPr>
      </w:pPr>
      <w:bookmarkStart w:id="74" w:name="_Toc28081752"/>
      <w:r>
        <w:rPr>
          <w:rFonts w:hint="cs"/>
          <w:rtl/>
        </w:rPr>
        <w:t>آیت 28</w:t>
      </w:r>
      <w:bookmarkEnd w:id="74"/>
    </w:p>
    <w:p w:rsidR="001F628F" w:rsidRDefault="00E260F9" w:rsidP="005A1EF2">
      <w:pPr>
        <w:pStyle w:val="libNormal"/>
        <w:rPr>
          <w:rtl/>
        </w:rPr>
      </w:pPr>
      <w:r w:rsidRPr="00E260F9">
        <w:rPr>
          <w:rStyle w:val="libAlaemChar"/>
          <w:rFonts w:hint="eastAsia"/>
          <w:rtl/>
        </w:rPr>
        <w:t>(</w:t>
      </w:r>
      <w:r w:rsidRPr="005A1EF2">
        <w:rPr>
          <w:rStyle w:val="libAieChar"/>
          <w:rFonts w:hint="eastAsia"/>
          <w:rtl/>
        </w:rPr>
        <w:t>وَإِذْ</w:t>
      </w:r>
      <w:r w:rsidRPr="005A1EF2">
        <w:rPr>
          <w:rStyle w:val="libAieChar"/>
          <w:rtl/>
        </w:rPr>
        <w:t xml:space="preserve"> قَالَ رَبُّكَ لِلْمَلاَئِكَةِ إِنِّي خَالِقٌ بَشَراً مِّن صَلْصَالٍ مِّنْ حَمَإٍ مَّسْنُونٍ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وقت كو ياد كرو كہ جب تمھارے پروردگار نے ملائكہ سے كہا تھا كہ مي</w:t>
      </w:r>
      <w:r w:rsidR="00083993">
        <w:rPr>
          <w:rtl/>
        </w:rPr>
        <w:t xml:space="preserve">ں </w:t>
      </w:r>
      <w:r>
        <w:rPr>
          <w:rtl/>
        </w:rPr>
        <w:t>سياسى مائل نرم كھنكھنانى ہوئي مٹى سے ايك بشر پيدا كرنے والا ہو</w:t>
      </w:r>
      <w:r w:rsidR="00083993">
        <w:rPr>
          <w:rtl/>
        </w:rPr>
        <w:t xml:space="preserve">ں </w:t>
      </w:r>
      <w:r>
        <w:rPr>
          <w:rtl/>
        </w:rPr>
        <w:t>_</w:t>
      </w:r>
    </w:p>
    <w:p w:rsidR="001F628F" w:rsidRDefault="001F628F" w:rsidP="001F628F">
      <w:pPr>
        <w:pStyle w:val="libNormal"/>
        <w:rPr>
          <w:rtl/>
        </w:rPr>
      </w:pPr>
      <w:r>
        <w:rPr>
          <w:rtl/>
        </w:rPr>
        <w:t>1_خدا وند متعال نے تخليق، انسان كے بارے مي</w:t>
      </w:r>
      <w:r w:rsidR="00083993">
        <w:rPr>
          <w:rtl/>
        </w:rPr>
        <w:t xml:space="preserve">ں </w:t>
      </w:r>
      <w:r>
        <w:rPr>
          <w:rtl/>
        </w:rPr>
        <w:t>اپنے ارادے سے ملائكہ كو اگاہ كيا _</w:t>
      </w:r>
    </w:p>
    <w:p w:rsidR="001F628F" w:rsidRDefault="001F628F" w:rsidP="005A1EF2">
      <w:pPr>
        <w:pStyle w:val="libArabic"/>
        <w:rPr>
          <w:rtl/>
        </w:rPr>
      </w:pPr>
      <w:r>
        <w:rPr>
          <w:rFonts w:hint="eastAsia"/>
          <w:rtl/>
        </w:rPr>
        <w:t>واذ</w:t>
      </w:r>
      <w:r>
        <w:rPr>
          <w:rtl/>
        </w:rPr>
        <w:t xml:space="preserve"> قال ربّك للملئكة انى خلق بشر</w:t>
      </w:r>
      <w:r w:rsidR="00A62A34">
        <w:rPr>
          <w:rFonts w:hint="cs"/>
          <w:rtl/>
        </w:rPr>
        <w:t>ا</w:t>
      </w:r>
      <w:r>
        <w:rPr>
          <w:rtl/>
        </w:rPr>
        <w:t>ً</w:t>
      </w:r>
    </w:p>
    <w:p w:rsidR="001F628F" w:rsidRDefault="001F628F" w:rsidP="001F628F">
      <w:pPr>
        <w:pStyle w:val="libNormal"/>
        <w:rPr>
          <w:rtl/>
        </w:rPr>
      </w:pPr>
      <w:r>
        <w:rPr>
          <w:rtl/>
        </w:rPr>
        <w:t xml:space="preserve">2_پيغمبر </w:t>
      </w:r>
      <w:r w:rsidR="00F031CD" w:rsidRPr="00F031CD">
        <w:rPr>
          <w:rStyle w:val="libAlaemChar"/>
          <w:rtl/>
        </w:rPr>
        <w:t xml:space="preserve"> صلى‌الله‌عليه‌وآله‌وسلم </w:t>
      </w:r>
      <w:r>
        <w:rPr>
          <w:rtl/>
        </w:rPr>
        <w:t xml:space="preserve"> ،خلقت انسان كے قصے كى ياد دہانى كرانے</w:t>
      </w:r>
    </w:p>
    <w:p w:rsidR="005A1EF2" w:rsidRDefault="001E7F9D" w:rsidP="00F73EDE">
      <w:pPr>
        <w:pStyle w:val="libPoemTini"/>
        <w:rPr>
          <w:rtl/>
        </w:rPr>
      </w:pPr>
      <w:r>
        <w:rPr>
          <w:rtl/>
        </w:rPr>
        <w:br w:type="page"/>
      </w:r>
    </w:p>
    <w:p w:rsidR="001F628F" w:rsidRDefault="001F628F" w:rsidP="005A1EF2">
      <w:pPr>
        <w:pStyle w:val="libNormal"/>
        <w:rPr>
          <w:rtl/>
        </w:rPr>
      </w:pPr>
      <w:r>
        <w:rPr>
          <w:rFonts w:hint="eastAsia"/>
          <w:rtl/>
        </w:rPr>
        <w:lastRenderedPageBreak/>
        <w:t>كے</w:t>
      </w:r>
      <w:r>
        <w:rPr>
          <w:rtl/>
        </w:rPr>
        <w:t xml:space="preserve"> پابند تھے_</w:t>
      </w:r>
      <w:r w:rsidRPr="005A1EF2">
        <w:rPr>
          <w:rStyle w:val="libArabicChar"/>
          <w:rFonts w:hint="eastAsia"/>
          <w:rtl/>
        </w:rPr>
        <w:t>واذ</w:t>
      </w:r>
      <w:r w:rsidRPr="005A1EF2">
        <w:rPr>
          <w:rStyle w:val="libArabicChar"/>
          <w:rtl/>
        </w:rPr>
        <w:t xml:space="preserve"> قال ربّك للملئكة انى خلق بشرً</w:t>
      </w:r>
      <w:r w:rsidR="00A62A34">
        <w:rPr>
          <w:rStyle w:val="libArabicChar"/>
          <w:rFonts w:hint="cs"/>
          <w:rtl/>
        </w:rPr>
        <w:t>ا</w:t>
      </w:r>
    </w:p>
    <w:p w:rsidR="001F628F" w:rsidRDefault="001F628F" w:rsidP="001F628F">
      <w:pPr>
        <w:pStyle w:val="libNormal"/>
        <w:rPr>
          <w:rtl/>
        </w:rPr>
      </w:pPr>
      <w:r>
        <w:rPr>
          <w:rtl/>
        </w:rPr>
        <w:t xml:space="preserve">''اذ'' مقدر ''اذكر '' كے لئے مفعول بہ ہے اور ''ربك'' كے كاف كے قرينے سے فعل كے مخاطب ،پيغمبر </w:t>
      </w:r>
      <w:r w:rsidR="00F031CD" w:rsidRPr="00F031CD">
        <w:rPr>
          <w:rStyle w:val="libAlaemChar"/>
          <w:rtl/>
        </w:rPr>
        <w:t xml:space="preserve"> صلى‌الله‌عليه‌وآله‌وسلم </w:t>
      </w:r>
      <w:r>
        <w:rPr>
          <w:rtl/>
        </w:rPr>
        <w:t xml:space="preserve"> ہي</w:t>
      </w:r>
      <w:r w:rsidR="00083993">
        <w:rPr>
          <w:rtl/>
        </w:rPr>
        <w:t xml:space="preserve">ں </w:t>
      </w:r>
      <w:r>
        <w:rPr>
          <w:rtl/>
        </w:rPr>
        <w:t>_</w:t>
      </w:r>
    </w:p>
    <w:p w:rsidR="001F628F" w:rsidRDefault="001F628F" w:rsidP="001F628F">
      <w:pPr>
        <w:pStyle w:val="libNormal"/>
        <w:rPr>
          <w:rtl/>
        </w:rPr>
      </w:pPr>
      <w:r>
        <w:rPr>
          <w:rtl/>
        </w:rPr>
        <w:t>3_سڑے ہوئے ،خشك اور متغير كيچڑ سے انسان كى خلقت كا قصہ ياد كرنے اور ياد دہانى كرانے كے قابل ہے_</w:t>
      </w:r>
    </w:p>
    <w:p w:rsidR="001F628F" w:rsidRDefault="001F628F" w:rsidP="005A1EF2">
      <w:pPr>
        <w:pStyle w:val="libArabic"/>
        <w:rPr>
          <w:rtl/>
        </w:rPr>
      </w:pPr>
      <w:r>
        <w:rPr>
          <w:rFonts w:hint="eastAsia"/>
          <w:rtl/>
        </w:rPr>
        <w:t>واذ</w:t>
      </w:r>
      <w:r>
        <w:rPr>
          <w:rtl/>
        </w:rPr>
        <w:t xml:space="preserve"> قال ربّك للملئكة انى خلق بشرًا من صلصل من </w:t>
      </w:r>
      <w:r w:rsidR="00A62A34" w:rsidRPr="00A62A34">
        <w:rPr>
          <w:rtl/>
        </w:rPr>
        <w:t>حماء</w:t>
      </w:r>
      <w:r>
        <w:rPr>
          <w:rtl/>
        </w:rPr>
        <w:t>مسنون</w:t>
      </w:r>
    </w:p>
    <w:p w:rsidR="001F628F" w:rsidRDefault="001F628F" w:rsidP="001F628F">
      <w:pPr>
        <w:pStyle w:val="libNormal"/>
        <w:rPr>
          <w:rtl/>
        </w:rPr>
      </w:pPr>
      <w:r>
        <w:rPr>
          <w:rtl/>
        </w:rPr>
        <w:t xml:space="preserve">4_خدا وند متعال كى ربوبيت كا تقاضا ہے كہ خلقت انسان كاقصہ، پيغمبر </w:t>
      </w:r>
      <w:r w:rsidR="00F031CD" w:rsidRPr="00F031CD">
        <w:rPr>
          <w:rStyle w:val="libAlaemChar"/>
          <w:rtl/>
        </w:rPr>
        <w:t xml:space="preserve"> صلى‌الله‌عليه‌وآله‌وسلم </w:t>
      </w:r>
      <w:r>
        <w:rPr>
          <w:rtl/>
        </w:rPr>
        <w:t xml:space="preserve"> كے لئے بيان كرے _</w:t>
      </w:r>
    </w:p>
    <w:p w:rsidR="001F628F" w:rsidRDefault="001F628F" w:rsidP="005A1EF2">
      <w:pPr>
        <w:pStyle w:val="libArabic"/>
        <w:rPr>
          <w:rtl/>
        </w:rPr>
      </w:pPr>
      <w:r>
        <w:rPr>
          <w:rFonts w:hint="eastAsia"/>
          <w:rtl/>
        </w:rPr>
        <w:t>واذ</w:t>
      </w:r>
      <w:r>
        <w:rPr>
          <w:rtl/>
        </w:rPr>
        <w:t xml:space="preserve"> قال ربّك للملئكة انى خلق بشرًا من صلصل من </w:t>
      </w:r>
      <w:r w:rsidR="00A62A34" w:rsidRPr="00A62A34">
        <w:rPr>
          <w:rtl/>
        </w:rPr>
        <w:t>حماء</w:t>
      </w:r>
      <w:r>
        <w:rPr>
          <w:rtl/>
        </w:rPr>
        <w:t>مسنون</w:t>
      </w:r>
    </w:p>
    <w:p w:rsidR="001F628F" w:rsidRDefault="001F628F" w:rsidP="005A1EF2">
      <w:pPr>
        <w:pStyle w:val="libNormal"/>
        <w:rPr>
          <w:rtl/>
        </w:rPr>
      </w:pPr>
      <w:r>
        <w:rPr>
          <w:rtl/>
        </w:rPr>
        <w:t>5_فرشتے، انسان كى خلقت سے پہلے موجود تھے_</w:t>
      </w:r>
      <w:r w:rsidRPr="005A1EF2">
        <w:rPr>
          <w:rStyle w:val="libArabicChar"/>
          <w:rFonts w:hint="eastAsia"/>
          <w:rtl/>
        </w:rPr>
        <w:t>واذ</w:t>
      </w:r>
      <w:r w:rsidRPr="005A1EF2">
        <w:rPr>
          <w:rStyle w:val="libArabicChar"/>
          <w:rtl/>
        </w:rPr>
        <w:t xml:space="preserve"> قال ربّك للملئكة انى خلق بشر</w:t>
      </w:r>
      <w:r w:rsidR="00A62A34">
        <w:rPr>
          <w:rStyle w:val="libArabicChar"/>
          <w:rFonts w:hint="cs"/>
          <w:rtl/>
        </w:rPr>
        <w:t>ا</w:t>
      </w:r>
      <w:r w:rsidRPr="005A1EF2">
        <w:rPr>
          <w:rStyle w:val="libArabicChar"/>
          <w:rtl/>
        </w:rPr>
        <w:t>ً</w:t>
      </w:r>
    </w:p>
    <w:p w:rsidR="001F628F" w:rsidRDefault="001F628F" w:rsidP="001F628F">
      <w:pPr>
        <w:pStyle w:val="libNormal"/>
        <w:rPr>
          <w:rtl/>
        </w:rPr>
      </w:pPr>
      <w:r>
        <w:rPr>
          <w:rtl/>
        </w:rPr>
        <w:t>6_خدا وند متعال نے انسان كوسڑے ہوئے،خشك ، سياہ اور بدبو دار كيچڑ سے پيدا كيا ہے_</w:t>
      </w:r>
    </w:p>
    <w:p w:rsidR="001F628F" w:rsidRDefault="001F628F" w:rsidP="005A1EF2">
      <w:pPr>
        <w:pStyle w:val="libArabic"/>
        <w:rPr>
          <w:rtl/>
        </w:rPr>
      </w:pPr>
      <w:r>
        <w:rPr>
          <w:rFonts w:hint="eastAsia"/>
          <w:rtl/>
        </w:rPr>
        <w:t>واذ</w:t>
      </w:r>
      <w:r>
        <w:rPr>
          <w:rtl/>
        </w:rPr>
        <w:t xml:space="preserve"> قال ربّك للملئكة انى خلق بشرًا من صلصل من </w:t>
      </w:r>
      <w:r w:rsidR="00A62A34" w:rsidRPr="00A62A34">
        <w:rPr>
          <w:rtl/>
        </w:rPr>
        <w:t>حماء</w:t>
      </w:r>
      <w:r>
        <w:rPr>
          <w:rtl/>
        </w:rPr>
        <w:t>مسنون</w:t>
      </w:r>
    </w:p>
    <w:p w:rsidR="001F628F" w:rsidRDefault="001F628F" w:rsidP="001F628F">
      <w:pPr>
        <w:pStyle w:val="libNormal"/>
        <w:rPr>
          <w:rtl/>
        </w:rPr>
      </w:pPr>
      <w:r>
        <w:rPr>
          <w:rtl/>
        </w:rPr>
        <w:t>''صلصال ''لغت مي</w:t>
      </w:r>
      <w:r w:rsidR="00083993">
        <w:rPr>
          <w:rtl/>
        </w:rPr>
        <w:t xml:space="preserve">ں </w:t>
      </w:r>
      <w:r>
        <w:rPr>
          <w:rtl/>
        </w:rPr>
        <w:t>خشك شئي سے پيدا ہونے والى اواز كو كہتے ہي</w:t>
      </w:r>
      <w:r w:rsidR="00083993">
        <w:rPr>
          <w:rtl/>
        </w:rPr>
        <w:t xml:space="preserve">ں </w:t>
      </w:r>
      <w:r>
        <w:rPr>
          <w:rtl/>
        </w:rPr>
        <w:t xml:space="preserve">_اور''حمائ''كا معنى سياہ ،بدبودار كيچڑ ہے جبكہ </w:t>
      </w:r>
      <w:r w:rsidRPr="002A72CE">
        <w:rPr>
          <w:rStyle w:val="libArabicChar"/>
          <w:rtl/>
        </w:rPr>
        <w:t>''مسنون ''</w:t>
      </w:r>
      <w:r>
        <w:rPr>
          <w:rtl/>
        </w:rPr>
        <w:t>كامعنى سڑى ہوئي و متغيرشئي ہے_</w:t>
      </w:r>
    </w:p>
    <w:p w:rsidR="001F628F" w:rsidRDefault="001F628F" w:rsidP="001F628F">
      <w:pPr>
        <w:pStyle w:val="libNormal"/>
        <w:rPr>
          <w:rtl/>
        </w:rPr>
      </w:pPr>
      <w:r>
        <w:rPr>
          <w:rtl/>
        </w:rPr>
        <w:t>7_خدا وند متعال، عالم طبيعت مي</w:t>
      </w:r>
      <w:r w:rsidR="00083993">
        <w:rPr>
          <w:rtl/>
        </w:rPr>
        <w:t xml:space="preserve">ں </w:t>
      </w:r>
      <w:r>
        <w:rPr>
          <w:rtl/>
        </w:rPr>
        <w:t>اپنے ارادے كو طبيعى عوامل ہى كے ذريعے عملى صورت مي</w:t>
      </w:r>
      <w:r w:rsidR="00083993">
        <w:rPr>
          <w:rtl/>
        </w:rPr>
        <w:t xml:space="preserve">ں </w:t>
      </w:r>
      <w:r>
        <w:rPr>
          <w:rtl/>
        </w:rPr>
        <w:t>لاتا ہے_</w:t>
      </w:r>
    </w:p>
    <w:p w:rsidR="001F628F" w:rsidRDefault="001F628F" w:rsidP="002A72CE">
      <w:pPr>
        <w:pStyle w:val="libArabic"/>
        <w:rPr>
          <w:rtl/>
        </w:rPr>
      </w:pPr>
      <w:r>
        <w:rPr>
          <w:rFonts w:hint="eastAsia"/>
          <w:rtl/>
        </w:rPr>
        <w:t>انى</w:t>
      </w:r>
      <w:r>
        <w:rPr>
          <w:rtl/>
        </w:rPr>
        <w:t xml:space="preserve"> خلق بشرًا من صلصل من </w:t>
      </w:r>
      <w:r w:rsidR="00A62A34" w:rsidRPr="00A62A34">
        <w:rPr>
          <w:rtl/>
        </w:rPr>
        <w:t>حماء</w:t>
      </w:r>
      <w:r>
        <w:rPr>
          <w:rtl/>
        </w:rPr>
        <w:t>مسنون</w:t>
      </w:r>
    </w:p>
    <w:p w:rsidR="001F628F" w:rsidRDefault="001F628F" w:rsidP="002A72CE">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ذمہ دارى 2</w:t>
      </w:r>
    </w:p>
    <w:p w:rsidR="001F628F" w:rsidRDefault="001F628F" w:rsidP="002A72CE">
      <w:pPr>
        <w:pStyle w:val="libNormal"/>
        <w:rPr>
          <w:rtl/>
        </w:rPr>
      </w:pPr>
      <w:r>
        <w:rPr>
          <w:rFonts w:hint="eastAsia"/>
          <w:rtl/>
        </w:rPr>
        <w:t>الله</w:t>
      </w:r>
      <w:r>
        <w:rPr>
          <w:rtl/>
        </w:rPr>
        <w:t xml:space="preserve"> تعالى :</w:t>
      </w:r>
      <w:r>
        <w:rPr>
          <w:rFonts w:hint="eastAsia"/>
          <w:rtl/>
        </w:rPr>
        <w:t>الله</w:t>
      </w:r>
      <w:r>
        <w:rPr>
          <w:rtl/>
        </w:rPr>
        <w:t xml:space="preserve"> تعالى كا ملائكہ سے تكلم 1;الله تعالى كى خالقيت 6 ; الله تعالى كى ربوبيت كے اثرات 4;الله تعالى كى مشيت كے مجارى 7</w:t>
      </w:r>
    </w:p>
    <w:p w:rsidR="001F628F" w:rsidRDefault="001F628F" w:rsidP="002A72CE">
      <w:pPr>
        <w:pStyle w:val="libNormal"/>
        <w:rPr>
          <w:rtl/>
        </w:rPr>
      </w:pPr>
      <w:r>
        <w:rPr>
          <w:rFonts w:hint="eastAsia"/>
          <w:rtl/>
        </w:rPr>
        <w:t>انسان</w:t>
      </w:r>
      <w:r>
        <w:rPr>
          <w:rtl/>
        </w:rPr>
        <w:t xml:space="preserve"> :</w:t>
      </w:r>
      <w:r>
        <w:rPr>
          <w:rFonts w:hint="eastAsia"/>
          <w:rtl/>
        </w:rPr>
        <w:t>خشك</w:t>
      </w:r>
      <w:r>
        <w:rPr>
          <w:rtl/>
        </w:rPr>
        <w:t xml:space="preserve"> كيچڑ سے انسان 6;خلقت انسان 1،4; خلقت انسان كى تاريخ 5;خلقت انسان كا عنصر 6</w:t>
      </w:r>
    </w:p>
    <w:p w:rsidR="001F628F" w:rsidRDefault="001F628F" w:rsidP="002A72CE">
      <w:pPr>
        <w:pStyle w:val="libNormal"/>
        <w:rPr>
          <w:rtl/>
        </w:rPr>
      </w:pPr>
      <w:r>
        <w:rPr>
          <w:rFonts w:hint="eastAsia"/>
          <w:rtl/>
        </w:rPr>
        <w:t>ذكر</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كے سامنے خلقت انسان كا ذكر 4 ; خلقت انسان كا ذكر 3</w:t>
      </w:r>
    </w:p>
    <w:p w:rsidR="001F628F" w:rsidRDefault="001F628F" w:rsidP="002A72CE">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 7</w:t>
      </w:r>
    </w:p>
    <w:p w:rsidR="001F628F" w:rsidRDefault="001F628F" w:rsidP="002A72CE">
      <w:pPr>
        <w:pStyle w:val="libNormal"/>
        <w:rPr>
          <w:rtl/>
        </w:rPr>
      </w:pPr>
      <w:r>
        <w:rPr>
          <w:rFonts w:hint="eastAsia"/>
          <w:rtl/>
        </w:rPr>
        <w:t>ملائكہ</w:t>
      </w:r>
      <w:r>
        <w:rPr>
          <w:rtl/>
        </w:rPr>
        <w:t xml:space="preserve"> :</w:t>
      </w:r>
      <w:r>
        <w:rPr>
          <w:rFonts w:hint="eastAsia"/>
          <w:rtl/>
        </w:rPr>
        <w:t>خلقت</w:t>
      </w:r>
      <w:r>
        <w:rPr>
          <w:rtl/>
        </w:rPr>
        <w:t xml:space="preserve"> ملائكہ كى تاريخ 5</w:t>
      </w:r>
    </w:p>
    <w:p w:rsidR="001F628F" w:rsidRDefault="001F628F" w:rsidP="002A72CE">
      <w:pPr>
        <w:pStyle w:val="libNormal"/>
        <w:rPr>
          <w:rtl/>
        </w:rPr>
      </w:pPr>
      <w:r>
        <w:rPr>
          <w:rFonts w:hint="eastAsia"/>
          <w:rtl/>
        </w:rPr>
        <w:t>ياد</w:t>
      </w:r>
      <w:r>
        <w:rPr>
          <w:rtl/>
        </w:rPr>
        <w:t xml:space="preserve"> دہانى :</w:t>
      </w:r>
      <w:r>
        <w:rPr>
          <w:rFonts w:hint="eastAsia"/>
          <w:rtl/>
        </w:rPr>
        <w:t>خلقت</w:t>
      </w:r>
      <w:r>
        <w:rPr>
          <w:rtl/>
        </w:rPr>
        <w:t xml:space="preserve"> انسان كى ياددہانى 2،3</w:t>
      </w:r>
    </w:p>
    <w:p w:rsidR="002A72CE" w:rsidRDefault="001E7F9D" w:rsidP="00F73EDE">
      <w:pPr>
        <w:pStyle w:val="libPoemTini"/>
        <w:rPr>
          <w:rtl/>
        </w:rPr>
      </w:pPr>
      <w:r>
        <w:rPr>
          <w:rtl/>
        </w:rPr>
        <w:br w:type="page"/>
      </w:r>
    </w:p>
    <w:p w:rsidR="002A72CE" w:rsidRDefault="002A72CE" w:rsidP="002A72CE">
      <w:pPr>
        <w:pStyle w:val="Heading2Center"/>
        <w:rPr>
          <w:rtl/>
        </w:rPr>
      </w:pPr>
      <w:bookmarkStart w:id="75" w:name="_Toc28081753"/>
      <w:r>
        <w:rPr>
          <w:rFonts w:hint="cs"/>
          <w:rtl/>
        </w:rPr>
        <w:lastRenderedPageBreak/>
        <w:t>آیت 29</w:t>
      </w:r>
      <w:bookmarkEnd w:id="75"/>
    </w:p>
    <w:p w:rsidR="001F628F" w:rsidRDefault="00E260F9" w:rsidP="002A72CE">
      <w:pPr>
        <w:pStyle w:val="libNormal"/>
        <w:rPr>
          <w:rtl/>
        </w:rPr>
      </w:pPr>
      <w:r w:rsidRPr="00E260F9">
        <w:rPr>
          <w:rStyle w:val="libAlaemChar"/>
          <w:rFonts w:hint="eastAsia"/>
          <w:rtl/>
        </w:rPr>
        <w:t>(</w:t>
      </w:r>
      <w:r w:rsidRPr="002A72CE">
        <w:rPr>
          <w:rStyle w:val="libAieChar"/>
          <w:rFonts w:hint="eastAsia"/>
          <w:rtl/>
        </w:rPr>
        <w:t>فَإِذَا</w:t>
      </w:r>
      <w:r w:rsidRPr="002A72CE">
        <w:rPr>
          <w:rStyle w:val="libAieChar"/>
          <w:rtl/>
        </w:rPr>
        <w:t xml:space="preserve"> سَوَّيْتُهُ وَنَفَخْتُ فِيهِ مِن رُّوحِي فَقَعُواْ لَهُ سَاجِدِينَ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پھر</w:t>
      </w:r>
      <w:r>
        <w:rPr>
          <w:rtl/>
        </w:rPr>
        <w:t xml:space="preserve"> جب مكمل كرلو</w:t>
      </w:r>
      <w:r w:rsidR="00083993">
        <w:rPr>
          <w:rtl/>
        </w:rPr>
        <w:t xml:space="preserve">ں </w:t>
      </w:r>
      <w:r>
        <w:rPr>
          <w:rtl/>
        </w:rPr>
        <w:t>اور اس مي</w:t>
      </w:r>
      <w:r w:rsidR="00083993">
        <w:rPr>
          <w:rtl/>
        </w:rPr>
        <w:t xml:space="preserve">ں </w:t>
      </w:r>
      <w:r>
        <w:rPr>
          <w:rtl/>
        </w:rPr>
        <w:t>اپنى روح حيات پھونك دو</w:t>
      </w:r>
      <w:r w:rsidR="00083993">
        <w:rPr>
          <w:rtl/>
        </w:rPr>
        <w:t xml:space="preserve">ں </w:t>
      </w:r>
      <w:r>
        <w:rPr>
          <w:rtl/>
        </w:rPr>
        <w:t>تو سب كے سب سجدہ مي</w:t>
      </w:r>
      <w:r w:rsidR="00083993">
        <w:rPr>
          <w:rtl/>
        </w:rPr>
        <w:t xml:space="preserve">ں </w:t>
      </w:r>
      <w:r>
        <w:rPr>
          <w:rtl/>
        </w:rPr>
        <w:t>گر پڑنا_</w:t>
      </w:r>
    </w:p>
    <w:p w:rsidR="001F628F" w:rsidRDefault="001F628F" w:rsidP="001F628F">
      <w:pPr>
        <w:pStyle w:val="libNormal"/>
        <w:rPr>
          <w:rtl/>
        </w:rPr>
      </w:pPr>
      <w:r>
        <w:rPr>
          <w:rtl/>
        </w:rPr>
        <w:t>1_خداوند متعال نے انسان كے لئے متناسب اور جيسے اعضاء كے وہ قابل تھا ويسے ہى اعضاء خلق كيئے ہي</w:t>
      </w:r>
      <w:r w:rsidR="00083993">
        <w:rPr>
          <w:rtl/>
        </w:rPr>
        <w:t xml:space="preserve">ں </w:t>
      </w:r>
      <w:r>
        <w:rPr>
          <w:rtl/>
        </w:rPr>
        <w:t>_</w:t>
      </w:r>
    </w:p>
    <w:p w:rsidR="001F628F" w:rsidRDefault="001F628F" w:rsidP="002A72CE">
      <w:pPr>
        <w:pStyle w:val="libArabic"/>
        <w:rPr>
          <w:rtl/>
        </w:rPr>
      </w:pPr>
      <w:r>
        <w:rPr>
          <w:rFonts w:hint="eastAsia"/>
          <w:rtl/>
        </w:rPr>
        <w:t>انى</w:t>
      </w:r>
      <w:r>
        <w:rPr>
          <w:rtl/>
        </w:rPr>
        <w:t xml:space="preserve"> خلق بشرًا ...فاذا سوّيت</w:t>
      </w:r>
      <w:r w:rsidR="00120F63" w:rsidRPr="00ED5DE8">
        <w:rPr>
          <w:rFonts w:hint="cs"/>
          <w:rtl/>
        </w:rPr>
        <w:t>ه</w:t>
      </w:r>
    </w:p>
    <w:p w:rsidR="001F628F" w:rsidRDefault="001F628F" w:rsidP="001F628F">
      <w:pPr>
        <w:pStyle w:val="libNormal"/>
        <w:rPr>
          <w:rtl/>
        </w:rPr>
      </w:pPr>
      <w:r>
        <w:rPr>
          <w:rtl/>
        </w:rPr>
        <w:t>''تسويہ ''كا معنى يہ ہے كہ كسى چيز كو اس طرح بنانا كہ اُس كا ہر جُز اپنى مناسب جگہ پر قائم ہو جائے_</w:t>
      </w:r>
    </w:p>
    <w:p w:rsidR="001F628F" w:rsidRDefault="001F628F" w:rsidP="001F628F">
      <w:pPr>
        <w:pStyle w:val="libNormal"/>
        <w:rPr>
          <w:rtl/>
        </w:rPr>
      </w:pPr>
      <w:r>
        <w:rPr>
          <w:rtl/>
        </w:rPr>
        <w:t>2_خدا وند متعال نے انسان كے بدن كوكھنكھناتى مٹى سے خلق كرنے كے بعد اُس مي</w:t>
      </w:r>
      <w:r w:rsidR="00083993">
        <w:rPr>
          <w:rtl/>
        </w:rPr>
        <w:t xml:space="preserve">ں </w:t>
      </w:r>
      <w:r>
        <w:rPr>
          <w:rtl/>
        </w:rPr>
        <w:t>روح پھونك كر اُسے زندگى عطا كي_</w:t>
      </w:r>
    </w:p>
    <w:p w:rsidR="001F628F" w:rsidRDefault="001F628F" w:rsidP="002A72CE">
      <w:pPr>
        <w:pStyle w:val="libArabic"/>
        <w:rPr>
          <w:rtl/>
        </w:rPr>
      </w:pPr>
      <w:r>
        <w:rPr>
          <w:rFonts w:hint="eastAsia"/>
          <w:rtl/>
        </w:rPr>
        <w:t>فاذا</w:t>
      </w:r>
      <w:r>
        <w:rPr>
          <w:rtl/>
        </w:rPr>
        <w:t xml:space="preserve"> سوّيت</w:t>
      </w:r>
      <w:r w:rsidR="00120F63" w:rsidRPr="00ED5DE8">
        <w:rPr>
          <w:rFonts w:hint="cs"/>
          <w:rtl/>
        </w:rPr>
        <w:t>ه</w:t>
      </w:r>
      <w:r>
        <w:rPr>
          <w:rtl/>
        </w:rPr>
        <w:t xml:space="preserve"> </w:t>
      </w:r>
      <w:r>
        <w:rPr>
          <w:rFonts w:hint="cs"/>
          <w:rtl/>
        </w:rPr>
        <w:t>ونفخت</w:t>
      </w:r>
      <w:r>
        <w:rPr>
          <w:rtl/>
        </w:rPr>
        <w:t xml:space="preserve"> </w:t>
      </w:r>
      <w:r>
        <w:rPr>
          <w:rFonts w:hint="cs"/>
          <w:rtl/>
        </w:rPr>
        <w:t>في</w:t>
      </w:r>
      <w:r w:rsidR="00120F63" w:rsidRPr="00ED5DE8">
        <w:rPr>
          <w:rFonts w:hint="cs"/>
          <w:rtl/>
        </w:rPr>
        <w:t>ه</w:t>
      </w:r>
      <w:r>
        <w:rPr>
          <w:rtl/>
        </w:rPr>
        <w:t xml:space="preserve"> </w:t>
      </w:r>
      <w:r>
        <w:rPr>
          <w:rFonts w:hint="cs"/>
          <w:rtl/>
        </w:rPr>
        <w:t>م</w:t>
      </w:r>
      <w:r>
        <w:rPr>
          <w:rtl/>
        </w:rPr>
        <w:t>ن روحي</w:t>
      </w:r>
    </w:p>
    <w:p w:rsidR="001F628F" w:rsidRPr="002A72CE" w:rsidRDefault="001F628F" w:rsidP="002A72CE">
      <w:pPr>
        <w:pStyle w:val="libNormal"/>
        <w:rPr>
          <w:rStyle w:val="libArabicChar"/>
          <w:rtl/>
        </w:rPr>
      </w:pPr>
      <w:r>
        <w:rPr>
          <w:rtl/>
        </w:rPr>
        <w:t>3_انسان كى ابتدائي خلقت تدريجا ً انجام پائي ہے_</w:t>
      </w:r>
      <w:r w:rsidRPr="002A72CE">
        <w:rPr>
          <w:rStyle w:val="libArabicChar"/>
          <w:rFonts w:hint="eastAsia"/>
          <w:rtl/>
        </w:rPr>
        <w:t>انى</w:t>
      </w:r>
      <w:r w:rsidRPr="002A72CE">
        <w:rPr>
          <w:rStyle w:val="libArabicChar"/>
          <w:rtl/>
        </w:rPr>
        <w:t xml:space="preserve"> خلق بشرًا من صلصل من </w:t>
      </w:r>
      <w:r w:rsidR="00A62A34" w:rsidRPr="00A62A34">
        <w:rPr>
          <w:rStyle w:val="libArabicChar"/>
          <w:rtl/>
        </w:rPr>
        <w:t>حماء</w:t>
      </w:r>
      <w:r w:rsidRPr="002A72CE">
        <w:rPr>
          <w:rStyle w:val="libArabicChar"/>
          <w:rtl/>
        </w:rPr>
        <w:t>مسنون_فاذا سوّيت</w:t>
      </w:r>
      <w:r w:rsidR="00120F63" w:rsidRPr="00B2551F">
        <w:rPr>
          <w:rStyle w:val="libArabicChar"/>
          <w:rFonts w:hint="cs"/>
          <w:rtl/>
        </w:rPr>
        <w:t>ه</w:t>
      </w:r>
      <w:r w:rsidRPr="002A72CE">
        <w:rPr>
          <w:rStyle w:val="libArabicChar"/>
          <w:rtl/>
        </w:rPr>
        <w:t xml:space="preserve"> </w:t>
      </w:r>
      <w:r w:rsidRPr="002A72CE">
        <w:rPr>
          <w:rStyle w:val="libArabicChar"/>
          <w:rFonts w:hint="cs"/>
          <w:rtl/>
        </w:rPr>
        <w:t>ونفخت</w:t>
      </w:r>
      <w:r w:rsidRPr="002A72CE">
        <w:rPr>
          <w:rStyle w:val="libArabicChar"/>
          <w:rtl/>
        </w:rPr>
        <w:t xml:space="preserve"> </w:t>
      </w:r>
      <w:r w:rsidRPr="002A72CE">
        <w:rPr>
          <w:rStyle w:val="libArabicChar"/>
          <w:rFonts w:hint="cs"/>
          <w:rtl/>
        </w:rPr>
        <w:t>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من</w:t>
      </w:r>
      <w:r w:rsidRPr="002A72CE">
        <w:rPr>
          <w:rStyle w:val="libArabicChar"/>
          <w:rtl/>
        </w:rPr>
        <w:t xml:space="preserve"> روحي</w:t>
      </w:r>
    </w:p>
    <w:p w:rsidR="001F628F" w:rsidRDefault="001F628F" w:rsidP="002A72CE">
      <w:pPr>
        <w:pStyle w:val="libNormal"/>
        <w:rPr>
          <w:rtl/>
        </w:rPr>
      </w:pPr>
      <w:r>
        <w:rPr>
          <w:rtl/>
        </w:rPr>
        <w:t>4_انسانو</w:t>
      </w:r>
      <w:r w:rsidR="00083993">
        <w:rPr>
          <w:rtl/>
        </w:rPr>
        <w:t xml:space="preserve">ں </w:t>
      </w:r>
      <w:r>
        <w:rPr>
          <w:rtl/>
        </w:rPr>
        <w:t>مي</w:t>
      </w:r>
      <w:r w:rsidR="00083993">
        <w:rPr>
          <w:rtl/>
        </w:rPr>
        <w:t xml:space="preserve">ں </w:t>
      </w:r>
      <w:r>
        <w:rPr>
          <w:rtl/>
        </w:rPr>
        <w:t>روح اور حيات خداوند متعال كے خصوصى حكم سے خلق ہوئي ہے_</w:t>
      </w:r>
      <w:r w:rsidRPr="002A72CE">
        <w:rPr>
          <w:rStyle w:val="libArabicChar"/>
          <w:rFonts w:hint="eastAsia"/>
          <w:rtl/>
        </w:rPr>
        <w:t>ونفخت</w:t>
      </w:r>
      <w:r w:rsidRPr="002A72CE">
        <w:rPr>
          <w:rStyle w:val="libArabicChar"/>
          <w:rtl/>
        </w:rPr>
        <w:t xml:space="preserve"> 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w:t>
      </w:r>
      <w:r w:rsidRPr="002A72CE">
        <w:rPr>
          <w:rStyle w:val="libArabicChar"/>
          <w:rtl/>
        </w:rPr>
        <w:t>ن روحي</w:t>
      </w:r>
    </w:p>
    <w:p w:rsidR="001F628F" w:rsidRDefault="001F628F" w:rsidP="001F628F">
      <w:pPr>
        <w:pStyle w:val="libNormal"/>
        <w:rPr>
          <w:rtl/>
        </w:rPr>
      </w:pPr>
      <w:r>
        <w:rPr>
          <w:rFonts w:hint="eastAsia"/>
          <w:rtl/>
        </w:rPr>
        <w:t>يہ</w:t>
      </w:r>
      <w:r>
        <w:rPr>
          <w:rtl/>
        </w:rPr>
        <w:t xml:space="preserve"> كہ خدا نے انسان كوحيات عطا كى ہے اور اس كى نسبت اپنى طرف دى ہے ،اس سے مذكورہ نكتہ حاصل ہوتاہے_</w:t>
      </w:r>
    </w:p>
    <w:p w:rsidR="001F628F" w:rsidRDefault="001F628F" w:rsidP="001F628F">
      <w:pPr>
        <w:pStyle w:val="libNormal"/>
        <w:rPr>
          <w:rtl/>
        </w:rPr>
      </w:pPr>
      <w:r>
        <w:rPr>
          <w:rtl/>
        </w:rPr>
        <w:t>5_انسان كے بدن كى خلقت، اُس كے روح پر مقدم ہے_</w:t>
      </w:r>
    </w:p>
    <w:p w:rsidR="001F628F" w:rsidRDefault="001F628F" w:rsidP="002A72CE">
      <w:pPr>
        <w:pStyle w:val="libArabic"/>
        <w:rPr>
          <w:rtl/>
        </w:rPr>
      </w:pPr>
      <w:r>
        <w:rPr>
          <w:rFonts w:hint="eastAsia"/>
          <w:rtl/>
        </w:rPr>
        <w:t>انى</w:t>
      </w:r>
      <w:r>
        <w:rPr>
          <w:rtl/>
        </w:rPr>
        <w:t xml:space="preserve"> خلق بشرًا من صلصل من </w:t>
      </w:r>
      <w:r w:rsidR="00A62A34" w:rsidRPr="00A62A34">
        <w:rPr>
          <w:rtl/>
        </w:rPr>
        <w:t>حماء</w:t>
      </w:r>
      <w:r>
        <w:rPr>
          <w:rtl/>
        </w:rPr>
        <w:t>مسنون_فاذا سوّيت</w:t>
      </w:r>
      <w:r w:rsidR="00120F63" w:rsidRPr="00ED5DE8">
        <w:rPr>
          <w:rFonts w:hint="cs"/>
          <w:rtl/>
        </w:rPr>
        <w:t>ه</w:t>
      </w:r>
      <w:r>
        <w:rPr>
          <w:rtl/>
        </w:rPr>
        <w:t xml:space="preserve"> </w:t>
      </w:r>
      <w:r>
        <w:rPr>
          <w:rFonts w:hint="cs"/>
          <w:rtl/>
        </w:rPr>
        <w:t>ونفخت</w:t>
      </w:r>
      <w:r>
        <w:rPr>
          <w:rtl/>
        </w:rPr>
        <w:t xml:space="preserve"> </w:t>
      </w:r>
      <w:r>
        <w:rPr>
          <w:rFonts w:hint="cs"/>
          <w:rtl/>
        </w:rPr>
        <w:t>في</w:t>
      </w:r>
      <w:r w:rsidR="00120F63" w:rsidRPr="00ED5DE8">
        <w:rPr>
          <w:rFonts w:hint="cs"/>
          <w:rtl/>
        </w:rPr>
        <w:t>ه</w:t>
      </w:r>
      <w:r>
        <w:rPr>
          <w:rtl/>
        </w:rPr>
        <w:t xml:space="preserve"> </w:t>
      </w:r>
      <w:r>
        <w:rPr>
          <w:rFonts w:hint="cs"/>
          <w:rtl/>
        </w:rPr>
        <w:t>من</w:t>
      </w:r>
      <w:r>
        <w:rPr>
          <w:rtl/>
        </w:rPr>
        <w:t xml:space="preserve"> روحي</w:t>
      </w:r>
    </w:p>
    <w:p w:rsidR="001F628F" w:rsidRDefault="001F628F" w:rsidP="001F628F">
      <w:pPr>
        <w:pStyle w:val="libNormal"/>
        <w:rPr>
          <w:rtl/>
        </w:rPr>
      </w:pPr>
      <w:r>
        <w:rPr>
          <w:rFonts w:hint="eastAsia"/>
          <w:rtl/>
        </w:rPr>
        <w:t>مندرجہ</w:t>
      </w:r>
      <w:r>
        <w:rPr>
          <w:rtl/>
        </w:rPr>
        <w:t xml:space="preserve"> بالا مطلب اس بات پر مبنى ہے كہ ''نفخت''كا تسويہ بدن كے بعد ذكر كرنا ممكن ہے روح پر بدن كى خلقت كے تقدم كى طرف اشارہ ہو_</w:t>
      </w:r>
    </w:p>
    <w:p w:rsidR="001F628F" w:rsidRDefault="001F628F" w:rsidP="001F628F">
      <w:pPr>
        <w:pStyle w:val="libNormal"/>
        <w:rPr>
          <w:rtl/>
        </w:rPr>
      </w:pPr>
      <w:r>
        <w:rPr>
          <w:rtl/>
        </w:rPr>
        <w:t>6_سڑى ہوئي ،سياہ اور كھنكھناتى مٹى كے ساتھ روح الہى كے ملنے سے اولين انسان كى پيدا</w:t>
      </w:r>
      <w:r w:rsidR="009F604A">
        <w:rPr>
          <w:rtl/>
        </w:rPr>
        <w:t>ئش</w:t>
      </w:r>
      <w:r>
        <w:rPr>
          <w:rtl/>
        </w:rPr>
        <w:t xml:space="preserve"> كا اغاز ہوا_</w:t>
      </w:r>
    </w:p>
    <w:p w:rsidR="002A72CE" w:rsidRDefault="001F628F" w:rsidP="002A72CE">
      <w:pPr>
        <w:pStyle w:val="libArabic"/>
        <w:rPr>
          <w:rtl/>
        </w:rPr>
      </w:pPr>
      <w:r w:rsidRPr="002A72CE">
        <w:rPr>
          <w:rStyle w:val="libArabicChar"/>
          <w:rFonts w:hint="eastAsia"/>
          <w:rtl/>
        </w:rPr>
        <w:t>انى</w:t>
      </w:r>
      <w:r w:rsidRPr="002A72CE">
        <w:rPr>
          <w:rStyle w:val="libArabicChar"/>
          <w:rtl/>
        </w:rPr>
        <w:t xml:space="preserve"> خلق بشرًا من صلصل من </w:t>
      </w:r>
      <w:r w:rsidR="00A62A34" w:rsidRPr="00A62A34">
        <w:rPr>
          <w:rStyle w:val="libArabicChar"/>
          <w:rtl/>
        </w:rPr>
        <w:t>حماء</w:t>
      </w:r>
      <w:r w:rsidR="002A72CE">
        <w:rPr>
          <w:rFonts w:hint="eastAsia"/>
          <w:rtl/>
        </w:rPr>
        <w:t>مسنون</w:t>
      </w:r>
      <w:r w:rsidR="002A72CE">
        <w:rPr>
          <w:rtl/>
        </w:rPr>
        <w:t>_فاذا سوّيت</w:t>
      </w:r>
      <w:r w:rsidR="00120F63" w:rsidRPr="00ED5DE8">
        <w:rPr>
          <w:rFonts w:hint="cs"/>
          <w:rtl/>
        </w:rPr>
        <w:t>ه</w:t>
      </w:r>
      <w:r w:rsidR="002A72CE">
        <w:rPr>
          <w:rtl/>
        </w:rPr>
        <w:t xml:space="preserve"> </w:t>
      </w:r>
      <w:r w:rsidR="002A72CE">
        <w:rPr>
          <w:rFonts w:hint="cs"/>
          <w:rtl/>
        </w:rPr>
        <w:t>ونفخت</w:t>
      </w:r>
      <w:r w:rsidR="002A72CE">
        <w:rPr>
          <w:rtl/>
        </w:rPr>
        <w:t xml:space="preserve"> </w:t>
      </w:r>
      <w:r w:rsidR="002A72CE">
        <w:rPr>
          <w:rFonts w:hint="cs"/>
          <w:rtl/>
        </w:rPr>
        <w:t>في</w:t>
      </w:r>
      <w:r w:rsidR="00120F63" w:rsidRPr="00ED5DE8">
        <w:rPr>
          <w:rFonts w:hint="cs"/>
          <w:rtl/>
        </w:rPr>
        <w:t>ه</w:t>
      </w:r>
      <w:r w:rsidR="002A72CE">
        <w:rPr>
          <w:rtl/>
        </w:rPr>
        <w:t xml:space="preserve"> </w:t>
      </w:r>
      <w:r w:rsidR="002A72CE">
        <w:rPr>
          <w:rFonts w:hint="cs"/>
          <w:rtl/>
        </w:rPr>
        <w:t>م</w:t>
      </w:r>
      <w:r w:rsidR="002A72CE">
        <w:rPr>
          <w:rtl/>
        </w:rPr>
        <w:t>ن روحي</w:t>
      </w:r>
    </w:p>
    <w:p w:rsidR="002A72CE" w:rsidRDefault="002A72CE" w:rsidP="002A72CE">
      <w:pPr>
        <w:pStyle w:val="libNormal"/>
        <w:rPr>
          <w:rtl/>
        </w:rPr>
      </w:pPr>
      <w:r>
        <w:rPr>
          <w:rtl/>
        </w:rPr>
        <w:t>7_انسان جسم اور روح سے مركب مخلوق ہے_</w:t>
      </w:r>
      <w:r w:rsidRPr="002A72CE">
        <w:rPr>
          <w:rStyle w:val="libArabicChar"/>
          <w:rFonts w:hint="eastAsia"/>
          <w:rtl/>
        </w:rPr>
        <w:t>انى</w:t>
      </w:r>
      <w:r w:rsidRPr="002A72CE">
        <w:rPr>
          <w:rStyle w:val="libArabicChar"/>
          <w:rtl/>
        </w:rPr>
        <w:t xml:space="preserve"> خلق بشرًا من صلصل ... فاذا سوّيت</w:t>
      </w:r>
      <w:r w:rsidR="00120F63" w:rsidRPr="00B2551F">
        <w:rPr>
          <w:rStyle w:val="libArabicChar"/>
          <w:rFonts w:hint="cs"/>
          <w:rtl/>
        </w:rPr>
        <w:t>ه</w:t>
      </w:r>
      <w:r w:rsidRPr="002A72CE">
        <w:rPr>
          <w:rStyle w:val="libArabicChar"/>
          <w:rtl/>
        </w:rPr>
        <w:t xml:space="preserve"> </w:t>
      </w:r>
      <w:r w:rsidRPr="002A72CE">
        <w:rPr>
          <w:rStyle w:val="libArabicChar"/>
          <w:rFonts w:hint="cs"/>
          <w:rtl/>
        </w:rPr>
        <w:t>ونفخت</w:t>
      </w:r>
      <w:r w:rsidRPr="002A72CE">
        <w:rPr>
          <w:rStyle w:val="libArabicChar"/>
          <w:rtl/>
        </w:rPr>
        <w:t xml:space="preserve"> </w:t>
      </w:r>
      <w:r w:rsidRPr="002A72CE">
        <w:rPr>
          <w:rStyle w:val="libArabicChar"/>
          <w:rFonts w:hint="cs"/>
          <w:rtl/>
        </w:rPr>
        <w:t>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w:t>
      </w:r>
      <w:r w:rsidRPr="002A72CE">
        <w:rPr>
          <w:rStyle w:val="libArabicChar"/>
          <w:rtl/>
        </w:rPr>
        <w:t>ن روحي</w:t>
      </w:r>
    </w:p>
    <w:p w:rsidR="002A72CE" w:rsidRDefault="002A72CE" w:rsidP="002A72CE">
      <w:pPr>
        <w:pStyle w:val="libNormal"/>
        <w:rPr>
          <w:rtl/>
        </w:rPr>
      </w:pPr>
      <w:r>
        <w:rPr>
          <w:rtl/>
        </w:rPr>
        <w:t>8_انسان ايك خاص مقام و منزلت اور شرافت كا حامل ہے_</w:t>
      </w:r>
      <w:r w:rsidRPr="002A72CE">
        <w:rPr>
          <w:rStyle w:val="libArabicChar"/>
          <w:rFonts w:hint="eastAsia"/>
          <w:rtl/>
        </w:rPr>
        <w:t>فاذا</w:t>
      </w:r>
      <w:r w:rsidRPr="002A72CE">
        <w:rPr>
          <w:rStyle w:val="libArabicChar"/>
          <w:rtl/>
        </w:rPr>
        <w:t xml:space="preserve"> سوّيت</w:t>
      </w:r>
      <w:r w:rsidR="00120F63" w:rsidRPr="00B2551F">
        <w:rPr>
          <w:rStyle w:val="libArabicChar"/>
          <w:rFonts w:hint="cs"/>
          <w:rtl/>
        </w:rPr>
        <w:t>ه</w:t>
      </w:r>
      <w:r w:rsidRPr="002A72CE">
        <w:rPr>
          <w:rStyle w:val="libArabicChar"/>
          <w:rtl/>
        </w:rPr>
        <w:t xml:space="preserve"> </w:t>
      </w:r>
      <w:r w:rsidRPr="002A72CE">
        <w:rPr>
          <w:rStyle w:val="libArabicChar"/>
          <w:rFonts w:hint="cs"/>
          <w:rtl/>
        </w:rPr>
        <w:t>ونفخت</w:t>
      </w:r>
      <w:r w:rsidRPr="002A72CE">
        <w:rPr>
          <w:rStyle w:val="libArabicChar"/>
          <w:rtl/>
        </w:rPr>
        <w:t xml:space="preserve"> </w:t>
      </w:r>
      <w:r w:rsidRPr="002A72CE">
        <w:rPr>
          <w:rStyle w:val="libArabicChar"/>
          <w:rFonts w:hint="cs"/>
          <w:rtl/>
        </w:rPr>
        <w:t>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w:t>
      </w:r>
      <w:r w:rsidRPr="002A72CE">
        <w:rPr>
          <w:rStyle w:val="libArabicChar"/>
          <w:rtl/>
        </w:rPr>
        <w:t>ن روحي</w:t>
      </w:r>
    </w:p>
    <w:p w:rsidR="002A72CE" w:rsidRDefault="002A72CE" w:rsidP="002A72CE">
      <w:pPr>
        <w:pStyle w:val="libNormal"/>
        <w:rPr>
          <w:rtl/>
        </w:rPr>
      </w:pPr>
      <w:r>
        <w:rPr>
          <w:rtl/>
        </w:rPr>
        <w:t>''روح '' كا ''يائے متكلم ''كى طرف مضاف ہونا شرافت و كرامت كے لئے ہے_</w:t>
      </w:r>
    </w:p>
    <w:p w:rsidR="001F628F" w:rsidRDefault="001F628F" w:rsidP="001F628F">
      <w:pPr>
        <w:pStyle w:val="libNormal"/>
        <w:rPr>
          <w:rtl/>
        </w:rPr>
      </w:pPr>
    </w:p>
    <w:p w:rsidR="002A72CE" w:rsidRDefault="001E7F9D" w:rsidP="00F73EDE">
      <w:pPr>
        <w:pStyle w:val="libPoemTini"/>
        <w:rPr>
          <w:rtl/>
        </w:rPr>
      </w:pPr>
      <w:r>
        <w:rPr>
          <w:rtl/>
        </w:rPr>
        <w:br w:type="page"/>
      </w:r>
    </w:p>
    <w:p w:rsidR="001F628F" w:rsidRPr="002A72CE" w:rsidRDefault="001F628F" w:rsidP="002A72CE">
      <w:pPr>
        <w:pStyle w:val="libNormal"/>
        <w:rPr>
          <w:rStyle w:val="libArabicChar"/>
          <w:rtl/>
        </w:rPr>
      </w:pPr>
      <w:r>
        <w:rPr>
          <w:rtl/>
        </w:rPr>
        <w:lastRenderedPageBreak/>
        <w:t>9_ انسان كى شرافت اور كرامت اُس كى الہى روح كى وجہ سے ہے_</w:t>
      </w:r>
      <w:r w:rsidRPr="002A72CE">
        <w:rPr>
          <w:rStyle w:val="libArabicChar"/>
          <w:rFonts w:hint="eastAsia"/>
          <w:rtl/>
        </w:rPr>
        <w:t>انى</w:t>
      </w:r>
      <w:r w:rsidRPr="002A72CE">
        <w:rPr>
          <w:rStyle w:val="libArabicChar"/>
          <w:rtl/>
        </w:rPr>
        <w:t xml:space="preserve"> خلق بشرًا من صلصل ... فاذا ...نفخت 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من</w:t>
      </w:r>
      <w:r w:rsidRPr="002A72CE">
        <w:rPr>
          <w:rStyle w:val="libArabicChar"/>
          <w:rtl/>
        </w:rPr>
        <w:t xml:space="preserve"> روحي</w:t>
      </w:r>
    </w:p>
    <w:p w:rsidR="001F628F" w:rsidRDefault="001F628F" w:rsidP="001F628F">
      <w:pPr>
        <w:pStyle w:val="libNormal"/>
        <w:rPr>
          <w:rtl/>
        </w:rPr>
      </w:pPr>
      <w:r>
        <w:rPr>
          <w:rFonts w:hint="eastAsia"/>
          <w:rtl/>
        </w:rPr>
        <w:t>خداوند</w:t>
      </w:r>
      <w:r>
        <w:rPr>
          <w:rtl/>
        </w:rPr>
        <w:t xml:space="preserve"> متعال نے انسان كے جسمانى مواد كى توصيف بدبو كيچڑ سے كى ہے اورالقاء روح مي</w:t>
      </w:r>
      <w:r w:rsidR="00083993">
        <w:rPr>
          <w:rtl/>
        </w:rPr>
        <w:t xml:space="preserve">ں </w:t>
      </w:r>
      <w:r>
        <w:rPr>
          <w:rtl/>
        </w:rPr>
        <w:t>روح كى نسبت اپنى طرف دى ہے اور ايسى نسبت مذكورہ بالا نكتے كى حكايت كرتى ہے_</w:t>
      </w:r>
    </w:p>
    <w:p w:rsidR="001F628F" w:rsidRDefault="001F628F" w:rsidP="002A72CE">
      <w:pPr>
        <w:pStyle w:val="libNormal"/>
        <w:rPr>
          <w:rtl/>
        </w:rPr>
      </w:pPr>
      <w:r>
        <w:rPr>
          <w:rtl/>
        </w:rPr>
        <w:t>10_روح ايك لطيف چيز ہے_</w:t>
      </w:r>
      <w:r w:rsidRPr="002A72CE">
        <w:rPr>
          <w:rStyle w:val="libArabicChar"/>
          <w:rFonts w:hint="eastAsia"/>
          <w:rtl/>
        </w:rPr>
        <w:t>نفخت</w:t>
      </w:r>
      <w:r w:rsidRPr="002A72CE">
        <w:rPr>
          <w:rStyle w:val="libArabicChar"/>
          <w:rtl/>
        </w:rPr>
        <w:t xml:space="preserve"> في</w:t>
      </w:r>
      <w:r w:rsidR="00120F63" w:rsidRPr="00B2551F">
        <w:rPr>
          <w:rStyle w:val="libArabicChar"/>
          <w:rFonts w:hint="cs"/>
          <w:rtl/>
        </w:rPr>
        <w:t>ه</w:t>
      </w:r>
      <w:r w:rsidRPr="002A72CE">
        <w:rPr>
          <w:rStyle w:val="libArabicChar"/>
          <w:rtl/>
        </w:rPr>
        <w:t xml:space="preserve"> </w:t>
      </w:r>
      <w:r w:rsidRPr="002A72CE">
        <w:rPr>
          <w:rStyle w:val="libArabicChar"/>
          <w:rFonts w:hint="cs"/>
          <w:rtl/>
        </w:rPr>
        <w:t>م</w:t>
      </w:r>
      <w:r w:rsidRPr="002A72CE">
        <w:rPr>
          <w:rStyle w:val="libArabicChar"/>
          <w:rtl/>
        </w:rPr>
        <w:t>ن روحي</w:t>
      </w:r>
    </w:p>
    <w:p w:rsidR="001F628F" w:rsidRDefault="001F628F" w:rsidP="001F628F">
      <w:pPr>
        <w:pStyle w:val="libNormal"/>
        <w:rPr>
          <w:rtl/>
        </w:rPr>
      </w:pPr>
      <w:r>
        <w:rPr>
          <w:rFonts w:hint="eastAsia"/>
          <w:rtl/>
        </w:rPr>
        <w:t>كلمہ</w:t>
      </w:r>
      <w:r>
        <w:rPr>
          <w:rtl/>
        </w:rPr>
        <w:t xml:space="preserve"> ''نفخ'' سے انسان كے جسم مي</w:t>
      </w:r>
      <w:r w:rsidR="00083993">
        <w:rPr>
          <w:rtl/>
        </w:rPr>
        <w:t xml:space="preserve">ں </w:t>
      </w:r>
      <w:r>
        <w:rPr>
          <w:rtl/>
        </w:rPr>
        <w:t>القائے روح كى تعبير كہ جو اجسام كے اندر ہوا داخل كرنے كے معنى مي</w:t>
      </w:r>
      <w:r w:rsidR="00083993">
        <w:rPr>
          <w:rtl/>
        </w:rPr>
        <w:t xml:space="preserve">ں </w:t>
      </w:r>
      <w:r>
        <w:rPr>
          <w:rtl/>
        </w:rPr>
        <w:t>ہے ،ہو سكتا ہے مذكورہ نكتے كى طرف اشارہ ہو_</w:t>
      </w:r>
    </w:p>
    <w:p w:rsidR="001F628F" w:rsidRDefault="001F628F" w:rsidP="001F628F">
      <w:pPr>
        <w:pStyle w:val="libNormal"/>
        <w:rPr>
          <w:rtl/>
        </w:rPr>
      </w:pPr>
      <w:r>
        <w:rPr>
          <w:rtl/>
        </w:rPr>
        <w:t xml:space="preserve">11_خدا وند متعال كا ادم </w:t>
      </w:r>
      <w:r w:rsidR="00367F17" w:rsidRPr="00367F17">
        <w:rPr>
          <w:rStyle w:val="libAlaemChar"/>
          <w:rtl/>
        </w:rPr>
        <w:t xml:space="preserve"> عليه‌السلام </w:t>
      </w:r>
      <w:r>
        <w:rPr>
          <w:rtl/>
        </w:rPr>
        <w:t xml:space="preserve"> كى پيدا</w:t>
      </w:r>
      <w:r w:rsidR="009F604A">
        <w:rPr>
          <w:rtl/>
        </w:rPr>
        <w:t>ئش</w:t>
      </w:r>
      <w:r>
        <w:rPr>
          <w:rtl/>
        </w:rPr>
        <w:t xml:space="preserve"> كے بعد فرشتو</w:t>
      </w:r>
      <w:r w:rsidR="00083993">
        <w:rPr>
          <w:rtl/>
        </w:rPr>
        <w:t xml:space="preserve">ں </w:t>
      </w:r>
      <w:r>
        <w:rPr>
          <w:rtl/>
        </w:rPr>
        <w:t>كو اُن كے سامنے سجدہ كرنے كا حكم دينا _</w:t>
      </w:r>
    </w:p>
    <w:p w:rsidR="001F628F" w:rsidRDefault="001F628F" w:rsidP="002A72CE">
      <w:pPr>
        <w:pStyle w:val="libArabic"/>
        <w:rPr>
          <w:rtl/>
        </w:rPr>
      </w:pPr>
      <w:r>
        <w:rPr>
          <w:rFonts w:hint="eastAsia"/>
          <w:rtl/>
        </w:rPr>
        <w:t>واذ</w:t>
      </w:r>
      <w:r>
        <w:rPr>
          <w:rtl/>
        </w:rPr>
        <w:t xml:space="preserve"> قال ربّك للملئكة ...فاذا سوّيت</w:t>
      </w:r>
      <w:r w:rsidR="00120F63" w:rsidRPr="00ED5DE8">
        <w:rPr>
          <w:rFonts w:hint="cs"/>
          <w:rtl/>
        </w:rPr>
        <w:t>ه</w:t>
      </w:r>
      <w:r>
        <w:rPr>
          <w:rtl/>
        </w:rPr>
        <w:t xml:space="preserve"> </w:t>
      </w:r>
      <w:r>
        <w:rPr>
          <w:rFonts w:hint="cs"/>
          <w:rtl/>
        </w:rPr>
        <w:t>ونفخت</w:t>
      </w:r>
      <w:r>
        <w:rPr>
          <w:rtl/>
        </w:rPr>
        <w:t xml:space="preserve"> </w:t>
      </w:r>
      <w:r>
        <w:rPr>
          <w:rFonts w:hint="cs"/>
          <w:rtl/>
        </w:rPr>
        <w:t>في</w:t>
      </w:r>
      <w:r w:rsidR="00120F63" w:rsidRPr="00ED5DE8">
        <w:rPr>
          <w:rFonts w:hint="cs"/>
          <w:rtl/>
        </w:rPr>
        <w:t>ه</w:t>
      </w:r>
      <w:r>
        <w:rPr>
          <w:rtl/>
        </w:rPr>
        <w:t xml:space="preserve"> </w:t>
      </w:r>
      <w:r>
        <w:rPr>
          <w:rFonts w:hint="cs"/>
          <w:rtl/>
        </w:rPr>
        <w:t>من</w:t>
      </w:r>
      <w:r>
        <w:rPr>
          <w:rtl/>
        </w:rPr>
        <w:t xml:space="preserve"> </w:t>
      </w:r>
      <w:r>
        <w:rPr>
          <w:rFonts w:hint="cs"/>
          <w:rtl/>
        </w:rPr>
        <w:t>روحى</w:t>
      </w:r>
      <w:r>
        <w:rPr>
          <w:rtl/>
        </w:rPr>
        <w:t xml:space="preserve"> </w:t>
      </w:r>
      <w:r>
        <w:rPr>
          <w:rFonts w:hint="cs"/>
          <w:rtl/>
        </w:rPr>
        <w:t>فقعوا</w:t>
      </w:r>
      <w:r>
        <w:rPr>
          <w:rtl/>
        </w:rPr>
        <w:t xml:space="preserve"> </w:t>
      </w:r>
      <w:r>
        <w:rPr>
          <w:rFonts w:hint="cs"/>
          <w:rtl/>
        </w:rPr>
        <w:t>ل</w:t>
      </w:r>
      <w:r w:rsidR="00120F63" w:rsidRPr="00ED5DE8">
        <w:rPr>
          <w:rFonts w:hint="cs"/>
          <w:rtl/>
        </w:rPr>
        <w:t>ه</w:t>
      </w:r>
      <w:r>
        <w:rPr>
          <w:rtl/>
        </w:rPr>
        <w:t xml:space="preserve"> </w:t>
      </w:r>
      <w:r w:rsidR="008B7D24" w:rsidRPr="008B7D24">
        <w:rPr>
          <w:rtl/>
        </w:rPr>
        <w:t>ساجدين</w:t>
      </w:r>
    </w:p>
    <w:p w:rsidR="001F628F" w:rsidRDefault="001F628F" w:rsidP="001F628F">
      <w:pPr>
        <w:pStyle w:val="libNormal"/>
        <w:rPr>
          <w:rtl/>
        </w:rPr>
      </w:pPr>
      <w:r>
        <w:rPr>
          <w:rtl/>
        </w:rPr>
        <w:t>12_انسان كے اندر روح الہى كے پھونكے جانے سے وہ مسجود ملائكہ بننے كى قابليت پيد ا كر ليتا ہے_</w:t>
      </w:r>
    </w:p>
    <w:p w:rsidR="001F628F" w:rsidRDefault="001F628F" w:rsidP="002A72CE">
      <w:pPr>
        <w:pStyle w:val="libArabic"/>
        <w:rPr>
          <w:rtl/>
        </w:rPr>
      </w:pPr>
      <w:r>
        <w:rPr>
          <w:rFonts w:hint="eastAsia"/>
          <w:rtl/>
        </w:rPr>
        <w:t>ونفخت</w:t>
      </w:r>
      <w:r>
        <w:rPr>
          <w:rtl/>
        </w:rPr>
        <w:t xml:space="preserve"> في</w:t>
      </w:r>
      <w:r w:rsidR="00120F63" w:rsidRPr="00ED5DE8">
        <w:rPr>
          <w:rFonts w:hint="cs"/>
          <w:rtl/>
        </w:rPr>
        <w:t>ه</w:t>
      </w:r>
      <w:r>
        <w:rPr>
          <w:rtl/>
        </w:rPr>
        <w:t xml:space="preserve"> </w:t>
      </w:r>
      <w:r>
        <w:rPr>
          <w:rFonts w:hint="cs"/>
          <w:rtl/>
        </w:rPr>
        <w:t>من</w:t>
      </w:r>
      <w:r>
        <w:rPr>
          <w:rtl/>
        </w:rPr>
        <w:t xml:space="preserve"> </w:t>
      </w:r>
      <w:r>
        <w:rPr>
          <w:rFonts w:hint="cs"/>
          <w:rtl/>
        </w:rPr>
        <w:t>روحى</w:t>
      </w:r>
      <w:r>
        <w:rPr>
          <w:rtl/>
        </w:rPr>
        <w:t xml:space="preserve"> </w:t>
      </w:r>
      <w:r>
        <w:rPr>
          <w:rFonts w:hint="cs"/>
          <w:rtl/>
        </w:rPr>
        <w:t>فقعوا</w:t>
      </w:r>
      <w:r>
        <w:rPr>
          <w:rtl/>
        </w:rPr>
        <w:t xml:space="preserve"> </w:t>
      </w:r>
      <w:r>
        <w:rPr>
          <w:rFonts w:hint="cs"/>
          <w:rtl/>
        </w:rPr>
        <w:t>ل</w:t>
      </w:r>
      <w:r w:rsidR="00120F63" w:rsidRPr="00ED5DE8">
        <w:rPr>
          <w:rFonts w:hint="cs"/>
          <w:rtl/>
        </w:rPr>
        <w:t>ه</w:t>
      </w:r>
      <w:r>
        <w:rPr>
          <w:rtl/>
        </w:rPr>
        <w:t xml:space="preserve"> </w:t>
      </w:r>
      <w:r w:rsidR="008B7D24" w:rsidRPr="008B7D24">
        <w:rPr>
          <w:rtl/>
        </w:rPr>
        <w:t>ساجدين</w:t>
      </w:r>
    </w:p>
    <w:p w:rsidR="001F628F" w:rsidRDefault="001F628F" w:rsidP="001F628F">
      <w:pPr>
        <w:pStyle w:val="libNormal"/>
        <w:rPr>
          <w:rtl/>
        </w:rPr>
      </w:pPr>
      <w:r>
        <w:rPr>
          <w:rFonts w:hint="eastAsia"/>
          <w:rtl/>
        </w:rPr>
        <w:t>انسان</w:t>
      </w:r>
      <w:r>
        <w:rPr>
          <w:rtl/>
        </w:rPr>
        <w:t xml:space="preserve"> كى خلقت كے كامل ہونے يا اُس مي</w:t>
      </w:r>
      <w:r w:rsidR="00083993">
        <w:rPr>
          <w:rtl/>
        </w:rPr>
        <w:t xml:space="preserve">ں </w:t>
      </w:r>
      <w:r>
        <w:rPr>
          <w:rtl/>
        </w:rPr>
        <w:t xml:space="preserve">روح پھونكى جانے كے بعد خدا وند كا ادم </w:t>
      </w:r>
      <w:r w:rsidR="00367F17" w:rsidRPr="00367F17">
        <w:rPr>
          <w:rStyle w:val="libAlaemChar"/>
          <w:rtl/>
        </w:rPr>
        <w:t xml:space="preserve"> عليه‌السلام </w:t>
      </w:r>
      <w:r>
        <w:rPr>
          <w:rtl/>
        </w:rPr>
        <w:t xml:space="preserve"> كے سامنے ملائكہ كو سجدہ كرنے كا حكم دينا ہوسكتا ہے مذكورہ نكتے كى طرف اشارہ ہو_</w:t>
      </w:r>
    </w:p>
    <w:p w:rsidR="001F628F" w:rsidRDefault="001F628F" w:rsidP="002A72CE">
      <w:pPr>
        <w:pStyle w:val="libNormal"/>
        <w:rPr>
          <w:rtl/>
        </w:rPr>
      </w:pPr>
      <w:r>
        <w:rPr>
          <w:rtl/>
        </w:rPr>
        <w:t>13_انسان ،فرشتو</w:t>
      </w:r>
      <w:r w:rsidR="00083993">
        <w:rPr>
          <w:rtl/>
        </w:rPr>
        <w:t xml:space="preserve">ں </w:t>
      </w:r>
      <w:r>
        <w:rPr>
          <w:rtl/>
        </w:rPr>
        <w:t>سے بر تر مقام و منزلت ركھتا ہے_</w:t>
      </w:r>
      <w:r w:rsidRPr="002A72CE">
        <w:rPr>
          <w:rStyle w:val="libArabicChar"/>
          <w:rFonts w:hint="eastAsia"/>
          <w:rtl/>
        </w:rPr>
        <w:t>اذ</w:t>
      </w:r>
      <w:r w:rsidRPr="002A72CE">
        <w:rPr>
          <w:rStyle w:val="libArabicChar"/>
          <w:rtl/>
        </w:rPr>
        <w:t xml:space="preserve"> قال ربّك للملئكة ... فقعوا ل</w:t>
      </w:r>
      <w:r w:rsidR="00120F63" w:rsidRPr="00B2551F">
        <w:rPr>
          <w:rStyle w:val="libArabicChar"/>
          <w:rFonts w:hint="cs"/>
          <w:rtl/>
        </w:rPr>
        <w:t>ه</w:t>
      </w:r>
      <w:r w:rsidRPr="002A72CE">
        <w:rPr>
          <w:rStyle w:val="libArabicChar"/>
          <w:rtl/>
        </w:rPr>
        <w:t xml:space="preserve"> </w:t>
      </w:r>
      <w:r w:rsidR="008B7D24" w:rsidRPr="008B7D24">
        <w:rPr>
          <w:rStyle w:val="libArabicChar"/>
          <w:rtl/>
        </w:rPr>
        <w:t>ساجدين</w:t>
      </w:r>
    </w:p>
    <w:p w:rsidR="001F628F" w:rsidRDefault="001F628F" w:rsidP="002A72CE">
      <w:pPr>
        <w:pStyle w:val="libNormal"/>
        <w:rPr>
          <w:rtl/>
        </w:rPr>
      </w:pPr>
      <w:r>
        <w:rPr>
          <w:rtl/>
        </w:rPr>
        <w:t>14_اذن الہى سے غير خدا كے سامنے سجدہ اور خضوع كرنے كا جائز ہونا _</w:t>
      </w:r>
      <w:r w:rsidRPr="002A72CE">
        <w:rPr>
          <w:rStyle w:val="libArabicChar"/>
          <w:rFonts w:hint="eastAsia"/>
          <w:rtl/>
        </w:rPr>
        <w:t>فقعوا</w:t>
      </w:r>
      <w:r w:rsidRPr="002A72CE">
        <w:rPr>
          <w:rStyle w:val="libArabicChar"/>
          <w:rtl/>
        </w:rPr>
        <w:t xml:space="preserve"> ل</w:t>
      </w:r>
      <w:r w:rsidR="00120F63" w:rsidRPr="00B2551F">
        <w:rPr>
          <w:rStyle w:val="libArabicChar"/>
          <w:rFonts w:hint="cs"/>
          <w:rtl/>
        </w:rPr>
        <w:t>ه</w:t>
      </w:r>
      <w:r w:rsidRPr="002A72CE">
        <w:rPr>
          <w:rStyle w:val="libArabicChar"/>
          <w:rtl/>
        </w:rPr>
        <w:t xml:space="preserve"> </w:t>
      </w:r>
      <w:r w:rsidR="008B7D24" w:rsidRPr="008B7D24">
        <w:rPr>
          <w:rStyle w:val="libArabicChar"/>
          <w:rtl/>
        </w:rPr>
        <w:t>ساجدين</w:t>
      </w:r>
    </w:p>
    <w:p w:rsidR="001F628F" w:rsidRDefault="001F628F" w:rsidP="002A72CE">
      <w:pPr>
        <w:pStyle w:val="libNormal"/>
        <w:rPr>
          <w:rtl/>
        </w:rPr>
      </w:pPr>
      <w:r>
        <w:rPr>
          <w:rtl/>
        </w:rPr>
        <w:t>15_سجدہ احترام و تعظيم كا مظہر ہے_</w:t>
      </w:r>
      <w:r w:rsidRPr="002A72CE">
        <w:rPr>
          <w:rStyle w:val="libArabicChar"/>
          <w:rFonts w:hint="eastAsia"/>
          <w:rtl/>
        </w:rPr>
        <w:t>فقعوا</w:t>
      </w:r>
      <w:r w:rsidRPr="002A72CE">
        <w:rPr>
          <w:rStyle w:val="libArabicChar"/>
          <w:rtl/>
        </w:rPr>
        <w:t xml:space="preserve"> ل</w:t>
      </w:r>
      <w:r w:rsidR="00120F63" w:rsidRPr="00B2551F">
        <w:rPr>
          <w:rStyle w:val="libArabicChar"/>
          <w:rFonts w:hint="cs"/>
          <w:rtl/>
        </w:rPr>
        <w:t>ه</w:t>
      </w:r>
      <w:r w:rsidRPr="002A72CE">
        <w:rPr>
          <w:rStyle w:val="libArabicChar"/>
          <w:rtl/>
        </w:rPr>
        <w:t xml:space="preserve"> </w:t>
      </w:r>
      <w:r w:rsidR="008B7D24" w:rsidRPr="008B7D24">
        <w:rPr>
          <w:rStyle w:val="libArabicChar"/>
          <w:rtl/>
        </w:rPr>
        <w:t>ساجدين</w:t>
      </w:r>
    </w:p>
    <w:p w:rsidR="001F628F" w:rsidRDefault="001F628F" w:rsidP="001F628F">
      <w:pPr>
        <w:pStyle w:val="libNormal"/>
        <w:rPr>
          <w:rtl/>
        </w:rPr>
      </w:pPr>
      <w:r>
        <w:rPr>
          <w:rFonts w:hint="eastAsia"/>
          <w:rtl/>
        </w:rPr>
        <w:t>اس</w:t>
      </w:r>
      <w:r>
        <w:rPr>
          <w:rtl/>
        </w:rPr>
        <w:t xml:space="preserve"> كے باوجود كہ انسان كا احترام كسى اور صورت مي</w:t>
      </w:r>
      <w:r w:rsidR="00083993">
        <w:rPr>
          <w:rtl/>
        </w:rPr>
        <w:t xml:space="preserve">ں </w:t>
      </w:r>
      <w:r>
        <w:rPr>
          <w:rtl/>
        </w:rPr>
        <w:t>بھى ممكن تھاليكن خدا وندمتعال نے انسان كے احترام كے لئے اور تمام موجودات كے درميان اُس كے مقام و منزلت كو بيان كرنےكى خاطر فرشتو</w:t>
      </w:r>
      <w:r w:rsidR="00083993">
        <w:rPr>
          <w:rtl/>
        </w:rPr>
        <w:t xml:space="preserve">ں </w:t>
      </w:r>
      <w:r>
        <w:rPr>
          <w:rtl/>
        </w:rPr>
        <w:t>كو حكم ديا كہ وہ اس كے سامنے سجدے مي</w:t>
      </w:r>
      <w:r w:rsidR="00083993">
        <w:rPr>
          <w:rtl/>
        </w:rPr>
        <w:t xml:space="preserve">ں </w:t>
      </w:r>
      <w:r>
        <w:rPr>
          <w:rtl/>
        </w:rPr>
        <w:t>گر جائي</w:t>
      </w:r>
      <w:r w:rsidR="00083993">
        <w:rPr>
          <w:rtl/>
        </w:rPr>
        <w:t xml:space="preserve">ں </w:t>
      </w:r>
      <w:r>
        <w:rPr>
          <w:rtl/>
        </w:rPr>
        <w:t xml:space="preserve">_يہ اس نكتے كى طرف اشارہ ہے كہ </w:t>
      </w:r>
      <w:r>
        <w:rPr>
          <w:rFonts w:hint="eastAsia"/>
          <w:rtl/>
        </w:rPr>
        <w:t>سجدہ</w:t>
      </w:r>
      <w:r>
        <w:rPr>
          <w:rtl/>
        </w:rPr>
        <w:t xml:space="preserve"> تعظيم كا رمز ومظہر ہے_</w:t>
      </w:r>
    </w:p>
    <w:p w:rsidR="002A72CE" w:rsidRDefault="001E7F9D" w:rsidP="00F73EDE">
      <w:pPr>
        <w:pStyle w:val="libPoemTini"/>
        <w:rPr>
          <w:rtl/>
        </w:rPr>
      </w:pPr>
      <w:r>
        <w:rPr>
          <w:rtl/>
        </w:rPr>
        <w:br w:type="page"/>
      </w:r>
    </w:p>
    <w:p w:rsidR="001F628F" w:rsidRDefault="001F628F" w:rsidP="002A72CE">
      <w:pPr>
        <w:pStyle w:val="libNormal"/>
        <w:rPr>
          <w:rtl/>
        </w:rPr>
      </w:pPr>
      <w:r>
        <w:rPr>
          <w:rtl/>
        </w:rPr>
        <w:lastRenderedPageBreak/>
        <w:t>16_</w:t>
      </w:r>
      <w:r w:rsidRPr="007A0C40">
        <w:rPr>
          <w:rStyle w:val="libArabicChar"/>
          <w:rtl/>
        </w:rPr>
        <w:t>''عن محمد بن مسلم قال:سا لت ا باجعفر</w:t>
      </w:r>
      <w:r w:rsidR="00367F17" w:rsidRPr="00367F17">
        <w:rPr>
          <w:rStyle w:val="libAlaemChar"/>
          <w:rtl/>
        </w:rPr>
        <w:t xml:space="preserve"> عليه‌السلام </w:t>
      </w:r>
      <w:r w:rsidRPr="007A0C40">
        <w:rPr>
          <w:rStyle w:val="libArabicChar"/>
          <w:rtl/>
        </w:rPr>
        <w:t xml:space="preserve"> عن قول الله عزّوجلّ:''ونفخت في</w:t>
      </w:r>
      <w:r w:rsidR="00120F63" w:rsidRPr="00B2551F">
        <w:rPr>
          <w:rStyle w:val="libArabicChar"/>
          <w:rFonts w:hint="cs"/>
          <w:rtl/>
        </w:rPr>
        <w:t>ه</w:t>
      </w:r>
      <w:r w:rsidRPr="007A0C40">
        <w:rPr>
          <w:rStyle w:val="libArabicChar"/>
          <w:rtl/>
        </w:rPr>
        <w:t xml:space="preserve"> </w:t>
      </w:r>
      <w:r w:rsidRPr="007A0C40">
        <w:rPr>
          <w:rStyle w:val="libArabicChar"/>
          <w:rFonts w:hint="cs"/>
          <w:rtl/>
        </w:rPr>
        <w:t>من</w:t>
      </w:r>
      <w:r w:rsidRPr="007A0C40">
        <w:rPr>
          <w:rStyle w:val="libArabicChar"/>
          <w:rtl/>
        </w:rPr>
        <w:t xml:space="preserve"> </w:t>
      </w:r>
      <w:r w:rsidRPr="007A0C40">
        <w:rPr>
          <w:rStyle w:val="libArabicChar"/>
          <w:rFonts w:hint="cs"/>
          <w:rtl/>
        </w:rPr>
        <w:t>روحي</w:t>
      </w:r>
      <w:r w:rsidRPr="007A0C40">
        <w:rPr>
          <w:rStyle w:val="libArabicChar"/>
          <w:rtl/>
        </w:rPr>
        <w:t>''</w:t>
      </w:r>
      <w:r w:rsidRPr="007A0C40">
        <w:rPr>
          <w:rStyle w:val="libArabicChar"/>
          <w:rFonts w:hint="cs"/>
          <w:rtl/>
        </w:rPr>
        <w:t>كيف</w:t>
      </w:r>
      <w:r w:rsidRPr="007A0C40">
        <w:rPr>
          <w:rStyle w:val="libArabicChar"/>
          <w:rtl/>
        </w:rPr>
        <w:t xml:space="preserve"> </w:t>
      </w:r>
      <w:r w:rsidR="00F21947" w:rsidRPr="00B2551F">
        <w:rPr>
          <w:rStyle w:val="libArabicChar"/>
          <w:rFonts w:hint="cs"/>
          <w:rtl/>
        </w:rPr>
        <w:t>ه</w:t>
      </w:r>
      <w:r w:rsidRPr="007A0C40">
        <w:rPr>
          <w:rStyle w:val="libArabicChar"/>
          <w:rFonts w:hint="cs"/>
          <w:rtl/>
        </w:rPr>
        <w:t>ذا</w:t>
      </w:r>
      <w:r w:rsidRPr="007A0C40">
        <w:rPr>
          <w:rStyle w:val="libArabicChar"/>
          <w:rtl/>
        </w:rPr>
        <w:t xml:space="preserve"> </w:t>
      </w:r>
      <w:r w:rsidRPr="007A0C40">
        <w:rPr>
          <w:rStyle w:val="libArabicChar"/>
          <w:rFonts w:hint="cs"/>
          <w:rtl/>
        </w:rPr>
        <w:t>النفخ؟فقال</w:t>
      </w:r>
      <w:r w:rsidRPr="007A0C40">
        <w:rPr>
          <w:rStyle w:val="libArabicChar"/>
          <w:rtl/>
        </w:rPr>
        <w:t>:</w:t>
      </w:r>
      <w:r w:rsidRPr="007A0C40">
        <w:rPr>
          <w:rStyle w:val="libArabicChar"/>
          <w:rFonts w:hint="cs"/>
          <w:rtl/>
        </w:rPr>
        <w:t>ان</w:t>
      </w:r>
      <w:r w:rsidRPr="007A0C40">
        <w:rPr>
          <w:rStyle w:val="libArabicChar"/>
          <w:rtl/>
        </w:rPr>
        <w:t xml:space="preserve"> </w:t>
      </w:r>
      <w:r w:rsidRPr="007A0C40">
        <w:rPr>
          <w:rStyle w:val="libArabicChar"/>
          <w:rFonts w:hint="cs"/>
          <w:rtl/>
        </w:rPr>
        <w:t>الر</w:t>
      </w:r>
      <w:r w:rsidRPr="007A0C40">
        <w:rPr>
          <w:rStyle w:val="libArabicChar"/>
          <w:rtl/>
        </w:rPr>
        <w:t>وح متحرك كالريح وانما سمّى روحاً لا ن</w:t>
      </w:r>
      <w:r w:rsidR="00120F63" w:rsidRPr="00B2551F">
        <w:rPr>
          <w:rStyle w:val="libArabicChar"/>
          <w:rFonts w:hint="cs"/>
          <w:rtl/>
        </w:rPr>
        <w:t>ه</w:t>
      </w:r>
      <w:r w:rsidRPr="007A0C40">
        <w:rPr>
          <w:rStyle w:val="libArabicChar"/>
          <w:rtl/>
        </w:rPr>
        <w:t xml:space="preserve"> </w:t>
      </w:r>
      <w:r w:rsidRPr="007A0C40">
        <w:rPr>
          <w:rStyle w:val="libArabicChar"/>
          <w:rFonts w:hint="cs"/>
          <w:rtl/>
        </w:rPr>
        <w:t>اشتق</w:t>
      </w:r>
      <w:r w:rsidRPr="007A0C40">
        <w:rPr>
          <w:rStyle w:val="libArabicChar"/>
          <w:rtl/>
        </w:rPr>
        <w:t xml:space="preserve"> </w:t>
      </w:r>
      <w:r w:rsidRPr="007A0C40">
        <w:rPr>
          <w:rStyle w:val="libArabicChar"/>
          <w:rFonts w:hint="cs"/>
          <w:rtl/>
        </w:rPr>
        <w:t>اسم</w:t>
      </w:r>
      <w:r w:rsidR="00120F63" w:rsidRPr="00B2551F">
        <w:rPr>
          <w:rStyle w:val="libArabicChar"/>
          <w:rFonts w:hint="cs"/>
          <w:rtl/>
        </w:rPr>
        <w:t>ه</w:t>
      </w:r>
      <w:r w:rsidRPr="007A0C40">
        <w:rPr>
          <w:rStyle w:val="libArabicChar"/>
          <w:rtl/>
        </w:rPr>
        <w:t xml:space="preserve"> </w:t>
      </w:r>
      <w:r w:rsidRPr="007A0C40">
        <w:rPr>
          <w:rStyle w:val="libArabicChar"/>
          <w:rFonts w:hint="cs"/>
          <w:rtl/>
        </w:rPr>
        <w:t>من</w:t>
      </w:r>
      <w:r w:rsidRPr="007A0C40">
        <w:rPr>
          <w:rStyle w:val="libArabicChar"/>
          <w:rtl/>
        </w:rPr>
        <w:t xml:space="preserve"> </w:t>
      </w:r>
      <w:r w:rsidRPr="007A0C40">
        <w:rPr>
          <w:rStyle w:val="libArabicChar"/>
          <w:rFonts w:hint="cs"/>
          <w:rtl/>
        </w:rPr>
        <w:t>الريح</w:t>
      </w:r>
      <w:r w:rsidRPr="007A0C40">
        <w:rPr>
          <w:rStyle w:val="libArabicChar"/>
          <w:rtl/>
        </w:rPr>
        <w:t xml:space="preserve"> ... </w:t>
      </w:r>
      <w:r w:rsidRPr="007A0C40">
        <w:rPr>
          <w:rStyle w:val="libArabicChar"/>
          <w:rFonts w:hint="cs"/>
          <w:rtl/>
        </w:rPr>
        <w:t>لا</w:t>
      </w:r>
      <w:r w:rsidRPr="007A0C40">
        <w:rPr>
          <w:rStyle w:val="libArabicChar"/>
          <w:rtl/>
        </w:rPr>
        <w:t xml:space="preserve"> </w:t>
      </w:r>
      <w:r w:rsidRPr="007A0C40">
        <w:rPr>
          <w:rStyle w:val="libArabicChar"/>
          <w:rFonts w:hint="cs"/>
          <w:rtl/>
        </w:rPr>
        <w:t>ن</w:t>
      </w:r>
      <w:r w:rsidRPr="007A0C40">
        <w:rPr>
          <w:rStyle w:val="libArabicChar"/>
          <w:rtl/>
        </w:rPr>
        <w:t xml:space="preserve"> </w:t>
      </w:r>
      <w:r w:rsidRPr="007A0C40">
        <w:rPr>
          <w:rStyle w:val="libArabicChar"/>
          <w:rFonts w:hint="cs"/>
          <w:rtl/>
        </w:rPr>
        <w:t>الروح</w:t>
      </w:r>
      <w:r w:rsidRPr="007A0C40">
        <w:rPr>
          <w:rStyle w:val="libArabicChar"/>
          <w:rtl/>
        </w:rPr>
        <w:t xml:space="preserve"> </w:t>
      </w:r>
      <w:r w:rsidRPr="007A0C40">
        <w:rPr>
          <w:rStyle w:val="libArabicChar"/>
          <w:rFonts w:hint="cs"/>
          <w:rtl/>
        </w:rPr>
        <w:t>مجانس</w:t>
      </w:r>
      <w:r w:rsidRPr="007A0C40">
        <w:rPr>
          <w:rStyle w:val="libArabicChar"/>
          <w:rtl/>
        </w:rPr>
        <w:t xml:space="preserve"> </w:t>
      </w:r>
      <w:r w:rsidRPr="007A0C40">
        <w:rPr>
          <w:rStyle w:val="libArabicChar"/>
          <w:rFonts w:hint="cs"/>
          <w:rtl/>
        </w:rPr>
        <w:t>للريح</w:t>
      </w:r>
      <w:r w:rsidRPr="007A0C40">
        <w:rPr>
          <w:rStyle w:val="libArabicChar"/>
          <w:rtl/>
        </w:rPr>
        <w:t xml:space="preserve"> </w:t>
      </w:r>
      <w:r w:rsidRPr="007A0C40">
        <w:rPr>
          <w:rStyle w:val="libArabicChar"/>
          <w:rFonts w:hint="cs"/>
          <w:rtl/>
        </w:rPr>
        <w:t>وانما</w:t>
      </w:r>
      <w:r w:rsidRPr="007A0C40">
        <w:rPr>
          <w:rStyle w:val="libArabicChar"/>
          <w:rtl/>
        </w:rPr>
        <w:t xml:space="preserve"> </w:t>
      </w:r>
      <w:r w:rsidRPr="007A0C40">
        <w:rPr>
          <w:rStyle w:val="libArabicChar"/>
          <w:rFonts w:hint="cs"/>
          <w:rtl/>
        </w:rPr>
        <w:t>اضاف</w:t>
      </w:r>
      <w:r w:rsidR="00120F63" w:rsidRPr="00B2551F">
        <w:rPr>
          <w:rStyle w:val="libArabicChar"/>
          <w:rFonts w:hint="cs"/>
          <w:rtl/>
        </w:rPr>
        <w:t>ه</w:t>
      </w:r>
      <w:r w:rsidRPr="007A0C40">
        <w:rPr>
          <w:rStyle w:val="libArabicChar"/>
          <w:rtl/>
        </w:rPr>
        <w:t xml:space="preserve"> </w:t>
      </w:r>
      <w:r w:rsidRPr="007A0C40">
        <w:rPr>
          <w:rStyle w:val="libArabicChar"/>
          <w:rFonts w:hint="cs"/>
          <w:rtl/>
        </w:rPr>
        <w:t>الى</w:t>
      </w:r>
      <w:r w:rsidRPr="007A0C40">
        <w:rPr>
          <w:rStyle w:val="libArabicChar"/>
          <w:rtl/>
        </w:rPr>
        <w:t xml:space="preserve"> </w:t>
      </w:r>
      <w:r w:rsidRPr="007A0C40">
        <w:rPr>
          <w:rStyle w:val="libArabicChar"/>
          <w:rFonts w:hint="cs"/>
          <w:rtl/>
        </w:rPr>
        <w:t>نفس</w:t>
      </w:r>
      <w:r w:rsidR="00120F63" w:rsidRPr="00B2551F">
        <w:rPr>
          <w:rStyle w:val="libArabicChar"/>
          <w:rFonts w:hint="cs"/>
          <w:rtl/>
        </w:rPr>
        <w:t>ه</w:t>
      </w:r>
      <w:r w:rsidRPr="007A0C40">
        <w:rPr>
          <w:rStyle w:val="libArabicChar"/>
          <w:rtl/>
        </w:rPr>
        <w:t xml:space="preserve"> </w:t>
      </w:r>
      <w:r w:rsidRPr="007A0C40">
        <w:rPr>
          <w:rStyle w:val="libArabicChar"/>
          <w:rFonts w:hint="cs"/>
          <w:rtl/>
        </w:rPr>
        <w:t>لا</w:t>
      </w:r>
      <w:r w:rsidRPr="007A0C40">
        <w:rPr>
          <w:rStyle w:val="libArabicChar"/>
          <w:rtl/>
        </w:rPr>
        <w:t xml:space="preserve"> </w:t>
      </w:r>
      <w:r w:rsidRPr="007A0C40">
        <w:rPr>
          <w:rStyle w:val="libArabicChar"/>
          <w:rFonts w:hint="cs"/>
          <w:rtl/>
        </w:rPr>
        <w:t>ن</w:t>
      </w:r>
      <w:r w:rsidR="00120F63" w:rsidRPr="00B2551F">
        <w:rPr>
          <w:rStyle w:val="libArabicChar"/>
          <w:rFonts w:hint="cs"/>
          <w:rtl/>
        </w:rPr>
        <w:t>ه</w:t>
      </w:r>
      <w:r w:rsidRPr="007A0C40">
        <w:rPr>
          <w:rStyle w:val="libArabicChar"/>
          <w:rtl/>
        </w:rPr>
        <w:t xml:space="preserve"> </w:t>
      </w:r>
      <w:r w:rsidRPr="007A0C40">
        <w:rPr>
          <w:rStyle w:val="libArabicChar"/>
          <w:rFonts w:hint="cs"/>
          <w:rtl/>
        </w:rPr>
        <w:t>اصطفا</w:t>
      </w:r>
      <w:r w:rsidR="00120F63" w:rsidRPr="00B2551F">
        <w:rPr>
          <w:rStyle w:val="libArabicChar"/>
          <w:rFonts w:hint="cs"/>
          <w:rtl/>
        </w:rPr>
        <w:t>ه</w:t>
      </w:r>
      <w:r w:rsidRPr="007A0C40">
        <w:rPr>
          <w:rStyle w:val="libArabicChar"/>
          <w:rtl/>
        </w:rPr>
        <w:t xml:space="preserve"> </w:t>
      </w:r>
      <w:r w:rsidRPr="007A0C40">
        <w:rPr>
          <w:rStyle w:val="libArabicChar"/>
          <w:rFonts w:hint="cs"/>
          <w:rtl/>
        </w:rPr>
        <w:t>على</w:t>
      </w:r>
      <w:r w:rsidRPr="007A0C40">
        <w:rPr>
          <w:rStyle w:val="libArabicChar"/>
          <w:rtl/>
        </w:rPr>
        <w:t xml:space="preserve"> </w:t>
      </w:r>
      <w:r w:rsidRPr="007A0C40">
        <w:rPr>
          <w:rStyle w:val="libArabicChar"/>
          <w:rFonts w:hint="cs"/>
          <w:rtl/>
        </w:rPr>
        <w:t>سائر</w:t>
      </w:r>
      <w:r w:rsidRPr="007A0C40">
        <w:rPr>
          <w:rStyle w:val="libArabicChar"/>
          <w:rtl/>
        </w:rPr>
        <w:t xml:space="preserve"> </w:t>
      </w:r>
      <w:r w:rsidRPr="007A0C40">
        <w:rPr>
          <w:rStyle w:val="libArabicChar"/>
          <w:rFonts w:hint="cs"/>
          <w:rtl/>
        </w:rPr>
        <w:t>الا</w:t>
      </w:r>
      <w:r w:rsidRPr="007A0C40">
        <w:rPr>
          <w:rStyle w:val="libArabicChar"/>
          <w:rtl/>
        </w:rPr>
        <w:t xml:space="preserve"> </w:t>
      </w:r>
      <w:r w:rsidRPr="007A0C40">
        <w:rPr>
          <w:rStyle w:val="libArabicChar"/>
          <w:rFonts w:hint="cs"/>
          <w:rtl/>
        </w:rPr>
        <w:t>رواح</w:t>
      </w:r>
      <w:r w:rsidRPr="007A0C40">
        <w:rPr>
          <w:rStyle w:val="libArabicChar"/>
          <w:rtl/>
        </w:rPr>
        <w:t xml:space="preserve"> </w:t>
      </w:r>
      <w:r w:rsidRPr="007A0C40">
        <w:rPr>
          <w:rStyle w:val="libArabicChar"/>
          <w:rFonts w:hint="cs"/>
          <w:rtl/>
        </w:rPr>
        <w:t>كما</w:t>
      </w:r>
      <w:r w:rsidRPr="007A0C40">
        <w:rPr>
          <w:rStyle w:val="libArabicChar"/>
          <w:rtl/>
        </w:rPr>
        <w:t xml:space="preserve"> </w:t>
      </w:r>
      <w:r w:rsidRPr="007A0C40">
        <w:rPr>
          <w:rStyle w:val="libArabicChar"/>
          <w:rFonts w:hint="cs"/>
          <w:rtl/>
        </w:rPr>
        <w:t>اصطفى</w:t>
      </w:r>
      <w:r w:rsidRPr="007A0C40">
        <w:rPr>
          <w:rStyle w:val="libArabicChar"/>
          <w:rtl/>
        </w:rPr>
        <w:t xml:space="preserve"> </w:t>
      </w:r>
      <w:r w:rsidRPr="007A0C40">
        <w:rPr>
          <w:rStyle w:val="libArabicChar"/>
          <w:rFonts w:hint="eastAsia"/>
          <w:rtl/>
        </w:rPr>
        <w:t>بيتاً</w:t>
      </w:r>
      <w:r w:rsidRPr="007A0C40">
        <w:rPr>
          <w:rStyle w:val="libArabicChar"/>
          <w:rtl/>
        </w:rPr>
        <w:t xml:space="preserve"> من البيوت_فقال:بيتي ...وكل ذلك مخلوق مصنوع محدث مربوب مدبر;</w:t>
      </w:r>
      <w:r>
        <w:rPr>
          <w:rtl/>
        </w:rPr>
        <w:t xml:space="preserve"> </w:t>
      </w:r>
      <w:r w:rsidRPr="007A0C40">
        <w:rPr>
          <w:rStyle w:val="libFootnotenumChar"/>
          <w:rtl/>
        </w:rPr>
        <w:t>(1)</w:t>
      </w:r>
      <w:r>
        <w:rPr>
          <w:rtl/>
        </w:rPr>
        <w:t>محمد بن مسلم كہتے ہي</w:t>
      </w:r>
      <w:r w:rsidR="00083993">
        <w:rPr>
          <w:rtl/>
        </w:rPr>
        <w:t xml:space="preserve">ں </w:t>
      </w:r>
      <w:r>
        <w:rPr>
          <w:rtl/>
        </w:rPr>
        <w:t>كہ مي</w:t>
      </w:r>
      <w:r w:rsidR="00083993">
        <w:rPr>
          <w:rtl/>
        </w:rPr>
        <w:t xml:space="preserve">ں </w:t>
      </w:r>
      <w:r>
        <w:rPr>
          <w:rtl/>
        </w:rPr>
        <w:t>نے امام محمد باقر</w:t>
      </w:r>
      <w:r w:rsidR="00367F17" w:rsidRPr="00367F17">
        <w:rPr>
          <w:rStyle w:val="libAlaemChar"/>
          <w:rtl/>
        </w:rPr>
        <w:t xml:space="preserve"> عليه‌السلام </w:t>
      </w:r>
      <w:r>
        <w:rPr>
          <w:rtl/>
        </w:rPr>
        <w:t xml:space="preserve"> سے خدا وند عزوجل كے كلام '' ونفخت فيہ من روحى ''كے بارے مي</w:t>
      </w:r>
      <w:r w:rsidR="00083993">
        <w:rPr>
          <w:rtl/>
        </w:rPr>
        <w:t xml:space="preserve">ں </w:t>
      </w:r>
      <w:r>
        <w:rPr>
          <w:rtl/>
        </w:rPr>
        <w:t>پوچھا كہ يہ نفخ (پھونكنا ) كيسے ہے؟اپ</w:t>
      </w:r>
      <w:r w:rsidR="00367F17" w:rsidRPr="00367F17">
        <w:rPr>
          <w:rStyle w:val="libAlaemChar"/>
          <w:rtl/>
        </w:rPr>
        <w:t xml:space="preserve"> عليه‌السلام </w:t>
      </w:r>
      <w:r>
        <w:rPr>
          <w:rtl/>
        </w:rPr>
        <w:t xml:space="preserve"> نے فرمايا:روح ،ہوا كى طرح متحرك ہے ا</w:t>
      </w:r>
      <w:r>
        <w:rPr>
          <w:rFonts w:hint="eastAsia"/>
          <w:rtl/>
        </w:rPr>
        <w:t>ور</w:t>
      </w:r>
      <w:r>
        <w:rPr>
          <w:rtl/>
        </w:rPr>
        <w:t xml:space="preserve"> اسے روح كہنا صحيح ہے چونكہ اُس كا نام ريح (ہوا) سے مشتق ہے _كيونكہ روح اور ريح (ہوا) ہم جنس ہي</w:t>
      </w:r>
      <w:r w:rsidR="00083993">
        <w:rPr>
          <w:rtl/>
        </w:rPr>
        <w:t xml:space="preserve">ں </w:t>
      </w:r>
      <w:r>
        <w:rPr>
          <w:rtl/>
        </w:rPr>
        <w:t>_اور اس روح كو خدائے ساتھ نسبت دينے كى علت يہ ہے كہ اس روح كو تمام ارواح مي</w:t>
      </w:r>
      <w:r w:rsidR="00083993">
        <w:rPr>
          <w:rtl/>
        </w:rPr>
        <w:t xml:space="preserve">ں </w:t>
      </w:r>
      <w:r>
        <w:rPr>
          <w:rtl/>
        </w:rPr>
        <w:t>سے بر گزيدہ( منتخب) كيا گيا ہے جيسا كہ اُس نے گھرو</w:t>
      </w:r>
      <w:r w:rsidR="00083993">
        <w:rPr>
          <w:rtl/>
        </w:rPr>
        <w:t xml:space="preserve">ں </w:t>
      </w:r>
      <w:r>
        <w:rPr>
          <w:rtl/>
        </w:rPr>
        <w:t>مي</w:t>
      </w:r>
      <w:r w:rsidR="00083993">
        <w:rPr>
          <w:rtl/>
        </w:rPr>
        <w:t xml:space="preserve">ں </w:t>
      </w:r>
      <w:r>
        <w:rPr>
          <w:rtl/>
        </w:rPr>
        <w:t xml:space="preserve">سے ايك گھر كو منتخب كيا </w:t>
      </w:r>
      <w:r>
        <w:rPr>
          <w:rFonts w:hint="eastAsia"/>
          <w:rtl/>
        </w:rPr>
        <w:t>ہے</w:t>
      </w:r>
      <w:r>
        <w:rPr>
          <w:rtl/>
        </w:rPr>
        <w:t xml:space="preserve"> اور فرمايا ہے :''بيتى ''(ميرا گھر)__اور يہ سب چيزي</w:t>
      </w:r>
      <w:r w:rsidR="00083993">
        <w:rPr>
          <w:rtl/>
        </w:rPr>
        <w:t xml:space="preserve">ں </w:t>
      </w:r>
      <w:r>
        <w:rPr>
          <w:rtl/>
        </w:rPr>
        <w:t>اسكى مخلوق ،اس كى بنائي ہوئي اور اس كى ايجاد كى ہوئي ہي</w:t>
      </w:r>
      <w:r w:rsidR="00083993">
        <w:rPr>
          <w:rtl/>
        </w:rPr>
        <w:t xml:space="preserve">ں </w:t>
      </w:r>
      <w:r>
        <w:rPr>
          <w:rtl/>
        </w:rPr>
        <w:t>وہى ان كى تربيت كرتا ہے اور وہى ان كى تدبير فرماتاہے_</w:t>
      </w:r>
    </w:p>
    <w:p w:rsidR="001F628F" w:rsidRDefault="001F628F" w:rsidP="001F628F">
      <w:pPr>
        <w:pStyle w:val="libNormal"/>
        <w:rPr>
          <w:rtl/>
        </w:rPr>
      </w:pPr>
      <w:r>
        <w:rPr>
          <w:rtl/>
        </w:rPr>
        <w:t>17_</w:t>
      </w:r>
      <w:r w:rsidRPr="007A0C40">
        <w:rPr>
          <w:rStyle w:val="libArabicChar"/>
          <w:rtl/>
        </w:rPr>
        <w:t xml:space="preserve">''عن ا بى عبدالله </w:t>
      </w:r>
      <w:r w:rsidR="00367F17" w:rsidRPr="00367F17">
        <w:rPr>
          <w:rStyle w:val="libAlaemChar"/>
          <w:rtl/>
        </w:rPr>
        <w:t xml:space="preserve"> عليه‌السلام </w:t>
      </w:r>
      <w:r w:rsidRPr="007A0C40">
        <w:rPr>
          <w:rStyle w:val="libArabicChar"/>
          <w:rtl/>
        </w:rPr>
        <w:t xml:space="preserve"> فى قول</w:t>
      </w:r>
      <w:r w:rsidR="00120F63" w:rsidRPr="00B2551F">
        <w:rPr>
          <w:rStyle w:val="libArabicChar"/>
          <w:rFonts w:hint="cs"/>
          <w:rtl/>
        </w:rPr>
        <w:t>ه</w:t>
      </w:r>
      <w:r w:rsidRPr="007A0C40">
        <w:rPr>
          <w:rStyle w:val="libArabicChar"/>
          <w:rtl/>
        </w:rPr>
        <w:t xml:space="preserve"> </w:t>
      </w:r>
      <w:r w:rsidRPr="007A0C40">
        <w:rPr>
          <w:rStyle w:val="libArabicChar"/>
          <w:rFonts w:hint="cs"/>
          <w:rtl/>
        </w:rPr>
        <w:t>عزّوجلّ</w:t>
      </w:r>
      <w:r w:rsidRPr="007A0C40">
        <w:rPr>
          <w:rStyle w:val="libArabicChar"/>
          <w:rtl/>
        </w:rPr>
        <w:t>: ''</w:t>
      </w:r>
      <w:r w:rsidRPr="007A0C40">
        <w:rPr>
          <w:rStyle w:val="libArabicChar"/>
          <w:rFonts w:hint="cs"/>
          <w:rtl/>
        </w:rPr>
        <w:t>فاذا</w:t>
      </w:r>
      <w:r w:rsidRPr="007A0C40">
        <w:rPr>
          <w:rStyle w:val="libArabicChar"/>
          <w:rtl/>
        </w:rPr>
        <w:t xml:space="preserve"> </w:t>
      </w:r>
      <w:r w:rsidRPr="007A0C40">
        <w:rPr>
          <w:rStyle w:val="libArabicChar"/>
          <w:rFonts w:hint="cs"/>
          <w:rtl/>
        </w:rPr>
        <w:t>سوّيت</w:t>
      </w:r>
      <w:r w:rsidR="00120F63" w:rsidRPr="00B2551F">
        <w:rPr>
          <w:rStyle w:val="libArabicChar"/>
          <w:rFonts w:hint="cs"/>
          <w:rtl/>
        </w:rPr>
        <w:t>ه</w:t>
      </w:r>
      <w:r w:rsidRPr="007A0C40">
        <w:rPr>
          <w:rStyle w:val="libArabicChar"/>
          <w:rtl/>
        </w:rPr>
        <w:t xml:space="preserve"> </w:t>
      </w:r>
      <w:r w:rsidRPr="007A0C40">
        <w:rPr>
          <w:rStyle w:val="libArabicChar"/>
          <w:rFonts w:hint="cs"/>
          <w:rtl/>
        </w:rPr>
        <w:t>ونفخت</w:t>
      </w:r>
      <w:r w:rsidRPr="007A0C40">
        <w:rPr>
          <w:rStyle w:val="libArabicChar"/>
          <w:rtl/>
        </w:rPr>
        <w:t xml:space="preserve"> </w:t>
      </w:r>
      <w:r w:rsidRPr="007A0C40">
        <w:rPr>
          <w:rStyle w:val="libArabicChar"/>
          <w:rFonts w:hint="cs"/>
          <w:rtl/>
        </w:rPr>
        <w:t>في</w:t>
      </w:r>
      <w:r w:rsidR="00120F63" w:rsidRPr="00B2551F">
        <w:rPr>
          <w:rStyle w:val="libArabicChar"/>
          <w:rFonts w:hint="cs"/>
          <w:rtl/>
        </w:rPr>
        <w:t>ه</w:t>
      </w:r>
      <w:r w:rsidRPr="007A0C40">
        <w:rPr>
          <w:rStyle w:val="libArabicChar"/>
          <w:rtl/>
        </w:rPr>
        <w:t xml:space="preserve"> </w:t>
      </w:r>
      <w:r w:rsidRPr="007A0C40">
        <w:rPr>
          <w:rStyle w:val="libArabicChar"/>
          <w:rFonts w:hint="cs"/>
          <w:rtl/>
        </w:rPr>
        <w:t>من</w:t>
      </w:r>
      <w:r w:rsidRPr="007A0C40">
        <w:rPr>
          <w:rStyle w:val="libArabicChar"/>
          <w:rtl/>
        </w:rPr>
        <w:t xml:space="preserve"> </w:t>
      </w:r>
      <w:r w:rsidRPr="007A0C40">
        <w:rPr>
          <w:rStyle w:val="libArabicChar"/>
          <w:rFonts w:hint="cs"/>
          <w:rtl/>
        </w:rPr>
        <w:t>روحي</w:t>
      </w:r>
      <w:r w:rsidRPr="007A0C40">
        <w:rPr>
          <w:rStyle w:val="libArabicChar"/>
          <w:rtl/>
        </w:rPr>
        <w:t xml:space="preserve">'' </w:t>
      </w:r>
      <w:r w:rsidRPr="007A0C40">
        <w:rPr>
          <w:rStyle w:val="libArabicChar"/>
          <w:rFonts w:hint="cs"/>
          <w:rtl/>
        </w:rPr>
        <w:t>قال</w:t>
      </w:r>
      <w:r w:rsidRPr="007A0C40">
        <w:rPr>
          <w:rStyle w:val="libArabicChar"/>
          <w:rtl/>
        </w:rPr>
        <w:t>:</w:t>
      </w:r>
      <w:r w:rsidRPr="007A0C40">
        <w:rPr>
          <w:rStyle w:val="libArabicChar"/>
          <w:rFonts w:hint="cs"/>
          <w:rtl/>
        </w:rPr>
        <w:t>ان</w:t>
      </w:r>
      <w:r w:rsidRPr="007A0C40">
        <w:rPr>
          <w:rStyle w:val="libArabicChar"/>
          <w:rtl/>
        </w:rPr>
        <w:t xml:space="preserve"> </w:t>
      </w:r>
      <w:r w:rsidRPr="007A0C40">
        <w:rPr>
          <w:rStyle w:val="libArabicChar"/>
          <w:rFonts w:hint="cs"/>
          <w:rtl/>
        </w:rPr>
        <w:t>الله</w:t>
      </w:r>
      <w:r w:rsidRPr="007A0C40">
        <w:rPr>
          <w:rStyle w:val="libArabicChar"/>
          <w:rtl/>
        </w:rPr>
        <w:t xml:space="preserve"> </w:t>
      </w:r>
      <w:r w:rsidRPr="007A0C40">
        <w:rPr>
          <w:rStyle w:val="libArabicChar"/>
          <w:rFonts w:hint="cs"/>
          <w:rtl/>
        </w:rPr>
        <w:t>عزّوجلّ</w:t>
      </w:r>
      <w:r w:rsidRPr="007A0C40">
        <w:rPr>
          <w:rStyle w:val="libArabicChar"/>
          <w:rtl/>
        </w:rPr>
        <w:t xml:space="preserve"> </w:t>
      </w:r>
      <w:r w:rsidRPr="007A0C40">
        <w:rPr>
          <w:rStyle w:val="libArabicChar"/>
          <w:rFonts w:hint="cs"/>
          <w:rtl/>
        </w:rPr>
        <w:t>خلق</w:t>
      </w:r>
      <w:r w:rsidRPr="007A0C40">
        <w:rPr>
          <w:rStyle w:val="libArabicChar"/>
          <w:rtl/>
        </w:rPr>
        <w:t xml:space="preserve"> </w:t>
      </w:r>
      <w:r w:rsidRPr="007A0C40">
        <w:rPr>
          <w:rStyle w:val="libArabicChar"/>
          <w:rFonts w:hint="cs"/>
          <w:rtl/>
        </w:rPr>
        <w:t>خلقاً</w:t>
      </w:r>
      <w:r w:rsidRPr="007A0C40">
        <w:rPr>
          <w:rStyle w:val="libArabicChar"/>
          <w:rtl/>
        </w:rPr>
        <w:t xml:space="preserve"> </w:t>
      </w:r>
      <w:r w:rsidRPr="007A0C40">
        <w:rPr>
          <w:rStyle w:val="libArabicChar"/>
          <w:rFonts w:hint="cs"/>
          <w:rtl/>
        </w:rPr>
        <w:t>وخلق</w:t>
      </w:r>
      <w:r w:rsidRPr="007A0C40">
        <w:rPr>
          <w:rStyle w:val="libArabicChar"/>
          <w:rtl/>
        </w:rPr>
        <w:t xml:space="preserve"> </w:t>
      </w:r>
      <w:r w:rsidRPr="007A0C40">
        <w:rPr>
          <w:rStyle w:val="libArabicChar"/>
          <w:rFonts w:hint="cs"/>
          <w:rtl/>
        </w:rPr>
        <w:t>روحاً</w:t>
      </w:r>
      <w:r w:rsidRPr="007A0C40">
        <w:rPr>
          <w:rStyle w:val="libArabicChar"/>
          <w:rtl/>
        </w:rPr>
        <w:t xml:space="preserve"> </w:t>
      </w:r>
      <w:r w:rsidRPr="007A0C40">
        <w:rPr>
          <w:rStyle w:val="libArabicChar"/>
          <w:rFonts w:hint="cs"/>
          <w:rtl/>
        </w:rPr>
        <w:t>ثم</w:t>
      </w:r>
      <w:r w:rsidRPr="007A0C40">
        <w:rPr>
          <w:rStyle w:val="libArabicChar"/>
          <w:rtl/>
        </w:rPr>
        <w:t xml:space="preserve"> </w:t>
      </w:r>
      <w:r w:rsidRPr="007A0C40">
        <w:rPr>
          <w:rStyle w:val="libArabicChar"/>
          <w:rFonts w:hint="cs"/>
          <w:rtl/>
        </w:rPr>
        <w:t>ا</w:t>
      </w:r>
      <w:r w:rsidRPr="007A0C40">
        <w:rPr>
          <w:rStyle w:val="libArabicChar"/>
          <w:rtl/>
        </w:rPr>
        <w:t xml:space="preserve"> </w:t>
      </w:r>
      <w:r w:rsidRPr="007A0C40">
        <w:rPr>
          <w:rStyle w:val="libArabicChar"/>
          <w:rFonts w:hint="cs"/>
          <w:rtl/>
        </w:rPr>
        <w:t>مر</w:t>
      </w:r>
      <w:r w:rsidRPr="007A0C40">
        <w:rPr>
          <w:rStyle w:val="libArabicChar"/>
          <w:rtl/>
        </w:rPr>
        <w:t xml:space="preserve"> </w:t>
      </w:r>
      <w:r w:rsidRPr="007A0C40">
        <w:rPr>
          <w:rStyle w:val="libArabicChar"/>
          <w:rFonts w:hint="cs"/>
          <w:rtl/>
        </w:rPr>
        <w:t>ملكاً</w:t>
      </w:r>
      <w:r w:rsidRPr="007A0C40">
        <w:rPr>
          <w:rStyle w:val="libArabicChar"/>
          <w:rtl/>
        </w:rPr>
        <w:t xml:space="preserve"> </w:t>
      </w:r>
      <w:r w:rsidRPr="007A0C40">
        <w:rPr>
          <w:rStyle w:val="libArabicChar"/>
          <w:rFonts w:hint="cs"/>
          <w:rtl/>
        </w:rPr>
        <w:t>فنفخ</w:t>
      </w:r>
      <w:r w:rsidRPr="007A0C40">
        <w:rPr>
          <w:rStyle w:val="libArabicChar"/>
          <w:rtl/>
        </w:rPr>
        <w:t xml:space="preserve"> </w:t>
      </w:r>
      <w:r w:rsidRPr="007A0C40">
        <w:rPr>
          <w:rStyle w:val="libArabicChar"/>
          <w:rFonts w:hint="cs"/>
          <w:rtl/>
        </w:rPr>
        <w:t>في</w:t>
      </w:r>
      <w:r w:rsidR="00120F63" w:rsidRPr="00B2551F">
        <w:rPr>
          <w:rStyle w:val="libArabicChar"/>
          <w:rFonts w:hint="cs"/>
          <w:rtl/>
        </w:rPr>
        <w:t>ه</w:t>
      </w:r>
      <w:r w:rsidRPr="007A0C40">
        <w:rPr>
          <w:rStyle w:val="libArabicChar"/>
          <w:rtl/>
        </w:rPr>
        <w:t xml:space="preserve"> </w:t>
      </w:r>
      <w:r>
        <w:rPr>
          <w:rtl/>
        </w:rPr>
        <w:t xml:space="preserve">...; </w:t>
      </w:r>
      <w:r w:rsidRPr="007A0C40">
        <w:rPr>
          <w:rStyle w:val="libFootnotenumChar"/>
          <w:rtl/>
        </w:rPr>
        <w:t xml:space="preserve">(2) </w:t>
      </w:r>
      <w:r>
        <w:rPr>
          <w:rtl/>
        </w:rPr>
        <w:t>حضرت امام صادق عليہ السلام سے خداوندعزوجل كے كلام :''''فاذا سوّيتہ ونفخت فيہ من روحي'' كے بارے مي</w:t>
      </w:r>
      <w:r w:rsidR="00083993">
        <w:rPr>
          <w:rtl/>
        </w:rPr>
        <w:t xml:space="preserve">ں </w:t>
      </w:r>
      <w:r>
        <w:rPr>
          <w:rtl/>
        </w:rPr>
        <w:t>منقول ہے كہ اپ</w:t>
      </w:r>
      <w:r w:rsidR="00367F17" w:rsidRPr="00367F17">
        <w:rPr>
          <w:rStyle w:val="libAlaemChar"/>
          <w:rtl/>
        </w:rPr>
        <w:t xml:space="preserve"> عليه‌السلام </w:t>
      </w:r>
      <w:r>
        <w:rPr>
          <w:rtl/>
        </w:rPr>
        <w:t xml:space="preserve"> نے فرمايا:بتحقيق خدا وند عزوجل نے ايك بدن اور ايك روح كو خلق فرمايا اور پھر ايك فرشتے كو حكم ديا كہ وہ اس مي</w:t>
      </w:r>
      <w:r w:rsidR="00083993">
        <w:rPr>
          <w:rtl/>
        </w:rPr>
        <w:t xml:space="preserve">ں </w:t>
      </w:r>
      <w:r>
        <w:rPr>
          <w:rtl/>
        </w:rPr>
        <w:t>روح پھونك دے ...''</w:t>
      </w:r>
    </w:p>
    <w:p w:rsidR="001F628F" w:rsidRDefault="001F628F" w:rsidP="001F628F">
      <w:pPr>
        <w:pStyle w:val="libNormal"/>
        <w:rPr>
          <w:rtl/>
        </w:rPr>
      </w:pPr>
      <w:r>
        <w:rPr>
          <w:rtl/>
        </w:rPr>
        <w:t>18_</w:t>
      </w:r>
      <w:r w:rsidRPr="007A0C40">
        <w:rPr>
          <w:rStyle w:val="libArabicChar"/>
          <w:rtl/>
        </w:rPr>
        <w:t>''سماعة عن</w:t>
      </w:r>
      <w:r w:rsidR="00120F63" w:rsidRPr="00B2551F">
        <w:rPr>
          <w:rStyle w:val="libArabicChar"/>
          <w:rFonts w:hint="cs"/>
          <w:rtl/>
        </w:rPr>
        <w:t>ه</w:t>
      </w:r>
      <w:r w:rsidRPr="007A0C40">
        <w:rPr>
          <w:rStyle w:val="libArabicChar"/>
          <w:rtl/>
        </w:rPr>
        <w:t>(</w:t>
      </w:r>
      <w:r w:rsidRPr="007A0C40">
        <w:rPr>
          <w:rStyle w:val="libArabicChar"/>
          <w:rFonts w:hint="cs"/>
          <w:rtl/>
        </w:rPr>
        <w:t>الصادق</w:t>
      </w:r>
      <w:r w:rsidRPr="007A0C40">
        <w:rPr>
          <w:rStyle w:val="libArabicChar"/>
          <w:rtl/>
        </w:rPr>
        <w:t>(</w:t>
      </w:r>
      <w:r w:rsidRPr="007A0C40">
        <w:rPr>
          <w:rStyle w:val="libArabicChar"/>
          <w:rFonts w:hint="cs"/>
          <w:rtl/>
        </w:rPr>
        <w:t>ع</w:t>
      </w:r>
      <w:r w:rsidRPr="007A0C40">
        <w:rPr>
          <w:rStyle w:val="libArabicChar"/>
          <w:rtl/>
        </w:rPr>
        <w:t>'' ...</w:t>
      </w:r>
      <w:r w:rsidRPr="007A0C40">
        <w:rPr>
          <w:rStyle w:val="libArabicChar"/>
          <w:rFonts w:hint="cs"/>
          <w:rtl/>
        </w:rPr>
        <w:t>وسا</w:t>
      </w:r>
      <w:r w:rsidRPr="007A0C40">
        <w:rPr>
          <w:rStyle w:val="libArabicChar"/>
          <w:rtl/>
        </w:rPr>
        <w:t xml:space="preserve"> </w:t>
      </w:r>
      <w:r w:rsidRPr="007A0C40">
        <w:rPr>
          <w:rStyle w:val="libArabicChar"/>
          <w:rFonts w:hint="cs"/>
          <w:rtl/>
        </w:rPr>
        <w:t>لت</w:t>
      </w:r>
      <w:r w:rsidR="00120F63" w:rsidRPr="00B2551F">
        <w:rPr>
          <w:rStyle w:val="libArabicChar"/>
          <w:rFonts w:hint="cs"/>
          <w:rtl/>
        </w:rPr>
        <w:t>ه</w:t>
      </w:r>
      <w:r w:rsidRPr="007A0C40">
        <w:rPr>
          <w:rStyle w:val="libArabicChar"/>
          <w:rtl/>
        </w:rPr>
        <w:t xml:space="preserve"> </w:t>
      </w:r>
      <w:r w:rsidRPr="007A0C40">
        <w:rPr>
          <w:rStyle w:val="libArabicChar"/>
          <w:rFonts w:hint="cs"/>
          <w:rtl/>
        </w:rPr>
        <w:t>عن</w:t>
      </w:r>
      <w:r w:rsidRPr="007A0C40">
        <w:rPr>
          <w:rStyle w:val="libArabicChar"/>
          <w:rtl/>
        </w:rPr>
        <w:t xml:space="preserve"> </w:t>
      </w:r>
      <w:r w:rsidRPr="007A0C40">
        <w:rPr>
          <w:rStyle w:val="libArabicChar"/>
          <w:rFonts w:hint="cs"/>
          <w:rtl/>
        </w:rPr>
        <w:t>الروح</w:t>
      </w:r>
      <w:r w:rsidRPr="007A0C40">
        <w:rPr>
          <w:rStyle w:val="libArabicChar"/>
          <w:rtl/>
        </w:rPr>
        <w:t xml:space="preserve"> </w:t>
      </w:r>
      <w:r w:rsidRPr="007A0C40">
        <w:rPr>
          <w:rStyle w:val="libArabicChar"/>
          <w:rFonts w:hint="cs"/>
          <w:rtl/>
        </w:rPr>
        <w:t>قال</w:t>
      </w:r>
      <w:r w:rsidRPr="007A0C40">
        <w:rPr>
          <w:rStyle w:val="libArabicChar"/>
          <w:rtl/>
        </w:rPr>
        <w:t>:</w:t>
      </w:r>
      <w:r w:rsidR="00F21947" w:rsidRPr="00B2551F">
        <w:rPr>
          <w:rStyle w:val="libArabicChar"/>
          <w:rFonts w:hint="cs"/>
          <w:rtl/>
        </w:rPr>
        <w:t>ه</w:t>
      </w:r>
      <w:r w:rsidRPr="007A0C40">
        <w:rPr>
          <w:rStyle w:val="libArabicChar"/>
          <w:rFonts w:hint="cs"/>
          <w:rtl/>
        </w:rPr>
        <w:t>ى</w:t>
      </w:r>
      <w:r w:rsidRPr="007A0C40">
        <w:rPr>
          <w:rStyle w:val="libArabicChar"/>
          <w:rtl/>
        </w:rPr>
        <w:t xml:space="preserve"> </w:t>
      </w:r>
      <w:r w:rsidRPr="007A0C40">
        <w:rPr>
          <w:rStyle w:val="libArabicChar"/>
          <w:rFonts w:hint="cs"/>
          <w:rtl/>
        </w:rPr>
        <w:t>من</w:t>
      </w:r>
      <w:r w:rsidRPr="007A0C40">
        <w:rPr>
          <w:rStyle w:val="libArabicChar"/>
          <w:rtl/>
        </w:rPr>
        <w:t xml:space="preserve"> </w:t>
      </w:r>
      <w:r w:rsidRPr="007A0C40">
        <w:rPr>
          <w:rStyle w:val="libArabicChar"/>
          <w:rFonts w:hint="cs"/>
          <w:rtl/>
        </w:rPr>
        <w:t>قدرت</w:t>
      </w:r>
      <w:r w:rsidR="00120F63" w:rsidRPr="00B2551F">
        <w:rPr>
          <w:rStyle w:val="libArabicChar"/>
          <w:rFonts w:hint="cs"/>
          <w:rtl/>
        </w:rPr>
        <w:t>ه</w:t>
      </w:r>
      <w:r w:rsidRPr="007A0C40">
        <w:rPr>
          <w:rStyle w:val="libArabicChar"/>
          <w:rtl/>
        </w:rPr>
        <w:t xml:space="preserve"> </w:t>
      </w:r>
      <w:r w:rsidRPr="007A0C40">
        <w:rPr>
          <w:rStyle w:val="libArabicChar"/>
          <w:rFonts w:hint="cs"/>
          <w:rtl/>
        </w:rPr>
        <w:t>من</w:t>
      </w:r>
      <w:r w:rsidRPr="007A0C40">
        <w:rPr>
          <w:rStyle w:val="libArabicChar"/>
          <w:rtl/>
        </w:rPr>
        <w:t xml:space="preserve"> </w:t>
      </w:r>
      <w:r w:rsidRPr="007A0C40">
        <w:rPr>
          <w:rStyle w:val="libArabicChar"/>
          <w:rFonts w:hint="cs"/>
          <w:rtl/>
        </w:rPr>
        <w:t>ا</w:t>
      </w:r>
      <w:r w:rsidRPr="007A0C40">
        <w:rPr>
          <w:rStyle w:val="libArabicChar"/>
          <w:rtl/>
        </w:rPr>
        <w:t>لملكوت</w:t>
      </w:r>
      <w:r>
        <w:rPr>
          <w:rtl/>
        </w:rPr>
        <w:t xml:space="preserve">; </w:t>
      </w:r>
      <w:r w:rsidRPr="007A0C40">
        <w:rPr>
          <w:rStyle w:val="libFootnotenumChar"/>
          <w:rtl/>
        </w:rPr>
        <w:t>(3)</w:t>
      </w:r>
      <w:r>
        <w:rPr>
          <w:rtl/>
        </w:rPr>
        <w:t xml:space="preserve"> سماعہ كہتے ہي</w:t>
      </w:r>
      <w:r w:rsidR="00083993">
        <w:rPr>
          <w:rtl/>
        </w:rPr>
        <w:t xml:space="preserve">ں </w:t>
      </w:r>
      <w:r>
        <w:rPr>
          <w:rtl/>
        </w:rPr>
        <w:t>كہ 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روح كے بارے مي</w:t>
      </w:r>
      <w:r w:rsidR="00083993">
        <w:rPr>
          <w:rtl/>
        </w:rPr>
        <w:t xml:space="preserve">ں </w:t>
      </w:r>
      <w:r>
        <w:rPr>
          <w:rtl/>
        </w:rPr>
        <w:t xml:space="preserve">سوال كيا تو اپ </w:t>
      </w:r>
      <w:r w:rsidR="00367F17" w:rsidRPr="00367F17">
        <w:rPr>
          <w:rStyle w:val="libAlaemChar"/>
          <w:rtl/>
        </w:rPr>
        <w:t xml:space="preserve"> عليه‌السلام </w:t>
      </w:r>
      <w:r>
        <w:rPr>
          <w:rtl/>
        </w:rPr>
        <w:t xml:space="preserve"> نے فرمايا :روح ،خدا كى قدرت سے ملكوت سے لى گئي ہے_</w:t>
      </w:r>
    </w:p>
    <w:p w:rsidR="001F628F" w:rsidRDefault="001F628F" w:rsidP="001F628F">
      <w:pPr>
        <w:pStyle w:val="libNormal"/>
        <w:rPr>
          <w:rtl/>
        </w:rPr>
      </w:pPr>
      <w:r>
        <w:rPr>
          <w:rtl/>
        </w:rPr>
        <w:t>19_</w:t>
      </w:r>
      <w:r w:rsidRPr="007A0C40">
        <w:rPr>
          <w:rStyle w:val="libArabicChar"/>
          <w:rtl/>
        </w:rPr>
        <w:t>''جعفر بن محمد عن ا بي</w:t>
      </w:r>
      <w:r w:rsidR="00120F63" w:rsidRPr="00B2551F">
        <w:rPr>
          <w:rStyle w:val="libArabicChar"/>
          <w:rFonts w:hint="cs"/>
          <w:rtl/>
        </w:rPr>
        <w:t>ه</w:t>
      </w:r>
      <w:r w:rsidRPr="007A0C40">
        <w:rPr>
          <w:rStyle w:val="libArabicChar"/>
          <w:rtl/>
        </w:rPr>
        <w:t>:</w:t>
      </w:r>
      <w:r w:rsidRPr="007A0C40">
        <w:rPr>
          <w:rStyle w:val="libArabicChar"/>
          <w:rFonts w:hint="cs"/>
          <w:rtl/>
        </w:rPr>
        <w:t>ان</w:t>
      </w:r>
      <w:r w:rsidRPr="007A0C40">
        <w:rPr>
          <w:rStyle w:val="libArabicChar"/>
          <w:rtl/>
        </w:rPr>
        <w:t xml:space="preserve"> </w:t>
      </w:r>
      <w:r w:rsidRPr="007A0C40">
        <w:rPr>
          <w:rStyle w:val="libArabicChar"/>
          <w:rFonts w:hint="cs"/>
          <w:rtl/>
        </w:rPr>
        <w:t>روح</w:t>
      </w:r>
      <w:r w:rsidRPr="007A0C40">
        <w:rPr>
          <w:rStyle w:val="libArabicChar"/>
          <w:rtl/>
        </w:rPr>
        <w:t xml:space="preserve"> </w:t>
      </w:r>
      <w:r w:rsidRPr="007A0C40">
        <w:rPr>
          <w:rStyle w:val="libArabicChar"/>
          <w:rFonts w:hint="cs"/>
          <w:rtl/>
        </w:rPr>
        <w:t>ادم</w:t>
      </w:r>
      <w:r w:rsidRPr="007A0C40">
        <w:rPr>
          <w:rStyle w:val="libArabicChar"/>
          <w:rtl/>
        </w:rPr>
        <w:t xml:space="preserve"> </w:t>
      </w:r>
      <w:r w:rsidRPr="007A0C40">
        <w:rPr>
          <w:rStyle w:val="libArabicChar"/>
          <w:rFonts w:hint="cs"/>
          <w:rtl/>
        </w:rPr>
        <w:t>لمّاا</w:t>
      </w:r>
      <w:r w:rsidRPr="007A0C40">
        <w:rPr>
          <w:rStyle w:val="libArabicChar"/>
          <w:rtl/>
        </w:rPr>
        <w:t xml:space="preserve"> </w:t>
      </w:r>
      <w:r w:rsidRPr="007A0C40">
        <w:rPr>
          <w:rStyle w:val="libArabicChar"/>
          <w:rFonts w:hint="cs"/>
          <w:rtl/>
        </w:rPr>
        <w:t>مرت</w:t>
      </w:r>
      <w:r w:rsidRPr="007A0C40">
        <w:rPr>
          <w:rStyle w:val="libArabicChar"/>
          <w:rtl/>
        </w:rPr>
        <w:t xml:space="preserve"> </w:t>
      </w:r>
      <w:r w:rsidRPr="007A0C40">
        <w:rPr>
          <w:rStyle w:val="libArabicChar"/>
          <w:rFonts w:hint="cs"/>
          <w:rtl/>
        </w:rPr>
        <w:t>ا</w:t>
      </w:r>
      <w:r w:rsidRPr="007A0C40">
        <w:rPr>
          <w:rStyle w:val="libArabicChar"/>
          <w:rtl/>
        </w:rPr>
        <w:t xml:space="preserve"> </w:t>
      </w:r>
      <w:r w:rsidRPr="007A0C40">
        <w:rPr>
          <w:rStyle w:val="libArabicChar"/>
          <w:rFonts w:hint="cs"/>
          <w:rtl/>
        </w:rPr>
        <w:t>ن</w:t>
      </w:r>
      <w:r w:rsidRPr="007A0C40">
        <w:rPr>
          <w:rStyle w:val="libArabicChar"/>
          <w:rtl/>
        </w:rPr>
        <w:t xml:space="preserve"> </w:t>
      </w:r>
      <w:r w:rsidRPr="007A0C40">
        <w:rPr>
          <w:rStyle w:val="libArabicChar"/>
          <w:rFonts w:hint="cs"/>
          <w:rtl/>
        </w:rPr>
        <w:t>تدخل</w:t>
      </w:r>
      <w:r w:rsidRPr="007A0C40">
        <w:rPr>
          <w:rStyle w:val="libArabicChar"/>
          <w:rtl/>
        </w:rPr>
        <w:t xml:space="preserve"> </w:t>
      </w:r>
      <w:r w:rsidRPr="007A0C40">
        <w:rPr>
          <w:rStyle w:val="libArabicChar"/>
          <w:rFonts w:hint="cs"/>
          <w:rtl/>
        </w:rPr>
        <w:t>في</w:t>
      </w:r>
      <w:r w:rsidR="00120F63" w:rsidRPr="00B2551F">
        <w:rPr>
          <w:rStyle w:val="libArabicChar"/>
          <w:rFonts w:hint="cs"/>
          <w:rtl/>
        </w:rPr>
        <w:t>ه</w:t>
      </w:r>
      <w:r w:rsidRPr="007A0C40">
        <w:rPr>
          <w:rStyle w:val="libArabicChar"/>
          <w:rtl/>
        </w:rPr>
        <w:t xml:space="preserve"> </w:t>
      </w:r>
      <w:r w:rsidRPr="007A0C40">
        <w:rPr>
          <w:rStyle w:val="libArabicChar"/>
          <w:rFonts w:hint="cs"/>
          <w:rtl/>
        </w:rPr>
        <w:t>فكر</w:t>
      </w:r>
      <w:r w:rsidR="00F21947" w:rsidRPr="00B2551F">
        <w:rPr>
          <w:rStyle w:val="libArabicChar"/>
          <w:rFonts w:hint="cs"/>
          <w:rtl/>
        </w:rPr>
        <w:t>ه</w:t>
      </w:r>
      <w:r w:rsidRPr="007A0C40">
        <w:rPr>
          <w:rStyle w:val="libArabicChar"/>
          <w:rFonts w:hint="cs"/>
          <w:rtl/>
        </w:rPr>
        <w:t>ت</w:t>
      </w:r>
      <w:r w:rsidR="00120F63" w:rsidRPr="00B2551F">
        <w:rPr>
          <w:rStyle w:val="libArabicChar"/>
          <w:rFonts w:hint="cs"/>
          <w:rtl/>
        </w:rPr>
        <w:t>ه</w:t>
      </w:r>
      <w:r w:rsidRPr="007A0C40">
        <w:rPr>
          <w:rStyle w:val="libArabicChar"/>
          <w:rtl/>
        </w:rPr>
        <w:t xml:space="preserve"> </w:t>
      </w:r>
      <w:r w:rsidRPr="007A0C40">
        <w:rPr>
          <w:rStyle w:val="libArabicChar"/>
          <w:rFonts w:hint="cs"/>
          <w:rtl/>
        </w:rPr>
        <w:t>فا</w:t>
      </w:r>
      <w:r w:rsidRPr="007A0C40">
        <w:rPr>
          <w:rStyle w:val="libArabicChar"/>
          <w:rtl/>
        </w:rPr>
        <w:t xml:space="preserve"> </w:t>
      </w:r>
      <w:r w:rsidRPr="007A0C40">
        <w:rPr>
          <w:rStyle w:val="libArabicChar"/>
          <w:rFonts w:hint="cs"/>
          <w:rtl/>
        </w:rPr>
        <w:t>مر</w:t>
      </w:r>
      <w:r w:rsidR="00F21947" w:rsidRPr="00B2551F">
        <w:rPr>
          <w:rStyle w:val="libArabicChar"/>
          <w:rFonts w:hint="cs"/>
          <w:rtl/>
        </w:rPr>
        <w:t>ه</w:t>
      </w:r>
      <w:r w:rsidRPr="007A0C40">
        <w:rPr>
          <w:rStyle w:val="libArabicChar"/>
          <w:rFonts w:hint="cs"/>
          <w:rtl/>
        </w:rPr>
        <w:t>ا</w:t>
      </w:r>
      <w:r w:rsidRPr="007A0C40">
        <w:rPr>
          <w:rStyle w:val="libArabicChar"/>
          <w:rtl/>
        </w:rPr>
        <w:t xml:space="preserve"> </w:t>
      </w:r>
      <w:r w:rsidRPr="007A0C40">
        <w:rPr>
          <w:rStyle w:val="libArabicChar"/>
          <w:rFonts w:hint="cs"/>
          <w:rtl/>
        </w:rPr>
        <w:t>ا</w:t>
      </w:r>
      <w:r w:rsidRPr="007A0C40">
        <w:rPr>
          <w:rStyle w:val="libArabicChar"/>
          <w:rtl/>
        </w:rPr>
        <w:t xml:space="preserve"> </w:t>
      </w:r>
      <w:r w:rsidRPr="007A0C40">
        <w:rPr>
          <w:rStyle w:val="libArabicChar"/>
          <w:rFonts w:hint="cs"/>
          <w:rtl/>
        </w:rPr>
        <w:t>ن</w:t>
      </w:r>
      <w:r w:rsidRPr="007A0C40">
        <w:rPr>
          <w:rStyle w:val="libArabicChar"/>
          <w:rtl/>
        </w:rPr>
        <w:t xml:space="preserve"> </w:t>
      </w:r>
      <w:r w:rsidRPr="007A0C40">
        <w:rPr>
          <w:rStyle w:val="libArabicChar"/>
          <w:rFonts w:hint="cs"/>
          <w:rtl/>
        </w:rPr>
        <w:t>تدخل</w:t>
      </w:r>
      <w:r w:rsidRPr="007A0C40">
        <w:rPr>
          <w:rStyle w:val="libArabicChar"/>
          <w:rtl/>
        </w:rPr>
        <w:t xml:space="preserve"> </w:t>
      </w:r>
      <w:r w:rsidRPr="007A0C40">
        <w:rPr>
          <w:rStyle w:val="libArabicChar"/>
          <w:rFonts w:hint="cs"/>
          <w:rtl/>
        </w:rPr>
        <w:t>كر</w:t>
      </w:r>
      <w:r w:rsidR="00F21947" w:rsidRPr="00B2551F">
        <w:rPr>
          <w:rStyle w:val="libArabicChar"/>
          <w:rFonts w:hint="cs"/>
          <w:rtl/>
        </w:rPr>
        <w:t>ه</w:t>
      </w:r>
      <w:r w:rsidRPr="007A0C40">
        <w:rPr>
          <w:rStyle w:val="libArabicChar"/>
          <w:rFonts w:hint="cs"/>
          <w:rtl/>
        </w:rPr>
        <w:t>اً</w:t>
      </w:r>
      <w:r>
        <w:rPr>
          <w:rtl/>
        </w:rPr>
        <w:t xml:space="preserve"> ...</w:t>
      </w:r>
      <w:r w:rsidRPr="007A0C40">
        <w:rPr>
          <w:rStyle w:val="libFootnotenumChar"/>
          <w:rtl/>
        </w:rPr>
        <w:t>(4)</w:t>
      </w:r>
      <w:r>
        <w:rPr>
          <w:rtl/>
        </w:rPr>
        <w:t xml:space="preserve">حضرت امام باقر </w:t>
      </w:r>
      <w:r w:rsidR="00367F17" w:rsidRPr="00367F17">
        <w:rPr>
          <w:rStyle w:val="libAlaemChar"/>
          <w:rtl/>
        </w:rPr>
        <w:t xml:space="preserve"> عليه‌السلام </w:t>
      </w:r>
      <w:r>
        <w:rPr>
          <w:rtl/>
        </w:rPr>
        <w:t xml:space="preserve"> سے</w:t>
      </w:r>
    </w:p>
    <w:p w:rsidR="001F628F" w:rsidRDefault="00B84D3B" w:rsidP="00B84D3B">
      <w:pPr>
        <w:pStyle w:val="libLine"/>
        <w:rPr>
          <w:rtl/>
        </w:rPr>
      </w:pPr>
      <w:r>
        <w:rPr>
          <w:rtl/>
        </w:rPr>
        <w:t>____________________</w:t>
      </w:r>
    </w:p>
    <w:p w:rsidR="001F628F" w:rsidRDefault="001F628F" w:rsidP="007A0C40">
      <w:pPr>
        <w:pStyle w:val="libFootnote"/>
        <w:rPr>
          <w:rtl/>
        </w:rPr>
      </w:pPr>
      <w:r>
        <w:rPr>
          <w:rtl/>
        </w:rPr>
        <w:t>1)توحيد صدوق ،ص 171،ح3;نور الثقلين ،ج3 ،ص11، ح36_2)_توحيد صدوق ،ص 172،ح6،ب27;نور الثقلين ،ج3، ص11، ح5 3،39_</w:t>
      </w:r>
    </w:p>
    <w:p w:rsidR="001F628F" w:rsidRDefault="001F628F" w:rsidP="007A0C40">
      <w:pPr>
        <w:pStyle w:val="libFootnote"/>
        <w:rPr>
          <w:rtl/>
        </w:rPr>
      </w:pPr>
      <w:r>
        <w:rPr>
          <w:rtl/>
        </w:rPr>
        <w:t>3)_تفسير عياشى ،ج2،ص241،ح11;نور الثقلين ،ج3 ،ص12 ،ح40_</w:t>
      </w:r>
    </w:p>
    <w:p w:rsidR="001F628F" w:rsidRDefault="001F628F" w:rsidP="007A0C40">
      <w:pPr>
        <w:pStyle w:val="libFootnote"/>
        <w:rPr>
          <w:rtl/>
        </w:rPr>
      </w:pPr>
      <w:r>
        <w:rPr>
          <w:rtl/>
        </w:rPr>
        <w:t>4)_قرب الاسناد ،ص79،ح 257;نور الثقلين ،ج3،ص 12، ح37_</w:t>
      </w:r>
    </w:p>
    <w:p w:rsidR="007A0C40" w:rsidRDefault="001E7F9D" w:rsidP="00F73EDE">
      <w:pPr>
        <w:pStyle w:val="libPoemTini"/>
        <w:rPr>
          <w:rtl/>
        </w:rPr>
      </w:pPr>
      <w:r>
        <w:rPr>
          <w:rtl/>
        </w:rPr>
        <w:br w:type="page"/>
      </w:r>
    </w:p>
    <w:p w:rsidR="001F628F" w:rsidRDefault="001F628F" w:rsidP="007A0C40">
      <w:pPr>
        <w:pStyle w:val="libNormal"/>
        <w:rPr>
          <w:rtl/>
        </w:rPr>
      </w:pPr>
      <w:r>
        <w:rPr>
          <w:rFonts w:hint="eastAsia"/>
          <w:rtl/>
        </w:rPr>
        <w:lastRenderedPageBreak/>
        <w:t>منقول</w:t>
      </w:r>
      <w:r>
        <w:rPr>
          <w:rtl/>
        </w:rPr>
        <w:t xml:space="preserve"> ہے :ادم </w:t>
      </w:r>
      <w:r w:rsidR="00367F17" w:rsidRPr="00367F17">
        <w:rPr>
          <w:rStyle w:val="libAlaemChar"/>
          <w:rtl/>
        </w:rPr>
        <w:t xml:space="preserve"> عليه‌السلام </w:t>
      </w:r>
      <w:r>
        <w:rPr>
          <w:rtl/>
        </w:rPr>
        <w:t xml:space="preserve"> كى روح كو جب اُس كے بدن مي</w:t>
      </w:r>
      <w:r w:rsidR="00083993">
        <w:rPr>
          <w:rtl/>
        </w:rPr>
        <w:t xml:space="preserve">ں </w:t>
      </w:r>
      <w:r>
        <w:rPr>
          <w:rtl/>
        </w:rPr>
        <w:t>داخل ہونے كے ليئے كہاگيا تو اُسے اچھا نہي</w:t>
      </w:r>
      <w:r w:rsidR="00083993">
        <w:rPr>
          <w:rtl/>
        </w:rPr>
        <w:t xml:space="preserve">ں </w:t>
      </w:r>
      <w:r>
        <w:rPr>
          <w:rtl/>
        </w:rPr>
        <w:t>لگا _ پس خدا نے اُسے امر كيا كہ نہ چاہتے ہوئے بھى داخل ہو جا _</w:t>
      </w:r>
    </w:p>
    <w:p w:rsidR="001F628F" w:rsidRDefault="001F628F" w:rsidP="007A0C40">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ملائكہ</w:t>
      </w:r>
      <w:r>
        <w:rPr>
          <w:rtl/>
        </w:rPr>
        <w:t xml:space="preserve"> كا ادم </w:t>
      </w:r>
      <w:r w:rsidR="00367F17" w:rsidRPr="00367F17">
        <w:rPr>
          <w:rStyle w:val="libAlaemChar"/>
          <w:rtl/>
        </w:rPr>
        <w:t xml:space="preserve"> عليه‌السلام </w:t>
      </w:r>
      <w:r>
        <w:rPr>
          <w:rtl/>
        </w:rPr>
        <w:t xml:space="preserve"> كے سامنے سجدہ 11; ادم </w:t>
      </w:r>
      <w:r w:rsidR="00367F17" w:rsidRPr="00367F17">
        <w:rPr>
          <w:rStyle w:val="libAlaemChar"/>
          <w:rtl/>
        </w:rPr>
        <w:t xml:space="preserve"> عليه‌السلام </w:t>
      </w:r>
      <w:r>
        <w:rPr>
          <w:rtl/>
        </w:rPr>
        <w:t xml:space="preserve"> كى خلقت 11 ; ادم </w:t>
      </w:r>
      <w:r w:rsidR="00367F17" w:rsidRPr="00367F17">
        <w:rPr>
          <w:rStyle w:val="libAlaemChar"/>
          <w:rtl/>
        </w:rPr>
        <w:t xml:space="preserve"> عليه‌السلام </w:t>
      </w:r>
      <w:r>
        <w:rPr>
          <w:rtl/>
        </w:rPr>
        <w:t xml:space="preserve"> مي</w:t>
      </w:r>
      <w:r w:rsidR="00083993">
        <w:rPr>
          <w:rtl/>
        </w:rPr>
        <w:t xml:space="preserve">ں </w:t>
      </w:r>
      <w:r>
        <w:rPr>
          <w:rtl/>
        </w:rPr>
        <w:t>روح پھونكى جانا 19</w:t>
      </w:r>
    </w:p>
    <w:p w:rsidR="001F628F" w:rsidRDefault="001F628F" w:rsidP="007A0C40">
      <w:pPr>
        <w:pStyle w:val="libNormal"/>
        <w:rPr>
          <w:rtl/>
        </w:rPr>
      </w:pPr>
      <w:r>
        <w:rPr>
          <w:rFonts w:hint="eastAsia"/>
          <w:rtl/>
        </w:rPr>
        <w:t>الله</w:t>
      </w:r>
      <w:r>
        <w:rPr>
          <w:rtl/>
        </w:rPr>
        <w:t xml:space="preserve"> تعالى :</w:t>
      </w:r>
      <w:r>
        <w:rPr>
          <w:rFonts w:hint="eastAsia"/>
          <w:rtl/>
        </w:rPr>
        <w:t>الله</w:t>
      </w:r>
      <w:r>
        <w:rPr>
          <w:rtl/>
        </w:rPr>
        <w:t xml:space="preserve"> تعالى كا اذن 14;الله تعالى كى خالقيت 1،2، 17 ; الله تعالى كے اوامر 4،11</w:t>
      </w:r>
    </w:p>
    <w:p w:rsidR="001F628F" w:rsidRDefault="001F628F" w:rsidP="007A0C40">
      <w:pPr>
        <w:pStyle w:val="libNormal"/>
        <w:rPr>
          <w:rtl/>
        </w:rPr>
      </w:pPr>
      <w:r>
        <w:rPr>
          <w:rFonts w:hint="eastAsia"/>
          <w:rtl/>
        </w:rPr>
        <w:t>انسان</w:t>
      </w:r>
      <w:r>
        <w:rPr>
          <w:rtl/>
        </w:rPr>
        <w:t xml:space="preserve"> :</w:t>
      </w:r>
      <w:r>
        <w:rPr>
          <w:rFonts w:hint="eastAsia"/>
          <w:rtl/>
        </w:rPr>
        <w:t>انسان</w:t>
      </w:r>
      <w:r>
        <w:rPr>
          <w:rtl/>
        </w:rPr>
        <w:t xml:space="preserve"> كا بدن 7; انسان كى ملائكہ پر برترى 13; انسان كى خلقت 1،2; انسان كى تدريجى خلقت 3 ; انسان كى روح كى خلقت 5;انسان كى روح 7; انسان كى حيات كا سرچشمہ 4;نسان كى خصوصيات 8;انسان كے ابعاد 7;انسان كے اعضاء كا مناسب ہونا 1 ;انسان كے بدن كى خلقت 5 ; ملائكہ كا </w:t>
      </w:r>
      <w:r>
        <w:rPr>
          <w:rFonts w:hint="eastAsia"/>
          <w:rtl/>
        </w:rPr>
        <w:t>انسان</w:t>
      </w:r>
      <w:r>
        <w:rPr>
          <w:rtl/>
        </w:rPr>
        <w:t xml:space="preserve"> كے سامنے سجدہ 12;انسان كے مقامات 8،13 ;انسان مي</w:t>
      </w:r>
      <w:r w:rsidR="00083993">
        <w:rPr>
          <w:rtl/>
        </w:rPr>
        <w:t xml:space="preserve">ں </w:t>
      </w:r>
      <w:r>
        <w:rPr>
          <w:rtl/>
        </w:rPr>
        <w:t>روح پھونكنے كے اثرات 12;انسان مي</w:t>
      </w:r>
      <w:r w:rsidR="00083993">
        <w:rPr>
          <w:rtl/>
        </w:rPr>
        <w:t xml:space="preserve">ں </w:t>
      </w:r>
      <w:r>
        <w:rPr>
          <w:rtl/>
        </w:rPr>
        <w:t>روح كا پھونكا جانا 2 ، 17 ; خلقت انسان كا عنصر 2،6;فضائل انسان 13; خلقت انسان كى كيفيت 3،5; عظمت انسان كا سر چشمہ 12;كرامت انسان كا سر چشمہ 9;انسان مي</w:t>
      </w:r>
      <w:r w:rsidR="00083993">
        <w:rPr>
          <w:rtl/>
        </w:rPr>
        <w:t xml:space="preserve">ں </w:t>
      </w:r>
      <w:r>
        <w:rPr>
          <w:rtl/>
        </w:rPr>
        <w:t xml:space="preserve">روح پھونكنے كا </w:t>
      </w:r>
      <w:r>
        <w:rPr>
          <w:rFonts w:hint="eastAsia"/>
          <w:rtl/>
        </w:rPr>
        <w:t>سر</w:t>
      </w:r>
      <w:r>
        <w:rPr>
          <w:rtl/>
        </w:rPr>
        <w:t xml:space="preserve"> چشمہ 4</w:t>
      </w:r>
    </w:p>
    <w:p w:rsidR="001F628F" w:rsidRDefault="001F628F" w:rsidP="007A0C40">
      <w:pPr>
        <w:pStyle w:val="libNormal"/>
        <w:rPr>
          <w:rtl/>
        </w:rPr>
      </w:pPr>
      <w:r>
        <w:rPr>
          <w:rFonts w:hint="eastAsia"/>
          <w:rtl/>
        </w:rPr>
        <w:t>تعظيم</w:t>
      </w:r>
      <w:r>
        <w:rPr>
          <w:rtl/>
        </w:rPr>
        <w:t xml:space="preserve"> :</w:t>
      </w:r>
      <w:r>
        <w:rPr>
          <w:rFonts w:hint="eastAsia"/>
          <w:rtl/>
        </w:rPr>
        <w:t>تعظيم</w:t>
      </w:r>
      <w:r>
        <w:rPr>
          <w:rtl/>
        </w:rPr>
        <w:t xml:space="preserve"> كى علامتي</w:t>
      </w:r>
      <w:r w:rsidR="00083993">
        <w:rPr>
          <w:rtl/>
        </w:rPr>
        <w:t xml:space="preserve">ں </w:t>
      </w:r>
      <w:r>
        <w:rPr>
          <w:rtl/>
        </w:rPr>
        <w:t>15</w:t>
      </w:r>
    </w:p>
    <w:p w:rsidR="001F628F" w:rsidRDefault="001F628F" w:rsidP="007A0C40">
      <w:pPr>
        <w:pStyle w:val="libNormal"/>
        <w:rPr>
          <w:rtl/>
        </w:rPr>
      </w:pPr>
      <w:r>
        <w:rPr>
          <w:rFonts w:hint="eastAsia"/>
          <w:rtl/>
        </w:rPr>
        <w:t>خلقت</w:t>
      </w:r>
      <w:r>
        <w:rPr>
          <w:rtl/>
        </w:rPr>
        <w:t xml:space="preserve"> :</w:t>
      </w:r>
      <w:r>
        <w:rPr>
          <w:rFonts w:hint="eastAsia"/>
          <w:rtl/>
        </w:rPr>
        <w:t>خشك</w:t>
      </w:r>
      <w:r>
        <w:rPr>
          <w:rtl/>
        </w:rPr>
        <w:t xml:space="preserve"> كيچڑ سے خلقت 6</w:t>
      </w:r>
    </w:p>
    <w:p w:rsidR="001F628F" w:rsidRDefault="001F628F" w:rsidP="001F628F">
      <w:pPr>
        <w:pStyle w:val="libNormal"/>
        <w:rPr>
          <w:rtl/>
        </w:rPr>
      </w:pPr>
      <w:r>
        <w:rPr>
          <w:rFonts w:hint="eastAsia"/>
          <w:rtl/>
        </w:rPr>
        <w:t>روايت</w:t>
      </w:r>
      <w:r>
        <w:rPr>
          <w:rtl/>
        </w:rPr>
        <w:t>:16،17،18،19</w:t>
      </w:r>
    </w:p>
    <w:p w:rsidR="001F628F" w:rsidRDefault="001F628F" w:rsidP="007A0C40">
      <w:pPr>
        <w:pStyle w:val="libNormal"/>
        <w:rPr>
          <w:rtl/>
        </w:rPr>
      </w:pPr>
      <w:r>
        <w:rPr>
          <w:rFonts w:hint="eastAsia"/>
          <w:rtl/>
        </w:rPr>
        <w:t>روح</w:t>
      </w:r>
      <w:r>
        <w:rPr>
          <w:rtl/>
        </w:rPr>
        <w:t xml:space="preserve"> :</w:t>
      </w:r>
      <w:r>
        <w:rPr>
          <w:rFonts w:hint="eastAsia"/>
          <w:rtl/>
        </w:rPr>
        <w:t>روح</w:t>
      </w:r>
      <w:r>
        <w:rPr>
          <w:rtl/>
        </w:rPr>
        <w:t xml:space="preserve"> سے مراد 18;روح كى اہميت 9;روح كى لطافت 10;نفخ روح كى كيفيت 16</w:t>
      </w:r>
    </w:p>
    <w:p w:rsidR="001F628F" w:rsidRDefault="001F628F" w:rsidP="007A0C40">
      <w:pPr>
        <w:pStyle w:val="libNormal"/>
        <w:rPr>
          <w:rtl/>
        </w:rPr>
      </w:pPr>
      <w:r>
        <w:rPr>
          <w:rFonts w:hint="eastAsia"/>
          <w:rtl/>
        </w:rPr>
        <w:t>سجدہ</w:t>
      </w:r>
      <w:r>
        <w:rPr>
          <w:rtl/>
        </w:rPr>
        <w:t xml:space="preserve"> :</w:t>
      </w:r>
      <w:r>
        <w:rPr>
          <w:rFonts w:hint="eastAsia"/>
          <w:rtl/>
        </w:rPr>
        <w:t>جائز</w:t>
      </w:r>
      <w:r>
        <w:rPr>
          <w:rtl/>
        </w:rPr>
        <w:t xml:space="preserve"> سجدہ 14;سجدہ كى حقيقت 15;سجدہ كے احكام 14;غير خدا كے سامنے سجدہ 14</w:t>
      </w:r>
    </w:p>
    <w:p w:rsidR="001F628F" w:rsidRDefault="001F628F" w:rsidP="007A0C40">
      <w:pPr>
        <w:pStyle w:val="libNormal"/>
        <w:rPr>
          <w:rtl/>
        </w:rPr>
      </w:pPr>
      <w:r>
        <w:rPr>
          <w:rFonts w:hint="eastAsia"/>
          <w:rtl/>
        </w:rPr>
        <w:t>ملائكہ</w:t>
      </w:r>
      <w:r>
        <w:rPr>
          <w:rtl/>
        </w:rPr>
        <w:t xml:space="preserve"> :</w:t>
      </w:r>
      <w:r>
        <w:rPr>
          <w:rFonts w:hint="eastAsia"/>
          <w:rtl/>
        </w:rPr>
        <w:t>ملائكہ</w:t>
      </w:r>
      <w:r>
        <w:rPr>
          <w:rtl/>
        </w:rPr>
        <w:t xml:space="preserve"> كا شرعى فريضہ 11</w:t>
      </w:r>
    </w:p>
    <w:p w:rsidR="007A0C40" w:rsidRDefault="001E7F9D" w:rsidP="00F73EDE">
      <w:pPr>
        <w:pStyle w:val="libPoemTini"/>
        <w:rPr>
          <w:rtl/>
        </w:rPr>
      </w:pPr>
      <w:r>
        <w:rPr>
          <w:rtl/>
        </w:rPr>
        <w:br w:type="page"/>
      </w:r>
    </w:p>
    <w:p w:rsidR="007A0C40" w:rsidRDefault="007A0C40" w:rsidP="007A0C40">
      <w:pPr>
        <w:pStyle w:val="Heading2Center"/>
        <w:rPr>
          <w:rtl/>
        </w:rPr>
      </w:pPr>
      <w:bookmarkStart w:id="76" w:name="_Toc28081754"/>
      <w:r>
        <w:rPr>
          <w:rFonts w:hint="cs"/>
          <w:rtl/>
        </w:rPr>
        <w:lastRenderedPageBreak/>
        <w:t>آیت 30</w:t>
      </w:r>
      <w:bookmarkEnd w:id="76"/>
    </w:p>
    <w:p w:rsidR="001F628F" w:rsidRDefault="00E260F9" w:rsidP="007A0C40">
      <w:pPr>
        <w:pStyle w:val="libNormal"/>
        <w:rPr>
          <w:rtl/>
        </w:rPr>
      </w:pPr>
      <w:r w:rsidRPr="00E260F9">
        <w:rPr>
          <w:rStyle w:val="libAlaemChar"/>
          <w:rFonts w:hint="eastAsia"/>
          <w:rtl/>
        </w:rPr>
        <w:t>(</w:t>
      </w:r>
      <w:r w:rsidRPr="007A0C40">
        <w:rPr>
          <w:rStyle w:val="libAieChar"/>
          <w:rFonts w:hint="eastAsia"/>
          <w:rtl/>
        </w:rPr>
        <w:t>فَسَجَدَ</w:t>
      </w:r>
      <w:r w:rsidRPr="007A0C40">
        <w:rPr>
          <w:rStyle w:val="libAieChar"/>
          <w:rtl/>
        </w:rPr>
        <w:t xml:space="preserve"> الْمَلآئِكَةُ كُلُّهُمْ أَجْمَعُونَ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تمام ملائكہ نے اجتماعى طور پر سجدہ كر لياتھا_</w:t>
      </w:r>
    </w:p>
    <w:p w:rsidR="001F628F" w:rsidRDefault="001F628F" w:rsidP="007A0C40">
      <w:pPr>
        <w:pStyle w:val="libNormal"/>
        <w:rPr>
          <w:rtl/>
        </w:rPr>
      </w:pPr>
      <w:r>
        <w:rPr>
          <w:rtl/>
        </w:rPr>
        <w:t>1_خدا كى جانب سے فرشتو</w:t>
      </w:r>
      <w:r w:rsidR="00083993">
        <w:rPr>
          <w:rtl/>
        </w:rPr>
        <w:t xml:space="preserve">ں </w:t>
      </w:r>
      <w:r>
        <w:rPr>
          <w:rtl/>
        </w:rPr>
        <w:t xml:space="preserve">كوحضرت ادم </w:t>
      </w:r>
      <w:r w:rsidR="00367F17" w:rsidRPr="00367F17">
        <w:rPr>
          <w:rStyle w:val="libAlaemChar"/>
          <w:rtl/>
        </w:rPr>
        <w:t xml:space="preserve"> عليه‌السلام </w:t>
      </w:r>
      <w:r>
        <w:rPr>
          <w:rtl/>
        </w:rPr>
        <w:t xml:space="preserve"> كے سامنے سجدہ كرنے كا فرمان جارى ہونے كے بعد سب بلا استثناء اُنكے سامنے سجدے مي</w:t>
      </w:r>
      <w:r w:rsidR="00083993">
        <w:rPr>
          <w:rtl/>
        </w:rPr>
        <w:t xml:space="preserve">ں </w:t>
      </w:r>
      <w:r>
        <w:rPr>
          <w:rtl/>
        </w:rPr>
        <w:t>گر پڑے_</w:t>
      </w:r>
      <w:r w:rsidRPr="007A0C40">
        <w:rPr>
          <w:rStyle w:val="libArabicChar"/>
          <w:rFonts w:hint="eastAsia"/>
          <w:rtl/>
        </w:rPr>
        <w:t>فقعوا</w:t>
      </w:r>
      <w:r w:rsidRPr="007A0C40">
        <w:rPr>
          <w:rStyle w:val="libArabicChar"/>
          <w:rtl/>
        </w:rPr>
        <w:t xml:space="preserve"> ل</w:t>
      </w:r>
      <w:r w:rsidR="00120F63" w:rsidRPr="00B2551F">
        <w:rPr>
          <w:rStyle w:val="libArabicChar"/>
          <w:rFonts w:hint="cs"/>
          <w:rtl/>
        </w:rPr>
        <w:t>ه</w:t>
      </w:r>
      <w:r w:rsidRPr="007A0C40">
        <w:rPr>
          <w:rStyle w:val="libArabicChar"/>
          <w:rtl/>
        </w:rPr>
        <w:t xml:space="preserve"> </w:t>
      </w:r>
      <w:r w:rsidR="008B7D24" w:rsidRPr="008B7D24">
        <w:rPr>
          <w:rStyle w:val="libArabicChar"/>
          <w:rFonts w:hint="cs"/>
          <w:rtl/>
        </w:rPr>
        <w:t>ساجدين</w:t>
      </w:r>
      <w:r w:rsidRPr="007A0C40">
        <w:rPr>
          <w:rStyle w:val="libArabicChar"/>
          <w:rtl/>
        </w:rPr>
        <w:t>_</w:t>
      </w:r>
      <w:r w:rsidRPr="007A0C40">
        <w:rPr>
          <w:rStyle w:val="libArabicChar"/>
          <w:rFonts w:hint="cs"/>
          <w:rtl/>
        </w:rPr>
        <w:t>فسجد</w:t>
      </w:r>
      <w:r w:rsidRPr="007A0C40">
        <w:rPr>
          <w:rStyle w:val="libArabicChar"/>
          <w:rtl/>
        </w:rPr>
        <w:t xml:space="preserve"> </w:t>
      </w:r>
      <w:r w:rsidRPr="007A0C40">
        <w:rPr>
          <w:rStyle w:val="libArabicChar"/>
          <w:rFonts w:hint="cs"/>
          <w:rtl/>
        </w:rPr>
        <w:t>الملئكة</w:t>
      </w:r>
      <w:r w:rsidRPr="007A0C40">
        <w:rPr>
          <w:rStyle w:val="libArabicChar"/>
          <w:rtl/>
        </w:rPr>
        <w:t xml:space="preserve"> </w:t>
      </w:r>
      <w:r w:rsidRPr="007A0C40">
        <w:rPr>
          <w:rStyle w:val="libArabicChar"/>
          <w:rFonts w:hint="cs"/>
          <w:rtl/>
        </w:rPr>
        <w:t>كلّ</w:t>
      </w:r>
      <w:r w:rsidR="00F21947" w:rsidRPr="00B2551F">
        <w:rPr>
          <w:rStyle w:val="libArabicChar"/>
          <w:rFonts w:hint="cs"/>
          <w:rtl/>
        </w:rPr>
        <w:t>ه</w:t>
      </w:r>
      <w:r w:rsidRPr="007A0C40">
        <w:rPr>
          <w:rStyle w:val="libArabicChar"/>
          <w:rFonts w:hint="cs"/>
          <w:rtl/>
        </w:rPr>
        <w:t>م</w:t>
      </w:r>
      <w:r w:rsidRPr="007A0C40">
        <w:rPr>
          <w:rStyle w:val="libArabicChar"/>
          <w:rtl/>
        </w:rPr>
        <w:t xml:space="preserve"> </w:t>
      </w:r>
      <w:r w:rsidRPr="007A0C40">
        <w:rPr>
          <w:rStyle w:val="libArabicChar"/>
          <w:rFonts w:hint="cs"/>
          <w:rtl/>
        </w:rPr>
        <w:t>ا</w:t>
      </w:r>
      <w:r w:rsidRPr="007A0C40">
        <w:rPr>
          <w:rStyle w:val="libArabicChar"/>
          <w:rtl/>
        </w:rPr>
        <w:t xml:space="preserve"> جمعون</w:t>
      </w:r>
    </w:p>
    <w:p w:rsidR="001F628F" w:rsidRDefault="001F628F" w:rsidP="001F628F">
      <w:pPr>
        <w:pStyle w:val="libNormal"/>
        <w:rPr>
          <w:rtl/>
        </w:rPr>
      </w:pPr>
      <w:r>
        <w:rPr>
          <w:rtl/>
        </w:rPr>
        <w:t xml:space="preserve">2_ تمام ملائكہ حضرت ادم </w:t>
      </w:r>
      <w:r w:rsidR="00367F17" w:rsidRPr="00367F17">
        <w:rPr>
          <w:rStyle w:val="libAlaemChar"/>
          <w:rtl/>
        </w:rPr>
        <w:t xml:space="preserve"> عليه‌السلام </w:t>
      </w:r>
      <w:r>
        <w:rPr>
          <w:rtl/>
        </w:rPr>
        <w:t xml:space="preserve"> كے سامنے سجدہ كرنے كے فرمان الہى كو بغير كسى چو</w:t>
      </w:r>
      <w:r w:rsidR="00083993">
        <w:rPr>
          <w:rtl/>
        </w:rPr>
        <w:t xml:space="preserve">ں </w:t>
      </w:r>
      <w:r>
        <w:rPr>
          <w:rtl/>
        </w:rPr>
        <w:t>وچرا كے بجالائے_</w:t>
      </w:r>
    </w:p>
    <w:p w:rsidR="001F628F" w:rsidRDefault="001F628F" w:rsidP="007A0C40">
      <w:pPr>
        <w:pStyle w:val="libArabic"/>
        <w:rPr>
          <w:rtl/>
        </w:rPr>
      </w:pPr>
      <w:r>
        <w:rPr>
          <w:rFonts w:hint="eastAsia"/>
          <w:rtl/>
        </w:rPr>
        <w:t>فقعوا</w:t>
      </w:r>
      <w:r>
        <w:rPr>
          <w:rtl/>
        </w:rPr>
        <w:t xml:space="preserve"> ل</w:t>
      </w:r>
      <w:r w:rsidR="00120F63" w:rsidRPr="00ED5DE8">
        <w:rPr>
          <w:rFonts w:hint="cs"/>
          <w:rtl/>
        </w:rPr>
        <w:t>ه</w:t>
      </w:r>
      <w:r>
        <w:rPr>
          <w:rtl/>
        </w:rPr>
        <w:t xml:space="preserve"> </w:t>
      </w:r>
      <w:r w:rsidR="008B7D24" w:rsidRPr="008B7D24">
        <w:rPr>
          <w:rFonts w:hint="cs"/>
          <w:rtl/>
        </w:rPr>
        <w:t>ساجدين</w:t>
      </w:r>
      <w:r>
        <w:rPr>
          <w:rtl/>
        </w:rPr>
        <w:t>_</w:t>
      </w:r>
      <w:r>
        <w:rPr>
          <w:rFonts w:hint="cs"/>
          <w:rtl/>
        </w:rPr>
        <w:t>فسجد</w:t>
      </w:r>
      <w:r>
        <w:rPr>
          <w:rtl/>
        </w:rPr>
        <w:t xml:space="preserve"> </w:t>
      </w:r>
      <w:r>
        <w:rPr>
          <w:rFonts w:hint="cs"/>
          <w:rtl/>
        </w:rPr>
        <w:t>الملئكة</w:t>
      </w:r>
      <w:r>
        <w:rPr>
          <w:rtl/>
        </w:rPr>
        <w:t xml:space="preserve"> </w:t>
      </w:r>
      <w:r>
        <w:rPr>
          <w:rFonts w:hint="cs"/>
          <w:rtl/>
        </w:rPr>
        <w:t>كلّ</w:t>
      </w:r>
      <w:r w:rsidR="00F21947" w:rsidRPr="00B2551F">
        <w:rPr>
          <w:rFonts w:hint="cs"/>
          <w:rtl/>
        </w:rPr>
        <w:t>ه</w:t>
      </w:r>
      <w:r>
        <w:rPr>
          <w:rFonts w:hint="cs"/>
          <w:rtl/>
        </w:rPr>
        <w:t>م</w:t>
      </w:r>
      <w:r>
        <w:rPr>
          <w:rtl/>
        </w:rPr>
        <w:t xml:space="preserve"> </w:t>
      </w:r>
      <w:r>
        <w:rPr>
          <w:rFonts w:hint="cs"/>
          <w:rtl/>
        </w:rPr>
        <w:t>ا</w:t>
      </w:r>
      <w:r>
        <w:rPr>
          <w:rtl/>
        </w:rPr>
        <w:t xml:space="preserve"> جمعون</w:t>
      </w:r>
    </w:p>
    <w:p w:rsidR="001F628F" w:rsidRDefault="001F628F" w:rsidP="007A0C40">
      <w:pPr>
        <w:pStyle w:val="libNormal"/>
        <w:rPr>
          <w:rtl/>
        </w:rPr>
      </w:pPr>
      <w:r>
        <w:rPr>
          <w:rtl/>
        </w:rPr>
        <w:t>3_انسان فرشتو</w:t>
      </w:r>
      <w:r w:rsidR="00083993">
        <w:rPr>
          <w:rtl/>
        </w:rPr>
        <w:t xml:space="preserve">ں </w:t>
      </w:r>
      <w:r>
        <w:rPr>
          <w:rtl/>
        </w:rPr>
        <w:t>سے برتر مقام و منزلت ركھتا ہے_</w:t>
      </w:r>
      <w:r w:rsidRPr="007A0C40">
        <w:rPr>
          <w:rStyle w:val="libArabicChar"/>
          <w:rFonts w:hint="eastAsia"/>
          <w:rtl/>
        </w:rPr>
        <w:t>فقعوا</w:t>
      </w:r>
      <w:r w:rsidRPr="007A0C40">
        <w:rPr>
          <w:rStyle w:val="libArabicChar"/>
          <w:rtl/>
        </w:rPr>
        <w:t xml:space="preserve"> ل</w:t>
      </w:r>
      <w:r w:rsidR="00120F63" w:rsidRPr="00B2551F">
        <w:rPr>
          <w:rStyle w:val="libArabicChar"/>
          <w:rFonts w:hint="cs"/>
          <w:rtl/>
        </w:rPr>
        <w:t>ه</w:t>
      </w:r>
      <w:r w:rsidRPr="007A0C40">
        <w:rPr>
          <w:rStyle w:val="libArabicChar"/>
          <w:rtl/>
        </w:rPr>
        <w:t xml:space="preserve"> </w:t>
      </w:r>
      <w:r w:rsidR="008B7D24" w:rsidRPr="008B7D24">
        <w:rPr>
          <w:rStyle w:val="libArabicChar"/>
          <w:rFonts w:hint="cs"/>
          <w:rtl/>
        </w:rPr>
        <w:t>ساجدين</w:t>
      </w:r>
      <w:r w:rsidRPr="007A0C40">
        <w:rPr>
          <w:rStyle w:val="libArabicChar"/>
          <w:rtl/>
        </w:rPr>
        <w:t>_</w:t>
      </w:r>
      <w:r w:rsidRPr="007A0C40">
        <w:rPr>
          <w:rStyle w:val="libArabicChar"/>
          <w:rFonts w:hint="cs"/>
          <w:rtl/>
        </w:rPr>
        <w:t>فسجد</w:t>
      </w:r>
      <w:r w:rsidRPr="007A0C40">
        <w:rPr>
          <w:rStyle w:val="libArabicChar"/>
          <w:rtl/>
        </w:rPr>
        <w:t xml:space="preserve"> </w:t>
      </w:r>
      <w:r w:rsidRPr="007A0C40">
        <w:rPr>
          <w:rStyle w:val="libArabicChar"/>
          <w:rFonts w:hint="cs"/>
          <w:rtl/>
        </w:rPr>
        <w:t>الملئكة</w:t>
      </w:r>
      <w:r w:rsidRPr="007A0C40">
        <w:rPr>
          <w:rStyle w:val="libArabicChar"/>
          <w:rtl/>
        </w:rPr>
        <w:t xml:space="preserve"> </w:t>
      </w:r>
      <w:r w:rsidRPr="007A0C40">
        <w:rPr>
          <w:rStyle w:val="libArabicChar"/>
          <w:rFonts w:hint="cs"/>
          <w:rtl/>
        </w:rPr>
        <w:t>كلّ</w:t>
      </w:r>
      <w:r w:rsidR="00F21947" w:rsidRPr="00B2551F">
        <w:rPr>
          <w:rStyle w:val="libArabicChar"/>
          <w:rFonts w:hint="cs"/>
          <w:rtl/>
        </w:rPr>
        <w:t>ه</w:t>
      </w:r>
      <w:r w:rsidRPr="007A0C40">
        <w:rPr>
          <w:rStyle w:val="libArabicChar"/>
          <w:rFonts w:hint="cs"/>
          <w:rtl/>
        </w:rPr>
        <w:t>م</w:t>
      </w:r>
      <w:r w:rsidRPr="007A0C40">
        <w:rPr>
          <w:rStyle w:val="libArabicChar"/>
          <w:rtl/>
        </w:rPr>
        <w:t xml:space="preserve"> </w:t>
      </w:r>
      <w:r w:rsidRPr="007A0C40">
        <w:rPr>
          <w:rStyle w:val="libArabicChar"/>
          <w:rFonts w:hint="cs"/>
          <w:rtl/>
        </w:rPr>
        <w:t>ا</w:t>
      </w:r>
      <w:r w:rsidRPr="007A0C40">
        <w:rPr>
          <w:rStyle w:val="libArabicChar"/>
          <w:rtl/>
        </w:rPr>
        <w:t xml:space="preserve"> جمعون</w:t>
      </w:r>
    </w:p>
    <w:p w:rsidR="001F628F" w:rsidRDefault="001F628F" w:rsidP="007A0C40">
      <w:pPr>
        <w:pStyle w:val="libNormal"/>
        <w:rPr>
          <w:rtl/>
        </w:rPr>
      </w:pPr>
      <w:r>
        <w:rPr>
          <w:rtl/>
        </w:rPr>
        <w:t>4_</w:t>
      </w:r>
      <w:r w:rsidRPr="007A0C40">
        <w:rPr>
          <w:rStyle w:val="libArabicChar"/>
          <w:rtl/>
        </w:rPr>
        <w:t>''عن الصادق</w:t>
      </w:r>
      <w:r w:rsidR="00367F17" w:rsidRPr="00367F17">
        <w:rPr>
          <w:rStyle w:val="libAlaemChar"/>
          <w:rtl/>
        </w:rPr>
        <w:t xml:space="preserve"> عليه‌السلام </w:t>
      </w:r>
      <w:r w:rsidRPr="007A0C40">
        <w:rPr>
          <w:rStyle w:val="libArabicChar"/>
          <w:rtl/>
        </w:rPr>
        <w:t xml:space="preserve"> ...قال: ...فا وّل من بادر بالسجود جبرائيل وميكائيل ثمّ عزرائيل ثمّ اسرافيل ثمّ الملائكة المقربون وكان السجود لا دم يوم</w:t>
      </w:r>
      <w:r w:rsidR="007A0C40" w:rsidRPr="007A0C40">
        <w:rPr>
          <w:rStyle w:val="libArabicChar"/>
          <w:rFonts w:hint="cs"/>
          <w:rtl/>
        </w:rPr>
        <w:t xml:space="preserve"> </w:t>
      </w:r>
      <w:r w:rsidRPr="007A0C40">
        <w:rPr>
          <w:rStyle w:val="libArabicChar"/>
          <w:rFonts w:hint="eastAsia"/>
          <w:rtl/>
        </w:rPr>
        <w:t>الجمعة</w:t>
      </w:r>
      <w:r w:rsidRPr="007A0C40">
        <w:rPr>
          <w:rStyle w:val="libArabicChar"/>
          <w:rtl/>
        </w:rPr>
        <w:t xml:space="preserve"> عندالزوال فبقيت الملائكة فى سجود</w:t>
      </w:r>
      <w:r w:rsidR="00F21947" w:rsidRPr="00B2551F">
        <w:rPr>
          <w:rStyle w:val="libArabicChar"/>
          <w:rFonts w:hint="cs"/>
          <w:rtl/>
        </w:rPr>
        <w:t>ه</w:t>
      </w:r>
      <w:r w:rsidRPr="007A0C40">
        <w:rPr>
          <w:rStyle w:val="libArabicChar"/>
          <w:rFonts w:hint="cs"/>
          <w:rtl/>
        </w:rPr>
        <w:t>ا</w:t>
      </w:r>
      <w:r w:rsidRPr="007A0C40">
        <w:rPr>
          <w:rStyle w:val="libArabicChar"/>
          <w:rtl/>
        </w:rPr>
        <w:t xml:space="preserve"> </w:t>
      </w:r>
      <w:r w:rsidRPr="007A0C40">
        <w:rPr>
          <w:rStyle w:val="libArabicChar"/>
          <w:rFonts w:hint="cs"/>
          <w:rtl/>
        </w:rPr>
        <w:t>الى</w:t>
      </w:r>
      <w:r w:rsidRPr="007A0C40">
        <w:rPr>
          <w:rStyle w:val="libArabicChar"/>
          <w:rtl/>
        </w:rPr>
        <w:t xml:space="preserve"> </w:t>
      </w:r>
      <w:r w:rsidRPr="007A0C40">
        <w:rPr>
          <w:rStyle w:val="libArabicChar"/>
          <w:rFonts w:hint="cs"/>
          <w:rtl/>
        </w:rPr>
        <w:t>ا</w:t>
      </w:r>
      <w:r w:rsidRPr="007A0C40">
        <w:rPr>
          <w:rStyle w:val="libArabicChar"/>
          <w:rtl/>
        </w:rPr>
        <w:t>لعصر .</w:t>
      </w:r>
      <w:r>
        <w:rPr>
          <w:rtl/>
        </w:rPr>
        <w:t>..;</w:t>
      </w:r>
      <w:r w:rsidRPr="007A0C40">
        <w:rPr>
          <w:rStyle w:val="libFootnotenumChar"/>
          <w:rtl/>
        </w:rPr>
        <w:t>(1)</w:t>
      </w:r>
      <w:r>
        <w:rPr>
          <w:rtl/>
        </w:rPr>
        <w:t xml:space="preserve">حضرت امام جعفر صادق </w:t>
      </w:r>
      <w:r w:rsidR="00367F17" w:rsidRPr="00367F17">
        <w:rPr>
          <w:rStyle w:val="libAlaemChar"/>
          <w:rtl/>
        </w:rPr>
        <w:t xml:space="preserve"> عليه‌السلام </w:t>
      </w:r>
      <w:r>
        <w:rPr>
          <w:rtl/>
        </w:rPr>
        <w:t xml:space="preserve"> سے منقول ہے كہ اپ </w:t>
      </w:r>
      <w:r w:rsidR="00367F17" w:rsidRPr="00367F17">
        <w:rPr>
          <w:rStyle w:val="libAlaemChar"/>
          <w:rtl/>
        </w:rPr>
        <w:t xml:space="preserve"> عليه‌السلام </w:t>
      </w:r>
      <w:r>
        <w:rPr>
          <w:rtl/>
        </w:rPr>
        <w:t xml:space="preserve"> نے فرمايا: سب سے پہلے جنہو</w:t>
      </w:r>
      <w:r w:rsidR="00083993">
        <w:rPr>
          <w:rtl/>
        </w:rPr>
        <w:t xml:space="preserve">ں </w:t>
      </w:r>
      <w:r>
        <w:rPr>
          <w:rtl/>
        </w:rPr>
        <w:t>نے سجدہ كرنے مي</w:t>
      </w:r>
      <w:r w:rsidR="00083993">
        <w:rPr>
          <w:rtl/>
        </w:rPr>
        <w:t xml:space="preserve">ں </w:t>
      </w:r>
      <w:r>
        <w:rPr>
          <w:rtl/>
        </w:rPr>
        <w:t xml:space="preserve">سبقت لى ہے وہ جبرائيل </w:t>
      </w:r>
      <w:r w:rsidR="00367F17" w:rsidRPr="00367F17">
        <w:rPr>
          <w:rStyle w:val="libAlaemChar"/>
          <w:rtl/>
        </w:rPr>
        <w:t xml:space="preserve"> عليه‌السلام </w:t>
      </w:r>
      <w:r>
        <w:rPr>
          <w:rtl/>
        </w:rPr>
        <w:t xml:space="preserve"> اورميكائيل </w:t>
      </w:r>
      <w:r w:rsidR="00367F17" w:rsidRPr="00367F17">
        <w:rPr>
          <w:rStyle w:val="libAlaemChar"/>
          <w:rtl/>
        </w:rPr>
        <w:t xml:space="preserve"> عليه‌السلام </w:t>
      </w:r>
      <w:r>
        <w:rPr>
          <w:rtl/>
        </w:rPr>
        <w:t xml:space="preserve"> تھے ;پھر عزرائيل </w:t>
      </w:r>
      <w:r w:rsidR="00367F17" w:rsidRPr="00367F17">
        <w:rPr>
          <w:rStyle w:val="libAlaemChar"/>
          <w:rtl/>
        </w:rPr>
        <w:t xml:space="preserve"> عليه‌السلام </w:t>
      </w:r>
      <w:r>
        <w:rPr>
          <w:rtl/>
        </w:rPr>
        <w:t xml:space="preserve"> اور اُن كے بعد اسرافيل </w:t>
      </w:r>
      <w:r w:rsidR="00367F17" w:rsidRPr="00367F17">
        <w:rPr>
          <w:rStyle w:val="libAlaemChar"/>
          <w:rtl/>
        </w:rPr>
        <w:t xml:space="preserve"> عليه‌السلام </w:t>
      </w:r>
      <w:r>
        <w:rPr>
          <w:rtl/>
        </w:rPr>
        <w:t xml:space="preserve"> تھے اور پھر دوسرے مقرب فرشتو</w:t>
      </w:r>
      <w:r w:rsidR="00083993">
        <w:rPr>
          <w:rtl/>
        </w:rPr>
        <w:t xml:space="preserve">ں </w:t>
      </w:r>
      <w:r>
        <w:rPr>
          <w:rtl/>
        </w:rPr>
        <w:t xml:space="preserve">نے سجدہ كيا _ادم </w:t>
      </w:r>
      <w:r w:rsidR="00367F17" w:rsidRPr="00367F17">
        <w:rPr>
          <w:rStyle w:val="libAlaemChar"/>
          <w:rtl/>
        </w:rPr>
        <w:t xml:space="preserve"> عليه‌السلام </w:t>
      </w:r>
      <w:r>
        <w:rPr>
          <w:rtl/>
        </w:rPr>
        <w:t xml:space="preserve"> كے سامنے سجدہ جمعہ كے دن ظہر كے وقت كيا گيا تھا پس ملائكہ عصر تك سجدہ كى حالت مي</w:t>
      </w:r>
      <w:r w:rsidR="00083993">
        <w:rPr>
          <w:rtl/>
        </w:rPr>
        <w:t xml:space="preserve">ں </w:t>
      </w:r>
      <w:r>
        <w:rPr>
          <w:rtl/>
        </w:rPr>
        <w:t>رہے تھے_</w:t>
      </w:r>
    </w:p>
    <w:p w:rsidR="001F628F" w:rsidRDefault="001F628F" w:rsidP="007A0C40">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ادم</w:t>
      </w:r>
      <w:r>
        <w:rPr>
          <w:rtl/>
        </w:rPr>
        <w:t xml:space="preserve"> </w:t>
      </w:r>
      <w:r w:rsidR="00367F17" w:rsidRPr="00367F17">
        <w:rPr>
          <w:rStyle w:val="libAlaemChar"/>
          <w:rtl/>
        </w:rPr>
        <w:t xml:space="preserve"> عليه‌السلام </w:t>
      </w:r>
      <w:r>
        <w:rPr>
          <w:rtl/>
        </w:rPr>
        <w:t xml:space="preserve"> كے سامنے سب سے پہلے سجدہ كرنے والے4;ادم </w:t>
      </w:r>
      <w:r w:rsidR="00367F17" w:rsidRPr="00367F17">
        <w:rPr>
          <w:rStyle w:val="libAlaemChar"/>
          <w:rtl/>
        </w:rPr>
        <w:t xml:space="preserve"> عليه‌السلام </w:t>
      </w:r>
      <w:r>
        <w:rPr>
          <w:rtl/>
        </w:rPr>
        <w:t xml:space="preserve"> كے سامنے ملائكہ كا سجدہ 1،2;ادم </w:t>
      </w:r>
      <w:r w:rsidR="00367F17" w:rsidRPr="00367F17">
        <w:rPr>
          <w:rStyle w:val="libAlaemChar"/>
          <w:rtl/>
        </w:rPr>
        <w:t xml:space="preserve"> عليه‌السلام </w:t>
      </w:r>
      <w:r>
        <w:rPr>
          <w:rtl/>
        </w:rPr>
        <w:t xml:space="preserve"> كے سامنے ملائكہ كے سجدہ كا وقت 4;ادم </w:t>
      </w:r>
      <w:r w:rsidR="00367F17" w:rsidRPr="00367F17">
        <w:rPr>
          <w:rStyle w:val="libAlaemChar"/>
          <w:rtl/>
        </w:rPr>
        <w:t xml:space="preserve"> عليه‌السلام </w:t>
      </w:r>
      <w:r>
        <w:rPr>
          <w:rtl/>
        </w:rPr>
        <w:t xml:space="preserve"> كے سامنے ملائكہ كے سجدہ كى مدت4</w:t>
      </w:r>
    </w:p>
    <w:p w:rsidR="001F628F" w:rsidRDefault="00B84D3B" w:rsidP="00B84D3B">
      <w:pPr>
        <w:pStyle w:val="libLine"/>
        <w:rPr>
          <w:rtl/>
        </w:rPr>
      </w:pPr>
      <w:r>
        <w:rPr>
          <w:rtl/>
        </w:rPr>
        <w:t>____________________</w:t>
      </w:r>
    </w:p>
    <w:p w:rsidR="001F628F" w:rsidRDefault="001F628F" w:rsidP="007A0C40">
      <w:pPr>
        <w:pStyle w:val="libFootnote"/>
        <w:rPr>
          <w:rtl/>
        </w:rPr>
      </w:pPr>
      <w:r>
        <w:rPr>
          <w:rtl/>
        </w:rPr>
        <w:t>1)تفسير برہان ،ج2،ص331،ح1_</w:t>
      </w:r>
    </w:p>
    <w:p w:rsidR="007A0C40" w:rsidRDefault="001E7F9D" w:rsidP="00F73EDE">
      <w:pPr>
        <w:pStyle w:val="libPoemTini"/>
        <w:rPr>
          <w:rtl/>
        </w:rPr>
      </w:pPr>
      <w:r>
        <w:rPr>
          <w:rtl/>
        </w:rPr>
        <w:br w:type="page"/>
      </w:r>
    </w:p>
    <w:p w:rsidR="001F628F" w:rsidRDefault="001F628F" w:rsidP="007A0C40">
      <w:pPr>
        <w:pStyle w:val="libNormal"/>
        <w:rPr>
          <w:rtl/>
        </w:rPr>
      </w:pPr>
      <w:r>
        <w:rPr>
          <w:rFonts w:hint="eastAsia"/>
          <w:rtl/>
        </w:rPr>
        <w:lastRenderedPageBreak/>
        <w:t>الله</w:t>
      </w:r>
      <w:r>
        <w:rPr>
          <w:rtl/>
        </w:rPr>
        <w:t xml:space="preserve"> تعالى :</w:t>
      </w:r>
      <w:r>
        <w:rPr>
          <w:rFonts w:hint="eastAsia"/>
          <w:rtl/>
        </w:rPr>
        <w:t>الله</w:t>
      </w:r>
      <w:r>
        <w:rPr>
          <w:rtl/>
        </w:rPr>
        <w:t xml:space="preserve"> تعالى كے اوامر1، 2</w:t>
      </w:r>
    </w:p>
    <w:p w:rsidR="001F628F" w:rsidRDefault="001F628F" w:rsidP="007A0C40">
      <w:pPr>
        <w:pStyle w:val="libNormal"/>
        <w:rPr>
          <w:rtl/>
        </w:rPr>
      </w:pPr>
      <w:r>
        <w:rPr>
          <w:rFonts w:hint="eastAsia"/>
          <w:rtl/>
        </w:rPr>
        <w:t>انسان</w:t>
      </w:r>
      <w:r>
        <w:rPr>
          <w:rtl/>
        </w:rPr>
        <w:t xml:space="preserve"> :</w:t>
      </w:r>
      <w:r>
        <w:rPr>
          <w:rFonts w:hint="eastAsia"/>
          <w:rtl/>
        </w:rPr>
        <w:t>انسان</w:t>
      </w:r>
      <w:r>
        <w:rPr>
          <w:rtl/>
        </w:rPr>
        <w:t xml:space="preserve"> كى ملائكہ پر برترى 4;انسان كے مقامات 3</w:t>
      </w:r>
    </w:p>
    <w:p w:rsidR="001F628F" w:rsidRDefault="001F628F" w:rsidP="001F628F">
      <w:pPr>
        <w:pStyle w:val="libNormal"/>
        <w:rPr>
          <w:rtl/>
        </w:rPr>
      </w:pPr>
      <w:r>
        <w:rPr>
          <w:rFonts w:hint="eastAsia"/>
          <w:rtl/>
        </w:rPr>
        <w:t>روايت</w:t>
      </w:r>
      <w:r>
        <w:rPr>
          <w:rtl/>
        </w:rPr>
        <w:t xml:space="preserve"> :4</w:t>
      </w:r>
    </w:p>
    <w:p w:rsidR="001F628F" w:rsidRDefault="001F628F" w:rsidP="007A0C40">
      <w:pPr>
        <w:pStyle w:val="libNormal"/>
        <w:rPr>
          <w:rtl/>
        </w:rPr>
      </w:pPr>
      <w:r>
        <w:rPr>
          <w:rFonts w:hint="eastAsia"/>
          <w:rtl/>
        </w:rPr>
        <w:t>ملائكہ</w:t>
      </w:r>
      <w:r>
        <w:rPr>
          <w:rtl/>
        </w:rPr>
        <w:t xml:space="preserve"> :</w:t>
      </w:r>
      <w:r>
        <w:rPr>
          <w:rFonts w:hint="eastAsia"/>
          <w:rtl/>
        </w:rPr>
        <w:t>ملائكہ</w:t>
      </w:r>
      <w:r>
        <w:rPr>
          <w:rtl/>
        </w:rPr>
        <w:t xml:space="preserve"> كاشرعى فريضہ1;ملائكہ كى فرمانبردارى 1،2</w:t>
      </w:r>
    </w:p>
    <w:p w:rsidR="001F628F" w:rsidRDefault="007A0C40" w:rsidP="007A0C40">
      <w:pPr>
        <w:pStyle w:val="Heading2Center"/>
        <w:rPr>
          <w:rtl/>
        </w:rPr>
      </w:pPr>
      <w:bookmarkStart w:id="77" w:name="_Toc28081755"/>
      <w:r>
        <w:rPr>
          <w:rFonts w:hint="cs"/>
          <w:rtl/>
        </w:rPr>
        <w:t>آیت 31</w:t>
      </w:r>
      <w:bookmarkEnd w:id="77"/>
    </w:p>
    <w:p w:rsidR="001F628F" w:rsidRDefault="00E260F9" w:rsidP="007A0C40">
      <w:pPr>
        <w:pStyle w:val="libNormal"/>
        <w:rPr>
          <w:rtl/>
        </w:rPr>
      </w:pPr>
      <w:r w:rsidRPr="00E260F9">
        <w:rPr>
          <w:rStyle w:val="libAlaemChar"/>
          <w:rFonts w:hint="eastAsia"/>
          <w:rtl/>
        </w:rPr>
        <w:t>(</w:t>
      </w:r>
      <w:r w:rsidRPr="007A0C40">
        <w:rPr>
          <w:rStyle w:val="libAieChar"/>
          <w:rFonts w:hint="eastAsia"/>
          <w:rtl/>
        </w:rPr>
        <w:t>إِلاَّ</w:t>
      </w:r>
      <w:r w:rsidRPr="007A0C40">
        <w:rPr>
          <w:rStyle w:val="libAieChar"/>
          <w:rtl/>
        </w:rPr>
        <w:t xml:space="preserve"> إِبْلِيسَ أَبَى أَن يَكُونَ مَعَ السَّاجِدِينَ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علاوہ</w:t>
      </w:r>
      <w:r>
        <w:rPr>
          <w:rtl/>
        </w:rPr>
        <w:t xml:space="preserve"> ابليس كے كہ وہ سجدہ گذارو</w:t>
      </w:r>
      <w:r w:rsidR="00083993">
        <w:rPr>
          <w:rtl/>
        </w:rPr>
        <w:t xml:space="preserve">ں </w:t>
      </w:r>
      <w:r>
        <w:rPr>
          <w:rtl/>
        </w:rPr>
        <w:t>كے ساتھ نہ ہو سكا_</w:t>
      </w:r>
    </w:p>
    <w:p w:rsidR="001F628F" w:rsidRDefault="001F628F" w:rsidP="007A0C40">
      <w:pPr>
        <w:pStyle w:val="libNormal"/>
        <w:rPr>
          <w:rtl/>
        </w:rPr>
      </w:pPr>
      <w:r>
        <w:rPr>
          <w:rtl/>
        </w:rPr>
        <w:t xml:space="preserve">1_ابليس نے ادم </w:t>
      </w:r>
      <w:r w:rsidR="00367F17" w:rsidRPr="00367F17">
        <w:rPr>
          <w:rStyle w:val="libAlaemChar"/>
          <w:rtl/>
        </w:rPr>
        <w:t xml:space="preserve"> عليه‌السلام </w:t>
      </w:r>
      <w:r>
        <w:rPr>
          <w:rtl/>
        </w:rPr>
        <w:t xml:space="preserve"> كے سامنے سجدہ كرنے كے بارے مي</w:t>
      </w:r>
      <w:r w:rsidR="00083993">
        <w:rPr>
          <w:rtl/>
        </w:rPr>
        <w:t xml:space="preserve">ں </w:t>
      </w:r>
      <w:r>
        <w:rPr>
          <w:rtl/>
        </w:rPr>
        <w:t>فرمان خدا كى اطاعت نہي</w:t>
      </w:r>
      <w:r w:rsidR="00083993">
        <w:rPr>
          <w:rtl/>
        </w:rPr>
        <w:t xml:space="preserve">ں </w:t>
      </w:r>
      <w:r>
        <w:rPr>
          <w:rtl/>
        </w:rPr>
        <w:t>كى اور دوسرے سجدہ گذارو</w:t>
      </w:r>
      <w:r w:rsidR="00083993">
        <w:rPr>
          <w:rtl/>
        </w:rPr>
        <w:t xml:space="preserve">ں </w:t>
      </w:r>
      <w:r>
        <w:rPr>
          <w:rtl/>
        </w:rPr>
        <w:t>كى صف مي</w:t>
      </w:r>
      <w:r w:rsidR="00083993">
        <w:rPr>
          <w:rtl/>
        </w:rPr>
        <w:t xml:space="preserve">ں </w:t>
      </w:r>
      <w:r>
        <w:rPr>
          <w:rtl/>
        </w:rPr>
        <w:t>(داخل ) ہونے سے انكار كر ديا _</w:t>
      </w:r>
      <w:r w:rsidRPr="007A0C40">
        <w:rPr>
          <w:rStyle w:val="libArabicChar"/>
          <w:rFonts w:hint="eastAsia"/>
          <w:rtl/>
        </w:rPr>
        <w:t>الّا</w:t>
      </w:r>
      <w:r w:rsidRPr="007A0C40">
        <w:rPr>
          <w:rStyle w:val="libArabicChar"/>
          <w:rtl/>
        </w:rPr>
        <w:t xml:space="preserve"> ابليس ا بى ا ن يكون مع ال</w:t>
      </w:r>
      <w:r w:rsidR="008B7D24" w:rsidRPr="008B7D24">
        <w:rPr>
          <w:rStyle w:val="libArabicChar"/>
          <w:rtl/>
        </w:rPr>
        <w:t>ساجدين</w:t>
      </w:r>
    </w:p>
    <w:p w:rsidR="001F628F" w:rsidRDefault="001F628F" w:rsidP="001F628F">
      <w:pPr>
        <w:pStyle w:val="libNormal"/>
        <w:rPr>
          <w:rtl/>
        </w:rPr>
      </w:pPr>
      <w:r>
        <w:rPr>
          <w:rtl/>
        </w:rPr>
        <w:t>2_ابليس انسان كى خلقت كے وقت فرشتو</w:t>
      </w:r>
      <w:r w:rsidR="00083993">
        <w:rPr>
          <w:rtl/>
        </w:rPr>
        <w:t xml:space="preserve">ں </w:t>
      </w:r>
      <w:r>
        <w:rPr>
          <w:rtl/>
        </w:rPr>
        <w:t>كے درميان موجود تھا اور اُس كا شمار اُن مي</w:t>
      </w:r>
      <w:r w:rsidR="00083993">
        <w:rPr>
          <w:rtl/>
        </w:rPr>
        <w:t xml:space="preserve">ں </w:t>
      </w:r>
      <w:r>
        <w:rPr>
          <w:rtl/>
        </w:rPr>
        <w:t>سے ہوتا تھا_</w:t>
      </w:r>
    </w:p>
    <w:p w:rsidR="001F628F" w:rsidRDefault="001F628F" w:rsidP="007A0C40">
      <w:pPr>
        <w:pStyle w:val="libArabic"/>
        <w:rPr>
          <w:rtl/>
        </w:rPr>
      </w:pPr>
      <w:r>
        <w:rPr>
          <w:rFonts w:hint="eastAsia"/>
          <w:rtl/>
        </w:rPr>
        <w:t>واذ</w:t>
      </w:r>
      <w:r>
        <w:rPr>
          <w:rtl/>
        </w:rPr>
        <w:t xml:space="preserve"> قال ربّك للملئكة انى خلق بشرًا من ...فاذا سوّيت</w:t>
      </w:r>
      <w:r w:rsidR="00120F63" w:rsidRPr="00ED5DE8">
        <w:rPr>
          <w:rFonts w:hint="cs"/>
          <w:rtl/>
        </w:rPr>
        <w:t>ه</w:t>
      </w:r>
      <w:r>
        <w:rPr>
          <w:rtl/>
        </w:rPr>
        <w:t xml:space="preserve"> ... </w:t>
      </w:r>
      <w:r>
        <w:rPr>
          <w:rFonts w:hint="cs"/>
          <w:rtl/>
        </w:rPr>
        <w:t>فقعوا</w:t>
      </w:r>
      <w:r>
        <w:rPr>
          <w:rtl/>
        </w:rPr>
        <w:t xml:space="preserve"> </w:t>
      </w:r>
      <w:r>
        <w:rPr>
          <w:rFonts w:hint="cs"/>
          <w:rtl/>
        </w:rPr>
        <w:t>ل</w:t>
      </w:r>
      <w:r w:rsidR="00120F63" w:rsidRPr="00ED5DE8">
        <w:rPr>
          <w:rFonts w:hint="cs"/>
          <w:rtl/>
        </w:rPr>
        <w:t>ه</w:t>
      </w:r>
      <w:r>
        <w:rPr>
          <w:rtl/>
        </w:rPr>
        <w:t xml:space="preserve"> </w:t>
      </w:r>
      <w:r w:rsidR="008B7D24" w:rsidRPr="008B7D24">
        <w:rPr>
          <w:rFonts w:hint="cs"/>
          <w:rtl/>
        </w:rPr>
        <w:t>ساجدين</w:t>
      </w:r>
      <w:r>
        <w:rPr>
          <w:rtl/>
        </w:rPr>
        <w:t>_</w:t>
      </w:r>
      <w:r>
        <w:rPr>
          <w:rFonts w:hint="cs"/>
          <w:rtl/>
        </w:rPr>
        <w:t>فسجد</w:t>
      </w:r>
      <w:r>
        <w:rPr>
          <w:rtl/>
        </w:rPr>
        <w:t xml:space="preserve"> الملئكة كلّ</w:t>
      </w:r>
      <w:r w:rsidR="00F21947" w:rsidRPr="00B2551F">
        <w:rPr>
          <w:rFonts w:hint="cs"/>
          <w:rtl/>
        </w:rPr>
        <w:t>ه</w:t>
      </w:r>
      <w:r>
        <w:rPr>
          <w:rFonts w:hint="cs"/>
          <w:rtl/>
        </w:rPr>
        <w:t>م</w:t>
      </w:r>
      <w:r>
        <w:rPr>
          <w:rtl/>
        </w:rPr>
        <w:t xml:space="preserve"> ...</w:t>
      </w:r>
      <w:r>
        <w:rPr>
          <w:rFonts w:hint="cs"/>
          <w:rtl/>
        </w:rPr>
        <w:t>الّا</w:t>
      </w:r>
      <w:r>
        <w:rPr>
          <w:rtl/>
        </w:rPr>
        <w:t xml:space="preserve"> ابليس</w:t>
      </w:r>
    </w:p>
    <w:p w:rsidR="001F628F" w:rsidRDefault="001F628F" w:rsidP="001F628F">
      <w:pPr>
        <w:pStyle w:val="libNormal"/>
        <w:rPr>
          <w:rtl/>
        </w:rPr>
      </w:pPr>
      <w:r>
        <w:rPr>
          <w:rFonts w:hint="eastAsia"/>
          <w:rtl/>
        </w:rPr>
        <w:t>مندرجہ</w:t>
      </w:r>
      <w:r>
        <w:rPr>
          <w:rtl/>
        </w:rPr>
        <w:t xml:space="preserve"> بالا مطلب اس احتمال پر مبنى ہے كہ جب استثنا ء ،متصل ہو _اور ابليس كا فرشتو</w:t>
      </w:r>
      <w:r w:rsidR="00083993">
        <w:rPr>
          <w:rtl/>
        </w:rPr>
        <w:t xml:space="preserve">ں </w:t>
      </w:r>
      <w:r>
        <w:rPr>
          <w:rtl/>
        </w:rPr>
        <w:t>سے استثناء ہونا اس كے فرشتہ ہونے كى وجہ سے نہي</w:t>
      </w:r>
      <w:r w:rsidR="00083993">
        <w:rPr>
          <w:rtl/>
        </w:rPr>
        <w:t xml:space="preserve">ں </w:t>
      </w:r>
      <w:r>
        <w:rPr>
          <w:rtl/>
        </w:rPr>
        <w:t>تھا_ بلكہ من باب تغليب وہ اُنہى مي</w:t>
      </w:r>
      <w:r w:rsidR="00083993">
        <w:rPr>
          <w:rtl/>
        </w:rPr>
        <w:t xml:space="preserve">ں </w:t>
      </w:r>
      <w:r>
        <w:rPr>
          <w:rtl/>
        </w:rPr>
        <w:t>شمار ہو تا تھا_</w:t>
      </w:r>
    </w:p>
    <w:p w:rsidR="001F628F" w:rsidRDefault="001F628F" w:rsidP="001F628F">
      <w:pPr>
        <w:pStyle w:val="libNormal"/>
        <w:rPr>
          <w:rtl/>
        </w:rPr>
      </w:pPr>
      <w:r>
        <w:rPr>
          <w:rtl/>
        </w:rPr>
        <w:t>3_ابليس كو بھى (دوسرے) فرشتو</w:t>
      </w:r>
      <w:r w:rsidR="00083993">
        <w:rPr>
          <w:rtl/>
        </w:rPr>
        <w:t xml:space="preserve">ں </w:t>
      </w:r>
      <w:r>
        <w:rPr>
          <w:rtl/>
        </w:rPr>
        <w:t xml:space="preserve">كى مانند ادم </w:t>
      </w:r>
      <w:r w:rsidR="00367F17" w:rsidRPr="00367F17">
        <w:rPr>
          <w:rStyle w:val="libAlaemChar"/>
          <w:rtl/>
        </w:rPr>
        <w:t xml:space="preserve"> عليه‌السلام </w:t>
      </w:r>
      <w:r>
        <w:rPr>
          <w:rtl/>
        </w:rPr>
        <w:t xml:space="preserve"> كے سامنے سجدہ كرنے پر مامور كيا گيا تھا_</w:t>
      </w:r>
    </w:p>
    <w:p w:rsidR="001F628F" w:rsidRDefault="001F628F" w:rsidP="0052310C">
      <w:pPr>
        <w:pStyle w:val="libArabic"/>
        <w:rPr>
          <w:rtl/>
        </w:rPr>
      </w:pPr>
      <w:r>
        <w:rPr>
          <w:rFonts w:hint="eastAsia"/>
          <w:rtl/>
        </w:rPr>
        <w:t>فسجد</w:t>
      </w:r>
      <w:r>
        <w:rPr>
          <w:rtl/>
        </w:rPr>
        <w:t xml:space="preserve"> الملئكة كلّ</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جمعون</w:t>
      </w:r>
      <w:r>
        <w:rPr>
          <w:rtl/>
        </w:rPr>
        <w:t>_</w:t>
      </w:r>
      <w:r>
        <w:rPr>
          <w:rFonts w:hint="cs"/>
          <w:rtl/>
        </w:rPr>
        <w:t>الّا</w:t>
      </w:r>
      <w:r>
        <w:rPr>
          <w:rtl/>
        </w:rPr>
        <w:t xml:space="preserve"> </w:t>
      </w:r>
      <w:r>
        <w:rPr>
          <w:rFonts w:hint="cs"/>
          <w:rtl/>
        </w:rPr>
        <w:t>ابليس</w:t>
      </w:r>
      <w:r>
        <w:rPr>
          <w:rtl/>
        </w:rPr>
        <w:t xml:space="preserve"> </w:t>
      </w:r>
      <w:r>
        <w:rPr>
          <w:rFonts w:hint="cs"/>
          <w:rtl/>
        </w:rPr>
        <w:t>ا</w:t>
      </w:r>
      <w:r>
        <w:rPr>
          <w:rtl/>
        </w:rPr>
        <w:t xml:space="preserve"> </w:t>
      </w:r>
      <w:r>
        <w:rPr>
          <w:rFonts w:hint="cs"/>
          <w:rtl/>
        </w:rPr>
        <w:t>بى</w:t>
      </w:r>
      <w:r>
        <w:rPr>
          <w:rtl/>
        </w:rPr>
        <w:t xml:space="preserve"> </w:t>
      </w:r>
      <w:r>
        <w:rPr>
          <w:rFonts w:hint="cs"/>
          <w:rtl/>
        </w:rPr>
        <w:t>ا</w:t>
      </w:r>
      <w:r>
        <w:rPr>
          <w:rtl/>
        </w:rPr>
        <w:t xml:space="preserve"> </w:t>
      </w:r>
      <w:r>
        <w:rPr>
          <w:rFonts w:hint="cs"/>
          <w:rtl/>
        </w:rPr>
        <w:t>ن</w:t>
      </w:r>
      <w:r>
        <w:rPr>
          <w:rtl/>
        </w:rPr>
        <w:t xml:space="preserve"> </w:t>
      </w:r>
      <w:r>
        <w:rPr>
          <w:rFonts w:hint="cs"/>
          <w:rtl/>
        </w:rPr>
        <w:t>يكون</w:t>
      </w:r>
      <w:r>
        <w:rPr>
          <w:rtl/>
        </w:rPr>
        <w:t xml:space="preserve"> </w:t>
      </w:r>
      <w:r>
        <w:rPr>
          <w:rFonts w:hint="cs"/>
          <w:rtl/>
        </w:rPr>
        <w:t>مع</w:t>
      </w:r>
      <w:r>
        <w:rPr>
          <w:rtl/>
        </w:rPr>
        <w:t xml:space="preserve"> </w:t>
      </w:r>
      <w:r>
        <w:rPr>
          <w:rFonts w:hint="cs"/>
          <w:rtl/>
        </w:rPr>
        <w:t>ا</w:t>
      </w:r>
      <w:r>
        <w:rPr>
          <w:rtl/>
        </w:rPr>
        <w:t>ل</w:t>
      </w:r>
      <w:r w:rsidR="008B7D24" w:rsidRPr="008B7D24">
        <w:rPr>
          <w:rtl/>
        </w:rPr>
        <w:t>ساجدين</w:t>
      </w:r>
    </w:p>
    <w:p w:rsidR="001F628F" w:rsidRDefault="001F628F" w:rsidP="0052310C">
      <w:pPr>
        <w:pStyle w:val="libNormal"/>
        <w:rPr>
          <w:rtl/>
        </w:rPr>
      </w:pPr>
      <w:r>
        <w:rPr>
          <w:rtl/>
        </w:rPr>
        <w:t>4_ابليس ، اختيارا ورارادے كى مالك مخلوق ہے_</w:t>
      </w:r>
      <w:r w:rsidRPr="0052310C">
        <w:rPr>
          <w:rStyle w:val="libArabicChar"/>
          <w:rFonts w:hint="eastAsia"/>
          <w:rtl/>
        </w:rPr>
        <w:t>فسجد</w:t>
      </w:r>
      <w:r w:rsidRPr="0052310C">
        <w:rPr>
          <w:rStyle w:val="libArabicChar"/>
          <w:rtl/>
        </w:rPr>
        <w:t xml:space="preserve"> الملئكة كلّ</w:t>
      </w:r>
      <w:r w:rsidR="00F21947" w:rsidRPr="00B2551F">
        <w:rPr>
          <w:rStyle w:val="libArabicChar"/>
          <w:rFonts w:hint="cs"/>
          <w:rtl/>
        </w:rPr>
        <w:t>ه</w:t>
      </w:r>
      <w:r w:rsidRPr="0052310C">
        <w:rPr>
          <w:rStyle w:val="libArabicChar"/>
          <w:rFonts w:hint="cs"/>
          <w:rtl/>
        </w:rPr>
        <w:t>م</w:t>
      </w:r>
      <w:r w:rsidRPr="0052310C">
        <w:rPr>
          <w:rStyle w:val="libArabicChar"/>
          <w:rtl/>
        </w:rPr>
        <w:t xml:space="preserve"> ...</w:t>
      </w:r>
      <w:r w:rsidRPr="0052310C">
        <w:rPr>
          <w:rStyle w:val="libArabicChar"/>
          <w:rFonts w:hint="cs"/>
          <w:rtl/>
        </w:rPr>
        <w:t>الّا</w:t>
      </w:r>
      <w:r w:rsidRPr="0052310C">
        <w:rPr>
          <w:rStyle w:val="libArabicChar"/>
          <w:rtl/>
        </w:rPr>
        <w:t xml:space="preserve"> </w:t>
      </w:r>
      <w:r w:rsidRPr="0052310C">
        <w:rPr>
          <w:rStyle w:val="libArabicChar"/>
          <w:rFonts w:hint="cs"/>
          <w:rtl/>
        </w:rPr>
        <w:t>ابلي</w:t>
      </w:r>
      <w:r w:rsidRPr="0052310C">
        <w:rPr>
          <w:rStyle w:val="libArabicChar"/>
          <w:rtl/>
        </w:rPr>
        <w:t>س ا بى</w:t>
      </w:r>
    </w:p>
    <w:p w:rsidR="001F628F" w:rsidRDefault="001F628F" w:rsidP="0052310C">
      <w:pPr>
        <w:pStyle w:val="libNormal"/>
        <w:rPr>
          <w:rtl/>
        </w:rPr>
      </w:pPr>
      <w:r>
        <w:rPr>
          <w:rtl/>
        </w:rPr>
        <w:t>5_ابليس ،فرشتو</w:t>
      </w:r>
      <w:r w:rsidR="00083993">
        <w:rPr>
          <w:rtl/>
        </w:rPr>
        <w:t xml:space="preserve">ں </w:t>
      </w:r>
      <w:r>
        <w:rPr>
          <w:rtl/>
        </w:rPr>
        <w:t>كى جنس سے نہي</w:t>
      </w:r>
      <w:r w:rsidR="00083993">
        <w:rPr>
          <w:rtl/>
        </w:rPr>
        <w:t xml:space="preserve">ں </w:t>
      </w:r>
      <w:r>
        <w:rPr>
          <w:rtl/>
        </w:rPr>
        <w:t>تھا_</w:t>
      </w:r>
      <w:r w:rsidRPr="0052310C">
        <w:rPr>
          <w:rStyle w:val="libArabicChar"/>
          <w:rFonts w:hint="eastAsia"/>
          <w:rtl/>
        </w:rPr>
        <w:t>فسجد</w:t>
      </w:r>
      <w:r w:rsidRPr="0052310C">
        <w:rPr>
          <w:rStyle w:val="libArabicChar"/>
          <w:rtl/>
        </w:rPr>
        <w:t xml:space="preserve"> الملئكة كلّ</w:t>
      </w:r>
      <w:r w:rsidR="00F21947" w:rsidRPr="00B2551F">
        <w:rPr>
          <w:rStyle w:val="libArabicChar"/>
          <w:rFonts w:hint="cs"/>
          <w:rtl/>
        </w:rPr>
        <w:t>ه</w:t>
      </w:r>
      <w:r w:rsidRPr="0052310C">
        <w:rPr>
          <w:rStyle w:val="libArabicChar"/>
          <w:rFonts w:hint="cs"/>
          <w:rtl/>
        </w:rPr>
        <w:t>م</w:t>
      </w:r>
      <w:r w:rsidRPr="0052310C">
        <w:rPr>
          <w:rStyle w:val="libArabicChar"/>
          <w:rtl/>
        </w:rPr>
        <w:t xml:space="preserve"> </w:t>
      </w:r>
      <w:r w:rsidRPr="0052310C">
        <w:rPr>
          <w:rStyle w:val="libArabicChar"/>
          <w:rFonts w:hint="cs"/>
          <w:rtl/>
        </w:rPr>
        <w:t>ا</w:t>
      </w:r>
      <w:r w:rsidRPr="0052310C">
        <w:rPr>
          <w:rStyle w:val="libArabicChar"/>
          <w:rtl/>
        </w:rPr>
        <w:t xml:space="preserve"> </w:t>
      </w:r>
      <w:r w:rsidRPr="0052310C">
        <w:rPr>
          <w:rStyle w:val="libArabicChar"/>
          <w:rFonts w:hint="cs"/>
          <w:rtl/>
        </w:rPr>
        <w:t>جمعون</w:t>
      </w:r>
      <w:r w:rsidRPr="0052310C">
        <w:rPr>
          <w:rStyle w:val="libArabicChar"/>
          <w:rtl/>
        </w:rPr>
        <w:t>_</w:t>
      </w:r>
      <w:r w:rsidRPr="0052310C">
        <w:rPr>
          <w:rStyle w:val="libArabicChar"/>
          <w:rFonts w:hint="cs"/>
          <w:rtl/>
        </w:rPr>
        <w:t>الّا</w:t>
      </w:r>
      <w:r w:rsidRPr="0052310C">
        <w:rPr>
          <w:rStyle w:val="libArabicChar"/>
          <w:rtl/>
        </w:rPr>
        <w:t xml:space="preserve"> </w:t>
      </w:r>
      <w:r w:rsidRPr="0052310C">
        <w:rPr>
          <w:rStyle w:val="libArabicChar"/>
          <w:rFonts w:hint="cs"/>
          <w:rtl/>
        </w:rPr>
        <w:t>ابلي</w:t>
      </w:r>
      <w:r w:rsidRPr="0052310C">
        <w:rPr>
          <w:rStyle w:val="libArabicChar"/>
          <w:rtl/>
        </w:rPr>
        <w:t>س ا بى</w:t>
      </w:r>
    </w:p>
    <w:p w:rsidR="001F628F" w:rsidRDefault="001F628F" w:rsidP="001F628F">
      <w:pPr>
        <w:pStyle w:val="libNormal"/>
        <w:rPr>
          <w:rtl/>
        </w:rPr>
      </w:pPr>
      <w:r>
        <w:rPr>
          <w:rFonts w:hint="eastAsia"/>
          <w:rtl/>
        </w:rPr>
        <w:t>فرشتو</w:t>
      </w:r>
      <w:r w:rsidR="00083993">
        <w:rPr>
          <w:rFonts w:hint="eastAsia"/>
          <w:rtl/>
        </w:rPr>
        <w:t xml:space="preserve">ں </w:t>
      </w:r>
      <w:r>
        <w:rPr>
          <w:rtl/>
        </w:rPr>
        <w:t>كے سجدے كے لئے ''كلھم'' اور ''اجمعون''جيسے تاكيدى كلمات لانا دلالت كرتا ہے كہ تمام فرشتو</w:t>
      </w:r>
      <w:r w:rsidR="00083993">
        <w:rPr>
          <w:rtl/>
        </w:rPr>
        <w:t xml:space="preserve">ں </w:t>
      </w:r>
      <w:r>
        <w:rPr>
          <w:rtl/>
        </w:rPr>
        <w:t xml:space="preserve">نے بلا استثنا ء ادم </w:t>
      </w:r>
      <w:r w:rsidR="00367F17" w:rsidRPr="00367F17">
        <w:rPr>
          <w:rStyle w:val="libAlaemChar"/>
          <w:rtl/>
        </w:rPr>
        <w:t xml:space="preserve"> عليه‌السلام </w:t>
      </w:r>
      <w:r>
        <w:rPr>
          <w:rtl/>
        </w:rPr>
        <w:t xml:space="preserve"> كے سامنے سجدہ كيا تھا اور يہ اس بات پر قرينہ ہے كہ ايت مي</w:t>
      </w:r>
      <w:r w:rsidR="00083993">
        <w:rPr>
          <w:rtl/>
        </w:rPr>
        <w:t xml:space="preserve">ں </w:t>
      </w:r>
      <w:r>
        <w:rPr>
          <w:rtl/>
        </w:rPr>
        <w:t>استثناء ،منقطع ہے (نہ متصل )اور ابليس فرشتو</w:t>
      </w:r>
      <w:r w:rsidR="00083993">
        <w:rPr>
          <w:rtl/>
        </w:rPr>
        <w:t xml:space="preserve">ں </w:t>
      </w:r>
      <w:r>
        <w:rPr>
          <w:rtl/>
        </w:rPr>
        <w:t>كى جنس سے نہي</w:t>
      </w:r>
      <w:r w:rsidR="00083993">
        <w:rPr>
          <w:rtl/>
        </w:rPr>
        <w:t xml:space="preserve">ں </w:t>
      </w:r>
      <w:r>
        <w:rPr>
          <w:rtl/>
        </w:rPr>
        <w:t>تھا_</w:t>
      </w:r>
    </w:p>
    <w:p w:rsidR="001F628F" w:rsidRDefault="001E7F9D" w:rsidP="00F73EDE">
      <w:pPr>
        <w:pStyle w:val="libPoemTini"/>
        <w:rPr>
          <w:rtl/>
        </w:rPr>
      </w:pPr>
      <w:r>
        <w:rPr>
          <w:rtl/>
        </w:rPr>
        <w:br w:type="page"/>
      </w:r>
    </w:p>
    <w:p w:rsidR="001F628F" w:rsidRDefault="001F628F" w:rsidP="0052310C">
      <w:pPr>
        <w:pStyle w:val="libNormal"/>
        <w:rPr>
          <w:rtl/>
        </w:rPr>
      </w:pPr>
      <w:r>
        <w:rPr>
          <w:rFonts w:hint="eastAsia"/>
          <w:rtl/>
        </w:rPr>
        <w:lastRenderedPageBreak/>
        <w:t>ابليس</w:t>
      </w:r>
      <w:r>
        <w:rPr>
          <w:rtl/>
        </w:rPr>
        <w:t xml:space="preserve"> :</w:t>
      </w:r>
      <w:r>
        <w:rPr>
          <w:rFonts w:hint="eastAsia"/>
          <w:rtl/>
        </w:rPr>
        <w:t>ابليس</w:t>
      </w:r>
      <w:r>
        <w:rPr>
          <w:rtl/>
        </w:rPr>
        <w:t xml:space="preserve"> اور ادم </w:t>
      </w:r>
      <w:r w:rsidR="00367F17" w:rsidRPr="00367F17">
        <w:rPr>
          <w:rStyle w:val="libAlaemChar"/>
          <w:rtl/>
        </w:rPr>
        <w:t xml:space="preserve"> عليه‌السلام </w:t>
      </w:r>
      <w:r>
        <w:rPr>
          <w:rtl/>
        </w:rPr>
        <w:t xml:space="preserve"> كے سامنے سجدہ 1،3;ابليس انسان كى خلقت كے وقت 2; ابليس كا اختيار 4;ابليس كا ارادہ 4;ابليس كا مكلف ہونا 3;ابليس كى جنس</w:t>
      </w:r>
    </w:p>
    <w:p w:rsidR="001F628F" w:rsidRDefault="001F628F" w:rsidP="001F628F">
      <w:pPr>
        <w:pStyle w:val="libNormal"/>
        <w:rPr>
          <w:rtl/>
        </w:rPr>
      </w:pPr>
      <w:r>
        <w:rPr>
          <w:rtl/>
        </w:rPr>
        <w:t>5;ابليس كى نافرمانى 1;ابليس ملائكہ مي</w:t>
      </w:r>
      <w:r w:rsidR="00083993">
        <w:rPr>
          <w:rtl/>
        </w:rPr>
        <w:t xml:space="preserve">ں </w:t>
      </w:r>
      <w:r>
        <w:rPr>
          <w:rtl/>
        </w:rPr>
        <w:t>سے 2</w:t>
      </w:r>
    </w:p>
    <w:p w:rsidR="001F628F" w:rsidRDefault="001F628F" w:rsidP="0052310C">
      <w:pPr>
        <w:pStyle w:val="libNormal"/>
        <w:rPr>
          <w:rtl/>
        </w:rPr>
      </w:pPr>
      <w:r>
        <w:rPr>
          <w:rFonts w:hint="eastAsia"/>
          <w:rtl/>
        </w:rPr>
        <w:t>عصيان</w:t>
      </w:r>
      <w:r>
        <w:rPr>
          <w:rtl/>
        </w:rPr>
        <w:t xml:space="preserve"> :</w:t>
      </w:r>
      <w:r>
        <w:rPr>
          <w:rFonts w:hint="eastAsia"/>
          <w:rtl/>
        </w:rPr>
        <w:t>خدا</w:t>
      </w:r>
      <w:r>
        <w:rPr>
          <w:rtl/>
        </w:rPr>
        <w:t xml:space="preserve"> كى نافرمانى 1</w:t>
      </w:r>
    </w:p>
    <w:p w:rsidR="001F628F" w:rsidRDefault="001F628F" w:rsidP="001F628F">
      <w:pPr>
        <w:pStyle w:val="libNormal"/>
        <w:rPr>
          <w:rtl/>
        </w:rPr>
      </w:pPr>
      <w:r>
        <w:rPr>
          <w:rFonts w:hint="eastAsia"/>
          <w:rtl/>
        </w:rPr>
        <w:t>عصيان</w:t>
      </w:r>
      <w:r>
        <w:rPr>
          <w:rtl/>
        </w:rPr>
        <w:t xml:space="preserve"> كرنے والے لوگ:1</w:t>
      </w:r>
    </w:p>
    <w:p w:rsidR="001F628F" w:rsidRDefault="0052310C" w:rsidP="0052310C">
      <w:pPr>
        <w:pStyle w:val="Heading2Center"/>
        <w:rPr>
          <w:rtl/>
        </w:rPr>
      </w:pPr>
      <w:bookmarkStart w:id="78" w:name="_Toc28081756"/>
      <w:r>
        <w:rPr>
          <w:rFonts w:hint="cs"/>
          <w:rtl/>
        </w:rPr>
        <w:t>آیت 32</w:t>
      </w:r>
      <w:bookmarkEnd w:id="78"/>
    </w:p>
    <w:p w:rsidR="001F628F" w:rsidRDefault="00E260F9" w:rsidP="00E040F2">
      <w:pPr>
        <w:pStyle w:val="libNormal"/>
        <w:rPr>
          <w:rtl/>
        </w:rPr>
      </w:pPr>
      <w:r w:rsidRPr="00E260F9">
        <w:rPr>
          <w:rStyle w:val="libAlaemChar"/>
          <w:rFonts w:hint="eastAsia"/>
          <w:rtl/>
        </w:rPr>
        <w:t>(</w:t>
      </w:r>
      <w:r w:rsidRPr="0052310C">
        <w:rPr>
          <w:rStyle w:val="libAieChar"/>
          <w:rFonts w:hint="eastAsia"/>
          <w:rtl/>
        </w:rPr>
        <w:t>قَالَ</w:t>
      </w:r>
      <w:r w:rsidRPr="0052310C">
        <w:rPr>
          <w:rStyle w:val="libAieChar"/>
          <w:rtl/>
        </w:rPr>
        <w:t xml:space="preserve"> يَا إِبْلِيسُ مَا لَكَ أَلاَّ تَكُونَ مَعَ السَّاجِدِينَ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اللہ</w:t>
      </w:r>
      <w:r>
        <w:rPr>
          <w:rtl/>
        </w:rPr>
        <w:t xml:space="preserve"> نے كہا كہ اے ابليس تجھے كيا ہوگياہے كہ تو سجدہ گذارو</w:t>
      </w:r>
      <w:r w:rsidR="00083993">
        <w:rPr>
          <w:rtl/>
        </w:rPr>
        <w:t xml:space="preserve">ں </w:t>
      </w:r>
      <w:r>
        <w:rPr>
          <w:rtl/>
        </w:rPr>
        <w:t>مي</w:t>
      </w:r>
      <w:r w:rsidR="00083993">
        <w:rPr>
          <w:rtl/>
        </w:rPr>
        <w:t xml:space="preserve">ں </w:t>
      </w:r>
      <w:r>
        <w:rPr>
          <w:rtl/>
        </w:rPr>
        <w:t>شامل نہ ہوسكا_</w:t>
      </w:r>
    </w:p>
    <w:p w:rsidR="001F628F" w:rsidRDefault="001F628F" w:rsidP="001F628F">
      <w:pPr>
        <w:pStyle w:val="libNormal"/>
        <w:rPr>
          <w:rtl/>
        </w:rPr>
      </w:pPr>
      <w:r>
        <w:rPr>
          <w:rtl/>
        </w:rPr>
        <w:t xml:space="preserve">1_خداوند متعال نے ادم </w:t>
      </w:r>
      <w:r w:rsidR="00367F17" w:rsidRPr="00367F17">
        <w:rPr>
          <w:rStyle w:val="libAlaemChar"/>
          <w:rtl/>
        </w:rPr>
        <w:t xml:space="preserve"> عليه‌السلام </w:t>
      </w:r>
      <w:r>
        <w:rPr>
          <w:rtl/>
        </w:rPr>
        <w:t xml:space="preserve"> كے سامنے سجدہ كرنے كے سلسلے مي</w:t>
      </w:r>
      <w:r w:rsidR="00083993">
        <w:rPr>
          <w:rtl/>
        </w:rPr>
        <w:t xml:space="preserve">ں </w:t>
      </w:r>
      <w:r>
        <w:rPr>
          <w:rtl/>
        </w:rPr>
        <w:t>ابليس كى نافرمانى پر اُس كى سر زنش كى _</w:t>
      </w:r>
    </w:p>
    <w:p w:rsidR="001F628F" w:rsidRDefault="001F628F" w:rsidP="00E040F2">
      <w:pPr>
        <w:pStyle w:val="libArabic"/>
        <w:rPr>
          <w:rtl/>
        </w:rPr>
      </w:pPr>
      <w:r>
        <w:rPr>
          <w:rFonts w:hint="eastAsia"/>
          <w:rtl/>
        </w:rPr>
        <w:t>قال</w:t>
      </w:r>
      <w:r w:rsidR="008B7D24" w:rsidRPr="008B7D24">
        <w:rPr>
          <w:rtl/>
        </w:rPr>
        <w:t xml:space="preserve"> يا ابليس </w:t>
      </w:r>
      <w:r>
        <w:rPr>
          <w:rtl/>
        </w:rPr>
        <w:t>ما لك ا لّا تكون مع ال</w:t>
      </w:r>
      <w:r w:rsidR="008B7D24" w:rsidRPr="008B7D24">
        <w:rPr>
          <w:rtl/>
        </w:rPr>
        <w:t>ساجدين</w:t>
      </w:r>
    </w:p>
    <w:p w:rsidR="001F628F" w:rsidRDefault="001F628F" w:rsidP="00E040F2">
      <w:pPr>
        <w:pStyle w:val="libNormal"/>
        <w:rPr>
          <w:rtl/>
        </w:rPr>
      </w:pPr>
      <w:r>
        <w:rPr>
          <w:rtl/>
        </w:rPr>
        <w:t xml:space="preserve">2_خداوند متعال نے ادم </w:t>
      </w:r>
      <w:r w:rsidR="00367F17" w:rsidRPr="00367F17">
        <w:rPr>
          <w:rStyle w:val="libAlaemChar"/>
          <w:rtl/>
        </w:rPr>
        <w:t xml:space="preserve"> عليه‌السلام </w:t>
      </w:r>
      <w:r>
        <w:rPr>
          <w:rtl/>
        </w:rPr>
        <w:t xml:space="preserve"> كے سامنے سجدہ كرنے كے سلسلے مي</w:t>
      </w:r>
      <w:r w:rsidR="00083993">
        <w:rPr>
          <w:rtl/>
        </w:rPr>
        <w:t xml:space="preserve">ں </w:t>
      </w:r>
      <w:r>
        <w:rPr>
          <w:rtl/>
        </w:rPr>
        <w:t>ابليس كى نافرمانى كے بعد اُس كى نافرمانى كے محركات جانتے ہوئے اُس سے پوچھ گچھ كى _</w:t>
      </w:r>
      <w:r w:rsidRPr="00E040F2">
        <w:rPr>
          <w:rStyle w:val="libArabicChar"/>
          <w:rFonts w:hint="eastAsia"/>
          <w:rtl/>
        </w:rPr>
        <w:t>قال</w:t>
      </w:r>
      <w:r w:rsidR="008B7D24" w:rsidRPr="008B7D24">
        <w:rPr>
          <w:rStyle w:val="libArabicChar"/>
          <w:rtl/>
        </w:rPr>
        <w:t xml:space="preserve"> يا ابليس </w:t>
      </w:r>
      <w:r w:rsidRPr="00E040F2">
        <w:rPr>
          <w:rStyle w:val="libArabicChar"/>
          <w:rtl/>
        </w:rPr>
        <w:t>ما لك ا لّا تكون مع ال</w:t>
      </w:r>
      <w:r w:rsidR="008B7D24" w:rsidRPr="008B7D24">
        <w:rPr>
          <w:rStyle w:val="libArabicChar"/>
          <w:rtl/>
        </w:rPr>
        <w:t>ساجدين</w:t>
      </w:r>
    </w:p>
    <w:p w:rsidR="001F628F" w:rsidRDefault="001F628F" w:rsidP="00E040F2">
      <w:pPr>
        <w:pStyle w:val="libNormal"/>
        <w:rPr>
          <w:rtl/>
        </w:rPr>
      </w:pPr>
      <w:r>
        <w:rPr>
          <w:rtl/>
        </w:rPr>
        <w:t xml:space="preserve">3_ادم </w:t>
      </w:r>
      <w:r w:rsidR="00367F17" w:rsidRPr="00367F17">
        <w:rPr>
          <w:rStyle w:val="libAlaemChar"/>
          <w:rtl/>
        </w:rPr>
        <w:t xml:space="preserve"> عليه‌السلام </w:t>
      </w:r>
      <w:r>
        <w:rPr>
          <w:rtl/>
        </w:rPr>
        <w:t xml:space="preserve"> كے سامنے سجدہ كرنے كے سلسلے مي</w:t>
      </w:r>
      <w:r w:rsidR="00083993">
        <w:rPr>
          <w:rtl/>
        </w:rPr>
        <w:t xml:space="preserve">ں </w:t>
      </w:r>
      <w:r>
        <w:rPr>
          <w:rtl/>
        </w:rPr>
        <w:t>نافرمانى كے بعد خداوند متعال كا ابليس سے بغير كسى واسطے كے گفتگو كرنا _</w:t>
      </w:r>
      <w:r w:rsidRPr="00E040F2">
        <w:rPr>
          <w:rStyle w:val="libArabicChar"/>
          <w:rFonts w:hint="eastAsia"/>
          <w:rtl/>
        </w:rPr>
        <w:t>قال</w:t>
      </w:r>
      <w:r w:rsidR="008B7D24" w:rsidRPr="008B7D24">
        <w:rPr>
          <w:rStyle w:val="libArabicChar"/>
          <w:rtl/>
        </w:rPr>
        <w:t xml:space="preserve"> يا ابليس </w:t>
      </w:r>
      <w:r w:rsidRPr="00E040F2">
        <w:rPr>
          <w:rStyle w:val="libArabicChar"/>
          <w:rtl/>
        </w:rPr>
        <w:t>ما لك ا لّا تكون مع ال</w:t>
      </w:r>
      <w:r w:rsidR="008B7D24" w:rsidRPr="008B7D24">
        <w:rPr>
          <w:rStyle w:val="libArabicChar"/>
          <w:rtl/>
        </w:rPr>
        <w:t>ساجدين</w:t>
      </w:r>
    </w:p>
    <w:p w:rsidR="001F628F" w:rsidRDefault="001F628F" w:rsidP="001F628F">
      <w:pPr>
        <w:pStyle w:val="libNormal"/>
        <w:rPr>
          <w:rtl/>
        </w:rPr>
      </w:pPr>
      <w:r>
        <w:rPr>
          <w:rtl/>
        </w:rPr>
        <w:t>4_عصيان ،نافرمانى اور قانون شكنى كے علل واسباب جاننا ايك اچھا كام ہے _</w:t>
      </w:r>
    </w:p>
    <w:p w:rsidR="001F628F" w:rsidRDefault="001F628F" w:rsidP="00E040F2">
      <w:pPr>
        <w:pStyle w:val="libArabic"/>
        <w:rPr>
          <w:rtl/>
        </w:rPr>
      </w:pPr>
      <w:r>
        <w:rPr>
          <w:rFonts w:hint="eastAsia"/>
          <w:rtl/>
        </w:rPr>
        <w:t>قال</w:t>
      </w:r>
      <w:r w:rsidR="008B7D24" w:rsidRPr="008B7D24">
        <w:rPr>
          <w:rtl/>
        </w:rPr>
        <w:t xml:space="preserve"> يا ابليس </w:t>
      </w:r>
      <w:r>
        <w:rPr>
          <w:rtl/>
        </w:rPr>
        <w:t>ما لك ا لّا تكون مع ال</w:t>
      </w:r>
      <w:r w:rsidR="008B7D24" w:rsidRPr="008B7D24">
        <w:rPr>
          <w:rtl/>
        </w:rPr>
        <w:t>ساجدين</w:t>
      </w:r>
    </w:p>
    <w:p w:rsidR="001F628F" w:rsidRDefault="001F628F" w:rsidP="001F628F">
      <w:pPr>
        <w:pStyle w:val="libNormal"/>
        <w:rPr>
          <w:rtl/>
        </w:rPr>
      </w:pPr>
      <w:r>
        <w:rPr>
          <w:rFonts w:hint="eastAsia"/>
          <w:rtl/>
        </w:rPr>
        <w:t>خداوندمتعال</w:t>
      </w:r>
      <w:r>
        <w:rPr>
          <w:rtl/>
        </w:rPr>
        <w:t xml:space="preserve"> كا ابليس سے اُس كى نافر مانى كے محركات واسباب كے بارے مي</w:t>
      </w:r>
      <w:r w:rsidR="00083993">
        <w:rPr>
          <w:rtl/>
        </w:rPr>
        <w:t xml:space="preserve">ں </w:t>
      </w:r>
      <w:r>
        <w:rPr>
          <w:rtl/>
        </w:rPr>
        <w:t>پوچھ گچھ كرناجبكہ اس كے بغير بھى اسے سزا دى جاسكتى تھى ،مذكورہ بالا نكتے كى طرف اشارہ ہے_</w:t>
      </w:r>
    </w:p>
    <w:p w:rsidR="001F628F" w:rsidRDefault="001F628F" w:rsidP="00E040F2">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ادم</w:t>
      </w:r>
      <w:r>
        <w:rPr>
          <w:rtl/>
        </w:rPr>
        <w:t xml:space="preserve"> كے سامنے سجدہ نہ كرنا 1</w:t>
      </w:r>
    </w:p>
    <w:p w:rsidR="001F628F" w:rsidRDefault="001F628F" w:rsidP="001F628F">
      <w:pPr>
        <w:pStyle w:val="libNormal"/>
        <w:rPr>
          <w:rtl/>
        </w:rPr>
      </w:pPr>
      <w:r>
        <w:rPr>
          <w:rFonts w:hint="eastAsia"/>
          <w:rtl/>
        </w:rPr>
        <w:t>ابليس</w:t>
      </w:r>
      <w:r>
        <w:rPr>
          <w:rtl/>
        </w:rPr>
        <w:t xml:space="preserve"> :</w:t>
      </w:r>
    </w:p>
    <w:p w:rsidR="00E040F2" w:rsidRDefault="001E7F9D" w:rsidP="00F73EDE">
      <w:pPr>
        <w:pStyle w:val="libPoemTini"/>
        <w:rPr>
          <w:rtl/>
        </w:rPr>
      </w:pPr>
      <w:r>
        <w:rPr>
          <w:rtl/>
        </w:rPr>
        <w:br w:type="page"/>
      </w:r>
    </w:p>
    <w:p w:rsidR="001F628F" w:rsidRDefault="001F628F" w:rsidP="00E040F2">
      <w:pPr>
        <w:pStyle w:val="libNormal"/>
        <w:rPr>
          <w:rtl/>
        </w:rPr>
      </w:pPr>
      <w:r>
        <w:rPr>
          <w:rFonts w:hint="eastAsia"/>
          <w:rtl/>
        </w:rPr>
        <w:lastRenderedPageBreak/>
        <w:t>ابليس</w:t>
      </w:r>
      <w:r>
        <w:rPr>
          <w:rtl/>
        </w:rPr>
        <w:t xml:space="preserve"> سے پوچھ گچھ 2;ابليس كا سجدہ نہ كرنا 3; ابليس كے عصيان كا محرك 2;ابليس كى خدا سے گفتگو3;ابليس كى سرزنش 1; ابليس كے سجدہ نہ كرنے كا محرك 2;ابليس كا عصيان 1،3</w:t>
      </w:r>
    </w:p>
    <w:p w:rsidR="001F628F" w:rsidRDefault="001F628F" w:rsidP="00E040F2">
      <w:pPr>
        <w:pStyle w:val="libNormal"/>
        <w:rPr>
          <w:rtl/>
        </w:rPr>
      </w:pPr>
      <w:r>
        <w:rPr>
          <w:rFonts w:hint="eastAsia"/>
          <w:rtl/>
        </w:rPr>
        <w:t>الله</w:t>
      </w:r>
      <w:r>
        <w:rPr>
          <w:rtl/>
        </w:rPr>
        <w:t xml:space="preserve"> تعالى :</w:t>
      </w:r>
      <w:r>
        <w:rPr>
          <w:rFonts w:hint="eastAsia"/>
          <w:rtl/>
        </w:rPr>
        <w:t>الله</w:t>
      </w:r>
      <w:r>
        <w:rPr>
          <w:rtl/>
        </w:rPr>
        <w:t xml:space="preserve"> تعالى كى جانب سے سر زنشي</w:t>
      </w:r>
      <w:r w:rsidR="00083993">
        <w:rPr>
          <w:rtl/>
        </w:rPr>
        <w:t xml:space="preserve">ں </w:t>
      </w:r>
      <w:r>
        <w:rPr>
          <w:rtl/>
        </w:rPr>
        <w:t>1</w:t>
      </w:r>
    </w:p>
    <w:p w:rsidR="001F628F" w:rsidRDefault="001F628F" w:rsidP="00E040F2">
      <w:pPr>
        <w:pStyle w:val="libNormal"/>
        <w:rPr>
          <w:rtl/>
        </w:rPr>
      </w:pPr>
      <w:r>
        <w:rPr>
          <w:rFonts w:hint="eastAsia"/>
          <w:rtl/>
        </w:rPr>
        <w:t>عصيان</w:t>
      </w:r>
      <w:r>
        <w:rPr>
          <w:rtl/>
        </w:rPr>
        <w:t xml:space="preserve"> :</w:t>
      </w:r>
      <w:r>
        <w:rPr>
          <w:rFonts w:hint="eastAsia"/>
          <w:rtl/>
        </w:rPr>
        <w:t>خدا</w:t>
      </w:r>
      <w:r>
        <w:rPr>
          <w:rtl/>
        </w:rPr>
        <w:t xml:space="preserve"> سے عصيان 1،3;عصيان كے محرك كے</w:t>
      </w:r>
    </w:p>
    <w:p w:rsidR="001F628F" w:rsidRDefault="001F628F" w:rsidP="001F628F">
      <w:pPr>
        <w:pStyle w:val="libNormal"/>
        <w:rPr>
          <w:rtl/>
        </w:rPr>
      </w:pPr>
      <w:r>
        <w:rPr>
          <w:rFonts w:hint="eastAsia"/>
          <w:rtl/>
        </w:rPr>
        <w:t>بارے</w:t>
      </w:r>
      <w:r>
        <w:rPr>
          <w:rtl/>
        </w:rPr>
        <w:t xml:space="preserve"> مي</w:t>
      </w:r>
      <w:r w:rsidR="00083993">
        <w:rPr>
          <w:rtl/>
        </w:rPr>
        <w:t xml:space="preserve">ں </w:t>
      </w:r>
      <w:r>
        <w:rPr>
          <w:rtl/>
        </w:rPr>
        <w:t>سوال 4</w:t>
      </w:r>
    </w:p>
    <w:p w:rsidR="001F628F" w:rsidRDefault="001F628F" w:rsidP="00E040F2">
      <w:pPr>
        <w:pStyle w:val="libNormal"/>
        <w:rPr>
          <w:rtl/>
        </w:rPr>
      </w:pPr>
      <w:r>
        <w:rPr>
          <w:rFonts w:hint="eastAsia"/>
          <w:rtl/>
        </w:rPr>
        <w:t>عمل</w:t>
      </w:r>
      <w:r>
        <w:rPr>
          <w:rtl/>
        </w:rPr>
        <w:t xml:space="preserve"> :</w:t>
      </w:r>
      <w:r>
        <w:rPr>
          <w:rFonts w:hint="eastAsia"/>
          <w:rtl/>
        </w:rPr>
        <w:t>پسنديدہ</w:t>
      </w:r>
      <w:r>
        <w:rPr>
          <w:rtl/>
        </w:rPr>
        <w:t xml:space="preserve"> عمل 4</w:t>
      </w:r>
    </w:p>
    <w:p w:rsidR="001F628F" w:rsidRDefault="001F628F" w:rsidP="00E040F2">
      <w:pPr>
        <w:pStyle w:val="libNormal"/>
        <w:rPr>
          <w:rtl/>
        </w:rPr>
      </w:pPr>
      <w:r>
        <w:rPr>
          <w:rFonts w:hint="eastAsia"/>
          <w:rtl/>
        </w:rPr>
        <w:t>قانون</w:t>
      </w:r>
      <w:r>
        <w:rPr>
          <w:rtl/>
        </w:rPr>
        <w:t xml:space="preserve"> :</w:t>
      </w:r>
      <w:r>
        <w:rPr>
          <w:rFonts w:hint="eastAsia"/>
          <w:rtl/>
        </w:rPr>
        <w:t>قانون</w:t>
      </w:r>
      <w:r>
        <w:rPr>
          <w:rtl/>
        </w:rPr>
        <w:t xml:space="preserve"> كى رعايت كرنے كى اہميت 4</w:t>
      </w:r>
    </w:p>
    <w:p w:rsidR="001F628F" w:rsidRDefault="001F628F" w:rsidP="00E040F2">
      <w:pPr>
        <w:pStyle w:val="libNormal"/>
        <w:rPr>
          <w:rtl/>
        </w:rPr>
      </w:pPr>
      <w:r>
        <w:rPr>
          <w:rFonts w:hint="eastAsia"/>
          <w:rtl/>
        </w:rPr>
        <w:t>قانون</w:t>
      </w:r>
      <w:r>
        <w:rPr>
          <w:rtl/>
        </w:rPr>
        <w:t xml:space="preserve"> شكنى :</w:t>
      </w:r>
      <w:r>
        <w:rPr>
          <w:rFonts w:hint="eastAsia"/>
          <w:rtl/>
        </w:rPr>
        <w:t>قانون</w:t>
      </w:r>
      <w:r>
        <w:rPr>
          <w:rtl/>
        </w:rPr>
        <w:t xml:space="preserve"> شكنى كے بارے مي</w:t>
      </w:r>
      <w:r w:rsidR="00083993">
        <w:rPr>
          <w:rtl/>
        </w:rPr>
        <w:t xml:space="preserve">ں </w:t>
      </w:r>
      <w:r>
        <w:rPr>
          <w:rtl/>
        </w:rPr>
        <w:t>پوچھ گچھ 4</w:t>
      </w:r>
    </w:p>
    <w:p w:rsidR="001F628F" w:rsidRDefault="00E040F2" w:rsidP="00E040F2">
      <w:pPr>
        <w:pStyle w:val="Heading2Center"/>
        <w:rPr>
          <w:rtl/>
        </w:rPr>
      </w:pPr>
      <w:bookmarkStart w:id="79" w:name="_Toc28081757"/>
      <w:r>
        <w:rPr>
          <w:rFonts w:hint="cs"/>
          <w:rtl/>
        </w:rPr>
        <w:t>آیت 33</w:t>
      </w:r>
      <w:bookmarkEnd w:id="79"/>
    </w:p>
    <w:p w:rsidR="001F628F" w:rsidRDefault="00E260F9" w:rsidP="00E040F2">
      <w:pPr>
        <w:pStyle w:val="libNormal"/>
        <w:rPr>
          <w:rtl/>
        </w:rPr>
      </w:pPr>
      <w:r w:rsidRPr="00E260F9">
        <w:rPr>
          <w:rStyle w:val="libAlaemChar"/>
          <w:rFonts w:hint="eastAsia"/>
          <w:rtl/>
        </w:rPr>
        <w:t>(</w:t>
      </w:r>
      <w:r w:rsidRPr="00E040F2">
        <w:rPr>
          <w:rStyle w:val="libAieChar"/>
          <w:rFonts w:hint="eastAsia"/>
          <w:rtl/>
        </w:rPr>
        <w:t>قَالَ</w:t>
      </w:r>
      <w:r w:rsidRPr="00E040F2">
        <w:rPr>
          <w:rStyle w:val="libAieChar"/>
          <w:rtl/>
        </w:rPr>
        <w:t xml:space="preserve"> لَمْ أَكُن لِّأَسْجُدَ لِبَشَرٍ خَلَقْتَهُ مِن صَلْصَالٍ مِّنْ حَمَإٍ مَّسْنُونٍ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نے كہا كہ مي</w:t>
      </w:r>
      <w:r w:rsidR="00083993">
        <w:rPr>
          <w:rtl/>
        </w:rPr>
        <w:t xml:space="preserve">ں </w:t>
      </w:r>
      <w:r>
        <w:rPr>
          <w:rtl/>
        </w:rPr>
        <w:t>ايسے بشر كو سجدہ نہي</w:t>
      </w:r>
      <w:r w:rsidR="00083993">
        <w:rPr>
          <w:rtl/>
        </w:rPr>
        <w:t xml:space="preserve">ں </w:t>
      </w:r>
      <w:r>
        <w:rPr>
          <w:rtl/>
        </w:rPr>
        <w:t>كرسكتا جسے تو نے سياسى مائل خشك مٹى سے پيدا كياہے _</w:t>
      </w:r>
    </w:p>
    <w:p w:rsidR="001F628F" w:rsidRDefault="001F628F" w:rsidP="001F628F">
      <w:pPr>
        <w:pStyle w:val="libNormal"/>
        <w:rPr>
          <w:rtl/>
        </w:rPr>
      </w:pPr>
      <w:r>
        <w:rPr>
          <w:rtl/>
        </w:rPr>
        <w:t>1_ ابليس نے اپنى نافرمانى كے بارے مي</w:t>
      </w:r>
      <w:r w:rsidR="00083993">
        <w:rPr>
          <w:rtl/>
        </w:rPr>
        <w:t xml:space="preserve">ں </w:t>
      </w:r>
      <w:r>
        <w:rPr>
          <w:rtl/>
        </w:rPr>
        <w:t>خدا كى جانب سے پوچھ گچھ كے جواب مي</w:t>
      </w:r>
      <w:r w:rsidR="00083993">
        <w:rPr>
          <w:rtl/>
        </w:rPr>
        <w:t xml:space="preserve">ں </w:t>
      </w:r>
      <w:r>
        <w:rPr>
          <w:rtl/>
        </w:rPr>
        <w:t>كہا:مي</w:t>
      </w:r>
      <w:r w:rsidR="00083993">
        <w:rPr>
          <w:rtl/>
        </w:rPr>
        <w:t xml:space="preserve">ں </w:t>
      </w:r>
      <w:r>
        <w:rPr>
          <w:rtl/>
        </w:rPr>
        <w:t>ہر گز ايسے انسان كے سامنے سجدہ نہي</w:t>
      </w:r>
      <w:r w:rsidR="00083993">
        <w:rPr>
          <w:rtl/>
        </w:rPr>
        <w:t xml:space="preserve">ں </w:t>
      </w:r>
      <w:r>
        <w:rPr>
          <w:rtl/>
        </w:rPr>
        <w:t>كرو</w:t>
      </w:r>
      <w:r w:rsidR="00083993">
        <w:rPr>
          <w:rtl/>
        </w:rPr>
        <w:t xml:space="preserve">ں </w:t>
      </w:r>
      <w:r>
        <w:rPr>
          <w:rtl/>
        </w:rPr>
        <w:t>گا جو سڑے ہوئے كيچڑ كى بدبو دار مٹى سے خلق ہوا ہے_</w:t>
      </w:r>
    </w:p>
    <w:p w:rsidR="001F628F" w:rsidRDefault="001F628F" w:rsidP="00E040F2">
      <w:pPr>
        <w:pStyle w:val="libArabic"/>
        <w:rPr>
          <w:rtl/>
        </w:rPr>
      </w:pPr>
      <w:r>
        <w:rPr>
          <w:rFonts w:hint="eastAsia"/>
          <w:rtl/>
        </w:rPr>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2_ ابليس ،انسان كى خلقت كے اابتدائي مواد سے مكمل طور پر اگاہ تھا _</w:t>
      </w:r>
    </w:p>
    <w:p w:rsidR="001F628F" w:rsidRDefault="001F628F" w:rsidP="00E040F2">
      <w:pPr>
        <w:pStyle w:val="libArabic"/>
        <w:rPr>
          <w:rtl/>
        </w:rPr>
      </w:pPr>
      <w:r>
        <w:rPr>
          <w:rFonts w:hint="eastAsia"/>
          <w:rtl/>
        </w:rPr>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 xml:space="preserve">3_ابليس نے ادم </w:t>
      </w:r>
      <w:r w:rsidR="00367F17" w:rsidRPr="00367F17">
        <w:rPr>
          <w:rStyle w:val="libAlaemChar"/>
          <w:rtl/>
        </w:rPr>
        <w:t xml:space="preserve"> عليه‌السلام </w:t>
      </w:r>
      <w:r>
        <w:rPr>
          <w:rtl/>
        </w:rPr>
        <w:t xml:space="preserve"> كے سامنے سجدہ كے بارے مي</w:t>
      </w:r>
      <w:r w:rsidR="00083993">
        <w:rPr>
          <w:rtl/>
        </w:rPr>
        <w:t xml:space="preserve">ں </w:t>
      </w:r>
      <w:r>
        <w:rPr>
          <w:rtl/>
        </w:rPr>
        <w:t>فرمان خدا كى نافرمانى مي</w:t>
      </w:r>
      <w:r w:rsidR="00083993">
        <w:rPr>
          <w:rtl/>
        </w:rPr>
        <w:t xml:space="preserve">ں </w:t>
      </w:r>
      <w:r>
        <w:rPr>
          <w:rtl/>
        </w:rPr>
        <w:t>فقط اُس كے جسمانى مادے كو معيار قرار ديااور اُس مي</w:t>
      </w:r>
      <w:r w:rsidR="00083993">
        <w:rPr>
          <w:rtl/>
        </w:rPr>
        <w:t xml:space="preserve">ں </w:t>
      </w:r>
      <w:r>
        <w:rPr>
          <w:rtl/>
        </w:rPr>
        <w:t>موجود الہى روح كو نظر انداز كر ديا _</w:t>
      </w:r>
    </w:p>
    <w:p w:rsidR="00E040F2" w:rsidRDefault="001E7F9D" w:rsidP="00F73EDE">
      <w:pPr>
        <w:pStyle w:val="libPoemTini"/>
        <w:rPr>
          <w:rtl/>
        </w:rPr>
      </w:pPr>
      <w:r>
        <w:rPr>
          <w:rtl/>
        </w:rPr>
        <w:br w:type="page"/>
      </w:r>
    </w:p>
    <w:p w:rsidR="001F628F" w:rsidRDefault="001F628F" w:rsidP="00E040F2">
      <w:pPr>
        <w:pStyle w:val="libArabic"/>
        <w:rPr>
          <w:rtl/>
        </w:rPr>
      </w:pPr>
      <w:r>
        <w:rPr>
          <w:rFonts w:hint="eastAsia"/>
          <w:rtl/>
        </w:rPr>
        <w:lastRenderedPageBreak/>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4_ابليس ،خلقت انسان كے اصلى مواد كى وجہ اُسے اپنى جيسى مخلوق كا مسجود بنانے كے قابل نہي</w:t>
      </w:r>
      <w:r w:rsidR="00083993">
        <w:rPr>
          <w:rtl/>
        </w:rPr>
        <w:t xml:space="preserve">ں </w:t>
      </w:r>
      <w:r>
        <w:rPr>
          <w:rtl/>
        </w:rPr>
        <w:t>جانتا تھا_</w:t>
      </w:r>
    </w:p>
    <w:p w:rsidR="001F628F" w:rsidRDefault="001F628F" w:rsidP="00E040F2">
      <w:pPr>
        <w:pStyle w:val="libArabic"/>
        <w:rPr>
          <w:rtl/>
        </w:rPr>
      </w:pPr>
      <w:r>
        <w:rPr>
          <w:rFonts w:hint="eastAsia"/>
          <w:rtl/>
        </w:rPr>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 xml:space="preserve">''لا أسجد ''يا''لست أسجد ''كے بجائے ''لم أكن لأسجد '' كى تعبير ہو سكتا ہے اس نكتے كو بيان كر رہى ہو كہ شيطان ،اپنے اپ كو ادم </w:t>
      </w:r>
      <w:r w:rsidR="00367F17" w:rsidRPr="00367F17">
        <w:rPr>
          <w:rStyle w:val="libAlaemChar"/>
          <w:rtl/>
        </w:rPr>
        <w:t xml:space="preserve"> عليه‌السلام </w:t>
      </w:r>
      <w:r>
        <w:rPr>
          <w:rtl/>
        </w:rPr>
        <w:t xml:space="preserve"> سے بر تر جانتا تھا_</w:t>
      </w:r>
    </w:p>
    <w:p w:rsidR="001F628F" w:rsidRDefault="001F628F" w:rsidP="001F628F">
      <w:pPr>
        <w:pStyle w:val="libNormal"/>
        <w:rPr>
          <w:rtl/>
        </w:rPr>
      </w:pPr>
      <w:r>
        <w:rPr>
          <w:rtl/>
        </w:rPr>
        <w:t xml:space="preserve">5_ابليس ،ادم </w:t>
      </w:r>
      <w:r w:rsidR="00367F17" w:rsidRPr="00367F17">
        <w:rPr>
          <w:rStyle w:val="libAlaemChar"/>
          <w:rtl/>
        </w:rPr>
        <w:t xml:space="preserve"> عليه‌السلام </w:t>
      </w:r>
      <w:r>
        <w:rPr>
          <w:rtl/>
        </w:rPr>
        <w:t xml:space="preserve"> كى تحقير كرنے كے علاوہ اپنے اپ كومقام ومنزلت مي</w:t>
      </w:r>
      <w:r w:rsidR="00083993">
        <w:rPr>
          <w:rtl/>
        </w:rPr>
        <w:t xml:space="preserve">ں </w:t>
      </w:r>
      <w:r>
        <w:rPr>
          <w:rtl/>
        </w:rPr>
        <w:t>اُن سے بر تر جانتا تھا _</w:t>
      </w:r>
    </w:p>
    <w:p w:rsidR="001F628F" w:rsidRDefault="001F628F" w:rsidP="00E040F2">
      <w:pPr>
        <w:pStyle w:val="libArabic"/>
        <w:rPr>
          <w:rtl/>
        </w:rPr>
      </w:pPr>
      <w:r>
        <w:rPr>
          <w:rFonts w:hint="eastAsia"/>
          <w:rtl/>
        </w:rPr>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 xml:space="preserve">6_نسلى برترى كے احساس سے پيدا ہونے والا تكبر ،ادم </w:t>
      </w:r>
      <w:r w:rsidR="00367F17" w:rsidRPr="00367F17">
        <w:rPr>
          <w:rStyle w:val="libAlaemChar"/>
          <w:rtl/>
        </w:rPr>
        <w:t xml:space="preserve"> عليه‌السلام </w:t>
      </w:r>
      <w:r>
        <w:rPr>
          <w:rtl/>
        </w:rPr>
        <w:t xml:space="preserve"> كے سامنے ابليس كے سجدہ نہ كرنے كا بڑا سبب تھا_</w:t>
      </w:r>
    </w:p>
    <w:p w:rsidR="001F628F" w:rsidRDefault="001F628F" w:rsidP="00E040F2">
      <w:pPr>
        <w:pStyle w:val="libArabic"/>
        <w:rPr>
          <w:rtl/>
        </w:rPr>
      </w:pPr>
      <w:r>
        <w:rPr>
          <w:rFonts w:hint="eastAsia"/>
          <w:rtl/>
        </w:rPr>
        <w:t>قال</w:t>
      </w:r>
      <w:r>
        <w:rPr>
          <w:rtl/>
        </w:rPr>
        <w:t xml:space="preserve"> لم ا كن لا سجد لبشر خلقت</w:t>
      </w:r>
      <w:r w:rsidR="00120F63" w:rsidRPr="00ED5DE8">
        <w:rPr>
          <w:rFonts w:hint="cs"/>
          <w:rtl/>
        </w:rPr>
        <w:t>ه</w:t>
      </w:r>
      <w:r>
        <w:rPr>
          <w:rtl/>
        </w:rPr>
        <w:t xml:space="preserve"> </w:t>
      </w:r>
      <w:r>
        <w:rPr>
          <w:rFonts w:hint="cs"/>
          <w:rtl/>
        </w:rPr>
        <w:t>من</w:t>
      </w:r>
      <w:r>
        <w:rPr>
          <w:rtl/>
        </w:rPr>
        <w:t xml:space="preserve"> </w:t>
      </w:r>
      <w:r>
        <w:rPr>
          <w:rFonts w:hint="cs"/>
          <w:rtl/>
        </w:rPr>
        <w:t>صلص</w:t>
      </w:r>
      <w:r>
        <w:rPr>
          <w:rtl/>
        </w:rPr>
        <w:t xml:space="preserve">ل من </w:t>
      </w:r>
      <w:r w:rsidR="00A62A34" w:rsidRPr="00A62A34">
        <w:rPr>
          <w:rtl/>
        </w:rPr>
        <w:t>حماء</w:t>
      </w:r>
      <w:r>
        <w:rPr>
          <w:rtl/>
        </w:rPr>
        <w:t>مسنون</w:t>
      </w:r>
    </w:p>
    <w:p w:rsidR="001F628F" w:rsidRDefault="001F628F" w:rsidP="001F628F">
      <w:pPr>
        <w:pStyle w:val="libNormal"/>
        <w:rPr>
          <w:rtl/>
        </w:rPr>
      </w:pPr>
      <w:r>
        <w:rPr>
          <w:rtl/>
        </w:rPr>
        <w:t>7_خدا وند متعال نے انسان كو سڑے ہوئے كيچڑ كى كھنكھناتى مٹى سے پيدا كياہے_</w:t>
      </w:r>
    </w:p>
    <w:p w:rsidR="001F628F" w:rsidRDefault="001F628F" w:rsidP="00E040F2">
      <w:pPr>
        <w:pStyle w:val="libArabic"/>
        <w:rPr>
          <w:rtl/>
        </w:rPr>
      </w:pPr>
      <w:r>
        <w:rPr>
          <w:rFonts w:hint="eastAsia"/>
          <w:rtl/>
        </w:rPr>
        <w:t>لبشر</w:t>
      </w:r>
      <w:r>
        <w:rPr>
          <w:rtl/>
        </w:rPr>
        <w:t xml:space="preserve">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1F628F">
      <w:pPr>
        <w:pStyle w:val="libNormal"/>
        <w:rPr>
          <w:rtl/>
        </w:rPr>
      </w:pPr>
      <w:r>
        <w:rPr>
          <w:rtl/>
        </w:rPr>
        <w:t>8_خداوند متعا ل، عالم طبيعت مي</w:t>
      </w:r>
      <w:r w:rsidR="00083993">
        <w:rPr>
          <w:rtl/>
        </w:rPr>
        <w:t xml:space="preserve">ں </w:t>
      </w:r>
      <w:r>
        <w:rPr>
          <w:rtl/>
        </w:rPr>
        <w:t>اپنے ارادے اور مشيت كو طبيعى عوامل ہى كے ذريعے پورا كرتا ہے_</w:t>
      </w:r>
    </w:p>
    <w:p w:rsidR="001F628F" w:rsidRDefault="001F628F" w:rsidP="00E040F2">
      <w:pPr>
        <w:pStyle w:val="libArabic"/>
        <w:rPr>
          <w:rtl/>
        </w:rPr>
      </w:pPr>
      <w:r>
        <w:rPr>
          <w:rFonts w:hint="eastAsia"/>
          <w:rtl/>
        </w:rPr>
        <w:t>لبشر</w:t>
      </w:r>
      <w:r>
        <w:rPr>
          <w:rtl/>
        </w:rPr>
        <w:t xml:space="preserve"> خلقت</w:t>
      </w:r>
      <w:r w:rsidR="00120F63" w:rsidRPr="00ED5DE8">
        <w:rPr>
          <w:rFonts w:hint="cs"/>
          <w:rtl/>
        </w:rPr>
        <w:t>ه</w:t>
      </w:r>
      <w:r>
        <w:rPr>
          <w:rtl/>
        </w:rPr>
        <w:t xml:space="preserve"> </w:t>
      </w:r>
      <w:r>
        <w:rPr>
          <w:rFonts w:hint="cs"/>
          <w:rtl/>
        </w:rPr>
        <w:t>من</w:t>
      </w:r>
      <w:r>
        <w:rPr>
          <w:rtl/>
        </w:rPr>
        <w:t xml:space="preserve"> </w:t>
      </w:r>
      <w:r>
        <w:rPr>
          <w:rFonts w:hint="cs"/>
          <w:rtl/>
        </w:rPr>
        <w:t>صلصل</w:t>
      </w:r>
      <w:r>
        <w:rPr>
          <w:rtl/>
        </w:rPr>
        <w:t xml:space="preserve"> </w:t>
      </w:r>
      <w:r>
        <w:rPr>
          <w:rFonts w:hint="cs"/>
          <w:rtl/>
        </w:rPr>
        <w:t>من</w:t>
      </w:r>
      <w:r>
        <w:rPr>
          <w:rtl/>
        </w:rPr>
        <w:t xml:space="preserve"> </w:t>
      </w:r>
      <w:r w:rsidR="00A62A34" w:rsidRPr="00A62A34">
        <w:rPr>
          <w:rFonts w:hint="cs"/>
          <w:rtl/>
        </w:rPr>
        <w:t>حماء</w:t>
      </w:r>
      <w:r>
        <w:rPr>
          <w:rtl/>
        </w:rPr>
        <w:t>مسنون</w:t>
      </w:r>
    </w:p>
    <w:p w:rsidR="001F628F" w:rsidRDefault="001F628F" w:rsidP="00E040F2">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ادم</w:t>
      </w:r>
      <w:r>
        <w:rPr>
          <w:rtl/>
        </w:rPr>
        <w:t xml:space="preserve"> </w:t>
      </w:r>
      <w:r w:rsidR="00367F17" w:rsidRPr="00367F17">
        <w:rPr>
          <w:rStyle w:val="libAlaemChar"/>
          <w:rtl/>
        </w:rPr>
        <w:t xml:space="preserve"> عليه‌السلام </w:t>
      </w:r>
      <w:r>
        <w:rPr>
          <w:rtl/>
        </w:rPr>
        <w:t xml:space="preserve"> كى تحقير 5;ادم </w:t>
      </w:r>
      <w:r w:rsidR="00367F17" w:rsidRPr="00367F17">
        <w:rPr>
          <w:rStyle w:val="libAlaemChar"/>
          <w:rtl/>
        </w:rPr>
        <w:t xml:space="preserve"> عليه‌السلام </w:t>
      </w:r>
      <w:r>
        <w:rPr>
          <w:rtl/>
        </w:rPr>
        <w:t xml:space="preserve"> كے سامنے سجدہ نہ كرنا 1،3</w:t>
      </w:r>
    </w:p>
    <w:p w:rsidR="001F628F" w:rsidRDefault="001F628F" w:rsidP="00E040F2">
      <w:pPr>
        <w:pStyle w:val="libNormal"/>
        <w:rPr>
          <w:rtl/>
        </w:rPr>
      </w:pPr>
      <w:r>
        <w:rPr>
          <w:rFonts w:hint="eastAsia"/>
          <w:rtl/>
        </w:rPr>
        <w:t>ابليس</w:t>
      </w:r>
      <w:r>
        <w:rPr>
          <w:rtl/>
        </w:rPr>
        <w:t xml:space="preserve"> :</w:t>
      </w:r>
      <w:r>
        <w:rPr>
          <w:rFonts w:hint="eastAsia"/>
          <w:rtl/>
        </w:rPr>
        <w:t>ابليس</w:t>
      </w:r>
      <w:r>
        <w:rPr>
          <w:rtl/>
        </w:rPr>
        <w:t xml:space="preserve"> اورادم </w:t>
      </w:r>
      <w:r w:rsidR="00367F17" w:rsidRPr="00367F17">
        <w:rPr>
          <w:rStyle w:val="libAlaemChar"/>
          <w:rtl/>
        </w:rPr>
        <w:t xml:space="preserve"> عليه‌السلام </w:t>
      </w:r>
      <w:r>
        <w:rPr>
          <w:rtl/>
        </w:rPr>
        <w:t xml:space="preserve"> 5;ابليس كا تكبر 5،4،1;ابليس كا علم 2;ابليس كا نسلى تعصب 6;ابليس كے سجدہ نہ كرنے كا محرك 1،3،4;ابليس كے سجدہ نہ كرنے كے عوامل 6;ابليس كے عصيان كا محرك1،3; ابليس كے عصيان كے عوامل 6;ابليس كى فكر 4،5</w:t>
      </w:r>
    </w:p>
    <w:p w:rsidR="001F628F" w:rsidRDefault="001F628F" w:rsidP="00E040F2">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 7;الله تعالى كى مشيت كے ظہور پذير ہونے كے مقامات 8</w:t>
      </w:r>
    </w:p>
    <w:p w:rsidR="001F628F" w:rsidRDefault="001F628F" w:rsidP="00E040F2">
      <w:pPr>
        <w:pStyle w:val="libNormal"/>
        <w:rPr>
          <w:rtl/>
        </w:rPr>
      </w:pPr>
      <w:r>
        <w:rPr>
          <w:rFonts w:hint="eastAsia"/>
          <w:rtl/>
        </w:rPr>
        <w:t>انسان</w:t>
      </w:r>
      <w:r>
        <w:rPr>
          <w:rtl/>
        </w:rPr>
        <w:t xml:space="preserve"> :</w:t>
      </w:r>
      <w:r>
        <w:rPr>
          <w:rFonts w:hint="eastAsia"/>
          <w:rtl/>
        </w:rPr>
        <w:t>خلقت</w:t>
      </w:r>
      <w:r>
        <w:rPr>
          <w:rtl/>
        </w:rPr>
        <w:t xml:space="preserve"> انسان كا عنصر 2،4،7;سڑے ہوئے كيچڑ سے انسان 7</w:t>
      </w:r>
    </w:p>
    <w:p w:rsidR="001F628F" w:rsidRDefault="001F628F" w:rsidP="00E040F2">
      <w:pPr>
        <w:pStyle w:val="libNormal"/>
        <w:rPr>
          <w:rtl/>
        </w:rPr>
      </w:pPr>
      <w:r>
        <w:rPr>
          <w:rFonts w:hint="eastAsia"/>
          <w:rtl/>
        </w:rPr>
        <w:t>تكبر</w:t>
      </w:r>
      <w:r>
        <w:rPr>
          <w:rtl/>
        </w:rPr>
        <w:t xml:space="preserve"> :</w:t>
      </w:r>
      <w:r>
        <w:rPr>
          <w:rFonts w:hint="eastAsia"/>
          <w:rtl/>
        </w:rPr>
        <w:t>تكبر</w:t>
      </w:r>
      <w:r>
        <w:rPr>
          <w:rtl/>
        </w:rPr>
        <w:t xml:space="preserve"> كے اثرات 6</w:t>
      </w:r>
    </w:p>
    <w:p w:rsidR="001F628F" w:rsidRDefault="001F628F" w:rsidP="00E040F2">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 8</w:t>
      </w:r>
    </w:p>
    <w:p w:rsidR="00E040F2" w:rsidRDefault="001E7F9D" w:rsidP="00F73EDE">
      <w:pPr>
        <w:pStyle w:val="libPoemTini"/>
        <w:rPr>
          <w:rtl/>
        </w:rPr>
      </w:pPr>
      <w:r>
        <w:rPr>
          <w:rtl/>
        </w:rPr>
        <w:br w:type="page"/>
      </w:r>
    </w:p>
    <w:p w:rsidR="00E040F2" w:rsidRDefault="00E040F2" w:rsidP="00E040F2">
      <w:pPr>
        <w:pStyle w:val="Heading2Center"/>
        <w:rPr>
          <w:rtl/>
        </w:rPr>
      </w:pPr>
      <w:bookmarkStart w:id="80" w:name="_Toc28081758"/>
      <w:r>
        <w:rPr>
          <w:rFonts w:hint="cs"/>
          <w:rtl/>
        </w:rPr>
        <w:lastRenderedPageBreak/>
        <w:t>آیت 34</w:t>
      </w:r>
      <w:bookmarkEnd w:id="80"/>
    </w:p>
    <w:p w:rsidR="001F628F" w:rsidRDefault="00E260F9" w:rsidP="00E040F2">
      <w:pPr>
        <w:pStyle w:val="libNormal"/>
        <w:rPr>
          <w:rtl/>
        </w:rPr>
      </w:pPr>
      <w:r w:rsidRPr="00E260F9">
        <w:rPr>
          <w:rStyle w:val="libAlaemChar"/>
          <w:rFonts w:hint="eastAsia"/>
          <w:rtl/>
        </w:rPr>
        <w:t>(</w:t>
      </w:r>
      <w:r w:rsidRPr="00E040F2">
        <w:rPr>
          <w:rStyle w:val="libAieChar"/>
          <w:rFonts w:hint="eastAsia"/>
          <w:rtl/>
        </w:rPr>
        <w:t>الَ</w:t>
      </w:r>
      <w:r w:rsidRPr="00E040F2">
        <w:rPr>
          <w:rStyle w:val="libAieChar"/>
          <w:rtl/>
        </w:rPr>
        <w:t xml:space="preserve"> فَاخْرُجْ مِنْهَا فَإِنَّكَ رَجِيمٌ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ارشاد</w:t>
      </w:r>
      <w:r>
        <w:rPr>
          <w:rtl/>
        </w:rPr>
        <w:t xml:space="preserve"> ہوا كہ تو يہا</w:t>
      </w:r>
      <w:r w:rsidR="00083993">
        <w:rPr>
          <w:rtl/>
        </w:rPr>
        <w:t xml:space="preserve">ں </w:t>
      </w:r>
      <w:r>
        <w:rPr>
          <w:rtl/>
        </w:rPr>
        <w:t>سے نكل جا كہ تو مردود ہے _</w:t>
      </w:r>
    </w:p>
    <w:p w:rsidR="001F628F" w:rsidRDefault="001F628F" w:rsidP="001F628F">
      <w:pPr>
        <w:pStyle w:val="libNormal"/>
        <w:rPr>
          <w:rtl/>
        </w:rPr>
      </w:pPr>
      <w:r>
        <w:rPr>
          <w:rtl/>
        </w:rPr>
        <w:t xml:space="preserve">1_ادم </w:t>
      </w:r>
      <w:r w:rsidR="00367F17" w:rsidRPr="00367F17">
        <w:rPr>
          <w:rStyle w:val="libAlaemChar"/>
          <w:rtl/>
        </w:rPr>
        <w:t xml:space="preserve"> عليه‌السلام </w:t>
      </w:r>
      <w:r>
        <w:rPr>
          <w:rtl/>
        </w:rPr>
        <w:t xml:space="preserve"> كے سامنے سجدہ كے حكم كى نافرمانى كے بعد خداوند متعال كا ابليس كو اسمان سے نكل جانے كا فرمان _</w:t>
      </w:r>
    </w:p>
    <w:p w:rsidR="001F628F" w:rsidRDefault="001F628F" w:rsidP="00E040F2">
      <w:pPr>
        <w:pStyle w:val="libArabic"/>
        <w:rPr>
          <w:rtl/>
        </w:rPr>
      </w:pPr>
      <w:r>
        <w:rPr>
          <w:rFonts w:hint="eastAsia"/>
          <w:rtl/>
        </w:rPr>
        <w:t>قال</w:t>
      </w:r>
      <w:r>
        <w:rPr>
          <w:rtl/>
        </w:rPr>
        <w:t xml:space="preserve"> فاخرج من</w:t>
      </w:r>
      <w:r w:rsidR="00F21947" w:rsidRPr="00B2551F">
        <w:rPr>
          <w:rFonts w:hint="cs"/>
          <w:rtl/>
        </w:rPr>
        <w:t>ه</w:t>
      </w:r>
    </w:p>
    <w:p w:rsidR="001F628F" w:rsidRDefault="001F628F" w:rsidP="001F628F">
      <w:pPr>
        <w:pStyle w:val="libNormal"/>
        <w:rPr>
          <w:rtl/>
        </w:rPr>
      </w:pPr>
      <w:r>
        <w:rPr>
          <w:rFonts w:hint="eastAsia"/>
          <w:rtl/>
        </w:rPr>
        <w:t>مندرجہ</w:t>
      </w:r>
      <w:r>
        <w:rPr>
          <w:rtl/>
        </w:rPr>
        <w:t xml:space="preserve"> بالا مطلب دو احتمالات پر مبنى ہے : ا_''منھا '' كى ضمير كا مرجع ''سموات ''ہے اگر چہ وہ كلام مي</w:t>
      </w:r>
      <w:r w:rsidR="00083993">
        <w:rPr>
          <w:rtl/>
        </w:rPr>
        <w:t xml:space="preserve">ں </w:t>
      </w:r>
      <w:r>
        <w:rPr>
          <w:rtl/>
        </w:rPr>
        <w:t>ذكر نہي</w:t>
      </w:r>
      <w:r w:rsidR="00083993">
        <w:rPr>
          <w:rtl/>
        </w:rPr>
        <w:t xml:space="preserve">ں </w:t>
      </w:r>
      <w:r>
        <w:rPr>
          <w:rtl/>
        </w:rPr>
        <w:t>ہوا _ 2_ابليس كے ملائكہ كے زمرے مي</w:t>
      </w:r>
      <w:r w:rsidR="00083993">
        <w:rPr>
          <w:rtl/>
        </w:rPr>
        <w:t xml:space="preserve">ں </w:t>
      </w:r>
      <w:r>
        <w:rPr>
          <w:rtl/>
        </w:rPr>
        <w:t>شمار ہونے كے قرينے سے چونكہ ملائكہ كامقام اور ٹھكانہ اسمان ہے_</w:t>
      </w:r>
    </w:p>
    <w:p w:rsidR="001F628F" w:rsidRDefault="001F628F" w:rsidP="001F628F">
      <w:pPr>
        <w:pStyle w:val="libNormal"/>
        <w:rPr>
          <w:rtl/>
        </w:rPr>
      </w:pPr>
      <w:r>
        <w:rPr>
          <w:rtl/>
        </w:rPr>
        <w:t>2_خداوند متعال نے ابليس كى جانب سے فرمان خد ا كى نافرمانى كے بعد اُسے فرشتو</w:t>
      </w:r>
      <w:r w:rsidR="00083993">
        <w:rPr>
          <w:rtl/>
        </w:rPr>
        <w:t xml:space="preserve">ں </w:t>
      </w:r>
      <w:r>
        <w:rPr>
          <w:rtl/>
        </w:rPr>
        <w:t>كى صف سے نكال ديا_</w:t>
      </w:r>
    </w:p>
    <w:p w:rsidR="001F628F" w:rsidRDefault="001F628F" w:rsidP="00E040F2">
      <w:pPr>
        <w:pStyle w:val="libArabic"/>
        <w:rPr>
          <w:rtl/>
        </w:rPr>
      </w:pPr>
      <w:r>
        <w:rPr>
          <w:rFonts w:hint="eastAsia"/>
          <w:rtl/>
        </w:rPr>
        <w:t>قال</w:t>
      </w:r>
      <w:r>
        <w:rPr>
          <w:rtl/>
        </w:rPr>
        <w:t xml:space="preserve"> فاخرج من</w:t>
      </w:r>
      <w:r w:rsidR="00F21947" w:rsidRPr="00B2551F">
        <w:rPr>
          <w:rFonts w:hint="cs"/>
          <w:rtl/>
        </w:rPr>
        <w:t>ه</w:t>
      </w:r>
    </w:p>
    <w:p w:rsidR="001F628F" w:rsidRDefault="001F628F" w:rsidP="001F628F">
      <w:pPr>
        <w:pStyle w:val="libNormal"/>
        <w:rPr>
          <w:rtl/>
        </w:rPr>
      </w:pPr>
      <w:r>
        <w:rPr>
          <w:rFonts w:hint="eastAsia"/>
          <w:rtl/>
        </w:rPr>
        <w:t>يہ</w:t>
      </w:r>
      <w:r>
        <w:rPr>
          <w:rtl/>
        </w:rPr>
        <w:t xml:space="preserve"> مطلب اس احتمال پر مبنى ہے كہ جب'' منھا '' كى ضمير كا مرجع ''زمرة الملائكة'' ہوجيسا كہ بعض مفسرين نے احتمال پيش كيا ہے_</w:t>
      </w:r>
    </w:p>
    <w:p w:rsidR="001F628F" w:rsidRDefault="001F628F" w:rsidP="001F628F">
      <w:pPr>
        <w:pStyle w:val="libNormal"/>
        <w:rPr>
          <w:rtl/>
        </w:rPr>
      </w:pPr>
      <w:r>
        <w:rPr>
          <w:rtl/>
        </w:rPr>
        <w:t>3_ابليس ،فرمان خد ا كى نافرمانى كرنے كے بعد مقربين كے مقام سے گر گيا اور اُسے وہا</w:t>
      </w:r>
      <w:r w:rsidR="00083993">
        <w:rPr>
          <w:rtl/>
        </w:rPr>
        <w:t xml:space="preserve">ں </w:t>
      </w:r>
      <w:r>
        <w:rPr>
          <w:rtl/>
        </w:rPr>
        <w:t>سے نكال ديا گيا _</w:t>
      </w:r>
    </w:p>
    <w:p w:rsidR="001F628F" w:rsidRDefault="001F628F" w:rsidP="00E040F2">
      <w:pPr>
        <w:pStyle w:val="libArabic"/>
        <w:rPr>
          <w:rtl/>
        </w:rPr>
      </w:pPr>
      <w:r>
        <w:rPr>
          <w:rFonts w:hint="eastAsia"/>
          <w:rtl/>
        </w:rPr>
        <w:t>قال</w:t>
      </w:r>
      <w:r>
        <w:rPr>
          <w:rtl/>
        </w:rPr>
        <w:t xml:space="preserve"> فاخرج من</w:t>
      </w:r>
      <w:r w:rsidR="00F21947" w:rsidRPr="00B2551F">
        <w:rPr>
          <w:rFonts w:hint="cs"/>
          <w:rtl/>
        </w:rPr>
        <w:t>ه</w:t>
      </w:r>
    </w:p>
    <w:p w:rsidR="001F628F" w:rsidRDefault="001F628F" w:rsidP="001F628F">
      <w:pPr>
        <w:pStyle w:val="libNormal"/>
        <w:rPr>
          <w:rtl/>
        </w:rPr>
      </w:pPr>
      <w:r>
        <w:rPr>
          <w:rtl/>
        </w:rPr>
        <w:t>''فانك رجيم '' كے قرينے سے ''فاخرج منھا'' سے مرادہوسكتا ہے قرب الہى كى منزلت ہو_</w:t>
      </w:r>
    </w:p>
    <w:p w:rsidR="001F628F" w:rsidRDefault="001F628F" w:rsidP="00E040F2">
      <w:pPr>
        <w:pStyle w:val="libNormal"/>
        <w:rPr>
          <w:rtl/>
        </w:rPr>
      </w:pPr>
      <w:r>
        <w:rPr>
          <w:rtl/>
        </w:rPr>
        <w:t xml:space="preserve">4_ابليس كا تكبر اور ادم </w:t>
      </w:r>
      <w:r w:rsidR="00367F17" w:rsidRPr="00367F17">
        <w:rPr>
          <w:rStyle w:val="libAlaemChar"/>
          <w:rtl/>
        </w:rPr>
        <w:t xml:space="preserve"> عليه‌السلام </w:t>
      </w:r>
      <w:r>
        <w:rPr>
          <w:rtl/>
        </w:rPr>
        <w:t xml:space="preserve"> كے سامنے سجدے كے بارے مي</w:t>
      </w:r>
      <w:r w:rsidR="00083993">
        <w:rPr>
          <w:rtl/>
        </w:rPr>
        <w:t xml:space="preserve">ں </w:t>
      </w:r>
      <w:r>
        <w:rPr>
          <w:rtl/>
        </w:rPr>
        <w:t>فرمان الہى كى نافرمانى ،بار گاہ الہى سے اُس كے تنزل اور سقوط كا سبب بني_</w:t>
      </w:r>
      <w:r w:rsidRPr="00E040F2">
        <w:rPr>
          <w:rStyle w:val="libArabicChar"/>
          <w:rFonts w:hint="eastAsia"/>
          <w:rtl/>
        </w:rPr>
        <w:t>فقعوا</w:t>
      </w:r>
      <w:r w:rsidRPr="00E040F2">
        <w:rPr>
          <w:rStyle w:val="libArabicChar"/>
          <w:rtl/>
        </w:rPr>
        <w:t xml:space="preserve"> ل</w:t>
      </w:r>
      <w:r w:rsidR="00120F63" w:rsidRPr="00B2551F">
        <w:rPr>
          <w:rStyle w:val="libArabicChar"/>
          <w:rFonts w:hint="cs"/>
          <w:rtl/>
        </w:rPr>
        <w:t>ه</w:t>
      </w:r>
      <w:r w:rsidRPr="00E040F2">
        <w:rPr>
          <w:rStyle w:val="libArabicChar"/>
          <w:rtl/>
        </w:rPr>
        <w:t xml:space="preserve"> </w:t>
      </w:r>
      <w:r w:rsidR="008B7D24" w:rsidRPr="008B7D24">
        <w:rPr>
          <w:rStyle w:val="libArabicChar"/>
          <w:rFonts w:hint="cs"/>
          <w:rtl/>
        </w:rPr>
        <w:t>ساجدين</w:t>
      </w:r>
      <w:r w:rsidRPr="00E040F2">
        <w:rPr>
          <w:rStyle w:val="libArabicChar"/>
          <w:rtl/>
        </w:rPr>
        <w:t xml:space="preserve">_ </w:t>
      </w:r>
      <w:r w:rsidRPr="00E040F2">
        <w:rPr>
          <w:rStyle w:val="libArabicChar"/>
          <w:rFonts w:hint="cs"/>
          <w:rtl/>
        </w:rPr>
        <w:t>الّا</w:t>
      </w:r>
      <w:r w:rsidRPr="00E040F2">
        <w:rPr>
          <w:rStyle w:val="libArabicChar"/>
          <w:rtl/>
        </w:rPr>
        <w:t xml:space="preserve"> </w:t>
      </w:r>
      <w:r w:rsidRPr="00E040F2">
        <w:rPr>
          <w:rStyle w:val="libArabicChar"/>
          <w:rFonts w:hint="cs"/>
          <w:rtl/>
        </w:rPr>
        <w:t>ابليس</w:t>
      </w:r>
      <w:r w:rsidRPr="00E040F2">
        <w:rPr>
          <w:rStyle w:val="libArabicChar"/>
          <w:rtl/>
        </w:rPr>
        <w:t xml:space="preserve"> </w:t>
      </w:r>
      <w:r w:rsidRPr="00E040F2">
        <w:rPr>
          <w:rStyle w:val="libArabicChar"/>
          <w:rFonts w:hint="cs"/>
          <w:rtl/>
        </w:rPr>
        <w:t>ا</w:t>
      </w:r>
      <w:r w:rsidRPr="00E040F2">
        <w:rPr>
          <w:rStyle w:val="libArabicChar"/>
          <w:rtl/>
        </w:rPr>
        <w:t xml:space="preserve"> </w:t>
      </w:r>
      <w:r w:rsidRPr="00E040F2">
        <w:rPr>
          <w:rStyle w:val="libArabicChar"/>
          <w:rFonts w:hint="cs"/>
          <w:rtl/>
        </w:rPr>
        <w:t>بى</w:t>
      </w:r>
      <w:r w:rsidRPr="00E040F2">
        <w:rPr>
          <w:rStyle w:val="libArabicChar"/>
          <w:rtl/>
        </w:rPr>
        <w:t xml:space="preserve"> ...</w:t>
      </w:r>
      <w:r w:rsidRPr="00E040F2">
        <w:rPr>
          <w:rStyle w:val="libArabicChar"/>
          <w:rFonts w:hint="cs"/>
          <w:rtl/>
        </w:rPr>
        <w:t>قال</w:t>
      </w:r>
      <w:r w:rsidRPr="00E040F2">
        <w:rPr>
          <w:rStyle w:val="libArabicChar"/>
          <w:rtl/>
        </w:rPr>
        <w:t xml:space="preserve"> </w:t>
      </w:r>
      <w:r w:rsidRPr="00E040F2">
        <w:rPr>
          <w:rStyle w:val="libArabicChar"/>
          <w:rFonts w:hint="cs"/>
          <w:rtl/>
        </w:rPr>
        <w:t>لم</w:t>
      </w:r>
      <w:r w:rsidRPr="00E040F2">
        <w:rPr>
          <w:rStyle w:val="libArabicChar"/>
          <w:rtl/>
        </w:rPr>
        <w:t xml:space="preserve"> </w:t>
      </w:r>
      <w:r w:rsidRPr="00E040F2">
        <w:rPr>
          <w:rStyle w:val="libArabicChar"/>
          <w:rFonts w:hint="cs"/>
          <w:rtl/>
        </w:rPr>
        <w:t>ا</w:t>
      </w:r>
      <w:r w:rsidRPr="00E040F2">
        <w:rPr>
          <w:rStyle w:val="libArabicChar"/>
          <w:rtl/>
        </w:rPr>
        <w:t xml:space="preserve"> </w:t>
      </w:r>
      <w:r w:rsidRPr="00E040F2">
        <w:rPr>
          <w:rStyle w:val="libArabicChar"/>
          <w:rFonts w:hint="cs"/>
          <w:rtl/>
        </w:rPr>
        <w:t>كن</w:t>
      </w:r>
      <w:r w:rsidRPr="00E040F2">
        <w:rPr>
          <w:rStyle w:val="libArabicChar"/>
          <w:rtl/>
        </w:rPr>
        <w:t xml:space="preserve"> </w:t>
      </w:r>
      <w:r w:rsidRPr="00E040F2">
        <w:rPr>
          <w:rStyle w:val="libArabicChar"/>
          <w:rFonts w:hint="cs"/>
          <w:rtl/>
        </w:rPr>
        <w:t>لا</w:t>
      </w:r>
      <w:r w:rsidRPr="00E040F2">
        <w:rPr>
          <w:rStyle w:val="libArabicChar"/>
          <w:rtl/>
        </w:rPr>
        <w:t xml:space="preserve"> </w:t>
      </w:r>
      <w:r w:rsidRPr="00E040F2">
        <w:rPr>
          <w:rStyle w:val="libArabicChar"/>
          <w:rFonts w:hint="cs"/>
          <w:rtl/>
        </w:rPr>
        <w:t>سجد</w:t>
      </w:r>
      <w:r w:rsidRPr="00E040F2">
        <w:rPr>
          <w:rStyle w:val="libArabicChar"/>
          <w:rtl/>
        </w:rPr>
        <w:t xml:space="preserve"> </w:t>
      </w:r>
      <w:r w:rsidRPr="00E040F2">
        <w:rPr>
          <w:rStyle w:val="libArabicChar"/>
          <w:rFonts w:hint="cs"/>
          <w:rtl/>
        </w:rPr>
        <w:t>لبشر</w:t>
      </w:r>
      <w:r w:rsidRPr="00E040F2">
        <w:rPr>
          <w:rStyle w:val="libArabicChar"/>
          <w:rtl/>
        </w:rPr>
        <w:t xml:space="preserve"> ...</w:t>
      </w:r>
      <w:r w:rsidRPr="00E040F2">
        <w:rPr>
          <w:rStyle w:val="libArabicChar"/>
          <w:rFonts w:hint="cs"/>
          <w:rtl/>
        </w:rPr>
        <w:t>قال</w:t>
      </w:r>
      <w:r w:rsidRPr="00E040F2">
        <w:rPr>
          <w:rStyle w:val="libArabicChar"/>
          <w:rtl/>
        </w:rPr>
        <w:t xml:space="preserve"> </w:t>
      </w:r>
      <w:r w:rsidRPr="00E040F2">
        <w:rPr>
          <w:rStyle w:val="libArabicChar"/>
          <w:rFonts w:hint="cs"/>
          <w:rtl/>
        </w:rPr>
        <w:t>فاخ</w:t>
      </w:r>
      <w:r w:rsidRPr="00E040F2">
        <w:rPr>
          <w:rStyle w:val="libArabicChar"/>
          <w:rtl/>
        </w:rPr>
        <w:t>رج من</w:t>
      </w:r>
      <w:r w:rsidR="00F21947" w:rsidRPr="00B2551F">
        <w:rPr>
          <w:rStyle w:val="libArabicChar"/>
          <w:rFonts w:hint="cs"/>
          <w:rtl/>
        </w:rPr>
        <w:t>ه</w:t>
      </w:r>
    </w:p>
    <w:p w:rsidR="001F628F" w:rsidRDefault="001F628F" w:rsidP="00E040F2">
      <w:pPr>
        <w:pStyle w:val="libNormal"/>
        <w:rPr>
          <w:rtl/>
        </w:rPr>
      </w:pPr>
      <w:r>
        <w:rPr>
          <w:rtl/>
        </w:rPr>
        <w:t>5_ابليس ،مردود اور بارگاہ الہى سے دھتكارا ہوا ہے_</w:t>
      </w:r>
      <w:r w:rsidRPr="00E040F2">
        <w:rPr>
          <w:rStyle w:val="libArabicChar"/>
          <w:rFonts w:hint="eastAsia"/>
          <w:rtl/>
        </w:rPr>
        <w:t>فانك</w:t>
      </w:r>
      <w:r w:rsidRPr="00E040F2">
        <w:rPr>
          <w:rStyle w:val="libArabicChar"/>
          <w:rtl/>
        </w:rPr>
        <w:t xml:space="preserve"> رجيم</w:t>
      </w:r>
    </w:p>
    <w:p w:rsidR="001F628F" w:rsidRDefault="001F628F" w:rsidP="001F628F">
      <w:pPr>
        <w:pStyle w:val="libNormal"/>
        <w:rPr>
          <w:rtl/>
        </w:rPr>
      </w:pPr>
      <w:r>
        <w:rPr>
          <w:rtl/>
        </w:rPr>
        <w:t>6_فرمان خدا وند كى نافرمانى كرنا، بارگاہ الہى سے نكالے جانے اور تنزل كا سبب بنتا ہے_</w:t>
      </w:r>
    </w:p>
    <w:p w:rsidR="001F628F" w:rsidRDefault="001F628F" w:rsidP="00E040F2">
      <w:pPr>
        <w:pStyle w:val="libArabic"/>
        <w:rPr>
          <w:rtl/>
        </w:rPr>
      </w:pPr>
      <w:r>
        <w:rPr>
          <w:rFonts w:hint="eastAsia"/>
          <w:rtl/>
        </w:rPr>
        <w:t>قال</w:t>
      </w:r>
      <w:r>
        <w:rPr>
          <w:rtl/>
        </w:rPr>
        <w:t xml:space="preserve"> فاخرج من</w:t>
      </w:r>
      <w:r w:rsidR="00F21947" w:rsidRPr="00B2551F">
        <w:rPr>
          <w:rFonts w:hint="cs"/>
          <w:rtl/>
        </w:rPr>
        <w:t>ه</w:t>
      </w:r>
      <w:r>
        <w:rPr>
          <w:rFonts w:hint="cs"/>
          <w:rtl/>
        </w:rPr>
        <w:t>ا</w:t>
      </w:r>
      <w:r>
        <w:rPr>
          <w:rtl/>
        </w:rPr>
        <w:t xml:space="preserve"> </w:t>
      </w:r>
      <w:r>
        <w:rPr>
          <w:rFonts w:hint="cs"/>
          <w:rtl/>
        </w:rPr>
        <w:t>فانك</w:t>
      </w:r>
      <w:r>
        <w:rPr>
          <w:rtl/>
        </w:rPr>
        <w:t xml:space="preserve"> رجيم</w:t>
      </w:r>
    </w:p>
    <w:p w:rsidR="001F628F" w:rsidRDefault="001F628F" w:rsidP="001F628F">
      <w:pPr>
        <w:pStyle w:val="libNormal"/>
        <w:rPr>
          <w:rtl/>
        </w:rPr>
      </w:pPr>
      <w:r>
        <w:rPr>
          <w:rtl/>
        </w:rPr>
        <w:t>7_</w:t>
      </w:r>
      <w:r w:rsidRPr="00E040F2">
        <w:rPr>
          <w:rStyle w:val="libArabicChar"/>
          <w:rtl/>
        </w:rPr>
        <w:t>''على بن محمدالعسكري</w:t>
      </w:r>
      <w:r w:rsidR="00367F17" w:rsidRPr="00367F17">
        <w:rPr>
          <w:rStyle w:val="libAlaemChar"/>
          <w:rtl/>
        </w:rPr>
        <w:t xml:space="preserve"> عليه‌السلام </w:t>
      </w:r>
      <w:r w:rsidRPr="00E040F2">
        <w:rPr>
          <w:rStyle w:val="libArabicChar"/>
          <w:rtl/>
        </w:rPr>
        <w:t>: معنى الرجيم ان</w:t>
      </w:r>
      <w:r w:rsidR="00120F63" w:rsidRPr="00B2551F">
        <w:rPr>
          <w:rStyle w:val="libArabicChar"/>
          <w:rFonts w:hint="cs"/>
          <w:rtl/>
        </w:rPr>
        <w:t>ه</w:t>
      </w:r>
      <w:r w:rsidRPr="00E040F2">
        <w:rPr>
          <w:rStyle w:val="libArabicChar"/>
          <w:rtl/>
        </w:rPr>
        <w:t xml:space="preserve"> </w:t>
      </w:r>
      <w:r w:rsidRPr="00E040F2">
        <w:rPr>
          <w:rStyle w:val="libArabicChar"/>
          <w:rFonts w:hint="cs"/>
          <w:rtl/>
        </w:rPr>
        <w:t>مرجوم</w:t>
      </w:r>
      <w:r w:rsidRPr="00E040F2">
        <w:rPr>
          <w:rStyle w:val="libArabicChar"/>
          <w:rtl/>
        </w:rPr>
        <w:t xml:space="preserve"> </w:t>
      </w:r>
      <w:r w:rsidRPr="00E040F2">
        <w:rPr>
          <w:rStyle w:val="libArabicChar"/>
          <w:rFonts w:hint="cs"/>
          <w:rtl/>
        </w:rPr>
        <w:t>باللعن</w:t>
      </w:r>
      <w:r w:rsidRPr="00E040F2">
        <w:rPr>
          <w:rStyle w:val="libArabicChar"/>
          <w:rtl/>
        </w:rPr>
        <w:t xml:space="preserve"> ...</w:t>
      </w:r>
      <w:r w:rsidRPr="00E040F2">
        <w:rPr>
          <w:rStyle w:val="libArabicChar"/>
          <w:rFonts w:hint="cs"/>
          <w:rtl/>
        </w:rPr>
        <w:t>ل</w:t>
      </w:r>
      <w:r w:rsidRPr="00E040F2">
        <w:rPr>
          <w:rStyle w:val="libArabicChar"/>
          <w:rtl/>
        </w:rPr>
        <w:t>ايذكر</w:t>
      </w:r>
      <w:r w:rsidR="00120F63" w:rsidRPr="00B2551F">
        <w:rPr>
          <w:rStyle w:val="libArabicChar"/>
          <w:rFonts w:hint="cs"/>
          <w:rtl/>
        </w:rPr>
        <w:t>ه</w:t>
      </w:r>
    </w:p>
    <w:p w:rsidR="00E040F2" w:rsidRDefault="001E7F9D" w:rsidP="00F73EDE">
      <w:pPr>
        <w:pStyle w:val="libPoemTini"/>
        <w:rPr>
          <w:rtl/>
        </w:rPr>
      </w:pPr>
      <w:r>
        <w:rPr>
          <w:rtl/>
        </w:rPr>
        <w:br w:type="page"/>
      </w:r>
    </w:p>
    <w:p w:rsidR="001F628F" w:rsidRDefault="001F628F" w:rsidP="00E040F2">
      <w:pPr>
        <w:pStyle w:val="libNormal"/>
        <w:rPr>
          <w:rtl/>
        </w:rPr>
      </w:pPr>
      <w:r w:rsidRPr="00E040F2">
        <w:rPr>
          <w:rStyle w:val="libArabicChar"/>
          <w:rFonts w:hint="eastAsia"/>
          <w:rtl/>
        </w:rPr>
        <w:lastRenderedPageBreak/>
        <w:t>مو</w:t>
      </w:r>
      <w:r w:rsidRPr="00E040F2">
        <w:rPr>
          <w:rStyle w:val="libArabicChar"/>
          <w:rtl/>
        </w:rPr>
        <w:t xml:space="preserve"> من الّا لعن</w:t>
      </w:r>
      <w:r w:rsidR="00120F63" w:rsidRPr="00B2551F">
        <w:rPr>
          <w:rStyle w:val="libArabicChar"/>
          <w:rFonts w:hint="cs"/>
          <w:rtl/>
        </w:rPr>
        <w:t>ه</w:t>
      </w:r>
      <w:r w:rsidRPr="00E040F2">
        <w:rPr>
          <w:rStyle w:val="libArabicChar"/>
          <w:rtl/>
        </w:rPr>
        <w:t xml:space="preserve"> </w:t>
      </w:r>
      <w:r w:rsidRPr="00E040F2">
        <w:rPr>
          <w:rStyle w:val="libArabicChar"/>
          <w:rFonts w:hint="cs"/>
          <w:rtl/>
        </w:rPr>
        <w:t>وان</w:t>
      </w:r>
      <w:r w:rsidRPr="00E040F2">
        <w:rPr>
          <w:rStyle w:val="libArabicChar"/>
          <w:rtl/>
        </w:rPr>
        <w:t xml:space="preserve"> </w:t>
      </w:r>
      <w:r w:rsidRPr="00E040F2">
        <w:rPr>
          <w:rStyle w:val="libArabicChar"/>
          <w:rFonts w:hint="cs"/>
          <w:rtl/>
        </w:rPr>
        <w:t>فى</w:t>
      </w:r>
      <w:r w:rsidRPr="00E040F2">
        <w:rPr>
          <w:rStyle w:val="libArabicChar"/>
          <w:rtl/>
        </w:rPr>
        <w:t xml:space="preserve"> </w:t>
      </w:r>
      <w:r w:rsidRPr="00E040F2">
        <w:rPr>
          <w:rStyle w:val="libArabicChar"/>
          <w:rFonts w:hint="cs"/>
          <w:rtl/>
        </w:rPr>
        <w:t>علم</w:t>
      </w:r>
      <w:r w:rsidRPr="00E040F2">
        <w:rPr>
          <w:rStyle w:val="libArabicChar"/>
          <w:rtl/>
        </w:rPr>
        <w:t xml:space="preserve"> </w:t>
      </w:r>
      <w:r w:rsidRPr="00E040F2">
        <w:rPr>
          <w:rStyle w:val="libArabicChar"/>
          <w:rFonts w:hint="cs"/>
          <w:rtl/>
        </w:rPr>
        <w:t>الله</w:t>
      </w:r>
      <w:r w:rsidRPr="00E040F2">
        <w:rPr>
          <w:rStyle w:val="libArabicChar"/>
          <w:rtl/>
        </w:rPr>
        <w:t xml:space="preserve"> </w:t>
      </w:r>
      <w:r w:rsidRPr="00E040F2">
        <w:rPr>
          <w:rStyle w:val="libArabicChar"/>
          <w:rFonts w:hint="cs"/>
          <w:rtl/>
        </w:rPr>
        <w:t>السابق</w:t>
      </w:r>
      <w:r w:rsidRPr="00E040F2">
        <w:rPr>
          <w:rStyle w:val="libArabicChar"/>
          <w:rtl/>
        </w:rPr>
        <w:t xml:space="preserve"> </w:t>
      </w:r>
      <w:r w:rsidRPr="00E040F2">
        <w:rPr>
          <w:rStyle w:val="libArabicChar"/>
          <w:rFonts w:hint="cs"/>
          <w:rtl/>
        </w:rPr>
        <w:t>ان</w:t>
      </w:r>
      <w:r w:rsidR="00120F63" w:rsidRPr="00B2551F">
        <w:rPr>
          <w:rStyle w:val="libArabicChar"/>
          <w:rFonts w:hint="cs"/>
          <w:rtl/>
        </w:rPr>
        <w:t>ه</w:t>
      </w:r>
      <w:r w:rsidRPr="00E040F2">
        <w:rPr>
          <w:rStyle w:val="libArabicChar"/>
          <w:rtl/>
        </w:rPr>
        <w:t xml:space="preserve"> </w:t>
      </w:r>
      <w:r w:rsidRPr="00E040F2">
        <w:rPr>
          <w:rStyle w:val="libArabicChar"/>
          <w:rFonts w:hint="cs"/>
          <w:rtl/>
        </w:rPr>
        <w:t>اذا</w:t>
      </w:r>
      <w:r w:rsidRPr="00E040F2">
        <w:rPr>
          <w:rStyle w:val="libArabicChar"/>
          <w:rtl/>
        </w:rPr>
        <w:t xml:space="preserve"> </w:t>
      </w:r>
      <w:r w:rsidRPr="00E040F2">
        <w:rPr>
          <w:rStyle w:val="libArabicChar"/>
          <w:rFonts w:hint="cs"/>
          <w:rtl/>
        </w:rPr>
        <w:t>خرج</w:t>
      </w:r>
      <w:r w:rsidRPr="00E040F2">
        <w:rPr>
          <w:rStyle w:val="libArabicChar"/>
          <w:rtl/>
        </w:rPr>
        <w:t xml:space="preserve"> </w:t>
      </w:r>
      <w:r w:rsidRPr="00E040F2">
        <w:rPr>
          <w:rStyle w:val="libArabicChar"/>
          <w:rFonts w:hint="cs"/>
          <w:rtl/>
        </w:rPr>
        <w:t>القائم</w:t>
      </w:r>
      <w:r w:rsidR="00367F17" w:rsidRPr="00367F17">
        <w:rPr>
          <w:rStyle w:val="libAlaemChar"/>
          <w:rtl/>
        </w:rPr>
        <w:t xml:space="preserve"> عليه‌السلام </w:t>
      </w:r>
      <w:r w:rsidRPr="00E040F2">
        <w:rPr>
          <w:rStyle w:val="libArabicChar"/>
          <w:rtl/>
        </w:rPr>
        <w:t xml:space="preserve"> </w:t>
      </w:r>
      <w:r w:rsidRPr="00E040F2">
        <w:rPr>
          <w:rStyle w:val="libArabicChar"/>
          <w:rFonts w:hint="cs"/>
          <w:rtl/>
        </w:rPr>
        <w:t>لايبقى</w:t>
      </w:r>
      <w:r w:rsidRPr="00E040F2">
        <w:rPr>
          <w:rStyle w:val="libArabicChar"/>
          <w:rtl/>
        </w:rPr>
        <w:t xml:space="preserve"> </w:t>
      </w:r>
      <w:r w:rsidRPr="00E040F2">
        <w:rPr>
          <w:rStyle w:val="libArabicChar"/>
          <w:rFonts w:hint="cs"/>
          <w:rtl/>
        </w:rPr>
        <w:t>مو</w:t>
      </w:r>
      <w:r w:rsidRPr="00E040F2">
        <w:rPr>
          <w:rStyle w:val="libArabicChar"/>
          <w:rtl/>
        </w:rPr>
        <w:t xml:space="preserve"> </w:t>
      </w:r>
      <w:r w:rsidRPr="00E040F2">
        <w:rPr>
          <w:rStyle w:val="libArabicChar"/>
          <w:rFonts w:hint="cs"/>
          <w:rtl/>
        </w:rPr>
        <w:t>من</w:t>
      </w:r>
      <w:r w:rsidRPr="00E040F2">
        <w:rPr>
          <w:rStyle w:val="libArabicChar"/>
          <w:rtl/>
        </w:rPr>
        <w:t xml:space="preserve"> </w:t>
      </w:r>
      <w:r w:rsidRPr="00E040F2">
        <w:rPr>
          <w:rStyle w:val="libArabicChar"/>
          <w:rFonts w:hint="cs"/>
          <w:rtl/>
        </w:rPr>
        <w:t>فى</w:t>
      </w:r>
      <w:r w:rsidRPr="00E040F2">
        <w:rPr>
          <w:rStyle w:val="libArabicChar"/>
          <w:rtl/>
        </w:rPr>
        <w:t xml:space="preserve"> </w:t>
      </w:r>
      <w:r w:rsidRPr="00E040F2">
        <w:rPr>
          <w:rStyle w:val="libArabicChar"/>
          <w:rFonts w:hint="cs"/>
          <w:rtl/>
        </w:rPr>
        <w:t>زمان</w:t>
      </w:r>
      <w:r w:rsidR="00120F63" w:rsidRPr="00B2551F">
        <w:rPr>
          <w:rStyle w:val="libArabicChar"/>
          <w:rFonts w:hint="cs"/>
          <w:rtl/>
        </w:rPr>
        <w:t>ه</w:t>
      </w:r>
      <w:r w:rsidRPr="00E040F2">
        <w:rPr>
          <w:rStyle w:val="libArabicChar"/>
          <w:rtl/>
        </w:rPr>
        <w:t xml:space="preserve"> </w:t>
      </w:r>
      <w:r w:rsidRPr="00E040F2">
        <w:rPr>
          <w:rStyle w:val="libArabicChar"/>
          <w:rFonts w:hint="cs"/>
          <w:rtl/>
        </w:rPr>
        <w:t>الّا</w:t>
      </w:r>
      <w:r w:rsidRPr="00E040F2">
        <w:rPr>
          <w:rStyle w:val="libArabicChar"/>
          <w:rtl/>
        </w:rPr>
        <w:t xml:space="preserve"> </w:t>
      </w:r>
      <w:r w:rsidRPr="00E040F2">
        <w:rPr>
          <w:rStyle w:val="libArabicChar"/>
          <w:rFonts w:hint="cs"/>
          <w:rtl/>
        </w:rPr>
        <w:t>رجم</w:t>
      </w:r>
      <w:r w:rsidR="00120F63" w:rsidRPr="00B2551F">
        <w:rPr>
          <w:rStyle w:val="libArabicChar"/>
          <w:rFonts w:hint="cs"/>
          <w:rtl/>
        </w:rPr>
        <w:t>ه</w:t>
      </w:r>
      <w:r w:rsidRPr="00E040F2">
        <w:rPr>
          <w:rStyle w:val="libArabicChar"/>
          <w:rtl/>
        </w:rPr>
        <w:t xml:space="preserve"> </w:t>
      </w:r>
      <w:r w:rsidRPr="00E040F2">
        <w:rPr>
          <w:rStyle w:val="libArabicChar"/>
          <w:rFonts w:hint="cs"/>
          <w:rtl/>
        </w:rPr>
        <w:t>بالحجارة</w:t>
      </w:r>
      <w:r w:rsidRPr="00E040F2">
        <w:rPr>
          <w:rStyle w:val="libArabicChar"/>
          <w:rtl/>
        </w:rPr>
        <w:t xml:space="preserve"> </w:t>
      </w:r>
      <w:r w:rsidRPr="00E040F2">
        <w:rPr>
          <w:rStyle w:val="libArabicChar"/>
          <w:rFonts w:hint="cs"/>
          <w:rtl/>
        </w:rPr>
        <w:t>كا</w:t>
      </w:r>
      <w:r w:rsidRPr="00E040F2">
        <w:rPr>
          <w:rStyle w:val="libArabicChar"/>
          <w:rtl/>
        </w:rPr>
        <w:t xml:space="preserve"> </w:t>
      </w:r>
      <w:r w:rsidRPr="00E040F2">
        <w:rPr>
          <w:rStyle w:val="libArabicChar"/>
          <w:rFonts w:hint="cs"/>
          <w:rtl/>
        </w:rPr>
        <w:t>كان</w:t>
      </w:r>
      <w:r w:rsidRPr="00E040F2">
        <w:rPr>
          <w:rStyle w:val="libArabicChar"/>
          <w:rtl/>
        </w:rPr>
        <w:t xml:space="preserve"> </w:t>
      </w:r>
      <w:r w:rsidRPr="00E040F2">
        <w:rPr>
          <w:rStyle w:val="libArabicChar"/>
          <w:rFonts w:hint="cs"/>
          <w:rtl/>
        </w:rPr>
        <w:t>قبل</w:t>
      </w:r>
      <w:r w:rsidRPr="00E040F2">
        <w:rPr>
          <w:rStyle w:val="libArabicChar"/>
          <w:rtl/>
        </w:rPr>
        <w:t xml:space="preserve"> </w:t>
      </w:r>
      <w:r w:rsidRPr="00E040F2">
        <w:rPr>
          <w:rStyle w:val="libArabicChar"/>
          <w:rFonts w:hint="cs"/>
          <w:rtl/>
        </w:rPr>
        <w:t>ذلك</w:t>
      </w:r>
      <w:r w:rsidRPr="00E040F2">
        <w:rPr>
          <w:rStyle w:val="libArabicChar"/>
          <w:rtl/>
        </w:rPr>
        <w:t xml:space="preserve"> </w:t>
      </w:r>
      <w:r w:rsidRPr="00E040F2">
        <w:rPr>
          <w:rStyle w:val="libArabicChar"/>
          <w:rFonts w:hint="cs"/>
          <w:rtl/>
        </w:rPr>
        <w:t>مرجوماً</w:t>
      </w:r>
      <w:r w:rsidRPr="00E040F2">
        <w:rPr>
          <w:rStyle w:val="libArabicChar"/>
          <w:rtl/>
        </w:rPr>
        <w:t xml:space="preserve"> </w:t>
      </w:r>
      <w:r w:rsidRPr="00E040F2">
        <w:rPr>
          <w:rStyle w:val="libArabicChar"/>
          <w:rFonts w:hint="cs"/>
          <w:rtl/>
        </w:rPr>
        <w:t>با</w:t>
      </w:r>
      <w:r w:rsidRPr="00E040F2">
        <w:rPr>
          <w:rStyle w:val="libArabicChar"/>
          <w:rtl/>
        </w:rPr>
        <w:t>للعن;</w:t>
      </w:r>
      <w:r>
        <w:rPr>
          <w:rtl/>
        </w:rPr>
        <w:t xml:space="preserve"> </w:t>
      </w:r>
      <w:r w:rsidRPr="00E040F2">
        <w:rPr>
          <w:rStyle w:val="libFootnotenumChar"/>
          <w:rtl/>
        </w:rPr>
        <w:t>(1)</w:t>
      </w:r>
      <w:r>
        <w:rPr>
          <w:rtl/>
        </w:rPr>
        <w:t xml:space="preserve"> امام على نقى </w:t>
      </w:r>
      <w:r w:rsidR="00367F17" w:rsidRPr="00367F17">
        <w:rPr>
          <w:rStyle w:val="libAlaemChar"/>
          <w:rtl/>
        </w:rPr>
        <w:t xml:space="preserve"> عليه‌السلام </w:t>
      </w:r>
      <w:r>
        <w:rPr>
          <w:rtl/>
        </w:rPr>
        <w:t xml:space="preserve"> فرماتے ہي</w:t>
      </w:r>
      <w:r w:rsidR="00083993">
        <w:rPr>
          <w:rtl/>
        </w:rPr>
        <w:t xml:space="preserve">ں </w:t>
      </w:r>
      <w:r>
        <w:rPr>
          <w:rtl/>
        </w:rPr>
        <w:t>:''رجيم ''كا مطلب يہ ہے ابليس لعنت كا نشانہ بنتا ہے ...كوئي مؤمن اُسے ياد نہي</w:t>
      </w:r>
      <w:r w:rsidR="00083993">
        <w:rPr>
          <w:rtl/>
        </w:rPr>
        <w:t xml:space="preserve">ں </w:t>
      </w:r>
      <w:r>
        <w:rPr>
          <w:rtl/>
        </w:rPr>
        <w:t>كرتا سوائے ا</w:t>
      </w:r>
      <w:r>
        <w:rPr>
          <w:rFonts w:hint="eastAsia"/>
          <w:rtl/>
        </w:rPr>
        <w:t>س</w:t>
      </w:r>
      <w:r>
        <w:rPr>
          <w:rtl/>
        </w:rPr>
        <w:t xml:space="preserve"> كے كہ اُس پر لعنت كرتا ہے _ خدا كے علم ازلى مي</w:t>
      </w:r>
      <w:r w:rsidR="00083993">
        <w:rPr>
          <w:rtl/>
        </w:rPr>
        <w:t xml:space="preserve">ں </w:t>
      </w:r>
      <w:r>
        <w:rPr>
          <w:rtl/>
        </w:rPr>
        <w:t xml:space="preserve">تھا كہ جب حضرت قائم </w:t>
      </w:r>
      <w:r w:rsidR="00367F17" w:rsidRPr="00367F17">
        <w:rPr>
          <w:rStyle w:val="libAlaemChar"/>
          <w:rtl/>
        </w:rPr>
        <w:t xml:space="preserve"> عليه‌السلام </w:t>
      </w:r>
      <w:r>
        <w:rPr>
          <w:rtl/>
        </w:rPr>
        <w:t xml:space="preserve"> ظہور فرمائي</w:t>
      </w:r>
      <w:r w:rsidR="00083993">
        <w:rPr>
          <w:rtl/>
        </w:rPr>
        <w:t xml:space="preserve">ں </w:t>
      </w:r>
      <w:r>
        <w:rPr>
          <w:rtl/>
        </w:rPr>
        <w:t>گے تو كوئي بھى ايسا مؤمن نہي</w:t>
      </w:r>
      <w:r w:rsidR="00083993">
        <w:rPr>
          <w:rtl/>
        </w:rPr>
        <w:t xml:space="preserve">ں </w:t>
      </w:r>
      <w:r>
        <w:rPr>
          <w:rtl/>
        </w:rPr>
        <w:t>ہوگا كہ جو ابليس كو پتھر سے سنگسار نہي</w:t>
      </w:r>
      <w:r w:rsidR="00083993">
        <w:rPr>
          <w:rtl/>
        </w:rPr>
        <w:t xml:space="preserve">ں </w:t>
      </w:r>
      <w:r>
        <w:rPr>
          <w:rtl/>
        </w:rPr>
        <w:t>كرے گا جيسا كہ وہ اس سے پہلے لعنت كا مستحق قرار پايا ہے_</w:t>
      </w:r>
    </w:p>
    <w:p w:rsidR="001F628F" w:rsidRDefault="001F628F" w:rsidP="00E040F2">
      <w:pPr>
        <w:pStyle w:val="libNormal"/>
        <w:rPr>
          <w:rtl/>
        </w:rPr>
      </w:pPr>
      <w:r>
        <w:rPr>
          <w:rFonts w:hint="eastAsia"/>
          <w:rtl/>
        </w:rPr>
        <w:t>ابليس</w:t>
      </w:r>
      <w:r>
        <w:rPr>
          <w:rtl/>
        </w:rPr>
        <w:t xml:space="preserve"> :</w:t>
      </w:r>
      <w:r>
        <w:rPr>
          <w:rFonts w:hint="eastAsia"/>
          <w:rtl/>
        </w:rPr>
        <w:t>ابليس</w:t>
      </w:r>
      <w:r>
        <w:rPr>
          <w:rtl/>
        </w:rPr>
        <w:t xml:space="preserve"> پر لعنت 7;ابليس كااخراج 1،2;ابليس كا تنزل 1،3;ابليس كودھتكارنا5;ابليس كے تكبر كے</w:t>
      </w:r>
    </w:p>
    <w:p w:rsidR="001F628F" w:rsidRDefault="001F628F" w:rsidP="001F628F">
      <w:pPr>
        <w:pStyle w:val="libNormal"/>
        <w:rPr>
          <w:rtl/>
        </w:rPr>
      </w:pPr>
      <w:r>
        <w:rPr>
          <w:rFonts w:hint="eastAsia"/>
          <w:rtl/>
        </w:rPr>
        <w:t>ا</w:t>
      </w:r>
      <w:r>
        <w:rPr>
          <w:rtl/>
        </w:rPr>
        <w:t xml:space="preserve"> ثرات 4;ابليس كے تنزل كے عوامل 4; ابليس كے رجم سے مراد 7;ابليس كے سجدہ نہ كرنے كے اثرا ت1،2،4;ابليس كے عصيان كے اثرات 1،2، 3،4</w:t>
      </w:r>
    </w:p>
    <w:p w:rsidR="001F628F" w:rsidRDefault="001F628F" w:rsidP="00E040F2">
      <w:pPr>
        <w:pStyle w:val="libNormal"/>
        <w:rPr>
          <w:rtl/>
        </w:rPr>
      </w:pPr>
      <w:r>
        <w:rPr>
          <w:rFonts w:hint="eastAsia"/>
          <w:rtl/>
        </w:rPr>
        <w:t>الله</w:t>
      </w:r>
      <w:r>
        <w:rPr>
          <w:rtl/>
        </w:rPr>
        <w:t xml:space="preserve"> تعالى :</w:t>
      </w:r>
      <w:r>
        <w:rPr>
          <w:rFonts w:hint="eastAsia"/>
          <w:rtl/>
        </w:rPr>
        <w:t>الله</w:t>
      </w:r>
      <w:r>
        <w:rPr>
          <w:rtl/>
        </w:rPr>
        <w:t xml:space="preserve"> تعالى كے اوامر 1،2</w:t>
      </w:r>
    </w:p>
    <w:p w:rsidR="001F628F" w:rsidRDefault="001F628F" w:rsidP="00E040F2">
      <w:pPr>
        <w:pStyle w:val="libNormal"/>
        <w:rPr>
          <w:rtl/>
        </w:rPr>
      </w:pPr>
      <w:r>
        <w:rPr>
          <w:rFonts w:hint="eastAsia"/>
          <w:rtl/>
        </w:rPr>
        <w:t>انحطاط</w:t>
      </w:r>
      <w:r>
        <w:rPr>
          <w:rtl/>
        </w:rPr>
        <w:t xml:space="preserve"> :</w:t>
      </w:r>
      <w:r>
        <w:rPr>
          <w:rFonts w:hint="eastAsia"/>
          <w:rtl/>
        </w:rPr>
        <w:t>انحطاط</w:t>
      </w:r>
      <w:r>
        <w:rPr>
          <w:rtl/>
        </w:rPr>
        <w:t xml:space="preserve"> كے اسباب 6</w:t>
      </w:r>
    </w:p>
    <w:p w:rsidR="001F628F" w:rsidRDefault="001F628F" w:rsidP="001F628F">
      <w:pPr>
        <w:pStyle w:val="libNormal"/>
        <w:rPr>
          <w:rtl/>
        </w:rPr>
      </w:pPr>
      <w:r>
        <w:rPr>
          <w:rFonts w:hint="eastAsia"/>
          <w:rtl/>
        </w:rPr>
        <w:t>روايت</w:t>
      </w:r>
      <w:r>
        <w:rPr>
          <w:rtl/>
        </w:rPr>
        <w:t xml:space="preserve"> :7</w:t>
      </w:r>
    </w:p>
    <w:p w:rsidR="001F628F" w:rsidRDefault="001F628F" w:rsidP="00E040F2">
      <w:pPr>
        <w:pStyle w:val="libNormal"/>
        <w:rPr>
          <w:rtl/>
        </w:rPr>
      </w:pPr>
      <w:r>
        <w:rPr>
          <w:rFonts w:hint="eastAsia"/>
          <w:rtl/>
        </w:rPr>
        <w:t>عصيان</w:t>
      </w:r>
      <w:r>
        <w:rPr>
          <w:rtl/>
        </w:rPr>
        <w:t xml:space="preserve"> :</w:t>
      </w:r>
      <w:r>
        <w:rPr>
          <w:rFonts w:hint="eastAsia"/>
          <w:rtl/>
        </w:rPr>
        <w:t>خدا</w:t>
      </w:r>
      <w:r>
        <w:rPr>
          <w:rtl/>
        </w:rPr>
        <w:t xml:space="preserve"> سے عصيان كے اثرات 6</w:t>
      </w:r>
    </w:p>
    <w:p w:rsidR="001F628F" w:rsidRDefault="001F628F" w:rsidP="001F628F">
      <w:pPr>
        <w:pStyle w:val="libNormal"/>
        <w:rPr>
          <w:rtl/>
        </w:rPr>
      </w:pPr>
      <w:r>
        <w:rPr>
          <w:rFonts w:hint="eastAsia"/>
          <w:rtl/>
        </w:rPr>
        <w:t>خدا</w:t>
      </w:r>
      <w:r>
        <w:rPr>
          <w:rtl/>
        </w:rPr>
        <w:t xml:space="preserve"> كے مردود لوگ:5</w:t>
      </w:r>
    </w:p>
    <w:p w:rsidR="001F628F" w:rsidRDefault="000E042F" w:rsidP="000E042F">
      <w:pPr>
        <w:pStyle w:val="Heading2Center"/>
        <w:rPr>
          <w:rtl/>
        </w:rPr>
      </w:pPr>
      <w:bookmarkStart w:id="81" w:name="_Toc28081759"/>
      <w:r>
        <w:rPr>
          <w:rFonts w:hint="cs"/>
          <w:rtl/>
        </w:rPr>
        <w:t>آیت 35</w:t>
      </w:r>
      <w:bookmarkEnd w:id="81"/>
    </w:p>
    <w:p w:rsidR="001F628F" w:rsidRDefault="00E260F9" w:rsidP="000E042F">
      <w:pPr>
        <w:pStyle w:val="libNormal"/>
        <w:rPr>
          <w:rtl/>
        </w:rPr>
      </w:pPr>
      <w:r w:rsidRPr="00E260F9">
        <w:rPr>
          <w:rStyle w:val="libAlaemChar"/>
          <w:rFonts w:hint="eastAsia"/>
          <w:rtl/>
        </w:rPr>
        <w:t>(</w:t>
      </w:r>
      <w:r w:rsidRPr="000E042F">
        <w:rPr>
          <w:rStyle w:val="libAieChar"/>
          <w:rFonts w:hint="eastAsia"/>
          <w:rtl/>
        </w:rPr>
        <w:t>وَإِنَّ</w:t>
      </w:r>
      <w:r w:rsidRPr="000E042F">
        <w:rPr>
          <w:rStyle w:val="libAieChar"/>
          <w:rtl/>
        </w:rPr>
        <w:t xml:space="preserve"> عَلَيْكَ اللَّعْنَةَ إِلَى يَوْمِ الدِّينِ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تجھ پر قيامت كے دن تك لعنت ہے _</w:t>
      </w:r>
    </w:p>
    <w:p w:rsidR="001F628F" w:rsidRDefault="001F628F" w:rsidP="001F628F">
      <w:pPr>
        <w:pStyle w:val="libNormal"/>
        <w:rPr>
          <w:rtl/>
        </w:rPr>
      </w:pPr>
      <w:r>
        <w:rPr>
          <w:rtl/>
        </w:rPr>
        <w:t xml:space="preserve">1_ابليس ،ادم </w:t>
      </w:r>
      <w:r w:rsidR="00367F17" w:rsidRPr="00367F17">
        <w:rPr>
          <w:rStyle w:val="libAlaemChar"/>
          <w:rtl/>
        </w:rPr>
        <w:t xml:space="preserve"> عليه‌السلام </w:t>
      </w:r>
      <w:r>
        <w:rPr>
          <w:rtl/>
        </w:rPr>
        <w:t xml:space="preserve"> كے سامنے سجدہ كے حكم كى نافرمانى كى وجہ سے خدا وند متعال كى ابدى لعنت كا مستحق قرار پايا ہے_</w:t>
      </w:r>
    </w:p>
    <w:p w:rsidR="001F628F" w:rsidRDefault="001F628F" w:rsidP="000E042F">
      <w:pPr>
        <w:pStyle w:val="libArabic"/>
        <w:rPr>
          <w:rtl/>
        </w:rPr>
      </w:pPr>
      <w:r>
        <w:rPr>
          <w:rFonts w:hint="eastAsia"/>
          <w:rtl/>
        </w:rPr>
        <w:t>وان</w:t>
      </w:r>
      <w:r>
        <w:rPr>
          <w:rtl/>
        </w:rPr>
        <w:t xml:space="preserve"> عليك اللعنة الى يوم الدين</w:t>
      </w:r>
    </w:p>
    <w:p w:rsidR="001F628F" w:rsidRDefault="00B84D3B" w:rsidP="00B84D3B">
      <w:pPr>
        <w:pStyle w:val="libLine"/>
        <w:rPr>
          <w:rtl/>
        </w:rPr>
      </w:pPr>
      <w:r>
        <w:rPr>
          <w:rtl/>
        </w:rPr>
        <w:t>____________________</w:t>
      </w:r>
    </w:p>
    <w:p w:rsidR="001F628F" w:rsidRDefault="001F628F" w:rsidP="000E042F">
      <w:pPr>
        <w:pStyle w:val="libFootnote"/>
        <w:rPr>
          <w:rtl/>
        </w:rPr>
      </w:pPr>
      <w:r>
        <w:rPr>
          <w:rtl/>
        </w:rPr>
        <w:t>1)معانى الاخبار ،ص139،ح1،باب معنى الرجيم ;نور الثقلين ،ج3،ص13،ح43_</w:t>
      </w:r>
    </w:p>
    <w:p w:rsidR="000E042F" w:rsidRDefault="001E7F9D" w:rsidP="00F73EDE">
      <w:pPr>
        <w:pStyle w:val="libPoemTini"/>
        <w:rPr>
          <w:rtl/>
        </w:rPr>
      </w:pPr>
      <w:r>
        <w:rPr>
          <w:rtl/>
        </w:rPr>
        <w:br w:type="page"/>
      </w:r>
    </w:p>
    <w:p w:rsidR="001F628F" w:rsidRDefault="001F628F" w:rsidP="000E042F">
      <w:pPr>
        <w:pStyle w:val="libNormal"/>
        <w:rPr>
          <w:rtl/>
        </w:rPr>
      </w:pPr>
      <w:r>
        <w:rPr>
          <w:rtl/>
        </w:rPr>
        <w:lastRenderedPageBreak/>
        <w:t>2_بار گاہ الہى سے دور كياجانا اورابدى لعنت و نفرين مي</w:t>
      </w:r>
      <w:r w:rsidR="00083993">
        <w:rPr>
          <w:rtl/>
        </w:rPr>
        <w:t xml:space="preserve">ں </w:t>
      </w:r>
      <w:r>
        <w:rPr>
          <w:rtl/>
        </w:rPr>
        <w:t>گرفتار ہونا،ابليس كى دنياوى سزا ہے _</w:t>
      </w:r>
    </w:p>
    <w:p w:rsidR="001F628F" w:rsidRDefault="001F628F" w:rsidP="000E042F">
      <w:pPr>
        <w:pStyle w:val="libArabic"/>
        <w:rPr>
          <w:rtl/>
        </w:rPr>
      </w:pPr>
      <w:r>
        <w:rPr>
          <w:rFonts w:hint="eastAsia"/>
          <w:rtl/>
        </w:rPr>
        <w:t>فانك</w:t>
      </w:r>
      <w:r>
        <w:rPr>
          <w:rtl/>
        </w:rPr>
        <w:t xml:space="preserve"> رجيم_وان عليك اللعنة الى يوم الدين</w:t>
      </w:r>
    </w:p>
    <w:p w:rsidR="001F628F" w:rsidRDefault="001F628F" w:rsidP="000E042F">
      <w:pPr>
        <w:pStyle w:val="libNormal"/>
        <w:rPr>
          <w:rtl/>
        </w:rPr>
      </w:pPr>
      <w:r>
        <w:rPr>
          <w:rtl/>
        </w:rPr>
        <w:t>3_ ابليس كى اصلى سزا، اُسے قيامت كے دن دى جائےگي_</w:t>
      </w:r>
      <w:r w:rsidRPr="000E042F">
        <w:rPr>
          <w:rStyle w:val="libArabicChar"/>
          <w:rFonts w:hint="eastAsia"/>
          <w:rtl/>
        </w:rPr>
        <w:t>وان</w:t>
      </w:r>
      <w:r w:rsidRPr="000E042F">
        <w:rPr>
          <w:rStyle w:val="libArabicChar"/>
          <w:rtl/>
        </w:rPr>
        <w:t xml:space="preserve"> عليك اللعنة الى يوم الدين</w:t>
      </w:r>
    </w:p>
    <w:p w:rsidR="001F628F" w:rsidRDefault="001F628F" w:rsidP="001F628F">
      <w:pPr>
        <w:pStyle w:val="libNormal"/>
        <w:rPr>
          <w:rtl/>
        </w:rPr>
      </w:pPr>
      <w:r>
        <w:rPr>
          <w:rFonts w:hint="eastAsia"/>
          <w:rtl/>
        </w:rPr>
        <w:t>جملہ</w:t>
      </w:r>
      <w:r>
        <w:rPr>
          <w:rtl/>
        </w:rPr>
        <w:t xml:space="preserve"> ''الى يوم الدين ''كا معنى ابليس كى لعنت كى حقيقى انتہا وغايت كا تعين كرنا نہي</w:t>
      </w:r>
      <w:r w:rsidR="00083993">
        <w:rPr>
          <w:rtl/>
        </w:rPr>
        <w:t xml:space="preserve">ں </w:t>
      </w:r>
      <w:r>
        <w:rPr>
          <w:rtl/>
        </w:rPr>
        <w:t>بلكہ اس قرينے كے ساتھ كہ يقينا ابليس كا عذاب لعنت پر ہى ختم نہي</w:t>
      </w:r>
      <w:r w:rsidR="00083993">
        <w:rPr>
          <w:rtl/>
        </w:rPr>
        <w:t xml:space="preserve">ں </w:t>
      </w:r>
      <w:r>
        <w:rPr>
          <w:rtl/>
        </w:rPr>
        <w:t>ہو گا ،اس كا مطلب يہ ہے وہ قيامت تك لعنت كا مستحق ہے اور قيامت كے اتے ہى وہ ايك ايسے سخت عذاب مي</w:t>
      </w:r>
      <w:r w:rsidR="00083993">
        <w:rPr>
          <w:rtl/>
        </w:rPr>
        <w:t xml:space="preserve">ں </w:t>
      </w:r>
      <w:r>
        <w:rPr>
          <w:rtl/>
        </w:rPr>
        <w:t>گرفتار ہو گا كہ جس كے سامنے لعنت كى كوئي حيثيت نہي</w:t>
      </w:r>
      <w:r w:rsidR="00083993">
        <w:rPr>
          <w:rtl/>
        </w:rPr>
        <w:t xml:space="preserve">ں </w:t>
      </w:r>
      <w:r>
        <w:rPr>
          <w:rtl/>
        </w:rPr>
        <w:t>_</w:t>
      </w:r>
    </w:p>
    <w:p w:rsidR="001F628F" w:rsidRDefault="001F628F" w:rsidP="000E042F">
      <w:pPr>
        <w:pStyle w:val="libNormal"/>
        <w:rPr>
          <w:rtl/>
        </w:rPr>
      </w:pPr>
      <w:r>
        <w:rPr>
          <w:rtl/>
        </w:rPr>
        <w:t>4_ابليس ،خداوند متعال كا غضب شدہ اور اُس كى توفيق وفيض سے محروم ہے _</w:t>
      </w:r>
      <w:r w:rsidRPr="000E042F">
        <w:rPr>
          <w:rStyle w:val="libArabicChar"/>
          <w:rFonts w:hint="eastAsia"/>
          <w:rtl/>
        </w:rPr>
        <w:t>وان</w:t>
      </w:r>
      <w:r w:rsidRPr="000E042F">
        <w:rPr>
          <w:rStyle w:val="libArabicChar"/>
          <w:rtl/>
        </w:rPr>
        <w:t xml:space="preserve"> عليك اللعنة الى يوم الدين</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''لعن'' كا معنى كسى شخص كا غضب كے ساتھ دور كيا جانا ہے اور لعن خدا وند سے مراد اُخروى عذاب اور دنياوى توفيق و فيض كا ختم ہو جانا ہے_ (مفردات راغب )</w:t>
      </w:r>
    </w:p>
    <w:p w:rsidR="001F628F" w:rsidRDefault="001F628F" w:rsidP="000E042F">
      <w:pPr>
        <w:pStyle w:val="libNormal"/>
        <w:rPr>
          <w:rtl/>
        </w:rPr>
      </w:pPr>
      <w:r>
        <w:rPr>
          <w:rtl/>
        </w:rPr>
        <w:t>5_قيامت ،سزا و جزا كا دن ہے اور ''يوم الدين '' اُس كے نامو</w:t>
      </w:r>
      <w:r w:rsidR="00083993">
        <w:rPr>
          <w:rtl/>
        </w:rPr>
        <w:t xml:space="preserve">ں </w:t>
      </w:r>
      <w:r>
        <w:rPr>
          <w:rtl/>
        </w:rPr>
        <w:t>مي</w:t>
      </w:r>
      <w:r w:rsidR="00083993">
        <w:rPr>
          <w:rtl/>
        </w:rPr>
        <w:t xml:space="preserve">ں </w:t>
      </w:r>
      <w:r>
        <w:rPr>
          <w:rtl/>
        </w:rPr>
        <w:t>سے ايك نام ہے_</w:t>
      </w:r>
      <w:r w:rsidRPr="000E042F">
        <w:rPr>
          <w:rStyle w:val="libArabicChar"/>
          <w:rFonts w:hint="eastAsia"/>
          <w:rtl/>
        </w:rPr>
        <w:t>يوم</w:t>
      </w:r>
      <w:r w:rsidRPr="000E042F">
        <w:rPr>
          <w:rStyle w:val="libArabicChar"/>
          <w:rtl/>
        </w:rPr>
        <w:t xml:space="preserve"> الدين</w:t>
      </w:r>
    </w:p>
    <w:p w:rsidR="001F628F" w:rsidRDefault="001F628F" w:rsidP="000E042F">
      <w:pPr>
        <w:pStyle w:val="libNormal"/>
        <w:rPr>
          <w:rtl/>
        </w:rPr>
      </w:pPr>
      <w:r>
        <w:rPr>
          <w:rtl/>
        </w:rPr>
        <w:t>6_ہر قسم كى لعنت كى بازگشت، ابليس كى طرف ہو تى ہے_*</w:t>
      </w:r>
      <w:r w:rsidRPr="000E042F">
        <w:rPr>
          <w:rStyle w:val="libArabicChar"/>
          <w:rFonts w:hint="eastAsia"/>
          <w:rtl/>
        </w:rPr>
        <w:t>وان</w:t>
      </w:r>
      <w:r w:rsidRPr="000E042F">
        <w:rPr>
          <w:rStyle w:val="libArabicChar"/>
          <w:rtl/>
        </w:rPr>
        <w:t xml:space="preserve"> عليك اللعنة الى يوم الدين</w:t>
      </w:r>
    </w:p>
    <w:p w:rsidR="001F628F" w:rsidRDefault="001F628F" w:rsidP="001F628F">
      <w:pPr>
        <w:pStyle w:val="libNormal"/>
        <w:rPr>
          <w:rtl/>
        </w:rPr>
      </w:pPr>
      <w:r>
        <w:rPr>
          <w:rFonts w:hint="eastAsia"/>
          <w:rtl/>
        </w:rPr>
        <w:t>مندرجہ</w:t>
      </w:r>
      <w:r>
        <w:rPr>
          <w:rtl/>
        </w:rPr>
        <w:t xml:space="preserve"> بالا مطلب اس بات پرمبنى ہے كہ جب ''اللعنة ''كا ''ال'' جنس كے لئے ہو_</w:t>
      </w:r>
    </w:p>
    <w:p w:rsidR="001F628F" w:rsidRDefault="001F628F" w:rsidP="001F628F">
      <w:pPr>
        <w:pStyle w:val="libNormal"/>
        <w:rPr>
          <w:rtl/>
        </w:rPr>
      </w:pPr>
      <w:r>
        <w:rPr>
          <w:rtl/>
        </w:rPr>
        <w:t>7_</w:t>
      </w:r>
      <w:r w:rsidRPr="000E042F">
        <w:rPr>
          <w:rStyle w:val="libArabicChar"/>
          <w:rtl/>
        </w:rPr>
        <w:t xml:space="preserve">''يزيد بن سلام ...سا ل رسول الله </w:t>
      </w:r>
      <w:r w:rsidR="00F031CD" w:rsidRPr="00F031CD">
        <w:rPr>
          <w:rStyle w:val="libAlaemChar"/>
          <w:rtl/>
        </w:rPr>
        <w:t xml:space="preserve"> صلى‌الله‌عليه‌وآله‌وسلم </w:t>
      </w:r>
      <w:r w:rsidRPr="000E042F">
        <w:rPr>
          <w:rStyle w:val="libArabicChar"/>
          <w:rtl/>
        </w:rPr>
        <w:t xml:space="preserve"> ... قال:فالخميس ،قال:</w:t>
      </w:r>
      <w:r w:rsidR="00F21947" w:rsidRPr="00B2551F">
        <w:rPr>
          <w:rStyle w:val="libArabicChar"/>
          <w:rFonts w:hint="cs"/>
          <w:rtl/>
        </w:rPr>
        <w:t>ه</w:t>
      </w:r>
      <w:r w:rsidRPr="000E042F">
        <w:rPr>
          <w:rStyle w:val="libArabicChar"/>
          <w:rFonts w:hint="cs"/>
          <w:rtl/>
        </w:rPr>
        <w:t>و</w:t>
      </w:r>
      <w:r w:rsidRPr="000E042F">
        <w:rPr>
          <w:rStyle w:val="libArabicChar"/>
          <w:rtl/>
        </w:rPr>
        <w:t xml:space="preserve"> </w:t>
      </w:r>
      <w:r w:rsidRPr="000E042F">
        <w:rPr>
          <w:rStyle w:val="libArabicChar"/>
          <w:rFonts w:hint="cs"/>
          <w:rtl/>
        </w:rPr>
        <w:t>يوم</w:t>
      </w:r>
      <w:r w:rsidRPr="000E042F">
        <w:rPr>
          <w:rStyle w:val="libArabicChar"/>
          <w:rtl/>
        </w:rPr>
        <w:t xml:space="preserve"> </w:t>
      </w:r>
      <w:r w:rsidRPr="000E042F">
        <w:rPr>
          <w:rStyle w:val="libArabicChar"/>
          <w:rFonts w:hint="cs"/>
          <w:rtl/>
        </w:rPr>
        <w:t>خامس</w:t>
      </w:r>
      <w:r w:rsidRPr="000E042F">
        <w:rPr>
          <w:rStyle w:val="libArabicChar"/>
          <w:rtl/>
        </w:rPr>
        <w:t xml:space="preserve"> </w:t>
      </w:r>
      <w:r w:rsidRPr="000E042F">
        <w:rPr>
          <w:rStyle w:val="libArabicChar"/>
          <w:rFonts w:hint="cs"/>
          <w:rtl/>
        </w:rPr>
        <w:t>من</w:t>
      </w:r>
      <w:r w:rsidRPr="000E042F">
        <w:rPr>
          <w:rStyle w:val="libArabicChar"/>
          <w:rtl/>
        </w:rPr>
        <w:t xml:space="preserve"> </w:t>
      </w:r>
      <w:r w:rsidRPr="000E042F">
        <w:rPr>
          <w:rStyle w:val="libArabicChar"/>
          <w:rFonts w:hint="cs"/>
          <w:rtl/>
        </w:rPr>
        <w:t>الدنيا</w:t>
      </w:r>
      <w:r w:rsidRPr="000E042F">
        <w:rPr>
          <w:rStyle w:val="libArabicChar"/>
          <w:rtl/>
        </w:rPr>
        <w:t xml:space="preserve"> </w:t>
      </w:r>
      <w:r w:rsidRPr="000E042F">
        <w:rPr>
          <w:rStyle w:val="libArabicChar"/>
          <w:rFonts w:hint="cs"/>
          <w:rtl/>
        </w:rPr>
        <w:t>و</w:t>
      </w:r>
      <w:r w:rsidR="00F21947" w:rsidRPr="00B2551F">
        <w:rPr>
          <w:rStyle w:val="libArabicChar"/>
          <w:rFonts w:hint="cs"/>
          <w:rtl/>
        </w:rPr>
        <w:t>ه</w:t>
      </w:r>
      <w:r w:rsidRPr="000E042F">
        <w:rPr>
          <w:rStyle w:val="libArabicChar"/>
          <w:rFonts w:hint="cs"/>
          <w:rtl/>
        </w:rPr>
        <w:t>ويوم</w:t>
      </w:r>
      <w:r w:rsidRPr="000E042F">
        <w:rPr>
          <w:rStyle w:val="libArabicChar"/>
          <w:rtl/>
        </w:rPr>
        <w:t xml:space="preserve"> ...</w:t>
      </w:r>
      <w:r w:rsidRPr="000E042F">
        <w:rPr>
          <w:rStyle w:val="libArabicChar"/>
          <w:rFonts w:hint="cs"/>
          <w:rtl/>
        </w:rPr>
        <w:t>لعن</w:t>
      </w:r>
      <w:r w:rsidRPr="000E042F">
        <w:rPr>
          <w:rStyle w:val="libArabicChar"/>
          <w:rtl/>
        </w:rPr>
        <w:t xml:space="preserve"> </w:t>
      </w:r>
      <w:r w:rsidRPr="000E042F">
        <w:rPr>
          <w:rStyle w:val="libArabicChar"/>
          <w:rFonts w:hint="cs"/>
          <w:rtl/>
        </w:rPr>
        <w:t>في</w:t>
      </w:r>
      <w:r w:rsidR="00120F63" w:rsidRPr="00B2551F">
        <w:rPr>
          <w:rStyle w:val="libArabicChar"/>
          <w:rFonts w:hint="cs"/>
          <w:rtl/>
        </w:rPr>
        <w:t>ه</w:t>
      </w:r>
      <w:r w:rsidRPr="000E042F">
        <w:rPr>
          <w:rStyle w:val="libArabicChar"/>
          <w:rtl/>
        </w:rPr>
        <w:t xml:space="preserve"> </w:t>
      </w:r>
      <w:r w:rsidRPr="000E042F">
        <w:rPr>
          <w:rStyle w:val="libArabicChar"/>
          <w:rFonts w:hint="cs"/>
          <w:rtl/>
        </w:rPr>
        <w:t>ا</w:t>
      </w:r>
      <w:r w:rsidRPr="000E042F">
        <w:rPr>
          <w:rStyle w:val="libArabicChar"/>
          <w:rtl/>
        </w:rPr>
        <w:t>بليس .</w:t>
      </w:r>
      <w:r>
        <w:rPr>
          <w:rtl/>
        </w:rPr>
        <w:t xml:space="preserve">.. ; </w:t>
      </w:r>
      <w:r w:rsidRPr="000E042F">
        <w:rPr>
          <w:rStyle w:val="libFootnotenumChar"/>
          <w:rtl/>
        </w:rPr>
        <w:t>(1)</w:t>
      </w:r>
      <w:r>
        <w:rPr>
          <w:rtl/>
        </w:rPr>
        <w:t xml:space="preserve"> يزيد بن سلام نے رسول خدا </w:t>
      </w:r>
      <w:r w:rsidR="00F031CD" w:rsidRPr="00F031CD">
        <w:rPr>
          <w:rStyle w:val="libAlaemChar"/>
          <w:rtl/>
        </w:rPr>
        <w:t xml:space="preserve"> صلى‌الله‌عليه‌وآله‌وسلم </w:t>
      </w:r>
      <w:r>
        <w:rPr>
          <w:rtl/>
        </w:rPr>
        <w:t xml:space="preserve"> سے پوچھا: پنجشنبہ سے كيا مراد ہے ؟اپ</w:t>
      </w:r>
      <w:r w:rsidR="00F031CD" w:rsidRPr="00F031CD">
        <w:rPr>
          <w:rStyle w:val="libAlaemChar"/>
          <w:rtl/>
        </w:rPr>
        <w:t xml:space="preserve"> صلى‌الله‌عليه‌وآله‌وسلم </w:t>
      </w:r>
      <w:r>
        <w:rPr>
          <w:rtl/>
        </w:rPr>
        <w:t xml:space="preserve"> نے فرمايا:''پنجشنبہ ، دنيا كا پانچوا</w:t>
      </w:r>
      <w:r w:rsidR="00083993">
        <w:rPr>
          <w:rtl/>
        </w:rPr>
        <w:t xml:space="preserve">ں </w:t>
      </w:r>
      <w:r>
        <w:rPr>
          <w:rtl/>
        </w:rPr>
        <w:t>دن ہے اور يہ وہ دن كہ جس مي</w:t>
      </w:r>
      <w:r w:rsidR="00083993">
        <w:rPr>
          <w:rtl/>
        </w:rPr>
        <w:t xml:space="preserve">ں </w:t>
      </w:r>
      <w:r>
        <w:rPr>
          <w:rtl/>
        </w:rPr>
        <w:t>ابلي</w:t>
      </w:r>
      <w:r>
        <w:rPr>
          <w:rFonts w:hint="eastAsia"/>
          <w:rtl/>
        </w:rPr>
        <w:t>س</w:t>
      </w:r>
      <w:r>
        <w:rPr>
          <w:rtl/>
        </w:rPr>
        <w:t xml:space="preserve"> پر لعنت كى گئي ہے__''</w:t>
      </w:r>
    </w:p>
    <w:p w:rsidR="001F628F" w:rsidRDefault="001F628F" w:rsidP="000E042F">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ادم</w:t>
      </w:r>
      <w:r>
        <w:rPr>
          <w:rtl/>
        </w:rPr>
        <w:t xml:space="preserve"> </w:t>
      </w:r>
      <w:r w:rsidR="00367F17" w:rsidRPr="00367F17">
        <w:rPr>
          <w:rStyle w:val="libAlaemChar"/>
          <w:rtl/>
        </w:rPr>
        <w:t xml:space="preserve"> عليه‌السلام </w:t>
      </w:r>
      <w:r>
        <w:rPr>
          <w:rtl/>
        </w:rPr>
        <w:t xml:space="preserve"> كے سامنے سجدہ نہ كرنے كے اثرات 1</w:t>
      </w:r>
    </w:p>
    <w:p w:rsidR="001F628F" w:rsidRDefault="001F628F" w:rsidP="000E042F">
      <w:pPr>
        <w:pStyle w:val="libNormal"/>
        <w:rPr>
          <w:rtl/>
        </w:rPr>
      </w:pPr>
      <w:r>
        <w:rPr>
          <w:rFonts w:hint="eastAsia"/>
          <w:rtl/>
        </w:rPr>
        <w:t>ابليس</w:t>
      </w:r>
      <w:r>
        <w:rPr>
          <w:rtl/>
        </w:rPr>
        <w:t>:</w:t>
      </w:r>
      <w:r>
        <w:rPr>
          <w:rFonts w:hint="eastAsia"/>
          <w:rtl/>
        </w:rPr>
        <w:t>ابليس</w:t>
      </w:r>
      <w:r>
        <w:rPr>
          <w:rtl/>
        </w:rPr>
        <w:t xml:space="preserve"> كى مغضوبيت 4;ابليس پر لعنت كا دن 7; ابليس كا دور كيا جانا 2;ابليس كى اُخروى سزا 3; ابليس كى دنيوى سزا 2;ابليس پر لعنت 1،2 ، 6 ; ابليس كى محروميت 4;ابليس كے سجدہ نہ كرنے كے اثرا ت 1;ابليس كے عصيان كے اثرات1</w:t>
      </w:r>
    </w:p>
    <w:p w:rsidR="001F628F" w:rsidRDefault="001F628F" w:rsidP="000E042F">
      <w:pPr>
        <w:pStyle w:val="libNormal"/>
        <w:rPr>
          <w:rtl/>
        </w:rPr>
      </w:pPr>
      <w:r>
        <w:rPr>
          <w:rFonts w:hint="eastAsia"/>
          <w:rtl/>
        </w:rPr>
        <w:t>الہى</w:t>
      </w:r>
      <w:r>
        <w:rPr>
          <w:rtl/>
        </w:rPr>
        <w:t xml:space="preserve"> توفيقات :</w:t>
      </w:r>
      <w:r>
        <w:rPr>
          <w:rFonts w:hint="eastAsia"/>
          <w:rtl/>
        </w:rPr>
        <w:t>الہى</w:t>
      </w:r>
      <w:r>
        <w:rPr>
          <w:rtl/>
        </w:rPr>
        <w:t xml:space="preserve"> توفيقات سے محروم لوگ 4</w:t>
      </w:r>
    </w:p>
    <w:p w:rsidR="001F628F" w:rsidRDefault="00B84D3B" w:rsidP="00B84D3B">
      <w:pPr>
        <w:pStyle w:val="libLine"/>
        <w:rPr>
          <w:rtl/>
        </w:rPr>
      </w:pPr>
      <w:r>
        <w:rPr>
          <w:rtl/>
        </w:rPr>
        <w:t>____________________</w:t>
      </w:r>
    </w:p>
    <w:p w:rsidR="001F628F" w:rsidRDefault="001F628F" w:rsidP="000E042F">
      <w:pPr>
        <w:pStyle w:val="libFootnote"/>
        <w:rPr>
          <w:rtl/>
        </w:rPr>
      </w:pPr>
      <w:r>
        <w:rPr>
          <w:rtl/>
        </w:rPr>
        <w:t>1)علل الشرايع ،ج2،ص471 ،ح33 ،ب 219 ;نور الثقلين ،ج3،ص13،ح44_</w:t>
      </w:r>
    </w:p>
    <w:p w:rsidR="000E042F" w:rsidRDefault="001E7F9D" w:rsidP="00F73EDE">
      <w:pPr>
        <w:pStyle w:val="libPoemTini"/>
        <w:rPr>
          <w:rtl/>
        </w:rPr>
      </w:pPr>
      <w:r>
        <w:rPr>
          <w:rtl/>
        </w:rPr>
        <w:br w:type="page"/>
      </w:r>
    </w:p>
    <w:p w:rsidR="001F628F" w:rsidRDefault="001F628F" w:rsidP="000E042F">
      <w:pPr>
        <w:pStyle w:val="libNormal"/>
        <w:rPr>
          <w:rtl/>
        </w:rPr>
      </w:pPr>
      <w:r>
        <w:rPr>
          <w:rFonts w:hint="eastAsia"/>
          <w:rtl/>
        </w:rPr>
        <w:lastRenderedPageBreak/>
        <w:t>الله</w:t>
      </w:r>
      <w:r>
        <w:rPr>
          <w:rtl/>
        </w:rPr>
        <w:t xml:space="preserve"> تعالى :</w:t>
      </w:r>
      <w:r>
        <w:rPr>
          <w:rFonts w:hint="eastAsia"/>
          <w:rtl/>
        </w:rPr>
        <w:t>الله</w:t>
      </w:r>
      <w:r>
        <w:rPr>
          <w:rtl/>
        </w:rPr>
        <w:t xml:space="preserve"> تعالى كے لطف سے محروم لوگ 4</w:t>
      </w:r>
    </w:p>
    <w:p w:rsidR="001F628F" w:rsidRDefault="001F628F" w:rsidP="001F628F">
      <w:pPr>
        <w:pStyle w:val="libNormal"/>
        <w:rPr>
          <w:rtl/>
        </w:rPr>
      </w:pPr>
      <w:r>
        <w:rPr>
          <w:rFonts w:hint="eastAsia"/>
          <w:rtl/>
        </w:rPr>
        <w:t>خدا</w:t>
      </w:r>
      <w:r>
        <w:rPr>
          <w:rtl/>
        </w:rPr>
        <w:t xml:space="preserve"> كے مغضوب لوگ :4</w:t>
      </w:r>
    </w:p>
    <w:p w:rsidR="001F628F" w:rsidRDefault="001F628F" w:rsidP="001F628F">
      <w:pPr>
        <w:pStyle w:val="libNormal"/>
        <w:rPr>
          <w:rtl/>
        </w:rPr>
      </w:pPr>
      <w:r>
        <w:rPr>
          <w:rFonts w:hint="eastAsia"/>
          <w:rtl/>
        </w:rPr>
        <w:t>روايت</w:t>
      </w:r>
      <w:r>
        <w:rPr>
          <w:rtl/>
        </w:rPr>
        <w:t xml:space="preserve"> :7</w:t>
      </w:r>
    </w:p>
    <w:p w:rsidR="001F628F" w:rsidRDefault="001F628F" w:rsidP="000E042F">
      <w:pPr>
        <w:pStyle w:val="libNormal"/>
        <w:rPr>
          <w:rtl/>
        </w:rPr>
      </w:pPr>
      <w:r>
        <w:rPr>
          <w:rFonts w:hint="eastAsia"/>
          <w:rtl/>
        </w:rPr>
        <w:t>قيامت</w:t>
      </w:r>
      <w:r>
        <w:rPr>
          <w:rtl/>
        </w:rPr>
        <w:t xml:space="preserve"> :</w:t>
      </w:r>
      <w:r>
        <w:rPr>
          <w:rFonts w:hint="eastAsia"/>
          <w:rtl/>
        </w:rPr>
        <w:t>قيامت</w:t>
      </w:r>
      <w:r>
        <w:rPr>
          <w:rtl/>
        </w:rPr>
        <w:t xml:space="preserve"> كى خصوصيات 5;قيامت كے دن جزا 5; قيامت كے دن سزا 5; قيامت كے نام 5</w:t>
      </w:r>
    </w:p>
    <w:p w:rsidR="001F628F" w:rsidRDefault="001F628F" w:rsidP="000E042F">
      <w:pPr>
        <w:pStyle w:val="libNormal"/>
        <w:rPr>
          <w:rtl/>
        </w:rPr>
      </w:pPr>
      <w:r>
        <w:rPr>
          <w:rFonts w:hint="eastAsia"/>
          <w:rtl/>
        </w:rPr>
        <w:t>لعن</w:t>
      </w:r>
      <w:r>
        <w:rPr>
          <w:rtl/>
        </w:rPr>
        <w:t xml:space="preserve"> :</w:t>
      </w:r>
      <w:r>
        <w:rPr>
          <w:rFonts w:hint="eastAsia"/>
          <w:rtl/>
        </w:rPr>
        <w:t>لعن</w:t>
      </w:r>
      <w:r>
        <w:rPr>
          <w:rtl/>
        </w:rPr>
        <w:t xml:space="preserve"> كے مستحق لوگ 1،6</w:t>
      </w:r>
    </w:p>
    <w:p w:rsidR="001F628F" w:rsidRDefault="001F628F" w:rsidP="001F628F">
      <w:pPr>
        <w:pStyle w:val="libNormal"/>
        <w:rPr>
          <w:rtl/>
        </w:rPr>
      </w:pPr>
      <w:r>
        <w:rPr>
          <w:rFonts w:hint="eastAsia"/>
          <w:rtl/>
        </w:rPr>
        <w:t>يوم</w:t>
      </w:r>
      <w:r>
        <w:rPr>
          <w:rtl/>
        </w:rPr>
        <w:t xml:space="preserve"> الدين :5</w:t>
      </w:r>
    </w:p>
    <w:p w:rsidR="001F628F" w:rsidRDefault="000E042F" w:rsidP="000E042F">
      <w:pPr>
        <w:pStyle w:val="Heading2Center"/>
        <w:rPr>
          <w:rtl/>
        </w:rPr>
      </w:pPr>
      <w:bookmarkStart w:id="82" w:name="_Toc28081760"/>
      <w:r>
        <w:rPr>
          <w:rFonts w:hint="cs"/>
          <w:rtl/>
        </w:rPr>
        <w:t>آیت 36</w:t>
      </w:r>
      <w:bookmarkEnd w:id="82"/>
    </w:p>
    <w:p w:rsidR="001F628F" w:rsidRDefault="00E260F9" w:rsidP="000E042F">
      <w:pPr>
        <w:pStyle w:val="libNormal"/>
        <w:rPr>
          <w:rtl/>
        </w:rPr>
      </w:pPr>
      <w:r w:rsidRPr="00E260F9">
        <w:rPr>
          <w:rStyle w:val="libAlaemChar"/>
          <w:rFonts w:hint="eastAsia"/>
          <w:rtl/>
        </w:rPr>
        <w:t>(</w:t>
      </w:r>
      <w:r w:rsidRPr="000E042F">
        <w:rPr>
          <w:rStyle w:val="libAieChar"/>
          <w:rFonts w:hint="eastAsia"/>
          <w:rtl/>
        </w:rPr>
        <w:t>قَالَ</w:t>
      </w:r>
      <w:r w:rsidRPr="000E042F">
        <w:rPr>
          <w:rStyle w:val="libAieChar"/>
          <w:rtl/>
        </w:rPr>
        <w:t xml:space="preserve"> رَبِّ فَأَنظِرْنِي إِلَى يَوْمِ يُبْعَثُونَ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نے كہا كہ پروردگار مجھے روز حشر تك كى مہلت ديدے _</w:t>
      </w:r>
    </w:p>
    <w:p w:rsidR="001F628F" w:rsidRDefault="001F628F" w:rsidP="000E042F">
      <w:pPr>
        <w:pStyle w:val="libNormal"/>
        <w:rPr>
          <w:rtl/>
        </w:rPr>
      </w:pPr>
      <w:r>
        <w:rPr>
          <w:rtl/>
        </w:rPr>
        <w:t>1_ابليس نے بار گاہ الہى سے نكالے جانے كے بعد خداوند متعال سے قيامت تك اپنى عمر، طولانى كرنے كى درخواست كى _</w:t>
      </w:r>
      <w:r w:rsidRPr="000E042F">
        <w:rPr>
          <w:rStyle w:val="libArabicChar"/>
          <w:rFonts w:hint="eastAsia"/>
          <w:rtl/>
        </w:rPr>
        <w:t>قال</w:t>
      </w:r>
      <w:r w:rsidRPr="000E042F">
        <w:rPr>
          <w:rStyle w:val="libArabicChar"/>
          <w:rtl/>
        </w:rPr>
        <w:t xml:space="preserve"> ربّ فا نظرنى الى يوم يبعثون</w:t>
      </w:r>
    </w:p>
    <w:p w:rsidR="001F628F" w:rsidRDefault="001F628F" w:rsidP="000E042F">
      <w:pPr>
        <w:pStyle w:val="libNormal"/>
        <w:rPr>
          <w:rtl/>
        </w:rPr>
      </w:pPr>
      <w:r>
        <w:rPr>
          <w:rtl/>
        </w:rPr>
        <w:t xml:space="preserve">2_ابليس نے ادم </w:t>
      </w:r>
      <w:r w:rsidR="00367F17" w:rsidRPr="00367F17">
        <w:rPr>
          <w:rStyle w:val="libAlaemChar"/>
          <w:rtl/>
        </w:rPr>
        <w:t xml:space="preserve"> عليه‌السلام </w:t>
      </w:r>
      <w:r>
        <w:rPr>
          <w:rtl/>
        </w:rPr>
        <w:t xml:space="preserve"> كے سامنے سجدے كے حكم كى نافرمانى كرنے اور بار گاہ الہى سے نكالے جانے كے بعد خداوند متعال سے درخواست كى كہ اُسے قيامت تك عذاب و سزا سے دوچار نہ كيا جائے_</w:t>
      </w:r>
      <w:r w:rsidRPr="000E042F">
        <w:rPr>
          <w:rStyle w:val="libArabicChar"/>
          <w:rFonts w:hint="eastAsia"/>
          <w:rtl/>
        </w:rPr>
        <w:t>قال</w:t>
      </w:r>
      <w:r w:rsidRPr="000E042F">
        <w:rPr>
          <w:rStyle w:val="libArabicChar"/>
          <w:rtl/>
        </w:rPr>
        <w:t xml:space="preserve"> ربّ فا نظرنى الى يوم يبعثون</w:t>
      </w:r>
    </w:p>
    <w:p w:rsidR="001F628F" w:rsidRDefault="001F628F" w:rsidP="001F628F">
      <w:pPr>
        <w:pStyle w:val="libNormal"/>
        <w:rPr>
          <w:rtl/>
        </w:rPr>
      </w:pPr>
      <w:r>
        <w:rPr>
          <w:rFonts w:hint="eastAsia"/>
          <w:rtl/>
        </w:rPr>
        <w:t>جملہ</w:t>
      </w:r>
      <w:r>
        <w:rPr>
          <w:rtl/>
        </w:rPr>
        <w:t xml:space="preserve"> ''فا نظرني'' مي</w:t>
      </w:r>
      <w:r w:rsidR="00083993">
        <w:rPr>
          <w:rtl/>
        </w:rPr>
        <w:t xml:space="preserve">ں </w:t>
      </w:r>
      <w:r>
        <w:rPr>
          <w:rtl/>
        </w:rPr>
        <w:t>''انظار ''كا متعلق ذكر نہي</w:t>
      </w:r>
      <w:r w:rsidR="00083993">
        <w:rPr>
          <w:rtl/>
        </w:rPr>
        <w:t xml:space="preserve">ں </w:t>
      </w:r>
      <w:r>
        <w:rPr>
          <w:rtl/>
        </w:rPr>
        <w:t xml:space="preserve">ہوا _چونكہ ابليس نے ادم </w:t>
      </w:r>
      <w:r w:rsidR="00367F17" w:rsidRPr="00367F17">
        <w:rPr>
          <w:rStyle w:val="libAlaemChar"/>
          <w:rtl/>
        </w:rPr>
        <w:t xml:space="preserve"> عليه‌السلام </w:t>
      </w:r>
      <w:r>
        <w:rPr>
          <w:rtl/>
        </w:rPr>
        <w:t xml:space="preserve"> كے سامنے سجدے كے فرمان كى نافرمانى كى تھى اور سزا كى انتظار مي</w:t>
      </w:r>
      <w:r w:rsidR="00083993">
        <w:rPr>
          <w:rtl/>
        </w:rPr>
        <w:t xml:space="preserve">ں </w:t>
      </w:r>
      <w:r>
        <w:rPr>
          <w:rtl/>
        </w:rPr>
        <w:t>تھا اس لئے ممكن ہے كہ انظار و مہلت سے قيامت تك اسكى سزا مي</w:t>
      </w:r>
      <w:r w:rsidR="00083993">
        <w:rPr>
          <w:rtl/>
        </w:rPr>
        <w:t xml:space="preserve">ں </w:t>
      </w:r>
      <w:r>
        <w:rPr>
          <w:rtl/>
        </w:rPr>
        <w:t>تاخير مرادہو_</w:t>
      </w:r>
    </w:p>
    <w:p w:rsidR="001F628F" w:rsidRDefault="001F628F" w:rsidP="000E042F">
      <w:pPr>
        <w:pStyle w:val="libNormal"/>
        <w:rPr>
          <w:rtl/>
        </w:rPr>
      </w:pPr>
      <w:r>
        <w:rPr>
          <w:rtl/>
        </w:rPr>
        <w:t>3_ابليس ،موت و حيات كے دست خدا مي</w:t>
      </w:r>
      <w:r w:rsidR="00083993">
        <w:rPr>
          <w:rtl/>
        </w:rPr>
        <w:t xml:space="preserve">ں </w:t>
      </w:r>
      <w:r>
        <w:rPr>
          <w:rtl/>
        </w:rPr>
        <w:t>ہونے پر يقين ركھتا ہے_</w:t>
      </w:r>
      <w:r w:rsidRPr="000E042F">
        <w:rPr>
          <w:rStyle w:val="libArabicChar"/>
          <w:rFonts w:hint="eastAsia"/>
          <w:rtl/>
        </w:rPr>
        <w:t>قال</w:t>
      </w:r>
      <w:r w:rsidRPr="000E042F">
        <w:rPr>
          <w:rStyle w:val="libArabicChar"/>
          <w:rtl/>
        </w:rPr>
        <w:t xml:space="preserve"> ربّ فا نظرنى الى يوم يبعثون</w:t>
      </w:r>
    </w:p>
    <w:p w:rsidR="001F628F" w:rsidRDefault="001F628F" w:rsidP="001F628F">
      <w:pPr>
        <w:pStyle w:val="libNormal"/>
        <w:rPr>
          <w:rtl/>
        </w:rPr>
      </w:pPr>
      <w:r>
        <w:rPr>
          <w:rtl/>
        </w:rPr>
        <w:t>4_ابليس ،ربوبيت خدا وند كا معتقد تھا اور اپنے اپ كو اُسى كى ربوبيت كے تحت جانتا تھا_</w:t>
      </w:r>
    </w:p>
    <w:p w:rsidR="000E042F" w:rsidRDefault="001E7F9D" w:rsidP="00F73EDE">
      <w:pPr>
        <w:pStyle w:val="libPoemTini"/>
        <w:rPr>
          <w:rtl/>
        </w:rPr>
      </w:pPr>
      <w:r>
        <w:rPr>
          <w:rtl/>
        </w:rPr>
        <w:br w:type="page"/>
      </w:r>
    </w:p>
    <w:p w:rsidR="001F628F" w:rsidRDefault="001F628F" w:rsidP="000E042F">
      <w:pPr>
        <w:pStyle w:val="libArabic"/>
        <w:rPr>
          <w:rtl/>
        </w:rPr>
      </w:pPr>
      <w:r>
        <w:rPr>
          <w:rFonts w:hint="eastAsia"/>
          <w:rtl/>
        </w:rPr>
        <w:lastRenderedPageBreak/>
        <w:t>قال</w:t>
      </w:r>
      <w:r>
        <w:rPr>
          <w:rtl/>
        </w:rPr>
        <w:t xml:space="preserve"> ربّ فا نظرنى الى يوم يبعثون</w:t>
      </w:r>
    </w:p>
    <w:p w:rsidR="001F628F" w:rsidRDefault="001F628F" w:rsidP="001F628F">
      <w:pPr>
        <w:pStyle w:val="libNormal"/>
        <w:rPr>
          <w:rtl/>
        </w:rPr>
      </w:pPr>
      <w:r>
        <w:rPr>
          <w:rtl/>
        </w:rPr>
        <w:t>5_ابليس ، قيامت كے دن كا معترف تھا اور اُس دن انسانو</w:t>
      </w:r>
      <w:r w:rsidR="00083993">
        <w:rPr>
          <w:rtl/>
        </w:rPr>
        <w:t xml:space="preserve">ں </w:t>
      </w:r>
      <w:r>
        <w:rPr>
          <w:rtl/>
        </w:rPr>
        <w:t>كے اُٹھائے جانے كا اعتقاد ركھتا تھا_</w:t>
      </w:r>
    </w:p>
    <w:p w:rsidR="001F628F" w:rsidRDefault="001F628F" w:rsidP="000E042F">
      <w:pPr>
        <w:pStyle w:val="libArabic"/>
        <w:rPr>
          <w:rtl/>
        </w:rPr>
      </w:pPr>
      <w:r>
        <w:rPr>
          <w:rFonts w:hint="eastAsia"/>
          <w:rtl/>
        </w:rPr>
        <w:t>قال</w:t>
      </w:r>
      <w:r>
        <w:rPr>
          <w:rtl/>
        </w:rPr>
        <w:t xml:space="preserve"> ربّ فا نظرنى الى يوم يبعثون</w:t>
      </w:r>
    </w:p>
    <w:p w:rsidR="001F628F" w:rsidRDefault="001F628F" w:rsidP="000E042F">
      <w:pPr>
        <w:pStyle w:val="libNormal"/>
        <w:rPr>
          <w:rtl/>
        </w:rPr>
      </w:pPr>
      <w:r>
        <w:rPr>
          <w:rtl/>
        </w:rPr>
        <w:t>6_قيامت ،انسانو</w:t>
      </w:r>
      <w:r w:rsidR="00083993">
        <w:rPr>
          <w:rtl/>
        </w:rPr>
        <w:t xml:space="preserve">ں </w:t>
      </w:r>
      <w:r>
        <w:rPr>
          <w:rtl/>
        </w:rPr>
        <w:t>كے اُٹھائے جانے كادن ہے_</w:t>
      </w:r>
      <w:r w:rsidRPr="000E042F">
        <w:rPr>
          <w:rStyle w:val="libArabicChar"/>
          <w:rFonts w:hint="eastAsia"/>
          <w:rtl/>
        </w:rPr>
        <w:t>قال</w:t>
      </w:r>
      <w:r w:rsidRPr="000E042F">
        <w:rPr>
          <w:rStyle w:val="libArabicChar"/>
          <w:rtl/>
        </w:rPr>
        <w:t xml:space="preserve"> ربّ فا نظرنى الى يوم يبعثون</w:t>
      </w:r>
    </w:p>
    <w:p w:rsidR="001F628F" w:rsidRDefault="001F628F" w:rsidP="000E042F">
      <w:pPr>
        <w:pStyle w:val="libNormal"/>
        <w:rPr>
          <w:rtl/>
        </w:rPr>
      </w:pPr>
      <w:r>
        <w:rPr>
          <w:rtl/>
        </w:rPr>
        <w:t>7_دعا مي</w:t>
      </w:r>
      <w:r w:rsidR="00083993">
        <w:rPr>
          <w:rtl/>
        </w:rPr>
        <w:t xml:space="preserve">ں </w:t>
      </w:r>
      <w:r>
        <w:rPr>
          <w:rtl/>
        </w:rPr>
        <w:t>ربوبيت خدا وند كا ذكر كرنا ايك مطلوب اور پسنديدہ امر ہے_</w:t>
      </w:r>
      <w:r w:rsidRPr="000E042F">
        <w:rPr>
          <w:rStyle w:val="libArabicChar"/>
          <w:rFonts w:hint="eastAsia"/>
          <w:rtl/>
        </w:rPr>
        <w:t>قال</w:t>
      </w:r>
      <w:r w:rsidRPr="000E042F">
        <w:rPr>
          <w:rStyle w:val="libArabicChar"/>
          <w:rtl/>
        </w:rPr>
        <w:t xml:space="preserve"> ربّ فا نظرنى الى يوم يبعثون</w:t>
      </w:r>
    </w:p>
    <w:p w:rsidR="001F628F" w:rsidRDefault="001F628F" w:rsidP="000E042F">
      <w:pPr>
        <w:pStyle w:val="libNormal"/>
        <w:rPr>
          <w:rtl/>
        </w:rPr>
      </w:pPr>
      <w:r>
        <w:rPr>
          <w:rFonts w:hint="eastAsia"/>
          <w:rtl/>
        </w:rPr>
        <w:t>ابليس</w:t>
      </w:r>
      <w:r>
        <w:rPr>
          <w:rtl/>
        </w:rPr>
        <w:t>:</w:t>
      </w:r>
      <w:r>
        <w:rPr>
          <w:rFonts w:hint="eastAsia"/>
          <w:rtl/>
        </w:rPr>
        <w:t>ابليس</w:t>
      </w:r>
      <w:r>
        <w:rPr>
          <w:rtl/>
        </w:rPr>
        <w:t xml:space="preserve"> كا ايمان 3;ابليس كا اقرار 5;ابليس كا دنيوى عذاب 2;ابليس كا عقيدہ 4; ابليس كا مہلت مانگنا 1 ، 2 ;ابليس كودور كيا جانا1;ابليس كى دعا 1، 2 ; ابليس كى طولانى عمر 1</w:t>
      </w:r>
    </w:p>
    <w:p w:rsidR="001F628F" w:rsidRDefault="001F628F" w:rsidP="000E042F">
      <w:pPr>
        <w:pStyle w:val="libNormal"/>
        <w:rPr>
          <w:rtl/>
        </w:rPr>
      </w:pPr>
      <w:r>
        <w:rPr>
          <w:rFonts w:hint="eastAsia"/>
          <w:rtl/>
        </w:rPr>
        <w:t>اقرار</w:t>
      </w:r>
      <w:r>
        <w:rPr>
          <w:rtl/>
        </w:rPr>
        <w:t>:</w:t>
      </w:r>
      <w:r>
        <w:rPr>
          <w:rFonts w:hint="eastAsia"/>
          <w:rtl/>
        </w:rPr>
        <w:t>حشر</w:t>
      </w:r>
      <w:r>
        <w:rPr>
          <w:rtl/>
        </w:rPr>
        <w:t xml:space="preserve"> كا اقرار 5;قيامت كا اقرار 5</w:t>
      </w:r>
    </w:p>
    <w:p w:rsidR="001F628F" w:rsidRDefault="001F628F" w:rsidP="000E042F">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كا اُخروى حشر 6</w:t>
      </w:r>
    </w:p>
    <w:p w:rsidR="001F628F" w:rsidRDefault="001F628F" w:rsidP="000E042F">
      <w:pPr>
        <w:pStyle w:val="libNormal"/>
        <w:rPr>
          <w:rtl/>
        </w:rPr>
      </w:pPr>
      <w:r>
        <w:rPr>
          <w:rFonts w:hint="eastAsia"/>
          <w:rtl/>
        </w:rPr>
        <w:t>حيات</w:t>
      </w:r>
      <w:r>
        <w:rPr>
          <w:rtl/>
        </w:rPr>
        <w:t xml:space="preserve"> :</w:t>
      </w:r>
      <w:r>
        <w:rPr>
          <w:rFonts w:hint="eastAsia"/>
          <w:rtl/>
        </w:rPr>
        <w:t>حيات</w:t>
      </w:r>
      <w:r>
        <w:rPr>
          <w:rtl/>
        </w:rPr>
        <w:t xml:space="preserve"> كا سر چشمہ 3</w:t>
      </w:r>
    </w:p>
    <w:p w:rsidR="001F628F" w:rsidRDefault="001F628F" w:rsidP="000E042F">
      <w:pPr>
        <w:pStyle w:val="libNormal"/>
        <w:rPr>
          <w:rtl/>
        </w:rPr>
      </w:pPr>
      <w:r>
        <w:rPr>
          <w:rFonts w:hint="eastAsia"/>
          <w:rtl/>
        </w:rPr>
        <w:t>دعا</w:t>
      </w:r>
      <w:r>
        <w:rPr>
          <w:rtl/>
        </w:rPr>
        <w:t>:</w:t>
      </w:r>
      <w:r>
        <w:rPr>
          <w:rFonts w:hint="eastAsia"/>
          <w:rtl/>
        </w:rPr>
        <w:t>دعا</w:t>
      </w:r>
      <w:r>
        <w:rPr>
          <w:rtl/>
        </w:rPr>
        <w:t xml:space="preserve"> مي</w:t>
      </w:r>
      <w:r w:rsidR="00083993">
        <w:rPr>
          <w:rtl/>
        </w:rPr>
        <w:t xml:space="preserve">ں </w:t>
      </w:r>
      <w:r>
        <w:rPr>
          <w:rtl/>
        </w:rPr>
        <w:t>ربوبيت خدا 7;دعا كے اداب 7</w:t>
      </w:r>
    </w:p>
    <w:p w:rsidR="001F628F" w:rsidRDefault="001F628F" w:rsidP="000E042F">
      <w:pPr>
        <w:pStyle w:val="libNormal"/>
        <w:rPr>
          <w:rtl/>
        </w:rPr>
      </w:pPr>
      <w:r>
        <w:rPr>
          <w:rFonts w:hint="eastAsia"/>
          <w:rtl/>
        </w:rPr>
        <w:t>عقيدہ</w:t>
      </w:r>
      <w:r>
        <w:rPr>
          <w:rtl/>
        </w:rPr>
        <w:t xml:space="preserve"> :</w:t>
      </w:r>
      <w:r>
        <w:rPr>
          <w:rFonts w:hint="eastAsia"/>
          <w:rtl/>
        </w:rPr>
        <w:t>ربوبيت</w:t>
      </w:r>
      <w:r>
        <w:rPr>
          <w:rtl/>
        </w:rPr>
        <w:t xml:space="preserve"> خدا كا عقيدہ 4;</w:t>
      </w:r>
    </w:p>
    <w:p w:rsidR="001F628F" w:rsidRDefault="001F628F" w:rsidP="000E042F">
      <w:pPr>
        <w:pStyle w:val="libNormal"/>
        <w:rPr>
          <w:rtl/>
        </w:rPr>
      </w:pPr>
      <w:r>
        <w:rPr>
          <w:rFonts w:hint="eastAsia"/>
          <w:rtl/>
        </w:rPr>
        <w:t>عمل</w:t>
      </w:r>
      <w:r>
        <w:rPr>
          <w:rtl/>
        </w:rPr>
        <w:t xml:space="preserve"> :</w:t>
      </w:r>
      <w:r>
        <w:rPr>
          <w:rFonts w:hint="eastAsia"/>
          <w:rtl/>
        </w:rPr>
        <w:t>پسنديدہ</w:t>
      </w:r>
      <w:r>
        <w:rPr>
          <w:rtl/>
        </w:rPr>
        <w:t xml:space="preserve"> عمل 7</w:t>
      </w:r>
    </w:p>
    <w:p w:rsidR="001F628F" w:rsidRDefault="001F628F" w:rsidP="000E042F">
      <w:pPr>
        <w:pStyle w:val="libNormal"/>
        <w:rPr>
          <w:rtl/>
        </w:rPr>
      </w:pPr>
      <w:r>
        <w:rPr>
          <w:rFonts w:hint="eastAsia"/>
          <w:rtl/>
        </w:rPr>
        <w:t>قيامت</w:t>
      </w:r>
      <w:r>
        <w:rPr>
          <w:rtl/>
        </w:rPr>
        <w:t xml:space="preserve"> :</w:t>
      </w:r>
      <w:r>
        <w:rPr>
          <w:rFonts w:hint="eastAsia"/>
          <w:rtl/>
        </w:rPr>
        <w:t>قيامت</w:t>
      </w:r>
      <w:r>
        <w:rPr>
          <w:rtl/>
        </w:rPr>
        <w:t xml:space="preserve"> كے دن حشر6</w:t>
      </w:r>
    </w:p>
    <w:p w:rsidR="001F628F" w:rsidRDefault="001F628F" w:rsidP="000E042F">
      <w:pPr>
        <w:pStyle w:val="libNormal"/>
        <w:rPr>
          <w:rtl/>
        </w:rPr>
      </w:pPr>
      <w:r>
        <w:rPr>
          <w:rFonts w:hint="eastAsia"/>
          <w:rtl/>
        </w:rPr>
        <w:t>موت</w:t>
      </w:r>
      <w:r>
        <w:rPr>
          <w:rtl/>
        </w:rPr>
        <w:t xml:space="preserve"> :</w:t>
      </w:r>
      <w:r>
        <w:rPr>
          <w:rFonts w:hint="eastAsia"/>
          <w:rtl/>
        </w:rPr>
        <w:t>موت</w:t>
      </w:r>
      <w:r>
        <w:rPr>
          <w:rtl/>
        </w:rPr>
        <w:t xml:space="preserve"> كا سر چشمہ 3</w:t>
      </w:r>
    </w:p>
    <w:p w:rsidR="000E042F" w:rsidRDefault="001E7F9D" w:rsidP="00F73EDE">
      <w:pPr>
        <w:pStyle w:val="libPoemTini"/>
        <w:rPr>
          <w:rtl/>
        </w:rPr>
      </w:pPr>
      <w:r>
        <w:rPr>
          <w:rtl/>
        </w:rPr>
        <w:br w:type="page"/>
      </w:r>
    </w:p>
    <w:p w:rsidR="000E042F" w:rsidRDefault="000E042F" w:rsidP="000E042F">
      <w:pPr>
        <w:pStyle w:val="Heading2Center"/>
        <w:rPr>
          <w:rtl/>
        </w:rPr>
      </w:pPr>
      <w:bookmarkStart w:id="83" w:name="_Toc28081761"/>
      <w:r>
        <w:rPr>
          <w:rFonts w:hint="cs"/>
          <w:rtl/>
        </w:rPr>
        <w:lastRenderedPageBreak/>
        <w:t>آیت 37</w:t>
      </w:r>
      <w:bookmarkEnd w:id="83"/>
    </w:p>
    <w:p w:rsidR="001F628F" w:rsidRDefault="00E260F9" w:rsidP="000E042F">
      <w:pPr>
        <w:pStyle w:val="libNormal"/>
        <w:rPr>
          <w:rtl/>
        </w:rPr>
      </w:pPr>
      <w:r w:rsidRPr="00E260F9">
        <w:rPr>
          <w:rStyle w:val="libAlaemChar"/>
          <w:rFonts w:hint="eastAsia"/>
          <w:rtl/>
        </w:rPr>
        <w:t>(</w:t>
      </w:r>
      <w:r w:rsidRPr="000E042F">
        <w:rPr>
          <w:rStyle w:val="libAieChar"/>
          <w:rFonts w:hint="eastAsia"/>
          <w:rtl/>
        </w:rPr>
        <w:t>قَالَ</w:t>
      </w:r>
      <w:r w:rsidRPr="000E042F">
        <w:rPr>
          <w:rStyle w:val="libAieChar"/>
          <w:rtl/>
        </w:rPr>
        <w:t xml:space="preserve"> فَإِنَّكَ مِنَ الْمُنظَرِينَ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جواب</w:t>
      </w:r>
      <w:r>
        <w:rPr>
          <w:rtl/>
        </w:rPr>
        <w:t xml:space="preserve"> ملا كہ تجھع مہلت ديدى گئي ہے _</w:t>
      </w:r>
    </w:p>
    <w:p w:rsidR="001F628F" w:rsidRDefault="001F628F" w:rsidP="000E042F">
      <w:pPr>
        <w:pStyle w:val="libNormal"/>
        <w:rPr>
          <w:rtl/>
        </w:rPr>
      </w:pPr>
      <w:r>
        <w:rPr>
          <w:rtl/>
        </w:rPr>
        <w:t>1_روز قيامت تك اپنى حيات كے جارى رہنے كے بارے مي</w:t>
      </w:r>
      <w:r w:rsidR="00083993">
        <w:rPr>
          <w:rtl/>
        </w:rPr>
        <w:t xml:space="preserve">ں </w:t>
      </w:r>
      <w:r>
        <w:rPr>
          <w:rtl/>
        </w:rPr>
        <w:t>ابليس كى درخواست، خداوندمتعال كى جانب سے قبول كر لى گئي_</w:t>
      </w:r>
      <w:r w:rsidRPr="000E042F">
        <w:rPr>
          <w:rStyle w:val="libArabicChar"/>
          <w:rFonts w:hint="eastAsia"/>
          <w:rtl/>
        </w:rPr>
        <w:t>قال</w:t>
      </w:r>
      <w:r w:rsidRPr="000E042F">
        <w:rPr>
          <w:rStyle w:val="libArabicChar"/>
          <w:rtl/>
        </w:rPr>
        <w:t xml:space="preserve"> فانك من المنظرين</w:t>
      </w:r>
    </w:p>
    <w:p w:rsidR="001F628F" w:rsidRDefault="001F628F" w:rsidP="000E042F">
      <w:pPr>
        <w:pStyle w:val="libNormal"/>
        <w:rPr>
          <w:rtl/>
        </w:rPr>
      </w:pPr>
      <w:r>
        <w:rPr>
          <w:rtl/>
        </w:rPr>
        <w:t>2_ابليس كے علاوہ دوسرى مخلوقات كا بھى قيامت تك طولانى حيات كا حامل ہونا _</w:t>
      </w:r>
      <w:r w:rsidRPr="000E042F">
        <w:rPr>
          <w:rStyle w:val="libArabicChar"/>
          <w:rFonts w:hint="eastAsia"/>
          <w:rtl/>
        </w:rPr>
        <w:t>فانك</w:t>
      </w:r>
      <w:r w:rsidRPr="000E042F">
        <w:rPr>
          <w:rStyle w:val="libArabicChar"/>
          <w:rtl/>
        </w:rPr>
        <w:t xml:space="preserve"> من المنظرين</w:t>
      </w:r>
    </w:p>
    <w:p w:rsidR="001F628F" w:rsidRDefault="001F628F" w:rsidP="001F628F">
      <w:pPr>
        <w:pStyle w:val="libNormal"/>
        <w:rPr>
          <w:rtl/>
        </w:rPr>
      </w:pPr>
      <w:r>
        <w:rPr>
          <w:rFonts w:hint="eastAsia"/>
          <w:rtl/>
        </w:rPr>
        <w:t>يہ</w:t>
      </w:r>
      <w:r>
        <w:rPr>
          <w:rtl/>
        </w:rPr>
        <w:t xml:space="preserve"> كہ خدا وند متعال، ابليس كى درخواست كے جواب مي</w:t>
      </w:r>
      <w:r w:rsidR="00083993">
        <w:rPr>
          <w:rtl/>
        </w:rPr>
        <w:t xml:space="preserve">ں </w:t>
      </w:r>
      <w:r>
        <w:rPr>
          <w:rtl/>
        </w:rPr>
        <w:t>فرماتا ہے كہ''تو مہلت پانے والو</w:t>
      </w:r>
      <w:r w:rsidR="00083993">
        <w:rPr>
          <w:rtl/>
        </w:rPr>
        <w:t xml:space="preserve">ں </w:t>
      </w:r>
      <w:r>
        <w:rPr>
          <w:rtl/>
        </w:rPr>
        <w:t>مي</w:t>
      </w:r>
      <w:r w:rsidR="00083993">
        <w:rPr>
          <w:rtl/>
        </w:rPr>
        <w:t xml:space="preserve">ں </w:t>
      </w:r>
      <w:r>
        <w:rPr>
          <w:rtl/>
        </w:rPr>
        <w:t>سے ہے''اس سے مذكورہ بالا نكتہ اخذ ہوتا ہے_</w:t>
      </w:r>
    </w:p>
    <w:p w:rsidR="001F628F" w:rsidRDefault="001F628F" w:rsidP="001F628F">
      <w:pPr>
        <w:pStyle w:val="libNormal"/>
        <w:rPr>
          <w:rtl/>
        </w:rPr>
      </w:pPr>
      <w:r>
        <w:rPr>
          <w:rtl/>
        </w:rPr>
        <w:t>3_خداوند متعال كے ساتھ ابليس كابغير كسى واسطے كے براہ راست گفتگو كرنا_</w:t>
      </w:r>
    </w:p>
    <w:p w:rsidR="001F628F" w:rsidRDefault="001F628F" w:rsidP="00547AF4">
      <w:pPr>
        <w:pStyle w:val="libArabic"/>
        <w:rPr>
          <w:rtl/>
        </w:rPr>
      </w:pPr>
      <w:r>
        <w:rPr>
          <w:rFonts w:hint="eastAsia"/>
          <w:rtl/>
        </w:rPr>
        <w:t>قال</w:t>
      </w:r>
      <w:r>
        <w:rPr>
          <w:rtl/>
        </w:rPr>
        <w:t xml:space="preserve"> ربّ فا نظرنى الى يوم يبعثون_قال فانك من المنظرين</w:t>
      </w:r>
    </w:p>
    <w:p w:rsidR="001F628F" w:rsidRDefault="001F628F" w:rsidP="001F628F">
      <w:pPr>
        <w:pStyle w:val="libNormal"/>
        <w:rPr>
          <w:rtl/>
        </w:rPr>
      </w:pPr>
      <w:r>
        <w:rPr>
          <w:rtl/>
        </w:rPr>
        <w:t>4_كسى بھى شخص كو حتى بارگاہ الہى سے نكالے گئے اشخاص اور لعنت شدہ لوگو</w:t>
      </w:r>
      <w:r w:rsidR="00083993">
        <w:rPr>
          <w:rtl/>
        </w:rPr>
        <w:t xml:space="preserve">ں </w:t>
      </w:r>
      <w:r>
        <w:rPr>
          <w:rtl/>
        </w:rPr>
        <w:t>كو بھى رحمت خدا وند متعال سے مايوس نہي</w:t>
      </w:r>
      <w:r w:rsidR="00083993">
        <w:rPr>
          <w:rtl/>
        </w:rPr>
        <w:t xml:space="preserve">ں </w:t>
      </w:r>
      <w:r>
        <w:rPr>
          <w:rtl/>
        </w:rPr>
        <w:t>ہونا چاہيے بلكہ اُنہي</w:t>
      </w:r>
      <w:r w:rsidR="00083993">
        <w:rPr>
          <w:rtl/>
        </w:rPr>
        <w:t xml:space="preserve">ں </w:t>
      </w:r>
      <w:r>
        <w:rPr>
          <w:rtl/>
        </w:rPr>
        <w:t>اُس سے اپنى حاجات طلب كرنى چاہي</w:t>
      </w:r>
      <w:r w:rsidR="00083993">
        <w:rPr>
          <w:rtl/>
        </w:rPr>
        <w:t xml:space="preserve">ں </w:t>
      </w:r>
      <w:r>
        <w:rPr>
          <w:rtl/>
        </w:rPr>
        <w:t>_</w:t>
      </w:r>
    </w:p>
    <w:p w:rsidR="001F628F" w:rsidRDefault="001F628F" w:rsidP="00547AF4">
      <w:pPr>
        <w:pStyle w:val="libArabic"/>
        <w:rPr>
          <w:rtl/>
        </w:rPr>
      </w:pPr>
      <w:r>
        <w:rPr>
          <w:rFonts w:hint="eastAsia"/>
          <w:rtl/>
        </w:rPr>
        <w:t>وان</w:t>
      </w:r>
      <w:r>
        <w:rPr>
          <w:rtl/>
        </w:rPr>
        <w:t xml:space="preserve"> عليك اللعنة الى يوم الدين _قال ربّ فا نظرنى الى يوم يبعثون_قال فانك من المنظرين</w:t>
      </w:r>
    </w:p>
    <w:p w:rsidR="001F628F" w:rsidRDefault="001F628F" w:rsidP="001F628F">
      <w:pPr>
        <w:pStyle w:val="libNormal"/>
        <w:rPr>
          <w:rtl/>
        </w:rPr>
      </w:pPr>
      <w:r>
        <w:rPr>
          <w:rtl/>
        </w:rPr>
        <w:t>5_بار گاہ الہى كے مردود اور لعنت شدہ لوگو</w:t>
      </w:r>
      <w:r w:rsidR="00083993">
        <w:rPr>
          <w:rtl/>
        </w:rPr>
        <w:t xml:space="preserve">ں </w:t>
      </w:r>
      <w:r>
        <w:rPr>
          <w:rtl/>
        </w:rPr>
        <w:t>كى دعا كے قبول ہونے كا ممكن ہونا _</w:t>
      </w:r>
    </w:p>
    <w:p w:rsidR="001F628F" w:rsidRDefault="001F628F" w:rsidP="00547AF4">
      <w:pPr>
        <w:pStyle w:val="libArabic"/>
        <w:rPr>
          <w:rtl/>
        </w:rPr>
      </w:pPr>
      <w:r>
        <w:rPr>
          <w:rFonts w:hint="eastAsia"/>
          <w:rtl/>
        </w:rPr>
        <w:t>فاخرج</w:t>
      </w:r>
      <w:r>
        <w:rPr>
          <w:rtl/>
        </w:rPr>
        <w:t xml:space="preserve"> من</w:t>
      </w:r>
      <w:r w:rsidR="00F21947" w:rsidRPr="00B2551F">
        <w:rPr>
          <w:rFonts w:hint="cs"/>
          <w:rtl/>
        </w:rPr>
        <w:t>ه</w:t>
      </w:r>
      <w:r>
        <w:rPr>
          <w:rFonts w:hint="cs"/>
          <w:rtl/>
        </w:rPr>
        <w:t>ا</w:t>
      </w:r>
      <w:r>
        <w:rPr>
          <w:rtl/>
        </w:rPr>
        <w:t xml:space="preserve"> ...</w:t>
      </w:r>
      <w:r>
        <w:rPr>
          <w:rFonts w:hint="cs"/>
          <w:rtl/>
        </w:rPr>
        <w:t>وان</w:t>
      </w:r>
      <w:r>
        <w:rPr>
          <w:rtl/>
        </w:rPr>
        <w:t xml:space="preserve"> </w:t>
      </w:r>
      <w:r>
        <w:rPr>
          <w:rFonts w:hint="cs"/>
          <w:rtl/>
        </w:rPr>
        <w:t>عليك</w:t>
      </w:r>
      <w:r>
        <w:rPr>
          <w:rtl/>
        </w:rPr>
        <w:t xml:space="preserve"> </w:t>
      </w:r>
      <w:r>
        <w:rPr>
          <w:rFonts w:hint="cs"/>
          <w:rtl/>
        </w:rPr>
        <w:t>اللعنة</w:t>
      </w:r>
      <w:r>
        <w:rPr>
          <w:rtl/>
        </w:rPr>
        <w:t xml:space="preserve"> ...</w:t>
      </w:r>
      <w:r>
        <w:rPr>
          <w:rFonts w:hint="cs"/>
          <w:rtl/>
        </w:rPr>
        <w:t>قال</w:t>
      </w:r>
      <w:r>
        <w:rPr>
          <w:rtl/>
        </w:rPr>
        <w:t xml:space="preserve"> </w:t>
      </w:r>
      <w:r>
        <w:rPr>
          <w:rFonts w:hint="cs"/>
          <w:rtl/>
        </w:rPr>
        <w:t>ربّ</w:t>
      </w:r>
      <w:r>
        <w:rPr>
          <w:rtl/>
        </w:rPr>
        <w:t xml:space="preserve"> </w:t>
      </w:r>
      <w:r>
        <w:rPr>
          <w:rFonts w:hint="cs"/>
          <w:rtl/>
        </w:rPr>
        <w:t>فا</w:t>
      </w:r>
      <w:r>
        <w:rPr>
          <w:rtl/>
        </w:rPr>
        <w:t xml:space="preserve"> </w:t>
      </w:r>
      <w:r>
        <w:rPr>
          <w:rFonts w:hint="cs"/>
          <w:rtl/>
        </w:rPr>
        <w:t>نظرني</w:t>
      </w:r>
      <w:r>
        <w:rPr>
          <w:rtl/>
        </w:rPr>
        <w:t xml:space="preserve"> ...</w:t>
      </w:r>
      <w:r>
        <w:rPr>
          <w:rFonts w:hint="cs"/>
          <w:rtl/>
        </w:rPr>
        <w:t>قال</w:t>
      </w:r>
      <w:r>
        <w:rPr>
          <w:rtl/>
        </w:rPr>
        <w:t xml:space="preserve"> </w:t>
      </w:r>
      <w:r>
        <w:rPr>
          <w:rFonts w:hint="cs"/>
          <w:rtl/>
        </w:rPr>
        <w:t>فانك</w:t>
      </w:r>
      <w:r>
        <w:rPr>
          <w:rtl/>
        </w:rPr>
        <w:t xml:space="preserve"> </w:t>
      </w:r>
      <w:r>
        <w:rPr>
          <w:rFonts w:hint="cs"/>
          <w:rtl/>
        </w:rPr>
        <w:t>من</w:t>
      </w:r>
      <w:r>
        <w:rPr>
          <w:rtl/>
        </w:rPr>
        <w:t xml:space="preserve"> </w:t>
      </w:r>
      <w:r>
        <w:rPr>
          <w:rFonts w:hint="cs"/>
          <w:rtl/>
        </w:rPr>
        <w:t>الم</w:t>
      </w:r>
      <w:r>
        <w:rPr>
          <w:rtl/>
        </w:rPr>
        <w:t>نظرين</w:t>
      </w:r>
    </w:p>
    <w:p w:rsidR="001F628F" w:rsidRDefault="001F628F" w:rsidP="001F628F">
      <w:pPr>
        <w:pStyle w:val="libNormal"/>
        <w:rPr>
          <w:rtl/>
        </w:rPr>
      </w:pPr>
      <w:r>
        <w:rPr>
          <w:rtl/>
        </w:rPr>
        <w:t>6_</w:t>
      </w:r>
      <w:r w:rsidRPr="00547AF4">
        <w:rPr>
          <w:rStyle w:val="libArabicChar"/>
          <w:rtl/>
        </w:rPr>
        <w:t>''ومن خطبة ل</w:t>
      </w:r>
      <w:r w:rsidR="00120F63" w:rsidRPr="00B2551F">
        <w:rPr>
          <w:rStyle w:val="libArabicChar"/>
          <w:rFonts w:hint="cs"/>
          <w:rtl/>
        </w:rPr>
        <w:t>ه</w:t>
      </w:r>
      <w:r w:rsidRPr="00547AF4">
        <w:rPr>
          <w:rStyle w:val="libArabicChar"/>
          <w:rtl/>
        </w:rPr>
        <w:t xml:space="preserve"> </w:t>
      </w:r>
      <w:r w:rsidR="00367F17" w:rsidRPr="00367F17">
        <w:rPr>
          <w:rStyle w:val="libAlaemChar"/>
          <w:rtl/>
        </w:rPr>
        <w:t xml:space="preserve"> عليه‌السلام </w:t>
      </w:r>
      <w:r w:rsidRPr="00547AF4">
        <w:rPr>
          <w:rStyle w:val="libArabicChar"/>
          <w:rtl/>
        </w:rPr>
        <w:t xml:space="preserve"> </w:t>
      </w:r>
      <w:r w:rsidRPr="00547AF4">
        <w:rPr>
          <w:rStyle w:val="libArabicChar"/>
          <w:rFonts w:hint="cs"/>
          <w:rtl/>
        </w:rPr>
        <w:t>سبحان</w:t>
      </w:r>
      <w:r w:rsidR="00120F63" w:rsidRPr="00B2551F">
        <w:rPr>
          <w:rStyle w:val="libArabicChar"/>
          <w:rFonts w:hint="cs"/>
          <w:rtl/>
        </w:rPr>
        <w:t>ه</w:t>
      </w:r>
      <w:r w:rsidRPr="00547AF4">
        <w:rPr>
          <w:rStyle w:val="libArabicChar"/>
          <w:rtl/>
        </w:rPr>
        <w:t>:</w:t>
      </w:r>
      <w:r w:rsidRPr="00547AF4">
        <w:rPr>
          <w:rStyle w:val="libArabicChar"/>
          <w:rFonts w:hint="cs"/>
          <w:rtl/>
        </w:rPr>
        <w:t>اسجدوا</w:t>
      </w:r>
      <w:r w:rsidRPr="00547AF4">
        <w:rPr>
          <w:rStyle w:val="libArabicChar"/>
          <w:rtl/>
        </w:rPr>
        <w:t xml:space="preserve"> </w:t>
      </w:r>
      <w:r w:rsidRPr="00547AF4">
        <w:rPr>
          <w:rStyle w:val="libArabicChar"/>
          <w:rFonts w:hint="cs"/>
          <w:rtl/>
        </w:rPr>
        <w:t>لا</w:t>
      </w:r>
      <w:r w:rsidRPr="00547AF4">
        <w:rPr>
          <w:rStyle w:val="libArabicChar"/>
          <w:rtl/>
        </w:rPr>
        <w:t xml:space="preserve"> </w:t>
      </w:r>
      <w:r w:rsidRPr="00547AF4">
        <w:rPr>
          <w:rStyle w:val="libArabicChar"/>
          <w:rFonts w:hint="cs"/>
          <w:rtl/>
        </w:rPr>
        <w:t>دم</w:t>
      </w:r>
      <w:r w:rsidRPr="00547AF4">
        <w:rPr>
          <w:rStyle w:val="libArabicChar"/>
          <w:rtl/>
        </w:rPr>
        <w:t xml:space="preserve"> </w:t>
      </w:r>
      <w:r w:rsidRPr="00547AF4">
        <w:rPr>
          <w:rStyle w:val="libArabicChar"/>
          <w:rFonts w:hint="cs"/>
          <w:rtl/>
        </w:rPr>
        <w:t>فسجدوا</w:t>
      </w:r>
      <w:r w:rsidRPr="00547AF4">
        <w:rPr>
          <w:rStyle w:val="libArabicChar"/>
          <w:rtl/>
        </w:rPr>
        <w:t xml:space="preserve"> </w:t>
      </w:r>
      <w:r w:rsidRPr="00547AF4">
        <w:rPr>
          <w:rStyle w:val="libArabicChar"/>
          <w:rFonts w:hint="cs"/>
          <w:rtl/>
        </w:rPr>
        <w:t>الّا</w:t>
      </w:r>
      <w:r w:rsidRPr="00547AF4">
        <w:rPr>
          <w:rStyle w:val="libArabicChar"/>
          <w:rtl/>
        </w:rPr>
        <w:t xml:space="preserve"> </w:t>
      </w:r>
      <w:r w:rsidRPr="00547AF4">
        <w:rPr>
          <w:rStyle w:val="libArabicChar"/>
          <w:rFonts w:hint="cs"/>
          <w:rtl/>
        </w:rPr>
        <w:t>ابليس</w:t>
      </w:r>
      <w:r w:rsidRPr="00547AF4">
        <w:rPr>
          <w:rStyle w:val="libArabicChar"/>
          <w:rtl/>
        </w:rPr>
        <w:t xml:space="preserve"> ...</w:t>
      </w:r>
      <w:r w:rsidRPr="00547AF4">
        <w:rPr>
          <w:rStyle w:val="libArabicChar"/>
          <w:rFonts w:hint="cs"/>
          <w:rtl/>
        </w:rPr>
        <w:t>فا</w:t>
      </w:r>
      <w:r w:rsidRPr="00547AF4">
        <w:rPr>
          <w:rStyle w:val="libArabicChar"/>
          <w:rtl/>
        </w:rPr>
        <w:t xml:space="preserve"> </w:t>
      </w:r>
      <w:r w:rsidRPr="00547AF4">
        <w:rPr>
          <w:rStyle w:val="libArabicChar"/>
          <w:rFonts w:hint="cs"/>
          <w:rtl/>
        </w:rPr>
        <w:t>عطا</w:t>
      </w:r>
      <w:r w:rsidR="00120F63" w:rsidRPr="00B2551F">
        <w:rPr>
          <w:rStyle w:val="libArabicChar"/>
          <w:rFonts w:hint="cs"/>
          <w:rtl/>
        </w:rPr>
        <w:t>ه</w:t>
      </w:r>
      <w:r w:rsidRPr="00547AF4">
        <w:rPr>
          <w:rStyle w:val="libArabicChar"/>
          <w:rtl/>
        </w:rPr>
        <w:t xml:space="preserve"> </w:t>
      </w:r>
      <w:r w:rsidRPr="00547AF4">
        <w:rPr>
          <w:rStyle w:val="libArabicChar"/>
          <w:rFonts w:hint="cs"/>
          <w:rtl/>
        </w:rPr>
        <w:t>الله</w:t>
      </w:r>
      <w:r w:rsidRPr="00547AF4">
        <w:rPr>
          <w:rStyle w:val="libArabicChar"/>
          <w:rtl/>
        </w:rPr>
        <w:t xml:space="preserve"> </w:t>
      </w:r>
      <w:r w:rsidRPr="00547AF4">
        <w:rPr>
          <w:rStyle w:val="libArabicChar"/>
          <w:rFonts w:hint="cs"/>
          <w:rtl/>
        </w:rPr>
        <w:t>النظرة</w:t>
      </w:r>
      <w:r w:rsidRPr="00547AF4">
        <w:rPr>
          <w:rStyle w:val="libArabicChar"/>
          <w:rtl/>
        </w:rPr>
        <w:t xml:space="preserve"> </w:t>
      </w:r>
      <w:r w:rsidRPr="00547AF4">
        <w:rPr>
          <w:rStyle w:val="libArabicChar"/>
          <w:rFonts w:hint="cs"/>
          <w:rtl/>
        </w:rPr>
        <w:t>استحقاقاً</w:t>
      </w:r>
      <w:r w:rsidRPr="00547AF4">
        <w:rPr>
          <w:rStyle w:val="libArabicChar"/>
          <w:rtl/>
        </w:rPr>
        <w:t xml:space="preserve"> </w:t>
      </w:r>
      <w:r w:rsidRPr="00547AF4">
        <w:rPr>
          <w:rStyle w:val="libArabicChar"/>
          <w:rFonts w:hint="cs"/>
          <w:rtl/>
        </w:rPr>
        <w:t>للسخطة</w:t>
      </w:r>
      <w:r w:rsidRPr="00547AF4">
        <w:rPr>
          <w:rStyle w:val="libArabicChar"/>
          <w:rtl/>
        </w:rPr>
        <w:t xml:space="preserve"> </w:t>
      </w:r>
      <w:r w:rsidRPr="00547AF4">
        <w:rPr>
          <w:rStyle w:val="libArabicChar"/>
          <w:rFonts w:hint="cs"/>
          <w:rtl/>
        </w:rPr>
        <w:t>واستتم</w:t>
      </w:r>
      <w:r w:rsidRPr="00547AF4">
        <w:rPr>
          <w:rStyle w:val="libArabicChar"/>
          <w:rtl/>
        </w:rPr>
        <w:t>اماً للبلية و انجازاً للعدة فقال:''انك من المنظرين الى يوم الوقت المعلوم''</w:t>
      </w:r>
      <w:r>
        <w:rPr>
          <w:rtl/>
        </w:rPr>
        <w:t xml:space="preserve"> ...;</w:t>
      </w:r>
      <w:r w:rsidRPr="00547AF4">
        <w:rPr>
          <w:rStyle w:val="libFootnotenumChar"/>
          <w:rtl/>
        </w:rPr>
        <w:t>(1)</w:t>
      </w:r>
      <w:r>
        <w:rPr>
          <w:rtl/>
        </w:rPr>
        <w:t xml:space="preserve"> حضرت</w:t>
      </w:r>
    </w:p>
    <w:p w:rsidR="00547AF4" w:rsidRDefault="001E7F9D" w:rsidP="00F73EDE">
      <w:pPr>
        <w:pStyle w:val="libPoemTini"/>
        <w:rPr>
          <w:rtl/>
        </w:rPr>
      </w:pPr>
      <w:r>
        <w:rPr>
          <w:rtl/>
        </w:rPr>
        <w:cr/>
      </w:r>
      <w:r>
        <w:rPr>
          <w:rtl/>
        </w:rPr>
        <w:br w:type="page"/>
      </w:r>
    </w:p>
    <w:p w:rsidR="001F628F" w:rsidRDefault="001F628F" w:rsidP="00547AF4">
      <w:pPr>
        <w:pStyle w:val="libNormal"/>
        <w:rPr>
          <w:rtl/>
        </w:rPr>
      </w:pPr>
      <w:r>
        <w:rPr>
          <w:rFonts w:hint="eastAsia"/>
          <w:rtl/>
        </w:rPr>
        <w:lastRenderedPageBreak/>
        <w:t>امير</w:t>
      </w:r>
      <w:r>
        <w:rPr>
          <w:rtl/>
        </w:rPr>
        <w:t xml:space="preserve"> المؤمنين على عليہ السلام سے منقول ہے كہ اپ </w:t>
      </w:r>
      <w:r w:rsidR="00367F17" w:rsidRPr="00367F17">
        <w:rPr>
          <w:rStyle w:val="libAlaemChar"/>
          <w:rtl/>
        </w:rPr>
        <w:t xml:space="preserve"> عليه‌السلام </w:t>
      </w:r>
      <w:r>
        <w:rPr>
          <w:rtl/>
        </w:rPr>
        <w:t xml:space="preserve"> نے ايك خطبے كے دوران فرمايا:خداوند سبحان نے فرمايا:ادم </w:t>
      </w:r>
      <w:r w:rsidR="00367F17" w:rsidRPr="00367F17">
        <w:rPr>
          <w:rStyle w:val="libAlaemChar"/>
          <w:rtl/>
        </w:rPr>
        <w:t xml:space="preserve"> عليه‌السلام </w:t>
      </w:r>
      <w:r>
        <w:rPr>
          <w:rtl/>
        </w:rPr>
        <w:t xml:space="preserve"> كے سامنے سجدہ كرو پس ابليس كے سوا سب ملائكہ نے سجد ہ كيا ...پس خدا نے اُسے مہلت دى تاكہ وہ عذاب كا زيادہ سے زيادہ مستحق ہو جائے اور اُس كى ازما</w:t>
      </w:r>
      <w:r w:rsidR="009F604A">
        <w:rPr>
          <w:rtl/>
        </w:rPr>
        <w:t>ئش</w:t>
      </w:r>
      <w:r>
        <w:rPr>
          <w:rtl/>
        </w:rPr>
        <w:t xml:space="preserve"> كامل ہو جائے او ر خدا اپنے وعدے كو پورا كرے _لہذاخدا وند متعال نے فرمايا: </w:t>
      </w:r>
      <w:r w:rsidRPr="00547AF4">
        <w:rPr>
          <w:rStyle w:val="libArabicChar"/>
          <w:rtl/>
        </w:rPr>
        <w:t>''انك من المنظرين الى يوم الوقت المعلوم''</w:t>
      </w:r>
      <w:r>
        <w:rPr>
          <w:rtl/>
        </w:rPr>
        <w:t>_</w:t>
      </w:r>
    </w:p>
    <w:p w:rsidR="001F628F" w:rsidRDefault="001F628F" w:rsidP="001F628F">
      <w:pPr>
        <w:pStyle w:val="libNormal"/>
        <w:rPr>
          <w:rtl/>
        </w:rPr>
      </w:pPr>
      <w:r>
        <w:rPr>
          <w:rtl/>
        </w:rPr>
        <w:t>7_</w:t>
      </w:r>
      <w:r w:rsidRPr="00547AF4">
        <w:rPr>
          <w:rStyle w:val="libArabicChar"/>
          <w:rtl/>
        </w:rPr>
        <w:t xml:space="preserve">''قال ا بوعبدالله </w:t>
      </w:r>
      <w:r w:rsidR="00367F17" w:rsidRPr="00367F17">
        <w:rPr>
          <w:rStyle w:val="libAlaemChar"/>
          <w:rtl/>
        </w:rPr>
        <w:t xml:space="preserve"> عليه‌السلام </w:t>
      </w:r>
      <w:r w:rsidRPr="00547AF4">
        <w:rPr>
          <w:rStyle w:val="libArabicChar"/>
          <w:rtl/>
        </w:rPr>
        <w:t xml:space="preserve">: ان على بن الحسين </w:t>
      </w:r>
      <w:r w:rsidR="00367F17" w:rsidRPr="00367F17">
        <w:rPr>
          <w:rStyle w:val="libAlaemChar"/>
          <w:rtl/>
        </w:rPr>
        <w:t xml:space="preserve"> عليه‌السلام </w:t>
      </w:r>
      <w:r w:rsidRPr="00547AF4">
        <w:rPr>
          <w:rStyle w:val="libArabicChar"/>
          <w:rtl/>
        </w:rPr>
        <w:t xml:space="preserve"> ... قال: ...يامن استجاب لا بغض خلق</w:t>
      </w:r>
      <w:r w:rsidR="00120F63" w:rsidRPr="00B2551F">
        <w:rPr>
          <w:rStyle w:val="libArabicChar"/>
          <w:rFonts w:hint="cs"/>
          <w:rtl/>
        </w:rPr>
        <w:t>ه</w:t>
      </w:r>
      <w:r w:rsidRPr="00547AF4">
        <w:rPr>
          <w:rStyle w:val="libArabicChar"/>
          <w:rtl/>
        </w:rPr>
        <w:t xml:space="preserve"> </w:t>
      </w:r>
      <w:r w:rsidRPr="00547AF4">
        <w:rPr>
          <w:rStyle w:val="libArabicChar"/>
          <w:rFonts w:hint="cs"/>
          <w:rtl/>
        </w:rPr>
        <w:t>الي</w:t>
      </w:r>
      <w:r w:rsidR="00120F63" w:rsidRPr="00B2551F">
        <w:rPr>
          <w:rStyle w:val="libArabicChar"/>
          <w:rFonts w:hint="cs"/>
          <w:rtl/>
        </w:rPr>
        <w:t>ه</w:t>
      </w:r>
      <w:r w:rsidRPr="00547AF4">
        <w:rPr>
          <w:rStyle w:val="libArabicChar"/>
          <w:rtl/>
        </w:rPr>
        <w:t xml:space="preserve"> </w:t>
      </w:r>
      <w:r w:rsidRPr="00547AF4">
        <w:rPr>
          <w:rStyle w:val="libArabicChar"/>
          <w:rFonts w:hint="cs"/>
          <w:rtl/>
        </w:rPr>
        <w:t>اذ</w:t>
      </w:r>
      <w:r w:rsidRPr="00547AF4">
        <w:rPr>
          <w:rStyle w:val="libArabicChar"/>
          <w:rtl/>
        </w:rPr>
        <w:t xml:space="preserve"> </w:t>
      </w:r>
      <w:r w:rsidRPr="00547AF4">
        <w:rPr>
          <w:rStyle w:val="libArabicChar"/>
          <w:rFonts w:hint="cs"/>
          <w:rtl/>
        </w:rPr>
        <w:t>قال</w:t>
      </w:r>
      <w:r w:rsidRPr="00547AF4">
        <w:rPr>
          <w:rStyle w:val="libArabicChar"/>
          <w:rtl/>
        </w:rPr>
        <w:t xml:space="preserve"> </w:t>
      </w:r>
      <w:r w:rsidRPr="00547AF4">
        <w:rPr>
          <w:rStyle w:val="libArabicChar"/>
          <w:rFonts w:hint="cs"/>
          <w:rtl/>
        </w:rPr>
        <w:t>ا</w:t>
      </w:r>
      <w:r w:rsidRPr="00547AF4">
        <w:rPr>
          <w:rStyle w:val="libArabicChar"/>
          <w:rtl/>
        </w:rPr>
        <w:t xml:space="preserve"> </w:t>
      </w:r>
      <w:r w:rsidRPr="00547AF4">
        <w:rPr>
          <w:rStyle w:val="libArabicChar"/>
          <w:rFonts w:hint="cs"/>
          <w:rtl/>
        </w:rPr>
        <w:t>نظرنى</w:t>
      </w:r>
      <w:r w:rsidRPr="00547AF4">
        <w:rPr>
          <w:rStyle w:val="libArabicChar"/>
          <w:rtl/>
        </w:rPr>
        <w:t xml:space="preserve"> </w:t>
      </w:r>
      <w:r w:rsidRPr="00547AF4">
        <w:rPr>
          <w:rStyle w:val="libArabicChar"/>
          <w:rFonts w:hint="cs"/>
          <w:rtl/>
        </w:rPr>
        <w:t>الى</w:t>
      </w:r>
      <w:r w:rsidRPr="00547AF4">
        <w:rPr>
          <w:rStyle w:val="libArabicChar"/>
          <w:rtl/>
        </w:rPr>
        <w:t xml:space="preserve"> </w:t>
      </w:r>
      <w:r w:rsidRPr="00547AF4">
        <w:rPr>
          <w:rStyle w:val="libArabicChar"/>
          <w:rFonts w:hint="cs"/>
          <w:rtl/>
        </w:rPr>
        <w:t>يوم</w:t>
      </w:r>
      <w:r w:rsidRPr="00547AF4">
        <w:rPr>
          <w:rStyle w:val="libArabicChar"/>
          <w:rtl/>
        </w:rPr>
        <w:t xml:space="preserve"> </w:t>
      </w:r>
      <w:r w:rsidRPr="00547AF4">
        <w:rPr>
          <w:rStyle w:val="libArabicChar"/>
          <w:rFonts w:hint="cs"/>
          <w:rtl/>
        </w:rPr>
        <w:t>يبعثون،</w:t>
      </w:r>
      <w:r w:rsidRPr="00547AF4">
        <w:rPr>
          <w:rStyle w:val="libArabicChar"/>
          <w:rtl/>
        </w:rPr>
        <w:t xml:space="preserve"> </w:t>
      </w:r>
      <w:r w:rsidRPr="00547AF4">
        <w:rPr>
          <w:rStyle w:val="libArabicChar"/>
          <w:rFonts w:hint="cs"/>
          <w:rtl/>
        </w:rPr>
        <w:t>استجب</w:t>
      </w:r>
      <w:r w:rsidRPr="00547AF4">
        <w:rPr>
          <w:rStyle w:val="libArabicChar"/>
          <w:rtl/>
        </w:rPr>
        <w:t xml:space="preserve"> لي ...</w:t>
      </w:r>
      <w:r>
        <w:rPr>
          <w:rtl/>
        </w:rPr>
        <w:t>;</w:t>
      </w:r>
      <w:r w:rsidRPr="00547AF4">
        <w:rPr>
          <w:rStyle w:val="libFootnotenumChar"/>
          <w:rtl/>
        </w:rPr>
        <w:t>(2)</w:t>
      </w:r>
      <w:r>
        <w:rPr>
          <w:rtl/>
        </w:rPr>
        <w:t xml:space="preserve">امام جعفر صادق </w:t>
      </w:r>
      <w:r w:rsidR="00367F17" w:rsidRPr="00367F17">
        <w:rPr>
          <w:rStyle w:val="libAlaemChar"/>
          <w:rtl/>
        </w:rPr>
        <w:t xml:space="preserve"> عليه‌السلام </w:t>
      </w:r>
      <w:r>
        <w:rPr>
          <w:rtl/>
        </w:rPr>
        <w:t xml:space="preserve"> سے منقول ہے كہ امام على بن حسين </w:t>
      </w:r>
      <w:r w:rsidR="00367F17" w:rsidRPr="00367F17">
        <w:rPr>
          <w:rStyle w:val="libAlaemChar"/>
          <w:rtl/>
        </w:rPr>
        <w:t xml:space="preserve"> عليه‌السلام </w:t>
      </w:r>
      <w:r>
        <w:rPr>
          <w:rtl/>
        </w:rPr>
        <w:t xml:space="preserve"> نے فرمايا:اے وہ كہ جس نے اپنى مبغوض ترين مخلوق كى درخواست كو قبول ك</w:t>
      </w:r>
      <w:r>
        <w:rPr>
          <w:rFonts w:hint="eastAsia"/>
          <w:rtl/>
        </w:rPr>
        <w:t>يا</w:t>
      </w:r>
      <w:r>
        <w:rPr>
          <w:rtl/>
        </w:rPr>
        <w:t xml:space="preserve"> كہ جب اُس نے كہا: </w:t>
      </w:r>
      <w:r w:rsidRPr="00547AF4">
        <w:rPr>
          <w:rStyle w:val="libArabicChar"/>
          <w:rtl/>
        </w:rPr>
        <w:t>''ا نظرنى الى يوم يبعثون''</w:t>
      </w:r>
      <w:r>
        <w:rPr>
          <w:rtl/>
        </w:rPr>
        <w:t>ميرى درخواست كو بھى قبول فرما_</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كو مہلت دينے كا فلسفہ 6;ابليس كى خدا كے ساتھ گفتگو3;ابليس كى دعا كا قبول ہونا 7;ابليس</w:t>
      </w:r>
    </w:p>
    <w:p w:rsidR="001F628F" w:rsidRDefault="001F628F" w:rsidP="001F628F">
      <w:pPr>
        <w:pStyle w:val="libNormal"/>
        <w:rPr>
          <w:rtl/>
        </w:rPr>
      </w:pPr>
      <w:r>
        <w:rPr>
          <w:rFonts w:hint="eastAsia"/>
          <w:rtl/>
        </w:rPr>
        <w:t>كى</w:t>
      </w:r>
      <w:r>
        <w:rPr>
          <w:rtl/>
        </w:rPr>
        <w:t xml:space="preserve"> طولانى عمر 2;ابليس كى مہلت كى دعا كا قبول ہونا 1</w:t>
      </w:r>
    </w:p>
    <w:p w:rsidR="001F628F" w:rsidRDefault="001F628F" w:rsidP="00547AF4">
      <w:pPr>
        <w:pStyle w:val="libNormal"/>
        <w:rPr>
          <w:rtl/>
        </w:rPr>
      </w:pPr>
      <w:r>
        <w:rPr>
          <w:rFonts w:hint="eastAsia"/>
          <w:rtl/>
        </w:rPr>
        <w:t>اُميدوارى</w:t>
      </w:r>
      <w:r>
        <w:rPr>
          <w:rtl/>
        </w:rPr>
        <w:t xml:space="preserve"> :</w:t>
      </w:r>
      <w:r>
        <w:rPr>
          <w:rFonts w:hint="eastAsia"/>
          <w:rtl/>
        </w:rPr>
        <w:t>رحمت</w:t>
      </w:r>
      <w:r>
        <w:rPr>
          <w:rtl/>
        </w:rPr>
        <w:t xml:space="preserve"> سے اُميدوارى 4</w:t>
      </w:r>
    </w:p>
    <w:p w:rsidR="001F628F" w:rsidRDefault="001F628F" w:rsidP="00547AF4">
      <w:pPr>
        <w:pStyle w:val="libNormal"/>
        <w:rPr>
          <w:rtl/>
        </w:rPr>
      </w:pPr>
      <w:r>
        <w:rPr>
          <w:rFonts w:hint="eastAsia"/>
          <w:rtl/>
        </w:rPr>
        <w:t>دعا</w:t>
      </w:r>
      <w:r>
        <w:rPr>
          <w:rtl/>
        </w:rPr>
        <w:t>:</w:t>
      </w:r>
      <w:r>
        <w:rPr>
          <w:rFonts w:hint="eastAsia"/>
          <w:rtl/>
        </w:rPr>
        <w:t>دعا</w:t>
      </w:r>
      <w:r>
        <w:rPr>
          <w:rtl/>
        </w:rPr>
        <w:t xml:space="preserve"> كے اداب 7</w:t>
      </w:r>
    </w:p>
    <w:p w:rsidR="001F628F" w:rsidRDefault="001F628F" w:rsidP="001F628F">
      <w:pPr>
        <w:pStyle w:val="libNormal"/>
        <w:rPr>
          <w:rtl/>
        </w:rPr>
      </w:pPr>
      <w:r>
        <w:rPr>
          <w:rFonts w:hint="eastAsia"/>
          <w:rtl/>
        </w:rPr>
        <w:t>روايت</w:t>
      </w:r>
      <w:r>
        <w:rPr>
          <w:rtl/>
        </w:rPr>
        <w:t xml:space="preserve"> :6،7</w:t>
      </w:r>
    </w:p>
    <w:p w:rsidR="001F628F" w:rsidRDefault="001F628F" w:rsidP="00547AF4">
      <w:pPr>
        <w:pStyle w:val="libNormal"/>
        <w:rPr>
          <w:rtl/>
        </w:rPr>
      </w:pPr>
      <w:r>
        <w:rPr>
          <w:rFonts w:hint="eastAsia"/>
          <w:rtl/>
        </w:rPr>
        <w:t>لعن</w:t>
      </w:r>
      <w:r>
        <w:rPr>
          <w:rtl/>
        </w:rPr>
        <w:t xml:space="preserve"> :</w:t>
      </w:r>
      <w:r>
        <w:rPr>
          <w:rFonts w:hint="eastAsia"/>
          <w:rtl/>
        </w:rPr>
        <w:t>لعن</w:t>
      </w:r>
      <w:r>
        <w:rPr>
          <w:rtl/>
        </w:rPr>
        <w:t xml:space="preserve"> كے مستحقين كى دعا كى قبوليت 5</w:t>
      </w:r>
    </w:p>
    <w:p w:rsidR="001F628F" w:rsidRDefault="001F628F" w:rsidP="00547AF4">
      <w:pPr>
        <w:pStyle w:val="libNormal"/>
        <w:rPr>
          <w:rtl/>
        </w:rPr>
      </w:pPr>
      <w:r>
        <w:rPr>
          <w:rFonts w:hint="eastAsia"/>
          <w:rtl/>
        </w:rPr>
        <w:t>خدا</w:t>
      </w:r>
      <w:r>
        <w:rPr>
          <w:rtl/>
        </w:rPr>
        <w:t xml:space="preserve"> كے مردود لوگ:</w:t>
      </w:r>
      <w:r>
        <w:rPr>
          <w:rFonts w:hint="eastAsia"/>
          <w:rtl/>
        </w:rPr>
        <w:t>خدا</w:t>
      </w:r>
      <w:r>
        <w:rPr>
          <w:rtl/>
        </w:rPr>
        <w:t xml:space="preserve"> كے مردود لوگو</w:t>
      </w:r>
      <w:r w:rsidR="00083993">
        <w:rPr>
          <w:rtl/>
        </w:rPr>
        <w:t xml:space="preserve">ں </w:t>
      </w:r>
      <w:r>
        <w:rPr>
          <w:rtl/>
        </w:rPr>
        <w:t>كى دعا كى قبوليت 5</w:t>
      </w:r>
    </w:p>
    <w:p w:rsidR="001F628F" w:rsidRDefault="001F628F" w:rsidP="00547AF4">
      <w:pPr>
        <w:pStyle w:val="libNormal"/>
        <w:rPr>
          <w:rtl/>
        </w:rPr>
      </w:pPr>
      <w:r>
        <w:rPr>
          <w:rFonts w:hint="eastAsia"/>
          <w:rtl/>
        </w:rPr>
        <w:t>موجودات</w:t>
      </w:r>
      <w:r>
        <w:rPr>
          <w:rtl/>
        </w:rPr>
        <w:t xml:space="preserve"> :</w:t>
      </w:r>
      <w:r>
        <w:rPr>
          <w:rFonts w:hint="eastAsia"/>
          <w:rtl/>
        </w:rPr>
        <w:t>موجودات</w:t>
      </w:r>
      <w:r>
        <w:rPr>
          <w:rtl/>
        </w:rPr>
        <w:t xml:space="preserve"> كى طولانى عمر 2</w:t>
      </w:r>
    </w:p>
    <w:p w:rsidR="001F628F" w:rsidRDefault="001F628F" w:rsidP="00547AF4">
      <w:pPr>
        <w:pStyle w:val="libNormal"/>
        <w:rPr>
          <w:rtl/>
        </w:rPr>
      </w:pPr>
      <w:r>
        <w:rPr>
          <w:rFonts w:hint="eastAsia"/>
          <w:rtl/>
        </w:rPr>
        <w:t>مايوسى</w:t>
      </w:r>
      <w:r>
        <w:rPr>
          <w:rtl/>
        </w:rPr>
        <w:t xml:space="preserve"> :</w:t>
      </w:r>
      <w:r>
        <w:rPr>
          <w:rFonts w:hint="eastAsia"/>
          <w:rtl/>
        </w:rPr>
        <w:t>رحمت</w:t>
      </w:r>
      <w:r>
        <w:rPr>
          <w:rtl/>
        </w:rPr>
        <w:t xml:space="preserve"> خدا سے مايوسى كى ممنوعيت 4</w:t>
      </w:r>
    </w:p>
    <w:p w:rsidR="001F628F" w:rsidRDefault="00B84D3B" w:rsidP="00B84D3B">
      <w:pPr>
        <w:pStyle w:val="libLine"/>
        <w:rPr>
          <w:rtl/>
        </w:rPr>
      </w:pPr>
      <w:r>
        <w:rPr>
          <w:rtl/>
        </w:rPr>
        <w:t>____________________</w:t>
      </w:r>
    </w:p>
    <w:p w:rsidR="001F628F" w:rsidRDefault="001F628F" w:rsidP="00547AF4">
      <w:pPr>
        <w:pStyle w:val="libFootnote"/>
        <w:rPr>
          <w:rtl/>
        </w:rPr>
      </w:pPr>
      <w:r>
        <w:rPr>
          <w:rtl/>
        </w:rPr>
        <w:t>1)نہج البلاغہ ،خطبہ 1;نور الثقلين ،ج3،ص13،ح41_</w:t>
      </w:r>
    </w:p>
    <w:p w:rsidR="001F628F" w:rsidRDefault="001F628F" w:rsidP="00547AF4">
      <w:pPr>
        <w:pStyle w:val="libFootnote"/>
        <w:rPr>
          <w:rtl/>
        </w:rPr>
      </w:pPr>
      <w:r>
        <w:rPr>
          <w:rtl/>
        </w:rPr>
        <w:t>2)تفسير عياشى ،ج2،ص241،ح 12;نور الثقلين ،ج3، ص14 ، ح48 _</w:t>
      </w:r>
    </w:p>
    <w:p w:rsidR="00547AF4" w:rsidRDefault="001E7F9D" w:rsidP="00F73EDE">
      <w:pPr>
        <w:pStyle w:val="libPoemTini"/>
        <w:rPr>
          <w:rtl/>
        </w:rPr>
      </w:pPr>
      <w:r>
        <w:rPr>
          <w:rtl/>
        </w:rPr>
        <w:br w:type="page"/>
      </w:r>
    </w:p>
    <w:p w:rsidR="00547AF4" w:rsidRDefault="00547AF4" w:rsidP="00547AF4">
      <w:pPr>
        <w:pStyle w:val="Heading2Center"/>
        <w:rPr>
          <w:rtl/>
        </w:rPr>
      </w:pPr>
      <w:bookmarkStart w:id="84" w:name="_Toc28081762"/>
      <w:r>
        <w:rPr>
          <w:rFonts w:hint="cs"/>
          <w:rtl/>
        </w:rPr>
        <w:lastRenderedPageBreak/>
        <w:t>آیت 38</w:t>
      </w:r>
      <w:bookmarkEnd w:id="84"/>
    </w:p>
    <w:p w:rsidR="001F628F" w:rsidRDefault="00E260F9" w:rsidP="00547AF4">
      <w:pPr>
        <w:pStyle w:val="libNormal"/>
        <w:rPr>
          <w:rtl/>
        </w:rPr>
      </w:pPr>
      <w:r w:rsidRPr="00E260F9">
        <w:rPr>
          <w:rStyle w:val="libAlaemChar"/>
          <w:rFonts w:hint="eastAsia"/>
          <w:rtl/>
        </w:rPr>
        <w:t>(</w:t>
      </w:r>
      <w:r w:rsidRPr="00547AF4">
        <w:rPr>
          <w:rStyle w:val="libAieChar"/>
          <w:rFonts w:hint="eastAsia"/>
          <w:rtl/>
        </w:rPr>
        <w:t>إِلَى</w:t>
      </w:r>
      <w:r w:rsidRPr="00547AF4">
        <w:rPr>
          <w:rStyle w:val="libAieChar"/>
          <w:rtl/>
        </w:rPr>
        <w:t xml:space="preserve"> يَومِ الْوَقْتِ الْمَعْلُومِ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ايك</w:t>
      </w:r>
      <w:r>
        <w:rPr>
          <w:rtl/>
        </w:rPr>
        <w:t xml:space="preserve"> معلوم اور معين وقت كے لئے _</w:t>
      </w:r>
    </w:p>
    <w:p w:rsidR="001F628F" w:rsidRDefault="001F628F" w:rsidP="001F628F">
      <w:pPr>
        <w:pStyle w:val="libNormal"/>
        <w:rPr>
          <w:rtl/>
        </w:rPr>
      </w:pPr>
      <w:r>
        <w:rPr>
          <w:rtl/>
        </w:rPr>
        <w:t>1_ابليس كى جانب سے روزحشر تك زندگى كى مہلت كى درخواست فقط ايك معين اور مشخص دن تك قبول كى گئي ہے_</w:t>
      </w:r>
    </w:p>
    <w:p w:rsidR="001F628F" w:rsidRDefault="001F628F" w:rsidP="00547AF4">
      <w:pPr>
        <w:pStyle w:val="libArabic"/>
        <w:rPr>
          <w:rtl/>
        </w:rPr>
      </w:pPr>
      <w:r>
        <w:rPr>
          <w:rFonts w:hint="eastAsia"/>
          <w:rtl/>
        </w:rPr>
        <w:t>فانك</w:t>
      </w:r>
      <w:r>
        <w:rPr>
          <w:rtl/>
        </w:rPr>
        <w:t xml:space="preserve"> من المنظرين الى يوم الوقت المعلوم</w:t>
      </w:r>
    </w:p>
    <w:p w:rsidR="001F628F" w:rsidRDefault="001F628F" w:rsidP="001F628F">
      <w:pPr>
        <w:pStyle w:val="libNormal"/>
        <w:rPr>
          <w:rtl/>
        </w:rPr>
      </w:pPr>
      <w:r>
        <w:rPr>
          <w:rtl/>
        </w:rPr>
        <w:t>2_قيامت كا دن اور اُس كے برپا ہونے كا دقيق وقت خداوند متعال كے نزديك مشخص و معين ہے_</w:t>
      </w:r>
    </w:p>
    <w:p w:rsidR="001F628F" w:rsidRDefault="001F628F" w:rsidP="00547AF4">
      <w:pPr>
        <w:pStyle w:val="libArabic"/>
        <w:rPr>
          <w:rtl/>
        </w:rPr>
      </w:pPr>
      <w:r>
        <w:rPr>
          <w:rFonts w:hint="eastAsia"/>
          <w:rtl/>
        </w:rPr>
        <w:t>فا</w:t>
      </w:r>
      <w:r>
        <w:rPr>
          <w:rtl/>
        </w:rPr>
        <w:t xml:space="preserve"> نظرنى الى يوم يبعثون_قال فانك من المنظرين_الى يوم الوقت المعلوم</w:t>
      </w:r>
    </w:p>
    <w:p w:rsidR="001F628F" w:rsidRDefault="001F628F" w:rsidP="001F628F">
      <w:pPr>
        <w:pStyle w:val="libNormal"/>
        <w:rPr>
          <w:rtl/>
        </w:rPr>
      </w:pPr>
      <w:r>
        <w:rPr>
          <w:rFonts w:hint="eastAsia"/>
          <w:rtl/>
        </w:rPr>
        <w:t>مندرجہ</w:t>
      </w:r>
      <w:r>
        <w:rPr>
          <w:rtl/>
        </w:rPr>
        <w:t xml:space="preserve"> بالا مطلب اس بنا پر اخذ كيا گيا ہے كہ جب '' الى يوم الوقت المعلوم ''سے مراد روز حشر اور قيامت ہو اور اس دن كو ''وقت معلوم '' كے نام سے اس لئے ياد كيا جاتا ہے كہ فقط خدا وند متعال ہى اس كے دقيق وقت كو جانتا ہے_</w:t>
      </w:r>
    </w:p>
    <w:p w:rsidR="001F628F" w:rsidRDefault="001F628F" w:rsidP="001F628F">
      <w:pPr>
        <w:pStyle w:val="libNormal"/>
        <w:rPr>
          <w:rtl/>
        </w:rPr>
      </w:pPr>
      <w:r>
        <w:rPr>
          <w:rtl/>
        </w:rPr>
        <w:t>3_ابليس كى زندگى محدود ہے اور دنيا كى عمر ختم ہو نے سے پہلے اُس كى عمر ختم ہو جائے گي_</w:t>
      </w:r>
    </w:p>
    <w:p w:rsidR="001F628F" w:rsidRDefault="001F628F" w:rsidP="00547AF4">
      <w:pPr>
        <w:pStyle w:val="libArabic"/>
        <w:rPr>
          <w:rtl/>
        </w:rPr>
      </w:pPr>
      <w:r>
        <w:rPr>
          <w:rFonts w:hint="eastAsia"/>
          <w:rtl/>
        </w:rPr>
        <w:t>قال</w:t>
      </w:r>
      <w:r>
        <w:rPr>
          <w:rtl/>
        </w:rPr>
        <w:t xml:space="preserve"> فانك من المنظرين_الى يوم الوقت المعلوم</w:t>
      </w:r>
    </w:p>
    <w:p w:rsidR="001F628F" w:rsidRDefault="001F628F" w:rsidP="001F628F">
      <w:pPr>
        <w:pStyle w:val="libNormal"/>
        <w:rPr>
          <w:rtl/>
        </w:rPr>
      </w:pPr>
      <w:r>
        <w:rPr>
          <w:rFonts w:hint="eastAsia"/>
          <w:rtl/>
        </w:rPr>
        <w:t>ابليس</w:t>
      </w:r>
      <w:r>
        <w:rPr>
          <w:rtl/>
        </w:rPr>
        <w:t xml:space="preserve"> نے خدا وند متعال سے اپنى زندگى كے طولانى ہونے كى درخواست كى تا كہ وہ قيامت تك باقى رہے _خدا نے اُس كى يہ درخواست قبول كر لى ليكن جملہ </w:t>
      </w:r>
      <w:r w:rsidRPr="00547AF4">
        <w:rPr>
          <w:rStyle w:val="libArabicChar"/>
          <w:rtl/>
        </w:rPr>
        <w:t>''الى يوم الوقت المعلوم''</w:t>
      </w:r>
      <w:r>
        <w:rPr>
          <w:rtl/>
        </w:rPr>
        <w:t xml:space="preserve"> لا كر اُس كى عمر كے قيامت تك طولانى ہونے كو رد كر ديا _بنا بري</w:t>
      </w:r>
      <w:r w:rsidR="00083993">
        <w:rPr>
          <w:rtl/>
        </w:rPr>
        <w:t xml:space="preserve">ں </w:t>
      </w:r>
      <w:r>
        <w:rPr>
          <w:rtl/>
        </w:rPr>
        <w:t>ابليس كى زندگى قيامت سے پہ</w:t>
      </w:r>
      <w:r>
        <w:rPr>
          <w:rFonts w:hint="eastAsia"/>
          <w:rtl/>
        </w:rPr>
        <w:t>لے</w:t>
      </w:r>
      <w:r>
        <w:rPr>
          <w:rtl/>
        </w:rPr>
        <w:t xml:space="preserve"> ختم ہو جائے گي_</w:t>
      </w:r>
    </w:p>
    <w:p w:rsidR="001F628F" w:rsidRDefault="001F628F" w:rsidP="001F628F">
      <w:pPr>
        <w:pStyle w:val="libNormal"/>
        <w:rPr>
          <w:rtl/>
        </w:rPr>
      </w:pPr>
      <w:r>
        <w:rPr>
          <w:rtl/>
        </w:rPr>
        <w:t>4_</w:t>
      </w:r>
      <w:r w:rsidRPr="00547AF4">
        <w:rPr>
          <w:rStyle w:val="libArabicChar"/>
          <w:rtl/>
        </w:rPr>
        <w:t xml:space="preserve">''يحيى بن ا بى العلائ ...ان رجلاً دخل على ا بى عبدالله </w:t>
      </w:r>
      <w:r w:rsidR="00367F17" w:rsidRPr="00367F17">
        <w:rPr>
          <w:rStyle w:val="libAlaemChar"/>
          <w:rtl/>
        </w:rPr>
        <w:t xml:space="preserve"> عليه‌السلام </w:t>
      </w:r>
      <w:r w:rsidRPr="00547AF4">
        <w:rPr>
          <w:rStyle w:val="libArabicChar"/>
          <w:rtl/>
        </w:rPr>
        <w:t xml:space="preserve"> فقال: ا خبرنى عن قول الله عزّوجلّ لا بليس '' فانك من المنظرين الى يوم الوقت المعلوم'' قال: ...ويوم الوقت المعلوم يوم ينفخ فى الصور نفخة واحدة فيموت ابليس ما بين النفخة الا ولى والثانية;</w:t>
      </w:r>
      <w:r>
        <w:rPr>
          <w:rtl/>
        </w:rPr>
        <w:t xml:space="preserve"> </w:t>
      </w:r>
      <w:r w:rsidRPr="00547AF4">
        <w:rPr>
          <w:rStyle w:val="libFootnotenumChar"/>
          <w:rtl/>
        </w:rPr>
        <w:t>(1)</w:t>
      </w:r>
      <w:r>
        <w:rPr>
          <w:rtl/>
        </w:rPr>
        <w:t xml:space="preserve"> يحيى </w:t>
      </w:r>
      <w:r>
        <w:rPr>
          <w:rFonts w:hint="eastAsia"/>
          <w:rtl/>
        </w:rPr>
        <w:t>بن</w:t>
      </w:r>
      <w:r>
        <w:rPr>
          <w:rtl/>
        </w:rPr>
        <w:t xml:space="preserve"> ابى العلاء نے روايت كى ہے كہ ايك شخص اما م صادق </w:t>
      </w:r>
      <w:r w:rsidR="00367F17" w:rsidRPr="00367F17">
        <w:rPr>
          <w:rStyle w:val="libAlaemChar"/>
          <w:rtl/>
        </w:rPr>
        <w:t xml:space="preserve"> عليه‌السلام </w:t>
      </w:r>
      <w:r>
        <w:rPr>
          <w:rtl/>
        </w:rPr>
        <w:t xml:space="preserve"> كى خدمت مي</w:t>
      </w:r>
      <w:r w:rsidR="00083993">
        <w:rPr>
          <w:rtl/>
        </w:rPr>
        <w:t xml:space="preserve">ں </w:t>
      </w:r>
      <w:r>
        <w:rPr>
          <w:rtl/>
        </w:rPr>
        <w:t>ايا اور عرض كى :مجھے خداوند</w:t>
      </w:r>
    </w:p>
    <w:p w:rsidR="00547AF4" w:rsidRDefault="001E7F9D" w:rsidP="00F73EDE">
      <w:pPr>
        <w:pStyle w:val="libPoemTini"/>
        <w:rPr>
          <w:rtl/>
        </w:rPr>
      </w:pPr>
      <w:r>
        <w:rPr>
          <w:rtl/>
        </w:rPr>
        <w:cr/>
      </w:r>
      <w:r>
        <w:rPr>
          <w:rtl/>
        </w:rPr>
        <w:br w:type="page"/>
      </w:r>
    </w:p>
    <w:p w:rsidR="001F628F" w:rsidRDefault="001F628F" w:rsidP="00547AF4">
      <w:pPr>
        <w:pStyle w:val="libNormal"/>
        <w:rPr>
          <w:rtl/>
        </w:rPr>
      </w:pPr>
      <w:r>
        <w:rPr>
          <w:rFonts w:hint="eastAsia"/>
          <w:rtl/>
        </w:rPr>
        <w:lastRenderedPageBreak/>
        <w:t>عزوجل</w:t>
      </w:r>
      <w:r>
        <w:rPr>
          <w:rtl/>
        </w:rPr>
        <w:t xml:space="preserve"> كے اس قول كے بارے مي</w:t>
      </w:r>
      <w:r w:rsidR="00083993">
        <w:rPr>
          <w:rtl/>
        </w:rPr>
        <w:t xml:space="preserve">ں </w:t>
      </w:r>
      <w:r>
        <w:rPr>
          <w:rtl/>
        </w:rPr>
        <w:t>بتايئے كہ جس مي</w:t>
      </w:r>
      <w:r w:rsidR="00083993">
        <w:rPr>
          <w:rtl/>
        </w:rPr>
        <w:t xml:space="preserve">ں </w:t>
      </w:r>
      <w:r>
        <w:rPr>
          <w:rtl/>
        </w:rPr>
        <w:t xml:space="preserve">خدا نے ابليس سے فرمايا: </w:t>
      </w:r>
      <w:r w:rsidRPr="00547AF4">
        <w:rPr>
          <w:rStyle w:val="libArabicChar"/>
          <w:rtl/>
        </w:rPr>
        <w:t>''فانك من المنظرين_الى يوم الوقت المعلوم''</w:t>
      </w:r>
      <w:r>
        <w:rPr>
          <w:rtl/>
        </w:rPr>
        <w:t>_امام عليہ السلام نے فرمايا:''روز وقت معلوم سے وہ دن مراد ہے كہ (جس مي</w:t>
      </w:r>
      <w:r w:rsidR="00083993">
        <w:rPr>
          <w:rtl/>
        </w:rPr>
        <w:t xml:space="preserve">ں </w:t>
      </w:r>
      <w:r>
        <w:rPr>
          <w:rtl/>
        </w:rPr>
        <w:t>ابھى فقط) ايك بار صور پھونكا گيا ہے پس ابليس پہلے اور دوسرے صور پھونكے جا</w:t>
      </w:r>
      <w:r>
        <w:rPr>
          <w:rFonts w:hint="eastAsia"/>
          <w:rtl/>
        </w:rPr>
        <w:t>نے</w:t>
      </w:r>
      <w:r>
        <w:rPr>
          <w:rtl/>
        </w:rPr>
        <w:t xml:space="preserve"> كے درميان مرے گا___''</w:t>
      </w:r>
    </w:p>
    <w:p w:rsidR="001F628F" w:rsidRDefault="001F628F" w:rsidP="001F628F">
      <w:pPr>
        <w:pStyle w:val="libNormal"/>
        <w:rPr>
          <w:rtl/>
        </w:rPr>
      </w:pPr>
      <w:r>
        <w:rPr>
          <w:rtl/>
        </w:rPr>
        <w:t>5_</w:t>
      </w:r>
      <w:r w:rsidRPr="00547AF4">
        <w:rPr>
          <w:rStyle w:val="libArabicChar"/>
          <w:rtl/>
        </w:rPr>
        <w:t xml:space="preserve">''عن ا بى عبدالله </w:t>
      </w:r>
      <w:r w:rsidR="00367F17" w:rsidRPr="00367F17">
        <w:rPr>
          <w:rStyle w:val="libAlaemChar"/>
          <w:rtl/>
        </w:rPr>
        <w:t xml:space="preserve"> عليه‌السلام </w:t>
      </w:r>
      <w:r w:rsidRPr="00547AF4">
        <w:rPr>
          <w:rStyle w:val="libArabicChar"/>
          <w:rtl/>
        </w:rPr>
        <w:t xml:space="preserve"> فى قول الله تبارك وتعالى ''فا نظرنى الى يوم يبعثون_قال فانك من المنظرين الى يوم الوقت المعلوم''قال: يوم الوقت المعلوم يذبح</w:t>
      </w:r>
      <w:r w:rsidR="00120F63" w:rsidRPr="00B2551F">
        <w:rPr>
          <w:rStyle w:val="libArabicChar"/>
          <w:rFonts w:hint="cs"/>
          <w:rtl/>
        </w:rPr>
        <w:t>ه</w:t>
      </w:r>
      <w:r w:rsidRPr="00547AF4">
        <w:rPr>
          <w:rStyle w:val="libArabicChar"/>
          <w:rtl/>
        </w:rPr>
        <w:t xml:space="preserve"> </w:t>
      </w:r>
      <w:r w:rsidRPr="00547AF4">
        <w:rPr>
          <w:rStyle w:val="libArabicChar"/>
          <w:rFonts w:hint="cs"/>
          <w:rtl/>
        </w:rPr>
        <w:t>رسول</w:t>
      </w:r>
      <w:r w:rsidRPr="00547AF4">
        <w:rPr>
          <w:rStyle w:val="libArabicChar"/>
          <w:rtl/>
        </w:rPr>
        <w:t xml:space="preserve"> </w:t>
      </w:r>
      <w:r w:rsidRPr="00547AF4">
        <w:rPr>
          <w:rStyle w:val="libArabicChar"/>
          <w:rFonts w:hint="cs"/>
          <w:rtl/>
        </w:rPr>
        <w:t>الله</w:t>
      </w:r>
      <w:r w:rsidRPr="00547AF4">
        <w:rPr>
          <w:rStyle w:val="libArabicChar"/>
          <w:rtl/>
        </w:rPr>
        <w:t xml:space="preserve"> </w:t>
      </w:r>
      <w:r w:rsidR="00F031CD" w:rsidRPr="00F031CD">
        <w:rPr>
          <w:rStyle w:val="libAlaemChar"/>
          <w:rtl/>
        </w:rPr>
        <w:t xml:space="preserve"> صلى‌الله‌عليه‌وآله‌وسلم </w:t>
      </w:r>
      <w:r w:rsidRPr="00547AF4">
        <w:rPr>
          <w:rStyle w:val="libArabicChar"/>
          <w:rtl/>
        </w:rPr>
        <w:t xml:space="preserve"> </w:t>
      </w:r>
      <w:r w:rsidRPr="00547AF4">
        <w:rPr>
          <w:rStyle w:val="libArabicChar"/>
          <w:rFonts w:hint="cs"/>
          <w:rtl/>
        </w:rPr>
        <w:t>على</w:t>
      </w:r>
      <w:r w:rsidRPr="00547AF4">
        <w:rPr>
          <w:rStyle w:val="libArabicChar"/>
          <w:rtl/>
        </w:rPr>
        <w:t xml:space="preserve"> </w:t>
      </w:r>
      <w:r w:rsidRPr="00547AF4">
        <w:rPr>
          <w:rStyle w:val="libArabicChar"/>
          <w:rFonts w:hint="cs"/>
          <w:rtl/>
        </w:rPr>
        <w:t>الصخرة</w:t>
      </w:r>
      <w:r w:rsidRPr="00547AF4">
        <w:rPr>
          <w:rStyle w:val="libArabicChar"/>
          <w:rtl/>
        </w:rPr>
        <w:t xml:space="preserve"> </w:t>
      </w:r>
      <w:r w:rsidRPr="00547AF4">
        <w:rPr>
          <w:rStyle w:val="libArabicChar"/>
          <w:rFonts w:hint="cs"/>
          <w:rtl/>
        </w:rPr>
        <w:t>التى</w:t>
      </w:r>
      <w:r w:rsidRPr="00547AF4">
        <w:rPr>
          <w:rStyle w:val="libArabicChar"/>
          <w:rtl/>
        </w:rPr>
        <w:t xml:space="preserve"> </w:t>
      </w:r>
      <w:r w:rsidRPr="00547AF4">
        <w:rPr>
          <w:rStyle w:val="libArabicChar"/>
          <w:rFonts w:hint="cs"/>
          <w:rtl/>
        </w:rPr>
        <w:t>فى</w:t>
      </w:r>
      <w:r w:rsidRPr="00547AF4">
        <w:rPr>
          <w:rStyle w:val="libArabicChar"/>
          <w:rtl/>
        </w:rPr>
        <w:t xml:space="preserve"> </w:t>
      </w:r>
      <w:r w:rsidRPr="00547AF4">
        <w:rPr>
          <w:rStyle w:val="libArabicChar"/>
          <w:rFonts w:hint="cs"/>
          <w:rtl/>
        </w:rPr>
        <w:t>بيت</w:t>
      </w:r>
      <w:r w:rsidRPr="00547AF4">
        <w:rPr>
          <w:rStyle w:val="libArabicChar"/>
          <w:rtl/>
        </w:rPr>
        <w:t xml:space="preserve"> المقدس</w:t>
      </w:r>
      <w:r>
        <w:rPr>
          <w:rtl/>
        </w:rPr>
        <w:t>;</w:t>
      </w:r>
      <w:r w:rsidRPr="00547AF4">
        <w:rPr>
          <w:rStyle w:val="libFootnotenumChar"/>
          <w:rtl/>
        </w:rPr>
        <w:t>(2)</w:t>
      </w:r>
      <w:r>
        <w:rPr>
          <w:rtl/>
        </w:rPr>
        <w:t xml:space="preserve">امام صادق عليہ السلام سے خداوند تبارك وتعالى كے فرمان: </w:t>
      </w:r>
      <w:r w:rsidRPr="00547AF4">
        <w:rPr>
          <w:rStyle w:val="libArabicChar"/>
          <w:rtl/>
        </w:rPr>
        <w:t>''فا ن</w:t>
      </w:r>
      <w:r w:rsidRPr="00547AF4">
        <w:rPr>
          <w:rStyle w:val="libArabicChar"/>
          <w:rFonts w:hint="eastAsia"/>
          <w:rtl/>
        </w:rPr>
        <w:t>ظرنى</w:t>
      </w:r>
      <w:r w:rsidRPr="00547AF4">
        <w:rPr>
          <w:rStyle w:val="libArabicChar"/>
          <w:rtl/>
        </w:rPr>
        <w:t xml:space="preserve"> الى يوم يبعثون_قال فانك من المنظرين الى يوم الوقت المعلوم''</w:t>
      </w:r>
      <w:r>
        <w:rPr>
          <w:rtl/>
        </w:rPr>
        <w:t xml:space="preserve"> كے بارے مي</w:t>
      </w:r>
      <w:r w:rsidR="00083993">
        <w:rPr>
          <w:rtl/>
        </w:rPr>
        <w:t xml:space="preserve">ں </w:t>
      </w:r>
      <w:r>
        <w:rPr>
          <w:rtl/>
        </w:rPr>
        <w:t xml:space="preserve">منقول ہے كہ اپ </w:t>
      </w:r>
      <w:r w:rsidR="00367F17" w:rsidRPr="00367F17">
        <w:rPr>
          <w:rStyle w:val="libAlaemChar"/>
          <w:rtl/>
        </w:rPr>
        <w:t xml:space="preserve"> عليه‌السلام </w:t>
      </w:r>
      <w:r>
        <w:rPr>
          <w:rtl/>
        </w:rPr>
        <w:t xml:space="preserve"> نے فرمايا:وقت معين كا دن ،وہ دن ہے كہ جس مي</w:t>
      </w:r>
      <w:r w:rsidR="00083993">
        <w:rPr>
          <w:rtl/>
        </w:rPr>
        <w:t xml:space="preserve">ں </w:t>
      </w:r>
      <w:r>
        <w:rPr>
          <w:rtl/>
        </w:rPr>
        <w:t xml:space="preserve">رسول خدا </w:t>
      </w:r>
      <w:r w:rsidR="00F031CD" w:rsidRPr="00F031CD">
        <w:rPr>
          <w:rStyle w:val="libAlaemChar"/>
          <w:rtl/>
        </w:rPr>
        <w:t xml:space="preserve"> صلى‌الله‌عليه‌وآله‌وسلم </w:t>
      </w:r>
      <w:r>
        <w:rPr>
          <w:rtl/>
        </w:rPr>
        <w:t xml:space="preserve"> ابليس كو بيت المقدس مي</w:t>
      </w:r>
      <w:r w:rsidR="00083993">
        <w:rPr>
          <w:rtl/>
        </w:rPr>
        <w:t xml:space="preserve">ں </w:t>
      </w:r>
      <w:r>
        <w:rPr>
          <w:rtl/>
        </w:rPr>
        <w:t>موجود ايك چٹان پر ذبح كري</w:t>
      </w:r>
      <w:r w:rsidR="00083993">
        <w:rPr>
          <w:rtl/>
        </w:rPr>
        <w:t xml:space="preserve">ں </w:t>
      </w:r>
      <w:r>
        <w:rPr>
          <w:rtl/>
        </w:rPr>
        <w:t>گے_</w:t>
      </w:r>
    </w:p>
    <w:p w:rsidR="001F628F" w:rsidRDefault="001F628F" w:rsidP="001F628F">
      <w:pPr>
        <w:pStyle w:val="libNormal"/>
        <w:rPr>
          <w:rtl/>
        </w:rPr>
      </w:pPr>
      <w:r>
        <w:rPr>
          <w:rtl/>
        </w:rPr>
        <w:t>6_</w:t>
      </w:r>
      <w:r w:rsidRPr="00547AF4">
        <w:rPr>
          <w:rStyle w:val="libArabicChar"/>
          <w:rtl/>
        </w:rPr>
        <w:t xml:space="preserve">''عن الحسن بن عطية قال: سمعت ا با عبدالله </w:t>
      </w:r>
      <w:r w:rsidR="00367F17" w:rsidRPr="00367F17">
        <w:rPr>
          <w:rStyle w:val="libAlaemChar"/>
          <w:rtl/>
        </w:rPr>
        <w:t xml:space="preserve"> عليه‌السلام </w:t>
      </w:r>
      <w:r w:rsidRPr="00547AF4">
        <w:rPr>
          <w:rStyle w:val="libArabicChar"/>
          <w:rtl/>
        </w:rPr>
        <w:t xml:space="preserve"> يقول: ان ابليس عبدالله فى السّماء الرابعة فى ركعتين ستة ا لاف سنة وكان من انظار الله ايّا</w:t>
      </w:r>
      <w:r w:rsidR="00120F63" w:rsidRPr="00B2551F">
        <w:rPr>
          <w:rStyle w:val="libArabicChar"/>
          <w:rFonts w:hint="cs"/>
          <w:rtl/>
        </w:rPr>
        <w:t>ه</w:t>
      </w:r>
      <w:r w:rsidRPr="00547AF4">
        <w:rPr>
          <w:rStyle w:val="libArabicChar"/>
          <w:rtl/>
        </w:rPr>
        <w:t xml:space="preserve"> </w:t>
      </w:r>
      <w:r w:rsidRPr="00547AF4">
        <w:rPr>
          <w:rStyle w:val="libArabicChar"/>
          <w:rFonts w:hint="cs"/>
          <w:rtl/>
        </w:rPr>
        <w:t>الى</w:t>
      </w:r>
      <w:r w:rsidRPr="00547AF4">
        <w:rPr>
          <w:rStyle w:val="libArabicChar"/>
          <w:rtl/>
        </w:rPr>
        <w:t xml:space="preserve"> </w:t>
      </w:r>
      <w:r w:rsidRPr="00547AF4">
        <w:rPr>
          <w:rStyle w:val="libArabicChar"/>
          <w:rFonts w:hint="cs"/>
          <w:rtl/>
        </w:rPr>
        <w:t>يوم</w:t>
      </w:r>
      <w:r w:rsidRPr="00547AF4">
        <w:rPr>
          <w:rStyle w:val="libArabicChar"/>
          <w:rtl/>
        </w:rPr>
        <w:t xml:space="preserve"> </w:t>
      </w:r>
      <w:r w:rsidRPr="00547AF4">
        <w:rPr>
          <w:rStyle w:val="libArabicChar"/>
          <w:rFonts w:hint="cs"/>
          <w:rtl/>
        </w:rPr>
        <w:t>الوقت</w:t>
      </w:r>
      <w:r w:rsidRPr="00547AF4">
        <w:rPr>
          <w:rStyle w:val="libArabicChar"/>
          <w:rtl/>
        </w:rPr>
        <w:t xml:space="preserve"> </w:t>
      </w:r>
      <w:r w:rsidRPr="00547AF4">
        <w:rPr>
          <w:rStyle w:val="libArabicChar"/>
          <w:rFonts w:hint="cs"/>
          <w:rtl/>
        </w:rPr>
        <w:t>المعلوم</w:t>
      </w:r>
      <w:r w:rsidRPr="00547AF4">
        <w:rPr>
          <w:rStyle w:val="libArabicChar"/>
          <w:rtl/>
        </w:rPr>
        <w:t xml:space="preserve"> </w:t>
      </w:r>
      <w:r w:rsidRPr="00547AF4">
        <w:rPr>
          <w:rStyle w:val="libArabicChar"/>
          <w:rFonts w:hint="cs"/>
          <w:rtl/>
        </w:rPr>
        <w:t>بماسبق</w:t>
      </w:r>
      <w:r w:rsidRPr="00547AF4">
        <w:rPr>
          <w:rStyle w:val="libArabicChar"/>
          <w:rtl/>
        </w:rPr>
        <w:t xml:space="preserve"> </w:t>
      </w:r>
      <w:r w:rsidRPr="00547AF4">
        <w:rPr>
          <w:rStyle w:val="libArabicChar"/>
          <w:rFonts w:hint="cs"/>
          <w:rtl/>
        </w:rPr>
        <w:t>من</w:t>
      </w:r>
      <w:r w:rsidRPr="00547AF4">
        <w:rPr>
          <w:rStyle w:val="libArabicChar"/>
          <w:rtl/>
        </w:rPr>
        <w:t xml:space="preserve"> </w:t>
      </w:r>
      <w:r w:rsidRPr="00547AF4">
        <w:rPr>
          <w:rStyle w:val="libArabicChar"/>
          <w:rFonts w:hint="cs"/>
          <w:rtl/>
        </w:rPr>
        <w:t>تلك</w:t>
      </w:r>
      <w:r w:rsidRPr="00547AF4">
        <w:rPr>
          <w:rStyle w:val="libArabicChar"/>
          <w:rtl/>
        </w:rPr>
        <w:t xml:space="preserve"> </w:t>
      </w:r>
      <w:r w:rsidRPr="00547AF4">
        <w:rPr>
          <w:rStyle w:val="libArabicChar"/>
          <w:rFonts w:hint="cs"/>
          <w:rtl/>
        </w:rPr>
        <w:t>ال</w:t>
      </w:r>
      <w:r w:rsidRPr="00547AF4">
        <w:rPr>
          <w:rStyle w:val="libArabicChar"/>
          <w:rtl/>
        </w:rPr>
        <w:t>عبادة;</w:t>
      </w:r>
      <w:r>
        <w:rPr>
          <w:rtl/>
        </w:rPr>
        <w:t xml:space="preserve"> </w:t>
      </w:r>
      <w:r w:rsidRPr="00547AF4">
        <w:rPr>
          <w:rStyle w:val="libFootnotenumChar"/>
          <w:rtl/>
        </w:rPr>
        <w:t>(3)</w:t>
      </w:r>
      <w:r>
        <w:rPr>
          <w:rtl/>
        </w:rPr>
        <w:t xml:space="preserve"> حسن بن عطيہ كا كہنا ہے 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سنا ہے كہ اپ </w:t>
      </w:r>
      <w:r w:rsidR="00367F17" w:rsidRPr="00367F17">
        <w:rPr>
          <w:rStyle w:val="libAlaemChar"/>
          <w:rtl/>
        </w:rPr>
        <w:t xml:space="preserve"> عليه‌السلام </w:t>
      </w:r>
      <w:r>
        <w:rPr>
          <w:rtl/>
        </w:rPr>
        <w:t xml:space="preserve"> نے ف</w:t>
      </w:r>
      <w:r>
        <w:rPr>
          <w:rFonts w:hint="eastAsia"/>
          <w:rtl/>
        </w:rPr>
        <w:t>رمايا</w:t>
      </w:r>
      <w:r>
        <w:rPr>
          <w:rtl/>
        </w:rPr>
        <w:t>:بتحقيق ابليس نے اسمان چہارم مي</w:t>
      </w:r>
      <w:r w:rsidR="00083993">
        <w:rPr>
          <w:rtl/>
        </w:rPr>
        <w:t xml:space="preserve">ں </w:t>
      </w:r>
      <w:r>
        <w:rPr>
          <w:rtl/>
        </w:rPr>
        <w:t>دو ركعت (نماز )كے ذريعے خدا كى چھ ہزار سال تك عبادت كى ہے اور اسى عبادت كى وجہ سے خدا نے اُسے وقت معين كے دن تك مہلت دى ہے_</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كى درخواست مہلت كا قبول ہونا 1;ابليس كى عمر كا خاتمہ 3;ابليس كى موت 4،5;ابليس كى مہلت كا فلسفہ 6</w:t>
      </w:r>
    </w:p>
    <w:p w:rsidR="001F628F" w:rsidRDefault="001F628F" w:rsidP="00547AF4">
      <w:pPr>
        <w:pStyle w:val="libNormal"/>
        <w:rPr>
          <w:rtl/>
        </w:rPr>
      </w:pPr>
      <w:r>
        <w:rPr>
          <w:rFonts w:hint="eastAsia"/>
          <w:rtl/>
        </w:rPr>
        <w:t>الله</w:t>
      </w:r>
      <w:r>
        <w:rPr>
          <w:rtl/>
        </w:rPr>
        <w:t xml:space="preserve"> تعالى :</w:t>
      </w:r>
      <w:r>
        <w:rPr>
          <w:rFonts w:hint="eastAsia"/>
          <w:rtl/>
        </w:rPr>
        <w:t>الله</w:t>
      </w:r>
      <w:r>
        <w:rPr>
          <w:rtl/>
        </w:rPr>
        <w:t xml:space="preserve"> تعالى كا علم 2</w:t>
      </w:r>
    </w:p>
    <w:p w:rsidR="001F628F" w:rsidRDefault="001F628F" w:rsidP="001F628F">
      <w:pPr>
        <w:pStyle w:val="libNormal"/>
        <w:rPr>
          <w:rtl/>
        </w:rPr>
      </w:pPr>
      <w:r>
        <w:rPr>
          <w:rFonts w:hint="eastAsia"/>
          <w:rtl/>
        </w:rPr>
        <w:t>روايت</w:t>
      </w:r>
      <w:r>
        <w:rPr>
          <w:rtl/>
        </w:rPr>
        <w:t xml:space="preserve"> :4،5،6</w:t>
      </w:r>
    </w:p>
    <w:p w:rsidR="001F628F" w:rsidRDefault="001F628F" w:rsidP="00547AF4">
      <w:pPr>
        <w:pStyle w:val="libNormal"/>
        <w:rPr>
          <w:rtl/>
        </w:rPr>
      </w:pPr>
      <w:r>
        <w:rPr>
          <w:rFonts w:hint="eastAsia"/>
          <w:rtl/>
        </w:rPr>
        <w:t>قيامت</w:t>
      </w:r>
      <w:r>
        <w:rPr>
          <w:rtl/>
        </w:rPr>
        <w:t xml:space="preserve"> :</w:t>
      </w:r>
      <w:r>
        <w:rPr>
          <w:rFonts w:hint="eastAsia"/>
          <w:rtl/>
        </w:rPr>
        <w:t>قيامت</w:t>
      </w:r>
      <w:r>
        <w:rPr>
          <w:rtl/>
        </w:rPr>
        <w:t xml:space="preserve"> كے دن صور كا پھونكا جانا 4;قيامت كا وقت2</w:t>
      </w:r>
    </w:p>
    <w:p w:rsidR="001F628F" w:rsidRDefault="00B84D3B" w:rsidP="00B84D3B">
      <w:pPr>
        <w:pStyle w:val="libLine"/>
        <w:rPr>
          <w:rtl/>
        </w:rPr>
      </w:pPr>
      <w:r>
        <w:rPr>
          <w:rtl/>
        </w:rPr>
        <w:t>____________________</w:t>
      </w:r>
    </w:p>
    <w:p w:rsidR="001F628F" w:rsidRDefault="001F628F" w:rsidP="00547AF4">
      <w:pPr>
        <w:pStyle w:val="libFootnote"/>
        <w:rPr>
          <w:rtl/>
        </w:rPr>
      </w:pPr>
      <w:r>
        <w:rPr>
          <w:rtl/>
        </w:rPr>
        <w:t>1)_علل الشرائع ،ج2،ص402،ح2;نور الثقلين ،ج3، ص13 ،ح45_</w:t>
      </w:r>
    </w:p>
    <w:p w:rsidR="001F628F" w:rsidRDefault="001F628F" w:rsidP="00547AF4">
      <w:pPr>
        <w:pStyle w:val="libFootnote"/>
        <w:rPr>
          <w:rtl/>
        </w:rPr>
      </w:pPr>
      <w:r>
        <w:rPr>
          <w:rtl/>
        </w:rPr>
        <w:t>2)تفسير قمى ،ج2،ص245;تفسير برہان ،ج2،ص 343، ح2، 8_</w:t>
      </w:r>
    </w:p>
    <w:p w:rsidR="001F628F" w:rsidRDefault="001F628F" w:rsidP="00547AF4">
      <w:pPr>
        <w:pStyle w:val="libFootnote"/>
        <w:rPr>
          <w:rtl/>
        </w:rPr>
      </w:pPr>
      <w:r>
        <w:rPr>
          <w:rtl/>
        </w:rPr>
        <w:t>3)_تفسير عياشى ،ج2،ص241،ح13;نور الثقلين ،ج3 ، ص14، ح47 _</w:t>
      </w:r>
    </w:p>
    <w:p w:rsidR="00547AF4" w:rsidRDefault="001E7F9D" w:rsidP="00F73EDE">
      <w:pPr>
        <w:pStyle w:val="libPoemTini"/>
        <w:rPr>
          <w:rtl/>
        </w:rPr>
      </w:pPr>
      <w:r>
        <w:rPr>
          <w:rtl/>
        </w:rPr>
        <w:br w:type="page"/>
      </w:r>
    </w:p>
    <w:p w:rsidR="00547AF4" w:rsidRDefault="00547AF4" w:rsidP="00547AF4">
      <w:pPr>
        <w:pStyle w:val="Heading2Center"/>
        <w:rPr>
          <w:rtl/>
        </w:rPr>
      </w:pPr>
      <w:bookmarkStart w:id="85" w:name="_Toc28081763"/>
      <w:r>
        <w:rPr>
          <w:rFonts w:hint="cs"/>
          <w:rtl/>
        </w:rPr>
        <w:lastRenderedPageBreak/>
        <w:t>آیت 39</w:t>
      </w:r>
      <w:bookmarkEnd w:id="85"/>
    </w:p>
    <w:p w:rsidR="001F628F" w:rsidRDefault="00E260F9" w:rsidP="00547AF4">
      <w:pPr>
        <w:pStyle w:val="libNormal"/>
        <w:rPr>
          <w:rtl/>
        </w:rPr>
      </w:pPr>
      <w:r w:rsidRPr="00E260F9">
        <w:rPr>
          <w:rStyle w:val="libAlaemChar"/>
          <w:rFonts w:hint="eastAsia"/>
          <w:rtl/>
        </w:rPr>
        <w:t>(</w:t>
      </w:r>
      <w:r w:rsidRPr="00547AF4">
        <w:rPr>
          <w:rStyle w:val="libAieChar"/>
          <w:rFonts w:hint="eastAsia"/>
          <w:rtl/>
        </w:rPr>
        <w:t>قَالَ</w:t>
      </w:r>
      <w:r w:rsidRPr="00547AF4">
        <w:rPr>
          <w:rStyle w:val="libAieChar"/>
          <w:rtl/>
        </w:rPr>
        <w:t xml:space="preserve"> رَبِّ بِمَا أَغْوَيْتَنِي لأُزَيِّنَنَّ لَهُمْ فِي الأَرْضِ وَلأُغْوِيَنَّهُمْ أَجْمَعِينَ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نے كہا كہ پروردگار جس طرح تو نے مجھے گمراہ كياہے مي</w:t>
      </w:r>
      <w:r w:rsidR="00083993">
        <w:rPr>
          <w:rtl/>
        </w:rPr>
        <w:t xml:space="preserve">ں </w:t>
      </w:r>
      <w:r>
        <w:rPr>
          <w:rtl/>
        </w:rPr>
        <w:t>ان بندو</w:t>
      </w:r>
      <w:r w:rsidR="00083993">
        <w:rPr>
          <w:rtl/>
        </w:rPr>
        <w:t xml:space="preserve">ں </w:t>
      </w:r>
      <w:r>
        <w:rPr>
          <w:rtl/>
        </w:rPr>
        <w:t>كے لئے زمين مي</w:t>
      </w:r>
      <w:r w:rsidR="00083993">
        <w:rPr>
          <w:rtl/>
        </w:rPr>
        <w:t xml:space="preserve">ں </w:t>
      </w:r>
      <w:r>
        <w:rPr>
          <w:rtl/>
        </w:rPr>
        <w:t>ساز و سامان آراستہ كرو</w:t>
      </w:r>
      <w:r w:rsidR="00083993">
        <w:rPr>
          <w:rtl/>
        </w:rPr>
        <w:t xml:space="preserve">ں </w:t>
      </w:r>
      <w:r>
        <w:rPr>
          <w:rtl/>
        </w:rPr>
        <w:t>گا اور سب كو اكٹھاگمراہ كرو</w:t>
      </w:r>
      <w:r w:rsidR="00083993">
        <w:rPr>
          <w:rtl/>
        </w:rPr>
        <w:t xml:space="preserve">ں </w:t>
      </w:r>
      <w:r>
        <w:rPr>
          <w:rtl/>
        </w:rPr>
        <w:t>گا_</w:t>
      </w:r>
    </w:p>
    <w:p w:rsidR="001F628F" w:rsidRDefault="001F628F" w:rsidP="00547AF4">
      <w:pPr>
        <w:pStyle w:val="libNormal"/>
        <w:rPr>
          <w:rtl/>
        </w:rPr>
      </w:pPr>
      <w:r>
        <w:rPr>
          <w:rtl/>
        </w:rPr>
        <w:t>1_ابليس ،خدا وند متعال كى جانب سے اپنے گمراہ ہونے كو تمام انسانو</w:t>
      </w:r>
      <w:r w:rsidR="00083993">
        <w:rPr>
          <w:rtl/>
        </w:rPr>
        <w:t xml:space="preserve">ں </w:t>
      </w:r>
      <w:r>
        <w:rPr>
          <w:rtl/>
        </w:rPr>
        <w:t>كو گمراہى كى طرف لے جانے اور بُرائيو</w:t>
      </w:r>
      <w:r w:rsidR="00083993">
        <w:rPr>
          <w:rtl/>
        </w:rPr>
        <w:t xml:space="preserve">ں </w:t>
      </w:r>
      <w:r>
        <w:rPr>
          <w:rtl/>
        </w:rPr>
        <w:t>كو اچھا بنا كر دكھانے كا سبب قرار ديتا ہے_</w:t>
      </w:r>
      <w:r w:rsidRPr="00547AF4">
        <w:rPr>
          <w:rStyle w:val="libArabicChar"/>
          <w:rFonts w:hint="eastAsia"/>
          <w:rtl/>
        </w:rPr>
        <w:t>قال</w:t>
      </w:r>
      <w:r w:rsidRPr="00547AF4">
        <w:rPr>
          <w:rStyle w:val="libArabicChar"/>
          <w:rtl/>
        </w:rPr>
        <w:t xml:space="preserve"> ربّ بما ا غويتنى </w:t>
      </w:r>
      <w:r w:rsidR="00115327" w:rsidRPr="00115327">
        <w:rPr>
          <w:rStyle w:val="libArabicChar"/>
          <w:rtl/>
        </w:rPr>
        <w:t xml:space="preserve">لأ زيننّ </w:t>
      </w:r>
      <w:r w:rsidRPr="00547AF4">
        <w:rPr>
          <w:rStyle w:val="libArabicChar"/>
          <w:rtl/>
        </w:rPr>
        <w:t>ل</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فى</w:t>
      </w:r>
      <w:r w:rsidRPr="00547AF4">
        <w:rPr>
          <w:rStyle w:val="libArabicChar"/>
          <w:rtl/>
        </w:rPr>
        <w:t xml:space="preserve"> </w:t>
      </w:r>
      <w:r w:rsidRPr="00547AF4">
        <w:rPr>
          <w:rStyle w:val="libArabicChar"/>
          <w:rFonts w:hint="cs"/>
          <w:rtl/>
        </w:rPr>
        <w:t>الا</w:t>
      </w:r>
      <w:r w:rsidRPr="00547AF4">
        <w:rPr>
          <w:rStyle w:val="libArabicChar"/>
          <w:rtl/>
        </w:rPr>
        <w:t xml:space="preserve"> </w:t>
      </w:r>
      <w:r w:rsidRPr="00547AF4">
        <w:rPr>
          <w:rStyle w:val="libArabicChar"/>
          <w:rFonts w:hint="cs"/>
          <w:rtl/>
        </w:rPr>
        <w:t>رض</w:t>
      </w:r>
      <w:r w:rsidRPr="00547AF4">
        <w:rPr>
          <w:rStyle w:val="libArabicChar"/>
          <w:rtl/>
        </w:rPr>
        <w:t xml:space="preserve"> </w:t>
      </w:r>
      <w:r w:rsidRPr="00547AF4">
        <w:rPr>
          <w:rStyle w:val="libArabicChar"/>
          <w:rFonts w:hint="cs"/>
          <w:rtl/>
        </w:rPr>
        <w:t>و</w:t>
      </w:r>
      <w:r w:rsidRPr="00547AF4">
        <w:rPr>
          <w:rStyle w:val="libArabicChar"/>
          <w:rtl/>
        </w:rPr>
        <w:t xml:space="preserve"> </w:t>
      </w:r>
      <w:r w:rsidRPr="00547AF4">
        <w:rPr>
          <w:rStyle w:val="libArabicChar"/>
          <w:rFonts w:hint="cs"/>
          <w:rtl/>
        </w:rPr>
        <w:t>لا</w:t>
      </w:r>
      <w:r w:rsidRPr="00547AF4">
        <w:rPr>
          <w:rStyle w:val="libArabicChar"/>
          <w:rtl/>
        </w:rPr>
        <w:t xml:space="preserve"> </w:t>
      </w:r>
      <w:r w:rsidRPr="00547AF4">
        <w:rPr>
          <w:rStyle w:val="libArabicChar"/>
          <w:rFonts w:hint="cs"/>
          <w:rtl/>
        </w:rPr>
        <w:t>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جمعين</w:t>
      </w:r>
    </w:p>
    <w:p w:rsidR="001F628F" w:rsidRDefault="001F628F" w:rsidP="001F628F">
      <w:pPr>
        <w:pStyle w:val="libNormal"/>
        <w:rPr>
          <w:rtl/>
        </w:rPr>
      </w:pPr>
      <w:r>
        <w:rPr>
          <w:rtl/>
        </w:rPr>
        <w:t>''بما '' مي</w:t>
      </w:r>
      <w:r w:rsidR="00083993">
        <w:rPr>
          <w:rtl/>
        </w:rPr>
        <w:t xml:space="preserve">ں </w:t>
      </w:r>
      <w:r>
        <w:rPr>
          <w:rtl/>
        </w:rPr>
        <w:t>''با'' بائے سببيہ ہے_</w:t>
      </w:r>
    </w:p>
    <w:p w:rsidR="001F628F" w:rsidRDefault="001F628F" w:rsidP="00547AF4">
      <w:pPr>
        <w:pStyle w:val="libNormal"/>
        <w:rPr>
          <w:rtl/>
        </w:rPr>
      </w:pPr>
      <w:r>
        <w:rPr>
          <w:rtl/>
        </w:rPr>
        <w:t>2_ابليس، خدا وند متعال كى ربوبيت كا معتقد تھا اور اپنے اپ كو اُس كى ربوبيت كے تحت جانتا تھا_</w:t>
      </w:r>
      <w:r w:rsidRPr="00547AF4">
        <w:rPr>
          <w:rStyle w:val="libArabicChar"/>
          <w:rFonts w:hint="eastAsia"/>
          <w:rtl/>
        </w:rPr>
        <w:t>قال</w:t>
      </w:r>
      <w:r w:rsidRPr="00547AF4">
        <w:rPr>
          <w:rStyle w:val="libArabicChar"/>
          <w:rtl/>
        </w:rPr>
        <w:t xml:space="preserve"> ربّ</w:t>
      </w:r>
    </w:p>
    <w:p w:rsidR="001F628F" w:rsidRDefault="001F628F" w:rsidP="00547AF4">
      <w:pPr>
        <w:pStyle w:val="libNormal"/>
        <w:rPr>
          <w:rtl/>
        </w:rPr>
      </w:pPr>
      <w:r>
        <w:rPr>
          <w:rtl/>
        </w:rPr>
        <w:t>3_ابليس ،اپنى گمراہى كا اعتراف كرتاتھا_</w:t>
      </w:r>
      <w:r w:rsidRPr="00547AF4">
        <w:rPr>
          <w:rStyle w:val="libArabicChar"/>
          <w:rFonts w:hint="eastAsia"/>
          <w:rtl/>
        </w:rPr>
        <w:t>قال</w:t>
      </w:r>
      <w:r w:rsidRPr="00547AF4">
        <w:rPr>
          <w:rStyle w:val="libArabicChar"/>
          <w:rtl/>
        </w:rPr>
        <w:t xml:space="preserve"> ربّ بما ا غويتني</w:t>
      </w:r>
    </w:p>
    <w:p w:rsidR="001F628F" w:rsidRDefault="001F628F" w:rsidP="001F628F">
      <w:pPr>
        <w:pStyle w:val="libNormal"/>
        <w:rPr>
          <w:rtl/>
        </w:rPr>
      </w:pPr>
      <w:r>
        <w:rPr>
          <w:rtl/>
        </w:rPr>
        <w:t xml:space="preserve">4_ابليس ،خدا وند متعال كى جانب سے ادم </w:t>
      </w:r>
      <w:r w:rsidR="00367F17" w:rsidRPr="00367F17">
        <w:rPr>
          <w:rStyle w:val="libAlaemChar"/>
          <w:rtl/>
        </w:rPr>
        <w:t xml:space="preserve"> عليه‌السلام </w:t>
      </w:r>
      <w:r>
        <w:rPr>
          <w:rtl/>
        </w:rPr>
        <w:t xml:space="preserve"> كے سامنے سجدے كے حكم كو اپنى گمراہى كا سبب قرار ديتا تھا_</w:t>
      </w:r>
    </w:p>
    <w:p w:rsidR="001F628F" w:rsidRDefault="001F628F" w:rsidP="00547AF4">
      <w:pPr>
        <w:pStyle w:val="libArabic"/>
        <w:rPr>
          <w:rtl/>
        </w:rPr>
      </w:pPr>
      <w:r>
        <w:rPr>
          <w:rFonts w:hint="eastAsia"/>
          <w:rtl/>
        </w:rPr>
        <w:t>فسجد</w:t>
      </w:r>
      <w:r>
        <w:rPr>
          <w:rtl/>
        </w:rPr>
        <w:t xml:space="preserve"> الملئكة كلّ</w:t>
      </w:r>
      <w:r w:rsidR="00F21947" w:rsidRPr="00B2551F">
        <w:rPr>
          <w:rFonts w:hint="cs"/>
          <w:rtl/>
        </w:rPr>
        <w:t>ه</w:t>
      </w:r>
      <w:r>
        <w:rPr>
          <w:rFonts w:hint="cs"/>
          <w:rtl/>
        </w:rPr>
        <w:t>م</w:t>
      </w:r>
      <w:r>
        <w:rPr>
          <w:rtl/>
        </w:rPr>
        <w:t xml:space="preserve"> ...</w:t>
      </w:r>
      <w:r>
        <w:rPr>
          <w:rFonts w:hint="cs"/>
          <w:rtl/>
        </w:rPr>
        <w:t>الّا</w:t>
      </w:r>
      <w:r>
        <w:rPr>
          <w:rtl/>
        </w:rPr>
        <w:t xml:space="preserve"> </w:t>
      </w:r>
      <w:r>
        <w:rPr>
          <w:rFonts w:hint="cs"/>
          <w:rtl/>
        </w:rPr>
        <w:t>ا</w:t>
      </w:r>
      <w:r>
        <w:rPr>
          <w:rtl/>
        </w:rPr>
        <w:t>بليس ا بي ...قال فاخرج من</w:t>
      </w:r>
      <w:r w:rsidR="00F21947" w:rsidRPr="00B2551F">
        <w:rPr>
          <w:rFonts w:hint="cs"/>
          <w:rtl/>
        </w:rPr>
        <w:t>ه</w:t>
      </w:r>
      <w:r>
        <w:rPr>
          <w:rFonts w:hint="cs"/>
          <w:rtl/>
        </w:rPr>
        <w:t>ا</w:t>
      </w:r>
      <w:r>
        <w:rPr>
          <w:rtl/>
        </w:rPr>
        <w:t xml:space="preserve"> </w:t>
      </w:r>
      <w:r>
        <w:rPr>
          <w:rFonts w:hint="cs"/>
          <w:rtl/>
        </w:rPr>
        <w:t>فانك</w:t>
      </w:r>
      <w:r>
        <w:rPr>
          <w:rtl/>
        </w:rPr>
        <w:t xml:space="preserve"> </w:t>
      </w:r>
      <w:r>
        <w:rPr>
          <w:rFonts w:hint="cs"/>
          <w:rtl/>
        </w:rPr>
        <w:t>رجيم</w:t>
      </w:r>
      <w:r>
        <w:rPr>
          <w:rtl/>
        </w:rPr>
        <w:t xml:space="preserve"> ...</w:t>
      </w:r>
      <w:r>
        <w:rPr>
          <w:rFonts w:hint="cs"/>
          <w:rtl/>
        </w:rPr>
        <w:t>قال</w:t>
      </w:r>
      <w:r>
        <w:rPr>
          <w:rtl/>
        </w:rPr>
        <w:t xml:space="preserve"> </w:t>
      </w:r>
      <w:r>
        <w:rPr>
          <w:rFonts w:hint="cs"/>
          <w:rtl/>
        </w:rPr>
        <w:t>ربّ</w:t>
      </w:r>
      <w:r>
        <w:rPr>
          <w:rtl/>
        </w:rPr>
        <w:t xml:space="preserve"> </w:t>
      </w:r>
      <w:r>
        <w:rPr>
          <w:rFonts w:hint="cs"/>
          <w:rtl/>
        </w:rPr>
        <w:t>بما</w:t>
      </w:r>
      <w:r>
        <w:rPr>
          <w:rtl/>
        </w:rPr>
        <w:t xml:space="preserve"> </w:t>
      </w:r>
      <w:r>
        <w:rPr>
          <w:rFonts w:hint="cs"/>
          <w:rtl/>
        </w:rPr>
        <w:t>ا</w:t>
      </w:r>
      <w:r>
        <w:rPr>
          <w:rtl/>
        </w:rPr>
        <w:t xml:space="preserve"> غويتني</w:t>
      </w:r>
    </w:p>
    <w:p w:rsidR="001F628F" w:rsidRDefault="001F628F" w:rsidP="001F628F">
      <w:pPr>
        <w:pStyle w:val="libNormal"/>
        <w:rPr>
          <w:rtl/>
        </w:rPr>
      </w:pPr>
      <w:r>
        <w:rPr>
          <w:rFonts w:hint="eastAsia"/>
          <w:rtl/>
        </w:rPr>
        <w:t>خدا</w:t>
      </w:r>
      <w:r>
        <w:rPr>
          <w:rtl/>
        </w:rPr>
        <w:t xml:space="preserve"> وند متعال كے ذريعے اپنے گمراہ ہونے سے ابليس كى كيا مراد ہے؟ اس بارے مي</w:t>
      </w:r>
      <w:r w:rsidR="00083993">
        <w:rPr>
          <w:rtl/>
        </w:rPr>
        <w:t xml:space="preserve">ں </w:t>
      </w:r>
      <w:r>
        <w:rPr>
          <w:rtl/>
        </w:rPr>
        <w:t>چند نظريات ہي</w:t>
      </w:r>
      <w:r w:rsidR="00083993">
        <w:rPr>
          <w:rtl/>
        </w:rPr>
        <w:t xml:space="preserve">ں </w:t>
      </w:r>
      <w:r>
        <w:rPr>
          <w:rtl/>
        </w:rPr>
        <w:t>:اُن مي</w:t>
      </w:r>
      <w:r w:rsidR="00083993">
        <w:rPr>
          <w:rtl/>
        </w:rPr>
        <w:t xml:space="preserve">ں </w:t>
      </w:r>
      <w:r>
        <w:rPr>
          <w:rtl/>
        </w:rPr>
        <w:t xml:space="preserve">سے ايك يہ كہ چونكہ خدا نے ادم </w:t>
      </w:r>
      <w:r w:rsidR="00367F17" w:rsidRPr="00367F17">
        <w:rPr>
          <w:rStyle w:val="libAlaemChar"/>
          <w:rtl/>
        </w:rPr>
        <w:t xml:space="preserve"> عليه‌السلام </w:t>
      </w:r>
      <w:r>
        <w:rPr>
          <w:rtl/>
        </w:rPr>
        <w:t xml:space="preserve"> كے سامنے سجدے كا حكم ديكر ابليس كا امتحان ليا تھا اور وہ اس امتحان مي</w:t>
      </w:r>
      <w:r w:rsidR="00083993">
        <w:rPr>
          <w:rtl/>
        </w:rPr>
        <w:t xml:space="preserve">ں </w:t>
      </w:r>
      <w:r>
        <w:rPr>
          <w:rtl/>
        </w:rPr>
        <w:t>كامياب نہي</w:t>
      </w:r>
      <w:r w:rsidR="00083993">
        <w:rPr>
          <w:rtl/>
        </w:rPr>
        <w:t xml:space="preserve">ں </w:t>
      </w:r>
      <w:r>
        <w:rPr>
          <w:rtl/>
        </w:rPr>
        <w:t>ہو سكا اور اُس كا كامياب نہ ہونا ،اُسكے مردود اور قابل لعن ہونے كا موجب بنا ہے لہذا يہى مردوديت اور لعنت ،ابليس كى نظر مي</w:t>
      </w:r>
      <w:r w:rsidR="00083993">
        <w:rPr>
          <w:rtl/>
        </w:rPr>
        <w:t xml:space="preserve">ں </w:t>
      </w:r>
      <w:r>
        <w:rPr>
          <w:rtl/>
        </w:rPr>
        <w:t>ايك قسم كى گمراہى شمار ہوتى ہے_</w:t>
      </w:r>
    </w:p>
    <w:p w:rsidR="001F628F" w:rsidRDefault="001F628F" w:rsidP="001F628F">
      <w:pPr>
        <w:pStyle w:val="libNormal"/>
        <w:rPr>
          <w:rtl/>
        </w:rPr>
      </w:pPr>
      <w:r>
        <w:rPr>
          <w:rtl/>
        </w:rPr>
        <w:t>5_خداوند متعال كى جانب سے ابليس كا گمراہ ہون</w:t>
      </w:r>
    </w:p>
    <w:p w:rsidR="00547AF4" w:rsidRDefault="001E7F9D" w:rsidP="00F73EDE">
      <w:pPr>
        <w:pStyle w:val="libPoemTini"/>
        <w:rPr>
          <w:rtl/>
        </w:rPr>
      </w:pPr>
      <w:r>
        <w:rPr>
          <w:rtl/>
        </w:rPr>
        <w:cr/>
      </w:r>
      <w:r>
        <w:rPr>
          <w:rtl/>
        </w:rPr>
        <w:br w:type="page"/>
      </w:r>
    </w:p>
    <w:p w:rsidR="001F628F" w:rsidRDefault="001F628F" w:rsidP="00547AF4">
      <w:pPr>
        <w:pStyle w:val="libNormal"/>
        <w:rPr>
          <w:rtl/>
        </w:rPr>
      </w:pPr>
      <w:r>
        <w:rPr>
          <w:rFonts w:hint="eastAsia"/>
          <w:rtl/>
        </w:rPr>
        <w:lastRenderedPageBreak/>
        <w:t>،فرمان</w:t>
      </w:r>
      <w:r>
        <w:rPr>
          <w:rtl/>
        </w:rPr>
        <w:t xml:space="preserve"> الہى كے سامنے اُس كى نافرمانى كى سزا تھي_</w:t>
      </w:r>
      <w:r w:rsidRPr="00547AF4">
        <w:rPr>
          <w:rStyle w:val="libArabicChar"/>
          <w:rFonts w:hint="eastAsia"/>
          <w:rtl/>
        </w:rPr>
        <w:t>قال</w:t>
      </w:r>
      <w:r w:rsidRPr="00547AF4">
        <w:rPr>
          <w:rStyle w:val="libArabicChar"/>
          <w:rtl/>
        </w:rPr>
        <w:t xml:space="preserve"> ربّ بما ا غويتني</w:t>
      </w:r>
    </w:p>
    <w:p w:rsidR="001F628F" w:rsidRDefault="001F628F" w:rsidP="001F628F">
      <w:pPr>
        <w:pStyle w:val="libNormal"/>
        <w:rPr>
          <w:rtl/>
        </w:rPr>
      </w:pPr>
      <w:r>
        <w:rPr>
          <w:rFonts w:hint="eastAsia"/>
          <w:rtl/>
        </w:rPr>
        <w:t>بلا</w:t>
      </w:r>
      <w:r>
        <w:rPr>
          <w:rtl/>
        </w:rPr>
        <w:t xml:space="preserve"> شك وترديد،ادم </w:t>
      </w:r>
      <w:r w:rsidR="00367F17" w:rsidRPr="00367F17">
        <w:rPr>
          <w:rStyle w:val="libAlaemChar"/>
          <w:rtl/>
        </w:rPr>
        <w:t xml:space="preserve"> عليه‌السلام </w:t>
      </w:r>
      <w:r>
        <w:rPr>
          <w:rtl/>
        </w:rPr>
        <w:t xml:space="preserve"> كے سامنے سجدہ نہ كرنے كے بعد، خدا كى جانب سے ابليس گمراہ ہوا تھا _اس سے معلوم ہوتا ہے كہ اُس كى يہ گمراہى سزا كى حيثيت ركھتى ہے_</w:t>
      </w:r>
    </w:p>
    <w:p w:rsidR="001F628F" w:rsidRDefault="001F628F" w:rsidP="001F628F">
      <w:pPr>
        <w:pStyle w:val="libNormal"/>
        <w:rPr>
          <w:rtl/>
        </w:rPr>
      </w:pPr>
      <w:r>
        <w:rPr>
          <w:rtl/>
        </w:rPr>
        <w:t>6_ابليس ،ناپسنديدہ كامو</w:t>
      </w:r>
      <w:r w:rsidR="00083993">
        <w:rPr>
          <w:rtl/>
        </w:rPr>
        <w:t xml:space="preserve">ں </w:t>
      </w:r>
      <w:r>
        <w:rPr>
          <w:rtl/>
        </w:rPr>
        <w:t>كو اچھا بنا كر اور اُنہي</w:t>
      </w:r>
      <w:r w:rsidR="00083993">
        <w:rPr>
          <w:rtl/>
        </w:rPr>
        <w:t xml:space="preserve">ں </w:t>
      </w:r>
      <w:r>
        <w:rPr>
          <w:rtl/>
        </w:rPr>
        <w:t>زينت ديكر لوگو</w:t>
      </w:r>
      <w:r w:rsidR="00083993">
        <w:rPr>
          <w:rtl/>
        </w:rPr>
        <w:t xml:space="preserve">ں </w:t>
      </w:r>
      <w:r>
        <w:rPr>
          <w:rtl/>
        </w:rPr>
        <w:t>كو گمراہى كى طرف لے جاتا ہے_</w:t>
      </w:r>
    </w:p>
    <w:p w:rsidR="001F628F" w:rsidRDefault="001F628F" w:rsidP="00547AF4">
      <w:pPr>
        <w:pStyle w:val="libArabic"/>
        <w:rPr>
          <w:rtl/>
        </w:rPr>
      </w:pPr>
      <w:r>
        <w:rPr>
          <w:rFonts w:hint="eastAsia"/>
          <w:rtl/>
        </w:rPr>
        <w:t>قال</w:t>
      </w:r>
      <w:r>
        <w:rPr>
          <w:rtl/>
        </w:rPr>
        <w:t xml:space="preserve"> ربّ بما ا غويتنى </w:t>
      </w:r>
      <w:r w:rsidR="00115327" w:rsidRPr="00115327">
        <w:rPr>
          <w:rtl/>
        </w:rPr>
        <w:t xml:space="preserve">لأ زيننّ </w:t>
      </w:r>
      <w:r>
        <w:rPr>
          <w:rtl/>
        </w:rPr>
        <w:t>ل</w:t>
      </w:r>
      <w:r w:rsidR="00F21947" w:rsidRPr="00B2551F">
        <w:rPr>
          <w:rFonts w:hint="cs"/>
          <w:rtl/>
        </w:rPr>
        <w:t>ه</w:t>
      </w:r>
      <w:r>
        <w:rPr>
          <w:rFonts w:hint="cs"/>
          <w:rtl/>
        </w:rPr>
        <w:t>م</w:t>
      </w:r>
      <w:r>
        <w:rPr>
          <w:rtl/>
        </w:rPr>
        <w:t xml:space="preserve"> </w:t>
      </w:r>
      <w:r>
        <w:rPr>
          <w:rFonts w:hint="cs"/>
          <w:rtl/>
        </w:rPr>
        <w:t>فى</w:t>
      </w:r>
      <w:r>
        <w:rPr>
          <w:rtl/>
        </w:rPr>
        <w:t xml:space="preserve"> </w:t>
      </w:r>
      <w:r>
        <w:rPr>
          <w:rFonts w:hint="cs"/>
          <w:rtl/>
        </w:rPr>
        <w:t>الا</w:t>
      </w:r>
      <w:r>
        <w:rPr>
          <w:rtl/>
        </w:rPr>
        <w:t xml:space="preserve"> </w:t>
      </w:r>
      <w:r>
        <w:rPr>
          <w:rFonts w:hint="cs"/>
          <w:rtl/>
        </w:rPr>
        <w:t>رض</w:t>
      </w:r>
      <w:r>
        <w:rPr>
          <w:rtl/>
        </w:rPr>
        <w:t xml:space="preserve"> </w:t>
      </w:r>
      <w:r>
        <w:rPr>
          <w:rFonts w:hint="cs"/>
          <w:rtl/>
        </w:rPr>
        <w:t>و</w:t>
      </w:r>
      <w:r>
        <w:rPr>
          <w:rtl/>
        </w:rPr>
        <w:t xml:space="preserve"> </w:t>
      </w:r>
      <w:r>
        <w:rPr>
          <w:rFonts w:hint="cs"/>
          <w:rtl/>
        </w:rPr>
        <w:t>لا</w:t>
      </w:r>
      <w:r>
        <w:rPr>
          <w:rtl/>
        </w:rPr>
        <w:t xml:space="preserve"> </w:t>
      </w:r>
      <w:r>
        <w:rPr>
          <w:rFonts w:hint="cs"/>
          <w:rtl/>
        </w:rPr>
        <w:t>غوينّ</w:t>
      </w:r>
      <w:r w:rsidR="00F21947" w:rsidRPr="00B2551F">
        <w:rPr>
          <w:rFonts w:hint="cs"/>
          <w:rtl/>
        </w:rPr>
        <w:t>ه</w:t>
      </w:r>
      <w:r>
        <w:rPr>
          <w:rFonts w:hint="cs"/>
          <w:rtl/>
        </w:rPr>
        <w:t>م</w:t>
      </w:r>
      <w:r>
        <w:rPr>
          <w:rtl/>
        </w:rPr>
        <w:t xml:space="preserve"> </w:t>
      </w:r>
      <w:r>
        <w:rPr>
          <w:rFonts w:hint="cs"/>
          <w:rtl/>
        </w:rPr>
        <w:t>ا</w:t>
      </w:r>
      <w:r>
        <w:rPr>
          <w:rtl/>
        </w:rPr>
        <w:t xml:space="preserve"> جمعين</w:t>
      </w:r>
    </w:p>
    <w:p w:rsidR="001F628F" w:rsidRDefault="001F628F" w:rsidP="00547AF4">
      <w:pPr>
        <w:pStyle w:val="libNormal"/>
        <w:rPr>
          <w:rtl/>
        </w:rPr>
      </w:pPr>
      <w:r>
        <w:rPr>
          <w:rtl/>
        </w:rPr>
        <w:t>7_زمين ،ابليس كى سر گرميو</w:t>
      </w:r>
      <w:r w:rsidR="00083993">
        <w:rPr>
          <w:rtl/>
        </w:rPr>
        <w:t xml:space="preserve">ں </w:t>
      </w:r>
      <w:r>
        <w:rPr>
          <w:rtl/>
        </w:rPr>
        <w:t>اور اُس كے بہكانے كا ميدان و مركز ہے_</w:t>
      </w:r>
      <w:r w:rsidR="00115327" w:rsidRPr="00115327">
        <w:rPr>
          <w:rStyle w:val="libArabicChar"/>
          <w:rFonts w:hint="eastAsia"/>
          <w:rtl/>
        </w:rPr>
        <w:t xml:space="preserve">لأ زيننّ </w:t>
      </w:r>
      <w:r w:rsidRPr="00547AF4">
        <w:rPr>
          <w:rStyle w:val="libArabicChar"/>
          <w:rtl/>
        </w:rPr>
        <w:t>ل</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فى</w:t>
      </w:r>
      <w:r w:rsidRPr="00547AF4">
        <w:rPr>
          <w:rStyle w:val="libArabicChar"/>
          <w:rtl/>
        </w:rPr>
        <w:t xml:space="preserve"> الا رض</w:t>
      </w:r>
    </w:p>
    <w:p w:rsidR="001F628F" w:rsidRDefault="001F628F" w:rsidP="00547AF4">
      <w:pPr>
        <w:pStyle w:val="libNormal"/>
        <w:rPr>
          <w:rtl/>
        </w:rPr>
      </w:pPr>
      <w:r>
        <w:rPr>
          <w:rtl/>
        </w:rPr>
        <w:t>8_انسانى ميلانات مي</w:t>
      </w:r>
      <w:r w:rsidR="00083993">
        <w:rPr>
          <w:rtl/>
        </w:rPr>
        <w:t xml:space="preserve">ں </w:t>
      </w:r>
      <w:r>
        <w:rPr>
          <w:rtl/>
        </w:rPr>
        <w:t>سے ايك اُس كا زيبائي اور خوبصورتى كى طرف ميلان ہے_</w:t>
      </w:r>
      <w:r w:rsidR="00115327" w:rsidRPr="00115327">
        <w:rPr>
          <w:rStyle w:val="libArabicChar"/>
          <w:rFonts w:hint="eastAsia"/>
          <w:rtl/>
        </w:rPr>
        <w:t xml:space="preserve">لأ زيننّ </w:t>
      </w:r>
      <w:r w:rsidRPr="00547AF4">
        <w:rPr>
          <w:rStyle w:val="libArabicChar"/>
          <w:rtl/>
        </w:rPr>
        <w:t>ل</w:t>
      </w:r>
      <w:r w:rsidR="00F21947" w:rsidRPr="00B2551F">
        <w:rPr>
          <w:rStyle w:val="libArabicChar"/>
          <w:rFonts w:hint="cs"/>
          <w:rtl/>
        </w:rPr>
        <w:t>ه</w:t>
      </w:r>
      <w:r w:rsidRPr="00547AF4">
        <w:rPr>
          <w:rStyle w:val="libArabicChar"/>
          <w:rFonts w:hint="cs"/>
          <w:rtl/>
        </w:rPr>
        <w:t>م</w:t>
      </w:r>
    </w:p>
    <w:p w:rsidR="001F628F" w:rsidRDefault="001F628F" w:rsidP="001F628F">
      <w:pPr>
        <w:pStyle w:val="libNormal"/>
        <w:rPr>
          <w:rtl/>
        </w:rPr>
      </w:pPr>
      <w:r>
        <w:rPr>
          <w:rFonts w:hint="eastAsia"/>
          <w:rtl/>
        </w:rPr>
        <w:t>يہ</w:t>
      </w:r>
      <w:r>
        <w:rPr>
          <w:rtl/>
        </w:rPr>
        <w:t xml:space="preserve"> كہ ابليس اعمال كو زينت ديكر لوگو</w:t>
      </w:r>
      <w:r w:rsidR="00083993">
        <w:rPr>
          <w:rtl/>
        </w:rPr>
        <w:t xml:space="preserve">ں </w:t>
      </w:r>
      <w:r>
        <w:rPr>
          <w:rtl/>
        </w:rPr>
        <w:t>كو گمراہى كى جانب لے جاتا ہے اس سے ظاہر ہوتا ہے كہ انسان زيبائي اور زينت كو پسند كرتاہے اور انسانو</w:t>
      </w:r>
      <w:r w:rsidR="00083993">
        <w:rPr>
          <w:rtl/>
        </w:rPr>
        <w:t xml:space="preserve">ں </w:t>
      </w:r>
      <w:r>
        <w:rPr>
          <w:rtl/>
        </w:rPr>
        <w:t>كى يہ پسنداور ميلان اُن كى رفتار و كردار پر اثر انداز ہوتى ہے_</w:t>
      </w:r>
    </w:p>
    <w:p w:rsidR="001F628F" w:rsidRDefault="001F628F" w:rsidP="00547AF4">
      <w:pPr>
        <w:pStyle w:val="libNormal"/>
        <w:rPr>
          <w:rtl/>
        </w:rPr>
      </w:pPr>
      <w:r>
        <w:rPr>
          <w:rtl/>
        </w:rPr>
        <w:t>9_ابليس،انسانو</w:t>
      </w:r>
      <w:r w:rsidR="00083993">
        <w:rPr>
          <w:rtl/>
        </w:rPr>
        <w:t xml:space="preserve">ں </w:t>
      </w:r>
      <w:r>
        <w:rPr>
          <w:rtl/>
        </w:rPr>
        <w:t>كى طرف سے اچھائيو</w:t>
      </w:r>
      <w:r w:rsidR="00083993">
        <w:rPr>
          <w:rtl/>
        </w:rPr>
        <w:t xml:space="preserve">ں </w:t>
      </w:r>
      <w:r>
        <w:rPr>
          <w:rtl/>
        </w:rPr>
        <w:t>اور بُرائيو</w:t>
      </w:r>
      <w:r w:rsidR="00083993">
        <w:rPr>
          <w:rtl/>
        </w:rPr>
        <w:t xml:space="preserve">ں </w:t>
      </w:r>
      <w:r>
        <w:rPr>
          <w:rtl/>
        </w:rPr>
        <w:t>كى صحيح پہچان كرنے مي</w:t>
      </w:r>
      <w:r w:rsidR="00083993">
        <w:rPr>
          <w:rtl/>
        </w:rPr>
        <w:t xml:space="preserve">ں </w:t>
      </w:r>
      <w:r>
        <w:rPr>
          <w:rtl/>
        </w:rPr>
        <w:t>نانع بنتا ہے_</w:t>
      </w:r>
      <w:r w:rsidR="00115327" w:rsidRPr="00115327">
        <w:rPr>
          <w:rStyle w:val="libArabicChar"/>
          <w:rFonts w:hint="eastAsia"/>
          <w:rtl/>
        </w:rPr>
        <w:t xml:space="preserve">لأ زيننّ </w:t>
      </w:r>
      <w:r w:rsidRPr="00547AF4">
        <w:rPr>
          <w:rStyle w:val="libArabicChar"/>
          <w:rtl/>
        </w:rPr>
        <w:t>ل</w:t>
      </w:r>
      <w:r w:rsidR="00F21947" w:rsidRPr="00B2551F">
        <w:rPr>
          <w:rStyle w:val="libArabicChar"/>
          <w:rFonts w:hint="cs"/>
          <w:rtl/>
        </w:rPr>
        <w:t>ه</w:t>
      </w:r>
      <w:r w:rsidRPr="00547AF4">
        <w:rPr>
          <w:rStyle w:val="libArabicChar"/>
          <w:rFonts w:hint="cs"/>
          <w:rtl/>
        </w:rPr>
        <w:t>م</w:t>
      </w:r>
    </w:p>
    <w:p w:rsidR="001F628F" w:rsidRDefault="001F628F" w:rsidP="00547AF4">
      <w:pPr>
        <w:pStyle w:val="libNormal"/>
        <w:rPr>
          <w:rtl/>
        </w:rPr>
      </w:pPr>
      <w:r>
        <w:rPr>
          <w:rtl/>
        </w:rPr>
        <w:t>10_انسان ،(ہر وقت )ابليس كے بہكاوے كے خطرے سے دوچار رہتے ہي</w:t>
      </w:r>
      <w:r w:rsidR="00083993">
        <w:rPr>
          <w:rtl/>
        </w:rPr>
        <w:t xml:space="preserve">ں </w:t>
      </w:r>
      <w:r>
        <w:rPr>
          <w:rtl/>
        </w:rPr>
        <w:t>_</w:t>
      </w:r>
      <w:r w:rsidRPr="00547AF4">
        <w:rPr>
          <w:rStyle w:val="libArabicChar"/>
          <w:rFonts w:hint="eastAsia"/>
          <w:rtl/>
        </w:rPr>
        <w:t>لا</w:t>
      </w:r>
      <w:r w:rsidRPr="00547AF4">
        <w:rPr>
          <w:rStyle w:val="libArabicChar"/>
          <w:rtl/>
        </w:rPr>
        <w:t xml:space="preserve"> 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جمعين</w:t>
      </w:r>
    </w:p>
    <w:p w:rsidR="001F628F" w:rsidRDefault="001F628F" w:rsidP="00547AF4">
      <w:pPr>
        <w:pStyle w:val="libNormal"/>
        <w:rPr>
          <w:rtl/>
        </w:rPr>
      </w:pPr>
      <w:r>
        <w:rPr>
          <w:rtl/>
        </w:rPr>
        <w:t>11_انسان ،القائات اور پروپيگنڈے سے متاثر ہونے والى مخلوق ہے_</w:t>
      </w:r>
      <w:r w:rsidRPr="00547AF4">
        <w:rPr>
          <w:rStyle w:val="libArabicChar"/>
          <w:rFonts w:hint="eastAsia"/>
          <w:rtl/>
        </w:rPr>
        <w:t>لا</w:t>
      </w:r>
      <w:r w:rsidRPr="00547AF4">
        <w:rPr>
          <w:rStyle w:val="libArabicChar"/>
          <w:rtl/>
        </w:rPr>
        <w:t xml:space="preserve"> 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جمعين</w:t>
      </w:r>
    </w:p>
    <w:p w:rsidR="001F628F" w:rsidRDefault="001F628F" w:rsidP="00547AF4">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ادم</w:t>
      </w:r>
      <w:r>
        <w:rPr>
          <w:rtl/>
        </w:rPr>
        <w:t xml:space="preserve"> كے سامنے سجدہ نہ كرنے كے اثرات 4</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كا اقرار 3;ابليس كا بہكانا10;ابليس كا عقيدہ 2; ابليس كا كردار 9;ابليس كى گمراہى كا پيش خيمہ 4 ; ابليس كى سزا 5;ابليس كى گمراہى 1،3;ابليس كى گمراہى كے اسباب 5;ابليس كے بہكانے كا مكان 7;ابليس كى فكر 1، 4; ابليس كے بہكانے كا طريقہ 6;ابليس كے بہكانے كے ا</w:t>
      </w:r>
      <w:r>
        <w:rPr>
          <w:rFonts w:hint="eastAsia"/>
          <w:rtl/>
        </w:rPr>
        <w:t>سباب</w:t>
      </w:r>
      <w:r>
        <w:rPr>
          <w:rtl/>
        </w:rPr>
        <w:t xml:space="preserve"> 1; ابليس كے سجدہ نہ كرنے كے اثرات 4</w:t>
      </w:r>
    </w:p>
    <w:p w:rsidR="001F628F" w:rsidRDefault="001F628F" w:rsidP="00547AF4">
      <w:pPr>
        <w:pStyle w:val="libNormal"/>
        <w:rPr>
          <w:rtl/>
        </w:rPr>
      </w:pPr>
      <w:r>
        <w:rPr>
          <w:rFonts w:hint="eastAsia"/>
          <w:rtl/>
        </w:rPr>
        <w:t>اقرار</w:t>
      </w:r>
      <w:r>
        <w:rPr>
          <w:rtl/>
        </w:rPr>
        <w:t xml:space="preserve"> :</w:t>
      </w:r>
      <w:r>
        <w:rPr>
          <w:rFonts w:hint="eastAsia"/>
          <w:rtl/>
        </w:rPr>
        <w:t>گمراہى</w:t>
      </w:r>
      <w:r>
        <w:rPr>
          <w:rtl/>
        </w:rPr>
        <w:t xml:space="preserve"> كا اقرار 3</w:t>
      </w:r>
    </w:p>
    <w:p w:rsidR="001F628F" w:rsidRDefault="001F628F" w:rsidP="00547AF4">
      <w:pPr>
        <w:pStyle w:val="libNormal"/>
        <w:rPr>
          <w:rtl/>
        </w:rPr>
      </w:pPr>
      <w:r>
        <w:rPr>
          <w:rFonts w:hint="eastAsia"/>
          <w:rtl/>
        </w:rPr>
        <w:t>الله</w:t>
      </w:r>
      <w:r>
        <w:rPr>
          <w:rtl/>
        </w:rPr>
        <w:t xml:space="preserve"> تعالى :</w:t>
      </w:r>
      <w:r>
        <w:rPr>
          <w:rFonts w:hint="eastAsia"/>
          <w:rtl/>
        </w:rPr>
        <w:t>الله</w:t>
      </w:r>
      <w:r>
        <w:rPr>
          <w:rtl/>
        </w:rPr>
        <w:t xml:space="preserve"> تعالى كى جانب سے گمراہى كے اثرات 1،5</w:t>
      </w:r>
    </w:p>
    <w:p w:rsidR="00547AF4" w:rsidRDefault="001E7F9D" w:rsidP="00F73EDE">
      <w:pPr>
        <w:pStyle w:val="libPoemTini"/>
        <w:rPr>
          <w:rtl/>
        </w:rPr>
      </w:pPr>
      <w:r>
        <w:rPr>
          <w:rtl/>
        </w:rPr>
        <w:br w:type="page"/>
      </w:r>
    </w:p>
    <w:p w:rsidR="001F628F" w:rsidRDefault="001F628F" w:rsidP="00547AF4">
      <w:pPr>
        <w:pStyle w:val="libNormal"/>
        <w:rPr>
          <w:rtl/>
        </w:rPr>
      </w:pPr>
      <w:r>
        <w:rPr>
          <w:rFonts w:hint="eastAsia"/>
          <w:rtl/>
        </w:rPr>
        <w:lastRenderedPageBreak/>
        <w:t>انسان</w:t>
      </w:r>
      <w:r>
        <w:rPr>
          <w:rtl/>
        </w:rPr>
        <w:t xml:space="preserve"> :</w:t>
      </w:r>
      <w:r>
        <w:rPr>
          <w:rFonts w:hint="eastAsia"/>
          <w:rtl/>
        </w:rPr>
        <w:t>انسان</w:t>
      </w:r>
      <w:r>
        <w:rPr>
          <w:rtl/>
        </w:rPr>
        <w:t xml:space="preserve"> كاتاثيرپذير ہونا 11;انسان كا قابل گمراہ ہونا 11; انسانو</w:t>
      </w:r>
      <w:r w:rsidR="00083993">
        <w:rPr>
          <w:rtl/>
        </w:rPr>
        <w:t xml:space="preserve">ں </w:t>
      </w:r>
      <w:r>
        <w:rPr>
          <w:rtl/>
        </w:rPr>
        <w:t>كے ميلانات 8;انسانو</w:t>
      </w:r>
      <w:r w:rsidR="00083993">
        <w:rPr>
          <w:rtl/>
        </w:rPr>
        <w:t xml:space="preserve">ں </w:t>
      </w:r>
      <w:r>
        <w:rPr>
          <w:rtl/>
        </w:rPr>
        <w:t>كى خصوصيات 11; انسانو</w:t>
      </w:r>
      <w:r w:rsidR="00083993">
        <w:rPr>
          <w:rtl/>
        </w:rPr>
        <w:t xml:space="preserve">ں </w:t>
      </w:r>
      <w:r>
        <w:rPr>
          <w:rtl/>
        </w:rPr>
        <w:t>كى گمراہى كا خطرہ 10; انسانو</w:t>
      </w:r>
      <w:r w:rsidR="00083993">
        <w:rPr>
          <w:rtl/>
        </w:rPr>
        <w:t xml:space="preserve">ں </w:t>
      </w:r>
      <w:r>
        <w:rPr>
          <w:rtl/>
        </w:rPr>
        <w:t>كى گمراہى كے عوامل 1</w:t>
      </w:r>
    </w:p>
    <w:p w:rsidR="001F628F" w:rsidRDefault="001F628F" w:rsidP="00547AF4">
      <w:pPr>
        <w:pStyle w:val="libNormal"/>
        <w:rPr>
          <w:rtl/>
        </w:rPr>
      </w:pPr>
      <w:r>
        <w:rPr>
          <w:rFonts w:hint="eastAsia"/>
          <w:rtl/>
        </w:rPr>
        <w:t>برائيا</w:t>
      </w:r>
      <w:r w:rsidR="00083993">
        <w:rPr>
          <w:rFonts w:hint="eastAsia"/>
          <w:rtl/>
        </w:rPr>
        <w:t xml:space="preserve">ں </w:t>
      </w:r>
      <w:r>
        <w:rPr>
          <w:rtl/>
        </w:rPr>
        <w:t>:</w:t>
      </w:r>
      <w:r>
        <w:rPr>
          <w:rFonts w:hint="eastAsia"/>
          <w:rtl/>
        </w:rPr>
        <w:t>برائيو</w:t>
      </w:r>
      <w:r w:rsidR="00083993">
        <w:rPr>
          <w:rFonts w:hint="eastAsia"/>
          <w:rtl/>
        </w:rPr>
        <w:t xml:space="preserve">ں </w:t>
      </w:r>
      <w:r>
        <w:rPr>
          <w:rtl/>
        </w:rPr>
        <w:t>كو زينت دينے كے اسباب 1</w:t>
      </w:r>
    </w:p>
    <w:p w:rsidR="001F628F" w:rsidRDefault="001F628F" w:rsidP="00547AF4">
      <w:pPr>
        <w:pStyle w:val="libNormal"/>
        <w:rPr>
          <w:rtl/>
        </w:rPr>
      </w:pPr>
      <w:r>
        <w:rPr>
          <w:rFonts w:hint="eastAsia"/>
          <w:rtl/>
        </w:rPr>
        <w:t>شناخت</w:t>
      </w:r>
      <w:r>
        <w:rPr>
          <w:rtl/>
        </w:rPr>
        <w:t xml:space="preserve"> :</w:t>
      </w:r>
      <w:r>
        <w:rPr>
          <w:rFonts w:hint="eastAsia"/>
          <w:rtl/>
        </w:rPr>
        <w:t>شناخت</w:t>
      </w:r>
      <w:r>
        <w:rPr>
          <w:rtl/>
        </w:rPr>
        <w:t xml:space="preserve"> كے موانع 9</w:t>
      </w:r>
    </w:p>
    <w:p w:rsidR="001F628F" w:rsidRDefault="001F628F" w:rsidP="00547AF4">
      <w:pPr>
        <w:pStyle w:val="libNormal"/>
        <w:rPr>
          <w:rtl/>
        </w:rPr>
      </w:pPr>
      <w:r>
        <w:rPr>
          <w:rFonts w:hint="eastAsia"/>
          <w:rtl/>
        </w:rPr>
        <w:t>عصيان</w:t>
      </w:r>
      <w:r>
        <w:rPr>
          <w:rtl/>
        </w:rPr>
        <w:t xml:space="preserve"> :</w:t>
      </w:r>
      <w:r>
        <w:rPr>
          <w:rFonts w:hint="eastAsia"/>
          <w:rtl/>
        </w:rPr>
        <w:t>خدا</w:t>
      </w:r>
      <w:r>
        <w:rPr>
          <w:rtl/>
        </w:rPr>
        <w:t xml:space="preserve"> كے سامنے عصيان كى سزا 5</w:t>
      </w:r>
    </w:p>
    <w:p w:rsidR="001F628F" w:rsidRDefault="001F628F" w:rsidP="00547AF4">
      <w:pPr>
        <w:pStyle w:val="libNormal"/>
        <w:rPr>
          <w:rtl/>
        </w:rPr>
      </w:pPr>
      <w:r>
        <w:rPr>
          <w:rFonts w:hint="eastAsia"/>
          <w:rtl/>
        </w:rPr>
        <w:t>عقيدہ</w:t>
      </w:r>
      <w:r>
        <w:rPr>
          <w:rtl/>
        </w:rPr>
        <w:t xml:space="preserve"> :</w:t>
      </w:r>
      <w:r>
        <w:rPr>
          <w:rFonts w:hint="eastAsia"/>
          <w:rtl/>
        </w:rPr>
        <w:t>ربوبيت</w:t>
      </w:r>
      <w:r>
        <w:rPr>
          <w:rtl/>
        </w:rPr>
        <w:t xml:space="preserve"> خدا كا عقيدہ 2</w:t>
      </w:r>
    </w:p>
    <w:p w:rsidR="001F628F" w:rsidRDefault="001F628F" w:rsidP="00547AF4">
      <w:pPr>
        <w:pStyle w:val="libNormal"/>
        <w:rPr>
          <w:rtl/>
        </w:rPr>
      </w:pPr>
      <w:r>
        <w:rPr>
          <w:rFonts w:hint="eastAsia"/>
          <w:rtl/>
        </w:rPr>
        <w:t>عمل</w:t>
      </w:r>
      <w:r>
        <w:rPr>
          <w:rtl/>
        </w:rPr>
        <w:t xml:space="preserve"> :</w:t>
      </w:r>
      <w:r>
        <w:rPr>
          <w:rFonts w:hint="eastAsia"/>
          <w:rtl/>
        </w:rPr>
        <w:t>ناپسنديدہ</w:t>
      </w:r>
      <w:r>
        <w:rPr>
          <w:rtl/>
        </w:rPr>
        <w:t xml:space="preserve"> عمل كى تزئين كے اثرات 6</w:t>
      </w:r>
    </w:p>
    <w:p w:rsidR="001F628F" w:rsidRDefault="001F628F" w:rsidP="00547AF4">
      <w:pPr>
        <w:pStyle w:val="libNormal"/>
        <w:rPr>
          <w:rtl/>
        </w:rPr>
      </w:pPr>
      <w:r>
        <w:rPr>
          <w:rFonts w:hint="eastAsia"/>
          <w:rtl/>
        </w:rPr>
        <w:t>گمراہي</w:t>
      </w:r>
      <w:r>
        <w:rPr>
          <w:rtl/>
        </w:rPr>
        <w:t>:</w:t>
      </w:r>
      <w:r>
        <w:rPr>
          <w:rFonts w:hint="eastAsia"/>
          <w:rtl/>
        </w:rPr>
        <w:t>گمراہى</w:t>
      </w:r>
      <w:r>
        <w:rPr>
          <w:rtl/>
        </w:rPr>
        <w:t xml:space="preserve"> كے عوامل 6</w:t>
      </w:r>
    </w:p>
    <w:p w:rsidR="001F628F" w:rsidRDefault="001F628F" w:rsidP="00547AF4">
      <w:pPr>
        <w:pStyle w:val="libNormal"/>
        <w:rPr>
          <w:rtl/>
        </w:rPr>
      </w:pPr>
      <w:r>
        <w:rPr>
          <w:rFonts w:hint="eastAsia"/>
          <w:rtl/>
        </w:rPr>
        <w:t>ميلانات</w:t>
      </w:r>
      <w:r>
        <w:rPr>
          <w:rtl/>
        </w:rPr>
        <w:t xml:space="preserve"> :</w:t>
      </w:r>
      <w:r>
        <w:rPr>
          <w:rFonts w:hint="eastAsia"/>
          <w:rtl/>
        </w:rPr>
        <w:t>زيبائي</w:t>
      </w:r>
      <w:r>
        <w:rPr>
          <w:rtl/>
        </w:rPr>
        <w:t xml:space="preserve"> كى جانب ميلان8</w:t>
      </w:r>
    </w:p>
    <w:p w:rsidR="001F628F" w:rsidRDefault="00547AF4" w:rsidP="00547AF4">
      <w:pPr>
        <w:pStyle w:val="Heading2Center"/>
        <w:rPr>
          <w:rtl/>
        </w:rPr>
      </w:pPr>
      <w:bookmarkStart w:id="86" w:name="_Toc28081764"/>
      <w:r>
        <w:rPr>
          <w:rFonts w:hint="cs"/>
          <w:rtl/>
        </w:rPr>
        <w:t>آیت 40</w:t>
      </w:r>
      <w:bookmarkEnd w:id="86"/>
    </w:p>
    <w:p w:rsidR="001F628F" w:rsidRDefault="00E260F9" w:rsidP="00547AF4">
      <w:pPr>
        <w:pStyle w:val="libNormal"/>
        <w:rPr>
          <w:rtl/>
        </w:rPr>
      </w:pPr>
      <w:r w:rsidRPr="00E260F9">
        <w:rPr>
          <w:rStyle w:val="libAlaemChar"/>
          <w:rFonts w:hint="eastAsia"/>
          <w:rtl/>
        </w:rPr>
        <w:t>(</w:t>
      </w:r>
      <w:r w:rsidRPr="00547AF4">
        <w:rPr>
          <w:rStyle w:val="libAieChar"/>
          <w:rFonts w:hint="eastAsia"/>
          <w:rtl/>
        </w:rPr>
        <w:t>إِلاَّ</w:t>
      </w:r>
      <w:r w:rsidRPr="00547AF4">
        <w:rPr>
          <w:rStyle w:val="libAieChar"/>
          <w:rtl/>
        </w:rPr>
        <w:t xml:space="preserve"> عِبَادَكَ مِنْهُمُ الْمُخْلَصِينَ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علاوہ</w:t>
      </w:r>
      <w:r>
        <w:rPr>
          <w:rtl/>
        </w:rPr>
        <w:t xml:space="preserve"> تيرے ان بندو</w:t>
      </w:r>
      <w:r w:rsidR="00083993">
        <w:rPr>
          <w:rtl/>
        </w:rPr>
        <w:t xml:space="preserve">ں </w:t>
      </w:r>
      <w:r>
        <w:rPr>
          <w:rtl/>
        </w:rPr>
        <w:t>كے جنھي</w:t>
      </w:r>
      <w:r w:rsidR="00083993">
        <w:rPr>
          <w:rtl/>
        </w:rPr>
        <w:t xml:space="preserve">ں </w:t>
      </w:r>
      <w:r>
        <w:rPr>
          <w:rtl/>
        </w:rPr>
        <w:t>تو نے خالص بنا لياہے _</w:t>
      </w:r>
    </w:p>
    <w:p w:rsidR="001F628F" w:rsidRDefault="001F628F" w:rsidP="00547AF4">
      <w:pPr>
        <w:pStyle w:val="libNormal"/>
        <w:rPr>
          <w:rtl/>
        </w:rPr>
      </w:pPr>
      <w:r>
        <w:rPr>
          <w:rtl/>
        </w:rPr>
        <w:t>1_ابليس نے اُن بندو</w:t>
      </w:r>
      <w:r w:rsidR="00083993">
        <w:rPr>
          <w:rtl/>
        </w:rPr>
        <w:t xml:space="preserve">ں </w:t>
      </w:r>
      <w:r>
        <w:rPr>
          <w:rtl/>
        </w:rPr>
        <w:t>كو اپنى گمراہى واضلال سے مستثنى قرار ديا ہے كہ جن كو خداوند متعال نے ہر قسم كى الودگى سے پاك كيا ہوا ہے_</w:t>
      </w:r>
      <w:r w:rsidRPr="00547AF4">
        <w:rPr>
          <w:rStyle w:val="libArabicChar"/>
          <w:rFonts w:hint="eastAsia"/>
          <w:rtl/>
        </w:rPr>
        <w:t>لا</w:t>
      </w:r>
      <w:r w:rsidRPr="00547AF4">
        <w:rPr>
          <w:rStyle w:val="libArabicChar"/>
          <w:rtl/>
        </w:rPr>
        <w:t xml:space="preserve"> 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w:t>
      </w:r>
      <w:r w:rsidRPr="00547AF4">
        <w:rPr>
          <w:rStyle w:val="libArabicChar"/>
          <w:rFonts w:hint="cs"/>
          <w:rtl/>
        </w:rPr>
        <w:t>جمعين</w:t>
      </w:r>
      <w:r w:rsidRPr="00547AF4">
        <w:rPr>
          <w:rStyle w:val="libArabicChar"/>
          <w:rtl/>
        </w:rPr>
        <w:t>_</w:t>
      </w:r>
      <w:r w:rsidRPr="00547AF4">
        <w:rPr>
          <w:rStyle w:val="libArabicChar"/>
          <w:rFonts w:hint="cs"/>
          <w:rtl/>
        </w:rPr>
        <w:t>الّا</w:t>
      </w:r>
      <w:r w:rsidRPr="00547AF4">
        <w:rPr>
          <w:rStyle w:val="libArabicChar"/>
          <w:rtl/>
        </w:rPr>
        <w:t xml:space="preserve"> </w:t>
      </w:r>
      <w:r w:rsidRPr="00547AF4">
        <w:rPr>
          <w:rStyle w:val="libArabicChar"/>
          <w:rFonts w:hint="cs"/>
          <w:rtl/>
        </w:rPr>
        <w:t>عبادك</w:t>
      </w:r>
      <w:r w:rsidRPr="00547AF4">
        <w:rPr>
          <w:rStyle w:val="libArabicChar"/>
          <w:rtl/>
        </w:rPr>
        <w:t xml:space="preserve"> </w:t>
      </w:r>
      <w:r w:rsidRPr="00547AF4">
        <w:rPr>
          <w:rStyle w:val="libArabicChar"/>
          <w:rFonts w:hint="cs"/>
          <w:rtl/>
        </w:rPr>
        <w:t>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w:t>
      </w:r>
      <w:r w:rsidRPr="00547AF4">
        <w:rPr>
          <w:rStyle w:val="libArabicChar"/>
          <w:rtl/>
        </w:rPr>
        <w:t>مخلصين</w:t>
      </w:r>
    </w:p>
    <w:p w:rsidR="001F628F" w:rsidRDefault="001F628F" w:rsidP="001F628F">
      <w:pPr>
        <w:pStyle w:val="libNormal"/>
        <w:rPr>
          <w:rtl/>
        </w:rPr>
      </w:pPr>
      <w:r>
        <w:rPr>
          <w:rFonts w:hint="eastAsia"/>
          <w:rtl/>
        </w:rPr>
        <w:t>مندرجہ</w:t>
      </w:r>
      <w:r>
        <w:rPr>
          <w:rtl/>
        </w:rPr>
        <w:t xml:space="preserve"> مطلب اس بات پر مبنى ہے كہ جب ''منھم'' عباد كے لئے حال ہو _مخلص صيغہ مفعول ہے اور ايسے شخص كو كہا جاتا ہے كہ جو ہر قسم كى الودگى سے پاك اور منزہ ہو چكا ہو_</w:t>
      </w:r>
    </w:p>
    <w:p w:rsidR="001F628F" w:rsidRDefault="001F628F" w:rsidP="001F628F">
      <w:pPr>
        <w:pStyle w:val="libNormal"/>
        <w:rPr>
          <w:rtl/>
        </w:rPr>
      </w:pPr>
      <w:r>
        <w:rPr>
          <w:rtl/>
        </w:rPr>
        <w:t>2_ہر قسم كى الودگى سے پاك ہونا اور خدا وند متعال كى بندگى اختيار كرنا ابليس كے بہكاوے سے بچنے كى شرط ہے_</w:t>
      </w:r>
    </w:p>
    <w:p w:rsidR="001F628F" w:rsidRDefault="001F628F" w:rsidP="00547AF4">
      <w:pPr>
        <w:pStyle w:val="libArabic"/>
        <w:rPr>
          <w:rtl/>
        </w:rPr>
      </w:pPr>
      <w:r>
        <w:rPr>
          <w:rFonts w:hint="eastAsia"/>
          <w:rtl/>
        </w:rPr>
        <w:t>الّا</w:t>
      </w:r>
      <w:r>
        <w:rPr>
          <w:rtl/>
        </w:rPr>
        <w:t xml:space="preserve"> عبادك من</w:t>
      </w:r>
      <w:r w:rsidR="00F21947" w:rsidRPr="00B2551F">
        <w:rPr>
          <w:rFonts w:hint="cs"/>
          <w:rtl/>
        </w:rPr>
        <w:t>ه</w:t>
      </w:r>
      <w:r>
        <w:rPr>
          <w:rFonts w:hint="cs"/>
          <w:rtl/>
        </w:rPr>
        <w:t>م</w:t>
      </w:r>
      <w:r>
        <w:rPr>
          <w:rtl/>
        </w:rPr>
        <w:t xml:space="preserve"> </w:t>
      </w:r>
      <w:r>
        <w:rPr>
          <w:rFonts w:hint="cs"/>
          <w:rtl/>
        </w:rPr>
        <w:t>الم</w:t>
      </w:r>
      <w:r>
        <w:rPr>
          <w:rtl/>
        </w:rPr>
        <w:t>خلصين</w:t>
      </w:r>
    </w:p>
    <w:p w:rsidR="001F628F" w:rsidRDefault="001F628F" w:rsidP="001F628F">
      <w:pPr>
        <w:pStyle w:val="libNormal"/>
        <w:rPr>
          <w:rtl/>
        </w:rPr>
      </w:pPr>
      <w:r>
        <w:rPr>
          <w:rtl/>
        </w:rPr>
        <w:t>3_تمام انسان، حتى خد اكے خالص بندے بھى ابليس كے ذريعے بُرائيو</w:t>
      </w:r>
      <w:r w:rsidR="00083993">
        <w:rPr>
          <w:rtl/>
        </w:rPr>
        <w:t xml:space="preserve">ں </w:t>
      </w:r>
      <w:r>
        <w:rPr>
          <w:rtl/>
        </w:rPr>
        <w:t>كى ارا</w:t>
      </w:r>
      <w:r w:rsidR="009F604A">
        <w:rPr>
          <w:rtl/>
        </w:rPr>
        <w:t>ئش</w:t>
      </w:r>
      <w:r>
        <w:rPr>
          <w:rtl/>
        </w:rPr>
        <w:t xml:space="preserve"> سے بہك جانے</w:t>
      </w:r>
    </w:p>
    <w:p w:rsidR="00547AF4" w:rsidRDefault="001E7F9D" w:rsidP="00F73EDE">
      <w:pPr>
        <w:pStyle w:val="libPoemTini"/>
        <w:rPr>
          <w:rtl/>
        </w:rPr>
      </w:pPr>
      <w:r>
        <w:rPr>
          <w:rtl/>
        </w:rPr>
        <w:br w:type="page"/>
      </w:r>
    </w:p>
    <w:p w:rsidR="001F628F" w:rsidRDefault="001F628F" w:rsidP="00547AF4">
      <w:pPr>
        <w:pStyle w:val="libNormal"/>
        <w:rPr>
          <w:rtl/>
        </w:rPr>
      </w:pPr>
      <w:r>
        <w:rPr>
          <w:rFonts w:hint="eastAsia"/>
          <w:rtl/>
        </w:rPr>
        <w:lastRenderedPageBreak/>
        <w:t>اور</w:t>
      </w:r>
      <w:r>
        <w:rPr>
          <w:rtl/>
        </w:rPr>
        <w:t xml:space="preserve"> اُس كے فريب كے خطرے سے دوچارہي</w:t>
      </w:r>
      <w:r w:rsidR="00083993">
        <w:rPr>
          <w:rtl/>
        </w:rPr>
        <w:t xml:space="preserve">ں </w:t>
      </w:r>
      <w:r>
        <w:rPr>
          <w:rtl/>
        </w:rPr>
        <w:t>_</w:t>
      </w:r>
      <w:r w:rsidRPr="00547AF4">
        <w:rPr>
          <w:rStyle w:val="libArabicChar"/>
          <w:rFonts w:hint="eastAsia"/>
          <w:rtl/>
        </w:rPr>
        <w:t>لا</w:t>
      </w:r>
      <w:r w:rsidRPr="00547AF4">
        <w:rPr>
          <w:rStyle w:val="libArabicChar"/>
          <w:rtl/>
        </w:rPr>
        <w:t xml:space="preserve"> 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w:t>
      </w:r>
      <w:r w:rsidRPr="00547AF4">
        <w:rPr>
          <w:rStyle w:val="libArabicChar"/>
          <w:rFonts w:hint="cs"/>
          <w:rtl/>
        </w:rPr>
        <w:t>جمعين</w:t>
      </w:r>
      <w:r w:rsidRPr="00547AF4">
        <w:rPr>
          <w:rStyle w:val="libArabicChar"/>
          <w:rtl/>
        </w:rPr>
        <w:t>_</w:t>
      </w:r>
      <w:r w:rsidRPr="00547AF4">
        <w:rPr>
          <w:rStyle w:val="libArabicChar"/>
          <w:rFonts w:hint="cs"/>
          <w:rtl/>
        </w:rPr>
        <w:t>الّا</w:t>
      </w:r>
      <w:r w:rsidRPr="00547AF4">
        <w:rPr>
          <w:rStyle w:val="libArabicChar"/>
          <w:rtl/>
        </w:rPr>
        <w:t xml:space="preserve"> </w:t>
      </w:r>
      <w:r w:rsidRPr="00547AF4">
        <w:rPr>
          <w:rStyle w:val="libArabicChar"/>
          <w:rFonts w:hint="cs"/>
          <w:rtl/>
        </w:rPr>
        <w:t>عبادك</w:t>
      </w:r>
      <w:r w:rsidRPr="00547AF4">
        <w:rPr>
          <w:rStyle w:val="libArabicChar"/>
          <w:rtl/>
        </w:rPr>
        <w:t xml:space="preserve"> </w:t>
      </w:r>
      <w:r w:rsidRPr="00547AF4">
        <w:rPr>
          <w:rStyle w:val="libArabicChar"/>
          <w:rFonts w:hint="cs"/>
          <w:rtl/>
        </w:rPr>
        <w:t>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w:t>
      </w:r>
      <w:r w:rsidRPr="00547AF4">
        <w:rPr>
          <w:rStyle w:val="libArabicChar"/>
          <w:rtl/>
        </w:rPr>
        <w:t>مخلصين</w:t>
      </w:r>
    </w:p>
    <w:p w:rsidR="001F628F" w:rsidRDefault="001F628F" w:rsidP="001F628F">
      <w:pPr>
        <w:pStyle w:val="libNormal"/>
        <w:rPr>
          <w:rtl/>
        </w:rPr>
      </w:pPr>
      <w:r>
        <w:rPr>
          <w:rFonts w:hint="eastAsia"/>
          <w:rtl/>
        </w:rPr>
        <w:t>جملہ</w:t>
      </w:r>
      <w:r>
        <w:rPr>
          <w:rtl/>
        </w:rPr>
        <w:t xml:space="preserve"> ''</w:t>
      </w:r>
      <w:r w:rsidRPr="00547AF4">
        <w:rPr>
          <w:rStyle w:val="libArabicChar"/>
          <w:rtl/>
        </w:rPr>
        <w:t>لا غوينّ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 xml:space="preserve"> </w:t>
      </w:r>
      <w:r w:rsidRPr="00547AF4">
        <w:rPr>
          <w:rStyle w:val="libArabicChar"/>
          <w:rFonts w:hint="cs"/>
          <w:rtl/>
        </w:rPr>
        <w:t>جمعين</w:t>
      </w:r>
      <w:r w:rsidRPr="00547AF4">
        <w:rPr>
          <w:rStyle w:val="libArabicChar"/>
          <w:rtl/>
        </w:rPr>
        <w:t xml:space="preserve"> </w:t>
      </w:r>
      <w:r>
        <w:rPr>
          <w:rtl/>
        </w:rPr>
        <w:t xml:space="preserve">'' سے جملہ '' </w:t>
      </w:r>
      <w:r w:rsidRPr="00547AF4">
        <w:rPr>
          <w:rStyle w:val="libArabicChar"/>
          <w:rtl/>
        </w:rPr>
        <w:t>الّا عبادك 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المخلصين</w:t>
      </w:r>
      <w:r>
        <w:rPr>
          <w:rtl/>
        </w:rPr>
        <w:t xml:space="preserve"> '' مستثنى ہوا ہے نہ كہ جملہ ''</w:t>
      </w:r>
      <w:r w:rsidR="00115327" w:rsidRPr="00115327">
        <w:rPr>
          <w:rStyle w:val="libArabicChar"/>
          <w:rtl/>
        </w:rPr>
        <w:t xml:space="preserve">لأ زيننّ </w:t>
      </w:r>
      <w:r w:rsidRPr="00547AF4">
        <w:rPr>
          <w:rStyle w:val="libArabicChar"/>
          <w:rtl/>
        </w:rPr>
        <w:t>ل</w:t>
      </w:r>
      <w:r w:rsidR="00F21947" w:rsidRPr="00B2551F">
        <w:rPr>
          <w:rStyle w:val="libArabicChar"/>
          <w:rFonts w:hint="cs"/>
          <w:rtl/>
        </w:rPr>
        <w:t>ه</w:t>
      </w:r>
      <w:r w:rsidRPr="00547AF4">
        <w:rPr>
          <w:rStyle w:val="libArabicChar"/>
          <w:rFonts w:hint="cs"/>
          <w:rtl/>
        </w:rPr>
        <w:t>م</w:t>
      </w:r>
      <w:r w:rsidRPr="00547AF4">
        <w:rPr>
          <w:rStyle w:val="libArabicChar"/>
          <w:rtl/>
        </w:rPr>
        <w:t xml:space="preserve"> ... </w:t>
      </w:r>
      <w:r>
        <w:rPr>
          <w:rtl/>
        </w:rPr>
        <w:t>'' يعنى ابليس خدا كے خالص بندو</w:t>
      </w:r>
      <w:r w:rsidR="00083993">
        <w:rPr>
          <w:rtl/>
        </w:rPr>
        <w:t xml:space="preserve">ں </w:t>
      </w:r>
      <w:r>
        <w:rPr>
          <w:rtl/>
        </w:rPr>
        <w:t>كو گمراہ كرنے سے عاجز ہے ليكن وہ سب كے پيچھے جاتا ہے اور سب كے دلو</w:t>
      </w:r>
      <w:r w:rsidR="00083993">
        <w:rPr>
          <w:rtl/>
        </w:rPr>
        <w:t xml:space="preserve">ں </w:t>
      </w:r>
      <w:r>
        <w:rPr>
          <w:rtl/>
        </w:rPr>
        <w:t>مي</w:t>
      </w:r>
      <w:r w:rsidR="00083993">
        <w:rPr>
          <w:rtl/>
        </w:rPr>
        <w:t xml:space="preserve">ں </w:t>
      </w:r>
      <w:r>
        <w:rPr>
          <w:rtl/>
        </w:rPr>
        <w:t xml:space="preserve">وسوسہ ڈالنے كى كوشش كرتا ہے _قابل ذكر ہے كہ سورہ اعراف كى آيت 200 بھى اسى مطلب كى تائيد كر تى ہے كہ جو شيطان كى جانب سے پيغمبر اسلام </w:t>
      </w:r>
      <w:r w:rsidR="00F031CD" w:rsidRPr="00F031CD">
        <w:rPr>
          <w:rStyle w:val="libAlaemChar"/>
          <w:rtl/>
        </w:rPr>
        <w:t xml:space="preserve"> صلى‌الله‌عليه‌وآله‌وسلم </w:t>
      </w:r>
      <w:r>
        <w:rPr>
          <w:rtl/>
        </w:rPr>
        <w:t xml:space="preserve"> كو بہكانے كے بارے مي</w:t>
      </w:r>
      <w:r w:rsidR="00083993">
        <w:rPr>
          <w:rtl/>
        </w:rPr>
        <w:t xml:space="preserve">ں </w:t>
      </w:r>
      <w:r>
        <w:rPr>
          <w:rtl/>
        </w:rPr>
        <w:t>ہے (</w:t>
      </w:r>
      <w:r w:rsidRPr="00547AF4">
        <w:rPr>
          <w:rStyle w:val="libArabicChar"/>
          <w:rtl/>
        </w:rPr>
        <w:t>واما ينزغنّك من الشيطان نزغ فاستعذ بالله</w:t>
      </w:r>
      <w:r>
        <w:rPr>
          <w:rtl/>
        </w:rPr>
        <w:t xml:space="preserve"> )_</w:t>
      </w:r>
    </w:p>
    <w:p w:rsidR="001F628F" w:rsidRDefault="001F628F" w:rsidP="001F628F">
      <w:pPr>
        <w:pStyle w:val="libNormal"/>
        <w:rPr>
          <w:rtl/>
        </w:rPr>
      </w:pPr>
      <w:r>
        <w:rPr>
          <w:rtl/>
        </w:rPr>
        <w:t xml:space="preserve">4_ابليس ،خلقت انسان كے اغاز سے ہى ادم </w:t>
      </w:r>
      <w:r w:rsidR="00367F17" w:rsidRPr="00367F17">
        <w:rPr>
          <w:rStyle w:val="libAlaemChar"/>
          <w:rtl/>
        </w:rPr>
        <w:t xml:space="preserve"> عليه‌السلام </w:t>
      </w:r>
      <w:r>
        <w:rPr>
          <w:rtl/>
        </w:rPr>
        <w:t xml:space="preserve"> و حوا كى نسل كے زيادہ ہونے اور اُن مي</w:t>
      </w:r>
      <w:r w:rsidR="00083993">
        <w:rPr>
          <w:rtl/>
        </w:rPr>
        <w:t xml:space="preserve">ں </w:t>
      </w:r>
      <w:r>
        <w:rPr>
          <w:rtl/>
        </w:rPr>
        <w:t>سے اكثر كے اپنے بہكاوے مي</w:t>
      </w:r>
      <w:r w:rsidR="00083993">
        <w:rPr>
          <w:rtl/>
        </w:rPr>
        <w:t xml:space="preserve">ں </w:t>
      </w:r>
      <w:r>
        <w:rPr>
          <w:rtl/>
        </w:rPr>
        <w:t>اجانے اور خدا كے خالص بندو</w:t>
      </w:r>
      <w:r w:rsidR="00083993">
        <w:rPr>
          <w:rtl/>
        </w:rPr>
        <w:t xml:space="preserve">ں </w:t>
      </w:r>
      <w:r>
        <w:rPr>
          <w:rtl/>
        </w:rPr>
        <w:t>كے اپنے ورغلانے سے متاثر نہ ہونے سے اگا ہ تھا_</w:t>
      </w:r>
    </w:p>
    <w:p w:rsidR="001F628F" w:rsidRDefault="001F628F" w:rsidP="00547AF4">
      <w:pPr>
        <w:pStyle w:val="libArabic"/>
        <w:rPr>
          <w:rtl/>
        </w:rPr>
      </w:pPr>
      <w:r>
        <w:rPr>
          <w:rFonts w:hint="eastAsia"/>
          <w:rtl/>
        </w:rPr>
        <w:t>لا</w:t>
      </w:r>
      <w:r>
        <w:rPr>
          <w:rtl/>
        </w:rPr>
        <w:t xml:space="preserve"> غوينّ</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r>
        <w:rPr>
          <w:rtl/>
        </w:rPr>
        <w:t>_</w:t>
      </w:r>
      <w:r>
        <w:rPr>
          <w:rFonts w:hint="cs"/>
          <w:rtl/>
        </w:rPr>
        <w:t>الّا</w:t>
      </w:r>
      <w:r>
        <w:rPr>
          <w:rtl/>
        </w:rPr>
        <w:t xml:space="preserve"> </w:t>
      </w:r>
      <w:r>
        <w:rPr>
          <w:rFonts w:hint="cs"/>
          <w:rtl/>
        </w:rPr>
        <w:t>عبادك</w:t>
      </w:r>
      <w:r>
        <w:rPr>
          <w:rtl/>
        </w:rPr>
        <w:t xml:space="preserve"> </w:t>
      </w:r>
      <w:r>
        <w:rPr>
          <w:rFonts w:hint="cs"/>
          <w:rtl/>
        </w:rPr>
        <w:t>من</w:t>
      </w:r>
      <w:r w:rsidR="00F21947" w:rsidRPr="00B2551F">
        <w:rPr>
          <w:rFonts w:hint="cs"/>
          <w:rtl/>
        </w:rPr>
        <w:t>ه</w:t>
      </w:r>
      <w:r>
        <w:rPr>
          <w:rFonts w:hint="cs"/>
          <w:rtl/>
        </w:rPr>
        <w:t>م</w:t>
      </w:r>
      <w:r>
        <w:rPr>
          <w:rtl/>
        </w:rPr>
        <w:t xml:space="preserve"> </w:t>
      </w:r>
      <w:r>
        <w:rPr>
          <w:rFonts w:hint="cs"/>
          <w:rtl/>
        </w:rPr>
        <w:t>الم</w:t>
      </w:r>
      <w:r>
        <w:rPr>
          <w:rtl/>
        </w:rPr>
        <w:t>خلصين</w:t>
      </w:r>
    </w:p>
    <w:p w:rsidR="001F628F" w:rsidRDefault="001F628F" w:rsidP="00547AF4">
      <w:pPr>
        <w:pStyle w:val="libNormal"/>
        <w:rPr>
          <w:rtl/>
        </w:rPr>
      </w:pPr>
      <w:r>
        <w:rPr>
          <w:rtl/>
        </w:rPr>
        <w:t>5_خدا وند متعال كے خالص بندے اقليت مي</w:t>
      </w:r>
      <w:r w:rsidR="00083993">
        <w:rPr>
          <w:rtl/>
        </w:rPr>
        <w:t xml:space="preserve">ں </w:t>
      </w:r>
      <w:r>
        <w:rPr>
          <w:rtl/>
        </w:rPr>
        <w:t>ہي</w:t>
      </w:r>
      <w:r w:rsidR="00083993">
        <w:rPr>
          <w:rtl/>
        </w:rPr>
        <w:t xml:space="preserve">ں </w:t>
      </w:r>
      <w:r>
        <w:rPr>
          <w:rtl/>
        </w:rPr>
        <w:t>_</w:t>
      </w:r>
      <w:r w:rsidRPr="00547AF4">
        <w:rPr>
          <w:rStyle w:val="libArabicChar"/>
          <w:rFonts w:hint="eastAsia"/>
          <w:rtl/>
        </w:rPr>
        <w:t>الّا</w:t>
      </w:r>
      <w:r w:rsidRPr="00547AF4">
        <w:rPr>
          <w:rStyle w:val="libArabicChar"/>
          <w:rtl/>
        </w:rPr>
        <w:t xml:space="preserve"> عبادك 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w:t>
      </w:r>
      <w:r w:rsidRPr="00547AF4">
        <w:rPr>
          <w:rStyle w:val="libArabicChar"/>
          <w:rtl/>
        </w:rPr>
        <w:t>مخلصين</w:t>
      </w:r>
    </w:p>
    <w:p w:rsidR="001F628F" w:rsidRDefault="001F628F" w:rsidP="001F628F">
      <w:pPr>
        <w:pStyle w:val="libNormal"/>
        <w:rPr>
          <w:rtl/>
        </w:rPr>
      </w:pPr>
      <w:r>
        <w:rPr>
          <w:rFonts w:hint="eastAsia"/>
          <w:rtl/>
        </w:rPr>
        <w:t>چونكہ</w:t>
      </w:r>
      <w:r>
        <w:rPr>
          <w:rtl/>
        </w:rPr>
        <w:t xml:space="preserve"> قاعدے كے مطابق مستثنى ،مستثنى منہ سے كمتر ہوتا ہے ورنہ استثنا ء غلط ہو گا _اس سے مذكورہ نكتہ اخذ ہوتا ہے_</w:t>
      </w:r>
    </w:p>
    <w:p w:rsidR="001F628F" w:rsidRDefault="001F628F" w:rsidP="00547AF4">
      <w:pPr>
        <w:pStyle w:val="libNormal"/>
        <w:rPr>
          <w:rtl/>
        </w:rPr>
      </w:pPr>
      <w:r>
        <w:rPr>
          <w:rFonts w:hint="eastAsia"/>
          <w:rtl/>
        </w:rPr>
        <w:t>ادم</w:t>
      </w:r>
      <w:r>
        <w:rPr>
          <w:rtl/>
        </w:rPr>
        <w:t xml:space="preserve"> </w:t>
      </w:r>
      <w:r w:rsidR="00367F17" w:rsidRPr="00367F17">
        <w:rPr>
          <w:rStyle w:val="libAlaemChar"/>
          <w:rtl/>
        </w:rPr>
        <w:t xml:space="preserve"> عليه‌السلام </w:t>
      </w:r>
      <w:r>
        <w:rPr>
          <w:rtl/>
        </w:rPr>
        <w:t xml:space="preserve"> :</w:t>
      </w:r>
      <w:r>
        <w:rPr>
          <w:rFonts w:hint="eastAsia"/>
          <w:rtl/>
        </w:rPr>
        <w:t>نسل</w:t>
      </w:r>
      <w:r>
        <w:rPr>
          <w:rtl/>
        </w:rPr>
        <w:t xml:space="preserve"> ادم </w:t>
      </w:r>
      <w:r w:rsidR="00367F17" w:rsidRPr="00367F17">
        <w:rPr>
          <w:rStyle w:val="libAlaemChar"/>
          <w:rtl/>
        </w:rPr>
        <w:t xml:space="preserve"> عليه‌السلام </w:t>
      </w:r>
      <w:r>
        <w:rPr>
          <w:rtl/>
        </w:rPr>
        <w:t xml:space="preserve"> كا زيادہ ہونا 4</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كا علم 4;ابليس كا ورغلانا 3;ابليس كے ور غلانے سے بچنے كى شرائط 2;ابليس كے ورغلانے كى حدود 1</w:t>
      </w:r>
    </w:p>
    <w:p w:rsidR="001F628F" w:rsidRDefault="001F628F" w:rsidP="00547AF4">
      <w:pPr>
        <w:pStyle w:val="libNormal"/>
        <w:rPr>
          <w:rtl/>
        </w:rPr>
      </w:pPr>
      <w:r>
        <w:rPr>
          <w:rFonts w:hint="eastAsia"/>
          <w:rtl/>
        </w:rPr>
        <w:t>اخلاص</w:t>
      </w:r>
      <w:r>
        <w:rPr>
          <w:rtl/>
        </w:rPr>
        <w:t>:</w:t>
      </w:r>
      <w:r>
        <w:rPr>
          <w:rFonts w:hint="eastAsia"/>
          <w:rtl/>
        </w:rPr>
        <w:t>اخلاص</w:t>
      </w:r>
      <w:r>
        <w:rPr>
          <w:rtl/>
        </w:rPr>
        <w:t xml:space="preserve"> كے اثرات 2</w:t>
      </w:r>
    </w:p>
    <w:p w:rsidR="001F628F" w:rsidRDefault="001F628F" w:rsidP="00547AF4">
      <w:pPr>
        <w:pStyle w:val="libNormal"/>
        <w:rPr>
          <w:rtl/>
        </w:rPr>
      </w:pPr>
      <w:r>
        <w:rPr>
          <w:rFonts w:hint="eastAsia"/>
          <w:rtl/>
        </w:rPr>
        <w:t>اكثريت</w:t>
      </w:r>
      <w:r>
        <w:rPr>
          <w:rtl/>
        </w:rPr>
        <w:t xml:space="preserve"> :</w:t>
      </w:r>
      <w:r>
        <w:rPr>
          <w:rFonts w:hint="eastAsia"/>
          <w:rtl/>
        </w:rPr>
        <w:t>اكثريت</w:t>
      </w:r>
      <w:r>
        <w:rPr>
          <w:rtl/>
        </w:rPr>
        <w:t xml:space="preserve"> كا بہك جانا 4</w:t>
      </w:r>
    </w:p>
    <w:p w:rsidR="001F628F" w:rsidRDefault="001F628F" w:rsidP="00547AF4">
      <w:pPr>
        <w:pStyle w:val="libNormal"/>
        <w:rPr>
          <w:rtl/>
        </w:rPr>
      </w:pPr>
      <w:r>
        <w:rPr>
          <w:rFonts w:hint="eastAsia"/>
          <w:rtl/>
        </w:rPr>
        <w:t>الله</w:t>
      </w:r>
      <w:r>
        <w:rPr>
          <w:rtl/>
        </w:rPr>
        <w:t xml:space="preserve"> تعالى كے بندے :</w:t>
      </w:r>
      <w:r>
        <w:rPr>
          <w:rFonts w:hint="eastAsia"/>
          <w:rtl/>
        </w:rPr>
        <w:t>الله</w:t>
      </w:r>
      <w:r>
        <w:rPr>
          <w:rtl/>
        </w:rPr>
        <w:t xml:space="preserve"> تعالى كے بندو</w:t>
      </w:r>
      <w:r w:rsidR="00083993">
        <w:rPr>
          <w:rtl/>
        </w:rPr>
        <w:t xml:space="preserve">ں </w:t>
      </w:r>
      <w:r>
        <w:rPr>
          <w:rtl/>
        </w:rPr>
        <w:t>كا بہكاوے مي</w:t>
      </w:r>
      <w:r w:rsidR="00083993">
        <w:rPr>
          <w:rtl/>
        </w:rPr>
        <w:t xml:space="preserve">ں </w:t>
      </w:r>
      <w:r>
        <w:rPr>
          <w:rtl/>
        </w:rPr>
        <w:t>نہ انا1، 2;الله تعالى كے بندو</w:t>
      </w:r>
      <w:r w:rsidR="00083993">
        <w:rPr>
          <w:rtl/>
        </w:rPr>
        <w:t xml:space="preserve">ں </w:t>
      </w:r>
      <w:r>
        <w:rPr>
          <w:rtl/>
        </w:rPr>
        <w:t>كى كمى 5</w:t>
      </w:r>
    </w:p>
    <w:p w:rsidR="001F628F" w:rsidRDefault="001F628F" w:rsidP="00547AF4">
      <w:pPr>
        <w:pStyle w:val="libNormal"/>
        <w:rPr>
          <w:rtl/>
        </w:rPr>
      </w:pPr>
      <w:r>
        <w:rPr>
          <w:rFonts w:hint="eastAsia"/>
          <w:rtl/>
        </w:rPr>
        <w:t>انسان</w:t>
      </w:r>
      <w:r>
        <w:rPr>
          <w:rtl/>
        </w:rPr>
        <w:t xml:space="preserve"> :</w:t>
      </w:r>
      <w:r>
        <w:rPr>
          <w:rFonts w:hint="eastAsia"/>
          <w:rtl/>
        </w:rPr>
        <w:t>انسان</w:t>
      </w:r>
      <w:r>
        <w:rPr>
          <w:rtl/>
        </w:rPr>
        <w:t xml:space="preserve"> كا بہكاوے مي</w:t>
      </w:r>
      <w:r w:rsidR="00083993">
        <w:rPr>
          <w:rtl/>
        </w:rPr>
        <w:t xml:space="preserve">ں </w:t>
      </w:r>
      <w:r>
        <w:rPr>
          <w:rtl/>
        </w:rPr>
        <w:t>انا 4;انسانو</w:t>
      </w:r>
      <w:r w:rsidR="00083993">
        <w:rPr>
          <w:rtl/>
        </w:rPr>
        <w:t xml:space="preserve">ں </w:t>
      </w:r>
      <w:r>
        <w:rPr>
          <w:rtl/>
        </w:rPr>
        <w:t>كى گمراہى 3;انسانو</w:t>
      </w:r>
      <w:r w:rsidR="00083993">
        <w:rPr>
          <w:rtl/>
        </w:rPr>
        <w:t xml:space="preserve">ں </w:t>
      </w:r>
      <w:r>
        <w:rPr>
          <w:rtl/>
        </w:rPr>
        <w:t>كى لغزشي</w:t>
      </w:r>
      <w:r w:rsidR="00083993">
        <w:rPr>
          <w:rtl/>
        </w:rPr>
        <w:t xml:space="preserve">ں </w:t>
      </w:r>
      <w:r>
        <w:rPr>
          <w:rtl/>
        </w:rPr>
        <w:t>4</w:t>
      </w:r>
    </w:p>
    <w:p w:rsidR="001F628F" w:rsidRDefault="001F628F" w:rsidP="00547AF4">
      <w:pPr>
        <w:pStyle w:val="libNormal"/>
        <w:rPr>
          <w:rtl/>
        </w:rPr>
      </w:pPr>
      <w:r>
        <w:rPr>
          <w:rFonts w:hint="eastAsia"/>
          <w:rtl/>
        </w:rPr>
        <w:t>عبوديت</w:t>
      </w:r>
      <w:r>
        <w:rPr>
          <w:rtl/>
        </w:rPr>
        <w:t xml:space="preserve"> :</w:t>
      </w:r>
      <w:r>
        <w:rPr>
          <w:rFonts w:hint="eastAsia"/>
          <w:rtl/>
        </w:rPr>
        <w:t>عبوديت</w:t>
      </w:r>
      <w:r>
        <w:rPr>
          <w:rtl/>
        </w:rPr>
        <w:t xml:space="preserve"> كے اثرات 2</w:t>
      </w:r>
    </w:p>
    <w:p w:rsidR="001F628F" w:rsidRDefault="001F628F" w:rsidP="00547AF4">
      <w:pPr>
        <w:pStyle w:val="libNormal"/>
        <w:rPr>
          <w:rtl/>
        </w:rPr>
      </w:pPr>
      <w:r>
        <w:rPr>
          <w:rFonts w:hint="eastAsia"/>
          <w:rtl/>
        </w:rPr>
        <w:t>مخلصين</w:t>
      </w:r>
      <w:r>
        <w:rPr>
          <w:rtl/>
        </w:rPr>
        <w:t xml:space="preserve"> :</w:t>
      </w:r>
      <w:r>
        <w:rPr>
          <w:rFonts w:hint="eastAsia"/>
          <w:rtl/>
        </w:rPr>
        <w:t>مخلصين</w:t>
      </w:r>
      <w:r>
        <w:rPr>
          <w:rtl/>
        </w:rPr>
        <w:t xml:space="preserve"> كا بہكاوے مي</w:t>
      </w:r>
      <w:r w:rsidR="00083993">
        <w:rPr>
          <w:rtl/>
        </w:rPr>
        <w:t xml:space="preserve">ں </w:t>
      </w:r>
      <w:r>
        <w:rPr>
          <w:rtl/>
        </w:rPr>
        <w:t>نہ انا 1،4;مخلصين كا كم ہونا 5;مخلصين كا محفوظ ہونا 1;مخلصين كے فضائل 1</w:t>
      </w:r>
    </w:p>
    <w:p w:rsidR="00547AF4" w:rsidRDefault="001E7F9D" w:rsidP="00F73EDE">
      <w:pPr>
        <w:pStyle w:val="libPoemTini"/>
        <w:rPr>
          <w:rtl/>
        </w:rPr>
      </w:pPr>
      <w:r>
        <w:rPr>
          <w:rtl/>
        </w:rPr>
        <w:br w:type="page"/>
      </w:r>
    </w:p>
    <w:p w:rsidR="00547AF4" w:rsidRDefault="00547AF4" w:rsidP="00547AF4">
      <w:pPr>
        <w:pStyle w:val="Heading2Center"/>
        <w:rPr>
          <w:rtl/>
        </w:rPr>
      </w:pPr>
      <w:bookmarkStart w:id="87" w:name="_Toc28081765"/>
      <w:r>
        <w:rPr>
          <w:rFonts w:hint="cs"/>
          <w:rtl/>
        </w:rPr>
        <w:lastRenderedPageBreak/>
        <w:t>آیت 41</w:t>
      </w:r>
      <w:bookmarkEnd w:id="87"/>
    </w:p>
    <w:p w:rsidR="001F628F" w:rsidRDefault="00E260F9" w:rsidP="00547AF4">
      <w:pPr>
        <w:pStyle w:val="libNormal"/>
        <w:rPr>
          <w:rtl/>
        </w:rPr>
      </w:pPr>
      <w:r w:rsidRPr="00E260F9">
        <w:rPr>
          <w:rStyle w:val="libAlaemChar"/>
          <w:rFonts w:hint="eastAsia"/>
          <w:rtl/>
        </w:rPr>
        <w:t>(</w:t>
      </w:r>
      <w:r w:rsidRPr="00547AF4">
        <w:rPr>
          <w:rStyle w:val="libAieChar"/>
          <w:rFonts w:hint="eastAsia"/>
          <w:rtl/>
        </w:rPr>
        <w:t>قَالَ</w:t>
      </w:r>
      <w:r w:rsidRPr="00547AF4">
        <w:rPr>
          <w:rStyle w:val="libAieChar"/>
          <w:rtl/>
        </w:rPr>
        <w:t xml:space="preserve"> هَذَا صِرَاطٌ عَلَيَّ مُسْتَقِيمٌ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ارشادہوا</w:t>
      </w:r>
      <w:r>
        <w:rPr>
          <w:rtl/>
        </w:rPr>
        <w:t xml:space="preserve"> كہ يہى ميرا سيدھا راستہ ہے _</w:t>
      </w:r>
    </w:p>
    <w:p w:rsidR="001F628F" w:rsidRDefault="001F628F" w:rsidP="001F628F">
      <w:pPr>
        <w:pStyle w:val="libNormal"/>
        <w:rPr>
          <w:rtl/>
        </w:rPr>
      </w:pPr>
      <w:r>
        <w:rPr>
          <w:rtl/>
        </w:rPr>
        <w:t>1_عبوديت اور ہر قسم كى الودگى سے پاك ہونا ہى خدا كاسيدھا راستہ ہے_</w:t>
      </w:r>
    </w:p>
    <w:p w:rsidR="001F628F" w:rsidRDefault="001F628F" w:rsidP="00547AF4">
      <w:pPr>
        <w:pStyle w:val="libArabic"/>
        <w:rPr>
          <w:rtl/>
        </w:rPr>
      </w:pPr>
      <w:r>
        <w:rPr>
          <w:rFonts w:hint="eastAsia"/>
          <w:rtl/>
        </w:rPr>
        <w:t>الّا</w:t>
      </w:r>
      <w:r>
        <w:rPr>
          <w:rtl/>
        </w:rPr>
        <w:t xml:space="preserve"> عبادك من</w:t>
      </w:r>
      <w:r w:rsidR="00F21947" w:rsidRPr="00B2551F">
        <w:rPr>
          <w:rFonts w:hint="cs"/>
          <w:rtl/>
        </w:rPr>
        <w:t>ه</w:t>
      </w:r>
      <w:r>
        <w:rPr>
          <w:rFonts w:hint="cs"/>
          <w:rtl/>
        </w:rPr>
        <w:t>م</w:t>
      </w:r>
      <w:r>
        <w:rPr>
          <w:rtl/>
        </w:rPr>
        <w:t xml:space="preserve"> </w:t>
      </w:r>
      <w:r>
        <w:rPr>
          <w:rFonts w:hint="cs"/>
          <w:rtl/>
        </w:rPr>
        <w:t>المخلصين</w:t>
      </w:r>
      <w:r>
        <w:rPr>
          <w:rtl/>
        </w:rPr>
        <w:t>_</w:t>
      </w:r>
      <w:r>
        <w:rPr>
          <w:rFonts w:hint="cs"/>
          <w:rtl/>
        </w:rPr>
        <w:t>قال</w:t>
      </w:r>
      <w:r>
        <w:rPr>
          <w:rtl/>
        </w:rPr>
        <w:t xml:space="preserve"> </w:t>
      </w:r>
      <w:r w:rsidR="00F21947" w:rsidRPr="00B2551F">
        <w:rPr>
          <w:rFonts w:hint="cs"/>
          <w:rtl/>
        </w:rPr>
        <w:t>ه</w:t>
      </w:r>
      <w:r>
        <w:rPr>
          <w:rFonts w:hint="cs"/>
          <w:rtl/>
        </w:rPr>
        <w:t>ذا</w:t>
      </w:r>
      <w:r>
        <w:rPr>
          <w:rtl/>
        </w:rPr>
        <w:t xml:space="preserve"> </w:t>
      </w:r>
      <w:r>
        <w:rPr>
          <w:rFonts w:hint="cs"/>
          <w:rtl/>
        </w:rPr>
        <w:t>صرط</w:t>
      </w:r>
      <w:r>
        <w:rPr>
          <w:rtl/>
        </w:rPr>
        <w:t xml:space="preserve"> </w:t>
      </w:r>
      <w:r>
        <w:rPr>
          <w:rFonts w:hint="cs"/>
          <w:rtl/>
        </w:rPr>
        <w:t>على</w:t>
      </w:r>
      <w:r>
        <w:rPr>
          <w:rtl/>
        </w:rPr>
        <w:t xml:space="preserve"> </w:t>
      </w:r>
      <w:r>
        <w:rPr>
          <w:rFonts w:hint="cs"/>
          <w:rtl/>
        </w:rPr>
        <w:t>م</w:t>
      </w:r>
      <w:r>
        <w:rPr>
          <w:rtl/>
        </w:rPr>
        <w:t>ستقيم</w:t>
      </w:r>
    </w:p>
    <w:p w:rsidR="001F628F" w:rsidRDefault="001F628F" w:rsidP="00547AF4">
      <w:pPr>
        <w:pStyle w:val="libNormal"/>
        <w:rPr>
          <w:rtl/>
        </w:rPr>
      </w:pPr>
      <w:r>
        <w:rPr>
          <w:rtl/>
        </w:rPr>
        <w:t>2_ابليس كا لوگو</w:t>
      </w:r>
      <w:r w:rsidR="00083993">
        <w:rPr>
          <w:rtl/>
        </w:rPr>
        <w:t xml:space="preserve">ں </w:t>
      </w:r>
      <w:r>
        <w:rPr>
          <w:rtl/>
        </w:rPr>
        <w:t>كى اكثر يت كو بہكانے پر قادر ہونا اور خداوند متعال كے خالص بندو</w:t>
      </w:r>
      <w:r w:rsidR="00083993">
        <w:rPr>
          <w:rtl/>
        </w:rPr>
        <w:t xml:space="preserve">ں </w:t>
      </w:r>
      <w:r>
        <w:rPr>
          <w:rtl/>
        </w:rPr>
        <w:t>كو گمراہ كرنے سے عاجز ہونا ،الہى قانون اور سنت ہے_</w:t>
      </w:r>
      <w:r w:rsidRPr="00547AF4">
        <w:rPr>
          <w:rStyle w:val="libArabicChar"/>
          <w:rFonts w:hint="eastAsia"/>
          <w:rtl/>
        </w:rPr>
        <w:t>الّا</w:t>
      </w:r>
      <w:r w:rsidRPr="00547AF4">
        <w:rPr>
          <w:rStyle w:val="libArabicChar"/>
          <w:rtl/>
        </w:rPr>
        <w:t xml:space="preserve"> عبادك 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المخلصين</w:t>
      </w:r>
      <w:r w:rsidRPr="00547AF4">
        <w:rPr>
          <w:rStyle w:val="libArabicChar"/>
          <w:rtl/>
        </w:rPr>
        <w:t>_</w:t>
      </w:r>
      <w:r w:rsidRPr="00547AF4">
        <w:rPr>
          <w:rStyle w:val="libArabicChar"/>
          <w:rFonts w:hint="cs"/>
          <w:rtl/>
        </w:rPr>
        <w:t>قال</w:t>
      </w:r>
      <w:r w:rsidRPr="00547AF4">
        <w:rPr>
          <w:rStyle w:val="libArabicChar"/>
          <w:rtl/>
        </w:rPr>
        <w:t xml:space="preserve"> </w:t>
      </w:r>
      <w:r w:rsidR="00F21947" w:rsidRPr="00B2551F">
        <w:rPr>
          <w:rStyle w:val="libArabicChar"/>
          <w:rFonts w:hint="cs"/>
          <w:rtl/>
        </w:rPr>
        <w:t>ه</w:t>
      </w:r>
      <w:r w:rsidRPr="00547AF4">
        <w:rPr>
          <w:rStyle w:val="libArabicChar"/>
          <w:rFonts w:hint="cs"/>
          <w:rtl/>
        </w:rPr>
        <w:t>ذا</w:t>
      </w:r>
      <w:r w:rsidRPr="00547AF4">
        <w:rPr>
          <w:rStyle w:val="libArabicChar"/>
          <w:rtl/>
        </w:rPr>
        <w:t xml:space="preserve"> </w:t>
      </w:r>
      <w:r w:rsidRPr="00547AF4">
        <w:rPr>
          <w:rStyle w:val="libArabicChar"/>
          <w:rFonts w:hint="cs"/>
          <w:rtl/>
        </w:rPr>
        <w:t>صرط</w:t>
      </w:r>
      <w:r w:rsidRPr="00547AF4">
        <w:rPr>
          <w:rStyle w:val="libArabicChar"/>
          <w:rtl/>
        </w:rPr>
        <w:t xml:space="preserve"> على مستقيم</w:t>
      </w:r>
    </w:p>
    <w:p w:rsidR="001F628F" w:rsidRDefault="001F628F" w:rsidP="001F628F">
      <w:pPr>
        <w:pStyle w:val="libNormal"/>
        <w:rPr>
          <w:rtl/>
        </w:rPr>
      </w:pPr>
      <w:r>
        <w:rPr>
          <w:rFonts w:hint="eastAsia"/>
          <w:rtl/>
        </w:rPr>
        <w:t>مندرجہ</w:t>
      </w:r>
      <w:r>
        <w:rPr>
          <w:rtl/>
        </w:rPr>
        <w:t xml:space="preserve"> بالا مطلب اس احتمال پر مبنى ہے كہ جب ''ھذا '' كا مشار اليہ ابليس كى جانب سے لوگو</w:t>
      </w:r>
      <w:r w:rsidR="00083993">
        <w:rPr>
          <w:rtl/>
        </w:rPr>
        <w:t xml:space="preserve">ں </w:t>
      </w:r>
      <w:r>
        <w:rPr>
          <w:rtl/>
        </w:rPr>
        <w:t>كى اكثريت كا بہكاوے مي</w:t>
      </w:r>
      <w:r w:rsidR="00083993">
        <w:rPr>
          <w:rtl/>
        </w:rPr>
        <w:t xml:space="preserve">ں </w:t>
      </w:r>
      <w:r>
        <w:rPr>
          <w:rtl/>
        </w:rPr>
        <w:t>انا اور خالص بندو</w:t>
      </w:r>
      <w:r w:rsidR="00083993">
        <w:rPr>
          <w:rtl/>
        </w:rPr>
        <w:t xml:space="preserve">ں </w:t>
      </w:r>
      <w:r>
        <w:rPr>
          <w:rtl/>
        </w:rPr>
        <w:t>كا بہكاوے سے محفوظ رہنا ہواوركلمہ ''علّي'' ضمانت اور ذمہ دارى كا معنى ديتا ہے _اور مستقيم وہ چيز ہے كہ جس مي</w:t>
      </w:r>
      <w:r w:rsidR="00083993">
        <w:rPr>
          <w:rtl/>
        </w:rPr>
        <w:t xml:space="preserve">ں </w:t>
      </w:r>
      <w:r>
        <w:rPr>
          <w:rtl/>
        </w:rPr>
        <w:t>كجى و انحراف پ</w:t>
      </w:r>
      <w:r>
        <w:rPr>
          <w:rFonts w:hint="eastAsia"/>
          <w:rtl/>
        </w:rPr>
        <w:t>يدا</w:t>
      </w:r>
      <w:r>
        <w:rPr>
          <w:rtl/>
        </w:rPr>
        <w:t xml:space="preserve"> نہي</w:t>
      </w:r>
      <w:r w:rsidR="00083993">
        <w:rPr>
          <w:rtl/>
        </w:rPr>
        <w:t xml:space="preserve">ں </w:t>
      </w:r>
      <w:r>
        <w:rPr>
          <w:rtl/>
        </w:rPr>
        <w:t>ہوتا لہذا ''ھذا صرط عليّ مستقيم '' كا معنى يہ ہو گا: خدا كى جانب سے ايسا امر ايك ناقابل تغيير حكم ہے جسے اصطلاح مي</w:t>
      </w:r>
      <w:r w:rsidR="00083993">
        <w:rPr>
          <w:rtl/>
        </w:rPr>
        <w:t xml:space="preserve">ں </w:t>
      </w:r>
      <w:r>
        <w:rPr>
          <w:rtl/>
        </w:rPr>
        <w:t>''سنت '' كہا جاتا ہے_</w:t>
      </w:r>
    </w:p>
    <w:p w:rsidR="001F628F" w:rsidRDefault="001F628F" w:rsidP="001F628F">
      <w:pPr>
        <w:pStyle w:val="libNormal"/>
        <w:rPr>
          <w:rtl/>
        </w:rPr>
      </w:pPr>
      <w:r>
        <w:rPr>
          <w:rtl/>
        </w:rPr>
        <w:t>3_ لوگو</w:t>
      </w:r>
      <w:r w:rsidR="00083993">
        <w:rPr>
          <w:rtl/>
        </w:rPr>
        <w:t xml:space="preserve">ں </w:t>
      </w:r>
      <w:r>
        <w:rPr>
          <w:rtl/>
        </w:rPr>
        <w:t>كو بہكانے كے لئے ابليس كى تمام كوشش اور قدرت ، خداوند متعال كى حاكميت اور قدرت كے تابع ہے_</w:t>
      </w:r>
    </w:p>
    <w:p w:rsidR="001F628F" w:rsidRDefault="00F21947" w:rsidP="00547AF4">
      <w:pPr>
        <w:pStyle w:val="libArabic"/>
        <w:rPr>
          <w:rtl/>
        </w:rPr>
      </w:pPr>
      <w:r w:rsidRPr="00B2551F">
        <w:rPr>
          <w:rFonts w:hint="cs"/>
          <w:rtl/>
        </w:rPr>
        <w:t>ه</w:t>
      </w:r>
      <w:r w:rsidR="001F628F">
        <w:rPr>
          <w:rFonts w:hint="cs"/>
          <w:rtl/>
        </w:rPr>
        <w:t>ذا</w:t>
      </w:r>
      <w:r w:rsidR="001F628F">
        <w:rPr>
          <w:rtl/>
        </w:rPr>
        <w:t xml:space="preserve"> صرط عليّ مستقيم</w:t>
      </w:r>
    </w:p>
    <w:p w:rsidR="001F628F" w:rsidRDefault="001F628F" w:rsidP="001F628F">
      <w:pPr>
        <w:pStyle w:val="libNormal"/>
        <w:rPr>
          <w:rtl/>
        </w:rPr>
      </w:pPr>
      <w:r>
        <w:rPr>
          <w:rFonts w:hint="eastAsia"/>
          <w:rtl/>
        </w:rPr>
        <w:t>جملہ</w:t>
      </w:r>
      <w:r>
        <w:rPr>
          <w:rtl/>
        </w:rPr>
        <w:t xml:space="preserve"> '' ھذا صرط عليّ مستقيم ''ہو سكتا ہے ابليس كے جواب مي</w:t>
      </w:r>
      <w:r w:rsidR="00083993">
        <w:rPr>
          <w:rtl/>
        </w:rPr>
        <w:t xml:space="preserve">ں </w:t>
      </w:r>
      <w:r>
        <w:rPr>
          <w:rtl/>
        </w:rPr>
        <w:t>كہا گيا ہو كہ جو اپنى انانيت كى وجہ سے لوگو</w:t>
      </w:r>
      <w:r w:rsidR="00083993">
        <w:rPr>
          <w:rtl/>
        </w:rPr>
        <w:t xml:space="preserve">ں </w:t>
      </w:r>
      <w:r>
        <w:rPr>
          <w:rtl/>
        </w:rPr>
        <w:t>كو بہكانے كے عمل كو اپنے ساتھ منسوب كر رہا ہے ليكن خدا اس كے جواب مي</w:t>
      </w:r>
      <w:r w:rsidR="00083993">
        <w:rPr>
          <w:rtl/>
        </w:rPr>
        <w:t xml:space="preserve">ں </w:t>
      </w:r>
      <w:r>
        <w:rPr>
          <w:rtl/>
        </w:rPr>
        <w:t>فرماتا ہے :ايسا نہي</w:t>
      </w:r>
      <w:r w:rsidR="00083993">
        <w:rPr>
          <w:rtl/>
        </w:rPr>
        <w:t xml:space="preserve">ں </w:t>
      </w:r>
      <w:r>
        <w:rPr>
          <w:rtl/>
        </w:rPr>
        <w:t>بلكہ اُس كى يہ قدرت، قدرت الہى كے تابع ہے_</w:t>
      </w:r>
    </w:p>
    <w:p w:rsidR="001F628F" w:rsidRDefault="001F628F" w:rsidP="001F628F">
      <w:pPr>
        <w:pStyle w:val="libNormal"/>
        <w:rPr>
          <w:rtl/>
        </w:rPr>
      </w:pPr>
      <w:r>
        <w:rPr>
          <w:rtl/>
        </w:rPr>
        <w:t>4_</w:t>
      </w:r>
      <w:r w:rsidRPr="00547AF4">
        <w:rPr>
          <w:rStyle w:val="libArabicChar"/>
          <w:rtl/>
        </w:rPr>
        <w:t>''عن سلّام بن المستنير الجعفى قال: دخلت على ا بى جعفر</w:t>
      </w:r>
      <w:r w:rsidR="00367F17" w:rsidRPr="00367F17">
        <w:rPr>
          <w:rStyle w:val="libAlaemChar"/>
          <w:rtl/>
        </w:rPr>
        <w:t xml:space="preserve"> عليه‌السلام </w:t>
      </w:r>
      <w:r w:rsidRPr="00547AF4">
        <w:rPr>
          <w:rStyle w:val="libArabicChar"/>
          <w:rtl/>
        </w:rPr>
        <w:t xml:space="preserve"> ...قال: قلت:ما قول الله عزّوجلّ فى كتاب</w:t>
      </w:r>
      <w:r w:rsidR="00120F63" w:rsidRPr="00B2551F">
        <w:rPr>
          <w:rStyle w:val="libArabicChar"/>
          <w:rFonts w:hint="cs"/>
          <w:rtl/>
        </w:rPr>
        <w:t>ه</w:t>
      </w:r>
      <w:r w:rsidRPr="00547AF4">
        <w:rPr>
          <w:rStyle w:val="libArabicChar"/>
          <w:rtl/>
        </w:rPr>
        <w:t>:''</w:t>
      </w:r>
      <w:r w:rsidRPr="00547AF4">
        <w:rPr>
          <w:rStyle w:val="libArabicChar"/>
          <w:rFonts w:hint="cs"/>
          <w:rtl/>
        </w:rPr>
        <w:t>قال</w:t>
      </w:r>
      <w:r w:rsidRPr="00547AF4">
        <w:rPr>
          <w:rStyle w:val="libArabicChar"/>
          <w:rtl/>
        </w:rPr>
        <w:t xml:space="preserve"> </w:t>
      </w:r>
      <w:r w:rsidR="00F21947" w:rsidRPr="00B2551F">
        <w:rPr>
          <w:rStyle w:val="libArabicChar"/>
          <w:rFonts w:hint="cs"/>
          <w:rtl/>
        </w:rPr>
        <w:t>ه</w:t>
      </w:r>
      <w:r w:rsidRPr="00547AF4">
        <w:rPr>
          <w:rStyle w:val="libArabicChar"/>
          <w:rFonts w:hint="cs"/>
          <w:rtl/>
        </w:rPr>
        <w:t>ذا</w:t>
      </w:r>
      <w:r w:rsidRPr="00547AF4">
        <w:rPr>
          <w:rStyle w:val="libArabicChar"/>
          <w:rtl/>
        </w:rPr>
        <w:t xml:space="preserve"> </w:t>
      </w:r>
      <w:r w:rsidRPr="00547AF4">
        <w:rPr>
          <w:rStyle w:val="libArabicChar"/>
          <w:rFonts w:hint="cs"/>
          <w:rtl/>
        </w:rPr>
        <w:t>صراط</w:t>
      </w:r>
      <w:r w:rsidRPr="00547AF4">
        <w:rPr>
          <w:rStyle w:val="libArabicChar"/>
          <w:rtl/>
        </w:rPr>
        <w:t xml:space="preserve"> </w:t>
      </w:r>
      <w:r w:rsidRPr="00547AF4">
        <w:rPr>
          <w:rStyle w:val="libArabicChar"/>
          <w:rFonts w:hint="cs"/>
          <w:rtl/>
        </w:rPr>
        <w:t>عليّ</w:t>
      </w:r>
      <w:r w:rsidRPr="00547AF4">
        <w:rPr>
          <w:rStyle w:val="libArabicChar"/>
          <w:rtl/>
        </w:rPr>
        <w:t xml:space="preserve"> </w:t>
      </w:r>
      <w:r w:rsidRPr="00547AF4">
        <w:rPr>
          <w:rStyle w:val="libArabicChar"/>
          <w:rFonts w:hint="cs"/>
          <w:rtl/>
        </w:rPr>
        <w:t>مستقيم</w:t>
      </w:r>
      <w:r w:rsidRPr="00547AF4">
        <w:rPr>
          <w:rStyle w:val="libArabicChar"/>
          <w:rtl/>
        </w:rPr>
        <w:t xml:space="preserve">'' </w:t>
      </w:r>
      <w:r w:rsidRPr="00547AF4">
        <w:rPr>
          <w:rStyle w:val="libArabicChar"/>
          <w:rFonts w:hint="cs"/>
          <w:rtl/>
        </w:rPr>
        <w:t>قال</w:t>
      </w:r>
      <w:r w:rsidRPr="00547AF4">
        <w:rPr>
          <w:rStyle w:val="libArabicChar"/>
          <w:rtl/>
        </w:rPr>
        <w:t>:</w:t>
      </w:r>
      <w:r w:rsidRPr="00547AF4">
        <w:rPr>
          <w:rStyle w:val="libArabicChar"/>
          <w:rFonts w:hint="cs"/>
          <w:rtl/>
        </w:rPr>
        <w:t>صراط</w:t>
      </w:r>
      <w:r w:rsidRPr="00547AF4">
        <w:rPr>
          <w:rStyle w:val="libArabicChar"/>
          <w:rtl/>
        </w:rPr>
        <w:t xml:space="preserve"> </w:t>
      </w:r>
      <w:r w:rsidRPr="00547AF4">
        <w:rPr>
          <w:rStyle w:val="libArabicChar"/>
          <w:rFonts w:hint="cs"/>
          <w:rtl/>
        </w:rPr>
        <w:t>على</w:t>
      </w:r>
      <w:r w:rsidRPr="00547AF4">
        <w:rPr>
          <w:rStyle w:val="libArabicChar"/>
          <w:rtl/>
        </w:rPr>
        <w:t xml:space="preserve"> </w:t>
      </w:r>
      <w:r w:rsidRPr="00547AF4">
        <w:rPr>
          <w:rStyle w:val="libArabicChar"/>
          <w:rFonts w:hint="cs"/>
          <w:rtl/>
        </w:rPr>
        <w:t>بن</w:t>
      </w:r>
      <w:r w:rsidRPr="00547AF4">
        <w:rPr>
          <w:rStyle w:val="libArabicChar"/>
          <w:rtl/>
        </w:rPr>
        <w:t xml:space="preserve"> </w:t>
      </w:r>
      <w:r w:rsidRPr="00547AF4">
        <w:rPr>
          <w:rStyle w:val="libArabicChar"/>
          <w:rFonts w:hint="cs"/>
          <w:rtl/>
        </w:rPr>
        <w:t>ا</w:t>
      </w:r>
      <w:r w:rsidRPr="00547AF4">
        <w:rPr>
          <w:rStyle w:val="libArabicChar"/>
          <w:rtl/>
        </w:rPr>
        <w:t xml:space="preserve"> </w:t>
      </w:r>
      <w:r w:rsidRPr="00547AF4">
        <w:rPr>
          <w:rStyle w:val="libArabicChar"/>
          <w:rFonts w:hint="cs"/>
          <w:rtl/>
        </w:rPr>
        <w:t>بى</w:t>
      </w:r>
      <w:r w:rsidRPr="00547AF4">
        <w:rPr>
          <w:rStyle w:val="libArabicChar"/>
          <w:rtl/>
        </w:rPr>
        <w:t xml:space="preserve"> </w:t>
      </w:r>
      <w:r w:rsidRPr="00547AF4">
        <w:rPr>
          <w:rStyle w:val="libArabicChar"/>
          <w:rFonts w:hint="cs"/>
          <w:rtl/>
        </w:rPr>
        <w:t>طالب</w:t>
      </w:r>
      <w:r w:rsidRPr="00547AF4">
        <w:rPr>
          <w:rStyle w:val="libArabicChar"/>
          <w:rtl/>
        </w:rPr>
        <w:t xml:space="preserve"> </w:t>
      </w:r>
      <w:r w:rsidR="00367F17" w:rsidRPr="00367F17">
        <w:rPr>
          <w:rStyle w:val="libAlaemChar"/>
          <w:rtl/>
        </w:rPr>
        <w:t xml:space="preserve"> عليه‌السلام </w:t>
      </w:r>
      <w:r w:rsidRPr="00547AF4">
        <w:rPr>
          <w:rStyle w:val="libArabicChar"/>
          <w:rtl/>
        </w:rPr>
        <w:t xml:space="preserve"> ..</w:t>
      </w:r>
      <w:r>
        <w:rPr>
          <w:rtl/>
        </w:rPr>
        <w:t xml:space="preserve">. ; </w:t>
      </w:r>
      <w:r w:rsidRPr="00547AF4">
        <w:rPr>
          <w:rStyle w:val="libFootnotenumChar"/>
          <w:rtl/>
        </w:rPr>
        <w:t>(1)</w:t>
      </w:r>
      <w:r>
        <w:rPr>
          <w:rtl/>
        </w:rPr>
        <w:t xml:space="preserve"> سلام بن مستنير جعفى سے منقول ہے كہ مي</w:t>
      </w:r>
      <w:r w:rsidR="00083993">
        <w:rPr>
          <w:rtl/>
        </w:rPr>
        <w:t xml:space="preserve">ں </w:t>
      </w:r>
      <w:r>
        <w:rPr>
          <w:rtl/>
        </w:rPr>
        <w:t xml:space="preserve">امام باقر </w:t>
      </w:r>
      <w:r w:rsidR="00367F17" w:rsidRPr="00367F17">
        <w:rPr>
          <w:rStyle w:val="libAlaemChar"/>
          <w:rtl/>
        </w:rPr>
        <w:t xml:space="preserve"> عليه‌السلام </w:t>
      </w:r>
      <w:r>
        <w:rPr>
          <w:rtl/>
        </w:rPr>
        <w:t xml:space="preserve"> كي</w:t>
      </w:r>
    </w:p>
    <w:p w:rsidR="001F628F" w:rsidRDefault="00B84D3B" w:rsidP="00B84D3B">
      <w:pPr>
        <w:pStyle w:val="libLine"/>
        <w:rPr>
          <w:rtl/>
        </w:rPr>
      </w:pPr>
      <w:r>
        <w:rPr>
          <w:rtl/>
        </w:rPr>
        <w:t>____________________</w:t>
      </w:r>
    </w:p>
    <w:p w:rsidR="001F628F" w:rsidRDefault="001F628F" w:rsidP="00547AF4">
      <w:pPr>
        <w:pStyle w:val="libFootnote"/>
        <w:rPr>
          <w:rtl/>
        </w:rPr>
      </w:pPr>
      <w:r>
        <w:rPr>
          <w:rtl/>
        </w:rPr>
        <w:t>1)تفسير فرات ،ص225، ح1 ،مسلسل2 ،3; بحارالانوار ،ج35، ص372، ح18_</w:t>
      </w:r>
    </w:p>
    <w:p w:rsidR="00547AF4" w:rsidRDefault="001E7F9D" w:rsidP="00F73EDE">
      <w:pPr>
        <w:pStyle w:val="libPoemTini"/>
        <w:rPr>
          <w:rtl/>
        </w:rPr>
      </w:pPr>
      <w:r>
        <w:rPr>
          <w:rtl/>
        </w:rPr>
        <w:br w:type="page"/>
      </w:r>
    </w:p>
    <w:p w:rsidR="001F628F" w:rsidRDefault="001F628F" w:rsidP="00547AF4">
      <w:pPr>
        <w:pStyle w:val="libNormal"/>
        <w:rPr>
          <w:rtl/>
        </w:rPr>
      </w:pPr>
      <w:r>
        <w:rPr>
          <w:rFonts w:hint="eastAsia"/>
          <w:rtl/>
        </w:rPr>
        <w:lastRenderedPageBreak/>
        <w:t>خدمت</w:t>
      </w:r>
      <w:r>
        <w:rPr>
          <w:rtl/>
        </w:rPr>
        <w:t xml:space="preserve"> مي</w:t>
      </w:r>
      <w:r w:rsidR="00083993">
        <w:rPr>
          <w:rtl/>
        </w:rPr>
        <w:t xml:space="preserve">ں </w:t>
      </w:r>
      <w:r>
        <w:rPr>
          <w:rtl/>
        </w:rPr>
        <w:t>حاضر ہوا اور مي</w:t>
      </w:r>
      <w:r w:rsidR="00083993">
        <w:rPr>
          <w:rtl/>
        </w:rPr>
        <w:t xml:space="preserve">ں </w:t>
      </w:r>
      <w:r>
        <w:rPr>
          <w:rtl/>
        </w:rPr>
        <w:t xml:space="preserve">نے اما م </w:t>
      </w:r>
      <w:r w:rsidR="00367F17" w:rsidRPr="00367F17">
        <w:rPr>
          <w:rStyle w:val="libAlaemChar"/>
          <w:rtl/>
        </w:rPr>
        <w:t xml:space="preserve"> عليه‌السلام </w:t>
      </w:r>
      <w:r>
        <w:rPr>
          <w:rtl/>
        </w:rPr>
        <w:t xml:space="preserve"> سے پوچھا : خداوند عزوجل نے اپنى كتاب مي</w:t>
      </w:r>
      <w:r w:rsidR="00083993">
        <w:rPr>
          <w:rtl/>
        </w:rPr>
        <w:t xml:space="preserve">ں </w:t>
      </w:r>
      <w:r>
        <w:rPr>
          <w:rtl/>
        </w:rPr>
        <w:t xml:space="preserve">يہ جو فرمايا ہے </w:t>
      </w:r>
      <w:r w:rsidRPr="00547AF4">
        <w:rPr>
          <w:rStyle w:val="libArabicChar"/>
          <w:rtl/>
        </w:rPr>
        <w:t>ك</w:t>
      </w:r>
      <w:r w:rsidR="00120F63" w:rsidRPr="00B2551F">
        <w:rPr>
          <w:rStyle w:val="libArabicChar"/>
          <w:rFonts w:hint="cs"/>
          <w:rtl/>
        </w:rPr>
        <w:t>ه</w:t>
      </w:r>
      <w:r w:rsidRPr="00547AF4">
        <w:rPr>
          <w:rStyle w:val="libArabicChar"/>
          <w:rtl/>
        </w:rPr>
        <w:t>''</w:t>
      </w:r>
      <w:r w:rsidRPr="00547AF4">
        <w:rPr>
          <w:rStyle w:val="libArabicChar"/>
          <w:rFonts w:hint="cs"/>
          <w:rtl/>
        </w:rPr>
        <w:t>قال</w:t>
      </w:r>
      <w:r w:rsidRPr="00547AF4">
        <w:rPr>
          <w:rStyle w:val="libArabicChar"/>
          <w:rtl/>
        </w:rPr>
        <w:t xml:space="preserve"> </w:t>
      </w:r>
      <w:r w:rsidR="00F21947" w:rsidRPr="00B2551F">
        <w:rPr>
          <w:rStyle w:val="libArabicChar"/>
          <w:rFonts w:hint="cs"/>
          <w:rtl/>
        </w:rPr>
        <w:t>ه</w:t>
      </w:r>
      <w:r w:rsidRPr="00547AF4">
        <w:rPr>
          <w:rStyle w:val="libArabicChar"/>
          <w:rFonts w:hint="cs"/>
          <w:rtl/>
        </w:rPr>
        <w:t>ذا</w:t>
      </w:r>
      <w:r w:rsidRPr="00547AF4">
        <w:rPr>
          <w:rStyle w:val="libArabicChar"/>
          <w:rtl/>
        </w:rPr>
        <w:t xml:space="preserve"> </w:t>
      </w:r>
      <w:r w:rsidRPr="00547AF4">
        <w:rPr>
          <w:rStyle w:val="libArabicChar"/>
          <w:rFonts w:hint="cs"/>
          <w:rtl/>
        </w:rPr>
        <w:t>صراط</w:t>
      </w:r>
      <w:r w:rsidRPr="00547AF4">
        <w:rPr>
          <w:rStyle w:val="libArabicChar"/>
          <w:rtl/>
        </w:rPr>
        <w:t xml:space="preserve"> </w:t>
      </w:r>
      <w:r w:rsidRPr="00547AF4">
        <w:rPr>
          <w:rStyle w:val="libArabicChar"/>
          <w:rFonts w:hint="cs"/>
          <w:rtl/>
        </w:rPr>
        <w:t>على</w:t>
      </w:r>
      <w:r w:rsidRPr="00547AF4">
        <w:rPr>
          <w:rStyle w:val="libArabicChar"/>
          <w:rtl/>
        </w:rPr>
        <w:t xml:space="preserve"> </w:t>
      </w:r>
      <w:r w:rsidRPr="00547AF4">
        <w:rPr>
          <w:rStyle w:val="libArabicChar"/>
          <w:rFonts w:hint="cs"/>
          <w:rtl/>
        </w:rPr>
        <w:t>مستقيم</w:t>
      </w:r>
      <w:r w:rsidRPr="00547AF4">
        <w:rPr>
          <w:rStyle w:val="libArabicChar"/>
          <w:rtl/>
        </w:rPr>
        <w:t>''</w:t>
      </w:r>
      <w:r>
        <w:rPr>
          <w:rtl/>
        </w:rPr>
        <w:t xml:space="preserve">،اس سے كيا مراد ہے؟اپ </w:t>
      </w:r>
      <w:r w:rsidR="00367F17" w:rsidRPr="00367F17">
        <w:rPr>
          <w:rStyle w:val="libAlaemChar"/>
          <w:rtl/>
        </w:rPr>
        <w:t xml:space="preserve"> عليه‌السلام </w:t>
      </w:r>
      <w:r>
        <w:rPr>
          <w:rtl/>
        </w:rPr>
        <w:t xml:space="preserve"> نے فرمايا:يہ ،على ابن ابى طالب </w:t>
      </w:r>
      <w:r w:rsidR="00367F17" w:rsidRPr="00367F17">
        <w:rPr>
          <w:rStyle w:val="libAlaemChar"/>
          <w:rtl/>
        </w:rPr>
        <w:t xml:space="preserve"> عليه‌السلام </w:t>
      </w:r>
      <w:r>
        <w:rPr>
          <w:rtl/>
        </w:rPr>
        <w:t xml:space="preserve"> كا راستہ ہے ...''</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كا بہكانا 2،3</w:t>
      </w:r>
    </w:p>
    <w:p w:rsidR="001F628F" w:rsidRDefault="001F628F" w:rsidP="00547AF4">
      <w:pPr>
        <w:pStyle w:val="libNormal"/>
        <w:rPr>
          <w:rtl/>
        </w:rPr>
      </w:pPr>
      <w:r>
        <w:rPr>
          <w:rFonts w:hint="eastAsia"/>
          <w:rtl/>
        </w:rPr>
        <w:t>اخلاص</w:t>
      </w:r>
      <w:r>
        <w:rPr>
          <w:rtl/>
        </w:rPr>
        <w:t>:</w:t>
      </w:r>
      <w:r>
        <w:rPr>
          <w:rFonts w:hint="eastAsia"/>
          <w:rtl/>
        </w:rPr>
        <w:t>اخلاص</w:t>
      </w:r>
      <w:r>
        <w:rPr>
          <w:rtl/>
        </w:rPr>
        <w:t xml:space="preserve"> كى اہميت 1</w:t>
      </w:r>
    </w:p>
    <w:p w:rsidR="001F628F" w:rsidRDefault="001F628F" w:rsidP="00547AF4">
      <w:pPr>
        <w:pStyle w:val="libNormal"/>
        <w:rPr>
          <w:rtl/>
        </w:rPr>
      </w:pPr>
      <w:r>
        <w:rPr>
          <w:rFonts w:hint="eastAsia"/>
          <w:rtl/>
        </w:rPr>
        <w:t>اكثريت</w:t>
      </w:r>
      <w:r>
        <w:rPr>
          <w:rtl/>
        </w:rPr>
        <w:t xml:space="preserve"> :</w:t>
      </w:r>
      <w:r>
        <w:rPr>
          <w:rFonts w:hint="eastAsia"/>
          <w:rtl/>
        </w:rPr>
        <w:t>اكثريت</w:t>
      </w:r>
      <w:r>
        <w:rPr>
          <w:rtl/>
        </w:rPr>
        <w:t xml:space="preserve"> كا بہكاوے مي</w:t>
      </w:r>
      <w:r w:rsidR="00083993">
        <w:rPr>
          <w:rtl/>
        </w:rPr>
        <w:t xml:space="preserve">ں </w:t>
      </w:r>
      <w:r>
        <w:rPr>
          <w:rtl/>
        </w:rPr>
        <w:t>اجانا2</w:t>
      </w:r>
    </w:p>
    <w:p w:rsidR="001F628F" w:rsidRDefault="001F628F" w:rsidP="00547AF4">
      <w:pPr>
        <w:pStyle w:val="libNormal"/>
        <w:rPr>
          <w:rtl/>
        </w:rPr>
      </w:pPr>
      <w:r>
        <w:rPr>
          <w:rFonts w:hint="eastAsia"/>
          <w:rtl/>
        </w:rPr>
        <w:t>الله</w:t>
      </w:r>
      <w:r>
        <w:rPr>
          <w:rtl/>
        </w:rPr>
        <w:t xml:space="preserve"> تعالى :</w:t>
      </w:r>
      <w:r>
        <w:rPr>
          <w:rFonts w:hint="eastAsia"/>
          <w:rtl/>
        </w:rPr>
        <w:t>الله</w:t>
      </w:r>
      <w:r>
        <w:rPr>
          <w:rtl/>
        </w:rPr>
        <w:t xml:space="preserve"> تعالى كى حاكميت 3;الله تعالى كى سنن 2;الله تعالى كى قدرت 3</w:t>
      </w:r>
    </w:p>
    <w:p w:rsidR="001F628F" w:rsidRDefault="001F628F" w:rsidP="00547AF4">
      <w:pPr>
        <w:pStyle w:val="libNormal"/>
        <w:rPr>
          <w:rtl/>
        </w:rPr>
      </w:pPr>
      <w:r>
        <w:rPr>
          <w:rFonts w:hint="eastAsia"/>
          <w:rtl/>
        </w:rPr>
        <w:t>الله</w:t>
      </w:r>
      <w:r>
        <w:rPr>
          <w:rtl/>
        </w:rPr>
        <w:t xml:space="preserve"> تعالى كے بندے:</w:t>
      </w:r>
      <w:r>
        <w:rPr>
          <w:rFonts w:hint="eastAsia"/>
          <w:rtl/>
        </w:rPr>
        <w:t>الله</w:t>
      </w:r>
      <w:r>
        <w:rPr>
          <w:rtl/>
        </w:rPr>
        <w:t xml:space="preserve"> تعالى كے بندو</w:t>
      </w:r>
      <w:r w:rsidR="00083993">
        <w:rPr>
          <w:rtl/>
        </w:rPr>
        <w:t xml:space="preserve">ں </w:t>
      </w:r>
      <w:r>
        <w:rPr>
          <w:rtl/>
        </w:rPr>
        <w:t>كا بہكاوے مي</w:t>
      </w:r>
      <w:r w:rsidR="00083993">
        <w:rPr>
          <w:rtl/>
        </w:rPr>
        <w:t xml:space="preserve">ں </w:t>
      </w:r>
      <w:r>
        <w:rPr>
          <w:rtl/>
        </w:rPr>
        <w:t>اجانا2</w:t>
      </w:r>
    </w:p>
    <w:p w:rsidR="001F628F" w:rsidRDefault="001F628F" w:rsidP="00547AF4">
      <w:pPr>
        <w:pStyle w:val="libNormal"/>
        <w:rPr>
          <w:rtl/>
        </w:rPr>
      </w:pPr>
      <w:r>
        <w:rPr>
          <w:rFonts w:hint="eastAsia"/>
          <w:rtl/>
        </w:rPr>
        <w:t>امير</w:t>
      </w:r>
      <w:r>
        <w:rPr>
          <w:rtl/>
        </w:rPr>
        <w:t xml:space="preserve"> المؤمنين :</w:t>
      </w:r>
      <w:r w:rsidR="00367F17" w:rsidRPr="00367F17">
        <w:rPr>
          <w:rStyle w:val="libAlaemChar"/>
          <w:rtl/>
        </w:rPr>
        <w:t xml:space="preserve"> عليه‌السلام </w:t>
      </w:r>
      <w:r>
        <w:rPr>
          <w:rFonts w:hint="eastAsia"/>
          <w:rtl/>
        </w:rPr>
        <w:t>امير</w:t>
      </w:r>
      <w:r>
        <w:rPr>
          <w:rtl/>
        </w:rPr>
        <w:t xml:space="preserve"> المؤمنين </w:t>
      </w:r>
      <w:r w:rsidR="00367F17" w:rsidRPr="00367F17">
        <w:rPr>
          <w:rStyle w:val="libAlaemChar"/>
          <w:rtl/>
        </w:rPr>
        <w:t xml:space="preserve"> عليه‌السلام </w:t>
      </w:r>
      <w:r>
        <w:rPr>
          <w:rtl/>
        </w:rPr>
        <w:t xml:space="preserve"> كے فضائل 4</w:t>
      </w:r>
    </w:p>
    <w:p w:rsidR="001F628F" w:rsidRDefault="001F628F" w:rsidP="00547AF4">
      <w:pPr>
        <w:pStyle w:val="libNormal"/>
        <w:rPr>
          <w:rtl/>
        </w:rPr>
      </w:pPr>
      <w:r>
        <w:rPr>
          <w:rFonts w:hint="eastAsia"/>
          <w:rtl/>
        </w:rPr>
        <w:t>انسان</w:t>
      </w:r>
      <w:r>
        <w:rPr>
          <w:rtl/>
        </w:rPr>
        <w:t>:</w:t>
      </w:r>
      <w:r>
        <w:rPr>
          <w:rFonts w:hint="eastAsia"/>
          <w:rtl/>
        </w:rPr>
        <w:t>انسان</w:t>
      </w:r>
      <w:r>
        <w:rPr>
          <w:rtl/>
        </w:rPr>
        <w:t xml:space="preserve"> كا بہكاوے مي</w:t>
      </w:r>
      <w:r w:rsidR="00083993">
        <w:rPr>
          <w:rtl/>
        </w:rPr>
        <w:t xml:space="preserve">ں </w:t>
      </w:r>
      <w:r>
        <w:rPr>
          <w:rtl/>
        </w:rPr>
        <w:t>اجانا 2</w:t>
      </w:r>
    </w:p>
    <w:p w:rsidR="001F628F" w:rsidRDefault="001F628F" w:rsidP="001F628F">
      <w:pPr>
        <w:pStyle w:val="libNormal"/>
        <w:rPr>
          <w:rtl/>
        </w:rPr>
      </w:pPr>
      <w:r>
        <w:rPr>
          <w:rFonts w:hint="eastAsia"/>
          <w:rtl/>
        </w:rPr>
        <w:t>روايت</w:t>
      </w:r>
      <w:r>
        <w:rPr>
          <w:rtl/>
        </w:rPr>
        <w:t xml:space="preserve"> :4</w:t>
      </w:r>
    </w:p>
    <w:p w:rsidR="001F628F" w:rsidRDefault="001F628F" w:rsidP="00547AF4">
      <w:pPr>
        <w:pStyle w:val="libNormal"/>
        <w:rPr>
          <w:rtl/>
        </w:rPr>
      </w:pPr>
      <w:r>
        <w:rPr>
          <w:rFonts w:hint="eastAsia"/>
          <w:rtl/>
        </w:rPr>
        <w:t>صراط</w:t>
      </w:r>
      <w:r>
        <w:rPr>
          <w:rtl/>
        </w:rPr>
        <w:t xml:space="preserve"> مستقيم :1</w:t>
      </w:r>
      <w:r>
        <w:rPr>
          <w:rFonts w:hint="eastAsia"/>
          <w:rtl/>
        </w:rPr>
        <w:t>صراط</w:t>
      </w:r>
      <w:r>
        <w:rPr>
          <w:rtl/>
        </w:rPr>
        <w:t xml:space="preserve"> مستقيم سے مراد 4</w:t>
      </w:r>
    </w:p>
    <w:p w:rsidR="001F628F" w:rsidRDefault="001F628F" w:rsidP="00547AF4">
      <w:pPr>
        <w:pStyle w:val="libNormal"/>
        <w:rPr>
          <w:rtl/>
        </w:rPr>
      </w:pPr>
      <w:r>
        <w:rPr>
          <w:rFonts w:hint="eastAsia"/>
          <w:rtl/>
        </w:rPr>
        <w:t>عبوديت</w:t>
      </w:r>
      <w:r>
        <w:rPr>
          <w:rtl/>
        </w:rPr>
        <w:t xml:space="preserve"> :</w:t>
      </w:r>
      <w:r>
        <w:rPr>
          <w:rFonts w:hint="eastAsia"/>
          <w:rtl/>
        </w:rPr>
        <w:t>عبوديت</w:t>
      </w:r>
      <w:r>
        <w:rPr>
          <w:rtl/>
        </w:rPr>
        <w:t xml:space="preserve"> كى اہميت 1</w:t>
      </w:r>
    </w:p>
    <w:p w:rsidR="001F628F" w:rsidRDefault="001F628F" w:rsidP="00547AF4">
      <w:pPr>
        <w:pStyle w:val="libNormal"/>
        <w:rPr>
          <w:rtl/>
        </w:rPr>
      </w:pPr>
      <w:r>
        <w:rPr>
          <w:rFonts w:hint="eastAsia"/>
          <w:rtl/>
        </w:rPr>
        <w:t>مخلصين</w:t>
      </w:r>
      <w:r>
        <w:rPr>
          <w:rtl/>
        </w:rPr>
        <w:t>:</w:t>
      </w:r>
      <w:r>
        <w:rPr>
          <w:rFonts w:hint="eastAsia"/>
          <w:rtl/>
        </w:rPr>
        <w:t>مخلصين</w:t>
      </w:r>
      <w:r>
        <w:rPr>
          <w:rtl/>
        </w:rPr>
        <w:t xml:space="preserve"> كا بہكاوے مي</w:t>
      </w:r>
      <w:r w:rsidR="00083993">
        <w:rPr>
          <w:rtl/>
        </w:rPr>
        <w:t xml:space="preserve">ں </w:t>
      </w:r>
      <w:r>
        <w:rPr>
          <w:rtl/>
        </w:rPr>
        <w:t>نہ انا 2</w:t>
      </w:r>
    </w:p>
    <w:p w:rsidR="001F628F" w:rsidRDefault="00547AF4" w:rsidP="00547AF4">
      <w:pPr>
        <w:pStyle w:val="Heading2Center"/>
        <w:rPr>
          <w:rtl/>
        </w:rPr>
      </w:pPr>
      <w:bookmarkStart w:id="88" w:name="_Toc28081766"/>
      <w:r>
        <w:rPr>
          <w:rFonts w:hint="cs"/>
          <w:rtl/>
        </w:rPr>
        <w:t>آیت 42</w:t>
      </w:r>
      <w:bookmarkEnd w:id="88"/>
    </w:p>
    <w:p w:rsidR="001F628F" w:rsidRDefault="00E260F9" w:rsidP="00547AF4">
      <w:pPr>
        <w:pStyle w:val="libNormal"/>
        <w:rPr>
          <w:rtl/>
        </w:rPr>
      </w:pPr>
      <w:r w:rsidRPr="00E260F9">
        <w:rPr>
          <w:rStyle w:val="libAlaemChar"/>
          <w:rFonts w:hint="eastAsia"/>
          <w:rtl/>
        </w:rPr>
        <w:t>(</w:t>
      </w:r>
      <w:r w:rsidRPr="00547AF4">
        <w:rPr>
          <w:rStyle w:val="libAieChar"/>
          <w:rFonts w:hint="eastAsia"/>
          <w:rtl/>
        </w:rPr>
        <w:t>إِنَّ</w:t>
      </w:r>
      <w:r w:rsidRPr="00547AF4">
        <w:rPr>
          <w:rStyle w:val="libAieChar"/>
          <w:rtl/>
        </w:rPr>
        <w:t xml:space="preserve"> عِبَادِي لَيْسَ لَكَ عَلَيْهِمْ سُلْطَانٌ إِلاَّ مَنِ اتَّبَعَكَ مِنَ الْغَاوِينَ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ميرے</w:t>
      </w:r>
      <w:r>
        <w:rPr>
          <w:rtl/>
        </w:rPr>
        <w:t xml:space="preserve"> بندو</w:t>
      </w:r>
      <w:r w:rsidR="00083993">
        <w:rPr>
          <w:rtl/>
        </w:rPr>
        <w:t xml:space="preserve">ں </w:t>
      </w:r>
      <w:r>
        <w:rPr>
          <w:rtl/>
        </w:rPr>
        <w:t>پر تيرا كوئي اختيار نہي</w:t>
      </w:r>
      <w:r w:rsidR="00083993">
        <w:rPr>
          <w:rtl/>
        </w:rPr>
        <w:t xml:space="preserve">ں </w:t>
      </w:r>
      <w:r>
        <w:rPr>
          <w:rtl/>
        </w:rPr>
        <w:t>ہے علاوہ ان كے جو گمراہو</w:t>
      </w:r>
      <w:r w:rsidR="00083993">
        <w:rPr>
          <w:rtl/>
        </w:rPr>
        <w:t xml:space="preserve">ں </w:t>
      </w:r>
      <w:r>
        <w:rPr>
          <w:rtl/>
        </w:rPr>
        <w:t>مي</w:t>
      </w:r>
      <w:r w:rsidR="00083993">
        <w:rPr>
          <w:rtl/>
        </w:rPr>
        <w:t xml:space="preserve">ں </w:t>
      </w:r>
      <w:r>
        <w:rPr>
          <w:rtl/>
        </w:rPr>
        <w:t>سے تيرى پيروى كرنے لگي</w:t>
      </w:r>
      <w:r w:rsidR="00083993">
        <w:rPr>
          <w:rtl/>
        </w:rPr>
        <w:t xml:space="preserve">ں </w:t>
      </w:r>
      <w:r>
        <w:rPr>
          <w:rtl/>
        </w:rPr>
        <w:t>_</w:t>
      </w:r>
    </w:p>
    <w:p w:rsidR="00547AF4" w:rsidRDefault="001F628F" w:rsidP="00547AF4">
      <w:pPr>
        <w:pStyle w:val="libNormal"/>
        <w:rPr>
          <w:rtl/>
        </w:rPr>
      </w:pPr>
      <w:r>
        <w:rPr>
          <w:rtl/>
        </w:rPr>
        <w:t>1_خداوند متعال، ابليس كے لوگو</w:t>
      </w:r>
      <w:r w:rsidR="00083993">
        <w:rPr>
          <w:rtl/>
        </w:rPr>
        <w:t xml:space="preserve">ں </w:t>
      </w:r>
      <w:r>
        <w:rPr>
          <w:rtl/>
        </w:rPr>
        <w:t>كى اكثريت كو گمراہ كرنے پر مبنى دعوى كے جواب مي</w:t>
      </w:r>
      <w:r w:rsidR="00083993">
        <w:rPr>
          <w:rtl/>
        </w:rPr>
        <w:t xml:space="preserve">ں </w:t>
      </w:r>
      <w:r>
        <w:rPr>
          <w:rtl/>
        </w:rPr>
        <w:t>اُس كے تسلط كى</w:t>
      </w:r>
      <w:r w:rsidR="00547AF4" w:rsidRPr="00547AF4">
        <w:rPr>
          <w:rFonts w:hint="eastAsia"/>
          <w:rtl/>
        </w:rPr>
        <w:t xml:space="preserve"> </w:t>
      </w:r>
      <w:r w:rsidR="00547AF4">
        <w:rPr>
          <w:rFonts w:hint="eastAsia"/>
          <w:rtl/>
        </w:rPr>
        <w:t>حدود</w:t>
      </w:r>
      <w:r w:rsidR="00547AF4">
        <w:rPr>
          <w:rtl/>
        </w:rPr>
        <w:t xml:space="preserve"> كو فقط گمراہى كى پيروى كرنے والوں تك محدود قرار ديتا ہے_</w:t>
      </w:r>
    </w:p>
    <w:p w:rsidR="00547AF4" w:rsidRDefault="00547AF4" w:rsidP="00547AF4">
      <w:pPr>
        <w:pStyle w:val="libArabic"/>
        <w:rPr>
          <w:rtl/>
        </w:rPr>
      </w:pPr>
      <w:r>
        <w:rPr>
          <w:rFonts w:hint="eastAsia"/>
          <w:rtl/>
        </w:rPr>
        <w:t>لا</w:t>
      </w:r>
      <w:r>
        <w:rPr>
          <w:rtl/>
        </w:rPr>
        <w:t xml:space="preserve"> غوينّ</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r>
        <w:rPr>
          <w:rtl/>
        </w:rPr>
        <w:t>_</w:t>
      </w:r>
      <w:r>
        <w:rPr>
          <w:rFonts w:hint="cs"/>
          <w:rtl/>
        </w:rPr>
        <w:t>الّا</w:t>
      </w:r>
      <w:r>
        <w:rPr>
          <w:rtl/>
        </w:rPr>
        <w:t xml:space="preserve"> </w:t>
      </w:r>
      <w:r>
        <w:rPr>
          <w:rFonts w:hint="cs"/>
          <w:rtl/>
        </w:rPr>
        <w:t>عبادك</w:t>
      </w:r>
      <w:r>
        <w:rPr>
          <w:rtl/>
        </w:rPr>
        <w:t xml:space="preserve"> </w:t>
      </w:r>
      <w:r>
        <w:rPr>
          <w:rFonts w:hint="cs"/>
          <w:rtl/>
        </w:rPr>
        <w:t>من</w:t>
      </w:r>
      <w:r w:rsidR="00F21947" w:rsidRPr="00B2551F">
        <w:rPr>
          <w:rFonts w:hint="cs"/>
          <w:rtl/>
        </w:rPr>
        <w:t>ه</w:t>
      </w:r>
      <w:r>
        <w:rPr>
          <w:rFonts w:hint="cs"/>
          <w:rtl/>
        </w:rPr>
        <w:t>م</w:t>
      </w:r>
      <w:r>
        <w:rPr>
          <w:rtl/>
        </w:rPr>
        <w:t xml:space="preserve"> </w:t>
      </w:r>
      <w:r>
        <w:rPr>
          <w:rFonts w:hint="cs"/>
          <w:rtl/>
        </w:rPr>
        <w:t>المخلصين</w:t>
      </w:r>
      <w:r>
        <w:rPr>
          <w:rtl/>
        </w:rPr>
        <w:t xml:space="preserve"> ...</w:t>
      </w:r>
      <w:r>
        <w:rPr>
          <w:rFonts w:hint="cs"/>
          <w:rtl/>
        </w:rPr>
        <w:t>ان</w:t>
      </w:r>
      <w:r>
        <w:rPr>
          <w:rtl/>
        </w:rPr>
        <w:t xml:space="preserve"> </w:t>
      </w:r>
      <w:r>
        <w:rPr>
          <w:rFonts w:hint="cs"/>
          <w:rtl/>
        </w:rPr>
        <w:t>عبادى</w:t>
      </w:r>
      <w:r>
        <w:rPr>
          <w:rtl/>
        </w:rPr>
        <w:t xml:space="preserve"> </w:t>
      </w:r>
      <w:r>
        <w:rPr>
          <w:rFonts w:hint="cs"/>
          <w:rtl/>
        </w:rPr>
        <w:t>ليس</w:t>
      </w:r>
      <w:r>
        <w:rPr>
          <w:rtl/>
        </w:rPr>
        <w:t xml:space="preserve"> </w:t>
      </w:r>
      <w:r>
        <w:rPr>
          <w:rFonts w:hint="cs"/>
          <w:rtl/>
        </w:rPr>
        <w:t>لك</w:t>
      </w:r>
      <w:r>
        <w:rPr>
          <w:rtl/>
        </w:rPr>
        <w:t xml:space="preserve"> </w:t>
      </w:r>
      <w:r>
        <w:rPr>
          <w:rFonts w:hint="cs"/>
          <w:rtl/>
        </w:rPr>
        <w:t>علي</w:t>
      </w:r>
      <w:r w:rsidR="00F21947" w:rsidRPr="00B2551F">
        <w:rPr>
          <w:rFonts w:hint="cs"/>
          <w:rtl/>
        </w:rPr>
        <w:t>ه</w:t>
      </w:r>
      <w:r>
        <w:rPr>
          <w:rtl/>
        </w:rPr>
        <w:t xml:space="preserve">م </w:t>
      </w:r>
      <w:r w:rsidR="00115327" w:rsidRPr="00115327">
        <w:rPr>
          <w:rtl/>
        </w:rPr>
        <w:t>سلطان</w:t>
      </w:r>
    </w:p>
    <w:p w:rsidR="001F628F" w:rsidRDefault="001F628F" w:rsidP="001F628F">
      <w:pPr>
        <w:pStyle w:val="libNormal"/>
        <w:rPr>
          <w:rtl/>
        </w:rPr>
      </w:pPr>
    </w:p>
    <w:p w:rsidR="00547AF4" w:rsidRDefault="001E7F9D" w:rsidP="00F73EDE">
      <w:pPr>
        <w:pStyle w:val="libPoemTini"/>
        <w:rPr>
          <w:rtl/>
        </w:rPr>
      </w:pPr>
      <w:r>
        <w:rPr>
          <w:rtl/>
        </w:rPr>
        <w:br w:type="page"/>
      </w:r>
    </w:p>
    <w:p w:rsidR="001F628F" w:rsidRDefault="001F628F" w:rsidP="001F628F">
      <w:pPr>
        <w:pStyle w:val="libNormal"/>
        <w:rPr>
          <w:rtl/>
        </w:rPr>
      </w:pPr>
      <w:r>
        <w:rPr>
          <w:rtl/>
        </w:rPr>
        <w:lastRenderedPageBreak/>
        <w:t>2_ابليس ،خداوند متعال كے بندو</w:t>
      </w:r>
      <w:r w:rsidR="00083993">
        <w:rPr>
          <w:rtl/>
        </w:rPr>
        <w:t xml:space="preserve">ں </w:t>
      </w:r>
      <w:r>
        <w:rPr>
          <w:rtl/>
        </w:rPr>
        <w:t>پر كسى قسم كا تسلط نہي</w:t>
      </w:r>
      <w:r w:rsidR="00083993">
        <w:rPr>
          <w:rtl/>
        </w:rPr>
        <w:t xml:space="preserve">ں </w:t>
      </w:r>
      <w:r>
        <w:rPr>
          <w:rtl/>
        </w:rPr>
        <w:t>ركھتا اور نہ ہى اُن كو گمراہى پر مجبور كر سكتا ہے_</w:t>
      </w:r>
    </w:p>
    <w:p w:rsidR="001F628F" w:rsidRDefault="001F628F" w:rsidP="00547AF4">
      <w:pPr>
        <w:pStyle w:val="libArabic"/>
        <w:rPr>
          <w:rtl/>
        </w:rPr>
      </w:pPr>
      <w:r>
        <w:rPr>
          <w:rFonts w:hint="eastAsia"/>
          <w:rtl/>
        </w:rPr>
        <w:t>ان</w:t>
      </w:r>
      <w:r>
        <w:rPr>
          <w:rtl/>
        </w:rPr>
        <w:t xml:space="preserve"> عبادى ليس لك علي</w:t>
      </w:r>
      <w:r w:rsidR="00F21947" w:rsidRPr="00B2551F">
        <w:rPr>
          <w:rFonts w:hint="cs"/>
          <w:rtl/>
        </w:rPr>
        <w:t>ه</w:t>
      </w:r>
      <w:r>
        <w:rPr>
          <w:rtl/>
        </w:rPr>
        <w:t xml:space="preserve">م </w:t>
      </w:r>
      <w:r w:rsidR="00115327" w:rsidRPr="00115327">
        <w:rPr>
          <w:rtl/>
        </w:rPr>
        <w:t>سلطان</w:t>
      </w:r>
    </w:p>
    <w:p w:rsidR="001F628F" w:rsidRDefault="001F628F" w:rsidP="001F628F">
      <w:pPr>
        <w:pStyle w:val="libNormal"/>
        <w:rPr>
          <w:rtl/>
        </w:rPr>
      </w:pPr>
      <w:r>
        <w:rPr>
          <w:rFonts w:hint="eastAsia"/>
          <w:rtl/>
        </w:rPr>
        <w:t>اجبار</w:t>
      </w:r>
      <w:r>
        <w:rPr>
          <w:rtl/>
        </w:rPr>
        <w:t xml:space="preserve"> اور زبر دستى كے ذريعے كسى چيز كے حصول كو''سلطان''كہتے ہي</w:t>
      </w:r>
      <w:r w:rsidR="00083993">
        <w:rPr>
          <w:rtl/>
        </w:rPr>
        <w:t xml:space="preserve">ں </w:t>
      </w:r>
      <w:r>
        <w:rPr>
          <w:rtl/>
        </w:rPr>
        <w:t>_</w:t>
      </w:r>
    </w:p>
    <w:p w:rsidR="001F628F" w:rsidRDefault="001F628F" w:rsidP="001F628F">
      <w:pPr>
        <w:pStyle w:val="libNormal"/>
        <w:rPr>
          <w:rtl/>
        </w:rPr>
      </w:pPr>
      <w:r>
        <w:rPr>
          <w:rtl/>
        </w:rPr>
        <w:t>3_ ابليس كے ورغلانے اور تسلط پانے كے مقابلے مي</w:t>
      </w:r>
      <w:r w:rsidR="00083993">
        <w:rPr>
          <w:rtl/>
        </w:rPr>
        <w:t xml:space="preserve">ں </w:t>
      </w:r>
      <w:r>
        <w:rPr>
          <w:rtl/>
        </w:rPr>
        <w:t>انسا ن كا ازاد،مختار اور اُس كى مخالفت كرنے پر قادر ہونا_</w:t>
      </w:r>
    </w:p>
    <w:p w:rsidR="001F628F" w:rsidRDefault="001F628F" w:rsidP="00547AF4">
      <w:pPr>
        <w:pStyle w:val="libArabic"/>
        <w:rPr>
          <w:rtl/>
        </w:rPr>
      </w:pPr>
      <w:r>
        <w:rPr>
          <w:rFonts w:hint="eastAsia"/>
          <w:rtl/>
        </w:rPr>
        <w:t>ان</w:t>
      </w:r>
      <w:r>
        <w:rPr>
          <w:rtl/>
        </w:rPr>
        <w:t xml:space="preserve"> عبادى ليس لك علي</w:t>
      </w:r>
      <w:r w:rsidR="00F21947" w:rsidRPr="00B2551F">
        <w:rPr>
          <w:rFonts w:hint="cs"/>
          <w:rtl/>
        </w:rPr>
        <w:t>ه</w:t>
      </w:r>
      <w:r>
        <w:rPr>
          <w:rtl/>
        </w:rPr>
        <w:t xml:space="preserve">م </w:t>
      </w:r>
      <w:r w:rsidR="00115327" w:rsidRPr="00115327">
        <w:rPr>
          <w:rtl/>
        </w:rPr>
        <w:t>سلطان</w:t>
      </w:r>
    </w:p>
    <w:p w:rsidR="001F628F" w:rsidRDefault="001F628F" w:rsidP="001F628F">
      <w:pPr>
        <w:pStyle w:val="libNormal"/>
        <w:rPr>
          <w:rtl/>
        </w:rPr>
      </w:pPr>
      <w:r>
        <w:rPr>
          <w:rtl/>
        </w:rPr>
        <w:t>4_عبوديت اور بندگي،خداوندمتعال كے تقرب كاموجب اور ابليس كے تسلط سے نجات پانے كا سبب بنتى ہے_</w:t>
      </w:r>
    </w:p>
    <w:p w:rsidR="001F628F" w:rsidRDefault="001F628F" w:rsidP="00547AF4">
      <w:pPr>
        <w:pStyle w:val="libArabic"/>
        <w:rPr>
          <w:rtl/>
        </w:rPr>
      </w:pPr>
      <w:r>
        <w:rPr>
          <w:rFonts w:hint="eastAsia"/>
          <w:rtl/>
        </w:rPr>
        <w:t>ان</w:t>
      </w:r>
      <w:r>
        <w:rPr>
          <w:rtl/>
        </w:rPr>
        <w:t xml:space="preserve"> عبادى ليس لك علي</w:t>
      </w:r>
      <w:r w:rsidR="00F21947" w:rsidRPr="00B2551F">
        <w:rPr>
          <w:rFonts w:hint="cs"/>
          <w:rtl/>
        </w:rPr>
        <w:t>ه</w:t>
      </w:r>
      <w:r>
        <w:rPr>
          <w:rtl/>
        </w:rPr>
        <w:t xml:space="preserve">م </w:t>
      </w:r>
      <w:r w:rsidR="00115327" w:rsidRPr="00115327">
        <w:rPr>
          <w:rtl/>
        </w:rPr>
        <w:t>سلطان</w:t>
      </w:r>
    </w:p>
    <w:p w:rsidR="001F628F" w:rsidRDefault="001F628F" w:rsidP="001F628F">
      <w:pPr>
        <w:pStyle w:val="libNormal"/>
        <w:rPr>
          <w:rtl/>
        </w:rPr>
      </w:pPr>
      <w:r>
        <w:rPr>
          <w:rFonts w:hint="eastAsia"/>
          <w:rtl/>
        </w:rPr>
        <w:t>ممكن</w:t>
      </w:r>
      <w:r>
        <w:rPr>
          <w:rtl/>
        </w:rPr>
        <w:t xml:space="preserve"> ہے يائے متكلم كى طرف ''عباد'' كے اضافہ ہونے سے بندگان خاص كاذكر مراد ہو_ لہذا مراد كو بيان كرنے والے ہر دوسرے كلمے كى جگہ كلمہ ''عباد'' كا ذكر مذكورہ حقيقت كى طرف اشارہ ہو سكتا ہے_</w:t>
      </w:r>
    </w:p>
    <w:p w:rsidR="001F628F" w:rsidRDefault="001F628F" w:rsidP="001F628F">
      <w:pPr>
        <w:pStyle w:val="libNormal"/>
        <w:rPr>
          <w:rtl/>
        </w:rPr>
      </w:pPr>
      <w:r>
        <w:rPr>
          <w:rtl/>
        </w:rPr>
        <w:t>5_ابليس ،خدا كے مقرب اور خالص بندو</w:t>
      </w:r>
      <w:r w:rsidR="00083993">
        <w:rPr>
          <w:rtl/>
        </w:rPr>
        <w:t xml:space="preserve">ں </w:t>
      </w:r>
      <w:r>
        <w:rPr>
          <w:rtl/>
        </w:rPr>
        <w:t>پر غلبہ پانے سے عاجز ہے_</w:t>
      </w:r>
    </w:p>
    <w:p w:rsidR="001F628F" w:rsidRDefault="001F628F" w:rsidP="00547AF4">
      <w:pPr>
        <w:pStyle w:val="libArabic"/>
        <w:rPr>
          <w:rtl/>
        </w:rPr>
      </w:pPr>
      <w:r>
        <w:rPr>
          <w:rFonts w:hint="eastAsia"/>
          <w:rtl/>
        </w:rPr>
        <w:t>الّا</w:t>
      </w:r>
      <w:r>
        <w:rPr>
          <w:rtl/>
        </w:rPr>
        <w:t xml:space="preserve"> عبادك من</w:t>
      </w:r>
      <w:r w:rsidR="00F21947" w:rsidRPr="00B2551F">
        <w:rPr>
          <w:rFonts w:hint="cs"/>
          <w:rtl/>
        </w:rPr>
        <w:t>ه</w:t>
      </w:r>
      <w:r>
        <w:rPr>
          <w:rFonts w:hint="cs"/>
          <w:rtl/>
        </w:rPr>
        <w:t>م</w:t>
      </w:r>
      <w:r>
        <w:rPr>
          <w:rtl/>
        </w:rPr>
        <w:t xml:space="preserve"> </w:t>
      </w:r>
      <w:r>
        <w:rPr>
          <w:rFonts w:hint="cs"/>
          <w:rtl/>
        </w:rPr>
        <w:t>المخلصين</w:t>
      </w:r>
      <w:r>
        <w:rPr>
          <w:rtl/>
        </w:rPr>
        <w:t xml:space="preserve"> ...</w:t>
      </w:r>
      <w:r>
        <w:rPr>
          <w:rFonts w:hint="cs"/>
          <w:rtl/>
        </w:rPr>
        <w:t>ان</w:t>
      </w:r>
      <w:r>
        <w:rPr>
          <w:rtl/>
        </w:rPr>
        <w:t xml:space="preserve"> </w:t>
      </w:r>
      <w:r>
        <w:rPr>
          <w:rFonts w:hint="cs"/>
          <w:rtl/>
        </w:rPr>
        <w:t>عبادى</w:t>
      </w:r>
      <w:r>
        <w:rPr>
          <w:rtl/>
        </w:rPr>
        <w:t xml:space="preserve"> </w:t>
      </w:r>
      <w:r>
        <w:rPr>
          <w:rFonts w:hint="cs"/>
          <w:rtl/>
        </w:rPr>
        <w:t>ليس</w:t>
      </w:r>
      <w:r>
        <w:rPr>
          <w:rtl/>
        </w:rPr>
        <w:t xml:space="preserve"> </w:t>
      </w:r>
      <w:r>
        <w:rPr>
          <w:rFonts w:hint="cs"/>
          <w:rtl/>
        </w:rPr>
        <w:t>لك</w:t>
      </w:r>
      <w:r>
        <w:rPr>
          <w:rtl/>
        </w:rPr>
        <w:t xml:space="preserve"> </w:t>
      </w:r>
      <w:r>
        <w:rPr>
          <w:rFonts w:hint="cs"/>
          <w:rtl/>
        </w:rPr>
        <w:t>علي</w:t>
      </w:r>
      <w:r w:rsidR="00F21947" w:rsidRPr="00B2551F">
        <w:rPr>
          <w:rFonts w:hint="cs"/>
          <w:rtl/>
        </w:rPr>
        <w:t>ه</w:t>
      </w:r>
      <w:r>
        <w:rPr>
          <w:rtl/>
        </w:rPr>
        <w:t xml:space="preserve">م </w:t>
      </w:r>
      <w:r w:rsidR="00115327" w:rsidRPr="00115327">
        <w:rPr>
          <w:rtl/>
        </w:rPr>
        <w:t>سلطان</w:t>
      </w:r>
    </w:p>
    <w:p w:rsidR="001F628F" w:rsidRDefault="001F628F" w:rsidP="001F628F">
      <w:pPr>
        <w:pStyle w:val="libNormal"/>
        <w:rPr>
          <w:rtl/>
        </w:rPr>
      </w:pPr>
      <w:r>
        <w:rPr>
          <w:rFonts w:hint="eastAsia"/>
          <w:rtl/>
        </w:rPr>
        <w:t>مندرجہ</w:t>
      </w:r>
      <w:r>
        <w:rPr>
          <w:rtl/>
        </w:rPr>
        <w:t xml:space="preserve"> بالا مطلب اس بنا پر اخذ كيا گيا ہے كہ جب ''عبادي'' سے مراد ''عباد مخلص''ہو كہ جو </w:t>
      </w:r>
      <w:r w:rsidRPr="00547AF4">
        <w:rPr>
          <w:rStyle w:val="libArabicChar"/>
          <w:rtl/>
        </w:rPr>
        <w:t>''الّا عبادك من</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المخلصين</w:t>
      </w:r>
      <w:r w:rsidRPr="00547AF4">
        <w:rPr>
          <w:rStyle w:val="libArabicChar"/>
          <w:rtl/>
        </w:rPr>
        <w:t xml:space="preserve"> ''</w:t>
      </w:r>
      <w:r>
        <w:rPr>
          <w:rtl/>
        </w:rPr>
        <w:t xml:space="preserve"> مي</w:t>
      </w:r>
      <w:r w:rsidR="00083993">
        <w:rPr>
          <w:rtl/>
        </w:rPr>
        <w:t xml:space="preserve">ں </w:t>
      </w:r>
      <w:r>
        <w:rPr>
          <w:rtl/>
        </w:rPr>
        <w:t>ايا ہے_جس كے مطابق خدا وند متعال ابليس كے خالص بندو</w:t>
      </w:r>
      <w:r w:rsidR="00083993">
        <w:rPr>
          <w:rtl/>
        </w:rPr>
        <w:t xml:space="preserve">ں </w:t>
      </w:r>
      <w:r>
        <w:rPr>
          <w:rtl/>
        </w:rPr>
        <w:t>كو گمراہ نہ كرنے كے دعوى كے جواب مي</w:t>
      </w:r>
      <w:r w:rsidR="00083993">
        <w:rPr>
          <w:rtl/>
        </w:rPr>
        <w:t xml:space="preserve">ں </w:t>
      </w:r>
      <w:r>
        <w:rPr>
          <w:rtl/>
        </w:rPr>
        <w:t>فرماتا ہے:''تم مي</w:t>
      </w:r>
      <w:r w:rsidR="00083993">
        <w:rPr>
          <w:rtl/>
        </w:rPr>
        <w:t xml:space="preserve">ں </w:t>
      </w:r>
      <w:r>
        <w:rPr>
          <w:rtl/>
        </w:rPr>
        <w:t>اس قسم كا كام كرنے كى طاق</w:t>
      </w:r>
      <w:r>
        <w:rPr>
          <w:rFonts w:hint="eastAsia"/>
          <w:rtl/>
        </w:rPr>
        <w:t>ت</w:t>
      </w:r>
      <w:r>
        <w:rPr>
          <w:rtl/>
        </w:rPr>
        <w:t xml:space="preserve"> ہى نہي</w:t>
      </w:r>
      <w:r w:rsidR="00083993">
        <w:rPr>
          <w:rtl/>
        </w:rPr>
        <w:t xml:space="preserve">ں </w:t>
      </w:r>
      <w:r>
        <w:rPr>
          <w:rtl/>
        </w:rPr>
        <w:t>''_</w:t>
      </w:r>
    </w:p>
    <w:p w:rsidR="001F628F" w:rsidRDefault="001F628F" w:rsidP="001F628F">
      <w:pPr>
        <w:pStyle w:val="libNormal"/>
        <w:rPr>
          <w:rtl/>
        </w:rPr>
      </w:pPr>
      <w:r>
        <w:rPr>
          <w:rtl/>
        </w:rPr>
        <w:t>6_ابليس، فقط اُن لوگو</w:t>
      </w:r>
      <w:r w:rsidR="00083993">
        <w:rPr>
          <w:rtl/>
        </w:rPr>
        <w:t xml:space="preserve">ں </w:t>
      </w:r>
      <w:r>
        <w:rPr>
          <w:rtl/>
        </w:rPr>
        <w:t>پر تسلط حاصل كر سكتا ہے جو اُس كى پيروى كرتے ہي</w:t>
      </w:r>
      <w:r w:rsidR="00083993">
        <w:rPr>
          <w:rtl/>
        </w:rPr>
        <w:t xml:space="preserve">ں </w:t>
      </w:r>
      <w:r>
        <w:rPr>
          <w:rtl/>
        </w:rPr>
        <w:t>اور گمراہى كے قابل ہي</w:t>
      </w:r>
      <w:r w:rsidR="00083993">
        <w:rPr>
          <w:rtl/>
        </w:rPr>
        <w:t xml:space="preserve">ں </w:t>
      </w:r>
      <w:r>
        <w:rPr>
          <w:rtl/>
        </w:rPr>
        <w:t>_</w:t>
      </w:r>
    </w:p>
    <w:p w:rsidR="001F628F" w:rsidRDefault="001F628F" w:rsidP="00547AF4">
      <w:pPr>
        <w:pStyle w:val="libArabic"/>
        <w:rPr>
          <w:rtl/>
        </w:rPr>
      </w:pPr>
      <w:r>
        <w:rPr>
          <w:rFonts w:hint="eastAsia"/>
          <w:rtl/>
        </w:rPr>
        <w:t>ليس</w:t>
      </w:r>
      <w:r>
        <w:rPr>
          <w:rtl/>
        </w:rPr>
        <w:t xml:space="preserve"> لك علي</w:t>
      </w:r>
      <w:r w:rsidR="00F21947" w:rsidRPr="00B2551F">
        <w:rPr>
          <w:rFonts w:hint="cs"/>
          <w:rtl/>
        </w:rPr>
        <w:t>ه</w:t>
      </w:r>
      <w:r>
        <w:rPr>
          <w:rFonts w:hint="cs"/>
          <w:rtl/>
        </w:rPr>
        <w:t>م</w:t>
      </w:r>
      <w:r>
        <w:rPr>
          <w:rtl/>
        </w:rPr>
        <w:t xml:space="preserve"> </w:t>
      </w:r>
      <w:r w:rsidR="00115327" w:rsidRPr="00115327">
        <w:rPr>
          <w:rFonts w:hint="cs"/>
          <w:rtl/>
        </w:rPr>
        <w:t>سلطان</w:t>
      </w:r>
      <w:r>
        <w:rPr>
          <w:rtl/>
        </w:rPr>
        <w:t xml:space="preserve"> </w:t>
      </w:r>
      <w:r>
        <w:rPr>
          <w:rFonts w:hint="cs"/>
          <w:rtl/>
        </w:rPr>
        <w:t>الّامن</w:t>
      </w:r>
      <w:r>
        <w:rPr>
          <w:rtl/>
        </w:rPr>
        <w:t xml:space="preserve"> اتبعك من الغاوين</w:t>
      </w:r>
    </w:p>
    <w:p w:rsidR="001F628F" w:rsidRDefault="001F628F" w:rsidP="001F628F">
      <w:pPr>
        <w:pStyle w:val="libNormal"/>
        <w:rPr>
          <w:rtl/>
        </w:rPr>
      </w:pPr>
      <w:r>
        <w:rPr>
          <w:rtl/>
        </w:rPr>
        <w:t>7_ابليس كے بہكاوے مي</w:t>
      </w:r>
      <w:r w:rsidR="00083993">
        <w:rPr>
          <w:rtl/>
        </w:rPr>
        <w:t xml:space="preserve">ں </w:t>
      </w:r>
      <w:r>
        <w:rPr>
          <w:rtl/>
        </w:rPr>
        <w:t>انا ،اُس كے تسلط كو قبول كرنے كا پيش خيمہ بنتا ہے_</w:t>
      </w:r>
    </w:p>
    <w:p w:rsidR="001F628F" w:rsidRDefault="001F628F" w:rsidP="00547AF4">
      <w:pPr>
        <w:pStyle w:val="libArabic"/>
        <w:rPr>
          <w:rtl/>
        </w:rPr>
      </w:pPr>
      <w:r>
        <w:rPr>
          <w:rFonts w:hint="eastAsia"/>
          <w:rtl/>
        </w:rPr>
        <w:t>لا</w:t>
      </w:r>
      <w:r>
        <w:rPr>
          <w:rtl/>
        </w:rPr>
        <w:t xml:space="preserve"> غوينّ</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r>
        <w:rPr>
          <w:rtl/>
        </w:rPr>
        <w:t>_</w:t>
      </w:r>
      <w:r>
        <w:rPr>
          <w:rFonts w:hint="cs"/>
          <w:rtl/>
        </w:rPr>
        <w:t>الّا</w:t>
      </w:r>
      <w:r>
        <w:rPr>
          <w:rtl/>
        </w:rPr>
        <w:t xml:space="preserve"> </w:t>
      </w:r>
      <w:r>
        <w:rPr>
          <w:rFonts w:hint="cs"/>
          <w:rtl/>
        </w:rPr>
        <w:t>عبادك</w:t>
      </w:r>
      <w:r>
        <w:rPr>
          <w:rtl/>
        </w:rPr>
        <w:t xml:space="preserve"> ... </w:t>
      </w:r>
      <w:r>
        <w:rPr>
          <w:rFonts w:hint="cs"/>
          <w:rtl/>
        </w:rPr>
        <w:t>ليس</w:t>
      </w:r>
      <w:r>
        <w:rPr>
          <w:rtl/>
        </w:rPr>
        <w:t xml:space="preserve"> </w:t>
      </w:r>
      <w:r>
        <w:rPr>
          <w:rFonts w:hint="cs"/>
          <w:rtl/>
        </w:rPr>
        <w:t>لك</w:t>
      </w:r>
      <w:r>
        <w:rPr>
          <w:rtl/>
        </w:rPr>
        <w:t xml:space="preserve"> </w:t>
      </w:r>
      <w:r>
        <w:rPr>
          <w:rFonts w:hint="cs"/>
          <w:rtl/>
        </w:rPr>
        <w:t>علي</w:t>
      </w:r>
      <w:r w:rsidR="00F21947" w:rsidRPr="00B2551F">
        <w:rPr>
          <w:rFonts w:hint="cs"/>
          <w:rtl/>
        </w:rPr>
        <w:t>ه</w:t>
      </w:r>
      <w:r>
        <w:rPr>
          <w:rFonts w:hint="cs"/>
          <w:rtl/>
        </w:rPr>
        <w:t>م</w:t>
      </w:r>
      <w:r>
        <w:rPr>
          <w:rtl/>
        </w:rPr>
        <w:t xml:space="preserve"> </w:t>
      </w:r>
      <w:r w:rsidR="00115327" w:rsidRPr="00115327">
        <w:rPr>
          <w:rFonts w:hint="cs"/>
          <w:rtl/>
        </w:rPr>
        <w:t>سلطان</w:t>
      </w:r>
      <w:r>
        <w:rPr>
          <w:rtl/>
        </w:rPr>
        <w:t xml:space="preserve"> </w:t>
      </w:r>
      <w:r>
        <w:rPr>
          <w:rFonts w:hint="cs"/>
          <w:rtl/>
        </w:rPr>
        <w:t>الّامن</w:t>
      </w:r>
      <w:r>
        <w:rPr>
          <w:rtl/>
        </w:rPr>
        <w:t xml:space="preserve"> اتبعك</w:t>
      </w:r>
    </w:p>
    <w:p w:rsidR="001F628F" w:rsidRDefault="001F628F" w:rsidP="00547AF4">
      <w:pPr>
        <w:pStyle w:val="libNormal"/>
        <w:rPr>
          <w:rtl/>
        </w:rPr>
      </w:pPr>
      <w:r>
        <w:rPr>
          <w:rtl/>
        </w:rPr>
        <w:t>8_ ابليس كے پيروكار،گمراہ لوگ ہي</w:t>
      </w:r>
      <w:r w:rsidR="00083993">
        <w:rPr>
          <w:rtl/>
        </w:rPr>
        <w:t xml:space="preserve">ں </w:t>
      </w:r>
      <w:r>
        <w:rPr>
          <w:rtl/>
        </w:rPr>
        <w:t>_</w:t>
      </w:r>
      <w:r w:rsidRPr="00547AF4">
        <w:rPr>
          <w:rStyle w:val="libArabicChar"/>
          <w:rFonts w:hint="eastAsia"/>
          <w:rtl/>
        </w:rPr>
        <w:t>الّامن</w:t>
      </w:r>
      <w:r w:rsidRPr="00547AF4">
        <w:rPr>
          <w:rStyle w:val="libArabicChar"/>
          <w:rtl/>
        </w:rPr>
        <w:t xml:space="preserve"> اتبعك من الغاوين</w:t>
      </w:r>
    </w:p>
    <w:p w:rsidR="001F628F" w:rsidRDefault="001F628F" w:rsidP="001F628F">
      <w:pPr>
        <w:pStyle w:val="libNormal"/>
        <w:rPr>
          <w:rtl/>
        </w:rPr>
      </w:pPr>
      <w:r w:rsidRPr="00547AF4">
        <w:rPr>
          <w:rStyle w:val="libArabicChar"/>
          <w:rtl/>
        </w:rPr>
        <w:t>''من الغاوين ''</w:t>
      </w:r>
      <w:r>
        <w:rPr>
          <w:rtl/>
        </w:rPr>
        <w:t xml:space="preserve"> ،''اتبع'' كى فاعلى ضمير كے لئے حال ہے اور </w:t>
      </w:r>
      <w:r w:rsidRPr="00547AF4">
        <w:rPr>
          <w:rStyle w:val="libArabicChar"/>
          <w:rtl/>
        </w:rPr>
        <w:t>''الغاوين ''</w:t>
      </w:r>
      <w:r>
        <w:rPr>
          <w:rtl/>
        </w:rPr>
        <w:t>،''غيّ'' ( فاسد عقيدے) كے مصدر سے ہے جو ايسے لوگو</w:t>
      </w:r>
      <w:r w:rsidR="00083993">
        <w:rPr>
          <w:rtl/>
        </w:rPr>
        <w:t xml:space="preserve">ں </w:t>
      </w:r>
      <w:r>
        <w:rPr>
          <w:rtl/>
        </w:rPr>
        <w:t>كو كہ</w:t>
      </w:r>
    </w:p>
    <w:p w:rsidR="00547AF4" w:rsidRDefault="001E7F9D" w:rsidP="00F73EDE">
      <w:pPr>
        <w:pStyle w:val="libPoemTini"/>
        <w:rPr>
          <w:rtl/>
        </w:rPr>
      </w:pPr>
      <w:r>
        <w:rPr>
          <w:rtl/>
        </w:rPr>
        <w:br w:type="page"/>
      </w:r>
    </w:p>
    <w:p w:rsidR="001F628F" w:rsidRDefault="001F628F" w:rsidP="00547AF4">
      <w:pPr>
        <w:pStyle w:val="libNormal"/>
        <w:rPr>
          <w:rtl/>
        </w:rPr>
      </w:pPr>
      <w:r>
        <w:rPr>
          <w:rFonts w:hint="eastAsia"/>
          <w:rtl/>
        </w:rPr>
        <w:lastRenderedPageBreak/>
        <w:t>جاتا</w:t>
      </w:r>
      <w:r>
        <w:rPr>
          <w:rtl/>
        </w:rPr>
        <w:t xml:space="preserve"> ہے جوفاسدعقيدہ ركھتے ہو</w:t>
      </w:r>
      <w:r w:rsidR="00083993">
        <w:rPr>
          <w:rtl/>
        </w:rPr>
        <w:t xml:space="preserve">ں </w:t>
      </w:r>
      <w:r>
        <w:rPr>
          <w:rtl/>
        </w:rPr>
        <w:t>_</w:t>
      </w:r>
    </w:p>
    <w:p w:rsidR="001F628F" w:rsidRDefault="001F628F" w:rsidP="00547AF4">
      <w:pPr>
        <w:pStyle w:val="libNormal"/>
        <w:rPr>
          <w:rtl/>
        </w:rPr>
      </w:pPr>
      <w:r>
        <w:rPr>
          <w:rtl/>
        </w:rPr>
        <w:t>9_انسان، خود ابليس كے تسلط اور بہكاوے كا سبب فراہم كرتا ہے_</w:t>
      </w:r>
      <w:r w:rsidRPr="00547AF4">
        <w:rPr>
          <w:rStyle w:val="libArabicChar"/>
          <w:rFonts w:hint="eastAsia"/>
          <w:rtl/>
        </w:rPr>
        <w:t>الّامن</w:t>
      </w:r>
      <w:r w:rsidRPr="00547AF4">
        <w:rPr>
          <w:rStyle w:val="libArabicChar"/>
          <w:rtl/>
        </w:rPr>
        <w:t xml:space="preserve"> اتبعك من الغاوين</w:t>
      </w:r>
    </w:p>
    <w:p w:rsidR="001F628F" w:rsidRDefault="001F628F" w:rsidP="001F628F">
      <w:pPr>
        <w:pStyle w:val="libNormal"/>
        <w:rPr>
          <w:rtl/>
        </w:rPr>
      </w:pPr>
      <w:r>
        <w:rPr>
          <w:rtl/>
        </w:rPr>
        <w:t>10_</w:t>
      </w:r>
      <w:r w:rsidRPr="00547AF4">
        <w:rPr>
          <w:rStyle w:val="libArabicChar"/>
          <w:rtl/>
        </w:rPr>
        <w:t xml:space="preserve">''عن ا بى عبدالله </w:t>
      </w:r>
      <w:r w:rsidR="00367F17" w:rsidRPr="00367F17">
        <w:rPr>
          <w:rStyle w:val="libAlaemChar"/>
          <w:rtl/>
        </w:rPr>
        <w:t xml:space="preserve"> عليه‌السلام </w:t>
      </w:r>
      <w:r w:rsidRPr="00547AF4">
        <w:rPr>
          <w:rStyle w:val="libArabicChar"/>
          <w:rtl/>
        </w:rPr>
        <w:t>فى قول</w:t>
      </w:r>
      <w:r w:rsidR="00120F63" w:rsidRPr="00B2551F">
        <w:rPr>
          <w:rStyle w:val="libArabicChar"/>
          <w:rFonts w:hint="cs"/>
          <w:rtl/>
        </w:rPr>
        <w:t>ه</w:t>
      </w:r>
      <w:r w:rsidRPr="00547AF4">
        <w:rPr>
          <w:rStyle w:val="libArabicChar"/>
          <w:rtl/>
        </w:rPr>
        <w:t xml:space="preserve"> </w:t>
      </w:r>
      <w:r w:rsidRPr="00547AF4">
        <w:rPr>
          <w:rStyle w:val="libArabicChar"/>
          <w:rFonts w:hint="cs"/>
          <w:rtl/>
        </w:rPr>
        <w:t>عزّوجلّ</w:t>
      </w:r>
      <w:r w:rsidRPr="00547AF4">
        <w:rPr>
          <w:rStyle w:val="libArabicChar"/>
          <w:rtl/>
        </w:rPr>
        <w:t>:''</w:t>
      </w:r>
      <w:r w:rsidRPr="00547AF4">
        <w:rPr>
          <w:rStyle w:val="libArabicChar"/>
          <w:rFonts w:hint="cs"/>
          <w:rtl/>
        </w:rPr>
        <w:t>ان</w:t>
      </w:r>
      <w:r w:rsidRPr="00547AF4">
        <w:rPr>
          <w:rStyle w:val="libArabicChar"/>
          <w:rtl/>
        </w:rPr>
        <w:t xml:space="preserve"> </w:t>
      </w:r>
      <w:r w:rsidRPr="00547AF4">
        <w:rPr>
          <w:rStyle w:val="libArabicChar"/>
          <w:rFonts w:hint="cs"/>
          <w:rtl/>
        </w:rPr>
        <w:t>عبادى</w:t>
      </w:r>
      <w:r w:rsidRPr="00547AF4">
        <w:rPr>
          <w:rStyle w:val="libArabicChar"/>
          <w:rtl/>
        </w:rPr>
        <w:t xml:space="preserve"> ليس لك علي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00115327" w:rsidRPr="00115327">
        <w:rPr>
          <w:rStyle w:val="libArabicChar"/>
          <w:rFonts w:hint="cs"/>
          <w:rtl/>
        </w:rPr>
        <w:t>سلطان</w:t>
      </w:r>
      <w:r w:rsidRPr="00547AF4">
        <w:rPr>
          <w:rStyle w:val="libArabicChar"/>
          <w:rtl/>
        </w:rPr>
        <w:t>'' ...</w:t>
      </w:r>
      <w:r w:rsidRPr="00547AF4">
        <w:rPr>
          <w:rStyle w:val="libArabicChar"/>
          <w:rFonts w:hint="cs"/>
          <w:rtl/>
        </w:rPr>
        <w:t>ليس</w:t>
      </w:r>
      <w:r w:rsidRPr="00547AF4">
        <w:rPr>
          <w:rStyle w:val="libArabicChar"/>
          <w:rtl/>
        </w:rPr>
        <w:t xml:space="preserve"> </w:t>
      </w:r>
      <w:r w:rsidRPr="00547AF4">
        <w:rPr>
          <w:rStyle w:val="libArabicChar"/>
          <w:rFonts w:hint="cs"/>
          <w:rtl/>
        </w:rPr>
        <w:t>ل</w:t>
      </w:r>
      <w:r w:rsidR="00120F63" w:rsidRPr="00B2551F">
        <w:rPr>
          <w:rStyle w:val="libArabicChar"/>
          <w:rFonts w:hint="cs"/>
          <w:rtl/>
        </w:rPr>
        <w:t>ه</w:t>
      </w:r>
      <w:r w:rsidRPr="00547AF4">
        <w:rPr>
          <w:rStyle w:val="libArabicChar"/>
          <w:rtl/>
        </w:rPr>
        <w:t xml:space="preserve"> </w:t>
      </w:r>
      <w:r w:rsidRPr="00547AF4">
        <w:rPr>
          <w:rStyle w:val="libArabicChar"/>
          <w:rFonts w:hint="cs"/>
          <w:rtl/>
        </w:rPr>
        <w:t>على</w:t>
      </w:r>
      <w:r w:rsidRPr="00547AF4">
        <w:rPr>
          <w:rStyle w:val="libArabicChar"/>
          <w:rtl/>
        </w:rPr>
        <w:t xml:space="preserve"> </w:t>
      </w:r>
      <w:r w:rsidR="00F21947" w:rsidRPr="00B2551F">
        <w:rPr>
          <w:rStyle w:val="libArabicChar"/>
          <w:rFonts w:hint="cs"/>
          <w:rtl/>
        </w:rPr>
        <w:t>ه</w:t>
      </w:r>
      <w:r w:rsidRPr="00547AF4">
        <w:rPr>
          <w:rStyle w:val="libArabicChar"/>
          <w:rFonts w:hint="cs"/>
          <w:rtl/>
        </w:rPr>
        <w:t>ذ</w:t>
      </w:r>
      <w:r w:rsidR="00120F63" w:rsidRPr="00B2551F">
        <w:rPr>
          <w:rStyle w:val="libArabicChar"/>
          <w:rFonts w:hint="cs"/>
          <w:rtl/>
        </w:rPr>
        <w:t>ه</w:t>
      </w:r>
      <w:r w:rsidRPr="00547AF4">
        <w:rPr>
          <w:rStyle w:val="libArabicChar"/>
          <w:rtl/>
        </w:rPr>
        <w:t xml:space="preserve"> </w:t>
      </w:r>
      <w:r w:rsidRPr="00547AF4">
        <w:rPr>
          <w:rStyle w:val="libArabicChar"/>
          <w:rFonts w:hint="cs"/>
          <w:rtl/>
        </w:rPr>
        <w:t>العصابة</w:t>
      </w:r>
      <w:r w:rsidRPr="00547AF4">
        <w:rPr>
          <w:rStyle w:val="libArabicChar"/>
          <w:rtl/>
        </w:rPr>
        <w:t xml:space="preserve"> </w:t>
      </w:r>
      <w:r w:rsidRPr="00547AF4">
        <w:rPr>
          <w:rStyle w:val="libArabicChar"/>
          <w:rFonts w:hint="cs"/>
          <w:rtl/>
        </w:rPr>
        <w:t>خاصة</w:t>
      </w:r>
      <w:r w:rsidRPr="00547AF4">
        <w:rPr>
          <w:rStyle w:val="libArabicChar"/>
          <w:rtl/>
        </w:rPr>
        <w:t xml:space="preserve"> </w:t>
      </w:r>
      <w:r w:rsidRPr="00547AF4">
        <w:rPr>
          <w:rStyle w:val="libArabicChar"/>
          <w:rFonts w:hint="cs"/>
          <w:rtl/>
        </w:rPr>
        <w:t>سلطان،قال</w:t>
      </w:r>
      <w:r w:rsidRPr="00547AF4">
        <w:rPr>
          <w:rStyle w:val="libArabicChar"/>
          <w:rtl/>
        </w:rPr>
        <w:t>:</w:t>
      </w:r>
      <w:r w:rsidRPr="00547AF4">
        <w:rPr>
          <w:rStyle w:val="libArabicChar"/>
          <w:rFonts w:hint="cs"/>
          <w:rtl/>
        </w:rPr>
        <w:t>قلت</w:t>
      </w:r>
      <w:r w:rsidRPr="00547AF4">
        <w:rPr>
          <w:rStyle w:val="libArabicChar"/>
          <w:rtl/>
        </w:rPr>
        <w:t>:</w:t>
      </w:r>
      <w:r w:rsidRPr="00547AF4">
        <w:rPr>
          <w:rStyle w:val="libArabicChar"/>
          <w:rFonts w:hint="cs"/>
          <w:rtl/>
        </w:rPr>
        <w:t>وكيف</w:t>
      </w:r>
      <w:r w:rsidRPr="00547AF4">
        <w:rPr>
          <w:rStyle w:val="libArabicChar"/>
          <w:rtl/>
        </w:rPr>
        <w:t xml:space="preserve"> </w:t>
      </w:r>
      <w:r w:rsidRPr="00547AF4">
        <w:rPr>
          <w:rStyle w:val="libArabicChar"/>
          <w:rFonts w:hint="cs"/>
          <w:rtl/>
        </w:rPr>
        <w:t>جعلت</w:t>
      </w:r>
      <w:r w:rsidRPr="00547AF4">
        <w:rPr>
          <w:rStyle w:val="libArabicChar"/>
          <w:rtl/>
        </w:rPr>
        <w:t xml:space="preserve"> </w:t>
      </w:r>
      <w:r w:rsidRPr="00547AF4">
        <w:rPr>
          <w:rStyle w:val="libArabicChar"/>
          <w:rFonts w:hint="cs"/>
          <w:rtl/>
        </w:rPr>
        <w:t>فداك</w:t>
      </w:r>
      <w:r w:rsidRPr="00547AF4">
        <w:rPr>
          <w:rStyle w:val="libArabicChar"/>
          <w:rtl/>
        </w:rPr>
        <w:t xml:space="preserve"> </w:t>
      </w:r>
      <w:r w:rsidRPr="00547AF4">
        <w:rPr>
          <w:rStyle w:val="libArabicChar"/>
          <w:rFonts w:hint="cs"/>
          <w:rtl/>
        </w:rPr>
        <w:t>وفي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مافي</w:t>
      </w:r>
      <w:r w:rsidR="00F21947" w:rsidRPr="00B2551F">
        <w:rPr>
          <w:rStyle w:val="libArabicChar"/>
          <w:rFonts w:hint="cs"/>
          <w:rtl/>
        </w:rPr>
        <w:t>ه</w:t>
      </w:r>
      <w:r w:rsidRPr="00547AF4">
        <w:rPr>
          <w:rStyle w:val="libArabicChar"/>
          <w:rFonts w:hint="cs"/>
          <w:rtl/>
        </w:rPr>
        <w:t>م؟قال</w:t>
      </w:r>
      <w:r w:rsidRPr="00547AF4">
        <w:rPr>
          <w:rStyle w:val="libArabicChar"/>
          <w:rtl/>
        </w:rPr>
        <w:t>:</w:t>
      </w:r>
      <w:r w:rsidRPr="00547AF4">
        <w:rPr>
          <w:rStyle w:val="libArabicChar"/>
          <w:rFonts w:hint="cs"/>
          <w:rtl/>
        </w:rPr>
        <w:t>ليس</w:t>
      </w:r>
      <w:r w:rsidRPr="00547AF4">
        <w:rPr>
          <w:rStyle w:val="libArabicChar"/>
          <w:rtl/>
        </w:rPr>
        <w:t xml:space="preserve"> </w:t>
      </w:r>
      <w:r w:rsidRPr="00547AF4">
        <w:rPr>
          <w:rStyle w:val="libArabicChar"/>
          <w:rFonts w:hint="cs"/>
          <w:rtl/>
        </w:rPr>
        <w:t>حيث</w:t>
      </w:r>
      <w:r w:rsidRPr="00547AF4">
        <w:rPr>
          <w:rStyle w:val="libArabicChar"/>
          <w:rtl/>
        </w:rPr>
        <w:t xml:space="preserve"> </w:t>
      </w:r>
      <w:r w:rsidRPr="00547AF4">
        <w:rPr>
          <w:rStyle w:val="libArabicChar"/>
          <w:rFonts w:hint="cs"/>
          <w:rtl/>
        </w:rPr>
        <w:t>تذ</w:t>
      </w:r>
      <w:r w:rsidR="00F21947" w:rsidRPr="00B2551F">
        <w:rPr>
          <w:rStyle w:val="libArabicChar"/>
          <w:rFonts w:hint="cs"/>
          <w:rtl/>
        </w:rPr>
        <w:t>ه</w:t>
      </w:r>
      <w:r w:rsidRPr="00547AF4">
        <w:rPr>
          <w:rStyle w:val="libArabicChar"/>
          <w:rFonts w:hint="cs"/>
          <w:rtl/>
        </w:rPr>
        <w:t>ب،انما</w:t>
      </w:r>
      <w:r w:rsidRPr="00547AF4">
        <w:rPr>
          <w:rStyle w:val="libArabicChar"/>
          <w:rtl/>
        </w:rPr>
        <w:t xml:space="preserve"> </w:t>
      </w:r>
      <w:r w:rsidRPr="00547AF4">
        <w:rPr>
          <w:rStyle w:val="libArabicChar"/>
          <w:rFonts w:hint="cs"/>
          <w:rtl/>
        </w:rPr>
        <w:t>قول</w:t>
      </w:r>
      <w:r w:rsidR="00120F63" w:rsidRPr="00B2551F">
        <w:rPr>
          <w:rStyle w:val="libArabicChar"/>
          <w:rFonts w:hint="cs"/>
          <w:rtl/>
        </w:rPr>
        <w:t>ه</w:t>
      </w:r>
      <w:r w:rsidRPr="00547AF4">
        <w:rPr>
          <w:rStyle w:val="libArabicChar"/>
          <w:rtl/>
        </w:rPr>
        <w:t xml:space="preserve">:'' </w:t>
      </w:r>
      <w:r w:rsidRPr="00547AF4">
        <w:rPr>
          <w:rStyle w:val="libArabicChar"/>
          <w:rFonts w:hint="cs"/>
          <w:rtl/>
        </w:rPr>
        <w:t>ليس</w:t>
      </w:r>
      <w:r w:rsidRPr="00547AF4">
        <w:rPr>
          <w:rStyle w:val="libArabicChar"/>
          <w:rtl/>
        </w:rPr>
        <w:t xml:space="preserve"> </w:t>
      </w:r>
      <w:r w:rsidRPr="00547AF4">
        <w:rPr>
          <w:rStyle w:val="libArabicChar"/>
          <w:rFonts w:hint="cs"/>
          <w:rtl/>
        </w:rPr>
        <w:t>لك</w:t>
      </w:r>
      <w:r w:rsidRPr="00547AF4">
        <w:rPr>
          <w:rStyle w:val="libArabicChar"/>
          <w:rtl/>
        </w:rPr>
        <w:t xml:space="preserve"> </w:t>
      </w:r>
      <w:r w:rsidRPr="00547AF4">
        <w:rPr>
          <w:rStyle w:val="libArabicChar"/>
          <w:rFonts w:hint="cs"/>
          <w:rtl/>
        </w:rPr>
        <w:t>علي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00115327" w:rsidRPr="00115327">
        <w:rPr>
          <w:rStyle w:val="libArabicChar"/>
          <w:rFonts w:hint="cs"/>
          <w:rtl/>
        </w:rPr>
        <w:t>سلطان</w:t>
      </w:r>
      <w:r w:rsidRPr="00547AF4">
        <w:rPr>
          <w:rStyle w:val="libArabicChar"/>
          <w:rtl/>
        </w:rPr>
        <w:t>''</w:t>
      </w:r>
      <w:r w:rsidRPr="00547AF4">
        <w:rPr>
          <w:rStyle w:val="libArabicChar"/>
          <w:rFonts w:hint="cs"/>
          <w:rtl/>
        </w:rPr>
        <w:t>ا</w:t>
      </w:r>
      <w:r w:rsidRPr="00547AF4">
        <w:rPr>
          <w:rStyle w:val="libArabicChar"/>
          <w:rtl/>
        </w:rPr>
        <w:t xml:space="preserve"> </w:t>
      </w:r>
      <w:r w:rsidRPr="00547AF4">
        <w:rPr>
          <w:rStyle w:val="libArabicChar"/>
          <w:rFonts w:hint="cs"/>
          <w:rtl/>
        </w:rPr>
        <w:t>ن</w:t>
      </w:r>
      <w:r w:rsidRPr="00547AF4">
        <w:rPr>
          <w:rStyle w:val="libArabicChar"/>
          <w:rtl/>
        </w:rPr>
        <w:t xml:space="preserve"> </w:t>
      </w:r>
      <w:r w:rsidRPr="00547AF4">
        <w:rPr>
          <w:rStyle w:val="libArabicChar"/>
          <w:rFonts w:hint="cs"/>
          <w:rtl/>
        </w:rPr>
        <w:t>يحبب</w:t>
      </w:r>
      <w:r w:rsidRPr="00547AF4">
        <w:rPr>
          <w:rStyle w:val="libArabicChar"/>
          <w:rtl/>
        </w:rPr>
        <w:t xml:space="preserve"> </w:t>
      </w:r>
      <w:r w:rsidRPr="00547AF4">
        <w:rPr>
          <w:rStyle w:val="libArabicChar"/>
          <w:rFonts w:hint="cs"/>
          <w:rtl/>
        </w:rPr>
        <w:t>الي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الكفر</w:t>
      </w:r>
      <w:r w:rsidRPr="00547AF4">
        <w:rPr>
          <w:rStyle w:val="libArabicChar"/>
          <w:rtl/>
        </w:rPr>
        <w:t xml:space="preserve"> </w:t>
      </w:r>
      <w:r w:rsidRPr="00547AF4">
        <w:rPr>
          <w:rStyle w:val="libArabicChar"/>
          <w:rFonts w:hint="cs"/>
          <w:rtl/>
        </w:rPr>
        <w:t>ويبغض</w:t>
      </w:r>
      <w:r w:rsidRPr="00547AF4">
        <w:rPr>
          <w:rStyle w:val="libArabicChar"/>
          <w:rtl/>
        </w:rPr>
        <w:t xml:space="preserve"> </w:t>
      </w:r>
      <w:r w:rsidRPr="00547AF4">
        <w:rPr>
          <w:rStyle w:val="libArabicChar"/>
          <w:rFonts w:hint="cs"/>
          <w:rtl/>
        </w:rPr>
        <w:t>الي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ا</w:t>
      </w:r>
      <w:r w:rsidRPr="00547AF4">
        <w:rPr>
          <w:rStyle w:val="libArabicChar"/>
          <w:rtl/>
        </w:rPr>
        <w:t>لايمان</w:t>
      </w:r>
      <w:r>
        <w:rPr>
          <w:rtl/>
        </w:rPr>
        <w:t>;</w:t>
      </w:r>
      <w:r w:rsidRPr="00547AF4">
        <w:rPr>
          <w:rStyle w:val="libFootnotenumChar"/>
          <w:rtl/>
        </w:rPr>
        <w:t>(1)</w:t>
      </w:r>
      <w:r>
        <w:rPr>
          <w:rtl/>
        </w:rPr>
        <w:t>حضرت امام صادق عليہ السلام سے خداوند عزوجل كے كلام ''ان عبادى ليس لك عليھم سلطن''كے بارے مي</w:t>
      </w:r>
      <w:r w:rsidR="00083993">
        <w:rPr>
          <w:rtl/>
        </w:rPr>
        <w:t xml:space="preserve">ں </w:t>
      </w:r>
      <w:r>
        <w:rPr>
          <w:rtl/>
        </w:rPr>
        <w:t xml:space="preserve">منقول ہے كہ اپ </w:t>
      </w:r>
      <w:r w:rsidR="00367F17" w:rsidRPr="00367F17">
        <w:rPr>
          <w:rStyle w:val="libAlaemChar"/>
          <w:rtl/>
        </w:rPr>
        <w:t xml:space="preserve"> عليه‌السلام </w:t>
      </w:r>
      <w:r>
        <w:rPr>
          <w:rtl/>
        </w:rPr>
        <w:t xml:space="preserve"> نے فرمايا:ابليس كو فقط اس خاص گروہ (شيعہ) پر كسى قسم كا تسلط حاصل نہي</w:t>
      </w:r>
      <w:r w:rsidR="00083993">
        <w:rPr>
          <w:rtl/>
        </w:rPr>
        <w:t xml:space="preserve">ں </w:t>
      </w:r>
      <w:r>
        <w:rPr>
          <w:rtl/>
        </w:rPr>
        <w:t>_راوى كہتا ہے ،مي</w:t>
      </w:r>
      <w:r w:rsidR="00083993">
        <w:rPr>
          <w:rtl/>
        </w:rPr>
        <w:t xml:space="preserve">ں </w:t>
      </w:r>
      <w:r>
        <w:rPr>
          <w:rtl/>
        </w:rPr>
        <w:t xml:space="preserve">نے امام </w:t>
      </w:r>
      <w:r w:rsidR="00367F17" w:rsidRPr="00367F17">
        <w:rPr>
          <w:rStyle w:val="libAlaemChar"/>
          <w:rtl/>
        </w:rPr>
        <w:t xml:space="preserve"> عليه‌السلام </w:t>
      </w:r>
      <w:r>
        <w:rPr>
          <w:rtl/>
        </w:rPr>
        <w:t xml:space="preserve"> سے عرض كى :ابليس كيسے شيعو</w:t>
      </w:r>
      <w:r w:rsidR="00083993">
        <w:rPr>
          <w:rtl/>
        </w:rPr>
        <w:t xml:space="preserve">ں </w:t>
      </w:r>
      <w:r>
        <w:rPr>
          <w:rtl/>
        </w:rPr>
        <w:t>پر تسلط نہي</w:t>
      </w:r>
      <w:r w:rsidR="00083993">
        <w:rPr>
          <w:rtl/>
        </w:rPr>
        <w:t xml:space="preserve">ں </w:t>
      </w:r>
      <w:r>
        <w:rPr>
          <w:rtl/>
        </w:rPr>
        <w:t>ركھتا جبكہ شيعو</w:t>
      </w:r>
      <w:r w:rsidR="00083993">
        <w:rPr>
          <w:rtl/>
        </w:rPr>
        <w:t xml:space="preserve">ں </w:t>
      </w:r>
      <w:r>
        <w:rPr>
          <w:rtl/>
        </w:rPr>
        <w:t>مي</w:t>
      </w:r>
      <w:r w:rsidR="00083993">
        <w:rPr>
          <w:rtl/>
        </w:rPr>
        <w:t xml:space="preserve">ں </w:t>
      </w:r>
      <w:r>
        <w:rPr>
          <w:rFonts w:hint="eastAsia"/>
          <w:rtl/>
        </w:rPr>
        <w:t>بھى</w:t>
      </w:r>
      <w:r>
        <w:rPr>
          <w:rtl/>
        </w:rPr>
        <w:t xml:space="preserve"> گناہگار پائے جاتے ہي</w:t>
      </w:r>
      <w:r w:rsidR="00083993">
        <w:rPr>
          <w:rtl/>
        </w:rPr>
        <w:t xml:space="preserve">ں </w:t>
      </w:r>
      <w:r>
        <w:rPr>
          <w:rtl/>
        </w:rPr>
        <w:t xml:space="preserve">؟امام </w:t>
      </w:r>
      <w:r w:rsidR="00367F17" w:rsidRPr="00367F17">
        <w:rPr>
          <w:rStyle w:val="libAlaemChar"/>
          <w:rtl/>
        </w:rPr>
        <w:t xml:space="preserve"> عليه‌السلام </w:t>
      </w:r>
      <w:r>
        <w:rPr>
          <w:rtl/>
        </w:rPr>
        <w:t xml:space="preserve"> نے فرمايا:ايسا نہي</w:t>
      </w:r>
      <w:r w:rsidR="00083993">
        <w:rPr>
          <w:rtl/>
        </w:rPr>
        <w:t xml:space="preserve">ں </w:t>
      </w:r>
      <w:r>
        <w:rPr>
          <w:rtl/>
        </w:rPr>
        <w:t>كہ جيسا تم سوچ رہے ہو بلكہ خدا كے فرمان ''ليس لك عليھم سلطن''سے مراد يہ ہے كہ ابليس، كفر كو اُن كى نظرو</w:t>
      </w:r>
      <w:r w:rsidR="00083993">
        <w:rPr>
          <w:rtl/>
        </w:rPr>
        <w:t xml:space="preserve">ں </w:t>
      </w:r>
      <w:r>
        <w:rPr>
          <w:rtl/>
        </w:rPr>
        <w:t>مي</w:t>
      </w:r>
      <w:r w:rsidR="00083993">
        <w:rPr>
          <w:rtl/>
        </w:rPr>
        <w:t xml:space="preserve">ں </w:t>
      </w:r>
      <w:r>
        <w:rPr>
          <w:rtl/>
        </w:rPr>
        <w:t>پسنديدہ اور ايمان كو ناپسنديدہ نہي</w:t>
      </w:r>
      <w:r w:rsidR="00083993">
        <w:rPr>
          <w:rtl/>
        </w:rPr>
        <w:t xml:space="preserve">ں </w:t>
      </w:r>
      <w:r>
        <w:rPr>
          <w:rtl/>
        </w:rPr>
        <w:t>بنا سكتا _</w:t>
      </w:r>
    </w:p>
    <w:p w:rsidR="001F628F" w:rsidRDefault="001F628F" w:rsidP="001F628F">
      <w:pPr>
        <w:pStyle w:val="libNormal"/>
        <w:rPr>
          <w:rtl/>
        </w:rPr>
      </w:pPr>
      <w:r>
        <w:rPr>
          <w:rtl/>
        </w:rPr>
        <w:t>11_</w:t>
      </w:r>
      <w:r w:rsidRPr="00547AF4">
        <w:rPr>
          <w:rStyle w:val="libArabicChar"/>
          <w:rtl/>
        </w:rPr>
        <w:t>''عن جابر عن ا بى جعفر</w:t>
      </w:r>
      <w:r w:rsidR="00367F17" w:rsidRPr="00367F17">
        <w:rPr>
          <w:rStyle w:val="libAlaemChar"/>
          <w:rtl/>
        </w:rPr>
        <w:t xml:space="preserve"> عليه‌السلام </w:t>
      </w:r>
      <w:r w:rsidRPr="00547AF4">
        <w:rPr>
          <w:rStyle w:val="libArabicChar"/>
          <w:rtl/>
        </w:rPr>
        <w:t xml:space="preserve"> قال:قلت ا را يت قول الله :''ان عبادى ليس لك علي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00115327" w:rsidRPr="00115327">
        <w:rPr>
          <w:rStyle w:val="libArabicChar"/>
          <w:rFonts w:hint="cs"/>
          <w:rtl/>
        </w:rPr>
        <w:t>سلطان</w:t>
      </w:r>
      <w:r w:rsidRPr="00547AF4">
        <w:rPr>
          <w:rStyle w:val="libArabicChar"/>
          <w:rtl/>
        </w:rPr>
        <w:t>''</w:t>
      </w:r>
      <w:r w:rsidRPr="00547AF4">
        <w:rPr>
          <w:rStyle w:val="libArabicChar"/>
          <w:rFonts w:hint="cs"/>
          <w:rtl/>
        </w:rPr>
        <w:t>ماتفسير</w:t>
      </w:r>
      <w:r w:rsidR="00F21947" w:rsidRPr="00B2551F">
        <w:rPr>
          <w:rStyle w:val="libArabicChar"/>
          <w:rFonts w:hint="cs"/>
          <w:rtl/>
        </w:rPr>
        <w:t>ه</w:t>
      </w:r>
      <w:r w:rsidRPr="00547AF4">
        <w:rPr>
          <w:rStyle w:val="libArabicChar"/>
          <w:rtl/>
        </w:rPr>
        <w:t>ذا؟قال:قال الله :انك لاتملك ا ن تدخل</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Pr="00547AF4">
        <w:rPr>
          <w:rStyle w:val="libArabicChar"/>
          <w:rFonts w:hint="cs"/>
          <w:rtl/>
        </w:rPr>
        <w:t>جنة</w:t>
      </w:r>
      <w:r w:rsidRPr="00547AF4">
        <w:rPr>
          <w:rStyle w:val="libArabicChar"/>
          <w:rtl/>
        </w:rPr>
        <w:t xml:space="preserve"> </w:t>
      </w:r>
      <w:r w:rsidRPr="00547AF4">
        <w:rPr>
          <w:rStyle w:val="libArabicChar"/>
          <w:rFonts w:hint="cs"/>
          <w:rtl/>
        </w:rPr>
        <w:t>ول</w:t>
      </w:r>
      <w:r w:rsidRPr="00547AF4">
        <w:rPr>
          <w:rStyle w:val="libArabicChar"/>
          <w:rtl/>
        </w:rPr>
        <w:t>اناراً</w:t>
      </w:r>
      <w:r>
        <w:rPr>
          <w:rtl/>
        </w:rPr>
        <w:t>;</w:t>
      </w:r>
      <w:r w:rsidRPr="00547AF4">
        <w:rPr>
          <w:rStyle w:val="libFootnotenumChar"/>
          <w:rtl/>
        </w:rPr>
        <w:t>(2)</w:t>
      </w:r>
      <w:r>
        <w:rPr>
          <w:rtl/>
        </w:rPr>
        <w:t>جابر كہتے ہي</w:t>
      </w:r>
      <w:r w:rsidR="00083993">
        <w:rPr>
          <w:rtl/>
        </w:rPr>
        <w:t xml:space="preserve">ں </w:t>
      </w:r>
      <w:r>
        <w:rPr>
          <w:rtl/>
        </w:rPr>
        <w:t>مي</w:t>
      </w:r>
      <w:r w:rsidR="00083993">
        <w:rPr>
          <w:rtl/>
        </w:rPr>
        <w:t xml:space="preserve">ں </w:t>
      </w:r>
      <w:r>
        <w:rPr>
          <w:rtl/>
        </w:rPr>
        <w:t xml:space="preserve">نے امام باقر عليہ السلام سے عرض كى :مجھے خدا كے كلام </w:t>
      </w:r>
      <w:r w:rsidRPr="00547AF4">
        <w:rPr>
          <w:rStyle w:val="libArabicChar"/>
          <w:rtl/>
        </w:rPr>
        <w:t>''ان عبادى ليس لك علي</w:t>
      </w:r>
      <w:r w:rsidR="00F21947" w:rsidRPr="00B2551F">
        <w:rPr>
          <w:rStyle w:val="libArabicChar"/>
          <w:rFonts w:hint="cs"/>
          <w:rtl/>
        </w:rPr>
        <w:t>ه</w:t>
      </w:r>
      <w:r w:rsidRPr="00547AF4">
        <w:rPr>
          <w:rStyle w:val="libArabicChar"/>
          <w:rFonts w:hint="cs"/>
          <w:rtl/>
        </w:rPr>
        <w:t>م</w:t>
      </w:r>
      <w:r w:rsidRPr="00547AF4">
        <w:rPr>
          <w:rStyle w:val="libArabicChar"/>
          <w:rtl/>
        </w:rPr>
        <w:t xml:space="preserve"> </w:t>
      </w:r>
      <w:r w:rsidR="00115327" w:rsidRPr="00115327">
        <w:rPr>
          <w:rStyle w:val="libArabicChar"/>
          <w:rFonts w:hint="cs"/>
          <w:rtl/>
        </w:rPr>
        <w:t>سلطان</w:t>
      </w:r>
      <w:r w:rsidRPr="00547AF4">
        <w:rPr>
          <w:rStyle w:val="libArabicChar"/>
          <w:rtl/>
        </w:rPr>
        <w:t>''</w:t>
      </w:r>
      <w:r>
        <w:rPr>
          <w:rtl/>
        </w:rPr>
        <w:t>كے بارے مي</w:t>
      </w:r>
      <w:r w:rsidR="00083993">
        <w:rPr>
          <w:rtl/>
        </w:rPr>
        <w:t xml:space="preserve">ں </w:t>
      </w:r>
      <w:r>
        <w:rPr>
          <w:rtl/>
        </w:rPr>
        <w:t xml:space="preserve">بتايئے كہ اس كى تفسير كيا ہے؟امام </w:t>
      </w:r>
      <w:r w:rsidR="00367F17" w:rsidRPr="00367F17">
        <w:rPr>
          <w:rStyle w:val="libAlaemChar"/>
          <w:rtl/>
        </w:rPr>
        <w:t xml:space="preserve"> عليه‌السلام </w:t>
      </w:r>
      <w:r>
        <w:rPr>
          <w:rtl/>
        </w:rPr>
        <w:t xml:space="preserve"> نے فرمايا:خدا فرماتاہے :بتحقيق تو اُنہي</w:t>
      </w:r>
      <w:r w:rsidR="00083993">
        <w:rPr>
          <w:rtl/>
        </w:rPr>
        <w:t xml:space="preserve">ں </w:t>
      </w:r>
      <w:r>
        <w:rPr>
          <w:rtl/>
        </w:rPr>
        <w:t>نہ بہشت مي</w:t>
      </w:r>
      <w:r w:rsidR="00083993">
        <w:rPr>
          <w:rtl/>
        </w:rPr>
        <w:t xml:space="preserve">ں </w:t>
      </w:r>
      <w:r>
        <w:rPr>
          <w:rtl/>
        </w:rPr>
        <w:t>داخل كرسكتا ہے نہ جہنم مي</w:t>
      </w:r>
      <w:r w:rsidR="00083993">
        <w:rPr>
          <w:rtl/>
        </w:rPr>
        <w:t xml:space="preserve">ں </w:t>
      </w:r>
      <w:r>
        <w:rPr>
          <w:rtl/>
        </w:rPr>
        <w:t>_</w:t>
      </w:r>
    </w:p>
    <w:p w:rsidR="001F628F" w:rsidRDefault="001F628F" w:rsidP="00547AF4">
      <w:pPr>
        <w:pStyle w:val="libNormal"/>
        <w:rPr>
          <w:rtl/>
        </w:rPr>
      </w:pPr>
      <w:r>
        <w:rPr>
          <w:rFonts w:hint="eastAsia"/>
          <w:rtl/>
        </w:rPr>
        <w:t>ابليس</w:t>
      </w:r>
      <w:r>
        <w:rPr>
          <w:rtl/>
        </w:rPr>
        <w:t xml:space="preserve"> :</w:t>
      </w:r>
      <w:r>
        <w:rPr>
          <w:rFonts w:hint="eastAsia"/>
          <w:rtl/>
        </w:rPr>
        <w:t>ابليس</w:t>
      </w:r>
      <w:r>
        <w:rPr>
          <w:rtl/>
        </w:rPr>
        <w:t xml:space="preserve"> سے نجات كے عوامل 4;ابليس كا ادعا1 ; ابليس كابہكانا1;ابليس كاتسلط جن كے شامل حال ہے 1،6 ;ابليس كاناتوان ہونا 2،5;ابليس كے بہكاوے مي</w:t>
      </w:r>
      <w:r w:rsidR="00083993">
        <w:rPr>
          <w:rtl/>
        </w:rPr>
        <w:t xml:space="preserve">ں </w:t>
      </w:r>
      <w:r>
        <w:rPr>
          <w:rtl/>
        </w:rPr>
        <w:t>انے كے اثرات 7; ابليس كے پيروكا ر 1; ابليس كے ورغلانے كا پيش خيمہ 9; ابليس كے پيروكارو</w:t>
      </w:r>
      <w:r w:rsidR="00083993">
        <w:rPr>
          <w:rtl/>
        </w:rPr>
        <w:t xml:space="preserve">ں </w:t>
      </w:r>
      <w:r>
        <w:rPr>
          <w:rtl/>
        </w:rPr>
        <w:t xml:space="preserve">كى گمراہى 8; ابليس كے تسلط سے </w:t>
      </w:r>
      <w:r>
        <w:rPr>
          <w:rFonts w:hint="eastAsia"/>
          <w:rtl/>
        </w:rPr>
        <w:t>محفوظ</w:t>
      </w:r>
      <w:r>
        <w:rPr>
          <w:rtl/>
        </w:rPr>
        <w:t xml:space="preserve"> رہنا5;ابليس كے تسلط كاپيش خيمہ 7،9; ابليس كے تسلط كى نفى 2،10،11;ابليس كے تسلط كى حدود 3</w:t>
      </w:r>
    </w:p>
    <w:p w:rsidR="001F628F" w:rsidRDefault="001F628F" w:rsidP="00B32602">
      <w:pPr>
        <w:pStyle w:val="libNormal"/>
        <w:rPr>
          <w:rtl/>
        </w:rPr>
      </w:pPr>
      <w:r>
        <w:rPr>
          <w:rFonts w:hint="eastAsia"/>
          <w:rtl/>
        </w:rPr>
        <w:t>الله</w:t>
      </w:r>
      <w:r>
        <w:rPr>
          <w:rtl/>
        </w:rPr>
        <w:t xml:space="preserve"> تعالى كے بندے:</w:t>
      </w:r>
      <w:r>
        <w:rPr>
          <w:rFonts w:hint="eastAsia"/>
          <w:rtl/>
        </w:rPr>
        <w:t>اُن</w:t>
      </w:r>
      <w:r>
        <w:rPr>
          <w:rtl/>
        </w:rPr>
        <w:t xml:space="preserve"> كا محفوظ رہنا 2</w:t>
      </w:r>
    </w:p>
    <w:p w:rsidR="001F628F" w:rsidRDefault="00B84D3B" w:rsidP="00B84D3B">
      <w:pPr>
        <w:pStyle w:val="libLine"/>
        <w:rPr>
          <w:rtl/>
        </w:rPr>
      </w:pPr>
      <w:r>
        <w:rPr>
          <w:rtl/>
        </w:rPr>
        <w:t>____________________</w:t>
      </w:r>
    </w:p>
    <w:p w:rsidR="001F628F" w:rsidRDefault="001F628F" w:rsidP="00B32602">
      <w:pPr>
        <w:pStyle w:val="libFootnote"/>
        <w:rPr>
          <w:rtl/>
        </w:rPr>
      </w:pPr>
      <w:r>
        <w:rPr>
          <w:rtl/>
        </w:rPr>
        <w:t>1)معانى الاخبار ،ص158،ح1;نورالثقلين ،ج3،ص 15 ، ح54_</w:t>
      </w:r>
    </w:p>
    <w:p w:rsidR="001F628F" w:rsidRDefault="001F628F" w:rsidP="00B32602">
      <w:pPr>
        <w:pStyle w:val="libFootnote"/>
        <w:rPr>
          <w:rtl/>
        </w:rPr>
      </w:pPr>
      <w:r>
        <w:rPr>
          <w:rtl/>
        </w:rPr>
        <w:t>2)تفسير عياشى ،ج2،ص242،ح16 ; نور الثقلين ،ج2، ص 16،ح56_</w:t>
      </w:r>
    </w:p>
    <w:p w:rsidR="00B32602" w:rsidRDefault="001E7F9D" w:rsidP="00F73EDE">
      <w:pPr>
        <w:pStyle w:val="libPoemTini"/>
        <w:rPr>
          <w:rtl/>
        </w:rPr>
      </w:pPr>
      <w:r>
        <w:rPr>
          <w:rtl/>
        </w:rPr>
        <w:br w:type="page"/>
      </w:r>
    </w:p>
    <w:p w:rsidR="001F628F" w:rsidRDefault="001F628F" w:rsidP="00B32602">
      <w:pPr>
        <w:pStyle w:val="libNormal"/>
        <w:rPr>
          <w:rtl/>
        </w:rPr>
      </w:pPr>
      <w:r>
        <w:rPr>
          <w:rFonts w:hint="eastAsia"/>
          <w:rtl/>
        </w:rPr>
        <w:lastRenderedPageBreak/>
        <w:t>انسان</w:t>
      </w:r>
      <w:r>
        <w:rPr>
          <w:rtl/>
        </w:rPr>
        <w:t>:</w:t>
      </w:r>
      <w:r>
        <w:rPr>
          <w:rFonts w:hint="eastAsia"/>
          <w:rtl/>
        </w:rPr>
        <w:t>انسان</w:t>
      </w:r>
      <w:r>
        <w:rPr>
          <w:rtl/>
        </w:rPr>
        <w:t xml:space="preserve"> كااختيار 2،3;انسان كا كردار 9;انسان كى قدرت 3</w:t>
      </w:r>
    </w:p>
    <w:p w:rsidR="001F628F" w:rsidRDefault="001F628F" w:rsidP="00B32602">
      <w:pPr>
        <w:pStyle w:val="libNormal"/>
        <w:rPr>
          <w:rtl/>
        </w:rPr>
      </w:pPr>
      <w:r>
        <w:rPr>
          <w:rFonts w:hint="eastAsia"/>
          <w:rtl/>
        </w:rPr>
        <w:t>تقرب</w:t>
      </w:r>
      <w:r>
        <w:rPr>
          <w:rtl/>
        </w:rPr>
        <w:t>:</w:t>
      </w:r>
      <w:r>
        <w:rPr>
          <w:rFonts w:hint="eastAsia"/>
          <w:rtl/>
        </w:rPr>
        <w:t>خدا</w:t>
      </w:r>
      <w:r>
        <w:rPr>
          <w:rtl/>
        </w:rPr>
        <w:t xml:space="preserve"> كے تقرب كے عوامل 4</w:t>
      </w:r>
    </w:p>
    <w:p w:rsidR="001F628F" w:rsidRDefault="001F628F" w:rsidP="001F628F">
      <w:pPr>
        <w:pStyle w:val="libNormal"/>
        <w:rPr>
          <w:rtl/>
        </w:rPr>
      </w:pPr>
      <w:r>
        <w:rPr>
          <w:rFonts w:hint="eastAsia"/>
          <w:rtl/>
        </w:rPr>
        <w:t>جبر</w:t>
      </w:r>
      <w:r>
        <w:rPr>
          <w:rtl/>
        </w:rPr>
        <w:t xml:space="preserve"> واختيار :2</w:t>
      </w:r>
    </w:p>
    <w:p w:rsidR="001F628F" w:rsidRDefault="001F628F" w:rsidP="001F628F">
      <w:pPr>
        <w:pStyle w:val="libNormal"/>
        <w:rPr>
          <w:rtl/>
        </w:rPr>
      </w:pPr>
      <w:r>
        <w:rPr>
          <w:rFonts w:hint="eastAsia"/>
          <w:rtl/>
        </w:rPr>
        <w:t>روايت</w:t>
      </w:r>
      <w:r>
        <w:rPr>
          <w:rtl/>
        </w:rPr>
        <w:t xml:space="preserve"> :10،11</w:t>
      </w:r>
    </w:p>
    <w:p w:rsidR="001F628F" w:rsidRDefault="001F628F" w:rsidP="00B32602">
      <w:pPr>
        <w:pStyle w:val="libNormal"/>
        <w:rPr>
          <w:rtl/>
        </w:rPr>
      </w:pPr>
      <w:r>
        <w:rPr>
          <w:rFonts w:hint="eastAsia"/>
          <w:rtl/>
        </w:rPr>
        <w:t>شيعہ</w:t>
      </w:r>
      <w:r>
        <w:rPr>
          <w:rtl/>
        </w:rPr>
        <w:t xml:space="preserve"> :</w:t>
      </w:r>
      <w:r>
        <w:rPr>
          <w:rFonts w:hint="eastAsia"/>
          <w:rtl/>
        </w:rPr>
        <w:t>شيعو</w:t>
      </w:r>
      <w:r w:rsidR="00083993">
        <w:rPr>
          <w:rFonts w:hint="eastAsia"/>
          <w:rtl/>
        </w:rPr>
        <w:t xml:space="preserve">ں </w:t>
      </w:r>
      <w:r>
        <w:rPr>
          <w:rtl/>
        </w:rPr>
        <w:t>كے فضائل 10</w:t>
      </w:r>
    </w:p>
    <w:p w:rsidR="001F628F" w:rsidRDefault="001F628F" w:rsidP="00B32602">
      <w:pPr>
        <w:pStyle w:val="libNormal"/>
        <w:rPr>
          <w:rtl/>
        </w:rPr>
      </w:pPr>
      <w:r>
        <w:rPr>
          <w:rFonts w:hint="eastAsia"/>
          <w:rtl/>
        </w:rPr>
        <w:t>عبوديت</w:t>
      </w:r>
      <w:r>
        <w:rPr>
          <w:rtl/>
        </w:rPr>
        <w:t xml:space="preserve"> :</w:t>
      </w:r>
      <w:r>
        <w:rPr>
          <w:rFonts w:hint="eastAsia"/>
          <w:rtl/>
        </w:rPr>
        <w:t>عبوديت</w:t>
      </w:r>
      <w:r>
        <w:rPr>
          <w:rtl/>
        </w:rPr>
        <w:t xml:space="preserve"> كے اثرات 4</w:t>
      </w:r>
    </w:p>
    <w:p w:rsidR="001F628F" w:rsidRDefault="001F628F" w:rsidP="001F628F">
      <w:pPr>
        <w:pStyle w:val="libNormal"/>
        <w:rPr>
          <w:rtl/>
        </w:rPr>
      </w:pPr>
      <w:r>
        <w:rPr>
          <w:rFonts w:hint="eastAsia"/>
          <w:rtl/>
        </w:rPr>
        <w:t>گمراہ</w:t>
      </w:r>
      <w:r>
        <w:rPr>
          <w:rtl/>
        </w:rPr>
        <w:t xml:space="preserve"> لوگ :8</w:t>
      </w:r>
    </w:p>
    <w:p w:rsidR="001F628F" w:rsidRDefault="001F628F" w:rsidP="00B32602">
      <w:pPr>
        <w:pStyle w:val="libNormal"/>
        <w:rPr>
          <w:rtl/>
        </w:rPr>
      </w:pPr>
      <w:r>
        <w:rPr>
          <w:rFonts w:hint="eastAsia"/>
          <w:rtl/>
        </w:rPr>
        <w:t>مخلصين</w:t>
      </w:r>
      <w:r>
        <w:rPr>
          <w:rtl/>
        </w:rPr>
        <w:t xml:space="preserve"> :</w:t>
      </w:r>
      <w:r>
        <w:rPr>
          <w:rFonts w:hint="eastAsia"/>
          <w:rtl/>
        </w:rPr>
        <w:t>مخلصين</w:t>
      </w:r>
      <w:r>
        <w:rPr>
          <w:rtl/>
        </w:rPr>
        <w:t xml:space="preserve"> كا محفوظ ہونا 5;مخلصين كا ناقابل گمراہ ہونا 5</w:t>
      </w:r>
    </w:p>
    <w:p w:rsidR="001F628F" w:rsidRDefault="001F628F" w:rsidP="00B32602">
      <w:pPr>
        <w:pStyle w:val="libNormal"/>
        <w:rPr>
          <w:rtl/>
        </w:rPr>
      </w:pPr>
      <w:r>
        <w:rPr>
          <w:rFonts w:hint="eastAsia"/>
          <w:rtl/>
        </w:rPr>
        <w:t>مقربين</w:t>
      </w:r>
      <w:r>
        <w:rPr>
          <w:rtl/>
        </w:rPr>
        <w:t xml:space="preserve"> :</w:t>
      </w:r>
      <w:r>
        <w:rPr>
          <w:rFonts w:hint="eastAsia"/>
          <w:rtl/>
        </w:rPr>
        <w:t>مقربين</w:t>
      </w:r>
      <w:r>
        <w:rPr>
          <w:rtl/>
        </w:rPr>
        <w:t xml:space="preserve"> كامحفوظ ہونا5;مقربين كاناقابل گمراہ ہونا 5</w:t>
      </w:r>
    </w:p>
    <w:p w:rsidR="001F628F" w:rsidRDefault="00B32602" w:rsidP="00B32602">
      <w:pPr>
        <w:pStyle w:val="Heading2Center"/>
        <w:rPr>
          <w:rtl/>
        </w:rPr>
      </w:pPr>
      <w:bookmarkStart w:id="89" w:name="_Toc28081767"/>
      <w:r>
        <w:rPr>
          <w:rFonts w:hint="cs"/>
          <w:rtl/>
        </w:rPr>
        <w:t>آیت 43</w:t>
      </w:r>
      <w:bookmarkEnd w:id="89"/>
    </w:p>
    <w:p w:rsidR="001F628F" w:rsidRDefault="00E260F9" w:rsidP="00B32602">
      <w:pPr>
        <w:pStyle w:val="libNormal"/>
        <w:rPr>
          <w:rtl/>
        </w:rPr>
      </w:pPr>
      <w:r w:rsidRPr="00E260F9">
        <w:rPr>
          <w:rStyle w:val="libAlaemChar"/>
          <w:rFonts w:hint="eastAsia"/>
          <w:rtl/>
        </w:rPr>
        <w:t>(</w:t>
      </w:r>
      <w:r w:rsidRPr="00B32602">
        <w:rPr>
          <w:rStyle w:val="libAieChar"/>
          <w:rFonts w:hint="eastAsia"/>
          <w:rtl/>
        </w:rPr>
        <w:t>وَإِنَّ</w:t>
      </w:r>
      <w:r w:rsidRPr="00B32602">
        <w:rPr>
          <w:rStyle w:val="libAieChar"/>
          <w:rtl/>
        </w:rPr>
        <w:t xml:space="preserve"> جَهَنَّمَ لَمَوْعِدُهُمْ أَجْمَعِينَ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جہنّم ايسے تمام لوگو</w:t>
      </w:r>
      <w:r w:rsidR="00083993">
        <w:rPr>
          <w:rtl/>
        </w:rPr>
        <w:t xml:space="preserve">ں </w:t>
      </w:r>
      <w:r>
        <w:rPr>
          <w:rtl/>
        </w:rPr>
        <w:t>كى آخرى وعدہ گاہ ہے _</w:t>
      </w:r>
    </w:p>
    <w:p w:rsidR="001F628F" w:rsidRDefault="001F628F" w:rsidP="00B32602">
      <w:pPr>
        <w:pStyle w:val="libNormal"/>
        <w:rPr>
          <w:rtl/>
        </w:rPr>
      </w:pPr>
      <w:r>
        <w:rPr>
          <w:rtl/>
        </w:rPr>
        <w:t>1_جہنم ،ابليس كے تمام گمراہ پيروكارو</w:t>
      </w:r>
      <w:r w:rsidR="00083993">
        <w:rPr>
          <w:rtl/>
        </w:rPr>
        <w:t xml:space="preserve">ں </w:t>
      </w:r>
      <w:r>
        <w:rPr>
          <w:rtl/>
        </w:rPr>
        <w:t>كى وعدہ گا ہ ہے_</w:t>
      </w:r>
      <w:r w:rsidRPr="00B32602">
        <w:rPr>
          <w:rStyle w:val="libArabicChar"/>
          <w:rFonts w:hint="eastAsia"/>
          <w:rtl/>
        </w:rPr>
        <w:t>وان</w:t>
      </w:r>
      <w:r w:rsidRPr="00B32602">
        <w:rPr>
          <w:rStyle w:val="libArabicChar"/>
          <w:rtl/>
        </w:rPr>
        <w:t xml:space="preserve">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لموعد</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ا</w:t>
      </w:r>
      <w:r w:rsidRPr="00B32602">
        <w:rPr>
          <w:rStyle w:val="libArabicChar"/>
          <w:rtl/>
        </w:rPr>
        <w:t xml:space="preserve"> جمعين</w:t>
      </w:r>
    </w:p>
    <w:p w:rsidR="001F628F" w:rsidRDefault="001F628F" w:rsidP="001F628F">
      <w:pPr>
        <w:pStyle w:val="libNormal"/>
        <w:rPr>
          <w:rtl/>
        </w:rPr>
      </w:pPr>
      <w:r>
        <w:rPr>
          <w:rtl/>
        </w:rPr>
        <w:t>2_ابليس كے گمراہ پيروكارو</w:t>
      </w:r>
      <w:r w:rsidR="00083993">
        <w:rPr>
          <w:rtl/>
        </w:rPr>
        <w:t xml:space="preserve">ں </w:t>
      </w:r>
      <w:r>
        <w:rPr>
          <w:rtl/>
        </w:rPr>
        <w:t>كو خداوندمتعال كادھمكى اميز طور پر خبردار كرنا_</w:t>
      </w:r>
    </w:p>
    <w:p w:rsidR="001F628F" w:rsidRDefault="001F628F" w:rsidP="00B32602">
      <w:pPr>
        <w:pStyle w:val="libArabic"/>
        <w:rPr>
          <w:rtl/>
        </w:rPr>
      </w:pPr>
      <w:r>
        <w:rPr>
          <w:rFonts w:hint="eastAsia"/>
          <w:rtl/>
        </w:rPr>
        <w:t>الّامن</w:t>
      </w:r>
      <w:r>
        <w:rPr>
          <w:rtl/>
        </w:rPr>
        <w:t xml:space="preserve"> اتبعك من الغاوين وان ج</w:t>
      </w:r>
      <w:r w:rsidR="00F21947" w:rsidRPr="00B2551F">
        <w:rPr>
          <w:rFonts w:hint="cs"/>
          <w:rtl/>
        </w:rPr>
        <w:t>ه</w:t>
      </w:r>
      <w:r>
        <w:rPr>
          <w:rFonts w:hint="cs"/>
          <w:rtl/>
        </w:rPr>
        <w:t>نّم</w:t>
      </w:r>
      <w:r>
        <w:rPr>
          <w:rtl/>
        </w:rPr>
        <w:t xml:space="preserve"> </w:t>
      </w:r>
      <w:r>
        <w:rPr>
          <w:rFonts w:hint="cs"/>
          <w:rtl/>
        </w:rPr>
        <w:t>لموعد</w:t>
      </w:r>
      <w:r w:rsidR="00F21947" w:rsidRPr="00B2551F">
        <w:rPr>
          <w:rFonts w:hint="cs"/>
          <w:rtl/>
        </w:rPr>
        <w:t>ه</w:t>
      </w:r>
      <w:r>
        <w:rPr>
          <w:rFonts w:hint="cs"/>
          <w:rtl/>
        </w:rPr>
        <w:t>م</w:t>
      </w:r>
      <w:r>
        <w:rPr>
          <w:rtl/>
        </w:rPr>
        <w:t xml:space="preserve"> </w:t>
      </w:r>
      <w:r>
        <w:rPr>
          <w:rFonts w:hint="cs"/>
          <w:rtl/>
        </w:rPr>
        <w:t>ا</w:t>
      </w:r>
      <w:r>
        <w:rPr>
          <w:rtl/>
        </w:rPr>
        <w:t xml:space="preserve"> جمعين</w:t>
      </w:r>
    </w:p>
    <w:p w:rsidR="001F628F" w:rsidRDefault="001F628F" w:rsidP="00B32602">
      <w:pPr>
        <w:pStyle w:val="libNormal"/>
        <w:rPr>
          <w:rtl/>
        </w:rPr>
      </w:pPr>
      <w:r>
        <w:rPr>
          <w:rtl/>
        </w:rPr>
        <w:t>3_ جہنم مي</w:t>
      </w:r>
      <w:r w:rsidR="00083993">
        <w:rPr>
          <w:rtl/>
        </w:rPr>
        <w:t xml:space="preserve">ں </w:t>
      </w:r>
      <w:r>
        <w:rPr>
          <w:rtl/>
        </w:rPr>
        <w:t>گرفتار ہونے كے اسباب مي</w:t>
      </w:r>
      <w:r w:rsidR="00083993">
        <w:rPr>
          <w:rtl/>
        </w:rPr>
        <w:t xml:space="preserve">ں </w:t>
      </w:r>
      <w:r>
        <w:rPr>
          <w:rtl/>
        </w:rPr>
        <w:t>سے ابليس كى پيروى كرنا اور گمراہ ہونا ہے_</w:t>
      </w:r>
      <w:r w:rsidRPr="00B32602">
        <w:rPr>
          <w:rStyle w:val="libArabicChar"/>
          <w:rFonts w:hint="eastAsia"/>
          <w:rtl/>
        </w:rPr>
        <w:t>الّامن</w:t>
      </w:r>
      <w:r w:rsidRPr="00B32602">
        <w:rPr>
          <w:rStyle w:val="libArabicChar"/>
          <w:rtl/>
        </w:rPr>
        <w:t xml:space="preserve"> اتبعك ...وان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w:t>
      </w:r>
      <w:r w:rsidRPr="00B32602">
        <w:rPr>
          <w:rStyle w:val="libArabicChar"/>
          <w:rtl/>
        </w:rPr>
        <w:t>موعد</w:t>
      </w:r>
      <w:r w:rsidR="00F21947" w:rsidRPr="00B2551F">
        <w:rPr>
          <w:rStyle w:val="libArabicChar"/>
          <w:rFonts w:hint="cs"/>
          <w:rtl/>
        </w:rPr>
        <w:t>ه</w:t>
      </w:r>
      <w:r w:rsidRPr="00B32602">
        <w:rPr>
          <w:rStyle w:val="libArabicChar"/>
          <w:rFonts w:hint="cs"/>
          <w:rtl/>
        </w:rPr>
        <w:t>م</w:t>
      </w:r>
    </w:p>
    <w:p w:rsidR="001F628F" w:rsidRDefault="001F628F" w:rsidP="001F628F">
      <w:pPr>
        <w:pStyle w:val="libNormal"/>
        <w:rPr>
          <w:rtl/>
        </w:rPr>
      </w:pPr>
      <w:r>
        <w:rPr>
          <w:rtl/>
        </w:rPr>
        <w:t>4_</w:t>
      </w:r>
      <w:r w:rsidRPr="00B32602">
        <w:rPr>
          <w:rStyle w:val="libArabicChar"/>
          <w:rtl/>
        </w:rPr>
        <w:t>''عن ا بى جعفر</w:t>
      </w:r>
      <w:r w:rsidR="00367F17" w:rsidRPr="00367F17">
        <w:rPr>
          <w:rStyle w:val="libAlaemChar"/>
          <w:rtl/>
        </w:rPr>
        <w:t xml:space="preserve"> عليه‌السلام </w:t>
      </w:r>
      <w:r w:rsidRPr="00B32602">
        <w:rPr>
          <w:rStyle w:val="libArabicChar"/>
          <w:rtl/>
        </w:rPr>
        <w:t xml:space="preserve"> فى قول</w:t>
      </w:r>
      <w:r w:rsidR="00120F63" w:rsidRPr="00B2551F">
        <w:rPr>
          <w:rStyle w:val="libArabicChar"/>
          <w:rFonts w:hint="cs"/>
          <w:rtl/>
        </w:rPr>
        <w:t>ه</w:t>
      </w:r>
      <w:r w:rsidRPr="00B32602">
        <w:rPr>
          <w:rStyle w:val="libArabicChar"/>
          <w:rtl/>
        </w:rPr>
        <w:t>:''</w:t>
      </w:r>
      <w:r w:rsidRPr="00B32602">
        <w:rPr>
          <w:rStyle w:val="libArabicChar"/>
          <w:rFonts w:hint="cs"/>
          <w:rtl/>
        </w:rPr>
        <w:t>ان</w:t>
      </w:r>
      <w:r w:rsidRPr="00B32602">
        <w:rPr>
          <w:rStyle w:val="libArabicChar"/>
          <w:rtl/>
        </w:rPr>
        <w:t xml:space="preserve"> </w:t>
      </w:r>
      <w:r w:rsidRPr="00B32602">
        <w:rPr>
          <w:rStyle w:val="libArabicChar"/>
          <w:rFonts w:hint="cs"/>
          <w:rtl/>
        </w:rPr>
        <w:t>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لموعد</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جمعين</w:t>
      </w:r>
      <w:r w:rsidRPr="00B32602">
        <w:rPr>
          <w:rStyle w:val="libArabicChar"/>
          <w:rtl/>
        </w:rPr>
        <w:t>''</w:t>
      </w:r>
      <w:r w:rsidRPr="00B32602">
        <w:rPr>
          <w:rStyle w:val="libArabicChar"/>
          <w:rFonts w:hint="cs"/>
          <w:rtl/>
        </w:rPr>
        <w:t>فوقوف</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على</w:t>
      </w:r>
      <w:r w:rsidRPr="00B32602">
        <w:rPr>
          <w:rStyle w:val="libArabicChar"/>
          <w:rtl/>
        </w:rPr>
        <w:t xml:space="preserve"> </w:t>
      </w:r>
      <w:r w:rsidRPr="00B32602">
        <w:rPr>
          <w:rStyle w:val="libArabicChar"/>
          <w:rFonts w:hint="cs"/>
          <w:rtl/>
        </w:rPr>
        <w:t>الصراط</w:t>
      </w:r>
      <w:r w:rsidRPr="00B32602">
        <w:rPr>
          <w:rStyle w:val="libFootnotenumChar"/>
          <w:rtl/>
        </w:rPr>
        <w:t>(1)</w:t>
      </w:r>
      <w:r>
        <w:rPr>
          <w:rtl/>
        </w:rPr>
        <w:t>حضرت امام باقر سے خداوند عزوجل كے فرمان:</w:t>
      </w:r>
      <w:r w:rsidRPr="00B32602">
        <w:rPr>
          <w:rStyle w:val="libArabicChar"/>
          <w:rtl/>
        </w:rPr>
        <w:t>''ان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لموعد</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اجمعين</w:t>
      </w:r>
      <w:r w:rsidRPr="00B32602">
        <w:rPr>
          <w:rStyle w:val="libArabicChar"/>
          <w:rtl/>
        </w:rPr>
        <w:t>''</w:t>
      </w:r>
    </w:p>
    <w:p w:rsidR="001F628F" w:rsidRDefault="00B84D3B" w:rsidP="00B84D3B">
      <w:pPr>
        <w:pStyle w:val="libLine"/>
        <w:rPr>
          <w:rtl/>
        </w:rPr>
      </w:pPr>
      <w:r>
        <w:rPr>
          <w:rtl/>
        </w:rPr>
        <w:t>____________________</w:t>
      </w:r>
    </w:p>
    <w:p w:rsidR="001F628F" w:rsidRDefault="001F628F" w:rsidP="00B32602">
      <w:pPr>
        <w:pStyle w:val="libFootnote"/>
        <w:rPr>
          <w:rtl/>
        </w:rPr>
      </w:pPr>
      <w:r>
        <w:rPr>
          <w:rtl/>
        </w:rPr>
        <w:t>1)_تفسير قمى ،ج1،ص376،;نورالثقلين ،ج3، ص17، ح60_</w:t>
      </w:r>
    </w:p>
    <w:p w:rsidR="00B32602" w:rsidRDefault="001E7F9D" w:rsidP="00F73EDE">
      <w:pPr>
        <w:pStyle w:val="libPoemTini"/>
        <w:rPr>
          <w:rtl/>
        </w:rPr>
      </w:pPr>
      <w:r>
        <w:rPr>
          <w:rtl/>
        </w:rPr>
        <w:br w:type="page"/>
      </w:r>
    </w:p>
    <w:p w:rsidR="001F628F" w:rsidRDefault="001F628F" w:rsidP="00B32602">
      <w:pPr>
        <w:pStyle w:val="libNormal"/>
        <w:rPr>
          <w:rtl/>
        </w:rPr>
      </w:pPr>
      <w:r>
        <w:rPr>
          <w:rFonts w:hint="eastAsia"/>
          <w:rtl/>
        </w:rPr>
        <w:lastRenderedPageBreak/>
        <w:t>كے</w:t>
      </w:r>
      <w:r>
        <w:rPr>
          <w:rtl/>
        </w:rPr>
        <w:t xml:space="preserve"> بارے مي</w:t>
      </w:r>
      <w:r w:rsidR="00083993">
        <w:rPr>
          <w:rtl/>
        </w:rPr>
        <w:t xml:space="preserve">ں </w:t>
      </w:r>
      <w:r>
        <w:rPr>
          <w:rtl/>
        </w:rPr>
        <w:t>منقول ہے كہ اس سے مراداُن كا صراط پر توقف كرنا ہے_</w:t>
      </w:r>
    </w:p>
    <w:p w:rsidR="001F628F" w:rsidRDefault="001F628F" w:rsidP="00B32602">
      <w:pPr>
        <w:pStyle w:val="libNormal"/>
        <w:rPr>
          <w:rtl/>
        </w:rPr>
      </w:pPr>
      <w:r>
        <w:rPr>
          <w:rFonts w:hint="eastAsia"/>
          <w:rtl/>
        </w:rPr>
        <w:t>ابليس</w:t>
      </w:r>
      <w:r>
        <w:rPr>
          <w:rtl/>
        </w:rPr>
        <w:t xml:space="preserve"> :</w:t>
      </w:r>
      <w:r>
        <w:rPr>
          <w:rFonts w:hint="eastAsia"/>
          <w:rtl/>
        </w:rPr>
        <w:t>ابليس</w:t>
      </w:r>
      <w:r>
        <w:rPr>
          <w:rtl/>
        </w:rPr>
        <w:t xml:space="preserve"> كى پيروى كے اثرات3;ابليس كے پيروكار جہنم مي</w:t>
      </w:r>
      <w:r w:rsidR="00083993">
        <w:rPr>
          <w:rtl/>
        </w:rPr>
        <w:t xml:space="preserve">ں </w:t>
      </w:r>
      <w:r>
        <w:rPr>
          <w:rtl/>
        </w:rPr>
        <w:t>1;ابليس كے پيروكارو</w:t>
      </w:r>
      <w:r w:rsidR="00083993">
        <w:rPr>
          <w:rtl/>
        </w:rPr>
        <w:t xml:space="preserve">ں </w:t>
      </w:r>
      <w:r>
        <w:rPr>
          <w:rtl/>
        </w:rPr>
        <w:t>كى وعدہ گاہ 1،4;ابليس كے پيروكارو</w:t>
      </w:r>
      <w:r w:rsidR="00083993">
        <w:rPr>
          <w:rtl/>
        </w:rPr>
        <w:t xml:space="preserve">ں </w:t>
      </w:r>
      <w:r>
        <w:rPr>
          <w:rtl/>
        </w:rPr>
        <w:t>كے لئے وعيد 2</w:t>
      </w:r>
    </w:p>
    <w:p w:rsidR="001F628F" w:rsidRDefault="001F628F" w:rsidP="00B32602">
      <w:pPr>
        <w:pStyle w:val="libNormal"/>
        <w:rPr>
          <w:rtl/>
        </w:rPr>
      </w:pPr>
      <w:r>
        <w:rPr>
          <w:rFonts w:hint="eastAsia"/>
          <w:rtl/>
        </w:rPr>
        <w:t>الله</w:t>
      </w:r>
      <w:r>
        <w:rPr>
          <w:rtl/>
        </w:rPr>
        <w:t xml:space="preserve"> تعالى :</w:t>
      </w:r>
      <w:r>
        <w:rPr>
          <w:rFonts w:hint="eastAsia"/>
          <w:rtl/>
        </w:rPr>
        <w:t>الله</w:t>
      </w:r>
      <w:r>
        <w:rPr>
          <w:rtl/>
        </w:rPr>
        <w:t xml:space="preserve"> تعالى كى طرف سے وعيد2</w:t>
      </w:r>
    </w:p>
    <w:p w:rsidR="001F628F" w:rsidRDefault="001F628F" w:rsidP="00B32602">
      <w:pPr>
        <w:pStyle w:val="libNormal"/>
        <w:rPr>
          <w:rtl/>
        </w:rPr>
      </w:pPr>
      <w:r>
        <w:rPr>
          <w:rFonts w:hint="eastAsia"/>
          <w:rtl/>
        </w:rPr>
        <w:t>جہنم</w:t>
      </w:r>
      <w:r>
        <w:rPr>
          <w:rtl/>
        </w:rPr>
        <w:t xml:space="preserve"> :</w:t>
      </w:r>
      <w:r>
        <w:rPr>
          <w:rFonts w:hint="eastAsia"/>
          <w:rtl/>
        </w:rPr>
        <w:t>جہنم</w:t>
      </w:r>
      <w:r>
        <w:rPr>
          <w:rtl/>
        </w:rPr>
        <w:t xml:space="preserve"> كے موجبات 3</w:t>
      </w:r>
      <w:r>
        <w:rPr>
          <w:rFonts w:hint="eastAsia"/>
          <w:rtl/>
        </w:rPr>
        <w:t>جہنمى</w:t>
      </w:r>
      <w:r>
        <w:rPr>
          <w:rtl/>
        </w:rPr>
        <w:t xml:space="preserve"> لوگ :1</w:t>
      </w:r>
    </w:p>
    <w:p w:rsidR="001F628F" w:rsidRDefault="001F628F" w:rsidP="001F628F">
      <w:pPr>
        <w:pStyle w:val="libNormal"/>
        <w:rPr>
          <w:rtl/>
        </w:rPr>
      </w:pPr>
      <w:r>
        <w:rPr>
          <w:rFonts w:hint="eastAsia"/>
          <w:rtl/>
        </w:rPr>
        <w:t>روايت</w:t>
      </w:r>
      <w:r>
        <w:rPr>
          <w:rtl/>
        </w:rPr>
        <w:t xml:space="preserve"> :4</w:t>
      </w:r>
    </w:p>
    <w:p w:rsidR="001F628F" w:rsidRDefault="001F628F" w:rsidP="00B32602">
      <w:pPr>
        <w:pStyle w:val="libNormal"/>
        <w:rPr>
          <w:rtl/>
        </w:rPr>
      </w:pPr>
      <w:r>
        <w:rPr>
          <w:rFonts w:hint="eastAsia"/>
          <w:rtl/>
        </w:rPr>
        <w:t>گمراہى</w:t>
      </w:r>
      <w:r>
        <w:rPr>
          <w:rtl/>
        </w:rPr>
        <w:t xml:space="preserve"> :</w:t>
      </w:r>
      <w:r>
        <w:rPr>
          <w:rFonts w:hint="eastAsia"/>
          <w:rtl/>
        </w:rPr>
        <w:t>گمراہى</w:t>
      </w:r>
      <w:r>
        <w:rPr>
          <w:rtl/>
        </w:rPr>
        <w:t xml:space="preserve"> كے اثرات 3</w:t>
      </w:r>
    </w:p>
    <w:p w:rsidR="001F628F" w:rsidRDefault="00B32602" w:rsidP="00B32602">
      <w:pPr>
        <w:pStyle w:val="Heading2Center"/>
        <w:rPr>
          <w:rtl/>
        </w:rPr>
      </w:pPr>
      <w:bookmarkStart w:id="90" w:name="_Toc28081768"/>
      <w:r>
        <w:rPr>
          <w:rFonts w:hint="cs"/>
          <w:rtl/>
        </w:rPr>
        <w:t>آیت 44</w:t>
      </w:r>
      <w:bookmarkEnd w:id="90"/>
    </w:p>
    <w:p w:rsidR="001F628F" w:rsidRDefault="00E260F9" w:rsidP="00B32602">
      <w:pPr>
        <w:pStyle w:val="libNormal"/>
        <w:rPr>
          <w:rtl/>
        </w:rPr>
      </w:pPr>
      <w:r w:rsidRPr="00E260F9">
        <w:rPr>
          <w:rStyle w:val="libAlaemChar"/>
          <w:rFonts w:hint="eastAsia"/>
          <w:rtl/>
        </w:rPr>
        <w:t>(</w:t>
      </w:r>
      <w:r w:rsidRPr="00B32602">
        <w:rPr>
          <w:rStyle w:val="libAieChar"/>
          <w:rFonts w:hint="eastAsia"/>
          <w:rtl/>
        </w:rPr>
        <w:t>لَهَا</w:t>
      </w:r>
      <w:r w:rsidRPr="00B32602">
        <w:rPr>
          <w:rStyle w:val="libAieChar"/>
          <w:rtl/>
        </w:rPr>
        <w:t xml:space="preserve"> سَبْعَةُ أَبْوَابٍ لِّكُلِّ بَابٍ مِّنْهُمْ جُزْءٌ مَّقْسُومٌ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سات دروازے ہي</w:t>
      </w:r>
      <w:r w:rsidR="00083993">
        <w:rPr>
          <w:rtl/>
        </w:rPr>
        <w:t xml:space="preserve">ں </w:t>
      </w:r>
      <w:r>
        <w:rPr>
          <w:rtl/>
        </w:rPr>
        <w:t>اور ہر دروازے كے لئے ايك حصّہ تقسيم كرديا گياہے _</w:t>
      </w:r>
    </w:p>
    <w:p w:rsidR="001F628F" w:rsidRDefault="001F628F" w:rsidP="00B32602">
      <w:pPr>
        <w:pStyle w:val="libNormal"/>
        <w:rPr>
          <w:rtl/>
        </w:rPr>
      </w:pPr>
      <w:r>
        <w:rPr>
          <w:rtl/>
        </w:rPr>
        <w:t>1_جہنم كے سات دروازے ہي</w:t>
      </w:r>
      <w:r w:rsidR="00083993">
        <w:rPr>
          <w:rtl/>
        </w:rPr>
        <w:t xml:space="preserve">ں </w:t>
      </w:r>
      <w:r>
        <w:rPr>
          <w:rtl/>
        </w:rPr>
        <w:t>_</w:t>
      </w:r>
      <w:r w:rsidRPr="00B32602">
        <w:rPr>
          <w:rStyle w:val="libArabicChar"/>
          <w:rFonts w:hint="eastAsia"/>
          <w:rtl/>
        </w:rPr>
        <w:t>ل</w:t>
      </w:r>
      <w:r w:rsidR="00F21947" w:rsidRPr="00B2551F">
        <w:rPr>
          <w:rStyle w:val="libArabicChar"/>
          <w:rFonts w:hint="cs"/>
          <w:rtl/>
        </w:rPr>
        <w:t>ه</w:t>
      </w:r>
      <w:r w:rsidRPr="00B32602">
        <w:rPr>
          <w:rStyle w:val="libArabicChar"/>
          <w:rFonts w:hint="cs"/>
          <w:rtl/>
        </w:rPr>
        <w:t>ا</w:t>
      </w:r>
      <w:r w:rsidRPr="00B32602">
        <w:rPr>
          <w:rStyle w:val="libArabicChar"/>
          <w:rtl/>
        </w:rPr>
        <w:t xml:space="preserve"> سبعة ا بوب لكلّ باب 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مقسوم</w:t>
      </w:r>
    </w:p>
    <w:p w:rsidR="001F628F" w:rsidRDefault="001F628F" w:rsidP="001F628F">
      <w:pPr>
        <w:pStyle w:val="libNormal"/>
        <w:rPr>
          <w:rtl/>
        </w:rPr>
      </w:pPr>
      <w:r>
        <w:rPr>
          <w:rtl/>
        </w:rPr>
        <w:t>2_گمراہو</w:t>
      </w:r>
      <w:r w:rsidR="00083993">
        <w:rPr>
          <w:rtl/>
        </w:rPr>
        <w:t xml:space="preserve">ں </w:t>
      </w:r>
      <w:r>
        <w:rPr>
          <w:rtl/>
        </w:rPr>
        <w:t>كے ہر گروہ كے جہنم مي</w:t>
      </w:r>
      <w:r w:rsidR="00083993">
        <w:rPr>
          <w:rtl/>
        </w:rPr>
        <w:t xml:space="preserve">ں </w:t>
      </w:r>
      <w:r>
        <w:rPr>
          <w:rtl/>
        </w:rPr>
        <w:t>داخل ہونے كے لئے ايك مخصوص دروازہ ہے_</w:t>
      </w:r>
    </w:p>
    <w:p w:rsidR="001F628F" w:rsidRDefault="001F628F" w:rsidP="00B32602">
      <w:pPr>
        <w:pStyle w:val="libArabic"/>
        <w:rPr>
          <w:rtl/>
        </w:rPr>
      </w:pPr>
      <w:r>
        <w:rPr>
          <w:rFonts w:hint="eastAsia"/>
          <w:rtl/>
        </w:rPr>
        <w:t>من</w:t>
      </w:r>
      <w:r>
        <w:rPr>
          <w:rtl/>
        </w:rPr>
        <w:t xml:space="preserve"> الغاوين_وان ج</w:t>
      </w:r>
      <w:r w:rsidR="00F21947" w:rsidRPr="00B2551F">
        <w:rPr>
          <w:rFonts w:hint="cs"/>
          <w:rtl/>
        </w:rPr>
        <w:t>ه</w:t>
      </w:r>
      <w:r>
        <w:rPr>
          <w:rFonts w:hint="cs"/>
          <w:rtl/>
        </w:rPr>
        <w:t>نّم</w:t>
      </w:r>
      <w:r>
        <w:rPr>
          <w:rtl/>
        </w:rPr>
        <w:t xml:space="preserve"> </w:t>
      </w:r>
      <w:r>
        <w:rPr>
          <w:rFonts w:hint="cs"/>
          <w:rtl/>
        </w:rPr>
        <w:t>لموعد</w:t>
      </w:r>
      <w:r w:rsidR="00F21947" w:rsidRPr="00B2551F">
        <w:rPr>
          <w:rFonts w:hint="cs"/>
          <w:rtl/>
        </w:rPr>
        <w:t>ه</w:t>
      </w:r>
      <w:r>
        <w:rPr>
          <w:rFonts w:hint="cs"/>
          <w:rtl/>
        </w:rPr>
        <w:t>م</w:t>
      </w:r>
      <w:r>
        <w:rPr>
          <w:rtl/>
        </w:rPr>
        <w:t xml:space="preserve"> ...</w:t>
      </w:r>
      <w:r>
        <w:rPr>
          <w:rFonts w:hint="cs"/>
          <w:rtl/>
        </w:rPr>
        <w:t>ل</w:t>
      </w:r>
      <w:r w:rsidR="00F21947" w:rsidRPr="00B2551F">
        <w:rPr>
          <w:rFonts w:hint="cs"/>
          <w:rtl/>
        </w:rPr>
        <w:t>ه</w:t>
      </w:r>
      <w:r>
        <w:rPr>
          <w:rFonts w:hint="cs"/>
          <w:rtl/>
        </w:rPr>
        <w:t>ا</w:t>
      </w:r>
      <w:r>
        <w:rPr>
          <w:rtl/>
        </w:rPr>
        <w:t xml:space="preserve"> </w:t>
      </w:r>
      <w:r>
        <w:rPr>
          <w:rFonts w:hint="cs"/>
          <w:rtl/>
        </w:rPr>
        <w:t>سبعة</w:t>
      </w:r>
      <w:r>
        <w:rPr>
          <w:rtl/>
        </w:rPr>
        <w:t xml:space="preserve"> </w:t>
      </w:r>
      <w:r>
        <w:rPr>
          <w:rFonts w:hint="cs"/>
          <w:rtl/>
        </w:rPr>
        <w:t>ا</w:t>
      </w:r>
      <w:r>
        <w:rPr>
          <w:rtl/>
        </w:rPr>
        <w:t xml:space="preserve"> </w:t>
      </w:r>
      <w:r>
        <w:rPr>
          <w:rFonts w:hint="cs"/>
          <w:rtl/>
        </w:rPr>
        <w:t>بوب</w:t>
      </w:r>
      <w:r>
        <w:rPr>
          <w:rtl/>
        </w:rPr>
        <w:t xml:space="preserve"> </w:t>
      </w:r>
      <w:r>
        <w:rPr>
          <w:rFonts w:hint="cs"/>
          <w:rtl/>
        </w:rPr>
        <w:t>لكلّ</w:t>
      </w:r>
      <w:r>
        <w:rPr>
          <w:rtl/>
        </w:rPr>
        <w:t xml:space="preserve"> </w:t>
      </w:r>
      <w:r>
        <w:rPr>
          <w:rFonts w:hint="cs"/>
          <w:rtl/>
        </w:rPr>
        <w:t>باب</w:t>
      </w:r>
      <w:r>
        <w:rPr>
          <w:rtl/>
        </w:rPr>
        <w:t xml:space="preserve"> </w:t>
      </w:r>
      <w:r>
        <w:rPr>
          <w:rFonts w:hint="cs"/>
          <w:rtl/>
        </w:rPr>
        <w:t>من</w:t>
      </w:r>
      <w:r w:rsidR="00F21947" w:rsidRPr="00B2551F">
        <w:rPr>
          <w:rFonts w:hint="cs"/>
          <w:rtl/>
        </w:rPr>
        <w:t>ه</w:t>
      </w:r>
      <w:r>
        <w:rPr>
          <w:rFonts w:hint="cs"/>
          <w:rtl/>
        </w:rPr>
        <w:t>م</w:t>
      </w:r>
      <w:r>
        <w:rPr>
          <w:rtl/>
        </w:rPr>
        <w:t xml:space="preserve"> </w:t>
      </w:r>
      <w:r>
        <w:rPr>
          <w:rFonts w:hint="cs"/>
          <w:rtl/>
        </w:rPr>
        <w:t>جزء</w:t>
      </w:r>
      <w:r>
        <w:rPr>
          <w:rtl/>
        </w:rPr>
        <w:t xml:space="preserve"> مقسوم</w:t>
      </w:r>
    </w:p>
    <w:p w:rsidR="001F628F" w:rsidRDefault="001F628F" w:rsidP="00B32602">
      <w:pPr>
        <w:pStyle w:val="libNormal"/>
        <w:rPr>
          <w:rtl/>
        </w:rPr>
      </w:pPr>
      <w:r>
        <w:rPr>
          <w:rtl/>
        </w:rPr>
        <w:t>3_سات دروازو</w:t>
      </w:r>
      <w:r w:rsidR="00083993">
        <w:rPr>
          <w:rtl/>
        </w:rPr>
        <w:t xml:space="preserve">ں </w:t>
      </w:r>
      <w:r>
        <w:rPr>
          <w:rtl/>
        </w:rPr>
        <w:t>والى جہنم كہ جس كے نچلے طبقات ہي</w:t>
      </w:r>
      <w:r w:rsidR="00083993">
        <w:rPr>
          <w:rtl/>
        </w:rPr>
        <w:t xml:space="preserve">ں </w:t>
      </w:r>
      <w:r>
        <w:rPr>
          <w:rtl/>
        </w:rPr>
        <w:t>اور گمراہو</w:t>
      </w:r>
      <w:r w:rsidR="00083993">
        <w:rPr>
          <w:rtl/>
        </w:rPr>
        <w:t xml:space="preserve">ں </w:t>
      </w:r>
      <w:r>
        <w:rPr>
          <w:rtl/>
        </w:rPr>
        <w:t>كا ہر گروہ ايك مخصوص طبقے اور مشخص حصے مي</w:t>
      </w:r>
      <w:r w:rsidR="00083993">
        <w:rPr>
          <w:rtl/>
        </w:rPr>
        <w:t xml:space="preserve">ں </w:t>
      </w:r>
      <w:r>
        <w:rPr>
          <w:rtl/>
        </w:rPr>
        <w:t>ہوگا_</w:t>
      </w:r>
      <w:r w:rsidRPr="00B32602">
        <w:rPr>
          <w:rStyle w:val="libArabicChar"/>
          <w:rFonts w:hint="eastAsia"/>
          <w:rtl/>
        </w:rPr>
        <w:t>ل</w:t>
      </w:r>
      <w:r w:rsidR="00F21947" w:rsidRPr="00B2551F">
        <w:rPr>
          <w:rStyle w:val="libArabicChar"/>
          <w:rFonts w:hint="cs"/>
          <w:rtl/>
        </w:rPr>
        <w:t>ه</w:t>
      </w:r>
      <w:r w:rsidRPr="00B32602">
        <w:rPr>
          <w:rStyle w:val="libArabicChar"/>
          <w:rFonts w:hint="cs"/>
          <w:rtl/>
        </w:rPr>
        <w:t>ا</w:t>
      </w:r>
      <w:r w:rsidRPr="00B32602">
        <w:rPr>
          <w:rStyle w:val="libArabicChar"/>
          <w:rtl/>
        </w:rPr>
        <w:t xml:space="preserve"> سبعة ا بوب لكلّ باب 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مقسوم</w:t>
      </w:r>
    </w:p>
    <w:p w:rsidR="001F628F" w:rsidRDefault="001F628F" w:rsidP="001F628F">
      <w:pPr>
        <w:pStyle w:val="libNormal"/>
        <w:rPr>
          <w:rtl/>
        </w:rPr>
      </w:pPr>
      <w:r>
        <w:rPr>
          <w:rFonts w:hint="eastAsia"/>
          <w:rtl/>
        </w:rPr>
        <w:t>مندرجہ</w:t>
      </w:r>
      <w:r>
        <w:rPr>
          <w:rtl/>
        </w:rPr>
        <w:t xml:space="preserve"> بالا مطلب اس بات پر مبنى ہے كہ جب ''ابواب '' سے اُن كا كنائي معنى مراد ہو ;چونكہ ہر دروازہ عام طور پر ايك خاص مكان كى طرف كھلتا ہے اور كسى مستقل جگہ تك لے جاتا ہے _اس مطلب كى تائيد بعد والى عبارت سے بھى ہوتى ہے كہ جس مي</w:t>
      </w:r>
      <w:r w:rsidR="00083993">
        <w:rPr>
          <w:rtl/>
        </w:rPr>
        <w:t xml:space="preserve">ں </w:t>
      </w:r>
      <w:r>
        <w:rPr>
          <w:rtl/>
        </w:rPr>
        <w:t>ہر دروازہ گمراہو</w:t>
      </w:r>
      <w:r w:rsidR="00083993">
        <w:rPr>
          <w:rtl/>
        </w:rPr>
        <w:t xml:space="preserve">ں </w:t>
      </w:r>
      <w:r>
        <w:rPr>
          <w:rtl/>
        </w:rPr>
        <w:t>كے ايك گرو</w:t>
      </w:r>
      <w:r>
        <w:rPr>
          <w:rFonts w:hint="eastAsia"/>
          <w:rtl/>
        </w:rPr>
        <w:t>ہ</w:t>
      </w:r>
      <w:r>
        <w:rPr>
          <w:rtl/>
        </w:rPr>
        <w:t xml:space="preserve"> كے لئے معين كيا گيا ہے_</w:t>
      </w:r>
    </w:p>
    <w:p w:rsidR="00B32602" w:rsidRDefault="001E7F9D" w:rsidP="00F73EDE">
      <w:pPr>
        <w:pStyle w:val="libPoemTini"/>
        <w:rPr>
          <w:rtl/>
        </w:rPr>
      </w:pPr>
      <w:r>
        <w:rPr>
          <w:rtl/>
        </w:rPr>
        <w:cr/>
      </w:r>
      <w:r>
        <w:rPr>
          <w:rtl/>
        </w:rPr>
        <w:br w:type="page"/>
      </w:r>
    </w:p>
    <w:p w:rsidR="001F628F" w:rsidRDefault="001F628F" w:rsidP="00B32602">
      <w:pPr>
        <w:pStyle w:val="libNormal"/>
        <w:rPr>
          <w:rtl/>
        </w:rPr>
      </w:pPr>
      <w:r>
        <w:rPr>
          <w:rtl/>
        </w:rPr>
        <w:lastRenderedPageBreak/>
        <w:t>4_دنيا مي</w:t>
      </w:r>
      <w:r w:rsidR="00083993">
        <w:rPr>
          <w:rtl/>
        </w:rPr>
        <w:t xml:space="preserve">ں </w:t>
      </w:r>
      <w:r>
        <w:rPr>
          <w:rtl/>
        </w:rPr>
        <w:t>سات ايسے غلط راستے اور جرائم ہي</w:t>
      </w:r>
      <w:r w:rsidR="00083993">
        <w:rPr>
          <w:rtl/>
        </w:rPr>
        <w:t xml:space="preserve">ں </w:t>
      </w:r>
      <w:r>
        <w:rPr>
          <w:rtl/>
        </w:rPr>
        <w:t>كہ جو جہنم تك لے جاتے ہي</w:t>
      </w:r>
      <w:r w:rsidR="00083993">
        <w:rPr>
          <w:rtl/>
        </w:rPr>
        <w:t xml:space="preserve">ں </w:t>
      </w:r>
      <w:r>
        <w:rPr>
          <w:rtl/>
        </w:rPr>
        <w:t>_</w:t>
      </w:r>
    </w:p>
    <w:p w:rsidR="001F628F" w:rsidRDefault="001F628F" w:rsidP="00B32602">
      <w:pPr>
        <w:pStyle w:val="libArabic"/>
        <w:rPr>
          <w:rtl/>
        </w:rPr>
      </w:pPr>
      <w:r>
        <w:rPr>
          <w:rFonts w:hint="eastAsia"/>
          <w:rtl/>
        </w:rPr>
        <w:t>ان</w:t>
      </w:r>
      <w:r>
        <w:rPr>
          <w:rtl/>
        </w:rPr>
        <w:t xml:space="preserve"> ج</w:t>
      </w:r>
      <w:r w:rsidR="00F21947" w:rsidRPr="00B2551F">
        <w:rPr>
          <w:rFonts w:hint="cs"/>
          <w:rtl/>
        </w:rPr>
        <w:t>ه</w:t>
      </w:r>
      <w:r>
        <w:rPr>
          <w:rFonts w:hint="cs"/>
          <w:rtl/>
        </w:rPr>
        <w:t>نّم</w:t>
      </w:r>
      <w:r>
        <w:rPr>
          <w:rtl/>
        </w:rPr>
        <w:t xml:space="preserve"> ...</w:t>
      </w:r>
      <w:r>
        <w:rPr>
          <w:rFonts w:hint="cs"/>
          <w:rtl/>
        </w:rPr>
        <w:t>ل</w:t>
      </w:r>
      <w:r w:rsidR="00F21947" w:rsidRPr="00B2551F">
        <w:rPr>
          <w:rFonts w:hint="cs"/>
          <w:rtl/>
        </w:rPr>
        <w:t>ه</w:t>
      </w:r>
      <w:r>
        <w:rPr>
          <w:rFonts w:hint="cs"/>
          <w:rtl/>
        </w:rPr>
        <w:t>ا</w:t>
      </w:r>
      <w:r>
        <w:rPr>
          <w:rtl/>
        </w:rPr>
        <w:t xml:space="preserve"> </w:t>
      </w:r>
      <w:r>
        <w:rPr>
          <w:rFonts w:hint="cs"/>
          <w:rtl/>
        </w:rPr>
        <w:t>سبعة</w:t>
      </w:r>
      <w:r>
        <w:rPr>
          <w:rtl/>
        </w:rPr>
        <w:t xml:space="preserve"> </w:t>
      </w:r>
      <w:r>
        <w:rPr>
          <w:rFonts w:hint="cs"/>
          <w:rtl/>
        </w:rPr>
        <w:t>ا</w:t>
      </w:r>
      <w:r>
        <w:rPr>
          <w:rtl/>
        </w:rPr>
        <w:t xml:space="preserve"> </w:t>
      </w:r>
      <w:r>
        <w:rPr>
          <w:rFonts w:hint="cs"/>
          <w:rtl/>
        </w:rPr>
        <w:t>بو</w:t>
      </w:r>
      <w:r>
        <w:rPr>
          <w:rtl/>
        </w:rPr>
        <w:t>ب لكلّ باب من</w:t>
      </w:r>
      <w:r w:rsidR="00F21947" w:rsidRPr="00B2551F">
        <w:rPr>
          <w:rFonts w:hint="cs"/>
          <w:rtl/>
        </w:rPr>
        <w:t>ه</w:t>
      </w:r>
      <w:r>
        <w:rPr>
          <w:rFonts w:hint="cs"/>
          <w:rtl/>
        </w:rPr>
        <w:t>م</w:t>
      </w:r>
      <w:r>
        <w:rPr>
          <w:rtl/>
        </w:rPr>
        <w:t xml:space="preserve"> </w:t>
      </w:r>
      <w:r>
        <w:rPr>
          <w:rFonts w:hint="cs"/>
          <w:rtl/>
        </w:rPr>
        <w:t>جزء</w:t>
      </w:r>
      <w:r>
        <w:rPr>
          <w:rtl/>
        </w:rPr>
        <w:t xml:space="preserve"> مقسوم</w:t>
      </w:r>
    </w:p>
    <w:p w:rsidR="001F628F" w:rsidRDefault="001F628F" w:rsidP="001F628F">
      <w:pPr>
        <w:pStyle w:val="libNormal"/>
        <w:rPr>
          <w:rtl/>
        </w:rPr>
      </w:pPr>
      <w:r>
        <w:rPr>
          <w:rtl/>
        </w:rPr>
        <w:t>5_جہنم مي</w:t>
      </w:r>
      <w:r w:rsidR="00083993">
        <w:rPr>
          <w:rtl/>
        </w:rPr>
        <w:t xml:space="preserve">ں </w:t>
      </w:r>
      <w:r>
        <w:rPr>
          <w:rtl/>
        </w:rPr>
        <w:t>مختلف درجات (طبقات)اورشديد وخفيف قسم كے گوناگو</w:t>
      </w:r>
      <w:r w:rsidR="00083993">
        <w:rPr>
          <w:rtl/>
        </w:rPr>
        <w:t xml:space="preserve">ں </w:t>
      </w:r>
      <w:r>
        <w:rPr>
          <w:rtl/>
        </w:rPr>
        <w:t>عذاب موجود ہي</w:t>
      </w:r>
      <w:r w:rsidR="00083993">
        <w:rPr>
          <w:rtl/>
        </w:rPr>
        <w:t xml:space="preserve">ں </w:t>
      </w:r>
      <w:r>
        <w:rPr>
          <w:rtl/>
        </w:rPr>
        <w:t>_</w:t>
      </w:r>
    </w:p>
    <w:p w:rsidR="001F628F" w:rsidRDefault="001F628F" w:rsidP="00B32602">
      <w:pPr>
        <w:pStyle w:val="libArabic"/>
        <w:rPr>
          <w:rtl/>
        </w:rPr>
      </w:pPr>
      <w:r>
        <w:rPr>
          <w:rFonts w:hint="eastAsia"/>
          <w:rtl/>
        </w:rPr>
        <w:t>ل</w:t>
      </w:r>
      <w:r w:rsidR="00F21947" w:rsidRPr="00B2551F">
        <w:rPr>
          <w:rFonts w:hint="cs"/>
          <w:rtl/>
        </w:rPr>
        <w:t>ه</w:t>
      </w:r>
      <w:r>
        <w:rPr>
          <w:rFonts w:hint="cs"/>
          <w:rtl/>
        </w:rPr>
        <w:t>ا</w:t>
      </w:r>
      <w:r>
        <w:rPr>
          <w:rtl/>
        </w:rPr>
        <w:t xml:space="preserve"> سبعة ا بوب لكلّ باب من</w:t>
      </w:r>
      <w:r w:rsidR="00F21947" w:rsidRPr="00B2551F">
        <w:rPr>
          <w:rFonts w:hint="cs"/>
          <w:rtl/>
        </w:rPr>
        <w:t>ه</w:t>
      </w:r>
      <w:r>
        <w:rPr>
          <w:rFonts w:hint="cs"/>
          <w:rtl/>
        </w:rPr>
        <w:t>م</w:t>
      </w:r>
      <w:r>
        <w:rPr>
          <w:rtl/>
        </w:rPr>
        <w:t xml:space="preserve"> </w:t>
      </w:r>
      <w:r>
        <w:rPr>
          <w:rFonts w:hint="cs"/>
          <w:rtl/>
        </w:rPr>
        <w:t>جزء</w:t>
      </w:r>
      <w:r>
        <w:rPr>
          <w:rtl/>
        </w:rPr>
        <w:t xml:space="preserve"> مقسوم</w:t>
      </w:r>
    </w:p>
    <w:p w:rsidR="001F628F" w:rsidRDefault="001F628F" w:rsidP="001F628F">
      <w:pPr>
        <w:pStyle w:val="libNormal"/>
        <w:rPr>
          <w:rtl/>
        </w:rPr>
      </w:pPr>
      <w:r>
        <w:rPr>
          <w:rFonts w:hint="eastAsia"/>
          <w:rtl/>
        </w:rPr>
        <w:t>مندرجہ</w:t>
      </w:r>
      <w:r>
        <w:rPr>
          <w:rtl/>
        </w:rPr>
        <w:t xml:space="preserve"> بالا مطلب اس بات پر مبنى ہے كہ جب ايت مي</w:t>
      </w:r>
      <w:r w:rsidR="00083993">
        <w:rPr>
          <w:rtl/>
        </w:rPr>
        <w:t xml:space="preserve">ں </w:t>
      </w:r>
      <w:r>
        <w:rPr>
          <w:rtl/>
        </w:rPr>
        <w:t>''سبعہ '' سے كثرت كے لئے كنايہ مراد ہو اور جہنم كے عذابو</w:t>
      </w:r>
      <w:r w:rsidR="00083993">
        <w:rPr>
          <w:rtl/>
        </w:rPr>
        <w:t xml:space="preserve">ں </w:t>
      </w:r>
      <w:r>
        <w:rPr>
          <w:rtl/>
        </w:rPr>
        <w:t>كے مختلف اور شديد وخفيف ہونے كى طرف اشارہ ہونہ كہ ايك مشخص عدد مراد ہو_</w:t>
      </w:r>
    </w:p>
    <w:p w:rsidR="001F628F" w:rsidRPr="00B32602" w:rsidRDefault="001F628F" w:rsidP="00B32602">
      <w:pPr>
        <w:pStyle w:val="libNormal"/>
        <w:rPr>
          <w:rStyle w:val="libArabicChar"/>
          <w:rtl/>
        </w:rPr>
      </w:pPr>
      <w:r>
        <w:rPr>
          <w:rtl/>
        </w:rPr>
        <w:t>6_ہر گناہ، اپنى متناسب سزااور عذا ب كا حامل ہے_</w:t>
      </w:r>
      <w:r w:rsidRPr="00B32602">
        <w:rPr>
          <w:rStyle w:val="libArabicChar"/>
          <w:rFonts w:hint="eastAsia"/>
          <w:rtl/>
        </w:rPr>
        <w:t>وان</w:t>
      </w:r>
      <w:r w:rsidRPr="00B32602">
        <w:rPr>
          <w:rStyle w:val="libArabicChar"/>
          <w:rtl/>
        </w:rPr>
        <w:t xml:space="preserve">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لموعد</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جمعين</w:t>
      </w:r>
      <w:r w:rsidRPr="00B32602">
        <w:rPr>
          <w:rStyle w:val="libArabicChar"/>
          <w:rtl/>
        </w:rPr>
        <w:t xml:space="preserve"> _</w:t>
      </w:r>
      <w:r w:rsidRPr="00B32602">
        <w:rPr>
          <w:rStyle w:val="libArabicChar"/>
          <w:rFonts w:hint="cs"/>
          <w:rtl/>
        </w:rPr>
        <w:t>ل</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سبعة</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بوب</w:t>
      </w:r>
      <w:r w:rsidRPr="00B32602">
        <w:rPr>
          <w:rStyle w:val="libArabicChar"/>
          <w:rtl/>
        </w:rPr>
        <w:t xml:space="preserve"> </w:t>
      </w:r>
      <w:r w:rsidRPr="00B32602">
        <w:rPr>
          <w:rStyle w:val="libArabicChar"/>
          <w:rFonts w:hint="cs"/>
          <w:rtl/>
        </w:rPr>
        <w:t>لكلّ</w:t>
      </w:r>
      <w:r w:rsidRPr="00B32602">
        <w:rPr>
          <w:rStyle w:val="libArabicChar"/>
          <w:rtl/>
        </w:rPr>
        <w:t xml:space="preserve"> </w:t>
      </w:r>
      <w:r w:rsidRPr="00B32602">
        <w:rPr>
          <w:rStyle w:val="libArabicChar"/>
          <w:rFonts w:hint="cs"/>
          <w:rtl/>
        </w:rPr>
        <w:t>باب</w:t>
      </w:r>
      <w:r w:rsidRPr="00B32602">
        <w:rPr>
          <w:rStyle w:val="libArabicChar"/>
          <w:rtl/>
        </w:rPr>
        <w:t xml:space="preserve"> </w:t>
      </w:r>
      <w:r w:rsidRPr="00B32602">
        <w:rPr>
          <w:rStyle w:val="libArabicChar"/>
          <w:rFonts w:hint="cs"/>
          <w:rtl/>
        </w:rPr>
        <w:t>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مقسوم</w:t>
      </w:r>
    </w:p>
    <w:p w:rsidR="001F628F" w:rsidRDefault="001F628F" w:rsidP="001F628F">
      <w:pPr>
        <w:pStyle w:val="libNormal"/>
        <w:rPr>
          <w:rtl/>
        </w:rPr>
      </w:pPr>
      <w:r>
        <w:rPr>
          <w:rFonts w:hint="eastAsia"/>
          <w:rtl/>
        </w:rPr>
        <w:t>يہ</w:t>
      </w:r>
      <w:r>
        <w:rPr>
          <w:rtl/>
        </w:rPr>
        <w:t xml:space="preserve"> جو كہا گيا ہے كہ :''گمراہو</w:t>
      </w:r>
      <w:r w:rsidR="00083993">
        <w:rPr>
          <w:rtl/>
        </w:rPr>
        <w:t xml:space="preserve">ں </w:t>
      </w:r>
      <w:r>
        <w:rPr>
          <w:rtl/>
        </w:rPr>
        <w:t>كے ہر گروہ كے لئے جہنم مي</w:t>
      </w:r>
      <w:r w:rsidR="00083993">
        <w:rPr>
          <w:rtl/>
        </w:rPr>
        <w:t xml:space="preserve">ں </w:t>
      </w:r>
      <w:r>
        <w:rPr>
          <w:rtl/>
        </w:rPr>
        <w:t>ايك مخصوص دروازہ يا طبقہ ہوتا ہے_''اس سے معلوم ہوتا ہے كہ گناہ بھى مختلف اور اپنى متناسب سزا ركھتے ہي</w:t>
      </w:r>
      <w:r w:rsidR="00083993">
        <w:rPr>
          <w:rtl/>
        </w:rPr>
        <w:t xml:space="preserve">ں </w:t>
      </w:r>
      <w:r>
        <w:rPr>
          <w:rtl/>
        </w:rPr>
        <w:t>_</w:t>
      </w:r>
    </w:p>
    <w:p w:rsidR="001F628F" w:rsidRDefault="001F628F" w:rsidP="001F628F">
      <w:pPr>
        <w:pStyle w:val="libNormal"/>
        <w:rPr>
          <w:rtl/>
        </w:rPr>
      </w:pPr>
      <w:r>
        <w:rPr>
          <w:rtl/>
        </w:rPr>
        <w:t>7_انسان كى عاقبت مي</w:t>
      </w:r>
      <w:r w:rsidR="00083993">
        <w:rPr>
          <w:rtl/>
        </w:rPr>
        <w:t xml:space="preserve">ں </w:t>
      </w:r>
      <w:r>
        <w:rPr>
          <w:rtl/>
        </w:rPr>
        <w:t>اُس كا عقيدہ اور عمل اہم كردار ادا كرتے ہي</w:t>
      </w:r>
      <w:r w:rsidR="00083993">
        <w:rPr>
          <w:rtl/>
        </w:rPr>
        <w:t xml:space="preserve">ں </w:t>
      </w:r>
      <w:r>
        <w:rPr>
          <w:rtl/>
        </w:rPr>
        <w:t>_</w:t>
      </w:r>
    </w:p>
    <w:p w:rsidR="001F628F" w:rsidRDefault="001F628F" w:rsidP="00B32602">
      <w:pPr>
        <w:pStyle w:val="libArabic"/>
        <w:rPr>
          <w:rtl/>
        </w:rPr>
      </w:pPr>
      <w:r>
        <w:rPr>
          <w:rFonts w:hint="eastAsia"/>
          <w:rtl/>
        </w:rPr>
        <w:t>الّامن</w:t>
      </w:r>
      <w:r>
        <w:rPr>
          <w:rtl/>
        </w:rPr>
        <w:t xml:space="preserve"> اتبعك من الغاوين_وان ج</w:t>
      </w:r>
      <w:r w:rsidR="00F21947" w:rsidRPr="00B2551F">
        <w:rPr>
          <w:rFonts w:hint="cs"/>
          <w:rtl/>
        </w:rPr>
        <w:t>ه</w:t>
      </w:r>
      <w:r>
        <w:rPr>
          <w:rFonts w:hint="cs"/>
          <w:rtl/>
        </w:rPr>
        <w:t>نّم</w:t>
      </w:r>
      <w:r>
        <w:rPr>
          <w:rtl/>
        </w:rPr>
        <w:t xml:space="preserve"> </w:t>
      </w:r>
      <w:r>
        <w:rPr>
          <w:rFonts w:hint="cs"/>
          <w:rtl/>
        </w:rPr>
        <w:t>لموعد</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r>
        <w:rPr>
          <w:rtl/>
        </w:rPr>
        <w:t xml:space="preserve"> _</w:t>
      </w:r>
      <w:r>
        <w:rPr>
          <w:rFonts w:hint="cs"/>
          <w:rtl/>
        </w:rPr>
        <w:t>ل</w:t>
      </w:r>
      <w:r w:rsidR="00F21947" w:rsidRPr="00B2551F">
        <w:rPr>
          <w:rFonts w:hint="cs"/>
          <w:rtl/>
        </w:rPr>
        <w:t>ه</w:t>
      </w:r>
      <w:r>
        <w:rPr>
          <w:rFonts w:hint="cs"/>
          <w:rtl/>
        </w:rPr>
        <w:t>ا</w:t>
      </w:r>
      <w:r>
        <w:rPr>
          <w:rtl/>
        </w:rPr>
        <w:t xml:space="preserve"> </w:t>
      </w:r>
      <w:r>
        <w:rPr>
          <w:rFonts w:hint="cs"/>
          <w:rtl/>
        </w:rPr>
        <w:t>سبعة</w:t>
      </w:r>
      <w:r>
        <w:rPr>
          <w:rtl/>
        </w:rPr>
        <w:t xml:space="preserve"> </w:t>
      </w:r>
      <w:r>
        <w:rPr>
          <w:rFonts w:hint="cs"/>
          <w:rtl/>
        </w:rPr>
        <w:t>ا</w:t>
      </w:r>
      <w:r>
        <w:rPr>
          <w:rtl/>
        </w:rPr>
        <w:t xml:space="preserve"> </w:t>
      </w:r>
      <w:r>
        <w:rPr>
          <w:rFonts w:hint="cs"/>
          <w:rtl/>
        </w:rPr>
        <w:t>بوب</w:t>
      </w:r>
      <w:r>
        <w:rPr>
          <w:rtl/>
        </w:rPr>
        <w:t xml:space="preserve"> </w:t>
      </w:r>
      <w:r>
        <w:rPr>
          <w:rFonts w:hint="cs"/>
          <w:rtl/>
        </w:rPr>
        <w:t>لكلّ</w:t>
      </w:r>
      <w:r>
        <w:rPr>
          <w:rtl/>
        </w:rPr>
        <w:t xml:space="preserve"> </w:t>
      </w:r>
      <w:r>
        <w:rPr>
          <w:rFonts w:hint="cs"/>
          <w:rtl/>
        </w:rPr>
        <w:t>باب</w:t>
      </w:r>
      <w:r>
        <w:rPr>
          <w:rtl/>
        </w:rPr>
        <w:t xml:space="preserve"> </w:t>
      </w:r>
      <w:r>
        <w:rPr>
          <w:rFonts w:hint="cs"/>
          <w:rtl/>
        </w:rPr>
        <w:t>من</w:t>
      </w:r>
      <w:r w:rsidR="00F21947" w:rsidRPr="00B2551F">
        <w:rPr>
          <w:rFonts w:hint="cs"/>
          <w:rtl/>
        </w:rPr>
        <w:t>ه</w:t>
      </w:r>
      <w:r>
        <w:rPr>
          <w:rFonts w:hint="cs"/>
          <w:rtl/>
        </w:rPr>
        <w:t>م</w:t>
      </w:r>
      <w:r>
        <w:rPr>
          <w:rtl/>
        </w:rPr>
        <w:t xml:space="preserve"> </w:t>
      </w:r>
      <w:r>
        <w:rPr>
          <w:rFonts w:hint="cs"/>
          <w:rtl/>
        </w:rPr>
        <w:t>جزء</w:t>
      </w:r>
      <w:r>
        <w:rPr>
          <w:rtl/>
        </w:rPr>
        <w:t xml:space="preserve"> مقسوم</w:t>
      </w:r>
    </w:p>
    <w:p w:rsidR="001F628F" w:rsidRDefault="001F628F" w:rsidP="001F628F">
      <w:pPr>
        <w:pStyle w:val="libNormal"/>
        <w:rPr>
          <w:rtl/>
        </w:rPr>
      </w:pPr>
      <w:r>
        <w:rPr>
          <w:rtl/>
        </w:rPr>
        <w:t>8_</w:t>
      </w:r>
      <w:r w:rsidRPr="00B32602">
        <w:rPr>
          <w:rStyle w:val="libArabicChar"/>
          <w:rtl/>
        </w:rPr>
        <w:t>''عن ا ميرالمو منين</w:t>
      </w:r>
      <w:r w:rsidR="00367F17" w:rsidRPr="00367F17">
        <w:rPr>
          <w:rStyle w:val="libAlaemChar"/>
          <w:rtl/>
        </w:rPr>
        <w:t xml:space="preserve"> عليه‌السلام </w:t>
      </w:r>
      <w:r w:rsidRPr="00B32602">
        <w:rPr>
          <w:rStyle w:val="libArabicChar"/>
          <w:rtl/>
        </w:rPr>
        <w:t>:ان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سبعة</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بواب</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طباق</w:t>
      </w:r>
      <w:r w:rsidRPr="00B32602">
        <w:rPr>
          <w:rStyle w:val="libArabicChar"/>
          <w:rtl/>
        </w:rPr>
        <w:t xml:space="preserve"> </w:t>
      </w:r>
      <w:r w:rsidRPr="00B32602">
        <w:rPr>
          <w:rStyle w:val="libArabicChar"/>
          <w:rFonts w:hint="cs"/>
          <w:rtl/>
        </w:rPr>
        <w:t>بعض</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فوق</w:t>
      </w:r>
      <w:r w:rsidRPr="00B32602">
        <w:rPr>
          <w:rStyle w:val="libArabicChar"/>
          <w:rtl/>
        </w:rPr>
        <w:t xml:space="preserve"> </w:t>
      </w:r>
      <w:r w:rsidRPr="00B32602">
        <w:rPr>
          <w:rStyle w:val="libArabicChar"/>
          <w:rFonts w:hint="cs"/>
          <w:rtl/>
        </w:rPr>
        <w:t>بعض</w:t>
      </w:r>
      <w:r w:rsidRPr="00B32602">
        <w:rPr>
          <w:rStyle w:val="libArabicChar"/>
          <w:rtl/>
        </w:rPr>
        <w:t xml:space="preserve"> </w:t>
      </w:r>
      <w:r w:rsidRPr="00B32602">
        <w:rPr>
          <w:rStyle w:val="libArabicChar"/>
          <w:rFonts w:hint="cs"/>
          <w:rtl/>
        </w:rPr>
        <w:t>او</w:t>
      </w:r>
      <w:r w:rsidRPr="00B32602">
        <w:rPr>
          <w:rStyle w:val="libArabicChar"/>
          <w:rtl/>
        </w:rPr>
        <w:t xml:space="preserve"> </w:t>
      </w:r>
      <w:r w:rsidRPr="00B32602">
        <w:rPr>
          <w:rStyle w:val="libArabicChar"/>
          <w:rFonts w:hint="cs"/>
          <w:rtl/>
        </w:rPr>
        <w:t>وضع</w:t>
      </w:r>
      <w:r w:rsidRPr="00B32602">
        <w:rPr>
          <w:rStyle w:val="libArabicChar"/>
          <w:rtl/>
        </w:rPr>
        <w:t xml:space="preserve"> </w:t>
      </w:r>
      <w:r w:rsidRPr="00B32602">
        <w:rPr>
          <w:rStyle w:val="libArabicChar"/>
          <w:rFonts w:hint="cs"/>
          <w:rtl/>
        </w:rPr>
        <w:t>احدي،</w:t>
      </w:r>
      <w:r w:rsidRPr="00B32602">
        <w:rPr>
          <w:rStyle w:val="libArabicChar"/>
          <w:rtl/>
        </w:rPr>
        <w:t xml:space="preserve"> </w:t>
      </w:r>
      <w:r w:rsidRPr="00B32602">
        <w:rPr>
          <w:rStyle w:val="libArabicChar"/>
          <w:rFonts w:hint="cs"/>
          <w:rtl/>
        </w:rPr>
        <w:t>يدي</w:t>
      </w:r>
      <w:r w:rsidR="00120F63" w:rsidRPr="00B2551F">
        <w:rPr>
          <w:rStyle w:val="libArabicChar"/>
          <w:rFonts w:hint="cs"/>
          <w:rtl/>
        </w:rPr>
        <w:t>ه</w:t>
      </w:r>
      <w:r w:rsidRPr="00B32602">
        <w:rPr>
          <w:rStyle w:val="libArabicChar"/>
          <w:rtl/>
        </w:rPr>
        <w:t xml:space="preserve"> </w:t>
      </w:r>
      <w:r w:rsidRPr="00B32602">
        <w:rPr>
          <w:rStyle w:val="libArabicChar"/>
          <w:rFonts w:hint="cs"/>
          <w:rtl/>
        </w:rPr>
        <w:t>على</w:t>
      </w:r>
      <w:r w:rsidRPr="00B32602">
        <w:rPr>
          <w:rStyle w:val="libArabicChar"/>
          <w:rtl/>
        </w:rPr>
        <w:t xml:space="preserve"> </w:t>
      </w:r>
      <w:r w:rsidRPr="00B32602">
        <w:rPr>
          <w:rStyle w:val="libArabicChar"/>
          <w:rFonts w:hint="cs"/>
          <w:rtl/>
        </w:rPr>
        <w:t>الاُخرى</w:t>
      </w:r>
      <w:r w:rsidRPr="00B32602">
        <w:rPr>
          <w:rStyle w:val="libArabicChar"/>
          <w:rtl/>
        </w:rPr>
        <w:t xml:space="preserve"> </w:t>
      </w:r>
      <w:r w:rsidRPr="00B32602">
        <w:rPr>
          <w:rStyle w:val="libArabicChar"/>
          <w:rFonts w:hint="cs"/>
          <w:rtl/>
        </w:rPr>
        <w:t>فقال</w:t>
      </w:r>
      <w:r w:rsidRPr="00B32602">
        <w:rPr>
          <w:rStyle w:val="libArabicChar"/>
          <w:rtl/>
        </w:rPr>
        <w:t>:</w:t>
      </w:r>
      <w:r w:rsidR="00F21947" w:rsidRPr="00B2551F">
        <w:rPr>
          <w:rStyle w:val="libArabicChar"/>
          <w:rFonts w:hint="cs"/>
          <w:rtl/>
        </w:rPr>
        <w:t>ه</w:t>
      </w:r>
      <w:r w:rsidRPr="00B32602">
        <w:rPr>
          <w:rStyle w:val="libArabicChar"/>
          <w:rFonts w:hint="cs"/>
          <w:rtl/>
        </w:rPr>
        <w:t>كذا</w:t>
      </w:r>
      <w:r w:rsidRPr="00B32602">
        <w:rPr>
          <w:rStyle w:val="libArabicChar"/>
          <w:rtl/>
        </w:rPr>
        <w:t xml:space="preserve"> </w:t>
      </w:r>
      <w:r w:rsidRPr="00B32602">
        <w:rPr>
          <w:rStyle w:val="libArabicChar"/>
          <w:rFonts w:hint="cs"/>
          <w:rtl/>
        </w:rPr>
        <w:t>وان</w:t>
      </w:r>
      <w:r w:rsidRPr="00B32602">
        <w:rPr>
          <w:rStyle w:val="libArabicChar"/>
          <w:rtl/>
        </w:rPr>
        <w:t xml:space="preserve"> </w:t>
      </w:r>
      <w:r w:rsidRPr="00B32602">
        <w:rPr>
          <w:rStyle w:val="libArabicChar"/>
          <w:rFonts w:hint="cs"/>
          <w:rtl/>
        </w:rPr>
        <w:t>الله</w:t>
      </w:r>
      <w:r w:rsidRPr="00B32602">
        <w:rPr>
          <w:rStyle w:val="libArabicChar"/>
          <w:rtl/>
        </w:rPr>
        <w:t xml:space="preserve"> ... </w:t>
      </w:r>
      <w:r w:rsidRPr="00B32602">
        <w:rPr>
          <w:rStyle w:val="libArabicChar"/>
          <w:rFonts w:hint="cs"/>
          <w:rtl/>
        </w:rPr>
        <w:t>وضع</w:t>
      </w:r>
      <w:r w:rsidRPr="00B32602">
        <w:rPr>
          <w:rStyle w:val="libArabicChar"/>
          <w:rtl/>
        </w:rPr>
        <w:t xml:space="preserve"> </w:t>
      </w:r>
      <w:r w:rsidRPr="00B32602">
        <w:rPr>
          <w:rStyle w:val="libArabicChar"/>
          <w:rFonts w:hint="cs"/>
          <w:rtl/>
        </w:rPr>
        <w:t>النيران</w:t>
      </w:r>
      <w:r w:rsidRPr="00B32602">
        <w:rPr>
          <w:rStyle w:val="libArabicChar"/>
          <w:rtl/>
        </w:rPr>
        <w:t xml:space="preserve"> </w:t>
      </w:r>
      <w:r w:rsidRPr="00B32602">
        <w:rPr>
          <w:rStyle w:val="libArabicChar"/>
          <w:rFonts w:hint="cs"/>
          <w:rtl/>
        </w:rPr>
        <w:t>بعض</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فوق</w:t>
      </w:r>
      <w:r w:rsidRPr="00B32602">
        <w:rPr>
          <w:rStyle w:val="libArabicChar"/>
          <w:rtl/>
        </w:rPr>
        <w:t xml:space="preserve"> </w:t>
      </w:r>
      <w:r w:rsidRPr="00B32602">
        <w:rPr>
          <w:rStyle w:val="libArabicChar"/>
          <w:rFonts w:hint="cs"/>
          <w:rtl/>
        </w:rPr>
        <w:t>بعض</w:t>
      </w:r>
      <w:r w:rsidRPr="00B32602">
        <w:rPr>
          <w:rStyle w:val="libArabicChar"/>
          <w:rtl/>
        </w:rPr>
        <w:t xml:space="preserve"> </w:t>
      </w:r>
      <w:r w:rsidRPr="00B32602">
        <w:rPr>
          <w:rStyle w:val="libArabicChar"/>
          <w:rFonts w:hint="cs"/>
          <w:rtl/>
        </w:rPr>
        <w:t>فا</w:t>
      </w:r>
      <w:r w:rsidRPr="00B32602">
        <w:rPr>
          <w:rStyle w:val="libArabicChar"/>
          <w:rtl/>
        </w:rPr>
        <w:t xml:space="preserve"> </w:t>
      </w:r>
      <w:r w:rsidRPr="00B32602">
        <w:rPr>
          <w:rStyle w:val="libArabicChar"/>
          <w:rFonts w:hint="cs"/>
          <w:rtl/>
        </w:rPr>
        <w:t>سفل</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لظى</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الحطمة</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سقر</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الجحيم</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السعير</w:t>
      </w:r>
      <w:r w:rsidRPr="00B32602">
        <w:rPr>
          <w:rStyle w:val="libArabicChar"/>
          <w:rtl/>
        </w:rPr>
        <w:t xml:space="preserve"> </w:t>
      </w:r>
      <w:r w:rsidRPr="00B32602">
        <w:rPr>
          <w:rStyle w:val="libArabicChar"/>
          <w:rFonts w:hint="cs"/>
          <w:rtl/>
        </w:rPr>
        <w:t>وفوق</w:t>
      </w:r>
      <w:r w:rsidR="00F21947" w:rsidRPr="00B2551F">
        <w:rPr>
          <w:rStyle w:val="libArabicChar"/>
          <w:rFonts w:hint="cs"/>
          <w:rtl/>
        </w:rPr>
        <w:t>ه</w:t>
      </w:r>
      <w:r w:rsidRPr="00B32602">
        <w:rPr>
          <w:rStyle w:val="libArabicChar"/>
          <w:rFonts w:hint="cs"/>
          <w:rtl/>
        </w:rPr>
        <w:t>ا</w:t>
      </w:r>
      <w:r w:rsidRPr="00B32602">
        <w:rPr>
          <w:rStyle w:val="libArabicChar"/>
          <w:rtl/>
        </w:rPr>
        <w:t xml:space="preserve"> </w:t>
      </w:r>
      <w:r w:rsidRPr="00B32602">
        <w:rPr>
          <w:rStyle w:val="libArabicChar"/>
          <w:rFonts w:hint="cs"/>
          <w:rtl/>
        </w:rPr>
        <w:t>ال</w:t>
      </w:r>
      <w:r w:rsidR="00F21947" w:rsidRPr="00B2551F">
        <w:rPr>
          <w:rStyle w:val="libArabicChar"/>
          <w:rFonts w:hint="cs"/>
          <w:rtl/>
        </w:rPr>
        <w:t>ه</w:t>
      </w:r>
      <w:r w:rsidRPr="00B32602">
        <w:rPr>
          <w:rStyle w:val="libArabicChar"/>
          <w:rtl/>
        </w:rPr>
        <w:t>اوية;</w:t>
      </w:r>
      <w:r w:rsidRPr="00B32602">
        <w:rPr>
          <w:rStyle w:val="libFootnotenumChar"/>
          <w:rtl/>
        </w:rPr>
        <w:t>(1)</w:t>
      </w:r>
      <w:r>
        <w:rPr>
          <w:rtl/>
        </w:rPr>
        <w:t xml:space="preserve"> حضرت امي</w:t>
      </w:r>
      <w:r>
        <w:rPr>
          <w:rFonts w:hint="eastAsia"/>
          <w:rtl/>
        </w:rPr>
        <w:t>ر</w:t>
      </w:r>
      <w:r>
        <w:rPr>
          <w:rtl/>
        </w:rPr>
        <w:t xml:space="preserve"> المؤمنين </w:t>
      </w:r>
      <w:r w:rsidR="00367F17" w:rsidRPr="00367F17">
        <w:rPr>
          <w:rStyle w:val="libAlaemChar"/>
          <w:rtl/>
        </w:rPr>
        <w:t xml:space="preserve"> عليه‌السلام </w:t>
      </w:r>
      <w:r>
        <w:rPr>
          <w:rtl/>
        </w:rPr>
        <w:t xml:space="preserve"> سے منقول ہے كہ جہنم كے سات دروازے اور طبقے ہي</w:t>
      </w:r>
      <w:r w:rsidR="00083993">
        <w:rPr>
          <w:rtl/>
        </w:rPr>
        <w:t xml:space="preserve">ں </w:t>
      </w:r>
      <w:r>
        <w:rPr>
          <w:rtl/>
        </w:rPr>
        <w:t>_اُن مي</w:t>
      </w:r>
      <w:r w:rsidR="00083993">
        <w:rPr>
          <w:rtl/>
        </w:rPr>
        <w:t xml:space="preserve">ں </w:t>
      </w:r>
      <w:r>
        <w:rPr>
          <w:rtl/>
        </w:rPr>
        <w:t xml:space="preserve">سے ہر ايك دوسرے كے اوپر قائم ہے_ امام </w:t>
      </w:r>
      <w:r w:rsidR="00367F17" w:rsidRPr="00367F17">
        <w:rPr>
          <w:rStyle w:val="libAlaemChar"/>
          <w:rtl/>
        </w:rPr>
        <w:t xml:space="preserve"> عليه‌السلام </w:t>
      </w:r>
      <w:r>
        <w:rPr>
          <w:rtl/>
        </w:rPr>
        <w:t xml:space="preserve"> نے ان طبقات كى كيفيت بتاتے ہوئے اپنا ايك ہاتھ دوسرے ہاتھ پر ركھا اور فرمايا:ايسے اور پھرمزيد فرمايا :بتحقيق خدا نے ...اگ كواگ پر قرار ديا ہے اُ</w:t>
      </w:r>
      <w:r>
        <w:rPr>
          <w:rFonts w:hint="eastAsia"/>
          <w:rtl/>
        </w:rPr>
        <w:t>س</w:t>
      </w:r>
      <w:r>
        <w:rPr>
          <w:rtl/>
        </w:rPr>
        <w:t xml:space="preserve"> كا نچلا طبقہ'' جہنم ''اوراُس سے اوپر والا طبقہ ''لظى ''اور اسكے بعد والا''حطمہ''اور اس سے بھى اوپر ''سقر'' اسكے بعد ''جحيم''اور اس كے بعد ''سعير'' اور اخر مي</w:t>
      </w:r>
      <w:r w:rsidR="00083993">
        <w:rPr>
          <w:rtl/>
        </w:rPr>
        <w:t xml:space="preserve">ں </w:t>
      </w:r>
      <w:r>
        <w:rPr>
          <w:rtl/>
        </w:rPr>
        <w:t>''ھاويہ '' ہے_</w:t>
      </w:r>
    </w:p>
    <w:p w:rsidR="001F628F" w:rsidRDefault="001F628F" w:rsidP="001F628F">
      <w:pPr>
        <w:pStyle w:val="libNormal"/>
        <w:rPr>
          <w:rtl/>
        </w:rPr>
      </w:pPr>
      <w:r>
        <w:rPr>
          <w:rtl/>
        </w:rPr>
        <w:t>9_</w:t>
      </w:r>
      <w:r w:rsidRPr="00B32602">
        <w:rPr>
          <w:rStyle w:val="libArabicChar"/>
          <w:rtl/>
        </w:rPr>
        <w:t xml:space="preserve">''عن ا بى عبدالله </w:t>
      </w:r>
      <w:r w:rsidR="00367F17" w:rsidRPr="00367F17">
        <w:rPr>
          <w:rStyle w:val="libAlaemChar"/>
          <w:rtl/>
        </w:rPr>
        <w:t xml:space="preserve"> عليه‌السلام </w:t>
      </w:r>
      <w:r w:rsidRPr="00B32602">
        <w:rPr>
          <w:rStyle w:val="libArabicChar"/>
          <w:rtl/>
        </w:rPr>
        <w:t xml:space="preserve"> عن ا بي</w:t>
      </w:r>
      <w:r w:rsidR="00120F63" w:rsidRPr="00B2551F">
        <w:rPr>
          <w:rStyle w:val="libArabicChar"/>
          <w:rFonts w:hint="cs"/>
          <w:rtl/>
        </w:rPr>
        <w:t>ه</w:t>
      </w:r>
      <w:r w:rsidRPr="00B32602">
        <w:rPr>
          <w:rStyle w:val="libArabicChar"/>
          <w:rFonts w:hint="cs"/>
          <w:rtl/>
        </w:rPr>
        <w:t>،عن</w:t>
      </w:r>
      <w:r w:rsidRPr="00B32602">
        <w:rPr>
          <w:rStyle w:val="libArabicChar"/>
          <w:rtl/>
        </w:rPr>
        <w:t xml:space="preserve"> </w:t>
      </w:r>
      <w:r w:rsidRPr="00B32602">
        <w:rPr>
          <w:rStyle w:val="libArabicChar"/>
          <w:rFonts w:hint="cs"/>
          <w:rtl/>
        </w:rPr>
        <w:t>جدّ</w:t>
      </w:r>
      <w:r w:rsidR="00120F63" w:rsidRPr="00B2551F">
        <w:rPr>
          <w:rStyle w:val="libArabicChar"/>
          <w:rFonts w:hint="cs"/>
          <w:rtl/>
        </w:rPr>
        <w:t>ه</w:t>
      </w:r>
      <w:r w:rsidRPr="00B32602">
        <w:rPr>
          <w:rStyle w:val="libArabicChar"/>
          <w:rtl/>
        </w:rPr>
        <w:t xml:space="preserve"> </w:t>
      </w:r>
      <w:r w:rsidR="00367F17" w:rsidRPr="00367F17">
        <w:rPr>
          <w:rStyle w:val="libAlaemChar"/>
          <w:rtl/>
        </w:rPr>
        <w:t xml:space="preserve"> عليه‌السلام </w:t>
      </w:r>
      <w:r w:rsidRPr="00B32602">
        <w:rPr>
          <w:rStyle w:val="libArabicChar"/>
          <w:rtl/>
        </w:rPr>
        <w:t xml:space="preserve"> </w:t>
      </w:r>
      <w:r w:rsidRPr="00B32602">
        <w:rPr>
          <w:rStyle w:val="libArabicChar"/>
          <w:rFonts w:hint="cs"/>
          <w:rtl/>
        </w:rPr>
        <w:t>قال</w:t>
      </w:r>
      <w:r w:rsidRPr="00B32602">
        <w:rPr>
          <w:rStyle w:val="libArabicChar"/>
          <w:rtl/>
        </w:rPr>
        <w:t>:</w:t>
      </w:r>
      <w:r w:rsidRPr="00B32602">
        <w:rPr>
          <w:rStyle w:val="libArabicChar"/>
          <w:rFonts w:hint="cs"/>
          <w:rtl/>
        </w:rPr>
        <w:t>للنار</w:t>
      </w:r>
      <w:r w:rsidRPr="00B32602">
        <w:rPr>
          <w:rStyle w:val="libArabicChar"/>
          <w:rtl/>
        </w:rPr>
        <w:t xml:space="preserve"> ...</w:t>
      </w:r>
      <w:r w:rsidRPr="00B32602">
        <w:rPr>
          <w:rStyle w:val="libArabicChar"/>
          <w:rFonts w:hint="cs"/>
          <w:rtl/>
        </w:rPr>
        <w:t>باب</w:t>
      </w:r>
      <w:r w:rsidRPr="00B32602">
        <w:rPr>
          <w:rStyle w:val="libArabicChar"/>
          <w:rtl/>
        </w:rPr>
        <w:t xml:space="preserve"> </w:t>
      </w:r>
      <w:r w:rsidRPr="00B32602">
        <w:rPr>
          <w:rStyle w:val="libArabicChar"/>
          <w:rFonts w:hint="cs"/>
          <w:rtl/>
        </w:rPr>
        <w:t>يدخل</w:t>
      </w:r>
      <w:r w:rsidRPr="00B32602">
        <w:rPr>
          <w:rStyle w:val="libArabicChar"/>
          <w:rtl/>
        </w:rPr>
        <w:t xml:space="preserve"> </w:t>
      </w:r>
      <w:r w:rsidRPr="00B32602">
        <w:rPr>
          <w:rStyle w:val="libArabicChar"/>
          <w:rFonts w:hint="cs"/>
          <w:rtl/>
        </w:rPr>
        <w:t>من</w:t>
      </w:r>
      <w:r w:rsidR="00120F63" w:rsidRPr="00B2551F">
        <w:rPr>
          <w:rStyle w:val="libArabicChar"/>
          <w:rFonts w:hint="cs"/>
          <w:rtl/>
        </w:rPr>
        <w:t>ه</w:t>
      </w:r>
      <w:r w:rsidRPr="00B32602">
        <w:rPr>
          <w:rStyle w:val="libArabicChar"/>
          <w:rtl/>
        </w:rPr>
        <w:t xml:space="preserve"> </w:t>
      </w:r>
      <w:r w:rsidRPr="00B32602">
        <w:rPr>
          <w:rStyle w:val="libArabicChar"/>
          <w:rFonts w:hint="cs"/>
          <w:rtl/>
        </w:rPr>
        <w:t>فرعون</w:t>
      </w:r>
      <w:r w:rsidRPr="00B32602">
        <w:rPr>
          <w:rStyle w:val="libArabicChar"/>
          <w:rtl/>
        </w:rPr>
        <w:t xml:space="preserve"> </w:t>
      </w:r>
      <w:r w:rsidRPr="00B32602">
        <w:rPr>
          <w:rStyle w:val="libArabicChar"/>
          <w:rFonts w:hint="cs"/>
          <w:rtl/>
        </w:rPr>
        <w:t>و</w:t>
      </w:r>
      <w:r w:rsidR="00F21947" w:rsidRPr="00B2551F">
        <w:rPr>
          <w:rStyle w:val="libArabicChar"/>
          <w:rFonts w:hint="cs"/>
          <w:rtl/>
        </w:rPr>
        <w:t>ه</w:t>
      </w:r>
      <w:r w:rsidRPr="00B32602">
        <w:rPr>
          <w:rStyle w:val="libArabicChar"/>
          <w:rFonts w:hint="cs"/>
          <w:rtl/>
        </w:rPr>
        <w:t>امان</w:t>
      </w:r>
      <w:r w:rsidRPr="00B32602">
        <w:rPr>
          <w:rStyle w:val="libArabicChar"/>
          <w:rtl/>
        </w:rPr>
        <w:t xml:space="preserve"> </w:t>
      </w:r>
      <w:r w:rsidRPr="00B32602">
        <w:rPr>
          <w:rStyle w:val="libArabicChar"/>
          <w:rFonts w:hint="cs"/>
          <w:rtl/>
        </w:rPr>
        <w:t>وقارون</w:t>
      </w:r>
      <w:r w:rsidRPr="00B32602">
        <w:rPr>
          <w:rStyle w:val="libArabicChar"/>
          <w:rtl/>
        </w:rPr>
        <w:t xml:space="preserve"> </w:t>
      </w:r>
      <w:r w:rsidRPr="00B32602">
        <w:rPr>
          <w:rStyle w:val="libArabicChar"/>
          <w:rFonts w:hint="cs"/>
          <w:rtl/>
        </w:rPr>
        <w:t>وبا</w:t>
      </w:r>
      <w:r w:rsidRPr="00B32602">
        <w:rPr>
          <w:rStyle w:val="libArabicChar"/>
          <w:rtl/>
        </w:rPr>
        <w:t>ب يدخل من</w:t>
      </w:r>
      <w:r w:rsidR="00120F63" w:rsidRPr="00B2551F">
        <w:rPr>
          <w:rStyle w:val="libArabicChar"/>
          <w:rFonts w:hint="cs"/>
          <w:rtl/>
        </w:rPr>
        <w:t>ه</w:t>
      </w:r>
      <w:r w:rsidRPr="00B32602">
        <w:rPr>
          <w:rStyle w:val="libArabicChar"/>
          <w:rtl/>
        </w:rPr>
        <w:t xml:space="preserve"> </w:t>
      </w:r>
      <w:r w:rsidRPr="00B32602">
        <w:rPr>
          <w:rStyle w:val="libArabicChar"/>
          <w:rFonts w:hint="cs"/>
          <w:rtl/>
        </w:rPr>
        <w:t>المشركون</w:t>
      </w:r>
      <w:r w:rsidRPr="00B32602">
        <w:rPr>
          <w:rStyle w:val="libArabicChar"/>
          <w:rtl/>
        </w:rPr>
        <w:t xml:space="preserve"> </w:t>
      </w:r>
      <w:r w:rsidRPr="00B32602">
        <w:rPr>
          <w:rStyle w:val="libArabicChar"/>
          <w:rFonts w:hint="cs"/>
          <w:rtl/>
        </w:rPr>
        <w:t>والكفار</w:t>
      </w:r>
      <w:r w:rsidRPr="00B32602">
        <w:rPr>
          <w:rStyle w:val="libArabicChar"/>
          <w:rtl/>
        </w:rPr>
        <w:t xml:space="preserve"> ...</w:t>
      </w:r>
      <w:r w:rsidRPr="00B32602">
        <w:rPr>
          <w:rStyle w:val="libArabicChar"/>
          <w:rFonts w:hint="cs"/>
          <w:rtl/>
        </w:rPr>
        <w:t>وباب</w:t>
      </w:r>
      <w:r w:rsidRPr="00B32602">
        <w:rPr>
          <w:rStyle w:val="libArabicChar"/>
          <w:rtl/>
        </w:rPr>
        <w:t xml:space="preserve"> </w:t>
      </w:r>
      <w:r w:rsidRPr="00B32602">
        <w:rPr>
          <w:rStyle w:val="libArabicChar"/>
          <w:rFonts w:hint="cs"/>
          <w:rtl/>
        </w:rPr>
        <w:t>يدخل</w:t>
      </w:r>
      <w:r w:rsidRPr="00B32602">
        <w:rPr>
          <w:rStyle w:val="libArabicChar"/>
          <w:rtl/>
        </w:rPr>
        <w:t xml:space="preserve"> </w:t>
      </w:r>
      <w:r w:rsidRPr="00B32602">
        <w:rPr>
          <w:rStyle w:val="libArabicChar"/>
          <w:rFonts w:hint="cs"/>
          <w:rtl/>
        </w:rPr>
        <w:t>من</w:t>
      </w:r>
      <w:r w:rsidR="00120F63" w:rsidRPr="00B2551F">
        <w:rPr>
          <w:rStyle w:val="libArabicChar"/>
          <w:rFonts w:hint="cs"/>
          <w:rtl/>
        </w:rPr>
        <w:t>ه</w:t>
      </w:r>
      <w:r w:rsidRPr="00B32602">
        <w:rPr>
          <w:rStyle w:val="libArabicChar"/>
          <w:rtl/>
        </w:rPr>
        <w:t xml:space="preserve"> </w:t>
      </w:r>
      <w:r w:rsidRPr="00B32602">
        <w:rPr>
          <w:rStyle w:val="libArabicChar"/>
          <w:rFonts w:hint="cs"/>
          <w:rtl/>
        </w:rPr>
        <w:t>بنواّميّ</w:t>
      </w:r>
      <w:r w:rsidR="00120F63" w:rsidRPr="00B2551F">
        <w:rPr>
          <w:rStyle w:val="libArabicChar"/>
          <w:rFonts w:hint="cs"/>
          <w:rtl/>
        </w:rPr>
        <w:t>ه</w:t>
      </w:r>
      <w:r w:rsidRPr="00B32602">
        <w:rPr>
          <w:rStyle w:val="libArabicChar"/>
          <w:rtl/>
        </w:rPr>
        <w:t xml:space="preserve"> ...</w:t>
      </w:r>
      <w:r w:rsidRPr="00B32602">
        <w:rPr>
          <w:rStyle w:val="libArabicChar"/>
          <w:rFonts w:hint="cs"/>
          <w:rtl/>
        </w:rPr>
        <w:t>وباب</w:t>
      </w:r>
      <w:r w:rsidRPr="00B32602">
        <w:rPr>
          <w:rStyle w:val="libArabicChar"/>
          <w:rtl/>
        </w:rPr>
        <w:t xml:space="preserve"> </w:t>
      </w:r>
      <w:r w:rsidRPr="00B32602">
        <w:rPr>
          <w:rStyle w:val="libArabicChar"/>
          <w:rFonts w:hint="cs"/>
          <w:rtl/>
        </w:rPr>
        <w:t>يدخل</w:t>
      </w:r>
      <w:r w:rsidRPr="00B32602">
        <w:rPr>
          <w:rStyle w:val="libArabicChar"/>
          <w:rtl/>
        </w:rPr>
        <w:t xml:space="preserve"> </w:t>
      </w:r>
      <w:r w:rsidRPr="00B32602">
        <w:rPr>
          <w:rStyle w:val="libArabicChar"/>
          <w:rFonts w:hint="cs"/>
          <w:rtl/>
        </w:rPr>
        <w:t>من</w:t>
      </w:r>
      <w:r w:rsidR="00120F63" w:rsidRPr="00B2551F">
        <w:rPr>
          <w:rStyle w:val="libArabicChar"/>
          <w:rFonts w:hint="cs"/>
          <w:rtl/>
        </w:rPr>
        <w:t>ه</w:t>
      </w:r>
      <w:r w:rsidRPr="00B32602">
        <w:rPr>
          <w:rStyle w:val="libArabicChar"/>
          <w:rtl/>
        </w:rPr>
        <w:t xml:space="preserve"> </w:t>
      </w:r>
      <w:r w:rsidRPr="00B32602">
        <w:rPr>
          <w:rStyle w:val="libArabicChar"/>
          <w:rFonts w:hint="cs"/>
          <w:rtl/>
        </w:rPr>
        <w:t>مبغضونا</w:t>
      </w:r>
      <w:r w:rsidRPr="00B32602">
        <w:rPr>
          <w:rStyle w:val="libArabicChar"/>
          <w:rtl/>
        </w:rPr>
        <w:t xml:space="preserve"> </w:t>
      </w:r>
      <w:r w:rsidRPr="00B32602">
        <w:rPr>
          <w:rStyle w:val="libArabicChar"/>
          <w:rFonts w:hint="cs"/>
          <w:rtl/>
        </w:rPr>
        <w:t>ومحاربونا</w:t>
      </w:r>
      <w:r w:rsidRPr="00B32602">
        <w:rPr>
          <w:rStyle w:val="libArabicChar"/>
          <w:rtl/>
        </w:rPr>
        <w:t xml:space="preserve"> </w:t>
      </w:r>
      <w:r w:rsidRPr="00B32602">
        <w:rPr>
          <w:rStyle w:val="libArabicChar"/>
          <w:rFonts w:hint="cs"/>
          <w:rtl/>
        </w:rPr>
        <w:t>وخاذلونا</w:t>
      </w:r>
      <w:r w:rsidRPr="00B32602">
        <w:rPr>
          <w:rStyle w:val="libArabicChar"/>
          <w:rtl/>
        </w:rPr>
        <w:t xml:space="preserve"> </w:t>
      </w:r>
      <w:r w:rsidRPr="00B32602">
        <w:rPr>
          <w:rStyle w:val="libArabicChar"/>
          <w:rFonts w:hint="cs"/>
          <w:rtl/>
        </w:rPr>
        <w:t>وان</w:t>
      </w:r>
      <w:r w:rsidR="00120F63" w:rsidRPr="00B2551F">
        <w:rPr>
          <w:rStyle w:val="libArabicChar"/>
          <w:rFonts w:hint="cs"/>
          <w:rtl/>
        </w:rPr>
        <w:t>ه</w:t>
      </w:r>
      <w:r w:rsidRPr="00B32602">
        <w:rPr>
          <w:rStyle w:val="libArabicChar"/>
          <w:rtl/>
        </w:rPr>
        <w:t xml:space="preserve"> </w:t>
      </w:r>
      <w:r w:rsidRPr="00B32602">
        <w:rPr>
          <w:rStyle w:val="libArabicChar"/>
          <w:rFonts w:hint="cs"/>
          <w:rtl/>
        </w:rPr>
        <w:t>لا</w:t>
      </w:r>
      <w:r w:rsidRPr="00B32602">
        <w:rPr>
          <w:rStyle w:val="libArabicChar"/>
          <w:rtl/>
        </w:rPr>
        <w:t xml:space="preserve"> </w:t>
      </w:r>
      <w:r w:rsidRPr="00B32602">
        <w:rPr>
          <w:rStyle w:val="libArabicChar"/>
          <w:rFonts w:hint="cs"/>
          <w:rtl/>
        </w:rPr>
        <w:t>عظم</w:t>
      </w:r>
      <w:r w:rsidRPr="00B32602">
        <w:rPr>
          <w:rStyle w:val="libArabicChar"/>
          <w:rtl/>
        </w:rPr>
        <w:t xml:space="preserve"> </w:t>
      </w:r>
      <w:r w:rsidRPr="00B32602">
        <w:rPr>
          <w:rStyle w:val="libArabicChar"/>
          <w:rFonts w:hint="cs"/>
          <w:rtl/>
        </w:rPr>
        <w:t>الا</w:t>
      </w:r>
      <w:r w:rsidRPr="00B32602">
        <w:rPr>
          <w:rStyle w:val="libArabicChar"/>
          <w:rtl/>
        </w:rPr>
        <w:t xml:space="preserve"> </w:t>
      </w:r>
      <w:r w:rsidRPr="00B32602">
        <w:rPr>
          <w:rStyle w:val="libArabicChar"/>
          <w:rFonts w:hint="cs"/>
          <w:rtl/>
        </w:rPr>
        <w:t>بواب</w:t>
      </w:r>
      <w:r w:rsidRPr="00B32602">
        <w:rPr>
          <w:rStyle w:val="libArabicChar"/>
          <w:rtl/>
        </w:rPr>
        <w:t xml:space="preserve"> </w:t>
      </w:r>
      <w:r w:rsidRPr="00B32602">
        <w:rPr>
          <w:rStyle w:val="libArabicChar"/>
          <w:rFonts w:hint="cs"/>
          <w:rtl/>
        </w:rPr>
        <w:t>وا</w:t>
      </w:r>
      <w:r w:rsidRPr="00B32602">
        <w:rPr>
          <w:rStyle w:val="libArabicChar"/>
          <w:rtl/>
        </w:rPr>
        <w:t xml:space="preserve"> </w:t>
      </w:r>
      <w:r w:rsidRPr="00B32602">
        <w:rPr>
          <w:rStyle w:val="libArabicChar"/>
          <w:rFonts w:hint="cs"/>
          <w:rtl/>
        </w:rPr>
        <w:t>شد</w:t>
      </w:r>
      <w:r w:rsidR="00F21947" w:rsidRPr="00B2551F">
        <w:rPr>
          <w:rStyle w:val="libArabicChar"/>
          <w:rFonts w:hint="cs"/>
          <w:rtl/>
        </w:rPr>
        <w:t>ه</w:t>
      </w:r>
      <w:r w:rsidRPr="00B32602">
        <w:rPr>
          <w:rStyle w:val="libArabicChar"/>
          <w:rtl/>
        </w:rPr>
        <w:t>ا حرّاً</w:t>
      </w:r>
      <w:r>
        <w:rPr>
          <w:rtl/>
        </w:rPr>
        <w:t>;</w:t>
      </w:r>
      <w:r w:rsidRPr="00B32602">
        <w:rPr>
          <w:rStyle w:val="libFootnotenumChar"/>
          <w:rtl/>
        </w:rPr>
        <w:t>(2)</w:t>
      </w:r>
      <w:r>
        <w:rPr>
          <w:rtl/>
        </w:rPr>
        <w:t xml:space="preserve">امام سجاد </w:t>
      </w:r>
      <w:r w:rsidR="00367F17" w:rsidRPr="00367F17">
        <w:rPr>
          <w:rStyle w:val="libAlaemChar"/>
          <w:rtl/>
        </w:rPr>
        <w:t xml:space="preserve"> عليه‌السلام </w:t>
      </w:r>
      <w:r>
        <w:rPr>
          <w:rtl/>
        </w:rPr>
        <w:t xml:space="preserve"> سے منقول ہے كہ اپ</w:t>
      </w:r>
      <w:r w:rsidR="00367F17" w:rsidRPr="00367F17">
        <w:rPr>
          <w:rStyle w:val="libAlaemChar"/>
          <w:rtl/>
        </w:rPr>
        <w:t xml:space="preserve"> عليه‌السلام </w:t>
      </w:r>
      <w:r>
        <w:rPr>
          <w:rtl/>
        </w:rPr>
        <w:t xml:space="preserve"> نے فرمايا:اگ ...كا ايك دروازہ ہے كہ جس سے فرعون ،ھامان اور قارون داخل ہو</w:t>
      </w:r>
      <w:r w:rsidR="00083993">
        <w:rPr>
          <w:rtl/>
        </w:rPr>
        <w:t xml:space="preserve">ں </w:t>
      </w:r>
      <w:r>
        <w:rPr>
          <w:rtl/>
        </w:rPr>
        <w:t>گے اور ايك دوسرا دروازہ ہے كہ جس سے مشركين اور</w:t>
      </w:r>
    </w:p>
    <w:p w:rsidR="00B32602" w:rsidRDefault="001E7F9D" w:rsidP="00F73EDE">
      <w:pPr>
        <w:pStyle w:val="libPoemTini"/>
        <w:rPr>
          <w:rtl/>
        </w:rPr>
      </w:pPr>
      <w:r>
        <w:rPr>
          <w:rtl/>
        </w:rPr>
        <w:br w:type="page"/>
      </w:r>
    </w:p>
    <w:p w:rsidR="001F628F" w:rsidRDefault="001F628F" w:rsidP="00B32602">
      <w:pPr>
        <w:pStyle w:val="libNormal"/>
        <w:rPr>
          <w:rtl/>
        </w:rPr>
      </w:pPr>
      <w:r>
        <w:rPr>
          <w:rFonts w:hint="eastAsia"/>
          <w:rtl/>
        </w:rPr>
        <w:lastRenderedPageBreak/>
        <w:t>كفارداخل</w:t>
      </w:r>
      <w:r>
        <w:rPr>
          <w:rtl/>
        </w:rPr>
        <w:t xml:space="preserve"> ہو</w:t>
      </w:r>
      <w:r w:rsidR="00083993">
        <w:rPr>
          <w:rtl/>
        </w:rPr>
        <w:t xml:space="preserve">ں </w:t>
      </w:r>
      <w:r>
        <w:rPr>
          <w:rtl/>
        </w:rPr>
        <w:t>گے_اسى طرح ايك دروازے سے بنى اُميہ داخل ہو</w:t>
      </w:r>
      <w:r w:rsidR="00083993">
        <w:rPr>
          <w:rtl/>
        </w:rPr>
        <w:t xml:space="preserve">ں </w:t>
      </w:r>
      <w:r>
        <w:rPr>
          <w:rtl/>
        </w:rPr>
        <w:t>گے ... ايك دروازے سے وہ لوگ داخل ہو</w:t>
      </w:r>
      <w:r w:rsidR="00083993">
        <w:rPr>
          <w:rtl/>
        </w:rPr>
        <w:t xml:space="preserve">ں </w:t>
      </w:r>
      <w:r>
        <w:rPr>
          <w:rtl/>
        </w:rPr>
        <w:t>گے جواپنے دل مي</w:t>
      </w:r>
      <w:r w:rsidR="00083993">
        <w:rPr>
          <w:rtl/>
        </w:rPr>
        <w:t xml:space="preserve">ں </w:t>
      </w:r>
      <w:r>
        <w:rPr>
          <w:rtl/>
        </w:rPr>
        <w:t>ہمارا بغض ركھتے ہي</w:t>
      </w:r>
      <w:r w:rsidR="00083993">
        <w:rPr>
          <w:rtl/>
        </w:rPr>
        <w:t xml:space="preserve">ں </w:t>
      </w:r>
      <w:r>
        <w:rPr>
          <w:rtl/>
        </w:rPr>
        <w:t>اور ہمارے ساتھ جنگ كرتے ہي</w:t>
      </w:r>
      <w:r w:rsidR="00083993">
        <w:rPr>
          <w:rtl/>
        </w:rPr>
        <w:t xml:space="preserve">ں </w:t>
      </w:r>
      <w:r>
        <w:rPr>
          <w:rtl/>
        </w:rPr>
        <w:t>اور ہمارى مدد نہي</w:t>
      </w:r>
      <w:r w:rsidR="00083993">
        <w:rPr>
          <w:rtl/>
        </w:rPr>
        <w:t xml:space="preserve">ں </w:t>
      </w:r>
      <w:r>
        <w:rPr>
          <w:rtl/>
        </w:rPr>
        <w:t>كرتے اور يہ سب سے بڑا اور سب سے زيادہ جلانے والا دروازہ ہو گا_</w:t>
      </w:r>
    </w:p>
    <w:p w:rsidR="001F628F" w:rsidRDefault="001F628F" w:rsidP="001F628F">
      <w:pPr>
        <w:pStyle w:val="libNormal"/>
        <w:rPr>
          <w:rtl/>
        </w:rPr>
      </w:pPr>
      <w:r>
        <w:rPr>
          <w:rtl/>
        </w:rPr>
        <w:t>10_</w:t>
      </w:r>
      <w:r w:rsidRPr="00B32602">
        <w:rPr>
          <w:rStyle w:val="libArabicChar"/>
          <w:rtl/>
        </w:rPr>
        <w:t>''عن النبي</w:t>
      </w:r>
      <w:r w:rsidR="00F031CD" w:rsidRPr="00F031CD">
        <w:rPr>
          <w:rStyle w:val="libAlaemChar"/>
          <w:rtl/>
        </w:rPr>
        <w:t xml:space="preserve"> صلى‌الله‌عليه‌وآله‌وسلم </w:t>
      </w:r>
      <w:r w:rsidRPr="00B32602">
        <w:rPr>
          <w:rStyle w:val="libArabicChar"/>
          <w:rtl/>
        </w:rPr>
        <w:t xml:space="preserve"> فى قول</w:t>
      </w:r>
      <w:r w:rsidR="00120F63" w:rsidRPr="00B2551F">
        <w:rPr>
          <w:rStyle w:val="libArabicChar"/>
          <w:rFonts w:hint="cs"/>
          <w:rtl/>
        </w:rPr>
        <w:t>ه</w:t>
      </w:r>
      <w:r w:rsidRPr="00B32602">
        <w:rPr>
          <w:rStyle w:val="libArabicChar"/>
          <w:rtl/>
        </w:rPr>
        <w:t>''</w:t>
      </w:r>
      <w:r w:rsidRPr="00B32602">
        <w:rPr>
          <w:rStyle w:val="libArabicChar"/>
          <w:rFonts w:hint="cs"/>
          <w:rtl/>
        </w:rPr>
        <w:t>لكلّ</w:t>
      </w:r>
      <w:r w:rsidRPr="00B32602">
        <w:rPr>
          <w:rStyle w:val="libArabicChar"/>
          <w:rtl/>
        </w:rPr>
        <w:t xml:space="preserve"> </w:t>
      </w:r>
      <w:r w:rsidRPr="00B32602">
        <w:rPr>
          <w:rStyle w:val="libArabicChar"/>
          <w:rFonts w:hint="cs"/>
          <w:rtl/>
        </w:rPr>
        <w:t>باب</w:t>
      </w:r>
      <w:r w:rsidRPr="00B32602">
        <w:rPr>
          <w:rStyle w:val="libArabicChar"/>
          <w:rtl/>
        </w:rPr>
        <w:t xml:space="preserve"> </w:t>
      </w:r>
      <w:r w:rsidRPr="00B32602">
        <w:rPr>
          <w:rStyle w:val="libArabicChar"/>
          <w:rFonts w:hint="cs"/>
          <w:rtl/>
        </w:rPr>
        <w:t>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مقسوم</w:t>
      </w:r>
      <w:r w:rsidRPr="00B32602">
        <w:rPr>
          <w:rStyle w:val="libArabicChar"/>
          <w:rtl/>
        </w:rPr>
        <w:t>''</w:t>
      </w:r>
      <w:r w:rsidRPr="00B32602">
        <w:rPr>
          <w:rStyle w:val="libArabicChar"/>
          <w:rFonts w:hint="cs"/>
          <w:rtl/>
        </w:rPr>
        <w:t>قال</w:t>
      </w:r>
      <w:r w:rsidRPr="00B32602">
        <w:rPr>
          <w:rStyle w:val="libArabicChar"/>
          <w:rtl/>
        </w:rPr>
        <w:t>:</w:t>
      </w:r>
      <w:r w:rsidRPr="00B32602">
        <w:rPr>
          <w:rStyle w:val="libArabicChar"/>
          <w:rFonts w:hint="cs"/>
          <w:rtl/>
        </w:rPr>
        <w:t>ان</w:t>
      </w:r>
      <w:r w:rsidRPr="00B32602">
        <w:rPr>
          <w:rStyle w:val="libArabicChar"/>
          <w:rtl/>
        </w:rPr>
        <w:t xml:space="preserve"> </w:t>
      </w:r>
      <w:r w:rsidRPr="00B32602">
        <w:rPr>
          <w:rStyle w:val="libArabicChar"/>
          <w:rFonts w:hint="cs"/>
          <w:rtl/>
        </w:rPr>
        <w:t>من</w:t>
      </w:r>
      <w:r w:rsidRPr="00B32602">
        <w:rPr>
          <w:rStyle w:val="libArabicChar"/>
          <w:rtl/>
        </w:rPr>
        <w:t xml:space="preserve"> </w:t>
      </w:r>
      <w:r w:rsidRPr="00B32602">
        <w:rPr>
          <w:rStyle w:val="libArabicChar"/>
          <w:rFonts w:hint="cs"/>
          <w:rtl/>
        </w:rPr>
        <w:t>ا</w:t>
      </w:r>
      <w:r w:rsidRPr="00B32602">
        <w:rPr>
          <w:rStyle w:val="libArabicChar"/>
          <w:rtl/>
        </w:rPr>
        <w:t xml:space="preserve"> </w:t>
      </w:r>
      <w:r w:rsidR="00F21947" w:rsidRPr="00B2551F">
        <w:rPr>
          <w:rStyle w:val="libArabicChar"/>
          <w:rFonts w:hint="cs"/>
          <w:rtl/>
        </w:rPr>
        <w:t>ه</w:t>
      </w:r>
      <w:r w:rsidRPr="00B32602">
        <w:rPr>
          <w:rStyle w:val="libArabicChar"/>
          <w:rFonts w:hint="cs"/>
          <w:rtl/>
        </w:rPr>
        <w:t>ل</w:t>
      </w:r>
      <w:r w:rsidRPr="00B32602">
        <w:rPr>
          <w:rStyle w:val="libArabicChar"/>
          <w:rtl/>
        </w:rPr>
        <w:t xml:space="preserve"> </w:t>
      </w:r>
      <w:r w:rsidRPr="00B32602">
        <w:rPr>
          <w:rStyle w:val="libArabicChar"/>
          <w:rFonts w:hint="cs"/>
          <w:rtl/>
        </w:rPr>
        <w:t>النار</w:t>
      </w:r>
      <w:r w:rsidRPr="00B32602">
        <w:rPr>
          <w:rStyle w:val="libArabicChar"/>
          <w:rtl/>
        </w:rPr>
        <w:t xml:space="preserve"> </w:t>
      </w:r>
      <w:r w:rsidRPr="00B32602">
        <w:rPr>
          <w:rStyle w:val="libArabicChar"/>
          <w:rFonts w:hint="cs"/>
          <w:rtl/>
        </w:rPr>
        <w:t>من</w:t>
      </w:r>
      <w:r w:rsidRPr="00B32602">
        <w:rPr>
          <w:rStyle w:val="libArabicChar"/>
          <w:rtl/>
        </w:rPr>
        <w:t xml:space="preserve"> </w:t>
      </w:r>
      <w:r w:rsidRPr="00B32602">
        <w:rPr>
          <w:rStyle w:val="libArabicChar"/>
          <w:rFonts w:hint="cs"/>
          <w:rtl/>
        </w:rPr>
        <w:t>تا</w:t>
      </w:r>
      <w:r w:rsidRPr="00B32602">
        <w:rPr>
          <w:rStyle w:val="libArabicChar"/>
          <w:rtl/>
        </w:rPr>
        <w:t xml:space="preserve"> </w:t>
      </w:r>
      <w:r w:rsidRPr="00B32602">
        <w:rPr>
          <w:rStyle w:val="libArabicChar"/>
          <w:rFonts w:hint="cs"/>
          <w:rtl/>
        </w:rPr>
        <w:t>خذ</w:t>
      </w:r>
      <w:r w:rsidR="00120F63" w:rsidRPr="00B2551F">
        <w:rPr>
          <w:rStyle w:val="libArabicChar"/>
          <w:rFonts w:hint="cs"/>
          <w:rtl/>
        </w:rPr>
        <w:t>ه</w:t>
      </w:r>
      <w:r w:rsidRPr="00B32602">
        <w:rPr>
          <w:rStyle w:val="libArabicChar"/>
          <w:rtl/>
        </w:rPr>
        <w:t xml:space="preserve"> </w:t>
      </w:r>
      <w:r w:rsidRPr="00B32602">
        <w:rPr>
          <w:rStyle w:val="libArabicChar"/>
          <w:rFonts w:hint="cs"/>
          <w:rtl/>
        </w:rPr>
        <w:t>النارالى</w:t>
      </w:r>
      <w:r w:rsidRPr="00B32602">
        <w:rPr>
          <w:rStyle w:val="libArabicChar"/>
          <w:rtl/>
        </w:rPr>
        <w:t xml:space="preserve"> </w:t>
      </w:r>
      <w:r w:rsidRPr="00B32602">
        <w:rPr>
          <w:rStyle w:val="libArabicChar"/>
          <w:rFonts w:hint="cs"/>
          <w:rtl/>
        </w:rPr>
        <w:t>كعبي</w:t>
      </w:r>
      <w:r w:rsidR="00120F63" w:rsidRPr="00B2551F">
        <w:rPr>
          <w:rStyle w:val="libArabicChar"/>
          <w:rFonts w:hint="cs"/>
          <w:rtl/>
        </w:rPr>
        <w:t>ه</w:t>
      </w:r>
      <w:r w:rsidRPr="00B32602">
        <w:rPr>
          <w:rStyle w:val="libArabicChar"/>
          <w:rFonts w:hint="cs"/>
          <w:rtl/>
        </w:rPr>
        <w:t>،وان</w:t>
      </w:r>
      <w:r w:rsidRPr="00B32602">
        <w:rPr>
          <w:rStyle w:val="libArabicChar"/>
          <w:rtl/>
        </w:rPr>
        <w:t xml:space="preserve"> </w:t>
      </w:r>
      <w:r w:rsidRPr="00B32602">
        <w:rPr>
          <w:rStyle w:val="libArabicChar"/>
          <w:rFonts w:hint="cs"/>
          <w:rtl/>
        </w:rPr>
        <w:t>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من</w:t>
      </w:r>
      <w:r w:rsidRPr="00B32602">
        <w:rPr>
          <w:rStyle w:val="libArabicChar"/>
          <w:rtl/>
        </w:rPr>
        <w:t xml:space="preserve"> </w:t>
      </w:r>
      <w:r w:rsidRPr="00B32602">
        <w:rPr>
          <w:rStyle w:val="libArabicChar"/>
          <w:rFonts w:hint="cs"/>
          <w:rtl/>
        </w:rPr>
        <w:t>تا</w:t>
      </w:r>
      <w:r w:rsidRPr="00B32602">
        <w:rPr>
          <w:rStyle w:val="libArabicChar"/>
          <w:rtl/>
        </w:rPr>
        <w:t xml:space="preserve"> </w:t>
      </w:r>
      <w:r w:rsidRPr="00B32602">
        <w:rPr>
          <w:rStyle w:val="libArabicChar"/>
          <w:rFonts w:hint="cs"/>
          <w:rtl/>
        </w:rPr>
        <w:t>خذ</w:t>
      </w:r>
      <w:r w:rsidR="00120F63" w:rsidRPr="00B2551F">
        <w:rPr>
          <w:rStyle w:val="libArabicChar"/>
          <w:rFonts w:hint="cs"/>
          <w:rtl/>
        </w:rPr>
        <w:t>ه</w:t>
      </w:r>
      <w:r w:rsidRPr="00B32602">
        <w:rPr>
          <w:rStyle w:val="libArabicChar"/>
          <w:rtl/>
        </w:rPr>
        <w:t xml:space="preserve"> </w:t>
      </w:r>
      <w:r w:rsidRPr="00B32602">
        <w:rPr>
          <w:rStyle w:val="libArabicChar"/>
          <w:rFonts w:hint="cs"/>
          <w:rtl/>
        </w:rPr>
        <w:t>النارالى</w:t>
      </w:r>
      <w:r w:rsidRPr="00B32602">
        <w:rPr>
          <w:rStyle w:val="libArabicChar"/>
          <w:rtl/>
        </w:rPr>
        <w:t xml:space="preserve"> </w:t>
      </w:r>
      <w:r w:rsidRPr="00B32602">
        <w:rPr>
          <w:rStyle w:val="libArabicChar"/>
          <w:rFonts w:hint="cs"/>
          <w:rtl/>
        </w:rPr>
        <w:t>حجزت</w:t>
      </w:r>
      <w:r w:rsidR="00120F63" w:rsidRPr="00B2551F">
        <w:rPr>
          <w:rStyle w:val="libArabicChar"/>
          <w:rFonts w:hint="cs"/>
          <w:rtl/>
        </w:rPr>
        <w:t>ه</w:t>
      </w:r>
      <w:r w:rsidRPr="00B32602">
        <w:rPr>
          <w:rStyle w:val="libArabicChar"/>
          <w:rFonts w:hint="cs"/>
          <w:rtl/>
        </w:rPr>
        <w:t>،</w:t>
      </w:r>
      <w:r w:rsidRPr="00B32602">
        <w:rPr>
          <w:rStyle w:val="libArabicChar"/>
          <w:rtl/>
        </w:rPr>
        <w:t xml:space="preserve"> </w:t>
      </w:r>
      <w:r w:rsidRPr="00B32602">
        <w:rPr>
          <w:rStyle w:val="libArabicChar"/>
          <w:rFonts w:hint="cs"/>
          <w:rtl/>
        </w:rPr>
        <w:t>ومن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من</w:t>
      </w:r>
      <w:r w:rsidRPr="00B32602">
        <w:rPr>
          <w:rStyle w:val="libArabicChar"/>
          <w:rtl/>
        </w:rPr>
        <w:t xml:space="preserve"> </w:t>
      </w:r>
      <w:r w:rsidRPr="00B32602">
        <w:rPr>
          <w:rStyle w:val="libArabicChar"/>
          <w:rFonts w:hint="cs"/>
          <w:rtl/>
        </w:rPr>
        <w:t>تا</w:t>
      </w:r>
      <w:r w:rsidRPr="00B32602">
        <w:rPr>
          <w:rStyle w:val="libArabicChar"/>
          <w:rtl/>
        </w:rPr>
        <w:t xml:space="preserve"> </w:t>
      </w:r>
      <w:r w:rsidRPr="00B32602">
        <w:rPr>
          <w:rStyle w:val="libArabicChar"/>
          <w:rFonts w:hint="cs"/>
          <w:rtl/>
        </w:rPr>
        <w:t>خذ</w:t>
      </w:r>
      <w:r w:rsidR="00120F63" w:rsidRPr="00B2551F">
        <w:rPr>
          <w:rStyle w:val="libArabicChar"/>
          <w:rFonts w:hint="cs"/>
          <w:rtl/>
        </w:rPr>
        <w:t>ه</w:t>
      </w:r>
      <w:r w:rsidRPr="00B32602">
        <w:rPr>
          <w:rStyle w:val="libArabicChar"/>
          <w:rtl/>
        </w:rPr>
        <w:t xml:space="preserve"> </w:t>
      </w:r>
      <w:r w:rsidRPr="00B32602">
        <w:rPr>
          <w:rStyle w:val="libArabicChar"/>
          <w:rFonts w:hint="cs"/>
          <w:rtl/>
        </w:rPr>
        <w:t>الى</w:t>
      </w:r>
      <w:r w:rsidRPr="00B32602">
        <w:rPr>
          <w:rStyle w:val="libArabicChar"/>
          <w:rtl/>
        </w:rPr>
        <w:t xml:space="preserve"> </w:t>
      </w:r>
      <w:r w:rsidRPr="00B32602">
        <w:rPr>
          <w:rStyle w:val="libArabicChar"/>
          <w:rFonts w:hint="cs"/>
          <w:rtl/>
        </w:rPr>
        <w:t>تراقي</w:t>
      </w:r>
      <w:r w:rsidR="00120F63" w:rsidRPr="00B2551F">
        <w:rPr>
          <w:rStyle w:val="libArabicChar"/>
          <w:rFonts w:hint="cs"/>
          <w:rtl/>
        </w:rPr>
        <w:t>ه</w:t>
      </w:r>
      <w:r w:rsidRPr="00B32602">
        <w:rPr>
          <w:rStyle w:val="libArabicChar"/>
          <w:rtl/>
        </w:rPr>
        <w:t xml:space="preserve"> </w:t>
      </w:r>
      <w:r w:rsidRPr="00B32602">
        <w:rPr>
          <w:rStyle w:val="libArabicChar"/>
          <w:rFonts w:hint="cs"/>
          <w:rtl/>
        </w:rPr>
        <w:t>منازل</w:t>
      </w:r>
      <w:r w:rsidRPr="00B32602">
        <w:rPr>
          <w:rStyle w:val="libArabicChar"/>
          <w:rtl/>
        </w:rPr>
        <w:t xml:space="preserve"> </w:t>
      </w:r>
      <w:r w:rsidRPr="00B32602">
        <w:rPr>
          <w:rStyle w:val="libArabicChar"/>
          <w:rFonts w:hint="cs"/>
          <w:rtl/>
        </w:rPr>
        <w:t>با</w:t>
      </w:r>
      <w:r w:rsidRPr="00B32602">
        <w:rPr>
          <w:rStyle w:val="libArabicChar"/>
          <w:rtl/>
        </w:rPr>
        <w:t xml:space="preserve"> </w:t>
      </w:r>
      <w:r w:rsidRPr="00B32602">
        <w:rPr>
          <w:rStyle w:val="libArabicChar"/>
          <w:rFonts w:hint="cs"/>
          <w:rtl/>
        </w:rPr>
        <w:t>عمال</w:t>
      </w:r>
      <w:r w:rsidR="00F21947" w:rsidRPr="00B2551F">
        <w:rPr>
          <w:rStyle w:val="libArabicChar"/>
          <w:rFonts w:hint="cs"/>
          <w:rtl/>
        </w:rPr>
        <w:t>ه</w:t>
      </w:r>
      <w:r w:rsidRPr="00B32602">
        <w:rPr>
          <w:rStyle w:val="libArabicChar"/>
          <w:rFonts w:hint="cs"/>
          <w:rtl/>
        </w:rPr>
        <w:t>م،فذلك</w:t>
      </w:r>
      <w:r w:rsidRPr="00B32602">
        <w:rPr>
          <w:rStyle w:val="libArabicChar"/>
          <w:rtl/>
        </w:rPr>
        <w:t xml:space="preserve"> </w:t>
      </w:r>
      <w:r w:rsidRPr="00B32602">
        <w:rPr>
          <w:rStyle w:val="libArabicChar"/>
          <w:rFonts w:hint="cs"/>
          <w:rtl/>
        </w:rPr>
        <w:t>قول</w:t>
      </w:r>
      <w:r w:rsidR="00120F63" w:rsidRPr="00B2551F">
        <w:rPr>
          <w:rStyle w:val="libArabicChar"/>
          <w:rFonts w:hint="cs"/>
          <w:rtl/>
        </w:rPr>
        <w:t>ه</w:t>
      </w:r>
      <w:r w:rsidRPr="00B32602">
        <w:rPr>
          <w:rStyle w:val="libArabicChar"/>
          <w:rtl/>
        </w:rPr>
        <w:t>:'' ...</w:t>
      </w:r>
      <w:r w:rsidRPr="00B32602">
        <w:rPr>
          <w:rStyle w:val="libArabicChar"/>
          <w:rFonts w:hint="cs"/>
          <w:rtl/>
        </w:rPr>
        <w:t>لكلّ</w:t>
      </w:r>
      <w:r w:rsidRPr="00B32602">
        <w:rPr>
          <w:rStyle w:val="libArabicChar"/>
          <w:rtl/>
        </w:rPr>
        <w:t xml:space="preserve"> </w:t>
      </w:r>
      <w:r w:rsidRPr="00B32602">
        <w:rPr>
          <w:rStyle w:val="libArabicChar"/>
          <w:rFonts w:hint="cs"/>
          <w:rtl/>
        </w:rPr>
        <w:t>باب</w:t>
      </w:r>
      <w:r w:rsidRPr="00B32602">
        <w:rPr>
          <w:rStyle w:val="libArabicChar"/>
          <w:rtl/>
        </w:rPr>
        <w:t xml:space="preserve"> </w:t>
      </w:r>
      <w:r w:rsidRPr="00B32602">
        <w:rPr>
          <w:rStyle w:val="libArabicChar"/>
          <w:rFonts w:hint="cs"/>
          <w:rtl/>
        </w:rPr>
        <w:t>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مقسوم</w:t>
      </w:r>
      <w:r w:rsidRPr="00B32602">
        <w:rPr>
          <w:rStyle w:val="libArabicChar"/>
          <w:rtl/>
        </w:rPr>
        <w:t>''</w:t>
      </w:r>
      <w:r>
        <w:rPr>
          <w:rtl/>
        </w:rPr>
        <w:t xml:space="preserve"> ... ; </w:t>
      </w:r>
      <w:r w:rsidRPr="00B32602">
        <w:rPr>
          <w:rStyle w:val="libFootnotenumChar"/>
          <w:rtl/>
        </w:rPr>
        <w:t>(3)</w:t>
      </w:r>
      <w:r>
        <w:rPr>
          <w:rtl/>
        </w:rPr>
        <w:t xml:space="preserve">حضرت رسول خدا </w:t>
      </w:r>
      <w:r w:rsidR="00F031CD" w:rsidRPr="00F031CD">
        <w:rPr>
          <w:rStyle w:val="libAlaemChar"/>
          <w:rtl/>
        </w:rPr>
        <w:t xml:space="preserve"> صلى‌الله‌عليه‌وآله‌وسلم </w:t>
      </w:r>
      <w:r>
        <w:rPr>
          <w:rtl/>
        </w:rPr>
        <w:t xml:space="preserve"> سے خدا كے كل</w:t>
      </w:r>
      <w:r>
        <w:rPr>
          <w:rFonts w:hint="eastAsia"/>
          <w:rtl/>
        </w:rPr>
        <w:t>ام</w:t>
      </w:r>
      <w:r>
        <w:rPr>
          <w:rtl/>
        </w:rPr>
        <w:t xml:space="preserve"> :</w:t>
      </w:r>
      <w:r w:rsidRPr="00B32602">
        <w:rPr>
          <w:rStyle w:val="libArabicChar"/>
          <w:rtl/>
        </w:rPr>
        <w:t>''لكلّ باب 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مقسوم</w:t>
      </w:r>
      <w:r w:rsidRPr="00B32602">
        <w:rPr>
          <w:rStyle w:val="libArabicChar"/>
          <w:rtl/>
        </w:rPr>
        <w:t>''</w:t>
      </w:r>
      <w:r>
        <w:rPr>
          <w:rtl/>
        </w:rPr>
        <w:t>كے بارے مي</w:t>
      </w:r>
      <w:r w:rsidR="00083993">
        <w:rPr>
          <w:rtl/>
        </w:rPr>
        <w:t xml:space="preserve">ں </w:t>
      </w:r>
      <w:r>
        <w:rPr>
          <w:rtl/>
        </w:rPr>
        <w:t>منقول ہے كہ اپ</w:t>
      </w:r>
      <w:r w:rsidR="00F031CD" w:rsidRPr="00F031CD">
        <w:rPr>
          <w:rStyle w:val="libAlaemChar"/>
          <w:rtl/>
        </w:rPr>
        <w:t xml:space="preserve"> صلى‌الله‌عليه‌وآله‌وسلم </w:t>
      </w:r>
      <w:r>
        <w:rPr>
          <w:rtl/>
        </w:rPr>
        <w:t xml:space="preserve"> نے فرمايا:بعض اہل اتش وہ لوگ ہي</w:t>
      </w:r>
      <w:r w:rsidR="00083993">
        <w:rPr>
          <w:rtl/>
        </w:rPr>
        <w:t xml:space="preserve">ں </w:t>
      </w:r>
      <w:r>
        <w:rPr>
          <w:rtl/>
        </w:rPr>
        <w:t>كہ جنہي</w:t>
      </w:r>
      <w:r w:rsidR="00083993">
        <w:rPr>
          <w:rtl/>
        </w:rPr>
        <w:t xml:space="preserve">ں </w:t>
      </w:r>
      <w:r>
        <w:rPr>
          <w:rtl/>
        </w:rPr>
        <w:t>ٹخنو</w:t>
      </w:r>
      <w:r w:rsidR="00083993">
        <w:rPr>
          <w:rtl/>
        </w:rPr>
        <w:t xml:space="preserve">ں </w:t>
      </w:r>
      <w:r>
        <w:rPr>
          <w:rtl/>
        </w:rPr>
        <w:t>تك اگ جلائے گى _بعض كوكمر تك اور بعض كو گلے تك _يہ وہ منازل اور مراتب ہي</w:t>
      </w:r>
      <w:r w:rsidR="00083993">
        <w:rPr>
          <w:rtl/>
        </w:rPr>
        <w:t xml:space="preserve">ں </w:t>
      </w:r>
      <w:r>
        <w:rPr>
          <w:rtl/>
        </w:rPr>
        <w:t>كہ جو اہل اتش كے مختلف اعمال سے تعلق ركھتے ہي</w:t>
      </w:r>
      <w:r w:rsidR="00083993">
        <w:rPr>
          <w:rtl/>
        </w:rPr>
        <w:t xml:space="preserve">ں </w:t>
      </w:r>
      <w:r>
        <w:rPr>
          <w:rtl/>
        </w:rPr>
        <w:t>اسى لئے خدا وندمتعال نے فرم</w:t>
      </w:r>
      <w:r>
        <w:rPr>
          <w:rFonts w:hint="eastAsia"/>
          <w:rtl/>
        </w:rPr>
        <w:t>اياہے</w:t>
      </w:r>
      <w:r>
        <w:rPr>
          <w:rtl/>
        </w:rPr>
        <w:t>: ...</w:t>
      </w:r>
      <w:r w:rsidRPr="00B32602">
        <w:rPr>
          <w:rStyle w:val="libArabicChar"/>
          <w:rtl/>
        </w:rPr>
        <w:t>لكلّ باب 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مقسوم</w:t>
      </w:r>
      <w:r w:rsidRPr="00B32602">
        <w:rPr>
          <w:rStyle w:val="libArabicChar"/>
          <w:rtl/>
        </w:rPr>
        <w:t xml:space="preserve"> ...''</w:t>
      </w:r>
      <w:r>
        <w:rPr>
          <w:rtl/>
        </w:rPr>
        <w:t>_</w:t>
      </w:r>
    </w:p>
    <w:p w:rsidR="001F628F" w:rsidRDefault="001F628F" w:rsidP="001F628F">
      <w:pPr>
        <w:pStyle w:val="libNormal"/>
        <w:rPr>
          <w:rtl/>
        </w:rPr>
      </w:pPr>
      <w:r>
        <w:rPr>
          <w:rtl/>
        </w:rPr>
        <w:t>11_</w:t>
      </w:r>
      <w:r w:rsidRPr="00B32602">
        <w:rPr>
          <w:rStyle w:val="libArabicChar"/>
          <w:rtl/>
        </w:rPr>
        <w:t xml:space="preserve">''قال رسول الله </w:t>
      </w:r>
      <w:r w:rsidR="00F031CD" w:rsidRPr="00F031CD">
        <w:rPr>
          <w:rStyle w:val="libAlaemChar"/>
          <w:rtl/>
        </w:rPr>
        <w:t xml:space="preserve"> صلى‌الله‌عليه‌وآله‌وسلم </w:t>
      </w:r>
      <w:r w:rsidRPr="00B32602">
        <w:rPr>
          <w:rStyle w:val="libArabicChar"/>
          <w:rtl/>
        </w:rPr>
        <w:t xml:space="preserve"> فى قول</w:t>
      </w:r>
      <w:r w:rsidR="00120F63" w:rsidRPr="00B2551F">
        <w:rPr>
          <w:rStyle w:val="libArabicChar"/>
          <w:rFonts w:hint="cs"/>
          <w:rtl/>
        </w:rPr>
        <w:t>ه</w:t>
      </w:r>
      <w:r w:rsidRPr="00B32602">
        <w:rPr>
          <w:rStyle w:val="libArabicChar"/>
          <w:rtl/>
        </w:rPr>
        <w:t xml:space="preserve"> </w:t>
      </w:r>
      <w:r w:rsidRPr="00B32602">
        <w:rPr>
          <w:rStyle w:val="libArabicChar"/>
          <w:rFonts w:hint="cs"/>
          <w:rtl/>
        </w:rPr>
        <w:t>تعالى</w:t>
      </w:r>
      <w:r w:rsidRPr="00B32602">
        <w:rPr>
          <w:rStyle w:val="libArabicChar"/>
          <w:rtl/>
        </w:rPr>
        <w:t xml:space="preserve"> :''</w:t>
      </w:r>
      <w:r w:rsidRPr="00B32602">
        <w:rPr>
          <w:rStyle w:val="libArabicChar"/>
          <w:rFonts w:hint="cs"/>
          <w:rtl/>
        </w:rPr>
        <w:t>لكلّ</w:t>
      </w:r>
      <w:r w:rsidRPr="00B32602">
        <w:rPr>
          <w:rStyle w:val="libArabicChar"/>
          <w:rtl/>
        </w:rPr>
        <w:t xml:space="preserve"> </w:t>
      </w:r>
      <w:r w:rsidRPr="00B32602">
        <w:rPr>
          <w:rStyle w:val="libArabicChar"/>
          <w:rFonts w:hint="cs"/>
          <w:rtl/>
        </w:rPr>
        <w:t>باب</w:t>
      </w:r>
      <w:r w:rsidRPr="00B32602">
        <w:rPr>
          <w:rStyle w:val="libArabicChar"/>
          <w:rtl/>
        </w:rPr>
        <w:t xml:space="preserve"> </w:t>
      </w:r>
      <w:r w:rsidRPr="00B32602">
        <w:rPr>
          <w:rStyle w:val="libArabicChar"/>
          <w:rFonts w:hint="cs"/>
          <w:rtl/>
        </w:rPr>
        <w:t>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مقسوم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شركوابالله</w:t>
      </w:r>
      <w:r w:rsidRPr="00B32602">
        <w:rPr>
          <w:rStyle w:val="libArabicChar"/>
          <w:rtl/>
        </w:rPr>
        <w:t xml:space="preserve"> </w:t>
      </w:r>
      <w:r w:rsidRPr="00B32602">
        <w:rPr>
          <w:rStyle w:val="libArabicChar"/>
          <w:rFonts w:hint="cs"/>
          <w:rtl/>
        </w:rPr>
        <w:t>،وجزء</w:t>
      </w:r>
      <w:r w:rsidRPr="00B32602">
        <w:rPr>
          <w:rStyle w:val="libArabicChar"/>
          <w:rtl/>
        </w:rPr>
        <w:t xml:space="preserve"> </w:t>
      </w:r>
      <w:r w:rsidRPr="00B32602">
        <w:rPr>
          <w:rStyle w:val="libArabicChar"/>
          <w:rFonts w:hint="cs"/>
          <w:rtl/>
        </w:rPr>
        <w:t>شكّوا</w:t>
      </w:r>
      <w:r w:rsidRPr="00B32602">
        <w:rPr>
          <w:rStyle w:val="libArabicChar"/>
          <w:rtl/>
        </w:rPr>
        <w:t xml:space="preserve"> </w:t>
      </w:r>
      <w:r w:rsidRPr="00B32602">
        <w:rPr>
          <w:rStyle w:val="libArabicChar"/>
          <w:rFonts w:hint="cs"/>
          <w:rtl/>
        </w:rPr>
        <w:t>فى</w:t>
      </w:r>
      <w:r w:rsidRPr="00B32602">
        <w:rPr>
          <w:rStyle w:val="libArabicChar"/>
          <w:rtl/>
        </w:rPr>
        <w:t xml:space="preserve"> </w:t>
      </w:r>
      <w:r w:rsidRPr="00B32602">
        <w:rPr>
          <w:rStyle w:val="libArabicChar"/>
          <w:rFonts w:hint="cs"/>
          <w:rtl/>
        </w:rPr>
        <w:t>الله</w:t>
      </w:r>
      <w:r w:rsidRPr="00B32602">
        <w:rPr>
          <w:rStyle w:val="libArabicChar"/>
          <w:rtl/>
        </w:rPr>
        <w:t xml:space="preserve"> </w:t>
      </w:r>
      <w:r w:rsidRPr="00B32602">
        <w:rPr>
          <w:rStyle w:val="libArabicChar"/>
          <w:rFonts w:hint="cs"/>
          <w:rtl/>
        </w:rPr>
        <w:t>وجزء</w:t>
      </w:r>
      <w:r w:rsidRPr="00B32602">
        <w:rPr>
          <w:rStyle w:val="libArabicChar"/>
          <w:rtl/>
        </w:rPr>
        <w:t xml:space="preserve"> </w:t>
      </w:r>
      <w:r w:rsidRPr="00B32602">
        <w:rPr>
          <w:rStyle w:val="libArabicChar"/>
          <w:rFonts w:hint="cs"/>
          <w:rtl/>
        </w:rPr>
        <w:t>غفلوا</w:t>
      </w:r>
      <w:r w:rsidRPr="00B32602">
        <w:rPr>
          <w:rStyle w:val="libArabicChar"/>
          <w:rtl/>
        </w:rPr>
        <w:t xml:space="preserve"> </w:t>
      </w:r>
      <w:r w:rsidRPr="00B32602">
        <w:rPr>
          <w:rStyle w:val="libArabicChar"/>
          <w:rFonts w:hint="cs"/>
          <w:rtl/>
        </w:rPr>
        <w:t>عن</w:t>
      </w:r>
      <w:r w:rsidRPr="00B32602">
        <w:rPr>
          <w:rStyle w:val="libArabicChar"/>
          <w:rtl/>
        </w:rPr>
        <w:t xml:space="preserve"> </w:t>
      </w:r>
      <w:r w:rsidRPr="00B32602">
        <w:rPr>
          <w:rStyle w:val="libArabicChar"/>
          <w:rFonts w:hint="cs"/>
          <w:rtl/>
        </w:rPr>
        <w:t>الله</w:t>
      </w:r>
      <w:r>
        <w:rPr>
          <w:rtl/>
        </w:rPr>
        <w:t xml:space="preserve"> ;</w:t>
      </w:r>
      <w:r w:rsidRPr="00B32602">
        <w:rPr>
          <w:rStyle w:val="libFootnotenumChar"/>
          <w:rtl/>
        </w:rPr>
        <w:t>(4)</w:t>
      </w:r>
      <w:r>
        <w:rPr>
          <w:rtl/>
        </w:rPr>
        <w:t xml:space="preserve">رسول خدا </w:t>
      </w:r>
      <w:r w:rsidR="00F031CD" w:rsidRPr="00F031CD">
        <w:rPr>
          <w:rStyle w:val="libAlaemChar"/>
          <w:rtl/>
        </w:rPr>
        <w:t xml:space="preserve"> صلى‌الله‌عليه‌وآله‌وسلم </w:t>
      </w:r>
      <w:r>
        <w:rPr>
          <w:rtl/>
        </w:rPr>
        <w:t xml:space="preserve"> نے خداوند متعال كے فرمان :</w:t>
      </w:r>
      <w:r w:rsidRPr="00B32602">
        <w:rPr>
          <w:rStyle w:val="libArabicChar"/>
          <w:rtl/>
        </w:rPr>
        <w:t>''لكلّ باب من</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جزء</w:t>
      </w:r>
      <w:r w:rsidRPr="00B32602">
        <w:rPr>
          <w:rStyle w:val="libArabicChar"/>
          <w:rtl/>
        </w:rPr>
        <w:t xml:space="preserve"> </w:t>
      </w:r>
      <w:r w:rsidRPr="00B32602">
        <w:rPr>
          <w:rStyle w:val="libArabicChar"/>
          <w:rFonts w:hint="cs"/>
          <w:rtl/>
        </w:rPr>
        <w:t>مقس</w:t>
      </w:r>
      <w:r w:rsidRPr="00B32602">
        <w:rPr>
          <w:rStyle w:val="libArabicChar"/>
          <w:rtl/>
        </w:rPr>
        <w:t>وم''</w:t>
      </w:r>
      <w:r>
        <w:rPr>
          <w:rtl/>
        </w:rPr>
        <w:t>كے بارے مي</w:t>
      </w:r>
      <w:r w:rsidR="00083993">
        <w:rPr>
          <w:rtl/>
        </w:rPr>
        <w:t xml:space="preserve">ں </w:t>
      </w:r>
      <w:r>
        <w:rPr>
          <w:rtl/>
        </w:rPr>
        <w:t xml:space="preserve">فرمايا:ايك گروہ نے خدا سے شرك كيا ،ايك گروہ نے خدا </w:t>
      </w:r>
      <w:r>
        <w:rPr>
          <w:rFonts w:hint="eastAsia"/>
          <w:rtl/>
        </w:rPr>
        <w:t>مي</w:t>
      </w:r>
      <w:r w:rsidR="00083993">
        <w:rPr>
          <w:rFonts w:hint="eastAsia"/>
          <w:rtl/>
        </w:rPr>
        <w:t xml:space="preserve">ں </w:t>
      </w:r>
      <w:r>
        <w:rPr>
          <w:rtl/>
        </w:rPr>
        <w:t>شك كيا ہے اور ايك گروہ خدا سے غافل رہا ہے(يہى جہنم كے دروازو</w:t>
      </w:r>
      <w:r w:rsidR="00083993">
        <w:rPr>
          <w:rtl/>
        </w:rPr>
        <w:t xml:space="preserve">ں </w:t>
      </w:r>
      <w:r>
        <w:rPr>
          <w:rtl/>
        </w:rPr>
        <w:t>كے لئے تقسيم شدہ گروہ ہي</w:t>
      </w:r>
      <w:r w:rsidR="00083993">
        <w:rPr>
          <w:rtl/>
        </w:rPr>
        <w:t xml:space="preserve">ں </w:t>
      </w:r>
      <w:r>
        <w:rPr>
          <w:rtl/>
        </w:rPr>
        <w:t>)_</w:t>
      </w:r>
    </w:p>
    <w:p w:rsidR="001F628F" w:rsidRDefault="001F628F" w:rsidP="00B32602">
      <w:pPr>
        <w:pStyle w:val="libNormal"/>
        <w:rPr>
          <w:rtl/>
        </w:rPr>
      </w:pPr>
      <w:r>
        <w:rPr>
          <w:rFonts w:hint="eastAsia"/>
          <w:rtl/>
        </w:rPr>
        <w:t>اعداد</w:t>
      </w:r>
      <w:r>
        <w:rPr>
          <w:rtl/>
        </w:rPr>
        <w:t>:</w:t>
      </w:r>
      <w:r>
        <w:rPr>
          <w:rFonts w:hint="eastAsia"/>
          <w:rtl/>
        </w:rPr>
        <w:t>سات</w:t>
      </w:r>
      <w:r>
        <w:rPr>
          <w:rtl/>
        </w:rPr>
        <w:t xml:space="preserve"> كا عدد 1،3،4</w:t>
      </w:r>
    </w:p>
    <w:p w:rsidR="001F628F" w:rsidRDefault="001F628F" w:rsidP="00B32602">
      <w:pPr>
        <w:pStyle w:val="libNormal"/>
        <w:rPr>
          <w:rtl/>
        </w:rPr>
      </w:pPr>
      <w:r>
        <w:rPr>
          <w:rFonts w:hint="eastAsia"/>
          <w:rtl/>
        </w:rPr>
        <w:t>جرم</w:t>
      </w:r>
      <w:r>
        <w:rPr>
          <w:rtl/>
        </w:rPr>
        <w:t xml:space="preserve"> :</w:t>
      </w:r>
      <w:r>
        <w:rPr>
          <w:rFonts w:hint="eastAsia"/>
          <w:rtl/>
        </w:rPr>
        <w:t>جرم</w:t>
      </w:r>
      <w:r>
        <w:rPr>
          <w:rtl/>
        </w:rPr>
        <w:t xml:space="preserve"> كا انجام 4;جرم كى اقسام 4</w:t>
      </w:r>
    </w:p>
    <w:p w:rsidR="001F628F" w:rsidRDefault="001F628F" w:rsidP="00B32602">
      <w:pPr>
        <w:pStyle w:val="libNormal"/>
        <w:rPr>
          <w:rtl/>
        </w:rPr>
      </w:pPr>
      <w:r>
        <w:rPr>
          <w:rFonts w:hint="eastAsia"/>
          <w:rtl/>
        </w:rPr>
        <w:t>جہنم</w:t>
      </w:r>
      <w:r>
        <w:rPr>
          <w:rtl/>
        </w:rPr>
        <w:t xml:space="preserve"> :</w:t>
      </w:r>
      <w:r>
        <w:rPr>
          <w:rFonts w:hint="eastAsia"/>
          <w:rtl/>
        </w:rPr>
        <w:t>جہنم</w:t>
      </w:r>
      <w:r>
        <w:rPr>
          <w:rtl/>
        </w:rPr>
        <w:t xml:space="preserve"> كى اگ 10;جہنم كے دروازو</w:t>
      </w:r>
      <w:r w:rsidR="00083993">
        <w:rPr>
          <w:rtl/>
        </w:rPr>
        <w:t xml:space="preserve">ں </w:t>
      </w:r>
      <w:r>
        <w:rPr>
          <w:rtl/>
        </w:rPr>
        <w:t>كى تعداد 1 ; جہنم كے عذاب كى مختلف اقسام 5;جہنم كے دركات 3،5، 8 ;جہنم كے دروازے 2،8 ، 9 ; عذاب جہنم كے مراتب 5</w:t>
      </w:r>
    </w:p>
    <w:p w:rsidR="001F628F" w:rsidRDefault="001F628F" w:rsidP="00B32602">
      <w:pPr>
        <w:pStyle w:val="libNormal"/>
        <w:rPr>
          <w:rtl/>
        </w:rPr>
      </w:pPr>
      <w:r>
        <w:rPr>
          <w:rFonts w:hint="eastAsia"/>
          <w:rtl/>
        </w:rPr>
        <w:t>جہنمى</w:t>
      </w:r>
      <w:r>
        <w:rPr>
          <w:rtl/>
        </w:rPr>
        <w:t xml:space="preserve"> لوگ:</w:t>
      </w:r>
      <w:r>
        <w:rPr>
          <w:rFonts w:hint="eastAsia"/>
          <w:rtl/>
        </w:rPr>
        <w:t>ان</w:t>
      </w:r>
      <w:r>
        <w:rPr>
          <w:rtl/>
        </w:rPr>
        <w:t xml:space="preserve"> كى اقسام 10،11;ان كے داخل ہونے كى كيفيت 9</w:t>
      </w:r>
    </w:p>
    <w:p w:rsidR="001F628F" w:rsidRDefault="00B84D3B" w:rsidP="00B84D3B">
      <w:pPr>
        <w:pStyle w:val="libLine"/>
        <w:rPr>
          <w:rtl/>
        </w:rPr>
      </w:pPr>
      <w:r>
        <w:rPr>
          <w:rtl/>
        </w:rPr>
        <w:t>____________________</w:t>
      </w:r>
    </w:p>
    <w:p w:rsidR="001F628F" w:rsidRDefault="001F628F" w:rsidP="00B32602">
      <w:pPr>
        <w:pStyle w:val="libFootnote"/>
        <w:rPr>
          <w:rtl/>
        </w:rPr>
      </w:pPr>
      <w:r>
        <w:rPr>
          <w:rtl/>
        </w:rPr>
        <w:t>1)مجمع البيان ،ج6،ص 519;نورالثقلين ،ج3،ص 19، ح64_</w:t>
      </w:r>
    </w:p>
    <w:p w:rsidR="001F628F" w:rsidRDefault="001F628F" w:rsidP="00B32602">
      <w:pPr>
        <w:pStyle w:val="libFootnote"/>
        <w:rPr>
          <w:rtl/>
        </w:rPr>
      </w:pPr>
      <w:r>
        <w:rPr>
          <w:rtl/>
        </w:rPr>
        <w:t>2)خصال صدوق ،ج2،ص361 ،ح51; نور الثقلين ،ج3، ص18،ح63_</w:t>
      </w:r>
    </w:p>
    <w:p w:rsidR="001F628F" w:rsidRDefault="001F628F" w:rsidP="00B32602">
      <w:pPr>
        <w:pStyle w:val="libFootnote"/>
        <w:rPr>
          <w:rtl/>
        </w:rPr>
      </w:pPr>
      <w:r>
        <w:rPr>
          <w:rtl/>
        </w:rPr>
        <w:t>3)الدرالمنثور ،ج5،ص82_4)الدرالمنثور ،ج5،ص83_</w:t>
      </w:r>
    </w:p>
    <w:p w:rsidR="00B32602" w:rsidRDefault="001E7F9D" w:rsidP="00F73EDE">
      <w:pPr>
        <w:pStyle w:val="libPoemTini"/>
        <w:rPr>
          <w:rtl/>
        </w:rPr>
      </w:pPr>
      <w:r>
        <w:rPr>
          <w:rtl/>
        </w:rPr>
        <w:br w:type="page"/>
      </w:r>
    </w:p>
    <w:p w:rsidR="001F628F" w:rsidRDefault="001F628F" w:rsidP="00B32602">
      <w:pPr>
        <w:pStyle w:val="libNormal"/>
        <w:rPr>
          <w:rtl/>
        </w:rPr>
      </w:pPr>
      <w:r>
        <w:rPr>
          <w:rFonts w:hint="eastAsia"/>
          <w:rtl/>
        </w:rPr>
        <w:lastRenderedPageBreak/>
        <w:t>خطا</w:t>
      </w:r>
      <w:r>
        <w:rPr>
          <w:rtl/>
        </w:rPr>
        <w:t>:</w:t>
      </w:r>
      <w:r>
        <w:rPr>
          <w:rFonts w:hint="eastAsia"/>
          <w:rtl/>
        </w:rPr>
        <w:t>خطا</w:t>
      </w:r>
      <w:r>
        <w:rPr>
          <w:rtl/>
        </w:rPr>
        <w:t xml:space="preserve"> كا انجام 4;خطا كى اقسام 4</w:t>
      </w:r>
    </w:p>
    <w:p w:rsidR="001F628F" w:rsidRDefault="001F628F" w:rsidP="001F628F">
      <w:pPr>
        <w:pStyle w:val="libNormal"/>
        <w:rPr>
          <w:rtl/>
        </w:rPr>
      </w:pPr>
      <w:r>
        <w:rPr>
          <w:rFonts w:hint="eastAsia"/>
          <w:rtl/>
        </w:rPr>
        <w:t>روايت</w:t>
      </w:r>
      <w:r>
        <w:rPr>
          <w:rtl/>
        </w:rPr>
        <w:t xml:space="preserve"> :8،9،10،11</w:t>
      </w:r>
    </w:p>
    <w:p w:rsidR="001F628F" w:rsidRDefault="001F628F" w:rsidP="00B32602">
      <w:pPr>
        <w:pStyle w:val="libNormal"/>
        <w:rPr>
          <w:rtl/>
        </w:rPr>
      </w:pPr>
      <w:r>
        <w:rPr>
          <w:rFonts w:hint="eastAsia"/>
          <w:rtl/>
        </w:rPr>
        <w:t>سزا</w:t>
      </w:r>
      <w:r>
        <w:rPr>
          <w:rtl/>
        </w:rPr>
        <w:t>:</w:t>
      </w:r>
      <w:r>
        <w:rPr>
          <w:rFonts w:hint="eastAsia"/>
          <w:rtl/>
        </w:rPr>
        <w:t>سزا</w:t>
      </w:r>
      <w:r>
        <w:rPr>
          <w:rtl/>
        </w:rPr>
        <w:t xml:space="preserve"> كا گناہ كے ساتھ تناسب 6;سزا و جزا كا نظام 6</w:t>
      </w:r>
    </w:p>
    <w:p w:rsidR="001F628F" w:rsidRDefault="001F628F" w:rsidP="00B32602">
      <w:pPr>
        <w:pStyle w:val="libNormal"/>
        <w:rPr>
          <w:rtl/>
        </w:rPr>
      </w:pPr>
      <w:r>
        <w:rPr>
          <w:rFonts w:hint="eastAsia"/>
          <w:rtl/>
        </w:rPr>
        <w:t>عاقبت</w:t>
      </w:r>
      <w:r>
        <w:rPr>
          <w:rtl/>
        </w:rPr>
        <w:t>:</w:t>
      </w:r>
      <w:r>
        <w:rPr>
          <w:rFonts w:hint="eastAsia"/>
          <w:rtl/>
        </w:rPr>
        <w:t>عاقبت</w:t>
      </w:r>
      <w:r>
        <w:rPr>
          <w:rtl/>
        </w:rPr>
        <w:t xml:space="preserve"> مي</w:t>
      </w:r>
      <w:r w:rsidR="00083993">
        <w:rPr>
          <w:rtl/>
        </w:rPr>
        <w:t xml:space="preserve">ں </w:t>
      </w:r>
      <w:r>
        <w:rPr>
          <w:rtl/>
        </w:rPr>
        <w:t>موثر عوامل 7</w:t>
      </w:r>
    </w:p>
    <w:p w:rsidR="001F628F" w:rsidRDefault="001F628F" w:rsidP="00B32602">
      <w:pPr>
        <w:pStyle w:val="libNormal"/>
        <w:rPr>
          <w:rtl/>
        </w:rPr>
      </w:pPr>
      <w:r>
        <w:rPr>
          <w:rFonts w:hint="eastAsia"/>
          <w:rtl/>
        </w:rPr>
        <w:t>عقيدہ</w:t>
      </w:r>
      <w:r>
        <w:rPr>
          <w:rtl/>
        </w:rPr>
        <w:t xml:space="preserve"> :</w:t>
      </w:r>
      <w:r>
        <w:rPr>
          <w:rFonts w:hint="eastAsia"/>
          <w:rtl/>
        </w:rPr>
        <w:t>عقيدہ</w:t>
      </w:r>
      <w:r>
        <w:rPr>
          <w:rtl/>
        </w:rPr>
        <w:t xml:space="preserve"> كے اثرات 7</w:t>
      </w:r>
    </w:p>
    <w:p w:rsidR="001F628F" w:rsidRDefault="001F628F" w:rsidP="00B32602">
      <w:pPr>
        <w:pStyle w:val="libNormal"/>
        <w:rPr>
          <w:rtl/>
        </w:rPr>
      </w:pPr>
      <w:r>
        <w:rPr>
          <w:rFonts w:hint="eastAsia"/>
          <w:rtl/>
        </w:rPr>
        <w:t>عمل</w:t>
      </w:r>
      <w:r>
        <w:rPr>
          <w:rtl/>
        </w:rPr>
        <w:t xml:space="preserve"> :</w:t>
      </w:r>
      <w:r>
        <w:rPr>
          <w:rFonts w:hint="eastAsia"/>
          <w:rtl/>
        </w:rPr>
        <w:t>عمل</w:t>
      </w:r>
      <w:r>
        <w:rPr>
          <w:rtl/>
        </w:rPr>
        <w:t xml:space="preserve"> كے اثرات 7</w:t>
      </w:r>
    </w:p>
    <w:p w:rsidR="001F628F" w:rsidRDefault="001F628F" w:rsidP="00B32602">
      <w:pPr>
        <w:pStyle w:val="libNormal"/>
        <w:rPr>
          <w:rtl/>
        </w:rPr>
      </w:pPr>
      <w:r>
        <w:rPr>
          <w:rFonts w:hint="eastAsia"/>
          <w:rtl/>
        </w:rPr>
        <w:t>گمراہ</w:t>
      </w:r>
      <w:r>
        <w:rPr>
          <w:rtl/>
        </w:rPr>
        <w:t xml:space="preserve"> لوگ :</w:t>
      </w:r>
      <w:r>
        <w:rPr>
          <w:rFonts w:hint="eastAsia"/>
          <w:rtl/>
        </w:rPr>
        <w:t>ان</w:t>
      </w:r>
      <w:r>
        <w:rPr>
          <w:rtl/>
        </w:rPr>
        <w:t xml:space="preserve"> كا جہنم مي</w:t>
      </w:r>
      <w:r w:rsidR="00083993">
        <w:rPr>
          <w:rtl/>
        </w:rPr>
        <w:t xml:space="preserve">ں </w:t>
      </w:r>
      <w:r>
        <w:rPr>
          <w:rtl/>
        </w:rPr>
        <w:t>ہونا3;ان كے جہنم مي</w:t>
      </w:r>
      <w:r w:rsidR="00083993">
        <w:rPr>
          <w:rtl/>
        </w:rPr>
        <w:t xml:space="preserve">ں </w:t>
      </w:r>
      <w:r>
        <w:rPr>
          <w:rtl/>
        </w:rPr>
        <w:t>داخل ہونے كى كيفيت 2</w:t>
      </w:r>
    </w:p>
    <w:p w:rsidR="001F628F" w:rsidRDefault="00B32602" w:rsidP="00B32602">
      <w:pPr>
        <w:pStyle w:val="Heading2Center"/>
        <w:rPr>
          <w:rtl/>
        </w:rPr>
      </w:pPr>
      <w:bookmarkStart w:id="91" w:name="_Toc28081769"/>
      <w:r>
        <w:rPr>
          <w:rFonts w:hint="cs"/>
          <w:rtl/>
        </w:rPr>
        <w:t>آیت 45</w:t>
      </w:r>
      <w:bookmarkEnd w:id="91"/>
    </w:p>
    <w:p w:rsidR="001F628F" w:rsidRDefault="00E260F9" w:rsidP="00B32602">
      <w:pPr>
        <w:pStyle w:val="libNormal"/>
        <w:rPr>
          <w:rtl/>
        </w:rPr>
      </w:pPr>
      <w:r w:rsidRPr="00E260F9">
        <w:rPr>
          <w:rStyle w:val="libAlaemChar"/>
          <w:rFonts w:hint="eastAsia"/>
          <w:rtl/>
        </w:rPr>
        <w:t>(</w:t>
      </w:r>
      <w:r w:rsidRPr="00B32602">
        <w:rPr>
          <w:rStyle w:val="libAieChar"/>
          <w:rFonts w:hint="eastAsia"/>
          <w:rtl/>
        </w:rPr>
        <w:t>إِنَّ</w:t>
      </w:r>
      <w:r w:rsidRPr="00B32602">
        <w:rPr>
          <w:rStyle w:val="libAieChar"/>
          <w:rtl/>
        </w:rPr>
        <w:t xml:space="preserve"> الْمُتَّقِينَ فِي جَنَّاتٍ وَعُيُونٍ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صاحبان تقوى باغات اور چشمو</w:t>
      </w:r>
      <w:r w:rsidR="00083993">
        <w:rPr>
          <w:rtl/>
        </w:rPr>
        <w:t xml:space="preserve">ں </w:t>
      </w:r>
      <w:r>
        <w:rPr>
          <w:rtl/>
        </w:rPr>
        <w:t>كے درميان رہي</w:t>
      </w:r>
      <w:r w:rsidR="00083993">
        <w:rPr>
          <w:rtl/>
        </w:rPr>
        <w:t xml:space="preserve">ں </w:t>
      </w:r>
      <w:r>
        <w:rPr>
          <w:rtl/>
        </w:rPr>
        <w:t>گے_</w:t>
      </w:r>
    </w:p>
    <w:p w:rsidR="001F628F" w:rsidRDefault="001F628F" w:rsidP="00B32602">
      <w:pPr>
        <w:pStyle w:val="libNormal"/>
        <w:rPr>
          <w:rtl/>
        </w:rPr>
      </w:pPr>
      <w:r>
        <w:rPr>
          <w:rtl/>
        </w:rPr>
        <w:t>1_بہشت كے باغات اور چشمو</w:t>
      </w:r>
      <w:r w:rsidR="00083993">
        <w:rPr>
          <w:rtl/>
        </w:rPr>
        <w:t xml:space="preserve">ں </w:t>
      </w:r>
      <w:r>
        <w:rPr>
          <w:rtl/>
        </w:rPr>
        <w:t>سے بھرے مقامات متقين كا ٹھكانہ ہي</w:t>
      </w:r>
      <w:r w:rsidR="00083993">
        <w:rPr>
          <w:rtl/>
        </w:rPr>
        <w:t xml:space="preserve">ں </w:t>
      </w:r>
      <w:r>
        <w:rPr>
          <w:rtl/>
        </w:rPr>
        <w:t>_</w:t>
      </w:r>
      <w:r w:rsidRPr="00B32602">
        <w:rPr>
          <w:rStyle w:val="libArabicChar"/>
          <w:rFonts w:hint="eastAsia"/>
          <w:rtl/>
        </w:rPr>
        <w:t>ان</w:t>
      </w:r>
      <w:r w:rsidRPr="00B32602">
        <w:rPr>
          <w:rStyle w:val="libArabicChar"/>
          <w:rtl/>
        </w:rPr>
        <w:t xml:space="preserve"> المتقين فى جنت وعيون</w:t>
      </w:r>
    </w:p>
    <w:p w:rsidR="001F628F" w:rsidRDefault="001F628F" w:rsidP="00B32602">
      <w:pPr>
        <w:pStyle w:val="libNormal"/>
        <w:rPr>
          <w:rtl/>
        </w:rPr>
      </w:pPr>
      <w:r>
        <w:rPr>
          <w:rtl/>
        </w:rPr>
        <w:t>2_بہشت كى نعمتو</w:t>
      </w:r>
      <w:r w:rsidR="00083993">
        <w:rPr>
          <w:rtl/>
        </w:rPr>
        <w:t xml:space="preserve">ں </w:t>
      </w:r>
      <w:r>
        <w:rPr>
          <w:rtl/>
        </w:rPr>
        <w:t>سے بہرہ مند ى كا سبب، تقوى ہے_</w:t>
      </w:r>
      <w:r w:rsidRPr="00B32602">
        <w:rPr>
          <w:rStyle w:val="libArabicChar"/>
          <w:rFonts w:hint="eastAsia"/>
          <w:rtl/>
        </w:rPr>
        <w:t>ان</w:t>
      </w:r>
      <w:r w:rsidRPr="00B32602">
        <w:rPr>
          <w:rStyle w:val="libArabicChar"/>
          <w:rtl/>
        </w:rPr>
        <w:t xml:space="preserve"> المتقين فى جنت وعيون</w:t>
      </w:r>
    </w:p>
    <w:p w:rsidR="001F628F" w:rsidRDefault="001F628F" w:rsidP="00B32602">
      <w:pPr>
        <w:pStyle w:val="libNormal"/>
        <w:rPr>
          <w:rtl/>
        </w:rPr>
      </w:pPr>
      <w:r>
        <w:rPr>
          <w:rtl/>
        </w:rPr>
        <w:t>3_متقين كى بہشت ،مختلف باغات اور گوناگو</w:t>
      </w:r>
      <w:r w:rsidR="00083993">
        <w:rPr>
          <w:rtl/>
        </w:rPr>
        <w:t xml:space="preserve">ں </w:t>
      </w:r>
      <w:r>
        <w:rPr>
          <w:rtl/>
        </w:rPr>
        <w:t>چشمو</w:t>
      </w:r>
      <w:r w:rsidR="00083993">
        <w:rPr>
          <w:rtl/>
        </w:rPr>
        <w:t xml:space="preserve">ں </w:t>
      </w:r>
      <w:r>
        <w:rPr>
          <w:rtl/>
        </w:rPr>
        <w:t>كى حامل ہوگي_</w:t>
      </w:r>
      <w:r w:rsidRPr="00B32602">
        <w:rPr>
          <w:rStyle w:val="libArabicChar"/>
          <w:rFonts w:hint="eastAsia"/>
          <w:rtl/>
        </w:rPr>
        <w:t>ان</w:t>
      </w:r>
      <w:r w:rsidRPr="00B32602">
        <w:rPr>
          <w:rStyle w:val="libArabicChar"/>
          <w:rtl/>
        </w:rPr>
        <w:t xml:space="preserve"> المتقين فى جنت وعيون</w:t>
      </w:r>
    </w:p>
    <w:p w:rsidR="001F628F" w:rsidRDefault="001F628F" w:rsidP="001F628F">
      <w:pPr>
        <w:pStyle w:val="libNormal"/>
        <w:rPr>
          <w:rtl/>
        </w:rPr>
      </w:pPr>
      <w:r>
        <w:rPr>
          <w:rtl/>
        </w:rPr>
        <w:t>4_متقين ،خدا كے خالص بندے اور ابليس كے وسواس اور تسلط سے نجات يافتہ(لوگ) ہي</w:t>
      </w:r>
      <w:r w:rsidR="00083993">
        <w:rPr>
          <w:rtl/>
        </w:rPr>
        <w:t xml:space="preserve">ں </w:t>
      </w:r>
      <w:r>
        <w:rPr>
          <w:rtl/>
        </w:rPr>
        <w:t>_</w:t>
      </w:r>
    </w:p>
    <w:p w:rsidR="001F628F" w:rsidRDefault="001F628F" w:rsidP="00B32602">
      <w:pPr>
        <w:pStyle w:val="libArabic"/>
        <w:rPr>
          <w:rtl/>
        </w:rPr>
      </w:pPr>
      <w:r>
        <w:rPr>
          <w:rFonts w:hint="eastAsia"/>
          <w:rtl/>
        </w:rPr>
        <w:t>ان</w:t>
      </w:r>
      <w:r>
        <w:rPr>
          <w:rtl/>
        </w:rPr>
        <w:t xml:space="preserve"> المتقين فى جنت وعيون</w:t>
      </w:r>
    </w:p>
    <w:p w:rsidR="001F628F" w:rsidRDefault="001F628F" w:rsidP="001F628F">
      <w:pPr>
        <w:pStyle w:val="libNormal"/>
        <w:rPr>
          <w:rtl/>
        </w:rPr>
      </w:pPr>
      <w:r>
        <w:rPr>
          <w:rFonts w:hint="eastAsia"/>
          <w:rtl/>
        </w:rPr>
        <w:t>گذشتہ</w:t>
      </w:r>
      <w:r>
        <w:rPr>
          <w:rtl/>
        </w:rPr>
        <w:t xml:space="preserve"> ايات مي</w:t>
      </w:r>
      <w:r w:rsidR="00083993">
        <w:rPr>
          <w:rtl/>
        </w:rPr>
        <w:t xml:space="preserve">ں </w:t>
      </w:r>
      <w:r>
        <w:rPr>
          <w:rtl/>
        </w:rPr>
        <w:t>لوگو</w:t>
      </w:r>
      <w:r w:rsidR="00083993">
        <w:rPr>
          <w:rtl/>
        </w:rPr>
        <w:t xml:space="preserve">ں </w:t>
      </w:r>
      <w:r>
        <w:rPr>
          <w:rtl/>
        </w:rPr>
        <w:t>كو دو گروہو</w:t>
      </w:r>
      <w:r w:rsidR="00083993">
        <w:rPr>
          <w:rtl/>
        </w:rPr>
        <w:t xml:space="preserve">ں </w:t>
      </w:r>
      <w:r>
        <w:rPr>
          <w:rtl/>
        </w:rPr>
        <w:t>مي</w:t>
      </w:r>
      <w:r w:rsidR="00083993">
        <w:rPr>
          <w:rtl/>
        </w:rPr>
        <w:t xml:space="preserve">ں </w:t>
      </w:r>
      <w:r>
        <w:rPr>
          <w:rtl/>
        </w:rPr>
        <w:t>تقسيم كيا گيا ہے:1_ابليس كے گمراہ پيروكار ;2_خدا كے خالص بندے _اس كے بعد پہلے گروہ كا قيامت مي</w:t>
      </w:r>
      <w:r w:rsidR="00083993">
        <w:rPr>
          <w:rtl/>
        </w:rPr>
        <w:t xml:space="preserve">ں </w:t>
      </w:r>
      <w:r>
        <w:rPr>
          <w:rtl/>
        </w:rPr>
        <w:t>مقام واضح كياگياہے _اس ايت مي</w:t>
      </w:r>
      <w:r w:rsidR="00083993">
        <w:rPr>
          <w:rtl/>
        </w:rPr>
        <w:t xml:space="preserve">ں </w:t>
      </w:r>
      <w:r>
        <w:rPr>
          <w:rtl/>
        </w:rPr>
        <w:t>دوسرے گروہ كا انجام بيان كيا گيا ہے اور اُن كے</w:t>
      </w:r>
    </w:p>
    <w:p w:rsidR="00B32602" w:rsidRDefault="001E7F9D" w:rsidP="00F73EDE">
      <w:pPr>
        <w:pStyle w:val="libPoemTini"/>
        <w:rPr>
          <w:rtl/>
        </w:rPr>
      </w:pPr>
      <w:r>
        <w:rPr>
          <w:rtl/>
        </w:rPr>
        <w:br w:type="page"/>
      </w:r>
    </w:p>
    <w:p w:rsidR="001F628F" w:rsidRDefault="001F628F" w:rsidP="00B32602">
      <w:pPr>
        <w:pStyle w:val="libNormal"/>
        <w:rPr>
          <w:rtl/>
        </w:rPr>
      </w:pPr>
      <w:r>
        <w:rPr>
          <w:rFonts w:hint="eastAsia"/>
          <w:rtl/>
        </w:rPr>
        <w:lastRenderedPageBreak/>
        <w:t>لئے</w:t>
      </w:r>
      <w:r>
        <w:rPr>
          <w:rtl/>
        </w:rPr>
        <w:t xml:space="preserve"> ''مخلصين ''كے بجائے ''متقين '' كى تعبير استعمال ہوئي ہے جس سے مذكورہ بالا مطلب اخذ ہوتا ہے_</w:t>
      </w:r>
    </w:p>
    <w:p w:rsidR="001F628F" w:rsidRDefault="001F628F" w:rsidP="00B32602">
      <w:pPr>
        <w:pStyle w:val="libNormal"/>
        <w:rPr>
          <w:rtl/>
        </w:rPr>
      </w:pPr>
      <w:r>
        <w:rPr>
          <w:rtl/>
        </w:rPr>
        <w:t>5_متقين كے سعادت مندانہ انجام كے ساتھ ساتھ گمراہو</w:t>
      </w:r>
      <w:r w:rsidR="00083993">
        <w:rPr>
          <w:rtl/>
        </w:rPr>
        <w:t xml:space="preserve">ں </w:t>
      </w:r>
      <w:r>
        <w:rPr>
          <w:rtl/>
        </w:rPr>
        <w:t>كے بُرے انجام كا تذكرہ ،قران كے ہدايت كرنے كے اسلوب مي</w:t>
      </w:r>
      <w:r w:rsidR="00083993">
        <w:rPr>
          <w:rtl/>
        </w:rPr>
        <w:t xml:space="preserve">ں </w:t>
      </w:r>
      <w:r>
        <w:rPr>
          <w:rtl/>
        </w:rPr>
        <w:t>سے ايك طريقہ ہے_</w:t>
      </w:r>
      <w:r w:rsidRPr="00B32602">
        <w:rPr>
          <w:rStyle w:val="libArabicChar"/>
          <w:rFonts w:hint="eastAsia"/>
          <w:rtl/>
        </w:rPr>
        <w:t>الغاوين</w:t>
      </w:r>
      <w:r w:rsidRPr="00B32602">
        <w:rPr>
          <w:rStyle w:val="libArabicChar"/>
          <w:rtl/>
        </w:rPr>
        <w:t>_وان ج</w:t>
      </w:r>
      <w:r w:rsidR="00F21947" w:rsidRPr="00B2551F">
        <w:rPr>
          <w:rStyle w:val="libArabicChar"/>
          <w:rFonts w:hint="cs"/>
          <w:rtl/>
        </w:rPr>
        <w:t>ه</w:t>
      </w:r>
      <w:r w:rsidRPr="00B32602">
        <w:rPr>
          <w:rStyle w:val="libArabicChar"/>
          <w:rFonts w:hint="cs"/>
          <w:rtl/>
        </w:rPr>
        <w:t>نّم</w:t>
      </w:r>
      <w:r w:rsidRPr="00B32602">
        <w:rPr>
          <w:rStyle w:val="libArabicChar"/>
          <w:rtl/>
        </w:rPr>
        <w:t xml:space="preserve"> </w:t>
      </w:r>
      <w:r w:rsidRPr="00B32602">
        <w:rPr>
          <w:rStyle w:val="libArabicChar"/>
          <w:rFonts w:hint="cs"/>
          <w:rtl/>
        </w:rPr>
        <w:t>لموعد</w:t>
      </w:r>
      <w:r w:rsidR="00F21947" w:rsidRPr="00B2551F">
        <w:rPr>
          <w:rStyle w:val="libArabicChar"/>
          <w:rFonts w:hint="cs"/>
          <w:rtl/>
        </w:rPr>
        <w:t>ه</w:t>
      </w:r>
      <w:r w:rsidRPr="00B32602">
        <w:rPr>
          <w:rStyle w:val="libArabicChar"/>
          <w:rFonts w:hint="cs"/>
          <w:rtl/>
        </w:rPr>
        <w:t>م</w:t>
      </w:r>
      <w:r w:rsidRPr="00B32602">
        <w:rPr>
          <w:rStyle w:val="libArabicChar"/>
          <w:rtl/>
        </w:rPr>
        <w:t xml:space="preserve"> </w:t>
      </w:r>
      <w:r w:rsidRPr="00B32602">
        <w:rPr>
          <w:rStyle w:val="libArabicChar"/>
          <w:rFonts w:hint="cs"/>
          <w:rtl/>
        </w:rPr>
        <w:t>ا</w:t>
      </w:r>
      <w:r w:rsidRPr="00B32602">
        <w:rPr>
          <w:rStyle w:val="libArabicChar"/>
          <w:rtl/>
        </w:rPr>
        <w:t xml:space="preserve"> </w:t>
      </w:r>
      <w:r w:rsidRPr="00B32602">
        <w:rPr>
          <w:rStyle w:val="libArabicChar"/>
          <w:rFonts w:hint="cs"/>
          <w:rtl/>
        </w:rPr>
        <w:t>جمعين</w:t>
      </w:r>
      <w:r w:rsidRPr="00B32602">
        <w:rPr>
          <w:rStyle w:val="libArabicChar"/>
          <w:rtl/>
        </w:rPr>
        <w:t>___</w:t>
      </w:r>
      <w:r w:rsidRPr="00B32602">
        <w:rPr>
          <w:rStyle w:val="libArabicChar"/>
          <w:rFonts w:hint="cs"/>
          <w:rtl/>
        </w:rPr>
        <w:t>ان</w:t>
      </w:r>
      <w:r w:rsidRPr="00B32602">
        <w:rPr>
          <w:rStyle w:val="libArabicChar"/>
          <w:rtl/>
        </w:rPr>
        <w:t xml:space="preserve"> </w:t>
      </w:r>
      <w:r w:rsidRPr="00B32602">
        <w:rPr>
          <w:rStyle w:val="libArabicChar"/>
          <w:rFonts w:hint="cs"/>
          <w:rtl/>
        </w:rPr>
        <w:t>المتقين</w:t>
      </w:r>
      <w:r w:rsidRPr="00B32602">
        <w:rPr>
          <w:rStyle w:val="libArabicChar"/>
          <w:rtl/>
        </w:rPr>
        <w:t xml:space="preserve"> </w:t>
      </w:r>
      <w:r w:rsidRPr="00B32602">
        <w:rPr>
          <w:rStyle w:val="libArabicChar"/>
          <w:rFonts w:hint="cs"/>
          <w:rtl/>
        </w:rPr>
        <w:t>فى</w:t>
      </w:r>
      <w:r w:rsidRPr="00B32602">
        <w:rPr>
          <w:rStyle w:val="libArabicChar"/>
          <w:rtl/>
        </w:rPr>
        <w:t xml:space="preserve"> </w:t>
      </w:r>
      <w:r w:rsidRPr="00B32602">
        <w:rPr>
          <w:rStyle w:val="libArabicChar"/>
          <w:rFonts w:hint="cs"/>
          <w:rtl/>
        </w:rPr>
        <w:t>جنت</w:t>
      </w:r>
      <w:r w:rsidRPr="00B32602">
        <w:rPr>
          <w:rStyle w:val="libArabicChar"/>
          <w:rtl/>
        </w:rPr>
        <w:t xml:space="preserve"> وعيون</w:t>
      </w:r>
    </w:p>
    <w:p w:rsidR="001F628F" w:rsidRDefault="001F628F" w:rsidP="001F628F">
      <w:pPr>
        <w:pStyle w:val="libNormal"/>
        <w:rPr>
          <w:rtl/>
        </w:rPr>
      </w:pPr>
      <w:r>
        <w:rPr>
          <w:rFonts w:hint="eastAsia"/>
          <w:rtl/>
        </w:rPr>
        <w:t>الله</w:t>
      </w:r>
      <w:r>
        <w:rPr>
          <w:rtl/>
        </w:rPr>
        <w:t xml:space="preserve"> تعالى كے بندے:4</w:t>
      </w:r>
    </w:p>
    <w:p w:rsidR="001F628F" w:rsidRDefault="001F628F" w:rsidP="001F628F">
      <w:pPr>
        <w:pStyle w:val="libNormal"/>
        <w:rPr>
          <w:rtl/>
        </w:rPr>
      </w:pPr>
      <w:r>
        <w:rPr>
          <w:rFonts w:hint="eastAsia"/>
          <w:rtl/>
        </w:rPr>
        <w:t>اہل</w:t>
      </w:r>
      <w:r>
        <w:rPr>
          <w:rtl/>
        </w:rPr>
        <w:t xml:space="preserve"> بہشت :1</w:t>
      </w:r>
    </w:p>
    <w:p w:rsidR="001F628F" w:rsidRDefault="001F628F" w:rsidP="00B32602">
      <w:pPr>
        <w:pStyle w:val="libNormal"/>
        <w:rPr>
          <w:rtl/>
        </w:rPr>
      </w:pPr>
      <w:r>
        <w:rPr>
          <w:rFonts w:hint="eastAsia"/>
          <w:rtl/>
        </w:rPr>
        <w:t>بہشت</w:t>
      </w:r>
      <w:r>
        <w:rPr>
          <w:rtl/>
        </w:rPr>
        <w:t>:</w:t>
      </w:r>
      <w:r>
        <w:rPr>
          <w:rFonts w:hint="eastAsia"/>
          <w:rtl/>
        </w:rPr>
        <w:t>بہشت</w:t>
      </w:r>
      <w:r>
        <w:rPr>
          <w:rtl/>
        </w:rPr>
        <w:t xml:space="preserve"> كے باغات 1;بہشت كے باغات مي</w:t>
      </w:r>
      <w:r w:rsidR="00083993">
        <w:rPr>
          <w:rtl/>
        </w:rPr>
        <w:t xml:space="preserve">ں </w:t>
      </w:r>
      <w:r>
        <w:rPr>
          <w:rtl/>
        </w:rPr>
        <w:t>تنوع 3;بہشت كے چشمو</w:t>
      </w:r>
      <w:r w:rsidR="00083993">
        <w:rPr>
          <w:rtl/>
        </w:rPr>
        <w:t xml:space="preserve">ں </w:t>
      </w:r>
      <w:r>
        <w:rPr>
          <w:rtl/>
        </w:rPr>
        <w:t>مي</w:t>
      </w:r>
      <w:r w:rsidR="00083993">
        <w:rPr>
          <w:rtl/>
        </w:rPr>
        <w:t xml:space="preserve">ں </w:t>
      </w:r>
      <w:r>
        <w:rPr>
          <w:rtl/>
        </w:rPr>
        <w:t>تنوع 3;بہشتى چشمے 1;موجبات بہشت2;نعمات بہشت2،3</w:t>
      </w:r>
    </w:p>
    <w:p w:rsidR="001F628F" w:rsidRDefault="001F628F" w:rsidP="00B32602">
      <w:pPr>
        <w:pStyle w:val="libNormal"/>
        <w:rPr>
          <w:rtl/>
        </w:rPr>
      </w:pPr>
      <w:r>
        <w:rPr>
          <w:rFonts w:hint="eastAsia"/>
          <w:rtl/>
        </w:rPr>
        <w:t>تقوى</w:t>
      </w:r>
      <w:r>
        <w:rPr>
          <w:rtl/>
        </w:rPr>
        <w:t xml:space="preserve"> :</w:t>
      </w:r>
      <w:r>
        <w:rPr>
          <w:rFonts w:hint="eastAsia"/>
          <w:rtl/>
        </w:rPr>
        <w:t>تقوى</w:t>
      </w:r>
      <w:r>
        <w:rPr>
          <w:rtl/>
        </w:rPr>
        <w:t xml:space="preserve"> كے اثرات 2</w:t>
      </w:r>
    </w:p>
    <w:p w:rsidR="001F628F" w:rsidRDefault="001F628F" w:rsidP="00B32602">
      <w:pPr>
        <w:pStyle w:val="libNormal"/>
        <w:rPr>
          <w:rtl/>
        </w:rPr>
      </w:pPr>
      <w:r>
        <w:rPr>
          <w:rFonts w:hint="eastAsia"/>
          <w:rtl/>
        </w:rPr>
        <w:t>قران</w:t>
      </w:r>
      <w:r>
        <w:rPr>
          <w:rtl/>
        </w:rPr>
        <w:t xml:space="preserve"> :</w:t>
      </w:r>
      <w:r>
        <w:rPr>
          <w:rFonts w:hint="eastAsia"/>
          <w:rtl/>
        </w:rPr>
        <w:t>قرانى</w:t>
      </w:r>
      <w:r>
        <w:rPr>
          <w:rtl/>
        </w:rPr>
        <w:t xml:space="preserve"> تعليمات كا طريقہ 5;قرانى ہدايت كا طريقہ 5</w:t>
      </w:r>
    </w:p>
    <w:p w:rsidR="001F628F" w:rsidRDefault="001F628F" w:rsidP="00B32602">
      <w:pPr>
        <w:pStyle w:val="libNormal"/>
        <w:rPr>
          <w:rtl/>
        </w:rPr>
      </w:pPr>
      <w:r>
        <w:rPr>
          <w:rFonts w:hint="eastAsia"/>
          <w:rtl/>
        </w:rPr>
        <w:t>گمراہ</w:t>
      </w:r>
      <w:r>
        <w:rPr>
          <w:rtl/>
        </w:rPr>
        <w:t xml:space="preserve"> لوگ :</w:t>
      </w:r>
      <w:r>
        <w:rPr>
          <w:rFonts w:hint="eastAsia"/>
          <w:rtl/>
        </w:rPr>
        <w:t>ان</w:t>
      </w:r>
      <w:r>
        <w:rPr>
          <w:rtl/>
        </w:rPr>
        <w:t xml:space="preserve"> كے انجام كا بيان 5</w:t>
      </w:r>
    </w:p>
    <w:p w:rsidR="001F628F" w:rsidRDefault="001F628F" w:rsidP="00B32602">
      <w:pPr>
        <w:pStyle w:val="libNormal"/>
        <w:rPr>
          <w:rtl/>
        </w:rPr>
      </w:pPr>
      <w:r>
        <w:rPr>
          <w:rFonts w:hint="eastAsia"/>
          <w:rtl/>
        </w:rPr>
        <w:t>متقين</w:t>
      </w:r>
      <w:r>
        <w:rPr>
          <w:rtl/>
        </w:rPr>
        <w:t xml:space="preserve"> :</w:t>
      </w:r>
      <w:r>
        <w:rPr>
          <w:rFonts w:hint="eastAsia"/>
          <w:rtl/>
        </w:rPr>
        <w:t>متقين</w:t>
      </w:r>
      <w:r>
        <w:rPr>
          <w:rtl/>
        </w:rPr>
        <w:t xml:space="preserve"> كى بہشت كى خصوصيات 3;متقين كا اخلاص 4;متقين بہشت مي</w:t>
      </w:r>
      <w:r w:rsidR="00083993">
        <w:rPr>
          <w:rtl/>
        </w:rPr>
        <w:t xml:space="preserve">ں </w:t>
      </w:r>
      <w:r>
        <w:rPr>
          <w:rtl/>
        </w:rPr>
        <w:t>1;متقين كا محفوظ ہونا 4 ;متقين كے انجام كا بيان 5; متقين كے فضائل 4</w:t>
      </w:r>
    </w:p>
    <w:p w:rsidR="001F628F" w:rsidRDefault="001F628F" w:rsidP="001F628F">
      <w:pPr>
        <w:pStyle w:val="libNormal"/>
        <w:rPr>
          <w:rtl/>
        </w:rPr>
      </w:pPr>
      <w:r>
        <w:rPr>
          <w:rFonts w:hint="eastAsia"/>
          <w:rtl/>
        </w:rPr>
        <w:t>مخلصين</w:t>
      </w:r>
      <w:r>
        <w:rPr>
          <w:rtl/>
        </w:rPr>
        <w:t xml:space="preserve"> :4</w:t>
      </w:r>
    </w:p>
    <w:p w:rsidR="001F628F" w:rsidRDefault="001F628F" w:rsidP="00B32602">
      <w:pPr>
        <w:pStyle w:val="libNormal"/>
        <w:rPr>
          <w:rtl/>
        </w:rPr>
      </w:pPr>
      <w:r>
        <w:rPr>
          <w:rFonts w:hint="eastAsia"/>
          <w:rtl/>
        </w:rPr>
        <w:t>ہدايت</w:t>
      </w:r>
      <w:r>
        <w:rPr>
          <w:rtl/>
        </w:rPr>
        <w:t>:</w:t>
      </w:r>
      <w:r>
        <w:rPr>
          <w:rFonts w:hint="eastAsia"/>
          <w:rtl/>
        </w:rPr>
        <w:t>ہدايت</w:t>
      </w:r>
      <w:r>
        <w:rPr>
          <w:rtl/>
        </w:rPr>
        <w:t xml:space="preserve"> كا طريقہ5</w:t>
      </w:r>
    </w:p>
    <w:p w:rsidR="001F628F" w:rsidRDefault="001069A7" w:rsidP="001069A7">
      <w:pPr>
        <w:pStyle w:val="Heading2Center"/>
        <w:rPr>
          <w:rtl/>
        </w:rPr>
      </w:pPr>
      <w:bookmarkStart w:id="92" w:name="_Toc28081770"/>
      <w:r>
        <w:rPr>
          <w:rFonts w:hint="cs"/>
          <w:rtl/>
        </w:rPr>
        <w:t>آیت 46</w:t>
      </w:r>
      <w:bookmarkEnd w:id="92"/>
    </w:p>
    <w:p w:rsidR="001F628F" w:rsidRDefault="00E260F9" w:rsidP="001069A7">
      <w:pPr>
        <w:pStyle w:val="libNormal"/>
        <w:rPr>
          <w:rtl/>
        </w:rPr>
      </w:pPr>
      <w:r w:rsidRPr="00E260F9">
        <w:rPr>
          <w:rStyle w:val="libAlaemChar"/>
          <w:rFonts w:hint="eastAsia"/>
          <w:rtl/>
        </w:rPr>
        <w:t>(</w:t>
      </w:r>
      <w:r w:rsidRPr="001069A7">
        <w:rPr>
          <w:rStyle w:val="libAieChar"/>
          <w:rFonts w:hint="eastAsia"/>
          <w:rtl/>
        </w:rPr>
        <w:t>ادْخُلُوهَا</w:t>
      </w:r>
      <w:r w:rsidRPr="001069A7">
        <w:rPr>
          <w:rStyle w:val="libAieChar"/>
          <w:rtl/>
        </w:rPr>
        <w:t xml:space="preserve"> بِسَلاَمٍ آمِنِينَ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انھي</w:t>
      </w:r>
      <w:r w:rsidR="00083993">
        <w:rPr>
          <w:rFonts w:hint="eastAsia"/>
          <w:rtl/>
        </w:rPr>
        <w:t xml:space="preserve">ں </w:t>
      </w:r>
      <w:r>
        <w:rPr>
          <w:rtl/>
        </w:rPr>
        <w:t>حكم ہوگا كہ تم ان باغات مي</w:t>
      </w:r>
      <w:r w:rsidR="00083993">
        <w:rPr>
          <w:rtl/>
        </w:rPr>
        <w:t xml:space="preserve">ں </w:t>
      </w:r>
      <w:r>
        <w:rPr>
          <w:rtl/>
        </w:rPr>
        <w:t>سلامتى اور حفاظت كے ساتھ داخل ہوجائو _</w:t>
      </w:r>
    </w:p>
    <w:p w:rsidR="001F628F" w:rsidRDefault="001F628F" w:rsidP="001F628F">
      <w:pPr>
        <w:pStyle w:val="libNormal"/>
        <w:rPr>
          <w:rtl/>
        </w:rPr>
      </w:pPr>
      <w:r>
        <w:rPr>
          <w:rtl/>
        </w:rPr>
        <w:t>1_متقين كوسلامتى ،مكمل امنيت اور ہر قسم كے دكھ درد اور ناامنى و ناراحتى كے بغير بہشت مي</w:t>
      </w:r>
      <w:r w:rsidR="00083993">
        <w:rPr>
          <w:rtl/>
        </w:rPr>
        <w:t xml:space="preserve">ں </w:t>
      </w:r>
      <w:r>
        <w:rPr>
          <w:rtl/>
        </w:rPr>
        <w:t>داخل ہوجانے كى دعوت_</w:t>
      </w:r>
    </w:p>
    <w:p w:rsidR="001F628F" w:rsidRDefault="001F628F" w:rsidP="001069A7">
      <w:pPr>
        <w:pStyle w:val="libArabic"/>
        <w:rPr>
          <w:rtl/>
        </w:rPr>
      </w:pPr>
      <w:r>
        <w:rPr>
          <w:rFonts w:hint="eastAsia"/>
          <w:rtl/>
        </w:rPr>
        <w:t>ادخلو</w:t>
      </w:r>
      <w:r w:rsidR="00F21947" w:rsidRPr="00B2551F">
        <w:rPr>
          <w:rFonts w:hint="cs"/>
          <w:rtl/>
        </w:rPr>
        <w:t>ه</w:t>
      </w:r>
      <w:r>
        <w:rPr>
          <w:rFonts w:hint="cs"/>
          <w:rtl/>
        </w:rPr>
        <w:t>ا</w:t>
      </w:r>
      <w:r>
        <w:rPr>
          <w:rtl/>
        </w:rPr>
        <w:t xml:space="preserve"> بسلم ء امنين</w:t>
      </w:r>
    </w:p>
    <w:p w:rsidR="007115E6" w:rsidRDefault="007115E6" w:rsidP="007115E6">
      <w:pPr>
        <w:pStyle w:val="libNormal"/>
        <w:rPr>
          <w:rtl/>
        </w:rPr>
      </w:pPr>
      <w:r>
        <w:rPr>
          <w:rtl/>
        </w:rPr>
        <w:t>''بسلام'' ميں ''با'' بمعنى ''مصاحبت ''استعمال ہوئي ہے_</w:t>
      </w:r>
    </w:p>
    <w:p w:rsidR="007115E6" w:rsidRDefault="007115E6" w:rsidP="007115E6">
      <w:pPr>
        <w:pStyle w:val="libNormal"/>
        <w:rPr>
          <w:rtl/>
        </w:rPr>
      </w:pPr>
      <w:r>
        <w:rPr>
          <w:rtl/>
        </w:rPr>
        <w:t>2_متقين كوبہشتى باغات كے ہر حصے ميں داخل ہونے كى اجازت ہے_</w:t>
      </w:r>
      <w:r w:rsidRPr="007115E6">
        <w:rPr>
          <w:rStyle w:val="libArabicChar"/>
          <w:rFonts w:hint="eastAsia"/>
          <w:rtl/>
        </w:rPr>
        <w:t>ادخلو</w:t>
      </w:r>
      <w:r w:rsidR="00F21947" w:rsidRPr="00B2551F">
        <w:rPr>
          <w:rStyle w:val="libArabicChar"/>
          <w:rFonts w:hint="cs"/>
          <w:rtl/>
        </w:rPr>
        <w:t>ه</w:t>
      </w:r>
      <w:r w:rsidRPr="007115E6">
        <w:rPr>
          <w:rStyle w:val="libArabicChar"/>
          <w:rFonts w:hint="cs"/>
          <w:rtl/>
        </w:rPr>
        <w:t>ا</w:t>
      </w:r>
      <w:r w:rsidRPr="007115E6">
        <w:rPr>
          <w:rStyle w:val="libArabicChar"/>
          <w:rtl/>
        </w:rPr>
        <w:t xml:space="preserve"> بسلم ء امنين</w:t>
      </w:r>
    </w:p>
    <w:p w:rsidR="001069A7"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يہ</w:t>
      </w:r>
      <w:r>
        <w:rPr>
          <w:rtl/>
        </w:rPr>
        <w:t xml:space="preserve"> كہنے كے بعد كہ ''متقين بہشت مي</w:t>
      </w:r>
      <w:r w:rsidR="00083993">
        <w:rPr>
          <w:rtl/>
        </w:rPr>
        <w:t xml:space="preserve">ں </w:t>
      </w:r>
      <w:r>
        <w:rPr>
          <w:rtl/>
        </w:rPr>
        <w:t>رہي</w:t>
      </w:r>
      <w:r w:rsidR="00083993">
        <w:rPr>
          <w:rtl/>
        </w:rPr>
        <w:t xml:space="preserve">ں </w:t>
      </w:r>
      <w:r>
        <w:rPr>
          <w:rtl/>
        </w:rPr>
        <w:t>گے '' جملہ ''ادخلوھا''كو شايد اس لئے ذكر كيا گيا ہے كہ وہ بہشت كے مختلف حصو</w:t>
      </w:r>
      <w:r w:rsidR="00083993">
        <w:rPr>
          <w:rtl/>
        </w:rPr>
        <w:t xml:space="preserve">ں </w:t>
      </w:r>
      <w:r>
        <w:rPr>
          <w:rtl/>
        </w:rPr>
        <w:t>مي</w:t>
      </w:r>
      <w:r w:rsidR="00083993">
        <w:rPr>
          <w:rtl/>
        </w:rPr>
        <w:t xml:space="preserve">ں </w:t>
      </w:r>
      <w:r>
        <w:rPr>
          <w:rtl/>
        </w:rPr>
        <w:t>ازادى كے ساتھ رہنے كے بارے مي</w:t>
      </w:r>
      <w:r w:rsidR="00083993">
        <w:rPr>
          <w:rtl/>
        </w:rPr>
        <w:t xml:space="preserve">ں </w:t>
      </w:r>
      <w:r>
        <w:rPr>
          <w:rtl/>
        </w:rPr>
        <w:t>شك وترديد مي</w:t>
      </w:r>
      <w:r w:rsidR="00083993">
        <w:rPr>
          <w:rtl/>
        </w:rPr>
        <w:t xml:space="preserve">ں </w:t>
      </w:r>
      <w:r>
        <w:rPr>
          <w:rtl/>
        </w:rPr>
        <w:t>مبتلا ہو</w:t>
      </w:r>
      <w:r w:rsidR="00083993">
        <w:rPr>
          <w:rtl/>
        </w:rPr>
        <w:t xml:space="preserve">ں </w:t>
      </w:r>
      <w:r>
        <w:rPr>
          <w:rtl/>
        </w:rPr>
        <w:t>گے لہذا اُنہي</w:t>
      </w:r>
      <w:r w:rsidR="00083993">
        <w:rPr>
          <w:rtl/>
        </w:rPr>
        <w:t xml:space="preserve">ں </w:t>
      </w:r>
      <w:r>
        <w:rPr>
          <w:rtl/>
        </w:rPr>
        <w:t>كہا جائے گا كہ ''تم سلامتى اور امنيت كے ساتھ بہشت كے ہر حصے مي</w:t>
      </w:r>
      <w:r w:rsidR="00083993">
        <w:rPr>
          <w:rtl/>
        </w:rPr>
        <w:t xml:space="preserve">ں </w:t>
      </w:r>
      <w:r>
        <w:rPr>
          <w:rtl/>
        </w:rPr>
        <w:t>د</w:t>
      </w:r>
      <w:r>
        <w:rPr>
          <w:rFonts w:hint="eastAsia"/>
          <w:rtl/>
        </w:rPr>
        <w:t>اخل</w:t>
      </w:r>
      <w:r>
        <w:rPr>
          <w:rtl/>
        </w:rPr>
        <w:t xml:space="preserve"> ہو سكتے ہو''_</w:t>
      </w:r>
    </w:p>
    <w:p w:rsidR="001F628F" w:rsidRDefault="001F628F" w:rsidP="007115E6">
      <w:pPr>
        <w:pStyle w:val="libNormal"/>
        <w:rPr>
          <w:rtl/>
        </w:rPr>
      </w:pPr>
      <w:r>
        <w:rPr>
          <w:rtl/>
        </w:rPr>
        <w:t>3_متقين ،سلام و تحيت اور خوش امديد كے ساتھ بہشت مي</w:t>
      </w:r>
      <w:r w:rsidR="00083993">
        <w:rPr>
          <w:rtl/>
        </w:rPr>
        <w:t xml:space="preserve">ں </w:t>
      </w:r>
      <w:r>
        <w:rPr>
          <w:rtl/>
        </w:rPr>
        <w:t>داخل ہو</w:t>
      </w:r>
      <w:r w:rsidR="00083993">
        <w:rPr>
          <w:rtl/>
        </w:rPr>
        <w:t xml:space="preserve">ں </w:t>
      </w:r>
      <w:r>
        <w:rPr>
          <w:rtl/>
        </w:rPr>
        <w:t>گے_</w:t>
      </w:r>
      <w:r w:rsidRPr="007115E6">
        <w:rPr>
          <w:rStyle w:val="libArabicChar"/>
          <w:rFonts w:hint="eastAsia"/>
          <w:rtl/>
        </w:rPr>
        <w:t>ادخلو</w:t>
      </w:r>
      <w:r w:rsidR="00F21947" w:rsidRPr="00B2551F">
        <w:rPr>
          <w:rStyle w:val="libArabicChar"/>
          <w:rFonts w:hint="cs"/>
          <w:rtl/>
        </w:rPr>
        <w:t>ه</w:t>
      </w:r>
      <w:r w:rsidRPr="007115E6">
        <w:rPr>
          <w:rStyle w:val="libArabicChar"/>
          <w:rFonts w:hint="cs"/>
          <w:rtl/>
        </w:rPr>
        <w:t>ا</w:t>
      </w:r>
      <w:r w:rsidRPr="007115E6">
        <w:rPr>
          <w:rStyle w:val="libArabicChar"/>
          <w:rtl/>
        </w:rPr>
        <w:t xml:space="preserve"> بسلم ء امنين</w:t>
      </w:r>
    </w:p>
    <w:p w:rsidR="001F628F" w:rsidRDefault="001F628F" w:rsidP="001F628F">
      <w:pPr>
        <w:pStyle w:val="libNormal"/>
        <w:rPr>
          <w:rtl/>
        </w:rPr>
      </w:pPr>
      <w:r>
        <w:rPr>
          <w:rFonts w:hint="eastAsia"/>
          <w:rtl/>
        </w:rPr>
        <w:t>مندرجہ</w:t>
      </w:r>
      <w:r>
        <w:rPr>
          <w:rtl/>
        </w:rPr>
        <w:t xml:space="preserve"> بالا مطلب اس بات پر مبنى ہے كہ جب ''سلام '' سے وہى سلام اور درود مراد ہو كہ جو عام طور پر مسلمانو</w:t>
      </w:r>
      <w:r w:rsidR="00083993">
        <w:rPr>
          <w:rtl/>
        </w:rPr>
        <w:t xml:space="preserve">ں </w:t>
      </w:r>
      <w:r>
        <w:rPr>
          <w:rtl/>
        </w:rPr>
        <w:t>كى ثقافت كا حصہ ہے_</w:t>
      </w:r>
    </w:p>
    <w:p w:rsidR="001F628F" w:rsidRDefault="001F628F" w:rsidP="001F628F">
      <w:pPr>
        <w:pStyle w:val="libNormal"/>
        <w:rPr>
          <w:rtl/>
        </w:rPr>
      </w:pPr>
      <w:r>
        <w:rPr>
          <w:rtl/>
        </w:rPr>
        <w:t>4_تقوى ،اخرت مي</w:t>
      </w:r>
      <w:r w:rsidR="00083993">
        <w:rPr>
          <w:rtl/>
        </w:rPr>
        <w:t xml:space="preserve">ں </w:t>
      </w:r>
      <w:r>
        <w:rPr>
          <w:rtl/>
        </w:rPr>
        <w:t>مكمل سلامتى اور امنيت كے ساتھ سعادتمندانہ انجام كا پيغام ديتا ہے_</w:t>
      </w:r>
    </w:p>
    <w:p w:rsidR="001F628F" w:rsidRDefault="001F628F" w:rsidP="007115E6">
      <w:pPr>
        <w:pStyle w:val="libArabic"/>
        <w:rPr>
          <w:rtl/>
        </w:rPr>
      </w:pPr>
      <w:r>
        <w:rPr>
          <w:rFonts w:hint="eastAsia"/>
          <w:rtl/>
        </w:rPr>
        <w:t>ان</w:t>
      </w:r>
      <w:r>
        <w:rPr>
          <w:rtl/>
        </w:rPr>
        <w:t xml:space="preserve"> المتقين فى جنت ...ادخلو</w:t>
      </w:r>
      <w:r w:rsidR="00F21947" w:rsidRPr="00B2551F">
        <w:rPr>
          <w:rFonts w:hint="cs"/>
          <w:rtl/>
        </w:rPr>
        <w:t>ه</w:t>
      </w:r>
      <w:r>
        <w:rPr>
          <w:rFonts w:hint="cs"/>
          <w:rtl/>
        </w:rPr>
        <w:t>ا</w:t>
      </w:r>
      <w:r>
        <w:rPr>
          <w:rtl/>
        </w:rPr>
        <w:t xml:space="preserve"> </w:t>
      </w:r>
      <w:r>
        <w:rPr>
          <w:rFonts w:hint="cs"/>
          <w:rtl/>
        </w:rPr>
        <w:t>بسلم</w:t>
      </w:r>
      <w:r>
        <w:rPr>
          <w:rtl/>
        </w:rPr>
        <w:t xml:space="preserve"> </w:t>
      </w:r>
      <w:r>
        <w:rPr>
          <w:rFonts w:hint="cs"/>
          <w:rtl/>
        </w:rPr>
        <w:t>ء</w:t>
      </w:r>
      <w:r>
        <w:rPr>
          <w:rtl/>
        </w:rPr>
        <w:t xml:space="preserve"> </w:t>
      </w:r>
      <w:r>
        <w:rPr>
          <w:rFonts w:hint="cs"/>
          <w:rtl/>
        </w:rPr>
        <w:t>امنين</w:t>
      </w:r>
    </w:p>
    <w:p w:rsidR="001F628F" w:rsidRDefault="001F628F" w:rsidP="007115E6">
      <w:pPr>
        <w:pStyle w:val="libNormal"/>
        <w:rPr>
          <w:rtl/>
        </w:rPr>
      </w:pPr>
      <w:r>
        <w:rPr>
          <w:rtl/>
        </w:rPr>
        <w:t>5_انسانو</w:t>
      </w:r>
      <w:r w:rsidR="00083993">
        <w:rPr>
          <w:rtl/>
        </w:rPr>
        <w:t xml:space="preserve">ں </w:t>
      </w:r>
      <w:r>
        <w:rPr>
          <w:rtl/>
        </w:rPr>
        <w:t>كے نزديك سلامتى اور امنيت كى بہت زيادہ اہميت اور قدرو منزلت ہے_يہ كہ خداوند عالم نے متقين كى بہشت مي</w:t>
      </w:r>
      <w:r w:rsidR="00083993">
        <w:rPr>
          <w:rtl/>
        </w:rPr>
        <w:t xml:space="preserve">ں </w:t>
      </w:r>
      <w:r>
        <w:rPr>
          <w:rtl/>
        </w:rPr>
        <w:t>پہلى پاداش سلامتى اور امن كو قرار ديا ہے او انسانو</w:t>
      </w:r>
      <w:r w:rsidR="00083993">
        <w:rPr>
          <w:rtl/>
        </w:rPr>
        <w:t xml:space="preserve">ں </w:t>
      </w:r>
      <w:r>
        <w:rPr>
          <w:rtl/>
        </w:rPr>
        <w:t>كو اس كى نويد دى ہے اس سے مندرجہ بالا مطلب اخذ ہوتا ہے_</w:t>
      </w:r>
      <w:r w:rsidRPr="007115E6">
        <w:rPr>
          <w:rStyle w:val="libArabicChar"/>
          <w:rFonts w:hint="eastAsia"/>
          <w:rtl/>
        </w:rPr>
        <w:t>ادخلو</w:t>
      </w:r>
      <w:r w:rsidR="00F21947" w:rsidRPr="00B2551F">
        <w:rPr>
          <w:rStyle w:val="libArabicChar"/>
          <w:rFonts w:hint="cs"/>
          <w:rtl/>
        </w:rPr>
        <w:t>ه</w:t>
      </w:r>
      <w:r w:rsidRPr="007115E6">
        <w:rPr>
          <w:rStyle w:val="libArabicChar"/>
          <w:rFonts w:hint="cs"/>
          <w:rtl/>
        </w:rPr>
        <w:t>ا</w:t>
      </w:r>
      <w:r w:rsidRPr="007115E6">
        <w:rPr>
          <w:rStyle w:val="libArabicChar"/>
          <w:rtl/>
        </w:rPr>
        <w:t xml:space="preserve"> بسلم ء امنين</w:t>
      </w:r>
    </w:p>
    <w:p w:rsidR="001F628F" w:rsidRDefault="001F628F" w:rsidP="001F628F">
      <w:pPr>
        <w:pStyle w:val="libNormal"/>
        <w:rPr>
          <w:rtl/>
        </w:rPr>
      </w:pPr>
      <w:r>
        <w:rPr>
          <w:rtl/>
        </w:rPr>
        <w:t>6_</w:t>
      </w:r>
      <w:r w:rsidRPr="007115E6">
        <w:rPr>
          <w:rStyle w:val="libArabicChar"/>
          <w:rtl/>
        </w:rPr>
        <w:t xml:space="preserve">''عن ا بى عبدالله </w:t>
      </w:r>
      <w:r w:rsidR="00367F17" w:rsidRPr="00367F17">
        <w:rPr>
          <w:rStyle w:val="libAlaemChar"/>
          <w:rtl/>
        </w:rPr>
        <w:t xml:space="preserve"> عليه‌السلام </w:t>
      </w:r>
      <w:r w:rsidRPr="007115E6">
        <w:rPr>
          <w:rStyle w:val="libArabicChar"/>
          <w:rtl/>
        </w:rPr>
        <w:t xml:space="preserve">:ان ا ميرالمو منين </w:t>
      </w:r>
      <w:r w:rsidR="00367F17" w:rsidRPr="00367F17">
        <w:rPr>
          <w:rStyle w:val="libAlaemChar"/>
          <w:rtl/>
        </w:rPr>
        <w:t xml:space="preserve"> عليه‌السلام </w:t>
      </w:r>
      <w:r w:rsidRPr="007115E6">
        <w:rPr>
          <w:rStyle w:val="libArabicChar"/>
          <w:rtl/>
        </w:rPr>
        <w:t xml:space="preserve"> لمّابويع ...صعد المنبر فقال: ... ا يّ</w:t>
      </w:r>
      <w:r w:rsidR="00F21947" w:rsidRPr="00B2551F">
        <w:rPr>
          <w:rStyle w:val="libArabicChar"/>
          <w:rFonts w:hint="cs"/>
          <w:rtl/>
        </w:rPr>
        <w:t>ه</w:t>
      </w:r>
      <w:r w:rsidRPr="007115E6">
        <w:rPr>
          <w:rStyle w:val="libArabicChar"/>
          <w:rFonts w:hint="cs"/>
          <w:rtl/>
        </w:rPr>
        <w:t>ا</w:t>
      </w:r>
      <w:r w:rsidRPr="007115E6">
        <w:rPr>
          <w:rStyle w:val="libArabicChar"/>
          <w:rtl/>
        </w:rPr>
        <w:t xml:space="preserve"> </w:t>
      </w:r>
      <w:r w:rsidRPr="007115E6">
        <w:rPr>
          <w:rStyle w:val="libArabicChar"/>
          <w:rFonts w:hint="cs"/>
          <w:rtl/>
        </w:rPr>
        <w:t>الناس</w:t>
      </w:r>
      <w:r w:rsidRPr="007115E6">
        <w:rPr>
          <w:rStyle w:val="libArabicChar"/>
          <w:rtl/>
        </w:rPr>
        <w:t xml:space="preserve"> ... </w:t>
      </w:r>
      <w:r w:rsidRPr="007115E6">
        <w:rPr>
          <w:rStyle w:val="libArabicChar"/>
          <w:rFonts w:hint="cs"/>
          <w:rtl/>
        </w:rPr>
        <w:t>ا</w:t>
      </w:r>
      <w:r w:rsidRPr="007115E6">
        <w:rPr>
          <w:rStyle w:val="libArabicChar"/>
          <w:rtl/>
        </w:rPr>
        <w:t xml:space="preserve"> </w:t>
      </w:r>
      <w:r w:rsidRPr="007115E6">
        <w:rPr>
          <w:rStyle w:val="libArabicChar"/>
          <w:rFonts w:hint="cs"/>
          <w:rtl/>
        </w:rPr>
        <w:t>لا</w:t>
      </w:r>
      <w:r w:rsidRPr="007115E6">
        <w:rPr>
          <w:rStyle w:val="libArabicChar"/>
          <w:rtl/>
        </w:rPr>
        <w:t xml:space="preserve"> </w:t>
      </w:r>
      <w:r w:rsidRPr="007115E6">
        <w:rPr>
          <w:rStyle w:val="libArabicChar"/>
          <w:rFonts w:hint="cs"/>
          <w:rtl/>
        </w:rPr>
        <w:t>وان</w:t>
      </w:r>
      <w:r w:rsidRPr="007115E6">
        <w:rPr>
          <w:rStyle w:val="libArabicChar"/>
          <w:rtl/>
        </w:rPr>
        <w:t xml:space="preserve"> </w:t>
      </w:r>
      <w:r w:rsidRPr="007115E6">
        <w:rPr>
          <w:rStyle w:val="libArabicChar"/>
          <w:rFonts w:hint="cs"/>
          <w:rtl/>
        </w:rPr>
        <w:t>التقوى</w:t>
      </w:r>
      <w:r w:rsidRPr="007115E6">
        <w:rPr>
          <w:rStyle w:val="libArabicChar"/>
          <w:rtl/>
        </w:rPr>
        <w:t xml:space="preserve"> </w:t>
      </w:r>
      <w:r w:rsidRPr="007115E6">
        <w:rPr>
          <w:rStyle w:val="libArabicChar"/>
          <w:rFonts w:hint="cs"/>
          <w:rtl/>
        </w:rPr>
        <w:t>مطاياذلل</w:t>
      </w:r>
      <w:r w:rsidRPr="007115E6">
        <w:rPr>
          <w:rStyle w:val="libArabicChar"/>
          <w:rtl/>
        </w:rPr>
        <w:t xml:space="preserve"> </w:t>
      </w:r>
      <w:r w:rsidRPr="007115E6">
        <w:rPr>
          <w:rStyle w:val="libArabicChar"/>
          <w:rFonts w:hint="cs"/>
          <w:rtl/>
        </w:rPr>
        <w:t>حمل</w:t>
      </w:r>
      <w:r w:rsidRPr="007115E6">
        <w:rPr>
          <w:rStyle w:val="libArabicChar"/>
          <w:rtl/>
        </w:rPr>
        <w:t xml:space="preserve"> </w:t>
      </w:r>
      <w:r w:rsidRPr="007115E6">
        <w:rPr>
          <w:rStyle w:val="libArabicChar"/>
          <w:rFonts w:hint="cs"/>
          <w:rtl/>
        </w:rPr>
        <w:t>علي</w:t>
      </w:r>
      <w:r w:rsidR="00F21947" w:rsidRPr="00B2551F">
        <w:rPr>
          <w:rStyle w:val="libArabicChar"/>
          <w:rFonts w:hint="cs"/>
          <w:rtl/>
        </w:rPr>
        <w:t>ه</w:t>
      </w:r>
      <w:r w:rsidRPr="007115E6">
        <w:rPr>
          <w:rStyle w:val="libArabicChar"/>
          <w:rFonts w:hint="cs"/>
          <w:rtl/>
        </w:rPr>
        <w:t>اا</w:t>
      </w:r>
      <w:r w:rsidRPr="007115E6">
        <w:rPr>
          <w:rStyle w:val="libArabicChar"/>
          <w:rtl/>
        </w:rPr>
        <w:t xml:space="preserve"> </w:t>
      </w:r>
      <w:r w:rsidR="00F21947" w:rsidRPr="00B2551F">
        <w:rPr>
          <w:rStyle w:val="libArabicChar"/>
          <w:rFonts w:hint="cs"/>
          <w:rtl/>
        </w:rPr>
        <w:t>ه</w:t>
      </w:r>
      <w:r w:rsidRPr="007115E6">
        <w:rPr>
          <w:rStyle w:val="libArabicChar"/>
          <w:rFonts w:hint="cs"/>
          <w:rtl/>
        </w:rPr>
        <w:t>ل</w:t>
      </w:r>
      <w:r w:rsidR="00F21947" w:rsidRPr="00B2551F">
        <w:rPr>
          <w:rStyle w:val="libArabicChar"/>
          <w:rFonts w:hint="cs"/>
          <w:rtl/>
        </w:rPr>
        <w:t>ه</w:t>
      </w:r>
      <w:r w:rsidRPr="007115E6">
        <w:rPr>
          <w:rStyle w:val="libArabicChar"/>
          <w:rFonts w:hint="cs"/>
          <w:rtl/>
        </w:rPr>
        <w:t>اواعطوا</w:t>
      </w:r>
      <w:r w:rsidRPr="007115E6">
        <w:rPr>
          <w:rStyle w:val="libArabicChar"/>
          <w:rtl/>
        </w:rPr>
        <w:t xml:space="preserve"> </w:t>
      </w:r>
      <w:r w:rsidRPr="007115E6">
        <w:rPr>
          <w:rStyle w:val="libArabicChar"/>
          <w:rFonts w:hint="cs"/>
          <w:rtl/>
        </w:rPr>
        <w:t>ا</w:t>
      </w:r>
      <w:r w:rsidRPr="007115E6">
        <w:rPr>
          <w:rStyle w:val="libArabicChar"/>
          <w:rtl/>
        </w:rPr>
        <w:t xml:space="preserve"> </w:t>
      </w:r>
      <w:r w:rsidRPr="007115E6">
        <w:rPr>
          <w:rStyle w:val="libArabicChar"/>
          <w:rFonts w:hint="cs"/>
          <w:rtl/>
        </w:rPr>
        <w:t>زمتّ</w:t>
      </w:r>
      <w:r w:rsidR="00F21947" w:rsidRPr="00B2551F">
        <w:rPr>
          <w:rStyle w:val="libArabicChar"/>
          <w:rFonts w:hint="cs"/>
          <w:rtl/>
        </w:rPr>
        <w:t>ه</w:t>
      </w:r>
      <w:r w:rsidRPr="007115E6">
        <w:rPr>
          <w:rStyle w:val="libArabicChar"/>
          <w:rFonts w:hint="cs"/>
          <w:rtl/>
        </w:rPr>
        <w:t>ا</w:t>
      </w:r>
      <w:r w:rsidRPr="007115E6">
        <w:rPr>
          <w:rStyle w:val="libArabicChar"/>
          <w:rtl/>
        </w:rPr>
        <w:t xml:space="preserve"> </w:t>
      </w:r>
      <w:r w:rsidRPr="007115E6">
        <w:rPr>
          <w:rStyle w:val="libArabicChar"/>
          <w:rFonts w:hint="cs"/>
          <w:rtl/>
        </w:rPr>
        <w:t>فا</w:t>
      </w:r>
      <w:r w:rsidRPr="007115E6">
        <w:rPr>
          <w:rStyle w:val="libArabicChar"/>
          <w:rtl/>
        </w:rPr>
        <w:t xml:space="preserve"> </w:t>
      </w:r>
      <w:r w:rsidRPr="007115E6">
        <w:rPr>
          <w:rStyle w:val="libArabicChar"/>
          <w:rFonts w:hint="cs"/>
          <w:rtl/>
        </w:rPr>
        <w:t>وردت</w:t>
      </w:r>
      <w:r w:rsidR="00F21947" w:rsidRPr="00B2551F">
        <w:rPr>
          <w:rStyle w:val="libArabicChar"/>
          <w:rFonts w:hint="cs"/>
          <w:rtl/>
        </w:rPr>
        <w:t>ه</w:t>
      </w:r>
      <w:r w:rsidRPr="007115E6">
        <w:rPr>
          <w:rStyle w:val="libArabicChar"/>
          <w:rFonts w:hint="cs"/>
          <w:rtl/>
        </w:rPr>
        <w:t>م</w:t>
      </w:r>
      <w:r w:rsidRPr="007115E6">
        <w:rPr>
          <w:rStyle w:val="libArabicChar"/>
          <w:rtl/>
        </w:rPr>
        <w:t xml:space="preserve"> </w:t>
      </w:r>
      <w:r w:rsidRPr="007115E6">
        <w:rPr>
          <w:rStyle w:val="libArabicChar"/>
          <w:rFonts w:hint="cs"/>
          <w:rtl/>
        </w:rPr>
        <w:t>الجنة</w:t>
      </w:r>
      <w:r w:rsidRPr="007115E6">
        <w:rPr>
          <w:rStyle w:val="libArabicChar"/>
          <w:rtl/>
        </w:rPr>
        <w:t xml:space="preserve"> </w:t>
      </w:r>
      <w:r w:rsidRPr="007115E6">
        <w:rPr>
          <w:rStyle w:val="libArabicChar"/>
          <w:rFonts w:hint="cs"/>
          <w:rtl/>
        </w:rPr>
        <w:t>وفتحت</w:t>
      </w:r>
      <w:r w:rsidRPr="007115E6">
        <w:rPr>
          <w:rStyle w:val="libArabicChar"/>
          <w:rtl/>
        </w:rPr>
        <w:t xml:space="preserve"> </w:t>
      </w:r>
      <w:r w:rsidRPr="007115E6">
        <w:rPr>
          <w:rStyle w:val="libArabicChar"/>
          <w:rFonts w:hint="cs"/>
          <w:rtl/>
        </w:rPr>
        <w:t>ل</w:t>
      </w:r>
      <w:r w:rsidR="00F21947" w:rsidRPr="00B2551F">
        <w:rPr>
          <w:rStyle w:val="libArabicChar"/>
          <w:rFonts w:hint="cs"/>
          <w:rtl/>
        </w:rPr>
        <w:t>ه</w:t>
      </w:r>
      <w:r w:rsidRPr="007115E6">
        <w:rPr>
          <w:rStyle w:val="libArabicChar"/>
          <w:rFonts w:hint="cs"/>
          <w:rtl/>
        </w:rPr>
        <w:t>م</w:t>
      </w:r>
      <w:r w:rsidRPr="007115E6">
        <w:rPr>
          <w:rStyle w:val="libArabicChar"/>
          <w:rtl/>
        </w:rPr>
        <w:t xml:space="preserve"> </w:t>
      </w:r>
      <w:r w:rsidRPr="007115E6">
        <w:rPr>
          <w:rStyle w:val="libArabicChar"/>
          <w:rFonts w:hint="cs"/>
          <w:rtl/>
        </w:rPr>
        <w:t>ا</w:t>
      </w:r>
      <w:r w:rsidRPr="007115E6">
        <w:rPr>
          <w:rStyle w:val="libArabicChar"/>
          <w:rtl/>
        </w:rPr>
        <w:t xml:space="preserve"> </w:t>
      </w:r>
      <w:r w:rsidRPr="007115E6">
        <w:rPr>
          <w:rStyle w:val="libArabicChar"/>
          <w:rFonts w:hint="cs"/>
          <w:rtl/>
        </w:rPr>
        <w:t>بواب</w:t>
      </w:r>
      <w:r w:rsidR="00F21947" w:rsidRPr="00B2551F">
        <w:rPr>
          <w:rStyle w:val="libArabicChar"/>
          <w:rFonts w:hint="cs"/>
          <w:rtl/>
        </w:rPr>
        <w:t>ه</w:t>
      </w:r>
      <w:r w:rsidRPr="007115E6">
        <w:rPr>
          <w:rStyle w:val="libArabicChar"/>
          <w:rFonts w:hint="cs"/>
          <w:rtl/>
        </w:rPr>
        <w:t>ا</w:t>
      </w:r>
      <w:r w:rsidRPr="007115E6">
        <w:rPr>
          <w:rStyle w:val="libArabicChar"/>
          <w:rtl/>
        </w:rPr>
        <w:t xml:space="preserve"> </w:t>
      </w:r>
      <w:r w:rsidRPr="007115E6">
        <w:rPr>
          <w:rStyle w:val="libArabicChar"/>
          <w:rFonts w:hint="cs"/>
          <w:rtl/>
        </w:rPr>
        <w:t>و</w:t>
      </w:r>
      <w:r w:rsidRPr="007115E6">
        <w:rPr>
          <w:rStyle w:val="libArabicChar"/>
          <w:rtl/>
        </w:rPr>
        <w:t xml:space="preserve"> </w:t>
      </w:r>
      <w:r w:rsidRPr="007115E6">
        <w:rPr>
          <w:rStyle w:val="libArabicChar"/>
          <w:rFonts w:hint="cs"/>
          <w:rtl/>
        </w:rPr>
        <w:t>وجدوا</w:t>
      </w:r>
      <w:r w:rsidRPr="007115E6">
        <w:rPr>
          <w:rStyle w:val="libArabicChar"/>
          <w:rtl/>
        </w:rPr>
        <w:t xml:space="preserve"> </w:t>
      </w:r>
      <w:r w:rsidRPr="007115E6">
        <w:rPr>
          <w:rStyle w:val="libArabicChar"/>
          <w:rFonts w:hint="cs"/>
          <w:rtl/>
        </w:rPr>
        <w:t>ريح</w:t>
      </w:r>
      <w:r w:rsidR="00F21947" w:rsidRPr="00B2551F">
        <w:rPr>
          <w:rStyle w:val="libArabicChar"/>
          <w:rFonts w:hint="cs"/>
          <w:rtl/>
        </w:rPr>
        <w:t>ه</w:t>
      </w:r>
      <w:r w:rsidRPr="007115E6">
        <w:rPr>
          <w:rStyle w:val="libArabicChar"/>
          <w:rFonts w:hint="cs"/>
          <w:rtl/>
        </w:rPr>
        <w:t>ا</w:t>
      </w:r>
      <w:r w:rsidRPr="007115E6">
        <w:rPr>
          <w:rStyle w:val="libArabicChar"/>
          <w:rtl/>
        </w:rPr>
        <w:t xml:space="preserve"> </w:t>
      </w:r>
      <w:r w:rsidRPr="007115E6">
        <w:rPr>
          <w:rStyle w:val="libArabicChar"/>
          <w:rFonts w:hint="cs"/>
          <w:rtl/>
        </w:rPr>
        <w:t>و</w:t>
      </w:r>
      <w:r w:rsidRPr="007115E6">
        <w:rPr>
          <w:rStyle w:val="libArabicChar"/>
          <w:rtl/>
        </w:rPr>
        <w:t xml:space="preserve"> </w:t>
      </w:r>
      <w:r w:rsidRPr="007115E6">
        <w:rPr>
          <w:rStyle w:val="libArabicChar"/>
          <w:rFonts w:hint="cs"/>
          <w:rtl/>
        </w:rPr>
        <w:t>طيب</w:t>
      </w:r>
      <w:r w:rsidR="00F21947" w:rsidRPr="00B2551F">
        <w:rPr>
          <w:rStyle w:val="libArabicChar"/>
          <w:rFonts w:hint="cs"/>
          <w:rtl/>
        </w:rPr>
        <w:t>ه</w:t>
      </w:r>
      <w:r w:rsidRPr="007115E6">
        <w:rPr>
          <w:rStyle w:val="libArabicChar"/>
          <w:rFonts w:hint="cs"/>
          <w:rtl/>
        </w:rPr>
        <w:t>ا</w:t>
      </w:r>
      <w:r w:rsidRPr="007115E6">
        <w:rPr>
          <w:rStyle w:val="libArabicChar"/>
          <w:rtl/>
        </w:rPr>
        <w:t xml:space="preserve"> </w:t>
      </w:r>
      <w:r w:rsidRPr="007115E6">
        <w:rPr>
          <w:rStyle w:val="libArabicChar"/>
          <w:rFonts w:hint="cs"/>
          <w:rtl/>
        </w:rPr>
        <w:t>وقيل</w:t>
      </w:r>
      <w:r w:rsidRPr="007115E6">
        <w:rPr>
          <w:rStyle w:val="libArabicChar"/>
          <w:rtl/>
        </w:rPr>
        <w:t xml:space="preserve"> </w:t>
      </w:r>
      <w:r w:rsidRPr="007115E6">
        <w:rPr>
          <w:rStyle w:val="libArabicChar"/>
          <w:rFonts w:hint="cs"/>
          <w:rtl/>
        </w:rPr>
        <w:t>ل</w:t>
      </w:r>
      <w:r w:rsidR="00F21947" w:rsidRPr="00B2551F">
        <w:rPr>
          <w:rStyle w:val="libArabicChar"/>
          <w:rFonts w:hint="cs"/>
          <w:rtl/>
        </w:rPr>
        <w:t>ه</w:t>
      </w:r>
      <w:r w:rsidRPr="007115E6">
        <w:rPr>
          <w:rStyle w:val="libArabicChar"/>
          <w:rFonts w:hint="cs"/>
          <w:rtl/>
        </w:rPr>
        <w:t>م</w:t>
      </w:r>
      <w:r w:rsidRPr="007115E6">
        <w:rPr>
          <w:rStyle w:val="libArabicChar"/>
          <w:rtl/>
        </w:rPr>
        <w:t>:''</w:t>
      </w:r>
      <w:r w:rsidRPr="007115E6">
        <w:rPr>
          <w:rStyle w:val="libArabicChar"/>
          <w:rFonts w:hint="cs"/>
          <w:rtl/>
        </w:rPr>
        <w:t>ادخ</w:t>
      </w:r>
      <w:r w:rsidRPr="007115E6">
        <w:rPr>
          <w:rStyle w:val="libArabicChar"/>
          <w:rtl/>
        </w:rPr>
        <w:t>لو</w:t>
      </w:r>
      <w:r w:rsidR="00F21947" w:rsidRPr="00B2551F">
        <w:rPr>
          <w:rStyle w:val="libArabicChar"/>
          <w:rFonts w:hint="cs"/>
          <w:rtl/>
        </w:rPr>
        <w:t>ه</w:t>
      </w:r>
      <w:r w:rsidRPr="007115E6">
        <w:rPr>
          <w:rStyle w:val="libArabicChar"/>
          <w:rFonts w:hint="cs"/>
          <w:rtl/>
        </w:rPr>
        <w:t>ابسلام</w:t>
      </w:r>
      <w:r w:rsidRPr="007115E6">
        <w:rPr>
          <w:rStyle w:val="libArabicChar"/>
          <w:rtl/>
        </w:rPr>
        <w:t xml:space="preserve"> </w:t>
      </w:r>
      <w:r w:rsidRPr="007115E6">
        <w:rPr>
          <w:rStyle w:val="libArabicChar"/>
          <w:rFonts w:hint="cs"/>
          <w:rtl/>
        </w:rPr>
        <w:t>امنين</w:t>
      </w:r>
      <w:r w:rsidRPr="007115E6">
        <w:rPr>
          <w:rStyle w:val="libArabicChar"/>
          <w:rtl/>
        </w:rPr>
        <w:t xml:space="preserve">'' ... </w:t>
      </w:r>
      <w:r>
        <w:rPr>
          <w:rtl/>
        </w:rPr>
        <w:t>;</w:t>
      </w:r>
      <w:r w:rsidRPr="007115E6">
        <w:rPr>
          <w:rStyle w:val="libFootnotenumChar"/>
          <w:rtl/>
        </w:rPr>
        <w:t>(1)</w:t>
      </w:r>
      <w:r>
        <w:rPr>
          <w:rtl/>
        </w:rPr>
        <w:t>امام صا</w:t>
      </w:r>
      <w:r>
        <w:rPr>
          <w:rFonts w:hint="eastAsia"/>
          <w:rtl/>
        </w:rPr>
        <w:t>دق</w:t>
      </w:r>
      <w:r>
        <w:rPr>
          <w:rtl/>
        </w:rPr>
        <w:t xml:space="preserve"> </w:t>
      </w:r>
      <w:r w:rsidR="00367F17" w:rsidRPr="00367F17">
        <w:rPr>
          <w:rStyle w:val="libAlaemChar"/>
          <w:rtl/>
        </w:rPr>
        <w:t xml:space="preserve"> عليه‌السلام </w:t>
      </w:r>
      <w:r>
        <w:rPr>
          <w:rtl/>
        </w:rPr>
        <w:t xml:space="preserve"> سے منقول ہے كہ جب امير المؤمنين </w:t>
      </w:r>
      <w:r w:rsidR="00367F17" w:rsidRPr="00367F17">
        <w:rPr>
          <w:rStyle w:val="libAlaemChar"/>
          <w:rtl/>
        </w:rPr>
        <w:t xml:space="preserve"> عليه‌السلام </w:t>
      </w:r>
      <w:r>
        <w:rPr>
          <w:rtl/>
        </w:rPr>
        <w:t xml:space="preserve"> كى بيعت ہو گئي تو اس كے بعد ... اپ</w:t>
      </w:r>
      <w:r w:rsidR="00367F17" w:rsidRPr="00367F17">
        <w:rPr>
          <w:rStyle w:val="libAlaemChar"/>
          <w:rtl/>
        </w:rPr>
        <w:t xml:space="preserve"> عليه‌السلام </w:t>
      </w:r>
      <w:r>
        <w:rPr>
          <w:rtl/>
        </w:rPr>
        <w:t xml:space="preserve"> منبر پر تشريف لے گئے اور فرمايا:اے لوگو اگاہ رہو كہ تقوى ايسى مطيع سواريو</w:t>
      </w:r>
      <w:r w:rsidR="00083993">
        <w:rPr>
          <w:rtl/>
        </w:rPr>
        <w:t xml:space="preserve">ں </w:t>
      </w:r>
      <w:r>
        <w:rPr>
          <w:rtl/>
        </w:rPr>
        <w:t>كى مانند ہے جن پر اُن كے اہل انسان سوار ہو جاتے ہي</w:t>
      </w:r>
      <w:r w:rsidR="00083993">
        <w:rPr>
          <w:rtl/>
        </w:rPr>
        <w:t xml:space="preserve">ں </w:t>
      </w:r>
      <w:r>
        <w:rPr>
          <w:rtl/>
        </w:rPr>
        <w:t>اور اُن كى زمام اُن كے ہاتھ مي</w:t>
      </w:r>
      <w:r w:rsidR="00083993">
        <w:rPr>
          <w:rtl/>
        </w:rPr>
        <w:t xml:space="preserve">ں </w:t>
      </w:r>
      <w:r>
        <w:rPr>
          <w:rtl/>
        </w:rPr>
        <w:t>ہوتى ہے اور وہ س</w:t>
      </w:r>
      <w:r>
        <w:rPr>
          <w:rFonts w:hint="eastAsia"/>
          <w:rtl/>
        </w:rPr>
        <w:t>واريا</w:t>
      </w:r>
      <w:r w:rsidR="00083993">
        <w:rPr>
          <w:rFonts w:hint="eastAsia"/>
          <w:rtl/>
        </w:rPr>
        <w:t xml:space="preserve">ں </w:t>
      </w:r>
      <w:r>
        <w:rPr>
          <w:rtl/>
        </w:rPr>
        <w:t>اپنے سوارو</w:t>
      </w:r>
      <w:r w:rsidR="00083993">
        <w:rPr>
          <w:rtl/>
        </w:rPr>
        <w:t xml:space="preserve">ں </w:t>
      </w:r>
      <w:r>
        <w:rPr>
          <w:rtl/>
        </w:rPr>
        <w:t>كو بہشت مي</w:t>
      </w:r>
      <w:r w:rsidR="00083993">
        <w:rPr>
          <w:rtl/>
        </w:rPr>
        <w:t xml:space="preserve">ں </w:t>
      </w:r>
      <w:r>
        <w:rPr>
          <w:rtl/>
        </w:rPr>
        <w:t>داخل كر ديتى ہي</w:t>
      </w:r>
      <w:r w:rsidR="00083993">
        <w:rPr>
          <w:rtl/>
        </w:rPr>
        <w:t xml:space="preserve">ں </w:t>
      </w:r>
      <w:r>
        <w:rPr>
          <w:rtl/>
        </w:rPr>
        <w:t>اور اُس كے دروازے اُن سوارو</w:t>
      </w:r>
      <w:r w:rsidR="00083993">
        <w:rPr>
          <w:rtl/>
        </w:rPr>
        <w:t xml:space="preserve">ں </w:t>
      </w:r>
      <w:r>
        <w:rPr>
          <w:rtl/>
        </w:rPr>
        <w:t>كے لئے كھول ديئے جاتے ہي</w:t>
      </w:r>
      <w:r w:rsidR="00083993">
        <w:rPr>
          <w:rtl/>
        </w:rPr>
        <w:t xml:space="preserve">ں </w:t>
      </w:r>
      <w:r>
        <w:rPr>
          <w:rtl/>
        </w:rPr>
        <w:t>اوروہ بہشت كى ٹھنڈى ہوائو</w:t>
      </w:r>
      <w:r w:rsidR="00083993">
        <w:rPr>
          <w:rtl/>
        </w:rPr>
        <w:t xml:space="preserve">ں </w:t>
      </w:r>
      <w:r>
        <w:rPr>
          <w:rtl/>
        </w:rPr>
        <w:t>اور خوشبو ئو</w:t>
      </w:r>
      <w:r w:rsidR="00083993">
        <w:rPr>
          <w:rtl/>
        </w:rPr>
        <w:t xml:space="preserve">ں </w:t>
      </w:r>
      <w:r>
        <w:rPr>
          <w:rtl/>
        </w:rPr>
        <w:t>كے جھونكے محسوس كرنے لگتے ہي</w:t>
      </w:r>
      <w:r w:rsidR="00083993">
        <w:rPr>
          <w:rtl/>
        </w:rPr>
        <w:t xml:space="preserve">ں </w:t>
      </w:r>
      <w:r>
        <w:rPr>
          <w:rtl/>
        </w:rPr>
        <w:t>اور اُن سے كہا جاتا ہے:</w:t>
      </w:r>
      <w:r w:rsidRPr="007115E6">
        <w:rPr>
          <w:rStyle w:val="libArabicChar"/>
          <w:rtl/>
        </w:rPr>
        <w:t>ادخلو</w:t>
      </w:r>
      <w:r w:rsidR="00F21947" w:rsidRPr="00B2551F">
        <w:rPr>
          <w:rStyle w:val="libArabicChar"/>
          <w:rFonts w:hint="cs"/>
          <w:rtl/>
        </w:rPr>
        <w:t>ه</w:t>
      </w:r>
      <w:r w:rsidRPr="007115E6">
        <w:rPr>
          <w:rStyle w:val="libArabicChar"/>
          <w:rFonts w:hint="cs"/>
          <w:rtl/>
        </w:rPr>
        <w:t>ابسلام</w:t>
      </w:r>
      <w:r w:rsidRPr="007115E6">
        <w:rPr>
          <w:rStyle w:val="libArabicChar"/>
          <w:rtl/>
        </w:rPr>
        <w:t xml:space="preserve"> </w:t>
      </w:r>
      <w:r w:rsidRPr="007115E6">
        <w:rPr>
          <w:rStyle w:val="libArabicChar"/>
          <w:rFonts w:hint="cs"/>
          <w:rtl/>
        </w:rPr>
        <w:t>امنين</w:t>
      </w:r>
      <w:r w:rsidRPr="007115E6">
        <w:rPr>
          <w:rStyle w:val="libArabicChar"/>
          <w:rtl/>
        </w:rPr>
        <w:t xml:space="preserve"> ...</w:t>
      </w:r>
      <w:r>
        <w:rPr>
          <w:rtl/>
        </w:rPr>
        <w:t>''</w:t>
      </w:r>
    </w:p>
    <w:p w:rsidR="001F628F" w:rsidRDefault="001F628F" w:rsidP="001F628F">
      <w:pPr>
        <w:pStyle w:val="libNormal"/>
        <w:rPr>
          <w:rtl/>
        </w:rPr>
      </w:pPr>
      <w:r>
        <w:rPr>
          <w:rFonts w:hint="eastAsia"/>
          <w:rtl/>
        </w:rPr>
        <w:t>امنيت</w:t>
      </w:r>
      <w:r>
        <w:rPr>
          <w:rtl/>
        </w:rPr>
        <w:t xml:space="preserve"> :</w:t>
      </w:r>
    </w:p>
    <w:p w:rsidR="001F628F" w:rsidRDefault="00B84D3B" w:rsidP="00B84D3B">
      <w:pPr>
        <w:pStyle w:val="libLine"/>
        <w:rPr>
          <w:rtl/>
        </w:rPr>
      </w:pPr>
      <w:r>
        <w:rPr>
          <w:rtl/>
        </w:rPr>
        <w:t>____________________</w:t>
      </w:r>
    </w:p>
    <w:p w:rsidR="001F628F" w:rsidRDefault="001F628F" w:rsidP="007115E6">
      <w:pPr>
        <w:pStyle w:val="libFootnote"/>
        <w:rPr>
          <w:rtl/>
        </w:rPr>
      </w:pPr>
      <w:r>
        <w:rPr>
          <w:rtl/>
        </w:rPr>
        <w:t>1_كافى ،ج8،ص67،ح23;نور الثقلين ،ج3 ، ص19 ،ح67_</w:t>
      </w:r>
    </w:p>
    <w:p w:rsidR="007115E6" w:rsidRDefault="001E7F9D" w:rsidP="00F73EDE">
      <w:pPr>
        <w:pStyle w:val="libPoemTini"/>
        <w:rPr>
          <w:rtl/>
        </w:rPr>
      </w:pPr>
      <w:r>
        <w:rPr>
          <w:rtl/>
        </w:rPr>
        <w:br w:type="page"/>
      </w:r>
    </w:p>
    <w:p w:rsidR="001F628F" w:rsidRDefault="001F628F" w:rsidP="007115E6">
      <w:pPr>
        <w:pStyle w:val="libNormal"/>
        <w:rPr>
          <w:rtl/>
        </w:rPr>
      </w:pPr>
      <w:r>
        <w:rPr>
          <w:rFonts w:hint="eastAsia"/>
          <w:rtl/>
        </w:rPr>
        <w:lastRenderedPageBreak/>
        <w:t>اُخروى</w:t>
      </w:r>
      <w:r>
        <w:rPr>
          <w:rtl/>
        </w:rPr>
        <w:t xml:space="preserve"> امنيت كے عوامل 4;امنيت كى اہميت 5</w:t>
      </w:r>
    </w:p>
    <w:p w:rsidR="001F628F" w:rsidRDefault="001F628F" w:rsidP="007115E6">
      <w:pPr>
        <w:pStyle w:val="libNormal"/>
        <w:rPr>
          <w:rtl/>
        </w:rPr>
      </w:pPr>
      <w:r>
        <w:rPr>
          <w:rFonts w:hint="eastAsia"/>
          <w:rtl/>
        </w:rPr>
        <w:t>بہشت</w:t>
      </w:r>
      <w:r>
        <w:rPr>
          <w:rtl/>
        </w:rPr>
        <w:t xml:space="preserve"> :</w:t>
      </w:r>
      <w:r>
        <w:rPr>
          <w:rFonts w:hint="eastAsia"/>
          <w:rtl/>
        </w:rPr>
        <w:t>بہشت</w:t>
      </w:r>
      <w:r>
        <w:rPr>
          <w:rtl/>
        </w:rPr>
        <w:t xml:space="preserve"> كى طرف دعوت 1</w:t>
      </w:r>
    </w:p>
    <w:p w:rsidR="001F628F" w:rsidRDefault="001F628F" w:rsidP="001F628F">
      <w:pPr>
        <w:pStyle w:val="libNormal"/>
        <w:rPr>
          <w:rtl/>
        </w:rPr>
      </w:pPr>
      <w:r>
        <w:rPr>
          <w:rFonts w:hint="eastAsia"/>
          <w:rtl/>
        </w:rPr>
        <w:t>بہشتى</w:t>
      </w:r>
      <w:r>
        <w:rPr>
          <w:rtl/>
        </w:rPr>
        <w:t xml:space="preserve"> لوگ :1</w:t>
      </w:r>
    </w:p>
    <w:p w:rsidR="001F628F" w:rsidRDefault="001F628F" w:rsidP="007115E6">
      <w:pPr>
        <w:pStyle w:val="libNormal"/>
        <w:rPr>
          <w:rtl/>
        </w:rPr>
      </w:pPr>
      <w:r>
        <w:rPr>
          <w:rFonts w:hint="eastAsia"/>
          <w:rtl/>
        </w:rPr>
        <w:t>تقوى</w:t>
      </w:r>
      <w:r>
        <w:rPr>
          <w:rtl/>
        </w:rPr>
        <w:t xml:space="preserve"> :</w:t>
      </w:r>
      <w:r>
        <w:rPr>
          <w:rFonts w:hint="eastAsia"/>
          <w:rtl/>
        </w:rPr>
        <w:t>تقوى</w:t>
      </w:r>
      <w:r>
        <w:rPr>
          <w:rtl/>
        </w:rPr>
        <w:t xml:space="preserve"> كے اثرات 4،6</w:t>
      </w:r>
    </w:p>
    <w:p w:rsidR="001F628F" w:rsidRDefault="001F628F" w:rsidP="001F628F">
      <w:pPr>
        <w:pStyle w:val="libNormal"/>
        <w:rPr>
          <w:rtl/>
        </w:rPr>
      </w:pPr>
      <w:r>
        <w:rPr>
          <w:rFonts w:hint="eastAsia"/>
          <w:rtl/>
        </w:rPr>
        <w:t>روايت</w:t>
      </w:r>
      <w:r>
        <w:rPr>
          <w:rtl/>
        </w:rPr>
        <w:t xml:space="preserve"> :6</w:t>
      </w:r>
    </w:p>
    <w:p w:rsidR="001F628F" w:rsidRDefault="001F628F" w:rsidP="007115E6">
      <w:pPr>
        <w:pStyle w:val="libNormal"/>
        <w:rPr>
          <w:rtl/>
        </w:rPr>
      </w:pPr>
      <w:r>
        <w:rPr>
          <w:rFonts w:hint="eastAsia"/>
          <w:rtl/>
        </w:rPr>
        <w:t>سعادت</w:t>
      </w:r>
      <w:r>
        <w:rPr>
          <w:rtl/>
        </w:rPr>
        <w:t xml:space="preserve"> :</w:t>
      </w:r>
      <w:r>
        <w:rPr>
          <w:rFonts w:hint="eastAsia"/>
          <w:rtl/>
        </w:rPr>
        <w:t>اُخروى</w:t>
      </w:r>
      <w:r>
        <w:rPr>
          <w:rtl/>
        </w:rPr>
        <w:t xml:space="preserve"> سعادت كے عوامل 4</w:t>
      </w:r>
    </w:p>
    <w:p w:rsidR="001F628F" w:rsidRDefault="001F628F" w:rsidP="007115E6">
      <w:pPr>
        <w:pStyle w:val="libNormal"/>
        <w:rPr>
          <w:rtl/>
        </w:rPr>
      </w:pPr>
      <w:r>
        <w:rPr>
          <w:rFonts w:hint="eastAsia"/>
          <w:rtl/>
        </w:rPr>
        <w:t>سلامتى</w:t>
      </w:r>
      <w:r>
        <w:rPr>
          <w:rtl/>
        </w:rPr>
        <w:t xml:space="preserve"> :</w:t>
      </w:r>
      <w:r>
        <w:rPr>
          <w:rFonts w:hint="eastAsia"/>
          <w:rtl/>
        </w:rPr>
        <w:t>اُخروى</w:t>
      </w:r>
      <w:r>
        <w:rPr>
          <w:rtl/>
        </w:rPr>
        <w:t xml:space="preserve"> سلامتى كے عوامل 4;سلامتى كى اہميت 5</w:t>
      </w:r>
    </w:p>
    <w:p w:rsidR="001F628F" w:rsidRDefault="001F628F" w:rsidP="007115E6">
      <w:pPr>
        <w:pStyle w:val="libNormal"/>
        <w:rPr>
          <w:rtl/>
        </w:rPr>
      </w:pPr>
      <w:r>
        <w:rPr>
          <w:rFonts w:hint="eastAsia"/>
          <w:rtl/>
        </w:rPr>
        <w:t>متقين</w:t>
      </w:r>
      <w:r>
        <w:rPr>
          <w:rtl/>
        </w:rPr>
        <w:t xml:space="preserve"> :</w:t>
      </w:r>
      <w:r>
        <w:rPr>
          <w:rFonts w:hint="eastAsia"/>
          <w:rtl/>
        </w:rPr>
        <w:t>بہشت</w:t>
      </w:r>
      <w:r>
        <w:rPr>
          <w:rtl/>
        </w:rPr>
        <w:t xml:space="preserve"> مي</w:t>
      </w:r>
      <w:r w:rsidR="00083993">
        <w:rPr>
          <w:rtl/>
        </w:rPr>
        <w:t xml:space="preserve">ں </w:t>
      </w:r>
      <w:r>
        <w:rPr>
          <w:rtl/>
        </w:rPr>
        <w:t>متقين پر سلام 3;بہشت مي</w:t>
      </w:r>
      <w:r w:rsidR="00083993">
        <w:rPr>
          <w:rtl/>
        </w:rPr>
        <w:t xml:space="preserve">ں </w:t>
      </w:r>
      <w:r>
        <w:rPr>
          <w:rtl/>
        </w:rPr>
        <w:t>متقين كى ازادى 2;متقين كو دعوت 1;بہشت مي</w:t>
      </w:r>
      <w:r w:rsidR="00083993">
        <w:rPr>
          <w:rtl/>
        </w:rPr>
        <w:t xml:space="preserve">ں </w:t>
      </w:r>
      <w:r>
        <w:rPr>
          <w:rtl/>
        </w:rPr>
        <w:t>متقين كى سلامت 1;متقين كى بہشت مي</w:t>
      </w:r>
      <w:r w:rsidR="00083993">
        <w:rPr>
          <w:rtl/>
        </w:rPr>
        <w:t xml:space="preserve">ں </w:t>
      </w:r>
      <w:r>
        <w:rPr>
          <w:rtl/>
        </w:rPr>
        <w:t>امنيت 1;متقين كے بہشت مي</w:t>
      </w:r>
      <w:r w:rsidR="00083993">
        <w:rPr>
          <w:rtl/>
        </w:rPr>
        <w:t xml:space="preserve">ں </w:t>
      </w:r>
      <w:r>
        <w:rPr>
          <w:rtl/>
        </w:rPr>
        <w:t>داخل ہونے كى كيفيت 3،6</w:t>
      </w:r>
    </w:p>
    <w:p w:rsidR="001F628F" w:rsidRPr="00120F63" w:rsidRDefault="007115E6" w:rsidP="007115E6">
      <w:pPr>
        <w:pStyle w:val="Heading2Center"/>
        <w:rPr>
          <w:rtl/>
        </w:rPr>
      </w:pPr>
      <w:bookmarkStart w:id="93" w:name="_Toc28081771"/>
      <w:r>
        <w:rPr>
          <w:rFonts w:hint="cs"/>
          <w:rtl/>
        </w:rPr>
        <w:t xml:space="preserve">آیت </w:t>
      </w:r>
      <w:r w:rsidRPr="00120F63">
        <w:rPr>
          <w:rFonts w:hint="cs"/>
          <w:rtl/>
        </w:rPr>
        <w:t>47</w:t>
      </w:r>
      <w:bookmarkEnd w:id="93"/>
    </w:p>
    <w:p w:rsidR="001F628F" w:rsidRDefault="00115327" w:rsidP="00115327">
      <w:pPr>
        <w:pStyle w:val="libNormal"/>
        <w:rPr>
          <w:rtl/>
        </w:rPr>
      </w:pPr>
      <w:r w:rsidRPr="00115327">
        <w:rPr>
          <w:rStyle w:val="libAlaemChar"/>
          <w:rFonts w:hint="cs"/>
          <w:rtl/>
        </w:rPr>
        <w:t>(</w:t>
      </w:r>
      <w:r w:rsidR="001F628F" w:rsidRPr="00115327">
        <w:rPr>
          <w:rStyle w:val="libAieChar"/>
          <w:rFonts w:hint="eastAsia"/>
          <w:rtl/>
        </w:rPr>
        <w:t>وَنَزَعْنَا</w:t>
      </w:r>
      <w:r w:rsidR="001F628F" w:rsidRPr="00115327">
        <w:rPr>
          <w:rStyle w:val="libAieChar"/>
          <w:rtl/>
        </w:rPr>
        <w:t xml:space="preserve"> مَا فِي صُدُورِهِم مِّنْ غِلٍّ إِخْوَاناً عَلَى سُرُرٍ مُّتَقَابِلِينَ</w:t>
      </w:r>
      <w:r w:rsidRPr="00115327">
        <w:rPr>
          <w:rStyle w:val="libAlaemChar"/>
          <w:rFonts w:hint="cs"/>
          <w:rtl/>
        </w:rPr>
        <w:t>)</w:t>
      </w:r>
    </w:p>
    <w:p w:rsidR="001F628F" w:rsidRDefault="001F628F" w:rsidP="001F628F">
      <w:pPr>
        <w:pStyle w:val="libNormal"/>
        <w:rPr>
          <w:rtl/>
        </w:rPr>
      </w:pPr>
      <w:r>
        <w:rPr>
          <w:rFonts w:hint="eastAsia"/>
          <w:rtl/>
        </w:rPr>
        <w:t>اور</w:t>
      </w:r>
      <w:r>
        <w:rPr>
          <w:rtl/>
        </w:rPr>
        <w:t xml:space="preserve"> ہم نے ان كے سينو</w:t>
      </w:r>
      <w:r w:rsidR="00083993">
        <w:rPr>
          <w:rtl/>
        </w:rPr>
        <w:t xml:space="preserve">ں </w:t>
      </w:r>
      <w:r>
        <w:rPr>
          <w:rtl/>
        </w:rPr>
        <w:t>سے ہر طرح كى كدورت نكال لى ہے اور وہ بھائيو</w:t>
      </w:r>
      <w:r w:rsidR="00083993">
        <w:rPr>
          <w:rtl/>
        </w:rPr>
        <w:t xml:space="preserve">ں </w:t>
      </w:r>
      <w:r>
        <w:rPr>
          <w:rtl/>
        </w:rPr>
        <w:t>كى طرح آمنے سامنے تخت پر بيٹھے ہو</w:t>
      </w:r>
      <w:r w:rsidR="00083993">
        <w:rPr>
          <w:rtl/>
        </w:rPr>
        <w:t xml:space="preserve">ں </w:t>
      </w:r>
      <w:r>
        <w:rPr>
          <w:rtl/>
        </w:rPr>
        <w:t>گے _</w:t>
      </w:r>
    </w:p>
    <w:p w:rsidR="001F628F" w:rsidRDefault="001F628F" w:rsidP="001F628F">
      <w:pPr>
        <w:pStyle w:val="libNormal"/>
        <w:rPr>
          <w:rtl/>
        </w:rPr>
      </w:pPr>
      <w:r>
        <w:rPr>
          <w:rtl/>
        </w:rPr>
        <w:t>1_خداوند متعال، بہشت مي</w:t>
      </w:r>
      <w:r w:rsidR="00083993">
        <w:rPr>
          <w:rtl/>
        </w:rPr>
        <w:t xml:space="preserve">ں </w:t>
      </w:r>
      <w:r>
        <w:rPr>
          <w:rtl/>
        </w:rPr>
        <w:t>متقين كے دلو</w:t>
      </w:r>
      <w:r w:rsidR="00083993">
        <w:rPr>
          <w:rtl/>
        </w:rPr>
        <w:t xml:space="preserve">ں </w:t>
      </w:r>
      <w:r>
        <w:rPr>
          <w:rtl/>
        </w:rPr>
        <w:t>سے ہر قسم كا كينہ اور عداوت نكال دے گا _</w:t>
      </w:r>
    </w:p>
    <w:p w:rsidR="001F628F" w:rsidRDefault="001F628F" w:rsidP="002654A1">
      <w:pPr>
        <w:pStyle w:val="libNormal"/>
        <w:rPr>
          <w:rtl/>
        </w:rPr>
      </w:pPr>
      <w:r w:rsidRPr="002654A1">
        <w:rPr>
          <w:rStyle w:val="libArabicChar"/>
          <w:rFonts w:hint="eastAsia"/>
          <w:rtl/>
        </w:rPr>
        <w:t>ادخلو</w:t>
      </w:r>
      <w:r w:rsidR="00F21947" w:rsidRPr="00B2551F">
        <w:rPr>
          <w:rStyle w:val="libArabicChar"/>
          <w:rFonts w:hint="cs"/>
          <w:rtl/>
        </w:rPr>
        <w:t>ه</w:t>
      </w:r>
      <w:r w:rsidRPr="002654A1">
        <w:rPr>
          <w:rStyle w:val="libArabicChar"/>
          <w:rFonts w:hint="cs"/>
          <w:rtl/>
        </w:rPr>
        <w:t>ا</w:t>
      </w:r>
      <w:r w:rsidRPr="002654A1">
        <w:rPr>
          <w:rStyle w:val="libArabicChar"/>
          <w:rtl/>
        </w:rPr>
        <w:t xml:space="preserve"> بسلم ء امنين_ونزعنا مافى 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r w:rsidR="002654A1">
        <w:rPr>
          <w:rFonts w:hint="cs"/>
          <w:rtl/>
        </w:rPr>
        <w:t xml:space="preserve">  </w:t>
      </w:r>
      <w:r>
        <w:rPr>
          <w:rtl/>
        </w:rPr>
        <w:t>''غل'' كا لغوى معنى دشمني، عداوت اور كينہ ہے</w:t>
      </w:r>
    </w:p>
    <w:p w:rsidR="001F628F" w:rsidRDefault="001F628F" w:rsidP="001F628F">
      <w:pPr>
        <w:pStyle w:val="libNormal"/>
        <w:rPr>
          <w:rtl/>
        </w:rPr>
      </w:pPr>
      <w:r>
        <w:rPr>
          <w:rtl/>
        </w:rPr>
        <w:t>2_متقين، بہشت مي</w:t>
      </w:r>
      <w:r w:rsidR="00083993">
        <w:rPr>
          <w:rtl/>
        </w:rPr>
        <w:t xml:space="preserve">ں </w:t>
      </w:r>
      <w:r>
        <w:rPr>
          <w:rtl/>
        </w:rPr>
        <w:t>دوستا نہ اور ہر قسم كى ملاوٹ سے پاك تعلقات ركھي</w:t>
      </w:r>
      <w:r w:rsidR="00083993">
        <w:rPr>
          <w:rtl/>
        </w:rPr>
        <w:t xml:space="preserve">ں </w:t>
      </w:r>
      <w:r>
        <w:rPr>
          <w:rtl/>
        </w:rPr>
        <w:t>گے_</w:t>
      </w:r>
    </w:p>
    <w:p w:rsidR="001F628F" w:rsidRDefault="001F628F" w:rsidP="002654A1">
      <w:pPr>
        <w:pStyle w:val="libNormal"/>
        <w:rPr>
          <w:rtl/>
        </w:rPr>
      </w:pPr>
      <w:r w:rsidRPr="002654A1">
        <w:rPr>
          <w:rStyle w:val="libArabicChar"/>
          <w:rFonts w:hint="eastAsia"/>
          <w:rtl/>
        </w:rPr>
        <w:t>ادخلو</w:t>
      </w:r>
      <w:r w:rsidR="00F21947" w:rsidRPr="00B2551F">
        <w:rPr>
          <w:rStyle w:val="libArabicChar"/>
          <w:rFonts w:hint="cs"/>
          <w:rtl/>
        </w:rPr>
        <w:t>ه</w:t>
      </w:r>
      <w:r w:rsidRPr="002654A1">
        <w:rPr>
          <w:rStyle w:val="libArabicChar"/>
          <w:rFonts w:hint="cs"/>
          <w:rtl/>
        </w:rPr>
        <w:t>ا</w:t>
      </w:r>
      <w:r w:rsidRPr="002654A1">
        <w:rPr>
          <w:rStyle w:val="libArabicChar"/>
          <w:rtl/>
        </w:rPr>
        <w:t xml:space="preserve"> بسلم ء امنين_ونزعنا مافى 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r w:rsidR="002654A1">
        <w:rPr>
          <w:rFonts w:hint="cs"/>
          <w:rtl/>
        </w:rPr>
        <w:t xml:space="preserve">  </w:t>
      </w:r>
      <w:r>
        <w:rPr>
          <w:rtl/>
        </w:rPr>
        <w:t>''غل '' كاايك لغوى معنى ملاوٹ اور ناخالصى ہے_</w:t>
      </w:r>
    </w:p>
    <w:p w:rsidR="001F628F" w:rsidRDefault="001F628F" w:rsidP="002654A1">
      <w:pPr>
        <w:pStyle w:val="libNormal"/>
        <w:rPr>
          <w:rtl/>
        </w:rPr>
      </w:pPr>
      <w:r>
        <w:rPr>
          <w:rtl/>
        </w:rPr>
        <w:t>3_انسان مي</w:t>
      </w:r>
      <w:r w:rsidR="00083993">
        <w:rPr>
          <w:rtl/>
        </w:rPr>
        <w:t xml:space="preserve">ں </w:t>
      </w:r>
      <w:r>
        <w:rPr>
          <w:rtl/>
        </w:rPr>
        <w:t>دشمنى اور كينے كا مقام اُس كا سينہ ہے_</w:t>
      </w:r>
      <w:r w:rsidRPr="002654A1">
        <w:rPr>
          <w:rStyle w:val="libArabicChar"/>
          <w:rFonts w:hint="eastAsia"/>
          <w:rtl/>
        </w:rPr>
        <w:t>ونزعنا</w:t>
      </w:r>
      <w:r w:rsidRPr="002654A1">
        <w:rPr>
          <w:rStyle w:val="libArabicChar"/>
          <w:rtl/>
        </w:rPr>
        <w:t xml:space="preserve"> مافى 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p>
    <w:p w:rsidR="001F628F" w:rsidRDefault="001F628F" w:rsidP="002654A1">
      <w:pPr>
        <w:pStyle w:val="libNormal"/>
        <w:rPr>
          <w:rtl/>
        </w:rPr>
      </w:pPr>
      <w:r>
        <w:rPr>
          <w:rtl/>
        </w:rPr>
        <w:t>4_بہشت مي</w:t>
      </w:r>
      <w:r w:rsidR="00083993">
        <w:rPr>
          <w:rtl/>
        </w:rPr>
        <w:t xml:space="preserve">ں </w:t>
      </w:r>
      <w:r>
        <w:rPr>
          <w:rtl/>
        </w:rPr>
        <w:t>انسان ،جسمانى حيثيت سے حاضر ہونگے_</w:t>
      </w:r>
      <w:r w:rsidRPr="002654A1">
        <w:rPr>
          <w:rStyle w:val="libArabicChar"/>
          <w:rFonts w:hint="eastAsia"/>
          <w:rtl/>
        </w:rPr>
        <w:t>ونزعنا</w:t>
      </w:r>
      <w:r w:rsidRPr="002654A1">
        <w:rPr>
          <w:rStyle w:val="libArabicChar"/>
          <w:rtl/>
        </w:rPr>
        <w:t xml:space="preserve"> مافى 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r w:rsidRPr="002654A1">
        <w:rPr>
          <w:rStyle w:val="libArabicChar"/>
          <w:rtl/>
        </w:rPr>
        <w:t xml:space="preserve"> </w:t>
      </w:r>
      <w:r w:rsidRPr="002654A1">
        <w:rPr>
          <w:rStyle w:val="libArabicChar"/>
          <w:rFonts w:hint="cs"/>
          <w:rtl/>
        </w:rPr>
        <w:t>اخونًاعلى</w:t>
      </w:r>
      <w:r w:rsidRPr="002654A1">
        <w:rPr>
          <w:rStyle w:val="libArabicChar"/>
          <w:rtl/>
        </w:rPr>
        <w:t xml:space="preserve"> </w:t>
      </w:r>
      <w:r w:rsidRPr="002654A1">
        <w:rPr>
          <w:rStyle w:val="libArabicChar"/>
          <w:rFonts w:hint="cs"/>
          <w:rtl/>
        </w:rPr>
        <w:t>سرر</w:t>
      </w:r>
      <w:r w:rsidRPr="002654A1">
        <w:rPr>
          <w:rStyle w:val="libArabicChar"/>
          <w:rtl/>
        </w:rPr>
        <w:t xml:space="preserve"> </w:t>
      </w:r>
      <w:r w:rsidRPr="002654A1">
        <w:rPr>
          <w:rStyle w:val="libArabicChar"/>
          <w:rFonts w:hint="cs"/>
          <w:rtl/>
        </w:rPr>
        <w:t>متقبلين</w:t>
      </w:r>
    </w:p>
    <w:p w:rsidR="002654A1" w:rsidRDefault="001E7F9D" w:rsidP="00F73EDE">
      <w:pPr>
        <w:pStyle w:val="libPoemTini"/>
        <w:rPr>
          <w:rtl/>
        </w:rPr>
      </w:pPr>
      <w:r>
        <w:rPr>
          <w:rtl/>
        </w:rPr>
        <w:br w:type="page"/>
      </w:r>
    </w:p>
    <w:p w:rsidR="001F628F" w:rsidRDefault="001F628F" w:rsidP="002654A1">
      <w:pPr>
        <w:pStyle w:val="libNormal"/>
        <w:rPr>
          <w:rtl/>
        </w:rPr>
      </w:pPr>
      <w:r>
        <w:rPr>
          <w:rtl/>
        </w:rPr>
        <w:lastRenderedPageBreak/>
        <w:t>5_تقوى ،انسانو</w:t>
      </w:r>
      <w:r w:rsidR="00083993">
        <w:rPr>
          <w:rtl/>
        </w:rPr>
        <w:t xml:space="preserve">ں </w:t>
      </w:r>
      <w:r>
        <w:rPr>
          <w:rtl/>
        </w:rPr>
        <w:t>مي</w:t>
      </w:r>
      <w:r w:rsidR="00083993">
        <w:rPr>
          <w:rtl/>
        </w:rPr>
        <w:t xml:space="preserve">ں </w:t>
      </w:r>
      <w:r>
        <w:rPr>
          <w:rtl/>
        </w:rPr>
        <w:t>بھائي چارے كى روح پيدا كرنے اور دلو</w:t>
      </w:r>
      <w:r w:rsidR="00083993">
        <w:rPr>
          <w:rtl/>
        </w:rPr>
        <w:t xml:space="preserve">ں </w:t>
      </w:r>
      <w:r>
        <w:rPr>
          <w:rtl/>
        </w:rPr>
        <w:t>سے كينہ و دشمنى ختم كرنے كا سبب بنتا ہے_</w:t>
      </w:r>
    </w:p>
    <w:p w:rsidR="001F628F" w:rsidRDefault="001F628F" w:rsidP="002654A1">
      <w:pPr>
        <w:pStyle w:val="libArabic"/>
        <w:rPr>
          <w:rtl/>
        </w:rPr>
      </w:pPr>
      <w:r>
        <w:rPr>
          <w:rFonts w:hint="eastAsia"/>
          <w:rtl/>
        </w:rPr>
        <w:t>ان</w:t>
      </w:r>
      <w:r>
        <w:rPr>
          <w:rtl/>
        </w:rPr>
        <w:t xml:space="preserve"> المتقين ...ونزعنا مافى صدور</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غلّ</w:t>
      </w:r>
      <w:r>
        <w:rPr>
          <w:rtl/>
        </w:rPr>
        <w:t xml:space="preserve"> </w:t>
      </w:r>
      <w:r>
        <w:rPr>
          <w:rFonts w:hint="cs"/>
          <w:rtl/>
        </w:rPr>
        <w:t>اخونً</w:t>
      </w:r>
    </w:p>
    <w:p w:rsidR="001F628F" w:rsidRDefault="001F628F" w:rsidP="002654A1">
      <w:pPr>
        <w:pStyle w:val="libNormal"/>
        <w:rPr>
          <w:rtl/>
        </w:rPr>
      </w:pPr>
      <w:r>
        <w:rPr>
          <w:rtl/>
        </w:rPr>
        <w:t>6_متقين بہشت مي</w:t>
      </w:r>
      <w:r w:rsidR="00083993">
        <w:rPr>
          <w:rtl/>
        </w:rPr>
        <w:t xml:space="preserve">ں </w:t>
      </w:r>
      <w:r>
        <w:rPr>
          <w:rtl/>
        </w:rPr>
        <w:t>تختو</w:t>
      </w:r>
      <w:r w:rsidR="00083993">
        <w:rPr>
          <w:rtl/>
        </w:rPr>
        <w:t xml:space="preserve">ں </w:t>
      </w:r>
      <w:r>
        <w:rPr>
          <w:rtl/>
        </w:rPr>
        <w:t>پر ايك دوسرے كے روبرو بيٹھے ارام كر رہے ہونگے_</w:t>
      </w:r>
      <w:r w:rsidRPr="002654A1">
        <w:rPr>
          <w:rStyle w:val="libArabicChar"/>
          <w:rFonts w:hint="eastAsia"/>
          <w:rtl/>
        </w:rPr>
        <w:t>ان</w:t>
      </w:r>
      <w:r w:rsidRPr="002654A1">
        <w:rPr>
          <w:rStyle w:val="libArabicChar"/>
          <w:rtl/>
        </w:rPr>
        <w:t xml:space="preserve"> المتقين فى جنت ...على سرر متقبلين</w:t>
      </w:r>
    </w:p>
    <w:p w:rsidR="001F628F" w:rsidRDefault="001F628F" w:rsidP="001F628F">
      <w:pPr>
        <w:pStyle w:val="libNormal"/>
        <w:rPr>
          <w:rtl/>
        </w:rPr>
      </w:pPr>
      <w:r>
        <w:rPr>
          <w:rtl/>
        </w:rPr>
        <w:t>7_متقين ،بہشت مي</w:t>
      </w:r>
      <w:r w:rsidR="00083993">
        <w:rPr>
          <w:rtl/>
        </w:rPr>
        <w:t xml:space="preserve">ں </w:t>
      </w:r>
      <w:r>
        <w:rPr>
          <w:rtl/>
        </w:rPr>
        <w:t>صفا وصميميت كى محفل جمائے ہونگے_</w:t>
      </w:r>
    </w:p>
    <w:p w:rsidR="001F628F" w:rsidRDefault="001F628F" w:rsidP="002654A1">
      <w:pPr>
        <w:pStyle w:val="libArabic"/>
        <w:rPr>
          <w:rtl/>
        </w:rPr>
      </w:pPr>
      <w:r>
        <w:rPr>
          <w:rFonts w:hint="eastAsia"/>
          <w:rtl/>
        </w:rPr>
        <w:t>ان</w:t>
      </w:r>
      <w:r>
        <w:rPr>
          <w:rtl/>
        </w:rPr>
        <w:t xml:space="preserve"> المتقين فى جنت ...ونزعنا مافى صدور</w:t>
      </w:r>
      <w:r w:rsidR="00F21947" w:rsidRPr="00B2551F">
        <w:rPr>
          <w:rFonts w:hint="cs"/>
          <w:rtl/>
        </w:rPr>
        <w:t>ه</w:t>
      </w:r>
      <w:r>
        <w:rPr>
          <w:rFonts w:hint="cs"/>
          <w:rtl/>
        </w:rPr>
        <w:t>م</w:t>
      </w:r>
      <w:r>
        <w:rPr>
          <w:rtl/>
        </w:rPr>
        <w:t xml:space="preserve"> </w:t>
      </w:r>
      <w:r>
        <w:rPr>
          <w:rFonts w:hint="cs"/>
          <w:rtl/>
        </w:rPr>
        <w:t>من</w:t>
      </w:r>
      <w:r>
        <w:rPr>
          <w:rtl/>
        </w:rPr>
        <w:t xml:space="preserve"> </w:t>
      </w:r>
      <w:r>
        <w:rPr>
          <w:rFonts w:hint="cs"/>
          <w:rtl/>
        </w:rPr>
        <w:t>غلّ</w:t>
      </w:r>
      <w:r>
        <w:rPr>
          <w:rtl/>
        </w:rPr>
        <w:t xml:space="preserve"> </w:t>
      </w:r>
      <w:r>
        <w:rPr>
          <w:rFonts w:hint="cs"/>
          <w:rtl/>
        </w:rPr>
        <w:t>اخونًاعلى</w:t>
      </w:r>
      <w:r>
        <w:rPr>
          <w:rtl/>
        </w:rPr>
        <w:t xml:space="preserve"> </w:t>
      </w:r>
      <w:r>
        <w:rPr>
          <w:rFonts w:hint="cs"/>
          <w:rtl/>
        </w:rPr>
        <w:t>سرر</w:t>
      </w:r>
      <w:r>
        <w:rPr>
          <w:rtl/>
        </w:rPr>
        <w:t xml:space="preserve"> </w:t>
      </w:r>
      <w:r>
        <w:rPr>
          <w:rFonts w:hint="cs"/>
          <w:rtl/>
        </w:rPr>
        <w:t>متقبلين</w:t>
      </w:r>
    </w:p>
    <w:p w:rsidR="001F628F" w:rsidRDefault="001F628F" w:rsidP="002654A1">
      <w:pPr>
        <w:pStyle w:val="libNormal"/>
        <w:rPr>
          <w:rtl/>
        </w:rPr>
      </w:pPr>
      <w:r>
        <w:rPr>
          <w:rtl/>
        </w:rPr>
        <w:t>8_متقين كے دلو</w:t>
      </w:r>
      <w:r w:rsidR="00083993">
        <w:rPr>
          <w:rtl/>
        </w:rPr>
        <w:t xml:space="preserve">ں </w:t>
      </w:r>
      <w:r>
        <w:rPr>
          <w:rtl/>
        </w:rPr>
        <w:t>مي</w:t>
      </w:r>
      <w:r w:rsidR="00083993">
        <w:rPr>
          <w:rtl/>
        </w:rPr>
        <w:t xml:space="preserve">ں </w:t>
      </w:r>
      <w:r>
        <w:rPr>
          <w:rtl/>
        </w:rPr>
        <w:t>كينہ اور دشمنى داخل ہونے كاامكان_</w:t>
      </w:r>
      <w:r w:rsidRPr="002654A1">
        <w:rPr>
          <w:rStyle w:val="libArabicChar"/>
          <w:rFonts w:hint="eastAsia"/>
          <w:rtl/>
        </w:rPr>
        <w:t>ونزعنا</w:t>
      </w:r>
      <w:r w:rsidRPr="002654A1">
        <w:rPr>
          <w:rStyle w:val="libArabicChar"/>
          <w:rtl/>
        </w:rPr>
        <w:t xml:space="preserve"> مافى 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p>
    <w:p w:rsidR="001F628F" w:rsidRDefault="001F628F" w:rsidP="001F628F">
      <w:pPr>
        <w:pStyle w:val="libNormal"/>
        <w:rPr>
          <w:rtl/>
        </w:rPr>
      </w:pPr>
      <w:r>
        <w:rPr>
          <w:rFonts w:hint="eastAsia"/>
          <w:rtl/>
        </w:rPr>
        <w:t>يہ</w:t>
      </w:r>
      <w:r>
        <w:rPr>
          <w:rtl/>
        </w:rPr>
        <w:t xml:space="preserve"> جو خدا وند متعال نے فرمايا ہے : ''ہم نے متقين كے دل سے كينہ و دشمنى ختم كر دى ہے ''يہ اس نكتے كى جانب اشارہ ہے كہ متقين كے دل مي</w:t>
      </w:r>
      <w:r w:rsidR="00083993">
        <w:rPr>
          <w:rtl/>
        </w:rPr>
        <w:t xml:space="preserve">ں </w:t>
      </w:r>
      <w:r>
        <w:rPr>
          <w:rtl/>
        </w:rPr>
        <w:t>بھى كينہ داخل ہو سكتا ہے_</w:t>
      </w:r>
    </w:p>
    <w:p w:rsidR="001F628F" w:rsidRDefault="001F628F" w:rsidP="002654A1">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1</w:t>
      </w:r>
    </w:p>
    <w:p w:rsidR="001F628F" w:rsidRDefault="001F628F" w:rsidP="002654A1">
      <w:pPr>
        <w:pStyle w:val="libNormal"/>
        <w:rPr>
          <w:rtl/>
        </w:rPr>
      </w:pPr>
      <w:r>
        <w:rPr>
          <w:rFonts w:hint="eastAsia"/>
          <w:rtl/>
        </w:rPr>
        <w:t>بدن</w:t>
      </w:r>
      <w:r>
        <w:rPr>
          <w:rtl/>
        </w:rPr>
        <w:t xml:space="preserve"> :</w:t>
      </w:r>
      <w:r>
        <w:rPr>
          <w:rFonts w:hint="eastAsia"/>
          <w:rtl/>
        </w:rPr>
        <w:t>بدن</w:t>
      </w:r>
      <w:r>
        <w:rPr>
          <w:rtl/>
        </w:rPr>
        <w:t xml:space="preserve"> كا بہشت مي</w:t>
      </w:r>
      <w:r w:rsidR="00083993">
        <w:rPr>
          <w:rtl/>
        </w:rPr>
        <w:t xml:space="preserve">ں </w:t>
      </w:r>
      <w:r>
        <w:rPr>
          <w:rtl/>
        </w:rPr>
        <w:t>ہونا4</w:t>
      </w:r>
    </w:p>
    <w:p w:rsidR="001F628F" w:rsidRDefault="001F628F" w:rsidP="002654A1">
      <w:pPr>
        <w:pStyle w:val="libNormal"/>
        <w:rPr>
          <w:rtl/>
        </w:rPr>
      </w:pPr>
      <w:r>
        <w:rPr>
          <w:rFonts w:hint="eastAsia"/>
          <w:rtl/>
        </w:rPr>
        <w:t>بھائي</w:t>
      </w:r>
      <w:r>
        <w:rPr>
          <w:rtl/>
        </w:rPr>
        <w:t xml:space="preserve"> چارہ :</w:t>
      </w:r>
      <w:r>
        <w:rPr>
          <w:rFonts w:hint="eastAsia"/>
          <w:rtl/>
        </w:rPr>
        <w:t>بھائي</w:t>
      </w:r>
      <w:r>
        <w:rPr>
          <w:rtl/>
        </w:rPr>
        <w:t xml:space="preserve"> چارے كے عوامل 5</w:t>
      </w:r>
    </w:p>
    <w:p w:rsidR="001F628F" w:rsidRDefault="001F628F" w:rsidP="002654A1">
      <w:pPr>
        <w:pStyle w:val="libNormal"/>
        <w:rPr>
          <w:rtl/>
        </w:rPr>
      </w:pPr>
      <w:r>
        <w:rPr>
          <w:rFonts w:hint="eastAsia"/>
          <w:rtl/>
        </w:rPr>
        <w:t>بہشت</w:t>
      </w:r>
      <w:r>
        <w:rPr>
          <w:rtl/>
        </w:rPr>
        <w:t xml:space="preserve"> :</w:t>
      </w:r>
      <w:r>
        <w:rPr>
          <w:rFonts w:hint="eastAsia"/>
          <w:rtl/>
        </w:rPr>
        <w:t>بہشت</w:t>
      </w:r>
      <w:r>
        <w:rPr>
          <w:rtl/>
        </w:rPr>
        <w:t xml:space="preserve"> كے تخت 6;بہشت مي</w:t>
      </w:r>
      <w:r w:rsidR="00083993">
        <w:rPr>
          <w:rtl/>
        </w:rPr>
        <w:t xml:space="preserve">ں </w:t>
      </w:r>
      <w:r>
        <w:rPr>
          <w:rtl/>
        </w:rPr>
        <w:t>كينہ كا ختم ہو جانا 1</w:t>
      </w:r>
    </w:p>
    <w:p w:rsidR="001F628F" w:rsidRDefault="001F628F" w:rsidP="002654A1">
      <w:pPr>
        <w:pStyle w:val="libNormal"/>
        <w:rPr>
          <w:rtl/>
        </w:rPr>
      </w:pPr>
      <w:r>
        <w:rPr>
          <w:rFonts w:hint="eastAsia"/>
          <w:rtl/>
        </w:rPr>
        <w:t>بہشتى</w:t>
      </w:r>
      <w:r>
        <w:rPr>
          <w:rtl/>
        </w:rPr>
        <w:t xml:space="preserve"> لوگ:</w:t>
      </w:r>
      <w:r>
        <w:rPr>
          <w:rFonts w:hint="eastAsia"/>
          <w:rtl/>
        </w:rPr>
        <w:t>اُن</w:t>
      </w:r>
      <w:r>
        <w:rPr>
          <w:rtl/>
        </w:rPr>
        <w:t xml:space="preserve"> كى اسا</w:t>
      </w:r>
      <w:r w:rsidR="009F604A">
        <w:rPr>
          <w:rtl/>
        </w:rPr>
        <w:t>ئش</w:t>
      </w:r>
      <w:r>
        <w:rPr>
          <w:rtl/>
        </w:rPr>
        <w:t xml:space="preserve"> 6;اُن كى محفل 7;بہشتى اور كينہ 1</w:t>
      </w:r>
    </w:p>
    <w:p w:rsidR="001F628F" w:rsidRDefault="001F628F" w:rsidP="002654A1">
      <w:pPr>
        <w:pStyle w:val="libNormal"/>
        <w:rPr>
          <w:rtl/>
        </w:rPr>
      </w:pPr>
      <w:r>
        <w:rPr>
          <w:rFonts w:hint="eastAsia"/>
          <w:rtl/>
        </w:rPr>
        <w:t>تقوى</w:t>
      </w:r>
      <w:r>
        <w:rPr>
          <w:rtl/>
        </w:rPr>
        <w:t xml:space="preserve"> :</w:t>
      </w:r>
      <w:r>
        <w:rPr>
          <w:rFonts w:hint="eastAsia"/>
          <w:rtl/>
        </w:rPr>
        <w:t>تقوى</w:t>
      </w:r>
      <w:r>
        <w:rPr>
          <w:rtl/>
        </w:rPr>
        <w:t xml:space="preserve"> كے اثرات 5</w:t>
      </w:r>
    </w:p>
    <w:p w:rsidR="001F628F" w:rsidRDefault="001F628F" w:rsidP="002654A1">
      <w:pPr>
        <w:pStyle w:val="libNormal"/>
        <w:rPr>
          <w:rtl/>
        </w:rPr>
      </w:pPr>
      <w:r>
        <w:rPr>
          <w:rFonts w:hint="eastAsia"/>
          <w:rtl/>
        </w:rPr>
        <w:t>دشمنى</w:t>
      </w:r>
      <w:r>
        <w:rPr>
          <w:rtl/>
        </w:rPr>
        <w:t xml:space="preserve"> :</w:t>
      </w:r>
      <w:r>
        <w:rPr>
          <w:rFonts w:hint="eastAsia"/>
          <w:rtl/>
        </w:rPr>
        <w:t>دشمنى</w:t>
      </w:r>
      <w:r>
        <w:rPr>
          <w:rtl/>
        </w:rPr>
        <w:t xml:space="preserve"> ختم ہونے كا سبب 5;دشمنى كا مقام 3</w:t>
      </w:r>
    </w:p>
    <w:p w:rsidR="001F628F" w:rsidRDefault="001F628F" w:rsidP="002654A1">
      <w:pPr>
        <w:pStyle w:val="libNormal"/>
        <w:rPr>
          <w:rtl/>
        </w:rPr>
      </w:pPr>
      <w:r>
        <w:rPr>
          <w:rFonts w:hint="eastAsia"/>
          <w:rtl/>
        </w:rPr>
        <w:t>قلب</w:t>
      </w:r>
      <w:r>
        <w:rPr>
          <w:rtl/>
        </w:rPr>
        <w:t xml:space="preserve"> :</w:t>
      </w:r>
      <w:r>
        <w:rPr>
          <w:rFonts w:hint="eastAsia"/>
          <w:rtl/>
        </w:rPr>
        <w:t>قلب</w:t>
      </w:r>
      <w:r>
        <w:rPr>
          <w:rtl/>
        </w:rPr>
        <w:t xml:space="preserve"> كا كردار 3</w:t>
      </w:r>
    </w:p>
    <w:p w:rsidR="001F628F" w:rsidRDefault="001F628F" w:rsidP="002654A1">
      <w:pPr>
        <w:pStyle w:val="libNormal"/>
        <w:rPr>
          <w:rtl/>
        </w:rPr>
      </w:pPr>
      <w:r>
        <w:rPr>
          <w:rFonts w:hint="eastAsia"/>
          <w:rtl/>
        </w:rPr>
        <w:t>كينہ</w:t>
      </w:r>
      <w:r>
        <w:rPr>
          <w:rtl/>
        </w:rPr>
        <w:t xml:space="preserve"> :</w:t>
      </w:r>
      <w:r>
        <w:rPr>
          <w:rFonts w:hint="eastAsia"/>
          <w:rtl/>
        </w:rPr>
        <w:t>كينے</w:t>
      </w:r>
      <w:r>
        <w:rPr>
          <w:rtl/>
        </w:rPr>
        <w:t xml:space="preserve"> كا مقام 3;كينہ ختم ہونے كا سبب 5</w:t>
      </w:r>
    </w:p>
    <w:p w:rsidR="001F628F" w:rsidRDefault="001F628F" w:rsidP="002654A1">
      <w:pPr>
        <w:pStyle w:val="libNormal"/>
        <w:rPr>
          <w:rtl/>
        </w:rPr>
      </w:pPr>
      <w:r>
        <w:rPr>
          <w:rFonts w:hint="eastAsia"/>
          <w:rtl/>
        </w:rPr>
        <w:t>متقين</w:t>
      </w:r>
      <w:r>
        <w:rPr>
          <w:rtl/>
        </w:rPr>
        <w:t xml:space="preserve"> :</w:t>
      </w:r>
      <w:r>
        <w:rPr>
          <w:rFonts w:hint="eastAsia"/>
          <w:rtl/>
        </w:rPr>
        <w:t>بہشت</w:t>
      </w:r>
      <w:r>
        <w:rPr>
          <w:rtl/>
        </w:rPr>
        <w:t xml:space="preserve"> مي</w:t>
      </w:r>
      <w:r w:rsidR="00083993">
        <w:rPr>
          <w:rtl/>
        </w:rPr>
        <w:t xml:space="preserve">ں </w:t>
      </w:r>
      <w:r>
        <w:rPr>
          <w:rtl/>
        </w:rPr>
        <w:t>متقين كى دوستى 2;بہشت مي</w:t>
      </w:r>
      <w:r w:rsidR="00083993">
        <w:rPr>
          <w:rtl/>
        </w:rPr>
        <w:t xml:space="preserve">ں </w:t>
      </w:r>
      <w:r>
        <w:rPr>
          <w:rtl/>
        </w:rPr>
        <w:t>متقين كے تعلقات 2;متقين اور دشمنى 1،8;متقين اور كينہ 1،8;متقين بہشت مي</w:t>
      </w:r>
      <w:r w:rsidR="00083993">
        <w:rPr>
          <w:rtl/>
        </w:rPr>
        <w:t xml:space="preserve">ں </w:t>
      </w:r>
      <w:r>
        <w:rPr>
          <w:rtl/>
        </w:rPr>
        <w:t>1،6،7</w:t>
      </w:r>
    </w:p>
    <w:p w:rsidR="001F628F" w:rsidRDefault="001F628F" w:rsidP="002654A1">
      <w:pPr>
        <w:pStyle w:val="libNormal"/>
        <w:rPr>
          <w:rtl/>
        </w:rPr>
      </w:pPr>
      <w:r>
        <w:rPr>
          <w:rFonts w:hint="eastAsia"/>
          <w:rtl/>
        </w:rPr>
        <w:t>معاد</w:t>
      </w:r>
      <w:r>
        <w:rPr>
          <w:rtl/>
        </w:rPr>
        <w:t xml:space="preserve"> :</w:t>
      </w:r>
      <w:r>
        <w:rPr>
          <w:rFonts w:hint="eastAsia"/>
          <w:rtl/>
        </w:rPr>
        <w:t>جسمانى</w:t>
      </w:r>
      <w:r>
        <w:rPr>
          <w:rtl/>
        </w:rPr>
        <w:t xml:space="preserve"> معاد 4</w:t>
      </w:r>
    </w:p>
    <w:p w:rsidR="002654A1" w:rsidRDefault="001E7F9D" w:rsidP="00F73EDE">
      <w:pPr>
        <w:pStyle w:val="libPoemTini"/>
        <w:rPr>
          <w:rtl/>
        </w:rPr>
      </w:pPr>
      <w:r>
        <w:rPr>
          <w:rtl/>
        </w:rPr>
        <w:br w:type="page"/>
      </w:r>
    </w:p>
    <w:p w:rsidR="002654A1" w:rsidRDefault="002654A1" w:rsidP="002654A1">
      <w:pPr>
        <w:pStyle w:val="Heading2Center"/>
        <w:rPr>
          <w:rtl/>
        </w:rPr>
      </w:pPr>
      <w:bookmarkStart w:id="94" w:name="_Toc28081772"/>
      <w:r>
        <w:rPr>
          <w:rFonts w:hint="cs"/>
          <w:rtl/>
        </w:rPr>
        <w:lastRenderedPageBreak/>
        <w:t>آیت 48</w:t>
      </w:r>
      <w:bookmarkEnd w:id="94"/>
    </w:p>
    <w:p w:rsidR="001F628F" w:rsidRDefault="00E260F9" w:rsidP="002654A1">
      <w:pPr>
        <w:pStyle w:val="libNormal"/>
        <w:rPr>
          <w:rtl/>
        </w:rPr>
      </w:pPr>
      <w:r w:rsidRPr="00E260F9">
        <w:rPr>
          <w:rStyle w:val="libAlaemChar"/>
          <w:rFonts w:hint="eastAsia"/>
          <w:rtl/>
        </w:rPr>
        <w:t>(</w:t>
      </w:r>
      <w:r w:rsidRPr="002654A1">
        <w:rPr>
          <w:rStyle w:val="libAieChar"/>
          <w:rFonts w:hint="eastAsia"/>
          <w:rtl/>
        </w:rPr>
        <w:t>لاَ</w:t>
      </w:r>
      <w:r w:rsidRPr="002654A1">
        <w:rPr>
          <w:rStyle w:val="libAieChar"/>
          <w:rtl/>
        </w:rPr>
        <w:t xml:space="preserve"> يَمَسُّهُمْ فِيهَا نَصَبٌ وَمَا هُم مِّنْهَا بِمُخْرَجِينَ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نہ</w:t>
      </w:r>
      <w:r>
        <w:rPr>
          <w:rtl/>
        </w:rPr>
        <w:t xml:space="preserve"> انھي</w:t>
      </w:r>
      <w:r w:rsidR="00083993">
        <w:rPr>
          <w:rtl/>
        </w:rPr>
        <w:t xml:space="preserve">ں </w:t>
      </w:r>
      <w:r>
        <w:rPr>
          <w:rtl/>
        </w:rPr>
        <w:t>كوئي تكليف چھو سكے گى اور نہ وہا</w:t>
      </w:r>
      <w:r w:rsidR="00083993">
        <w:rPr>
          <w:rtl/>
        </w:rPr>
        <w:t xml:space="preserve">ں </w:t>
      </w:r>
      <w:r>
        <w:rPr>
          <w:rtl/>
        </w:rPr>
        <w:t>سے نكالے جائي</w:t>
      </w:r>
      <w:r w:rsidR="00083993">
        <w:rPr>
          <w:rtl/>
        </w:rPr>
        <w:t xml:space="preserve">ں </w:t>
      </w:r>
      <w:r>
        <w:rPr>
          <w:rtl/>
        </w:rPr>
        <w:t>گے _</w:t>
      </w:r>
    </w:p>
    <w:p w:rsidR="001F628F" w:rsidRDefault="001F628F" w:rsidP="002654A1">
      <w:pPr>
        <w:pStyle w:val="libNormal"/>
        <w:rPr>
          <w:rtl/>
        </w:rPr>
      </w:pPr>
      <w:r>
        <w:rPr>
          <w:rtl/>
        </w:rPr>
        <w:t>1_بہشت مي</w:t>
      </w:r>
      <w:r w:rsidR="00083993">
        <w:rPr>
          <w:rtl/>
        </w:rPr>
        <w:t xml:space="preserve">ں </w:t>
      </w:r>
      <w:r>
        <w:rPr>
          <w:rtl/>
        </w:rPr>
        <w:t>متقين كو كسى قسم كى تكليف اور پريشانى نہي</w:t>
      </w:r>
      <w:r w:rsidR="00083993">
        <w:rPr>
          <w:rtl/>
        </w:rPr>
        <w:t xml:space="preserve">ں </w:t>
      </w:r>
      <w:r>
        <w:rPr>
          <w:rtl/>
        </w:rPr>
        <w:t>ہو گي_</w:t>
      </w:r>
      <w:r w:rsidRPr="002654A1">
        <w:rPr>
          <w:rStyle w:val="libArabicChar"/>
          <w:rFonts w:hint="eastAsia"/>
          <w:rtl/>
        </w:rPr>
        <w:t>لايمسّ</w:t>
      </w:r>
      <w:r w:rsidR="00F21947" w:rsidRPr="00B2551F">
        <w:rPr>
          <w:rStyle w:val="libArabicChar"/>
          <w:rFonts w:hint="cs"/>
          <w:rtl/>
        </w:rPr>
        <w:t>ه</w:t>
      </w:r>
      <w:r w:rsidRPr="002654A1">
        <w:rPr>
          <w:rStyle w:val="libArabicChar"/>
          <w:rFonts w:hint="cs"/>
          <w:rtl/>
        </w:rPr>
        <w:t>م</w:t>
      </w:r>
      <w:r w:rsidRPr="002654A1">
        <w:rPr>
          <w:rStyle w:val="libArabicChar"/>
          <w:rtl/>
        </w:rPr>
        <w:t xml:space="preserve"> في</w:t>
      </w:r>
      <w:r w:rsidR="00F21947" w:rsidRPr="00B2551F">
        <w:rPr>
          <w:rStyle w:val="libArabicChar"/>
          <w:rFonts w:hint="cs"/>
          <w:rtl/>
        </w:rPr>
        <w:t>ه</w:t>
      </w:r>
      <w:r w:rsidRPr="002654A1">
        <w:rPr>
          <w:rStyle w:val="libArabicChar"/>
          <w:rFonts w:hint="cs"/>
          <w:rtl/>
        </w:rPr>
        <w:t>ا</w:t>
      </w:r>
      <w:r w:rsidRPr="002654A1">
        <w:rPr>
          <w:rStyle w:val="libArabicChar"/>
          <w:rtl/>
        </w:rPr>
        <w:t xml:space="preserve"> </w:t>
      </w:r>
      <w:r w:rsidRPr="002654A1">
        <w:rPr>
          <w:rStyle w:val="libArabicChar"/>
          <w:rFonts w:hint="cs"/>
          <w:rtl/>
        </w:rPr>
        <w:t>نصب</w:t>
      </w:r>
    </w:p>
    <w:p w:rsidR="001F628F" w:rsidRDefault="001F628F" w:rsidP="001F628F">
      <w:pPr>
        <w:pStyle w:val="libNormal"/>
        <w:rPr>
          <w:rtl/>
        </w:rPr>
      </w:pPr>
      <w:r>
        <w:rPr>
          <w:rtl/>
        </w:rPr>
        <w:t>''نصب '' لغت مي</w:t>
      </w:r>
      <w:r w:rsidR="00083993">
        <w:rPr>
          <w:rtl/>
        </w:rPr>
        <w:t xml:space="preserve">ں </w:t>
      </w:r>
      <w:r>
        <w:rPr>
          <w:rtl/>
        </w:rPr>
        <w:t>سختى اور تكليف كو كہتے ہي</w:t>
      </w:r>
      <w:r w:rsidR="00083993">
        <w:rPr>
          <w:rtl/>
        </w:rPr>
        <w:t xml:space="preserve">ں </w:t>
      </w:r>
      <w:r>
        <w:rPr>
          <w:rtl/>
        </w:rPr>
        <w:t>_</w:t>
      </w:r>
    </w:p>
    <w:p w:rsidR="001F628F" w:rsidRDefault="001F628F" w:rsidP="002654A1">
      <w:pPr>
        <w:pStyle w:val="libNormal"/>
        <w:rPr>
          <w:rtl/>
        </w:rPr>
      </w:pPr>
      <w:r>
        <w:rPr>
          <w:rtl/>
        </w:rPr>
        <w:t>2_متقين كو بہشت سے نكالا نہي</w:t>
      </w:r>
      <w:r w:rsidR="00083993">
        <w:rPr>
          <w:rtl/>
        </w:rPr>
        <w:t xml:space="preserve">ں </w:t>
      </w:r>
      <w:r>
        <w:rPr>
          <w:rtl/>
        </w:rPr>
        <w:t>جائے گا اور وہ اُس مي</w:t>
      </w:r>
      <w:r w:rsidR="00083993">
        <w:rPr>
          <w:rtl/>
        </w:rPr>
        <w:t xml:space="preserve">ں </w:t>
      </w:r>
      <w:r>
        <w:rPr>
          <w:rtl/>
        </w:rPr>
        <w:t>ہميشہ رہي</w:t>
      </w:r>
      <w:r w:rsidR="00083993">
        <w:rPr>
          <w:rtl/>
        </w:rPr>
        <w:t xml:space="preserve">ں </w:t>
      </w:r>
      <w:r>
        <w:rPr>
          <w:rtl/>
        </w:rPr>
        <w:t>گے_</w:t>
      </w:r>
      <w:r w:rsidRPr="002654A1">
        <w:rPr>
          <w:rStyle w:val="libArabicChar"/>
          <w:rFonts w:hint="eastAsia"/>
          <w:rtl/>
        </w:rPr>
        <w:t>وما</w:t>
      </w:r>
      <w:r w:rsidR="00F21947" w:rsidRPr="00B2551F">
        <w:rPr>
          <w:rStyle w:val="libArabicChar"/>
          <w:rFonts w:hint="cs"/>
          <w:rtl/>
        </w:rPr>
        <w:t>ه</w:t>
      </w:r>
      <w:r w:rsidRPr="002654A1">
        <w:rPr>
          <w:rStyle w:val="libArabicChar"/>
          <w:rFonts w:hint="cs"/>
          <w:rtl/>
        </w:rPr>
        <w:t>م</w:t>
      </w:r>
      <w:r w:rsidRPr="002654A1">
        <w:rPr>
          <w:rStyle w:val="libArabicChar"/>
          <w:rtl/>
        </w:rPr>
        <w:t xml:space="preserve"> من</w:t>
      </w:r>
      <w:r w:rsidR="00F21947" w:rsidRPr="00B2551F">
        <w:rPr>
          <w:rStyle w:val="libArabicChar"/>
          <w:rFonts w:hint="cs"/>
          <w:rtl/>
        </w:rPr>
        <w:t>ه</w:t>
      </w:r>
      <w:r w:rsidRPr="002654A1">
        <w:rPr>
          <w:rStyle w:val="libArabicChar"/>
          <w:rFonts w:hint="cs"/>
          <w:rtl/>
        </w:rPr>
        <w:t>ابمخرجين</w:t>
      </w:r>
    </w:p>
    <w:p w:rsidR="001F628F" w:rsidRDefault="001F628F" w:rsidP="001F628F">
      <w:pPr>
        <w:pStyle w:val="libNormal"/>
        <w:rPr>
          <w:rtl/>
        </w:rPr>
      </w:pPr>
      <w:r>
        <w:rPr>
          <w:rtl/>
        </w:rPr>
        <w:t>3_متقين كى بہشت ،معنوى اور مادى نعمتو</w:t>
      </w:r>
      <w:r w:rsidR="00083993">
        <w:rPr>
          <w:rtl/>
        </w:rPr>
        <w:t xml:space="preserve">ں </w:t>
      </w:r>
      <w:r>
        <w:rPr>
          <w:rtl/>
        </w:rPr>
        <w:t>كى حامل ہو گي_</w:t>
      </w:r>
    </w:p>
    <w:p w:rsidR="001F628F" w:rsidRDefault="001F628F" w:rsidP="002654A1">
      <w:pPr>
        <w:pStyle w:val="libArabic"/>
        <w:rPr>
          <w:rtl/>
        </w:rPr>
      </w:pPr>
      <w:r>
        <w:rPr>
          <w:rFonts w:hint="eastAsia"/>
          <w:rtl/>
        </w:rPr>
        <w:t>ان</w:t>
      </w:r>
      <w:r>
        <w:rPr>
          <w:rtl/>
        </w:rPr>
        <w:t xml:space="preserve"> المتقين فى جنت وعيون _ادخلو</w:t>
      </w:r>
      <w:r w:rsidR="00F21947" w:rsidRPr="00B2551F">
        <w:rPr>
          <w:rFonts w:hint="cs"/>
          <w:rtl/>
        </w:rPr>
        <w:t>ه</w:t>
      </w:r>
      <w:r>
        <w:rPr>
          <w:rFonts w:hint="cs"/>
          <w:rtl/>
        </w:rPr>
        <w:t>ا</w:t>
      </w:r>
      <w:r>
        <w:rPr>
          <w:rtl/>
        </w:rPr>
        <w:t xml:space="preserve"> </w:t>
      </w:r>
      <w:r>
        <w:rPr>
          <w:rFonts w:hint="cs"/>
          <w:rtl/>
        </w:rPr>
        <w:t>بسلم</w:t>
      </w:r>
      <w:r>
        <w:rPr>
          <w:rtl/>
        </w:rPr>
        <w:t xml:space="preserve"> </w:t>
      </w:r>
      <w:r>
        <w:rPr>
          <w:rFonts w:hint="cs"/>
          <w:rtl/>
        </w:rPr>
        <w:t>ء</w:t>
      </w:r>
      <w:r>
        <w:rPr>
          <w:rtl/>
        </w:rPr>
        <w:t xml:space="preserve"> </w:t>
      </w:r>
      <w:r>
        <w:rPr>
          <w:rFonts w:hint="cs"/>
          <w:rtl/>
        </w:rPr>
        <w:t>امنين</w:t>
      </w:r>
      <w:r>
        <w:rPr>
          <w:rtl/>
        </w:rPr>
        <w:t xml:space="preserve"> ...</w:t>
      </w:r>
      <w:r>
        <w:rPr>
          <w:rFonts w:hint="cs"/>
          <w:rtl/>
        </w:rPr>
        <w:t>على</w:t>
      </w:r>
      <w:r>
        <w:rPr>
          <w:rtl/>
        </w:rPr>
        <w:t xml:space="preserve"> </w:t>
      </w:r>
      <w:r>
        <w:rPr>
          <w:rFonts w:hint="cs"/>
          <w:rtl/>
        </w:rPr>
        <w:t>سرر</w:t>
      </w:r>
      <w:r>
        <w:rPr>
          <w:rtl/>
        </w:rPr>
        <w:t xml:space="preserve"> </w:t>
      </w:r>
      <w:r>
        <w:rPr>
          <w:rFonts w:hint="cs"/>
          <w:rtl/>
        </w:rPr>
        <w:t>متقبلين</w:t>
      </w:r>
      <w:r>
        <w:rPr>
          <w:rtl/>
        </w:rPr>
        <w:t>_</w:t>
      </w:r>
      <w:r>
        <w:rPr>
          <w:rFonts w:hint="cs"/>
          <w:rtl/>
        </w:rPr>
        <w:t>لايمسّ</w:t>
      </w:r>
      <w:r w:rsidR="00F21947" w:rsidRPr="00B2551F">
        <w:rPr>
          <w:rFonts w:hint="cs"/>
          <w:rtl/>
        </w:rPr>
        <w:t>ه</w:t>
      </w:r>
      <w:r>
        <w:rPr>
          <w:rFonts w:hint="cs"/>
          <w:rtl/>
        </w:rPr>
        <w:t>م</w:t>
      </w:r>
      <w:r>
        <w:rPr>
          <w:rtl/>
        </w:rPr>
        <w:t xml:space="preserve"> </w:t>
      </w:r>
      <w:r>
        <w:rPr>
          <w:rFonts w:hint="cs"/>
          <w:rtl/>
        </w:rPr>
        <w:t>في</w:t>
      </w:r>
      <w:r w:rsidR="00F21947" w:rsidRPr="00B2551F">
        <w:rPr>
          <w:rFonts w:hint="cs"/>
          <w:rtl/>
        </w:rPr>
        <w:t>ه</w:t>
      </w:r>
      <w:r>
        <w:rPr>
          <w:rFonts w:hint="cs"/>
          <w:rtl/>
        </w:rPr>
        <w:t>ا</w:t>
      </w:r>
      <w:r>
        <w:rPr>
          <w:rtl/>
        </w:rPr>
        <w:t xml:space="preserve"> </w:t>
      </w:r>
      <w:r>
        <w:rPr>
          <w:rFonts w:hint="cs"/>
          <w:rtl/>
        </w:rPr>
        <w:t>نصب</w:t>
      </w:r>
      <w:r>
        <w:rPr>
          <w:rtl/>
        </w:rPr>
        <w:t xml:space="preserve"> </w:t>
      </w:r>
      <w:r>
        <w:rPr>
          <w:rFonts w:hint="cs"/>
          <w:rtl/>
        </w:rPr>
        <w:t>وما</w:t>
      </w:r>
      <w:r w:rsidR="00F21947" w:rsidRPr="00B2551F">
        <w:rPr>
          <w:rFonts w:hint="cs"/>
          <w:rtl/>
        </w:rPr>
        <w:t>ه</w:t>
      </w:r>
      <w:r>
        <w:rPr>
          <w:rFonts w:hint="cs"/>
          <w:rtl/>
        </w:rPr>
        <w:t>م</w:t>
      </w:r>
      <w:r>
        <w:rPr>
          <w:rtl/>
        </w:rPr>
        <w:t xml:space="preserve"> </w:t>
      </w:r>
      <w:r>
        <w:rPr>
          <w:rFonts w:hint="cs"/>
          <w:rtl/>
        </w:rPr>
        <w:t>من</w:t>
      </w:r>
      <w:r w:rsidR="00F21947" w:rsidRPr="00B2551F">
        <w:rPr>
          <w:rFonts w:hint="cs"/>
          <w:rtl/>
        </w:rPr>
        <w:t>ه</w:t>
      </w:r>
      <w:r>
        <w:rPr>
          <w:rFonts w:hint="cs"/>
          <w:rtl/>
        </w:rPr>
        <w:t>ابمخرجين</w:t>
      </w:r>
    </w:p>
    <w:p w:rsidR="001F628F" w:rsidRDefault="001F628F" w:rsidP="002654A1">
      <w:pPr>
        <w:pStyle w:val="libNormal"/>
        <w:rPr>
          <w:rtl/>
        </w:rPr>
      </w:pPr>
      <w:r>
        <w:rPr>
          <w:rtl/>
        </w:rPr>
        <w:t>4_رنج اور سختى سے دورى اختيار كرنا، دائمى و ابد ى اور امن وسلامتى كى زندگى گذارنا،انسان كے بہت ہى پسنديدہ اُمور ہي</w:t>
      </w:r>
      <w:r w:rsidR="00083993">
        <w:rPr>
          <w:rtl/>
        </w:rPr>
        <w:t xml:space="preserve">ں </w:t>
      </w:r>
      <w:r>
        <w:rPr>
          <w:rtl/>
        </w:rPr>
        <w:t>_</w:t>
      </w:r>
      <w:r w:rsidRPr="002654A1">
        <w:rPr>
          <w:rStyle w:val="libArabicChar"/>
          <w:rFonts w:hint="eastAsia"/>
          <w:rtl/>
        </w:rPr>
        <w:t>لايمسّ</w:t>
      </w:r>
      <w:r w:rsidR="00F21947" w:rsidRPr="00B2551F">
        <w:rPr>
          <w:rStyle w:val="libArabicChar"/>
          <w:rFonts w:hint="cs"/>
          <w:rtl/>
        </w:rPr>
        <w:t>ه</w:t>
      </w:r>
      <w:r w:rsidRPr="002654A1">
        <w:rPr>
          <w:rStyle w:val="libArabicChar"/>
          <w:rFonts w:hint="cs"/>
          <w:rtl/>
        </w:rPr>
        <w:t>م</w:t>
      </w:r>
      <w:r w:rsidRPr="002654A1">
        <w:rPr>
          <w:rStyle w:val="libArabicChar"/>
          <w:rtl/>
        </w:rPr>
        <w:t xml:space="preserve"> في</w:t>
      </w:r>
      <w:r w:rsidR="00F21947" w:rsidRPr="00B2551F">
        <w:rPr>
          <w:rStyle w:val="libArabicChar"/>
          <w:rFonts w:hint="cs"/>
          <w:rtl/>
        </w:rPr>
        <w:t>ه</w:t>
      </w:r>
      <w:r w:rsidRPr="002654A1">
        <w:rPr>
          <w:rStyle w:val="libArabicChar"/>
          <w:rFonts w:hint="cs"/>
          <w:rtl/>
        </w:rPr>
        <w:t>ا</w:t>
      </w:r>
      <w:r w:rsidRPr="002654A1">
        <w:rPr>
          <w:rStyle w:val="libArabicChar"/>
          <w:rtl/>
        </w:rPr>
        <w:t xml:space="preserve"> </w:t>
      </w:r>
      <w:r w:rsidRPr="002654A1">
        <w:rPr>
          <w:rStyle w:val="libArabicChar"/>
          <w:rFonts w:hint="cs"/>
          <w:rtl/>
        </w:rPr>
        <w:t>نصب</w:t>
      </w:r>
      <w:r w:rsidRPr="002654A1">
        <w:rPr>
          <w:rStyle w:val="libArabicChar"/>
          <w:rtl/>
        </w:rPr>
        <w:t xml:space="preserve"> </w:t>
      </w:r>
      <w:r w:rsidRPr="002654A1">
        <w:rPr>
          <w:rStyle w:val="libArabicChar"/>
          <w:rFonts w:hint="cs"/>
          <w:rtl/>
        </w:rPr>
        <w:t>وما</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00F21947" w:rsidRPr="00B2551F">
        <w:rPr>
          <w:rStyle w:val="libArabicChar"/>
          <w:rFonts w:hint="cs"/>
          <w:rtl/>
        </w:rPr>
        <w:t>ه</w:t>
      </w:r>
      <w:r w:rsidRPr="002654A1">
        <w:rPr>
          <w:rStyle w:val="libArabicChar"/>
          <w:rFonts w:hint="cs"/>
          <w:rtl/>
        </w:rPr>
        <w:t>ابمخرجين</w:t>
      </w:r>
    </w:p>
    <w:p w:rsidR="001F628F" w:rsidRDefault="001F628F" w:rsidP="001F628F">
      <w:pPr>
        <w:pStyle w:val="libNormal"/>
        <w:rPr>
          <w:rtl/>
        </w:rPr>
      </w:pPr>
      <w:r>
        <w:rPr>
          <w:rFonts w:hint="eastAsia"/>
          <w:rtl/>
        </w:rPr>
        <w:t>بہشت</w:t>
      </w:r>
      <w:r>
        <w:rPr>
          <w:rtl/>
        </w:rPr>
        <w:t xml:space="preserve"> مي</w:t>
      </w:r>
      <w:r w:rsidR="00083993">
        <w:rPr>
          <w:rtl/>
        </w:rPr>
        <w:t xml:space="preserve">ں </w:t>
      </w:r>
      <w:r>
        <w:rPr>
          <w:rtl/>
        </w:rPr>
        <w:t>متقين كى حالت بيان كرنے كا مقصد انسانو</w:t>
      </w:r>
      <w:r w:rsidR="00083993">
        <w:rPr>
          <w:rtl/>
        </w:rPr>
        <w:t xml:space="preserve">ں </w:t>
      </w:r>
      <w:r>
        <w:rPr>
          <w:rtl/>
        </w:rPr>
        <w:t>كو اہل تقوى كى صف مي</w:t>
      </w:r>
      <w:r w:rsidR="00083993">
        <w:rPr>
          <w:rtl/>
        </w:rPr>
        <w:t xml:space="preserve">ں </w:t>
      </w:r>
      <w:r>
        <w:rPr>
          <w:rtl/>
        </w:rPr>
        <w:t>داخل ہونے كى تشويق كرنا ہے لہذا طبيعى ہے كہ يہ حالت ايسى ہونى چاہيے كہ جو انسانو</w:t>
      </w:r>
      <w:r w:rsidR="00083993">
        <w:rPr>
          <w:rtl/>
        </w:rPr>
        <w:t xml:space="preserve">ں </w:t>
      </w:r>
      <w:r>
        <w:rPr>
          <w:rtl/>
        </w:rPr>
        <w:t>كى پسنديدہ اور مطلوبہ ہو_</w:t>
      </w:r>
    </w:p>
    <w:p w:rsidR="001F628F" w:rsidRDefault="001F628F" w:rsidP="001F628F">
      <w:pPr>
        <w:pStyle w:val="libNormal"/>
        <w:rPr>
          <w:rtl/>
        </w:rPr>
      </w:pPr>
      <w:r>
        <w:rPr>
          <w:rtl/>
        </w:rPr>
        <w:t>5_متقين كو بہشت مي</w:t>
      </w:r>
      <w:r w:rsidR="00083993">
        <w:rPr>
          <w:rtl/>
        </w:rPr>
        <w:t xml:space="preserve">ں </w:t>
      </w:r>
      <w:r>
        <w:rPr>
          <w:rtl/>
        </w:rPr>
        <w:t>مادى رفاہ و اسا</w:t>
      </w:r>
      <w:r w:rsidR="009F604A">
        <w:rPr>
          <w:rtl/>
        </w:rPr>
        <w:t>ئش</w:t>
      </w:r>
      <w:r>
        <w:rPr>
          <w:rtl/>
        </w:rPr>
        <w:t xml:space="preserve"> اور مكمل فكرى اسودگى حاصل ہو گي_</w:t>
      </w:r>
    </w:p>
    <w:p w:rsidR="001F628F" w:rsidRDefault="001F628F" w:rsidP="002654A1">
      <w:pPr>
        <w:pStyle w:val="libArabic"/>
        <w:rPr>
          <w:rtl/>
        </w:rPr>
      </w:pPr>
      <w:r>
        <w:rPr>
          <w:rFonts w:hint="eastAsia"/>
          <w:rtl/>
        </w:rPr>
        <w:t>ان</w:t>
      </w:r>
      <w:r>
        <w:rPr>
          <w:rtl/>
        </w:rPr>
        <w:t xml:space="preserve"> المتقين فى جنت وعيون _ادخلو</w:t>
      </w:r>
      <w:r w:rsidR="00F21947" w:rsidRPr="00B2551F">
        <w:rPr>
          <w:rFonts w:hint="cs"/>
          <w:rtl/>
        </w:rPr>
        <w:t>ه</w:t>
      </w:r>
      <w:r>
        <w:rPr>
          <w:rFonts w:hint="cs"/>
          <w:rtl/>
        </w:rPr>
        <w:t>ا</w:t>
      </w:r>
      <w:r>
        <w:rPr>
          <w:rtl/>
        </w:rPr>
        <w:t xml:space="preserve"> </w:t>
      </w:r>
      <w:r>
        <w:rPr>
          <w:rFonts w:hint="cs"/>
          <w:rtl/>
        </w:rPr>
        <w:t>بسلم</w:t>
      </w:r>
      <w:r>
        <w:rPr>
          <w:rtl/>
        </w:rPr>
        <w:t xml:space="preserve"> </w:t>
      </w:r>
      <w:r>
        <w:rPr>
          <w:rFonts w:hint="cs"/>
          <w:rtl/>
        </w:rPr>
        <w:t>ء</w:t>
      </w:r>
      <w:r>
        <w:rPr>
          <w:rtl/>
        </w:rPr>
        <w:t xml:space="preserve"> </w:t>
      </w:r>
      <w:r>
        <w:rPr>
          <w:rFonts w:hint="cs"/>
          <w:rtl/>
        </w:rPr>
        <w:t>امنين</w:t>
      </w:r>
      <w:r>
        <w:rPr>
          <w:rtl/>
        </w:rPr>
        <w:t xml:space="preserve"> ...</w:t>
      </w:r>
      <w:r>
        <w:rPr>
          <w:rFonts w:hint="cs"/>
          <w:rtl/>
        </w:rPr>
        <w:t>على</w:t>
      </w:r>
      <w:r>
        <w:rPr>
          <w:rtl/>
        </w:rPr>
        <w:t xml:space="preserve"> </w:t>
      </w:r>
      <w:r>
        <w:rPr>
          <w:rFonts w:hint="cs"/>
          <w:rtl/>
        </w:rPr>
        <w:t>سرر</w:t>
      </w:r>
      <w:r>
        <w:rPr>
          <w:rtl/>
        </w:rPr>
        <w:t xml:space="preserve"> </w:t>
      </w:r>
      <w:r>
        <w:rPr>
          <w:rFonts w:hint="cs"/>
          <w:rtl/>
        </w:rPr>
        <w:t>متقبلين</w:t>
      </w:r>
      <w:r>
        <w:rPr>
          <w:rtl/>
        </w:rPr>
        <w:t>_</w:t>
      </w:r>
      <w:r>
        <w:rPr>
          <w:rFonts w:hint="cs"/>
          <w:rtl/>
        </w:rPr>
        <w:t>لايمسّ</w:t>
      </w:r>
      <w:r w:rsidR="00F21947" w:rsidRPr="00B2551F">
        <w:rPr>
          <w:rFonts w:hint="cs"/>
          <w:rtl/>
        </w:rPr>
        <w:t>ه</w:t>
      </w:r>
      <w:r>
        <w:rPr>
          <w:rFonts w:hint="cs"/>
          <w:rtl/>
        </w:rPr>
        <w:t>م</w:t>
      </w:r>
      <w:r>
        <w:rPr>
          <w:rtl/>
        </w:rPr>
        <w:t xml:space="preserve"> </w:t>
      </w:r>
      <w:r>
        <w:rPr>
          <w:rFonts w:hint="cs"/>
          <w:rtl/>
        </w:rPr>
        <w:t>في</w:t>
      </w:r>
      <w:r w:rsidR="00F21947" w:rsidRPr="00B2551F">
        <w:rPr>
          <w:rFonts w:hint="cs"/>
          <w:rtl/>
        </w:rPr>
        <w:t>ه</w:t>
      </w:r>
      <w:r>
        <w:rPr>
          <w:rFonts w:hint="cs"/>
          <w:rtl/>
        </w:rPr>
        <w:t>ا</w:t>
      </w:r>
      <w:r>
        <w:rPr>
          <w:rtl/>
        </w:rPr>
        <w:t xml:space="preserve"> </w:t>
      </w:r>
      <w:r>
        <w:rPr>
          <w:rFonts w:hint="cs"/>
          <w:rtl/>
        </w:rPr>
        <w:t>نصب</w:t>
      </w:r>
      <w:r>
        <w:rPr>
          <w:rtl/>
        </w:rPr>
        <w:t xml:space="preserve"> </w:t>
      </w:r>
      <w:r>
        <w:rPr>
          <w:rFonts w:hint="cs"/>
          <w:rtl/>
        </w:rPr>
        <w:t>وما</w:t>
      </w:r>
      <w:r w:rsidR="00F21947" w:rsidRPr="00B2551F">
        <w:rPr>
          <w:rFonts w:hint="cs"/>
          <w:rtl/>
        </w:rPr>
        <w:t>ه</w:t>
      </w:r>
      <w:r>
        <w:rPr>
          <w:rFonts w:hint="cs"/>
          <w:rtl/>
        </w:rPr>
        <w:t>م</w:t>
      </w:r>
      <w:r>
        <w:rPr>
          <w:rtl/>
        </w:rPr>
        <w:t xml:space="preserve"> </w:t>
      </w:r>
      <w:r>
        <w:rPr>
          <w:rFonts w:hint="cs"/>
          <w:rtl/>
        </w:rPr>
        <w:t>من</w:t>
      </w:r>
      <w:r w:rsidR="00F21947" w:rsidRPr="00B2551F">
        <w:rPr>
          <w:rFonts w:hint="cs"/>
          <w:rtl/>
        </w:rPr>
        <w:t>ه</w:t>
      </w:r>
      <w:r>
        <w:rPr>
          <w:rFonts w:hint="cs"/>
          <w:rtl/>
        </w:rPr>
        <w:t>ابمخرجين</w:t>
      </w:r>
    </w:p>
    <w:p w:rsidR="001F628F" w:rsidRDefault="001F628F" w:rsidP="002654A1">
      <w:pPr>
        <w:pStyle w:val="libNormal"/>
        <w:rPr>
          <w:rtl/>
        </w:rPr>
      </w:pPr>
      <w:r>
        <w:rPr>
          <w:rtl/>
        </w:rPr>
        <w:t>6_بہشت مي</w:t>
      </w:r>
      <w:r w:rsidR="00083993">
        <w:rPr>
          <w:rtl/>
        </w:rPr>
        <w:t xml:space="preserve">ں </w:t>
      </w:r>
      <w:r>
        <w:rPr>
          <w:rtl/>
        </w:rPr>
        <w:t>انسان كى خواہشات كے پورا ہونے كى ياد دلانا ،انسانو</w:t>
      </w:r>
      <w:r w:rsidR="00083993">
        <w:rPr>
          <w:rtl/>
        </w:rPr>
        <w:t xml:space="preserve">ں </w:t>
      </w:r>
      <w:r>
        <w:rPr>
          <w:rtl/>
        </w:rPr>
        <w:t>كى ہدايت اور اُنہي</w:t>
      </w:r>
      <w:r w:rsidR="00083993">
        <w:rPr>
          <w:rtl/>
        </w:rPr>
        <w:t xml:space="preserve">ں </w:t>
      </w:r>
      <w:r>
        <w:rPr>
          <w:rtl/>
        </w:rPr>
        <w:t>دين كى طرف راغب كرنے كا ايك طريقہ ہے_</w:t>
      </w:r>
      <w:r w:rsidRPr="002654A1">
        <w:rPr>
          <w:rStyle w:val="libArabicChar"/>
          <w:rFonts w:hint="eastAsia"/>
          <w:rtl/>
        </w:rPr>
        <w:t>ان</w:t>
      </w:r>
      <w:r w:rsidRPr="002654A1">
        <w:rPr>
          <w:rStyle w:val="libArabicChar"/>
          <w:rtl/>
        </w:rPr>
        <w:t xml:space="preserve"> المتقين فى جنت وعيون _ادخلو</w:t>
      </w:r>
      <w:r w:rsidR="00F21947" w:rsidRPr="00B2551F">
        <w:rPr>
          <w:rStyle w:val="libArabicChar"/>
          <w:rFonts w:hint="cs"/>
          <w:rtl/>
        </w:rPr>
        <w:t>ه</w:t>
      </w:r>
      <w:r w:rsidRPr="002654A1">
        <w:rPr>
          <w:rStyle w:val="libArabicChar"/>
          <w:rFonts w:hint="cs"/>
          <w:rtl/>
        </w:rPr>
        <w:t>ا</w:t>
      </w:r>
      <w:r w:rsidRPr="002654A1">
        <w:rPr>
          <w:rStyle w:val="libArabicChar"/>
          <w:rtl/>
        </w:rPr>
        <w:t xml:space="preserve"> </w:t>
      </w:r>
      <w:r w:rsidRPr="002654A1">
        <w:rPr>
          <w:rStyle w:val="libArabicChar"/>
          <w:rFonts w:hint="cs"/>
          <w:rtl/>
        </w:rPr>
        <w:t>بسلم</w:t>
      </w:r>
      <w:r w:rsidRPr="002654A1">
        <w:rPr>
          <w:rStyle w:val="libArabicChar"/>
          <w:rtl/>
        </w:rPr>
        <w:t xml:space="preserve"> </w:t>
      </w:r>
      <w:r w:rsidRPr="002654A1">
        <w:rPr>
          <w:rStyle w:val="libArabicChar"/>
          <w:rFonts w:hint="cs"/>
          <w:rtl/>
        </w:rPr>
        <w:t>ء</w:t>
      </w:r>
      <w:r w:rsidRPr="002654A1">
        <w:rPr>
          <w:rStyle w:val="libArabicChar"/>
          <w:rtl/>
        </w:rPr>
        <w:t xml:space="preserve"> </w:t>
      </w:r>
      <w:r w:rsidRPr="002654A1">
        <w:rPr>
          <w:rStyle w:val="libArabicChar"/>
          <w:rFonts w:hint="cs"/>
          <w:rtl/>
        </w:rPr>
        <w:t>امنين</w:t>
      </w:r>
      <w:r w:rsidRPr="002654A1">
        <w:rPr>
          <w:rStyle w:val="libArabicChar"/>
          <w:rtl/>
        </w:rPr>
        <w:t>_</w:t>
      </w:r>
      <w:r w:rsidRPr="002654A1">
        <w:rPr>
          <w:rStyle w:val="libArabicChar"/>
          <w:rFonts w:hint="cs"/>
          <w:rtl/>
        </w:rPr>
        <w:t>ونزعنا</w:t>
      </w:r>
      <w:r w:rsidRPr="002654A1">
        <w:rPr>
          <w:rStyle w:val="libArabicChar"/>
          <w:rtl/>
        </w:rPr>
        <w:t xml:space="preserve"> </w:t>
      </w:r>
      <w:r w:rsidRPr="002654A1">
        <w:rPr>
          <w:rStyle w:val="libArabicChar"/>
          <w:rFonts w:hint="cs"/>
          <w:rtl/>
        </w:rPr>
        <w:t>مافى</w:t>
      </w:r>
      <w:r w:rsidRPr="002654A1">
        <w:rPr>
          <w:rStyle w:val="libArabicChar"/>
          <w:rtl/>
        </w:rPr>
        <w:t xml:space="preserve"> </w:t>
      </w:r>
      <w:r w:rsidRPr="002654A1">
        <w:rPr>
          <w:rStyle w:val="libArabicChar"/>
          <w:rFonts w:hint="cs"/>
          <w:rtl/>
        </w:rPr>
        <w:t>صدور</w:t>
      </w:r>
      <w:r w:rsidR="00F21947" w:rsidRPr="00B2551F">
        <w:rPr>
          <w:rStyle w:val="libArabicChar"/>
          <w:rFonts w:hint="cs"/>
          <w:rtl/>
        </w:rPr>
        <w:t>ه</w:t>
      </w:r>
      <w:r w:rsidRPr="002654A1">
        <w:rPr>
          <w:rStyle w:val="libArabicChar"/>
          <w:rFonts w:hint="cs"/>
          <w:rtl/>
        </w:rPr>
        <w:t>م</w:t>
      </w:r>
      <w:r w:rsidRPr="002654A1">
        <w:rPr>
          <w:rStyle w:val="libArabicChar"/>
          <w:rtl/>
        </w:rPr>
        <w:t xml:space="preserve"> </w:t>
      </w:r>
      <w:r w:rsidRPr="002654A1">
        <w:rPr>
          <w:rStyle w:val="libArabicChar"/>
          <w:rFonts w:hint="cs"/>
          <w:rtl/>
        </w:rPr>
        <w:t>من</w:t>
      </w:r>
      <w:r w:rsidRPr="002654A1">
        <w:rPr>
          <w:rStyle w:val="libArabicChar"/>
          <w:rtl/>
        </w:rPr>
        <w:t xml:space="preserve"> </w:t>
      </w:r>
      <w:r w:rsidRPr="002654A1">
        <w:rPr>
          <w:rStyle w:val="libArabicChar"/>
          <w:rFonts w:hint="cs"/>
          <w:rtl/>
        </w:rPr>
        <w:t>غلّ</w:t>
      </w:r>
    </w:p>
    <w:p w:rsidR="002654A1" w:rsidRDefault="001E7F9D" w:rsidP="00F73EDE">
      <w:pPr>
        <w:pStyle w:val="libPoemTini"/>
        <w:rPr>
          <w:rtl/>
        </w:rPr>
      </w:pPr>
      <w:r>
        <w:rPr>
          <w:rtl/>
        </w:rPr>
        <w:br w:type="page"/>
      </w:r>
    </w:p>
    <w:p w:rsidR="001F628F" w:rsidRDefault="001F628F" w:rsidP="002654A1">
      <w:pPr>
        <w:pStyle w:val="libArabic"/>
        <w:rPr>
          <w:rtl/>
        </w:rPr>
      </w:pPr>
      <w:r>
        <w:rPr>
          <w:rFonts w:hint="eastAsia"/>
          <w:rtl/>
        </w:rPr>
        <w:lastRenderedPageBreak/>
        <w:t>اخونًاعلى</w:t>
      </w:r>
      <w:r>
        <w:rPr>
          <w:rtl/>
        </w:rPr>
        <w:t xml:space="preserve"> سرر متقبلين_لايمسّ</w:t>
      </w:r>
      <w:r w:rsidR="00F21947" w:rsidRPr="00B2551F">
        <w:rPr>
          <w:rFonts w:hint="cs"/>
          <w:rtl/>
        </w:rPr>
        <w:t>ه</w:t>
      </w:r>
      <w:r>
        <w:rPr>
          <w:rFonts w:hint="cs"/>
          <w:rtl/>
        </w:rPr>
        <w:t>م</w:t>
      </w:r>
      <w:r>
        <w:rPr>
          <w:rtl/>
        </w:rPr>
        <w:t xml:space="preserve"> </w:t>
      </w:r>
      <w:r>
        <w:rPr>
          <w:rFonts w:hint="cs"/>
          <w:rtl/>
        </w:rPr>
        <w:t>في</w:t>
      </w:r>
      <w:r w:rsidR="00F21947" w:rsidRPr="00B2551F">
        <w:rPr>
          <w:rFonts w:hint="cs"/>
          <w:rtl/>
        </w:rPr>
        <w:t>ه</w:t>
      </w:r>
      <w:r>
        <w:rPr>
          <w:rFonts w:hint="cs"/>
          <w:rtl/>
        </w:rPr>
        <w:t>ا</w:t>
      </w:r>
      <w:r>
        <w:rPr>
          <w:rtl/>
        </w:rPr>
        <w:t xml:space="preserve"> </w:t>
      </w:r>
      <w:r>
        <w:rPr>
          <w:rFonts w:hint="cs"/>
          <w:rtl/>
        </w:rPr>
        <w:t>نصب</w:t>
      </w:r>
      <w:r>
        <w:rPr>
          <w:rtl/>
        </w:rPr>
        <w:t xml:space="preserve"> </w:t>
      </w:r>
      <w:r>
        <w:rPr>
          <w:rFonts w:hint="cs"/>
          <w:rtl/>
        </w:rPr>
        <w:t>وما</w:t>
      </w:r>
      <w:r w:rsidR="00F21947" w:rsidRPr="00B2551F">
        <w:rPr>
          <w:rFonts w:hint="cs"/>
          <w:rtl/>
        </w:rPr>
        <w:t>ه</w:t>
      </w:r>
      <w:r>
        <w:rPr>
          <w:rFonts w:hint="cs"/>
          <w:rtl/>
        </w:rPr>
        <w:t>م</w:t>
      </w:r>
      <w:r>
        <w:rPr>
          <w:rtl/>
        </w:rPr>
        <w:t xml:space="preserve"> </w:t>
      </w:r>
      <w:r>
        <w:rPr>
          <w:rFonts w:hint="cs"/>
          <w:rtl/>
        </w:rPr>
        <w:t>من</w:t>
      </w:r>
      <w:r w:rsidR="00F21947" w:rsidRPr="00B2551F">
        <w:rPr>
          <w:rFonts w:hint="cs"/>
          <w:rtl/>
        </w:rPr>
        <w:t>ه</w:t>
      </w:r>
      <w:r>
        <w:rPr>
          <w:rFonts w:hint="cs"/>
          <w:rtl/>
        </w:rPr>
        <w:t>ابمخرجين</w:t>
      </w:r>
    </w:p>
    <w:p w:rsidR="001F628F" w:rsidRDefault="001F628F" w:rsidP="002654A1">
      <w:pPr>
        <w:pStyle w:val="libNormal"/>
        <w:rPr>
          <w:rtl/>
        </w:rPr>
      </w:pPr>
      <w:r>
        <w:rPr>
          <w:rFonts w:hint="eastAsia"/>
          <w:rtl/>
        </w:rPr>
        <w:t>انسان</w:t>
      </w:r>
      <w:r>
        <w:rPr>
          <w:rtl/>
        </w:rPr>
        <w:t xml:space="preserve"> :</w:t>
      </w:r>
      <w:r>
        <w:rPr>
          <w:rFonts w:hint="eastAsia"/>
          <w:rtl/>
        </w:rPr>
        <w:t>انسان</w:t>
      </w:r>
      <w:r>
        <w:rPr>
          <w:rtl/>
        </w:rPr>
        <w:t xml:space="preserve"> كے پسنديدہ اُمور4</w:t>
      </w:r>
    </w:p>
    <w:p w:rsidR="001F628F" w:rsidRDefault="001F628F" w:rsidP="002654A1">
      <w:pPr>
        <w:pStyle w:val="libNormal"/>
        <w:rPr>
          <w:rtl/>
        </w:rPr>
      </w:pPr>
      <w:r>
        <w:rPr>
          <w:rFonts w:hint="eastAsia"/>
          <w:rtl/>
        </w:rPr>
        <w:t>بہشت</w:t>
      </w:r>
      <w:r>
        <w:rPr>
          <w:rtl/>
        </w:rPr>
        <w:t xml:space="preserve"> :</w:t>
      </w:r>
      <w:r>
        <w:rPr>
          <w:rFonts w:hint="eastAsia"/>
          <w:rtl/>
        </w:rPr>
        <w:t>بہشت</w:t>
      </w:r>
      <w:r>
        <w:rPr>
          <w:rtl/>
        </w:rPr>
        <w:t xml:space="preserve"> كى مادى نعمتي</w:t>
      </w:r>
      <w:r w:rsidR="00083993">
        <w:rPr>
          <w:rtl/>
        </w:rPr>
        <w:t xml:space="preserve">ں </w:t>
      </w:r>
      <w:r>
        <w:rPr>
          <w:rtl/>
        </w:rPr>
        <w:t>3;بہشت كى معنوى نعمتي</w:t>
      </w:r>
      <w:r w:rsidR="00083993">
        <w:rPr>
          <w:rtl/>
        </w:rPr>
        <w:t xml:space="preserve">ں </w:t>
      </w:r>
      <w:r>
        <w:rPr>
          <w:rtl/>
        </w:rPr>
        <w:t>3;بہشت مي</w:t>
      </w:r>
      <w:r w:rsidR="00083993">
        <w:rPr>
          <w:rtl/>
        </w:rPr>
        <w:t xml:space="preserve">ں </w:t>
      </w:r>
      <w:r>
        <w:rPr>
          <w:rtl/>
        </w:rPr>
        <w:t>ابدى زندگى 2</w:t>
      </w:r>
    </w:p>
    <w:p w:rsidR="001F628F" w:rsidRDefault="001F628F" w:rsidP="002654A1">
      <w:pPr>
        <w:pStyle w:val="libNormal"/>
        <w:rPr>
          <w:rtl/>
        </w:rPr>
      </w:pPr>
      <w:r>
        <w:rPr>
          <w:rFonts w:hint="eastAsia"/>
          <w:rtl/>
        </w:rPr>
        <w:t>بہشتى</w:t>
      </w:r>
      <w:r>
        <w:rPr>
          <w:rtl/>
        </w:rPr>
        <w:t xml:space="preserve"> لوگ:</w:t>
      </w:r>
      <w:r>
        <w:rPr>
          <w:rFonts w:hint="eastAsia"/>
          <w:rtl/>
        </w:rPr>
        <w:t>اُن</w:t>
      </w:r>
      <w:r>
        <w:rPr>
          <w:rtl/>
        </w:rPr>
        <w:t xml:space="preserve"> كى اسا</w:t>
      </w:r>
      <w:r w:rsidR="009F604A">
        <w:rPr>
          <w:rtl/>
        </w:rPr>
        <w:t>ئش</w:t>
      </w:r>
      <w:r>
        <w:rPr>
          <w:rtl/>
        </w:rPr>
        <w:t xml:space="preserve"> 1،5;اُن كى رفاہ 5</w:t>
      </w:r>
    </w:p>
    <w:p w:rsidR="001F628F" w:rsidRDefault="001F628F" w:rsidP="002654A1">
      <w:pPr>
        <w:pStyle w:val="libNormal"/>
        <w:rPr>
          <w:rtl/>
        </w:rPr>
      </w:pPr>
      <w:r>
        <w:rPr>
          <w:rFonts w:hint="eastAsia"/>
          <w:rtl/>
        </w:rPr>
        <w:t>پسنديدہ</w:t>
      </w:r>
      <w:r>
        <w:rPr>
          <w:rtl/>
        </w:rPr>
        <w:t xml:space="preserve"> اُمور :</w:t>
      </w:r>
      <w:r>
        <w:rPr>
          <w:rFonts w:hint="eastAsia"/>
          <w:rtl/>
        </w:rPr>
        <w:t>ابديت</w:t>
      </w:r>
      <w:r>
        <w:rPr>
          <w:rtl/>
        </w:rPr>
        <w:t xml:space="preserve"> كو پسند كرنا 4;امن كو پسند كرنا 4;سلامتى كو پسند كرنا 4</w:t>
      </w:r>
    </w:p>
    <w:p w:rsidR="001F628F" w:rsidRDefault="001F628F" w:rsidP="002654A1">
      <w:pPr>
        <w:pStyle w:val="libNormal"/>
        <w:rPr>
          <w:rtl/>
        </w:rPr>
      </w:pPr>
      <w:r>
        <w:rPr>
          <w:rFonts w:hint="eastAsia"/>
          <w:rtl/>
        </w:rPr>
        <w:t>ياددہانى</w:t>
      </w:r>
      <w:r>
        <w:rPr>
          <w:rtl/>
        </w:rPr>
        <w:t xml:space="preserve"> :</w:t>
      </w:r>
      <w:r>
        <w:rPr>
          <w:rFonts w:hint="eastAsia"/>
          <w:rtl/>
        </w:rPr>
        <w:t>بہشت</w:t>
      </w:r>
      <w:r>
        <w:rPr>
          <w:rtl/>
        </w:rPr>
        <w:t xml:space="preserve"> مي</w:t>
      </w:r>
      <w:r w:rsidR="00083993">
        <w:rPr>
          <w:rtl/>
        </w:rPr>
        <w:t xml:space="preserve">ں </w:t>
      </w:r>
      <w:r>
        <w:rPr>
          <w:rtl/>
        </w:rPr>
        <w:t>خواہشات پورا ہونے كى ياد دہانى 6</w:t>
      </w:r>
    </w:p>
    <w:p w:rsidR="001F628F" w:rsidRDefault="001F628F" w:rsidP="002654A1">
      <w:pPr>
        <w:pStyle w:val="libNormal"/>
        <w:rPr>
          <w:rtl/>
        </w:rPr>
      </w:pPr>
      <w:r>
        <w:rPr>
          <w:rFonts w:hint="eastAsia"/>
          <w:rtl/>
        </w:rPr>
        <w:t>دين</w:t>
      </w:r>
      <w:r>
        <w:rPr>
          <w:rtl/>
        </w:rPr>
        <w:t xml:space="preserve"> :</w:t>
      </w:r>
      <w:r>
        <w:rPr>
          <w:rFonts w:hint="eastAsia"/>
          <w:rtl/>
        </w:rPr>
        <w:t>دين</w:t>
      </w:r>
      <w:r>
        <w:rPr>
          <w:rtl/>
        </w:rPr>
        <w:t xml:space="preserve"> كى طرف دعوت كا طريقہ 6</w:t>
      </w:r>
    </w:p>
    <w:p w:rsidR="001F628F" w:rsidRDefault="001F628F" w:rsidP="002654A1">
      <w:pPr>
        <w:pStyle w:val="libNormal"/>
        <w:rPr>
          <w:rtl/>
        </w:rPr>
      </w:pPr>
      <w:r>
        <w:rPr>
          <w:rFonts w:hint="eastAsia"/>
          <w:rtl/>
        </w:rPr>
        <w:t>متقين</w:t>
      </w:r>
      <w:r>
        <w:rPr>
          <w:rtl/>
        </w:rPr>
        <w:t xml:space="preserve"> :</w:t>
      </w:r>
      <w:r>
        <w:rPr>
          <w:rFonts w:hint="eastAsia"/>
          <w:rtl/>
        </w:rPr>
        <w:t>متقين</w:t>
      </w:r>
      <w:r>
        <w:rPr>
          <w:rtl/>
        </w:rPr>
        <w:t xml:space="preserve"> بہشت مي</w:t>
      </w:r>
      <w:r w:rsidR="00083993">
        <w:rPr>
          <w:rtl/>
        </w:rPr>
        <w:t xml:space="preserve">ں </w:t>
      </w:r>
      <w:r>
        <w:rPr>
          <w:rtl/>
        </w:rPr>
        <w:t>1،2،5;متقين كيبہشت كى خصوصيات 4</w:t>
      </w:r>
    </w:p>
    <w:p w:rsidR="001F628F" w:rsidRDefault="001F628F" w:rsidP="002654A1">
      <w:pPr>
        <w:pStyle w:val="libNormal"/>
        <w:rPr>
          <w:rtl/>
        </w:rPr>
      </w:pPr>
      <w:r>
        <w:rPr>
          <w:rFonts w:hint="eastAsia"/>
          <w:rtl/>
        </w:rPr>
        <w:t>ہدايت</w:t>
      </w:r>
      <w:r>
        <w:rPr>
          <w:rtl/>
        </w:rPr>
        <w:t xml:space="preserve"> :</w:t>
      </w:r>
      <w:r>
        <w:rPr>
          <w:rFonts w:hint="eastAsia"/>
          <w:rtl/>
        </w:rPr>
        <w:t>ہدايت</w:t>
      </w:r>
      <w:r>
        <w:rPr>
          <w:rtl/>
        </w:rPr>
        <w:t xml:space="preserve"> كا طريقہ 6</w:t>
      </w:r>
    </w:p>
    <w:p w:rsidR="001F628F" w:rsidRDefault="002654A1" w:rsidP="002654A1">
      <w:pPr>
        <w:pStyle w:val="Heading2Center"/>
        <w:rPr>
          <w:rtl/>
        </w:rPr>
      </w:pPr>
      <w:bookmarkStart w:id="95" w:name="_Toc28081773"/>
      <w:r>
        <w:rPr>
          <w:rFonts w:hint="cs"/>
          <w:rtl/>
        </w:rPr>
        <w:t>آیت 49</w:t>
      </w:r>
      <w:bookmarkEnd w:id="95"/>
    </w:p>
    <w:p w:rsidR="001F628F" w:rsidRDefault="00E260F9" w:rsidP="002654A1">
      <w:pPr>
        <w:pStyle w:val="libNormal"/>
        <w:rPr>
          <w:rtl/>
        </w:rPr>
      </w:pPr>
      <w:r w:rsidRPr="00E260F9">
        <w:rPr>
          <w:rStyle w:val="libAlaemChar"/>
          <w:rFonts w:hint="eastAsia"/>
          <w:rtl/>
        </w:rPr>
        <w:t>(</w:t>
      </w:r>
      <w:r w:rsidRPr="002654A1">
        <w:rPr>
          <w:rStyle w:val="libAieChar"/>
          <w:rFonts w:hint="eastAsia"/>
          <w:rtl/>
        </w:rPr>
        <w:t>نَبِّئْ</w:t>
      </w:r>
      <w:r w:rsidRPr="002654A1">
        <w:rPr>
          <w:rStyle w:val="libAieChar"/>
          <w:rtl/>
        </w:rPr>
        <w:t xml:space="preserve"> عِبَادِي أَنِّي أَنَا الْغَفُورُ الرَّحِيمُ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ميرے</w:t>
      </w:r>
      <w:r>
        <w:rPr>
          <w:rtl/>
        </w:rPr>
        <w:t xml:space="preserve"> بندو</w:t>
      </w:r>
      <w:r w:rsidR="00083993">
        <w:rPr>
          <w:rtl/>
        </w:rPr>
        <w:t xml:space="preserve">ں </w:t>
      </w:r>
      <w:r>
        <w:rPr>
          <w:rtl/>
        </w:rPr>
        <w:t>كو خبر كردو كہ مي</w:t>
      </w:r>
      <w:r w:rsidR="00083993">
        <w:rPr>
          <w:rtl/>
        </w:rPr>
        <w:t xml:space="preserve">ں </w:t>
      </w:r>
      <w:r>
        <w:rPr>
          <w:rtl/>
        </w:rPr>
        <w:t>بہت بخشنے والا اور مہربان ہو_</w:t>
      </w:r>
    </w:p>
    <w:p w:rsidR="001F628F" w:rsidRDefault="001F628F" w:rsidP="002654A1">
      <w:pPr>
        <w:pStyle w:val="libNormal"/>
        <w:rPr>
          <w:rtl/>
        </w:rPr>
      </w:pPr>
      <w:r>
        <w:rPr>
          <w:rtl/>
        </w:rPr>
        <w:t xml:space="preserve">1_پيغمبر اسلام </w:t>
      </w:r>
      <w:r w:rsidR="00F031CD" w:rsidRPr="00F031CD">
        <w:rPr>
          <w:rStyle w:val="libAlaemChar"/>
          <w:rtl/>
        </w:rPr>
        <w:t xml:space="preserve"> صلى‌الله‌عليه‌وآله‌وسلم </w:t>
      </w:r>
      <w:r>
        <w:rPr>
          <w:rtl/>
        </w:rPr>
        <w:t xml:space="preserve"> كا فريضہ ہے كہ اپ </w:t>
      </w:r>
      <w:r w:rsidR="00F031CD" w:rsidRPr="00F031CD">
        <w:rPr>
          <w:rStyle w:val="libAlaemChar"/>
          <w:rtl/>
        </w:rPr>
        <w:t xml:space="preserve"> صلى‌الله‌عليه‌وآله‌وسلم </w:t>
      </w:r>
      <w:r>
        <w:rPr>
          <w:rtl/>
        </w:rPr>
        <w:t xml:space="preserve"> بندو</w:t>
      </w:r>
      <w:r w:rsidR="00083993">
        <w:rPr>
          <w:rtl/>
        </w:rPr>
        <w:t xml:space="preserve">ں </w:t>
      </w:r>
      <w:r>
        <w:rPr>
          <w:rtl/>
        </w:rPr>
        <w:t>كو خداوندمتعال كى مغفرت،رحمت اور مہربانى كے بارے مي</w:t>
      </w:r>
      <w:r w:rsidR="00083993">
        <w:rPr>
          <w:rtl/>
        </w:rPr>
        <w:t xml:space="preserve">ں </w:t>
      </w:r>
      <w:r>
        <w:rPr>
          <w:rtl/>
        </w:rPr>
        <w:t>خبر دي</w:t>
      </w:r>
      <w:r w:rsidR="00083993">
        <w:rPr>
          <w:rtl/>
        </w:rPr>
        <w:t xml:space="preserve">ں </w:t>
      </w:r>
      <w:r>
        <w:rPr>
          <w:rtl/>
        </w:rPr>
        <w:t>_</w:t>
      </w:r>
      <w:r w:rsidRPr="002654A1">
        <w:rPr>
          <w:rStyle w:val="libArabicChar"/>
          <w:rFonts w:hint="eastAsia"/>
          <w:rtl/>
        </w:rPr>
        <w:t>نبّي</w:t>
      </w:r>
      <w:r w:rsidRPr="002654A1">
        <w:rPr>
          <w:rStyle w:val="libArabicChar"/>
          <w:rtl/>
        </w:rPr>
        <w:t xml:space="preserve"> عبادى ا نى ا نا الغفور الرحيم</w:t>
      </w:r>
    </w:p>
    <w:p w:rsidR="001F628F" w:rsidRDefault="001F628F" w:rsidP="001F628F">
      <w:pPr>
        <w:pStyle w:val="libNormal"/>
        <w:rPr>
          <w:rtl/>
        </w:rPr>
      </w:pPr>
      <w:r>
        <w:rPr>
          <w:rtl/>
        </w:rPr>
        <w:t>2_خطا كار اور گناہگار بندو</w:t>
      </w:r>
      <w:r w:rsidR="00083993">
        <w:rPr>
          <w:rtl/>
        </w:rPr>
        <w:t xml:space="preserve">ں </w:t>
      </w:r>
      <w:r>
        <w:rPr>
          <w:rtl/>
        </w:rPr>
        <w:t xml:space="preserve">كو خداوند متعال كى رحمت اور مغفرت سے اگاہ كرنا ،پيغمبر اكرم </w:t>
      </w:r>
      <w:r w:rsidR="00F031CD" w:rsidRPr="00F031CD">
        <w:rPr>
          <w:rStyle w:val="libAlaemChar"/>
          <w:rtl/>
        </w:rPr>
        <w:t xml:space="preserve"> صلى‌الله‌عليه‌وآله‌وسلم </w:t>
      </w:r>
      <w:r>
        <w:rPr>
          <w:rtl/>
        </w:rPr>
        <w:t xml:space="preserve"> كى ذمہ دارى ہے_</w:t>
      </w:r>
    </w:p>
    <w:p w:rsidR="001F628F" w:rsidRDefault="001F628F" w:rsidP="002654A1">
      <w:pPr>
        <w:pStyle w:val="libArabic"/>
        <w:rPr>
          <w:rtl/>
        </w:rPr>
      </w:pPr>
      <w:r>
        <w:rPr>
          <w:rFonts w:hint="eastAsia"/>
          <w:rtl/>
        </w:rPr>
        <w:t>نبّي</w:t>
      </w:r>
      <w:r>
        <w:rPr>
          <w:rtl/>
        </w:rPr>
        <w:t xml:space="preserve"> عبادى ا نى ا نا الغفور الرحيم</w:t>
      </w:r>
    </w:p>
    <w:p w:rsidR="001F628F" w:rsidRDefault="001F628F" w:rsidP="001F628F">
      <w:pPr>
        <w:pStyle w:val="libNormal"/>
        <w:rPr>
          <w:rtl/>
        </w:rPr>
      </w:pPr>
      <w:r>
        <w:rPr>
          <w:rtl/>
        </w:rPr>
        <w:t>''غفران''اور ''مغفرت '' كا استعمال اصولاًوہا</w:t>
      </w:r>
      <w:r w:rsidR="00083993">
        <w:rPr>
          <w:rtl/>
        </w:rPr>
        <w:t xml:space="preserve">ں </w:t>
      </w:r>
      <w:r>
        <w:rPr>
          <w:rtl/>
        </w:rPr>
        <w:t>ہوتا ہے كہ جہا</w:t>
      </w:r>
      <w:r w:rsidR="00083993">
        <w:rPr>
          <w:rtl/>
        </w:rPr>
        <w:t xml:space="preserve">ں </w:t>
      </w:r>
      <w:r>
        <w:rPr>
          <w:rtl/>
        </w:rPr>
        <w:t>خطا اور لغزش ہواس لئے ممكن ہے كہ ''عبادى '' سے و ہ بندے</w:t>
      </w:r>
    </w:p>
    <w:p w:rsidR="002654A1" w:rsidRDefault="001E7F9D" w:rsidP="00F73EDE">
      <w:pPr>
        <w:pStyle w:val="libPoemTini"/>
        <w:rPr>
          <w:rtl/>
        </w:rPr>
      </w:pPr>
      <w:r>
        <w:rPr>
          <w:rtl/>
        </w:rPr>
        <w:br w:type="page"/>
      </w:r>
    </w:p>
    <w:p w:rsidR="001F628F" w:rsidRDefault="001F628F" w:rsidP="002654A1">
      <w:pPr>
        <w:pStyle w:val="libNormal"/>
        <w:rPr>
          <w:rtl/>
        </w:rPr>
      </w:pPr>
      <w:r>
        <w:rPr>
          <w:rFonts w:hint="eastAsia"/>
          <w:rtl/>
        </w:rPr>
        <w:lastRenderedPageBreak/>
        <w:t>مراد</w:t>
      </w:r>
      <w:r>
        <w:rPr>
          <w:rtl/>
        </w:rPr>
        <w:t xml:space="preserve"> ہو</w:t>
      </w:r>
      <w:r w:rsidR="00083993">
        <w:rPr>
          <w:rtl/>
        </w:rPr>
        <w:t xml:space="preserve">ں </w:t>
      </w:r>
      <w:r>
        <w:rPr>
          <w:rtl/>
        </w:rPr>
        <w:t>جو گناہ اور خطا كے مرتكب ہو ئے ہي</w:t>
      </w:r>
      <w:r w:rsidR="00083993">
        <w:rPr>
          <w:rtl/>
        </w:rPr>
        <w:t xml:space="preserve">ں </w:t>
      </w:r>
      <w:r>
        <w:rPr>
          <w:rtl/>
        </w:rPr>
        <w:t>_</w:t>
      </w:r>
    </w:p>
    <w:p w:rsidR="001F628F" w:rsidRDefault="001F628F" w:rsidP="002654A1">
      <w:pPr>
        <w:pStyle w:val="libNormal"/>
        <w:rPr>
          <w:rtl/>
        </w:rPr>
      </w:pPr>
      <w:r>
        <w:rPr>
          <w:rtl/>
        </w:rPr>
        <w:t>3_خداوند متعال غفور (بخشنے والا) اور رحيم (مہربان ) ہے_</w:t>
      </w:r>
      <w:r w:rsidRPr="002654A1">
        <w:rPr>
          <w:rStyle w:val="libArabicChar"/>
          <w:rFonts w:hint="eastAsia"/>
          <w:rtl/>
        </w:rPr>
        <w:t>ا</w:t>
      </w:r>
      <w:r w:rsidRPr="002654A1">
        <w:rPr>
          <w:rStyle w:val="libArabicChar"/>
          <w:rtl/>
        </w:rPr>
        <w:t xml:space="preserve"> نا الغفور الرحيم</w:t>
      </w:r>
    </w:p>
    <w:p w:rsidR="001F628F" w:rsidRDefault="001F628F" w:rsidP="002654A1">
      <w:pPr>
        <w:pStyle w:val="libNormal"/>
        <w:rPr>
          <w:rtl/>
        </w:rPr>
      </w:pPr>
      <w:r>
        <w:rPr>
          <w:rtl/>
        </w:rPr>
        <w:t>4_خداوند متعال كى مغفرت ،اُس كى رحمت و مہربانى كے ہمراہ ہے _</w:t>
      </w:r>
      <w:r w:rsidRPr="002654A1">
        <w:rPr>
          <w:rStyle w:val="libArabicChar"/>
          <w:rFonts w:hint="eastAsia"/>
          <w:rtl/>
        </w:rPr>
        <w:t>ا</w:t>
      </w:r>
      <w:r w:rsidRPr="002654A1">
        <w:rPr>
          <w:rStyle w:val="libArabicChar"/>
          <w:rtl/>
        </w:rPr>
        <w:t xml:space="preserve"> نا الغفور الرحيم</w:t>
      </w:r>
    </w:p>
    <w:p w:rsidR="001F628F" w:rsidRDefault="001F628F" w:rsidP="001F628F">
      <w:pPr>
        <w:pStyle w:val="libNormal"/>
        <w:rPr>
          <w:rtl/>
        </w:rPr>
      </w:pPr>
      <w:r>
        <w:rPr>
          <w:rFonts w:hint="eastAsia"/>
          <w:rtl/>
        </w:rPr>
        <w:t>مندرجہ</w:t>
      </w:r>
      <w:r>
        <w:rPr>
          <w:rtl/>
        </w:rPr>
        <w:t xml:space="preserve"> بالا مطلب اس نكتے كى بنا پر اخذ كيا گيا ہے كہ جب ''الرحيم ''،''الغفور '' كے لئے صفت ہو_</w:t>
      </w:r>
    </w:p>
    <w:p w:rsidR="001F628F" w:rsidRDefault="001F628F" w:rsidP="001F628F">
      <w:pPr>
        <w:pStyle w:val="libNormal"/>
        <w:rPr>
          <w:rtl/>
        </w:rPr>
      </w:pPr>
      <w:r>
        <w:rPr>
          <w:rtl/>
        </w:rPr>
        <w:t>5_بندو</w:t>
      </w:r>
      <w:r w:rsidR="00083993">
        <w:rPr>
          <w:rtl/>
        </w:rPr>
        <w:t xml:space="preserve">ں </w:t>
      </w:r>
      <w:r>
        <w:rPr>
          <w:rtl/>
        </w:rPr>
        <w:t>كو خداوند متعال كى مغفرت اور رحمت سے اگاہ كرنا اور اس كے بارے مي</w:t>
      </w:r>
      <w:r w:rsidR="00083993">
        <w:rPr>
          <w:rtl/>
        </w:rPr>
        <w:t xml:space="preserve">ں </w:t>
      </w:r>
      <w:r>
        <w:rPr>
          <w:rtl/>
        </w:rPr>
        <w:t>اگاہى ركھنا ، انتہائي اہم ہے_</w:t>
      </w:r>
    </w:p>
    <w:p w:rsidR="001F628F" w:rsidRDefault="001F628F" w:rsidP="002654A1">
      <w:pPr>
        <w:pStyle w:val="libArabic"/>
        <w:rPr>
          <w:rtl/>
        </w:rPr>
      </w:pPr>
      <w:r>
        <w:rPr>
          <w:rFonts w:hint="eastAsia"/>
          <w:rtl/>
        </w:rPr>
        <w:t>نبّي</w:t>
      </w:r>
      <w:r>
        <w:rPr>
          <w:rtl/>
        </w:rPr>
        <w:t xml:space="preserve"> عبادى ا نى ا نا الغفور الرحيم</w:t>
      </w:r>
    </w:p>
    <w:p w:rsidR="001F628F" w:rsidRDefault="001F628F" w:rsidP="001F628F">
      <w:pPr>
        <w:pStyle w:val="libNormal"/>
        <w:rPr>
          <w:rtl/>
        </w:rPr>
      </w:pPr>
      <w:r>
        <w:rPr>
          <w:rFonts w:hint="eastAsia"/>
          <w:rtl/>
        </w:rPr>
        <w:t>لغت</w:t>
      </w:r>
      <w:r>
        <w:rPr>
          <w:rtl/>
        </w:rPr>
        <w:t xml:space="preserve"> كى كتابو</w:t>
      </w:r>
      <w:r w:rsidR="00083993">
        <w:rPr>
          <w:rtl/>
        </w:rPr>
        <w:t xml:space="preserve">ں </w:t>
      </w:r>
      <w:r>
        <w:rPr>
          <w:rtl/>
        </w:rPr>
        <w:t>مي</w:t>
      </w:r>
      <w:r w:rsidR="00083993">
        <w:rPr>
          <w:rtl/>
        </w:rPr>
        <w:t xml:space="preserve">ں </w:t>
      </w:r>
      <w:r>
        <w:rPr>
          <w:rtl/>
        </w:rPr>
        <w:t>جو كچھ بيان ہوا ہے اس كے مطابق ''نبائ'' فعل ''نبى '' سے اسم مصدر ہے جس كا معنى '' خبر ''ہے _اور يہ لفظ ايسى خبرو</w:t>
      </w:r>
      <w:r w:rsidR="00083993">
        <w:rPr>
          <w:rtl/>
        </w:rPr>
        <w:t xml:space="preserve">ں </w:t>
      </w:r>
      <w:r>
        <w:rPr>
          <w:rtl/>
        </w:rPr>
        <w:t>كے لئے استعمال ہوتا ہے جو اہميت اور عظيم فائدے كى حامل ہوتى ہي</w:t>
      </w:r>
      <w:r w:rsidR="00083993">
        <w:rPr>
          <w:rtl/>
        </w:rPr>
        <w:t xml:space="preserve">ں </w:t>
      </w:r>
      <w:r>
        <w:rPr>
          <w:rtl/>
        </w:rPr>
        <w:t>_</w:t>
      </w:r>
    </w:p>
    <w:p w:rsidR="001F628F" w:rsidRDefault="001F628F" w:rsidP="002654A1">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ذمہ دارى 1،2</w:t>
      </w:r>
    </w:p>
    <w:p w:rsidR="001F628F" w:rsidRDefault="001F628F" w:rsidP="002654A1">
      <w:pPr>
        <w:pStyle w:val="libNormal"/>
        <w:rPr>
          <w:rtl/>
        </w:rPr>
      </w:pPr>
      <w:r>
        <w:rPr>
          <w:rFonts w:hint="eastAsia"/>
          <w:rtl/>
        </w:rPr>
        <w:t>اسما</w:t>
      </w:r>
      <w:r>
        <w:rPr>
          <w:rtl/>
        </w:rPr>
        <w:t xml:space="preserve"> و صفات:</w:t>
      </w:r>
      <w:r>
        <w:rPr>
          <w:rFonts w:hint="eastAsia"/>
          <w:rtl/>
        </w:rPr>
        <w:t>رحيم</w:t>
      </w:r>
      <w:r>
        <w:rPr>
          <w:rtl/>
        </w:rPr>
        <w:t xml:space="preserve"> 3;غفور 3</w:t>
      </w:r>
    </w:p>
    <w:p w:rsidR="001F628F" w:rsidRDefault="001F628F" w:rsidP="002654A1">
      <w:pPr>
        <w:pStyle w:val="libNormal"/>
        <w:rPr>
          <w:rtl/>
        </w:rPr>
      </w:pPr>
      <w:r>
        <w:rPr>
          <w:rFonts w:hint="eastAsia"/>
          <w:rtl/>
        </w:rPr>
        <w:t>الله</w:t>
      </w:r>
      <w:r>
        <w:rPr>
          <w:rtl/>
        </w:rPr>
        <w:t xml:space="preserve"> تعالى :</w:t>
      </w:r>
      <w:r>
        <w:rPr>
          <w:rFonts w:hint="eastAsia"/>
          <w:rtl/>
        </w:rPr>
        <w:t>الله</w:t>
      </w:r>
      <w:r>
        <w:rPr>
          <w:rtl/>
        </w:rPr>
        <w:t xml:space="preserve"> تعالى كى رحمت 4;الله تعالى كى مغفرت كا اعلان 1;الله تعالى كى رحمت كے اعلان كى اہميت1،5;الله تعالى كى رحمت كا اعلان 1;الله تعالى كى مہربانى كا اعلان 1;الله تعالى كى مغفرتو</w:t>
      </w:r>
      <w:r w:rsidR="00083993">
        <w:rPr>
          <w:rtl/>
        </w:rPr>
        <w:t xml:space="preserve">ں </w:t>
      </w:r>
      <w:r>
        <w:rPr>
          <w:rtl/>
        </w:rPr>
        <w:t>كے اعلان كى اہميت 1،5;الله تعالى كى مغفرتو</w:t>
      </w:r>
      <w:r w:rsidR="00083993">
        <w:rPr>
          <w:rtl/>
        </w:rPr>
        <w:t xml:space="preserve">ں </w:t>
      </w:r>
      <w:r>
        <w:rPr>
          <w:rtl/>
        </w:rPr>
        <w:t>كى خصوصيات 4</w:t>
      </w:r>
    </w:p>
    <w:p w:rsidR="001F628F" w:rsidRDefault="001F628F" w:rsidP="002654A1">
      <w:pPr>
        <w:pStyle w:val="libNormal"/>
        <w:rPr>
          <w:rtl/>
        </w:rPr>
      </w:pPr>
      <w:r>
        <w:rPr>
          <w:rFonts w:hint="eastAsia"/>
          <w:rtl/>
        </w:rPr>
        <w:t>اُميدواري</w:t>
      </w:r>
      <w:r>
        <w:rPr>
          <w:rtl/>
        </w:rPr>
        <w:t>:</w:t>
      </w:r>
      <w:r>
        <w:rPr>
          <w:rFonts w:hint="eastAsia"/>
          <w:rtl/>
        </w:rPr>
        <w:t>رحمت</w:t>
      </w:r>
      <w:r>
        <w:rPr>
          <w:rtl/>
        </w:rPr>
        <w:t xml:space="preserve"> خدا سے اُميد وارى كى اہميت2;مغفرت خدا سے اُميد وارى كى اہميت 2</w:t>
      </w:r>
    </w:p>
    <w:p w:rsidR="001F628F" w:rsidRDefault="001F628F" w:rsidP="002654A1">
      <w:pPr>
        <w:pStyle w:val="libNormal"/>
        <w:rPr>
          <w:rtl/>
        </w:rPr>
      </w:pPr>
      <w:r>
        <w:rPr>
          <w:rFonts w:hint="eastAsia"/>
          <w:rtl/>
        </w:rPr>
        <w:t>گناہگار</w:t>
      </w:r>
      <w:r>
        <w:rPr>
          <w:rtl/>
        </w:rPr>
        <w:t xml:space="preserve"> لوگ:</w:t>
      </w:r>
      <w:r>
        <w:rPr>
          <w:rFonts w:hint="eastAsia"/>
          <w:rtl/>
        </w:rPr>
        <w:t>گناہگارو</w:t>
      </w:r>
      <w:r w:rsidR="00083993">
        <w:rPr>
          <w:rFonts w:hint="eastAsia"/>
          <w:rtl/>
        </w:rPr>
        <w:t xml:space="preserve">ں </w:t>
      </w:r>
      <w:r>
        <w:rPr>
          <w:rtl/>
        </w:rPr>
        <w:t>كى اُميدوارى كى اہميت 2،5</w:t>
      </w:r>
    </w:p>
    <w:p w:rsidR="002654A1" w:rsidRDefault="001E7F9D" w:rsidP="00F73EDE">
      <w:pPr>
        <w:pStyle w:val="libPoemTini"/>
        <w:rPr>
          <w:rtl/>
        </w:rPr>
      </w:pPr>
      <w:r>
        <w:rPr>
          <w:rtl/>
        </w:rPr>
        <w:br w:type="page"/>
      </w:r>
    </w:p>
    <w:p w:rsidR="002654A1" w:rsidRDefault="002654A1" w:rsidP="002654A1">
      <w:pPr>
        <w:pStyle w:val="Heading2Center"/>
        <w:rPr>
          <w:rtl/>
        </w:rPr>
      </w:pPr>
      <w:bookmarkStart w:id="96" w:name="_Toc28081774"/>
      <w:r>
        <w:rPr>
          <w:rFonts w:hint="cs"/>
          <w:rtl/>
        </w:rPr>
        <w:lastRenderedPageBreak/>
        <w:t>آیت 50</w:t>
      </w:r>
      <w:bookmarkEnd w:id="96"/>
    </w:p>
    <w:p w:rsidR="001F628F" w:rsidRDefault="00E260F9" w:rsidP="002654A1">
      <w:pPr>
        <w:pStyle w:val="libNormal"/>
        <w:rPr>
          <w:rtl/>
        </w:rPr>
      </w:pPr>
      <w:r w:rsidRPr="00E260F9">
        <w:rPr>
          <w:rStyle w:val="libAlaemChar"/>
          <w:rFonts w:hint="eastAsia"/>
          <w:rtl/>
        </w:rPr>
        <w:t>(</w:t>
      </w:r>
      <w:r w:rsidRPr="002654A1">
        <w:rPr>
          <w:rStyle w:val="libAieChar"/>
          <w:rFonts w:hint="eastAsia"/>
          <w:rtl/>
        </w:rPr>
        <w:t>وَ</w:t>
      </w:r>
      <w:r w:rsidRPr="002654A1">
        <w:rPr>
          <w:rStyle w:val="libAieChar"/>
          <w:rtl/>
        </w:rPr>
        <w:t xml:space="preserve"> أَنَّ عَذَابِي هُوَ الْعَذَابُ الأَلِيمَ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ميرا عذاب بھى بڑا دردناك عذاب ہے _</w:t>
      </w:r>
    </w:p>
    <w:p w:rsidR="001F628F" w:rsidRDefault="001F628F" w:rsidP="001F628F">
      <w:pPr>
        <w:pStyle w:val="libNormal"/>
        <w:rPr>
          <w:rtl/>
        </w:rPr>
      </w:pPr>
      <w:r>
        <w:rPr>
          <w:rtl/>
        </w:rPr>
        <w:t xml:space="preserve">1_پيغمبر اسلام </w:t>
      </w:r>
      <w:r w:rsidR="00F031CD" w:rsidRPr="00F031CD">
        <w:rPr>
          <w:rStyle w:val="libAlaemChar"/>
          <w:rtl/>
        </w:rPr>
        <w:t xml:space="preserve"> صلى‌الله‌عليه‌وآله‌وسلم </w:t>
      </w:r>
      <w:r>
        <w:rPr>
          <w:rtl/>
        </w:rPr>
        <w:t xml:space="preserve"> كا فريضہ ہے كہ اپ</w:t>
      </w:r>
      <w:r w:rsidR="00F031CD" w:rsidRPr="00F031CD">
        <w:rPr>
          <w:rStyle w:val="libAlaemChar"/>
          <w:rtl/>
        </w:rPr>
        <w:t xml:space="preserve"> صلى‌الله‌عليه‌وآله‌وسلم </w:t>
      </w:r>
      <w:r>
        <w:rPr>
          <w:rtl/>
        </w:rPr>
        <w:t xml:space="preserve"> بندو</w:t>
      </w:r>
      <w:r w:rsidR="00083993">
        <w:rPr>
          <w:rtl/>
        </w:rPr>
        <w:t xml:space="preserve">ں </w:t>
      </w:r>
      <w:r>
        <w:rPr>
          <w:rtl/>
        </w:rPr>
        <w:t>كو خداوند متعال كے درد ناك عذاب كے بارے مي</w:t>
      </w:r>
      <w:r w:rsidR="00083993">
        <w:rPr>
          <w:rtl/>
        </w:rPr>
        <w:t xml:space="preserve">ں </w:t>
      </w:r>
      <w:r>
        <w:rPr>
          <w:rtl/>
        </w:rPr>
        <w:t>خبر دي</w:t>
      </w:r>
      <w:r w:rsidR="00083993">
        <w:rPr>
          <w:rtl/>
        </w:rPr>
        <w:t xml:space="preserve">ں </w:t>
      </w:r>
      <w:r>
        <w:rPr>
          <w:rtl/>
        </w:rPr>
        <w:t>_</w:t>
      </w:r>
    </w:p>
    <w:p w:rsidR="001F628F" w:rsidRDefault="001F628F" w:rsidP="002654A1">
      <w:pPr>
        <w:pStyle w:val="libArabic"/>
        <w:rPr>
          <w:rtl/>
        </w:rPr>
      </w:pPr>
      <w:r>
        <w:rPr>
          <w:rFonts w:hint="eastAsia"/>
          <w:rtl/>
        </w:rPr>
        <w:t>وا</w:t>
      </w:r>
      <w:r>
        <w:rPr>
          <w:rtl/>
        </w:rPr>
        <w:t xml:space="preserve">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F628F">
      <w:pPr>
        <w:pStyle w:val="libNormal"/>
        <w:rPr>
          <w:rtl/>
        </w:rPr>
      </w:pPr>
      <w:r>
        <w:rPr>
          <w:rtl/>
        </w:rPr>
        <w:t>2_قران كے ہدايت اور تربيت كے طريقو</w:t>
      </w:r>
      <w:r w:rsidR="00083993">
        <w:rPr>
          <w:rtl/>
        </w:rPr>
        <w:t xml:space="preserve">ں </w:t>
      </w:r>
      <w:r>
        <w:rPr>
          <w:rtl/>
        </w:rPr>
        <w:t>مي</w:t>
      </w:r>
      <w:r w:rsidR="00083993">
        <w:rPr>
          <w:rtl/>
        </w:rPr>
        <w:t xml:space="preserve">ں </w:t>
      </w:r>
      <w:r>
        <w:rPr>
          <w:rtl/>
        </w:rPr>
        <w:t>سے ايك انسان مي</w:t>
      </w:r>
      <w:r w:rsidR="00083993">
        <w:rPr>
          <w:rtl/>
        </w:rPr>
        <w:t xml:space="preserve">ں </w:t>
      </w:r>
      <w:r>
        <w:rPr>
          <w:rtl/>
        </w:rPr>
        <w:t>خوف و رجا ء اور اُميد و بيم كى كيفيت پيدا كرنا ہے_</w:t>
      </w:r>
    </w:p>
    <w:p w:rsidR="001F628F" w:rsidRDefault="001F628F" w:rsidP="002654A1">
      <w:pPr>
        <w:pStyle w:val="libArabic"/>
        <w:rPr>
          <w:rtl/>
        </w:rPr>
      </w:pPr>
      <w:r>
        <w:rPr>
          <w:rFonts w:hint="eastAsia"/>
          <w:rtl/>
        </w:rPr>
        <w:t>نبّي</w:t>
      </w:r>
      <w:r>
        <w:rPr>
          <w:rtl/>
        </w:rPr>
        <w:t xml:space="preserve"> عبادى ا نى ا نا الغفور الرحيم_وا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F628F">
      <w:pPr>
        <w:pStyle w:val="libNormal"/>
        <w:rPr>
          <w:rtl/>
        </w:rPr>
      </w:pPr>
      <w:r>
        <w:rPr>
          <w:rtl/>
        </w:rPr>
        <w:t>3_تربيت اور ہدايت كے سلسلے مي</w:t>
      </w:r>
      <w:r w:rsidR="00083993">
        <w:rPr>
          <w:rtl/>
        </w:rPr>
        <w:t xml:space="preserve">ں </w:t>
      </w:r>
      <w:r>
        <w:rPr>
          <w:rtl/>
        </w:rPr>
        <w:t>اُميدواربنانا ، ڈرانے اور خوف دلانے پر مقدم ہونا چاہيے_</w:t>
      </w:r>
    </w:p>
    <w:p w:rsidR="001F628F" w:rsidRDefault="001F628F" w:rsidP="002654A1">
      <w:pPr>
        <w:pStyle w:val="libArabic"/>
        <w:rPr>
          <w:rtl/>
        </w:rPr>
      </w:pPr>
      <w:r>
        <w:rPr>
          <w:rFonts w:hint="eastAsia"/>
          <w:rtl/>
        </w:rPr>
        <w:t>نبّي</w:t>
      </w:r>
      <w:r>
        <w:rPr>
          <w:rtl/>
        </w:rPr>
        <w:t xml:space="preserve"> عبادى ا نى ا نا الغفور الرحيم_وا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F628F">
      <w:pPr>
        <w:pStyle w:val="libNormal"/>
        <w:rPr>
          <w:rtl/>
        </w:rPr>
      </w:pPr>
      <w:r>
        <w:rPr>
          <w:rFonts w:hint="eastAsia"/>
          <w:rtl/>
        </w:rPr>
        <w:t>مندرجہ</w:t>
      </w:r>
      <w:r>
        <w:rPr>
          <w:rtl/>
        </w:rPr>
        <w:t xml:space="preserve"> بالاايت مي</w:t>
      </w:r>
      <w:r w:rsidR="00083993">
        <w:rPr>
          <w:rtl/>
        </w:rPr>
        <w:t xml:space="preserve">ں </w:t>
      </w:r>
      <w:r>
        <w:rPr>
          <w:rtl/>
        </w:rPr>
        <w:t>''عذاب اليم ''پر خداوند متعال كى دو صفات ''غفور '' اور ''رحيم '' كو مقدم كرنا ہو سكتا ہے مذكورہ نكتے كى جانب اشارہ ہو_</w:t>
      </w:r>
    </w:p>
    <w:p w:rsidR="001F628F" w:rsidRDefault="001F628F" w:rsidP="001F628F">
      <w:pPr>
        <w:pStyle w:val="libNormal"/>
        <w:rPr>
          <w:rtl/>
        </w:rPr>
      </w:pPr>
      <w:r>
        <w:rPr>
          <w:rtl/>
        </w:rPr>
        <w:t>4_خدا وند متعال كى مہربانى اور رحمت كا اُس كے غضب اور عذاب پر مقدم ہونا _</w:t>
      </w:r>
    </w:p>
    <w:p w:rsidR="001F628F" w:rsidRDefault="001F628F" w:rsidP="002654A1">
      <w:pPr>
        <w:pStyle w:val="libArabic"/>
        <w:rPr>
          <w:rtl/>
        </w:rPr>
      </w:pPr>
      <w:r>
        <w:rPr>
          <w:rFonts w:hint="eastAsia"/>
          <w:rtl/>
        </w:rPr>
        <w:t>نبّي</w:t>
      </w:r>
      <w:r>
        <w:rPr>
          <w:rtl/>
        </w:rPr>
        <w:t xml:space="preserve"> عبادى ا نى ا نا الغفور الرحيم_وا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F628F">
      <w:pPr>
        <w:pStyle w:val="libNormal"/>
        <w:rPr>
          <w:rtl/>
        </w:rPr>
      </w:pPr>
      <w:r>
        <w:rPr>
          <w:rFonts w:hint="eastAsia"/>
          <w:rtl/>
        </w:rPr>
        <w:t>يہ</w:t>
      </w:r>
      <w:r>
        <w:rPr>
          <w:rtl/>
        </w:rPr>
        <w:t xml:space="preserve"> جو خدا وند متعال نے پيغمبر اكرم </w:t>
      </w:r>
      <w:r w:rsidR="00F031CD" w:rsidRPr="00F031CD">
        <w:rPr>
          <w:rStyle w:val="libAlaemChar"/>
          <w:rtl/>
        </w:rPr>
        <w:t xml:space="preserve"> صلى‌الله‌عليه‌وآله‌وسلم </w:t>
      </w:r>
      <w:r>
        <w:rPr>
          <w:rtl/>
        </w:rPr>
        <w:t xml:space="preserve"> كو نصيحت كرتے ہوئے پہلے اپنى مغفرت اور رحمت كا اور اس كے بعد اپنے عذاب كا ذكر كيا ہے_ہوسكتا ہے اس بات كى طرف اشارہ ہو كہ خدا وند متعال كى رحمت اور مغفرت ہميشہ اُس كے غضب اور عذاب پر مقدم ہوتى ہے_</w:t>
      </w:r>
    </w:p>
    <w:p w:rsidR="001F628F" w:rsidRDefault="001F628F" w:rsidP="001F628F">
      <w:pPr>
        <w:pStyle w:val="libNormal"/>
        <w:rPr>
          <w:rtl/>
        </w:rPr>
      </w:pPr>
      <w:r>
        <w:rPr>
          <w:rtl/>
        </w:rPr>
        <w:t>5_خداوند متعال كى مہربانى اور غضب ،ہر قسم كى مہربانى اور غضب سے بالا تر ہے_</w:t>
      </w:r>
    </w:p>
    <w:p w:rsidR="001F628F" w:rsidRDefault="001F628F" w:rsidP="002654A1">
      <w:pPr>
        <w:pStyle w:val="libArabic"/>
        <w:rPr>
          <w:rtl/>
        </w:rPr>
      </w:pPr>
      <w:r>
        <w:rPr>
          <w:rFonts w:hint="eastAsia"/>
          <w:rtl/>
        </w:rPr>
        <w:t>نبّي</w:t>
      </w:r>
      <w:r>
        <w:rPr>
          <w:rtl/>
        </w:rPr>
        <w:t xml:space="preserve"> عبادى ا نى ا نا الغفور الرحيم_وا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45525">
      <w:pPr>
        <w:pStyle w:val="libNormal"/>
        <w:rPr>
          <w:rtl/>
        </w:rPr>
      </w:pPr>
      <w:r>
        <w:rPr>
          <w:rFonts w:hint="eastAsia"/>
          <w:rtl/>
        </w:rPr>
        <w:t>جملہ</w:t>
      </w:r>
      <w:r>
        <w:rPr>
          <w:rtl/>
        </w:rPr>
        <w:t xml:space="preserve"> ہائے اسميہ </w:t>
      </w:r>
      <w:r w:rsidRPr="002654A1">
        <w:rPr>
          <w:rStyle w:val="libArabicChar"/>
          <w:rtl/>
        </w:rPr>
        <w:t>''انّى انا___''</w:t>
      </w:r>
      <w:r>
        <w:rPr>
          <w:rtl/>
        </w:rPr>
        <w:t xml:space="preserve"> اور </w:t>
      </w:r>
      <w:r w:rsidRPr="002654A1">
        <w:rPr>
          <w:rStyle w:val="libArabicChar"/>
          <w:rtl/>
        </w:rPr>
        <w:t>''ان عذابي__''</w:t>
      </w:r>
      <w:r>
        <w:rPr>
          <w:rtl/>
        </w:rPr>
        <w:t xml:space="preserve"> كے ساتھ حرف تاكيد اور ضمير فصل اور خبر مي</w:t>
      </w:r>
      <w:r w:rsidR="00083993">
        <w:rPr>
          <w:rtl/>
        </w:rPr>
        <w:t xml:space="preserve">ں </w:t>
      </w:r>
      <w:r>
        <w:rPr>
          <w:rtl/>
        </w:rPr>
        <w:t xml:space="preserve">لام لانے سے بہت زيادہ تاكيد حاصل </w:t>
      </w:r>
    </w:p>
    <w:p w:rsidR="00145525" w:rsidRDefault="001E7F9D" w:rsidP="00F73EDE">
      <w:pPr>
        <w:pStyle w:val="libPoemTini"/>
        <w:rPr>
          <w:rtl/>
        </w:rPr>
      </w:pPr>
      <w:r>
        <w:rPr>
          <w:rtl/>
        </w:rPr>
        <w:br w:type="page"/>
      </w:r>
    </w:p>
    <w:p w:rsidR="001F628F" w:rsidRDefault="00145525" w:rsidP="00145525">
      <w:pPr>
        <w:pStyle w:val="libNormal"/>
        <w:rPr>
          <w:rtl/>
        </w:rPr>
      </w:pPr>
      <w:r>
        <w:rPr>
          <w:rFonts w:hint="cs"/>
          <w:rtl/>
        </w:rPr>
        <w:lastRenderedPageBreak/>
        <w:t>ہ</w:t>
      </w:r>
      <w:r w:rsidR="001F628F">
        <w:rPr>
          <w:rFonts w:hint="eastAsia"/>
          <w:rtl/>
        </w:rPr>
        <w:t>وتى</w:t>
      </w:r>
      <w:r w:rsidR="001F628F">
        <w:rPr>
          <w:rtl/>
        </w:rPr>
        <w:t xml:space="preserve"> ہے اور اس سے يہ نكتہ اخذ ہوتا ہے كہ خداوند متعال كى مغفرت و رحمت (مہرباني)اور عذاب اس طرح وقوع پذير ہوتے ہي</w:t>
      </w:r>
      <w:r w:rsidR="00083993">
        <w:rPr>
          <w:rtl/>
        </w:rPr>
        <w:t xml:space="preserve">ں </w:t>
      </w:r>
      <w:r w:rsidR="001F628F">
        <w:rPr>
          <w:rtl/>
        </w:rPr>
        <w:t>كہ كسى قسم كى ركاوٹ ان كو نہي</w:t>
      </w:r>
      <w:r w:rsidR="00083993">
        <w:rPr>
          <w:rtl/>
        </w:rPr>
        <w:t xml:space="preserve">ں </w:t>
      </w:r>
      <w:r w:rsidR="001F628F">
        <w:rPr>
          <w:rtl/>
        </w:rPr>
        <w:t>روك سكتى اور جس قسم كا بھى لطف و مہربانى اور عذاب و غضب تصور كياجائے اُس كا خدا كے لطف و قہر كے ساتھ موازنہ نہي</w:t>
      </w:r>
      <w:r w:rsidR="00083993">
        <w:rPr>
          <w:rtl/>
        </w:rPr>
        <w:t xml:space="preserve">ں </w:t>
      </w:r>
      <w:r w:rsidR="001F628F">
        <w:rPr>
          <w:rtl/>
        </w:rPr>
        <w:t>كيا جاسكتا_</w:t>
      </w:r>
    </w:p>
    <w:p w:rsidR="001F628F" w:rsidRDefault="001F628F" w:rsidP="001F628F">
      <w:pPr>
        <w:pStyle w:val="libNormal"/>
        <w:rPr>
          <w:rtl/>
        </w:rPr>
      </w:pPr>
      <w:r>
        <w:rPr>
          <w:rtl/>
        </w:rPr>
        <w:t>6_دردناك الہى عذاب سے اگاہ كرنا اور اس كے بارے مي</w:t>
      </w:r>
      <w:r w:rsidR="00083993">
        <w:rPr>
          <w:rtl/>
        </w:rPr>
        <w:t xml:space="preserve">ں </w:t>
      </w:r>
      <w:r>
        <w:rPr>
          <w:rtl/>
        </w:rPr>
        <w:t>باخبر رہنا ، بہت ہى اہم اور فائدہ مند بات ہے_</w:t>
      </w:r>
    </w:p>
    <w:p w:rsidR="001F628F" w:rsidRDefault="001F628F" w:rsidP="00145525">
      <w:pPr>
        <w:pStyle w:val="libArabic"/>
        <w:rPr>
          <w:rtl/>
        </w:rPr>
      </w:pPr>
      <w:r>
        <w:rPr>
          <w:rFonts w:hint="eastAsia"/>
          <w:rtl/>
        </w:rPr>
        <w:t>نبّي</w:t>
      </w:r>
      <w:r>
        <w:rPr>
          <w:rtl/>
        </w:rPr>
        <w:t xml:space="preserve"> عبادى ا نى ا نا الغفور الرحيم_وا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p>
    <w:p w:rsidR="001F628F" w:rsidRDefault="001F628F" w:rsidP="001F628F">
      <w:pPr>
        <w:pStyle w:val="libNormal"/>
        <w:rPr>
          <w:rtl/>
        </w:rPr>
      </w:pPr>
      <w:r>
        <w:rPr>
          <w:rtl/>
        </w:rPr>
        <w:t>''نبائ''اہم اور بہت ہى فائدہ مند چيز كو كہا جاتا ہے_ (مفردات راغب)</w:t>
      </w:r>
    </w:p>
    <w:p w:rsidR="001F628F" w:rsidRDefault="001F628F" w:rsidP="00145525">
      <w:pPr>
        <w:pStyle w:val="libNormal"/>
        <w:rPr>
          <w:rtl/>
        </w:rPr>
      </w:pPr>
      <w:r>
        <w:rPr>
          <w:rFonts w:hint="eastAsia"/>
          <w:rtl/>
        </w:rPr>
        <w:t>انحضرت</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كى ذمہ دارى 1;انحضرت </w:t>
      </w:r>
      <w:r w:rsidR="00F031CD" w:rsidRPr="00F031CD">
        <w:rPr>
          <w:rStyle w:val="libAlaemChar"/>
          <w:rtl/>
        </w:rPr>
        <w:t xml:space="preserve"> صلى‌الله‌عليه‌وآله‌وسلم </w:t>
      </w:r>
      <w:r>
        <w:rPr>
          <w:rtl/>
        </w:rPr>
        <w:t xml:space="preserve"> كے انذار 1</w:t>
      </w:r>
    </w:p>
    <w:p w:rsidR="001F628F" w:rsidRDefault="001F628F" w:rsidP="00145525">
      <w:pPr>
        <w:pStyle w:val="libNormal"/>
        <w:rPr>
          <w:rtl/>
        </w:rPr>
      </w:pPr>
      <w:r>
        <w:rPr>
          <w:rFonts w:hint="eastAsia"/>
          <w:rtl/>
        </w:rPr>
        <w:t>الله</w:t>
      </w:r>
      <w:r>
        <w:rPr>
          <w:rtl/>
        </w:rPr>
        <w:t xml:space="preserve"> تعالى :</w:t>
      </w:r>
      <w:r>
        <w:rPr>
          <w:rFonts w:hint="eastAsia"/>
          <w:rtl/>
        </w:rPr>
        <w:t>الله</w:t>
      </w:r>
      <w:r>
        <w:rPr>
          <w:rtl/>
        </w:rPr>
        <w:t xml:space="preserve"> تعالى كا غضب 4;الله تعالى كى رحمت كى عظمت 5;الله تعالى كى رحمت كا مقدم ہونا 4;الله تعالى كے عذاب4;الله تعالى كے عذابو</w:t>
      </w:r>
      <w:r w:rsidR="00083993">
        <w:rPr>
          <w:rtl/>
        </w:rPr>
        <w:t xml:space="preserve">ں </w:t>
      </w:r>
      <w:r>
        <w:rPr>
          <w:rtl/>
        </w:rPr>
        <w:t>سے اگاہى 6;الله تعالى كے عذابو</w:t>
      </w:r>
      <w:r w:rsidR="00083993">
        <w:rPr>
          <w:rtl/>
        </w:rPr>
        <w:t xml:space="preserve">ں </w:t>
      </w:r>
      <w:r>
        <w:rPr>
          <w:rtl/>
        </w:rPr>
        <w:t>كے اعلان كى اہميت 1;الله تعالى كے عذابو</w:t>
      </w:r>
      <w:r w:rsidR="00083993">
        <w:rPr>
          <w:rtl/>
        </w:rPr>
        <w:t xml:space="preserve">ں </w:t>
      </w:r>
      <w:r>
        <w:rPr>
          <w:rtl/>
        </w:rPr>
        <w:t>كا غلبہ 5</w:t>
      </w:r>
    </w:p>
    <w:p w:rsidR="001F628F" w:rsidRDefault="001F628F" w:rsidP="00145525">
      <w:pPr>
        <w:pStyle w:val="libNormal"/>
        <w:rPr>
          <w:rtl/>
        </w:rPr>
      </w:pPr>
      <w:r>
        <w:rPr>
          <w:rFonts w:hint="eastAsia"/>
          <w:rtl/>
        </w:rPr>
        <w:t>اُميد</w:t>
      </w:r>
      <w:r>
        <w:rPr>
          <w:rtl/>
        </w:rPr>
        <w:t xml:space="preserve"> وارى :</w:t>
      </w:r>
      <w:r>
        <w:rPr>
          <w:rFonts w:hint="eastAsia"/>
          <w:rtl/>
        </w:rPr>
        <w:t>اُميدوارى</w:t>
      </w:r>
      <w:r>
        <w:rPr>
          <w:rtl/>
        </w:rPr>
        <w:t xml:space="preserve"> كى اہميت 3;اُميد وارى كے پيش خيمہ كى اہميت2</w:t>
      </w:r>
    </w:p>
    <w:p w:rsidR="001F628F" w:rsidRDefault="001F628F" w:rsidP="00145525">
      <w:pPr>
        <w:pStyle w:val="libNormal"/>
        <w:rPr>
          <w:rtl/>
        </w:rPr>
      </w:pPr>
      <w:r>
        <w:rPr>
          <w:rFonts w:hint="eastAsia"/>
          <w:rtl/>
        </w:rPr>
        <w:t>تربيت</w:t>
      </w:r>
      <w:r>
        <w:rPr>
          <w:rtl/>
        </w:rPr>
        <w:t xml:space="preserve"> :</w:t>
      </w:r>
      <w:r>
        <w:rPr>
          <w:rFonts w:hint="eastAsia"/>
          <w:rtl/>
        </w:rPr>
        <w:t>تربيت</w:t>
      </w:r>
      <w:r>
        <w:rPr>
          <w:rtl/>
        </w:rPr>
        <w:t xml:space="preserve"> كا طريقہ 2،3</w:t>
      </w:r>
    </w:p>
    <w:p w:rsidR="001F628F" w:rsidRDefault="001F628F" w:rsidP="00145525">
      <w:pPr>
        <w:pStyle w:val="libNormal"/>
        <w:rPr>
          <w:rtl/>
        </w:rPr>
      </w:pPr>
      <w:r>
        <w:rPr>
          <w:rFonts w:hint="eastAsia"/>
          <w:rtl/>
        </w:rPr>
        <w:t>خوف</w:t>
      </w:r>
      <w:r>
        <w:rPr>
          <w:rtl/>
        </w:rPr>
        <w:t xml:space="preserve"> :</w:t>
      </w:r>
      <w:r>
        <w:rPr>
          <w:rFonts w:hint="eastAsia"/>
          <w:rtl/>
        </w:rPr>
        <w:t>خوف</w:t>
      </w:r>
      <w:r>
        <w:rPr>
          <w:rtl/>
        </w:rPr>
        <w:t xml:space="preserve"> كے پيش خيمہ كى اہميت 2</w:t>
      </w:r>
    </w:p>
    <w:p w:rsidR="001F628F" w:rsidRDefault="001F628F" w:rsidP="00145525">
      <w:pPr>
        <w:pStyle w:val="libNormal"/>
        <w:rPr>
          <w:rtl/>
        </w:rPr>
      </w:pPr>
      <w:r>
        <w:rPr>
          <w:rFonts w:hint="eastAsia"/>
          <w:rtl/>
        </w:rPr>
        <w:t>عذاب</w:t>
      </w:r>
      <w:r>
        <w:rPr>
          <w:rtl/>
        </w:rPr>
        <w:t xml:space="preserve"> :</w:t>
      </w:r>
      <w:r>
        <w:rPr>
          <w:rFonts w:hint="eastAsia"/>
          <w:rtl/>
        </w:rPr>
        <w:t>دردناك</w:t>
      </w:r>
      <w:r>
        <w:rPr>
          <w:rtl/>
        </w:rPr>
        <w:t xml:space="preserve"> عذاب 1;عذاب كے مراتب 1،6</w:t>
      </w:r>
    </w:p>
    <w:p w:rsidR="001F628F" w:rsidRDefault="001F628F" w:rsidP="00145525">
      <w:pPr>
        <w:pStyle w:val="libNormal"/>
        <w:rPr>
          <w:rtl/>
        </w:rPr>
      </w:pPr>
      <w:r>
        <w:rPr>
          <w:rFonts w:hint="eastAsia"/>
          <w:rtl/>
        </w:rPr>
        <w:t>عمل</w:t>
      </w:r>
      <w:r>
        <w:rPr>
          <w:rtl/>
        </w:rPr>
        <w:t xml:space="preserve"> :</w:t>
      </w:r>
      <w:r>
        <w:rPr>
          <w:rFonts w:hint="eastAsia"/>
          <w:rtl/>
        </w:rPr>
        <w:t>پسنديدہ</w:t>
      </w:r>
      <w:r>
        <w:rPr>
          <w:rtl/>
        </w:rPr>
        <w:t xml:space="preserve"> عمل 6</w:t>
      </w:r>
    </w:p>
    <w:p w:rsidR="001F628F" w:rsidRDefault="001F628F" w:rsidP="00145525">
      <w:pPr>
        <w:pStyle w:val="libNormal"/>
        <w:rPr>
          <w:rtl/>
        </w:rPr>
      </w:pPr>
      <w:r>
        <w:rPr>
          <w:rFonts w:hint="eastAsia"/>
          <w:rtl/>
        </w:rPr>
        <w:t>قران</w:t>
      </w:r>
      <w:r>
        <w:rPr>
          <w:rtl/>
        </w:rPr>
        <w:t xml:space="preserve"> :</w:t>
      </w:r>
      <w:r>
        <w:rPr>
          <w:rFonts w:hint="eastAsia"/>
          <w:rtl/>
        </w:rPr>
        <w:t>تعليمات</w:t>
      </w:r>
      <w:r>
        <w:rPr>
          <w:rtl/>
        </w:rPr>
        <w:t xml:space="preserve"> قران كا طريقہ 2</w:t>
      </w:r>
    </w:p>
    <w:p w:rsidR="001F628F" w:rsidRDefault="001F628F" w:rsidP="00145525">
      <w:pPr>
        <w:pStyle w:val="libNormal"/>
        <w:rPr>
          <w:rtl/>
        </w:rPr>
      </w:pPr>
      <w:r>
        <w:rPr>
          <w:rFonts w:hint="eastAsia"/>
          <w:rtl/>
        </w:rPr>
        <w:t>ہدايت</w:t>
      </w:r>
      <w:r>
        <w:rPr>
          <w:rtl/>
        </w:rPr>
        <w:t xml:space="preserve"> :</w:t>
      </w:r>
      <w:r>
        <w:rPr>
          <w:rFonts w:hint="eastAsia"/>
          <w:rtl/>
        </w:rPr>
        <w:t>ہدايت</w:t>
      </w:r>
      <w:r>
        <w:rPr>
          <w:rtl/>
        </w:rPr>
        <w:t xml:space="preserve"> كا طريقہ 2،3</w:t>
      </w:r>
    </w:p>
    <w:p w:rsidR="00145525" w:rsidRDefault="001E7F9D" w:rsidP="00F73EDE">
      <w:pPr>
        <w:pStyle w:val="libPoemTini"/>
        <w:rPr>
          <w:rtl/>
        </w:rPr>
      </w:pPr>
      <w:r>
        <w:rPr>
          <w:rtl/>
        </w:rPr>
        <w:cr/>
      </w:r>
      <w:r>
        <w:rPr>
          <w:rtl/>
        </w:rPr>
        <w:br w:type="page"/>
      </w:r>
    </w:p>
    <w:p w:rsidR="00145525" w:rsidRDefault="00145525" w:rsidP="00145525">
      <w:pPr>
        <w:pStyle w:val="Heading2Center"/>
        <w:rPr>
          <w:rtl/>
        </w:rPr>
      </w:pPr>
      <w:bookmarkStart w:id="97" w:name="_Toc28081775"/>
      <w:r>
        <w:rPr>
          <w:rFonts w:hint="cs"/>
          <w:rtl/>
        </w:rPr>
        <w:lastRenderedPageBreak/>
        <w:t>آیت 51</w:t>
      </w:r>
      <w:bookmarkEnd w:id="97"/>
    </w:p>
    <w:p w:rsidR="001F628F" w:rsidRDefault="00E260F9" w:rsidP="00145525">
      <w:pPr>
        <w:pStyle w:val="libNormal"/>
        <w:rPr>
          <w:rtl/>
        </w:rPr>
      </w:pPr>
      <w:r w:rsidRPr="00E260F9">
        <w:rPr>
          <w:rStyle w:val="libAlaemChar"/>
          <w:rFonts w:hint="eastAsia"/>
          <w:rtl/>
        </w:rPr>
        <w:t>(</w:t>
      </w:r>
      <w:r w:rsidRPr="00145525">
        <w:rPr>
          <w:rStyle w:val="libAieChar"/>
          <w:rFonts w:hint="eastAsia"/>
          <w:rtl/>
        </w:rPr>
        <w:t>وَنَبِّئْهُمْ</w:t>
      </w:r>
      <w:r w:rsidRPr="00145525">
        <w:rPr>
          <w:rStyle w:val="libAieChar"/>
          <w:rtl/>
        </w:rPr>
        <w:t xml:space="preserve"> عَن ضَيْفِ إِ بْراَهِيمَ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انھي</w:t>
      </w:r>
      <w:r w:rsidR="00083993">
        <w:rPr>
          <w:rtl/>
        </w:rPr>
        <w:t xml:space="preserve">ں </w:t>
      </w:r>
      <w:r>
        <w:rPr>
          <w:rtl/>
        </w:rPr>
        <w:t>ابراہيم كے مہمانو</w:t>
      </w:r>
      <w:r w:rsidR="00083993">
        <w:rPr>
          <w:rtl/>
        </w:rPr>
        <w:t xml:space="preserve">ں </w:t>
      </w:r>
      <w:r>
        <w:rPr>
          <w:rtl/>
        </w:rPr>
        <w:t>كے بارے مي</w:t>
      </w:r>
      <w:r w:rsidR="00083993">
        <w:rPr>
          <w:rtl/>
        </w:rPr>
        <w:t xml:space="preserve">ں </w:t>
      </w:r>
      <w:r>
        <w:rPr>
          <w:rtl/>
        </w:rPr>
        <w:t>اطلاع ديدو_</w:t>
      </w:r>
    </w:p>
    <w:p w:rsidR="001F628F" w:rsidRDefault="001F628F" w:rsidP="001F628F">
      <w:pPr>
        <w:pStyle w:val="libNormal"/>
        <w:rPr>
          <w:rtl/>
        </w:rPr>
      </w:pPr>
      <w:r>
        <w:rPr>
          <w:rtl/>
        </w:rPr>
        <w:t xml:space="preserve">1_پيغمبر اكرم </w:t>
      </w:r>
      <w:r w:rsidR="00F031CD" w:rsidRPr="00F031CD">
        <w:rPr>
          <w:rStyle w:val="libAlaemChar"/>
          <w:rtl/>
        </w:rPr>
        <w:t xml:space="preserve"> صلى‌الله‌عليه‌وآله‌وسلم </w:t>
      </w:r>
      <w:r>
        <w:rPr>
          <w:rtl/>
        </w:rPr>
        <w:t xml:space="preserve"> كافريضہ ہے كہ اپ،</w:t>
      </w:r>
      <w:r w:rsidR="00F031CD" w:rsidRPr="00F031CD">
        <w:rPr>
          <w:rStyle w:val="libAlaemChar"/>
          <w:rtl/>
        </w:rPr>
        <w:t xml:space="preserve"> صلى‌الله‌عليه‌وآله‌وسلم </w:t>
      </w:r>
      <w:r>
        <w:rPr>
          <w:rtl/>
        </w:rPr>
        <w:t xml:space="preserve"> بندو</w:t>
      </w:r>
      <w:r w:rsidR="00083993">
        <w:rPr>
          <w:rtl/>
        </w:rPr>
        <w:t xml:space="preserve">ں </w:t>
      </w:r>
      <w:r>
        <w:rPr>
          <w:rtl/>
        </w:rPr>
        <w:t xml:space="preserve">كو حضرت ابراہيم </w:t>
      </w:r>
      <w:r w:rsidR="00367F17" w:rsidRPr="00367F17">
        <w:rPr>
          <w:rStyle w:val="libAlaemChar"/>
          <w:rtl/>
        </w:rPr>
        <w:t xml:space="preserve"> عليه‌السلام </w:t>
      </w:r>
      <w:r>
        <w:rPr>
          <w:rtl/>
        </w:rPr>
        <w:t xml:space="preserve"> كے مہمانو</w:t>
      </w:r>
      <w:r w:rsidR="00083993">
        <w:rPr>
          <w:rtl/>
        </w:rPr>
        <w:t xml:space="preserve">ں </w:t>
      </w:r>
      <w:r>
        <w:rPr>
          <w:rtl/>
        </w:rPr>
        <w:t>(فرشتو</w:t>
      </w:r>
      <w:r w:rsidR="00083993">
        <w:rPr>
          <w:rtl/>
        </w:rPr>
        <w:t xml:space="preserve">ں </w:t>
      </w:r>
      <w:r>
        <w:rPr>
          <w:rtl/>
        </w:rPr>
        <w:t>) كا قصہ سنائي</w:t>
      </w:r>
      <w:r w:rsidR="00083993">
        <w:rPr>
          <w:rtl/>
        </w:rPr>
        <w:t xml:space="preserve">ں </w:t>
      </w:r>
      <w:r>
        <w:rPr>
          <w:rtl/>
        </w:rPr>
        <w:t>_</w:t>
      </w:r>
    </w:p>
    <w:p w:rsidR="001F628F" w:rsidRDefault="001F628F" w:rsidP="0014552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p>
    <w:p w:rsidR="001F628F" w:rsidRDefault="001F628F" w:rsidP="001F628F">
      <w:pPr>
        <w:pStyle w:val="libNormal"/>
        <w:rPr>
          <w:rtl/>
        </w:rPr>
      </w:pPr>
      <w:r>
        <w:rPr>
          <w:rtl/>
        </w:rPr>
        <w:t xml:space="preserve">2_حضرت ابراہيم </w:t>
      </w:r>
      <w:r w:rsidR="00367F17" w:rsidRPr="00367F17">
        <w:rPr>
          <w:rStyle w:val="libAlaemChar"/>
          <w:rtl/>
        </w:rPr>
        <w:t xml:space="preserve"> عليه‌السلام </w:t>
      </w:r>
      <w:r>
        <w:rPr>
          <w:rtl/>
        </w:rPr>
        <w:t xml:space="preserve"> كے مہمانو</w:t>
      </w:r>
      <w:r w:rsidR="00083993">
        <w:rPr>
          <w:rtl/>
        </w:rPr>
        <w:t xml:space="preserve">ں </w:t>
      </w:r>
      <w:r>
        <w:rPr>
          <w:rtl/>
        </w:rPr>
        <w:t>(فرشتو</w:t>
      </w:r>
      <w:r w:rsidR="00083993">
        <w:rPr>
          <w:rtl/>
        </w:rPr>
        <w:t xml:space="preserve">ں </w:t>
      </w:r>
      <w:r>
        <w:rPr>
          <w:rtl/>
        </w:rPr>
        <w:t>) كا قصہ اور اُس سے مطلع ہونا ايك بہت ہى اہم اور فائدہ مند بات ہے _</w:t>
      </w:r>
    </w:p>
    <w:p w:rsidR="001F628F" w:rsidRDefault="001F628F" w:rsidP="0014552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p>
    <w:p w:rsidR="001F628F" w:rsidRDefault="001F628F" w:rsidP="001F628F">
      <w:pPr>
        <w:pStyle w:val="libNormal"/>
        <w:rPr>
          <w:rtl/>
        </w:rPr>
      </w:pPr>
      <w:r>
        <w:rPr>
          <w:rtl/>
        </w:rPr>
        <w:t>''نبائ'' بہت ہى اہم اور فائدہ مند خبركو كہا جاتا ہے_(مفردات راغب)</w:t>
      </w:r>
    </w:p>
    <w:p w:rsidR="001F628F" w:rsidRDefault="001F628F" w:rsidP="00145525">
      <w:pPr>
        <w:pStyle w:val="libNormal"/>
        <w:rPr>
          <w:rtl/>
        </w:rPr>
      </w:pPr>
      <w:r>
        <w:rPr>
          <w:rtl/>
        </w:rPr>
        <w:t>3_ قران كے ہدايت اور تربيت كرنے كے طريقو</w:t>
      </w:r>
      <w:r w:rsidR="00083993">
        <w:rPr>
          <w:rtl/>
        </w:rPr>
        <w:t xml:space="preserve">ں </w:t>
      </w:r>
      <w:r>
        <w:rPr>
          <w:rtl/>
        </w:rPr>
        <w:t>مي</w:t>
      </w:r>
      <w:r w:rsidR="00083993">
        <w:rPr>
          <w:rtl/>
        </w:rPr>
        <w:t xml:space="preserve">ں </w:t>
      </w:r>
      <w:r>
        <w:rPr>
          <w:rtl/>
        </w:rPr>
        <w:t>سے ايك، لوگو</w:t>
      </w:r>
      <w:r w:rsidR="00083993">
        <w:rPr>
          <w:rtl/>
        </w:rPr>
        <w:t xml:space="preserve">ں </w:t>
      </w:r>
      <w:r>
        <w:rPr>
          <w:rtl/>
        </w:rPr>
        <w:t>كو بہت اہم اور فائدہ مند تاريخى حقائق سے اگاہ كرنا بھى ہے_</w:t>
      </w:r>
      <w:r w:rsidRPr="00145525">
        <w:rPr>
          <w:rStyle w:val="libArabicChar"/>
          <w:rFonts w:hint="eastAsia"/>
          <w:rtl/>
        </w:rPr>
        <w:t>ونبّئ</w:t>
      </w:r>
      <w:r w:rsidR="00F21947" w:rsidRPr="00B2551F">
        <w:rPr>
          <w:rStyle w:val="libArabicChar"/>
          <w:rFonts w:hint="cs"/>
          <w:rtl/>
        </w:rPr>
        <w:t>ه</w:t>
      </w:r>
      <w:r w:rsidRPr="00145525">
        <w:rPr>
          <w:rStyle w:val="libArabicChar"/>
          <w:rFonts w:hint="cs"/>
          <w:rtl/>
        </w:rPr>
        <w:t>م</w:t>
      </w:r>
      <w:r w:rsidRPr="00145525">
        <w:rPr>
          <w:rStyle w:val="libArabicChar"/>
          <w:rtl/>
        </w:rPr>
        <w:t xml:space="preserve"> عن ضيف ابر</w:t>
      </w:r>
      <w:r w:rsidR="00F21947" w:rsidRPr="00B2551F">
        <w:rPr>
          <w:rStyle w:val="libArabicChar"/>
          <w:rFonts w:hint="cs"/>
          <w:rtl/>
        </w:rPr>
        <w:t>ه</w:t>
      </w:r>
      <w:r w:rsidRPr="00145525">
        <w:rPr>
          <w:rStyle w:val="libArabicChar"/>
          <w:rFonts w:hint="cs"/>
          <w:rtl/>
        </w:rPr>
        <w:t>يم</w:t>
      </w:r>
    </w:p>
    <w:p w:rsidR="001F628F" w:rsidRDefault="001F628F" w:rsidP="00145525">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كى ذمہ دارى 1</w:t>
      </w:r>
    </w:p>
    <w:p w:rsidR="001F628F" w:rsidRDefault="001F628F" w:rsidP="00145525">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Fonts w:hint="eastAsia"/>
          <w:rtl/>
        </w:rPr>
        <w:t>ابراہيم</w:t>
      </w:r>
      <w:r>
        <w:rPr>
          <w:rtl/>
        </w:rPr>
        <w:t xml:space="preserve"> </w:t>
      </w:r>
      <w:r w:rsidR="00367F17" w:rsidRPr="00367F17">
        <w:rPr>
          <w:rStyle w:val="libAlaemChar"/>
          <w:rtl/>
        </w:rPr>
        <w:t xml:space="preserve"> عليه‌السلام </w:t>
      </w:r>
      <w:r>
        <w:rPr>
          <w:rtl/>
        </w:rPr>
        <w:t xml:space="preserve"> كے مہمانو</w:t>
      </w:r>
      <w:r w:rsidR="00083993">
        <w:rPr>
          <w:rtl/>
        </w:rPr>
        <w:t xml:space="preserve">ں </w:t>
      </w:r>
      <w:r>
        <w:rPr>
          <w:rtl/>
        </w:rPr>
        <w:t xml:space="preserve">كى اہميت 1;ابراہيم </w:t>
      </w:r>
      <w:r w:rsidR="00367F17" w:rsidRPr="00367F17">
        <w:rPr>
          <w:rStyle w:val="libAlaemChar"/>
          <w:rtl/>
        </w:rPr>
        <w:t xml:space="preserve"> عليه‌السلام </w:t>
      </w:r>
      <w:r>
        <w:rPr>
          <w:rtl/>
        </w:rPr>
        <w:t xml:space="preserve"> كے مہمان 2;قصہ ابراہيم</w:t>
      </w:r>
      <w:r w:rsidR="00367F17" w:rsidRPr="00367F17">
        <w:rPr>
          <w:rStyle w:val="libAlaemChar"/>
          <w:rtl/>
        </w:rPr>
        <w:t xml:space="preserve"> عليه‌السلام </w:t>
      </w:r>
      <w:r>
        <w:rPr>
          <w:rtl/>
        </w:rPr>
        <w:t xml:space="preserve"> سے اگاہى 1;قصہ ابراہيم </w:t>
      </w:r>
      <w:r w:rsidR="00367F17" w:rsidRPr="00367F17">
        <w:rPr>
          <w:rStyle w:val="libAlaemChar"/>
          <w:rtl/>
        </w:rPr>
        <w:t xml:space="preserve"> عليه‌السلام </w:t>
      </w:r>
      <w:r>
        <w:rPr>
          <w:rtl/>
        </w:rPr>
        <w:t xml:space="preserve"> كو بيان كرنے كى اہميت1;قصہ ابراہيم</w:t>
      </w:r>
      <w:r w:rsidR="00367F17" w:rsidRPr="00367F17">
        <w:rPr>
          <w:rStyle w:val="libAlaemChar"/>
          <w:rtl/>
        </w:rPr>
        <w:t xml:space="preserve"> عليه‌السلام </w:t>
      </w:r>
      <w:r>
        <w:rPr>
          <w:rtl/>
        </w:rPr>
        <w:t xml:space="preserve"> كى اہميت2 ; قصہ ابراہيم </w:t>
      </w:r>
      <w:r w:rsidR="00367F17" w:rsidRPr="00367F17">
        <w:rPr>
          <w:rStyle w:val="libAlaemChar"/>
          <w:rtl/>
        </w:rPr>
        <w:t xml:space="preserve"> عليه‌السلام </w:t>
      </w:r>
      <w:r>
        <w:rPr>
          <w:rtl/>
        </w:rPr>
        <w:t xml:space="preserve"> كے فوائد 2;</w:t>
      </w:r>
    </w:p>
    <w:p w:rsidR="001F628F" w:rsidRDefault="001F628F" w:rsidP="00145525">
      <w:pPr>
        <w:pStyle w:val="libNormal"/>
        <w:rPr>
          <w:rtl/>
        </w:rPr>
      </w:pPr>
      <w:r>
        <w:rPr>
          <w:rFonts w:hint="eastAsia"/>
          <w:rtl/>
        </w:rPr>
        <w:t>تاريخ</w:t>
      </w:r>
      <w:r>
        <w:rPr>
          <w:rtl/>
        </w:rPr>
        <w:t xml:space="preserve"> :</w:t>
      </w:r>
      <w:r>
        <w:rPr>
          <w:rFonts w:hint="eastAsia"/>
          <w:rtl/>
        </w:rPr>
        <w:t>تاريخ</w:t>
      </w:r>
      <w:r>
        <w:rPr>
          <w:rtl/>
        </w:rPr>
        <w:t xml:space="preserve"> نقل كرنے كى اہميت 3;تاريخ نقل كرنے كے فوائد 3</w:t>
      </w:r>
    </w:p>
    <w:p w:rsidR="001F628F" w:rsidRDefault="001F628F" w:rsidP="00145525">
      <w:pPr>
        <w:pStyle w:val="libNormal"/>
        <w:rPr>
          <w:rtl/>
        </w:rPr>
      </w:pPr>
      <w:r>
        <w:rPr>
          <w:rFonts w:hint="eastAsia"/>
          <w:rtl/>
        </w:rPr>
        <w:t>تربيت</w:t>
      </w:r>
      <w:r>
        <w:rPr>
          <w:rtl/>
        </w:rPr>
        <w:t xml:space="preserve"> :</w:t>
      </w:r>
      <w:r>
        <w:rPr>
          <w:rFonts w:hint="eastAsia"/>
          <w:rtl/>
        </w:rPr>
        <w:t>تربيت</w:t>
      </w:r>
      <w:r>
        <w:rPr>
          <w:rtl/>
        </w:rPr>
        <w:t xml:space="preserve"> كا طريقہ 3</w:t>
      </w:r>
    </w:p>
    <w:p w:rsidR="001F628F" w:rsidRDefault="001F628F" w:rsidP="00145525">
      <w:pPr>
        <w:pStyle w:val="libNormal"/>
        <w:rPr>
          <w:rtl/>
        </w:rPr>
      </w:pPr>
      <w:r>
        <w:rPr>
          <w:rFonts w:hint="eastAsia"/>
          <w:rtl/>
        </w:rPr>
        <w:t>قران</w:t>
      </w:r>
      <w:r>
        <w:rPr>
          <w:rtl/>
        </w:rPr>
        <w:t xml:space="preserve"> كريم:</w:t>
      </w:r>
      <w:r>
        <w:rPr>
          <w:rFonts w:hint="eastAsia"/>
          <w:rtl/>
        </w:rPr>
        <w:t>تعليمات</w:t>
      </w:r>
      <w:r>
        <w:rPr>
          <w:rtl/>
        </w:rPr>
        <w:t xml:space="preserve"> قران كا طريقہ 3</w:t>
      </w:r>
    </w:p>
    <w:p w:rsidR="001F628F" w:rsidRDefault="001F628F" w:rsidP="00145525">
      <w:pPr>
        <w:pStyle w:val="libNormal"/>
        <w:rPr>
          <w:rtl/>
        </w:rPr>
      </w:pPr>
      <w:r>
        <w:rPr>
          <w:rFonts w:hint="eastAsia"/>
          <w:rtl/>
        </w:rPr>
        <w:t>ہدايت</w:t>
      </w:r>
      <w:r>
        <w:rPr>
          <w:rtl/>
        </w:rPr>
        <w:t>:</w:t>
      </w:r>
      <w:r>
        <w:rPr>
          <w:rFonts w:hint="eastAsia"/>
          <w:rtl/>
        </w:rPr>
        <w:t>ہدايت</w:t>
      </w:r>
      <w:r>
        <w:rPr>
          <w:rtl/>
        </w:rPr>
        <w:t xml:space="preserve"> كا طريقہ 3</w:t>
      </w:r>
    </w:p>
    <w:p w:rsidR="00145525" w:rsidRDefault="001E7F9D" w:rsidP="00F73EDE">
      <w:pPr>
        <w:pStyle w:val="libPoemTini"/>
        <w:rPr>
          <w:rtl/>
        </w:rPr>
      </w:pPr>
      <w:r>
        <w:rPr>
          <w:rtl/>
        </w:rPr>
        <w:cr/>
      </w:r>
      <w:r>
        <w:rPr>
          <w:rtl/>
        </w:rPr>
        <w:br w:type="page"/>
      </w:r>
    </w:p>
    <w:p w:rsidR="00145525" w:rsidRDefault="00145525" w:rsidP="00145525">
      <w:pPr>
        <w:pStyle w:val="Heading2Center"/>
        <w:rPr>
          <w:rtl/>
        </w:rPr>
      </w:pPr>
      <w:bookmarkStart w:id="98" w:name="_Toc28081776"/>
      <w:r>
        <w:rPr>
          <w:rFonts w:hint="cs"/>
          <w:rtl/>
        </w:rPr>
        <w:lastRenderedPageBreak/>
        <w:t>آیت 52</w:t>
      </w:r>
      <w:bookmarkEnd w:id="98"/>
    </w:p>
    <w:p w:rsidR="001F628F" w:rsidRDefault="00E260F9" w:rsidP="00145525">
      <w:pPr>
        <w:pStyle w:val="libNormal"/>
        <w:rPr>
          <w:rtl/>
        </w:rPr>
      </w:pPr>
      <w:r w:rsidRPr="00E260F9">
        <w:rPr>
          <w:rStyle w:val="libAlaemChar"/>
          <w:rFonts w:hint="eastAsia"/>
          <w:rtl/>
        </w:rPr>
        <w:t>(</w:t>
      </w:r>
      <w:r w:rsidRPr="00145525">
        <w:rPr>
          <w:rStyle w:val="libAieChar"/>
          <w:rFonts w:hint="eastAsia"/>
          <w:rtl/>
        </w:rPr>
        <w:t>إِذْ</w:t>
      </w:r>
      <w:r w:rsidRPr="00145525">
        <w:rPr>
          <w:rStyle w:val="libAieChar"/>
          <w:rtl/>
        </w:rPr>
        <w:t xml:space="preserve"> دَخَلُواْ عَلَيْهِ فَقَالُواْ سَلاماً قَالَ إِنَّا مِنكُمْ وَجِلُونَ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جب</w:t>
      </w:r>
      <w:r>
        <w:rPr>
          <w:rtl/>
        </w:rPr>
        <w:t xml:space="preserve"> وہ لوگ ابراہيم كے پاس وارد ہوئے اور سلام كيا تو انھو</w:t>
      </w:r>
      <w:r w:rsidR="00083993">
        <w:rPr>
          <w:rtl/>
        </w:rPr>
        <w:t xml:space="preserve">ں </w:t>
      </w:r>
      <w:r>
        <w:rPr>
          <w:rtl/>
        </w:rPr>
        <w:t>نے كہا كہ ہم آپ سے خوفزدہ ہي</w:t>
      </w:r>
      <w:r w:rsidR="00083993">
        <w:rPr>
          <w:rtl/>
        </w:rPr>
        <w:t xml:space="preserve">ں </w:t>
      </w:r>
      <w:r>
        <w:rPr>
          <w:rtl/>
        </w:rPr>
        <w:t>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كے مہمان (فرشتے) جب اُن كے پاس ائے تو اُنہو</w:t>
      </w:r>
      <w:r w:rsidR="00083993">
        <w:rPr>
          <w:rtl/>
        </w:rPr>
        <w:t xml:space="preserve">ں </w:t>
      </w:r>
      <w:r>
        <w:rPr>
          <w:rtl/>
        </w:rPr>
        <w:t>نے اُن پر درودسلام كہا _</w:t>
      </w:r>
    </w:p>
    <w:p w:rsidR="001F628F" w:rsidRDefault="001F628F" w:rsidP="0014552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_</w:t>
      </w:r>
      <w:r>
        <w:rPr>
          <w:rFonts w:hint="cs"/>
          <w:rtl/>
        </w:rPr>
        <w:t>اذ</w:t>
      </w:r>
      <w:r>
        <w:rPr>
          <w:rtl/>
        </w:rPr>
        <w:t xml:space="preserve"> </w:t>
      </w:r>
      <w:r>
        <w:rPr>
          <w:rFonts w:hint="cs"/>
          <w:rtl/>
        </w:rPr>
        <w:t>دخلوا</w:t>
      </w:r>
      <w:r>
        <w:rPr>
          <w:rtl/>
        </w:rPr>
        <w:t xml:space="preserve"> </w:t>
      </w:r>
      <w:r>
        <w:rPr>
          <w:rFonts w:hint="cs"/>
          <w:rtl/>
        </w:rPr>
        <w:t>علي</w:t>
      </w:r>
      <w:r w:rsidR="00120F63" w:rsidRPr="00ED5DE8">
        <w:rPr>
          <w:rFonts w:hint="cs"/>
          <w:rtl/>
        </w:rPr>
        <w:t>ه</w:t>
      </w:r>
      <w:r>
        <w:rPr>
          <w:rtl/>
        </w:rPr>
        <w:t xml:space="preserve"> </w:t>
      </w:r>
      <w:r>
        <w:rPr>
          <w:rFonts w:hint="cs"/>
          <w:rtl/>
        </w:rPr>
        <w:t>فقالوا</w:t>
      </w:r>
      <w:r>
        <w:rPr>
          <w:rtl/>
        </w:rPr>
        <w:t xml:space="preserve"> </w:t>
      </w:r>
      <w:r>
        <w:rPr>
          <w:rFonts w:hint="cs"/>
          <w:rtl/>
        </w:rPr>
        <w:t>سلمً</w:t>
      </w:r>
    </w:p>
    <w:p w:rsidR="001F628F" w:rsidRDefault="001F628F" w:rsidP="001F628F">
      <w:pPr>
        <w:pStyle w:val="libNormal"/>
        <w:rPr>
          <w:rtl/>
        </w:rPr>
      </w:pPr>
      <w:r>
        <w:rPr>
          <w:rtl/>
        </w:rPr>
        <w:t>2_ايك دوسرے سے ملاقات كرتے وقت سلام كرنا ، پسنديدہ اداب و اخلا ق مي</w:t>
      </w:r>
      <w:r w:rsidR="00083993">
        <w:rPr>
          <w:rtl/>
        </w:rPr>
        <w:t xml:space="preserve">ں </w:t>
      </w:r>
      <w:r>
        <w:rPr>
          <w:rtl/>
        </w:rPr>
        <w:t>سے ہے_</w:t>
      </w:r>
    </w:p>
    <w:p w:rsidR="001F628F" w:rsidRDefault="001F628F" w:rsidP="0014552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_</w:t>
      </w:r>
      <w:r>
        <w:rPr>
          <w:rFonts w:hint="cs"/>
          <w:rtl/>
        </w:rPr>
        <w:t>اذ</w:t>
      </w:r>
      <w:r>
        <w:rPr>
          <w:rtl/>
        </w:rPr>
        <w:t xml:space="preserve"> </w:t>
      </w:r>
      <w:r>
        <w:rPr>
          <w:rFonts w:hint="cs"/>
          <w:rtl/>
        </w:rPr>
        <w:t>دخلوا</w:t>
      </w:r>
      <w:r>
        <w:rPr>
          <w:rtl/>
        </w:rPr>
        <w:t xml:space="preserve"> </w:t>
      </w:r>
      <w:r>
        <w:rPr>
          <w:rFonts w:hint="cs"/>
          <w:rtl/>
        </w:rPr>
        <w:t>علي</w:t>
      </w:r>
      <w:r w:rsidR="00120F63" w:rsidRPr="00ED5DE8">
        <w:rPr>
          <w:rFonts w:hint="cs"/>
          <w:rtl/>
        </w:rPr>
        <w:t>ه</w:t>
      </w:r>
      <w:r>
        <w:rPr>
          <w:rtl/>
        </w:rPr>
        <w:t xml:space="preserve"> </w:t>
      </w:r>
      <w:r>
        <w:rPr>
          <w:rFonts w:hint="cs"/>
          <w:rtl/>
        </w:rPr>
        <w:t>فقالوا</w:t>
      </w:r>
      <w:r>
        <w:rPr>
          <w:rtl/>
        </w:rPr>
        <w:t xml:space="preserve"> </w:t>
      </w:r>
      <w:r>
        <w:rPr>
          <w:rFonts w:hint="cs"/>
          <w:rtl/>
        </w:rPr>
        <w:t>سلمً</w:t>
      </w:r>
    </w:p>
    <w:p w:rsidR="001F628F" w:rsidRDefault="001F628F" w:rsidP="001F628F">
      <w:pPr>
        <w:pStyle w:val="libNormal"/>
        <w:rPr>
          <w:rtl/>
        </w:rPr>
      </w:pPr>
      <w:r>
        <w:rPr>
          <w:rtl/>
        </w:rPr>
        <w:t xml:space="preserve">3_حضرت ابراہيم </w:t>
      </w:r>
      <w:r w:rsidR="00367F17" w:rsidRPr="00367F17">
        <w:rPr>
          <w:rStyle w:val="libAlaemChar"/>
          <w:rtl/>
        </w:rPr>
        <w:t xml:space="preserve"> عليه‌السلام </w:t>
      </w:r>
      <w:r>
        <w:rPr>
          <w:rtl/>
        </w:rPr>
        <w:t xml:space="preserve"> اور اُن كے اہل خانہ اپنے پاس مہمان(فرشتو</w:t>
      </w:r>
      <w:r w:rsidR="00083993">
        <w:rPr>
          <w:rtl/>
        </w:rPr>
        <w:t xml:space="preserve">ں </w:t>
      </w:r>
      <w:r>
        <w:rPr>
          <w:rtl/>
        </w:rPr>
        <w:t>) كو ديكھ كر گھبرا گئے تھے_</w:t>
      </w:r>
    </w:p>
    <w:p w:rsidR="001F628F" w:rsidRDefault="001F628F" w:rsidP="00145525">
      <w:pPr>
        <w:pStyle w:val="libArabic"/>
        <w:rPr>
          <w:rtl/>
        </w:rPr>
      </w:pPr>
      <w:r>
        <w:rPr>
          <w:rFonts w:hint="eastAsia"/>
          <w:rtl/>
        </w:rPr>
        <w:t>اذ</w:t>
      </w:r>
      <w:r>
        <w:rPr>
          <w:rtl/>
        </w:rPr>
        <w:t xml:space="preserve"> دخلوا علي</w:t>
      </w:r>
      <w:r w:rsidR="00120F63" w:rsidRPr="00ED5DE8">
        <w:rPr>
          <w:rFonts w:hint="cs"/>
          <w:rtl/>
        </w:rPr>
        <w:t>ه</w:t>
      </w:r>
      <w:r>
        <w:rPr>
          <w:rtl/>
        </w:rPr>
        <w:t xml:space="preserve"> ... </w:t>
      </w:r>
      <w:r>
        <w:rPr>
          <w:rFonts w:hint="cs"/>
          <w:rtl/>
        </w:rPr>
        <w:t>قال</w:t>
      </w:r>
      <w:r>
        <w:rPr>
          <w:rtl/>
        </w:rPr>
        <w:t xml:space="preserve"> </w:t>
      </w:r>
      <w:r>
        <w:rPr>
          <w:rFonts w:hint="cs"/>
          <w:rtl/>
        </w:rPr>
        <w:t>انا</w:t>
      </w:r>
      <w:r>
        <w:rPr>
          <w:rtl/>
        </w:rPr>
        <w:t xml:space="preserve"> </w:t>
      </w:r>
      <w:r>
        <w:rPr>
          <w:rFonts w:hint="cs"/>
          <w:rtl/>
        </w:rPr>
        <w:t>منكم</w:t>
      </w:r>
      <w:r>
        <w:rPr>
          <w:rtl/>
        </w:rPr>
        <w:t xml:space="preserve"> </w:t>
      </w:r>
      <w:r>
        <w:rPr>
          <w:rFonts w:hint="cs"/>
          <w:rtl/>
        </w:rPr>
        <w:t>وجلون</w:t>
      </w:r>
    </w:p>
    <w:p w:rsidR="001F628F" w:rsidRDefault="001F628F" w:rsidP="001F628F">
      <w:pPr>
        <w:pStyle w:val="libNormal"/>
        <w:rPr>
          <w:rtl/>
        </w:rPr>
      </w:pPr>
      <w:r>
        <w:rPr>
          <w:rFonts w:hint="eastAsia"/>
          <w:rtl/>
        </w:rPr>
        <w:t>ملائكہ</w:t>
      </w:r>
      <w:r>
        <w:rPr>
          <w:rtl/>
        </w:rPr>
        <w:t xml:space="preserve"> حضرت ابراہيم </w:t>
      </w:r>
      <w:r w:rsidR="00367F17" w:rsidRPr="00367F17">
        <w:rPr>
          <w:rStyle w:val="libAlaemChar"/>
          <w:rtl/>
        </w:rPr>
        <w:t xml:space="preserve"> عليه‌السلام </w:t>
      </w:r>
      <w:r>
        <w:rPr>
          <w:rtl/>
        </w:rPr>
        <w:t xml:space="preserve"> كے پاس ائے تھے (دخلوا عليہ) ليكن حضرت </w:t>
      </w:r>
      <w:r w:rsidR="00367F17" w:rsidRPr="00367F17">
        <w:rPr>
          <w:rStyle w:val="libAlaemChar"/>
          <w:rtl/>
        </w:rPr>
        <w:t xml:space="preserve"> عليه‌السلام </w:t>
      </w:r>
      <w:r>
        <w:rPr>
          <w:rtl/>
        </w:rPr>
        <w:t xml:space="preserve"> نے اضطراب اور ڈر كا اظہار جمع ( انا منكم وجلون )كى صورت مي</w:t>
      </w:r>
      <w:r w:rsidR="00083993">
        <w:rPr>
          <w:rtl/>
        </w:rPr>
        <w:t xml:space="preserve">ں </w:t>
      </w:r>
      <w:r>
        <w:rPr>
          <w:rtl/>
        </w:rPr>
        <w:t>كيا ہے اور اس سے خود اُن كااور اُن كے اہل خانہ كا خوف وڈر ظاہر ہوتا ہے _ياد رہے كہ ''وجل '' اس خوف كو كہتے ہي</w:t>
      </w:r>
      <w:r w:rsidR="00083993">
        <w:rPr>
          <w:rtl/>
        </w:rPr>
        <w:t xml:space="preserve">ں </w:t>
      </w:r>
      <w:r>
        <w:rPr>
          <w:rtl/>
        </w:rPr>
        <w:t>جو انسان كے پورے وج</w:t>
      </w:r>
      <w:r>
        <w:rPr>
          <w:rFonts w:hint="eastAsia"/>
          <w:rtl/>
        </w:rPr>
        <w:t>ود</w:t>
      </w:r>
      <w:r>
        <w:rPr>
          <w:rtl/>
        </w:rPr>
        <w:t xml:space="preserve"> پر چھا جائے(مفردات راغب)</w:t>
      </w:r>
    </w:p>
    <w:p w:rsidR="001F628F" w:rsidRDefault="001F628F" w:rsidP="00145525">
      <w:pPr>
        <w:pStyle w:val="libNormal"/>
        <w:rPr>
          <w:rtl/>
        </w:rPr>
      </w:pPr>
      <w:r>
        <w:rPr>
          <w:rtl/>
        </w:rPr>
        <w:t xml:space="preserve">4_حضرت ابراہيم </w:t>
      </w:r>
      <w:r w:rsidR="00367F17" w:rsidRPr="00367F17">
        <w:rPr>
          <w:rStyle w:val="libAlaemChar"/>
          <w:rtl/>
        </w:rPr>
        <w:t xml:space="preserve"> عليه‌السلام </w:t>
      </w:r>
      <w:r>
        <w:rPr>
          <w:rtl/>
        </w:rPr>
        <w:t xml:space="preserve"> نے مہمانو</w:t>
      </w:r>
      <w:r w:rsidR="00083993">
        <w:rPr>
          <w:rtl/>
        </w:rPr>
        <w:t xml:space="preserve">ں </w:t>
      </w:r>
      <w:r>
        <w:rPr>
          <w:rtl/>
        </w:rPr>
        <w:t>(فرشتو</w:t>
      </w:r>
      <w:r w:rsidR="00083993">
        <w:rPr>
          <w:rtl/>
        </w:rPr>
        <w:t xml:space="preserve">ں </w:t>
      </w:r>
      <w:r>
        <w:rPr>
          <w:rtl/>
        </w:rPr>
        <w:t>) كے انے سے پيدا ہونے والے خوف اور اضطراب كو اُن پر ظاہر كر ديا تھا _</w:t>
      </w:r>
      <w:r w:rsidRPr="00145525">
        <w:rPr>
          <w:rStyle w:val="libArabicChar"/>
          <w:rFonts w:hint="eastAsia"/>
          <w:rtl/>
        </w:rPr>
        <w:t>اذ</w:t>
      </w:r>
      <w:r w:rsidRPr="00145525">
        <w:rPr>
          <w:rStyle w:val="libArabicChar"/>
          <w:rtl/>
        </w:rPr>
        <w:t xml:space="preserve"> دخلوا علي</w:t>
      </w:r>
      <w:r w:rsidR="00120F63" w:rsidRPr="00B2551F">
        <w:rPr>
          <w:rStyle w:val="libArabicChar"/>
          <w:rFonts w:hint="cs"/>
          <w:rtl/>
        </w:rPr>
        <w:t>ه</w:t>
      </w:r>
      <w:r w:rsidRPr="00145525">
        <w:rPr>
          <w:rStyle w:val="libArabicChar"/>
          <w:rtl/>
        </w:rPr>
        <w:t xml:space="preserve"> ... </w:t>
      </w:r>
      <w:r w:rsidRPr="00145525">
        <w:rPr>
          <w:rStyle w:val="libArabicChar"/>
          <w:rFonts w:hint="cs"/>
          <w:rtl/>
        </w:rPr>
        <w:t>قال</w:t>
      </w:r>
      <w:r w:rsidRPr="00145525">
        <w:rPr>
          <w:rStyle w:val="libArabicChar"/>
          <w:rtl/>
        </w:rPr>
        <w:t xml:space="preserve"> </w:t>
      </w:r>
      <w:r w:rsidRPr="00145525">
        <w:rPr>
          <w:rStyle w:val="libArabicChar"/>
          <w:rFonts w:hint="cs"/>
          <w:rtl/>
        </w:rPr>
        <w:t>انا</w:t>
      </w:r>
      <w:r w:rsidRPr="00145525">
        <w:rPr>
          <w:rStyle w:val="libArabicChar"/>
          <w:rtl/>
        </w:rPr>
        <w:t xml:space="preserve"> </w:t>
      </w:r>
      <w:r w:rsidRPr="00145525">
        <w:rPr>
          <w:rStyle w:val="libArabicChar"/>
          <w:rFonts w:hint="cs"/>
          <w:rtl/>
        </w:rPr>
        <w:t>منكم</w:t>
      </w:r>
      <w:r w:rsidRPr="00145525">
        <w:rPr>
          <w:rStyle w:val="libArabicChar"/>
          <w:rtl/>
        </w:rPr>
        <w:t xml:space="preserve"> </w:t>
      </w:r>
      <w:r w:rsidRPr="00145525">
        <w:rPr>
          <w:rStyle w:val="libArabicChar"/>
          <w:rFonts w:hint="cs"/>
          <w:rtl/>
        </w:rPr>
        <w:t>وجلون</w:t>
      </w:r>
    </w:p>
    <w:p w:rsidR="001F628F" w:rsidRDefault="001F628F" w:rsidP="001F628F">
      <w:pPr>
        <w:pStyle w:val="libNormal"/>
        <w:rPr>
          <w:rtl/>
        </w:rPr>
      </w:pPr>
      <w:r>
        <w:rPr>
          <w:rtl/>
        </w:rPr>
        <w:t>5_مہمان، خواہ اجنبى ہى كيو</w:t>
      </w:r>
      <w:r w:rsidR="00083993">
        <w:rPr>
          <w:rtl/>
        </w:rPr>
        <w:t xml:space="preserve">ں </w:t>
      </w:r>
      <w:r>
        <w:rPr>
          <w:rtl/>
        </w:rPr>
        <w:t xml:space="preserve">نہ ہو ،اُسكى پذيرائي كرنا حضرت ابراہيم </w:t>
      </w:r>
      <w:r w:rsidR="00367F17" w:rsidRPr="00367F17">
        <w:rPr>
          <w:rStyle w:val="libAlaemChar"/>
          <w:rtl/>
        </w:rPr>
        <w:t xml:space="preserve"> عليه‌السلام </w:t>
      </w:r>
      <w:r>
        <w:rPr>
          <w:rtl/>
        </w:rPr>
        <w:t xml:space="preserve"> كى عادت اور اخلاق مي</w:t>
      </w:r>
      <w:r w:rsidR="00083993">
        <w:rPr>
          <w:rtl/>
        </w:rPr>
        <w:t xml:space="preserve">ں </w:t>
      </w:r>
      <w:r>
        <w:rPr>
          <w:rtl/>
        </w:rPr>
        <w:t>سے تھا_</w:t>
      </w:r>
    </w:p>
    <w:p w:rsidR="001F628F" w:rsidRDefault="001F628F" w:rsidP="0014552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_</w:t>
      </w:r>
      <w:r>
        <w:rPr>
          <w:rFonts w:hint="cs"/>
          <w:rtl/>
        </w:rPr>
        <w:t>اذ</w:t>
      </w:r>
      <w:r>
        <w:rPr>
          <w:rtl/>
        </w:rPr>
        <w:t xml:space="preserve"> </w:t>
      </w:r>
      <w:r>
        <w:rPr>
          <w:rFonts w:hint="cs"/>
          <w:rtl/>
        </w:rPr>
        <w:t>دخلوا</w:t>
      </w:r>
      <w:r>
        <w:rPr>
          <w:rtl/>
        </w:rPr>
        <w:t xml:space="preserve"> </w:t>
      </w:r>
      <w:r>
        <w:rPr>
          <w:rFonts w:hint="cs"/>
          <w:rtl/>
        </w:rPr>
        <w:t>علي</w:t>
      </w:r>
      <w:r w:rsidR="00120F63" w:rsidRPr="00ED5DE8">
        <w:rPr>
          <w:rFonts w:hint="cs"/>
          <w:rtl/>
        </w:rPr>
        <w:t>ه</w:t>
      </w:r>
      <w:r>
        <w:rPr>
          <w:rtl/>
        </w:rPr>
        <w:t xml:space="preserve"> ... </w:t>
      </w:r>
      <w:r>
        <w:rPr>
          <w:rFonts w:hint="cs"/>
          <w:rtl/>
        </w:rPr>
        <w:t>قال</w:t>
      </w:r>
      <w:r>
        <w:rPr>
          <w:rtl/>
        </w:rPr>
        <w:t xml:space="preserve"> </w:t>
      </w:r>
      <w:r>
        <w:rPr>
          <w:rFonts w:hint="cs"/>
          <w:rtl/>
        </w:rPr>
        <w:t>انا</w:t>
      </w:r>
      <w:r>
        <w:rPr>
          <w:rtl/>
        </w:rPr>
        <w:t xml:space="preserve"> </w:t>
      </w:r>
      <w:r>
        <w:rPr>
          <w:rFonts w:hint="cs"/>
          <w:rtl/>
        </w:rPr>
        <w:t>منكم</w:t>
      </w:r>
      <w:r>
        <w:rPr>
          <w:rtl/>
        </w:rPr>
        <w:t xml:space="preserve"> </w:t>
      </w:r>
      <w:r>
        <w:rPr>
          <w:rFonts w:hint="cs"/>
          <w:rtl/>
        </w:rPr>
        <w:t>وجلون</w:t>
      </w:r>
    </w:p>
    <w:p w:rsidR="001F628F" w:rsidRDefault="001F628F" w:rsidP="001F628F">
      <w:pPr>
        <w:pStyle w:val="libNormal"/>
        <w:rPr>
          <w:rtl/>
        </w:rPr>
      </w:pPr>
      <w:r>
        <w:rPr>
          <w:rFonts w:hint="eastAsia"/>
          <w:rtl/>
        </w:rPr>
        <w:t>مہمانو</w:t>
      </w:r>
      <w:r w:rsidR="00083993">
        <w:rPr>
          <w:rFonts w:hint="eastAsia"/>
          <w:rtl/>
        </w:rPr>
        <w:t xml:space="preserve">ں </w:t>
      </w:r>
      <w:r>
        <w:rPr>
          <w:rtl/>
        </w:rPr>
        <w:t>(فرشتو</w:t>
      </w:r>
      <w:r w:rsidR="00083993">
        <w:rPr>
          <w:rtl/>
        </w:rPr>
        <w:t xml:space="preserve">ں </w:t>
      </w:r>
      <w:r>
        <w:rPr>
          <w:rtl/>
        </w:rPr>
        <w:t xml:space="preserve">) كے انے سے حضرت ابراہيم </w:t>
      </w:r>
      <w:r w:rsidR="00367F17" w:rsidRPr="00367F17">
        <w:rPr>
          <w:rStyle w:val="libAlaemChar"/>
          <w:rtl/>
        </w:rPr>
        <w:t xml:space="preserve"> عليه‌السلام </w:t>
      </w:r>
      <w:r>
        <w:rPr>
          <w:rtl/>
        </w:rPr>
        <w:t xml:space="preserve"> كا خوف اور اضطراب ( </w:t>
      </w:r>
      <w:r w:rsidRPr="00145525">
        <w:rPr>
          <w:rStyle w:val="libArabicChar"/>
          <w:rtl/>
        </w:rPr>
        <w:t>انا منكم وجلون</w:t>
      </w:r>
      <w:r>
        <w:rPr>
          <w:rtl/>
        </w:rPr>
        <w:t xml:space="preserve">) ظاہر كرتا ہے كہ وہ حضرت ابراہيم </w:t>
      </w:r>
      <w:r w:rsidR="00367F17" w:rsidRPr="00367F17">
        <w:rPr>
          <w:rStyle w:val="libAlaemChar"/>
          <w:rtl/>
        </w:rPr>
        <w:t xml:space="preserve"> عليه‌السلام </w:t>
      </w:r>
      <w:r>
        <w:rPr>
          <w:rtl/>
        </w:rPr>
        <w:t xml:space="preserve"> كے لئے اجنبى تھے _اگر حضرت اُن كو پہچانتے تو پريشان نہ ہوتے _اجنبى مہمان كو قبول كرنے سے ، مذكورہ بالا مطلب اخذ ہوتا ہے_</w:t>
      </w:r>
    </w:p>
    <w:p w:rsidR="001F628F" w:rsidRDefault="001F628F" w:rsidP="001F628F">
      <w:pPr>
        <w:pStyle w:val="libNormal"/>
        <w:rPr>
          <w:rtl/>
        </w:rPr>
      </w:pPr>
      <w:r>
        <w:rPr>
          <w:rtl/>
        </w:rPr>
        <w:t>6_</w:t>
      </w:r>
      <w:r w:rsidR="003D0BA1">
        <w:rPr>
          <w:rtl/>
        </w:rPr>
        <w:t>انبياء</w:t>
      </w:r>
      <w:r>
        <w:rPr>
          <w:rtl/>
        </w:rPr>
        <w:t>ے الہى پر خوف اور اضطرا ب طارى ہونے ك</w:t>
      </w:r>
      <w:r w:rsidR="00731CD2">
        <w:rPr>
          <w:rFonts w:hint="cs"/>
          <w:rtl/>
        </w:rPr>
        <w:t>ا</w:t>
      </w:r>
    </w:p>
    <w:p w:rsidR="00731CD2" w:rsidRDefault="001E7F9D" w:rsidP="00F73EDE">
      <w:pPr>
        <w:pStyle w:val="libPoemTini"/>
        <w:rPr>
          <w:rtl/>
        </w:rPr>
      </w:pPr>
      <w:r>
        <w:rPr>
          <w:rtl/>
        </w:rPr>
        <w:cr/>
      </w:r>
      <w:r>
        <w:rPr>
          <w:rtl/>
        </w:rPr>
        <w:br w:type="page"/>
      </w:r>
    </w:p>
    <w:p w:rsidR="001F628F" w:rsidRDefault="001F628F" w:rsidP="00731CD2">
      <w:pPr>
        <w:pStyle w:val="libNormal"/>
        <w:rPr>
          <w:rtl/>
        </w:rPr>
      </w:pPr>
      <w:r>
        <w:rPr>
          <w:rFonts w:hint="eastAsia"/>
          <w:rtl/>
        </w:rPr>
        <w:lastRenderedPageBreak/>
        <w:t>امكان</w:t>
      </w:r>
      <w:r>
        <w:rPr>
          <w:rtl/>
        </w:rPr>
        <w:t xml:space="preserve"> _</w:t>
      </w:r>
      <w:r w:rsidRPr="00731CD2">
        <w:rPr>
          <w:rStyle w:val="libArabicChar"/>
          <w:rFonts w:hint="eastAsia"/>
          <w:rtl/>
        </w:rPr>
        <w:t>قال</w:t>
      </w:r>
      <w:r w:rsidRPr="00731CD2">
        <w:rPr>
          <w:rStyle w:val="libArabicChar"/>
          <w:rtl/>
        </w:rPr>
        <w:t xml:space="preserve"> انا منكم وجلون</w:t>
      </w:r>
    </w:p>
    <w:p w:rsidR="001F628F" w:rsidRDefault="001F628F" w:rsidP="00731CD2">
      <w:pPr>
        <w:pStyle w:val="libNormal"/>
        <w:rPr>
          <w:rtl/>
        </w:rPr>
      </w:pPr>
      <w:r>
        <w:rPr>
          <w:rtl/>
        </w:rPr>
        <w:t xml:space="preserve">7_تمام انبياء حتى اولواالعزم </w:t>
      </w:r>
      <w:r w:rsidR="003D0BA1">
        <w:rPr>
          <w:rtl/>
        </w:rPr>
        <w:t>انبياء</w:t>
      </w:r>
      <w:r>
        <w:rPr>
          <w:rtl/>
        </w:rPr>
        <w:t xml:space="preserve">ے كرام </w:t>
      </w:r>
      <w:r w:rsidR="00367F17" w:rsidRPr="00367F17">
        <w:rPr>
          <w:rStyle w:val="libAlaemChar"/>
          <w:rtl/>
        </w:rPr>
        <w:t xml:space="preserve"> عليه‌السلام </w:t>
      </w:r>
      <w:r>
        <w:rPr>
          <w:rtl/>
        </w:rPr>
        <w:t xml:space="preserve"> كا علم بھى محدود امور مي</w:t>
      </w:r>
      <w:r w:rsidR="00083993">
        <w:rPr>
          <w:rtl/>
        </w:rPr>
        <w:t xml:space="preserve">ں </w:t>
      </w:r>
      <w:r>
        <w:rPr>
          <w:rtl/>
        </w:rPr>
        <w:t>تھا_</w:t>
      </w:r>
      <w:r w:rsidRPr="00731CD2">
        <w:rPr>
          <w:rStyle w:val="libArabicChar"/>
          <w:rFonts w:hint="eastAsia"/>
          <w:rtl/>
        </w:rPr>
        <w:t>اذ</w:t>
      </w:r>
      <w:r w:rsidRPr="00731CD2">
        <w:rPr>
          <w:rStyle w:val="libArabicChar"/>
          <w:rtl/>
        </w:rPr>
        <w:t xml:space="preserve"> دخلوا علي</w:t>
      </w:r>
      <w:r w:rsidR="00120F63" w:rsidRPr="00B2551F">
        <w:rPr>
          <w:rStyle w:val="libArabicChar"/>
          <w:rFonts w:hint="cs"/>
          <w:rtl/>
        </w:rPr>
        <w:t>ه</w:t>
      </w:r>
      <w:r w:rsidRPr="00731CD2">
        <w:rPr>
          <w:rStyle w:val="libArabicChar"/>
          <w:rtl/>
        </w:rPr>
        <w:t xml:space="preserve"> ... </w:t>
      </w:r>
      <w:r w:rsidRPr="00731CD2">
        <w:rPr>
          <w:rStyle w:val="libArabicChar"/>
          <w:rFonts w:hint="cs"/>
          <w:rtl/>
        </w:rPr>
        <w:t>قال</w:t>
      </w:r>
      <w:r w:rsidRPr="00731CD2">
        <w:rPr>
          <w:rStyle w:val="libArabicChar"/>
          <w:rtl/>
        </w:rPr>
        <w:t xml:space="preserve"> </w:t>
      </w:r>
      <w:r w:rsidRPr="00731CD2">
        <w:rPr>
          <w:rStyle w:val="libArabicChar"/>
          <w:rFonts w:hint="cs"/>
          <w:rtl/>
        </w:rPr>
        <w:t>انا</w:t>
      </w:r>
      <w:r w:rsidRPr="00731CD2">
        <w:rPr>
          <w:rStyle w:val="libArabicChar"/>
          <w:rtl/>
        </w:rPr>
        <w:t xml:space="preserve"> </w:t>
      </w:r>
      <w:r w:rsidRPr="00731CD2">
        <w:rPr>
          <w:rStyle w:val="libArabicChar"/>
          <w:rFonts w:hint="cs"/>
          <w:rtl/>
        </w:rPr>
        <w:t>منكم</w:t>
      </w:r>
      <w:r w:rsidRPr="00731CD2">
        <w:rPr>
          <w:rStyle w:val="libArabicChar"/>
          <w:rtl/>
        </w:rPr>
        <w:t xml:space="preserve"> </w:t>
      </w:r>
      <w:r w:rsidRPr="00731CD2">
        <w:rPr>
          <w:rStyle w:val="libArabicChar"/>
          <w:rFonts w:hint="cs"/>
          <w:rtl/>
        </w:rPr>
        <w:t>وجلون</w:t>
      </w:r>
    </w:p>
    <w:p w:rsidR="001F628F" w:rsidRDefault="001F628F" w:rsidP="00731CD2">
      <w:pPr>
        <w:pStyle w:val="libNormal"/>
        <w:rPr>
          <w:rtl/>
        </w:rPr>
      </w:pPr>
      <w:r>
        <w:rPr>
          <w:rtl/>
        </w:rPr>
        <w:t xml:space="preserve">8_حضرت ابراہيم </w:t>
      </w:r>
      <w:r w:rsidR="00367F17" w:rsidRPr="00367F17">
        <w:rPr>
          <w:rStyle w:val="libAlaemChar"/>
          <w:rtl/>
        </w:rPr>
        <w:t xml:space="preserve"> عليه‌السلام </w:t>
      </w:r>
      <w:r>
        <w:rPr>
          <w:rtl/>
        </w:rPr>
        <w:t xml:space="preserve"> كے پاس انے والے فرشتے انسانى شكل مي</w:t>
      </w:r>
      <w:r w:rsidR="00083993">
        <w:rPr>
          <w:rtl/>
        </w:rPr>
        <w:t xml:space="preserve">ں </w:t>
      </w:r>
      <w:r>
        <w:rPr>
          <w:rtl/>
        </w:rPr>
        <w:t xml:space="preserve">تھے اور وہ مہمان كے طور پر اپ </w:t>
      </w:r>
      <w:r w:rsidR="00367F17" w:rsidRPr="00367F17">
        <w:rPr>
          <w:rStyle w:val="libAlaemChar"/>
          <w:rtl/>
        </w:rPr>
        <w:t xml:space="preserve"> عليه‌السلام </w:t>
      </w:r>
      <w:r>
        <w:rPr>
          <w:rtl/>
        </w:rPr>
        <w:t xml:space="preserve"> كے پاس ائے تھے_</w:t>
      </w:r>
      <w:r w:rsidRPr="00731CD2">
        <w:rPr>
          <w:rStyle w:val="libArabicChar"/>
          <w:rFonts w:hint="eastAsia"/>
          <w:rtl/>
        </w:rPr>
        <w:t>ونبّئ</w:t>
      </w:r>
      <w:r w:rsidR="00F21947" w:rsidRPr="00B2551F">
        <w:rPr>
          <w:rStyle w:val="libArabicChar"/>
          <w:rFonts w:hint="cs"/>
          <w:rtl/>
        </w:rPr>
        <w:t>ه</w:t>
      </w:r>
      <w:r w:rsidRPr="00731CD2">
        <w:rPr>
          <w:rStyle w:val="libArabicChar"/>
          <w:rFonts w:hint="cs"/>
          <w:rtl/>
        </w:rPr>
        <w:t>م</w:t>
      </w:r>
      <w:r w:rsidRPr="00731CD2">
        <w:rPr>
          <w:rStyle w:val="libArabicChar"/>
          <w:rtl/>
        </w:rPr>
        <w:t xml:space="preserve"> عن ضيف ابر</w:t>
      </w:r>
      <w:r w:rsidR="00F21947" w:rsidRPr="00B2551F">
        <w:rPr>
          <w:rStyle w:val="libArabicChar"/>
          <w:rFonts w:hint="cs"/>
          <w:rtl/>
        </w:rPr>
        <w:t>ه</w:t>
      </w:r>
      <w:r w:rsidRPr="00731CD2">
        <w:rPr>
          <w:rStyle w:val="libArabicChar"/>
          <w:rFonts w:hint="cs"/>
          <w:rtl/>
        </w:rPr>
        <w:t>يم</w:t>
      </w:r>
      <w:r w:rsidRPr="00731CD2">
        <w:rPr>
          <w:rStyle w:val="libArabicChar"/>
          <w:rtl/>
        </w:rPr>
        <w:t xml:space="preserve"> _</w:t>
      </w:r>
      <w:r w:rsidRPr="00731CD2">
        <w:rPr>
          <w:rStyle w:val="libArabicChar"/>
          <w:rFonts w:hint="cs"/>
          <w:rtl/>
        </w:rPr>
        <w:t>اذ</w:t>
      </w:r>
      <w:r w:rsidRPr="00731CD2">
        <w:rPr>
          <w:rStyle w:val="libArabicChar"/>
          <w:rtl/>
        </w:rPr>
        <w:t xml:space="preserve"> </w:t>
      </w:r>
      <w:r w:rsidRPr="00731CD2">
        <w:rPr>
          <w:rStyle w:val="libArabicChar"/>
          <w:rFonts w:hint="cs"/>
          <w:rtl/>
        </w:rPr>
        <w:t>دخلوا</w:t>
      </w:r>
      <w:r w:rsidRPr="00731CD2">
        <w:rPr>
          <w:rStyle w:val="libArabicChar"/>
          <w:rtl/>
        </w:rPr>
        <w:t xml:space="preserve"> </w:t>
      </w:r>
      <w:r w:rsidRPr="00731CD2">
        <w:rPr>
          <w:rStyle w:val="libArabicChar"/>
          <w:rFonts w:hint="cs"/>
          <w:rtl/>
        </w:rPr>
        <w:t>علي</w:t>
      </w:r>
      <w:r w:rsidR="00120F63" w:rsidRPr="00B2551F">
        <w:rPr>
          <w:rStyle w:val="libArabicChar"/>
          <w:rFonts w:hint="cs"/>
          <w:rtl/>
        </w:rPr>
        <w:t>ه</w:t>
      </w:r>
      <w:r w:rsidRPr="00731CD2">
        <w:rPr>
          <w:rStyle w:val="libArabicChar"/>
          <w:rtl/>
        </w:rPr>
        <w:t xml:space="preserve"> </w:t>
      </w:r>
      <w:r w:rsidRPr="00731CD2">
        <w:rPr>
          <w:rStyle w:val="libArabicChar"/>
          <w:rFonts w:hint="cs"/>
          <w:rtl/>
        </w:rPr>
        <w:t>ف</w:t>
      </w:r>
      <w:r w:rsidRPr="00731CD2">
        <w:rPr>
          <w:rStyle w:val="libArabicChar"/>
          <w:rtl/>
        </w:rPr>
        <w:t>قالوا سلمًا قال انا منكم وجلون</w:t>
      </w:r>
    </w:p>
    <w:p w:rsidR="001F628F" w:rsidRDefault="001F628F" w:rsidP="00731CD2">
      <w:pPr>
        <w:pStyle w:val="libNormal"/>
        <w:rPr>
          <w:rtl/>
        </w:rPr>
      </w:pPr>
      <w:r>
        <w:rPr>
          <w:rtl/>
        </w:rPr>
        <w:t>9_فرشتو</w:t>
      </w:r>
      <w:r w:rsidR="00083993">
        <w:rPr>
          <w:rtl/>
        </w:rPr>
        <w:t xml:space="preserve">ں </w:t>
      </w:r>
      <w:r>
        <w:rPr>
          <w:rtl/>
        </w:rPr>
        <w:t xml:space="preserve">كا حضرت ابراہيم </w:t>
      </w:r>
      <w:r w:rsidR="00367F17" w:rsidRPr="00367F17">
        <w:rPr>
          <w:rStyle w:val="libAlaemChar"/>
          <w:rtl/>
        </w:rPr>
        <w:t xml:space="preserve"> عليه‌السلام </w:t>
      </w:r>
      <w:r>
        <w:rPr>
          <w:rtl/>
        </w:rPr>
        <w:t xml:space="preserve"> سے براہ راست بات چيت كرنا_</w:t>
      </w:r>
      <w:r w:rsidRPr="00731CD2">
        <w:rPr>
          <w:rStyle w:val="libArabicChar"/>
          <w:rFonts w:hint="eastAsia"/>
          <w:rtl/>
        </w:rPr>
        <w:t>فقالوا</w:t>
      </w:r>
      <w:r w:rsidRPr="00731CD2">
        <w:rPr>
          <w:rStyle w:val="libArabicChar"/>
          <w:rtl/>
        </w:rPr>
        <w:t xml:space="preserve"> سلمًا قال انا منكم وجلون _قالوا لاتوجل</w:t>
      </w:r>
    </w:p>
    <w:p w:rsidR="001F628F" w:rsidRDefault="001F628F" w:rsidP="001F628F">
      <w:pPr>
        <w:pStyle w:val="libNormal"/>
        <w:rPr>
          <w:rtl/>
        </w:rPr>
      </w:pPr>
      <w:r>
        <w:rPr>
          <w:rtl/>
        </w:rPr>
        <w:t>10_فرشتو</w:t>
      </w:r>
      <w:r w:rsidR="00083993">
        <w:rPr>
          <w:rtl/>
        </w:rPr>
        <w:t xml:space="preserve">ں </w:t>
      </w:r>
      <w:r>
        <w:rPr>
          <w:rtl/>
        </w:rPr>
        <w:t>كےلئے جسمانى اور قابل رؤيت شكل مي</w:t>
      </w:r>
      <w:r w:rsidR="00083993">
        <w:rPr>
          <w:rtl/>
        </w:rPr>
        <w:t xml:space="preserve">ں </w:t>
      </w:r>
      <w:r>
        <w:rPr>
          <w:rtl/>
        </w:rPr>
        <w:t>ظاہر ہونے كا امكان _</w:t>
      </w:r>
    </w:p>
    <w:p w:rsidR="001F628F" w:rsidRDefault="001F628F" w:rsidP="00731CD2">
      <w:pPr>
        <w:pStyle w:val="libArabic"/>
        <w:rPr>
          <w:rtl/>
        </w:rPr>
      </w:pPr>
      <w:r>
        <w:rPr>
          <w:rFonts w:hint="eastAsia"/>
          <w:rtl/>
        </w:rPr>
        <w:t>اذ</w:t>
      </w:r>
      <w:r>
        <w:rPr>
          <w:rtl/>
        </w:rPr>
        <w:t xml:space="preserve"> دخلوا علي</w:t>
      </w:r>
      <w:r w:rsidR="00120F63" w:rsidRPr="00ED5DE8">
        <w:rPr>
          <w:rFonts w:hint="cs"/>
          <w:rtl/>
        </w:rPr>
        <w:t>ه</w:t>
      </w:r>
      <w:r>
        <w:rPr>
          <w:rtl/>
        </w:rPr>
        <w:t xml:space="preserve"> </w:t>
      </w:r>
      <w:r>
        <w:rPr>
          <w:rFonts w:hint="cs"/>
          <w:rtl/>
        </w:rPr>
        <w:t>فقالوا</w:t>
      </w:r>
      <w:r>
        <w:rPr>
          <w:rtl/>
        </w:rPr>
        <w:t xml:space="preserve"> </w:t>
      </w:r>
      <w:r>
        <w:rPr>
          <w:rFonts w:hint="cs"/>
          <w:rtl/>
        </w:rPr>
        <w:t>سلمًا</w:t>
      </w:r>
      <w:r>
        <w:rPr>
          <w:rtl/>
        </w:rPr>
        <w:t xml:space="preserve"> </w:t>
      </w:r>
      <w:r>
        <w:rPr>
          <w:rFonts w:hint="cs"/>
          <w:rtl/>
        </w:rPr>
        <w:t>قال</w:t>
      </w:r>
      <w:r>
        <w:rPr>
          <w:rtl/>
        </w:rPr>
        <w:t xml:space="preserve"> </w:t>
      </w:r>
      <w:r>
        <w:rPr>
          <w:rFonts w:hint="cs"/>
          <w:rtl/>
        </w:rPr>
        <w:t>انا</w:t>
      </w:r>
      <w:r>
        <w:rPr>
          <w:rtl/>
        </w:rPr>
        <w:t xml:space="preserve"> </w:t>
      </w:r>
      <w:r>
        <w:rPr>
          <w:rFonts w:hint="cs"/>
          <w:rtl/>
        </w:rPr>
        <w:t>منكم</w:t>
      </w:r>
      <w:r>
        <w:rPr>
          <w:rtl/>
        </w:rPr>
        <w:t xml:space="preserve"> </w:t>
      </w:r>
      <w:r>
        <w:rPr>
          <w:rFonts w:hint="cs"/>
          <w:rtl/>
        </w:rPr>
        <w:t>وجلون</w:t>
      </w:r>
    </w:p>
    <w:p w:rsidR="001F628F" w:rsidRDefault="001F628F" w:rsidP="001F628F">
      <w:pPr>
        <w:pStyle w:val="libNormal"/>
        <w:rPr>
          <w:rtl/>
        </w:rPr>
      </w:pPr>
      <w:r>
        <w:rPr>
          <w:rtl/>
        </w:rPr>
        <w:t>11_</w:t>
      </w:r>
      <w:r w:rsidRPr="00731CD2">
        <w:rPr>
          <w:rStyle w:val="libArabicChar"/>
          <w:rtl/>
        </w:rPr>
        <w:t>'' ...قال ا بو جعفر</w:t>
      </w:r>
      <w:r w:rsidR="00367F17" w:rsidRPr="00367F17">
        <w:rPr>
          <w:rStyle w:val="libAlaemChar"/>
          <w:rtl/>
        </w:rPr>
        <w:t xml:space="preserve"> عليه‌السلام </w:t>
      </w:r>
      <w:r w:rsidRPr="00731CD2">
        <w:rPr>
          <w:rStyle w:val="libArabicChar"/>
          <w:rtl/>
        </w:rPr>
        <w:t>: ... بعث الله رسلًا الى ابرا</w:t>
      </w:r>
      <w:r w:rsidR="00F21947" w:rsidRPr="00B2551F">
        <w:rPr>
          <w:rStyle w:val="libArabicChar"/>
          <w:rFonts w:hint="cs"/>
          <w:rtl/>
        </w:rPr>
        <w:t>ه</w:t>
      </w:r>
      <w:r w:rsidRPr="00731CD2">
        <w:rPr>
          <w:rStyle w:val="libArabicChar"/>
          <w:rFonts w:hint="cs"/>
          <w:rtl/>
        </w:rPr>
        <w:t>يم</w:t>
      </w:r>
      <w:r w:rsidRPr="00731CD2">
        <w:rPr>
          <w:rStyle w:val="libArabicChar"/>
          <w:rtl/>
        </w:rPr>
        <w:t xml:space="preserve"> ...</w:t>
      </w:r>
      <w:r w:rsidRPr="00731CD2">
        <w:rPr>
          <w:rStyle w:val="libArabicChar"/>
          <w:rFonts w:hint="cs"/>
          <w:rtl/>
        </w:rPr>
        <w:t>فدخلوا</w:t>
      </w:r>
      <w:r w:rsidRPr="00731CD2">
        <w:rPr>
          <w:rStyle w:val="libArabicChar"/>
          <w:rtl/>
        </w:rPr>
        <w:t xml:space="preserve"> </w:t>
      </w:r>
      <w:r w:rsidRPr="00731CD2">
        <w:rPr>
          <w:rStyle w:val="libArabicChar"/>
          <w:rFonts w:hint="cs"/>
          <w:rtl/>
        </w:rPr>
        <w:t>علي</w:t>
      </w:r>
      <w:r w:rsidR="00120F63" w:rsidRPr="00B2551F">
        <w:rPr>
          <w:rStyle w:val="libArabicChar"/>
          <w:rFonts w:hint="cs"/>
          <w:rtl/>
        </w:rPr>
        <w:t>ه</w:t>
      </w:r>
      <w:r w:rsidRPr="00731CD2">
        <w:rPr>
          <w:rStyle w:val="libArabicChar"/>
          <w:rtl/>
        </w:rPr>
        <w:t xml:space="preserve"> </w:t>
      </w:r>
      <w:r w:rsidRPr="00731CD2">
        <w:rPr>
          <w:rStyle w:val="libArabicChar"/>
          <w:rFonts w:hint="cs"/>
          <w:rtl/>
        </w:rPr>
        <w:t>ليلاً</w:t>
      </w:r>
      <w:r w:rsidRPr="00731CD2">
        <w:rPr>
          <w:rStyle w:val="libArabicChar"/>
          <w:rtl/>
        </w:rPr>
        <w:t xml:space="preserve"> </w:t>
      </w:r>
      <w:r w:rsidRPr="00731CD2">
        <w:rPr>
          <w:rStyle w:val="libArabicChar"/>
          <w:rFonts w:hint="cs"/>
          <w:rtl/>
        </w:rPr>
        <w:t>ففزع</w:t>
      </w:r>
      <w:r w:rsidRPr="00731CD2">
        <w:rPr>
          <w:rStyle w:val="libArabicChar"/>
          <w:rtl/>
        </w:rPr>
        <w:t xml:space="preserve"> </w:t>
      </w:r>
      <w:r w:rsidRPr="00731CD2">
        <w:rPr>
          <w:rStyle w:val="libArabicChar"/>
          <w:rFonts w:hint="cs"/>
          <w:rtl/>
        </w:rPr>
        <w:t>من</w:t>
      </w:r>
      <w:r w:rsidR="00F21947" w:rsidRPr="00B2551F">
        <w:rPr>
          <w:rStyle w:val="libArabicChar"/>
          <w:rFonts w:hint="cs"/>
          <w:rtl/>
        </w:rPr>
        <w:t>ه</w:t>
      </w:r>
      <w:r w:rsidRPr="00731CD2">
        <w:rPr>
          <w:rStyle w:val="libArabicChar"/>
          <w:rFonts w:hint="cs"/>
          <w:rtl/>
        </w:rPr>
        <w:t>م</w:t>
      </w:r>
      <w:r w:rsidRPr="00731CD2">
        <w:rPr>
          <w:rStyle w:val="libArabicChar"/>
          <w:rtl/>
        </w:rPr>
        <w:t xml:space="preserve"> </w:t>
      </w:r>
      <w:r w:rsidRPr="00731CD2">
        <w:rPr>
          <w:rStyle w:val="libArabicChar"/>
          <w:rFonts w:hint="cs"/>
          <w:rtl/>
        </w:rPr>
        <w:t>وخاف</w:t>
      </w:r>
      <w:r w:rsidRPr="00731CD2">
        <w:rPr>
          <w:rStyle w:val="libArabicChar"/>
          <w:rtl/>
        </w:rPr>
        <w:t xml:space="preserve"> </w:t>
      </w:r>
      <w:r w:rsidRPr="00731CD2">
        <w:rPr>
          <w:rStyle w:val="libArabicChar"/>
          <w:rFonts w:hint="cs"/>
          <w:rtl/>
        </w:rPr>
        <w:t>ا</w:t>
      </w:r>
      <w:r w:rsidRPr="00731CD2">
        <w:rPr>
          <w:rStyle w:val="libArabicChar"/>
          <w:rtl/>
        </w:rPr>
        <w:t xml:space="preserve"> </w:t>
      </w:r>
      <w:r w:rsidRPr="00731CD2">
        <w:rPr>
          <w:rStyle w:val="libArabicChar"/>
          <w:rFonts w:hint="cs"/>
          <w:rtl/>
        </w:rPr>
        <w:t>ن</w:t>
      </w:r>
      <w:r w:rsidRPr="00731CD2">
        <w:rPr>
          <w:rStyle w:val="libArabicChar"/>
          <w:rtl/>
        </w:rPr>
        <w:t xml:space="preserve"> </w:t>
      </w:r>
      <w:r w:rsidRPr="00731CD2">
        <w:rPr>
          <w:rStyle w:val="libArabicChar"/>
          <w:rFonts w:hint="cs"/>
          <w:rtl/>
        </w:rPr>
        <w:t>يكونوا</w:t>
      </w:r>
      <w:r w:rsidRPr="00731CD2">
        <w:rPr>
          <w:rStyle w:val="libArabicChar"/>
          <w:rtl/>
        </w:rPr>
        <w:t xml:space="preserve"> </w:t>
      </w:r>
      <w:r w:rsidRPr="00731CD2">
        <w:rPr>
          <w:rStyle w:val="libArabicChar"/>
          <w:rFonts w:hint="cs"/>
          <w:rtl/>
        </w:rPr>
        <w:t>سُرّاقًا،</w:t>
      </w:r>
      <w:r w:rsidRPr="00731CD2">
        <w:rPr>
          <w:rStyle w:val="libArabicChar"/>
          <w:rtl/>
        </w:rPr>
        <w:t xml:space="preserve"> </w:t>
      </w:r>
      <w:r w:rsidRPr="00731CD2">
        <w:rPr>
          <w:rStyle w:val="libArabicChar"/>
          <w:rFonts w:hint="cs"/>
          <w:rtl/>
        </w:rPr>
        <w:t>قال</w:t>
      </w:r>
      <w:r w:rsidRPr="00731CD2">
        <w:rPr>
          <w:rStyle w:val="libArabicChar"/>
          <w:rtl/>
        </w:rPr>
        <w:t xml:space="preserve">: </w:t>
      </w:r>
      <w:r w:rsidRPr="00731CD2">
        <w:rPr>
          <w:rStyle w:val="libArabicChar"/>
          <w:rFonts w:hint="cs"/>
          <w:rtl/>
        </w:rPr>
        <w:t>فلمّا</w:t>
      </w:r>
      <w:r w:rsidRPr="00731CD2">
        <w:rPr>
          <w:rStyle w:val="libArabicChar"/>
          <w:rtl/>
        </w:rPr>
        <w:t xml:space="preserve"> </w:t>
      </w:r>
      <w:r w:rsidRPr="00731CD2">
        <w:rPr>
          <w:rStyle w:val="libArabicChar"/>
          <w:rFonts w:hint="cs"/>
          <w:rtl/>
        </w:rPr>
        <w:t>ا</w:t>
      </w:r>
      <w:r w:rsidRPr="00731CD2">
        <w:rPr>
          <w:rStyle w:val="libArabicChar"/>
          <w:rtl/>
        </w:rPr>
        <w:t xml:space="preserve"> </w:t>
      </w:r>
      <w:r w:rsidRPr="00731CD2">
        <w:rPr>
          <w:rStyle w:val="libArabicChar"/>
          <w:rFonts w:hint="cs"/>
          <w:rtl/>
        </w:rPr>
        <w:t>ن</w:t>
      </w:r>
      <w:r w:rsidRPr="00731CD2">
        <w:rPr>
          <w:rStyle w:val="libArabicChar"/>
          <w:rtl/>
        </w:rPr>
        <w:t xml:space="preserve"> </w:t>
      </w:r>
      <w:r w:rsidRPr="00731CD2">
        <w:rPr>
          <w:rStyle w:val="libArabicChar"/>
          <w:rFonts w:hint="cs"/>
          <w:rtl/>
        </w:rPr>
        <w:t>را</w:t>
      </w:r>
      <w:r w:rsidRPr="00731CD2">
        <w:rPr>
          <w:rStyle w:val="libArabicChar"/>
          <w:rtl/>
        </w:rPr>
        <w:t xml:space="preserve"> </w:t>
      </w:r>
      <w:r w:rsidRPr="00731CD2">
        <w:rPr>
          <w:rStyle w:val="libArabicChar"/>
          <w:rFonts w:hint="cs"/>
          <w:rtl/>
        </w:rPr>
        <w:t>ت</w:t>
      </w:r>
      <w:r w:rsidR="00120F63" w:rsidRPr="00B2551F">
        <w:rPr>
          <w:rStyle w:val="libArabicChar"/>
          <w:rFonts w:hint="cs"/>
          <w:rtl/>
        </w:rPr>
        <w:t>ه</w:t>
      </w:r>
      <w:r w:rsidRPr="00731CD2">
        <w:rPr>
          <w:rStyle w:val="libArabicChar"/>
          <w:rtl/>
        </w:rPr>
        <w:t xml:space="preserve"> </w:t>
      </w:r>
      <w:r w:rsidRPr="00731CD2">
        <w:rPr>
          <w:rStyle w:val="libArabicChar"/>
          <w:rFonts w:hint="cs"/>
          <w:rtl/>
        </w:rPr>
        <w:t>الرسل</w:t>
      </w:r>
      <w:r w:rsidRPr="00731CD2">
        <w:rPr>
          <w:rStyle w:val="libArabicChar"/>
          <w:rtl/>
        </w:rPr>
        <w:t xml:space="preserve"> </w:t>
      </w:r>
      <w:r w:rsidRPr="00731CD2">
        <w:rPr>
          <w:rStyle w:val="libArabicChar"/>
          <w:rFonts w:hint="cs"/>
          <w:rtl/>
        </w:rPr>
        <w:t>فزعاً</w:t>
      </w:r>
      <w:r w:rsidRPr="00731CD2">
        <w:rPr>
          <w:rStyle w:val="libArabicChar"/>
          <w:rtl/>
        </w:rPr>
        <w:t xml:space="preserve"> </w:t>
      </w:r>
      <w:r w:rsidRPr="00731CD2">
        <w:rPr>
          <w:rStyle w:val="libArabicChar"/>
          <w:rFonts w:hint="cs"/>
          <w:rtl/>
        </w:rPr>
        <w:t>وجلاً</w:t>
      </w:r>
      <w:r w:rsidRPr="00731CD2">
        <w:rPr>
          <w:rStyle w:val="libArabicChar"/>
          <w:rtl/>
        </w:rPr>
        <w:t>''</w:t>
      </w:r>
      <w:r w:rsidRPr="00731CD2">
        <w:rPr>
          <w:rStyle w:val="libArabicChar"/>
          <w:rFonts w:hint="cs"/>
          <w:rtl/>
        </w:rPr>
        <w:t>قالوا</w:t>
      </w:r>
      <w:r w:rsidRPr="00731CD2">
        <w:rPr>
          <w:rStyle w:val="libArabicChar"/>
          <w:rtl/>
        </w:rPr>
        <w:t xml:space="preserve"> </w:t>
      </w:r>
      <w:r w:rsidRPr="00731CD2">
        <w:rPr>
          <w:rStyle w:val="libArabicChar"/>
          <w:rFonts w:hint="cs"/>
          <w:rtl/>
        </w:rPr>
        <w:t>سلمًا</w:t>
      </w:r>
      <w:r w:rsidRPr="00731CD2">
        <w:rPr>
          <w:rStyle w:val="libArabicChar"/>
          <w:rtl/>
        </w:rPr>
        <w:t>'' ... ''</w:t>
      </w:r>
      <w:r w:rsidRPr="00731CD2">
        <w:rPr>
          <w:rStyle w:val="libArabicChar"/>
          <w:rFonts w:hint="cs"/>
          <w:rtl/>
        </w:rPr>
        <w:t>قال</w:t>
      </w:r>
      <w:r w:rsidRPr="00731CD2">
        <w:rPr>
          <w:rStyle w:val="libArabicChar"/>
          <w:rtl/>
        </w:rPr>
        <w:t xml:space="preserve"> </w:t>
      </w:r>
      <w:r w:rsidRPr="00731CD2">
        <w:rPr>
          <w:rStyle w:val="libArabicChar"/>
          <w:rFonts w:hint="cs"/>
          <w:rtl/>
        </w:rPr>
        <w:t>انا</w:t>
      </w:r>
      <w:r w:rsidRPr="00731CD2">
        <w:rPr>
          <w:rStyle w:val="libArabicChar"/>
          <w:rtl/>
        </w:rPr>
        <w:t xml:space="preserve"> </w:t>
      </w:r>
      <w:r w:rsidRPr="00731CD2">
        <w:rPr>
          <w:rStyle w:val="libArabicChar"/>
          <w:rFonts w:hint="cs"/>
          <w:rtl/>
        </w:rPr>
        <w:t>منكم</w:t>
      </w:r>
      <w:r w:rsidRPr="00731CD2">
        <w:rPr>
          <w:rStyle w:val="libArabicChar"/>
          <w:rtl/>
        </w:rPr>
        <w:t xml:space="preserve"> </w:t>
      </w:r>
      <w:r w:rsidRPr="00731CD2">
        <w:rPr>
          <w:rStyle w:val="libArabicChar"/>
          <w:rFonts w:hint="cs"/>
          <w:rtl/>
        </w:rPr>
        <w:t>وجلون</w:t>
      </w:r>
      <w:r w:rsidRPr="00731CD2">
        <w:rPr>
          <w:rStyle w:val="libArabicChar"/>
          <w:rtl/>
        </w:rPr>
        <w:t xml:space="preserve"> _</w:t>
      </w:r>
      <w:r w:rsidRPr="00731CD2">
        <w:rPr>
          <w:rStyle w:val="libArabicChar"/>
          <w:rFonts w:hint="cs"/>
          <w:rtl/>
        </w:rPr>
        <w:t>قالوا</w:t>
      </w:r>
      <w:r w:rsidRPr="00731CD2">
        <w:rPr>
          <w:rStyle w:val="libArabicChar"/>
          <w:rtl/>
        </w:rPr>
        <w:t xml:space="preserve"> </w:t>
      </w:r>
      <w:r w:rsidRPr="00731CD2">
        <w:rPr>
          <w:rStyle w:val="libArabicChar"/>
          <w:rFonts w:hint="cs"/>
          <w:rtl/>
        </w:rPr>
        <w:t>لاتوجل</w:t>
      </w:r>
      <w:r w:rsidRPr="00731CD2">
        <w:rPr>
          <w:rStyle w:val="libArabicChar"/>
          <w:rtl/>
        </w:rPr>
        <w:t xml:space="preserve"> ...''</w:t>
      </w:r>
      <w:r>
        <w:rPr>
          <w:rtl/>
        </w:rPr>
        <w:t>;</w:t>
      </w:r>
      <w:r w:rsidRPr="00731CD2">
        <w:rPr>
          <w:rStyle w:val="libFootnotenumChar"/>
          <w:rtl/>
        </w:rPr>
        <w:t>(1)</w:t>
      </w:r>
      <w:r>
        <w:rPr>
          <w:rtl/>
        </w:rPr>
        <w:t xml:space="preserve">حضرت امام باقر عليہ السلام سے منقول ہے </w:t>
      </w:r>
      <w:r>
        <w:rPr>
          <w:rFonts w:hint="eastAsia"/>
          <w:rtl/>
        </w:rPr>
        <w:t>كہ</w:t>
      </w:r>
      <w:r>
        <w:rPr>
          <w:rtl/>
        </w:rPr>
        <w:t xml:space="preserve"> ...خداوند متعال نے فرشتو</w:t>
      </w:r>
      <w:r w:rsidR="00083993">
        <w:rPr>
          <w:rtl/>
        </w:rPr>
        <w:t xml:space="preserve">ں </w:t>
      </w:r>
      <w:r>
        <w:rPr>
          <w:rtl/>
        </w:rPr>
        <w:t xml:space="preserve">كو حضرت ابراہيم </w:t>
      </w:r>
      <w:r w:rsidR="00367F17" w:rsidRPr="00367F17">
        <w:rPr>
          <w:rStyle w:val="libAlaemChar"/>
          <w:rtl/>
        </w:rPr>
        <w:t xml:space="preserve"> عليه‌السلام </w:t>
      </w:r>
      <w:r>
        <w:rPr>
          <w:rtl/>
        </w:rPr>
        <w:t xml:space="preserve"> كى طرف بھيجا __پس وہ رات كے وقت اُن كے پاس ائے اور وہ اُن سے ڈر گئے كہ كہي</w:t>
      </w:r>
      <w:r w:rsidR="00083993">
        <w:rPr>
          <w:rtl/>
        </w:rPr>
        <w:t xml:space="preserve">ں </w:t>
      </w:r>
      <w:r>
        <w:rPr>
          <w:rtl/>
        </w:rPr>
        <w:t>وہ چور نہ ہو</w:t>
      </w:r>
      <w:r w:rsidR="00083993">
        <w:rPr>
          <w:rtl/>
        </w:rPr>
        <w:t xml:space="preserve">ں </w:t>
      </w:r>
      <w:r>
        <w:rPr>
          <w:rtl/>
        </w:rPr>
        <w:t xml:space="preserve">...(پھر ) امام </w:t>
      </w:r>
      <w:r w:rsidR="00367F17" w:rsidRPr="00367F17">
        <w:rPr>
          <w:rStyle w:val="libAlaemChar"/>
          <w:rtl/>
        </w:rPr>
        <w:t xml:space="preserve"> عليه‌السلام </w:t>
      </w:r>
      <w:r>
        <w:rPr>
          <w:rtl/>
        </w:rPr>
        <w:t xml:space="preserve"> نے فرمايا:پس جب فرشتو</w:t>
      </w:r>
      <w:r w:rsidR="00083993">
        <w:rPr>
          <w:rtl/>
        </w:rPr>
        <w:t xml:space="preserve">ں </w:t>
      </w:r>
      <w:r>
        <w:rPr>
          <w:rtl/>
        </w:rPr>
        <w:t xml:space="preserve">نے حضرت ابراہيم </w:t>
      </w:r>
      <w:r w:rsidR="00367F17" w:rsidRPr="00367F17">
        <w:rPr>
          <w:rStyle w:val="libAlaemChar"/>
          <w:rtl/>
        </w:rPr>
        <w:t xml:space="preserve"> عليه‌السلام </w:t>
      </w:r>
      <w:r>
        <w:rPr>
          <w:rtl/>
        </w:rPr>
        <w:t xml:space="preserve"> كو خوف زدہ اور مضطرب ديكھا تو اُن كو سلام كيا ... اورحض</w:t>
      </w:r>
      <w:r>
        <w:rPr>
          <w:rFonts w:hint="eastAsia"/>
          <w:rtl/>
        </w:rPr>
        <w:t>رت</w:t>
      </w:r>
      <w:r>
        <w:rPr>
          <w:rtl/>
        </w:rPr>
        <w:t xml:space="preserve"> ابراہيم</w:t>
      </w:r>
      <w:r w:rsidR="00367F17" w:rsidRPr="00367F17">
        <w:rPr>
          <w:rStyle w:val="libAlaemChar"/>
          <w:rtl/>
        </w:rPr>
        <w:t xml:space="preserve"> عليه‌السلام </w:t>
      </w:r>
      <w:r>
        <w:rPr>
          <w:rtl/>
        </w:rPr>
        <w:t xml:space="preserve"> سے كہا:</w:t>
      </w:r>
      <w:r w:rsidRPr="00731CD2">
        <w:rPr>
          <w:rStyle w:val="libArabicChar"/>
          <w:rtl/>
        </w:rPr>
        <w:t>''قال انا منكم وجلون ... قالوا لاتوجل ...''</w:t>
      </w:r>
    </w:p>
    <w:p w:rsidR="001F628F" w:rsidRDefault="001F628F" w:rsidP="00731CD2">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sidR="00367F17" w:rsidRPr="00367F17">
        <w:rPr>
          <w:rStyle w:val="libAlaemChar"/>
          <w:rtl/>
        </w:rPr>
        <w:t xml:space="preserve"> عليه‌السلام </w:t>
      </w:r>
      <w:r>
        <w:rPr>
          <w:rtl/>
        </w:rPr>
        <w:t xml:space="preserve"> سے ملائكہ كى گفتگو 9; ابراہيم</w:t>
      </w:r>
      <w:r w:rsidR="00367F17" w:rsidRPr="00367F17">
        <w:rPr>
          <w:rStyle w:val="libAlaemChar"/>
          <w:rtl/>
        </w:rPr>
        <w:t xml:space="preserve"> عليه‌السلام </w:t>
      </w:r>
      <w:r>
        <w:rPr>
          <w:rtl/>
        </w:rPr>
        <w:t xml:space="preserve"> كا اضطراب 3 ; ابراہيم</w:t>
      </w:r>
      <w:r w:rsidR="00367F17" w:rsidRPr="00367F17">
        <w:rPr>
          <w:rStyle w:val="libAlaemChar"/>
          <w:rtl/>
        </w:rPr>
        <w:t xml:space="preserve"> عليه‌السلام </w:t>
      </w:r>
      <w:r>
        <w:rPr>
          <w:rtl/>
        </w:rPr>
        <w:t xml:space="preserve"> كا خوف 3،11;ابراہيم</w:t>
      </w:r>
      <w:r w:rsidR="00367F17" w:rsidRPr="00367F17">
        <w:rPr>
          <w:rStyle w:val="libAlaemChar"/>
          <w:rtl/>
        </w:rPr>
        <w:t xml:space="preserve"> عليه‌السلام </w:t>
      </w:r>
      <w:r>
        <w:rPr>
          <w:rtl/>
        </w:rPr>
        <w:t xml:space="preserve"> كا قصہ 1،3، 4 ، 8، 9،11 ;ابراہيم</w:t>
      </w:r>
      <w:r w:rsidR="00367F17" w:rsidRPr="00367F17">
        <w:rPr>
          <w:rStyle w:val="libAlaemChar"/>
          <w:rtl/>
        </w:rPr>
        <w:t xml:space="preserve"> عليه‌السلام </w:t>
      </w:r>
      <w:r>
        <w:rPr>
          <w:rtl/>
        </w:rPr>
        <w:t xml:space="preserve"> كو سلام 1،11;ابراہيم</w:t>
      </w:r>
      <w:r w:rsidR="00367F17" w:rsidRPr="00367F17">
        <w:rPr>
          <w:rStyle w:val="libAlaemChar"/>
          <w:rtl/>
        </w:rPr>
        <w:t xml:space="preserve"> عليه‌السلام </w:t>
      </w:r>
      <w:r>
        <w:rPr>
          <w:rtl/>
        </w:rPr>
        <w:t xml:space="preserve"> كى صفات 5 ; ابراہيم</w:t>
      </w:r>
      <w:r w:rsidR="00367F17" w:rsidRPr="00367F17">
        <w:rPr>
          <w:rStyle w:val="libAlaemChar"/>
          <w:rtl/>
        </w:rPr>
        <w:t xml:space="preserve"> عليه‌السلام </w:t>
      </w:r>
      <w:r>
        <w:rPr>
          <w:rtl/>
        </w:rPr>
        <w:t xml:space="preserve"> كى مہمان نوازى 5;ابراہيم</w:t>
      </w:r>
      <w:r w:rsidR="00367F17" w:rsidRPr="00367F17">
        <w:rPr>
          <w:rStyle w:val="libAlaemChar"/>
          <w:rtl/>
        </w:rPr>
        <w:t xml:space="preserve"> عليه‌السلام </w:t>
      </w:r>
      <w:r>
        <w:rPr>
          <w:rtl/>
        </w:rPr>
        <w:t xml:space="preserve"> كے اضطراب كا سر چشمہ 4;ابراہيم</w:t>
      </w:r>
      <w:r w:rsidR="00367F17" w:rsidRPr="00367F17">
        <w:rPr>
          <w:rStyle w:val="libAlaemChar"/>
          <w:rtl/>
        </w:rPr>
        <w:t xml:space="preserve"> عليه‌السلام </w:t>
      </w:r>
      <w:r>
        <w:rPr>
          <w:rtl/>
        </w:rPr>
        <w:t xml:space="preserve"> كے اہل خانہ كا خوف 3 ; ابراہيم</w:t>
      </w:r>
      <w:r w:rsidR="00367F17" w:rsidRPr="00367F17">
        <w:rPr>
          <w:rStyle w:val="libAlaemChar"/>
          <w:rtl/>
        </w:rPr>
        <w:t xml:space="preserve"> عليه‌السلام </w:t>
      </w:r>
      <w:r>
        <w:rPr>
          <w:rtl/>
        </w:rPr>
        <w:t xml:space="preserve"> كے اہل خانہ كا اضطراب 3; ابراہيم</w:t>
      </w:r>
      <w:r w:rsidR="00367F17" w:rsidRPr="00367F17">
        <w:rPr>
          <w:rStyle w:val="libAlaemChar"/>
          <w:rtl/>
        </w:rPr>
        <w:t xml:space="preserve"> عليه‌السلام </w:t>
      </w:r>
      <w:r>
        <w:rPr>
          <w:rtl/>
        </w:rPr>
        <w:t xml:space="preserve"> كے پاس ملائكہ كا انا 8;ابراہيم</w:t>
      </w:r>
      <w:r w:rsidR="00367F17" w:rsidRPr="00367F17">
        <w:rPr>
          <w:rStyle w:val="libAlaemChar"/>
          <w:rtl/>
        </w:rPr>
        <w:t xml:space="preserve"> عليه‌السلام </w:t>
      </w:r>
      <w:r>
        <w:rPr>
          <w:rtl/>
        </w:rPr>
        <w:t xml:space="preserve"> كے خوف كا سر چشمہ 4 ; ابراہيم</w:t>
      </w:r>
      <w:r w:rsidR="00367F17" w:rsidRPr="00367F17">
        <w:rPr>
          <w:rStyle w:val="libAlaemChar"/>
          <w:rtl/>
        </w:rPr>
        <w:t xml:space="preserve"> عليه‌السلام </w:t>
      </w:r>
      <w:r>
        <w:rPr>
          <w:rtl/>
        </w:rPr>
        <w:t xml:space="preserve"> كے مہمان 1،3،4 ،11 ; ابراہيم</w:t>
      </w:r>
      <w:r w:rsidR="00367F17" w:rsidRPr="00367F17">
        <w:rPr>
          <w:rStyle w:val="libAlaemChar"/>
          <w:rtl/>
        </w:rPr>
        <w:t xml:space="preserve"> عليه‌السلام </w:t>
      </w:r>
      <w:r>
        <w:rPr>
          <w:rtl/>
        </w:rPr>
        <w:t xml:space="preserve"> كے مہمانو</w:t>
      </w:r>
      <w:r w:rsidR="00083993">
        <w:rPr>
          <w:rtl/>
        </w:rPr>
        <w:t xml:space="preserve">ں </w:t>
      </w:r>
      <w:r>
        <w:rPr>
          <w:rtl/>
        </w:rPr>
        <w:t>كى خصوصيات 8</w:t>
      </w:r>
    </w:p>
    <w:p w:rsidR="001F628F" w:rsidRDefault="001F628F" w:rsidP="001F628F">
      <w:pPr>
        <w:pStyle w:val="libNormal"/>
        <w:rPr>
          <w:rtl/>
        </w:rPr>
      </w:pPr>
      <w:r>
        <w:rPr>
          <w:rFonts w:hint="eastAsia"/>
          <w:rtl/>
        </w:rPr>
        <w:t>الله</w:t>
      </w:r>
      <w:r>
        <w:rPr>
          <w:rtl/>
        </w:rPr>
        <w:t xml:space="preserve"> تعالى كے رسول :11</w:t>
      </w:r>
    </w:p>
    <w:p w:rsidR="001F628F" w:rsidRDefault="001F628F" w:rsidP="00731CD2">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اور اضطراب 6;انبياء اور خوف 6</w:t>
      </w:r>
    </w:p>
    <w:p w:rsidR="001F628F" w:rsidRDefault="00B84D3B" w:rsidP="00B84D3B">
      <w:pPr>
        <w:pStyle w:val="libLine"/>
        <w:rPr>
          <w:rtl/>
        </w:rPr>
      </w:pPr>
      <w:r>
        <w:rPr>
          <w:rtl/>
        </w:rPr>
        <w:t>____________________</w:t>
      </w:r>
    </w:p>
    <w:p w:rsidR="001F628F" w:rsidRDefault="001F628F" w:rsidP="00731CD2">
      <w:pPr>
        <w:pStyle w:val="libFootnote"/>
        <w:rPr>
          <w:rtl/>
        </w:rPr>
      </w:pPr>
      <w:r>
        <w:rPr>
          <w:rtl/>
        </w:rPr>
        <w:t>1) تفسيرعياشى ،ج2،ص246،ح26;نور الثقلين ،ج 3 ،ص 21 ، ح 74_</w:t>
      </w:r>
    </w:p>
    <w:p w:rsidR="00731CD2" w:rsidRDefault="001E7F9D" w:rsidP="00F73EDE">
      <w:pPr>
        <w:pStyle w:val="libPoemTini"/>
        <w:rPr>
          <w:rtl/>
        </w:rPr>
      </w:pPr>
      <w:r>
        <w:rPr>
          <w:rtl/>
        </w:rPr>
        <w:br w:type="page"/>
      </w:r>
    </w:p>
    <w:p w:rsidR="001F628F" w:rsidRDefault="001F628F" w:rsidP="00731CD2">
      <w:pPr>
        <w:pStyle w:val="libNormal"/>
        <w:rPr>
          <w:rtl/>
        </w:rPr>
      </w:pPr>
      <w:r>
        <w:rPr>
          <w:rFonts w:hint="eastAsia"/>
          <w:rtl/>
        </w:rPr>
        <w:lastRenderedPageBreak/>
        <w:t>اولواالعزم</w:t>
      </w:r>
      <w:r>
        <w:rPr>
          <w:rtl/>
        </w:rPr>
        <w:t xml:space="preserve"> انبياء كے علم كى حدود 7;علم انبياء كى حدود 7</w:t>
      </w:r>
    </w:p>
    <w:p w:rsidR="001F628F" w:rsidRDefault="001F628F" w:rsidP="001F628F">
      <w:pPr>
        <w:pStyle w:val="libNormal"/>
        <w:rPr>
          <w:rtl/>
        </w:rPr>
      </w:pPr>
      <w:r>
        <w:rPr>
          <w:rFonts w:hint="eastAsia"/>
          <w:rtl/>
        </w:rPr>
        <w:t>روايت</w:t>
      </w:r>
      <w:r>
        <w:rPr>
          <w:rtl/>
        </w:rPr>
        <w:t xml:space="preserve"> :11</w:t>
      </w:r>
    </w:p>
    <w:p w:rsidR="001F628F" w:rsidRDefault="001F628F" w:rsidP="0023688D">
      <w:pPr>
        <w:pStyle w:val="libNormal"/>
        <w:rPr>
          <w:rtl/>
        </w:rPr>
      </w:pPr>
      <w:r>
        <w:rPr>
          <w:rFonts w:hint="eastAsia"/>
          <w:rtl/>
        </w:rPr>
        <w:t>سلام</w:t>
      </w:r>
      <w:r>
        <w:rPr>
          <w:rtl/>
        </w:rPr>
        <w:t xml:space="preserve"> :</w:t>
      </w:r>
      <w:r>
        <w:rPr>
          <w:rFonts w:hint="eastAsia"/>
          <w:rtl/>
        </w:rPr>
        <w:t>سلام</w:t>
      </w:r>
      <w:r>
        <w:rPr>
          <w:rtl/>
        </w:rPr>
        <w:t xml:space="preserve"> كى اہميت 2</w:t>
      </w:r>
    </w:p>
    <w:p w:rsidR="001F628F" w:rsidRDefault="001F628F" w:rsidP="0023688D">
      <w:pPr>
        <w:pStyle w:val="libNormal"/>
        <w:rPr>
          <w:rtl/>
        </w:rPr>
      </w:pPr>
      <w:r>
        <w:rPr>
          <w:rFonts w:hint="eastAsia"/>
          <w:rtl/>
        </w:rPr>
        <w:t>صفات</w:t>
      </w:r>
      <w:r>
        <w:rPr>
          <w:rtl/>
        </w:rPr>
        <w:t xml:space="preserve"> :</w:t>
      </w:r>
      <w:r>
        <w:rPr>
          <w:rFonts w:hint="eastAsia"/>
          <w:rtl/>
        </w:rPr>
        <w:t>پسنديدہ</w:t>
      </w:r>
      <w:r>
        <w:rPr>
          <w:rtl/>
        </w:rPr>
        <w:t xml:space="preserve"> صفات 2</w:t>
      </w:r>
    </w:p>
    <w:p w:rsidR="001F628F" w:rsidRDefault="001F628F" w:rsidP="0023688D">
      <w:pPr>
        <w:pStyle w:val="libNormal"/>
        <w:rPr>
          <w:rtl/>
        </w:rPr>
      </w:pPr>
      <w:r>
        <w:rPr>
          <w:rFonts w:hint="eastAsia"/>
          <w:rtl/>
        </w:rPr>
        <w:t>معاشرت</w:t>
      </w:r>
      <w:r>
        <w:rPr>
          <w:rtl/>
        </w:rPr>
        <w:t xml:space="preserve"> :</w:t>
      </w:r>
      <w:r>
        <w:rPr>
          <w:rFonts w:hint="eastAsia"/>
          <w:rtl/>
        </w:rPr>
        <w:t>معاشرت</w:t>
      </w:r>
      <w:r>
        <w:rPr>
          <w:rtl/>
        </w:rPr>
        <w:t xml:space="preserve"> كے اداب 2</w:t>
      </w:r>
    </w:p>
    <w:p w:rsidR="001F628F" w:rsidRDefault="001F628F" w:rsidP="0023688D">
      <w:pPr>
        <w:pStyle w:val="libNormal"/>
        <w:rPr>
          <w:rtl/>
        </w:rPr>
      </w:pPr>
      <w:r>
        <w:rPr>
          <w:rFonts w:hint="eastAsia"/>
          <w:rtl/>
        </w:rPr>
        <w:t>ملائكہ</w:t>
      </w:r>
      <w:r>
        <w:rPr>
          <w:rtl/>
        </w:rPr>
        <w:t xml:space="preserve"> :</w:t>
      </w:r>
      <w:r>
        <w:rPr>
          <w:rFonts w:hint="eastAsia"/>
          <w:rtl/>
        </w:rPr>
        <w:t>ملائكہ</w:t>
      </w:r>
      <w:r>
        <w:rPr>
          <w:rtl/>
        </w:rPr>
        <w:t xml:space="preserve"> كا تجسم 8;ملائكہ كا سلام 1،11;ملائكہ كى رئويت 10</w:t>
      </w:r>
    </w:p>
    <w:p w:rsidR="001F628F" w:rsidRDefault="0023688D" w:rsidP="0023688D">
      <w:pPr>
        <w:pStyle w:val="Heading2Center"/>
        <w:rPr>
          <w:rtl/>
        </w:rPr>
      </w:pPr>
      <w:bookmarkStart w:id="99" w:name="_Toc28081777"/>
      <w:r>
        <w:rPr>
          <w:rFonts w:hint="cs"/>
          <w:rtl/>
        </w:rPr>
        <w:t>آیت 53</w:t>
      </w:r>
      <w:bookmarkEnd w:id="99"/>
    </w:p>
    <w:p w:rsidR="001F628F" w:rsidRDefault="00E260F9" w:rsidP="0023688D">
      <w:pPr>
        <w:pStyle w:val="libNormal"/>
        <w:rPr>
          <w:rtl/>
        </w:rPr>
      </w:pPr>
      <w:r w:rsidRPr="00E260F9">
        <w:rPr>
          <w:rStyle w:val="libAlaemChar"/>
          <w:rFonts w:hint="eastAsia"/>
          <w:rtl/>
        </w:rPr>
        <w:t>(</w:t>
      </w:r>
      <w:r w:rsidRPr="0023688D">
        <w:rPr>
          <w:rStyle w:val="libAieChar"/>
          <w:rFonts w:hint="eastAsia"/>
          <w:rtl/>
        </w:rPr>
        <w:t>قَالُواْ</w:t>
      </w:r>
      <w:r w:rsidRPr="0023688D">
        <w:rPr>
          <w:rStyle w:val="libAieChar"/>
          <w:rtl/>
        </w:rPr>
        <w:t xml:space="preserve"> لاَ تَوْجَلْ إِنَّا نُبَشِّرُكَ بِغُلامٍ عَلِيمٍ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انھو</w:t>
      </w:r>
      <w:r w:rsidR="00083993">
        <w:rPr>
          <w:rFonts w:hint="eastAsia"/>
          <w:rtl/>
        </w:rPr>
        <w:t xml:space="preserve">ں </w:t>
      </w:r>
      <w:r>
        <w:rPr>
          <w:rtl/>
        </w:rPr>
        <w:t>نے كہا كہ آپ ڈري</w:t>
      </w:r>
      <w:r w:rsidR="00083993">
        <w:rPr>
          <w:rtl/>
        </w:rPr>
        <w:t xml:space="preserve">ں </w:t>
      </w:r>
      <w:r>
        <w:rPr>
          <w:rtl/>
        </w:rPr>
        <w:t>نہي</w:t>
      </w:r>
      <w:r w:rsidR="00083993">
        <w:rPr>
          <w:rtl/>
        </w:rPr>
        <w:t xml:space="preserve">ں </w:t>
      </w:r>
      <w:r>
        <w:rPr>
          <w:rtl/>
        </w:rPr>
        <w:t>ہم آپ كو ايك فرزند دانا كى بشارت دينے كے لئے آئے ہي</w:t>
      </w:r>
      <w:r w:rsidR="00083993">
        <w:rPr>
          <w:rtl/>
        </w:rPr>
        <w:t xml:space="preserve">ں </w:t>
      </w:r>
      <w:r>
        <w:rPr>
          <w:rtl/>
        </w:rPr>
        <w:t>_</w:t>
      </w:r>
    </w:p>
    <w:p w:rsidR="001F628F" w:rsidRDefault="001F628F" w:rsidP="0023688D">
      <w:pPr>
        <w:pStyle w:val="libNormal"/>
        <w:rPr>
          <w:rtl/>
        </w:rPr>
      </w:pPr>
      <w:r>
        <w:rPr>
          <w:rtl/>
        </w:rPr>
        <w:t xml:space="preserve">1_حضرت ابراہيم </w:t>
      </w:r>
      <w:r w:rsidR="00367F17" w:rsidRPr="00367F17">
        <w:rPr>
          <w:rStyle w:val="libAlaemChar"/>
          <w:rtl/>
        </w:rPr>
        <w:t xml:space="preserve"> عليه‌السلام </w:t>
      </w:r>
      <w:r>
        <w:rPr>
          <w:rtl/>
        </w:rPr>
        <w:t xml:space="preserve"> كے مہمانو</w:t>
      </w:r>
      <w:r w:rsidR="00083993">
        <w:rPr>
          <w:rtl/>
        </w:rPr>
        <w:t xml:space="preserve">ں </w:t>
      </w:r>
      <w:r>
        <w:rPr>
          <w:rtl/>
        </w:rPr>
        <w:t>(فرشتو</w:t>
      </w:r>
      <w:r w:rsidR="00083993">
        <w:rPr>
          <w:rtl/>
        </w:rPr>
        <w:t xml:space="preserve">ں </w:t>
      </w:r>
      <w:r>
        <w:rPr>
          <w:rtl/>
        </w:rPr>
        <w:t>) نے اُنہي</w:t>
      </w:r>
      <w:r w:rsidR="00083993">
        <w:rPr>
          <w:rtl/>
        </w:rPr>
        <w:t xml:space="preserve">ں </w:t>
      </w:r>
      <w:r>
        <w:rPr>
          <w:rtl/>
        </w:rPr>
        <w:t>تسلى دى اوراپ</w:t>
      </w:r>
      <w:r w:rsidR="00367F17" w:rsidRPr="00367F17">
        <w:rPr>
          <w:rStyle w:val="libAlaemChar"/>
          <w:rtl/>
        </w:rPr>
        <w:t xml:space="preserve"> عليه‌السلام </w:t>
      </w:r>
      <w:r>
        <w:rPr>
          <w:rtl/>
        </w:rPr>
        <w:t xml:space="preserve"> سے كہا كہ وہ اُن كے انے سے پريشان اور مضطرب نہ ہو</w:t>
      </w:r>
      <w:r w:rsidR="00083993">
        <w:rPr>
          <w:rtl/>
        </w:rPr>
        <w:t xml:space="preserve">ں </w:t>
      </w:r>
      <w:r>
        <w:rPr>
          <w:rtl/>
        </w:rPr>
        <w:t>_</w:t>
      </w:r>
      <w:r w:rsidRPr="0023688D">
        <w:rPr>
          <w:rStyle w:val="libArabicChar"/>
          <w:rFonts w:hint="eastAsia"/>
          <w:rtl/>
        </w:rPr>
        <w:t>قالوا</w:t>
      </w:r>
      <w:r w:rsidRPr="0023688D">
        <w:rPr>
          <w:rStyle w:val="libArabicChar"/>
          <w:rtl/>
        </w:rPr>
        <w:t xml:space="preserve"> لاتوجل انا نبشّرك بغلم عليم</w:t>
      </w:r>
    </w:p>
    <w:p w:rsidR="001F628F" w:rsidRDefault="001F628F" w:rsidP="0023688D">
      <w:pPr>
        <w:pStyle w:val="libNormal"/>
        <w:rPr>
          <w:rtl/>
        </w:rPr>
      </w:pPr>
      <w:r>
        <w:rPr>
          <w:rtl/>
        </w:rPr>
        <w:t>2_فرشتو</w:t>
      </w:r>
      <w:r w:rsidR="00083993">
        <w:rPr>
          <w:rtl/>
        </w:rPr>
        <w:t xml:space="preserve">ں </w:t>
      </w:r>
      <w:r>
        <w:rPr>
          <w:rtl/>
        </w:rPr>
        <w:t xml:space="preserve">كى طرف سے حضرت ابراہيم </w:t>
      </w:r>
      <w:r w:rsidR="00367F17" w:rsidRPr="00367F17">
        <w:rPr>
          <w:rStyle w:val="libAlaemChar"/>
          <w:rtl/>
        </w:rPr>
        <w:t xml:space="preserve"> عليه‌السلام </w:t>
      </w:r>
      <w:r>
        <w:rPr>
          <w:rtl/>
        </w:rPr>
        <w:t xml:space="preserve"> كو ايك دانا اور عالم بيٹے كى بشارت _</w:t>
      </w:r>
      <w:r w:rsidRPr="0023688D">
        <w:rPr>
          <w:rStyle w:val="libArabicChar"/>
          <w:rFonts w:hint="eastAsia"/>
          <w:rtl/>
        </w:rPr>
        <w:t>انا</w:t>
      </w:r>
      <w:r w:rsidRPr="0023688D">
        <w:rPr>
          <w:rStyle w:val="libArabicChar"/>
          <w:rtl/>
        </w:rPr>
        <w:t xml:space="preserve"> نبشّرك بغلم عليم</w:t>
      </w:r>
    </w:p>
    <w:p w:rsidR="001F628F" w:rsidRDefault="001F628F" w:rsidP="001F628F">
      <w:pPr>
        <w:pStyle w:val="libNormal"/>
        <w:rPr>
          <w:rtl/>
        </w:rPr>
      </w:pPr>
      <w:r>
        <w:rPr>
          <w:rtl/>
        </w:rPr>
        <w:t xml:space="preserve">3_حضرت ابراہيم </w:t>
      </w:r>
      <w:r w:rsidR="00367F17" w:rsidRPr="00367F17">
        <w:rPr>
          <w:rStyle w:val="libAlaemChar"/>
          <w:rtl/>
        </w:rPr>
        <w:t xml:space="preserve"> عليه‌السلام </w:t>
      </w:r>
      <w:r>
        <w:rPr>
          <w:rtl/>
        </w:rPr>
        <w:t xml:space="preserve"> كو جس بيٹے كى خوشخبرى دى گئي تھى وہ عظمت اور بلند مقام ومنزلت كا حامل تھا_</w:t>
      </w:r>
    </w:p>
    <w:p w:rsidR="001F628F" w:rsidRDefault="001F628F" w:rsidP="0023688D">
      <w:pPr>
        <w:pStyle w:val="libNormal"/>
        <w:rPr>
          <w:rtl/>
        </w:rPr>
      </w:pPr>
      <w:r w:rsidRPr="0023688D">
        <w:rPr>
          <w:rStyle w:val="libArabicChar"/>
          <w:rFonts w:hint="eastAsia"/>
          <w:rtl/>
        </w:rPr>
        <w:t>نبشّرك</w:t>
      </w:r>
      <w:r w:rsidRPr="0023688D">
        <w:rPr>
          <w:rStyle w:val="libArabicChar"/>
          <w:rtl/>
        </w:rPr>
        <w:t xml:space="preserve"> بغلم عليم</w:t>
      </w:r>
      <w:r w:rsidR="0023688D">
        <w:rPr>
          <w:rFonts w:hint="cs"/>
          <w:rtl/>
        </w:rPr>
        <w:t xml:space="preserve">  </w:t>
      </w:r>
      <w:r>
        <w:rPr>
          <w:rtl/>
        </w:rPr>
        <w:t>''بغلام''مي</w:t>
      </w:r>
      <w:r w:rsidR="00083993">
        <w:rPr>
          <w:rtl/>
        </w:rPr>
        <w:t xml:space="preserve">ں </w:t>
      </w:r>
      <w:r>
        <w:rPr>
          <w:rtl/>
        </w:rPr>
        <w:t>تنوين تنكير ،تفخيم اور تعظيم كے لئے ہے</w:t>
      </w:r>
    </w:p>
    <w:p w:rsidR="001F628F" w:rsidRDefault="001F628F" w:rsidP="0023688D">
      <w:pPr>
        <w:pStyle w:val="libNormal"/>
        <w:rPr>
          <w:rtl/>
        </w:rPr>
      </w:pPr>
      <w:r>
        <w:rPr>
          <w:rtl/>
        </w:rPr>
        <w:t xml:space="preserve">4_حضرت ابراہيم </w:t>
      </w:r>
      <w:r w:rsidR="00367F17" w:rsidRPr="00367F17">
        <w:rPr>
          <w:rStyle w:val="libAlaemChar"/>
          <w:rtl/>
        </w:rPr>
        <w:t xml:space="preserve"> عليه‌السلام </w:t>
      </w:r>
      <w:r>
        <w:rPr>
          <w:rtl/>
        </w:rPr>
        <w:t xml:space="preserve"> صاحب اولاد ہونے اور اپنى نسل كى بقا كے خواہش مند تھے _</w:t>
      </w:r>
      <w:r w:rsidRPr="0023688D">
        <w:rPr>
          <w:rStyle w:val="libArabicChar"/>
          <w:rFonts w:hint="eastAsia"/>
          <w:rtl/>
        </w:rPr>
        <w:t>نبشّرك</w:t>
      </w:r>
      <w:r w:rsidRPr="0023688D">
        <w:rPr>
          <w:rStyle w:val="libArabicChar"/>
          <w:rtl/>
        </w:rPr>
        <w:t xml:space="preserve"> بغلم</w:t>
      </w:r>
    </w:p>
    <w:p w:rsidR="001F628F" w:rsidRDefault="001F628F" w:rsidP="001F628F">
      <w:pPr>
        <w:pStyle w:val="libNormal"/>
        <w:rPr>
          <w:rtl/>
        </w:rPr>
      </w:pPr>
      <w:r>
        <w:rPr>
          <w:rFonts w:hint="eastAsia"/>
          <w:rtl/>
        </w:rPr>
        <w:t>كلمہ</w:t>
      </w:r>
      <w:r>
        <w:rPr>
          <w:rtl/>
        </w:rPr>
        <w:t xml:space="preserve"> ''بشارت''اُس جگہ استعمال ہوتا ہے جہا</w:t>
      </w:r>
      <w:r w:rsidR="00083993">
        <w:rPr>
          <w:rtl/>
        </w:rPr>
        <w:t xml:space="preserve">ں </w:t>
      </w:r>
      <w:r>
        <w:rPr>
          <w:rtl/>
        </w:rPr>
        <w:t>دلى خواہش اور خوشى كا مقام ہو_</w:t>
      </w:r>
    </w:p>
    <w:p w:rsidR="001F628F" w:rsidRDefault="001F628F" w:rsidP="0023688D">
      <w:pPr>
        <w:pStyle w:val="libNormal"/>
        <w:rPr>
          <w:rtl/>
        </w:rPr>
      </w:pPr>
      <w:r>
        <w:rPr>
          <w:rtl/>
        </w:rPr>
        <w:t>5_عالم ا ور دانا اولاد ركھنا ،نعمات مي</w:t>
      </w:r>
      <w:r w:rsidR="00083993">
        <w:rPr>
          <w:rtl/>
        </w:rPr>
        <w:t xml:space="preserve">ں </w:t>
      </w:r>
      <w:r>
        <w:rPr>
          <w:rtl/>
        </w:rPr>
        <w:t>سے ہے اور خوشخبرى وبشارت كے قابل ہے_</w:t>
      </w:r>
      <w:r w:rsidRPr="0023688D">
        <w:rPr>
          <w:rStyle w:val="libArabicChar"/>
          <w:rFonts w:hint="eastAsia"/>
          <w:rtl/>
        </w:rPr>
        <w:t>نبشّرك</w:t>
      </w:r>
      <w:r w:rsidRPr="0023688D">
        <w:rPr>
          <w:rStyle w:val="libArabicChar"/>
          <w:rtl/>
        </w:rPr>
        <w:t xml:space="preserve"> بغلم عليم</w:t>
      </w:r>
    </w:p>
    <w:p w:rsidR="001F628F" w:rsidRDefault="001F628F" w:rsidP="001F628F">
      <w:pPr>
        <w:pStyle w:val="libNormal"/>
        <w:rPr>
          <w:rtl/>
        </w:rPr>
      </w:pPr>
      <w:r>
        <w:rPr>
          <w:rFonts w:hint="eastAsia"/>
          <w:rtl/>
        </w:rPr>
        <w:t>كلمہ</w:t>
      </w:r>
      <w:r>
        <w:rPr>
          <w:rtl/>
        </w:rPr>
        <w:t xml:space="preserve"> ''بشارت''اس جگہ استعمال ہوتا ہے كہ جہا</w:t>
      </w:r>
      <w:r w:rsidR="00083993">
        <w:rPr>
          <w:rtl/>
        </w:rPr>
        <w:t xml:space="preserve">ں </w:t>
      </w:r>
      <w:r>
        <w:rPr>
          <w:rtl/>
        </w:rPr>
        <w:t>خير اور نعمت ہو_لہذا يہ بات قابل ذكر ہے كہ فرشتو</w:t>
      </w:r>
      <w:r w:rsidR="00083993">
        <w:rPr>
          <w:rtl/>
        </w:rPr>
        <w:t xml:space="preserve">ں </w:t>
      </w:r>
      <w:r>
        <w:rPr>
          <w:rtl/>
        </w:rPr>
        <w:t>نے ايك دانا اور عالم بيٹے كى بشارت دى ہے اس سے معلوم ہوتا ہے كہ صاحب فرزند</w:t>
      </w:r>
    </w:p>
    <w:p w:rsidR="0023688D" w:rsidRDefault="001E7F9D" w:rsidP="00F73EDE">
      <w:pPr>
        <w:pStyle w:val="libPoemTini"/>
        <w:rPr>
          <w:rtl/>
        </w:rPr>
      </w:pPr>
      <w:r>
        <w:rPr>
          <w:rtl/>
        </w:rPr>
        <w:br w:type="page"/>
      </w:r>
    </w:p>
    <w:p w:rsidR="001F628F" w:rsidRDefault="001F628F" w:rsidP="0023688D">
      <w:pPr>
        <w:pStyle w:val="libNormal"/>
        <w:rPr>
          <w:rtl/>
        </w:rPr>
      </w:pPr>
      <w:r>
        <w:rPr>
          <w:rFonts w:hint="eastAsia"/>
          <w:rtl/>
        </w:rPr>
        <w:lastRenderedPageBreak/>
        <w:t>ہونا</w:t>
      </w:r>
      <w:r>
        <w:rPr>
          <w:rtl/>
        </w:rPr>
        <w:t xml:space="preserve"> ايك ايسى بات ہے كہ جس كى بشارت دينى اور تبريك كہنى چاہيے_</w:t>
      </w:r>
    </w:p>
    <w:p w:rsidR="001F628F" w:rsidRDefault="001F628F" w:rsidP="0023688D">
      <w:pPr>
        <w:pStyle w:val="libNormal"/>
        <w:rPr>
          <w:rtl/>
        </w:rPr>
      </w:pPr>
      <w:r>
        <w:rPr>
          <w:rtl/>
        </w:rPr>
        <w:t>6_علم و دانش كا بلند ترين مقام و مرتبہ ہے اور اس كا اہم ترين اقدار مي</w:t>
      </w:r>
      <w:r w:rsidR="00083993">
        <w:rPr>
          <w:rtl/>
        </w:rPr>
        <w:t xml:space="preserve">ں </w:t>
      </w:r>
      <w:r>
        <w:rPr>
          <w:rtl/>
        </w:rPr>
        <w:t>شمار ہوتا ہے_</w:t>
      </w:r>
      <w:r w:rsidRPr="0023688D">
        <w:rPr>
          <w:rStyle w:val="libArabicChar"/>
          <w:rFonts w:hint="eastAsia"/>
          <w:rtl/>
        </w:rPr>
        <w:t>انا</w:t>
      </w:r>
      <w:r w:rsidRPr="0023688D">
        <w:rPr>
          <w:rStyle w:val="libArabicChar"/>
          <w:rtl/>
        </w:rPr>
        <w:t xml:space="preserve"> نبشّرك بغلم عليم</w:t>
      </w:r>
    </w:p>
    <w:p w:rsidR="001F628F" w:rsidRDefault="001F628F" w:rsidP="001F628F">
      <w:pPr>
        <w:pStyle w:val="libNormal"/>
        <w:rPr>
          <w:rtl/>
        </w:rPr>
      </w:pPr>
      <w:r>
        <w:rPr>
          <w:rtl/>
        </w:rPr>
        <w:t>''غلام'' كے ليے كوئي دوسرى صفت لانے كى بجائے ''عليم''كى صفت لانا اس مذكورہ بالا نكتہ كى طرف اشارہ ہے_</w:t>
      </w:r>
    </w:p>
    <w:p w:rsidR="001F628F" w:rsidRDefault="001F628F" w:rsidP="0023688D">
      <w:pPr>
        <w:pStyle w:val="libNormal"/>
        <w:rPr>
          <w:rtl/>
        </w:rPr>
      </w:pPr>
      <w:r>
        <w:rPr>
          <w:rtl/>
        </w:rPr>
        <w:t xml:space="preserve">7_حضرت ابراہيم </w:t>
      </w:r>
      <w:r w:rsidR="00367F17" w:rsidRPr="00367F17">
        <w:rPr>
          <w:rStyle w:val="libAlaemChar"/>
          <w:rtl/>
        </w:rPr>
        <w:t xml:space="preserve"> عليه‌السلام </w:t>
      </w:r>
      <w:r>
        <w:rPr>
          <w:rtl/>
        </w:rPr>
        <w:t xml:space="preserve"> خداوندمتعال كى خصوصى عنايت سے بہرہ مند تھے اور اُن كى نسل كى بقاء كے بارے مي</w:t>
      </w:r>
      <w:r w:rsidR="00083993">
        <w:rPr>
          <w:rtl/>
        </w:rPr>
        <w:t xml:space="preserve">ں </w:t>
      </w:r>
      <w:r>
        <w:rPr>
          <w:rtl/>
        </w:rPr>
        <w:t>خدا كى خاص توجہ تھي_</w:t>
      </w:r>
      <w:r w:rsidRPr="0023688D">
        <w:rPr>
          <w:rStyle w:val="libArabicChar"/>
          <w:rFonts w:hint="eastAsia"/>
          <w:rtl/>
        </w:rPr>
        <w:t>قالوا</w:t>
      </w:r>
      <w:r w:rsidRPr="0023688D">
        <w:rPr>
          <w:rStyle w:val="libArabicChar"/>
          <w:rtl/>
        </w:rPr>
        <w:t xml:space="preserve"> لاتوجل انا نبشّرك بغلم عليم</w:t>
      </w:r>
    </w:p>
    <w:p w:rsidR="001F628F" w:rsidRDefault="001F628F" w:rsidP="0023688D">
      <w:pPr>
        <w:pStyle w:val="libNormal"/>
        <w:rPr>
          <w:rtl/>
        </w:rPr>
      </w:pPr>
      <w:r>
        <w:rPr>
          <w:rtl/>
        </w:rPr>
        <w:t xml:space="preserve">8_ حضرت اسحاق </w:t>
      </w:r>
      <w:r w:rsidR="00367F17" w:rsidRPr="00367F17">
        <w:rPr>
          <w:rStyle w:val="libAlaemChar"/>
          <w:rtl/>
        </w:rPr>
        <w:t xml:space="preserve"> عليه‌السلام </w:t>
      </w:r>
      <w:r>
        <w:rPr>
          <w:rtl/>
        </w:rPr>
        <w:t xml:space="preserve"> ايك عالم اور دانشور شخصيت كے مالك تھے_</w:t>
      </w:r>
      <w:r w:rsidRPr="0023688D">
        <w:rPr>
          <w:rStyle w:val="libArabicChar"/>
          <w:rFonts w:hint="eastAsia"/>
          <w:rtl/>
        </w:rPr>
        <w:t>انا</w:t>
      </w:r>
      <w:r w:rsidRPr="0023688D">
        <w:rPr>
          <w:rStyle w:val="libArabicChar"/>
          <w:rtl/>
        </w:rPr>
        <w:t xml:space="preserve"> نبشّرك بغلم عليم</w:t>
      </w:r>
    </w:p>
    <w:p w:rsidR="001F628F" w:rsidRDefault="001F628F" w:rsidP="001F628F">
      <w:pPr>
        <w:pStyle w:val="libNormal"/>
        <w:rPr>
          <w:rtl/>
        </w:rPr>
      </w:pPr>
      <w:r>
        <w:rPr>
          <w:rFonts w:hint="eastAsia"/>
          <w:rtl/>
        </w:rPr>
        <w:t>مندرجہ</w:t>
      </w:r>
      <w:r>
        <w:rPr>
          <w:rtl/>
        </w:rPr>
        <w:t xml:space="preserve"> بالا مطلب اس بناء پر اخذ كيا گيا ہے كہ جب مفسرين كے مطابق '' بغلم عليم '' سے مراد حضرت اسحاق </w:t>
      </w:r>
      <w:r w:rsidR="00367F17" w:rsidRPr="00367F17">
        <w:rPr>
          <w:rStyle w:val="libAlaemChar"/>
          <w:rtl/>
        </w:rPr>
        <w:t xml:space="preserve"> عليه‌السلام </w:t>
      </w:r>
      <w:r>
        <w:rPr>
          <w:rtl/>
        </w:rPr>
        <w:t xml:space="preserve"> ہو</w:t>
      </w:r>
      <w:r w:rsidR="00083993">
        <w:rPr>
          <w:rtl/>
        </w:rPr>
        <w:t xml:space="preserve">ں </w:t>
      </w:r>
      <w:r>
        <w:rPr>
          <w:rtl/>
        </w:rPr>
        <w:t>_</w:t>
      </w:r>
    </w:p>
    <w:p w:rsidR="001F628F" w:rsidRDefault="001F628F" w:rsidP="0023688D">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سے مطمئن رہنے كى درخواست 1;ابراہيم</w:t>
      </w:r>
      <w:r w:rsidR="00367F17" w:rsidRPr="00367F17">
        <w:rPr>
          <w:rStyle w:val="libAlaemChar"/>
          <w:rtl/>
        </w:rPr>
        <w:t xml:space="preserve"> عليه‌السلام </w:t>
      </w:r>
      <w:r>
        <w:rPr>
          <w:rtl/>
        </w:rPr>
        <w:t xml:space="preserve"> كا قصہ 1;ابراہيم </w:t>
      </w:r>
      <w:r w:rsidR="00367F17" w:rsidRPr="00367F17">
        <w:rPr>
          <w:rStyle w:val="libAlaemChar"/>
          <w:rtl/>
        </w:rPr>
        <w:t xml:space="preserve"> عليه‌السلام </w:t>
      </w:r>
      <w:r>
        <w:rPr>
          <w:rtl/>
        </w:rPr>
        <w:t xml:space="preserve"> كو بشارت 2،3;ابراہيم </w:t>
      </w:r>
      <w:r w:rsidR="00367F17" w:rsidRPr="00367F17">
        <w:rPr>
          <w:rStyle w:val="libAlaemChar"/>
          <w:rtl/>
        </w:rPr>
        <w:t xml:space="preserve"> عليه‌السلام </w:t>
      </w:r>
      <w:r>
        <w:rPr>
          <w:rtl/>
        </w:rPr>
        <w:t xml:space="preserve"> كو تسلي1 ; ابراہيم</w:t>
      </w:r>
      <w:r w:rsidR="00367F17" w:rsidRPr="00367F17">
        <w:rPr>
          <w:rStyle w:val="libAlaemChar"/>
          <w:rtl/>
        </w:rPr>
        <w:t xml:space="preserve"> عليه‌السلام </w:t>
      </w:r>
      <w:r>
        <w:rPr>
          <w:rtl/>
        </w:rPr>
        <w:t xml:space="preserve"> كى خواہش 4;ابراہيم </w:t>
      </w:r>
      <w:r w:rsidR="00367F17" w:rsidRPr="00367F17">
        <w:rPr>
          <w:rStyle w:val="libAlaemChar"/>
          <w:rtl/>
        </w:rPr>
        <w:t xml:space="preserve"> عليه‌السلام </w:t>
      </w:r>
      <w:r>
        <w:rPr>
          <w:rtl/>
        </w:rPr>
        <w:t xml:space="preserve"> كى نسل كى بقا ء 7 ;ابراہيم</w:t>
      </w:r>
      <w:r w:rsidR="00367F17" w:rsidRPr="00367F17">
        <w:rPr>
          <w:rStyle w:val="libAlaemChar"/>
          <w:rtl/>
        </w:rPr>
        <w:t xml:space="preserve"> عليه‌السلام </w:t>
      </w:r>
      <w:r>
        <w:rPr>
          <w:rtl/>
        </w:rPr>
        <w:t xml:space="preserve"> كے پاس ملائكہ كا انا 1;ابراہيم</w:t>
      </w:r>
      <w:r w:rsidR="00367F17" w:rsidRPr="00367F17">
        <w:rPr>
          <w:rStyle w:val="libAlaemChar"/>
          <w:rtl/>
        </w:rPr>
        <w:t xml:space="preserve"> عليه‌السلام </w:t>
      </w:r>
      <w:r>
        <w:rPr>
          <w:rtl/>
        </w:rPr>
        <w:t xml:space="preserve"> كے فضائل 7;ابراہيم </w:t>
      </w:r>
      <w:r w:rsidR="00367F17" w:rsidRPr="00367F17">
        <w:rPr>
          <w:rStyle w:val="libAlaemChar"/>
          <w:rtl/>
        </w:rPr>
        <w:t xml:space="preserve"> عليه‌السلام </w:t>
      </w:r>
      <w:r>
        <w:rPr>
          <w:rtl/>
        </w:rPr>
        <w:t xml:space="preserve"> كے مہمان 1;فرزند ابراہيم</w:t>
      </w:r>
      <w:r w:rsidR="00367F17" w:rsidRPr="00367F17">
        <w:rPr>
          <w:rStyle w:val="libAlaemChar"/>
          <w:rtl/>
        </w:rPr>
        <w:t xml:space="preserve"> عليه‌السلام </w:t>
      </w:r>
      <w:r>
        <w:rPr>
          <w:rtl/>
        </w:rPr>
        <w:t xml:space="preserve"> </w:t>
      </w:r>
      <w:r>
        <w:rPr>
          <w:rFonts w:hint="eastAsia"/>
          <w:rtl/>
        </w:rPr>
        <w:t>كا</w:t>
      </w:r>
      <w:r>
        <w:rPr>
          <w:rtl/>
        </w:rPr>
        <w:t xml:space="preserve"> مقام ومرتبہ 3; نسل ابراہيم </w:t>
      </w:r>
      <w:r w:rsidR="00367F17" w:rsidRPr="00367F17">
        <w:rPr>
          <w:rStyle w:val="libAlaemChar"/>
          <w:rtl/>
        </w:rPr>
        <w:t xml:space="preserve"> عليه‌السلام </w:t>
      </w:r>
      <w:r>
        <w:rPr>
          <w:rtl/>
        </w:rPr>
        <w:t xml:space="preserve"> كے فضائل 7</w:t>
      </w:r>
    </w:p>
    <w:p w:rsidR="001F628F" w:rsidRDefault="001F628F" w:rsidP="001F628F">
      <w:pPr>
        <w:pStyle w:val="libNormal"/>
        <w:rPr>
          <w:rtl/>
        </w:rPr>
      </w:pPr>
      <w:r>
        <w:rPr>
          <w:rFonts w:hint="eastAsia"/>
          <w:rtl/>
        </w:rPr>
        <w:t>اقدار</w:t>
      </w:r>
      <w:r>
        <w:rPr>
          <w:rtl/>
        </w:rPr>
        <w:t>:6</w:t>
      </w:r>
    </w:p>
    <w:p w:rsidR="001F628F" w:rsidRDefault="001F628F" w:rsidP="0023688D">
      <w:pPr>
        <w:pStyle w:val="libNormal"/>
        <w:rPr>
          <w:rtl/>
        </w:rPr>
      </w:pPr>
      <w:r>
        <w:rPr>
          <w:rFonts w:hint="eastAsia"/>
          <w:rtl/>
        </w:rPr>
        <w:t>اسحاق</w:t>
      </w:r>
      <w:r>
        <w:rPr>
          <w:rtl/>
        </w:rPr>
        <w:t xml:space="preserve"> </w:t>
      </w:r>
      <w:r w:rsidR="00367F17" w:rsidRPr="00367F17">
        <w:rPr>
          <w:rStyle w:val="libAlaemChar"/>
          <w:rtl/>
        </w:rPr>
        <w:t xml:space="preserve"> عليه‌السلام </w:t>
      </w:r>
      <w:r>
        <w:rPr>
          <w:rtl/>
        </w:rPr>
        <w:t xml:space="preserve"> :</w:t>
      </w:r>
      <w:r>
        <w:rPr>
          <w:rFonts w:hint="eastAsia"/>
          <w:rtl/>
        </w:rPr>
        <w:t>اسحاق</w:t>
      </w:r>
      <w:r>
        <w:rPr>
          <w:rtl/>
        </w:rPr>
        <w:t xml:space="preserve"> </w:t>
      </w:r>
      <w:r w:rsidR="00367F17" w:rsidRPr="00367F17">
        <w:rPr>
          <w:rStyle w:val="libAlaemChar"/>
          <w:rtl/>
        </w:rPr>
        <w:t xml:space="preserve"> عليه‌السلام </w:t>
      </w:r>
      <w:r>
        <w:rPr>
          <w:rtl/>
        </w:rPr>
        <w:t xml:space="preserve"> كا علم 8;اسحاق </w:t>
      </w:r>
      <w:r w:rsidR="00367F17" w:rsidRPr="00367F17">
        <w:rPr>
          <w:rStyle w:val="libAlaemChar"/>
          <w:rtl/>
        </w:rPr>
        <w:t xml:space="preserve"> عليه‌السلام </w:t>
      </w:r>
      <w:r>
        <w:rPr>
          <w:rtl/>
        </w:rPr>
        <w:t xml:space="preserve"> كے فضائل 8</w:t>
      </w:r>
    </w:p>
    <w:p w:rsidR="001F628F" w:rsidRDefault="001F628F" w:rsidP="0023688D">
      <w:pPr>
        <w:pStyle w:val="libNormal"/>
        <w:rPr>
          <w:rtl/>
        </w:rPr>
      </w:pPr>
      <w:r>
        <w:rPr>
          <w:rFonts w:hint="eastAsia"/>
          <w:rtl/>
        </w:rPr>
        <w:t>الله</w:t>
      </w:r>
      <w:r>
        <w:rPr>
          <w:rtl/>
        </w:rPr>
        <w:t xml:space="preserve"> تعالى :</w:t>
      </w:r>
      <w:r>
        <w:rPr>
          <w:rFonts w:hint="eastAsia"/>
          <w:rtl/>
        </w:rPr>
        <w:t>الله</w:t>
      </w:r>
      <w:r>
        <w:rPr>
          <w:rtl/>
        </w:rPr>
        <w:t xml:space="preserve"> تعالى كى نعمتي</w:t>
      </w:r>
      <w:r w:rsidR="00083993">
        <w:rPr>
          <w:rtl/>
        </w:rPr>
        <w:t xml:space="preserve">ں </w:t>
      </w:r>
      <w:r>
        <w:rPr>
          <w:rtl/>
        </w:rPr>
        <w:t>5</w:t>
      </w:r>
    </w:p>
    <w:p w:rsidR="001F628F" w:rsidRDefault="001F628F" w:rsidP="0023688D">
      <w:pPr>
        <w:pStyle w:val="libNormal"/>
        <w:rPr>
          <w:rtl/>
        </w:rPr>
      </w:pPr>
      <w:r>
        <w:rPr>
          <w:rFonts w:hint="eastAsia"/>
          <w:rtl/>
        </w:rPr>
        <w:t>بشارت</w:t>
      </w:r>
      <w:r>
        <w:rPr>
          <w:rtl/>
        </w:rPr>
        <w:t>:</w:t>
      </w:r>
      <w:r>
        <w:rPr>
          <w:rFonts w:hint="eastAsia"/>
          <w:rtl/>
        </w:rPr>
        <w:t>عالم</w:t>
      </w:r>
      <w:r>
        <w:rPr>
          <w:rtl/>
        </w:rPr>
        <w:t xml:space="preserve"> بيٹے كى بشارت 2،5</w:t>
      </w:r>
    </w:p>
    <w:p w:rsidR="001F628F" w:rsidRDefault="001F628F" w:rsidP="0023688D">
      <w:pPr>
        <w:pStyle w:val="libNormal"/>
        <w:rPr>
          <w:rtl/>
        </w:rPr>
      </w:pPr>
      <w:r>
        <w:rPr>
          <w:rFonts w:hint="eastAsia"/>
          <w:rtl/>
        </w:rPr>
        <w:t>خواہشات</w:t>
      </w:r>
      <w:r>
        <w:rPr>
          <w:rtl/>
        </w:rPr>
        <w:t xml:space="preserve"> :</w:t>
      </w:r>
      <w:r>
        <w:rPr>
          <w:rFonts w:hint="eastAsia"/>
          <w:rtl/>
        </w:rPr>
        <w:t>صاحب</w:t>
      </w:r>
      <w:r>
        <w:rPr>
          <w:rtl/>
        </w:rPr>
        <w:t xml:space="preserve"> اولاد ہونے كى خواہش 4;نسل كى بقاء كى خواہش 4</w:t>
      </w:r>
    </w:p>
    <w:p w:rsidR="001F628F" w:rsidRDefault="001F628F" w:rsidP="0023688D">
      <w:pPr>
        <w:pStyle w:val="libNormal"/>
        <w:rPr>
          <w:rtl/>
        </w:rPr>
      </w:pPr>
      <w:r>
        <w:rPr>
          <w:rFonts w:hint="eastAsia"/>
          <w:rtl/>
        </w:rPr>
        <w:t>علم</w:t>
      </w:r>
      <w:r>
        <w:rPr>
          <w:rtl/>
        </w:rPr>
        <w:t xml:space="preserve"> :</w:t>
      </w:r>
      <w:r>
        <w:rPr>
          <w:rFonts w:hint="eastAsia"/>
          <w:rtl/>
        </w:rPr>
        <w:t>علم</w:t>
      </w:r>
      <w:r>
        <w:rPr>
          <w:rtl/>
        </w:rPr>
        <w:t xml:space="preserve"> كى اہميت 6;علم كى قدر ومنزلت 6</w:t>
      </w:r>
    </w:p>
    <w:p w:rsidR="001F628F" w:rsidRDefault="001F628F" w:rsidP="0023688D">
      <w:pPr>
        <w:pStyle w:val="libNormal"/>
        <w:rPr>
          <w:rtl/>
        </w:rPr>
      </w:pPr>
      <w:r>
        <w:rPr>
          <w:rFonts w:hint="eastAsia"/>
          <w:rtl/>
        </w:rPr>
        <w:t>لطف</w:t>
      </w:r>
      <w:r>
        <w:rPr>
          <w:rtl/>
        </w:rPr>
        <w:t xml:space="preserve"> خدا :</w:t>
      </w:r>
      <w:r>
        <w:rPr>
          <w:rFonts w:hint="eastAsia"/>
          <w:rtl/>
        </w:rPr>
        <w:t>لطف</w:t>
      </w:r>
      <w:r>
        <w:rPr>
          <w:rtl/>
        </w:rPr>
        <w:t xml:space="preserve"> خدا جن كے شامل حال ہے 7</w:t>
      </w:r>
    </w:p>
    <w:p w:rsidR="001F628F" w:rsidRDefault="001F628F" w:rsidP="0023688D">
      <w:pPr>
        <w:pStyle w:val="libNormal"/>
        <w:rPr>
          <w:rtl/>
        </w:rPr>
      </w:pPr>
      <w:r>
        <w:rPr>
          <w:rFonts w:hint="eastAsia"/>
          <w:rtl/>
        </w:rPr>
        <w:t>ملائكہ</w:t>
      </w:r>
      <w:r>
        <w:rPr>
          <w:rtl/>
        </w:rPr>
        <w:t xml:space="preserve"> :</w:t>
      </w:r>
      <w:r>
        <w:rPr>
          <w:rFonts w:hint="eastAsia"/>
          <w:rtl/>
        </w:rPr>
        <w:t>ملائكہ</w:t>
      </w:r>
      <w:r>
        <w:rPr>
          <w:rtl/>
        </w:rPr>
        <w:t xml:space="preserve"> اور ابراہيم </w:t>
      </w:r>
      <w:r w:rsidR="00367F17" w:rsidRPr="00367F17">
        <w:rPr>
          <w:rStyle w:val="libAlaemChar"/>
          <w:rtl/>
        </w:rPr>
        <w:t xml:space="preserve"> عليه‌السلام </w:t>
      </w:r>
      <w:r>
        <w:rPr>
          <w:rtl/>
        </w:rPr>
        <w:t xml:space="preserve"> 1;ملائكہ كى بشارتي</w:t>
      </w:r>
      <w:r w:rsidR="00083993">
        <w:rPr>
          <w:rtl/>
        </w:rPr>
        <w:t xml:space="preserve">ں </w:t>
      </w:r>
      <w:r>
        <w:rPr>
          <w:rtl/>
        </w:rPr>
        <w:t>2;ملائكہ كے تقاضے 1</w:t>
      </w:r>
    </w:p>
    <w:p w:rsidR="001F628F" w:rsidRDefault="001F628F" w:rsidP="0023688D">
      <w:pPr>
        <w:pStyle w:val="libNormal"/>
        <w:rPr>
          <w:rtl/>
        </w:rPr>
      </w:pPr>
      <w:r>
        <w:rPr>
          <w:rFonts w:hint="eastAsia"/>
          <w:rtl/>
        </w:rPr>
        <w:t>نعمت</w:t>
      </w:r>
      <w:r>
        <w:rPr>
          <w:rtl/>
        </w:rPr>
        <w:t xml:space="preserve"> :</w:t>
      </w:r>
      <w:r>
        <w:rPr>
          <w:rFonts w:hint="eastAsia"/>
          <w:rtl/>
        </w:rPr>
        <w:t>عالم</w:t>
      </w:r>
      <w:r>
        <w:rPr>
          <w:rtl/>
        </w:rPr>
        <w:t xml:space="preserve"> اولاد كى نعمت 5</w:t>
      </w:r>
    </w:p>
    <w:p w:rsidR="0023688D" w:rsidRDefault="001E7F9D" w:rsidP="00F73EDE">
      <w:pPr>
        <w:pStyle w:val="libPoemTini"/>
        <w:rPr>
          <w:rtl/>
        </w:rPr>
      </w:pPr>
      <w:r>
        <w:rPr>
          <w:rtl/>
        </w:rPr>
        <w:br w:type="page"/>
      </w:r>
    </w:p>
    <w:p w:rsidR="0023688D" w:rsidRDefault="0023688D" w:rsidP="0023688D">
      <w:pPr>
        <w:pStyle w:val="Heading2Center"/>
        <w:rPr>
          <w:rtl/>
        </w:rPr>
      </w:pPr>
      <w:bookmarkStart w:id="100" w:name="_Toc28081778"/>
      <w:r>
        <w:rPr>
          <w:rFonts w:hint="cs"/>
          <w:rtl/>
        </w:rPr>
        <w:lastRenderedPageBreak/>
        <w:t>آیت 54</w:t>
      </w:r>
      <w:bookmarkEnd w:id="100"/>
    </w:p>
    <w:p w:rsidR="001F628F" w:rsidRDefault="00E260F9" w:rsidP="0023688D">
      <w:pPr>
        <w:pStyle w:val="libNormal"/>
        <w:rPr>
          <w:rtl/>
        </w:rPr>
      </w:pPr>
      <w:r w:rsidRPr="00E260F9">
        <w:rPr>
          <w:rStyle w:val="libAlaemChar"/>
          <w:rFonts w:hint="eastAsia"/>
          <w:rtl/>
        </w:rPr>
        <w:t>(</w:t>
      </w:r>
      <w:r w:rsidRPr="0023688D">
        <w:rPr>
          <w:rStyle w:val="libAieChar"/>
          <w:rFonts w:hint="eastAsia"/>
          <w:rtl/>
        </w:rPr>
        <w:t>قَالَ</w:t>
      </w:r>
      <w:r w:rsidRPr="0023688D">
        <w:rPr>
          <w:rStyle w:val="libAieChar"/>
          <w:rtl/>
        </w:rPr>
        <w:t xml:space="preserve"> أَبَشَّرْتُمُونِي عَلَى أَن مَّسَّنِيَ الْكِبَرُ فَبِمَ تُبَشِّرُونَ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ابراہيم</w:t>
      </w:r>
      <w:r>
        <w:rPr>
          <w:rtl/>
        </w:rPr>
        <w:t xml:space="preserve"> نے كہا كہ اب جب كہ بڑھاپا چھا گياہے تو مجھے كس چيز كى بشارت دے رہے ہو_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بڑھاپے مي</w:t>
      </w:r>
      <w:r w:rsidR="00083993">
        <w:rPr>
          <w:rtl/>
        </w:rPr>
        <w:t xml:space="preserve">ں </w:t>
      </w:r>
      <w:r>
        <w:rPr>
          <w:rtl/>
        </w:rPr>
        <w:t>صاحب اولاد ہونے كى خبر سن كر بہت ہى حيرت زدہ ہو گئے _</w:t>
      </w:r>
    </w:p>
    <w:p w:rsidR="001F628F" w:rsidRDefault="001F628F" w:rsidP="00611F4E">
      <w:pPr>
        <w:pStyle w:val="libArabic"/>
        <w:rPr>
          <w:rtl/>
        </w:rPr>
      </w:pPr>
      <w:r>
        <w:rPr>
          <w:rFonts w:hint="eastAsia"/>
          <w:rtl/>
        </w:rPr>
        <w:t>قال</w:t>
      </w:r>
      <w:r>
        <w:rPr>
          <w:rtl/>
        </w:rPr>
        <w:t xml:space="preserve"> ا بشّر تمونى على ا ن مسّنى الكبر فبم تبشّرون</w:t>
      </w:r>
    </w:p>
    <w:p w:rsidR="001F628F" w:rsidRDefault="001F628F" w:rsidP="00611F4E">
      <w:pPr>
        <w:pStyle w:val="libNormal"/>
        <w:rPr>
          <w:rtl/>
        </w:rPr>
      </w:pPr>
      <w:r>
        <w:rPr>
          <w:rtl/>
        </w:rPr>
        <w:t xml:space="preserve">2_حضرت ابراہيم </w:t>
      </w:r>
      <w:r w:rsidR="00367F17" w:rsidRPr="00367F17">
        <w:rPr>
          <w:rStyle w:val="libAlaemChar"/>
          <w:rtl/>
        </w:rPr>
        <w:t xml:space="preserve"> عليه‌السلام </w:t>
      </w:r>
      <w:r>
        <w:rPr>
          <w:rtl/>
        </w:rPr>
        <w:t xml:space="preserve"> نے فرشتو</w:t>
      </w:r>
      <w:r w:rsidR="00083993">
        <w:rPr>
          <w:rtl/>
        </w:rPr>
        <w:t xml:space="preserve">ں </w:t>
      </w:r>
      <w:r>
        <w:rPr>
          <w:rtl/>
        </w:rPr>
        <w:t>سے اُس وقت صاحب اولادہونے كى خبر سنى كہ جب وہ مكمل طور پر بوڑھے اور صاحب اولاد ہونے سے مايوس ہو چكے تھے_</w:t>
      </w:r>
      <w:r w:rsidRPr="00611F4E">
        <w:rPr>
          <w:rStyle w:val="libArabicChar"/>
          <w:rFonts w:hint="eastAsia"/>
          <w:rtl/>
        </w:rPr>
        <w:t>قال</w:t>
      </w:r>
      <w:r w:rsidRPr="00611F4E">
        <w:rPr>
          <w:rStyle w:val="libArabicChar"/>
          <w:rtl/>
        </w:rPr>
        <w:t xml:space="preserve"> ا بشّر تمونى على ا ن مسّنى الكبر فبم تبشّرون</w:t>
      </w:r>
    </w:p>
    <w:p w:rsidR="001F628F" w:rsidRDefault="001F628F" w:rsidP="00611F4E">
      <w:pPr>
        <w:pStyle w:val="libNormal"/>
        <w:rPr>
          <w:rtl/>
        </w:rPr>
      </w:pPr>
      <w:r>
        <w:rPr>
          <w:rtl/>
        </w:rPr>
        <w:t>3_بوڑھے اور اولاد كى پيدا</w:t>
      </w:r>
      <w:r w:rsidR="009F604A">
        <w:rPr>
          <w:rtl/>
        </w:rPr>
        <w:t>ئش</w:t>
      </w:r>
      <w:r>
        <w:rPr>
          <w:rtl/>
        </w:rPr>
        <w:t xml:space="preserve"> سے مايوس انسان كے لئے خداوند متعال كى قدرت اور مہربانى سے صاحب اولاد ہونے كا امكان _</w:t>
      </w:r>
      <w:r w:rsidRPr="00611F4E">
        <w:rPr>
          <w:rStyle w:val="libArabicChar"/>
          <w:rFonts w:hint="eastAsia"/>
          <w:rtl/>
        </w:rPr>
        <w:t>انا</w:t>
      </w:r>
      <w:r w:rsidRPr="00611F4E">
        <w:rPr>
          <w:rStyle w:val="libArabicChar"/>
          <w:rtl/>
        </w:rPr>
        <w:t xml:space="preserve"> نبشّرك بغلم عليم _قال ا بشّر تمونى على ا ن مسّنى الكبر</w:t>
      </w:r>
    </w:p>
    <w:p w:rsidR="001F628F" w:rsidRDefault="001F628F" w:rsidP="00611F4E">
      <w:pPr>
        <w:pStyle w:val="libNormal"/>
        <w:rPr>
          <w:rtl/>
        </w:rPr>
      </w:pPr>
      <w:r>
        <w:rPr>
          <w:rtl/>
        </w:rPr>
        <w:t xml:space="preserve">4_حضرت ابراہيم </w:t>
      </w:r>
      <w:r w:rsidR="00367F17" w:rsidRPr="00367F17">
        <w:rPr>
          <w:rStyle w:val="libAlaemChar"/>
          <w:rtl/>
        </w:rPr>
        <w:t xml:space="preserve"> عليه‌السلام </w:t>
      </w:r>
      <w:r>
        <w:rPr>
          <w:rtl/>
        </w:rPr>
        <w:t xml:space="preserve"> فرشتو</w:t>
      </w:r>
      <w:r w:rsidR="00083993">
        <w:rPr>
          <w:rtl/>
        </w:rPr>
        <w:t xml:space="preserve">ں </w:t>
      </w:r>
      <w:r>
        <w:rPr>
          <w:rtl/>
        </w:rPr>
        <w:t>سے اپنے صاحب اولاد ہونے كى خبر سننے كے بعد اُن سے مزيد وضاحت اور اطلاعات كا تقاضا كرنے لگے_</w:t>
      </w:r>
      <w:r w:rsidRPr="00611F4E">
        <w:rPr>
          <w:rStyle w:val="libArabicChar"/>
          <w:rFonts w:hint="eastAsia"/>
          <w:rtl/>
        </w:rPr>
        <w:t>فبم</w:t>
      </w:r>
      <w:r w:rsidRPr="00611F4E">
        <w:rPr>
          <w:rStyle w:val="libArabicChar"/>
          <w:rtl/>
        </w:rPr>
        <w:t xml:space="preserve"> تبشّرون</w:t>
      </w:r>
    </w:p>
    <w:p w:rsidR="001F628F" w:rsidRDefault="001F628F" w:rsidP="001F628F">
      <w:pPr>
        <w:pStyle w:val="libNormal"/>
        <w:rPr>
          <w:rtl/>
        </w:rPr>
      </w:pPr>
      <w:r>
        <w:rPr>
          <w:rFonts w:hint="eastAsia"/>
          <w:rtl/>
        </w:rPr>
        <w:t>مندرجہ</w:t>
      </w:r>
      <w:r>
        <w:rPr>
          <w:rtl/>
        </w:rPr>
        <w:t xml:space="preserve"> بالا مطلب اس بنا ء پر اخذ كيا گيا ہے كہ جب ''فبم'' كى ''با''ملابست كے لئے ہو اور جملہ ''فبم تبشرون'' مي</w:t>
      </w:r>
      <w:r w:rsidR="00083993">
        <w:rPr>
          <w:rtl/>
        </w:rPr>
        <w:t xml:space="preserve">ں </w:t>
      </w:r>
      <w:r>
        <w:rPr>
          <w:rtl/>
        </w:rPr>
        <w:t>استفہام ،اس قسم كى بشارت (صاحب اولاد ہونے )كے وقوع پذير ہونے كى كيفيت كے بارے مي</w:t>
      </w:r>
      <w:r w:rsidR="00083993">
        <w:rPr>
          <w:rtl/>
        </w:rPr>
        <w:t xml:space="preserve">ں </w:t>
      </w:r>
      <w:r>
        <w:rPr>
          <w:rtl/>
        </w:rPr>
        <w:t>ہو_نہ صاحب اولاد ہونے كے بارے مي</w:t>
      </w:r>
      <w:r w:rsidR="00083993">
        <w:rPr>
          <w:rtl/>
        </w:rPr>
        <w:t xml:space="preserve">ں </w:t>
      </w:r>
      <w:r>
        <w:rPr>
          <w:rtl/>
        </w:rPr>
        <w:t>شك و ترديد كے لئے سوال_</w:t>
      </w:r>
    </w:p>
    <w:p w:rsidR="001F628F" w:rsidRDefault="001F628F" w:rsidP="00611F4E">
      <w:pPr>
        <w:pStyle w:val="libNormal"/>
        <w:rPr>
          <w:rtl/>
        </w:rPr>
      </w:pPr>
      <w:r>
        <w:rPr>
          <w:rtl/>
        </w:rPr>
        <w:t>5_بڑھاپا اور كہن سالي، انسانو</w:t>
      </w:r>
      <w:r w:rsidR="00083993">
        <w:rPr>
          <w:rtl/>
        </w:rPr>
        <w:t xml:space="preserve">ں </w:t>
      </w:r>
      <w:r>
        <w:rPr>
          <w:rtl/>
        </w:rPr>
        <w:t>مي</w:t>
      </w:r>
      <w:r w:rsidR="00083993">
        <w:rPr>
          <w:rtl/>
        </w:rPr>
        <w:t xml:space="preserve">ں </w:t>
      </w:r>
      <w:r>
        <w:rPr>
          <w:rtl/>
        </w:rPr>
        <w:t>توليد نسل كى ركاوٹو</w:t>
      </w:r>
      <w:r w:rsidR="00083993">
        <w:rPr>
          <w:rtl/>
        </w:rPr>
        <w:t xml:space="preserve">ں </w:t>
      </w:r>
      <w:r>
        <w:rPr>
          <w:rtl/>
        </w:rPr>
        <w:t>مي</w:t>
      </w:r>
      <w:r w:rsidR="00083993">
        <w:rPr>
          <w:rtl/>
        </w:rPr>
        <w:t xml:space="preserve">ں </w:t>
      </w:r>
      <w:r>
        <w:rPr>
          <w:rtl/>
        </w:rPr>
        <w:t>سے ايك ہے_</w:t>
      </w:r>
      <w:r w:rsidRPr="00611F4E">
        <w:rPr>
          <w:rStyle w:val="libArabicChar"/>
          <w:rFonts w:hint="eastAsia"/>
          <w:rtl/>
        </w:rPr>
        <w:t>على</w:t>
      </w:r>
      <w:r w:rsidRPr="00611F4E">
        <w:rPr>
          <w:rStyle w:val="libArabicChar"/>
          <w:rtl/>
        </w:rPr>
        <w:t xml:space="preserve"> ا ن مسّنى الكبر</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اپنے صاحب اولاد</w:t>
      </w:r>
    </w:p>
    <w:p w:rsidR="00611F4E" w:rsidRDefault="001E7F9D" w:rsidP="00F73EDE">
      <w:pPr>
        <w:pStyle w:val="libPoemTini"/>
        <w:rPr>
          <w:rtl/>
        </w:rPr>
      </w:pPr>
      <w:r>
        <w:rPr>
          <w:rtl/>
        </w:rPr>
        <w:cr/>
      </w:r>
      <w:r>
        <w:rPr>
          <w:rtl/>
        </w:rPr>
        <w:br w:type="page"/>
      </w:r>
    </w:p>
    <w:p w:rsidR="001F628F" w:rsidRDefault="001F628F" w:rsidP="00611F4E">
      <w:pPr>
        <w:pStyle w:val="libNormal"/>
        <w:rPr>
          <w:rtl/>
        </w:rPr>
      </w:pPr>
      <w:r>
        <w:rPr>
          <w:rFonts w:hint="eastAsia"/>
          <w:rtl/>
        </w:rPr>
        <w:lastRenderedPageBreak/>
        <w:t>ہونے</w:t>
      </w:r>
      <w:r>
        <w:rPr>
          <w:rtl/>
        </w:rPr>
        <w:t xml:space="preserve"> كى خوشخبرى پر حيرت زدگى كے اظہار كى وضاحت كے لئے جملہ حاليہ </w:t>
      </w:r>
      <w:r w:rsidRPr="00611F4E">
        <w:rPr>
          <w:rStyle w:val="libArabicChar"/>
          <w:rtl/>
        </w:rPr>
        <w:t>'' على ا ن مسّنى الكبر ''</w:t>
      </w:r>
      <w:r>
        <w:rPr>
          <w:rtl/>
        </w:rPr>
        <w:t xml:space="preserve"> استعمال كيا ہے ہو سكتا ہے يہ مندرجہ بالا نكتے كى وجہ سے ہو_</w:t>
      </w:r>
    </w:p>
    <w:p w:rsidR="001F628F" w:rsidRDefault="001F628F" w:rsidP="00611F4E">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اور ملائكہ 4;ابراہيم </w:t>
      </w:r>
      <w:r w:rsidR="00367F17" w:rsidRPr="00367F17">
        <w:rPr>
          <w:rStyle w:val="libAlaemChar"/>
          <w:rtl/>
        </w:rPr>
        <w:t xml:space="preserve"> عليه‌السلام </w:t>
      </w:r>
      <w:r>
        <w:rPr>
          <w:rtl/>
        </w:rPr>
        <w:t xml:space="preserve"> كا تعجب 1;ابراہيم </w:t>
      </w:r>
      <w:r w:rsidR="00367F17" w:rsidRPr="00367F17">
        <w:rPr>
          <w:rStyle w:val="libAlaemChar"/>
          <w:rtl/>
        </w:rPr>
        <w:t xml:space="preserve"> عليه‌السلام </w:t>
      </w:r>
      <w:r>
        <w:rPr>
          <w:rtl/>
        </w:rPr>
        <w:t xml:space="preserve"> كا سوال 4;ابراہيم </w:t>
      </w:r>
      <w:r w:rsidR="00367F17" w:rsidRPr="00367F17">
        <w:rPr>
          <w:rStyle w:val="libAlaemChar"/>
          <w:rtl/>
        </w:rPr>
        <w:t xml:space="preserve"> عليه‌السلام </w:t>
      </w:r>
      <w:r>
        <w:rPr>
          <w:rtl/>
        </w:rPr>
        <w:t xml:space="preserve"> كا صاحب اولاد ہونا 1;ابراہيم </w:t>
      </w:r>
      <w:r w:rsidR="00367F17" w:rsidRPr="00367F17">
        <w:rPr>
          <w:rStyle w:val="libAlaemChar"/>
          <w:rtl/>
        </w:rPr>
        <w:t xml:space="preserve"> عليه‌السلام </w:t>
      </w:r>
      <w:r>
        <w:rPr>
          <w:rtl/>
        </w:rPr>
        <w:t xml:space="preserve"> كا قصہ 1 ، 4 ; ابراہيم </w:t>
      </w:r>
      <w:r w:rsidR="00367F17" w:rsidRPr="00367F17">
        <w:rPr>
          <w:rStyle w:val="libAlaemChar"/>
          <w:rtl/>
        </w:rPr>
        <w:t xml:space="preserve"> عليه‌السلام </w:t>
      </w:r>
      <w:r>
        <w:rPr>
          <w:rtl/>
        </w:rPr>
        <w:t xml:space="preserve"> كى بشارت 2;ابراہيم </w:t>
      </w:r>
      <w:r w:rsidR="00367F17" w:rsidRPr="00367F17">
        <w:rPr>
          <w:rStyle w:val="libAlaemChar"/>
          <w:rtl/>
        </w:rPr>
        <w:t xml:space="preserve"> عليه‌السلام </w:t>
      </w:r>
      <w:r>
        <w:rPr>
          <w:rtl/>
        </w:rPr>
        <w:t xml:space="preserve"> كى خواہشات4 ;ابراہيم </w:t>
      </w:r>
      <w:r w:rsidR="00367F17" w:rsidRPr="00367F17">
        <w:rPr>
          <w:rStyle w:val="libAlaemChar"/>
          <w:rtl/>
        </w:rPr>
        <w:t xml:space="preserve"> عليه‌السلام </w:t>
      </w:r>
      <w:r>
        <w:rPr>
          <w:rtl/>
        </w:rPr>
        <w:t xml:space="preserve"> كى مايوسى 2</w:t>
      </w:r>
    </w:p>
    <w:p w:rsidR="001F628F" w:rsidRDefault="001F628F" w:rsidP="00611F4E">
      <w:pPr>
        <w:pStyle w:val="libNormal"/>
        <w:rPr>
          <w:rtl/>
        </w:rPr>
      </w:pPr>
      <w:r>
        <w:rPr>
          <w:rFonts w:hint="eastAsia"/>
          <w:rtl/>
        </w:rPr>
        <w:t>الله</w:t>
      </w:r>
      <w:r>
        <w:rPr>
          <w:rtl/>
        </w:rPr>
        <w:t xml:space="preserve"> تعالى :</w:t>
      </w:r>
      <w:r>
        <w:rPr>
          <w:rFonts w:hint="eastAsia"/>
          <w:rtl/>
        </w:rPr>
        <w:t>الله</w:t>
      </w:r>
      <w:r>
        <w:rPr>
          <w:rtl/>
        </w:rPr>
        <w:t xml:space="preserve"> تعالى كى قدرت كے اثرات 3;الله تعالى كى مہربانى كے اثرات 3</w:t>
      </w:r>
    </w:p>
    <w:p w:rsidR="001F628F" w:rsidRDefault="001F628F" w:rsidP="00611F4E">
      <w:pPr>
        <w:pStyle w:val="libNormal"/>
        <w:rPr>
          <w:rtl/>
        </w:rPr>
      </w:pPr>
      <w:r>
        <w:rPr>
          <w:rFonts w:hint="eastAsia"/>
          <w:rtl/>
        </w:rPr>
        <w:t>بڑھاپا</w:t>
      </w:r>
      <w:r>
        <w:rPr>
          <w:rtl/>
        </w:rPr>
        <w:t>:</w:t>
      </w:r>
      <w:r>
        <w:rPr>
          <w:rFonts w:hint="eastAsia"/>
          <w:rtl/>
        </w:rPr>
        <w:t>بڑھاپے</w:t>
      </w:r>
      <w:r>
        <w:rPr>
          <w:rtl/>
        </w:rPr>
        <w:t xml:space="preserve"> كے اثرات 5;بڑھاپے مي</w:t>
      </w:r>
      <w:r w:rsidR="00083993">
        <w:rPr>
          <w:rtl/>
        </w:rPr>
        <w:t xml:space="preserve">ں </w:t>
      </w:r>
      <w:r>
        <w:rPr>
          <w:rtl/>
        </w:rPr>
        <w:t>صاحب اولاد ہونا2،3;بڑھاپے مي</w:t>
      </w:r>
      <w:r w:rsidR="00083993">
        <w:rPr>
          <w:rtl/>
        </w:rPr>
        <w:t xml:space="preserve">ں </w:t>
      </w:r>
      <w:r>
        <w:rPr>
          <w:rtl/>
        </w:rPr>
        <w:t>صاحب اولاد ہونے پر تعجب 1</w:t>
      </w:r>
    </w:p>
    <w:p w:rsidR="001F628F" w:rsidRDefault="001F628F" w:rsidP="00611F4E">
      <w:pPr>
        <w:pStyle w:val="libNormal"/>
        <w:rPr>
          <w:rtl/>
        </w:rPr>
      </w:pPr>
      <w:r>
        <w:rPr>
          <w:rFonts w:hint="eastAsia"/>
          <w:rtl/>
        </w:rPr>
        <w:t>توليد</w:t>
      </w:r>
      <w:r>
        <w:rPr>
          <w:rtl/>
        </w:rPr>
        <w:t xml:space="preserve"> نسل -:</w:t>
      </w:r>
      <w:r>
        <w:rPr>
          <w:rFonts w:hint="eastAsia"/>
          <w:rtl/>
        </w:rPr>
        <w:t>توليد</w:t>
      </w:r>
      <w:r>
        <w:rPr>
          <w:rtl/>
        </w:rPr>
        <w:t xml:space="preserve"> نسل كے موانع 5</w:t>
      </w:r>
    </w:p>
    <w:p w:rsidR="001F628F" w:rsidRDefault="001F628F" w:rsidP="00611F4E">
      <w:pPr>
        <w:pStyle w:val="libNormal"/>
        <w:rPr>
          <w:rtl/>
        </w:rPr>
      </w:pPr>
      <w:r>
        <w:rPr>
          <w:rFonts w:hint="eastAsia"/>
          <w:rtl/>
        </w:rPr>
        <w:t>ملائكہ</w:t>
      </w:r>
      <w:r>
        <w:rPr>
          <w:rtl/>
        </w:rPr>
        <w:t xml:space="preserve"> :</w:t>
      </w:r>
      <w:r>
        <w:rPr>
          <w:rFonts w:hint="eastAsia"/>
          <w:rtl/>
        </w:rPr>
        <w:t>بشارت</w:t>
      </w:r>
      <w:r>
        <w:rPr>
          <w:rtl/>
        </w:rPr>
        <w:t xml:space="preserve"> دينے والے ملائكہ 4;ملائكہ سے سوال 4;ملائكہ كى بشارتي</w:t>
      </w:r>
      <w:r w:rsidR="00083993">
        <w:rPr>
          <w:rtl/>
        </w:rPr>
        <w:t xml:space="preserve">ں </w:t>
      </w:r>
      <w:r>
        <w:rPr>
          <w:rtl/>
        </w:rPr>
        <w:t>2</w:t>
      </w:r>
    </w:p>
    <w:p w:rsidR="001F628F" w:rsidRDefault="00611F4E" w:rsidP="00611F4E">
      <w:pPr>
        <w:pStyle w:val="Heading2Center"/>
        <w:rPr>
          <w:rtl/>
        </w:rPr>
      </w:pPr>
      <w:bookmarkStart w:id="101" w:name="_Toc28081779"/>
      <w:r>
        <w:rPr>
          <w:rFonts w:hint="cs"/>
          <w:rtl/>
        </w:rPr>
        <w:t>آیت 55</w:t>
      </w:r>
      <w:bookmarkEnd w:id="101"/>
    </w:p>
    <w:p w:rsidR="001F628F" w:rsidRDefault="00E260F9" w:rsidP="00611F4E">
      <w:pPr>
        <w:pStyle w:val="libNormal"/>
        <w:rPr>
          <w:rtl/>
        </w:rPr>
      </w:pPr>
      <w:r w:rsidRPr="00E260F9">
        <w:rPr>
          <w:rStyle w:val="libAlaemChar"/>
          <w:rFonts w:hint="eastAsia"/>
          <w:rtl/>
        </w:rPr>
        <w:t>(</w:t>
      </w:r>
      <w:r w:rsidRPr="00611F4E">
        <w:rPr>
          <w:rStyle w:val="libAieChar"/>
          <w:rFonts w:hint="eastAsia"/>
          <w:rtl/>
        </w:rPr>
        <w:t>قَالُواْ</w:t>
      </w:r>
      <w:r w:rsidRPr="00611F4E">
        <w:rPr>
          <w:rStyle w:val="libAieChar"/>
          <w:rtl/>
        </w:rPr>
        <w:t xml:space="preserve"> بَشَّرْنَاكَ بِالْحَقِّ فَلاَ تَكُن مِّنَ الْقَانِطِينَ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انھو</w:t>
      </w:r>
      <w:r w:rsidR="00083993">
        <w:rPr>
          <w:rFonts w:hint="eastAsia"/>
          <w:rtl/>
        </w:rPr>
        <w:t xml:space="preserve">ں </w:t>
      </w:r>
      <w:r>
        <w:rPr>
          <w:rtl/>
        </w:rPr>
        <w:t>نے كہا كہ ہم آپ كو بالكل سچى بشارت دے رہے ہي</w:t>
      </w:r>
      <w:r w:rsidR="00083993">
        <w:rPr>
          <w:rtl/>
        </w:rPr>
        <w:t xml:space="preserve">ں </w:t>
      </w:r>
      <w:r>
        <w:rPr>
          <w:rtl/>
        </w:rPr>
        <w:t>خبردار آپ مايوسو</w:t>
      </w:r>
      <w:r w:rsidR="00083993">
        <w:rPr>
          <w:rtl/>
        </w:rPr>
        <w:t xml:space="preserve">ں </w:t>
      </w:r>
      <w:r>
        <w:rPr>
          <w:rtl/>
        </w:rPr>
        <w:t>مي</w:t>
      </w:r>
      <w:r w:rsidR="00083993">
        <w:rPr>
          <w:rtl/>
        </w:rPr>
        <w:t xml:space="preserve">ں </w:t>
      </w:r>
      <w:r>
        <w:rPr>
          <w:rtl/>
        </w:rPr>
        <w:t>سے نہ ہوجائي</w:t>
      </w:r>
      <w:r w:rsidR="00083993">
        <w:rPr>
          <w:rtl/>
        </w:rPr>
        <w:t xml:space="preserve">ں </w:t>
      </w:r>
      <w:r>
        <w:rPr>
          <w:rtl/>
        </w:rPr>
        <w:t>_</w:t>
      </w:r>
    </w:p>
    <w:p w:rsidR="001F628F" w:rsidRDefault="001F628F" w:rsidP="001F628F">
      <w:pPr>
        <w:pStyle w:val="libNormal"/>
        <w:rPr>
          <w:rtl/>
        </w:rPr>
      </w:pPr>
      <w:r>
        <w:rPr>
          <w:rtl/>
        </w:rPr>
        <w:t>1_فرشتو</w:t>
      </w:r>
      <w:r w:rsidR="00083993">
        <w:rPr>
          <w:rtl/>
        </w:rPr>
        <w:t xml:space="preserve">ں </w:t>
      </w:r>
      <w:r>
        <w:rPr>
          <w:rtl/>
        </w:rPr>
        <w:t xml:space="preserve">كا حضرت ابراہيم </w:t>
      </w:r>
      <w:r w:rsidR="00367F17" w:rsidRPr="00367F17">
        <w:rPr>
          <w:rStyle w:val="libAlaemChar"/>
          <w:rtl/>
        </w:rPr>
        <w:t xml:space="preserve"> عليه‌السلام </w:t>
      </w:r>
      <w:r>
        <w:rPr>
          <w:rtl/>
        </w:rPr>
        <w:t xml:space="preserve"> كے بڑھاپے مي</w:t>
      </w:r>
      <w:r w:rsidR="00083993">
        <w:rPr>
          <w:rtl/>
        </w:rPr>
        <w:t xml:space="preserve">ں </w:t>
      </w:r>
      <w:r>
        <w:rPr>
          <w:rtl/>
        </w:rPr>
        <w:t>صاحب فرزند ہونے كى بشارت كے وقوع پذير ہونے پر تاكيد كرنا_</w:t>
      </w:r>
    </w:p>
    <w:p w:rsidR="001F628F" w:rsidRDefault="001F628F" w:rsidP="00611F4E">
      <w:pPr>
        <w:pStyle w:val="libArabic"/>
        <w:rPr>
          <w:rtl/>
        </w:rPr>
      </w:pPr>
      <w:r>
        <w:rPr>
          <w:rFonts w:hint="eastAsia"/>
          <w:rtl/>
        </w:rPr>
        <w:t>قالوا</w:t>
      </w:r>
      <w:r>
        <w:rPr>
          <w:rtl/>
        </w:rPr>
        <w:t xml:space="preserve"> بشرنك بالحق</w:t>
      </w:r>
    </w:p>
    <w:p w:rsidR="001F628F" w:rsidRDefault="001F628F" w:rsidP="00611F4E">
      <w:pPr>
        <w:pStyle w:val="libNormal"/>
        <w:rPr>
          <w:rtl/>
        </w:rPr>
      </w:pPr>
      <w:r>
        <w:rPr>
          <w:rFonts w:hint="eastAsia"/>
          <w:rtl/>
        </w:rPr>
        <w:t>مندرجہ</w:t>
      </w:r>
      <w:r>
        <w:rPr>
          <w:rtl/>
        </w:rPr>
        <w:t xml:space="preserve"> بالا ايت مي</w:t>
      </w:r>
      <w:r w:rsidR="00083993">
        <w:rPr>
          <w:rtl/>
        </w:rPr>
        <w:t xml:space="preserve">ں </w:t>
      </w:r>
      <w:r>
        <w:rPr>
          <w:rtl/>
        </w:rPr>
        <w:t>''بالحق'' سے ياتو واقعيت كے مطابق خبر مرادہے يا اس معنى مي</w:t>
      </w:r>
      <w:r w:rsidR="00083993">
        <w:rPr>
          <w:rtl/>
        </w:rPr>
        <w:t xml:space="preserve">ں </w:t>
      </w:r>
      <w:r>
        <w:rPr>
          <w:rtl/>
        </w:rPr>
        <w:t>ہے كہ ہمارى بشارت حقيقت پر مبنى ہے (مجمع</w:t>
      </w:r>
      <w:r>
        <w:rPr>
          <w:rFonts w:hint="eastAsia"/>
          <w:rtl/>
        </w:rPr>
        <w:t>البيان</w:t>
      </w:r>
      <w:r>
        <w:rPr>
          <w:rtl/>
        </w:rPr>
        <w:t xml:space="preserve"> )_ بہر حال اس سے يہ بات روشن ہوتى ہے كہ جس چيز كى بشارت دى گئي ہے وہ وقوع پذير ہونے والى ہے اور واقع ہو كر رہے گي_</w:t>
      </w:r>
    </w:p>
    <w:p w:rsidR="001F628F" w:rsidRDefault="001F628F" w:rsidP="001F628F">
      <w:pPr>
        <w:pStyle w:val="libNormal"/>
        <w:rPr>
          <w:rtl/>
        </w:rPr>
      </w:pPr>
      <w:r>
        <w:rPr>
          <w:rtl/>
        </w:rPr>
        <w:t>2_فرشتو</w:t>
      </w:r>
      <w:r w:rsidR="00083993">
        <w:rPr>
          <w:rtl/>
        </w:rPr>
        <w:t xml:space="preserve">ں </w:t>
      </w:r>
      <w:r>
        <w:rPr>
          <w:rtl/>
        </w:rPr>
        <w:t xml:space="preserve">كا حضرت ابراہيم </w:t>
      </w:r>
      <w:r w:rsidR="00367F17" w:rsidRPr="00367F17">
        <w:rPr>
          <w:rStyle w:val="libAlaemChar"/>
          <w:rtl/>
        </w:rPr>
        <w:t xml:space="preserve"> عليه‌السلام </w:t>
      </w:r>
      <w:r>
        <w:rPr>
          <w:rtl/>
        </w:rPr>
        <w:t xml:space="preserve"> كو زندگى مي</w:t>
      </w:r>
      <w:r w:rsidR="00083993">
        <w:rPr>
          <w:rtl/>
        </w:rPr>
        <w:t xml:space="preserve">ں </w:t>
      </w:r>
      <w:r>
        <w:rPr>
          <w:rtl/>
        </w:rPr>
        <w:t>خداوند متعال كى رحمت اور مہربانى سے مايوس نہ ہونے كى نصيحت كرنا _</w:t>
      </w:r>
    </w:p>
    <w:p w:rsidR="00611F4E" w:rsidRDefault="001E7F9D" w:rsidP="00F73EDE">
      <w:pPr>
        <w:pStyle w:val="libPoemTini"/>
        <w:rPr>
          <w:rtl/>
        </w:rPr>
      </w:pPr>
      <w:r>
        <w:rPr>
          <w:rtl/>
        </w:rPr>
        <w:cr/>
      </w:r>
      <w:r>
        <w:rPr>
          <w:rtl/>
        </w:rPr>
        <w:br w:type="page"/>
      </w:r>
    </w:p>
    <w:p w:rsidR="001F628F" w:rsidRDefault="001F628F" w:rsidP="00611F4E">
      <w:pPr>
        <w:pStyle w:val="libArabic"/>
        <w:rPr>
          <w:rtl/>
        </w:rPr>
      </w:pPr>
      <w:r>
        <w:rPr>
          <w:rFonts w:hint="eastAsia"/>
          <w:rtl/>
        </w:rPr>
        <w:lastRenderedPageBreak/>
        <w:t>قالوا</w:t>
      </w:r>
      <w:r>
        <w:rPr>
          <w:rtl/>
        </w:rPr>
        <w:t xml:space="preserve"> ... فلاتكن من القنطين</w:t>
      </w:r>
    </w:p>
    <w:p w:rsidR="001F628F" w:rsidRDefault="001F628F" w:rsidP="001F628F">
      <w:pPr>
        <w:pStyle w:val="libNormal"/>
        <w:rPr>
          <w:rtl/>
        </w:rPr>
      </w:pPr>
      <w:r>
        <w:rPr>
          <w:rtl/>
        </w:rPr>
        <w:t>''قنوط''كا معنى خير اور بھلائي سے نااُميد ہونا ہے_</w:t>
      </w:r>
    </w:p>
    <w:p w:rsidR="001F628F" w:rsidRDefault="001F628F" w:rsidP="00611F4E">
      <w:pPr>
        <w:pStyle w:val="libNormal"/>
        <w:rPr>
          <w:rtl/>
        </w:rPr>
      </w:pPr>
      <w:r>
        <w:rPr>
          <w:rtl/>
        </w:rPr>
        <w:t>3_خداوند متعال كى رحمت اور مہربانى سے مايوسى قابل مذمت اور ناپسنديدہ ہے_</w:t>
      </w:r>
      <w:r w:rsidRPr="00611F4E">
        <w:rPr>
          <w:rStyle w:val="libArabicChar"/>
          <w:rFonts w:hint="eastAsia"/>
          <w:rtl/>
        </w:rPr>
        <w:t>فلاتكن</w:t>
      </w:r>
      <w:r w:rsidRPr="00611F4E">
        <w:rPr>
          <w:rStyle w:val="libArabicChar"/>
          <w:rtl/>
        </w:rPr>
        <w:t xml:space="preserve"> من القنطين</w:t>
      </w:r>
    </w:p>
    <w:p w:rsidR="001F628F" w:rsidRDefault="001F628F" w:rsidP="001F628F">
      <w:pPr>
        <w:pStyle w:val="libNormal"/>
        <w:rPr>
          <w:rtl/>
        </w:rPr>
      </w:pPr>
      <w:r>
        <w:rPr>
          <w:rtl/>
        </w:rPr>
        <w:t>4_بڑھاپا اور كہن سالى ،صاحب اولاد ہونے سے انسان كے مايوس ہوجانے كے اسباب مي</w:t>
      </w:r>
      <w:r w:rsidR="00083993">
        <w:rPr>
          <w:rtl/>
        </w:rPr>
        <w:t xml:space="preserve">ں </w:t>
      </w:r>
      <w:r>
        <w:rPr>
          <w:rtl/>
        </w:rPr>
        <w:t>سے ہے_</w:t>
      </w:r>
    </w:p>
    <w:p w:rsidR="001F628F" w:rsidRDefault="001F628F" w:rsidP="00611F4E">
      <w:pPr>
        <w:pStyle w:val="libArabic"/>
        <w:rPr>
          <w:rtl/>
        </w:rPr>
      </w:pPr>
      <w:r>
        <w:rPr>
          <w:rFonts w:hint="eastAsia"/>
          <w:rtl/>
        </w:rPr>
        <w:t>مسّنى</w:t>
      </w:r>
      <w:r>
        <w:rPr>
          <w:rtl/>
        </w:rPr>
        <w:t xml:space="preserve"> الكبر فبم تبشّرون ... فلاتكن من القنطين</w:t>
      </w:r>
    </w:p>
    <w:p w:rsidR="001F628F" w:rsidRDefault="001F628F" w:rsidP="00611F4E">
      <w:pPr>
        <w:pStyle w:val="libNormal"/>
        <w:rPr>
          <w:rtl/>
        </w:rPr>
      </w:pPr>
      <w:r>
        <w:rPr>
          <w:rtl/>
        </w:rPr>
        <w:t>5_بے اولادلوگو</w:t>
      </w:r>
      <w:r w:rsidR="00083993">
        <w:rPr>
          <w:rtl/>
        </w:rPr>
        <w:t xml:space="preserve">ں </w:t>
      </w:r>
      <w:r>
        <w:rPr>
          <w:rtl/>
        </w:rPr>
        <w:t>كو خداوند متعال كے لطف و عنايت سے صاحب فرزند ہونے كى اُميد دلانا اور بشارت دينا، پسنديدہ اور قابل قدر كام ہے_</w:t>
      </w:r>
      <w:r w:rsidRPr="00611F4E">
        <w:rPr>
          <w:rStyle w:val="libArabicChar"/>
          <w:rFonts w:hint="eastAsia"/>
          <w:rtl/>
        </w:rPr>
        <w:t>انا</w:t>
      </w:r>
      <w:r w:rsidRPr="00611F4E">
        <w:rPr>
          <w:rStyle w:val="libArabicChar"/>
          <w:rtl/>
        </w:rPr>
        <w:t xml:space="preserve"> نبشّرك بغلم ... فلاتكن من القنطين ...من رحمة ربّ</w:t>
      </w:r>
      <w:r w:rsidR="00120F63" w:rsidRPr="00B2551F">
        <w:rPr>
          <w:rStyle w:val="libArabicChar"/>
          <w:rFonts w:hint="cs"/>
          <w:rtl/>
        </w:rPr>
        <w:t>ه</w:t>
      </w:r>
    </w:p>
    <w:p w:rsidR="001F628F" w:rsidRDefault="001F628F" w:rsidP="00611F4E">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كا بڑھاپا1;ابراہيم </w:t>
      </w:r>
      <w:r w:rsidR="00367F17" w:rsidRPr="00367F17">
        <w:rPr>
          <w:rStyle w:val="libAlaemChar"/>
          <w:rtl/>
        </w:rPr>
        <w:t xml:space="preserve"> عليه‌السلام </w:t>
      </w:r>
      <w:r>
        <w:rPr>
          <w:rtl/>
        </w:rPr>
        <w:t xml:space="preserve"> كاصاحب اولاد ہونا 1; ابراہيم </w:t>
      </w:r>
      <w:r w:rsidR="00367F17" w:rsidRPr="00367F17">
        <w:rPr>
          <w:rStyle w:val="libAlaemChar"/>
          <w:rtl/>
        </w:rPr>
        <w:t xml:space="preserve"> عليه‌السلام </w:t>
      </w:r>
      <w:r>
        <w:rPr>
          <w:rtl/>
        </w:rPr>
        <w:t xml:space="preserve"> كا قصہ 1;ابراہيم </w:t>
      </w:r>
      <w:r w:rsidR="00367F17" w:rsidRPr="00367F17">
        <w:rPr>
          <w:rStyle w:val="libAlaemChar"/>
          <w:rtl/>
        </w:rPr>
        <w:t xml:space="preserve"> عليه‌السلام </w:t>
      </w:r>
      <w:r>
        <w:rPr>
          <w:rtl/>
        </w:rPr>
        <w:t xml:space="preserve"> كو بشارت 1;ابراہيم</w:t>
      </w:r>
      <w:r w:rsidR="00367F17" w:rsidRPr="00367F17">
        <w:rPr>
          <w:rStyle w:val="libAlaemChar"/>
          <w:rtl/>
        </w:rPr>
        <w:t xml:space="preserve"> عليه‌السلام </w:t>
      </w:r>
      <w:r>
        <w:rPr>
          <w:rtl/>
        </w:rPr>
        <w:t xml:space="preserve"> كو نصيحت 2</w:t>
      </w:r>
    </w:p>
    <w:p w:rsidR="001F628F" w:rsidRDefault="001F628F" w:rsidP="00611F4E">
      <w:pPr>
        <w:pStyle w:val="libNormal"/>
        <w:rPr>
          <w:rtl/>
        </w:rPr>
      </w:pPr>
      <w:r>
        <w:rPr>
          <w:rFonts w:hint="eastAsia"/>
          <w:rtl/>
        </w:rPr>
        <w:t>اُميد</w:t>
      </w:r>
      <w:r>
        <w:rPr>
          <w:rtl/>
        </w:rPr>
        <w:t xml:space="preserve"> وارى :</w:t>
      </w:r>
      <w:r>
        <w:rPr>
          <w:rFonts w:hint="eastAsia"/>
          <w:rtl/>
        </w:rPr>
        <w:t>خدا</w:t>
      </w:r>
      <w:r>
        <w:rPr>
          <w:rtl/>
        </w:rPr>
        <w:t xml:space="preserve"> وند كے لطف سے اُميد وار ہونا 5;رحمت خدا سے اُميد وار ى كى اہميت 2;لطف خدا سے اُميدوارى كى اہميت 2</w:t>
      </w:r>
    </w:p>
    <w:p w:rsidR="001F628F" w:rsidRDefault="001F628F" w:rsidP="00611F4E">
      <w:pPr>
        <w:pStyle w:val="libNormal"/>
        <w:rPr>
          <w:rtl/>
        </w:rPr>
      </w:pPr>
      <w:r>
        <w:rPr>
          <w:rFonts w:hint="eastAsia"/>
          <w:rtl/>
        </w:rPr>
        <w:t>بشارت</w:t>
      </w:r>
      <w:r>
        <w:rPr>
          <w:rtl/>
        </w:rPr>
        <w:t xml:space="preserve"> :</w:t>
      </w:r>
      <w:r>
        <w:rPr>
          <w:rFonts w:hint="eastAsia"/>
          <w:rtl/>
        </w:rPr>
        <w:t>بے</w:t>
      </w:r>
      <w:r>
        <w:rPr>
          <w:rtl/>
        </w:rPr>
        <w:t xml:space="preserve"> اولاد لوگو</w:t>
      </w:r>
      <w:r w:rsidR="00083993">
        <w:rPr>
          <w:rtl/>
        </w:rPr>
        <w:t xml:space="preserve">ں </w:t>
      </w:r>
      <w:r>
        <w:rPr>
          <w:rtl/>
        </w:rPr>
        <w:t>كو بشارت 5</w:t>
      </w:r>
    </w:p>
    <w:p w:rsidR="001F628F" w:rsidRDefault="001F628F" w:rsidP="00611F4E">
      <w:pPr>
        <w:pStyle w:val="libNormal"/>
        <w:rPr>
          <w:rtl/>
        </w:rPr>
      </w:pPr>
      <w:r>
        <w:rPr>
          <w:rFonts w:hint="eastAsia"/>
          <w:rtl/>
        </w:rPr>
        <w:t>بڑھاپا</w:t>
      </w:r>
      <w:r>
        <w:rPr>
          <w:rtl/>
        </w:rPr>
        <w:t>:</w:t>
      </w:r>
      <w:r>
        <w:rPr>
          <w:rFonts w:hint="eastAsia"/>
          <w:rtl/>
        </w:rPr>
        <w:t>بڑھاپے</w:t>
      </w:r>
      <w:r>
        <w:rPr>
          <w:rtl/>
        </w:rPr>
        <w:t xml:space="preserve"> كے اثرات 4</w:t>
      </w:r>
    </w:p>
    <w:p w:rsidR="001F628F" w:rsidRDefault="001F628F" w:rsidP="00611F4E">
      <w:pPr>
        <w:pStyle w:val="libNormal"/>
        <w:rPr>
          <w:rtl/>
        </w:rPr>
      </w:pPr>
      <w:r>
        <w:rPr>
          <w:rFonts w:hint="eastAsia"/>
          <w:rtl/>
        </w:rPr>
        <w:t>صاحب</w:t>
      </w:r>
      <w:r>
        <w:rPr>
          <w:rtl/>
        </w:rPr>
        <w:t xml:space="preserve"> اولاد ہونا :</w:t>
      </w:r>
      <w:r>
        <w:rPr>
          <w:rFonts w:hint="eastAsia"/>
          <w:rtl/>
        </w:rPr>
        <w:t>صاحب</w:t>
      </w:r>
      <w:r>
        <w:rPr>
          <w:rtl/>
        </w:rPr>
        <w:t xml:space="preserve"> اولاد ہونے سے مايوسى كے اسباب 4</w:t>
      </w:r>
    </w:p>
    <w:p w:rsidR="001F628F" w:rsidRDefault="001F628F" w:rsidP="00611F4E">
      <w:pPr>
        <w:pStyle w:val="libNormal"/>
        <w:rPr>
          <w:rtl/>
        </w:rPr>
      </w:pPr>
      <w:r>
        <w:rPr>
          <w:rFonts w:hint="eastAsia"/>
          <w:rtl/>
        </w:rPr>
        <w:t>صفات</w:t>
      </w:r>
      <w:r>
        <w:rPr>
          <w:rtl/>
        </w:rPr>
        <w:t xml:space="preserve"> :</w:t>
      </w:r>
      <w:r>
        <w:rPr>
          <w:rFonts w:hint="eastAsia"/>
          <w:rtl/>
        </w:rPr>
        <w:t>ناپسنديدہ</w:t>
      </w:r>
      <w:r>
        <w:rPr>
          <w:rtl/>
        </w:rPr>
        <w:t xml:space="preserve"> صفات 3</w:t>
      </w:r>
    </w:p>
    <w:p w:rsidR="001F628F" w:rsidRDefault="001F628F" w:rsidP="00611F4E">
      <w:pPr>
        <w:pStyle w:val="libNormal"/>
        <w:rPr>
          <w:rtl/>
        </w:rPr>
      </w:pPr>
      <w:r>
        <w:rPr>
          <w:rFonts w:hint="eastAsia"/>
          <w:rtl/>
        </w:rPr>
        <w:t>عمل</w:t>
      </w:r>
      <w:r>
        <w:rPr>
          <w:rtl/>
        </w:rPr>
        <w:t xml:space="preserve"> :</w:t>
      </w:r>
      <w:r>
        <w:rPr>
          <w:rFonts w:hint="eastAsia"/>
          <w:rtl/>
        </w:rPr>
        <w:t>پسنديدہ</w:t>
      </w:r>
      <w:r>
        <w:rPr>
          <w:rtl/>
        </w:rPr>
        <w:t xml:space="preserve"> عمل 5</w:t>
      </w:r>
    </w:p>
    <w:p w:rsidR="001F628F" w:rsidRDefault="001F628F" w:rsidP="00611F4E">
      <w:pPr>
        <w:pStyle w:val="libNormal"/>
        <w:rPr>
          <w:rtl/>
        </w:rPr>
      </w:pPr>
      <w:r>
        <w:rPr>
          <w:rFonts w:hint="eastAsia"/>
          <w:rtl/>
        </w:rPr>
        <w:t>مايوسى</w:t>
      </w:r>
      <w:r>
        <w:rPr>
          <w:rtl/>
        </w:rPr>
        <w:t xml:space="preserve"> :</w:t>
      </w:r>
      <w:r>
        <w:rPr>
          <w:rFonts w:hint="eastAsia"/>
          <w:rtl/>
        </w:rPr>
        <w:t>رحمت</w:t>
      </w:r>
      <w:r>
        <w:rPr>
          <w:rtl/>
        </w:rPr>
        <w:t xml:space="preserve"> خدا سے مايوسى كى سرزنش 3;لطف خدا سے مايوسى كى سرزنش3</w:t>
      </w:r>
    </w:p>
    <w:p w:rsidR="001F628F" w:rsidRDefault="001F628F" w:rsidP="00611F4E">
      <w:pPr>
        <w:pStyle w:val="libNormal"/>
        <w:rPr>
          <w:rtl/>
        </w:rPr>
      </w:pPr>
      <w:r>
        <w:rPr>
          <w:rFonts w:hint="eastAsia"/>
          <w:rtl/>
        </w:rPr>
        <w:t>ملائكہ</w:t>
      </w:r>
      <w:r>
        <w:rPr>
          <w:rtl/>
        </w:rPr>
        <w:t xml:space="preserve"> :</w:t>
      </w:r>
      <w:r>
        <w:rPr>
          <w:rFonts w:hint="eastAsia"/>
          <w:rtl/>
        </w:rPr>
        <w:t>خوشخبرى</w:t>
      </w:r>
      <w:r>
        <w:rPr>
          <w:rtl/>
        </w:rPr>
        <w:t xml:space="preserve"> دينے والے ملائكہ 1،2;ملائكہ كى بشارتي</w:t>
      </w:r>
      <w:r w:rsidR="00083993">
        <w:rPr>
          <w:rtl/>
        </w:rPr>
        <w:t xml:space="preserve">ں </w:t>
      </w:r>
      <w:r>
        <w:rPr>
          <w:rtl/>
        </w:rPr>
        <w:t>1;ملائكہ كى نصيحتي</w:t>
      </w:r>
      <w:r w:rsidR="00083993">
        <w:rPr>
          <w:rtl/>
        </w:rPr>
        <w:t xml:space="preserve">ں </w:t>
      </w:r>
      <w:r>
        <w:rPr>
          <w:rtl/>
        </w:rPr>
        <w:t>2</w:t>
      </w:r>
    </w:p>
    <w:p w:rsidR="00611F4E" w:rsidRDefault="001E7F9D" w:rsidP="00F73EDE">
      <w:pPr>
        <w:pStyle w:val="libPoemTini"/>
        <w:rPr>
          <w:rtl/>
        </w:rPr>
      </w:pPr>
      <w:r>
        <w:rPr>
          <w:rtl/>
        </w:rPr>
        <w:cr/>
      </w:r>
      <w:r>
        <w:rPr>
          <w:rtl/>
        </w:rPr>
        <w:br w:type="page"/>
      </w:r>
    </w:p>
    <w:p w:rsidR="00611F4E" w:rsidRDefault="00611F4E" w:rsidP="00611F4E">
      <w:pPr>
        <w:pStyle w:val="Heading2Center"/>
        <w:rPr>
          <w:rtl/>
        </w:rPr>
      </w:pPr>
      <w:bookmarkStart w:id="102" w:name="_Toc28081780"/>
      <w:r>
        <w:rPr>
          <w:rFonts w:hint="cs"/>
          <w:rtl/>
        </w:rPr>
        <w:lastRenderedPageBreak/>
        <w:t>آیت 56</w:t>
      </w:r>
      <w:bookmarkEnd w:id="102"/>
    </w:p>
    <w:p w:rsidR="001F628F" w:rsidRDefault="00E260F9" w:rsidP="00611F4E">
      <w:pPr>
        <w:pStyle w:val="libNormal"/>
        <w:rPr>
          <w:rtl/>
        </w:rPr>
      </w:pPr>
      <w:r w:rsidRPr="00E260F9">
        <w:rPr>
          <w:rStyle w:val="libAlaemChar"/>
          <w:rFonts w:hint="eastAsia"/>
          <w:rtl/>
        </w:rPr>
        <w:t>(</w:t>
      </w:r>
      <w:r w:rsidRPr="00611F4E">
        <w:rPr>
          <w:rStyle w:val="libAieChar"/>
          <w:rFonts w:hint="eastAsia"/>
          <w:rtl/>
        </w:rPr>
        <w:t>قَالَ</w:t>
      </w:r>
      <w:r w:rsidRPr="00611F4E">
        <w:rPr>
          <w:rStyle w:val="libAieChar"/>
          <w:rtl/>
        </w:rPr>
        <w:t xml:space="preserve"> وَمَن يَقْنَطُ مِن رَّحْمَةِ رَبِّهِ إِلاَّ الضَّآلُّونَ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ابراہيم</w:t>
      </w:r>
      <w:r>
        <w:rPr>
          <w:rtl/>
        </w:rPr>
        <w:t xml:space="preserve"> نے كہا كہ رحمت خدا سے سوائے گمراہو</w:t>
      </w:r>
      <w:r w:rsidR="00083993">
        <w:rPr>
          <w:rtl/>
        </w:rPr>
        <w:t xml:space="preserve">ں </w:t>
      </w:r>
      <w:r>
        <w:rPr>
          <w:rtl/>
        </w:rPr>
        <w:t>كے كون مايوس ہو سكتاہے _</w:t>
      </w:r>
    </w:p>
    <w:p w:rsidR="001F628F" w:rsidRDefault="001F628F" w:rsidP="001F628F">
      <w:pPr>
        <w:pStyle w:val="libNormal"/>
        <w:rPr>
          <w:rtl/>
        </w:rPr>
      </w:pPr>
      <w:r>
        <w:rPr>
          <w:rtl/>
        </w:rPr>
        <w:t xml:space="preserve">1_ ملائكہ كى طرف سے حضرت ابراہيم </w:t>
      </w:r>
      <w:r w:rsidR="00367F17" w:rsidRPr="00367F17">
        <w:rPr>
          <w:rStyle w:val="libAlaemChar"/>
          <w:rtl/>
        </w:rPr>
        <w:t xml:space="preserve"> عليه‌السلام </w:t>
      </w:r>
      <w:r>
        <w:rPr>
          <w:rtl/>
        </w:rPr>
        <w:t xml:space="preserve"> كو مايوسى سے اجتناب كرنے كے بارے مي</w:t>
      </w:r>
      <w:r w:rsidR="00083993">
        <w:rPr>
          <w:rtl/>
        </w:rPr>
        <w:t xml:space="preserve">ں </w:t>
      </w:r>
      <w:r>
        <w:rPr>
          <w:rtl/>
        </w:rPr>
        <w:t>نصيحت كے بعد حضرت ابراہيم</w:t>
      </w:r>
      <w:r w:rsidR="00367F17" w:rsidRPr="00367F17">
        <w:rPr>
          <w:rStyle w:val="libAlaemChar"/>
          <w:rtl/>
        </w:rPr>
        <w:t xml:space="preserve"> عليه‌السلام </w:t>
      </w:r>
      <w:r>
        <w:rPr>
          <w:rtl/>
        </w:rPr>
        <w:t xml:space="preserve"> نے فقط گمراہ لوگو</w:t>
      </w:r>
      <w:r w:rsidR="00083993">
        <w:rPr>
          <w:rtl/>
        </w:rPr>
        <w:t xml:space="preserve">ں </w:t>
      </w:r>
      <w:r>
        <w:rPr>
          <w:rtl/>
        </w:rPr>
        <w:t>كو رحمت خدا سے مايوسبتايا _</w:t>
      </w:r>
    </w:p>
    <w:p w:rsidR="001F628F" w:rsidRDefault="001F628F" w:rsidP="00611F4E">
      <w:pPr>
        <w:pStyle w:val="libArabic"/>
        <w:rPr>
          <w:rtl/>
        </w:rPr>
      </w:pPr>
      <w:r>
        <w:rPr>
          <w:rFonts w:hint="eastAsia"/>
          <w:rtl/>
        </w:rPr>
        <w:t>فلاتكن</w:t>
      </w:r>
      <w:r>
        <w:rPr>
          <w:rtl/>
        </w:rPr>
        <w:t xml:space="preserve"> من القنطين_قال ومن يقنط من رحمة ربّ</w:t>
      </w:r>
      <w:r w:rsidR="00120F63" w:rsidRPr="00ED5DE8">
        <w:rPr>
          <w:rFonts w:hint="cs"/>
          <w:rtl/>
        </w:rPr>
        <w:t>ه</w:t>
      </w:r>
      <w:r>
        <w:rPr>
          <w:rtl/>
        </w:rPr>
        <w:t xml:space="preserve"> </w:t>
      </w:r>
      <w:r>
        <w:rPr>
          <w:rFonts w:hint="cs"/>
          <w:rtl/>
        </w:rPr>
        <w:t>الّا</w:t>
      </w:r>
      <w:r>
        <w:rPr>
          <w:rtl/>
        </w:rPr>
        <w:t xml:space="preserve"> </w:t>
      </w:r>
      <w:r>
        <w:rPr>
          <w:rFonts w:hint="cs"/>
          <w:rtl/>
        </w:rPr>
        <w:t>الضالّون</w:t>
      </w:r>
    </w:p>
    <w:p w:rsidR="001F628F" w:rsidRDefault="001F628F" w:rsidP="00611F4E">
      <w:pPr>
        <w:pStyle w:val="libNormal"/>
        <w:rPr>
          <w:rtl/>
        </w:rPr>
      </w:pPr>
      <w:r>
        <w:rPr>
          <w:rtl/>
        </w:rPr>
        <w:t>2_ خداوندمتعال كى رحمت سے مايوسي، گمراہى كى علامت ہے _</w:t>
      </w:r>
      <w:r w:rsidRPr="00611F4E">
        <w:rPr>
          <w:rStyle w:val="libArabicChar"/>
          <w:rFonts w:hint="eastAsia"/>
          <w:rtl/>
        </w:rPr>
        <w:t>ومن</w:t>
      </w:r>
      <w:r w:rsidRPr="00611F4E">
        <w:rPr>
          <w:rStyle w:val="libArabicChar"/>
          <w:rtl/>
        </w:rPr>
        <w:t xml:space="preserve"> يقنط من رحمة ربّ</w:t>
      </w:r>
      <w:r w:rsidR="00120F63" w:rsidRPr="00B2551F">
        <w:rPr>
          <w:rStyle w:val="libArabicChar"/>
          <w:rFonts w:hint="cs"/>
          <w:rtl/>
        </w:rPr>
        <w:t>ه</w:t>
      </w:r>
      <w:r w:rsidRPr="00611F4E">
        <w:rPr>
          <w:rStyle w:val="libArabicChar"/>
          <w:rtl/>
        </w:rPr>
        <w:t xml:space="preserve"> </w:t>
      </w:r>
      <w:r w:rsidRPr="00611F4E">
        <w:rPr>
          <w:rStyle w:val="libArabicChar"/>
          <w:rFonts w:hint="cs"/>
          <w:rtl/>
        </w:rPr>
        <w:t>الّا</w:t>
      </w:r>
      <w:r w:rsidRPr="00611F4E">
        <w:rPr>
          <w:rStyle w:val="libArabicChar"/>
          <w:rtl/>
        </w:rPr>
        <w:t xml:space="preserve"> </w:t>
      </w:r>
      <w:r w:rsidRPr="00611F4E">
        <w:rPr>
          <w:rStyle w:val="libArabicChar"/>
          <w:rFonts w:hint="cs"/>
          <w:rtl/>
        </w:rPr>
        <w:t>الضالّون</w:t>
      </w:r>
    </w:p>
    <w:p w:rsidR="001F628F" w:rsidRPr="00611F4E" w:rsidRDefault="001F628F" w:rsidP="00611F4E">
      <w:pPr>
        <w:pStyle w:val="libNormal"/>
        <w:rPr>
          <w:rStyle w:val="libArabicChar"/>
          <w:rtl/>
        </w:rPr>
      </w:pPr>
      <w:r>
        <w:rPr>
          <w:rtl/>
        </w:rPr>
        <w:t xml:space="preserve">3_حضرت ابراہيم </w:t>
      </w:r>
      <w:r w:rsidR="00367F17" w:rsidRPr="00367F17">
        <w:rPr>
          <w:rStyle w:val="libAlaemChar"/>
          <w:rtl/>
        </w:rPr>
        <w:t xml:space="preserve"> عليه‌السلام </w:t>
      </w:r>
      <w:r>
        <w:rPr>
          <w:rtl/>
        </w:rPr>
        <w:t xml:space="preserve"> رحمت خدا سے مايوس ہونے كى وجہ سے صاحب اولاد ہونے پر حيرت زدہ نہي</w:t>
      </w:r>
      <w:r w:rsidR="00083993">
        <w:rPr>
          <w:rtl/>
        </w:rPr>
        <w:t xml:space="preserve">ں </w:t>
      </w:r>
      <w:r>
        <w:rPr>
          <w:rtl/>
        </w:rPr>
        <w:t>تھے بلكہ وہ كہن سالى ا و ربڑھاپے مي</w:t>
      </w:r>
      <w:r w:rsidR="00083993">
        <w:rPr>
          <w:rtl/>
        </w:rPr>
        <w:t xml:space="preserve">ں </w:t>
      </w:r>
      <w:r>
        <w:rPr>
          <w:rtl/>
        </w:rPr>
        <w:t>صاحب فرزند ہونے كو بعيد جانتے تھے_</w:t>
      </w:r>
      <w:r w:rsidRPr="00611F4E">
        <w:rPr>
          <w:rStyle w:val="libArabicChar"/>
          <w:rFonts w:hint="eastAsia"/>
          <w:rtl/>
        </w:rPr>
        <w:t>فبم</w:t>
      </w:r>
      <w:r w:rsidRPr="00611F4E">
        <w:rPr>
          <w:rStyle w:val="libArabicChar"/>
          <w:rtl/>
        </w:rPr>
        <w:t xml:space="preserve"> تبشّرون ... فلاتكن من القنطين _قال ومن يقنط من رحمة ربّ</w:t>
      </w:r>
      <w:r w:rsidR="00120F63" w:rsidRPr="00B2551F">
        <w:rPr>
          <w:rStyle w:val="libArabicChar"/>
          <w:rFonts w:hint="cs"/>
          <w:rtl/>
        </w:rPr>
        <w:t>ه</w:t>
      </w:r>
      <w:r w:rsidRPr="00611F4E">
        <w:rPr>
          <w:rStyle w:val="libArabicChar"/>
          <w:rtl/>
        </w:rPr>
        <w:t xml:space="preserve"> </w:t>
      </w:r>
      <w:r w:rsidRPr="00611F4E">
        <w:rPr>
          <w:rStyle w:val="libArabicChar"/>
          <w:rFonts w:hint="cs"/>
          <w:rtl/>
        </w:rPr>
        <w:t>الّا</w:t>
      </w:r>
      <w:r w:rsidRPr="00611F4E">
        <w:rPr>
          <w:rStyle w:val="libArabicChar"/>
          <w:rtl/>
        </w:rPr>
        <w:t xml:space="preserve"> </w:t>
      </w:r>
      <w:r w:rsidRPr="00611F4E">
        <w:rPr>
          <w:rStyle w:val="libArabicChar"/>
          <w:rFonts w:hint="cs"/>
          <w:rtl/>
        </w:rPr>
        <w:t>الضالّون</w:t>
      </w:r>
    </w:p>
    <w:p w:rsidR="001F628F" w:rsidRDefault="001F628F" w:rsidP="001F628F">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نے ''صاحب اولاد ہونے سے مايوس نہ ہونے ''پر مبنى فرشتو</w:t>
      </w:r>
      <w:r w:rsidR="00083993">
        <w:rPr>
          <w:rtl/>
        </w:rPr>
        <w:t xml:space="preserve">ں </w:t>
      </w:r>
      <w:r>
        <w:rPr>
          <w:rtl/>
        </w:rPr>
        <w:t>كى نصيحت كے جواب مي</w:t>
      </w:r>
      <w:r w:rsidR="00083993">
        <w:rPr>
          <w:rtl/>
        </w:rPr>
        <w:t xml:space="preserve">ں </w:t>
      </w:r>
      <w:r>
        <w:rPr>
          <w:rtl/>
        </w:rPr>
        <w:t>فرمايا:فقط گمراہ لوگ ہى رحمت خدا سے مايوس ہوتے ہي</w:t>
      </w:r>
      <w:r w:rsidR="00083993">
        <w:rPr>
          <w:rtl/>
        </w:rPr>
        <w:t xml:space="preserve">ں </w:t>
      </w:r>
      <w:r>
        <w:rPr>
          <w:rtl/>
        </w:rPr>
        <w:t xml:space="preserve">_اس جواب سے معلوم ہوتا ہے كہ حضرت ابراہيم </w:t>
      </w:r>
      <w:r w:rsidR="00367F17" w:rsidRPr="00367F17">
        <w:rPr>
          <w:rStyle w:val="libAlaemChar"/>
          <w:rtl/>
        </w:rPr>
        <w:t xml:space="preserve"> عليه‌السلام </w:t>
      </w:r>
      <w:r>
        <w:rPr>
          <w:rtl/>
        </w:rPr>
        <w:t xml:space="preserve"> كاصاحب فرزند ہونے سے حير ت زدہ اور متعجب ہونا رحمت خدا سے مايوسى ك</w:t>
      </w:r>
      <w:r>
        <w:rPr>
          <w:rFonts w:hint="eastAsia"/>
          <w:rtl/>
        </w:rPr>
        <w:t>ى</w:t>
      </w:r>
      <w:r>
        <w:rPr>
          <w:rtl/>
        </w:rPr>
        <w:t xml:space="preserve"> بناء پر نہي</w:t>
      </w:r>
      <w:r w:rsidR="00083993">
        <w:rPr>
          <w:rtl/>
        </w:rPr>
        <w:t xml:space="preserve">ں </w:t>
      </w:r>
      <w:r>
        <w:rPr>
          <w:rtl/>
        </w:rPr>
        <w:t>تھا بلكہ وہ اسے فقط ايك حيرت انگيز چيز جانتے تھے_</w:t>
      </w:r>
    </w:p>
    <w:p w:rsidR="001F628F" w:rsidRDefault="001F628F" w:rsidP="00611F4E">
      <w:pPr>
        <w:pStyle w:val="libNormal"/>
        <w:rPr>
          <w:rtl/>
        </w:rPr>
      </w:pPr>
      <w:r>
        <w:rPr>
          <w:rtl/>
        </w:rPr>
        <w:t>4_حضرت ابراہيم</w:t>
      </w:r>
      <w:r w:rsidR="00367F17" w:rsidRPr="00367F17">
        <w:rPr>
          <w:rStyle w:val="libAlaemChar"/>
          <w:rtl/>
        </w:rPr>
        <w:t xml:space="preserve"> عليه‌السلام </w:t>
      </w:r>
      <w:r>
        <w:rPr>
          <w:rtl/>
        </w:rPr>
        <w:t xml:space="preserve"> بڑھاپے مي</w:t>
      </w:r>
      <w:r w:rsidR="00083993">
        <w:rPr>
          <w:rtl/>
        </w:rPr>
        <w:t xml:space="preserve">ں </w:t>
      </w:r>
      <w:r>
        <w:rPr>
          <w:rtl/>
        </w:rPr>
        <w:t>خداوند متعال كے لطف و رحمت كے سائے مي</w:t>
      </w:r>
      <w:r w:rsidR="00083993">
        <w:rPr>
          <w:rtl/>
        </w:rPr>
        <w:t xml:space="preserve">ں </w:t>
      </w:r>
      <w:r>
        <w:rPr>
          <w:rtl/>
        </w:rPr>
        <w:t>صاحب فرزند ہونے كى اُميد لگائے ہوئے تھے_</w:t>
      </w:r>
      <w:r w:rsidRPr="00611F4E">
        <w:rPr>
          <w:rStyle w:val="libArabicChar"/>
          <w:rFonts w:hint="eastAsia"/>
          <w:rtl/>
        </w:rPr>
        <w:t>فبم</w:t>
      </w:r>
      <w:r w:rsidRPr="00611F4E">
        <w:rPr>
          <w:rStyle w:val="libArabicChar"/>
          <w:rtl/>
        </w:rPr>
        <w:t xml:space="preserve"> تبشّرون ... فلاتكن من القنطين _قال ومن يقنط من رحمة ربّ</w:t>
      </w:r>
      <w:r w:rsidR="00120F63" w:rsidRPr="00B2551F">
        <w:rPr>
          <w:rStyle w:val="libArabicChar"/>
          <w:rFonts w:hint="cs"/>
          <w:rtl/>
        </w:rPr>
        <w:t>ه</w:t>
      </w:r>
      <w:r w:rsidRPr="00611F4E">
        <w:rPr>
          <w:rStyle w:val="libArabicChar"/>
          <w:rtl/>
        </w:rPr>
        <w:t xml:space="preserve"> </w:t>
      </w:r>
      <w:r w:rsidRPr="00611F4E">
        <w:rPr>
          <w:rStyle w:val="libArabicChar"/>
          <w:rFonts w:hint="cs"/>
          <w:rtl/>
        </w:rPr>
        <w:t>الّا</w:t>
      </w:r>
      <w:r w:rsidRPr="00611F4E">
        <w:rPr>
          <w:rStyle w:val="libArabicChar"/>
          <w:rtl/>
        </w:rPr>
        <w:t xml:space="preserve"> </w:t>
      </w:r>
      <w:r w:rsidRPr="00611F4E">
        <w:rPr>
          <w:rStyle w:val="libArabicChar"/>
          <w:rFonts w:hint="cs"/>
          <w:rtl/>
        </w:rPr>
        <w:t>الضالّون</w:t>
      </w:r>
    </w:p>
    <w:p w:rsidR="001F628F" w:rsidRPr="00B2551F" w:rsidRDefault="001F628F" w:rsidP="00611F4E">
      <w:pPr>
        <w:pStyle w:val="libNormal"/>
        <w:rPr>
          <w:rStyle w:val="libArabicChar"/>
          <w:rtl/>
        </w:rPr>
      </w:pPr>
      <w:r>
        <w:rPr>
          <w:rtl/>
        </w:rPr>
        <w:t>5_صاحب فرزند ہونا ،ايك الہى رحمت ہے_</w:t>
      </w:r>
      <w:r w:rsidRPr="00611F4E">
        <w:rPr>
          <w:rStyle w:val="libArabicChar"/>
          <w:rFonts w:hint="eastAsia"/>
          <w:rtl/>
        </w:rPr>
        <w:t>نبشّرك</w:t>
      </w:r>
      <w:r w:rsidRPr="00611F4E">
        <w:rPr>
          <w:rStyle w:val="libArabicChar"/>
          <w:rtl/>
        </w:rPr>
        <w:t xml:space="preserve"> بغلم ... ومن يقنط من رحمة ربّ</w:t>
      </w:r>
      <w:r w:rsidR="00120F63" w:rsidRPr="00B2551F">
        <w:rPr>
          <w:rStyle w:val="libArabicChar"/>
          <w:rFonts w:hint="cs"/>
          <w:rtl/>
        </w:rPr>
        <w:t>ه</w:t>
      </w:r>
    </w:p>
    <w:p w:rsidR="003F7486" w:rsidRDefault="003F7486" w:rsidP="003F7486">
      <w:pPr>
        <w:pStyle w:val="libNormal"/>
        <w:rPr>
          <w:rtl/>
        </w:rPr>
      </w:pPr>
      <w:r>
        <w:rPr>
          <w:rtl/>
        </w:rPr>
        <w:t>6_خدا وند متعال كى رحمت سے مايوسى اور نااُميدي،گناہ كبيرہ اوربہت ہى قابل مذمت فعل ہے_</w:t>
      </w:r>
    </w:p>
    <w:p w:rsidR="003F7486" w:rsidRDefault="003F7486" w:rsidP="003F7486">
      <w:pPr>
        <w:pStyle w:val="libArabic"/>
        <w:rPr>
          <w:rtl/>
        </w:rPr>
      </w:pPr>
      <w:r>
        <w:rPr>
          <w:rFonts w:hint="eastAsia"/>
          <w:rtl/>
        </w:rPr>
        <w:t>ومن</w:t>
      </w:r>
      <w:r>
        <w:rPr>
          <w:rtl/>
        </w:rPr>
        <w:t xml:space="preserve"> يقنط من رحمة ربّ</w:t>
      </w:r>
      <w:r w:rsidR="00120F63" w:rsidRPr="00ED5DE8">
        <w:rPr>
          <w:rFonts w:hint="cs"/>
          <w:rtl/>
        </w:rPr>
        <w:t>ه</w:t>
      </w:r>
      <w:r>
        <w:rPr>
          <w:rtl/>
        </w:rPr>
        <w:t xml:space="preserve"> </w:t>
      </w:r>
      <w:r>
        <w:rPr>
          <w:rFonts w:hint="cs"/>
          <w:rtl/>
        </w:rPr>
        <w:t>الّا</w:t>
      </w:r>
      <w:r>
        <w:rPr>
          <w:rtl/>
        </w:rPr>
        <w:t xml:space="preserve"> </w:t>
      </w:r>
      <w:r>
        <w:rPr>
          <w:rFonts w:hint="cs"/>
          <w:rtl/>
        </w:rPr>
        <w:t>الضالّون</w:t>
      </w:r>
    </w:p>
    <w:p w:rsidR="003F7486" w:rsidRDefault="003F7486" w:rsidP="003F7486">
      <w:pPr>
        <w:pStyle w:val="libNormal"/>
        <w:rPr>
          <w:rtl/>
        </w:rPr>
      </w:pPr>
      <w:r>
        <w:rPr>
          <w:rFonts w:hint="eastAsia"/>
          <w:rtl/>
        </w:rPr>
        <w:t>يہ</w:t>
      </w:r>
      <w:r>
        <w:rPr>
          <w:rtl/>
        </w:rPr>
        <w:t xml:space="preserve"> كہ خدا وند عالم نے اپنى رحمت سے مايوسى كو گمراہوں كا عمل قرار ديا ہے اور مايوس لوگوں كو گمراہوں كى صف ميں شمار كيا ہے اس سے اس كا گناہ كبيرہ ہونامعلوم ہوتا ہے_</w:t>
      </w:r>
    </w:p>
    <w:p w:rsidR="003F7486" w:rsidRDefault="001E7F9D" w:rsidP="00F73EDE">
      <w:pPr>
        <w:pStyle w:val="libPoemTini"/>
        <w:rPr>
          <w:rtl/>
        </w:rPr>
      </w:pPr>
      <w:r>
        <w:rPr>
          <w:rtl/>
        </w:rPr>
        <w:br w:type="page"/>
      </w:r>
    </w:p>
    <w:p w:rsidR="001F628F" w:rsidRDefault="001F628F" w:rsidP="003F7486">
      <w:pPr>
        <w:pStyle w:val="libNormal"/>
        <w:rPr>
          <w:rtl/>
        </w:rPr>
      </w:pPr>
      <w:r>
        <w:rPr>
          <w:rtl/>
        </w:rPr>
        <w:lastRenderedPageBreak/>
        <w:t>7_پرورد گار كى معرفت اور ہدايت، اُس كى رحمت سے اُميدوار ہونے اور ہر قسم كى مايوسى و نااُميدى كے ختم ہونے كا باعث بنتى ہے_</w:t>
      </w:r>
      <w:r w:rsidRPr="003F7486">
        <w:rPr>
          <w:rStyle w:val="libArabicChar"/>
          <w:rFonts w:hint="eastAsia"/>
          <w:rtl/>
        </w:rPr>
        <w:t>ومن</w:t>
      </w:r>
      <w:r w:rsidRPr="003F7486">
        <w:rPr>
          <w:rStyle w:val="libArabicChar"/>
          <w:rtl/>
        </w:rPr>
        <w:t xml:space="preserve"> يقنط من رحمة ربّ</w:t>
      </w:r>
      <w:r w:rsidR="00120F63" w:rsidRPr="00B2551F">
        <w:rPr>
          <w:rStyle w:val="libArabicChar"/>
          <w:rFonts w:hint="cs"/>
          <w:rtl/>
        </w:rPr>
        <w:t>ه</w:t>
      </w:r>
      <w:r w:rsidRPr="003F7486">
        <w:rPr>
          <w:rStyle w:val="libArabicChar"/>
          <w:rtl/>
        </w:rPr>
        <w:t xml:space="preserve"> </w:t>
      </w:r>
      <w:r w:rsidRPr="003F7486">
        <w:rPr>
          <w:rStyle w:val="libArabicChar"/>
          <w:rFonts w:hint="cs"/>
          <w:rtl/>
        </w:rPr>
        <w:t>الّا</w:t>
      </w:r>
      <w:r w:rsidRPr="003F7486">
        <w:rPr>
          <w:rStyle w:val="libArabicChar"/>
          <w:rtl/>
        </w:rPr>
        <w:t xml:space="preserve"> </w:t>
      </w:r>
      <w:r w:rsidRPr="003F7486">
        <w:rPr>
          <w:rStyle w:val="libArabicChar"/>
          <w:rFonts w:hint="cs"/>
          <w:rtl/>
        </w:rPr>
        <w:t>الضالّون</w:t>
      </w:r>
    </w:p>
    <w:p w:rsidR="001F628F" w:rsidRDefault="001F628F" w:rsidP="001F628F">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نے پرورد گار كى رحمت سے مايوسى كا سبب گمراہى اور خداوند متعال كى عدم معرفت كو قرار ديا ہے ،بنابري</w:t>
      </w:r>
      <w:r w:rsidR="00083993">
        <w:rPr>
          <w:rtl/>
        </w:rPr>
        <w:t xml:space="preserve">ں </w:t>
      </w:r>
      <w:r>
        <w:rPr>
          <w:rtl/>
        </w:rPr>
        <w:t>خدا كى معرفت اور ہدايت ، اُس كى رحمت سے اُميدوار ہونے كا اور ياس و نااُميدى كے خاتمے كا موجب بن سكتى ہے _</w:t>
      </w:r>
    </w:p>
    <w:p w:rsidR="001F628F" w:rsidRDefault="001F628F" w:rsidP="003F7486">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كا تعجب 3; ابراہيم </w:t>
      </w:r>
      <w:r w:rsidR="00367F17" w:rsidRPr="00367F17">
        <w:rPr>
          <w:rStyle w:val="libAlaemChar"/>
          <w:rtl/>
        </w:rPr>
        <w:t xml:space="preserve"> عليه‌السلام </w:t>
      </w:r>
      <w:r>
        <w:rPr>
          <w:rtl/>
        </w:rPr>
        <w:t xml:space="preserve"> كا صاحب فرزند ہونا 3 ، 4;ابراہيم </w:t>
      </w:r>
      <w:r w:rsidR="00367F17" w:rsidRPr="00367F17">
        <w:rPr>
          <w:rStyle w:val="libAlaemChar"/>
          <w:rtl/>
        </w:rPr>
        <w:t xml:space="preserve"> عليه‌السلام </w:t>
      </w:r>
      <w:r>
        <w:rPr>
          <w:rtl/>
        </w:rPr>
        <w:t xml:space="preserve"> كاعقيدہ 1;ابراہيم </w:t>
      </w:r>
      <w:r w:rsidR="00367F17" w:rsidRPr="00367F17">
        <w:rPr>
          <w:rStyle w:val="libAlaemChar"/>
          <w:rtl/>
        </w:rPr>
        <w:t xml:space="preserve"> عليه‌السلام </w:t>
      </w:r>
      <w:r>
        <w:rPr>
          <w:rtl/>
        </w:rPr>
        <w:t xml:space="preserve"> كى اُميد وارى 4; ابراہيم </w:t>
      </w:r>
      <w:r w:rsidR="00367F17" w:rsidRPr="00367F17">
        <w:rPr>
          <w:rStyle w:val="libAlaemChar"/>
          <w:rtl/>
        </w:rPr>
        <w:t xml:space="preserve"> عليه‌السلام </w:t>
      </w:r>
      <w:r>
        <w:rPr>
          <w:rtl/>
        </w:rPr>
        <w:t xml:space="preserve"> كے تعجب كا فلسفہ3</w:t>
      </w:r>
    </w:p>
    <w:p w:rsidR="001F628F" w:rsidRDefault="001F628F" w:rsidP="003F7486">
      <w:pPr>
        <w:pStyle w:val="libNormal"/>
        <w:rPr>
          <w:rtl/>
        </w:rPr>
      </w:pPr>
      <w:r>
        <w:rPr>
          <w:rFonts w:hint="eastAsia"/>
          <w:rtl/>
        </w:rPr>
        <w:t>الله</w:t>
      </w:r>
      <w:r>
        <w:rPr>
          <w:rtl/>
        </w:rPr>
        <w:t xml:space="preserve"> تعالى :</w:t>
      </w:r>
      <w:r>
        <w:rPr>
          <w:rFonts w:hint="eastAsia"/>
          <w:rtl/>
        </w:rPr>
        <w:t>الله</w:t>
      </w:r>
      <w:r>
        <w:rPr>
          <w:rtl/>
        </w:rPr>
        <w:t xml:space="preserve"> تعالى كى رحمت 5;الله تعالى كى رحمت كے اثرات 4;الله تعالى كى معرفت كے اثرات 7 ; الله تعالى كے لطف كے اثرات 4</w:t>
      </w:r>
    </w:p>
    <w:p w:rsidR="001F628F" w:rsidRDefault="001F628F" w:rsidP="003F7486">
      <w:pPr>
        <w:pStyle w:val="libNormal"/>
        <w:rPr>
          <w:rtl/>
        </w:rPr>
      </w:pPr>
      <w:r>
        <w:rPr>
          <w:rFonts w:hint="eastAsia"/>
          <w:rtl/>
        </w:rPr>
        <w:t>اُميد</w:t>
      </w:r>
      <w:r>
        <w:rPr>
          <w:rtl/>
        </w:rPr>
        <w:t xml:space="preserve"> وارى :</w:t>
      </w:r>
      <w:r>
        <w:rPr>
          <w:rFonts w:hint="eastAsia"/>
          <w:rtl/>
        </w:rPr>
        <w:t>بڑھاپے</w:t>
      </w:r>
      <w:r>
        <w:rPr>
          <w:rtl/>
        </w:rPr>
        <w:t xml:space="preserve"> مي</w:t>
      </w:r>
      <w:r w:rsidR="00083993">
        <w:rPr>
          <w:rtl/>
        </w:rPr>
        <w:t xml:space="preserve">ں </w:t>
      </w:r>
      <w:r>
        <w:rPr>
          <w:rtl/>
        </w:rPr>
        <w:t>صاحب اولاد ہونے كى اُميد وارى 4; رحمت سے اُميد وارى كے اسباب7</w:t>
      </w:r>
    </w:p>
    <w:p w:rsidR="001F628F" w:rsidRDefault="001F628F" w:rsidP="003F7486">
      <w:pPr>
        <w:pStyle w:val="libNormal"/>
        <w:rPr>
          <w:rtl/>
        </w:rPr>
      </w:pPr>
      <w:r>
        <w:rPr>
          <w:rFonts w:hint="eastAsia"/>
          <w:rtl/>
        </w:rPr>
        <w:t>بڑھاپا</w:t>
      </w:r>
      <w:r>
        <w:rPr>
          <w:rtl/>
        </w:rPr>
        <w:t>:</w:t>
      </w:r>
      <w:r>
        <w:rPr>
          <w:rFonts w:hint="eastAsia"/>
          <w:rtl/>
        </w:rPr>
        <w:t>بڑھاپے</w:t>
      </w:r>
      <w:r>
        <w:rPr>
          <w:rtl/>
        </w:rPr>
        <w:t xml:space="preserve"> مي</w:t>
      </w:r>
      <w:r w:rsidR="00083993">
        <w:rPr>
          <w:rtl/>
        </w:rPr>
        <w:t xml:space="preserve">ں </w:t>
      </w:r>
      <w:r>
        <w:rPr>
          <w:rtl/>
        </w:rPr>
        <w:t>صاحب اولاد ہونے پر تعجب 3</w:t>
      </w:r>
    </w:p>
    <w:p w:rsidR="001F628F" w:rsidRDefault="001F628F" w:rsidP="003F7486">
      <w:pPr>
        <w:pStyle w:val="libNormal"/>
        <w:rPr>
          <w:rtl/>
        </w:rPr>
      </w:pPr>
      <w:r>
        <w:rPr>
          <w:rFonts w:hint="eastAsia"/>
          <w:rtl/>
        </w:rPr>
        <w:t>رحمت</w:t>
      </w:r>
      <w:r>
        <w:rPr>
          <w:rtl/>
        </w:rPr>
        <w:t xml:space="preserve"> :</w:t>
      </w:r>
      <w:r>
        <w:rPr>
          <w:rFonts w:hint="eastAsia"/>
          <w:rtl/>
        </w:rPr>
        <w:t>رحمت</w:t>
      </w:r>
      <w:r>
        <w:rPr>
          <w:rtl/>
        </w:rPr>
        <w:t xml:space="preserve"> سے مايوس لوگ 1</w:t>
      </w:r>
    </w:p>
    <w:p w:rsidR="001F628F" w:rsidRDefault="001F628F" w:rsidP="003F7486">
      <w:pPr>
        <w:pStyle w:val="libNormal"/>
        <w:rPr>
          <w:rtl/>
        </w:rPr>
      </w:pPr>
      <w:r>
        <w:rPr>
          <w:rFonts w:hint="eastAsia"/>
          <w:rtl/>
        </w:rPr>
        <w:t>صفات</w:t>
      </w:r>
      <w:r>
        <w:rPr>
          <w:rtl/>
        </w:rPr>
        <w:t xml:space="preserve"> :</w:t>
      </w:r>
      <w:r>
        <w:rPr>
          <w:rFonts w:hint="eastAsia"/>
          <w:rtl/>
        </w:rPr>
        <w:t>ناپسنديدہ</w:t>
      </w:r>
      <w:r>
        <w:rPr>
          <w:rtl/>
        </w:rPr>
        <w:t xml:space="preserve"> صفات 6</w:t>
      </w:r>
    </w:p>
    <w:p w:rsidR="001F628F" w:rsidRDefault="001F628F" w:rsidP="003F7486">
      <w:pPr>
        <w:pStyle w:val="libNormal"/>
        <w:rPr>
          <w:rtl/>
        </w:rPr>
      </w:pPr>
      <w:r>
        <w:rPr>
          <w:rFonts w:hint="eastAsia"/>
          <w:rtl/>
        </w:rPr>
        <w:t>صاحب</w:t>
      </w:r>
      <w:r>
        <w:rPr>
          <w:rtl/>
        </w:rPr>
        <w:t xml:space="preserve"> اولاد ہونا :</w:t>
      </w:r>
      <w:r>
        <w:rPr>
          <w:rFonts w:hint="eastAsia"/>
          <w:rtl/>
        </w:rPr>
        <w:t>صاحب</w:t>
      </w:r>
      <w:r>
        <w:rPr>
          <w:rtl/>
        </w:rPr>
        <w:t xml:space="preserve"> اولاد ہونے كارحمت ہونا 5</w:t>
      </w:r>
    </w:p>
    <w:p w:rsidR="001F628F" w:rsidRDefault="001F628F" w:rsidP="003F7486">
      <w:pPr>
        <w:pStyle w:val="libNormal"/>
        <w:rPr>
          <w:rtl/>
        </w:rPr>
      </w:pPr>
      <w:r>
        <w:rPr>
          <w:rFonts w:hint="eastAsia"/>
          <w:rtl/>
        </w:rPr>
        <w:t>گمراہ</w:t>
      </w:r>
      <w:r>
        <w:rPr>
          <w:rtl/>
        </w:rPr>
        <w:t xml:space="preserve"> لوگ :</w:t>
      </w:r>
      <w:r>
        <w:rPr>
          <w:rFonts w:hint="eastAsia"/>
          <w:rtl/>
        </w:rPr>
        <w:t>اُن</w:t>
      </w:r>
      <w:r>
        <w:rPr>
          <w:rtl/>
        </w:rPr>
        <w:t xml:space="preserve"> كى مايوسى 1</w:t>
      </w:r>
    </w:p>
    <w:p w:rsidR="001F628F" w:rsidRDefault="001F628F" w:rsidP="003F7486">
      <w:pPr>
        <w:pStyle w:val="libNormal"/>
        <w:rPr>
          <w:rtl/>
        </w:rPr>
      </w:pPr>
      <w:r>
        <w:rPr>
          <w:rFonts w:hint="eastAsia"/>
          <w:rtl/>
        </w:rPr>
        <w:t>گمراہى</w:t>
      </w:r>
      <w:r>
        <w:rPr>
          <w:rtl/>
        </w:rPr>
        <w:t xml:space="preserve"> :</w:t>
      </w:r>
      <w:r>
        <w:rPr>
          <w:rFonts w:hint="eastAsia"/>
          <w:rtl/>
        </w:rPr>
        <w:t>گمراہى</w:t>
      </w:r>
      <w:r>
        <w:rPr>
          <w:rtl/>
        </w:rPr>
        <w:t xml:space="preserve"> كى علامتي</w:t>
      </w:r>
      <w:r w:rsidR="00083993">
        <w:rPr>
          <w:rtl/>
        </w:rPr>
        <w:t xml:space="preserve">ں </w:t>
      </w:r>
      <w:r>
        <w:rPr>
          <w:rtl/>
        </w:rPr>
        <w:t>2</w:t>
      </w:r>
    </w:p>
    <w:p w:rsidR="001F628F" w:rsidRDefault="001F628F" w:rsidP="001F628F">
      <w:pPr>
        <w:pStyle w:val="libNormal"/>
        <w:rPr>
          <w:rtl/>
        </w:rPr>
      </w:pPr>
      <w:r>
        <w:rPr>
          <w:rFonts w:hint="eastAsia"/>
          <w:rtl/>
        </w:rPr>
        <w:t>گناہان</w:t>
      </w:r>
      <w:r>
        <w:rPr>
          <w:rtl/>
        </w:rPr>
        <w:t xml:space="preserve"> كبيرہ :6</w:t>
      </w:r>
    </w:p>
    <w:p w:rsidR="001F628F" w:rsidRDefault="001F628F" w:rsidP="003F7486">
      <w:pPr>
        <w:pStyle w:val="libNormal"/>
        <w:rPr>
          <w:rtl/>
        </w:rPr>
      </w:pPr>
      <w:r>
        <w:rPr>
          <w:rFonts w:hint="eastAsia"/>
          <w:rtl/>
        </w:rPr>
        <w:t>مايوسى</w:t>
      </w:r>
      <w:r>
        <w:rPr>
          <w:rtl/>
        </w:rPr>
        <w:t xml:space="preserve"> :</w:t>
      </w:r>
      <w:r>
        <w:rPr>
          <w:rFonts w:hint="eastAsia"/>
          <w:rtl/>
        </w:rPr>
        <w:t>رحمت</w:t>
      </w:r>
      <w:r>
        <w:rPr>
          <w:rtl/>
        </w:rPr>
        <w:t xml:space="preserve"> خدا سے مايوسى 6;رحمت خدا سے مايوسى پر سرزنش 6;مايوسى كے موانع 7</w:t>
      </w:r>
    </w:p>
    <w:p w:rsidR="001F628F" w:rsidRDefault="001F628F" w:rsidP="003F7486">
      <w:pPr>
        <w:pStyle w:val="libNormal"/>
        <w:rPr>
          <w:rtl/>
        </w:rPr>
      </w:pPr>
      <w:r>
        <w:rPr>
          <w:rFonts w:hint="eastAsia"/>
          <w:rtl/>
        </w:rPr>
        <w:t>ہدايت</w:t>
      </w:r>
      <w:r>
        <w:rPr>
          <w:rtl/>
        </w:rPr>
        <w:t xml:space="preserve"> :</w:t>
      </w:r>
      <w:r>
        <w:rPr>
          <w:rFonts w:hint="eastAsia"/>
          <w:rtl/>
        </w:rPr>
        <w:t>ہدايت</w:t>
      </w:r>
      <w:r>
        <w:rPr>
          <w:rtl/>
        </w:rPr>
        <w:t xml:space="preserve"> كے اثرات 7</w:t>
      </w:r>
    </w:p>
    <w:p w:rsidR="003F7486" w:rsidRDefault="001E7F9D" w:rsidP="00F73EDE">
      <w:pPr>
        <w:pStyle w:val="libPoemTini"/>
        <w:rPr>
          <w:rtl/>
        </w:rPr>
      </w:pPr>
      <w:r>
        <w:rPr>
          <w:rtl/>
        </w:rPr>
        <w:br w:type="page"/>
      </w:r>
    </w:p>
    <w:p w:rsidR="003F7486" w:rsidRDefault="003F7486" w:rsidP="003F7486">
      <w:pPr>
        <w:pStyle w:val="Heading2Center"/>
        <w:rPr>
          <w:rtl/>
        </w:rPr>
      </w:pPr>
      <w:bookmarkStart w:id="103" w:name="_Toc28081781"/>
      <w:r>
        <w:rPr>
          <w:rFonts w:hint="cs"/>
          <w:rtl/>
        </w:rPr>
        <w:lastRenderedPageBreak/>
        <w:t>آیت 57</w:t>
      </w:r>
      <w:bookmarkEnd w:id="103"/>
    </w:p>
    <w:p w:rsidR="001F628F" w:rsidRDefault="00E260F9" w:rsidP="003F7486">
      <w:pPr>
        <w:pStyle w:val="libNormal"/>
        <w:rPr>
          <w:rtl/>
        </w:rPr>
      </w:pPr>
      <w:r w:rsidRPr="00E260F9">
        <w:rPr>
          <w:rStyle w:val="libAlaemChar"/>
          <w:rFonts w:hint="eastAsia"/>
          <w:rtl/>
        </w:rPr>
        <w:t>(</w:t>
      </w:r>
      <w:r w:rsidRPr="003F7486">
        <w:rPr>
          <w:rStyle w:val="libAieChar"/>
          <w:rFonts w:hint="eastAsia"/>
          <w:rtl/>
        </w:rPr>
        <w:t>قَالَ</w:t>
      </w:r>
      <w:r w:rsidRPr="003F7486">
        <w:rPr>
          <w:rStyle w:val="libAieChar"/>
          <w:rtl/>
        </w:rPr>
        <w:t xml:space="preserve"> فَمَا خَطْبُكُمْ أَيُّهَا الْمُرْسَلُونَ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پھر</w:t>
      </w:r>
      <w:r>
        <w:rPr>
          <w:rtl/>
        </w:rPr>
        <w:t xml:space="preserve"> كہا كہ مگر يہ تو بتايئےہ آپ لوگو</w:t>
      </w:r>
      <w:r w:rsidR="00083993">
        <w:rPr>
          <w:rtl/>
        </w:rPr>
        <w:t xml:space="preserve">ں </w:t>
      </w:r>
      <w:r>
        <w:rPr>
          <w:rtl/>
        </w:rPr>
        <w:t>كا مقصد كياہے 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نے اپنے مہمان (فرشتو</w:t>
      </w:r>
      <w:r w:rsidR="00083993">
        <w:rPr>
          <w:rtl/>
        </w:rPr>
        <w:t xml:space="preserve">ں </w:t>
      </w:r>
      <w:r>
        <w:rPr>
          <w:rtl/>
        </w:rPr>
        <w:t>)كو پہچاننے كے بعد اُن كے اصلى كام اور آنے كا سبب دريافت كيا_</w:t>
      </w:r>
    </w:p>
    <w:p w:rsidR="001F628F" w:rsidRDefault="001F628F" w:rsidP="003F7486">
      <w:pPr>
        <w:pStyle w:val="libArabic"/>
        <w:rPr>
          <w:rtl/>
        </w:rPr>
      </w:pPr>
      <w:r>
        <w:rPr>
          <w:rFonts w:hint="eastAsia"/>
          <w:rtl/>
        </w:rPr>
        <w:t>قال</w:t>
      </w:r>
      <w:r>
        <w:rPr>
          <w:rtl/>
        </w:rPr>
        <w:t xml:space="preserve"> فما خطبكم ا يّ</w:t>
      </w:r>
      <w:r w:rsidR="00F21947" w:rsidRPr="00B2551F">
        <w:rPr>
          <w:rFonts w:hint="cs"/>
          <w:rtl/>
        </w:rPr>
        <w:t>ه</w:t>
      </w:r>
      <w:r>
        <w:rPr>
          <w:rFonts w:hint="cs"/>
          <w:rtl/>
        </w:rPr>
        <w:t>ا</w:t>
      </w:r>
      <w:r>
        <w:rPr>
          <w:rtl/>
        </w:rPr>
        <w:t xml:space="preserve"> </w:t>
      </w:r>
      <w:r>
        <w:rPr>
          <w:rFonts w:hint="cs"/>
          <w:rtl/>
        </w:rPr>
        <w:t>المرسلون</w:t>
      </w:r>
      <w:r w:rsidR="003F7486">
        <w:rPr>
          <w:rFonts w:hint="cs"/>
          <w:rtl/>
        </w:rPr>
        <w:t xml:space="preserve">  </w:t>
      </w:r>
    </w:p>
    <w:p w:rsidR="001F628F" w:rsidRDefault="001F628F" w:rsidP="001F628F">
      <w:pPr>
        <w:pStyle w:val="libNormal"/>
        <w:rPr>
          <w:rtl/>
        </w:rPr>
      </w:pPr>
      <w:r>
        <w:rPr>
          <w:rtl/>
        </w:rPr>
        <w:t>''خطب'' كا معنى ہے اہم كام_</w:t>
      </w:r>
    </w:p>
    <w:p w:rsidR="001F628F" w:rsidRDefault="001F628F" w:rsidP="003F7486">
      <w:pPr>
        <w:pStyle w:val="libNormal"/>
        <w:rPr>
          <w:rtl/>
        </w:rPr>
      </w:pPr>
      <w:r>
        <w:rPr>
          <w:rtl/>
        </w:rPr>
        <w:t xml:space="preserve">2_حضرت ابراہيم </w:t>
      </w:r>
      <w:r w:rsidR="00367F17" w:rsidRPr="00367F17">
        <w:rPr>
          <w:rStyle w:val="libAlaemChar"/>
          <w:rtl/>
        </w:rPr>
        <w:t xml:space="preserve"> عليه‌السلام </w:t>
      </w:r>
      <w:r>
        <w:rPr>
          <w:rtl/>
        </w:rPr>
        <w:t xml:space="preserve"> كو صاحب فرزند ہونے كى بشارت دينا ايك فرعى كام تھاجبكہ قوم لوط كاعذاب فرشتو</w:t>
      </w:r>
      <w:r w:rsidR="00083993">
        <w:rPr>
          <w:rtl/>
        </w:rPr>
        <w:t xml:space="preserve">ں </w:t>
      </w:r>
      <w:r>
        <w:rPr>
          <w:rtl/>
        </w:rPr>
        <w:t>كا اصلى اور اہم كام تھا_</w:t>
      </w:r>
      <w:r w:rsidRPr="003F7486">
        <w:rPr>
          <w:rStyle w:val="libArabicChar"/>
          <w:rFonts w:hint="eastAsia"/>
          <w:rtl/>
        </w:rPr>
        <w:t>انا</w:t>
      </w:r>
      <w:r w:rsidRPr="003F7486">
        <w:rPr>
          <w:rStyle w:val="libArabicChar"/>
          <w:rtl/>
        </w:rPr>
        <w:t xml:space="preserve"> نبشّرك بغلم ...قال فما خطبكم ا يّ</w:t>
      </w:r>
      <w:r w:rsidR="00F21947" w:rsidRPr="00B2551F">
        <w:rPr>
          <w:rStyle w:val="libArabicChar"/>
          <w:rFonts w:hint="cs"/>
          <w:rtl/>
        </w:rPr>
        <w:t>ه</w:t>
      </w:r>
      <w:r w:rsidRPr="003F7486">
        <w:rPr>
          <w:rStyle w:val="libArabicChar"/>
          <w:rFonts w:hint="cs"/>
          <w:rtl/>
        </w:rPr>
        <w:t>ا</w:t>
      </w:r>
      <w:r w:rsidRPr="003F7486">
        <w:rPr>
          <w:rStyle w:val="libArabicChar"/>
          <w:rtl/>
        </w:rPr>
        <w:t xml:space="preserve"> </w:t>
      </w:r>
      <w:r w:rsidRPr="003F7486">
        <w:rPr>
          <w:rStyle w:val="libArabicChar"/>
          <w:rFonts w:hint="cs"/>
          <w:rtl/>
        </w:rPr>
        <w:t>المرسلون</w:t>
      </w:r>
    </w:p>
    <w:p w:rsidR="001F628F" w:rsidRDefault="001F628F" w:rsidP="001F628F">
      <w:pPr>
        <w:pStyle w:val="libNormal"/>
        <w:rPr>
          <w:rtl/>
        </w:rPr>
      </w:pPr>
      <w:r>
        <w:rPr>
          <w:rFonts w:hint="eastAsia"/>
          <w:rtl/>
        </w:rPr>
        <w:t>يہ</w:t>
      </w:r>
      <w:r>
        <w:rPr>
          <w:rtl/>
        </w:rPr>
        <w:t xml:space="preserve"> كہ حضرت ابراہيم </w:t>
      </w:r>
      <w:r w:rsidR="00367F17" w:rsidRPr="00367F17">
        <w:rPr>
          <w:rStyle w:val="libAlaemChar"/>
          <w:rtl/>
        </w:rPr>
        <w:t xml:space="preserve"> عليه‌السلام </w:t>
      </w:r>
      <w:r>
        <w:rPr>
          <w:rtl/>
        </w:rPr>
        <w:t xml:space="preserve"> نے فرشتو</w:t>
      </w:r>
      <w:r w:rsidR="00083993">
        <w:rPr>
          <w:rtl/>
        </w:rPr>
        <w:t xml:space="preserve">ں </w:t>
      </w:r>
      <w:r>
        <w:rPr>
          <w:rtl/>
        </w:rPr>
        <w:t>كو پہچاننے اور صاحب فرزند ہونے كى خوشخبرى حاصل كرنے كے بعد اُن كے اصلى كام اور مہم كے بارے مي</w:t>
      </w:r>
      <w:r w:rsidR="00083993">
        <w:rPr>
          <w:rtl/>
        </w:rPr>
        <w:t xml:space="preserve">ں </w:t>
      </w:r>
      <w:r>
        <w:rPr>
          <w:rtl/>
        </w:rPr>
        <w:t>پوچھا (فما خطبكم)_بعد والى ايت كے مطابق يہ اصلى كام اور مہم، قوم لوط كا عذاب تھا_</w:t>
      </w:r>
    </w:p>
    <w:p w:rsidR="001F628F" w:rsidRDefault="001F628F" w:rsidP="003F7486">
      <w:pPr>
        <w:pStyle w:val="libNormal"/>
        <w:rPr>
          <w:rtl/>
        </w:rPr>
      </w:pPr>
      <w:r>
        <w:rPr>
          <w:rtl/>
        </w:rPr>
        <w:t>3_ فرشتو</w:t>
      </w:r>
      <w:r w:rsidR="00083993">
        <w:rPr>
          <w:rtl/>
        </w:rPr>
        <w:t xml:space="preserve">ں </w:t>
      </w:r>
      <w:r>
        <w:rPr>
          <w:rtl/>
        </w:rPr>
        <w:t>كے قو م لوط كو عذاب كے بارے مي</w:t>
      </w:r>
      <w:r w:rsidR="00083993">
        <w:rPr>
          <w:rtl/>
        </w:rPr>
        <w:t xml:space="preserve">ں </w:t>
      </w:r>
      <w:r>
        <w:rPr>
          <w:rtl/>
        </w:rPr>
        <w:t xml:space="preserve">اپنى مہم كے اظہار كرنے سے پہلے حضرت ابراہيم </w:t>
      </w:r>
      <w:r w:rsidR="00367F17" w:rsidRPr="00367F17">
        <w:rPr>
          <w:rStyle w:val="libAlaemChar"/>
          <w:rtl/>
        </w:rPr>
        <w:t xml:space="preserve"> عليه‌السلام </w:t>
      </w:r>
      <w:r>
        <w:rPr>
          <w:rtl/>
        </w:rPr>
        <w:t xml:space="preserve"> ، اُن كے اصلى كام سے اگا ہ نہي</w:t>
      </w:r>
      <w:r w:rsidR="00083993">
        <w:rPr>
          <w:rtl/>
        </w:rPr>
        <w:t xml:space="preserve">ں </w:t>
      </w:r>
      <w:r>
        <w:rPr>
          <w:rtl/>
        </w:rPr>
        <w:t>تھے_</w:t>
      </w:r>
      <w:r w:rsidRPr="003F7486">
        <w:rPr>
          <w:rStyle w:val="libArabicChar"/>
          <w:rFonts w:hint="eastAsia"/>
          <w:rtl/>
        </w:rPr>
        <w:t>قال</w:t>
      </w:r>
      <w:r w:rsidRPr="003F7486">
        <w:rPr>
          <w:rStyle w:val="libArabicChar"/>
          <w:rtl/>
        </w:rPr>
        <w:t xml:space="preserve"> فما خطبكم ا يّ</w:t>
      </w:r>
      <w:r w:rsidR="00F21947" w:rsidRPr="00B2551F">
        <w:rPr>
          <w:rStyle w:val="libArabicChar"/>
          <w:rFonts w:hint="cs"/>
          <w:rtl/>
        </w:rPr>
        <w:t>ه</w:t>
      </w:r>
      <w:r w:rsidRPr="003F7486">
        <w:rPr>
          <w:rStyle w:val="libArabicChar"/>
          <w:rFonts w:hint="cs"/>
          <w:rtl/>
        </w:rPr>
        <w:t>ا</w:t>
      </w:r>
      <w:r w:rsidRPr="003F7486">
        <w:rPr>
          <w:rStyle w:val="libArabicChar"/>
          <w:rtl/>
        </w:rPr>
        <w:t xml:space="preserve"> </w:t>
      </w:r>
      <w:r w:rsidRPr="003F7486">
        <w:rPr>
          <w:rStyle w:val="libArabicChar"/>
          <w:rFonts w:hint="cs"/>
          <w:rtl/>
        </w:rPr>
        <w:t>المرسلون</w:t>
      </w:r>
    </w:p>
    <w:p w:rsidR="001F628F" w:rsidRDefault="001F628F" w:rsidP="001F628F">
      <w:pPr>
        <w:pStyle w:val="libNormal"/>
        <w:rPr>
          <w:rtl/>
        </w:rPr>
      </w:pPr>
      <w:r>
        <w:rPr>
          <w:rtl/>
        </w:rPr>
        <w:t xml:space="preserve">4_تمام </w:t>
      </w:r>
      <w:r w:rsidR="003D0BA1">
        <w:rPr>
          <w:rtl/>
        </w:rPr>
        <w:t>انبياء</w:t>
      </w:r>
      <w:r>
        <w:rPr>
          <w:rtl/>
        </w:rPr>
        <w:t xml:space="preserve">ے كرام </w:t>
      </w:r>
      <w:r w:rsidR="00367F17" w:rsidRPr="00367F17">
        <w:rPr>
          <w:rStyle w:val="libAlaemChar"/>
          <w:rtl/>
        </w:rPr>
        <w:t xml:space="preserve"> عليه‌السلام </w:t>
      </w:r>
      <w:r>
        <w:rPr>
          <w:rtl/>
        </w:rPr>
        <w:t xml:space="preserve"> حتى اُن مي</w:t>
      </w:r>
      <w:r w:rsidR="00083993">
        <w:rPr>
          <w:rtl/>
        </w:rPr>
        <w:t xml:space="preserve">ں </w:t>
      </w:r>
      <w:r>
        <w:rPr>
          <w:rtl/>
        </w:rPr>
        <w:t xml:space="preserve">سے اولواالعزم انبياء </w:t>
      </w:r>
      <w:r w:rsidR="00367F17" w:rsidRPr="00367F17">
        <w:rPr>
          <w:rStyle w:val="libAlaemChar"/>
          <w:rtl/>
        </w:rPr>
        <w:t xml:space="preserve"> عليه‌السلام </w:t>
      </w:r>
      <w:r>
        <w:rPr>
          <w:rtl/>
        </w:rPr>
        <w:t xml:space="preserve"> كا علم بھى محدود ہے_</w:t>
      </w:r>
    </w:p>
    <w:p w:rsidR="001F628F" w:rsidRDefault="001F628F" w:rsidP="003F7486">
      <w:pPr>
        <w:pStyle w:val="libArabic"/>
        <w:rPr>
          <w:rtl/>
        </w:rPr>
      </w:pPr>
      <w:r>
        <w:rPr>
          <w:rFonts w:hint="eastAsia"/>
          <w:rtl/>
        </w:rPr>
        <w:t>قال</w:t>
      </w:r>
      <w:r>
        <w:rPr>
          <w:rtl/>
        </w:rPr>
        <w:t xml:space="preserve"> فما خطبكم ا يّ</w:t>
      </w:r>
      <w:r w:rsidR="00F21947" w:rsidRPr="00B2551F">
        <w:rPr>
          <w:rFonts w:hint="cs"/>
          <w:rtl/>
        </w:rPr>
        <w:t>ه</w:t>
      </w:r>
      <w:r>
        <w:rPr>
          <w:rFonts w:hint="cs"/>
          <w:rtl/>
        </w:rPr>
        <w:t>ا</w:t>
      </w:r>
      <w:r>
        <w:rPr>
          <w:rtl/>
        </w:rPr>
        <w:t xml:space="preserve"> </w:t>
      </w:r>
      <w:r>
        <w:rPr>
          <w:rFonts w:hint="cs"/>
          <w:rtl/>
        </w:rPr>
        <w:t>المرسلون</w:t>
      </w:r>
    </w:p>
    <w:p w:rsidR="001F628F" w:rsidRDefault="001F628F" w:rsidP="001F628F">
      <w:pPr>
        <w:pStyle w:val="libNormal"/>
        <w:rPr>
          <w:rtl/>
        </w:rPr>
      </w:pPr>
      <w:r>
        <w:rPr>
          <w:rtl/>
        </w:rPr>
        <w:t>5_بعض ملائكہ، خداوند متعال كے پيام كو پہنچانے اور اُس كے فرمان كو اجراء كرنے والے ہي</w:t>
      </w:r>
      <w:r w:rsidR="00083993">
        <w:rPr>
          <w:rtl/>
        </w:rPr>
        <w:t xml:space="preserve">ں </w:t>
      </w:r>
      <w:r>
        <w:rPr>
          <w:rtl/>
        </w:rPr>
        <w:t>_</w:t>
      </w:r>
    </w:p>
    <w:p w:rsidR="001F628F" w:rsidRDefault="001F628F" w:rsidP="003F7486">
      <w:pPr>
        <w:pStyle w:val="libArabic"/>
        <w:rPr>
          <w:rtl/>
        </w:rPr>
      </w:pPr>
      <w:r>
        <w:rPr>
          <w:rFonts w:hint="eastAsia"/>
          <w:rtl/>
        </w:rPr>
        <w:t>فما</w:t>
      </w:r>
      <w:r>
        <w:rPr>
          <w:rtl/>
        </w:rPr>
        <w:t xml:space="preserve"> خطبكم ا يّ</w:t>
      </w:r>
      <w:r w:rsidR="00F21947" w:rsidRPr="00B2551F">
        <w:rPr>
          <w:rFonts w:hint="cs"/>
          <w:rtl/>
        </w:rPr>
        <w:t>ه</w:t>
      </w:r>
      <w:r>
        <w:rPr>
          <w:rFonts w:hint="cs"/>
          <w:rtl/>
        </w:rPr>
        <w:t>ا</w:t>
      </w:r>
      <w:r>
        <w:rPr>
          <w:rtl/>
        </w:rPr>
        <w:t xml:space="preserve"> </w:t>
      </w:r>
      <w:r>
        <w:rPr>
          <w:rFonts w:hint="cs"/>
          <w:rtl/>
        </w:rPr>
        <w:t>المرسلون</w:t>
      </w:r>
    </w:p>
    <w:p w:rsidR="001F628F" w:rsidRDefault="001F628F" w:rsidP="001F628F">
      <w:pPr>
        <w:pStyle w:val="libNormal"/>
        <w:rPr>
          <w:rtl/>
        </w:rPr>
      </w:pPr>
      <w:r>
        <w:rPr>
          <w:rtl/>
        </w:rPr>
        <w:t>6_حضرت ابراہيم</w:t>
      </w:r>
      <w:r w:rsidR="00367F17" w:rsidRPr="00367F17">
        <w:rPr>
          <w:rStyle w:val="libAlaemChar"/>
          <w:rtl/>
        </w:rPr>
        <w:t xml:space="preserve"> عليه‌السلام </w:t>
      </w:r>
      <w:r>
        <w:rPr>
          <w:rtl/>
        </w:rPr>
        <w:t xml:space="preserve"> ، جسمانى ، روحى اور نفسانى حالات كے لحاظ سے انسانو</w:t>
      </w:r>
      <w:r w:rsidR="00083993">
        <w:rPr>
          <w:rtl/>
        </w:rPr>
        <w:t xml:space="preserve">ں </w:t>
      </w:r>
      <w:r>
        <w:rPr>
          <w:rtl/>
        </w:rPr>
        <w:t>كے درميان تعلقات كى حيثيت سے دوسرے لوگو</w:t>
      </w:r>
      <w:r w:rsidR="00083993">
        <w:rPr>
          <w:rtl/>
        </w:rPr>
        <w:t xml:space="preserve">ں </w:t>
      </w:r>
      <w:r>
        <w:rPr>
          <w:rtl/>
        </w:rPr>
        <w:t>ہى كى مانند تھے_</w:t>
      </w:r>
    </w:p>
    <w:p w:rsidR="001F628F" w:rsidRDefault="001F628F" w:rsidP="003F7486">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w:t>
      </w:r>
      <w:r>
        <w:rPr>
          <w:rFonts w:hint="cs"/>
          <w:rtl/>
        </w:rPr>
        <w:t>قال</w:t>
      </w:r>
      <w:r>
        <w:rPr>
          <w:rtl/>
        </w:rPr>
        <w:t xml:space="preserve"> </w:t>
      </w:r>
      <w:r>
        <w:rPr>
          <w:rFonts w:hint="cs"/>
          <w:rtl/>
        </w:rPr>
        <w:t>انا</w:t>
      </w:r>
      <w:r>
        <w:rPr>
          <w:rtl/>
        </w:rPr>
        <w:t xml:space="preserve"> </w:t>
      </w:r>
      <w:r>
        <w:rPr>
          <w:rFonts w:hint="cs"/>
          <w:rtl/>
        </w:rPr>
        <w:t>منكم</w:t>
      </w:r>
      <w:r>
        <w:rPr>
          <w:rtl/>
        </w:rPr>
        <w:t xml:space="preserve"> </w:t>
      </w:r>
      <w:r>
        <w:rPr>
          <w:rFonts w:hint="cs"/>
          <w:rtl/>
        </w:rPr>
        <w:t>وجلون</w:t>
      </w:r>
      <w:r>
        <w:rPr>
          <w:rtl/>
        </w:rPr>
        <w:t xml:space="preserve"> ...</w:t>
      </w:r>
      <w:r>
        <w:rPr>
          <w:rFonts w:hint="cs"/>
          <w:rtl/>
        </w:rPr>
        <w:t>مسّنى</w:t>
      </w:r>
      <w:r>
        <w:rPr>
          <w:rtl/>
        </w:rPr>
        <w:t xml:space="preserve"> </w:t>
      </w:r>
      <w:r>
        <w:rPr>
          <w:rFonts w:hint="cs"/>
          <w:rtl/>
        </w:rPr>
        <w:t>الكبر</w:t>
      </w:r>
      <w:r>
        <w:rPr>
          <w:rtl/>
        </w:rPr>
        <w:t xml:space="preserve"> ...</w:t>
      </w:r>
      <w:r>
        <w:rPr>
          <w:rFonts w:hint="cs"/>
          <w:rtl/>
        </w:rPr>
        <w:t>قال</w:t>
      </w:r>
      <w:r>
        <w:rPr>
          <w:rtl/>
        </w:rPr>
        <w:t xml:space="preserve"> </w:t>
      </w:r>
      <w:r>
        <w:rPr>
          <w:rFonts w:hint="cs"/>
          <w:rtl/>
        </w:rPr>
        <w:t>فما</w:t>
      </w:r>
      <w:r>
        <w:rPr>
          <w:rtl/>
        </w:rPr>
        <w:t xml:space="preserve"> </w:t>
      </w:r>
      <w:r>
        <w:rPr>
          <w:rFonts w:hint="cs"/>
          <w:rtl/>
        </w:rPr>
        <w:t>خطبكم</w:t>
      </w:r>
      <w:r>
        <w:rPr>
          <w:rtl/>
        </w:rPr>
        <w:t xml:space="preserve"> </w:t>
      </w:r>
      <w:r>
        <w:rPr>
          <w:rFonts w:hint="cs"/>
          <w:rtl/>
        </w:rPr>
        <w:t>ا</w:t>
      </w:r>
      <w:r>
        <w:rPr>
          <w:rtl/>
        </w:rPr>
        <w:t xml:space="preserve"> </w:t>
      </w:r>
      <w:r>
        <w:rPr>
          <w:rFonts w:hint="cs"/>
          <w:rtl/>
        </w:rPr>
        <w:t>يّ</w:t>
      </w:r>
      <w:r w:rsidR="00F21947" w:rsidRPr="00B2551F">
        <w:rPr>
          <w:rFonts w:hint="cs"/>
          <w:rtl/>
        </w:rPr>
        <w:t>ه</w:t>
      </w:r>
      <w:r>
        <w:rPr>
          <w:rFonts w:hint="cs"/>
          <w:rtl/>
        </w:rPr>
        <w:t>ا</w:t>
      </w:r>
      <w:r>
        <w:rPr>
          <w:rtl/>
        </w:rPr>
        <w:t xml:space="preserve"> </w:t>
      </w:r>
      <w:r>
        <w:rPr>
          <w:rFonts w:hint="cs"/>
          <w:rtl/>
        </w:rPr>
        <w:t>المرسل</w:t>
      </w:r>
      <w:r>
        <w:rPr>
          <w:rtl/>
        </w:rPr>
        <w:t>ون</w:t>
      </w:r>
    </w:p>
    <w:p w:rsidR="001F628F" w:rsidRDefault="001F628F" w:rsidP="001F628F">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p>
    <w:p w:rsidR="003F7486" w:rsidRDefault="001E7F9D" w:rsidP="00F73EDE">
      <w:pPr>
        <w:pStyle w:val="libPoemTini"/>
        <w:rPr>
          <w:rtl/>
        </w:rPr>
      </w:pPr>
      <w:r>
        <w:rPr>
          <w:rtl/>
        </w:rPr>
        <w:br w:type="page"/>
      </w:r>
    </w:p>
    <w:p w:rsidR="001F628F" w:rsidRDefault="001F628F" w:rsidP="003F7486">
      <w:pPr>
        <w:pStyle w:val="libNormal"/>
        <w:rPr>
          <w:rtl/>
        </w:rPr>
      </w:pPr>
      <w:r>
        <w:rPr>
          <w:rFonts w:hint="eastAsia"/>
          <w:rtl/>
        </w:rPr>
        <w:lastRenderedPageBreak/>
        <w:t>ابراہيم</w:t>
      </w:r>
      <w:r>
        <w:rPr>
          <w:rtl/>
        </w:rPr>
        <w:t xml:space="preserve"> </w:t>
      </w:r>
      <w:r w:rsidR="00367F17" w:rsidRPr="00367F17">
        <w:rPr>
          <w:rStyle w:val="libAlaemChar"/>
          <w:rtl/>
        </w:rPr>
        <w:t xml:space="preserve"> عليه‌السلام </w:t>
      </w:r>
      <w:r>
        <w:rPr>
          <w:rtl/>
        </w:rPr>
        <w:t xml:space="preserve"> اور ملائكہ 1;ابراہيم </w:t>
      </w:r>
      <w:r w:rsidR="00367F17" w:rsidRPr="00367F17">
        <w:rPr>
          <w:rStyle w:val="libAlaemChar"/>
          <w:rtl/>
        </w:rPr>
        <w:t xml:space="preserve"> عليه‌السلام </w:t>
      </w:r>
      <w:r>
        <w:rPr>
          <w:rtl/>
        </w:rPr>
        <w:t xml:space="preserve"> كا بشر ہونا 6;ابراہيم </w:t>
      </w:r>
      <w:r w:rsidR="00367F17" w:rsidRPr="00367F17">
        <w:rPr>
          <w:rStyle w:val="libAlaemChar"/>
          <w:rtl/>
        </w:rPr>
        <w:t xml:space="preserve"> عليه‌السلام </w:t>
      </w:r>
      <w:r>
        <w:rPr>
          <w:rtl/>
        </w:rPr>
        <w:t xml:space="preserve"> كاسوال 1;ابراہيم </w:t>
      </w:r>
      <w:r w:rsidR="00367F17" w:rsidRPr="00367F17">
        <w:rPr>
          <w:rStyle w:val="libAlaemChar"/>
          <w:rtl/>
        </w:rPr>
        <w:t xml:space="preserve"> عليه‌السلام </w:t>
      </w:r>
      <w:r>
        <w:rPr>
          <w:rtl/>
        </w:rPr>
        <w:t xml:space="preserve"> كاصاحب فرزند ہونا2;ابراہيم </w:t>
      </w:r>
      <w:r w:rsidR="00367F17" w:rsidRPr="00367F17">
        <w:rPr>
          <w:rStyle w:val="libAlaemChar"/>
          <w:rtl/>
        </w:rPr>
        <w:t xml:space="preserve"> عليه‌السلام </w:t>
      </w:r>
      <w:r>
        <w:rPr>
          <w:rtl/>
        </w:rPr>
        <w:t xml:space="preserve"> كاقصہ 1،2،3;ابراہيم </w:t>
      </w:r>
      <w:r w:rsidR="00367F17" w:rsidRPr="00367F17">
        <w:rPr>
          <w:rStyle w:val="libAlaemChar"/>
          <w:rtl/>
        </w:rPr>
        <w:t xml:space="preserve"> عليه‌السلام </w:t>
      </w:r>
      <w:r>
        <w:rPr>
          <w:rtl/>
        </w:rPr>
        <w:t xml:space="preserve"> كوبشارت 2;ابراہيم </w:t>
      </w:r>
      <w:r w:rsidR="00367F17" w:rsidRPr="00367F17">
        <w:rPr>
          <w:rStyle w:val="libAlaemChar"/>
          <w:rtl/>
        </w:rPr>
        <w:t xml:space="preserve"> عليه‌السلام </w:t>
      </w:r>
      <w:r>
        <w:rPr>
          <w:rtl/>
        </w:rPr>
        <w:t xml:space="preserve"> كى صفات 6;ابراہيم </w:t>
      </w:r>
      <w:r w:rsidR="00367F17" w:rsidRPr="00367F17">
        <w:rPr>
          <w:rStyle w:val="libAlaemChar"/>
          <w:rtl/>
        </w:rPr>
        <w:t xml:space="preserve"> عليه‌السلام </w:t>
      </w:r>
      <w:r>
        <w:rPr>
          <w:rtl/>
        </w:rPr>
        <w:t xml:space="preserve"> كے علم كى حدود 3;ابراہيم </w:t>
      </w:r>
      <w:r w:rsidR="00367F17" w:rsidRPr="00367F17">
        <w:rPr>
          <w:rStyle w:val="libAlaemChar"/>
          <w:rtl/>
        </w:rPr>
        <w:t xml:space="preserve"> عليه‌السلام </w:t>
      </w:r>
      <w:r>
        <w:rPr>
          <w:rtl/>
        </w:rPr>
        <w:t xml:space="preserve"> كے مہمانو</w:t>
      </w:r>
      <w:r w:rsidR="00083993">
        <w:rPr>
          <w:rtl/>
        </w:rPr>
        <w:t xml:space="preserve">ں </w:t>
      </w:r>
      <w:r>
        <w:rPr>
          <w:rtl/>
        </w:rPr>
        <w:t>كى ذمہ دارى 1</w:t>
      </w:r>
    </w:p>
    <w:p w:rsidR="001F628F" w:rsidRDefault="001F628F" w:rsidP="003F7486">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كے علم كى حدود 4;اولواالعزم انبياء </w:t>
      </w:r>
      <w:r w:rsidR="00367F17" w:rsidRPr="00367F17">
        <w:rPr>
          <w:rStyle w:val="libAlaemChar"/>
          <w:rtl/>
        </w:rPr>
        <w:t xml:space="preserve"> عليه‌السلام </w:t>
      </w:r>
      <w:r>
        <w:rPr>
          <w:rtl/>
        </w:rPr>
        <w:t xml:space="preserve"> كے علم كى حدود 4</w:t>
      </w:r>
    </w:p>
    <w:p w:rsidR="001F628F" w:rsidRDefault="001F628F" w:rsidP="003F7486">
      <w:pPr>
        <w:pStyle w:val="libNormal"/>
        <w:rPr>
          <w:rtl/>
        </w:rPr>
      </w:pPr>
      <w:r>
        <w:rPr>
          <w:rFonts w:hint="eastAsia"/>
          <w:rtl/>
        </w:rPr>
        <w:t>خدا</w:t>
      </w:r>
      <w:r>
        <w:rPr>
          <w:rtl/>
        </w:rPr>
        <w:t xml:space="preserve"> كے رسول :5</w:t>
      </w:r>
      <w:r>
        <w:rPr>
          <w:rFonts w:hint="eastAsia"/>
          <w:rtl/>
        </w:rPr>
        <w:t>خدا</w:t>
      </w:r>
      <w:r>
        <w:rPr>
          <w:rtl/>
        </w:rPr>
        <w:t xml:space="preserve"> كے كارندے :5</w:t>
      </w:r>
    </w:p>
    <w:p w:rsidR="001F628F" w:rsidRDefault="001F628F" w:rsidP="003F7486">
      <w:pPr>
        <w:pStyle w:val="libNormal"/>
        <w:rPr>
          <w:rtl/>
        </w:rPr>
      </w:pPr>
      <w:r>
        <w:rPr>
          <w:rFonts w:hint="eastAsia"/>
          <w:rtl/>
        </w:rPr>
        <w:t>قوم</w:t>
      </w:r>
      <w:r>
        <w:rPr>
          <w:rtl/>
        </w:rPr>
        <w:t xml:space="preserve"> لوط:</w:t>
      </w:r>
      <w:r>
        <w:rPr>
          <w:rFonts w:hint="eastAsia"/>
          <w:rtl/>
        </w:rPr>
        <w:t>قوم</w:t>
      </w:r>
      <w:r>
        <w:rPr>
          <w:rtl/>
        </w:rPr>
        <w:t xml:space="preserve"> لوط كاعذاب 2</w:t>
      </w:r>
    </w:p>
    <w:p w:rsidR="001F628F" w:rsidRDefault="001F628F" w:rsidP="003F7486">
      <w:pPr>
        <w:pStyle w:val="libNormal"/>
        <w:rPr>
          <w:rtl/>
        </w:rPr>
      </w:pPr>
      <w:r>
        <w:rPr>
          <w:rFonts w:hint="eastAsia"/>
          <w:rtl/>
        </w:rPr>
        <w:t>ملائكہ</w:t>
      </w:r>
      <w:r>
        <w:rPr>
          <w:rtl/>
        </w:rPr>
        <w:t xml:space="preserve"> :</w:t>
      </w:r>
      <w:r>
        <w:rPr>
          <w:rFonts w:hint="eastAsia"/>
          <w:rtl/>
        </w:rPr>
        <w:t>بشارت</w:t>
      </w:r>
      <w:r>
        <w:rPr>
          <w:rtl/>
        </w:rPr>
        <w:t xml:space="preserve"> دينے والے ملائكہ 2;ملائكہ كا كردار 5 ; ملائكہ كى ذمہ دارى 2،3;عذاب كے ملائكہ 2</w:t>
      </w:r>
    </w:p>
    <w:p w:rsidR="001F628F" w:rsidRDefault="003F7486" w:rsidP="003F7486">
      <w:pPr>
        <w:pStyle w:val="Heading2Center"/>
        <w:rPr>
          <w:rtl/>
        </w:rPr>
      </w:pPr>
      <w:bookmarkStart w:id="104" w:name="_Toc28081782"/>
      <w:r>
        <w:rPr>
          <w:rFonts w:hint="cs"/>
          <w:rtl/>
        </w:rPr>
        <w:t>آیت 58</w:t>
      </w:r>
      <w:bookmarkEnd w:id="104"/>
    </w:p>
    <w:p w:rsidR="001F628F" w:rsidRDefault="00E260F9" w:rsidP="003F7486">
      <w:pPr>
        <w:pStyle w:val="libNormal"/>
        <w:rPr>
          <w:rtl/>
        </w:rPr>
      </w:pPr>
      <w:r w:rsidRPr="00E260F9">
        <w:rPr>
          <w:rStyle w:val="libAlaemChar"/>
          <w:rFonts w:hint="eastAsia"/>
          <w:rtl/>
        </w:rPr>
        <w:t>(</w:t>
      </w:r>
      <w:r w:rsidRPr="003F7486">
        <w:rPr>
          <w:rStyle w:val="libAieChar"/>
          <w:rFonts w:hint="eastAsia"/>
          <w:rtl/>
        </w:rPr>
        <w:t>قَالُواْ</w:t>
      </w:r>
      <w:r w:rsidRPr="003F7486">
        <w:rPr>
          <w:rStyle w:val="libAieChar"/>
          <w:rtl/>
        </w:rPr>
        <w:t xml:space="preserve"> إِنَّا أُرْسِلْنَا إِلَى قَوْمٍ مُّجْرِمِينَ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انھو</w:t>
      </w:r>
      <w:r w:rsidR="00083993">
        <w:rPr>
          <w:rFonts w:hint="eastAsia"/>
          <w:rtl/>
        </w:rPr>
        <w:t xml:space="preserve">ں </w:t>
      </w:r>
      <w:r>
        <w:rPr>
          <w:rtl/>
        </w:rPr>
        <w:t>نے كہا كہ ہم ايك مجرم قوم كى طرف بھيجے گئے ہي</w:t>
      </w:r>
      <w:r w:rsidR="00083993">
        <w:rPr>
          <w:rtl/>
        </w:rPr>
        <w:t xml:space="preserve">ں </w:t>
      </w:r>
      <w:r>
        <w:rPr>
          <w:rtl/>
        </w:rPr>
        <w:t>_</w:t>
      </w:r>
    </w:p>
    <w:p w:rsidR="001F628F" w:rsidRDefault="001F628F" w:rsidP="003F7486">
      <w:pPr>
        <w:pStyle w:val="libNormal"/>
        <w:rPr>
          <w:rtl/>
        </w:rPr>
      </w:pPr>
      <w:r>
        <w:rPr>
          <w:rtl/>
        </w:rPr>
        <w:t xml:space="preserve">1_حضرت ابراہيم </w:t>
      </w:r>
      <w:r w:rsidR="00367F17" w:rsidRPr="00367F17">
        <w:rPr>
          <w:rStyle w:val="libAlaemChar"/>
          <w:rtl/>
        </w:rPr>
        <w:t xml:space="preserve"> عليه‌السلام </w:t>
      </w:r>
      <w:r>
        <w:rPr>
          <w:rtl/>
        </w:rPr>
        <w:t xml:space="preserve"> كى جانب سے الہى نمائندو</w:t>
      </w:r>
      <w:r w:rsidR="00083993">
        <w:rPr>
          <w:rtl/>
        </w:rPr>
        <w:t xml:space="preserve">ں </w:t>
      </w:r>
      <w:r>
        <w:rPr>
          <w:rtl/>
        </w:rPr>
        <w:t>(فرشتو</w:t>
      </w:r>
      <w:r w:rsidR="00083993">
        <w:rPr>
          <w:rtl/>
        </w:rPr>
        <w:t xml:space="preserve">ں </w:t>
      </w:r>
      <w:r>
        <w:rPr>
          <w:rtl/>
        </w:rPr>
        <w:t>)كے اصلى كام كے بارے مي</w:t>
      </w:r>
      <w:r w:rsidR="00083993">
        <w:rPr>
          <w:rtl/>
        </w:rPr>
        <w:t xml:space="preserve">ں </w:t>
      </w:r>
      <w:r>
        <w:rPr>
          <w:rtl/>
        </w:rPr>
        <w:t>پوچھنے پر ،اُنہو</w:t>
      </w:r>
      <w:r w:rsidR="00083993">
        <w:rPr>
          <w:rtl/>
        </w:rPr>
        <w:t xml:space="preserve">ں </w:t>
      </w:r>
      <w:r>
        <w:rPr>
          <w:rtl/>
        </w:rPr>
        <w:t>نے مجرم قوم (قوم لوط) كى ہلاكت كواپنا اصلى كام بتايا_</w:t>
      </w:r>
      <w:r w:rsidRPr="003F7486">
        <w:rPr>
          <w:rStyle w:val="libArabicChar"/>
          <w:rFonts w:hint="eastAsia"/>
          <w:rtl/>
        </w:rPr>
        <w:t>قال</w:t>
      </w:r>
      <w:r w:rsidRPr="003F7486">
        <w:rPr>
          <w:rStyle w:val="libArabicChar"/>
          <w:rtl/>
        </w:rPr>
        <w:t xml:space="preserve"> فما خطبكم ا يّ</w:t>
      </w:r>
      <w:r w:rsidR="00F21947" w:rsidRPr="00B2551F">
        <w:rPr>
          <w:rStyle w:val="libArabicChar"/>
          <w:rFonts w:hint="cs"/>
          <w:rtl/>
        </w:rPr>
        <w:t>ه</w:t>
      </w:r>
      <w:r w:rsidRPr="003F7486">
        <w:rPr>
          <w:rStyle w:val="libArabicChar"/>
          <w:rFonts w:hint="cs"/>
          <w:rtl/>
        </w:rPr>
        <w:t>ا</w:t>
      </w:r>
      <w:r w:rsidRPr="003F7486">
        <w:rPr>
          <w:rStyle w:val="libArabicChar"/>
          <w:rtl/>
        </w:rPr>
        <w:t xml:space="preserve"> </w:t>
      </w:r>
      <w:r w:rsidRPr="003F7486">
        <w:rPr>
          <w:rStyle w:val="libArabicChar"/>
          <w:rFonts w:hint="cs"/>
          <w:rtl/>
        </w:rPr>
        <w:t>المرسلون</w:t>
      </w:r>
      <w:r w:rsidRPr="003F7486">
        <w:rPr>
          <w:rStyle w:val="libArabicChar"/>
          <w:rtl/>
        </w:rPr>
        <w:t>_</w:t>
      </w:r>
      <w:r w:rsidRPr="003F7486">
        <w:rPr>
          <w:rStyle w:val="libArabicChar"/>
          <w:rFonts w:hint="cs"/>
          <w:rtl/>
        </w:rPr>
        <w:t>قالواانااُرسلنا</w:t>
      </w:r>
      <w:r w:rsidRPr="003F7486">
        <w:rPr>
          <w:rStyle w:val="libArabicChar"/>
          <w:rtl/>
        </w:rPr>
        <w:t xml:space="preserve"> </w:t>
      </w:r>
      <w:r w:rsidRPr="003F7486">
        <w:rPr>
          <w:rStyle w:val="libArabicChar"/>
          <w:rFonts w:hint="cs"/>
          <w:rtl/>
        </w:rPr>
        <w:t>الى</w:t>
      </w:r>
      <w:r w:rsidRPr="003F7486">
        <w:rPr>
          <w:rStyle w:val="libArabicChar"/>
          <w:rtl/>
        </w:rPr>
        <w:t xml:space="preserve"> </w:t>
      </w:r>
      <w:r w:rsidRPr="003F7486">
        <w:rPr>
          <w:rStyle w:val="libArabicChar"/>
          <w:rFonts w:hint="cs"/>
          <w:rtl/>
        </w:rPr>
        <w:t>قوم</w:t>
      </w:r>
      <w:r w:rsidRPr="003F7486">
        <w:rPr>
          <w:rStyle w:val="libArabicChar"/>
          <w:rtl/>
        </w:rPr>
        <w:t xml:space="preserve"> </w:t>
      </w:r>
      <w:r w:rsidRPr="003F7486">
        <w:rPr>
          <w:rStyle w:val="libArabicChar"/>
          <w:rFonts w:hint="cs"/>
          <w:rtl/>
        </w:rPr>
        <w:t>مّجرمين</w:t>
      </w:r>
    </w:p>
    <w:p w:rsidR="001F628F" w:rsidRDefault="001F628F" w:rsidP="001F628F">
      <w:pPr>
        <w:pStyle w:val="libNormal"/>
        <w:rPr>
          <w:rtl/>
        </w:rPr>
      </w:pPr>
      <w:r>
        <w:rPr>
          <w:rtl/>
        </w:rPr>
        <w:t>2_خداوند متعال كے فرامين كوجارى كرنافرشتو</w:t>
      </w:r>
      <w:r w:rsidR="00083993">
        <w:rPr>
          <w:rtl/>
        </w:rPr>
        <w:t xml:space="preserve">ں </w:t>
      </w:r>
      <w:r>
        <w:rPr>
          <w:rtl/>
        </w:rPr>
        <w:t>كى بنيادى ذمہ دارى اور فرائض مي</w:t>
      </w:r>
      <w:r w:rsidR="00083993">
        <w:rPr>
          <w:rtl/>
        </w:rPr>
        <w:t xml:space="preserve">ں </w:t>
      </w:r>
      <w:r>
        <w:rPr>
          <w:rtl/>
        </w:rPr>
        <w:t>سے ہے_</w:t>
      </w:r>
    </w:p>
    <w:p w:rsidR="001F628F" w:rsidRDefault="001F628F" w:rsidP="003F7486">
      <w:pPr>
        <w:pStyle w:val="libArabic"/>
        <w:rPr>
          <w:rtl/>
        </w:rPr>
      </w:pPr>
      <w:r>
        <w:rPr>
          <w:rFonts w:hint="eastAsia"/>
          <w:rtl/>
        </w:rPr>
        <w:t>قالواانااُرسلنا</w:t>
      </w:r>
      <w:r>
        <w:rPr>
          <w:rtl/>
        </w:rPr>
        <w:t xml:space="preserve"> الى قوم مّجرمين</w:t>
      </w:r>
    </w:p>
    <w:p w:rsidR="001F628F" w:rsidRDefault="001F628F" w:rsidP="003F7486">
      <w:pPr>
        <w:pStyle w:val="libNormal"/>
        <w:rPr>
          <w:rtl/>
        </w:rPr>
      </w:pPr>
      <w:r>
        <w:rPr>
          <w:rtl/>
        </w:rPr>
        <w:t>3_ قوم لوط ،مجرم اور جرائم پيشہ لوگو</w:t>
      </w:r>
      <w:r w:rsidR="00083993">
        <w:rPr>
          <w:rtl/>
        </w:rPr>
        <w:t xml:space="preserve">ں </w:t>
      </w:r>
      <w:r>
        <w:rPr>
          <w:rtl/>
        </w:rPr>
        <w:t>پر مشتمل تھي_</w:t>
      </w:r>
      <w:r w:rsidRPr="003F7486">
        <w:rPr>
          <w:rStyle w:val="libArabicChar"/>
          <w:rFonts w:hint="eastAsia"/>
          <w:rtl/>
        </w:rPr>
        <w:t>قالواانااُرسلنا</w:t>
      </w:r>
      <w:r w:rsidRPr="003F7486">
        <w:rPr>
          <w:rStyle w:val="libArabicChar"/>
          <w:rtl/>
        </w:rPr>
        <w:t xml:space="preserve"> الى قوم مّجرمين_ الّا</w:t>
      </w:r>
      <w:r w:rsidR="009143B8" w:rsidRPr="009143B8">
        <w:rPr>
          <w:rStyle w:val="libArabicChar"/>
          <w:rtl/>
        </w:rPr>
        <w:t xml:space="preserve"> آل </w:t>
      </w:r>
      <w:r w:rsidRPr="003F7486">
        <w:rPr>
          <w:rStyle w:val="libArabicChar"/>
          <w:rtl/>
        </w:rPr>
        <w:t>لوط</w:t>
      </w:r>
    </w:p>
    <w:p w:rsidR="001F628F" w:rsidRDefault="001F628F" w:rsidP="001F628F">
      <w:pPr>
        <w:pStyle w:val="libNormal"/>
        <w:rPr>
          <w:rtl/>
        </w:rPr>
      </w:pPr>
      <w:r>
        <w:rPr>
          <w:rFonts w:hint="eastAsia"/>
          <w:rtl/>
        </w:rPr>
        <w:t>بعد</w:t>
      </w:r>
      <w:r>
        <w:rPr>
          <w:rtl/>
        </w:rPr>
        <w:t xml:space="preserve"> والى ايات كے قرينے سے''قوم مجرمين'' سے قوم لوط مراد ہے_</w:t>
      </w:r>
    </w:p>
    <w:p w:rsidR="001F628F" w:rsidRDefault="001F628F" w:rsidP="001F628F">
      <w:pPr>
        <w:pStyle w:val="libNormal"/>
        <w:rPr>
          <w:rtl/>
        </w:rPr>
      </w:pPr>
      <w:r>
        <w:rPr>
          <w:rtl/>
        </w:rPr>
        <w:t>4_جرم اور جرائم سے انسانى معاشرو</w:t>
      </w:r>
      <w:r w:rsidR="00083993">
        <w:rPr>
          <w:rtl/>
        </w:rPr>
        <w:t xml:space="preserve">ں </w:t>
      </w:r>
      <w:r>
        <w:rPr>
          <w:rtl/>
        </w:rPr>
        <w:t>كى نابودى اور ہلاكت كے اسباب فراہم ہوتے ہي</w:t>
      </w:r>
      <w:r w:rsidR="00083993">
        <w:rPr>
          <w:rtl/>
        </w:rPr>
        <w:t xml:space="preserve">ں </w:t>
      </w:r>
      <w:r>
        <w:rPr>
          <w:rtl/>
        </w:rPr>
        <w:t>_</w:t>
      </w:r>
    </w:p>
    <w:p w:rsidR="001F628F" w:rsidRDefault="001F628F" w:rsidP="003F7486">
      <w:pPr>
        <w:pStyle w:val="libArabic"/>
        <w:rPr>
          <w:rtl/>
        </w:rPr>
      </w:pPr>
      <w:r>
        <w:rPr>
          <w:rFonts w:hint="eastAsia"/>
          <w:rtl/>
        </w:rPr>
        <w:t>قالواانااُرسلنا</w:t>
      </w:r>
      <w:r>
        <w:rPr>
          <w:rtl/>
        </w:rPr>
        <w:t xml:space="preserve"> الى قوم مّجرمين</w:t>
      </w:r>
    </w:p>
    <w:p w:rsidR="001F628F" w:rsidRDefault="001F628F" w:rsidP="001F628F">
      <w:pPr>
        <w:pStyle w:val="libNormal"/>
        <w:rPr>
          <w:rtl/>
        </w:rPr>
      </w:pPr>
      <w:r>
        <w:rPr>
          <w:rtl/>
        </w:rPr>
        <w:t xml:space="preserve">5_حضرت ابراہيم </w:t>
      </w:r>
      <w:r w:rsidR="00367F17" w:rsidRPr="00367F17">
        <w:rPr>
          <w:rStyle w:val="libAlaemChar"/>
          <w:rtl/>
        </w:rPr>
        <w:t xml:space="preserve"> عليه‌السلام </w:t>
      </w:r>
      <w:r>
        <w:rPr>
          <w:rtl/>
        </w:rPr>
        <w:t xml:space="preserve"> ،فرشتو</w:t>
      </w:r>
      <w:r w:rsidR="00083993">
        <w:rPr>
          <w:rtl/>
        </w:rPr>
        <w:t xml:space="preserve">ں </w:t>
      </w:r>
      <w:r>
        <w:rPr>
          <w:rtl/>
        </w:rPr>
        <w:t>كے ذريعے پہلے سے ہى قوم لوط كے عذاب كے بارے مي</w:t>
      </w:r>
      <w:r w:rsidR="00083993">
        <w:rPr>
          <w:rtl/>
        </w:rPr>
        <w:t xml:space="preserve">ں </w:t>
      </w:r>
      <w:r>
        <w:rPr>
          <w:rtl/>
        </w:rPr>
        <w:t>اگاہ ہو گئے تھے_</w:t>
      </w:r>
    </w:p>
    <w:p w:rsidR="003F7486" w:rsidRDefault="001E7F9D" w:rsidP="00F73EDE">
      <w:pPr>
        <w:pStyle w:val="libPoemTini"/>
        <w:rPr>
          <w:rtl/>
        </w:rPr>
      </w:pPr>
      <w:r>
        <w:rPr>
          <w:rtl/>
        </w:rPr>
        <w:cr/>
      </w:r>
      <w:r>
        <w:rPr>
          <w:rtl/>
        </w:rPr>
        <w:br w:type="page"/>
      </w:r>
    </w:p>
    <w:p w:rsidR="001F628F" w:rsidRDefault="001F628F" w:rsidP="003F7486">
      <w:pPr>
        <w:pStyle w:val="libArabic"/>
        <w:rPr>
          <w:rtl/>
        </w:rPr>
      </w:pPr>
      <w:r>
        <w:rPr>
          <w:rFonts w:hint="eastAsia"/>
          <w:rtl/>
        </w:rPr>
        <w:lastRenderedPageBreak/>
        <w:t>قال</w:t>
      </w:r>
      <w:r>
        <w:rPr>
          <w:rtl/>
        </w:rPr>
        <w:t xml:space="preserve"> فما خطبكم ...قالواانااُرسلنا الى قوم مّجرمين</w:t>
      </w:r>
    </w:p>
    <w:p w:rsidR="001F628F" w:rsidRDefault="001F628F" w:rsidP="003F7486">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اور قوم لوط كا عذاب 5;ابراہيم </w:t>
      </w:r>
      <w:r w:rsidR="00367F17" w:rsidRPr="00367F17">
        <w:rPr>
          <w:rStyle w:val="libAlaemChar"/>
          <w:rtl/>
        </w:rPr>
        <w:t xml:space="preserve"> عليه‌السلام </w:t>
      </w:r>
      <w:r>
        <w:rPr>
          <w:rtl/>
        </w:rPr>
        <w:t xml:space="preserve"> اور ملائكہ 1; ابراہيم </w:t>
      </w:r>
      <w:r w:rsidR="00367F17" w:rsidRPr="00367F17">
        <w:rPr>
          <w:rStyle w:val="libAlaemChar"/>
          <w:rtl/>
        </w:rPr>
        <w:t xml:space="preserve"> عليه‌السلام </w:t>
      </w:r>
      <w:r>
        <w:rPr>
          <w:rtl/>
        </w:rPr>
        <w:t xml:space="preserve"> كا سوال 1;ابراہيم </w:t>
      </w:r>
      <w:r w:rsidR="00367F17" w:rsidRPr="00367F17">
        <w:rPr>
          <w:rStyle w:val="libAlaemChar"/>
          <w:rtl/>
        </w:rPr>
        <w:t xml:space="preserve"> عليه‌السلام </w:t>
      </w:r>
      <w:r>
        <w:rPr>
          <w:rtl/>
        </w:rPr>
        <w:t xml:space="preserve"> كاعلم 5;ابراہيم </w:t>
      </w:r>
      <w:r w:rsidR="00367F17" w:rsidRPr="00367F17">
        <w:rPr>
          <w:rStyle w:val="libAlaemChar"/>
          <w:rtl/>
        </w:rPr>
        <w:t xml:space="preserve"> عليه‌السلام </w:t>
      </w:r>
      <w:r>
        <w:rPr>
          <w:rtl/>
        </w:rPr>
        <w:t xml:space="preserve"> كا قصہ 1</w:t>
      </w:r>
    </w:p>
    <w:p w:rsidR="001F628F" w:rsidRDefault="001F628F" w:rsidP="001F628F">
      <w:pPr>
        <w:pStyle w:val="libNormal"/>
        <w:rPr>
          <w:rtl/>
        </w:rPr>
      </w:pPr>
      <w:r>
        <w:rPr>
          <w:rFonts w:hint="eastAsia"/>
          <w:rtl/>
        </w:rPr>
        <w:t>الہى</w:t>
      </w:r>
      <w:r>
        <w:rPr>
          <w:rtl/>
        </w:rPr>
        <w:t xml:space="preserve"> كارندے:2</w:t>
      </w:r>
    </w:p>
    <w:p w:rsidR="001F628F" w:rsidRDefault="001F628F" w:rsidP="001F628F">
      <w:pPr>
        <w:pStyle w:val="libNormal"/>
        <w:rPr>
          <w:rtl/>
        </w:rPr>
      </w:pPr>
      <w:r>
        <w:rPr>
          <w:rFonts w:hint="eastAsia"/>
          <w:rtl/>
        </w:rPr>
        <w:t>خدا</w:t>
      </w:r>
      <w:r>
        <w:rPr>
          <w:rtl/>
        </w:rPr>
        <w:t xml:space="preserve"> كے رسول:2</w:t>
      </w:r>
    </w:p>
    <w:p w:rsidR="001F628F" w:rsidRDefault="001F628F" w:rsidP="00470875">
      <w:pPr>
        <w:pStyle w:val="libNormal"/>
        <w:rPr>
          <w:rtl/>
        </w:rPr>
      </w:pPr>
      <w:r>
        <w:rPr>
          <w:rFonts w:hint="eastAsia"/>
          <w:rtl/>
        </w:rPr>
        <w:t>خرابى</w:t>
      </w:r>
      <w:r>
        <w:rPr>
          <w:rtl/>
        </w:rPr>
        <w:t xml:space="preserve"> :</w:t>
      </w:r>
      <w:r>
        <w:rPr>
          <w:rFonts w:hint="eastAsia"/>
          <w:rtl/>
        </w:rPr>
        <w:t>اجتماعى</w:t>
      </w:r>
      <w:r>
        <w:rPr>
          <w:rtl/>
        </w:rPr>
        <w:t xml:space="preserve"> خرابى كے اثرات 4</w:t>
      </w:r>
    </w:p>
    <w:p w:rsidR="001F628F" w:rsidRDefault="001F628F" w:rsidP="00470875">
      <w:pPr>
        <w:pStyle w:val="libNormal"/>
        <w:rPr>
          <w:rtl/>
        </w:rPr>
      </w:pPr>
      <w:r>
        <w:rPr>
          <w:rFonts w:hint="eastAsia"/>
          <w:rtl/>
        </w:rPr>
        <w:t>قوم</w:t>
      </w:r>
      <w:r>
        <w:rPr>
          <w:rtl/>
        </w:rPr>
        <w:t xml:space="preserve"> لوط:</w:t>
      </w:r>
      <w:r>
        <w:rPr>
          <w:rFonts w:hint="eastAsia"/>
          <w:rtl/>
        </w:rPr>
        <w:t>قوم</w:t>
      </w:r>
      <w:r>
        <w:rPr>
          <w:rtl/>
        </w:rPr>
        <w:t xml:space="preserve"> لوط كا عذاب 1;قوم لوط كا فساد پھيلانا3;قوم لوط كا گناہ 3</w:t>
      </w:r>
    </w:p>
    <w:p w:rsidR="001F628F" w:rsidRDefault="001F628F" w:rsidP="00470875">
      <w:pPr>
        <w:pStyle w:val="libNormal"/>
        <w:rPr>
          <w:rtl/>
        </w:rPr>
      </w:pPr>
      <w:r>
        <w:rPr>
          <w:rFonts w:hint="eastAsia"/>
          <w:rtl/>
        </w:rPr>
        <w:t>گناہ</w:t>
      </w:r>
      <w:r>
        <w:rPr>
          <w:rtl/>
        </w:rPr>
        <w:t xml:space="preserve"> :</w:t>
      </w:r>
      <w:r>
        <w:rPr>
          <w:rFonts w:hint="eastAsia"/>
          <w:rtl/>
        </w:rPr>
        <w:t>گناہ</w:t>
      </w:r>
      <w:r>
        <w:rPr>
          <w:rtl/>
        </w:rPr>
        <w:t xml:space="preserve"> كے معاشرتى اثرات 4</w:t>
      </w:r>
    </w:p>
    <w:p w:rsidR="001F628F" w:rsidRDefault="001F628F" w:rsidP="001F628F">
      <w:pPr>
        <w:pStyle w:val="libNormal"/>
        <w:rPr>
          <w:rtl/>
        </w:rPr>
      </w:pPr>
      <w:r>
        <w:rPr>
          <w:rFonts w:hint="eastAsia"/>
          <w:rtl/>
        </w:rPr>
        <w:t>گناہگار</w:t>
      </w:r>
      <w:r>
        <w:rPr>
          <w:rtl/>
        </w:rPr>
        <w:t xml:space="preserve"> لوگ:3</w:t>
      </w:r>
    </w:p>
    <w:p w:rsidR="001F628F" w:rsidRDefault="001F628F" w:rsidP="00470875">
      <w:pPr>
        <w:pStyle w:val="libNormal"/>
        <w:rPr>
          <w:rtl/>
        </w:rPr>
      </w:pPr>
      <w:r>
        <w:rPr>
          <w:rFonts w:hint="eastAsia"/>
          <w:rtl/>
        </w:rPr>
        <w:t>معاشرہ</w:t>
      </w:r>
      <w:r>
        <w:rPr>
          <w:rtl/>
        </w:rPr>
        <w:t xml:space="preserve"> :</w:t>
      </w:r>
      <w:r>
        <w:rPr>
          <w:rFonts w:hint="eastAsia"/>
          <w:rtl/>
        </w:rPr>
        <w:t>معاشرتى</w:t>
      </w:r>
      <w:r>
        <w:rPr>
          <w:rtl/>
        </w:rPr>
        <w:t xml:space="preserve"> افات كى شناخت 4;معاشرو</w:t>
      </w:r>
      <w:r w:rsidR="00083993">
        <w:rPr>
          <w:rtl/>
        </w:rPr>
        <w:t xml:space="preserve">ں </w:t>
      </w:r>
      <w:r>
        <w:rPr>
          <w:rtl/>
        </w:rPr>
        <w:t>كى ہلاكت كا پيش خيمہ 4</w:t>
      </w:r>
    </w:p>
    <w:p w:rsidR="001F628F" w:rsidRDefault="001F628F" w:rsidP="00470875">
      <w:pPr>
        <w:pStyle w:val="libNormal"/>
        <w:rPr>
          <w:rtl/>
        </w:rPr>
      </w:pPr>
      <w:r>
        <w:rPr>
          <w:rFonts w:hint="eastAsia"/>
          <w:rtl/>
        </w:rPr>
        <w:t>ملائكہ</w:t>
      </w:r>
      <w:r>
        <w:rPr>
          <w:rtl/>
        </w:rPr>
        <w:t xml:space="preserve"> :</w:t>
      </w:r>
      <w:r>
        <w:rPr>
          <w:rFonts w:hint="eastAsia"/>
          <w:rtl/>
        </w:rPr>
        <w:t>ملائكہ</w:t>
      </w:r>
      <w:r>
        <w:rPr>
          <w:rtl/>
        </w:rPr>
        <w:t xml:space="preserve"> كا عذاب 1;ملائكہ كى ذمہ دارى 2;ملائكہ كى ذمہ دارى كے بارے مي</w:t>
      </w:r>
      <w:r w:rsidR="00083993">
        <w:rPr>
          <w:rtl/>
        </w:rPr>
        <w:t xml:space="preserve">ں </w:t>
      </w:r>
      <w:r>
        <w:rPr>
          <w:rtl/>
        </w:rPr>
        <w:t>سوال 1</w:t>
      </w:r>
    </w:p>
    <w:p w:rsidR="001F628F" w:rsidRDefault="00470875" w:rsidP="00470875">
      <w:pPr>
        <w:pStyle w:val="Heading2Center"/>
        <w:rPr>
          <w:rtl/>
        </w:rPr>
      </w:pPr>
      <w:bookmarkStart w:id="105" w:name="_Toc28081783"/>
      <w:r>
        <w:rPr>
          <w:rFonts w:hint="cs"/>
          <w:rtl/>
        </w:rPr>
        <w:t>آیت 59</w:t>
      </w:r>
      <w:bookmarkEnd w:id="105"/>
    </w:p>
    <w:p w:rsidR="001F628F" w:rsidRDefault="00E260F9" w:rsidP="00470875">
      <w:pPr>
        <w:pStyle w:val="libNormal"/>
        <w:rPr>
          <w:rtl/>
        </w:rPr>
      </w:pPr>
      <w:r w:rsidRPr="00E260F9">
        <w:rPr>
          <w:rStyle w:val="libAlaemChar"/>
          <w:rFonts w:hint="eastAsia"/>
          <w:rtl/>
        </w:rPr>
        <w:t>(</w:t>
      </w:r>
      <w:r w:rsidRPr="00470875">
        <w:rPr>
          <w:rStyle w:val="libAieChar"/>
          <w:rFonts w:hint="eastAsia"/>
          <w:rtl/>
        </w:rPr>
        <w:t>إِلاَّ</w:t>
      </w:r>
      <w:r w:rsidRPr="00470875">
        <w:rPr>
          <w:rStyle w:val="libAieChar"/>
          <w:rtl/>
        </w:rPr>
        <w:t xml:space="preserve"> آلَ لُوطٍ إِنَّا لَمُنَجُّوهُمْ أَجْمَعِينَ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علاوہ</w:t>
      </w:r>
      <w:r>
        <w:rPr>
          <w:rtl/>
        </w:rPr>
        <w:t xml:space="preserve"> لوط كے گھر والو</w:t>
      </w:r>
      <w:r w:rsidR="00083993">
        <w:rPr>
          <w:rtl/>
        </w:rPr>
        <w:t xml:space="preserve">ں </w:t>
      </w:r>
      <w:r>
        <w:rPr>
          <w:rtl/>
        </w:rPr>
        <w:t>كے كہ ان مي</w:t>
      </w:r>
      <w:r w:rsidR="00083993">
        <w:rPr>
          <w:rtl/>
        </w:rPr>
        <w:t xml:space="preserve">ں </w:t>
      </w:r>
      <w:r>
        <w:rPr>
          <w:rtl/>
        </w:rPr>
        <w:t>كے ہر ايك كو نجات دينے والے ہي</w:t>
      </w:r>
      <w:r w:rsidR="00083993">
        <w:rPr>
          <w:rtl/>
        </w:rPr>
        <w:t xml:space="preserve">ں </w:t>
      </w:r>
      <w:r>
        <w:rPr>
          <w:rtl/>
        </w:rPr>
        <w:t>_</w:t>
      </w:r>
    </w:p>
    <w:p w:rsidR="001F628F" w:rsidRDefault="001F628F" w:rsidP="00470875">
      <w:pPr>
        <w:pStyle w:val="libNormal"/>
        <w:rPr>
          <w:rtl/>
        </w:rPr>
      </w:pPr>
      <w:r>
        <w:rPr>
          <w:rtl/>
        </w:rPr>
        <w:t xml:space="preserve">1_حضرت لوط </w:t>
      </w:r>
      <w:r w:rsidR="00367F17" w:rsidRPr="00367F17">
        <w:rPr>
          <w:rStyle w:val="libAlaemChar"/>
          <w:rtl/>
        </w:rPr>
        <w:t xml:space="preserve"> عليه‌السلام </w:t>
      </w:r>
      <w:r>
        <w:rPr>
          <w:rtl/>
        </w:rPr>
        <w:t xml:space="preserve"> كا خاندان ہر قسم كے جرم اور گناہ سے پاك ومنزہ تھا_</w:t>
      </w:r>
      <w:r w:rsidRPr="00470875">
        <w:rPr>
          <w:rStyle w:val="libArabicChar"/>
          <w:rFonts w:hint="eastAsia"/>
          <w:rtl/>
        </w:rPr>
        <w:t>انااُرسلنا</w:t>
      </w:r>
      <w:r w:rsidRPr="00470875">
        <w:rPr>
          <w:rStyle w:val="libArabicChar"/>
          <w:rtl/>
        </w:rPr>
        <w:t xml:space="preserve"> الى قوم مّجرمين_الّا</w:t>
      </w:r>
      <w:r w:rsidR="009143B8" w:rsidRPr="009143B8">
        <w:rPr>
          <w:rStyle w:val="libArabicChar"/>
          <w:rtl/>
        </w:rPr>
        <w:t xml:space="preserve"> آل </w:t>
      </w:r>
      <w:r w:rsidRPr="00470875">
        <w:rPr>
          <w:rStyle w:val="libArabicChar"/>
          <w:rtl/>
        </w:rPr>
        <w:t>لوط</w:t>
      </w:r>
    </w:p>
    <w:p w:rsidR="001F628F" w:rsidRDefault="001F628F" w:rsidP="001F628F">
      <w:pPr>
        <w:pStyle w:val="libNormal"/>
        <w:rPr>
          <w:rtl/>
        </w:rPr>
      </w:pPr>
      <w:r>
        <w:rPr>
          <w:rtl/>
        </w:rPr>
        <w:t>2_الہى نمائندو</w:t>
      </w:r>
      <w:r w:rsidR="00083993">
        <w:rPr>
          <w:rtl/>
        </w:rPr>
        <w:t xml:space="preserve">ں </w:t>
      </w:r>
      <w:r>
        <w:rPr>
          <w:rtl/>
        </w:rPr>
        <w:t xml:space="preserve">نے حضرت لوط </w:t>
      </w:r>
      <w:r w:rsidR="00367F17" w:rsidRPr="00367F17">
        <w:rPr>
          <w:rStyle w:val="libAlaemChar"/>
          <w:rtl/>
        </w:rPr>
        <w:t xml:space="preserve"> عليه‌السلام </w:t>
      </w:r>
      <w:r>
        <w:rPr>
          <w:rtl/>
        </w:rPr>
        <w:t xml:space="preserve"> كے خاندان كو اُن كى قوم كے اوپر نازل ہونے والے عذاب سےنجات دالائي _</w:t>
      </w:r>
    </w:p>
    <w:p w:rsidR="001F628F" w:rsidRDefault="001F628F" w:rsidP="00470875">
      <w:pPr>
        <w:pStyle w:val="libArabic"/>
        <w:rPr>
          <w:rtl/>
        </w:rPr>
      </w:pPr>
      <w:r>
        <w:rPr>
          <w:rFonts w:hint="eastAsia"/>
          <w:rtl/>
        </w:rPr>
        <w:t>انااُرسلنا</w:t>
      </w:r>
      <w:r>
        <w:rPr>
          <w:rtl/>
        </w:rPr>
        <w:t xml:space="preserve"> الى قوم مّجرمين_الّا</w:t>
      </w:r>
      <w:r w:rsidR="009143B8" w:rsidRPr="009143B8">
        <w:rPr>
          <w:rtl/>
        </w:rPr>
        <w:t xml:space="preserve"> آل </w:t>
      </w:r>
      <w:r>
        <w:rPr>
          <w:rtl/>
        </w:rPr>
        <w:t>لوط انا لمنجّو</w:t>
      </w:r>
      <w:r w:rsidR="00F21947" w:rsidRPr="00B2551F">
        <w:rPr>
          <w:rFonts w:hint="cs"/>
          <w:rtl/>
        </w:rPr>
        <w:t>ه</w:t>
      </w:r>
      <w:r>
        <w:rPr>
          <w:rFonts w:hint="cs"/>
          <w:rtl/>
        </w:rPr>
        <w:t>م</w:t>
      </w:r>
    </w:p>
    <w:p w:rsidR="00470875" w:rsidRDefault="001E7F9D" w:rsidP="00F73EDE">
      <w:pPr>
        <w:pStyle w:val="libPoemTini"/>
        <w:rPr>
          <w:rtl/>
        </w:rPr>
      </w:pPr>
      <w:r>
        <w:rPr>
          <w:rtl/>
        </w:rPr>
        <w:br w:type="page"/>
      </w:r>
    </w:p>
    <w:p w:rsidR="001F628F" w:rsidRDefault="001F628F" w:rsidP="00470875">
      <w:pPr>
        <w:pStyle w:val="libNormal"/>
        <w:rPr>
          <w:rtl/>
        </w:rPr>
      </w:pPr>
      <w:r>
        <w:rPr>
          <w:rtl/>
        </w:rPr>
        <w:lastRenderedPageBreak/>
        <w:t xml:space="preserve">3_حضرت لوط </w:t>
      </w:r>
      <w:r w:rsidR="00367F17" w:rsidRPr="00367F17">
        <w:rPr>
          <w:rStyle w:val="libAlaemChar"/>
          <w:rtl/>
        </w:rPr>
        <w:t xml:space="preserve"> عليه‌السلام </w:t>
      </w:r>
      <w:r>
        <w:rPr>
          <w:rtl/>
        </w:rPr>
        <w:t xml:space="preserve"> كے خاندان كى پاكيزگى اور ہر قسم كے جرم و گناہ سے دورى ،عذاب الہى سے اُن سب كى نجات كا سبب تھا_</w:t>
      </w:r>
      <w:r w:rsidRPr="00470875">
        <w:rPr>
          <w:rStyle w:val="libArabicChar"/>
          <w:rFonts w:hint="eastAsia"/>
          <w:rtl/>
        </w:rPr>
        <w:t>انااُرسلنا</w:t>
      </w:r>
      <w:r w:rsidRPr="00470875">
        <w:rPr>
          <w:rStyle w:val="libArabicChar"/>
          <w:rtl/>
        </w:rPr>
        <w:t xml:space="preserve"> الى قوم مّجرمين_الّا</w:t>
      </w:r>
      <w:r w:rsidR="009143B8" w:rsidRPr="009143B8">
        <w:rPr>
          <w:rStyle w:val="libArabicChar"/>
          <w:rtl/>
        </w:rPr>
        <w:t xml:space="preserve"> آل </w:t>
      </w:r>
      <w:r w:rsidRPr="00470875">
        <w:rPr>
          <w:rStyle w:val="libArabicChar"/>
          <w:rtl/>
        </w:rPr>
        <w:t>لوط انا لمنجّو</w:t>
      </w:r>
      <w:r w:rsidR="00F21947" w:rsidRPr="00B2551F">
        <w:rPr>
          <w:rStyle w:val="libArabicChar"/>
          <w:rFonts w:hint="cs"/>
          <w:rtl/>
        </w:rPr>
        <w:t>ه</w:t>
      </w:r>
      <w:r w:rsidRPr="00470875">
        <w:rPr>
          <w:rStyle w:val="libArabicChar"/>
          <w:rFonts w:hint="cs"/>
          <w:rtl/>
        </w:rPr>
        <w:t>م</w:t>
      </w:r>
      <w:r w:rsidRPr="00470875">
        <w:rPr>
          <w:rStyle w:val="libArabicChar"/>
          <w:rtl/>
        </w:rPr>
        <w:t xml:space="preserve"> </w:t>
      </w:r>
      <w:r w:rsidRPr="00470875">
        <w:rPr>
          <w:rStyle w:val="libArabicChar"/>
          <w:rFonts w:hint="cs"/>
          <w:rtl/>
        </w:rPr>
        <w:t>ا</w:t>
      </w:r>
      <w:r w:rsidRPr="00470875">
        <w:rPr>
          <w:rStyle w:val="libArabicChar"/>
          <w:rtl/>
        </w:rPr>
        <w:t xml:space="preserve"> </w:t>
      </w:r>
      <w:r w:rsidRPr="00470875">
        <w:rPr>
          <w:rStyle w:val="libArabicChar"/>
          <w:rFonts w:hint="cs"/>
          <w:rtl/>
        </w:rPr>
        <w:t>جمعين</w:t>
      </w:r>
    </w:p>
    <w:p w:rsidR="001F628F" w:rsidRDefault="001F628F" w:rsidP="001F628F">
      <w:pPr>
        <w:pStyle w:val="libNormal"/>
        <w:rPr>
          <w:rtl/>
        </w:rPr>
      </w:pPr>
      <w:r>
        <w:rPr>
          <w:rtl/>
        </w:rPr>
        <w:t>4_قوم لوط كا جرم اور گناہ اُن كے عذاب اور ہلاكت كا سبب بنا_</w:t>
      </w:r>
    </w:p>
    <w:p w:rsidR="001F628F" w:rsidRDefault="001F628F" w:rsidP="00470875">
      <w:pPr>
        <w:pStyle w:val="libArabic"/>
        <w:rPr>
          <w:rtl/>
        </w:rPr>
      </w:pPr>
      <w:r>
        <w:rPr>
          <w:rFonts w:hint="eastAsia"/>
          <w:rtl/>
        </w:rPr>
        <w:t>قالوانااُرسلنا</w:t>
      </w:r>
      <w:r>
        <w:rPr>
          <w:rtl/>
        </w:rPr>
        <w:t xml:space="preserve"> الى قوم مّجرمين_الّا</w:t>
      </w:r>
      <w:r w:rsidR="009143B8" w:rsidRPr="009143B8">
        <w:rPr>
          <w:rtl/>
        </w:rPr>
        <w:t xml:space="preserve"> آل </w:t>
      </w:r>
      <w:r>
        <w:rPr>
          <w:rtl/>
        </w:rPr>
        <w:t>لوط انا لمنجّو</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p>
    <w:p w:rsidR="001F628F" w:rsidRDefault="001F628F" w:rsidP="001F628F">
      <w:pPr>
        <w:pStyle w:val="libNormal"/>
        <w:rPr>
          <w:rtl/>
        </w:rPr>
      </w:pPr>
      <w:r>
        <w:rPr>
          <w:rtl/>
        </w:rPr>
        <w:t>5_جرم او ر گناہ سے دورى اور پاكى دنيا مي</w:t>
      </w:r>
      <w:r w:rsidR="00083993">
        <w:rPr>
          <w:rtl/>
        </w:rPr>
        <w:t xml:space="preserve">ں </w:t>
      </w:r>
      <w:r>
        <w:rPr>
          <w:rtl/>
        </w:rPr>
        <w:t>عذاب الہى (عذاب استيصال) سے نجات كا سبب ہے_</w:t>
      </w:r>
    </w:p>
    <w:p w:rsidR="001F628F" w:rsidRDefault="001F628F" w:rsidP="00470875">
      <w:pPr>
        <w:pStyle w:val="libArabic"/>
        <w:rPr>
          <w:rtl/>
        </w:rPr>
      </w:pPr>
      <w:r>
        <w:rPr>
          <w:rFonts w:hint="eastAsia"/>
          <w:rtl/>
        </w:rPr>
        <w:t>انااُرسلنا</w:t>
      </w:r>
      <w:r>
        <w:rPr>
          <w:rtl/>
        </w:rPr>
        <w:t xml:space="preserve"> الى قوم مّجرمين_الّا</w:t>
      </w:r>
      <w:r w:rsidR="009143B8" w:rsidRPr="009143B8">
        <w:rPr>
          <w:rtl/>
        </w:rPr>
        <w:t xml:space="preserve"> آل </w:t>
      </w:r>
      <w:r>
        <w:rPr>
          <w:rtl/>
        </w:rPr>
        <w:t>لوط انا لمنجّو</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p>
    <w:p w:rsidR="001F628F" w:rsidRDefault="001F628F" w:rsidP="001F628F">
      <w:pPr>
        <w:pStyle w:val="libNormal"/>
        <w:rPr>
          <w:rtl/>
        </w:rPr>
      </w:pPr>
      <w:r>
        <w:rPr>
          <w:rtl/>
        </w:rPr>
        <w:t xml:space="preserve">6_حضرت ابراہيم </w:t>
      </w:r>
      <w:r w:rsidR="00367F17" w:rsidRPr="00367F17">
        <w:rPr>
          <w:rStyle w:val="libAlaemChar"/>
          <w:rtl/>
        </w:rPr>
        <w:t xml:space="preserve"> عليه‌السلام </w:t>
      </w:r>
      <w:r>
        <w:rPr>
          <w:rtl/>
        </w:rPr>
        <w:t xml:space="preserve"> اور حضرت لوط </w:t>
      </w:r>
      <w:r w:rsidR="00367F17" w:rsidRPr="00367F17">
        <w:rPr>
          <w:rStyle w:val="libAlaemChar"/>
          <w:rtl/>
        </w:rPr>
        <w:t xml:space="preserve"> عليه‌السلام </w:t>
      </w:r>
      <w:r>
        <w:rPr>
          <w:rtl/>
        </w:rPr>
        <w:t xml:space="preserve"> ايك دوسرے كے ہم عصر تھے_</w:t>
      </w:r>
    </w:p>
    <w:p w:rsidR="001F628F" w:rsidRDefault="001F628F" w:rsidP="00470875">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w:t>
      </w:r>
      <w:r>
        <w:rPr>
          <w:rFonts w:hint="cs"/>
          <w:rtl/>
        </w:rPr>
        <w:t>انااُرسلنا</w:t>
      </w:r>
      <w:r>
        <w:rPr>
          <w:rtl/>
        </w:rPr>
        <w:t xml:space="preserve"> </w:t>
      </w:r>
      <w:r>
        <w:rPr>
          <w:rFonts w:hint="cs"/>
          <w:rtl/>
        </w:rPr>
        <w:t>الى</w:t>
      </w:r>
      <w:r>
        <w:rPr>
          <w:rtl/>
        </w:rPr>
        <w:t xml:space="preserve"> </w:t>
      </w:r>
      <w:r>
        <w:rPr>
          <w:rFonts w:hint="cs"/>
          <w:rtl/>
        </w:rPr>
        <w:t>قوم</w:t>
      </w:r>
      <w:r>
        <w:rPr>
          <w:rtl/>
        </w:rPr>
        <w:t xml:space="preserve"> </w:t>
      </w:r>
      <w:r>
        <w:rPr>
          <w:rFonts w:hint="cs"/>
          <w:rtl/>
        </w:rPr>
        <w:t>مّجرمين</w:t>
      </w:r>
      <w:r>
        <w:rPr>
          <w:rtl/>
        </w:rPr>
        <w:t>_</w:t>
      </w:r>
      <w:r>
        <w:rPr>
          <w:rFonts w:hint="cs"/>
          <w:rtl/>
        </w:rPr>
        <w:t>الّا</w:t>
      </w:r>
      <w:r w:rsidR="009143B8" w:rsidRPr="009143B8">
        <w:rPr>
          <w:rtl/>
        </w:rPr>
        <w:t xml:space="preserve"> آل </w:t>
      </w:r>
      <w:r>
        <w:rPr>
          <w:rFonts w:hint="cs"/>
          <w:rtl/>
        </w:rPr>
        <w:t>لوط</w:t>
      </w:r>
    </w:p>
    <w:p w:rsidR="001F628F" w:rsidRDefault="001F628F" w:rsidP="00470875">
      <w:pPr>
        <w:pStyle w:val="libNormal"/>
        <w:rPr>
          <w:rtl/>
        </w:rPr>
      </w:pPr>
      <w:r>
        <w:rPr>
          <w:rtl/>
        </w:rPr>
        <w:t xml:space="preserve">7_حضرت ابراہيم </w:t>
      </w:r>
      <w:r w:rsidR="00367F17" w:rsidRPr="00367F17">
        <w:rPr>
          <w:rStyle w:val="libAlaemChar"/>
          <w:rtl/>
        </w:rPr>
        <w:t xml:space="preserve"> عليه‌السلام </w:t>
      </w:r>
      <w:r>
        <w:rPr>
          <w:rtl/>
        </w:rPr>
        <w:t xml:space="preserve"> اور حضر ت لوط </w:t>
      </w:r>
      <w:r w:rsidR="00367F17" w:rsidRPr="00367F17">
        <w:rPr>
          <w:rStyle w:val="libAlaemChar"/>
          <w:rtl/>
        </w:rPr>
        <w:t xml:space="preserve"> عليه‌السلام </w:t>
      </w:r>
      <w:r>
        <w:rPr>
          <w:rtl/>
        </w:rPr>
        <w:t xml:space="preserve"> دو مختلف قومو</w:t>
      </w:r>
      <w:r w:rsidR="00083993">
        <w:rPr>
          <w:rtl/>
        </w:rPr>
        <w:t xml:space="preserve">ں </w:t>
      </w:r>
      <w:r>
        <w:rPr>
          <w:rtl/>
        </w:rPr>
        <w:t>كے درميان اورايك دوسرے سے زمينى فاصلے پررہتے تھے_</w:t>
      </w:r>
      <w:r w:rsidRPr="00470875">
        <w:rPr>
          <w:rStyle w:val="libArabicChar"/>
          <w:rFonts w:hint="eastAsia"/>
          <w:rtl/>
        </w:rPr>
        <w:t>قال</w:t>
      </w:r>
      <w:r w:rsidRPr="00470875">
        <w:rPr>
          <w:rStyle w:val="libArabicChar"/>
          <w:rtl/>
        </w:rPr>
        <w:t xml:space="preserve"> فما خطبكم ...قالواانااُرسلنا الى قوم مّجرمين_الّا</w:t>
      </w:r>
      <w:r w:rsidR="009143B8" w:rsidRPr="009143B8">
        <w:rPr>
          <w:rStyle w:val="libArabicChar"/>
          <w:rtl/>
        </w:rPr>
        <w:t xml:space="preserve"> آل </w:t>
      </w:r>
      <w:r w:rsidRPr="00470875">
        <w:rPr>
          <w:rStyle w:val="libArabicChar"/>
          <w:rtl/>
        </w:rPr>
        <w:t>لوط</w:t>
      </w:r>
    </w:p>
    <w:p w:rsidR="001F628F" w:rsidRDefault="001F628F" w:rsidP="00470875">
      <w:pPr>
        <w:pStyle w:val="libNormal"/>
        <w:rPr>
          <w:rtl/>
        </w:rPr>
      </w:pPr>
      <w:r>
        <w:rPr>
          <w:rtl/>
        </w:rPr>
        <w:t>8_ہر قوم كا عذاب استيصال فقط اُس قوم كے مجرمو</w:t>
      </w:r>
      <w:r w:rsidR="00083993">
        <w:rPr>
          <w:rtl/>
        </w:rPr>
        <w:t xml:space="preserve">ں </w:t>
      </w:r>
      <w:r>
        <w:rPr>
          <w:rtl/>
        </w:rPr>
        <w:t>اور گناہگارو</w:t>
      </w:r>
      <w:r w:rsidR="00083993">
        <w:rPr>
          <w:rtl/>
        </w:rPr>
        <w:t xml:space="preserve">ں </w:t>
      </w:r>
      <w:r>
        <w:rPr>
          <w:rtl/>
        </w:rPr>
        <w:t>كو شامل ہوتا ہے نہ كہ اس قوم كے پاك و بے گناہ لوگو</w:t>
      </w:r>
      <w:r w:rsidR="00083993">
        <w:rPr>
          <w:rtl/>
        </w:rPr>
        <w:t xml:space="preserve">ں </w:t>
      </w:r>
      <w:r>
        <w:rPr>
          <w:rtl/>
        </w:rPr>
        <w:t>كو _</w:t>
      </w:r>
      <w:r w:rsidRPr="00470875">
        <w:rPr>
          <w:rStyle w:val="libArabicChar"/>
          <w:rFonts w:hint="eastAsia"/>
          <w:rtl/>
        </w:rPr>
        <w:t>انااُرسلنا</w:t>
      </w:r>
      <w:r w:rsidRPr="00470875">
        <w:rPr>
          <w:rStyle w:val="libArabicChar"/>
          <w:rtl/>
        </w:rPr>
        <w:t xml:space="preserve"> الى قوم مّجرمين_الّا</w:t>
      </w:r>
      <w:r w:rsidR="009143B8" w:rsidRPr="009143B8">
        <w:rPr>
          <w:rStyle w:val="libArabicChar"/>
          <w:rtl/>
        </w:rPr>
        <w:t xml:space="preserve"> آل </w:t>
      </w:r>
      <w:r w:rsidRPr="00470875">
        <w:rPr>
          <w:rStyle w:val="libArabicChar"/>
          <w:rtl/>
        </w:rPr>
        <w:t>لوط انا لمنجّو</w:t>
      </w:r>
      <w:r w:rsidR="00F21947" w:rsidRPr="00B2551F">
        <w:rPr>
          <w:rStyle w:val="libArabicChar"/>
          <w:rFonts w:hint="cs"/>
          <w:rtl/>
        </w:rPr>
        <w:t>ه</w:t>
      </w:r>
      <w:r w:rsidRPr="00470875">
        <w:rPr>
          <w:rStyle w:val="libArabicChar"/>
          <w:rFonts w:hint="cs"/>
          <w:rtl/>
        </w:rPr>
        <w:t>م</w:t>
      </w:r>
    </w:p>
    <w:p w:rsidR="001F628F" w:rsidRDefault="001F628F" w:rsidP="00470875">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تاريخ</w:t>
      </w:r>
      <w:r>
        <w:rPr>
          <w:rtl/>
        </w:rPr>
        <w:t xml:space="preserve"> ابراہيم </w:t>
      </w:r>
      <w:r w:rsidR="00367F17" w:rsidRPr="00367F17">
        <w:rPr>
          <w:rStyle w:val="libAlaemChar"/>
          <w:rtl/>
        </w:rPr>
        <w:t xml:space="preserve"> عليه‌السلام </w:t>
      </w:r>
      <w:r>
        <w:rPr>
          <w:rtl/>
        </w:rPr>
        <w:t xml:space="preserve"> 6،7</w:t>
      </w:r>
    </w:p>
    <w:p w:rsidR="001F628F" w:rsidRDefault="001F628F" w:rsidP="001F628F">
      <w:pPr>
        <w:pStyle w:val="libNormal"/>
        <w:rPr>
          <w:rtl/>
        </w:rPr>
      </w:pPr>
      <w:r>
        <w:rPr>
          <w:rFonts w:hint="eastAsia"/>
          <w:rtl/>
        </w:rPr>
        <w:t>الہى</w:t>
      </w:r>
      <w:r>
        <w:rPr>
          <w:rtl/>
        </w:rPr>
        <w:t xml:space="preserve"> كا رندے :2</w:t>
      </w:r>
    </w:p>
    <w:p w:rsidR="001F628F" w:rsidRDefault="001F628F" w:rsidP="00470875">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ابرہيم </w:t>
      </w:r>
      <w:r w:rsidR="00367F17" w:rsidRPr="00367F17">
        <w:rPr>
          <w:rStyle w:val="libAlaemChar"/>
          <w:rtl/>
        </w:rPr>
        <w:t xml:space="preserve"> عليه‌السلام </w:t>
      </w:r>
      <w:r>
        <w:rPr>
          <w:rtl/>
        </w:rPr>
        <w:t xml:space="preserve"> كے ہم عصر انبياء 6،7</w:t>
      </w:r>
    </w:p>
    <w:p w:rsidR="001F628F" w:rsidRDefault="001F628F" w:rsidP="00470875">
      <w:pPr>
        <w:pStyle w:val="libNormal"/>
        <w:rPr>
          <w:rtl/>
        </w:rPr>
      </w:pPr>
      <w:r>
        <w:rPr>
          <w:rFonts w:hint="eastAsia"/>
          <w:rtl/>
        </w:rPr>
        <w:t>پاكيزگي</w:t>
      </w:r>
      <w:r>
        <w:rPr>
          <w:rtl/>
        </w:rPr>
        <w:t>:</w:t>
      </w:r>
      <w:r>
        <w:rPr>
          <w:rFonts w:hint="eastAsia"/>
          <w:rtl/>
        </w:rPr>
        <w:t>پاكيزگى</w:t>
      </w:r>
      <w:r>
        <w:rPr>
          <w:rtl/>
        </w:rPr>
        <w:t xml:space="preserve"> كے اثرات 2</w:t>
      </w:r>
    </w:p>
    <w:p w:rsidR="001F628F" w:rsidRDefault="001F628F" w:rsidP="001F628F">
      <w:pPr>
        <w:pStyle w:val="libNormal"/>
        <w:rPr>
          <w:rtl/>
        </w:rPr>
      </w:pPr>
      <w:r>
        <w:rPr>
          <w:rFonts w:hint="eastAsia"/>
          <w:rtl/>
        </w:rPr>
        <w:t>خدا</w:t>
      </w:r>
      <w:r>
        <w:rPr>
          <w:rtl/>
        </w:rPr>
        <w:t xml:space="preserve"> كے رسول :5</w:t>
      </w:r>
    </w:p>
    <w:p w:rsidR="001F628F" w:rsidRDefault="001F628F" w:rsidP="00470875">
      <w:pPr>
        <w:pStyle w:val="libNormal"/>
        <w:rPr>
          <w:rtl/>
        </w:rPr>
      </w:pPr>
      <w:r>
        <w:rPr>
          <w:rFonts w:hint="eastAsia"/>
          <w:rtl/>
        </w:rPr>
        <w:t>خرابى</w:t>
      </w:r>
      <w:r>
        <w:rPr>
          <w:rtl/>
        </w:rPr>
        <w:t xml:space="preserve"> :</w:t>
      </w:r>
      <w:r>
        <w:rPr>
          <w:rFonts w:hint="eastAsia"/>
          <w:rtl/>
        </w:rPr>
        <w:t>خرابى</w:t>
      </w:r>
      <w:r>
        <w:rPr>
          <w:rtl/>
        </w:rPr>
        <w:t xml:space="preserve"> سے اجتناب كے اثرات 5</w:t>
      </w:r>
    </w:p>
    <w:p w:rsidR="001F628F" w:rsidRDefault="001F628F" w:rsidP="00470875">
      <w:pPr>
        <w:pStyle w:val="libNormal"/>
        <w:rPr>
          <w:rtl/>
        </w:rPr>
      </w:pPr>
      <w:r>
        <w:rPr>
          <w:rFonts w:hint="eastAsia"/>
          <w:rtl/>
        </w:rPr>
        <w:t>عذاب</w:t>
      </w:r>
      <w:r>
        <w:rPr>
          <w:rtl/>
        </w:rPr>
        <w:t xml:space="preserve"> :</w:t>
      </w:r>
      <w:r>
        <w:rPr>
          <w:rFonts w:hint="eastAsia"/>
          <w:rtl/>
        </w:rPr>
        <w:t>عذاب</w:t>
      </w:r>
      <w:r>
        <w:rPr>
          <w:rtl/>
        </w:rPr>
        <w:t xml:space="preserve"> استيصال سے نجات 5;عذاب استيصال كے مستحق لوگ 8;عذاب سے نجات 2;عذاب سے نجات كے اسباب 3،5</w:t>
      </w:r>
    </w:p>
    <w:p w:rsidR="001F628F" w:rsidRDefault="001F628F" w:rsidP="001F628F">
      <w:pPr>
        <w:pStyle w:val="libNormal"/>
        <w:rPr>
          <w:rtl/>
        </w:rPr>
      </w:pPr>
      <w:r>
        <w:rPr>
          <w:rFonts w:hint="eastAsia"/>
          <w:rtl/>
        </w:rPr>
        <w:t>قوم</w:t>
      </w:r>
      <w:r>
        <w:rPr>
          <w:rtl/>
        </w:rPr>
        <w:t xml:space="preserve"> ابراہيم </w:t>
      </w:r>
      <w:r w:rsidR="00367F17" w:rsidRPr="00367F17">
        <w:rPr>
          <w:rStyle w:val="libAlaemChar"/>
          <w:rtl/>
        </w:rPr>
        <w:t xml:space="preserve"> عليه‌السلام </w:t>
      </w:r>
      <w:r>
        <w:rPr>
          <w:rtl/>
        </w:rPr>
        <w:t xml:space="preserve"> :7</w:t>
      </w:r>
    </w:p>
    <w:p w:rsidR="001F628F" w:rsidRDefault="001F628F" w:rsidP="001F628F">
      <w:pPr>
        <w:pStyle w:val="libNormal"/>
        <w:rPr>
          <w:rtl/>
        </w:rPr>
      </w:pPr>
      <w:r>
        <w:rPr>
          <w:rFonts w:hint="eastAsia"/>
          <w:rtl/>
        </w:rPr>
        <w:t>قوم</w:t>
      </w:r>
      <w:r>
        <w:rPr>
          <w:rtl/>
        </w:rPr>
        <w:t xml:space="preserve"> لوط :7</w:t>
      </w:r>
    </w:p>
    <w:p w:rsidR="00470875" w:rsidRDefault="001E7F9D" w:rsidP="00F73EDE">
      <w:pPr>
        <w:pStyle w:val="libPoemTini"/>
        <w:rPr>
          <w:rtl/>
        </w:rPr>
      </w:pPr>
      <w:r>
        <w:rPr>
          <w:rtl/>
        </w:rPr>
        <w:br w:type="page"/>
      </w:r>
    </w:p>
    <w:p w:rsidR="001F628F" w:rsidRDefault="001F628F" w:rsidP="00470875">
      <w:pPr>
        <w:pStyle w:val="libNormal"/>
        <w:rPr>
          <w:rtl/>
        </w:rPr>
      </w:pPr>
      <w:r>
        <w:rPr>
          <w:rFonts w:hint="eastAsia"/>
          <w:rtl/>
        </w:rPr>
        <w:lastRenderedPageBreak/>
        <w:t>قوم</w:t>
      </w:r>
      <w:r>
        <w:rPr>
          <w:rtl/>
        </w:rPr>
        <w:t xml:space="preserve"> لوط كى تاريخ 4;قوم لوط كى ہلاكت كے اسباب 4;قوم لوط كے عذاب كے اسباب 4;قوم لوط كے فساد پھيلانے كے اثرات 4;قوم لوط كے گناہ كے اثرات 4</w:t>
      </w:r>
    </w:p>
    <w:p w:rsidR="001F628F" w:rsidRDefault="001F628F" w:rsidP="00470875">
      <w:pPr>
        <w:pStyle w:val="libNormal"/>
        <w:rPr>
          <w:rtl/>
        </w:rPr>
      </w:pPr>
      <w:r>
        <w:rPr>
          <w:rFonts w:hint="eastAsia"/>
          <w:rtl/>
        </w:rPr>
        <w:t>گناہ</w:t>
      </w:r>
      <w:r>
        <w:rPr>
          <w:rtl/>
        </w:rPr>
        <w:t xml:space="preserve"> :</w:t>
      </w:r>
      <w:r>
        <w:rPr>
          <w:rFonts w:hint="eastAsia"/>
          <w:rtl/>
        </w:rPr>
        <w:t>گناہ</w:t>
      </w:r>
      <w:r>
        <w:rPr>
          <w:rtl/>
        </w:rPr>
        <w:t xml:space="preserve"> سے اجتناب كے اثرات 5</w:t>
      </w:r>
    </w:p>
    <w:p w:rsidR="001F628F" w:rsidRDefault="001F628F" w:rsidP="00470875">
      <w:pPr>
        <w:pStyle w:val="libNormal"/>
        <w:rPr>
          <w:rtl/>
        </w:rPr>
      </w:pPr>
      <w:r>
        <w:rPr>
          <w:rFonts w:hint="eastAsia"/>
          <w:rtl/>
        </w:rPr>
        <w:t>گناہگار</w:t>
      </w:r>
      <w:r>
        <w:rPr>
          <w:rtl/>
        </w:rPr>
        <w:t xml:space="preserve"> لوگ:</w:t>
      </w:r>
      <w:r>
        <w:rPr>
          <w:rFonts w:hint="eastAsia"/>
          <w:rtl/>
        </w:rPr>
        <w:t>اُن</w:t>
      </w:r>
      <w:r>
        <w:rPr>
          <w:rtl/>
        </w:rPr>
        <w:t xml:space="preserve"> كاعذاب 8</w:t>
      </w:r>
    </w:p>
    <w:p w:rsidR="001F628F" w:rsidRDefault="001F628F" w:rsidP="00470875">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تاريخ</w:t>
      </w:r>
      <w:r>
        <w:rPr>
          <w:rtl/>
        </w:rPr>
        <w:t xml:space="preserve"> لوط</w:t>
      </w:r>
      <w:r w:rsidR="00367F17" w:rsidRPr="00367F17">
        <w:rPr>
          <w:rStyle w:val="libAlaemChar"/>
          <w:rtl/>
        </w:rPr>
        <w:t xml:space="preserve"> عليه‌السلام </w:t>
      </w:r>
      <w:r>
        <w:rPr>
          <w:rtl/>
        </w:rPr>
        <w:t xml:space="preserve"> 6،7; خاندان لوط</w:t>
      </w:r>
      <w:r w:rsidR="00367F17" w:rsidRPr="00367F17">
        <w:rPr>
          <w:rStyle w:val="libAlaemChar"/>
          <w:rtl/>
        </w:rPr>
        <w:t xml:space="preserve"> عليه‌السلام </w:t>
      </w:r>
      <w:r>
        <w:rPr>
          <w:rtl/>
        </w:rPr>
        <w:t xml:space="preserve"> اور گناہ1;خاندان لوط </w:t>
      </w:r>
      <w:r w:rsidR="00367F17" w:rsidRPr="00367F17">
        <w:rPr>
          <w:rStyle w:val="libAlaemChar"/>
          <w:rtl/>
        </w:rPr>
        <w:t xml:space="preserve"> عليه‌السلام </w:t>
      </w:r>
      <w:r>
        <w:rPr>
          <w:rtl/>
        </w:rPr>
        <w:t xml:space="preserve"> كو پاك قرار ديا جانا 1،3;خاندان لوط</w:t>
      </w:r>
      <w:r w:rsidR="00367F17" w:rsidRPr="00367F17">
        <w:rPr>
          <w:rStyle w:val="libAlaemChar"/>
          <w:rtl/>
        </w:rPr>
        <w:t xml:space="preserve"> عليه‌السلام </w:t>
      </w:r>
      <w:r>
        <w:rPr>
          <w:rtl/>
        </w:rPr>
        <w:t xml:space="preserve"> كى پاكيزگى 3;خاندان لوط</w:t>
      </w:r>
      <w:r w:rsidR="00367F17" w:rsidRPr="00367F17">
        <w:rPr>
          <w:rStyle w:val="libAlaemChar"/>
          <w:rtl/>
        </w:rPr>
        <w:t xml:space="preserve"> عليه‌السلام </w:t>
      </w:r>
      <w:r>
        <w:rPr>
          <w:rtl/>
        </w:rPr>
        <w:t xml:space="preserve"> كى نجات2خاندان لوط</w:t>
      </w:r>
      <w:r w:rsidR="00367F17" w:rsidRPr="00367F17">
        <w:rPr>
          <w:rStyle w:val="libAlaemChar"/>
          <w:rtl/>
        </w:rPr>
        <w:t xml:space="preserve"> عليه‌السلام </w:t>
      </w:r>
      <w:r>
        <w:rPr>
          <w:rtl/>
        </w:rPr>
        <w:t xml:space="preserve"> كى نجات كے اسباب 3</w:t>
      </w:r>
    </w:p>
    <w:p w:rsidR="001F628F" w:rsidRDefault="001F628F" w:rsidP="00470875">
      <w:pPr>
        <w:pStyle w:val="libNormal"/>
        <w:rPr>
          <w:rtl/>
        </w:rPr>
      </w:pPr>
      <w:r>
        <w:rPr>
          <w:rFonts w:hint="eastAsia"/>
          <w:rtl/>
        </w:rPr>
        <w:t>مفسدين</w:t>
      </w:r>
      <w:r>
        <w:rPr>
          <w:rtl/>
        </w:rPr>
        <w:t xml:space="preserve"> :</w:t>
      </w:r>
      <w:r>
        <w:rPr>
          <w:rFonts w:hint="eastAsia"/>
          <w:rtl/>
        </w:rPr>
        <w:t>مفسدين</w:t>
      </w:r>
      <w:r>
        <w:rPr>
          <w:rtl/>
        </w:rPr>
        <w:t xml:space="preserve"> كاعذاب 8</w:t>
      </w:r>
    </w:p>
    <w:p w:rsidR="001F628F" w:rsidRDefault="001F628F" w:rsidP="00470875">
      <w:pPr>
        <w:pStyle w:val="libNormal"/>
        <w:rPr>
          <w:rtl/>
        </w:rPr>
      </w:pPr>
      <w:r>
        <w:rPr>
          <w:rFonts w:hint="eastAsia"/>
          <w:rtl/>
        </w:rPr>
        <w:t>ملائكہ</w:t>
      </w:r>
      <w:r>
        <w:rPr>
          <w:rtl/>
        </w:rPr>
        <w:t xml:space="preserve"> :</w:t>
      </w:r>
      <w:r>
        <w:rPr>
          <w:rFonts w:hint="eastAsia"/>
          <w:rtl/>
        </w:rPr>
        <w:t>ملائكہ</w:t>
      </w:r>
      <w:r>
        <w:rPr>
          <w:rtl/>
        </w:rPr>
        <w:t xml:space="preserve"> كا كردار 2</w:t>
      </w:r>
    </w:p>
    <w:p w:rsidR="001F628F" w:rsidRDefault="00470875" w:rsidP="00470875">
      <w:pPr>
        <w:pStyle w:val="Heading2Center"/>
        <w:rPr>
          <w:rtl/>
        </w:rPr>
      </w:pPr>
      <w:bookmarkStart w:id="106" w:name="_Toc28081784"/>
      <w:r>
        <w:rPr>
          <w:rFonts w:hint="cs"/>
          <w:rtl/>
        </w:rPr>
        <w:t>آیت 60</w:t>
      </w:r>
      <w:bookmarkEnd w:id="106"/>
    </w:p>
    <w:p w:rsidR="001F628F" w:rsidRDefault="00E260F9" w:rsidP="00470875">
      <w:pPr>
        <w:pStyle w:val="libNormal"/>
        <w:rPr>
          <w:rtl/>
        </w:rPr>
      </w:pPr>
      <w:r w:rsidRPr="00E260F9">
        <w:rPr>
          <w:rStyle w:val="libAlaemChar"/>
          <w:rFonts w:hint="eastAsia"/>
          <w:rtl/>
        </w:rPr>
        <w:t>(</w:t>
      </w:r>
      <w:r w:rsidRPr="00470875">
        <w:rPr>
          <w:rStyle w:val="libAieChar"/>
          <w:rFonts w:hint="eastAsia"/>
          <w:rtl/>
        </w:rPr>
        <w:t>إِلاَّ</w:t>
      </w:r>
      <w:r w:rsidRPr="00470875">
        <w:rPr>
          <w:rStyle w:val="libAieChar"/>
          <w:rtl/>
        </w:rPr>
        <w:t xml:space="preserve"> امْرَأَتَهُ قَدَّرْنَا إِنَّهَا لَمِنَ الْغَابِرِينَ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علاوہ</w:t>
      </w:r>
      <w:r>
        <w:rPr>
          <w:rtl/>
        </w:rPr>
        <w:t xml:space="preserve"> ان كى بيوى كے كہ اس كے لئے ہم نے طے كردياہے كہ وہ عذاب مي</w:t>
      </w:r>
      <w:r w:rsidR="00083993">
        <w:rPr>
          <w:rtl/>
        </w:rPr>
        <w:t xml:space="preserve">ں </w:t>
      </w:r>
      <w:r>
        <w:rPr>
          <w:rtl/>
        </w:rPr>
        <w:t>رہ جانے والو</w:t>
      </w:r>
      <w:r w:rsidR="00083993">
        <w:rPr>
          <w:rtl/>
        </w:rPr>
        <w:t xml:space="preserve">ں </w:t>
      </w:r>
      <w:r>
        <w:rPr>
          <w:rtl/>
        </w:rPr>
        <w:t>مي</w:t>
      </w:r>
      <w:r w:rsidR="00083993">
        <w:rPr>
          <w:rtl/>
        </w:rPr>
        <w:t xml:space="preserve">ں </w:t>
      </w:r>
      <w:r>
        <w:rPr>
          <w:rtl/>
        </w:rPr>
        <w:t>سے ہوگي_</w:t>
      </w:r>
    </w:p>
    <w:p w:rsidR="001F628F" w:rsidRDefault="001F628F" w:rsidP="001F628F">
      <w:pPr>
        <w:pStyle w:val="libNormal"/>
        <w:rPr>
          <w:rtl/>
        </w:rPr>
      </w:pPr>
      <w:r>
        <w:rPr>
          <w:rtl/>
        </w:rPr>
        <w:t xml:space="preserve">1_حضرت لوط </w:t>
      </w:r>
      <w:r w:rsidR="00367F17" w:rsidRPr="00367F17">
        <w:rPr>
          <w:rStyle w:val="libAlaemChar"/>
          <w:rtl/>
        </w:rPr>
        <w:t xml:space="preserve"> عليه‌السلام </w:t>
      </w:r>
      <w:r>
        <w:rPr>
          <w:rtl/>
        </w:rPr>
        <w:t xml:space="preserve"> كى بيوي، قوم لوط كے مجرمين اور عذاب الہى مي</w:t>
      </w:r>
      <w:r w:rsidR="00083993">
        <w:rPr>
          <w:rtl/>
        </w:rPr>
        <w:t xml:space="preserve">ں </w:t>
      </w:r>
      <w:r>
        <w:rPr>
          <w:rtl/>
        </w:rPr>
        <w:t>گرفتار ہونے والو</w:t>
      </w:r>
      <w:r w:rsidR="00083993">
        <w:rPr>
          <w:rtl/>
        </w:rPr>
        <w:t xml:space="preserve">ں </w:t>
      </w:r>
      <w:r>
        <w:rPr>
          <w:rtl/>
        </w:rPr>
        <w:t>مي</w:t>
      </w:r>
      <w:r w:rsidR="00083993">
        <w:rPr>
          <w:rtl/>
        </w:rPr>
        <w:t xml:space="preserve">ں </w:t>
      </w:r>
      <w:r>
        <w:rPr>
          <w:rtl/>
        </w:rPr>
        <w:t>سے تھى _</w:t>
      </w:r>
    </w:p>
    <w:p w:rsidR="001F628F" w:rsidRDefault="001F628F" w:rsidP="00470875">
      <w:pPr>
        <w:pStyle w:val="libArabic"/>
        <w:rPr>
          <w:rtl/>
        </w:rPr>
      </w:pPr>
      <w:r>
        <w:rPr>
          <w:rFonts w:hint="eastAsia"/>
          <w:rtl/>
        </w:rPr>
        <w:t>الّا</w:t>
      </w:r>
      <w:r w:rsidR="009143B8" w:rsidRPr="009143B8">
        <w:rPr>
          <w:rtl/>
        </w:rPr>
        <w:t xml:space="preserve"> آل </w:t>
      </w:r>
      <w:r>
        <w:rPr>
          <w:rtl/>
        </w:rPr>
        <w:t>لوط انا لمنجّو</w:t>
      </w:r>
      <w:r w:rsidR="00F21947" w:rsidRPr="00B2551F">
        <w:rPr>
          <w:rFonts w:hint="cs"/>
          <w:rtl/>
        </w:rPr>
        <w:t>ه</w:t>
      </w:r>
      <w:r>
        <w:rPr>
          <w:rFonts w:hint="cs"/>
          <w:rtl/>
        </w:rPr>
        <w:t>م</w:t>
      </w:r>
      <w:r>
        <w:rPr>
          <w:rtl/>
        </w:rPr>
        <w:t xml:space="preserve"> ...</w:t>
      </w:r>
      <w:r>
        <w:rPr>
          <w:rFonts w:hint="cs"/>
          <w:rtl/>
        </w:rPr>
        <w:t>الّا</w:t>
      </w:r>
      <w:r>
        <w:rPr>
          <w:rtl/>
        </w:rPr>
        <w:t xml:space="preserve"> </w:t>
      </w:r>
      <w:r>
        <w:rPr>
          <w:rFonts w:hint="cs"/>
          <w:rtl/>
        </w:rPr>
        <w:t>امرا</w:t>
      </w:r>
      <w:r>
        <w:rPr>
          <w:rtl/>
        </w:rPr>
        <w:t xml:space="preserve"> </w:t>
      </w:r>
      <w:r>
        <w:rPr>
          <w:rFonts w:hint="cs"/>
          <w:rtl/>
        </w:rPr>
        <w:t>ت</w:t>
      </w:r>
      <w:r w:rsidR="00120F63" w:rsidRPr="00ED5DE8">
        <w:rPr>
          <w:rFonts w:hint="cs"/>
          <w:rtl/>
        </w:rPr>
        <w:t>ه</w:t>
      </w:r>
    </w:p>
    <w:p w:rsidR="001F628F" w:rsidRDefault="001F628F" w:rsidP="001F628F">
      <w:pPr>
        <w:pStyle w:val="libNormal"/>
        <w:rPr>
          <w:rtl/>
        </w:rPr>
      </w:pPr>
      <w:r>
        <w:rPr>
          <w:rtl/>
        </w:rPr>
        <w:t xml:space="preserve">2_ خداوند متعال كى تقدير اور حكم سے حضرت لوط </w:t>
      </w:r>
      <w:r w:rsidR="00367F17" w:rsidRPr="00367F17">
        <w:rPr>
          <w:rStyle w:val="libAlaemChar"/>
          <w:rtl/>
        </w:rPr>
        <w:t xml:space="preserve"> عليه‌السلام </w:t>
      </w:r>
      <w:r>
        <w:rPr>
          <w:rtl/>
        </w:rPr>
        <w:t xml:space="preserve"> كى بيوى كا قوم لوط كے عذاب مي</w:t>
      </w:r>
      <w:r w:rsidR="00083993">
        <w:rPr>
          <w:rtl/>
        </w:rPr>
        <w:t xml:space="preserve">ں </w:t>
      </w:r>
      <w:r>
        <w:rPr>
          <w:rtl/>
        </w:rPr>
        <w:t>گرفتارشدہ لوگو</w:t>
      </w:r>
      <w:r w:rsidR="00083993">
        <w:rPr>
          <w:rtl/>
        </w:rPr>
        <w:t xml:space="preserve">ں </w:t>
      </w:r>
      <w:r>
        <w:rPr>
          <w:rtl/>
        </w:rPr>
        <w:t>مي</w:t>
      </w:r>
      <w:r w:rsidR="00083993">
        <w:rPr>
          <w:rtl/>
        </w:rPr>
        <w:t xml:space="preserve">ں </w:t>
      </w:r>
      <w:r>
        <w:rPr>
          <w:rtl/>
        </w:rPr>
        <w:t>رہ جانا_</w:t>
      </w:r>
    </w:p>
    <w:p w:rsidR="001F628F" w:rsidRDefault="001F628F" w:rsidP="00470875">
      <w:pPr>
        <w:pStyle w:val="libArabic"/>
        <w:rPr>
          <w:rtl/>
        </w:rPr>
      </w:pPr>
      <w:r>
        <w:rPr>
          <w:rFonts w:hint="eastAsia"/>
          <w:rtl/>
        </w:rPr>
        <w:t>الّا</w:t>
      </w:r>
      <w:r>
        <w:rPr>
          <w:rtl/>
        </w:rPr>
        <w:t xml:space="preserve"> امرا ت</w:t>
      </w:r>
      <w:r w:rsidR="00120F63" w:rsidRPr="00ED5DE8">
        <w:rPr>
          <w:rFonts w:hint="cs"/>
          <w:rtl/>
        </w:rPr>
        <w:t>ه</w:t>
      </w:r>
      <w:r>
        <w:rPr>
          <w:rtl/>
        </w:rPr>
        <w:t xml:space="preserve"> </w:t>
      </w:r>
      <w:r>
        <w:rPr>
          <w:rFonts w:hint="cs"/>
          <w:rtl/>
        </w:rPr>
        <w:t>قدّرنا</w:t>
      </w:r>
      <w:r>
        <w:rPr>
          <w:rtl/>
        </w:rPr>
        <w:t xml:space="preserve"> </w:t>
      </w:r>
      <w:r>
        <w:rPr>
          <w:rFonts w:hint="cs"/>
          <w:rtl/>
        </w:rPr>
        <w:t>ان</w:t>
      </w:r>
      <w:r w:rsidR="00F21947" w:rsidRPr="00B2551F">
        <w:rPr>
          <w:rFonts w:hint="cs"/>
          <w:rtl/>
        </w:rPr>
        <w:t>ه</w:t>
      </w:r>
      <w:r>
        <w:rPr>
          <w:rFonts w:hint="cs"/>
          <w:rtl/>
        </w:rPr>
        <w:t>ا</w:t>
      </w:r>
      <w:r>
        <w:rPr>
          <w:rtl/>
        </w:rPr>
        <w:t xml:space="preserve"> </w:t>
      </w:r>
      <w:r>
        <w:rPr>
          <w:rFonts w:hint="cs"/>
          <w:rtl/>
        </w:rPr>
        <w:t>لمن</w:t>
      </w:r>
      <w:r>
        <w:rPr>
          <w:rtl/>
        </w:rPr>
        <w:t xml:space="preserve"> </w:t>
      </w:r>
      <w:r>
        <w:rPr>
          <w:rFonts w:hint="cs"/>
          <w:rtl/>
        </w:rPr>
        <w:t>الغبرين</w:t>
      </w:r>
    </w:p>
    <w:p w:rsidR="001F628F" w:rsidRDefault="001F628F" w:rsidP="001F628F">
      <w:pPr>
        <w:pStyle w:val="libNormal"/>
        <w:rPr>
          <w:rtl/>
        </w:rPr>
      </w:pPr>
      <w:r>
        <w:rPr>
          <w:rFonts w:hint="eastAsia"/>
          <w:rtl/>
        </w:rPr>
        <w:t>اس</w:t>
      </w:r>
      <w:r>
        <w:rPr>
          <w:rtl/>
        </w:rPr>
        <w:t xml:space="preserve"> مي</w:t>
      </w:r>
      <w:r w:rsidR="00083993">
        <w:rPr>
          <w:rtl/>
        </w:rPr>
        <w:t xml:space="preserve">ں </w:t>
      </w:r>
      <w:r>
        <w:rPr>
          <w:rtl/>
        </w:rPr>
        <w:t>كوئي شك نہي</w:t>
      </w:r>
      <w:r w:rsidR="00083993">
        <w:rPr>
          <w:rtl/>
        </w:rPr>
        <w:t xml:space="preserve">ں </w:t>
      </w:r>
      <w:r>
        <w:rPr>
          <w:rtl/>
        </w:rPr>
        <w:t>كہ تمام مقدرات خدا كے ہاتھ مي</w:t>
      </w:r>
      <w:r w:rsidR="00083993">
        <w:rPr>
          <w:rtl/>
        </w:rPr>
        <w:t xml:space="preserve">ں </w:t>
      </w:r>
      <w:r>
        <w:rPr>
          <w:rtl/>
        </w:rPr>
        <w:t>ہي</w:t>
      </w:r>
      <w:r w:rsidR="00083993">
        <w:rPr>
          <w:rtl/>
        </w:rPr>
        <w:t xml:space="preserve">ں </w:t>
      </w:r>
      <w:r>
        <w:rPr>
          <w:rtl/>
        </w:rPr>
        <w:t>اور تقدير كا فرشتو</w:t>
      </w:r>
      <w:r w:rsidR="00083993">
        <w:rPr>
          <w:rtl/>
        </w:rPr>
        <w:t xml:space="preserve">ں </w:t>
      </w:r>
      <w:r>
        <w:rPr>
          <w:rtl/>
        </w:rPr>
        <w:t>كے ساتھ منسوب ہونا(قدرنا)شايد اس لئے ہو كہ وہ اس تقدير كے اجرا كرنے والے تھے_</w:t>
      </w:r>
    </w:p>
    <w:p w:rsidR="001F628F" w:rsidRDefault="001F628F" w:rsidP="001F628F">
      <w:pPr>
        <w:pStyle w:val="libNormal"/>
        <w:rPr>
          <w:rtl/>
        </w:rPr>
      </w:pPr>
      <w:r>
        <w:rPr>
          <w:rtl/>
        </w:rPr>
        <w:t>3_فقط پاكيزہ لوگو</w:t>
      </w:r>
      <w:r w:rsidR="00083993">
        <w:rPr>
          <w:rtl/>
        </w:rPr>
        <w:t xml:space="preserve">ں </w:t>
      </w:r>
      <w:r>
        <w:rPr>
          <w:rtl/>
        </w:rPr>
        <w:t>سے رشتہ دارى كا تعلق عذاب الہى</w:t>
      </w:r>
    </w:p>
    <w:p w:rsidR="00470875" w:rsidRDefault="001E7F9D" w:rsidP="00F73EDE">
      <w:pPr>
        <w:pStyle w:val="libPoemTini"/>
        <w:rPr>
          <w:rtl/>
        </w:rPr>
      </w:pPr>
      <w:r>
        <w:rPr>
          <w:rtl/>
        </w:rPr>
        <w:br w:type="page"/>
      </w:r>
    </w:p>
    <w:p w:rsidR="001F628F" w:rsidRDefault="001F628F" w:rsidP="00470875">
      <w:pPr>
        <w:pStyle w:val="libNormal"/>
        <w:rPr>
          <w:rtl/>
        </w:rPr>
      </w:pPr>
      <w:r>
        <w:rPr>
          <w:rFonts w:hint="eastAsia"/>
          <w:rtl/>
        </w:rPr>
        <w:lastRenderedPageBreak/>
        <w:t>اور</w:t>
      </w:r>
      <w:r>
        <w:rPr>
          <w:rtl/>
        </w:rPr>
        <w:t xml:space="preserve"> بُرائي كے نتائج سے نجات كا سبب نہي</w:t>
      </w:r>
      <w:r w:rsidR="00083993">
        <w:rPr>
          <w:rtl/>
        </w:rPr>
        <w:t xml:space="preserve">ں </w:t>
      </w:r>
      <w:r>
        <w:rPr>
          <w:rtl/>
        </w:rPr>
        <w:t>بن سكے گا_</w:t>
      </w:r>
      <w:r w:rsidRPr="00470875">
        <w:rPr>
          <w:rStyle w:val="libArabicChar"/>
          <w:rFonts w:hint="eastAsia"/>
          <w:rtl/>
        </w:rPr>
        <w:t>الّا</w:t>
      </w:r>
      <w:r w:rsidRPr="00470875">
        <w:rPr>
          <w:rStyle w:val="libArabicChar"/>
          <w:rtl/>
        </w:rPr>
        <w:t xml:space="preserve"> امرا ت</w:t>
      </w:r>
      <w:r w:rsidR="00120F63" w:rsidRPr="00B2551F">
        <w:rPr>
          <w:rStyle w:val="libArabicChar"/>
          <w:rFonts w:hint="cs"/>
          <w:rtl/>
        </w:rPr>
        <w:t>ه</w:t>
      </w:r>
      <w:r w:rsidRPr="00470875">
        <w:rPr>
          <w:rStyle w:val="libArabicChar"/>
          <w:rtl/>
        </w:rPr>
        <w:t xml:space="preserve"> </w:t>
      </w:r>
      <w:r w:rsidRPr="00470875">
        <w:rPr>
          <w:rStyle w:val="libArabicChar"/>
          <w:rFonts w:hint="cs"/>
          <w:rtl/>
        </w:rPr>
        <w:t>قدّرنا</w:t>
      </w:r>
      <w:r w:rsidRPr="00470875">
        <w:rPr>
          <w:rStyle w:val="libArabicChar"/>
          <w:rtl/>
        </w:rPr>
        <w:t xml:space="preserve"> </w:t>
      </w:r>
      <w:r w:rsidRPr="00470875">
        <w:rPr>
          <w:rStyle w:val="libArabicChar"/>
          <w:rFonts w:hint="cs"/>
          <w:rtl/>
        </w:rPr>
        <w:t>ان</w:t>
      </w:r>
      <w:r w:rsidR="00F21947" w:rsidRPr="00B2551F">
        <w:rPr>
          <w:rStyle w:val="libArabicChar"/>
          <w:rFonts w:hint="cs"/>
          <w:rtl/>
        </w:rPr>
        <w:t>ه</w:t>
      </w:r>
      <w:r w:rsidRPr="00470875">
        <w:rPr>
          <w:rStyle w:val="libArabicChar"/>
          <w:rFonts w:hint="cs"/>
          <w:rtl/>
        </w:rPr>
        <w:t>ا</w:t>
      </w:r>
      <w:r w:rsidRPr="00470875">
        <w:rPr>
          <w:rStyle w:val="libArabicChar"/>
          <w:rtl/>
        </w:rPr>
        <w:t xml:space="preserve"> </w:t>
      </w:r>
      <w:r w:rsidRPr="00470875">
        <w:rPr>
          <w:rStyle w:val="libArabicChar"/>
          <w:rFonts w:hint="cs"/>
          <w:rtl/>
        </w:rPr>
        <w:t>لمن</w:t>
      </w:r>
      <w:r w:rsidRPr="00470875">
        <w:rPr>
          <w:rStyle w:val="libArabicChar"/>
          <w:rtl/>
        </w:rPr>
        <w:t xml:space="preserve"> </w:t>
      </w:r>
      <w:r w:rsidRPr="00470875">
        <w:rPr>
          <w:rStyle w:val="libArabicChar"/>
          <w:rFonts w:hint="cs"/>
          <w:rtl/>
        </w:rPr>
        <w:t>الغبرين</w:t>
      </w:r>
    </w:p>
    <w:p w:rsidR="001F628F" w:rsidRDefault="001F628F" w:rsidP="00470875">
      <w:pPr>
        <w:pStyle w:val="libNormal"/>
        <w:rPr>
          <w:rtl/>
        </w:rPr>
      </w:pPr>
      <w:r>
        <w:rPr>
          <w:rtl/>
        </w:rPr>
        <w:t>4_ انسان اپنے اجتماعى ماحول اور موثر علل واسباب كے مقابلے مي</w:t>
      </w:r>
      <w:r w:rsidR="00083993">
        <w:rPr>
          <w:rtl/>
        </w:rPr>
        <w:t xml:space="preserve">ں </w:t>
      </w:r>
      <w:r>
        <w:rPr>
          <w:rtl/>
        </w:rPr>
        <w:t>مجبور نہي</w:t>
      </w:r>
      <w:r w:rsidR="00083993">
        <w:rPr>
          <w:rtl/>
        </w:rPr>
        <w:t xml:space="preserve">ں </w:t>
      </w:r>
      <w:r>
        <w:rPr>
          <w:rtl/>
        </w:rPr>
        <w:t>بلكہ اپنى سرنوشت كے تعين مي</w:t>
      </w:r>
      <w:r w:rsidR="00083993">
        <w:rPr>
          <w:rtl/>
        </w:rPr>
        <w:t xml:space="preserve">ں </w:t>
      </w:r>
      <w:r>
        <w:rPr>
          <w:rtl/>
        </w:rPr>
        <w:t>خود مختار ہے_</w:t>
      </w:r>
      <w:r w:rsidRPr="00470875">
        <w:rPr>
          <w:rStyle w:val="libArabicChar"/>
          <w:rFonts w:hint="eastAsia"/>
          <w:rtl/>
        </w:rPr>
        <w:t>الّا</w:t>
      </w:r>
      <w:r w:rsidRPr="00470875">
        <w:rPr>
          <w:rStyle w:val="libArabicChar"/>
          <w:rtl/>
        </w:rPr>
        <w:t xml:space="preserve"> امرا ت</w:t>
      </w:r>
      <w:r w:rsidR="00120F63" w:rsidRPr="00B2551F">
        <w:rPr>
          <w:rStyle w:val="libArabicChar"/>
          <w:rFonts w:hint="cs"/>
          <w:rtl/>
        </w:rPr>
        <w:t>ه</w:t>
      </w:r>
      <w:r w:rsidRPr="00470875">
        <w:rPr>
          <w:rStyle w:val="libArabicChar"/>
          <w:rtl/>
        </w:rPr>
        <w:t xml:space="preserve"> </w:t>
      </w:r>
      <w:r w:rsidRPr="00470875">
        <w:rPr>
          <w:rStyle w:val="libArabicChar"/>
          <w:rFonts w:hint="cs"/>
          <w:rtl/>
        </w:rPr>
        <w:t>قدّرنا</w:t>
      </w:r>
      <w:r w:rsidRPr="00470875">
        <w:rPr>
          <w:rStyle w:val="libArabicChar"/>
          <w:rtl/>
        </w:rPr>
        <w:t xml:space="preserve"> </w:t>
      </w:r>
      <w:r w:rsidRPr="00470875">
        <w:rPr>
          <w:rStyle w:val="libArabicChar"/>
          <w:rFonts w:hint="cs"/>
          <w:rtl/>
        </w:rPr>
        <w:t>ان</w:t>
      </w:r>
      <w:r w:rsidR="00F21947" w:rsidRPr="00B2551F">
        <w:rPr>
          <w:rStyle w:val="libArabicChar"/>
          <w:rFonts w:hint="cs"/>
          <w:rtl/>
        </w:rPr>
        <w:t>ه</w:t>
      </w:r>
      <w:r w:rsidRPr="00470875">
        <w:rPr>
          <w:rStyle w:val="libArabicChar"/>
          <w:rFonts w:hint="cs"/>
          <w:rtl/>
        </w:rPr>
        <w:t>ا</w:t>
      </w:r>
      <w:r w:rsidRPr="00470875">
        <w:rPr>
          <w:rStyle w:val="libArabicChar"/>
          <w:rtl/>
        </w:rPr>
        <w:t xml:space="preserve"> </w:t>
      </w:r>
      <w:r w:rsidRPr="00470875">
        <w:rPr>
          <w:rStyle w:val="libArabicChar"/>
          <w:rFonts w:hint="cs"/>
          <w:rtl/>
        </w:rPr>
        <w:t>لمن</w:t>
      </w:r>
      <w:r w:rsidRPr="00470875">
        <w:rPr>
          <w:rStyle w:val="libArabicChar"/>
          <w:rtl/>
        </w:rPr>
        <w:t xml:space="preserve"> </w:t>
      </w:r>
      <w:r w:rsidRPr="00470875">
        <w:rPr>
          <w:rStyle w:val="libArabicChar"/>
          <w:rFonts w:hint="cs"/>
          <w:rtl/>
        </w:rPr>
        <w:t>الغبرين</w:t>
      </w:r>
    </w:p>
    <w:p w:rsidR="001F628F" w:rsidRDefault="001F628F" w:rsidP="001F628F">
      <w:pPr>
        <w:pStyle w:val="libNormal"/>
        <w:rPr>
          <w:rtl/>
        </w:rPr>
      </w:pPr>
      <w:r>
        <w:rPr>
          <w:rFonts w:hint="eastAsia"/>
          <w:rtl/>
        </w:rPr>
        <w:t>خداوند</w:t>
      </w:r>
      <w:r>
        <w:rPr>
          <w:rtl/>
        </w:rPr>
        <w:t xml:space="preserve"> متعال نے حضرت لوط </w:t>
      </w:r>
      <w:r w:rsidR="00367F17" w:rsidRPr="00367F17">
        <w:rPr>
          <w:rStyle w:val="libAlaemChar"/>
          <w:rtl/>
        </w:rPr>
        <w:t xml:space="preserve"> عليه‌السلام </w:t>
      </w:r>
      <w:r>
        <w:rPr>
          <w:rtl/>
        </w:rPr>
        <w:t xml:space="preserve"> كى بيوى كو لوط كى بد كار قوم كے ساتھ ہم نشينى اختيار كرنے كى وجہ سے عذاب مي</w:t>
      </w:r>
      <w:r w:rsidR="00083993">
        <w:rPr>
          <w:rtl/>
        </w:rPr>
        <w:t xml:space="preserve">ں </w:t>
      </w:r>
      <w:r>
        <w:rPr>
          <w:rtl/>
        </w:rPr>
        <w:t xml:space="preserve">گرفتار كيا ہے اس سے معلوم ہوتا ہے كہ حضرت لوط </w:t>
      </w:r>
      <w:r w:rsidR="00367F17" w:rsidRPr="00367F17">
        <w:rPr>
          <w:rStyle w:val="libAlaemChar"/>
          <w:rtl/>
        </w:rPr>
        <w:t xml:space="preserve"> عليه‌السلام </w:t>
      </w:r>
      <w:r>
        <w:rPr>
          <w:rtl/>
        </w:rPr>
        <w:t xml:space="preserve"> كى بيوى بد كارو</w:t>
      </w:r>
      <w:r w:rsidR="00083993">
        <w:rPr>
          <w:rtl/>
        </w:rPr>
        <w:t xml:space="preserve">ں </w:t>
      </w:r>
      <w:r>
        <w:rPr>
          <w:rtl/>
        </w:rPr>
        <w:t>كى ہم نشينى اختيار كرنے يا نہ كرنے مي</w:t>
      </w:r>
      <w:r w:rsidR="00083993">
        <w:rPr>
          <w:rtl/>
        </w:rPr>
        <w:t xml:space="preserve">ں </w:t>
      </w:r>
      <w:r>
        <w:rPr>
          <w:rtl/>
        </w:rPr>
        <w:t>مختار تھى اوروہ اپنے اپ كو الودہ ہونے سے بچا سكتى تھى _ورنہ اُس كا عذاب غير معقول ہوتا كہ جو حكمت خدا وند سے بعيد ہے</w:t>
      </w:r>
    </w:p>
    <w:p w:rsidR="001F628F" w:rsidRDefault="001F628F" w:rsidP="00470875">
      <w:pPr>
        <w:pStyle w:val="libNormal"/>
        <w:rPr>
          <w:rtl/>
        </w:rPr>
      </w:pPr>
      <w:r>
        <w:rPr>
          <w:rtl/>
        </w:rPr>
        <w:t>5_قوم لوط كى سر زمين مي</w:t>
      </w:r>
      <w:r w:rsidR="00083993">
        <w:rPr>
          <w:rtl/>
        </w:rPr>
        <w:t xml:space="preserve">ں </w:t>
      </w:r>
      <w:r>
        <w:rPr>
          <w:rtl/>
        </w:rPr>
        <w:t>ہى اُن پر عذاب الہى نازل كيا گيا ہے_</w:t>
      </w:r>
      <w:r w:rsidRPr="00470875">
        <w:rPr>
          <w:rStyle w:val="libArabicChar"/>
          <w:rFonts w:hint="eastAsia"/>
          <w:rtl/>
        </w:rPr>
        <w:t>الّا</w:t>
      </w:r>
      <w:r w:rsidRPr="00470875">
        <w:rPr>
          <w:rStyle w:val="libArabicChar"/>
          <w:rtl/>
        </w:rPr>
        <w:t xml:space="preserve"> امرا ت</w:t>
      </w:r>
      <w:r w:rsidR="00120F63" w:rsidRPr="00B2551F">
        <w:rPr>
          <w:rStyle w:val="libArabicChar"/>
          <w:rFonts w:hint="cs"/>
          <w:rtl/>
        </w:rPr>
        <w:t>ه</w:t>
      </w:r>
      <w:r w:rsidRPr="00470875">
        <w:rPr>
          <w:rStyle w:val="libArabicChar"/>
          <w:rtl/>
        </w:rPr>
        <w:t xml:space="preserve"> </w:t>
      </w:r>
      <w:r w:rsidRPr="00470875">
        <w:rPr>
          <w:rStyle w:val="libArabicChar"/>
          <w:rFonts w:hint="cs"/>
          <w:rtl/>
        </w:rPr>
        <w:t>قدّرنا</w:t>
      </w:r>
      <w:r w:rsidRPr="00470875">
        <w:rPr>
          <w:rStyle w:val="libArabicChar"/>
          <w:rtl/>
        </w:rPr>
        <w:t xml:space="preserve"> </w:t>
      </w:r>
      <w:r w:rsidRPr="00470875">
        <w:rPr>
          <w:rStyle w:val="libArabicChar"/>
          <w:rFonts w:hint="cs"/>
          <w:rtl/>
        </w:rPr>
        <w:t>ان</w:t>
      </w:r>
      <w:r w:rsidR="00F21947" w:rsidRPr="00B2551F">
        <w:rPr>
          <w:rStyle w:val="libArabicChar"/>
          <w:rFonts w:hint="cs"/>
          <w:rtl/>
        </w:rPr>
        <w:t>ه</w:t>
      </w:r>
      <w:r w:rsidRPr="00470875">
        <w:rPr>
          <w:rStyle w:val="libArabicChar"/>
          <w:rFonts w:hint="cs"/>
          <w:rtl/>
        </w:rPr>
        <w:t>ا</w:t>
      </w:r>
      <w:r w:rsidRPr="00470875">
        <w:rPr>
          <w:rStyle w:val="libArabicChar"/>
          <w:rtl/>
        </w:rPr>
        <w:t xml:space="preserve"> </w:t>
      </w:r>
      <w:r w:rsidRPr="00470875">
        <w:rPr>
          <w:rStyle w:val="libArabicChar"/>
          <w:rFonts w:hint="cs"/>
          <w:rtl/>
        </w:rPr>
        <w:t>لمن</w:t>
      </w:r>
      <w:r w:rsidRPr="00470875">
        <w:rPr>
          <w:rStyle w:val="libArabicChar"/>
          <w:rtl/>
        </w:rPr>
        <w:t xml:space="preserve"> </w:t>
      </w:r>
      <w:r w:rsidRPr="00470875">
        <w:rPr>
          <w:rStyle w:val="libArabicChar"/>
          <w:rFonts w:hint="cs"/>
          <w:rtl/>
        </w:rPr>
        <w:t>الغبرين</w:t>
      </w:r>
    </w:p>
    <w:p w:rsidR="001F628F" w:rsidRDefault="001F628F" w:rsidP="001F628F">
      <w:pPr>
        <w:pStyle w:val="libNormal"/>
        <w:rPr>
          <w:rtl/>
        </w:rPr>
      </w:pPr>
      <w:r>
        <w:rPr>
          <w:rtl/>
        </w:rPr>
        <w:t>(غابر ين كے مفرد) ''غابر'' كا لغوى معنى ، باقى اور بچ جانے والا ہے اور باقى رہ جانے والو</w:t>
      </w:r>
      <w:r w:rsidR="00083993">
        <w:rPr>
          <w:rtl/>
        </w:rPr>
        <w:t xml:space="preserve">ں </w:t>
      </w:r>
      <w:r>
        <w:rPr>
          <w:rtl/>
        </w:rPr>
        <w:t>سے مراد، لوط كے عام لوگ ہي</w:t>
      </w:r>
      <w:r w:rsidR="00083993">
        <w:rPr>
          <w:rtl/>
        </w:rPr>
        <w:t xml:space="preserve">ں </w:t>
      </w:r>
      <w:r>
        <w:rPr>
          <w:rtl/>
        </w:rPr>
        <w:t>سوائے ال لوط كے_كہ جو شہر مي</w:t>
      </w:r>
      <w:r w:rsidR="00083993">
        <w:rPr>
          <w:rtl/>
        </w:rPr>
        <w:t xml:space="preserve">ں </w:t>
      </w:r>
      <w:r>
        <w:rPr>
          <w:rtl/>
        </w:rPr>
        <w:t>رہ گئے تھے اور عذاب الہى نے اُن كو اليا تھا_</w:t>
      </w:r>
    </w:p>
    <w:p w:rsidR="001F628F" w:rsidRDefault="001F628F" w:rsidP="001F628F">
      <w:pPr>
        <w:pStyle w:val="libNormal"/>
        <w:rPr>
          <w:rtl/>
        </w:rPr>
      </w:pPr>
      <w:r>
        <w:rPr>
          <w:rtl/>
        </w:rPr>
        <w:t>6_فرشتے ،خداوند متعال كے اوامر اور مقدرات كو انجام دينے اور اجرا كرنے والے ہي</w:t>
      </w:r>
      <w:r w:rsidR="00083993">
        <w:rPr>
          <w:rtl/>
        </w:rPr>
        <w:t xml:space="preserve">ں </w:t>
      </w:r>
      <w:r>
        <w:rPr>
          <w:rtl/>
        </w:rPr>
        <w:t>_</w:t>
      </w:r>
    </w:p>
    <w:p w:rsidR="001F628F" w:rsidRDefault="001F628F" w:rsidP="00470875">
      <w:pPr>
        <w:pStyle w:val="libArabic"/>
        <w:rPr>
          <w:rtl/>
        </w:rPr>
      </w:pPr>
      <w:r>
        <w:rPr>
          <w:rFonts w:hint="eastAsia"/>
          <w:rtl/>
        </w:rPr>
        <w:t>الّا</w:t>
      </w:r>
      <w:r>
        <w:rPr>
          <w:rtl/>
        </w:rPr>
        <w:t xml:space="preserve"> امرا ت</w:t>
      </w:r>
      <w:r w:rsidR="00120F63" w:rsidRPr="00ED5DE8">
        <w:rPr>
          <w:rFonts w:hint="cs"/>
          <w:rtl/>
        </w:rPr>
        <w:t>ه</w:t>
      </w:r>
      <w:r>
        <w:rPr>
          <w:rtl/>
        </w:rPr>
        <w:t xml:space="preserve"> </w:t>
      </w:r>
      <w:r>
        <w:rPr>
          <w:rFonts w:hint="cs"/>
          <w:rtl/>
        </w:rPr>
        <w:t>قدّرنا</w:t>
      </w:r>
      <w:r>
        <w:rPr>
          <w:rtl/>
        </w:rPr>
        <w:t xml:space="preserve"> </w:t>
      </w:r>
      <w:r>
        <w:rPr>
          <w:rFonts w:hint="cs"/>
          <w:rtl/>
        </w:rPr>
        <w:t>ان</w:t>
      </w:r>
      <w:r w:rsidR="00F21947" w:rsidRPr="00B2551F">
        <w:rPr>
          <w:rFonts w:hint="cs"/>
          <w:rtl/>
        </w:rPr>
        <w:t>ه</w:t>
      </w:r>
      <w:r>
        <w:rPr>
          <w:rFonts w:hint="cs"/>
          <w:rtl/>
        </w:rPr>
        <w:t>ا</w:t>
      </w:r>
      <w:r>
        <w:rPr>
          <w:rtl/>
        </w:rPr>
        <w:t xml:space="preserve"> </w:t>
      </w:r>
      <w:r>
        <w:rPr>
          <w:rFonts w:hint="cs"/>
          <w:rtl/>
        </w:rPr>
        <w:t>لمن</w:t>
      </w:r>
      <w:r>
        <w:rPr>
          <w:rtl/>
        </w:rPr>
        <w:t xml:space="preserve"> </w:t>
      </w:r>
      <w:r>
        <w:rPr>
          <w:rFonts w:hint="cs"/>
          <w:rtl/>
        </w:rPr>
        <w:t>الغبرين</w:t>
      </w:r>
    </w:p>
    <w:p w:rsidR="001F628F" w:rsidRDefault="001F628F" w:rsidP="001F628F">
      <w:pPr>
        <w:pStyle w:val="libNormal"/>
        <w:rPr>
          <w:rtl/>
        </w:rPr>
      </w:pPr>
      <w:r>
        <w:rPr>
          <w:rFonts w:hint="eastAsia"/>
          <w:rtl/>
        </w:rPr>
        <w:t>اس</w:t>
      </w:r>
      <w:r>
        <w:rPr>
          <w:rtl/>
        </w:rPr>
        <w:t xml:space="preserve"> مي</w:t>
      </w:r>
      <w:r w:rsidR="00083993">
        <w:rPr>
          <w:rtl/>
        </w:rPr>
        <w:t xml:space="preserve">ں </w:t>
      </w:r>
      <w:r>
        <w:rPr>
          <w:rtl/>
        </w:rPr>
        <w:t>كو ئي شك نہي</w:t>
      </w:r>
      <w:r w:rsidR="00083993">
        <w:rPr>
          <w:rtl/>
        </w:rPr>
        <w:t xml:space="preserve">ں </w:t>
      </w:r>
      <w:r>
        <w:rPr>
          <w:rtl/>
        </w:rPr>
        <w:t>كہ امور كى تقدير خدا وند متعال كے ہاتھ مي</w:t>
      </w:r>
      <w:r w:rsidR="00083993">
        <w:rPr>
          <w:rtl/>
        </w:rPr>
        <w:t xml:space="preserve">ں </w:t>
      </w:r>
      <w:r>
        <w:rPr>
          <w:rtl/>
        </w:rPr>
        <w:t>ہے اس كے باوجود خداوند متعال اس كى نسبت فرشتو</w:t>
      </w:r>
      <w:r w:rsidR="00083993">
        <w:rPr>
          <w:rtl/>
        </w:rPr>
        <w:t xml:space="preserve">ں </w:t>
      </w:r>
      <w:r>
        <w:rPr>
          <w:rtl/>
        </w:rPr>
        <w:t>كى طرف دے رہا ہے(قالوا___قدرنا)اس سے ظاہر ہوتا ہے كہ فرشتے الہى اوامر اور مقدرات كے انجام دينے اور اُنہي</w:t>
      </w:r>
      <w:r w:rsidR="00083993">
        <w:rPr>
          <w:rtl/>
        </w:rPr>
        <w:t xml:space="preserve">ں </w:t>
      </w:r>
      <w:r>
        <w:rPr>
          <w:rtl/>
        </w:rPr>
        <w:t>اجرا كرنے والے ہي</w:t>
      </w:r>
      <w:r w:rsidR="00083993">
        <w:rPr>
          <w:rtl/>
        </w:rPr>
        <w:t xml:space="preserve">ں </w:t>
      </w:r>
      <w:r>
        <w:rPr>
          <w:rtl/>
        </w:rPr>
        <w:t>_</w:t>
      </w:r>
    </w:p>
    <w:p w:rsidR="001F628F" w:rsidRDefault="001F628F" w:rsidP="001F628F">
      <w:pPr>
        <w:pStyle w:val="libNormal"/>
        <w:rPr>
          <w:rtl/>
        </w:rPr>
      </w:pPr>
      <w:r>
        <w:rPr>
          <w:rtl/>
        </w:rPr>
        <w:t>7_پاكيزہ لوگو</w:t>
      </w:r>
      <w:r w:rsidR="00083993">
        <w:rPr>
          <w:rtl/>
        </w:rPr>
        <w:t xml:space="preserve">ں </w:t>
      </w:r>
      <w:r>
        <w:rPr>
          <w:rtl/>
        </w:rPr>
        <w:t>كے گھرانے مي</w:t>
      </w:r>
      <w:r w:rsidR="00083993">
        <w:rPr>
          <w:rtl/>
        </w:rPr>
        <w:t xml:space="preserve">ں </w:t>
      </w:r>
      <w:r>
        <w:rPr>
          <w:rtl/>
        </w:rPr>
        <w:t>بھى كفر و نفاق اور حق ناپذيرى و بُرائي كے نفوذ كا امكان _</w:t>
      </w:r>
    </w:p>
    <w:p w:rsidR="001F628F" w:rsidRDefault="001F628F" w:rsidP="00470875">
      <w:pPr>
        <w:pStyle w:val="libArabic"/>
        <w:rPr>
          <w:rtl/>
        </w:rPr>
      </w:pPr>
      <w:r>
        <w:rPr>
          <w:rFonts w:hint="eastAsia"/>
          <w:rtl/>
        </w:rPr>
        <w:t>الّا</w:t>
      </w:r>
      <w:r>
        <w:rPr>
          <w:rtl/>
        </w:rPr>
        <w:t xml:space="preserve"> امرا ت</w:t>
      </w:r>
      <w:r w:rsidR="00120F63" w:rsidRPr="00ED5DE8">
        <w:rPr>
          <w:rFonts w:hint="cs"/>
          <w:rtl/>
        </w:rPr>
        <w:t>ه</w:t>
      </w:r>
      <w:r>
        <w:rPr>
          <w:rtl/>
        </w:rPr>
        <w:t xml:space="preserve"> </w:t>
      </w:r>
      <w:r>
        <w:rPr>
          <w:rFonts w:hint="cs"/>
          <w:rtl/>
        </w:rPr>
        <w:t>قدّرنا</w:t>
      </w:r>
      <w:r>
        <w:rPr>
          <w:rtl/>
        </w:rPr>
        <w:t xml:space="preserve"> </w:t>
      </w:r>
      <w:r>
        <w:rPr>
          <w:rFonts w:hint="cs"/>
          <w:rtl/>
        </w:rPr>
        <w:t>ان</w:t>
      </w:r>
      <w:r w:rsidR="00F21947" w:rsidRPr="00B2551F">
        <w:rPr>
          <w:rFonts w:hint="cs"/>
          <w:rtl/>
        </w:rPr>
        <w:t>ه</w:t>
      </w:r>
      <w:r>
        <w:rPr>
          <w:rFonts w:hint="cs"/>
          <w:rtl/>
        </w:rPr>
        <w:t>ا</w:t>
      </w:r>
      <w:r>
        <w:rPr>
          <w:rtl/>
        </w:rPr>
        <w:t xml:space="preserve"> </w:t>
      </w:r>
      <w:r>
        <w:rPr>
          <w:rFonts w:hint="cs"/>
          <w:rtl/>
        </w:rPr>
        <w:t>لمن</w:t>
      </w:r>
      <w:r>
        <w:rPr>
          <w:rtl/>
        </w:rPr>
        <w:t xml:space="preserve"> </w:t>
      </w:r>
      <w:r>
        <w:rPr>
          <w:rFonts w:hint="cs"/>
          <w:rtl/>
        </w:rPr>
        <w:t>الغبرين</w:t>
      </w:r>
    </w:p>
    <w:p w:rsidR="001F628F" w:rsidRDefault="001F628F" w:rsidP="00470875">
      <w:pPr>
        <w:pStyle w:val="libNormal"/>
        <w:rPr>
          <w:rtl/>
        </w:rPr>
      </w:pPr>
      <w:r>
        <w:rPr>
          <w:rtl/>
        </w:rPr>
        <w:t>8_بيوى ،مرد كى ال و خاندان كا جز ہے_</w:t>
      </w:r>
      <w:r w:rsidRPr="00470875">
        <w:rPr>
          <w:rStyle w:val="libArabicChar"/>
          <w:rFonts w:hint="eastAsia"/>
          <w:rtl/>
        </w:rPr>
        <w:t>ء</w:t>
      </w:r>
      <w:r w:rsidRPr="00470875">
        <w:rPr>
          <w:rStyle w:val="libArabicChar"/>
          <w:rtl/>
        </w:rPr>
        <w:t xml:space="preserve"> ال لوط ...الّا امرا ت</w:t>
      </w:r>
      <w:r w:rsidR="00120F63" w:rsidRPr="00B2551F">
        <w:rPr>
          <w:rStyle w:val="libArabicChar"/>
          <w:rFonts w:hint="cs"/>
          <w:rtl/>
        </w:rPr>
        <w:t>ه</w:t>
      </w:r>
    </w:p>
    <w:p w:rsidR="001F628F" w:rsidRDefault="001F628F" w:rsidP="001F628F">
      <w:pPr>
        <w:pStyle w:val="libNormal"/>
        <w:rPr>
          <w:rtl/>
        </w:rPr>
      </w:pPr>
      <w:r>
        <w:rPr>
          <w:rtl/>
        </w:rPr>
        <w:t>9_صرف پاكيزہ لوگو</w:t>
      </w:r>
      <w:r w:rsidR="00083993">
        <w:rPr>
          <w:rtl/>
        </w:rPr>
        <w:t xml:space="preserve">ں </w:t>
      </w:r>
      <w:r>
        <w:rPr>
          <w:rtl/>
        </w:rPr>
        <w:t>كے ساتھ رشتہ دارى كا تعلق ركھنا ،پاكى اور اچھائي كى دليل نہي</w:t>
      </w:r>
      <w:r w:rsidR="00083993">
        <w:rPr>
          <w:rtl/>
        </w:rPr>
        <w:t xml:space="preserve">ں </w:t>
      </w:r>
      <w:r>
        <w:rPr>
          <w:rtl/>
        </w:rPr>
        <w:t>_</w:t>
      </w:r>
    </w:p>
    <w:p w:rsidR="001F628F" w:rsidRDefault="001F628F" w:rsidP="00470875">
      <w:pPr>
        <w:pStyle w:val="libArabic"/>
        <w:rPr>
          <w:rtl/>
        </w:rPr>
      </w:pPr>
      <w:r>
        <w:rPr>
          <w:rFonts w:hint="eastAsia"/>
          <w:rtl/>
        </w:rPr>
        <w:t>الّا</w:t>
      </w:r>
      <w:r w:rsidR="009143B8" w:rsidRPr="009143B8">
        <w:rPr>
          <w:rtl/>
        </w:rPr>
        <w:t xml:space="preserve"> آل </w:t>
      </w:r>
      <w:r>
        <w:rPr>
          <w:rtl/>
        </w:rPr>
        <w:t>لوط انا لمنجّو</w:t>
      </w:r>
      <w:r w:rsidR="00F21947" w:rsidRPr="00B2551F">
        <w:rPr>
          <w:rFonts w:hint="cs"/>
          <w:rtl/>
        </w:rPr>
        <w:t>ه</w:t>
      </w:r>
      <w:r>
        <w:rPr>
          <w:rFonts w:hint="cs"/>
          <w:rtl/>
        </w:rPr>
        <w:t>م</w:t>
      </w:r>
      <w:r>
        <w:rPr>
          <w:rtl/>
        </w:rPr>
        <w:t xml:space="preserve"> ...</w:t>
      </w:r>
      <w:r>
        <w:rPr>
          <w:rFonts w:hint="cs"/>
          <w:rtl/>
        </w:rPr>
        <w:t>الّا</w:t>
      </w:r>
      <w:r>
        <w:rPr>
          <w:rtl/>
        </w:rPr>
        <w:t xml:space="preserve"> </w:t>
      </w:r>
      <w:r>
        <w:rPr>
          <w:rFonts w:hint="cs"/>
          <w:rtl/>
        </w:rPr>
        <w:t>امرا</w:t>
      </w:r>
      <w:r>
        <w:rPr>
          <w:rtl/>
        </w:rPr>
        <w:t xml:space="preserve"> </w:t>
      </w:r>
      <w:r>
        <w:rPr>
          <w:rFonts w:hint="cs"/>
          <w:rtl/>
        </w:rPr>
        <w:t>ت</w:t>
      </w:r>
      <w:r w:rsidR="00120F63" w:rsidRPr="00ED5DE8">
        <w:rPr>
          <w:rFonts w:hint="cs"/>
          <w:rtl/>
        </w:rPr>
        <w:t>ه</w:t>
      </w:r>
      <w:r>
        <w:rPr>
          <w:rtl/>
        </w:rPr>
        <w:t xml:space="preserve"> </w:t>
      </w:r>
      <w:r>
        <w:rPr>
          <w:rFonts w:hint="cs"/>
          <w:rtl/>
        </w:rPr>
        <w:t>قدّرنا</w:t>
      </w:r>
      <w:r>
        <w:rPr>
          <w:rtl/>
        </w:rPr>
        <w:t xml:space="preserve"> </w:t>
      </w:r>
      <w:r>
        <w:rPr>
          <w:rFonts w:hint="cs"/>
          <w:rtl/>
        </w:rPr>
        <w:t>ان</w:t>
      </w:r>
      <w:r w:rsidR="00F21947" w:rsidRPr="00B2551F">
        <w:rPr>
          <w:rFonts w:hint="cs"/>
          <w:rtl/>
        </w:rPr>
        <w:t>ه</w:t>
      </w:r>
      <w:r>
        <w:rPr>
          <w:rFonts w:hint="cs"/>
          <w:rtl/>
        </w:rPr>
        <w:t>ا</w:t>
      </w:r>
      <w:r>
        <w:rPr>
          <w:rtl/>
        </w:rPr>
        <w:t xml:space="preserve"> </w:t>
      </w:r>
      <w:r>
        <w:rPr>
          <w:rFonts w:hint="cs"/>
          <w:rtl/>
        </w:rPr>
        <w:t>لمن</w:t>
      </w:r>
      <w:r>
        <w:rPr>
          <w:rtl/>
        </w:rPr>
        <w:t xml:space="preserve"> </w:t>
      </w:r>
      <w:r>
        <w:rPr>
          <w:rFonts w:hint="cs"/>
          <w:rtl/>
        </w:rPr>
        <w:t>الغبرين</w:t>
      </w:r>
    </w:p>
    <w:p w:rsidR="001F628F" w:rsidRDefault="001F628F" w:rsidP="00470875">
      <w:pPr>
        <w:pStyle w:val="libNormal"/>
        <w:rPr>
          <w:rtl/>
        </w:rPr>
      </w:pPr>
      <w:r>
        <w:rPr>
          <w:rFonts w:hint="eastAsia"/>
          <w:rtl/>
        </w:rPr>
        <w:t>الله</w:t>
      </w:r>
      <w:r>
        <w:rPr>
          <w:rtl/>
        </w:rPr>
        <w:t xml:space="preserve"> تعالى :</w:t>
      </w:r>
      <w:r>
        <w:rPr>
          <w:rFonts w:hint="eastAsia"/>
          <w:rtl/>
        </w:rPr>
        <w:t>الله</w:t>
      </w:r>
      <w:r>
        <w:rPr>
          <w:rtl/>
        </w:rPr>
        <w:t xml:space="preserve"> تعالى كے اوامر 2;الله تعالى كے اوامر كو اجرا كرنے والے 6;الله تعالى كے مقدرات2</w:t>
      </w:r>
    </w:p>
    <w:p w:rsidR="001F628F" w:rsidRDefault="001F628F" w:rsidP="00470875">
      <w:pPr>
        <w:pStyle w:val="libNormal"/>
        <w:rPr>
          <w:rtl/>
        </w:rPr>
      </w:pPr>
      <w:r>
        <w:rPr>
          <w:rFonts w:hint="eastAsia"/>
          <w:rtl/>
        </w:rPr>
        <w:t>انسان</w:t>
      </w:r>
      <w:r>
        <w:rPr>
          <w:rtl/>
        </w:rPr>
        <w:t xml:space="preserve"> :</w:t>
      </w:r>
      <w:r>
        <w:rPr>
          <w:rFonts w:hint="eastAsia"/>
          <w:rtl/>
        </w:rPr>
        <w:t>انسان</w:t>
      </w:r>
      <w:r>
        <w:rPr>
          <w:rtl/>
        </w:rPr>
        <w:t xml:space="preserve"> كا اختيار 4</w:t>
      </w:r>
    </w:p>
    <w:p w:rsidR="00470875" w:rsidRDefault="001E7F9D" w:rsidP="00F73EDE">
      <w:pPr>
        <w:pStyle w:val="libPoemTini"/>
        <w:rPr>
          <w:rtl/>
        </w:rPr>
      </w:pPr>
      <w:r>
        <w:rPr>
          <w:rtl/>
        </w:rPr>
        <w:br w:type="page"/>
      </w:r>
    </w:p>
    <w:p w:rsidR="001F628F" w:rsidRDefault="001F628F" w:rsidP="00470875">
      <w:pPr>
        <w:pStyle w:val="libNormal"/>
        <w:rPr>
          <w:rtl/>
        </w:rPr>
      </w:pPr>
      <w:r>
        <w:rPr>
          <w:rFonts w:hint="eastAsia"/>
          <w:rtl/>
        </w:rPr>
        <w:lastRenderedPageBreak/>
        <w:t>پاكيزہ</w:t>
      </w:r>
      <w:r>
        <w:rPr>
          <w:rtl/>
        </w:rPr>
        <w:t xml:space="preserve"> لوگ :</w:t>
      </w:r>
      <w:r>
        <w:rPr>
          <w:rFonts w:hint="eastAsia"/>
          <w:rtl/>
        </w:rPr>
        <w:t>اُن</w:t>
      </w:r>
      <w:r>
        <w:rPr>
          <w:rtl/>
        </w:rPr>
        <w:t xml:space="preserve"> كے ساتھ رشتہ دارى كا كردار 3;اُن كے ساتھ رشتہ دارى كے اثرات9;اُن كے گھرانے كى حق ناپذيرى كا امكان 7;اُن كے گھرانے مي</w:t>
      </w:r>
      <w:r w:rsidR="00083993">
        <w:rPr>
          <w:rtl/>
        </w:rPr>
        <w:t xml:space="preserve">ں </w:t>
      </w:r>
      <w:r>
        <w:rPr>
          <w:rtl/>
        </w:rPr>
        <w:t>بُرائي كا امكان 7;اُن كے گھرانے مي</w:t>
      </w:r>
      <w:r w:rsidR="00083993">
        <w:rPr>
          <w:rtl/>
        </w:rPr>
        <w:t xml:space="preserve">ں </w:t>
      </w:r>
      <w:r>
        <w:rPr>
          <w:rtl/>
        </w:rPr>
        <w:t>كفر كا امكان7</w:t>
      </w:r>
    </w:p>
    <w:p w:rsidR="001F628F" w:rsidRDefault="001F628F" w:rsidP="00470875">
      <w:pPr>
        <w:pStyle w:val="libNormal"/>
        <w:rPr>
          <w:rtl/>
        </w:rPr>
      </w:pPr>
      <w:r>
        <w:rPr>
          <w:rFonts w:hint="eastAsia"/>
          <w:rtl/>
        </w:rPr>
        <w:t>پاكيزگي</w:t>
      </w:r>
      <w:r>
        <w:rPr>
          <w:rtl/>
        </w:rPr>
        <w:t>:</w:t>
      </w:r>
      <w:r>
        <w:rPr>
          <w:rFonts w:hint="eastAsia"/>
          <w:rtl/>
        </w:rPr>
        <w:t>پاكيزگى</w:t>
      </w:r>
      <w:r>
        <w:rPr>
          <w:rtl/>
        </w:rPr>
        <w:t xml:space="preserve"> كى علامتي</w:t>
      </w:r>
      <w:r w:rsidR="00083993">
        <w:rPr>
          <w:rtl/>
        </w:rPr>
        <w:t xml:space="preserve">ں </w:t>
      </w:r>
      <w:r>
        <w:rPr>
          <w:rtl/>
        </w:rPr>
        <w:t>9</w:t>
      </w:r>
    </w:p>
    <w:p w:rsidR="001F628F" w:rsidRDefault="001F628F" w:rsidP="001F628F">
      <w:pPr>
        <w:pStyle w:val="libNormal"/>
        <w:rPr>
          <w:rtl/>
        </w:rPr>
      </w:pPr>
      <w:r>
        <w:rPr>
          <w:rFonts w:hint="eastAsia"/>
          <w:rtl/>
        </w:rPr>
        <w:t>جبر</w:t>
      </w:r>
      <w:r>
        <w:rPr>
          <w:rtl/>
        </w:rPr>
        <w:t xml:space="preserve"> و اختيار :4</w:t>
      </w:r>
    </w:p>
    <w:p w:rsidR="001F628F" w:rsidRDefault="001F628F" w:rsidP="001F628F">
      <w:pPr>
        <w:pStyle w:val="libNormal"/>
        <w:rPr>
          <w:rtl/>
        </w:rPr>
      </w:pPr>
      <w:r>
        <w:rPr>
          <w:rFonts w:hint="eastAsia"/>
          <w:rtl/>
        </w:rPr>
        <w:t>خدا</w:t>
      </w:r>
      <w:r>
        <w:rPr>
          <w:rtl/>
        </w:rPr>
        <w:t xml:space="preserve"> كے كارندے :6</w:t>
      </w:r>
    </w:p>
    <w:p w:rsidR="001F628F" w:rsidRDefault="001F628F" w:rsidP="00470875">
      <w:pPr>
        <w:pStyle w:val="libNormal"/>
        <w:rPr>
          <w:rtl/>
        </w:rPr>
      </w:pPr>
      <w:r>
        <w:rPr>
          <w:rFonts w:hint="eastAsia"/>
          <w:rtl/>
        </w:rPr>
        <w:t>سر</w:t>
      </w:r>
      <w:r>
        <w:rPr>
          <w:rtl/>
        </w:rPr>
        <w:t xml:space="preserve"> زميني</w:t>
      </w:r>
      <w:r w:rsidR="00083993">
        <w:rPr>
          <w:rtl/>
        </w:rPr>
        <w:t xml:space="preserve">ں </w:t>
      </w:r>
      <w:r>
        <w:rPr>
          <w:rtl/>
        </w:rPr>
        <w:t>:</w:t>
      </w:r>
      <w:r>
        <w:rPr>
          <w:rFonts w:hint="eastAsia"/>
          <w:rtl/>
        </w:rPr>
        <w:t>قوم</w:t>
      </w:r>
      <w:r>
        <w:rPr>
          <w:rtl/>
        </w:rPr>
        <w:t xml:space="preserve"> لوط كى سر زمين پر عذاب 5</w:t>
      </w:r>
    </w:p>
    <w:p w:rsidR="001F628F" w:rsidRDefault="001F628F" w:rsidP="00470875">
      <w:pPr>
        <w:pStyle w:val="libNormal"/>
        <w:rPr>
          <w:rtl/>
        </w:rPr>
      </w:pPr>
      <w:r>
        <w:rPr>
          <w:rFonts w:hint="eastAsia"/>
          <w:rtl/>
        </w:rPr>
        <w:t>شريك</w:t>
      </w:r>
      <w:r>
        <w:rPr>
          <w:rtl/>
        </w:rPr>
        <w:t xml:space="preserve"> حيات :</w:t>
      </w:r>
      <w:r>
        <w:rPr>
          <w:rFonts w:hint="eastAsia"/>
          <w:rtl/>
        </w:rPr>
        <w:t>شريك</w:t>
      </w:r>
      <w:r>
        <w:rPr>
          <w:rtl/>
        </w:rPr>
        <w:t xml:space="preserve"> حيات كى خاندانى حيثيت 8</w:t>
      </w:r>
    </w:p>
    <w:p w:rsidR="001F628F" w:rsidRDefault="001F628F" w:rsidP="00470875">
      <w:pPr>
        <w:pStyle w:val="libNormal"/>
        <w:rPr>
          <w:rtl/>
        </w:rPr>
      </w:pPr>
      <w:r>
        <w:rPr>
          <w:rFonts w:hint="eastAsia"/>
          <w:rtl/>
        </w:rPr>
        <w:t>عاقبت</w:t>
      </w:r>
      <w:r>
        <w:rPr>
          <w:rtl/>
        </w:rPr>
        <w:t>:</w:t>
      </w:r>
      <w:r>
        <w:rPr>
          <w:rFonts w:hint="eastAsia"/>
          <w:rtl/>
        </w:rPr>
        <w:t>عاقبت</w:t>
      </w:r>
      <w:r>
        <w:rPr>
          <w:rtl/>
        </w:rPr>
        <w:t xml:space="preserve"> پر اثرا نداز ہونے والے عوامل 4</w:t>
      </w:r>
    </w:p>
    <w:p w:rsidR="001F628F" w:rsidRDefault="001F628F" w:rsidP="00470875">
      <w:pPr>
        <w:pStyle w:val="libNormal"/>
        <w:rPr>
          <w:rtl/>
        </w:rPr>
      </w:pPr>
      <w:r>
        <w:rPr>
          <w:rFonts w:hint="eastAsia"/>
          <w:rtl/>
        </w:rPr>
        <w:t>عذاب</w:t>
      </w:r>
      <w:r>
        <w:rPr>
          <w:rtl/>
        </w:rPr>
        <w:t xml:space="preserve"> :</w:t>
      </w:r>
      <w:r>
        <w:rPr>
          <w:rFonts w:hint="eastAsia"/>
          <w:rtl/>
        </w:rPr>
        <w:t>اہل</w:t>
      </w:r>
      <w:r>
        <w:rPr>
          <w:rtl/>
        </w:rPr>
        <w:t xml:space="preserve"> عذاب 1،2</w:t>
      </w:r>
    </w:p>
    <w:p w:rsidR="001F628F" w:rsidRDefault="001F628F" w:rsidP="00470875">
      <w:pPr>
        <w:pStyle w:val="libNormal"/>
        <w:rPr>
          <w:rtl/>
        </w:rPr>
      </w:pPr>
      <w:r>
        <w:rPr>
          <w:rFonts w:hint="eastAsia"/>
          <w:rtl/>
        </w:rPr>
        <w:t>قوم</w:t>
      </w:r>
      <w:r>
        <w:rPr>
          <w:rtl/>
        </w:rPr>
        <w:t xml:space="preserve"> لوط:</w:t>
      </w:r>
      <w:r>
        <w:rPr>
          <w:rFonts w:hint="eastAsia"/>
          <w:rtl/>
        </w:rPr>
        <w:t>قوم</w:t>
      </w:r>
      <w:r>
        <w:rPr>
          <w:rtl/>
        </w:rPr>
        <w:t xml:space="preserve"> لوط كا عذاب 2;قوم لوط كى تاريخ 1،5;قوم لوط كے عذاب كا مكان 5</w:t>
      </w:r>
    </w:p>
    <w:p w:rsidR="001F628F" w:rsidRDefault="001F628F" w:rsidP="00470875">
      <w:pPr>
        <w:pStyle w:val="libNormal"/>
        <w:rPr>
          <w:rtl/>
        </w:rPr>
      </w:pPr>
      <w:r>
        <w:rPr>
          <w:rFonts w:hint="eastAsia"/>
          <w:rtl/>
        </w:rPr>
        <w:t>گھرانہ</w:t>
      </w:r>
      <w:r>
        <w:rPr>
          <w:rtl/>
        </w:rPr>
        <w:t xml:space="preserve"> :</w:t>
      </w:r>
      <w:r>
        <w:rPr>
          <w:rFonts w:hint="eastAsia"/>
          <w:rtl/>
        </w:rPr>
        <w:t>گھرانے</w:t>
      </w:r>
      <w:r>
        <w:rPr>
          <w:rtl/>
        </w:rPr>
        <w:t xml:space="preserve"> كى حدود 8</w:t>
      </w:r>
    </w:p>
    <w:p w:rsidR="001F628F" w:rsidRDefault="001F628F" w:rsidP="00470875">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لوط</w:t>
      </w:r>
      <w:r>
        <w:rPr>
          <w:rtl/>
        </w:rPr>
        <w:t xml:space="preserve"> </w:t>
      </w:r>
      <w:r w:rsidR="00367F17" w:rsidRPr="00367F17">
        <w:rPr>
          <w:rStyle w:val="libAlaemChar"/>
          <w:rtl/>
        </w:rPr>
        <w:t xml:space="preserve"> عليه‌السلام </w:t>
      </w:r>
      <w:r>
        <w:rPr>
          <w:rtl/>
        </w:rPr>
        <w:t xml:space="preserve"> كى بيوى كا عذاب1;لوط </w:t>
      </w:r>
      <w:r w:rsidR="00367F17" w:rsidRPr="00367F17">
        <w:rPr>
          <w:rStyle w:val="libAlaemChar"/>
          <w:rtl/>
        </w:rPr>
        <w:t xml:space="preserve"> عليه‌السلام </w:t>
      </w:r>
      <w:r>
        <w:rPr>
          <w:rtl/>
        </w:rPr>
        <w:t xml:space="preserve"> كى بيوى كا گناہ 1; لوط </w:t>
      </w:r>
      <w:r w:rsidR="00367F17" w:rsidRPr="00367F17">
        <w:rPr>
          <w:rStyle w:val="libAlaemChar"/>
          <w:rtl/>
        </w:rPr>
        <w:t xml:space="preserve"> عليه‌السلام </w:t>
      </w:r>
      <w:r>
        <w:rPr>
          <w:rtl/>
        </w:rPr>
        <w:t xml:space="preserve"> كى بيوى كے عذاب كا سر چشمہ 2;لوط </w:t>
      </w:r>
      <w:r w:rsidR="00367F17" w:rsidRPr="00367F17">
        <w:rPr>
          <w:rStyle w:val="libAlaemChar"/>
          <w:rtl/>
        </w:rPr>
        <w:t xml:space="preserve"> عليه‌السلام </w:t>
      </w:r>
      <w:r>
        <w:rPr>
          <w:rtl/>
        </w:rPr>
        <w:t xml:space="preserve"> كى بيوى كے عذاب كى تقدير 2</w:t>
      </w:r>
    </w:p>
    <w:p w:rsidR="001F628F" w:rsidRDefault="001F628F" w:rsidP="00470875">
      <w:pPr>
        <w:pStyle w:val="libNormal"/>
        <w:rPr>
          <w:rtl/>
        </w:rPr>
      </w:pPr>
      <w:r>
        <w:rPr>
          <w:rFonts w:hint="eastAsia"/>
          <w:rtl/>
        </w:rPr>
        <w:t>ملائكہ</w:t>
      </w:r>
      <w:r>
        <w:rPr>
          <w:rtl/>
        </w:rPr>
        <w:t xml:space="preserve"> :</w:t>
      </w:r>
      <w:r>
        <w:rPr>
          <w:rFonts w:hint="eastAsia"/>
          <w:rtl/>
        </w:rPr>
        <w:t>ملائكہ</w:t>
      </w:r>
      <w:r>
        <w:rPr>
          <w:rtl/>
        </w:rPr>
        <w:t xml:space="preserve"> كا كردار 6</w:t>
      </w:r>
    </w:p>
    <w:p w:rsidR="001F628F" w:rsidRPr="00120F63" w:rsidRDefault="00470875" w:rsidP="00FC0B8E">
      <w:pPr>
        <w:pStyle w:val="Heading2Center"/>
        <w:rPr>
          <w:rtl/>
        </w:rPr>
      </w:pPr>
      <w:bookmarkStart w:id="107" w:name="_Toc28081785"/>
      <w:r>
        <w:rPr>
          <w:rFonts w:hint="cs"/>
          <w:rtl/>
        </w:rPr>
        <w:t>آیت 6</w:t>
      </w:r>
      <w:r w:rsidR="00FC0B8E" w:rsidRPr="00120F63">
        <w:rPr>
          <w:rFonts w:hint="cs"/>
          <w:rtl/>
        </w:rPr>
        <w:t>1</w:t>
      </w:r>
      <w:bookmarkEnd w:id="107"/>
    </w:p>
    <w:p w:rsidR="001F628F" w:rsidRDefault="00E260F9" w:rsidP="00FC0B8E">
      <w:pPr>
        <w:pStyle w:val="libNormal"/>
        <w:rPr>
          <w:rtl/>
        </w:rPr>
      </w:pPr>
      <w:r w:rsidRPr="00E260F9">
        <w:rPr>
          <w:rStyle w:val="libAlaemChar"/>
          <w:rFonts w:hint="eastAsia"/>
          <w:rtl/>
        </w:rPr>
        <w:t>(</w:t>
      </w:r>
      <w:r w:rsidRPr="00FC0B8E">
        <w:rPr>
          <w:rStyle w:val="libAieChar"/>
          <w:rFonts w:hint="eastAsia"/>
          <w:rtl/>
        </w:rPr>
        <w:t>فَلَمَّا</w:t>
      </w:r>
      <w:r w:rsidRPr="00FC0B8E">
        <w:rPr>
          <w:rStyle w:val="libAieChar"/>
          <w:rtl/>
        </w:rPr>
        <w:t xml:space="preserve"> جَاء آلَ لُوطٍ الْمُرْسَلُونَ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پھر</w:t>
      </w:r>
      <w:r>
        <w:rPr>
          <w:rtl/>
        </w:rPr>
        <w:t xml:space="preserve"> جب فرشتے آل لوط كے پاس آئے _</w:t>
      </w:r>
    </w:p>
    <w:p w:rsidR="001F628F" w:rsidRDefault="001F628F" w:rsidP="001F628F">
      <w:pPr>
        <w:pStyle w:val="libNormal"/>
        <w:rPr>
          <w:rtl/>
        </w:rPr>
      </w:pPr>
      <w:r>
        <w:rPr>
          <w:rtl/>
        </w:rPr>
        <w:t>1_قوم لوط كے عذاب پر مامور فرشتے، مہمان كى حيثيت سے حضرت لوط</w:t>
      </w:r>
      <w:r w:rsidR="00367F17" w:rsidRPr="00367F17">
        <w:rPr>
          <w:rStyle w:val="libAlaemChar"/>
          <w:rtl/>
        </w:rPr>
        <w:t xml:space="preserve"> عليه‌السلام </w:t>
      </w:r>
      <w:r>
        <w:rPr>
          <w:rtl/>
        </w:rPr>
        <w:t xml:space="preserve"> كے خاندان كے پاس ائے_</w:t>
      </w:r>
    </w:p>
    <w:p w:rsidR="001F628F" w:rsidRDefault="001F628F" w:rsidP="00FC0B8E">
      <w:pPr>
        <w:pStyle w:val="libArabic"/>
        <w:rPr>
          <w:rtl/>
        </w:rPr>
      </w:pPr>
      <w:r>
        <w:rPr>
          <w:rFonts w:hint="eastAsia"/>
          <w:rtl/>
        </w:rPr>
        <w:t>ونبّئ</w:t>
      </w:r>
      <w:r w:rsidR="00F21947" w:rsidRPr="00B2551F">
        <w:rPr>
          <w:rFonts w:hint="cs"/>
          <w:rtl/>
        </w:rPr>
        <w:t>ه</w:t>
      </w:r>
      <w:r>
        <w:rPr>
          <w:rFonts w:hint="cs"/>
          <w:rtl/>
        </w:rPr>
        <w:t>م</w:t>
      </w:r>
      <w:r>
        <w:rPr>
          <w:rtl/>
        </w:rPr>
        <w:t xml:space="preserve"> عن ضيف ابر</w:t>
      </w:r>
      <w:r w:rsidR="00F21947" w:rsidRPr="00B2551F">
        <w:rPr>
          <w:rFonts w:hint="cs"/>
          <w:rtl/>
        </w:rPr>
        <w:t>ه</w:t>
      </w:r>
      <w:r>
        <w:rPr>
          <w:rFonts w:hint="cs"/>
          <w:rtl/>
        </w:rPr>
        <w:t>يم</w:t>
      </w:r>
      <w:r>
        <w:rPr>
          <w:rtl/>
        </w:rPr>
        <w:t xml:space="preserve"> ...</w:t>
      </w:r>
      <w:r>
        <w:rPr>
          <w:rFonts w:hint="cs"/>
          <w:rtl/>
        </w:rPr>
        <w:t>فما</w:t>
      </w:r>
      <w:r>
        <w:rPr>
          <w:rtl/>
        </w:rPr>
        <w:t xml:space="preserve"> </w:t>
      </w:r>
      <w:r>
        <w:rPr>
          <w:rFonts w:hint="cs"/>
          <w:rtl/>
        </w:rPr>
        <w:t>خطبكم</w:t>
      </w:r>
      <w:r>
        <w:rPr>
          <w:rtl/>
        </w:rPr>
        <w:t xml:space="preserve"> </w:t>
      </w:r>
      <w:r>
        <w:rPr>
          <w:rFonts w:hint="cs"/>
          <w:rtl/>
        </w:rPr>
        <w:t>ا</w:t>
      </w:r>
      <w:r>
        <w:rPr>
          <w:rtl/>
        </w:rPr>
        <w:t xml:space="preserve"> </w:t>
      </w:r>
      <w:r>
        <w:rPr>
          <w:rFonts w:hint="cs"/>
          <w:rtl/>
        </w:rPr>
        <w:t>يّ</w:t>
      </w:r>
      <w:r w:rsidR="00F21947" w:rsidRPr="00B2551F">
        <w:rPr>
          <w:rFonts w:hint="cs"/>
          <w:rtl/>
        </w:rPr>
        <w:t>ه</w:t>
      </w:r>
      <w:r>
        <w:rPr>
          <w:rFonts w:hint="cs"/>
          <w:rtl/>
        </w:rPr>
        <w:t>االمرسلون</w:t>
      </w:r>
      <w:r>
        <w:rPr>
          <w:rtl/>
        </w:rPr>
        <w:t xml:space="preserve"> ...</w:t>
      </w:r>
      <w:r>
        <w:rPr>
          <w:rFonts w:hint="cs"/>
          <w:rtl/>
        </w:rPr>
        <w:t>فلمّا</w:t>
      </w:r>
      <w:r>
        <w:rPr>
          <w:rtl/>
        </w:rPr>
        <w:t xml:space="preserve"> </w:t>
      </w:r>
      <w:r>
        <w:rPr>
          <w:rFonts w:hint="cs"/>
          <w:rtl/>
        </w:rPr>
        <w:t>جاء</w:t>
      </w:r>
      <w:r w:rsidR="009143B8" w:rsidRPr="009143B8">
        <w:rPr>
          <w:rtl/>
        </w:rPr>
        <w:t xml:space="preserve"> آل </w:t>
      </w:r>
      <w:r>
        <w:rPr>
          <w:rFonts w:hint="cs"/>
          <w:rtl/>
        </w:rPr>
        <w:t>لوط</w:t>
      </w:r>
    </w:p>
    <w:p w:rsidR="00FC0B8E" w:rsidRDefault="001E7F9D" w:rsidP="00F73EDE">
      <w:pPr>
        <w:pStyle w:val="libPoemTini"/>
        <w:rPr>
          <w:rtl/>
        </w:rPr>
      </w:pPr>
      <w:r>
        <w:rPr>
          <w:rtl/>
        </w:rPr>
        <w:br w:type="page"/>
      </w:r>
    </w:p>
    <w:p w:rsidR="001F628F" w:rsidRDefault="001F628F" w:rsidP="00FC0B8E">
      <w:pPr>
        <w:pStyle w:val="libArabic"/>
        <w:rPr>
          <w:rtl/>
        </w:rPr>
      </w:pPr>
      <w:r>
        <w:rPr>
          <w:rFonts w:hint="eastAsia"/>
          <w:rtl/>
        </w:rPr>
        <w:lastRenderedPageBreak/>
        <w:t>المرسلون</w:t>
      </w:r>
    </w:p>
    <w:p w:rsidR="001F628F" w:rsidRDefault="001F628F" w:rsidP="001F628F">
      <w:pPr>
        <w:pStyle w:val="libNormal"/>
        <w:rPr>
          <w:rtl/>
        </w:rPr>
      </w:pPr>
      <w:r w:rsidRPr="00FC0B8E">
        <w:rPr>
          <w:rStyle w:val="libArabicChar"/>
          <w:rtl/>
        </w:rPr>
        <w:t>''المرسلون''</w:t>
      </w:r>
      <w:r>
        <w:rPr>
          <w:rtl/>
        </w:rPr>
        <w:t>مي</w:t>
      </w:r>
      <w:r w:rsidR="00083993">
        <w:rPr>
          <w:rtl/>
        </w:rPr>
        <w:t xml:space="preserve">ں </w:t>
      </w:r>
      <w:r>
        <w:rPr>
          <w:rtl/>
        </w:rPr>
        <w:t>الف و لام عہد ذكرى كے لئے ہے اور اُن انے والو</w:t>
      </w:r>
      <w:r w:rsidR="00083993">
        <w:rPr>
          <w:rtl/>
        </w:rPr>
        <w:t xml:space="preserve">ں </w:t>
      </w:r>
      <w:r>
        <w:rPr>
          <w:rtl/>
        </w:rPr>
        <w:t xml:space="preserve">كى طرف اشارہ ہے كہ جو حضرت ابراہيم </w:t>
      </w:r>
      <w:r w:rsidR="00367F17" w:rsidRPr="00367F17">
        <w:rPr>
          <w:rStyle w:val="libAlaemChar"/>
          <w:rtl/>
        </w:rPr>
        <w:t xml:space="preserve"> عليه‌السلام </w:t>
      </w:r>
      <w:r>
        <w:rPr>
          <w:rtl/>
        </w:rPr>
        <w:t xml:space="preserve"> كے پاس ائے تھے اور جنہو</w:t>
      </w:r>
      <w:r w:rsidR="00083993">
        <w:rPr>
          <w:rtl/>
        </w:rPr>
        <w:t xml:space="preserve">ں </w:t>
      </w:r>
      <w:r>
        <w:rPr>
          <w:rtl/>
        </w:rPr>
        <w:t xml:space="preserve">نے قوم لوط كے عذاب كا تذكرہ كيا تھا (قال فما خطبكم ا يّھا المرسلون)ايت 57) اور اس سے يہ ظاہر ہوتا ہے كہ حضرت ابراہيم </w:t>
      </w:r>
      <w:r w:rsidR="00367F17" w:rsidRPr="00367F17">
        <w:rPr>
          <w:rStyle w:val="libAlaemChar"/>
          <w:rtl/>
        </w:rPr>
        <w:t xml:space="preserve"> عليه‌السلام </w:t>
      </w:r>
      <w:r>
        <w:rPr>
          <w:rtl/>
        </w:rPr>
        <w:t xml:space="preserve"> كے مہمان حضرت لوط </w:t>
      </w:r>
      <w:r w:rsidR="00367F17" w:rsidRPr="00367F17">
        <w:rPr>
          <w:rStyle w:val="libAlaemChar"/>
          <w:rtl/>
        </w:rPr>
        <w:t xml:space="preserve"> عليه‌السلام </w:t>
      </w:r>
      <w:r>
        <w:rPr>
          <w:rtl/>
        </w:rPr>
        <w:t xml:space="preserve"> كے پاس بھى ائے تھے _ياد رہے كہ ايت 68 بھى اسى نكتے كى تائيدكرتى ہے_</w:t>
      </w:r>
    </w:p>
    <w:p w:rsidR="001F628F" w:rsidRDefault="001F628F" w:rsidP="001F628F">
      <w:pPr>
        <w:pStyle w:val="libNormal"/>
        <w:rPr>
          <w:rtl/>
        </w:rPr>
      </w:pPr>
      <w:r>
        <w:rPr>
          <w:rtl/>
        </w:rPr>
        <w:t xml:space="preserve">2_حضرت لوط </w:t>
      </w:r>
      <w:r w:rsidR="00367F17" w:rsidRPr="00367F17">
        <w:rPr>
          <w:rStyle w:val="libAlaemChar"/>
          <w:rtl/>
        </w:rPr>
        <w:t xml:space="preserve"> عليه‌السلام </w:t>
      </w:r>
      <w:r>
        <w:rPr>
          <w:rtl/>
        </w:rPr>
        <w:t xml:space="preserve"> كا خاندان ،خداوند متعال كى خصوصى عنايت اور توجہ سے بہرہ مند تھا_</w:t>
      </w:r>
    </w:p>
    <w:p w:rsidR="001F628F" w:rsidRDefault="001F628F" w:rsidP="00FC0B8E">
      <w:pPr>
        <w:pStyle w:val="libArabic"/>
        <w:rPr>
          <w:rtl/>
        </w:rPr>
      </w:pPr>
      <w:r>
        <w:rPr>
          <w:rFonts w:hint="eastAsia"/>
          <w:rtl/>
        </w:rPr>
        <w:t>فلمّا</w:t>
      </w:r>
      <w:r>
        <w:rPr>
          <w:rtl/>
        </w:rPr>
        <w:t xml:space="preserve"> جاء</w:t>
      </w:r>
      <w:r w:rsidR="009143B8" w:rsidRPr="009143B8">
        <w:rPr>
          <w:rtl/>
        </w:rPr>
        <w:t xml:space="preserve"> آل </w:t>
      </w:r>
      <w:r>
        <w:rPr>
          <w:rtl/>
        </w:rPr>
        <w:t>لوط المرسلون</w:t>
      </w:r>
    </w:p>
    <w:p w:rsidR="001F628F" w:rsidRDefault="001F628F" w:rsidP="001F628F">
      <w:pPr>
        <w:pStyle w:val="libNormal"/>
        <w:rPr>
          <w:rtl/>
        </w:rPr>
      </w:pPr>
      <w:r>
        <w:rPr>
          <w:rFonts w:hint="eastAsia"/>
          <w:rtl/>
        </w:rPr>
        <w:t>نہ</w:t>
      </w:r>
      <w:r>
        <w:rPr>
          <w:rtl/>
        </w:rPr>
        <w:t xml:space="preserve"> فقط خود حضرت لوط</w:t>
      </w:r>
      <w:r w:rsidR="00367F17" w:rsidRPr="00367F17">
        <w:rPr>
          <w:rStyle w:val="libAlaemChar"/>
          <w:rtl/>
        </w:rPr>
        <w:t xml:space="preserve"> عليه‌السلام </w:t>
      </w:r>
      <w:r>
        <w:rPr>
          <w:rtl/>
        </w:rPr>
        <w:t xml:space="preserve"> بلكہ ان كے خاندان كے پاس فرشتو</w:t>
      </w:r>
      <w:r w:rsidR="00083993">
        <w:rPr>
          <w:rtl/>
        </w:rPr>
        <w:t xml:space="preserve">ں </w:t>
      </w:r>
      <w:r>
        <w:rPr>
          <w:rtl/>
        </w:rPr>
        <w:t>كا مہمان كى حيثيت سے انا،اُن كے خاندان پر خدا كى خصوصى عنايت و توجہ اور اُن كے بلند مقام و مرتبے كى نشاندہى كرتا ہے_</w:t>
      </w:r>
    </w:p>
    <w:p w:rsidR="001F628F" w:rsidRDefault="001F628F" w:rsidP="00FC0B8E">
      <w:pPr>
        <w:pStyle w:val="libNormal"/>
        <w:rPr>
          <w:rtl/>
        </w:rPr>
      </w:pPr>
      <w:r>
        <w:rPr>
          <w:rFonts w:hint="eastAsia"/>
          <w:rtl/>
        </w:rPr>
        <w:t>لطف</w:t>
      </w:r>
      <w:r>
        <w:rPr>
          <w:rtl/>
        </w:rPr>
        <w:t xml:space="preserve"> خدا :</w:t>
      </w:r>
      <w:r>
        <w:rPr>
          <w:rFonts w:hint="eastAsia"/>
          <w:rtl/>
        </w:rPr>
        <w:t>لطف</w:t>
      </w:r>
      <w:r>
        <w:rPr>
          <w:rtl/>
        </w:rPr>
        <w:t xml:space="preserve"> خدا جن كے شامل حال ہے2</w:t>
      </w:r>
    </w:p>
    <w:p w:rsidR="001F628F" w:rsidRDefault="001F628F" w:rsidP="00FC0B8E">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لوط</w:t>
      </w:r>
      <w:r>
        <w:rPr>
          <w:rtl/>
        </w:rPr>
        <w:t xml:space="preserve"> </w:t>
      </w:r>
      <w:r w:rsidR="00367F17" w:rsidRPr="00367F17">
        <w:rPr>
          <w:rStyle w:val="libAlaemChar"/>
          <w:rtl/>
        </w:rPr>
        <w:t xml:space="preserve"> عليه‌السلام </w:t>
      </w:r>
      <w:r>
        <w:rPr>
          <w:rtl/>
        </w:rPr>
        <w:t xml:space="preserve"> كا قصہ 1; لوط </w:t>
      </w:r>
      <w:r w:rsidR="00367F17" w:rsidRPr="00367F17">
        <w:rPr>
          <w:rStyle w:val="libAlaemChar"/>
          <w:rtl/>
        </w:rPr>
        <w:t xml:space="preserve"> عليه‌السلام </w:t>
      </w:r>
      <w:r>
        <w:rPr>
          <w:rtl/>
        </w:rPr>
        <w:t xml:space="preserve"> كے مہمان 1;لوط </w:t>
      </w:r>
      <w:r w:rsidR="00367F17" w:rsidRPr="00367F17">
        <w:rPr>
          <w:rStyle w:val="libAlaemChar"/>
          <w:rtl/>
        </w:rPr>
        <w:t xml:space="preserve"> عليه‌السلام </w:t>
      </w:r>
      <w:r>
        <w:rPr>
          <w:rtl/>
        </w:rPr>
        <w:t xml:space="preserve"> كے خاندان ; پرملائكہ كا داخل ہونا 1;لوط </w:t>
      </w:r>
      <w:r w:rsidR="00367F17" w:rsidRPr="00367F17">
        <w:rPr>
          <w:rStyle w:val="libAlaemChar"/>
          <w:rtl/>
        </w:rPr>
        <w:t xml:space="preserve"> عليه‌السلام </w:t>
      </w:r>
      <w:r>
        <w:rPr>
          <w:rtl/>
        </w:rPr>
        <w:t xml:space="preserve"> كے خاندان كے فضائل2</w:t>
      </w:r>
    </w:p>
    <w:p w:rsidR="001F628F" w:rsidRDefault="001F628F" w:rsidP="00FC0B8E">
      <w:pPr>
        <w:pStyle w:val="libNormal"/>
        <w:rPr>
          <w:rtl/>
        </w:rPr>
      </w:pPr>
      <w:r>
        <w:rPr>
          <w:rFonts w:hint="eastAsia"/>
          <w:rtl/>
        </w:rPr>
        <w:t>ملائكہ</w:t>
      </w:r>
      <w:r>
        <w:rPr>
          <w:rtl/>
        </w:rPr>
        <w:t xml:space="preserve"> :</w:t>
      </w:r>
      <w:r>
        <w:rPr>
          <w:rFonts w:hint="eastAsia"/>
          <w:rtl/>
        </w:rPr>
        <w:t>عذاب</w:t>
      </w:r>
      <w:r>
        <w:rPr>
          <w:rtl/>
        </w:rPr>
        <w:t xml:space="preserve"> كے ملائكہ 1</w:t>
      </w:r>
    </w:p>
    <w:p w:rsidR="001F628F" w:rsidRDefault="00FC0B8E" w:rsidP="00FC0B8E">
      <w:pPr>
        <w:pStyle w:val="Heading2Center"/>
        <w:rPr>
          <w:rtl/>
        </w:rPr>
      </w:pPr>
      <w:bookmarkStart w:id="108" w:name="_Toc28081786"/>
      <w:r>
        <w:rPr>
          <w:rFonts w:hint="cs"/>
          <w:rtl/>
        </w:rPr>
        <w:t>آیت 62</w:t>
      </w:r>
      <w:bookmarkEnd w:id="108"/>
    </w:p>
    <w:p w:rsidR="001F628F" w:rsidRDefault="00E260F9" w:rsidP="00FC0B8E">
      <w:pPr>
        <w:pStyle w:val="libNormal"/>
        <w:rPr>
          <w:rtl/>
        </w:rPr>
      </w:pPr>
      <w:r w:rsidRPr="00E260F9">
        <w:rPr>
          <w:rStyle w:val="libAlaemChar"/>
          <w:rFonts w:hint="eastAsia"/>
          <w:rtl/>
        </w:rPr>
        <w:t>(</w:t>
      </w:r>
      <w:r w:rsidRPr="00FC0B8E">
        <w:rPr>
          <w:rStyle w:val="libAieChar"/>
          <w:rFonts w:hint="eastAsia"/>
          <w:rtl/>
        </w:rPr>
        <w:t>قَالَ</w:t>
      </w:r>
      <w:r w:rsidRPr="00FC0B8E">
        <w:rPr>
          <w:rStyle w:val="libAieChar"/>
          <w:rtl/>
        </w:rPr>
        <w:t xml:space="preserve"> إِنَّكُمْ قَوْمٌ مُّنكَرُونَ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لوط نے كہا كہ تم تو اجنبى قسم كے لوگ معلوم ہوتے ہو_</w:t>
      </w:r>
    </w:p>
    <w:p w:rsidR="001F628F" w:rsidRDefault="001F628F" w:rsidP="00FC0B8E">
      <w:pPr>
        <w:pStyle w:val="libNormal"/>
        <w:rPr>
          <w:rtl/>
        </w:rPr>
      </w:pPr>
      <w:r>
        <w:rPr>
          <w:rtl/>
        </w:rPr>
        <w:t xml:space="preserve">1_فرشتے، حضرت لوط </w:t>
      </w:r>
      <w:r w:rsidR="00367F17" w:rsidRPr="00367F17">
        <w:rPr>
          <w:rStyle w:val="libAlaemChar"/>
          <w:rtl/>
        </w:rPr>
        <w:t xml:space="preserve"> عليه‌السلام </w:t>
      </w:r>
      <w:r>
        <w:rPr>
          <w:rtl/>
        </w:rPr>
        <w:t xml:space="preserve"> كے پاس گروہ كى صورت اور اجنبى مردو</w:t>
      </w:r>
      <w:r w:rsidR="00083993">
        <w:rPr>
          <w:rtl/>
        </w:rPr>
        <w:t xml:space="preserve">ں </w:t>
      </w:r>
      <w:r>
        <w:rPr>
          <w:rtl/>
        </w:rPr>
        <w:t>كى شكل مي</w:t>
      </w:r>
      <w:r w:rsidR="00083993">
        <w:rPr>
          <w:rtl/>
        </w:rPr>
        <w:t xml:space="preserve">ں </w:t>
      </w:r>
      <w:r>
        <w:rPr>
          <w:rtl/>
        </w:rPr>
        <w:t>ائے تھے_</w:t>
      </w:r>
      <w:r w:rsidRPr="00FC0B8E">
        <w:rPr>
          <w:rStyle w:val="libArabicChar"/>
          <w:rFonts w:hint="eastAsia"/>
          <w:rtl/>
        </w:rPr>
        <w:t>قال</w:t>
      </w:r>
      <w:r w:rsidRPr="00FC0B8E">
        <w:rPr>
          <w:rStyle w:val="libArabicChar"/>
          <w:rtl/>
        </w:rPr>
        <w:t xml:space="preserve"> انكم قوم منكرون</w:t>
      </w:r>
    </w:p>
    <w:p w:rsidR="001F628F" w:rsidRDefault="001F628F" w:rsidP="001F628F">
      <w:pPr>
        <w:pStyle w:val="libNormal"/>
        <w:rPr>
          <w:rtl/>
        </w:rPr>
      </w:pPr>
      <w:r>
        <w:rPr>
          <w:rtl/>
        </w:rPr>
        <w:t>'' قوم '' لغوى لحاظ سے مردو</w:t>
      </w:r>
      <w:r w:rsidR="00083993">
        <w:rPr>
          <w:rtl/>
        </w:rPr>
        <w:t xml:space="preserve">ں </w:t>
      </w:r>
      <w:r>
        <w:rPr>
          <w:rtl/>
        </w:rPr>
        <w:t>كے ايك گروہ كو كہتے ہي</w:t>
      </w:r>
      <w:r w:rsidR="00083993">
        <w:rPr>
          <w:rtl/>
        </w:rPr>
        <w:t xml:space="preserve">ں </w:t>
      </w:r>
      <w:r>
        <w:rPr>
          <w:rtl/>
        </w:rPr>
        <w:t>(مفردات راغب )''انكم '' اور ''منكرون'' كى ضميرو</w:t>
      </w:r>
      <w:r w:rsidR="00083993">
        <w:rPr>
          <w:rtl/>
        </w:rPr>
        <w:t xml:space="preserve">ں </w:t>
      </w:r>
      <w:r>
        <w:rPr>
          <w:rtl/>
        </w:rPr>
        <w:t>كا جمع مذكر كى صورت مي</w:t>
      </w:r>
      <w:r w:rsidR="00083993">
        <w:rPr>
          <w:rtl/>
        </w:rPr>
        <w:t xml:space="preserve">ں </w:t>
      </w:r>
      <w:r>
        <w:rPr>
          <w:rtl/>
        </w:rPr>
        <w:t>انا ،مندرجہ بالا مطلب كى تائيد كرتا ہے_</w:t>
      </w:r>
    </w:p>
    <w:p w:rsidR="001F628F" w:rsidRDefault="001F628F" w:rsidP="001F628F">
      <w:pPr>
        <w:pStyle w:val="libNormal"/>
        <w:rPr>
          <w:rtl/>
        </w:rPr>
      </w:pPr>
      <w:r>
        <w:rPr>
          <w:rtl/>
        </w:rPr>
        <w:t xml:space="preserve">2_حضرت لوط </w:t>
      </w:r>
      <w:r w:rsidR="00367F17" w:rsidRPr="00367F17">
        <w:rPr>
          <w:rStyle w:val="libAlaemChar"/>
          <w:rtl/>
        </w:rPr>
        <w:t xml:space="preserve"> عليه‌السلام </w:t>
      </w:r>
      <w:r>
        <w:rPr>
          <w:rtl/>
        </w:rPr>
        <w:t xml:space="preserve"> نے اپنے پاس فرشتو</w:t>
      </w:r>
      <w:r w:rsidR="00083993">
        <w:rPr>
          <w:rtl/>
        </w:rPr>
        <w:t xml:space="preserve">ں </w:t>
      </w:r>
      <w:r>
        <w:rPr>
          <w:rtl/>
        </w:rPr>
        <w:t>كے انے كے بعد اُن سے اپنا تعارف كرانے كا تقاضا كيا _</w:t>
      </w:r>
    </w:p>
    <w:p w:rsidR="00FC0B8E" w:rsidRDefault="001E7F9D" w:rsidP="00F73EDE">
      <w:pPr>
        <w:pStyle w:val="libPoemTini"/>
        <w:rPr>
          <w:rtl/>
        </w:rPr>
      </w:pPr>
      <w:r>
        <w:rPr>
          <w:rtl/>
        </w:rPr>
        <w:br w:type="page"/>
      </w:r>
    </w:p>
    <w:p w:rsidR="001F628F" w:rsidRDefault="001F628F" w:rsidP="00FC0B8E">
      <w:pPr>
        <w:pStyle w:val="libArabic"/>
        <w:rPr>
          <w:rtl/>
        </w:rPr>
      </w:pPr>
      <w:r>
        <w:rPr>
          <w:rFonts w:hint="eastAsia"/>
          <w:rtl/>
        </w:rPr>
        <w:lastRenderedPageBreak/>
        <w:t>قال</w:t>
      </w:r>
      <w:r>
        <w:rPr>
          <w:rtl/>
        </w:rPr>
        <w:t xml:space="preserve"> انكم قوم منكرون</w:t>
      </w:r>
    </w:p>
    <w:p w:rsidR="001F628F" w:rsidRDefault="001F628F" w:rsidP="001F628F">
      <w:pPr>
        <w:pStyle w:val="libNormal"/>
        <w:rPr>
          <w:rtl/>
        </w:rPr>
      </w:pPr>
      <w:r>
        <w:rPr>
          <w:rFonts w:hint="eastAsia"/>
          <w:rtl/>
        </w:rPr>
        <w:t>مندرجہ</w:t>
      </w:r>
      <w:r>
        <w:rPr>
          <w:rtl/>
        </w:rPr>
        <w:t xml:space="preserve"> بالا عبارت اگر چہ ايك قسم كى خبر ہے ليكن اپنا تعارف كرانے كى درخواست كے بارے مي</w:t>
      </w:r>
      <w:r w:rsidR="00083993">
        <w:rPr>
          <w:rtl/>
        </w:rPr>
        <w:t xml:space="preserve">ں </w:t>
      </w:r>
      <w:r>
        <w:rPr>
          <w:rtl/>
        </w:rPr>
        <w:t>ايك كنايہ ہے _بعد والى ايت مي</w:t>
      </w:r>
      <w:r w:rsidR="00083993">
        <w:rPr>
          <w:rtl/>
        </w:rPr>
        <w:t xml:space="preserve">ں </w:t>
      </w:r>
      <w:r>
        <w:rPr>
          <w:rtl/>
        </w:rPr>
        <w:t>ملائكہ كا جو جواب ايا ہے اُس سے بھى اسى مطلب كى تائيد ہوتى ہے_</w:t>
      </w:r>
    </w:p>
    <w:p w:rsidR="001F628F" w:rsidRDefault="001F628F" w:rsidP="00FC0B8E">
      <w:pPr>
        <w:pStyle w:val="libNormal"/>
        <w:rPr>
          <w:rtl/>
        </w:rPr>
      </w:pPr>
      <w:r>
        <w:rPr>
          <w:rtl/>
        </w:rPr>
        <w:t xml:space="preserve">3_حضرت لو ط </w:t>
      </w:r>
      <w:r w:rsidR="00367F17" w:rsidRPr="00367F17">
        <w:rPr>
          <w:rStyle w:val="libAlaemChar"/>
          <w:rtl/>
        </w:rPr>
        <w:t xml:space="preserve"> عليه‌السلام </w:t>
      </w:r>
      <w:r>
        <w:rPr>
          <w:rtl/>
        </w:rPr>
        <w:t xml:space="preserve"> كا علم محدود تھا_</w:t>
      </w:r>
      <w:r w:rsidRPr="00FC0B8E">
        <w:rPr>
          <w:rStyle w:val="libArabicChar"/>
          <w:rFonts w:hint="eastAsia"/>
          <w:rtl/>
        </w:rPr>
        <w:t>قال</w:t>
      </w:r>
      <w:r w:rsidRPr="00FC0B8E">
        <w:rPr>
          <w:rStyle w:val="libArabicChar"/>
          <w:rtl/>
        </w:rPr>
        <w:t xml:space="preserve"> انكم قوم منكرون</w:t>
      </w:r>
    </w:p>
    <w:p w:rsidR="001F628F" w:rsidRDefault="001F628F" w:rsidP="00FC0B8E">
      <w:pPr>
        <w:pStyle w:val="libNormal"/>
        <w:rPr>
          <w:rtl/>
        </w:rPr>
      </w:pPr>
      <w:r>
        <w:rPr>
          <w:rtl/>
        </w:rPr>
        <w:t xml:space="preserve">4_ حضرت لوط </w:t>
      </w:r>
      <w:r w:rsidR="00367F17" w:rsidRPr="00367F17">
        <w:rPr>
          <w:rStyle w:val="libAlaemChar"/>
          <w:rtl/>
        </w:rPr>
        <w:t xml:space="preserve"> عليه‌السلام </w:t>
      </w:r>
      <w:r>
        <w:rPr>
          <w:rtl/>
        </w:rPr>
        <w:t xml:space="preserve"> كے ساتھ فرشتو</w:t>
      </w:r>
      <w:r w:rsidR="00083993">
        <w:rPr>
          <w:rtl/>
        </w:rPr>
        <w:t xml:space="preserve">ں </w:t>
      </w:r>
      <w:r>
        <w:rPr>
          <w:rtl/>
        </w:rPr>
        <w:t>كى براہ راست گفتگو_</w:t>
      </w:r>
      <w:r w:rsidRPr="00FC0B8E">
        <w:rPr>
          <w:rStyle w:val="libArabicChar"/>
          <w:rFonts w:hint="eastAsia"/>
          <w:rtl/>
        </w:rPr>
        <w:t>قال</w:t>
      </w:r>
      <w:r w:rsidRPr="00FC0B8E">
        <w:rPr>
          <w:rStyle w:val="libArabicChar"/>
          <w:rtl/>
        </w:rPr>
        <w:t xml:space="preserve"> انكم قوم منكرون _قالو</w:t>
      </w:r>
    </w:p>
    <w:p w:rsidR="001F628F" w:rsidRDefault="001F628F" w:rsidP="00FC0B8E">
      <w:pPr>
        <w:pStyle w:val="libNormal"/>
        <w:rPr>
          <w:rtl/>
        </w:rPr>
      </w:pPr>
      <w:r>
        <w:rPr>
          <w:rtl/>
        </w:rPr>
        <w:t>5_فرشتو</w:t>
      </w:r>
      <w:r w:rsidR="00083993">
        <w:rPr>
          <w:rtl/>
        </w:rPr>
        <w:t xml:space="preserve">ں </w:t>
      </w:r>
      <w:r>
        <w:rPr>
          <w:rtl/>
        </w:rPr>
        <w:t>كے لئے جسمانى صورت اور انسان كيلئے</w:t>
      </w:r>
      <w:r>
        <w:rPr>
          <w:rFonts w:hint="eastAsia"/>
          <w:rtl/>
        </w:rPr>
        <w:t>قابل</w:t>
      </w:r>
      <w:r>
        <w:rPr>
          <w:rtl/>
        </w:rPr>
        <w:t xml:space="preserve"> رئويت شكل مي</w:t>
      </w:r>
      <w:r w:rsidR="00083993">
        <w:rPr>
          <w:rtl/>
        </w:rPr>
        <w:t xml:space="preserve">ں </w:t>
      </w:r>
      <w:r>
        <w:rPr>
          <w:rtl/>
        </w:rPr>
        <w:t>ظاہر ہونے كا امكان _</w:t>
      </w:r>
      <w:r w:rsidRPr="00FC0B8E">
        <w:rPr>
          <w:rStyle w:val="libArabicChar"/>
          <w:rFonts w:hint="eastAsia"/>
          <w:rtl/>
        </w:rPr>
        <w:t>قال</w:t>
      </w:r>
      <w:r w:rsidRPr="00FC0B8E">
        <w:rPr>
          <w:rStyle w:val="libArabicChar"/>
          <w:rtl/>
        </w:rPr>
        <w:t xml:space="preserve"> انكم قوم منكرون</w:t>
      </w:r>
    </w:p>
    <w:p w:rsidR="001F628F" w:rsidRDefault="001F628F" w:rsidP="00FC0B8E">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اور ملائكہ 2;حضرت لوط </w:t>
      </w:r>
      <w:r w:rsidR="00367F17" w:rsidRPr="00367F17">
        <w:rPr>
          <w:rStyle w:val="libAlaemChar"/>
          <w:rtl/>
        </w:rPr>
        <w:t xml:space="preserve"> عليه‌السلام </w:t>
      </w:r>
      <w:r>
        <w:rPr>
          <w:rtl/>
        </w:rPr>
        <w:t xml:space="preserve"> پر ملائكہ كے وارد ہونے كى كيفيت 1;حضرت لوط </w:t>
      </w:r>
      <w:r w:rsidR="00367F17" w:rsidRPr="00367F17">
        <w:rPr>
          <w:rStyle w:val="libAlaemChar"/>
          <w:rtl/>
        </w:rPr>
        <w:t xml:space="preserve"> عليه‌السلام </w:t>
      </w:r>
      <w:r>
        <w:rPr>
          <w:rtl/>
        </w:rPr>
        <w:t xml:space="preserve"> كا قصہ 1 ، 2;حضرت لوط </w:t>
      </w:r>
      <w:r w:rsidR="00367F17" w:rsidRPr="00367F17">
        <w:rPr>
          <w:rStyle w:val="libAlaemChar"/>
          <w:rtl/>
        </w:rPr>
        <w:t xml:space="preserve"> عليه‌السلام </w:t>
      </w:r>
      <w:r>
        <w:rPr>
          <w:rtl/>
        </w:rPr>
        <w:t xml:space="preserve"> كے پاس ملائكہ كا انا 2; حضرت لوط </w:t>
      </w:r>
      <w:r w:rsidR="00367F17" w:rsidRPr="00367F17">
        <w:rPr>
          <w:rStyle w:val="libAlaemChar"/>
          <w:rtl/>
        </w:rPr>
        <w:t xml:space="preserve"> عليه‌السلام </w:t>
      </w:r>
      <w:r>
        <w:rPr>
          <w:rtl/>
        </w:rPr>
        <w:t xml:space="preserve"> كے تقاضے 2;حضرت لوط </w:t>
      </w:r>
      <w:r w:rsidR="00367F17" w:rsidRPr="00367F17">
        <w:rPr>
          <w:rStyle w:val="libAlaemChar"/>
          <w:rtl/>
        </w:rPr>
        <w:t xml:space="preserve"> عليه‌السلام </w:t>
      </w:r>
      <w:r>
        <w:rPr>
          <w:rtl/>
        </w:rPr>
        <w:t xml:space="preserve"> كے ساتھ ملائكہ كى گفتگو 4; حضرت لوط </w:t>
      </w:r>
      <w:r w:rsidR="00367F17" w:rsidRPr="00367F17">
        <w:rPr>
          <w:rStyle w:val="libAlaemChar"/>
          <w:rtl/>
        </w:rPr>
        <w:t xml:space="preserve"> عليه‌السلام </w:t>
      </w:r>
      <w:r>
        <w:rPr>
          <w:rtl/>
        </w:rPr>
        <w:t xml:space="preserve"> كے علم كى حدود 3;حضرت لوط </w:t>
      </w:r>
      <w:r w:rsidR="00367F17" w:rsidRPr="00367F17">
        <w:rPr>
          <w:rStyle w:val="libAlaemChar"/>
          <w:rtl/>
        </w:rPr>
        <w:t xml:space="preserve"> عليه‌السلام </w:t>
      </w:r>
      <w:r>
        <w:rPr>
          <w:rtl/>
        </w:rPr>
        <w:t xml:space="preserve"> كے مہمان 1</w:t>
      </w:r>
    </w:p>
    <w:p w:rsidR="001F628F" w:rsidRDefault="001F628F" w:rsidP="00FC0B8E">
      <w:pPr>
        <w:pStyle w:val="libNormal"/>
        <w:rPr>
          <w:rtl/>
        </w:rPr>
      </w:pPr>
      <w:r>
        <w:rPr>
          <w:rFonts w:hint="eastAsia"/>
          <w:rtl/>
        </w:rPr>
        <w:t>ملائكہ</w:t>
      </w:r>
      <w:r>
        <w:rPr>
          <w:rtl/>
        </w:rPr>
        <w:t xml:space="preserve"> :</w:t>
      </w:r>
      <w:r>
        <w:rPr>
          <w:rFonts w:hint="eastAsia"/>
          <w:rtl/>
        </w:rPr>
        <w:t>ملائكہ</w:t>
      </w:r>
      <w:r>
        <w:rPr>
          <w:rtl/>
        </w:rPr>
        <w:t xml:space="preserve"> كا تجسم 1،5;ملائكہ كى رئويت 5</w:t>
      </w:r>
    </w:p>
    <w:p w:rsidR="001F628F" w:rsidRPr="00FC0B8E" w:rsidRDefault="00FC0B8E" w:rsidP="000733F5">
      <w:pPr>
        <w:pStyle w:val="Heading2Center"/>
        <w:rPr>
          <w:rtl/>
        </w:rPr>
      </w:pPr>
      <w:bookmarkStart w:id="109" w:name="_Toc28081787"/>
      <w:r w:rsidRPr="00ED5DE8">
        <w:rPr>
          <w:rFonts w:hint="cs"/>
          <w:rtl/>
        </w:rPr>
        <w:t xml:space="preserve">آیت </w:t>
      </w:r>
      <w:r w:rsidRPr="00FC0B8E">
        <w:rPr>
          <w:rFonts w:hint="cs"/>
          <w:rtl/>
        </w:rPr>
        <w:t>63</w:t>
      </w:r>
      <w:bookmarkEnd w:id="109"/>
    </w:p>
    <w:p w:rsidR="001F628F" w:rsidRDefault="00E260F9" w:rsidP="000733F5">
      <w:pPr>
        <w:pStyle w:val="libNormal"/>
        <w:rPr>
          <w:rtl/>
        </w:rPr>
      </w:pPr>
      <w:r w:rsidRPr="00E260F9">
        <w:rPr>
          <w:rStyle w:val="libAlaemChar"/>
          <w:rFonts w:hint="eastAsia"/>
          <w:rtl/>
        </w:rPr>
        <w:t>(</w:t>
      </w:r>
      <w:r w:rsidRPr="000733F5">
        <w:rPr>
          <w:rStyle w:val="libAieChar"/>
          <w:rFonts w:hint="eastAsia"/>
          <w:rtl/>
        </w:rPr>
        <w:t>قَالُواْ</w:t>
      </w:r>
      <w:r w:rsidRPr="000733F5">
        <w:rPr>
          <w:rStyle w:val="libAieChar"/>
          <w:rtl/>
        </w:rPr>
        <w:t xml:space="preserve"> بَلْ جِئْنَاكَ بِمَا كَانُواْ فِيهِ يَمْتَرُونَ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انھو</w:t>
      </w:r>
      <w:r w:rsidR="00083993">
        <w:rPr>
          <w:rtl/>
        </w:rPr>
        <w:t xml:space="preserve">ں </w:t>
      </w:r>
      <w:r>
        <w:rPr>
          <w:rtl/>
        </w:rPr>
        <w:t>نے كہا ہم وہ عذاب لے كر آئے ہي</w:t>
      </w:r>
      <w:r w:rsidR="00083993">
        <w:rPr>
          <w:rtl/>
        </w:rPr>
        <w:t xml:space="preserve">ں </w:t>
      </w:r>
      <w:r>
        <w:rPr>
          <w:rtl/>
        </w:rPr>
        <w:t>جس مي</w:t>
      </w:r>
      <w:r w:rsidR="00083993">
        <w:rPr>
          <w:rtl/>
        </w:rPr>
        <w:t xml:space="preserve">ں </w:t>
      </w:r>
      <w:r>
        <w:rPr>
          <w:rtl/>
        </w:rPr>
        <w:t>آپ كى قوم شك كيا كرتى تھى _</w:t>
      </w:r>
    </w:p>
    <w:p w:rsidR="001F628F" w:rsidRDefault="001F628F" w:rsidP="000733F5">
      <w:pPr>
        <w:pStyle w:val="libNormal"/>
        <w:rPr>
          <w:rtl/>
        </w:rPr>
      </w:pPr>
      <w:r>
        <w:rPr>
          <w:rtl/>
        </w:rPr>
        <w:t xml:space="preserve">1_ قوم لوط پر خدا كے عذاب (استيصال)كے نزول كے يقينى ہونے اور اُس كے مقررہ وقت كے اپہنچنے كا پيغام، حضرت لوط </w:t>
      </w:r>
      <w:r w:rsidR="00367F17" w:rsidRPr="00367F17">
        <w:rPr>
          <w:rStyle w:val="libAlaemChar"/>
          <w:rtl/>
        </w:rPr>
        <w:t xml:space="preserve"> عليه‌السلام </w:t>
      </w:r>
      <w:r>
        <w:rPr>
          <w:rtl/>
        </w:rPr>
        <w:t xml:space="preserve"> تك فرشتو</w:t>
      </w:r>
      <w:r w:rsidR="00083993">
        <w:rPr>
          <w:rtl/>
        </w:rPr>
        <w:t xml:space="preserve">ں </w:t>
      </w:r>
      <w:r>
        <w:rPr>
          <w:rtl/>
        </w:rPr>
        <w:t>كے ذريعے پہنچايا گيا 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0733F5">
      <w:pPr>
        <w:pStyle w:val="libNormal"/>
        <w:rPr>
          <w:rtl/>
        </w:rPr>
      </w:pPr>
      <w:r>
        <w:rPr>
          <w:rtl/>
        </w:rPr>
        <w:t xml:space="preserve">2_حضرت لوط </w:t>
      </w:r>
      <w:r w:rsidR="00367F17" w:rsidRPr="00367F17">
        <w:rPr>
          <w:rStyle w:val="libAlaemChar"/>
          <w:rtl/>
        </w:rPr>
        <w:t xml:space="preserve"> عليه‌السلام </w:t>
      </w:r>
      <w:r>
        <w:rPr>
          <w:rtl/>
        </w:rPr>
        <w:t xml:space="preserve"> ، جب اپنے پاس انے والے فرشتو</w:t>
      </w:r>
      <w:r w:rsidR="00083993">
        <w:rPr>
          <w:rtl/>
        </w:rPr>
        <w:t xml:space="preserve">ں </w:t>
      </w:r>
      <w:r>
        <w:rPr>
          <w:rtl/>
        </w:rPr>
        <w:t>كوپہچان نہ سكے تو فرشتو</w:t>
      </w:r>
      <w:r w:rsidR="00083993">
        <w:rPr>
          <w:rtl/>
        </w:rPr>
        <w:t xml:space="preserve">ں </w:t>
      </w:r>
      <w:r>
        <w:rPr>
          <w:rtl/>
        </w:rPr>
        <w:t>نے اپنے اپ كو الہى نمائندو</w:t>
      </w:r>
      <w:r w:rsidR="00083993">
        <w:rPr>
          <w:rtl/>
        </w:rPr>
        <w:t xml:space="preserve">ں </w:t>
      </w:r>
      <w:r>
        <w:rPr>
          <w:rtl/>
        </w:rPr>
        <w:t>كى حيثيت سے تعارف كرايا_</w:t>
      </w:r>
      <w:r w:rsidRPr="000733F5">
        <w:rPr>
          <w:rStyle w:val="libArabicChar"/>
          <w:rFonts w:hint="eastAsia"/>
          <w:rtl/>
        </w:rPr>
        <w:t>قال</w:t>
      </w:r>
      <w:r w:rsidRPr="000733F5">
        <w:rPr>
          <w:rStyle w:val="libArabicChar"/>
          <w:rtl/>
        </w:rPr>
        <w:t xml:space="preserve"> انكم قوم منكرون _قالوا بل جئنك بما كانو</w:t>
      </w:r>
    </w:p>
    <w:p w:rsidR="000733F5" w:rsidRDefault="001E7F9D" w:rsidP="00F73EDE">
      <w:pPr>
        <w:pStyle w:val="libPoemTini"/>
        <w:rPr>
          <w:rtl/>
        </w:rPr>
      </w:pPr>
      <w:r>
        <w:rPr>
          <w:rtl/>
        </w:rPr>
        <w:br w:type="page"/>
      </w:r>
    </w:p>
    <w:p w:rsidR="001F628F" w:rsidRDefault="001F628F" w:rsidP="000733F5">
      <w:pPr>
        <w:pStyle w:val="libNormal"/>
        <w:rPr>
          <w:rtl/>
        </w:rPr>
      </w:pPr>
      <w:r>
        <w:rPr>
          <w:rtl/>
        </w:rPr>
        <w:lastRenderedPageBreak/>
        <w:t xml:space="preserve">3_حضرت لوط </w:t>
      </w:r>
      <w:r w:rsidR="00367F17" w:rsidRPr="00367F17">
        <w:rPr>
          <w:rStyle w:val="libAlaemChar"/>
          <w:rtl/>
        </w:rPr>
        <w:t xml:space="preserve"> عليه‌السلام </w:t>
      </w:r>
      <w:r>
        <w:rPr>
          <w:rtl/>
        </w:rPr>
        <w:t xml:space="preserve"> نے اپنى قوم پر عذاب الہى كے انے سے پہلے ہى اُسے اس قسم كى عاقبت كے بارے مي</w:t>
      </w:r>
      <w:r w:rsidR="00083993">
        <w:rPr>
          <w:rtl/>
        </w:rPr>
        <w:t xml:space="preserve">ں </w:t>
      </w:r>
      <w:r>
        <w:rPr>
          <w:rtl/>
        </w:rPr>
        <w:t>خبر دار كيا ہوا تھا_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1F628F">
      <w:pPr>
        <w:pStyle w:val="libNormal"/>
        <w:rPr>
          <w:rtl/>
        </w:rPr>
      </w:pPr>
      <w:r>
        <w:rPr>
          <w:rFonts w:hint="eastAsia"/>
          <w:rtl/>
        </w:rPr>
        <w:t>جملہ</w:t>
      </w:r>
      <w:r>
        <w:rPr>
          <w:rtl/>
        </w:rPr>
        <w:t xml:space="preserve"> ''بما كانوا فيہ يمترون'' مي</w:t>
      </w:r>
      <w:r w:rsidR="00083993">
        <w:rPr>
          <w:rtl/>
        </w:rPr>
        <w:t xml:space="preserve">ں </w:t>
      </w:r>
      <w:r>
        <w:rPr>
          <w:rtl/>
        </w:rPr>
        <w:t>'' ما '' سے عذاب مراد ہے _بنا بري</w:t>
      </w:r>
      <w:r w:rsidR="00083993">
        <w:rPr>
          <w:rtl/>
        </w:rPr>
        <w:t xml:space="preserve">ں </w:t>
      </w:r>
      <w:r>
        <w:rPr>
          <w:rtl/>
        </w:rPr>
        <w:t>عذاب الہى كے بارے مي</w:t>
      </w:r>
      <w:r w:rsidR="00083993">
        <w:rPr>
          <w:rtl/>
        </w:rPr>
        <w:t xml:space="preserve">ں </w:t>
      </w:r>
      <w:r>
        <w:rPr>
          <w:rtl/>
        </w:rPr>
        <w:t>قوم لوط كا شك و ترديد اس بات كو ظاہر كرتا ہے اُنہي</w:t>
      </w:r>
      <w:r w:rsidR="00083993">
        <w:rPr>
          <w:rtl/>
        </w:rPr>
        <w:t xml:space="preserve">ں </w:t>
      </w:r>
      <w:r>
        <w:rPr>
          <w:rtl/>
        </w:rPr>
        <w:t>عذاب الہى كے بارے مي</w:t>
      </w:r>
      <w:r w:rsidR="00083993">
        <w:rPr>
          <w:rtl/>
        </w:rPr>
        <w:t xml:space="preserve">ں </w:t>
      </w:r>
      <w:r>
        <w:rPr>
          <w:rtl/>
        </w:rPr>
        <w:t>خبردار كيا گيا تھا اور كافى حد تك اُن پراتمام حجت كر دى گئي تھي_</w:t>
      </w:r>
    </w:p>
    <w:p w:rsidR="001F628F" w:rsidRDefault="001F628F" w:rsidP="000733F5">
      <w:pPr>
        <w:pStyle w:val="libNormal"/>
        <w:rPr>
          <w:rtl/>
        </w:rPr>
      </w:pPr>
      <w:r>
        <w:rPr>
          <w:rtl/>
        </w:rPr>
        <w:t>4_قوم لوط ،اپنے اوپر عذاب الہى كے بارے مي</w:t>
      </w:r>
      <w:r w:rsidR="00083993">
        <w:rPr>
          <w:rtl/>
        </w:rPr>
        <w:t xml:space="preserve">ں </w:t>
      </w:r>
      <w:r>
        <w:rPr>
          <w:rtl/>
        </w:rPr>
        <w:t xml:space="preserve">حضرت لوط </w:t>
      </w:r>
      <w:r w:rsidR="00367F17" w:rsidRPr="00367F17">
        <w:rPr>
          <w:rStyle w:val="libAlaemChar"/>
          <w:rtl/>
        </w:rPr>
        <w:t xml:space="preserve"> عليه‌السلام </w:t>
      </w:r>
      <w:r>
        <w:rPr>
          <w:rtl/>
        </w:rPr>
        <w:t xml:space="preserve"> كے خبردار كيے جانے كے متعلق ہميشہ شك وترديد مي</w:t>
      </w:r>
      <w:r w:rsidR="00083993">
        <w:rPr>
          <w:rtl/>
        </w:rPr>
        <w:t xml:space="preserve">ں </w:t>
      </w:r>
      <w:r>
        <w:rPr>
          <w:rtl/>
        </w:rPr>
        <w:t>رہتى تھى اور اس پر ايمان نہي</w:t>
      </w:r>
      <w:r w:rsidR="00083993">
        <w:rPr>
          <w:rtl/>
        </w:rPr>
        <w:t xml:space="preserve">ں </w:t>
      </w:r>
      <w:r>
        <w:rPr>
          <w:rtl/>
        </w:rPr>
        <w:t>ركھتى تھي_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0733F5">
      <w:pPr>
        <w:pStyle w:val="libNormal"/>
        <w:rPr>
          <w:rtl/>
        </w:rPr>
      </w:pPr>
      <w:r>
        <w:rPr>
          <w:rtl/>
        </w:rPr>
        <w:t>5_ الہى وعدو</w:t>
      </w:r>
      <w:r w:rsidR="00083993">
        <w:rPr>
          <w:rtl/>
        </w:rPr>
        <w:t xml:space="preserve">ں </w:t>
      </w:r>
      <w:r>
        <w:rPr>
          <w:rtl/>
        </w:rPr>
        <w:t xml:space="preserve">اور انبياء كرام </w:t>
      </w:r>
      <w:r w:rsidR="00367F17" w:rsidRPr="00367F17">
        <w:rPr>
          <w:rStyle w:val="libAlaemChar"/>
          <w:rtl/>
        </w:rPr>
        <w:t xml:space="preserve"> عليه‌السلام </w:t>
      </w:r>
      <w:r>
        <w:rPr>
          <w:rtl/>
        </w:rPr>
        <w:t xml:space="preserve"> كى دعوت كو قبول نہ كرنے اور اُس مي</w:t>
      </w:r>
      <w:r w:rsidR="00083993">
        <w:rPr>
          <w:rtl/>
        </w:rPr>
        <w:t xml:space="preserve">ں </w:t>
      </w:r>
      <w:r>
        <w:rPr>
          <w:rtl/>
        </w:rPr>
        <w:t>مسلسل شك و ترديد مي</w:t>
      </w:r>
      <w:r w:rsidR="00083993">
        <w:rPr>
          <w:rtl/>
        </w:rPr>
        <w:t xml:space="preserve">ں </w:t>
      </w:r>
      <w:r>
        <w:rPr>
          <w:rtl/>
        </w:rPr>
        <w:t>رہنے كا نتيجہ عذاب الہى ہے_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1F628F">
      <w:pPr>
        <w:pStyle w:val="libNormal"/>
        <w:rPr>
          <w:rtl/>
        </w:rPr>
      </w:pPr>
      <w:r>
        <w:rPr>
          <w:rFonts w:hint="eastAsia"/>
          <w:rtl/>
        </w:rPr>
        <w:t>فعل</w:t>
      </w:r>
      <w:r>
        <w:rPr>
          <w:rtl/>
        </w:rPr>
        <w:t xml:space="preserve"> مضارع ''يمترون''سے پہلے فعل ''كانوا'' كا انا، مطلب كے استمرار پر دلالت كرتا ہے_</w:t>
      </w:r>
    </w:p>
    <w:p w:rsidR="001F628F" w:rsidRDefault="001F628F" w:rsidP="000733F5">
      <w:pPr>
        <w:pStyle w:val="libNormal"/>
        <w:rPr>
          <w:rtl/>
        </w:rPr>
      </w:pPr>
      <w:r>
        <w:rPr>
          <w:rtl/>
        </w:rPr>
        <w:t>6_فرشتے، قوم لوط پر عذاب الہى كے حكم كو اجرا كرنے والے تھے_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0733F5">
      <w:pPr>
        <w:pStyle w:val="libNormal"/>
        <w:rPr>
          <w:rtl/>
        </w:rPr>
      </w:pPr>
      <w:r>
        <w:rPr>
          <w:rtl/>
        </w:rPr>
        <w:t>7_اُمتو</w:t>
      </w:r>
      <w:r w:rsidR="00083993">
        <w:rPr>
          <w:rtl/>
        </w:rPr>
        <w:t xml:space="preserve">ں </w:t>
      </w:r>
      <w:r>
        <w:rPr>
          <w:rtl/>
        </w:rPr>
        <w:t>پر اتمام حجت كے بعد خدا كا عذاب ، (استيصال) نازل ہوتا ہے_</w:t>
      </w:r>
      <w:r w:rsidRPr="000733F5">
        <w:rPr>
          <w:rStyle w:val="libArabicChar"/>
          <w:rFonts w:hint="eastAsia"/>
          <w:rtl/>
        </w:rPr>
        <w:t>قالوا</w:t>
      </w:r>
      <w:r w:rsidRPr="000733F5">
        <w:rPr>
          <w:rStyle w:val="libArabicChar"/>
          <w:rtl/>
        </w:rPr>
        <w:t xml:space="preserve"> بل جئنك بما كانوا 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p>
    <w:p w:rsidR="001F628F" w:rsidRDefault="001F628F" w:rsidP="001F628F">
      <w:pPr>
        <w:pStyle w:val="libNormal"/>
        <w:rPr>
          <w:rtl/>
        </w:rPr>
      </w:pPr>
      <w:r>
        <w:rPr>
          <w:rtl/>
        </w:rPr>
        <w:t xml:space="preserve">8_ قوم لوط پر خدا كا عذاب (استيصال)، حضرت لوط </w:t>
      </w:r>
      <w:r w:rsidR="00367F17" w:rsidRPr="00367F17">
        <w:rPr>
          <w:rStyle w:val="libAlaemChar"/>
          <w:rtl/>
        </w:rPr>
        <w:t xml:space="preserve"> عليه‌السلام </w:t>
      </w:r>
      <w:r>
        <w:rPr>
          <w:rtl/>
        </w:rPr>
        <w:t xml:space="preserve"> كى جانب سے اُن پر اتمام حجت كے بعد نازل ہوا تھا _</w:t>
      </w:r>
    </w:p>
    <w:p w:rsidR="001F628F" w:rsidRDefault="001F628F" w:rsidP="000733F5">
      <w:pPr>
        <w:pStyle w:val="libArabic"/>
        <w:rPr>
          <w:rtl/>
        </w:rPr>
      </w:pPr>
      <w:r>
        <w:rPr>
          <w:rFonts w:hint="eastAsia"/>
          <w:rtl/>
        </w:rPr>
        <w:t>قالوا</w:t>
      </w:r>
      <w:r>
        <w:rPr>
          <w:rtl/>
        </w:rPr>
        <w:t xml:space="preserve"> بل جئنك بما كانوا في</w:t>
      </w:r>
      <w:r w:rsidR="00120F63" w:rsidRPr="00ED5DE8">
        <w:rPr>
          <w:rFonts w:hint="cs"/>
          <w:rtl/>
        </w:rPr>
        <w:t>ه</w:t>
      </w:r>
      <w:r>
        <w:rPr>
          <w:rtl/>
        </w:rPr>
        <w:t xml:space="preserve"> </w:t>
      </w:r>
      <w:r>
        <w:rPr>
          <w:rFonts w:hint="cs"/>
          <w:rtl/>
        </w:rPr>
        <w:t>يمترون</w:t>
      </w:r>
    </w:p>
    <w:p w:rsidR="001F628F" w:rsidRDefault="001F628F" w:rsidP="001F628F">
      <w:pPr>
        <w:pStyle w:val="libNormal"/>
        <w:rPr>
          <w:rtl/>
        </w:rPr>
      </w:pPr>
      <w:r>
        <w:rPr>
          <w:rtl/>
        </w:rPr>
        <w:t>9_</w:t>
      </w:r>
      <w:r w:rsidRPr="000733F5">
        <w:rPr>
          <w:rStyle w:val="libArabicChar"/>
          <w:rtl/>
        </w:rPr>
        <w:t>'' قال ا بوجعفر</w:t>
      </w:r>
      <w:r w:rsidR="00367F17" w:rsidRPr="00367F17">
        <w:rPr>
          <w:rStyle w:val="libAlaemChar"/>
          <w:rtl/>
        </w:rPr>
        <w:t xml:space="preserve"> عليه‌السلام </w:t>
      </w:r>
      <w:r w:rsidRPr="000733F5">
        <w:rPr>
          <w:rStyle w:val="libArabicChar"/>
          <w:rtl/>
        </w:rPr>
        <w:t xml:space="preserve"> فى قول</w:t>
      </w:r>
      <w:r w:rsidR="00120F63" w:rsidRPr="00B2551F">
        <w:rPr>
          <w:rStyle w:val="libArabicChar"/>
          <w:rFonts w:hint="cs"/>
          <w:rtl/>
        </w:rPr>
        <w:t>ه</w:t>
      </w:r>
      <w:r w:rsidRPr="000733F5">
        <w:rPr>
          <w:rStyle w:val="libArabicChar"/>
          <w:rtl/>
        </w:rPr>
        <w:t>:''</w:t>
      </w:r>
      <w:r w:rsidRPr="000733F5">
        <w:rPr>
          <w:rStyle w:val="libArabicChar"/>
          <w:rFonts w:hint="cs"/>
          <w:rtl/>
        </w:rPr>
        <w:t>قالوا</w:t>
      </w:r>
      <w:r w:rsidRPr="000733F5">
        <w:rPr>
          <w:rStyle w:val="libArabicChar"/>
          <w:rtl/>
        </w:rPr>
        <w:t xml:space="preserve"> </w:t>
      </w:r>
      <w:r w:rsidRPr="000733F5">
        <w:rPr>
          <w:rStyle w:val="libArabicChar"/>
          <w:rFonts w:hint="cs"/>
          <w:rtl/>
        </w:rPr>
        <w:t>بل</w:t>
      </w:r>
      <w:r w:rsidRPr="000733F5">
        <w:rPr>
          <w:rStyle w:val="libArabicChar"/>
          <w:rtl/>
        </w:rPr>
        <w:t xml:space="preserve"> </w:t>
      </w:r>
      <w:r w:rsidRPr="000733F5">
        <w:rPr>
          <w:rStyle w:val="libArabicChar"/>
          <w:rFonts w:hint="cs"/>
          <w:rtl/>
        </w:rPr>
        <w:t>جئناك</w:t>
      </w:r>
      <w:r w:rsidRPr="000733F5">
        <w:rPr>
          <w:rStyle w:val="libArabicChar"/>
          <w:rtl/>
        </w:rPr>
        <w:t xml:space="preserve"> </w:t>
      </w:r>
      <w:r w:rsidRPr="000733F5">
        <w:rPr>
          <w:rStyle w:val="libArabicChar"/>
          <w:rFonts w:hint="cs"/>
          <w:rtl/>
        </w:rPr>
        <w:t>بما</w:t>
      </w:r>
      <w:r w:rsidRPr="000733F5">
        <w:rPr>
          <w:rStyle w:val="libArabicChar"/>
          <w:rtl/>
        </w:rPr>
        <w:t xml:space="preserve"> </w:t>
      </w:r>
      <w:r w:rsidRPr="000733F5">
        <w:rPr>
          <w:rStyle w:val="libArabicChar"/>
          <w:rFonts w:hint="cs"/>
          <w:rtl/>
        </w:rPr>
        <w:t>كانوا</w:t>
      </w:r>
      <w:r w:rsidRPr="000733F5">
        <w:rPr>
          <w:rStyle w:val="libArabicChar"/>
          <w:rtl/>
        </w:rPr>
        <w:t xml:space="preserve"> </w:t>
      </w:r>
      <w:r w:rsidRPr="000733F5">
        <w:rPr>
          <w:rStyle w:val="libArabicChar"/>
          <w:rFonts w:hint="cs"/>
          <w:rtl/>
        </w:rPr>
        <w:t>في</w:t>
      </w:r>
      <w:r w:rsidR="00120F63" w:rsidRPr="00B2551F">
        <w:rPr>
          <w:rStyle w:val="libArabicChar"/>
          <w:rFonts w:hint="cs"/>
          <w:rtl/>
        </w:rPr>
        <w:t>ه</w:t>
      </w:r>
      <w:r w:rsidRPr="000733F5">
        <w:rPr>
          <w:rStyle w:val="libArabicChar"/>
          <w:rtl/>
        </w:rPr>
        <w:t xml:space="preserve"> </w:t>
      </w:r>
      <w:r w:rsidRPr="000733F5">
        <w:rPr>
          <w:rStyle w:val="libArabicChar"/>
          <w:rFonts w:hint="cs"/>
          <w:rtl/>
        </w:rPr>
        <w:t>يمترون</w:t>
      </w:r>
      <w:r w:rsidRPr="000733F5">
        <w:rPr>
          <w:rStyle w:val="libArabicChar"/>
          <w:rtl/>
        </w:rPr>
        <w:t>'': ''</w:t>
      </w:r>
      <w:r w:rsidRPr="000733F5">
        <w:rPr>
          <w:rStyle w:val="libArabicChar"/>
          <w:rFonts w:hint="cs"/>
          <w:rtl/>
        </w:rPr>
        <w:t>قالوا</w:t>
      </w:r>
      <w:r w:rsidRPr="000733F5">
        <w:rPr>
          <w:rStyle w:val="libArabicChar"/>
          <w:rtl/>
        </w:rPr>
        <w:t xml:space="preserve"> </w:t>
      </w:r>
      <w:r w:rsidRPr="000733F5">
        <w:rPr>
          <w:rStyle w:val="libArabicChar"/>
          <w:rFonts w:hint="cs"/>
          <w:rtl/>
        </w:rPr>
        <w:t>بل</w:t>
      </w:r>
      <w:r w:rsidRPr="000733F5">
        <w:rPr>
          <w:rStyle w:val="libArabicChar"/>
          <w:rtl/>
        </w:rPr>
        <w:t xml:space="preserve"> </w:t>
      </w:r>
      <w:r w:rsidRPr="000733F5">
        <w:rPr>
          <w:rStyle w:val="libArabicChar"/>
          <w:rFonts w:hint="cs"/>
          <w:rtl/>
        </w:rPr>
        <w:t>جئناك</w:t>
      </w:r>
      <w:r w:rsidRPr="000733F5">
        <w:rPr>
          <w:rStyle w:val="libArabicChar"/>
          <w:rtl/>
        </w:rPr>
        <w:t xml:space="preserve"> </w:t>
      </w:r>
      <w:r w:rsidRPr="000733F5">
        <w:rPr>
          <w:rStyle w:val="libArabicChar"/>
          <w:rFonts w:hint="cs"/>
          <w:rtl/>
        </w:rPr>
        <w:t>بما</w:t>
      </w:r>
      <w:r w:rsidRPr="000733F5">
        <w:rPr>
          <w:rStyle w:val="libArabicChar"/>
          <w:rtl/>
        </w:rPr>
        <w:t xml:space="preserve"> </w:t>
      </w:r>
      <w:r w:rsidRPr="000733F5">
        <w:rPr>
          <w:rStyle w:val="libArabicChar"/>
          <w:rFonts w:hint="cs"/>
          <w:rtl/>
        </w:rPr>
        <w:t>كانوا</w:t>
      </w:r>
      <w:r w:rsidRPr="000733F5">
        <w:rPr>
          <w:rStyle w:val="libArabicChar"/>
          <w:rtl/>
        </w:rPr>
        <w:t xml:space="preserve"> </w:t>
      </w:r>
      <w:r w:rsidRPr="000733F5">
        <w:rPr>
          <w:rStyle w:val="libArabicChar"/>
          <w:rFonts w:hint="cs"/>
          <w:rtl/>
        </w:rPr>
        <w:t>في</w:t>
      </w:r>
      <w:r w:rsidR="00120F63" w:rsidRPr="00B2551F">
        <w:rPr>
          <w:rStyle w:val="libArabicChar"/>
          <w:rFonts w:hint="cs"/>
          <w:rtl/>
        </w:rPr>
        <w:t>ه</w:t>
      </w:r>
      <w:r w:rsidRPr="000733F5">
        <w:rPr>
          <w:rStyle w:val="libArabicChar"/>
          <w:rtl/>
        </w:rPr>
        <w:t xml:space="preserve"> ''</w:t>
      </w:r>
      <w:r w:rsidRPr="000733F5">
        <w:rPr>
          <w:rStyle w:val="libArabicChar"/>
          <w:rFonts w:hint="cs"/>
          <w:rtl/>
        </w:rPr>
        <w:t>قومك</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عذاب</w:t>
      </w:r>
      <w:r w:rsidRPr="000733F5">
        <w:rPr>
          <w:rStyle w:val="libArabicChar"/>
          <w:rtl/>
        </w:rPr>
        <w:t xml:space="preserve"> </w:t>
      </w:r>
      <w:r w:rsidRPr="000733F5">
        <w:rPr>
          <w:rStyle w:val="libArabicChar"/>
          <w:rFonts w:hint="cs"/>
          <w:rtl/>
        </w:rPr>
        <w:t>الله</w:t>
      </w:r>
      <w:r w:rsidRPr="000733F5">
        <w:rPr>
          <w:rStyle w:val="libArabicChar"/>
          <w:rtl/>
        </w:rPr>
        <w:t xml:space="preserve"> ''</w:t>
      </w:r>
      <w:r w:rsidRPr="000733F5">
        <w:rPr>
          <w:rStyle w:val="libArabicChar"/>
          <w:rFonts w:hint="cs"/>
          <w:rtl/>
        </w:rPr>
        <w:t>يمترون</w:t>
      </w:r>
      <w:r w:rsidRPr="000733F5">
        <w:rPr>
          <w:rStyle w:val="libArabicChar"/>
          <w:rtl/>
        </w:rPr>
        <w:t>'' .</w:t>
      </w:r>
      <w:r>
        <w:rPr>
          <w:rtl/>
        </w:rPr>
        <w:t>..;</w:t>
      </w:r>
      <w:r w:rsidRPr="000733F5">
        <w:rPr>
          <w:rStyle w:val="libFootnotenumChar"/>
          <w:rtl/>
        </w:rPr>
        <w:t>(1)</w:t>
      </w:r>
      <w:r>
        <w:rPr>
          <w:rtl/>
        </w:rPr>
        <w:t>حضرت امام محمد باقر عليہ السلام سے منقول ہے كہ اپ</w:t>
      </w:r>
      <w:r w:rsidR="00367F17" w:rsidRPr="00367F17">
        <w:rPr>
          <w:rStyle w:val="libAlaemChar"/>
          <w:rtl/>
        </w:rPr>
        <w:t xml:space="preserve"> عليه‌السلام </w:t>
      </w:r>
      <w:r>
        <w:rPr>
          <w:rtl/>
        </w:rPr>
        <w:t xml:space="preserve"> نے فرمايا:خدا كے فرشتو</w:t>
      </w:r>
      <w:r w:rsidR="00083993">
        <w:rPr>
          <w:rtl/>
        </w:rPr>
        <w:t xml:space="preserve">ں </w:t>
      </w:r>
      <w:r>
        <w:rPr>
          <w:rtl/>
        </w:rPr>
        <w:t>نے كہا : (ہم قوم ناشناس نہي</w:t>
      </w:r>
      <w:r w:rsidR="00083993">
        <w:rPr>
          <w:rtl/>
        </w:rPr>
        <w:t xml:space="preserve">ں </w:t>
      </w:r>
      <w:r>
        <w:rPr>
          <w:rtl/>
        </w:rPr>
        <w:t>ہي</w:t>
      </w:r>
      <w:r w:rsidR="00083993">
        <w:rPr>
          <w:rtl/>
        </w:rPr>
        <w:t xml:space="preserve">ں </w:t>
      </w:r>
      <w:r>
        <w:rPr>
          <w:rtl/>
        </w:rPr>
        <w:t>)بلكہ ہ</w:t>
      </w:r>
      <w:r>
        <w:rPr>
          <w:rFonts w:hint="eastAsia"/>
          <w:rtl/>
        </w:rPr>
        <w:t>م</w:t>
      </w:r>
      <w:r>
        <w:rPr>
          <w:rtl/>
        </w:rPr>
        <w:t xml:space="preserve"> اپ</w:t>
      </w:r>
      <w:r w:rsidR="00367F17" w:rsidRPr="00367F17">
        <w:rPr>
          <w:rStyle w:val="libAlaemChar"/>
          <w:rtl/>
        </w:rPr>
        <w:t xml:space="preserve"> عليه‌السلام </w:t>
      </w:r>
      <w:r>
        <w:rPr>
          <w:rtl/>
        </w:rPr>
        <w:t xml:space="preserve"> كے پاس ائے ہي</w:t>
      </w:r>
      <w:r w:rsidR="00083993">
        <w:rPr>
          <w:rtl/>
        </w:rPr>
        <w:t xml:space="preserve">ں </w:t>
      </w:r>
      <w:r>
        <w:rPr>
          <w:rtl/>
        </w:rPr>
        <w:t>تاكہ عذاب الہى كو لائي</w:t>
      </w:r>
      <w:r w:rsidR="00083993">
        <w:rPr>
          <w:rtl/>
        </w:rPr>
        <w:t xml:space="preserve">ں </w:t>
      </w:r>
      <w:r>
        <w:rPr>
          <w:rtl/>
        </w:rPr>
        <w:t>جس مي</w:t>
      </w:r>
      <w:r w:rsidR="00083993">
        <w:rPr>
          <w:rtl/>
        </w:rPr>
        <w:t xml:space="preserve">ں </w:t>
      </w:r>
      <w:r>
        <w:rPr>
          <w:rtl/>
        </w:rPr>
        <w:t xml:space="preserve">اپ </w:t>
      </w:r>
      <w:r w:rsidR="00367F17" w:rsidRPr="00367F17">
        <w:rPr>
          <w:rStyle w:val="libAlaemChar"/>
          <w:rtl/>
        </w:rPr>
        <w:t xml:space="preserve"> عليه‌السلام </w:t>
      </w:r>
      <w:r>
        <w:rPr>
          <w:rtl/>
        </w:rPr>
        <w:t xml:space="preserve"> كى قوم شك و ترديدكر رہى ہے_</w:t>
      </w:r>
    </w:p>
    <w:p w:rsidR="001F628F" w:rsidRDefault="001F628F" w:rsidP="000733F5">
      <w:pPr>
        <w:pStyle w:val="libNormal"/>
        <w:rPr>
          <w:rtl/>
        </w:rPr>
      </w:pPr>
      <w:r>
        <w:rPr>
          <w:rFonts w:hint="eastAsia"/>
          <w:rtl/>
        </w:rPr>
        <w:t>الله</w:t>
      </w:r>
      <w:r>
        <w:rPr>
          <w:rtl/>
        </w:rPr>
        <w:t xml:space="preserve"> تعالى :</w:t>
      </w:r>
      <w:r>
        <w:rPr>
          <w:rFonts w:hint="eastAsia"/>
          <w:rtl/>
        </w:rPr>
        <w:t>الله</w:t>
      </w:r>
      <w:r>
        <w:rPr>
          <w:rtl/>
        </w:rPr>
        <w:t xml:space="preserve"> تعالى كے عذابو</w:t>
      </w:r>
      <w:r w:rsidR="00083993">
        <w:rPr>
          <w:rtl/>
        </w:rPr>
        <w:t xml:space="preserve">ں </w:t>
      </w:r>
      <w:r>
        <w:rPr>
          <w:rtl/>
        </w:rPr>
        <w:t>كا ضابطے و قاعدے كے مطابق ہونا 7،8;الله تعالى كے وعدو</w:t>
      </w:r>
      <w:r w:rsidR="00083993">
        <w:rPr>
          <w:rtl/>
        </w:rPr>
        <w:t xml:space="preserve">ں </w:t>
      </w:r>
      <w:r>
        <w:rPr>
          <w:rtl/>
        </w:rPr>
        <w:t>مي</w:t>
      </w:r>
      <w:r w:rsidR="00083993">
        <w:rPr>
          <w:rtl/>
        </w:rPr>
        <w:t xml:space="preserve">ں </w:t>
      </w:r>
      <w:r>
        <w:rPr>
          <w:rtl/>
        </w:rPr>
        <w:t>شك كے اثرات 5</w:t>
      </w:r>
    </w:p>
    <w:p w:rsidR="001F628F" w:rsidRDefault="00B84D3B" w:rsidP="00B84D3B">
      <w:pPr>
        <w:pStyle w:val="libLine"/>
        <w:rPr>
          <w:rtl/>
        </w:rPr>
      </w:pPr>
      <w:r>
        <w:rPr>
          <w:rtl/>
        </w:rPr>
        <w:t>____________________</w:t>
      </w:r>
    </w:p>
    <w:p w:rsidR="001F628F" w:rsidRDefault="001F628F" w:rsidP="000733F5">
      <w:pPr>
        <w:pStyle w:val="libFootnote"/>
        <w:rPr>
          <w:rtl/>
        </w:rPr>
      </w:pPr>
      <w:r>
        <w:rPr>
          <w:rtl/>
        </w:rPr>
        <w:t>1)علل الشرائع ،ص549،ح4،ب 340;نور الثقلين ،ج 2، ص 383 ،ح165_</w:t>
      </w:r>
    </w:p>
    <w:p w:rsidR="000733F5" w:rsidRDefault="001E7F9D" w:rsidP="00F73EDE">
      <w:pPr>
        <w:pStyle w:val="libPoemTini"/>
        <w:rPr>
          <w:rtl/>
        </w:rPr>
      </w:pPr>
      <w:r>
        <w:rPr>
          <w:rtl/>
        </w:rPr>
        <w:br w:type="page"/>
      </w:r>
    </w:p>
    <w:p w:rsidR="001F628F" w:rsidRDefault="001F628F" w:rsidP="000733F5">
      <w:pPr>
        <w:pStyle w:val="libNormal"/>
        <w:rPr>
          <w:rtl/>
        </w:rPr>
      </w:pPr>
      <w:r>
        <w:rPr>
          <w:rFonts w:hint="eastAsia"/>
          <w:rtl/>
        </w:rPr>
        <w:lastRenderedPageBreak/>
        <w:t>انبياء</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كو جھٹلانے كے اثرات 5</w:t>
      </w:r>
    </w:p>
    <w:p w:rsidR="001F628F" w:rsidRDefault="001F628F" w:rsidP="001F628F">
      <w:pPr>
        <w:pStyle w:val="libNormal"/>
        <w:rPr>
          <w:rtl/>
        </w:rPr>
      </w:pPr>
      <w:r>
        <w:rPr>
          <w:rFonts w:hint="eastAsia"/>
          <w:rtl/>
        </w:rPr>
        <w:t>خدا</w:t>
      </w:r>
      <w:r>
        <w:rPr>
          <w:rtl/>
        </w:rPr>
        <w:t xml:space="preserve"> كے رسول :9</w:t>
      </w:r>
    </w:p>
    <w:p w:rsidR="001F628F" w:rsidRDefault="001F628F" w:rsidP="001F628F">
      <w:pPr>
        <w:pStyle w:val="libNormal"/>
        <w:rPr>
          <w:rtl/>
        </w:rPr>
      </w:pPr>
      <w:r>
        <w:rPr>
          <w:rFonts w:hint="eastAsia"/>
          <w:rtl/>
        </w:rPr>
        <w:t>روايت</w:t>
      </w:r>
      <w:r>
        <w:rPr>
          <w:rtl/>
        </w:rPr>
        <w:t xml:space="preserve"> :9</w:t>
      </w:r>
    </w:p>
    <w:p w:rsidR="001F628F" w:rsidRDefault="001F628F" w:rsidP="000733F5">
      <w:pPr>
        <w:pStyle w:val="libNormal"/>
        <w:rPr>
          <w:rtl/>
        </w:rPr>
      </w:pPr>
      <w:r>
        <w:rPr>
          <w:rFonts w:hint="eastAsia"/>
          <w:rtl/>
        </w:rPr>
        <w:t>عذاب</w:t>
      </w:r>
      <w:r>
        <w:rPr>
          <w:rtl/>
        </w:rPr>
        <w:t xml:space="preserve"> :</w:t>
      </w:r>
      <w:r>
        <w:rPr>
          <w:rFonts w:hint="eastAsia"/>
          <w:rtl/>
        </w:rPr>
        <w:t>اہل</w:t>
      </w:r>
      <w:r>
        <w:rPr>
          <w:rtl/>
        </w:rPr>
        <w:t xml:space="preserve"> عذاب پر اتمام حجت 7;عذاب استيصال 7،8;عذاب كے اسباب 5</w:t>
      </w:r>
    </w:p>
    <w:p w:rsidR="001F628F" w:rsidRDefault="001F628F" w:rsidP="000733F5">
      <w:pPr>
        <w:pStyle w:val="libNormal"/>
        <w:rPr>
          <w:rtl/>
        </w:rPr>
      </w:pPr>
      <w:r>
        <w:rPr>
          <w:rFonts w:hint="eastAsia"/>
          <w:rtl/>
        </w:rPr>
        <w:t>قوم</w:t>
      </w:r>
      <w:r>
        <w:rPr>
          <w:rtl/>
        </w:rPr>
        <w:t xml:space="preserve"> لوط :</w:t>
      </w:r>
      <w:r>
        <w:rPr>
          <w:rFonts w:hint="eastAsia"/>
          <w:rtl/>
        </w:rPr>
        <w:t>عذاب</w:t>
      </w:r>
      <w:r>
        <w:rPr>
          <w:rtl/>
        </w:rPr>
        <w:t xml:space="preserve"> قوم لوط 6;قوم لوط پر اتمام حجت 8;قوم لوط كا شك 4،9;قوم لوط كو ڈرايا جانا3،4;قوم لوط كے عذاب كا ابلاغ 1;قوم لوط كے عذاب كى حتميت 1</w:t>
      </w:r>
    </w:p>
    <w:p w:rsidR="001F628F" w:rsidRDefault="001F628F" w:rsidP="000733F5">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لوط پر اتمام حجت 3،8; حضرت لوط </w:t>
      </w:r>
      <w:r w:rsidR="00367F17" w:rsidRPr="00367F17">
        <w:rPr>
          <w:rStyle w:val="libAlaemChar"/>
          <w:rtl/>
        </w:rPr>
        <w:t xml:space="preserve"> عليه‌السلام </w:t>
      </w:r>
      <w:r>
        <w:rPr>
          <w:rtl/>
        </w:rPr>
        <w:t xml:space="preserve"> كا قصہ 1،2،3;حضرت لوط كے انذار 4; حضرت لوط كے پاس ملائكہ كا انا2;لوط كے ڈرائے جانے مي</w:t>
      </w:r>
      <w:r w:rsidR="00083993">
        <w:rPr>
          <w:rtl/>
        </w:rPr>
        <w:t xml:space="preserve">ں </w:t>
      </w:r>
      <w:r>
        <w:rPr>
          <w:rtl/>
        </w:rPr>
        <w:t>شك 4</w:t>
      </w:r>
    </w:p>
    <w:p w:rsidR="001F628F" w:rsidRDefault="001F628F" w:rsidP="000733F5">
      <w:pPr>
        <w:pStyle w:val="libNormal"/>
        <w:rPr>
          <w:rtl/>
        </w:rPr>
      </w:pPr>
      <w:r>
        <w:rPr>
          <w:rFonts w:hint="eastAsia"/>
          <w:rtl/>
        </w:rPr>
        <w:t>ملائكہ</w:t>
      </w:r>
      <w:r>
        <w:rPr>
          <w:rtl/>
        </w:rPr>
        <w:t xml:space="preserve"> :</w:t>
      </w:r>
      <w:r>
        <w:rPr>
          <w:rFonts w:hint="eastAsia"/>
          <w:rtl/>
        </w:rPr>
        <w:t>ملائكہ</w:t>
      </w:r>
      <w:r>
        <w:rPr>
          <w:rtl/>
        </w:rPr>
        <w:t xml:space="preserve"> اور لوط </w:t>
      </w:r>
      <w:r w:rsidR="00367F17" w:rsidRPr="00367F17">
        <w:rPr>
          <w:rStyle w:val="libAlaemChar"/>
          <w:rtl/>
        </w:rPr>
        <w:t xml:space="preserve"> عليه‌السلام </w:t>
      </w:r>
      <w:r>
        <w:rPr>
          <w:rtl/>
        </w:rPr>
        <w:t xml:space="preserve"> 1،2;ملائكہ كا عذاب 1،2 ،6، 9; ملائكہ كى ذمہ دارى 6</w:t>
      </w:r>
    </w:p>
    <w:p w:rsidR="001F628F" w:rsidRDefault="000733F5" w:rsidP="000733F5">
      <w:pPr>
        <w:pStyle w:val="Heading2Center"/>
        <w:rPr>
          <w:rtl/>
        </w:rPr>
      </w:pPr>
      <w:bookmarkStart w:id="110" w:name="_Toc28081788"/>
      <w:r>
        <w:rPr>
          <w:rFonts w:hint="cs"/>
          <w:rtl/>
        </w:rPr>
        <w:t>آیت 64</w:t>
      </w:r>
      <w:bookmarkEnd w:id="110"/>
    </w:p>
    <w:p w:rsidR="001F628F" w:rsidRDefault="00E260F9" w:rsidP="000733F5">
      <w:pPr>
        <w:pStyle w:val="libNormal"/>
        <w:rPr>
          <w:rtl/>
        </w:rPr>
      </w:pPr>
      <w:r w:rsidRPr="00E260F9">
        <w:rPr>
          <w:rStyle w:val="libAlaemChar"/>
          <w:rFonts w:hint="eastAsia"/>
          <w:rtl/>
        </w:rPr>
        <w:t>(</w:t>
      </w:r>
      <w:r w:rsidRPr="000733F5">
        <w:rPr>
          <w:rStyle w:val="libAieChar"/>
          <w:rFonts w:hint="eastAsia"/>
          <w:rtl/>
        </w:rPr>
        <w:t>وَأَتَيْنَاكَ</w:t>
      </w:r>
      <w:r w:rsidRPr="000733F5">
        <w:rPr>
          <w:rStyle w:val="libAieChar"/>
          <w:rtl/>
        </w:rPr>
        <w:t xml:space="preserve"> بَالْحَقِّ وَإِنَّا لَصَادِقُونَ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اب</w:t>
      </w:r>
      <w:r>
        <w:rPr>
          <w:rtl/>
        </w:rPr>
        <w:t xml:space="preserve"> ہم وہ برحق عذاب لے كر آئے ہي</w:t>
      </w:r>
      <w:r w:rsidR="00083993">
        <w:rPr>
          <w:rtl/>
        </w:rPr>
        <w:t xml:space="preserve">ں </w:t>
      </w:r>
      <w:r>
        <w:rPr>
          <w:rtl/>
        </w:rPr>
        <w:t>اور ہم بالكل سچے ہي</w:t>
      </w:r>
      <w:r w:rsidR="00083993">
        <w:rPr>
          <w:rtl/>
        </w:rPr>
        <w:t xml:space="preserve">ں </w:t>
      </w:r>
      <w:r>
        <w:rPr>
          <w:rtl/>
        </w:rPr>
        <w:t>_</w:t>
      </w:r>
    </w:p>
    <w:p w:rsidR="001F628F" w:rsidRDefault="001F628F" w:rsidP="001F628F">
      <w:pPr>
        <w:pStyle w:val="libNormal"/>
        <w:rPr>
          <w:rtl/>
        </w:rPr>
      </w:pPr>
      <w:r>
        <w:rPr>
          <w:rtl/>
        </w:rPr>
        <w:t xml:space="preserve">1_حضرت لوط </w:t>
      </w:r>
      <w:r w:rsidR="00367F17" w:rsidRPr="00367F17">
        <w:rPr>
          <w:rStyle w:val="libAlaemChar"/>
          <w:rtl/>
        </w:rPr>
        <w:t xml:space="preserve"> عليه‌السلام </w:t>
      </w:r>
      <w:r>
        <w:rPr>
          <w:rtl/>
        </w:rPr>
        <w:t xml:space="preserve"> كے حضور فرشتو</w:t>
      </w:r>
      <w:r w:rsidR="00083993">
        <w:rPr>
          <w:rtl/>
        </w:rPr>
        <w:t xml:space="preserve">ں </w:t>
      </w:r>
      <w:r>
        <w:rPr>
          <w:rtl/>
        </w:rPr>
        <w:t>كاقوم لوط پرقطعى طور پر عذاب( استيصال) نازل ہونے كى تاكيد كرنا_</w:t>
      </w:r>
    </w:p>
    <w:p w:rsidR="001F628F" w:rsidRDefault="001F628F" w:rsidP="000733F5">
      <w:pPr>
        <w:pStyle w:val="libArabic"/>
        <w:rPr>
          <w:rtl/>
        </w:rPr>
      </w:pPr>
      <w:r>
        <w:rPr>
          <w:rFonts w:hint="eastAsia"/>
          <w:rtl/>
        </w:rPr>
        <w:t>وا</w:t>
      </w:r>
      <w:r>
        <w:rPr>
          <w:rtl/>
        </w:rPr>
        <w:t xml:space="preserve"> تينك بالحقّ وانا لصدقون</w:t>
      </w:r>
    </w:p>
    <w:p w:rsidR="001F628F" w:rsidRDefault="001F628F" w:rsidP="001F628F">
      <w:pPr>
        <w:pStyle w:val="libNormal"/>
        <w:rPr>
          <w:rtl/>
        </w:rPr>
      </w:pPr>
      <w:r>
        <w:rPr>
          <w:rtl/>
        </w:rPr>
        <w:t>''بالحق'' برحق اور سچى خبركو كہتے ہي</w:t>
      </w:r>
      <w:r w:rsidR="00083993">
        <w:rPr>
          <w:rtl/>
        </w:rPr>
        <w:t xml:space="preserve">ں </w:t>
      </w:r>
      <w:r>
        <w:rPr>
          <w:rtl/>
        </w:rPr>
        <w:t>_اور اس خبر حق سے عذاب الہى مراد ہے_</w:t>
      </w:r>
    </w:p>
    <w:p w:rsidR="001F628F" w:rsidRDefault="001F628F" w:rsidP="001F628F">
      <w:pPr>
        <w:pStyle w:val="libNormal"/>
        <w:rPr>
          <w:rtl/>
        </w:rPr>
      </w:pPr>
      <w:r>
        <w:rPr>
          <w:rtl/>
        </w:rPr>
        <w:t xml:space="preserve">2_حضرت لوط </w:t>
      </w:r>
      <w:r w:rsidR="00367F17" w:rsidRPr="00367F17">
        <w:rPr>
          <w:rStyle w:val="libAlaemChar"/>
          <w:rtl/>
        </w:rPr>
        <w:t xml:space="preserve"> عليه‌السلام </w:t>
      </w:r>
      <w:r>
        <w:rPr>
          <w:rtl/>
        </w:rPr>
        <w:t xml:space="preserve"> كے پاس انے والے فرشتے ايك بر حق پيغام اور قابل تحقق حكم لےكر ائے تھے_</w:t>
      </w:r>
    </w:p>
    <w:p w:rsidR="001F628F" w:rsidRDefault="001F628F" w:rsidP="000733F5">
      <w:pPr>
        <w:pStyle w:val="libArabic"/>
        <w:rPr>
          <w:rtl/>
        </w:rPr>
      </w:pPr>
      <w:r>
        <w:rPr>
          <w:rFonts w:hint="eastAsia"/>
          <w:rtl/>
        </w:rPr>
        <w:t>وا</w:t>
      </w:r>
      <w:r>
        <w:rPr>
          <w:rtl/>
        </w:rPr>
        <w:t xml:space="preserve"> تينك بالحقّ وانا لصدقون</w:t>
      </w:r>
    </w:p>
    <w:p w:rsidR="001F628F" w:rsidRDefault="001F628F" w:rsidP="001F628F">
      <w:pPr>
        <w:pStyle w:val="libNormal"/>
        <w:rPr>
          <w:rtl/>
        </w:rPr>
      </w:pPr>
      <w:r>
        <w:rPr>
          <w:rFonts w:hint="eastAsia"/>
          <w:rtl/>
        </w:rPr>
        <w:t>ايت</w:t>
      </w:r>
      <w:r>
        <w:rPr>
          <w:rtl/>
        </w:rPr>
        <w:t xml:space="preserve"> كا ذيل كہ جو سچائي كى تاكيد ہے، اس بات كا قرينہ ہے كہ'' بالحق '' سے برحق خبر و پيغام مرادہے_</w:t>
      </w:r>
    </w:p>
    <w:p w:rsidR="001F628F" w:rsidRDefault="001F628F" w:rsidP="000733F5">
      <w:pPr>
        <w:pStyle w:val="libNormal"/>
        <w:rPr>
          <w:rtl/>
        </w:rPr>
      </w:pPr>
      <w:r>
        <w:rPr>
          <w:rtl/>
        </w:rPr>
        <w:t>3_قوم لوط كا عذاب ،حق كى بنياد پر تھا_</w:t>
      </w:r>
      <w:r w:rsidRPr="000733F5">
        <w:rPr>
          <w:rStyle w:val="libArabicChar"/>
          <w:rFonts w:hint="eastAsia"/>
          <w:rtl/>
        </w:rPr>
        <w:t>وا</w:t>
      </w:r>
      <w:r w:rsidRPr="000733F5">
        <w:rPr>
          <w:rStyle w:val="libArabicChar"/>
          <w:rtl/>
        </w:rPr>
        <w:t xml:space="preserve"> تينك بالحقّ</w:t>
      </w:r>
    </w:p>
    <w:p w:rsidR="000733F5" w:rsidRDefault="001E7F9D" w:rsidP="00F73EDE">
      <w:pPr>
        <w:pStyle w:val="libPoemTini"/>
        <w:rPr>
          <w:rtl/>
        </w:rPr>
      </w:pPr>
      <w:r>
        <w:rPr>
          <w:rtl/>
        </w:rPr>
        <w:br w:type="page"/>
      </w:r>
    </w:p>
    <w:p w:rsidR="001F628F" w:rsidRDefault="001F628F" w:rsidP="000733F5">
      <w:pPr>
        <w:pStyle w:val="libNormal"/>
        <w:rPr>
          <w:rtl/>
        </w:rPr>
      </w:pPr>
      <w:r>
        <w:rPr>
          <w:rFonts w:hint="eastAsia"/>
          <w:rtl/>
        </w:rPr>
        <w:lastRenderedPageBreak/>
        <w:t>مندرجہ</w:t>
      </w:r>
      <w:r>
        <w:rPr>
          <w:rtl/>
        </w:rPr>
        <w:t xml:space="preserve"> بالا مطلب اس احتمال پر مبنى ہے كہ جب ''بالحق '' سے عذاب مراد ہو اور عذاب كے بارے مي</w:t>
      </w:r>
      <w:r w:rsidR="00083993">
        <w:rPr>
          <w:rtl/>
        </w:rPr>
        <w:t xml:space="preserve">ں </w:t>
      </w:r>
      <w:r>
        <w:rPr>
          <w:rtl/>
        </w:rPr>
        <w:t>''حق ''كى تعبير لانا،ہو سكتا ہے مذكورہ بالا نكتے كى طرف اشارہ ہو_</w:t>
      </w:r>
    </w:p>
    <w:p w:rsidR="001F628F" w:rsidRDefault="001F628F" w:rsidP="001F628F">
      <w:pPr>
        <w:pStyle w:val="libNormal"/>
        <w:rPr>
          <w:rtl/>
        </w:rPr>
      </w:pPr>
      <w:r>
        <w:rPr>
          <w:rFonts w:hint="eastAsia"/>
          <w:rtl/>
        </w:rPr>
        <w:t>خدا</w:t>
      </w:r>
      <w:r>
        <w:rPr>
          <w:rtl/>
        </w:rPr>
        <w:t xml:space="preserve"> كے كارندے:2</w:t>
      </w:r>
    </w:p>
    <w:p w:rsidR="001F628F" w:rsidRDefault="001F628F" w:rsidP="000733F5">
      <w:pPr>
        <w:pStyle w:val="libNormal"/>
        <w:rPr>
          <w:rtl/>
        </w:rPr>
      </w:pPr>
      <w:r>
        <w:rPr>
          <w:rFonts w:hint="eastAsia"/>
          <w:rtl/>
        </w:rPr>
        <w:t>قوم</w:t>
      </w:r>
      <w:r>
        <w:rPr>
          <w:rtl/>
        </w:rPr>
        <w:t xml:space="preserve"> لوط :</w:t>
      </w:r>
      <w:r>
        <w:rPr>
          <w:rFonts w:hint="eastAsia"/>
          <w:rtl/>
        </w:rPr>
        <w:t>قوم</w:t>
      </w:r>
      <w:r>
        <w:rPr>
          <w:rtl/>
        </w:rPr>
        <w:t xml:space="preserve"> لوط كے عذاب كا حتمى ہونا 1;قوم لوط كے عذاب كى حقانيت 3</w:t>
      </w:r>
    </w:p>
    <w:p w:rsidR="001F628F" w:rsidRDefault="001F628F" w:rsidP="000733F5">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كا قصہ 1;ملائكہ كا حضرت لوط </w:t>
      </w:r>
      <w:r w:rsidR="00367F17" w:rsidRPr="00367F17">
        <w:rPr>
          <w:rStyle w:val="libAlaemChar"/>
          <w:rtl/>
        </w:rPr>
        <w:t xml:space="preserve"> عليه‌السلام </w:t>
      </w:r>
      <w:r>
        <w:rPr>
          <w:rtl/>
        </w:rPr>
        <w:t xml:space="preserve"> كے پاس انا 2</w:t>
      </w:r>
    </w:p>
    <w:p w:rsidR="001F628F" w:rsidRDefault="001F628F" w:rsidP="000733F5">
      <w:pPr>
        <w:pStyle w:val="libNormal"/>
        <w:rPr>
          <w:rtl/>
        </w:rPr>
      </w:pPr>
      <w:r>
        <w:rPr>
          <w:rFonts w:hint="eastAsia"/>
          <w:rtl/>
        </w:rPr>
        <w:t>ملائكہ</w:t>
      </w:r>
      <w:r>
        <w:rPr>
          <w:rtl/>
        </w:rPr>
        <w:t xml:space="preserve"> :</w:t>
      </w:r>
      <w:r>
        <w:rPr>
          <w:rFonts w:hint="eastAsia"/>
          <w:rtl/>
        </w:rPr>
        <w:t>عذاب</w:t>
      </w:r>
      <w:r>
        <w:rPr>
          <w:rtl/>
        </w:rPr>
        <w:t xml:space="preserve"> كے ملائكہ 1،2;ملائكہ اور حضرت لوط </w:t>
      </w:r>
      <w:r w:rsidR="00367F17" w:rsidRPr="00367F17">
        <w:rPr>
          <w:rStyle w:val="libAlaemChar"/>
          <w:rtl/>
        </w:rPr>
        <w:t xml:space="preserve"> عليه‌السلام </w:t>
      </w:r>
      <w:r>
        <w:rPr>
          <w:rtl/>
        </w:rPr>
        <w:t xml:space="preserve"> 1 ; ملائكہ كى ذمہ داري2</w:t>
      </w:r>
    </w:p>
    <w:p w:rsidR="001F628F" w:rsidRDefault="000733F5" w:rsidP="000733F5">
      <w:pPr>
        <w:pStyle w:val="Heading2Center"/>
        <w:rPr>
          <w:rtl/>
        </w:rPr>
      </w:pPr>
      <w:bookmarkStart w:id="111" w:name="_Toc28081789"/>
      <w:r>
        <w:rPr>
          <w:rFonts w:hint="cs"/>
          <w:rtl/>
        </w:rPr>
        <w:t>آیت 65</w:t>
      </w:r>
      <w:bookmarkEnd w:id="111"/>
    </w:p>
    <w:p w:rsidR="001F628F" w:rsidRDefault="00E260F9" w:rsidP="000733F5">
      <w:pPr>
        <w:pStyle w:val="libNormal"/>
        <w:rPr>
          <w:rtl/>
        </w:rPr>
      </w:pPr>
      <w:r w:rsidRPr="00E260F9">
        <w:rPr>
          <w:rStyle w:val="libAlaemChar"/>
          <w:rFonts w:hint="eastAsia"/>
          <w:rtl/>
        </w:rPr>
        <w:t>(</w:t>
      </w:r>
      <w:r w:rsidRPr="000733F5">
        <w:rPr>
          <w:rStyle w:val="libAieChar"/>
          <w:rFonts w:hint="eastAsia"/>
          <w:rtl/>
        </w:rPr>
        <w:t>فَأَسْرِ</w:t>
      </w:r>
      <w:r w:rsidRPr="000733F5">
        <w:rPr>
          <w:rStyle w:val="libAieChar"/>
          <w:rtl/>
        </w:rPr>
        <w:t xml:space="preserve"> بِأَهْلِكَ بِقِطْعٍ مِّنَ اللَّيْلِ وَاتَّبِعْ أَدْبَارَهُمْ وَلاَ يَلْتَفِتْ مِنكُمْ أَحَدٌ وَامْضُواْ حَيْثُ تُؤْمَرُونَ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آپ</w:t>
      </w:r>
      <w:r>
        <w:rPr>
          <w:rtl/>
        </w:rPr>
        <w:t xml:space="preserve"> رات اپنے اہل كولے كر نكل جائي</w:t>
      </w:r>
      <w:r w:rsidR="00083993">
        <w:rPr>
          <w:rtl/>
        </w:rPr>
        <w:t xml:space="preserve">ں </w:t>
      </w:r>
      <w:r>
        <w:rPr>
          <w:rtl/>
        </w:rPr>
        <w:t>اور خود پيچھے پيچھے سب كى نگرانى كرتے چلي</w:t>
      </w:r>
      <w:r w:rsidR="00083993">
        <w:rPr>
          <w:rtl/>
        </w:rPr>
        <w:t xml:space="preserve">ں </w:t>
      </w:r>
      <w:r>
        <w:rPr>
          <w:rtl/>
        </w:rPr>
        <w:t>اور كوئي پيچھے كى طرف مڑ كر بھى نہ ديكھے اور جدھر كا حكم ديا گياہے سب ادھر ہى چلے جائي</w:t>
      </w:r>
      <w:r w:rsidR="00083993">
        <w:rPr>
          <w:rtl/>
        </w:rPr>
        <w:t xml:space="preserve">ں </w:t>
      </w:r>
      <w:r>
        <w:rPr>
          <w:rtl/>
        </w:rPr>
        <w:t>_</w:t>
      </w:r>
    </w:p>
    <w:p w:rsidR="001F628F" w:rsidRDefault="001F628F" w:rsidP="000733F5">
      <w:pPr>
        <w:pStyle w:val="libNormal"/>
        <w:rPr>
          <w:rtl/>
        </w:rPr>
      </w:pPr>
      <w:r>
        <w:rPr>
          <w:rtl/>
        </w:rPr>
        <w:t>1_فرشتو</w:t>
      </w:r>
      <w:r w:rsidR="00083993">
        <w:rPr>
          <w:rtl/>
        </w:rPr>
        <w:t xml:space="preserve">ں </w:t>
      </w:r>
      <w:r>
        <w:rPr>
          <w:rtl/>
        </w:rPr>
        <w:t xml:space="preserve">نے حضرت لوط </w:t>
      </w:r>
      <w:r w:rsidR="00367F17" w:rsidRPr="00367F17">
        <w:rPr>
          <w:rStyle w:val="libAlaemChar"/>
          <w:rtl/>
        </w:rPr>
        <w:t xml:space="preserve"> عليه‌السلام </w:t>
      </w:r>
      <w:r>
        <w:rPr>
          <w:rtl/>
        </w:rPr>
        <w:t xml:space="preserve"> سے كہا كہ وہ عذاب الہى سے نجات پانے كى خاطر رات كا كچھ حصہ گذرنے كے بعد اپنے خاندان كو شہر سے نكال كر لے جائي</w:t>
      </w:r>
      <w:r w:rsidR="00083993">
        <w:rPr>
          <w:rtl/>
        </w:rPr>
        <w:t xml:space="preserve">ں </w:t>
      </w:r>
      <w:r>
        <w:rPr>
          <w:rtl/>
        </w:rPr>
        <w:t>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 </w:t>
      </w:r>
      <w:r w:rsidRPr="000733F5">
        <w:rPr>
          <w:rStyle w:val="libArabicChar"/>
          <w:rFonts w:hint="cs"/>
          <w:rtl/>
        </w:rPr>
        <w:t>بقطع</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اليل</w:t>
      </w:r>
    </w:p>
    <w:p w:rsidR="000733F5" w:rsidRDefault="001F628F" w:rsidP="000733F5">
      <w:pPr>
        <w:pStyle w:val="libNormal"/>
        <w:rPr>
          <w:rtl/>
        </w:rPr>
      </w:pPr>
      <w:r>
        <w:rPr>
          <w:rtl/>
        </w:rPr>
        <w:t xml:space="preserve">2_حضرت لوط </w:t>
      </w:r>
      <w:r w:rsidR="00367F17" w:rsidRPr="00367F17">
        <w:rPr>
          <w:rStyle w:val="libAlaemChar"/>
          <w:rtl/>
        </w:rPr>
        <w:t xml:space="preserve"> عليه‌السلام </w:t>
      </w:r>
      <w:r>
        <w:rPr>
          <w:rtl/>
        </w:rPr>
        <w:t xml:space="preserve"> كوعذاب الہى سے محفوظ رہنے كے لئے اپنى نگرانى مي</w:t>
      </w:r>
      <w:r w:rsidR="00083993">
        <w:rPr>
          <w:rtl/>
        </w:rPr>
        <w:t xml:space="preserve">ں </w:t>
      </w:r>
      <w:r>
        <w:rPr>
          <w:rtl/>
        </w:rPr>
        <w:t>اپنے خاندان كو شہر سے نكالنے پر</w:t>
      </w:r>
      <w:r w:rsidR="000733F5" w:rsidRPr="000733F5">
        <w:rPr>
          <w:rFonts w:hint="eastAsia"/>
          <w:rtl/>
        </w:rPr>
        <w:t xml:space="preserve"> </w:t>
      </w:r>
      <w:r w:rsidR="000733F5">
        <w:rPr>
          <w:rFonts w:hint="eastAsia"/>
          <w:rtl/>
        </w:rPr>
        <w:t>مامور</w:t>
      </w:r>
      <w:r w:rsidR="000733F5">
        <w:rPr>
          <w:rtl/>
        </w:rPr>
        <w:t xml:space="preserve"> كيا گيا_</w:t>
      </w:r>
      <w:r w:rsidR="000733F5" w:rsidRPr="000733F5">
        <w:rPr>
          <w:rStyle w:val="libArabicChar"/>
          <w:rFonts w:hint="eastAsia"/>
          <w:rtl/>
        </w:rPr>
        <w:t>فاسر</w:t>
      </w:r>
      <w:r w:rsidR="000733F5" w:rsidRPr="000733F5">
        <w:rPr>
          <w:rStyle w:val="libArabicChar"/>
          <w:rtl/>
        </w:rPr>
        <w:t xml:space="preserve"> با</w:t>
      </w:r>
      <w:r w:rsidR="00F21947" w:rsidRPr="00B2551F">
        <w:rPr>
          <w:rStyle w:val="libArabicChar"/>
          <w:rFonts w:hint="cs"/>
          <w:rtl/>
        </w:rPr>
        <w:t>ه</w:t>
      </w:r>
      <w:r w:rsidR="000733F5" w:rsidRPr="000733F5">
        <w:rPr>
          <w:rStyle w:val="libArabicChar"/>
          <w:rFonts w:hint="cs"/>
          <w:rtl/>
        </w:rPr>
        <w:t>لك</w:t>
      </w:r>
      <w:r w:rsidR="000733F5" w:rsidRPr="000733F5">
        <w:rPr>
          <w:rStyle w:val="libArabicChar"/>
          <w:rtl/>
        </w:rPr>
        <w:t xml:space="preserve"> ___ </w:t>
      </w:r>
      <w:r w:rsidR="000733F5" w:rsidRPr="000733F5">
        <w:rPr>
          <w:rStyle w:val="libArabicChar"/>
          <w:rFonts w:hint="cs"/>
          <w:rtl/>
        </w:rPr>
        <w:t>واتبع</w:t>
      </w:r>
      <w:r w:rsidR="000733F5" w:rsidRPr="000733F5">
        <w:rPr>
          <w:rStyle w:val="libArabicChar"/>
          <w:rtl/>
        </w:rPr>
        <w:t xml:space="preserve"> </w:t>
      </w:r>
      <w:r w:rsidR="000733F5" w:rsidRPr="000733F5">
        <w:rPr>
          <w:rStyle w:val="libArabicChar"/>
          <w:rFonts w:hint="cs"/>
          <w:rtl/>
        </w:rPr>
        <w:t>ادبر</w:t>
      </w:r>
      <w:r w:rsidR="00F21947" w:rsidRPr="00B2551F">
        <w:rPr>
          <w:rStyle w:val="libArabicChar"/>
          <w:rFonts w:hint="cs"/>
          <w:rtl/>
        </w:rPr>
        <w:t>ه</w:t>
      </w:r>
      <w:r w:rsidR="000733F5" w:rsidRPr="000733F5">
        <w:rPr>
          <w:rStyle w:val="libArabicChar"/>
          <w:rFonts w:hint="cs"/>
          <w:rtl/>
        </w:rPr>
        <w:t>ُم</w:t>
      </w:r>
    </w:p>
    <w:p w:rsidR="000733F5" w:rsidRDefault="000733F5" w:rsidP="000733F5">
      <w:pPr>
        <w:pStyle w:val="libNormal"/>
        <w:rPr>
          <w:rtl/>
        </w:rPr>
      </w:pPr>
      <w:r>
        <w:rPr>
          <w:rFonts w:hint="eastAsia"/>
          <w:rtl/>
        </w:rPr>
        <w:t>ہوسكتا</w:t>
      </w:r>
      <w:r>
        <w:rPr>
          <w:rtl/>
        </w:rPr>
        <w:t xml:space="preserve"> اپنے خاندان كے پيچھے چلنے ( واتبع ادبرھُم)سے اُن كو اپنى نگرانى ميں نكالنا مراد ہو كہ مبادا كو ئي شہر كى جانب دوبارہ لوٹ نہ ائے اور شہر سے نكلنے پر راضى نہ ہو _بعد والا جملہ ( ولا يلتفت منكم___ ) بھى اس بات كى تائيد كر رہا ہے_</w:t>
      </w:r>
    </w:p>
    <w:p w:rsidR="000733F5" w:rsidRDefault="000733F5" w:rsidP="000733F5">
      <w:pPr>
        <w:pStyle w:val="libNormal"/>
        <w:rPr>
          <w:rtl/>
        </w:rPr>
      </w:pPr>
      <w:r>
        <w:rPr>
          <w:rtl/>
        </w:rPr>
        <w:t xml:space="preserve">3_حضرت لوط </w:t>
      </w:r>
      <w:r w:rsidR="00367F17" w:rsidRPr="00367F17">
        <w:rPr>
          <w:rStyle w:val="libAlaemChar"/>
          <w:rtl/>
        </w:rPr>
        <w:t xml:space="preserve"> عليه‌السلام </w:t>
      </w:r>
      <w:r>
        <w:rPr>
          <w:rtl/>
        </w:rPr>
        <w:t xml:space="preserve"> كو مامور كيا گيا كہ وہ اپنے خاندان كو شہر سے نكالنے كے ساتھ ساتھ خود بھى اُن كے پيچھے چل پڑيں _</w:t>
      </w:r>
    </w:p>
    <w:p w:rsidR="000733F5" w:rsidRDefault="000733F5" w:rsidP="000733F5">
      <w:pPr>
        <w:pStyle w:val="libArabic"/>
        <w:rPr>
          <w:rtl/>
        </w:rPr>
      </w:pPr>
      <w:r>
        <w:rPr>
          <w:rFonts w:hint="eastAsia"/>
          <w:rtl/>
        </w:rPr>
        <w:t>فاسر</w:t>
      </w:r>
      <w:r>
        <w:rPr>
          <w:rtl/>
        </w:rPr>
        <w:t xml:space="preserve"> با</w:t>
      </w:r>
      <w:r w:rsidR="00F21947" w:rsidRPr="00B2551F">
        <w:rPr>
          <w:rFonts w:hint="cs"/>
          <w:rtl/>
        </w:rPr>
        <w:t>ه</w:t>
      </w:r>
      <w:r>
        <w:rPr>
          <w:rFonts w:hint="cs"/>
          <w:rtl/>
        </w:rPr>
        <w:t>لك</w:t>
      </w:r>
      <w:r>
        <w:rPr>
          <w:rtl/>
        </w:rPr>
        <w:t xml:space="preserve">___ </w:t>
      </w:r>
      <w:r>
        <w:rPr>
          <w:rFonts w:hint="cs"/>
          <w:rtl/>
        </w:rPr>
        <w:t>واتبع</w:t>
      </w:r>
      <w:r>
        <w:rPr>
          <w:rtl/>
        </w:rPr>
        <w:t xml:space="preserve"> </w:t>
      </w:r>
      <w:r>
        <w:rPr>
          <w:rFonts w:hint="cs"/>
          <w:rtl/>
        </w:rPr>
        <w:t>ادبر</w:t>
      </w:r>
      <w:r w:rsidR="00F21947" w:rsidRPr="00B2551F">
        <w:rPr>
          <w:rFonts w:hint="cs"/>
          <w:rtl/>
        </w:rPr>
        <w:t>ه</w:t>
      </w:r>
      <w:r>
        <w:rPr>
          <w:rFonts w:hint="cs"/>
          <w:rtl/>
        </w:rPr>
        <w:t>ُم</w:t>
      </w:r>
    </w:p>
    <w:p w:rsidR="001F628F" w:rsidRDefault="001F628F" w:rsidP="001F628F">
      <w:pPr>
        <w:pStyle w:val="libNormal"/>
        <w:rPr>
          <w:rtl/>
        </w:rPr>
      </w:pPr>
    </w:p>
    <w:p w:rsidR="000733F5" w:rsidRDefault="001E7F9D" w:rsidP="00F73EDE">
      <w:pPr>
        <w:pStyle w:val="libPoemTini"/>
        <w:rPr>
          <w:rtl/>
        </w:rPr>
      </w:pPr>
      <w:r>
        <w:rPr>
          <w:rtl/>
        </w:rPr>
        <w:br w:type="page"/>
      </w:r>
    </w:p>
    <w:p w:rsidR="001F628F" w:rsidRDefault="001F628F" w:rsidP="000733F5">
      <w:pPr>
        <w:pStyle w:val="libNormal"/>
        <w:rPr>
          <w:rtl/>
        </w:rPr>
      </w:pPr>
      <w:r>
        <w:rPr>
          <w:rtl/>
        </w:rPr>
        <w:lastRenderedPageBreak/>
        <w:t xml:space="preserve">4_خداوند متعال نے حضرت لوط </w:t>
      </w:r>
      <w:r w:rsidR="00367F17" w:rsidRPr="00367F17">
        <w:rPr>
          <w:rStyle w:val="libAlaemChar"/>
          <w:rtl/>
        </w:rPr>
        <w:t xml:space="preserve"> عليه‌السلام </w:t>
      </w:r>
      <w:r>
        <w:rPr>
          <w:rtl/>
        </w:rPr>
        <w:t xml:space="preserve"> اور اُن كے خاندان كوعذاب كے خطر ے سے دوچار شہر كى طرف واپس لوٹنے سے منع كيا 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___ </w:t>
      </w:r>
      <w:r w:rsidRPr="000733F5">
        <w:rPr>
          <w:rStyle w:val="libArabicChar"/>
          <w:rFonts w:hint="cs"/>
          <w:rtl/>
        </w:rPr>
        <w:t>ولا</w:t>
      </w:r>
      <w:r w:rsidRPr="000733F5">
        <w:rPr>
          <w:rStyle w:val="libArabicChar"/>
          <w:rtl/>
        </w:rPr>
        <w:t xml:space="preserve"> </w:t>
      </w:r>
      <w:r w:rsidRPr="000733F5">
        <w:rPr>
          <w:rStyle w:val="libArabicChar"/>
          <w:rFonts w:hint="cs"/>
          <w:rtl/>
        </w:rPr>
        <w:t>يلتفت</w:t>
      </w:r>
      <w:r w:rsidRPr="000733F5">
        <w:rPr>
          <w:rStyle w:val="libArabicChar"/>
          <w:rtl/>
        </w:rPr>
        <w:t xml:space="preserve"> </w:t>
      </w:r>
      <w:r w:rsidRPr="000733F5">
        <w:rPr>
          <w:rStyle w:val="libArabicChar"/>
          <w:rFonts w:hint="cs"/>
          <w:rtl/>
        </w:rPr>
        <w:t>منكم</w:t>
      </w:r>
      <w:r w:rsidRPr="000733F5">
        <w:rPr>
          <w:rStyle w:val="libArabicChar"/>
          <w:rtl/>
        </w:rPr>
        <w:t xml:space="preserve"> </w:t>
      </w:r>
      <w:r w:rsidRPr="000733F5">
        <w:rPr>
          <w:rStyle w:val="libArabicChar"/>
          <w:rFonts w:hint="cs"/>
          <w:rtl/>
        </w:rPr>
        <w:t>واحد</w:t>
      </w:r>
    </w:p>
    <w:p w:rsidR="001F628F" w:rsidRDefault="001F628F" w:rsidP="001F628F">
      <w:pPr>
        <w:pStyle w:val="libNormal"/>
        <w:rPr>
          <w:rtl/>
        </w:rPr>
      </w:pPr>
      <w:r>
        <w:rPr>
          <w:rFonts w:hint="eastAsia"/>
          <w:rtl/>
        </w:rPr>
        <w:t>شہر</w:t>
      </w:r>
      <w:r>
        <w:rPr>
          <w:rtl/>
        </w:rPr>
        <w:t xml:space="preserve"> سے نكلنے كے فرمان ( فاسر باھلك ) كے قرينے سے ،ايت مي</w:t>
      </w:r>
      <w:r w:rsidR="00083993">
        <w:rPr>
          <w:rtl/>
        </w:rPr>
        <w:t xml:space="preserve">ں </w:t>
      </w:r>
      <w:r>
        <w:rPr>
          <w:rtl/>
        </w:rPr>
        <w:t>التفات اور توجہ سے مراد ايسے شہر كى طرف واپس پلٹنا ہے كہ جہا</w:t>
      </w:r>
      <w:r w:rsidR="00083993">
        <w:rPr>
          <w:rtl/>
        </w:rPr>
        <w:t xml:space="preserve">ں </w:t>
      </w:r>
      <w:r>
        <w:rPr>
          <w:rtl/>
        </w:rPr>
        <w:t>وہ لوگ ساكن تھے_</w:t>
      </w:r>
    </w:p>
    <w:p w:rsidR="001F628F" w:rsidRDefault="001F628F" w:rsidP="000733F5">
      <w:pPr>
        <w:pStyle w:val="libNormal"/>
        <w:rPr>
          <w:rtl/>
        </w:rPr>
      </w:pPr>
      <w:r>
        <w:rPr>
          <w:rtl/>
        </w:rPr>
        <w:t xml:space="preserve">5_حضرت لوط </w:t>
      </w:r>
      <w:r w:rsidR="00367F17" w:rsidRPr="00367F17">
        <w:rPr>
          <w:rStyle w:val="libAlaemChar"/>
          <w:rtl/>
        </w:rPr>
        <w:t xml:space="preserve"> عليه‌السلام </w:t>
      </w:r>
      <w:r>
        <w:rPr>
          <w:rtl/>
        </w:rPr>
        <w:t xml:space="preserve"> اور اُن كاپورا خاندان ايك ساتھ شہرسے لوگو</w:t>
      </w:r>
      <w:r w:rsidR="00083993">
        <w:rPr>
          <w:rtl/>
        </w:rPr>
        <w:t xml:space="preserve">ں </w:t>
      </w:r>
      <w:r>
        <w:rPr>
          <w:rtl/>
        </w:rPr>
        <w:t>كى نظرو</w:t>
      </w:r>
      <w:r w:rsidR="00083993">
        <w:rPr>
          <w:rtl/>
        </w:rPr>
        <w:t xml:space="preserve">ں </w:t>
      </w:r>
      <w:r>
        <w:rPr>
          <w:rtl/>
        </w:rPr>
        <w:t>سے اوجھل وخفيہ طريقے اور سرعت كے ساتھ نكلا تھا_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 </w:t>
      </w:r>
      <w:r w:rsidRPr="000733F5">
        <w:rPr>
          <w:rStyle w:val="libArabicChar"/>
          <w:rFonts w:hint="cs"/>
          <w:rtl/>
        </w:rPr>
        <w:t>بقطع</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اليل</w:t>
      </w:r>
      <w:r w:rsidRPr="000733F5">
        <w:rPr>
          <w:rStyle w:val="libArabicChar"/>
          <w:rtl/>
        </w:rPr>
        <w:t xml:space="preserve"> ___ </w:t>
      </w:r>
      <w:r w:rsidRPr="000733F5">
        <w:rPr>
          <w:rStyle w:val="libArabicChar"/>
          <w:rFonts w:hint="cs"/>
          <w:rtl/>
        </w:rPr>
        <w:t>وامضُو</w:t>
      </w:r>
      <w:r w:rsidRPr="000733F5">
        <w:rPr>
          <w:rStyle w:val="libArabicChar"/>
          <w:rtl/>
        </w:rPr>
        <w:t xml:space="preserve"> </w:t>
      </w:r>
      <w:r w:rsidRPr="000733F5">
        <w:rPr>
          <w:rStyle w:val="libArabicChar"/>
          <w:rFonts w:hint="cs"/>
          <w:rtl/>
        </w:rPr>
        <w:t>ا</w:t>
      </w:r>
      <w:r w:rsidRPr="000733F5">
        <w:rPr>
          <w:rStyle w:val="libArabicChar"/>
          <w:rtl/>
        </w:rPr>
        <w:t xml:space="preserve"> </w:t>
      </w:r>
      <w:r w:rsidRPr="000733F5">
        <w:rPr>
          <w:rStyle w:val="libArabicChar"/>
          <w:rFonts w:hint="cs"/>
          <w:rtl/>
        </w:rPr>
        <w:t>حيث</w:t>
      </w:r>
      <w:r w:rsidRPr="000733F5">
        <w:rPr>
          <w:rStyle w:val="libArabicChar"/>
          <w:rtl/>
        </w:rPr>
        <w:t xml:space="preserve"> </w:t>
      </w:r>
      <w:r w:rsidRPr="000733F5">
        <w:rPr>
          <w:rStyle w:val="libArabicChar"/>
          <w:rFonts w:hint="cs"/>
          <w:rtl/>
        </w:rPr>
        <w:t>تومرون</w:t>
      </w:r>
    </w:p>
    <w:p w:rsidR="001F628F" w:rsidRDefault="001F628F" w:rsidP="001F628F">
      <w:pPr>
        <w:pStyle w:val="libNormal"/>
        <w:rPr>
          <w:rtl/>
        </w:rPr>
      </w:pPr>
      <w:r>
        <w:rPr>
          <w:rFonts w:hint="eastAsia"/>
          <w:rtl/>
        </w:rPr>
        <w:t>اپنے</w:t>
      </w:r>
      <w:r>
        <w:rPr>
          <w:rtl/>
        </w:rPr>
        <w:t xml:space="preserve"> خاندان كے شہر سے نكلنے كے دوران حضرت لوط </w:t>
      </w:r>
      <w:r w:rsidR="00367F17" w:rsidRPr="00367F17">
        <w:rPr>
          <w:rStyle w:val="libAlaemChar"/>
          <w:rtl/>
        </w:rPr>
        <w:t xml:space="preserve"> عليه‌السلام </w:t>
      </w:r>
      <w:r>
        <w:rPr>
          <w:rtl/>
        </w:rPr>
        <w:t xml:space="preserve"> كى اُن پر نظارت ( واتبع ادبرھُم ) سے ظاہر ہوتا ہے كہ وہ ايك محدود وقت ( بقطع من اليل ) مي</w:t>
      </w:r>
      <w:r w:rsidR="00083993">
        <w:rPr>
          <w:rtl/>
        </w:rPr>
        <w:t xml:space="preserve">ں </w:t>
      </w:r>
      <w:r>
        <w:rPr>
          <w:rtl/>
        </w:rPr>
        <w:t>اكٹھے اور سرعت كے ساتھ نكلے تھے _اور رات كا كچھ حصہ گذرنے كے بعد نكلنا ظاہر كرتا ہے كہ اُن كا يہ عمل خفيہ تھا_</w:t>
      </w:r>
    </w:p>
    <w:p w:rsidR="001F628F" w:rsidRDefault="001F628F" w:rsidP="000733F5">
      <w:pPr>
        <w:pStyle w:val="libNormal"/>
        <w:rPr>
          <w:rtl/>
        </w:rPr>
      </w:pPr>
      <w:r>
        <w:rPr>
          <w:rtl/>
        </w:rPr>
        <w:t xml:space="preserve">6_حضرت لوط </w:t>
      </w:r>
      <w:r w:rsidR="00367F17" w:rsidRPr="00367F17">
        <w:rPr>
          <w:rStyle w:val="libAlaemChar"/>
          <w:rtl/>
        </w:rPr>
        <w:t xml:space="preserve"> عليه‌السلام </w:t>
      </w:r>
      <w:r>
        <w:rPr>
          <w:rtl/>
        </w:rPr>
        <w:t xml:space="preserve"> اور اُن كا خاندان مامور تھا كہ وہ فقط اُسى مقام كى طرف چلي</w:t>
      </w:r>
      <w:r w:rsidR="00083993">
        <w:rPr>
          <w:rtl/>
        </w:rPr>
        <w:t xml:space="preserve">ں </w:t>
      </w:r>
      <w:r>
        <w:rPr>
          <w:rtl/>
        </w:rPr>
        <w:t>جو اُن كے لئے تعيين كيا گيا تھا لہذا وہ كسى دوسرے مقام كو انتخاب كرنے كا حق نہي</w:t>
      </w:r>
      <w:r w:rsidR="00083993">
        <w:rPr>
          <w:rtl/>
        </w:rPr>
        <w:t xml:space="preserve">ں </w:t>
      </w:r>
      <w:r>
        <w:rPr>
          <w:rtl/>
        </w:rPr>
        <w:t>ركھتے تھے_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 ___ </w:t>
      </w:r>
      <w:r w:rsidRPr="000733F5">
        <w:rPr>
          <w:rStyle w:val="libArabicChar"/>
          <w:rFonts w:hint="cs"/>
          <w:rtl/>
        </w:rPr>
        <w:t>وامضُو</w:t>
      </w:r>
      <w:r w:rsidRPr="000733F5">
        <w:rPr>
          <w:rStyle w:val="libArabicChar"/>
          <w:rtl/>
        </w:rPr>
        <w:t xml:space="preserve"> </w:t>
      </w:r>
      <w:r w:rsidRPr="000733F5">
        <w:rPr>
          <w:rStyle w:val="libArabicChar"/>
          <w:rFonts w:hint="cs"/>
          <w:rtl/>
        </w:rPr>
        <w:t>ا</w:t>
      </w:r>
      <w:r w:rsidRPr="000733F5">
        <w:rPr>
          <w:rStyle w:val="libArabicChar"/>
          <w:rtl/>
        </w:rPr>
        <w:t xml:space="preserve"> </w:t>
      </w:r>
      <w:r w:rsidRPr="000733F5">
        <w:rPr>
          <w:rStyle w:val="libArabicChar"/>
          <w:rFonts w:hint="cs"/>
          <w:rtl/>
        </w:rPr>
        <w:t>حيث</w:t>
      </w:r>
      <w:r w:rsidRPr="000733F5">
        <w:rPr>
          <w:rStyle w:val="libArabicChar"/>
          <w:rtl/>
        </w:rPr>
        <w:t xml:space="preserve"> </w:t>
      </w:r>
      <w:r w:rsidRPr="000733F5">
        <w:rPr>
          <w:rStyle w:val="libArabicChar"/>
          <w:rFonts w:hint="cs"/>
          <w:rtl/>
        </w:rPr>
        <w:t>تومرون</w:t>
      </w:r>
    </w:p>
    <w:p w:rsidR="001F628F" w:rsidRDefault="001F628F" w:rsidP="000733F5">
      <w:pPr>
        <w:pStyle w:val="libNormal"/>
        <w:rPr>
          <w:rtl/>
        </w:rPr>
      </w:pPr>
      <w:r>
        <w:rPr>
          <w:rtl/>
        </w:rPr>
        <w:t>7_قوم لوط كا عذاب، شہر مي</w:t>
      </w:r>
      <w:r w:rsidR="00083993">
        <w:rPr>
          <w:rtl/>
        </w:rPr>
        <w:t xml:space="preserve">ں </w:t>
      </w:r>
      <w:r>
        <w:rPr>
          <w:rtl/>
        </w:rPr>
        <w:t>ساكن تمام لوگو</w:t>
      </w:r>
      <w:r w:rsidR="00083993">
        <w:rPr>
          <w:rtl/>
        </w:rPr>
        <w:t xml:space="preserve">ں </w:t>
      </w:r>
      <w:r>
        <w:rPr>
          <w:rtl/>
        </w:rPr>
        <w:t>كو شامل تھا_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 ___ </w:t>
      </w:r>
      <w:r w:rsidRPr="000733F5">
        <w:rPr>
          <w:rStyle w:val="libArabicChar"/>
          <w:rFonts w:hint="cs"/>
          <w:rtl/>
        </w:rPr>
        <w:t>وامضُو</w:t>
      </w:r>
      <w:r w:rsidRPr="000733F5">
        <w:rPr>
          <w:rStyle w:val="libArabicChar"/>
          <w:rtl/>
        </w:rPr>
        <w:t xml:space="preserve"> </w:t>
      </w:r>
      <w:r w:rsidRPr="000733F5">
        <w:rPr>
          <w:rStyle w:val="libArabicChar"/>
          <w:rFonts w:hint="cs"/>
          <w:rtl/>
        </w:rPr>
        <w:t>ا</w:t>
      </w:r>
      <w:r w:rsidRPr="000733F5">
        <w:rPr>
          <w:rStyle w:val="libArabicChar"/>
          <w:rtl/>
        </w:rPr>
        <w:t xml:space="preserve"> </w:t>
      </w:r>
      <w:r w:rsidRPr="000733F5">
        <w:rPr>
          <w:rStyle w:val="libArabicChar"/>
          <w:rFonts w:hint="cs"/>
          <w:rtl/>
        </w:rPr>
        <w:t>حيث</w:t>
      </w:r>
      <w:r w:rsidRPr="000733F5">
        <w:rPr>
          <w:rStyle w:val="libArabicChar"/>
          <w:rtl/>
        </w:rPr>
        <w:t xml:space="preserve"> </w:t>
      </w:r>
      <w:r w:rsidRPr="000733F5">
        <w:rPr>
          <w:rStyle w:val="libArabicChar"/>
          <w:rFonts w:hint="cs"/>
          <w:rtl/>
        </w:rPr>
        <w:t>تومرون</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كو اپنے خاندان كو شہر سے نكالنے پر مامور كيا گيا تھا اس سے معلوم ہوتا ہے كہ جو بھى شہر مي</w:t>
      </w:r>
      <w:r w:rsidR="00083993">
        <w:rPr>
          <w:rtl/>
        </w:rPr>
        <w:t xml:space="preserve">ں </w:t>
      </w:r>
      <w:r>
        <w:rPr>
          <w:rtl/>
        </w:rPr>
        <w:t>رہتا وہ عذاب الہى سے دو چار ہو جاتا_</w:t>
      </w:r>
    </w:p>
    <w:p w:rsidR="001F628F" w:rsidRDefault="001F628F" w:rsidP="000733F5">
      <w:pPr>
        <w:pStyle w:val="libNormal"/>
        <w:rPr>
          <w:rtl/>
        </w:rPr>
      </w:pPr>
      <w:r>
        <w:rPr>
          <w:rtl/>
        </w:rPr>
        <w:t>8_قوم لوط كا عذاب ،غفلت كى حالت مي</w:t>
      </w:r>
      <w:r w:rsidR="00083993">
        <w:rPr>
          <w:rtl/>
        </w:rPr>
        <w:t xml:space="preserve">ں </w:t>
      </w:r>
      <w:r>
        <w:rPr>
          <w:rtl/>
        </w:rPr>
        <w:t>اور اُن كى اطلاع كے بغير تھا 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 xml:space="preserve"> ___ </w:t>
      </w:r>
      <w:r w:rsidRPr="000733F5">
        <w:rPr>
          <w:rStyle w:val="libArabicChar"/>
          <w:rFonts w:hint="cs"/>
          <w:rtl/>
        </w:rPr>
        <w:t>ولا</w:t>
      </w:r>
      <w:r w:rsidRPr="000733F5">
        <w:rPr>
          <w:rStyle w:val="libArabicChar"/>
          <w:rtl/>
        </w:rPr>
        <w:t xml:space="preserve"> </w:t>
      </w:r>
      <w:r w:rsidRPr="000733F5">
        <w:rPr>
          <w:rStyle w:val="libArabicChar"/>
          <w:rFonts w:hint="cs"/>
          <w:rtl/>
        </w:rPr>
        <w:t>يلتفت</w:t>
      </w:r>
      <w:r w:rsidRPr="000733F5">
        <w:rPr>
          <w:rStyle w:val="libArabicChar"/>
          <w:rtl/>
        </w:rPr>
        <w:t xml:space="preserve"> </w:t>
      </w:r>
      <w:r w:rsidRPr="000733F5">
        <w:rPr>
          <w:rStyle w:val="libArabicChar"/>
          <w:rFonts w:hint="cs"/>
          <w:rtl/>
        </w:rPr>
        <w:t>منكم</w:t>
      </w:r>
      <w:r w:rsidRPr="000733F5">
        <w:rPr>
          <w:rStyle w:val="libArabicChar"/>
          <w:rtl/>
        </w:rPr>
        <w:t xml:space="preserve"> </w:t>
      </w:r>
      <w:r w:rsidRPr="000733F5">
        <w:rPr>
          <w:rStyle w:val="libArabicChar"/>
          <w:rFonts w:hint="cs"/>
          <w:rtl/>
        </w:rPr>
        <w:t>احد</w:t>
      </w:r>
    </w:p>
    <w:p w:rsidR="001F628F" w:rsidRDefault="001F628F" w:rsidP="001F628F">
      <w:pPr>
        <w:pStyle w:val="libNormal"/>
        <w:rPr>
          <w:rtl/>
        </w:rPr>
      </w:pPr>
      <w:r>
        <w:rPr>
          <w:rFonts w:hint="eastAsia"/>
          <w:rtl/>
        </w:rPr>
        <w:t>يہ</w:t>
      </w:r>
      <w:r>
        <w:rPr>
          <w:rtl/>
        </w:rPr>
        <w:t xml:space="preserve"> كہ ملائكہ نے حضرت لوط </w:t>
      </w:r>
      <w:r w:rsidR="00367F17" w:rsidRPr="00367F17">
        <w:rPr>
          <w:rStyle w:val="libAlaemChar"/>
          <w:rtl/>
        </w:rPr>
        <w:t xml:space="preserve"> عليه‌السلام </w:t>
      </w:r>
      <w:r>
        <w:rPr>
          <w:rtl/>
        </w:rPr>
        <w:t xml:space="preserve"> سے تقاضا كيا كہ وہ اپنے خاندان كو شہر سے رات كے وقت نكال كر لے جائي</w:t>
      </w:r>
      <w:r w:rsidR="00083993">
        <w:rPr>
          <w:rtl/>
        </w:rPr>
        <w:t xml:space="preserve">ں </w:t>
      </w:r>
      <w:r>
        <w:rPr>
          <w:rtl/>
        </w:rPr>
        <w:t>اور اُن كى نگرانى كري</w:t>
      </w:r>
      <w:r w:rsidR="00083993">
        <w:rPr>
          <w:rtl/>
        </w:rPr>
        <w:t xml:space="preserve">ں </w:t>
      </w:r>
      <w:r>
        <w:rPr>
          <w:rtl/>
        </w:rPr>
        <w:t>تاكہ اُن مي</w:t>
      </w:r>
      <w:r w:rsidR="00083993">
        <w:rPr>
          <w:rtl/>
        </w:rPr>
        <w:t xml:space="preserve">ں </w:t>
      </w:r>
      <w:r>
        <w:rPr>
          <w:rtl/>
        </w:rPr>
        <w:t>سے كوئي بھى واپس نہ لوٹے _يہ شايد اس لئے تھا كہ قوم لوط مي</w:t>
      </w:r>
      <w:r w:rsidR="00083993">
        <w:rPr>
          <w:rtl/>
        </w:rPr>
        <w:t xml:space="preserve">ں </w:t>
      </w:r>
      <w:r>
        <w:rPr>
          <w:rtl/>
        </w:rPr>
        <w:t>سے كسى كو نزول عذاب كا پتہ نہ</w:t>
      </w:r>
    </w:p>
    <w:p w:rsidR="000733F5" w:rsidRDefault="001E7F9D" w:rsidP="00F73EDE">
      <w:pPr>
        <w:pStyle w:val="libPoemTini"/>
        <w:rPr>
          <w:rtl/>
        </w:rPr>
      </w:pPr>
      <w:r>
        <w:rPr>
          <w:rtl/>
        </w:rPr>
        <w:br w:type="page"/>
      </w:r>
    </w:p>
    <w:p w:rsidR="001F628F" w:rsidRDefault="001F628F" w:rsidP="000733F5">
      <w:pPr>
        <w:pStyle w:val="libNormal"/>
        <w:rPr>
          <w:rtl/>
        </w:rPr>
      </w:pPr>
      <w:r>
        <w:rPr>
          <w:rFonts w:hint="eastAsia"/>
          <w:rtl/>
        </w:rPr>
        <w:lastRenderedPageBreak/>
        <w:t>چلے</w:t>
      </w:r>
      <w:r>
        <w:rPr>
          <w:rtl/>
        </w:rPr>
        <w:t>_</w:t>
      </w:r>
    </w:p>
    <w:p w:rsidR="001F628F" w:rsidRDefault="001F628F" w:rsidP="000733F5">
      <w:pPr>
        <w:pStyle w:val="libNormal"/>
        <w:rPr>
          <w:rtl/>
        </w:rPr>
      </w:pPr>
      <w:r>
        <w:rPr>
          <w:rtl/>
        </w:rPr>
        <w:t>9_عذاب الہى كے مستحقين كے ساتھ رہنا، انسان كو اُنہى كے عذاب مي</w:t>
      </w:r>
      <w:r w:rsidR="00083993">
        <w:rPr>
          <w:rtl/>
        </w:rPr>
        <w:t xml:space="preserve">ں </w:t>
      </w:r>
      <w:r>
        <w:rPr>
          <w:rtl/>
        </w:rPr>
        <w:t>گرفتار ہونے كے خطر ے سے دوچار كر ديتا ہے_</w:t>
      </w:r>
      <w:r w:rsidRPr="000733F5">
        <w:rPr>
          <w:rStyle w:val="libArabicChar"/>
          <w:rFonts w:hint="eastAsia"/>
          <w:rtl/>
        </w:rPr>
        <w:t>فاسر</w:t>
      </w:r>
      <w:r w:rsidRPr="000733F5">
        <w:rPr>
          <w:rStyle w:val="libArabicChar"/>
          <w:rtl/>
        </w:rPr>
        <w:t xml:space="preserve"> با</w:t>
      </w:r>
      <w:r w:rsidR="00F21947" w:rsidRPr="00B2551F">
        <w:rPr>
          <w:rStyle w:val="libArabicChar"/>
          <w:rFonts w:hint="cs"/>
          <w:rtl/>
        </w:rPr>
        <w:t>ه</w:t>
      </w:r>
      <w:r w:rsidRPr="000733F5">
        <w:rPr>
          <w:rStyle w:val="libArabicChar"/>
          <w:rFonts w:hint="cs"/>
          <w:rtl/>
        </w:rPr>
        <w:t>لك</w:t>
      </w:r>
      <w:r w:rsidRPr="000733F5">
        <w:rPr>
          <w:rStyle w:val="libArabicChar"/>
          <w:rtl/>
        </w:rPr>
        <w:t>___</w:t>
      </w:r>
      <w:r w:rsidRPr="000733F5">
        <w:rPr>
          <w:rStyle w:val="libArabicChar"/>
          <w:rFonts w:hint="cs"/>
          <w:rtl/>
        </w:rPr>
        <w:t>ولا</w:t>
      </w:r>
      <w:r w:rsidRPr="000733F5">
        <w:rPr>
          <w:rStyle w:val="libArabicChar"/>
          <w:rtl/>
        </w:rPr>
        <w:t xml:space="preserve"> </w:t>
      </w:r>
      <w:r w:rsidRPr="000733F5">
        <w:rPr>
          <w:rStyle w:val="libArabicChar"/>
          <w:rFonts w:hint="cs"/>
          <w:rtl/>
        </w:rPr>
        <w:t>يلتفت</w:t>
      </w:r>
      <w:r w:rsidRPr="000733F5">
        <w:rPr>
          <w:rStyle w:val="libArabicChar"/>
          <w:rtl/>
        </w:rPr>
        <w:t xml:space="preserve"> </w:t>
      </w:r>
      <w:r w:rsidRPr="000733F5">
        <w:rPr>
          <w:rStyle w:val="libArabicChar"/>
          <w:rFonts w:hint="cs"/>
          <w:rtl/>
        </w:rPr>
        <w:t>من</w:t>
      </w:r>
      <w:r w:rsidRPr="000733F5">
        <w:rPr>
          <w:rStyle w:val="libArabicChar"/>
          <w:rtl/>
        </w:rPr>
        <w:t>كم احد</w:t>
      </w:r>
    </w:p>
    <w:p w:rsidR="001F628F" w:rsidRDefault="001F628F" w:rsidP="001F628F">
      <w:pPr>
        <w:pStyle w:val="libNormal"/>
        <w:rPr>
          <w:rtl/>
        </w:rPr>
      </w:pPr>
      <w:r>
        <w:rPr>
          <w:rFonts w:hint="eastAsia"/>
          <w:rtl/>
        </w:rPr>
        <w:t>مندرجہ</w:t>
      </w:r>
      <w:r>
        <w:rPr>
          <w:rtl/>
        </w:rPr>
        <w:t xml:space="preserve"> بالا مطلب اس احتمال پر اخذ كيا گيا ہے كہ واپس نہ لوٹنے كے حكم كا مقصد يہ تھا كہ سرزمين قوم لوط مي</w:t>
      </w:r>
      <w:r w:rsidR="00083993">
        <w:rPr>
          <w:rtl/>
        </w:rPr>
        <w:t xml:space="preserve">ں </w:t>
      </w:r>
      <w:r>
        <w:rPr>
          <w:rtl/>
        </w:rPr>
        <w:t>انے والے عذاب مي</w:t>
      </w:r>
      <w:r w:rsidR="00083993">
        <w:rPr>
          <w:rtl/>
        </w:rPr>
        <w:t xml:space="preserve">ں </w:t>
      </w:r>
      <w:r>
        <w:rPr>
          <w:rtl/>
        </w:rPr>
        <w:t>گرفتار ہونے سے بچا جائے_</w:t>
      </w:r>
    </w:p>
    <w:p w:rsidR="001F628F" w:rsidRDefault="001F628F" w:rsidP="001F628F">
      <w:pPr>
        <w:pStyle w:val="libNormal"/>
        <w:rPr>
          <w:rtl/>
        </w:rPr>
      </w:pPr>
      <w:r>
        <w:rPr>
          <w:rtl/>
        </w:rPr>
        <w:t>10_</w:t>
      </w:r>
      <w:r w:rsidRPr="000733F5">
        <w:rPr>
          <w:rStyle w:val="libArabicChar"/>
          <w:rtl/>
        </w:rPr>
        <w:t>''قال ا بوجعفر</w:t>
      </w:r>
      <w:r w:rsidR="00367F17" w:rsidRPr="00367F17">
        <w:rPr>
          <w:rStyle w:val="libAlaemChar"/>
          <w:rtl/>
        </w:rPr>
        <w:t xml:space="preserve"> عليه‌السلام </w:t>
      </w:r>
      <w:r w:rsidRPr="000733F5">
        <w:rPr>
          <w:rStyle w:val="libArabicChar"/>
          <w:rtl/>
        </w:rPr>
        <w:t xml:space="preserve"> : ...''فلما جاء ال لوط المرسلون'' ...قالوا ...''فا سر با </w:t>
      </w:r>
      <w:r w:rsidR="00F21947" w:rsidRPr="00B2551F">
        <w:rPr>
          <w:rStyle w:val="libArabicChar"/>
          <w:rFonts w:hint="cs"/>
          <w:rtl/>
        </w:rPr>
        <w:t>ه</w:t>
      </w:r>
      <w:r w:rsidRPr="000733F5">
        <w:rPr>
          <w:rStyle w:val="libArabicChar"/>
          <w:rFonts w:hint="cs"/>
          <w:rtl/>
        </w:rPr>
        <w:t>لك</w:t>
      </w:r>
      <w:r w:rsidRPr="000733F5">
        <w:rPr>
          <w:rStyle w:val="libArabicChar"/>
          <w:rtl/>
        </w:rPr>
        <w:t xml:space="preserve">'' </w:t>
      </w:r>
      <w:r w:rsidRPr="000733F5">
        <w:rPr>
          <w:rStyle w:val="libArabicChar"/>
          <w:rFonts w:hint="cs"/>
          <w:rtl/>
        </w:rPr>
        <w:t>يالوط</w:t>
      </w:r>
      <w:r w:rsidRPr="000733F5">
        <w:rPr>
          <w:rStyle w:val="libArabicChar"/>
          <w:rtl/>
        </w:rPr>
        <w:t xml:space="preserve"> </w:t>
      </w:r>
      <w:r w:rsidRPr="000733F5">
        <w:rPr>
          <w:rStyle w:val="libArabicChar"/>
          <w:rFonts w:hint="cs"/>
          <w:rtl/>
        </w:rPr>
        <w:t>اذا</w:t>
      </w:r>
      <w:r w:rsidRPr="000733F5">
        <w:rPr>
          <w:rStyle w:val="libArabicChar"/>
          <w:rtl/>
        </w:rPr>
        <w:t xml:space="preserve"> </w:t>
      </w:r>
      <w:r w:rsidRPr="000733F5">
        <w:rPr>
          <w:rStyle w:val="libArabicChar"/>
          <w:rFonts w:hint="cs"/>
          <w:rtl/>
        </w:rPr>
        <w:t>مضى</w:t>
      </w:r>
      <w:r w:rsidRPr="000733F5">
        <w:rPr>
          <w:rStyle w:val="libArabicChar"/>
          <w:rtl/>
        </w:rPr>
        <w:t xml:space="preserve"> </w:t>
      </w:r>
      <w:r w:rsidRPr="000733F5">
        <w:rPr>
          <w:rStyle w:val="libArabicChar"/>
          <w:rFonts w:hint="cs"/>
          <w:rtl/>
        </w:rPr>
        <w:t>لك</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يومك</w:t>
      </w:r>
      <w:r w:rsidRPr="000733F5">
        <w:rPr>
          <w:rStyle w:val="libArabicChar"/>
          <w:rtl/>
        </w:rPr>
        <w:t xml:space="preserve"> </w:t>
      </w:r>
      <w:r w:rsidR="00F21947" w:rsidRPr="00B2551F">
        <w:rPr>
          <w:rStyle w:val="libArabicChar"/>
          <w:rFonts w:hint="cs"/>
          <w:rtl/>
        </w:rPr>
        <w:t>ه</w:t>
      </w:r>
      <w:r w:rsidRPr="000733F5">
        <w:rPr>
          <w:rStyle w:val="libArabicChar"/>
          <w:rFonts w:hint="cs"/>
          <w:rtl/>
        </w:rPr>
        <w:t>ذا</w:t>
      </w:r>
      <w:r w:rsidRPr="000733F5">
        <w:rPr>
          <w:rStyle w:val="libArabicChar"/>
          <w:rtl/>
        </w:rPr>
        <w:t xml:space="preserve"> </w:t>
      </w:r>
      <w:r w:rsidRPr="000733F5">
        <w:rPr>
          <w:rStyle w:val="libArabicChar"/>
          <w:rFonts w:hint="cs"/>
          <w:rtl/>
        </w:rPr>
        <w:t>سبعة</w:t>
      </w:r>
      <w:r w:rsidRPr="000733F5">
        <w:rPr>
          <w:rStyle w:val="libArabicChar"/>
          <w:rtl/>
        </w:rPr>
        <w:t xml:space="preserve"> </w:t>
      </w:r>
      <w:r w:rsidRPr="000733F5">
        <w:rPr>
          <w:rStyle w:val="libArabicChar"/>
          <w:rFonts w:hint="cs"/>
          <w:rtl/>
        </w:rPr>
        <w:t>ا</w:t>
      </w:r>
      <w:r w:rsidRPr="000733F5">
        <w:rPr>
          <w:rStyle w:val="libArabicChar"/>
          <w:rtl/>
        </w:rPr>
        <w:t xml:space="preserve"> </w:t>
      </w:r>
      <w:r w:rsidRPr="000733F5">
        <w:rPr>
          <w:rStyle w:val="libArabicChar"/>
          <w:rFonts w:hint="cs"/>
          <w:rtl/>
        </w:rPr>
        <w:t>يام</w:t>
      </w:r>
      <w:r w:rsidRPr="000733F5">
        <w:rPr>
          <w:rStyle w:val="libArabicChar"/>
          <w:rtl/>
        </w:rPr>
        <w:t xml:space="preserve"> </w:t>
      </w:r>
      <w:r w:rsidRPr="000733F5">
        <w:rPr>
          <w:rStyle w:val="libArabicChar"/>
          <w:rFonts w:hint="cs"/>
          <w:rtl/>
        </w:rPr>
        <w:t>وليالي</w:t>
      </w:r>
      <w:r w:rsidR="00F21947" w:rsidRPr="00B2551F">
        <w:rPr>
          <w:rStyle w:val="libArabicChar"/>
          <w:rFonts w:hint="cs"/>
          <w:rtl/>
        </w:rPr>
        <w:t>ه</w:t>
      </w:r>
      <w:r w:rsidRPr="000733F5">
        <w:rPr>
          <w:rStyle w:val="libArabicChar"/>
          <w:rFonts w:hint="cs"/>
          <w:rtl/>
        </w:rPr>
        <w:t>ا</w:t>
      </w:r>
      <w:r w:rsidRPr="000733F5">
        <w:rPr>
          <w:rStyle w:val="libArabicChar"/>
          <w:rtl/>
        </w:rPr>
        <w:t>(</w:t>
      </w:r>
      <w:r w:rsidRPr="000733F5">
        <w:rPr>
          <w:rStyle w:val="libArabicChar"/>
          <w:rFonts w:hint="cs"/>
          <w:rtl/>
        </w:rPr>
        <w:t>بقطع</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الليل</w:t>
      </w:r>
      <w:r w:rsidRPr="000733F5">
        <w:rPr>
          <w:rStyle w:val="libArabicChar"/>
          <w:rtl/>
        </w:rPr>
        <w:t xml:space="preserve">'' </w:t>
      </w:r>
      <w:r w:rsidRPr="000733F5">
        <w:rPr>
          <w:rStyle w:val="libArabicChar"/>
          <w:rFonts w:hint="cs"/>
          <w:rtl/>
        </w:rPr>
        <w:t>اذا</w:t>
      </w:r>
      <w:r w:rsidRPr="000733F5">
        <w:rPr>
          <w:rStyle w:val="libArabicChar"/>
          <w:rtl/>
        </w:rPr>
        <w:t xml:space="preserve"> </w:t>
      </w:r>
      <w:r w:rsidRPr="000733F5">
        <w:rPr>
          <w:rStyle w:val="libArabicChar"/>
          <w:rFonts w:hint="cs"/>
          <w:rtl/>
        </w:rPr>
        <w:t>مضى</w:t>
      </w:r>
      <w:r w:rsidRPr="000733F5">
        <w:rPr>
          <w:rStyle w:val="libArabicChar"/>
          <w:rtl/>
        </w:rPr>
        <w:t xml:space="preserve"> </w:t>
      </w:r>
      <w:r w:rsidRPr="000733F5">
        <w:rPr>
          <w:rStyle w:val="libArabicChar"/>
          <w:rFonts w:hint="cs"/>
          <w:rtl/>
        </w:rPr>
        <w:t>نصف</w:t>
      </w:r>
      <w:r w:rsidRPr="000733F5">
        <w:rPr>
          <w:rStyle w:val="libArabicChar"/>
          <w:rtl/>
        </w:rPr>
        <w:t xml:space="preserve"> </w:t>
      </w:r>
      <w:r w:rsidRPr="000733F5">
        <w:rPr>
          <w:rStyle w:val="libArabicChar"/>
          <w:rFonts w:hint="cs"/>
          <w:rtl/>
        </w:rPr>
        <w:t>الليل</w:t>
      </w:r>
      <w:r w:rsidRPr="000733F5">
        <w:rPr>
          <w:rStyle w:val="libArabicChar"/>
          <w:rtl/>
        </w:rPr>
        <w:t xml:space="preserve"> '' ... </w:t>
      </w:r>
      <w:r w:rsidRPr="000733F5">
        <w:rPr>
          <w:rStyle w:val="libArabicChar"/>
          <w:rFonts w:hint="cs"/>
          <w:rtl/>
        </w:rPr>
        <w:t>وامضوا</w:t>
      </w:r>
      <w:r w:rsidRPr="000733F5">
        <w:rPr>
          <w:rStyle w:val="libArabicChar"/>
          <w:rtl/>
        </w:rPr>
        <w:t xml:space="preserve">) </w:t>
      </w:r>
      <w:r w:rsidRPr="000733F5">
        <w:rPr>
          <w:rStyle w:val="libArabicChar"/>
          <w:rFonts w:hint="cs"/>
          <w:rtl/>
        </w:rPr>
        <w:t>من</w:t>
      </w:r>
      <w:r w:rsidRPr="000733F5">
        <w:rPr>
          <w:rStyle w:val="libArabicChar"/>
          <w:rtl/>
        </w:rPr>
        <w:t xml:space="preserve"> </w:t>
      </w:r>
      <w:r w:rsidRPr="000733F5">
        <w:rPr>
          <w:rStyle w:val="libArabicChar"/>
          <w:rFonts w:hint="cs"/>
          <w:rtl/>
        </w:rPr>
        <w:t>تلك</w:t>
      </w:r>
      <w:r w:rsidRPr="000733F5">
        <w:rPr>
          <w:rStyle w:val="libArabicChar"/>
          <w:rtl/>
        </w:rPr>
        <w:t xml:space="preserve"> </w:t>
      </w:r>
      <w:r w:rsidRPr="000733F5">
        <w:rPr>
          <w:rStyle w:val="libArabicChar"/>
          <w:rFonts w:hint="cs"/>
          <w:rtl/>
        </w:rPr>
        <w:t>الليلة</w:t>
      </w:r>
      <w:r w:rsidRPr="000733F5">
        <w:rPr>
          <w:rStyle w:val="libArabicChar"/>
          <w:rtl/>
        </w:rPr>
        <w:t xml:space="preserve"> ''</w:t>
      </w:r>
      <w:r w:rsidRPr="000733F5">
        <w:rPr>
          <w:rStyle w:val="libArabicChar"/>
          <w:rFonts w:hint="cs"/>
          <w:rtl/>
        </w:rPr>
        <w:t>حيث</w:t>
      </w:r>
      <w:r w:rsidRPr="000733F5">
        <w:rPr>
          <w:rStyle w:val="libArabicChar"/>
          <w:rtl/>
        </w:rPr>
        <w:t xml:space="preserve"> </w:t>
      </w:r>
      <w:r w:rsidRPr="000733F5">
        <w:rPr>
          <w:rStyle w:val="libArabicChar"/>
          <w:rFonts w:hint="cs"/>
          <w:rtl/>
        </w:rPr>
        <w:t>ت</w:t>
      </w:r>
      <w:r w:rsidRPr="000733F5">
        <w:rPr>
          <w:rStyle w:val="libArabicChar"/>
          <w:rtl/>
        </w:rPr>
        <w:t>و مرون</w:t>
      </w:r>
      <w:r>
        <w:rPr>
          <w:rtl/>
        </w:rPr>
        <w:t>'' ...;</w:t>
      </w:r>
      <w:r w:rsidRPr="000733F5">
        <w:rPr>
          <w:rStyle w:val="libFootnotenumChar"/>
          <w:rtl/>
        </w:rPr>
        <w:t>(1)</w:t>
      </w:r>
      <w:r>
        <w:rPr>
          <w:rtl/>
        </w:rPr>
        <w:t>حضرت امام محمد باقر عليہ السلام نے فر</w:t>
      </w:r>
      <w:r>
        <w:rPr>
          <w:rFonts w:hint="eastAsia"/>
          <w:rtl/>
        </w:rPr>
        <w:t>مايا</w:t>
      </w:r>
      <w:r>
        <w:rPr>
          <w:rtl/>
        </w:rPr>
        <w:t xml:space="preserve">:جب خدا كے فرشتے خاندان لوط </w:t>
      </w:r>
      <w:r w:rsidR="00367F17" w:rsidRPr="00367F17">
        <w:rPr>
          <w:rStyle w:val="libAlaemChar"/>
          <w:rtl/>
        </w:rPr>
        <w:t xml:space="preserve"> عليه‌السلام </w:t>
      </w:r>
      <w:r>
        <w:rPr>
          <w:rtl/>
        </w:rPr>
        <w:t xml:space="preserve"> كے پاس ائے تو اُنہو</w:t>
      </w:r>
      <w:r w:rsidR="00083993">
        <w:rPr>
          <w:rtl/>
        </w:rPr>
        <w:t xml:space="preserve">ں </w:t>
      </w:r>
      <w:r>
        <w:rPr>
          <w:rtl/>
        </w:rPr>
        <w:t xml:space="preserve">نے كہا:___اے لوط </w:t>
      </w:r>
      <w:r w:rsidR="00367F17" w:rsidRPr="00367F17">
        <w:rPr>
          <w:rStyle w:val="libAlaemChar"/>
          <w:rtl/>
        </w:rPr>
        <w:t xml:space="preserve"> عليه‌السلام </w:t>
      </w:r>
      <w:r>
        <w:rPr>
          <w:rtl/>
        </w:rPr>
        <w:t xml:space="preserve"> اج سے سات دن رات گذرنے كے بعد ادھى رات كے وقت تم اپنے خاندان كو اس سر زمين سے نكال كر لے جائو ...اور اُس رات تمہي</w:t>
      </w:r>
      <w:r w:rsidR="00083993">
        <w:rPr>
          <w:rtl/>
        </w:rPr>
        <w:t xml:space="preserve">ں </w:t>
      </w:r>
      <w:r>
        <w:rPr>
          <w:rtl/>
        </w:rPr>
        <w:t>جہا</w:t>
      </w:r>
      <w:r w:rsidR="00083993">
        <w:rPr>
          <w:rtl/>
        </w:rPr>
        <w:t xml:space="preserve">ں </w:t>
      </w:r>
      <w:r>
        <w:rPr>
          <w:rtl/>
        </w:rPr>
        <w:t>كا حكم دياگيا ہے وہا</w:t>
      </w:r>
      <w:r w:rsidR="00083993">
        <w:rPr>
          <w:rtl/>
        </w:rPr>
        <w:t xml:space="preserve">ں </w:t>
      </w:r>
      <w:r>
        <w:rPr>
          <w:rtl/>
        </w:rPr>
        <w:t>چلے جائو ...''</w:t>
      </w:r>
    </w:p>
    <w:p w:rsidR="001F628F" w:rsidRDefault="001F628F" w:rsidP="001F628F">
      <w:pPr>
        <w:pStyle w:val="libNormal"/>
        <w:rPr>
          <w:rtl/>
        </w:rPr>
      </w:pPr>
      <w:r>
        <w:rPr>
          <w:rtl/>
        </w:rPr>
        <w:t xml:space="preserve">11_ </w:t>
      </w:r>
      <w:r w:rsidRPr="00BB2C87">
        <w:rPr>
          <w:rStyle w:val="libArabicChar"/>
          <w:rtl/>
        </w:rPr>
        <w:t>''عن ا بى جعفر</w:t>
      </w:r>
      <w:r w:rsidR="00367F17" w:rsidRPr="00367F17">
        <w:rPr>
          <w:rStyle w:val="libAlaemChar"/>
          <w:rtl/>
        </w:rPr>
        <w:t xml:space="preserve"> عليه‌السلام </w:t>
      </w:r>
      <w:r w:rsidRPr="00BB2C87">
        <w:rPr>
          <w:rStyle w:val="libArabicChar"/>
          <w:rtl/>
        </w:rPr>
        <w:t>: ... ان الله تعالى لمّا ا راد عذاب</w:t>
      </w:r>
      <w:r w:rsidR="00F21947" w:rsidRPr="00B2551F">
        <w:rPr>
          <w:rStyle w:val="libArabicChar"/>
          <w:rFonts w:hint="cs"/>
          <w:rtl/>
        </w:rPr>
        <w:t>ه</w:t>
      </w:r>
      <w:r w:rsidRPr="00BB2C87">
        <w:rPr>
          <w:rStyle w:val="libArabicChar"/>
          <w:rFonts w:hint="cs"/>
          <w:rtl/>
        </w:rPr>
        <w:t>م</w:t>
      </w:r>
      <w:r w:rsidRPr="00BB2C87">
        <w:rPr>
          <w:rStyle w:val="libArabicChar"/>
          <w:rtl/>
        </w:rPr>
        <w:t>(</w:t>
      </w:r>
      <w:r w:rsidRPr="00BB2C87">
        <w:rPr>
          <w:rStyle w:val="libArabicChar"/>
          <w:rFonts w:hint="cs"/>
          <w:rtl/>
        </w:rPr>
        <w:t>قوم</w:t>
      </w:r>
      <w:r w:rsidRPr="00BB2C87">
        <w:rPr>
          <w:rStyle w:val="libArabicChar"/>
          <w:rtl/>
        </w:rPr>
        <w:t xml:space="preserve"> </w:t>
      </w:r>
      <w:r w:rsidRPr="00BB2C87">
        <w:rPr>
          <w:rStyle w:val="libArabicChar"/>
          <w:rFonts w:hint="cs"/>
          <w:rtl/>
        </w:rPr>
        <w:t>لوط</w:t>
      </w:r>
      <w:r w:rsidRPr="00BB2C87">
        <w:rPr>
          <w:rStyle w:val="libArabicChar"/>
          <w:rtl/>
        </w:rPr>
        <w:t>) ...</w:t>
      </w:r>
      <w:r w:rsidRPr="00BB2C87">
        <w:rPr>
          <w:rStyle w:val="libArabicChar"/>
          <w:rFonts w:hint="cs"/>
          <w:rtl/>
        </w:rPr>
        <w:t>بعث</w:t>
      </w:r>
      <w:r w:rsidRPr="00BB2C87">
        <w:rPr>
          <w:rStyle w:val="libArabicChar"/>
          <w:rtl/>
        </w:rPr>
        <w:t xml:space="preserve"> </w:t>
      </w:r>
      <w:r w:rsidRPr="00BB2C87">
        <w:rPr>
          <w:rStyle w:val="libArabicChar"/>
          <w:rFonts w:hint="cs"/>
          <w:rtl/>
        </w:rPr>
        <w:t>الي</w:t>
      </w:r>
      <w:r w:rsidR="00F21947" w:rsidRPr="00B2551F">
        <w:rPr>
          <w:rStyle w:val="libArabicChar"/>
          <w:rFonts w:hint="cs"/>
          <w:rtl/>
        </w:rPr>
        <w:t>ه</w:t>
      </w:r>
      <w:r w:rsidRPr="00BB2C87">
        <w:rPr>
          <w:rStyle w:val="libArabicChar"/>
          <w:rFonts w:hint="cs"/>
          <w:rtl/>
        </w:rPr>
        <w:t>م</w:t>
      </w:r>
      <w:r w:rsidRPr="00BB2C87">
        <w:rPr>
          <w:rStyle w:val="libArabicChar"/>
          <w:rtl/>
        </w:rPr>
        <w:t xml:space="preserve"> </w:t>
      </w:r>
      <w:r w:rsidRPr="00BB2C87">
        <w:rPr>
          <w:rStyle w:val="libArabicChar"/>
          <w:rFonts w:hint="cs"/>
          <w:rtl/>
        </w:rPr>
        <w:t>ملائكة</w:t>
      </w:r>
      <w:r w:rsidRPr="00BB2C87">
        <w:rPr>
          <w:rStyle w:val="libArabicChar"/>
          <w:rtl/>
        </w:rPr>
        <w:t xml:space="preserve"> ...</w:t>
      </w:r>
      <w:r w:rsidRPr="00BB2C87">
        <w:rPr>
          <w:rStyle w:val="libArabicChar"/>
          <w:rFonts w:hint="cs"/>
          <w:rtl/>
        </w:rPr>
        <w:t>وقالواللوط</w:t>
      </w:r>
      <w:r w:rsidRPr="00BB2C87">
        <w:rPr>
          <w:rStyle w:val="libArabicChar"/>
          <w:rtl/>
        </w:rPr>
        <w:t xml:space="preserve">: </w:t>
      </w:r>
      <w:r w:rsidRPr="00BB2C87">
        <w:rPr>
          <w:rStyle w:val="libArabicChar"/>
          <w:rFonts w:hint="cs"/>
          <w:rtl/>
        </w:rPr>
        <w:t>ا</w:t>
      </w:r>
      <w:r w:rsidRPr="00BB2C87">
        <w:rPr>
          <w:rStyle w:val="libArabicChar"/>
          <w:rtl/>
        </w:rPr>
        <w:t xml:space="preserve"> </w:t>
      </w:r>
      <w:r w:rsidRPr="00BB2C87">
        <w:rPr>
          <w:rStyle w:val="libArabicChar"/>
          <w:rFonts w:hint="cs"/>
          <w:rtl/>
        </w:rPr>
        <w:t>سربا</w:t>
      </w:r>
      <w:r w:rsidRPr="00BB2C87">
        <w:rPr>
          <w:rStyle w:val="libArabicChar"/>
          <w:rtl/>
        </w:rPr>
        <w:t xml:space="preserve"> </w:t>
      </w:r>
      <w:r w:rsidR="00F21947" w:rsidRPr="00B2551F">
        <w:rPr>
          <w:rStyle w:val="libArabicChar"/>
          <w:rFonts w:hint="cs"/>
          <w:rtl/>
        </w:rPr>
        <w:t>ه</w:t>
      </w:r>
      <w:r w:rsidRPr="00BB2C87">
        <w:rPr>
          <w:rStyle w:val="libArabicChar"/>
          <w:rFonts w:hint="cs"/>
          <w:rtl/>
        </w:rPr>
        <w:t>لك</w:t>
      </w:r>
      <w:r w:rsidRPr="00BB2C87">
        <w:rPr>
          <w:rStyle w:val="libArabicChar"/>
          <w:rtl/>
        </w:rPr>
        <w:t xml:space="preserve"> </w:t>
      </w:r>
      <w:r w:rsidRPr="00BB2C87">
        <w:rPr>
          <w:rStyle w:val="libArabicChar"/>
          <w:rFonts w:hint="cs"/>
          <w:rtl/>
        </w:rPr>
        <w:t>من</w:t>
      </w:r>
      <w:r w:rsidRPr="00BB2C87">
        <w:rPr>
          <w:rStyle w:val="libArabicChar"/>
          <w:rtl/>
        </w:rPr>
        <w:t xml:space="preserve"> </w:t>
      </w:r>
      <w:r w:rsidR="00F21947" w:rsidRPr="00B2551F">
        <w:rPr>
          <w:rStyle w:val="libArabicChar"/>
          <w:rFonts w:hint="cs"/>
          <w:rtl/>
        </w:rPr>
        <w:t>ه</w:t>
      </w:r>
      <w:r w:rsidRPr="00BB2C87">
        <w:rPr>
          <w:rStyle w:val="libArabicChar"/>
          <w:rFonts w:hint="cs"/>
          <w:rtl/>
        </w:rPr>
        <w:t>ذ</w:t>
      </w:r>
      <w:r w:rsidR="00120F63" w:rsidRPr="00B2551F">
        <w:rPr>
          <w:rStyle w:val="libArabicChar"/>
          <w:rFonts w:hint="cs"/>
          <w:rtl/>
        </w:rPr>
        <w:t>ه</w:t>
      </w:r>
      <w:r w:rsidRPr="00BB2C87">
        <w:rPr>
          <w:rStyle w:val="libArabicChar"/>
          <w:rtl/>
        </w:rPr>
        <w:t xml:space="preserve"> </w:t>
      </w:r>
      <w:r w:rsidRPr="00BB2C87">
        <w:rPr>
          <w:rStyle w:val="libArabicChar"/>
          <w:rFonts w:hint="cs"/>
          <w:rtl/>
        </w:rPr>
        <w:t>القرية</w:t>
      </w:r>
      <w:r w:rsidRPr="00BB2C87">
        <w:rPr>
          <w:rStyle w:val="libArabicChar"/>
          <w:rtl/>
        </w:rPr>
        <w:t xml:space="preserve"> </w:t>
      </w:r>
      <w:r w:rsidRPr="00BB2C87">
        <w:rPr>
          <w:rStyle w:val="libArabicChar"/>
          <w:rFonts w:hint="cs"/>
          <w:rtl/>
        </w:rPr>
        <w:t>الليلة</w:t>
      </w:r>
      <w:r w:rsidRPr="00BB2C87">
        <w:rPr>
          <w:rStyle w:val="libArabicChar"/>
          <w:rtl/>
        </w:rPr>
        <w:t xml:space="preserve"> ... </w:t>
      </w:r>
      <w:r w:rsidRPr="00BB2C87">
        <w:rPr>
          <w:rStyle w:val="libArabicChar"/>
          <w:rFonts w:hint="cs"/>
          <w:rtl/>
        </w:rPr>
        <w:t>فلمّا</w:t>
      </w:r>
      <w:r w:rsidRPr="00BB2C87">
        <w:rPr>
          <w:rStyle w:val="libArabicChar"/>
          <w:rtl/>
        </w:rPr>
        <w:t xml:space="preserve"> </w:t>
      </w:r>
      <w:r w:rsidRPr="00BB2C87">
        <w:rPr>
          <w:rStyle w:val="libArabicChar"/>
          <w:rFonts w:hint="cs"/>
          <w:rtl/>
        </w:rPr>
        <w:t>انتصف</w:t>
      </w:r>
      <w:r w:rsidRPr="00BB2C87">
        <w:rPr>
          <w:rStyle w:val="libArabicChar"/>
          <w:rtl/>
        </w:rPr>
        <w:t xml:space="preserve"> </w:t>
      </w:r>
      <w:r w:rsidRPr="00BB2C87">
        <w:rPr>
          <w:rStyle w:val="libArabicChar"/>
          <w:rFonts w:hint="cs"/>
          <w:rtl/>
        </w:rPr>
        <w:t>الليل</w:t>
      </w:r>
      <w:r w:rsidRPr="00BB2C87">
        <w:rPr>
          <w:rStyle w:val="libArabicChar"/>
          <w:rtl/>
        </w:rPr>
        <w:t xml:space="preserve"> </w:t>
      </w:r>
      <w:r w:rsidRPr="00BB2C87">
        <w:rPr>
          <w:rStyle w:val="libArabicChar"/>
          <w:rFonts w:hint="cs"/>
          <w:rtl/>
        </w:rPr>
        <w:t>سار</w:t>
      </w:r>
      <w:r w:rsidRPr="00BB2C87">
        <w:rPr>
          <w:rStyle w:val="libArabicChar"/>
          <w:rtl/>
        </w:rPr>
        <w:t xml:space="preserve"> </w:t>
      </w:r>
      <w:r w:rsidRPr="00BB2C87">
        <w:rPr>
          <w:rStyle w:val="libArabicChar"/>
          <w:rFonts w:hint="cs"/>
          <w:rtl/>
        </w:rPr>
        <w:t>لوط</w:t>
      </w:r>
      <w:r w:rsidRPr="00BB2C87">
        <w:rPr>
          <w:rStyle w:val="libArabicChar"/>
          <w:rtl/>
        </w:rPr>
        <w:t xml:space="preserve"> </w:t>
      </w:r>
      <w:r w:rsidRPr="00BB2C87">
        <w:rPr>
          <w:rStyle w:val="libArabicChar"/>
          <w:rFonts w:hint="cs"/>
          <w:rtl/>
        </w:rPr>
        <w:t>بب</w:t>
      </w:r>
      <w:r w:rsidRPr="00BB2C87">
        <w:rPr>
          <w:rStyle w:val="libArabicChar"/>
          <w:rtl/>
        </w:rPr>
        <w:t>نات</w:t>
      </w:r>
      <w:r w:rsidR="00120F63" w:rsidRPr="00B2551F">
        <w:rPr>
          <w:rStyle w:val="libArabicChar"/>
          <w:rFonts w:hint="cs"/>
          <w:rtl/>
        </w:rPr>
        <w:t>ه</w:t>
      </w:r>
      <w:r w:rsidRPr="00BB2C87">
        <w:rPr>
          <w:rStyle w:val="libArabicChar"/>
          <w:rtl/>
        </w:rPr>
        <w:t xml:space="preserve"> .</w:t>
      </w:r>
      <w:r>
        <w:rPr>
          <w:rtl/>
        </w:rPr>
        <w:t>..;</w:t>
      </w:r>
      <w:r w:rsidRPr="00BB2C87">
        <w:rPr>
          <w:rStyle w:val="libFootnotenumChar"/>
          <w:rtl/>
        </w:rPr>
        <w:t>(2)</w:t>
      </w:r>
      <w:r>
        <w:rPr>
          <w:rtl/>
        </w:rPr>
        <w:t xml:space="preserve">حضرت امام باقر عليہ السلام سے منقو ل ہے كہ اپ </w:t>
      </w:r>
      <w:r w:rsidR="00367F17" w:rsidRPr="00367F17">
        <w:rPr>
          <w:rStyle w:val="libAlaemChar"/>
          <w:rtl/>
        </w:rPr>
        <w:t xml:space="preserve"> عليه‌السلام </w:t>
      </w:r>
      <w:r>
        <w:rPr>
          <w:rtl/>
        </w:rPr>
        <w:t xml:space="preserve"> نے فرمايا:''جب خداوند متعال نے قوم لوط كے عذاب كا ارادہ كيا تو فرشتو</w:t>
      </w:r>
      <w:r w:rsidR="00083993">
        <w:rPr>
          <w:rtl/>
        </w:rPr>
        <w:t xml:space="preserve">ں </w:t>
      </w:r>
      <w:r>
        <w:rPr>
          <w:rtl/>
        </w:rPr>
        <w:t>كو اُن كى جانب بھيجا ... اُنہو</w:t>
      </w:r>
      <w:r w:rsidR="00083993">
        <w:rPr>
          <w:rtl/>
        </w:rPr>
        <w:t xml:space="preserve">ں </w:t>
      </w:r>
      <w:r>
        <w:rPr>
          <w:rtl/>
        </w:rPr>
        <w:t xml:space="preserve">نے حضرت لوط </w:t>
      </w:r>
      <w:r w:rsidR="00367F17" w:rsidRPr="00367F17">
        <w:rPr>
          <w:rStyle w:val="libAlaemChar"/>
          <w:rtl/>
        </w:rPr>
        <w:t xml:space="preserve"> عليه‌السلام </w:t>
      </w:r>
      <w:r>
        <w:rPr>
          <w:rtl/>
        </w:rPr>
        <w:t xml:space="preserve"> سے كہا :اج رات اپنے گھرانے كو اس علاقے سے نكال كر لے جائو ...جب ادھى رات ہو گئي تو اپ </w:t>
      </w:r>
      <w:r w:rsidR="00367F17" w:rsidRPr="00367F17">
        <w:rPr>
          <w:rStyle w:val="libAlaemChar"/>
          <w:rtl/>
        </w:rPr>
        <w:t xml:space="preserve"> عليه‌السلام </w:t>
      </w:r>
      <w:r>
        <w:rPr>
          <w:rtl/>
        </w:rPr>
        <w:t xml:space="preserve"> اپنى لڑكيو</w:t>
      </w:r>
      <w:r w:rsidR="00083993">
        <w:rPr>
          <w:rtl/>
        </w:rPr>
        <w:t xml:space="preserve">ں </w:t>
      </w:r>
      <w:r>
        <w:rPr>
          <w:rtl/>
        </w:rPr>
        <w:t>كے ساتھ اس علاقے سے نكل گئے ...''</w:t>
      </w:r>
    </w:p>
    <w:p w:rsidR="001F628F" w:rsidRDefault="001F628F" w:rsidP="00BB2C87">
      <w:pPr>
        <w:pStyle w:val="libNormal"/>
        <w:rPr>
          <w:rtl/>
        </w:rPr>
      </w:pPr>
      <w:r>
        <w:rPr>
          <w:rFonts w:hint="eastAsia"/>
          <w:rtl/>
        </w:rPr>
        <w:t>الله</w:t>
      </w:r>
      <w:r>
        <w:rPr>
          <w:rtl/>
        </w:rPr>
        <w:t xml:space="preserve"> تعالى :</w:t>
      </w:r>
      <w:r>
        <w:rPr>
          <w:rFonts w:hint="eastAsia"/>
          <w:rtl/>
        </w:rPr>
        <w:t>الله</w:t>
      </w:r>
      <w:r>
        <w:rPr>
          <w:rtl/>
        </w:rPr>
        <w:t xml:space="preserve"> تعالى كے نواہى 4</w:t>
      </w:r>
    </w:p>
    <w:p w:rsidR="001F628F" w:rsidRDefault="001F628F" w:rsidP="001F628F">
      <w:pPr>
        <w:pStyle w:val="libNormal"/>
        <w:rPr>
          <w:rtl/>
        </w:rPr>
      </w:pPr>
      <w:r>
        <w:rPr>
          <w:rFonts w:hint="eastAsia"/>
          <w:rtl/>
        </w:rPr>
        <w:t>روايت</w:t>
      </w:r>
      <w:r>
        <w:rPr>
          <w:rtl/>
        </w:rPr>
        <w:t xml:space="preserve"> :10،11</w:t>
      </w:r>
    </w:p>
    <w:p w:rsidR="001F628F" w:rsidRDefault="001F628F" w:rsidP="00BB2C87">
      <w:pPr>
        <w:pStyle w:val="libNormal"/>
        <w:rPr>
          <w:rtl/>
        </w:rPr>
      </w:pPr>
      <w:r>
        <w:rPr>
          <w:rFonts w:hint="eastAsia"/>
          <w:rtl/>
        </w:rPr>
        <w:t>سر</w:t>
      </w:r>
      <w:r>
        <w:rPr>
          <w:rtl/>
        </w:rPr>
        <w:t xml:space="preserve"> زمين :</w:t>
      </w:r>
      <w:r>
        <w:rPr>
          <w:rFonts w:hint="eastAsia"/>
          <w:rtl/>
        </w:rPr>
        <w:t>قوم</w:t>
      </w:r>
      <w:r>
        <w:rPr>
          <w:rtl/>
        </w:rPr>
        <w:t xml:space="preserve"> لوط كى سر زمين سے ہجرت 1،3</w:t>
      </w:r>
    </w:p>
    <w:p w:rsidR="001F628F" w:rsidRDefault="001F628F" w:rsidP="00BB2C87">
      <w:pPr>
        <w:pStyle w:val="libNormal"/>
        <w:rPr>
          <w:rtl/>
        </w:rPr>
      </w:pPr>
      <w:r>
        <w:rPr>
          <w:rFonts w:hint="eastAsia"/>
          <w:rtl/>
        </w:rPr>
        <w:t>عذاب</w:t>
      </w:r>
      <w:r>
        <w:rPr>
          <w:rtl/>
        </w:rPr>
        <w:t xml:space="preserve"> :</w:t>
      </w:r>
      <w:r>
        <w:rPr>
          <w:rFonts w:hint="eastAsia"/>
          <w:rtl/>
        </w:rPr>
        <w:t>عذاب</w:t>
      </w:r>
      <w:r>
        <w:rPr>
          <w:rtl/>
        </w:rPr>
        <w:t xml:space="preserve"> كا پيش خيمہ 9;عذاب سے نجات 1،2، 3; اہل عذاب كے ساتھ ہم نشينى 9</w:t>
      </w:r>
    </w:p>
    <w:p w:rsidR="001F628F" w:rsidRDefault="00B84D3B" w:rsidP="00B84D3B">
      <w:pPr>
        <w:pStyle w:val="libLine"/>
        <w:rPr>
          <w:rtl/>
        </w:rPr>
      </w:pPr>
      <w:r>
        <w:rPr>
          <w:rtl/>
        </w:rPr>
        <w:t>____________________</w:t>
      </w:r>
    </w:p>
    <w:p w:rsidR="001F628F" w:rsidRDefault="001F628F" w:rsidP="00BB2C87">
      <w:pPr>
        <w:pStyle w:val="libFootnote"/>
        <w:rPr>
          <w:rtl/>
        </w:rPr>
      </w:pPr>
      <w:r>
        <w:rPr>
          <w:rtl/>
        </w:rPr>
        <w:t>1)علل الشرائع ،ص549،ح4،ب 340; نور الثقلين ،ج2،ص383،ح165_</w:t>
      </w:r>
    </w:p>
    <w:p w:rsidR="001F628F" w:rsidRDefault="001F628F" w:rsidP="00BB2C87">
      <w:pPr>
        <w:pStyle w:val="libFootnote"/>
        <w:rPr>
          <w:rtl/>
        </w:rPr>
      </w:pPr>
      <w:r>
        <w:rPr>
          <w:rtl/>
        </w:rPr>
        <w:t>2) علل الشرائع ،ص550،ح5،ب 340; نور الثقلين ، ج2،ص384،ح166_</w:t>
      </w:r>
    </w:p>
    <w:p w:rsidR="00BB2C87" w:rsidRDefault="001E7F9D" w:rsidP="00F73EDE">
      <w:pPr>
        <w:pStyle w:val="libPoemTini"/>
        <w:rPr>
          <w:rtl/>
        </w:rPr>
      </w:pPr>
      <w:r>
        <w:rPr>
          <w:rtl/>
        </w:rPr>
        <w:br w:type="page"/>
      </w:r>
    </w:p>
    <w:p w:rsidR="001F628F" w:rsidRDefault="001F628F" w:rsidP="00BB2C87">
      <w:pPr>
        <w:pStyle w:val="libNormal"/>
        <w:rPr>
          <w:rtl/>
        </w:rPr>
      </w:pPr>
      <w:r>
        <w:rPr>
          <w:rFonts w:hint="eastAsia"/>
          <w:rtl/>
        </w:rPr>
        <w:lastRenderedPageBreak/>
        <w:t>قوم</w:t>
      </w:r>
      <w:r>
        <w:rPr>
          <w:rtl/>
        </w:rPr>
        <w:t xml:space="preserve"> لوط :</w:t>
      </w:r>
      <w:r>
        <w:rPr>
          <w:rFonts w:hint="eastAsia"/>
          <w:rtl/>
        </w:rPr>
        <w:t>قوم</w:t>
      </w:r>
      <w:r>
        <w:rPr>
          <w:rtl/>
        </w:rPr>
        <w:t xml:space="preserve"> لوط كى تاريخ 7،8;قوم لوط كا عذاب 10، 11; قوم لوط كى غفلت 8;قوم لوط كے عذاب كى وسعت 7;قوم لوط كے عذاب كى خصوصيات 8</w:t>
      </w:r>
    </w:p>
    <w:p w:rsidR="001F628F" w:rsidRDefault="001F628F" w:rsidP="00BB2C87">
      <w:pPr>
        <w:pStyle w:val="libNormal"/>
        <w:rPr>
          <w:rtl/>
        </w:rPr>
      </w:pPr>
      <w:r>
        <w:rPr>
          <w:rFonts w:hint="eastAsia"/>
          <w:rtl/>
        </w:rPr>
        <w:t>لوط</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لوط</w:t>
      </w:r>
      <w:r w:rsidR="00367F17" w:rsidRPr="00367F17">
        <w:rPr>
          <w:rStyle w:val="libAlaemChar"/>
          <w:rtl/>
        </w:rPr>
        <w:t xml:space="preserve"> عليه‌السلام </w:t>
      </w:r>
      <w:r>
        <w:rPr>
          <w:rtl/>
        </w:rPr>
        <w:t xml:space="preserve"> كاقصہ 1،2، 3، 4، 5، 6، 10 ،11 ; حضرت لوط </w:t>
      </w:r>
      <w:r w:rsidR="00367F17" w:rsidRPr="00367F17">
        <w:rPr>
          <w:rStyle w:val="libAlaemChar"/>
          <w:rtl/>
        </w:rPr>
        <w:t xml:space="preserve"> عليه‌السلام </w:t>
      </w:r>
      <w:r>
        <w:rPr>
          <w:rtl/>
        </w:rPr>
        <w:t xml:space="preserve"> كے گھرانے كو نہى 4; حضرت لوط </w:t>
      </w:r>
      <w:r w:rsidR="00367F17" w:rsidRPr="00367F17">
        <w:rPr>
          <w:rStyle w:val="libAlaemChar"/>
          <w:rtl/>
        </w:rPr>
        <w:t xml:space="preserve"> عليه‌السلام </w:t>
      </w:r>
      <w:r>
        <w:rPr>
          <w:rtl/>
        </w:rPr>
        <w:t xml:space="preserve"> كو نہى 4;حضرت لوط</w:t>
      </w:r>
      <w:r w:rsidR="00367F17" w:rsidRPr="00367F17">
        <w:rPr>
          <w:rStyle w:val="libAlaemChar"/>
          <w:rtl/>
        </w:rPr>
        <w:t xml:space="preserve"> عليه‌السلام </w:t>
      </w:r>
      <w:r>
        <w:rPr>
          <w:rtl/>
        </w:rPr>
        <w:t xml:space="preserve"> كى رات كے وقت ہجرت 1، 3،10،11;حضرت لوط </w:t>
      </w:r>
      <w:r w:rsidR="00367F17" w:rsidRPr="00367F17">
        <w:rPr>
          <w:rStyle w:val="libAlaemChar"/>
          <w:rtl/>
        </w:rPr>
        <w:t xml:space="preserve"> عليه‌السلام </w:t>
      </w:r>
      <w:r>
        <w:rPr>
          <w:rtl/>
        </w:rPr>
        <w:t xml:space="preserve"> كى ذمہ دارى 2،3،6; حضرت لوط </w:t>
      </w:r>
      <w:r w:rsidR="00367F17" w:rsidRPr="00367F17">
        <w:rPr>
          <w:rStyle w:val="libAlaemChar"/>
          <w:rtl/>
        </w:rPr>
        <w:t xml:space="preserve"> عليه‌السلام </w:t>
      </w:r>
      <w:r>
        <w:rPr>
          <w:rtl/>
        </w:rPr>
        <w:t xml:space="preserve"> كى نجات 3;حضرت لوط </w:t>
      </w:r>
      <w:r w:rsidR="00367F17" w:rsidRPr="00367F17">
        <w:rPr>
          <w:rStyle w:val="libAlaemChar"/>
          <w:rtl/>
        </w:rPr>
        <w:t xml:space="preserve"> عليه‌السلام </w:t>
      </w:r>
      <w:r>
        <w:rPr>
          <w:rtl/>
        </w:rPr>
        <w:t xml:space="preserve"> كى نظارت 2 ;حضرت لوط </w:t>
      </w:r>
      <w:r w:rsidR="00367F17" w:rsidRPr="00367F17">
        <w:rPr>
          <w:rStyle w:val="libAlaemChar"/>
          <w:rtl/>
        </w:rPr>
        <w:t xml:space="preserve"> عليه‌السلام </w:t>
      </w:r>
      <w:r>
        <w:rPr>
          <w:rtl/>
        </w:rPr>
        <w:t xml:space="preserve"> كى ہجرت كا راستہ 6 ، 10;حضرت لوط</w:t>
      </w:r>
      <w:r w:rsidR="00367F17" w:rsidRPr="00367F17">
        <w:rPr>
          <w:rStyle w:val="libAlaemChar"/>
          <w:rtl/>
        </w:rPr>
        <w:t xml:space="preserve"> عليه‌السلام </w:t>
      </w:r>
      <w:r>
        <w:rPr>
          <w:rtl/>
        </w:rPr>
        <w:t xml:space="preserve"> كے گھرانے كى نجات 1،حضرت لوط </w:t>
      </w:r>
      <w:r w:rsidR="00367F17" w:rsidRPr="00367F17">
        <w:rPr>
          <w:rStyle w:val="libAlaemChar"/>
          <w:rtl/>
        </w:rPr>
        <w:t xml:space="preserve"> عليه‌السلام </w:t>
      </w:r>
      <w:r>
        <w:rPr>
          <w:rtl/>
        </w:rPr>
        <w:t xml:space="preserve"> كى ہجرت كى كيفيت 5;حضرت لوط </w:t>
      </w:r>
      <w:r w:rsidR="00367F17" w:rsidRPr="00367F17">
        <w:rPr>
          <w:rStyle w:val="libAlaemChar"/>
          <w:rtl/>
        </w:rPr>
        <w:t xml:space="preserve"> عليه‌السلام </w:t>
      </w:r>
      <w:r>
        <w:rPr>
          <w:rtl/>
        </w:rPr>
        <w:t xml:space="preserve"> كے گھرانے كى امنيت 2;حضرت لوط </w:t>
      </w:r>
      <w:r w:rsidR="00367F17" w:rsidRPr="00367F17">
        <w:rPr>
          <w:rStyle w:val="libAlaemChar"/>
          <w:rtl/>
        </w:rPr>
        <w:t xml:space="preserve"> عليه‌السلام </w:t>
      </w:r>
      <w:r>
        <w:rPr>
          <w:rtl/>
        </w:rPr>
        <w:t xml:space="preserve"> كے گھرانے كى ذمہ دارى 6 ; حضرت لوط </w:t>
      </w:r>
      <w:r w:rsidR="00367F17" w:rsidRPr="00367F17">
        <w:rPr>
          <w:rStyle w:val="libAlaemChar"/>
          <w:rtl/>
        </w:rPr>
        <w:t xml:space="preserve"> عليه‌السلام </w:t>
      </w:r>
      <w:r>
        <w:rPr>
          <w:rtl/>
        </w:rPr>
        <w:t xml:space="preserve"> كے گھرانے كى رات كو ہجرت 1،2، 3 ، 10،11;حضرت لوط </w:t>
      </w:r>
      <w:r w:rsidR="00367F17" w:rsidRPr="00367F17">
        <w:rPr>
          <w:rStyle w:val="libAlaemChar"/>
          <w:rtl/>
        </w:rPr>
        <w:t xml:space="preserve"> عليه‌السلام </w:t>
      </w:r>
      <w:r>
        <w:rPr>
          <w:rtl/>
        </w:rPr>
        <w:t xml:space="preserve"> كے گھرانے كى ہجرت كى كيفيت 5;حضرت لوط </w:t>
      </w:r>
      <w:r w:rsidR="00367F17" w:rsidRPr="00367F17">
        <w:rPr>
          <w:rStyle w:val="libAlaemChar"/>
          <w:rtl/>
        </w:rPr>
        <w:t xml:space="preserve"> عليه‌السلام </w:t>
      </w:r>
      <w:r>
        <w:rPr>
          <w:rtl/>
        </w:rPr>
        <w:t xml:space="preserve"> كے گھرانے كى ہجرت كا راستہ 6،10</w:t>
      </w:r>
    </w:p>
    <w:p w:rsidR="001F628F" w:rsidRDefault="001F628F" w:rsidP="00BB2C87">
      <w:pPr>
        <w:pStyle w:val="libNormal"/>
        <w:rPr>
          <w:rtl/>
        </w:rPr>
      </w:pPr>
      <w:r>
        <w:rPr>
          <w:rFonts w:hint="eastAsia"/>
          <w:rtl/>
        </w:rPr>
        <w:t>ملائكہ</w:t>
      </w:r>
      <w:r>
        <w:rPr>
          <w:rtl/>
        </w:rPr>
        <w:t xml:space="preserve"> :</w:t>
      </w:r>
      <w:r>
        <w:rPr>
          <w:rFonts w:hint="eastAsia"/>
          <w:rtl/>
        </w:rPr>
        <w:t>ملائكہ</w:t>
      </w:r>
      <w:r>
        <w:rPr>
          <w:rtl/>
        </w:rPr>
        <w:t xml:space="preserve"> كے تقاضے 1;عذاب كے ملائكہ 1</w:t>
      </w:r>
    </w:p>
    <w:p w:rsidR="001F628F" w:rsidRPr="00120F63" w:rsidRDefault="00BB2C87" w:rsidP="00BB2C87">
      <w:pPr>
        <w:pStyle w:val="Heading2Center"/>
        <w:rPr>
          <w:rtl/>
        </w:rPr>
      </w:pPr>
      <w:bookmarkStart w:id="112" w:name="_Toc28081790"/>
      <w:r>
        <w:rPr>
          <w:rFonts w:hint="cs"/>
          <w:rtl/>
        </w:rPr>
        <w:t xml:space="preserve">آیت </w:t>
      </w:r>
      <w:r w:rsidRPr="00120F63">
        <w:rPr>
          <w:rFonts w:hint="cs"/>
          <w:rtl/>
        </w:rPr>
        <w:t>66</w:t>
      </w:r>
      <w:bookmarkEnd w:id="112"/>
    </w:p>
    <w:p w:rsidR="001F628F" w:rsidRDefault="00E260F9" w:rsidP="00BB2C87">
      <w:pPr>
        <w:pStyle w:val="libNormal"/>
        <w:rPr>
          <w:rtl/>
        </w:rPr>
      </w:pPr>
      <w:r w:rsidRPr="00E260F9">
        <w:rPr>
          <w:rStyle w:val="libAlaemChar"/>
          <w:rFonts w:hint="eastAsia"/>
          <w:rtl/>
        </w:rPr>
        <w:t>(</w:t>
      </w:r>
      <w:r w:rsidRPr="00BB2C87">
        <w:rPr>
          <w:rStyle w:val="libAieChar"/>
          <w:rFonts w:hint="eastAsia"/>
          <w:rtl/>
        </w:rPr>
        <w:t>وَقَضَيْنَا</w:t>
      </w:r>
      <w:r w:rsidRPr="00BB2C87">
        <w:rPr>
          <w:rStyle w:val="libAieChar"/>
          <w:rtl/>
        </w:rPr>
        <w:t xml:space="preserve"> إِلَيْهِ ذَلِكَ الأَمْرَ أَنَّ دَابِرَ هَؤُلاء مَقْطُوعٌ مُّصْبِحِينَ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اس امر كا فيصلہ كرلياہے كہ صبح ہوتے ہى اس قوم كى جڑي</w:t>
      </w:r>
      <w:r w:rsidR="00083993">
        <w:rPr>
          <w:rtl/>
        </w:rPr>
        <w:t xml:space="preserve">ں </w:t>
      </w:r>
      <w:r>
        <w:rPr>
          <w:rtl/>
        </w:rPr>
        <w:t>تك كاٹ دى جائي</w:t>
      </w:r>
      <w:r w:rsidR="00083993">
        <w:rPr>
          <w:rtl/>
        </w:rPr>
        <w:t xml:space="preserve">ں </w:t>
      </w:r>
      <w:r>
        <w:rPr>
          <w:rtl/>
        </w:rPr>
        <w:t>گى _</w:t>
      </w:r>
    </w:p>
    <w:p w:rsidR="001F628F" w:rsidRDefault="001F628F" w:rsidP="001F628F">
      <w:pPr>
        <w:pStyle w:val="libNormal"/>
        <w:rPr>
          <w:rtl/>
        </w:rPr>
      </w:pPr>
      <w:r>
        <w:rPr>
          <w:rtl/>
        </w:rPr>
        <w:t xml:space="preserve">1_خداوند متعال نے حضرت لوط </w:t>
      </w:r>
      <w:r w:rsidR="00367F17" w:rsidRPr="00367F17">
        <w:rPr>
          <w:rStyle w:val="libAlaemChar"/>
          <w:rtl/>
        </w:rPr>
        <w:t xml:space="preserve"> عليه‌السلام </w:t>
      </w:r>
      <w:r>
        <w:rPr>
          <w:rtl/>
        </w:rPr>
        <w:t xml:space="preserve"> كو پہلے سے ہى اُن كى قوم پر عذاب نازل كرنے كے فيصلے سے اگاہ كر ديا تھا_</w:t>
      </w:r>
    </w:p>
    <w:p w:rsidR="001F628F" w:rsidRDefault="001F628F" w:rsidP="00BB2C87">
      <w:pPr>
        <w:pStyle w:val="libArabic"/>
        <w:rPr>
          <w:rtl/>
        </w:rPr>
      </w:pPr>
      <w:r>
        <w:rPr>
          <w:rFonts w:hint="eastAsia"/>
          <w:rtl/>
        </w:rPr>
        <w:t>وقضينا</w:t>
      </w:r>
      <w:r>
        <w:rPr>
          <w:rtl/>
        </w:rPr>
        <w:t xml:space="preserve"> الي</w:t>
      </w:r>
      <w:r w:rsidR="00120F63" w:rsidRPr="00ED5DE8">
        <w:rPr>
          <w:rFonts w:hint="cs"/>
          <w:rtl/>
        </w:rPr>
        <w:t>ه</w:t>
      </w:r>
      <w:r>
        <w:rPr>
          <w:rtl/>
        </w:rPr>
        <w:t xml:space="preserve"> </w:t>
      </w:r>
      <w:r>
        <w:rPr>
          <w:rFonts w:hint="cs"/>
          <w:rtl/>
        </w:rPr>
        <w:t>ذلك</w:t>
      </w:r>
      <w:r>
        <w:rPr>
          <w:rtl/>
        </w:rPr>
        <w:t xml:space="preserve"> الا مر</w:t>
      </w:r>
    </w:p>
    <w:p w:rsidR="001F628F" w:rsidRDefault="001F628F" w:rsidP="001F628F">
      <w:pPr>
        <w:pStyle w:val="libNormal"/>
        <w:rPr>
          <w:rtl/>
        </w:rPr>
      </w:pPr>
      <w:r>
        <w:rPr>
          <w:rtl/>
        </w:rPr>
        <w:t>'' قضينا ''كا '' الى '' كى طرف متعدى ہونا ، ''اوحينا '' كا معنى ديتا ہے _بنابري</w:t>
      </w:r>
      <w:r w:rsidR="00083993">
        <w:rPr>
          <w:rtl/>
        </w:rPr>
        <w:t xml:space="preserve">ں </w:t>
      </w:r>
      <w:r>
        <w:rPr>
          <w:rtl/>
        </w:rPr>
        <w:t xml:space="preserve">جملہ </w:t>
      </w:r>
      <w:r w:rsidRPr="00BB2C87">
        <w:rPr>
          <w:rStyle w:val="libArabicChar"/>
          <w:rtl/>
        </w:rPr>
        <w:t>''وقضينا الي</w:t>
      </w:r>
      <w:r w:rsidR="00120F63" w:rsidRPr="00B2551F">
        <w:rPr>
          <w:rStyle w:val="libArabicChar"/>
          <w:rFonts w:hint="cs"/>
          <w:rtl/>
        </w:rPr>
        <w:t>ه</w:t>
      </w:r>
      <w:r w:rsidRPr="00BB2C87">
        <w:rPr>
          <w:rStyle w:val="libArabicChar"/>
          <w:rtl/>
        </w:rPr>
        <w:t xml:space="preserve"> </w:t>
      </w:r>
      <w:r w:rsidRPr="00BB2C87">
        <w:rPr>
          <w:rStyle w:val="libArabicChar"/>
          <w:rFonts w:hint="cs"/>
          <w:rtl/>
        </w:rPr>
        <w:t>ذلك</w:t>
      </w:r>
      <w:r w:rsidRPr="00BB2C87">
        <w:rPr>
          <w:rStyle w:val="libArabicChar"/>
          <w:rtl/>
        </w:rPr>
        <w:t xml:space="preserve"> </w:t>
      </w:r>
      <w:r w:rsidRPr="00BB2C87">
        <w:rPr>
          <w:rStyle w:val="libArabicChar"/>
          <w:rFonts w:hint="cs"/>
          <w:rtl/>
        </w:rPr>
        <w:t>الا</w:t>
      </w:r>
      <w:r w:rsidRPr="00BB2C87">
        <w:rPr>
          <w:rStyle w:val="libArabicChar"/>
          <w:rtl/>
        </w:rPr>
        <w:t xml:space="preserve"> </w:t>
      </w:r>
      <w:r w:rsidRPr="00BB2C87">
        <w:rPr>
          <w:rStyle w:val="libArabicChar"/>
          <w:rFonts w:hint="cs"/>
          <w:rtl/>
        </w:rPr>
        <w:t>مر</w:t>
      </w:r>
      <w:r w:rsidRPr="00BB2C87">
        <w:rPr>
          <w:rStyle w:val="libArabicChar"/>
          <w:rtl/>
        </w:rPr>
        <w:t>''</w:t>
      </w:r>
      <w:r>
        <w:rPr>
          <w:rtl/>
        </w:rPr>
        <w:t>كا معنى يہ ہو جائے گا :ہم نے اس امر(عذاب) كو اُس (لوط</w:t>
      </w:r>
      <w:r w:rsidR="00367F17" w:rsidRPr="00367F17">
        <w:rPr>
          <w:rStyle w:val="libAlaemChar"/>
          <w:rtl/>
        </w:rPr>
        <w:t xml:space="preserve"> عليه‌السلام </w:t>
      </w:r>
      <w:r>
        <w:rPr>
          <w:rtl/>
        </w:rPr>
        <w:t xml:space="preserve"> ) كى طرف وحى كيا اور اُسے اس سے اگاہ كيا_</w:t>
      </w:r>
    </w:p>
    <w:p w:rsidR="001F628F" w:rsidRDefault="001F628F" w:rsidP="00BB2C87">
      <w:pPr>
        <w:pStyle w:val="libNormal"/>
        <w:rPr>
          <w:rtl/>
        </w:rPr>
      </w:pPr>
      <w:r>
        <w:rPr>
          <w:rtl/>
        </w:rPr>
        <w:t>2_قوم لوط كا عذاب ،بہت ہى خوفناك اور شديد عذاب تھا_</w:t>
      </w:r>
      <w:r w:rsidRPr="00BB2C87">
        <w:rPr>
          <w:rStyle w:val="libArabicChar"/>
          <w:rFonts w:hint="eastAsia"/>
          <w:rtl/>
        </w:rPr>
        <w:t>وقضينا</w:t>
      </w:r>
      <w:r w:rsidRPr="00BB2C87">
        <w:rPr>
          <w:rStyle w:val="libArabicChar"/>
          <w:rtl/>
        </w:rPr>
        <w:t xml:space="preserve"> الي</w:t>
      </w:r>
      <w:r w:rsidR="00120F63" w:rsidRPr="00B2551F">
        <w:rPr>
          <w:rStyle w:val="libArabicChar"/>
          <w:rFonts w:hint="cs"/>
          <w:rtl/>
        </w:rPr>
        <w:t>ه</w:t>
      </w:r>
      <w:r w:rsidRPr="00BB2C87">
        <w:rPr>
          <w:rStyle w:val="libArabicChar"/>
          <w:rtl/>
        </w:rPr>
        <w:t xml:space="preserve"> </w:t>
      </w:r>
      <w:r w:rsidRPr="00BB2C87">
        <w:rPr>
          <w:rStyle w:val="libArabicChar"/>
          <w:rFonts w:hint="cs"/>
          <w:rtl/>
        </w:rPr>
        <w:t>ذلك</w:t>
      </w:r>
      <w:r w:rsidRPr="00BB2C87">
        <w:rPr>
          <w:rStyle w:val="libArabicChar"/>
          <w:rtl/>
        </w:rPr>
        <w:t xml:space="preserve"> </w:t>
      </w:r>
      <w:r w:rsidRPr="00BB2C87">
        <w:rPr>
          <w:rStyle w:val="libArabicChar"/>
          <w:rFonts w:hint="cs"/>
          <w:rtl/>
        </w:rPr>
        <w:t>الا</w:t>
      </w:r>
      <w:r w:rsidRPr="00BB2C87">
        <w:rPr>
          <w:rStyle w:val="libArabicChar"/>
          <w:rtl/>
        </w:rPr>
        <w:t xml:space="preserve"> </w:t>
      </w:r>
      <w:r w:rsidRPr="00BB2C87">
        <w:rPr>
          <w:rStyle w:val="libArabicChar"/>
          <w:rFonts w:hint="cs"/>
          <w:rtl/>
        </w:rPr>
        <w:t>مر</w:t>
      </w:r>
      <w:r w:rsidRPr="00BB2C87">
        <w:rPr>
          <w:rStyle w:val="libArabicChar"/>
          <w:rtl/>
        </w:rPr>
        <w:t xml:space="preserve"> </w:t>
      </w:r>
      <w:r w:rsidRPr="00BB2C87">
        <w:rPr>
          <w:rStyle w:val="libArabicChar"/>
          <w:rFonts w:hint="cs"/>
          <w:rtl/>
        </w:rPr>
        <w:t>ا</w:t>
      </w:r>
      <w:r w:rsidRPr="00BB2C87">
        <w:rPr>
          <w:rStyle w:val="libArabicChar"/>
          <w:rtl/>
        </w:rPr>
        <w:t xml:space="preserve"> </w:t>
      </w:r>
      <w:r w:rsidRPr="00BB2C87">
        <w:rPr>
          <w:rStyle w:val="libArabicChar"/>
          <w:rFonts w:hint="cs"/>
          <w:rtl/>
        </w:rPr>
        <w:t>ن</w:t>
      </w:r>
      <w:r w:rsidRPr="00BB2C87">
        <w:rPr>
          <w:rStyle w:val="libArabicChar"/>
          <w:rtl/>
        </w:rPr>
        <w:t xml:space="preserve"> </w:t>
      </w:r>
      <w:r w:rsidRPr="00BB2C87">
        <w:rPr>
          <w:rStyle w:val="libArabicChar"/>
          <w:rFonts w:hint="cs"/>
          <w:rtl/>
        </w:rPr>
        <w:t>دابر</w:t>
      </w:r>
      <w:r w:rsidRPr="00BB2C87">
        <w:rPr>
          <w:rStyle w:val="libArabicChar"/>
          <w:rtl/>
        </w:rPr>
        <w:t xml:space="preserve"> </w:t>
      </w:r>
      <w:r w:rsidR="00F21947" w:rsidRPr="00B2551F">
        <w:rPr>
          <w:rStyle w:val="libArabicChar"/>
          <w:rFonts w:hint="cs"/>
          <w:rtl/>
        </w:rPr>
        <w:t>ه</w:t>
      </w:r>
      <w:r w:rsidRPr="00BB2C87">
        <w:rPr>
          <w:rStyle w:val="libArabicChar"/>
          <w:rFonts w:hint="cs"/>
          <w:rtl/>
        </w:rPr>
        <w:t>و</w:t>
      </w:r>
      <w:r w:rsidRPr="00BB2C87">
        <w:rPr>
          <w:rStyle w:val="libArabicChar"/>
          <w:rtl/>
        </w:rPr>
        <w:t xml:space="preserve"> </w:t>
      </w:r>
      <w:r w:rsidRPr="00BB2C87">
        <w:rPr>
          <w:rStyle w:val="libArabicChar"/>
          <w:rFonts w:hint="cs"/>
          <w:rtl/>
        </w:rPr>
        <w:t>لاء</w:t>
      </w:r>
      <w:r w:rsidRPr="00BB2C87">
        <w:rPr>
          <w:rStyle w:val="libArabicChar"/>
          <w:rtl/>
        </w:rPr>
        <w:t xml:space="preserve"> </w:t>
      </w:r>
      <w:r w:rsidRPr="00BB2C87">
        <w:rPr>
          <w:rStyle w:val="libArabicChar"/>
          <w:rFonts w:hint="cs"/>
          <w:rtl/>
        </w:rPr>
        <w:t>مقطوع</w:t>
      </w:r>
      <w:r w:rsidRPr="00BB2C87">
        <w:rPr>
          <w:rStyle w:val="libArabicChar"/>
          <w:rtl/>
        </w:rPr>
        <w:t xml:space="preserve"> مصبحين</w:t>
      </w:r>
    </w:p>
    <w:p w:rsidR="00BB2C87" w:rsidRDefault="001E7F9D" w:rsidP="00F73EDE">
      <w:pPr>
        <w:pStyle w:val="libPoemTini"/>
        <w:rPr>
          <w:rtl/>
        </w:rPr>
      </w:pPr>
      <w:r>
        <w:rPr>
          <w:rtl/>
        </w:rPr>
        <w:br w:type="page"/>
      </w:r>
    </w:p>
    <w:p w:rsidR="001F628F" w:rsidRDefault="001F628F" w:rsidP="00BB2C87">
      <w:pPr>
        <w:pStyle w:val="libNormal"/>
        <w:rPr>
          <w:rtl/>
        </w:rPr>
      </w:pPr>
      <w:r>
        <w:rPr>
          <w:rFonts w:hint="eastAsia"/>
          <w:rtl/>
        </w:rPr>
        <w:lastRenderedPageBreak/>
        <w:t>جملہ</w:t>
      </w:r>
      <w:r>
        <w:rPr>
          <w:rtl/>
        </w:rPr>
        <w:t xml:space="preserve"> </w:t>
      </w:r>
      <w:r w:rsidRPr="00BB2C87">
        <w:rPr>
          <w:rStyle w:val="libArabicChar"/>
          <w:rtl/>
        </w:rPr>
        <w:t>''وقضينا الي</w:t>
      </w:r>
      <w:r w:rsidR="00120F63" w:rsidRPr="00B2551F">
        <w:rPr>
          <w:rStyle w:val="libArabicChar"/>
          <w:rFonts w:hint="cs"/>
          <w:rtl/>
        </w:rPr>
        <w:t>ه</w:t>
      </w:r>
      <w:r w:rsidRPr="00BB2C87">
        <w:rPr>
          <w:rStyle w:val="libArabicChar"/>
          <w:rtl/>
        </w:rPr>
        <w:t xml:space="preserve"> </w:t>
      </w:r>
      <w:r w:rsidRPr="00BB2C87">
        <w:rPr>
          <w:rStyle w:val="libArabicChar"/>
          <w:rFonts w:hint="cs"/>
          <w:rtl/>
        </w:rPr>
        <w:t>ذلك</w:t>
      </w:r>
      <w:r w:rsidRPr="00BB2C87">
        <w:rPr>
          <w:rStyle w:val="libArabicChar"/>
          <w:rtl/>
        </w:rPr>
        <w:t xml:space="preserve"> </w:t>
      </w:r>
      <w:r w:rsidRPr="00BB2C87">
        <w:rPr>
          <w:rStyle w:val="libArabicChar"/>
          <w:rFonts w:hint="cs"/>
          <w:rtl/>
        </w:rPr>
        <w:t>الا</w:t>
      </w:r>
      <w:r w:rsidRPr="00BB2C87">
        <w:rPr>
          <w:rStyle w:val="libArabicChar"/>
          <w:rtl/>
        </w:rPr>
        <w:t xml:space="preserve"> </w:t>
      </w:r>
      <w:r w:rsidRPr="00BB2C87">
        <w:rPr>
          <w:rStyle w:val="libArabicChar"/>
          <w:rFonts w:hint="cs"/>
          <w:rtl/>
        </w:rPr>
        <w:t>مر</w:t>
      </w:r>
      <w:r w:rsidRPr="00BB2C87">
        <w:rPr>
          <w:rStyle w:val="libArabicChar"/>
          <w:rtl/>
        </w:rPr>
        <w:t>''</w:t>
      </w:r>
      <w:r>
        <w:rPr>
          <w:rtl/>
        </w:rPr>
        <w:t xml:space="preserve"> كا مبہم صورت مي</w:t>
      </w:r>
      <w:r w:rsidR="00083993">
        <w:rPr>
          <w:rtl/>
        </w:rPr>
        <w:t xml:space="preserve">ں </w:t>
      </w:r>
      <w:r>
        <w:rPr>
          <w:rtl/>
        </w:rPr>
        <w:t>انا اور اُس كا جملہ ''ا ن دابر ...'' كے ذريعے تفسير كرنا، اسى طرح كلمہ ''ذلك''كہ جو دور كے لئے اشارہ ہے ،مندرجہ بالا مطلب كى حكايت كرتا ہے_</w:t>
      </w:r>
    </w:p>
    <w:p w:rsidR="001F628F" w:rsidRDefault="001F628F" w:rsidP="00BB2C87">
      <w:pPr>
        <w:pStyle w:val="libNormal"/>
        <w:rPr>
          <w:rtl/>
        </w:rPr>
      </w:pPr>
      <w:r>
        <w:rPr>
          <w:rtl/>
        </w:rPr>
        <w:t>3_قوم لوط كى نسل ،عذاب الہى كے ذريعے قطع اور ختم ہو گئي تھي_</w:t>
      </w:r>
      <w:r w:rsidRPr="00BB2C87">
        <w:rPr>
          <w:rStyle w:val="libArabicChar"/>
          <w:rFonts w:hint="eastAsia"/>
          <w:rtl/>
        </w:rPr>
        <w:t>وقضينا</w:t>
      </w:r>
      <w:r w:rsidRPr="00BB2C87">
        <w:rPr>
          <w:rStyle w:val="libArabicChar"/>
          <w:rtl/>
        </w:rPr>
        <w:t xml:space="preserve"> ... ا ن دابر </w:t>
      </w:r>
      <w:r w:rsidR="00F21947" w:rsidRPr="00B2551F">
        <w:rPr>
          <w:rStyle w:val="libArabicChar"/>
          <w:rFonts w:hint="cs"/>
          <w:rtl/>
        </w:rPr>
        <w:t>ه</w:t>
      </w:r>
      <w:r w:rsidRPr="00BB2C87">
        <w:rPr>
          <w:rStyle w:val="libArabicChar"/>
          <w:rFonts w:hint="cs"/>
          <w:rtl/>
        </w:rPr>
        <w:t>و</w:t>
      </w:r>
      <w:r w:rsidRPr="00BB2C87">
        <w:rPr>
          <w:rStyle w:val="libArabicChar"/>
          <w:rtl/>
        </w:rPr>
        <w:t xml:space="preserve"> </w:t>
      </w:r>
      <w:r w:rsidRPr="00BB2C87">
        <w:rPr>
          <w:rStyle w:val="libArabicChar"/>
          <w:rFonts w:hint="cs"/>
          <w:rtl/>
        </w:rPr>
        <w:t>لاء</w:t>
      </w:r>
      <w:r w:rsidRPr="00BB2C87">
        <w:rPr>
          <w:rStyle w:val="libArabicChar"/>
          <w:rtl/>
        </w:rPr>
        <w:t xml:space="preserve"> </w:t>
      </w:r>
      <w:r w:rsidRPr="00BB2C87">
        <w:rPr>
          <w:rStyle w:val="libArabicChar"/>
          <w:rFonts w:hint="cs"/>
          <w:rtl/>
        </w:rPr>
        <w:t>مقطوع</w:t>
      </w:r>
      <w:r w:rsidRPr="00BB2C87">
        <w:rPr>
          <w:rStyle w:val="libArabicChar"/>
          <w:rtl/>
        </w:rPr>
        <w:t xml:space="preserve"> مصبحين</w:t>
      </w:r>
    </w:p>
    <w:p w:rsidR="001F628F" w:rsidRDefault="001F628F" w:rsidP="001F628F">
      <w:pPr>
        <w:pStyle w:val="libNormal"/>
        <w:rPr>
          <w:rtl/>
        </w:rPr>
      </w:pPr>
      <w:r>
        <w:rPr>
          <w:rtl/>
        </w:rPr>
        <w:t>''دابر''كا معنى اخر ہے _(مفردات راغب) اور جملہ ''دابر ھولاء مقطوع''سے قوم لوط كے اخرى فرد كا نابود ہونا مراد ہے_كہ جو طبعاً اُن كى نسل كے قطع ہو جانے پر دلالت كرتا ہے_</w:t>
      </w:r>
    </w:p>
    <w:p w:rsidR="001F628F" w:rsidRDefault="001F628F" w:rsidP="00BB2C87">
      <w:pPr>
        <w:pStyle w:val="libNormal"/>
        <w:rPr>
          <w:rtl/>
        </w:rPr>
      </w:pPr>
      <w:r>
        <w:rPr>
          <w:rtl/>
        </w:rPr>
        <w:t>4_قوم لوط كى ہلاكت اور عذاب ،صبح كے وقت وقوع پذير ہوا تھا_</w:t>
      </w:r>
      <w:r w:rsidRPr="00BB2C87">
        <w:rPr>
          <w:rStyle w:val="libArabicChar"/>
          <w:rFonts w:hint="eastAsia"/>
          <w:rtl/>
        </w:rPr>
        <w:t>ا</w:t>
      </w:r>
      <w:r w:rsidRPr="00BB2C87">
        <w:rPr>
          <w:rStyle w:val="libArabicChar"/>
          <w:rtl/>
        </w:rPr>
        <w:t xml:space="preserve"> ن دابر </w:t>
      </w:r>
      <w:r w:rsidR="00F21947" w:rsidRPr="00B2551F">
        <w:rPr>
          <w:rStyle w:val="libArabicChar"/>
          <w:rFonts w:hint="cs"/>
          <w:rtl/>
        </w:rPr>
        <w:t>ه</w:t>
      </w:r>
      <w:r w:rsidRPr="00BB2C87">
        <w:rPr>
          <w:rStyle w:val="libArabicChar"/>
          <w:rFonts w:hint="cs"/>
          <w:rtl/>
        </w:rPr>
        <w:t>و</w:t>
      </w:r>
      <w:r w:rsidRPr="00BB2C87">
        <w:rPr>
          <w:rStyle w:val="libArabicChar"/>
          <w:rtl/>
        </w:rPr>
        <w:t xml:space="preserve"> </w:t>
      </w:r>
      <w:r w:rsidRPr="00BB2C87">
        <w:rPr>
          <w:rStyle w:val="libArabicChar"/>
          <w:rFonts w:hint="cs"/>
          <w:rtl/>
        </w:rPr>
        <w:t>لاء</w:t>
      </w:r>
      <w:r w:rsidRPr="00BB2C87">
        <w:rPr>
          <w:rStyle w:val="libArabicChar"/>
          <w:rtl/>
        </w:rPr>
        <w:t xml:space="preserve"> </w:t>
      </w:r>
      <w:r w:rsidRPr="00BB2C87">
        <w:rPr>
          <w:rStyle w:val="libArabicChar"/>
          <w:rFonts w:hint="cs"/>
          <w:rtl/>
        </w:rPr>
        <w:t>مقطوع</w:t>
      </w:r>
      <w:r w:rsidRPr="00BB2C87">
        <w:rPr>
          <w:rStyle w:val="libArabicChar"/>
          <w:rtl/>
        </w:rPr>
        <w:t xml:space="preserve"> </w:t>
      </w:r>
      <w:r w:rsidRPr="00BB2C87">
        <w:rPr>
          <w:rStyle w:val="libArabicChar"/>
          <w:rFonts w:hint="cs"/>
          <w:rtl/>
        </w:rPr>
        <w:t>مصبحين</w:t>
      </w:r>
    </w:p>
    <w:p w:rsidR="001F628F" w:rsidRDefault="001F628F" w:rsidP="001F628F">
      <w:pPr>
        <w:pStyle w:val="libNormal"/>
        <w:rPr>
          <w:rtl/>
        </w:rPr>
      </w:pPr>
      <w:r>
        <w:rPr>
          <w:rtl/>
        </w:rPr>
        <w:t>5_معاشرے مي</w:t>
      </w:r>
      <w:r w:rsidR="00083993">
        <w:rPr>
          <w:rtl/>
        </w:rPr>
        <w:t xml:space="preserve">ں </w:t>
      </w:r>
      <w:r>
        <w:rPr>
          <w:rtl/>
        </w:rPr>
        <w:t>جرم و جنايت كا پھيل جانااُس كے انحطاط اور زوال كا باعث بنتا ہے_</w:t>
      </w:r>
    </w:p>
    <w:p w:rsidR="001F628F" w:rsidRDefault="001F628F" w:rsidP="00BB2C87">
      <w:pPr>
        <w:pStyle w:val="libArabic"/>
        <w:rPr>
          <w:rtl/>
        </w:rPr>
      </w:pPr>
      <w:r>
        <w:rPr>
          <w:rFonts w:hint="eastAsia"/>
          <w:rtl/>
        </w:rPr>
        <w:t>انا</w:t>
      </w:r>
      <w:r>
        <w:rPr>
          <w:rtl/>
        </w:rPr>
        <w:t xml:space="preserve"> ا ُرسلنا الى قوم مجرمين ... ا ن دابر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مقطوع</w:t>
      </w:r>
      <w:r>
        <w:rPr>
          <w:rtl/>
        </w:rPr>
        <w:t xml:space="preserve"> </w:t>
      </w:r>
      <w:r>
        <w:rPr>
          <w:rFonts w:hint="cs"/>
          <w:rtl/>
        </w:rPr>
        <w:t>م</w:t>
      </w:r>
      <w:r>
        <w:rPr>
          <w:rtl/>
        </w:rPr>
        <w:t>صبحين</w:t>
      </w:r>
    </w:p>
    <w:p w:rsidR="001F628F" w:rsidRDefault="001F628F" w:rsidP="001F628F">
      <w:pPr>
        <w:pStyle w:val="libNormal"/>
        <w:rPr>
          <w:rtl/>
        </w:rPr>
      </w:pPr>
      <w:r>
        <w:rPr>
          <w:rFonts w:hint="eastAsia"/>
          <w:rtl/>
        </w:rPr>
        <w:t>يہ</w:t>
      </w:r>
      <w:r>
        <w:rPr>
          <w:rtl/>
        </w:rPr>
        <w:t xml:space="preserve"> كہ قوم لوط كے لئے عذاب لانے والے ملا ئكہ، حضرت لوط </w:t>
      </w:r>
      <w:r w:rsidR="00367F17" w:rsidRPr="00367F17">
        <w:rPr>
          <w:rStyle w:val="libAlaemChar"/>
          <w:rtl/>
        </w:rPr>
        <w:t xml:space="preserve"> عليه‌السلام </w:t>
      </w:r>
      <w:r>
        <w:rPr>
          <w:rtl/>
        </w:rPr>
        <w:t xml:space="preserve"> كو بتاتے ہي</w:t>
      </w:r>
      <w:r w:rsidR="00083993">
        <w:rPr>
          <w:rtl/>
        </w:rPr>
        <w:t xml:space="preserve">ں </w:t>
      </w:r>
      <w:r>
        <w:rPr>
          <w:rtl/>
        </w:rPr>
        <w:t>كہ''ا ن دابر ھو لاء مقطوع مصبحين''يعنى اس قوم كى نسل قطع ہو جائے گي_اور وہ يہ نہي</w:t>
      </w:r>
      <w:r w:rsidR="00083993">
        <w:rPr>
          <w:rtl/>
        </w:rPr>
        <w:t xml:space="preserve">ں </w:t>
      </w:r>
      <w:r>
        <w:rPr>
          <w:rtl/>
        </w:rPr>
        <w:t>كہتے كہ گناہگارو</w:t>
      </w:r>
      <w:r w:rsidR="00083993">
        <w:rPr>
          <w:rtl/>
        </w:rPr>
        <w:t xml:space="preserve">ں </w:t>
      </w:r>
      <w:r>
        <w:rPr>
          <w:rtl/>
        </w:rPr>
        <w:t>كى نسل قطع ہو گى _اسى طرح بعد والى ايت مي</w:t>
      </w:r>
      <w:r w:rsidR="00083993">
        <w:rPr>
          <w:rtl/>
        </w:rPr>
        <w:t xml:space="preserve">ں </w:t>
      </w:r>
      <w:r>
        <w:rPr>
          <w:rtl/>
        </w:rPr>
        <w:t xml:space="preserve">تمام اہل شہر كے ''انے''كى خبر دى جارہى ہے ( </w:t>
      </w:r>
      <w:r w:rsidRPr="00BB2C87">
        <w:rPr>
          <w:rStyle w:val="libArabicChar"/>
          <w:rtl/>
        </w:rPr>
        <w:t xml:space="preserve">وجاء ا </w:t>
      </w:r>
      <w:r w:rsidR="00F21947" w:rsidRPr="00B2551F">
        <w:rPr>
          <w:rStyle w:val="libArabicChar"/>
          <w:rFonts w:hint="cs"/>
          <w:rtl/>
        </w:rPr>
        <w:t>ه</w:t>
      </w:r>
      <w:r w:rsidRPr="00BB2C87">
        <w:rPr>
          <w:rStyle w:val="libArabicChar"/>
          <w:rFonts w:hint="cs"/>
          <w:rtl/>
        </w:rPr>
        <w:t>ل</w:t>
      </w:r>
      <w:r w:rsidRPr="00BB2C87">
        <w:rPr>
          <w:rStyle w:val="libArabicChar"/>
          <w:rtl/>
        </w:rPr>
        <w:t xml:space="preserve"> </w:t>
      </w:r>
      <w:r w:rsidRPr="00BB2C87">
        <w:rPr>
          <w:rStyle w:val="libArabicChar"/>
          <w:rFonts w:hint="cs"/>
          <w:rtl/>
        </w:rPr>
        <w:t>المدينة</w:t>
      </w:r>
      <w:r>
        <w:rPr>
          <w:rtl/>
        </w:rPr>
        <w:t xml:space="preserve"> )اس سے معلوم ہوتا ہے كہ قوم لوط كے تمام لوگ گناہ سے الودہ تھے _نيز اُن كے بارے مي</w:t>
      </w:r>
      <w:r w:rsidR="00083993">
        <w:rPr>
          <w:rtl/>
        </w:rPr>
        <w:t xml:space="preserve">ں </w:t>
      </w:r>
      <w:r>
        <w:rPr>
          <w:rtl/>
        </w:rPr>
        <w:t xml:space="preserve">''مجرم ''كى تعبير اور حضرت لوط </w:t>
      </w:r>
      <w:r w:rsidR="00367F17" w:rsidRPr="00367F17">
        <w:rPr>
          <w:rStyle w:val="libAlaemChar"/>
          <w:rtl/>
        </w:rPr>
        <w:t xml:space="preserve"> عليه‌السلام </w:t>
      </w:r>
      <w:r>
        <w:rPr>
          <w:rtl/>
        </w:rPr>
        <w:t xml:space="preserve"> كى بيوى كے علاوہ اُن كے پورے خاندان كى نجات بھى اس مطلب كى تائيد كرتى ہے_</w:t>
      </w:r>
    </w:p>
    <w:p w:rsidR="001F628F" w:rsidRDefault="001F628F" w:rsidP="00BB2C87">
      <w:pPr>
        <w:pStyle w:val="libNormal"/>
        <w:rPr>
          <w:rtl/>
        </w:rPr>
      </w:pPr>
      <w:r>
        <w:rPr>
          <w:rtl/>
        </w:rPr>
        <w:t>6_خداوند متعال گناہ اور بُرائيو</w:t>
      </w:r>
      <w:r w:rsidR="00083993">
        <w:rPr>
          <w:rtl/>
        </w:rPr>
        <w:t xml:space="preserve">ں </w:t>
      </w:r>
      <w:r>
        <w:rPr>
          <w:rtl/>
        </w:rPr>
        <w:t>مي</w:t>
      </w:r>
      <w:r w:rsidR="00083993">
        <w:rPr>
          <w:rtl/>
        </w:rPr>
        <w:t xml:space="preserve">ں </w:t>
      </w:r>
      <w:r>
        <w:rPr>
          <w:rtl/>
        </w:rPr>
        <w:t>ڈوبے ہوئے معاشرو</w:t>
      </w:r>
      <w:r w:rsidR="00083993">
        <w:rPr>
          <w:rtl/>
        </w:rPr>
        <w:t xml:space="preserve">ں </w:t>
      </w:r>
      <w:r>
        <w:rPr>
          <w:rtl/>
        </w:rPr>
        <w:t>كو نابود كر كے انسانى معاشرو</w:t>
      </w:r>
      <w:r w:rsidR="00083993">
        <w:rPr>
          <w:rtl/>
        </w:rPr>
        <w:t xml:space="preserve">ں </w:t>
      </w:r>
      <w:r>
        <w:rPr>
          <w:rtl/>
        </w:rPr>
        <w:t>كى حالت اور اُن كے دوام كوتہ وبالا كر ديتا ہے_</w:t>
      </w:r>
      <w:r w:rsidRPr="00BB2C87">
        <w:rPr>
          <w:rStyle w:val="libArabicChar"/>
          <w:rFonts w:hint="eastAsia"/>
          <w:rtl/>
        </w:rPr>
        <w:t>انا</w:t>
      </w:r>
      <w:r w:rsidRPr="00BB2C87">
        <w:rPr>
          <w:rStyle w:val="libArabicChar"/>
          <w:rtl/>
        </w:rPr>
        <w:t xml:space="preserve"> ا ُرسلنا الى قوم مجرمين ...وقضينا ... ا ن دابر </w:t>
      </w:r>
      <w:r w:rsidR="00F21947" w:rsidRPr="00B2551F">
        <w:rPr>
          <w:rStyle w:val="libArabicChar"/>
          <w:rFonts w:hint="cs"/>
          <w:rtl/>
        </w:rPr>
        <w:t>ه</w:t>
      </w:r>
      <w:r w:rsidRPr="00BB2C87">
        <w:rPr>
          <w:rStyle w:val="libArabicChar"/>
          <w:rFonts w:hint="cs"/>
          <w:rtl/>
        </w:rPr>
        <w:t>و</w:t>
      </w:r>
      <w:r w:rsidRPr="00BB2C87">
        <w:rPr>
          <w:rStyle w:val="libArabicChar"/>
          <w:rtl/>
        </w:rPr>
        <w:t xml:space="preserve"> </w:t>
      </w:r>
      <w:r w:rsidRPr="00BB2C87">
        <w:rPr>
          <w:rStyle w:val="libArabicChar"/>
          <w:rFonts w:hint="cs"/>
          <w:rtl/>
        </w:rPr>
        <w:t>لاء</w:t>
      </w:r>
      <w:r w:rsidRPr="00BB2C87">
        <w:rPr>
          <w:rStyle w:val="libArabicChar"/>
          <w:rtl/>
        </w:rPr>
        <w:t xml:space="preserve"> مقطوع</w:t>
      </w:r>
    </w:p>
    <w:p w:rsidR="001F628F" w:rsidRDefault="001F628F" w:rsidP="00BB2C87">
      <w:pPr>
        <w:pStyle w:val="libNormal"/>
        <w:rPr>
          <w:rtl/>
        </w:rPr>
      </w:pPr>
      <w:r>
        <w:rPr>
          <w:rFonts w:hint="eastAsia"/>
          <w:rtl/>
        </w:rPr>
        <w:t>اجتماعى</w:t>
      </w:r>
      <w:r>
        <w:rPr>
          <w:rtl/>
        </w:rPr>
        <w:t xml:space="preserve"> تحولات:</w:t>
      </w:r>
      <w:r>
        <w:rPr>
          <w:rFonts w:hint="eastAsia"/>
          <w:rtl/>
        </w:rPr>
        <w:t>اُن</w:t>
      </w:r>
      <w:r>
        <w:rPr>
          <w:rtl/>
        </w:rPr>
        <w:t xml:space="preserve"> كا سر چشمہ 6</w:t>
      </w:r>
    </w:p>
    <w:p w:rsidR="001F628F" w:rsidRDefault="001F628F" w:rsidP="00BB2C87">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6;الله تعالى كے مقدرات 1</w:t>
      </w:r>
    </w:p>
    <w:p w:rsidR="001F628F" w:rsidRDefault="001F628F" w:rsidP="00BB2C87">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كے علم كا سر چشمہ 1</w:t>
      </w:r>
    </w:p>
    <w:p w:rsidR="001F628F" w:rsidRDefault="001F628F" w:rsidP="00BB2C87">
      <w:pPr>
        <w:pStyle w:val="libNormal"/>
        <w:rPr>
          <w:rtl/>
        </w:rPr>
      </w:pPr>
      <w:r>
        <w:rPr>
          <w:rFonts w:hint="eastAsia"/>
          <w:rtl/>
        </w:rPr>
        <w:t>ظلم</w:t>
      </w:r>
      <w:r>
        <w:rPr>
          <w:rtl/>
        </w:rPr>
        <w:t xml:space="preserve"> :</w:t>
      </w:r>
      <w:r>
        <w:rPr>
          <w:rFonts w:hint="eastAsia"/>
          <w:rtl/>
        </w:rPr>
        <w:t>ظلم</w:t>
      </w:r>
      <w:r>
        <w:rPr>
          <w:rtl/>
        </w:rPr>
        <w:t xml:space="preserve"> پھيلنے كے اثرات 5;ظلم كے اجتماعى اثرات 5</w:t>
      </w:r>
    </w:p>
    <w:p w:rsidR="001F628F" w:rsidRDefault="001F628F" w:rsidP="00BB2C87">
      <w:pPr>
        <w:pStyle w:val="libNormal"/>
        <w:rPr>
          <w:rtl/>
        </w:rPr>
      </w:pPr>
      <w:r>
        <w:rPr>
          <w:rFonts w:hint="eastAsia"/>
          <w:rtl/>
        </w:rPr>
        <w:t>عذاب</w:t>
      </w:r>
      <w:r>
        <w:rPr>
          <w:rtl/>
        </w:rPr>
        <w:t xml:space="preserve"> :</w:t>
      </w:r>
      <w:r>
        <w:rPr>
          <w:rFonts w:hint="eastAsia"/>
          <w:rtl/>
        </w:rPr>
        <w:t>صبح</w:t>
      </w:r>
      <w:r>
        <w:rPr>
          <w:rtl/>
        </w:rPr>
        <w:t xml:space="preserve"> كے وقت عذاب 4;عذاب كے مراتب 2</w:t>
      </w:r>
    </w:p>
    <w:p w:rsidR="001F628F" w:rsidRDefault="001F628F" w:rsidP="001F628F">
      <w:pPr>
        <w:pStyle w:val="libNormal"/>
        <w:rPr>
          <w:rtl/>
        </w:rPr>
      </w:pPr>
      <w:r>
        <w:rPr>
          <w:rFonts w:hint="eastAsia"/>
          <w:rtl/>
        </w:rPr>
        <w:t>قضا</w:t>
      </w:r>
      <w:r>
        <w:rPr>
          <w:rtl/>
        </w:rPr>
        <w:t xml:space="preserve"> و قدر :1</w:t>
      </w:r>
    </w:p>
    <w:p w:rsidR="00BB2C87" w:rsidRDefault="001E7F9D" w:rsidP="00F73EDE">
      <w:pPr>
        <w:pStyle w:val="libPoemTini"/>
        <w:rPr>
          <w:rtl/>
        </w:rPr>
      </w:pPr>
      <w:r>
        <w:rPr>
          <w:rtl/>
        </w:rPr>
        <w:br w:type="page"/>
      </w:r>
    </w:p>
    <w:p w:rsidR="001F628F" w:rsidRDefault="001F628F" w:rsidP="00BB2C87">
      <w:pPr>
        <w:pStyle w:val="libNormal"/>
        <w:rPr>
          <w:rtl/>
        </w:rPr>
      </w:pPr>
      <w:r>
        <w:rPr>
          <w:rFonts w:hint="eastAsia"/>
          <w:rtl/>
        </w:rPr>
        <w:lastRenderedPageBreak/>
        <w:t>قوم</w:t>
      </w:r>
      <w:r>
        <w:rPr>
          <w:rtl/>
        </w:rPr>
        <w:t xml:space="preserve"> لوط :</w:t>
      </w:r>
      <w:r>
        <w:rPr>
          <w:rFonts w:hint="eastAsia"/>
          <w:rtl/>
        </w:rPr>
        <w:t>قوم</w:t>
      </w:r>
      <w:r>
        <w:rPr>
          <w:rtl/>
        </w:rPr>
        <w:t xml:space="preserve"> لوط كى تاريخ 3،4;قوم لوط كى نسل كا قطع ہوجانا 3;قوم لوط كے عذاب كى شدت 2;قوم لوط كے عذاب كى تقدير 1;قوم لوط كے عذاب كا وقت 4; قوم لوط كے عذاب كى خصوصيات 2،3</w:t>
      </w:r>
    </w:p>
    <w:p w:rsidR="001F628F" w:rsidRDefault="001F628F" w:rsidP="00BB2C87">
      <w:pPr>
        <w:pStyle w:val="libNormal"/>
        <w:rPr>
          <w:rtl/>
        </w:rPr>
      </w:pPr>
      <w:r>
        <w:rPr>
          <w:rFonts w:hint="eastAsia"/>
          <w:rtl/>
        </w:rPr>
        <w:t>گناہ</w:t>
      </w:r>
      <w:r>
        <w:rPr>
          <w:rtl/>
        </w:rPr>
        <w:t xml:space="preserve"> :</w:t>
      </w:r>
      <w:r>
        <w:rPr>
          <w:rFonts w:hint="eastAsia"/>
          <w:rtl/>
        </w:rPr>
        <w:t>گناہ</w:t>
      </w:r>
      <w:r>
        <w:rPr>
          <w:rtl/>
        </w:rPr>
        <w:t xml:space="preserve"> پھيلنے كے اثرات 5;گناہ كے اجتماعى اثرات 5</w:t>
      </w:r>
    </w:p>
    <w:p w:rsidR="001F628F" w:rsidRDefault="001F628F" w:rsidP="00BB2C87">
      <w:pPr>
        <w:pStyle w:val="libNormal"/>
        <w:rPr>
          <w:rtl/>
        </w:rPr>
      </w:pPr>
      <w:r>
        <w:rPr>
          <w:rFonts w:hint="eastAsia"/>
          <w:rtl/>
        </w:rPr>
        <w:t>معاشرہ</w:t>
      </w:r>
      <w:r>
        <w:rPr>
          <w:rtl/>
        </w:rPr>
        <w:t>:</w:t>
      </w:r>
      <w:r>
        <w:rPr>
          <w:rFonts w:hint="eastAsia"/>
          <w:rtl/>
        </w:rPr>
        <w:t>اجتماعى</w:t>
      </w:r>
      <w:r>
        <w:rPr>
          <w:rtl/>
        </w:rPr>
        <w:t xml:space="preserve"> افات كى شناخت 5;بُرے معاشرو</w:t>
      </w:r>
      <w:r w:rsidR="00083993">
        <w:rPr>
          <w:rtl/>
        </w:rPr>
        <w:t xml:space="preserve">ں </w:t>
      </w:r>
      <w:r>
        <w:rPr>
          <w:rtl/>
        </w:rPr>
        <w:t>كى ہلاكت6معاشرو</w:t>
      </w:r>
      <w:r w:rsidR="00083993">
        <w:rPr>
          <w:rtl/>
        </w:rPr>
        <w:t xml:space="preserve">ں </w:t>
      </w:r>
      <w:r>
        <w:rPr>
          <w:rtl/>
        </w:rPr>
        <w:t>كے انحطاط كے عوامل 5 ; معاشرو</w:t>
      </w:r>
      <w:r w:rsidR="00083993">
        <w:rPr>
          <w:rtl/>
        </w:rPr>
        <w:t xml:space="preserve">ں </w:t>
      </w:r>
      <w:r>
        <w:rPr>
          <w:rtl/>
        </w:rPr>
        <w:t>كے انقراض كا سر چشمہ 6</w:t>
      </w:r>
    </w:p>
    <w:p w:rsidR="001F628F" w:rsidRPr="00120F63" w:rsidRDefault="00BB2C87" w:rsidP="00BB2C87">
      <w:pPr>
        <w:pStyle w:val="Heading2Center"/>
        <w:rPr>
          <w:rtl/>
        </w:rPr>
      </w:pPr>
      <w:bookmarkStart w:id="113" w:name="_Toc28081791"/>
      <w:r>
        <w:rPr>
          <w:rFonts w:hint="cs"/>
          <w:rtl/>
        </w:rPr>
        <w:t xml:space="preserve">آیت </w:t>
      </w:r>
      <w:r w:rsidRPr="00120F63">
        <w:rPr>
          <w:rFonts w:hint="cs"/>
          <w:rtl/>
        </w:rPr>
        <w:t>67</w:t>
      </w:r>
      <w:bookmarkEnd w:id="113"/>
    </w:p>
    <w:p w:rsidR="001F628F" w:rsidRDefault="00E260F9" w:rsidP="00BB2C87">
      <w:pPr>
        <w:pStyle w:val="libNormal"/>
        <w:rPr>
          <w:rtl/>
        </w:rPr>
      </w:pPr>
      <w:r w:rsidRPr="00E260F9">
        <w:rPr>
          <w:rStyle w:val="libAlaemChar"/>
          <w:rFonts w:hint="eastAsia"/>
          <w:rtl/>
        </w:rPr>
        <w:t>(</w:t>
      </w:r>
      <w:r w:rsidRPr="00BB2C87">
        <w:rPr>
          <w:rStyle w:val="libAieChar"/>
          <w:rFonts w:hint="eastAsia"/>
          <w:rtl/>
        </w:rPr>
        <w:t>وَجَاء</w:t>
      </w:r>
      <w:r w:rsidRPr="00BB2C87">
        <w:rPr>
          <w:rStyle w:val="libAieChar"/>
          <w:rtl/>
        </w:rPr>
        <w:t xml:space="preserve"> أَهْلُ الْمَدِينَةِ يَسْتَبْشِرُونَ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ادھر شہر والے نئے مہمانو</w:t>
      </w:r>
      <w:r w:rsidR="00083993">
        <w:rPr>
          <w:rtl/>
        </w:rPr>
        <w:t xml:space="preserve">ں </w:t>
      </w:r>
      <w:r>
        <w:rPr>
          <w:rtl/>
        </w:rPr>
        <w:t>كو ديكھ كر خوشيا</w:t>
      </w:r>
      <w:r w:rsidR="00083993">
        <w:rPr>
          <w:rtl/>
        </w:rPr>
        <w:t xml:space="preserve">ں </w:t>
      </w:r>
      <w:r>
        <w:rPr>
          <w:rtl/>
        </w:rPr>
        <w:t>مناتے ہوئے آگئے _</w:t>
      </w:r>
    </w:p>
    <w:p w:rsidR="001F628F" w:rsidRDefault="001F628F" w:rsidP="00BB2C87">
      <w:pPr>
        <w:pStyle w:val="libNormal"/>
        <w:rPr>
          <w:rtl/>
        </w:rPr>
      </w:pPr>
      <w:r>
        <w:rPr>
          <w:rtl/>
        </w:rPr>
        <w:t xml:space="preserve">1_قوم لوط كے لوگ ،حضرت لوط </w:t>
      </w:r>
      <w:r w:rsidR="00367F17" w:rsidRPr="00367F17">
        <w:rPr>
          <w:rStyle w:val="libAlaemChar"/>
          <w:rtl/>
        </w:rPr>
        <w:t xml:space="preserve"> عليه‌السلام </w:t>
      </w:r>
      <w:r>
        <w:rPr>
          <w:rtl/>
        </w:rPr>
        <w:t xml:space="preserve"> كے گھر مہمانو</w:t>
      </w:r>
      <w:r w:rsidR="00083993">
        <w:rPr>
          <w:rtl/>
        </w:rPr>
        <w:t xml:space="preserve">ں </w:t>
      </w:r>
      <w:r>
        <w:rPr>
          <w:rtl/>
        </w:rPr>
        <w:t>كى امد سے اگاہ ہونے كے بعد خوشيا</w:t>
      </w:r>
      <w:r w:rsidR="00083993">
        <w:rPr>
          <w:rtl/>
        </w:rPr>
        <w:t xml:space="preserve">ں </w:t>
      </w:r>
      <w:r>
        <w:rPr>
          <w:rtl/>
        </w:rPr>
        <w:t>مناتے ہوئے اُن كے گھر كى طرف دوڑ پڑے_</w:t>
      </w:r>
      <w:r w:rsidRPr="00BB2C87">
        <w:rPr>
          <w:rStyle w:val="libArabicChar"/>
          <w:rFonts w:hint="eastAsia"/>
          <w:rtl/>
        </w:rPr>
        <w:t>وجاء</w:t>
      </w:r>
      <w:r w:rsidRPr="00BB2C87">
        <w:rPr>
          <w:rStyle w:val="libArabicChar"/>
          <w:rtl/>
        </w:rPr>
        <w:t xml:space="preserve"> ا </w:t>
      </w:r>
      <w:r w:rsidR="00F21947" w:rsidRPr="00B2551F">
        <w:rPr>
          <w:rStyle w:val="libArabicChar"/>
          <w:rFonts w:hint="cs"/>
          <w:rtl/>
        </w:rPr>
        <w:t>ه</w:t>
      </w:r>
      <w:r w:rsidRPr="00BB2C87">
        <w:rPr>
          <w:rStyle w:val="libArabicChar"/>
          <w:rFonts w:hint="cs"/>
          <w:rtl/>
        </w:rPr>
        <w:t>ل</w:t>
      </w:r>
      <w:r w:rsidRPr="00BB2C87">
        <w:rPr>
          <w:rStyle w:val="libArabicChar"/>
          <w:rtl/>
        </w:rPr>
        <w:t xml:space="preserve"> </w:t>
      </w:r>
      <w:r w:rsidRPr="00BB2C87">
        <w:rPr>
          <w:rStyle w:val="libArabicChar"/>
          <w:rFonts w:hint="cs"/>
          <w:rtl/>
        </w:rPr>
        <w:t>المدينة</w:t>
      </w:r>
      <w:r w:rsidRPr="00BB2C87">
        <w:rPr>
          <w:rStyle w:val="libArabicChar"/>
          <w:rtl/>
        </w:rPr>
        <w:t xml:space="preserve"> </w:t>
      </w:r>
      <w:r w:rsidRPr="00BB2C87">
        <w:rPr>
          <w:rStyle w:val="libArabicChar"/>
          <w:rFonts w:hint="cs"/>
          <w:rtl/>
        </w:rPr>
        <w:t>يس</w:t>
      </w:r>
      <w:r w:rsidRPr="00BB2C87">
        <w:rPr>
          <w:rStyle w:val="libArabicChar"/>
          <w:rtl/>
        </w:rPr>
        <w:t>تبشرون</w:t>
      </w:r>
    </w:p>
    <w:p w:rsidR="001F628F" w:rsidRDefault="001F628F" w:rsidP="00BB2C87">
      <w:pPr>
        <w:pStyle w:val="libNormal"/>
        <w:rPr>
          <w:rtl/>
        </w:rPr>
      </w:pPr>
      <w:r>
        <w:rPr>
          <w:rtl/>
        </w:rPr>
        <w:t xml:space="preserve">2_حضرت لوط </w:t>
      </w:r>
      <w:r w:rsidR="00367F17" w:rsidRPr="00367F17">
        <w:rPr>
          <w:rStyle w:val="libAlaemChar"/>
          <w:rtl/>
        </w:rPr>
        <w:t xml:space="preserve"> عليه‌السلام </w:t>
      </w:r>
      <w:r>
        <w:rPr>
          <w:rtl/>
        </w:rPr>
        <w:t xml:space="preserve"> كے زمانے مي</w:t>
      </w:r>
      <w:r w:rsidR="00083993">
        <w:rPr>
          <w:rtl/>
        </w:rPr>
        <w:t xml:space="preserve">ں </w:t>
      </w:r>
      <w:r>
        <w:rPr>
          <w:rtl/>
        </w:rPr>
        <w:t>شہر اور شہرى تمدن كا موجود ہونا _</w:t>
      </w:r>
      <w:r w:rsidRPr="00BB2C87">
        <w:rPr>
          <w:rStyle w:val="libArabicChar"/>
          <w:rFonts w:hint="eastAsia"/>
          <w:rtl/>
        </w:rPr>
        <w:t>وجاء</w:t>
      </w:r>
      <w:r w:rsidRPr="00BB2C87">
        <w:rPr>
          <w:rStyle w:val="libArabicChar"/>
          <w:rtl/>
        </w:rPr>
        <w:t xml:space="preserve"> ا </w:t>
      </w:r>
      <w:r w:rsidR="00F21947" w:rsidRPr="00B2551F">
        <w:rPr>
          <w:rStyle w:val="libArabicChar"/>
          <w:rFonts w:hint="cs"/>
          <w:rtl/>
        </w:rPr>
        <w:t>ه</w:t>
      </w:r>
      <w:r w:rsidRPr="00BB2C87">
        <w:rPr>
          <w:rStyle w:val="libArabicChar"/>
          <w:rFonts w:hint="cs"/>
          <w:rtl/>
        </w:rPr>
        <w:t>ل</w:t>
      </w:r>
      <w:r w:rsidRPr="00BB2C87">
        <w:rPr>
          <w:rStyle w:val="libArabicChar"/>
          <w:rtl/>
        </w:rPr>
        <w:t xml:space="preserve"> </w:t>
      </w:r>
      <w:r w:rsidRPr="00BB2C87">
        <w:rPr>
          <w:rStyle w:val="libArabicChar"/>
          <w:rFonts w:hint="cs"/>
          <w:rtl/>
        </w:rPr>
        <w:t>ا</w:t>
      </w:r>
      <w:r w:rsidRPr="00BB2C87">
        <w:rPr>
          <w:rStyle w:val="libArabicChar"/>
          <w:rtl/>
        </w:rPr>
        <w:t>لمدينة</w:t>
      </w:r>
    </w:p>
    <w:p w:rsidR="001F628F" w:rsidRDefault="001F628F" w:rsidP="00BB2C87">
      <w:pPr>
        <w:pStyle w:val="libNormal"/>
        <w:rPr>
          <w:rtl/>
        </w:rPr>
      </w:pPr>
      <w:r>
        <w:rPr>
          <w:rtl/>
        </w:rPr>
        <w:t>3_قوم لوط ،جنسى انحرافات (لواط اور ہم جنس پرستى ) كو اچھا سمجھتى تھى اور اُن كى طرف بہت شديد رجحان ركھتى تھى _</w:t>
      </w:r>
      <w:r w:rsidRPr="00BB2C87">
        <w:rPr>
          <w:rStyle w:val="libArabicChar"/>
          <w:rFonts w:hint="eastAsia"/>
          <w:rtl/>
        </w:rPr>
        <w:t>وجاء</w:t>
      </w:r>
      <w:r w:rsidRPr="00BB2C87">
        <w:rPr>
          <w:rStyle w:val="libArabicChar"/>
          <w:rtl/>
        </w:rPr>
        <w:t xml:space="preserve"> ا </w:t>
      </w:r>
      <w:r w:rsidR="00F21947" w:rsidRPr="00B2551F">
        <w:rPr>
          <w:rStyle w:val="libArabicChar"/>
          <w:rFonts w:hint="cs"/>
          <w:rtl/>
        </w:rPr>
        <w:t>ه</w:t>
      </w:r>
      <w:r w:rsidRPr="00BB2C87">
        <w:rPr>
          <w:rStyle w:val="libArabicChar"/>
          <w:rFonts w:hint="cs"/>
          <w:rtl/>
        </w:rPr>
        <w:t>ل</w:t>
      </w:r>
      <w:r w:rsidRPr="00BB2C87">
        <w:rPr>
          <w:rStyle w:val="libArabicChar"/>
          <w:rtl/>
        </w:rPr>
        <w:t xml:space="preserve"> </w:t>
      </w:r>
      <w:r w:rsidRPr="00BB2C87">
        <w:rPr>
          <w:rStyle w:val="libArabicChar"/>
          <w:rFonts w:hint="cs"/>
          <w:rtl/>
        </w:rPr>
        <w:t>المدينة</w:t>
      </w:r>
      <w:r w:rsidRPr="00BB2C87">
        <w:rPr>
          <w:rStyle w:val="libArabicChar"/>
          <w:rtl/>
        </w:rPr>
        <w:t xml:space="preserve"> </w:t>
      </w:r>
      <w:r w:rsidRPr="00BB2C87">
        <w:rPr>
          <w:rStyle w:val="libArabicChar"/>
          <w:rFonts w:hint="cs"/>
          <w:rtl/>
        </w:rPr>
        <w:t>يس</w:t>
      </w:r>
      <w:r w:rsidRPr="00BB2C87">
        <w:rPr>
          <w:rStyle w:val="libArabicChar"/>
          <w:rtl/>
        </w:rPr>
        <w:t>تبشرون</w:t>
      </w:r>
    </w:p>
    <w:p w:rsidR="001F628F" w:rsidRDefault="001F628F" w:rsidP="001F628F">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كے مہمانو</w:t>
      </w:r>
      <w:r w:rsidR="00083993">
        <w:rPr>
          <w:rtl/>
        </w:rPr>
        <w:t xml:space="preserve">ں </w:t>
      </w:r>
      <w:r>
        <w:rPr>
          <w:rtl/>
        </w:rPr>
        <w:t>كى امد كا سن كر قوم لوط كا خوشيا</w:t>
      </w:r>
      <w:r w:rsidR="00083993">
        <w:rPr>
          <w:rtl/>
        </w:rPr>
        <w:t xml:space="preserve">ں </w:t>
      </w:r>
      <w:r>
        <w:rPr>
          <w:rtl/>
        </w:rPr>
        <w:t>منانا اور خوشى كا اظہار كرنا ظاہر كرتا ہے كہ وہ لوگ جنسى تجاوز سے خوش ہوتے تھے اور اُسے ايك اچھاعمل جانتے تھے _ياد رہے كہ سورہ ''ھود'' كى ايت 78 نيز بعد والى ايا ت (68،69 ،71) مي</w:t>
      </w:r>
      <w:r w:rsidR="00083993">
        <w:rPr>
          <w:rtl/>
        </w:rPr>
        <w:t xml:space="preserve">ں </w:t>
      </w:r>
      <w:r>
        <w:rPr>
          <w:rtl/>
        </w:rPr>
        <w:t>جو اشارے موجود ہي</w:t>
      </w:r>
      <w:r w:rsidR="00083993">
        <w:rPr>
          <w:rtl/>
        </w:rPr>
        <w:t xml:space="preserve">ں </w:t>
      </w:r>
      <w:r>
        <w:rPr>
          <w:rFonts w:hint="eastAsia"/>
          <w:rtl/>
        </w:rPr>
        <w:t>،ان</w:t>
      </w:r>
      <w:r>
        <w:rPr>
          <w:rtl/>
        </w:rPr>
        <w:t xml:space="preserve"> كے مطابق وہ جنسى انحراف سے الودہ قوم تھي_</w:t>
      </w:r>
    </w:p>
    <w:p w:rsidR="001F628F" w:rsidRDefault="001F628F" w:rsidP="001F628F">
      <w:pPr>
        <w:pStyle w:val="libNormal"/>
        <w:rPr>
          <w:rtl/>
        </w:rPr>
      </w:pPr>
      <w:r>
        <w:rPr>
          <w:rtl/>
        </w:rPr>
        <w:t>4_جنسى انحرافات (لواط اور ہم جنس پرستي)قوم لوط كے درميان رائج اور عام فعل تھا_</w:t>
      </w:r>
    </w:p>
    <w:p w:rsidR="001F628F" w:rsidRDefault="001F628F" w:rsidP="00BB2C87">
      <w:pPr>
        <w:pStyle w:val="libArabic"/>
        <w:rPr>
          <w:rtl/>
        </w:rPr>
      </w:pPr>
      <w:r>
        <w:rPr>
          <w:rFonts w:hint="eastAsia"/>
          <w:rtl/>
        </w:rPr>
        <w:t>وجاء</w:t>
      </w:r>
      <w:r>
        <w:rPr>
          <w:rtl/>
        </w:rPr>
        <w:t xml:space="preserve"> ا </w:t>
      </w:r>
      <w:r w:rsidR="00F21947" w:rsidRPr="00B2551F">
        <w:rPr>
          <w:rFonts w:hint="cs"/>
          <w:rtl/>
        </w:rPr>
        <w:t>ه</w:t>
      </w:r>
      <w:r>
        <w:rPr>
          <w:rFonts w:hint="cs"/>
          <w:rtl/>
        </w:rPr>
        <w:t>ل</w:t>
      </w:r>
      <w:r>
        <w:rPr>
          <w:rtl/>
        </w:rPr>
        <w:t xml:space="preserve"> </w:t>
      </w:r>
      <w:r>
        <w:rPr>
          <w:rFonts w:hint="cs"/>
          <w:rtl/>
        </w:rPr>
        <w:t>المدينة</w:t>
      </w:r>
      <w:r>
        <w:rPr>
          <w:rtl/>
        </w:rPr>
        <w:t xml:space="preserve"> </w:t>
      </w:r>
      <w:r>
        <w:rPr>
          <w:rFonts w:hint="cs"/>
          <w:rtl/>
        </w:rPr>
        <w:t>يست</w:t>
      </w:r>
      <w:r>
        <w:rPr>
          <w:rtl/>
        </w:rPr>
        <w:t>بشرون</w:t>
      </w:r>
    </w:p>
    <w:p w:rsidR="001F628F" w:rsidRDefault="001F628F" w:rsidP="001F628F">
      <w:pPr>
        <w:pStyle w:val="libNormal"/>
        <w:rPr>
          <w:rtl/>
        </w:rPr>
      </w:pPr>
      <w:r w:rsidRPr="00BB2C87">
        <w:rPr>
          <w:rStyle w:val="libArabicChar"/>
          <w:rtl/>
        </w:rPr>
        <w:t xml:space="preserve">'' ا </w:t>
      </w:r>
      <w:r w:rsidR="00F21947" w:rsidRPr="00B2551F">
        <w:rPr>
          <w:rStyle w:val="libArabicChar"/>
          <w:rFonts w:hint="cs"/>
          <w:rtl/>
        </w:rPr>
        <w:t>ه</w:t>
      </w:r>
      <w:r w:rsidRPr="00BB2C87">
        <w:rPr>
          <w:rStyle w:val="libArabicChar"/>
          <w:rFonts w:hint="cs"/>
          <w:rtl/>
        </w:rPr>
        <w:t>ل</w:t>
      </w:r>
      <w:r w:rsidRPr="00BB2C87">
        <w:rPr>
          <w:rStyle w:val="libArabicChar"/>
          <w:rtl/>
        </w:rPr>
        <w:t xml:space="preserve"> </w:t>
      </w:r>
      <w:r w:rsidRPr="00BB2C87">
        <w:rPr>
          <w:rStyle w:val="libArabicChar"/>
          <w:rFonts w:hint="cs"/>
          <w:rtl/>
        </w:rPr>
        <w:t>المدينة</w:t>
      </w:r>
      <w:r w:rsidRPr="00BB2C87">
        <w:rPr>
          <w:rStyle w:val="libArabicChar"/>
          <w:rtl/>
        </w:rPr>
        <w:t xml:space="preserve"> ''</w:t>
      </w:r>
      <w:r>
        <w:rPr>
          <w:rtl/>
        </w:rPr>
        <w:t>كے انے كى تصريح كہ جو سب لوگو</w:t>
      </w:r>
      <w:r w:rsidR="00083993">
        <w:rPr>
          <w:rtl/>
        </w:rPr>
        <w:t xml:space="preserve">ں </w:t>
      </w:r>
      <w:r>
        <w:rPr>
          <w:rtl/>
        </w:rPr>
        <w:t>كو شامل ہے سے مذكورہ بالا نكتہ اخذ ہوتا ہے _</w:t>
      </w:r>
    </w:p>
    <w:p w:rsidR="001F628F" w:rsidRDefault="001E7F9D" w:rsidP="00F73EDE">
      <w:pPr>
        <w:pStyle w:val="libPoemTini"/>
        <w:rPr>
          <w:rtl/>
        </w:rPr>
      </w:pPr>
      <w:r>
        <w:rPr>
          <w:rtl/>
        </w:rPr>
        <w:br w:type="page"/>
      </w:r>
    </w:p>
    <w:p w:rsidR="001F628F" w:rsidRDefault="001F628F" w:rsidP="00BB2C87">
      <w:pPr>
        <w:pStyle w:val="libNormal"/>
        <w:rPr>
          <w:rtl/>
        </w:rPr>
      </w:pPr>
      <w:r>
        <w:rPr>
          <w:rFonts w:hint="eastAsia"/>
          <w:rtl/>
        </w:rPr>
        <w:lastRenderedPageBreak/>
        <w:t>تمدن</w:t>
      </w:r>
      <w:r>
        <w:rPr>
          <w:rtl/>
        </w:rPr>
        <w:t xml:space="preserve"> :</w:t>
      </w:r>
      <w:r>
        <w:rPr>
          <w:rFonts w:hint="eastAsia"/>
          <w:rtl/>
        </w:rPr>
        <w:t>تاريخ</w:t>
      </w:r>
      <w:r>
        <w:rPr>
          <w:rtl/>
        </w:rPr>
        <w:t xml:space="preserve"> تمدن 2</w:t>
      </w:r>
    </w:p>
    <w:p w:rsidR="001F628F" w:rsidRDefault="001F628F" w:rsidP="00BB2C87">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كا قصہ 1;حضرت لوط </w:t>
      </w:r>
      <w:r w:rsidR="00367F17" w:rsidRPr="00367F17">
        <w:rPr>
          <w:rStyle w:val="libAlaemChar"/>
          <w:rtl/>
        </w:rPr>
        <w:t xml:space="preserve"> عليه‌السلام </w:t>
      </w:r>
      <w:r>
        <w:rPr>
          <w:rtl/>
        </w:rPr>
        <w:t xml:space="preserve"> كے دوران كا تمدن 2;حضرت لوط ے دوران كى شہر ى زندگي2</w:t>
      </w:r>
    </w:p>
    <w:p w:rsidR="001F628F" w:rsidRDefault="001F628F" w:rsidP="00BB2C87">
      <w:pPr>
        <w:pStyle w:val="libNormal"/>
        <w:rPr>
          <w:rtl/>
        </w:rPr>
      </w:pPr>
      <w:r>
        <w:rPr>
          <w:rFonts w:hint="eastAsia"/>
          <w:rtl/>
        </w:rPr>
        <w:t>قوم</w:t>
      </w:r>
      <w:r>
        <w:rPr>
          <w:rtl/>
        </w:rPr>
        <w:t xml:space="preserve"> لوط :</w:t>
      </w:r>
      <w:r>
        <w:rPr>
          <w:rFonts w:hint="eastAsia"/>
          <w:rtl/>
        </w:rPr>
        <w:t>قوم</w:t>
      </w:r>
      <w:r>
        <w:rPr>
          <w:rtl/>
        </w:rPr>
        <w:t xml:space="preserve"> لوط اورملائكہ 1;قوم لوط كا جنسى انحراف 3 ، 4 ; قوم لوط كى بصيرت 3 ; قوم لوط كى تاريخ 3 ،4;قوم لوط كى خوشي1;قوم لوط كے رجحانات 3; قوم لوط اور حضرت لوط </w:t>
      </w:r>
      <w:r w:rsidR="00367F17" w:rsidRPr="00367F17">
        <w:rPr>
          <w:rStyle w:val="libAlaemChar"/>
          <w:rtl/>
        </w:rPr>
        <w:t xml:space="preserve"> عليه‌السلام </w:t>
      </w:r>
      <w:r>
        <w:rPr>
          <w:rtl/>
        </w:rPr>
        <w:t xml:space="preserve"> كے مہمان 1;قوم لوط مي</w:t>
      </w:r>
      <w:r w:rsidR="00083993">
        <w:rPr>
          <w:rtl/>
        </w:rPr>
        <w:t xml:space="preserve">ں </w:t>
      </w:r>
      <w:r>
        <w:rPr>
          <w:rtl/>
        </w:rPr>
        <w:t>لواط 3، 4 ; قوم لوط مي</w:t>
      </w:r>
      <w:r w:rsidR="00083993">
        <w:rPr>
          <w:rtl/>
        </w:rPr>
        <w:t xml:space="preserve">ں </w:t>
      </w:r>
      <w:r>
        <w:rPr>
          <w:rtl/>
        </w:rPr>
        <w:t>ہم جنس پرستى 3،4</w:t>
      </w:r>
    </w:p>
    <w:p w:rsidR="001F628F" w:rsidRPr="00120F63" w:rsidRDefault="00BB2C87" w:rsidP="00BB2C87">
      <w:pPr>
        <w:pStyle w:val="Heading2Center"/>
        <w:rPr>
          <w:rtl/>
        </w:rPr>
      </w:pPr>
      <w:bookmarkStart w:id="114" w:name="_Toc28081792"/>
      <w:r>
        <w:rPr>
          <w:rFonts w:hint="cs"/>
          <w:rtl/>
        </w:rPr>
        <w:t xml:space="preserve">آیت </w:t>
      </w:r>
      <w:r w:rsidRPr="00120F63">
        <w:rPr>
          <w:rFonts w:hint="cs"/>
          <w:rtl/>
        </w:rPr>
        <w:t>68</w:t>
      </w:r>
      <w:bookmarkEnd w:id="114"/>
    </w:p>
    <w:p w:rsidR="001F628F" w:rsidRDefault="00E260F9" w:rsidP="00BB2C87">
      <w:pPr>
        <w:pStyle w:val="libNormal"/>
        <w:rPr>
          <w:rtl/>
        </w:rPr>
      </w:pPr>
      <w:r w:rsidRPr="00E260F9">
        <w:rPr>
          <w:rStyle w:val="libAlaemChar"/>
          <w:rFonts w:hint="eastAsia"/>
          <w:rtl/>
        </w:rPr>
        <w:t>(</w:t>
      </w:r>
      <w:r w:rsidRPr="00BB2C87">
        <w:rPr>
          <w:rStyle w:val="libAieChar"/>
          <w:rFonts w:hint="eastAsia"/>
          <w:rtl/>
        </w:rPr>
        <w:t>قَالَ</w:t>
      </w:r>
      <w:r w:rsidRPr="00BB2C87">
        <w:rPr>
          <w:rStyle w:val="libAieChar"/>
          <w:rtl/>
        </w:rPr>
        <w:t xml:space="preserve"> إِنَّ هَؤُلاء ضَيْفِي فَلاَ تَفْضَحُونِ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لوط</w:t>
      </w:r>
      <w:r>
        <w:rPr>
          <w:rtl/>
        </w:rPr>
        <w:t xml:space="preserve"> نے كہا كہ يہ ہمارے مہمان ہي</w:t>
      </w:r>
      <w:r w:rsidR="00083993">
        <w:rPr>
          <w:rtl/>
        </w:rPr>
        <w:t xml:space="preserve">ں </w:t>
      </w:r>
      <w:r>
        <w:rPr>
          <w:rtl/>
        </w:rPr>
        <w:t>خبردار ہمي</w:t>
      </w:r>
      <w:r w:rsidR="00083993">
        <w:rPr>
          <w:rtl/>
        </w:rPr>
        <w:t xml:space="preserve">ں </w:t>
      </w:r>
      <w:r>
        <w:rPr>
          <w:rtl/>
        </w:rPr>
        <w:t>بدنام نہ كرنا_</w:t>
      </w:r>
    </w:p>
    <w:p w:rsidR="001F628F" w:rsidRDefault="001F628F" w:rsidP="00D11EA1">
      <w:pPr>
        <w:pStyle w:val="libNormal"/>
        <w:rPr>
          <w:rtl/>
        </w:rPr>
      </w:pPr>
      <w:r>
        <w:rPr>
          <w:rtl/>
        </w:rPr>
        <w:t xml:space="preserve">1_حضرت لوط </w:t>
      </w:r>
      <w:r w:rsidR="00367F17" w:rsidRPr="00367F17">
        <w:rPr>
          <w:rStyle w:val="libAlaemChar"/>
          <w:rtl/>
        </w:rPr>
        <w:t xml:space="preserve"> عليه‌السلام </w:t>
      </w:r>
      <w:r>
        <w:rPr>
          <w:rtl/>
        </w:rPr>
        <w:t xml:space="preserve"> نے اپنى قوم كى طرف سے اپنے مہمانو</w:t>
      </w:r>
      <w:r w:rsidR="00083993">
        <w:rPr>
          <w:rtl/>
        </w:rPr>
        <w:t xml:space="preserve">ں </w:t>
      </w:r>
      <w:r>
        <w:rPr>
          <w:rtl/>
        </w:rPr>
        <w:t>كو خطرے مي</w:t>
      </w:r>
      <w:r w:rsidR="00083993">
        <w:rPr>
          <w:rtl/>
        </w:rPr>
        <w:t xml:space="preserve">ں </w:t>
      </w:r>
      <w:r>
        <w:rPr>
          <w:rtl/>
        </w:rPr>
        <w:t>ديكھ كر اُنہي</w:t>
      </w:r>
      <w:r w:rsidR="00083993">
        <w:rPr>
          <w:rtl/>
        </w:rPr>
        <w:t xml:space="preserve">ں </w:t>
      </w:r>
      <w:r>
        <w:rPr>
          <w:rtl/>
        </w:rPr>
        <w:t>اپنے مہمانو</w:t>
      </w:r>
      <w:r w:rsidR="00083993">
        <w:rPr>
          <w:rtl/>
        </w:rPr>
        <w:t xml:space="preserve">ں </w:t>
      </w:r>
      <w:r>
        <w:rPr>
          <w:rtl/>
        </w:rPr>
        <w:t>كوہر قسم كا ضرر پہنچانے سے روكا_</w:t>
      </w:r>
      <w:r w:rsidRPr="00D11EA1">
        <w:rPr>
          <w:rStyle w:val="libArabicChar"/>
          <w:rFonts w:hint="eastAsia"/>
          <w:rtl/>
        </w:rPr>
        <w:t>وجاء</w:t>
      </w:r>
      <w:r w:rsidRPr="00D11EA1">
        <w:rPr>
          <w:rStyle w:val="libArabicChar"/>
          <w:rtl/>
        </w:rPr>
        <w:t xml:space="preserve"> ا </w:t>
      </w:r>
      <w:r w:rsidR="00F21947" w:rsidRPr="00B2551F">
        <w:rPr>
          <w:rStyle w:val="libArabicChar"/>
          <w:rFonts w:hint="cs"/>
          <w:rtl/>
        </w:rPr>
        <w:t>ه</w:t>
      </w:r>
      <w:r w:rsidRPr="00D11EA1">
        <w:rPr>
          <w:rStyle w:val="libArabicChar"/>
          <w:rFonts w:hint="cs"/>
          <w:rtl/>
        </w:rPr>
        <w:t>ل</w:t>
      </w:r>
      <w:r w:rsidRPr="00D11EA1">
        <w:rPr>
          <w:rStyle w:val="libArabicChar"/>
          <w:rtl/>
        </w:rPr>
        <w:t xml:space="preserve"> </w:t>
      </w:r>
      <w:r w:rsidRPr="00D11EA1">
        <w:rPr>
          <w:rStyle w:val="libArabicChar"/>
          <w:rFonts w:hint="cs"/>
          <w:rtl/>
        </w:rPr>
        <w:t>المدينة</w:t>
      </w:r>
      <w:r w:rsidRPr="00D11EA1">
        <w:rPr>
          <w:rStyle w:val="libArabicChar"/>
          <w:rtl/>
        </w:rPr>
        <w:t xml:space="preserve"> </w:t>
      </w:r>
      <w:r w:rsidRPr="00D11EA1">
        <w:rPr>
          <w:rStyle w:val="libArabicChar"/>
          <w:rFonts w:hint="cs"/>
          <w:rtl/>
        </w:rPr>
        <w:t>يستبشرون</w:t>
      </w:r>
      <w:r w:rsidRPr="00D11EA1">
        <w:rPr>
          <w:rStyle w:val="libArabicChar"/>
          <w:rtl/>
        </w:rPr>
        <w:t>_</w:t>
      </w:r>
      <w:r w:rsidRPr="00D11EA1">
        <w:rPr>
          <w:rStyle w:val="libArabicChar"/>
          <w:rFonts w:hint="cs"/>
          <w:rtl/>
        </w:rPr>
        <w:t>قال</w:t>
      </w:r>
      <w:r w:rsidRPr="00D11EA1">
        <w:rPr>
          <w:rStyle w:val="libArabicChar"/>
          <w:rtl/>
        </w:rPr>
        <w:t xml:space="preserve"> </w:t>
      </w:r>
      <w:r w:rsidRPr="00D11EA1">
        <w:rPr>
          <w:rStyle w:val="libArabicChar"/>
          <w:rFonts w:hint="cs"/>
          <w:rtl/>
        </w:rPr>
        <w:t>ان</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ضيفى</w:t>
      </w:r>
      <w:r w:rsidRPr="00D11EA1">
        <w:rPr>
          <w:rStyle w:val="libArabicChar"/>
          <w:rtl/>
        </w:rPr>
        <w:t xml:space="preserve"> </w:t>
      </w:r>
      <w:r w:rsidRPr="00D11EA1">
        <w:rPr>
          <w:rStyle w:val="libArabicChar"/>
          <w:rFonts w:hint="cs"/>
          <w:rtl/>
        </w:rPr>
        <w:t>فلا</w:t>
      </w:r>
      <w:r w:rsidRPr="00D11EA1">
        <w:rPr>
          <w:rStyle w:val="libArabicChar"/>
          <w:rtl/>
        </w:rPr>
        <w:t xml:space="preserve"> تفضحون</w:t>
      </w:r>
    </w:p>
    <w:p w:rsidR="001F628F" w:rsidRDefault="001F628F" w:rsidP="00D11EA1">
      <w:pPr>
        <w:pStyle w:val="libNormal"/>
        <w:rPr>
          <w:rtl/>
        </w:rPr>
      </w:pPr>
      <w:r>
        <w:rPr>
          <w:rtl/>
        </w:rPr>
        <w:t>2_ہر قسم كے خطرے اور تجاوز سے مہمانو</w:t>
      </w:r>
      <w:r w:rsidR="00083993">
        <w:rPr>
          <w:rtl/>
        </w:rPr>
        <w:t xml:space="preserve">ں </w:t>
      </w:r>
      <w:r>
        <w:rPr>
          <w:rtl/>
        </w:rPr>
        <w:t>كى حفاظت كرنا اور اُن كى حرمت كا خيال ركھنا ايك ضرورى اور لازمى امر ہے_</w:t>
      </w:r>
      <w:r w:rsidRPr="00D11EA1">
        <w:rPr>
          <w:rStyle w:val="libArabicChar"/>
          <w:rFonts w:hint="eastAsia"/>
          <w:rtl/>
        </w:rPr>
        <w:t>قال</w:t>
      </w:r>
      <w:r w:rsidRPr="00D11EA1">
        <w:rPr>
          <w:rStyle w:val="libArabicChar"/>
          <w:rtl/>
        </w:rPr>
        <w:t xml:space="preserve"> ان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ضيفى</w:t>
      </w:r>
      <w:r w:rsidRPr="00D11EA1">
        <w:rPr>
          <w:rStyle w:val="libArabicChar"/>
          <w:rtl/>
        </w:rPr>
        <w:t xml:space="preserve"> </w:t>
      </w:r>
      <w:r w:rsidRPr="00D11EA1">
        <w:rPr>
          <w:rStyle w:val="libArabicChar"/>
          <w:rFonts w:hint="cs"/>
          <w:rtl/>
        </w:rPr>
        <w:t>فلا</w:t>
      </w:r>
      <w:r w:rsidRPr="00D11EA1">
        <w:rPr>
          <w:rStyle w:val="libArabicChar"/>
          <w:rtl/>
        </w:rPr>
        <w:t xml:space="preserve"> تفضحون</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نے اپنى قوم كواپنے مہمانو</w:t>
      </w:r>
      <w:r w:rsidR="00083993">
        <w:rPr>
          <w:rtl/>
        </w:rPr>
        <w:t xml:space="preserve">ں </w:t>
      </w:r>
      <w:r>
        <w:rPr>
          <w:rtl/>
        </w:rPr>
        <w:t>كو ضرر پہنچانے سے روكنے كے لئے اُن كے مہمان ہونے كى ياد دہانى كرائي _اس سے مذكورہ بالا مطلب اخذكيا جا سكتا ہے_</w:t>
      </w:r>
    </w:p>
    <w:p w:rsidR="001F628F" w:rsidRDefault="001F628F" w:rsidP="001F628F">
      <w:pPr>
        <w:pStyle w:val="libNormal"/>
        <w:rPr>
          <w:rtl/>
        </w:rPr>
      </w:pPr>
      <w:r>
        <w:rPr>
          <w:rtl/>
        </w:rPr>
        <w:t>3_مہمان كااحترام اور اُس كى حرمت كا خيال ركھنا ،قوم لوط كے درميان رائج رسوم مي</w:t>
      </w:r>
      <w:r w:rsidR="00083993">
        <w:rPr>
          <w:rtl/>
        </w:rPr>
        <w:t xml:space="preserve">ں </w:t>
      </w:r>
      <w:r>
        <w:rPr>
          <w:rtl/>
        </w:rPr>
        <w:t>سے تھا_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w:t>
      </w:r>
      <w:r>
        <w:rPr>
          <w:rtl/>
        </w:rPr>
        <w:t>فضحون</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نے اپنے مہمانو</w:t>
      </w:r>
      <w:r w:rsidR="00083993">
        <w:rPr>
          <w:rtl/>
        </w:rPr>
        <w:t xml:space="preserve">ں </w:t>
      </w:r>
      <w:r>
        <w:rPr>
          <w:rtl/>
        </w:rPr>
        <w:t>پر لوگو</w:t>
      </w:r>
      <w:r w:rsidR="00083993">
        <w:rPr>
          <w:rtl/>
        </w:rPr>
        <w:t xml:space="preserve">ں </w:t>
      </w:r>
      <w:r>
        <w:rPr>
          <w:rtl/>
        </w:rPr>
        <w:t>كے تجاوز كو روكنے كے لئے اُنہي</w:t>
      </w:r>
      <w:r w:rsidR="00083993">
        <w:rPr>
          <w:rtl/>
        </w:rPr>
        <w:t xml:space="preserve">ں </w:t>
      </w:r>
      <w:r>
        <w:rPr>
          <w:rtl/>
        </w:rPr>
        <w:t>''مہمانو</w:t>
      </w:r>
      <w:r w:rsidR="00083993">
        <w:rPr>
          <w:rtl/>
        </w:rPr>
        <w:t xml:space="preserve">ں </w:t>
      </w:r>
      <w:r>
        <w:rPr>
          <w:rtl/>
        </w:rPr>
        <w:t>'' كے عنوان سے پكارا ہے اس سے يہ نكتہ اخذ ہوتا ہے كہ وہ لوگ مہمانو</w:t>
      </w:r>
      <w:r w:rsidR="00083993">
        <w:rPr>
          <w:rtl/>
        </w:rPr>
        <w:t xml:space="preserve">ں </w:t>
      </w:r>
      <w:r>
        <w:rPr>
          <w:rtl/>
        </w:rPr>
        <w:t>كے احترام كى رسم سے اشنا تھے_</w:t>
      </w:r>
    </w:p>
    <w:p w:rsidR="001F628F" w:rsidRDefault="001F628F" w:rsidP="001F628F">
      <w:pPr>
        <w:pStyle w:val="libNormal"/>
        <w:rPr>
          <w:rtl/>
        </w:rPr>
      </w:pPr>
      <w:r>
        <w:rPr>
          <w:rtl/>
        </w:rPr>
        <w:t>4_مہان كى بے حرمتى اور اہانت ،درحقيقت ميزبان كى بے حرمتى و اہانت ہے_</w:t>
      </w:r>
    </w:p>
    <w:p w:rsidR="00D11EA1" w:rsidRDefault="00D11EA1"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فلا تفضحون</w:t>
      </w:r>
    </w:p>
    <w:p w:rsidR="00D11EA1" w:rsidRDefault="00D11EA1"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كاجملہ'' فلا تفضحون'' (يعنى مجھے شرمندہ نہ كرو)كے ذريعے اپنى قوم سے اپنے مہمانوں كى ہتك حرمت سے پرہيز كرنے كى درخواست كرنا،مذكورہ نكتے كى طرف اشارہ ہے_</w:t>
      </w:r>
    </w:p>
    <w:p w:rsidR="00D11EA1" w:rsidRDefault="001E7F9D" w:rsidP="00F73EDE">
      <w:pPr>
        <w:pStyle w:val="libPoemTini"/>
        <w:rPr>
          <w:rtl/>
        </w:rPr>
      </w:pPr>
      <w:r>
        <w:rPr>
          <w:rtl/>
        </w:rPr>
        <w:br w:type="page"/>
      </w:r>
    </w:p>
    <w:p w:rsidR="001F628F" w:rsidRDefault="001F628F" w:rsidP="001F628F">
      <w:pPr>
        <w:pStyle w:val="libNormal"/>
        <w:rPr>
          <w:rtl/>
        </w:rPr>
      </w:pPr>
      <w:r>
        <w:rPr>
          <w:rtl/>
        </w:rPr>
        <w:lastRenderedPageBreak/>
        <w:t xml:space="preserve">5_قوم لوط كاحضرت لوط </w:t>
      </w:r>
      <w:r w:rsidR="00367F17" w:rsidRPr="00367F17">
        <w:rPr>
          <w:rStyle w:val="libAlaemChar"/>
          <w:rtl/>
        </w:rPr>
        <w:t xml:space="preserve"> عليه‌السلام </w:t>
      </w:r>
      <w:r>
        <w:rPr>
          <w:rtl/>
        </w:rPr>
        <w:t xml:space="preserve"> كے مہمانو</w:t>
      </w:r>
      <w:r w:rsidR="00083993">
        <w:rPr>
          <w:rtl/>
        </w:rPr>
        <w:t xml:space="preserve">ں </w:t>
      </w:r>
      <w:r>
        <w:rPr>
          <w:rtl/>
        </w:rPr>
        <w:t>كے ساتھ رويہّ ، توہين اميزاور بے عزتى پر مبنى تھا_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تفضحون</w:t>
      </w:r>
    </w:p>
    <w:p w:rsidR="001F628F" w:rsidRDefault="001F628F" w:rsidP="001F628F">
      <w:pPr>
        <w:pStyle w:val="libNormal"/>
        <w:rPr>
          <w:rtl/>
        </w:rPr>
      </w:pPr>
      <w:r>
        <w:rPr>
          <w:rtl/>
        </w:rPr>
        <w:t>6_دوسرو</w:t>
      </w:r>
      <w:r w:rsidR="00083993">
        <w:rPr>
          <w:rtl/>
        </w:rPr>
        <w:t xml:space="preserve">ں </w:t>
      </w:r>
      <w:r>
        <w:rPr>
          <w:rtl/>
        </w:rPr>
        <w:t>كے مہمانو</w:t>
      </w:r>
      <w:r w:rsidR="00083993">
        <w:rPr>
          <w:rtl/>
        </w:rPr>
        <w:t xml:space="preserve">ں </w:t>
      </w:r>
      <w:r>
        <w:rPr>
          <w:rtl/>
        </w:rPr>
        <w:t>كے ساتھ بے احترامى كا رويہ اختيار كرنا، ايك ناپسنديدہ اور ممنوع فعل ہے_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تفضحون</w:t>
      </w:r>
    </w:p>
    <w:p w:rsidR="001F628F" w:rsidRDefault="001F628F" w:rsidP="00D11EA1">
      <w:pPr>
        <w:pStyle w:val="libNormal"/>
        <w:rPr>
          <w:rtl/>
        </w:rPr>
      </w:pPr>
      <w:r>
        <w:rPr>
          <w:rtl/>
        </w:rPr>
        <w:t xml:space="preserve">7_حضرت لوط </w:t>
      </w:r>
      <w:r w:rsidR="00367F17" w:rsidRPr="00367F17">
        <w:rPr>
          <w:rStyle w:val="libAlaemChar"/>
          <w:rtl/>
        </w:rPr>
        <w:t xml:space="preserve"> عليه‌السلام </w:t>
      </w:r>
      <w:r>
        <w:rPr>
          <w:rtl/>
        </w:rPr>
        <w:t xml:space="preserve"> اپنے مہمانو</w:t>
      </w:r>
      <w:r w:rsidR="00083993">
        <w:rPr>
          <w:rtl/>
        </w:rPr>
        <w:t xml:space="preserve">ں </w:t>
      </w:r>
      <w:r>
        <w:rPr>
          <w:rtl/>
        </w:rPr>
        <w:t>كے بارے مي</w:t>
      </w:r>
      <w:r w:rsidR="00083993">
        <w:rPr>
          <w:rtl/>
        </w:rPr>
        <w:t xml:space="preserve">ں </w:t>
      </w:r>
      <w:r>
        <w:rPr>
          <w:rtl/>
        </w:rPr>
        <w:t>اپنى قوم كى بُرى نيت اور تجاوز كے ارادے سے اگاہ تھے جس كى وجہ سے وہ بہت زيادہ پريشان تھے_</w:t>
      </w:r>
      <w:r w:rsidRPr="00D11EA1">
        <w:rPr>
          <w:rStyle w:val="libArabicChar"/>
          <w:rFonts w:hint="eastAsia"/>
          <w:rtl/>
        </w:rPr>
        <w:t>قال</w:t>
      </w:r>
      <w:r w:rsidRPr="00D11EA1">
        <w:rPr>
          <w:rStyle w:val="libArabicChar"/>
          <w:rtl/>
        </w:rPr>
        <w:t xml:space="preserve"> ان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ضيفى</w:t>
      </w:r>
      <w:r w:rsidRPr="00D11EA1">
        <w:rPr>
          <w:rStyle w:val="libArabicChar"/>
          <w:rtl/>
        </w:rPr>
        <w:t xml:space="preserve"> </w:t>
      </w:r>
      <w:r w:rsidRPr="00D11EA1">
        <w:rPr>
          <w:rStyle w:val="libArabicChar"/>
          <w:rFonts w:hint="cs"/>
          <w:rtl/>
        </w:rPr>
        <w:t>فلا</w:t>
      </w:r>
      <w:r w:rsidRPr="00D11EA1">
        <w:rPr>
          <w:rStyle w:val="libArabicChar"/>
          <w:rtl/>
        </w:rPr>
        <w:t xml:space="preserve"> تفضحون</w:t>
      </w:r>
    </w:p>
    <w:p w:rsidR="001F628F" w:rsidRDefault="001F628F" w:rsidP="001F628F">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كے گھر پر لوگو</w:t>
      </w:r>
      <w:r w:rsidR="00083993">
        <w:rPr>
          <w:rtl/>
        </w:rPr>
        <w:t xml:space="preserve">ں </w:t>
      </w:r>
      <w:r>
        <w:rPr>
          <w:rtl/>
        </w:rPr>
        <w:t xml:space="preserve">كے اكٹھے ہوجانے كے بعد حضرت كا اُن كو بغير كسى وضاحت كے ،شرم اور فعل ا نجام دينے سے روكنا، اس نكتے كى حكايت كرتا ہے كہ حضرت لوط </w:t>
      </w:r>
      <w:r w:rsidR="00367F17" w:rsidRPr="00367F17">
        <w:rPr>
          <w:rStyle w:val="libAlaemChar"/>
          <w:rtl/>
        </w:rPr>
        <w:t xml:space="preserve"> عليه‌السلام </w:t>
      </w:r>
      <w:r>
        <w:rPr>
          <w:rtl/>
        </w:rPr>
        <w:t xml:space="preserve"> اُن كے قصد وارادے سے باخبر تھے_</w:t>
      </w:r>
    </w:p>
    <w:p w:rsidR="001F628F" w:rsidRDefault="001F628F" w:rsidP="001F628F">
      <w:pPr>
        <w:pStyle w:val="libNormal"/>
        <w:rPr>
          <w:rtl/>
        </w:rPr>
      </w:pPr>
      <w:r>
        <w:rPr>
          <w:rtl/>
        </w:rPr>
        <w:t>8_لواط اور ہم جنس پرستى جيسا شنيع اور ناپسنديدہ فعل ، رسوائي اور شرمسارى كا باعث ہے_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تفضحون</w:t>
      </w:r>
    </w:p>
    <w:p w:rsidR="001F628F" w:rsidRDefault="001F628F" w:rsidP="001F628F">
      <w:pPr>
        <w:pStyle w:val="libNormal"/>
        <w:rPr>
          <w:rtl/>
        </w:rPr>
      </w:pPr>
      <w:r>
        <w:rPr>
          <w:rtl/>
        </w:rPr>
        <w:t xml:space="preserve">9_حضرت لوط </w:t>
      </w:r>
      <w:r w:rsidR="00367F17" w:rsidRPr="00367F17">
        <w:rPr>
          <w:rStyle w:val="libAlaemChar"/>
          <w:rtl/>
        </w:rPr>
        <w:t xml:space="preserve"> عليه‌السلام </w:t>
      </w:r>
      <w:r>
        <w:rPr>
          <w:rtl/>
        </w:rPr>
        <w:t xml:space="preserve"> اپنى قوم كى جانب سے بُرے ارادے كے ظاہرہونے تك فرشتو</w:t>
      </w:r>
      <w:r w:rsidR="00083993">
        <w:rPr>
          <w:rtl/>
        </w:rPr>
        <w:t xml:space="preserve">ں </w:t>
      </w:r>
      <w:r>
        <w:rPr>
          <w:rtl/>
        </w:rPr>
        <w:t>سے نااگاہ تھے_</w:t>
      </w:r>
    </w:p>
    <w:p w:rsidR="001F628F" w:rsidRDefault="001F628F" w:rsidP="00D11EA1">
      <w:pPr>
        <w:pStyle w:val="libArabic"/>
        <w:rPr>
          <w:rtl/>
        </w:rPr>
      </w:pPr>
      <w:r>
        <w:rPr>
          <w:rFonts w:hint="eastAsia"/>
          <w:rtl/>
        </w:rPr>
        <w:t>وجاء</w:t>
      </w:r>
      <w:r>
        <w:rPr>
          <w:rtl/>
        </w:rPr>
        <w:t xml:space="preserve"> ا </w:t>
      </w:r>
      <w:r w:rsidR="00F21947" w:rsidRPr="00B2551F">
        <w:rPr>
          <w:rFonts w:hint="cs"/>
          <w:rtl/>
        </w:rPr>
        <w:t>ه</w:t>
      </w:r>
      <w:r>
        <w:rPr>
          <w:rFonts w:hint="cs"/>
          <w:rtl/>
        </w:rPr>
        <w:t>ل</w:t>
      </w:r>
      <w:r>
        <w:rPr>
          <w:rtl/>
        </w:rPr>
        <w:t xml:space="preserve"> </w:t>
      </w:r>
      <w:r>
        <w:rPr>
          <w:rFonts w:hint="cs"/>
          <w:rtl/>
        </w:rPr>
        <w:t>المدينة</w:t>
      </w:r>
      <w:r>
        <w:rPr>
          <w:rtl/>
        </w:rPr>
        <w:t xml:space="preserve"> </w:t>
      </w:r>
      <w:r>
        <w:rPr>
          <w:rFonts w:hint="cs"/>
          <w:rtl/>
        </w:rPr>
        <w:t>يستبشرون</w:t>
      </w:r>
      <w:r>
        <w:rPr>
          <w:rtl/>
        </w:rPr>
        <w:t>_</w:t>
      </w:r>
      <w:r>
        <w:rPr>
          <w:rFonts w:hint="cs"/>
          <w:rtl/>
        </w:rPr>
        <w:t>قال</w:t>
      </w:r>
      <w:r>
        <w:rPr>
          <w:rtl/>
        </w:rPr>
        <w:t xml:space="preserve"> </w:t>
      </w:r>
      <w:r>
        <w:rPr>
          <w:rFonts w:hint="cs"/>
          <w:rtl/>
        </w:rPr>
        <w:t>ان</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تفضحون</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نے اپنى قوم كى جانب سے مہمانو</w:t>
      </w:r>
      <w:r w:rsidR="00083993">
        <w:rPr>
          <w:rtl/>
        </w:rPr>
        <w:t xml:space="preserve">ں </w:t>
      </w:r>
      <w:r>
        <w:rPr>
          <w:rtl/>
        </w:rPr>
        <w:t>كے ساتھ زيادتى كا خطرہ محسوس كرتے ہى پريشانى كے عالم مي</w:t>
      </w:r>
      <w:r w:rsidR="00083993">
        <w:rPr>
          <w:rtl/>
        </w:rPr>
        <w:t xml:space="preserve">ں </w:t>
      </w:r>
      <w:r>
        <w:rPr>
          <w:rtl/>
        </w:rPr>
        <w:t>فرشتو</w:t>
      </w:r>
      <w:r w:rsidR="00083993">
        <w:rPr>
          <w:rtl/>
        </w:rPr>
        <w:t xml:space="preserve">ں </w:t>
      </w:r>
      <w:r>
        <w:rPr>
          <w:rtl/>
        </w:rPr>
        <w:t xml:space="preserve">كو مہمان كے طور پر متعارف كرايا ہے _اس سے ظاہر ہوتا ہے اپ </w:t>
      </w:r>
      <w:r w:rsidR="00367F17" w:rsidRPr="00367F17">
        <w:rPr>
          <w:rStyle w:val="libAlaemChar"/>
          <w:rtl/>
        </w:rPr>
        <w:t xml:space="preserve"> عليه‌السلام </w:t>
      </w:r>
      <w:r>
        <w:rPr>
          <w:rtl/>
        </w:rPr>
        <w:t xml:space="preserve"> اس وقت تك فرشتو</w:t>
      </w:r>
      <w:r w:rsidR="00083993">
        <w:rPr>
          <w:rtl/>
        </w:rPr>
        <w:t xml:space="preserve">ں </w:t>
      </w:r>
      <w:r>
        <w:rPr>
          <w:rtl/>
        </w:rPr>
        <w:t>كو نہي</w:t>
      </w:r>
      <w:r w:rsidR="00083993">
        <w:rPr>
          <w:rtl/>
        </w:rPr>
        <w:t xml:space="preserve">ں </w:t>
      </w:r>
      <w:r>
        <w:rPr>
          <w:rtl/>
        </w:rPr>
        <w:t>پہچان سكے تھے_</w:t>
      </w:r>
    </w:p>
    <w:p w:rsidR="001F628F" w:rsidRDefault="001F628F"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اور ملائكہ 9;حضرت لوط </w:t>
      </w:r>
      <w:r w:rsidR="00367F17" w:rsidRPr="00367F17">
        <w:rPr>
          <w:rStyle w:val="libAlaemChar"/>
          <w:rtl/>
        </w:rPr>
        <w:t xml:space="preserve"> عليه‌السلام </w:t>
      </w:r>
      <w:r>
        <w:rPr>
          <w:rtl/>
        </w:rPr>
        <w:t xml:space="preserve"> كاعلم 7 ; حضرت لوط </w:t>
      </w:r>
      <w:r w:rsidR="00367F17" w:rsidRPr="00367F17">
        <w:rPr>
          <w:rStyle w:val="libAlaemChar"/>
          <w:rtl/>
        </w:rPr>
        <w:t xml:space="preserve"> عليه‌السلام </w:t>
      </w:r>
      <w:r>
        <w:rPr>
          <w:rtl/>
        </w:rPr>
        <w:t xml:space="preserve"> كا قصہ 1، 5، 9;حضرت لوط </w:t>
      </w:r>
      <w:r w:rsidR="00367F17" w:rsidRPr="00367F17">
        <w:rPr>
          <w:rStyle w:val="libAlaemChar"/>
          <w:rtl/>
        </w:rPr>
        <w:t xml:space="preserve"> عليه‌السلام </w:t>
      </w:r>
      <w:r>
        <w:rPr>
          <w:rtl/>
        </w:rPr>
        <w:t xml:space="preserve"> كى پريشانى 7; حضرت لوط</w:t>
      </w:r>
      <w:r w:rsidR="00367F17" w:rsidRPr="00367F17">
        <w:rPr>
          <w:rStyle w:val="libAlaemChar"/>
          <w:rtl/>
        </w:rPr>
        <w:t xml:space="preserve"> عليه‌السلام </w:t>
      </w:r>
      <w:r>
        <w:rPr>
          <w:rtl/>
        </w:rPr>
        <w:t xml:space="preserve"> كے علم كى حدود 9 ; حضرت لوط </w:t>
      </w:r>
      <w:r w:rsidR="00367F17" w:rsidRPr="00367F17">
        <w:rPr>
          <w:rStyle w:val="libAlaemChar"/>
          <w:rtl/>
        </w:rPr>
        <w:t xml:space="preserve"> عليه‌السلام </w:t>
      </w:r>
      <w:r>
        <w:rPr>
          <w:rtl/>
        </w:rPr>
        <w:t xml:space="preserve"> كے مہمانو</w:t>
      </w:r>
      <w:r w:rsidR="00083993">
        <w:rPr>
          <w:rtl/>
        </w:rPr>
        <w:t xml:space="preserve">ں </w:t>
      </w:r>
      <w:r>
        <w:rPr>
          <w:rtl/>
        </w:rPr>
        <w:t>كى توہين 5;حضرت لوط</w:t>
      </w:r>
      <w:r w:rsidR="00367F17" w:rsidRPr="00367F17">
        <w:rPr>
          <w:rStyle w:val="libAlaemChar"/>
          <w:rtl/>
        </w:rPr>
        <w:t xml:space="preserve"> عليه‌السلام </w:t>
      </w:r>
      <w:r>
        <w:rPr>
          <w:rtl/>
        </w:rPr>
        <w:t xml:space="preserve"> كے نواہى 1</w:t>
      </w:r>
    </w:p>
    <w:p w:rsidR="001F628F" w:rsidRDefault="001F628F" w:rsidP="00D11EA1">
      <w:pPr>
        <w:pStyle w:val="libNormal"/>
        <w:rPr>
          <w:rtl/>
        </w:rPr>
      </w:pPr>
      <w:r>
        <w:rPr>
          <w:rFonts w:hint="eastAsia"/>
          <w:rtl/>
        </w:rPr>
        <w:t>رسوائي</w:t>
      </w:r>
      <w:r>
        <w:rPr>
          <w:rtl/>
        </w:rPr>
        <w:t xml:space="preserve"> :</w:t>
      </w:r>
      <w:r>
        <w:rPr>
          <w:rFonts w:hint="eastAsia"/>
          <w:rtl/>
        </w:rPr>
        <w:t>رسوائي</w:t>
      </w:r>
      <w:r>
        <w:rPr>
          <w:rtl/>
        </w:rPr>
        <w:t xml:space="preserve"> كے عوامل 8</w:t>
      </w:r>
    </w:p>
    <w:p w:rsidR="001F628F" w:rsidRDefault="001F628F" w:rsidP="00D11EA1">
      <w:pPr>
        <w:pStyle w:val="libNormal"/>
        <w:rPr>
          <w:rtl/>
        </w:rPr>
      </w:pPr>
      <w:r>
        <w:rPr>
          <w:rFonts w:hint="eastAsia"/>
          <w:rtl/>
        </w:rPr>
        <w:t>عمل</w:t>
      </w:r>
      <w:r>
        <w:rPr>
          <w:rtl/>
        </w:rPr>
        <w:t xml:space="preserve"> :</w:t>
      </w:r>
      <w:r>
        <w:rPr>
          <w:rFonts w:hint="eastAsia"/>
          <w:rtl/>
        </w:rPr>
        <w:t>ناپسنديدہ</w:t>
      </w:r>
      <w:r>
        <w:rPr>
          <w:rtl/>
        </w:rPr>
        <w:t xml:space="preserve"> عمل 6</w:t>
      </w:r>
    </w:p>
    <w:p w:rsidR="001F628F" w:rsidRDefault="001F628F" w:rsidP="00D11EA1">
      <w:pPr>
        <w:pStyle w:val="libNormal"/>
        <w:rPr>
          <w:rtl/>
        </w:rPr>
      </w:pPr>
      <w:r>
        <w:rPr>
          <w:rFonts w:hint="eastAsia"/>
          <w:rtl/>
        </w:rPr>
        <w:t>قوم</w:t>
      </w:r>
      <w:r>
        <w:rPr>
          <w:rtl/>
        </w:rPr>
        <w:t xml:space="preserve"> لوط </w:t>
      </w:r>
      <w:r w:rsidR="00367F17" w:rsidRPr="00367F17">
        <w:rPr>
          <w:rStyle w:val="libAlaemChar"/>
          <w:rtl/>
        </w:rPr>
        <w:t xml:space="preserve"> عليه‌السلام </w:t>
      </w:r>
      <w:r>
        <w:rPr>
          <w:rtl/>
        </w:rPr>
        <w:t xml:space="preserve"> :</w:t>
      </w:r>
      <w:r>
        <w:rPr>
          <w:rFonts w:hint="eastAsia"/>
          <w:rtl/>
        </w:rPr>
        <w:t>قوم</w:t>
      </w:r>
      <w:r>
        <w:rPr>
          <w:rtl/>
        </w:rPr>
        <w:t xml:space="preserve"> لوط</w:t>
      </w:r>
      <w:r w:rsidR="00367F17" w:rsidRPr="00367F17">
        <w:rPr>
          <w:rStyle w:val="libAlaemChar"/>
          <w:rtl/>
        </w:rPr>
        <w:t xml:space="preserve"> عليه‌السلام </w:t>
      </w:r>
      <w:r>
        <w:rPr>
          <w:rtl/>
        </w:rPr>
        <w:t xml:space="preserve"> اور حضرت لوط</w:t>
      </w:r>
      <w:r w:rsidR="00367F17" w:rsidRPr="00367F17">
        <w:rPr>
          <w:rStyle w:val="libAlaemChar"/>
          <w:rtl/>
        </w:rPr>
        <w:t xml:space="preserve"> عليه‌السلام </w:t>
      </w:r>
      <w:r>
        <w:rPr>
          <w:rtl/>
        </w:rPr>
        <w:t xml:space="preserve"> كے مہمان 1،5،7;قوم لوط</w:t>
      </w:r>
      <w:r w:rsidR="00367F17" w:rsidRPr="00367F17">
        <w:rPr>
          <w:rStyle w:val="libAlaemChar"/>
          <w:rtl/>
        </w:rPr>
        <w:t xml:space="preserve"> عليه‌السلام </w:t>
      </w:r>
      <w:r>
        <w:rPr>
          <w:rtl/>
        </w:rPr>
        <w:t xml:space="preserve"> اور مہمان 3;قوم لوط</w:t>
      </w:r>
      <w:r w:rsidR="00367F17" w:rsidRPr="00367F17">
        <w:rPr>
          <w:rStyle w:val="libAlaemChar"/>
          <w:rtl/>
        </w:rPr>
        <w:t xml:space="preserve"> عليه‌السلام </w:t>
      </w:r>
      <w:r>
        <w:rPr>
          <w:rtl/>
        </w:rPr>
        <w:t xml:space="preserve"> كو نہى 1;قوم لوط</w:t>
      </w:r>
      <w:r w:rsidR="00367F17" w:rsidRPr="00367F17">
        <w:rPr>
          <w:rStyle w:val="libAlaemChar"/>
          <w:rtl/>
        </w:rPr>
        <w:t xml:space="preserve"> عليه‌السلام </w:t>
      </w:r>
      <w:r>
        <w:rPr>
          <w:rtl/>
        </w:rPr>
        <w:t xml:space="preserve"> كى اہانتي</w:t>
      </w:r>
      <w:r w:rsidR="00083993">
        <w:rPr>
          <w:rtl/>
        </w:rPr>
        <w:t xml:space="preserve">ں </w:t>
      </w:r>
      <w:r>
        <w:rPr>
          <w:rtl/>
        </w:rPr>
        <w:t>5;قوم لوط</w:t>
      </w:r>
      <w:r w:rsidR="00367F17" w:rsidRPr="00367F17">
        <w:rPr>
          <w:rStyle w:val="libAlaemChar"/>
          <w:rtl/>
        </w:rPr>
        <w:t xml:space="preserve"> عليه‌السلام </w:t>
      </w:r>
      <w:r>
        <w:rPr>
          <w:rtl/>
        </w:rPr>
        <w:t xml:space="preserve"> كى بُرى نيت 7;قوم لوط </w:t>
      </w:r>
      <w:r w:rsidR="00367F17" w:rsidRPr="00367F17">
        <w:rPr>
          <w:rStyle w:val="libAlaemChar"/>
          <w:rtl/>
        </w:rPr>
        <w:t xml:space="preserve"> عليه‌السلام </w:t>
      </w:r>
      <w:r>
        <w:rPr>
          <w:rtl/>
        </w:rPr>
        <w:t xml:space="preserve"> كى</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رسوم</w:t>
      </w:r>
      <w:r>
        <w:rPr>
          <w:rtl/>
        </w:rPr>
        <w:t xml:space="preserve"> 3</w:t>
      </w:r>
    </w:p>
    <w:p w:rsidR="001F628F" w:rsidRDefault="001F628F" w:rsidP="00D11EA1">
      <w:pPr>
        <w:pStyle w:val="libNormal"/>
        <w:rPr>
          <w:rtl/>
        </w:rPr>
      </w:pPr>
      <w:r>
        <w:rPr>
          <w:rFonts w:hint="eastAsia"/>
          <w:rtl/>
        </w:rPr>
        <w:t>لواط</w:t>
      </w:r>
      <w:r>
        <w:rPr>
          <w:rtl/>
        </w:rPr>
        <w:t>:</w:t>
      </w:r>
      <w:r>
        <w:rPr>
          <w:rFonts w:hint="eastAsia"/>
          <w:rtl/>
        </w:rPr>
        <w:t>لواط</w:t>
      </w:r>
      <w:r>
        <w:rPr>
          <w:rtl/>
        </w:rPr>
        <w:t xml:space="preserve"> كے اثرات 8</w:t>
      </w:r>
    </w:p>
    <w:p w:rsidR="001F628F" w:rsidRDefault="001F628F" w:rsidP="00D11EA1">
      <w:pPr>
        <w:pStyle w:val="libNormal"/>
        <w:rPr>
          <w:rtl/>
        </w:rPr>
      </w:pPr>
      <w:r>
        <w:rPr>
          <w:rFonts w:hint="eastAsia"/>
          <w:rtl/>
        </w:rPr>
        <w:t>معاشرت</w:t>
      </w:r>
      <w:r>
        <w:rPr>
          <w:rtl/>
        </w:rPr>
        <w:t xml:space="preserve"> :</w:t>
      </w:r>
      <w:r>
        <w:rPr>
          <w:rFonts w:hint="eastAsia"/>
          <w:rtl/>
        </w:rPr>
        <w:t>معاشرت</w:t>
      </w:r>
      <w:r>
        <w:rPr>
          <w:rtl/>
        </w:rPr>
        <w:t xml:space="preserve"> كے اداب 6</w:t>
      </w:r>
    </w:p>
    <w:p w:rsidR="001F628F" w:rsidRDefault="001F628F" w:rsidP="00D11EA1">
      <w:pPr>
        <w:pStyle w:val="libNormal"/>
        <w:rPr>
          <w:rtl/>
        </w:rPr>
      </w:pPr>
      <w:r>
        <w:rPr>
          <w:rFonts w:hint="eastAsia"/>
          <w:rtl/>
        </w:rPr>
        <w:t>مہمان</w:t>
      </w:r>
      <w:r>
        <w:rPr>
          <w:rtl/>
        </w:rPr>
        <w:t>:</w:t>
      </w:r>
      <w:r>
        <w:rPr>
          <w:rFonts w:hint="eastAsia"/>
          <w:rtl/>
        </w:rPr>
        <w:t>مہمان</w:t>
      </w:r>
      <w:r>
        <w:rPr>
          <w:rtl/>
        </w:rPr>
        <w:t xml:space="preserve"> كااحترام 3;مہمان كى توہين كرنے پر سر زنش 6;مہمان كى توہين كے اثرات 4; مہمان كے احترام كى اہميت 2;مہمان كے دفاع كى اہميت</w:t>
      </w:r>
    </w:p>
    <w:p w:rsidR="001F628F" w:rsidRDefault="001F628F" w:rsidP="00D11EA1">
      <w:pPr>
        <w:pStyle w:val="libNormal"/>
        <w:rPr>
          <w:rtl/>
        </w:rPr>
      </w:pPr>
      <w:r>
        <w:rPr>
          <w:rFonts w:hint="eastAsia"/>
          <w:rtl/>
        </w:rPr>
        <w:t>مہمان</w:t>
      </w:r>
      <w:r>
        <w:rPr>
          <w:rtl/>
        </w:rPr>
        <w:t xml:space="preserve"> نوازى :</w:t>
      </w:r>
      <w:r>
        <w:rPr>
          <w:rFonts w:hint="eastAsia"/>
          <w:rtl/>
        </w:rPr>
        <w:t>مہمان</w:t>
      </w:r>
      <w:r>
        <w:rPr>
          <w:rtl/>
        </w:rPr>
        <w:t xml:space="preserve"> نوازى كے اداب 2</w:t>
      </w:r>
    </w:p>
    <w:p w:rsidR="001F628F" w:rsidRDefault="001F628F" w:rsidP="00D11EA1">
      <w:pPr>
        <w:pStyle w:val="libNormal"/>
        <w:rPr>
          <w:rtl/>
        </w:rPr>
      </w:pPr>
      <w:r>
        <w:rPr>
          <w:rFonts w:hint="eastAsia"/>
          <w:rtl/>
        </w:rPr>
        <w:t>ميزبان</w:t>
      </w:r>
      <w:r>
        <w:rPr>
          <w:rtl/>
        </w:rPr>
        <w:t xml:space="preserve"> :</w:t>
      </w:r>
      <w:r>
        <w:rPr>
          <w:rFonts w:hint="eastAsia"/>
          <w:rtl/>
        </w:rPr>
        <w:t>ميز</w:t>
      </w:r>
      <w:r>
        <w:rPr>
          <w:rtl/>
        </w:rPr>
        <w:t xml:space="preserve"> بان كى توہين 4</w:t>
      </w:r>
    </w:p>
    <w:p w:rsidR="001F628F" w:rsidRDefault="001F628F" w:rsidP="00D11EA1">
      <w:pPr>
        <w:pStyle w:val="libNormal"/>
        <w:rPr>
          <w:rtl/>
        </w:rPr>
      </w:pPr>
      <w:r>
        <w:rPr>
          <w:rFonts w:hint="eastAsia"/>
          <w:rtl/>
        </w:rPr>
        <w:t>ہم</w:t>
      </w:r>
      <w:r>
        <w:rPr>
          <w:rtl/>
        </w:rPr>
        <w:t xml:space="preserve"> جنس پر ستى :</w:t>
      </w:r>
      <w:r>
        <w:rPr>
          <w:rFonts w:hint="eastAsia"/>
          <w:rtl/>
        </w:rPr>
        <w:t>ہم</w:t>
      </w:r>
      <w:r>
        <w:rPr>
          <w:rtl/>
        </w:rPr>
        <w:t xml:space="preserve"> جنس پر ستى كے اثرات 8</w:t>
      </w:r>
    </w:p>
    <w:p w:rsidR="001F628F" w:rsidRPr="00120F63" w:rsidRDefault="00D11EA1" w:rsidP="00D11EA1">
      <w:pPr>
        <w:pStyle w:val="Heading2Center"/>
        <w:rPr>
          <w:rtl/>
        </w:rPr>
      </w:pPr>
      <w:bookmarkStart w:id="115" w:name="_Toc28081793"/>
      <w:r>
        <w:rPr>
          <w:rFonts w:hint="cs"/>
          <w:rtl/>
        </w:rPr>
        <w:t xml:space="preserve">آیت </w:t>
      </w:r>
      <w:r w:rsidRPr="00120F63">
        <w:rPr>
          <w:rFonts w:hint="cs"/>
          <w:rtl/>
        </w:rPr>
        <w:t>69</w:t>
      </w:r>
      <w:bookmarkEnd w:id="115"/>
    </w:p>
    <w:p w:rsidR="001F628F" w:rsidRDefault="00E260F9" w:rsidP="00D11EA1">
      <w:pPr>
        <w:pStyle w:val="libNormal"/>
        <w:rPr>
          <w:rtl/>
        </w:rPr>
      </w:pPr>
      <w:r w:rsidRPr="00E260F9">
        <w:rPr>
          <w:rStyle w:val="libAlaemChar"/>
          <w:rFonts w:hint="eastAsia"/>
          <w:rtl/>
        </w:rPr>
        <w:t>(</w:t>
      </w:r>
      <w:r w:rsidRPr="00D11EA1">
        <w:rPr>
          <w:rStyle w:val="libAieChar"/>
          <w:rFonts w:hint="eastAsia"/>
          <w:rtl/>
        </w:rPr>
        <w:t>وَاتَّقُوا</w:t>
      </w:r>
      <w:r w:rsidRPr="00D11EA1">
        <w:rPr>
          <w:rStyle w:val="libAieChar"/>
          <w:rtl/>
        </w:rPr>
        <w:t xml:space="preserve"> اللّهَ وَلاَ تُخْزُونِ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سے ڈرو اور رسوائي كا سامان نہ كرو_</w:t>
      </w:r>
    </w:p>
    <w:p w:rsidR="001F628F" w:rsidRDefault="001F628F" w:rsidP="001F628F">
      <w:pPr>
        <w:pStyle w:val="libNormal"/>
        <w:rPr>
          <w:rtl/>
        </w:rPr>
      </w:pPr>
      <w:r>
        <w:rPr>
          <w:rtl/>
        </w:rPr>
        <w:t xml:space="preserve">1_حضرت لوط </w:t>
      </w:r>
      <w:r w:rsidR="00367F17" w:rsidRPr="00367F17">
        <w:rPr>
          <w:rStyle w:val="libAlaemChar"/>
          <w:rtl/>
        </w:rPr>
        <w:t xml:space="preserve"> عليه‌السلام </w:t>
      </w:r>
      <w:r>
        <w:rPr>
          <w:rtl/>
        </w:rPr>
        <w:t xml:space="preserve"> نے اپنى قوم كو مہمانو</w:t>
      </w:r>
      <w:r w:rsidR="00083993">
        <w:rPr>
          <w:rtl/>
        </w:rPr>
        <w:t xml:space="preserve">ں </w:t>
      </w:r>
      <w:r>
        <w:rPr>
          <w:rtl/>
        </w:rPr>
        <w:t>كے ساتھ زيادتى كرنے پر تقوى الہى اختيار كرنے كى دعوت دي_</w:t>
      </w:r>
    </w:p>
    <w:p w:rsidR="001F628F" w:rsidRDefault="001F628F" w:rsidP="00D11EA1">
      <w:pPr>
        <w:pStyle w:val="libArabic"/>
        <w:rPr>
          <w:rtl/>
        </w:rPr>
      </w:pPr>
      <w:r>
        <w:rPr>
          <w:rFonts w:hint="eastAsia"/>
          <w:rtl/>
        </w:rPr>
        <w:t>واتقوا</w:t>
      </w:r>
      <w:r>
        <w:rPr>
          <w:rtl/>
        </w:rPr>
        <w:t xml:space="preserve"> الله</w:t>
      </w:r>
    </w:p>
    <w:p w:rsidR="001F628F" w:rsidRDefault="001F628F" w:rsidP="001F628F">
      <w:pPr>
        <w:pStyle w:val="libNormal"/>
        <w:rPr>
          <w:rtl/>
        </w:rPr>
      </w:pPr>
      <w:r>
        <w:rPr>
          <w:rtl/>
        </w:rPr>
        <w:t>2_تقوى الہى ،فحشاء كے ارتكاب اور جنسى انحرافات (لواط و ہم جنس پرستى ) سے الودہ ہونے سے مانع بنتا ہے_</w:t>
      </w:r>
    </w:p>
    <w:p w:rsidR="001F628F" w:rsidRDefault="001F628F" w:rsidP="00D11EA1">
      <w:pPr>
        <w:pStyle w:val="libArabic"/>
        <w:rPr>
          <w:rtl/>
        </w:rPr>
      </w:pPr>
      <w:r>
        <w:rPr>
          <w:rFonts w:hint="eastAsia"/>
          <w:rtl/>
        </w:rPr>
        <w:t>واتقوا</w:t>
      </w:r>
      <w:r>
        <w:rPr>
          <w:rtl/>
        </w:rPr>
        <w:t xml:space="preserve"> الله</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نے اپنے مہمانو</w:t>
      </w:r>
      <w:r w:rsidR="00083993">
        <w:rPr>
          <w:rtl/>
        </w:rPr>
        <w:t xml:space="preserve">ں </w:t>
      </w:r>
      <w:r>
        <w:rPr>
          <w:rtl/>
        </w:rPr>
        <w:t>كے ساتھ اپنى قوم كى طرف سے تجاوز كا خطرہ ديكھ كر اُنہي</w:t>
      </w:r>
      <w:r w:rsidR="00083993">
        <w:rPr>
          <w:rtl/>
        </w:rPr>
        <w:t xml:space="preserve">ں </w:t>
      </w:r>
      <w:r>
        <w:rPr>
          <w:rtl/>
        </w:rPr>
        <w:t>تقوى اختيار كرنے كى دعوت دى ہے اس سے ظاہر ہوتاہے كہ تقوى مي</w:t>
      </w:r>
      <w:r w:rsidR="00083993">
        <w:rPr>
          <w:rtl/>
        </w:rPr>
        <w:t xml:space="preserve">ں </w:t>
      </w:r>
      <w:r>
        <w:rPr>
          <w:rtl/>
        </w:rPr>
        <w:t>ايسا اثر بھى ہے_</w:t>
      </w:r>
    </w:p>
    <w:p w:rsidR="001F628F" w:rsidRDefault="001F628F" w:rsidP="00D11EA1">
      <w:pPr>
        <w:pStyle w:val="libNormal"/>
        <w:rPr>
          <w:rtl/>
        </w:rPr>
      </w:pPr>
      <w:r>
        <w:rPr>
          <w:rtl/>
        </w:rPr>
        <w:t xml:space="preserve">3_حضرت لوط </w:t>
      </w:r>
      <w:r w:rsidR="00367F17" w:rsidRPr="00367F17">
        <w:rPr>
          <w:rStyle w:val="libAlaemChar"/>
          <w:rtl/>
        </w:rPr>
        <w:t xml:space="preserve"> عليه‌السلام </w:t>
      </w:r>
      <w:r>
        <w:rPr>
          <w:rtl/>
        </w:rPr>
        <w:t xml:space="preserve"> نے اپنے مہمانو</w:t>
      </w:r>
      <w:r w:rsidR="00083993">
        <w:rPr>
          <w:rtl/>
        </w:rPr>
        <w:t xml:space="preserve">ں </w:t>
      </w:r>
      <w:r>
        <w:rPr>
          <w:rtl/>
        </w:rPr>
        <w:t>كے ساتھ اپنى قوم كى طرف سے تجاوز كا ارادہ ديكھ كر اُنہي</w:t>
      </w:r>
      <w:r w:rsidR="00083993">
        <w:rPr>
          <w:rtl/>
        </w:rPr>
        <w:t xml:space="preserve">ں </w:t>
      </w:r>
      <w:r>
        <w:rPr>
          <w:rtl/>
        </w:rPr>
        <w:t>ہر ايسے فعل سے منع كيا ہے جو اُن كى ذلت و خوارى كا موجب بنتا ہے_</w:t>
      </w:r>
      <w:r w:rsidRPr="00D11EA1">
        <w:rPr>
          <w:rStyle w:val="libArabicChar"/>
          <w:rFonts w:hint="eastAsia"/>
          <w:rtl/>
        </w:rPr>
        <w:t>ولا</w:t>
      </w:r>
      <w:r w:rsidRPr="00D11EA1">
        <w:rPr>
          <w:rStyle w:val="libArabicChar"/>
          <w:rtl/>
        </w:rPr>
        <w:t xml:space="preserve"> تخزون</w:t>
      </w:r>
    </w:p>
    <w:p w:rsidR="001F628F" w:rsidRDefault="001F628F" w:rsidP="001F628F">
      <w:pPr>
        <w:pStyle w:val="libNormal"/>
        <w:rPr>
          <w:rtl/>
        </w:rPr>
      </w:pPr>
      <w:r>
        <w:rPr>
          <w:rtl/>
        </w:rPr>
        <w:t>4_تقوى الہى ،دوسرو</w:t>
      </w:r>
      <w:r w:rsidR="00083993">
        <w:rPr>
          <w:rtl/>
        </w:rPr>
        <w:t xml:space="preserve">ں </w:t>
      </w:r>
      <w:r>
        <w:rPr>
          <w:rtl/>
        </w:rPr>
        <w:t>كے حقوق ضائع كرنے اور اُن كى عزت و ابرو خراب كرنے كے مانع بنتا ہے_</w:t>
      </w:r>
    </w:p>
    <w:p w:rsidR="00D11EA1" w:rsidRDefault="00D11EA1" w:rsidP="00D11EA1">
      <w:pPr>
        <w:pStyle w:val="libArabic"/>
        <w:rPr>
          <w:rtl/>
        </w:rPr>
      </w:pPr>
      <w:r>
        <w:rPr>
          <w:rFonts w:hint="eastAsia"/>
          <w:rtl/>
        </w:rPr>
        <w:t>واتقوا</w:t>
      </w:r>
      <w:r>
        <w:rPr>
          <w:rtl/>
        </w:rPr>
        <w:t xml:space="preserve"> الله ولا تخزون</w:t>
      </w:r>
    </w:p>
    <w:p w:rsidR="00D11EA1" w:rsidRDefault="00D11EA1" w:rsidP="00D11EA1">
      <w:pPr>
        <w:pStyle w:val="libNormal"/>
        <w:rPr>
          <w:rtl/>
        </w:rPr>
      </w:pPr>
      <w:r>
        <w:rPr>
          <w:rtl/>
        </w:rPr>
        <w:t>5_ہم جنس پرستى جيسا ناپسنديدہ اور شنيع فعل ،ذلت و خوارى كا باعث ہے_</w:t>
      </w:r>
    </w:p>
    <w:p w:rsidR="00D11EA1" w:rsidRDefault="001E7F9D" w:rsidP="00F73EDE">
      <w:pPr>
        <w:pStyle w:val="libPoemTini"/>
        <w:rPr>
          <w:rtl/>
        </w:rPr>
      </w:pPr>
      <w:r>
        <w:rPr>
          <w:rtl/>
        </w:rPr>
        <w:br w:type="page"/>
      </w:r>
    </w:p>
    <w:p w:rsidR="001F628F" w:rsidRDefault="001F628F" w:rsidP="00D11EA1">
      <w:pPr>
        <w:pStyle w:val="libArabic"/>
        <w:rPr>
          <w:rtl/>
        </w:rPr>
      </w:pPr>
      <w:r>
        <w:rPr>
          <w:rFonts w:hint="eastAsia"/>
          <w:rtl/>
        </w:rPr>
        <w:lastRenderedPageBreak/>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 </w:t>
      </w:r>
      <w:r>
        <w:rPr>
          <w:rFonts w:hint="cs"/>
          <w:rtl/>
        </w:rPr>
        <w:t>واتقوا</w:t>
      </w:r>
      <w:r>
        <w:rPr>
          <w:rtl/>
        </w:rPr>
        <w:t xml:space="preserve"> </w:t>
      </w:r>
      <w:r>
        <w:rPr>
          <w:rFonts w:hint="cs"/>
          <w:rtl/>
        </w:rPr>
        <w:t>الله</w:t>
      </w:r>
      <w:r>
        <w:rPr>
          <w:rtl/>
        </w:rPr>
        <w:t xml:space="preserve"> </w:t>
      </w:r>
      <w:r>
        <w:rPr>
          <w:rFonts w:hint="cs"/>
          <w:rtl/>
        </w:rPr>
        <w:t>ولا</w:t>
      </w:r>
      <w:r>
        <w:rPr>
          <w:rtl/>
        </w:rPr>
        <w:t xml:space="preserve"> تخزون</w:t>
      </w:r>
    </w:p>
    <w:p w:rsidR="001F628F" w:rsidRDefault="001F628F" w:rsidP="00D11EA1">
      <w:pPr>
        <w:pStyle w:val="libNormal"/>
        <w:rPr>
          <w:rtl/>
        </w:rPr>
      </w:pPr>
      <w:r>
        <w:rPr>
          <w:rtl/>
        </w:rPr>
        <w:t>6_ميزبان كا فريضہ ہے كہ وہ دوسرو</w:t>
      </w:r>
      <w:r w:rsidR="00083993">
        <w:rPr>
          <w:rtl/>
        </w:rPr>
        <w:t xml:space="preserve">ں </w:t>
      </w:r>
      <w:r>
        <w:rPr>
          <w:rtl/>
        </w:rPr>
        <w:t>كے تجاوز كے مقابلے مي</w:t>
      </w:r>
      <w:r w:rsidR="00083993">
        <w:rPr>
          <w:rtl/>
        </w:rPr>
        <w:t xml:space="preserve">ں </w:t>
      </w:r>
      <w:r>
        <w:rPr>
          <w:rtl/>
        </w:rPr>
        <w:t>مہمان كا دفاع كرے اور اُس كے احترام كى حفاظت كرے_</w:t>
      </w:r>
      <w:r w:rsidRPr="00D11EA1">
        <w:rPr>
          <w:rStyle w:val="libArabicChar"/>
          <w:rFonts w:hint="eastAsia"/>
          <w:rtl/>
        </w:rPr>
        <w:t>قال</w:t>
      </w:r>
      <w:r w:rsidRPr="00D11EA1">
        <w:rPr>
          <w:rStyle w:val="libArabicChar"/>
          <w:rtl/>
        </w:rPr>
        <w:t xml:space="preserve"> ان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ضيفى</w:t>
      </w:r>
      <w:r w:rsidRPr="00D11EA1">
        <w:rPr>
          <w:rStyle w:val="libArabicChar"/>
          <w:rtl/>
        </w:rPr>
        <w:t xml:space="preserve"> </w:t>
      </w:r>
      <w:r w:rsidRPr="00D11EA1">
        <w:rPr>
          <w:rStyle w:val="libArabicChar"/>
          <w:rFonts w:hint="cs"/>
          <w:rtl/>
        </w:rPr>
        <w:t>فلا</w:t>
      </w:r>
      <w:r w:rsidRPr="00D11EA1">
        <w:rPr>
          <w:rStyle w:val="libArabicChar"/>
          <w:rtl/>
        </w:rPr>
        <w:t xml:space="preserve"> </w:t>
      </w:r>
      <w:r w:rsidRPr="00D11EA1">
        <w:rPr>
          <w:rStyle w:val="libArabicChar"/>
          <w:rFonts w:hint="cs"/>
          <w:rtl/>
        </w:rPr>
        <w:t>تفضحون</w:t>
      </w:r>
      <w:r w:rsidRPr="00D11EA1">
        <w:rPr>
          <w:rStyle w:val="libArabicChar"/>
          <w:rtl/>
        </w:rPr>
        <w:t xml:space="preserve"> ... </w:t>
      </w:r>
      <w:r w:rsidRPr="00D11EA1">
        <w:rPr>
          <w:rStyle w:val="libArabicChar"/>
          <w:rFonts w:hint="cs"/>
          <w:rtl/>
        </w:rPr>
        <w:t>واتقوا</w:t>
      </w:r>
      <w:r w:rsidRPr="00D11EA1">
        <w:rPr>
          <w:rStyle w:val="libArabicChar"/>
          <w:rtl/>
        </w:rPr>
        <w:t xml:space="preserve"> </w:t>
      </w:r>
      <w:r w:rsidRPr="00D11EA1">
        <w:rPr>
          <w:rStyle w:val="libArabicChar"/>
          <w:rFonts w:hint="cs"/>
          <w:rtl/>
        </w:rPr>
        <w:t>الله</w:t>
      </w:r>
      <w:r w:rsidRPr="00D11EA1">
        <w:rPr>
          <w:rStyle w:val="libArabicChar"/>
          <w:rtl/>
        </w:rPr>
        <w:t xml:space="preserve"> </w:t>
      </w:r>
      <w:r w:rsidRPr="00D11EA1">
        <w:rPr>
          <w:rStyle w:val="libArabicChar"/>
          <w:rFonts w:hint="cs"/>
          <w:rtl/>
        </w:rPr>
        <w:t>ولا</w:t>
      </w:r>
      <w:r w:rsidRPr="00D11EA1">
        <w:rPr>
          <w:rStyle w:val="libArabicChar"/>
          <w:rtl/>
        </w:rPr>
        <w:t xml:space="preserve"> تخزون</w:t>
      </w:r>
    </w:p>
    <w:p w:rsidR="001F628F" w:rsidRDefault="001F628F" w:rsidP="001F628F">
      <w:pPr>
        <w:pStyle w:val="libNormal"/>
        <w:rPr>
          <w:rtl/>
        </w:rPr>
      </w:pPr>
      <w:r>
        <w:rPr>
          <w:rtl/>
        </w:rPr>
        <w:t>7_مہان كى بے حرمتى اور توہين ،درحقيقت ميزبان كى بے حرمتى و اہانت ہے_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 </w:t>
      </w:r>
      <w:r>
        <w:rPr>
          <w:rFonts w:hint="cs"/>
          <w:rtl/>
        </w:rPr>
        <w:t>واتقوا</w:t>
      </w:r>
      <w:r>
        <w:rPr>
          <w:rtl/>
        </w:rPr>
        <w:t xml:space="preserve"> </w:t>
      </w:r>
      <w:r>
        <w:rPr>
          <w:rFonts w:hint="cs"/>
          <w:rtl/>
        </w:rPr>
        <w:t>الله</w:t>
      </w:r>
      <w:r>
        <w:rPr>
          <w:rtl/>
        </w:rPr>
        <w:t xml:space="preserve"> </w:t>
      </w:r>
      <w:r>
        <w:rPr>
          <w:rFonts w:hint="cs"/>
          <w:rtl/>
        </w:rPr>
        <w:t>ولا</w:t>
      </w:r>
      <w:r>
        <w:rPr>
          <w:rtl/>
        </w:rPr>
        <w:t xml:space="preserve"> تخزون</w:t>
      </w:r>
    </w:p>
    <w:p w:rsidR="001F628F" w:rsidRDefault="001F628F" w:rsidP="001F628F">
      <w:pPr>
        <w:pStyle w:val="libNormal"/>
        <w:rPr>
          <w:rtl/>
        </w:rPr>
      </w:pPr>
      <w:r>
        <w:rPr>
          <w:rtl/>
        </w:rPr>
        <w:t>8_دوسرو</w:t>
      </w:r>
      <w:r w:rsidR="00083993">
        <w:rPr>
          <w:rtl/>
        </w:rPr>
        <w:t xml:space="preserve">ں </w:t>
      </w:r>
      <w:r>
        <w:rPr>
          <w:rtl/>
        </w:rPr>
        <w:t>كے مہمانو</w:t>
      </w:r>
      <w:r w:rsidR="00083993">
        <w:rPr>
          <w:rtl/>
        </w:rPr>
        <w:t xml:space="preserve">ں </w:t>
      </w:r>
      <w:r>
        <w:rPr>
          <w:rtl/>
        </w:rPr>
        <w:t>كى توہين اور بے احترامى ،ايك ناپسنديدہ اور تقوى سے عارى فعل ہے_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 </w:t>
      </w:r>
      <w:r>
        <w:rPr>
          <w:rFonts w:hint="cs"/>
          <w:rtl/>
        </w:rPr>
        <w:t>واتقوا</w:t>
      </w:r>
      <w:r>
        <w:rPr>
          <w:rtl/>
        </w:rPr>
        <w:t xml:space="preserve"> </w:t>
      </w:r>
      <w:r>
        <w:rPr>
          <w:rFonts w:hint="cs"/>
          <w:rtl/>
        </w:rPr>
        <w:t>الله</w:t>
      </w:r>
      <w:r>
        <w:rPr>
          <w:rtl/>
        </w:rPr>
        <w:t xml:space="preserve"> </w:t>
      </w:r>
      <w:r>
        <w:rPr>
          <w:rFonts w:hint="cs"/>
          <w:rtl/>
        </w:rPr>
        <w:t>ولا</w:t>
      </w:r>
      <w:r>
        <w:rPr>
          <w:rtl/>
        </w:rPr>
        <w:t xml:space="preserve"> تخزون</w:t>
      </w:r>
    </w:p>
    <w:p w:rsidR="001F628F" w:rsidRDefault="001F628F" w:rsidP="001F628F">
      <w:pPr>
        <w:pStyle w:val="libNormal"/>
        <w:rPr>
          <w:rtl/>
        </w:rPr>
      </w:pPr>
      <w:r>
        <w:rPr>
          <w:rtl/>
        </w:rPr>
        <w:t>9_اپنى حرمت و ابرو كى حفاظت اور شرافت و عزت كا دفاع ،ايك ضرورى و شائستہ فعل ہے_</w:t>
      </w:r>
    </w:p>
    <w:p w:rsidR="001F628F" w:rsidRDefault="001F628F" w:rsidP="00D11EA1">
      <w:pPr>
        <w:pStyle w:val="libArabic"/>
        <w:rPr>
          <w:rtl/>
        </w:rPr>
      </w:pPr>
      <w:r>
        <w:rPr>
          <w:rFonts w:hint="eastAsia"/>
          <w:rtl/>
        </w:rPr>
        <w:t>قال</w:t>
      </w:r>
      <w:r>
        <w:rPr>
          <w:rtl/>
        </w:rPr>
        <w:t xml:space="preserve"> ... فلا تفضحون ... ولا تخزون</w:t>
      </w:r>
    </w:p>
    <w:p w:rsidR="001F628F" w:rsidRDefault="001F628F" w:rsidP="001F628F">
      <w:pPr>
        <w:pStyle w:val="libNormal"/>
        <w:rPr>
          <w:rtl/>
        </w:rPr>
      </w:pPr>
      <w:r>
        <w:rPr>
          <w:rtl/>
        </w:rPr>
        <w:t>10_اقوام كااچھا يا بُرا كردار اُن كے رہبرو</w:t>
      </w:r>
      <w:r w:rsidR="00083993">
        <w:rPr>
          <w:rtl/>
        </w:rPr>
        <w:t xml:space="preserve">ں </w:t>
      </w:r>
      <w:r>
        <w:rPr>
          <w:rtl/>
        </w:rPr>
        <w:t>كى سر فرازى يا شرمسارى كا باعث بنتا ہے_</w:t>
      </w:r>
    </w:p>
    <w:p w:rsidR="001F628F" w:rsidRDefault="001F628F" w:rsidP="00D11EA1">
      <w:pPr>
        <w:pStyle w:val="libArabic"/>
        <w:rPr>
          <w:rtl/>
        </w:rPr>
      </w:pPr>
      <w:r>
        <w:rPr>
          <w:rFonts w:hint="eastAsia"/>
          <w:rtl/>
        </w:rPr>
        <w:t>فلما</w:t>
      </w:r>
      <w:r>
        <w:rPr>
          <w:rtl/>
        </w:rPr>
        <w:t xml:space="preserve"> جاء ال لوط المرسلون ...وقضينا الي</w:t>
      </w:r>
      <w:r w:rsidR="00120F63" w:rsidRPr="00ED5DE8">
        <w:rPr>
          <w:rFonts w:hint="cs"/>
          <w:rtl/>
        </w:rPr>
        <w:t>ه</w:t>
      </w:r>
      <w:r>
        <w:rPr>
          <w:rtl/>
        </w:rPr>
        <w:t xml:space="preserve"> </w:t>
      </w:r>
      <w:r>
        <w:rPr>
          <w:rFonts w:hint="cs"/>
          <w:rtl/>
        </w:rPr>
        <w:t>ذلك</w:t>
      </w:r>
      <w:r>
        <w:rPr>
          <w:rtl/>
        </w:rPr>
        <w:t xml:space="preserve"> </w:t>
      </w:r>
      <w:r>
        <w:rPr>
          <w:rFonts w:hint="cs"/>
          <w:rtl/>
        </w:rPr>
        <w:t>الا</w:t>
      </w:r>
      <w:r>
        <w:rPr>
          <w:rtl/>
        </w:rPr>
        <w:t xml:space="preserve"> </w:t>
      </w:r>
      <w:r>
        <w:rPr>
          <w:rFonts w:hint="cs"/>
          <w:rtl/>
        </w:rPr>
        <w:t>مر</w:t>
      </w:r>
      <w:r>
        <w:rPr>
          <w:rtl/>
        </w:rPr>
        <w:t xml:space="preserve"> </w:t>
      </w:r>
      <w:r>
        <w:rPr>
          <w:rFonts w:hint="cs"/>
          <w:rtl/>
        </w:rPr>
        <w:t>ا</w:t>
      </w:r>
      <w:r>
        <w:rPr>
          <w:rtl/>
        </w:rPr>
        <w:t xml:space="preserve"> </w:t>
      </w:r>
      <w:r>
        <w:rPr>
          <w:rFonts w:hint="cs"/>
          <w:rtl/>
        </w:rPr>
        <w:t>ن</w:t>
      </w:r>
      <w:r>
        <w:rPr>
          <w:rtl/>
        </w:rPr>
        <w:t xml:space="preserve"> دابر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مقطوع</w:t>
      </w:r>
      <w:r>
        <w:rPr>
          <w:rtl/>
        </w:rPr>
        <w:t xml:space="preserve"> ...</w:t>
      </w:r>
      <w:r>
        <w:rPr>
          <w:rFonts w:hint="cs"/>
          <w:rtl/>
        </w:rPr>
        <w:t>قال</w:t>
      </w:r>
      <w:r>
        <w:rPr>
          <w:rtl/>
        </w:rPr>
        <w:t xml:space="preserve"> ... </w:t>
      </w:r>
      <w:r>
        <w:rPr>
          <w:rFonts w:hint="cs"/>
          <w:rtl/>
        </w:rPr>
        <w:t>فلا</w:t>
      </w:r>
      <w:r>
        <w:rPr>
          <w:rtl/>
        </w:rPr>
        <w:t xml:space="preserve"> </w:t>
      </w:r>
      <w:r>
        <w:rPr>
          <w:rFonts w:hint="cs"/>
          <w:rtl/>
        </w:rPr>
        <w:t>تفضحون</w:t>
      </w:r>
      <w:r>
        <w:rPr>
          <w:rtl/>
        </w:rPr>
        <w:t xml:space="preserve"> ... </w:t>
      </w:r>
      <w:r>
        <w:rPr>
          <w:rFonts w:hint="cs"/>
          <w:rtl/>
        </w:rPr>
        <w:t>ولا</w:t>
      </w:r>
      <w:r>
        <w:rPr>
          <w:rtl/>
        </w:rPr>
        <w:t xml:space="preserve"> تخزون</w:t>
      </w:r>
    </w:p>
    <w:p w:rsidR="001F628F" w:rsidRDefault="001F628F" w:rsidP="001F628F">
      <w:pPr>
        <w:pStyle w:val="libNormal"/>
        <w:rPr>
          <w:rtl/>
        </w:rPr>
      </w:pPr>
      <w:r>
        <w:rPr>
          <w:rFonts w:hint="eastAsia"/>
          <w:rtl/>
        </w:rPr>
        <w:t>يہ</w:t>
      </w:r>
      <w:r>
        <w:rPr>
          <w:rtl/>
        </w:rPr>
        <w:t xml:space="preserve"> كہ خداوند متعال كى طرف سے قوم لوط كے عذاب كا اعلان كرنے كے لئے فرشتے حضرت لوط </w:t>
      </w:r>
      <w:r w:rsidR="00367F17" w:rsidRPr="00367F17">
        <w:rPr>
          <w:rStyle w:val="libAlaemChar"/>
          <w:rtl/>
        </w:rPr>
        <w:t xml:space="preserve"> عليه‌السلام </w:t>
      </w:r>
      <w:r>
        <w:rPr>
          <w:rtl/>
        </w:rPr>
        <w:t xml:space="preserve"> كے گھر پر ائے تھے اور حضرت لوط </w:t>
      </w:r>
      <w:r w:rsidR="00367F17" w:rsidRPr="00367F17">
        <w:rPr>
          <w:rStyle w:val="libAlaemChar"/>
          <w:rtl/>
        </w:rPr>
        <w:t xml:space="preserve"> عليه‌السلام </w:t>
      </w:r>
      <w:r>
        <w:rPr>
          <w:rtl/>
        </w:rPr>
        <w:t xml:space="preserve"> نے اپنى قوم كو شرمندگى كا باعث بننے والے فعل سے منع كيا تھا _اس سے ظاہر ہوتا ہے كہ يہا</w:t>
      </w:r>
      <w:r w:rsidR="00083993">
        <w:rPr>
          <w:rtl/>
        </w:rPr>
        <w:t xml:space="preserve">ں </w:t>
      </w:r>
      <w:r>
        <w:rPr>
          <w:rtl/>
        </w:rPr>
        <w:t xml:space="preserve">حضرت لوط </w:t>
      </w:r>
      <w:r w:rsidR="00367F17" w:rsidRPr="00367F17">
        <w:rPr>
          <w:rStyle w:val="libAlaemChar"/>
          <w:rtl/>
        </w:rPr>
        <w:t xml:space="preserve"> عليه‌السلام </w:t>
      </w:r>
      <w:r>
        <w:rPr>
          <w:rtl/>
        </w:rPr>
        <w:t xml:space="preserve"> كواپنے معاشرے كے رہبر كى حيثيت سے د</w:t>
      </w:r>
      <w:r>
        <w:rPr>
          <w:rFonts w:hint="eastAsia"/>
          <w:rtl/>
        </w:rPr>
        <w:t>يكھا</w:t>
      </w:r>
      <w:r>
        <w:rPr>
          <w:rtl/>
        </w:rPr>
        <w:t xml:space="preserve"> گيا ہے _</w:t>
      </w:r>
    </w:p>
    <w:p w:rsidR="001F628F" w:rsidRDefault="001F628F" w:rsidP="001F628F">
      <w:pPr>
        <w:pStyle w:val="libNormal"/>
        <w:rPr>
          <w:rtl/>
        </w:rPr>
      </w:pPr>
      <w:r>
        <w:rPr>
          <w:rtl/>
        </w:rPr>
        <w:t>11_اپنى عزت و شرافت اور اپنے مقام و حيثيت كى حفاظت و دفاع ،انسان كى فطرى خصلت ہے_</w:t>
      </w:r>
    </w:p>
    <w:p w:rsidR="001F628F" w:rsidRDefault="001F628F" w:rsidP="00D11EA1">
      <w:pPr>
        <w:pStyle w:val="libArabic"/>
        <w:rPr>
          <w:rtl/>
        </w:rPr>
      </w:pPr>
      <w:r>
        <w:rPr>
          <w:rFonts w:hint="eastAsia"/>
          <w:rtl/>
        </w:rPr>
        <w:t>قال</w:t>
      </w:r>
      <w:r>
        <w:rPr>
          <w:rtl/>
        </w:rPr>
        <w:t xml:space="preserve"> ... فلا تفضحون ... ولا تخزون</w:t>
      </w:r>
    </w:p>
    <w:p w:rsidR="001F628F" w:rsidRDefault="001F628F" w:rsidP="001F628F">
      <w:pPr>
        <w:pStyle w:val="libNormal"/>
        <w:rPr>
          <w:rtl/>
        </w:rPr>
      </w:pPr>
      <w:r>
        <w:rPr>
          <w:rFonts w:hint="eastAsia"/>
          <w:rtl/>
        </w:rPr>
        <w:t>يہ</w:t>
      </w:r>
      <w:r>
        <w:rPr>
          <w:rtl/>
        </w:rPr>
        <w:t xml:space="preserve"> كہ حضرت لوط </w:t>
      </w:r>
      <w:r w:rsidR="00367F17" w:rsidRPr="00367F17">
        <w:rPr>
          <w:rStyle w:val="libAlaemChar"/>
          <w:rtl/>
        </w:rPr>
        <w:t xml:space="preserve"> عليه‌السلام </w:t>
      </w:r>
      <w:r>
        <w:rPr>
          <w:rtl/>
        </w:rPr>
        <w:t xml:space="preserve"> نے اپنے مہمانو</w:t>
      </w:r>
      <w:r w:rsidR="00083993">
        <w:rPr>
          <w:rtl/>
        </w:rPr>
        <w:t xml:space="preserve">ں </w:t>
      </w:r>
      <w:r>
        <w:rPr>
          <w:rtl/>
        </w:rPr>
        <w:t>كو لوگو</w:t>
      </w:r>
      <w:r w:rsidR="00083993">
        <w:rPr>
          <w:rtl/>
        </w:rPr>
        <w:t xml:space="preserve">ں </w:t>
      </w:r>
      <w:r>
        <w:rPr>
          <w:rtl/>
        </w:rPr>
        <w:t>كے تجاوز سے بچانے كے لئے اُن سے درخواست كى وہ اس فعل كے ذريعے اُنہي</w:t>
      </w:r>
      <w:r w:rsidR="00083993">
        <w:rPr>
          <w:rtl/>
        </w:rPr>
        <w:t xml:space="preserve">ں </w:t>
      </w:r>
      <w:r>
        <w:rPr>
          <w:rtl/>
        </w:rPr>
        <w:t>شرمسار اور ذليل نہ كري</w:t>
      </w:r>
      <w:r w:rsidR="00083993">
        <w:rPr>
          <w:rtl/>
        </w:rPr>
        <w:t xml:space="preserve">ں </w:t>
      </w:r>
      <w:r>
        <w:rPr>
          <w:rtl/>
        </w:rPr>
        <w:t xml:space="preserve">( </w:t>
      </w:r>
      <w:r w:rsidRPr="00D11EA1">
        <w:rPr>
          <w:rStyle w:val="libArabicChar"/>
          <w:rtl/>
        </w:rPr>
        <w:t>فلا تفضحون ... ولا تخزون</w:t>
      </w:r>
      <w:r>
        <w:rPr>
          <w:rtl/>
        </w:rPr>
        <w:t xml:space="preserve">) اس سے معلوم ہوتا ہے متجاوزين بھى اپنى عزت و ابرو كى حفاظت كو خصوصى اہميت ديتے تھے ورنہ حضرت لوط </w:t>
      </w:r>
      <w:r w:rsidR="00367F17" w:rsidRPr="00367F17">
        <w:rPr>
          <w:rStyle w:val="libAlaemChar"/>
          <w:rtl/>
        </w:rPr>
        <w:t xml:space="preserve"> عليه‌السلام </w:t>
      </w:r>
      <w:r>
        <w:rPr>
          <w:rtl/>
        </w:rPr>
        <w:t xml:space="preserve"> كا اس قسم كے حربے سے تمسك كرنا كوئي عقلانى فعل نہ ہوتا _</w:t>
      </w:r>
    </w:p>
    <w:p w:rsidR="001F628F" w:rsidRDefault="001F628F" w:rsidP="00D11EA1">
      <w:pPr>
        <w:pStyle w:val="libNormal"/>
        <w:rPr>
          <w:rtl/>
        </w:rPr>
      </w:pPr>
      <w:r>
        <w:rPr>
          <w:rFonts w:hint="eastAsia"/>
          <w:rtl/>
        </w:rPr>
        <w:t>ابرو</w:t>
      </w:r>
      <w:r>
        <w:rPr>
          <w:rtl/>
        </w:rPr>
        <w:t xml:space="preserve"> :</w:t>
      </w:r>
      <w:r>
        <w:rPr>
          <w:rFonts w:hint="eastAsia"/>
          <w:rtl/>
        </w:rPr>
        <w:t>حفظ</w:t>
      </w:r>
      <w:r>
        <w:rPr>
          <w:rtl/>
        </w:rPr>
        <w:t xml:space="preserve"> ابرو كا فطرى ہونا 11;حفظ ابرو كى اہميت 9 ; ہتك ابرو كے موانع 4</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اپنا</w:t>
      </w:r>
      <w:r>
        <w:rPr>
          <w:rtl/>
        </w:rPr>
        <w:t xml:space="preserve"> اپ :</w:t>
      </w:r>
      <w:r>
        <w:rPr>
          <w:rFonts w:hint="eastAsia"/>
          <w:rtl/>
        </w:rPr>
        <w:t>اپنے</w:t>
      </w:r>
      <w:r>
        <w:rPr>
          <w:rtl/>
        </w:rPr>
        <w:t xml:space="preserve"> اپ كے دفاع كى اہميت 9</w:t>
      </w:r>
    </w:p>
    <w:p w:rsidR="001F628F" w:rsidRDefault="001F628F" w:rsidP="00D11EA1">
      <w:pPr>
        <w:pStyle w:val="libNormal"/>
        <w:rPr>
          <w:rtl/>
        </w:rPr>
      </w:pPr>
      <w:r>
        <w:rPr>
          <w:rFonts w:hint="eastAsia"/>
          <w:rtl/>
        </w:rPr>
        <w:t>اقوام</w:t>
      </w:r>
      <w:r>
        <w:rPr>
          <w:rtl/>
        </w:rPr>
        <w:t xml:space="preserve"> :</w:t>
      </w:r>
      <w:r>
        <w:rPr>
          <w:rFonts w:hint="eastAsia"/>
          <w:rtl/>
        </w:rPr>
        <w:t>اقوام</w:t>
      </w:r>
      <w:r>
        <w:rPr>
          <w:rtl/>
        </w:rPr>
        <w:t xml:space="preserve"> كے عمل كے اثرات10</w:t>
      </w:r>
    </w:p>
    <w:p w:rsidR="001F628F" w:rsidRDefault="001F628F" w:rsidP="00D11EA1">
      <w:pPr>
        <w:pStyle w:val="libNormal"/>
        <w:rPr>
          <w:rtl/>
        </w:rPr>
      </w:pPr>
      <w:r>
        <w:rPr>
          <w:rFonts w:hint="eastAsia"/>
          <w:rtl/>
        </w:rPr>
        <w:t>انسان</w:t>
      </w:r>
      <w:r>
        <w:rPr>
          <w:rtl/>
        </w:rPr>
        <w:t xml:space="preserve"> :</w:t>
      </w:r>
      <w:r>
        <w:rPr>
          <w:rFonts w:hint="eastAsia"/>
          <w:rtl/>
        </w:rPr>
        <w:t>انسان</w:t>
      </w:r>
      <w:r>
        <w:rPr>
          <w:rtl/>
        </w:rPr>
        <w:t xml:space="preserve"> كى فطريات 11</w:t>
      </w:r>
    </w:p>
    <w:p w:rsidR="001F628F" w:rsidRDefault="001F628F" w:rsidP="00D11EA1">
      <w:pPr>
        <w:pStyle w:val="libNormal"/>
        <w:rPr>
          <w:rtl/>
        </w:rPr>
      </w:pPr>
      <w:r>
        <w:rPr>
          <w:rFonts w:hint="eastAsia"/>
          <w:rtl/>
        </w:rPr>
        <w:t>تقوى</w:t>
      </w:r>
      <w:r>
        <w:rPr>
          <w:rtl/>
        </w:rPr>
        <w:t xml:space="preserve"> :</w:t>
      </w:r>
      <w:r>
        <w:rPr>
          <w:rFonts w:hint="eastAsia"/>
          <w:rtl/>
        </w:rPr>
        <w:t>بے</w:t>
      </w:r>
      <w:r>
        <w:rPr>
          <w:rtl/>
        </w:rPr>
        <w:t xml:space="preserve"> تقوى ہونے كے اثرات 8;تقوى كى دعوت 1 ; تقوى كے اثرات 2،4</w:t>
      </w:r>
    </w:p>
    <w:p w:rsidR="001F628F" w:rsidRDefault="001F628F" w:rsidP="00D11EA1">
      <w:pPr>
        <w:pStyle w:val="libNormal"/>
        <w:rPr>
          <w:rtl/>
        </w:rPr>
      </w:pPr>
      <w:r>
        <w:rPr>
          <w:rFonts w:hint="eastAsia"/>
          <w:rtl/>
        </w:rPr>
        <w:t>جنسى</w:t>
      </w:r>
      <w:r>
        <w:rPr>
          <w:rtl/>
        </w:rPr>
        <w:t xml:space="preserve"> انحراف :</w:t>
      </w:r>
      <w:r>
        <w:rPr>
          <w:rFonts w:hint="eastAsia"/>
          <w:rtl/>
        </w:rPr>
        <w:t>جنسى</w:t>
      </w:r>
      <w:r>
        <w:rPr>
          <w:rtl/>
        </w:rPr>
        <w:t xml:space="preserve"> انحراف كے موانع 2</w:t>
      </w:r>
    </w:p>
    <w:p w:rsidR="001F628F" w:rsidRDefault="001F628F"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w:t>
      </w:r>
      <w:r w:rsidR="00367F17" w:rsidRPr="00367F17">
        <w:rPr>
          <w:rStyle w:val="libAlaemChar"/>
          <w:rtl/>
        </w:rPr>
        <w:t xml:space="preserve"> عليه‌السلام </w:t>
      </w:r>
      <w:r>
        <w:rPr>
          <w:rtl/>
        </w:rPr>
        <w:t xml:space="preserve"> كاقصہ 1 ، 3;حضرت لوط </w:t>
      </w:r>
      <w:r w:rsidR="00367F17" w:rsidRPr="00367F17">
        <w:rPr>
          <w:rStyle w:val="libAlaemChar"/>
          <w:rtl/>
        </w:rPr>
        <w:t xml:space="preserve"> عليه‌السلام </w:t>
      </w:r>
      <w:r>
        <w:rPr>
          <w:rtl/>
        </w:rPr>
        <w:t xml:space="preserve"> كى دعوتي</w:t>
      </w:r>
      <w:r w:rsidR="00083993">
        <w:rPr>
          <w:rtl/>
        </w:rPr>
        <w:t xml:space="preserve">ں </w:t>
      </w:r>
      <w:r>
        <w:rPr>
          <w:rtl/>
        </w:rPr>
        <w:t xml:space="preserve">1 ; حضرت لوط </w:t>
      </w:r>
      <w:r w:rsidR="00367F17" w:rsidRPr="00367F17">
        <w:rPr>
          <w:rStyle w:val="libAlaemChar"/>
          <w:rtl/>
        </w:rPr>
        <w:t xml:space="preserve"> عليه‌السلام </w:t>
      </w:r>
      <w:r>
        <w:rPr>
          <w:rtl/>
        </w:rPr>
        <w:t xml:space="preserve"> كى ذلت سے نہى 3; حضرت لوط </w:t>
      </w:r>
      <w:r w:rsidR="00367F17" w:rsidRPr="00367F17">
        <w:rPr>
          <w:rStyle w:val="libAlaemChar"/>
          <w:rtl/>
        </w:rPr>
        <w:t xml:space="preserve"> عليه‌السلام </w:t>
      </w:r>
      <w:r>
        <w:rPr>
          <w:rtl/>
        </w:rPr>
        <w:t xml:space="preserve"> كے مہمان 3;حضرت لوط </w:t>
      </w:r>
      <w:r w:rsidR="00367F17" w:rsidRPr="00367F17">
        <w:rPr>
          <w:rStyle w:val="libAlaemChar"/>
          <w:rtl/>
        </w:rPr>
        <w:t xml:space="preserve"> عليه‌السلام </w:t>
      </w:r>
      <w:r>
        <w:rPr>
          <w:rtl/>
        </w:rPr>
        <w:t xml:space="preserve"> كے نواہى 3</w:t>
      </w:r>
    </w:p>
    <w:p w:rsidR="001F628F" w:rsidRDefault="001F628F" w:rsidP="00D11EA1">
      <w:pPr>
        <w:pStyle w:val="libNormal"/>
        <w:rPr>
          <w:rtl/>
        </w:rPr>
      </w:pPr>
      <w:r>
        <w:rPr>
          <w:rFonts w:hint="eastAsia"/>
          <w:rtl/>
        </w:rPr>
        <w:t>حقوق</w:t>
      </w:r>
      <w:r>
        <w:rPr>
          <w:rtl/>
        </w:rPr>
        <w:t xml:space="preserve"> :</w:t>
      </w:r>
      <w:r>
        <w:rPr>
          <w:rFonts w:hint="eastAsia"/>
          <w:rtl/>
        </w:rPr>
        <w:t>حقوق</w:t>
      </w:r>
      <w:r>
        <w:rPr>
          <w:rtl/>
        </w:rPr>
        <w:t xml:space="preserve"> كے ضائع ہونے كے موانع 4</w:t>
      </w:r>
    </w:p>
    <w:p w:rsidR="001F628F" w:rsidRDefault="001F628F" w:rsidP="00D11EA1">
      <w:pPr>
        <w:pStyle w:val="libNormal"/>
        <w:rPr>
          <w:rtl/>
        </w:rPr>
      </w:pPr>
      <w:r>
        <w:rPr>
          <w:rFonts w:hint="eastAsia"/>
          <w:rtl/>
        </w:rPr>
        <w:t>ذلت</w:t>
      </w:r>
      <w:r>
        <w:rPr>
          <w:rtl/>
        </w:rPr>
        <w:t xml:space="preserve"> :</w:t>
      </w:r>
      <w:r>
        <w:rPr>
          <w:rFonts w:hint="eastAsia"/>
          <w:rtl/>
        </w:rPr>
        <w:t>ذلت</w:t>
      </w:r>
      <w:r>
        <w:rPr>
          <w:rtl/>
        </w:rPr>
        <w:t xml:space="preserve"> كے عوامل 5</w:t>
      </w:r>
    </w:p>
    <w:p w:rsidR="001F628F" w:rsidRDefault="001F628F" w:rsidP="00D11EA1">
      <w:pPr>
        <w:pStyle w:val="libNormal"/>
        <w:rPr>
          <w:rtl/>
        </w:rPr>
      </w:pPr>
      <w:r>
        <w:rPr>
          <w:rFonts w:hint="eastAsia"/>
          <w:rtl/>
        </w:rPr>
        <w:t>عمل</w:t>
      </w:r>
      <w:r>
        <w:rPr>
          <w:rtl/>
        </w:rPr>
        <w:t xml:space="preserve"> :</w:t>
      </w:r>
      <w:r>
        <w:rPr>
          <w:rFonts w:hint="eastAsia"/>
          <w:rtl/>
        </w:rPr>
        <w:t>ناپسنديدہ</w:t>
      </w:r>
      <w:r>
        <w:rPr>
          <w:rtl/>
        </w:rPr>
        <w:t xml:space="preserve"> عمل 8</w:t>
      </w:r>
    </w:p>
    <w:p w:rsidR="001F628F" w:rsidRDefault="001F628F" w:rsidP="00D11EA1">
      <w:pPr>
        <w:pStyle w:val="libNormal"/>
        <w:rPr>
          <w:rtl/>
        </w:rPr>
      </w:pPr>
      <w:r>
        <w:rPr>
          <w:rFonts w:hint="eastAsia"/>
          <w:rtl/>
        </w:rPr>
        <w:t>فحشاء</w:t>
      </w:r>
      <w:r>
        <w:rPr>
          <w:rtl/>
        </w:rPr>
        <w:t xml:space="preserve"> :</w:t>
      </w:r>
      <w:r>
        <w:rPr>
          <w:rFonts w:hint="eastAsia"/>
          <w:rtl/>
        </w:rPr>
        <w:t>فحشاء</w:t>
      </w:r>
      <w:r>
        <w:rPr>
          <w:rtl/>
        </w:rPr>
        <w:t xml:space="preserve"> كے موانع 2</w:t>
      </w:r>
    </w:p>
    <w:p w:rsidR="001F628F" w:rsidRDefault="001F628F" w:rsidP="00D11EA1">
      <w:pPr>
        <w:pStyle w:val="libNormal"/>
        <w:rPr>
          <w:rtl/>
        </w:rPr>
      </w:pPr>
      <w:r>
        <w:rPr>
          <w:rFonts w:hint="eastAsia"/>
          <w:rtl/>
        </w:rPr>
        <w:t>قائدين</w:t>
      </w:r>
      <w:r>
        <w:rPr>
          <w:rtl/>
        </w:rPr>
        <w:t xml:space="preserve"> :</w:t>
      </w:r>
      <w:r>
        <w:rPr>
          <w:rFonts w:hint="eastAsia"/>
          <w:rtl/>
        </w:rPr>
        <w:t>قائدين</w:t>
      </w:r>
      <w:r>
        <w:rPr>
          <w:rtl/>
        </w:rPr>
        <w:t xml:space="preserve"> كى ذلت كے عوامل 10;قائدين كى عزت كے عوامل 10</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كو دعوت 1;قوم لوط كو نہى 3</w:t>
      </w:r>
    </w:p>
    <w:p w:rsidR="001F628F" w:rsidRDefault="001F628F" w:rsidP="00D11EA1">
      <w:pPr>
        <w:pStyle w:val="libNormal"/>
        <w:rPr>
          <w:rtl/>
        </w:rPr>
      </w:pPr>
      <w:r>
        <w:rPr>
          <w:rFonts w:hint="eastAsia"/>
          <w:rtl/>
        </w:rPr>
        <w:t>معاشرت</w:t>
      </w:r>
      <w:r>
        <w:rPr>
          <w:rtl/>
        </w:rPr>
        <w:t xml:space="preserve"> :</w:t>
      </w:r>
      <w:r>
        <w:rPr>
          <w:rFonts w:hint="eastAsia"/>
          <w:rtl/>
        </w:rPr>
        <w:t>معاشرت</w:t>
      </w:r>
      <w:r>
        <w:rPr>
          <w:rtl/>
        </w:rPr>
        <w:t xml:space="preserve"> كے اداب 6</w:t>
      </w:r>
    </w:p>
    <w:p w:rsidR="001F628F" w:rsidRDefault="001F628F" w:rsidP="00D11EA1">
      <w:pPr>
        <w:pStyle w:val="libNormal"/>
        <w:rPr>
          <w:rtl/>
        </w:rPr>
      </w:pPr>
      <w:r>
        <w:rPr>
          <w:rFonts w:hint="eastAsia"/>
          <w:rtl/>
        </w:rPr>
        <w:t>مہمان</w:t>
      </w:r>
      <w:r>
        <w:rPr>
          <w:rtl/>
        </w:rPr>
        <w:t xml:space="preserve"> :</w:t>
      </w:r>
      <w:r>
        <w:rPr>
          <w:rFonts w:hint="eastAsia"/>
          <w:rtl/>
        </w:rPr>
        <w:t>مہمان</w:t>
      </w:r>
      <w:r>
        <w:rPr>
          <w:rtl/>
        </w:rPr>
        <w:t xml:space="preserve"> كادفاع 6;مہمان كى توہين پر سرزنش 8; مہمان كى توہين كے اثرات7;مہمان كے احترام كى اہميت6</w:t>
      </w:r>
    </w:p>
    <w:p w:rsidR="001F628F" w:rsidRDefault="001F628F" w:rsidP="00D11EA1">
      <w:pPr>
        <w:pStyle w:val="libNormal"/>
        <w:rPr>
          <w:rtl/>
        </w:rPr>
      </w:pPr>
      <w:r>
        <w:rPr>
          <w:rFonts w:hint="eastAsia"/>
          <w:rtl/>
        </w:rPr>
        <w:t>ميزبان</w:t>
      </w:r>
      <w:r>
        <w:rPr>
          <w:rtl/>
        </w:rPr>
        <w:t xml:space="preserve"> :</w:t>
      </w:r>
      <w:r>
        <w:rPr>
          <w:rFonts w:hint="eastAsia"/>
          <w:rtl/>
        </w:rPr>
        <w:t>ميزبان</w:t>
      </w:r>
      <w:r>
        <w:rPr>
          <w:rtl/>
        </w:rPr>
        <w:t xml:space="preserve"> كى توہين 7;ميزبان كى ذمہ دارى 6</w:t>
      </w:r>
    </w:p>
    <w:p w:rsidR="001F628F" w:rsidRDefault="001F628F" w:rsidP="00D11EA1">
      <w:pPr>
        <w:pStyle w:val="libNormal"/>
        <w:rPr>
          <w:rtl/>
        </w:rPr>
      </w:pPr>
      <w:r>
        <w:rPr>
          <w:rFonts w:hint="eastAsia"/>
          <w:rtl/>
        </w:rPr>
        <w:t>ہم</w:t>
      </w:r>
      <w:r>
        <w:rPr>
          <w:rtl/>
        </w:rPr>
        <w:t xml:space="preserve"> جنس پر ستى :</w:t>
      </w:r>
      <w:r>
        <w:rPr>
          <w:rFonts w:hint="eastAsia"/>
          <w:rtl/>
        </w:rPr>
        <w:t>ہم</w:t>
      </w:r>
      <w:r>
        <w:rPr>
          <w:rtl/>
        </w:rPr>
        <w:t xml:space="preserve"> جنس پرستى كے اثرات 5</w:t>
      </w:r>
    </w:p>
    <w:p w:rsidR="00D11EA1" w:rsidRDefault="001E7F9D" w:rsidP="00F73EDE">
      <w:pPr>
        <w:pStyle w:val="libPoemTini"/>
        <w:rPr>
          <w:rtl/>
        </w:rPr>
      </w:pPr>
      <w:r>
        <w:rPr>
          <w:rtl/>
        </w:rPr>
        <w:cr/>
      </w:r>
      <w:r>
        <w:rPr>
          <w:rtl/>
        </w:rPr>
        <w:br w:type="page"/>
      </w:r>
    </w:p>
    <w:p w:rsidR="00D11EA1" w:rsidRPr="00120F63" w:rsidRDefault="00D11EA1" w:rsidP="00D11EA1">
      <w:pPr>
        <w:pStyle w:val="Heading2Center"/>
        <w:rPr>
          <w:rtl/>
        </w:rPr>
      </w:pPr>
      <w:bookmarkStart w:id="116" w:name="_Toc28081794"/>
      <w:r>
        <w:rPr>
          <w:rFonts w:hint="cs"/>
          <w:rtl/>
        </w:rPr>
        <w:lastRenderedPageBreak/>
        <w:t xml:space="preserve">آیت </w:t>
      </w:r>
      <w:r w:rsidRPr="00120F63">
        <w:rPr>
          <w:rFonts w:hint="cs"/>
          <w:rtl/>
        </w:rPr>
        <w:t>70</w:t>
      </w:r>
      <w:bookmarkEnd w:id="116"/>
    </w:p>
    <w:p w:rsidR="001F628F" w:rsidRDefault="00E260F9" w:rsidP="00D11EA1">
      <w:pPr>
        <w:pStyle w:val="libNormal"/>
        <w:rPr>
          <w:rtl/>
        </w:rPr>
      </w:pPr>
      <w:r w:rsidRPr="00E260F9">
        <w:rPr>
          <w:rStyle w:val="libAlaemChar"/>
          <w:rFonts w:hint="eastAsia"/>
          <w:rtl/>
        </w:rPr>
        <w:t>(</w:t>
      </w:r>
      <w:r w:rsidRPr="00D11EA1">
        <w:rPr>
          <w:rStyle w:val="libAieChar"/>
          <w:rFonts w:hint="eastAsia"/>
          <w:rtl/>
        </w:rPr>
        <w:t>قَالُوا</w:t>
      </w:r>
      <w:r w:rsidRPr="00D11EA1">
        <w:rPr>
          <w:rStyle w:val="libAieChar"/>
          <w:rtl/>
        </w:rPr>
        <w:t xml:space="preserve"> أَوَلَمْ نَنْهَكَ عَنِ الْعَالَمِينَ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لوگو</w:t>
      </w:r>
      <w:r w:rsidR="00083993">
        <w:rPr>
          <w:rtl/>
        </w:rPr>
        <w:t xml:space="preserve">ں </w:t>
      </w:r>
      <w:r>
        <w:rPr>
          <w:rtl/>
        </w:rPr>
        <w:t>نے كہا كہ كيا ہم نے آپ كو سب كے آنے سے منع نہي</w:t>
      </w:r>
      <w:r w:rsidR="00083993">
        <w:rPr>
          <w:rtl/>
        </w:rPr>
        <w:t xml:space="preserve">ں </w:t>
      </w:r>
      <w:r>
        <w:rPr>
          <w:rtl/>
        </w:rPr>
        <w:t>كردياتھا_</w:t>
      </w:r>
    </w:p>
    <w:p w:rsidR="001F628F" w:rsidRDefault="001F628F" w:rsidP="00D11EA1">
      <w:pPr>
        <w:pStyle w:val="libNormal"/>
        <w:rPr>
          <w:rtl/>
        </w:rPr>
      </w:pPr>
      <w:r>
        <w:rPr>
          <w:rtl/>
        </w:rPr>
        <w:t xml:space="preserve">1_حضرت لوط </w:t>
      </w:r>
      <w:r w:rsidR="00367F17" w:rsidRPr="00367F17">
        <w:rPr>
          <w:rStyle w:val="libAlaemChar"/>
          <w:rtl/>
        </w:rPr>
        <w:t xml:space="preserve"> عليه‌السلام </w:t>
      </w:r>
      <w:r>
        <w:rPr>
          <w:rtl/>
        </w:rPr>
        <w:t xml:space="preserve"> كو اجنبى مہمانو</w:t>
      </w:r>
      <w:r w:rsidR="00083993">
        <w:rPr>
          <w:rtl/>
        </w:rPr>
        <w:t xml:space="preserve">ں </w:t>
      </w:r>
      <w:r>
        <w:rPr>
          <w:rtl/>
        </w:rPr>
        <w:t>كى پذيرائي كرنے اور اُن كى حمايت كرنے كى وجہ سے اپنى قوم كى سرزنش كا سامنا كرنا پڑا_</w:t>
      </w:r>
      <w:r w:rsidRPr="00D11EA1">
        <w:rPr>
          <w:rStyle w:val="libArabicChar"/>
          <w:rFonts w:hint="eastAsia"/>
          <w:rtl/>
        </w:rPr>
        <w:t>قال</w:t>
      </w:r>
      <w:r w:rsidRPr="00D11EA1">
        <w:rPr>
          <w:rStyle w:val="libArabicChar"/>
          <w:rtl/>
        </w:rPr>
        <w:t xml:space="preserve"> ان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ضيفي</w:t>
      </w:r>
      <w:r w:rsidRPr="00D11EA1">
        <w:rPr>
          <w:rStyle w:val="libArabicChar"/>
          <w:rtl/>
        </w:rPr>
        <w:t xml:space="preserve"> ...</w:t>
      </w:r>
      <w:r w:rsidRPr="00D11EA1">
        <w:rPr>
          <w:rStyle w:val="libArabicChar"/>
          <w:rFonts w:hint="cs"/>
          <w:rtl/>
        </w:rPr>
        <w:t>قالوا</w:t>
      </w:r>
      <w:r w:rsidRPr="00D11EA1">
        <w:rPr>
          <w:rStyle w:val="libArabicChar"/>
          <w:rtl/>
        </w:rPr>
        <w:t xml:space="preserve"> </w:t>
      </w:r>
      <w:r w:rsidRPr="00D11EA1">
        <w:rPr>
          <w:rStyle w:val="libArabicChar"/>
          <w:rFonts w:hint="cs"/>
          <w:rtl/>
        </w:rPr>
        <w:t>ا</w:t>
      </w:r>
      <w:r w:rsidRPr="00D11EA1">
        <w:rPr>
          <w:rStyle w:val="libArabicChar"/>
          <w:rtl/>
        </w:rPr>
        <w:t xml:space="preserve"> </w:t>
      </w:r>
      <w:r w:rsidRPr="00D11EA1">
        <w:rPr>
          <w:rStyle w:val="libArabicChar"/>
          <w:rFonts w:hint="cs"/>
          <w:rtl/>
        </w:rPr>
        <w:t>و</w:t>
      </w:r>
      <w:r w:rsidRPr="00D11EA1">
        <w:rPr>
          <w:rStyle w:val="libArabicChar"/>
          <w:rtl/>
        </w:rPr>
        <w:t xml:space="preserve"> </w:t>
      </w:r>
      <w:r w:rsidRPr="00D11EA1">
        <w:rPr>
          <w:rStyle w:val="libArabicChar"/>
          <w:rFonts w:hint="cs"/>
          <w:rtl/>
        </w:rPr>
        <w:t>لم</w:t>
      </w:r>
      <w:r w:rsidRPr="00D11EA1">
        <w:rPr>
          <w:rStyle w:val="libArabicChar"/>
          <w:rtl/>
        </w:rPr>
        <w:t xml:space="preserve"> </w:t>
      </w:r>
      <w:r w:rsidRPr="00D11EA1">
        <w:rPr>
          <w:rStyle w:val="libArabicChar"/>
          <w:rFonts w:hint="cs"/>
          <w:rtl/>
        </w:rPr>
        <w:t>نن</w:t>
      </w:r>
      <w:r w:rsidR="00F21947" w:rsidRPr="00B2551F">
        <w:rPr>
          <w:rStyle w:val="libArabicChar"/>
          <w:rFonts w:hint="cs"/>
          <w:rtl/>
        </w:rPr>
        <w:t>ه</w:t>
      </w:r>
      <w:r w:rsidRPr="00D11EA1">
        <w:rPr>
          <w:rStyle w:val="libArabicChar"/>
          <w:rFonts w:hint="cs"/>
          <w:rtl/>
        </w:rPr>
        <w:t>ك</w:t>
      </w:r>
      <w:r w:rsidRPr="00D11EA1">
        <w:rPr>
          <w:rStyle w:val="libArabicChar"/>
          <w:rtl/>
        </w:rPr>
        <w:t xml:space="preserve"> </w:t>
      </w:r>
      <w:r w:rsidRPr="00D11EA1">
        <w:rPr>
          <w:rStyle w:val="libArabicChar"/>
          <w:rFonts w:hint="cs"/>
          <w:rtl/>
        </w:rPr>
        <w:t>عن</w:t>
      </w:r>
      <w:r w:rsidRPr="00D11EA1">
        <w:rPr>
          <w:rStyle w:val="libArabicChar"/>
          <w:rtl/>
        </w:rPr>
        <w:t xml:space="preserve"> </w:t>
      </w:r>
      <w:r w:rsidRPr="00D11EA1">
        <w:rPr>
          <w:rStyle w:val="libArabicChar"/>
          <w:rFonts w:hint="cs"/>
          <w:rtl/>
        </w:rPr>
        <w:t>ا</w:t>
      </w:r>
      <w:r w:rsidRPr="00D11EA1">
        <w:rPr>
          <w:rStyle w:val="libArabicChar"/>
          <w:rtl/>
        </w:rPr>
        <w:t>لعلمين</w:t>
      </w:r>
    </w:p>
    <w:p w:rsidR="001F628F" w:rsidRDefault="001F628F" w:rsidP="001F628F">
      <w:pPr>
        <w:pStyle w:val="libNormal"/>
        <w:rPr>
          <w:rtl/>
        </w:rPr>
      </w:pPr>
      <w:r>
        <w:rPr>
          <w:rtl/>
        </w:rPr>
        <w:t xml:space="preserve">2_حضرت لوط </w:t>
      </w:r>
      <w:r w:rsidR="00367F17" w:rsidRPr="00367F17">
        <w:rPr>
          <w:rStyle w:val="libAlaemChar"/>
          <w:rtl/>
        </w:rPr>
        <w:t xml:space="preserve"> عليه‌السلام </w:t>
      </w:r>
      <w:r>
        <w:rPr>
          <w:rtl/>
        </w:rPr>
        <w:t xml:space="preserve"> اپنے مہمانو</w:t>
      </w:r>
      <w:r w:rsidR="00083993">
        <w:rPr>
          <w:rtl/>
        </w:rPr>
        <w:t xml:space="preserve">ں </w:t>
      </w:r>
      <w:r>
        <w:rPr>
          <w:rtl/>
        </w:rPr>
        <w:t>كے دفاع كى خاطر اپنى قوم كے اعتراض كا نشانہ بنے 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تفضحون ... قالوا ا و لم 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ال</w:t>
      </w:r>
      <w:r>
        <w:rPr>
          <w:rtl/>
        </w:rPr>
        <w:t>علمين</w:t>
      </w:r>
    </w:p>
    <w:p w:rsidR="001F628F" w:rsidRDefault="001F628F" w:rsidP="001F628F">
      <w:pPr>
        <w:pStyle w:val="libNormal"/>
        <w:rPr>
          <w:rtl/>
        </w:rPr>
      </w:pPr>
      <w:r>
        <w:rPr>
          <w:rtl/>
        </w:rPr>
        <w:t xml:space="preserve">3_حضرت لوط </w:t>
      </w:r>
      <w:r w:rsidR="00367F17" w:rsidRPr="00367F17">
        <w:rPr>
          <w:rStyle w:val="libAlaemChar"/>
          <w:rtl/>
        </w:rPr>
        <w:t xml:space="preserve"> عليه‌السلام </w:t>
      </w:r>
      <w:r>
        <w:rPr>
          <w:rtl/>
        </w:rPr>
        <w:t xml:space="preserve"> كى قوم نے اُنہي</w:t>
      </w:r>
      <w:r w:rsidR="00083993">
        <w:rPr>
          <w:rtl/>
        </w:rPr>
        <w:t xml:space="preserve">ں </w:t>
      </w:r>
      <w:r>
        <w:rPr>
          <w:rtl/>
        </w:rPr>
        <w:t>ہر قسم كے اجنبى مہمان كى پذيرائي اور حمايت كرنے سے منع اور خبردار كيا ہوا تھا_</w:t>
      </w:r>
    </w:p>
    <w:p w:rsidR="001F628F" w:rsidRDefault="001F628F" w:rsidP="00D11EA1">
      <w:pPr>
        <w:pStyle w:val="libArabic"/>
        <w:rPr>
          <w:rtl/>
        </w:rPr>
      </w:pPr>
      <w:r>
        <w:rPr>
          <w:rFonts w:hint="eastAsia"/>
          <w:rtl/>
        </w:rPr>
        <w:t>قال</w:t>
      </w:r>
      <w:r>
        <w:rPr>
          <w:rtl/>
        </w:rPr>
        <w:t xml:space="preserve"> ان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ضيفي</w:t>
      </w:r>
      <w:r>
        <w:rPr>
          <w:rtl/>
        </w:rPr>
        <w:t xml:space="preserve"> ... </w:t>
      </w:r>
      <w:r>
        <w:rPr>
          <w:rFonts w:hint="cs"/>
          <w:rtl/>
        </w:rPr>
        <w:t>قالوا</w:t>
      </w:r>
      <w:r>
        <w:rPr>
          <w:rtl/>
        </w:rPr>
        <w:t xml:space="preserve"> </w:t>
      </w:r>
      <w:r>
        <w:rPr>
          <w:rFonts w:hint="cs"/>
          <w:rtl/>
        </w:rPr>
        <w:t>ا</w:t>
      </w:r>
      <w:r>
        <w:rPr>
          <w:rtl/>
        </w:rPr>
        <w:t xml:space="preserve"> </w:t>
      </w:r>
      <w:r>
        <w:rPr>
          <w:rFonts w:hint="cs"/>
          <w:rtl/>
        </w:rPr>
        <w:t>و</w:t>
      </w:r>
      <w:r>
        <w:rPr>
          <w:rtl/>
        </w:rPr>
        <w:t xml:space="preserve"> </w:t>
      </w:r>
      <w:r>
        <w:rPr>
          <w:rFonts w:hint="cs"/>
          <w:rtl/>
        </w:rPr>
        <w:t>لم</w:t>
      </w:r>
      <w:r>
        <w:rPr>
          <w:rtl/>
        </w:rPr>
        <w:t xml:space="preserve"> </w:t>
      </w:r>
      <w:r>
        <w:rPr>
          <w:rFonts w:hint="cs"/>
          <w:rtl/>
        </w:rPr>
        <w:t>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ال</w:t>
      </w:r>
      <w:r>
        <w:rPr>
          <w:rtl/>
        </w:rPr>
        <w:t>علمين</w:t>
      </w:r>
    </w:p>
    <w:p w:rsidR="001F628F" w:rsidRDefault="001F628F" w:rsidP="001F628F">
      <w:pPr>
        <w:pStyle w:val="libNormal"/>
        <w:rPr>
          <w:rtl/>
        </w:rPr>
      </w:pPr>
      <w:r>
        <w:rPr>
          <w:rtl/>
        </w:rPr>
        <w:t xml:space="preserve">4_قوم لوط نے حضرت لوط </w:t>
      </w:r>
      <w:r w:rsidR="00367F17" w:rsidRPr="00367F17">
        <w:rPr>
          <w:rStyle w:val="libAlaemChar"/>
          <w:rtl/>
        </w:rPr>
        <w:t xml:space="preserve"> عليه‌السلام </w:t>
      </w:r>
      <w:r>
        <w:rPr>
          <w:rtl/>
        </w:rPr>
        <w:t xml:space="preserve"> كى جانب سے اپنى قوم</w:t>
      </w:r>
    </w:p>
    <w:p w:rsidR="001F628F" w:rsidRDefault="001F628F" w:rsidP="001F628F">
      <w:pPr>
        <w:pStyle w:val="libNormal"/>
        <w:rPr>
          <w:rtl/>
        </w:rPr>
      </w:pPr>
      <w:r>
        <w:rPr>
          <w:rFonts w:hint="eastAsia"/>
          <w:rtl/>
        </w:rPr>
        <w:t>كوابرو</w:t>
      </w:r>
      <w:r>
        <w:rPr>
          <w:rtl/>
        </w:rPr>
        <w:t xml:space="preserve"> ريزى سے اجتناب كرنے كى درخواست كے جواب مي</w:t>
      </w:r>
      <w:r w:rsidR="00083993">
        <w:rPr>
          <w:rtl/>
        </w:rPr>
        <w:t xml:space="preserve">ں </w:t>
      </w:r>
      <w:r>
        <w:rPr>
          <w:rtl/>
        </w:rPr>
        <w:t>خود اپ</w:t>
      </w:r>
      <w:r w:rsidR="00367F17" w:rsidRPr="00367F17">
        <w:rPr>
          <w:rStyle w:val="libAlaemChar"/>
          <w:rtl/>
        </w:rPr>
        <w:t xml:space="preserve"> عليه‌السلام </w:t>
      </w:r>
      <w:r>
        <w:rPr>
          <w:rtl/>
        </w:rPr>
        <w:t xml:space="preserve"> ہى كو اصلى قصور وار ٹھرايا _</w:t>
      </w:r>
    </w:p>
    <w:p w:rsidR="001F628F" w:rsidRDefault="001F628F" w:rsidP="00D11EA1">
      <w:pPr>
        <w:pStyle w:val="libArabic"/>
        <w:rPr>
          <w:rtl/>
        </w:rPr>
      </w:pPr>
      <w:r>
        <w:rPr>
          <w:rFonts w:hint="eastAsia"/>
          <w:rtl/>
        </w:rPr>
        <w:t>فلا</w:t>
      </w:r>
      <w:r>
        <w:rPr>
          <w:rtl/>
        </w:rPr>
        <w:t xml:space="preserve"> تفضحون ... ولا تخزون_قالوا ا و لم 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ال</w:t>
      </w:r>
      <w:r>
        <w:rPr>
          <w:rtl/>
        </w:rPr>
        <w:t>علمين</w:t>
      </w:r>
    </w:p>
    <w:p w:rsidR="001F628F" w:rsidRDefault="001F628F" w:rsidP="001F628F">
      <w:pPr>
        <w:pStyle w:val="libNormal"/>
        <w:rPr>
          <w:rtl/>
        </w:rPr>
      </w:pPr>
      <w:r>
        <w:rPr>
          <w:rFonts w:hint="eastAsia"/>
          <w:rtl/>
        </w:rPr>
        <w:t>يہ</w:t>
      </w:r>
      <w:r>
        <w:rPr>
          <w:rtl/>
        </w:rPr>
        <w:t xml:space="preserve"> كہ قوم لوط نے اپ </w:t>
      </w:r>
      <w:r w:rsidR="00367F17" w:rsidRPr="00367F17">
        <w:rPr>
          <w:rStyle w:val="libAlaemChar"/>
          <w:rtl/>
        </w:rPr>
        <w:t xml:space="preserve"> عليه‌السلام </w:t>
      </w:r>
      <w:r>
        <w:rPr>
          <w:rtl/>
        </w:rPr>
        <w:t xml:space="preserve"> كى جانب سے ابرو ريزى نہ كرنے پر مبنى درخواست كے جواب مي</w:t>
      </w:r>
      <w:r w:rsidR="00083993">
        <w:rPr>
          <w:rtl/>
        </w:rPr>
        <w:t xml:space="preserve">ں </w:t>
      </w:r>
      <w:r>
        <w:rPr>
          <w:rtl/>
        </w:rPr>
        <w:t>كہا:ہم نے تجھے پہلے سے ہر قسم كے اجنبى مہمان كى پذيرائي كرنے سے منع كيا ہوا تھا ،اس سے يہ نكتہ اخذ ہوتا ہے كہ وہ لوگ اس طرح كى باتي</w:t>
      </w:r>
      <w:r w:rsidR="00083993">
        <w:rPr>
          <w:rtl/>
        </w:rPr>
        <w:t xml:space="preserve">ں </w:t>
      </w:r>
      <w:r>
        <w:rPr>
          <w:rtl/>
        </w:rPr>
        <w:t xml:space="preserve">كر كے خود حضرت لوط </w:t>
      </w:r>
      <w:r w:rsidR="00367F17" w:rsidRPr="00367F17">
        <w:rPr>
          <w:rStyle w:val="libAlaemChar"/>
          <w:rtl/>
        </w:rPr>
        <w:t xml:space="preserve"> عليه‌السلام </w:t>
      </w:r>
      <w:r>
        <w:rPr>
          <w:rtl/>
        </w:rPr>
        <w:t xml:space="preserve"> ہى كو اصلى قصووار ٹھ</w:t>
      </w:r>
      <w:r>
        <w:rPr>
          <w:rFonts w:hint="eastAsia"/>
          <w:rtl/>
        </w:rPr>
        <w:t>رانا</w:t>
      </w:r>
      <w:r>
        <w:rPr>
          <w:rtl/>
        </w:rPr>
        <w:t xml:space="preserve"> چاہتے تھے_</w:t>
      </w:r>
    </w:p>
    <w:p w:rsidR="001F628F" w:rsidRDefault="001F628F" w:rsidP="001F628F">
      <w:pPr>
        <w:pStyle w:val="libNormal"/>
        <w:rPr>
          <w:rtl/>
        </w:rPr>
      </w:pPr>
      <w:r>
        <w:rPr>
          <w:rtl/>
        </w:rPr>
        <w:t xml:space="preserve">5_قوم لوط ،حضرت لوط </w:t>
      </w:r>
      <w:r w:rsidR="00367F17" w:rsidRPr="00367F17">
        <w:rPr>
          <w:rStyle w:val="libAlaemChar"/>
          <w:rtl/>
        </w:rPr>
        <w:t xml:space="preserve"> عليه‌السلام </w:t>
      </w:r>
      <w:r>
        <w:rPr>
          <w:rtl/>
        </w:rPr>
        <w:t xml:space="preserve"> كو دوسرى قومو</w:t>
      </w:r>
      <w:r w:rsidR="00083993">
        <w:rPr>
          <w:rtl/>
        </w:rPr>
        <w:t xml:space="preserve">ں </w:t>
      </w:r>
      <w:r>
        <w:rPr>
          <w:rtl/>
        </w:rPr>
        <w:t>سے روابط و تعلقات قائم كرنے سے منع اور خبردار كرتى تھى _</w:t>
      </w:r>
    </w:p>
    <w:p w:rsidR="001F628F" w:rsidRDefault="001F628F" w:rsidP="00D11EA1">
      <w:pPr>
        <w:pStyle w:val="libArabic"/>
        <w:rPr>
          <w:rtl/>
        </w:rPr>
      </w:pPr>
      <w:r>
        <w:rPr>
          <w:rFonts w:hint="eastAsia"/>
          <w:rtl/>
        </w:rPr>
        <w:t>قالوا</w:t>
      </w:r>
      <w:r>
        <w:rPr>
          <w:rtl/>
        </w:rPr>
        <w:t xml:space="preserve"> ا و لم 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ال</w:t>
      </w:r>
      <w:r>
        <w:rPr>
          <w:rtl/>
        </w:rPr>
        <w:t>علمين</w:t>
      </w:r>
    </w:p>
    <w:p w:rsidR="001F628F" w:rsidRDefault="001F628F" w:rsidP="001F628F">
      <w:pPr>
        <w:pStyle w:val="libNormal"/>
        <w:rPr>
          <w:rtl/>
        </w:rPr>
      </w:pPr>
      <w:r>
        <w:rPr>
          <w:rtl/>
        </w:rPr>
        <w:t xml:space="preserve">6_حضرت لوط </w:t>
      </w:r>
      <w:r w:rsidR="00367F17" w:rsidRPr="00367F17">
        <w:rPr>
          <w:rStyle w:val="libAlaemChar"/>
          <w:rtl/>
        </w:rPr>
        <w:t xml:space="preserve"> عليه‌السلام </w:t>
      </w:r>
      <w:r>
        <w:rPr>
          <w:rtl/>
        </w:rPr>
        <w:t xml:space="preserve"> كے گھر مي</w:t>
      </w:r>
      <w:r w:rsidR="00083993">
        <w:rPr>
          <w:rtl/>
        </w:rPr>
        <w:t xml:space="preserve">ں </w:t>
      </w:r>
      <w:r>
        <w:rPr>
          <w:rtl/>
        </w:rPr>
        <w:t>مختلف علاقو</w:t>
      </w:r>
      <w:r w:rsidR="00083993">
        <w:rPr>
          <w:rtl/>
        </w:rPr>
        <w:t xml:space="preserve">ں </w:t>
      </w:r>
      <w:r>
        <w:rPr>
          <w:rtl/>
        </w:rPr>
        <w:t>،شہرو</w:t>
      </w:r>
      <w:r w:rsidR="00083993">
        <w:rPr>
          <w:rtl/>
        </w:rPr>
        <w:t xml:space="preserve">ں </w:t>
      </w:r>
      <w:r>
        <w:rPr>
          <w:rtl/>
        </w:rPr>
        <w:t>اور گونا</w:t>
      </w:r>
      <w:r w:rsidR="00083993">
        <w:rPr>
          <w:rtl/>
        </w:rPr>
        <w:t xml:space="preserve">ں </w:t>
      </w:r>
      <w:r>
        <w:rPr>
          <w:rtl/>
        </w:rPr>
        <w:t>گو</w:t>
      </w:r>
      <w:r w:rsidR="00083993">
        <w:rPr>
          <w:rtl/>
        </w:rPr>
        <w:t xml:space="preserve">ں </w:t>
      </w:r>
      <w:r>
        <w:rPr>
          <w:rtl/>
        </w:rPr>
        <w:t>اقوام كے لوگو</w:t>
      </w:r>
      <w:r w:rsidR="00083993">
        <w:rPr>
          <w:rtl/>
        </w:rPr>
        <w:t xml:space="preserve">ں </w:t>
      </w:r>
      <w:r>
        <w:rPr>
          <w:rtl/>
        </w:rPr>
        <w:t>كا انا جانا تھا_</w:t>
      </w:r>
    </w:p>
    <w:p w:rsidR="00D11EA1" w:rsidRDefault="00D11EA1" w:rsidP="00D11EA1">
      <w:pPr>
        <w:pStyle w:val="libArabic"/>
        <w:rPr>
          <w:rtl/>
        </w:rPr>
      </w:pPr>
      <w:r>
        <w:rPr>
          <w:rFonts w:hint="eastAsia"/>
          <w:rtl/>
        </w:rPr>
        <w:t>قالوا</w:t>
      </w:r>
      <w:r>
        <w:rPr>
          <w:rtl/>
        </w:rPr>
        <w:t xml:space="preserve"> ا و لم 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w:t>
      </w:r>
      <w:r>
        <w:rPr>
          <w:rtl/>
        </w:rPr>
        <w:t>لعلمين</w:t>
      </w:r>
    </w:p>
    <w:p w:rsidR="00D11EA1" w:rsidRDefault="00D11EA1" w:rsidP="00D11EA1">
      <w:pPr>
        <w:pStyle w:val="libNormal"/>
        <w:rPr>
          <w:rtl/>
        </w:rPr>
      </w:pPr>
      <w:r>
        <w:rPr>
          <w:rtl/>
        </w:rPr>
        <w:t>''عالم '' كا معنى تمام مخلوق يا مخلوقات كا ايك گروہ ہے _دنيا كى تمام موجودات و اصناف كو شامل كرنے اور استغراق كا معنى بيان كرنے كى خاطر اُسے جمع كے صيغے (عالمين) كے ساتھ لايا گيا ہے اور اس ايت ميں اس سے دور و نزديك كے تمام قبائل واقوام كے سب لوگ مرادہيں _</w:t>
      </w:r>
    </w:p>
    <w:p w:rsidR="00D11EA1" w:rsidRDefault="001E7F9D" w:rsidP="00F73EDE">
      <w:pPr>
        <w:pStyle w:val="libPoemTini"/>
        <w:rPr>
          <w:rtl/>
        </w:rPr>
      </w:pPr>
      <w:r>
        <w:rPr>
          <w:rtl/>
        </w:rPr>
        <w:br w:type="page"/>
      </w:r>
    </w:p>
    <w:p w:rsidR="001F628F" w:rsidRDefault="001F628F" w:rsidP="001F628F">
      <w:pPr>
        <w:pStyle w:val="libNormal"/>
        <w:rPr>
          <w:rtl/>
        </w:rPr>
      </w:pPr>
      <w:r>
        <w:rPr>
          <w:rtl/>
        </w:rPr>
        <w:lastRenderedPageBreak/>
        <w:t xml:space="preserve">7_اپنى قوم كے درميان حضرت لوط </w:t>
      </w:r>
      <w:r w:rsidR="00367F17" w:rsidRPr="00367F17">
        <w:rPr>
          <w:rStyle w:val="libAlaemChar"/>
          <w:rtl/>
        </w:rPr>
        <w:t xml:space="preserve"> عليه‌السلام </w:t>
      </w:r>
      <w:r>
        <w:rPr>
          <w:rtl/>
        </w:rPr>
        <w:t xml:space="preserve"> كى حيثيت كمزور تھى اور وہ لوگ اپ </w:t>
      </w:r>
      <w:r w:rsidR="00367F17" w:rsidRPr="00367F17">
        <w:rPr>
          <w:rStyle w:val="libAlaemChar"/>
          <w:rtl/>
        </w:rPr>
        <w:t xml:space="preserve"> عليه‌السلام </w:t>
      </w:r>
      <w:r>
        <w:rPr>
          <w:rtl/>
        </w:rPr>
        <w:t xml:space="preserve"> كے بارے مي</w:t>
      </w:r>
      <w:r w:rsidR="00083993">
        <w:rPr>
          <w:rtl/>
        </w:rPr>
        <w:t xml:space="preserve">ں </w:t>
      </w:r>
      <w:r>
        <w:rPr>
          <w:rtl/>
        </w:rPr>
        <w:t>گستاخى كرتے تھے_</w:t>
      </w:r>
    </w:p>
    <w:p w:rsidR="001F628F" w:rsidRDefault="001F628F" w:rsidP="00D11EA1">
      <w:pPr>
        <w:pStyle w:val="libArabic"/>
        <w:rPr>
          <w:rtl/>
        </w:rPr>
      </w:pPr>
      <w:r>
        <w:rPr>
          <w:rFonts w:hint="eastAsia"/>
          <w:rtl/>
        </w:rPr>
        <w:t>قالوا</w:t>
      </w:r>
      <w:r>
        <w:rPr>
          <w:rtl/>
        </w:rPr>
        <w:t xml:space="preserve"> ا و لم نن</w:t>
      </w:r>
      <w:r w:rsidR="00F21947" w:rsidRPr="00B2551F">
        <w:rPr>
          <w:rFonts w:hint="cs"/>
          <w:rtl/>
        </w:rPr>
        <w:t>ه</w:t>
      </w:r>
      <w:r>
        <w:rPr>
          <w:rFonts w:hint="cs"/>
          <w:rtl/>
        </w:rPr>
        <w:t>ك</w:t>
      </w:r>
      <w:r>
        <w:rPr>
          <w:rtl/>
        </w:rPr>
        <w:t xml:space="preserve"> </w:t>
      </w:r>
      <w:r>
        <w:rPr>
          <w:rFonts w:hint="cs"/>
          <w:rtl/>
        </w:rPr>
        <w:t>عن</w:t>
      </w:r>
      <w:r>
        <w:rPr>
          <w:rtl/>
        </w:rPr>
        <w:t xml:space="preserve"> </w:t>
      </w:r>
      <w:r>
        <w:rPr>
          <w:rFonts w:hint="cs"/>
          <w:rtl/>
        </w:rPr>
        <w:t>ا</w:t>
      </w:r>
      <w:r>
        <w:rPr>
          <w:rtl/>
        </w:rPr>
        <w:t>لعلمين</w:t>
      </w:r>
    </w:p>
    <w:p w:rsidR="001F628F" w:rsidRDefault="001F628F" w:rsidP="001F628F">
      <w:pPr>
        <w:pStyle w:val="libNormal"/>
        <w:rPr>
          <w:rtl/>
        </w:rPr>
      </w:pPr>
      <w:r>
        <w:rPr>
          <w:rFonts w:hint="eastAsia"/>
          <w:rtl/>
        </w:rPr>
        <w:t>يہ</w:t>
      </w:r>
      <w:r>
        <w:rPr>
          <w:rtl/>
        </w:rPr>
        <w:t xml:space="preserve"> كہ قوم لوط نے اپ </w:t>
      </w:r>
      <w:r w:rsidR="00367F17" w:rsidRPr="00367F17">
        <w:rPr>
          <w:rStyle w:val="libAlaemChar"/>
          <w:rtl/>
        </w:rPr>
        <w:t xml:space="preserve"> عليه‌السلام </w:t>
      </w:r>
      <w:r>
        <w:rPr>
          <w:rtl/>
        </w:rPr>
        <w:t xml:space="preserve"> كو دوسرو</w:t>
      </w:r>
      <w:r w:rsidR="00083993">
        <w:rPr>
          <w:rtl/>
        </w:rPr>
        <w:t xml:space="preserve">ں </w:t>
      </w:r>
      <w:r>
        <w:rPr>
          <w:rtl/>
        </w:rPr>
        <w:t xml:space="preserve">سے روابط برقرار كرنے سے منع كيا ہواتھا اور جب اپ </w:t>
      </w:r>
      <w:r w:rsidR="00367F17" w:rsidRPr="00367F17">
        <w:rPr>
          <w:rStyle w:val="libAlaemChar"/>
          <w:rtl/>
        </w:rPr>
        <w:t xml:space="preserve"> عليه‌السلام </w:t>
      </w:r>
      <w:r>
        <w:rPr>
          <w:rtl/>
        </w:rPr>
        <w:t xml:space="preserve"> نے اس نہى كى خلاف ورزى كى تو وہ اپنى قوم كے عتاب واعتراض كا نشانہ بنے _اس سے مندرجہ بالا نكتہ اخذ ہوتا ہے_</w:t>
      </w:r>
    </w:p>
    <w:p w:rsidR="001F628F" w:rsidRDefault="001F628F" w:rsidP="001F628F">
      <w:pPr>
        <w:pStyle w:val="libNormal"/>
        <w:rPr>
          <w:rtl/>
        </w:rPr>
      </w:pPr>
      <w:r>
        <w:rPr>
          <w:rtl/>
        </w:rPr>
        <w:t>8_</w:t>
      </w:r>
      <w:r w:rsidRPr="00D11EA1">
        <w:rPr>
          <w:rStyle w:val="libArabicChar"/>
          <w:rtl/>
        </w:rPr>
        <w:t>''قال ا بوجعفر</w:t>
      </w:r>
      <w:r w:rsidR="00367F17" w:rsidRPr="00367F17">
        <w:rPr>
          <w:rStyle w:val="libAlaemChar"/>
          <w:rtl/>
        </w:rPr>
        <w:t xml:space="preserve"> عليه‌السلام </w:t>
      </w:r>
      <w:r w:rsidRPr="00D11EA1">
        <w:rPr>
          <w:rStyle w:val="libArabicChar"/>
          <w:rtl/>
        </w:rPr>
        <w:t>: ...وكان لوط رجلاً سخياً كريماً يقرى الضيف اذا نزل ب</w:t>
      </w:r>
      <w:r w:rsidR="00120F63" w:rsidRPr="00B2551F">
        <w:rPr>
          <w:rStyle w:val="libArabicChar"/>
          <w:rFonts w:hint="cs"/>
          <w:rtl/>
        </w:rPr>
        <w:t>ه</w:t>
      </w:r>
      <w:r w:rsidRPr="00D11EA1">
        <w:rPr>
          <w:rStyle w:val="libArabicChar"/>
          <w:rtl/>
        </w:rPr>
        <w:t xml:space="preserve"> </w:t>
      </w:r>
      <w:r w:rsidRPr="00D11EA1">
        <w:rPr>
          <w:rStyle w:val="libArabicChar"/>
          <w:rFonts w:hint="cs"/>
          <w:rtl/>
        </w:rPr>
        <w:t>ويحذر</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قوم</w:t>
      </w:r>
      <w:r w:rsidR="00120F63" w:rsidRPr="00B2551F">
        <w:rPr>
          <w:rStyle w:val="libArabicChar"/>
          <w:rFonts w:hint="cs"/>
          <w:rtl/>
        </w:rPr>
        <w:t>ه</w:t>
      </w:r>
      <w:r w:rsidRPr="00D11EA1">
        <w:rPr>
          <w:rStyle w:val="libArabicChar"/>
          <w:rFonts w:hint="cs"/>
          <w:rtl/>
        </w:rPr>
        <w:t>،</w:t>
      </w:r>
      <w:r w:rsidRPr="00D11EA1">
        <w:rPr>
          <w:rStyle w:val="libArabicChar"/>
          <w:rtl/>
        </w:rPr>
        <w:t xml:space="preserve"> </w:t>
      </w:r>
      <w:r w:rsidRPr="00D11EA1">
        <w:rPr>
          <w:rStyle w:val="libArabicChar"/>
          <w:rFonts w:hint="cs"/>
          <w:rtl/>
        </w:rPr>
        <w:t>قال</w:t>
      </w:r>
      <w:r w:rsidRPr="00D11EA1">
        <w:rPr>
          <w:rStyle w:val="libArabicChar"/>
          <w:rtl/>
        </w:rPr>
        <w:t xml:space="preserve">: </w:t>
      </w:r>
      <w:r w:rsidRPr="00D11EA1">
        <w:rPr>
          <w:rStyle w:val="libArabicChar"/>
          <w:rFonts w:hint="cs"/>
          <w:rtl/>
        </w:rPr>
        <w:t>فلمّا</w:t>
      </w:r>
      <w:r w:rsidRPr="00D11EA1">
        <w:rPr>
          <w:rStyle w:val="libArabicChar"/>
          <w:rtl/>
        </w:rPr>
        <w:t xml:space="preserve"> </w:t>
      </w:r>
      <w:r w:rsidRPr="00D11EA1">
        <w:rPr>
          <w:rStyle w:val="libArabicChar"/>
          <w:rFonts w:hint="cs"/>
          <w:rtl/>
        </w:rPr>
        <w:t>را</w:t>
      </w:r>
      <w:r w:rsidRPr="00D11EA1">
        <w:rPr>
          <w:rStyle w:val="libArabicChar"/>
          <w:rtl/>
        </w:rPr>
        <w:t xml:space="preserve"> </w:t>
      </w:r>
      <w:r w:rsidRPr="00D11EA1">
        <w:rPr>
          <w:rStyle w:val="libArabicChar"/>
          <w:rFonts w:hint="cs"/>
          <w:rtl/>
        </w:rPr>
        <w:t>ى</w:t>
      </w:r>
      <w:r w:rsidRPr="00D11EA1">
        <w:rPr>
          <w:rStyle w:val="libArabicChar"/>
          <w:rtl/>
        </w:rPr>
        <w:t xml:space="preserve"> </w:t>
      </w:r>
      <w:r w:rsidRPr="00D11EA1">
        <w:rPr>
          <w:rStyle w:val="libArabicChar"/>
          <w:rFonts w:hint="cs"/>
          <w:rtl/>
        </w:rPr>
        <w:t>قوم</w:t>
      </w:r>
      <w:r w:rsidRPr="00D11EA1">
        <w:rPr>
          <w:rStyle w:val="libArabicChar"/>
          <w:rtl/>
        </w:rPr>
        <w:t xml:space="preserve"> </w:t>
      </w:r>
      <w:r w:rsidRPr="00D11EA1">
        <w:rPr>
          <w:rStyle w:val="libArabicChar"/>
          <w:rFonts w:hint="cs"/>
          <w:rtl/>
        </w:rPr>
        <w:t>لوط</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Pr="00D11EA1">
        <w:rPr>
          <w:rStyle w:val="libArabicChar"/>
          <w:rFonts w:hint="cs"/>
          <w:rtl/>
        </w:rPr>
        <w:t>من</w:t>
      </w:r>
      <w:r w:rsidR="00120F63" w:rsidRPr="00B2551F">
        <w:rPr>
          <w:rStyle w:val="libArabicChar"/>
          <w:rFonts w:hint="cs"/>
          <w:rtl/>
        </w:rPr>
        <w:t>ه</w:t>
      </w:r>
      <w:r w:rsidRPr="00D11EA1">
        <w:rPr>
          <w:rStyle w:val="libArabicChar"/>
          <w:rtl/>
        </w:rPr>
        <w:t xml:space="preserve"> </w:t>
      </w:r>
      <w:r w:rsidRPr="00D11EA1">
        <w:rPr>
          <w:rStyle w:val="libArabicChar"/>
          <w:rFonts w:hint="cs"/>
          <w:rtl/>
        </w:rPr>
        <w:t>قالوا</w:t>
      </w:r>
      <w:r w:rsidRPr="00D11EA1">
        <w:rPr>
          <w:rStyle w:val="libArabicChar"/>
          <w:rtl/>
        </w:rPr>
        <w:t xml:space="preserve"> </w:t>
      </w:r>
      <w:r w:rsidRPr="00D11EA1">
        <w:rPr>
          <w:rStyle w:val="libArabicChar"/>
          <w:rFonts w:hint="cs"/>
          <w:rtl/>
        </w:rPr>
        <w:t>ل</w:t>
      </w:r>
      <w:r w:rsidR="00120F63" w:rsidRPr="00B2551F">
        <w:rPr>
          <w:rStyle w:val="libArabicChar"/>
          <w:rFonts w:hint="cs"/>
          <w:rtl/>
        </w:rPr>
        <w:t>ه</w:t>
      </w:r>
      <w:r w:rsidRPr="00D11EA1">
        <w:rPr>
          <w:rStyle w:val="libArabicChar"/>
          <w:rtl/>
        </w:rPr>
        <w:t xml:space="preserve">: </w:t>
      </w:r>
      <w:r w:rsidRPr="00D11EA1">
        <w:rPr>
          <w:rStyle w:val="libArabicChar"/>
          <w:rFonts w:hint="cs"/>
          <w:rtl/>
        </w:rPr>
        <w:t>انا</w:t>
      </w:r>
      <w:r w:rsidRPr="00D11EA1">
        <w:rPr>
          <w:rStyle w:val="libArabicChar"/>
          <w:rtl/>
        </w:rPr>
        <w:t xml:space="preserve"> </w:t>
      </w:r>
      <w:r w:rsidRPr="00D11EA1">
        <w:rPr>
          <w:rStyle w:val="libArabicChar"/>
          <w:rFonts w:hint="cs"/>
          <w:rtl/>
        </w:rPr>
        <w:t>نن</w:t>
      </w:r>
      <w:r w:rsidR="00F21947" w:rsidRPr="00B2551F">
        <w:rPr>
          <w:rStyle w:val="libArabicChar"/>
          <w:rFonts w:hint="cs"/>
          <w:rtl/>
        </w:rPr>
        <w:t>ه</w:t>
      </w:r>
      <w:r w:rsidRPr="00D11EA1">
        <w:rPr>
          <w:rStyle w:val="libArabicChar"/>
          <w:rFonts w:hint="cs"/>
          <w:rtl/>
        </w:rPr>
        <w:t>اك</w:t>
      </w:r>
      <w:r w:rsidRPr="00D11EA1">
        <w:rPr>
          <w:rStyle w:val="libArabicChar"/>
          <w:rtl/>
        </w:rPr>
        <w:t xml:space="preserve"> </w:t>
      </w:r>
      <w:r w:rsidRPr="00D11EA1">
        <w:rPr>
          <w:rStyle w:val="libArabicChar"/>
          <w:rFonts w:hint="cs"/>
          <w:rtl/>
        </w:rPr>
        <w:t>عن</w:t>
      </w:r>
      <w:r w:rsidRPr="00D11EA1">
        <w:rPr>
          <w:rStyle w:val="libArabicChar"/>
          <w:rtl/>
        </w:rPr>
        <w:t xml:space="preserve"> </w:t>
      </w:r>
      <w:r w:rsidRPr="00D11EA1">
        <w:rPr>
          <w:rStyle w:val="libArabicChar"/>
          <w:rFonts w:hint="cs"/>
          <w:rtl/>
        </w:rPr>
        <w:t>العلمين</w:t>
      </w:r>
      <w:r w:rsidRPr="00D11EA1">
        <w:rPr>
          <w:rStyle w:val="libArabicChar"/>
          <w:rtl/>
        </w:rPr>
        <w:t xml:space="preserve"> </w:t>
      </w:r>
      <w:r w:rsidRPr="00D11EA1">
        <w:rPr>
          <w:rStyle w:val="libArabicChar"/>
          <w:rFonts w:hint="cs"/>
          <w:rtl/>
        </w:rPr>
        <w:t>لا</w:t>
      </w:r>
      <w:r w:rsidRPr="00D11EA1">
        <w:rPr>
          <w:rStyle w:val="libArabicChar"/>
          <w:rtl/>
        </w:rPr>
        <w:t xml:space="preserve"> </w:t>
      </w:r>
      <w:r w:rsidRPr="00D11EA1">
        <w:rPr>
          <w:rStyle w:val="libArabicChar"/>
          <w:rFonts w:hint="cs"/>
          <w:rtl/>
        </w:rPr>
        <w:t>تقرى</w:t>
      </w:r>
      <w:r w:rsidRPr="00D11EA1">
        <w:rPr>
          <w:rStyle w:val="libArabicChar"/>
          <w:rtl/>
        </w:rPr>
        <w:t xml:space="preserve"> </w:t>
      </w:r>
      <w:r w:rsidRPr="00D11EA1">
        <w:rPr>
          <w:rStyle w:val="libArabicChar"/>
          <w:rFonts w:hint="cs"/>
          <w:rtl/>
        </w:rPr>
        <w:t>ضيفاً</w:t>
      </w:r>
      <w:r w:rsidRPr="00D11EA1">
        <w:rPr>
          <w:rStyle w:val="libArabicChar"/>
          <w:rtl/>
        </w:rPr>
        <w:t xml:space="preserve"> </w:t>
      </w:r>
      <w:r w:rsidRPr="00D11EA1">
        <w:rPr>
          <w:rStyle w:val="libArabicChar"/>
          <w:rFonts w:hint="cs"/>
          <w:rtl/>
        </w:rPr>
        <w:t>ينزّل</w:t>
      </w:r>
      <w:r w:rsidRPr="00D11EA1">
        <w:rPr>
          <w:rStyle w:val="libArabicChar"/>
          <w:rtl/>
        </w:rPr>
        <w:t xml:space="preserve"> </w:t>
      </w:r>
      <w:r w:rsidRPr="00D11EA1">
        <w:rPr>
          <w:rStyle w:val="libArabicChar"/>
          <w:rFonts w:hint="cs"/>
          <w:rtl/>
        </w:rPr>
        <w:t>بك،</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فعلت</w:t>
      </w:r>
      <w:r w:rsidRPr="00D11EA1">
        <w:rPr>
          <w:rStyle w:val="libArabicChar"/>
          <w:rtl/>
        </w:rPr>
        <w:t xml:space="preserve"> </w:t>
      </w:r>
      <w:r w:rsidRPr="00D11EA1">
        <w:rPr>
          <w:rStyle w:val="libArabicChar"/>
          <w:rFonts w:hint="cs"/>
          <w:rtl/>
        </w:rPr>
        <w:t>فضحنا</w:t>
      </w:r>
      <w:r w:rsidRPr="00D11EA1">
        <w:rPr>
          <w:rStyle w:val="libArabicChar"/>
          <w:rtl/>
        </w:rPr>
        <w:t xml:space="preserve"> </w:t>
      </w:r>
      <w:r w:rsidRPr="00D11EA1">
        <w:rPr>
          <w:rStyle w:val="libArabicChar"/>
          <w:rFonts w:hint="cs"/>
          <w:rtl/>
        </w:rPr>
        <w:t>ضيفك</w:t>
      </w:r>
      <w:r w:rsidRPr="00D11EA1">
        <w:rPr>
          <w:rStyle w:val="libArabicChar"/>
          <w:rtl/>
        </w:rPr>
        <w:t xml:space="preserve"> </w:t>
      </w:r>
      <w:r w:rsidRPr="00D11EA1">
        <w:rPr>
          <w:rStyle w:val="libArabicChar"/>
          <w:rFonts w:hint="cs"/>
          <w:rtl/>
        </w:rPr>
        <w:t>الذى</w:t>
      </w:r>
      <w:r w:rsidRPr="00D11EA1">
        <w:rPr>
          <w:rStyle w:val="libArabicChar"/>
          <w:rtl/>
        </w:rPr>
        <w:t xml:space="preserve"> </w:t>
      </w:r>
      <w:r w:rsidRPr="00D11EA1">
        <w:rPr>
          <w:rStyle w:val="libArabicChar"/>
          <w:rFonts w:hint="cs"/>
          <w:rtl/>
        </w:rPr>
        <w:t>ينزل</w:t>
      </w:r>
      <w:r w:rsidRPr="00D11EA1">
        <w:rPr>
          <w:rStyle w:val="libArabicChar"/>
          <w:rtl/>
        </w:rPr>
        <w:t xml:space="preserve"> </w:t>
      </w:r>
      <w:r w:rsidRPr="00D11EA1">
        <w:rPr>
          <w:rStyle w:val="libArabicChar"/>
          <w:rFonts w:hint="cs"/>
          <w:rtl/>
        </w:rPr>
        <w:t>بك</w:t>
      </w:r>
      <w:r w:rsidRPr="00D11EA1">
        <w:rPr>
          <w:rStyle w:val="libArabicChar"/>
          <w:rtl/>
        </w:rPr>
        <w:t xml:space="preserve"> </w:t>
      </w:r>
      <w:r w:rsidRPr="00D11EA1">
        <w:rPr>
          <w:rStyle w:val="libArabicChar"/>
          <w:rFonts w:hint="cs"/>
          <w:rtl/>
        </w:rPr>
        <w:t>وا</w:t>
      </w:r>
      <w:r w:rsidRPr="00D11EA1">
        <w:rPr>
          <w:rStyle w:val="libArabicChar"/>
          <w:rtl/>
        </w:rPr>
        <w:t xml:space="preserve"> </w:t>
      </w:r>
      <w:r w:rsidRPr="00D11EA1">
        <w:rPr>
          <w:rStyle w:val="libArabicChar"/>
          <w:rFonts w:hint="cs"/>
          <w:rtl/>
        </w:rPr>
        <w:t>خ</w:t>
      </w:r>
      <w:r w:rsidRPr="00D11EA1">
        <w:rPr>
          <w:rStyle w:val="libArabicChar"/>
          <w:rtl/>
        </w:rPr>
        <w:t>زيناك</w:t>
      </w:r>
      <w:r>
        <w:rPr>
          <w:rtl/>
        </w:rPr>
        <w:t xml:space="preserve"> ...;</w:t>
      </w:r>
      <w:r w:rsidRPr="00D11EA1">
        <w:rPr>
          <w:rStyle w:val="libFootnotenumChar"/>
          <w:rtl/>
        </w:rPr>
        <w:t>(1)</w:t>
      </w:r>
      <w:r>
        <w:rPr>
          <w:rtl/>
        </w:rPr>
        <w:t xml:space="preserve">حضرت امام محمد باقر عليہ السلام </w:t>
      </w:r>
      <w:r>
        <w:rPr>
          <w:rFonts w:hint="eastAsia"/>
          <w:rtl/>
        </w:rPr>
        <w:t>نے</w:t>
      </w:r>
      <w:r>
        <w:rPr>
          <w:rtl/>
        </w:rPr>
        <w:t xml:space="preserve"> فرمايا:حضرت لوط عليہ السلام سخاوت مند اور بزرگوار انسان تھے اور جو بھى مہمان اُن كے پاس اتا وہ اُس كى پذيرائي كرتے تھے اور اُسے اپنى قوم سے بچاتے تھے_(پھر)امام باقر </w:t>
      </w:r>
      <w:r w:rsidR="00367F17" w:rsidRPr="00367F17">
        <w:rPr>
          <w:rStyle w:val="libAlaemChar"/>
          <w:rtl/>
        </w:rPr>
        <w:t xml:space="preserve"> عليه‌السلام </w:t>
      </w:r>
      <w:r>
        <w:rPr>
          <w:rtl/>
        </w:rPr>
        <w:t xml:space="preserve"> فرماتے ہي</w:t>
      </w:r>
      <w:r w:rsidR="00083993">
        <w:rPr>
          <w:rtl/>
        </w:rPr>
        <w:t xml:space="preserve">ں </w:t>
      </w:r>
      <w:r>
        <w:rPr>
          <w:rtl/>
        </w:rPr>
        <w:t>:جب قوم لوط نے اپ</w:t>
      </w:r>
      <w:r w:rsidR="00367F17" w:rsidRPr="00367F17">
        <w:rPr>
          <w:rStyle w:val="libAlaemChar"/>
          <w:rtl/>
        </w:rPr>
        <w:t xml:space="preserve"> عليه‌السلام </w:t>
      </w:r>
      <w:r>
        <w:rPr>
          <w:rtl/>
        </w:rPr>
        <w:t xml:space="preserve"> كى يہ مہمان نوازى ديكھى تو اپ </w:t>
      </w:r>
      <w:r w:rsidR="00367F17" w:rsidRPr="00367F17">
        <w:rPr>
          <w:rStyle w:val="libAlaemChar"/>
          <w:rtl/>
        </w:rPr>
        <w:t xml:space="preserve"> عليه‌السلام </w:t>
      </w:r>
      <w:r>
        <w:rPr>
          <w:rtl/>
        </w:rPr>
        <w:t xml:space="preserve"> سے كہا : ہم نے تجھ</w:t>
      </w:r>
      <w:r>
        <w:rPr>
          <w:rFonts w:hint="eastAsia"/>
          <w:rtl/>
        </w:rPr>
        <w:t>ے</w:t>
      </w:r>
      <w:r>
        <w:rPr>
          <w:rtl/>
        </w:rPr>
        <w:t xml:space="preserve"> ہر قسم كے مہمان كى پذيرائي سے منع كيا ہوا تھا اور ہم نے تجھے كہا تھا كہ جو بھى مہمان تيرے پاس ائے اُس كى پذيرائي نہ كرنا اور اگر تو نے اُن كى مہمان نوازى كى تو ہم تيرے مہمانو</w:t>
      </w:r>
      <w:r w:rsidR="00083993">
        <w:rPr>
          <w:rtl/>
        </w:rPr>
        <w:t xml:space="preserve">ں </w:t>
      </w:r>
      <w:r>
        <w:rPr>
          <w:rtl/>
        </w:rPr>
        <w:t>كو رسوا اور تجھے ذليل و خوار كري</w:t>
      </w:r>
      <w:r w:rsidR="00083993">
        <w:rPr>
          <w:rtl/>
        </w:rPr>
        <w:t xml:space="preserve">ں </w:t>
      </w:r>
      <w:r>
        <w:rPr>
          <w:rtl/>
        </w:rPr>
        <w:t>گے_''</w:t>
      </w:r>
    </w:p>
    <w:p w:rsidR="001F628F" w:rsidRDefault="001F628F" w:rsidP="001F628F">
      <w:pPr>
        <w:pStyle w:val="libNormal"/>
        <w:rPr>
          <w:rtl/>
        </w:rPr>
      </w:pPr>
      <w:r>
        <w:rPr>
          <w:rFonts w:hint="eastAsia"/>
          <w:rtl/>
        </w:rPr>
        <w:t>روايت</w:t>
      </w:r>
      <w:r>
        <w:rPr>
          <w:rtl/>
        </w:rPr>
        <w:t xml:space="preserve"> :8</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اور حضرت لوط</w:t>
      </w:r>
      <w:r w:rsidR="00367F17" w:rsidRPr="00367F17">
        <w:rPr>
          <w:rStyle w:val="libAlaemChar"/>
          <w:rtl/>
        </w:rPr>
        <w:t xml:space="preserve"> عليه‌السلام </w:t>
      </w:r>
      <w:r>
        <w:rPr>
          <w:rtl/>
        </w:rPr>
        <w:t xml:space="preserve"> 1،4 ،5، 8; قوم لوط اور مہمان 3;قوم لوط كا اعتراض 2;قوم لوط كى بصيرت 4;ئقوم لوط كى سرزنشي</w:t>
      </w:r>
      <w:r w:rsidR="00083993">
        <w:rPr>
          <w:rtl/>
        </w:rPr>
        <w:t xml:space="preserve">ں </w:t>
      </w:r>
      <w:r>
        <w:rPr>
          <w:rtl/>
        </w:rPr>
        <w:t>1;قوم لوط كى گستاخى 7 ;قوم لوط كے نواہى 3،5،8</w:t>
      </w:r>
    </w:p>
    <w:p w:rsidR="001F628F" w:rsidRDefault="001F628F"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پر اعتراض 2; حضرت لوط </w:t>
      </w:r>
      <w:r w:rsidR="00367F17" w:rsidRPr="00367F17">
        <w:rPr>
          <w:rStyle w:val="libAlaemChar"/>
          <w:rtl/>
        </w:rPr>
        <w:t xml:space="preserve"> عليه‌السلام </w:t>
      </w:r>
      <w:r>
        <w:rPr>
          <w:rtl/>
        </w:rPr>
        <w:t xml:space="preserve"> كا اجتماعى مقام 7;حضرت لوط</w:t>
      </w:r>
      <w:r w:rsidR="00367F17" w:rsidRPr="00367F17">
        <w:rPr>
          <w:rStyle w:val="libAlaemChar"/>
          <w:rtl/>
        </w:rPr>
        <w:t xml:space="preserve"> عليه‌السلام </w:t>
      </w:r>
      <w:r>
        <w:rPr>
          <w:rtl/>
        </w:rPr>
        <w:t xml:space="preserve"> كا ضعف 7; حضرت لوط </w:t>
      </w:r>
      <w:r w:rsidR="00367F17" w:rsidRPr="00367F17">
        <w:rPr>
          <w:rStyle w:val="libAlaemChar"/>
          <w:rtl/>
        </w:rPr>
        <w:t xml:space="preserve"> عليه‌السلام </w:t>
      </w:r>
      <w:r>
        <w:rPr>
          <w:rtl/>
        </w:rPr>
        <w:t xml:space="preserve"> كا عوامى ہونا 6;حضرت لوط </w:t>
      </w:r>
      <w:r w:rsidR="00367F17" w:rsidRPr="00367F17">
        <w:rPr>
          <w:rStyle w:val="libAlaemChar"/>
          <w:rtl/>
        </w:rPr>
        <w:t xml:space="preserve"> عليه‌السلام </w:t>
      </w:r>
      <w:r>
        <w:rPr>
          <w:rtl/>
        </w:rPr>
        <w:t xml:space="preserve"> كاقصہ 1،2 ،3، 4 ،5،6،7،8; حضرت لوط</w:t>
      </w:r>
      <w:r w:rsidR="00367F17" w:rsidRPr="00367F17">
        <w:rPr>
          <w:rStyle w:val="libAlaemChar"/>
          <w:rtl/>
        </w:rPr>
        <w:t xml:space="preserve"> عليه‌السلام </w:t>
      </w:r>
      <w:r>
        <w:rPr>
          <w:rtl/>
        </w:rPr>
        <w:t xml:space="preserve"> كو نہى 3، 5 ، 8; حضرت لوط </w:t>
      </w:r>
      <w:r w:rsidR="00367F17" w:rsidRPr="00367F17">
        <w:rPr>
          <w:rStyle w:val="libAlaemChar"/>
          <w:rtl/>
        </w:rPr>
        <w:t xml:space="preserve"> عليه‌السلام </w:t>
      </w:r>
      <w:r>
        <w:rPr>
          <w:rtl/>
        </w:rPr>
        <w:t xml:space="preserve"> كى جانب رجوع 6; حضرت لوط </w:t>
      </w:r>
      <w:r w:rsidR="00367F17" w:rsidRPr="00367F17">
        <w:rPr>
          <w:rStyle w:val="libAlaemChar"/>
          <w:rtl/>
        </w:rPr>
        <w:t xml:space="preserve"> عليه‌السلام </w:t>
      </w:r>
      <w:r>
        <w:rPr>
          <w:rtl/>
        </w:rPr>
        <w:t xml:space="preserve"> كى سخاوت 8;حضرت لوط </w:t>
      </w:r>
      <w:r w:rsidR="00367F17" w:rsidRPr="00367F17">
        <w:rPr>
          <w:rStyle w:val="libAlaemChar"/>
          <w:rtl/>
        </w:rPr>
        <w:t xml:space="preserve"> عليه‌السلام </w:t>
      </w:r>
      <w:r>
        <w:rPr>
          <w:rtl/>
        </w:rPr>
        <w:t xml:space="preserve"> كى سرزنش 1;حضر</w:t>
      </w:r>
      <w:r>
        <w:rPr>
          <w:rFonts w:hint="eastAsia"/>
          <w:rtl/>
        </w:rPr>
        <w:t>ت</w:t>
      </w:r>
      <w:r>
        <w:rPr>
          <w:rtl/>
        </w:rPr>
        <w:t xml:space="preserve"> لوط</w:t>
      </w:r>
      <w:r w:rsidR="00367F17" w:rsidRPr="00367F17">
        <w:rPr>
          <w:rStyle w:val="libAlaemChar"/>
          <w:rtl/>
        </w:rPr>
        <w:t xml:space="preserve"> عليه‌السلام </w:t>
      </w:r>
      <w:r>
        <w:rPr>
          <w:rtl/>
        </w:rPr>
        <w:t xml:space="preserve"> كى مہمان نوازى 1،2، 8; حضرت لوط </w:t>
      </w:r>
      <w:r w:rsidR="00367F17" w:rsidRPr="00367F17">
        <w:rPr>
          <w:rStyle w:val="libAlaemChar"/>
          <w:rtl/>
        </w:rPr>
        <w:t xml:space="preserve"> عليه‌السلام </w:t>
      </w:r>
      <w:r>
        <w:rPr>
          <w:rtl/>
        </w:rPr>
        <w:t xml:space="preserve"> كى ہتك عزت 4;حضرت لوط </w:t>
      </w:r>
      <w:r w:rsidR="00367F17" w:rsidRPr="00367F17">
        <w:rPr>
          <w:rStyle w:val="libAlaemChar"/>
          <w:rtl/>
        </w:rPr>
        <w:t xml:space="preserve"> عليه‌السلام </w:t>
      </w:r>
      <w:r>
        <w:rPr>
          <w:rtl/>
        </w:rPr>
        <w:t xml:space="preserve"> كے تقاضے 4; حضرت لوط </w:t>
      </w:r>
      <w:r w:rsidR="00367F17" w:rsidRPr="00367F17">
        <w:rPr>
          <w:rStyle w:val="libAlaemChar"/>
          <w:rtl/>
        </w:rPr>
        <w:t xml:space="preserve"> عليه‌السلام </w:t>
      </w:r>
      <w:r>
        <w:rPr>
          <w:rtl/>
        </w:rPr>
        <w:t xml:space="preserve"> كے گھر كا كردار 6</w:t>
      </w:r>
    </w:p>
    <w:p w:rsidR="001F628F" w:rsidRDefault="00B84D3B" w:rsidP="00B84D3B">
      <w:pPr>
        <w:pStyle w:val="libLine"/>
        <w:rPr>
          <w:rtl/>
        </w:rPr>
      </w:pPr>
      <w:r>
        <w:rPr>
          <w:rtl/>
        </w:rPr>
        <w:t>____________________</w:t>
      </w:r>
    </w:p>
    <w:p w:rsidR="001F628F" w:rsidRDefault="001F628F" w:rsidP="00D11EA1">
      <w:pPr>
        <w:pStyle w:val="libFootnote"/>
        <w:rPr>
          <w:rtl/>
        </w:rPr>
      </w:pPr>
      <w:r>
        <w:rPr>
          <w:rtl/>
        </w:rPr>
        <w:t>1)علل الشرائع ،ص549،ح 4، ب0 34 ; نور الثقلين، ج2، ص382، ح165_</w:t>
      </w:r>
    </w:p>
    <w:p w:rsidR="00D11EA1" w:rsidRDefault="001E7F9D" w:rsidP="00F73EDE">
      <w:pPr>
        <w:pStyle w:val="libPoemTini"/>
        <w:rPr>
          <w:rtl/>
        </w:rPr>
      </w:pPr>
      <w:r>
        <w:rPr>
          <w:rtl/>
        </w:rPr>
        <w:br w:type="page"/>
      </w:r>
    </w:p>
    <w:p w:rsidR="00D11EA1" w:rsidRPr="00120F63" w:rsidRDefault="00D11EA1" w:rsidP="00D11EA1">
      <w:pPr>
        <w:pStyle w:val="Heading2Center"/>
        <w:rPr>
          <w:rtl/>
        </w:rPr>
      </w:pPr>
      <w:bookmarkStart w:id="117" w:name="_Toc28081795"/>
      <w:r>
        <w:rPr>
          <w:rFonts w:hint="cs"/>
          <w:rtl/>
        </w:rPr>
        <w:lastRenderedPageBreak/>
        <w:t xml:space="preserve">آیت </w:t>
      </w:r>
      <w:r w:rsidRPr="00120F63">
        <w:rPr>
          <w:rFonts w:hint="cs"/>
          <w:rtl/>
        </w:rPr>
        <w:t>71</w:t>
      </w:r>
      <w:bookmarkEnd w:id="117"/>
    </w:p>
    <w:p w:rsidR="001F628F" w:rsidRDefault="00E260F9" w:rsidP="00D11EA1">
      <w:pPr>
        <w:pStyle w:val="libNormal"/>
        <w:rPr>
          <w:rtl/>
        </w:rPr>
      </w:pPr>
      <w:r w:rsidRPr="00E260F9">
        <w:rPr>
          <w:rStyle w:val="libAlaemChar"/>
          <w:rFonts w:hint="eastAsia"/>
          <w:rtl/>
        </w:rPr>
        <w:t>(</w:t>
      </w:r>
      <w:r w:rsidRPr="00D11EA1">
        <w:rPr>
          <w:rStyle w:val="libAieChar"/>
          <w:rFonts w:hint="eastAsia"/>
          <w:rtl/>
        </w:rPr>
        <w:t>قَالَ</w:t>
      </w:r>
      <w:r w:rsidRPr="00D11EA1">
        <w:rPr>
          <w:rStyle w:val="libAieChar"/>
          <w:rtl/>
        </w:rPr>
        <w:t xml:space="preserve"> هَؤُلاء بَنَاتِي إِن كُنتُمْ فَاعِلِينَ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لوط</w:t>
      </w:r>
      <w:r>
        <w:rPr>
          <w:rtl/>
        </w:rPr>
        <w:t xml:space="preserve"> نے كہا كہ يہ ہمارى قوم كى لڑكيا</w:t>
      </w:r>
      <w:r w:rsidR="00083993">
        <w:rPr>
          <w:rtl/>
        </w:rPr>
        <w:t xml:space="preserve">ں </w:t>
      </w:r>
      <w:r>
        <w:rPr>
          <w:rtl/>
        </w:rPr>
        <w:t>حاضر ہي</w:t>
      </w:r>
      <w:r w:rsidR="00083993">
        <w:rPr>
          <w:rtl/>
        </w:rPr>
        <w:t xml:space="preserve">ں </w:t>
      </w:r>
      <w:r>
        <w:rPr>
          <w:rtl/>
        </w:rPr>
        <w:t xml:space="preserve">اگر تم ايسا ہى كرنا چاہتے ہو </w:t>
      </w:r>
      <w:r w:rsidR="00083993">
        <w:rPr>
          <w:rtl/>
        </w:rPr>
        <w:t xml:space="preserve">ں </w:t>
      </w:r>
    </w:p>
    <w:p w:rsidR="001F628F" w:rsidRDefault="001F628F" w:rsidP="00D11EA1">
      <w:pPr>
        <w:pStyle w:val="libNormal"/>
        <w:rPr>
          <w:rtl/>
        </w:rPr>
      </w:pPr>
      <w:r>
        <w:rPr>
          <w:rtl/>
        </w:rPr>
        <w:t xml:space="preserve">1_حضرت لوط </w:t>
      </w:r>
      <w:r w:rsidR="00367F17" w:rsidRPr="00367F17">
        <w:rPr>
          <w:rStyle w:val="libAlaemChar"/>
          <w:rtl/>
        </w:rPr>
        <w:t xml:space="preserve"> عليه‌السلام </w:t>
      </w:r>
      <w:r>
        <w:rPr>
          <w:rtl/>
        </w:rPr>
        <w:t xml:space="preserve"> نے اپنى قوم كو ہم جنس پرستى اور مہمانو</w:t>
      </w:r>
      <w:r w:rsidR="00083993">
        <w:rPr>
          <w:rtl/>
        </w:rPr>
        <w:t xml:space="preserve">ں </w:t>
      </w:r>
      <w:r>
        <w:rPr>
          <w:rtl/>
        </w:rPr>
        <w:t>كے ساتھ چھيڑچھاڑ كى بجائے اپنى لڑكيو</w:t>
      </w:r>
      <w:r w:rsidR="00083993">
        <w:rPr>
          <w:rtl/>
        </w:rPr>
        <w:t xml:space="preserve">ں </w:t>
      </w:r>
      <w:r>
        <w:rPr>
          <w:rtl/>
        </w:rPr>
        <w:t>كے ساتھ شادى كرنے كى تجويز پيش كي_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فعلين</w:t>
      </w:r>
    </w:p>
    <w:p w:rsidR="001F628F" w:rsidRDefault="001F628F" w:rsidP="001F628F">
      <w:pPr>
        <w:pStyle w:val="libNormal"/>
        <w:rPr>
          <w:rtl/>
        </w:rPr>
      </w:pPr>
      <w:r>
        <w:rPr>
          <w:rtl/>
        </w:rPr>
        <w:t xml:space="preserve">2_حضرت لوط </w:t>
      </w:r>
      <w:r w:rsidR="00367F17" w:rsidRPr="00367F17">
        <w:rPr>
          <w:rStyle w:val="libAlaemChar"/>
          <w:rtl/>
        </w:rPr>
        <w:t xml:space="preserve"> عليه‌السلام </w:t>
      </w:r>
      <w:r>
        <w:rPr>
          <w:rtl/>
        </w:rPr>
        <w:t xml:space="preserve"> مہمان نواز اور مہمانو</w:t>
      </w:r>
      <w:r w:rsidR="00083993">
        <w:rPr>
          <w:rtl/>
        </w:rPr>
        <w:t xml:space="preserve">ں </w:t>
      </w:r>
      <w:r>
        <w:rPr>
          <w:rtl/>
        </w:rPr>
        <w:t>كى عزت و حرمت كے محافظ و مدافع انسان تھے_</w:t>
      </w:r>
    </w:p>
    <w:p w:rsidR="001F628F" w:rsidRDefault="001F628F" w:rsidP="00D11EA1">
      <w:pPr>
        <w:pStyle w:val="libArabic"/>
        <w:rPr>
          <w:rtl/>
        </w:rPr>
      </w:pPr>
      <w:r>
        <w:rPr>
          <w:rFonts w:hint="eastAsia"/>
          <w:rtl/>
        </w:rPr>
        <w:t>وجاء</w:t>
      </w:r>
      <w:r>
        <w:rPr>
          <w:rtl/>
        </w:rPr>
        <w:t xml:space="preserve"> ا </w:t>
      </w:r>
      <w:r w:rsidR="00F21947" w:rsidRPr="00B2551F">
        <w:rPr>
          <w:rFonts w:hint="cs"/>
          <w:rtl/>
        </w:rPr>
        <w:t>ه</w:t>
      </w:r>
      <w:r>
        <w:rPr>
          <w:rFonts w:hint="cs"/>
          <w:rtl/>
        </w:rPr>
        <w:t>ل</w:t>
      </w:r>
      <w:r>
        <w:rPr>
          <w:rtl/>
        </w:rPr>
        <w:t xml:space="preserve"> </w:t>
      </w:r>
      <w:r>
        <w:rPr>
          <w:rFonts w:hint="cs"/>
          <w:rtl/>
        </w:rPr>
        <w:t>المدينة</w:t>
      </w:r>
      <w:r>
        <w:rPr>
          <w:rtl/>
        </w:rPr>
        <w:t xml:space="preserve"> </w:t>
      </w:r>
      <w:r>
        <w:rPr>
          <w:rFonts w:hint="cs"/>
          <w:rtl/>
        </w:rPr>
        <w:t>يستبشرون</w:t>
      </w:r>
      <w:r>
        <w:rPr>
          <w:rtl/>
        </w:rPr>
        <w:t>_</w:t>
      </w:r>
      <w:r>
        <w:rPr>
          <w:rFonts w:hint="cs"/>
          <w:rtl/>
        </w:rPr>
        <w:t>قال</w:t>
      </w:r>
      <w:r>
        <w:rPr>
          <w:rtl/>
        </w:rPr>
        <w:t xml:space="preserve"> </w:t>
      </w:r>
      <w:r>
        <w:rPr>
          <w:rFonts w:hint="cs"/>
          <w:rtl/>
        </w:rPr>
        <w:t>ان</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w:t>
      </w:r>
      <w:r>
        <w:rPr>
          <w:rFonts w:hint="cs"/>
          <w:rtl/>
        </w:rPr>
        <w:t>ولا</w:t>
      </w:r>
      <w:r>
        <w:rPr>
          <w:rtl/>
        </w:rPr>
        <w:t xml:space="preserve"> </w:t>
      </w:r>
      <w:r>
        <w:rPr>
          <w:rFonts w:hint="cs"/>
          <w:rtl/>
        </w:rPr>
        <w:t>تخزون</w:t>
      </w:r>
      <w:r>
        <w:rPr>
          <w:rtl/>
        </w:rPr>
        <w:t xml:space="preserve"> ...</w:t>
      </w:r>
      <w:r>
        <w:rPr>
          <w:rFonts w:hint="cs"/>
          <w:rtl/>
        </w:rPr>
        <w:t>قال</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بناتى</w:t>
      </w:r>
      <w:r>
        <w:rPr>
          <w:rtl/>
        </w:rPr>
        <w:t xml:space="preserve"> </w:t>
      </w:r>
      <w:r>
        <w:rPr>
          <w:rFonts w:hint="cs"/>
          <w:rtl/>
        </w:rPr>
        <w:t>ان</w:t>
      </w:r>
      <w:r>
        <w:rPr>
          <w:rtl/>
        </w:rPr>
        <w:t xml:space="preserve"> </w:t>
      </w:r>
      <w:r>
        <w:rPr>
          <w:rFonts w:hint="cs"/>
          <w:rtl/>
        </w:rPr>
        <w:t>كنتم</w:t>
      </w:r>
      <w:r>
        <w:rPr>
          <w:rtl/>
        </w:rPr>
        <w:t xml:space="preserve"> فعلين</w:t>
      </w:r>
    </w:p>
    <w:p w:rsidR="001F628F" w:rsidRDefault="001F628F" w:rsidP="001F628F">
      <w:pPr>
        <w:pStyle w:val="libNormal"/>
        <w:rPr>
          <w:rtl/>
        </w:rPr>
      </w:pPr>
      <w:r>
        <w:rPr>
          <w:rtl/>
        </w:rPr>
        <w:t xml:space="preserve">3_حضرت لوط </w:t>
      </w:r>
      <w:r w:rsidR="00367F17" w:rsidRPr="00367F17">
        <w:rPr>
          <w:rStyle w:val="libAlaemChar"/>
          <w:rtl/>
        </w:rPr>
        <w:t xml:space="preserve"> عليه‌السلام </w:t>
      </w:r>
      <w:r>
        <w:rPr>
          <w:rtl/>
        </w:rPr>
        <w:t xml:space="preserve"> نے اپنى قوم كو ہم جنس پرستى كى بجائے عورتو</w:t>
      </w:r>
      <w:r w:rsidR="00083993">
        <w:rPr>
          <w:rtl/>
        </w:rPr>
        <w:t xml:space="preserve">ں </w:t>
      </w:r>
      <w:r>
        <w:rPr>
          <w:rtl/>
        </w:rPr>
        <w:t>كے ساتھ عقد كرنے كى دعوت دي_</w:t>
      </w:r>
    </w:p>
    <w:p w:rsidR="001F628F" w:rsidRDefault="001F628F" w:rsidP="00D11EA1">
      <w:pPr>
        <w:pStyle w:val="libArabic"/>
        <w:rPr>
          <w:rtl/>
        </w:rPr>
      </w:pPr>
      <w:r>
        <w:rPr>
          <w:rFonts w:hint="eastAsia"/>
          <w:rtl/>
        </w:rPr>
        <w:t>قال</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بناتى</w:t>
      </w:r>
      <w:r>
        <w:rPr>
          <w:rtl/>
        </w:rPr>
        <w:t xml:space="preserve"> </w:t>
      </w:r>
      <w:r>
        <w:rPr>
          <w:rFonts w:hint="cs"/>
          <w:rtl/>
        </w:rPr>
        <w:t>ان</w:t>
      </w:r>
      <w:r>
        <w:rPr>
          <w:rtl/>
        </w:rPr>
        <w:t xml:space="preserve"> </w:t>
      </w:r>
      <w:r>
        <w:rPr>
          <w:rFonts w:hint="cs"/>
          <w:rtl/>
        </w:rPr>
        <w:t>كنتم</w:t>
      </w:r>
      <w:r>
        <w:rPr>
          <w:rtl/>
        </w:rPr>
        <w:t xml:space="preserve"> فعلين</w:t>
      </w:r>
    </w:p>
    <w:p w:rsidR="001F628F" w:rsidRDefault="001F628F" w:rsidP="001F628F">
      <w:pPr>
        <w:pStyle w:val="libNormal"/>
        <w:rPr>
          <w:rtl/>
        </w:rPr>
      </w:pPr>
      <w:r>
        <w:rPr>
          <w:rFonts w:hint="eastAsia"/>
          <w:rtl/>
        </w:rPr>
        <w:t>مندرجہ</w:t>
      </w:r>
      <w:r>
        <w:rPr>
          <w:rtl/>
        </w:rPr>
        <w:t xml:space="preserve"> بالا مطلب ا س نكتے كى بنا ء پر اخذ كيا گيا ہے كہ جب ''بناتي'' سے قوم كى عورتي</w:t>
      </w:r>
      <w:r w:rsidR="00083993">
        <w:rPr>
          <w:rtl/>
        </w:rPr>
        <w:t xml:space="preserve">ں </w:t>
      </w:r>
      <w:r>
        <w:rPr>
          <w:rtl/>
        </w:rPr>
        <w:t>مراد ہو</w:t>
      </w:r>
      <w:r w:rsidR="00083993">
        <w:rPr>
          <w:rtl/>
        </w:rPr>
        <w:t xml:space="preserve">ں </w:t>
      </w:r>
      <w:r>
        <w:rPr>
          <w:rtl/>
        </w:rPr>
        <w:t xml:space="preserve">_چونكہ انبياء كرام </w:t>
      </w:r>
      <w:r w:rsidR="00367F17" w:rsidRPr="00367F17">
        <w:rPr>
          <w:rStyle w:val="libAlaemChar"/>
          <w:rtl/>
        </w:rPr>
        <w:t xml:space="preserve"> عليه‌السلام </w:t>
      </w:r>
      <w:r>
        <w:rPr>
          <w:rtl/>
        </w:rPr>
        <w:t xml:space="preserve"> اپنى اُمت كى نسبت با پ كى حيثيت ركھتے ہي</w:t>
      </w:r>
      <w:r w:rsidR="00083993">
        <w:rPr>
          <w:rtl/>
        </w:rPr>
        <w:t xml:space="preserve">ں </w:t>
      </w:r>
      <w:r>
        <w:rPr>
          <w:rtl/>
        </w:rPr>
        <w:t xml:space="preserve">_اس كے علاوہ اپ </w:t>
      </w:r>
      <w:r w:rsidR="00367F17" w:rsidRPr="00367F17">
        <w:rPr>
          <w:rStyle w:val="libAlaemChar"/>
          <w:rtl/>
        </w:rPr>
        <w:t xml:space="preserve"> عليه‌السلام </w:t>
      </w:r>
      <w:r>
        <w:rPr>
          <w:rtl/>
        </w:rPr>
        <w:t xml:space="preserve"> كے گھر پر حملہ اور ہونے والو</w:t>
      </w:r>
      <w:r w:rsidR="00083993">
        <w:rPr>
          <w:rtl/>
        </w:rPr>
        <w:t xml:space="preserve">ں </w:t>
      </w:r>
      <w:r>
        <w:rPr>
          <w:rtl/>
        </w:rPr>
        <w:t xml:space="preserve">كى تعداد بہت زيادہ تھى جبكہ اپ </w:t>
      </w:r>
      <w:r w:rsidR="00367F17" w:rsidRPr="00367F17">
        <w:rPr>
          <w:rStyle w:val="libAlaemChar"/>
          <w:rtl/>
        </w:rPr>
        <w:t xml:space="preserve"> عليه‌السلام </w:t>
      </w:r>
      <w:r>
        <w:rPr>
          <w:rtl/>
        </w:rPr>
        <w:t xml:space="preserve"> كى اپنى بيٹ</w:t>
      </w:r>
      <w:r>
        <w:rPr>
          <w:rFonts w:hint="eastAsia"/>
          <w:rtl/>
        </w:rPr>
        <w:t>يا</w:t>
      </w:r>
      <w:r w:rsidR="00083993">
        <w:rPr>
          <w:rFonts w:hint="eastAsia"/>
          <w:rtl/>
        </w:rPr>
        <w:t xml:space="preserve">ں </w:t>
      </w:r>
      <w:r>
        <w:rPr>
          <w:rtl/>
        </w:rPr>
        <w:t>بہت كم تھي</w:t>
      </w:r>
      <w:r w:rsidR="00083993">
        <w:rPr>
          <w:rtl/>
        </w:rPr>
        <w:t xml:space="preserve">ں </w:t>
      </w:r>
      <w:r>
        <w:rPr>
          <w:rtl/>
        </w:rPr>
        <w:t>اس سے بھى مذكورہ بالا نكتے كى تائيد ہوتى ہے_</w:t>
      </w:r>
    </w:p>
    <w:p w:rsidR="001F628F" w:rsidRDefault="001F628F" w:rsidP="00D11EA1">
      <w:pPr>
        <w:pStyle w:val="libNormal"/>
        <w:rPr>
          <w:rtl/>
        </w:rPr>
      </w:pPr>
      <w:r>
        <w:rPr>
          <w:rtl/>
        </w:rPr>
        <w:t xml:space="preserve">4_عورت اور مرد كى شادى ،حضرت لوط </w:t>
      </w:r>
      <w:r w:rsidR="00367F17" w:rsidRPr="00367F17">
        <w:rPr>
          <w:rStyle w:val="libAlaemChar"/>
          <w:rtl/>
        </w:rPr>
        <w:t xml:space="preserve"> عليه‌السلام </w:t>
      </w:r>
      <w:r>
        <w:rPr>
          <w:rtl/>
        </w:rPr>
        <w:t xml:space="preserve"> كى شريعت مي</w:t>
      </w:r>
      <w:r w:rsidR="00083993">
        <w:rPr>
          <w:rtl/>
        </w:rPr>
        <w:t xml:space="preserve">ں </w:t>
      </w:r>
      <w:r>
        <w:rPr>
          <w:rtl/>
        </w:rPr>
        <w:t>جنسى ضرورت كو پوراكرنے كاقابل قبول ،طبيعى اور بہترطريقہ تھا_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فعلين</w:t>
      </w:r>
    </w:p>
    <w:p w:rsidR="001F628F" w:rsidRDefault="001F628F" w:rsidP="00D11EA1">
      <w:pPr>
        <w:pStyle w:val="libNormal"/>
        <w:rPr>
          <w:rtl/>
        </w:rPr>
      </w:pPr>
      <w:r>
        <w:rPr>
          <w:rtl/>
        </w:rPr>
        <w:t>5_ نامشروع اعمال كى ممانعت كے ساتھ ساتھ شرعى اور عملى راہ حل پيش كرنا ،دعوت انبياء كے طريقو</w:t>
      </w:r>
      <w:r w:rsidR="00083993">
        <w:rPr>
          <w:rtl/>
        </w:rPr>
        <w:t xml:space="preserve">ں </w:t>
      </w:r>
      <w:r>
        <w:rPr>
          <w:rtl/>
        </w:rPr>
        <w:t>مي</w:t>
      </w:r>
      <w:r w:rsidR="00083993">
        <w:rPr>
          <w:rtl/>
        </w:rPr>
        <w:t xml:space="preserve">ں </w:t>
      </w:r>
      <w:r>
        <w:rPr>
          <w:rtl/>
        </w:rPr>
        <w:t>سے ايك طريقہ تھا_</w:t>
      </w:r>
      <w:r w:rsidRPr="00D11EA1">
        <w:rPr>
          <w:rStyle w:val="libArabicChar"/>
          <w:rFonts w:hint="eastAsia"/>
          <w:rtl/>
        </w:rPr>
        <w:t>فلا</w:t>
      </w:r>
      <w:r w:rsidRPr="00D11EA1">
        <w:rPr>
          <w:rStyle w:val="libArabicChar"/>
          <w:rtl/>
        </w:rPr>
        <w:t xml:space="preserve"> تفضحون ...ولا تخزون ...قال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فعلين</w:t>
      </w:r>
    </w:p>
    <w:p w:rsidR="001F628F" w:rsidRDefault="001F628F" w:rsidP="001F628F">
      <w:pPr>
        <w:pStyle w:val="libNormal"/>
        <w:rPr>
          <w:rtl/>
        </w:rPr>
      </w:pPr>
      <w:r>
        <w:rPr>
          <w:rtl/>
        </w:rPr>
        <w:t>6_طبيعى تقاضو</w:t>
      </w:r>
      <w:r w:rsidR="00083993">
        <w:rPr>
          <w:rtl/>
        </w:rPr>
        <w:t xml:space="preserve">ں </w:t>
      </w:r>
      <w:r>
        <w:rPr>
          <w:rtl/>
        </w:rPr>
        <w:t>كو پورا كرنے كے نامشروع طريقو</w:t>
      </w:r>
      <w:r w:rsidR="00083993">
        <w:rPr>
          <w:rtl/>
        </w:rPr>
        <w:t xml:space="preserve">ں </w:t>
      </w:r>
      <w:r>
        <w:rPr>
          <w:rtl/>
        </w:rPr>
        <w:t>اور جنسى انحرافات كے خلاف مقابلے كے ساتھ ساتھ مشروع اور عملى راہ حل پيش كرنا اور طبيعى طريقے سےطبيعى تقاضو</w:t>
      </w:r>
      <w:r w:rsidR="00083993">
        <w:rPr>
          <w:rtl/>
        </w:rPr>
        <w:t xml:space="preserve">ں </w:t>
      </w:r>
      <w:r>
        <w:rPr>
          <w:rtl/>
        </w:rPr>
        <w:t>كو پورا كرنے كا راستہ</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فراہم</w:t>
      </w:r>
      <w:r>
        <w:rPr>
          <w:rtl/>
        </w:rPr>
        <w:t xml:space="preserve"> كرنا چاہيے_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لاء بناتى ان كنتم فعلين</w:t>
      </w:r>
    </w:p>
    <w:p w:rsidR="001F628F" w:rsidRDefault="001F628F" w:rsidP="00D11EA1">
      <w:pPr>
        <w:pStyle w:val="libNormal"/>
        <w:rPr>
          <w:rtl/>
        </w:rPr>
      </w:pPr>
      <w:r>
        <w:rPr>
          <w:rtl/>
        </w:rPr>
        <w:t xml:space="preserve">7_قوم لوط كى ہلاكت سے پہلے ،حضرت لوط </w:t>
      </w:r>
      <w:r w:rsidR="00367F17" w:rsidRPr="00367F17">
        <w:rPr>
          <w:rStyle w:val="libAlaemChar"/>
          <w:rtl/>
        </w:rPr>
        <w:t xml:space="preserve"> عليه‌السلام </w:t>
      </w:r>
      <w:r>
        <w:rPr>
          <w:rtl/>
        </w:rPr>
        <w:t xml:space="preserve"> كى چند كنوارى لڑكيا </w:t>
      </w:r>
      <w:r w:rsidR="00083993">
        <w:rPr>
          <w:rtl/>
        </w:rPr>
        <w:t xml:space="preserve">ں </w:t>
      </w:r>
      <w:r>
        <w:rPr>
          <w:rtl/>
        </w:rPr>
        <w:t>تھي</w:t>
      </w:r>
      <w:r w:rsidR="00083993">
        <w:rPr>
          <w:rtl/>
        </w:rPr>
        <w:t xml:space="preserve">ں </w:t>
      </w:r>
      <w:r>
        <w:rPr>
          <w:rtl/>
        </w:rPr>
        <w:t>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فعلين</w:t>
      </w:r>
    </w:p>
    <w:p w:rsidR="001F628F" w:rsidRDefault="001F628F" w:rsidP="001F628F">
      <w:pPr>
        <w:pStyle w:val="libNormal"/>
        <w:rPr>
          <w:rtl/>
        </w:rPr>
      </w:pPr>
      <w:r>
        <w:rPr>
          <w:rtl/>
        </w:rPr>
        <w:t>8_جنسى خواہشات اور ضروريات كو غير طبيعى و نامشروع طريقے سے پورا كرنے كى عادت، انسان مي</w:t>
      </w:r>
      <w:r w:rsidR="00083993">
        <w:rPr>
          <w:rtl/>
        </w:rPr>
        <w:t xml:space="preserve">ں </w:t>
      </w:r>
      <w:r>
        <w:rPr>
          <w:rtl/>
        </w:rPr>
        <w:t>طبيعى اور قانونى طريقے سے جنسى ضرورت پورا كرنے كے رجحان كے مانع بنتى ہے_</w:t>
      </w:r>
      <w:r w:rsidRPr="00D11EA1">
        <w:rPr>
          <w:rStyle w:val="libArabicChar"/>
          <w:rtl/>
        </w:rPr>
        <w:t xml:space="preserve">قال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w:t>
      </w:r>
      <w:r w:rsidRPr="00D11EA1">
        <w:rPr>
          <w:rStyle w:val="libArabicChar"/>
          <w:rFonts w:hint="cs"/>
          <w:rtl/>
        </w:rPr>
        <w:t>فعلين</w:t>
      </w:r>
    </w:p>
    <w:p w:rsidR="001F628F" w:rsidRDefault="001F628F" w:rsidP="001F628F">
      <w:pPr>
        <w:pStyle w:val="libNormal"/>
        <w:rPr>
          <w:rtl/>
        </w:rPr>
      </w:pPr>
      <w:r>
        <w:rPr>
          <w:rFonts w:hint="eastAsia"/>
          <w:rtl/>
        </w:rPr>
        <w:t>مفسرين</w:t>
      </w:r>
      <w:r>
        <w:rPr>
          <w:rtl/>
        </w:rPr>
        <w:t xml:space="preserve"> كے بقول جملہ '' ان كنتم فعلين '' ترديد كے لئے استعمال ہوا ہے او ر تقدير مي</w:t>
      </w:r>
      <w:r w:rsidR="00083993">
        <w:rPr>
          <w:rtl/>
        </w:rPr>
        <w:t xml:space="preserve">ں </w:t>
      </w:r>
      <w:r>
        <w:rPr>
          <w:rtl/>
        </w:rPr>
        <w:t>وہ اس طرح ہے : ' 'فان فعلتم مااقول لكم وما اظنكم تفعلون ''بنا بري</w:t>
      </w:r>
      <w:r w:rsidR="00083993">
        <w:rPr>
          <w:rtl/>
        </w:rPr>
        <w:t xml:space="preserve">ں </w:t>
      </w:r>
      <w:r>
        <w:rPr>
          <w:rtl/>
        </w:rPr>
        <w:t>ممكن ہے اُن لوگو</w:t>
      </w:r>
      <w:r w:rsidR="00083993">
        <w:rPr>
          <w:rtl/>
        </w:rPr>
        <w:t xml:space="preserve">ں </w:t>
      </w:r>
      <w:r>
        <w:rPr>
          <w:rtl/>
        </w:rPr>
        <w:t>مي</w:t>
      </w:r>
      <w:r w:rsidR="00083993">
        <w:rPr>
          <w:rtl/>
        </w:rPr>
        <w:t xml:space="preserve">ں </w:t>
      </w:r>
      <w:r>
        <w:rPr>
          <w:rtl/>
        </w:rPr>
        <w:t>( عورتو</w:t>
      </w:r>
      <w:r w:rsidR="00083993">
        <w:rPr>
          <w:rtl/>
        </w:rPr>
        <w:t xml:space="preserve">ں </w:t>
      </w:r>
      <w:r>
        <w:rPr>
          <w:rtl/>
        </w:rPr>
        <w:t>كے ساتھ ازدواج )كے طبيعى طريقے سے جنسى ضرورت كو پورا كرنے كى طرف عدم رجحان كا سبب،غير طبيعى طريقے كے ذريعے جنسى خواہش پورا كرنے كى عادت ہو_</w:t>
      </w:r>
    </w:p>
    <w:p w:rsidR="001F628F" w:rsidRDefault="001F628F" w:rsidP="00D11EA1">
      <w:pPr>
        <w:pStyle w:val="libNormal"/>
        <w:rPr>
          <w:rtl/>
        </w:rPr>
      </w:pPr>
      <w:r>
        <w:rPr>
          <w:rtl/>
        </w:rPr>
        <w:t>9_قوم لوط كے لوگ مشروع اور طبيعى طريقو</w:t>
      </w:r>
      <w:r w:rsidR="00083993">
        <w:rPr>
          <w:rtl/>
        </w:rPr>
        <w:t xml:space="preserve">ں </w:t>
      </w:r>
      <w:r>
        <w:rPr>
          <w:rtl/>
        </w:rPr>
        <w:t>(عورتو</w:t>
      </w:r>
      <w:r w:rsidR="00083993">
        <w:rPr>
          <w:rtl/>
        </w:rPr>
        <w:t xml:space="preserve">ں </w:t>
      </w:r>
      <w:r>
        <w:rPr>
          <w:rtl/>
        </w:rPr>
        <w:t>سے ازدواج ) كے ہونے كے باوجود، لواط جيسے قبيح فعل اور ہم جنس پرستى پر اصرار كرتے تھے_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فعلين</w:t>
      </w:r>
    </w:p>
    <w:p w:rsidR="001F628F" w:rsidRDefault="001F628F" w:rsidP="001F628F">
      <w:pPr>
        <w:pStyle w:val="libNormal"/>
        <w:rPr>
          <w:rtl/>
        </w:rPr>
      </w:pPr>
      <w:r>
        <w:rPr>
          <w:rFonts w:hint="eastAsia"/>
          <w:rtl/>
        </w:rPr>
        <w:t>جملہ</w:t>
      </w:r>
      <w:r>
        <w:rPr>
          <w:rtl/>
        </w:rPr>
        <w:t xml:space="preserve"> </w:t>
      </w:r>
      <w:r w:rsidRPr="00D11EA1">
        <w:rPr>
          <w:rStyle w:val="libArabicChar"/>
          <w:rtl/>
        </w:rPr>
        <w:t>'' ان كنتم فعلين ''</w:t>
      </w:r>
      <w:r>
        <w:rPr>
          <w:rtl/>
        </w:rPr>
        <w:t xml:space="preserve"> جملہ </w:t>
      </w:r>
      <w:r w:rsidRPr="00D11EA1">
        <w:rPr>
          <w:rStyle w:val="libArabicChar"/>
          <w:rtl/>
        </w:rPr>
        <w:t>''ان فعلتم مااقول لكم وما اظنكم تفعلون ''</w:t>
      </w:r>
      <w:r>
        <w:rPr>
          <w:rtl/>
        </w:rPr>
        <w:t>كى جگہ ہے _يعنى ،اگر ميرى نصيحت اور رائے پر عمل كرو ليكن ميرے خيال مي</w:t>
      </w:r>
      <w:r w:rsidR="00083993">
        <w:rPr>
          <w:rtl/>
        </w:rPr>
        <w:t xml:space="preserve">ں </w:t>
      </w:r>
      <w:r>
        <w:rPr>
          <w:rtl/>
        </w:rPr>
        <w:t>تم ايسا نہي</w:t>
      </w:r>
      <w:r w:rsidR="00083993">
        <w:rPr>
          <w:rtl/>
        </w:rPr>
        <w:t xml:space="preserve">ں </w:t>
      </w:r>
      <w:r>
        <w:rPr>
          <w:rtl/>
        </w:rPr>
        <w:t>كرو گے_</w:t>
      </w:r>
    </w:p>
    <w:p w:rsidR="001F628F" w:rsidRDefault="001F628F" w:rsidP="001F628F">
      <w:pPr>
        <w:pStyle w:val="libNormal"/>
        <w:rPr>
          <w:rtl/>
        </w:rPr>
      </w:pPr>
      <w:r>
        <w:rPr>
          <w:rtl/>
        </w:rPr>
        <w:t>10_</w:t>
      </w:r>
      <w:r w:rsidRPr="00D11EA1">
        <w:rPr>
          <w:rStyle w:val="libArabicChar"/>
          <w:rtl/>
        </w:rPr>
        <w:t>''عن ا حد</w:t>
      </w:r>
      <w:r w:rsidR="00F21947" w:rsidRPr="00B2551F">
        <w:rPr>
          <w:rStyle w:val="libArabicChar"/>
          <w:rFonts w:hint="cs"/>
          <w:rtl/>
        </w:rPr>
        <w:t>ه</w:t>
      </w:r>
      <w:r w:rsidRPr="00D11EA1">
        <w:rPr>
          <w:rStyle w:val="libArabicChar"/>
          <w:rFonts w:hint="cs"/>
          <w:rtl/>
        </w:rPr>
        <w:t>ما</w:t>
      </w:r>
      <w:r w:rsidRPr="00D11EA1">
        <w:rPr>
          <w:rStyle w:val="libArabicChar"/>
          <w:rtl/>
        </w:rPr>
        <w:t>: ...</w:t>
      </w:r>
      <w:r w:rsidRPr="00D11EA1">
        <w:rPr>
          <w:rStyle w:val="libArabicChar"/>
          <w:rFonts w:hint="cs"/>
          <w:rtl/>
        </w:rPr>
        <w:t>ثم</w:t>
      </w:r>
      <w:r w:rsidRPr="00D11EA1">
        <w:rPr>
          <w:rStyle w:val="libArabicChar"/>
          <w:rtl/>
        </w:rPr>
        <w:t xml:space="preserve"> </w:t>
      </w:r>
      <w:r w:rsidRPr="00D11EA1">
        <w:rPr>
          <w:rStyle w:val="libArabicChar"/>
          <w:rFonts w:hint="cs"/>
          <w:rtl/>
        </w:rPr>
        <w:t>عرض</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بنات</w:t>
      </w:r>
      <w:r w:rsidR="00120F63" w:rsidRPr="00B2551F">
        <w:rPr>
          <w:rStyle w:val="libArabicChar"/>
          <w:rFonts w:hint="cs"/>
          <w:rtl/>
        </w:rPr>
        <w:t>ه</w:t>
      </w:r>
      <w:r w:rsidRPr="00D11EA1">
        <w:rPr>
          <w:rStyle w:val="libArabicChar"/>
          <w:rtl/>
        </w:rPr>
        <w:t xml:space="preserve"> </w:t>
      </w:r>
      <w:r w:rsidRPr="00D11EA1">
        <w:rPr>
          <w:rStyle w:val="libArabicChar"/>
          <w:rFonts w:hint="cs"/>
          <w:rtl/>
        </w:rPr>
        <w:t>نكاحاً</w:t>
      </w:r>
      <w:r w:rsidRPr="00D11EA1">
        <w:rPr>
          <w:rStyle w:val="libArabicChar"/>
          <w:rtl/>
        </w:rPr>
        <w:t xml:space="preserve"> </w:t>
      </w:r>
      <w:r>
        <w:rPr>
          <w:rtl/>
        </w:rPr>
        <w:t>...;</w:t>
      </w:r>
      <w:r w:rsidRPr="00D11EA1">
        <w:rPr>
          <w:rStyle w:val="libFootnotenumChar"/>
          <w:rtl/>
        </w:rPr>
        <w:t>(1)</w:t>
      </w:r>
      <w:r>
        <w:rPr>
          <w:rtl/>
        </w:rPr>
        <w:t xml:space="preserve">''حضرت امام باقر ياامام صادق عليہماالسلام سے منقول ہے كہ حضرت لوط </w:t>
      </w:r>
      <w:r w:rsidR="00367F17" w:rsidRPr="00367F17">
        <w:rPr>
          <w:rStyle w:val="libAlaemChar"/>
          <w:rtl/>
        </w:rPr>
        <w:t xml:space="preserve"> عليه‌السلام </w:t>
      </w:r>
      <w:r>
        <w:rPr>
          <w:rtl/>
        </w:rPr>
        <w:t xml:space="preserve"> نے اپنى لڑكيو</w:t>
      </w:r>
      <w:r w:rsidR="00083993">
        <w:rPr>
          <w:rtl/>
        </w:rPr>
        <w:t xml:space="preserve">ں </w:t>
      </w:r>
      <w:r>
        <w:rPr>
          <w:rtl/>
        </w:rPr>
        <w:t>كو اپنى قوم كے ساتھ نكاح كے لئے پيش كيا ...''</w:t>
      </w:r>
    </w:p>
    <w:p w:rsidR="001F628F" w:rsidRDefault="001F628F" w:rsidP="00D11EA1">
      <w:pPr>
        <w:pStyle w:val="libNormal"/>
        <w:rPr>
          <w:rtl/>
        </w:rPr>
      </w:pPr>
      <w:r>
        <w:rPr>
          <w:rFonts w:hint="eastAsia"/>
          <w:rtl/>
        </w:rPr>
        <w:t>ازدواج</w:t>
      </w:r>
      <w:r>
        <w:rPr>
          <w:rtl/>
        </w:rPr>
        <w:t xml:space="preserve"> :</w:t>
      </w:r>
      <w:r>
        <w:rPr>
          <w:rFonts w:hint="eastAsia"/>
          <w:rtl/>
        </w:rPr>
        <w:t>ازدواج</w:t>
      </w:r>
      <w:r>
        <w:rPr>
          <w:rtl/>
        </w:rPr>
        <w:t xml:space="preserve"> كے موانع 8</w:t>
      </w:r>
    </w:p>
    <w:p w:rsidR="001F628F" w:rsidRDefault="001F628F" w:rsidP="00D11EA1">
      <w:pPr>
        <w:pStyle w:val="libNormal"/>
        <w:rPr>
          <w:rtl/>
        </w:rPr>
      </w:pPr>
      <w:r>
        <w:rPr>
          <w:rFonts w:hint="eastAsia"/>
          <w:rtl/>
        </w:rPr>
        <w:t>انبياء</w:t>
      </w:r>
      <w:r>
        <w:rPr>
          <w:rtl/>
        </w:rPr>
        <w:t xml:space="preserve"> :</w:t>
      </w:r>
      <w:r>
        <w:rPr>
          <w:rFonts w:hint="eastAsia"/>
          <w:rtl/>
        </w:rPr>
        <w:t>دعوت</w:t>
      </w:r>
      <w:r>
        <w:rPr>
          <w:rtl/>
        </w:rPr>
        <w:t xml:space="preserve"> انبياء كا طريقہ 5</w:t>
      </w:r>
    </w:p>
    <w:p w:rsidR="001F628F" w:rsidRDefault="001F628F" w:rsidP="00D11EA1">
      <w:pPr>
        <w:pStyle w:val="libNormal"/>
        <w:rPr>
          <w:rtl/>
        </w:rPr>
      </w:pPr>
      <w:r>
        <w:rPr>
          <w:rFonts w:hint="eastAsia"/>
          <w:rtl/>
        </w:rPr>
        <w:t>جنسى</w:t>
      </w:r>
      <w:r>
        <w:rPr>
          <w:rtl/>
        </w:rPr>
        <w:t xml:space="preserve"> انحراف :</w:t>
      </w:r>
      <w:r>
        <w:rPr>
          <w:rFonts w:hint="eastAsia"/>
          <w:rtl/>
        </w:rPr>
        <w:t>جنسى</w:t>
      </w:r>
      <w:r>
        <w:rPr>
          <w:rtl/>
        </w:rPr>
        <w:t xml:space="preserve"> انحراف كے اثرات 8;جنسى انحراف كے خلاف مبارزے كا طريقہ 6</w:t>
      </w:r>
    </w:p>
    <w:p w:rsidR="001F628F" w:rsidRDefault="001F628F" w:rsidP="00D11EA1">
      <w:pPr>
        <w:pStyle w:val="libNormal"/>
        <w:rPr>
          <w:rtl/>
        </w:rPr>
      </w:pPr>
      <w:r>
        <w:rPr>
          <w:rFonts w:hint="eastAsia"/>
          <w:rtl/>
        </w:rPr>
        <w:t>جنسي</w:t>
      </w:r>
      <w:r w:rsidR="00D11EA1">
        <w:rPr>
          <w:rFonts w:hint="cs"/>
          <w:rtl/>
        </w:rPr>
        <w:t xml:space="preserve"> </w:t>
      </w:r>
      <w:r>
        <w:rPr>
          <w:rFonts w:hint="eastAsia"/>
          <w:rtl/>
        </w:rPr>
        <w:t>غريزہ</w:t>
      </w:r>
      <w:r>
        <w:rPr>
          <w:rtl/>
        </w:rPr>
        <w:t>:</w:t>
      </w:r>
      <w:r>
        <w:rPr>
          <w:rFonts w:hint="eastAsia"/>
          <w:rtl/>
        </w:rPr>
        <w:t>جنسى</w:t>
      </w:r>
      <w:r>
        <w:rPr>
          <w:rtl/>
        </w:rPr>
        <w:t xml:space="preserve"> غريزہ كوپورا كرنے كاپيش خيمہ 6جنسى غريزہ كوپورا كرنے كاطريقہ 4;جنسى غريزہ كو پورا كرنا 8</w:t>
      </w:r>
    </w:p>
    <w:p w:rsidR="001F628F" w:rsidRDefault="001F628F" w:rsidP="00D11EA1">
      <w:pPr>
        <w:pStyle w:val="libNormal"/>
        <w:rPr>
          <w:rtl/>
        </w:rPr>
      </w:pPr>
      <w:r>
        <w:rPr>
          <w:rFonts w:hint="eastAsia"/>
          <w:rtl/>
        </w:rPr>
        <w:t>دين</w:t>
      </w:r>
      <w:r>
        <w:rPr>
          <w:rtl/>
        </w:rPr>
        <w:t xml:space="preserve"> :</w:t>
      </w:r>
      <w:r>
        <w:rPr>
          <w:rFonts w:hint="eastAsia"/>
          <w:rtl/>
        </w:rPr>
        <w:t>دين</w:t>
      </w:r>
      <w:r>
        <w:rPr>
          <w:rtl/>
        </w:rPr>
        <w:t xml:space="preserve"> اور عينيت 5</w:t>
      </w:r>
    </w:p>
    <w:p w:rsidR="001F628F" w:rsidRDefault="001F628F" w:rsidP="001F628F">
      <w:pPr>
        <w:pStyle w:val="libNormal"/>
        <w:rPr>
          <w:rtl/>
        </w:rPr>
      </w:pPr>
      <w:r>
        <w:rPr>
          <w:rFonts w:hint="eastAsia"/>
          <w:rtl/>
        </w:rPr>
        <w:t>روايت</w:t>
      </w:r>
      <w:r>
        <w:rPr>
          <w:rtl/>
        </w:rPr>
        <w:t xml:space="preserve"> :10</w:t>
      </w:r>
    </w:p>
    <w:p w:rsidR="001F628F" w:rsidRDefault="00B84D3B" w:rsidP="00B84D3B">
      <w:pPr>
        <w:pStyle w:val="libLine"/>
        <w:rPr>
          <w:rtl/>
        </w:rPr>
      </w:pPr>
      <w:r>
        <w:rPr>
          <w:rtl/>
        </w:rPr>
        <w:t>____________________</w:t>
      </w:r>
    </w:p>
    <w:p w:rsidR="001F628F" w:rsidRDefault="001F628F" w:rsidP="00D11EA1">
      <w:pPr>
        <w:pStyle w:val="libFootnote"/>
        <w:rPr>
          <w:rtl/>
        </w:rPr>
      </w:pPr>
      <w:r>
        <w:rPr>
          <w:rtl/>
        </w:rPr>
        <w:t>1)_علل الشرائع ،ص552 ،ح6 ،ب340; نورالثقلين ، ج2، ص385 ،ح167_</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عمل</w:t>
      </w:r>
      <w:r>
        <w:rPr>
          <w:rtl/>
        </w:rPr>
        <w:t xml:space="preserve"> :</w:t>
      </w:r>
      <w:r>
        <w:rPr>
          <w:rFonts w:hint="eastAsia"/>
          <w:rtl/>
        </w:rPr>
        <w:t>ناپسنديدہ</w:t>
      </w:r>
      <w:r>
        <w:rPr>
          <w:rtl/>
        </w:rPr>
        <w:t xml:space="preserve"> عمل سے نہى 5</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كى ہٹ دھرمى 9;قوم لوط مي</w:t>
      </w:r>
      <w:r w:rsidR="00083993">
        <w:rPr>
          <w:rtl/>
        </w:rPr>
        <w:t xml:space="preserve">ں </w:t>
      </w:r>
      <w:r>
        <w:rPr>
          <w:rtl/>
        </w:rPr>
        <w:t>عقد 3 ، 9 ; قوم لوط مي</w:t>
      </w:r>
      <w:r w:rsidR="00083993">
        <w:rPr>
          <w:rtl/>
        </w:rPr>
        <w:t xml:space="preserve">ں </w:t>
      </w:r>
      <w:r>
        <w:rPr>
          <w:rtl/>
        </w:rPr>
        <w:t>لواط 1،9;قوم لوط مي</w:t>
      </w:r>
      <w:r w:rsidR="00083993">
        <w:rPr>
          <w:rtl/>
        </w:rPr>
        <w:t xml:space="preserve">ں </w:t>
      </w:r>
      <w:r>
        <w:rPr>
          <w:rtl/>
        </w:rPr>
        <w:t>ہم جنس پرستى 9</w:t>
      </w:r>
    </w:p>
    <w:p w:rsidR="001F628F" w:rsidRDefault="001F628F"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كى رائے 1،3،10;حضرت لوط كا قصہ 1 ،3 ، 9;حضرت لوط </w:t>
      </w:r>
      <w:r w:rsidR="00367F17" w:rsidRPr="00367F17">
        <w:rPr>
          <w:rStyle w:val="libAlaemChar"/>
          <w:rtl/>
        </w:rPr>
        <w:t xml:space="preserve"> عليه‌السلام </w:t>
      </w:r>
      <w:r>
        <w:rPr>
          <w:rtl/>
        </w:rPr>
        <w:t xml:space="preserve"> كى لڑكيو</w:t>
      </w:r>
      <w:r w:rsidR="00083993">
        <w:rPr>
          <w:rtl/>
        </w:rPr>
        <w:t xml:space="preserve">ں </w:t>
      </w:r>
      <w:r>
        <w:rPr>
          <w:rtl/>
        </w:rPr>
        <w:t>سے شادى 1،3، 10 ; حضرت لوط كى متعدد لڑكيا</w:t>
      </w:r>
      <w:r w:rsidR="00083993">
        <w:rPr>
          <w:rtl/>
        </w:rPr>
        <w:t xml:space="preserve">ں </w:t>
      </w:r>
      <w:r>
        <w:rPr>
          <w:rtl/>
        </w:rPr>
        <w:t xml:space="preserve">7;حضرت لوط كى مہمان نوازى 2;حضرت لوط </w:t>
      </w:r>
      <w:r w:rsidR="00367F17" w:rsidRPr="00367F17">
        <w:rPr>
          <w:rStyle w:val="libAlaemChar"/>
          <w:rtl/>
        </w:rPr>
        <w:t xml:space="preserve"> عليه‌السلام </w:t>
      </w:r>
      <w:r>
        <w:rPr>
          <w:rtl/>
        </w:rPr>
        <w:t xml:space="preserve"> كے دين مي</w:t>
      </w:r>
      <w:r w:rsidR="00083993">
        <w:rPr>
          <w:rtl/>
        </w:rPr>
        <w:t xml:space="preserve">ں </w:t>
      </w:r>
      <w:r>
        <w:rPr>
          <w:rtl/>
        </w:rPr>
        <w:t>عقد 4 ; حضرت لوط كے فضائل 2</w:t>
      </w:r>
    </w:p>
    <w:p w:rsidR="001F628F" w:rsidRDefault="001F628F" w:rsidP="00D11EA1">
      <w:pPr>
        <w:pStyle w:val="libNormal"/>
        <w:rPr>
          <w:rtl/>
        </w:rPr>
      </w:pPr>
      <w:r>
        <w:rPr>
          <w:rFonts w:hint="eastAsia"/>
          <w:rtl/>
        </w:rPr>
        <w:t>مہمان</w:t>
      </w:r>
      <w:r>
        <w:rPr>
          <w:rtl/>
        </w:rPr>
        <w:t>:</w:t>
      </w:r>
      <w:r>
        <w:rPr>
          <w:rFonts w:hint="eastAsia"/>
          <w:rtl/>
        </w:rPr>
        <w:t>مہمان</w:t>
      </w:r>
      <w:r>
        <w:rPr>
          <w:rtl/>
        </w:rPr>
        <w:t xml:space="preserve"> كا دفاع2</w:t>
      </w:r>
    </w:p>
    <w:p w:rsidR="001F628F" w:rsidRPr="00120F63" w:rsidRDefault="00D11EA1" w:rsidP="00D11EA1">
      <w:pPr>
        <w:pStyle w:val="Heading2Center"/>
        <w:rPr>
          <w:rtl/>
        </w:rPr>
      </w:pPr>
      <w:bookmarkStart w:id="118" w:name="_Toc28081796"/>
      <w:r>
        <w:rPr>
          <w:rFonts w:hint="cs"/>
          <w:rtl/>
        </w:rPr>
        <w:t xml:space="preserve">آیت </w:t>
      </w:r>
      <w:r w:rsidRPr="00120F63">
        <w:rPr>
          <w:rFonts w:hint="cs"/>
          <w:rtl/>
        </w:rPr>
        <w:t>72</w:t>
      </w:r>
      <w:bookmarkEnd w:id="118"/>
    </w:p>
    <w:p w:rsidR="001F628F" w:rsidRDefault="00E260F9" w:rsidP="00D11EA1">
      <w:pPr>
        <w:pStyle w:val="libNormal"/>
        <w:rPr>
          <w:rtl/>
        </w:rPr>
      </w:pPr>
      <w:r w:rsidRPr="00E260F9">
        <w:rPr>
          <w:rStyle w:val="libAlaemChar"/>
          <w:rFonts w:hint="eastAsia"/>
          <w:rtl/>
        </w:rPr>
        <w:t>(</w:t>
      </w:r>
      <w:r w:rsidRPr="00D11EA1">
        <w:rPr>
          <w:rStyle w:val="libAieChar"/>
          <w:rFonts w:hint="eastAsia"/>
          <w:rtl/>
        </w:rPr>
        <w:t>لَعَمْرُكَ</w:t>
      </w:r>
      <w:r w:rsidRPr="00D11EA1">
        <w:rPr>
          <w:rStyle w:val="libAieChar"/>
          <w:rtl/>
        </w:rPr>
        <w:t xml:space="preserve"> إِنَّهُمْ لَفِي سَكْرَتِهِمْ يَعْمَهُونَ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آپ</w:t>
      </w:r>
      <w:r>
        <w:rPr>
          <w:rtl/>
        </w:rPr>
        <w:t xml:space="preserve"> كى جان كى قسم يہ لوگ گمراہى كے نشہ مي</w:t>
      </w:r>
      <w:r w:rsidR="00083993">
        <w:rPr>
          <w:rtl/>
        </w:rPr>
        <w:t xml:space="preserve">ں </w:t>
      </w:r>
      <w:r>
        <w:rPr>
          <w:rtl/>
        </w:rPr>
        <w:t>اندھے ہو رہے ہي</w:t>
      </w:r>
      <w:r w:rsidR="00083993">
        <w:rPr>
          <w:rtl/>
        </w:rPr>
        <w:t xml:space="preserve">ں </w:t>
      </w:r>
      <w:r>
        <w:rPr>
          <w:rtl/>
        </w:rPr>
        <w:t>_</w:t>
      </w:r>
    </w:p>
    <w:p w:rsidR="001F628F" w:rsidRDefault="001F628F" w:rsidP="00D11EA1">
      <w:pPr>
        <w:pStyle w:val="libNormal"/>
        <w:rPr>
          <w:rtl/>
        </w:rPr>
      </w:pPr>
      <w:r>
        <w:rPr>
          <w:rtl/>
        </w:rPr>
        <w:t xml:space="preserve">1_خداوند متعال كا تاكيد كے ساتھ پيغمبر </w:t>
      </w:r>
      <w:r w:rsidR="00F031CD" w:rsidRPr="00F031CD">
        <w:rPr>
          <w:rStyle w:val="libAlaemChar"/>
          <w:rtl/>
        </w:rPr>
        <w:t xml:space="preserve"> صلى‌الله‌عليه‌وآله‌وسلم </w:t>
      </w:r>
      <w:r>
        <w:rPr>
          <w:rtl/>
        </w:rPr>
        <w:t xml:space="preserve"> كى جان كى قسم كھانا كہ قوم لوط كے لوگ نشے مي</w:t>
      </w:r>
      <w:r w:rsidR="00083993">
        <w:rPr>
          <w:rtl/>
        </w:rPr>
        <w:t xml:space="preserve">ں </w:t>
      </w:r>
      <w:r>
        <w:rPr>
          <w:rtl/>
        </w:rPr>
        <w:t>مست، سرگردا</w:t>
      </w:r>
      <w:r w:rsidR="00083993">
        <w:rPr>
          <w:rtl/>
        </w:rPr>
        <w:t xml:space="preserve">ں </w:t>
      </w:r>
      <w:r>
        <w:rPr>
          <w:rtl/>
        </w:rPr>
        <w:t>اورہر قسم كى بصيرت وعقلمندى سے دور تھے_</w:t>
      </w:r>
      <w:r w:rsidRPr="00D11EA1">
        <w:rPr>
          <w:rStyle w:val="libArabicChar"/>
          <w:rFonts w:hint="eastAsia"/>
          <w:rtl/>
        </w:rPr>
        <w:t>لعمرك</w:t>
      </w:r>
      <w:r w:rsidRPr="00D11EA1">
        <w:rPr>
          <w:rStyle w:val="libArabicChar"/>
          <w:rtl/>
        </w:rPr>
        <w:t xml:space="preserve"> ان</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لفى</w:t>
      </w:r>
      <w:r w:rsidRPr="00D11EA1">
        <w:rPr>
          <w:rStyle w:val="libArabicChar"/>
          <w:rtl/>
        </w:rPr>
        <w:t xml:space="preserve"> </w:t>
      </w:r>
      <w:r w:rsidRPr="00D11EA1">
        <w:rPr>
          <w:rStyle w:val="libArabicChar"/>
          <w:rFonts w:hint="cs"/>
          <w:rtl/>
        </w:rPr>
        <w:t>سكرت</w:t>
      </w:r>
      <w:r w:rsidR="00F21947" w:rsidRPr="00B2551F">
        <w:rPr>
          <w:rStyle w:val="libArabicChar"/>
          <w:rFonts w:hint="cs"/>
          <w:rtl/>
        </w:rPr>
        <w:t>ه</w:t>
      </w:r>
      <w:r w:rsidRPr="00D11EA1">
        <w:rPr>
          <w:rStyle w:val="libArabicChar"/>
          <w:rFonts w:hint="cs"/>
          <w:rtl/>
        </w:rPr>
        <w:t>م</w:t>
      </w:r>
      <w:r w:rsidRPr="00D11EA1">
        <w:rPr>
          <w:rStyle w:val="libArabicChar"/>
          <w:rtl/>
        </w:rPr>
        <w:t xml:space="preserve"> يعم</w:t>
      </w:r>
      <w:r w:rsidR="00F21947" w:rsidRPr="00B2551F">
        <w:rPr>
          <w:rStyle w:val="libArabicChar"/>
          <w:rFonts w:hint="cs"/>
          <w:rtl/>
        </w:rPr>
        <w:t>ه</w:t>
      </w:r>
      <w:r w:rsidRPr="00D11EA1">
        <w:rPr>
          <w:rStyle w:val="libArabicChar"/>
          <w:rFonts w:hint="cs"/>
          <w:rtl/>
        </w:rPr>
        <w:t>ون</w:t>
      </w:r>
    </w:p>
    <w:p w:rsidR="001F628F" w:rsidRDefault="001F628F" w:rsidP="001F628F">
      <w:pPr>
        <w:pStyle w:val="libNormal"/>
        <w:rPr>
          <w:rtl/>
        </w:rPr>
      </w:pPr>
      <w:r>
        <w:rPr>
          <w:rFonts w:hint="eastAsia"/>
          <w:rtl/>
        </w:rPr>
        <w:t>مندرجہ</w:t>
      </w:r>
      <w:r>
        <w:rPr>
          <w:rtl/>
        </w:rPr>
        <w:t xml:space="preserve"> بالا مطلب اس بناء پر مبنى ہے كہ جب حضرت ابراہيم </w:t>
      </w:r>
      <w:r w:rsidR="00367F17" w:rsidRPr="00367F17">
        <w:rPr>
          <w:rStyle w:val="libAlaemChar"/>
          <w:rtl/>
        </w:rPr>
        <w:t xml:space="preserve"> عليه‌السلام </w:t>
      </w:r>
      <w:r>
        <w:rPr>
          <w:rtl/>
        </w:rPr>
        <w:t xml:space="preserve"> اور حضرت لوط </w:t>
      </w:r>
      <w:r w:rsidR="00367F17" w:rsidRPr="00367F17">
        <w:rPr>
          <w:rStyle w:val="libAlaemChar"/>
          <w:rtl/>
        </w:rPr>
        <w:t xml:space="preserve"> عليه‌السلام </w:t>
      </w:r>
      <w:r>
        <w:rPr>
          <w:rtl/>
        </w:rPr>
        <w:t xml:space="preserve"> كے قصے كے شروع ہونے سے پہلے ايات 49،51 (</w:t>
      </w:r>
      <w:r w:rsidRPr="00D11EA1">
        <w:rPr>
          <w:rStyle w:val="libArabicChar"/>
          <w:rtl/>
        </w:rPr>
        <w:t>نبى عبادى ___ونّبئ</w:t>
      </w:r>
      <w:r w:rsidR="00F21947" w:rsidRPr="00B2551F">
        <w:rPr>
          <w:rStyle w:val="libArabicChar"/>
          <w:rFonts w:hint="cs"/>
          <w:rtl/>
        </w:rPr>
        <w:t>ه</w:t>
      </w:r>
      <w:r w:rsidRPr="00D11EA1">
        <w:rPr>
          <w:rStyle w:val="libArabicChar"/>
          <w:rFonts w:hint="cs"/>
          <w:rtl/>
        </w:rPr>
        <w:t>م</w:t>
      </w:r>
      <w:r>
        <w:rPr>
          <w:rtl/>
        </w:rPr>
        <w:t xml:space="preserve"> ___)كے قرينے سے جملہ ''لعمرك ''كے مخاطب پيغمبر اكرم </w:t>
      </w:r>
      <w:r w:rsidR="00F031CD" w:rsidRPr="00F031CD">
        <w:rPr>
          <w:rStyle w:val="libAlaemChar"/>
          <w:rtl/>
        </w:rPr>
        <w:t xml:space="preserve"> صلى‌الله‌عليه‌وآله‌وسلم </w:t>
      </w:r>
      <w:r>
        <w:rPr>
          <w:rtl/>
        </w:rPr>
        <w:t xml:space="preserve"> ہو</w:t>
      </w:r>
      <w:r w:rsidR="00083993">
        <w:rPr>
          <w:rtl/>
        </w:rPr>
        <w:t xml:space="preserve">ں </w:t>
      </w:r>
      <w:r>
        <w:rPr>
          <w:rtl/>
        </w:rPr>
        <w:t>_</w:t>
      </w:r>
    </w:p>
    <w:p w:rsidR="001F628F" w:rsidRDefault="001F628F" w:rsidP="00D11EA1">
      <w:pPr>
        <w:pStyle w:val="libNormal"/>
        <w:rPr>
          <w:rtl/>
        </w:rPr>
      </w:pPr>
      <w:r>
        <w:rPr>
          <w:rtl/>
        </w:rPr>
        <w:t>2_خداوند متعال كى بار گاہ مي</w:t>
      </w:r>
      <w:r w:rsidR="00083993">
        <w:rPr>
          <w:rtl/>
        </w:rPr>
        <w:t xml:space="preserve">ں </w:t>
      </w:r>
      <w:r>
        <w:rPr>
          <w:rtl/>
        </w:rPr>
        <w:t xml:space="preserve">پيغمبر اسلام </w:t>
      </w:r>
      <w:r w:rsidR="00F031CD" w:rsidRPr="00F031CD">
        <w:rPr>
          <w:rStyle w:val="libAlaemChar"/>
          <w:rtl/>
        </w:rPr>
        <w:t xml:space="preserve"> صلى‌الله‌عليه‌وآله‌وسلم </w:t>
      </w:r>
      <w:r>
        <w:rPr>
          <w:rtl/>
        </w:rPr>
        <w:t xml:space="preserve"> كو بلند مقام و منزلت حاصل ہونا_</w:t>
      </w:r>
      <w:r w:rsidRPr="00D11EA1">
        <w:rPr>
          <w:rStyle w:val="libArabicChar"/>
          <w:rFonts w:hint="eastAsia"/>
          <w:rtl/>
        </w:rPr>
        <w:t>لعمرك</w:t>
      </w:r>
    </w:p>
    <w:p w:rsidR="001F628F" w:rsidRDefault="001F628F" w:rsidP="001F628F">
      <w:pPr>
        <w:pStyle w:val="libNormal"/>
        <w:rPr>
          <w:rtl/>
        </w:rPr>
      </w:pPr>
      <w:r>
        <w:rPr>
          <w:rtl/>
        </w:rPr>
        <w:t xml:space="preserve">3_خداوند متعال كا حضرت لوط </w:t>
      </w:r>
      <w:r w:rsidR="00367F17" w:rsidRPr="00367F17">
        <w:rPr>
          <w:rStyle w:val="libAlaemChar"/>
          <w:rtl/>
        </w:rPr>
        <w:t xml:space="preserve"> عليه‌السلام </w:t>
      </w:r>
      <w:r>
        <w:rPr>
          <w:rtl/>
        </w:rPr>
        <w:t xml:space="preserve"> كى جان كى قسم كھانا كہ اُن كى قوم كے لوگ نشے مي</w:t>
      </w:r>
      <w:r w:rsidR="00083993">
        <w:rPr>
          <w:rtl/>
        </w:rPr>
        <w:t xml:space="preserve">ں </w:t>
      </w:r>
      <w:r>
        <w:rPr>
          <w:rtl/>
        </w:rPr>
        <w:t>مست اور سرگردا</w:t>
      </w:r>
      <w:r w:rsidR="00083993">
        <w:rPr>
          <w:rtl/>
        </w:rPr>
        <w:t xml:space="preserve">ں </w:t>
      </w:r>
      <w:r>
        <w:rPr>
          <w:rtl/>
        </w:rPr>
        <w:t>تھے_</w:t>
      </w:r>
    </w:p>
    <w:p w:rsidR="001F628F" w:rsidRDefault="001F628F" w:rsidP="00D11EA1">
      <w:pPr>
        <w:pStyle w:val="libArabic"/>
        <w:rPr>
          <w:rtl/>
        </w:rPr>
      </w:pPr>
      <w:r>
        <w:rPr>
          <w:rFonts w:hint="eastAsia"/>
          <w:rtl/>
        </w:rPr>
        <w:t>لعمرك</w:t>
      </w:r>
      <w:r>
        <w:rPr>
          <w:rtl/>
        </w:rPr>
        <w:t xml:space="preserve"> ان</w:t>
      </w:r>
      <w:r w:rsidR="00F21947" w:rsidRPr="00B2551F">
        <w:rPr>
          <w:rFonts w:hint="cs"/>
          <w:rtl/>
        </w:rPr>
        <w:t>ه</w:t>
      </w:r>
      <w:r>
        <w:rPr>
          <w:rFonts w:hint="cs"/>
          <w:rtl/>
        </w:rPr>
        <w:t>م</w:t>
      </w:r>
      <w:r>
        <w:rPr>
          <w:rtl/>
        </w:rPr>
        <w:t xml:space="preserve"> </w:t>
      </w:r>
      <w:r>
        <w:rPr>
          <w:rFonts w:hint="cs"/>
          <w:rtl/>
        </w:rPr>
        <w:t>لفى</w:t>
      </w:r>
      <w:r>
        <w:rPr>
          <w:rtl/>
        </w:rPr>
        <w:t xml:space="preserve"> </w:t>
      </w:r>
      <w:r>
        <w:rPr>
          <w:rFonts w:hint="cs"/>
          <w:rtl/>
        </w:rPr>
        <w:t>سكرت</w:t>
      </w:r>
      <w:r w:rsidR="00F21947" w:rsidRPr="00B2551F">
        <w:rPr>
          <w:rFonts w:hint="cs"/>
          <w:rtl/>
        </w:rPr>
        <w:t>ه</w:t>
      </w:r>
      <w:r>
        <w:rPr>
          <w:rFonts w:hint="cs"/>
          <w:rtl/>
        </w:rPr>
        <w:t>م</w:t>
      </w:r>
      <w:r>
        <w:rPr>
          <w:rtl/>
        </w:rPr>
        <w:t xml:space="preserve"> </w:t>
      </w:r>
      <w:r>
        <w:rPr>
          <w:rFonts w:hint="cs"/>
          <w:rtl/>
        </w:rPr>
        <w:t>ي</w:t>
      </w:r>
      <w:r>
        <w:rPr>
          <w:rtl/>
        </w:rPr>
        <w:t>عم</w:t>
      </w:r>
      <w:r w:rsidR="00F21947" w:rsidRPr="00B2551F">
        <w:rPr>
          <w:rFonts w:hint="cs"/>
          <w:rtl/>
        </w:rPr>
        <w:t>ه</w:t>
      </w:r>
      <w:r>
        <w:rPr>
          <w:rFonts w:hint="cs"/>
          <w:rtl/>
        </w:rPr>
        <w:t>ون</w:t>
      </w:r>
    </w:p>
    <w:p w:rsidR="001F628F" w:rsidRDefault="001F628F" w:rsidP="001F628F">
      <w:pPr>
        <w:pStyle w:val="libNormal"/>
        <w:rPr>
          <w:rtl/>
        </w:rPr>
      </w:pPr>
      <w:r>
        <w:rPr>
          <w:rFonts w:hint="eastAsia"/>
          <w:rtl/>
        </w:rPr>
        <w:t>مندرجہ</w:t>
      </w:r>
      <w:r>
        <w:rPr>
          <w:rtl/>
        </w:rPr>
        <w:t xml:space="preserve"> بالا مطلب اس احتمال پر مبنى ہے كہ جب جملہ ''لعمرك ''حضرت لوط </w:t>
      </w:r>
      <w:r w:rsidR="00367F17" w:rsidRPr="00367F17">
        <w:rPr>
          <w:rStyle w:val="libAlaemChar"/>
          <w:rtl/>
        </w:rPr>
        <w:t xml:space="preserve"> عليه‌السلام </w:t>
      </w:r>
      <w:r>
        <w:rPr>
          <w:rtl/>
        </w:rPr>
        <w:t xml:space="preserve"> سے مخاطب ملائكہ كى گفتگو كا تسلسل ہو_</w:t>
      </w:r>
    </w:p>
    <w:p w:rsidR="001F628F" w:rsidRDefault="001F628F" w:rsidP="001F628F">
      <w:pPr>
        <w:pStyle w:val="libNormal"/>
        <w:rPr>
          <w:rtl/>
        </w:rPr>
      </w:pPr>
      <w:r>
        <w:rPr>
          <w:rtl/>
        </w:rPr>
        <w:t>4_خداوند متعال كى بار گاہ مي</w:t>
      </w:r>
      <w:r w:rsidR="00083993">
        <w:rPr>
          <w:rtl/>
        </w:rPr>
        <w:t xml:space="preserve">ں </w:t>
      </w:r>
      <w:r>
        <w:rPr>
          <w:rtl/>
        </w:rPr>
        <w:t xml:space="preserve">حضرت لوط </w:t>
      </w:r>
      <w:r w:rsidR="00367F17" w:rsidRPr="00367F17">
        <w:rPr>
          <w:rStyle w:val="libAlaemChar"/>
          <w:rtl/>
        </w:rPr>
        <w:t xml:space="preserve"> عليه‌السلام </w:t>
      </w:r>
      <w:r>
        <w:rPr>
          <w:rtl/>
        </w:rPr>
        <w:t xml:space="preserve"> كو بلند مقام و منزلت حاصل ہونا_</w:t>
      </w:r>
    </w:p>
    <w:p w:rsidR="001F628F" w:rsidRDefault="001F628F" w:rsidP="00D11EA1">
      <w:pPr>
        <w:pStyle w:val="libArabic"/>
        <w:rPr>
          <w:rtl/>
        </w:rPr>
      </w:pPr>
      <w:r>
        <w:rPr>
          <w:rFonts w:hint="eastAsia"/>
          <w:rtl/>
        </w:rPr>
        <w:t>لعمرك</w:t>
      </w:r>
      <w:r>
        <w:rPr>
          <w:rtl/>
        </w:rPr>
        <w:t xml:space="preserve"> ان</w:t>
      </w:r>
      <w:r w:rsidR="00F21947" w:rsidRPr="00B2551F">
        <w:rPr>
          <w:rFonts w:hint="cs"/>
          <w:rtl/>
        </w:rPr>
        <w:t>ه</w:t>
      </w:r>
      <w:r>
        <w:rPr>
          <w:rFonts w:hint="cs"/>
          <w:rtl/>
        </w:rPr>
        <w:t>م</w:t>
      </w:r>
      <w:r>
        <w:rPr>
          <w:rtl/>
        </w:rPr>
        <w:t xml:space="preserve"> </w:t>
      </w:r>
      <w:r>
        <w:rPr>
          <w:rFonts w:hint="cs"/>
          <w:rtl/>
        </w:rPr>
        <w:t>لفى</w:t>
      </w:r>
      <w:r>
        <w:rPr>
          <w:rtl/>
        </w:rPr>
        <w:t xml:space="preserve"> </w:t>
      </w:r>
      <w:r>
        <w:rPr>
          <w:rFonts w:hint="cs"/>
          <w:rtl/>
        </w:rPr>
        <w:t>سكرت</w:t>
      </w:r>
      <w:r w:rsidR="00F21947" w:rsidRPr="00B2551F">
        <w:rPr>
          <w:rFonts w:hint="cs"/>
          <w:rtl/>
        </w:rPr>
        <w:t>ه</w:t>
      </w:r>
      <w:r>
        <w:rPr>
          <w:rFonts w:hint="cs"/>
          <w:rtl/>
        </w:rPr>
        <w:t>م</w:t>
      </w:r>
      <w:r>
        <w:rPr>
          <w:rtl/>
        </w:rPr>
        <w:t xml:space="preserve"> </w:t>
      </w:r>
      <w:r>
        <w:rPr>
          <w:rFonts w:hint="cs"/>
          <w:rtl/>
        </w:rPr>
        <w:t>ي</w:t>
      </w:r>
      <w:r>
        <w:rPr>
          <w:rtl/>
        </w:rPr>
        <w:t>عم</w:t>
      </w:r>
      <w:r w:rsidR="00F21947" w:rsidRPr="00B2551F">
        <w:rPr>
          <w:rFonts w:hint="cs"/>
          <w:rtl/>
        </w:rPr>
        <w:t>ه</w:t>
      </w:r>
      <w:r>
        <w:rPr>
          <w:rFonts w:hint="cs"/>
          <w:rtl/>
        </w:rPr>
        <w:t>ون</w:t>
      </w:r>
    </w:p>
    <w:p w:rsidR="00D11EA1" w:rsidRDefault="001E7F9D" w:rsidP="00F73EDE">
      <w:pPr>
        <w:pStyle w:val="libPoemTini"/>
        <w:rPr>
          <w:rtl/>
        </w:rPr>
      </w:pPr>
      <w:r>
        <w:rPr>
          <w:rtl/>
        </w:rPr>
        <w:br w:type="page"/>
      </w:r>
    </w:p>
    <w:p w:rsidR="001F628F" w:rsidRDefault="001F628F" w:rsidP="00D11EA1">
      <w:pPr>
        <w:pStyle w:val="libNormal"/>
        <w:rPr>
          <w:rtl/>
        </w:rPr>
      </w:pPr>
      <w:r>
        <w:rPr>
          <w:rtl/>
        </w:rPr>
        <w:lastRenderedPageBreak/>
        <w:t>5_حق و حقيقت كے اثبات كے لئے عزيز اور قابل قدر افراد كى جان كى قسم كھانا ايك جائز اور مشروع كام ہے_</w:t>
      </w:r>
    </w:p>
    <w:p w:rsidR="001F628F" w:rsidRDefault="001F628F" w:rsidP="00D11EA1">
      <w:pPr>
        <w:pStyle w:val="libArabic"/>
        <w:rPr>
          <w:rtl/>
        </w:rPr>
      </w:pPr>
      <w:r>
        <w:rPr>
          <w:rFonts w:hint="eastAsia"/>
          <w:rtl/>
        </w:rPr>
        <w:t>لعمرك</w:t>
      </w:r>
      <w:r>
        <w:rPr>
          <w:rtl/>
        </w:rPr>
        <w:t xml:space="preserve"> ان</w:t>
      </w:r>
      <w:r w:rsidR="00F21947" w:rsidRPr="00B2551F">
        <w:rPr>
          <w:rFonts w:hint="cs"/>
          <w:rtl/>
        </w:rPr>
        <w:t>ه</w:t>
      </w:r>
      <w:r>
        <w:rPr>
          <w:rFonts w:hint="cs"/>
          <w:rtl/>
        </w:rPr>
        <w:t>م</w:t>
      </w:r>
      <w:r>
        <w:rPr>
          <w:rtl/>
        </w:rPr>
        <w:t xml:space="preserve"> ...يعم</w:t>
      </w:r>
      <w:r w:rsidR="00F21947" w:rsidRPr="00B2551F">
        <w:rPr>
          <w:rFonts w:hint="cs"/>
          <w:rtl/>
        </w:rPr>
        <w:t>ه</w:t>
      </w:r>
      <w:r>
        <w:rPr>
          <w:rFonts w:hint="cs"/>
          <w:rtl/>
        </w:rPr>
        <w:t>ون</w:t>
      </w:r>
    </w:p>
    <w:p w:rsidR="001F628F" w:rsidRDefault="001F628F" w:rsidP="00D11EA1">
      <w:pPr>
        <w:pStyle w:val="libNormal"/>
        <w:rPr>
          <w:rtl/>
        </w:rPr>
      </w:pPr>
      <w:r>
        <w:rPr>
          <w:rtl/>
        </w:rPr>
        <w:t>6_قوم لوط كا مست ،سر گردا</w:t>
      </w:r>
      <w:r w:rsidR="00083993">
        <w:rPr>
          <w:rtl/>
        </w:rPr>
        <w:t xml:space="preserve">ں </w:t>
      </w:r>
      <w:r>
        <w:rPr>
          <w:rtl/>
        </w:rPr>
        <w:t xml:space="preserve">اور بصيرت سے خالى ہونا ، حضرت لوط </w:t>
      </w:r>
      <w:r w:rsidR="00367F17" w:rsidRPr="00367F17">
        <w:rPr>
          <w:rStyle w:val="libAlaemChar"/>
          <w:rtl/>
        </w:rPr>
        <w:t xml:space="preserve"> عليه‌السلام </w:t>
      </w:r>
      <w:r>
        <w:rPr>
          <w:rtl/>
        </w:rPr>
        <w:t xml:space="preserve"> كى تعليمات سے اُن كى ہدايت پذيرى كے مانع تھا_</w:t>
      </w:r>
      <w:r w:rsidRPr="00D11EA1">
        <w:rPr>
          <w:rStyle w:val="libArabicChar"/>
          <w:rFonts w:hint="eastAsia"/>
          <w:rtl/>
        </w:rPr>
        <w:t>واتقوا</w:t>
      </w:r>
      <w:r w:rsidRPr="00D11EA1">
        <w:rPr>
          <w:rStyle w:val="libArabicChar"/>
          <w:rtl/>
        </w:rPr>
        <w:t xml:space="preserve"> اللّ</w:t>
      </w:r>
      <w:r w:rsidR="00120F63" w:rsidRPr="00B2551F">
        <w:rPr>
          <w:rStyle w:val="libArabicChar"/>
          <w:rFonts w:hint="cs"/>
          <w:rtl/>
        </w:rPr>
        <w:t>ه</w:t>
      </w:r>
      <w:r w:rsidRPr="00D11EA1">
        <w:rPr>
          <w:rStyle w:val="libArabicChar"/>
          <w:rtl/>
        </w:rPr>
        <w:t xml:space="preserve"> </w:t>
      </w:r>
      <w:r w:rsidRPr="00D11EA1">
        <w:rPr>
          <w:rStyle w:val="libArabicChar"/>
          <w:rFonts w:hint="cs"/>
          <w:rtl/>
        </w:rPr>
        <w:t>ولا</w:t>
      </w:r>
      <w:r w:rsidRPr="00D11EA1">
        <w:rPr>
          <w:rStyle w:val="libArabicChar"/>
          <w:rtl/>
        </w:rPr>
        <w:t xml:space="preserve"> </w:t>
      </w:r>
      <w:r w:rsidRPr="00D11EA1">
        <w:rPr>
          <w:rStyle w:val="libArabicChar"/>
          <w:rFonts w:hint="cs"/>
          <w:rtl/>
        </w:rPr>
        <w:t>تخزون</w:t>
      </w:r>
      <w:r w:rsidRPr="00D11EA1">
        <w:rPr>
          <w:rStyle w:val="libArabicChar"/>
          <w:rtl/>
        </w:rPr>
        <w:t xml:space="preserve"> ...</w:t>
      </w:r>
      <w:r w:rsidRPr="00D11EA1">
        <w:rPr>
          <w:rStyle w:val="libArabicChar"/>
          <w:rFonts w:hint="cs"/>
          <w:rtl/>
        </w:rPr>
        <w:t>لعمرك</w:t>
      </w:r>
      <w:r w:rsidRPr="00D11EA1">
        <w:rPr>
          <w:rStyle w:val="libArabicChar"/>
          <w:rtl/>
        </w:rPr>
        <w:t xml:space="preserve"> </w:t>
      </w:r>
      <w:r w:rsidRPr="00D11EA1">
        <w:rPr>
          <w:rStyle w:val="libArabicChar"/>
          <w:rFonts w:hint="cs"/>
          <w:rtl/>
        </w:rPr>
        <w:t>ان</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لفى</w:t>
      </w:r>
      <w:r w:rsidRPr="00D11EA1">
        <w:rPr>
          <w:rStyle w:val="libArabicChar"/>
          <w:rtl/>
        </w:rPr>
        <w:t xml:space="preserve"> </w:t>
      </w:r>
      <w:r w:rsidRPr="00D11EA1">
        <w:rPr>
          <w:rStyle w:val="libArabicChar"/>
          <w:rFonts w:hint="cs"/>
          <w:rtl/>
        </w:rPr>
        <w:t>سكرت</w:t>
      </w:r>
      <w:r w:rsidR="00F21947" w:rsidRPr="00B2551F">
        <w:rPr>
          <w:rStyle w:val="libArabicChar"/>
          <w:rFonts w:hint="cs"/>
          <w:rtl/>
        </w:rPr>
        <w:t>ه</w:t>
      </w:r>
      <w:r w:rsidRPr="00D11EA1">
        <w:rPr>
          <w:rStyle w:val="libArabicChar"/>
          <w:rFonts w:hint="cs"/>
          <w:rtl/>
        </w:rPr>
        <w:t>م</w:t>
      </w:r>
      <w:r w:rsidRPr="00D11EA1">
        <w:rPr>
          <w:rStyle w:val="libArabicChar"/>
          <w:rtl/>
        </w:rPr>
        <w:t xml:space="preserve"> يعم</w:t>
      </w:r>
      <w:r w:rsidR="00F21947" w:rsidRPr="00B2551F">
        <w:rPr>
          <w:rStyle w:val="libArabicChar"/>
          <w:rFonts w:hint="cs"/>
          <w:rtl/>
        </w:rPr>
        <w:t>ه</w:t>
      </w:r>
      <w:r w:rsidRPr="00D11EA1">
        <w:rPr>
          <w:rStyle w:val="libArabicChar"/>
          <w:rFonts w:hint="cs"/>
          <w:rtl/>
        </w:rPr>
        <w:t>ون</w:t>
      </w:r>
    </w:p>
    <w:p w:rsidR="001F628F" w:rsidRDefault="001F628F" w:rsidP="001F628F">
      <w:pPr>
        <w:pStyle w:val="libNormal"/>
        <w:rPr>
          <w:rtl/>
        </w:rPr>
      </w:pPr>
      <w:r>
        <w:rPr>
          <w:rtl/>
        </w:rPr>
        <w:t>'' سكرة ''كا معنى ، عقل كا ختم اور ناكارہ ہوجانا ہے_اور '' عمہ ''كا مطلب امور مي</w:t>
      </w:r>
      <w:r w:rsidR="00083993">
        <w:rPr>
          <w:rtl/>
        </w:rPr>
        <w:t xml:space="preserve">ں </w:t>
      </w:r>
      <w:r>
        <w:rPr>
          <w:rtl/>
        </w:rPr>
        <w:t>حيرت كى وجہ سے شك و ترديد مي</w:t>
      </w:r>
      <w:r w:rsidR="00083993">
        <w:rPr>
          <w:rtl/>
        </w:rPr>
        <w:t xml:space="preserve">ں </w:t>
      </w:r>
      <w:r>
        <w:rPr>
          <w:rtl/>
        </w:rPr>
        <w:t>مبتلا ہونا ہے_بنا بري</w:t>
      </w:r>
      <w:r w:rsidR="00083993">
        <w:rPr>
          <w:rtl/>
        </w:rPr>
        <w:t xml:space="preserve">ں </w:t>
      </w:r>
      <w:r>
        <w:rPr>
          <w:rtl/>
        </w:rPr>
        <w:t>جملہ '' لفى سكرتھم يعمھون '' سے مراد ، امور مي</w:t>
      </w:r>
      <w:r w:rsidR="00083993">
        <w:rPr>
          <w:rtl/>
        </w:rPr>
        <w:t xml:space="preserve">ں </w:t>
      </w:r>
      <w:r>
        <w:rPr>
          <w:rtl/>
        </w:rPr>
        <w:t>بصيرت نہ ركھنا اور مست و متحير ہونا ہے_</w:t>
      </w:r>
    </w:p>
    <w:p w:rsidR="001F628F" w:rsidRDefault="001F628F" w:rsidP="001F628F">
      <w:pPr>
        <w:pStyle w:val="libNormal"/>
        <w:rPr>
          <w:rtl/>
        </w:rPr>
      </w:pPr>
      <w:r>
        <w:rPr>
          <w:rtl/>
        </w:rPr>
        <w:t>7_جنسى انحرافات اور فحشاء سے الودہ ہونا ،مستى ، سرگردانى اور صحيح سوچ كے ختم ہوجانے كا باعث بنتا ہے_</w:t>
      </w:r>
    </w:p>
    <w:p w:rsidR="001F628F" w:rsidRDefault="001F628F" w:rsidP="00D11EA1">
      <w:pPr>
        <w:pStyle w:val="libArabic"/>
        <w:rPr>
          <w:rtl/>
        </w:rPr>
      </w:pPr>
      <w:r>
        <w:rPr>
          <w:rFonts w:hint="eastAsia"/>
          <w:rtl/>
        </w:rPr>
        <w:t>واتقوا</w:t>
      </w:r>
      <w:r>
        <w:rPr>
          <w:rtl/>
        </w:rPr>
        <w:t xml:space="preserve"> الله ولا تخزون ...لعمرك ان</w:t>
      </w:r>
      <w:r w:rsidR="00F21947" w:rsidRPr="00B2551F">
        <w:rPr>
          <w:rFonts w:hint="cs"/>
          <w:rtl/>
        </w:rPr>
        <w:t>ه</w:t>
      </w:r>
      <w:r>
        <w:rPr>
          <w:rFonts w:hint="cs"/>
          <w:rtl/>
        </w:rPr>
        <w:t>م</w:t>
      </w:r>
      <w:r>
        <w:rPr>
          <w:rtl/>
        </w:rPr>
        <w:t xml:space="preserve"> </w:t>
      </w:r>
      <w:r>
        <w:rPr>
          <w:rFonts w:hint="cs"/>
          <w:rtl/>
        </w:rPr>
        <w:t>لفى</w:t>
      </w:r>
      <w:r>
        <w:rPr>
          <w:rtl/>
        </w:rPr>
        <w:t xml:space="preserve"> </w:t>
      </w:r>
      <w:r>
        <w:rPr>
          <w:rFonts w:hint="cs"/>
          <w:rtl/>
        </w:rPr>
        <w:t>سكرت</w:t>
      </w:r>
      <w:r w:rsidR="00F21947" w:rsidRPr="00B2551F">
        <w:rPr>
          <w:rFonts w:hint="cs"/>
          <w:rtl/>
        </w:rPr>
        <w:t>ه</w:t>
      </w:r>
      <w:r>
        <w:rPr>
          <w:rFonts w:hint="cs"/>
          <w:rtl/>
        </w:rPr>
        <w:t>م</w:t>
      </w:r>
      <w:r>
        <w:rPr>
          <w:rtl/>
        </w:rPr>
        <w:t xml:space="preserve"> </w:t>
      </w:r>
      <w:r>
        <w:rPr>
          <w:rFonts w:hint="cs"/>
          <w:rtl/>
        </w:rPr>
        <w:t>ي</w:t>
      </w:r>
      <w:r>
        <w:rPr>
          <w:rtl/>
        </w:rPr>
        <w:t>عم</w:t>
      </w:r>
      <w:r w:rsidR="00F21947" w:rsidRPr="00B2551F">
        <w:rPr>
          <w:rFonts w:hint="cs"/>
          <w:rtl/>
        </w:rPr>
        <w:t>ه</w:t>
      </w:r>
      <w:r>
        <w:rPr>
          <w:rFonts w:hint="cs"/>
          <w:rtl/>
        </w:rPr>
        <w:t>ون</w:t>
      </w:r>
    </w:p>
    <w:p w:rsidR="001F628F" w:rsidRDefault="001F628F" w:rsidP="001F628F">
      <w:pPr>
        <w:pStyle w:val="libNormal"/>
        <w:rPr>
          <w:rtl/>
        </w:rPr>
      </w:pPr>
      <w:r>
        <w:rPr>
          <w:rFonts w:hint="eastAsia"/>
          <w:rtl/>
        </w:rPr>
        <w:t>مندرجہ</w:t>
      </w:r>
      <w:r>
        <w:rPr>
          <w:rtl/>
        </w:rPr>
        <w:t xml:space="preserve"> بالا مطلب اس حقيقت كو مد نظر ركھ كر اخذ كيا گيا ہے كہ قوم لوط كا گناہ اور اصلى جرم ،اُن كا فحشااور جنسى انحرافات كا عادى ہونا تھا_ بنا بري</w:t>
      </w:r>
      <w:r w:rsidR="00083993">
        <w:rPr>
          <w:rtl/>
        </w:rPr>
        <w:t xml:space="preserve">ں </w:t>
      </w:r>
      <w:r>
        <w:rPr>
          <w:rtl/>
        </w:rPr>
        <w:t>اُن كى سر مستى اور سر گردانى كا سبب بھى يہى گناہ اور جرم تھا_</w:t>
      </w:r>
    </w:p>
    <w:p w:rsidR="001F628F" w:rsidRDefault="001F628F" w:rsidP="00D11EA1">
      <w:pPr>
        <w:pStyle w:val="libNormal"/>
        <w:rPr>
          <w:rtl/>
        </w:rPr>
      </w:pPr>
      <w:r>
        <w:rPr>
          <w:rtl/>
        </w:rPr>
        <w:t>8_مستى اور غفلت ايك انتہائي بُرا اور مذموم فعل ہے جبكہ بصيرت اورروشن نظرى انسانو</w:t>
      </w:r>
      <w:r w:rsidR="00083993">
        <w:rPr>
          <w:rtl/>
        </w:rPr>
        <w:t xml:space="preserve">ں </w:t>
      </w:r>
      <w:r>
        <w:rPr>
          <w:rtl/>
        </w:rPr>
        <w:t>كى ايك بلند و قابل قدر صفت ہے_</w:t>
      </w:r>
      <w:r w:rsidRPr="00D11EA1">
        <w:rPr>
          <w:rStyle w:val="libArabicChar"/>
          <w:rFonts w:hint="eastAsia"/>
          <w:rtl/>
        </w:rPr>
        <w:t>لعمرك</w:t>
      </w:r>
      <w:r w:rsidRPr="00D11EA1">
        <w:rPr>
          <w:rStyle w:val="libArabicChar"/>
          <w:rtl/>
        </w:rPr>
        <w:t xml:space="preserve"> ان</w:t>
      </w:r>
      <w:r w:rsidR="00F21947" w:rsidRPr="00B2551F">
        <w:rPr>
          <w:rStyle w:val="libArabicChar"/>
          <w:rFonts w:hint="cs"/>
          <w:rtl/>
        </w:rPr>
        <w:t>ه</w:t>
      </w:r>
      <w:r w:rsidRPr="00D11EA1">
        <w:rPr>
          <w:rStyle w:val="libArabicChar"/>
          <w:rtl/>
        </w:rPr>
        <w:t>م لفى سكرت</w:t>
      </w:r>
      <w:r w:rsidR="00F21947" w:rsidRPr="00B2551F">
        <w:rPr>
          <w:rStyle w:val="libArabicChar"/>
          <w:rFonts w:hint="cs"/>
          <w:rtl/>
        </w:rPr>
        <w:t>ه</w:t>
      </w:r>
      <w:r w:rsidRPr="00D11EA1">
        <w:rPr>
          <w:rStyle w:val="libArabicChar"/>
          <w:rFonts w:hint="cs"/>
          <w:rtl/>
        </w:rPr>
        <w:t>م</w:t>
      </w:r>
      <w:r w:rsidRPr="00D11EA1">
        <w:rPr>
          <w:rStyle w:val="libArabicChar"/>
          <w:rtl/>
        </w:rPr>
        <w:t xml:space="preserve"> يعم</w:t>
      </w:r>
      <w:r w:rsidR="00F21947" w:rsidRPr="00B2551F">
        <w:rPr>
          <w:rStyle w:val="libArabicChar"/>
          <w:rFonts w:hint="cs"/>
          <w:rtl/>
        </w:rPr>
        <w:t>ه</w:t>
      </w:r>
      <w:r w:rsidRPr="00D11EA1">
        <w:rPr>
          <w:rStyle w:val="libArabicChar"/>
          <w:rFonts w:hint="cs"/>
          <w:rtl/>
        </w:rPr>
        <w:t>ون</w:t>
      </w:r>
    </w:p>
    <w:p w:rsidR="001F628F" w:rsidRDefault="001F628F" w:rsidP="001F628F">
      <w:pPr>
        <w:pStyle w:val="libNormal"/>
        <w:rPr>
          <w:rtl/>
        </w:rPr>
      </w:pPr>
      <w:r>
        <w:rPr>
          <w:rtl/>
        </w:rPr>
        <w:t>9_مستى اور غفلت ،ناصحين كى نصيحت اور نيك انديشى كو قبول كرنے سے مانع بنتى ہے_</w:t>
      </w:r>
    </w:p>
    <w:p w:rsidR="001F628F" w:rsidRDefault="001F628F" w:rsidP="00D11EA1">
      <w:pPr>
        <w:pStyle w:val="libArabic"/>
        <w:rPr>
          <w:rtl/>
        </w:rPr>
      </w:pPr>
      <w:r>
        <w:rPr>
          <w:rFonts w:hint="eastAsia"/>
          <w:rtl/>
        </w:rPr>
        <w:t>لعمرك</w:t>
      </w:r>
      <w:r>
        <w:rPr>
          <w:rtl/>
        </w:rPr>
        <w:t xml:space="preserve"> ان</w:t>
      </w:r>
      <w:r w:rsidR="00F21947" w:rsidRPr="00B2551F">
        <w:rPr>
          <w:rFonts w:hint="cs"/>
          <w:rtl/>
        </w:rPr>
        <w:t>ه</w:t>
      </w:r>
      <w:r>
        <w:rPr>
          <w:rFonts w:hint="cs"/>
          <w:rtl/>
        </w:rPr>
        <w:t>م</w:t>
      </w:r>
      <w:r>
        <w:rPr>
          <w:rtl/>
        </w:rPr>
        <w:t xml:space="preserve"> </w:t>
      </w:r>
      <w:r>
        <w:rPr>
          <w:rFonts w:hint="cs"/>
          <w:rtl/>
        </w:rPr>
        <w:t>لفى</w:t>
      </w:r>
      <w:r>
        <w:rPr>
          <w:rtl/>
        </w:rPr>
        <w:t xml:space="preserve"> </w:t>
      </w:r>
      <w:r>
        <w:rPr>
          <w:rFonts w:hint="cs"/>
          <w:rtl/>
        </w:rPr>
        <w:t>سكرت</w:t>
      </w:r>
      <w:r w:rsidR="00F21947" w:rsidRPr="00B2551F">
        <w:rPr>
          <w:rFonts w:hint="cs"/>
          <w:rtl/>
        </w:rPr>
        <w:t>ه</w:t>
      </w:r>
      <w:r>
        <w:rPr>
          <w:rFonts w:hint="cs"/>
          <w:rtl/>
        </w:rPr>
        <w:t>م</w:t>
      </w:r>
      <w:r>
        <w:rPr>
          <w:rtl/>
        </w:rPr>
        <w:t xml:space="preserve"> </w:t>
      </w:r>
      <w:r>
        <w:rPr>
          <w:rFonts w:hint="cs"/>
          <w:rtl/>
        </w:rPr>
        <w:t>ي</w:t>
      </w:r>
      <w:r>
        <w:rPr>
          <w:rtl/>
        </w:rPr>
        <w:t>عم</w:t>
      </w:r>
      <w:r w:rsidR="00F21947" w:rsidRPr="00B2551F">
        <w:rPr>
          <w:rFonts w:hint="cs"/>
          <w:rtl/>
        </w:rPr>
        <w:t>ه</w:t>
      </w:r>
      <w:r>
        <w:rPr>
          <w:rFonts w:hint="cs"/>
          <w:rtl/>
        </w:rPr>
        <w:t>ون</w:t>
      </w:r>
    </w:p>
    <w:p w:rsidR="001F628F" w:rsidRDefault="001F628F" w:rsidP="00D11EA1">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كے مقامات 2</w:t>
      </w:r>
    </w:p>
    <w:p w:rsidR="001F628F" w:rsidRDefault="001F628F" w:rsidP="001F628F">
      <w:pPr>
        <w:pStyle w:val="libNormal"/>
        <w:rPr>
          <w:rtl/>
        </w:rPr>
      </w:pPr>
      <w:r>
        <w:rPr>
          <w:rFonts w:hint="eastAsia"/>
          <w:rtl/>
        </w:rPr>
        <w:t>اقدار</w:t>
      </w:r>
      <w:r>
        <w:rPr>
          <w:rtl/>
        </w:rPr>
        <w:t xml:space="preserve"> :8</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كى قسمي</w:t>
      </w:r>
      <w:r w:rsidR="00083993">
        <w:rPr>
          <w:rtl/>
        </w:rPr>
        <w:t xml:space="preserve">ں </w:t>
      </w:r>
      <w:r>
        <w:rPr>
          <w:rtl/>
        </w:rPr>
        <w:t>1،2</w:t>
      </w:r>
    </w:p>
    <w:p w:rsidR="001F628F" w:rsidRDefault="001F628F" w:rsidP="00D11EA1">
      <w:pPr>
        <w:pStyle w:val="libNormal"/>
        <w:rPr>
          <w:rtl/>
        </w:rPr>
      </w:pPr>
      <w:r>
        <w:rPr>
          <w:rFonts w:hint="eastAsia"/>
          <w:rtl/>
        </w:rPr>
        <w:t>بصيرت</w:t>
      </w:r>
      <w:r>
        <w:rPr>
          <w:rtl/>
        </w:rPr>
        <w:t xml:space="preserve"> :</w:t>
      </w:r>
      <w:r>
        <w:rPr>
          <w:rFonts w:hint="eastAsia"/>
          <w:rtl/>
        </w:rPr>
        <w:t>بصيرت</w:t>
      </w:r>
      <w:r>
        <w:rPr>
          <w:rtl/>
        </w:rPr>
        <w:t xml:space="preserve"> كى قدرومنزلت 8</w:t>
      </w:r>
    </w:p>
    <w:p w:rsidR="001F628F" w:rsidRDefault="001F628F" w:rsidP="00D11EA1">
      <w:pPr>
        <w:pStyle w:val="libNormal"/>
        <w:rPr>
          <w:rtl/>
        </w:rPr>
      </w:pPr>
      <w:r>
        <w:rPr>
          <w:rFonts w:hint="eastAsia"/>
          <w:rtl/>
        </w:rPr>
        <w:t>تعقل</w:t>
      </w:r>
      <w:r>
        <w:rPr>
          <w:rtl/>
        </w:rPr>
        <w:t xml:space="preserve"> :</w:t>
      </w:r>
      <w:r>
        <w:rPr>
          <w:rFonts w:hint="eastAsia"/>
          <w:rtl/>
        </w:rPr>
        <w:t>تعقل</w:t>
      </w:r>
      <w:r>
        <w:rPr>
          <w:rtl/>
        </w:rPr>
        <w:t xml:space="preserve"> كے موانع 7</w:t>
      </w:r>
    </w:p>
    <w:p w:rsidR="001F628F" w:rsidRDefault="001F628F" w:rsidP="00D11EA1">
      <w:pPr>
        <w:pStyle w:val="libNormal"/>
        <w:rPr>
          <w:rtl/>
        </w:rPr>
      </w:pPr>
      <w:r>
        <w:rPr>
          <w:rFonts w:hint="eastAsia"/>
          <w:rtl/>
        </w:rPr>
        <w:t>جنسى</w:t>
      </w:r>
      <w:r>
        <w:rPr>
          <w:rtl/>
        </w:rPr>
        <w:t xml:space="preserve"> انحراف :</w:t>
      </w:r>
      <w:r>
        <w:rPr>
          <w:rFonts w:hint="eastAsia"/>
          <w:rtl/>
        </w:rPr>
        <w:t>جنسى</w:t>
      </w:r>
      <w:r>
        <w:rPr>
          <w:rtl/>
        </w:rPr>
        <w:t xml:space="preserve"> انحراف كے اثرات 7</w:t>
      </w:r>
    </w:p>
    <w:p w:rsidR="001F628F" w:rsidRDefault="001F628F" w:rsidP="00D11EA1">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r>
        <w:rPr>
          <w:rFonts w:hint="eastAsia"/>
          <w:rtl/>
        </w:rPr>
        <w:t>حضرت</w:t>
      </w:r>
      <w:r>
        <w:rPr>
          <w:rtl/>
        </w:rPr>
        <w:t xml:space="preserve"> لوط </w:t>
      </w:r>
      <w:r w:rsidR="00367F17" w:rsidRPr="00367F17">
        <w:rPr>
          <w:rStyle w:val="libAlaemChar"/>
          <w:rtl/>
        </w:rPr>
        <w:t xml:space="preserve"> عليه‌السلام </w:t>
      </w:r>
      <w:r>
        <w:rPr>
          <w:rtl/>
        </w:rPr>
        <w:t xml:space="preserve"> كا ہدايت كرنا 6;حضرت لوط </w:t>
      </w:r>
      <w:r w:rsidR="00367F17" w:rsidRPr="00367F17">
        <w:rPr>
          <w:rStyle w:val="libAlaemChar"/>
          <w:rtl/>
        </w:rPr>
        <w:t xml:space="preserve"> عليه‌السلام </w:t>
      </w:r>
      <w:r>
        <w:rPr>
          <w:rtl/>
        </w:rPr>
        <w:t xml:space="preserve"> كے مقامات 4</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خير</w:t>
      </w:r>
      <w:r>
        <w:rPr>
          <w:rtl/>
        </w:rPr>
        <w:t xml:space="preserve"> خواہى :</w:t>
      </w:r>
      <w:r>
        <w:rPr>
          <w:rFonts w:hint="eastAsia"/>
          <w:rtl/>
        </w:rPr>
        <w:t>خير</w:t>
      </w:r>
      <w:r>
        <w:rPr>
          <w:rtl/>
        </w:rPr>
        <w:t xml:space="preserve"> خواہى كى تاثير كے موانع 9</w:t>
      </w:r>
    </w:p>
    <w:p w:rsidR="001F628F" w:rsidRDefault="001F628F" w:rsidP="00D11EA1">
      <w:pPr>
        <w:pStyle w:val="libNormal"/>
        <w:rPr>
          <w:rtl/>
        </w:rPr>
      </w:pPr>
      <w:r>
        <w:rPr>
          <w:rFonts w:hint="eastAsia"/>
          <w:rtl/>
        </w:rPr>
        <w:t>سر</w:t>
      </w:r>
      <w:r>
        <w:rPr>
          <w:rtl/>
        </w:rPr>
        <w:t xml:space="preserve"> گردانى :</w:t>
      </w:r>
      <w:r>
        <w:rPr>
          <w:rFonts w:hint="eastAsia"/>
          <w:rtl/>
        </w:rPr>
        <w:t>سر</w:t>
      </w:r>
      <w:r>
        <w:rPr>
          <w:rtl/>
        </w:rPr>
        <w:t xml:space="preserve"> گردانى كے عوامل 7</w:t>
      </w:r>
    </w:p>
    <w:p w:rsidR="001F628F" w:rsidRDefault="001F628F" w:rsidP="00D11EA1">
      <w:pPr>
        <w:pStyle w:val="libNormal"/>
        <w:rPr>
          <w:rtl/>
        </w:rPr>
      </w:pPr>
      <w:r>
        <w:rPr>
          <w:rFonts w:hint="eastAsia"/>
          <w:rtl/>
        </w:rPr>
        <w:t>سر</w:t>
      </w:r>
      <w:r>
        <w:rPr>
          <w:rtl/>
        </w:rPr>
        <w:t xml:space="preserve"> مستى :</w:t>
      </w:r>
      <w:r>
        <w:rPr>
          <w:rFonts w:hint="eastAsia"/>
          <w:rtl/>
        </w:rPr>
        <w:t>سر</w:t>
      </w:r>
      <w:r>
        <w:rPr>
          <w:rtl/>
        </w:rPr>
        <w:t xml:space="preserve"> مستى كے اثرات 9</w:t>
      </w:r>
    </w:p>
    <w:p w:rsidR="001F628F" w:rsidRDefault="001F628F" w:rsidP="00D11EA1">
      <w:pPr>
        <w:pStyle w:val="libNormal"/>
        <w:rPr>
          <w:rtl/>
        </w:rPr>
      </w:pPr>
      <w:r>
        <w:rPr>
          <w:rFonts w:hint="eastAsia"/>
          <w:rtl/>
        </w:rPr>
        <w:t>قسم</w:t>
      </w:r>
      <w:r>
        <w:rPr>
          <w:rtl/>
        </w:rPr>
        <w:t xml:space="preserve"> كھانا:</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قسم كھانا 1;حضرت لوط </w:t>
      </w:r>
      <w:r w:rsidR="00367F17" w:rsidRPr="00367F17">
        <w:rPr>
          <w:rStyle w:val="libAlaemChar"/>
          <w:rtl/>
        </w:rPr>
        <w:t xml:space="preserve"> عليه‌السلام </w:t>
      </w:r>
      <w:r>
        <w:rPr>
          <w:rtl/>
        </w:rPr>
        <w:t xml:space="preserve"> كى قسم كھانا 3; غير خدا كى قسم كھانا5;قسم كھانے كے احكام 5 ; محبوبين كى قسم كھانا5</w:t>
      </w:r>
    </w:p>
    <w:p w:rsidR="001F628F" w:rsidRDefault="001F628F" w:rsidP="00D11EA1">
      <w:pPr>
        <w:pStyle w:val="libNormal"/>
        <w:rPr>
          <w:rtl/>
        </w:rPr>
      </w:pPr>
      <w:r>
        <w:rPr>
          <w:rFonts w:hint="eastAsia"/>
          <w:rtl/>
        </w:rPr>
        <w:t>صفات</w:t>
      </w:r>
      <w:r>
        <w:rPr>
          <w:rtl/>
        </w:rPr>
        <w:t xml:space="preserve"> :</w:t>
      </w:r>
      <w:r>
        <w:rPr>
          <w:rFonts w:hint="eastAsia"/>
          <w:rtl/>
        </w:rPr>
        <w:t>ناپسنديدہ</w:t>
      </w:r>
      <w:r>
        <w:rPr>
          <w:rtl/>
        </w:rPr>
        <w:t xml:space="preserve"> صفات 8</w:t>
      </w:r>
    </w:p>
    <w:p w:rsidR="001F628F" w:rsidRDefault="001F628F" w:rsidP="00D11EA1">
      <w:pPr>
        <w:pStyle w:val="libNormal"/>
        <w:rPr>
          <w:rtl/>
        </w:rPr>
      </w:pPr>
      <w:r>
        <w:rPr>
          <w:rFonts w:hint="eastAsia"/>
          <w:rtl/>
        </w:rPr>
        <w:t>غفلت</w:t>
      </w:r>
      <w:r>
        <w:rPr>
          <w:rtl/>
        </w:rPr>
        <w:t xml:space="preserve"> :</w:t>
      </w:r>
      <w:r>
        <w:rPr>
          <w:rFonts w:hint="eastAsia"/>
          <w:rtl/>
        </w:rPr>
        <w:t>غفلت</w:t>
      </w:r>
      <w:r>
        <w:rPr>
          <w:rtl/>
        </w:rPr>
        <w:t xml:space="preserve"> كى سرزنش 8; غفلت كا ناپسنديدہ ہونا 8; غفلت كے اثرات 9</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كى سر مستى 1،3;قوم لوط كى سر گردانى كے اثرات 6;قوم لوط كى سر گردانى 1،3;قوم لوط كى سر مستى كے اثرات 6;قوم لوط كى ہدايت ناپذيرى 1 ; قوم لوط كى ہدايت ناپذيرى كے اثرات 6;قوم لوط كى ہدايت كے موانع 6</w:t>
      </w:r>
    </w:p>
    <w:p w:rsidR="001F628F" w:rsidRDefault="001F628F" w:rsidP="00D11EA1">
      <w:pPr>
        <w:pStyle w:val="libNormal"/>
        <w:rPr>
          <w:rtl/>
        </w:rPr>
      </w:pPr>
      <w:r>
        <w:rPr>
          <w:rFonts w:hint="eastAsia"/>
          <w:rtl/>
        </w:rPr>
        <w:t>موعظہ</w:t>
      </w:r>
      <w:r>
        <w:rPr>
          <w:rtl/>
        </w:rPr>
        <w:t xml:space="preserve"> :</w:t>
      </w:r>
      <w:r>
        <w:rPr>
          <w:rFonts w:hint="eastAsia"/>
          <w:rtl/>
        </w:rPr>
        <w:t>موعظہ</w:t>
      </w:r>
      <w:r>
        <w:rPr>
          <w:rtl/>
        </w:rPr>
        <w:t xml:space="preserve"> كى تاثير كے موانع 9</w:t>
      </w:r>
    </w:p>
    <w:p w:rsidR="001F628F" w:rsidRPr="00120F63" w:rsidRDefault="00D11EA1" w:rsidP="00D11EA1">
      <w:pPr>
        <w:pStyle w:val="Heading2Center"/>
        <w:rPr>
          <w:rtl/>
        </w:rPr>
      </w:pPr>
      <w:bookmarkStart w:id="119" w:name="_Toc28081797"/>
      <w:r>
        <w:rPr>
          <w:rFonts w:hint="cs"/>
          <w:rtl/>
        </w:rPr>
        <w:t xml:space="preserve">آیت </w:t>
      </w:r>
      <w:r w:rsidRPr="00120F63">
        <w:rPr>
          <w:rFonts w:hint="cs"/>
          <w:rtl/>
        </w:rPr>
        <w:t>73</w:t>
      </w:r>
      <w:bookmarkEnd w:id="119"/>
    </w:p>
    <w:p w:rsidR="001F628F" w:rsidRDefault="00E260F9" w:rsidP="00D11EA1">
      <w:pPr>
        <w:pStyle w:val="libNormal"/>
        <w:rPr>
          <w:rtl/>
        </w:rPr>
      </w:pPr>
      <w:r w:rsidRPr="00E260F9">
        <w:rPr>
          <w:rStyle w:val="libAlaemChar"/>
          <w:rFonts w:hint="eastAsia"/>
          <w:rtl/>
        </w:rPr>
        <w:t>(</w:t>
      </w:r>
      <w:r w:rsidRPr="00D11EA1">
        <w:rPr>
          <w:rStyle w:val="libAieChar"/>
          <w:rFonts w:hint="eastAsia"/>
          <w:rtl/>
        </w:rPr>
        <w:t>فَأَخَذَتْهُمُ</w:t>
      </w:r>
      <w:r w:rsidRPr="00D11EA1">
        <w:rPr>
          <w:rStyle w:val="libAieChar"/>
          <w:rtl/>
        </w:rPr>
        <w:t xml:space="preserve"> الصَّيْحَةُ مُشْرِقِينَ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نتيجہ</w:t>
      </w:r>
      <w:r>
        <w:rPr>
          <w:rtl/>
        </w:rPr>
        <w:t xml:space="preserve"> يہ ہوا كہ صبح ہوتے ہى انھي</w:t>
      </w:r>
      <w:r w:rsidR="00083993">
        <w:rPr>
          <w:rtl/>
        </w:rPr>
        <w:t xml:space="preserve">ں </w:t>
      </w:r>
      <w:r>
        <w:rPr>
          <w:rtl/>
        </w:rPr>
        <w:t>ايك چيخ نے اپنى گرفت مي</w:t>
      </w:r>
      <w:r w:rsidR="00083993">
        <w:rPr>
          <w:rtl/>
        </w:rPr>
        <w:t xml:space="preserve">ں </w:t>
      </w:r>
      <w:r>
        <w:rPr>
          <w:rtl/>
        </w:rPr>
        <w:t>لے ليا _</w:t>
      </w:r>
    </w:p>
    <w:p w:rsidR="001F628F" w:rsidRDefault="001F628F" w:rsidP="00D11EA1">
      <w:pPr>
        <w:pStyle w:val="libNormal"/>
        <w:rPr>
          <w:rtl/>
        </w:rPr>
      </w:pPr>
      <w:r>
        <w:rPr>
          <w:rtl/>
        </w:rPr>
        <w:t>1_ جنسى انحراف جارى ركھنے پر اصرار كرنے كے بعد صبح كے وقت قوم لوط كو ايك وحشتناك اواز اور خوفناك چيخ نے اليا تھا_</w:t>
      </w:r>
      <w:r w:rsidRPr="00D11EA1">
        <w:rPr>
          <w:rStyle w:val="libArabicChar"/>
          <w:rFonts w:hint="eastAsia"/>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فا</w:t>
      </w:r>
      <w:r w:rsidRPr="00D11EA1">
        <w:rPr>
          <w:rStyle w:val="libArabicChar"/>
          <w:rtl/>
        </w:rPr>
        <w:t xml:space="preserve"> </w:t>
      </w:r>
      <w:r w:rsidRPr="00D11EA1">
        <w:rPr>
          <w:rStyle w:val="libArabicChar"/>
          <w:rFonts w:hint="cs"/>
          <w:rtl/>
        </w:rPr>
        <w:t>خذت</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الصيحة</w:t>
      </w:r>
      <w:r w:rsidRPr="00D11EA1">
        <w:rPr>
          <w:rStyle w:val="libArabicChar"/>
          <w:rtl/>
        </w:rPr>
        <w:t xml:space="preserve"> مشرقين</w:t>
      </w:r>
    </w:p>
    <w:p w:rsidR="001F628F" w:rsidRDefault="001F628F" w:rsidP="001F628F">
      <w:pPr>
        <w:pStyle w:val="libNormal"/>
        <w:rPr>
          <w:rtl/>
        </w:rPr>
      </w:pPr>
      <w:r>
        <w:rPr>
          <w:rtl/>
        </w:rPr>
        <w:t>''صيحہ ''كا معنى اواز بلند كرنا اور فر ياد كرنا ہے چونكہ يہ اواز خوف و پكار كے ہمراہ ہوتى ہے لہذا اسے خوفناك اور وحشتناك اواز سے تعبير كيا گيا ہے_''شرق''(مشرقين كا مصدر)طلوع سورج كے معنى مي</w:t>
      </w:r>
      <w:r w:rsidR="00083993">
        <w:rPr>
          <w:rtl/>
        </w:rPr>
        <w:t xml:space="preserve">ں </w:t>
      </w:r>
      <w:r>
        <w:rPr>
          <w:rtl/>
        </w:rPr>
        <w:t>ہے _اس كے فاعلى وزن كا معنى يہ ہے كہ وہ صبح مي</w:t>
      </w:r>
      <w:r w:rsidR="00083993">
        <w:rPr>
          <w:rtl/>
        </w:rPr>
        <w:t xml:space="preserve">ں </w:t>
      </w:r>
      <w:r>
        <w:rPr>
          <w:rtl/>
        </w:rPr>
        <w:t>داخل ہو گئے ہي</w:t>
      </w:r>
      <w:r w:rsidR="00083993">
        <w:rPr>
          <w:rtl/>
        </w:rPr>
        <w:t xml:space="preserve">ں </w:t>
      </w:r>
      <w:r>
        <w:rPr>
          <w:rtl/>
        </w:rPr>
        <w:t xml:space="preserve">_ </w:t>
      </w:r>
    </w:p>
    <w:p w:rsidR="001F628F" w:rsidRDefault="001F628F" w:rsidP="001F628F">
      <w:pPr>
        <w:pStyle w:val="libNormal"/>
        <w:rPr>
          <w:rtl/>
        </w:rPr>
      </w:pPr>
      <w:r>
        <w:rPr>
          <w:rtl/>
        </w:rPr>
        <w:t>2_طبيعى عوامل(مثلاً ہوا،گرج وغيرہ)كے ذريعے خداوندكا ارادہ جارى ہوتا ہے_</w:t>
      </w:r>
    </w:p>
    <w:p w:rsidR="00D11EA1" w:rsidRDefault="001E7F9D" w:rsidP="00F73EDE">
      <w:pPr>
        <w:pStyle w:val="libPoemTini"/>
        <w:rPr>
          <w:rtl/>
        </w:rPr>
      </w:pPr>
      <w:r>
        <w:rPr>
          <w:rtl/>
        </w:rPr>
        <w:br w:type="page"/>
      </w:r>
    </w:p>
    <w:p w:rsidR="001F628F" w:rsidRDefault="001F628F" w:rsidP="00D11EA1">
      <w:pPr>
        <w:pStyle w:val="libArabic"/>
        <w:rPr>
          <w:rtl/>
        </w:rPr>
      </w:pPr>
      <w:r>
        <w:rPr>
          <w:rFonts w:hint="eastAsia"/>
          <w:rtl/>
        </w:rPr>
        <w:lastRenderedPageBreak/>
        <w:t>فا</w:t>
      </w:r>
      <w:r>
        <w:rPr>
          <w:rtl/>
        </w:rPr>
        <w:t xml:space="preserve"> خذت</w:t>
      </w:r>
      <w:r w:rsidR="00F21947" w:rsidRPr="00B2551F">
        <w:rPr>
          <w:rFonts w:hint="cs"/>
          <w:rtl/>
        </w:rPr>
        <w:t>ه</w:t>
      </w:r>
      <w:r>
        <w:rPr>
          <w:rFonts w:hint="cs"/>
          <w:rtl/>
        </w:rPr>
        <w:t>م</w:t>
      </w:r>
      <w:r>
        <w:rPr>
          <w:rtl/>
        </w:rPr>
        <w:t xml:space="preserve"> </w:t>
      </w:r>
      <w:r>
        <w:rPr>
          <w:rFonts w:hint="cs"/>
          <w:rtl/>
        </w:rPr>
        <w:t>الصيحة</w:t>
      </w:r>
      <w:r>
        <w:rPr>
          <w:rtl/>
        </w:rPr>
        <w:t xml:space="preserve"> مشرقين</w:t>
      </w:r>
    </w:p>
    <w:p w:rsidR="001F628F" w:rsidRDefault="001F628F" w:rsidP="00D11EA1">
      <w:pPr>
        <w:pStyle w:val="libNormal"/>
        <w:rPr>
          <w:rtl/>
        </w:rPr>
      </w:pPr>
      <w:r>
        <w:rPr>
          <w:rtl/>
        </w:rPr>
        <w:t>3_عذاب الہى كے عوامل مي</w:t>
      </w:r>
      <w:r w:rsidR="00083993">
        <w:rPr>
          <w:rtl/>
        </w:rPr>
        <w:t xml:space="preserve">ں </w:t>
      </w:r>
      <w:r>
        <w:rPr>
          <w:rtl/>
        </w:rPr>
        <w:t>سے ايك وحشتناك اواز اور خوفناك گرج (بھى )ہے_</w:t>
      </w:r>
      <w:r w:rsidRPr="00D11EA1">
        <w:rPr>
          <w:rStyle w:val="libArabicChar"/>
          <w:rFonts w:hint="eastAsia"/>
          <w:rtl/>
        </w:rPr>
        <w:t>فا</w:t>
      </w:r>
      <w:r w:rsidRPr="00D11EA1">
        <w:rPr>
          <w:rStyle w:val="libArabicChar"/>
          <w:rtl/>
        </w:rPr>
        <w:t xml:space="preserve"> خذت</w:t>
      </w:r>
      <w:r w:rsidR="00F21947" w:rsidRPr="00B2551F">
        <w:rPr>
          <w:rStyle w:val="libArabicChar"/>
          <w:rFonts w:hint="cs"/>
          <w:rtl/>
        </w:rPr>
        <w:t>ه</w:t>
      </w:r>
      <w:r w:rsidRPr="00D11EA1">
        <w:rPr>
          <w:rStyle w:val="libArabicChar"/>
          <w:rFonts w:hint="cs"/>
          <w:rtl/>
        </w:rPr>
        <w:t>م</w:t>
      </w:r>
      <w:r w:rsidRPr="00D11EA1">
        <w:rPr>
          <w:rStyle w:val="libArabicChar"/>
          <w:rtl/>
        </w:rPr>
        <w:t xml:space="preserve"> الصيحة</w:t>
      </w:r>
    </w:p>
    <w:p w:rsidR="001F628F" w:rsidRDefault="001F628F" w:rsidP="001F628F">
      <w:pPr>
        <w:pStyle w:val="libNormal"/>
        <w:rPr>
          <w:rtl/>
        </w:rPr>
      </w:pPr>
      <w:r>
        <w:rPr>
          <w:rtl/>
        </w:rPr>
        <w:t>4_قوم لوط كا مستى اور غفلت كى وجہ سے عذاب الہى مي</w:t>
      </w:r>
      <w:r w:rsidR="00083993">
        <w:rPr>
          <w:rtl/>
        </w:rPr>
        <w:t xml:space="preserve">ں </w:t>
      </w:r>
      <w:r>
        <w:rPr>
          <w:rtl/>
        </w:rPr>
        <w:t>گرفتار ہونا _</w:t>
      </w:r>
    </w:p>
    <w:p w:rsidR="001F628F" w:rsidRDefault="001F628F" w:rsidP="00D11EA1">
      <w:pPr>
        <w:pStyle w:val="libArabic"/>
        <w:rPr>
          <w:rtl/>
        </w:rPr>
      </w:pPr>
      <w:r>
        <w:rPr>
          <w:rFonts w:hint="eastAsia"/>
          <w:rtl/>
        </w:rPr>
        <w:t>ان</w:t>
      </w:r>
      <w:r w:rsidR="00F21947" w:rsidRPr="00B2551F">
        <w:rPr>
          <w:rFonts w:hint="cs"/>
          <w:rtl/>
        </w:rPr>
        <w:t>ه</w:t>
      </w:r>
      <w:r>
        <w:rPr>
          <w:rFonts w:hint="cs"/>
          <w:rtl/>
        </w:rPr>
        <w:t>م</w:t>
      </w:r>
      <w:r>
        <w:rPr>
          <w:rtl/>
        </w:rPr>
        <w:t xml:space="preserve"> لفى سكرت</w:t>
      </w:r>
      <w:r w:rsidR="00F21947" w:rsidRPr="00B2551F">
        <w:rPr>
          <w:rFonts w:hint="cs"/>
          <w:rtl/>
        </w:rPr>
        <w:t>ه</w:t>
      </w:r>
      <w:r>
        <w:rPr>
          <w:rFonts w:hint="cs"/>
          <w:rtl/>
        </w:rPr>
        <w:t>م</w:t>
      </w:r>
      <w:r>
        <w:rPr>
          <w:rtl/>
        </w:rPr>
        <w:t xml:space="preserve"> </w:t>
      </w:r>
      <w:r>
        <w:rPr>
          <w:rFonts w:hint="cs"/>
          <w:rtl/>
        </w:rPr>
        <w:t>يعم</w:t>
      </w:r>
      <w:r w:rsidR="00F21947" w:rsidRPr="00B2551F">
        <w:rPr>
          <w:rFonts w:hint="cs"/>
          <w:rtl/>
        </w:rPr>
        <w:t>ه</w:t>
      </w:r>
      <w:r>
        <w:rPr>
          <w:rFonts w:hint="cs"/>
          <w:rtl/>
        </w:rPr>
        <w:t>ون</w:t>
      </w:r>
      <w:r>
        <w:rPr>
          <w:rtl/>
        </w:rPr>
        <w:t>_</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w:t>
      </w:r>
      <w:r>
        <w:rPr>
          <w:rtl/>
        </w:rPr>
        <w:t>لصيحة</w:t>
      </w:r>
    </w:p>
    <w:p w:rsidR="001F628F" w:rsidRDefault="001F628F" w:rsidP="001F628F">
      <w:pPr>
        <w:pStyle w:val="libNormal"/>
        <w:rPr>
          <w:rtl/>
        </w:rPr>
      </w:pPr>
      <w:r>
        <w:rPr>
          <w:rtl/>
        </w:rPr>
        <w:t>5_ اقوام كے عذاب الہى مي</w:t>
      </w:r>
      <w:r w:rsidR="00083993">
        <w:rPr>
          <w:rtl/>
        </w:rPr>
        <w:t xml:space="preserve">ں </w:t>
      </w:r>
      <w:r>
        <w:rPr>
          <w:rtl/>
        </w:rPr>
        <w:t>گرفتار ہونے كے عوامل مي</w:t>
      </w:r>
      <w:r w:rsidR="00083993">
        <w:rPr>
          <w:rtl/>
        </w:rPr>
        <w:t xml:space="preserve">ں </w:t>
      </w:r>
      <w:r>
        <w:rPr>
          <w:rtl/>
        </w:rPr>
        <w:t>سے ايك مستى اور غفلت (بھى ) ہے_</w:t>
      </w:r>
    </w:p>
    <w:p w:rsidR="001F628F" w:rsidRDefault="001F628F" w:rsidP="00D11EA1">
      <w:pPr>
        <w:pStyle w:val="libArabic"/>
        <w:rPr>
          <w:rtl/>
        </w:rPr>
      </w:pPr>
      <w:r>
        <w:rPr>
          <w:rFonts w:hint="eastAsia"/>
          <w:rtl/>
        </w:rPr>
        <w:t>ان</w:t>
      </w:r>
      <w:r w:rsidR="00F21947" w:rsidRPr="00B2551F">
        <w:rPr>
          <w:rFonts w:hint="cs"/>
          <w:rtl/>
        </w:rPr>
        <w:t>ه</w:t>
      </w:r>
      <w:r>
        <w:rPr>
          <w:rFonts w:hint="cs"/>
          <w:rtl/>
        </w:rPr>
        <w:t>م</w:t>
      </w:r>
      <w:r>
        <w:rPr>
          <w:rtl/>
        </w:rPr>
        <w:t xml:space="preserve"> لفى سكرت</w:t>
      </w:r>
      <w:r w:rsidR="00F21947" w:rsidRPr="00B2551F">
        <w:rPr>
          <w:rFonts w:hint="cs"/>
          <w:rtl/>
        </w:rPr>
        <w:t>ه</w:t>
      </w:r>
      <w:r>
        <w:rPr>
          <w:rFonts w:hint="cs"/>
          <w:rtl/>
        </w:rPr>
        <w:t>م</w:t>
      </w:r>
      <w:r>
        <w:rPr>
          <w:rtl/>
        </w:rPr>
        <w:t xml:space="preserve"> </w:t>
      </w:r>
      <w:r>
        <w:rPr>
          <w:rFonts w:hint="cs"/>
          <w:rtl/>
        </w:rPr>
        <w:t>يعم</w:t>
      </w:r>
      <w:r w:rsidR="00F21947" w:rsidRPr="00B2551F">
        <w:rPr>
          <w:rFonts w:hint="cs"/>
          <w:rtl/>
        </w:rPr>
        <w:t>ه</w:t>
      </w:r>
      <w:r>
        <w:rPr>
          <w:rFonts w:hint="cs"/>
          <w:rtl/>
        </w:rPr>
        <w:t>ون</w:t>
      </w:r>
      <w:r>
        <w:rPr>
          <w:rtl/>
        </w:rPr>
        <w:t>_</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w:t>
      </w:r>
      <w:r>
        <w:rPr>
          <w:rtl/>
        </w:rPr>
        <w:t>لصيحة</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كے ارادے كے ظہور پذير ہونے كے مقامات 2 ;الله تعالى كے عذاب 3</w:t>
      </w:r>
    </w:p>
    <w:p w:rsidR="001F628F" w:rsidRDefault="001F628F" w:rsidP="00D11EA1">
      <w:pPr>
        <w:pStyle w:val="libNormal"/>
        <w:rPr>
          <w:rtl/>
        </w:rPr>
      </w:pPr>
      <w:r>
        <w:rPr>
          <w:rFonts w:hint="eastAsia"/>
          <w:rtl/>
        </w:rPr>
        <w:t>جنسى</w:t>
      </w:r>
      <w:r>
        <w:rPr>
          <w:rtl/>
        </w:rPr>
        <w:t xml:space="preserve"> انحراف :</w:t>
      </w:r>
      <w:r>
        <w:rPr>
          <w:rFonts w:hint="eastAsia"/>
          <w:rtl/>
        </w:rPr>
        <w:t>جنسى</w:t>
      </w:r>
      <w:r>
        <w:rPr>
          <w:rtl/>
        </w:rPr>
        <w:t xml:space="preserve"> انحراف كت اثرات 1</w:t>
      </w:r>
    </w:p>
    <w:p w:rsidR="001F628F" w:rsidRDefault="001F628F" w:rsidP="00D11EA1">
      <w:pPr>
        <w:pStyle w:val="libNormal"/>
        <w:rPr>
          <w:rtl/>
        </w:rPr>
      </w:pPr>
      <w:r>
        <w:rPr>
          <w:rFonts w:hint="eastAsia"/>
          <w:rtl/>
        </w:rPr>
        <w:t>سر</w:t>
      </w:r>
      <w:r>
        <w:rPr>
          <w:rtl/>
        </w:rPr>
        <w:t xml:space="preserve"> مستى :</w:t>
      </w:r>
      <w:r>
        <w:rPr>
          <w:rFonts w:hint="eastAsia"/>
          <w:rtl/>
        </w:rPr>
        <w:t>سر</w:t>
      </w:r>
      <w:r>
        <w:rPr>
          <w:rtl/>
        </w:rPr>
        <w:t xml:space="preserve"> مستى كے اثرات 5</w:t>
      </w:r>
    </w:p>
    <w:p w:rsidR="001F628F" w:rsidRDefault="001F628F" w:rsidP="00D11EA1">
      <w:pPr>
        <w:pStyle w:val="libNormal"/>
        <w:rPr>
          <w:rtl/>
        </w:rPr>
      </w:pPr>
      <w:r>
        <w:rPr>
          <w:rFonts w:hint="eastAsia"/>
          <w:rtl/>
        </w:rPr>
        <w:t>طبيعى</w:t>
      </w:r>
      <w:r>
        <w:rPr>
          <w:rtl/>
        </w:rPr>
        <w:t xml:space="preserve"> عوامل :</w:t>
      </w:r>
      <w:r>
        <w:rPr>
          <w:rFonts w:hint="eastAsia"/>
          <w:rtl/>
        </w:rPr>
        <w:t>طبيعى</w:t>
      </w:r>
      <w:r>
        <w:rPr>
          <w:rtl/>
        </w:rPr>
        <w:t xml:space="preserve"> عوامل كا كردار 2</w:t>
      </w:r>
    </w:p>
    <w:p w:rsidR="001F628F" w:rsidRDefault="001F628F" w:rsidP="00D11EA1">
      <w:pPr>
        <w:pStyle w:val="libNormal"/>
        <w:rPr>
          <w:rtl/>
        </w:rPr>
      </w:pPr>
      <w:r>
        <w:rPr>
          <w:rFonts w:hint="eastAsia"/>
          <w:rtl/>
        </w:rPr>
        <w:t>عذاب</w:t>
      </w:r>
      <w:r>
        <w:rPr>
          <w:rtl/>
        </w:rPr>
        <w:t xml:space="preserve"> :</w:t>
      </w:r>
      <w:r>
        <w:rPr>
          <w:rFonts w:hint="eastAsia"/>
          <w:rtl/>
        </w:rPr>
        <w:t>اسمانى</w:t>
      </w:r>
      <w:r>
        <w:rPr>
          <w:rtl/>
        </w:rPr>
        <w:t xml:space="preserve"> اواز كے ذريعے عذاب 1،3;صبح كے وقت عذاب 1;عذاب كے مراتب 1;عذاب كے موجبات 5;عذاب كے وسائل 3</w:t>
      </w:r>
    </w:p>
    <w:p w:rsidR="001F628F" w:rsidRDefault="001F628F" w:rsidP="00D11EA1">
      <w:pPr>
        <w:pStyle w:val="libNormal"/>
        <w:rPr>
          <w:rtl/>
        </w:rPr>
      </w:pPr>
      <w:r>
        <w:rPr>
          <w:rFonts w:hint="eastAsia"/>
          <w:rtl/>
        </w:rPr>
        <w:t>غفلت</w:t>
      </w:r>
      <w:r>
        <w:rPr>
          <w:rtl/>
        </w:rPr>
        <w:t xml:space="preserve"> :</w:t>
      </w:r>
      <w:r>
        <w:rPr>
          <w:rFonts w:hint="eastAsia"/>
          <w:rtl/>
        </w:rPr>
        <w:t>غفلت</w:t>
      </w:r>
      <w:r>
        <w:rPr>
          <w:rtl/>
        </w:rPr>
        <w:t xml:space="preserve"> كے اثرات 5</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كا جنسى انحراف 1;قوم لوط كا عذاب 1;قوم لوط كى تاريخ 1;قوم لوط كى سر مستى كے اثرات 4 ; قوم لوط كى غفلت كے اثرات 4;قوم لوط كے عذاب كے موجبات 4</w:t>
      </w:r>
    </w:p>
    <w:p w:rsidR="00D11EA1" w:rsidRDefault="001E7F9D" w:rsidP="00F73EDE">
      <w:pPr>
        <w:pStyle w:val="libPoemTini"/>
        <w:rPr>
          <w:rtl/>
        </w:rPr>
      </w:pPr>
      <w:r>
        <w:rPr>
          <w:rtl/>
        </w:rPr>
        <w:br w:type="page"/>
      </w:r>
    </w:p>
    <w:p w:rsidR="00D11EA1" w:rsidRPr="00120F63" w:rsidRDefault="00D11EA1" w:rsidP="00D11EA1">
      <w:pPr>
        <w:pStyle w:val="Heading2Center"/>
        <w:rPr>
          <w:rtl/>
        </w:rPr>
      </w:pPr>
      <w:bookmarkStart w:id="120" w:name="_Toc28081798"/>
      <w:r>
        <w:rPr>
          <w:rFonts w:hint="cs"/>
          <w:rtl/>
        </w:rPr>
        <w:lastRenderedPageBreak/>
        <w:t xml:space="preserve">آیت </w:t>
      </w:r>
      <w:r w:rsidRPr="00120F63">
        <w:rPr>
          <w:rFonts w:hint="cs"/>
          <w:rtl/>
        </w:rPr>
        <w:t>74</w:t>
      </w:r>
      <w:bookmarkEnd w:id="120"/>
    </w:p>
    <w:p w:rsidR="001F628F" w:rsidRDefault="00E260F9" w:rsidP="00D11EA1">
      <w:pPr>
        <w:pStyle w:val="libNormal"/>
        <w:rPr>
          <w:rtl/>
        </w:rPr>
      </w:pPr>
      <w:r w:rsidRPr="00E260F9">
        <w:rPr>
          <w:rStyle w:val="libAlaemChar"/>
          <w:rFonts w:hint="eastAsia"/>
          <w:rtl/>
        </w:rPr>
        <w:t>(</w:t>
      </w:r>
      <w:r w:rsidRPr="00D11EA1">
        <w:rPr>
          <w:rStyle w:val="libAieChar"/>
          <w:rFonts w:hint="eastAsia"/>
          <w:rtl/>
        </w:rPr>
        <w:t>فَجَعَلْنَا</w:t>
      </w:r>
      <w:r w:rsidRPr="00D11EA1">
        <w:rPr>
          <w:rStyle w:val="libAieChar"/>
          <w:rtl/>
        </w:rPr>
        <w:t xml:space="preserve"> عَالِيَهَا سَافِلَهَا وَأَمْطَرْنَا عَلَيْهِمْ حِجَارَةً مِّن سِجِّيلٍ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پھر</w:t>
      </w:r>
      <w:r>
        <w:rPr>
          <w:rtl/>
        </w:rPr>
        <w:t xml:space="preserve"> ہم نے انھي</w:t>
      </w:r>
      <w:r w:rsidR="00083993">
        <w:rPr>
          <w:rtl/>
        </w:rPr>
        <w:t xml:space="preserve">ں </w:t>
      </w:r>
      <w:r>
        <w:rPr>
          <w:rtl/>
        </w:rPr>
        <w:t>تہ و بالا كرديا اور ان كے اوپر كھڑنجے اور پتھرو</w:t>
      </w:r>
      <w:r w:rsidR="00083993">
        <w:rPr>
          <w:rtl/>
        </w:rPr>
        <w:t xml:space="preserve">ں </w:t>
      </w:r>
      <w:r>
        <w:rPr>
          <w:rtl/>
        </w:rPr>
        <w:t>كى بارش كردى _</w:t>
      </w:r>
    </w:p>
    <w:p w:rsidR="001F628F" w:rsidRDefault="001F628F" w:rsidP="00D11EA1">
      <w:pPr>
        <w:pStyle w:val="libNormal"/>
        <w:rPr>
          <w:rtl/>
        </w:rPr>
      </w:pPr>
      <w:r>
        <w:rPr>
          <w:rtl/>
        </w:rPr>
        <w:t>1_ خداوند متعال نے وحشتناك اواز كے بعد قوم لوط كے شہر كو اوپر تلے كر ديا _</w:t>
      </w:r>
      <w:r w:rsidRPr="00D11EA1">
        <w:rPr>
          <w:rStyle w:val="libArabicChar"/>
          <w:rFonts w:hint="eastAsia"/>
          <w:rtl/>
        </w:rPr>
        <w:t>فا</w:t>
      </w:r>
      <w:r w:rsidRPr="00D11EA1">
        <w:rPr>
          <w:rStyle w:val="libArabicChar"/>
          <w:rtl/>
        </w:rPr>
        <w:t xml:space="preserve"> خذت</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الصيحة</w:t>
      </w:r>
      <w:r w:rsidRPr="00D11EA1">
        <w:rPr>
          <w:rStyle w:val="libArabicChar"/>
          <w:rtl/>
        </w:rPr>
        <w:t xml:space="preserve"> ...</w:t>
      </w:r>
      <w:r w:rsidRPr="00D11EA1">
        <w:rPr>
          <w:rStyle w:val="libArabicChar"/>
          <w:rFonts w:hint="cs"/>
          <w:rtl/>
        </w:rPr>
        <w:t>فجعلنا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ا</w:t>
      </w:r>
      <w:r w:rsidRPr="00D11EA1">
        <w:rPr>
          <w:rStyle w:val="libArabicChar"/>
          <w:rtl/>
        </w:rPr>
        <w:t xml:space="preserve"> سافل</w:t>
      </w:r>
      <w:r w:rsidR="00F21947" w:rsidRPr="00B2551F">
        <w:rPr>
          <w:rStyle w:val="libArabicChar"/>
          <w:rFonts w:hint="cs"/>
          <w:rtl/>
        </w:rPr>
        <w:t>ه</w:t>
      </w:r>
    </w:p>
    <w:p w:rsidR="001F628F" w:rsidRDefault="001F628F" w:rsidP="001F628F">
      <w:pPr>
        <w:pStyle w:val="libNormal"/>
        <w:rPr>
          <w:rtl/>
        </w:rPr>
      </w:pPr>
      <w:r>
        <w:rPr>
          <w:rtl/>
        </w:rPr>
        <w:t>2_قوم لوط اپنے شہر كے اوپر تلے ہونے كے ساتھ ہى كنكريلے پتھرو</w:t>
      </w:r>
      <w:r w:rsidR="00083993">
        <w:rPr>
          <w:rtl/>
        </w:rPr>
        <w:t xml:space="preserve">ں </w:t>
      </w:r>
      <w:r>
        <w:rPr>
          <w:rtl/>
        </w:rPr>
        <w:t>كى بارش (سجيل) مي</w:t>
      </w:r>
      <w:r w:rsidR="00083993">
        <w:rPr>
          <w:rtl/>
        </w:rPr>
        <w:t xml:space="preserve">ں </w:t>
      </w:r>
      <w:r>
        <w:rPr>
          <w:rtl/>
        </w:rPr>
        <w:t>مبتلا ہو گئے _</w:t>
      </w:r>
    </w:p>
    <w:p w:rsidR="001F628F" w:rsidRDefault="001F628F" w:rsidP="00D11EA1">
      <w:pPr>
        <w:pStyle w:val="libArabic"/>
        <w:rPr>
          <w:rtl/>
        </w:rPr>
      </w:pPr>
      <w:r>
        <w:rPr>
          <w:rFonts w:hint="eastAsia"/>
          <w:rtl/>
        </w:rPr>
        <w:t>فجعلنا</w:t>
      </w:r>
      <w:r>
        <w:rPr>
          <w:rtl/>
        </w:rPr>
        <w:t xml:space="preserve"> 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Fonts w:hint="cs"/>
          <w:rtl/>
        </w:rPr>
        <w:t>ا</w:t>
      </w:r>
      <w:r>
        <w:rPr>
          <w:rtl/>
        </w:rPr>
        <w:t xml:space="preserve"> </w:t>
      </w:r>
      <w:r>
        <w:rPr>
          <w:rFonts w:hint="cs"/>
          <w:rtl/>
        </w:rPr>
        <w:t>وا</w:t>
      </w:r>
      <w:r>
        <w:rPr>
          <w:rtl/>
        </w:rPr>
        <w:t xml:space="preserve"> </w:t>
      </w:r>
      <w:r>
        <w:rPr>
          <w:rFonts w:hint="cs"/>
          <w:rtl/>
        </w:rPr>
        <w:t>مطرنا</w:t>
      </w:r>
      <w:r>
        <w:rPr>
          <w:rtl/>
        </w:rPr>
        <w:t xml:space="preserve"> </w:t>
      </w:r>
      <w:r>
        <w:rPr>
          <w:rFonts w:hint="cs"/>
          <w:rtl/>
        </w:rPr>
        <w:t>علي</w:t>
      </w:r>
      <w:r w:rsidR="00F21947" w:rsidRPr="00B2551F">
        <w:rPr>
          <w:rFonts w:hint="cs"/>
          <w:rtl/>
        </w:rPr>
        <w:t>ه</w:t>
      </w:r>
      <w:r>
        <w:rPr>
          <w:rFonts w:hint="cs"/>
          <w:rtl/>
        </w:rPr>
        <w:t>م</w:t>
      </w:r>
      <w:r>
        <w:rPr>
          <w:rtl/>
        </w:rPr>
        <w:t xml:space="preserve"> </w:t>
      </w:r>
      <w:r>
        <w:rPr>
          <w:rFonts w:hint="cs"/>
          <w:rtl/>
        </w:rPr>
        <w:t>حجارة</w:t>
      </w:r>
      <w:r>
        <w:rPr>
          <w:rtl/>
        </w:rPr>
        <w:t xml:space="preserve"> </w:t>
      </w:r>
      <w:r>
        <w:rPr>
          <w:rFonts w:hint="cs"/>
          <w:rtl/>
        </w:rPr>
        <w:t>من</w:t>
      </w:r>
      <w:r>
        <w:rPr>
          <w:rtl/>
        </w:rPr>
        <w:t xml:space="preserve"> سجّيل</w:t>
      </w:r>
    </w:p>
    <w:p w:rsidR="001F628F" w:rsidRDefault="001F628F" w:rsidP="001F628F">
      <w:pPr>
        <w:pStyle w:val="libNormal"/>
        <w:rPr>
          <w:rtl/>
        </w:rPr>
      </w:pPr>
      <w:r>
        <w:rPr>
          <w:rtl/>
        </w:rPr>
        <w:t>''سجيل''كا لغوى معنى وہ شے ہے جو پتھر اور كيچڑ سے مخلوط ہو _بعض اہل لغت نے اسے ''فارسى لفظ'' اور ''سنگ گل''كا معرب قرار ديا ہے_</w:t>
      </w:r>
    </w:p>
    <w:p w:rsidR="001F628F" w:rsidRDefault="001F628F" w:rsidP="001F628F">
      <w:pPr>
        <w:pStyle w:val="libNormal"/>
        <w:rPr>
          <w:rtl/>
        </w:rPr>
      </w:pPr>
      <w:r>
        <w:rPr>
          <w:rtl/>
        </w:rPr>
        <w:t>3_قوم لوط كى ہم جنس برستى اور لواط (كى عادت )اُن كے اوپر عذاب كے نازل ہونے، انكے شہر و وطن كى نابودى اور اُن كى اپنى ہلاكت كا پيش خيمہ بنى _</w:t>
      </w:r>
    </w:p>
    <w:p w:rsidR="001F628F" w:rsidRDefault="001F628F" w:rsidP="00D11EA1">
      <w:pPr>
        <w:pStyle w:val="libArabic"/>
        <w:rPr>
          <w:rtl/>
        </w:rPr>
      </w:pPr>
      <w:r>
        <w:rPr>
          <w:rFonts w:hint="eastAsia"/>
          <w:rtl/>
        </w:rPr>
        <w:t>وجاء</w:t>
      </w:r>
      <w:r>
        <w:rPr>
          <w:rtl/>
        </w:rPr>
        <w:t xml:space="preserve"> ا </w:t>
      </w:r>
      <w:r w:rsidR="00F21947" w:rsidRPr="00B2551F">
        <w:rPr>
          <w:rFonts w:hint="cs"/>
          <w:rtl/>
        </w:rPr>
        <w:t>ه</w:t>
      </w:r>
      <w:r>
        <w:rPr>
          <w:rFonts w:hint="cs"/>
          <w:rtl/>
        </w:rPr>
        <w:t>ل</w:t>
      </w:r>
      <w:r>
        <w:rPr>
          <w:rtl/>
        </w:rPr>
        <w:t xml:space="preserve"> </w:t>
      </w:r>
      <w:r>
        <w:rPr>
          <w:rFonts w:hint="cs"/>
          <w:rtl/>
        </w:rPr>
        <w:t>المدينة</w:t>
      </w:r>
      <w:r>
        <w:rPr>
          <w:rtl/>
        </w:rPr>
        <w:t xml:space="preserve"> ...</w:t>
      </w:r>
      <w:r>
        <w:rPr>
          <w:rFonts w:hint="cs"/>
          <w:rtl/>
        </w:rPr>
        <w:t>قال</w:t>
      </w:r>
      <w:r>
        <w:rPr>
          <w:rtl/>
        </w:rPr>
        <w:t xml:space="preserve"> </w:t>
      </w:r>
      <w:r>
        <w:rPr>
          <w:rFonts w:hint="cs"/>
          <w:rtl/>
        </w:rPr>
        <w:t>ان</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مشرقين</w:t>
      </w:r>
      <w:r>
        <w:rPr>
          <w:rtl/>
        </w:rPr>
        <w:t>_</w:t>
      </w:r>
      <w:r>
        <w:rPr>
          <w:rFonts w:hint="cs"/>
          <w:rtl/>
        </w:rPr>
        <w:t>فجعلنا</w:t>
      </w:r>
      <w:r>
        <w:rPr>
          <w:rtl/>
        </w:rPr>
        <w:t xml:space="preserve"> </w:t>
      </w:r>
      <w:r>
        <w:rPr>
          <w:rFonts w:hint="cs"/>
          <w:rtl/>
        </w:rPr>
        <w:t>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Fonts w:hint="cs"/>
          <w:rtl/>
        </w:rPr>
        <w:t>ا</w:t>
      </w:r>
      <w:r>
        <w:rPr>
          <w:rtl/>
        </w:rPr>
        <w:t xml:space="preserve"> </w:t>
      </w:r>
      <w:r>
        <w:rPr>
          <w:rFonts w:hint="cs"/>
          <w:rtl/>
        </w:rPr>
        <w:t>وا</w:t>
      </w:r>
      <w:r>
        <w:rPr>
          <w:rtl/>
        </w:rPr>
        <w:t xml:space="preserve"> </w:t>
      </w:r>
      <w:r>
        <w:rPr>
          <w:rFonts w:hint="cs"/>
          <w:rtl/>
        </w:rPr>
        <w:t>مطرنا</w:t>
      </w:r>
      <w:r>
        <w:rPr>
          <w:rtl/>
        </w:rPr>
        <w:t xml:space="preserve"> </w:t>
      </w:r>
      <w:r>
        <w:rPr>
          <w:rFonts w:hint="cs"/>
          <w:rtl/>
        </w:rPr>
        <w:t>علي</w:t>
      </w:r>
      <w:r w:rsidR="00F21947" w:rsidRPr="00B2551F">
        <w:rPr>
          <w:rFonts w:hint="cs"/>
          <w:rtl/>
        </w:rPr>
        <w:t>ه</w:t>
      </w:r>
      <w:r>
        <w:rPr>
          <w:rFonts w:hint="cs"/>
          <w:rtl/>
        </w:rPr>
        <w:t>م</w:t>
      </w:r>
      <w:r>
        <w:rPr>
          <w:rtl/>
        </w:rPr>
        <w:t xml:space="preserve"> </w:t>
      </w:r>
      <w:r>
        <w:rPr>
          <w:rFonts w:hint="cs"/>
          <w:rtl/>
        </w:rPr>
        <w:t>حجارة</w:t>
      </w:r>
      <w:r>
        <w:rPr>
          <w:rtl/>
        </w:rPr>
        <w:t xml:space="preserve"> </w:t>
      </w:r>
      <w:r>
        <w:rPr>
          <w:rFonts w:hint="cs"/>
          <w:rtl/>
        </w:rPr>
        <w:t>من</w:t>
      </w:r>
      <w:r>
        <w:rPr>
          <w:rtl/>
        </w:rPr>
        <w:t xml:space="preserve"> سجّيل</w:t>
      </w:r>
    </w:p>
    <w:p w:rsidR="001F628F" w:rsidRDefault="001F628F" w:rsidP="00D11EA1">
      <w:pPr>
        <w:pStyle w:val="libNormal"/>
        <w:rPr>
          <w:rtl/>
        </w:rPr>
      </w:pPr>
      <w:r>
        <w:rPr>
          <w:rtl/>
        </w:rPr>
        <w:t>4_قوم لوط كا ايك ايك فرد ،كنكريلے پتھرو</w:t>
      </w:r>
      <w:r w:rsidR="00083993">
        <w:rPr>
          <w:rtl/>
        </w:rPr>
        <w:t xml:space="preserve">ں </w:t>
      </w:r>
      <w:r>
        <w:rPr>
          <w:rtl/>
        </w:rPr>
        <w:t>كا نشانہ بنا تھا_</w:t>
      </w:r>
      <w:r w:rsidRPr="00D11EA1">
        <w:rPr>
          <w:rStyle w:val="libArabicChar"/>
          <w:rFonts w:hint="eastAsia"/>
          <w:rtl/>
        </w:rPr>
        <w:t>وا</w:t>
      </w:r>
      <w:r w:rsidRPr="00D11EA1">
        <w:rPr>
          <w:rStyle w:val="libArabicChar"/>
          <w:rtl/>
        </w:rPr>
        <w:t xml:space="preserve"> مطرنا 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سجّيل</w:t>
      </w:r>
    </w:p>
    <w:p w:rsidR="001F628F" w:rsidRDefault="001F628F" w:rsidP="001F628F">
      <w:pPr>
        <w:pStyle w:val="libNormal"/>
        <w:rPr>
          <w:rtl/>
        </w:rPr>
      </w:pPr>
      <w:r>
        <w:rPr>
          <w:rFonts w:hint="eastAsia"/>
          <w:rtl/>
        </w:rPr>
        <w:t>مندرجہ</w:t>
      </w:r>
      <w:r>
        <w:rPr>
          <w:rtl/>
        </w:rPr>
        <w:t xml:space="preserve"> بالا مطلب ''امطرنا ''كى تعبير سے اخذ كيا گيا ہے_يعنى جس طرح بارش كے قطرے اسمان سے مسلسل اور پے در پے بغير كسى وقفے كے مختلف جگہو</w:t>
      </w:r>
      <w:r w:rsidR="00083993">
        <w:rPr>
          <w:rtl/>
        </w:rPr>
        <w:t xml:space="preserve">ں </w:t>
      </w:r>
      <w:r>
        <w:rPr>
          <w:rtl/>
        </w:rPr>
        <w:t>پر برستے ہي</w:t>
      </w:r>
      <w:r w:rsidR="00083993">
        <w:rPr>
          <w:rtl/>
        </w:rPr>
        <w:t xml:space="preserve">ں </w:t>
      </w:r>
      <w:r>
        <w:rPr>
          <w:rtl/>
        </w:rPr>
        <w:t>اسى طرح ''سجيل '' بھى پورے شہر مي</w:t>
      </w:r>
      <w:r w:rsidR="00083993">
        <w:rPr>
          <w:rtl/>
        </w:rPr>
        <w:t xml:space="preserve">ں </w:t>
      </w:r>
      <w:r>
        <w:rPr>
          <w:rtl/>
        </w:rPr>
        <w:t>پھيل گئے تھے اور سب لوگ اُن كى زد مي</w:t>
      </w:r>
      <w:r w:rsidR="00083993">
        <w:rPr>
          <w:rtl/>
        </w:rPr>
        <w:t xml:space="preserve">ں </w:t>
      </w:r>
      <w:r>
        <w:rPr>
          <w:rtl/>
        </w:rPr>
        <w:t>اگئے تھے_</w:t>
      </w:r>
    </w:p>
    <w:p w:rsidR="00D11EA1" w:rsidRDefault="001F628F" w:rsidP="00D11EA1">
      <w:pPr>
        <w:pStyle w:val="libNormal"/>
        <w:rPr>
          <w:rtl/>
        </w:rPr>
      </w:pPr>
      <w:r>
        <w:rPr>
          <w:rtl/>
        </w:rPr>
        <w:t>5_جنسى انحراف اور ہم جنس پرستى كى عادت مي</w:t>
      </w:r>
      <w:r w:rsidR="00083993">
        <w:rPr>
          <w:rtl/>
        </w:rPr>
        <w:t xml:space="preserve">ں </w:t>
      </w:r>
      <w:r>
        <w:rPr>
          <w:rtl/>
        </w:rPr>
        <w:t>مبتلا معاشرے ہلاكت و نابودى اور عذاب الہى كے</w:t>
      </w:r>
      <w:r w:rsidR="00D11EA1" w:rsidRPr="00D11EA1">
        <w:rPr>
          <w:rFonts w:hint="eastAsia"/>
          <w:rtl/>
        </w:rPr>
        <w:t xml:space="preserve"> </w:t>
      </w:r>
      <w:r w:rsidR="00D11EA1">
        <w:rPr>
          <w:rFonts w:hint="eastAsia"/>
          <w:rtl/>
        </w:rPr>
        <w:t>خطرے</w:t>
      </w:r>
      <w:r w:rsidR="00D11EA1">
        <w:rPr>
          <w:rtl/>
        </w:rPr>
        <w:t xml:space="preserve"> سے دوچار ہوتے ہيں _</w:t>
      </w:r>
    </w:p>
    <w:p w:rsidR="00D11EA1" w:rsidRDefault="00D11EA1" w:rsidP="00D11EA1">
      <w:pPr>
        <w:pStyle w:val="libArabic"/>
        <w:rPr>
          <w:rtl/>
        </w:rPr>
      </w:pPr>
      <w:r>
        <w:rPr>
          <w:rFonts w:hint="eastAsia"/>
          <w:rtl/>
        </w:rPr>
        <w:t>وجاء</w:t>
      </w:r>
      <w:r>
        <w:rPr>
          <w:rtl/>
        </w:rPr>
        <w:t xml:space="preserve"> ا </w:t>
      </w:r>
      <w:r w:rsidR="00F21947" w:rsidRPr="00B2551F">
        <w:rPr>
          <w:rFonts w:hint="cs"/>
          <w:rtl/>
        </w:rPr>
        <w:t>ه</w:t>
      </w:r>
      <w:r>
        <w:rPr>
          <w:rFonts w:hint="cs"/>
          <w:rtl/>
        </w:rPr>
        <w:t>ل</w:t>
      </w:r>
      <w:r>
        <w:rPr>
          <w:rtl/>
        </w:rPr>
        <w:t xml:space="preserve"> </w:t>
      </w:r>
      <w:r>
        <w:rPr>
          <w:rFonts w:hint="cs"/>
          <w:rtl/>
        </w:rPr>
        <w:t>المدينة</w:t>
      </w:r>
      <w:r>
        <w:rPr>
          <w:rtl/>
        </w:rPr>
        <w:t xml:space="preserve"> ...</w:t>
      </w:r>
      <w:r>
        <w:rPr>
          <w:rFonts w:hint="cs"/>
          <w:rtl/>
        </w:rPr>
        <w:t>قال</w:t>
      </w:r>
      <w:r>
        <w:rPr>
          <w:rtl/>
        </w:rPr>
        <w:t xml:space="preserve"> </w:t>
      </w:r>
      <w:r>
        <w:rPr>
          <w:rFonts w:hint="cs"/>
          <w:rtl/>
        </w:rPr>
        <w:t>ان</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فجعلنا</w:t>
      </w:r>
      <w:r>
        <w:rPr>
          <w:rtl/>
        </w:rPr>
        <w:t xml:space="preserve"> </w:t>
      </w:r>
      <w:r>
        <w:rPr>
          <w:rFonts w:hint="cs"/>
          <w:rtl/>
        </w:rPr>
        <w:t>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tl/>
        </w:rPr>
        <w:t>ا وا مطرنا علي</w:t>
      </w:r>
      <w:r w:rsidR="00F21947" w:rsidRPr="00B2551F">
        <w:rPr>
          <w:rFonts w:hint="cs"/>
          <w:rtl/>
        </w:rPr>
        <w:t>ه</w:t>
      </w:r>
      <w:r>
        <w:rPr>
          <w:rFonts w:hint="cs"/>
          <w:rtl/>
        </w:rPr>
        <w:t>م</w:t>
      </w:r>
      <w:r>
        <w:rPr>
          <w:rtl/>
        </w:rPr>
        <w:t xml:space="preserve"> </w:t>
      </w:r>
      <w:r>
        <w:rPr>
          <w:rFonts w:hint="cs"/>
          <w:rtl/>
        </w:rPr>
        <w:t>حجارة</w:t>
      </w:r>
      <w:r>
        <w:rPr>
          <w:rtl/>
        </w:rPr>
        <w:t xml:space="preserve"> </w:t>
      </w:r>
      <w:r>
        <w:rPr>
          <w:rFonts w:hint="cs"/>
          <w:rtl/>
        </w:rPr>
        <w:t>من</w:t>
      </w:r>
      <w:r>
        <w:rPr>
          <w:rtl/>
        </w:rPr>
        <w:t xml:space="preserve"> سجّيل</w:t>
      </w:r>
    </w:p>
    <w:p w:rsidR="001F628F" w:rsidRDefault="001F628F" w:rsidP="001F628F">
      <w:pPr>
        <w:pStyle w:val="libNormal"/>
        <w:rPr>
          <w:rtl/>
        </w:rPr>
      </w:pPr>
    </w:p>
    <w:p w:rsidR="00D11EA1" w:rsidRDefault="001E7F9D" w:rsidP="00F73EDE">
      <w:pPr>
        <w:pStyle w:val="libPoemTini"/>
        <w:rPr>
          <w:rtl/>
        </w:rPr>
      </w:pPr>
      <w:r>
        <w:rPr>
          <w:rtl/>
        </w:rPr>
        <w:br w:type="page"/>
      </w:r>
    </w:p>
    <w:p w:rsidR="001F628F" w:rsidRDefault="001F628F" w:rsidP="001F628F">
      <w:pPr>
        <w:pStyle w:val="libNormal"/>
        <w:rPr>
          <w:rtl/>
        </w:rPr>
      </w:pPr>
      <w:r>
        <w:rPr>
          <w:rtl/>
        </w:rPr>
        <w:lastRenderedPageBreak/>
        <w:t>6__جنسى انحراف اور ہم جنس پرستى ايك عظيم جرم ہے جو اپنے ساتھ عذا ب لاتا ہے_</w:t>
      </w:r>
    </w:p>
    <w:p w:rsidR="001F628F" w:rsidRDefault="001F628F" w:rsidP="00D11EA1">
      <w:pPr>
        <w:pStyle w:val="libArabic"/>
        <w:rPr>
          <w:rtl/>
        </w:rPr>
      </w:pPr>
      <w:r>
        <w:rPr>
          <w:rFonts w:hint="eastAsia"/>
          <w:rtl/>
        </w:rPr>
        <w:t>فا</w:t>
      </w:r>
      <w:r>
        <w:rPr>
          <w:rtl/>
        </w:rPr>
        <w:t xml:space="preserve"> 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فجعلنا</w:t>
      </w:r>
      <w:r>
        <w:rPr>
          <w:rtl/>
        </w:rPr>
        <w:t xml:space="preserve"> </w:t>
      </w:r>
      <w:r>
        <w:rPr>
          <w:rFonts w:hint="cs"/>
          <w:rtl/>
        </w:rPr>
        <w:t>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Fonts w:hint="cs"/>
          <w:rtl/>
        </w:rPr>
        <w:t>ا</w:t>
      </w:r>
      <w:r>
        <w:rPr>
          <w:rtl/>
        </w:rPr>
        <w:t xml:space="preserve"> </w:t>
      </w:r>
      <w:r>
        <w:rPr>
          <w:rFonts w:hint="cs"/>
          <w:rtl/>
        </w:rPr>
        <w:t>وا</w:t>
      </w:r>
      <w:r>
        <w:rPr>
          <w:rtl/>
        </w:rPr>
        <w:t xml:space="preserve"> </w:t>
      </w:r>
      <w:r>
        <w:rPr>
          <w:rFonts w:hint="cs"/>
          <w:rtl/>
        </w:rPr>
        <w:t>مطرنا</w:t>
      </w:r>
      <w:r>
        <w:rPr>
          <w:rtl/>
        </w:rPr>
        <w:t xml:space="preserve"> </w:t>
      </w:r>
      <w:r>
        <w:rPr>
          <w:rFonts w:hint="cs"/>
          <w:rtl/>
        </w:rPr>
        <w:t>علي</w:t>
      </w:r>
      <w:r w:rsidR="00F21947" w:rsidRPr="00B2551F">
        <w:rPr>
          <w:rFonts w:hint="cs"/>
          <w:rtl/>
        </w:rPr>
        <w:t>ه</w:t>
      </w:r>
      <w:r>
        <w:rPr>
          <w:rFonts w:hint="cs"/>
          <w:rtl/>
        </w:rPr>
        <w:t>م</w:t>
      </w:r>
      <w:r>
        <w:rPr>
          <w:rtl/>
        </w:rPr>
        <w:t xml:space="preserve"> </w:t>
      </w:r>
      <w:r>
        <w:rPr>
          <w:rFonts w:hint="cs"/>
          <w:rtl/>
        </w:rPr>
        <w:t>حجارة</w:t>
      </w:r>
      <w:r>
        <w:rPr>
          <w:rtl/>
        </w:rPr>
        <w:t xml:space="preserve"> </w:t>
      </w:r>
      <w:r>
        <w:rPr>
          <w:rFonts w:hint="cs"/>
          <w:rtl/>
        </w:rPr>
        <w:t>من</w:t>
      </w:r>
      <w:r>
        <w:rPr>
          <w:rtl/>
        </w:rPr>
        <w:t xml:space="preserve"> سجّيل</w:t>
      </w:r>
    </w:p>
    <w:p w:rsidR="001F628F" w:rsidRDefault="001F628F" w:rsidP="001F628F">
      <w:pPr>
        <w:pStyle w:val="libNormal"/>
        <w:rPr>
          <w:rtl/>
        </w:rPr>
      </w:pPr>
      <w:r>
        <w:rPr>
          <w:rFonts w:hint="eastAsia"/>
          <w:rtl/>
        </w:rPr>
        <w:t>كيونكہ</w:t>
      </w:r>
      <w:r>
        <w:rPr>
          <w:rtl/>
        </w:rPr>
        <w:t xml:space="preserve"> قوم لوط كے لوگ لواط اور ہم جنس پرستى كى وجہ سے عذاب اور ہلاكت مي</w:t>
      </w:r>
      <w:r w:rsidR="00083993">
        <w:rPr>
          <w:rtl/>
        </w:rPr>
        <w:t xml:space="preserve">ں </w:t>
      </w:r>
      <w:r>
        <w:rPr>
          <w:rtl/>
        </w:rPr>
        <w:t>مبتلا ہوئے ہي</w:t>
      </w:r>
      <w:r w:rsidR="00083993">
        <w:rPr>
          <w:rtl/>
        </w:rPr>
        <w:t xml:space="preserve">ں </w:t>
      </w:r>
      <w:r>
        <w:rPr>
          <w:rtl/>
        </w:rPr>
        <w:t>اس سے معلوم ہوتا ہے يہ بہت ہى بڑا گناہ ہے اور توبہ نہ كرنے كى صورت مي</w:t>
      </w:r>
      <w:r w:rsidR="00083993">
        <w:rPr>
          <w:rtl/>
        </w:rPr>
        <w:t xml:space="preserve">ں </w:t>
      </w:r>
      <w:r>
        <w:rPr>
          <w:rtl/>
        </w:rPr>
        <w:t>ناقابل بخشش ہے_</w:t>
      </w:r>
    </w:p>
    <w:p w:rsidR="001F628F" w:rsidRDefault="001F628F" w:rsidP="001F628F">
      <w:pPr>
        <w:pStyle w:val="libNormal"/>
        <w:rPr>
          <w:rtl/>
        </w:rPr>
      </w:pPr>
      <w:r>
        <w:rPr>
          <w:rtl/>
        </w:rPr>
        <w:t>7_قوم لوط كے وطن اور شہر كا اوپر تلے ہوجانا اور اُن كى ہلاكت ،دردناك الہى عذاب كا ايك مظہر ہے_</w:t>
      </w:r>
    </w:p>
    <w:p w:rsidR="001F628F" w:rsidRDefault="001F628F" w:rsidP="00D11EA1">
      <w:pPr>
        <w:pStyle w:val="libArabic"/>
        <w:rPr>
          <w:rtl/>
        </w:rPr>
      </w:pPr>
      <w:r>
        <w:rPr>
          <w:rFonts w:hint="eastAsia"/>
          <w:rtl/>
        </w:rPr>
        <w:t>نبّي</w:t>
      </w:r>
      <w:r>
        <w:rPr>
          <w:rtl/>
        </w:rPr>
        <w:t xml:space="preserve"> عبادي ... وا ن عذابى </w:t>
      </w:r>
      <w:r w:rsidR="00F21947" w:rsidRPr="00B2551F">
        <w:rPr>
          <w:rFonts w:hint="cs"/>
          <w:rtl/>
        </w:rPr>
        <w:t>ه</w:t>
      </w:r>
      <w:r>
        <w:rPr>
          <w:rFonts w:hint="cs"/>
          <w:rtl/>
        </w:rPr>
        <w:t>والعذاب</w:t>
      </w:r>
      <w:r>
        <w:rPr>
          <w:rtl/>
        </w:rPr>
        <w:t xml:space="preserve"> </w:t>
      </w:r>
      <w:r>
        <w:rPr>
          <w:rFonts w:hint="cs"/>
          <w:rtl/>
        </w:rPr>
        <w:t>الا</w:t>
      </w:r>
      <w:r>
        <w:rPr>
          <w:rtl/>
        </w:rPr>
        <w:t xml:space="preserve"> </w:t>
      </w:r>
      <w:r>
        <w:rPr>
          <w:rFonts w:hint="cs"/>
          <w:rtl/>
        </w:rPr>
        <w:t>ليم</w:t>
      </w:r>
      <w:r>
        <w:rPr>
          <w:rtl/>
        </w:rPr>
        <w:t xml:space="preserve"> ...</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الصيحة</w:t>
      </w:r>
      <w:r>
        <w:rPr>
          <w:rtl/>
        </w:rPr>
        <w:t xml:space="preserve"> ...فجعلنا 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Fonts w:hint="cs"/>
          <w:rtl/>
        </w:rPr>
        <w:t>ا</w:t>
      </w:r>
      <w:r>
        <w:rPr>
          <w:rtl/>
        </w:rPr>
        <w:t xml:space="preserve"> </w:t>
      </w:r>
      <w:r>
        <w:rPr>
          <w:rFonts w:hint="cs"/>
          <w:rtl/>
        </w:rPr>
        <w:t>وا</w:t>
      </w:r>
      <w:r>
        <w:rPr>
          <w:rtl/>
        </w:rPr>
        <w:t xml:space="preserve"> </w:t>
      </w:r>
      <w:r>
        <w:rPr>
          <w:rFonts w:hint="cs"/>
          <w:rtl/>
        </w:rPr>
        <w:t>مطرنا</w:t>
      </w:r>
      <w:r>
        <w:rPr>
          <w:rtl/>
        </w:rPr>
        <w:t xml:space="preserve"> </w:t>
      </w:r>
      <w:r>
        <w:rPr>
          <w:rFonts w:hint="cs"/>
          <w:rtl/>
        </w:rPr>
        <w:t>علي</w:t>
      </w:r>
      <w:r w:rsidR="00F21947" w:rsidRPr="00B2551F">
        <w:rPr>
          <w:rFonts w:hint="cs"/>
          <w:rtl/>
        </w:rPr>
        <w:t>ه</w:t>
      </w:r>
      <w:r>
        <w:rPr>
          <w:rFonts w:hint="cs"/>
          <w:rtl/>
        </w:rPr>
        <w:t>م</w:t>
      </w:r>
      <w:r>
        <w:rPr>
          <w:rtl/>
        </w:rPr>
        <w:t xml:space="preserve"> </w:t>
      </w:r>
      <w:r>
        <w:rPr>
          <w:rFonts w:hint="cs"/>
          <w:rtl/>
        </w:rPr>
        <w:t>حجارة</w:t>
      </w:r>
      <w:r>
        <w:rPr>
          <w:rtl/>
        </w:rPr>
        <w:t xml:space="preserve"> </w:t>
      </w:r>
      <w:r>
        <w:rPr>
          <w:rFonts w:hint="cs"/>
          <w:rtl/>
        </w:rPr>
        <w:t>من</w:t>
      </w:r>
      <w:r>
        <w:rPr>
          <w:rtl/>
        </w:rPr>
        <w:t xml:space="preserve"> سجّيل</w:t>
      </w:r>
    </w:p>
    <w:p w:rsidR="001F628F" w:rsidRDefault="001F628F" w:rsidP="00D11EA1">
      <w:pPr>
        <w:pStyle w:val="libNormal"/>
        <w:rPr>
          <w:rtl/>
        </w:rPr>
      </w:pPr>
      <w:r>
        <w:rPr>
          <w:rtl/>
        </w:rPr>
        <w:t>8_خداوند متعال بُرائي اور فساد مي</w:t>
      </w:r>
      <w:r w:rsidR="00083993">
        <w:rPr>
          <w:rtl/>
        </w:rPr>
        <w:t xml:space="preserve">ں </w:t>
      </w:r>
      <w:r>
        <w:rPr>
          <w:rtl/>
        </w:rPr>
        <w:t>ڈوبے ہوئے معاشرو</w:t>
      </w:r>
      <w:r w:rsidR="00083993">
        <w:rPr>
          <w:rtl/>
        </w:rPr>
        <w:t xml:space="preserve">ں </w:t>
      </w:r>
      <w:r>
        <w:rPr>
          <w:rtl/>
        </w:rPr>
        <w:t>كوہلا ك كر كے اُن معاشرو</w:t>
      </w:r>
      <w:r w:rsidR="00083993">
        <w:rPr>
          <w:rtl/>
        </w:rPr>
        <w:t xml:space="preserve">ں </w:t>
      </w:r>
      <w:r>
        <w:rPr>
          <w:rtl/>
        </w:rPr>
        <w:t>كے چہرو</w:t>
      </w:r>
      <w:r w:rsidR="00083993">
        <w:rPr>
          <w:rtl/>
        </w:rPr>
        <w:t xml:space="preserve">ں </w:t>
      </w:r>
      <w:r>
        <w:rPr>
          <w:rtl/>
        </w:rPr>
        <w:t>اور رفتار كو تبديل كر ديتا ہے_</w:t>
      </w:r>
      <w:r w:rsidRPr="00D11EA1">
        <w:rPr>
          <w:rStyle w:val="libArabicChar"/>
          <w:rFonts w:hint="eastAsia"/>
          <w:rtl/>
        </w:rPr>
        <w:t>وجاء</w:t>
      </w:r>
      <w:r w:rsidRPr="00D11EA1">
        <w:rPr>
          <w:rStyle w:val="libArabicChar"/>
          <w:rtl/>
        </w:rPr>
        <w:t xml:space="preserve"> ا </w:t>
      </w:r>
      <w:r w:rsidR="00F21947" w:rsidRPr="00B2551F">
        <w:rPr>
          <w:rStyle w:val="libArabicChar"/>
          <w:rFonts w:hint="cs"/>
          <w:rtl/>
        </w:rPr>
        <w:t>ه</w:t>
      </w:r>
      <w:r w:rsidRPr="00D11EA1">
        <w:rPr>
          <w:rStyle w:val="libArabicChar"/>
          <w:rFonts w:hint="cs"/>
          <w:rtl/>
        </w:rPr>
        <w:t>ل</w:t>
      </w:r>
      <w:r w:rsidRPr="00D11EA1">
        <w:rPr>
          <w:rStyle w:val="libArabicChar"/>
          <w:rtl/>
        </w:rPr>
        <w:t xml:space="preserve"> </w:t>
      </w:r>
      <w:r w:rsidRPr="00D11EA1">
        <w:rPr>
          <w:rStyle w:val="libArabicChar"/>
          <w:rFonts w:hint="cs"/>
          <w:rtl/>
        </w:rPr>
        <w:t>المدينة</w:t>
      </w:r>
      <w:r w:rsidRPr="00D11EA1">
        <w:rPr>
          <w:rStyle w:val="libArabicChar"/>
          <w:rtl/>
        </w:rPr>
        <w:t xml:space="preserve"> </w:t>
      </w:r>
      <w:r w:rsidRPr="00D11EA1">
        <w:rPr>
          <w:rStyle w:val="libArabicChar"/>
          <w:rFonts w:hint="cs"/>
          <w:rtl/>
        </w:rPr>
        <w:t>يستبشرون</w:t>
      </w:r>
      <w:r w:rsidRPr="00D11EA1">
        <w:rPr>
          <w:rStyle w:val="libArabicChar"/>
          <w:rtl/>
        </w:rPr>
        <w:t xml:space="preserve"> ...</w:t>
      </w:r>
      <w:r w:rsidRPr="00D11EA1">
        <w:rPr>
          <w:rStyle w:val="libArabicChar"/>
          <w:rFonts w:hint="cs"/>
          <w:rtl/>
        </w:rPr>
        <w:t>قال</w:t>
      </w:r>
      <w:r w:rsidRPr="00D11EA1">
        <w:rPr>
          <w:rStyle w:val="libArabicChar"/>
          <w:rtl/>
        </w:rPr>
        <w:t xml:space="preserve"> </w:t>
      </w:r>
      <w:r w:rsidR="00F21947" w:rsidRPr="00B2551F">
        <w:rPr>
          <w:rStyle w:val="libArabicChar"/>
          <w:rFonts w:hint="cs"/>
          <w:rtl/>
        </w:rPr>
        <w:t>ه</w:t>
      </w:r>
      <w:r w:rsidRPr="00D11EA1">
        <w:rPr>
          <w:rStyle w:val="libArabicChar"/>
          <w:rFonts w:hint="cs"/>
          <w:rtl/>
        </w:rPr>
        <w:t>و</w:t>
      </w:r>
      <w:r w:rsidRPr="00D11EA1">
        <w:rPr>
          <w:rStyle w:val="libArabicChar"/>
          <w:rtl/>
        </w:rPr>
        <w:t xml:space="preserve"> </w:t>
      </w:r>
      <w:r w:rsidRPr="00D11EA1">
        <w:rPr>
          <w:rStyle w:val="libArabicChar"/>
          <w:rFonts w:hint="cs"/>
          <w:rtl/>
        </w:rPr>
        <w:t>لاء</w:t>
      </w:r>
      <w:r w:rsidRPr="00D11EA1">
        <w:rPr>
          <w:rStyle w:val="libArabicChar"/>
          <w:rtl/>
        </w:rPr>
        <w:t xml:space="preserve"> </w:t>
      </w:r>
      <w:r w:rsidRPr="00D11EA1">
        <w:rPr>
          <w:rStyle w:val="libArabicChar"/>
          <w:rFonts w:hint="cs"/>
          <w:rtl/>
        </w:rPr>
        <w:t>بناتى</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كنتم</w:t>
      </w:r>
      <w:r w:rsidRPr="00D11EA1">
        <w:rPr>
          <w:rStyle w:val="libArabicChar"/>
          <w:rtl/>
        </w:rPr>
        <w:t xml:space="preserve"> </w:t>
      </w:r>
      <w:r w:rsidRPr="00D11EA1">
        <w:rPr>
          <w:rStyle w:val="libArabicChar"/>
          <w:rFonts w:hint="cs"/>
          <w:rtl/>
        </w:rPr>
        <w:t>فعلين</w:t>
      </w:r>
      <w:r w:rsidRPr="00D11EA1">
        <w:rPr>
          <w:rStyle w:val="libArabicChar"/>
          <w:rtl/>
        </w:rPr>
        <w:t xml:space="preserve"> ...</w:t>
      </w:r>
      <w:r w:rsidRPr="00D11EA1">
        <w:rPr>
          <w:rStyle w:val="libArabicChar"/>
          <w:rFonts w:hint="cs"/>
          <w:rtl/>
        </w:rPr>
        <w:t>فا</w:t>
      </w:r>
      <w:r w:rsidRPr="00D11EA1">
        <w:rPr>
          <w:rStyle w:val="libArabicChar"/>
          <w:rtl/>
        </w:rPr>
        <w:t xml:space="preserve"> </w:t>
      </w:r>
      <w:r w:rsidRPr="00D11EA1">
        <w:rPr>
          <w:rStyle w:val="libArabicChar"/>
          <w:rFonts w:hint="cs"/>
          <w:rtl/>
        </w:rPr>
        <w:t>خذت</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الصيحة</w:t>
      </w:r>
      <w:r w:rsidRPr="00D11EA1">
        <w:rPr>
          <w:rStyle w:val="libArabicChar"/>
          <w:rtl/>
        </w:rPr>
        <w:t xml:space="preserve"> </w:t>
      </w:r>
      <w:r w:rsidRPr="00D11EA1">
        <w:rPr>
          <w:rStyle w:val="libArabicChar"/>
          <w:rFonts w:hint="cs"/>
          <w:rtl/>
        </w:rPr>
        <w:t>مشرقين</w:t>
      </w:r>
      <w:r w:rsidRPr="00D11EA1">
        <w:rPr>
          <w:rStyle w:val="libArabicChar"/>
          <w:rtl/>
        </w:rPr>
        <w:t>_فجعلنا علي</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سافل</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وا</w:t>
      </w:r>
      <w:r w:rsidRPr="00D11EA1">
        <w:rPr>
          <w:rStyle w:val="libArabicChar"/>
          <w:rtl/>
        </w:rPr>
        <w:t xml:space="preserve"> </w:t>
      </w:r>
      <w:r w:rsidRPr="00D11EA1">
        <w:rPr>
          <w:rStyle w:val="libArabicChar"/>
          <w:rFonts w:hint="cs"/>
          <w:rtl/>
        </w:rPr>
        <w:t>مطرنا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سجّيل</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كے افعال 8;الله تعالى كے عذاب 1،7،8</w:t>
      </w:r>
    </w:p>
    <w:p w:rsidR="001F628F" w:rsidRDefault="001F628F" w:rsidP="00D11EA1">
      <w:pPr>
        <w:pStyle w:val="libNormal"/>
        <w:rPr>
          <w:rtl/>
        </w:rPr>
      </w:pPr>
      <w:r>
        <w:rPr>
          <w:rFonts w:hint="eastAsia"/>
          <w:rtl/>
        </w:rPr>
        <w:t>اجتماعى</w:t>
      </w:r>
      <w:r>
        <w:rPr>
          <w:rtl/>
        </w:rPr>
        <w:t xml:space="preserve"> تحولات :</w:t>
      </w:r>
      <w:r>
        <w:rPr>
          <w:rFonts w:hint="eastAsia"/>
          <w:rtl/>
        </w:rPr>
        <w:t>اجتماعى</w:t>
      </w:r>
      <w:r>
        <w:rPr>
          <w:rtl/>
        </w:rPr>
        <w:t xml:space="preserve"> تحولات كا سر چشمہ 8</w:t>
      </w:r>
    </w:p>
    <w:p w:rsidR="001F628F" w:rsidRDefault="001F628F" w:rsidP="00D11EA1">
      <w:pPr>
        <w:pStyle w:val="libNormal"/>
        <w:rPr>
          <w:rtl/>
        </w:rPr>
      </w:pPr>
      <w:r>
        <w:rPr>
          <w:rFonts w:hint="eastAsia"/>
          <w:rtl/>
        </w:rPr>
        <w:t>جنسى</w:t>
      </w:r>
      <w:r>
        <w:rPr>
          <w:rtl/>
        </w:rPr>
        <w:t xml:space="preserve"> انحراف :</w:t>
      </w:r>
      <w:r>
        <w:rPr>
          <w:rFonts w:hint="eastAsia"/>
          <w:rtl/>
        </w:rPr>
        <w:t>جنسى</w:t>
      </w:r>
      <w:r>
        <w:rPr>
          <w:rtl/>
        </w:rPr>
        <w:t xml:space="preserve"> انحراف كے اثرات 6;جنسى انحراف كے معاشرتى اثرات 5</w:t>
      </w:r>
    </w:p>
    <w:p w:rsidR="001F628F" w:rsidRDefault="001F628F" w:rsidP="00D11EA1">
      <w:pPr>
        <w:pStyle w:val="libNormal"/>
        <w:rPr>
          <w:rtl/>
        </w:rPr>
      </w:pPr>
      <w:r>
        <w:rPr>
          <w:rFonts w:hint="eastAsia"/>
          <w:rtl/>
        </w:rPr>
        <w:t>سر</w:t>
      </w:r>
      <w:r>
        <w:rPr>
          <w:rtl/>
        </w:rPr>
        <w:t xml:space="preserve"> زمين :</w:t>
      </w:r>
      <w:r>
        <w:rPr>
          <w:rFonts w:hint="eastAsia"/>
          <w:rtl/>
        </w:rPr>
        <w:t>قوم</w:t>
      </w:r>
      <w:r>
        <w:rPr>
          <w:rtl/>
        </w:rPr>
        <w:t xml:space="preserve"> لوط كى سر زمين كا اوپر تلے ہوجانا1،2،3،7</w:t>
      </w:r>
    </w:p>
    <w:p w:rsidR="001F628F" w:rsidRDefault="001F628F" w:rsidP="00D11EA1">
      <w:pPr>
        <w:pStyle w:val="libNormal"/>
        <w:rPr>
          <w:rtl/>
        </w:rPr>
      </w:pPr>
      <w:r>
        <w:rPr>
          <w:rFonts w:hint="eastAsia"/>
          <w:rtl/>
        </w:rPr>
        <w:t>عذاب</w:t>
      </w:r>
      <w:r>
        <w:rPr>
          <w:rtl/>
        </w:rPr>
        <w:t xml:space="preserve"> :</w:t>
      </w:r>
      <w:r>
        <w:rPr>
          <w:rFonts w:hint="eastAsia"/>
          <w:rtl/>
        </w:rPr>
        <w:t>اسمانى</w:t>
      </w:r>
      <w:r>
        <w:rPr>
          <w:rtl/>
        </w:rPr>
        <w:t xml:space="preserve"> گرج كے ذريعے عذاب 1;دردناك عذاب7;نكرو</w:t>
      </w:r>
      <w:r w:rsidR="00083993">
        <w:rPr>
          <w:rtl/>
        </w:rPr>
        <w:t xml:space="preserve">ں </w:t>
      </w:r>
      <w:r>
        <w:rPr>
          <w:rtl/>
        </w:rPr>
        <w:t>كے ذريعے عذاب 2،4; عذاب كا پيش خيمہ 6;كعذاب كے مراتب 7</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w:t>
      </w:r>
      <w:r w:rsidR="00367F17" w:rsidRPr="00367F17">
        <w:rPr>
          <w:rStyle w:val="libAlaemChar"/>
          <w:rtl/>
        </w:rPr>
        <w:t xml:space="preserve"> عليه‌السلام </w:t>
      </w:r>
      <w:r>
        <w:rPr>
          <w:rtl/>
        </w:rPr>
        <w:t xml:space="preserve"> پر پتھرو</w:t>
      </w:r>
      <w:r w:rsidR="00083993">
        <w:rPr>
          <w:rtl/>
        </w:rPr>
        <w:t xml:space="preserve">ں </w:t>
      </w:r>
      <w:r>
        <w:rPr>
          <w:rtl/>
        </w:rPr>
        <w:t>كى بارش2،4;قوم لوط</w:t>
      </w:r>
      <w:r w:rsidR="00367F17" w:rsidRPr="00367F17">
        <w:rPr>
          <w:rStyle w:val="libAlaemChar"/>
          <w:rtl/>
        </w:rPr>
        <w:t xml:space="preserve"> عليه‌السلام </w:t>
      </w:r>
      <w:r>
        <w:rPr>
          <w:rtl/>
        </w:rPr>
        <w:t xml:space="preserve"> كا عذاب 1،4;قوم لوط </w:t>
      </w:r>
      <w:r w:rsidR="00367F17" w:rsidRPr="00367F17">
        <w:rPr>
          <w:rStyle w:val="libAlaemChar"/>
          <w:rtl/>
        </w:rPr>
        <w:t xml:space="preserve"> عليه‌السلام </w:t>
      </w:r>
      <w:r>
        <w:rPr>
          <w:rtl/>
        </w:rPr>
        <w:t xml:space="preserve"> كى تاريخ 1،2،4;قوم لوط</w:t>
      </w:r>
      <w:r w:rsidR="00367F17" w:rsidRPr="00367F17">
        <w:rPr>
          <w:rStyle w:val="libAlaemChar"/>
          <w:rtl/>
        </w:rPr>
        <w:t xml:space="preserve"> عليه‌السلام </w:t>
      </w:r>
      <w:r>
        <w:rPr>
          <w:rtl/>
        </w:rPr>
        <w:t xml:space="preserve"> كى ہم جنس پرستى كے اثرات 3;قوم لوط</w:t>
      </w:r>
      <w:r w:rsidR="00367F17" w:rsidRPr="00367F17">
        <w:rPr>
          <w:rStyle w:val="libAlaemChar"/>
          <w:rtl/>
        </w:rPr>
        <w:t xml:space="preserve"> عليه‌السلام </w:t>
      </w:r>
      <w:r>
        <w:rPr>
          <w:rtl/>
        </w:rPr>
        <w:t xml:space="preserve"> كى ہلاكت 7;قوم لوط</w:t>
      </w:r>
      <w:r w:rsidR="00367F17" w:rsidRPr="00367F17">
        <w:rPr>
          <w:rStyle w:val="libAlaemChar"/>
          <w:rtl/>
        </w:rPr>
        <w:t xml:space="preserve"> عليه‌السلام </w:t>
      </w:r>
      <w:r>
        <w:rPr>
          <w:rtl/>
        </w:rPr>
        <w:t xml:space="preserve"> كى ہلاكت كا پيش خيمہ 3;قوم لوط</w:t>
      </w:r>
      <w:r w:rsidR="00367F17" w:rsidRPr="00367F17">
        <w:rPr>
          <w:rStyle w:val="libAlaemChar"/>
          <w:rtl/>
        </w:rPr>
        <w:t xml:space="preserve"> عليه‌السلام </w:t>
      </w:r>
      <w:r>
        <w:rPr>
          <w:rtl/>
        </w:rPr>
        <w:t xml:space="preserve"> كے عذاب كے موجبات 3;قوم لوط</w:t>
      </w:r>
      <w:r w:rsidR="00367F17" w:rsidRPr="00367F17">
        <w:rPr>
          <w:rStyle w:val="libAlaemChar"/>
          <w:rtl/>
        </w:rPr>
        <w:t xml:space="preserve"> عليه‌السلام </w:t>
      </w:r>
      <w:r>
        <w:rPr>
          <w:rtl/>
        </w:rPr>
        <w:t xml:space="preserve"> كے لواط</w:t>
      </w:r>
      <w:r w:rsidR="00367F17" w:rsidRPr="00367F17">
        <w:rPr>
          <w:rStyle w:val="libAlaemChar"/>
          <w:rtl/>
        </w:rPr>
        <w:t xml:space="preserve"> عليه‌السلام </w:t>
      </w:r>
      <w:r>
        <w:rPr>
          <w:rtl/>
        </w:rPr>
        <w:t xml:space="preserve"> كے اثرات 3</w:t>
      </w:r>
    </w:p>
    <w:p w:rsidR="001F628F" w:rsidRDefault="001F628F" w:rsidP="001F628F">
      <w:pPr>
        <w:pStyle w:val="libNormal"/>
        <w:rPr>
          <w:rtl/>
        </w:rPr>
      </w:pPr>
      <w:r>
        <w:rPr>
          <w:rFonts w:hint="eastAsia"/>
          <w:rtl/>
        </w:rPr>
        <w:t>كبيرہ</w:t>
      </w:r>
      <w:r>
        <w:rPr>
          <w:rtl/>
        </w:rPr>
        <w:t xml:space="preserve"> گناہ :6</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معاشرہ</w:t>
      </w:r>
      <w:r>
        <w:rPr>
          <w:rtl/>
        </w:rPr>
        <w:t xml:space="preserve"> :</w:t>
      </w:r>
      <w:r>
        <w:rPr>
          <w:rFonts w:hint="eastAsia"/>
          <w:rtl/>
        </w:rPr>
        <w:t>فاسد</w:t>
      </w:r>
      <w:r>
        <w:rPr>
          <w:rtl/>
        </w:rPr>
        <w:t xml:space="preserve"> معاشرو</w:t>
      </w:r>
      <w:r w:rsidR="00083993">
        <w:rPr>
          <w:rtl/>
        </w:rPr>
        <w:t xml:space="preserve">ں </w:t>
      </w:r>
      <w:r>
        <w:rPr>
          <w:rtl/>
        </w:rPr>
        <w:t>كى ہلاكت 8معاشرتى افات كى شناخت 5;معاشرو</w:t>
      </w:r>
      <w:r w:rsidR="00083993">
        <w:rPr>
          <w:rtl/>
        </w:rPr>
        <w:t xml:space="preserve">ں </w:t>
      </w:r>
      <w:r>
        <w:rPr>
          <w:rtl/>
        </w:rPr>
        <w:t>كى ہلاكت كا پيش خيمہ 5;معاشرو</w:t>
      </w:r>
      <w:r w:rsidR="00083993">
        <w:rPr>
          <w:rtl/>
        </w:rPr>
        <w:t xml:space="preserve">ں </w:t>
      </w:r>
      <w:r>
        <w:rPr>
          <w:rtl/>
        </w:rPr>
        <w:t>كے عذاب كا پيش خيمہ 5</w:t>
      </w:r>
    </w:p>
    <w:p w:rsidR="001F628F" w:rsidRDefault="001F628F" w:rsidP="00D11EA1">
      <w:pPr>
        <w:pStyle w:val="libNormal"/>
        <w:rPr>
          <w:rtl/>
        </w:rPr>
      </w:pPr>
      <w:r>
        <w:rPr>
          <w:rFonts w:hint="eastAsia"/>
          <w:rtl/>
        </w:rPr>
        <w:t>ہم</w:t>
      </w:r>
      <w:r>
        <w:rPr>
          <w:rtl/>
        </w:rPr>
        <w:t xml:space="preserve"> جنس پرستى :</w:t>
      </w:r>
      <w:r>
        <w:rPr>
          <w:rFonts w:hint="eastAsia"/>
          <w:rtl/>
        </w:rPr>
        <w:t>ہم</w:t>
      </w:r>
      <w:r>
        <w:rPr>
          <w:rtl/>
        </w:rPr>
        <w:t xml:space="preserve"> جنس پرستى كے اثرات 6;ہم جنس پرستى كے اجتماعى اثرات 5</w:t>
      </w:r>
    </w:p>
    <w:p w:rsidR="001F628F" w:rsidRPr="00120F63" w:rsidRDefault="00D11EA1" w:rsidP="00D11EA1">
      <w:pPr>
        <w:pStyle w:val="Heading2Center"/>
        <w:rPr>
          <w:rtl/>
        </w:rPr>
      </w:pPr>
      <w:bookmarkStart w:id="121" w:name="_Toc28081799"/>
      <w:r>
        <w:rPr>
          <w:rFonts w:hint="cs"/>
          <w:rtl/>
        </w:rPr>
        <w:t xml:space="preserve">آیت </w:t>
      </w:r>
      <w:r w:rsidRPr="00120F63">
        <w:rPr>
          <w:rFonts w:hint="cs"/>
          <w:rtl/>
        </w:rPr>
        <w:t>75</w:t>
      </w:r>
      <w:bookmarkEnd w:id="121"/>
    </w:p>
    <w:p w:rsidR="001F628F" w:rsidRDefault="00E260F9" w:rsidP="00D11EA1">
      <w:pPr>
        <w:pStyle w:val="libNormal"/>
        <w:rPr>
          <w:rtl/>
        </w:rPr>
      </w:pPr>
      <w:r w:rsidRPr="00E260F9">
        <w:rPr>
          <w:rStyle w:val="libAlaemChar"/>
          <w:rFonts w:hint="eastAsia"/>
          <w:rtl/>
        </w:rPr>
        <w:t>(</w:t>
      </w:r>
      <w:r w:rsidRPr="00D11EA1">
        <w:rPr>
          <w:rStyle w:val="libAieChar"/>
          <w:rFonts w:hint="eastAsia"/>
          <w:rtl/>
        </w:rPr>
        <w:t>إِنَّ</w:t>
      </w:r>
      <w:r w:rsidRPr="00D11EA1">
        <w:rPr>
          <w:rStyle w:val="libAieChar"/>
          <w:rtl/>
        </w:rPr>
        <w:t xml:space="preserve"> فِي ذَلِكَ لآيَاتٍ لِّلْمُتَوَسِّمِينَ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باتو</w:t>
      </w:r>
      <w:r w:rsidR="00083993">
        <w:rPr>
          <w:rtl/>
        </w:rPr>
        <w:t xml:space="preserve">ں </w:t>
      </w:r>
      <w:r>
        <w:rPr>
          <w:rtl/>
        </w:rPr>
        <w:t>مي</w:t>
      </w:r>
      <w:r w:rsidR="00083993">
        <w:rPr>
          <w:rtl/>
        </w:rPr>
        <w:t xml:space="preserve">ں </w:t>
      </w:r>
      <w:r>
        <w:rPr>
          <w:rtl/>
        </w:rPr>
        <w:t>صاحبان ہوش كے لئے بڑى نشانيا</w:t>
      </w:r>
      <w:r w:rsidR="00083993">
        <w:rPr>
          <w:rtl/>
        </w:rPr>
        <w:t xml:space="preserve">ں </w:t>
      </w:r>
      <w:r>
        <w:rPr>
          <w:rtl/>
        </w:rPr>
        <w:t>پائي جاتى ہي</w:t>
      </w:r>
      <w:r w:rsidR="00083993">
        <w:rPr>
          <w:rtl/>
        </w:rPr>
        <w:t xml:space="preserve">ں </w:t>
      </w:r>
      <w:r>
        <w:rPr>
          <w:rtl/>
        </w:rPr>
        <w:t>_</w:t>
      </w:r>
    </w:p>
    <w:p w:rsidR="001F628F" w:rsidRDefault="001F628F" w:rsidP="00D11EA1">
      <w:pPr>
        <w:pStyle w:val="libNormal"/>
        <w:rPr>
          <w:rtl/>
        </w:rPr>
      </w:pPr>
      <w:r>
        <w:rPr>
          <w:rtl/>
        </w:rPr>
        <w:t>1_قوم لوط كى تاريخ وواقعات مي</w:t>
      </w:r>
      <w:r w:rsidR="00083993">
        <w:rPr>
          <w:rtl/>
        </w:rPr>
        <w:t xml:space="preserve">ں </w:t>
      </w:r>
      <w:r>
        <w:rPr>
          <w:rtl/>
        </w:rPr>
        <w:t>ہوش مند ،گہرى نظر ركھنے والے اور بابصيرت اہل تحقيق كے لئے خدا اور اُ سكى عظمت كى بہت سى نشانيا</w:t>
      </w:r>
      <w:r w:rsidR="00083993">
        <w:rPr>
          <w:rtl/>
        </w:rPr>
        <w:t xml:space="preserve">ں </w:t>
      </w:r>
      <w:r>
        <w:rPr>
          <w:rtl/>
        </w:rPr>
        <w:t>ہي</w:t>
      </w:r>
      <w:r w:rsidR="00083993">
        <w:rPr>
          <w:rtl/>
        </w:rPr>
        <w:t xml:space="preserve">ں </w:t>
      </w:r>
      <w:r>
        <w:rPr>
          <w:rtl/>
        </w:rPr>
        <w:t>_</w:t>
      </w:r>
      <w:r w:rsidRPr="00D11EA1">
        <w:rPr>
          <w:rStyle w:val="libArabicChar"/>
          <w:rFonts w:hint="eastAsia"/>
          <w:rtl/>
        </w:rPr>
        <w:t>وا</w:t>
      </w:r>
      <w:r w:rsidRPr="00D11EA1">
        <w:rPr>
          <w:rStyle w:val="libArabicChar"/>
          <w:rtl/>
        </w:rPr>
        <w:t xml:space="preserve"> مطرنا 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w:t>
      </w:r>
      <w:r w:rsidRPr="00D11EA1">
        <w:rPr>
          <w:rStyle w:val="libArabicChar"/>
          <w:rFonts w:hint="cs"/>
          <w:rtl/>
        </w:rPr>
        <w:t>سجّيل</w:t>
      </w:r>
      <w:r w:rsidRPr="00D11EA1">
        <w:rPr>
          <w:rStyle w:val="libArabicChar"/>
          <w:rtl/>
        </w:rPr>
        <w:t>_</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Fonts w:hint="cs"/>
          <w:rtl/>
        </w:rPr>
        <w:t>للمت</w:t>
      </w:r>
      <w:r w:rsidRPr="00D11EA1">
        <w:rPr>
          <w:rStyle w:val="libArabicChar"/>
          <w:rtl/>
        </w:rPr>
        <w:t>وسّمين</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''متوسم ''اُس شخص كو كہتے ہي</w:t>
      </w:r>
      <w:r w:rsidR="00083993">
        <w:rPr>
          <w:rtl/>
        </w:rPr>
        <w:t xml:space="preserve">ں </w:t>
      </w:r>
      <w:r>
        <w:rPr>
          <w:rtl/>
        </w:rPr>
        <w:t>كہ جو نشانيو</w:t>
      </w:r>
      <w:r w:rsidR="00083993">
        <w:rPr>
          <w:rtl/>
        </w:rPr>
        <w:t xml:space="preserve">ں </w:t>
      </w:r>
      <w:r>
        <w:rPr>
          <w:rtl/>
        </w:rPr>
        <w:t>اور علامتو</w:t>
      </w:r>
      <w:r w:rsidR="00083993">
        <w:rPr>
          <w:rtl/>
        </w:rPr>
        <w:t xml:space="preserve">ں </w:t>
      </w:r>
      <w:r>
        <w:rPr>
          <w:rtl/>
        </w:rPr>
        <w:t>مي</w:t>
      </w:r>
      <w:r w:rsidR="00083993">
        <w:rPr>
          <w:rtl/>
        </w:rPr>
        <w:t xml:space="preserve">ں </w:t>
      </w:r>
      <w:r>
        <w:rPr>
          <w:rtl/>
        </w:rPr>
        <w:t>غور و فكر كرے اور اس سے وہ شخص مراد ہے كہ جو حوادث اور اُن كے نتائج كے علل و اسباب كى جستجو مي</w:t>
      </w:r>
      <w:r w:rsidR="00083993">
        <w:rPr>
          <w:rtl/>
        </w:rPr>
        <w:t xml:space="preserve">ں </w:t>
      </w:r>
      <w:r>
        <w:rPr>
          <w:rtl/>
        </w:rPr>
        <w:t>لگا رہے اور اُن پر عاقلانہ نظر كرے _</w:t>
      </w:r>
    </w:p>
    <w:p w:rsidR="001F628F" w:rsidRDefault="001F628F" w:rsidP="001F628F">
      <w:pPr>
        <w:pStyle w:val="libNormal"/>
        <w:rPr>
          <w:rtl/>
        </w:rPr>
      </w:pPr>
      <w:r>
        <w:rPr>
          <w:rtl/>
        </w:rPr>
        <w:t xml:space="preserve">2_حضرت ابراہيم </w:t>
      </w:r>
      <w:r w:rsidR="00367F17" w:rsidRPr="00367F17">
        <w:rPr>
          <w:rStyle w:val="libAlaemChar"/>
          <w:rtl/>
        </w:rPr>
        <w:t xml:space="preserve"> عليه‌السلام </w:t>
      </w:r>
      <w:r>
        <w:rPr>
          <w:rtl/>
        </w:rPr>
        <w:t xml:space="preserve"> ،حضرت لوط </w:t>
      </w:r>
      <w:r w:rsidR="00367F17" w:rsidRPr="00367F17">
        <w:rPr>
          <w:rStyle w:val="libAlaemChar"/>
          <w:rtl/>
        </w:rPr>
        <w:t xml:space="preserve"> عليه‌السلام </w:t>
      </w:r>
      <w:r>
        <w:rPr>
          <w:rtl/>
        </w:rPr>
        <w:t xml:space="preserve"> اوراُنكى قوم كى سرگذشت ،خداوند كى نشانيو</w:t>
      </w:r>
      <w:r w:rsidR="00083993">
        <w:rPr>
          <w:rtl/>
        </w:rPr>
        <w:t xml:space="preserve">ں </w:t>
      </w:r>
      <w:r>
        <w:rPr>
          <w:rtl/>
        </w:rPr>
        <w:t>سے بھرى پڑى ہے_</w:t>
      </w:r>
    </w:p>
    <w:p w:rsidR="001F628F" w:rsidRDefault="001F628F" w:rsidP="00D11EA1">
      <w:pPr>
        <w:pStyle w:val="libArabic"/>
        <w:rPr>
          <w:rtl/>
        </w:rPr>
      </w:pPr>
      <w:r>
        <w:rPr>
          <w:rFonts w:hint="eastAsia"/>
          <w:rtl/>
        </w:rPr>
        <w:t>قالوا</w:t>
      </w:r>
      <w:r>
        <w:rPr>
          <w:rtl/>
        </w:rPr>
        <w:t xml:space="preserve"> لاتوجل انا نبشرك بغلم عليم ... وا مطرنا علي</w:t>
      </w:r>
      <w:r w:rsidR="00F21947" w:rsidRPr="00B2551F">
        <w:rPr>
          <w:rFonts w:hint="cs"/>
          <w:rtl/>
        </w:rPr>
        <w:t>ه</w:t>
      </w:r>
      <w:r>
        <w:rPr>
          <w:rtl/>
        </w:rPr>
        <w:t xml:space="preserve">م حجارة من سجّيل_ان فى ذلك </w:t>
      </w:r>
      <w:r w:rsidR="00961F3A" w:rsidRPr="00961F3A">
        <w:rPr>
          <w:rtl/>
        </w:rPr>
        <w:t xml:space="preserve">لأيآت </w:t>
      </w:r>
      <w:r>
        <w:rPr>
          <w:rtl/>
        </w:rPr>
        <w:t>للمتوسّمين</w:t>
      </w:r>
    </w:p>
    <w:p w:rsidR="001F628F" w:rsidRDefault="001F628F" w:rsidP="001F628F">
      <w:pPr>
        <w:pStyle w:val="libNormal"/>
        <w:rPr>
          <w:rtl/>
        </w:rPr>
      </w:pPr>
      <w:r>
        <w:rPr>
          <w:rFonts w:hint="eastAsia"/>
          <w:rtl/>
        </w:rPr>
        <w:t>مندرجہ</w:t>
      </w:r>
      <w:r>
        <w:rPr>
          <w:rtl/>
        </w:rPr>
        <w:t xml:space="preserve"> بالا مفہوم اس بات پر مبنى ہے كہ جب ''ذلك ''حضرت ابراہيم </w:t>
      </w:r>
      <w:r w:rsidR="00367F17" w:rsidRPr="00367F17">
        <w:rPr>
          <w:rStyle w:val="libAlaemChar"/>
          <w:rtl/>
        </w:rPr>
        <w:t xml:space="preserve"> عليه‌السلام </w:t>
      </w:r>
      <w:r>
        <w:rPr>
          <w:rtl/>
        </w:rPr>
        <w:t xml:space="preserve"> اور حضرت لوط </w:t>
      </w:r>
      <w:r w:rsidR="00367F17" w:rsidRPr="00367F17">
        <w:rPr>
          <w:rStyle w:val="libAlaemChar"/>
          <w:rtl/>
        </w:rPr>
        <w:t xml:space="preserve"> عليه‌السلام </w:t>
      </w:r>
      <w:r>
        <w:rPr>
          <w:rtl/>
        </w:rPr>
        <w:t xml:space="preserve"> ہر دوكے قصے كى طرف اشارہ ہو_</w:t>
      </w:r>
    </w:p>
    <w:p w:rsidR="001F628F" w:rsidRPr="00D11EA1" w:rsidRDefault="001F628F" w:rsidP="00D11EA1">
      <w:pPr>
        <w:pStyle w:val="libNormal"/>
        <w:rPr>
          <w:rStyle w:val="libArabicChar"/>
          <w:rtl/>
        </w:rPr>
      </w:pPr>
      <w:r>
        <w:rPr>
          <w:rtl/>
        </w:rPr>
        <w:t>3_قران مي</w:t>
      </w:r>
      <w:r w:rsidR="00083993">
        <w:rPr>
          <w:rtl/>
        </w:rPr>
        <w:t xml:space="preserve">ں </w:t>
      </w:r>
      <w:r>
        <w:rPr>
          <w:rtl/>
        </w:rPr>
        <w:t>تاريخى قصو</w:t>
      </w:r>
      <w:r w:rsidR="00083993">
        <w:rPr>
          <w:rtl/>
        </w:rPr>
        <w:t xml:space="preserve">ں </w:t>
      </w:r>
      <w:r>
        <w:rPr>
          <w:rtl/>
        </w:rPr>
        <w:t>اور واقعات كے نقل ہونے كا مقصد اور فلسفہ ،پند ونصيحت اور خداوند متعال كى صحيح معرفت(توحيد) حاصل كرنا ہے_</w:t>
      </w:r>
      <w:r w:rsidRPr="00D11EA1">
        <w:rPr>
          <w:rStyle w:val="libArabicChar"/>
          <w:rFonts w:hint="eastAsia"/>
          <w:rtl/>
        </w:rPr>
        <w:t>و</w:t>
      </w:r>
      <w:r w:rsidRPr="00D11EA1">
        <w:rPr>
          <w:rStyle w:val="libArabicChar"/>
          <w:rtl/>
        </w:rPr>
        <w:t xml:space="preserve"> نبّئ</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عن</w:t>
      </w:r>
      <w:r w:rsidRPr="00D11EA1">
        <w:rPr>
          <w:rStyle w:val="libArabicChar"/>
          <w:rtl/>
        </w:rPr>
        <w:t xml:space="preserve"> </w:t>
      </w:r>
      <w:r w:rsidRPr="00D11EA1">
        <w:rPr>
          <w:rStyle w:val="libArabicChar"/>
          <w:rFonts w:hint="cs"/>
          <w:rtl/>
        </w:rPr>
        <w:t>ضيف</w:t>
      </w:r>
      <w:r w:rsidRPr="00D11EA1">
        <w:rPr>
          <w:rStyle w:val="libArabicChar"/>
          <w:rtl/>
        </w:rPr>
        <w:t xml:space="preserve"> </w:t>
      </w:r>
      <w:r w:rsidRPr="00D11EA1">
        <w:rPr>
          <w:rStyle w:val="libArabicChar"/>
          <w:rFonts w:hint="cs"/>
          <w:rtl/>
        </w:rPr>
        <w:t>ابر</w:t>
      </w:r>
      <w:r w:rsidR="00F21947" w:rsidRPr="00B2551F">
        <w:rPr>
          <w:rStyle w:val="libArabicChar"/>
          <w:rFonts w:hint="cs"/>
          <w:rtl/>
        </w:rPr>
        <w:t>ه</w:t>
      </w:r>
      <w:r w:rsidRPr="00D11EA1">
        <w:rPr>
          <w:rStyle w:val="libArabicChar"/>
          <w:rFonts w:hint="cs"/>
          <w:rtl/>
        </w:rPr>
        <w:t>يم</w:t>
      </w:r>
      <w:r w:rsidRPr="00D11EA1">
        <w:rPr>
          <w:rStyle w:val="libArabicChar"/>
          <w:rtl/>
        </w:rPr>
        <w:t xml:space="preserve"> ... </w:t>
      </w:r>
      <w:r w:rsidRPr="00D11EA1">
        <w:rPr>
          <w:rStyle w:val="libArabicChar"/>
          <w:rFonts w:hint="cs"/>
          <w:rtl/>
        </w:rPr>
        <w:t>وا</w:t>
      </w:r>
      <w:r w:rsidRPr="00D11EA1">
        <w:rPr>
          <w:rStyle w:val="libArabicChar"/>
          <w:rtl/>
        </w:rPr>
        <w:t xml:space="preserve"> </w:t>
      </w:r>
      <w:r w:rsidRPr="00D11EA1">
        <w:rPr>
          <w:rStyle w:val="libArabicChar"/>
          <w:rFonts w:hint="cs"/>
          <w:rtl/>
        </w:rPr>
        <w:t>مطرنا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w:t>
      </w:r>
      <w:r w:rsidRPr="00D11EA1">
        <w:rPr>
          <w:rStyle w:val="libArabicChar"/>
          <w:rFonts w:hint="cs"/>
          <w:rtl/>
        </w:rPr>
        <w:t>سجّيل</w:t>
      </w:r>
      <w:r w:rsidRPr="00D11EA1">
        <w:rPr>
          <w:rStyle w:val="libArabicChar"/>
          <w:rtl/>
        </w:rPr>
        <w:t>_</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Fonts w:hint="cs"/>
          <w:rtl/>
        </w:rPr>
        <w:t>للمتوسّمين</w:t>
      </w:r>
    </w:p>
    <w:p w:rsidR="001F628F" w:rsidRDefault="001F628F" w:rsidP="001F628F">
      <w:pPr>
        <w:pStyle w:val="libNormal"/>
        <w:rPr>
          <w:rtl/>
        </w:rPr>
      </w:pPr>
      <w:r>
        <w:rPr>
          <w:rFonts w:hint="eastAsia"/>
          <w:rtl/>
        </w:rPr>
        <w:t>جملہ</w:t>
      </w:r>
      <w:r>
        <w:rPr>
          <w:rtl/>
        </w:rPr>
        <w:t xml:space="preserve"> </w:t>
      </w:r>
      <w:r w:rsidRPr="00D11EA1">
        <w:rPr>
          <w:rStyle w:val="libArabicChar"/>
          <w:rtl/>
        </w:rPr>
        <w:t>'' ان فى ذلك ...</w:t>
      </w:r>
      <w:r>
        <w:rPr>
          <w:rtl/>
        </w:rPr>
        <w:t xml:space="preserve"> ''نيز ايت 77 مي</w:t>
      </w:r>
      <w:r w:rsidR="00083993">
        <w:rPr>
          <w:rtl/>
        </w:rPr>
        <w:t xml:space="preserve">ں </w:t>
      </w:r>
      <w:r>
        <w:rPr>
          <w:rtl/>
        </w:rPr>
        <w:t>جملہ ''ا</w:t>
      </w:r>
      <w:r w:rsidRPr="00D11EA1">
        <w:rPr>
          <w:rStyle w:val="libArabicChar"/>
          <w:rtl/>
        </w:rPr>
        <w:t xml:space="preserve">ن فى ذلك لا ية للمو منين </w:t>
      </w:r>
      <w:r>
        <w:rPr>
          <w:rtl/>
        </w:rPr>
        <w:t xml:space="preserve">'' حضرت ابراہيم اور حضرت لوط </w:t>
      </w:r>
      <w:r w:rsidR="00367F17" w:rsidRPr="00367F17">
        <w:rPr>
          <w:rStyle w:val="libAlaemChar"/>
          <w:rtl/>
        </w:rPr>
        <w:t xml:space="preserve"> عليه‌السلام </w:t>
      </w:r>
      <w:r>
        <w:rPr>
          <w:rtl/>
        </w:rPr>
        <w:t xml:space="preserve"> كاقصہ نقل كرنے كا نتيجہ ہے_يہ نتيجہ اور سبق حاصل كرنا ہوسكتا ہے ان قصو</w:t>
      </w:r>
      <w:r w:rsidR="00083993">
        <w:rPr>
          <w:rtl/>
        </w:rPr>
        <w:t xml:space="preserve">ں </w:t>
      </w:r>
      <w:r>
        <w:rPr>
          <w:rtl/>
        </w:rPr>
        <w:t>كو بيان كرنے كا مقصد و فلسفہ ہو_</w:t>
      </w:r>
    </w:p>
    <w:p w:rsidR="00D11EA1" w:rsidRDefault="001E7F9D" w:rsidP="00F73EDE">
      <w:pPr>
        <w:pStyle w:val="libPoemTini"/>
        <w:rPr>
          <w:rtl/>
        </w:rPr>
      </w:pPr>
      <w:r>
        <w:rPr>
          <w:rtl/>
        </w:rPr>
        <w:br w:type="page"/>
      </w:r>
    </w:p>
    <w:p w:rsidR="001F628F" w:rsidRDefault="001F628F" w:rsidP="00D11EA1">
      <w:pPr>
        <w:pStyle w:val="libNormal"/>
        <w:rPr>
          <w:rtl/>
        </w:rPr>
      </w:pPr>
      <w:r>
        <w:rPr>
          <w:rtl/>
        </w:rPr>
        <w:lastRenderedPageBreak/>
        <w:t>4_ايات الہى كى درست شناخت و معرفت ،(انسان كي)ہوشيارى ،دقت نظر اور فراست پر موقوف ہے_</w:t>
      </w:r>
    </w:p>
    <w:p w:rsidR="001F628F" w:rsidRDefault="001F628F" w:rsidP="00D11EA1">
      <w:pPr>
        <w:pStyle w:val="libArabic"/>
        <w:rPr>
          <w:rtl/>
        </w:rPr>
      </w:pPr>
      <w:r>
        <w:rPr>
          <w:rFonts w:hint="eastAsia"/>
          <w:rtl/>
        </w:rPr>
        <w:t>ان</w:t>
      </w:r>
      <w:r>
        <w:rPr>
          <w:rtl/>
        </w:rPr>
        <w:t xml:space="preserve"> فى ذلك </w:t>
      </w:r>
      <w:r w:rsidR="00961F3A" w:rsidRPr="00961F3A">
        <w:rPr>
          <w:rtl/>
        </w:rPr>
        <w:t xml:space="preserve">لأيآت </w:t>
      </w:r>
      <w:r>
        <w:rPr>
          <w:rtl/>
        </w:rPr>
        <w:t>للمتوسّمين</w:t>
      </w:r>
    </w:p>
    <w:p w:rsidR="001F628F" w:rsidRDefault="001F628F" w:rsidP="00D11EA1">
      <w:pPr>
        <w:pStyle w:val="libNormal"/>
        <w:rPr>
          <w:rtl/>
        </w:rPr>
      </w:pPr>
      <w:r>
        <w:rPr>
          <w:rtl/>
        </w:rPr>
        <w:t>5_تاريخ كے عبرت انگيز واقعات كى درست شناخت اور اُن سے نصيحت و سبق حاصل كرنا، دقت نظر ، ذہانت اور عاقلانہ رويئے پر موقوف ہے_</w:t>
      </w:r>
      <w:r w:rsidRPr="00D11EA1">
        <w:rPr>
          <w:rStyle w:val="libArabicChar"/>
          <w:rFonts w:hint="eastAsia"/>
          <w:rtl/>
        </w:rPr>
        <w:t>و</w:t>
      </w:r>
      <w:r w:rsidRPr="00D11EA1">
        <w:rPr>
          <w:rStyle w:val="libArabicChar"/>
          <w:rtl/>
        </w:rPr>
        <w:t xml:space="preserve"> نبّئ</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عن</w:t>
      </w:r>
      <w:r w:rsidRPr="00D11EA1">
        <w:rPr>
          <w:rStyle w:val="libArabicChar"/>
          <w:rtl/>
        </w:rPr>
        <w:t xml:space="preserve"> </w:t>
      </w:r>
      <w:r w:rsidRPr="00D11EA1">
        <w:rPr>
          <w:rStyle w:val="libArabicChar"/>
          <w:rFonts w:hint="cs"/>
          <w:rtl/>
        </w:rPr>
        <w:t>ضيف</w:t>
      </w:r>
      <w:r w:rsidRPr="00D11EA1">
        <w:rPr>
          <w:rStyle w:val="libArabicChar"/>
          <w:rtl/>
        </w:rPr>
        <w:t xml:space="preserve"> </w:t>
      </w:r>
      <w:r w:rsidRPr="00D11EA1">
        <w:rPr>
          <w:rStyle w:val="libArabicChar"/>
          <w:rFonts w:hint="cs"/>
          <w:rtl/>
        </w:rPr>
        <w:t>ابر</w:t>
      </w:r>
      <w:r w:rsidR="00F21947" w:rsidRPr="00B2551F">
        <w:rPr>
          <w:rStyle w:val="libArabicChar"/>
          <w:rFonts w:hint="cs"/>
          <w:rtl/>
        </w:rPr>
        <w:t>ه</w:t>
      </w:r>
      <w:r w:rsidRPr="00D11EA1">
        <w:rPr>
          <w:rStyle w:val="libArabicChar"/>
          <w:rFonts w:hint="cs"/>
          <w:rtl/>
        </w:rPr>
        <w:t>يم</w:t>
      </w:r>
      <w:r w:rsidRPr="00D11EA1">
        <w:rPr>
          <w:rStyle w:val="libArabicChar"/>
          <w:rtl/>
        </w:rPr>
        <w:t xml:space="preserve"> ... </w:t>
      </w:r>
      <w:r w:rsidRPr="00D11EA1">
        <w:rPr>
          <w:rStyle w:val="libArabicChar"/>
          <w:rFonts w:hint="cs"/>
          <w:rtl/>
        </w:rPr>
        <w:t>وا</w:t>
      </w:r>
      <w:r w:rsidRPr="00D11EA1">
        <w:rPr>
          <w:rStyle w:val="libArabicChar"/>
          <w:rtl/>
        </w:rPr>
        <w:t xml:space="preserve"> </w:t>
      </w:r>
      <w:r w:rsidRPr="00D11EA1">
        <w:rPr>
          <w:rStyle w:val="libArabicChar"/>
          <w:rFonts w:hint="cs"/>
          <w:rtl/>
        </w:rPr>
        <w:t>مطرنا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w:t>
      </w:r>
      <w:r w:rsidRPr="00D11EA1">
        <w:rPr>
          <w:rStyle w:val="libArabicChar"/>
          <w:rFonts w:hint="cs"/>
          <w:rtl/>
        </w:rPr>
        <w:t>سجّيل</w:t>
      </w:r>
      <w:r w:rsidRPr="00D11EA1">
        <w:rPr>
          <w:rStyle w:val="libArabicChar"/>
          <w:rtl/>
        </w:rPr>
        <w:t>_</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Fonts w:hint="cs"/>
          <w:rtl/>
        </w:rPr>
        <w:t>للمتوسّمين</w:t>
      </w:r>
    </w:p>
    <w:p w:rsidR="001F628F" w:rsidRDefault="001F628F" w:rsidP="001F628F">
      <w:pPr>
        <w:pStyle w:val="libNormal"/>
        <w:rPr>
          <w:rtl/>
        </w:rPr>
      </w:pPr>
      <w:r>
        <w:rPr>
          <w:rtl/>
        </w:rPr>
        <w:t>6_قران، لوگو</w:t>
      </w:r>
      <w:r w:rsidR="00083993">
        <w:rPr>
          <w:rtl/>
        </w:rPr>
        <w:t xml:space="preserve">ں </w:t>
      </w:r>
      <w:r>
        <w:rPr>
          <w:rtl/>
        </w:rPr>
        <w:t>كوايات الہي،تاريخى واقعات ا ور تحولات مي</w:t>
      </w:r>
      <w:r w:rsidR="00083993">
        <w:rPr>
          <w:rtl/>
        </w:rPr>
        <w:t xml:space="preserve">ں </w:t>
      </w:r>
      <w:r>
        <w:rPr>
          <w:rtl/>
        </w:rPr>
        <w:t>دقت نظر اور ہوشيارى كى دعوت ديتا ہے_</w:t>
      </w:r>
    </w:p>
    <w:p w:rsidR="001F628F" w:rsidRPr="00D11EA1" w:rsidRDefault="001F628F" w:rsidP="00D11EA1">
      <w:pPr>
        <w:pStyle w:val="libArabic"/>
        <w:rPr>
          <w:rtl/>
        </w:rPr>
      </w:pPr>
      <w:r w:rsidRPr="00D11EA1">
        <w:rPr>
          <w:rFonts w:hint="eastAsia"/>
          <w:rtl/>
        </w:rPr>
        <w:t>و</w:t>
      </w:r>
      <w:r w:rsidRPr="00D11EA1">
        <w:rPr>
          <w:rtl/>
        </w:rPr>
        <w:t xml:space="preserve"> نبّئ</w:t>
      </w:r>
      <w:r w:rsidR="00F21947" w:rsidRPr="00B2551F">
        <w:rPr>
          <w:rFonts w:hint="cs"/>
          <w:rtl/>
        </w:rPr>
        <w:t>ه</w:t>
      </w:r>
      <w:r w:rsidRPr="00D11EA1">
        <w:rPr>
          <w:rFonts w:hint="cs"/>
          <w:rtl/>
        </w:rPr>
        <w:t>م</w:t>
      </w:r>
      <w:r w:rsidRPr="00D11EA1">
        <w:rPr>
          <w:rtl/>
        </w:rPr>
        <w:t xml:space="preserve"> </w:t>
      </w:r>
      <w:r w:rsidRPr="00D11EA1">
        <w:rPr>
          <w:rFonts w:hint="cs"/>
          <w:rtl/>
        </w:rPr>
        <w:t>عن</w:t>
      </w:r>
      <w:r w:rsidRPr="00D11EA1">
        <w:rPr>
          <w:rtl/>
        </w:rPr>
        <w:t xml:space="preserve"> </w:t>
      </w:r>
      <w:r w:rsidRPr="00D11EA1">
        <w:rPr>
          <w:rFonts w:hint="cs"/>
          <w:rtl/>
        </w:rPr>
        <w:t>ضيف</w:t>
      </w:r>
      <w:r w:rsidRPr="00D11EA1">
        <w:rPr>
          <w:rtl/>
        </w:rPr>
        <w:t xml:space="preserve"> </w:t>
      </w:r>
      <w:r w:rsidRPr="00D11EA1">
        <w:rPr>
          <w:rFonts w:hint="cs"/>
          <w:rtl/>
        </w:rPr>
        <w:t>ابر</w:t>
      </w:r>
      <w:r w:rsidR="00F21947" w:rsidRPr="00B2551F">
        <w:rPr>
          <w:rFonts w:hint="cs"/>
          <w:rtl/>
        </w:rPr>
        <w:t>ه</w:t>
      </w:r>
      <w:r w:rsidRPr="00D11EA1">
        <w:rPr>
          <w:rFonts w:hint="cs"/>
          <w:rtl/>
        </w:rPr>
        <w:t>يم</w:t>
      </w:r>
      <w:r w:rsidRPr="00D11EA1">
        <w:rPr>
          <w:rtl/>
        </w:rPr>
        <w:t xml:space="preserve"> ... وا مطرنا علي</w:t>
      </w:r>
      <w:r w:rsidR="00F21947" w:rsidRPr="00B2551F">
        <w:rPr>
          <w:rFonts w:hint="cs"/>
          <w:rtl/>
        </w:rPr>
        <w:t>ه</w:t>
      </w:r>
      <w:r w:rsidRPr="00D11EA1">
        <w:rPr>
          <w:rFonts w:hint="cs"/>
          <w:rtl/>
        </w:rPr>
        <w:t>م</w:t>
      </w:r>
      <w:r w:rsidRPr="00D11EA1">
        <w:rPr>
          <w:rtl/>
        </w:rPr>
        <w:t xml:space="preserve"> </w:t>
      </w:r>
      <w:r w:rsidRPr="00D11EA1">
        <w:rPr>
          <w:rFonts w:hint="cs"/>
          <w:rtl/>
        </w:rPr>
        <w:t>حجارة</w:t>
      </w:r>
      <w:r w:rsidRPr="00D11EA1">
        <w:rPr>
          <w:rtl/>
        </w:rPr>
        <w:t xml:space="preserve"> </w:t>
      </w:r>
      <w:r w:rsidRPr="00D11EA1">
        <w:rPr>
          <w:rFonts w:hint="cs"/>
          <w:rtl/>
        </w:rPr>
        <w:t>من</w:t>
      </w:r>
      <w:r w:rsidRPr="00D11EA1">
        <w:rPr>
          <w:rtl/>
        </w:rPr>
        <w:t xml:space="preserve"> </w:t>
      </w:r>
      <w:r w:rsidRPr="00D11EA1">
        <w:rPr>
          <w:rFonts w:hint="cs"/>
          <w:rtl/>
        </w:rPr>
        <w:t>سجّيل</w:t>
      </w:r>
      <w:r w:rsidRPr="00D11EA1">
        <w:rPr>
          <w:rtl/>
        </w:rPr>
        <w:t>_</w:t>
      </w:r>
      <w:r w:rsidRPr="00D11EA1">
        <w:rPr>
          <w:rFonts w:hint="cs"/>
          <w:rtl/>
        </w:rPr>
        <w:t>ان</w:t>
      </w:r>
      <w:r w:rsidRPr="00D11EA1">
        <w:rPr>
          <w:rtl/>
        </w:rPr>
        <w:t xml:space="preserve"> </w:t>
      </w:r>
      <w:r w:rsidRPr="00D11EA1">
        <w:rPr>
          <w:rFonts w:hint="cs"/>
          <w:rtl/>
        </w:rPr>
        <w:t>فى</w:t>
      </w:r>
      <w:r w:rsidRPr="00D11EA1">
        <w:rPr>
          <w:rtl/>
        </w:rPr>
        <w:t xml:space="preserve"> </w:t>
      </w:r>
      <w:r w:rsidRPr="00D11EA1">
        <w:rPr>
          <w:rFonts w:hint="cs"/>
          <w:rtl/>
        </w:rPr>
        <w:t>ذلك</w:t>
      </w:r>
      <w:r w:rsidRPr="00D11EA1">
        <w:rPr>
          <w:rtl/>
        </w:rPr>
        <w:t xml:space="preserve"> </w:t>
      </w:r>
      <w:r w:rsidR="00961F3A" w:rsidRPr="00961F3A">
        <w:rPr>
          <w:rFonts w:hint="cs"/>
          <w:rtl/>
        </w:rPr>
        <w:t xml:space="preserve">لأيآت </w:t>
      </w:r>
      <w:r w:rsidRPr="00D11EA1">
        <w:rPr>
          <w:rFonts w:hint="cs"/>
          <w:rtl/>
        </w:rPr>
        <w:t>للمتو</w:t>
      </w:r>
      <w:r w:rsidRPr="00D11EA1">
        <w:rPr>
          <w:rtl/>
        </w:rPr>
        <w:t>سّمين</w:t>
      </w:r>
    </w:p>
    <w:p w:rsidR="001F628F" w:rsidRDefault="001F628F" w:rsidP="001F628F">
      <w:pPr>
        <w:pStyle w:val="libNormal"/>
        <w:rPr>
          <w:rtl/>
        </w:rPr>
      </w:pPr>
      <w:r>
        <w:rPr>
          <w:rtl/>
        </w:rPr>
        <w:t>7_جنسى مسائل اور بُرے اخلاق كے بارے مي</w:t>
      </w:r>
      <w:r w:rsidR="00083993">
        <w:rPr>
          <w:rtl/>
        </w:rPr>
        <w:t xml:space="preserve">ں </w:t>
      </w:r>
      <w:r>
        <w:rPr>
          <w:rtl/>
        </w:rPr>
        <w:t>قصو</w:t>
      </w:r>
      <w:r w:rsidR="00083993">
        <w:rPr>
          <w:rtl/>
        </w:rPr>
        <w:t xml:space="preserve">ں </w:t>
      </w:r>
      <w:r>
        <w:rPr>
          <w:rtl/>
        </w:rPr>
        <w:t>كے نقل كرنے مي</w:t>
      </w:r>
      <w:r w:rsidR="00083993">
        <w:rPr>
          <w:rtl/>
        </w:rPr>
        <w:t xml:space="preserve">ں </w:t>
      </w:r>
      <w:r>
        <w:rPr>
          <w:rtl/>
        </w:rPr>
        <w:t>ادب كى رعايت اور سبق اموزى كى طرف متوجہ رہنے كے ساتھ بد اموزى سے بچنا چاہيے_</w:t>
      </w:r>
    </w:p>
    <w:p w:rsidR="001F628F" w:rsidRDefault="001F628F" w:rsidP="00D11EA1">
      <w:pPr>
        <w:pStyle w:val="libArabic"/>
        <w:rPr>
          <w:rtl/>
        </w:rPr>
      </w:pPr>
      <w:r>
        <w:rPr>
          <w:rFonts w:hint="eastAsia"/>
          <w:rtl/>
        </w:rPr>
        <w:t>و</w:t>
      </w:r>
      <w:r>
        <w:rPr>
          <w:rtl/>
        </w:rPr>
        <w:t xml:space="preserve"> نبّئ</w:t>
      </w:r>
      <w:r w:rsidR="00F21947" w:rsidRPr="00B2551F">
        <w:rPr>
          <w:rFonts w:hint="cs"/>
          <w:rtl/>
        </w:rPr>
        <w:t>ه</w:t>
      </w:r>
      <w:r>
        <w:rPr>
          <w:rFonts w:hint="cs"/>
          <w:rtl/>
        </w:rPr>
        <w:t>م</w:t>
      </w:r>
      <w:r>
        <w:rPr>
          <w:rtl/>
        </w:rPr>
        <w:t xml:space="preserve"> </w:t>
      </w:r>
      <w:r>
        <w:rPr>
          <w:rFonts w:hint="cs"/>
          <w:rtl/>
        </w:rPr>
        <w:t>عن</w:t>
      </w:r>
      <w:r>
        <w:rPr>
          <w:rtl/>
        </w:rPr>
        <w:t xml:space="preserve"> </w:t>
      </w:r>
      <w:r>
        <w:rPr>
          <w:rFonts w:hint="cs"/>
          <w:rtl/>
        </w:rPr>
        <w:t>ضيف</w:t>
      </w:r>
      <w:r>
        <w:rPr>
          <w:rtl/>
        </w:rPr>
        <w:t xml:space="preserve"> </w:t>
      </w:r>
      <w:r>
        <w:rPr>
          <w:rFonts w:hint="cs"/>
          <w:rtl/>
        </w:rPr>
        <w:t>ابر</w:t>
      </w:r>
      <w:r w:rsidR="00F21947" w:rsidRPr="00B2551F">
        <w:rPr>
          <w:rFonts w:hint="cs"/>
          <w:rtl/>
        </w:rPr>
        <w:t>ه</w:t>
      </w:r>
      <w:r>
        <w:rPr>
          <w:rFonts w:hint="cs"/>
          <w:rtl/>
        </w:rPr>
        <w:t>يم</w:t>
      </w:r>
      <w:r>
        <w:rPr>
          <w:rtl/>
        </w:rPr>
        <w:t xml:space="preserve"> ...</w:t>
      </w:r>
      <w:r>
        <w:rPr>
          <w:rFonts w:hint="cs"/>
          <w:rtl/>
        </w:rPr>
        <w:t>قال</w:t>
      </w:r>
      <w:r>
        <w:rPr>
          <w:rtl/>
        </w:rPr>
        <w:t xml:space="preserve"> </w:t>
      </w:r>
      <w:r>
        <w:rPr>
          <w:rFonts w:hint="cs"/>
          <w:rtl/>
        </w:rPr>
        <w:t>ان</w:t>
      </w:r>
      <w:r>
        <w:rPr>
          <w:rtl/>
        </w:rPr>
        <w:t xml:space="preserve">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ضيفى</w:t>
      </w:r>
      <w:r>
        <w:rPr>
          <w:rtl/>
        </w:rPr>
        <w:t xml:space="preserve"> </w:t>
      </w:r>
      <w:r>
        <w:rPr>
          <w:rFonts w:hint="cs"/>
          <w:rtl/>
        </w:rPr>
        <w:t>فلا</w:t>
      </w:r>
      <w:r>
        <w:rPr>
          <w:rtl/>
        </w:rPr>
        <w:t xml:space="preserve"> </w:t>
      </w:r>
      <w:r>
        <w:rPr>
          <w:rFonts w:hint="cs"/>
          <w:rtl/>
        </w:rPr>
        <w:t>تفضحون</w:t>
      </w:r>
      <w:r>
        <w:rPr>
          <w:rtl/>
        </w:rPr>
        <w:t xml:space="preserve"> ... قال </w:t>
      </w:r>
      <w:r w:rsidR="00F21947" w:rsidRPr="00B2551F">
        <w:rPr>
          <w:rFonts w:hint="cs"/>
          <w:rtl/>
        </w:rPr>
        <w:t>ه</w:t>
      </w:r>
      <w:r>
        <w:rPr>
          <w:rFonts w:hint="cs"/>
          <w:rtl/>
        </w:rPr>
        <w:t>و</w:t>
      </w:r>
      <w:r>
        <w:rPr>
          <w:rtl/>
        </w:rPr>
        <w:t xml:space="preserve"> </w:t>
      </w:r>
      <w:r>
        <w:rPr>
          <w:rFonts w:hint="cs"/>
          <w:rtl/>
        </w:rPr>
        <w:t>لاء</w:t>
      </w:r>
      <w:r>
        <w:rPr>
          <w:rtl/>
        </w:rPr>
        <w:t xml:space="preserve"> </w:t>
      </w:r>
      <w:r>
        <w:rPr>
          <w:rFonts w:hint="cs"/>
          <w:rtl/>
        </w:rPr>
        <w:t>بناتى</w:t>
      </w:r>
      <w:r>
        <w:rPr>
          <w:rtl/>
        </w:rPr>
        <w:t xml:space="preserve"> </w:t>
      </w:r>
      <w:r>
        <w:rPr>
          <w:rFonts w:hint="cs"/>
          <w:rtl/>
        </w:rPr>
        <w:t>ان</w:t>
      </w:r>
      <w:r>
        <w:rPr>
          <w:rtl/>
        </w:rPr>
        <w:t xml:space="preserve"> </w:t>
      </w:r>
      <w:r>
        <w:rPr>
          <w:rFonts w:hint="cs"/>
          <w:rtl/>
        </w:rPr>
        <w:t>كنتم</w:t>
      </w:r>
      <w:r>
        <w:rPr>
          <w:rtl/>
        </w:rPr>
        <w:t xml:space="preserve"> </w:t>
      </w:r>
      <w:r>
        <w:rPr>
          <w:rFonts w:hint="cs"/>
          <w:rtl/>
        </w:rPr>
        <w:t>فعلين</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sidR="00961F3A" w:rsidRPr="00961F3A">
        <w:rPr>
          <w:rFonts w:hint="cs"/>
          <w:rtl/>
        </w:rPr>
        <w:t xml:space="preserve">لأيآت </w:t>
      </w:r>
      <w:r>
        <w:rPr>
          <w:rFonts w:hint="cs"/>
          <w:rtl/>
        </w:rPr>
        <w:t>للمت</w:t>
      </w:r>
      <w:r>
        <w:rPr>
          <w:rtl/>
        </w:rPr>
        <w:t>وسّمين</w:t>
      </w:r>
    </w:p>
    <w:p w:rsidR="001F628F" w:rsidRDefault="001F628F" w:rsidP="001F628F">
      <w:pPr>
        <w:pStyle w:val="libNormal"/>
        <w:rPr>
          <w:rtl/>
        </w:rPr>
      </w:pPr>
      <w:r>
        <w:rPr>
          <w:rFonts w:hint="eastAsia"/>
          <w:rtl/>
        </w:rPr>
        <w:t>مندرجہ</w:t>
      </w:r>
      <w:r>
        <w:rPr>
          <w:rtl/>
        </w:rPr>
        <w:t xml:space="preserve"> بالا مطلب اس نكتے كى طرف اشارہ ہے كہ خداوند متعال نے قوم لوط كہ جوجنسى انحراف اور ہم جنس پرستى مي</w:t>
      </w:r>
      <w:r w:rsidR="00083993">
        <w:rPr>
          <w:rtl/>
        </w:rPr>
        <w:t xml:space="preserve">ں </w:t>
      </w:r>
      <w:r>
        <w:rPr>
          <w:rtl/>
        </w:rPr>
        <w:t>مبتلا تھي، كى داستان اس طرح بيان كى ہے كہ جو نہ فقط بُرائي كى طرف نہي</w:t>
      </w:r>
      <w:r w:rsidR="00083993">
        <w:rPr>
          <w:rtl/>
        </w:rPr>
        <w:t xml:space="preserve">ں </w:t>
      </w:r>
      <w:r>
        <w:rPr>
          <w:rtl/>
        </w:rPr>
        <w:t>لے جاتى بلكہ اُسے پند ونصيحت اوسبق اموزى كا وسيلہ بنانے كے ساتھ ساتھ عظمت خدا ك</w:t>
      </w:r>
      <w:r>
        <w:rPr>
          <w:rFonts w:hint="eastAsia"/>
          <w:rtl/>
        </w:rPr>
        <w:t>ى</w:t>
      </w:r>
      <w:r>
        <w:rPr>
          <w:rtl/>
        </w:rPr>
        <w:t xml:space="preserve"> نشانى بھى قرار ديتى ہے_</w:t>
      </w:r>
    </w:p>
    <w:p w:rsidR="001F628F" w:rsidRDefault="001F628F" w:rsidP="00D11EA1">
      <w:pPr>
        <w:pStyle w:val="libNormal"/>
        <w:rPr>
          <w:rtl/>
        </w:rPr>
      </w:pPr>
      <w:r>
        <w:rPr>
          <w:rFonts w:hint="eastAsia"/>
          <w:rtl/>
        </w:rPr>
        <w:t>ايات</w:t>
      </w:r>
      <w:r>
        <w:rPr>
          <w:rtl/>
        </w:rPr>
        <w:t xml:space="preserve"> خدا :</w:t>
      </w:r>
      <w:r>
        <w:rPr>
          <w:rFonts w:hint="eastAsia"/>
          <w:rtl/>
        </w:rPr>
        <w:t>ايات</w:t>
      </w:r>
      <w:r>
        <w:rPr>
          <w:rtl/>
        </w:rPr>
        <w:t xml:space="preserve"> خدا كى معرفت كا پيش خيمہ 4</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كى عظمت كى نشانيا</w:t>
      </w:r>
      <w:r w:rsidR="00083993">
        <w:rPr>
          <w:rtl/>
        </w:rPr>
        <w:t xml:space="preserve">ں </w:t>
      </w:r>
      <w:r>
        <w:rPr>
          <w:rtl/>
        </w:rPr>
        <w:t>1;الله تعالى كى معرفت كى اہميت 3</w:t>
      </w:r>
    </w:p>
    <w:p w:rsidR="001F628F" w:rsidRDefault="001F628F" w:rsidP="00D11EA1">
      <w:pPr>
        <w:pStyle w:val="libNormal"/>
        <w:rPr>
          <w:rtl/>
        </w:rPr>
      </w:pPr>
      <w:r>
        <w:rPr>
          <w:rFonts w:hint="eastAsia"/>
          <w:rtl/>
        </w:rPr>
        <w:t>تاريخ</w:t>
      </w:r>
      <w:r>
        <w:rPr>
          <w:rtl/>
        </w:rPr>
        <w:t xml:space="preserve"> :</w:t>
      </w:r>
      <w:r>
        <w:rPr>
          <w:rFonts w:hint="eastAsia"/>
          <w:rtl/>
        </w:rPr>
        <w:t>تاريخ</w:t>
      </w:r>
      <w:r>
        <w:rPr>
          <w:rtl/>
        </w:rPr>
        <w:t xml:space="preserve"> سے عبرت 3،5</w:t>
      </w:r>
    </w:p>
    <w:p w:rsidR="001F628F" w:rsidRDefault="001F628F" w:rsidP="00D11EA1">
      <w:pPr>
        <w:pStyle w:val="libNormal"/>
        <w:rPr>
          <w:rtl/>
        </w:rPr>
      </w:pPr>
      <w:r>
        <w:rPr>
          <w:rFonts w:hint="eastAsia"/>
          <w:rtl/>
        </w:rPr>
        <w:t>تعقل</w:t>
      </w:r>
      <w:r>
        <w:rPr>
          <w:rtl/>
        </w:rPr>
        <w:t xml:space="preserve"> :</w:t>
      </w:r>
      <w:r>
        <w:rPr>
          <w:rFonts w:hint="eastAsia"/>
          <w:rtl/>
        </w:rPr>
        <w:t>ايات</w:t>
      </w:r>
      <w:r>
        <w:rPr>
          <w:rtl/>
        </w:rPr>
        <w:t xml:space="preserve"> خدا مي</w:t>
      </w:r>
      <w:r w:rsidR="00083993">
        <w:rPr>
          <w:rtl/>
        </w:rPr>
        <w:t xml:space="preserve">ں </w:t>
      </w:r>
      <w:r>
        <w:rPr>
          <w:rtl/>
        </w:rPr>
        <w:t>تعقل 6;تاريخ مي</w:t>
      </w:r>
      <w:r w:rsidR="00083993">
        <w:rPr>
          <w:rtl/>
        </w:rPr>
        <w:t xml:space="preserve">ں </w:t>
      </w:r>
      <w:r>
        <w:rPr>
          <w:rtl/>
        </w:rPr>
        <w:t>تعقل 6;تعقل كى دعوت 6;تعقل كے اثرات 5</w:t>
      </w:r>
    </w:p>
    <w:p w:rsidR="001F628F" w:rsidRDefault="001F628F" w:rsidP="00D11EA1">
      <w:pPr>
        <w:pStyle w:val="libNormal"/>
        <w:rPr>
          <w:rtl/>
        </w:rPr>
      </w:pPr>
      <w:r>
        <w:rPr>
          <w:rFonts w:hint="eastAsia"/>
          <w:rtl/>
        </w:rPr>
        <w:t>توحيد</w:t>
      </w:r>
      <w:r>
        <w:rPr>
          <w:rtl/>
        </w:rPr>
        <w:t xml:space="preserve"> :</w:t>
      </w:r>
      <w:r>
        <w:rPr>
          <w:rFonts w:hint="eastAsia"/>
          <w:rtl/>
        </w:rPr>
        <w:t>توحيد</w:t>
      </w:r>
      <w:r>
        <w:rPr>
          <w:rtl/>
        </w:rPr>
        <w:t xml:space="preserve"> كى اہميت 3</w:t>
      </w:r>
    </w:p>
    <w:p w:rsidR="001F628F" w:rsidRDefault="001F628F" w:rsidP="00D11EA1">
      <w:pPr>
        <w:pStyle w:val="libNormal"/>
        <w:rPr>
          <w:rtl/>
        </w:rPr>
      </w:pPr>
      <w:r>
        <w:rPr>
          <w:rFonts w:hint="eastAsia"/>
          <w:rtl/>
        </w:rPr>
        <w:t>حضرت</w:t>
      </w:r>
      <w:r>
        <w:rPr>
          <w:rtl/>
        </w:rPr>
        <w:t xml:space="preserve"> ابراہيم </w:t>
      </w:r>
      <w:r w:rsidR="00367F17" w:rsidRPr="00367F17">
        <w:rPr>
          <w:rStyle w:val="libAlaemChar"/>
          <w:rtl/>
        </w:rPr>
        <w:t xml:space="preserve"> عليه‌السلام </w:t>
      </w:r>
      <w:r>
        <w:rPr>
          <w:rtl/>
        </w:rPr>
        <w:t xml:space="preserve"> :</w:t>
      </w:r>
      <w:r>
        <w:rPr>
          <w:rFonts w:hint="eastAsia"/>
          <w:rtl/>
        </w:rPr>
        <w:t>حضرت</w:t>
      </w:r>
      <w:r>
        <w:rPr>
          <w:rtl/>
        </w:rPr>
        <w:t xml:space="preserve"> ابراہيم </w:t>
      </w:r>
      <w:r w:rsidR="00367F17" w:rsidRPr="00367F17">
        <w:rPr>
          <w:rStyle w:val="libAlaemChar"/>
          <w:rtl/>
        </w:rPr>
        <w:t xml:space="preserve"> عليه‌السلام </w:t>
      </w:r>
      <w:r>
        <w:rPr>
          <w:rtl/>
        </w:rPr>
        <w:t xml:space="preserve"> كے قصے مي</w:t>
      </w:r>
      <w:r w:rsidR="00083993">
        <w:rPr>
          <w:rtl/>
        </w:rPr>
        <w:t xml:space="preserve">ں </w:t>
      </w:r>
      <w:r>
        <w:rPr>
          <w:rtl/>
        </w:rPr>
        <w:t>ايات خدا 2</w:t>
      </w:r>
    </w:p>
    <w:p w:rsidR="001F628F" w:rsidRDefault="001F628F" w:rsidP="001F628F">
      <w:pPr>
        <w:pStyle w:val="libNormal"/>
        <w:rPr>
          <w:rtl/>
        </w:rPr>
      </w:pPr>
      <w:r>
        <w:rPr>
          <w:rFonts w:hint="eastAsia"/>
          <w:rtl/>
        </w:rPr>
        <w:t>حضرت</w:t>
      </w:r>
      <w:r>
        <w:rPr>
          <w:rtl/>
        </w:rPr>
        <w:t xml:space="preserve"> لوط </w:t>
      </w:r>
      <w:r w:rsidR="00367F17" w:rsidRPr="00367F17">
        <w:rPr>
          <w:rStyle w:val="libAlaemChar"/>
          <w:rtl/>
        </w:rPr>
        <w:t xml:space="preserve"> عليه‌السلام </w:t>
      </w:r>
      <w:r>
        <w:rPr>
          <w:rtl/>
        </w:rPr>
        <w:t xml:space="preserve"> :</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حضرت</w:t>
      </w:r>
      <w:r>
        <w:rPr>
          <w:rtl/>
        </w:rPr>
        <w:t xml:space="preserve"> لوط </w:t>
      </w:r>
      <w:r w:rsidR="00367F17" w:rsidRPr="00367F17">
        <w:rPr>
          <w:rStyle w:val="libAlaemChar"/>
          <w:rtl/>
        </w:rPr>
        <w:t xml:space="preserve"> عليه‌السلام </w:t>
      </w:r>
      <w:r>
        <w:rPr>
          <w:rtl/>
        </w:rPr>
        <w:t xml:space="preserve"> كے قصے مي</w:t>
      </w:r>
      <w:r w:rsidR="00083993">
        <w:rPr>
          <w:rtl/>
        </w:rPr>
        <w:t xml:space="preserve">ں </w:t>
      </w:r>
      <w:r>
        <w:rPr>
          <w:rtl/>
        </w:rPr>
        <w:t>ايات خدا 2</w:t>
      </w:r>
    </w:p>
    <w:p w:rsidR="001F628F" w:rsidRDefault="001F628F" w:rsidP="00D11EA1">
      <w:pPr>
        <w:pStyle w:val="libNormal"/>
        <w:rPr>
          <w:rtl/>
        </w:rPr>
      </w:pPr>
      <w:r>
        <w:rPr>
          <w:rFonts w:hint="eastAsia"/>
          <w:rtl/>
        </w:rPr>
        <w:t>عبرت</w:t>
      </w:r>
      <w:r>
        <w:rPr>
          <w:rtl/>
        </w:rPr>
        <w:t xml:space="preserve"> :</w:t>
      </w:r>
      <w:r>
        <w:rPr>
          <w:rFonts w:hint="eastAsia"/>
          <w:rtl/>
        </w:rPr>
        <w:t>عبرت</w:t>
      </w:r>
      <w:r>
        <w:rPr>
          <w:rtl/>
        </w:rPr>
        <w:t xml:space="preserve"> كے عوامل 3،5</w:t>
      </w:r>
    </w:p>
    <w:p w:rsidR="001F628F" w:rsidRDefault="001F628F" w:rsidP="00D11EA1">
      <w:pPr>
        <w:pStyle w:val="libNormal"/>
        <w:rPr>
          <w:rtl/>
        </w:rPr>
      </w:pPr>
      <w:r>
        <w:rPr>
          <w:rFonts w:hint="eastAsia"/>
          <w:rtl/>
        </w:rPr>
        <w:t>قران</w:t>
      </w:r>
      <w:r>
        <w:rPr>
          <w:rtl/>
        </w:rPr>
        <w:t xml:space="preserve"> كريم :</w:t>
      </w:r>
      <w:r>
        <w:rPr>
          <w:rFonts w:hint="eastAsia"/>
          <w:rtl/>
        </w:rPr>
        <w:t>قران</w:t>
      </w:r>
      <w:r>
        <w:rPr>
          <w:rtl/>
        </w:rPr>
        <w:t xml:space="preserve"> كريم كى دعوتي</w:t>
      </w:r>
      <w:r w:rsidR="00083993">
        <w:rPr>
          <w:rtl/>
        </w:rPr>
        <w:t xml:space="preserve">ں </w:t>
      </w:r>
      <w:r>
        <w:rPr>
          <w:rtl/>
        </w:rPr>
        <w:t>6;قران كريم كے قصو</w:t>
      </w:r>
      <w:r w:rsidR="00083993">
        <w:rPr>
          <w:rtl/>
        </w:rPr>
        <w:t xml:space="preserve">ں </w:t>
      </w:r>
      <w:r>
        <w:rPr>
          <w:rtl/>
        </w:rPr>
        <w:t>كا فلسفہ 3</w:t>
      </w:r>
    </w:p>
    <w:p w:rsidR="001F628F" w:rsidRDefault="001F628F" w:rsidP="00D11EA1">
      <w:pPr>
        <w:pStyle w:val="libNormal"/>
        <w:rPr>
          <w:rtl/>
        </w:rPr>
      </w:pPr>
      <w:r>
        <w:rPr>
          <w:rFonts w:hint="eastAsia"/>
          <w:rtl/>
        </w:rPr>
        <w:t>قصہ</w:t>
      </w:r>
      <w:r>
        <w:rPr>
          <w:rtl/>
        </w:rPr>
        <w:t xml:space="preserve"> :</w:t>
      </w:r>
      <w:r>
        <w:rPr>
          <w:rFonts w:hint="eastAsia"/>
          <w:rtl/>
        </w:rPr>
        <w:t>قصہ</w:t>
      </w:r>
      <w:r>
        <w:rPr>
          <w:rtl/>
        </w:rPr>
        <w:t xml:space="preserve"> نقل كرنے كے اداب 7</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كى تاريخ مي</w:t>
      </w:r>
      <w:r w:rsidR="00083993">
        <w:rPr>
          <w:rtl/>
        </w:rPr>
        <w:t xml:space="preserve">ں </w:t>
      </w:r>
      <w:r>
        <w:rPr>
          <w:rtl/>
        </w:rPr>
        <w:t>ايات خدا 1</w:t>
      </w:r>
    </w:p>
    <w:p w:rsidR="001F628F" w:rsidRDefault="001F628F" w:rsidP="00D11EA1">
      <w:pPr>
        <w:pStyle w:val="libNormal"/>
        <w:rPr>
          <w:rtl/>
        </w:rPr>
      </w:pPr>
      <w:r>
        <w:rPr>
          <w:rFonts w:hint="eastAsia"/>
          <w:rtl/>
        </w:rPr>
        <w:t>معرفت</w:t>
      </w:r>
      <w:r>
        <w:rPr>
          <w:rtl/>
        </w:rPr>
        <w:t xml:space="preserve"> :</w:t>
      </w:r>
      <w:r>
        <w:rPr>
          <w:rFonts w:hint="eastAsia"/>
          <w:rtl/>
        </w:rPr>
        <w:t>معرفت</w:t>
      </w:r>
      <w:r>
        <w:rPr>
          <w:rtl/>
        </w:rPr>
        <w:t xml:space="preserve"> كى شرائط 5</w:t>
      </w:r>
    </w:p>
    <w:p w:rsidR="001F628F" w:rsidRDefault="001F628F" w:rsidP="00D11EA1">
      <w:pPr>
        <w:pStyle w:val="libNormal"/>
        <w:rPr>
          <w:rtl/>
        </w:rPr>
      </w:pPr>
      <w:r>
        <w:rPr>
          <w:rFonts w:hint="eastAsia"/>
          <w:rtl/>
        </w:rPr>
        <w:t>ہوشيار</w:t>
      </w:r>
      <w:r>
        <w:rPr>
          <w:rtl/>
        </w:rPr>
        <w:t xml:space="preserve"> لوگ :</w:t>
      </w:r>
      <w:r>
        <w:rPr>
          <w:rFonts w:hint="eastAsia"/>
          <w:rtl/>
        </w:rPr>
        <w:t>ہوشيار</w:t>
      </w:r>
      <w:r>
        <w:rPr>
          <w:rtl/>
        </w:rPr>
        <w:t xml:space="preserve"> لوگ اور قوم لوط كى تاريخ 1</w:t>
      </w:r>
    </w:p>
    <w:p w:rsidR="001F628F" w:rsidRDefault="001F628F" w:rsidP="00D11EA1">
      <w:pPr>
        <w:pStyle w:val="libNormal"/>
        <w:rPr>
          <w:rtl/>
        </w:rPr>
      </w:pPr>
      <w:r>
        <w:rPr>
          <w:rFonts w:hint="eastAsia"/>
          <w:rtl/>
        </w:rPr>
        <w:t>ہوشيارى</w:t>
      </w:r>
      <w:r>
        <w:rPr>
          <w:rtl/>
        </w:rPr>
        <w:t xml:space="preserve"> :</w:t>
      </w:r>
      <w:r>
        <w:rPr>
          <w:rFonts w:hint="eastAsia"/>
          <w:rtl/>
        </w:rPr>
        <w:t>ہوشيارى</w:t>
      </w:r>
      <w:r>
        <w:rPr>
          <w:rtl/>
        </w:rPr>
        <w:t xml:space="preserve"> كى دعوت 6;ہوشيارى كے اثرات 4،5</w:t>
      </w:r>
    </w:p>
    <w:p w:rsidR="001F628F" w:rsidRPr="00120F63" w:rsidRDefault="00D11EA1" w:rsidP="00D11EA1">
      <w:pPr>
        <w:pStyle w:val="Heading2Center"/>
        <w:rPr>
          <w:rtl/>
        </w:rPr>
      </w:pPr>
      <w:bookmarkStart w:id="122" w:name="_Toc28081800"/>
      <w:r>
        <w:rPr>
          <w:rFonts w:hint="cs"/>
          <w:rtl/>
        </w:rPr>
        <w:t xml:space="preserve">آیت </w:t>
      </w:r>
      <w:r w:rsidRPr="00120F63">
        <w:rPr>
          <w:rFonts w:hint="cs"/>
          <w:rtl/>
        </w:rPr>
        <w:t>76</w:t>
      </w:r>
      <w:bookmarkEnd w:id="122"/>
    </w:p>
    <w:p w:rsidR="001F628F" w:rsidRDefault="00E260F9" w:rsidP="00D11EA1">
      <w:pPr>
        <w:pStyle w:val="libNormal"/>
        <w:rPr>
          <w:rtl/>
        </w:rPr>
      </w:pPr>
      <w:r w:rsidRPr="00E260F9">
        <w:rPr>
          <w:rStyle w:val="libAlaemChar"/>
          <w:rFonts w:hint="eastAsia"/>
          <w:rtl/>
        </w:rPr>
        <w:t>(</w:t>
      </w:r>
      <w:r w:rsidRPr="00D11EA1">
        <w:rPr>
          <w:rStyle w:val="libAieChar"/>
          <w:rFonts w:hint="eastAsia"/>
          <w:rtl/>
        </w:rPr>
        <w:t>وَإِنَّهَا</w:t>
      </w:r>
      <w:r w:rsidRPr="00D11EA1">
        <w:rPr>
          <w:rStyle w:val="libAieChar"/>
          <w:rtl/>
        </w:rPr>
        <w:t xml:space="preserve"> لَبِسَبِيلٍ مُّقيمٍ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بستى ايك مستقل چلنے والے راستہ پر ہے _</w:t>
      </w:r>
    </w:p>
    <w:p w:rsidR="001F628F" w:rsidRDefault="001F628F" w:rsidP="00D11EA1">
      <w:pPr>
        <w:pStyle w:val="libNormal"/>
        <w:rPr>
          <w:rtl/>
        </w:rPr>
      </w:pPr>
      <w:r>
        <w:rPr>
          <w:rtl/>
        </w:rPr>
        <w:t xml:space="preserve">1_قوم لوط كے ويران شدہ شہر كے اثار ،پيغمبر اسلام </w:t>
      </w:r>
      <w:r w:rsidR="00F031CD" w:rsidRPr="00F031CD">
        <w:rPr>
          <w:rStyle w:val="libAlaemChar"/>
          <w:rtl/>
        </w:rPr>
        <w:t xml:space="preserve"> صلى‌الله‌عليه‌وآله‌وسلم </w:t>
      </w:r>
      <w:r>
        <w:rPr>
          <w:rtl/>
        </w:rPr>
        <w:t xml:space="preserve"> كے زمانے تك باقى تھے_</w:t>
      </w:r>
      <w:r w:rsidRPr="00D11EA1">
        <w:rPr>
          <w:rStyle w:val="libArabicChar"/>
          <w:rFonts w:hint="eastAsia"/>
          <w:rtl/>
        </w:rPr>
        <w:t>و</w:t>
      </w:r>
      <w:r w:rsidRPr="00D11EA1">
        <w:rPr>
          <w:rStyle w:val="libArabicChar"/>
          <w:rtl/>
        </w:rPr>
        <w:t xml:space="preserve"> ان</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لسبيل</w:t>
      </w:r>
      <w:r w:rsidRPr="00D11EA1">
        <w:rPr>
          <w:rStyle w:val="libArabicChar"/>
          <w:rtl/>
        </w:rPr>
        <w:t xml:space="preserve"> </w:t>
      </w:r>
      <w:r w:rsidRPr="00D11EA1">
        <w:rPr>
          <w:rStyle w:val="libArabicChar"/>
          <w:rFonts w:hint="cs"/>
          <w:rtl/>
        </w:rPr>
        <w:t>مقيم</w:t>
      </w:r>
    </w:p>
    <w:p w:rsidR="001F628F" w:rsidRDefault="001F628F" w:rsidP="001F628F">
      <w:pPr>
        <w:pStyle w:val="libNormal"/>
        <w:rPr>
          <w:rtl/>
        </w:rPr>
      </w:pPr>
      <w:r>
        <w:rPr>
          <w:rtl/>
        </w:rPr>
        <w:t>''مقيم '' كا معني'' ثابت و قائم ''ہے اور ''سبيل مقيم ''يعنى اباد راستہ _''انھا'' كى ضمير كا مرجع قوم لوط كا ويران شدہ شہر ہے_لہذاايت كا معنى يو</w:t>
      </w:r>
      <w:r w:rsidR="00083993">
        <w:rPr>
          <w:rtl/>
        </w:rPr>
        <w:t xml:space="preserve">ں </w:t>
      </w:r>
      <w:r>
        <w:rPr>
          <w:rtl/>
        </w:rPr>
        <w:t>ہو جائے گا :قوم لوط كے شہر كے بقايا جات اُس راستے پر چلنے والو</w:t>
      </w:r>
      <w:r w:rsidR="00083993">
        <w:rPr>
          <w:rtl/>
        </w:rPr>
        <w:t xml:space="preserve">ں </w:t>
      </w:r>
      <w:r>
        <w:rPr>
          <w:rtl/>
        </w:rPr>
        <w:t>كے لئے واضح اور قابل مشاہدہ ہي</w:t>
      </w:r>
      <w:r w:rsidR="00083993">
        <w:rPr>
          <w:rtl/>
        </w:rPr>
        <w:t xml:space="preserve">ں </w:t>
      </w:r>
      <w:r>
        <w:rPr>
          <w:rtl/>
        </w:rPr>
        <w:t>_</w:t>
      </w:r>
    </w:p>
    <w:p w:rsidR="001F628F" w:rsidRDefault="001F628F" w:rsidP="00D11EA1">
      <w:pPr>
        <w:pStyle w:val="libNormal"/>
        <w:rPr>
          <w:rtl/>
        </w:rPr>
      </w:pPr>
      <w:r>
        <w:rPr>
          <w:rtl/>
        </w:rPr>
        <w:t xml:space="preserve">2_قوم لوط كے ويران شدہ شہر كے اثار ايك اباد سڑك پر واقع تھے اور پيغمبر اسلام </w:t>
      </w:r>
      <w:r w:rsidR="00F031CD" w:rsidRPr="00F031CD">
        <w:rPr>
          <w:rStyle w:val="libAlaemChar"/>
          <w:rtl/>
        </w:rPr>
        <w:t xml:space="preserve"> صلى‌الله‌عليه‌وآله‌وسلم </w:t>
      </w:r>
      <w:r>
        <w:rPr>
          <w:rtl/>
        </w:rPr>
        <w:t xml:space="preserve"> كے زمانے مي</w:t>
      </w:r>
      <w:r w:rsidR="00083993">
        <w:rPr>
          <w:rtl/>
        </w:rPr>
        <w:t xml:space="preserve">ں </w:t>
      </w:r>
      <w:r>
        <w:rPr>
          <w:rtl/>
        </w:rPr>
        <w:t>ہر راہ گير كے لئے قابل مشاہدہ تھے_</w:t>
      </w:r>
      <w:r w:rsidRPr="00D11EA1">
        <w:rPr>
          <w:rStyle w:val="libArabicChar"/>
          <w:rFonts w:hint="eastAsia"/>
          <w:rtl/>
        </w:rPr>
        <w:t>فا</w:t>
      </w:r>
      <w:r w:rsidRPr="00D11EA1">
        <w:rPr>
          <w:rStyle w:val="libArabicChar"/>
          <w:rtl/>
        </w:rPr>
        <w:t xml:space="preserve"> خذت</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الصيحة</w:t>
      </w:r>
      <w:r w:rsidRPr="00D11EA1">
        <w:rPr>
          <w:rStyle w:val="libArabicChar"/>
          <w:rtl/>
        </w:rPr>
        <w:t xml:space="preserve"> ...</w:t>
      </w:r>
      <w:r w:rsidRPr="00D11EA1">
        <w:rPr>
          <w:rStyle w:val="libArabicChar"/>
          <w:rFonts w:hint="cs"/>
          <w:rtl/>
        </w:rPr>
        <w:t>فجعلنا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سافل</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tl/>
        </w:rPr>
        <w:t>...</w:t>
      </w:r>
      <w:r w:rsidRPr="00D11EA1">
        <w:rPr>
          <w:rStyle w:val="libArabicChar"/>
          <w:rFonts w:hint="cs"/>
          <w:rtl/>
        </w:rPr>
        <w:t>و</w:t>
      </w:r>
      <w:r w:rsidRPr="00D11EA1">
        <w:rPr>
          <w:rStyle w:val="libArabicChar"/>
          <w:rtl/>
        </w:rPr>
        <w:t xml:space="preserve"> </w:t>
      </w:r>
      <w:r w:rsidRPr="00D11EA1">
        <w:rPr>
          <w:rStyle w:val="libArabicChar"/>
          <w:rFonts w:hint="cs"/>
          <w:rtl/>
        </w:rPr>
        <w:t>ان</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لسبي</w:t>
      </w:r>
      <w:r w:rsidRPr="00D11EA1">
        <w:rPr>
          <w:rStyle w:val="libArabicChar"/>
          <w:rtl/>
        </w:rPr>
        <w:t>ل مقيم</w:t>
      </w:r>
    </w:p>
    <w:p w:rsidR="001F628F" w:rsidRDefault="001F628F" w:rsidP="001F628F">
      <w:pPr>
        <w:pStyle w:val="libNormal"/>
        <w:rPr>
          <w:rtl/>
        </w:rPr>
      </w:pPr>
      <w:r>
        <w:rPr>
          <w:rtl/>
        </w:rPr>
        <w:t>3_ خداوند متعال كى معرفت اور سبق و نصيحت حاصل كرنے كے لئے گذشتہ اُمتو</w:t>
      </w:r>
      <w:r w:rsidR="00083993">
        <w:rPr>
          <w:rtl/>
        </w:rPr>
        <w:t xml:space="preserve">ں </w:t>
      </w:r>
      <w:r>
        <w:rPr>
          <w:rtl/>
        </w:rPr>
        <w:t>كے تمدن اور سابقہ اقوام كے اثار (قديمہ ) كا مطالعہ ايك ضرورى اور شائستہ كام ہے_</w:t>
      </w:r>
    </w:p>
    <w:p w:rsidR="001F628F" w:rsidRDefault="001F628F" w:rsidP="00D11EA1">
      <w:pPr>
        <w:pStyle w:val="libArabic"/>
        <w:rPr>
          <w:rtl/>
        </w:rPr>
      </w:pPr>
      <w:r>
        <w:rPr>
          <w:rFonts w:hint="eastAsia"/>
          <w:rtl/>
        </w:rPr>
        <w:t>فا</w:t>
      </w:r>
      <w:r>
        <w:rPr>
          <w:rtl/>
        </w:rPr>
        <w:t xml:space="preserve"> 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فجعلنا</w:t>
      </w:r>
      <w:r>
        <w:rPr>
          <w:rtl/>
        </w:rPr>
        <w:t xml:space="preserve"> </w:t>
      </w:r>
      <w:r>
        <w:rPr>
          <w:rFonts w:hint="cs"/>
          <w:rtl/>
        </w:rPr>
        <w:t>علي</w:t>
      </w:r>
      <w:r w:rsidR="00F21947" w:rsidRPr="00B2551F">
        <w:rPr>
          <w:rFonts w:hint="cs"/>
          <w:rtl/>
        </w:rPr>
        <w:t>ه</w:t>
      </w:r>
      <w:r>
        <w:rPr>
          <w:rFonts w:hint="cs"/>
          <w:rtl/>
        </w:rPr>
        <w:t>ا</w:t>
      </w:r>
      <w:r>
        <w:rPr>
          <w:rtl/>
        </w:rPr>
        <w:t xml:space="preserve"> </w:t>
      </w:r>
      <w:r>
        <w:rPr>
          <w:rFonts w:hint="cs"/>
          <w:rtl/>
        </w:rPr>
        <w:t>سافل</w:t>
      </w:r>
      <w:r w:rsidR="00F21947" w:rsidRPr="00B2551F">
        <w:rPr>
          <w:rFonts w:hint="cs"/>
          <w:rtl/>
        </w:rPr>
        <w:t>ه</w:t>
      </w:r>
      <w:r>
        <w:rPr>
          <w:rFonts w:hint="cs"/>
          <w:rtl/>
        </w:rPr>
        <w:t>ا</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sidR="00961F3A" w:rsidRPr="00961F3A">
        <w:rPr>
          <w:rFonts w:hint="cs"/>
          <w:rtl/>
        </w:rPr>
        <w:t xml:space="preserve">لأيآت </w:t>
      </w:r>
      <w:r>
        <w:rPr>
          <w:rtl/>
        </w:rPr>
        <w:t>...</w:t>
      </w:r>
      <w:r>
        <w:rPr>
          <w:rFonts w:hint="cs"/>
          <w:rtl/>
        </w:rPr>
        <w:t>و</w:t>
      </w:r>
      <w:r>
        <w:rPr>
          <w:rtl/>
        </w:rPr>
        <w:t xml:space="preserve"> </w:t>
      </w:r>
      <w:r>
        <w:rPr>
          <w:rFonts w:hint="cs"/>
          <w:rtl/>
        </w:rPr>
        <w:t>ان</w:t>
      </w:r>
      <w:r w:rsidR="00F21947" w:rsidRPr="00B2551F">
        <w:rPr>
          <w:rFonts w:hint="cs"/>
          <w:rtl/>
        </w:rPr>
        <w:t>ه</w:t>
      </w:r>
      <w:r>
        <w:rPr>
          <w:rFonts w:hint="cs"/>
          <w:rtl/>
        </w:rPr>
        <w:t>ا</w:t>
      </w:r>
      <w:r>
        <w:rPr>
          <w:rtl/>
        </w:rPr>
        <w:t xml:space="preserve"> </w:t>
      </w:r>
      <w:r>
        <w:rPr>
          <w:rFonts w:hint="cs"/>
          <w:rtl/>
        </w:rPr>
        <w:t>لسبيل</w:t>
      </w:r>
      <w:r>
        <w:rPr>
          <w:rtl/>
        </w:rPr>
        <w:t xml:space="preserve"> مقيم</w:t>
      </w:r>
    </w:p>
    <w:p w:rsidR="001F628F"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اثار</w:t>
      </w:r>
      <w:r>
        <w:rPr>
          <w:rtl/>
        </w:rPr>
        <w:t xml:space="preserve"> قديمہ :</w:t>
      </w:r>
      <w:r>
        <w:rPr>
          <w:rFonts w:hint="eastAsia"/>
          <w:rtl/>
        </w:rPr>
        <w:t>اثار</w:t>
      </w:r>
      <w:r>
        <w:rPr>
          <w:rtl/>
        </w:rPr>
        <w:t xml:space="preserve"> قديمہ كى اہميت 3</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كى معرفت كا پيش خيمہ 3</w:t>
      </w:r>
    </w:p>
    <w:p w:rsidR="001F628F" w:rsidRDefault="001F628F" w:rsidP="00D11EA1">
      <w:pPr>
        <w:pStyle w:val="libNormal"/>
        <w:rPr>
          <w:rtl/>
        </w:rPr>
      </w:pPr>
      <w:r>
        <w:rPr>
          <w:rFonts w:hint="eastAsia"/>
          <w:rtl/>
        </w:rPr>
        <w:t>تاريخ</w:t>
      </w:r>
      <w:r>
        <w:rPr>
          <w:rtl/>
        </w:rPr>
        <w:t xml:space="preserve"> :</w:t>
      </w:r>
      <w:r>
        <w:rPr>
          <w:rFonts w:hint="eastAsia"/>
          <w:rtl/>
        </w:rPr>
        <w:t>تاريخ</w:t>
      </w:r>
      <w:r>
        <w:rPr>
          <w:rtl/>
        </w:rPr>
        <w:t xml:space="preserve"> سے عبرت3;مطالعہ تاريخ كى اہميت 3</w:t>
      </w:r>
    </w:p>
    <w:p w:rsidR="001F628F" w:rsidRDefault="001F628F" w:rsidP="00D11EA1">
      <w:pPr>
        <w:pStyle w:val="libNormal"/>
        <w:rPr>
          <w:rtl/>
        </w:rPr>
      </w:pPr>
      <w:r>
        <w:rPr>
          <w:rFonts w:hint="eastAsia"/>
          <w:rtl/>
        </w:rPr>
        <w:t>سرزمين</w:t>
      </w:r>
      <w:r>
        <w:rPr>
          <w:rtl/>
        </w:rPr>
        <w:t xml:space="preserve"> :</w:t>
      </w:r>
      <w:r>
        <w:rPr>
          <w:rFonts w:hint="eastAsia"/>
          <w:rtl/>
        </w:rPr>
        <w:t>صدراسلام</w:t>
      </w:r>
      <w:r>
        <w:rPr>
          <w:rtl/>
        </w:rPr>
        <w:t xml:space="preserve"> مي</w:t>
      </w:r>
      <w:r w:rsidR="00083993">
        <w:rPr>
          <w:rtl/>
        </w:rPr>
        <w:t xml:space="preserve">ں </w:t>
      </w:r>
      <w:r>
        <w:rPr>
          <w:rtl/>
        </w:rPr>
        <w:t>قوم لوط كى سر زمين 1،2</w:t>
      </w:r>
    </w:p>
    <w:p w:rsidR="001F628F" w:rsidRDefault="001F628F" w:rsidP="00D11EA1">
      <w:pPr>
        <w:pStyle w:val="libNormal"/>
        <w:rPr>
          <w:rtl/>
        </w:rPr>
      </w:pPr>
      <w:r>
        <w:rPr>
          <w:rFonts w:hint="eastAsia"/>
          <w:rtl/>
        </w:rPr>
        <w:t>عبرت</w:t>
      </w:r>
      <w:r>
        <w:rPr>
          <w:rtl/>
        </w:rPr>
        <w:t>:</w:t>
      </w:r>
      <w:r>
        <w:rPr>
          <w:rFonts w:hint="eastAsia"/>
          <w:rtl/>
        </w:rPr>
        <w:t>عبرت</w:t>
      </w:r>
      <w:r>
        <w:rPr>
          <w:rtl/>
        </w:rPr>
        <w:t xml:space="preserve"> كے عوامل 3</w:t>
      </w:r>
    </w:p>
    <w:p w:rsidR="001F628F" w:rsidRDefault="001F628F" w:rsidP="00D11EA1">
      <w:pPr>
        <w:pStyle w:val="libNormal"/>
        <w:rPr>
          <w:rtl/>
        </w:rPr>
      </w:pPr>
      <w:r>
        <w:rPr>
          <w:rFonts w:hint="eastAsia"/>
          <w:rtl/>
        </w:rPr>
        <w:t>عمل</w:t>
      </w:r>
      <w:r>
        <w:rPr>
          <w:rtl/>
        </w:rPr>
        <w:t xml:space="preserve"> :</w:t>
      </w:r>
      <w:r>
        <w:rPr>
          <w:rFonts w:hint="eastAsia"/>
          <w:rtl/>
        </w:rPr>
        <w:t>پسنديدہ</w:t>
      </w:r>
      <w:r>
        <w:rPr>
          <w:rtl/>
        </w:rPr>
        <w:t xml:space="preserve"> عمل 3</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كے اثار قديمہ 1،2</w:t>
      </w:r>
    </w:p>
    <w:p w:rsidR="001F628F" w:rsidRPr="00120F63" w:rsidRDefault="00D11EA1" w:rsidP="00D11EA1">
      <w:pPr>
        <w:pStyle w:val="Heading2Center"/>
        <w:rPr>
          <w:rtl/>
        </w:rPr>
      </w:pPr>
      <w:bookmarkStart w:id="123" w:name="_Toc28081801"/>
      <w:r>
        <w:rPr>
          <w:rFonts w:hint="cs"/>
          <w:rtl/>
        </w:rPr>
        <w:t xml:space="preserve">آیت </w:t>
      </w:r>
      <w:r w:rsidRPr="00120F63">
        <w:rPr>
          <w:rFonts w:hint="cs"/>
          <w:rtl/>
        </w:rPr>
        <w:t>77</w:t>
      </w:r>
      <w:bookmarkEnd w:id="123"/>
    </w:p>
    <w:p w:rsidR="001F628F" w:rsidRDefault="00E260F9" w:rsidP="00D11EA1">
      <w:pPr>
        <w:pStyle w:val="libNormal"/>
        <w:rPr>
          <w:rtl/>
        </w:rPr>
      </w:pPr>
      <w:r w:rsidRPr="00E260F9">
        <w:rPr>
          <w:rStyle w:val="libAlaemChar"/>
          <w:rFonts w:hint="eastAsia"/>
          <w:rtl/>
        </w:rPr>
        <w:t>(</w:t>
      </w:r>
      <w:r w:rsidRPr="00D11EA1">
        <w:rPr>
          <w:rStyle w:val="libAieChar"/>
          <w:rFonts w:hint="eastAsia"/>
          <w:rtl/>
        </w:rPr>
        <w:t>إِنَّ</w:t>
      </w:r>
      <w:r w:rsidRPr="00D11EA1">
        <w:rPr>
          <w:rStyle w:val="libAieChar"/>
          <w:rtl/>
        </w:rPr>
        <w:t xml:space="preserve"> فِي ذَلِكَ لآيَةً لِّلْمُؤمِنِينَ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بيشک اس مي</w:t>
      </w:r>
      <w:r w:rsidR="00083993">
        <w:rPr>
          <w:rtl/>
        </w:rPr>
        <w:t xml:space="preserve">ں </w:t>
      </w:r>
      <w:r>
        <w:rPr>
          <w:rtl/>
        </w:rPr>
        <w:t>بهى صاحبان ايمان کے لئے نشانيا</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1_قوم لوط كے ويران شدہ شہر كے باقى ماندہ اثار ،اہل ايمان كے لئے خدا اور اُسكى عظمت كى ايك عظيم نشانى ہي</w:t>
      </w:r>
      <w:r w:rsidR="00083993">
        <w:rPr>
          <w:rtl/>
        </w:rPr>
        <w:t xml:space="preserve">ں </w:t>
      </w:r>
      <w:r>
        <w:rPr>
          <w:rtl/>
        </w:rPr>
        <w:t>_</w:t>
      </w:r>
    </w:p>
    <w:p w:rsidR="001F628F" w:rsidRDefault="001F628F" w:rsidP="00D11EA1">
      <w:pPr>
        <w:pStyle w:val="libArabic"/>
        <w:rPr>
          <w:rtl/>
        </w:rPr>
      </w:pPr>
      <w:r>
        <w:rPr>
          <w:rFonts w:hint="eastAsia"/>
          <w:rtl/>
        </w:rPr>
        <w:t>و</w:t>
      </w:r>
      <w:r>
        <w:rPr>
          <w:rtl/>
        </w:rPr>
        <w:t xml:space="preserve"> ان</w:t>
      </w:r>
      <w:r w:rsidR="00F21947" w:rsidRPr="00B2551F">
        <w:rPr>
          <w:rFonts w:hint="cs"/>
          <w:rtl/>
        </w:rPr>
        <w:t>ه</w:t>
      </w:r>
      <w:r>
        <w:rPr>
          <w:rFonts w:hint="cs"/>
          <w:rtl/>
        </w:rPr>
        <w:t>ا</w:t>
      </w:r>
      <w:r>
        <w:rPr>
          <w:rtl/>
        </w:rPr>
        <w:t xml:space="preserve"> </w:t>
      </w:r>
      <w:r>
        <w:rPr>
          <w:rFonts w:hint="cs"/>
          <w:rtl/>
        </w:rPr>
        <w:t>لسبيل</w:t>
      </w:r>
      <w:r>
        <w:rPr>
          <w:rtl/>
        </w:rPr>
        <w:t xml:space="preserve"> </w:t>
      </w:r>
      <w:r>
        <w:rPr>
          <w:rFonts w:hint="cs"/>
          <w:rtl/>
        </w:rPr>
        <w:t>مقيم</w:t>
      </w:r>
      <w:r>
        <w:rPr>
          <w:rtl/>
        </w:rPr>
        <w:t>_</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Pr>
          <w:rFonts w:hint="cs"/>
          <w:rtl/>
        </w:rPr>
        <w:t>لا</w:t>
      </w:r>
      <w:r>
        <w:rPr>
          <w:rtl/>
        </w:rPr>
        <w:t xml:space="preserve"> </w:t>
      </w:r>
      <w:r>
        <w:rPr>
          <w:rFonts w:hint="cs"/>
          <w:rtl/>
        </w:rPr>
        <w:t>ية</w:t>
      </w:r>
      <w:r>
        <w:rPr>
          <w:rtl/>
        </w:rPr>
        <w:t xml:space="preserve"> </w:t>
      </w:r>
      <w:r>
        <w:rPr>
          <w:rFonts w:hint="cs"/>
          <w:rtl/>
        </w:rPr>
        <w:t>للمو</w:t>
      </w:r>
      <w:r>
        <w:rPr>
          <w:rtl/>
        </w:rPr>
        <w:t xml:space="preserve"> </w:t>
      </w:r>
      <w:r>
        <w:rPr>
          <w:rFonts w:hint="cs"/>
          <w:rtl/>
        </w:rPr>
        <w:t>منين</w:t>
      </w:r>
    </w:p>
    <w:p w:rsidR="001F628F" w:rsidRDefault="001F628F" w:rsidP="001F628F">
      <w:pPr>
        <w:pStyle w:val="libNormal"/>
        <w:rPr>
          <w:rtl/>
        </w:rPr>
      </w:pPr>
      <w:r>
        <w:rPr>
          <w:rtl/>
        </w:rPr>
        <w:t>''لاية ''كى تنوين ،تفخيم اور تعظيم كے لئے ہے_</w:t>
      </w:r>
    </w:p>
    <w:p w:rsidR="001F628F" w:rsidRDefault="001F628F" w:rsidP="00D11EA1">
      <w:pPr>
        <w:pStyle w:val="libNormal"/>
        <w:rPr>
          <w:rtl/>
        </w:rPr>
      </w:pPr>
      <w:r>
        <w:rPr>
          <w:rtl/>
        </w:rPr>
        <w:t>2_ايمان اور حق كو قبول كرنے كا جوہر ،ايات الہى اور تاريخى واقعات كى صحيح شناخت اور اُن سے بہرہ مندى كا پيش خيمہ ہے _</w:t>
      </w:r>
      <w:r w:rsidRPr="00D11EA1">
        <w:rPr>
          <w:rStyle w:val="libArabicChar"/>
          <w:rFonts w:hint="eastAsia"/>
          <w:rtl/>
        </w:rPr>
        <w:t>ان</w:t>
      </w:r>
      <w:r w:rsidRPr="00D11EA1">
        <w:rPr>
          <w:rStyle w:val="libArabicChar"/>
          <w:rtl/>
        </w:rPr>
        <w:t xml:space="preserve"> فى ذلك لا ية للمو منين</w:t>
      </w:r>
    </w:p>
    <w:p w:rsidR="001F628F" w:rsidRDefault="001F628F" w:rsidP="001F628F">
      <w:pPr>
        <w:pStyle w:val="libNormal"/>
        <w:rPr>
          <w:rtl/>
        </w:rPr>
      </w:pPr>
      <w:r>
        <w:rPr>
          <w:rtl/>
        </w:rPr>
        <w:t>3_ہوشيارى ،فراست اور دقت نظر ،سچے مؤمنين كى صفات مي</w:t>
      </w:r>
      <w:r w:rsidR="00083993">
        <w:rPr>
          <w:rtl/>
        </w:rPr>
        <w:t xml:space="preserve">ں </w:t>
      </w:r>
      <w:r>
        <w:rPr>
          <w:rtl/>
        </w:rPr>
        <w:t>سے ہي</w:t>
      </w:r>
      <w:r w:rsidR="00083993">
        <w:rPr>
          <w:rtl/>
        </w:rPr>
        <w:t xml:space="preserve">ں </w:t>
      </w:r>
      <w:r>
        <w:rPr>
          <w:rtl/>
        </w:rPr>
        <w:t>_</w:t>
      </w:r>
    </w:p>
    <w:p w:rsidR="001F628F" w:rsidRDefault="001F628F" w:rsidP="00D11EA1">
      <w:pPr>
        <w:pStyle w:val="libArabic"/>
        <w:rPr>
          <w:rtl/>
        </w:rPr>
      </w:pPr>
      <w:r>
        <w:rPr>
          <w:rFonts w:hint="eastAsia"/>
          <w:rtl/>
        </w:rPr>
        <w:t>ان</w:t>
      </w:r>
      <w:r>
        <w:rPr>
          <w:rtl/>
        </w:rPr>
        <w:t xml:space="preserve"> فى ذلك </w:t>
      </w:r>
      <w:r w:rsidR="00961F3A" w:rsidRPr="00961F3A">
        <w:rPr>
          <w:rtl/>
        </w:rPr>
        <w:t xml:space="preserve">لأيآت </w:t>
      </w:r>
      <w:r>
        <w:rPr>
          <w:rtl/>
        </w:rPr>
        <w:t>للمتوسّمين ...ان فى ذلك لا ية للمو منين</w:t>
      </w:r>
    </w:p>
    <w:p w:rsidR="001F628F" w:rsidRDefault="001F628F" w:rsidP="001F628F">
      <w:pPr>
        <w:pStyle w:val="libNormal"/>
        <w:rPr>
          <w:rtl/>
        </w:rPr>
      </w:pPr>
      <w:r>
        <w:rPr>
          <w:rFonts w:hint="eastAsia"/>
          <w:rtl/>
        </w:rPr>
        <w:t>يہ</w:t>
      </w:r>
      <w:r>
        <w:rPr>
          <w:rtl/>
        </w:rPr>
        <w:t xml:space="preserve"> كہ خداوند متعال نے گذشتہ ايت مي</w:t>
      </w:r>
      <w:r w:rsidR="00083993">
        <w:rPr>
          <w:rtl/>
        </w:rPr>
        <w:t xml:space="preserve">ں </w:t>
      </w:r>
      <w:r>
        <w:rPr>
          <w:rtl/>
        </w:rPr>
        <w:t>دقيق اور ذہين لوگو</w:t>
      </w:r>
      <w:r w:rsidR="00083993">
        <w:rPr>
          <w:rtl/>
        </w:rPr>
        <w:t xml:space="preserve">ں </w:t>
      </w:r>
      <w:r>
        <w:rPr>
          <w:rtl/>
        </w:rPr>
        <w:t>كے لئے قوم لوط كاقصہ بيان كيا ہے جبكہ اس ايت مي</w:t>
      </w:r>
      <w:r w:rsidR="00083993">
        <w:rPr>
          <w:rtl/>
        </w:rPr>
        <w:t xml:space="preserve">ں </w:t>
      </w:r>
      <w:r>
        <w:rPr>
          <w:rtl/>
        </w:rPr>
        <w:t>اسى قصے كو مؤمنين كے لئے نقل كيا ہے _اس سے معلوم ہوتا ہے كہ حقيقى مؤمنين ہى ذہين اور دقيق لوگ ہي</w:t>
      </w:r>
      <w:r w:rsidR="00083993">
        <w:rPr>
          <w:rtl/>
        </w:rPr>
        <w:t xml:space="preserve">ں </w:t>
      </w:r>
      <w:r>
        <w:rPr>
          <w:rtl/>
        </w:rPr>
        <w:t>_</w:t>
      </w:r>
    </w:p>
    <w:p w:rsidR="001F628F" w:rsidRDefault="001F628F" w:rsidP="001F628F">
      <w:pPr>
        <w:pStyle w:val="libNormal"/>
        <w:rPr>
          <w:rtl/>
        </w:rPr>
      </w:pPr>
      <w:r>
        <w:rPr>
          <w:rtl/>
        </w:rPr>
        <w:t>4_قران مي</w:t>
      </w:r>
      <w:r w:rsidR="00083993">
        <w:rPr>
          <w:rtl/>
        </w:rPr>
        <w:t xml:space="preserve">ں </w:t>
      </w:r>
      <w:r>
        <w:rPr>
          <w:rtl/>
        </w:rPr>
        <w:t>قوم لوط كے بارے مي</w:t>
      </w:r>
      <w:r w:rsidR="00083993">
        <w:rPr>
          <w:rtl/>
        </w:rPr>
        <w:t xml:space="preserve">ں </w:t>
      </w:r>
      <w:r>
        <w:rPr>
          <w:rtl/>
        </w:rPr>
        <w:t>بيان ہونے</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والے</w:t>
      </w:r>
      <w:r>
        <w:rPr>
          <w:rtl/>
        </w:rPr>
        <w:t xml:space="preserve"> جملات، سب كے سب معرفت خدا كى تعليم اور پند و نصيحت دينے والے ہي</w:t>
      </w:r>
      <w:r w:rsidR="00083993">
        <w:rPr>
          <w:rtl/>
        </w:rPr>
        <w:t xml:space="preserve">ں </w:t>
      </w:r>
      <w:r>
        <w:rPr>
          <w:rtl/>
        </w:rPr>
        <w:t>_</w:t>
      </w:r>
    </w:p>
    <w:p w:rsidR="001F628F" w:rsidRDefault="001F628F" w:rsidP="00D11EA1">
      <w:pPr>
        <w:pStyle w:val="libArabic"/>
        <w:rPr>
          <w:rtl/>
        </w:rPr>
      </w:pPr>
      <w:r>
        <w:rPr>
          <w:rFonts w:hint="eastAsia"/>
          <w:rtl/>
        </w:rPr>
        <w:t>و</w:t>
      </w:r>
      <w:r>
        <w:rPr>
          <w:rtl/>
        </w:rPr>
        <w:t xml:space="preserve"> نبّئ</w:t>
      </w:r>
      <w:r w:rsidR="00F21947" w:rsidRPr="00B2551F">
        <w:rPr>
          <w:rFonts w:hint="cs"/>
          <w:rtl/>
        </w:rPr>
        <w:t>ه</w:t>
      </w:r>
      <w:r>
        <w:rPr>
          <w:rFonts w:hint="cs"/>
          <w:rtl/>
        </w:rPr>
        <w:t>م</w:t>
      </w:r>
      <w:r>
        <w:rPr>
          <w:rtl/>
        </w:rPr>
        <w:t xml:space="preserve"> </w:t>
      </w:r>
      <w:r>
        <w:rPr>
          <w:rFonts w:hint="cs"/>
          <w:rtl/>
        </w:rPr>
        <w:t>عن</w:t>
      </w:r>
      <w:r>
        <w:rPr>
          <w:rtl/>
        </w:rPr>
        <w:t xml:space="preserve"> </w:t>
      </w:r>
      <w:r>
        <w:rPr>
          <w:rFonts w:hint="cs"/>
          <w:rtl/>
        </w:rPr>
        <w:t>ضيف</w:t>
      </w:r>
      <w:r>
        <w:rPr>
          <w:rtl/>
        </w:rPr>
        <w:t xml:space="preserve"> </w:t>
      </w:r>
      <w:r>
        <w:rPr>
          <w:rFonts w:hint="cs"/>
          <w:rtl/>
        </w:rPr>
        <w:t>ابر</w:t>
      </w:r>
      <w:r w:rsidR="00F21947" w:rsidRPr="00B2551F">
        <w:rPr>
          <w:rFonts w:hint="cs"/>
          <w:rtl/>
        </w:rPr>
        <w:t>ه</w:t>
      </w:r>
      <w:r>
        <w:rPr>
          <w:rFonts w:hint="cs"/>
          <w:rtl/>
        </w:rPr>
        <w:t>يم</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sidR="00961F3A" w:rsidRPr="00961F3A">
        <w:rPr>
          <w:rFonts w:hint="cs"/>
          <w:rtl/>
        </w:rPr>
        <w:t xml:space="preserve">لأيآت </w:t>
      </w:r>
      <w:r>
        <w:rPr>
          <w:rFonts w:hint="cs"/>
          <w:rtl/>
        </w:rPr>
        <w:t>للمتوسّمين</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Pr>
          <w:rFonts w:hint="cs"/>
          <w:rtl/>
        </w:rPr>
        <w:t>لا</w:t>
      </w:r>
      <w:r>
        <w:rPr>
          <w:rtl/>
        </w:rPr>
        <w:t xml:space="preserve"> </w:t>
      </w:r>
      <w:r>
        <w:rPr>
          <w:rFonts w:hint="cs"/>
          <w:rtl/>
        </w:rPr>
        <w:t>ية</w:t>
      </w:r>
      <w:r>
        <w:rPr>
          <w:rtl/>
        </w:rPr>
        <w:t xml:space="preserve"> </w:t>
      </w:r>
      <w:r>
        <w:rPr>
          <w:rFonts w:hint="cs"/>
          <w:rtl/>
        </w:rPr>
        <w:t>للمو</w:t>
      </w:r>
      <w:r>
        <w:rPr>
          <w:rtl/>
        </w:rPr>
        <w:t xml:space="preserve"> </w:t>
      </w:r>
      <w:r>
        <w:rPr>
          <w:rFonts w:hint="cs"/>
          <w:rtl/>
        </w:rPr>
        <w:t>منين</w:t>
      </w:r>
    </w:p>
    <w:p w:rsidR="001F628F" w:rsidRDefault="001F628F" w:rsidP="00D11EA1">
      <w:pPr>
        <w:pStyle w:val="libNormal"/>
        <w:rPr>
          <w:rtl/>
        </w:rPr>
      </w:pPr>
      <w:r>
        <w:rPr>
          <w:rtl/>
        </w:rPr>
        <w:t>5_قران مي</w:t>
      </w:r>
      <w:r w:rsidR="00083993">
        <w:rPr>
          <w:rtl/>
        </w:rPr>
        <w:t xml:space="preserve">ں </w:t>
      </w:r>
      <w:r>
        <w:rPr>
          <w:rtl/>
        </w:rPr>
        <w:t>تاريخى واقعات اور قصص كو نقل كرنے كا مقصد و فلسفہ ،خداوندمتعال كى معرفت (توحيد ) اور پند و نصيحت حاصل كرنا ہے_</w:t>
      </w:r>
      <w:r w:rsidRPr="00D11EA1">
        <w:rPr>
          <w:rStyle w:val="libArabicChar"/>
          <w:rFonts w:hint="eastAsia"/>
          <w:rtl/>
        </w:rPr>
        <w:t>و</w:t>
      </w:r>
      <w:r w:rsidRPr="00D11EA1">
        <w:rPr>
          <w:rStyle w:val="libArabicChar"/>
          <w:rtl/>
        </w:rPr>
        <w:t xml:space="preserve"> نبّئ</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عن</w:t>
      </w:r>
      <w:r w:rsidRPr="00D11EA1">
        <w:rPr>
          <w:rStyle w:val="libArabicChar"/>
          <w:rtl/>
        </w:rPr>
        <w:t xml:space="preserve"> </w:t>
      </w:r>
      <w:r w:rsidRPr="00D11EA1">
        <w:rPr>
          <w:rStyle w:val="libArabicChar"/>
          <w:rFonts w:hint="cs"/>
          <w:rtl/>
        </w:rPr>
        <w:t>ضيف</w:t>
      </w:r>
      <w:r w:rsidRPr="00D11EA1">
        <w:rPr>
          <w:rStyle w:val="libArabicChar"/>
          <w:rtl/>
        </w:rPr>
        <w:t xml:space="preserve"> </w:t>
      </w:r>
      <w:r w:rsidRPr="00D11EA1">
        <w:rPr>
          <w:rStyle w:val="libArabicChar"/>
          <w:rFonts w:hint="cs"/>
          <w:rtl/>
        </w:rPr>
        <w:t>ابر</w:t>
      </w:r>
      <w:r w:rsidR="00F21947" w:rsidRPr="00B2551F">
        <w:rPr>
          <w:rStyle w:val="libArabicChar"/>
          <w:rFonts w:hint="cs"/>
          <w:rtl/>
        </w:rPr>
        <w:t>ه</w:t>
      </w:r>
      <w:r w:rsidRPr="00D11EA1">
        <w:rPr>
          <w:rStyle w:val="libArabicChar"/>
          <w:rFonts w:hint="cs"/>
          <w:rtl/>
        </w:rPr>
        <w:t>يم</w:t>
      </w:r>
      <w:r w:rsidRPr="00D11EA1">
        <w:rPr>
          <w:rStyle w:val="libArabicChar"/>
          <w:rtl/>
        </w:rPr>
        <w:t xml:space="preserve"> ...</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tl/>
        </w:rPr>
        <w:t>للمتوسّمين ...ان فى ذلك لا ية للمو منين</w:t>
      </w:r>
    </w:p>
    <w:p w:rsidR="001F628F" w:rsidRDefault="001F628F" w:rsidP="00D11EA1">
      <w:pPr>
        <w:pStyle w:val="libNormal"/>
        <w:rPr>
          <w:rtl/>
        </w:rPr>
      </w:pPr>
      <w:r>
        <w:rPr>
          <w:rFonts w:hint="eastAsia"/>
          <w:rtl/>
        </w:rPr>
        <w:t>ايات</w:t>
      </w:r>
      <w:r>
        <w:rPr>
          <w:rtl/>
        </w:rPr>
        <w:t xml:space="preserve"> خدا :</w:t>
      </w:r>
      <w:r>
        <w:rPr>
          <w:rFonts w:hint="eastAsia"/>
          <w:rtl/>
        </w:rPr>
        <w:t>ايات</w:t>
      </w:r>
      <w:r>
        <w:rPr>
          <w:rtl/>
        </w:rPr>
        <w:t xml:space="preserve"> خدا كى شناخت 2;ايات خدا كے موارد 1</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كى معرفت كا پيش خيمہ 4;الله تعالى كى معرفت كى اہميت5</w:t>
      </w:r>
    </w:p>
    <w:p w:rsidR="001F628F" w:rsidRDefault="001F628F" w:rsidP="00D11EA1">
      <w:pPr>
        <w:pStyle w:val="libNormal"/>
        <w:rPr>
          <w:rtl/>
        </w:rPr>
      </w:pPr>
      <w:r>
        <w:rPr>
          <w:rFonts w:hint="eastAsia"/>
          <w:rtl/>
        </w:rPr>
        <w:t>ايمان</w:t>
      </w:r>
      <w:r>
        <w:rPr>
          <w:rtl/>
        </w:rPr>
        <w:t xml:space="preserve"> :</w:t>
      </w:r>
      <w:r>
        <w:rPr>
          <w:rFonts w:hint="eastAsia"/>
          <w:rtl/>
        </w:rPr>
        <w:t>ايمان</w:t>
      </w:r>
      <w:r>
        <w:rPr>
          <w:rtl/>
        </w:rPr>
        <w:t xml:space="preserve"> كے اثرات 2</w:t>
      </w:r>
    </w:p>
    <w:p w:rsidR="001F628F" w:rsidRDefault="001F628F" w:rsidP="00D11EA1">
      <w:pPr>
        <w:pStyle w:val="libNormal"/>
        <w:rPr>
          <w:rtl/>
        </w:rPr>
      </w:pPr>
      <w:r>
        <w:rPr>
          <w:rFonts w:hint="eastAsia"/>
          <w:rtl/>
        </w:rPr>
        <w:t>تاريخ</w:t>
      </w:r>
      <w:r>
        <w:rPr>
          <w:rtl/>
        </w:rPr>
        <w:t xml:space="preserve"> :</w:t>
      </w:r>
      <w:r>
        <w:rPr>
          <w:rFonts w:hint="eastAsia"/>
          <w:rtl/>
        </w:rPr>
        <w:t>تاريخ</w:t>
      </w:r>
      <w:r>
        <w:rPr>
          <w:rtl/>
        </w:rPr>
        <w:t xml:space="preserve"> سے عبرت 2،5;تاريخ كے فوائد 4;تاريخى تحولات كى شناخت 2</w:t>
      </w:r>
    </w:p>
    <w:p w:rsidR="001F628F" w:rsidRDefault="001F628F" w:rsidP="00D11EA1">
      <w:pPr>
        <w:pStyle w:val="libNormal"/>
        <w:rPr>
          <w:rtl/>
        </w:rPr>
      </w:pPr>
      <w:r>
        <w:rPr>
          <w:rFonts w:hint="eastAsia"/>
          <w:rtl/>
        </w:rPr>
        <w:t>توحيد</w:t>
      </w:r>
      <w:r>
        <w:rPr>
          <w:rtl/>
        </w:rPr>
        <w:t xml:space="preserve"> :</w:t>
      </w:r>
      <w:r>
        <w:rPr>
          <w:rFonts w:hint="eastAsia"/>
          <w:rtl/>
        </w:rPr>
        <w:t>توحيد</w:t>
      </w:r>
      <w:r>
        <w:rPr>
          <w:rtl/>
        </w:rPr>
        <w:t xml:space="preserve"> كى اہميت 5</w:t>
      </w:r>
    </w:p>
    <w:p w:rsidR="001F628F" w:rsidRDefault="001F628F" w:rsidP="00D11EA1">
      <w:pPr>
        <w:pStyle w:val="libNormal"/>
        <w:rPr>
          <w:rtl/>
        </w:rPr>
      </w:pPr>
      <w:r>
        <w:rPr>
          <w:rFonts w:hint="eastAsia"/>
          <w:rtl/>
        </w:rPr>
        <w:t>حق</w:t>
      </w:r>
      <w:r>
        <w:rPr>
          <w:rtl/>
        </w:rPr>
        <w:t xml:space="preserve"> :</w:t>
      </w:r>
      <w:r>
        <w:rPr>
          <w:rFonts w:hint="eastAsia"/>
          <w:rtl/>
        </w:rPr>
        <w:t>حق</w:t>
      </w:r>
      <w:r>
        <w:rPr>
          <w:rtl/>
        </w:rPr>
        <w:t xml:space="preserve"> پذيرى كے اثرات 2</w:t>
      </w:r>
    </w:p>
    <w:p w:rsidR="001F628F" w:rsidRDefault="001F628F" w:rsidP="00D11EA1">
      <w:pPr>
        <w:pStyle w:val="libNormal"/>
        <w:rPr>
          <w:rtl/>
        </w:rPr>
      </w:pPr>
      <w:r>
        <w:rPr>
          <w:rFonts w:hint="eastAsia"/>
          <w:rtl/>
        </w:rPr>
        <w:t>شناخت</w:t>
      </w:r>
      <w:r>
        <w:rPr>
          <w:rtl/>
        </w:rPr>
        <w:t xml:space="preserve"> :</w:t>
      </w:r>
      <w:r>
        <w:rPr>
          <w:rFonts w:hint="eastAsia"/>
          <w:rtl/>
        </w:rPr>
        <w:t>شناخت</w:t>
      </w:r>
      <w:r>
        <w:rPr>
          <w:rtl/>
        </w:rPr>
        <w:t xml:space="preserve"> كا پيش خيمہ 2</w:t>
      </w:r>
    </w:p>
    <w:p w:rsidR="001F628F" w:rsidRDefault="001F628F" w:rsidP="00D11EA1">
      <w:pPr>
        <w:pStyle w:val="libNormal"/>
        <w:rPr>
          <w:rtl/>
        </w:rPr>
      </w:pPr>
      <w:r>
        <w:rPr>
          <w:rFonts w:hint="eastAsia"/>
          <w:rtl/>
        </w:rPr>
        <w:t>عبرت</w:t>
      </w:r>
      <w:r>
        <w:rPr>
          <w:rtl/>
        </w:rPr>
        <w:t xml:space="preserve"> :</w:t>
      </w:r>
      <w:r>
        <w:rPr>
          <w:rFonts w:hint="eastAsia"/>
          <w:rtl/>
        </w:rPr>
        <w:t>عبرت</w:t>
      </w:r>
      <w:r>
        <w:rPr>
          <w:rtl/>
        </w:rPr>
        <w:t xml:space="preserve"> كے عوامل 4،5</w:t>
      </w:r>
    </w:p>
    <w:p w:rsidR="001F628F" w:rsidRDefault="001F628F" w:rsidP="00D11EA1">
      <w:pPr>
        <w:pStyle w:val="libNormal"/>
        <w:rPr>
          <w:rtl/>
        </w:rPr>
      </w:pPr>
      <w:r>
        <w:rPr>
          <w:rFonts w:hint="eastAsia"/>
          <w:rtl/>
        </w:rPr>
        <w:t>قران</w:t>
      </w:r>
      <w:r>
        <w:rPr>
          <w:rtl/>
        </w:rPr>
        <w:t xml:space="preserve"> كريم :</w:t>
      </w:r>
      <w:r>
        <w:rPr>
          <w:rFonts w:hint="eastAsia"/>
          <w:rtl/>
        </w:rPr>
        <w:t>قران</w:t>
      </w:r>
      <w:r>
        <w:rPr>
          <w:rtl/>
        </w:rPr>
        <w:t xml:space="preserve"> كريم كے قصو</w:t>
      </w:r>
      <w:r w:rsidR="00083993">
        <w:rPr>
          <w:rtl/>
        </w:rPr>
        <w:t xml:space="preserve">ں </w:t>
      </w:r>
      <w:r>
        <w:rPr>
          <w:rtl/>
        </w:rPr>
        <w:t>كا فلسفہ 5</w:t>
      </w:r>
    </w:p>
    <w:p w:rsidR="001F628F" w:rsidRDefault="001F628F" w:rsidP="00D11EA1">
      <w:pPr>
        <w:pStyle w:val="libNormal"/>
        <w:rPr>
          <w:rtl/>
        </w:rPr>
      </w:pPr>
      <w:r>
        <w:rPr>
          <w:rFonts w:hint="eastAsia"/>
          <w:rtl/>
        </w:rPr>
        <w:t>قوم</w:t>
      </w:r>
      <w:r>
        <w:rPr>
          <w:rtl/>
        </w:rPr>
        <w:t xml:space="preserve"> لوط :</w:t>
      </w:r>
      <w:r>
        <w:rPr>
          <w:rFonts w:hint="eastAsia"/>
          <w:rtl/>
        </w:rPr>
        <w:t>قوم</w:t>
      </w:r>
      <w:r>
        <w:rPr>
          <w:rtl/>
        </w:rPr>
        <w:t xml:space="preserve"> لوط كى تاريخ سے عبرت 4;قوم لوط كے اثار قديمہ 1</w:t>
      </w:r>
    </w:p>
    <w:p w:rsidR="001F628F" w:rsidRDefault="001F628F" w:rsidP="00D11EA1">
      <w:pPr>
        <w:pStyle w:val="libNormal"/>
        <w:rPr>
          <w:rtl/>
        </w:rPr>
      </w:pPr>
      <w:r>
        <w:rPr>
          <w:rFonts w:hint="eastAsia"/>
          <w:rtl/>
        </w:rPr>
        <w:t>مؤمنين</w:t>
      </w:r>
      <w:r>
        <w:rPr>
          <w:rtl/>
        </w:rPr>
        <w:t xml:space="preserve"> :</w:t>
      </w:r>
      <w:r>
        <w:rPr>
          <w:rFonts w:hint="eastAsia"/>
          <w:rtl/>
        </w:rPr>
        <w:t>مؤمنين</w:t>
      </w:r>
      <w:r>
        <w:rPr>
          <w:rtl/>
        </w:rPr>
        <w:t xml:space="preserve"> كا تعقل 3;مؤمنين كى صفات 3;مؤمنين كى ہوشياري3</w:t>
      </w:r>
    </w:p>
    <w:p w:rsidR="00D11EA1" w:rsidRDefault="001E7F9D" w:rsidP="00F73EDE">
      <w:pPr>
        <w:pStyle w:val="libPoemTini"/>
        <w:rPr>
          <w:rtl/>
        </w:rPr>
      </w:pPr>
      <w:r>
        <w:rPr>
          <w:rtl/>
        </w:rPr>
        <w:br w:type="page"/>
      </w:r>
    </w:p>
    <w:p w:rsidR="00D11EA1" w:rsidRPr="00120F63" w:rsidRDefault="00D11EA1" w:rsidP="00D11EA1">
      <w:pPr>
        <w:pStyle w:val="Heading2Center"/>
        <w:rPr>
          <w:rtl/>
        </w:rPr>
      </w:pPr>
      <w:bookmarkStart w:id="124" w:name="_Toc28081802"/>
      <w:r>
        <w:rPr>
          <w:rFonts w:hint="cs"/>
          <w:rtl/>
        </w:rPr>
        <w:lastRenderedPageBreak/>
        <w:t xml:space="preserve">آیت </w:t>
      </w:r>
      <w:r w:rsidRPr="00120F63">
        <w:rPr>
          <w:rFonts w:hint="cs"/>
          <w:rtl/>
        </w:rPr>
        <w:t>78</w:t>
      </w:r>
      <w:bookmarkEnd w:id="124"/>
    </w:p>
    <w:p w:rsidR="001F628F" w:rsidRDefault="00E260F9" w:rsidP="00D11EA1">
      <w:pPr>
        <w:pStyle w:val="libNormal"/>
        <w:rPr>
          <w:rtl/>
        </w:rPr>
      </w:pPr>
      <w:r w:rsidRPr="00E260F9">
        <w:rPr>
          <w:rStyle w:val="libAlaemChar"/>
          <w:rFonts w:hint="eastAsia"/>
          <w:rtl/>
        </w:rPr>
        <w:t>(</w:t>
      </w:r>
      <w:r w:rsidRPr="00D11EA1">
        <w:rPr>
          <w:rStyle w:val="libAieChar"/>
          <w:rFonts w:hint="eastAsia"/>
          <w:rtl/>
        </w:rPr>
        <w:t>وَإِن</w:t>
      </w:r>
      <w:r w:rsidRPr="00D11EA1">
        <w:rPr>
          <w:rStyle w:val="libAieChar"/>
          <w:rtl/>
        </w:rPr>
        <w:t xml:space="preserve"> كَانَ أَصْحَابُ الأَيْكَةِ لَظَالِمِينَ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اگر چہ ايكہ والے ظالم تھے _</w:t>
      </w:r>
    </w:p>
    <w:p w:rsidR="001F628F" w:rsidRDefault="001F628F" w:rsidP="00D11EA1">
      <w:pPr>
        <w:pStyle w:val="libNormal"/>
        <w:rPr>
          <w:rtl/>
        </w:rPr>
      </w:pPr>
      <w:r>
        <w:rPr>
          <w:rtl/>
        </w:rPr>
        <w:t>1_''ايكہ ''كے رہنے والے (قوم شعيب)ظالم قسم كے لوگ تھے_</w:t>
      </w:r>
      <w:r w:rsidRPr="00D11EA1">
        <w:rPr>
          <w:rStyle w:val="libArabicChar"/>
          <w:rFonts w:hint="eastAsia"/>
          <w:rtl/>
        </w:rPr>
        <w:t>وان</w:t>
      </w:r>
      <w:r w:rsidRPr="00D11EA1">
        <w:rPr>
          <w:rStyle w:val="libArabicChar"/>
          <w:rtl/>
        </w:rPr>
        <w:t xml:space="preserve"> كان ا صحب الا يكة لظلمين</w:t>
      </w:r>
    </w:p>
    <w:p w:rsidR="001F628F" w:rsidRDefault="001F628F" w:rsidP="001F628F">
      <w:pPr>
        <w:pStyle w:val="libNormal"/>
        <w:rPr>
          <w:rtl/>
        </w:rPr>
      </w:pPr>
      <w:r>
        <w:rPr>
          <w:rFonts w:hint="eastAsia"/>
          <w:rtl/>
        </w:rPr>
        <w:t>مفسرين</w:t>
      </w:r>
      <w:r>
        <w:rPr>
          <w:rtl/>
        </w:rPr>
        <w:t xml:space="preserve"> كى اكثريت كا كہنا ہے كہ ''ايكہ '' سے قوم شعيب مراد ہے_</w:t>
      </w:r>
    </w:p>
    <w:p w:rsidR="001F628F" w:rsidRDefault="001F628F" w:rsidP="001F628F">
      <w:pPr>
        <w:pStyle w:val="libNormal"/>
        <w:rPr>
          <w:rtl/>
        </w:rPr>
      </w:pPr>
      <w:r>
        <w:rPr>
          <w:rtl/>
        </w:rPr>
        <w:t>2_''ايكہ '' كے لوگو</w:t>
      </w:r>
      <w:r w:rsidR="00083993">
        <w:rPr>
          <w:rtl/>
        </w:rPr>
        <w:t xml:space="preserve">ں </w:t>
      </w:r>
      <w:r>
        <w:rPr>
          <w:rtl/>
        </w:rPr>
        <w:t>كى جائے سكونت ايك سر سبز و شاداب جگہ تھى جہا</w:t>
      </w:r>
      <w:r w:rsidR="00083993">
        <w:rPr>
          <w:rtl/>
        </w:rPr>
        <w:t xml:space="preserve">ں </w:t>
      </w:r>
      <w:r>
        <w:rPr>
          <w:rtl/>
        </w:rPr>
        <w:t>بہت زيادہ درخت تھے_</w:t>
      </w:r>
    </w:p>
    <w:p w:rsidR="001F628F" w:rsidRDefault="001F628F" w:rsidP="00D11EA1">
      <w:pPr>
        <w:pStyle w:val="libArabic"/>
        <w:rPr>
          <w:rtl/>
        </w:rPr>
      </w:pPr>
      <w:r>
        <w:rPr>
          <w:rFonts w:hint="eastAsia"/>
          <w:rtl/>
        </w:rPr>
        <w:t>وان</w:t>
      </w:r>
      <w:r>
        <w:rPr>
          <w:rtl/>
        </w:rPr>
        <w:t xml:space="preserve"> كان ا صحب الا يكة لظلمين</w:t>
      </w:r>
    </w:p>
    <w:p w:rsidR="001F628F" w:rsidRDefault="001F628F" w:rsidP="001F628F">
      <w:pPr>
        <w:pStyle w:val="libNormal"/>
        <w:rPr>
          <w:rtl/>
        </w:rPr>
      </w:pPr>
      <w:r>
        <w:rPr>
          <w:rtl/>
        </w:rPr>
        <w:t>''ايكہ''لغت مي</w:t>
      </w:r>
      <w:r w:rsidR="00083993">
        <w:rPr>
          <w:rtl/>
        </w:rPr>
        <w:t xml:space="preserve">ں </w:t>
      </w:r>
      <w:r>
        <w:rPr>
          <w:rtl/>
        </w:rPr>
        <w:t>شاخو</w:t>
      </w:r>
      <w:r w:rsidR="00083993">
        <w:rPr>
          <w:rtl/>
        </w:rPr>
        <w:t xml:space="preserve">ں </w:t>
      </w:r>
      <w:r>
        <w:rPr>
          <w:rtl/>
        </w:rPr>
        <w:t>اور پتو</w:t>
      </w:r>
      <w:r w:rsidR="00083993">
        <w:rPr>
          <w:rtl/>
        </w:rPr>
        <w:t xml:space="preserve">ں </w:t>
      </w:r>
      <w:r>
        <w:rPr>
          <w:rtl/>
        </w:rPr>
        <w:t>سے بھرے ہوئے درخت كو كہتے ہي</w:t>
      </w:r>
      <w:r w:rsidR="00083993">
        <w:rPr>
          <w:rtl/>
        </w:rPr>
        <w:t xml:space="preserve">ں </w:t>
      </w:r>
      <w:r>
        <w:rPr>
          <w:rtl/>
        </w:rPr>
        <w:t>_اور اس ايت مي</w:t>
      </w:r>
      <w:r w:rsidR="00083993">
        <w:rPr>
          <w:rtl/>
        </w:rPr>
        <w:t xml:space="preserve">ں </w:t>
      </w:r>
      <w:r>
        <w:rPr>
          <w:rtl/>
        </w:rPr>
        <w:t>اس سے اسم جنس مراد ہے _ شعيب كے لوگو</w:t>
      </w:r>
      <w:r w:rsidR="00083993">
        <w:rPr>
          <w:rtl/>
        </w:rPr>
        <w:t xml:space="preserve">ں </w:t>
      </w:r>
      <w:r>
        <w:rPr>
          <w:rtl/>
        </w:rPr>
        <w:t>كو ''اصحاب الايكہ'' كے نام سے ياد كيا جانا اس سے مندرجہ بالا نكتہ كى طرف اشارہ ملتا ہے_</w:t>
      </w:r>
    </w:p>
    <w:p w:rsidR="001F628F" w:rsidRDefault="001F628F" w:rsidP="001F628F">
      <w:pPr>
        <w:pStyle w:val="libNormal"/>
        <w:rPr>
          <w:rtl/>
        </w:rPr>
      </w:pPr>
      <w:r>
        <w:rPr>
          <w:rtl/>
        </w:rPr>
        <w:t xml:space="preserve">3_ </w:t>
      </w:r>
      <w:r w:rsidRPr="00D11EA1">
        <w:rPr>
          <w:rStyle w:val="libArabicChar"/>
          <w:rtl/>
        </w:rPr>
        <w:t xml:space="preserve">'' قال رسول الله </w:t>
      </w:r>
      <w:r w:rsidR="00F031CD" w:rsidRPr="00F031CD">
        <w:rPr>
          <w:rStyle w:val="libAlaemChar"/>
          <w:rtl/>
        </w:rPr>
        <w:t xml:space="preserve"> صلى‌الله‌عليه‌وآله‌وسلم </w:t>
      </w:r>
      <w:r w:rsidRPr="00D11EA1">
        <w:rPr>
          <w:rStyle w:val="libArabicChar"/>
          <w:rtl/>
        </w:rPr>
        <w:t>: ان مدين وا صحاب الا يكة ا ُمتان بعث الله الي</w:t>
      </w:r>
      <w:r w:rsidR="00F21947" w:rsidRPr="00B2551F">
        <w:rPr>
          <w:rStyle w:val="libArabicChar"/>
          <w:rFonts w:hint="cs"/>
          <w:rtl/>
        </w:rPr>
        <w:t>ه</w:t>
      </w:r>
      <w:r w:rsidRPr="00D11EA1">
        <w:rPr>
          <w:rStyle w:val="libArabicChar"/>
          <w:rFonts w:hint="cs"/>
          <w:rtl/>
        </w:rPr>
        <w:t>ما</w:t>
      </w:r>
      <w:r w:rsidRPr="00D11EA1">
        <w:rPr>
          <w:rStyle w:val="libArabicChar"/>
          <w:rtl/>
        </w:rPr>
        <w:t xml:space="preserve"> </w:t>
      </w:r>
      <w:r w:rsidRPr="00D11EA1">
        <w:rPr>
          <w:rStyle w:val="libArabicChar"/>
          <w:rFonts w:hint="cs"/>
          <w:rtl/>
        </w:rPr>
        <w:t>شعيباً</w:t>
      </w:r>
      <w:r>
        <w:rPr>
          <w:rtl/>
        </w:rPr>
        <w:t xml:space="preserve"> ;</w:t>
      </w:r>
      <w:r w:rsidRPr="00D11EA1">
        <w:rPr>
          <w:rStyle w:val="libFootnotenumChar"/>
          <w:rtl/>
        </w:rPr>
        <w:t>(1)</w:t>
      </w:r>
      <w:r>
        <w:rPr>
          <w:rtl/>
        </w:rPr>
        <w:t xml:space="preserve">حضرت رسول خدا </w:t>
      </w:r>
      <w:r w:rsidR="00F031CD" w:rsidRPr="00F031CD">
        <w:rPr>
          <w:rStyle w:val="libAlaemChar"/>
          <w:rtl/>
        </w:rPr>
        <w:t xml:space="preserve"> صلى‌الله‌عليه‌وآله‌وسلم </w:t>
      </w:r>
      <w:r>
        <w:rPr>
          <w:rtl/>
        </w:rPr>
        <w:t xml:space="preserve"> سے منقول ہے كہ اپ</w:t>
      </w:r>
      <w:r w:rsidR="00F031CD" w:rsidRPr="00F031CD">
        <w:rPr>
          <w:rStyle w:val="libAlaemChar"/>
          <w:rtl/>
        </w:rPr>
        <w:t xml:space="preserve"> صلى‌الله‌عليه‌وآله‌وسلم </w:t>
      </w:r>
      <w:r>
        <w:rPr>
          <w:rtl/>
        </w:rPr>
        <w:t xml:space="preserve"> نے فرمايا:مدين اور اصحاب الايكہ دواُمتي</w:t>
      </w:r>
      <w:r w:rsidR="00083993">
        <w:rPr>
          <w:rtl/>
        </w:rPr>
        <w:t xml:space="preserve">ں </w:t>
      </w:r>
      <w:r>
        <w:rPr>
          <w:rtl/>
        </w:rPr>
        <w:t>تھي</w:t>
      </w:r>
      <w:r w:rsidR="00083993">
        <w:rPr>
          <w:rtl/>
        </w:rPr>
        <w:t xml:space="preserve">ں </w:t>
      </w:r>
      <w:r>
        <w:rPr>
          <w:rtl/>
        </w:rPr>
        <w:t xml:space="preserve">جن كى طرف خدا نے حضرت شعيب </w:t>
      </w:r>
      <w:r w:rsidR="00367F17" w:rsidRPr="00367F17">
        <w:rPr>
          <w:rStyle w:val="libAlaemChar"/>
          <w:rtl/>
        </w:rPr>
        <w:t xml:space="preserve"> عليه‌السلام </w:t>
      </w:r>
      <w:r>
        <w:rPr>
          <w:rtl/>
        </w:rPr>
        <w:t xml:space="preserve"> كو مبعوث كيا تھا_</w:t>
      </w:r>
    </w:p>
    <w:p w:rsidR="001F628F" w:rsidRDefault="001F628F" w:rsidP="00D11EA1">
      <w:pPr>
        <w:pStyle w:val="libNormal"/>
        <w:rPr>
          <w:rtl/>
        </w:rPr>
      </w:pPr>
      <w:r>
        <w:rPr>
          <w:rFonts w:hint="eastAsia"/>
          <w:rtl/>
        </w:rPr>
        <w:t>اصحاب</w:t>
      </w:r>
      <w:r>
        <w:rPr>
          <w:rtl/>
        </w:rPr>
        <w:t xml:space="preserve"> الايكہ :</w:t>
      </w:r>
      <w:r>
        <w:rPr>
          <w:rFonts w:hint="eastAsia"/>
          <w:rtl/>
        </w:rPr>
        <w:t>اصحاب</w:t>
      </w:r>
      <w:r>
        <w:rPr>
          <w:rtl/>
        </w:rPr>
        <w:t xml:space="preserve"> الايكہ كاظلم 1;اصحاب الايكہ كے پيغمبر 3</w:t>
      </w:r>
    </w:p>
    <w:p w:rsidR="001F628F" w:rsidRDefault="001F628F" w:rsidP="001F628F">
      <w:pPr>
        <w:pStyle w:val="libNormal"/>
        <w:rPr>
          <w:rtl/>
        </w:rPr>
      </w:pPr>
      <w:r>
        <w:rPr>
          <w:rFonts w:hint="eastAsia"/>
          <w:rtl/>
        </w:rPr>
        <w:t>روايت</w:t>
      </w:r>
      <w:r>
        <w:rPr>
          <w:rtl/>
        </w:rPr>
        <w:t xml:space="preserve"> :3</w:t>
      </w:r>
    </w:p>
    <w:p w:rsidR="001F628F" w:rsidRDefault="001F628F" w:rsidP="00D11EA1">
      <w:pPr>
        <w:pStyle w:val="libNormal"/>
        <w:rPr>
          <w:rtl/>
        </w:rPr>
      </w:pPr>
      <w:r>
        <w:rPr>
          <w:rFonts w:hint="eastAsia"/>
          <w:rtl/>
        </w:rPr>
        <w:t>سر</w:t>
      </w:r>
      <w:r>
        <w:rPr>
          <w:rtl/>
        </w:rPr>
        <w:t xml:space="preserve"> زمين :</w:t>
      </w:r>
      <w:r>
        <w:rPr>
          <w:rFonts w:hint="eastAsia"/>
          <w:rtl/>
        </w:rPr>
        <w:t>اصحاب</w:t>
      </w:r>
      <w:r>
        <w:rPr>
          <w:rtl/>
        </w:rPr>
        <w:t xml:space="preserve"> الايكہ كى سر زمين كا سر سبز ہونا 2;اصحاب الايكہ كى سر زمين كى جغرافيائي حيثيت 2</w:t>
      </w:r>
    </w:p>
    <w:p w:rsidR="001F628F" w:rsidRDefault="001F628F" w:rsidP="001F628F">
      <w:pPr>
        <w:pStyle w:val="libNormal"/>
        <w:rPr>
          <w:rtl/>
        </w:rPr>
      </w:pPr>
      <w:r>
        <w:rPr>
          <w:rFonts w:hint="eastAsia"/>
          <w:rtl/>
        </w:rPr>
        <w:t>ظالمين</w:t>
      </w:r>
      <w:r>
        <w:rPr>
          <w:rtl/>
        </w:rPr>
        <w:t xml:space="preserve"> :1</w:t>
      </w:r>
    </w:p>
    <w:p w:rsidR="001F628F" w:rsidRDefault="001F628F" w:rsidP="00D11EA1">
      <w:pPr>
        <w:pStyle w:val="libNormal"/>
        <w:rPr>
          <w:rtl/>
        </w:rPr>
      </w:pPr>
      <w:r>
        <w:rPr>
          <w:rFonts w:hint="eastAsia"/>
          <w:rtl/>
        </w:rPr>
        <w:t>مدين</w:t>
      </w:r>
      <w:r>
        <w:rPr>
          <w:rtl/>
        </w:rPr>
        <w:t xml:space="preserve"> :</w:t>
      </w:r>
      <w:r>
        <w:rPr>
          <w:rFonts w:hint="eastAsia"/>
          <w:rtl/>
        </w:rPr>
        <w:t>اہل</w:t>
      </w:r>
      <w:r>
        <w:rPr>
          <w:rtl/>
        </w:rPr>
        <w:t xml:space="preserve"> مدين كے پيغمبر 3</w:t>
      </w:r>
    </w:p>
    <w:p w:rsidR="001F628F" w:rsidRDefault="00B84D3B" w:rsidP="00B84D3B">
      <w:pPr>
        <w:pStyle w:val="libLine"/>
        <w:rPr>
          <w:rtl/>
        </w:rPr>
      </w:pPr>
      <w:r>
        <w:rPr>
          <w:rtl/>
        </w:rPr>
        <w:t>____________________</w:t>
      </w:r>
    </w:p>
    <w:p w:rsidR="001F628F" w:rsidRDefault="001F628F" w:rsidP="00D11EA1">
      <w:pPr>
        <w:pStyle w:val="libFootnote"/>
        <w:rPr>
          <w:rtl/>
        </w:rPr>
      </w:pPr>
      <w:r>
        <w:rPr>
          <w:rtl/>
        </w:rPr>
        <w:t>1)الدرالمنثور ،ج5،ص 91_</w:t>
      </w:r>
    </w:p>
    <w:p w:rsidR="00D11EA1" w:rsidRDefault="001E7F9D" w:rsidP="00F73EDE">
      <w:pPr>
        <w:pStyle w:val="libPoemTini"/>
        <w:rPr>
          <w:rtl/>
        </w:rPr>
      </w:pPr>
      <w:r>
        <w:rPr>
          <w:rtl/>
        </w:rPr>
        <w:br w:type="page"/>
      </w:r>
    </w:p>
    <w:p w:rsidR="00D11EA1" w:rsidRPr="00120F63" w:rsidRDefault="00D11EA1" w:rsidP="00D11EA1">
      <w:pPr>
        <w:pStyle w:val="Heading2Center"/>
        <w:rPr>
          <w:rtl/>
        </w:rPr>
      </w:pPr>
      <w:bookmarkStart w:id="125" w:name="_Toc28081803"/>
      <w:r>
        <w:rPr>
          <w:rFonts w:hint="cs"/>
          <w:rtl/>
        </w:rPr>
        <w:lastRenderedPageBreak/>
        <w:t xml:space="preserve">آیت </w:t>
      </w:r>
      <w:r w:rsidRPr="00120F63">
        <w:rPr>
          <w:rFonts w:hint="cs"/>
          <w:rtl/>
        </w:rPr>
        <w:t>79</w:t>
      </w:r>
      <w:bookmarkEnd w:id="125"/>
    </w:p>
    <w:p w:rsidR="001F628F" w:rsidRDefault="00E260F9" w:rsidP="00D11EA1">
      <w:pPr>
        <w:pStyle w:val="libNormal"/>
        <w:rPr>
          <w:rtl/>
        </w:rPr>
      </w:pPr>
      <w:r w:rsidRPr="00E260F9">
        <w:rPr>
          <w:rStyle w:val="libAlaemChar"/>
          <w:rFonts w:hint="eastAsia"/>
          <w:rtl/>
        </w:rPr>
        <w:t>(</w:t>
      </w:r>
      <w:r w:rsidRPr="00D11EA1">
        <w:rPr>
          <w:rStyle w:val="libAieChar"/>
          <w:rFonts w:hint="eastAsia"/>
          <w:rtl/>
        </w:rPr>
        <w:t>فَانتَقَمْنَا</w:t>
      </w:r>
      <w:r w:rsidRPr="00D11EA1">
        <w:rPr>
          <w:rStyle w:val="libAieChar"/>
          <w:rtl/>
        </w:rPr>
        <w:t xml:space="preserve"> مِنْهُمْ وَإِنَّهُمَا لَبِإِمَامٍ 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ہم نے ان سے بھى انتقام ليا اور يہ دونو</w:t>
      </w:r>
      <w:r w:rsidR="00083993">
        <w:rPr>
          <w:rtl/>
        </w:rPr>
        <w:t xml:space="preserve">ں </w:t>
      </w:r>
      <w:r>
        <w:rPr>
          <w:rtl/>
        </w:rPr>
        <w:t>بستيا</w:t>
      </w:r>
      <w:r w:rsidR="00083993">
        <w:rPr>
          <w:rtl/>
        </w:rPr>
        <w:t xml:space="preserve">ں </w:t>
      </w:r>
      <w:r>
        <w:rPr>
          <w:rtl/>
        </w:rPr>
        <w:t>واضح شاہراہ پر ہي</w:t>
      </w:r>
      <w:r w:rsidR="00083993">
        <w:rPr>
          <w:rtl/>
        </w:rPr>
        <w:t xml:space="preserve">ں </w:t>
      </w:r>
      <w:r>
        <w:rPr>
          <w:rtl/>
        </w:rPr>
        <w:t>_</w:t>
      </w:r>
    </w:p>
    <w:p w:rsidR="001F628F" w:rsidRDefault="001F628F" w:rsidP="00D11EA1">
      <w:pPr>
        <w:pStyle w:val="libNormal"/>
        <w:rPr>
          <w:rtl/>
        </w:rPr>
      </w:pPr>
      <w:r>
        <w:rPr>
          <w:rtl/>
        </w:rPr>
        <w:t>1_خدا وند متعال نے قوم لوط اور اصحاب الايكہ سے انتقام ليا _</w:t>
      </w:r>
      <w:r w:rsidRPr="00D11EA1">
        <w:rPr>
          <w:rStyle w:val="libArabicChar"/>
          <w:rFonts w:hint="eastAsia"/>
          <w:rtl/>
        </w:rPr>
        <w:t>فانتقمنا</w:t>
      </w:r>
      <w:r w:rsidRPr="00D11EA1">
        <w:rPr>
          <w:rStyle w:val="libArabicChar"/>
          <w:rtl/>
        </w:rPr>
        <w:t xml:space="preserve"> من</w:t>
      </w:r>
      <w:r w:rsidR="00F21947" w:rsidRPr="00B2551F">
        <w:rPr>
          <w:rStyle w:val="libArabicChar"/>
          <w:rFonts w:hint="cs"/>
          <w:rtl/>
        </w:rPr>
        <w:t>ه</w:t>
      </w:r>
      <w:r w:rsidRPr="00D11EA1">
        <w:rPr>
          <w:rStyle w:val="libArabicChar"/>
          <w:rFonts w:hint="cs"/>
          <w:rtl/>
        </w:rPr>
        <w:t>م</w:t>
      </w:r>
    </w:p>
    <w:p w:rsidR="001F628F" w:rsidRDefault="001F628F" w:rsidP="001F628F">
      <w:pPr>
        <w:pStyle w:val="libNormal"/>
        <w:rPr>
          <w:rtl/>
        </w:rPr>
      </w:pPr>
      <w:r>
        <w:rPr>
          <w:rFonts w:hint="eastAsia"/>
          <w:rtl/>
        </w:rPr>
        <w:t>مندرجہ</w:t>
      </w:r>
      <w:r>
        <w:rPr>
          <w:rtl/>
        </w:rPr>
        <w:t xml:space="preserve"> بالا مطلب اس بات پر مبنى ہے كہ جب ''منھم '' كى ضمير، قوم لوط اوراہل ايكہ كى طرف لوٹ رہى ہو_</w:t>
      </w:r>
    </w:p>
    <w:p w:rsidR="001F628F" w:rsidRDefault="001F628F" w:rsidP="00D11EA1">
      <w:pPr>
        <w:pStyle w:val="libNormal"/>
        <w:rPr>
          <w:rtl/>
        </w:rPr>
      </w:pPr>
      <w:r>
        <w:rPr>
          <w:rtl/>
        </w:rPr>
        <w:t>2_قوم لوط كى فحشا اور جنسى انحراف كى الودگى (لواط اور ہم جنس پرستي)اور ''ايكہ'' والو</w:t>
      </w:r>
      <w:r w:rsidR="00083993">
        <w:rPr>
          <w:rtl/>
        </w:rPr>
        <w:t xml:space="preserve">ں </w:t>
      </w:r>
      <w:r>
        <w:rPr>
          <w:rtl/>
        </w:rPr>
        <w:t>كى بے عدالتى وظلم اُن سے انتقام الہى كا سبب بنا _</w:t>
      </w:r>
      <w:r w:rsidRPr="00D11EA1">
        <w:rPr>
          <w:rStyle w:val="libArabicChar"/>
          <w:rFonts w:hint="eastAsia"/>
          <w:rtl/>
        </w:rPr>
        <w:t>انا</w:t>
      </w:r>
      <w:r w:rsidRPr="00D11EA1">
        <w:rPr>
          <w:rStyle w:val="libArabicChar"/>
          <w:rtl/>
        </w:rPr>
        <w:t xml:space="preserve"> ا ُرسلنا الى قوم مجرمين_الّا</w:t>
      </w:r>
      <w:r w:rsidR="009143B8" w:rsidRPr="009143B8">
        <w:rPr>
          <w:rStyle w:val="libArabicChar"/>
          <w:rtl/>
        </w:rPr>
        <w:t xml:space="preserve"> آل </w:t>
      </w:r>
      <w:r w:rsidRPr="00D11EA1">
        <w:rPr>
          <w:rStyle w:val="libArabicChar"/>
          <w:rtl/>
        </w:rPr>
        <w:t>لوط ...وان كان ا صحب الا يكة لظلمين _فانتقمنا من</w:t>
      </w:r>
      <w:r w:rsidR="00F21947" w:rsidRPr="00B2551F">
        <w:rPr>
          <w:rStyle w:val="libArabicChar"/>
          <w:rFonts w:hint="cs"/>
          <w:rtl/>
        </w:rPr>
        <w:t>ه</w:t>
      </w:r>
      <w:r w:rsidRPr="00D11EA1">
        <w:rPr>
          <w:rStyle w:val="libArabicChar"/>
          <w:rFonts w:hint="cs"/>
          <w:rtl/>
        </w:rPr>
        <w:t>م</w:t>
      </w:r>
    </w:p>
    <w:p w:rsidR="001F628F" w:rsidRDefault="001F628F" w:rsidP="001F628F">
      <w:pPr>
        <w:pStyle w:val="libNormal"/>
        <w:rPr>
          <w:rtl/>
        </w:rPr>
      </w:pPr>
      <w:r>
        <w:rPr>
          <w:rtl/>
        </w:rPr>
        <w:t>3_فحشا(لواط اور ہم جنس پرستي) اور بے عدالتى و ظلم ، انتقام الہى كاپيش خيمہ بنتا ہے_</w:t>
      </w:r>
    </w:p>
    <w:p w:rsidR="001F628F" w:rsidRDefault="001F628F" w:rsidP="00D11EA1">
      <w:pPr>
        <w:pStyle w:val="libArabic"/>
        <w:rPr>
          <w:rtl/>
        </w:rPr>
      </w:pPr>
      <w:r>
        <w:rPr>
          <w:rFonts w:hint="eastAsia"/>
          <w:rtl/>
        </w:rPr>
        <w:t>وان</w:t>
      </w:r>
      <w:r>
        <w:rPr>
          <w:rtl/>
        </w:rPr>
        <w:t xml:space="preserve"> كان ا صحب الا يكة لظلمين _فانتقمنا من</w:t>
      </w:r>
      <w:r w:rsidR="00F21947" w:rsidRPr="00B2551F">
        <w:rPr>
          <w:rFonts w:hint="cs"/>
          <w:rtl/>
        </w:rPr>
        <w:t>ه</w:t>
      </w:r>
      <w:r>
        <w:rPr>
          <w:rFonts w:hint="cs"/>
          <w:rtl/>
        </w:rPr>
        <w:t>م</w:t>
      </w:r>
    </w:p>
    <w:p w:rsidR="001F628F" w:rsidRDefault="001F628F" w:rsidP="001F628F">
      <w:pPr>
        <w:pStyle w:val="libNormal"/>
        <w:rPr>
          <w:rtl/>
        </w:rPr>
      </w:pPr>
      <w:r>
        <w:rPr>
          <w:rtl/>
        </w:rPr>
        <w:t>4_ظلم اور بے عدالتى ايك عظيم گناہ ہے جس كے نتيجے مي</w:t>
      </w:r>
      <w:r w:rsidR="00083993">
        <w:rPr>
          <w:rtl/>
        </w:rPr>
        <w:t xml:space="preserve">ں </w:t>
      </w:r>
      <w:r>
        <w:rPr>
          <w:rtl/>
        </w:rPr>
        <w:t>عذاب الہى نازل ہوتا ہے_</w:t>
      </w:r>
    </w:p>
    <w:p w:rsidR="001F628F" w:rsidRDefault="001F628F" w:rsidP="00D11EA1">
      <w:pPr>
        <w:pStyle w:val="libArabic"/>
        <w:rPr>
          <w:rtl/>
        </w:rPr>
      </w:pPr>
      <w:r>
        <w:rPr>
          <w:rFonts w:hint="eastAsia"/>
          <w:rtl/>
        </w:rPr>
        <w:t>وان</w:t>
      </w:r>
      <w:r>
        <w:rPr>
          <w:rtl/>
        </w:rPr>
        <w:t xml:space="preserve"> كان ا صحب الا يكة لظلمين _فانتقمنا من</w:t>
      </w:r>
      <w:r w:rsidR="00F21947" w:rsidRPr="00B2551F">
        <w:rPr>
          <w:rFonts w:hint="cs"/>
          <w:rtl/>
        </w:rPr>
        <w:t>ه</w:t>
      </w:r>
      <w:r>
        <w:rPr>
          <w:rFonts w:hint="cs"/>
          <w:rtl/>
        </w:rPr>
        <w:t>م</w:t>
      </w:r>
    </w:p>
    <w:p w:rsidR="001F628F" w:rsidRDefault="001F628F" w:rsidP="001F628F">
      <w:pPr>
        <w:pStyle w:val="libNormal"/>
        <w:rPr>
          <w:rtl/>
        </w:rPr>
      </w:pPr>
      <w:r>
        <w:rPr>
          <w:rtl/>
        </w:rPr>
        <w:t>''اصحاب ايكہ '' سے خداوند متعال كے انتقام كا سبب ،اُن كى بے عدالتى اور ظلم تھا_اس سے يہ نكتہ اخذ ہوتا ہے كہ بے عدالتى اور ظلم ايك ناقابل بخشش گناہ ہے_</w:t>
      </w:r>
    </w:p>
    <w:p w:rsidR="001F628F" w:rsidRDefault="001F628F" w:rsidP="00D11EA1">
      <w:pPr>
        <w:pStyle w:val="libNormal"/>
        <w:rPr>
          <w:rtl/>
        </w:rPr>
      </w:pPr>
      <w:r>
        <w:rPr>
          <w:rtl/>
        </w:rPr>
        <w:t xml:space="preserve">5_قوم لوط اور اہل ايكہ (قوم شعيب ) كے تاريخى اثار زمانہ پيغمبر </w:t>
      </w:r>
      <w:r w:rsidR="00F031CD" w:rsidRPr="00F031CD">
        <w:rPr>
          <w:rStyle w:val="libAlaemChar"/>
          <w:rtl/>
        </w:rPr>
        <w:t xml:space="preserve"> صلى‌الله‌عليه‌وآله‌وسلم </w:t>
      </w:r>
      <w:r>
        <w:rPr>
          <w:rtl/>
        </w:rPr>
        <w:t xml:space="preserve"> مي</w:t>
      </w:r>
      <w:r w:rsidR="00083993">
        <w:rPr>
          <w:rtl/>
        </w:rPr>
        <w:t xml:space="preserve">ں </w:t>
      </w:r>
      <w:r>
        <w:rPr>
          <w:rtl/>
        </w:rPr>
        <w:t>بہت واضح طور پر سرراہ، جزيرة العرب كے لوگو</w:t>
      </w:r>
      <w:r w:rsidR="00083993">
        <w:rPr>
          <w:rtl/>
        </w:rPr>
        <w:t xml:space="preserve">ں </w:t>
      </w:r>
      <w:r>
        <w:rPr>
          <w:rtl/>
        </w:rPr>
        <w:t>كى دسترس مي</w:t>
      </w:r>
      <w:r w:rsidR="00083993">
        <w:rPr>
          <w:rtl/>
        </w:rPr>
        <w:t xml:space="preserve">ں </w:t>
      </w:r>
      <w:r>
        <w:rPr>
          <w:rtl/>
        </w:rPr>
        <w:t>تھے</w:t>
      </w:r>
      <w:r w:rsidRPr="00D11EA1">
        <w:rPr>
          <w:rStyle w:val="libArabicChar"/>
          <w:rFonts w:hint="eastAsia"/>
          <w:rtl/>
        </w:rPr>
        <w:t>فانتقمنا</w:t>
      </w:r>
      <w:r w:rsidRPr="00D11EA1">
        <w:rPr>
          <w:rStyle w:val="libArabicChar"/>
          <w:rtl/>
        </w:rPr>
        <w:t xml:space="preserve"> من</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و</w:t>
      </w:r>
      <w:r w:rsidRPr="00D11EA1">
        <w:rPr>
          <w:rStyle w:val="libArabicChar"/>
          <w:rtl/>
        </w:rPr>
        <w:t xml:space="preserve"> </w:t>
      </w:r>
      <w:r w:rsidRPr="00D11EA1">
        <w:rPr>
          <w:rStyle w:val="libArabicChar"/>
          <w:rFonts w:hint="cs"/>
          <w:rtl/>
        </w:rPr>
        <w:t>ان</w:t>
      </w:r>
      <w:r w:rsidR="00F21947" w:rsidRPr="00B2551F">
        <w:rPr>
          <w:rStyle w:val="libArabicChar"/>
          <w:rFonts w:hint="cs"/>
          <w:rtl/>
        </w:rPr>
        <w:t>ه</w:t>
      </w:r>
      <w:r w:rsidRPr="00D11EA1">
        <w:rPr>
          <w:rStyle w:val="libArabicChar"/>
          <w:rFonts w:hint="cs"/>
          <w:rtl/>
        </w:rPr>
        <w:t>ما</w:t>
      </w:r>
      <w:r w:rsidRPr="00D11EA1">
        <w:rPr>
          <w:rStyle w:val="libArabicChar"/>
          <w:rtl/>
        </w:rPr>
        <w:t xml:space="preserve"> </w:t>
      </w:r>
      <w:r w:rsidRPr="00D11EA1">
        <w:rPr>
          <w:rStyle w:val="libArabicChar"/>
          <w:rFonts w:hint="cs"/>
          <w:rtl/>
        </w:rPr>
        <w:t>لباما</w:t>
      </w:r>
      <w:r w:rsidRPr="00D11EA1">
        <w:rPr>
          <w:rStyle w:val="libArabicChar"/>
          <w:rtl/>
        </w:rPr>
        <w:t>م مبين</w:t>
      </w:r>
    </w:p>
    <w:p w:rsidR="001F628F" w:rsidRDefault="001F628F" w:rsidP="001F628F">
      <w:pPr>
        <w:pStyle w:val="libNormal"/>
        <w:rPr>
          <w:rtl/>
        </w:rPr>
      </w:pPr>
      <w:r>
        <w:rPr>
          <w:rtl/>
        </w:rPr>
        <w:t>''انھما''كى ضمير تثنيہ'' قوم لوط اور ايكہ ''كى طرف لوٹ رہى ہے اور امام كاايك معنى طريق(راستہ ) بھى ہے (لسان العرب)اور ''مبين '' مفعولى معنى مي</w:t>
      </w:r>
      <w:r w:rsidR="00083993">
        <w:rPr>
          <w:rtl/>
        </w:rPr>
        <w:t xml:space="preserve">ں </w:t>
      </w:r>
      <w:r>
        <w:rPr>
          <w:rtl/>
        </w:rPr>
        <w:t>فاعل ہے جس كا معنى '' واضح اور روشن ''ہے_لہذا جملہ '' انھما لبامام مبين''كا معنى يہ ہو جائے گا :قوم لوط وايكہ شہ</w:t>
      </w:r>
      <w:r>
        <w:rPr>
          <w:rFonts w:hint="eastAsia"/>
          <w:rtl/>
        </w:rPr>
        <w:t>ر</w:t>
      </w:r>
      <w:r>
        <w:rPr>
          <w:rtl/>
        </w:rPr>
        <w:t xml:space="preserve"> كے</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اثار</w:t>
      </w:r>
      <w:r>
        <w:rPr>
          <w:rtl/>
        </w:rPr>
        <w:t xml:space="preserve"> ايك واضح راستے پر موجود ہي</w:t>
      </w:r>
      <w:r w:rsidR="00083993">
        <w:rPr>
          <w:rtl/>
        </w:rPr>
        <w:t xml:space="preserve">ں </w:t>
      </w:r>
      <w:r>
        <w:rPr>
          <w:rtl/>
        </w:rPr>
        <w:t>_</w:t>
      </w:r>
    </w:p>
    <w:p w:rsidR="001F628F" w:rsidRDefault="001F628F" w:rsidP="00B2551F">
      <w:pPr>
        <w:pStyle w:val="libNormal"/>
        <w:rPr>
          <w:rtl/>
        </w:rPr>
      </w:pPr>
      <w:r>
        <w:rPr>
          <w:rtl/>
        </w:rPr>
        <w:t>6_درس اموزى اور معرفت خدا كى خاطر، سابقہ لوگو</w:t>
      </w:r>
      <w:r w:rsidR="00083993">
        <w:rPr>
          <w:rtl/>
        </w:rPr>
        <w:t xml:space="preserve">ں </w:t>
      </w:r>
      <w:r>
        <w:rPr>
          <w:rtl/>
        </w:rPr>
        <w:t>اور اُمتو</w:t>
      </w:r>
      <w:r w:rsidR="00083993">
        <w:rPr>
          <w:rtl/>
        </w:rPr>
        <w:t xml:space="preserve">ں </w:t>
      </w:r>
      <w:r>
        <w:rPr>
          <w:rtl/>
        </w:rPr>
        <w:t>كے تمدن (اثار قديمہ )كى حفاظت ايك ضرورى اور شائستہ فعل ہے_</w:t>
      </w:r>
      <w:r w:rsidRPr="00D11EA1">
        <w:rPr>
          <w:rStyle w:val="libArabicChar"/>
          <w:rFonts w:hint="eastAsia"/>
          <w:rtl/>
        </w:rPr>
        <w:t>وا</w:t>
      </w:r>
      <w:r w:rsidRPr="00D11EA1">
        <w:rPr>
          <w:rStyle w:val="libArabicChar"/>
          <w:rtl/>
        </w:rPr>
        <w:t xml:space="preserve"> مطرنا 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w:t>
      </w:r>
      <w:r w:rsidRPr="00D11EA1">
        <w:rPr>
          <w:rStyle w:val="libArabicChar"/>
          <w:rFonts w:hint="cs"/>
          <w:rtl/>
        </w:rPr>
        <w:t>سجّيل</w:t>
      </w:r>
      <w:r w:rsidRPr="00D11EA1">
        <w:rPr>
          <w:rStyle w:val="libArabicChar"/>
          <w:rtl/>
        </w:rPr>
        <w:t>_</w:t>
      </w:r>
      <w:r w:rsidRPr="00D11EA1">
        <w:rPr>
          <w:rStyle w:val="libArabicChar"/>
          <w:rFonts w:hint="cs"/>
          <w:rtl/>
        </w:rPr>
        <w:t>ان</w:t>
      </w:r>
      <w:r w:rsidRPr="00D11EA1">
        <w:rPr>
          <w:rStyle w:val="libArabicChar"/>
          <w:rtl/>
        </w:rPr>
        <w:t xml:space="preserve"> </w:t>
      </w:r>
      <w:r w:rsidRPr="00D11EA1">
        <w:rPr>
          <w:rStyle w:val="libArabicChar"/>
          <w:rFonts w:hint="cs"/>
          <w:rtl/>
        </w:rPr>
        <w:t>فى</w:t>
      </w:r>
      <w:r w:rsidRPr="00D11EA1">
        <w:rPr>
          <w:rStyle w:val="libArabicChar"/>
          <w:rtl/>
        </w:rPr>
        <w:t xml:space="preserve"> </w:t>
      </w:r>
      <w:r w:rsidRPr="00D11EA1">
        <w:rPr>
          <w:rStyle w:val="libArabicChar"/>
          <w:rFonts w:hint="cs"/>
          <w:rtl/>
        </w:rPr>
        <w:t>ذلك</w:t>
      </w:r>
      <w:r w:rsidRPr="00D11EA1">
        <w:rPr>
          <w:rStyle w:val="libArabicChar"/>
          <w:rtl/>
        </w:rPr>
        <w:t xml:space="preserve"> </w:t>
      </w:r>
      <w:r w:rsidR="00961F3A" w:rsidRPr="00961F3A">
        <w:rPr>
          <w:rStyle w:val="libArabicChar"/>
          <w:rFonts w:hint="cs"/>
          <w:rtl/>
        </w:rPr>
        <w:t xml:space="preserve">لأيآت </w:t>
      </w:r>
      <w:r w:rsidRPr="00D11EA1">
        <w:rPr>
          <w:rStyle w:val="libArabicChar"/>
          <w:rtl/>
        </w:rPr>
        <w:t xml:space="preserve">... </w:t>
      </w:r>
      <w:r w:rsidRPr="00D11EA1">
        <w:rPr>
          <w:rStyle w:val="libArabicChar"/>
          <w:rFonts w:hint="cs"/>
          <w:rtl/>
        </w:rPr>
        <w:t>لا</w:t>
      </w:r>
      <w:r w:rsidRPr="00D11EA1">
        <w:rPr>
          <w:rStyle w:val="libArabicChar"/>
          <w:rtl/>
        </w:rPr>
        <w:t xml:space="preserve"> </w:t>
      </w:r>
      <w:r w:rsidRPr="00D11EA1">
        <w:rPr>
          <w:rStyle w:val="libArabicChar"/>
          <w:rFonts w:hint="cs"/>
          <w:rtl/>
        </w:rPr>
        <w:t>ية</w:t>
      </w:r>
      <w:r w:rsidRPr="00D11EA1">
        <w:rPr>
          <w:rStyle w:val="libArabicChar"/>
          <w:rtl/>
        </w:rPr>
        <w:t xml:space="preserve"> ...</w:t>
      </w:r>
      <w:r w:rsidRPr="00D11EA1">
        <w:rPr>
          <w:rStyle w:val="libArabicChar"/>
          <w:rFonts w:hint="cs"/>
          <w:rtl/>
        </w:rPr>
        <w:t>فانتقمنا</w:t>
      </w:r>
      <w:r w:rsidRPr="00D11EA1">
        <w:rPr>
          <w:rStyle w:val="libArabicChar"/>
          <w:rtl/>
        </w:rPr>
        <w:t xml:space="preserve"> </w:t>
      </w:r>
      <w:r w:rsidRPr="00D11EA1">
        <w:rPr>
          <w:rStyle w:val="libArabicChar"/>
          <w:rFonts w:hint="cs"/>
          <w:rtl/>
        </w:rPr>
        <w:t>من</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و</w:t>
      </w:r>
      <w:r w:rsidRPr="00D11EA1">
        <w:rPr>
          <w:rStyle w:val="libArabicChar"/>
          <w:rtl/>
        </w:rPr>
        <w:t xml:space="preserve"> </w:t>
      </w:r>
      <w:r w:rsidRPr="00D11EA1">
        <w:rPr>
          <w:rStyle w:val="libArabicChar"/>
          <w:rFonts w:hint="cs"/>
          <w:rtl/>
        </w:rPr>
        <w:t>ان</w:t>
      </w:r>
      <w:r w:rsidR="00F21947" w:rsidRPr="00B2551F">
        <w:rPr>
          <w:rStyle w:val="libArabicChar"/>
          <w:rFonts w:hint="cs"/>
          <w:rtl/>
        </w:rPr>
        <w:t>ه</w:t>
      </w:r>
      <w:r w:rsidRPr="00D11EA1">
        <w:rPr>
          <w:rStyle w:val="libArabicChar"/>
          <w:rFonts w:hint="cs"/>
          <w:rtl/>
        </w:rPr>
        <w:t>ما</w:t>
      </w:r>
      <w:r w:rsidRPr="00D11EA1">
        <w:rPr>
          <w:rStyle w:val="libArabicChar"/>
          <w:rtl/>
        </w:rPr>
        <w:t xml:space="preserve"> </w:t>
      </w:r>
      <w:r w:rsidRPr="00D11EA1">
        <w:rPr>
          <w:rStyle w:val="libArabicChar"/>
          <w:rFonts w:hint="cs"/>
          <w:rtl/>
        </w:rPr>
        <w:t>لإما</w:t>
      </w:r>
      <w:r w:rsidRPr="00D11EA1">
        <w:rPr>
          <w:rStyle w:val="libArabicChar"/>
          <w:rtl/>
        </w:rPr>
        <w:t>م مبين</w:t>
      </w:r>
    </w:p>
    <w:p w:rsidR="001F628F" w:rsidRDefault="001F628F" w:rsidP="001F628F">
      <w:pPr>
        <w:pStyle w:val="libNormal"/>
        <w:rPr>
          <w:rtl/>
        </w:rPr>
      </w:pPr>
      <w:r>
        <w:rPr>
          <w:rFonts w:hint="eastAsia"/>
          <w:rtl/>
        </w:rPr>
        <w:t>خداوند</w:t>
      </w:r>
      <w:r>
        <w:rPr>
          <w:rtl/>
        </w:rPr>
        <w:t xml:space="preserve"> متعال نے ''قوم لوط اور قوم ايكہ'' كو ہلاك كرنے كے بعد اُن كے تباہ شدہ شہرو</w:t>
      </w:r>
      <w:r w:rsidR="00083993">
        <w:rPr>
          <w:rtl/>
        </w:rPr>
        <w:t xml:space="preserve">ں </w:t>
      </w:r>
      <w:r>
        <w:rPr>
          <w:rtl/>
        </w:rPr>
        <w:t>كے اثار كو ايك سڑك كے كنارے پر قائم ركھا اور ان اثار كو مؤمنين كے لئے عبرت ونشانى قرارد يا ہے اس سے معلوم ہوتا ہے، درس وعبرت كى نيت سے گذشتہ قومو</w:t>
      </w:r>
      <w:r w:rsidR="00083993">
        <w:rPr>
          <w:rtl/>
        </w:rPr>
        <w:t xml:space="preserve">ں </w:t>
      </w:r>
      <w:r>
        <w:rPr>
          <w:rtl/>
        </w:rPr>
        <w:t xml:space="preserve">كے تمدن كى حفاظت ايك اچھا </w:t>
      </w:r>
      <w:r>
        <w:rPr>
          <w:rFonts w:hint="eastAsia"/>
          <w:rtl/>
        </w:rPr>
        <w:t>اور</w:t>
      </w:r>
      <w:r>
        <w:rPr>
          <w:rtl/>
        </w:rPr>
        <w:t xml:space="preserve"> لازمى امر ہے_</w:t>
      </w:r>
    </w:p>
    <w:p w:rsidR="001F628F" w:rsidRDefault="001F628F" w:rsidP="00D11EA1">
      <w:pPr>
        <w:pStyle w:val="libNormal"/>
        <w:rPr>
          <w:rtl/>
        </w:rPr>
      </w:pPr>
      <w:r>
        <w:rPr>
          <w:rtl/>
        </w:rPr>
        <w:t>7_قوم لوط كا شہر اوپر تلے ہو جانے اور اُس پر كنكريلے پتھرو</w:t>
      </w:r>
      <w:r w:rsidR="00083993">
        <w:rPr>
          <w:rtl/>
        </w:rPr>
        <w:t xml:space="preserve">ں </w:t>
      </w:r>
      <w:r>
        <w:rPr>
          <w:rtl/>
        </w:rPr>
        <w:t>كى بارش ہونے كے باوجود مكمل طور پر منہدم نہي</w:t>
      </w:r>
      <w:r w:rsidR="00083993">
        <w:rPr>
          <w:rtl/>
        </w:rPr>
        <w:t xml:space="preserve">ں </w:t>
      </w:r>
      <w:r>
        <w:rPr>
          <w:rtl/>
        </w:rPr>
        <w:t>ہوا اور سالہا سال تك اُس كے اثار باقى رہے ہي</w:t>
      </w:r>
      <w:r w:rsidR="00083993">
        <w:rPr>
          <w:rtl/>
        </w:rPr>
        <w:t xml:space="preserve">ں </w:t>
      </w:r>
      <w:r>
        <w:rPr>
          <w:rtl/>
        </w:rPr>
        <w:t>_</w:t>
      </w:r>
      <w:r w:rsidRPr="00D11EA1">
        <w:rPr>
          <w:rStyle w:val="libArabicChar"/>
          <w:rFonts w:hint="eastAsia"/>
          <w:rtl/>
        </w:rPr>
        <w:t>فجعلنا</w:t>
      </w:r>
      <w:r w:rsidRPr="00D11EA1">
        <w:rPr>
          <w:rStyle w:val="libArabicChar"/>
          <w:rtl/>
        </w:rPr>
        <w:t xml:space="preserve"> علي</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سافل</w:t>
      </w:r>
      <w:r w:rsidR="00F21947" w:rsidRPr="00B2551F">
        <w:rPr>
          <w:rStyle w:val="libArabicChar"/>
          <w:rFonts w:hint="cs"/>
          <w:rtl/>
        </w:rPr>
        <w:t>ه</w:t>
      </w:r>
      <w:r w:rsidRPr="00D11EA1">
        <w:rPr>
          <w:rStyle w:val="libArabicChar"/>
          <w:rFonts w:hint="cs"/>
          <w:rtl/>
        </w:rPr>
        <w:t>ا</w:t>
      </w:r>
      <w:r w:rsidRPr="00D11EA1">
        <w:rPr>
          <w:rStyle w:val="libArabicChar"/>
          <w:rtl/>
        </w:rPr>
        <w:t xml:space="preserve"> </w:t>
      </w:r>
      <w:r w:rsidRPr="00D11EA1">
        <w:rPr>
          <w:rStyle w:val="libArabicChar"/>
          <w:rFonts w:hint="cs"/>
          <w:rtl/>
        </w:rPr>
        <w:t>وا</w:t>
      </w:r>
      <w:r w:rsidRPr="00D11EA1">
        <w:rPr>
          <w:rStyle w:val="libArabicChar"/>
          <w:rtl/>
        </w:rPr>
        <w:t xml:space="preserve"> </w:t>
      </w:r>
      <w:r w:rsidRPr="00D11EA1">
        <w:rPr>
          <w:rStyle w:val="libArabicChar"/>
          <w:rFonts w:hint="cs"/>
          <w:rtl/>
        </w:rPr>
        <w:t>مطرنا</w:t>
      </w:r>
      <w:r w:rsidRPr="00D11EA1">
        <w:rPr>
          <w:rStyle w:val="libArabicChar"/>
          <w:rtl/>
        </w:rPr>
        <w:t xml:space="preserve"> </w:t>
      </w:r>
      <w:r w:rsidRPr="00D11EA1">
        <w:rPr>
          <w:rStyle w:val="libArabicChar"/>
          <w:rFonts w:hint="cs"/>
          <w:rtl/>
        </w:rPr>
        <w:t>علي</w:t>
      </w:r>
      <w:r w:rsidR="00F21947" w:rsidRPr="00B2551F">
        <w:rPr>
          <w:rStyle w:val="libArabicChar"/>
          <w:rFonts w:hint="cs"/>
          <w:rtl/>
        </w:rPr>
        <w:t>ه</w:t>
      </w:r>
      <w:r w:rsidRPr="00D11EA1">
        <w:rPr>
          <w:rStyle w:val="libArabicChar"/>
          <w:rFonts w:hint="cs"/>
          <w:rtl/>
        </w:rPr>
        <w:t>م</w:t>
      </w:r>
      <w:r w:rsidRPr="00D11EA1">
        <w:rPr>
          <w:rStyle w:val="libArabicChar"/>
          <w:rtl/>
        </w:rPr>
        <w:t xml:space="preserve"> </w:t>
      </w:r>
      <w:r w:rsidRPr="00D11EA1">
        <w:rPr>
          <w:rStyle w:val="libArabicChar"/>
          <w:rFonts w:hint="cs"/>
          <w:rtl/>
        </w:rPr>
        <w:t>حجارة</w:t>
      </w:r>
      <w:r w:rsidRPr="00D11EA1">
        <w:rPr>
          <w:rStyle w:val="libArabicChar"/>
          <w:rtl/>
        </w:rPr>
        <w:t xml:space="preserve"> </w:t>
      </w:r>
      <w:r w:rsidRPr="00D11EA1">
        <w:rPr>
          <w:rStyle w:val="libArabicChar"/>
          <w:rFonts w:hint="cs"/>
          <w:rtl/>
        </w:rPr>
        <w:t>من</w:t>
      </w:r>
      <w:r w:rsidRPr="00D11EA1">
        <w:rPr>
          <w:rStyle w:val="libArabicChar"/>
          <w:rtl/>
        </w:rPr>
        <w:t xml:space="preserve"> </w:t>
      </w:r>
      <w:r w:rsidRPr="00D11EA1">
        <w:rPr>
          <w:rStyle w:val="libArabicChar"/>
          <w:rFonts w:hint="cs"/>
          <w:rtl/>
        </w:rPr>
        <w:t>سجّيل</w:t>
      </w:r>
      <w:r w:rsidRPr="00D11EA1">
        <w:rPr>
          <w:rStyle w:val="libArabicChar"/>
          <w:rtl/>
        </w:rPr>
        <w:t xml:space="preserve"> ...</w:t>
      </w:r>
      <w:r w:rsidRPr="00D11EA1">
        <w:rPr>
          <w:rStyle w:val="libArabicChar"/>
          <w:rFonts w:hint="cs"/>
          <w:rtl/>
        </w:rPr>
        <w:t>و</w:t>
      </w:r>
      <w:r w:rsidRPr="00D11EA1">
        <w:rPr>
          <w:rStyle w:val="libArabicChar"/>
          <w:rtl/>
        </w:rPr>
        <w:t xml:space="preserve"> </w:t>
      </w:r>
      <w:r w:rsidRPr="00D11EA1">
        <w:rPr>
          <w:rStyle w:val="libArabicChar"/>
          <w:rFonts w:hint="cs"/>
          <w:rtl/>
        </w:rPr>
        <w:t>ان</w:t>
      </w:r>
      <w:r w:rsidR="00F21947" w:rsidRPr="00B2551F">
        <w:rPr>
          <w:rStyle w:val="libArabicChar"/>
          <w:rFonts w:hint="cs"/>
          <w:rtl/>
        </w:rPr>
        <w:t>ه</w:t>
      </w:r>
      <w:r w:rsidRPr="00D11EA1">
        <w:rPr>
          <w:rStyle w:val="libArabicChar"/>
          <w:rFonts w:hint="cs"/>
          <w:rtl/>
        </w:rPr>
        <w:t>ما</w:t>
      </w:r>
      <w:r w:rsidRPr="00D11EA1">
        <w:rPr>
          <w:rStyle w:val="libArabicChar"/>
          <w:rtl/>
        </w:rPr>
        <w:t xml:space="preserve"> </w:t>
      </w:r>
      <w:r w:rsidRPr="00D11EA1">
        <w:rPr>
          <w:rStyle w:val="libArabicChar"/>
          <w:rFonts w:hint="cs"/>
          <w:rtl/>
        </w:rPr>
        <w:t>لباما</w:t>
      </w:r>
      <w:r w:rsidRPr="00D11EA1">
        <w:rPr>
          <w:rStyle w:val="libArabicChar"/>
          <w:rtl/>
        </w:rPr>
        <w:t>م مبين</w:t>
      </w:r>
    </w:p>
    <w:p w:rsidR="001F628F" w:rsidRDefault="001F628F" w:rsidP="00D11EA1">
      <w:pPr>
        <w:pStyle w:val="libNormal"/>
        <w:rPr>
          <w:rtl/>
        </w:rPr>
      </w:pPr>
      <w:r>
        <w:rPr>
          <w:rFonts w:hint="eastAsia"/>
          <w:rtl/>
        </w:rPr>
        <w:t>اثار</w:t>
      </w:r>
      <w:r>
        <w:rPr>
          <w:rtl/>
        </w:rPr>
        <w:t xml:space="preserve"> قديمہ :</w:t>
      </w:r>
      <w:r>
        <w:rPr>
          <w:rFonts w:hint="eastAsia"/>
          <w:rtl/>
        </w:rPr>
        <w:t>اثار</w:t>
      </w:r>
      <w:r>
        <w:rPr>
          <w:rtl/>
        </w:rPr>
        <w:t xml:space="preserve"> قديمہ سے عبرت6;اثار قديمہ كى حفاظت 6</w:t>
      </w:r>
    </w:p>
    <w:p w:rsidR="001F628F" w:rsidRDefault="001F628F" w:rsidP="00D11EA1">
      <w:pPr>
        <w:pStyle w:val="libNormal"/>
        <w:rPr>
          <w:rtl/>
        </w:rPr>
      </w:pPr>
      <w:r>
        <w:rPr>
          <w:rFonts w:hint="eastAsia"/>
          <w:rtl/>
        </w:rPr>
        <w:t>اثار</w:t>
      </w:r>
      <w:r>
        <w:rPr>
          <w:rtl/>
        </w:rPr>
        <w:t xml:space="preserve"> قديمہ كى شناخت :</w:t>
      </w:r>
      <w:r>
        <w:rPr>
          <w:rFonts w:hint="eastAsia"/>
          <w:rtl/>
        </w:rPr>
        <w:t>اثار</w:t>
      </w:r>
      <w:r>
        <w:rPr>
          <w:rtl/>
        </w:rPr>
        <w:t xml:space="preserve"> قديمہ كى شناخت كى اہميت 6</w:t>
      </w:r>
    </w:p>
    <w:p w:rsidR="001F628F" w:rsidRDefault="001F628F" w:rsidP="00D11EA1">
      <w:pPr>
        <w:pStyle w:val="libNormal"/>
        <w:rPr>
          <w:rtl/>
        </w:rPr>
      </w:pPr>
      <w:r>
        <w:rPr>
          <w:rFonts w:hint="eastAsia"/>
          <w:rtl/>
        </w:rPr>
        <w:t>اصحاب</w:t>
      </w:r>
      <w:r>
        <w:rPr>
          <w:rtl/>
        </w:rPr>
        <w:t xml:space="preserve"> ايكہ :</w:t>
      </w:r>
      <w:r>
        <w:rPr>
          <w:rFonts w:hint="eastAsia"/>
          <w:rtl/>
        </w:rPr>
        <w:t>اصحاب</w:t>
      </w:r>
      <w:r>
        <w:rPr>
          <w:rtl/>
        </w:rPr>
        <w:t xml:space="preserve"> ايكہ سے انتقام 1،2;ا صحاب ايكہ كے ظلم كے اثرات 2;صدر اسلام مي</w:t>
      </w:r>
      <w:r w:rsidR="00083993">
        <w:rPr>
          <w:rtl/>
        </w:rPr>
        <w:t xml:space="preserve">ں </w:t>
      </w:r>
      <w:r>
        <w:rPr>
          <w:rtl/>
        </w:rPr>
        <w:t>صحاب ايكہ كے اثار قديمہ 5</w:t>
      </w:r>
    </w:p>
    <w:p w:rsidR="001F628F" w:rsidRDefault="001F628F" w:rsidP="00D11EA1">
      <w:pPr>
        <w:pStyle w:val="libNormal"/>
        <w:rPr>
          <w:rtl/>
        </w:rPr>
      </w:pPr>
      <w:r>
        <w:rPr>
          <w:rFonts w:hint="eastAsia"/>
          <w:rtl/>
        </w:rPr>
        <w:t>الله</w:t>
      </w:r>
      <w:r>
        <w:rPr>
          <w:rtl/>
        </w:rPr>
        <w:t xml:space="preserve"> تعالى :</w:t>
      </w:r>
      <w:r>
        <w:rPr>
          <w:rFonts w:hint="eastAsia"/>
          <w:rtl/>
        </w:rPr>
        <w:t>الله</w:t>
      </w:r>
      <w:r>
        <w:rPr>
          <w:rtl/>
        </w:rPr>
        <w:t xml:space="preserve"> تعالى كا انتقام 1;الله تعالى كى معرفت كاپيش خيمہ 6الله تعالى كے انتقام كے موجبات 2،3</w:t>
      </w:r>
    </w:p>
    <w:p w:rsidR="001F628F" w:rsidRDefault="001F628F" w:rsidP="00D11EA1">
      <w:pPr>
        <w:pStyle w:val="libNormal"/>
        <w:rPr>
          <w:rtl/>
        </w:rPr>
      </w:pPr>
      <w:r>
        <w:rPr>
          <w:rFonts w:hint="eastAsia"/>
          <w:rtl/>
        </w:rPr>
        <w:t>سر</w:t>
      </w:r>
      <w:r>
        <w:rPr>
          <w:rtl/>
        </w:rPr>
        <w:t xml:space="preserve"> زمين :</w:t>
      </w:r>
      <w:r>
        <w:rPr>
          <w:rFonts w:hint="eastAsia"/>
          <w:rtl/>
        </w:rPr>
        <w:t>قوم</w:t>
      </w:r>
      <w:r>
        <w:rPr>
          <w:rtl/>
        </w:rPr>
        <w:t xml:space="preserve"> لوط كى سر زمين 7</w:t>
      </w:r>
    </w:p>
    <w:p w:rsidR="001F628F" w:rsidRDefault="001F628F" w:rsidP="00D11EA1">
      <w:pPr>
        <w:pStyle w:val="libNormal"/>
        <w:rPr>
          <w:rtl/>
        </w:rPr>
      </w:pPr>
      <w:r>
        <w:rPr>
          <w:rFonts w:hint="eastAsia"/>
          <w:rtl/>
        </w:rPr>
        <w:t>ظلم</w:t>
      </w:r>
      <w:r>
        <w:rPr>
          <w:rtl/>
        </w:rPr>
        <w:t xml:space="preserve"> :</w:t>
      </w:r>
      <w:r>
        <w:rPr>
          <w:rFonts w:hint="eastAsia"/>
          <w:rtl/>
        </w:rPr>
        <w:t>ظلم</w:t>
      </w:r>
      <w:r>
        <w:rPr>
          <w:rtl/>
        </w:rPr>
        <w:t xml:space="preserve"> كے اثرات 3;ظلم كا گناہ 4</w:t>
      </w:r>
    </w:p>
    <w:p w:rsidR="001F628F" w:rsidRDefault="001F628F" w:rsidP="00D11EA1">
      <w:pPr>
        <w:pStyle w:val="libNormal"/>
        <w:rPr>
          <w:rtl/>
        </w:rPr>
      </w:pPr>
      <w:r>
        <w:rPr>
          <w:rFonts w:hint="eastAsia"/>
          <w:rtl/>
        </w:rPr>
        <w:t>عبرت</w:t>
      </w:r>
      <w:r>
        <w:rPr>
          <w:rtl/>
        </w:rPr>
        <w:t xml:space="preserve"> :</w:t>
      </w:r>
      <w:r>
        <w:rPr>
          <w:rFonts w:hint="eastAsia"/>
          <w:rtl/>
        </w:rPr>
        <w:t>عبرت</w:t>
      </w:r>
      <w:r>
        <w:rPr>
          <w:rtl/>
        </w:rPr>
        <w:t xml:space="preserve"> كے عوامل 6</w:t>
      </w:r>
    </w:p>
    <w:p w:rsidR="001F628F" w:rsidRDefault="001F628F" w:rsidP="00D11EA1">
      <w:pPr>
        <w:pStyle w:val="libNormal"/>
        <w:rPr>
          <w:rtl/>
        </w:rPr>
      </w:pPr>
      <w:r>
        <w:rPr>
          <w:rFonts w:hint="eastAsia"/>
          <w:rtl/>
        </w:rPr>
        <w:t>عذاب</w:t>
      </w:r>
      <w:r>
        <w:rPr>
          <w:rtl/>
        </w:rPr>
        <w:t xml:space="preserve"> :</w:t>
      </w:r>
      <w:r>
        <w:rPr>
          <w:rFonts w:hint="eastAsia"/>
          <w:rtl/>
        </w:rPr>
        <w:t>عذاب</w:t>
      </w:r>
      <w:r>
        <w:rPr>
          <w:rtl/>
        </w:rPr>
        <w:t xml:space="preserve"> كے موجبات 4</w:t>
      </w:r>
    </w:p>
    <w:p w:rsidR="001F628F" w:rsidRDefault="001F628F" w:rsidP="00D11EA1">
      <w:pPr>
        <w:pStyle w:val="libNormal"/>
        <w:rPr>
          <w:rtl/>
        </w:rPr>
      </w:pPr>
      <w:r>
        <w:rPr>
          <w:rFonts w:hint="eastAsia"/>
          <w:rtl/>
        </w:rPr>
        <w:t>عمل</w:t>
      </w:r>
      <w:r>
        <w:rPr>
          <w:rtl/>
        </w:rPr>
        <w:t xml:space="preserve"> :</w:t>
      </w:r>
      <w:r>
        <w:rPr>
          <w:rFonts w:hint="eastAsia"/>
          <w:rtl/>
        </w:rPr>
        <w:t>پسنديدہ</w:t>
      </w:r>
      <w:r>
        <w:rPr>
          <w:rtl/>
        </w:rPr>
        <w:t xml:space="preserve"> عمل 6</w:t>
      </w:r>
    </w:p>
    <w:p w:rsidR="001F628F" w:rsidRDefault="001F628F" w:rsidP="00D11EA1">
      <w:pPr>
        <w:pStyle w:val="libNormal"/>
        <w:rPr>
          <w:rtl/>
        </w:rPr>
      </w:pPr>
      <w:r>
        <w:rPr>
          <w:rFonts w:hint="eastAsia"/>
          <w:rtl/>
        </w:rPr>
        <w:t>قوم</w:t>
      </w:r>
      <w:r>
        <w:rPr>
          <w:rtl/>
        </w:rPr>
        <w:t xml:space="preserve"> لوط :</w:t>
      </w:r>
      <w:r>
        <w:rPr>
          <w:rFonts w:hint="eastAsia"/>
          <w:rtl/>
        </w:rPr>
        <w:t>صدر</w:t>
      </w:r>
      <w:r>
        <w:rPr>
          <w:rtl/>
        </w:rPr>
        <w:t xml:space="preserve"> اسلام مي</w:t>
      </w:r>
      <w:r w:rsidR="00083993">
        <w:rPr>
          <w:rtl/>
        </w:rPr>
        <w:t xml:space="preserve">ں </w:t>
      </w:r>
      <w:r>
        <w:rPr>
          <w:rtl/>
        </w:rPr>
        <w:t>قوم لوط كے اثار قديمہ 5;قوم لوط سے انتقام 1،2;قوم لوط كے اثار قديمہ 7;قوم لوط كے جنسى انحراف كے اثرات 2;قوم لوط كے شہر ك</w:t>
      </w:r>
    </w:p>
    <w:p w:rsidR="001F628F" w:rsidRDefault="001E7F9D" w:rsidP="00D11EA1">
      <w:pPr>
        <w:pStyle w:val="libNormal"/>
        <w:rPr>
          <w:rtl/>
        </w:rPr>
      </w:pPr>
      <w:r w:rsidRPr="00F73EDE">
        <w:rPr>
          <w:rStyle w:val="libPoemTiniChar0"/>
          <w:rtl/>
        </w:rPr>
        <w:br w:type="page"/>
      </w:r>
      <w:r w:rsidR="001F628F">
        <w:rPr>
          <w:rFonts w:hint="eastAsia"/>
          <w:rtl/>
        </w:rPr>
        <w:lastRenderedPageBreak/>
        <w:t>اوپر</w:t>
      </w:r>
      <w:r w:rsidR="001F628F">
        <w:rPr>
          <w:rtl/>
        </w:rPr>
        <w:t xml:space="preserve"> تلے ہوجانا7;قوم لوط كے لواط كے اثرات 2 ; قوم لوط مي</w:t>
      </w:r>
      <w:r w:rsidR="00083993">
        <w:rPr>
          <w:rtl/>
        </w:rPr>
        <w:t xml:space="preserve">ں </w:t>
      </w:r>
      <w:r w:rsidR="001F628F">
        <w:rPr>
          <w:rtl/>
        </w:rPr>
        <w:t>ہم جنس پرستى كے اثرات 2</w:t>
      </w:r>
    </w:p>
    <w:p w:rsidR="001F628F" w:rsidRDefault="001F628F" w:rsidP="001F628F">
      <w:pPr>
        <w:pStyle w:val="libNormal"/>
        <w:rPr>
          <w:rtl/>
        </w:rPr>
      </w:pPr>
      <w:r>
        <w:rPr>
          <w:rFonts w:hint="eastAsia"/>
          <w:rtl/>
        </w:rPr>
        <w:t>كبيرہ</w:t>
      </w:r>
      <w:r>
        <w:rPr>
          <w:rtl/>
        </w:rPr>
        <w:t xml:space="preserve"> گناہ :4</w:t>
      </w:r>
    </w:p>
    <w:p w:rsidR="001F628F" w:rsidRDefault="001F628F" w:rsidP="00D11EA1">
      <w:pPr>
        <w:pStyle w:val="libNormal"/>
        <w:rPr>
          <w:rtl/>
        </w:rPr>
      </w:pPr>
      <w:r>
        <w:rPr>
          <w:rFonts w:hint="eastAsia"/>
          <w:rtl/>
        </w:rPr>
        <w:t>لواط</w:t>
      </w:r>
      <w:r>
        <w:rPr>
          <w:rtl/>
        </w:rPr>
        <w:t xml:space="preserve"> :</w:t>
      </w:r>
      <w:r>
        <w:rPr>
          <w:rFonts w:hint="eastAsia"/>
          <w:rtl/>
        </w:rPr>
        <w:t>لواط</w:t>
      </w:r>
      <w:r>
        <w:rPr>
          <w:rtl/>
        </w:rPr>
        <w:t xml:space="preserve"> كے اثرات 3</w:t>
      </w:r>
    </w:p>
    <w:p w:rsidR="001F628F" w:rsidRDefault="001F628F" w:rsidP="00D11EA1">
      <w:pPr>
        <w:pStyle w:val="libNormal"/>
        <w:rPr>
          <w:rtl/>
        </w:rPr>
      </w:pPr>
      <w:r>
        <w:rPr>
          <w:rFonts w:hint="eastAsia"/>
          <w:rtl/>
        </w:rPr>
        <w:t>مكہ</w:t>
      </w:r>
      <w:r>
        <w:rPr>
          <w:rtl/>
        </w:rPr>
        <w:t xml:space="preserve"> :</w:t>
      </w:r>
      <w:r>
        <w:rPr>
          <w:rFonts w:hint="eastAsia"/>
          <w:rtl/>
        </w:rPr>
        <w:t>اہل</w:t>
      </w:r>
      <w:r>
        <w:rPr>
          <w:rtl/>
        </w:rPr>
        <w:t xml:space="preserve"> مكہ اور اصحاب ايكہ كے اثار قديمہ 5;اہل مكہ اور قوم لوط كے اثار قديمہ 5</w:t>
      </w:r>
    </w:p>
    <w:p w:rsidR="001F628F" w:rsidRDefault="001F628F" w:rsidP="00D11EA1">
      <w:pPr>
        <w:pStyle w:val="libNormal"/>
        <w:rPr>
          <w:rtl/>
        </w:rPr>
      </w:pPr>
      <w:r>
        <w:rPr>
          <w:rFonts w:hint="eastAsia"/>
          <w:rtl/>
        </w:rPr>
        <w:t>ہم</w:t>
      </w:r>
      <w:r>
        <w:rPr>
          <w:rtl/>
        </w:rPr>
        <w:t xml:space="preserve"> جنس پرستى :</w:t>
      </w:r>
      <w:r>
        <w:rPr>
          <w:rFonts w:hint="eastAsia"/>
          <w:rtl/>
        </w:rPr>
        <w:t>ہم</w:t>
      </w:r>
      <w:r>
        <w:rPr>
          <w:rtl/>
        </w:rPr>
        <w:t xml:space="preserve"> جنس پرستى كے اثرات 3</w:t>
      </w:r>
    </w:p>
    <w:p w:rsidR="001F628F" w:rsidRPr="00120F63" w:rsidRDefault="00D11EA1" w:rsidP="00D11EA1">
      <w:pPr>
        <w:pStyle w:val="Heading2Center"/>
        <w:rPr>
          <w:rtl/>
        </w:rPr>
      </w:pPr>
      <w:bookmarkStart w:id="126" w:name="_Toc28081804"/>
      <w:r>
        <w:rPr>
          <w:rFonts w:hint="cs"/>
          <w:rtl/>
        </w:rPr>
        <w:t xml:space="preserve">آیت </w:t>
      </w:r>
      <w:r w:rsidRPr="00120F63">
        <w:rPr>
          <w:rFonts w:hint="cs"/>
          <w:rtl/>
        </w:rPr>
        <w:t>80</w:t>
      </w:r>
      <w:bookmarkEnd w:id="126"/>
    </w:p>
    <w:p w:rsidR="001F628F" w:rsidRDefault="00E260F9" w:rsidP="00D11EA1">
      <w:pPr>
        <w:pStyle w:val="libNormal"/>
        <w:rPr>
          <w:rtl/>
        </w:rPr>
      </w:pPr>
      <w:r w:rsidRPr="00E260F9">
        <w:rPr>
          <w:rStyle w:val="libAlaemChar"/>
          <w:rFonts w:hint="eastAsia"/>
          <w:rtl/>
        </w:rPr>
        <w:t>(</w:t>
      </w:r>
      <w:r w:rsidRPr="00D11EA1">
        <w:rPr>
          <w:rStyle w:val="libAieChar"/>
          <w:rFonts w:hint="eastAsia"/>
          <w:rtl/>
        </w:rPr>
        <w:t>وَلَقَدْ</w:t>
      </w:r>
      <w:r w:rsidRPr="00D11EA1">
        <w:rPr>
          <w:rStyle w:val="libAieChar"/>
          <w:rtl/>
        </w:rPr>
        <w:t xml:space="preserve"> كَذَّبَ أَصْحَابُ الحِجْرِ الْمُرْسَلِينَ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اصحاب حجر نے بھى مرسلين كى تكذيب كى _</w:t>
      </w:r>
    </w:p>
    <w:p w:rsidR="001F628F" w:rsidRDefault="001F628F" w:rsidP="00D11EA1">
      <w:pPr>
        <w:pStyle w:val="libNormal"/>
        <w:rPr>
          <w:rtl/>
        </w:rPr>
      </w:pPr>
      <w:r>
        <w:rPr>
          <w:rtl/>
        </w:rPr>
        <w:t xml:space="preserve">1_اصحاب حجر (قوم ثمود)نے(بھي) </w:t>
      </w:r>
      <w:r w:rsidR="003D0BA1">
        <w:rPr>
          <w:rtl/>
        </w:rPr>
        <w:t>انبياء</w:t>
      </w:r>
      <w:r>
        <w:rPr>
          <w:rtl/>
        </w:rPr>
        <w:t>ے الہى كى نبوت كو جھٹلايا _</w:t>
      </w:r>
      <w:r w:rsidRPr="00D11EA1">
        <w:rPr>
          <w:rStyle w:val="libArabicChar"/>
          <w:rFonts w:hint="eastAsia"/>
          <w:rtl/>
        </w:rPr>
        <w:t>ولقد</w:t>
      </w:r>
      <w:r w:rsidRPr="00D11EA1">
        <w:rPr>
          <w:rStyle w:val="libArabicChar"/>
          <w:rtl/>
        </w:rPr>
        <w:t xml:space="preserve"> كذّب ا صحب الحجر المرسلين</w:t>
      </w:r>
    </w:p>
    <w:p w:rsidR="001F628F" w:rsidRDefault="001F628F" w:rsidP="00D11EA1">
      <w:pPr>
        <w:pStyle w:val="libNormal"/>
        <w:rPr>
          <w:rtl/>
        </w:rPr>
      </w:pPr>
      <w:r>
        <w:rPr>
          <w:rtl/>
        </w:rPr>
        <w:t>2_اصحاب حجر (قوم ثمود)كے متعدد انبياء تھے_</w:t>
      </w:r>
      <w:r w:rsidRPr="00D11EA1">
        <w:rPr>
          <w:rStyle w:val="libArabicChar"/>
          <w:rFonts w:hint="eastAsia"/>
          <w:rtl/>
        </w:rPr>
        <w:t>ولقد</w:t>
      </w:r>
      <w:r w:rsidRPr="00D11EA1">
        <w:rPr>
          <w:rStyle w:val="libArabicChar"/>
          <w:rtl/>
        </w:rPr>
        <w:t xml:space="preserve"> كذّب ا صحب الحجر المرسلين</w:t>
      </w:r>
    </w:p>
    <w:p w:rsidR="001F628F" w:rsidRDefault="001F628F" w:rsidP="001F628F">
      <w:pPr>
        <w:pStyle w:val="libNormal"/>
        <w:rPr>
          <w:rtl/>
        </w:rPr>
      </w:pPr>
      <w:r>
        <w:rPr>
          <w:rFonts w:hint="eastAsia"/>
          <w:rtl/>
        </w:rPr>
        <w:t>ہو</w:t>
      </w:r>
      <w:r>
        <w:rPr>
          <w:rtl/>
        </w:rPr>
        <w:t xml:space="preserve"> سكتا ہے''المرسلين ''كا جمع انا مندرجہ بالا مطلب كى طرف اشارہ ہو_</w:t>
      </w:r>
    </w:p>
    <w:p w:rsidR="001F628F" w:rsidRDefault="001F628F" w:rsidP="00D11EA1">
      <w:pPr>
        <w:pStyle w:val="libNormal"/>
        <w:rPr>
          <w:rtl/>
        </w:rPr>
      </w:pPr>
      <w:r>
        <w:rPr>
          <w:rtl/>
        </w:rPr>
        <w:t xml:space="preserve">3_اصحاب حجر (قوم ثمود)نے حضرت صالح </w:t>
      </w:r>
      <w:r w:rsidR="00367F17" w:rsidRPr="00367F17">
        <w:rPr>
          <w:rStyle w:val="libAlaemChar"/>
          <w:rtl/>
        </w:rPr>
        <w:t xml:space="preserve"> عليه‌السلام </w:t>
      </w:r>
      <w:r>
        <w:rPr>
          <w:rtl/>
        </w:rPr>
        <w:t xml:space="preserve"> كى نبوت كو جھٹلايا تھا_</w:t>
      </w:r>
      <w:r w:rsidRPr="00D11EA1">
        <w:rPr>
          <w:rStyle w:val="libArabicChar"/>
          <w:rFonts w:hint="eastAsia"/>
          <w:rtl/>
        </w:rPr>
        <w:t>ولقد</w:t>
      </w:r>
      <w:r w:rsidRPr="00D11EA1">
        <w:rPr>
          <w:rStyle w:val="libArabicChar"/>
          <w:rtl/>
        </w:rPr>
        <w:t xml:space="preserve"> كذّب ا صحب الحجر المرسلين</w:t>
      </w:r>
    </w:p>
    <w:p w:rsidR="001F628F" w:rsidRDefault="001F628F" w:rsidP="001F628F">
      <w:pPr>
        <w:pStyle w:val="libNormal"/>
        <w:rPr>
          <w:rtl/>
        </w:rPr>
      </w:pPr>
      <w:r>
        <w:rPr>
          <w:rFonts w:hint="eastAsia"/>
          <w:rtl/>
        </w:rPr>
        <w:t>مندرجہ</w:t>
      </w:r>
      <w:r>
        <w:rPr>
          <w:rtl/>
        </w:rPr>
        <w:t xml:space="preserve"> بالا ،مطلب اس احتمال كى بنا ء پر اخذ كيا گيا ہے كہ جب ''المر سلين '' سے حضرت صالح </w:t>
      </w:r>
      <w:r w:rsidR="00367F17" w:rsidRPr="00367F17">
        <w:rPr>
          <w:rStyle w:val="libAlaemChar"/>
          <w:rtl/>
        </w:rPr>
        <w:t xml:space="preserve"> عليه‌السلام </w:t>
      </w:r>
      <w:r>
        <w:rPr>
          <w:rtl/>
        </w:rPr>
        <w:t xml:space="preserve"> مراد ہو</w:t>
      </w:r>
      <w:r w:rsidR="00083993">
        <w:rPr>
          <w:rtl/>
        </w:rPr>
        <w:t xml:space="preserve">ں </w:t>
      </w:r>
      <w:r>
        <w:rPr>
          <w:rtl/>
        </w:rPr>
        <w:t>كہ جو قوم ثمود كے نبى تھے اور ''</w:t>
      </w:r>
      <w:r w:rsidRPr="00D11EA1">
        <w:rPr>
          <w:rStyle w:val="libArabicChar"/>
          <w:rtl/>
        </w:rPr>
        <w:t>المرسلين</w:t>
      </w:r>
      <w:r>
        <w:rPr>
          <w:rtl/>
        </w:rPr>
        <w:t>'' كا جمع لايا جاناہوسكتا ہے اس وجہ سے ہو كہ اُس قوم نے حضرت صالح</w:t>
      </w:r>
      <w:r w:rsidR="00367F17" w:rsidRPr="00367F17">
        <w:rPr>
          <w:rStyle w:val="libAlaemChar"/>
          <w:rtl/>
        </w:rPr>
        <w:t xml:space="preserve"> عليه‌السلام </w:t>
      </w:r>
      <w:r>
        <w:rPr>
          <w:rtl/>
        </w:rPr>
        <w:t xml:space="preserve"> كو جھٹلاكر درحقيقت تمام انبيا ئے الہى </w:t>
      </w:r>
      <w:r w:rsidR="00367F17" w:rsidRPr="00367F17">
        <w:rPr>
          <w:rStyle w:val="libAlaemChar"/>
          <w:rtl/>
        </w:rPr>
        <w:t xml:space="preserve"> عليه‌السلام </w:t>
      </w:r>
      <w:r>
        <w:rPr>
          <w:rtl/>
        </w:rPr>
        <w:t xml:space="preserve"> كو </w:t>
      </w:r>
      <w:r>
        <w:rPr>
          <w:rFonts w:hint="eastAsia"/>
          <w:rtl/>
        </w:rPr>
        <w:t>جھٹلايا</w:t>
      </w:r>
      <w:r>
        <w:rPr>
          <w:rtl/>
        </w:rPr>
        <w:t xml:space="preserve"> ہے_</w:t>
      </w:r>
    </w:p>
    <w:p w:rsidR="001F628F" w:rsidRDefault="001F628F" w:rsidP="00D11EA1">
      <w:pPr>
        <w:pStyle w:val="libNormal"/>
        <w:rPr>
          <w:rtl/>
        </w:rPr>
      </w:pPr>
      <w:r>
        <w:rPr>
          <w:rtl/>
        </w:rPr>
        <w:t>4_</w:t>
      </w:r>
      <w:r w:rsidR="003D0BA1">
        <w:rPr>
          <w:rtl/>
        </w:rPr>
        <w:t>انبياء</w:t>
      </w:r>
      <w:r>
        <w:rPr>
          <w:rtl/>
        </w:rPr>
        <w:t>ے الہى اور اسمانى اديان ،باہمى مشتركات اور ناقابل تفكيك ہم بستگى كے حامل ہي</w:t>
      </w:r>
      <w:r w:rsidR="00083993">
        <w:rPr>
          <w:rtl/>
        </w:rPr>
        <w:t xml:space="preserve">ں </w:t>
      </w:r>
      <w:r>
        <w:rPr>
          <w:rtl/>
        </w:rPr>
        <w:t>اور اُن مي</w:t>
      </w:r>
      <w:r w:rsidR="00083993">
        <w:rPr>
          <w:rtl/>
        </w:rPr>
        <w:t xml:space="preserve">ں </w:t>
      </w:r>
      <w:r>
        <w:rPr>
          <w:rtl/>
        </w:rPr>
        <w:t>سے كسى ايك كى تكذيب ،سب كى تكذيب كے مترادف ہے_</w:t>
      </w:r>
      <w:r w:rsidRPr="00D11EA1">
        <w:rPr>
          <w:rStyle w:val="libArabicChar"/>
          <w:rFonts w:hint="eastAsia"/>
          <w:rtl/>
        </w:rPr>
        <w:t>ولقد</w:t>
      </w:r>
      <w:r w:rsidRPr="00D11EA1">
        <w:rPr>
          <w:rStyle w:val="libArabicChar"/>
          <w:rtl/>
        </w:rPr>
        <w:t xml:space="preserve"> كذّب ا صحب الحجر المرسلين</w:t>
      </w:r>
    </w:p>
    <w:p w:rsidR="001F628F" w:rsidRDefault="001F628F" w:rsidP="001F628F">
      <w:pPr>
        <w:pStyle w:val="libNormal"/>
        <w:rPr>
          <w:rtl/>
        </w:rPr>
      </w:pPr>
      <w:r>
        <w:rPr>
          <w:rFonts w:hint="eastAsia"/>
          <w:rtl/>
        </w:rPr>
        <w:t>مندرجہ</w:t>
      </w:r>
      <w:r>
        <w:rPr>
          <w:rtl/>
        </w:rPr>
        <w:t xml:space="preserve"> بالا مطلب اس نكتے پر مبنى ہے كہ جب اصحاب حجر كے لئے فقط ايك نبى مبعوث ہوا ہو _ جيسا كہ قران مي</w:t>
      </w:r>
      <w:r w:rsidR="00083993">
        <w:rPr>
          <w:rtl/>
        </w:rPr>
        <w:t xml:space="preserve">ں </w:t>
      </w:r>
      <w:r>
        <w:rPr>
          <w:rtl/>
        </w:rPr>
        <w:t xml:space="preserve">بھى فقط حضرت صالح </w:t>
      </w:r>
      <w:r w:rsidR="00367F17" w:rsidRPr="00367F17">
        <w:rPr>
          <w:rStyle w:val="libAlaemChar"/>
          <w:rtl/>
        </w:rPr>
        <w:t xml:space="preserve"> عليه‌السلام </w:t>
      </w:r>
      <w:r>
        <w:rPr>
          <w:rtl/>
        </w:rPr>
        <w:t xml:space="preserve"> كا تذكرہ ملتا ہے_اور ''المرسلين '' كا جمع لايا جانا ہو سكتا ہے اس حقيقت كے بيان كے لئے ہو كہ:الہى اديان اور انبياء كرام </w:t>
      </w:r>
      <w:r w:rsidR="00367F17" w:rsidRPr="00367F17">
        <w:rPr>
          <w:rStyle w:val="libAlaemChar"/>
          <w:rtl/>
        </w:rPr>
        <w:t xml:space="preserve"> عليه‌السلام </w:t>
      </w:r>
      <w:r>
        <w:rPr>
          <w:rtl/>
        </w:rPr>
        <w:t xml:space="preserve"> كے درمي</w:t>
      </w:r>
      <w:r>
        <w:rPr>
          <w:rFonts w:hint="eastAsia"/>
          <w:rtl/>
        </w:rPr>
        <w:t>ان</w:t>
      </w:r>
      <w:r>
        <w:rPr>
          <w:rtl/>
        </w:rPr>
        <w:t xml:space="preserve"> باہمى مشتركات اور ہم بستگى پائي جاتى ہے اور اُن مي</w:t>
      </w:r>
      <w:r w:rsidR="00083993">
        <w:rPr>
          <w:rtl/>
        </w:rPr>
        <w:t xml:space="preserve">ں </w:t>
      </w:r>
      <w:r>
        <w:rPr>
          <w:rtl/>
        </w:rPr>
        <w:t>سے ہر ايك كو جھٹلانا ،سب كو جھٹلانے كے برابر</w:t>
      </w:r>
    </w:p>
    <w:p w:rsidR="00D11EA1" w:rsidRDefault="001E7F9D" w:rsidP="00F73EDE">
      <w:pPr>
        <w:pStyle w:val="libPoemTini"/>
        <w:rPr>
          <w:rtl/>
        </w:rPr>
      </w:pPr>
      <w:r>
        <w:rPr>
          <w:rtl/>
        </w:rPr>
        <w:br w:type="page"/>
      </w:r>
    </w:p>
    <w:p w:rsidR="001F628F" w:rsidRDefault="001F628F" w:rsidP="00D11EA1">
      <w:pPr>
        <w:pStyle w:val="libNormal"/>
        <w:rPr>
          <w:rtl/>
        </w:rPr>
      </w:pPr>
      <w:r>
        <w:rPr>
          <w:rFonts w:hint="eastAsia"/>
          <w:rtl/>
        </w:rPr>
        <w:lastRenderedPageBreak/>
        <w:t>ہے</w:t>
      </w:r>
      <w:r>
        <w:rPr>
          <w:rtl/>
        </w:rPr>
        <w:t>_</w:t>
      </w:r>
    </w:p>
    <w:p w:rsidR="001F628F" w:rsidRDefault="001F628F" w:rsidP="00D11EA1">
      <w:pPr>
        <w:pStyle w:val="libNormal"/>
        <w:rPr>
          <w:rtl/>
        </w:rPr>
      </w:pPr>
      <w:r>
        <w:rPr>
          <w:rtl/>
        </w:rPr>
        <w:t>5_اصحاب حجر (قوم ثمود)كے مستحكم اور پتھريلے گھر تھے_</w:t>
      </w:r>
      <w:r w:rsidRPr="00E12C12">
        <w:rPr>
          <w:rStyle w:val="libArabicChar"/>
          <w:rFonts w:hint="eastAsia"/>
          <w:rtl/>
        </w:rPr>
        <w:t>ولقد</w:t>
      </w:r>
      <w:r w:rsidRPr="00E12C12">
        <w:rPr>
          <w:rStyle w:val="libArabicChar"/>
          <w:rtl/>
        </w:rPr>
        <w:t xml:space="preserve"> كذّب ا صحب الحجر المرسلين</w:t>
      </w:r>
    </w:p>
    <w:p w:rsidR="001F628F" w:rsidRDefault="001F628F" w:rsidP="001F628F">
      <w:pPr>
        <w:pStyle w:val="libNormal"/>
        <w:rPr>
          <w:rtl/>
        </w:rPr>
      </w:pPr>
      <w:r>
        <w:rPr>
          <w:rFonts w:hint="eastAsia"/>
          <w:rtl/>
        </w:rPr>
        <w:t>قوم</w:t>
      </w:r>
      <w:r>
        <w:rPr>
          <w:rtl/>
        </w:rPr>
        <w:t xml:space="preserve"> ثمود كو ''اصحاب حجر '' كے نام سے ياد كيا جانا ہو سكتا ہے مندرجہ بالا مطلب كى طرف اشارہ ہو _ بعد والى دو ايات مي</w:t>
      </w:r>
      <w:r w:rsidR="00083993">
        <w:rPr>
          <w:rtl/>
        </w:rPr>
        <w:t xml:space="preserve">ں </w:t>
      </w:r>
      <w:r>
        <w:rPr>
          <w:rtl/>
        </w:rPr>
        <w:t xml:space="preserve">بھى جملہ '' </w:t>
      </w:r>
      <w:r w:rsidRPr="00E12C12">
        <w:rPr>
          <w:rStyle w:val="libArabicChar"/>
          <w:rtl/>
        </w:rPr>
        <w:t>وكانوا ينحتون من الجبال بيوتاً</w:t>
      </w:r>
      <w:r>
        <w:rPr>
          <w:rtl/>
        </w:rPr>
        <w:t xml:space="preserve"> ...''اسى مطلب كا مئويد ہے _</w:t>
      </w:r>
    </w:p>
    <w:p w:rsidR="001F628F" w:rsidRDefault="001F628F" w:rsidP="00E12C12">
      <w:pPr>
        <w:pStyle w:val="libNormal"/>
        <w:rPr>
          <w:rtl/>
        </w:rPr>
      </w:pPr>
      <w:r>
        <w:rPr>
          <w:rFonts w:hint="eastAsia"/>
          <w:rtl/>
        </w:rPr>
        <w:t>اديان</w:t>
      </w:r>
      <w:r>
        <w:rPr>
          <w:rtl/>
        </w:rPr>
        <w:t xml:space="preserve"> :</w:t>
      </w:r>
      <w:r>
        <w:rPr>
          <w:rFonts w:hint="eastAsia"/>
          <w:rtl/>
        </w:rPr>
        <w:t>اديان</w:t>
      </w:r>
      <w:r>
        <w:rPr>
          <w:rtl/>
        </w:rPr>
        <w:t xml:space="preserve"> كى ہم اہنگى 4</w:t>
      </w:r>
    </w:p>
    <w:p w:rsidR="001F628F" w:rsidRDefault="001F628F" w:rsidP="00E12C12">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كى تكذيب 4;انبياء كى ہم اہنگى 4;انبياء كے مشتركات 4;انبياء كے مكذبين 1</w:t>
      </w:r>
    </w:p>
    <w:p w:rsidR="001F628F" w:rsidRDefault="001F628F" w:rsidP="00E12C12">
      <w:pPr>
        <w:pStyle w:val="libNormal"/>
        <w:rPr>
          <w:rtl/>
        </w:rPr>
      </w:pPr>
      <w:r>
        <w:rPr>
          <w:rFonts w:hint="eastAsia"/>
          <w:rtl/>
        </w:rPr>
        <w:t>حضرت</w:t>
      </w:r>
      <w:r>
        <w:rPr>
          <w:rtl/>
        </w:rPr>
        <w:t xml:space="preserve"> صالح </w:t>
      </w:r>
      <w:r w:rsidR="00367F17" w:rsidRPr="00367F17">
        <w:rPr>
          <w:rStyle w:val="libAlaemChar"/>
          <w:rtl/>
        </w:rPr>
        <w:t xml:space="preserve"> عليه‌السلام </w:t>
      </w:r>
      <w:r>
        <w:rPr>
          <w:rtl/>
        </w:rPr>
        <w:t xml:space="preserve"> :</w:t>
      </w:r>
      <w:r>
        <w:rPr>
          <w:rFonts w:hint="eastAsia"/>
          <w:rtl/>
        </w:rPr>
        <w:t>حضرت</w:t>
      </w:r>
      <w:r>
        <w:rPr>
          <w:rtl/>
        </w:rPr>
        <w:t xml:space="preserve"> صالح </w:t>
      </w:r>
      <w:r w:rsidR="00367F17" w:rsidRPr="00367F17">
        <w:rPr>
          <w:rStyle w:val="libAlaemChar"/>
          <w:rtl/>
        </w:rPr>
        <w:t xml:space="preserve"> عليه‌السلام </w:t>
      </w:r>
      <w:r>
        <w:rPr>
          <w:rtl/>
        </w:rPr>
        <w:t xml:space="preserve"> كو جھٹلانے والے 3</w:t>
      </w:r>
    </w:p>
    <w:p w:rsidR="001F628F" w:rsidRDefault="001F628F" w:rsidP="00E12C12">
      <w:pPr>
        <w:pStyle w:val="libNormal"/>
        <w:rPr>
          <w:rtl/>
        </w:rPr>
      </w:pPr>
      <w:r>
        <w:rPr>
          <w:rFonts w:hint="eastAsia"/>
          <w:rtl/>
        </w:rPr>
        <w:t>گھر</w:t>
      </w:r>
      <w:r>
        <w:rPr>
          <w:rtl/>
        </w:rPr>
        <w:t xml:space="preserve"> :</w:t>
      </w:r>
      <w:r>
        <w:rPr>
          <w:rFonts w:hint="eastAsia"/>
          <w:rtl/>
        </w:rPr>
        <w:t>پتھريلے</w:t>
      </w:r>
      <w:r>
        <w:rPr>
          <w:rtl/>
        </w:rPr>
        <w:t xml:space="preserve"> گھر 5</w:t>
      </w:r>
    </w:p>
    <w:p w:rsidR="001F628F" w:rsidRDefault="001F628F" w:rsidP="00E12C12">
      <w:pPr>
        <w:pStyle w:val="libNormal"/>
        <w:rPr>
          <w:rtl/>
        </w:rPr>
      </w:pPr>
      <w:r>
        <w:rPr>
          <w:rFonts w:hint="eastAsia"/>
          <w:rtl/>
        </w:rPr>
        <w:t>قوم</w:t>
      </w:r>
      <w:r>
        <w:rPr>
          <w:rtl/>
        </w:rPr>
        <w:t xml:space="preserve"> ثمود :</w:t>
      </w:r>
      <w:r>
        <w:rPr>
          <w:rFonts w:hint="eastAsia"/>
          <w:rtl/>
        </w:rPr>
        <w:t>قوم</w:t>
      </w:r>
      <w:r>
        <w:rPr>
          <w:rtl/>
        </w:rPr>
        <w:t xml:space="preserve"> ثمودكا كفر 1،3;قوم ثمودكے انبياء كا متعدد ہونا 2 ; قوم ثمودكے گھرو</w:t>
      </w:r>
      <w:r w:rsidR="00083993">
        <w:rPr>
          <w:rtl/>
        </w:rPr>
        <w:t xml:space="preserve">ں </w:t>
      </w:r>
      <w:r>
        <w:rPr>
          <w:rtl/>
        </w:rPr>
        <w:t>كى خصوصيات 5</w:t>
      </w:r>
    </w:p>
    <w:p w:rsidR="001F628F" w:rsidRPr="00120F63" w:rsidRDefault="00E12C12" w:rsidP="00E12C12">
      <w:pPr>
        <w:pStyle w:val="Heading2Center"/>
        <w:rPr>
          <w:rtl/>
        </w:rPr>
      </w:pPr>
      <w:bookmarkStart w:id="127" w:name="_Toc28081805"/>
      <w:r>
        <w:rPr>
          <w:rFonts w:hint="cs"/>
          <w:rtl/>
        </w:rPr>
        <w:t xml:space="preserve">آیت </w:t>
      </w:r>
      <w:r w:rsidRPr="00120F63">
        <w:rPr>
          <w:rFonts w:hint="cs"/>
          <w:rtl/>
        </w:rPr>
        <w:t>81</w:t>
      </w:r>
      <w:bookmarkEnd w:id="127"/>
    </w:p>
    <w:p w:rsidR="001F628F" w:rsidRDefault="00E260F9" w:rsidP="00E12C12">
      <w:pPr>
        <w:pStyle w:val="libNormal"/>
        <w:rPr>
          <w:rtl/>
        </w:rPr>
      </w:pPr>
      <w:r w:rsidRPr="00E260F9">
        <w:rPr>
          <w:rStyle w:val="libAlaemChar"/>
          <w:rFonts w:hint="eastAsia"/>
          <w:rtl/>
        </w:rPr>
        <w:t>(</w:t>
      </w:r>
      <w:r w:rsidRPr="00E12C12">
        <w:rPr>
          <w:rStyle w:val="libAieChar"/>
          <w:rFonts w:hint="eastAsia"/>
          <w:rtl/>
        </w:rPr>
        <w:t>وَآتَيْنَاهُمْ</w:t>
      </w:r>
      <w:r w:rsidRPr="00E12C12">
        <w:rPr>
          <w:rStyle w:val="libAieChar"/>
          <w:rtl/>
        </w:rPr>
        <w:t xml:space="preserve"> آيَاتِنَا فَكَانُواْ عَنْهَا مُعْرِضِينَ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انھي</w:t>
      </w:r>
      <w:r w:rsidR="00083993">
        <w:rPr>
          <w:rtl/>
        </w:rPr>
        <w:t xml:space="preserve">ں </w:t>
      </w:r>
      <w:r>
        <w:rPr>
          <w:rtl/>
        </w:rPr>
        <w:t>بھى اپنى نشانيا</w:t>
      </w:r>
      <w:r w:rsidR="00083993">
        <w:rPr>
          <w:rtl/>
        </w:rPr>
        <w:t xml:space="preserve">ں </w:t>
      </w:r>
      <w:r>
        <w:rPr>
          <w:rtl/>
        </w:rPr>
        <w:t>دي</w:t>
      </w:r>
      <w:r w:rsidR="00083993">
        <w:rPr>
          <w:rtl/>
        </w:rPr>
        <w:t xml:space="preserve">ں </w:t>
      </w:r>
      <w:r>
        <w:rPr>
          <w:rtl/>
        </w:rPr>
        <w:t>تو وہ اعراض كرنے والے ہى رہ گئے _</w:t>
      </w:r>
    </w:p>
    <w:p w:rsidR="001F628F" w:rsidRDefault="001F628F" w:rsidP="001F628F">
      <w:pPr>
        <w:pStyle w:val="libNormal"/>
        <w:rPr>
          <w:rtl/>
        </w:rPr>
      </w:pPr>
      <w:r>
        <w:rPr>
          <w:rtl/>
        </w:rPr>
        <w:t>1_خداوند متعال نے اصحاب حجر (قوم ثمود) كے سامنے اپنے بہت سے معجزات، مختلف نشانيا</w:t>
      </w:r>
      <w:r w:rsidR="00083993">
        <w:rPr>
          <w:rtl/>
        </w:rPr>
        <w:t xml:space="preserve">ں </w:t>
      </w:r>
      <w:r>
        <w:rPr>
          <w:rtl/>
        </w:rPr>
        <w:t>اور ايات پيش كي</w:t>
      </w:r>
      <w:r w:rsidR="00083993">
        <w:rPr>
          <w:rtl/>
        </w:rPr>
        <w:t xml:space="preserve">ں </w:t>
      </w:r>
      <w:r>
        <w:rPr>
          <w:rtl/>
        </w:rPr>
        <w:t>_</w:t>
      </w:r>
    </w:p>
    <w:p w:rsidR="001F628F" w:rsidRDefault="001F628F" w:rsidP="00CF5DC8">
      <w:pPr>
        <w:pStyle w:val="libArabic"/>
        <w:rPr>
          <w:rtl/>
        </w:rPr>
      </w:pPr>
      <w:r>
        <w:rPr>
          <w:rFonts w:hint="eastAsia"/>
          <w:rtl/>
        </w:rPr>
        <w:t>وء</w:t>
      </w:r>
      <w:r>
        <w:rPr>
          <w:rtl/>
        </w:rPr>
        <w:t xml:space="preserve"> اتين</w:t>
      </w:r>
      <w:r w:rsidR="00F21947" w:rsidRPr="00B2551F">
        <w:rPr>
          <w:rFonts w:hint="cs"/>
          <w:rtl/>
        </w:rPr>
        <w:t>ه</w:t>
      </w:r>
      <w:r>
        <w:rPr>
          <w:rFonts w:hint="cs"/>
          <w:rtl/>
        </w:rPr>
        <w:t>م</w:t>
      </w:r>
      <w:r>
        <w:rPr>
          <w:rtl/>
        </w:rPr>
        <w:t xml:space="preserve"> </w:t>
      </w:r>
      <w:r>
        <w:rPr>
          <w:rFonts w:hint="cs"/>
          <w:rtl/>
        </w:rPr>
        <w:t>ء</w:t>
      </w:r>
      <w:r>
        <w:rPr>
          <w:rtl/>
        </w:rPr>
        <w:t xml:space="preserve"> اى تن</w:t>
      </w:r>
    </w:p>
    <w:p w:rsidR="001F628F" w:rsidRDefault="001F628F" w:rsidP="001F628F">
      <w:pPr>
        <w:pStyle w:val="libNormal"/>
        <w:rPr>
          <w:rtl/>
        </w:rPr>
      </w:pPr>
      <w:r>
        <w:rPr>
          <w:rtl/>
        </w:rPr>
        <w:t>2_اصحاب حجر (قوم ثمود) ، معجزات اور ايات الہى سے منہ موڑ كر اپنے كفر پر اصرار كرنے لگے_</w:t>
      </w:r>
    </w:p>
    <w:p w:rsidR="001F628F" w:rsidRDefault="001F628F" w:rsidP="00CF5DC8">
      <w:pPr>
        <w:pStyle w:val="libArabic"/>
        <w:rPr>
          <w:rtl/>
        </w:rPr>
      </w:pPr>
      <w:r>
        <w:rPr>
          <w:rFonts w:hint="eastAsia"/>
          <w:rtl/>
        </w:rPr>
        <w:t>وء</w:t>
      </w:r>
      <w:r>
        <w:rPr>
          <w:rtl/>
        </w:rPr>
        <w:t xml:space="preserve"> اتين</w:t>
      </w:r>
      <w:r w:rsidR="00F21947" w:rsidRPr="00B2551F">
        <w:rPr>
          <w:rFonts w:hint="cs"/>
          <w:rtl/>
        </w:rPr>
        <w:t>ه</w:t>
      </w:r>
      <w:r>
        <w:rPr>
          <w:rFonts w:hint="cs"/>
          <w:rtl/>
        </w:rPr>
        <w:t>م</w:t>
      </w:r>
      <w:r>
        <w:rPr>
          <w:rtl/>
        </w:rPr>
        <w:t xml:space="preserve"> </w:t>
      </w:r>
      <w:r>
        <w:rPr>
          <w:rFonts w:hint="cs"/>
          <w:rtl/>
        </w:rPr>
        <w:t>ء</w:t>
      </w:r>
      <w:r>
        <w:rPr>
          <w:rtl/>
        </w:rPr>
        <w:t xml:space="preserve"> </w:t>
      </w:r>
      <w:r>
        <w:rPr>
          <w:rFonts w:hint="cs"/>
          <w:rtl/>
        </w:rPr>
        <w:t>اى</w:t>
      </w:r>
      <w:r>
        <w:rPr>
          <w:rtl/>
        </w:rPr>
        <w:t xml:space="preserve"> </w:t>
      </w:r>
      <w:r>
        <w:rPr>
          <w:rFonts w:hint="cs"/>
          <w:rtl/>
        </w:rPr>
        <w:t>تنا</w:t>
      </w:r>
      <w:r>
        <w:rPr>
          <w:rtl/>
        </w:rPr>
        <w:t xml:space="preserve"> </w:t>
      </w:r>
      <w:r>
        <w:rPr>
          <w:rFonts w:hint="cs"/>
          <w:rtl/>
        </w:rPr>
        <w:t>فكانوا</w:t>
      </w:r>
      <w:r>
        <w:rPr>
          <w:rtl/>
        </w:rPr>
        <w:t xml:space="preserve"> </w:t>
      </w:r>
      <w:r>
        <w:rPr>
          <w:rFonts w:hint="cs"/>
          <w:rtl/>
        </w:rPr>
        <w:t>عن</w:t>
      </w:r>
      <w:r w:rsidR="00F21947" w:rsidRPr="00B2551F">
        <w:rPr>
          <w:rFonts w:hint="cs"/>
          <w:rtl/>
        </w:rPr>
        <w:t>ه</w:t>
      </w:r>
      <w:r>
        <w:rPr>
          <w:rFonts w:hint="cs"/>
          <w:rtl/>
        </w:rPr>
        <w:t>ا</w:t>
      </w:r>
      <w:r>
        <w:rPr>
          <w:rtl/>
        </w:rPr>
        <w:t xml:space="preserve"> </w:t>
      </w:r>
      <w:r>
        <w:rPr>
          <w:rFonts w:hint="cs"/>
          <w:rtl/>
        </w:rPr>
        <w:t>م</w:t>
      </w:r>
      <w:r>
        <w:rPr>
          <w:rtl/>
        </w:rPr>
        <w:t>عرضين</w:t>
      </w:r>
    </w:p>
    <w:p w:rsidR="001F628F" w:rsidRDefault="001F628F" w:rsidP="00CF5DC8">
      <w:pPr>
        <w:pStyle w:val="libNormal"/>
        <w:rPr>
          <w:rtl/>
        </w:rPr>
      </w:pPr>
      <w:r>
        <w:rPr>
          <w:rtl/>
        </w:rPr>
        <w:t>3_اصحاب حجر (قوم ثمود)ہٹ دھرم ،ضدى اور حق ناپذير لوگ تھے_</w:t>
      </w:r>
      <w:r w:rsidRPr="00CF5DC8">
        <w:rPr>
          <w:rStyle w:val="libArabicChar"/>
          <w:rFonts w:hint="eastAsia"/>
          <w:rtl/>
        </w:rPr>
        <w:t>وء</w:t>
      </w:r>
      <w:r w:rsidRPr="00CF5DC8">
        <w:rPr>
          <w:rStyle w:val="libArabicChar"/>
          <w:rtl/>
        </w:rPr>
        <w:t xml:space="preserve"> اتين</w:t>
      </w:r>
      <w:r w:rsidR="00F21947" w:rsidRPr="00B2551F">
        <w:rPr>
          <w:rStyle w:val="libArabicChar"/>
          <w:rFonts w:hint="cs"/>
          <w:rtl/>
        </w:rPr>
        <w:t>ه</w:t>
      </w:r>
      <w:r w:rsidRPr="00CF5DC8">
        <w:rPr>
          <w:rStyle w:val="libArabicChar"/>
          <w:rFonts w:hint="cs"/>
          <w:rtl/>
        </w:rPr>
        <w:t>م</w:t>
      </w:r>
      <w:r w:rsidRPr="00CF5DC8">
        <w:rPr>
          <w:rStyle w:val="libArabicChar"/>
          <w:rtl/>
        </w:rPr>
        <w:t xml:space="preserve"> </w:t>
      </w:r>
      <w:r w:rsidRPr="00CF5DC8">
        <w:rPr>
          <w:rStyle w:val="libArabicChar"/>
          <w:rFonts w:hint="cs"/>
          <w:rtl/>
        </w:rPr>
        <w:t>ء</w:t>
      </w:r>
      <w:r w:rsidRPr="00CF5DC8">
        <w:rPr>
          <w:rStyle w:val="libArabicChar"/>
          <w:rtl/>
        </w:rPr>
        <w:t xml:space="preserve"> </w:t>
      </w:r>
      <w:r w:rsidRPr="00CF5DC8">
        <w:rPr>
          <w:rStyle w:val="libArabicChar"/>
          <w:rFonts w:hint="cs"/>
          <w:rtl/>
        </w:rPr>
        <w:t>اى</w:t>
      </w:r>
      <w:r w:rsidRPr="00CF5DC8">
        <w:rPr>
          <w:rStyle w:val="libArabicChar"/>
          <w:rtl/>
        </w:rPr>
        <w:t xml:space="preserve"> </w:t>
      </w:r>
      <w:r w:rsidRPr="00CF5DC8">
        <w:rPr>
          <w:rStyle w:val="libArabicChar"/>
          <w:rFonts w:hint="cs"/>
          <w:rtl/>
        </w:rPr>
        <w:t>تنا</w:t>
      </w:r>
      <w:r w:rsidRPr="00CF5DC8">
        <w:rPr>
          <w:rStyle w:val="libArabicChar"/>
          <w:rtl/>
        </w:rPr>
        <w:t xml:space="preserve"> </w:t>
      </w:r>
      <w:r w:rsidRPr="00CF5DC8">
        <w:rPr>
          <w:rStyle w:val="libArabicChar"/>
          <w:rFonts w:hint="cs"/>
          <w:rtl/>
        </w:rPr>
        <w:t>فكانوا</w:t>
      </w:r>
      <w:r w:rsidRPr="00CF5DC8">
        <w:rPr>
          <w:rStyle w:val="libArabicChar"/>
          <w:rtl/>
        </w:rPr>
        <w:t xml:space="preserve"> </w:t>
      </w:r>
      <w:r w:rsidRPr="00CF5DC8">
        <w:rPr>
          <w:rStyle w:val="libArabicChar"/>
          <w:rFonts w:hint="cs"/>
          <w:rtl/>
        </w:rPr>
        <w:t>عن</w:t>
      </w:r>
      <w:r w:rsidR="00F21947" w:rsidRPr="00B2551F">
        <w:rPr>
          <w:rStyle w:val="libArabicChar"/>
          <w:rFonts w:hint="cs"/>
          <w:rtl/>
        </w:rPr>
        <w:t>ه</w:t>
      </w:r>
      <w:r w:rsidRPr="00CF5DC8">
        <w:rPr>
          <w:rStyle w:val="libArabicChar"/>
          <w:rFonts w:hint="cs"/>
          <w:rtl/>
        </w:rPr>
        <w:t>ا</w:t>
      </w:r>
      <w:r w:rsidRPr="00CF5DC8">
        <w:rPr>
          <w:rStyle w:val="libArabicChar"/>
          <w:rtl/>
        </w:rPr>
        <w:t xml:space="preserve"> معرضين</w:t>
      </w:r>
    </w:p>
    <w:p w:rsidR="001F628F" w:rsidRDefault="001F628F" w:rsidP="001F628F">
      <w:pPr>
        <w:pStyle w:val="libNormal"/>
        <w:rPr>
          <w:rtl/>
        </w:rPr>
      </w:pPr>
      <w:r>
        <w:rPr>
          <w:rFonts w:hint="eastAsia"/>
          <w:rtl/>
        </w:rPr>
        <w:t>يہ</w:t>
      </w:r>
      <w:r>
        <w:rPr>
          <w:rtl/>
        </w:rPr>
        <w:t xml:space="preserve"> كہ اصحاب حجر نے بہت سے معجزات اورايات الہى ديكھنے كے باوجود اُن سے منہ موڑ ليا تھا_اس سے اُن كے ضدى اور حق ناپذير ہونے كا پتہ چلتا ہے جيسا كہ جملہ '' فاعرضوا عنھا''كے بجائے جملہ '' </w:t>
      </w:r>
      <w:r w:rsidRPr="00CF5DC8">
        <w:rPr>
          <w:rStyle w:val="libArabicChar"/>
          <w:rtl/>
        </w:rPr>
        <w:t>فكانوا عن</w:t>
      </w:r>
      <w:r w:rsidR="00F21947" w:rsidRPr="00B2551F">
        <w:rPr>
          <w:rStyle w:val="libArabicChar"/>
          <w:rFonts w:hint="cs"/>
          <w:rtl/>
        </w:rPr>
        <w:t>ه</w:t>
      </w:r>
      <w:r w:rsidRPr="00CF5DC8">
        <w:rPr>
          <w:rStyle w:val="libArabicChar"/>
          <w:rFonts w:hint="cs"/>
          <w:rtl/>
        </w:rPr>
        <w:t>ا</w:t>
      </w:r>
      <w:r w:rsidRPr="00CF5DC8">
        <w:rPr>
          <w:rStyle w:val="libArabicChar"/>
          <w:rtl/>
        </w:rPr>
        <w:t xml:space="preserve"> </w:t>
      </w:r>
      <w:r w:rsidRPr="00CF5DC8">
        <w:rPr>
          <w:rStyle w:val="libArabicChar"/>
          <w:rFonts w:hint="cs"/>
          <w:rtl/>
        </w:rPr>
        <w:t>معرضين</w:t>
      </w:r>
      <w:r>
        <w:rPr>
          <w:rtl/>
        </w:rPr>
        <w:t xml:space="preserve"> '' كا ان</w:t>
      </w:r>
    </w:p>
    <w:p w:rsidR="00CF5DC8" w:rsidRDefault="001E7F9D" w:rsidP="00F73EDE">
      <w:pPr>
        <w:pStyle w:val="libPoemTini"/>
        <w:rPr>
          <w:rtl/>
        </w:rPr>
      </w:pPr>
      <w:r>
        <w:rPr>
          <w:rtl/>
        </w:rPr>
        <w:br w:type="page"/>
      </w:r>
    </w:p>
    <w:p w:rsidR="001F628F" w:rsidRDefault="001F628F" w:rsidP="00CF5DC8">
      <w:pPr>
        <w:pStyle w:val="libNormal"/>
        <w:rPr>
          <w:rtl/>
        </w:rPr>
      </w:pPr>
      <w:r>
        <w:rPr>
          <w:rFonts w:hint="eastAsia"/>
          <w:rtl/>
        </w:rPr>
        <w:lastRenderedPageBreak/>
        <w:t>،مندرجہ</w:t>
      </w:r>
      <w:r>
        <w:rPr>
          <w:rtl/>
        </w:rPr>
        <w:t xml:space="preserve"> بالا مطلب كى تائيد كرتا ہے_كہ جو اس بات كو ظاہر كررہا ہے كہ اُن كا يہ منہ موڑنا مدت دراز سے تھا_</w:t>
      </w:r>
    </w:p>
    <w:p w:rsidR="001F628F" w:rsidRDefault="001F628F" w:rsidP="00CF5DC8">
      <w:pPr>
        <w:pStyle w:val="libNormal"/>
        <w:rPr>
          <w:rtl/>
        </w:rPr>
      </w:pPr>
      <w:r>
        <w:rPr>
          <w:rFonts w:hint="eastAsia"/>
          <w:rtl/>
        </w:rPr>
        <w:t>ايات</w:t>
      </w:r>
      <w:r>
        <w:rPr>
          <w:rtl/>
        </w:rPr>
        <w:t xml:space="preserve"> خدا :</w:t>
      </w:r>
      <w:r>
        <w:rPr>
          <w:rFonts w:hint="eastAsia"/>
          <w:rtl/>
        </w:rPr>
        <w:t>ايات</w:t>
      </w:r>
      <w:r>
        <w:rPr>
          <w:rtl/>
        </w:rPr>
        <w:t xml:space="preserve"> خدا سے منہ موڑنا 2</w:t>
      </w:r>
    </w:p>
    <w:p w:rsidR="001F628F" w:rsidRDefault="001F628F" w:rsidP="001F628F">
      <w:pPr>
        <w:pStyle w:val="libNormal"/>
        <w:rPr>
          <w:rtl/>
        </w:rPr>
      </w:pPr>
      <w:r>
        <w:rPr>
          <w:rFonts w:hint="eastAsia"/>
          <w:rtl/>
        </w:rPr>
        <w:t>حق</w:t>
      </w:r>
      <w:r>
        <w:rPr>
          <w:rtl/>
        </w:rPr>
        <w:t xml:space="preserve"> ناپذير لوگ :3</w:t>
      </w:r>
    </w:p>
    <w:p w:rsidR="001F628F" w:rsidRDefault="001F628F" w:rsidP="00CF5DC8">
      <w:pPr>
        <w:pStyle w:val="libNormal"/>
        <w:rPr>
          <w:rtl/>
        </w:rPr>
      </w:pPr>
      <w:r>
        <w:rPr>
          <w:rFonts w:hint="eastAsia"/>
          <w:rtl/>
        </w:rPr>
        <w:t>قوم</w:t>
      </w:r>
      <w:r>
        <w:rPr>
          <w:rtl/>
        </w:rPr>
        <w:t xml:space="preserve"> ثمود :</w:t>
      </w:r>
      <w:r>
        <w:rPr>
          <w:rFonts w:hint="eastAsia"/>
          <w:rtl/>
        </w:rPr>
        <w:t>قوم</w:t>
      </w:r>
      <w:r>
        <w:rPr>
          <w:rtl/>
        </w:rPr>
        <w:t xml:space="preserve"> ثمود پر ايات خدا كا نزول 1 ; قوم ثمود پر معجزے كا نزول 1;قوم ثمود كاكفر 2;قوم ثمود كا منہ موڑنا2;قوم ثمود كى صفات3;قوم ثمود كى حق ناپذيرى 3; قوم ثمود كى ہٹ دھرمي2،3</w:t>
      </w:r>
    </w:p>
    <w:p w:rsidR="001F628F" w:rsidRPr="00120F63" w:rsidRDefault="00CF5DC8" w:rsidP="00CF5DC8">
      <w:pPr>
        <w:pStyle w:val="Heading2Center"/>
        <w:rPr>
          <w:rtl/>
        </w:rPr>
      </w:pPr>
      <w:bookmarkStart w:id="128" w:name="_Toc28081806"/>
      <w:r>
        <w:rPr>
          <w:rFonts w:hint="cs"/>
          <w:rtl/>
        </w:rPr>
        <w:t xml:space="preserve">آیت </w:t>
      </w:r>
      <w:r w:rsidRPr="00120F63">
        <w:rPr>
          <w:rFonts w:hint="cs"/>
          <w:rtl/>
        </w:rPr>
        <w:t>82</w:t>
      </w:r>
      <w:bookmarkEnd w:id="128"/>
    </w:p>
    <w:p w:rsidR="001F628F" w:rsidRDefault="00E260F9" w:rsidP="00CF5DC8">
      <w:pPr>
        <w:pStyle w:val="libNormal"/>
        <w:rPr>
          <w:rtl/>
        </w:rPr>
      </w:pPr>
      <w:r w:rsidRPr="00E260F9">
        <w:rPr>
          <w:rStyle w:val="libAlaemChar"/>
          <w:rFonts w:hint="eastAsia"/>
          <w:rtl/>
        </w:rPr>
        <w:t>(</w:t>
      </w:r>
      <w:r w:rsidRPr="00CF5DC8">
        <w:rPr>
          <w:rStyle w:val="libAieChar"/>
          <w:rFonts w:hint="eastAsia"/>
          <w:rtl/>
        </w:rPr>
        <w:t>وَكَانُواْ</w:t>
      </w:r>
      <w:r w:rsidRPr="00CF5DC8">
        <w:rPr>
          <w:rStyle w:val="libAieChar"/>
          <w:rtl/>
        </w:rPr>
        <w:t xml:space="preserve"> يَنْحِتُونَ مِنَ الْجِبَالِ بُيُوتاً آمِنِينَ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لوگ پہاڑ كو تراش كو محفوظ قسم كے مكانات بناتے تھے _</w:t>
      </w:r>
    </w:p>
    <w:p w:rsidR="001F628F" w:rsidRDefault="001F628F" w:rsidP="001F628F">
      <w:pPr>
        <w:pStyle w:val="libNormal"/>
        <w:rPr>
          <w:rtl/>
        </w:rPr>
      </w:pPr>
      <w:r>
        <w:rPr>
          <w:rtl/>
        </w:rPr>
        <w:t>1_اصحاب حجر پہاڑو</w:t>
      </w:r>
      <w:r w:rsidR="00083993">
        <w:rPr>
          <w:rtl/>
        </w:rPr>
        <w:t xml:space="preserve">ں </w:t>
      </w:r>
      <w:r>
        <w:rPr>
          <w:rtl/>
        </w:rPr>
        <w:t>كوچير كر اُن كے اندر اپنے لئے پُرامن گھر بناتے تھے_</w:t>
      </w:r>
    </w:p>
    <w:p w:rsidR="001F628F" w:rsidRDefault="001F628F" w:rsidP="00CF5DC8">
      <w:pPr>
        <w:pStyle w:val="libArabic"/>
        <w:rPr>
          <w:rtl/>
        </w:rPr>
      </w:pPr>
      <w:r>
        <w:rPr>
          <w:rFonts w:hint="eastAsia"/>
          <w:rtl/>
        </w:rPr>
        <w:t>وكانوا</w:t>
      </w:r>
      <w:r>
        <w:rPr>
          <w:rtl/>
        </w:rPr>
        <w:t xml:space="preserve"> ينحتون من الجبال بيوتاً ء امنين</w:t>
      </w:r>
    </w:p>
    <w:p w:rsidR="001F628F" w:rsidRDefault="001F628F" w:rsidP="001F628F">
      <w:pPr>
        <w:pStyle w:val="libNormal"/>
        <w:rPr>
          <w:rtl/>
        </w:rPr>
      </w:pPr>
      <w:r>
        <w:rPr>
          <w:rFonts w:hint="eastAsia"/>
          <w:rtl/>
        </w:rPr>
        <w:t>گھر</w:t>
      </w:r>
      <w:r>
        <w:rPr>
          <w:rtl/>
        </w:rPr>
        <w:t xml:space="preserve"> بنانے كى غرض سے پہاڑو</w:t>
      </w:r>
      <w:r w:rsidR="00083993">
        <w:rPr>
          <w:rtl/>
        </w:rPr>
        <w:t xml:space="preserve">ں </w:t>
      </w:r>
      <w:r>
        <w:rPr>
          <w:rtl/>
        </w:rPr>
        <w:t>كو تراشنا دو طرح سے ہو سكتا ہے:1_پہاڑو</w:t>
      </w:r>
      <w:r w:rsidR="00083993">
        <w:rPr>
          <w:rtl/>
        </w:rPr>
        <w:t xml:space="preserve">ں </w:t>
      </w:r>
      <w:r>
        <w:rPr>
          <w:rtl/>
        </w:rPr>
        <w:t>سے تراشے ہوئے پتھرو</w:t>
      </w:r>
      <w:r w:rsidR="00083993">
        <w:rPr>
          <w:rtl/>
        </w:rPr>
        <w:t xml:space="preserve">ں </w:t>
      </w:r>
      <w:r>
        <w:rPr>
          <w:rtl/>
        </w:rPr>
        <w:t>سے اُ نہى كے دامن مي</w:t>
      </w:r>
      <w:r w:rsidR="00083993">
        <w:rPr>
          <w:rtl/>
        </w:rPr>
        <w:t xml:space="preserve">ں </w:t>
      </w:r>
      <w:r>
        <w:rPr>
          <w:rtl/>
        </w:rPr>
        <w:t>يا كسى اور جگہ پتھر كے گھر بنانا _2_خود پہاڑو</w:t>
      </w:r>
      <w:r w:rsidR="00083993">
        <w:rPr>
          <w:rtl/>
        </w:rPr>
        <w:t xml:space="preserve">ں </w:t>
      </w:r>
      <w:r>
        <w:rPr>
          <w:rtl/>
        </w:rPr>
        <w:t>كو تراش كر اُن كے اندر گھر بنانا جيسا كہ سورہ نحل (ايت 68) مي</w:t>
      </w:r>
      <w:r w:rsidR="00083993">
        <w:rPr>
          <w:rtl/>
        </w:rPr>
        <w:t xml:space="preserve">ں </w:t>
      </w:r>
      <w:r>
        <w:rPr>
          <w:rtl/>
        </w:rPr>
        <w:t>يہى تعبير استعمال كى گئي ہے :( ...</w:t>
      </w:r>
      <w:r w:rsidRPr="00CF5DC8">
        <w:rPr>
          <w:rStyle w:val="libArabicChar"/>
          <w:rtl/>
        </w:rPr>
        <w:t>ان اتخذى من الجبال بيوتاً</w:t>
      </w:r>
      <w:r>
        <w:rPr>
          <w:rtl/>
        </w:rPr>
        <w:t>)</w:t>
      </w:r>
    </w:p>
    <w:p w:rsidR="001F628F" w:rsidRDefault="001F628F" w:rsidP="001F628F">
      <w:pPr>
        <w:pStyle w:val="libNormal"/>
        <w:rPr>
          <w:rtl/>
        </w:rPr>
      </w:pPr>
      <w:r>
        <w:rPr>
          <w:rtl/>
        </w:rPr>
        <w:t>2_اصحاب حجر ، پہاڑو</w:t>
      </w:r>
      <w:r w:rsidR="00083993">
        <w:rPr>
          <w:rtl/>
        </w:rPr>
        <w:t xml:space="preserve">ں </w:t>
      </w:r>
      <w:r>
        <w:rPr>
          <w:rtl/>
        </w:rPr>
        <w:t>كو تراش كر اُن كے پتھرو</w:t>
      </w:r>
      <w:r w:rsidR="00083993">
        <w:rPr>
          <w:rtl/>
        </w:rPr>
        <w:t xml:space="preserve">ں </w:t>
      </w:r>
      <w:r>
        <w:rPr>
          <w:rtl/>
        </w:rPr>
        <w:t>سے اپنے لئے پُر امن گھر بناتے تھے_</w:t>
      </w:r>
    </w:p>
    <w:p w:rsidR="001F628F" w:rsidRDefault="001F628F" w:rsidP="00CF5DC8">
      <w:pPr>
        <w:pStyle w:val="libArabic"/>
        <w:rPr>
          <w:rtl/>
        </w:rPr>
      </w:pPr>
      <w:r>
        <w:rPr>
          <w:rFonts w:hint="eastAsia"/>
          <w:rtl/>
        </w:rPr>
        <w:t>وكانوا</w:t>
      </w:r>
      <w:r>
        <w:rPr>
          <w:rtl/>
        </w:rPr>
        <w:t xml:space="preserve"> ينحتون من الجبال بيوتاً ء امنين</w:t>
      </w:r>
    </w:p>
    <w:p w:rsidR="001F628F" w:rsidRDefault="001F628F" w:rsidP="001F628F">
      <w:pPr>
        <w:pStyle w:val="libNormal"/>
        <w:rPr>
          <w:rtl/>
        </w:rPr>
      </w:pPr>
      <w:r>
        <w:rPr>
          <w:rFonts w:hint="eastAsia"/>
          <w:rtl/>
        </w:rPr>
        <w:t>پُر</w:t>
      </w:r>
      <w:r>
        <w:rPr>
          <w:rtl/>
        </w:rPr>
        <w:t xml:space="preserve"> امن گھر بنانے كى غرض سے پہاڑو</w:t>
      </w:r>
      <w:r w:rsidR="00083993">
        <w:rPr>
          <w:rtl/>
        </w:rPr>
        <w:t xml:space="preserve">ں </w:t>
      </w:r>
      <w:r>
        <w:rPr>
          <w:rtl/>
        </w:rPr>
        <w:t>كو تراشنا ممكن ہے اُن كے استحكام كى خاطر ہو_</w:t>
      </w:r>
    </w:p>
    <w:p w:rsidR="001F628F" w:rsidRDefault="001F628F" w:rsidP="001F628F">
      <w:pPr>
        <w:pStyle w:val="libNormal"/>
        <w:rPr>
          <w:rtl/>
        </w:rPr>
      </w:pPr>
      <w:r>
        <w:rPr>
          <w:rtl/>
        </w:rPr>
        <w:t>3_حجر والو</w:t>
      </w:r>
      <w:r w:rsidR="00083993">
        <w:rPr>
          <w:rtl/>
        </w:rPr>
        <w:t xml:space="preserve">ں </w:t>
      </w:r>
      <w:r>
        <w:rPr>
          <w:rtl/>
        </w:rPr>
        <w:t>(قوم ثمود ) كے درميان سنگ تراشى اور خانہ سازى كى صنعت كا رائج ہونا _</w:t>
      </w:r>
    </w:p>
    <w:p w:rsidR="001F628F" w:rsidRDefault="001F628F" w:rsidP="00CF5DC8">
      <w:pPr>
        <w:pStyle w:val="libArabic"/>
        <w:rPr>
          <w:rtl/>
        </w:rPr>
      </w:pPr>
      <w:r>
        <w:rPr>
          <w:rFonts w:hint="eastAsia"/>
          <w:rtl/>
        </w:rPr>
        <w:t>وكانوا</w:t>
      </w:r>
      <w:r>
        <w:rPr>
          <w:rtl/>
        </w:rPr>
        <w:t xml:space="preserve"> ينحتون من الجبال بيوتاً ء امنين</w:t>
      </w:r>
    </w:p>
    <w:p w:rsidR="001F628F" w:rsidRDefault="001F628F" w:rsidP="001F628F">
      <w:pPr>
        <w:pStyle w:val="libNormal"/>
        <w:rPr>
          <w:rtl/>
        </w:rPr>
      </w:pPr>
      <w:r>
        <w:rPr>
          <w:rtl/>
        </w:rPr>
        <w:t>4_اصحاب حجر (قوم ثمود ) طاقتور اور محنتى لوگ تھے اور وہ پہاڑى علاقو</w:t>
      </w:r>
      <w:r w:rsidR="00083993">
        <w:rPr>
          <w:rtl/>
        </w:rPr>
        <w:t xml:space="preserve">ں </w:t>
      </w:r>
      <w:r>
        <w:rPr>
          <w:rtl/>
        </w:rPr>
        <w:t>مي</w:t>
      </w:r>
      <w:r w:rsidR="00083993">
        <w:rPr>
          <w:rtl/>
        </w:rPr>
        <w:t xml:space="preserve">ں </w:t>
      </w:r>
      <w:r>
        <w:rPr>
          <w:rtl/>
        </w:rPr>
        <w:t>رہتے تھے_</w:t>
      </w:r>
    </w:p>
    <w:p w:rsidR="001F628F" w:rsidRDefault="001F628F" w:rsidP="00CF5DC8">
      <w:pPr>
        <w:pStyle w:val="libArabic"/>
        <w:rPr>
          <w:rtl/>
        </w:rPr>
      </w:pPr>
      <w:r>
        <w:rPr>
          <w:rFonts w:hint="eastAsia"/>
          <w:rtl/>
        </w:rPr>
        <w:t>وكانوا</w:t>
      </w:r>
      <w:r>
        <w:rPr>
          <w:rtl/>
        </w:rPr>
        <w:t xml:space="preserve"> ينحتون من الجبال بيوتاً ء امنين</w:t>
      </w:r>
    </w:p>
    <w:p w:rsidR="001F628F" w:rsidRDefault="001F628F" w:rsidP="001F628F">
      <w:pPr>
        <w:pStyle w:val="libNormal"/>
        <w:rPr>
          <w:rtl/>
        </w:rPr>
      </w:pPr>
      <w:r>
        <w:rPr>
          <w:rtl/>
        </w:rPr>
        <w:t>5_اصحاب حجر (قوم ثمود ) اپنے ا پ كو پتھر كے بنے ہوئے مستحكم گھرو</w:t>
      </w:r>
      <w:r w:rsidR="00083993">
        <w:rPr>
          <w:rtl/>
        </w:rPr>
        <w:t xml:space="preserve">ں </w:t>
      </w:r>
      <w:r>
        <w:rPr>
          <w:rtl/>
        </w:rPr>
        <w:t>مي</w:t>
      </w:r>
      <w:r w:rsidR="00083993">
        <w:rPr>
          <w:rtl/>
        </w:rPr>
        <w:t xml:space="preserve">ں </w:t>
      </w:r>
      <w:r>
        <w:rPr>
          <w:rtl/>
        </w:rPr>
        <w:t>ہر قسم كے خطرے سے محفوظ جانتے تھے_</w:t>
      </w:r>
    </w:p>
    <w:p w:rsidR="00CF5DC8" w:rsidRDefault="001E7F9D" w:rsidP="00F73EDE">
      <w:pPr>
        <w:pStyle w:val="libPoemTini"/>
        <w:rPr>
          <w:rtl/>
        </w:rPr>
      </w:pPr>
      <w:r>
        <w:rPr>
          <w:rtl/>
        </w:rPr>
        <w:br w:type="page"/>
      </w:r>
    </w:p>
    <w:p w:rsidR="001F628F" w:rsidRDefault="001F628F" w:rsidP="00CF5DC8">
      <w:pPr>
        <w:pStyle w:val="libArabic"/>
        <w:rPr>
          <w:rtl/>
        </w:rPr>
      </w:pPr>
      <w:r>
        <w:rPr>
          <w:rFonts w:hint="eastAsia"/>
          <w:rtl/>
        </w:rPr>
        <w:lastRenderedPageBreak/>
        <w:t>وكانوا</w:t>
      </w:r>
      <w:r>
        <w:rPr>
          <w:rtl/>
        </w:rPr>
        <w:t xml:space="preserve"> ينحتون من الجبال بيوتاً ء امنين</w:t>
      </w:r>
    </w:p>
    <w:p w:rsidR="001F628F" w:rsidRDefault="001F628F" w:rsidP="001F628F">
      <w:pPr>
        <w:pStyle w:val="libNormal"/>
        <w:rPr>
          <w:rtl/>
        </w:rPr>
      </w:pPr>
      <w:r>
        <w:rPr>
          <w:rtl/>
        </w:rPr>
        <w:t>6_اصحاب حجر پتھر كے بنے ہوئے مستحكم گھرو</w:t>
      </w:r>
      <w:r w:rsidR="00083993">
        <w:rPr>
          <w:rtl/>
        </w:rPr>
        <w:t xml:space="preserve">ں </w:t>
      </w:r>
      <w:r>
        <w:rPr>
          <w:rtl/>
        </w:rPr>
        <w:t>مي</w:t>
      </w:r>
      <w:r w:rsidR="00083993">
        <w:rPr>
          <w:rtl/>
        </w:rPr>
        <w:t xml:space="preserve">ں </w:t>
      </w:r>
      <w:r>
        <w:rPr>
          <w:rtl/>
        </w:rPr>
        <w:t>بزعم خوداپنے اپ كو عذاب الہى سے محفوظ جانتے تھے_</w:t>
      </w:r>
    </w:p>
    <w:p w:rsidR="001F628F" w:rsidRDefault="001F628F" w:rsidP="00CF5DC8">
      <w:pPr>
        <w:pStyle w:val="libArabic"/>
        <w:rPr>
          <w:rtl/>
        </w:rPr>
      </w:pPr>
      <w:r>
        <w:rPr>
          <w:rFonts w:hint="eastAsia"/>
          <w:rtl/>
        </w:rPr>
        <w:t>وكانوا</w:t>
      </w:r>
      <w:r>
        <w:rPr>
          <w:rtl/>
        </w:rPr>
        <w:t xml:space="preserve"> ينحتون من الجبال بيوتاً ء امنين</w:t>
      </w:r>
    </w:p>
    <w:p w:rsidR="001F628F" w:rsidRDefault="001F628F" w:rsidP="001F628F">
      <w:pPr>
        <w:pStyle w:val="libNormal"/>
        <w:rPr>
          <w:rtl/>
        </w:rPr>
      </w:pPr>
      <w:r>
        <w:rPr>
          <w:rFonts w:hint="eastAsia"/>
          <w:rtl/>
        </w:rPr>
        <w:t>ہو</w:t>
      </w:r>
      <w:r>
        <w:rPr>
          <w:rtl/>
        </w:rPr>
        <w:t xml:space="preserve"> سكتا ہے پتھر كے مستحكم گھر بنانا،عذاب الہى كے خطرے كے مقابلے كے لئے ہو _بعد والى دو ايات (فما اغنى عنھم ما كانوا يكسبون) بھى اسى مطلب كى تائيدكر رہى ہي</w:t>
      </w:r>
      <w:r w:rsidR="00083993">
        <w:rPr>
          <w:rtl/>
        </w:rPr>
        <w:t xml:space="preserve">ں </w:t>
      </w:r>
      <w:r>
        <w:rPr>
          <w:rtl/>
        </w:rPr>
        <w:t>_</w:t>
      </w:r>
    </w:p>
    <w:p w:rsidR="001F628F" w:rsidRDefault="001F628F" w:rsidP="00CF5DC8">
      <w:pPr>
        <w:pStyle w:val="libNormal"/>
        <w:rPr>
          <w:rtl/>
        </w:rPr>
      </w:pPr>
      <w:r>
        <w:rPr>
          <w:rtl/>
        </w:rPr>
        <w:t>7_اصحاب حجر (قوم ثمود ) كے گھر بنانے كے طريقے اور طرز تعمير سے معلوم ہوتا ہے كہ اُن كے(اس طرح گھر بنانے كا) مقصد اور ہدف فقط امنيت تھا_</w:t>
      </w:r>
      <w:r w:rsidRPr="00CF5DC8">
        <w:rPr>
          <w:rStyle w:val="libArabicChar"/>
          <w:rFonts w:hint="eastAsia"/>
          <w:rtl/>
        </w:rPr>
        <w:t>وكانوا</w:t>
      </w:r>
      <w:r w:rsidRPr="00CF5DC8">
        <w:rPr>
          <w:rStyle w:val="libArabicChar"/>
          <w:rtl/>
        </w:rPr>
        <w:t xml:space="preserve"> ينحتون من الجبال بيوتاً ء امنين</w:t>
      </w:r>
    </w:p>
    <w:p w:rsidR="001F628F" w:rsidRDefault="001F628F" w:rsidP="00CF5DC8">
      <w:pPr>
        <w:pStyle w:val="libNormal"/>
        <w:rPr>
          <w:rtl/>
        </w:rPr>
      </w:pPr>
      <w:r>
        <w:rPr>
          <w:rFonts w:hint="eastAsia"/>
          <w:rtl/>
        </w:rPr>
        <w:t>الله</w:t>
      </w:r>
      <w:r>
        <w:rPr>
          <w:rtl/>
        </w:rPr>
        <w:t xml:space="preserve"> تعالى :</w:t>
      </w:r>
      <w:r>
        <w:rPr>
          <w:rFonts w:hint="eastAsia"/>
          <w:rtl/>
        </w:rPr>
        <w:t>الله</w:t>
      </w:r>
      <w:r>
        <w:rPr>
          <w:rtl/>
        </w:rPr>
        <w:t xml:space="preserve"> تعالى كے عذاب 6</w:t>
      </w:r>
    </w:p>
    <w:p w:rsidR="001F628F" w:rsidRDefault="001F628F" w:rsidP="00CF5DC8">
      <w:pPr>
        <w:pStyle w:val="libNormal"/>
        <w:rPr>
          <w:rtl/>
        </w:rPr>
      </w:pPr>
      <w:r>
        <w:rPr>
          <w:rFonts w:hint="eastAsia"/>
          <w:rtl/>
        </w:rPr>
        <w:t>سر</w:t>
      </w:r>
      <w:r>
        <w:rPr>
          <w:rtl/>
        </w:rPr>
        <w:t xml:space="preserve"> زمين :</w:t>
      </w:r>
      <w:r>
        <w:rPr>
          <w:rFonts w:hint="eastAsia"/>
          <w:rtl/>
        </w:rPr>
        <w:t>قوم</w:t>
      </w:r>
      <w:r>
        <w:rPr>
          <w:rtl/>
        </w:rPr>
        <w:t xml:space="preserve"> ثمود كى سر زمين كى جغرافيائي حيثيت 4</w:t>
      </w:r>
    </w:p>
    <w:p w:rsidR="001F628F" w:rsidRDefault="001F628F" w:rsidP="00CF5DC8">
      <w:pPr>
        <w:pStyle w:val="libNormal"/>
        <w:rPr>
          <w:rtl/>
        </w:rPr>
      </w:pPr>
      <w:r>
        <w:rPr>
          <w:rFonts w:hint="eastAsia"/>
          <w:rtl/>
        </w:rPr>
        <w:t>سنگ</w:t>
      </w:r>
      <w:r>
        <w:rPr>
          <w:rtl/>
        </w:rPr>
        <w:t xml:space="preserve"> تراشى :</w:t>
      </w:r>
      <w:r>
        <w:rPr>
          <w:rFonts w:hint="eastAsia"/>
          <w:rtl/>
        </w:rPr>
        <w:t>سنگ</w:t>
      </w:r>
      <w:r>
        <w:rPr>
          <w:rtl/>
        </w:rPr>
        <w:t xml:space="preserve"> تراشى كى تاريخ 3</w:t>
      </w:r>
    </w:p>
    <w:p w:rsidR="001F628F" w:rsidRDefault="001F628F" w:rsidP="00CF5DC8">
      <w:pPr>
        <w:pStyle w:val="libNormal"/>
        <w:rPr>
          <w:rtl/>
        </w:rPr>
      </w:pPr>
      <w:r>
        <w:rPr>
          <w:rFonts w:hint="eastAsia"/>
          <w:rtl/>
        </w:rPr>
        <w:t>عذاب</w:t>
      </w:r>
      <w:r>
        <w:rPr>
          <w:rtl/>
        </w:rPr>
        <w:t xml:space="preserve"> :</w:t>
      </w:r>
      <w:r>
        <w:rPr>
          <w:rFonts w:hint="eastAsia"/>
          <w:rtl/>
        </w:rPr>
        <w:t>عذاب</w:t>
      </w:r>
      <w:r>
        <w:rPr>
          <w:rtl/>
        </w:rPr>
        <w:t xml:space="preserve"> سے محفوظ ہونا 6</w:t>
      </w:r>
    </w:p>
    <w:p w:rsidR="001F628F" w:rsidRDefault="001F628F" w:rsidP="00CF5DC8">
      <w:pPr>
        <w:pStyle w:val="libNormal"/>
        <w:rPr>
          <w:rtl/>
        </w:rPr>
      </w:pPr>
      <w:r>
        <w:rPr>
          <w:rFonts w:hint="eastAsia"/>
          <w:rtl/>
        </w:rPr>
        <w:t>قوم</w:t>
      </w:r>
      <w:r>
        <w:rPr>
          <w:rtl/>
        </w:rPr>
        <w:t xml:space="preserve"> ثمود :</w:t>
      </w:r>
      <w:r>
        <w:rPr>
          <w:rFonts w:hint="eastAsia"/>
          <w:rtl/>
        </w:rPr>
        <w:t>قوم</w:t>
      </w:r>
      <w:r>
        <w:rPr>
          <w:rtl/>
        </w:rPr>
        <w:t xml:space="preserve"> ثمود كا احساس امنيت 5،6،7;قوم ثمود كا گھر بنانا3; قوم ثمود كى غلط سوچ 6;قوم ثمود كى تاريخ 1،2 ،3 ، 4 ;قوم ثمود كى سنگ تراشى 3;قوم ثمود كى قدرت 4;قوم ثمود كے پتھريلے گھر 7; قوم ثمود كے گھر بنانے كى خصوصيات 1،2،7;قوم ثمود كے گھرو</w:t>
      </w:r>
      <w:r w:rsidR="00083993">
        <w:rPr>
          <w:rtl/>
        </w:rPr>
        <w:t xml:space="preserve">ں </w:t>
      </w:r>
      <w:r>
        <w:rPr>
          <w:rtl/>
        </w:rPr>
        <w:t>كى خصوصيات 5،6;قوم ثمود كے مقاصد 7</w:t>
      </w:r>
    </w:p>
    <w:p w:rsidR="001F628F" w:rsidRDefault="001F628F" w:rsidP="00CF5DC8">
      <w:pPr>
        <w:pStyle w:val="libNormal"/>
        <w:rPr>
          <w:rtl/>
        </w:rPr>
      </w:pPr>
      <w:r>
        <w:rPr>
          <w:rFonts w:hint="eastAsia"/>
          <w:rtl/>
        </w:rPr>
        <w:t>گھر</w:t>
      </w:r>
      <w:r>
        <w:rPr>
          <w:rtl/>
        </w:rPr>
        <w:t xml:space="preserve"> :</w:t>
      </w:r>
      <w:r>
        <w:rPr>
          <w:rFonts w:hint="eastAsia"/>
          <w:rtl/>
        </w:rPr>
        <w:t>پتھرو</w:t>
      </w:r>
      <w:r w:rsidR="00083993">
        <w:rPr>
          <w:rFonts w:hint="eastAsia"/>
          <w:rtl/>
        </w:rPr>
        <w:t xml:space="preserve">ں </w:t>
      </w:r>
      <w:r>
        <w:rPr>
          <w:rtl/>
        </w:rPr>
        <w:t>كے گھر 1،2</w:t>
      </w:r>
    </w:p>
    <w:p w:rsidR="001F628F" w:rsidRDefault="001F628F" w:rsidP="00CF5DC8">
      <w:pPr>
        <w:pStyle w:val="libNormal"/>
        <w:rPr>
          <w:rtl/>
        </w:rPr>
      </w:pPr>
      <w:r>
        <w:rPr>
          <w:rFonts w:hint="eastAsia"/>
          <w:rtl/>
        </w:rPr>
        <w:t>گھر</w:t>
      </w:r>
      <w:r>
        <w:rPr>
          <w:rtl/>
        </w:rPr>
        <w:t xml:space="preserve"> بنانا:</w:t>
      </w:r>
      <w:r>
        <w:rPr>
          <w:rFonts w:hint="eastAsia"/>
          <w:rtl/>
        </w:rPr>
        <w:t>گھر</w:t>
      </w:r>
      <w:r>
        <w:rPr>
          <w:rtl/>
        </w:rPr>
        <w:t xml:space="preserve"> بنانے كى تاريخ 3</w:t>
      </w:r>
    </w:p>
    <w:p w:rsidR="001F628F" w:rsidRPr="00120F63" w:rsidRDefault="00CF5DC8" w:rsidP="00CF5DC8">
      <w:pPr>
        <w:pStyle w:val="Heading2Center"/>
        <w:rPr>
          <w:rtl/>
        </w:rPr>
      </w:pPr>
      <w:bookmarkStart w:id="129" w:name="_Toc28081807"/>
      <w:r>
        <w:rPr>
          <w:rFonts w:hint="cs"/>
          <w:rtl/>
        </w:rPr>
        <w:t xml:space="preserve">آیت </w:t>
      </w:r>
      <w:r w:rsidRPr="00120F63">
        <w:rPr>
          <w:rFonts w:hint="cs"/>
          <w:rtl/>
        </w:rPr>
        <w:t>83</w:t>
      </w:r>
      <w:bookmarkEnd w:id="129"/>
    </w:p>
    <w:p w:rsidR="001F628F" w:rsidRDefault="00E260F9" w:rsidP="00CF5DC8">
      <w:pPr>
        <w:pStyle w:val="libNormal"/>
        <w:rPr>
          <w:rtl/>
        </w:rPr>
      </w:pPr>
      <w:r w:rsidRPr="00E260F9">
        <w:rPr>
          <w:rStyle w:val="libAlaemChar"/>
          <w:rFonts w:hint="eastAsia"/>
          <w:rtl/>
        </w:rPr>
        <w:t>(</w:t>
      </w:r>
      <w:r w:rsidRPr="00CF5DC8">
        <w:rPr>
          <w:rStyle w:val="libAieChar"/>
          <w:rFonts w:hint="eastAsia"/>
          <w:rtl/>
        </w:rPr>
        <w:t>فَأَخَذَتْهُمُ</w:t>
      </w:r>
      <w:r w:rsidRPr="00CF5DC8">
        <w:rPr>
          <w:rStyle w:val="libAieChar"/>
          <w:rtl/>
        </w:rPr>
        <w:t xml:space="preserve"> الصَّيْحَةُ مُصْبِحِينَ </w:t>
      </w:r>
      <w:r w:rsidRPr="00E260F9">
        <w:rPr>
          <w:rStyle w:val="libAlaemChar"/>
          <w:rFonts w:hint="eastAsia"/>
          <w:rtl/>
        </w:rPr>
        <w:t>)</w:t>
      </w:r>
    </w:p>
    <w:p w:rsidR="001F628F" w:rsidRDefault="001F628F" w:rsidP="001F628F">
      <w:pPr>
        <w:pStyle w:val="libNormal"/>
        <w:rPr>
          <w:rtl/>
        </w:rPr>
      </w:pPr>
      <w:r>
        <w:rPr>
          <w:rFonts w:hint="eastAsia"/>
          <w:rtl/>
        </w:rPr>
        <w:t>تو</w:t>
      </w:r>
      <w:r>
        <w:rPr>
          <w:rtl/>
        </w:rPr>
        <w:t xml:space="preserve"> انھي</w:t>
      </w:r>
      <w:r w:rsidR="00083993">
        <w:rPr>
          <w:rtl/>
        </w:rPr>
        <w:t xml:space="preserve">ں </w:t>
      </w:r>
      <w:r>
        <w:rPr>
          <w:rtl/>
        </w:rPr>
        <w:t>بھى صبح سويرے ہى ايك چنگھاڑنے پكڑليا _</w:t>
      </w:r>
    </w:p>
    <w:p w:rsidR="001F628F" w:rsidRDefault="001F628F" w:rsidP="00CF5DC8">
      <w:pPr>
        <w:pStyle w:val="libNormal"/>
        <w:rPr>
          <w:rtl/>
        </w:rPr>
      </w:pPr>
      <w:r>
        <w:rPr>
          <w:rtl/>
        </w:rPr>
        <w:t>1_ اصحاب حجر (قوم ثمود )</w:t>
      </w:r>
      <w:r w:rsidR="003D0BA1">
        <w:rPr>
          <w:rtl/>
        </w:rPr>
        <w:t>انبياء</w:t>
      </w:r>
      <w:r>
        <w:rPr>
          <w:rtl/>
        </w:rPr>
        <w:t>ے الہى كو جھٹلانے اور</w:t>
      </w:r>
      <w:r>
        <w:rPr>
          <w:rFonts w:hint="eastAsia"/>
          <w:rtl/>
        </w:rPr>
        <w:t>معجزات</w:t>
      </w:r>
      <w:r>
        <w:rPr>
          <w:rtl/>
        </w:rPr>
        <w:t xml:space="preserve"> ا و رالہى نشانيو</w:t>
      </w:r>
      <w:r w:rsidR="00083993">
        <w:rPr>
          <w:rtl/>
        </w:rPr>
        <w:t xml:space="preserve">ں </w:t>
      </w:r>
      <w:r>
        <w:rPr>
          <w:rtl/>
        </w:rPr>
        <w:t>سے منہ موڑنے كے بعد</w:t>
      </w:r>
    </w:p>
    <w:p w:rsidR="00CF5DC8" w:rsidRDefault="001E7F9D" w:rsidP="00F73EDE">
      <w:pPr>
        <w:pStyle w:val="libPoemTini"/>
        <w:rPr>
          <w:rtl/>
        </w:rPr>
      </w:pPr>
      <w:r>
        <w:rPr>
          <w:rtl/>
        </w:rPr>
        <w:br w:type="page"/>
      </w:r>
    </w:p>
    <w:p w:rsidR="001F628F" w:rsidRDefault="001F628F" w:rsidP="00CF5DC8">
      <w:pPr>
        <w:pStyle w:val="libNormal"/>
        <w:rPr>
          <w:rtl/>
        </w:rPr>
      </w:pPr>
      <w:r>
        <w:rPr>
          <w:rFonts w:hint="eastAsia"/>
          <w:rtl/>
        </w:rPr>
        <w:lastRenderedPageBreak/>
        <w:t>صبح</w:t>
      </w:r>
      <w:r>
        <w:rPr>
          <w:rtl/>
        </w:rPr>
        <w:t xml:space="preserve"> كے وقت ايك وحشتناك اور خوفناك اواز مي</w:t>
      </w:r>
      <w:r w:rsidR="00083993">
        <w:rPr>
          <w:rtl/>
        </w:rPr>
        <w:t xml:space="preserve">ں </w:t>
      </w:r>
      <w:r>
        <w:rPr>
          <w:rtl/>
        </w:rPr>
        <w:t>گرفتار ہو گئے_</w:t>
      </w:r>
    </w:p>
    <w:p w:rsidR="001F628F" w:rsidRDefault="001F628F" w:rsidP="001F628F">
      <w:pPr>
        <w:pStyle w:val="libNormal"/>
        <w:rPr>
          <w:rtl/>
        </w:rPr>
      </w:pPr>
      <w:r>
        <w:rPr>
          <w:rFonts w:hint="eastAsia"/>
          <w:rtl/>
        </w:rPr>
        <w:t>ولقد</w:t>
      </w:r>
      <w:r>
        <w:rPr>
          <w:rtl/>
        </w:rPr>
        <w:t xml:space="preserve"> كذّب ا صحب الحجر المرسلين_ وء اتينھم ء اى تنا ...معرضين ...فا خذتھم الصيحة مصبحين</w:t>
      </w:r>
    </w:p>
    <w:p w:rsidR="001F628F" w:rsidRDefault="001F628F" w:rsidP="00CF5DC8">
      <w:pPr>
        <w:pStyle w:val="libNormal"/>
        <w:rPr>
          <w:rtl/>
        </w:rPr>
      </w:pPr>
      <w:r>
        <w:rPr>
          <w:rtl/>
        </w:rPr>
        <w:t>2_ عذاب الہى كے علل واسباب مي</w:t>
      </w:r>
      <w:r w:rsidR="00083993">
        <w:rPr>
          <w:rtl/>
        </w:rPr>
        <w:t xml:space="preserve">ں </w:t>
      </w:r>
      <w:r>
        <w:rPr>
          <w:rtl/>
        </w:rPr>
        <w:t>سے ايك وحشتناك اواز اور خوفناك چيخ بھى ہے_</w:t>
      </w:r>
      <w:r w:rsidRPr="00CF5DC8">
        <w:rPr>
          <w:rStyle w:val="libArabicChar"/>
          <w:rFonts w:hint="eastAsia"/>
          <w:rtl/>
        </w:rPr>
        <w:t>فا</w:t>
      </w:r>
      <w:r w:rsidRPr="00CF5DC8">
        <w:rPr>
          <w:rStyle w:val="libArabicChar"/>
          <w:rtl/>
        </w:rPr>
        <w:t xml:space="preserve"> خذت</w:t>
      </w:r>
      <w:r w:rsidR="00F21947" w:rsidRPr="00B2551F">
        <w:rPr>
          <w:rStyle w:val="libArabicChar"/>
          <w:rFonts w:hint="cs"/>
          <w:rtl/>
        </w:rPr>
        <w:t>ه</w:t>
      </w:r>
      <w:r w:rsidRPr="00CF5DC8">
        <w:rPr>
          <w:rStyle w:val="libArabicChar"/>
          <w:rFonts w:hint="cs"/>
          <w:rtl/>
        </w:rPr>
        <w:t>م</w:t>
      </w:r>
      <w:r w:rsidRPr="00CF5DC8">
        <w:rPr>
          <w:rStyle w:val="libArabicChar"/>
          <w:rtl/>
        </w:rPr>
        <w:t xml:space="preserve"> الصيحة</w:t>
      </w:r>
    </w:p>
    <w:p w:rsidR="001F628F" w:rsidRDefault="001F628F" w:rsidP="001F628F">
      <w:pPr>
        <w:pStyle w:val="libNormal"/>
        <w:rPr>
          <w:rtl/>
        </w:rPr>
      </w:pPr>
      <w:r>
        <w:rPr>
          <w:rtl/>
        </w:rPr>
        <w:t>3_ انسان كا عذاب الہى مي</w:t>
      </w:r>
      <w:r w:rsidR="00083993">
        <w:rPr>
          <w:rtl/>
        </w:rPr>
        <w:t xml:space="preserve">ں </w:t>
      </w:r>
      <w:r>
        <w:rPr>
          <w:rtl/>
        </w:rPr>
        <w:t>گرفتار ہونا اُس كى اپنى سوچ ،عقيدے اور اعمال كا نتيجہ ہے_</w:t>
      </w:r>
    </w:p>
    <w:p w:rsidR="001F628F" w:rsidRDefault="001F628F" w:rsidP="00CF5DC8">
      <w:pPr>
        <w:pStyle w:val="libArabic"/>
        <w:rPr>
          <w:rtl/>
        </w:rPr>
      </w:pPr>
      <w:r>
        <w:rPr>
          <w:rFonts w:hint="eastAsia"/>
          <w:rtl/>
        </w:rPr>
        <w:t>ولقد</w:t>
      </w:r>
      <w:r>
        <w:rPr>
          <w:rtl/>
        </w:rPr>
        <w:t xml:space="preserve"> كذّب ا صحب الحجر ...فا خذت</w:t>
      </w:r>
      <w:r w:rsidR="00F21947" w:rsidRPr="00B2551F">
        <w:rPr>
          <w:rFonts w:hint="cs"/>
          <w:rtl/>
        </w:rPr>
        <w:t>ه</w:t>
      </w:r>
      <w:r>
        <w:rPr>
          <w:rFonts w:hint="cs"/>
          <w:rtl/>
        </w:rPr>
        <w:t>م</w:t>
      </w:r>
      <w:r>
        <w:rPr>
          <w:rtl/>
        </w:rPr>
        <w:t xml:space="preserve"> </w:t>
      </w:r>
      <w:r>
        <w:rPr>
          <w:rFonts w:hint="cs"/>
          <w:rtl/>
        </w:rPr>
        <w:t>ا</w:t>
      </w:r>
      <w:r>
        <w:rPr>
          <w:rtl/>
        </w:rPr>
        <w:t>لصيحة</w:t>
      </w:r>
    </w:p>
    <w:p w:rsidR="001F628F" w:rsidRDefault="001F628F" w:rsidP="001F628F">
      <w:pPr>
        <w:pStyle w:val="libNormal"/>
        <w:rPr>
          <w:rtl/>
        </w:rPr>
      </w:pPr>
      <w:r>
        <w:rPr>
          <w:rFonts w:hint="eastAsia"/>
          <w:rtl/>
        </w:rPr>
        <w:t>مندرجہ</w:t>
      </w:r>
      <w:r>
        <w:rPr>
          <w:rtl/>
        </w:rPr>
        <w:t xml:space="preserve"> بالا مطلب اس نكتے كى بنا ء پر ہے كہ جب '' فا خذتھم ''مي</w:t>
      </w:r>
      <w:r w:rsidR="00083993">
        <w:rPr>
          <w:rtl/>
        </w:rPr>
        <w:t xml:space="preserve">ں </w:t>
      </w:r>
      <w:r>
        <w:rPr>
          <w:rtl/>
        </w:rPr>
        <w:t>'' فا ''تعقيب اور سببيت كے لئے ہو اور اس سے يہ معلوم ہوتا ہے اصحاب حجر پر ''چيخ ''كا عذاب ،اُن كى طرف سے جھٹلائے جانے كے بعد تھا اور اُن كا يہ جھٹلانا ہى اُن كے عذاب كا سبب بنا تھا_</w:t>
      </w:r>
    </w:p>
    <w:p w:rsidR="001F628F" w:rsidRDefault="001F628F" w:rsidP="001F628F">
      <w:pPr>
        <w:pStyle w:val="libNormal"/>
        <w:rPr>
          <w:rtl/>
        </w:rPr>
      </w:pPr>
      <w:r>
        <w:rPr>
          <w:rtl/>
        </w:rPr>
        <w:t>4_</w:t>
      </w:r>
      <w:r w:rsidR="003D0BA1">
        <w:rPr>
          <w:rtl/>
        </w:rPr>
        <w:t>انبياء</w:t>
      </w:r>
      <w:r>
        <w:rPr>
          <w:rtl/>
        </w:rPr>
        <w:t>ے الہى كو جھٹلانا اور ايات الہى سے منہ موڑنا ، عذاب الہى كے نزول كا پيش خيمہ بنتا ہے_</w:t>
      </w:r>
    </w:p>
    <w:p w:rsidR="001F628F" w:rsidRDefault="001F628F" w:rsidP="00CF5DC8">
      <w:pPr>
        <w:pStyle w:val="libArabic"/>
        <w:rPr>
          <w:rtl/>
        </w:rPr>
      </w:pPr>
      <w:r>
        <w:rPr>
          <w:rFonts w:hint="eastAsia"/>
          <w:rtl/>
        </w:rPr>
        <w:t>كذّب</w:t>
      </w:r>
      <w:r>
        <w:rPr>
          <w:rtl/>
        </w:rPr>
        <w:t xml:space="preserve"> ا صحب الحجر المرسلين ... معرضين ... فا خذت</w:t>
      </w:r>
      <w:r w:rsidR="00F21947" w:rsidRPr="00B2551F">
        <w:rPr>
          <w:rFonts w:hint="cs"/>
          <w:rtl/>
        </w:rPr>
        <w:t>ه</w:t>
      </w:r>
      <w:r>
        <w:rPr>
          <w:rFonts w:hint="cs"/>
          <w:rtl/>
        </w:rPr>
        <w:t>م</w:t>
      </w:r>
      <w:r>
        <w:rPr>
          <w:rtl/>
        </w:rPr>
        <w:t xml:space="preserve"> </w:t>
      </w:r>
      <w:r>
        <w:rPr>
          <w:rFonts w:hint="cs"/>
          <w:rtl/>
        </w:rPr>
        <w:t>ا</w:t>
      </w:r>
      <w:r>
        <w:rPr>
          <w:rtl/>
        </w:rPr>
        <w:t>لصيحة</w:t>
      </w:r>
    </w:p>
    <w:p w:rsidR="001F628F" w:rsidRDefault="001F628F" w:rsidP="001F628F">
      <w:pPr>
        <w:pStyle w:val="libNormal"/>
        <w:rPr>
          <w:rtl/>
        </w:rPr>
      </w:pPr>
      <w:r>
        <w:rPr>
          <w:rtl/>
        </w:rPr>
        <w:t>5_عذاب الہى كا نزول ، معجزات اور الہى نشانيا</w:t>
      </w:r>
      <w:r w:rsidR="00083993">
        <w:rPr>
          <w:rtl/>
        </w:rPr>
        <w:t xml:space="preserve">ں </w:t>
      </w:r>
      <w:r>
        <w:rPr>
          <w:rtl/>
        </w:rPr>
        <w:t>دكھانے اور اتمام حجت كرنے كے بعدہوتا ہے_</w:t>
      </w:r>
    </w:p>
    <w:p w:rsidR="001F628F" w:rsidRDefault="001F628F" w:rsidP="00CF5DC8">
      <w:pPr>
        <w:pStyle w:val="libArabic"/>
        <w:rPr>
          <w:rtl/>
        </w:rPr>
      </w:pPr>
      <w:r>
        <w:rPr>
          <w:rFonts w:hint="eastAsia"/>
          <w:rtl/>
        </w:rPr>
        <w:t>وء</w:t>
      </w:r>
      <w:r>
        <w:rPr>
          <w:rtl/>
        </w:rPr>
        <w:t xml:space="preserve"> اتين</w:t>
      </w:r>
      <w:r w:rsidR="00F21947" w:rsidRPr="00B2551F">
        <w:rPr>
          <w:rFonts w:hint="cs"/>
          <w:rtl/>
        </w:rPr>
        <w:t>ه</w:t>
      </w:r>
      <w:r>
        <w:rPr>
          <w:rFonts w:hint="cs"/>
          <w:rtl/>
        </w:rPr>
        <w:t>م</w:t>
      </w:r>
      <w:r>
        <w:rPr>
          <w:rtl/>
        </w:rPr>
        <w:t xml:space="preserve"> </w:t>
      </w:r>
      <w:r>
        <w:rPr>
          <w:rFonts w:hint="cs"/>
          <w:rtl/>
        </w:rPr>
        <w:t>ء</w:t>
      </w:r>
      <w:r>
        <w:rPr>
          <w:rtl/>
        </w:rPr>
        <w:t xml:space="preserve"> </w:t>
      </w:r>
      <w:r>
        <w:rPr>
          <w:rFonts w:hint="cs"/>
          <w:rtl/>
        </w:rPr>
        <w:t>اى</w:t>
      </w:r>
      <w:r>
        <w:rPr>
          <w:rtl/>
        </w:rPr>
        <w:t xml:space="preserve"> </w:t>
      </w:r>
      <w:r>
        <w:rPr>
          <w:rFonts w:hint="cs"/>
          <w:rtl/>
        </w:rPr>
        <w:t>تنا</w:t>
      </w:r>
      <w:r>
        <w:rPr>
          <w:rtl/>
        </w:rPr>
        <w:t xml:space="preserve"> </w:t>
      </w:r>
      <w:r>
        <w:rPr>
          <w:rFonts w:hint="cs"/>
          <w:rtl/>
        </w:rPr>
        <w:t>فكانوا</w:t>
      </w:r>
      <w:r>
        <w:rPr>
          <w:rtl/>
        </w:rPr>
        <w:t xml:space="preserve"> </w:t>
      </w:r>
      <w:r>
        <w:rPr>
          <w:rFonts w:hint="cs"/>
          <w:rtl/>
        </w:rPr>
        <w:t>عن</w:t>
      </w:r>
      <w:r w:rsidR="00F21947" w:rsidRPr="00B2551F">
        <w:rPr>
          <w:rFonts w:hint="cs"/>
          <w:rtl/>
        </w:rPr>
        <w:t>ه</w:t>
      </w:r>
      <w:r>
        <w:rPr>
          <w:rFonts w:hint="cs"/>
          <w:rtl/>
        </w:rPr>
        <w:t>ا</w:t>
      </w:r>
      <w:r>
        <w:rPr>
          <w:rtl/>
        </w:rPr>
        <w:t xml:space="preserve"> </w:t>
      </w:r>
      <w:r>
        <w:rPr>
          <w:rFonts w:hint="cs"/>
          <w:rtl/>
        </w:rPr>
        <w:t>معرضين</w:t>
      </w:r>
      <w:r>
        <w:rPr>
          <w:rtl/>
        </w:rPr>
        <w:t xml:space="preserve"> ... </w:t>
      </w:r>
      <w:r>
        <w:rPr>
          <w:rFonts w:hint="cs"/>
          <w:rtl/>
        </w:rPr>
        <w:t>فا</w:t>
      </w:r>
      <w:r>
        <w:rPr>
          <w:rtl/>
        </w:rPr>
        <w:t xml:space="preserve"> </w:t>
      </w:r>
      <w:r>
        <w:rPr>
          <w:rFonts w:hint="cs"/>
          <w:rtl/>
        </w:rPr>
        <w:t>خذت</w:t>
      </w:r>
      <w:r w:rsidR="00F21947" w:rsidRPr="00B2551F">
        <w:rPr>
          <w:rFonts w:hint="cs"/>
          <w:rtl/>
        </w:rPr>
        <w:t>ه</w:t>
      </w:r>
      <w:r>
        <w:rPr>
          <w:rFonts w:hint="cs"/>
          <w:rtl/>
        </w:rPr>
        <w:t>م</w:t>
      </w:r>
      <w:r>
        <w:rPr>
          <w:rtl/>
        </w:rPr>
        <w:t xml:space="preserve"> </w:t>
      </w:r>
      <w:r>
        <w:rPr>
          <w:rFonts w:hint="cs"/>
          <w:rtl/>
        </w:rPr>
        <w:t>ا</w:t>
      </w:r>
      <w:r>
        <w:rPr>
          <w:rtl/>
        </w:rPr>
        <w:t>لصيحة</w:t>
      </w:r>
    </w:p>
    <w:p w:rsidR="001F628F" w:rsidRDefault="001F628F" w:rsidP="00CF5DC8">
      <w:pPr>
        <w:pStyle w:val="libNormal"/>
        <w:rPr>
          <w:rtl/>
        </w:rPr>
      </w:pPr>
      <w:r>
        <w:rPr>
          <w:rFonts w:hint="eastAsia"/>
          <w:rtl/>
        </w:rPr>
        <w:t>ايات</w:t>
      </w:r>
      <w:r>
        <w:rPr>
          <w:rtl/>
        </w:rPr>
        <w:t xml:space="preserve"> الہى :</w:t>
      </w:r>
      <w:r>
        <w:rPr>
          <w:rFonts w:hint="eastAsia"/>
          <w:rtl/>
        </w:rPr>
        <w:t>ايات</w:t>
      </w:r>
      <w:r>
        <w:rPr>
          <w:rtl/>
        </w:rPr>
        <w:t xml:space="preserve"> الہى سے منہ موڑنے كى سزا 1;ايات الہى كو جھٹلانے كے اثرات 4</w:t>
      </w:r>
    </w:p>
    <w:p w:rsidR="001F628F" w:rsidRDefault="001F628F" w:rsidP="00CF5DC8">
      <w:pPr>
        <w:pStyle w:val="libNormal"/>
        <w:rPr>
          <w:rtl/>
        </w:rPr>
      </w:pPr>
      <w:r>
        <w:rPr>
          <w:rFonts w:hint="eastAsia"/>
          <w:rtl/>
        </w:rPr>
        <w:t>اتمام</w:t>
      </w:r>
      <w:r>
        <w:rPr>
          <w:rtl/>
        </w:rPr>
        <w:t xml:space="preserve"> حجت :</w:t>
      </w:r>
      <w:r>
        <w:rPr>
          <w:rFonts w:hint="eastAsia"/>
          <w:rtl/>
        </w:rPr>
        <w:t>اتمام</w:t>
      </w:r>
      <w:r>
        <w:rPr>
          <w:rtl/>
        </w:rPr>
        <w:t xml:space="preserve"> حجت كا كردار 5</w:t>
      </w:r>
    </w:p>
    <w:p w:rsidR="001F628F" w:rsidRDefault="001F628F" w:rsidP="00CF5DC8">
      <w:pPr>
        <w:pStyle w:val="libNormal"/>
        <w:rPr>
          <w:rtl/>
        </w:rPr>
      </w:pPr>
      <w:r>
        <w:rPr>
          <w:rFonts w:hint="eastAsia"/>
          <w:rtl/>
        </w:rPr>
        <w:t>الله</w:t>
      </w:r>
      <w:r>
        <w:rPr>
          <w:rtl/>
        </w:rPr>
        <w:t xml:space="preserve"> تعالى :</w:t>
      </w:r>
      <w:r>
        <w:rPr>
          <w:rFonts w:hint="eastAsia"/>
          <w:rtl/>
        </w:rPr>
        <w:t>الله</w:t>
      </w:r>
      <w:r>
        <w:rPr>
          <w:rtl/>
        </w:rPr>
        <w:t xml:space="preserve"> تعالى كى طرف سے اتمام حجت5;الله تعالى كے عذاب 2;الله تعالى كے عذاب كا تحت ضابطہ ہونا 5</w:t>
      </w:r>
    </w:p>
    <w:p w:rsidR="001F628F" w:rsidRDefault="001F628F" w:rsidP="00CF5DC8">
      <w:pPr>
        <w:pStyle w:val="libNormal"/>
        <w:rPr>
          <w:rtl/>
        </w:rPr>
      </w:pPr>
      <w:r>
        <w:rPr>
          <w:rFonts w:hint="eastAsia"/>
          <w:rtl/>
        </w:rPr>
        <w:t>انبياء</w:t>
      </w:r>
      <w:r>
        <w:rPr>
          <w:rtl/>
        </w:rPr>
        <w:t xml:space="preserve"> </w:t>
      </w:r>
      <w:r w:rsidR="00367F17" w:rsidRPr="00367F17">
        <w:rPr>
          <w:rStyle w:val="libAlaemChar"/>
          <w:rtl/>
        </w:rPr>
        <w:t xml:space="preserve"> عليه‌السلام </w:t>
      </w:r>
      <w:r>
        <w:rPr>
          <w:rtl/>
        </w:rPr>
        <w:t xml:space="preserve"> :</w:t>
      </w:r>
      <w:r>
        <w:rPr>
          <w:rFonts w:hint="eastAsia"/>
          <w:rtl/>
        </w:rPr>
        <w:t>انبياء</w:t>
      </w:r>
      <w:r>
        <w:rPr>
          <w:rtl/>
        </w:rPr>
        <w:t xml:space="preserve"> </w:t>
      </w:r>
      <w:r w:rsidR="00367F17" w:rsidRPr="00367F17">
        <w:rPr>
          <w:rStyle w:val="libAlaemChar"/>
          <w:rtl/>
        </w:rPr>
        <w:t xml:space="preserve"> عليه‌السلام </w:t>
      </w:r>
      <w:r>
        <w:rPr>
          <w:rtl/>
        </w:rPr>
        <w:t xml:space="preserve"> كو جھٹلانے كى سزا 1;انبياء </w:t>
      </w:r>
      <w:r w:rsidR="00367F17" w:rsidRPr="00367F17">
        <w:rPr>
          <w:rStyle w:val="libAlaemChar"/>
          <w:rtl/>
        </w:rPr>
        <w:t xml:space="preserve"> عليه‌السلام </w:t>
      </w:r>
      <w:r>
        <w:rPr>
          <w:rtl/>
        </w:rPr>
        <w:t xml:space="preserve"> كو جھٹلانے كے اثرات4</w:t>
      </w:r>
    </w:p>
    <w:p w:rsidR="001F628F" w:rsidRDefault="001F628F" w:rsidP="00CF5DC8">
      <w:pPr>
        <w:pStyle w:val="libNormal"/>
        <w:rPr>
          <w:rtl/>
        </w:rPr>
      </w:pPr>
      <w:r>
        <w:rPr>
          <w:rFonts w:hint="eastAsia"/>
          <w:rtl/>
        </w:rPr>
        <w:t>عذاب</w:t>
      </w:r>
      <w:r>
        <w:rPr>
          <w:rtl/>
        </w:rPr>
        <w:t xml:space="preserve"> :</w:t>
      </w:r>
      <w:r>
        <w:rPr>
          <w:rFonts w:hint="eastAsia"/>
          <w:rtl/>
        </w:rPr>
        <w:t>اسمانى</w:t>
      </w:r>
      <w:r>
        <w:rPr>
          <w:rtl/>
        </w:rPr>
        <w:t xml:space="preserve"> چيخ كے ذريعے عذاب2;اتمام حجت كے بعد عذاب5;صبح كے وقت عذاب1;عذاب كا پيش خيمہ 4;عذاب كے وسائل 2;عذاب كے موجبات 3;معجزے كے بعد عذاب5</w:t>
      </w:r>
    </w:p>
    <w:p w:rsidR="001F628F" w:rsidRDefault="001F628F" w:rsidP="00CF5DC8">
      <w:pPr>
        <w:pStyle w:val="libNormal"/>
        <w:rPr>
          <w:rtl/>
        </w:rPr>
      </w:pPr>
      <w:r>
        <w:rPr>
          <w:rFonts w:hint="eastAsia"/>
          <w:rtl/>
        </w:rPr>
        <w:t>عقيدہ</w:t>
      </w:r>
      <w:r>
        <w:rPr>
          <w:rtl/>
        </w:rPr>
        <w:t xml:space="preserve"> :</w:t>
      </w:r>
      <w:r>
        <w:rPr>
          <w:rFonts w:hint="eastAsia"/>
          <w:rtl/>
        </w:rPr>
        <w:t>عقيدہ</w:t>
      </w:r>
      <w:r>
        <w:rPr>
          <w:rtl/>
        </w:rPr>
        <w:t xml:space="preserve"> كے اثرات 3</w:t>
      </w:r>
    </w:p>
    <w:p w:rsidR="001F628F" w:rsidRDefault="001F628F" w:rsidP="00CF5DC8">
      <w:pPr>
        <w:pStyle w:val="libNormal"/>
        <w:rPr>
          <w:rtl/>
        </w:rPr>
      </w:pPr>
      <w:r>
        <w:rPr>
          <w:rFonts w:hint="eastAsia"/>
          <w:rtl/>
        </w:rPr>
        <w:t>عمل</w:t>
      </w:r>
      <w:r>
        <w:rPr>
          <w:rtl/>
        </w:rPr>
        <w:t xml:space="preserve"> :</w:t>
      </w:r>
      <w:r>
        <w:rPr>
          <w:rFonts w:hint="eastAsia"/>
          <w:rtl/>
        </w:rPr>
        <w:t>عمل</w:t>
      </w:r>
      <w:r>
        <w:rPr>
          <w:rtl/>
        </w:rPr>
        <w:t xml:space="preserve"> كے اثرات 3</w:t>
      </w:r>
    </w:p>
    <w:p w:rsidR="00CF5DC8" w:rsidRDefault="001E7F9D" w:rsidP="00F73EDE">
      <w:pPr>
        <w:pStyle w:val="libPoemTini"/>
        <w:rPr>
          <w:rtl/>
        </w:rPr>
      </w:pPr>
      <w:r>
        <w:rPr>
          <w:rtl/>
        </w:rPr>
        <w:br w:type="page"/>
      </w:r>
    </w:p>
    <w:p w:rsidR="001F628F" w:rsidRDefault="001F628F" w:rsidP="00CF5DC8">
      <w:pPr>
        <w:pStyle w:val="libNormal"/>
        <w:rPr>
          <w:rtl/>
        </w:rPr>
      </w:pPr>
      <w:r>
        <w:rPr>
          <w:rFonts w:hint="eastAsia"/>
          <w:rtl/>
        </w:rPr>
        <w:lastRenderedPageBreak/>
        <w:t>قوم</w:t>
      </w:r>
      <w:r>
        <w:rPr>
          <w:rtl/>
        </w:rPr>
        <w:t xml:space="preserve"> ثمود :</w:t>
      </w:r>
      <w:r>
        <w:rPr>
          <w:rFonts w:hint="eastAsia"/>
          <w:rtl/>
        </w:rPr>
        <w:t>قوم</w:t>
      </w:r>
      <w:r>
        <w:rPr>
          <w:rtl/>
        </w:rPr>
        <w:t xml:space="preserve"> ثمود كى تاريخ 1;قوم ثمود كے عذاب كا وقت 1</w:t>
      </w:r>
    </w:p>
    <w:p w:rsidR="001F628F" w:rsidRDefault="001F628F" w:rsidP="00CF5DC8">
      <w:pPr>
        <w:pStyle w:val="libNormal"/>
        <w:rPr>
          <w:rtl/>
        </w:rPr>
      </w:pPr>
      <w:r>
        <w:rPr>
          <w:rFonts w:hint="eastAsia"/>
          <w:rtl/>
        </w:rPr>
        <w:t>معجزہ</w:t>
      </w:r>
      <w:r>
        <w:rPr>
          <w:rtl/>
        </w:rPr>
        <w:t xml:space="preserve"> :</w:t>
      </w:r>
      <w:r>
        <w:rPr>
          <w:rFonts w:hint="eastAsia"/>
          <w:rtl/>
        </w:rPr>
        <w:t>معجزہ</w:t>
      </w:r>
      <w:r>
        <w:rPr>
          <w:rtl/>
        </w:rPr>
        <w:t xml:space="preserve"> كو جھٹلانے كى سزا 1</w:t>
      </w:r>
    </w:p>
    <w:p w:rsidR="001F628F" w:rsidRPr="00120F63" w:rsidRDefault="00CF5DC8" w:rsidP="00CF5DC8">
      <w:pPr>
        <w:pStyle w:val="Heading2Center"/>
        <w:rPr>
          <w:rtl/>
        </w:rPr>
      </w:pPr>
      <w:bookmarkStart w:id="130" w:name="_Toc28081808"/>
      <w:r>
        <w:rPr>
          <w:rFonts w:hint="cs"/>
          <w:rtl/>
        </w:rPr>
        <w:t xml:space="preserve">آیت </w:t>
      </w:r>
      <w:r w:rsidRPr="00120F63">
        <w:rPr>
          <w:rFonts w:hint="cs"/>
          <w:rtl/>
        </w:rPr>
        <w:t>86</w:t>
      </w:r>
      <w:bookmarkEnd w:id="130"/>
    </w:p>
    <w:p w:rsidR="001F628F" w:rsidRDefault="00E260F9" w:rsidP="00CF5DC8">
      <w:pPr>
        <w:pStyle w:val="libNormal"/>
        <w:rPr>
          <w:rtl/>
        </w:rPr>
      </w:pPr>
      <w:r w:rsidRPr="00E260F9">
        <w:rPr>
          <w:rStyle w:val="libAlaemChar"/>
          <w:rFonts w:hint="eastAsia"/>
          <w:rtl/>
        </w:rPr>
        <w:t>(</w:t>
      </w:r>
      <w:r w:rsidRPr="00CF5DC8">
        <w:rPr>
          <w:rStyle w:val="libAieChar"/>
          <w:rFonts w:hint="eastAsia"/>
          <w:rtl/>
        </w:rPr>
        <w:t>فَمَا</w:t>
      </w:r>
      <w:r w:rsidRPr="00CF5DC8">
        <w:rPr>
          <w:rStyle w:val="libAieChar"/>
          <w:rtl/>
        </w:rPr>
        <w:t xml:space="preserve"> أَغْنَى عَنْهُم مَّا كَانُواْ يَكْسِبُونَ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انھو</w:t>
      </w:r>
      <w:r w:rsidR="00083993">
        <w:rPr>
          <w:rtl/>
        </w:rPr>
        <w:t xml:space="preserve">ں </w:t>
      </w:r>
      <w:r>
        <w:rPr>
          <w:rtl/>
        </w:rPr>
        <w:t>نے جس قدر بھى حاصل كيا تھا كچھ كام نہ آيا _</w:t>
      </w:r>
    </w:p>
    <w:p w:rsidR="001F628F" w:rsidRDefault="001F628F" w:rsidP="001F628F">
      <w:pPr>
        <w:pStyle w:val="libNormal"/>
        <w:rPr>
          <w:rtl/>
        </w:rPr>
      </w:pPr>
      <w:r>
        <w:rPr>
          <w:rtl/>
        </w:rPr>
        <w:t>1_اصحاب حجر كى اپنے اپ كو عذاب الہى سے نجات دلانے كى كوئي كوشش اُن كے لئے مفيد ثابت نہ ہوئي _</w:t>
      </w:r>
    </w:p>
    <w:p w:rsidR="001F628F" w:rsidRDefault="001F628F" w:rsidP="00CF5DC8">
      <w:pPr>
        <w:pStyle w:val="libArabic"/>
        <w:rPr>
          <w:rtl/>
        </w:rPr>
      </w:pPr>
      <w:r>
        <w:rPr>
          <w:rFonts w:hint="eastAsia"/>
          <w:rtl/>
        </w:rPr>
        <w:t>فا</w:t>
      </w:r>
      <w:r>
        <w:rPr>
          <w:rtl/>
        </w:rPr>
        <w:t xml:space="preserve"> 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فما</w:t>
      </w:r>
      <w:r>
        <w:rPr>
          <w:rtl/>
        </w:rPr>
        <w:t xml:space="preserve"> </w:t>
      </w:r>
      <w:r>
        <w:rPr>
          <w:rFonts w:hint="cs"/>
          <w:rtl/>
        </w:rPr>
        <w:t>ا</w:t>
      </w:r>
      <w:r>
        <w:rPr>
          <w:rtl/>
        </w:rPr>
        <w:t xml:space="preserve"> </w:t>
      </w:r>
      <w:r>
        <w:rPr>
          <w:rFonts w:hint="cs"/>
          <w:rtl/>
        </w:rPr>
        <w:t>غنى</w:t>
      </w:r>
      <w:r>
        <w:rPr>
          <w:rtl/>
        </w:rPr>
        <w:t xml:space="preserve"> </w:t>
      </w:r>
      <w:r>
        <w:rPr>
          <w:rFonts w:hint="cs"/>
          <w:rtl/>
        </w:rPr>
        <w:t>عن</w:t>
      </w:r>
      <w:r w:rsidR="00F21947" w:rsidRPr="00B2551F">
        <w:rPr>
          <w:rFonts w:hint="cs"/>
          <w:rtl/>
        </w:rPr>
        <w:t>ه</w:t>
      </w:r>
      <w:r>
        <w:rPr>
          <w:rFonts w:hint="cs"/>
          <w:rtl/>
        </w:rPr>
        <w:t>م</w:t>
      </w:r>
      <w:r>
        <w:rPr>
          <w:rtl/>
        </w:rPr>
        <w:t xml:space="preserve"> </w:t>
      </w:r>
      <w:r>
        <w:rPr>
          <w:rFonts w:hint="cs"/>
          <w:rtl/>
        </w:rPr>
        <w:t>ماكانوا</w:t>
      </w:r>
      <w:r>
        <w:rPr>
          <w:rtl/>
        </w:rPr>
        <w:t xml:space="preserve"> يكسبون</w:t>
      </w:r>
    </w:p>
    <w:p w:rsidR="001F628F" w:rsidRDefault="001F628F" w:rsidP="00CF5DC8">
      <w:pPr>
        <w:pStyle w:val="libNormal"/>
        <w:rPr>
          <w:rtl/>
        </w:rPr>
      </w:pPr>
      <w:r>
        <w:rPr>
          <w:rtl/>
        </w:rPr>
        <w:t>2_قوم ثمود كے مستحكم پتھر يلے گھر كہ جو اُنہو</w:t>
      </w:r>
      <w:r w:rsidR="00083993">
        <w:rPr>
          <w:rtl/>
        </w:rPr>
        <w:t xml:space="preserve">ں </w:t>
      </w:r>
      <w:r>
        <w:rPr>
          <w:rtl/>
        </w:rPr>
        <w:t>نے عذاب الہى كے مقابلے مي</w:t>
      </w:r>
      <w:r w:rsidR="00083993">
        <w:rPr>
          <w:rtl/>
        </w:rPr>
        <w:t xml:space="preserve">ں </w:t>
      </w:r>
      <w:r>
        <w:rPr>
          <w:rtl/>
        </w:rPr>
        <w:t>امنيت كى اُميد سے بنائے تھے اُنہي</w:t>
      </w:r>
      <w:r w:rsidR="00083993">
        <w:rPr>
          <w:rtl/>
        </w:rPr>
        <w:t xml:space="preserve">ں </w:t>
      </w:r>
      <w:r>
        <w:rPr>
          <w:rtl/>
        </w:rPr>
        <w:t>حتى خوفناك اواز كے مقابلے مي</w:t>
      </w:r>
      <w:r w:rsidR="00083993">
        <w:rPr>
          <w:rtl/>
        </w:rPr>
        <w:t xml:space="preserve">ں </w:t>
      </w:r>
      <w:r>
        <w:rPr>
          <w:rtl/>
        </w:rPr>
        <w:t>بھى محفوظ نہ ركھ سكے_</w:t>
      </w:r>
      <w:r w:rsidRPr="00CF5DC8">
        <w:rPr>
          <w:rStyle w:val="libArabicChar"/>
          <w:rFonts w:hint="eastAsia"/>
          <w:rtl/>
        </w:rPr>
        <w:t>فا</w:t>
      </w:r>
      <w:r w:rsidRPr="00CF5DC8">
        <w:rPr>
          <w:rStyle w:val="libArabicChar"/>
          <w:rtl/>
        </w:rPr>
        <w:t xml:space="preserve"> خذت</w:t>
      </w:r>
      <w:r w:rsidR="00F21947" w:rsidRPr="00B2551F">
        <w:rPr>
          <w:rStyle w:val="libArabicChar"/>
          <w:rFonts w:hint="cs"/>
          <w:rtl/>
        </w:rPr>
        <w:t>ه</w:t>
      </w:r>
      <w:r w:rsidRPr="00CF5DC8">
        <w:rPr>
          <w:rStyle w:val="libArabicChar"/>
          <w:rFonts w:hint="cs"/>
          <w:rtl/>
        </w:rPr>
        <w:t>م</w:t>
      </w:r>
      <w:r w:rsidRPr="00CF5DC8">
        <w:rPr>
          <w:rStyle w:val="libArabicChar"/>
          <w:rtl/>
        </w:rPr>
        <w:t xml:space="preserve"> </w:t>
      </w:r>
      <w:r w:rsidRPr="00CF5DC8">
        <w:rPr>
          <w:rStyle w:val="libArabicChar"/>
          <w:rFonts w:hint="cs"/>
          <w:rtl/>
        </w:rPr>
        <w:t>الصيحة</w:t>
      </w:r>
      <w:r w:rsidRPr="00CF5DC8">
        <w:rPr>
          <w:rStyle w:val="libArabicChar"/>
          <w:rtl/>
        </w:rPr>
        <w:t xml:space="preserve"> ...</w:t>
      </w:r>
      <w:r w:rsidRPr="00CF5DC8">
        <w:rPr>
          <w:rStyle w:val="libArabicChar"/>
          <w:rFonts w:hint="cs"/>
          <w:rtl/>
        </w:rPr>
        <w:t>فما</w:t>
      </w:r>
      <w:r w:rsidRPr="00CF5DC8">
        <w:rPr>
          <w:rStyle w:val="libArabicChar"/>
          <w:rtl/>
        </w:rPr>
        <w:t xml:space="preserve"> </w:t>
      </w:r>
      <w:r w:rsidRPr="00CF5DC8">
        <w:rPr>
          <w:rStyle w:val="libArabicChar"/>
          <w:rFonts w:hint="cs"/>
          <w:rtl/>
        </w:rPr>
        <w:t>ا</w:t>
      </w:r>
      <w:r w:rsidRPr="00CF5DC8">
        <w:rPr>
          <w:rStyle w:val="libArabicChar"/>
          <w:rtl/>
        </w:rPr>
        <w:t xml:space="preserve"> </w:t>
      </w:r>
      <w:r w:rsidRPr="00CF5DC8">
        <w:rPr>
          <w:rStyle w:val="libArabicChar"/>
          <w:rFonts w:hint="cs"/>
          <w:rtl/>
        </w:rPr>
        <w:t>غنى</w:t>
      </w:r>
      <w:r w:rsidRPr="00CF5DC8">
        <w:rPr>
          <w:rStyle w:val="libArabicChar"/>
          <w:rtl/>
        </w:rPr>
        <w:t xml:space="preserve"> </w:t>
      </w:r>
      <w:r w:rsidRPr="00CF5DC8">
        <w:rPr>
          <w:rStyle w:val="libArabicChar"/>
          <w:rFonts w:hint="cs"/>
          <w:rtl/>
        </w:rPr>
        <w:t>عن</w:t>
      </w:r>
      <w:r w:rsidR="00F21947" w:rsidRPr="00B2551F">
        <w:rPr>
          <w:rStyle w:val="libArabicChar"/>
          <w:rFonts w:hint="cs"/>
          <w:rtl/>
        </w:rPr>
        <w:t>ه</w:t>
      </w:r>
      <w:r w:rsidRPr="00CF5DC8">
        <w:rPr>
          <w:rStyle w:val="libArabicChar"/>
          <w:rFonts w:hint="cs"/>
          <w:rtl/>
        </w:rPr>
        <w:t>م</w:t>
      </w:r>
      <w:r w:rsidRPr="00CF5DC8">
        <w:rPr>
          <w:rStyle w:val="libArabicChar"/>
          <w:rtl/>
        </w:rPr>
        <w:t xml:space="preserve"> </w:t>
      </w:r>
      <w:r w:rsidRPr="00CF5DC8">
        <w:rPr>
          <w:rStyle w:val="libArabicChar"/>
          <w:rFonts w:hint="cs"/>
          <w:rtl/>
        </w:rPr>
        <w:t>ماكانوا</w:t>
      </w:r>
      <w:r w:rsidRPr="00CF5DC8">
        <w:rPr>
          <w:rStyle w:val="libArabicChar"/>
          <w:rtl/>
        </w:rPr>
        <w:t xml:space="preserve"> يكسبون</w:t>
      </w:r>
    </w:p>
    <w:p w:rsidR="001F628F" w:rsidRDefault="001F628F" w:rsidP="001F628F">
      <w:pPr>
        <w:pStyle w:val="libNormal"/>
        <w:rPr>
          <w:rtl/>
        </w:rPr>
      </w:pPr>
      <w:r>
        <w:rPr>
          <w:rtl/>
        </w:rPr>
        <w:t>3_عذاب الہى (چيخ ) نے اصحاب حجر كو اُن كے پتھريلے گھرو</w:t>
      </w:r>
      <w:r w:rsidR="00083993">
        <w:rPr>
          <w:rtl/>
        </w:rPr>
        <w:t xml:space="preserve">ں </w:t>
      </w:r>
      <w:r>
        <w:rPr>
          <w:rtl/>
        </w:rPr>
        <w:t>اور مستحكم قلعو</w:t>
      </w:r>
      <w:r w:rsidR="00083993">
        <w:rPr>
          <w:rtl/>
        </w:rPr>
        <w:t xml:space="preserve">ں </w:t>
      </w:r>
      <w:r>
        <w:rPr>
          <w:rtl/>
        </w:rPr>
        <w:t>كے اندرتباہ كر ڈالا_</w:t>
      </w:r>
    </w:p>
    <w:p w:rsidR="001F628F" w:rsidRDefault="001F628F" w:rsidP="00CF5DC8">
      <w:pPr>
        <w:pStyle w:val="libArabic"/>
        <w:rPr>
          <w:rtl/>
        </w:rPr>
      </w:pPr>
      <w:r>
        <w:rPr>
          <w:rFonts w:hint="eastAsia"/>
          <w:rtl/>
        </w:rPr>
        <w:t>ينحتون</w:t>
      </w:r>
      <w:r>
        <w:rPr>
          <w:rtl/>
        </w:rPr>
        <w:t xml:space="preserve"> من الجبال بيوتاً ء امنين_فا 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فما</w:t>
      </w:r>
      <w:r>
        <w:rPr>
          <w:rtl/>
        </w:rPr>
        <w:t xml:space="preserve"> </w:t>
      </w:r>
      <w:r>
        <w:rPr>
          <w:rFonts w:hint="cs"/>
          <w:rtl/>
        </w:rPr>
        <w:t>ا</w:t>
      </w:r>
      <w:r>
        <w:rPr>
          <w:rtl/>
        </w:rPr>
        <w:t xml:space="preserve"> </w:t>
      </w:r>
      <w:r>
        <w:rPr>
          <w:rFonts w:hint="cs"/>
          <w:rtl/>
        </w:rPr>
        <w:t>غنى</w:t>
      </w:r>
      <w:r>
        <w:rPr>
          <w:rtl/>
        </w:rPr>
        <w:t xml:space="preserve"> </w:t>
      </w:r>
      <w:r>
        <w:rPr>
          <w:rFonts w:hint="cs"/>
          <w:rtl/>
        </w:rPr>
        <w:t>عن</w:t>
      </w:r>
      <w:r w:rsidR="00F21947" w:rsidRPr="00B2551F">
        <w:rPr>
          <w:rFonts w:hint="cs"/>
          <w:rtl/>
        </w:rPr>
        <w:t>ه</w:t>
      </w:r>
      <w:r>
        <w:rPr>
          <w:rFonts w:hint="cs"/>
          <w:rtl/>
        </w:rPr>
        <w:t>م</w:t>
      </w:r>
      <w:r>
        <w:rPr>
          <w:rtl/>
        </w:rPr>
        <w:t xml:space="preserve"> </w:t>
      </w:r>
      <w:r>
        <w:rPr>
          <w:rFonts w:hint="cs"/>
          <w:rtl/>
        </w:rPr>
        <w:t>ماكانوا</w:t>
      </w:r>
      <w:r>
        <w:rPr>
          <w:rtl/>
        </w:rPr>
        <w:t xml:space="preserve"> يكسبون</w:t>
      </w:r>
    </w:p>
    <w:p w:rsidR="001F628F" w:rsidRDefault="001F628F" w:rsidP="001F628F">
      <w:pPr>
        <w:pStyle w:val="libNormal"/>
        <w:rPr>
          <w:rtl/>
        </w:rPr>
      </w:pPr>
      <w:r>
        <w:rPr>
          <w:rFonts w:hint="eastAsia"/>
          <w:rtl/>
        </w:rPr>
        <w:t>اصحاب</w:t>
      </w:r>
      <w:r>
        <w:rPr>
          <w:rtl/>
        </w:rPr>
        <w:t xml:space="preserve"> حجر نے عذاب الہى سے محفوظ رہنے كے لئے پتھر كے گھر بنائے ہوئے تھے ;ليكن يہ گھر اُنہي</w:t>
      </w:r>
      <w:r w:rsidR="00083993">
        <w:rPr>
          <w:rtl/>
        </w:rPr>
        <w:t xml:space="preserve">ں </w:t>
      </w:r>
      <w:r>
        <w:rPr>
          <w:rtl/>
        </w:rPr>
        <w:t>عذاب سے محفوظ نہ ركھ سكے اور اسے روكنے مي</w:t>
      </w:r>
      <w:r w:rsidR="00083993">
        <w:rPr>
          <w:rtl/>
        </w:rPr>
        <w:t xml:space="preserve">ں </w:t>
      </w:r>
      <w:r>
        <w:rPr>
          <w:rtl/>
        </w:rPr>
        <w:t>كارامد ثابت نہي</w:t>
      </w:r>
      <w:r w:rsidR="00083993">
        <w:rPr>
          <w:rtl/>
        </w:rPr>
        <w:t xml:space="preserve">ں </w:t>
      </w:r>
      <w:r>
        <w:rPr>
          <w:rtl/>
        </w:rPr>
        <w:t xml:space="preserve">ہوئے ( </w:t>
      </w:r>
      <w:r w:rsidRPr="00CF5DC8">
        <w:rPr>
          <w:rStyle w:val="libArabicChar"/>
          <w:rtl/>
        </w:rPr>
        <w:t>فما ا غنى عن</w:t>
      </w:r>
      <w:r w:rsidR="00F21947" w:rsidRPr="00B2551F">
        <w:rPr>
          <w:rStyle w:val="libArabicChar"/>
          <w:rFonts w:hint="cs"/>
          <w:rtl/>
        </w:rPr>
        <w:t>ه</w:t>
      </w:r>
      <w:r w:rsidRPr="00CF5DC8">
        <w:rPr>
          <w:rStyle w:val="libArabicChar"/>
          <w:rFonts w:hint="cs"/>
          <w:rtl/>
        </w:rPr>
        <w:t>م</w:t>
      </w:r>
      <w:r>
        <w:rPr>
          <w:rtl/>
        </w:rPr>
        <w:t xml:space="preserve"> ... )مندرجہ بالا حقيقت سے يہ نكتہ اخذ ہوتا ہے كہ عذاب كے وقت وہ لوگ انہى گھرو</w:t>
      </w:r>
      <w:r w:rsidR="00083993">
        <w:rPr>
          <w:rtl/>
        </w:rPr>
        <w:t xml:space="preserve">ں </w:t>
      </w:r>
      <w:r>
        <w:rPr>
          <w:rtl/>
        </w:rPr>
        <w:t>مي</w:t>
      </w:r>
      <w:r w:rsidR="00083993">
        <w:rPr>
          <w:rtl/>
        </w:rPr>
        <w:t xml:space="preserve">ں </w:t>
      </w:r>
      <w:r>
        <w:rPr>
          <w:rFonts w:hint="eastAsia"/>
          <w:rtl/>
        </w:rPr>
        <w:t>ساكن</w:t>
      </w:r>
      <w:r>
        <w:rPr>
          <w:rtl/>
        </w:rPr>
        <w:t xml:space="preserve"> تھے_</w:t>
      </w:r>
    </w:p>
    <w:p w:rsidR="001F628F" w:rsidRDefault="001F628F" w:rsidP="00CF5DC8">
      <w:pPr>
        <w:pStyle w:val="libNormal"/>
        <w:rPr>
          <w:rtl/>
        </w:rPr>
      </w:pPr>
      <w:r>
        <w:rPr>
          <w:rtl/>
        </w:rPr>
        <w:t>4_انسان ،خداوند متعال كے ارادے كے مقابلے مي</w:t>
      </w:r>
      <w:r w:rsidR="00083993">
        <w:rPr>
          <w:rtl/>
        </w:rPr>
        <w:t xml:space="preserve">ں </w:t>
      </w:r>
      <w:r>
        <w:rPr>
          <w:rtl/>
        </w:rPr>
        <w:t>ايك ناتوان مخلوق ہے_</w:t>
      </w:r>
      <w:r w:rsidRPr="00CF5DC8">
        <w:rPr>
          <w:rStyle w:val="libArabicChar"/>
          <w:rFonts w:hint="eastAsia"/>
          <w:rtl/>
        </w:rPr>
        <w:t>فما</w:t>
      </w:r>
      <w:r w:rsidRPr="00CF5DC8">
        <w:rPr>
          <w:rStyle w:val="libArabicChar"/>
          <w:rtl/>
        </w:rPr>
        <w:t xml:space="preserve"> ا غنى عن</w:t>
      </w:r>
      <w:r w:rsidR="00F21947" w:rsidRPr="00B2551F">
        <w:rPr>
          <w:rStyle w:val="libArabicChar"/>
          <w:rFonts w:hint="cs"/>
          <w:rtl/>
        </w:rPr>
        <w:t>ه</w:t>
      </w:r>
      <w:r w:rsidRPr="00CF5DC8">
        <w:rPr>
          <w:rStyle w:val="libArabicChar"/>
          <w:rFonts w:hint="cs"/>
          <w:rtl/>
        </w:rPr>
        <w:t>م</w:t>
      </w:r>
      <w:r w:rsidRPr="00CF5DC8">
        <w:rPr>
          <w:rStyle w:val="libArabicChar"/>
          <w:rtl/>
        </w:rPr>
        <w:t xml:space="preserve"> </w:t>
      </w:r>
      <w:r w:rsidRPr="00CF5DC8">
        <w:rPr>
          <w:rStyle w:val="libArabicChar"/>
          <w:rFonts w:hint="cs"/>
          <w:rtl/>
        </w:rPr>
        <w:t>ماكانوا</w:t>
      </w:r>
      <w:r w:rsidRPr="00CF5DC8">
        <w:rPr>
          <w:rStyle w:val="libArabicChar"/>
          <w:rtl/>
        </w:rPr>
        <w:t xml:space="preserve"> يكسبون</w:t>
      </w:r>
    </w:p>
    <w:p w:rsidR="001F628F" w:rsidRDefault="001F628F" w:rsidP="00CF5DC8">
      <w:pPr>
        <w:pStyle w:val="libNormal"/>
        <w:rPr>
          <w:rtl/>
        </w:rPr>
      </w:pPr>
      <w:r>
        <w:rPr>
          <w:rtl/>
        </w:rPr>
        <w:t>5_كوئي بھى طاقت ،عذاب الہى كو روكنے كى توانائي نہي</w:t>
      </w:r>
      <w:r w:rsidR="00083993">
        <w:rPr>
          <w:rtl/>
        </w:rPr>
        <w:t xml:space="preserve">ں </w:t>
      </w:r>
      <w:r>
        <w:rPr>
          <w:rtl/>
        </w:rPr>
        <w:t>ركھتى _</w:t>
      </w:r>
      <w:r w:rsidRPr="00CF5DC8">
        <w:rPr>
          <w:rStyle w:val="libArabicChar"/>
          <w:rFonts w:hint="eastAsia"/>
          <w:rtl/>
        </w:rPr>
        <w:t>فما</w:t>
      </w:r>
      <w:r w:rsidRPr="00CF5DC8">
        <w:rPr>
          <w:rStyle w:val="libArabicChar"/>
          <w:rtl/>
        </w:rPr>
        <w:t xml:space="preserve"> ا غنى عن</w:t>
      </w:r>
      <w:r w:rsidR="00F21947" w:rsidRPr="00B2551F">
        <w:rPr>
          <w:rStyle w:val="libArabicChar"/>
          <w:rFonts w:hint="cs"/>
          <w:rtl/>
        </w:rPr>
        <w:t>ه</w:t>
      </w:r>
      <w:r w:rsidRPr="00CF5DC8">
        <w:rPr>
          <w:rStyle w:val="libArabicChar"/>
          <w:rFonts w:hint="cs"/>
          <w:rtl/>
        </w:rPr>
        <w:t>م</w:t>
      </w:r>
      <w:r w:rsidRPr="00CF5DC8">
        <w:rPr>
          <w:rStyle w:val="libArabicChar"/>
          <w:rtl/>
        </w:rPr>
        <w:t xml:space="preserve"> </w:t>
      </w:r>
      <w:r w:rsidRPr="00CF5DC8">
        <w:rPr>
          <w:rStyle w:val="libArabicChar"/>
          <w:rFonts w:hint="cs"/>
          <w:rtl/>
        </w:rPr>
        <w:t>ماكانوا</w:t>
      </w:r>
      <w:r w:rsidRPr="00CF5DC8">
        <w:rPr>
          <w:rStyle w:val="libArabicChar"/>
          <w:rtl/>
        </w:rPr>
        <w:t xml:space="preserve"> يكسبون</w:t>
      </w:r>
    </w:p>
    <w:p w:rsidR="001F628F" w:rsidRDefault="001F628F" w:rsidP="001F628F">
      <w:pPr>
        <w:pStyle w:val="libNormal"/>
        <w:rPr>
          <w:rtl/>
        </w:rPr>
      </w:pPr>
      <w:r>
        <w:rPr>
          <w:rtl/>
        </w:rPr>
        <w:t>6_ہر قسم كے حالات مي</w:t>
      </w:r>
      <w:r w:rsidR="00083993">
        <w:rPr>
          <w:rtl/>
        </w:rPr>
        <w:t xml:space="preserve">ں </w:t>
      </w:r>
      <w:r>
        <w:rPr>
          <w:rtl/>
        </w:rPr>
        <w:t>اور ہر قسم كے مستحكم و پُر امن مقام پر كسى كو بھى عذاب الہى كے مقابلے مي</w:t>
      </w:r>
      <w:r w:rsidR="00083993">
        <w:rPr>
          <w:rtl/>
        </w:rPr>
        <w:t xml:space="preserve">ں </w:t>
      </w:r>
      <w:r>
        <w:rPr>
          <w:rtl/>
        </w:rPr>
        <w:t>، محفوظ ہونے كا احساس (تك ) نہي</w:t>
      </w:r>
      <w:r w:rsidR="00083993">
        <w:rPr>
          <w:rtl/>
        </w:rPr>
        <w:t xml:space="preserve">ں </w:t>
      </w:r>
      <w:r>
        <w:rPr>
          <w:rtl/>
        </w:rPr>
        <w:t>كرنا چاہيے_</w:t>
      </w:r>
    </w:p>
    <w:p w:rsidR="00C74BDF" w:rsidRDefault="001E7F9D" w:rsidP="00F73EDE">
      <w:pPr>
        <w:pStyle w:val="libPoemTini"/>
        <w:rPr>
          <w:rtl/>
        </w:rPr>
      </w:pPr>
      <w:r>
        <w:rPr>
          <w:rtl/>
        </w:rPr>
        <w:br w:type="page"/>
      </w:r>
    </w:p>
    <w:p w:rsidR="001F628F" w:rsidRDefault="001F628F" w:rsidP="00C74BDF">
      <w:pPr>
        <w:pStyle w:val="libArabic"/>
        <w:rPr>
          <w:rtl/>
        </w:rPr>
      </w:pPr>
      <w:r>
        <w:rPr>
          <w:rFonts w:hint="eastAsia"/>
          <w:rtl/>
        </w:rPr>
        <w:lastRenderedPageBreak/>
        <w:t>ء</w:t>
      </w:r>
      <w:r>
        <w:rPr>
          <w:rtl/>
        </w:rPr>
        <w:t xml:space="preserve"> امنين_فا خذت</w:t>
      </w:r>
      <w:r w:rsidR="00F21947" w:rsidRPr="00B2551F">
        <w:rPr>
          <w:rFonts w:hint="cs"/>
          <w:rtl/>
        </w:rPr>
        <w:t>ه</w:t>
      </w:r>
      <w:r>
        <w:rPr>
          <w:rFonts w:hint="cs"/>
          <w:rtl/>
        </w:rPr>
        <w:t>م</w:t>
      </w:r>
      <w:r>
        <w:rPr>
          <w:rtl/>
        </w:rPr>
        <w:t xml:space="preserve"> </w:t>
      </w:r>
      <w:r>
        <w:rPr>
          <w:rFonts w:hint="cs"/>
          <w:rtl/>
        </w:rPr>
        <w:t>الصيحة</w:t>
      </w:r>
      <w:r>
        <w:rPr>
          <w:rtl/>
        </w:rPr>
        <w:t xml:space="preserve"> ...</w:t>
      </w:r>
      <w:r>
        <w:rPr>
          <w:rFonts w:hint="cs"/>
          <w:rtl/>
        </w:rPr>
        <w:t>فما</w:t>
      </w:r>
      <w:r>
        <w:rPr>
          <w:rtl/>
        </w:rPr>
        <w:t xml:space="preserve"> </w:t>
      </w:r>
      <w:r>
        <w:rPr>
          <w:rFonts w:hint="cs"/>
          <w:rtl/>
        </w:rPr>
        <w:t>ا</w:t>
      </w:r>
      <w:r>
        <w:rPr>
          <w:rtl/>
        </w:rPr>
        <w:t xml:space="preserve"> </w:t>
      </w:r>
      <w:r>
        <w:rPr>
          <w:rFonts w:hint="cs"/>
          <w:rtl/>
        </w:rPr>
        <w:t>غنى</w:t>
      </w:r>
      <w:r>
        <w:rPr>
          <w:rtl/>
        </w:rPr>
        <w:t xml:space="preserve"> </w:t>
      </w:r>
      <w:r>
        <w:rPr>
          <w:rFonts w:hint="cs"/>
          <w:rtl/>
        </w:rPr>
        <w:t>عن</w:t>
      </w:r>
      <w:r w:rsidR="00F21947" w:rsidRPr="00B2551F">
        <w:rPr>
          <w:rFonts w:hint="cs"/>
          <w:rtl/>
        </w:rPr>
        <w:t>ه</w:t>
      </w:r>
      <w:r>
        <w:rPr>
          <w:rFonts w:hint="cs"/>
          <w:rtl/>
        </w:rPr>
        <w:t>م</w:t>
      </w:r>
      <w:r>
        <w:rPr>
          <w:rtl/>
        </w:rPr>
        <w:t xml:space="preserve"> </w:t>
      </w:r>
      <w:r>
        <w:rPr>
          <w:rFonts w:hint="cs"/>
          <w:rtl/>
        </w:rPr>
        <w:t>ماكانوا</w:t>
      </w:r>
      <w:r>
        <w:rPr>
          <w:rtl/>
        </w:rPr>
        <w:t xml:space="preserve"> </w:t>
      </w:r>
      <w:r>
        <w:rPr>
          <w:rFonts w:hint="cs"/>
          <w:rtl/>
        </w:rPr>
        <w:t>يكسبون</w:t>
      </w:r>
    </w:p>
    <w:p w:rsidR="001F628F" w:rsidRDefault="001F628F" w:rsidP="001F628F">
      <w:pPr>
        <w:pStyle w:val="libNormal"/>
        <w:rPr>
          <w:rtl/>
        </w:rPr>
      </w:pPr>
      <w:r>
        <w:rPr>
          <w:rFonts w:hint="eastAsia"/>
          <w:rtl/>
        </w:rPr>
        <w:t>مكمل</w:t>
      </w:r>
      <w:r>
        <w:rPr>
          <w:rtl/>
        </w:rPr>
        <w:t xml:space="preserve"> امنيت حاصل كرنے كے لئے قوم ثمود كے گھرو</w:t>
      </w:r>
      <w:r w:rsidR="00083993">
        <w:rPr>
          <w:rtl/>
        </w:rPr>
        <w:t xml:space="preserve">ں </w:t>
      </w:r>
      <w:r>
        <w:rPr>
          <w:rtl/>
        </w:rPr>
        <w:t>كى ساخت كا تذكرہ اور اس نكتے كى ياد دہانى كہ فقط ايك چيخ نے اُنہي</w:t>
      </w:r>
      <w:r w:rsidR="00083993">
        <w:rPr>
          <w:rtl/>
        </w:rPr>
        <w:t xml:space="preserve">ں </w:t>
      </w:r>
      <w:r>
        <w:rPr>
          <w:rtl/>
        </w:rPr>
        <w:t>نابود كر ديا اور مستحكم گھر اُن كے كسى بھى كام نہ اسكے ،ہو سكتا ہے مندرجہ بالا مطلب نكتے كى طرف اشارہ ہو_</w:t>
      </w:r>
    </w:p>
    <w:p w:rsidR="001F628F" w:rsidRDefault="001F628F" w:rsidP="00C74BDF">
      <w:pPr>
        <w:pStyle w:val="libNormal"/>
        <w:rPr>
          <w:rtl/>
        </w:rPr>
      </w:pPr>
      <w:r>
        <w:rPr>
          <w:rFonts w:hint="eastAsia"/>
          <w:rtl/>
        </w:rPr>
        <w:t>الله</w:t>
      </w:r>
      <w:r>
        <w:rPr>
          <w:rtl/>
        </w:rPr>
        <w:t xml:space="preserve"> تعالى :</w:t>
      </w:r>
      <w:r>
        <w:rPr>
          <w:rFonts w:hint="eastAsia"/>
          <w:rtl/>
        </w:rPr>
        <w:t>الله</w:t>
      </w:r>
      <w:r>
        <w:rPr>
          <w:rtl/>
        </w:rPr>
        <w:t xml:space="preserve"> تعالى كا ارادہ 4; الله تعالى كى قدرت 5;الله تعالى كے عذاب 3، 6</w:t>
      </w:r>
    </w:p>
    <w:p w:rsidR="001F628F" w:rsidRDefault="001F628F" w:rsidP="00C74BDF">
      <w:pPr>
        <w:pStyle w:val="libNormal"/>
        <w:rPr>
          <w:rtl/>
        </w:rPr>
      </w:pPr>
      <w:r>
        <w:rPr>
          <w:rFonts w:hint="eastAsia"/>
          <w:rtl/>
        </w:rPr>
        <w:t>انسان</w:t>
      </w:r>
      <w:r>
        <w:rPr>
          <w:rtl/>
        </w:rPr>
        <w:t xml:space="preserve"> :</w:t>
      </w:r>
      <w:r>
        <w:rPr>
          <w:rFonts w:hint="eastAsia"/>
          <w:rtl/>
        </w:rPr>
        <w:t>انسان</w:t>
      </w:r>
      <w:r>
        <w:rPr>
          <w:rtl/>
        </w:rPr>
        <w:t xml:space="preserve"> كا عجز 4</w:t>
      </w:r>
    </w:p>
    <w:p w:rsidR="001F628F" w:rsidRDefault="001F628F" w:rsidP="00C74BDF">
      <w:pPr>
        <w:pStyle w:val="libNormal"/>
        <w:rPr>
          <w:rtl/>
        </w:rPr>
      </w:pPr>
      <w:r>
        <w:rPr>
          <w:rFonts w:hint="eastAsia"/>
          <w:rtl/>
        </w:rPr>
        <w:t>عذاب</w:t>
      </w:r>
      <w:r>
        <w:rPr>
          <w:rtl/>
        </w:rPr>
        <w:t xml:space="preserve"> :</w:t>
      </w:r>
      <w:r>
        <w:rPr>
          <w:rFonts w:hint="eastAsia"/>
          <w:rtl/>
        </w:rPr>
        <w:t>اسمانى</w:t>
      </w:r>
      <w:r>
        <w:rPr>
          <w:rtl/>
        </w:rPr>
        <w:t xml:space="preserve"> چيخ كے ذريعے عذاب 3;عذاب سے محفوظ رہنا 2،6;عذاب كو روكنا 5</w:t>
      </w:r>
    </w:p>
    <w:p w:rsidR="001F628F" w:rsidRDefault="001F628F" w:rsidP="00C74BDF">
      <w:pPr>
        <w:pStyle w:val="libNormal"/>
        <w:rPr>
          <w:rtl/>
        </w:rPr>
      </w:pPr>
      <w:r>
        <w:rPr>
          <w:rFonts w:hint="eastAsia"/>
          <w:rtl/>
        </w:rPr>
        <w:t>قوم</w:t>
      </w:r>
      <w:r>
        <w:rPr>
          <w:rtl/>
        </w:rPr>
        <w:t xml:space="preserve"> ثمود :</w:t>
      </w:r>
      <w:r>
        <w:rPr>
          <w:rFonts w:hint="eastAsia"/>
          <w:rtl/>
        </w:rPr>
        <w:t>قوم</w:t>
      </w:r>
      <w:r>
        <w:rPr>
          <w:rtl/>
        </w:rPr>
        <w:t xml:space="preserve"> ثمود كا عذاب 2،3;قوم ثمود كى تاريخ 1،3;قوم ثمود كى كوشش كا بے نتيجہ ہونا 1;قوم ثمود كے عذاب كا حتمى ہونا 1;قوم ثمود كے گھر 3;قوم ثمود كے گھر كى خصوصيات 2</w:t>
      </w:r>
    </w:p>
    <w:p w:rsidR="001F628F" w:rsidRDefault="001F628F" w:rsidP="00C74BDF">
      <w:pPr>
        <w:pStyle w:val="libNormal"/>
        <w:rPr>
          <w:rtl/>
        </w:rPr>
      </w:pPr>
      <w:r>
        <w:rPr>
          <w:rFonts w:hint="eastAsia"/>
          <w:rtl/>
        </w:rPr>
        <w:t>موجودات</w:t>
      </w:r>
      <w:r>
        <w:rPr>
          <w:rtl/>
        </w:rPr>
        <w:t xml:space="preserve"> :</w:t>
      </w:r>
      <w:r>
        <w:rPr>
          <w:rFonts w:hint="eastAsia"/>
          <w:rtl/>
        </w:rPr>
        <w:t>موجودات</w:t>
      </w:r>
      <w:r>
        <w:rPr>
          <w:rtl/>
        </w:rPr>
        <w:t xml:space="preserve"> كا عجز 5</w:t>
      </w:r>
    </w:p>
    <w:p w:rsidR="001F628F" w:rsidRPr="00120F63" w:rsidRDefault="00C74BDF" w:rsidP="00C74BDF">
      <w:pPr>
        <w:pStyle w:val="Heading2Center"/>
        <w:rPr>
          <w:rtl/>
        </w:rPr>
      </w:pPr>
      <w:bookmarkStart w:id="131" w:name="_Toc28081809"/>
      <w:r>
        <w:rPr>
          <w:rFonts w:hint="cs"/>
          <w:rtl/>
        </w:rPr>
        <w:t xml:space="preserve">آیت </w:t>
      </w:r>
      <w:r w:rsidRPr="00120F63">
        <w:rPr>
          <w:rFonts w:hint="cs"/>
          <w:rtl/>
        </w:rPr>
        <w:t>85</w:t>
      </w:r>
      <w:bookmarkEnd w:id="131"/>
    </w:p>
    <w:p w:rsidR="001F628F" w:rsidRDefault="00E260F9" w:rsidP="00C74BDF">
      <w:pPr>
        <w:pStyle w:val="libNormal"/>
        <w:rPr>
          <w:rtl/>
        </w:rPr>
      </w:pPr>
      <w:r w:rsidRPr="00E260F9">
        <w:rPr>
          <w:rStyle w:val="libAlaemChar"/>
          <w:rFonts w:hint="eastAsia"/>
          <w:rtl/>
        </w:rPr>
        <w:t>(</w:t>
      </w:r>
      <w:r w:rsidRPr="00C74BDF">
        <w:rPr>
          <w:rStyle w:val="libAieChar"/>
          <w:rFonts w:hint="eastAsia"/>
          <w:rtl/>
        </w:rPr>
        <w:t>وَمَا</w:t>
      </w:r>
      <w:r w:rsidRPr="00C74BDF">
        <w:rPr>
          <w:rStyle w:val="libAieChar"/>
          <w:rtl/>
        </w:rPr>
        <w:t xml:space="preserve"> خَلَقْنَا السَّمَاوَاتِ وَالأَرْضَ وَمَا بَيْنَهُمَا إِلاَّ بِالْحَقِّ وَإِنَّ السَّاعَةَ لآتِيَةٌ فَاصْفَحِ الصَّفْحَ الْجَمِيلَ</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آسمان و زمين اور ان كے درميان جو كچھ بھى ہے سب كو برحق پيدا كيا ہے اور قيامت بہرحال آنے والى ہے لہذا آپ ان سے خوبصورتى كے ساتھ درگذر كردي</w:t>
      </w:r>
      <w:r w:rsidR="00083993">
        <w:rPr>
          <w:rtl/>
        </w:rPr>
        <w:t xml:space="preserve">ں </w:t>
      </w:r>
      <w:r>
        <w:rPr>
          <w:rtl/>
        </w:rPr>
        <w:t>_</w:t>
      </w:r>
    </w:p>
    <w:p w:rsidR="001F628F" w:rsidRDefault="001F628F" w:rsidP="00C74BDF">
      <w:pPr>
        <w:pStyle w:val="libNormal"/>
        <w:rPr>
          <w:rtl/>
        </w:rPr>
      </w:pPr>
      <w:r>
        <w:rPr>
          <w:rtl/>
        </w:rPr>
        <w:t>1_خداوند متعال نے اسمانو</w:t>
      </w:r>
      <w:r w:rsidR="00083993">
        <w:rPr>
          <w:rtl/>
        </w:rPr>
        <w:t xml:space="preserve">ں </w:t>
      </w:r>
      <w:r>
        <w:rPr>
          <w:rtl/>
        </w:rPr>
        <w:t>،زمين اور فضا مي</w:t>
      </w:r>
      <w:r w:rsidR="00083993">
        <w:rPr>
          <w:rtl/>
        </w:rPr>
        <w:t xml:space="preserve">ں </w:t>
      </w:r>
      <w:r>
        <w:rPr>
          <w:rtl/>
        </w:rPr>
        <w:t>جو كچھ موجود ہے اُسے حق كى (حكيمانہ اور درست مقصد ) كى بنياد پر خلق فرمايا ہے_</w:t>
      </w:r>
      <w:r w:rsidRPr="00C74BDF">
        <w:rPr>
          <w:rStyle w:val="libArabicChar"/>
          <w:rFonts w:hint="eastAsia"/>
          <w:rtl/>
        </w:rPr>
        <w:t>وما</w:t>
      </w:r>
      <w:r w:rsidRPr="00C74BDF">
        <w:rPr>
          <w:rStyle w:val="libArabicChar"/>
          <w:rtl/>
        </w:rPr>
        <w:t xml:space="preserve"> خلقنا السموت والا رض وما بين</w:t>
      </w:r>
      <w:r w:rsidR="00F21947" w:rsidRPr="00B2551F">
        <w:rPr>
          <w:rStyle w:val="libArabicChar"/>
          <w:rFonts w:hint="cs"/>
          <w:rtl/>
        </w:rPr>
        <w:t>ه</w:t>
      </w:r>
      <w:r w:rsidRPr="00C74BDF">
        <w:rPr>
          <w:rStyle w:val="libArabicChar"/>
          <w:rFonts w:hint="cs"/>
          <w:rtl/>
        </w:rPr>
        <w:t>ما</w:t>
      </w:r>
      <w:r w:rsidRPr="00C74BDF">
        <w:rPr>
          <w:rStyle w:val="libArabicChar"/>
          <w:rtl/>
        </w:rPr>
        <w:t xml:space="preserve"> </w:t>
      </w:r>
      <w:r w:rsidRPr="00C74BDF">
        <w:rPr>
          <w:rStyle w:val="libArabicChar"/>
          <w:rFonts w:hint="cs"/>
          <w:rtl/>
        </w:rPr>
        <w:t>الّا</w:t>
      </w:r>
      <w:r w:rsidRPr="00C74BDF">
        <w:rPr>
          <w:rStyle w:val="libArabicChar"/>
          <w:rtl/>
        </w:rPr>
        <w:t xml:space="preserve"> بالحقّ</w:t>
      </w:r>
    </w:p>
    <w:p w:rsidR="001F628F" w:rsidRDefault="001F628F" w:rsidP="001F628F">
      <w:pPr>
        <w:pStyle w:val="libNormal"/>
        <w:rPr>
          <w:rtl/>
        </w:rPr>
      </w:pPr>
      <w:r>
        <w:rPr>
          <w:rFonts w:hint="eastAsia"/>
          <w:rtl/>
        </w:rPr>
        <w:t>كلمہ</w:t>
      </w:r>
      <w:r>
        <w:rPr>
          <w:rtl/>
        </w:rPr>
        <w:t xml:space="preserve"> ''حق'' كے استعمال كاايك مقام وہ ہے كہ</w:t>
      </w:r>
    </w:p>
    <w:p w:rsidR="00C74BDF" w:rsidRDefault="001E7F9D" w:rsidP="00F73EDE">
      <w:pPr>
        <w:pStyle w:val="libPoemTini"/>
        <w:rPr>
          <w:rtl/>
        </w:rPr>
      </w:pPr>
      <w:r>
        <w:rPr>
          <w:rtl/>
        </w:rPr>
        <w:br w:type="page"/>
      </w:r>
    </w:p>
    <w:p w:rsidR="001F628F" w:rsidRDefault="001F628F" w:rsidP="00C74BDF">
      <w:pPr>
        <w:pStyle w:val="libNormal"/>
        <w:rPr>
          <w:rtl/>
        </w:rPr>
      </w:pPr>
      <w:r>
        <w:rPr>
          <w:rFonts w:hint="eastAsia"/>
          <w:rtl/>
        </w:rPr>
        <w:lastRenderedPageBreak/>
        <w:t>جہا</w:t>
      </w:r>
      <w:r w:rsidR="00083993">
        <w:rPr>
          <w:rFonts w:hint="eastAsia"/>
          <w:rtl/>
        </w:rPr>
        <w:t xml:space="preserve">ں </w:t>
      </w:r>
      <w:r>
        <w:rPr>
          <w:rtl/>
        </w:rPr>
        <w:t>كوئي كام حكمت اور مصلحت كى بنياد پر انجام پايا ہو (مفردات راغب)_مندرجہ بالا مطلب اسى استعمال كى بنا ء پر اخذ كيا گيا ہے_</w:t>
      </w:r>
    </w:p>
    <w:p w:rsidR="001F628F" w:rsidRDefault="001F628F" w:rsidP="001F628F">
      <w:pPr>
        <w:pStyle w:val="libNormal"/>
        <w:rPr>
          <w:rtl/>
        </w:rPr>
      </w:pPr>
      <w:r>
        <w:rPr>
          <w:rtl/>
        </w:rPr>
        <w:t>2_نظام خلقت (اسمان ،زمين اور فضا مي</w:t>
      </w:r>
      <w:r w:rsidR="00083993">
        <w:rPr>
          <w:rtl/>
        </w:rPr>
        <w:t xml:space="preserve">ں </w:t>
      </w:r>
      <w:r>
        <w:rPr>
          <w:rtl/>
        </w:rPr>
        <w:t>موجود مخلوقات )ايك بامقصد اور حكيمانہ نظام ہے_</w:t>
      </w:r>
    </w:p>
    <w:p w:rsidR="001F628F" w:rsidRDefault="001F628F" w:rsidP="00C74BDF">
      <w:pPr>
        <w:pStyle w:val="libArabic"/>
        <w:rPr>
          <w:rtl/>
        </w:rPr>
      </w:pPr>
      <w:r>
        <w:rPr>
          <w:rFonts w:hint="eastAsia"/>
          <w:rtl/>
        </w:rPr>
        <w:t>وما</w:t>
      </w:r>
      <w:r>
        <w:rPr>
          <w:rtl/>
        </w:rPr>
        <w:t xml:space="preserve"> خلقنا السموت والا رض وما بين</w:t>
      </w:r>
      <w:r w:rsidR="00F21947" w:rsidRPr="00B2551F">
        <w:rPr>
          <w:rFonts w:hint="cs"/>
          <w:rtl/>
        </w:rPr>
        <w:t>ه</w:t>
      </w:r>
      <w:r>
        <w:rPr>
          <w:rFonts w:hint="cs"/>
          <w:rtl/>
        </w:rPr>
        <w:t>ما</w:t>
      </w:r>
      <w:r>
        <w:rPr>
          <w:rtl/>
        </w:rPr>
        <w:t xml:space="preserve"> </w:t>
      </w:r>
      <w:r>
        <w:rPr>
          <w:rFonts w:hint="cs"/>
          <w:rtl/>
        </w:rPr>
        <w:t>الّا</w:t>
      </w:r>
      <w:r>
        <w:rPr>
          <w:rtl/>
        </w:rPr>
        <w:t xml:space="preserve"> </w:t>
      </w:r>
      <w:r>
        <w:rPr>
          <w:rFonts w:hint="cs"/>
          <w:rtl/>
        </w:rPr>
        <w:t>ب</w:t>
      </w:r>
      <w:r>
        <w:rPr>
          <w:rtl/>
        </w:rPr>
        <w:t>الحقّ</w:t>
      </w:r>
    </w:p>
    <w:p w:rsidR="001F628F" w:rsidRDefault="001F628F" w:rsidP="001F628F">
      <w:pPr>
        <w:pStyle w:val="libNormal"/>
        <w:rPr>
          <w:rtl/>
        </w:rPr>
      </w:pPr>
      <w:r>
        <w:rPr>
          <w:rFonts w:hint="eastAsia"/>
          <w:rtl/>
        </w:rPr>
        <w:t>كلمہ</w:t>
      </w:r>
      <w:r>
        <w:rPr>
          <w:rtl/>
        </w:rPr>
        <w:t xml:space="preserve"> ''حق '' در مقابل ''باطل '' ہے ;يعنى بے مقصد اور بے فائدہ _بنا بري</w:t>
      </w:r>
      <w:r w:rsidR="00083993">
        <w:rPr>
          <w:rtl/>
        </w:rPr>
        <w:t xml:space="preserve">ں </w:t>
      </w:r>
      <w:r>
        <w:rPr>
          <w:rtl/>
        </w:rPr>
        <w:t>يہ كلمہ ''حق'' كہ جس مي</w:t>
      </w:r>
      <w:r w:rsidR="00083993">
        <w:rPr>
          <w:rtl/>
        </w:rPr>
        <w:t xml:space="preserve">ں </w:t>
      </w:r>
      <w:r>
        <w:rPr>
          <w:rtl/>
        </w:rPr>
        <w:t>حكمت ومصلحت كے معانى پائے جاتے ہي</w:t>
      </w:r>
      <w:r w:rsidR="00083993">
        <w:rPr>
          <w:rtl/>
        </w:rPr>
        <w:t xml:space="preserve">ں </w:t>
      </w:r>
      <w:r>
        <w:rPr>
          <w:rtl/>
        </w:rPr>
        <w:t>، ہوسكتا ہے كسى مقصد كو بيان كر رہا ہو _اس كى تائيد اُن ايات سے بھى ہو رہى ہے كہ جن مي</w:t>
      </w:r>
      <w:r w:rsidR="00083993">
        <w:rPr>
          <w:rtl/>
        </w:rPr>
        <w:t xml:space="preserve">ں </w:t>
      </w:r>
      <w:r>
        <w:rPr>
          <w:rtl/>
        </w:rPr>
        <w:t>كائنات كى خلقت كے بے مقصد اور بيہودہ ہونے كى نفى كى گئي ہے_</w:t>
      </w:r>
    </w:p>
    <w:p w:rsidR="001F628F" w:rsidRDefault="001F628F" w:rsidP="003D00C7">
      <w:pPr>
        <w:pStyle w:val="libNormal"/>
        <w:rPr>
          <w:rtl/>
        </w:rPr>
      </w:pPr>
      <w:r>
        <w:rPr>
          <w:rtl/>
        </w:rPr>
        <w:t>3_اسمانو</w:t>
      </w:r>
      <w:r w:rsidR="00083993">
        <w:rPr>
          <w:rtl/>
        </w:rPr>
        <w:t xml:space="preserve">ں </w:t>
      </w:r>
      <w:r>
        <w:rPr>
          <w:rtl/>
        </w:rPr>
        <w:t>اور زمين كے درميان (فضا مي</w:t>
      </w:r>
      <w:r w:rsidR="00083993">
        <w:rPr>
          <w:rtl/>
        </w:rPr>
        <w:t xml:space="preserve">ں </w:t>
      </w:r>
      <w:r>
        <w:rPr>
          <w:rtl/>
        </w:rPr>
        <w:t>) كچھ مخلوقات وجود ركھتى ہي</w:t>
      </w:r>
      <w:r w:rsidR="00083993">
        <w:rPr>
          <w:rtl/>
        </w:rPr>
        <w:t xml:space="preserve">ں </w:t>
      </w:r>
      <w:r>
        <w:rPr>
          <w:rtl/>
        </w:rPr>
        <w:t>_</w:t>
      </w:r>
      <w:r w:rsidRPr="003D00C7">
        <w:rPr>
          <w:rStyle w:val="libArabicChar"/>
          <w:rFonts w:hint="eastAsia"/>
          <w:rtl/>
        </w:rPr>
        <w:t>وما</w:t>
      </w:r>
      <w:r w:rsidRPr="003D00C7">
        <w:rPr>
          <w:rStyle w:val="libArabicChar"/>
          <w:rtl/>
        </w:rPr>
        <w:t xml:space="preserve"> خلقنا السموت والا رض وما بين</w:t>
      </w:r>
      <w:r w:rsidR="00F21947" w:rsidRPr="00B2551F">
        <w:rPr>
          <w:rStyle w:val="libArabicChar"/>
          <w:rFonts w:hint="cs"/>
          <w:rtl/>
        </w:rPr>
        <w:t>ه</w:t>
      </w:r>
      <w:r w:rsidRPr="003D00C7">
        <w:rPr>
          <w:rStyle w:val="libArabicChar"/>
          <w:rFonts w:hint="cs"/>
          <w:rtl/>
        </w:rPr>
        <w:t>ما</w:t>
      </w:r>
      <w:r w:rsidRPr="003D00C7">
        <w:rPr>
          <w:rStyle w:val="libArabicChar"/>
          <w:rtl/>
        </w:rPr>
        <w:t xml:space="preserve"> </w:t>
      </w:r>
      <w:r w:rsidRPr="003D00C7">
        <w:rPr>
          <w:rStyle w:val="libArabicChar"/>
          <w:rFonts w:hint="cs"/>
          <w:rtl/>
        </w:rPr>
        <w:t>الّا</w:t>
      </w:r>
      <w:r w:rsidRPr="003D00C7">
        <w:rPr>
          <w:rStyle w:val="libArabicChar"/>
          <w:rtl/>
        </w:rPr>
        <w:t xml:space="preserve"> بالحقّ</w:t>
      </w:r>
    </w:p>
    <w:p w:rsidR="001F628F" w:rsidRDefault="001F628F" w:rsidP="003D00C7">
      <w:pPr>
        <w:pStyle w:val="libNormal"/>
        <w:rPr>
          <w:rtl/>
        </w:rPr>
      </w:pPr>
      <w:r>
        <w:rPr>
          <w:rtl/>
        </w:rPr>
        <w:t>4_كائنات مي</w:t>
      </w:r>
      <w:r w:rsidR="00083993">
        <w:rPr>
          <w:rtl/>
        </w:rPr>
        <w:t xml:space="preserve">ں </w:t>
      </w:r>
      <w:r>
        <w:rPr>
          <w:rtl/>
        </w:rPr>
        <w:t>متعدد اسمانو</w:t>
      </w:r>
      <w:r w:rsidR="00083993">
        <w:rPr>
          <w:rtl/>
        </w:rPr>
        <w:t xml:space="preserve">ں </w:t>
      </w:r>
      <w:r>
        <w:rPr>
          <w:rtl/>
        </w:rPr>
        <w:t>كا موجود ہونا _</w:t>
      </w:r>
      <w:r w:rsidRPr="003D00C7">
        <w:rPr>
          <w:rStyle w:val="libArabicChar"/>
          <w:rFonts w:hint="eastAsia"/>
          <w:rtl/>
        </w:rPr>
        <w:t>وما</w:t>
      </w:r>
      <w:r w:rsidRPr="003D00C7">
        <w:rPr>
          <w:rStyle w:val="libArabicChar"/>
          <w:rtl/>
        </w:rPr>
        <w:t xml:space="preserve"> خلقنا السموت ... الّا بالحقّ</w:t>
      </w:r>
    </w:p>
    <w:p w:rsidR="001F628F" w:rsidRDefault="001F628F" w:rsidP="003D00C7">
      <w:pPr>
        <w:pStyle w:val="libNormal"/>
        <w:rPr>
          <w:rtl/>
        </w:rPr>
      </w:pPr>
      <w:r>
        <w:rPr>
          <w:rtl/>
        </w:rPr>
        <w:t>5_قيامت كا برپا ہونا، ايك يقينى اور قابل عمل چيز ہے_</w:t>
      </w:r>
      <w:r w:rsidRPr="003D00C7">
        <w:rPr>
          <w:rStyle w:val="libArabicChar"/>
          <w:rFonts w:hint="eastAsia"/>
          <w:rtl/>
        </w:rPr>
        <w:t>وان</w:t>
      </w:r>
      <w:r w:rsidRPr="003D00C7">
        <w:rPr>
          <w:rStyle w:val="libArabicChar"/>
          <w:rtl/>
        </w:rPr>
        <w:t xml:space="preserve"> الساعة لا تية</w:t>
      </w:r>
    </w:p>
    <w:p w:rsidR="001F628F" w:rsidRDefault="001F628F" w:rsidP="001F628F">
      <w:pPr>
        <w:pStyle w:val="libNormal"/>
        <w:rPr>
          <w:rtl/>
        </w:rPr>
      </w:pPr>
      <w:r>
        <w:rPr>
          <w:rtl/>
        </w:rPr>
        <w:t>''ساعة''لغت مي</w:t>
      </w:r>
      <w:r w:rsidR="00083993">
        <w:rPr>
          <w:rtl/>
        </w:rPr>
        <w:t xml:space="preserve">ں </w:t>
      </w:r>
      <w:r>
        <w:rPr>
          <w:rtl/>
        </w:rPr>
        <w:t>زمانے كے اجزا مي</w:t>
      </w:r>
      <w:r w:rsidR="00083993">
        <w:rPr>
          <w:rtl/>
        </w:rPr>
        <w:t xml:space="preserve">ں </w:t>
      </w:r>
      <w:r>
        <w:rPr>
          <w:rtl/>
        </w:rPr>
        <w:t>سے ايك جز كو كہتے ہي</w:t>
      </w:r>
      <w:r w:rsidR="00083993">
        <w:rPr>
          <w:rtl/>
        </w:rPr>
        <w:t xml:space="preserve">ں </w:t>
      </w:r>
      <w:r>
        <w:rPr>
          <w:rtl/>
        </w:rPr>
        <w:t>اور اس ايت مي</w:t>
      </w:r>
      <w:r w:rsidR="00083993">
        <w:rPr>
          <w:rtl/>
        </w:rPr>
        <w:t xml:space="preserve">ں </w:t>
      </w:r>
      <w:r>
        <w:rPr>
          <w:rtl/>
        </w:rPr>
        <w:t>اس سے قيامت مراد ہے_</w:t>
      </w:r>
    </w:p>
    <w:p w:rsidR="001F628F" w:rsidRDefault="001F628F" w:rsidP="003D00C7">
      <w:pPr>
        <w:pStyle w:val="libNormal"/>
        <w:rPr>
          <w:rtl/>
        </w:rPr>
      </w:pPr>
      <w:r>
        <w:rPr>
          <w:rtl/>
        </w:rPr>
        <w:t>6_''الساعة'' قيامت كے نامو</w:t>
      </w:r>
      <w:r w:rsidR="00083993">
        <w:rPr>
          <w:rtl/>
        </w:rPr>
        <w:t xml:space="preserve">ں </w:t>
      </w:r>
      <w:r>
        <w:rPr>
          <w:rtl/>
        </w:rPr>
        <w:t>مي</w:t>
      </w:r>
      <w:r w:rsidR="00083993">
        <w:rPr>
          <w:rtl/>
        </w:rPr>
        <w:t xml:space="preserve">ں </w:t>
      </w:r>
      <w:r>
        <w:rPr>
          <w:rtl/>
        </w:rPr>
        <w:t>سے ايك نام ہے_</w:t>
      </w:r>
      <w:r w:rsidRPr="003D00C7">
        <w:rPr>
          <w:rStyle w:val="libArabicChar"/>
          <w:rFonts w:hint="eastAsia"/>
          <w:rtl/>
        </w:rPr>
        <w:t>وان</w:t>
      </w:r>
      <w:r w:rsidRPr="003D00C7">
        <w:rPr>
          <w:rStyle w:val="libArabicChar"/>
          <w:rtl/>
        </w:rPr>
        <w:t xml:space="preserve"> الساعة لا تية</w:t>
      </w:r>
    </w:p>
    <w:p w:rsidR="001F628F" w:rsidRDefault="001F628F" w:rsidP="001F628F">
      <w:pPr>
        <w:pStyle w:val="libNormal"/>
        <w:rPr>
          <w:rtl/>
        </w:rPr>
      </w:pPr>
      <w:r>
        <w:rPr>
          <w:rtl/>
        </w:rPr>
        <w:t>7_نظام افرينش كا برحق (حكيمانہ اور بامقصد )ہونا قيامت كے برپا ہونے كا مقتضى ہے_</w:t>
      </w:r>
    </w:p>
    <w:p w:rsidR="001F628F" w:rsidRDefault="001F628F" w:rsidP="003D00C7">
      <w:pPr>
        <w:pStyle w:val="libArabic"/>
        <w:rPr>
          <w:rtl/>
        </w:rPr>
      </w:pPr>
      <w:r>
        <w:rPr>
          <w:rFonts w:hint="eastAsia"/>
          <w:rtl/>
        </w:rPr>
        <w:t>وما</w:t>
      </w:r>
      <w:r>
        <w:rPr>
          <w:rtl/>
        </w:rPr>
        <w:t xml:space="preserve"> خلقنا السموت ... الّا بالحقّ وان الساعة لا تية</w:t>
      </w:r>
    </w:p>
    <w:p w:rsidR="001F628F" w:rsidRDefault="001F628F" w:rsidP="001F628F">
      <w:pPr>
        <w:pStyle w:val="libNormal"/>
        <w:rPr>
          <w:rtl/>
        </w:rPr>
      </w:pPr>
      <w:r>
        <w:rPr>
          <w:rFonts w:hint="eastAsia"/>
          <w:rtl/>
        </w:rPr>
        <w:t>جملہ</w:t>
      </w:r>
      <w:r>
        <w:rPr>
          <w:rtl/>
        </w:rPr>
        <w:t xml:space="preserve"> '' </w:t>
      </w:r>
      <w:r w:rsidRPr="003D00C7">
        <w:rPr>
          <w:rStyle w:val="libArabicChar"/>
          <w:rtl/>
        </w:rPr>
        <w:t>ان الساعة لا تية</w:t>
      </w:r>
      <w:r>
        <w:rPr>
          <w:rtl/>
        </w:rPr>
        <w:t xml:space="preserve"> '' آيت مجيدہ '' وما خلقنا السموت ... </w:t>
      </w:r>
      <w:r w:rsidRPr="003D00C7">
        <w:rPr>
          <w:rStyle w:val="libArabicChar"/>
          <w:rtl/>
        </w:rPr>
        <w:t>الّا بالحقّ</w:t>
      </w:r>
      <w:r>
        <w:rPr>
          <w:rtl/>
        </w:rPr>
        <w:t xml:space="preserve"> '' سے استدلال كے نتيجے كى حيثيت ركھتا ہے _يعنى : چونكہ كائنات ،حق كى بنياد پر خلق كى گئي ہے لہذا قيامت كا برپا ہونا بھى يقينى ہو گا_</w:t>
      </w:r>
    </w:p>
    <w:p w:rsidR="001F628F" w:rsidRDefault="001F628F" w:rsidP="001F628F">
      <w:pPr>
        <w:pStyle w:val="libNormal"/>
        <w:rPr>
          <w:rtl/>
        </w:rPr>
      </w:pPr>
      <w:r>
        <w:rPr>
          <w:rtl/>
        </w:rPr>
        <w:t>8_كائنات كى خلقت ،قيامت كے برپا ہوئے بغير بے مقصد ، بيہودہ اور ايك درست مقصد اور حكمت سے بعيد امرہے_</w:t>
      </w:r>
    </w:p>
    <w:p w:rsidR="001F628F" w:rsidRDefault="001F628F" w:rsidP="003D00C7">
      <w:pPr>
        <w:pStyle w:val="libArabic"/>
        <w:rPr>
          <w:rtl/>
        </w:rPr>
      </w:pPr>
      <w:r>
        <w:rPr>
          <w:rFonts w:hint="eastAsia"/>
          <w:rtl/>
        </w:rPr>
        <w:t>وما</w:t>
      </w:r>
      <w:r>
        <w:rPr>
          <w:rtl/>
        </w:rPr>
        <w:t xml:space="preserve"> خلقنا السموت ... الّا بالحقّ وان الساعة لا تية</w:t>
      </w:r>
    </w:p>
    <w:p w:rsidR="001F628F" w:rsidRDefault="001F628F" w:rsidP="003D00C7">
      <w:pPr>
        <w:pStyle w:val="libNormal"/>
        <w:rPr>
          <w:rtl/>
        </w:rPr>
      </w:pPr>
      <w:r>
        <w:rPr>
          <w:rtl/>
        </w:rPr>
        <w:t>9_خلقت كائنات كا مقصد و مقصود، اُخروى دنيا ہے_</w:t>
      </w:r>
      <w:r w:rsidRPr="003D00C7">
        <w:rPr>
          <w:rStyle w:val="libArabicChar"/>
          <w:rFonts w:hint="eastAsia"/>
          <w:rtl/>
        </w:rPr>
        <w:t>وما</w:t>
      </w:r>
      <w:r w:rsidRPr="003D00C7">
        <w:rPr>
          <w:rStyle w:val="libArabicChar"/>
          <w:rtl/>
        </w:rPr>
        <w:t xml:space="preserve"> خلقنا السموت ... الّا بالحقّ وان الساعة لا تية</w:t>
      </w:r>
    </w:p>
    <w:p w:rsidR="001F628F" w:rsidRDefault="001F628F" w:rsidP="001F628F">
      <w:pPr>
        <w:pStyle w:val="libNormal"/>
        <w:rPr>
          <w:rtl/>
        </w:rPr>
      </w:pPr>
      <w:r>
        <w:rPr>
          <w:rFonts w:hint="eastAsia"/>
          <w:rtl/>
        </w:rPr>
        <w:t>جملہ</w:t>
      </w:r>
      <w:r>
        <w:rPr>
          <w:rtl/>
        </w:rPr>
        <w:t xml:space="preserve"> '' ان الساعة لا تية '' بعض مفسرين كے احتمال كے مطابق ہو سكتا ہے ''بالحق '' كى تفسير ہو _ بنابري</w:t>
      </w:r>
      <w:r w:rsidR="00083993">
        <w:rPr>
          <w:rtl/>
        </w:rPr>
        <w:t xml:space="preserve">ں </w:t>
      </w:r>
      <w:r>
        <w:rPr>
          <w:rtl/>
        </w:rPr>
        <w:t>''كائنات كے بر حق خلق ہونے ''ك</w:t>
      </w:r>
      <w:r w:rsidR="003D00C7">
        <w:rPr>
          <w:rFonts w:hint="cs"/>
          <w:rtl/>
        </w:rPr>
        <w:t>ا</w:t>
      </w:r>
      <w:r w:rsidR="003D00C7" w:rsidRPr="003D00C7">
        <w:rPr>
          <w:rFonts w:hint="eastAsia"/>
          <w:rtl/>
        </w:rPr>
        <w:t xml:space="preserve"> </w:t>
      </w:r>
      <w:r w:rsidR="003D00C7">
        <w:rPr>
          <w:rFonts w:hint="eastAsia"/>
          <w:rtl/>
        </w:rPr>
        <w:t>معنى</w:t>
      </w:r>
      <w:r w:rsidR="003D00C7">
        <w:rPr>
          <w:rtl/>
        </w:rPr>
        <w:t xml:space="preserve"> يہ ہو گا:كائنات ايك مقصد و ہدف كى حامل ہے اور وہ قيامت و اخرت ہے_</w:t>
      </w:r>
    </w:p>
    <w:p w:rsidR="001F628F" w:rsidRDefault="001E7F9D" w:rsidP="00F73EDE">
      <w:pPr>
        <w:pStyle w:val="libPoemTini"/>
        <w:rPr>
          <w:rtl/>
        </w:rPr>
      </w:pPr>
      <w:r>
        <w:rPr>
          <w:rtl/>
        </w:rPr>
        <w:br w:type="page"/>
      </w:r>
    </w:p>
    <w:p w:rsidR="001F628F" w:rsidRDefault="001F628F" w:rsidP="003D00C7">
      <w:pPr>
        <w:pStyle w:val="libNormal"/>
        <w:rPr>
          <w:rtl/>
        </w:rPr>
      </w:pPr>
      <w:r>
        <w:rPr>
          <w:rtl/>
        </w:rPr>
        <w:lastRenderedPageBreak/>
        <w:t>10_قيامت كے منكرين اور كفار كے پاس كائنات كى خلقت كے بارے مي</w:t>
      </w:r>
      <w:r w:rsidR="00083993">
        <w:rPr>
          <w:rtl/>
        </w:rPr>
        <w:t xml:space="preserve">ں </w:t>
      </w:r>
      <w:r>
        <w:rPr>
          <w:rtl/>
        </w:rPr>
        <w:t>كوئي درست اور حق پر مبنى توجيہ و تفسير نہي</w:t>
      </w:r>
      <w:r w:rsidR="00083993">
        <w:rPr>
          <w:rtl/>
        </w:rPr>
        <w:t xml:space="preserve">ں </w:t>
      </w:r>
      <w:r>
        <w:rPr>
          <w:rtl/>
        </w:rPr>
        <w:t>ہے لہذا وہ بے مقصد رجحان ركھنے والے لوگ ہي</w:t>
      </w:r>
      <w:r w:rsidR="00083993">
        <w:rPr>
          <w:rtl/>
        </w:rPr>
        <w:t xml:space="preserve">ں </w:t>
      </w:r>
      <w:r>
        <w:rPr>
          <w:rtl/>
        </w:rPr>
        <w:t>_</w:t>
      </w:r>
      <w:r w:rsidRPr="003D00C7">
        <w:rPr>
          <w:rStyle w:val="libArabicChar"/>
          <w:rFonts w:hint="eastAsia"/>
          <w:rtl/>
        </w:rPr>
        <w:t>وما</w:t>
      </w:r>
      <w:r w:rsidRPr="003D00C7">
        <w:rPr>
          <w:rStyle w:val="libArabicChar"/>
          <w:rtl/>
        </w:rPr>
        <w:t xml:space="preserve"> خلقنا السموت ...الّا بالحقّ وان الساعة لا تية</w:t>
      </w:r>
    </w:p>
    <w:p w:rsidR="001F628F" w:rsidRDefault="001F628F" w:rsidP="003D00C7">
      <w:pPr>
        <w:pStyle w:val="libNormal"/>
        <w:rPr>
          <w:rtl/>
        </w:rPr>
      </w:pPr>
      <w:r>
        <w:rPr>
          <w:rtl/>
        </w:rPr>
        <w:t xml:space="preserve">11 _پيغمبر اكرم </w:t>
      </w:r>
      <w:r w:rsidR="00F031CD" w:rsidRPr="00F031CD">
        <w:rPr>
          <w:rStyle w:val="libAlaemChar"/>
          <w:rtl/>
        </w:rPr>
        <w:t xml:space="preserve"> صلى‌الله‌عليه‌وآله‌وسلم </w:t>
      </w:r>
      <w:r>
        <w:rPr>
          <w:rtl/>
        </w:rPr>
        <w:t xml:space="preserve"> كا فريضہ ہے كہ اپ</w:t>
      </w:r>
      <w:r w:rsidR="00367F17" w:rsidRPr="00367F17">
        <w:rPr>
          <w:rStyle w:val="libAlaemChar"/>
          <w:rtl/>
        </w:rPr>
        <w:t xml:space="preserve"> عليه‌السلام </w:t>
      </w:r>
      <w:r>
        <w:rPr>
          <w:rtl/>
        </w:rPr>
        <w:t xml:space="preserve"> كفار اور مشركين كو كريمانہ انداز مي</w:t>
      </w:r>
      <w:r w:rsidR="00083993">
        <w:rPr>
          <w:rtl/>
        </w:rPr>
        <w:t xml:space="preserve">ں </w:t>
      </w:r>
      <w:r>
        <w:rPr>
          <w:rtl/>
        </w:rPr>
        <w:t>بخش دي</w:t>
      </w:r>
      <w:r w:rsidR="00083993">
        <w:rPr>
          <w:rtl/>
        </w:rPr>
        <w:t xml:space="preserve">ں </w:t>
      </w:r>
      <w:r>
        <w:rPr>
          <w:rtl/>
        </w:rPr>
        <w:t>اور اُن سے در گذر كرتے ہوئے اُن كے اذيت و ازار كو نظر انداز كر دي</w:t>
      </w:r>
      <w:r w:rsidR="00083993">
        <w:rPr>
          <w:rtl/>
        </w:rPr>
        <w:t xml:space="preserve">ں </w:t>
      </w:r>
      <w:r>
        <w:rPr>
          <w:rtl/>
        </w:rPr>
        <w:t>_</w:t>
      </w:r>
      <w:r w:rsidRPr="003D00C7">
        <w:rPr>
          <w:rStyle w:val="libArabicChar"/>
          <w:rFonts w:hint="eastAsia"/>
          <w:rtl/>
        </w:rPr>
        <w:t>فاصفح</w:t>
      </w:r>
      <w:r w:rsidRPr="003D00C7">
        <w:rPr>
          <w:rStyle w:val="libArabicChar"/>
          <w:rtl/>
        </w:rPr>
        <w:t xml:space="preserve"> الصفح الجميل</w:t>
      </w:r>
    </w:p>
    <w:p w:rsidR="001F628F" w:rsidRDefault="001F628F" w:rsidP="001F628F">
      <w:pPr>
        <w:pStyle w:val="libNormal"/>
        <w:rPr>
          <w:rtl/>
        </w:rPr>
      </w:pPr>
      <w:r>
        <w:rPr>
          <w:rtl/>
        </w:rPr>
        <w:t>''صفح '' كا معنى بغير ملامت كيے اور احسان جتائے معاف كر دينا ہے كہ اسے ہم كريمانہ اور بزرگوارانہ در گذر بھى كہہ سكتے ہي</w:t>
      </w:r>
      <w:r w:rsidR="00083993">
        <w:rPr>
          <w:rtl/>
        </w:rPr>
        <w:t xml:space="preserve">ں </w:t>
      </w:r>
      <w:r>
        <w:rPr>
          <w:rtl/>
        </w:rPr>
        <w:t>_</w:t>
      </w:r>
    </w:p>
    <w:p w:rsidR="001F628F" w:rsidRDefault="001F628F" w:rsidP="001F628F">
      <w:pPr>
        <w:pStyle w:val="libNormal"/>
        <w:rPr>
          <w:rtl/>
        </w:rPr>
      </w:pPr>
      <w:r>
        <w:rPr>
          <w:rtl/>
        </w:rPr>
        <w:t>12_قيامت اور خلقت كائنات كے حكيمانہ اور با مقصد ہونے پر عقيدہ ،مشكلات كے برداشت كرنے كو اسان بنا ديتا ہے اور دشمنو</w:t>
      </w:r>
      <w:r w:rsidR="00083993">
        <w:rPr>
          <w:rtl/>
        </w:rPr>
        <w:t xml:space="preserve">ں </w:t>
      </w:r>
      <w:r>
        <w:rPr>
          <w:rtl/>
        </w:rPr>
        <w:t>كى جانب سے اذيت و ازار كو نظر انداز كرنے كا مقتضى ہے_</w:t>
      </w:r>
    </w:p>
    <w:p w:rsidR="001F628F" w:rsidRDefault="001F628F" w:rsidP="003D00C7">
      <w:pPr>
        <w:pStyle w:val="libArabic"/>
        <w:rPr>
          <w:rtl/>
        </w:rPr>
      </w:pPr>
      <w:r>
        <w:rPr>
          <w:rFonts w:hint="eastAsia"/>
          <w:rtl/>
        </w:rPr>
        <w:t>وما</w:t>
      </w:r>
      <w:r>
        <w:rPr>
          <w:rtl/>
        </w:rPr>
        <w:t xml:space="preserve"> خلقنا السموت ... الّا بالحقّ ... فاصفح الصفح الجميل</w:t>
      </w:r>
    </w:p>
    <w:p w:rsidR="001F628F" w:rsidRDefault="001F628F" w:rsidP="001F628F">
      <w:pPr>
        <w:pStyle w:val="libNormal"/>
        <w:rPr>
          <w:rtl/>
        </w:rPr>
      </w:pPr>
      <w:r>
        <w:rPr>
          <w:rtl/>
        </w:rPr>
        <w:t>''فاصفح '' مي</w:t>
      </w:r>
      <w:r w:rsidR="00083993">
        <w:rPr>
          <w:rtl/>
        </w:rPr>
        <w:t xml:space="preserve">ں </w:t>
      </w:r>
      <w:r>
        <w:rPr>
          <w:rtl/>
        </w:rPr>
        <w:t xml:space="preserve">''فا'' تفريع كے لئے ہے اور جملہ ''فاصفح ___'' كو جملہ </w:t>
      </w:r>
      <w:r w:rsidRPr="003D00C7">
        <w:rPr>
          <w:rStyle w:val="libArabicChar"/>
          <w:rtl/>
        </w:rPr>
        <w:t>'' وما خلقنا السموت ... الّا بالحقّ وان الساعة لا تية ''</w:t>
      </w:r>
      <w:r>
        <w:rPr>
          <w:rtl/>
        </w:rPr>
        <w:t xml:space="preserve"> پر عطف كر رہى ہے _بنابري</w:t>
      </w:r>
      <w:r w:rsidR="00083993">
        <w:rPr>
          <w:rtl/>
        </w:rPr>
        <w:t xml:space="preserve">ں </w:t>
      </w:r>
      <w:r>
        <w:rPr>
          <w:rtl/>
        </w:rPr>
        <w:t xml:space="preserve">اس سے معلوم ہوتا ہے كہ كائنات كے بر حق خلق ہونے كا تقاضا ہے كہ رسول الله </w:t>
      </w:r>
      <w:r w:rsidR="00F031CD" w:rsidRPr="00F031CD">
        <w:rPr>
          <w:rStyle w:val="libAlaemChar"/>
          <w:rtl/>
        </w:rPr>
        <w:t xml:space="preserve"> صلى‌الله‌عليه‌وآله‌وسلم </w:t>
      </w:r>
      <w:r>
        <w:rPr>
          <w:rtl/>
        </w:rPr>
        <w:t xml:space="preserve"> جيسا ايك حق طلب انسان حق كے راستے مي</w:t>
      </w:r>
      <w:r w:rsidR="00083993">
        <w:rPr>
          <w:rtl/>
        </w:rPr>
        <w:t xml:space="preserve">ں </w:t>
      </w:r>
      <w:r>
        <w:rPr>
          <w:rtl/>
        </w:rPr>
        <w:t>برد بارى دكھائے اوركفار كى حق ناپذيرى كے سامنے اپنى سعى و كوشش كو بيہودہ خيال نہ كرے _</w:t>
      </w:r>
    </w:p>
    <w:p w:rsidR="001F628F" w:rsidRDefault="001F628F" w:rsidP="003D00C7">
      <w:pPr>
        <w:pStyle w:val="libNormal"/>
        <w:rPr>
          <w:rtl/>
        </w:rPr>
      </w:pPr>
      <w:r>
        <w:rPr>
          <w:rtl/>
        </w:rPr>
        <w:t xml:space="preserve">13_پيغمبر اكرم </w:t>
      </w:r>
      <w:r w:rsidR="00F031CD" w:rsidRPr="00F031CD">
        <w:rPr>
          <w:rStyle w:val="libAlaemChar"/>
          <w:rtl/>
        </w:rPr>
        <w:t xml:space="preserve"> صلى‌الله‌عليه‌وآله‌وسلم </w:t>
      </w:r>
      <w:r>
        <w:rPr>
          <w:rtl/>
        </w:rPr>
        <w:t xml:space="preserve"> ، مكہ مي</w:t>
      </w:r>
      <w:r w:rsidR="00083993">
        <w:rPr>
          <w:rtl/>
        </w:rPr>
        <w:t xml:space="preserve">ں </w:t>
      </w:r>
      <w:r>
        <w:rPr>
          <w:rtl/>
        </w:rPr>
        <w:t>اپنے مخالفين كى جانب سے اذيت و ازاراور اُن كے دبائو مي</w:t>
      </w:r>
      <w:r w:rsidR="00083993">
        <w:rPr>
          <w:rtl/>
        </w:rPr>
        <w:t xml:space="preserve">ں </w:t>
      </w:r>
      <w:r>
        <w:rPr>
          <w:rtl/>
        </w:rPr>
        <w:t>تھے_</w:t>
      </w:r>
      <w:r w:rsidRPr="003D00C7">
        <w:rPr>
          <w:rStyle w:val="libArabicChar"/>
          <w:rFonts w:hint="eastAsia"/>
          <w:rtl/>
        </w:rPr>
        <w:t>فاصفح</w:t>
      </w:r>
      <w:r w:rsidRPr="003D00C7">
        <w:rPr>
          <w:rStyle w:val="libArabicChar"/>
          <w:rtl/>
        </w:rPr>
        <w:t xml:space="preserve"> الصفح الجميل</w:t>
      </w:r>
    </w:p>
    <w:p w:rsidR="001F628F" w:rsidRDefault="001F628F" w:rsidP="001F628F">
      <w:pPr>
        <w:pStyle w:val="libNormal"/>
        <w:rPr>
          <w:rtl/>
        </w:rPr>
      </w:pPr>
      <w:r>
        <w:rPr>
          <w:rFonts w:hint="eastAsia"/>
          <w:rtl/>
        </w:rPr>
        <w:t>اذيت</w:t>
      </w:r>
      <w:r>
        <w:rPr>
          <w:rtl/>
        </w:rPr>
        <w:t xml:space="preserve"> و ازار كى وجہ سے ہى خداوند متعال كى طرف سے در گذر كرنے كى نصيحت كى گئي ہے _ جس كى تائيد اسى سورہ كى ايت 95 ( </w:t>
      </w:r>
      <w:r w:rsidRPr="003D00C7">
        <w:rPr>
          <w:rStyle w:val="libArabicChar"/>
          <w:rtl/>
        </w:rPr>
        <w:t>انا كفينك المست</w:t>
      </w:r>
      <w:r w:rsidR="00F21947" w:rsidRPr="00B2551F">
        <w:rPr>
          <w:rStyle w:val="libArabicChar"/>
          <w:rFonts w:hint="cs"/>
          <w:rtl/>
        </w:rPr>
        <w:t>ه</w:t>
      </w:r>
      <w:r w:rsidRPr="003D00C7">
        <w:rPr>
          <w:rStyle w:val="libArabicChar"/>
          <w:rFonts w:hint="cs"/>
          <w:rtl/>
        </w:rPr>
        <w:t>زء</w:t>
      </w:r>
      <w:r w:rsidRPr="003D00C7">
        <w:rPr>
          <w:rStyle w:val="libArabicChar"/>
          <w:rtl/>
        </w:rPr>
        <w:t xml:space="preserve"> </w:t>
      </w:r>
      <w:r w:rsidRPr="003D00C7">
        <w:rPr>
          <w:rStyle w:val="libArabicChar"/>
          <w:rFonts w:hint="cs"/>
          <w:rtl/>
        </w:rPr>
        <w:t>ين</w:t>
      </w:r>
      <w:r>
        <w:rPr>
          <w:rtl/>
        </w:rPr>
        <w:t xml:space="preserve"> ) سے بھى ہوتى ہے_</w:t>
      </w:r>
    </w:p>
    <w:p w:rsidR="001F628F" w:rsidRDefault="001F628F" w:rsidP="003D00C7">
      <w:pPr>
        <w:pStyle w:val="libNormal"/>
        <w:rPr>
          <w:rtl/>
        </w:rPr>
      </w:pPr>
      <w:r>
        <w:rPr>
          <w:rtl/>
        </w:rPr>
        <w:t>14_اسلامى تحريك اور دينى تبليغات كے اغاز مي</w:t>
      </w:r>
      <w:r w:rsidR="00083993">
        <w:rPr>
          <w:rtl/>
        </w:rPr>
        <w:t xml:space="preserve">ں </w:t>
      </w:r>
      <w:r>
        <w:rPr>
          <w:rtl/>
        </w:rPr>
        <w:t>كفار اور دشمنو</w:t>
      </w:r>
      <w:r w:rsidR="00083993">
        <w:rPr>
          <w:rtl/>
        </w:rPr>
        <w:t xml:space="preserve">ں </w:t>
      </w:r>
      <w:r>
        <w:rPr>
          <w:rtl/>
        </w:rPr>
        <w:t>كے ساتھ كريمانہ سلوك اور در گذر كرنا ايك ضرورى اور لازمى امر تھا _</w:t>
      </w:r>
      <w:r w:rsidRPr="003D00C7">
        <w:rPr>
          <w:rStyle w:val="libArabicChar"/>
          <w:rFonts w:hint="eastAsia"/>
          <w:rtl/>
        </w:rPr>
        <w:t>فاصفح</w:t>
      </w:r>
      <w:r w:rsidRPr="003D00C7">
        <w:rPr>
          <w:rStyle w:val="libArabicChar"/>
          <w:rtl/>
        </w:rPr>
        <w:t xml:space="preserve"> الصفح الجميل</w:t>
      </w:r>
      <w:r>
        <w:rPr>
          <w:rtl/>
        </w:rPr>
        <w:t>(بعثت كے ابتدائي حصّہ مي</w:t>
      </w:r>
      <w:r w:rsidR="00083993">
        <w:rPr>
          <w:rtl/>
        </w:rPr>
        <w:t xml:space="preserve">ں </w:t>
      </w:r>
      <w:r>
        <w:rPr>
          <w:rtl/>
        </w:rPr>
        <w:t>)اس ايت كا نزول كہ جس مي</w:t>
      </w:r>
      <w:r w:rsidR="00083993">
        <w:rPr>
          <w:rtl/>
        </w:rPr>
        <w:t xml:space="preserve">ں </w:t>
      </w:r>
      <w:r>
        <w:rPr>
          <w:rtl/>
        </w:rPr>
        <w:t>در گذر اور معاف كرنے كا حكم دياگيا ہے اور پھر (بعثت كے اخرى حصّہ مي</w:t>
      </w:r>
      <w:r w:rsidR="00083993">
        <w:rPr>
          <w:rtl/>
        </w:rPr>
        <w:t xml:space="preserve">ں </w:t>
      </w:r>
      <w:r>
        <w:rPr>
          <w:rtl/>
        </w:rPr>
        <w:t>) مدينہ مي</w:t>
      </w:r>
      <w:r w:rsidR="00083993">
        <w:rPr>
          <w:rtl/>
        </w:rPr>
        <w:t xml:space="preserve">ں </w:t>
      </w:r>
      <w:r>
        <w:rPr>
          <w:rtl/>
        </w:rPr>
        <w:t>كفار اور دشمنو</w:t>
      </w:r>
      <w:r w:rsidR="00083993">
        <w:rPr>
          <w:rtl/>
        </w:rPr>
        <w:t xml:space="preserve">ں </w:t>
      </w:r>
      <w:r>
        <w:rPr>
          <w:rtl/>
        </w:rPr>
        <w:t>كے ساتھ سخت رويہ اپنانے كا دستور ديا جاتا ہے _اس سے ہم مذكورہ مطلب اخذ كر سكتے ہي</w:t>
      </w:r>
      <w:r w:rsidR="00083993">
        <w:rPr>
          <w:rtl/>
        </w:rPr>
        <w:t xml:space="preserve">ں </w:t>
      </w:r>
      <w:r>
        <w:rPr>
          <w:rtl/>
        </w:rPr>
        <w:t>_</w:t>
      </w:r>
    </w:p>
    <w:p w:rsidR="001F628F" w:rsidRDefault="001F628F" w:rsidP="001F628F">
      <w:pPr>
        <w:pStyle w:val="libNormal"/>
        <w:rPr>
          <w:rtl/>
        </w:rPr>
      </w:pPr>
      <w:r>
        <w:rPr>
          <w:rtl/>
        </w:rPr>
        <w:t>15_دوسرو</w:t>
      </w:r>
      <w:r w:rsidR="00083993">
        <w:rPr>
          <w:rtl/>
        </w:rPr>
        <w:t xml:space="preserve">ں </w:t>
      </w:r>
      <w:r>
        <w:rPr>
          <w:rtl/>
        </w:rPr>
        <w:t>حتى كفار اور دشمنو</w:t>
      </w:r>
      <w:r w:rsidR="00083993">
        <w:rPr>
          <w:rtl/>
        </w:rPr>
        <w:t xml:space="preserve">ں </w:t>
      </w:r>
      <w:r>
        <w:rPr>
          <w:rtl/>
        </w:rPr>
        <w:t>كے ساتھ كريمانہ</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سلوك</w:t>
      </w:r>
      <w:r>
        <w:rPr>
          <w:rtl/>
        </w:rPr>
        <w:t xml:space="preserve"> كرنا ، اُنہي</w:t>
      </w:r>
      <w:r w:rsidR="00083993">
        <w:rPr>
          <w:rtl/>
        </w:rPr>
        <w:t xml:space="preserve">ں </w:t>
      </w:r>
      <w:r>
        <w:rPr>
          <w:rtl/>
        </w:rPr>
        <w:t>معاف كرنا،اور اُن كے اذيت و ازار كو نظر انداز كرناايك شائستہ اور پسند يدہ چيز ہے_</w:t>
      </w:r>
    </w:p>
    <w:p w:rsidR="001F628F" w:rsidRDefault="001F628F" w:rsidP="003D00C7">
      <w:pPr>
        <w:pStyle w:val="libArabic"/>
        <w:rPr>
          <w:rtl/>
        </w:rPr>
      </w:pPr>
      <w:r>
        <w:rPr>
          <w:rFonts w:hint="eastAsia"/>
          <w:rtl/>
        </w:rPr>
        <w:t>فاصفح</w:t>
      </w:r>
      <w:r>
        <w:rPr>
          <w:rtl/>
        </w:rPr>
        <w:t xml:space="preserve"> الصفح الجميل</w:t>
      </w:r>
    </w:p>
    <w:p w:rsidR="001F628F" w:rsidRDefault="001F628F" w:rsidP="001F628F">
      <w:pPr>
        <w:pStyle w:val="libNormal"/>
        <w:rPr>
          <w:rtl/>
        </w:rPr>
      </w:pPr>
      <w:r>
        <w:rPr>
          <w:rtl/>
        </w:rPr>
        <w:t>16</w:t>
      </w:r>
      <w:r w:rsidRPr="003D00C7">
        <w:rPr>
          <w:rStyle w:val="libArabicChar"/>
          <w:rtl/>
        </w:rPr>
        <w:t>_ ''قال الرضا</w:t>
      </w:r>
      <w:r w:rsidR="00367F17" w:rsidRPr="00367F17">
        <w:rPr>
          <w:rStyle w:val="libAlaemChar"/>
          <w:rtl/>
        </w:rPr>
        <w:t xml:space="preserve"> عليه‌السلام </w:t>
      </w:r>
      <w:r w:rsidRPr="003D00C7">
        <w:rPr>
          <w:rStyle w:val="libArabicChar"/>
          <w:rtl/>
        </w:rPr>
        <w:t xml:space="preserve"> فى قول الله عزّوجلّ : ''فاصفح الصفح الجميل'' قال: العفو من غير عتاب</w:t>
      </w:r>
      <w:r>
        <w:rPr>
          <w:rtl/>
        </w:rPr>
        <w:t xml:space="preserve">; </w:t>
      </w:r>
      <w:r w:rsidRPr="003D00C7">
        <w:rPr>
          <w:rStyle w:val="libFootnotenumChar"/>
          <w:rtl/>
        </w:rPr>
        <w:t>(1)</w:t>
      </w:r>
      <w:r>
        <w:rPr>
          <w:rtl/>
        </w:rPr>
        <w:t xml:space="preserve">حضرت امام رضا </w:t>
      </w:r>
      <w:r w:rsidR="00367F17" w:rsidRPr="00367F17">
        <w:rPr>
          <w:rStyle w:val="libAlaemChar"/>
          <w:rtl/>
        </w:rPr>
        <w:t xml:space="preserve"> عليه‌السلام </w:t>
      </w:r>
      <w:r>
        <w:rPr>
          <w:rtl/>
        </w:rPr>
        <w:t xml:space="preserve">ے خداوند متعال كے فرمان '' </w:t>
      </w:r>
      <w:r w:rsidRPr="003D00C7">
        <w:rPr>
          <w:rStyle w:val="libArabicChar"/>
          <w:rtl/>
        </w:rPr>
        <w:t>فاصفح الصفح الجميل</w:t>
      </w:r>
      <w:r>
        <w:rPr>
          <w:rtl/>
        </w:rPr>
        <w:t>''كے بارے مي</w:t>
      </w:r>
      <w:r w:rsidR="00083993">
        <w:rPr>
          <w:rtl/>
        </w:rPr>
        <w:t xml:space="preserve">ں </w:t>
      </w:r>
      <w:r>
        <w:rPr>
          <w:rtl/>
        </w:rPr>
        <w:t>منقول ہے كہ اپ</w:t>
      </w:r>
      <w:r w:rsidR="00367F17" w:rsidRPr="00367F17">
        <w:rPr>
          <w:rStyle w:val="libAlaemChar"/>
          <w:rtl/>
        </w:rPr>
        <w:t xml:space="preserve"> عليه‌السلام </w:t>
      </w:r>
      <w:r>
        <w:rPr>
          <w:rtl/>
        </w:rPr>
        <w:t xml:space="preserve"> نے فرمايا :اس سے مراد بغير سرزنش كے معاف و در گذر كرنا ہے_</w:t>
      </w:r>
    </w:p>
    <w:p w:rsidR="001F628F" w:rsidRDefault="001F628F" w:rsidP="003D00C7">
      <w:pPr>
        <w:pStyle w:val="libNormal"/>
        <w:rPr>
          <w:rtl/>
        </w:rPr>
      </w:pPr>
      <w:r>
        <w:rPr>
          <w:rFonts w:hint="eastAsia"/>
          <w:rtl/>
        </w:rPr>
        <w:t>اخرت</w:t>
      </w:r>
      <w:r>
        <w:rPr>
          <w:rtl/>
        </w:rPr>
        <w:t xml:space="preserve"> :</w:t>
      </w:r>
      <w:r>
        <w:rPr>
          <w:rFonts w:hint="eastAsia"/>
          <w:rtl/>
        </w:rPr>
        <w:t>اخرت</w:t>
      </w:r>
      <w:r>
        <w:rPr>
          <w:rtl/>
        </w:rPr>
        <w:t xml:space="preserve"> كى اہميت 9</w:t>
      </w:r>
    </w:p>
    <w:p w:rsidR="001F628F" w:rsidRDefault="001F628F" w:rsidP="003D00C7">
      <w:pPr>
        <w:pStyle w:val="libNormal"/>
        <w:rPr>
          <w:rtl/>
        </w:rPr>
      </w:pPr>
      <w:r>
        <w:rPr>
          <w:rFonts w:hint="eastAsia"/>
          <w:rtl/>
        </w:rPr>
        <w:t>اسمان</w:t>
      </w:r>
      <w:r>
        <w:rPr>
          <w:rtl/>
        </w:rPr>
        <w:t xml:space="preserve"> :</w:t>
      </w:r>
      <w:r>
        <w:rPr>
          <w:rFonts w:hint="eastAsia"/>
          <w:rtl/>
        </w:rPr>
        <w:t>اسمانو</w:t>
      </w:r>
      <w:r w:rsidR="00083993">
        <w:rPr>
          <w:rFonts w:hint="eastAsia"/>
          <w:rtl/>
        </w:rPr>
        <w:t xml:space="preserve">ں </w:t>
      </w:r>
      <w:r>
        <w:rPr>
          <w:rtl/>
        </w:rPr>
        <w:t>كا متعدد ہونا 4;اسمانو</w:t>
      </w:r>
      <w:r w:rsidR="00083993">
        <w:rPr>
          <w:rtl/>
        </w:rPr>
        <w:t xml:space="preserve">ں </w:t>
      </w:r>
      <w:r>
        <w:rPr>
          <w:rtl/>
        </w:rPr>
        <w:t>كى خلقت كى حقانيت 1</w:t>
      </w:r>
    </w:p>
    <w:p w:rsidR="001F628F" w:rsidRDefault="001F628F" w:rsidP="003D00C7">
      <w:pPr>
        <w:pStyle w:val="libNormal"/>
        <w:rPr>
          <w:rtl/>
        </w:rPr>
      </w:pPr>
      <w:r>
        <w:rPr>
          <w:rFonts w:hint="eastAsia"/>
          <w:rtl/>
        </w:rPr>
        <w:t>افرينش</w:t>
      </w:r>
      <w:r>
        <w:rPr>
          <w:rtl/>
        </w:rPr>
        <w:t xml:space="preserve"> :</w:t>
      </w:r>
      <w:r>
        <w:rPr>
          <w:rFonts w:hint="eastAsia"/>
          <w:rtl/>
        </w:rPr>
        <w:t>افرينش</w:t>
      </w:r>
      <w:r>
        <w:rPr>
          <w:rtl/>
        </w:rPr>
        <w:t xml:space="preserve"> كا انجام 9;افرينش كا بامقصد ہونا 1،2 ; افرينش كا تحت ضابطہ ہونا 2;افرينش كا فلسفہ 9; افرينش كى حقانيت 1;افرينش كى خلقت 7 ; افرينش كى قدر ومنزلت 8;حقانيت افرينش كے اثرات 7;افرينش كے بامقصد ہونے كے اثرات 7</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كواذيت و ازار 13;انحضرت</w:t>
      </w:r>
      <w:r w:rsidR="00F031CD" w:rsidRPr="00F031CD">
        <w:rPr>
          <w:rStyle w:val="libAlaemChar"/>
          <w:rtl/>
        </w:rPr>
        <w:t xml:space="preserve"> صلى‌الله‌عليه‌وآله‌وسلم </w:t>
      </w:r>
      <w:r>
        <w:rPr>
          <w:rtl/>
        </w:rPr>
        <w:t xml:space="preserve"> كى ذمہ دارى 11;انحضرت </w:t>
      </w:r>
      <w:r w:rsidR="00F031CD" w:rsidRPr="00F031CD">
        <w:rPr>
          <w:rStyle w:val="libAlaemChar"/>
          <w:rtl/>
        </w:rPr>
        <w:t xml:space="preserve"> صلى‌الله‌عليه‌وآله‌وسلم </w:t>
      </w:r>
      <w:r>
        <w:rPr>
          <w:rtl/>
        </w:rPr>
        <w:t xml:space="preserve"> كى كرامت 11 ; انحضرت </w:t>
      </w:r>
      <w:r w:rsidR="00F031CD" w:rsidRPr="00F031CD">
        <w:rPr>
          <w:rStyle w:val="libAlaemChar"/>
          <w:rtl/>
        </w:rPr>
        <w:t xml:space="preserve"> صلى‌الله‌عليه‌وآله‌وسلم </w:t>
      </w:r>
      <w:r>
        <w:rPr>
          <w:rtl/>
        </w:rPr>
        <w:t xml:space="preserve"> كے مخالفين كى اذيتي</w:t>
      </w:r>
      <w:r w:rsidR="00083993">
        <w:rPr>
          <w:rtl/>
        </w:rPr>
        <w:t xml:space="preserve">ں </w:t>
      </w:r>
      <w:r>
        <w:rPr>
          <w:rtl/>
        </w:rPr>
        <w:t xml:space="preserve">13;انحضرت </w:t>
      </w:r>
      <w:r w:rsidR="00F031CD" w:rsidRPr="00F031CD">
        <w:rPr>
          <w:rStyle w:val="libAlaemChar"/>
          <w:rtl/>
        </w:rPr>
        <w:t xml:space="preserve"> صلى‌الله‌عليه‌وآله‌وسلم </w:t>
      </w:r>
      <w:r>
        <w:rPr>
          <w:rtl/>
        </w:rPr>
        <w:t xml:space="preserve"> كے عفو 11</w:t>
      </w:r>
    </w:p>
    <w:p w:rsidR="001F628F" w:rsidRDefault="001F628F" w:rsidP="003D00C7">
      <w:pPr>
        <w:pStyle w:val="libNormal"/>
        <w:rPr>
          <w:rtl/>
        </w:rPr>
      </w:pPr>
      <w:r>
        <w:rPr>
          <w:rFonts w:hint="eastAsia"/>
          <w:rtl/>
        </w:rPr>
        <w:t>اسلام</w:t>
      </w:r>
      <w:r>
        <w:rPr>
          <w:rtl/>
        </w:rPr>
        <w:t xml:space="preserve"> :</w:t>
      </w:r>
      <w:r>
        <w:rPr>
          <w:rFonts w:hint="eastAsia"/>
          <w:rtl/>
        </w:rPr>
        <w:t>تاريخ</w:t>
      </w:r>
      <w:r>
        <w:rPr>
          <w:rtl/>
        </w:rPr>
        <w:t xml:space="preserve"> صدر اسلام 13</w:t>
      </w:r>
    </w:p>
    <w:p w:rsidR="001F628F" w:rsidRDefault="001F628F" w:rsidP="001F628F">
      <w:pPr>
        <w:pStyle w:val="libNormal"/>
        <w:rPr>
          <w:rtl/>
        </w:rPr>
      </w:pPr>
      <w:r>
        <w:rPr>
          <w:rFonts w:hint="eastAsia"/>
          <w:rtl/>
        </w:rPr>
        <w:t>اسلامى</w:t>
      </w:r>
      <w:r>
        <w:rPr>
          <w:rtl/>
        </w:rPr>
        <w:t xml:space="preserve"> تحريك :14</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حكمت 1،2 ;الله تعالى كى خالقيت 1</w:t>
      </w:r>
    </w:p>
    <w:p w:rsidR="001F628F" w:rsidRDefault="001F628F" w:rsidP="003D00C7">
      <w:pPr>
        <w:pStyle w:val="libNormal"/>
        <w:rPr>
          <w:rtl/>
        </w:rPr>
      </w:pPr>
      <w:r>
        <w:rPr>
          <w:rFonts w:hint="eastAsia"/>
          <w:rtl/>
        </w:rPr>
        <w:t>تبليغ</w:t>
      </w:r>
      <w:r>
        <w:rPr>
          <w:rtl/>
        </w:rPr>
        <w:t xml:space="preserve"> :</w:t>
      </w:r>
      <w:r>
        <w:rPr>
          <w:rFonts w:hint="eastAsia"/>
          <w:rtl/>
        </w:rPr>
        <w:t>تبليغ</w:t>
      </w:r>
      <w:r>
        <w:rPr>
          <w:rtl/>
        </w:rPr>
        <w:t xml:space="preserve"> كى شرائط 14</w:t>
      </w:r>
    </w:p>
    <w:p w:rsidR="001F628F" w:rsidRDefault="001F628F" w:rsidP="003D00C7">
      <w:pPr>
        <w:pStyle w:val="libNormal"/>
        <w:rPr>
          <w:rtl/>
        </w:rPr>
      </w:pPr>
      <w:r>
        <w:rPr>
          <w:rFonts w:hint="eastAsia"/>
          <w:rtl/>
        </w:rPr>
        <w:t>دشمن</w:t>
      </w:r>
      <w:r>
        <w:rPr>
          <w:rtl/>
        </w:rPr>
        <w:t xml:space="preserve"> :</w:t>
      </w:r>
      <w:r>
        <w:rPr>
          <w:rFonts w:hint="eastAsia"/>
          <w:rtl/>
        </w:rPr>
        <w:t>دشمنو</w:t>
      </w:r>
      <w:r w:rsidR="00083993">
        <w:rPr>
          <w:rFonts w:hint="eastAsia"/>
          <w:rtl/>
        </w:rPr>
        <w:t xml:space="preserve">ں </w:t>
      </w:r>
      <w:r>
        <w:rPr>
          <w:rtl/>
        </w:rPr>
        <w:t>كو معاف كرنے كا پيش خيمہ 12;دشمنو</w:t>
      </w:r>
      <w:r w:rsidR="00083993">
        <w:rPr>
          <w:rtl/>
        </w:rPr>
        <w:t xml:space="preserve">ں </w:t>
      </w:r>
      <w:r>
        <w:rPr>
          <w:rtl/>
        </w:rPr>
        <w:t>كو معاف كرنے كى اہميت 14</w:t>
      </w:r>
    </w:p>
    <w:p w:rsidR="001F628F" w:rsidRDefault="001F628F" w:rsidP="001F628F">
      <w:pPr>
        <w:pStyle w:val="libNormal"/>
        <w:rPr>
          <w:rtl/>
        </w:rPr>
      </w:pPr>
      <w:r>
        <w:rPr>
          <w:rFonts w:hint="eastAsia"/>
          <w:rtl/>
        </w:rPr>
        <w:t>روايت</w:t>
      </w:r>
      <w:r>
        <w:rPr>
          <w:rtl/>
        </w:rPr>
        <w:t xml:space="preserve"> :16</w:t>
      </w:r>
    </w:p>
    <w:p w:rsidR="001F628F" w:rsidRDefault="001F628F" w:rsidP="003D00C7">
      <w:pPr>
        <w:pStyle w:val="libNormal"/>
        <w:rPr>
          <w:rtl/>
        </w:rPr>
      </w:pPr>
      <w:r>
        <w:rPr>
          <w:rFonts w:hint="eastAsia"/>
          <w:rtl/>
        </w:rPr>
        <w:t>زمين</w:t>
      </w:r>
      <w:r>
        <w:rPr>
          <w:rtl/>
        </w:rPr>
        <w:t xml:space="preserve"> :</w:t>
      </w:r>
      <w:r>
        <w:rPr>
          <w:rFonts w:hint="eastAsia"/>
          <w:rtl/>
        </w:rPr>
        <w:t>خلقت</w:t>
      </w:r>
      <w:r>
        <w:rPr>
          <w:rtl/>
        </w:rPr>
        <w:t xml:space="preserve"> زمين كى حقانيت 1</w:t>
      </w:r>
    </w:p>
    <w:p w:rsidR="001F628F" w:rsidRDefault="001F628F" w:rsidP="001F628F">
      <w:pPr>
        <w:pStyle w:val="libNormal"/>
        <w:rPr>
          <w:rtl/>
        </w:rPr>
      </w:pPr>
      <w:r>
        <w:rPr>
          <w:rFonts w:hint="eastAsia"/>
          <w:rtl/>
        </w:rPr>
        <w:t>الساعة</w:t>
      </w:r>
      <w:r>
        <w:rPr>
          <w:rtl/>
        </w:rPr>
        <w:t xml:space="preserve"> :6</w:t>
      </w:r>
    </w:p>
    <w:p w:rsidR="001F628F" w:rsidRDefault="001F628F" w:rsidP="003D00C7">
      <w:pPr>
        <w:pStyle w:val="libNormal"/>
        <w:rPr>
          <w:rtl/>
        </w:rPr>
      </w:pPr>
      <w:r>
        <w:rPr>
          <w:rFonts w:hint="eastAsia"/>
          <w:rtl/>
        </w:rPr>
        <w:t>سختى</w:t>
      </w:r>
      <w:r>
        <w:rPr>
          <w:rtl/>
        </w:rPr>
        <w:t xml:space="preserve"> :</w:t>
      </w:r>
      <w:r>
        <w:rPr>
          <w:rFonts w:hint="eastAsia"/>
          <w:rtl/>
        </w:rPr>
        <w:t>سختى</w:t>
      </w:r>
      <w:r>
        <w:rPr>
          <w:rtl/>
        </w:rPr>
        <w:t xml:space="preserve"> مي</w:t>
      </w:r>
      <w:r w:rsidR="00083993">
        <w:rPr>
          <w:rtl/>
        </w:rPr>
        <w:t xml:space="preserve">ں </w:t>
      </w:r>
      <w:r>
        <w:rPr>
          <w:rtl/>
        </w:rPr>
        <w:t>سہولت كے عوامل 12</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1)عيون اخبار الرضا ،ج1، ص 294، ح50; نورالثقلين ،ج 3 ، ص27، ح95،96_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عفو</w:t>
      </w:r>
      <w:r>
        <w:rPr>
          <w:rtl/>
        </w:rPr>
        <w:t xml:space="preserve"> :</w:t>
      </w:r>
      <w:r>
        <w:rPr>
          <w:rFonts w:hint="eastAsia"/>
          <w:rtl/>
        </w:rPr>
        <w:t>احسان</w:t>
      </w:r>
      <w:r>
        <w:rPr>
          <w:rtl/>
        </w:rPr>
        <w:t xml:space="preserve"> جتائے بغير عفو 16;عفوكى اہميت 15</w:t>
      </w:r>
    </w:p>
    <w:p w:rsidR="001F628F" w:rsidRDefault="001F628F" w:rsidP="003D00C7">
      <w:pPr>
        <w:pStyle w:val="libNormal"/>
        <w:rPr>
          <w:rtl/>
        </w:rPr>
      </w:pPr>
      <w:r>
        <w:rPr>
          <w:rFonts w:hint="eastAsia"/>
          <w:rtl/>
        </w:rPr>
        <w:t>عقيدہ</w:t>
      </w:r>
      <w:r>
        <w:rPr>
          <w:rtl/>
        </w:rPr>
        <w:t xml:space="preserve"> :</w:t>
      </w:r>
      <w:r>
        <w:rPr>
          <w:rFonts w:hint="eastAsia"/>
          <w:rtl/>
        </w:rPr>
        <w:t>افرينش</w:t>
      </w:r>
      <w:r>
        <w:rPr>
          <w:rtl/>
        </w:rPr>
        <w:t xml:space="preserve"> كے با مقصد ہونے كے اثرات 12; حكمت الہى پر عقيدے كے اثرات 12;قيامت پر عقيدے كے اثرات 12</w:t>
      </w:r>
    </w:p>
    <w:p w:rsidR="001F628F" w:rsidRDefault="001F628F" w:rsidP="003D00C7">
      <w:pPr>
        <w:pStyle w:val="libNormal"/>
        <w:rPr>
          <w:rtl/>
        </w:rPr>
      </w:pPr>
      <w:r>
        <w:rPr>
          <w:rFonts w:hint="eastAsia"/>
          <w:rtl/>
        </w:rPr>
        <w:t>عمل</w:t>
      </w:r>
      <w:r>
        <w:rPr>
          <w:rtl/>
        </w:rPr>
        <w:t xml:space="preserve"> :</w:t>
      </w:r>
      <w:r>
        <w:rPr>
          <w:rFonts w:hint="eastAsia"/>
          <w:rtl/>
        </w:rPr>
        <w:t>پسنديدہ</w:t>
      </w:r>
      <w:r>
        <w:rPr>
          <w:rtl/>
        </w:rPr>
        <w:t xml:space="preserve"> عمل 15</w:t>
      </w:r>
    </w:p>
    <w:p w:rsidR="001F628F" w:rsidRDefault="001F628F" w:rsidP="003D00C7">
      <w:pPr>
        <w:pStyle w:val="libNormal"/>
        <w:rPr>
          <w:rtl/>
        </w:rPr>
      </w:pPr>
      <w:r>
        <w:rPr>
          <w:rFonts w:hint="eastAsia"/>
          <w:rtl/>
        </w:rPr>
        <w:t>قيامت</w:t>
      </w:r>
      <w:r>
        <w:rPr>
          <w:rtl/>
        </w:rPr>
        <w:t xml:space="preserve"> :</w:t>
      </w:r>
      <w:r>
        <w:rPr>
          <w:rFonts w:hint="eastAsia"/>
          <w:rtl/>
        </w:rPr>
        <w:t>قيامت</w:t>
      </w:r>
      <w:r>
        <w:rPr>
          <w:rtl/>
        </w:rPr>
        <w:t xml:space="preserve"> كا يقينى ہونا 5;قيامت كو جھٹلانے والو</w:t>
      </w:r>
      <w:r w:rsidR="00083993">
        <w:rPr>
          <w:rtl/>
        </w:rPr>
        <w:t xml:space="preserve">ں </w:t>
      </w:r>
      <w:r>
        <w:rPr>
          <w:rtl/>
        </w:rPr>
        <w:t>كا بے منطق ہونا 10; قيامت كے دلائل 7، 8; قيامت كے نام 6</w:t>
      </w:r>
    </w:p>
    <w:p w:rsidR="001F628F" w:rsidRDefault="001F628F" w:rsidP="003D00C7">
      <w:pPr>
        <w:pStyle w:val="libNormal"/>
        <w:rPr>
          <w:rtl/>
        </w:rPr>
      </w:pPr>
      <w:r>
        <w:rPr>
          <w:rFonts w:hint="eastAsia"/>
          <w:rtl/>
        </w:rPr>
        <w:t>كفار</w:t>
      </w:r>
      <w:r>
        <w:rPr>
          <w:rtl/>
        </w:rPr>
        <w:t xml:space="preserve"> :</w:t>
      </w:r>
      <w:r>
        <w:rPr>
          <w:rFonts w:hint="eastAsia"/>
          <w:rtl/>
        </w:rPr>
        <w:t>كفار</w:t>
      </w:r>
      <w:r>
        <w:rPr>
          <w:rtl/>
        </w:rPr>
        <w:t xml:space="preserve"> كو معاف كرنا11،15;كفار كو معاف كرنے كى اہميت 14;كفار كى بے منطقى 10</w:t>
      </w:r>
    </w:p>
    <w:p w:rsidR="001F628F" w:rsidRDefault="001F628F" w:rsidP="003D00C7">
      <w:pPr>
        <w:pStyle w:val="libNormal"/>
        <w:rPr>
          <w:rtl/>
        </w:rPr>
      </w:pPr>
      <w:r>
        <w:rPr>
          <w:rFonts w:hint="eastAsia"/>
          <w:rtl/>
        </w:rPr>
        <w:t>مشركين</w:t>
      </w:r>
      <w:r>
        <w:rPr>
          <w:rtl/>
        </w:rPr>
        <w:t xml:space="preserve"> :</w:t>
      </w:r>
      <w:r>
        <w:rPr>
          <w:rFonts w:hint="eastAsia"/>
          <w:rtl/>
        </w:rPr>
        <w:t>مشركين</w:t>
      </w:r>
      <w:r>
        <w:rPr>
          <w:rtl/>
        </w:rPr>
        <w:t xml:space="preserve"> كو عفو 11</w:t>
      </w:r>
    </w:p>
    <w:p w:rsidR="001F628F" w:rsidRDefault="001F628F" w:rsidP="003D00C7">
      <w:pPr>
        <w:pStyle w:val="libNormal"/>
        <w:rPr>
          <w:rtl/>
        </w:rPr>
      </w:pPr>
      <w:r>
        <w:rPr>
          <w:rFonts w:hint="eastAsia"/>
          <w:rtl/>
        </w:rPr>
        <w:t>موجودات</w:t>
      </w:r>
      <w:r>
        <w:rPr>
          <w:rtl/>
        </w:rPr>
        <w:t xml:space="preserve"> :</w:t>
      </w:r>
      <w:r>
        <w:rPr>
          <w:rFonts w:hint="eastAsia"/>
          <w:rtl/>
        </w:rPr>
        <w:t>فضائي</w:t>
      </w:r>
      <w:r>
        <w:rPr>
          <w:rtl/>
        </w:rPr>
        <w:t xml:space="preserve"> موجودات 3</w:t>
      </w:r>
    </w:p>
    <w:p w:rsidR="001F628F" w:rsidRPr="00120F63" w:rsidRDefault="003D00C7" w:rsidP="003D00C7">
      <w:pPr>
        <w:pStyle w:val="Heading2Center"/>
        <w:rPr>
          <w:rtl/>
        </w:rPr>
      </w:pPr>
      <w:bookmarkStart w:id="132" w:name="_Toc28081810"/>
      <w:r>
        <w:rPr>
          <w:rFonts w:hint="cs"/>
          <w:rtl/>
        </w:rPr>
        <w:t xml:space="preserve">آیت </w:t>
      </w:r>
      <w:r w:rsidRPr="00120F63">
        <w:rPr>
          <w:rFonts w:hint="cs"/>
          <w:rtl/>
        </w:rPr>
        <w:t>86</w:t>
      </w:r>
      <w:bookmarkEnd w:id="132"/>
    </w:p>
    <w:p w:rsidR="001F628F" w:rsidRDefault="00E260F9" w:rsidP="003D00C7">
      <w:pPr>
        <w:pStyle w:val="libNormal"/>
        <w:rPr>
          <w:rtl/>
        </w:rPr>
      </w:pPr>
      <w:r w:rsidRPr="00E260F9">
        <w:rPr>
          <w:rStyle w:val="libAlaemChar"/>
          <w:rFonts w:hint="eastAsia"/>
          <w:rtl/>
        </w:rPr>
        <w:t>(</w:t>
      </w:r>
      <w:r w:rsidRPr="003D00C7">
        <w:rPr>
          <w:rStyle w:val="libAieChar"/>
          <w:rFonts w:hint="eastAsia"/>
          <w:rtl/>
        </w:rPr>
        <w:t>إِنَّ</w:t>
      </w:r>
      <w:r w:rsidRPr="003D00C7">
        <w:rPr>
          <w:rStyle w:val="libAieChar"/>
          <w:rtl/>
        </w:rPr>
        <w:t xml:space="preserve"> رَبَّكَ هُوَ الْخَلاَّقُ الْعَلِيمُ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آپ كا پروردگار سب كا پيدا كرنے والا اور سب كا جاننے والا ہے _</w:t>
      </w:r>
    </w:p>
    <w:p w:rsidR="001F628F" w:rsidRDefault="001F628F" w:rsidP="003D00C7">
      <w:pPr>
        <w:pStyle w:val="libNormal"/>
        <w:rPr>
          <w:rtl/>
        </w:rPr>
      </w:pPr>
      <w:r>
        <w:rPr>
          <w:rtl/>
        </w:rPr>
        <w:t>1_فقط خداوند متعال ہى بہت علم والا، خالق ہے_</w:t>
      </w:r>
      <w:r w:rsidRPr="003D00C7">
        <w:rPr>
          <w:rStyle w:val="libArabicChar"/>
          <w:rFonts w:hint="eastAsia"/>
          <w:rtl/>
        </w:rPr>
        <w:t>ان</w:t>
      </w:r>
      <w:r w:rsidRPr="003D00C7">
        <w:rPr>
          <w:rStyle w:val="libArabicChar"/>
          <w:rtl/>
        </w:rPr>
        <w:t xml:space="preserve">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1F628F">
      <w:pPr>
        <w:pStyle w:val="libNormal"/>
        <w:rPr>
          <w:rtl/>
        </w:rPr>
      </w:pPr>
      <w:r>
        <w:rPr>
          <w:rFonts w:hint="eastAsia"/>
          <w:rtl/>
        </w:rPr>
        <w:t>مبتدا</w:t>
      </w:r>
      <w:r>
        <w:rPr>
          <w:rtl/>
        </w:rPr>
        <w:t xml:space="preserve"> اور خبر كا معرفہ لايا جانااور ضمير فصل ''ھو'' لانا ، حصر پر دلالت كرتا ہے_</w:t>
      </w:r>
    </w:p>
    <w:p w:rsidR="001F628F" w:rsidRDefault="001F628F" w:rsidP="003D00C7">
      <w:pPr>
        <w:pStyle w:val="libNormal"/>
        <w:rPr>
          <w:rtl/>
        </w:rPr>
      </w:pPr>
      <w:r>
        <w:rPr>
          <w:rtl/>
        </w:rPr>
        <w:t>2_كائنات كى خلقت ،ايك عالمانہ اور اگاہانہ خلقت ہے_</w:t>
      </w:r>
      <w:r w:rsidRPr="003D00C7">
        <w:rPr>
          <w:rStyle w:val="libArabicChar"/>
          <w:rFonts w:hint="eastAsia"/>
          <w:rtl/>
        </w:rPr>
        <w:t>ان</w:t>
      </w:r>
      <w:r w:rsidRPr="003D00C7">
        <w:rPr>
          <w:rStyle w:val="libArabicChar"/>
          <w:rtl/>
        </w:rPr>
        <w:t xml:space="preserve">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1F628F">
      <w:pPr>
        <w:pStyle w:val="libNormal"/>
        <w:rPr>
          <w:rtl/>
        </w:rPr>
      </w:pPr>
      <w:r>
        <w:rPr>
          <w:rFonts w:hint="eastAsia"/>
          <w:rtl/>
        </w:rPr>
        <w:t>مندرجہ</w:t>
      </w:r>
      <w:r>
        <w:rPr>
          <w:rtl/>
        </w:rPr>
        <w:t xml:space="preserve"> بالا مطلب اس بنياد پر اخذكيا گيا ہے كہ جب '' العليم '' ،'' الخلّق '' كے لئے صفت ہو_</w:t>
      </w:r>
    </w:p>
    <w:p w:rsidR="001F628F" w:rsidRDefault="001F628F" w:rsidP="003D00C7">
      <w:pPr>
        <w:pStyle w:val="libNormal"/>
        <w:rPr>
          <w:rtl/>
        </w:rPr>
      </w:pPr>
      <w:r>
        <w:rPr>
          <w:rtl/>
        </w:rPr>
        <w:t>3_خداوندمتعال، خلاّق (خلق كرنے والا) اور عليم (بہت جاننے والا) ہے_</w:t>
      </w:r>
      <w:r w:rsidRPr="003D00C7">
        <w:rPr>
          <w:rStyle w:val="libArabicChar"/>
          <w:rFonts w:hint="eastAsia"/>
          <w:rtl/>
        </w:rPr>
        <w:t>ان</w:t>
      </w:r>
      <w:r w:rsidRPr="003D00C7">
        <w:rPr>
          <w:rStyle w:val="libArabicChar"/>
          <w:rtl/>
        </w:rPr>
        <w:t xml:space="preserve">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1F628F">
      <w:pPr>
        <w:pStyle w:val="libNormal"/>
        <w:rPr>
          <w:rtl/>
        </w:rPr>
      </w:pPr>
      <w:r>
        <w:rPr>
          <w:rtl/>
        </w:rPr>
        <w:t>4_خداوند متعال كا مشكلات رسالت اور دشمنو</w:t>
      </w:r>
      <w:r w:rsidR="00083993">
        <w:rPr>
          <w:rtl/>
        </w:rPr>
        <w:t xml:space="preserve">ں </w:t>
      </w:r>
      <w:r>
        <w:rPr>
          <w:rtl/>
        </w:rPr>
        <w:t>كى اذيت وازار كے مقابلے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كى دلجوئي</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كرنا</w:t>
      </w:r>
      <w:r>
        <w:rPr>
          <w:rtl/>
        </w:rPr>
        <w:t xml:space="preserve"> _</w:t>
      </w:r>
      <w:r w:rsidRPr="003D00C7">
        <w:rPr>
          <w:rStyle w:val="libArabicChar"/>
          <w:rFonts w:hint="eastAsia"/>
          <w:rtl/>
        </w:rPr>
        <w:t>فاصفح</w:t>
      </w:r>
      <w:r w:rsidRPr="003D00C7">
        <w:rPr>
          <w:rStyle w:val="libArabicChar"/>
          <w:rtl/>
        </w:rPr>
        <w:t xml:space="preserve"> ...ان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1F628F">
      <w:pPr>
        <w:pStyle w:val="libNormal"/>
        <w:rPr>
          <w:rtl/>
        </w:rPr>
      </w:pPr>
      <w:r>
        <w:rPr>
          <w:rtl/>
        </w:rPr>
        <w:t>''اللّہ ''كے بجائے ''ربك''كا انا نيز دشمنو</w:t>
      </w:r>
      <w:r w:rsidR="00083993">
        <w:rPr>
          <w:rtl/>
        </w:rPr>
        <w:t xml:space="preserve">ں </w:t>
      </w:r>
      <w:r>
        <w:rPr>
          <w:rtl/>
        </w:rPr>
        <w:t>سے درگذر كرنے كى نصيحت كرنے كے بعد خداوند متعال كے علم واگاہى كى ياد دہانى كرانا ہو سكتا مذكورہ حقيقت بيان كرنے كے لئے ہو_</w:t>
      </w:r>
    </w:p>
    <w:p w:rsidR="001F628F" w:rsidRDefault="001F628F" w:rsidP="003D00C7">
      <w:pPr>
        <w:pStyle w:val="libNormal"/>
        <w:rPr>
          <w:rtl/>
        </w:rPr>
      </w:pPr>
      <w:r>
        <w:rPr>
          <w:rtl/>
        </w:rPr>
        <w:t>5_خداوند متعال كى ربوبيت ،كائنات كى عالمانہ خلقت كى مقتضى ہے_</w:t>
      </w:r>
      <w:r w:rsidRPr="003D00C7">
        <w:rPr>
          <w:rStyle w:val="libArabicChar"/>
          <w:rFonts w:hint="eastAsia"/>
          <w:rtl/>
        </w:rPr>
        <w:t>ان</w:t>
      </w:r>
      <w:r w:rsidRPr="003D00C7">
        <w:rPr>
          <w:rStyle w:val="libArabicChar"/>
          <w:rtl/>
        </w:rPr>
        <w:t xml:space="preserve">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3D00C7">
      <w:pPr>
        <w:pStyle w:val="libNormal"/>
        <w:rPr>
          <w:rtl/>
        </w:rPr>
      </w:pPr>
      <w:r>
        <w:rPr>
          <w:rtl/>
        </w:rPr>
        <w:t xml:space="preserve">6_پيغمبر اكرم </w:t>
      </w:r>
      <w:r w:rsidR="00F031CD" w:rsidRPr="00F031CD">
        <w:rPr>
          <w:rStyle w:val="libAlaemChar"/>
          <w:rtl/>
        </w:rPr>
        <w:t xml:space="preserve"> صلى‌الله‌عليه‌وآله‌وسلم </w:t>
      </w:r>
      <w:r>
        <w:rPr>
          <w:rtl/>
        </w:rPr>
        <w:t xml:space="preserve"> كا كفار اور دشمنو</w:t>
      </w:r>
      <w:r w:rsidR="00083993">
        <w:rPr>
          <w:rtl/>
        </w:rPr>
        <w:t xml:space="preserve">ں </w:t>
      </w:r>
      <w:r>
        <w:rPr>
          <w:rtl/>
        </w:rPr>
        <w:t xml:space="preserve">سے درگذر اور چشم پوشى كرنا ،انحضرت </w:t>
      </w:r>
      <w:r w:rsidR="00F031CD" w:rsidRPr="00F031CD">
        <w:rPr>
          <w:rStyle w:val="libAlaemChar"/>
          <w:rtl/>
        </w:rPr>
        <w:t xml:space="preserve"> صلى‌الله‌عليه‌وآله‌وسلم </w:t>
      </w:r>
      <w:r>
        <w:rPr>
          <w:rtl/>
        </w:rPr>
        <w:t xml:space="preserve"> كى خير و صلاح اور اپ </w:t>
      </w:r>
      <w:r w:rsidR="00F031CD" w:rsidRPr="00F031CD">
        <w:rPr>
          <w:rStyle w:val="libAlaemChar"/>
          <w:rtl/>
        </w:rPr>
        <w:t xml:space="preserve"> صلى‌الله‌عليه‌وآله‌وسلم </w:t>
      </w:r>
      <w:r>
        <w:rPr>
          <w:rtl/>
        </w:rPr>
        <w:t xml:space="preserve"> كى تربيت و كمال كے لئے تھا_</w:t>
      </w:r>
      <w:r w:rsidRPr="003D00C7">
        <w:rPr>
          <w:rStyle w:val="libArabicChar"/>
          <w:rFonts w:hint="eastAsia"/>
          <w:rtl/>
        </w:rPr>
        <w:t>فاصفح</w:t>
      </w:r>
      <w:r w:rsidRPr="003D00C7">
        <w:rPr>
          <w:rStyle w:val="libArabicChar"/>
          <w:rtl/>
        </w:rPr>
        <w:t xml:space="preserve"> الصفح الجميل _ان ربّك </w:t>
      </w:r>
      <w:r w:rsidR="00F21947" w:rsidRPr="00B2551F">
        <w:rPr>
          <w:rStyle w:val="libArabicChar"/>
          <w:rFonts w:hint="cs"/>
          <w:rtl/>
        </w:rPr>
        <w:t>ه</w:t>
      </w:r>
      <w:r w:rsidRPr="003D00C7">
        <w:rPr>
          <w:rStyle w:val="libArabicChar"/>
          <w:rFonts w:hint="cs"/>
          <w:rtl/>
        </w:rPr>
        <w:t>والخلّق</w:t>
      </w:r>
      <w:r w:rsidRPr="003D00C7">
        <w:rPr>
          <w:rStyle w:val="libArabicChar"/>
          <w:rtl/>
        </w:rPr>
        <w:t xml:space="preserve"> العليم</w:t>
      </w:r>
    </w:p>
    <w:p w:rsidR="001F628F" w:rsidRDefault="001F628F" w:rsidP="001F628F">
      <w:pPr>
        <w:pStyle w:val="libNormal"/>
        <w:rPr>
          <w:rtl/>
        </w:rPr>
      </w:pPr>
      <w:r>
        <w:rPr>
          <w:rFonts w:hint="eastAsia"/>
          <w:rtl/>
        </w:rPr>
        <w:t>جملہ</w:t>
      </w:r>
      <w:r>
        <w:rPr>
          <w:rtl/>
        </w:rPr>
        <w:t xml:space="preserve"> ''ان ربّك '' جملہ '' فاصفح ...'' كے لئے تعليل كى حيثيت ركھتا ہے _يعني;اے رسول </w:t>
      </w:r>
      <w:r w:rsidR="00F031CD" w:rsidRPr="00F031CD">
        <w:rPr>
          <w:rStyle w:val="libAlaemChar"/>
          <w:rtl/>
        </w:rPr>
        <w:t xml:space="preserve"> صلى‌الله‌عليه‌وآله‌وسلم </w:t>
      </w:r>
      <w:r>
        <w:rPr>
          <w:rtl/>
        </w:rPr>
        <w:t xml:space="preserve"> در گذر كيجئے; كيونكہ پروردگا ر اور تيرا ربّ جانتا ہے كہ كون سا كام تيرى مصلحت اور تيرے رشد وكمال كے لئے ہے_</w:t>
      </w:r>
    </w:p>
    <w:p w:rsidR="001F628F" w:rsidRDefault="001F628F" w:rsidP="003D00C7">
      <w:pPr>
        <w:pStyle w:val="libNormal"/>
        <w:rPr>
          <w:rtl/>
        </w:rPr>
      </w:pPr>
      <w:r>
        <w:rPr>
          <w:rFonts w:hint="eastAsia"/>
          <w:rtl/>
        </w:rPr>
        <w:t>افرينش</w:t>
      </w:r>
      <w:r>
        <w:rPr>
          <w:rtl/>
        </w:rPr>
        <w:t>:</w:t>
      </w:r>
      <w:r>
        <w:rPr>
          <w:rFonts w:hint="eastAsia"/>
          <w:rtl/>
        </w:rPr>
        <w:t>افرينش</w:t>
      </w:r>
      <w:r>
        <w:rPr>
          <w:rtl/>
        </w:rPr>
        <w:t xml:space="preserve"> كى عالمانہ خلقت 2،5</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sidR="00F031CD" w:rsidRPr="00F031CD">
        <w:rPr>
          <w:rStyle w:val="libAlaemChar"/>
          <w:rtl/>
        </w:rPr>
        <w:t xml:space="preserve"> صلى‌الله‌عليه‌وآله‌وسلم </w:t>
      </w:r>
      <w:r>
        <w:rPr>
          <w:rtl/>
        </w:rPr>
        <w:t xml:space="preserve"> كو اذيت 4;انحضرت </w:t>
      </w:r>
      <w:r w:rsidR="00F031CD" w:rsidRPr="00F031CD">
        <w:rPr>
          <w:rStyle w:val="libAlaemChar"/>
          <w:rtl/>
        </w:rPr>
        <w:t xml:space="preserve"> صلى‌الله‌عليه‌وآله‌وسلم </w:t>
      </w:r>
      <w:r>
        <w:rPr>
          <w:rtl/>
        </w:rPr>
        <w:t xml:space="preserve"> كو تسلى 4; انحضرت </w:t>
      </w:r>
      <w:r w:rsidR="00F031CD" w:rsidRPr="00F031CD">
        <w:rPr>
          <w:rStyle w:val="libAlaemChar"/>
          <w:rtl/>
        </w:rPr>
        <w:t xml:space="preserve"> صلى‌الله‌عليه‌وآله‌وسلم </w:t>
      </w:r>
      <w:r>
        <w:rPr>
          <w:rtl/>
        </w:rPr>
        <w:t xml:space="preserve"> كى جانب سے عفو 6;انحضرت </w:t>
      </w:r>
      <w:r w:rsidR="00F031CD" w:rsidRPr="00F031CD">
        <w:rPr>
          <w:rStyle w:val="libAlaemChar"/>
          <w:rtl/>
        </w:rPr>
        <w:t xml:space="preserve"> صلى‌الله‌عليه‌وآله‌وسلم </w:t>
      </w:r>
      <w:r>
        <w:rPr>
          <w:rtl/>
        </w:rPr>
        <w:t xml:space="preserve"> كے تكامل كا پيش خيمہ 6;انحضرت </w:t>
      </w:r>
      <w:r w:rsidR="00F031CD" w:rsidRPr="00F031CD">
        <w:rPr>
          <w:rStyle w:val="libAlaemChar"/>
          <w:rtl/>
        </w:rPr>
        <w:t xml:space="preserve"> صلى‌الله‌عليه‌وآله‌وسلم </w:t>
      </w:r>
      <w:r>
        <w:rPr>
          <w:rtl/>
        </w:rPr>
        <w:t xml:space="preserve"> كے مصالح 6</w:t>
      </w:r>
    </w:p>
    <w:p w:rsidR="001F628F" w:rsidRDefault="001F628F" w:rsidP="003D00C7">
      <w:pPr>
        <w:pStyle w:val="libNormal"/>
        <w:rPr>
          <w:rtl/>
        </w:rPr>
      </w:pPr>
      <w:r>
        <w:rPr>
          <w:rFonts w:hint="eastAsia"/>
          <w:rtl/>
        </w:rPr>
        <w:t>اسما</w:t>
      </w:r>
      <w:r>
        <w:rPr>
          <w:rtl/>
        </w:rPr>
        <w:t xml:space="preserve"> وصفات :</w:t>
      </w:r>
      <w:r>
        <w:rPr>
          <w:rFonts w:hint="eastAsia"/>
          <w:rtl/>
        </w:rPr>
        <w:t>خلاق</w:t>
      </w:r>
      <w:r>
        <w:rPr>
          <w:rtl/>
        </w:rPr>
        <w:t xml:space="preserve"> 3;عليم 3</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كا علم 1;الله تعالى كى خالقيت 1;الله تعالى كى ربوبيت كے اثرات 5;الله تعالى كے اختصاصات 1</w:t>
      </w:r>
    </w:p>
    <w:p w:rsidR="001F628F" w:rsidRDefault="001F628F" w:rsidP="003D00C7">
      <w:pPr>
        <w:pStyle w:val="libNormal"/>
        <w:rPr>
          <w:rtl/>
        </w:rPr>
      </w:pPr>
      <w:r>
        <w:rPr>
          <w:rFonts w:hint="eastAsia"/>
          <w:rtl/>
        </w:rPr>
        <w:t>توحيد</w:t>
      </w:r>
      <w:r>
        <w:rPr>
          <w:rtl/>
        </w:rPr>
        <w:t xml:space="preserve"> :</w:t>
      </w:r>
      <w:r>
        <w:rPr>
          <w:rFonts w:hint="eastAsia"/>
          <w:rtl/>
        </w:rPr>
        <w:t>خالقيت</w:t>
      </w:r>
      <w:r>
        <w:rPr>
          <w:rtl/>
        </w:rPr>
        <w:t xml:space="preserve"> مي</w:t>
      </w:r>
      <w:r w:rsidR="00083993">
        <w:rPr>
          <w:rtl/>
        </w:rPr>
        <w:t xml:space="preserve">ں </w:t>
      </w:r>
      <w:r>
        <w:rPr>
          <w:rtl/>
        </w:rPr>
        <w:t>توحيد 1</w:t>
      </w:r>
    </w:p>
    <w:p w:rsidR="001F628F" w:rsidRDefault="001F628F" w:rsidP="003D00C7">
      <w:pPr>
        <w:pStyle w:val="libNormal"/>
        <w:rPr>
          <w:rtl/>
        </w:rPr>
      </w:pPr>
      <w:r>
        <w:rPr>
          <w:rFonts w:hint="eastAsia"/>
          <w:rtl/>
        </w:rPr>
        <w:t>نظريہء</w:t>
      </w:r>
      <w:r>
        <w:rPr>
          <w:rtl/>
        </w:rPr>
        <w:t xml:space="preserve"> كائنات :</w:t>
      </w:r>
      <w:r>
        <w:rPr>
          <w:rFonts w:hint="eastAsia"/>
          <w:rtl/>
        </w:rPr>
        <w:t>توحيدى</w:t>
      </w:r>
      <w:r>
        <w:rPr>
          <w:rtl/>
        </w:rPr>
        <w:t xml:space="preserve"> نظريہ ء كائنات 1</w:t>
      </w:r>
    </w:p>
    <w:p w:rsidR="001F628F" w:rsidRDefault="001F628F" w:rsidP="003D00C7">
      <w:pPr>
        <w:pStyle w:val="libNormal"/>
        <w:rPr>
          <w:rtl/>
        </w:rPr>
      </w:pPr>
      <w:r>
        <w:rPr>
          <w:rFonts w:hint="eastAsia"/>
          <w:rtl/>
        </w:rPr>
        <w:t>دشمنان</w:t>
      </w:r>
      <w:r>
        <w:rPr>
          <w:rtl/>
        </w:rPr>
        <w:t xml:space="preserve"> :</w:t>
      </w:r>
      <w:r>
        <w:rPr>
          <w:rFonts w:hint="eastAsia"/>
          <w:rtl/>
        </w:rPr>
        <w:t>دشمنو</w:t>
      </w:r>
      <w:r w:rsidR="00083993">
        <w:rPr>
          <w:rFonts w:hint="eastAsia"/>
          <w:rtl/>
        </w:rPr>
        <w:t xml:space="preserve">ں </w:t>
      </w:r>
      <w:r>
        <w:rPr>
          <w:rtl/>
        </w:rPr>
        <w:t>كو عفو 6;دشمنو</w:t>
      </w:r>
      <w:r w:rsidR="00083993">
        <w:rPr>
          <w:rtl/>
        </w:rPr>
        <w:t xml:space="preserve">ں </w:t>
      </w:r>
      <w:r>
        <w:rPr>
          <w:rtl/>
        </w:rPr>
        <w:t>كى اذيتي</w:t>
      </w:r>
      <w:r w:rsidR="00083993">
        <w:rPr>
          <w:rtl/>
        </w:rPr>
        <w:t xml:space="preserve">ں </w:t>
      </w:r>
      <w:r>
        <w:rPr>
          <w:rtl/>
        </w:rPr>
        <w:t>4</w:t>
      </w:r>
    </w:p>
    <w:p w:rsidR="001F628F" w:rsidRDefault="001F628F" w:rsidP="003D00C7">
      <w:pPr>
        <w:pStyle w:val="libNormal"/>
        <w:rPr>
          <w:rtl/>
        </w:rPr>
      </w:pPr>
      <w:r>
        <w:rPr>
          <w:rFonts w:hint="eastAsia"/>
          <w:rtl/>
        </w:rPr>
        <w:t>كفار</w:t>
      </w:r>
      <w:r>
        <w:rPr>
          <w:rtl/>
        </w:rPr>
        <w:t xml:space="preserve"> :</w:t>
      </w:r>
      <w:r>
        <w:rPr>
          <w:rFonts w:hint="eastAsia"/>
          <w:rtl/>
        </w:rPr>
        <w:t>كفار</w:t>
      </w:r>
      <w:r>
        <w:rPr>
          <w:rtl/>
        </w:rPr>
        <w:t xml:space="preserve"> كو عفو 6</w:t>
      </w:r>
    </w:p>
    <w:p w:rsidR="003D00C7" w:rsidRDefault="001E7F9D" w:rsidP="00F73EDE">
      <w:pPr>
        <w:pStyle w:val="libPoemTini"/>
        <w:rPr>
          <w:rtl/>
        </w:rPr>
      </w:pPr>
      <w:r>
        <w:rPr>
          <w:rtl/>
        </w:rPr>
        <w:cr/>
      </w:r>
      <w:r>
        <w:rPr>
          <w:rtl/>
        </w:rPr>
        <w:br w:type="page"/>
      </w:r>
    </w:p>
    <w:p w:rsidR="003D00C7" w:rsidRPr="00120F63" w:rsidRDefault="003D00C7" w:rsidP="003D00C7">
      <w:pPr>
        <w:pStyle w:val="Heading2Center"/>
        <w:rPr>
          <w:rtl/>
        </w:rPr>
      </w:pPr>
      <w:bookmarkStart w:id="133" w:name="_Toc28081811"/>
      <w:r>
        <w:rPr>
          <w:rFonts w:hint="cs"/>
          <w:rtl/>
        </w:rPr>
        <w:lastRenderedPageBreak/>
        <w:t xml:space="preserve">آیت </w:t>
      </w:r>
      <w:r w:rsidRPr="00120F63">
        <w:rPr>
          <w:rFonts w:hint="cs"/>
          <w:rtl/>
        </w:rPr>
        <w:t>87</w:t>
      </w:r>
      <w:bookmarkEnd w:id="133"/>
    </w:p>
    <w:p w:rsidR="001F628F" w:rsidRDefault="00E260F9" w:rsidP="003D00C7">
      <w:pPr>
        <w:pStyle w:val="libNormal"/>
        <w:rPr>
          <w:rtl/>
        </w:rPr>
      </w:pPr>
      <w:r w:rsidRPr="00E260F9">
        <w:rPr>
          <w:rStyle w:val="libAlaemChar"/>
          <w:rFonts w:hint="eastAsia"/>
          <w:rtl/>
        </w:rPr>
        <w:t>(</w:t>
      </w:r>
      <w:r w:rsidRPr="003D00C7">
        <w:rPr>
          <w:rStyle w:val="libAieChar"/>
          <w:rFonts w:hint="eastAsia"/>
          <w:rtl/>
        </w:rPr>
        <w:t>وَلَقَدْ</w:t>
      </w:r>
      <w:r w:rsidRPr="003D00C7">
        <w:rPr>
          <w:rStyle w:val="libAieChar"/>
          <w:rtl/>
        </w:rPr>
        <w:t xml:space="preserve"> آتَيْنَاكَ سَبْعاً مِّنَ الْمَثَانِي وَالْقُرْآنَ الْعَظِيمَ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آپ كو سبع مثانى اور قرآن عظيم عطا كيا ہے _</w:t>
      </w:r>
    </w:p>
    <w:p w:rsidR="001F628F" w:rsidRDefault="001F628F" w:rsidP="001F628F">
      <w:pPr>
        <w:pStyle w:val="libNormal"/>
        <w:rPr>
          <w:rtl/>
        </w:rPr>
      </w:pPr>
      <w:r>
        <w:rPr>
          <w:rtl/>
        </w:rPr>
        <w:t xml:space="preserve">1_خداوند متعال كى جانب سے پيغمبر اكرم </w:t>
      </w:r>
      <w:r w:rsidR="00F031CD" w:rsidRPr="00F031CD">
        <w:rPr>
          <w:rStyle w:val="libAlaemChar"/>
          <w:rtl/>
        </w:rPr>
        <w:t xml:space="preserve"> صلى‌الله‌عليه‌وآله‌وسلم </w:t>
      </w:r>
      <w:r>
        <w:rPr>
          <w:rtl/>
        </w:rPr>
        <w:t xml:space="preserve"> كو عطا ہونے والى چيزو</w:t>
      </w:r>
      <w:r w:rsidR="00083993">
        <w:rPr>
          <w:rtl/>
        </w:rPr>
        <w:t xml:space="preserve">ں </w:t>
      </w:r>
      <w:r>
        <w:rPr>
          <w:rtl/>
        </w:rPr>
        <w:t>مي</w:t>
      </w:r>
      <w:r w:rsidR="00083993">
        <w:rPr>
          <w:rtl/>
        </w:rPr>
        <w:t xml:space="preserve">ں </w:t>
      </w:r>
      <w:r>
        <w:rPr>
          <w:rtl/>
        </w:rPr>
        <w:t>سے ايك ''سورہ حمد'' ہے_</w:t>
      </w:r>
    </w:p>
    <w:p w:rsidR="001F628F" w:rsidRDefault="001F628F" w:rsidP="003D00C7">
      <w:pPr>
        <w:pStyle w:val="libArabic"/>
        <w:rPr>
          <w:rtl/>
        </w:rPr>
      </w:pPr>
      <w:r>
        <w:rPr>
          <w:rFonts w:hint="eastAsia"/>
          <w:rtl/>
        </w:rPr>
        <w:t>ولقد</w:t>
      </w:r>
      <w:r>
        <w:rPr>
          <w:rtl/>
        </w:rPr>
        <w:t xml:space="preserve"> ء اتينك سبعًا من المثاني</w:t>
      </w:r>
    </w:p>
    <w:p w:rsidR="001F628F" w:rsidRDefault="001F628F" w:rsidP="001F628F">
      <w:pPr>
        <w:pStyle w:val="libNormal"/>
        <w:rPr>
          <w:rtl/>
        </w:rPr>
      </w:pPr>
      <w:r>
        <w:rPr>
          <w:rFonts w:hint="eastAsia"/>
          <w:rtl/>
        </w:rPr>
        <w:t>اكثر</w:t>
      </w:r>
      <w:r>
        <w:rPr>
          <w:rtl/>
        </w:rPr>
        <w:t xml:space="preserve"> مفسرين كا نظريہ ہے كہ ''سبعاً'' سے سورہ حمد مراد ہے كہ جس كى سات ايتي</w:t>
      </w:r>
      <w:r w:rsidR="00083993">
        <w:rPr>
          <w:rtl/>
        </w:rPr>
        <w:t xml:space="preserve">ں </w:t>
      </w:r>
      <w:r>
        <w:rPr>
          <w:rtl/>
        </w:rPr>
        <w:t>ہي</w:t>
      </w:r>
      <w:r w:rsidR="00083993">
        <w:rPr>
          <w:rtl/>
        </w:rPr>
        <w:t xml:space="preserve">ں </w:t>
      </w:r>
      <w:r>
        <w:rPr>
          <w:rtl/>
        </w:rPr>
        <w:t>اور ''المثاني'' (جمع مثنى )قران كريم كى صفت ہے ;جيسا كہ سورہ زمر (ايت 23) مي</w:t>
      </w:r>
      <w:r w:rsidR="00083993">
        <w:rPr>
          <w:rtl/>
        </w:rPr>
        <w:t xml:space="preserve">ں </w:t>
      </w:r>
      <w:r>
        <w:rPr>
          <w:rtl/>
        </w:rPr>
        <w:t>بھى يہ كلمہ قران كى صفت كے طور پر ذكر ہوا ہے _ياد رہے كہ روايات بھى اسى مطلب كى تائيد كرتى ہي</w:t>
      </w:r>
      <w:r w:rsidR="00083993">
        <w:rPr>
          <w:rtl/>
        </w:rPr>
        <w:t xml:space="preserve">ں </w:t>
      </w:r>
      <w:r>
        <w:rPr>
          <w:rtl/>
        </w:rPr>
        <w:t>_</w:t>
      </w:r>
    </w:p>
    <w:p w:rsidR="001F628F" w:rsidRDefault="001F628F" w:rsidP="001F628F">
      <w:pPr>
        <w:pStyle w:val="libNormal"/>
        <w:rPr>
          <w:rtl/>
        </w:rPr>
      </w:pPr>
      <w:r>
        <w:rPr>
          <w:rtl/>
        </w:rPr>
        <w:t>2_ سورہ حمد ،قران كے تمام سورو</w:t>
      </w:r>
      <w:r w:rsidR="00083993">
        <w:rPr>
          <w:rtl/>
        </w:rPr>
        <w:t xml:space="preserve">ں </w:t>
      </w:r>
      <w:r>
        <w:rPr>
          <w:rtl/>
        </w:rPr>
        <w:t>مي</w:t>
      </w:r>
      <w:r w:rsidR="00083993">
        <w:rPr>
          <w:rtl/>
        </w:rPr>
        <w:t xml:space="preserve">ں </w:t>
      </w:r>
      <w:r>
        <w:rPr>
          <w:rtl/>
        </w:rPr>
        <w:t>ايك خاص مقام و منزلت اور بلند قدر و قيمت كا حامل سورہ ہے _</w:t>
      </w:r>
    </w:p>
    <w:p w:rsidR="001F628F" w:rsidRDefault="001F628F" w:rsidP="003D00C7">
      <w:pPr>
        <w:pStyle w:val="libArabic"/>
        <w:rPr>
          <w:rtl/>
        </w:rPr>
      </w:pPr>
      <w:r>
        <w:rPr>
          <w:rFonts w:hint="eastAsia"/>
          <w:rtl/>
        </w:rPr>
        <w:t>ولقد</w:t>
      </w:r>
      <w:r>
        <w:rPr>
          <w:rtl/>
        </w:rPr>
        <w:t xml:space="preserve"> ء اتينك سبعًا من المثانى و القرآن العظيم</w:t>
      </w:r>
    </w:p>
    <w:p w:rsidR="001F628F" w:rsidRDefault="001F628F" w:rsidP="001F628F">
      <w:pPr>
        <w:pStyle w:val="libNormal"/>
        <w:rPr>
          <w:rtl/>
        </w:rPr>
      </w:pPr>
      <w:r>
        <w:rPr>
          <w:rFonts w:hint="eastAsia"/>
          <w:rtl/>
        </w:rPr>
        <w:t>مندرجہ</w:t>
      </w:r>
      <w:r>
        <w:rPr>
          <w:rtl/>
        </w:rPr>
        <w:t xml:space="preserve"> بالا مطلب ،قران كو ''كتاب عظيم '' كے عنوان سے بيان كرنے سے پہلے سورئہ حمد كے'' ذكر'' سے مختص ہوجانے سے اخذ ہوتا ہے _</w:t>
      </w:r>
    </w:p>
    <w:p w:rsidR="001F628F" w:rsidRDefault="001F628F" w:rsidP="003D00C7">
      <w:pPr>
        <w:pStyle w:val="libNormal"/>
        <w:rPr>
          <w:rtl/>
        </w:rPr>
      </w:pPr>
      <w:r>
        <w:rPr>
          <w:rtl/>
        </w:rPr>
        <w:t xml:space="preserve">3_خداوند متعال ،پيغمبر اكرم </w:t>
      </w:r>
      <w:r w:rsidR="00F031CD" w:rsidRPr="00F031CD">
        <w:rPr>
          <w:rStyle w:val="libAlaemChar"/>
          <w:rtl/>
        </w:rPr>
        <w:t xml:space="preserve"> صلى‌الله‌عليه‌وآله‌وسلم </w:t>
      </w:r>
      <w:r>
        <w:rPr>
          <w:rtl/>
        </w:rPr>
        <w:t xml:space="preserve"> كو قران عطا كرنے والا ہے _</w:t>
      </w:r>
      <w:r w:rsidRPr="003D00C7">
        <w:rPr>
          <w:rStyle w:val="libArabicChar"/>
          <w:rFonts w:hint="eastAsia"/>
          <w:rtl/>
        </w:rPr>
        <w:t>ولقد</w:t>
      </w:r>
      <w:r w:rsidRPr="003D00C7">
        <w:rPr>
          <w:rStyle w:val="libArabicChar"/>
          <w:rtl/>
        </w:rPr>
        <w:t xml:space="preserve"> ء اتينك ... القرآن العظيم</w:t>
      </w:r>
    </w:p>
    <w:p w:rsidR="001F628F" w:rsidRDefault="001F628F" w:rsidP="003D00C7">
      <w:pPr>
        <w:pStyle w:val="libNormal"/>
        <w:rPr>
          <w:rtl/>
        </w:rPr>
      </w:pPr>
      <w:r>
        <w:rPr>
          <w:rtl/>
        </w:rPr>
        <w:t>4_قران، ايك باعظمت كتاب اور عظيم نعمت ہے _</w:t>
      </w:r>
      <w:r w:rsidRPr="003D00C7">
        <w:rPr>
          <w:rStyle w:val="libArabicChar"/>
          <w:rFonts w:hint="eastAsia"/>
          <w:rtl/>
        </w:rPr>
        <w:t>ولقد</w:t>
      </w:r>
      <w:r w:rsidRPr="003D00C7">
        <w:rPr>
          <w:rStyle w:val="libArabicChar"/>
          <w:rtl/>
        </w:rPr>
        <w:t xml:space="preserve"> ء اتينك ... القراء ان العظيم</w:t>
      </w:r>
    </w:p>
    <w:p w:rsidR="001F628F" w:rsidRDefault="001F628F" w:rsidP="001F628F">
      <w:pPr>
        <w:pStyle w:val="libNormal"/>
        <w:rPr>
          <w:rtl/>
        </w:rPr>
      </w:pPr>
      <w:r>
        <w:rPr>
          <w:rtl/>
        </w:rPr>
        <w:t>5_قران، خداوندمتعال كى خلاقيت اور علم كا ايك جلوہ ہے_</w:t>
      </w:r>
    </w:p>
    <w:p w:rsidR="001F628F" w:rsidRDefault="001F628F" w:rsidP="003D00C7">
      <w:pPr>
        <w:pStyle w:val="libArabic"/>
        <w:rPr>
          <w:rtl/>
        </w:rPr>
      </w:pPr>
      <w:r>
        <w:rPr>
          <w:rFonts w:hint="eastAsia"/>
          <w:rtl/>
        </w:rPr>
        <w:t>ان</w:t>
      </w:r>
      <w:r>
        <w:rPr>
          <w:rtl/>
        </w:rPr>
        <w:t xml:space="preserve"> ربّك </w:t>
      </w:r>
      <w:r w:rsidR="00F21947" w:rsidRPr="00B2551F">
        <w:rPr>
          <w:rFonts w:hint="cs"/>
          <w:rtl/>
        </w:rPr>
        <w:t>ه</w:t>
      </w:r>
      <w:r>
        <w:rPr>
          <w:rFonts w:hint="cs"/>
          <w:rtl/>
        </w:rPr>
        <w:t>والخلّق</w:t>
      </w:r>
      <w:r>
        <w:rPr>
          <w:rtl/>
        </w:rPr>
        <w:t xml:space="preserve"> </w:t>
      </w:r>
      <w:r>
        <w:rPr>
          <w:rFonts w:hint="cs"/>
          <w:rtl/>
        </w:rPr>
        <w:t>العليم</w:t>
      </w:r>
      <w:r>
        <w:rPr>
          <w:rtl/>
        </w:rPr>
        <w:t xml:space="preserve"> _</w:t>
      </w:r>
      <w:r>
        <w:rPr>
          <w:rFonts w:hint="cs"/>
          <w:rtl/>
        </w:rPr>
        <w:t>ولقد</w:t>
      </w:r>
      <w:r>
        <w:rPr>
          <w:rtl/>
        </w:rPr>
        <w:t xml:space="preserve"> </w:t>
      </w:r>
      <w:r>
        <w:rPr>
          <w:rFonts w:hint="cs"/>
          <w:rtl/>
        </w:rPr>
        <w:t>ء</w:t>
      </w:r>
      <w:r>
        <w:rPr>
          <w:rtl/>
        </w:rPr>
        <w:t xml:space="preserve"> </w:t>
      </w:r>
      <w:r>
        <w:rPr>
          <w:rFonts w:hint="cs"/>
          <w:rtl/>
        </w:rPr>
        <w:t>اتينك</w:t>
      </w:r>
      <w:r>
        <w:rPr>
          <w:rtl/>
        </w:rPr>
        <w:t xml:space="preserve"> </w:t>
      </w:r>
      <w:r>
        <w:rPr>
          <w:rFonts w:hint="cs"/>
          <w:rtl/>
        </w:rPr>
        <w:t>سبعًا</w:t>
      </w:r>
      <w:r>
        <w:rPr>
          <w:rtl/>
        </w:rPr>
        <w:t xml:space="preserve"> </w:t>
      </w:r>
      <w:r>
        <w:rPr>
          <w:rFonts w:hint="cs"/>
          <w:rtl/>
        </w:rPr>
        <w:t>من</w:t>
      </w:r>
      <w:r>
        <w:rPr>
          <w:rtl/>
        </w:rPr>
        <w:t xml:space="preserve"> </w:t>
      </w:r>
      <w:r>
        <w:rPr>
          <w:rFonts w:hint="cs"/>
          <w:rtl/>
        </w:rPr>
        <w:t>المثانى</w:t>
      </w:r>
      <w:r>
        <w:rPr>
          <w:rtl/>
        </w:rPr>
        <w:t xml:space="preserve"> </w:t>
      </w:r>
      <w:r>
        <w:rPr>
          <w:rFonts w:hint="cs"/>
          <w:rtl/>
        </w:rPr>
        <w:t>و</w:t>
      </w:r>
      <w:r>
        <w:rPr>
          <w:rtl/>
        </w:rPr>
        <w:t xml:space="preserve"> </w:t>
      </w:r>
      <w:r>
        <w:rPr>
          <w:rFonts w:hint="cs"/>
          <w:rtl/>
        </w:rPr>
        <w:t>القرآن</w:t>
      </w:r>
      <w:r>
        <w:rPr>
          <w:rtl/>
        </w:rPr>
        <w:t xml:space="preserve"> </w:t>
      </w:r>
      <w:r>
        <w:rPr>
          <w:rFonts w:hint="cs"/>
          <w:rtl/>
        </w:rPr>
        <w:t>ا</w:t>
      </w:r>
      <w:r>
        <w:rPr>
          <w:rtl/>
        </w:rPr>
        <w:t>لعظيم</w:t>
      </w:r>
    </w:p>
    <w:p w:rsidR="001F628F" w:rsidRDefault="001F628F" w:rsidP="001F628F">
      <w:pPr>
        <w:pStyle w:val="libNormal"/>
        <w:rPr>
          <w:rtl/>
        </w:rPr>
      </w:pPr>
      <w:r>
        <w:rPr>
          <w:rFonts w:hint="eastAsia"/>
          <w:rtl/>
        </w:rPr>
        <w:t>خداوندمتعال</w:t>
      </w:r>
      <w:r>
        <w:rPr>
          <w:rtl/>
        </w:rPr>
        <w:t xml:space="preserve"> كى دو صفات ''خالقيت اور دانائي'' كے بيان كے بعد ''پيغمبر اكرم </w:t>
      </w:r>
      <w:r w:rsidR="00F031CD" w:rsidRPr="00F031CD">
        <w:rPr>
          <w:rStyle w:val="libAlaemChar"/>
          <w:rtl/>
        </w:rPr>
        <w:t xml:space="preserve"> صلى‌الله‌عليه‌وآله‌وسلم </w:t>
      </w:r>
      <w:r>
        <w:rPr>
          <w:rtl/>
        </w:rPr>
        <w:t xml:space="preserve"> كو قران اعطا ہونے ''كا ذكرہوسكتا ہے خدا كى خالقيت اور علم كے مصاديق كو بيان كرنے كے لئے ہو _</w:t>
      </w:r>
    </w:p>
    <w:p w:rsidR="001F628F" w:rsidRDefault="001F628F" w:rsidP="001F628F">
      <w:pPr>
        <w:pStyle w:val="libNormal"/>
        <w:rPr>
          <w:rtl/>
        </w:rPr>
      </w:pPr>
      <w:r>
        <w:rPr>
          <w:rtl/>
        </w:rPr>
        <w:t>6_</w:t>
      </w:r>
      <w:r w:rsidRPr="003D00C7">
        <w:rPr>
          <w:rStyle w:val="libArabicChar"/>
          <w:rtl/>
        </w:rPr>
        <w:t>''عن يونس بن عبدالرحمان ...قال: سا لت ا باعبداللّ</w:t>
      </w:r>
      <w:r w:rsidR="00120F63" w:rsidRPr="00B2551F">
        <w:rPr>
          <w:rStyle w:val="libArabicChar"/>
          <w:rFonts w:hint="cs"/>
          <w:rtl/>
        </w:rPr>
        <w:t>ه</w:t>
      </w:r>
      <w:r w:rsidR="00367F17" w:rsidRPr="00367F17">
        <w:rPr>
          <w:rStyle w:val="libAlaemChar"/>
          <w:rtl/>
        </w:rPr>
        <w:t xml:space="preserve"> عليه‌السلام </w:t>
      </w:r>
      <w:r w:rsidRPr="003D00C7">
        <w:rPr>
          <w:rStyle w:val="libArabicChar"/>
          <w:rtl/>
        </w:rPr>
        <w:t xml:space="preserve"> ''</w:t>
      </w:r>
      <w:r w:rsidRPr="003D00C7">
        <w:rPr>
          <w:rStyle w:val="libArabicChar"/>
          <w:rFonts w:hint="cs"/>
          <w:rtl/>
        </w:rPr>
        <w:t>ولقد</w:t>
      </w:r>
      <w:r w:rsidRPr="003D00C7">
        <w:rPr>
          <w:rStyle w:val="libArabicChar"/>
          <w:rtl/>
        </w:rPr>
        <w:t xml:space="preserve"> </w:t>
      </w:r>
      <w:r w:rsidRPr="003D00C7">
        <w:rPr>
          <w:rStyle w:val="libArabicChar"/>
          <w:rFonts w:hint="cs"/>
          <w:rtl/>
        </w:rPr>
        <w:t>ء</w:t>
      </w:r>
      <w:r w:rsidRPr="003D00C7">
        <w:rPr>
          <w:rStyle w:val="libArabicChar"/>
          <w:rtl/>
        </w:rPr>
        <w:t xml:space="preserve"> </w:t>
      </w:r>
      <w:r w:rsidRPr="003D00C7">
        <w:rPr>
          <w:rStyle w:val="libArabicChar"/>
          <w:rFonts w:hint="cs"/>
          <w:rtl/>
        </w:rPr>
        <w:t>اتينك</w:t>
      </w:r>
      <w:r w:rsidRPr="003D00C7">
        <w:rPr>
          <w:rStyle w:val="libArabicChar"/>
          <w:rtl/>
        </w:rPr>
        <w:t xml:space="preserve"> </w:t>
      </w:r>
      <w:r w:rsidRPr="003D00C7">
        <w:rPr>
          <w:rStyle w:val="libArabicChar"/>
          <w:rFonts w:hint="cs"/>
          <w:rtl/>
        </w:rPr>
        <w:t>سبعًا</w:t>
      </w:r>
      <w:r w:rsidRPr="003D00C7">
        <w:rPr>
          <w:rStyle w:val="libArabicChar"/>
          <w:rtl/>
        </w:rPr>
        <w:t xml:space="preserve"> </w:t>
      </w:r>
      <w:r w:rsidRPr="003D00C7">
        <w:rPr>
          <w:rStyle w:val="libArabicChar"/>
          <w:rFonts w:hint="cs"/>
          <w:rtl/>
        </w:rPr>
        <w:t>من</w:t>
      </w:r>
      <w:r w:rsidRPr="003D00C7">
        <w:rPr>
          <w:rStyle w:val="libArabicChar"/>
          <w:rtl/>
        </w:rPr>
        <w:t xml:space="preserve"> </w:t>
      </w:r>
      <w:r w:rsidRPr="003D00C7">
        <w:rPr>
          <w:rStyle w:val="libArabicChar"/>
          <w:rFonts w:hint="cs"/>
          <w:rtl/>
        </w:rPr>
        <w:t>المثانى</w:t>
      </w:r>
      <w:r w:rsidRPr="003D00C7">
        <w:rPr>
          <w:rStyle w:val="libArabicChar"/>
          <w:rtl/>
        </w:rPr>
        <w:t xml:space="preserve"> </w:t>
      </w:r>
      <w:r w:rsidRPr="003D00C7">
        <w:rPr>
          <w:rStyle w:val="libArabicChar"/>
          <w:rFonts w:hint="cs"/>
          <w:rtl/>
        </w:rPr>
        <w:t>و</w:t>
      </w:r>
      <w:r w:rsidRPr="003D00C7">
        <w:rPr>
          <w:rStyle w:val="libArabicChar"/>
          <w:rtl/>
        </w:rPr>
        <w:t xml:space="preserve"> </w:t>
      </w:r>
      <w:r w:rsidRPr="003D00C7">
        <w:rPr>
          <w:rStyle w:val="libArabicChar"/>
          <w:rFonts w:hint="cs"/>
          <w:rtl/>
        </w:rPr>
        <w:t>القرآن</w:t>
      </w:r>
      <w:r w:rsidRPr="003D00C7">
        <w:rPr>
          <w:rStyle w:val="libArabicChar"/>
          <w:rtl/>
        </w:rPr>
        <w:t xml:space="preserve"> </w:t>
      </w:r>
      <w:r w:rsidRPr="003D00C7">
        <w:rPr>
          <w:rStyle w:val="libArabicChar"/>
          <w:rFonts w:hint="cs"/>
          <w:rtl/>
        </w:rPr>
        <w:t>العظيم</w:t>
      </w:r>
      <w:r w:rsidRPr="003D00C7">
        <w:rPr>
          <w:rStyle w:val="libArabicChar"/>
          <w:rtl/>
        </w:rPr>
        <w:t xml:space="preserve"> '' </w:t>
      </w:r>
      <w:r w:rsidRPr="003D00C7">
        <w:rPr>
          <w:rStyle w:val="libArabicChar"/>
          <w:rFonts w:hint="cs"/>
          <w:rtl/>
        </w:rPr>
        <w:t>قال</w:t>
      </w:r>
      <w:r w:rsidRPr="003D00C7">
        <w:rPr>
          <w:rStyle w:val="libArabicChar"/>
          <w:rtl/>
        </w:rPr>
        <w:t xml:space="preserve">: </w:t>
      </w:r>
      <w:r w:rsidR="00F21947" w:rsidRPr="00B2551F">
        <w:rPr>
          <w:rStyle w:val="libArabicChar"/>
          <w:rFonts w:hint="cs"/>
          <w:rtl/>
        </w:rPr>
        <w:t>ه</w:t>
      </w:r>
      <w:r w:rsidRPr="003D00C7">
        <w:rPr>
          <w:rStyle w:val="libArabicChar"/>
          <w:rFonts w:hint="cs"/>
          <w:rtl/>
        </w:rPr>
        <w:t>ى</w:t>
      </w:r>
      <w:r w:rsidRPr="003D00C7">
        <w:rPr>
          <w:rStyle w:val="libArabicChar"/>
          <w:rtl/>
        </w:rPr>
        <w:t xml:space="preserve"> </w:t>
      </w:r>
      <w:r w:rsidRPr="003D00C7">
        <w:rPr>
          <w:rStyle w:val="libArabicChar"/>
          <w:rFonts w:hint="cs"/>
          <w:rtl/>
        </w:rPr>
        <w:t>سورة</w:t>
      </w:r>
      <w:r w:rsidRPr="003D00C7">
        <w:rPr>
          <w:rStyle w:val="libArabicChar"/>
          <w:rtl/>
        </w:rPr>
        <w:t xml:space="preserve"> </w:t>
      </w:r>
      <w:r w:rsidRPr="003D00C7">
        <w:rPr>
          <w:rStyle w:val="libArabicChar"/>
          <w:rFonts w:hint="cs"/>
          <w:rtl/>
        </w:rPr>
        <w:t>الحمد</w:t>
      </w:r>
      <w:r w:rsidRPr="003D00C7">
        <w:rPr>
          <w:rStyle w:val="libArabicChar"/>
          <w:rtl/>
        </w:rPr>
        <w:t xml:space="preserve"> </w:t>
      </w:r>
      <w:r w:rsidRPr="003D00C7">
        <w:rPr>
          <w:rStyle w:val="libArabicChar"/>
          <w:rFonts w:hint="cs"/>
          <w:rtl/>
        </w:rPr>
        <w:t>و</w:t>
      </w:r>
      <w:r w:rsidRPr="003D00C7">
        <w:rPr>
          <w:rStyle w:val="libArabicChar"/>
          <w:rtl/>
        </w:rPr>
        <w:t xml:space="preserve"> </w:t>
      </w:r>
      <w:r w:rsidR="00F21947" w:rsidRPr="00B2551F">
        <w:rPr>
          <w:rStyle w:val="libArabicChar"/>
          <w:rFonts w:hint="cs"/>
          <w:rtl/>
        </w:rPr>
        <w:t>ه</w:t>
      </w:r>
      <w:r w:rsidRPr="003D00C7">
        <w:rPr>
          <w:rStyle w:val="libArabicChar"/>
          <w:rFonts w:hint="cs"/>
          <w:rtl/>
        </w:rPr>
        <w:t>ى</w:t>
      </w:r>
      <w:r w:rsidRPr="003D00C7">
        <w:rPr>
          <w:rStyle w:val="libArabicChar"/>
          <w:rtl/>
        </w:rPr>
        <w:t xml:space="preserve"> </w:t>
      </w:r>
      <w:r w:rsidRPr="003D00C7">
        <w:rPr>
          <w:rStyle w:val="libArabicChar"/>
          <w:rFonts w:hint="cs"/>
          <w:rtl/>
        </w:rPr>
        <w:t>سبع</w:t>
      </w:r>
      <w:r w:rsidRPr="003D00C7">
        <w:rPr>
          <w:rStyle w:val="libArabicChar"/>
          <w:rtl/>
        </w:rPr>
        <w:t xml:space="preserve"> </w:t>
      </w:r>
      <w:r w:rsidRPr="003D00C7">
        <w:rPr>
          <w:rStyle w:val="libArabicChar"/>
          <w:rFonts w:hint="cs"/>
          <w:rtl/>
        </w:rPr>
        <w:t>ايات</w:t>
      </w:r>
      <w:r w:rsidRPr="003D00C7">
        <w:rPr>
          <w:rStyle w:val="libArabicChar"/>
          <w:rtl/>
        </w:rPr>
        <w:t xml:space="preserve"> </w:t>
      </w:r>
      <w:r w:rsidRPr="003D00C7">
        <w:rPr>
          <w:rStyle w:val="libArabicChar"/>
          <w:rFonts w:hint="cs"/>
          <w:rtl/>
        </w:rPr>
        <w:t>من</w:t>
      </w:r>
      <w:r w:rsidR="00F21947" w:rsidRPr="00B2551F">
        <w:rPr>
          <w:rStyle w:val="libArabicChar"/>
          <w:rFonts w:hint="cs"/>
          <w:rtl/>
        </w:rPr>
        <w:t>ه</w:t>
      </w:r>
      <w:r w:rsidRPr="003D00C7">
        <w:rPr>
          <w:rStyle w:val="libArabicChar"/>
          <w:rFonts w:hint="cs"/>
          <w:rtl/>
        </w:rPr>
        <w:t>ا</w:t>
      </w:r>
      <w:r w:rsidRPr="003D00C7">
        <w:rPr>
          <w:rStyle w:val="libArabicChar"/>
          <w:rtl/>
        </w:rPr>
        <w:t xml:space="preserve"> </w:t>
      </w:r>
      <w:r w:rsidRPr="003D00C7">
        <w:rPr>
          <w:rStyle w:val="libArabicChar"/>
          <w:rFonts w:hint="cs"/>
          <w:rtl/>
        </w:rPr>
        <w:t>بسم</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الرّحمن</w:t>
      </w:r>
      <w:r w:rsidRPr="003D00C7">
        <w:rPr>
          <w:rStyle w:val="libArabicChar"/>
          <w:rtl/>
        </w:rPr>
        <w:t xml:space="preserve"> </w:t>
      </w:r>
      <w:r w:rsidRPr="003D00C7">
        <w:rPr>
          <w:rStyle w:val="libArabicChar"/>
          <w:rFonts w:hint="cs"/>
          <w:rtl/>
        </w:rPr>
        <w:t>الرّحيم</w:t>
      </w:r>
      <w:r w:rsidRPr="003D00C7">
        <w:rPr>
          <w:rStyle w:val="libArabicChar"/>
          <w:rtl/>
        </w:rPr>
        <w:t xml:space="preserve"> </w:t>
      </w:r>
      <w:r w:rsidRPr="003D00C7">
        <w:rPr>
          <w:rStyle w:val="libArabicChar"/>
          <w:rFonts w:hint="cs"/>
          <w:rtl/>
        </w:rPr>
        <w:t>وانما</w:t>
      </w:r>
      <w:r w:rsidRPr="003D00C7">
        <w:rPr>
          <w:rStyle w:val="libArabicChar"/>
          <w:rtl/>
        </w:rPr>
        <w:t xml:space="preserve"> </w:t>
      </w:r>
      <w:r w:rsidRPr="003D00C7">
        <w:rPr>
          <w:rStyle w:val="libArabicChar"/>
          <w:rFonts w:hint="cs"/>
          <w:rtl/>
        </w:rPr>
        <w:t>سميت</w:t>
      </w:r>
      <w:r w:rsidRPr="003D00C7">
        <w:rPr>
          <w:rStyle w:val="libArabicChar"/>
          <w:rtl/>
        </w:rPr>
        <w:t xml:space="preserve"> </w:t>
      </w:r>
      <w:r w:rsidRPr="003D00C7">
        <w:rPr>
          <w:rStyle w:val="libArabicChar"/>
          <w:rFonts w:hint="cs"/>
          <w:rtl/>
        </w:rPr>
        <w:t>المثانى</w:t>
      </w:r>
      <w:r w:rsidRPr="003D00C7">
        <w:rPr>
          <w:rStyle w:val="libArabicChar"/>
          <w:rtl/>
        </w:rPr>
        <w:t xml:space="preserve"> </w:t>
      </w:r>
      <w:r w:rsidRPr="003D00C7">
        <w:rPr>
          <w:rStyle w:val="libArabicChar"/>
          <w:rFonts w:hint="cs"/>
          <w:rtl/>
        </w:rPr>
        <w:t>لا</w:t>
      </w:r>
      <w:r w:rsidRPr="003D00C7">
        <w:rPr>
          <w:rStyle w:val="libArabicChar"/>
          <w:rtl/>
        </w:rPr>
        <w:t xml:space="preserve"> </w:t>
      </w:r>
      <w:r w:rsidRPr="003D00C7">
        <w:rPr>
          <w:rStyle w:val="libArabicChar"/>
          <w:rFonts w:hint="cs"/>
          <w:rtl/>
        </w:rPr>
        <w:t>ن</w:t>
      </w:r>
      <w:r w:rsidR="00F21947" w:rsidRPr="00B2551F">
        <w:rPr>
          <w:rStyle w:val="libArabicChar"/>
          <w:rFonts w:hint="cs"/>
          <w:rtl/>
        </w:rPr>
        <w:t>ه</w:t>
      </w:r>
      <w:r w:rsidRPr="003D00C7">
        <w:rPr>
          <w:rStyle w:val="libArabicChar"/>
          <w:rFonts w:hint="cs"/>
          <w:rtl/>
        </w:rPr>
        <w:t>ا</w:t>
      </w:r>
      <w:r w:rsidRPr="003D00C7">
        <w:rPr>
          <w:rStyle w:val="libArabicChar"/>
          <w:rtl/>
        </w:rPr>
        <w:t xml:space="preserve"> </w:t>
      </w:r>
      <w:r w:rsidRPr="003D00C7">
        <w:rPr>
          <w:rStyle w:val="libArabicChar"/>
          <w:rFonts w:hint="cs"/>
          <w:rtl/>
        </w:rPr>
        <w:t>يثنّى</w:t>
      </w:r>
      <w:r w:rsidRPr="003D00C7">
        <w:rPr>
          <w:rStyle w:val="libArabicChar"/>
          <w:rtl/>
        </w:rPr>
        <w:t xml:space="preserve"> </w:t>
      </w:r>
      <w:r w:rsidRPr="003D00C7">
        <w:rPr>
          <w:rStyle w:val="libArabicChar"/>
          <w:rFonts w:hint="cs"/>
          <w:rtl/>
        </w:rPr>
        <w:t>فى</w:t>
      </w:r>
      <w:r w:rsidRPr="003D00C7">
        <w:rPr>
          <w:rStyle w:val="libArabicChar"/>
          <w:rtl/>
        </w:rPr>
        <w:t xml:space="preserve"> </w:t>
      </w:r>
      <w:r w:rsidRPr="003D00C7">
        <w:rPr>
          <w:rStyle w:val="libArabicChar"/>
          <w:rFonts w:hint="cs"/>
          <w:rtl/>
        </w:rPr>
        <w:t>الر</w:t>
      </w:r>
      <w:r w:rsidRPr="003D00C7">
        <w:rPr>
          <w:rStyle w:val="libArabicChar"/>
          <w:rtl/>
        </w:rPr>
        <w:t>كعتين</w:t>
      </w:r>
      <w:r>
        <w:rPr>
          <w:rtl/>
        </w:rPr>
        <w:t xml:space="preserve"> ;</w:t>
      </w:r>
      <w:r w:rsidRPr="003D00C7">
        <w:rPr>
          <w:rStyle w:val="libFootnotenumChar"/>
          <w:rtl/>
        </w:rPr>
        <w:t>(1)</w:t>
      </w:r>
      <w:r>
        <w:rPr>
          <w:rtl/>
        </w:rPr>
        <w:t>يونس</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1)تفسير عياشى ،ج1،ص19;ح 3،نور الثقلين ، ج3،ص27،ح 98_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بن</w:t>
      </w:r>
      <w:r>
        <w:rPr>
          <w:rtl/>
        </w:rPr>
        <w:t xml:space="preserve"> عبد الرحمن كہتے ہي</w:t>
      </w:r>
      <w:r w:rsidR="00083993">
        <w:rPr>
          <w:rtl/>
        </w:rPr>
        <w:t xml:space="preserve">ں </w:t>
      </w:r>
      <w:r>
        <w:rPr>
          <w:rtl/>
        </w:rPr>
        <w:t>: مي</w:t>
      </w:r>
      <w:r w:rsidR="00083993">
        <w:rPr>
          <w:rtl/>
        </w:rPr>
        <w:t xml:space="preserve">ں </w:t>
      </w:r>
      <w:r>
        <w:rPr>
          <w:rtl/>
        </w:rPr>
        <w:t xml:space="preserve">نے حضرت امام صادق </w:t>
      </w:r>
      <w:r w:rsidR="00367F17" w:rsidRPr="00367F17">
        <w:rPr>
          <w:rStyle w:val="libAlaemChar"/>
          <w:rtl/>
        </w:rPr>
        <w:t xml:space="preserve"> عليه‌السلام </w:t>
      </w:r>
      <w:r>
        <w:rPr>
          <w:rtl/>
        </w:rPr>
        <w:t xml:space="preserve"> سے خدا كے كلام :</w:t>
      </w:r>
      <w:r w:rsidRPr="003D00C7">
        <w:rPr>
          <w:rStyle w:val="libArabicChar"/>
          <w:rtl/>
        </w:rPr>
        <w:t>''ولقد ء اتينك سبعًا من المثانى و القرآن العظيم ''</w:t>
      </w:r>
      <w:r>
        <w:rPr>
          <w:rtl/>
        </w:rPr>
        <w:t>كے بارے مي</w:t>
      </w:r>
      <w:r w:rsidR="00083993">
        <w:rPr>
          <w:rtl/>
        </w:rPr>
        <w:t xml:space="preserve">ں </w:t>
      </w:r>
      <w:r>
        <w:rPr>
          <w:rtl/>
        </w:rPr>
        <w:t>پوچھا تو اپ</w:t>
      </w:r>
      <w:r w:rsidR="00367F17" w:rsidRPr="00367F17">
        <w:rPr>
          <w:rStyle w:val="libAlaemChar"/>
          <w:rtl/>
        </w:rPr>
        <w:t xml:space="preserve"> عليه‌السلام </w:t>
      </w:r>
      <w:r>
        <w:rPr>
          <w:rtl/>
        </w:rPr>
        <w:t xml:space="preserve"> نے فرمايا:وہ سورہ حمد ہے كہ جس كى سات ايتي</w:t>
      </w:r>
      <w:r w:rsidR="00083993">
        <w:rPr>
          <w:rtl/>
        </w:rPr>
        <w:t xml:space="preserve">ں </w:t>
      </w:r>
      <w:r>
        <w:rPr>
          <w:rtl/>
        </w:rPr>
        <w:t>ہي</w:t>
      </w:r>
      <w:r w:rsidR="00083993">
        <w:rPr>
          <w:rtl/>
        </w:rPr>
        <w:t xml:space="preserve">ں </w:t>
      </w:r>
      <w:r>
        <w:rPr>
          <w:rtl/>
        </w:rPr>
        <w:t>اُن مي</w:t>
      </w:r>
      <w:r w:rsidR="00083993">
        <w:rPr>
          <w:rtl/>
        </w:rPr>
        <w:t xml:space="preserve">ں </w:t>
      </w:r>
      <w:r>
        <w:rPr>
          <w:rtl/>
        </w:rPr>
        <w:t>سے ايك</w:t>
      </w:r>
      <w:r w:rsidRPr="003D00C7">
        <w:rPr>
          <w:rStyle w:val="libArabicChar"/>
          <w:rtl/>
        </w:rPr>
        <w:t xml:space="preserve"> ''بسم الله الرحمن الرحيم </w:t>
      </w:r>
      <w:r>
        <w:rPr>
          <w:rtl/>
        </w:rPr>
        <w:t xml:space="preserve">'' ہے اور اسے مثانى كہا </w:t>
      </w:r>
      <w:r>
        <w:rPr>
          <w:rFonts w:hint="eastAsia"/>
          <w:rtl/>
        </w:rPr>
        <w:t>گيا</w:t>
      </w:r>
      <w:r>
        <w:rPr>
          <w:rtl/>
        </w:rPr>
        <w:t xml:space="preserve"> ہے كيونكہ يہ سورہ دو ركعت نماز مي</w:t>
      </w:r>
      <w:r w:rsidR="00083993">
        <w:rPr>
          <w:rtl/>
        </w:rPr>
        <w:t xml:space="preserve">ں </w:t>
      </w:r>
      <w:r>
        <w:rPr>
          <w:rtl/>
        </w:rPr>
        <w:t>دو بار پڑھى جاتى ہے_</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سورئہ حمد عطا ہونا 1;انحضرت </w:t>
      </w:r>
      <w:r w:rsidR="00F031CD" w:rsidRPr="00F031CD">
        <w:rPr>
          <w:rStyle w:val="libAlaemChar"/>
          <w:rtl/>
        </w:rPr>
        <w:t xml:space="preserve"> صلى‌الله‌عليه‌وآله‌وسلم </w:t>
      </w:r>
      <w:r>
        <w:rPr>
          <w:rtl/>
        </w:rPr>
        <w:t xml:space="preserve"> كو قران كريم عطا ہونا 3</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 كى نشانيا</w:t>
      </w:r>
      <w:r w:rsidR="00083993">
        <w:rPr>
          <w:rtl/>
        </w:rPr>
        <w:t xml:space="preserve">ں </w:t>
      </w:r>
      <w:r>
        <w:rPr>
          <w:rtl/>
        </w:rPr>
        <w:t>5;الله تعالى كے عطايا 1،3;الله تعالى كے علم كى نشانيا</w:t>
      </w:r>
      <w:r w:rsidR="00083993">
        <w:rPr>
          <w:rtl/>
        </w:rPr>
        <w:t xml:space="preserve">ں </w:t>
      </w:r>
      <w:r>
        <w:rPr>
          <w:rtl/>
        </w:rPr>
        <w:t>5</w:t>
      </w:r>
    </w:p>
    <w:p w:rsidR="001F628F" w:rsidRDefault="001F628F" w:rsidP="001F628F">
      <w:pPr>
        <w:pStyle w:val="libNormal"/>
        <w:rPr>
          <w:rtl/>
        </w:rPr>
      </w:pPr>
      <w:r>
        <w:rPr>
          <w:rFonts w:hint="eastAsia"/>
          <w:rtl/>
        </w:rPr>
        <w:t>روايت</w:t>
      </w:r>
      <w:r>
        <w:rPr>
          <w:rtl/>
        </w:rPr>
        <w:t xml:space="preserve"> :6</w:t>
      </w:r>
    </w:p>
    <w:p w:rsidR="001F628F" w:rsidRDefault="001F628F" w:rsidP="003D00C7">
      <w:pPr>
        <w:pStyle w:val="libNormal"/>
        <w:rPr>
          <w:rtl/>
        </w:rPr>
      </w:pPr>
      <w:r>
        <w:rPr>
          <w:rFonts w:hint="eastAsia"/>
          <w:rtl/>
        </w:rPr>
        <w:t>سورئہ</w:t>
      </w:r>
      <w:r>
        <w:rPr>
          <w:rtl/>
        </w:rPr>
        <w:t xml:space="preserve"> حمد :</w:t>
      </w:r>
      <w:r>
        <w:rPr>
          <w:rFonts w:hint="eastAsia"/>
          <w:rtl/>
        </w:rPr>
        <w:t>سورئہ</w:t>
      </w:r>
      <w:r>
        <w:rPr>
          <w:rtl/>
        </w:rPr>
        <w:t xml:space="preserve"> حمد كى فضيلت 1،2،6;سورئہ حمد كے نام 6</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كريم كى اہميت 5;قران كريم كى عظمت 4</w:t>
      </w:r>
    </w:p>
    <w:p w:rsidR="001F628F" w:rsidRDefault="001F628F" w:rsidP="003D00C7">
      <w:pPr>
        <w:pStyle w:val="libNormal"/>
        <w:rPr>
          <w:rtl/>
        </w:rPr>
      </w:pPr>
      <w:r>
        <w:rPr>
          <w:rFonts w:hint="eastAsia"/>
          <w:rtl/>
        </w:rPr>
        <w:t>نعمت</w:t>
      </w:r>
      <w:r>
        <w:rPr>
          <w:rtl/>
        </w:rPr>
        <w:t xml:space="preserve"> :</w:t>
      </w:r>
      <w:r>
        <w:rPr>
          <w:rFonts w:hint="eastAsia"/>
          <w:rtl/>
        </w:rPr>
        <w:t>عظيم</w:t>
      </w:r>
      <w:r>
        <w:rPr>
          <w:rtl/>
        </w:rPr>
        <w:t xml:space="preserve"> نعمتي</w:t>
      </w:r>
      <w:r w:rsidR="00083993">
        <w:rPr>
          <w:rtl/>
        </w:rPr>
        <w:t xml:space="preserve">ں </w:t>
      </w:r>
      <w:r>
        <w:rPr>
          <w:rtl/>
        </w:rPr>
        <w:t>4;نعمت كے مراتب 4;نعمت قران 4</w:t>
      </w:r>
    </w:p>
    <w:p w:rsidR="001F628F" w:rsidRPr="00120F63" w:rsidRDefault="003D00C7" w:rsidP="003D00C7">
      <w:pPr>
        <w:pStyle w:val="Heading2Center"/>
        <w:rPr>
          <w:rtl/>
        </w:rPr>
      </w:pPr>
      <w:bookmarkStart w:id="134" w:name="_Toc28081812"/>
      <w:r>
        <w:rPr>
          <w:rFonts w:hint="cs"/>
          <w:rtl/>
        </w:rPr>
        <w:t xml:space="preserve">آیت </w:t>
      </w:r>
      <w:r w:rsidRPr="00120F63">
        <w:rPr>
          <w:rFonts w:hint="cs"/>
          <w:rtl/>
        </w:rPr>
        <w:t>88</w:t>
      </w:r>
      <w:bookmarkEnd w:id="134"/>
    </w:p>
    <w:p w:rsidR="001F628F" w:rsidRDefault="00E260F9" w:rsidP="003D00C7">
      <w:pPr>
        <w:pStyle w:val="libNormal"/>
        <w:rPr>
          <w:rtl/>
        </w:rPr>
      </w:pPr>
      <w:r w:rsidRPr="00E260F9">
        <w:rPr>
          <w:rStyle w:val="libAlaemChar"/>
          <w:rFonts w:hint="eastAsia"/>
          <w:rtl/>
        </w:rPr>
        <w:t>(</w:t>
      </w:r>
      <w:r w:rsidRPr="003D00C7">
        <w:rPr>
          <w:rStyle w:val="libAieChar"/>
          <w:rFonts w:hint="eastAsia"/>
          <w:rtl/>
        </w:rPr>
        <w:t>لاَ</w:t>
      </w:r>
      <w:r w:rsidRPr="003D00C7">
        <w:rPr>
          <w:rStyle w:val="libAieChar"/>
          <w:rtl/>
        </w:rPr>
        <w:t xml:space="preserve"> تَمُدَّنَّ عَيْنَيْكَ إِلَى مَا مَتَّعْنَا بِهِ أَزْوَاجاً مِّنْهُمْ وَلاَ تَحْزَنْ عَلَيْهِمْ وَاخْفِضْ جَنَاحَكَ لِلْمُؤْمِنِينَ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لہذا</w:t>
      </w:r>
      <w:r>
        <w:rPr>
          <w:rtl/>
        </w:rPr>
        <w:t xml:space="preserve"> آپ ان كفار مي</w:t>
      </w:r>
      <w:r w:rsidR="00083993">
        <w:rPr>
          <w:rtl/>
        </w:rPr>
        <w:t xml:space="preserve">ں </w:t>
      </w:r>
      <w:r>
        <w:rPr>
          <w:rtl/>
        </w:rPr>
        <w:t>بعض افراد كو ہم نے جو كچھ نعمات دنيا عطا كردى ہي</w:t>
      </w:r>
      <w:r w:rsidR="00083993">
        <w:rPr>
          <w:rtl/>
        </w:rPr>
        <w:t xml:space="preserve">ں </w:t>
      </w:r>
      <w:r>
        <w:rPr>
          <w:rtl/>
        </w:rPr>
        <w:t>ان كى طرف نگاہ اٹھا كر بھى نہ ديكھي</w:t>
      </w:r>
      <w:r w:rsidR="00083993">
        <w:rPr>
          <w:rtl/>
        </w:rPr>
        <w:t xml:space="preserve">ں </w:t>
      </w:r>
      <w:r>
        <w:rPr>
          <w:rtl/>
        </w:rPr>
        <w:t>اور اس كے بارے مي</w:t>
      </w:r>
      <w:r w:rsidR="00083993">
        <w:rPr>
          <w:rtl/>
        </w:rPr>
        <w:t xml:space="preserve">ں </w:t>
      </w:r>
      <w:r>
        <w:rPr>
          <w:rtl/>
        </w:rPr>
        <w:t>ہرگز رنجيدہ بھى نہ ہو</w:t>
      </w:r>
      <w:r w:rsidR="00083993">
        <w:rPr>
          <w:rtl/>
        </w:rPr>
        <w:t xml:space="preserve">ں </w:t>
      </w:r>
      <w:r>
        <w:rPr>
          <w:rtl/>
        </w:rPr>
        <w:t>بس آپ اپنے شانو</w:t>
      </w:r>
      <w:r w:rsidR="00083993">
        <w:rPr>
          <w:rtl/>
        </w:rPr>
        <w:t xml:space="preserve">ں </w:t>
      </w:r>
      <w:r>
        <w:rPr>
          <w:rtl/>
        </w:rPr>
        <w:t>كو صاحبان ايمان كے لئے جھكائے ركھي</w:t>
      </w:r>
      <w:r w:rsidR="00083993">
        <w:rPr>
          <w:rtl/>
        </w:rPr>
        <w:t xml:space="preserve">ں </w:t>
      </w:r>
      <w:r>
        <w:rPr>
          <w:rtl/>
        </w:rPr>
        <w:t>_</w:t>
      </w:r>
    </w:p>
    <w:p w:rsidR="001F628F" w:rsidRDefault="001F628F" w:rsidP="003D00C7">
      <w:pPr>
        <w:pStyle w:val="libNormal"/>
        <w:rPr>
          <w:rtl/>
        </w:rPr>
      </w:pPr>
      <w:r>
        <w:rPr>
          <w:rtl/>
        </w:rPr>
        <w:t xml:space="preserve">1_خداوندمتعال، نے پيغمبر اكرم </w:t>
      </w:r>
      <w:r w:rsidR="00F031CD" w:rsidRPr="00F031CD">
        <w:rPr>
          <w:rStyle w:val="libAlaemChar"/>
          <w:rtl/>
        </w:rPr>
        <w:t xml:space="preserve"> صلى‌الله‌عليه‌وآله‌وسلم </w:t>
      </w:r>
      <w:r>
        <w:rPr>
          <w:rtl/>
        </w:rPr>
        <w:t xml:space="preserve"> كو كفار كے دنيوى وسائل كى طرف نظري</w:t>
      </w:r>
      <w:r w:rsidR="00083993">
        <w:rPr>
          <w:rtl/>
        </w:rPr>
        <w:t xml:space="preserve">ں </w:t>
      </w:r>
      <w:r>
        <w:rPr>
          <w:rtl/>
        </w:rPr>
        <w:t>ركھنے اور اُن مي</w:t>
      </w:r>
      <w:r w:rsidR="00083993">
        <w:rPr>
          <w:rtl/>
        </w:rPr>
        <w:t xml:space="preserve">ں </w:t>
      </w:r>
      <w:r>
        <w:rPr>
          <w:rtl/>
        </w:rPr>
        <w:t>جذب ہونے سے روكا_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1F628F" w:rsidRDefault="001F628F" w:rsidP="001F628F">
      <w:pPr>
        <w:pStyle w:val="libNormal"/>
        <w:rPr>
          <w:rtl/>
        </w:rPr>
      </w:pPr>
      <w:r>
        <w:rPr>
          <w:rtl/>
        </w:rPr>
        <w:t>''مد'ّ' كا معنى زيادہ اور طولانى كرنا ہے اور جب بھى يہ انكھ اور نظر كے بارے مي</w:t>
      </w:r>
      <w:r w:rsidR="00083993">
        <w:rPr>
          <w:rtl/>
        </w:rPr>
        <w:t xml:space="preserve">ں </w:t>
      </w:r>
      <w:r>
        <w:rPr>
          <w:rtl/>
        </w:rPr>
        <w:t>استعمال ہو تو انكھي</w:t>
      </w:r>
      <w:r w:rsidR="00083993">
        <w:rPr>
          <w:rtl/>
        </w:rPr>
        <w:t xml:space="preserve">ں </w:t>
      </w:r>
      <w:r>
        <w:rPr>
          <w:rtl/>
        </w:rPr>
        <w:t>لگانے،كسى چيز كو گھورنے اور مجذو ب ہونے كے معنى مي</w:t>
      </w:r>
      <w:r w:rsidR="00083993">
        <w:rPr>
          <w:rtl/>
        </w:rPr>
        <w:t xml:space="preserve">ں </w:t>
      </w:r>
      <w:r>
        <w:rPr>
          <w:rtl/>
        </w:rPr>
        <w:t>ہے _</w:t>
      </w:r>
    </w:p>
    <w:p w:rsidR="003D00C7" w:rsidRDefault="003D00C7" w:rsidP="003D00C7">
      <w:pPr>
        <w:pStyle w:val="libNormal"/>
        <w:rPr>
          <w:rtl/>
        </w:rPr>
      </w:pPr>
      <w:r>
        <w:rPr>
          <w:rtl/>
        </w:rPr>
        <w:t xml:space="preserve">2_پيغمبر اكرم </w:t>
      </w:r>
      <w:r w:rsidR="00F031CD" w:rsidRPr="00F031CD">
        <w:rPr>
          <w:rStyle w:val="libAlaemChar"/>
          <w:rtl/>
        </w:rPr>
        <w:t xml:space="preserve"> صلى‌الله‌عليه‌وآله‌وسلم </w:t>
      </w:r>
      <w:r>
        <w:rPr>
          <w:rtl/>
        </w:rPr>
        <w:t xml:space="preserve"> كا فريضہ ہے كہ اپ </w:t>
      </w:r>
      <w:r w:rsidR="00F031CD" w:rsidRPr="00F031CD">
        <w:rPr>
          <w:rStyle w:val="libAlaemChar"/>
          <w:rtl/>
        </w:rPr>
        <w:t xml:space="preserve"> صلى‌الله‌عليه‌وآله‌وسلم </w:t>
      </w:r>
      <w:r>
        <w:rPr>
          <w:rtl/>
        </w:rPr>
        <w:t xml:space="preserve"> كفار كے كثير دنيوى وسائل كى طرف توجہ كيے بغير اپنى پورى توجہ اُن كى ہدايت پر لگا ديں 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3D00C7" w:rsidRDefault="003D00C7" w:rsidP="003D00C7">
      <w:pPr>
        <w:pStyle w:val="libNormal"/>
        <w:rPr>
          <w:rtl/>
        </w:rPr>
      </w:pPr>
      <w:r>
        <w:rPr>
          <w:rFonts w:hint="eastAsia"/>
          <w:rtl/>
        </w:rPr>
        <w:t>مذكورہ</w:t>
      </w:r>
      <w:r>
        <w:rPr>
          <w:rtl/>
        </w:rPr>
        <w:t xml:space="preserve"> بالا ايت كے لئے كچھ احتمالات ذكر كيے گئے ہيں _مندرجہ بالا مطلب اس احتمال كى بنا ء پر اخذ كيا گيا ہے كہ جب </w:t>
      </w:r>
      <w:r w:rsidRPr="003D00C7">
        <w:rPr>
          <w:rStyle w:val="libArabicChar"/>
          <w:rtl/>
        </w:rPr>
        <w:t>''لاتمدّنّ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زوجًا</w:t>
      </w:r>
      <w:r w:rsidRPr="003D00C7">
        <w:rPr>
          <w:rStyle w:val="libArabicChar"/>
          <w:rtl/>
        </w:rPr>
        <w:t xml:space="preserve"> </w:t>
      </w:r>
      <w:r w:rsidRPr="003D00C7">
        <w:rPr>
          <w:rStyle w:val="libArabicChar"/>
          <w:rFonts w:hint="cs"/>
          <w:rtl/>
        </w:rPr>
        <w:t>من</w:t>
      </w:r>
      <w:r w:rsidR="00F21947" w:rsidRPr="00B2551F">
        <w:rPr>
          <w:rStyle w:val="libArabicChar"/>
          <w:rFonts w:hint="cs"/>
          <w:rtl/>
        </w:rPr>
        <w:t>ه</w:t>
      </w:r>
      <w:r w:rsidRPr="003D00C7">
        <w:rPr>
          <w:rStyle w:val="libArabicChar"/>
          <w:rFonts w:hint="cs"/>
          <w:rtl/>
        </w:rPr>
        <w:t>م</w:t>
      </w:r>
      <w:r w:rsidRPr="003D00C7">
        <w:rPr>
          <w:rStyle w:val="libArabicChar"/>
          <w:rtl/>
        </w:rPr>
        <w:t>''</w:t>
      </w:r>
      <w:r>
        <w:rPr>
          <w:rtl/>
        </w:rPr>
        <w:t xml:space="preserve"> سے يہ مراد ہوكہ:تمہارے ذہن ميں بھى يہ نہيں انا چاہيے كہ خدا كے</w:t>
      </w:r>
    </w:p>
    <w:p w:rsidR="003D00C7" w:rsidRDefault="001E7F9D" w:rsidP="00F73EDE">
      <w:pPr>
        <w:pStyle w:val="libPoemTini"/>
        <w:rPr>
          <w:rtl/>
        </w:rPr>
      </w:pPr>
      <w:r>
        <w:rPr>
          <w:rtl/>
        </w:rPr>
        <w:br w:type="page"/>
      </w:r>
    </w:p>
    <w:p w:rsidR="001F628F" w:rsidRDefault="001F628F" w:rsidP="001F628F">
      <w:pPr>
        <w:pStyle w:val="libNormal"/>
        <w:rPr>
          <w:rtl/>
        </w:rPr>
      </w:pPr>
      <w:r>
        <w:rPr>
          <w:rtl/>
        </w:rPr>
        <w:lastRenderedPageBreak/>
        <w:t>دشمن كفار اس قدر زيادہ دنيوى وس</w:t>
      </w:r>
      <w:r>
        <w:rPr>
          <w:rFonts w:hint="eastAsia"/>
          <w:rtl/>
        </w:rPr>
        <w:t>ائل</w:t>
      </w:r>
      <w:r>
        <w:rPr>
          <w:rtl/>
        </w:rPr>
        <w:t xml:space="preserve"> سے كيو</w:t>
      </w:r>
      <w:r w:rsidR="00083993">
        <w:rPr>
          <w:rtl/>
        </w:rPr>
        <w:t xml:space="preserve">ں </w:t>
      </w:r>
      <w:r>
        <w:rPr>
          <w:rtl/>
        </w:rPr>
        <w:t>بہرہ مند ہي</w:t>
      </w:r>
      <w:r w:rsidR="00083993">
        <w:rPr>
          <w:rtl/>
        </w:rPr>
        <w:t xml:space="preserve">ں </w:t>
      </w:r>
      <w:r>
        <w:rPr>
          <w:rtl/>
        </w:rPr>
        <w:t>؟تم اس قسم كے خيالات كے ذريعے اپنے اپ كو ان وسائل مي</w:t>
      </w:r>
      <w:r w:rsidR="00083993">
        <w:rPr>
          <w:rtl/>
        </w:rPr>
        <w:t xml:space="preserve">ں </w:t>
      </w:r>
      <w:r>
        <w:rPr>
          <w:rtl/>
        </w:rPr>
        <w:t>مشغول نہ كرو ;بلكہ تمہارى پورى توجہ خود اُن (كفار كى ہدايت ) كى طرف ہونى چاہيے_</w:t>
      </w:r>
    </w:p>
    <w:p w:rsidR="001F628F" w:rsidRDefault="001F628F" w:rsidP="003D00C7">
      <w:pPr>
        <w:pStyle w:val="libNormal"/>
        <w:rPr>
          <w:rtl/>
        </w:rPr>
      </w:pPr>
      <w:r>
        <w:rPr>
          <w:rtl/>
        </w:rPr>
        <w:t>3_دنيا كے تمام وسائل ،مال و ثروت اور جلوے ،دين دارى اور قران كے نورانى حقائق كى معرفت كے مقابلے مي</w:t>
      </w:r>
      <w:r w:rsidR="00083993">
        <w:rPr>
          <w:rtl/>
        </w:rPr>
        <w:t xml:space="preserve">ں </w:t>
      </w:r>
      <w:r>
        <w:rPr>
          <w:rtl/>
        </w:rPr>
        <w:t>ناچيز اور بے معنى ہي</w:t>
      </w:r>
      <w:r w:rsidR="00083993">
        <w:rPr>
          <w:rtl/>
        </w:rPr>
        <w:t xml:space="preserve">ں </w:t>
      </w:r>
      <w:r>
        <w:rPr>
          <w:rtl/>
        </w:rPr>
        <w:t>_</w:t>
      </w:r>
      <w:r w:rsidRPr="003D00C7">
        <w:rPr>
          <w:rStyle w:val="libArabicChar"/>
          <w:rFonts w:hint="eastAsia"/>
          <w:rtl/>
        </w:rPr>
        <w:t>ولقد</w:t>
      </w:r>
      <w:r w:rsidRPr="003D00C7">
        <w:rPr>
          <w:rStyle w:val="libArabicChar"/>
          <w:rtl/>
        </w:rPr>
        <w:t xml:space="preserve"> ء اتينك سبعًا من المثانى و القرآن العظيم _لاتمدّنّ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1F628F" w:rsidRDefault="001F628F" w:rsidP="001F628F">
      <w:pPr>
        <w:pStyle w:val="libNormal"/>
        <w:rPr>
          <w:rtl/>
        </w:rPr>
      </w:pPr>
      <w:r>
        <w:rPr>
          <w:rFonts w:hint="eastAsia"/>
          <w:rtl/>
        </w:rPr>
        <w:t>پيغمبر</w:t>
      </w:r>
      <w:r>
        <w:rPr>
          <w:rtl/>
        </w:rPr>
        <w:t xml:space="preserve"> اكرم </w:t>
      </w:r>
      <w:r w:rsidR="00F031CD" w:rsidRPr="00F031CD">
        <w:rPr>
          <w:rStyle w:val="libAlaemChar"/>
          <w:rtl/>
        </w:rPr>
        <w:t xml:space="preserve"> صلى‌الله‌عليه‌وآله‌وسلم </w:t>
      </w:r>
      <w:r>
        <w:rPr>
          <w:rtl/>
        </w:rPr>
        <w:t xml:space="preserve"> كو قران جيسى عظيم نعمت عطا كرنے كى ياد دہانى كے بعد دنيا كے مادى وسائل اور متاع پر نظري</w:t>
      </w:r>
      <w:r w:rsidR="00083993">
        <w:rPr>
          <w:rtl/>
        </w:rPr>
        <w:t xml:space="preserve">ں </w:t>
      </w:r>
      <w:r>
        <w:rPr>
          <w:rtl/>
        </w:rPr>
        <w:t>ركھنے سے نہى ،ہو سكتا ہے مذكورہ بالا مطلب كى طرف اشارہ ہو_</w:t>
      </w:r>
    </w:p>
    <w:p w:rsidR="001F628F" w:rsidRDefault="001F628F" w:rsidP="001F628F">
      <w:pPr>
        <w:pStyle w:val="libNormal"/>
        <w:rPr>
          <w:rtl/>
        </w:rPr>
      </w:pPr>
      <w:r>
        <w:rPr>
          <w:rtl/>
        </w:rPr>
        <w:t>4_ظہور اسلام كے زمانے مي</w:t>
      </w:r>
      <w:r w:rsidR="00083993">
        <w:rPr>
          <w:rtl/>
        </w:rPr>
        <w:t xml:space="preserve">ں </w:t>
      </w:r>
      <w:r>
        <w:rPr>
          <w:rtl/>
        </w:rPr>
        <w:t>بعض كفار اور مشركين ،قابل توجہ مادى وسائل اور مال وثروت سے بہرہ مند تھے_</w:t>
      </w:r>
    </w:p>
    <w:p w:rsidR="001F628F" w:rsidRDefault="001F628F" w:rsidP="003D00C7">
      <w:pPr>
        <w:pStyle w:val="libArabic"/>
        <w:rPr>
          <w:rtl/>
        </w:rPr>
      </w:pPr>
      <w:r>
        <w:rPr>
          <w:rFonts w:hint="eastAsia"/>
          <w:rtl/>
        </w:rPr>
        <w:t>لاتمدّنّ</w:t>
      </w:r>
      <w:r>
        <w:rPr>
          <w:rtl/>
        </w:rPr>
        <w:t xml:space="preserve"> عينيك الى ما متّعنا ب</w:t>
      </w:r>
      <w:r w:rsidR="00120F63" w:rsidRPr="00ED5DE8">
        <w:rPr>
          <w:rFonts w:hint="cs"/>
          <w:rtl/>
        </w:rPr>
        <w:t>ه</w:t>
      </w:r>
      <w:r>
        <w:rPr>
          <w:rtl/>
        </w:rPr>
        <w:t xml:space="preserve"> </w:t>
      </w:r>
      <w:r>
        <w:rPr>
          <w:rFonts w:hint="cs"/>
          <w:rtl/>
        </w:rPr>
        <w:t>ا</w:t>
      </w:r>
      <w:r>
        <w:rPr>
          <w:rtl/>
        </w:rPr>
        <w:t xml:space="preserve"> </w:t>
      </w:r>
      <w:r>
        <w:rPr>
          <w:rFonts w:hint="cs"/>
          <w:rtl/>
        </w:rPr>
        <w:t>زوجًا</w:t>
      </w:r>
      <w:r>
        <w:rPr>
          <w:rtl/>
        </w:rPr>
        <w:t xml:space="preserve"> من</w:t>
      </w:r>
      <w:r w:rsidR="00F21947" w:rsidRPr="00B2551F">
        <w:rPr>
          <w:rFonts w:hint="cs"/>
          <w:rtl/>
        </w:rPr>
        <w:t>ه</w:t>
      </w:r>
      <w:r>
        <w:rPr>
          <w:rFonts w:hint="cs"/>
          <w:rtl/>
        </w:rPr>
        <w:t>م</w:t>
      </w:r>
    </w:p>
    <w:p w:rsidR="001F628F" w:rsidRDefault="001F628F" w:rsidP="003D00C7">
      <w:pPr>
        <w:pStyle w:val="libNormal"/>
        <w:rPr>
          <w:rtl/>
        </w:rPr>
      </w:pPr>
      <w:r>
        <w:rPr>
          <w:rtl/>
        </w:rPr>
        <w:t>5_دنيو ى زندگى كا مال و منال اور طلسمات ،جذاب اور دلربا ہوتے ہي</w:t>
      </w:r>
      <w:r w:rsidR="00083993">
        <w:rPr>
          <w:rtl/>
        </w:rPr>
        <w:t xml:space="preserve">ں </w:t>
      </w:r>
      <w:r>
        <w:rPr>
          <w:rtl/>
        </w:rPr>
        <w:t>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1F628F" w:rsidRDefault="001F628F" w:rsidP="001F628F">
      <w:pPr>
        <w:pStyle w:val="libNormal"/>
        <w:rPr>
          <w:rtl/>
        </w:rPr>
      </w:pPr>
      <w:r>
        <w:rPr>
          <w:rtl/>
        </w:rPr>
        <w:t>6_دنيوى مال و منال پر نظر ركھنا اور رشك كرنا ايك ناپسنديدہ اور قابل مذمت چيز ہے_</w:t>
      </w:r>
    </w:p>
    <w:p w:rsidR="001F628F" w:rsidRDefault="001F628F" w:rsidP="003D00C7">
      <w:pPr>
        <w:pStyle w:val="libArabic"/>
        <w:rPr>
          <w:rtl/>
        </w:rPr>
      </w:pPr>
      <w:r>
        <w:rPr>
          <w:rFonts w:hint="eastAsia"/>
          <w:rtl/>
        </w:rPr>
        <w:t>لاتمدّنّ</w:t>
      </w:r>
      <w:r>
        <w:rPr>
          <w:rtl/>
        </w:rPr>
        <w:t xml:space="preserve"> عينيك الى ما متّعنا ب</w:t>
      </w:r>
      <w:r w:rsidR="00120F63" w:rsidRPr="00ED5DE8">
        <w:rPr>
          <w:rFonts w:hint="cs"/>
          <w:rtl/>
        </w:rPr>
        <w:t>ه</w:t>
      </w:r>
      <w:r>
        <w:rPr>
          <w:rtl/>
        </w:rPr>
        <w:t xml:space="preserve"> </w:t>
      </w:r>
      <w:r>
        <w:rPr>
          <w:rFonts w:hint="cs"/>
          <w:rtl/>
        </w:rPr>
        <w:t>ا</w:t>
      </w:r>
      <w:r>
        <w:rPr>
          <w:rtl/>
        </w:rPr>
        <w:t xml:space="preserve"> </w:t>
      </w:r>
      <w:r>
        <w:rPr>
          <w:rFonts w:hint="cs"/>
          <w:rtl/>
        </w:rPr>
        <w:t>زوجًا</w:t>
      </w:r>
      <w:r>
        <w:rPr>
          <w:rtl/>
        </w:rPr>
        <w:t xml:space="preserve"> من</w:t>
      </w:r>
      <w:r w:rsidR="00F21947" w:rsidRPr="00B2551F">
        <w:rPr>
          <w:rFonts w:hint="cs"/>
          <w:rtl/>
        </w:rPr>
        <w:t>ه</w:t>
      </w:r>
      <w:r>
        <w:rPr>
          <w:rFonts w:hint="cs"/>
          <w:rtl/>
        </w:rPr>
        <w:t>م</w:t>
      </w:r>
    </w:p>
    <w:p w:rsidR="001F628F" w:rsidRDefault="001F628F" w:rsidP="003D00C7">
      <w:pPr>
        <w:pStyle w:val="libNormal"/>
        <w:rPr>
          <w:rtl/>
        </w:rPr>
      </w:pPr>
      <w:r>
        <w:rPr>
          <w:rtl/>
        </w:rPr>
        <w:t>7_اسلامى و دينى راہنمائو</w:t>
      </w:r>
      <w:r w:rsidR="00083993">
        <w:rPr>
          <w:rtl/>
        </w:rPr>
        <w:t xml:space="preserve">ں </w:t>
      </w:r>
      <w:r>
        <w:rPr>
          <w:rtl/>
        </w:rPr>
        <w:t>كے فرائض مي</w:t>
      </w:r>
      <w:r w:rsidR="00083993">
        <w:rPr>
          <w:rtl/>
        </w:rPr>
        <w:t xml:space="preserve">ں </w:t>
      </w:r>
      <w:r>
        <w:rPr>
          <w:rtl/>
        </w:rPr>
        <w:t>سے ايك يہ بھى ہے كہ وہ ثروتمند اور مرفہ لوگو</w:t>
      </w:r>
      <w:r w:rsidR="00083993">
        <w:rPr>
          <w:rtl/>
        </w:rPr>
        <w:t xml:space="preserve">ں </w:t>
      </w:r>
      <w:r>
        <w:rPr>
          <w:rtl/>
        </w:rPr>
        <w:t>كے اموال اور دنيوى مقام و مرتبے پر نظري</w:t>
      </w:r>
      <w:r w:rsidR="00083993">
        <w:rPr>
          <w:rtl/>
        </w:rPr>
        <w:t xml:space="preserve">ں </w:t>
      </w:r>
      <w:r>
        <w:rPr>
          <w:rtl/>
        </w:rPr>
        <w:t>نہ ركھي</w:t>
      </w:r>
      <w:r w:rsidR="00083993">
        <w:rPr>
          <w:rtl/>
        </w:rPr>
        <w:t xml:space="preserve">ں </w:t>
      </w:r>
      <w:r>
        <w:rPr>
          <w:rtl/>
        </w:rPr>
        <w:t>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زوجًا</w:t>
      </w:r>
      <w:r w:rsidRPr="003D00C7">
        <w:rPr>
          <w:rStyle w:val="libArabicChar"/>
          <w:rtl/>
        </w:rPr>
        <w:t xml:space="preserve"> </w:t>
      </w:r>
      <w:r w:rsidRPr="003D00C7">
        <w:rPr>
          <w:rStyle w:val="libArabicChar"/>
          <w:rFonts w:hint="cs"/>
          <w:rtl/>
        </w:rPr>
        <w:t>من</w:t>
      </w:r>
      <w:r w:rsidR="00F21947" w:rsidRPr="00B2551F">
        <w:rPr>
          <w:rStyle w:val="libArabicChar"/>
          <w:rFonts w:hint="cs"/>
          <w:rtl/>
        </w:rPr>
        <w:t>ه</w:t>
      </w:r>
      <w:r w:rsidRPr="003D00C7">
        <w:rPr>
          <w:rStyle w:val="libArabicChar"/>
          <w:rFonts w:hint="cs"/>
          <w:rtl/>
        </w:rPr>
        <w:t>م</w:t>
      </w:r>
      <w:r w:rsidRPr="003D00C7">
        <w:rPr>
          <w:rStyle w:val="libArabicChar"/>
          <w:rtl/>
        </w:rPr>
        <w:t xml:space="preserve"> </w:t>
      </w:r>
      <w:r w:rsidRPr="003D00C7">
        <w:rPr>
          <w:rStyle w:val="libArabicChar"/>
          <w:rFonts w:hint="cs"/>
          <w:rtl/>
        </w:rPr>
        <w:t>ولا</w:t>
      </w:r>
      <w:r w:rsidRPr="003D00C7">
        <w:rPr>
          <w:rStyle w:val="libArabicChar"/>
          <w:rtl/>
        </w:rPr>
        <w:t xml:space="preserve"> </w:t>
      </w:r>
      <w:r w:rsidRPr="003D00C7">
        <w:rPr>
          <w:rStyle w:val="libArabicChar"/>
          <w:rFonts w:hint="cs"/>
          <w:rtl/>
        </w:rPr>
        <w:t>تحزن</w:t>
      </w:r>
      <w:r w:rsidRPr="003D00C7">
        <w:rPr>
          <w:rStyle w:val="libArabicChar"/>
          <w:rtl/>
        </w:rPr>
        <w:t xml:space="preserve"> </w:t>
      </w:r>
      <w:r w:rsidRPr="003D00C7">
        <w:rPr>
          <w:rStyle w:val="libArabicChar"/>
          <w:rFonts w:hint="cs"/>
          <w:rtl/>
        </w:rPr>
        <w:t>علي</w:t>
      </w:r>
      <w:r w:rsidR="00F21947" w:rsidRPr="00B2551F">
        <w:rPr>
          <w:rStyle w:val="libArabicChar"/>
          <w:rFonts w:hint="cs"/>
          <w:rtl/>
        </w:rPr>
        <w:t>ه</w:t>
      </w:r>
      <w:r w:rsidRPr="003D00C7">
        <w:rPr>
          <w:rStyle w:val="libArabicChar"/>
          <w:rFonts w:hint="cs"/>
          <w:rtl/>
        </w:rPr>
        <w:t>م</w:t>
      </w:r>
      <w:r w:rsidRPr="003D00C7">
        <w:rPr>
          <w:rStyle w:val="libArabicChar"/>
          <w:rtl/>
        </w:rPr>
        <w:t xml:space="preserve"> </w:t>
      </w:r>
      <w:r w:rsidRPr="003D00C7">
        <w:rPr>
          <w:rStyle w:val="libArabicChar"/>
          <w:rFonts w:hint="cs"/>
          <w:rtl/>
        </w:rPr>
        <w:t>واخفض</w:t>
      </w:r>
      <w:r w:rsidRPr="003D00C7">
        <w:rPr>
          <w:rStyle w:val="libArabicChar"/>
          <w:rtl/>
        </w:rPr>
        <w:t xml:space="preserve"> </w:t>
      </w:r>
      <w:r w:rsidRPr="003D00C7">
        <w:rPr>
          <w:rStyle w:val="libArabicChar"/>
          <w:rFonts w:hint="cs"/>
          <w:rtl/>
        </w:rPr>
        <w:t>جناحك</w:t>
      </w:r>
      <w:r w:rsidRPr="003D00C7">
        <w:rPr>
          <w:rStyle w:val="libArabicChar"/>
          <w:rtl/>
        </w:rPr>
        <w:t xml:space="preserve"> </w:t>
      </w:r>
      <w:r w:rsidRPr="003D00C7">
        <w:rPr>
          <w:rStyle w:val="libArabicChar"/>
          <w:rFonts w:hint="cs"/>
          <w:rtl/>
        </w:rPr>
        <w:t>للم</w:t>
      </w:r>
      <w:r w:rsidRPr="003D00C7">
        <w:rPr>
          <w:rStyle w:val="libArabicChar"/>
          <w:rtl/>
        </w:rPr>
        <w:t>و منين</w:t>
      </w:r>
    </w:p>
    <w:p w:rsidR="001F628F" w:rsidRDefault="001F628F" w:rsidP="003D00C7">
      <w:pPr>
        <w:pStyle w:val="libNormal"/>
        <w:rPr>
          <w:rtl/>
        </w:rPr>
      </w:pPr>
      <w:r>
        <w:rPr>
          <w:rtl/>
        </w:rPr>
        <w:t>8_انسان كى تمام متاع اور ثروت كا سر چشمہ اور مالك خداوند متعال ہے_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1F628F" w:rsidRDefault="001F628F" w:rsidP="001F628F">
      <w:pPr>
        <w:pStyle w:val="libNormal"/>
        <w:rPr>
          <w:rtl/>
        </w:rPr>
      </w:pPr>
      <w:r>
        <w:rPr>
          <w:rFonts w:hint="eastAsia"/>
          <w:rtl/>
        </w:rPr>
        <w:t>خداوند</w:t>
      </w:r>
      <w:r>
        <w:rPr>
          <w:rtl/>
        </w:rPr>
        <w:t xml:space="preserve"> متعال نے انسان كے ہاتھ مي</w:t>
      </w:r>
      <w:r w:rsidR="00083993">
        <w:rPr>
          <w:rtl/>
        </w:rPr>
        <w:t xml:space="preserve">ں </w:t>
      </w:r>
      <w:r>
        <w:rPr>
          <w:rtl/>
        </w:rPr>
        <w:t>موجود وسائل و نعمات كو اپنى عطا كردہ قرار ديا ہے (متّعنا) اور اس سے يہ حقيقت ظاہرہوتى ہے كہ ان سب چيزو</w:t>
      </w:r>
      <w:r w:rsidR="00083993">
        <w:rPr>
          <w:rtl/>
        </w:rPr>
        <w:t xml:space="preserve">ں </w:t>
      </w:r>
      <w:r>
        <w:rPr>
          <w:rtl/>
        </w:rPr>
        <w:t>كا سر چشمہ، خدا ہے_</w:t>
      </w:r>
    </w:p>
    <w:p w:rsidR="003D00C7" w:rsidRDefault="001F628F" w:rsidP="003D00C7">
      <w:pPr>
        <w:pStyle w:val="libNormal"/>
        <w:rPr>
          <w:rtl/>
        </w:rPr>
      </w:pPr>
      <w:r>
        <w:rPr>
          <w:rtl/>
        </w:rPr>
        <w:t xml:space="preserve">9_خداوند متعال كى جانب سے پيغمبر اكرم </w:t>
      </w:r>
      <w:r w:rsidR="00F031CD" w:rsidRPr="00F031CD">
        <w:rPr>
          <w:rStyle w:val="libAlaemChar"/>
          <w:rtl/>
        </w:rPr>
        <w:t xml:space="preserve"> صلى‌الله‌عليه‌وآله‌وسلم </w:t>
      </w:r>
      <w:r>
        <w:rPr>
          <w:rtl/>
        </w:rPr>
        <w:t xml:space="preserve"> كو كفار و مشركين كے لئے غمگين اور پريشان نہ ہونے كى</w:t>
      </w:r>
      <w:r w:rsidR="003D00C7" w:rsidRPr="003D00C7">
        <w:rPr>
          <w:rFonts w:hint="eastAsia"/>
          <w:rtl/>
        </w:rPr>
        <w:t xml:space="preserve"> </w:t>
      </w:r>
      <w:r w:rsidR="003D00C7">
        <w:rPr>
          <w:rFonts w:hint="eastAsia"/>
          <w:rtl/>
        </w:rPr>
        <w:t>نصيحت</w:t>
      </w:r>
      <w:r w:rsidR="003D00C7">
        <w:rPr>
          <w:rtl/>
        </w:rPr>
        <w:t xml:space="preserve"> _</w:t>
      </w:r>
      <w:r w:rsidR="003D00C7" w:rsidRPr="003D00C7">
        <w:rPr>
          <w:rStyle w:val="libArabicChar"/>
          <w:rFonts w:hint="eastAsia"/>
          <w:rtl/>
        </w:rPr>
        <w:t>لاتمدّنّ</w:t>
      </w:r>
      <w:r w:rsidR="003D00C7" w:rsidRPr="003D00C7">
        <w:rPr>
          <w:rStyle w:val="libArabicChar"/>
          <w:rtl/>
        </w:rPr>
        <w:t xml:space="preserve"> عينيك ... ولا تحزن علي</w:t>
      </w:r>
      <w:r w:rsidR="00F21947" w:rsidRPr="00B2551F">
        <w:rPr>
          <w:rStyle w:val="libArabicChar"/>
          <w:rFonts w:hint="cs"/>
          <w:rtl/>
        </w:rPr>
        <w:t>ه</w:t>
      </w:r>
      <w:r w:rsidR="003D00C7" w:rsidRPr="003D00C7">
        <w:rPr>
          <w:rStyle w:val="libArabicChar"/>
          <w:rFonts w:hint="cs"/>
          <w:rtl/>
        </w:rPr>
        <w:t>م</w:t>
      </w:r>
    </w:p>
    <w:p w:rsidR="003D00C7" w:rsidRDefault="003D00C7" w:rsidP="003D00C7">
      <w:pPr>
        <w:pStyle w:val="libNormal"/>
        <w:rPr>
          <w:rtl/>
        </w:rPr>
      </w:pPr>
      <w:r>
        <w:rPr>
          <w:rtl/>
        </w:rPr>
        <w:t>10_حق كو قبول نہ كرنے والے كفار اور مشركين ،ہمدردى كے قابل نہيں _</w:t>
      </w:r>
      <w:r w:rsidRPr="003D00C7">
        <w:rPr>
          <w:rStyle w:val="libArabicChar"/>
          <w:rFonts w:hint="eastAsia"/>
          <w:rtl/>
        </w:rPr>
        <w:t>لاتمدّنّ</w:t>
      </w:r>
      <w:r w:rsidRPr="003D00C7">
        <w:rPr>
          <w:rStyle w:val="libArabicChar"/>
          <w:rtl/>
        </w:rPr>
        <w:t xml:space="preserve"> عينيك ... ولا تحزن علي</w:t>
      </w:r>
      <w:r w:rsidR="00F21947" w:rsidRPr="00B2551F">
        <w:rPr>
          <w:rStyle w:val="libArabicChar"/>
          <w:rFonts w:hint="cs"/>
          <w:rtl/>
        </w:rPr>
        <w:t>ه</w:t>
      </w:r>
      <w:r w:rsidRPr="003D00C7">
        <w:rPr>
          <w:rStyle w:val="libArabicChar"/>
          <w:rFonts w:hint="cs"/>
          <w:rtl/>
        </w:rPr>
        <w:t>م</w:t>
      </w:r>
    </w:p>
    <w:p w:rsidR="003D00C7" w:rsidRDefault="003D00C7" w:rsidP="003D00C7">
      <w:pPr>
        <w:pStyle w:val="libNormal"/>
        <w:rPr>
          <w:rtl/>
        </w:rPr>
      </w:pPr>
      <w:r>
        <w:rPr>
          <w:rFonts w:hint="eastAsia"/>
          <w:rtl/>
        </w:rPr>
        <w:t>جيسا</w:t>
      </w:r>
      <w:r>
        <w:rPr>
          <w:rtl/>
        </w:rPr>
        <w:t xml:space="preserve"> كہ مفسرين نے كہا ہے ،كفار اور مشركين كے لئے پيغمبر اكرم </w:t>
      </w:r>
      <w:r w:rsidR="00F031CD" w:rsidRPr="00F031CD">
        <w:rPr>
          <w:rStyle w:val="libAlaemChar"/>
          <w:rtl/>
        </w:rPr>
        <w:t xml:space="preserve"> صلى‌الله‌عليه‌وآله‌وسلم </w:t>
      </w:r>
      <w:r>
        <w:rPr>
          <w:rtl/>
        </w:rPr>
        <w:t xml:space="preserve"> كا غم واندو ہ اُن كى حق ناپذيرى كى وجہ سے تھا _پيغمبر </w:t>
      </w:r>
      <w:r w:rsidR="00F031CD" w:rsidRPr="00F031CD">
        <w:rPr>
          <w:rStyle w:val="libAlaemChar"/>
          <w:rtl/>
        </w:rPr>
        <w:t xml:space="preserve"> صلى‌الله‌عليه‌وآله‌وسلم </w:t>
      </w:r>
      <w:r>
        <w:rPr>
          <w:rtl/>
        </w:rPr>
        <w:t xml:space="preserve"> كو اُن كے لئے غم نہ كھانے كى نصيحت ممكن ہے اس لئے ہو كہ وہ اس قدر لياقت نہيں ركھتے كہ اُن كے لئے غمگين ہوا جائے_</w:t>
      </w:r>
    </w:p>
    <w:p w:rsidR="003D00C7" w:rsidRDefault="001E7F9D" w:rsidP="00F73EDE">
      <w:pPr>
        <w:pStyle w:val="libPoemTini"/>
        <w:rPr>
          <w:rtl/>
        </w:rPr>
      </w:pPr>
      <w:r>
        <w:rPr>
          <w:rtl/>
        </w:rPr>
        <w:br w:type="page"/>
      </w:r>
    </w:p>
    <w:p w:rsidR="001F628F" w:rsidRDefault="001F628F" w:rsidP="003D00C7">
      <w:pPr>
        <w:pStyle w:val="libNormal"/>
        <w:rPr>
          <w:rtl/>
        </w:rPr>
      </w:pPr>
      <w:r>
        <w:rPr>
          <w:rtl/>
        </w:rPr>
        <w:lastRenderedPageBreak/>
        <w:t xml:space="preserve">11_كفار ومشركين كى ہدايت كے لئے پيغمبر اكرم </w:t>
      </w:r>
      <w:r w:rsidR="00F031CD" w:rsidRPr="00F031CD">
        <w:rPr>
          <w:rStyle w:val="libAlaemChar"/>
          <w:rtl/>
        </w:rPr>
        <w:t xml:space="preserve"> صلى‌الله‌عليه‌وآله‌وسلم </w:t>
      </w:r>
      <w:r>
        <w:rPr>
          <w:rtl/>
        </w:rPr>
        <w:t xml:space="preserve"> كاشديد غمگين ہونا اور دل جلانا _</w:t>
      </w:r>
      <w:r w:rsidRPr="003D00C7">
        <w:rPr>
          <w:rStyle w:val="libArabicChar"/>
          <w:rFonts w:hint="eastAsia"/>
          <w:rtl/>
        </w:rPr>
        <w:t>لاتمدّنّ</w:t>
      </w:r>
      <w:r w:rsidRPr="003D00C7">
        <w:rPr>
          <w:rStyle w:val="libArabicChar"/>
          <w:rtl/>
        </w:rPr>
        <w:t xml:space="preserve"> عينيك ... ولا تحزن علي</w:t>
      </w:r>
      <w:r w:rsidR="00F21947" w:rsidRPr="00B2551F">
        <w:rPr>
          <w:rStyle w:val="libArabicChar"/>
          <w:rFonts w:hint="cs"/>
          <w:rtl/>
        </w:rPr>
        <w:t>ه</w:t>
      </w:r>
      <w:r w:rsidRPr="003D00C7">
        <w:rPr>
          <w:rStyle w:val="libArabicChar"/>
          <w:rFonts w:hint="cs"/>
          <w:rtl/>
        </w:rPr>
        <w:t>م</w:t>
      </w:r>
    </w:p>
    <w:p w:rsidR="001F628F" w:rsidRDefault="001F628F" w:rsidP="003D00C7">
      <w:pPr>
        <w:pStyle w:val="libNormal"/>
        <w:rPr>
          <w:rtl/>
        </w:rPr>
      </w:pPr>
      <w:r>
        <w:rPr>
          <w:rtl/>
        </w:rPr>
        <w:t xml:space="preserve">12_پيغمبر اسلام </w:t>
      </w:r>
      <w:r w:rsidR="00F031CD" w:rsidRPr="00F031CD">
        <w:rPr>
          <w:rStyle w:val="libAlaemChar"/>
          <w:rtl/>
        </w:rPr>
        <w:t xml:space="preserve"> صلى‌الله‌عليه‌وآله‌وسلم </w:t>
      </w:r>
      <w:r>
        <w:rPr>
          <w:rtl/>
        </w:rPr>
        <w:t xml:space="preserve"> كا فريضہ ہے كہ اپ </w:t>
      </w:r>
      <w:r w:rsidR="00F031CD" w:rsidRPr="00F031CD">
        <w:rPr>
          <w:rStyle w:val="libAlaemChar"/>
          <w:rtl/>
        </w:rPr>
        <w:t xml:space="preserve"> صلى‌الله‌عليه‌وآله‌وسلم </w:t>
      </w:r>
      <w:r>
        <w:rPr>
          <w:rtl/>
        </w:rPr>
        <w:t xml:space="preserve"> مؤمنين كے ساتھ فروتنى (خفض جناح ) كے ساتھ پيش ائي</w:t>
      </w:r>
      <w:r w:rsidR="00083993">
        <w:rPr>
          <w:rtl/>
        </w:rPr>
        <w:t xml:space="preserve">ں </w:t>
      </w:r>
      <w:r>
        <w:rPr>
          <w:rtl/>
        </w:rPr>
        <w:t>_</w:t>
      </w:r>
      <w:r w:rsidRPr="003D00C7">
        <w:rPr>
          <w:rStyle w:val="libArabicChar"/>
          <w:rFonts w:hint="eastAsia"/>
          <w:rtl/>
        </w:rPr>
        <w:t>واخفض</w:t>
      </w:r>
      <w:r w:rsidRPr="003D00C7">
        <w:rPr>
          <w:rStyle w:val="libArabicChar"/>
          <w:rtl/>
        </w:rPr>
        <w:t xml:space="preserve"> جناحك للمو منين</w:t>
      </w:r>
      <w:r>
        <w:rPr>
          <w:rtl/>
        </w:rPr>
        <w:t>''خفض جناح ''(پر كھولنا )فروتنى اور تواضع سے كنايہ ہے_</w:t>
      </w:r>
    </w:p>
    <w:p w:rsidR="001F628F" w:rsidRDefault="001F628F" w:rsidP="003D00C7">
      <w:pPr>
        <w:pStyle w:val="libNormal"/>
        <w:rPr>
          <w:rtl/>
        </w:rPr>
      </w:pPr>
      <w:r>
        <w:rPr>
          <w:rtl/>
        </w:rPr>
        <w:t>13_ايمان ،انسانو</w:t>
      </w:r>
      <w:r w:rsidR="00083993">
        <w:rPr>
          <w:rtl/>
        </w:rPr>
        <w:t xml:space="preserve">ں </w:t>
      </w:r>
      <w:r>
        <w:rPr>
          <w:rtl/>
        </w:rPr>
        <w:t>كى قدر و منزلت كا معيار اور اُن كے سامنے فروتنى و تواضع كا ملاك ہے _</w:t>
      </w:r>
      <w:r w:rsidRPr="003D00C7">
        <w:rPr>
          <w:rStyle w:val="libArabicChar"/>
          <w:rFonts w:hint="eastAsia"/>
          <w:rtl/>
        </w:rPr>
        <w:t>واخفض</w:t>
      </w:r>
      <w:r w:rsidRPr="003D00C7">
        <w:rPr>
          <w:rStyle w:val="libArabicChar"/>
          <w:rtl/>
        </w:rPr>
        <w:t xml:space="preserve"> جناحك للمو منين</w:t>
      </w:r>
    </w:p>
    <w:p w:rsidR="001F628F" w:rsidRDefault="001F628F" w:rsidP="001F628F">
      <w:pPr>
        <w:pStyle w:val="libNormal"/>
        <w:rPr>
          <w:rtl/>
        </w:rPr>
      </w:pPr>
      <w:r>
        <w:rPr>
          <w:rFonts w:hint="eastAsia"/>
          <w:rtl/>
        </w:rPr>
        <w:t>مندرجہ</w:t>
      </w:r>
      <w:r>
        <w:rPr>
          <w:rtl/>
        </w:rPr>
        <w:t xml:space="preserve"> بالا مطلب صفت ''مؤمنين '' كہ جو عليت كى طرف اشارہ ہے ،سے استفادہ كيا گيا ہے ; يعنى چونكہ وہ ايماندار ہي</w:t>
      </w:r>
      <w:r w:rsidR="00083993">
        <w:rPr>
          <w:rtl/>
        </w:rPr>
        <w:t xml:space="preserve">ں </w:t>
      </w:r>
      <w:r>
        <w:rPr>
          <w:rtl/>
        </w:rPr>
        <w:t xml:space="preserve">تو پس اے رسول </w:t>
      </w:r>
      <w:r w:rsidR="00F031CD" w:rsidRPr="00F031CD">
        <w:rPr>
          <w:rStyle w:val="libAlaemChar"/>
          <w:rtl/>
        </w:rPr>
        <w:t xml:space="preserve"> صلى‌الله‌عليه‌وآله‌وسلم </w:t>
      </w:r>
      <w:r>
        <w:rPr>
          <w:rtl/>
        </w:rPr>
        <w:t xml:space="preserve"> اپ </w:t>
      </w:r>
      <w:r w:rsidR="00F031CD" w:rsidRPr="00F031CD">
        <w:rPr>
          <w:rStyle w:val="libAlaemChar"/>
          <w:rtl/>
        </w:rPr>
        <w:t xml:space="preserve"> صلى‌الله‌عليه‌وآله‌وسلم </w:t>
      </w:r>
      <w:r>
        <w:rPr>
          <w:rtl/>
        </w:rPr>
        <w:t xml:space="preserve"> بھى ان كے بارے مي</w:t>
      </w:r>
      <w:r w:rsidR="00083993">
        <w:rPr>
          <w:rtl/>
        </w:rPr>
        <w:t xml:space="preserve">ں </w:t>
      </w:r>
      <w:r>
        <w:rPr>
          <w:rtl/>
        </w:rPr>
        <w:t>فروتنى اختيار كري</w:t>
      </w:r>
      <w:r w:rsidR="00083993">
        <w:rPr>
          <w:rtl/>
        </w:rPr>
        <w:t xml:space="preserve">ں </w:t>
      </w:r>
      <w:r>
        <w:rPr>
          <w:rtl/>
        </w:rPr>
        <w:t>_</w:t>
      </w:r>
    </w:p>
    <w:p w:rsidR="001F628F" w:rsidRDefault="001F628F" w:rsidP="003D00C7">
      <w:pPr>
        <w:pStyle w:val="libNormal"/>
        <w:rPr>
          <w:rtl/>
        </w:rPr>
      </w:pPr>
      <w:r>
        <w:rPr>
          <w:rtl/>
        </w:rPr>
        <w:t>14_معاشرے كے رہبر و راہنما ،معاشرے كے بے ايمان اور خوشحال لوگو</w:t>
      </w:r>
      <w:r w:rsidR="00083993">
        <w:rPr>
          <w:rtl/>
        </w:rPr>
        <w:t xml:space="preserve">ں </w:t>
      </w:r>
      <w:r>
        <w:rPr>
          <w:rtl/>
        </w:rPr>
        <w:t>كى حد سے زيادہ توجہ كے خطرے سے دوچار ہوتے ہي</w:t>
      </w:r>
      <w:r w:rsidR="00083993">
        <w:rPr>
          <w:rtl/>
        </w:rPr>
        <w:t xml:space="preserve">ں </w:t>
      </w:r>
      <w:r>
        <w:rPr>
          <w:rtl/>
        </w:rPr>
        <w:t>_</w:t>
      </w:r>
      <w:r w:rsidRPr="003D00C7">
        <w:rPr>
          <w:rStyle w:val="libArabicChar"/>
          <w:rFonts w:hint="eastAsia"/>
          <w:rtl/>
        </w:rPr>
        <w:t>لاتمدّنّ</w:t>
      </w:r>
      <w:r w:rsidRPr="003D00C7">
        <w:rPr>
          <w:rStyle w:val="libArabicChar"/>
          <w:rtl/>
        </w:rPr>
        <w:t xml:space="preserve"> عينيك الى ما متّعنا ب</w:t>
      </w:r>
      <w:r w:rsidR="00120F63" w:rsidRPr="00B2551F">
        <w:rPr>
          <w:rStyle w:val="libArabicChar"/>
          <w:rFonts w:hint="cs"/>
          <w:rtl/>
        </w:rPr>
        <w:t>ه</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زوجً</w:t>
      </w:r>
      <w:r w:rsidRPr="003D00C7">
        <w:rPr>
          <w:rStyle w:val="libArabicChar"/>
          <w:rtl/>
        </w:rPr>
        <w:t>ا من</w:t>
      </w:r>
      <w:r w:rsidR="00F21947" w:rsidRPr="00B2551F">
        <w:rPr>
          <w:rStyle w:val="libArabicChar"/>
          <w:rFonts w:hint="cs"/>
          <w:rtl/>
        </w:rPr>
        <w:t>ه</w:t>
      </w:r>
      <w:r w:rsidRPr="003D00C7">
        <w:rPr>
          <w:rStyle w:val="libArabicChar"/>
          <w:rFonts w:hint="cs"/>
          <w:rtl/>
        </w:rPr>
        <w:t>م</w:t>
      </w:r>
    </w:p>
    <w:p w:rsidR="001F628F" w:rsidRDefault="001F628F" w:rsidP="001F628F">
      <w:pPr>
        <w:pStyle w:val="libNormal"/>
        <w:rPr>
          <w:rtl/>
        </w:rPr>
      </w:pPr>
      <w:r>
        <w:rPr>
          <w:rFonts w:hint="eastAsia"/>
          <w:rtl/>
        </w:rPr>
        <w:t>اگر</w:t>
      </w:r>
      <w:r>
        <w:rPr>
          <w:rtl/>
        </w:rPr>
        <w:t xml:space="preserve"> چہ يہ ايت پيغمبراسلام </w:t>
      </w:r>
      <w:r w:rsidR="00F031CD" w:rsidRPr="00F031CD">
        <w:rPr>
          <w:rStyle w:val="libAlaemChar"/>
          <w:rtl/>
        </w:rPr>
        <w:t xml:space="preserve"> صلى‌الله‌عليه‌وآله‌وسلم </w:t>
      </w:r>
      <w:r>
        <w:rPr>
          <w:rtl/>
        </w:rPr>
        <w:t xml:space="preserve"> كے بارے مي</w:t>
      </w:r>
      <w:r w:rsidR="00083993">
        <w:rPr>
          <w:rtl/>
        </w:rPr>
        <w:t xml:space="preserve">ں </w:t>
      </w:r>
      <w:r>
        <w:rPr>
          <w:rtl/>
        </w:rPr>
        <w:t>ہے ليكن اس سے ہم اخذ كر سكتے ہي</w:t>
      </w:r>
      <w:r w:rsidR="00083993">
        <w:rPr>
          <w:rtl/>
        </w:rPr>
        <w:t xml:space="preserve">ں </w:t>
      </w:r>
      <w:r>
        <w:rPr>
          <w:rtl/>
        </w:rPr>
        <w:t>كہ يہ تنبيہ اور ہوشيار باش،معاشرے كے تمام رہبرو</w:t>
      </w:r>
      <w:r w:rsidR="00083993">
        <w:rPr>
          <w:rtl/>
        </w:rPr>
        <w:t xml:space="preserve">ں </w:t>
      </w:r>
      <w:r>
        <w:rPr>
          <w:rtl/>
        </w:rPr>
        <w:t>اور ذمہ دار لوگو</w:t>
      </w:r>
      <w:r w:rsidR="00083993">
        <w:rPr>
          <w:rtl/>
        </w:rPr>
        <w:t xml:space="preserve">ں </w:t>
      </w:r>
      <w:r>
        <w:rPr>
          <w:rtl/>
        </w:rPr>
        <w:t>كو بھى شامل ہے_</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اور كفار كے مادى وسائل 1;انحضرت </w:t>
      </w:r>
      <w:r w:rsidR="00F031CD" w:rsidRPr="00F031CD">
        <w:rPr>
          <w:rStyle w:val="libAlaemChar"/>
          <w:rtl/>
        </w:rPr>
        <w:t xml:space="preserve"> صلى‌الله‌عليه‌وآله‌وسلم </w:t>
      </w:r>
      <w:r>
        <w:rPr>
          <w:rtl/>
        </w:rPr>
        <w:t xml:space="preserve"> كا ہدايت كرنا11;انحضرت </w:t>
      </w:r>
      <w:r w:rsidR="00F031CD" w:rsidRPr="00F031CD">
        <w:rPr>
          <w:rStyle w:val="libAlaemChar"/>
          <w:rtl/>
        </w:rPr>
        <w:t xml:space="preserve"> صلى‌الله‌عليه‌وآله‌وسلم </w:t>
      </w:r>
      <w:r>
        <w:rPr>
          <w:rtl/>
        </w:rPr>
        <w:t xml:space="preserve"> كو نصيحت 9; انحضرت</w:t>
      </w:r>
      <w:r w:rsidR="00F031CD" w:rsidRPr="00F031CD">
        <w:rPr>
          <w:rStyle w:val="libAlaemChar"/>
          <w:rtl/>
        </w:rPr>
        <w:t xml:space="preserve"> صلى‌الله‌عليه‌وآله‌وسلم </w:t>
      </w:r>
      <w:r>
        <w:rPr>
          <w:rtl/>
        </w:rPr>
        <w:t xml:space="preserve"> كونہى 1;انحضرت </w:t>
      </w:r>
      <w:r w:rsidR="00F031CD" w:rsidRPr="00F031CD">
        <w:rPr>
          <w:rStyle w:val="libAlaemChar"/>
          <w:rtl/>
        </w:rPr>
        <w:t xml:space="preserve"> صلى‌الله‌عليه‌وآله‌وسلم </w:t>
      </w:r>
      <w:r>
        <w:rPr>
          <w:rtl/>
        </w:rPr>
        <w:t xml:space="preserve"> كى تواضع 12; انحضرت </w:t>
      </w:r>
      <w:r w:rsidR="00F031CD" w:rsidRPr="00F031CD">
        <w:rPr>
          <w:rStyle w:val="libAlaemChar"/>
          <w:rtl/>
        </w:rPr>
        <w:t xml:space="preserve"> صلى‌الله‌عليه‌وآله‌وسلم </w:t>
      </w:r>
      <w:r>
        <w:rPr>
          <w:rtl/>
        </w:rPr>
        <w:t xml:space="preserve"> كى دلسوزى 11;انحضرت </w:t>
      </w:r>
      <w:r w:rsidR="00F031CD" w:rsidRPr="00F031CD">
        <w:rPr>
          <w:rStyle w:val="libAlaemChar"/>
          <w:rtl/>
        </w:rPr>
        <w:t xml:space="preserve"> صلى‌الله‌عليه‌وآله‌وسلم </w:t>
      </w:r>
      <w:r>
        <w:rPr>
          <w:rtl/>
        </w:rPr>
        <w:t xml:space="preserve"> كى ذمہ دارى 12; انحضر ت</w:t>
      </w:r>
      <w:r w:rsidR="00F031CD" w:rsidRPr="00F031CD">
        <w:rPr>
          <w:rStyle w:val="libAlaemChar"/>
          <w:rtl/>
        </w:rPr>
        <w:t xml:space="preserve"> صلى‌الله‌عليه‌وآله‌وسلم </w:t>
      </w:r>
      <w:r>
        <w:rPr>
          <w:rtl/>
        </w:rPr>
        <w:t xml:space="preserve"> كى شرعى ذمہ دارى 1،2;انحضرت </w:t>
      </w:r>
      <w:r w:rsidR="00F031CD" w:rsidRPr="00F031CD">
        <w:rPr>
          <w:rStyle w:val="libAlaemChar"/>
          <w:rtl/>
        </w:rPr>
        <w:t xml:space="preserve"> صلى‌الله‌عليه‌وآله‌وسلم </w:t>
      </w:r>
      <w:r>
        <w:rPr>
          <w:rtl/>
        </w:rPr>
        <w:t xml:space="preserve"> كے پسنديدہ كام 11</w:t>
      </w:r>
    </w:p>
    <w:p w:rsidR="001F628F" w:rsidRDefault="001F628F" w:rsidP="003D00C7">
      <w:pPr>
        <w:pStyle w:val="libNormal"/>
        <w:rPr>
          <w:rtl/>
        </w:rPr>
      </w:pPr>
      <w:r>
        <w:rPr>
          <w:rFonts w:hint="eastAsia"/>
          <w:rtl/>
        </w:rPr>
        <w:t>اقدار</w:t>
      </w:r>
      <w:r>
        <w:rPr>
          <w:rtl/>
        </w:rPr>
        <w:t xml:space="preserve"> :</w:t>
      </w:r>
      <w:r>
        <w:rPr>
          <w:rFonts w:hint="eastAsia"/>
          <w:rtl/>
        </w:rPr>
        <w:t>اقدار</w:t>
      </w:r>
      <w:r>
        <w:rPr>
          <w:rtl/>
        </w:rPr>
        <w:t xml:space="preserve"> كا معيار 13</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مالكيت 8;الله تعالى كى نصيحتي</w:t>
      </w:r>
      <w:r w:rsidR="00083993">
        <w:rPr>
          <w:rtl/>
        </w:rPr>
        <w:t xml:space="preserve">ں </w:t>
      </w:r>
      <w:r>
        <w:rPr>
          <w:rtl/>
        </w:rPr>
        <w:t>9;الله تعالى كے نواہى 1</w:t>
      </w:r>
    </w:p>
    <w:p w:rsidR="001F628F" w:rsidRDefault="001F628F" w:rsidP="001F628F">
      <w:pPr>
        <w:pStyle w:val="libNormal"/>
        <w:rPr>
          <w:rtl/>
        </w:rPr>
      </w:pPr>
      <w:r>
        <w:rPr>
          <w:rFonts w:hint="eastAsia"/>
          <w:rtl/>
        </w:rPr>
        <w:t>ايمان</w:t>
      </w:r>
      <w:r>
        <w:rPr>
          <w:rtl/>
        </w:rPr>
        <w:t xml:space="preserve"> :</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ايمان</w:t>
      </w:r>
      <w:r>
        <w:rPr>
          <w:rtl/>
        </w:rPr>
        <w:t xml:space="preserve"> كا كردار 13</w:t>
      </w:r>
    </w:p>
    <w:p w:rsidR="001F628F" w:rsidRDefault="001F628F" w:rsidP="003D00C7">
      <w:pPr>
        <w:pStyle w:val="libNormal"/>
        <w:rPr>
          <w:rtl/>
        </w:rPr>
      </w:pPr>
      <w:r>
        <w:rPr>
          <w:rFonts w:hint="eastAsia"/>
          <w:rtl/>
        </w:rPr>
        <w:t>تواضع</w:t>
      </w:r>
      <w:r>
        <w:rPr>
          <w:rtl/>
        </w:rPr>
        <w:t xml:space="preserve"> :</w:t>
      </w:r>
      <w:r>
        <w:rPr>
          <w:rFonts w:hint="eastAsia"/>
          <w:rtl/>
        </w:rPr>
        <w:t>تواضع</w:t>
      </w:r>
      <w:r>
        <w:rPr>
          <w:rtl/>
        </w:rPr>
        <w:t xml:space="preserve"> كا معيار 13</w:t>
      </w:r>
    </w:p>
    <w:p w:rsidR="001F628F" w:rsidRDefault="001F628F" w:rsidP="003D00C7">
      <w:pPr>
        <w:pStyle w:val="libNormal"/>
        <w:rPr>
          <w:rtl/>
        </w:rPr>
      </w:pPr>
      <w:r>
        <w:rPr>
          <w:rFonts w:hint="eastAsia"/>
          <w:rtl/>
        </w:rPr>
        <w:t>ثروت</w:t>
      </w:r>
      <w:r>
        <w:rPr>
          <w:rtl/>
        </w:rPr>
        <w:t xml:space="preserve"> :</w:t>
      </w:r>
      <w:r>
        <w:rPr>
          <w:rFonts w:hint="eastAsia"/>
          <w:rtl/>
        </w:rPr>
        <w:t>ثروت</w:t>
      </w:r>
      <w:r>
        <w:rPr>
          <w:rtl/>
        </w:rPr>
        <w:t xml:space="preserve"> كا سر چشمہ8</w:t>
      </w:r>
    </w:p>
    <w:p w:rsidR="001F628F" w:rsidRDefault="001F628F" w:rsidP="003D00C7">
      <w:pPr>
        <w:pStyle w:val="libNormal"/>
        <w:rPr>
          <w:rtl/>
        </w:rPr>
      </w:pPr>
      <w:r>
        <w:rPr>
          <w:rFonts w:hint="eastAsia"/>
          <w:rtl/>
        </w:rPr>
        <w:t>دنيا</w:t>
      </w:r>
      <w:r>
        <w:rPr>
          <w:rtl/>
        </w:rPr>
        <w:t xml:space="preserve"> پرستى :</w:t>
      </w:r>
      <w:r>
        <w:rPr>
          <w:rFonts w:hint="eastAsia"/>
          <w:rtl/>
        </w:rPr>
        <w:t>دنيا</w:t>
      </w:r>
      <w:r>
        <w:rPr>
          <w:rtl/>
        </w:rPr>
        <w:t xml:space="preserve"> پرستى كى مذمت 6</w:t>
      </w:r>
    </w:p>
    <w:p w:rsidR="001F628F" w:rsidRDefault="001F628F" w:rsidP="003D00C7">
      <w:pPr>
        <w:pStyle w:val="libNormal"/>
        <w:rPr>
          <w:rtl/>
        </w:rPr>
      </w:pPr>
      <w:r>
        <w:rPr>
          <w:rFonts w:hint="eastAsia"/>
          <w:rtl/>
        </w:rPr>
        <w:t>ديندارى</w:t>
      </w:r>
      <w:r>
        <w:rPr>
          <w:rtl/>
        </w:rPr>
        <w:t xml:space="preserve"> :</w:t>
      </w:r>
      <w:r>
        <w:rPr>
          <w:rFonts w:hint="eastAsia"/>
          <w:rtl/>
        </w:rPr>
        <w:t>ديندارى</w:t>
      </w:r>
      <w:r>
        <w:rPr>
          <w:rtl/>
        </w:rPr>
        <w:t xml:space="preserve"> كى قدر وقيمت 3</w:t>
      </w:r>
    </w:p>
    <w:p w:rsidR="001F628F" w:rsidRDefault="001F628F" w:rsidP="003D00C7">
      <w:pPr>
        <w:pStyle w:val="libNormal"/>
        <w:rPr>
          <w:rtl/>
        </w:rPr>
      </w:pPr>
      <w:r>
        <w:rPr>
          <w:rFonts w:hint="eastAsia"/>
          <w:rtl/>
        </w:rPr>
        <w:t>دينى</w:t>
      </w:r>
      <w:r>
        <w:rPr>
          <w:rtl/>
        </w:rPr>
        <w:t xml:space="preserve"> قائدين :</w:t>
      </w:r>
      <w:r>
        <w:rPr>
          <w:rFonts w:hint="eastAsia"/>
          <w:rtl/>
        </w:rPr>
        <w:t>دينى</w:t>
      </w:r>
      <w:r>
        <w:rPr>
          <w:rtl/>
        </w:rPr>
        <w:t xml:space="preserve"> قائدين كا زھد 7;دينى قائدين كى ذمہ دارى 7</w:t>
      </w:r>
    </w:p>
    <w:p w:rsidR="001F628F" w:rsidRDefault="001F628F" w:rsidP="003D00C7">
      <w:pPr>
        <w:pStyle w:val="libNormal"/>
        <w:rPr>
          <w:rtl/>
        </w:rPr>
      </w:pPr>
      <w:r>
        <w:rPr>
          <w:rFonts w:hint="eastAsia"/>
          <w:rtl/>
        </w:rPr>
        <w:t>زھد</w:t>
      </w:r>
      <w:r>
        <w:rPr>
          <w:rtl/>
        </w:rPr>
        <w:t xml:space="preserve"> :</w:t>
      </w:r>
      <w:r>
        <w:rPr>
          <w:rFonts w:hint="eastAsia"/>
          <w:rtl/>
        </w:rPr>
        <w:t>زھد</w:t>
      </w:r>
      <w:r>
        <w:rPr>
          <w:rtl/>
        </w:rPr>
        <w:t xml:space="preserve"> كى اہميت 7</w:t>
      </w:r>
    </w:p>
    <w:p w:rsidR="001F628F" w:rsidRDefault="001F628F" w:rsidP="003D00C7">
      <w:pPr>
        <w:pStyle w:val="libNormal"/>
        <w:rPr>
          <w:rtl/>
        </w:rPr>
      </w:pPr>
      <w:r>
        <w:rPr>
          <w:rFonts w:hint="eastAsia"/>
          <w:rtl/>
        </w:rPr>
        <w:t>طمع</w:t>
      </w:r>
      <w:r>
        <w:rPr>
          <w:rtl/>
        </w:rPr>
        <w:t xml:space="preserve"> :</w:t>
      </w:r>
      <w:r>
        <w:rPr>
          <w:rFonts w:hint="eastAsia"/>
          <w:rtl/>
        </w:rPr>
        <w:t>طمع</w:t>
      </w:r>
      <w:r>
        <w:rPr>
          <w:rtl/>
        </w:rPr>
        <w:t xml:space="preserve"> كى مذمت 6</w:t>
      </w:r>
    </w:p>
    <w:p w:rsidR="001F628F" w:rsidRDefault="001F628F" w:rsidP="003D00C7">
      <w:pPr>
        <w:pStyle w:val="libNormal"/>
        <w:rPr>
          <w:rtl/>
        </w:rPr>
      </w:pPr>
      <w:r>
        <w:rPr>
          <w:rFonts w:hint="eastAsia"/>
          <w:rtl/>
        </w:rPr>
        <w:t>عمل</w:t>
      </w:r>
      <w:r>
        <w:rPr>
          <w:rtl/>
        </w:rPr>
        <w:t xml:space="preserve"> :</w:t>
      </w:r>
      <w:r>
        <w:rPr>
          <w:rFonts w:hint="eastAsia"/>
          <w:rtl/>
        </w:rPr>
        <w:t>ناپسنديدہ</w:t>
      </w:r>
      <w:r>
        <w:rPr>
          <w:rtl/>
        </w:rPr>
        <w:t xml:space="preserve"> عمل 6</w:t>
      </w:r>
    </w:p>
    <w:p w:rsidR="001F628F" w:rsidRDefault="001F628F" w:rsidP="003D00C7">
      <w:pPr>
        <w:pStyle w:val="libNormal"/>
        <w:rPr>
          <w:rtl/>
        </w:rPr>
      </w:pPr>
      <w:r>
        <w:rPr>
          <w:rFonts w:hint="eastAsia"/>
          <w:rtl/>
        </w:rPr>
        <w:t>رشك</w:t>
      </w:r>
      <w:r>
        <w:rPr>
          <w:rtl/>
        </w:rPr>
        <w:t xml:space="preserve"> :</w:t>
      </w:r>
      <w:r>
        <w:rPr>
          <w:rFonts w:hint="eastAsia"/>
          <w:rtl/>
        </w:rPr>
        <w:t>ناپسنديدہ</w:t>
      </w:r>
      <w:r>
        <w:rPr>
          <w:rtl/>
        </w:rPr>
        <w:t xml:space="preserve"> رشك 6</w:t>
      </w:r>
    </w:p>
    <w:p w:rsidR="001F628F" w:rsidRDefault="001F628F" w:rsidP="003D00C7">
      <w:pPr>
        <w:pStyle w:val="libNormal"/>
        <w:rPr>
          <w:rtl/>
        </w:rPr>
      </w:pPr>
      <w:r>
        <w:rPr>
          <w:rFonts w:hint="eastAsia"/>
          <w:rtl/>
        </w:rPr>
        <w:t>قائدين</w:t>
      </w:r>
      <w:r>
        <w:rPr>
          <w:rtl/>
        </w:rPr>
        <w:t xml:space="preserve"> :</w:t>
      </w:r>
      <w:r>
        <w:rPr>
          <w:rFonts w:hint="eastAsia"/>
          <w:rtl/>
        </w:rPr>
        <w:t>قائدين</w:t>
      </w:r>
      <w:r>
        <w:rPr>
          <w:rtl/>
        </w:rPr>
        <w:t xml:space="preserve"> اور مرفہ افراد 14;قائدين كى جائے لغزش 14</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كريم كى قدروقيمت 3</w:t>
      </w:r>
    </w:p>
    <w:p w:rsidR="001F628F" w:rsidRDefault="001F628F" w:rsidP="003D00C7">
      <w:pPr>
        <w:pStyle w:val="libNormal"/>
        <w:rPr>
          <w:rtl/>
        </w:rPr>
      </w:pPr>
      <w:r>
        <w:rPr>
          <w:rFonts w:hint="eastAsia"/>
          <w:rtl/>
        </w:rPr>
        <w:t>كفار</w:t>
      </w:r>
      <w:r>
        <w:rPr>
          <w:rtl/>
        </w:rPr>
        <w:t xml:space="preserve"> :</w:t>
      </w:r>
      <w:r>
        <w:rPr>
          <w:rFonts w:hint="eastAsia"/>
          <w:rtl/>
        </w:rPr>
        <w:t>صدراسلام</w:t>
      </w:r>
      <w:r>
        <w:rPr>
          <w:rtl/>
        </w:rPr>
        <w:t xml:space="preserve"> كے كفار كے مادى وسائل 4; صدر اسلام كے كفار كى ثروتمندى 4;كفار پر اندوہ 10; كفار پر ترحم 10;كفارپر غم واندوہ سے اجتناب 9 ; كفار كى مادى وسائل سے بے اعتنائي 1،2;كفار كى ہدايت 11;كفاركى ہدايت كى اہميت 2</w:t>
      </w:r>
    </w:p>
    <w:p w:rsidR="001F628F" w:rsidRDefault="001F628F" w:rsidP="003D00C7">
      <w:pPr>
        <w:pStyle w:val="libNormal"/>
        <w:rPr>
          <w:rtl/>
        </w:rPr>
      </w:pPr>
      <w:r>
        <w:rPr>
          <w:rFonts w:hint="eastAsia"/>
          <w:rtl/>
        </w:rPr>
        <w:t>مادى</w:t>
      </w:r>
      <w:r>
        <w:rPr>
          <w:rtl/>
        </w:rPr>
        <w:t xml:space="preserve"> وسائل :</w:t>
      </w:r>
      <w:r>
        <w:rPr>
          <w:rFonts w:hint="eastAsia"/>
          <w:rtl/>
        </w:rPr>
        <w:t>مادى</w:t>
      </w:r>
      <w:r>
        <w:rPr>
          <w:rtl/>
        </w:rPr>
        <w:t xml:space="preserve"> وسائل سے بے اعتنائي 7;مادى وسائل كا سر چشمہ 8;مادى وسائل كا مالك 8;مادى وسائل كا ناچيز ہونا 3;مادى وسائل كى جذابيت 5</w:t>
      </w:r>
    </w:p>
    <w:p w:rsidR="001F628F" w:rsidRDefault="001F628F" w:rsidP="003D00C7">
      <w:pPr>
        <w:pStyle w:val="libNormal"/>
        <w:rPr>
          <w:rtl/>
        </w:rPr>
      </w:pPr>
      <w:r>
        <w:rPr>
          <w:rFonts w:hint="eastAsia"/>
          <w:rtl/>
        </w:rPr>
        <w:t>مشركين</w:t>
      </w:r>
      <w:r>
        <w:rPr>
          <w:rtl/>
        </w:rPr>
        <w:t xml:space="preserve"> :</w:t>
      </w:r>
      <w:r>
        <w:rPr>
          <w:rFonts w:hint="eastAsia"/>
          <w:rtl/>
        </w:rPr>
        <w:t>مشركين</w:t>
      </w:r>
      <w:r>
        <w:rPr>
          <w:rtl/>
        </w:rPr>
        <w:t xml:space="preserve"> پر غم و اندوہ 10;صدراسلام كے مشركين كے مادى وسائل 4;مشركين پر ترحم 10;مشركين پر غم واندوہ سے اجتناب 9;صدراسلام كے مشركين كى ثروتمندى 4;مشركين كى ہدايت 11</w:t>
      </w:r>
    </w:p>
    <w:p w:rsidR="001F628F" w:rsidRDefault="001F628F" w:rsidP="003D00C7">
      <w:pPr>
        <w:pStyle w:val="libNormal"/>
        <w:rPr>
          <w:rtl/>
        </w:rPr>
      </w:pPr>
      <w:r>
        <w:rPr>
          <w:rFonts w:hint="eastAsia"/>
          <w:rtl/>
        </w:rPr>
        <w:t>مؤمنين</w:t>
      </w:r>
      <w:r>
        <w:rPr>
          <w:rtl/>
        </w:rPr>
        <w:t xml:space="preserve"> :</w:t>
      </w:r>
      <w:r>
        <w:rPr>
          <w:rFonts w:hint="eastAsia"/>
          <w:rtl/>
        </w:rPr>
        <w:t>مؤمنين</w:t>
      </w:r>
      <w:r>
        <w:rPr>
          <w:rtl/>
        </w:rPr>
        <w:t xml:space="preserve"> كے لئے تواضع 12</w:t>
      </w:r>
    </w:p>
    <w:p w:rsidR="003D00C7" w:rsidRDefault="001E7F9D" w:rsidP="00F73EDE">
      <w:pPr>
        <w:pStyle w:val="libPoemTini"/>
        <w:rPr>
          <w:rtl/>
        </w:rPr>
      </w:pPr>
      <w:r>
        <w:rPr>
          <w:rtl/>
        </w:rPr>
        <w:br w:type="page"/>
      </w:r>
    </w:p>
    <w:p w:rsidR="003D00C7" w:rsidRPr="00120F63" w:rsidRDefault="003D00C7" w:rsidP="003D00C7">
      <w:pPr>
        <w:pStyle w:val="Heading2Center"/>
        <w:rPr>
          <w:rtl/>
        </w:rPr>
      </w:pPr>
      <w:bookmarkStart w:id="135" w:name="_Toc28081813"/>
      <w:r>
        <w:rPr>
          <w:rFonts w:hint="cs"/>
          <w:rtl/>
        </w:rPr>
        <w:lastRenderedPageBreak/>
        <w:t xml:space="preserve">آیت </w:t>
      </w:r>
      <w:r w:rsidRPr="00120F63">
        <w:rPr>
          <w:rFonts w:hint="cs"/>
          <w:rtl/>
        </w:rPr>
        <w:t>89</w:t>
      </w:r>
      <w:bookmarkEnd w:id="135"/>
    </w:p>
    <w:p w:rsidR="001F628F" w:rsidRDefault="00E260F9" w:rsidP="003D00C7">
      <w:pPr>
        <w:pStyle w:val="libNormal"/>
        <w:rPr>
          <w:rtl/>
        </w:rPr>
      </w:pPr>
      <w:r w:rsidRPr="00E260F9">
        <w:rPr>
          <w:rStyle w:val="libAlaemChar"/>
          <w:rFonts w:hint="eastAsia"/>
          <w:rtl/>
        </w:rPr>
        <w:t>(</w:t>
      </w:r>
      <w:r w:rsidRPr="003D00C7">
        <w:rPr>
          <w:rStyle w:val="libAieChar"/>
          <w:rFonts w:hint="eastAsia"/>
          <w:rtl/>
        </w:rPr>
        <w:t>وَقُلْ</w:t>
      </w:r>
      <w:r w:rsidRPr="003D00C7">
        <w:rPr>
          <w:rStyle w:val="libAieChar"/>
          <w:rtl/>
        </w:rPr>
        <w:t xml:space="preserve"> إِنِّي أَنَا النَّذِيرُ الْمُبِينُ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كہہ دي</w:t>
      </w:r>
      <w:r w:rsidR="00083993">
        <w:rPr>
          <w:rtl/>
        </w:rPr>
        <w:t xml:space="preserve">ں </w:t>
      </w:r>
      <w:r>
        <w:rPr>
          <w:rtl/>
        </w:rPr>
        <w:t>كہ مي</w:t>
      </w:r>
      <w:r w:rsidR="00083993">
        <w:rPr>
          <w:rtl/>
        </w:rPr>
        <w:t xml:space="preserve">ں </w:t>
      </w:r>
      <w:r>
        <w:rPr>
          <w:rtl/>
        </w:rPr>
        <w:t>تو بہت واضح انداز سے ڈرانے والا ہو</w:t>
      </w:r>
      <w:r w:rsidR="00083993">
        <w:rPr>
          <w:rtl/>
        </w:rPr>
        <w:t xml:space="preserve">ں </w:t>
      </w:r>
      <w:r>
        <w:rPr>
          <w:rtl/>
        </w:rPr>
        <w:t>_</w:t>
      </w:r>
    </w:p>
    <w:p w:rsidR="001F628F" w:rsidRDefault="001F628F" w:rsidP="001F628F">
      <w:pPr>
        <w:pStyle w:val="libNormal"/>
        <w:rPr>
          <w:rtl/>
        </w:rPr>
      </w:pPr>
      <w:r>
        <w:rPr>
          <w:rtl/>
        </w:rPr>
        <w:t>1_پيغمبر اكرم</w:t>
      </w:r>
      <w:r w:rsidR="00F031CD" w:rsidRPr="00F031CD">
        <w:rPr>
          <w:rStyle w:val="libAlaemChar"/>
          <w:rtl/>
        </w:rPr>
        <w:t xml:space="preserve"> صلى‌الله‌عليه‌وآله‌وسلم </w:t>
      </w:r>
      <w:r>
        <w:rPr>
          <w:rtl/>
        </w:rPr>
        <w:t xml:space="preserve"> -،لوگو</w:t>
      </w:r>
      <w:r w:rsidR="00083993">
        <w:rPr>
          <w:rtl/>
        </w:rPr>
        <w:t xml:space="preserve">ں </w:t>
      </w:r>
      <w:r>
        <w:rPr>
          <w:rtl/>
        </w:rPr>
        <w:t>كے لئے اپنى ذمہ دارى (انذار ) كى حدودكا اعلان كرنے پر مامور تھے_</w:t>
      </w:r>
    </w:p>
    <w:p w:rsidR="001F628F" w:rsidRDefault="001F628F" w:rsidP="003D00C7">
      <w:pPr>
        <w:pStyle w:val="libArabic"/>
        <w:rPr>
          <w:rtl/>
        </w:rPr>
      </w:pPr>
      <w:r>
        <w:rPr>
          <w:rFonts w:hint="eastAsia"/>
          <w:rtl/>
        </w:rPr>
        <w:t>و</w:t>
      </w:r>
      <w:r>
        <w:rPr>
          <w:rtl/>
        </w:rPr>
        <w:t xml:space="preserve"> قل انى ا نا النذير المبين</w:t>
      </w:r>
    </w:p>
    <w:p w:rsidR="001F628F" w:rsidRDefault="001F628F" w:rsidP="003D00C7">
      <w:pPr>
        <w:pStyle w:val="libNormal"/>
        <w:rPr>
          <w:rtl/>
        </w:rPr>
      </w:pPr>
      <w:r>
        <w:rPr>
          <w:rtl/>
        </w:rPr>
        <w:t xml:space="preserve">2_پيغمبر اكرم </w:t>
      </w:r>
      <w:r w:rsidR="00F031CD" w:rsidRPr="00F031CD">
        <w:rPr>
          <w:rStyle w:val="libAlaemChar"/>
          <w:rtl/>
        </w:rPr>
        <w:t xml:space="preserve"> صلى‌الله‌عليه‌وآله‌وسلم </w:t>
      </w:r>
      <w:r>
        <w:rPr>
          <w:rtl/>
        </w:rPr>
        <w:t xml:space="preserve"> كى (ڈرانے اور خطرات سے اگاہ كرنے پر مبني) رسالت سب كے لئے قابل فہم ،صريح اور ابہام سے خالى تھي_</w:t>
      </w:r>
      <w:r w:rsidRPr="003D00C7">
        <w:rPr>
          <w:rStyle w:val="libArabicChar"/>
          <w:rFonts w:hint="eastAsia"/>
          <w:rtl/>
        </w:rPr>
        <w:t>و</w:t>
      </w:r>
      <w:r w:rsidRPr="003D00C7">
        <w:rPr>
          <w:rStyle w:val="libArabicChar"/>
          <w:rtl/>
        </w:rPr>
        <w:t xml:space="preserve"> قل انى ا نا النذير المبين</w:t>
      </w:r>
    </w:p>
    <w:p w:rsidR="001F628F" w:rsidRDefault="001F628F" w:rsidP="001F628F">
      <w:pPr>
        <w:pStyle w:val="libNormal"/>
        <w:rPr>
          <w:rtl/>
        </w:rPr>
      </w:pPr>
      <w:r>
        <w:rPr>
          <w:rtl/>
        </w:rPr>
        <w:t>3_انسان، وحى و دين الہى كى راہنمائي كے بغيرانتہائي اہم خطرات و تہديدات سے دو چار رہتا ہے_</w:t>
      </w:r>
    </w:p>
    <w:p w:rsidR="001F628F" w:rsidRDefault="001F628F" w:rsidP="003D00C7">
      <w:pPr>
        <w:pStyle w:val="libArabic"/>
        <w:rPr>
          <w:rtl/>
        </w:rPr>
      </w:pPr>
      <w:r>
        <w:rPr>
          <w:rFonts w:hint="eastAsia"/>
          <w:rtl/>
        </w:rPr>
        <w:t>و</w:t>
      </w:r>
      <w:r>
        <w:rPr>
          <w:rtl/>
        </w:rPr>
        <w:t xml:space="preserve"> قل انى ا نا النذير المبين</w:t>
      </w:r>
    </w:p>
    <w:p w:rsidR="001F628F" w:rsidRDefault="001F628F" w:rsidP="001F628F">
      <w:pPr>
        <w:pStyle w:val="libNormal"/>
        <w:rPr>
          <w:rtl/>
        </w:rPr>
      </w:pPr>
      <w:r>
        <w:rPr>
          <w:rFonts w:hint="eastAsia"/>
          <w:rtl/>
        </w:rPr>
        <w:t>انبياء</w:t>
      </w:r>
      <w:r>
        <w:rPr>
          <w:rtl/>
        </w:rPr>
        <w:t xml:space="preserve"> كرام </w:t>
      </w:r>
      <w:r w:rsidR="00367F17" w:rsidRPr="00367F17">
        <w:rPr>
          <w:rStyle w:val="libAlaemChar"/>
          <w:rtl/>
        </w:rPr>
        <w:t xml:space="preserve"> عليه‌السلام </w:t>
      </w:r>
      <w:r>
        <w:rPr>
          <w:rtl/>
        </w:rPr>
        <w:t xml:space="preserve"> كا ڈرانا اور خطرات سے اگاہ كرنا ، انسان كے لئے انتہائي اہم خطرات اور تہديدات كے وجود پر دلالت كرتا ہے_ بنابري</w:t>
      </w:r>
      <w:r w:rsidR="00083993">
        <w:rPr>
          <w:rtl/>
        </w:rPr>
        <w:t xml:space="preserve">ں </w:t>
      </w:r>
      <w:r>
        <w:rPr>
          <w:rtl/>
        </w:rPr>
        <w:t xml:space="preserve">اگر انسان </w:t>
      </w:r>
      <w:r w:rsidR="003D0BA1">
        <w:rPr>
          <w:rtl/>
        </w:rPr>
        <w:t>انبياء</w:t>
      </w:r>
      <w:r>
        <w:rPr>
          <w:rtl/>
        </w:rPr>
        <w:t xml:space="preserve">ے كرام </w:t>
      </w:r>
      <w:r w:rsidR="00367F17" w:rsidRPr="00367F17">
        <w:rPr>
          <w:rStyle w:val="libAlaemChar"/>
          <w:rtl/>
        </w:rPr>
        <w:t xml:space="preserve"> عليه‌السلام </w:t>
      </w:r>
      <w:r>
        <w:rPr>
          <w:rtl/>
        </w:rPr>
        <w:t xml:space="preserve"> كے انذار اور تہديدات كو قطع نظر كر دے تو وہ بہت سے خطرات سے دوچار ہو جائے گا_</w:t>
      </w:r>
    </w:p>
    <w:p w:rsidR="001F628F" w:rsidRDefault="001F628F" w:rsidP="003D00C7">
      <w:pPr>
        <w:pStyle w:val="libNormal"/>
        <w:rPr>
          <w:rtl/>
        </w:rPr>
      </w:pPr>
      <w:r>
        <w:rPr>
          <w:rtl/>
        </w:rPr>
        <w:t>4_انذار (ڈرانا) اور خطرات سے اگاہ كرنا دينى مبلغين اور قائدين كا بنيادى فريضہ ہے_</w:t>
      </w:r>
      <w:r w:rsidRPr="003D00C7">
        <w:rPr>
          <w:rStyle w:val="libArabicChar"/>
          <w:rFonts w:hint="eastAsia"/>
          <w:rtl/>
        </w:rPr>
        <w:t>و</w:t>
      </w:r>
      <w:r w:rsidRPr="003D00C7">
        <w:rPr>
          <w:rStyle w:val="libArabicChar"/>
          <w:rtl/>
        </w:rPr>
        <w:t xml:space="preserve"> قل انى ا نا النذير المبين</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ذمہ دارى كى حدود 1;انحضرت </w:t>
      </w:r>
      <w:r w:rsidR="00F031CD" w:rsidRPr="00F031CD">
        <w:rPr>
          <w:rStyle w:val="libAlaemChar"/>
          <w:rtl/>
        </w:rPr>
        <w:t xml:space="preserve"> صلى‌الله‌عليه‌وآله‌وسلم </w:t>
      </w:r>
      <w:r>
        <w:rPr>
          <w:rtl/>
        </w:rPr>
        <w:t xml:space="preserve"> كى رسالت 2;انحضرت </w:t>
      </w:r>
      <w:r w:rsidR="00F031CD" w:rsidRPr="00F031CD">
        <w:rPr>
          <w:rStyle w:val="libAlaemChar"/>
          <w:rtl/>
        </w:rPr>
        <w:t xml:space="preserve"> صلى‌الله‌عليه‌وآله‌وسلم </w:t>
      </w:r>
      <w:r>
        <w:rPr>
          <w:rtl/>
        </w:rPr>
        <w:t xml:space="preserve"> كى شرعى ذمہ دارى 1; انحضرت </w:t>
      </w:r>
      <w:r w:rsidR="00F031CD" w:rsidRPr="00F031CD">
        <w:rPr>
          <w:rStyle w:val="libAlaemChar"/>
          <w:rtl/>
        </w:rPr>
        <w:t xml:space="preserve"> صلى‌الله‌عليه‌وآله‌وسلم </w:t>
      </w:r>
      <w:r>
        <w:rPr>
          <w:rtl/>
        </w:rPr>
        <w:t xml:space="preserve"> كى صراحت 2;انحضرت </w:t>
      </w:r>
      <w:r w:rsidR="00F031CD" w:rsidRPr="00F031CD">
        <w:rPr>
          <w:rStyle w:val="libAlaemChar"/>
          <w:rtl/>
        </w:rPr>
        <w:t xml:space="preserve"> صلى‌الله‌عليه‌وآله‌وسلم </w:t>
      </w:r>
      <w:r>
        <w:rPr>
          <w:rtl/>
        </w:rPr>
        <w:t xml:space="preserve"> كے انذار 1 ; انحضرت </w:t>
      </w:r>
      <w:r w:rsidR="00F031CD" w:rsidRPr="00F031CD">
        <w:rPr>
          <w:rStyle w:val="libAlaemChar"/>
          <w:rtl/>
        </w:rPr>
        <w:t xml:space="preserve"> صلى‌الله‌عليه‌وآله‌وسلم </w:t>
      </w:r>
      <w:r>
        <w:rPr>
          <w:rtl/>
        </w:rPr>
        <w:t xml:space="preserve"> كے انذار كا واضح ہونا 2</w:t>
      </w:r>
    </w:p>
    <w:p w:rsidR="001F628F" w:rsidRDefault="001F628F" w:rsidP="003D00C7">
      <w:pPr>
        <w:pStyle w:val="libNormal"/>
        <w:rPr>
          <w:rtl/>
        </w:rPr>
      </w:pPr>
      <w:r>
        <w:rPr>
          <w:rFonts w:hint="eastAsia"/>
          <w:rtl/>
        </w:rPr>
        <w:t>انسان</w:t>
      </w:r>
      <w:r>
        <w:rPr>
          <w:rtl/>
        </w:rPr>
        <w:t xml:space="preserve"> :</w:t>
      </w:r>
      <w:r>
        <w:rPr>
          <w:rFonts w:hint="eastAsia"/>
          <w:rtl/>
        </w:rPr>
        <w:t>انسان</w:t>
      </w:r>
      <w:r>
        <w:rPr>
          <w:rtl/>
        </w:rPr>
        <w:t xml:space="preserve"> كو تہديد 3;انسانى لغزش كے مقامات3</w:t>
      </w:r>
    </w:p>
    <w:p w:rsidR="001F628F" w:rsidRDefault="001F628F" w:rsidP="003D00C7">
      <w:pPr>
        <w:pStyle w:val="libNormal"/>
        <w:rPr>
          <w:rtl/>
        </w:rPr>
      </w:pPr>
      <w:r>
        <w:rPr>
          <w:rFonts w:hint="eastAsia"/>
          <w:rtl/>
        </w:rPr>
        <w:t>تبليغ</w:t>
      </w:r>
      <w:r>
        <w:rPr>
          <w:rtl/>
        </w:rPr>
        <w:t xml:space="preserve"> :</w:t>
      </w:r>
      <w:r>
        <w:rPr>
          <w:rFonts w:hint="eastAsia"/>
          <w:rtl/>
        </w:rPr>
        <w:t>تبليغ</w:t>
      </w:r>
      <w:r>
        <w:rPr>
          <w:rtl/>
        </w:rPr>
        <w:t xml:space="preserve"> مي</w:t>
      </w:r>
      <w:r w:rsidR="00083993">
        <w:rPr>
          <w:rtl/>
        </w:rPr>
        <w:t xml:space="preserve">ں </w:t>
      </w:r>
      <w:r>
        <w:rPr>
          <w:rtl/>
        </w:rPr>
        <w:t>انذار 4</w:t>
      </w:r>
    </w:p>
    <w:p w:rsidR="001F628F" w:rsidRDefault="001F628F" w:rsidP="003D00C7">
      <w:pPr>
        <w:pStyle w:val="libNormal"/>
        <w:rPr>
          <w:rtl/>
        </w:rPr>
      </w:pPr>
      <w:r>
        <w:rPr>
          <w:rFonts w:hint="eastAsia"/>
          <w:rtl/>
        </w:rPr>
        <w:t>خطرہ</w:t>
      </w:r>
      <w:r>
        <w:rPr>
          <w:rtl/>
        </w:rPr>
        <w:t xml:space="preserve"> :</w:t>
      </w:r>
      <w:r>
        <w:rPr>
          <w:rFonts w:hint="eastAsia"/>
          <w:rtl/>
        </w:rPr>
        <w:t>خطرے</w:t>
      </w:r>
      <w:r>
        <w:rPr>
          <w:rtl/>
        </w:rPr>
        <w:t xml:space="preserve"> كا پيش خيمہ 3</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دين</w:t>
      </w:r>
      <w:r>
        <w:rPr>
          <w:rtl/>
        </w:rPr>
        <w:t xml:space="preserve"> :</w:t>
      </w:r>
      <w:r>
        <w:rPr>
          <w:rFonts w:hint="eastAsia"/>
          <w:rtl/>
        </w:rPr>
        <w:t>دين</w:t>
      </w:r>
      <w:r>
        <w:rPr>
          <w:rtl/>
        </w:rPr>
        <w:t xml:space="preserve"> كى اہميت 3</w:t>
      </w:r>
    </w:p>
    <w:p w:rsidR="001F628F" w:rsidRDefault="001F628F" w:rsidP="003D00C7">
      <w:pPr>
        <w:pStyle w:val="libNormal"/>
        <w:rPr>
          <w:rtl/>
        </w:rPr>
      </w:pPr>
      <w:r>
        <w:rPr>
          <w:rFonts w:hint="eastAsia"/>
          <w:rtl/>
        </w:rPr>
        <w:t>دينى</w:t>
      </w:r>
      <w:r>
        <w:rPr>
          <w:rtl/>
        </w:rPr>
        <w:t xml:space="preserve"> قائدين :</w:t>
      </w:r>
      <w:r>
        <w:rPr>
          <w:rFonts w:hint="eastAsia"/>
          <w:rtl/>
        </w:rPr>
        <w:t>دينى</w:t>
      </w:r>
      <w:r>
        <w:rPr>
          <w:rtl/>
        </w:rPr>
        <w:t xml:space="preserve"> قائدين كى ذمہ دارى 4</w:t>
      </w:r>
    </w:p>
    <w:p w:rsidR="001F628F" w:rsidRDefault="001F628F" w:rsidP="003D00C7">
      <w:pPr>
        <w:pStyle w:val="libNormal"/>
        <w:rPr>
          <w:rtl/>
        </w:rPr>
      </w:pPr>
      <w:r>
        <w:rPr>
          <w:rFonts w:hint="eastAsia"/>
          <w:rtl/>
        </w:rPr>
        <w:t>مبلغين</w:t>
      </w:r>
      <w:r>
        <w:rPr>
          <w:rtl/>
        </w:rPr>
        <w:t xml:space="preserve"> :</w:t>
      </w:r>
      <w:r>
        <w:rPr>
          <w:rFonts w:hint="eastAsia"/>
          <w:rtl/>
        </w:rPr>
        <w:t>مبلغين</w:t>
      </w:r>
      <w:r>
        <w:rPr>
          <w:rtl/>
        </w:rPr>
        <w:t xml:space="preserve"> كى ذمہ دارى 4</w:t>
      </w:r>
    </w:p>
    <w:p w:rsidR="001F628F" w:rsidRDefault="001F628F" w:rsidP="003D00C7">
      <w:pPr>
        <w:pStyle w:val="libNormal"/>
        <w:rPr>
          <w:rtl/>
        </w:rPr>
      </w:pPr>
      <w:r>
        <w:rPr>
          <w:rFonts w:hint="eastAsia"/>
          <w:rtl/>
        </w:rPr>
        <w:t>وحى</w:t>
      </w:r>
      <w:r>
        <w:rPr>
          <w:rtl/>
        </w:rPr>
        <w:t xml:space="preserve"> :</w:t>
      </w:r>
      <w:r>
        <w:rPr>
          <w:rFonts w:hint="eastAsia"/>
          <w:rtl/>
        </w:rPr>
        <w:t>وحى</w:t>
      </w:r>
      <w:r>
        <w:rPr>
          <w:rtl/>
        </w:rPr>
        <w:t xml:space="preserve"> كا كردار 3</w:t>
      </w:r>
    </w:p>
    <w:p w:rsidR="001F628F" w:rsidRPr="00120F63" w:rsidRDefault="003D00C7" w:rsidP="003D00C7">
      <w:pPr>
        <w:pStyle w:val="Heading2Center"/>
        <w:rPr>
          <w:rtl/>
        </w:rPr>
      </w:pPr>
      <w:bookmarkStart w:id="136" w:name="_Toc28081814"/>
      <w:r>
        <w:rPr>
          <w:rFonts w:hint="cs"/>
          <w:rtl/>
        </w:rPr>
        <w:t xml:space="preserve">آیت </w:t>
      </w:r>
      <w:r w:rsidRPr="00120F63">
        <w:rPr>
          <w:rFonts w:hint="cs"/>
          <w:rtl/>
        </w:rPr>
        <w:t>90</w:t>
      </w:r>
      <w:bookmarkEnd w:id="136"/>
    </w:p>
    <w:p w:rsidR="001F628F" w:rsidRDefault="00E260F9" w:rsidP="003D00C7">
      <w:pPr>
        <w:pStyle w:val="libNormal"/>
        <w:rPr>
          <w:rtl/>
        </w:rPr>
      </w:pPr>
      <w:r w:rsidRPr="00E260F9">
        <w:rPr>
          <w:rStyle w:val="libAlaemChar"/>
          <w:rFonts w:hint="eastAsia"/>
          <w:rtl/>
        </w:rPr>
        <w:t>(</w:t>
      </w:r>
      <w:r w:rsidRPr="003D00C7">
        <w:rPr>
          <w:rStyle w:val="libAieChar"/>
          <w:rFonts w:hint="eastAsia"/>
          <w:rtl/>
        </w:rPr>
        <w:t>كَمَا</w:t>
      </w:r>
      <w:r w:rsidRPr="003D00C7">
        <w:rPr>
          <w:rStyle w:val="libAieChar"/>
          <w:rtl/>
        </w:rPr>
        <w:t xml:space="preserve"> أَنزَلْنَا عَلَى المُقْتَسِمِينَ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جس</w:t>
      </w:r>
      <w:r>
        <w:rPr>
          <w:rtl/>
        </w:rPr>
        <w:t xml:space="preserve"> طرح كہ ہم نے ان لوگو</w:t>
      </w:r>
      <w:r w:rsidR="00083993">
        <w:rPr>
          <w:rtl/>
        </w:rPr>
        <w:t xml:space="preserve">ں </w:t>
      </w:r>
      <w:r>
        <w:rPr>
          <w:rtl/>
        </w:rPr>
        <w:t>پر عذاب نازل كيا جو كتاب خدا كا حصّہ بانٹ كرنے والے تھے _</w:t>
      </w:r>
    </w:p>
    <w:p w:rsidR="001F628F" w:rsidRDefault="001F628F" w:rsidP="001F628F">
      <w:pPr>
        <w:pStyle w:val="libNormal"/>
        <w:rPr>
          <w:rtl/>
        </w:rPr>
      </w:pPr>
      <w:r>
        <w:rPr>
          <w:rtl/>
        </w:rPr>
        <w:t>1_صدر اسلام مي</w:t>
      </w:r>
      <w:r w:rsidR="00083993">
        <w:rPr>
          <w:rtl/>
        </w:rPr>
        <w:t xml:space="preserve">ں </w:t>
      </w:r>
      <w:r>
        <w:rPr>
          <w:rtl/>
        </w:rPr>
        <w:t>قران كو تجزيہ و تقسيم كرنے والے(التقاطي) لوگ ،عذاب الہى سے دوچار ہوئے تھے_</w:t>
      </w:r>
    </w:p>
    <w:p w:rsidR="001F628F" w:rsidRDefault="001F628F" w:rsidP="003D00C7">
      <w:pPr>
        <w:pStyle w:val="libArabic"/>
        <w:rPr>
          <w:rtl/>
        </w:rPr>
      </w:pPr>
      <w:r>
        <w:rPr>
          <w:rFonts w:hint="eastAsia"/>
          <w:rtl/>
        </w:rPr>
        <w:t>كما</w:t>
      </w:r>
      <w:r>
        <w:rPr>
          <w:rtl/>
        </w:rPr>
        <w:t xml:space="preserve"> ا نزلنا على المقتسمين</w:t>
      </w:r>
    </w:p>
    <w:p w:rsidR="001F628F" w:rsidRDefault="001F628F" w:rsidP="001F628F">
      <w:pPr>
        <w:pStyle w:val="libNormal"/>
        <w:rPr>
          <w:rtl/>
        </w:rPr>
      </w:pPr>
      <w:r>
        <w:rPr>
          <w:rFonts w:hint="eastAsia"/>
          <w:rtl/>
        </w:rPr>
        <w:t>مندرجہ</w:t>
      </w:r>
      <w:r>
        <w:rPr>
          <w:rtl/>
        </w:rPr>
        <w:t xml:space="preserve"> بالا مطلب اس نكتے پر مبنى ہے كہ جب گذشتہ ايت كے جملہ '' ا نا النذ ير ... '' مي</w:t>
      </w:r>
      <w:r w:rsidR="00083993">
        <w:rPr>
          <w:rtl/>
        </w:rPr>
        <w:t xml:space="preserve">ں </w:t>
      </w:r>
      <w:r>
        <w:rPr>
          <w:rtl/>
        </w:rPr>
        <w:t>لفظ عذاب تقدير مي</w:t>
      </w:r>
      <w:r w:rsidR="00083993">
        <w:rPr>
          <w:rtl/>
        </w:rPr>
        <w:t xml:space="preserve">ں </w:t>
      </w:r>
      <w:r>
        <w:rPr>
          <w:rtl/>
        </w:rPr>
        <w:t>ہواور فعل ''ا نزلنا'' كا مفعول ايك محذوف ضمير ہو كہ جو عذاب كى طرف لوٹ رہى ہو_بنابري</w:t>
      </w:r>
      <w:r w:rsidR="00083993">
        <w:rPr>
          <w:rtl/>
        </w:rPr>
        <w:t xml:space="preserve">ں </w:t>
      </w:r>
      <w:r>
        <w:rPr>
          <w:rtl/>
        </w:rPr>
        <w:t>ايت كا معنى يو</w:t>
      </w:r>
      <w:r w:rsidR="00083993">
        <w:rPr>
          <w:rtl/>
        </w:rPr>
        <w:t xml:space="preserve">ں </w:t>
      </w:r>
      <w:r>
        <w:rPr>
          <w:rtl/>
        </w:rPr>
        <w:t xml:space="preserve">ہو جائےگا : ''جس طرح ہم نے عذاب ''مقتسمين '' پر </w:t>
      </w:r>
      <w:r>
        <w:rPr>
          <w:rFonts w:hint="eastAsia"/>
          <w:rtl/>
        </w:rPr>
        <w:t>نازل</w:t>
      </w:r>
      <w:r>
        <w:rPr>
          <w:rtl/>
        </w:rPr>
        <w:t xml:space="preserve"> كيا ہے _ياد رہے كہ ''المقتسم ''كا معنى وہ شخص ہے كہ جو كسى چيز كو چند جزء مي</w:t>
      </w:r>
      <w:r w:rsidR="00083993">
        <w:rPr>
          <w:rtl/>
        </w:rPr>
        <w:t xml:space="preserve">ں </w:t>
      </w:r>
      <w:r>
        <w:rPr>
          <w:rtl/>
        </w:rPr>
        <w:t>تقسيم كر ے اور بعد والى ايت ( الذين جعلوا القرء ان عضين) كے قرينے سے اس سے مراد قران كو جز جز كرنے والے لوگ ہي</w:t>
      </w:r>
      <w:r w:rsidR="00083993">
        <w:rPr>
          <w:rtl/>
        </w:rPr>
        <w:t xml:space="preserve">ں </w:t>
      </w:r>
      <w:r>
        <w:rPr>
          <w:rtl/>
        </w:rPr>
        <w:t>كہ جو قران كے بعض معارف كو تو قبول كر ليتے ہي</w:t>
      </w:r>
      <w:r w:rsidR="00083993">
        <w:rPr>
          <w:rtl/>
        </w:rPr>
        <w:t xml:space="preserve">ں </w:t>
      </w:r>
      <w:r>
        <w:rPr>
          <w:rtl/>
        </w:rPr>
        <w:t>اور بعض كا انك</w:t>
      </w:r>
      <w:r>
        <w:rPr>
          <w:rFonts w:hint="eastAsia"/>
          <w:rtl/>
        </w:rPr>
        <w:t>ار</w:t>
      </w:r>
      <w:r>
        <w:rPr>
          <w:rtl/>
        </w:rPr>
        <w:t xml:space="preserve"> كر ديتے ہي</w:t>
      </w:r>
      <w:r w:rsidR="00083993">
        <w:rPr>
          <w:rtl/>
        </w:rPr>
        <w:t xml:space="preserve">ں </w:t>
      </w:r>
      <w:r>
        <w:rPr>
          <w:rtl/>
        </w:rPr>
        <w:t>_</w:t>
      </w:r>
    </w:p>
    <w:p w:rsidR="001F628F" w:rsidRDefault="001F628F" w:rsidP="001F628F">
      <w:pPr>
        <w:pStyle w:val="libNormal"/>
        <w:rPr>
          <w:rtl/>
        </w:rPr>
      </w:pPr>
      <w:r>
        <w:rPr>
          <w:rtl/>
        </w:rPr>
        <w:t>2_ظہور اسلام اور قران كے نزول كے بعد قران كو تجزيہ كرنے والے التقاطى گروہ كا پيدا ہو جانا_</w:t>
      </w:r>
    </w:p>
    <w:p w:rsidR="001F628F" w:rsidRDefault="001F628F" w:rsidP="003D00C7">
      <w:pPr>
        <w:pStyle w:val="libArabic"/>
        <w:rPr>
          <w:rtl/>
        </w:rPr>
      </w:pPr>
      <w:r>
        <w:rPr>
          <w:rFonts w:hint="eastAsia"/>
          <w:rtl/>
        </w:rPr>
        <w:t>كما</w:t>
      </w:r>
      <w:r>
        <w:rPr>
          <w:rtl/>
        </w:rPr>
        <w:t xml:space="preserve"> ا نزلنا على المقتسمين</w:t>
      </w:r>
    </w:p>
    <w:p w:rsidR="001F628F" w:rsidRDefault="001F628F" w:rsidP="001F628F">
      <w:pPr>
        <w:pStyle w:val="libNormal"/>
        <w:rPr>
          <w:rtl/>
        </w:rPr>
      </w:pPr>
      <w:r>
        <w:rPr>
          <w:rtl/>
        </w:rPr>
        <w:t>3_مسلمانو</w:t>
      </w:r>
      <w:r w:rsidR="00083993">
        <w:rPr>
          <w:rtl/>
        </w:rPr>
        <w:t xml:space="preserve">ں </w:t>
      </w:r>
      <w:r>
        <w:rPr>
          <w:rtl/>
        </w:rPr>
        <w:t>كى طرح اہل كتاب بھى قران كے مخاطبين مي</w:t>
      </w:r>
      <w:r w:rsidR="00083993">
        <w:rPr>
          <w:rtl/>
        </w:rPr>
        <w:t xml:space="preserve">ں </w:t>
      </w:r>
      <w:r>
        <w:rPr>
          <w:rtl/>
        </w:rPr>
        <w:t>سے ہي</w:t>
      </w:r>
      <w:r w:rsidR="00083993">
        <w:rPr>
          <w:rtl/>
        </w:rPr>
        <w:t xml:space="preserve">ں </w:t>
      </w:r>
      <w:r>
        <w:rPr>
          <w:rtl/>
        </w:rPr>
        <w:t>_</w:t>
      </w:r>
    </w:p>
    <w:p w:rsidR="001F628F" w:rsidRDefault="001F628F" w:rsidP="003D00C7">
      <w:pPr>
        <w:pStyle w:val="libArabic"/>
        <w:rPr>
          <w:rtl/>
        </w:rPr>
      </w:pPr>
      <w:r>
        <w:rPr>
          <w:rFonts w:hint="eastAsia"/>
          <w:rtl/>
        </w:rPr>
        <w:t>ولقد</w:t>
      </w:r>
      <w:r>
        <w:rPr>
          <w:rtl/>
        </w:rPr>
        <w:t xml:space="preserve"> ء اتينك ...و القران العظيم ...كما ا نزلنا على المقتسمين</w:t>
      </w:r>
    </w:p>
    <w:p w:rsidR="001F628F" w:rsidRDefault="001F628F" w:rsidP="001F628F">
      <w:pPr>
        <w:pStyle w:val="libNormal"/>
        <w:rPr>
          <w:rtl/>
        </w:rPr>
      </w:pPr>
      <w:r>
        <w:rPr>
          <w:rFonts w:hint="eastAsia"/>
          <w:rtl/>
        </w:rPr>
        <w:t>مندرجہ</w:t>
      </w:r>
      <w:r>
        <w:rPr>
          <w:rtl/>
        </w:rPr>
        <w:t xml:space="preserve"> بالا مطلب اس احتمال كى بنا ء پر ہے كہ جب '' ا نزلنا '' كا مفعول ايك ايسى ضمير ہو كہ جو قران كى جانب لوٹ رہى ہو اور ''المقتسمين'' سے مراد بعض شان نزول كے مطابق يہود و نصارى ہو</w:t>
      </w:r>
      <w:r w:rsidR="00083993">
        <w:rPr>
          <w:rtl/>
        </w:rPr>
        <w:t xml:space="preserve">ں </w:t>
      </w:r>
      <w:r>
        <w:rPr>
          <w:rtl/>
        </w:rPr>
        <w:t>(روح المعانى )</w:t>
      </w:r>
    </w:p>
    <w:p w:rsidR="003D00C7" w:rsidRDefault="001F628F" w:rsidP="003D00C7">
      <w:pPr>
        <w:pStyle w:val="libNormal"/>
        <w:rPr>
          <w:rtl/>
        </w:rPr>
      </w:pPr>
      <w:r>
        <w:rPr>
          <w:rtl/>
        </w:rPr>
        <w:t>4_دين مي</w:t>
      </w:r>
      <w:r w:rsidR="00083993">
        <w:rPr>
          <w:rtl/>
        </w:rPr>
        <w:t xml:space="preserve">ں </w:t>
      </w:r>
      <w:r>
        <w:rPr>
          <w:rtl/>
        </w:rPr>
        <w:t>التقاط ( دين كے كچھ حصے كو قبول كرنا اور كچھ كا انكار كرنا ) ايك ايسا بڑا گناہ ہے جو عذاب</w:t>
      </w:r>
      <w:r w:rsidR="003D00C7" w:rsidRPr="003D00C7">
        <w:rPr>
          <w:rFonts w:hint="eastAsia"/>
          <w:rtl/>
        </w:rPr>
        <w:t xml:space="preserve"> </w:t>
      </w:r>
      <w:r w:rsidR="003D00C7">
        <w:rPr>
          <w:rFonts w:hint="eastAsia"/>
          <w:rtl/>
        </w:rPr>
        <w:t>الہى</w:t>
      </w:r>
      <w:r w:rsidR="003D00C7">
        <w:rPr>
          <w:rtl/>
        </w:rPr>
        <w:t xml:space="preserve"> كا پيش خيمہ بنتا ہے_</w:t>
      </w:r>
      <w:r w:rsidR="003D00C7" w:rsidRPr="003D00C7">
        <w:rPr>
          <w:rStyle w:val="libArabicChar"/>
          <w:rFonts w:hint="eastAsia"/>
          <w:rtl/>
        </w:rPr>
        <w:t>كما</w:t>
      </w:r>
      <w:r w:rsidR="003D00C7" w:rsidRPr="003D00C7">
        <w:rPr>
          <w:rStyle w:val="libArabicChar"/>
          <w:rtl/>
        </w:rPr>
        <w:t xml:space="preserve"> ا نزلنا على المقتسمين</w:t>
      </w:r>
    </w:p>
    <w:p w:rsidR="003D00C7" w:rsidRDefault="001E7F9D" w:rsidP="00F73EDE">
      <w:pPr>
        <w:pStyle w:val="libPoemTini"/>
        <w:rPr>
          <w:rtl/>
        </w:rPr>
      </w:pPr>
      <w:r>
        <w:rPr>
          <w:rtl/>
        </w:rPr>
        <w:br w:type="page"/>
      </w:r>
    </w:p>
    <w:p w:rsidR="001F628F" w:rsidRDefault="001F628F" w:rsidP="001F628F">
      <w:pPr>
        <w:pStyle w:val="libNormal"/>
        <w:rPr>
          <w:rtl/>
        </w:rPr>
      </w:pPr>
      <w:r>
        <w:rPr>
          <w:rtl/>
        </w:rPr>
        <w:lastRenderedPageBreak/>
        <w:t>5_</w:t>
      </w:r>
      <w:r w:rsidRPr="003D00C7">
        <w:rPr>
          <w:rStyle w:val="libArabicChar"/>
          <w:rtl/>
        </w:rPr>
        <w:t>''عن ابن عباس سا ل رجل رسول 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را</w:t>
      </w:r>
      <w:r w:rsidRPr="003D00C7">
        <w:rPr>
          <w:rStyle w:val="libArabicChar"/>
          <w:rtl/>
        </w:rPr>
        <w:t xml:space="preserve"> </w:t>
      </w:r>
      <w:r w:rsidRPr="003D00C7">
        <w:rPr>
          <w:rStyle w:val="libArabicChar"/>
          <w:rFonts w:hint="cs"/>
          <w:rtl/>
        </w:rPr>
        <w:t>يت</w:t>
      </w:r>
      <w:r w:rsidRPr="003D00C7">
        <w:rPr>
          <w:rStyle w:val="libArabicChar"/>
          <w:rtl/>
        </w:rPr>
        <w:t xml:space="preserve"> </w:t>
      </w:r>
      <w:r w:rsidRPr="003D00C7">
        <w:rPr>
          <w:rStyle w:val="libArabicChar"/>
          <w:rFonts w:hint="cs"/>
          <w:rtl/>
        </w:rPr>
        <w:t>قول</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w:t>
      </w:r>
      <w:r w:rsidRPr="003D00C7">
        <w:rPr>
          <w:rStyle w:val="libArabicChar"/>
          <w:rFonts w:hint="cs"/>
          <w:rtl/>
        </w:rPr>
        <w:t>كما</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نز</w:t>
      </w:r>
      <w:r w:rsidRPr="003D00C7">
        <w:rPr>
          <w:rStyle w:val="libArabicChar"/>
          <w:rtl/>
        </w:rPr>
        <w:t>لنا على المقتسمين''قال: الي</w:t>
      </w:r>
      <w:r w:rsidR="00F21947" w:rsidRPr="00B2551F">
        <w:rPr>
          <w:rStyle w:val="libArabicChar"/>
          <w:rFonts w:hint="cs"/>
          <w:rtl/>
        </w:rPr>
        <w:t>ه</w:t>
      </w:r>
      <w:r w:rsidRPr="003D00C7">
        <w:rPr>
          <w:rStyle w:val="libArabicChar"/>
          <w:rFonts w:hint="cs"/>
          <w:rtl/>
        </w:rPr>
        <w:t>ود</w:t>
      </w:r>
      <w:r w:rsidRPr="003D00C7">
        <w:rPr>
          <w:rStyle w:val="libArabicChar"/>
          <w:rtl/>
        </w:rPr>
        <w:t xml:space="preserve"> </w:t>
      </w:r>
      <w:r w:rsidRPr="003D00C7">
        <w:rPr>
          <w:rStyle w:val="libArabicChar"/>
          <w:rFonts w:hint="cs"/>
          <w:rtl/>
        </w:rPr>
        <w:t>والنصا</w:t>
      </w:r>
      <w:r w:rsidRPr="003D00C7">
        <w:rPr>
          <w:rStyle w:val="libArabicChar"/>
          <w:rtl/>
        </w:rPr>
        <w:t>رى ...</w:t>
      </w:r>
      <w:r>
        <w:rPr>
          <w:rtl/>
        </w:rPr>
        <w:t xml:space="preserve">; </w:t>
      </w:r>
      <w:r w:rsidRPr="003D00C7">
        <w:rPr>
          <w:rStyle w:val="libFootnotenumChar"/>
          <w:rtl/>
        </w:rPr>
        <w:t>(1)</w:t>
      </w:r>
      <w:r>
        <w:rPr>
          <w:rtl/>
        </w:rPr>
        <w:t xml:space="preserve">حضرت ابن عباس سے منقول ہے كہ ايك شخص نے رسول خدا </w:t>
      </w:r>
      <w:r w:rsidR="00F031CD" w:rsidRPr="00F031CD">
        <w:rPr>
          <w:rStyle w:val="libAlaemChar"/>
          <w:rtl/>
        </w:rPr>
        <w:t xml:space="preserve"> صلى‌الله‌عليه‌وآله‌وسلم </w:t>
      </w:r>
      <w:r>
        <w:rPr>
          <w:rtl/>
        </w:rPr>
        <w:t xml:space="preserve"> سے سوال كيا اور كہا:اپ </w:t>
      </w:r>
      <w:r w:rsidR="00F031CD" w:rsidRPr="00F031CD">
        <w:rPr>
          <w:rStyle w:val="libAlaemChar"/>
          <w:rtl/>
        </w:rPr>
        <w:t xml:space="preserve"> صلى‌الله‌عليه‌وآله‌وسلم </w:t>
      </w:r>
      <w:r>
        <w:rPr>
          <w:rtl/>
        </w:rPr>
        <w:t xml:space="preserve"> كى خداكے قول :</w:t>
      </w:r>
      <w:r w:rsidRPr="003D00C7">
        <w:rPr>
          <w:rStyle w:val="libArabicChar"/>
          <w:rtl/>
        </w:rPr>
        <w:t>''كما ا نزلنا على المقتسمين''</w:t>
      </w:r>
      <w:r>
        <w:rPr>
          <w:rtl/>
        </w:rPr>
        <w:t xml:space="preserve"> كے بارے مي</w:t>
      </w:r>
      <w:r w:rsidR="00083993">
        <w:rPr>
          <w:rtl/>
        </w:rPr>
        <w:t xml:space="preserve">ں </w:t>
      </w:r>
      <w:r>
        <w:rPr>
          <w:rtl/>
        </w:rPr>
        <w:t xml:space="preserve">كيا رائے ہے_ ؟ انحضرت </w:t>
      </w:r>
      <w:r w:rsidR="00F031CD" w:rsidRPr="00F031CD">
        <w:rPr>
          <w:rStyle w:val="libAlaemChar"/>
          <w:rtl/>
        </w:rPr>
        <w:t xml:space="preserve"> صلى‌الله‌عليه‌وآله‌وسلم </w:t>
      </w:r>
      <w:r>
        <w:rPr>
          <w:rtl/>
        </w:rPr>
        <w:t xml:space="preserve"> نے فرمايا:(مقتسمين سے مراد)يہود و نصارى ہي</w:t>
      </w:r>
      <w:r w:rsidR="00083993">
        <w:rPr>
          <w:rtl/>
        </w:rPr>
        <w:t xml:space="preserve">ں </w:t>
      </w:r>
      <w:r>
        <w:rPr>
          <w:rtl/>
        </w:rPr>
        <w:t>_</w:t>
      </w:r>
    </w:p>
    <w:p w:rsidR="001F628F" w:rsidRDefault="001F628F" w:rsidP="003D00C7">
      <w:pPr>
        <w:pStyle w:val="libNormal"/>
        <w:rPr>
          <w:rtl/>
        </w:rPr>
      </w:pPr>
      <w:r>
        <w:rPr>
          <w:rFonts w:hint="eastAsia"/>
          <w:rtl/>
        </w:rPr>
        <w:t>اسلام</w:t>
      </w:r>
      <w:r>
        <w:rPr>
          <w:rtl/>
        </w:rPr>
        <w:t xml:space="preserve"> :</w:t>
      </w:r>
      <w:r>
        <w:rPr>
          <w:rFonts w:hint="eastAsia"/>
          <w:rtl/>
        </w:rPr>
        <w:t>تاريخ</w:t>
      </w:r>
      <w:r>
        <w:rPr>
          <w:rtl/>
        </w:rPr>
        <w:t xml:space="preserve"> صدر اسلام 1،2</w:t>
      </w:r>
    </w:p>
    <w:p w:rsidR="001F628F" w:rsidRDefault="001F628F" w:rsidP="003D00C7">
      <w:pPr>
        <w:pStyle w:val="libNormal"/>
        <w:rPr>
          <w:rtl/>
        </w:rPr>
      </w:pPr>
      <w:r>
        <w:rPr>
          <w:rFonts w:hint="eastAsia"/>
          <w:rtl/>
        </w:rPr>
        <w:t>دين</w:t>
      </w:r>
      <w:r>
        <w:rPr>
          <w:rtl/>
        </w:rPr>
        <w:t xml:space="preserve"> :</w:t>
      </w:r>
      <w:r>
        <w:rPr>
          <w:rFonts w:hint="eastAsia"/>
          <w:rtl/>
        </w:rPr>
        <w:t>دين</w:t>
      </w:r>
      <w:r>
        <w:rPr>
          <w:rtl/>
        </w:rPr>
        <w:t xml:space="preserve"> كے بعض حصے كو جھٹلانے كے اثرات 4;دين كے بعض حصے كو قبول كرنے كے اثرات 4;ديني افات كى شناخت 4</w:t>
      </w:r>
    </w:p>
    <w:p w:rsidR="001F628F" w:rsidRDefault="001F628F" w:rsidP="001F628F">
      <w:pPr>
        <w:pStyle w:val="libNormal"/>
        <w:rPr>
          <w:rtl/>
        </w:rPr>
      </w:pPr>
      <w:r>
        <w:rPr>
          <w:rFonts w:hint="eastAsia"/>
          <w:rtl/>
        </w:rPr>
        <w:t>روايت</w:t>
      </w:r>
      <w:r>
        <w:rPr>
          <w:rtl/>
        </w:rPr>
        <w:t>:5</w:t>
      </w:r>
    </w:p>
    <w:p w:rsidR="001F628F" w:rsidRDefault="001F628F" w:rsidP="003D00C7">
      <w:pPr>
        <w:pStyle w:val="libNormal"/>
        <w:rPr>
          <w:rtl/>
        </w:rPr>
      </w:pPr>
      <w:r>
        <w:rPr>
          <w:rFonts w:hint="eastAsia"/>
          <w:rtl/>
        </w:rPr>
        <w:t>عذاب</w:t>
      </w:r>
      <w:r>
        <w:rPr>
          <w:rtl/>
        </w:rPr>
        <w:t xml:space="preserve"> :</w:t>
      </w:r>
      <w:r>
        <w:rPr>
          <w:rFonts w:hint="eastAsia"/>
          <w:rtl/>
        </w:rPr>
        <w:t>اہل</w:t>
      </w:r>
      <w:r>
        <w:rPr>
          <w:rtl/>
        </w:rPr>
        <w:t xml:space="preserve"> عذاب 1;عذاب كا پيش خيمہ 4</w:t>
      </w:r>
    </w:p>
    <w:p w:rsidR="001F628F" w:rsidRDefault="001F628F" w:rsidP="001F628F">
      <w:pPr>
        <w:pStyle w:val="libNormal"/>
        <w:rPr>
          <w:rtl/>
        </w:rPr>
      </w:pPr>
      <w:r>
        <w:rPr>
          <w:rFonts w:hint="eastAsia"/>
          <w:rtl/>
        </w:rPr>
        <w:t>عيسائي</w:t>
      </w:r>
      <w:r>
        <w:rPr>
          <w:rtl/>
        </w:rPr>
        <w:t xml:space="preserve"> :5</w:t>
      </w:r>
    </w:p>
    <w:p w:rsidR="001F628F" w:rsidRDefault="001F628F" w:rsidP="003D00C7">
      <w:pPr>
        <w:pStyle w:val="libNormal"/>
        <w:rPr>
          <w:rtl/>
        </w:rPr>
      </w:pPr>
      <w:r>
        <w:rPr>
          <w:rFonts w:hint="eastAsia"/>
          <w:rtl/>
        </w:rPr>
        <w:t>قران</w:t>
      </w:r>
      <w:r>
        <w:rPr>
          <w:rtl/>
        </w:rPr>
        <w:t xml:space="preserve"> :</w:t>
      </w:r>
      <w:r>
        <w:rPr>
          <w:rFonts w:hint="eastAsia"/>
          <w:rtl/>
        </w:rPr>
        <w:t>صدر</w:t>
      </w:r>
      <w:r>
        <w:rPr>
          <w:rtl/>
        </w:rPr>
        <w:t xml:space="preserve"> اسلام مي</w:t>
      </w:r>
      <w:r w:rsidR="00083993">
        <w:rPr>
          <w:rtl/>
        </w:rPr>
        <w:t xml:space="preserve">ں </w:t>
      </w:r>
      <w:r>
        <w:rPr>
          <w:rtl/>
        </w:rPr>
        <w:t>قران كو تجزيہ كرنے والے 2 ; قران كو تجزيہ كرنے والو</w:t>
      </w:r>
      <w:r w:rsidR="00083993">
        <w:rPr>
          <w:rtl/>
        </w:rPr>
        <w:t xml:space="preserve">ں </w:t>
      </w:r>
      <w:r>
        <w:rPr>
          <w:rtl/>
        </w:rPr>
        <w:t>كا عذاب 1 ; قران اور اہل كتاب 3;قران كو تجزيہ كرنے والے 5; قران كے مخاطبين 3</w:t>
      </w:r>
    </w:p>
    <w:p w:rsidR="001F628F" w:rsidRDefault="001F628F" w:rsidP="001F628F">
      <w:pPr>
        <w:pStyle w:val="libNormal"/>
        <w:rPr>
          <w:rtl/>
        </w:rPr>
      </w:pPr>
      <w:r>
        <w:rPr>
          <w:rFonts w:hint="eastAsia"/>
          <w:rtl/>
        </w:rPr>
        <w:t>گناہان</w:t>
      </w:r>
      <w:r>
        <w:rPr>
          <w:rtl/>
        </w:rPr>
        <w:t xml:space="preserve"> كبيرہ :4</w:t>
      </w:r>
    </w:p>
    <w:p w:rsidR="001F628F" w:rsidRDefault="001F628F" w:rsidP="003D00C7">
      <w:pPr>
        <w:pStyle w:val="libNormal"/>
        <w:rPr>
          <w:rtl/>
        </w:rPr>
      </w:pPr>
      <w:r>
        <w:rPr>
          <w:rFonts w:hint="eastAsia"/>
          <w:rtl/>
        </w:rPr>
        <w:t>مقتسمين</w:t>
      </w:r>
      <w:r>
        <w:rPr>
          <w:rtl/>
        </w:rPr>
        <w:t xml:space="preserve"> :</w:t>
      </w:r>
      <w:r>
        <w:rPr>
          <w:rFonts w:hint="eastAsia"/>
          <w:rtl/>
        </w:rPr>
        <w:t>مقتسمين</w:t>
      </w:r>
      <w:r>
        <w:rPr>
          <w:rtl/>
        </w:rPr>
        <w:t xml:space="preserve"> سے مراد 5</w:t>
      </w:r>
      <w:r w:rsidR="003D00C7">
        <w:rPr>
          <w:rFonts w:hint="cs"/>
          <w:rtl/>
        </w:rPr>
        <w:t>//</w:t>
      </w:r>
      <w:r>
        <w:rPr>
          <w:rFonts w:hint="eastAsia"/>
          <w:rtl/>
        </w:rPr>
        <w:t>يہود</w:t>
      </w:r>
      <w:r>
        <w:rPr>
          <w:rtl/>
        </w:rPr>
        <w:t xml:space="preserve"> :5</w:t>
      </w:r>
    </w:p>
    <w:p w:rsidR="001F628F" w:rsidRPr="00120F63" w:rsidRDefault="003D00C7" w:rsidP="003D00C7">
      <w:pPr>
        <w:pStyle w:val="Heading2Center"/>
        <w:rPr>
          <w:rtl/>
        </w:rPr>
      </w:pPr>
      <w:bookmarkStart w:id="137" w:name="_Toc28081815"/>
      <w:r>
        <w:rPr>
          <w:rFonts w:hint="cs"/>
          <w:rtl/>
        </w:rPr>
        <w:t xml:space="preserve">آیت </w:t>
      </w:r>
      <w:r w:rsidRPr="00120F63">
        <w:rPr>
          <w:rFonts w:hint="cs"/>
          <w:rtl/>
        </w:rPr>
        <w:t>91</w:t>
      </w:r>
      <w:bookmarkEnd w:id="137"/>
    </w:p>
    <w:p w:rsidR="001F628F" w:rsidRDefault="00E260F9" w:rsidP="003D00C7">
      <w:pPr>
        <w:pStyle w:val="libNormal"/>
        <w:rPr>
          <w:rtl/>
        </w:rPr>
      </w:pPr>
      <w:r w:rsidRPr="00E260F9">
        <w:rPr>
          <w:rStyle w:val="libAlaemChar"/>
          <w:rFonts w:hint="eastAsia"/>
          <w:rtl/>
        </w:rPr>
        <w:t>(</w:t>
      </w:r>
      <w:r w:rsidRPr="003D00C7">
        <w:rPr>
          <w:rStyle w:val="libAieChar"/>
          <w:rFonts w:hint="eastAsia"/>
          <w:rtl/>
        </w:rPr>
        <w:t>الَّذِينَ</w:t>
      </w:r>
      <w:r w:rsidRPr="003D00C7">
        <w:rPr>
          <w:rStyle w:val="libAieChar"/>
          <w:rtl/>
        </w:rPr>
        <w:t xml:space="preserve"> جَعَلُوا الْقُرْآنَ عِضِينَ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w:t>
      </w:r>
      <w:r>
        <w:rPr>
          <w:rtl/>
        </w:rPr>
        <w:t xml:space="preserve"> لوگو</w:t>
      </w:r>
      <w:r w:rsidR="00083993">
        <w:rPr>
          <w:rtl/>
        </w:rPr>
        <w:t xml:space="preserve">ں </w:t>
      </w:r>
      <w:r>
        <w:rPr>
          <w:rtl/>
        </w:rPr>
        <w:t>نے قرآن كو ٹكڑے كرديا ہے _</w:t>
      </w:r>
    </w:p>
    <w:p w:rsidR="001F628F" w:rsidRDefault="001F628F" w:rsidP="001F628F">
      <w:pPr>
        <w:pStyle w:val="libNormal"/>
        <w:rPr>
          <w:rtl/>
        </w:rPr>
      </w:pPr>
      <w:r>
        <w:rPr>
          <w:rtl/>
        </w:rPr>
        <w:t>1_يہود اور نصارى كا نزول قران اور ظہور اسلام كے بعد ،التقاط ( دين كے كچھ حصے كو قبول كرنے اور كچھ كا انكار كرنے ) كى طرف رجحان ہو گيا تھا اور وہ قران كى بعض ايات پر ايمان لاتے تھے اور بعض كا انكار كرتے تھے_</w:t>
      </w:r>
    </w:p>
    <w:p w:rsidR="003D00C7" w:rsidRDefault="003D00C7" w:rsidP="003D00C7">
      <w:pPr>
        <w:pStyle w:val="libArabic"/>
        <w:rPr>
          <w:rtl/>
        </w:rPr>
      </w:pPr>
      <w:r>
        <w:rPr>
          <w:rFonts w:hint="eastAsia"/>
          <w:rtl/>
        </w:rPr>
        <w:t>الذين</w:t>
      </w:r>
      <w:r>
        <w:rPr>
          <w:rtl/>
        </w:rPr>
        <w:t xml:space="preserve"> جعلوا ال</w:t>
      </w:r>
      <w:r w:rsidR="00B579BA" w:rsidRPr="00B579BA">
        <w:rPr>
          <w:rtl/>
        </w:rPr>
        <w:t xml:space="preserve">قرآن </w:t>
      </w:r>
      <w:r>
        <w:rPr>
          <w:rtl/>
        </w:rPr>
        <w:t>عضين</w:t>
      </w:r>
    </w:p>
    <w:p w:rsidR="003D00C7" w:rsidRPr="003D00C7" w:rsidRDefault="003D00C7" w:rsidP="003D00C7">
      <w:pPr>
        <w:pStyle w:val="libNormal"/>
        <w:rPr>
          <w:rtl/>
        </w:rPr>
      </w:pPr>
      <w:r>
        <w:rPr>
          <w:rtl/>
        </w:rPr>
        <w:t>''عضين ''،''عضة'' كى جمع ہے_ جس كا معنى جز ہے _اور معارف دين كو قبول كرنے ميں تجزيہ (جز جز كرنا) اہل كتاب كى</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1)الدرالمنثور ،ج5،ص98_</w:t>
      </w:r>
    </w:p>
    <w:p w:rsidR="003D00C7" w:rsidRDefault="001E7F9D" w:rsidP="00F73EDE">
      <w:pPr>
        <w:pStyle w:val="libPoemTini"/>
        <w:rPr>
          <w:rtl/>
        </w:rPr>
      </w:pPr>
      <w:r>
        <w:rPr>
          <w:rtl/>
        </w:rPr>
        <w:br w:type="page"/>
      </w:r>
    </w:p>
    <w:p w:rsidR="001F628F" w:rsidRDefault="001F628F" w:rsidP="001F628F">
      <w:pPr>
        <w:pStyle w:val="libNormal"/>
        <w:rPr>
          <w:rtl/>
        </w:rPr>
      </w:pPr>
      <w:r>
        <w:rPr>
          <w:rtl/>
        </w:rPr>
        <w:lastRenderedPageBreak/>
        <w:t>عادت ہے چونكہ كفار اور مشركين اصل ديانت كو ہى قبول نہي</w:t>
      </w:r>
      <w:r w:rsidR="00083993">
        <w:rPr>
          <w:rtl/>
        </w:rPr>
        <w:t xml:space="preserve">ں </w:t>
      </w:r>
      <w:r>
        <w:rPr>
          <w:rtl/>
        </w:rPr>
        <w:t xml:space="preserve">كرتے تھے ;جيسا كہ خداوند متعال نے اہل كتاب كواسى صفت كے ساتھ ياد كيا ہے :'' </w:t>
      </w:r>
      <w:r w:rsidRPr="003D00C7">
        <w:rPr>
          <w:rStyle w:val="libArabicChar"/>
          <w:rtl/>
        </w:rPr>
        <w:t>...ويقولون نئوم</w:t>
      </w:r>
      <w:r w:rsidRPr="003D00C7">
        <w:rPr>
          <w:rStyle w:val="libArabicChar"/>
          <w:rFonts w:hint="eastAsia"/>
          <w:rtl/>
        </w:rPr>
        <w:t>ن</w:t>
      </w:r>
      <w:r w:rsidRPr="003D00C7">
        <w:rPr>
          <w:rStyle w:val="libArabicChar"/>
          <w:rtl/>
        </w:rPr>
        <w:t xml:space="preserve"> ببعض و نكفر ببعض ...''</w:t>
      </w:r>
      <w:r>
        <w:rPr>
          <w:rtl/>
        </w:rPr>
        <w:t>(سورہ نسا ء ،ايت 150)</w:t>
      </w:r>
    </w:p>
    <w:p w:rsidR="001F628F" w:rsidRDefault="001F628F" w:rsidP="001F628F">
      <w:pPr>
        <w:pStyle w:val="libNormal"/>
        <w:rPr>
          <w:rtl/>
        </w:rPr>
      </w:pPr>
      <w:r>
        <w:rPr>
          <w:rtl/>
        </w:rPr>
        <w:t>2_ كفار قريش ، قران كے نزول اور ظہور اسلام كے بعد قران كى ايات كو چند قسمو</w:t>
      </w:r>
      <w:r w:rsidR="00083993">
        <w:rPr>
          <w:rtl/>
        </w:rPr>
        <w:t xml:space="preserve">ں </w:t>
      </w:r>
      <w:r>
        <w:rPr>
          <w:rtl/>
        </w:rPr>
        <w:t>مي</w:t>
      </w:r>
      <w:r w:rsidR="00083993">
        <w:rPr>
          <w:rtl/>
        </w:rPr>
        <w:t xml:space="preserve">ں </w:t>
      </w:r>
      <w:r>
        <w:rPr>
          <w:rtl/>
        </w:rPr>
        <w:t>تقسيم كر كے ہر قسم كاتہمت و افتراء اور دوسرے مختلف حيلو</w:t>
      </w:r>
      <w:r w:rsidR="00083993">
        <w:rPr>
          <w:rtl/>
        </w:rPr>
        <w:t xml:space="preserve">ں </w:t>
      </w:r>
      <w:r>
        <w:rPr>
          <w:rtl/>
        </w:rPr>
        <w:t>و بہانو</w:t>
      </w:r>
      <w:r w:rsidR="00083993">
        <w:rPr>
          <w:rtl/>
        </w:rPr>
        <w:t xml:space="preserve">ں </w:t>
      </w:r>
      <w:r>
        <w:rPr>
          <w:rtl/>
        </w:rPr>
        <w:t>كے ساتھ مذاق اُڑايا كرتے اور اُس كا انكار كرتے تھے_</w:t>
      </w:r>
    </w:p>
    <w:p w:rsidR="001F628F" w:rsidRDefault="001F628F" w:rsidP="003D00C7">
      <w:pPr>
        <w:pStyle w:val="libArabic"/>
        <w:rPr>
          <w:rtl/>
        </w:rPr>
      </w:pPr>
      <w:r>
        <w:rPr>
          <w:rFonts w:hint="eastAsia"/>
          <w:rtl/>
        </w:rPr>
        <w:t>المقتسمين</w:t>
      </w:r>
      <w:r>
        <w:rPr>
          <w:rtl/>
        </w:rPr>
        <w:t xml:space="preserve"> _الذين جعلوا ال</w:t>
      </w:r>
      <w:r w:rsidR="00B579BA" w:rsidRPr="00B579BA">
        <w:rPr>
          <w:rtl/>
        </w:rPr>
        <w:t xml:space="preserve">قرآن </w:t>
      </w:r>
      <w:r>
        <w:rPr>
          <w:rtl/>
        </w:rPr>
        <w:t>عضين</w:t>
      </w:r>
    </w:p>
    <w:p w:rsidR="001F628F" w:rsidRDefault="001F628F" w:rsidP="001F628F">
      <w:pPr>
        <w:pStyle w:val="libNormal"/>
        <w:rPr>
          <w:rtl/>
        </w:rPr>
      </w:pPr>
      <w:r>
        <w:rPr>
          <w:rFonts w:hint="eastAsia"/>
          <w:rtl/>
        </w:rPr>
        <w:t>يہ</w:t>
      </w:r>
      <w:r>
        <w:rPr>
          <w:rtl/>
        </w:rPr>
        <w:t xml:space="preserve"> مطلب اس بات پر مبنى ہے كہ جب اس ايت اور اس سے پہلے والى ايت سے كفار قريش مراد ہو</w:t>
      </w:r>
      <w:r w:rsidR="00083993">
        <w:rPr>
          <w:rtl/>
        </w:rPr>
        <w:t xml:space="preserve">ں </w:t>
      </w:r>
      <w:r>
        <w:rPr>
          <w:rtl/>
        </w:rPr>
        <w:t>جيسا كہ ان كے شان نزول مي</w:t>
      </w:r>
      <w:r w:rsidR="00083993">
        <w:rPr>
          <w:rtl/>
        </w:rPr>
        <w:t xml:space="preserve">ں </w:t>
      </w:r>
      <w:r>
        <w:rPr>
          <w:rtl/>
        </w:rPr>
        <w:t>ايا ہے_اور وہ سب كے سب (تقريباً 16 افراد )مختلف طريقو</w:t>
      </w:r>
      <w:r w:rsidR="00083993">
        <w:rPr>
          <w:rtl/>
        </w:rPr>
        <w:t xml:space="preserve">ں </w:t>
      </w:r>
      <w:r>
        <w:rPr>
          <w:rtl/>
        </w:rPr>
        <w:t>سے ہلاك ہوئے ہي</w:t>
      </w:r>
      <w:r w:rsidR="00083993">
        <w:rPr>
          <w:rtl/>
        </w:rPr>
        <w:t xml:space="preserve">ں </w:t>
      </w:r>
      <w:r>
        <w:rPr>
          <w:rtl/>
        </w:rPr>
        <w:t>_</w:t>
      </w:r>
    </w:p>
    <w:p w:rsidR="001F628F" w:rsidRDefault="001F628F" w:rsidP="003D00C7">
      <w:pPr>
        <w:pStyle w:val="libNormal"/>
        <w:rPr>
          <w:rtl/>
        </w:rPr>
      </w:pPr>
      <w:r>
        <w:rPr>
          <w:rtl/>
        </w:rPr>
        <w:t>3_اسلام اور قرانى معارف و تعليمات، باہم مربوط ومرتبط اورايك دوسرے سے جدا نہ ہونے والا ناقابل تقسيم مجموعہ ہے _</w:t>
      </w:r>
      <w:r w:rsidRPr="003D00C7">
        <w:rPr>
          <w:rStyle w:val="libArabicChar"/>
          <w:rFonts w:hint="eastAsia"/>
          <w:rtl/>
        </w:rPr>
        <w:t>المقتسمين</w:t>
      </w:r>
      <w:r w:rsidRPr="003D00C7">
        <w:rPr>
          <w:rStyle w:val="libArabicChar"/>
          <w:rtl/>
        </w:rPr>
        <w:t xml:space="preserve"> _الذين جعلوا ال</w:t>
      </w:r>
      <w:r w:rsidR="00B579BA" w:rsidRPr="00B579BA">
        <w:rPr>
          <w:rStyle w:val="libArabicChar"/>
          <w:rtl/>
        </w:rPr>
        <w:t xml:space="preserve">قرآن </w:t>
      </w:r>
      <w:r w:rsidRPr="003D00C7">
        <w:rPr>
          <w:rStyle w:val="libArabicChar"/>
          <w:rtl/>
        </w:rPr>
        <w:t>عضين</w:t>
      </w:r>
    </w:p>
    <w:p w:rsidR="001F628F" w:rsidRDefault="001F628F" w:rsidP="001F628F">
      <w:pPr>
        <w:pStyle w:val="libNormal"/>
        <w:rPr>
          <w:rtl/>
        </w:rPr>
      </w:pPr>
      <w:r>
        <w:rPr>
          <w:rtl/>
        </w:rPr>
        <w:t>4_اسلام وقران كے پورے مجموعے پر ايمان لانا ضرورى اور ہر قسم كے تجزيہ و التقاط سے پرہيز لازمى ہے_</w:t>
      </w:r>
    </w:p>
    <w:p w:rsidR="001F628F" w:rsidRDefault="001F628F" w:rsidP="003D00C7">
      <w:pPr>
        <w:pStyle w:val="libArabic"/>
        <w:rPr>
          <w:rtl/>
        </w:rPr>
      </w:pPr>
      <w:r>
        <w:rPr>
          <w:rFonts w:hint="eastAsia"/>
          <w:rtl/>
        </w:rPr>
        <w:t>المقتسمين</w:t>
      </w:r>
      <w:r>
        <w:rPr>
          <w:rtl/>
        </w:rPr>
        <w:t xml:space="preserve"> _الذين جعلوا ال</w:t>
      </w:r>
      <w:r w:rsidR="00B579BA" w:rsidRPr="00B579BA">
        <w:rPr>
          <w:rtl/>
        </w:rPr>
        <w:t xml:space="preserve">قرآن </w:t>
      </w:r>
      <w:r>
        <w:rPr>
          <w:rtl/>
        </w:rPr>
        <w:t>عضين</w:t>
      </w:r>
    </w:p>
    <w:p w:rsidR="001F628F" w:rsidRDefault="001F628F" w:rsidP="001F628F">
      <w:pPr>
        <w:pStyle w:val="libNormal"/>
        <w:rPr>
          <w:rtl/>
        </w:rPr>
      </w:pPr>
      <w:r>
        <w:rPr>
          <w:rtl/>
        </w:rPr>
        <w:t>5_</w:t>
      </w:r>
      <w:r w:rsidRPr="003D00C7">
        <w:rPr>
          <w:rStyle w:val="libArabicChar"/>
          <w:rtl/>
        </w:rPr>
        <w:t>''عن ابن عباس قال: سا ل رجل رسول 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 ...</w:t>
      </w:r>
      <w:r w:rsidRPr="003D00C7">
        <w:rPr>
          <w:rStyle w:val="libArabicChar"/>
          <w:rFonts w:hint="cs"/>
          <w:rtl/>
        </w:rPr>
        <w:t>الذين</w:t>
      </w:r>
      <w:r w:rsidRPr="003D00C7">
        <w:rPr>
          <w:rStyle w:val="libArabicChar"/>
          <w:rtl/>
        </w:rPr>
        <w:t xml:space="preserve"> </w:t>
      </w:r>
      <w:r w:rsidRPr="003D00C7">
        <w:rPr>
          <w:rStyle w:val="libArabicChar"/>
          <w:rFonts w:hint="cs"/>
          <w:rtl/>
        </w:rPr>
        <w:t>جعلوا</w:t>
      </w:r>
      <w:r w:rsidRPr="003D00C7">
        <w:rPr>
          <w:rStyle w:val="libArabicChar"/>
          <w:rtl/>
        </w:rPr>
        <w:t xml:space="preserve"> </w:t>
      </w:r>
      <w:r w:rsidRPr="003D00C7">
        <w:rPr>
          <w:rStyle w:val="libArabicChar"/>
          <w:rFonts w:hint="cs"/>
          <w:rtl/>
        </w:rPr>
        <w:t>ال</w:t>
      </w:r>
      <w:r w:rsidR="00B579BA" w:rsidRPr="00B579BA">
        <w:rPr>
          <w:rStyle w:val="libArabicChar"/>
          <w:rFonts w:hint="cs"/>
          <w:rtl/>
        </w:rPr>
        <w:t xml:space="preserve">قرآن </w:t>
      </w:r>
      <w:r w:rsidRPr="003D00C7">
        <w:rPr>
          <w:rStyle w:val="libArabicChar"/>
          <w:rFonts w:hint="cs"/>
          <w:rtl/>
        </w:rPr>
        <w:t>عضين</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امنوا</w:t>
      </w:r>
      <w:r w:rsidRPr="003D00C7">
        <w:rPr>
          <w:rStyle w:val="libArabicChar"/>
          <w:rtl/>
        </w:rPr>
        <w:t xml:space="preserve"> </w:t>
      </w:r>
      <w:r w:rsidRPr="003D00C7">
        <w:rPr>
          <w:rStyle w:val="libArabicChar"/>
          <w:rFonts w:hint="cs"/>
          <w:rtl/>
        </w:rPr>
        <w:t>ببعض</w:t>
      </w:r>
      <w:r w:rsidRPr="003D00C7">
        <w:rPr>
          <w:rStyle w:val="libArabicChar"/>
          <w:rtl/>
        </w:rPr>
        <w:t xml:space="preserve"> </w:t>
      </w:r>
      <w:r w:rsidRPr="003D00C7">
        <w:rPr>
          <w:rStyle w:val="libArabicChar"/>
          <w:rFonts w:hint="cs"/>
          <w:rtl/>
        </w:rPr>
        <w:t>وكفروا</w:t>
      </w:r>
      <w:r w:rsidRPr="003D00C7">
        <w:rPr>
          <w:rStyle w:val="libArabicChar"/>
          <w:rtl/>
        </w:rPr>
        <w:t xml:space="preserve"> </w:t>
      </w:r>
      <w:r w:rsidRPr="003D00C7">
        <w:rPr>
          <w:rStyle w:val="libArabicChar"/>
          <w:rFonts w:hint="cs"/>
          <w:rtl/>
        </w:rPr>
        <w:t>ببعض</w:t>
      </w:r>
      <w:r w:rsidRPr="003D00C7">
        <w:rPr>
          <w:rStyle w:val="libArabicChar"/>
          <w:rtl/>
        </w:rPr>
        <w:t>;</w:t>
      </w:r>
      <w:r w:rsidRPr="00E533DF">
        <w:rPr>
          <w:rStyle w:val="libFootnotenumChar"/>
          <w:rtl/>
        </w:rPr>
        <w:t>(1)</w:t>
      </w:r>
      <w:r>
        <w:rPr>
          <w:rtl/>
        </w:rPr>
        <w:t xml:space="preserve">حضرت ابن عباس سے منقول ہے كہ ايك شخص نے حضرت رسول خدا </w:t>
      </w:r>
      <w:r w:rsidR="00F031CD" w:rsidRPr="00F031CD">
        <w:rPr>
          <w:rStyle w:val="libAlaemChar"/>
          <w:rtl/>
        </w:rPr>
        <w:t xml:space="preserve"> صلى‌الله‌عليه‌وآله‌وسلم </w:t>
      </w:r>
      <w:r>
        <w:rPr>
          <w:rtl/>
        </w:rPr>
        <w:t xml:space="preserve"> سے خداوندمتعال كے فرمان :'' الذين جعلوا القرء ان عضين '' كے بارے مي</w:t>
      </w:r>
      <w:r w:rsidR="00083993">
        <w:rPr>
          <w:rtl/>
        </w:rPr>
        <w:t xml:space="preserve">ں </w:t>
      </w:r>
      <w:r>
        <w:rPr>
          <w:rtl/>
        </w:rPr>
        <w:t xml:space="preserve">سوال كيا تو انحضرت </w:t>
      </w:r>
      <w:r w:rsidR="00F031CD" w:rsidRPr="00F031CD">
        <w:rPr>
          <w:rStyle w:val="libAlaemChar"/>
          <w:rtl/>
        </w:rPr>
        <w:t xml:space="preserve"> صلى‌الله‌عليه‌وآله‌وسلم </w:t>
      </w:r>
      <w:r>
        <w:rPr>
          <w:rtl/>
        </w:rPr>
        <w:t xml:space="preserve"> نے فرمايا :قران كے بعض حصو</w:t>
      </w:r>
      <w:r w:rsidR="00083993">
        <w:rPr>
          <w:rtl/>
        </w:rPr>
        <w:t xml:space="preserve">ں </w:t>
      </w:r>
      <w:r>
        <w:rPr>
          <w:rtl/>
        </w:rPr>
        <w:t>پر ايمان لے اتے ہي</w:t>
      </w:r>
      <w:r w:rsidR="00083993">
        <w:rPr>
          <w:rtl/>
        </w:rPr>
        <w:t xml:space="preserve">ں </w:t>
      </w:r>
      <w:r>
        <w:rPr>
          <w:rtl/>
        </w:rPr>
        <w:t>اور بعض كے منكر ہو جاتے ہي</w:t>
      </w:r>
      <w:r w:rsidR="00083993">
        <w:rPr>
          <w:rtl/>
        </w:rPr>
        <w:t xml:space="preserve">ں </w:t>
      </w:r>
      <w:r>
        <w:rPr>
          <w:rtl/>
        </w:rPr>
        <w:t>_</w:t>
      </w:r>
    </w:p>
    <w:p w:rsidR="001F628F" w:rsidRDefault="001F628F" w:rsidP="001F628F">
      <w:pPr>
        <w:pStyle w:val="libNormal"/>
        <w:rPr>
          <w:rtl/>
        </w:rPr>
      </w:pPr>
      <w:r>
        <w:rPr>
          <w:rtl/>
        </w:rPr>
        <w:t>6_</w:t>
      </w:r>
      <w:r w:rsidRPr="003D00C7">
        <w:rPr>
          <w:rStyle w:val="libArabicChar"/>
          <w:rtl/>
        </w:rPr>
        <w:t>''عن ا بى جعفر</w:t>
      </w:r>
      <w:r w:rsidR="00367F17" w:rsidRPr="00367F17">
        <w:rPr>
          <w:rStyle w:val="libAlaemChar"/>
          <w:rtl/>
        </w:rPr>
        <w:t xml:space="preserve"> عليه‌السلام </w:t>
      </w:r>
      <w:r w:rsidRPr="003D00C7">
        <w:rPr>
          <w:rStyle w:val="libArabicChar"/>
          <w:rtl/>
        </w:rPr>
        <w:t xml:space="preserve"> و ا بى عبدالله </w:t>
      </w:r>
      <w:r w:rsidR="00367F17" w:rsidRPr="00367F17">
        <w:rPr>
          <w:rStyle w:val="libAlaemChar"/>
          <w:rtl/>
        </w:rPr>
        <w:t xml:space="preserve"> عليه‌السلام </w:t>
      </w:r>
      <w:r w:rsidRPr="003D00C7">
        <w:rPr>
          <w:rStyle w:val="libArabicChar"/>
          <w:rtl/>
        </w:rPr>
        <w:t xml:space="preserve"> عن قول</w:t>
      </w:r>
      <w:r w:rsidR="00120F63" w:rsidRPr="00B2551F">
        <w:rPr>
          <w:rStyle w:val="libArabicChar"/>
          <w:rFonts w:hint="cs"/>
          <w:rtl/>
        </w:rPr>
        <w:t>ه</w:t>
      </w:r>
      <w:r w:rsidRPr="003D00C7">
        <w:rPr>
          <w:rStyle w:val="libArabicChar"/>
          <w:rtl/>
        </w:rPr>
        <w:t>:''</w:t>
      </w:r>
      <w:r w:rsidRPr="003D00C7">
        <w:rPr>
          <w:rStyle w:val="libArabicChar"/>
          <w:rFonts w:hint="cs"/>
          <w:rtl/>
        </w:rPr>
        <w:t>الذين</w:t>
      </w:r>
      <w:r w:rsidRPr="003D00C7">
        <w:rPr>
          <w:rStyle w:val="libArabicChar"/>
          <w:rtl/>
        </w:rPr>
        <w:t xml:space="preserve"> </w:t>
      </w:r>
      <w:r w:rsidRPr="003D00C7">
        <w:rPr>
          <w:rStyle w:val="libArabicChar"/>
          <w:rFonts w:hint="cs"/>
          <w:rtl/>
        </w:rPr>
        <w:t>جعلوا</w:t>
      </w:r>
      <w:r w:rsidRPr="003D00C7">
        <w:rPr>
          <w:rStyle w:val="libArabicChar"/>
          <w:rtl/>
        </w:rPr>
        <w:t xml:space="preserve"> </w:t>
      </w:r>
      <w:r w:rsidRPr="003D00C7">
        <w:rPr>
          <w:rStyle w:val="libArabicChar"/>
          <w:rFonts w:hint="cs"/>
          <w:rtl/>
        </w:rPr>
        <w:t>ال</w:t>
      </w:r>
      <w:r w:rsidR="00B579BA" w:rsidRPr="00B579BA">
        <w:rPr>
          <w:rStyle w:val="libArabicChar"/>
          <w:rFonts w:hint="cs"/>
          <w:rtl/>
        </w:rPr>
        <w:t xml:space="preserve">قرآن </w:t>
      </w:r>
      <w:r w:rsidRPr="003D00C7">
        <w:rPr>
          <w:rStyle w:val="libArabicChar"/>
          <w:rFonts w:hint="cs"/>
          <w:rtl/>
        </w:rPr>
        <w:t>عضين</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00F21947" w:rsidRPr="00B2551F">
        <w:rPr>
          <w:rStyle w:val="libArabicChar"/>
          <w:rFonts w:hint="cs"/>
          <w:rtl/>
        </w:rPr>
        <w:t>ه</w:t>
      </w:r>
      <w:r w:rsidRPr="003D00C7">
        <w:rPr>
          <w:rStyle w:val="libArabicChar"/>
          <w:rFonts w:hint="cs"/>
          <w:rtl/>
        </w:rPr>
        <w:t>م</w:t>
      </w:r>
      <w:r w:rsidRPr="003D00C7">
        <w:rPr>
          <w:rStyle w:val="libArabicChar"/>
          <w:rtl/>
        </w:rPr>
        <w:t xml:space="preserve"> </w:t>
      </w:r>
      <w:r w:rsidRPr="003D00C7">
        <w:rPr>
          <w:rStyle w:val="libArabicChar"/>
          <w:rFonts w:hint="cs"/>
          <w:rtl/>
        </w:rPr>
        <w:t>قريش</w:t>
      </w:r>
      <w:r w:rsidRPr="003D00C7">
        <w:rPr>
          <w:rStyle w:val="libArabicChar"/>
          <w:rtl/>
        </w:rPr>
        <w:t xml:space="preserve">; </w:t>
      </w:r>
      <w:r w:rsidRPr="00E533DF">
        <w:rPr>
          <w:rStyle w:val="libFootnotenumChar"/>
          <w:rtl/>
        </w:rPr>
        <w:t>(2)</w:t>
      </w:r>
      <w:r>
        <w:rPr>
          <w:rtl/>
        </w:rPr>
        <w:t>حضرت امام باقراور امام صادق عليھما السلام سے خدا وند متعال كے كلام :</w:t>
      </w:r>
      <w:r w:rsidRPr="003D00C7">
        <w:rPr>
          <w:rStyle w:val="libArabicChar"/>
          <w:rtl/>
        </w:rPr>
        <w:t>'' الذين جعلوا ال</w:t>
      </w:r>
      <w:r w:rsidR="00B579BA" w:rsidRPr="00B579BA">
        <w:rPr>
          <w:rStyle w:val="libArabicChar"/>
          <w:rtl/>
        </w:rPr>
        <w:t xml:space="preserve">قرآن </w:t>
      </w:r>
      <w:r w:rsidRPr="003D00C7">
        <w:rPr>
          <w:rStyle w:val="libArabicChar"/>
          <w:rtl/>
        </w:rPr>
        <w:t>عضين ''</w:t>
      </w:r>
      <w:r>
        <w:rPr>
          <w:rtl/>
        </w:rPr>
        <w:t xml:space="preserve"> كے بارے مي</w:t>
      </w:r>
      <w:r w:rsidR="00083993">
        <w:rPr>
          <w:rtl/>
        </w:rPr>
        <w:t xml:space="preserve">ں </w:t>
      </w:r>
      <w:r>
        <w:rPr>
          <w:rtl/>
        </w:rPr>
        <w:t xml:space="preserve">منقول ہے كہ اپ </w:t>
      </w:r>
      <w:r w:rsidR="00367F17" w:rsidRPr="00367F17">
        <w:rPr>
          <w:rStyle w:val="libAlaemChar"/>
          <w:rtl/>
        </w:rPr>
        <w:t xml:space="preserve"> عليه‌السلام </w:t>
      </w:r>
      <w:r>
        <w:rPr>
          <w:rtl/>
        </w:rPr>
        <w:t xml:space="preserve"> نے فرمايا:''وہ قريش تھے_''</w:t>
      </w:r>
    </w:p>
    <w:p w:rsidR="001F628F" w:rsidRDefault="001F628F" w:rsidP="001F628F">
      <w:pPr>
        <w:pStyle w:val="libNormal"/>
        <w:rPr>
          <w:rtl/>
        </w:rPr>
      </w:pPr>
      <w:r>
        <w:rPr>
          <w:rFonts w:hint="eastAsia"/>
          <w:rtl/>
        </w:rPr>
        <w:t>اسلام</w:t>
      </w:r>
      <w:r>
        <w:rPr>
          <w:rtl/>
        </w:rPr>
        <w:t xml:space="preserve"> :</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1)الدرالمنثور ،ج5،ص98_</w:t>
      </w:r>
    </w:p>
    <w:p w:rsidR="001F628F" w:rsidRDefault="001F628F" w:rsidP="003D00C7">
      <w:pPr>
        <w:pStyle w:val="libFootnote"/>
        <w:rPr>
          <w:rtl/>
        </w:rPr>
      </w:pPr>
      <w:r>
        <w:rPr>
          <w:rtl/>
        </w:rPr>
        <w:t>2) تفسيرعياشي،ج2،ص 252، ح4و ص 251 ، ح 43; نورالثقلين ، ج3،ص31،ح119_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تعليمات</w:t>
      </w:r>
      <w:r>
        <w:rPr>
          <w:rtl/>
        </w:rPr>
        <w:t xml:space="preserve"> اسلام كا باہم مرتبط ہونا 3;اسلام كا ناقابل تجزيہ ہونا 3;اسلام كو جز جز كرنے سے اجتناب 4</w:t>
      </w:r>
    </w:p>
    <w:p w:rsidR="001F628F" w:rsidRDefault="001F628F" w:rsidP="003D00C7">
      <w:pPr>
        <w:pStyle w:val="libNormal"/>
        <w:rPr>
          <w:rtl/>
        </w:rPr>
      </w:pPr>
      <w:r>
        <w:rPr>
          <w:rFonts w:hint="eastAsia"/>
          <w:rtl/>
        </w:rPr>
        <w:t>ايمان</w:t>
      </w:r>
      <w:r>
        <w:rPr>
          <w:rtl/>
        </w:rPr>
        <w:t xml:space="preserve"> :</w:t>
      </w:r>
      <w:r>
        <w:rPr>
          <w:rFonts w:hint="eastAsia"/>
          <w:rtl/>
        </w:rPr>
        <w:t>قران</w:t>
      </w:r>
      <w:r>
        <w:rPr>
          <w:rtl/>
        </w:rPr>
        <w:t xml:space="preserve"> كے بعض حصو</w:t>
      </w:r>
      <w:r w:rsidR="00083993">
        <w:rPr>
          <w:rtl/>
        </w:rPr>
        <w:t xml:space="preserve">ں </w:t>
      </w:r>
      <w:r>
        <w:rPr>
          <w:rtl/>
        </w:rPr>
        <w:t>پر ايمان 1،5</w:t>
      </w:r>
    </w:p>
    <w:p w:rsidR="001F628F" w:rsidRDefault="001F628F" w:rsidP="001F628F">
      <w:pPr>
        <w:pStyle w:val="libNormal"/>
        <w:rPr>
          <w:rtl/>
        </w:rPr>
      </w:pPr>
      <w:r>
        <w:rPr>
          <w:rFonts w:hint="eastAsia"/>
          <w:rtl/>
        </w:rPr>
        <w:t>روايت</w:t>
      </w:r>
      <w:r>
        <w:rPr>
          <w:rtl/>
        </w:rPr>
        <w:t xml:space="preserve"> :5،6</w:t>
      </w:r>
    </w:p>
    <w:p w:rsidR="001F628F" w:rsidRDefault="001F628F" w:rsidP="003D00C7">
      <w:pPr>
        <w:pStyle w:val="libNormal"/>
        <w:rPr>
          <w:rtl/>
        </w:rPr>
      </w:pPr>
      <w:r>
        <w:rPr>
          <w:rFonts w:hint="eastAsia"/>
          <w:rtl/>
        </w:rPr>
        <w:t>عيسائي</w:t>
      </w:r>
      <w:r>
        <w:rPr>
          <w:rtl/>
        </w:rPr>
        <w:t xml:space="preserve"> :</w:t>
      </w:r>
      <w:r>
        <w:rPr>
          <w:rFonts w:hint="eastAsia"/>
          <w:rtl/>
        </w:rPr>
        <w:t>عيسائي</w:t>
      </w:r>
      <w:r>
        <w:rPr>
          <w:rtl/>
        </w:rPr>
        <w:t xml:space="preserve"> اور قران 1</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كريم سے استہزء كرنے والے 2،5;قران كريم پر افتراء باندھنے والے 2;قران كريم كا باہم مرتبط ہونا 3;قران كريم كا ناقابل تفكيك ہونا 3;قران كريم كو تجزيہ كرنے والے 1، 6 ; قران كريم كى تكذيب كرنے والے 2;قران كريم كے تجزيہ سے اجتناب 4</w:t>
      </w:r>
    </w:p>
    <w:p w:rsidR="001F628F" w:rsidRDefault="001F628F" w:rsidP="003D00C7">
      <w:pPr>
        <w:pStyle w:val="libNormal"/>
        <w:rPr>
          <w:rtl/>
        </w:rPr>
      </w:pPr>
      <w:r>
        <w:rPr>
          <w:rFonts w:hint="eastAsia"/>
          <w:rtl/>
        </w:rPr>
        <w:t>قريش</w:t>
      </w:r>
      <w:r w:rsidR="003D00C7">
        <w:rPr>
          <w:rFonts w:hint="cs"/>
          <w:rtl/>
        </w:rPr>
        <w:t xml:space="preserve">  </w:t>
      </w:r>
      <w:r>
        <w:rPr>
          <w:rFonts w:hint="eastAsia"/>
          <w:rtl/>
        </w:rPr>
        <w:t>كفار</w:t>
      </w:r>
      <w:r>
        <w:rPr>
          <w:rtl/>
        </w:rPr>
        <w:t xml:space="preserve"> قريش كا استہزاء 2;كفار قريش كا افترائ2كفار قريش كى تہمتي</w:t>
      </w:r>
      <w:r w:rsidR="00083993">
        <w:rPr>
          <w:rtl/>
        </w:rPr>
        <w:t xml:space="preserve">ں </w:t>
      </w:r>
      <w:r>
        <w:rPr>
          <w:rtl/>
        </w:rPr>
        <w:t>2;قريش اور قران كريم 6</w:t>
      </w:r>
    </w:p>
    <w:p w:rsidR="001F628F" w:rsidRDefault="001F628F" w:rsidP="003D00C7">
      <w:pPr>
        <w:pStyle w:val="libNormal"/>
        <w:rPr>
          <w:rtl/>
        </w:rPr>
      </w:pPr>
      <w:r>
        <w:rPr>
          <w:rFonts w:hint="eastAsia"/>
          <w:rtl/>
        </w:rPr>
        <w:t>كفر</w:t>
      </w:r>
      <w:r>
        <w:rPr>
          <w:rtl/>
        </w:rPr>
        <w:t xml:space="preserve"> :</w:t>
      </w:r>
      <w:r>
        <w:rPr>
          <w:rFonts w:hint="eastAsia"/>
          <w:rtl/>
        </w:rPr>
        <w:t>قران</w:t>
      </w:r>
      <w:r>
        <w:rPr>
          <w:rtl/>
        </w:rPr>
        <w:t xml:space="preserve"> كے بعض حصے سے كفر 1،5</w:t>
      </w:r>
    </w:p>
    <w:p w:rsidR="001F628F" w:rsidRDefault="001F628F" w:rsidP="003D00C7">
      <w:pPr>
        <w:pStyle w:val="libNormal"/>
        <w:rPr>
          <w:rtl/>
        </w:rPr>
      </w:pPr>
      <w:r>
        <w:rPr>
          <w:rFonts w:hint="eastAsia"/>
          <w:rtl/>
        </w:rPr>
        <w:t>يہود</w:t>
      </w:r>
      <w:r>
        <w:rPr>
          <w:rtl/>
        </w:rPr>
        <w:t xml:space="preserve"> :</w:t>
      </w:r>
      <w:r>
        <w:rPr>
          <w:rFonts w:hint="eastAsia"/>
          <w:rtl/>
        </w:rPr>
        <w:t>يہود</w:t>
      </w:r>
      <w:r>
        <w:rPr>
          <w:rtl/>
        </w:rPr>
        <w:t xml:space="preserve"> اور قران 1</w:t>
      </w:r>
    </w:p>
    <w:p w:rsidR="001F628F" w:rsidRPr="00120F63" w:rsidRDefault="003D00C7" w:rsidP="003D00C7">
      <w:pPr>
        <w:pStyle w:val="Heading2Center"/>
        <w:rPr>
          <w:rtl/>
        </w:rPr>
      </w:pPr>
      <w:bookmarkStart w:id="138" w:name="_Toc28081816"/>
      <w:r>
        <w:rPr>
          <w:rFonts w:hint="cs"/>
          <w:rtl/>
        </w:rPr>
        <w:t xml:space="preserve">آیت </w:t>
      </w:r>
      <w:r w:rsidRPr="00120F63">
        <w:rPr>
          <w:rFonts w:hint="cs"/>
          <w:rtl/>
        </w:rPr>
        <w:t>92</w:t>
      </w:r>
      <w:bookmarkEnd w:id="138"/>
    </w:p>
    <w:p w:rsidR="001F628F" w:rsidRDefault="00E260F9" w:rsidP="003D00C7">
      <w:pPr>
        <w:pStyle w:val="libNormal"/>
        <w:rPr>
          <w:rtl/>
        </w:rPr>
      </w:pPr>
      <w:r w:rsidRPr="00E260F9">
        <w:rPr>
          <w:rStyle w:val="libAlaemChar"/>
          <w:rFonts w:hint="eastAsia"/>
          <w:rtl/>
        </w:rPr>
        <w:t>(</w:t>
      </w:r>
      <w:r w:rsidRPr="003D00C7">
        <w:rPr>
          <w:rStyle w:val="libAieChar"/>
          <w:rFonts w:hint="eastAsia"/>
          <w:rtl/>
        </w:rPr>
        <w:t>فَوَرَبِّكَ</w:t>
      </w:r>
      <w:r w:rsidRPr="003D00C7">
        <w:rPr>
          <w:rStyle w:val="libAieChar"/>
          <w:rtl/>
        </w:rPr>
        <w:t xml:space="preserve"> لَنَسْأَلَنَّهُمْ أَجْمَعِيْنَ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لہذا</w:t>
      </w:r>
      <w:r>
        <w:rPr>
          <w:rtl/>
        </w:rPr>
        <w:t xml:space="preserve"> آپ كے پروردگار كى قسم كہ ہم ان سے اس بارے مي</w:t>
      </w:r>
      <w:r w:rsidR="00083993">
        <w:rPr>
          <w:rtl/>
        </w:rPr>
        <w:t xml:space="preserve">ں </w:t>
      </w:r>
      <w:r>
        <w:rPr>
          <w:rtl/>
        </w:rPr>
        <w:t>ضرور سوال كري</w:t>
      </w:r>
      <w:r w:rsidR="00083993">
        <w:rPr>
          <w:rtl/>
        </w:rPr>
        <w:t xml:space="preserve">ں </w:t>
      </w:r>
      <w:r>
        <w:rPr>
          <w:rtl/>
        </w:rPr>
        <w:t>گے _</w:t>
      </w:r>
    </w:p>
    <w:p w:rsidR="001F628F" w:rsidRDefault="001F628F" w:rsidP="003D00C7">
      <w:pPr>
        <w:pStyle w:val="libNormal"/>
        <w:rPr>
          <w:rtl/>
        </w:rPr>
      </w:pPr>
      <w:r>
        <w:rPr>
          <w:rtl/>
        </w:rPr>
        <w:t>1_ تمام كفار اور دين كو تقسيم كرنے والو</w:t>
      </w:r>
      <w:r w:rsidR="00083993">
        <w:rPr>
          <w:rtl/>
        </w:rPr>
        <w:t xml:space="preserve">ں </w:t>
      </w:r>
      <w:r>
        <w:rPr>
          <w:rtl/>
        </w:rPr>
        <w:t>سے پوچھ گچھ كے بارے مي</w:t>
      </w:r>
      <w:r w:rsidR="00083993">
        <w:rPr>
          <w:rtl/>
        </w:rPr>
        <w:t xml:space="preserve">ں </w:t>
      </w:r>
      <w:r>
        <w:rPr>
          <w:rtl/>
        </w:rPr>
        <w:t>خداوند متعال كا تاكيد كے ساتھ اپنى ربوبيت كى قسم كھانا_</w:t>
      </w:r>
      <w:r w:rsidRPr="003D00C7">
        <w:rPr>
          <w:rStyle w:val="libArabicChar"/>
          <w:rFonts w:hint="eastAsia"/>
          <w:rtl/>
        </w:rPr>
        <w:t>فو</w:t>
      </w:r>
      <w:r w:rsidRPr="003D00C7">
        <w:rPr>
          <w:rStyle w:val="libArabicChar"/>
          <w:rtl/>
        </w:rPr>
        <w:t xml:space="preserve"> ربّك لنسئلنّ</w:t>
      </w:r>
      <w:r w:rsidR="00F21947" w:rsidRPr="00B2551F">
        <w:rPr>
          <w:rStyle w:val="libArabicChar"/>
          <w:rFonts w:hint="cs"/>
          <w:rtl/>
        </w:rPr>
        <w:t>ه</w:t>
      </w:r>
      <w:r w:rsidRPr="003D00C7">
        <w:rPr>
          <w:rStyle w:val="libArabicChar"/>
          <w:rFonts w:hint="cs"/>
          <w:rtl/>
        </w:rPr>
        <w:t>م</w:t>
      </w:r>
      <w:r w:rsidRPr="003D00C7">
        <w:rPr>
          <w:rStyle w:val="libArabicChar"/>
          <w:rtl/>
        </w:rPr>
        <w:t xml:space="preserve"> </w:t>
      </w:r>
      <w:r w:rsidRPr="003D00C7">
        <w:rPr>
          <w:rStyle w:val="libArabicChar"/>
          <w:rFonts w:hint="cs"/>
          <w:rtl/>
        </w:rPr>
        <w:t>ا</w:t>
      </w:r>
      <w:r w:rsidRPr="003D00C7">
        <w:rPr>
          <w:rStyle w:val="libArabicChar"/>
          <w:rtl/>
        </w:rPr>
        <w:t xml:space="preserve"> جمعين</w:t>
      </w:r>
    </w:p>
    <w:p w:rsidR="001F628F" w:rsidRDefault="001F628F" w:rsidP="001F628F">
      <w:pPr>
        <w:pStyle w:val="libNormal"/>
        <w:rPr>
          <w:rtl/>
        </w:rPr>
      </w:pPr>
      <w:r w:rsidRPr="003D00C7">
        <w:rPr>
          <w:rStyle w:val="libArabicChar"/>
          <w:rtl/>
        </w:rPr>
        <w:t>'' لنسئلنّ</w:t>
      </w:r>
      <w:r w:rsidR="00F21947" w:rsidRPr="00B2551F">
        <w:rPr>
          <w:rStyle w:val="libArabicChar"/>
          <w:rFonts w:hint="cs"/>
          <w:rtl/>
        </w:rPr>
        <w:t>ه</w:t>
      </w:r>
      <w:r w:rsidRPr="003D00C7">
        <w:rPr>
          <w:rStyle w:val="libArabicChar"/>
          <w:rFonts w:hint="cs"/>
          <w:rtl/>
        </w:rPr>
        <w:t>م</w:t>
      </w:r>
      <w:r w:rsidRPr="003D00C7">
        <w:rPr>
          <w:rStyle w:val="libArabicChar"/>
          <w:rtl/>
        </w:rPr>
        <w:t>''</w:t>
      </w:r>
      <w:r>
        <w:rPr>
          <w:rtl/>
        </w:rPr>
        <w:t>كى جمع غائب كى ضمير ہو سكتا ہے اُن كفار كى طرف لوٹ رہى ہو كہ جن كاتذكرہ گذشتہ چندايات مي</w:t>
      </w:r>
      <w:r w:rsidR="00083993">
        <w:rPr>
          <w:rtl/>
        </w:rPr>
        <w:t xml:space="preserve">ں </w:t>
      </w:r>
      <w:r>
        <w:rPr>
          <w:rtl/>
        </w:rPr>
        <w:t xml:space="preserve">گذرچكاہے( ... </w:t>
      </w:r>
      <w:r w:rsidRPr="003D00C7">
        <w:rPr>
          <w:rStyle w:val="libArabicChar"/>
          <w:rtl/>
        </w:rPr>
        <w:t>ازوجاً من</w:t>
      </w:r>
      <w:r w:rsidR="00F21947" w:rsidRPr="00B2551F">
        <w:rPr>
          <w:rStyle w:val="libArabicChar"/>
          <w:rFonts w:hint="cs"/>
          <w:rtl/>
        </w:rPr>
        <w:t>ه</w:t>
      </w:r>
      <w:r w:rsidRPr="003D00C7">
        <w:rPr>
          <w:rStyle w:val="libArabicChar"/>
          <w:rFonts w:hint="cs"/>
          <w:rtl/>
        </w:rPr>
        <w:t>م</w:t>
      </w:r>
      <w:r>
        <w:rPr>
          <w:rtl/>
        </w:rPr>
        <w:t>) اور ہوسكتا ہے يہ ''المقتسمين'' كى طرف اشارہ ہو _مذكورہ بالا مطلب ہردو احتمال كى بناء پر ہے_</w:t>
      </w:r>
    </w:p>
    <w:p w:rsidR="001F628F" w:rsidRDefault="001F628F" w:rsidP="001F628F">
      <w:pPr>
        <w:pStyle w:val="libNormal"/>
        <w:rPr>
          <w:rtl/>
        </w:rPr>
      </w:pPr>
      <w:r>
        <w:rPr>
          <w:rtl/>
        </w:rPr>
        <w:t>2_ اثبات اور حقائق كے لئے قسم كھانا ايك جائز اور مشروع امر ہے_</w:t>
      </w:r>
    </w:p>
    <w:p w:rsidR="003D00C7" w:rsidRDefault="001E7F9D" w:rsidP="00F73EDE">
      <w:pPr>
        <w:pStyle w:val="libPoemTini"/>
        <w:rPr>
          <w:rtl/>
        </w:rPr>
      </w:pPr>
      <w:r>
        <w:rPr>
          <w:rtl/>
        </w:rPr>
        <w:br w:type="page"/>
      </w:r>
    </w:p>
    <w:p w:rsidR="001F628F" w:rsidRDefault="001F628F" w:rsidP="003D00C7">
      <w:pPr>
        <w:pStyle w:val="libArabic"/>
        <w:rPr>
          <w:rtl/>
        </w:rPr>
      </w:pPr>
      <w:r>
        <w:rPr>
          <w:rFonts w:hint="eastAsia"/>
          <w:rtl/>
        </w:rPr>
        <w:lastRenderedPageBreak/>
        <w:t>فو</w:t>
      </w:r>
      <w:r>
        <w:rPr>
          <w:rtl/>
        </w:rPr>
        <w:t xml:space="preserve"> ربّك لنسئلنّ</w:t>
      </w:r>
      <w:r w:rsidR="00F21947" w:rsidRPr="00B2551F">
        <w:rPr>
          <w:rFonts w:hint="cs"/>
          <w:rtl/>
        </w:rPr>
        <w:t>ه</w:t>
      </w:r>
      <w:r>
        <w:rPr>
          <w:rFonts w:hint="cs"/>
          <w:rtl/>
        </w:rPr>
        <w:t>م</w:t>
      </w:r>
    </w:p>
    <w:p w:rsidR="001F628F" w:rsidRDefault="001F628F" w:rsidP="001F628F">
      <w:pPr>
        <w:pStyle w:val="libNormal"/>
        <w:rPr>
          <w:rtl/>
        </w:rPr>
      </w:pPr>
      <w:r>
        <w:rPr>
          <w:rFonts w:hint="eastAsia"/>
          <w:rtl/>
        </w:rPr>
        <w:t>خداوند</w:t>
      </w:r>
      <w:r>
        <w:rPr>
          <w:rtl/>
        </w:rPr>
        <w:t xml:space="preserve"> متعال كے اثبات قيامت كے لئے قسم كھانے سے خود قسم كھانے كى مشروعيت اور جواز كا استفادہ ہو سكتا ہے_</w:t>
      </w:r>
    </w:p>
    <w:p w:rsidR="001F628F" w:rsidRDefault="001F628F" w:rsidP="003D00C7">
      <w:pPr>
        <w:pStyle w:val="libNormal"/>
        <w:rPr>
          <w:rtl/>
        </w:rPr>
      </w:pPr>
      <w:r>
        <w:rPr>
          <w:rtl/>
        </w:rPr>
        <w:t xml:space="preserve">3_پيغمبر اكرم </w:t>
      </w:r>
      <w:r w:rsidR="00F031CD" w:rsidRPr="00F031CD">
        <w:rPr>
          <w:rStyle w:val="libAlaemChar"/>
          <w:rtl/>
        </w:rPr>
        <w:t xml:space="preserve"> صلى‌الله‌عليه‌وآله‌وسلم </w:t>
      </w:r>
      <w:r>
        <w:rPr>
          <w:rtl/>
        </w:rPr>
        <w:t xml:space="preserve"> ،پرورد گار كے نزديك بلند مرتبہ شخصيت ركھنے كے ساتھ ساتھ اُس كے خاص لطف و عنايت سے بھى بہرہ مند ہي</w:t>
      </w:r>
      <w:r w:rsidR="00083993">
        <w:rPr>
          <w:rtl/>
        </w:rPr>
        <w:t xml:space="preserve">ں </w:t>
      </w:r>
      <w:r>
        <w:rPr>
          <w:rtl/>
        </w:rPr>
        <w:t>_</w:t>
      </w:r>
      <w:r w:rsidRPr="003D00C7">
        <w:rPr>
          <w:rStyle w:val="libArabicChar"/>
          <w:rFonts w:hint="eastAsia"/>
          <w:rtl/>
        </w:rPr>
        <w:t>فو</w:t>
      </w:r>
      <w:r w:rsidRPr="003D00C7">
        <w:rPr>
          <w:rStyle w:val="libArabicChar"/>
          <w:rtl/>
        </w:rPr>
        <w:t xml:space="preserve"> ربّك</w:t>
      </w:r>
    </w:p>
    <w:p w:rsidR="001F628F" w:rsidRDefault="001F628F" w:rsidP="001F628F">
      <w:pPr>
        <w:pStyle w:val="libNormal"/>
        <w:rPr>
          <w:rtl/>
        </w:rPr>
      </w:pPr>
      <w:r>
        <w:rPr>
          <w:rFonts w:hint="eastAsia"/>
          <w:rtl/>
        </w:rPr>
        <w:t>يہ</w:t>
      </w:r>
      <w:r>
        <w:rPr>
          <w:rtl/>
        </w:rPr>
        <w:t xml:space="preserve"> كہ خداوند متعال نے اپنى قسم مي</w:t>
      </w:r>
      <w:r w:rsidR="00083993">
        <w:rPr>
          <w:rtl/>
        </w:rPr>
        <w:t xml:space="preserve">ں </w:t>
      </w:r>
      <w:r>
        <w:rPr>
          <w:rtl/>
        </w:rPr>
        <w:t xml:space="preserve">رسول اكرم </w:t>
      </w:r>
      <w:r w:rsidR="00F031CD" w:rsidRPr="00F031CD">
        <w:rPr>
          <w:rStyle w:val="libAlaemChar"/>
          <w:rtl/>
        </w:rPr>
        <w:t xml:space="preserve"> صلى‌الله‌عليه‌وآله‌وسلم </w:t>
      </w:r>
      <w:r>
        <w:rPr>
          <w:rtl/>
        </w:rPr>
        <w:t xml:space="preserve"> كو مخاطب كيا ہے اور فرمايا ہے:''تيرے پرورد گار كى قسم ...''اس سے مندرجہ بالا مطلب اخذ ہوتا ہے_</w:t>
      </w:r>
    </w:p>
    <w:p w:rsidR="001F628F" w:rsidRDefault="001F628F" w:rsidP="003D00C7">
      <w:pPr>
        <w:pStyle w:val="libNormal"/>
        <w:rPr>
          <w:rtl/>
        </w:rPr>
      </w:pPr>
      <w:r>
        <w:rPr>
          <w:rtl/>
        </w:rPr>
        <w:t>4_صفت ''ربّ''خداوند متعال كى اہم ترين صفات مي</w:t>
      </w:r>
      <w:r w:rsidR="00083993">
        <w:rPr>
          <w:rtl/>
        </w:rPr>
        <w:t xml:space="preserve">ں </w:t>
      </w:r>
      <w:r>
        <w:rPr>
          <w:rtl/>
        </w:rPr>
        <w:t>سے ہے_</w:t>
      </w:r>
      <w:r w:rsidRPr="003D00C7">
        <w:rPr>
          <w:rStyle w:val="libArabicChar"/>
          <w:rFonts w:hint="eastAsia"/>
          <w:rtl/>
        </w:rPr>
        <w:t>فو</w:t>
      </w:r>
      <w:r w:rsidRPr="003D00C7">
        <w:rPr>
          <w:rStyle w:val="libArabicChar"/>
          <w:rtl/>
        </w:rPr>
        <w:t xml:space="preserve"> ربّك</w:t>
      </w:r>
    </w:p>
    <w:p w:rsidR="001F628F" w:rsidRDefault="001F628F" w:rsidP="001F628F">
      <w:pPr>
        <w:pStyle w:val="libNormal"/>
        <w:rPr>
          <w:rtl/>
        </w:rPr>
      </w:pPr>
      <w:r>
        <w:rPr>
          <w:rFonts w:hint="eastAsia"/>
          <w:rtl/>
        </w:rPr>
        <w:t>چونكہ</w:t>
      </w:r>
      <w:r>
        <w:rPr>
          <w:rtl/>
        </w:rPr>
        <w:t xml:space="preserve"> صفت ''ربّ'' كى قسم كھائي گئي ہے لہذا اس سے مذكورہ بالا مطلب اخذ ہو سكتا ہے_</w:t>
      </w:r>
    </w:p>
    <w:p w:rsidR="001F628F" w:rsidRDefault="001F628F" w:rsidP="003D00C7">
      <w:pPr>
        <w:pStyle w:val="libNormal"/>
        <w:rPr>
          <w:rtl/>
        </w:rPr>
      </w:pPr>
      <w:r>
        <w:rPr>
          <w:rtl/>
        </w:rPr>
        <w:t>5_قيامت ،مجرمين اور ايات قران كاتجزيہ كرنے والو</w:t>
      </w:r>
      <w:r w:rsidR="00083993">
        <w:rPr>
          <w:rtl/>
        </w:rPr>
        <w:t xml:space="preserve">ں </w:t>
      </w:r>
      <w:r>
        <w:rPr>
          <w:rtl/>
        </w:rPr>
        <w:t>سے پوچھ گچھ كا دن ہے _</w:t>
      </w:r>
      <w:r w:rsidRPr="003D00C7">
        <w:rPr>
          <w:rStyle w:val="libArabicChar"/>
          <w:rFonts w:hint="eastAsia"/>
          <w:rtl/>
        </w:rPr>
        <w:t>لنسئلنّ</w:t>
      </w:r>
      <w:r w:rsidR="00F21947" w:rsidRPr="00B2551F">
        <w:rPr>
          <w:rStyle w:val="libArabicChar"/>
          <w:rFonts w:hint="cs"/>
          <w:rtl/>
        </w:rPr>
        <w:t>ه</w:t>
      </w:r>
      <w:r w:rsidRPr="003D00C7">
        <w:rPr>
          <w:rStyle w:val="libArabicChar"/>
          <w:rFonts w:hint="cs"/>
          <w:rtl/>
        </w:rPr>
        <w:t>م</w:t>
      </w:r>
      <w:r w:rsidRPr="003D00C7">
        <w:rPr>
          <w:rStyle w:val="libArabicChar"/>
          <w:rtl/>
        </w:rPr>
        <w:t xml:space="preserve"> ا جمعين</w:t>
      </w:r>
    </w:p>
    <w:p w:rsidR="001F628F" w:rsidRDefault="001F628F" w:rsidP="001F628F">
      <w:pPr>
        <w:pStyle w:val="libNormal"/>
        <w:rPr>
          <w:rtl/>
        </w:rPr>
      </w:pPr>
      <w:r>
        <w:rPr>
          <w:rFonts w:hint="eastAsia"/>
          <w:rtl/>
        </w:rPr>
        <w:t>پوچھ</w:t>
      </w:r>
      <w:r>
        <w:rPr>
          <w:rtl/>
        </w:rPr>
        <w:t xml:space="preserve"> گچھ كے لئے فعل مضارع ''نسئل''كالايا جانا ہو سكتا ہے ائندہ اور روز قيامت كى طرف اشارہ ہو_</w:t>
      </w:r>
    </w:p>
    <w:p w:rsidR="001F628F" w:rsidRDefault="001F628F" w:rsidP="001F628F">
      <w:pPr>
        <w:pStyle w:val="libNormal"/>
        <w:rPr>
          <w:rtl/>
        </w:rPr>
      </w:pPr>
      <w:r>
        <w:rPr>
          <w:rtl/>
        </w:rPr>
        <w:t>6_قيامت كے دن تما م انسانو</w:t>
      </w:r>
      <w:r w:rsidR="00083993">
        <w:rPr>
          <w:rtl/>
        </w:rPr>
        <w:t xml:space="preserve">ں </w:t>
      </w:r>
      <w:r>
        <w:rPr>
          <w:rtl/>
        </w:rPr>
        <w:t>كى بغير كسى استثنا ء كے خداوند متعال كى طرف سے پوچھ گچھ ہو گى _</w:t>
      </w:r>
    </w:p>
    <w:p w:rsidR="001F628F" w:rsidRDefault="001F628F" w:rsidP="003D00C7">
      <w:pPr>
        <w:pStyle w:val="libArabic"/>
        <w:rPr>
          <w:rtl/>
        </w:rPr>
      </w:pPr>
      <w:r>
        <w:rPr>
          <w:rFonts w:hint="eastAsia"/>
          <w:rtl/>
        </w:rPr>
        <w:t>فو</w:t>
      </w:r>
      <w:r>
        <w:rPr>
          <w:rtl/>
        </w:rPr>
        <w:t xml:space="preserve"> ربّك لنسئلنّ</w:t>
      </w:r>
      <w:r w:rsidR="00F21947" w:rsidRPr="00B2551F">
        <w:rPr>
          <w:rFonts w:hint="cs"/>
          <w:rtl/>
        </w:rPr>
        <w:t>ه</w:t>
      </w:r>
      <w:r>
        <w:rPr>
          <w:rFonts w:hint="cs"/>
          <w:rtl/>
        </w:rPr>
        <w:t>م</w:t>
      </w:r>
      <w:r>
        <w:rPr>
          <w:rtl/>
        </w:rPr>
        <w:t xml:space="preserve"> </w:t>
      </w:r>
      <w:r>
        <w:rPr>
          <w:rFonts w:hint="cs"/>
          <w:rtl/>
        </w:rPr>
        <w:t>ا</w:t>
      </w:r>
      <w:r>
        <w:rPr>
          <w:rtl/>
        </w:rPr>
        <w:t xml:space="preserve"> جمعين</w:t>
      </w:r>
    </w:p>
    <w:p w:rsidR="001F628F" w:rsidRDefault="001F628F" w:rsidP="001F628F">
      <w:pPr>
        <w:pStyle w:val="libNormal"/>
        <w:rPr>
          <w:rtl/>
        </w:rPr>
      </w:pPr>
      <w:r>
        <w:rPr>
          <w:rFonts w:hint="eastAsia"/>
          <w:rtl/>
        </w:rPr>
        <w:t>مندرجہ</w:t>
      </w:r>
      <w:r>
        <w:rPr>
          <w:rtl/>
        </w:rPr>
        <w:t xml:space="preserve"> بالا مطلب اس احتمال پر اخذ كيا گيا ہے كہ جب ضمير ''ھم '' كا مرجع </w:t>
      </w:r>
      <w:r w:rsidRPr="003D00C7">
        <w:rPr>
          <w:rStyle w:val="libArabicChar"/>
          <w:rtl/>
        </w:rPr>
        <w:t>''انى انا نذير مبين''</w:t>
      </w:r>
      <w:r>
        <w:rPr>
          <w:rtl/>
        </w:rPr>
        <w:t xml:space="preserve"> كے قرينے سے تمام انسان ہو</w:t>
      </w:r>
      <w:r w:rsidR="00083993">
        <w:rPr>
          <w:rtl/>
        </w:rPr>
        <w:t xml:space="preserve">ں </w:t>
      </w:r>
      <w:r>
        <w:rPr>
          <w:rtl/>
        </w:rPr>
        <w:t xml:space="preserve">_چونكہ رسول اكرم </w:t>
      </w:r>
      <w:r w:rsidR="00F031CD" w:rsidRPr="00F031CD">
        <w:rPr>
          <w:rStyle w:val="libAlaemChar"/>
          <w:rtl/>
        </w:rPr>
        <w:t xml:space="preserve"> صلى‌الله‌عليه‌وآله‌وسلم </w:t>
      </w:r>
      <w:r>
        <w:rPr>
          <w:rtl/>
        </w:rPr>
        <w:t xml:space="preserve"> كا ''نذير''ہونا سب انسانو</w:t>
      </w:r>
      <w:r w:rsidR="00083993">
        <w:rPr>
          <w:rtl/>
        </w:rPr>
        <w:t xml:space="preserve">ں </w:t>
      </w:r>
      <w:r>
        <w:rPr>
          <w:rtl/>
        </w:rPr>
        <w:t>كے لئے ہے_</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كے فضائل 3</w:t>
      </w:r>
    </w:p>
    <w:p w:rsidR="001F628F" w:rsidRDefault="001F628F" w:rsidP="003D00C7">
      <w:pPr>
        <w:pStyle w:val="libNormal"/>
        <w:rPr>
          <w:rtl/>
        </w:rPr>
      </w:pPr>
      <w:r>
        <w:rPr>
          <w:rFonts w:hint="eastAsia"/>
          <w:rtl/>
        </w:rPr>
        <w:t>اسما</w:t>
      </w:r>
      <w:r>
        <w:rPr>
          <w:rtl/>
        </w:rPr>
        <w:t xml:space="preserve"> و صفات :</w:t>
      </w:r>
      <w:r>
        <w:rPr>
          <w:rFonts w:hint="eastAsia"/>
          <w:rtl/>
        </w:rPr>
        <w:t>ربّ</w:t>
      </w:r>
      <w:r>
        <w:rPr>
          <w:rtl/>
        </w:rPr>
        <w:t xml:space="preserve"> 4</w:t>
      </w:r>
    </w:p>
    <w:p w:rsidR="001F628F" w:rsidRDefault="001F628F" w:rsidP="003D00C7">
      <w:pPr>
        <w:pStyle w:val="libNormal"/>
        <w:rPr>
          <w:rtl/>
        </w:rPr>
      </w:pPr>
      <w:r>
        <w:rPr>
          <w:rFonts w:hint="eastAsia"/>
          <w:rtl/>
        </w:rPr>
        <w:t>حقائق</w:t>
      </w:r>
      <w:r>
        <w:rPr>
          <w:rtl/>
        </w:rPr>
        <w:t xml:space="preserve"> :</w:t>
      </w:r>
      <w:r>
        <w:rPr>
          <w:rFonts w:hint="eastAsia"/>
          <w:rtl/>
        </w:rPr>
        <w:t>اثبات</w:t>
      </w:r>
      <w:r>
        <w:rPr>
          <w:rtl/>
        </w:rPr>
        <w:t xml:space="preserve"> حقائق كے لئے قسم كھانا 2</w:t>
      </w:r>
    </w:p>
    <w:p w:rsidR="001F628F" w:rsidRDefault="001F628F" w:rsidP="003D00C7">
      <w:pPr>
        <w:pStyle w:val="libNormal"/>
        <w:rPr>
          <w:rtl/>
        </w:rPr>
      </w:pPr>
      <w:r>
        <w:rPr>
          <w:rFonts w:hint="eastAsia"/>
          <w:rtl/>
        </w:rPr>
        <w:t>دين</w:t>
      </w:r>
      <w:r>
        <w:rPr>
          <w:rtl/>
        </w:rPr>
        <w:t xml:space="preserve"> :</w:t>
      </w:r>
      <w:r>
        <w:rPr>
          <w:rFonts w:hint="eastAsia"/>
          <w:rtl/>
        </w:rPr>
        <w:t>دين</w:t>
      </w:r>
      <w:r>
        <w:rPr>
          <w:rtl/>
        </w:rPr>
        <w:t xml:space="preserve"> مي</w:t>
      </w:r>
      <w:r w:rsidR="00083993">
        <w:rPr>
          <w:rtl/>
        </w:rPr>
        <w:t xml:space="preserve">ں </w:t>
      </w:r>
      <w:r>
        <w:rPr>
          <w:rtl/>
        </w:rPr>
        <w:t>تجزيہ كرنے والو</w:t>
      </w:r>
      <w:r w:rsidR="00083993">
        <w:rPr>
          <w:rtl/>
        </w:rPr>
        <w:t xml:space="preserve">ں </w:t>
      </w:r>
      <w:r>
        <w:rPr>
          <w:rtl/>
        </w:rPr>
        <w:t>كا مواخذہ 1</w:t>
      </w:r>
    </w:p>
    <w:p w:rsidR="001F628F" w:rsidRDefault="001F628F" w:rsidP="003D00C7">
      <w:pPr>
        <w:pStyle w:val="libNormal"/>
        <w:rPr>
          <w:rtl/>
        </w:rPr>
      </w:pPr>
      <w:r>
        <w:rPr>
          <w:rFonts w:hint="eastAsia"/>
          <w:rtl/>
        </w:rPr>
        <w:t>قسم</w:t>
      </w:r>
      <w:r>
        <w:rPr>
          <w:rtl/>
        </w:rPr>
        <w:t xml:space="preserve"> كھانا :</w:t>
      </w:r>
      <w:r>
        <w:rPr>
          <w:rFonts w:hint="eastAsia"/>
          <w:rtl/>
        </w:rPr>
        <w:t>جائز</w:t>
      </w:r>
      <w:r>
        <w:rPr>
          <w:rtl/>
        </w:rPr>
        <w:t xml:space="preserve"> قسم كھانا 2;::قسم كھانے كے احكام 2;ربوبيت خدا كى قسم كھانا 1</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كريم كو تجزيہ كرنے والو</w:t>
      </w:r>
      <w:r w:rsidR="00083993">
        <w:rPr>
          <w:rtl/>
        </w:rPr>
        <w:t xml:space="preserve">ں </w:t>
      </w:r>
      <w:r>
        <w:rPr>
          <w:rtl/>
        </w:rPr>
        <w:t>كا اُخروى مواخذہ 5;قران كريم كى قسمي</w:t>
      </w:r>
      <w:r w:rsidR="00083993">
        <w:rPr>
          <w:rtl/>
        </w:rPr>
        <w:t xml:space="preserve">ں </w:t>
      </w:r>
      <w:r>
        <w:rPr>
          <w:rtl/>
        </w:rPr>
        <w:t>1</w:t>
      </w:r>
    </w:p>
    <w:p w:rsidR="001F628F" w:rsidRDefault="001F628F" w:rsidP="001F628F">
      <w:pPr>
        <w:pStyle w:val="libNormal"/>
        <w:rPr>
          <w:rtl/>
        </w:rPr>
      </w:pPr>
      <w:r>
        <w:rPr>
          <w:rFonts w:hint="eastAsia"/>
          <w:rtl/>
        </w:rPr>
        <w:t>قيامت</w:t>
      </w:r>
      <w:r>
        <w:rPr>
          <w:rtl/>
        </w:rPr>
        <w:t xml:space="preserve"> :</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قيامت</w:t>
      </w:r>
      <w:r>
        <w:rPr>
          <w:rtl/>
        </w:rPr>
        <w:t xml:space="preserve"> كى خصوصيات 5;قيامت مي</w:t>
      </w:r>
      <w:r w:rsidR="00083993">
        <w:rPr>
          <w:rtl/>
        </w:rPr>
        <w:t xml:space="preserve">ں </w:t>
      </w:r>
      <w:r>
        <w:rPr>
          <w:rtl/>
        </w:rPr>
        <w:t>عام مواخذہ ہونا 6</w:t>
      </w:r>
    </w:p>
    <w:p w:rsidR="001F628F" w:rsidRDefault="001F628F" w:rsidP="003D00C7">
      <w:pPr>
        <w:pStyle w:val="libNormal"/>
        <w:rPr>
          <w:rtl/>
        </w:rPr>
      </w:pPr>
      <w:r>
        <w:rPr>
          <w:rFonts w:hint="eastAsia"/>
          <w:rtl/>
        </w:rPr>
        <w:t>كفار</w:t>
      </w:r>
      <w:r>
        <w:rPr>
          <w:rtl/>
        </w:rPr>
        <w:t xml:space="preserve"> :</w:t>
      </w:r>
      <w:r>
        <w:rPr>
          <w:rFonts w:hint="eastAsia"/>
          <w:rtl/>
        </w:rPr>
        <w:t>كفار</w:t>
      </w:r>
      <w:r>
        <w:rPr>
          <w:rtl/>
        </w:rPr>
        <w:t xml:space="preserve"> سے مواخذہ 1</w:t>
      </w:r>
    </w:p>
    <w:p w:rsidR="001F628F" w:rsidRDefault="001F628F" w:rsidP="003D00C7">
      <w:pPr>
        <w:pStyle w:val="libNormal"/>
        <w:rPr>
          <w:rtl/>
        </w:rPr>
      </w:pPr>
      <w:r>
        <w:rPr>
          <w:rFonts w:hint="eastAsia"/>
          <w:rtl/>
        </w:rPr>
        <w:t>گناہگار</w:t>
      </w:r>
      <w:r>
        <w:rPr>
          <w:rtl/>
        </w:rPr>
        <w:t xml:space="preserve"> لوگ :</w:t>
      </w:r>
      <w:r>
        <w:rPr>
          <w:rFonts w:hint="eastAsia"/>
          <w:rtl/>
        </w:rPr>
        <w:t>ان</w:t>
      </w:r>
      <w:r>
        <w:rPr>
          <w:rtl/>
        </w:rPr>
        <w:t xml:space="preserve"> سے اُخروى مواخذہ 5</w:t>
      </w:r>
    </w:p>
    <w:p w:rsidR="001F628F" w:rsidRDefault="001F628F" w:rsidP="003D00C7">
      <w:pPr>
        <w:pStyle w:val="libNormal"/>
        <w:rPr>
          <w:rtl/>
        </w:rPr>
      </w:pPr>
      <w:r>
        <w:rPr>
          <w:rFonts w:hint="eastAsia"/>
          <w:rtl/>
        </w:rPr>
        <w:t>لطف</w:t>
      </w:r>
      <w:r>
        <w:rPr>
          <w:rtl/>
        </w:rPr>
        <w:t xml:space="preserve"> خدا :</w:t>
      </w:r>
      <w:r>
        <w:rPr>
          <w:rFonts w:hint="eastAsia"/>
          <w:rtl/>
        </w:rPr>
        <w:t>لطف</w:t>
      </w:r>
      <w:r>
        <w:rPr>
          <w:rtl/>
        </w:rPr>
        <w:t xml:space="preserve"> خدا جن كے شامل حال ہے 3</w:t>
      </w:r>
    </w:p>
    <w:p w:rsidR="001F628F" w:rsidRPr="00120F63" w:rsidRDefault="003D00C7" w:rsidP="003D00C7">
      <w:pPr>
        <w:pStyle w:val="Heading2Center"/>
        <w:rPr>
          <w:rtl/>
        </w:rPr>
      </w:pPr>
      <w:bookmarkStart w:id="139" w:name="_Toc28081817"/>
      <w:r>
        <w:rPr>
          <w:rFonts w:hint="cs"/>
          <w:rtl/>
        </w:rPr>
        <w:t xml:space="preserve">آیت </w:t>
      </w:r>
      <w:r w:rsidRPr="00120F63">
        <w:rPr>
          <w:rFonts w:hint="cs"/>
          <w:rtl/>
        </w:rPr>
        <w:t>93</w:t>
      </w:r>
      <w:bookmarkEnd w:id="139"/>
    </w:p>
    <w:p w:rsidR="001F628F" w:rsidRDefault="00E260F9" w:rsidP="003D00C7">
      <w:pPr>
        <w:pStyle w:val="libNormal"/>
        <w:rPr>
          <w:rtl/>
        </w:rPr>
      </w:pPr>
      <w:r w:rsidRPr="00E260F9">
        <w:rPr>
          <w:rStyle w:val="libAlaemChar"/>
          <w:rFonts w:hint="eastAsia"/>
          <w:rtl/>
        </w:rPr>
        <w:t>(</w:t>
      </w:r>
      <w:r w:rsidRPr="003D00C7">
        <w:rPr>
          <w:rStyle w:val="libAieChar"/>
          <w:rFonts w:hint="eastAsia"/>
          <w:rtl/>
        </w:rPr>
        <w:t>عَمَّا</w:t>
      </w:r>
      <w:r w:rsidRPr="003D00C7">
        <w:rPr>
          <w:rStyle w:val="libAieChar"/>
          <w:rtl/>
        </w:rPr>
        <w:t xml:space="preserve"> كَانُوا يَعْمَلُونَ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w:t>
      </w:r>
      <w:r>
        <w:rPr>
          <w:rtl/>
        </w:rPr>
        <w:t xml:space="preserve"> كچھ وہ كيا كرتے تھے _</w:t>
      </w:r>
    </w:p>
    <w:p w:rsidR="001F628F" w:rsidRDefault="001F628F" w:rsidP="001F628F">
      <w:pPr>
        <w:pStyle w:val="libNormal"/>
        <w:rPr>
          <w:rtl/>
        </w:rPr>
      </w:pPr>
      <w:r>
        <w:rPr>
          <w:rtl/>
        </w:rPr>
        <w:t>1_ قيامت كے د ن خداوند متعال كى طرف سے انسانو</w:t>
      </w:r>
      <w:r w:rsidR="00083993">
        <w:rPr>
          <w:rtl/>
        </w:rPr>
        <w:t xml:space="preserve">ں </w:t>
      </w:r>
      <w:r>
        <w:rPr>
          <w:rtl/>
        </w:rPr>
        <w:t>كے تمام اعمال و كردار كے بارے مي</w:t>
      </w:r>
      <w:r w:rsidR="00083993">
        <w:rPr>
          <w:rtl/>
        </w:rPr>
        <w:t xml:space="preserve">ں </w:t>
      </w:r>
      <w:r>
        <w:rPr>
          <w:rtl/>
        </w:rPr>
        <w:t>پوچھا جائے گا _</w:t>
      </w:r>
    </w:p>
    <w:p w:rsidR="001F628F" w:rsidRDefault="001F628F" w:rsidP="003D00C7">
      <w:pPr>
        <w:pStyle w:val="libArabic"/>
        <w:rPr>
          <w:rtl/>
        </w:rPr>
      </w:pPr>
      <w:r>
        <w:rPr>
          <w:rFonts w:hint="eastAsia"/>
          <w:rtl/>
        </w:rPr>
        <w:t>لنسئلنّ</w:t>
      </w:r>
      <w:r w:rsidR="00F21947" w:rsidRPr="00B2551F">
        <w:rPr>
          <w:rFonts w:hint="cs"/>
          <w:rtl/>
        </w:rPr>
        <w:t>ه</w:t>
      </w:r>
      <w:r>
        <w:rPr>
          <w:rFonts w:hint="cs"/>
          <w:rtl/>
        </w:rPr>
        <w:t>م</w:t>
      </w:r>
      <w:r>
        <w:rPr>
          <w:rtl/>
        </w:rPr>
        <w:t xml:space="preserve"> ...عمّا كانوا يعملون</w:t>
      </w:r>
    </w:p>
    <w:p w:rsidR="001F628F" w:rsidRDefault="001F628F" w:rsidP="003D00C7">
      <w:pPr>
        <w:pStyle w:val="libNormal"/>
        <w:rPr>
          <w:rtl/>
        </w:rPr>
      </w:pPr>
      <w:r>
        <w:rPr>
          <w:rtl/>
        </w:rPr>
        <w:t>2_قيامت كے دن خداوند متعال كى جانب سے كفار اور قران كا تجزيہ كرنے والو</w:t>
      </w:r>
      <w:r w:rsidR="00083993">
        <w:rPr>
          <w:rtl/>
        </w:rPr>
        <w:t xml:space="preserve">ں </w:t>
      </w:r>
      <w:r>
        <w:rPr>
          <w:rtl/>
        </w:rPr>
        <w:t>كے تمام اعمال و كردار كى پوچھ گچھ ہو گي_</w:t>
      </w:r>
      <w:r w:rsidRPr="003D00C7">
        <w:rPr>
          <w:rStyle w:val="libArabicChar"/>
          <w:rFonts w:hint="eastAsia"/>
          <w:rtl/>
        </w:rPr>
        <w:t>المقتسمين</w:t>
      </w:r>
      <w:r w:rsidRPr="003D00C7">
        <w:rPr>
          <w:rStyle w:val="libArabicChar"/>
          <w:rtl/>
        </w:rPr>
        <w:t xml:space="preserve"> _الذين جعلوا ال</w:t>
      </w:r>
      <w:r w:rsidR="00B579BA" w:rsidRPr="00B579BA">
        <w:rPr>
          <w:rStyle w:val="libArabicChar"/>
          <w:rtl/>
        </w:rPr>
        <w:t xml:space="preserve">قرآن </w:t>
      </w:r>
      <w:r w:rsidRPr="003D00C7">
        <w:rPr>
          <w:rStyle w:val="libArabicChar"/>
          <w:rtl/>
        </w:rPr>
        <w:t>عضين_ فوربّك لنسئلنّ</w:t>
      </w:r>
      <w:r w:rsidR="00F21947" w:rsidRPr="00B2551F">
        <w:rPr>
          <w:rStyle w:val="libArabicChar"/>
          <w:rFonts w:hint="cs"/>
          <w:rtl/>
        </w:rPr>
        <w:t>ه</w:t>
      </w:r>
      <w:r w:rsidRPr="003D00C7">
        <w:rPr>
          <w:rStyle w:val="libArabicChar"/>
          <w:rFonts w:hint="cs"/>
          <w:rtl/>
        </w:rPr>
        <w:t>م</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جمعين</w:t>
      </w:r>
      <w:r w:rsidRPr="003D00C7">
        <w:rPr>
          <w:rStyle w:val="libArabicChar"/>
          <w:rtl/>
        </w:rPr>
        <w:t>_</w:t>
      </w:r>
      <w:r w:rsidRPr="003D00C7">
        <w:rPr>
          <w:rStyle w:val="libArabicChar"/>
          <w:rFonts w:hint="cs"/>
          <w:rtl/>
        </w:rPr>
        <w:t>عمّا</w:t>
      </w:r>
      <w:r w:rsidRPr="003D00C7">
        <w:rPr>
          <w:rStyle w:val="libArabicChar"/>
          <w:rtl/>
        </w:rPr>
        <w:t xml:space="preserve"> </w:t>
      </w:r>
      <w:r w:rsidRPr="003D00C7">
        <w:rPr>
          <w:rStyle w:val="libArabicChar"/>
          <w:rFonts w:hint="cs"/>
          <w:rtl/>
        </w:rPr>
        <w:t>كانوا</w:t>
      </w:r>
      <w:r w:rsidRPr="003D00C7">
        <w:rPr>
          <w:rStyle w:val="libArabicChar"/>
          <w:rtl/>
        </w:rPr>
        <w:t xml:space="preserve"> يعملون</w:t>
      </w:r>
    </w:p>
    <w:p w:rsidR="001F628F" w:rsidRDefault="001F628F" w:rsidP="003D00C7">
      <w:pPr>
        <w:pStyle w:val="libNormal"/>
        <w:rPr>
          <w:rtl/>
        </w:rPr>
      </w:pPr>
      <w:r>
        <w:rPr>
          <w:rtl/>
        </w:rPr>
        <w:t>3_تمام انسان اپنے اعمال اور كردار كے سلسلے مي</w:t>
      </w:r>
      <w:r w:rsidR="00083993">
        <w:rPr>
          <w:rtl/>
        </w:rPr>
        <w:t xml:space="preserve">ں </w:t>
      </w:r>
      <w:r>
        <w:rPr>
          <w:rtl/>
        </w:rPr>
        <w:t>جوابدہ ہي</w:t>
      </w:r>
      <w:r w:rsidR="00083993">
        <w:rPr>
          <w:rtl/>
        </w:rPr>
        <w:t xml:space="preserve">ں </w:t>
      </w:r>
      <w:r>
        <w:rPr>
          <w:rtl/>
        </w:rPr>
        <w:t>_</w:t>
      </w:r>
      <w:r w:rsidRPr="003D00C7">
        <w:rPr>
          <w:rStyle w:val="libArabicChar"/>
          <w:rFonts w:hint="eastAsia"/>
          <w:rtl/>
        </w:rPr>
        <w:t>لنسئلنّ</w:t>
      </w:r>
      <w:r w:rsidR="00F21947" w:rsidRPr="00B2551F">
        <w:rPr>
          <w:rStyle w:val="libArabicChar"/>
          <w:rFonts w:hint="cs"/>
          <w:rtl/>
        </w:rPr>
        <w:t>ه</w:t>
      </w:r>
      <w:r w:rsidRPr="003D00C7">
        <w:rPr>
          <w:rStyle w:val="libArabicChar"/>
          <w:rFonts w:hint="cs"/>
          <w:rtl/>
        </w:rPr>
        <w:t>م</w:t>
      </w:r>
      <w:r w:rsidRPr="003D00C7">
        <w:rPr>
          <w:rStyle w:val="libArabicChar"/>
          <w:rtl/>
        </w:rPr>
        <w:t xml:space="preserve"> ...عمّا كانوا يعملون</w:t>
      </w:r>
    </w:p>
    <w:p w:rsidR="001F628F" w:rsidRDefault="001F628F" w:rsidP="001F628F">
      <w:pPr>
        <w:pStyle w:val="libNormal"/>
        <w:rPr>
          <w:rtl/>
        </w:rPr>
      </w:pPr>
      <w:r>
        <w:rPr>
          <w:rtl/>
        </w:rPr>
        <w:t>4_ربوبيت الہى ،انسان كے اعمال و كردار كے مقابلے مي</w:t>
      </w:r>
      <w:r w:rsidR="00083993">
        <w:rPr>
          <w:rtl/>
        </w:rPr>
        <w:t xml:space="preserve">ں </w:t>
      </w:r>
      <w:r>
        <w:rPr>
          <w:rtl/>
        </w:rPr>
        <w:t>پوچھ گچھ اور سزا و جزا دينے كى مقتضى ہے_</w:t>
      </w:r>
    </w:p>
    <w:p w:rsidR="001F628F" w:rsidRDefault="001F628F" w:rsidP="003D00C7">
      <w:pPr>
        <w:pStyle w:val="libArabic"/>
        <w:rPr>
          <w:rtl/>
        </w:rPr>
      </w:pPr>
      <w:r>
        <w:rPr>
          <w:rFonts w:hint="eastAsia"/>
          <w:rtl/>
        </w:rPr>
        <w:t>فو</w:t>
      </w:r>
      <w:r>
        <w:rPr>
          <w:rtl/>
        </w:rPr>
        <w:t xml:space="preserve"> ربّك لنسئلنّ</w:t>
      </w:r>
      <w:r w:rsidR="00F21947" w:rsidRPr="00B2551F">
        <w:rPr>
          <w:rFonts w:hint="cs"/>
          <w:rtl/>
        </w:rPr>
        <w:t>ه</w:t>
      </w:r>
      <w:r>
        <w:rPr>
          <w:rFonts w:hint="cs"/>
          <w:rtl/>
        </w:rPr>
        <w:t>م</w:t>
      </w:r>
      <w:r>
        <w:rPr>
          <w:rtl/>
        </w:rPr>
        <w:t xml:space="preserve"> </w:t>
      </w:r>
      <w:r>
        <w:rPr>
          <w:rFonts w:hint="cs"/>
          <w:rtl/>
        </w:rPr>
        <w:t>ا</w:t>
      </w:r>
      <w:r>
        <w:rPr>
          <w:rtl/>
        </w:rPr>
        <w:t xml:space="preserve"> </w:t>
      </w:r>
      <w:r>
        <w:rPr>
          <w:rFonts w:hint="cs"/>
          <w:rtl/>
        </w:rPr>
        <w:t>جمعين</w:t>
      </w:r>
      <w:r>
        <w:rPr>
          <w:rtl/>
        </w:rPr>
        <w:t>_</w:t>
      </w:r>
      <w:r>
        <w:rPr>
          <w:rFonts w:hint="cs"/>
          <w:rtl/>
        </w:rPr>
        <w:t>عمّا</w:t>
      </w:r>
      <w:r>
        <w:rPr>
          <w:rtl/>
        </w:rPr>
        <w:t xml:space="preserve"> </w:t>
      </w:r>
      <w:r>
        <w:rPr>
          <w:rFonts w:hint="cs"/>
          <w:rtl/>
        </w:rPr>
        <w:t>كانوا</w:t>
      </w:r>
      <w:r>
        <w:rPr>
          <w:rtl/>
        </w:rPr>
        <w:t xml:space="preserve"> </w:t>
      </w:r>
      <w:r>
        <w:rPr>
          <w:rFonts w:hint="cs"/>
          <w:rtl/>
        </w:rPr>
        <w:t>ي</w:t>
      </w:r>
      <w:r>
        <w:rPr>
          <w:rtl/>
        </w:rPr>
        <w:t>عملون</w:t>
      </w:r>
    </w:p>
    <w:p w:rsidR="001F628F" w:rsidRDefault="001F628F" w:rsidP="003D00C7">
      <w:pPr>
        <w:pStyle w:val="libNormal"/>
        <w:rPr>
          <w:rtl/>
        </w:rPr>
      </w:pPr>
      <w:r>
        <w:rPr>
          <w:rtl/>
        </w:rPr>
        <w:t>5_انسان كے اعمال اور كردار قيامت كے دن پوچھ گچھ اور محاسبے كا معيارہي</w:t>
      </w:r>
      <w:r w:rsidR="00083993">
        <w:rPr>
          <w:rtl/>
        </w:rPr>
        <w:t xml:space="preserve">ں </w:t>
      </w:r>
      <w:r>
        <w:rPr>
          <w:rtl/>
        </w:rPr>
        <w:t>اور اُنہى كے ذريعے اس كى عاقبتمعينّ ہوتى ہے_</w:t>
      </w:r>
      <w:r w:rsidRPr="003D00C7">
        <w:rPr>
          <w:rStyle w:val="libArabicChar"/>
          <w:rFonts w:hint="eastAsia"/>
          <w:rtl/>
        </w:rPr>
        <w:t>لنسئلنّ</w:t>
      </w:r>
      <w:r w:rsidR="00F21947" w:rsidRPr="00B2551F">
        <w:rPr>
          <w:rStyle w:val="libArabicChar"/>
          <w:rFonts w:hint="cs"/>
          <w:rtl/>
        </w:rPr>
        <w:t>ه</w:t>
      </w:r>
      <w:r w:rsidRPr="003D00C7">
        <w:rPr>
          <w:rStyle w:val="libArabicChar"/>
          <w:rFonts w:hint="cs"/>
          <w:rtl/>
        </w:rPr>
        <w:t>م</w:t>
      </w:r>
      <w:r w:rsidRPr="003D00C7">
        <w:rPr>
          <w:rStyle w:val="libArabicChar"/>
          <w:rtl/>
        </w:rPr>
        <w:t xml:space="preserve"> ...عمّا كانوا يعملون</w:t>
      </w:r>
    </w:p>
    <w:p w:rsidR="001F628F" w:rsidRDefault="001F628F" w:rsidP="003D00C7">
      <w:pPr>
        <w:pStyle w:val="libNormal"/>
        <w:rPr>
          <w:rtl/>
        </w:rPr>
      </w:pPr>
      <w:r>
        <w:rPr>
          <w:rFonts w:hint="eastAsia"/>
          <w:rtl/>
        </w:rPr>
        <w:t>اجر</w:t>
      </w:r>
      <w:r>
        <w:rPr>
          <w:rtl/>
        </w:rPr>
        <w:t xml:space="preserve"> :</w:t>
      </w:r>
      <w:r>
        <w:rPr>
          <w:rFonts w:hint="eastAsia"/>
          <w:rtl/>
        </w:rPr>
        <w:t>اجر</w:t>
      </w:r>
      <w:r>
        <w:rPr>
          <w:rtl/>
        </w:rPr>
        <w:t xml:space="preserve"> كا پيش خيمہ 4</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كے اثرات 4</w:t>
      </w:r>
    </w:p>
    <w:p w:rsidR="001F628F" w:rsidRDefault="001F628F" w:rsidP="003D00C7">
      <w:pPr>
        <w:pStyle w:val="libNormal"/>
        <w:rPr>
          <w:rtl/>
        </w:rPr>
      </w:pPr>
      <w:r>
        <w:rPr>
          <w:rFonts w:hint="eastAsia"/>
          <w:rtl/>
        </w:rPr>
        <w:t>انسان</w:t>
      </w:r>
      <w:r>
        <w:rPr>
          <w:rtl/>
        </w:rPr>
        <w:t xml:space="preserve"> :</w:t>
      </w:r>
      <w:r>
        <w:rPr>
          <w:rFonts w:hint="eastAsia"/>
          <w:rtl/>
        </w:rPr>
        <w:t>انسان</w:t>
      </w:r>
      <w:r>
        <w:rPr>
          <w:rtl/>
        </w:rPr>
        <w:t xml:space="preserve"> كى ذمہ دارى 3</w:t>
      </w:r>
    </w:p>
    <w:p w:rsidR="001F628F" w:rsidRDefault="001F628F" w:rsidP="001F628F">
      <w:pPr>
        <w:pStyle w:val="libNormal"/>
        <w:rPr>
          <w:rtl/>
        </w:rPr>
      </w:pPr>
      <w:r>
        <w:rPr>
          <w:rFonts w:hint="eastAsia"/>
          <w:rtl/>
        </w:rPr>
        <w:t>سزا</w:t>
      </w:r>
      <w:r>
        <w:rPr>
          <w:rtl/>
        </w:rPr>
        <w:t xml:space="preserve"> :</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سزا</w:t>
      </w:r>
      <w:r>
        <w:rPr>
          <w:rtl/>
        </w:rPr>
        <w:t xml:space="preserve"> كا پيش خيمہ 4</w:t>
      </w:r>
    </w:p>
    <w:p w:rsidR="001F628F" w:rsidRDefault="001F628F" w:rsidP="003D00C7">
      <w:pPr>
        <w:pStyle w:val="libNormal"/>
        <w:rPr>
          <w:rtl/>
        </w:rPr>
      </w:pPr>
      <w:r>
        <w:rPr>
          <w:rFonts w:hint="eastAsia"/>
          <w:rtl/>
        </w:rPr>
        <w:t>عاقبت</w:t>
      </w:r>
      <w:r>
        <w:rPr>
          <w:rtl/>
        </w:rPr>
        <w:t xml:space="preserve"> :</w:t>
      </w:r>
      <w:r>
        <w:rPr>
          <w:rFonts w:hint="eastAsia"/>
          <w:rtl/>
        </w:rPr>
        <w:t>اُخروى</w:t>
      </w:r>
      <w:r>
        <w:rPr>
          <w:rtl/>
        </w:rPr>
        <w:t xml:space="preserve"> عاقبت مي</w:t>
      </w:r>
      <w:r w:rsidR="00083993">
        <w:rPr>
          <w:rtl/>
        </w:rPr>
        <w:t xml:space="preserve">ں </w:t>
      </w:r>
      <w:r>
        <w:rPr>
          <w:rtl/>
        </w:rPr>
        <w:t>موثر عوامل 5</w:t>
      </w:r>
    </w:p>
    <w:p w:rsidR="001F628F" w:rsidRDefault="001F628F" w:rsidP="003D00C7">
      <w:pPr>
        <w:pStyle w:val="libNormal"/>
        <w:rPr>
          <w:rtl/>
        </w:rPr>
      </w:pPr>
      <w:r>
        <w:rPr>
          <w:rFonts w:hint="eastAsia"/>
          <w:rtl/>
        </w:rPr>
        <w:t>عمل</w:t>
      </w:r>
      <w:r>
        <w:rPr>
          <w:rtl/>
        </w:rPr>
        <w:t xml:space="preserve"> :</w:t>
      </w:r>
      <w:r>
        <w:rPr>
          <w:rFonts w:hint="eastAsia"/>
          <w:rtl/>
        </w:rPr>
        <w:t>عمل</w:t>
      </w:r>
      <w:r>
        <w:rPr>
          <w:rtl/>
        </w:rPr>
        <w:t xml:space="preserve"> كا اُخروى مواخذہ 1;عمل كا جوابدہ 3;عمل كے اثرات 5;عمل كے مواخذہ كا پيش خيمہ 4</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كريم كا تجزيہ كرنے والو</w:t>
      </w:r>
      <w:r w:rsidR="00083993">
        <w:rPr>
          <w:rtl/>
        </w:rPr>
        <w:t xml:space="preserve">ں </w:t>
      </w:r>
      <w:r>
        <w:rPr>
          <w:rtl/>
        </w:rPr>
        <w:t>كا اُخروى مواخذہ 2</w:t>
      </w:r>
    </w:p>
    <w:p w:rsidR="001F628F" w:rsidRDefault="001F628F" w:rsidP="003D00C7">
      <w:pPr>
        <w:pStyle w:val="libNormal"/>
        <w:rPr>
          <w:rtl/>
        </w:rPr>
      </w:pPr>
      <w:r>
        <w:rPr>
          <w:rFonts w:hint="eastAsia"/>
          <w:rtl/>
        </w:rPr>
        <w:t>قيامت</w:t>
      </w:r>
      <w:r>
        <w:rPr>
          <w:rtl/>
        </w:rPr>
        <w:t xml:space="preserve"> :</w:t>
      </w:r>
      <w:r>
        <w:rPr>
          <w:rFonts w:hint="eastAsia"/>
          <w:rtl/>
        </w:rPr>
        <w:t>قيامت</w:t>
      </w:r>
      <w:r>
        <w:rPr>
          <w:rtl/>
        </w:rPr>
        <w:t xml:space="preserve"> مي</w:t>
      </w:r>
      <w:r w:rsidR="00083993">
        <w:rPr>
          <w:rtl/>
        </w:rPr>
        <w:t xml:space="preserve">ں </w:t>
      </w:r>
      <w:r>
        <w:rPr>
          <w:rtl/>
        </w:rPr>
        <w:t>مواخذہ 1،2;قيامت مي</w:t>
      </w:r>
      <w:r w:rsidR="00083993">
        <w:rPr>
          <w:rtl/>
        </w:rPr>
        <w:t xml:space="preserve">ں </w:t>
      </w:r>
      <w:r>
        <w:rPr>
          <w:rtl/>
        </w:rPr>
        <w:t>مواخذہ كا معيار 5</w:t>
      </w:r>
    </w:p>
    <w:p w:rsidR="001F628F" w:rsidRDefault="001F628F" w:rsidP="003D00C7">
      <w:pPr>
        <w:pStyle w:val="libNormal"/>
        <w:rPr>
          <w:rtl/>
        </w:rPr>
      </w:pPr>
      <w:r>
        <w:rPr>
          <w:rFonts w:hint="eastAsia"/>
          <w:rtl/>
        </w:rPr>
        <w:t>كفار</w:t>
      </w:r>
      <w:r>
        <w:rPr>
          <w:rtl/>
        </w:rPr>
        <w:t>:</w:t>
      </w:r>
      <w:r>
        <w:rPr>
          <w:rFonts w:hint="eastAsia"/>
          <w:rtl/>
        </w:rPr>
        <w:t>كفار</w:t>
      </w:r>
      <w:r>
        <w:rPr>
          <w:rtl/>
        </w:rPr>
        <w:t xml:space="preserve"> كا اُخروى مواخذہ 2</w:t>
      </w:r>
    </w:p>
    <w:p w:rsidR="001F628F" w:rsidRPr="00120F63" w:rsidRDefault="003D00C7" w:rsidP="003D00C7">
      <w:pPr>
        <w:pStyle w:val="Heading2Center"/>
        <w:rPr>
          <w:rtl/>
        </w:rPr>
      </w:pPr>
      <w:bookmarkStart w:id="140" w:name="_Toc28081818"/>
      <w:r>
        <w:rPr>
          <w:rFonts w:hint="cs"/>
          <w:rtl/>
        </w:rPr>
        <w:t xml:space="preserve">آیت </w:t>
      </w:r>
      <w:r w:rsidRPr="00120F63">
        <w:rPr>
          <w:rFonts w:hint="cs"/>
          <w:rtl/>
        </w:rPr>
        <w:t>94</w:t>
      </w:r>
      <w:bookmarkEnd w:id="140"/>
    </w:p>
    <w:p w:rsidR="001F628F" w:rsidRDefault="00E260F9" w:rsidP="003D00C7">
      <w:pPr>
        <w:pStyle w:val="libNormal"/>
        <w:rPr>
          <w:rtl/>
        </w:rPr>
      </w:pPr>
      <w:r w:rsidRPr="00E260F9">
        <w:rPr>
          <w:rStyle w:val="libAlaemChar"/>
          <w:rFonts w:hint="eastAsia"/>
          <w:rtl/>
        </w:rPr>
        <w:t>(</w:t>
      </w:r>
      <w:r w:rsidRPr="003D00C7">
        <w:rPr>
          <w:rStyle w:val="libAieChar"/>
          <w:rFonts w:hint="eastAsia"/>
          <w:rtl/>
        </w:rPr>
        <w:t>فَاصْدَعْ</w:t>
      </w:r>
      <w:r w:rsidRPr="003D00C7">
        <w:rPr>
          <w:rStyle w:val="libAieChar"/>
          <w:rtl/>
        </w:rPr>
        <w:t xml:space="preserve"> بِمَا تُؤْمَرُ وَأَعْرِضْ عَنِ الْمُشْرِكِينَ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پس</w:t>
      </w:r>
      <w:r>
        <w:rPr>
          <w:rtl/>
        </w:rPr>
        <w:t xml:space="preserve"> آپ اس بات كا واضح اعلان كردي</w:t>
      </w:r>
      <w:r w:rsidR="00083993">
        <w:rPr>
          <w:rtl/>
        </w:rPr>
        <w:t xml:space="preserve">ں </w:t>
      </w:r>
      <w:r>
        <w:rPr>
          <w:rtl/>
        </w:rPr>
        <w:t>جس كا حكم ديا گيا ہے اور مشركين سے كنارہ كش ہوجائي</w:t>
      </w:r>
      <w:r w:rsidR="00083993">
        <w:rPr>
          <w:rtl/>
        </w:rPr>
        <w:t xml:space="preserve">ں </w:t>
      </w:r>
      <w:r>
        <w:rPr>
          <w:rtl/>
        </w:rPr>
        <w:t>_</w:t>
      </w:r>
    </w:p>
    <w:p w:rsidR="001F628F" w:rsidRDefault="001F628F" w:rsidP="001F628F">
      <w:pPr>
        <w:pStyle w:val="libNormal"/>
        <w:rPr>
          <w:rtl/>
        </w:rPr>
      </w:pPr>
      <w:r>
        <w:rPr>
          <w:rtl/>
        </w:rPr>
        <w:t xml:space="preserve">1_پيغمبر اكرم </w:t>
      </w:r>
      <w:r w:rsidR="00F031CD" w:rsidRPr="00F031CD">
        <w:rPr>
          <w:rStyle w:val="libAlaemChar"/>
          <w:rtl/>
        </w:rPr>
        <w:t xml:space="preserve"> صلى‌الله‌عليه‌وآله‌وسلم </w:t>
      </w:r>
      <w:r>
        <w:rPr>
          <w:rtl/>
        </w:rPr>
        <w:t xml:space="preserve"> واضح ، اشكارااور بغير كسى ابہام كے اپنے الہى منصبى فرائض اور رسالت كے ابلاغ پر مامور تھے_</w:t>
      </w:r>
    </w:p>
    <w:p w:rsidR="001F628F" w:rsidRDefault="001F628F" w:rsidP="003D00C7">
      <w:pPr>
        <w:pStyle w:val="libArabic"/>
        <w:rPr>
          <w:rtl/>
        </w:rPr>
      </w:pPr>
      <w:r>
        <w:rPr>
          <w:rFonts w:hint="eastAsia"/>
          <w:rtl/>
        </w:rPr>
        <w:t>فاصدع</w:t>
      </w:r>
      <w:r>
        <w:rPr>
          <w:rtl/>
        </w:rPr>
        <w:t xml:space="preserve"> بما تو مر</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''صدع''واضح و اشكار بات كرنے كو كہتے ہي</w:t>
      </w:r>
      <w:r w:rsidR="00083993">
        <w:rPr>
          <w:rtl/>
        </w:rPr>
        <w:t xml:space="preserve">ں </w:t>
      </w:r>
      <w:r>
        <w:rPr>
          <w:rtl/>
        </w:rPr>
        <w:t>_</w:t>
      </w:r>
    </w:p>
    <w:p w:rsidR="001F628F" w:rsidRDefault="001F628F" w:rsidP="001F628F">
      <w:pPr>
        <w:pStyle w:val="libNormal"/>
        <w:rPr>
          <w:rtl/>
        </w:rPr>
      </w:pPr>
      <w:r>
        <w:rPr>
          <w:rtl/>
        </w:rPr>
        <w:t>2_بعثت كے اغاز (مكى دور)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كى دعوت بعض مخفى كامو</w:t>
      </w:r>
      <w:r w:rsidR="00083993">
        <w:rPr>
          <w:rtl/>
        </w:rPr>
        <w:t xml:space="preserve">ں </w:t>
      </w:r>
      <w:r>
        <w:rPr>
          <w:rtl/>
        </w:rPr>
        <w:t>،رازدارى اور تقيہ كے ہمراہ تھي_</w:t>
      </w:r>
    </w:p>
    <w:p w:rsidR="001F628F" w:rsidRDefault="001F628F" w:rsidP="003D00C7">
      <w:pPr>
        <w:pStyle w:val="libArabic"/>
        <w:rPr>
          <w:rtl/>
        </w:rPr>
      </w:pPr>
      <w:r>
        <w:rPr>
          <w:rFonts w:hint="eastAsia"/>
          <w:rtl/>
        </w:rPr>
        <w:t>فاصدع</w:t>
      </w:r>
      <w:r>
        <w:rPr>
          <w:rtl/>
        </w:rPr>
        <w:t xml:space="preserve"> بما تو مر</w:t>
      </w:r>
    </w:p>
    <w:p w:rsidR="001F628F" w:rsidRDefault="001F628F" w:rsidP="001F628F">
      <w:pPr>
        <w:pStyle w:val="libNormal"/>
        <w:rPr>
          <w:rtl/>
        </w:rPr>
      </w:pPr>
      <w:r>
        <w:rPr>
          <w:rFonts w:hint="eastAsia"/>
          <w:rtl/>
        </w:rPr>
        <w:t>دعوت</w:t>
      </w:r>
      <w:r>
        <w:rPr>
          <w:rtl/>
        </w:rPr>
        <w:t xml:space="preserve"> كو اشكار كرنے كا لازمہ اُس كا مخفى ركھنا ہے خواہ وہ كچھ وقت كے لئے ہى كيو</w:t>
      </w:r>
      <w:r w:rsidR="00083993">
        <w:rPr>
          <w:rtl/>
        </w:rPr>
        <w:t xml:space="preserve">ں </w:t>
      </w:r>
      <w:r>
        <w:rPr>
          <w:rtl/>
        </w:rPr>
        <w:t>نہ ہو _</w:t>
      </w:r>
    </w:p>
    <w:p w:rsidR="001F628F" w:rsidRDefault="001F628F" w:rsidP="003D00C7">
      <w:pPr>
        <w:pStyle w:val="libNormal"/>
        <w:rPr>
          <w:rtl/>
        </w:rPr>
      </w:pPr>
      <w:r>
        <w:rPr>
          <w:rtl/>
        </w:rPr>
        <w:t xml:space="preserve">3_پيغمبر اكرم </w:t>
      </w:r>
      <w:r w:rsidR="00F031CD" w:rsidRPr="00F031CD">
        <w:rPr>
          <w:rStyle w:val="libAlaemChar"/>
          <w:rtl/>
        </w:rPr>
        <w:t xml:space="preserve"> صلى‌الله‌عليه‌وآله‌وسلم </w:t>
      </w:r>
      <w:r>
        <w:rPr>
          <w:rtl/>
        </w:rPr>
        <w:t xml:space="preserve"> كے منصبى فرائض ،فرامين خدا كے دائرے مي</w:t>
      </w:r>
      <w:r w:rsidR="00083993">
        <w:rPr>
          <w:rtl/>
        </w:rPr>
        <w:t xml:space="preserve">ں </w:t>
      </w:r>
      <w:r>
        <w:rPr>
          <w:rtl/>
        </w:rPr>
        <w:t>تھے_</w:t>
      </w:r>
      <w:r w:rsidRPr="003D00C7">
        <w:rPr>
          <w:rStyle w:val="libArabicChar"/>
          <w:rFonts w:hint="eastAsia"/>
          <w:rtl/>
        </w:rPr>
        <w:t>فاصدع</w:t>
      </w:r>
      <w:r w:rsidRPr="003D00C7">
        <w:rPr>
          <w:rStyle w:val="libArabicChar"/>
          <w:rtl/>
        </w:rPr>
        <w:t xml:space="preserve"> بما تو مر</w:t>
      </w:r>
    </w:p>
    <w:p w:rsidR="001F628F" w:rsidRDefault="001F628F" w:rsidP="003D00C7">
      <w:pPr>
        <w:pStyle w:val="libNormal"/>
        <w:rPr>
          <w:rtl/>
        </w:rPr>
      </w:pPr>
      <w:r>
        <w:rPr>
          <w:rtl/>
        </w:rPr>
        <w:t xml:space="preserve">4_پيغمبر اكرم </w:t>
      </w:r>
      <w:r w:rsidR="00F031CD" w:rsidRPr="00F031CD">
        <w:rPr>
          <w:rStyle w:val="libAlaemChar"/>
          <w:rtl/>
        </w:rPr>
        <w:t xml:space="preserve"> صلى‌الله‌عليه‌وآله‌وسلم </w:t>
      </w:r>
      <w:r>
        <w:rPr>
          <w:rtl/>
        </w:rPr>
        <w:t xml:space="preserve"> ، كفار و مشركين كى عہد شكنى ،اذيت و ازار سے بے اعتنائي اور اُن سے منہ موڑنے اور اپنى دعوت مي</w:t>
      </w:r>
      <w:r w:rsidR="00083993">
        <w:rPr>
          <w:rtl/>
        </w:rPr>
        <w:t xml:space="preserve">ں </w:t>
      </w:r>
      <w:r>
        <w:rPr>
          <w:rtl/>
        </w:rPr>
        <w:t>ثابت قدم رہنے پر مامور تھے_</w:t>
      </w:r>
      <w:r w:rsidRPr="003D00C7">
        <w:rPr>
          <w:rStyle w:val="libArabicChar"/>
          <w:rFonts w:hint="eastAsia"/>
          <w:rtl/>
        </w:rPr>
        <w:t>فاصدع</w:t>
      </w:r>
      <w:r w:rsidRPr="003D00C7">
        <w:rPr>
          <w:rStyle w:val="libArabicChar"/>
          <w:rtl/>
        </w:rPr>
        <w:t xml:space="preserve"> بما تو مرو ا عرض عن المشركين</w:t>
      </w:r>
    </w:p>
    <w:p w:rsidR="003D00C7" w:rsidRDefault="001F628F" w:rsidP="003D00C7">
      <w:pPr>
        <w:pStyle w:val="libNormal"/>
        <w:rPr>
          <w:rtl/>
        </w:rPr>
      </w:pPr>
      <w:r>
        <w:rPr>
          <w:rtl/>
        </w:rPr>
        <w:t>''مشركين سے منہ موڑنے ''سے مراد يہ نہي</w:t>
      </w:r>
      <w:r w:rsidR="00083993">
        <w:rPr>
          <w:rtl/>
        </w:rPr>
        <w:t xml:space="preserve">ں </w:t>
      </w:r>
      <w:r>
        <w:rPr>
          <w:rtl/>
        </w:rPr>
        <w:t>كہ اُن سے كنارہ گيرى كى جائے _چونكہ يہ ايت كے پہلے حصے( فاصدع بما تو مر ) كہ جس مي</w:t>
      </w:r>
      <w:r w:rsidR="00083993">
        <w:rPr>
          <w:rtl/>
        </w:rPr>
        <w:t xml:space="preserve">ں </w:t>
      </w:r>
      <w:r>
        <w:rPr>
          <w:rtl/>
        </w:rPr>
        <w:t>اشكارا دعوت كا اظہار ہے،كے ساتھ ساز گار نہي</w:t>
      </w:r>
      <w:r w:rsidR="00083993">
        <w:rPr>
          <w:rtl/>
        </w:rPr>
        <w:t xml:space="preserve">ں </w:t>
      </w:r>
      <w:r w:rsidR="003D00C7">
        <w:rPr>
          <w:rFonts w:hint="eastAsia"/>
          <w:rtl/>
        </w:rPr>
        <w:t>بلكہ</w:t>
      </w:r>
      <w:r w:rsidR="003D00C7">
        <w:rPr>
          <w:rtl/>
        </w:rPr>
        <w:t xml:space="preserve"> پيغمبر اكرم</w:t>
      </w:r>
      <w:r w:rsidR="00F031CD" w:rsidRPr="00F031CD">
        <w:rPr>
          <w:rStyle w:val="libAlaemChar"/>
          <w:rtl/>
        </w:rPr>
        <w:t xml:space="preserve"> صلى‌الله‌عليه‌وآله‌وسلم </w:t>
      </w:r>
      <w:r w:rsidR="003D00C7">
        <w:rPr>
          <w:rtl/>
        </w:rPr>
        <w:t xml:space="preserve"> مكہ ميں مشركين و كفار كى جانب سے بہت زيادہ ستائے گئے تھے لہذا مراد وہى ہے جو مذكورہ بالا مطلب ميں ايا ہے _ياد رہے كہ بعد والى ايت ( </w:t>
      </w:r>
      <w:r w:rsidR="003D00C7" w:rsidRPr="003D00C7">
        <w:rPr>
          <w:rStyle w:val="libArabicChar"/>
          <w:rtl/>
        </w:rPr>
        <w:t>انا كفينك المست</w:t>
      </w:r>
      <w:r w:rsidR="00F21947" w:rsidRPr="00B2551F">
        <w:rPr>
          <w:rStyle w:val="libArabicChar"/>
          <w:rFonts w:hint="cs"/>
          <w:rtl/>
        </w:rPr>
        <w:t>ه</w:t>
      </w:r>
      <w:r w:rsidR="003D00C7" w:rsidRPr="003D00C7">
        <w:rPr>
          <w:rStyle w:val="libArabicChar"/>
          <w:rFonts w:hint="cs"/>
          <w:rtl/>
        </w:rPr>
        <w:t>زء</w:t>
      </w:r>
      <w:r w:rsidR="003D00C7" w:rsidRPr="003D00C7">
        <w:rPr>
          <w:rStyle w:val="libArabicChar"/>
          <w:rtl/>
        </w:rPr>
        <w:t xml:space="preserve"> </w:t>
      </w:r>
      <w:r w:rsidR="003D00C7" w:rsidRPr="003D00C7">
        <w:rPr>
          <w:rStyle w:val="libArabicChar"/>
          <w:rFonts w:hint="cs"/>
          <w:rtl/>
        </w:rPr>
        <w:t>ين</w:t>
      </w:r>
      <w:r w:rsidR="003D00C7">
        <w:rPr>
          <w:rtl/>
        </w:rPr>
        <w:t>) بھى اسى حقيقت كى تاكيد كر رہى ہے_</w:t>
      </w:r>
    </w:p>
    <w:p w:rsidR="003D00C7" w:rsidRDefault="001E7F9D" w:rsidP="00F73EDE">
      <w:pPr>
        <w:pStyle w:val="libPoemTini"/>
        <w:rPr>
          <w:rtl/>
        </w:rPr>
      </w:pPr>
      <w:r>
        <w:rPr>
          <w:rtl/>
        </w:rPr>
        <w:br w:type="page"/>
      </w:r>
    </w:p>
    <w:p w:rsidR="001F628F" w:rsidRDefault="001F628F" w:rsidP="001F628F">
      <w:pPr>
        <w:pStyle w:val="libNormal"/>
        <w:rPr>
          <w:rtl/>
        </w:rPr>
      </w:pPr>
      <w:r>
        <w:rPr>
          <w:rtl/>
        </w:rPr>
        <w:lastRenderedPageBreak/>
        <w:t>5_دينى نظريات اور اُصول كو بيان كرنے مي</w:t>
      </w:r>
      <w:r w:rsidR="00083993">
        <w:rPr>
          <w:rtl/>
        </w:rPr>
        <w:t xml:space="preserve">ں </w:t>
      </w:r>
      <w:r>
        <w:rPr>
          <w:rtl/>
        </w:rPr>
        <w:t>صراحت و قاطعيت ،دينى راہنمائو</w:t>
      </w:r>
      <w:r w:rsidR="00083993">
        <w:rPr>
          <w:rtl/>
        </w:rPr>
        <w:t xml:space="preserve">ں </w:t>
      </w:r>
      <w:r>
        <w:rPr>
          <w:rtl/>
        </w:rPr>
        <w:t>پرايك واجب اور ضرورى فريضہ ہے_</w:t>
      </w:r>
    </w:p>
    <w:p w:rsidR="001F628F" w:rsidRDefault="001F628F" w:rsidP="003D00C7">
      <w:pPr>
        <w:pStyle w:val="libArabic"/>
        <w:rPr>
          <w:rtl/>
        </w:rPr>
      </w:pPr>
      <w:r>
        <w:rPr>
          <w:rFonts w:hint="eastAsia"/>
          <w:rtl/>
        </w:rPr>
        <w:t>فاصدع</w:t>
      </w:r>
      <w:r>
        <w:rPr>
          <w:rtl/>
        </w:rPr>
        <w:t xml:space="preserve"> بما تو مرو ا عرض عن المشركين</w:t>
      </w:r>
    </w:p>
    <w:p w:rsidR="001F628F" w:rsidRDefault="001F628F" w:rsidP="001F628F">
      <w:pPr>
        <w:pStyle w:val="libNormal"/>
        <w:rPr>
          <w:rtl/>
        </w:rPr>
      </w:pPr>
      <w:r>
        <w:rPr>
          <w:rtl/>
        </w:rPr>
        <w:t>6_</w:t>
      </w:r>
      <w:r w:rsidRPr="003D00C7">
        <w:rPr>
          <w:rStyle w:val="libArabicChar"/>
          <w:rtl/>
        </w:rPr>
        <w:t>''عن عبيداللّ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على</w:t>
      </w:r>
      <w:r w:rsidRPr="003D00C7">
        <w:rPr>
          <w:rStyle w:val="libArabicChar"/>
          <w:rtl/>
        </w:rPr>
        <w:t xml:space="preserve"> </w:t>
      </w:r>
      <w:r w:rsidRPr="003D00C7">
        <w:rPr>
          <w:rStyle w:val="libArabicChar"/>
          <w:rFonts w:hint="cs"/>
          <w:rtl/>
        </w:rPr>
        <w:t>الحلبى</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سمعت</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باعبداللّ</w:t>
      </w:r>
      <w:r w:rsidR="00120F63" w:rsidRPr="00B2551F">
        <w:rPr>
          <w:rStyle w:val="libArabicChar"/>
          <w:rFonts w:hint="cs"/>
          <w:rtl/>
        </w:rPr>
        <w:t>ه</w:t>
      </w:r>
      <w:r w:rsidR="00367F17" w:rsidRPr="00367F17">
        <w:rPr>
          <w:rStyle w:val="libAlaemChar"/>
          <w:rtl/>
        </w:rPr>
        <w:t xml:space="preserve"> عليه‌السلام </w:t>
      </w:r>
      <w:r w:rsidRPr="003D00C7">
        <w:rPr>
          <w:rStyle w:val="libArabicChar"/>
          <w:rtl/>
        </w:rPr>
        <w:t xml:space="preserve"> </w:t>
      </w:r>
      <w:r w:rsidRPr="003D00C7">
        <w:rPr>
          <w:rStyle w:val="libArabicChar"/>
          <w:rFonts w:hint="cs"/>
          <w:rtl/>
        </w:rPr>
        <w:t>يقول</w:t>
      </w:r>
      <w:r w:rsidRPr="003D00C7">
        <w:rPr>
          <w:rStyle w:val="libArabicChar"/>
          <w:rtl/>
        </w:rPr>
        <w:t xml:space="preserve">: </w:t>
      </w:r>
      <w:r w:rsidRPr="003D00C7">
        <w:rPr>
          <w:rStyle w:val="libArabicChar"/>
          <w:rFonts w:hint="cs"/>
          <w:rtl/>
        </w:rPr>
        <w:t>مكث</w:t>
      </w:r>
      <w:r w:rsidRPr="003D00C7">
        <w:rPr>
          <w:rStyle w:val="libArabicChar"/>
          <w:rtl/>
        </w:rPr>
        <w:t xml:space="preserve"> </w:t>
      </w:r>
      <w:r w:rsidRPr="003D00C7">
        <w:rPr>
          <w:rStyle w:val="libArabicChar"/>
          <w:rFonts w:hint="cs"/>
          <w:rtl/>
        </w:rPr>
        <w:t>رسول</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w:t>
      </w:r>
      <w:r w:rsidRPr="003D00C7">
        <w:rPr>
          <w:rStyle w:val="libArabicChar"/>
          <w:rFonts w:hint="cs"/>
          <w:rtl/>
        </w:rPr>
        <w:t>بمكة</w:t>
      </w:r>
      <w:r w:rsidRPr="003D00C7">
        <w:rPr>
          <w:rStyle w:val="libArabicChar"/>
          <w:rtl/>
        </w:rPr>
        <w:t xml:space="preserve"> </w:t>
      </w:r>
      <w:r w:rsidRPr="003D00C7">
        <w:rPr>
          <w:rStyle w:val="libArabicChar"/>
          <w:rFonts w:hint="cs"/>
          <w:rtl/>
        </w:rPr>
        <w:t>بعد</w:t>
      </w:r>
      <w:r w:rsidRPr="003D00C7">
        <w:rPr>
          <w:rStyle w:val="libArabicChar"/>
          <w:rtl/>
        </w:rPr>
        <w:t xml:space="preserve"> </w:t>
      </w:r>
      <w:r w:rsidRPr="003D00C7">
        <w:rPr>
          <w:rStyle w:val="libArabicChar"/>
          <w:rFonts w:hint="cs"/>
          <w:rtl/>
        </w:rPr>
        <w:t>ماجاء</w:t>
      </w:r>
      <w:r w:rsidRPr="003D00C7">
        <w:rPr>
          <w:rStyle w:val="libArabicChar"/>
          <w:rtl/>
        </w:rPr>
        <w:t xml:space="preserve"> </w:t>
      </w:r>
      <w:r w:rsidR="00120F63" w:rsidRPr="00B2551F">
        <w:rPr>
          <w:rStyle w:val="libArabicChar"/>
          <w:rFonts w:hint="cs"/>
          <w:rtl/>
        </w:rPr>
        <w:t>ه</w:t>
      </w:r>
      <w:r w:rsidRPr="003D00C7">
        <w:rPr>
          <w:rStyle w:val="libArabicChar"/>
          <w:rtl/>
        </w:rPr>
        <w:t xml:space="preserve"> </w:t>
      </w:r>
      <w:r w:rsidRPr="003D00C7">
        <w:rPr>
          <w:rStyle w:val="libArabicChar"/>
          <w:rFonts w:hint="cs"/>
          <w:rtl/>
        </w:rPr>
        <w:t>الوحى</w:t>
      </w:r>
      <w:r w:rsidRPr="003D00C7">
        <w:rPr>
          <w:rStyle w:val="libArabicChar"/>
          <w:rtl/>
        </w:rPr>
        <w:t xml:space="preserve"> </w:t>
      </w:r>
      <w:r w:rsidRPr="003D00C7">
        <w:rPr>
          <w:rStyle w:val="libArabicChar"/>
          <w:rFonts w:hint="cs"/>
          <w:rtl/>
        </w:rPr>
        <w:t>عن</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تبارك</w:t>
      </w:r>
      <w:r w:rsidRPr="003D00C7">
        <w:rPr>
          <w:rStyle w:val="libArabicChar"/>
          <w:rtl/>
        </w:rPr>
        <w:t xml:space="preserve"> </w:t>
      </w:r>
      <w:r w:rsidRPr="003D00C7">
        <w:rPr>
          <w:rStyle w:val="libArabicChar"/>
          <w:rFonts w:hint="cs"/>
          <w:rtl/>
        </w:rPr>
        <w:t>وتعالى</w:t>
      </w:r>
      <w:r w:rsidRPr="003D00C7">
        <w:rPr>
          <w:rStyle w:val="libArabicChar"/>
          <w:rtl/>
        </w:rPr>
        <w:t xml:space="preserve"> </w:t>
      </w:r>
      <w:r w:rsidRPr="003D00C7">
        <w:rPr>
          <w:rStyle w:val="libArabicChar"/>
          <w:rFonts w:hint="cs"/>
          <w:rtl/>
        </w:rPr>
        <w:t>ثلاث</w:t>
      </w:r>
      <w:r w:rsidRPr="003D00C7">
        <w:rPr>
          <w:rStyle w:val="libArabicChar"/>
          <w:rtl/>
        </w:rPr>
        <w:t xml:space="preserve"> </w:t>
      </w:r>
      <w:r w:rsidRPr="003D00C7">
        <w:rPr>
          <w:rStyle w:val="libArabicChar"/>
          <w:rFonts w:hint="cs"/>
          <w:rtl/>
        </w:rPr>
        <w:t>عشرة</w:t>
      </w:r>
      <w:r w:rsidRPr="003D00C7">
        <w:rPr>
          <w:rStyle w:val="libArabicChar"/>
          <w:rtl/>
        </w:rPr>
        <w:t xml:space="preserve"> </w:t>
      </w:r>
      <w:r w:rsidRPr="003D00C7">
        <w:rPr>
          <w:rStyle w:val="libArabicChar"/>
          <w:rFonts w:hint="cs"/>
          <w:rtl/>
        </w:rPr>
        <w:t>سنة</w:t>
      </w:r>
      <w:r w:rsidRPr="003D00C7">
        <w:rPr>
          <w:rStyle w:val="libArabicChar"/>
          <w:rtl/>
        </w:rPr>
        <w:t xml:space="preserve"> </w:t>
      </w:r>
      <w:r w:rsidRPr="003D00C7">
        <w:rPr>
          <w:rStyle w:val="libArabicChar"/>
          <w:rFonts w:hint="cs"/>
          <w:rtl/>
        </w:rPr>
        <w:t>من</w:t>
      </w:r>
      <w:r w:rsidR="00F21947" w:rsidRPr="00B2551F">
        <w:rPr>
          <w:rStyle w:val="libArabicChar"/>
          <w:rFonts w:hint="cs"/>
          <w:rtl/>
        </w:rPr>
        <w:t>ه</w:t>
      </w:r>
      <w:r w:rsidRPr="003D00C7">
        <w:rPr>
          <w:rStyle w:val="libArabicChar"/>
          <w:rFonts w:hint="cs"/>
          <w:rtl/>
        </w:rPr>
        <w:t>ا</w:t>
      </w:r>
      <w:r w:rsidRPr="003D00C7">
        <w:rPr>
          <w:rStyle w:val="libArabicChar"/>
          <w:rtl/>
        </w:rPr>
        <w:t xml:space="preserve"> </w:t>
      </w:r>
      <w:r w:rsidRPr="003D00C7">
        <w:rPr>
          <w:rStyle w:val="libArabicChar"/>
          <w:rFonts w:hint="cs"/>
          <w:rtl/>
        </w:rPr>
        <w:t>ثلاث</w:t>
      </w:r>
      <w:r w:rsidRPr="003D00C7">
        <w:rPr>
          <w:rStyle w:val="libArabicChar"/>
          <w:rtl/>
        </w:rPr>
        <w:t xml:space="preserve"> </w:t>
      </w:r>
      <w:r w:rsidRPr="003D00C7">
        <w:rPr>
          <w:rStyle w:val="libArabicChar"/>
          <w:rFonts w:hint="cs"/>
          <w:rtl/>
        </w:rPr>
        <w:t>سنين</w:t>
      </w:r>
      <w:r w:rsidRPr="003D00C7">
        <w:rPr>
          <w:rStyle w:val="libArabicChar"/>
          <w:rtl/>
        </w:rPr>
        <w:t xml:space="preserve"> </w:t>
      </w:r>
      <w:r w:rsidRPr="003D00C7">
        <w:rPr>
          <w:rStyle w:val="libArabicChar"/>
          <w:rFonts w:hint="cs"/>
          <w:rtl/>
        </w:rPr>
        <w:t>مختفياً</w:t>
      </w:r>
      <w:r w:rsidRPr="003D00C7">
        <w:rPr>
          <w:rStyle w:val="libArabicChar"/>
          <w:rtl/>
        </w:rPr>
        <w:t xml:space="preserve"> </w:t>
      </w:r>
      <w:r w:rsidRPr="003D00C7">
        <w:rPr>
          <w:rStyle w:val="libArabicChar"/>
          <w:rFonts w:hint="cs"/>
          <w:rtl/>
        </w:rPr>
        <w:t>خائفاً</w:t>
      </w:r>
      <w:r w:rsidRPr="003D00C7">
        <w:rPr>
          <w:rStyle w:val="libArabicChar"/>
          <w:rtl/>
        </w:rPr>
        <w:t xml:space="preserve"> </w:t>
      </w:r>
      <w:r w:rsidRPr="003D00C7">
        <w:rPr>
          <w:rStyle w:val="libArabicChar"/>
          <w:rFonts w:hint="cs"/>
          <w:rtl/>
        </w:rPr>
        <w:t>لايظ</w:t>
      </w:r>
      <w:r w:rsidR="00F21947" w:rsidRPr="00B2551F">
        <w:rPr>
          <w:rStyle w:val="libArabicChar"/>
          <w:rFonts w:hint="cs"/>
          <w:rtl/>
        </w:rPr>
        <w:t>ه</w:t>
      </w:r>
      <w:r w:rsidRPr="003D00C7">
        <w:rPr>
          <w:rStyle w:val="libArabicChar"/>
          <w:rFonts w:hint="cs"/>
          <w:rtl/>
        </w:rPr>
        <w:t>ر،</w:t>
      </w:r>
      <w:r w:rsidRPr="003D00C7">
        <w:rPr>
          <w:rStyle w:val="libArabicChar"/>
          <w:rtl/>
        </w:rPr>
        <w:t xml:space="preserve"> </w:t>
      </w:r>
      <w:r w:rsidRPr="003D00C7">
        <w:rPr>
          <w:rStyle w:val="libArabicChar"/>
          <w:rFonts w:hint="cs"/>
          <w:rtl/>
        </w:rPr>
        <w:t>حتى</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مر</w:t>
      </w:r>
      <w:r w:rsidR="00120F63" w:rsidRPr="00B2551F">
        <w:rPr>
          <w:rStyle w:val="libArabicChar"/>
          <w:rFonts w:hint="cs"/>
          <w:rtl/>
        </w:rPr>
        <w:t>ه</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عزّوجلّ ا ن يصدع بما ا مر</w:t>
      </w:r>
      <w:r w:rsidR="00120F63" w:rsidRPr="00B2551F">
        <w:rPr>
          <w:rStyle w:val="libArabicChar"/>
          <w:rFonts w:hint="cs"/>
          <w:rtl/>
        </w:rPr>
        <w:t>ه</w:t>
      </w:r>
      <w:r w:rsidRPr="003D00C7">
        <w:rPr>
          <w:rStyle w:val="libArabicChar"/>
          <w:rtl/>
        </w:rPr>
        <w:t xml:space="preserve"> </w:t>
      </w:r>
      <w:r w:rsidRPr="003D00C7">
        <w:rPr>
          <w:rStyle w:val="libArabicChar"/>
          <w:rFonts w:hint="cs"/>
          <w:rtl/>
        </w:rPr>
        <w:t>ب</w:t>
      </w:r>
      <w:r w:rsidR="00120F63" w:rsidRPr="00B2551F">
        <w:rPr>
          <w:rStyle w:val="libArabicChar"/>
          <w:rFonts w:hint="cs"/>
          <w:rtl/>
        </w:rPr>
        <w:t>ه</w:t>
      </w:r>
      <w:r w:rsidRPr="003D00C7">
        <w:rPr>
          <w:rStyle w:val="libArabicChar"/>
          <w:rFonts w:hint="cs"/>
          <w:rtl/>
        </w:rPr>
        <w:t>،</w:t>
      </w:r>
      <w:r w:rsidRPr="003D00C7">
        <w:rPr>
          <w:rStyle w:val="libArabicChar"/>
          <w:rtl/>
        </w:rPr>
        <w:t xml:space="preserve"> </w:t>
      </w:r>
      <w:r w:rsidRPr="003D00C7">
        <w:rPr>
          <w:rStyle w:val="libArabicChar"/>
          <w:rFonts w:hint="cs"/>
          <w:rtl/>
        </w:rPr>
        <w:t>فا</w:t>
      </w:r>
      <w:r w:rsidRPr="003D00C7">
        <w:rPr>
          <w:rStyle w:val="libArabicChar"/>
          <w:rtl/>
        </w:rPr>
        <w:t xml:space="preserve"> </w:t>
      </w:r>
      <w:r w:rsidRPr="003D00C7">
        <w:rPr>
          <w:rStyle w:val="libArabicChar"/>
          <w:rFonts w:hint="cs"/>
          <w:rtl/>
        </w:rPr>
        <w:t>ظ</w:t>
      </w:r>
      <w:r w:rsidR="00F21947" w:rsidRPr="00B2551F">
        <w:rPr>
          <w:rStyle w:val="libArabicChar"/>
          <w:rFonts w:hint="cs"/>
          <w:rtl/>
        </w:rPr>
        <w:t>ه</w:t>
      </w:r>
      <w:r w:rsidRPr="003D00C7">
        <w:rPr>
          <w:rStyle w:val="libArabicChar"/>
          <w:rFonts w:hint="cs"/>
          <w:rtl/>
        </w:rPr>
        <w:t>ر</w:t>
      </w:r>
      <w:r w:rsidRPr="003D00C7">
        <w:rPr>
          <w:rStyle w:val="libArabicChar"/>
          <w:rtl/>
        </w:rPr>
        <w:t xml:space="preserve"> </w:t>
      </w:r>
      <w:r w:rsidRPr="003D00C7">
        <w:rPr>
          <w:rStyle w:val="libArabicChar"/>
          <w:rFonts w:hint="cs"/>
          <w:rtl/>
        </w:rPr>
        <w:t>حينئذ</w:t>
      </w:r>
      <w:r w:rsidRPr="003D00C7">
        <w:rPr>
          <w:rStyle w:val="libArabicChar"/>
          <w:rtl/>
        </w:rPr>
        <w:t xml:space="preserve"> </w:t>
      </w:r>
      <w:r w:rsidRPr="003D00C7">
        <w:rPr>
          <w:rStyle w:val="libArabicChar"/>
          <w:rFonts w:hint="cs"/>
          <w:rtl/>
        </w:rPr>
        <w:t>الد</w:t>
      </w:r>
      <w:r w:rsidRPr="003D00C7">
        <w:rPr>
          <w:rStyle w:val="libArabicChar"/>
          <w:rtl/>
        </w:rPr>
        <w:t>ّعوة;</w:t>
      </w:r>
      <w:r>
        <w:rPr>
          <w:rtl/>
        </w:rPr>
        <w:t xml:space="preserve"> </w:t>
      </w:r>
      <w:r w:rsidRPr="003D00C7">
        <w:rPr>
          <w:rStyle w:val="libFootnotenumChar"/>
          <w:rtl/>
        </w:rPr>
        <w:t>(1)</w:t>
      </w:r>
      <w:r>
        <w:rPr>
          <w:rtl/>
        </w:rPr>
        <w:t xml:space="preserve"> عبيد </w:t>
      </w:r>
      <w:r>
        <w:rPr>
          <w:rFonts w:hint="eastAsia"/>
          <w:rtl/>
        </w:rPr>
        <w:t>الله</w:t>
      </w:r>
      <w:r>
        <w:rPr>
          <w:rtl/>
        </w:rPr>
        <w:t xml:space="preserve"> بن على الحلبى كا كہنا ہے كہ مي</w:t>
      </w:r>
      <w:r w:rsidR="00083993">
        <w:rPr>
          <w:rtl/>
        </w:rPr>
        <w:t xml:space="preserve">ں </w:t>
      </w:r>
      <w:r>
        <w:rPr>
          <w:rtl/>
        </w:rPr>
        <w:t xml:space="preserve">نے امام صادق عليہ السلام سے سنا كہ اپ </w:t>
      </w:r>
      <w:r w:rsidR="00367F17" w:rsidRPr="00367F17">
        <w:rPr>
          <w:rStyle w:val="libAlaemChar"/>
          <w:rtl/>
        </w:rPr>
        <w:t xml:space="preserve"> عليه‌السلام </w:t>
      </w:r>
      <w:r>
        <w:rPr>
          <w:rtl/>
        </w:rPr>
        <w:t xml:space="preserve"> نے فرمايا: جب خداوند متعال كى جانب سے رسول خدا </w:t>
      </w:r>
      <w:r w:rsidR="00F031CD" w:rsidRPr="00F031CD">
        <w:rPr>
          <w:rStyle w:val="libAlaemChar"/>
          <w:rtl/>
        </w:rPr>
        <w:t xml:space="preserve"> صلى‌الله‌عليه‌وآله‌وسلم </w:t>
      </w:r>
      <w:r>
        <w:rPr>
          <w:rtl/>
        </w:rPr>
        <w:t xml:space="preserve"> پر وحى نازل ہوئي اس كے بعد اپ</w:t>
      </w:r>
      <w:r w:rsidR="00F031CD" w:rsidRPr="00F031CD">
        <w:rPr>
          <w:rStyle w:val="libAlaemChar"/>
          <w:rtl/>
        </w:rPr>
        <w:t xml:space="preserve"> صلى‌الله‌عليه‌وآله‌وسلم </w:t>
      </w:r>
      <w:r>
        <w:rPr>
          <w:rtl/>
        </w:rPr>
        <w:t xml:space="preserve"> تيرہ سال تك مكہ مي</w:t>
      </w:r>
      <w:r w:rsidR="00083993">
        <w:rPr>
          <w:rtl/>
        </w:rPr>
        <w:t xml:space="preserve">ں </w:t>
      </w:r>
      <w:r>
        <w:rPr>
          <w:rtl/>
        </w:rPr>
        <w:t>رہے _كہ جن مي</w:t>
      </w:r>
      <w:r w:rsidR="00083993">
        <w:rPr>
          <w:rtl/>
        </w:rPr>
        <w:t xml:space="preserve">ں </w:t>
      </w:r>
      <w:r>
        <w:rPr>
          <w:rtl/>
        </w:rPr>
        <w:t>سے تين سال مخفى اور پنہا</w:t>
      </w:r>
      <w:r w:rsidR="00083993">
        <w:rPr>
          <w:rtl/>
        </w:rPr>
        <w:t xml:space="preserve">ں </w:t>
      </w:r>
      <w:r>
        <w:rPr>
          <w:rtl/>
        </w:rPr>
        <w:t>تھے اور اپ</w:t>
      </w:r>
      <w:r w:rsidR="00F031CD" w:rsidRPr="00F031CD">
        <w:rPr>
          <w:rStyle w:val="libAlaemChar"/>
          <w:rtl/>
        </w:rPr>
        <w:t xml:space="preserve"> صلى‌الله‌عليه‌وآله‌وسلم </w:t>
      </w:r>
      <w:r>
        <w:rPr>
          <w:rtl/>
        </w:rPr>
        <w:t xml:space="preserve"> (اجتماعات مي</w:t>
      </w:r>
      <w:r w:rsidR="00083993">
        <w:rPr>
          <w:rtl/>
        </w:rPr>
        <w:t xml:space="preserve">ں </w:t>
      </w:r>
      <w:r>
        <w:rPr>
          <w:rtl/>
        </w:rPr>
        <w:t>) ظاہ</w:t>
      </w:r>
      <w:r>
        <w:rPr>
          <w:rFonts w:hint="eastAsia"/>
          <w:rtl/>
        </w:rPr>
        <w:t>ر</w:t>
      </w:r>
      <w:r>
        <w:rPr>
          <w:rtl/>
        </w:rPr>
        <w:t xml:space="preserve"> نہي</w:t>
      </w:r>
      <w:r w:rsidR="00083993">
        <w:rPr>
          <w:rtl/>
        </w:rPr>
        <w:t xml:space="preserve">ں </w:t>
      </w:r>
      <w:r>
        <w:rPr>
          <w:rtl/>
        </w:rPr>
        <w:t>ہوتے تھے_يہا</w:t>
      </w:r>
      <w:r w:rsidR="00083993">
        <w:rPr>
          <w:rtl/>
        </w:rPr>
        <w:t xml:space="preserve">ں </w:t>
      </w:r>
      <w:r>
        <w:rPr>
          <w:rtl/>
        </w:rPr>
        <w:t xml:space="preserve">تك كہ خدا نے انحضرت </w:t>
      </w:r>
      <w:r w:rsidR="00F031CD" w:rsidRPr="00F031CD">
        <w:rPr>
          <w:rStyle w:val="libAlaemChar"/>
          <w:rtl/>
        </w:rPr>
        <w:t xml:space="preserve"> صلى‌الله‌عليه‌وآله‌وسلم </w:t>
      </w:r>
      <w:r>
        <w:rPr>
          <w:rtl/>
        </w:rPr>
        <w:t xml:space="preserve"> كو فرمان ديا كہ جو كچھ اپ</w:t>
      </w:r>
      <w:r w:rsidR="00F031CD" w:rsidRPr="00F031CD">
        <w:rPr>
          <w:rStyle w:val="libAlaemChar"/>
          <w:rtl/>
        </w:rPr>
        <w:t xml:space="preserve"> صلى‌الله‌عليه‌وآله‌وسلم </w:t>
      </w:r>
      <w:r>
        <w:rPr>
          <w:rtl/>
        </w:rPr>
        <w:t xml:space="preserve"> كو امر كيا گيا ہے اُسے اشكارا بيان كرو _اس كے بعد اپ</w:t>
      </w:r>
      <w:r w:rsidR="00F031CD" w:rsidRPr="00F031CD">
        <w:rPr>
          <w:rStyle w:val="libAlaemChar"/>
          <w:rtl/>
        </w:rPr>
        <w:t xml:space="preserve"> صلى‌الله‌عليه‌وآله‌وسلم </w:t>
      </w:r>
      <w:r>
        <w:rPr>
          <w:rtl/>
        </w:rPr>
        <w:t xml:space="preserve"> نے اپنى دعوت كو علنى كر ديا_</w:t>
      </w:r>
    </w:p>
    <w:p w:rsidR="001F628F" w:rsidRDefault="001F628F" w:rsidP="001F628F">
      <w:pPr>
        <w:pStyle w:val="libNormal"/>
        <w:rPr>
          <w:rtl/>
        </w:rPr>
      </w:pPr>
      <w:r>
        <w:rPr>
          <w:rtl/>
        </w:rPr>
        <w:t xml:space="preserve">7_ </w:t>
      </w:r>
      <w:r w:rsidRPr="003D00C7">
        <w:rPr>
          <w:rStyle w:val="libArabicChar"/>
          <w:rtl/>
        </w:rPr>
        <w:t>''عن محمد بن على الحلبى عن ا بى عبداللّ</w:t>
      </w:r>
      <w:r w:rsidR="00120F63" w:rsidRPr="00B2551F">
        <w:rPr>
          <w:rStyle w:val="libArabicChar"/>
          <w:rFonts w:hint="cs"/>
          <w:rtl/>
        </w:rPr>
        <w:t>ه</w:t>
      </w:r>
      <w:r w:rsidR="00367F17" w:rsidRPr="00367F17">
        <w:rPr>
          <w:rStyle w:val="libAlaemChar"/>
          <w:rtl/>
        </w:rPr>
        <w:t xml:space="preserve"> عليه‌السلام </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اكتتم</w:t>
      </w:r>
      <w:r w:rsidRPr="003D00C7">
        <w:rPr>
          <w:rStyle w:val="libArabicChar"/>
          <w:rtl/>
        </w:rPr>
        <w:t xml:space="preserve"> </w:t>
      </w:r>
      <w:r w:rsidRPr="003D00C7">
        <w:rPr>
          <w:rStyle w:val="libArabicChar"/>
          <w:rFonts w:hint="cs"/>
          <w:rtl/>
        </w:rPr>
        <w:t>رسول</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w:t>
      </w:r>
      <w:r w:rsidRPr="003D00C7">
        <w:rPr>
          <w:rStyle w:val="libArabicChar"/>
          <w:rFonts w:hint="cs"/>
          <w:rtl/>
        </w:rPr>
        <w:t>بمكة</w:t>
      </w:r>
      <w:r w:rsidRPr="003D00C7">
        <w:rPr>
          <w:rStyle w:val="libArabicChar"/>
          <w:rtl/>
        </w:rPr>
        <w:t xml:space="preserve"> </w:t>
      </w:r>
      <w:r w:rsidRPr="003D00C7">
        <w:rPr>
          <w:rStyle w:val="libArabicChar"/>
          <w:rFonts w:hint="cs"/>
          <w:rtl/>
        </w:rPr>
        <w:t>مختفياً</w:t>
      </w:r>
      <w:r w:rsidRPr="003D00C7">
        <w:rPr>
          <w:rStyle w:val="libArabicChar"/>
          <w:rtl/>
        </w:rPr>
        <w:t xml:space="preserve"> </w:t>
      </w:r>
      <w:r w:rsidRPr="003D00C7">
        <w:rPr>
          <w:rStyle w:val="libArabicChar"/>
          <w:rFonts w:hint="cs"/>
          <w:rtl/>
        </w:rPr>
        <w:t>خائفاً</w:t>
      </w:r>
      <w:r w:rsidRPr="003D00C7">
        <w:rPr>
          <w:rStyle w:val="libArabicChar"/>
          <w:rtl/>
        </w:rPr>
        <w:t xml:space="preserve"> </w:t>
      </w:r>
      <w:r w:rsidRPr="003D00C7">
        <w:rPr>
          <w:rStyle w:val="libArabicChar"/>
          <w:rFonts w:hint="cs"/>
          <w:rtl/>
        </w:rPr>
        <w:t>خمس</w:t>
      </w:r>
      <w:r w:rsidRPr="003D00C7">
        <w:rPr>
          <w:rStyle w:val="libArabicChar"/>
          <w:rtl/>
        </w:rPr>
        <w:t xml:space="preserve"> </w:t>
      </w:r>
      <w:r w:rsidRPr="003D00C7">
        <w:rPr>
          <w:rStyle w:val="libArabicChar"/>
          <w:rFonts w:hint="cs"/>
          <w:rtl/>
        </w:rPr>
        <w:t>سنين</w:t>
      </w:r>
      <w:r w:rsidRPr="003D00C7">
        <w:rPr>
          <w:rStyle w:val="libArabicChar"/>
          <w:rtl/>
        </w:rPr>
        <w:t xml:space="preserve"> </w:t>
      </w:r>
      <w:r w:rsidRPr="003D00C7">
        <w:rPr>
          <w:rStyle w:val="libArabicChar"/>
          <w:rFonts w:hint="cs"/>
          <w:rtl/>
        </w:rPr>
        <w:t>ليس</w:t>
      </w:r>
      <w:r w:rsidRPr="003D00C7">
        <w:rPr>
          <w:rStyle w:val="libArabicChar"/>
          <w:rtl/>
        </w:rPr>
        <w:t xml:space="preserve"> </w:t>
      </w:r>
      <w:r w:rsidRPr="003D00C7">
        <w:rPr>
          <w:rStyle w:val="libArabicChar"/>
          <w:rFonts w:hint="cs"/>
          <w:rtl/>
        </w:rPr>
        <w:t>يظ</w:t>
      </w:r>
      <w:r w:rsidR="00F21947" w:rsidRPr="00B2551F">
        <w:rPr>
          <w:rStyle w:val="libArabicChar"/>
          <w:rFonts w:hint="cs"/>
          <w:rtl/>
        </w:rPr>
        <w:t>ه</w:t>
      </w:r>
      <w:r w:rsidRPr="003D00C7">
        <w:rPr>
          <w:rStyle w:val="libArabicChar"/>
          <w:rFonts w:hint="cs"/>
          <w:rtl/>
        </w:rPr>
        <w:t>ر</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مر</w:t>
      </w:r>
      <w:r w:rsidR="00120F63" w:rsidRPr="00B2551F">
        <w:rPr>
          <w:rStyle w:val="libArabicChar"/>
          <w:rFonts w:hint="cs"/>
          <w:rtl/>
        </w:rPr>
        <w:t>ه</w:t>
      </w:r>
      <w:r w:rsidRPr="003D00C7">
        <w:rPr>
          <w:rStyle w:val="libArabicChar"/>
          <w:rtl/>
        </w:rPr>
        <w:t xml:space="preserve"> ... </w:t>
      </w:r>
      <w:r w:rsidRPr="003D00C7">
        <w:rPr>
          <w:rStyle w:val="libArabicChar"/>
          <w:rFonts w:hint="cs"/>
          <w:rtl/>
        </w:rPr>
        <w:t>ثم</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مر</w:t>
      </w:r>
      <w:r w:rsidR="00120F63" w:rsidRPr="00B2551F">
        <w:rPr>
          <w:rStyle w:val="libArabicChar"/>
          <w:rFonts w:hint="cs"/>
          <w:rtl/>
        </w:rPr>
        <w:t>ه</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عزّوجلّ</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ن</w:t>
      </w:r>
      <w:r w:rsidRPr="003D00C7">
        <w:rPr>
          <w:rStyle w:val="libArabicChar"/>
          <w:rtl/>
        </w:rPr>
        <w:t xml:space="preserve"> </w:t>
      </w:r>
      <w:r w:rsidRPr="003D00C7">
        <w:rPr>
          <w:rStyle w:val="libArabicChar"/>
          <w:rFonts w:hint="cs"/>
          <w:rtl/>
        </w:rPr>
        <w:t>يصدع</w:t>
      </w:r>
      <w:r w:rsidRPr="003D00C7">
        <w:rPr>
          <w:rStyle w:val="libArabicChar"/>
          <w:rtl/>
        </w:rPr>
        <w:t xml:space="preserve"> </w:t>
      </w:r>
      <w:r w:rsidRPr="003D00C7">
        <w:rPr>
          <w:rStyle w:val="libArabicChar"/>
          <w:rFonts w:hint="cs"/>
          <w:rtl/>
        </w:rPr>
        <w:t>بما</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مر</w:t>
      </w:r>
      <w:r w:rsidRPr="003D00C7">
        <w:rPr>
          <w:rStyle w:val="libArabicChar"/>
          <w:rtl/>
        </w:rPr>
        <w:t xml:space="preserve"> </w:t>
      </w:r>
      <w:r w:rsidRPr="003D00C7">
        <w:rPr>
          <w:rStyle w:val="libArabicChar"/>
          <w:rFonts w:hint="cs"/>
          <w:rtl/>
        </w:rPr>
        <w:t>ب</w:t>
      </w:r>
      <w:r w:rsidR="00120F63" w:rsidRPr="00B2551F">
        <w:rPr>
          <w:rStyle w:val="libArabicChar"/>
          <w:rFonts w:hint="cs"/>
          <w:rtl/>
        </w:rPr>
        <w:t>ه</w:t>
      </w:r>
      <w:r w:rsidRPr="003D00C7">
        <w:rPr>
          <w:rStyle w:val="libArabicChar"/>
          <w:rtl/>
        </w:rPr>
        <w:t xml:space="preserve"> </w:t>
      </w:r>
      <w:r w:rsidRPr="003D00C7">
        <w:rPr>
          <w:rStyle w:val="libArabicChar"/>
          <w:rFonts w:hint="cs"/>
          <w:rtl/>
        </w:rPr>
        <w:t>فظ</w:t>
      </w:r>
      <w:r w:rsidR="00F21947" w:rsidRPr="00B2551F">
        <w:rPr>
          <w:rStyle w:val="libArabicChar"/>
          <w:rFonts w:hint="cs"/>
          <w:rtl/>
        </w:rPr>
        <w:t>ه</w:t>
      </w:r>
      <w:r w:rsidRPr="003D00C7">
        <w:rPr>
          <w:rStyle w:val="libArabicChar"/>
          <w:rFonts w:hint="cs"/>
          <w:rtl/>
        </w:rPr>
        <w:t>ر</w:t>
      </w:r>
      <w:r w:rsidRPr="003D00C7">
        <w:rPr>
          <w:rStyle w:val="libArabicChar"/>
          <w:rtl/>
        </w:rPr>
        <w:t xml:space="preserve"> </w:t>
      </w:r>
      <w:r w:rsidRPr="003D00C7">
        <w:rPr>
          <w:rStyle w:val="libArabicChar"/>
          <w:rFonts w:hint="cs"/>
          <w:rtl/>
        </w:rPr>
        <w:t>رسول</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w:t>
      </w:r>
      <w:r w:rsidRPr="003D00C7">
        <w:rPr>
          <w:rStyle w:val="libArabicChar"/>
          <w:rFonts w:hint="cs"/>
          <w:rtl/>
        </w:rPr>
        <w:t>و</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ظ</w:t>
      </w:r>
      <w:r w:rsidR="00F21947" w:rsidRPr="00B2551F">
        <w:rPr>
          <w:rStyle w:val="libArabicChar"/>
          <w:rFonts w:hint="cs"/>
          <w:rtl/>
        </w:rPr>
        <w:t>ه</w:t>
      </w:r>
      <w:r w:rsidRPr="003D00C7">
        <w:rPr>
          <w:rStyle w:val="libArabicChar"/>
          <w:rFonts w:hint="cs"/>
          <w:rtl/>
        </w:rPr>
        <w:t>ر</w:t>
      </w:r>
      <w:r w:rsidRPr="003D00C7">
        <w:rPr>
          <w:rStyle w:val="libArabicChar"/>
          <w:rtl/>
        </w:rPr>
        <w:t xml:space="preserve"> </w:t>
      </w:r>
      <w:r w:rsidRPr="003D00C7">
        <w:rPr>
          <w:rStyle w:val="libArabicChar"/>
          <w:rFonts w:hint="cs"/>
          <w:rtl/>
        </w:rPr>
        <w:t>ا</w:t>
      </w:r>
      <w:r w:rsidRPr="003D00C7">
        <w:rPr>
          <w:rStyle w:val="libArabicChar"/>
          <w:rtl/>
        </w:rPr>
        <w:t xml:space="preserve"> مر</w:t>
      </w:r>
      <w:r w:rsidR="00120F63" w:rsidRPr="00B2551F">
        <w:rPr>
          <w:rStyle w:val="libArabicChar"/>
          <w:rFonts w:hint="cs"/>
          <w:rtl/>
        </w:rPr>
        <w:t>ه</w:t>
      </w:r>
      <w:r w:rsidRPr="003D00C7">
        <w:rPr>
          <w:rStyle w:val="libArabicChar"/>
          <w:rtl/>
        </w:rPr>
        <w:t>;</w:t>
      </w:r>
      <w:r>
        <w:rPr>
          <w:rtl/>
        </w:rPr>
        <w:t xml:space="preserve"> </w:t>
      </w:r>
      <w:r w:rsidRPr="003D00C7">
        <w:rPr>
          <w:rStyle w:val="libFootnotenumChar"/>
          <w:rtl/>
        </w:rPr>
        <w:t>(2)</w:t>
      </w:r>
      <w:r>
        <w:rPr>
          <w:rtl/>
        </w:rPr>
        <w:t xml:space="preserve">محمد بن على الحلبى نے امام صادق </w:t>
      </w:r>
      <w:r w:rsidR="00367F17" w:rsidRPr="00367F17">
        <w:rPr>
          <w:rStyle w:val="libAlaemChar"/>
          <w:rtl/>
        </w:rPr>
        <w:t xml:space="preserve"> عليه‌السلام </w:t>
      </w:r>
      <w:r>
        <w:rPr>
          <w:rtl/>
        </w:rPr>
        <w:t xml:space="preserve"> سے روايت كى ہے كہ ا</w:t>
      </w:r>
      <w:r>
        <w:rPr>
          <w:rFonts w:hint="eastAsia"/>
          <w:rtl/>
        </w:rPr>
        <w:t>پ</w:t>
      </w:r>
      <w:r w:rsidR="00367F17" w:rsidRPr="00367F17">
        <w:rPr>
          <w:rStyle w:val="libAlaemChar"/>
          <w:rtl/>
        </w:rPr>
        <w:t xml:space="preserve"> عليه‌السلام </w:t>
      </w:r>
      <w:r>
        <w:rPr>
          <w:rtl/>
        </w:rPr>
        <w:t xml:space="preserve"> نے فرمايا:رسول خدا </w:t>
      </w:r>
      <w:r w:rsidR="00F031CD" w:rsidRPr="00F031CD">
        <w:rPr>
          <w:rStyle w:val="libAlaemChar"/>
          <w:rtl/>
        </w:rPr>
        <w:t xml:space="preserve"> صلى‌الله‌عليه‌وآله‌وسلم </w:t>
      </w:r>
      <w:r>
        <w:rPr>
          <w:rtl/>
        </w:rPr>
        <w:t xml:space="preserve"> نے پانچ سال تك مكہ مي</w:t>
      </w:r>
      <w:r w:rsidR="00083993">
        <w:rPr>
          <w:rtl/>
        </w:rPr>
        <w:t xml:space="preserve">ں </w:t>
      </w:r>
      <w:r>
        <w:rPr>
          <w:rtl/>
        </w:rPr>
        <w:t>اپنى رسالت كو پنہا</w:t>
      </w:r>
      <w:r w:rsidR="00083993">
        <w:rPr>
          <w:rtl/>
        </w:rPr>
        <w:t xml:space="preserve">ں </w:t>
      </w:r>
      <w:r>
        <w:rPr>
          <w:rtl/>
        </w:rPr>
        <w:t xml:space="preserve">ركھا _اپ </w:t>
      </w:r>
      <w:r w:rsidR="00F031CD" w:rsidRPr="00F031CD">
        <w:rPr>
          <w:rStyle w:val="libAlaemChar"/>
          <w:rtl/>
        </w:rPr>
        <w:t xml:space="preserve"> صلى‌الله‌عليه‌وآله‌وسلم </w:t>
      </w:r>
      <w:r>
        <w:rPr>
          <w:rtl/>
        </w:rPr>
        <w:t xml:space="preserve"> مخفى اور خوفزدہ تھے اور اپنى رسالت كو اشكار نہي</w:t>
      </w:r>
      <w:r w:rsidR="00083993">
        <w:rPr>
          <w:rtl/>
        </w:rPr>
        <w:t xml:space="preserve">ں </w:t>
      </w:r>
      <w:r>
        <w:rPr>
          <w:rtl/>
        </w:rPr>
        <w:t>كرتے تھے ... پھر خداوند عزوجل نے اپ</w:t>
      </w:r>
      <w:r w:rsidR="00F031CD" w:rsidRPr="00F031CD">
        <w:rPr>
          <w:rStyle w:val="libAlaemChar"/>
          <w:rtl/>
        </w:rPr>
        <w:t xml:space="preserve"> صلى‌الله‌عليه‌وآله‌وسلم </w:t>
      </w:r>
      <w:r>
        <w:rPr>
          <w:rtl/>
        </w:rPr>
        <w:t xml:space="preserve"> كو فرمان ديا كہ اپنى رسالت كو اشكار كرو _پس انحضرت </w:t>
      </w:r>
      <w:r w:rsidR="00F031CD" w:rsidRPr="00F031CD">
        <w:rPr>
          <w:rStyle w:val="libAlaemChar"/>
          <w:rtl/>
        </w:rPr>
        <w:t xml:space="preserve"> صلى‌الله‌عليه‌وآله‌وسلم </w:t>
      </w:r>
      <w:r>
        <w:rPr>
          <w:rtl/>
        </w:rPr>
        <w:t xml:space="preserve"> اشكار ہو گئے اور اپ</w:t>
      </w:r>
      <w:r w:rsidR="00F031CD" w:rsidRPr="00F031CD">
        <w:rPr>
          <w:rStyle w:val="libAlaemChar"/>
          <w:rtl/>
        </w:rPr>
        <w:t xml:space="preserve"> صلى‌الله‌عليه‌وآله‌وسلم </w:t>
      </w:r>
      <w:r>
        <w:rPr>
          <w:rtl/>
        </w:rPr>
        <w:t xml:space="preserve"> نے علن</w:t>
      </w:r>
      <w:r>
        <w:rPr>
          <w:rFonts w:hint="eastAsia"/>
          <w:rtl/>
        </w:rPr>
        <w:t>ى</w:t>
      </w:r>
      <w:r>
        <w:rPr>
          <w:rtl/>
        </w:rPr>
        <w:t xml:space="preserve"> دعوت شروع كر دي_</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كى اشكار دعوت 6،7; انحضرت</w:t>
      </w:r>
      <w:r w:rsidR="00F031CD" w:rsidRPr="00F031CD">
        <w:rPr>
          <w:rStyle w:val="libAlaemChar"/>
          <w:rtl/>
        </w:rPr>
        <w:t xml:space="preserve"> صلى‌الله‌عليه‌وآله‌وسلم </w:t>
      </w:r>
      <w:r>
        <w:rPr>
          <w:rtl/>
        </w:rPr>
        <w:t xml:space="preserve"> </w:t>
      </w:r>
      <w:r w:rsidR="00F031CD" w:rsidRPr="00F031CD">
        <w:rPr>
          <w:rStyle w:val="libAlaemChar"/>
          <w:rtl/>
        </w:rPr>
        <w:t xml:space="preserve"> صلى‌الله‌عليه‌وآله‌وسلم </w:t>
      </w:r>
      <w:r>
        <w:rPr>
          <w:rtl/>
        </w:rPr>
        <w:t xml:space="preserve"> كى استقامت 4; انحضرت </w:t>
      </w:r>
      <w:r w:rsidR="00F031CD" w:rsidRPr="00F031CD">
        <w:rPr>
          <w:rStyle w:val="libAlaemChar"/>
          <w:rtl/>
        </w:rPr>
        <w:t xml:space="preserve"> صلى‌الله‌عليه‌وآله‌وسلم </w:t>
      </w:r>
      <w:r>
        <w:rPr>
          <w:rtl/>
        </w:rPr>
        <w:t xml:space="preserve"> كى تبليغ 1;آنحضرت</w:t>
      </w:r>
      <w:r w:rsidR="00F031CD" w:rsidRPr="00F031CD">
        <w:rPr>
          <w:rStyle w:val="libAlaemChar"/>
          <w:rtl/>
        </w:rPr>
        <w:t xml:space="preserve"> صلى‌الله‌عليه‌وآله‌وسلم </w:t>
      </w:r>
      <w:r>
        <w:rPr>
          <w:rtl/>
        </w:rPr>
        <w:t xml:space="preserve"> كى رسالت 7; آنحضرت كى رسالت3;آنحضرت</w:t>
      </w:r>
      <w:r w:rsidR="00F031CD" w:rsidRPr="00F031CD">
        <w:rPr>
          <w:rStyle w:val="libAlaemChar"/>
          <w:rtl/>
        </w:rPr>
        <w:t xml:space="preserve"> صلى‌الله‌عليه‌وآله‌وسلم </w:t>
      </w:r>
      <w:r>
        <w:rPr>
          <w:rtl/>
        </w:rPr>
        <w:t xml:space="preserve"> كى ذمہ دارى 4;آنحضرت</w:t>
      </w:r>
      <w:r w:rsidR="00F031CD" w:rsidRPr="00F031CD">
        <w:rPr>
          <w:rStyle w:val="libAlaemChar"/>
          <w:rtl/>
        </w:rPr>
        <w:t xml:space="preserve"> صلى‌الله‌عليه‌وآله‌وسلم </w:t>
      </w:r>
      <w:r>
        <w:rPr>
          <w:rtl/>
        </w:rPr>
        <w:t xml:space="preserve"> كى شرعى ذمہ دارى 1; آنحضرت </w:t>
      </w:r>
      <w:r w:rsidR="00F031CD" w:rsidRPr="00F031CD">
        <w:rPr>
          <w:rStyle w:val="libAlaemChar"/>
          <w:rtl/>
        </w:rPr>
        <w:t xml:space="preserve"> صلى‌الله‌عليه‌وآله‌وسلم </w:t>
      </w:r>
      <w:r>
        <w:rPr>
          <w:rtl/>
        </w:rPr>
        <w:t xml:space="preserve"> كى صراحت1;آنحضرت</w:t>
      </w:r>
      <w:r w:rsidR="00F031CD" w:rsidRPr="00F031CD">
        <w:rPr>
          <w:rStyle w:val="libAlaemChar"/>
          <w:rtl/>
        </w:rPr>
        <w:t xml:space="preserve"> صلى‌الله‌عليه‌وآله‌وسلم </w:t>
      </w:r>
      <w:r>
        <w:rPr>
          <w:rtl/>
        </w:rPr>
        <w:t xml:space="preserve"> كى مخفى دعوت2،6،7; آنحضرت</w:t>
      </w:r>
      <w:r w:rsidR="00F031CD" w:rsidRPr="00F031CD">
        <w:rPr>
          <w:rStyle w:val="libAlaemChar"/>
          <w:rtl/>
        </w:rPr>
        <w:t xml:space="preserve"> صلى‌الله‌عليه‌وآله‌وسلم </w:t>
      </w:r>
      <w:r>
        <w:rPr>
          <w:rtl/>
        </w:rPr>
        <w:t xml:space="preserve"> كو اذيت4</w:t>
      </w:r>
    </w:p>
    <w:p w:rsidR="001F628F" w:rsidRDefault="001F628F" w:rsidP="001F628F">
      <w:pPr>
        <w:pStyle w:val="libNormal"/>
        <w:rPr>
          <w:rtl/>
        </w:rPr>
      </w:pPr>
      <w:r>
        <w:rPr>
          <w:rFonts w:hint="eastAsia"/>
          <w:rtl/>
        </w:rPr>
        <w:t>احكام</w:t>
      </w:r>
      <w:r>
        <w:rPr>
          <w:rtl/>
        </w:rPr>
        <w:t xml:space="preserve"> :5</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 كمال الدين ،ص344، ح29، ب33; نور الثقلين ، ج 3، ص32 ،ح123_</w:t>
      </w:r>
    </w:p>
    <w:p w:rsidR="001F628F" w:rsidRDefault="001F628F" w:rsidP="003D00C7">
      <w:pPr>
        <w:pStyle w:val="libFootnote"/>
        <w:rPr>
          <w:rtl/>
        </w:rPr>
      </w:pPr>
      <w:r>
        <w:rPr>
          <w:rtl/>
        </w:rPr>
        <w:t>2) كمال الدين ،ص344، ح28، ب33; نور الثقلين ،ج 3، ص32 ، ح121_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اسلام</w:t>
      </w:r>
      <w:r>
        <w:rPr>
          <w:rtl/>
        </w:rPr>
        <w:t xml:space="preserve"> :</w:t>
      </w:r>
      <w:r>
        <w:rPr>
          <w:rFonts w:hint="eastAsia"/>
          <w:rtl/>
        </w:rPr>
        <w:t>تاريخ</w:t>
      </w:r>
      <w:r>
        <w:rPr>
          <w:rtl/>
        </w:rPr>
        <w:t xml:space="preserve"> صدر اسلام 2،6،7</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كے اوامر 3</w:t>
      </w:r>
    </w:p>
    <w:p w:rsidR="001F628F" w:rsidRDefault="001F628F" w:rsidP="003D00C7">
      <w:pPr>
        <w:pStyle w:val="libNormal"/>
        <w:rPr>
          <w:rtl/>
        </w:rPr>
      </w:pPr>
      <w:r>
        <w:rPr>
          <w:rFonts w:hint="eastAsia"/>
          <w:rtl/>
        </w:rPr>
        <w:t>تبليغ</w:t>
      </w:r>
      <w:r>
        <w:rPr>
          <w:rtl/>
        </w:rPr>
        <w:t xml:space="preserve"> :</w:t>
      </w:r>
      <w:r>
        <w:rPr>
          <w:rFonts w:hint="eastAsia"/>
          <w:rtl/>
        </w:rPr>
        <w:t>تبليغ</w:t>
      </w:r>
      <w:r>
        <w:rPr>
          <w:rtl/>
        </w:rPr>
        <w:t xml:space="preserve"> مي</w:t>
      </w:r>
      <w:r w:rsidR="00083993">
        <w:rPr>
          <w:rtl/>
        </w:rPr>
        <w:t xml:space="preserve">ں </w:t>
      </w:r>
      <w:r>
        <w:rPr>
          <w:rtl/>
        </w:rPr>
        <w:t>صراحت 1،5;تبليغ مي</w:t>
      </w:r>
      <w:r w:rsidR="00083993">
        <w:rPr>
          <w:rtl/>
        </w:rPr>
        <w:t xml:space="preserve">ں </w:t>
      </w:r>
      <w:r>
        <w:rPr>
          <w:rtl/>
        </w:rPr>
        <w:t>قاطعيت 5</w:t>
      </w:r>
    </w:p>
    <w:p w:rsidR="001F628F" w:rsidRDefault="001F628F" w:rsidP="003D00C7">
      <w:pPr>
        <w:pStyle w:val="libNormal"/>
        <w:rPr>
          <w:rtl/>
        </w:rPr>
      </w:pPr>
      <w:r>
        <w:rPr>
          <w:rFonts w:hint="eastAsia"/>
          <w:rtl/>
        </w:rPr>
        <w:t>دين</w:t>
      </w:r>
      <w:r>
        <w:rPr>
          <w:rtl/>
        </w:rPr>
        <w:t xml:space="preserve"> :</w:t>
      </w:r>
      <w:r>
        <w:rPr>
          <w:rFonts w:hint="eastAsia"/>
          <w:rtl/>
        </w:rPr>
        <w:t>دين</w:t>
      </w:r>
      <w:r>
        <w:rPr>
          <w:rtl/>
        </w:rPr>
        <w:t xml:space="preserve"> كى تبليغ 5</w:t>
      </w:r>
    </w:p>
    <w:p w:rsidR="001F628F" w:rsidRDefault="001F628F" w:rsidP="003D00C7">
      <w:pPr>
        <w:pStyle w:val="libNormal"/>
        <w:rPr>
          <w:rtl/>
        </w:rPr>
      </w:pPr>
      <w:r>
        <w:rPr>
          <w:rFonts w:hint="eastAsia"/>
          <w:rtl/>
        </w:rPr>
        <w:t>دينى</w:t>
      </w:r>
      <w:r>
        <w:rPr>
          <w:rtl/>
        </w:rPr>
        <w:t xml:space="preserve"> قائدين :</w:t>
      </w:r>
      <w:r>
        <w:rPr>
          <w:rFonts w:hint="eastAsia"/>
          <w:rtl/>
        </w:rPr>
        <w:t>دينى</w:t>
      </w:r>
      <w:r>
        <w:rPr>
          <w:rtl/>
        </w:rPr>
        <w:t xml:space="preserve"> قائدين كى شرعى ذمہ دارى 5</w:t>
      </w:r>
    </w:p>
    <w:p w:rsidR="001F628F" w:rsidRDefault="001F628F" w:rsidP="001F628F">
      <w:pPr>
        <w:pStyle w:val="libNormal"/>
        <w:rPr>
          <w:rtl/>
        </w:rPr>
      </w:pPr>
      <w:r>
        <w:rPr>
          <w:rFonts w:hint="eastAsia"/>
          <w:rtl/>
        </w:rPr>
        <w:t>روايت</w:t>
      </w:r>
      <w:r>
        <w:rPr>
          <w:rtl/>
        </w:rPr>
        <w:t xml:space="preserve"> :6،7</w:t>
      </w:r>
    </w:p>
    <w:p w:rsidR="001F628F" w:rsidRDefault="001F628F" w:rsidP="003D00C7">
      <w:pPr>
        <w:pStyle w:val="libNormal"/>
        <w:rPr>
          <w:rtl/>
        </w:rPr>
      </w:pPr>
      <w:r>
        <w:rPr>
          <w:rFonts w:hint="eastAsia"/>
          <w:rtl/>
        </w:rPr>
        <w:t>مشركين</w:t>
      </w:r>
      <w:r>
        <w:rPr>
          <w:rtl/>
        </w:rPr>
        <w:t xml:space="preserve"> :</w:t>
      </w:r>
      <w:r>
        <w:rPr>
          <w:rFonts w:hint="eastAsia"/>
          <w:rtl/>
        </w:rPr>
        <w:t>مشركين</w:t>
      </w:r>
      <w:r>
        <w:rPr>
          <w:rtl/>
        </w:rPr>
        <w:t xml:space="preserve"> كى اذيتي</w:t>
      </w:r>
      <w:r w:rsidR="00083993">
        <w:rPr>
          <w:rtl/>
        </w:rPr>
        <w:t xml:space="preserve">ں </w:t>
      </w:r>
      <w:r>
        <w:rPr>
          <w:rtl/>
        </w:rPr>
        <w:t xml:space="preserve">اور انحضرت </w:t>
      </w:r>
      <w:r w:rsidR="00F031CD" w:rsidRPr="00F031CD">
        <w:rPr>
          <w:rStyle w:val="libAlaemChar"/>
          <w:rtl/>
        </w:rPr>
        <w:t xml:space="preserve"> صلى‌الله‌عليه‌وآله‌وسلم </w:t>
      </w:r>
      <w:r>
        <w:rPr>
          <w:rtl/>
        </w:rPr>
        <w:t xml:space="preserve"> 4;مشركين سے منہ موڑنا 4</w:t>
      </w:r>
    </w:p>
    <w:p w:rsidR="001F628F" w:rsidRDefault="001F628F" w:rsidP="001F628F">
      <w:pPr>
        <w:pStyle w:val="libNormal"/>
        <w:rPr>
          <w:rtl/>
        </w:rPr>
      </w:pPr>
      <w:r>
        <w:rPr>
          <w:rFonts w:hint="eastAsia"/>
          <w:rtl/>
        </w:rPr>
        <w:t>واجبات</w:t>
      </w:r>
      <w:r>
        <w:rPr>
          <w:rtl/>
        </w:rPr>
        <w:t xml:space="preserve"> :5</w:t>
      </w:r>
    </w:p>
    <w:p w:rsidR="001F628F" w:rsidRPr="00120F63" w:rsidRDefault="003D00C7" w:rsidP="003D00C7">
      <w:pPr>
        <w:pStyle w:val="Heading2Center"/>
        <w:rPr>
          <w:rtl/>
        </w:rPr>
      </w:pPr>
      <w:bookmarkStart w:id="141" w:name="_Toc28081819"/>
      <w:r>
        <w:rPr>
          <w:rFonts w:hint="cs"/>
          <w:rtl/>
        </w:rPr>
        <w:t xml:space="preserve">آیت </w:t>
      </w:r>
      <w:r w:rsidRPr="00120F63">
        <w:rPr>
          <w:rFonts w:hint="cs"/>
          <w:rtl/>
        </w:rPr>
        <w:t>95</w:t>
      </w:r>
      <w:bookmarkEnd w:id="141"/>
    </w:p>
    <w:p w:rsidR="001F628F" w:rsidRDefault="00E260F9" w:rsidP="003D00C7">
      <w:pPr>
        <w:pStyle w:val="libNormal"/>
        <w:rPr>
          <w:rtl/>
        </w:rPr>
      </w:pPr>
      <w:r w:rsidRPr="00E260F9">
        <w:rPr>
          <w:rStyle w:val="libAlaemChar"/>
          <w:rFonts w:hint="eastAsia"/>
          <w:rtl/>
        </w:rPr>
        <w:t>(</w:t>
      </w:r>
      <w:r w:rsidRPr="003D00C7">
        <w:rPr>
          <w:rStyle w:val="libAieChar"/>
          <w:rFonts w:hint="eastAsia"/>
          <w:rtl/>
        </w:rPr>
        <w:t>إِنَّا</w:t>
      </w:r>
      <w:r w:rsidRPr="003D00C7">
        <w:rPr>
          <w:rStyle w:val="libAieChar"/>
          <w:rtl/>
        </w:rPr>
        <w:t xml:space="preserve"> كَفَيْنَاكَ الْمُسْتَهْزِئِينَ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ہم</w:t>
      </w:r>
      <w:r>
        <w:rPr>
          <w:rtl/>
        </w:rPr>
        <w:t xml:space="preserve"> ان استہزاء كرنے والو</w:t>
      </w:r>
      <w:r w:rsidR="00083993">
        <w:rPr>
          <w:rtl/>
        </w:rPr>
        <w:t xml:space="preserve">ں </w:t>
      </w:r>
      <w:r>
        <w:rPr>
          <w:rtl/>
        </w:rPr>
        <w:t>كے لئے كافى ہي</w:t>
      </w:r>
      <w:r w:rsidR="00083993">
        <w:rPr>
          <w:rtl/>
        </w:rPr>
        <w:t xml:space="preserve">ں </w:t>
      </w:r>
      <w:r>
        <w:rPr>
          <w:rtl/>
        </w:rPr>
        <w:t>_</w:t>
      </w:r>
    </w:p>
    <w:p w:rsidR="001F628F" w:rsidRDefault="001F628F" w:rsidP="003D00C7">
      <w:pPr>
        <w:pStyle w:val="libNormal"/>
        <w:rPr>
          <w:rtl/>
        </w:rPr>
      </w:pPr>
      <w:r>
        <w:rPr>
          <w:rtl/>
        </w:rPr>
        <w:t xml:space="preserve">1_پيغمبر اكرم </w:t>
      </w:r>
      <w:r w:rsidR="00F031CD" w:rsidRPr="00F031CD">
        <w:rPr>
          <w:rStyle w:val="libAlaemChar"/>
          <w:rtl/>
        </w:rPr>
        <w:t xml:space="preserve"> صلى‌الله‌عليه‌وآله‌وسلم </w:t>
      </w:r>
      <w:r>
        <w:rPr>
          <w:rtl/>
        </w:rPr>
        <w:t xml:space="preserve"> كو مشركين اور دشمنو</w:t>
      </w:r>
      <w:r w:rsidR="00083993">
        <w:rPr>
          <w:rtl/>
        </w:rPr>
        <w:t xml:space="preserve">ں </w:t>
      </w:r>
      <w:r>
        <w:rPr>
          <w:rtl/>
        </w:rPr>
        <w:t>كى اذيت وازار اور استہزاء كے مقابلے مي</w:t>
      </w:r>
      <w:r w:rsidR="00083993">
        <w:rPr>
          <w:rtl/>
        </w:rPr>
        <w:t xml:space="preserve">ں </w:t>
      </w:r>
      <w:r>
        <w:rPr>
          <w:rtl/>
        </w:rPr>
        <w:t>خداوند متعال كى حمايت حاصل تھي_</w:t>
      </w:r>
      <w:r w:rsidRPr="003D00C7">
        <w:rPr>
          <w:rStyle w:val="libArabicChar"/>
          <w:rFonts w:hint="eastAsia"/>
          <w:rtl/>
        </w:rPr>
        <w:t>انا</w:t>
      </w:r>
      <w:r w:rsidRPr="003D00C7">
        <w:rPr>
          <w:rStyle w:val="libArabicChar"/>
          <w:rtl/>
        </w:rPr>
        <w:t xml:space="preserve"> كفينك المست</w:t>
      </w:r>
      <w:r w:rsidR="00F21947" w:rsidRPr="00B2551F">
        <w:rPr>
          <w:rStyle w:val="libArabicChar"/>
          <w:rFonts w:hint="cs"/>
          <w:rtl/>
        </w:rPr>
        <w:t>ه</w:t>
      </w:r>
      <w:r w:rsidRPr="003D00C7">
        <w:rPr>
          <w:rStyle w:val="libArabicChar"/>
          <w:rtl/>
        </w:rPr>
        <w:t>زء ين</w:t>
      </w:r>
    </w:p>
    <w:p w:rsidR="001F628F" w:rsidRDefault="001F628F" w:rsidP="001F628F">
      <w:pPr>
        <w:pStyle w:val="libNormal"/>
        <w:rPr>
          <w:rtl/>
        </w:rPr>
      </w:pPr>
      <w:r>
        <w:rPr>
          <w:rtl/>
        </w:rPr>
        <w:t>2_خداوندمتعال كا پيغمبر اكرم</w:t>
      </w:r>
      <w:r w:rsidR="00F031CD" w:rsidRPr="00F031CD">
        <w:rPr>
          <w:rStyle w:val="libAlaemChar"/>
          <w:rtl/>
        </w:rPr>
        <w:t xml:space="preserve"> صلى‌الله‌عليه‌وآله‌وسلم </w:t>
      </w:r>
      <w:r>
        <w:rPr>
          <w:rtl/>
        </w:rPr>
        <w:t xml:space="preserve"> كواپ</w:t>
      </w:r>
      <w:r w:rsidR="00F031CD" w:rsidRPr="00F031CD">
        <w:rPr>
          <w:rStyle w:val="libAlaemChar"/>
          <w:rtl/>
        </w:rPr>
        <w:t xml:space="preserve"> صلى‌الله‌عليه‌وآله‌وسلم </w:t>
      </w:r>
      <w:r>
        <w:rPr>
          <w:rtl/>
        </w:rPr>
        <w:t xml:space="preserve"> سے استہزاء كرنے والو</w:t>
      </w:r>
      <w:r w:rsidR="00083993">
        <w:rPr>
          <w:rtl/>
        </w:rPr>
        <w:t xml:space="preserve">ں </w:t>
      </w:r>
      <w:r>
        <w:rPr>
          <w:rtl/>
        </w:rPr>
        <w:t>كے شر كو دفع كرنے كى خوشخبرى دينا_</w:t>
      </w:r>
    </w:p>
    <w:p w:rsidR="001F628F" w:rsidRDefault="001F628F" w:rsidP="003D00C7">
      <w:pPr>
        <w:pStyle w:val="libArabic"/>
        <w:rPr>
          <w:rtl/>
        </w:rPr>
      </w:pPr>
      <w:r>
        <w:rPr>
          <w:rFonts w:hint="eastAsia"/>
          <w:rtl/>
        </w:rPr>
        <w:t>انا</w:t>
      </w:r>
      <w:r>
        <w:rPr>
          <w:rtl/>
        </w:rPr>
        <w:t xml:space="preserve"> كفينك المست</w:t>
      </w:r>
      <w:r w:rsidR="00F21947" w:rsidRPr="00B2551F">
        <w:rPr>
          <w:rFonts w:hint="cs"/>
          <w:rtl/>
        </w:rPr>
        <w:t>ه</w:t>
      </w:r>
      <w:r>
        <w:rPr>
          <w:rtl/>
        </w:rPr>
        <w:t>زء ين</w:t>
      </w:r>
    </w:p>
    <w:p w:rsidR="001F628F" w:rsidRDefault="001F628F" w:rsidP="001F628F">
      <w:pPr>
        <w:pStyle w:val="libNormal"/>
        <w:rPr>
          <w:rtl/>
        </w:rPr>
      </w:pPr>
      <w:r>
        <w:rPr>
          <w:rtl/>
        </w:rPr>
        <w:t>3_دشمنو</w:t>
      </w:r>
      <w:r w:rsidR="00083993">
        <w:rPr>
          <w:rtl/>
        </w:rPr>
        <w:t xml:space="preserve">ں </w:t>
      </w:r>
      <w:r>
        <w:rPr>
          <w:rtl/>
        </w:rPr>
        <w:t>اور مشركين سے بے اعتنائي كرنے اور اپنى دعوت كو علنى و اشكارا كرنے مي</w:t>
      </w:r>
      <w:r w:rsidR="00083993">
        <w:rPr>
          <w:rtl/>
        </w:rPr>
        <w:t xml:space="preserve">ں </w:t>
      </w:r>
      <w:r>
        <w:rPr>
          <w:rtl/>
        </w:rPr>
        <w:t xml:space="preserve">انحضرت </w:t>
      </w:r>
      <w:r w:rsidR="00F031CD" w:rsidRPr="00F031CD">
        <w:rPr>
          <w:rStyle w:val="libAlaemChar"/>
          <w:rtl/>
        </w:rPr>
        <w:t xml:space="preserve"> صلى‌الله‌عليه‌وآله‌وسلم </w:t>
      </w:r>
      <w:r>
        <w:rPr>
          <w:rtl/>
        </w:rPr>
        <w:t xml:space="preserve"> كاسب سے بڑا پشت پناہ،دشمنو</w:t>
      </w:r>
      <w:r w:rsidR="00083993">
        <w:rPr>
          <w:rtl/>
        </w:rPr>
        <w:t xml:space="preserve">ں </w:t>
      </w:r>
      <w:r>
        <w:rPr>
          <w:rtl/>
        </w:rPr>
        <w:t>كے مقابلے مي</w:t>
      </w:r>
      <w:r w:rsidR="00083993">
        <w:rPr>
          <w:rtl/>
        </w:rPr>
        <w:t xml:space="preserve">ں </w:t>
      </w:r>
      <w:r>
        <w:rPr>
          <w:rtl/>
        </w:rPr>
        <w:t>خداوند متعال كاپيغمبر اكرم</w:t>
      </w:r>
      <w:r w:rsidR="00F031CD" w:rsidRPr="00F031CD">
        <w:rPr>
          <w:rStyle w:val="libAlaemChar"/>
          <w:rtl/>
        </w:rPr>
        <w:t xml:space="preserve"> صلى‌الله‌عليه‌وآله‌وسلم </w:t>
      </w:r>
      <w:r>
        <w:rPr>
          <w:rtl/>
        </w:rPr>
        <w:t xml:space="preserve"> كى حمايت كرنا تھا_</w:t>
      </w:r>
    </w:p>
    <w:p w:rsidR="001F628F" w:rsidRDefault="001F628F" w:rsidP="003D00C7">
      <w:pPr>
        <w:pStyle w:val="libArabic"/>
        <w:rPr>
          <w:rtl/>
        </w:rPr>
      </w:pPr>
      <w:r>
        <w:rPr>
          <w:rFonts w:hint="eastAsia"/>
          <w:rtl/>
        </w:rPr>
        <w:t>فاصدع</w:t>
      </w:r>
      <w:r>
        <w:rPr>
          <w:rtl/>
        </w:rPr>
        <w:t xml:space="preserve"> بما تو مرو ا عرض عن المشركين _انا كفينك المست</w:t>
      </w:r>
      <w:r w:rsidR="00F21947" w:rsidRPr="00B2551F">
        <w:rPr>
          <w:rFonts w:hint="cs"/>
          <w:rtl/>
        </w:rPr>
        <w:t>ه</w:t>
      </w:r>
      <w:r>
        <w:rPr>
          <w:rtl/>
        </w:rPr>
        <w:t>زء ين</w:t>
      </w:r>
    </w:p>
    <w:p w:rsidR="001F628F" w:rsidRDefault="001F628F" w:rsidP="001F628F">
      <w:pPr>
        <w:pStyle w:val="libNormal"/>
        <w:rPr>
          <w:rtl/>
        </w:rPr>
      </w:pPr>
      <w:r>
        <w:rPr>
          <w:rFonts w:hint="eastAsia"/>
          <w:rtl/>
        </w:rPr>
        <w:t>جملہ</w:t>
      </w:r>
      <w:r>
        <w:rPr>
          <w:rtl/>
        </w:rPr>
        <w:t xml:space="preserve"> '' </w:t>
      </w:r>
      <w:r w:rsidRPr="003D00C7">
        <w:rPr>
          <w:rStyle w:val="libArabicChar"/>
          <w:rtl/>
        </w:rPr>
        <w:t>انا كفينك ...</w:t>
      </w:r>
      <w:r>
        <w:rPr>
          <w:rtl/>
        </w:rPr>
        <w:t xml:space="preserve"> '' جملہ '' فاصدع بما تو مرو ... '' كے لئے تعليل كى حيثيت ركھتا ہے ;يعنى چونكہ ہم تمہارى حمايت كرتے ہي</w:t>
      </w:r>
      <w:r w:rsidR="00083993">
        <w:rPr>
          <w:rtl/>
        </w:rPr>
        <w:t xml:space="preserve">ں </w:t>
      </w:r>
      <w:r>
        <w:rPr>
          <w:rtl/>
        </w:rPr>
        <w:t>پس جس چيز كا تجھے حكم ديا گيا ہے اُس پر عمل كرو اور مشركين سے منہ موڑ لو_</w:t>
      </w:r>
    </w:p>
    <w:p w:rsidR="001F628F" w:rsidRDefault="001F628F" w:rsidP="001F628F">
      <w:pPr>
        <w:pStyle w:val="libNormal"/>
        <w:rPr>
          <w:rtl/>
        </w:rPr>
      </w:pPr>
      <w:r>
        <w:rPr>
          <w:rtl/>
        </w:rPr>
        <w:t xml:space="preserve">4_پيغمبر اكرم </w:t>
      </w:r>
      <w:r w:rsidR="00F031CD" w:rsidRPr="00F031CD">
        <w:rPr>
          <w:rStyle w:val="libAlaemChar"/>
          <w:rtl/>
        </w:rPr>
        <w:t xml:space="preserve"> صلى‌الله‌عليه‌وآله‌وسلم </w:t>
      </w:r>
      <w:r>
        <w:rPr>
          <w:rtl/>
        </w:rPr>
        <w:t xml:space="preserve"> كو اپنى رسالت كے پہلے دور (دوران</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مكہ</w:t>
      </w:r>
      <w:r>
        <w:rPr>
          <w:rtl/>
        </w:rPr>
        <w:t>) مي</w:t>
      </w:r>
      <w:r w:rsidR="00083993">
        <w:rPr>
          <w:rtl/>
        </w:rPr>
        <w:t xml:space="preserve">ں </w:t>
      </w:r>
      <w:r>
        <w:rPr>
          <w:rtl/>
        </w:rPr>
        <w:t>مشركين كى طرف سے تمسخر،شديد مخالفتو</w:t>
      </w:r>
      <w:r w:rsidR="00083993">
        <w:rPr>
          <w:rtl/>
        </w:rPr>
        <w:t xml:space="preserve">ں </w:t>
      </w:r>
      <w:r>
        <w:rPr>
          <w:rtl/>
        </w:rPr>
        <w:t>اور روحانى اذيت وازار كا سامنا كرنا پڑا تھا_</w:t>
      </w:r>
    </w:p>
    <w:p w:rsidR="001F628F" w:rsidRDefault="001F628F" w:rsidP="003D00C7">
      <w:pPr>
        <w:pStyle w:val="libArabic"/>
        <w:rPr>
          <w:rtl/>
        </w:rPr>
      </w:pPr>
      <w:r>
        <w:rPr>
          <w:rFonts w:hint="eastAsia"/>
          <w:rtl/>
        </w:rPr>
        <w:t>و</w:t>
      </w:r>
      <w:r>
        <w:rPr>
          <w:rtl/>
        </w:rPr>
        <w:t xml:space="preserve"> ا عرض عن المشركين _انا كفينك المست</w:t>
      </w:r>
      <w:r w:rsidR="00F21947" w:rsidRPr="00B2551F">
        <w:rPr>
          <w:rFonts w:hint="cs"/>
          <w:rtl/>
        </w:rPr>
        <w:t>ه</w:t>
      </w:r>
      <w:r>
        <w:rPr>
          <w:rFonts w:hint="cs"/>
          <w:rtl/>
        </w:rPr>
        <w:t>زء</w:t>
      </w:r>
      <w:r>
        <w:rPr>
          <w:rtl/>
        </w:rPr>
        <w:t xml:space="preserve"> </w:t>
      </w:r>
      <w:r>
        <w:rPr>
          <w:rFonts w:hint="cs"/>
          <w:rtl/>
        </w:rPr>
        <w:t>ين</w:t>
      </w:r>
    </w:p>
    <w:p w:rsidR="001F628F" w:rsidRDefault="001F628F" w:rsidP="003D00C7">
      <w:pPr>
        <w:pStyle w:val="libNormal"/>
        <w:rPr>
          <w:rtl/>
        </w:rPr>
      </w:pPr>
      <w:r>
        <w:rPr>
          <w:rtl/>
        </w:rPr>
        <w:t xml:space="preserve">5_استہزا اور تمسخر كرنا،پيغمبر اكرم </w:t>
      </w:r>
      <w:r w:rsidR="00F031CD" w:rsidRPr="00F031CD">
        <w:rPr>
          <w:rStyle w:val="libAlaemChar"/>
          <w:rtl/>
        </w:rPr>
        <w:t xml:space="preserve"> صلى‌الله‌عليه‌وآله‌وسلم </w:t>
      </w:r>
      <w:r>
        <w:rPr>
          <w:rtl/>
        </w:rPr>
        <w:t xml:space="preserve"> كے مخالفين اور دشمنو</w:t>
      </w:r>
      <w:r w:rsidR="00083993">
        <w:rPr>
          <w:rtl/>
        </w:rPr>
        <w:t xml:space="preserve">ں </w:t>
      </w:r>
      <w:r>
        <w:rPr>
          <w:rtl/>
        </w:rPr>
        <w:t>كاطريقہ تھا _</w:t>
      </w:r>
      <w:r w:rsidRPr="003D00C7">
        <w:rPr>
          <w:rStyle w:val="libArabicChar"/>
          <w:rFonts w:hint="eastAsia"/>
          <w:rtl/>
        </w:rPr>
        <w:t>انا</w:t>
      </w:r>
      <w:r w:rsidRPr="003D00C7">
        <w:rPr>
          <w:rStyle w:val="libArabicChar"/>
          <w:rtl/>
        </w:rPr>
        <w:t xml:space="preserve"> كفينك المست</w:t>
      </w:r>
      <w:r w:rsidR="00F21947" w:rsidRPr="00B2551F">
        <w:rPr>
          <w:rStyle w:val="libArabicChar"/>
          <w:rFonts w:hint="cs"/>
          <w:rtl/>
        </w:rPr>
        <w:t>ه</w:t>
      </w:r>
      <w:r w:rsidRPr="003D00C7">
        <w:rPr>
          <w:rStyle w:val="libArabicChar"/>
          <w:rtl/>
        </w:rPr>
        <w:t>زء ين</w:t>
      </w:r>
    </w:p>
    <w:p w:rsidR="001F628F" w:rsidRDefault="001F628F" w:rsidP="001F628F">
      <w:pPr>
        <w:pStyle w:val="libNormal"/>
        <w:rPr>
          <w:rtl/>
        </w:rPr>
      </w:pPr>
      <w:r>
        <w:rPr>
          <w:rFonts w:hint="eastAsia"/>
          <w:rtl/>
        </w:rPr>
        <w:t>پيغمبر</w:t>
      </w:r>
      <w:r>
        <w:rPr>
          <w:rtl/>
        </w:rPr>
        <w:t xml:space="preserve"> اكرم </w:t>
      </w:r>
      <w:r w:rsidR="00F031CD" w:rsidRPr="00F031CD">
        <w:rPr>
          <w:rStyle w:val="libAlaemChar"/>
          <w:rtl/>
        </w:rPr>
        <w:t xml:space="preserve"> صلى‌الله‌عليه‌وآله‌وسلم </w:t>
      </w:r>
      <w:r>
        <w:rPr>
          <w:rtl/>
        </w:rPr>
        <w:t xml:space="preserve"> كے مخالفين اور دشمنو</w:t>
      </w:r>
      <w:r w:rsidR="00083993">
        <w:rPr>
          <w:rtl/>
        </w:rPr>
        <w:t xml:space="preserve">ں </w:t>
      </w:r>
      <w:r>
        <w:rPr>
          <w:rtl/>
        </w:rPr>
        <w:t>كو ''استہزاء كرنے والو</w:t>
      </w:r>
      <w:r w:rsidR="00083993">
        <w:rPr>
          <w:rtl/>
        </w:rPr>
        <w:t xml:space="preserve">ں </w:t>
      </w:r>
      <w:r>
        <w:rPr>
          <w:rtl/>
        </w:rPr>
        <w:t xml:space="preserve">''كے نام سے ياد كيا جانااس نكتے كى طرف اشارہ ہے كہ وہ انحضرت </w:t>
      </w:r>
      <w:r w:rsidR="00F031CD" w:rsidRPr="00F031CD">
        <w:rPr>
          <w:rStyle w:val="libAlaemChar"/>
          <w:rtl/>
        </w:rPr>
        <w:t xml:space="preserve"> صلى‌الله‌عليه‌وآله‌وسلم </w:t>
      </w:r>
      <w:r>
        <w:rPr>
          <w:rtl/>
        </w:rPr>
        <w:t xml:space="preserve"> كے ساتھ مقابلہ كرنے كے لئے ہميشہ اس طريقے سے استفادہ كرتے تھے_</w:t>
      </w:r>
    </w:p>
    <w:p w:rsidR="001F628F" w:rsidRDefault="001F628F" w:rsidP="003D00C7">
      <w:pPr>
        <w:pStyle w:val="libNormal"/>
        <w:rPr>
          <w:rtl/>
        </w:rPr>
      </w:pPr>
      <w:r>
        <w:rPr>
          <w:rtl/>
        </w:rPr>
        <w:t xml:space="preserve">6_پيغمبر اكرم </w:t>
      </w:r>
      <w:r w:rsidR="00F031CD" w:rsidRPr="00F031CD">
        <w:rPr>
          <w:rStyle w:val="libAlaemChar"/>
          <w:rtl/>
        </w:rPr>
        <w:t xml:space="preserve"> صلى‌الله‌عليه‌وآله‌وسلم </w:t>
      </w:r>
      <w:r>
        <w:rPr>
          <w:rtl/>
        </w:rPr>
        <w:t xml:space="preserve"> ، اپنى دعوت كو اشكار اور علنى كرنے كى صورت مي</w:t>
      </w:r>
      <w:r w:rsidR="00083993">
        <w:rPr>
          <w:rtl/>
        </w:rPr>
        <w:t xml:space="preserve">ں </w:t>
      </w:r>
      <w:r>
        <w:rPr>
          <w:rtl/>
        </w:rPr>
        <w:t>مشركين و كفار كيطرف سے دشمنى اور روحانى اذيت وازار سے پريشان تھے_</w:t>
      </w:r>
      <w:r w:rsidRPr="003D00C7">
        <w:rPr>
          <w:rStyle w:val="libArabicChar"/>
          <w:rFonts w:hint="eastAsia"/>
          <w:rtl/>
        </w:rPr>
        <w:t>فاصدع</w:t>
      </w:r>
      <w:r w:rsidRPr="003D00C7">
        <w:rPr>
          <w:rStyle w:val="libArabicChar"/>
          <w:rtl/>
        </w:rPr>
        <w:t xml:space="preserve"> بما تو مر ...انا كفينك المست</w:t>
      </w:r>
      <w:r w:rsidR="00F21947" w:rsidRPr="00B2551F">
        <w:rPr>
          <w:rStyle w:val="libArabicChar"/>
          <w:rFonts w:hint="cs"/>
          <w:rtl/>
        </w:rPr>
        <w:t>ه</w:t>
      </w:r>
      <w:r w:rsidRPr="003D00C7">
        <w:rPr>
          <w:rStyle w:val="libArabicChar"/>
          <w:rtl/>
        </w:rPr>
        <w:t>زء ين</w:t>
      </w:r>
    </w:p>
    <w:p w:rsidR="001F628F" w:rsidRDefault="001F628F" w:rsidP="001F628F">
      <w:pPr>
        <w:pStyle w:val="libNormal"/>
        <w:rPr>
          <w:rtl/>
        </w:rPr>
      </w:pPr>
      <w:r>
        <w:rPr>
          <w:rFonts w:hint="eastAsia"/>
          <w:rtl/>
        </w:rPr>
        <w:t>احتمال</w:t>
      </w:r>
      <w:r>
        <w:rPr>
          <w:rtl/>
        </w:rPr>
        <w:t xml:space="preserve"> ہے كہ جملہ </w:t>
      </w:r>
      <w:r w:rsidRPr="003D00C7">
        <w:rPr>
          <w:rStyle w:val="libArabicChar"/>
          <w:rtl/>
        </w:rPr>
        <w:t>''انا كفينك المست</w:t>
      </w:r>
      <w:r w:rsidR="00F21947" w:rsidRPr="00B2551F">
        <w:rPr>
          <w:rStyle w:val="libArabicChar"/>
          <w:rFonts w:hint="cs"/>
          <w:rtl/>
        </w:rPr>
        <w:t>ه</w:t>
      </w:r>
      <w:r w:rsidRPr="003D00C7">
        <w:rPr>
          <w:rStyle w:val="libArabicChar"/>
          <w:rFonts w:hint="cs"/>
          <w:rtl/>
        </w:rPr>
        <w:t>زئين</w:t>
      </w:r>
      <w:r w:rsidRPr="003D00C7">
        <w:rPr>
          <w:rStyle w:val="libArabicChar"/>
          <w:rtl/>
        </w:rPr>
        <w:t>''</w:t>
      </w:r>
      <w:r>
        <w:rPr>
          <w:rtl/>
        </w:rPr>
        <w:t xml:space="preserve"> پيغمبر اكرم</w:t>
      </w:r>
      <w:r w:rsidR="00F031CD" w:rsidRPr="00F031CD">
        <w:rPr>
          <w:rStyle w:val="libAlaemChar"/>
          <w:rtl/>
        </w:rPr>
        <w:t xml:space="preserve"> صلى‌الله‌عليه‌وآله‌وسلم </w:t>
      </w:r>
      <w:r>
        <w:rPr>
          <w:rtl/>
        </w:rPr>
        <w:t xml:space="preserve"> كى پريشانيو</w:t>
      </w:r>
      <w:r w:rsidR="00083993">
        <w:rPr>
          <w:rtl/>
        </w:rPr>
        <w:t xml:space="preserve">ں </w:t>
      </w:r>
      <w:r>
        <w:rPr>
          <w:rtl/>
        </w:rPr>
        <w:t>كا جواب ہو كہ جو اپ</w:t>
      </w:r>
      <w:r w:rsidR="00F031CD" w:rsidRPr="00F031CD">
        <w:rPr>
          <w:rStyle w:val="libAlaemChar"/>
          <w:rtl/>
        </w:rPr>
        <w:t xml:space="preserve"> صلى‌الله‌عليه‌وآله‌وسلم </w:t>
      </w:r>
      <w:r>
        <w:rPr>
          <w:rtl/>
        </w:rPr>
        <w:t xml:space="preserve"> كوخدا كے فرمان: '' فاصدع بما تو مر ... واعرض عن المشركين ''كے بعد اپنى دعوت كو علنى كرنے كى وجہ سے لاحق تھي</w:t>
      </w:r>
      <w:r w:rsidR="00083993">
        <w:rPr>
          <w:rtl/>
        </w:rPr>
        <w:t xml:space="preserve">ں </w:t>
      </w:r>
      <w:r>
        <w:rPr>
          <w:rtl/>
        </w:rPr>
        <w:t>_</w:t>
      </w:r>
    </w:p>
    <w:p w:rsidR="001F628F" w:rsidRDefault="001F628F" w:rsidP="001F628F">
      <w:pPr>
        <w:pStyle w:val="libNormal"/>
        <w:rPr>
          <w:rtl/>
        </w:rPr>
      </w:pPr>
      <w:r>
        <w:rPr>
          <w:rtl/>
        </w:rPr>
        <w:t>7_</w:t>
      </w:r>
      <w:r w:rsidRPr="003D00C7">
        <w:rPr>
          <w:rStyle w:val="libArabicChar"/>
          <w:rtl/>
        </w:rPr>
        <w:t>'' عن ا بان بن عثمان الا حمر رفع</w:t>
      </w:r>
      <w:r w:rsidR="00120F63" w:rsidRPr="00B2551F">
        <w:rPr>
          <w:rStyle w:val="libArabicChar"/>
          <w:rFonts w:hint="cs"/>
          <w:rtl/>
        </w:rPr>
        <w:t>ه</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المست</w:t>
      </w:r>
      <w:r w:rsidR="00F21947" w:rsidRPr="00B2551F">
        <w:rPr>
          <w:rStyle w:val="libArabicChar"/>
          <w:rFonts w:hint="cs"/>
          <w:rtl/>
        </w:rPr>
        <w:t>ه</w:t>
      </w:r>
      <w:r w:rsidRPr="003D00C7">
        <w:rPr>
          <w:rStyle w:val="libArabicChar"/>
          <w:rFonts w:hint="cs"/>
          <w:rtl/>
        </w:rPr>
        <w:t>زئون</w:t>
      </w:r>
      <w:r w:rsidRPr="003D00C7">
        <w:rPr>
          <w:rStyle w:val="libArabicChar"/>
          <w:rtl/>
        </w:rPr>
        <w:t xml:space="preserve"> </w:t>
      </w:r>
      <w:r w:rsidRPr="003D00C7">
        <w:rPr>
          <w:rStyle w:val="libArabicChar"/>
          <w:rFonts w:hint="cs"/>
          <w:rtl/>
        </w:rPr>
        <w:t>برسول</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w:t>
      </w:r>
      <w:r w:rsidRPr="003D00C7">
        <w:rPr>
          <w:rStyle w:val="libArabicChar"/>
          <w:rFonts w:hint="cs"/>
          <w:rtl/>
        </w:rPr>
        <w:t>خمسة،</w:t>
      </w:r>
      <w:r w:rsidRPr="003D00C7">
        <w:rPr>
          <w:rStyle w:val="libArabicChar"/>
          <w:rtl/>
        </w:rPr>
        <w:t xml:space="preserve"> </w:t>
      </w:r>
      <w:r w:rsidRPr="003D00C7">
        <w:rPr>
          <w:rStyle w:val="libArabicChar"/>
          <w:rFonts w:hint="cs"/>
          <w:rtl/>
        </w:rPr>
        <w:t>الوليد</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المغيرة</w:t>
      </w:r>
      <w:r w:rsidRPr="003D00C7">
        <w:rPr>
          <w:rStyle w:val="libArabicChar"/>
          <w:rtl/>
        </w:rPr>
        <w:t xml:space="preserve"> </w:t>
      </w:r>
      <w:r w:rsidRPr="003D00C7">
        <w:rPr>
          <w:rStyle w:val="libArabicChar"/>
          <w:rFonts w:hint="cs"/>
          <w:rtl/>
        </w:rPr>
        <w:t>المخزومى</w:t>
      </w:r>
      <w:r w:rsidRPr="003D00C7">
        <w:rPr>
          <w:rStyle w:val="libArabicChar"/>
          <w:rtl/>
        </w:rPr>
        <w:t xml:space="preserve"> </w:t>
      </w:r>
      <w:r w:rsidRPr="003D00C7">
        <w:rPr>
          <w:rStyle w:val="libArabicChar"/>
          <w:rFonts w:hint="cs"/>
          <w:rtl/>
        </w:rPr>
        <w:t>والعاص</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وائل</w:t>
      </w:r>
      <w:r w:rsidRPr="003D00C7">
        <w:rPr>
          <w:rStyle w:val="libArabicChar"/>
          <w:rtl/>
        </w:rPr>
        <w:t xml:space="preserve"> </w:t>
      </w:r>
      <w:r w:rsidRPr="003D00C7">
        <w:rPr>
          <w:rStyle w:val="libArabicChar"/>
          <w:rFonts w:hint="cs"/>
          <w:rtl/>
        </w:rPr>
        <w:t>الس</w:t>
      </w:r>
      <w:r w:rsidR="00F21947" w:rsidRPr="00B2551F">
        <w:rPr>
          <w:rStyle w:val="libArabicChar"/>
          <w:rFonts w:hint="cs"/>
          <w:rtl/>
        </w:rPr>
        <w:t>ه</w:t>
      </w:r>
      <w:r w:rsidRPr="003D00C7">
        <w:rPr>
          <w:rStyle w:val="libArabicChar"/>
          <w:rFonts w:hint="cs"/>
          <w:rtl/>
        </w:rPr>
        <w:t>مى</w:t>
      </w:r>
      <w:r w:rsidRPr="003D00C7">
        <w:rPr>
          <w:rStyle w:val="libArabicChar"/>
          <w:rtl/>
        </w:rPr>
        <w:t xml:space="preserve"> </w:t>
      </w:r>
      <w:r w:rsidRPr="003D00C7">
        <w:rPr>
          <w:rStyle w:val="libArabicChar"/>
          <w:rFonts w:hint="cs"/>
          <w:rtl/>
        </w:rPr>
        <w:t>والا</w:t>
      </w:r>
      <w:r w:rsidRPr="003D00C7">
        <w:rPr>
          <w:rStyle w:val="libArabicChar"/>
          <w:rtl/>
        </w:rPr>
        <w:t xml:space="preserve"> </w:t>
      </w:r>
      <w:r w:rsidRPr="003D00C7">
        <w:rPr>
          <w:rStyle w:val="libArabicChar"/>
          <w:rFonts w:hint="cs"/>
          <w:rtl/>
        </w:rPr>
        <w:t>سود</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عبديغوث</w:t>
      </w:r>
      <w:r w:rsidRPr="003D00C7">
        <w:rPr>
          <w:rStyle w:val="libArabicChar"/>
          <w:rtl/>
        </w:rPr>
        <w:t xml:space="preserve"> </w:t>
      </w:r>
      <w:r w:rsidRPr="003D00C7">
        <w:rPr>
          <w:rStyle w:val="libArabicChar"/>
          <w:rFonts w:hint="cs"/>
          <w:rtl/>
        </w:rPr>
        <w:t>ز</w:t>
      </w:r>
      <w:r w:rsidR="00F21947" w:rsidRPr="00B2551F">
        <w:rPr>
          <w:rStyle w:val="libArabicChar"/>
          <w:rFonts w:hint="cs"/>
          <w:rtl/>
        </w:rPr>
        <w:t>ه</w:t>
      </w:r>
      <w:r w:rsidRPr="003D00C7">
        <w:rPr>
          <w:rStyle w:val="libArabicChar"/>
          <w:rFonts w:hint="cs"/>
          <w:rtl/>
        </w:rPr>
        <w:t>رى</w:t>
      </w:r>
      <w:r w:rsidRPr="003D00C7">
        <w:rPr>
          <w:rStyle w:val="libArabicChar"/>
          <w:rtl/>
        </w:rPr>
        <w:t xml:space="preserve"> </w:t>
      </w:r>
      <w:r w:rsidRPr="003D00C7">
        <w:rPr>
          <w:rStyle w:val="libArabicChar"/>
          <w:rFonts w:hint="cs"/>
          <w:rtl/>
        </w:rPr>
        <w:t>والا</w:t>
      </w:r>
      <w:r w:rsidRPr="003D00C7">
        <w:rPr>
          <w:rStyle w:val="libArabicChar"/>
          <w:rtl/>
        </w:rPr>
        <w:t xml:space="preserve"> </w:t>
      </w:r>
      <w:r w:rsidRPr="003D00C7">
        <w:rPr>
          <w:rStyle w:val="libArabicChar"/>
          <w:rFonts w:hint="cs"/>
          <w:rtl/>
        </w:rPr>
        <w:t>سود</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مطلّب</w:t>
      </w:r>
      <w:r w:rsidRPr="003D00C7">
        <w:rPr>
          <w:rStyle w:val="libArabicChar"/>
          <w:rtl/>
        </w:rPr>
        <w:t xml:space="preserve"> </w:t>
      </w:r>
      <w:r w:rsidRPr="003D00C7">
        <w:rPr>
          <w:rStyle w:val="libArabicChar"/>
          <w:rFonts w:hint="cs"/>
          <w:rtl/>
        </w:rPr>
        <w:t>والحارث</w:t>
      </w:r>
      <w:r w:rsidRPr="003D00C7">
        <w:rPr>
          <w:rStyle w:val="libArabicChar"/>
          <w:rtl/>
        </w:rPr>
        <w:t xml:space="preserve"> </w:t>
      </w:r>
      <w:r w:rsidRPr="003D00C7">
        <w:rPr>
          <w:rStyle w:val="libArabicChar"/>
          <w:rFonts w:hint="cs"/>
          <w:rtl/>
        </w:rPr>
        <w:t>بن</w:t>
      </w:r>
      <w:r w:rsidRPr="003D00C7">
        <w:rPr>
          <w:rStyle w:val="libArabicChar"/>
          <w:rtl/>
        </w:rPr>
        <w:t xml:space="preserve"> </w:t>
      </w:r>
      <w:r w:rsidRPr="003D00C7">
        <w:rPr>
          <w:rStyle w:val="libArabicChar"/>
          <w:rFonts w:hint="cs"/>
          <w:rtl/>
        </w:rPr>
        <w:t>الطُلاطلة</w:t>
      </w:r>
      <w:r w:rsidRPr="003D00C7">
        <w:rPr>
          <w:rStyle w:val="libArabicChar"/>
          <w:rtl/>
        </w:rPr>
        <w:t xml:space="preserve"> </w:t>
      </w:r>
      <w:r w:rsidRPr="003D00C7">
        <w:rPr>
          <w:rStyle w:val="libArabicChar"/>
          <w:rFonts w:hint="cs"/>
          <w:rtl/>
        </w:rPr>
        <w:t>الثقفي</w:t>
      </w:r>
      <w:r w:rsidRPr="003D00C7">
        <w:rPr>
          <w:rStyle w:val="libArabicChar"/>
          <w:rtl/>
        </w:rPr>
        <w:t>;</w:t>
      </w:r>
      <w:r>
        <w:rPr>
          <w:rtl/>
        </w:rPr>
        <w:t xml:space="preserve"> </w:t>
      </w:r>
      <w:r w:rsidRPr="003D00C7">
        <w:rPr>
          <w:rStyle w:val="libFootnotenumChar"/>
          <w:rtl/>
        </w:rPr>
        <w:t>(1)</w:t>
      </w:r>
      <w:r>
        <w:rPr>
          <w:rtl/>
        </w:rPr>
        <w:t>ابان بن عثمان احمد كى ايك مرفوعہ روايت مي</w:t>
      </w:r>
      <w:r w:rsidR="00083993">
        <w:rPr>
          <w:rtl/>
        </w:rPr>
        <w:t xml:space="preserve">ں </w:t>
      </w:r>
      <w:r>
        <w:rPr>
          <w:rtl/>
        </w:rPr>
        <w:t xml:space="preserve">ايا ہے كہ (معصوم </w:t>
      </w:r>
      <w:r w:rsidR="00367F17" w:rsidRPr="00367F17">
        <w:rPr>
          <w:rStyle w:val="libAlaemChar"/>
          <w:rtl/>
        </w:rPr>
        <w:t xml:space="preserve"> عليه‌السلام </w:t>
      </w:r>
      <w:r>
        <w:rPr>
          <w:rtl/>
        </w:rPr>
        <w:t xml:space="preserve"> )نے فرمايا:''پيغمبر اكرم </w:t>
      </w:r>
      <w:r w:rsidR="00F031CD" w:rsidRPr="00F031CD">
        <w:rPr>
          <w:rStyle w:val="libAlaemChar"/>
          <w:rtl/>
        </w:rPr>
        <w:t xml:space="preserve"> صلى‌الله‌عليه‌وآله‌وسلم </w:t>
      </w:r>
      <w:r>
        <w:rPr>
          <w:rtl/>
        </w:rPr>
        <w:t xml:space="preserve"> سے استہزاء كرنے والے پانچ شخص تھے:1_وليد بن مغيرہ محزومى ،2_عاص بن وائل سھمى ،3_اسود بن عبد يغوث زھري،4_اسود بن مطلب ،5_حارث بن طلا طلة الثقفي''</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سے استہزا كرنے والو</w:t>
      </w:r>
      <w:r w:rsidR="00083993">
        <w:rPr>
          <w:rtl/>
        </w:rPr>
        <w:t xml:space="preserve">ں </w:t>
      </w:r>
      <w:r>
        <w:rPr>
          <w:rtl/>
        </w:rPr>
        <w:t xml:space="preserve">كے شر كا دور كرنا 2;انحضرت </w:t>
      </w:r>
      <w:r w:rsidR="00F031CD" w:rsidRPr="00F031CD">
        <w:rPr>
          <w:rStyle w:val="libAlaemChar"/>
          <w:rtl/>
        </w:rPr>
        <w:t xml:space="preserve"> صلى‌الله‌عليه‌وآله‌وسلم </w:t>
      </w:r>
      <w:r>
        <w:rPr>
          <w:rtl/>
        </w:rPr>
        <w:t xml:space="preserve"> سے استہزا كرنے والے 7; انحضرت </w:t>
      </w:r>
      <w:r w:rsidR="00F031CD" w:rsidRPr="00F031CD">
        <w:rPr>
          <w:rStyle w:val="libAlaemChar"/>
          <w:rtl/>
        </w:rPr>
        <w:t xml:space="preserve"> صلى‌الله‌عليه‌وآله‌وسلم </w:t>
      </w:r>
      <w:r>
        <w:rPr>
          <w:rtl/>
        </w:rPr>
        <w:t xml:space="preserve"> كا استہزا 1،4،5;انحضرت </w:t>
      </w:r>
      <w:r w:rsidR="00F031CD" w:rsidRPr="00F031CD">
        <w:rPr>
          <w:rStyle w:val="libAlaemChar"/>
          <w:rtl/>
        </w:rPr>
        <w:t xml:space="preserve"> صلى‌الله‌عليه‌وآله‌وسلم </w:t>
      </w:r>
      <w:r>
        <w:rPr>
          <w:rtl/>
        </w:rPr>
        <w:t xml:space="preserve"> كو اذيت 4 ،6;انحضرت </w:t>
      </w:r>
      <w:r w:rsidR="00F031CD" w:rsidRPr="00F031CD">
        <w:rPr>
          <w:rStyle w:val="libAlaemChar"/>
          <w:rtl/>
        </w:rPr>
        <w:t xml:space="preserve"> صلى‌الله‌عليه‌وآله‌وسلم </w:t>
      </w:r>
      <w:r>
        <w:rPr>
          <w:rtl/>
        </w:rPr>
        <w:t xml:space="preserve"> كو بشارت 2; انحضرت </w:t>
      </w:r>
      <w:r w:rsidR="00F031CD" w:rsidRPr="00F031CD">
        <w:rPr>
          <w:rStyle w:val="libAlaemChar"/>
          <w:rtl/>
        </w:rPr>
        <w:t xml:space="preserve"> صلى‌الله‌عليه‌وآله‌وسلم </w:t>
      </w:r>
      <w:r>
        <w:rPr>
          <w:rtl/>
        </w:rPr>
        <w:t xml:space="preserve"> كى اشكارا دعوت 3،6;انحضرت </w:t>
      </w:r>
      <w:r w:rsidR="00F031CD" w:rsidRPr="00F031CD">
        <w:rPr>
          <w:rStyle w:val="libAlaemChar"/>
          <w:rtl/>
        </w:rPr>
        <w:t xml:space="preserve"> صلى‌الله‌عليه‌وآله‌وسلم </w:t>
      </w:r>
      <w:r>
        <w:rPr>
          <w:rtl/>
        </w:rPr>
        <w:t xml:space="preserve"> :كى پريشانى 6;انحضرت</w:t>
      </w:r>
      <w:r w:rsidR="00F031CD" w:rsidRPr="00F031CD">
        <w:rPr>
          <w:rStyle w:val="libAlaemChar"/>
          <w:rtl/>
        </w:rPr>
        <w:t xml:space="preserve"> صلى‌الله‌عليه‌وآله‌وسلم </w:t>
      </w:r>
      <w:r>
        <w:rPr>
          <w:rtl/>
        </w:rPr>
        <w:t xml:space="preserve"> كى دشمنو</w:t>
      </w:r>
      <w:r w:rsidR="00083993">
        <w:rPr>
          <w:rtl/>
        </w:rPr>
        <w:t xml:space="preserve">ں </w:t>
      </w:r>
      <w:r>
        <w:rPr>
          <w:rtl/>
        </w:rPr>
        <w:t>سے بے اعتنائي 3; انحض</w:t>
      </w:r>
      <w:r>
        <w:rPr>
          <w:rFonts w:hint="eastAsia"/>
          <w:rtl/>
        </w:rPr>
        <w:t>رت</w:t>
      </w:r>
      <w:r>
        <w:rPr>
          <w:rtl/>
        </w:rPr>
        <w:t xml:space="preserve"> </w:t>
      </w:r>
      <w:r w:rsidR="00F031CD" w:rsidRPr="00F031CD">
        <w:rPr>
          <w:rStyle w:val="libAlaemChar"/>
          <w:rtl/>
        </w:rPr>
        <w:t xml:space="preserve"> صلى‌الله‌عليه‌وآله‌وسلم </w:t>
      </w:r>
      <w:r>
        <w:rPr>
          <w:rtl/>
        </w:rPr>
        <w:t xml:space="preserve"> كى مشركين سے بے اعتنائي3;انحضرت </w:t>
      </w:r>
      <w:r w:rsidR="00F031CD" w:rsidRPr="00F031CD">
        <w:rPr>
          <w:rStyle w:val="libAlaemChar"/>
          <w:rtl/>
        </w:rPr>
        <w:t xml:space="preserve"> صلى‌الله‌عليه‌وآله‌وسلم </w:t>
      </w:r>
      <w:r>
        <w:rPr>
          <w:rtl/>
        </w:rPr>
        <w:t xml:space="preserve"> كے حامى 1 ، 3 ;انحضرت </w:t>
      </w:r>
      <w:r w:rsidR="00F031CD" w:rsidRPr="00F031CD">
        <w:rPr>
          <w:rStyle w:val="libAlaemChar"/>
          <w:rtl/>
        </w:rPr>
        <w:t xml:space="preserve"> صلى‌الله‌عليه‌وآله‌وسلم </w:t>
      </w:r>
      <w:r>
        <w:rPr>
          <w:rtl/>
        </w:rPr>
        <w:t xml:space="preserve"> كے دشمن 6;انحضرت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كا استہزا 1،5 ;انحضرت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كى اذيتي</w:t>
      </w:r>
      <w:r w:rsidR="00083993">
        <w:rPr>
          <w:rtl/>
        </w:rPr>
        <w:t xml:space="preserve">ں </w:t>
      </w:r>
      <w:r>
        <w:rPr>
          <w:rtl/>
        </w:rPr>
        <w:t xml:space="preserve">1 ; انحضرت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كے ساتھ مقابلے كا طريقہ 5;انحضرت </w:t>
      </w:r>
      <w:r w:rsidR="00F031CD" w:rsidRPr="00F031CD">
        <w:rPr>
          <w:rStyle w:val="libAlaemChar"/>
          <w:rtl/>
        </w:rPr>
        <w:t xml:space="preserve"> صلى‌الله‌عليه‌وآله‌وسلم </w:t>
      </w:r>
      <w:r>
        <w:rPr>
          <w:rtl/>
        </w:rPr>
        <w:t xml:space="preserve"> كے مخالفين كا استہزا 5 ; انحضرت</w:t>
      </w:r>
      <w:r w:rsidR="00F031CD" w:rsidRPr="00F031CD">
        <w:rPr>
          <w:rStyle w:val="libAlaemChar"/>
          <w:rtl/>
        </w:rPr>
        <w:t xml:space="preserve"> صلى‌الله‌عليه‌وآله‌وسلم </w:t>
      </w:r>
      <w:r>
        <w:rPr>
          <w:rtl/>
        </w:rPr>
        <w:t xml:space="preserve"> كے مخالفين كے ساتھ مقابلے كا طريقہ 5; انحضرت </w:t>
      </w:r>
      <w:r w:rsidR="00F031CD" w:rsidRPr="00F031CD">
        <w:rPr>
          <w:rStyle w:val="libAlaemChar"/>
          <w:rtl/>
        </w:rPr>
        <w:t xml:space="preserve"> صلى‌الله‌عليه‌وآله‌وسلم </w:t>
      </w:r>
      <w:r>
        <w:rPr>
          <w:rtl/>
        </w:rPr>
        <w:t xml:space="preserve"> كے مخالفين 4</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1)خصال شيخ صدوق ،ص279،ح 24;نور الثقلين ،ج3، ص36، ح127_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اسلام</w:t>
      </w:r>
      <w:r>
        <w:rPr>
          <w:rtl/>
        </w:rPr>
        <w:t xml:space="preserve"> :</w:t>
      </w:r>
      <w:r>
        <w:rPr>
          <w:rFonts w:hint="eastAsia"/>
          <w:rtl/>
        </w:rPr>
        <w:t>تاريخ</w:t>
      </w:r>
      <w:r>
        <w:rPr>
          <w:rtl/>
        </w:rPr>
        <w:t xml:space="preserve"> صدر اسلام 4،7</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بشارتي</w:t>
      </w:r>
      <w:r w:rsidR="00083993">
        <w:rPr>
          <w:rtl/>
        </w:rPr>
        <w:t xml:space="preserve">ں </w:t>
      </w:r>
      <w:r>
        <w:rPr>
          <w:rtl/>
        </w:rPr>
        <w:t>2</w:t>
      </w:r>
    </w:p>
    <w:p w:rsidR="001F628F" w:rsidRDefault="001F628F" w:rsidP="003D00C7">
      <w:pPr>
        <w:pStyle w:val="libNormal"/>
        <w:rPr>
          <w:rtl/>
        </w:rPr>
      </w:pPr>
      <w:r>
        <w:rPr>
          <w:rFonts w:hint="eastAsia"/>
          <w:rtl/>
        </w:rPr>
        <w:t>الله</w:t>
      </w:r>
      <w:r>
        <w:rPr>
          <w:rtl/>
        </w:rPr>
        <w:t xml:space="preserve"> تعالى كى حمايتي</w:t>
      </w:r>
      <w:r w:rsidR="00083993">
        <w:rPr>
          <w:rtl/>
        </w:rPr>
        <w:t xml:space="preserve">ں </w:t>
      </w:r>
      <w:r>
        <w:rPr>
          <w:rtl/>
        </w:rPr>
        <w:t>:</w:t>
      </w:r>
      <w:r>
        <w:rPr>
          <w:rFonts w:hint="eastAsia"/>
          <w:rtl/>
        </w:rPr>
        <w:t>الله</w:t>
      </w:r>
      <w:r>
        <w:rPr>
          <w:rtl/>
        </w:rPr>
        <w:t xml:space="preserve"> تعالى كى حمايتي</w:t>
      </w:r>
      <w:r w:rsidR="00083993">
        <w:rPr>
          <w:rtl/>
        </w:rPr>
        <w:t xml:space="preserve">ں </w:t>
      </w:r>
      <w:r>
        <w:rPr>
          <w:rtl/>
        </w:rPr>
        <w:t>جن كے شامل حال ہي</w:t>
      </w:r>
      <w:r w:rsidR="00083993">
        <w:rPr>
          <w:rtl/>
        </w:rPr>
        <w:t xml:space="preserve">ں </w:t>
      </w:r>
      <w:r>
        <w:rPr>
          <w:rtl/>
        </w:rPr>
        <w:t>1،3</w:t>
      </w:r>
    </w:p>
    <w:p w:rsidR="001F628F" w:rsidRDefault="001F628F" w:rsidP="001F628F">
      <w:pPr>
        <w:pStyle w:val="libNormal"/>
        <w:rPr>
          <w:rtl/>
        </w:rPr>
      </w:pPr>
      <w:r>
        <w:rPr>
          <w:rFonts w:hint="eastAsia"/>
          <w:rtl/>
        </w:rPr>
        <w:t>روايت</w:t>
      </w:r>
      <w:r>
        <w:rPr>
          <w:rtl/>
        </w:rPr>
        <w:t>:7</w:t>
      </w:r>
    </w:p>
    <w:p w:rsidR="001F628F" w:rsidRDefault="001F628F" w:rsidP="003D00C7">
      <w:pPr>
        <w:pStyle w:val="libNormal"/>
        <w:rPr>
          <w:rtl/>
        </w:rPr>
      </w:pPr>
      <w:r>
        <w:rPr>
          <w:rFonts w:hint="eastAsia"/>
          <w:rtl/>
        </w:rPr>
        <w:t>قران</w:t>
      </w:r>
      <w:r>
        <w:rPr>
          <w:rtl/>
        </w:rPr>
        <w:t xml:space="preserve"> كريم :</w:t>
      </w:r>
      <w:r>
        <w:rPr>
          <w:rFonts w:hint="eastAsia"/>
          <w:rtl/>
        </w:rPr>
        <w:t>قران</w:t>
      </w:r>
      <w:r>
        <w:rPr>
          <w:rtl/>
        </w:rPr>
        <w:t xml:space="preserve"> كا استہزاء كرنے والو</w:t>
      </w:r>
      <w:r w:rsidR="00083993">
        <w:rPr>
          <w:rtl/>
        </w:rPr>
        <w:t xml:space="preserve">ں </w:t>
      </w:r>
      <w:r>
        <w:rPr>
          <w:rtl/>
        </w:rPr>
        <w:t>كا شر دور كرنا 2</w:t>
      </w:r>
    </w:p>
    <w:p w:rsidR="001F628F" w:rsidRDefault="001F628F" w:rsidP="003D00C7">
      <w:pPr>
        <w:pStyle w:val="libNormal"/>
        <w:rPr>
          <w:rtl/>
        </w:rPr>
      </w:pPr>
      <w:r>
        <w:rPr>
          <w:rFonts w:hint="eastAsia"/>
          <w:rtl/>
        </w:rPr>
        <w:t>كفار</w:t>
      </w:r>
      <w:r>
        <w:rPr>
          <w:rtl/>
        </w:rPr>
        <w:t>:</w:t>
      </w:r>
      <w:r>
        <w:rPr>
          <w:rFonts w:hint="eastAsia"/>
          <w:rtl/>
        </w:rPr>
        <w:t>كفاركى</w:t>
      </w:r>
      <w:r>
        <w:rPr>
          <w:rtl/>
        </w:rPr>
        <w:t xml:space="preserve"> دشمنى 6;كفار كے استہزاء 6</w:t>
      </w:r>
    </w:p>
    <w:p w:rsidR="001F628F" w:rsidRDefault="001F628F" w:rsidP="003D00C7">
      <w:pPr>
        <w:pStyle w:val="libNormal"/>
        <w:rPr>
          <w:rtl/>
        </w:rPr>
      </w:pPr>
      <w:r>
        <w:rPr>
          <w:rFonts w:hint="eastAsia"/>
          <w:rtl/>
        </w:rPr>
        <w:t>مشركين</w:t>
      </w:r>
      <w:r w:rsidR="003D00C7">
        <w:rPr>
          <w:rFonts w:hint="cs"/>
          <w:rtl/>
        </w:rPr>
        <w:t xml:space="preserve">  </w:t>
      </w:r>
      <w:r>
        <w:rPr>
          <w:rFonts w:hint="eastAsia"/>
          <w:rtl/>
        </w:rPr>
        <w:t>مشركين</w:t>
      </w:r>
      <w:r>
        <w:rPr>
          <w:rtl/>
        </w:rPr>
        <w:t xml:space="preserve"> اور انحضرت </w:t>
      </w:r>
      <w:r w:rsidR="00F031CD" w:rsidRPr="00F031CD">
        <w:rPr>
          <w:rStyle w:val="libAlaemChar"/>
          <w:rtl/>
        </w:rPr>
        <w:t xml:space="preserve"> صلى‌الله‌عليه‌وآله‌وسلم </w:t>
      </w:r>
      <w:r>
        <w:rPr>
          <w:rtl/>
        </w:rPr>
        <w:t xml:space="preserve"> 4;مشركين كى اذيتي</w:t>
      </w:r>
      <w:r w:rsidR="00083993">
        <w:rPr>
          <w:rtl/>
        </w:rPr>
        <w:t xml:space="preserve">ں </w:t>
      </w:r>
      <w:r>
        <w:rPr>
          <w:rtl/>
        </w:rPr>
        <w:t>1، 4 ; مشركين كى دشمنى 6;مشركين كے استہزا 1،4،6</w:t>
      </w:r>
    </w:p>
    <w:p w:rsidR="003D00C7" w:rsidRPr="00120F63" w:rsidRDefault="003D00C7" w:rsidP="003D00C7">
      <w:pPr>
        <w:pStyle w:val="Heading2Center"/>
        <w:rPr>
          <w:rtl/>
        </w:rPr>
      </w:pPr>
      <w:bookmarkStart w:id="142" w:name="_Toc28081820"/>
      <w:r>
        <w:rPr>
          <w:rFonts w:hint="cs"/>
          <w:rtl/>
        </w:rPr>
        <w:t xml:space="preserve">آیت </w:t>
      </w:r>
      <w:r w:rsidRPr="00120F63">
        <w:rPr>
          <w:rFonts w:hint="cs"/>
          <w:rtl/>
        </w:rPr>
        <w:t>96</w:t>
      </w:r>
      <w:bookmarkEnd w:id="142"/>
    </w:p>
    <w:p w:rsidR="001F628F" w:rsidRDefault="00E260F9" w:rsidP="003D00C7">
      <w:pPr>
        <w:pStyle w:val="libNormal"/>
        <w:rPr>
          <w:rtl/>
        </w:rPr>
      </w:pPr>
      <w:r w:rsidRPr="00E260F9">
        <w:rPr>
          <w:rStyle w:val="libAlaemChar"/>
          <w:rFonts w:hint="eastAsia"/>
          <w:rtl/>
        </w:rPr>
        <w:t>(</w:t>
      </w:r>
      <w:r w:rsidRPr="003D00C7">
        <w:rPr>
          <w:rStyle w:val="libAieChar"/>
          <w:rFonts w:hint="eastAsia"/>
          <w:rtl/>
        </w:rPr>
        <w:t>الَّذِينَ</w:t>
      </w:r>
      <w:r w:rsidRPr="003D00C7">
        <w:rPr>
          <w:rStyle w:val="libAieChar"/>
          <w:rtl/>
        </w:rPr>
        <w:t xml:space="preserve"> يَجْعَلُونَ مَعَ اللّهِ إِلـهاً آخَرَ فَسَوْفَ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w:t>
      </w:r>
      <w:r>
        <w:rPr>
          <w:rtl/>
        </w:rPr>
        <w:t xml:space="preserve"> خدا كے ساتھ دوسرا خدا قرار ديتے ہي</w:t>
      </w:r>
      <w:r w:rsidR="00083993">
        <w:rPr>
          <w:rtl/>
        </w:rPr>
        <w:t xml:space="preserve">ں </w:t>
      </w:r>
      <w:r>
        <w:rPr>
          <w:rtl/>
        </w:rPr>
        <w:t>اور عنقريب انہي</w:t>
      </w:r>
      <w:r w:rsidR="00083993">
        <w:rPr>
          <w:rtl/>
        </w:rPr>
        <w:t xml:space="preserve">ں </w:t>
      </w:r>
      <w:r>
        <w:rPr>
          <w:rtl/>
        </w:rPr>
        <w:t>ان كا حال معلوم ہوجائے گا_</w:t>
      </w:r>
    </w:p>
    <w:p w:rsidR="001F628F" w:rsidRDefault="001F628F" w:rsidP="001F628F">
      <w:pPr>
        <w:pStyle w:val="libNormal"/>
        <w:rPr>
          <w:rtl/>
        </w:rPr>
      </w:pPr>
      <w:r>
        <w:rPr>
          <w:rtl/>
        </w:rPr>
        <w:t xml:space="preserve">1_ پيغمبر </w:t>
      </w:r>
      <w:r w:rsidR="00F031CD" w:rsidRPr="00F031CD">
        <w:rPr>
          <w:rStyle w:val="libAlaemChar"/>
          <w:rtl/>
        </w:rPr>
        <w:t xml:space="preserve"> صلى‌الله‌عليه‌وآله‌وسلم </w:t>
      </w:r>
      <w:r>
        <w:rPr>
          <w:rtl/>
        </w:rPr>
        <w:t xml:space="preserve"> كے ساتھ استہزا كرنے والے، مشرك اور الله تعالى كے سوا كسى اور معبود كے معتقدتھے_</w:t>
      </w:r>
    </w:p>
    <w:p w:rsidR="001F628F" w:rsidRDefault="001F628F" w:rsidP="003D00C7">
      <w:pPr>
        <w:pStyle w:val="libArabic"/>
        <w:rPr>
          <w:rtl/>
        </w:rPr>
      </w:pPr>
      <w:r>
        <w:rPr>
          <w:rFonts w:hint="eastAsia"/>
          <w:rtl/>
        </w:rPr>
        <w:t>المست</w:t>
      </w:r>
      <w:r w:rsidR="00F21947" w:rsidRPr="00B2551F">
        <w:rPr>
          <w:rFonts w:hint="cs"/>
          <w:rtl/>
        </w:rPr>
        <w:t>ه</w:t>
      </w:r>
      <w:r>
        <w:rPr>
          <w:rFonts w:hint="cs"/>
          <w:rtl/>
        </w:rPr>
        <w:t>زء</w:t>
      </w:r>
      <w:r>
        <w:rPr>
          <w:rtl/>
        </w:rPr>
        <w:t xml:space="preserve"> ين_الذين يجعلون مع الله ال</w:t>
      </w:r>
      <w:r w:rsidR="00F21947" w:rsidRPr="00B2551F">
        <w:rPr>
          <w:rFonts w:hint="cs"/>
          <w:rtl/>
        </w:rPr>
        <w:t>ه</w:t>
      </w:r>
      <w:r>
        <w:rPr>
          <w:rFonts w:hint="cs"/>
          <w:rtl/>
        </w:rPr>
        <w:t>ًا</w:t>
      </w:r>
      <w:r>
        <w:rPr>
          <w:rtl/>
        </w:rPr>
        <w:t xml:space="preserve"> ء اخر</w:t>
      </w:r>
    </w:p>
    <w:p w:rsidR="001F628F" w:rsidRDefault="001F628F" w:rsidP="001F628F">
      <w:pPr>
        <w:pStyle w:val="libNormal"/>
        <w:rPr>
          <w:rtl/>
        </w:rPr>
      </w:pPr>
      <w:r>
        <w:rPr>
          <w:rtl/>
        </w:rPr>
        <w:t>2_الله كے سوا كسى اور كى خدائي كا عقيدہ اور شرك ،مكہ كے اكثر لوگو</w:t>
      </w:r>
      <w:r w:rsidR="00083993">
        <w:rPr>
          <w:rtl/>
        </w:rPr>
        <w:t xml:space="preserve">ں </w:t>
      </w:r>
      <w:r>
        <w:rPr>
          <w:rtl/>
        </w:rPr>
        <w:t>كا مذہب اور دين تھا_</w:t>
      </w:r>
    </w:p>
    <w:p w:rsidR="001F628F" w:rsidRDefault="001F628F" w:rsidP="003D00C7">
      <w:pPr>
        <w:pStyle w:val="libArabic"/>
        <w:rPr>
          <w:rtl/>
        </w:rPr>
      </w:pPr>
      <w:r>
        <w:rPr>
          <w:rFonts w:hint="eastAsia"/>
          <w:rtl/>
        </w:rPr>
        <w:t>و</w:t>
      </w:r>
      <w:r>
        <w:rPr>
          <w:rtl/>
        </w:rPr>
        <w:t xml:space="preserve"> ا عرض عن المشركين ...الذين يجعلون مع اللّ</w:t>
      </w:r>
      <w:r w:rsidR="00120F63" w:rsidRPr="00ED5DE8">
        <w:rPr>
          <w:rFonts w:hint="cs"/>
          <w:rtl/>
        </w:rPr>
        <w:t>ه</w:t>
      </w:r>
      <w:r>
        <w:rPr>
          <w:rtl/>
        </w:rPr>
        <w:t xml:space="preserve"> </w:t>
      </w:r>
      <w:r>
        <w:rPr>
          <w:rFonts w:hint="cs"/>
          <w:rtl/>
        </w:rPr>
        <w:t>ال</w:t>
      </w:r>
      <w:r w:rsidR="00F21947" w:rsidRPr="00B2551F">
        <w:rPr>
          <w:rFonts w:hint="cs"/>
          <w:rtl/>
        </w:rPr>
        <w:t>ه</w:t>
      </w:r>
      <w:r>
        <w:rPr>
          <w:rFonts w:hint="cs"/>
          <w:rtl/>
        </w:rPr>
        <w:t>ًا</w:t>
      </w:r>
      <w:r>
        <w:rPr>
          <w:rtl/>
        </w:rPr>
        <w:t xml:space="preserve"> </w:t>
      </w:r>
      <w:r>
        <w:rPr>
          <w:rFonts w:hint="cs"/>
          <w:rtl/>
        </w:rPr>
        <w:t>ء</w:t>
      </w:r>
      <w:r>
        <w:rPr>
          <w:rtl/>
        </w:rPr>
        <w:t xml:space="preserve"> </w:t>
      </w:r>
      <w:r>
        <w:rPr>
          <w:rFonts w:hint="cs"/>
          <w:rtl/>
        </w:rPr>
        <w:t>اخر</w:t>
      </w:r>
    </w:p>
    <w:p w:rsidR="001F628F" w:rsidRDefault="001F628F" w:rsidP="001F628F">
      <w:pPr>
        <w:pStyle w:val="libNormal"/>
        <w:rPr>
          <w:rtl/>
        </w:rPr>
      </w:pPr>
      <w:r>
        <w:rPr>
          <w:rtl/>
        </w:rPr>
        <w:t xml:space="preserve">3_پيغمبر اكرم </w:t>
      </w:r>
      <w:r w:rsidR="00F031CD" w:rsidRPr="00F031CD">
        <w:rPr>
          <w:rStyle w:val="libAlaemChar"/>
          <w:rtl/>
        </w:rPr>
        <w:t xml:space="preserve"> صلى‌الله‌عليه‌وآله‌وسلم </w:t>
      </w:r>
      <w:r>
        <w:rPr>
          <w:rtl/>
        </w:rPr>
        <w:t xml:space="preserve"> سے ٹھٹھہ مذاق كرنے والے مشركين كو شديد عذاب كى دھمكى دى گئي ہے_</w:t>
      </w:r>
    </w:p>
    <w:p w:rsidR="001F628F" w:rsidRDefault="001F628F" w:rsidP="003D00C7">
      <w:pPr>
        <w:pStyle w:val="libArabic"/>
        <w:rPr>
          <w:rtl/>
        </w:rPr>
      </w:pPr>
      <w:r>
        <w:rPr>
          <w:rFonts w:hint="eastAsia"/>
          <w:rtl/>
        </w:rPr>
        <w:t>الذين</w:t>
      </w:r>
      <w:r>
        <w:rPr>
          <w:rtl/>
        </w:rPr>
        <w:t xml:space="preserve"> يجعلون مع اللّ</w:t>
      </w:r>
      <w:r w:rsidR="00120F63" w:rsidRPr="00ED5DE8">
        <w:rPr>
          <w:rFonts w:hint="cs"/>
          <w:rtl/>
        </w:rPr>
        <w:t>ه</w:t>
      </w:r>
      <w:r>
        <w:rPr>
          <w:rtl/>
        </w:rPr>
        <w:t xml:space="preserve"> </w:t>
      </w:r>
      <w:r>
        <w:rPr>
          <w:rFonts w:hint="cs"/>
          <w:rtl/>
        </w:rPr>
        <w:t>ال</w:t>
      </w:r>
      <w:r w:rsidR="00F21947" w:rsidRPr="00B2551F">
        <w:rPr>
          <w:rFonts w:hint="cs"/>
          <w:rtl/>
        </w:rPr>
        <w:t>ه</w:t>
      </w:r>
      <w:r>
        <w:rPr>
          <w:rFonts w:hint="cs"/>
          <w:rtl/>
        </w:rPr>
        <w:t>ًا</w:t>
      </w:r>
      <w:r>
        <w:rPr>
          <w:rtl/>
        </w:rPr>
        <w:t xml:space="preserve"> </w:t>
      </w:r>
      <w:r>
        <w:rPr>
          <w:rFonts w:hint="cs"/>
          <w:rtl/>
        </w:rPr>
        <w:t>ء</w:t>
      </w:r>
      <w:r>
        <w:rPr>
          <w:rtl/>
        </w:rPr>
        <w:t xml:space="preserve"> </w:t>
      </w:r>
      <w:r>
        <w:rPr>
          <w:rFonts w:hint="cs"/>
          <w:rtl/>
        </w:rPr>
        <w:t>اخر</w:t>
      </w:r>
      <w:r>
        <w:rPr>
          <w:rtl/>
        </w:rPr>
        <w:t xml:space="preserve"> </w:t>
      </w:r>
      <w:r>
        <w:rPr>
          <w:rFonts w:hint="cs"/>
          <w:rtl/>
        </w:rPr>
        <w:t>فسوف</w:t>
      </w:r>
      <w:r>
        <w:rPr>
          <w:rtl/>
        </w:rPr>
        <w:t xml:space="preserve"> </w:t>
      </w:r>
      <w:r>
        <w:rPr>
          <w:rFonts w:hint="cs"/>
          <w:rtl/>
        </w:rPr>
        <w:t>ي</w:t>
      </w:r>
      <w:r>
        <w:rPr>
          <w:rtl/>
        </w:rPr>
        <w:t>علمون</w:t>
      </w:r>
    </w:p>
    <w:p w:rsidR="001F628F" w:rsidRDefault="001F628F" w:rsidP="001F628F">
      <w:pPr>
        <w:pStyle w:val="libNormal"/>
        <w:rPr>
          <w:rtl/>
        </w:rPr>
      </w:pPr>
      <w:r>
        <w:rPr>
          <w:rFonts w:hint="eastAsia"/>
          <w:rtl/>
        </w:rPr>
        <w:t>جملہ</w:t>
      </w:r>
      <w:r>
        <w:rPr>
          <w:rtl/>
        </w:rPr>
        <w:t xml:space="preserve"> '' فسوف يعلمون ''(عنقريب جان لي</w:t>
      </w:r>
      <w:r w:rsidR="00083993">
        <w:rPr>
          <w:rtl/>
        </w:rPr>
        <w:t xml:space="preserve">ں </w:t>
      </w:r>
      <w:r>
        <w:rPr>
          <w:rtl/>
        </w:rPr>
        <w:t>گے)تہديد و دھمكى كى حيثيت ركھتا ہے_</w:t>
      </w:r>
    </w:p>
    <w:p w:rsidR="001F628F" w:rsidRDefault="001F628F" w:rsidP="001F628F">
      <w:pPr>
        <w:pStyle w:val="libNormal"/>
        <w:rPr>
          <w:rtl/>
        </w:rPr>
      </w:pPr>
      <w:r>
        <w:rPr>
          <w:rtl/>
        </w:rPr>
        <w:t>4_قيامت ،حقائق كے منكشف ہونے اور حق و باطل كے روشن ہونے كا دن ہے_</w:t>
      </w:r>
    </w:p>
    <w:p w:rsidR="001F628F" w:rsidRDefault="001F628F" w:rsidP="003D00C7">
      <w:pPr>
        <w:pStyle w:val="libArabic"/>
        <w:rPr>
          <w:rtl/>
        </w:rPr>
      </w:pPr>
      <w:r>
        <w:rPr>
          <w:rFonts w:hint="eastAsia"/>
          <w:rtl/>
        </w:rPr>
        <w:t>الذين</w:t>
      </w:r>
      <w:r>
        <w:rPr>
          <w:rtl/>
        </w:rPr>
        <w:t xml:space="preserve"> يجعلون مع اللّ</w:t>
      </w:r>
      <w:r w:rsidR="00120F63" w:rsidRPr="00ED5DE8">
        <w:rPr>
          <w:rFonts w:hint="cs"/>
          <w:rtl/>
        </w:rPr>
        <w:t>ه</w:t>
      </w:r>
      <w:r>
        <w:rPr>
          <w:rtl/>
        </w:rPr>
        <w:t xml:space="preserve"> </w:t>
      </w:r>
      <w:r>
        <w:rPr>
          <w:rFonts w:hint="cs"/>
          <w:rtl/>
        </w:rPr>
        <w:t>ال</w:t>
      </w:r>
      <w:r w:rsidR="00F21947" w:rsidRPr="00B2551F">
        <w:rPr>
          <w:rFonts w:hint="cs"/>
          <w:rtl/>
        </w:rPr>
        <w:t>ه</w:t>
      </w:r>
      <w:r>
        <w:rPr>
          <w:rFonts w:hint="cs"/>
          <w:rtl/>
        </w:rPr>
        <w:t>ًا</w:t>
      </w:r>
      <w:r>
        <w:rPr>
          <w:rtl/>
        </w:rPr>
        <w:t xml:space="preserve"> </w:t>
      </w:r>
      <w:r>
        <w:rPr>
          <w:rFonts w:hint="cs"/>
          <w:rtl/>
        </w:rPr>
        <w:t>ء</w:t>
      </w:r>
      <w:r>
        <w:rPr>
          <w:rtl/>
        </w:rPr>
        <w:t xml:space="preserve"> </w:t>
      </w:r>
      <w:r>
        <w:rPr>
          <w:rFonts w:hint="cs"/>
          <w:rtl/>
        </w:rPr>
        <w:t>اخر</w:t>
      </w:r>
      <w:r>
        <w:rPr>
          <w:rtl/>
        </w:rPr>
        <w:t xml:space="preserve"> </w:t>
      </w:r>
      <w:r>
        <w:rPr>
          <w:rFonts w:hint="cs"/>
          <w:rtl/>
        </w:rPr>
        <w:t>فسوف</w:t>
      </w:r>
      <w:r>
        <w:rPr>
          <w:rtl/>
        </w:rPr>
        <w:t xml:space="preserve"> </w:t>
      </w:r>
      <w:r>
        <w:rPr>
          <w:rFonts w:hint="cs"/>
          <w:rtl/>
        </w:rPr>
        <w:t>ي</w:t>
      </w:r>
      <w:r>
        <w:rPr>
          <w:rtl/>
        </w:rPr>
        <w:t>علمون</w:t>
      </w:r>
    </w:p>
    <w:p w:rsidR="001F628F" w:rsidRDefault="001F628F" w:rsidP="001F628F">
      <w:pPr>
        <w:pStyle w:val="libNormal"/>
        <w:rPr>
          <w:rtl/>
        </w:rPr>
      </w:pPr>
      <w:r>
        <w:rPr>
          <w:rFonts w:hint="eastAsia"/>
          <w:rtl/>
        </w:rPr>
        <w:t>مندرجہ</w:t>
      </w:r>
      <w:r>
        <w:rPr>
          <w:rtl/>
        </w:rPr>
        <w:t xml:space="preserve"> بالا مطلب اس نكتے پر مبنى ہے كہ جب ''جاننے ''كا وقت ،روز قيامت ہو_</w:t>
      </w:r>
    </w:p>
    <w:p w:rsidR="003D00C7" w:rsidRDefault="001E7F9D" w:rsidP="00F73EDE">
      <w:pPr>
        <w:pStyle w:val="libPoemTini"/>
        <w:rPr>
          <w:rtl/>
        </w:rPr>
      </w:pPr>
      <w:r>
        <w:rPr>
          <w:rtl/>
        </w:rPr>
        <w:br w:type="page"/>
      </w:r>
    </w:p>
    <w:p w:rsidR="001F628F" w:rsidRDefault="001F628F" w:rsidP="003D00C7">
      <w:pPr>
        <w:pStyle w:val="libNormal"/>
        <w:rPr>
          <w:rtl/>
        </w:rPr>
      </w:pPr>
      <w:r>
        <w:rPr>
          <w:rtl/>
        </w:rPr>
        <w:lastRenderedPageBreak/>
        <w:t xml:space="preserve">5_خداوندمتعال كا پيغمبر اكرم </w:t>
      </w:r>
      <w:r w:rsidR="00F031CD" w:rsidRPr="00F031CD">
        <w:rPr>
          <w:rStyle w:val="libAlaemChar"/>
          <w:rtl/>
        </w:rPr>
        <w:t xml:space="preserve"> صلى‌الله‌عليه‌وآله‌وسلم </w:t>
      </w:r>
      <w:r>
        <w:rPr>
          <w:rtl/>
        </w:rPr>
        <w:t xml:space="preserve"> كو اپنى رسالت اور مقاصد مي</w:t>
      </w:r>
      <w:r w:rsidR="00083993">
        <w:rPr>
          <w:rtl/>
        </w:rPr>
        <w:t xml:space="preserve">ں </w:t>
      </w:r>
      <w:r>
        <w:rPr>
          <w:rtl/>
        </w:rPr>
        <w:t>اس طرح كامياب وموفق ہونے كى بشارت دينا كہ جس كا مشركين اور دشمن محسوس كرتے ہوئے نظارہ كري</w:t>
      </w:r>
      <w:r w:rsidR="00083993">
        <w:rPr>
          <w:rtl/>
        </w:rPr>
        <w:t xml:space="preserve">ں </w:t>
      </w:r>
      <w:r>
        <w:rPr>
          <w:rtl/>
        </w:rPr>
        <w:t>گے_</w:t>
      </w:r>
    </w:p>
    <w:p w:rsidR="001F628F" w:rsidRDefault="001F628F" w:rsidP="003D00C7">
      <w:pPr>
        <w:pStyle w:val="libArabic"/>
        <w:rPr>
          <w:rtl/>
        </w:rPr>
      </w:pPr>
      <w:r>
        <w:rPr>
          <w:rFonts w:hint="eastAsia"/>
          <w:rtl/>
        </w:rPr>
        <w:t>انا</w:t>
      </w:r>
      <w:r>
        <w:rPr>
          <w:rtl/>
        </w:rPr>
        <w:t xml:space="preserve"> كفينك المست</w:t>
      </w:r>
      <w:r w:rsidR="00F21947" w:rsidRPr="00B2551F">
        <w:rPr>
          <w:rFonts w:hint="cs"/>
          <w:rtl/>
        </w:rPr>
        <w:t>ه</w:t>
      </w:r>
      <w:r>
        <w:rPr>
          <w:rFonts w:hint="cs"/>
          <w:rtl/>
        </w:rPr>
        <w:t>زء</w:t>
      </w:r>
      <w:r>
        <w:rPr>
          <w:rtl/>
        </w:rPr>
        <w:t xml:space="preserve"> </w:t>
      </w:r>
      <w:r>
        <w:rPr>
          <w:rFonts w:hint="cs"/>
          <w:rtl/>
        </w:rPr>
        <w:t>ين</w:t>
      </w:r>
      <w:r>
        <w:rPr>
          <w:rtl/>
        </w:rPr>
        <w:t>_</w:t>
      </w:r>
      <w:r>
        <w:rPr>
          <w:rFonts w:hint="cs"/>
          <w:rtl/>
        </w:rPr>
        <w:t>الذين</w:t>
      </w:r>
      <w:r>
        <w:rPr>
          <w:rtl/>
        </w:rPr>
        <w:t xml:space="preserve"> </w:t>
      </w:r>
      <w:r>
        <w:rPr>
          <w:rFonts w:hint="cs"/>
          <w:rtl/>
        </w:rPr>
        <w:t>يجعلون</w:t>
      </w:r>
      <w:r>
        <w:rPr>
          <w:rtl/>
        </w:rPr>
        <w:t xml:space="preserve"> </w:t>
      </w:r>
      <w:r>
        <w:rPr>
          <w:rFonts w:hint="cs"/>
          <w:rtl/>
        </w:rPr>
        <w:t>م</w:t>
      </w:r>
      <w:r>
        <w:rPr>
          <w:rtl/>
        </w:rPr>
        <w:t>ع اللّ</w:t>
      </w:r>
      <w:r w:rsidR="00120F63" w:rsidRPr="00ED5DE8">
        <w:rPr>
          <w:rFonts w:hint="cs"/>
          <w:rtl/>
        </w:rPr>
        <w:t>ه</w:t>
      </w:r>
      <w:r>
        <w:rPr>
          <w:rtl/>
        </w:rPr>
        <w:t xml:space="preserve"> </w:t>
      </w:r>
      <w:r>
        <w:rPr>
          <w:rFonts w:hint="cs"/>
          <w:rtl/>
        </w:rPr>
        <w:t>ال</w:t>
      </w:r>
      <w:r w:rsidR="00F21947" w:rsidRPr="00B2551F">
        <w:rPr>
          <w:rFonts w:hint="cs"/>
          <w:rtl/>
        </w:rPr>
        <w:t>ه</w:t>
      </w:r>
      <w:r>
        <w:rPr>
          <w:rFonts w:hint="cs"/>
          <w:rtl/>
        </w:rPr>
        <w:t>ًا</w:t>
      </w:r>
      <w:r>
        <w:rPr>
          <w:rtl/>
        </w:rPr>
        <w:t xml:space="preserve"> </w:t>
      </w:r>
      <w:r>
        <w:rPr>
          <w:rFonts w:hint="cs"/>
          <w:rtl/>
        </w:rPr>
        <w:t>ء</w:t>
      </w:r>
      <w:r>
        <w:rPr>
          <w:rtl/>
        </w:rPr>
        <w:t xml:space="preserve"> </w:t>
      </w:r>
      <w:r>
        <w:rPr>
          <w:rFonts w:hint="cs"/>
          <w:rtl/>
        </w:rPr>
        <w:t>اخر</w:t>
      </w:r>
      <w:r>
        <w:rPr>
          <w:rtl/>
        </w:rPr>
        <w:t xml:space="preserve"> </w:t>
      </w:r>
      <w:r>
        <w:rPr>
          <w:rFonts w:hint="cs"/>
          <w:rtl/>
        </w:rPr>
        <w:t>فسوف</w:t>
      </w:r>
      <w:r>
        <w:rPr>
          <w:rtl/>
        </w:rPr>
        <w:t xml:space="preserve"> يعلمون</w:t>
      </w:r>
    </w:p>
    <w:p w:rsidR="001F628F" w:rsidRDefault="001F628F" w:rsidP="001F628F">
      <w:pPr>
        <w:pStyle w:val="libNormal"/>
        <w:rPr>
          <w:rtl/>
        </w:rPr>
      </w:pPr>
      <w:r>
        <w:rPr>
          <w:rFonts w:hint="eastAsia"/>
          <w:rtl/>
        </w:rPr>
        <w:t>مذكورہ</w:t>
      </w:r>
      <w:r>
        <w:rPr>
          <w:rtl/>
        </w:rPr>
        <w:t xml:space="preserve"> بالا مطلب اس احتمال پر مبنى ہے كہ جب ''يعلمون''كامفعول پيغمبر اكرم </w:t>
      </w:r>
      <w:r w:rsidR="00F031CD" w:rsidRPr="00F031CD">
        <w:rPr>
          <w:rStyle w:val="libAlaemChar"/>
          <w:rtl/>
        </w:rPr>
        <w:t xml:space="preserve"> صلى‌الله‌عليه‌وآله‌وسلم </w:t>
      </w:r>
      <w:r>
        <w:rPr>
          <w:rtl/>
        </w:rPr>
        <w:t xml:space="preserve"> كى اپنى رسالت مي</w:t>
      </w:r>
      <w:r w:rsidR="00083993">
        <w:rPr>
          <w:rtl/>
        </w:rPr>
        <w:t xml:space="preserve">ں </w:t>
      </w:r>
      <w:r>
        <w:rPr>
          <w:rtl/>
        </w:rPr>
        <w:t>كاميابى ہو كہ جو مشركين اور دشمنو</w:t>
      </w:r>
      <w:r w:rsidR="00083993">
        <w:rPr>
          <w:rtl/>
        </w:rPr>
        <w:t xml:space="preserve">ں </w:t>
      </w:r>
      <w:r>
        <w:rPr>
          <w:rtl/>
        </w:rPr>
        <w:t>كى شكست اور ناكامى كے ہمراہ ہے_</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سے استہزا كرنے والو</w:t>
      </w:r>
      <w:r w:rsidR="00083993">
        <w:rPr>
          <w:rtl/>
        </w:rPr>
        <w:t xml:space="preserve">ں </w:t>
      </w:r>
      <w:r>
        <w:rPr>
          <w:rtl/>
        </w:rPr>
        <w:t xml:space="preserve">كا عقيدہ 1; انحضرت </w:t>
      </w:r>
      <w:r w:rsidR="00F031CD" w:rsidRPr="00F031CD">
        <w:rPr>
          <w:rStyle w:val="libAlaemChar"/>
          <w:rtl/>
        </w:rPr>
        <w:t xml:space="preserve"> صلى‌الله‌عليه‌وآله‌وسلم </w:t>
      </w:r>
      <w:r>
        <w:rPr>
          <w:rtl/>
        </w:rPr>
        <w:t xml:space="preserve"> سے استہزاكرنے والو</w:t>
      </w:r>
      <w:r w:rsidR="00083993">
        <w:rPr>
          <w:rtl/>
        </w:rPr>
        <w:t xml:space="preserve">ں </w:t>
      </w:r>
      <w:r>
        <w:rPr>
          <w:rtl/>
        </w:rPr>
        <w:t xml:space="preserve">كا شرك 1; انحضرت </w:t>
      </w:r>
      <w:r w:rsidR="00F031CD" w:rsidRPr="00F031CD">
        <w:rPr>
          <w:rStyle w:val="libAlaemChar"/>
          <w:rtl/>
        </w:rPr>
        <w:t xml:space="preserve"> صلى‌الله‌عليه‌وآله‌وسلم </w:t>
      </w:r>
      <w:r>
        <w:rPr>
          <w:rtl/>
        </w:rPr>
        <w:t xml:space="preserve"> كو بشارت 5;انحضرت </w:t>
      </w:r>
      <w:r w:rsidR="00F031CD" w:rsidRPr="00F031CD">
        <w:rPr>
          <w:rStyle w:val="libAlaemChar"/>
          <w:rtl/>
        </w:rPr>
        <w:t xml:space="preserve"> صلى‌الله‌عليه‌وآله‌وسلم </w:t>
      </w:r>
      <w:r>
        <w:rPr>
          <w:rtl/>
        </w:rPr>
        <w:t xml:space="preserve"> سے استہزاكرنے والو</w:t>
      </w:r>
      <w:r w:rsidR="00083993">
        <w:rPr>
          <w:rtl/>
        </w:rPr>
        <w:t xml:space="preserve">ں </w:t>
      </w:r>
      <w:r>
        <w:rPr>
          <w:rtl/>
        </w:rPr>
        <w:t xml:space="preserve">كو ڈرانا3;انحضرت </w:t>
      </w:r>
      <w:r w:rsidR="00F031CD" w:rsidRPr="00F031CD">
        <w:rPr>
          <w:rStyle w:val="libAlaemChar"/>
          <w:rtl/>
        </w:rPr>
        <w:t xml:space="preserve"> صلى‌الله‌عليه‌وآله‌وسلم </w:t>
      </w:r>
      <w:r>
        <w:rPr>
          <w:rtl/>
        </w:rPr>
        <w:t xml:space="preserve"> سے</w:t>
      </w:r>
    </w:p>
    <w:p w:rsidR="003D00C7" w:rsidRPr="00120F63" w:rsidRDefault="003D00C7" w:rsidP="003D00C7">
      <w:pPr>
        <w:pStyle w:val="Heading2Center"/>
        <w:rPr>
          <w:rtl/>
        </w:rPr>
      </w:pPr>
      <w:bookmarkStart w:id="143" w:name="_Toc28081821"/>
      <w:r>
        <w:rPr>
          <w:rFonts w:hint="cs"/>
          <w:rtl/>
        </w:rPr>
        <w:t xml:space="preserve">آیت </w:t>
      </w:r>
      <w:r w:rsidRPr="00120F63">
        <w:rPr>
          <w:rFonts w:hint="cs"/>
          <w:rtl/>
        </w:rPr>
        <w:t>97</w:t>
      </w:r>
      <w:bookmarkEnd w:id="143"/>
    </w:p>
    <w:p w:rsidR="001F628F" w:rsidRDefault="00E260F9" w:rsidP="003D00C7">
      <w:pPr>
        <w:pStyle w:val="libNormal"/>
        <w:rPr>
          <w:rtl/>
        </w:rPr>
      </w:pPr>
      <w:r w:rsidRPr="00E260F9">
        <w:rPr>
          <w:rStyle w:val="libAlaemChar"/>
          <w:rFonts w:hint="eastAsia"/>
          <w:rtl/>
        </w:rPr>
        <w:t>(</w:t>
      </w:r>
      <w:r w:rsidRPr="003D00C7">
        <w:rPr>
          <w:rStyle w:val="libAieChar"/>
          <w:rFonts w:hint="eastAsia"/>
          <w:rtl/>
        </w:rPr>
        <w:t>وَلَقَدْ</w:t>
      </w:r>
      <w:r w:rsidRPr="003D00C7">
        <w:rPr>
          <w:rStyle w:val="libAieChar"/>
          <w:rtl/>
        </w:rPr>
        <w:t xml:space="preserve"> نَعْلَمُ أَنَّكَ يَضِيقُ صَدْرُكَ بِمَا يَقُولُونَ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جانتے ہي</w:t>
      </w:r>
      <w:r w:rsidR="00083993">
        <w:rPr>
          <w:rtl/>
        </w:rPr>
        <w:t xml:space="preserve">ں </w:t>
      </w:r>
      <w:r>
        <w:rPr>
          <w:rtl/>
        </w:rPr>
        <w:t>كہ آپ انكى باتو</w:t>
      </w:r>
      <w:r w:rsidR="00083993">
        <w:rPr>
          <w:rtl/>
        </w:rPr>
        <w:t xml:space="preserve">ں </w:t>
      </w:r>
      <w:r>
        <w:rPr>
          <w:rtl/>
        </w:rPr>
        <w:t>سے دل تنگ ہو رہے ہي</w:t>
      </w:r>
      <w:r w:rsidR="00083993">
        <w:rPr>
          <w:rtl/>
        </w:rPr>
        <w:t xml:space="preserve">ں </w:t>
      </w:r>
      <w:r>
        <w:rPr>
          <w:rtl/>
        </w:rPr>
        <w:t>_</w:t>
      </w:r>
    </w:p>
    <w:p w:rsidR="001F628F" w:rsidRDefault="001F628F" w:rsidP="003D00C7">
      <w:pPr>
        <w:pStyle w:val="libNormal"/>
        <w:rPr>
          <w:rtl/>
        </w:rPr>
      </w:pPr>
      <w:r>
        <w:rPr>
          <w:rtl/>
        </w:rPr>
        <w:t xml:space="preserve">1_خداوندمتعال،نے مشركين كى طرف سے غلط پروپيگنڈے اور استہزا كى وجہ سے پيغمبر اكرم </w:t>
      </w:r>
      <w:r w:rsidR="00F031CD" w:rsidRPr="00F031CD">
        <w:rPr>
          <w:rStyle w:val="libAlaemChar"/>
          <w:rtl/>
        </w:rPr>
        <w:t xml:space="preserve"> صلى‌الله‌عليه‌وآله‌وسلم </w:t>
      </w:r>
      <w:r>
        <w:rPr>
          <w:rtl/>
        </w:rPr>
        <w:t xml:space="preserve"> كى دل تنگى اور غم واندوہ سے اپنى اگاہى كا اظہار كيا_</w:t>
      </w:r>
      <w:r w:rsidRPr="003D00C7">
        <w:rPr>
          <w:rStyle w:val="libArabicChar"/>
          <w:rFonts w:hint="eastAsia"/>
          <w:rtl/>
        </w:rPr>
        <w:t>انا</w:t>
      </w:r>
      <w:r w:rsidRPr="003D00C7">
        <w:rPr>
          <w:rStyle w:val="libArabicChar"/>
          <w:rtl/>
        </w:rPr>
        <w:t xml:space="preserve"> كفينك المست</w:t>
      </w:r>
      <w:r w:rsidR="00F21947" w:rsidRPr="00B2551F">
        <w:rPr>
          <w:rStyle w:val="libArabicChar"/>
          <w:rFonts w:hint="cs"/>
          <w:rtl/>
        </w:rPr>
        <w:t>ه</w:t>
      </w:r>
      <w:r w:rsidRPr="003D00C7">
        <w:rPr>
          <w:rStyle w:val="libArabicChar"/>
          <w:rFonts w:hint="cs"/>
          <w:rtl/>
        </w:rPr>
        <w:t>زء</w:t>
      </w:r>
      <w:r w:rsidRPr="003D00C7">
        <w:rPr>
          <w:rStyle w:val="libArabicChar"/>
          <w:rtl/>
        </w:rPr>
        <w:t xml:space="preserve"> </w:t>
      </w:r>
      <w:r w:rsidRPr="003D00C7">
        <w:rPr>
          <w:rStyle w:val="libArabicChar"/>
          <w:rFonts w:hint="cs"/>
          <w:rtl/>
        </w:rPr>
        <w:t>ين</w:t>
      </w:r>
      <w:r w:rsidRPr="003D00C7">
        <w:rPr>
          <w:rStyle w:val="libArabicChar"/>
          <w:rtl/>
        </w:rPr>
        <w:t xml:space="preserve"> ...</w:t>
      </w:r>
      <w:r w:rsidRPr="003D00C7">
        <w:rPr>
          <w:rStyle w:val="libArabicChar"/>
          <w:rFonts w:hint="cs"/>
          <w:rtl/>
        </w:rPr>
        <w:t>ولقد</w:t>
      </w:r>
      <w:r w:rsidRPr="003D00C7">
        <w:rPr>
          <w:rStyle w:val="libArabicChar"/>
          <w:rtl/>
        </w:rPr>
        <w:t xml:space="preserve"> </w:t>
      </w:r>
      <w:r w:rsidRPr="003D00C7">
        <w:rPr>
          <w:rStyle w:val="libArabicChar"/>
          <w:rFonts w:hint="cs"/>
          <w:rtl/>
        </w:rPr>
        <w:t>نعلم</w:t>
      </w:r>
      <w:r w:rsidRPr="003D00C7">
        <w:rPr>
          <w:rStyle w:val="libArabicChar"/>
          <w:rtl/>
        </w:rPr>
        <w:t xml:space="preserve"> </w:t>
      </w:r>
      <w:r w:rsidRPr="003D00C7">
        <w:rPr>
          <w:rStyle w:val="libArabicChar"/>
          <w:rFonts w:hint="cs"/>
          <w:rtl/>
        </w:rPr>
        <w:t>ا</w:t>
      </w:r>
      <w:r w:rsidRPr="003D00C7">
        <w:rPr>
          <w:rStyle w:val="libArabicChar"/>
          <w:rtl/>
        </w:rPr>
        <w:t xml:space="preserve"> </w:t>
      </w:r>
      <w:r w:rsidRPr="003D00C7">
        <w:rPr>
          <w:rStyle w:val="libArabicChar"/>
          <w:rFonts w:hint="cs"/>
          <w:rtl/>
        </w:rPr>
        <w:t>نك</w:t>
      </w:r>
      <w:r w:rsidRPr="003D00C7">
        <w:rPr>
          <w:rStyle w:val="libArabicChar"/>
          <w:rtl/>
        </w:rPr>
        <w:t xml:space="preserve"> </w:t>
      </w:r>
      <w:r w:rsidRPr="003D00C7">
        <w:rPr>
          <w:rStyle w:val="libArabicChar"/>
          <w:rFonts w:hint="cs"/>
          <w:rtl/>
        </w:rPr>
        <w:t>يضيق</w:t>
      </w:r>
      <w:r w:rsidRPr="003D00C7">
        <w:rPr>
          <w:rStyle w:val="libArabicChar"/>
          <w:rtl/>
        </w:rPr>
        <w:t xml:space="preserve"> </w:t>
      </w:r>
      <w:r w:rsidRPr="003D00C7">
        <w:rPr>
          <w:rStyle w:val="libArabicChar"/>
          <w:rFonts w:hint="cs"/>
          <w:rtl/>
        </w:rPr>
        <w:t>صدرك</w:t>
      </w:r>
      <w:r w:rsidRPr="003D00C7">
        <w:rPr>
          <w:rStyle w:val="libArabicChar"/>
          <w:rtl/>
        </w:rPr>
        <w:t xml:space="preserve"> </w:t>
      </w:r>
      <w:r w:rsidRPr="003D00C7">
        <w:rPr>
          <w:rStyle w:val="libArabicChar"/>
          <w:rFonts w:hint="cs"/>
          <w:rtl/>
        </w:rPr>
        <w:t>بما</w:t>
      </w:r>
      <w:r w:rsidRPr="003D00C7">
        <w:rPr>
          <w:rStyle w:val="libArabicChar"/>
          <w:rtl/>
        </w:rPr>
        <w:t xml:space="preserve"> يقولون</w:t>
      </w:r>
    </w:p>
    <w:p w:rsidR="001F628F" w:rsidRDefault="001F628F" w:rsidP="001F628F">
      <w:pPr>
        <w:pStyle w:val="libNormal"/>
        <w:rPr>
          <w:rtl/>
        </w:rPr>
      </w:pPr>
      <w:r>
        <w:rPr>
          <w:rtl/>
        </w:rPr>
        <w:t>2_مشركين كى طرف سے غلط پروپيگنڈے اور اذيت</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ناك</w:t>
      </w:r>
      <w:r>
        <w:rPr>
          <w:rtl/>
        </w:rPr>
        <w:t xml:space="preserve"> استہزا كے مقابلے مي</w:t>
      </w:r>
      <w:r w:rsidR="00083993">
        <w:rPr>
          <w:rtl/>
        </w:rPr>
        <w:t xml:space="preserve">ں </w:t>
      </w:r>
      <w:r>
        <w:rPr>
          <w:rtl/>
        </w:rPr>
        <w:t>خداوندمتعال كا پيغمبر اكرم</w:t>
      </w:r>
      <w:r w:rsidR="00F031CD" w:rsidRPr="00F031CD">
        <w:rPr>
          <w:rStyle w:val="libAlaemChar"/>
          <w:rtl/>
        </w:rPr>
        <w:t xml:space="preserve"> صلى‌الله‌عليه‌وآله‌وسلم </w:t>
      </w:r>
      <w:r>
        <w:rPr>
          <w:rtl/>
        </w:rPr>
        <w:t xml:space="preserve"> كو تسلى و تشفى دينا _</w:t>
      </w:r>
    </w:p>
    <w:p w:rsidR="001F628F" w:rsidRDefault="001F628F" w:rsidP="003D00C7">
      <w:pPr>
        <w:pStyle w:val="libArabic"/>
        <w:rPr>
          <w:rtl/>
        </w:rPr>
      </w:pPr>
      <w:r>
        <w:rPr>
          <w:rFonts w:hint="eastAsia"/>
          <w:rtl/>
        </w:rPr>
        <w:t>المست</w:t>
      </w:r>
      <w:r w:rsidR="00F21947" w:rsidRPr="00B2551F">
        <w:rPr>
          <w:rFonts w:hint="cs"/>
          <w:rtl/>
        </w:rPr>
        <w:t>ه</w:t>
      </w:r>
      <w:r>
        <w:rPr>
          <w:rFonts w:hint="cs"/>
          <w:rtl/>
        </w:rPr>
        <w:t>زء</w:t>
      </w:r>
      <w:r>
        <w:rPr>
          <w:rtl/>
        </w:rPr>
        <w:t xml:space="preserve"> ين ... فسوف يعلمون_ولقد نعلم ا نك يضيق صدرك بما يقولون</w:t>
      </w:r>
    </w:p>
    <w:p w:rsidR="001F628F" w:rsidRDefault="001F628F" w:rsidP="001F628F">
      <w:pPr>
        <w:pStyle w:val="libNormal"/>
        <w:rPr>
          <w:rtl/>
        </w:rPr>
      </w:pPr>
      <w:r>
        <w:rPr>
          <w:rtl/>
        </w:rPr>
        <w:t xml:space="preserve">3_غلط پروپيگنڈا اور اذيت ناك ٹھٹھہ و مذاق، اسلام اور پيغمبر اكرم </w:t>
      </w:r>
      <w:r w:rsidR="00F031CD" w:rsidRPr="00F031CD">
        <w:rPr>
          <w:rStyle w:val="libAlaemChar"/>
          <w:rtl/>
        </w:rPr>
        <w:t xml:space="preserve"> صلى‌الله‌عليه‌وآله‌وسلم </w:t>
      </w:r>
      <w:r>
        <w:rPr>
          <w:rtl/>
        </w:rPr>
        <w:t xml:space="preserve"> كے خلاف كفار و مشركين كا دائمى حربہ تھا _</w:t>
      </w:r>
    </w:p>
    <w:p w:rsidR="001F628F" w:rsidRDefault="001F628F" w:rsidP="003D00C7">
      <w:pPr>
        <w:pStyle w:val="libArabic"/>
        <w:rPr>
          <w:rtl/>
        </w:rPr>
      </w:pPr>
      <w:r>
        <w:rPr>
          <w:rFonts w:hint="eastAsia"/>
          <w:rtl/>
        </w:rPr>
        <w:t>المست</w:t>
      </w:r>
      <w:r w:rsidR="00F21947" w:rsidRPr="00B2551F">
        <w:rPr>
          <w:rFonts w:hint="cs"/>
          <w:rtl/>
        </w:rPr>
        <w:t>ه</w:t>
      </w:r>
      <w:r>
        <w:rPr>
          <w:rFonts w:hint="cs"/>
          <w:rtl/>
        </w:rPr>
        <w:t>زء</w:t>
      </w:r>
      <w:r>
        <w:rPr>
          <w:rtl/>
        </w:rPr>
        <w:t xml:space="preserve"> ين ...ولقد نعلم ا نك يضيق صدرك بما يقولون</w:t>
      </w:r>
    </w:p>
    <w:p w:rsidR="001F628F" w:rsidRDefault="001F628F" w:rsidP="001F628F">
      <w:pPr>
        <w:pStyle w:val="libNormal"/>
        <w:rPr>
          <w:rtl/>
        </w:rPr>
      </w:pPr>
      <w:r>
        <w:rPr>
          <w:rFonts w:hint="eastAsia"/>
          <w:rtl/>
        </w:rPr>
        <w:t>فعل</w:t>
      </w:r>
      <w:r>
        <w:rPr>
          <w:rtl/>
        </w:rPr>
        <w:t xml:space="preserve"> مضارع '' يقولون ''مشركين اور دشمنو</w:t>
      </w:r>
      <w:r w:rsidR="00083993">
        <w:rPr>
          <w:rtl/>
        </w:rPr>
        <w:t xml:space="preserve">ں </w:t>
      </w:r>
      <w:r>
        <w:rPr>
          <w:rtl/>
        </w:rPr>
        <w:t>كے پروپيگنڈے اور باتو</w:t>
      </w:r>
      <w:r w:rsidR="00083993">
        <w:rPr>
          <w:rtl/>
        </w:rPr>
        <w:t xml:space="preserve">ں </w:t>
      </w:r>
      <w:r>
        <w:rPr>
          <w:rtl/>
        </w:rPr>
        <w:t>كے دائمى اور مستمر ہونے پر دلالت كرتا ہے_</w:t>
      </w:r>
    </w:p>
    <w:p w:rsidR="001F628F" w:rsidRDefault="001F628F" w:rsidP="003D00C7">
      <w:pPr>
        <w:pStyle w:val="libNormal"/>
        <w:rPr>
          <w:rtl/>
        </w:rPr>
      </w:pPr>
      <w:r>
        <w:rPr>
          <w:rtl/>
        </w:rPr>
        <w:t xml:space="preserve">4_پيغمبر اسلام </w:t>
      </w:r>
      <w:r w:rsidR="00F031CD" w:rsidRPr="00F031CD">
        <w:rPr>
          <w:rStyle w:val="libAlaemChar"/>
          <w:rtl/>
        </w:rPr>
        <w:t xml:space="preserve"> صلى‌الله‌عليه‌وآله‌وسلم </w:t>
      </w:r>
      <w:r>
        <w:rPr>
          <w:rtl/>
        </w:rPr>
        <w:t xml:space="preserve"> ،مشركين اور دشمنان اسلام كى طرف سے غلط پروپيگنڈے اور اذيت ناك استہزا سے غمگين اور اندوہ ناك رہتے تھے_</w:t>
      </w:r>
      <w:r w:rsidRPr="003D00C7">
        <w:rPr>
          <w:rStyle w:val="libArabicChar"/>
          <w:rFonts w:hint="eastAsia"/>
          <w:rtl/>
        </w:rPr>
        <w:t>المست</w:t>
      </w:r>
      <w:r w:rsidR="00F21947" w:rsidRPr="00B2551F">
        <w:rPr>
          <w:rStyle w:val="libArabicChar"/>
          <w:rFonts w:hint="cs"/>
          <w:rtl/>
        </w:rPr>
        <w:t>ه</w:t>
      </w:r>
      <w:r w:rsidRPr="003D00C7">
        <w:rPr>
          <w:rStyle w:val="libArabicChar"/>
          <w:rFonts w:hint="cs"/>
          <w:rtl/>
        </w:rPr>
        <w:t>زء</w:t>
      </w:r>
      <w:r w:rsidRPr="003D00C7">
        <w:rPr>
          <w:rStyle w:val="libArabicChar"/>
          <w:rtl/>
        </w:rPr>
        <w:t xml:space="preserve"> ين ...ولقد نعلم ا نك يضيق صدرك بما يقولون</w:t>
      </w:r>
    </w:p>
    <w:p w:rsidR="001F628F" w:rsidRDefault="001F628F" w:rsidP="001F628F">
      <w:pPr>
        <w:pStyle w:val="libNormal"/>
        <w:rPr>
          <w:rtl/>
        </w:rPr>
      </w:pPr>
      <w:r>
        <w:rPr>
          <w:rtl/>
        </w:rPr>
        <w:t>5_</w:t>
      </w:r>
      <w:r w:rsidR="003D0BA1">
        <w:rPr>
          <w:rtl/>
        </w:rPr>
        <w:t>انبياء</w:t>
      </w:r>
      <w:r>
        <w:rPr>
          <w:rtl/>
        </w:rPr>
        <w:t xml:space="preserve">ے كرام </w:t>
      </w:r>
      <w:r w:rsidR="00367F17" w:rsidRPr="00367F17">
        <w:rPr>
          <w:rStyle w:val="libAlaemChar"/>
          <w:rtl/>
        </w:rPr>
        <w:t xml:space="preserve"> عليه‌السلام </w:t>
      </w:r>
      <w:r>
        <w:rPr>
          <w:rtl/>
        </w:rPr>
        <w:t xml:space="preserve"> بھى دوسرے انسانو</w:t>
      </w:r>
      <w:r w:rsidR="00083993">
        <w:rPr>
          <w:rtl/>
        </w:rPr>
        <w:t xml:space="preserve">ں </w:t>
      </w:r>
      <w:r>
        <w:rPr>
          <w:rtl/>
        </w:rPr>
        <w:t>كى طرح اذيت و ازار سے متاثر ہوتے تھے_</w:t>
      </w:r>
    </w:p>
    <w:p w:rsidR="001F628F" w:rsidRDefault="001F628F" w:rsidP="003D00C7">
      <w:pPr>
        <w:pStyle w:val="libArabic"/>
        <w:rPr>
          <w:rtl/>
        </w:rPr>
      </w:pPr>
      <w:r>
        <w:rPr>
          <w:rFonts w:hint="eastAsia"/>
          <w:rtl/>
        </w:rPr>
        <w:t>ولقد</w:t>
      </w:r>
      <w:r>
        <w:rPr>
          <w:rtl/>
        </w:rPr>
        <w:t xml:space="preserve"> نعلم ا نك يضيق صدرك بما يقولون</w:t>
      </w:r>
    </w:p>
    <w:p w:rsidR="001F628F" w:rsidRDefault="001F628F" w:rsidP="001F628F">
      <w:pPr>
        <w:pStyle w:val="libNormal"/>
        <w:rPr>
          <w:rtl/>
        </w:rPr>
      </w:pPr>
      <w:r>
        <w:rPr>
          <w:rtl/>
        </w:rPr>
        <w:t>6_اسلامى معاشرے كے مصلحين اوردينى قائدين ہميشہ سے دشمنو</w:t>
      </w:r>
      <w:r w:rsidR="00083993">
        <w:rPr>
          <w:rtl/>
        </w:rPr>
        <w:t xml:space="preserve">ں </w:t>
      </w:r>
      <w:r>
        <w:rPr>
          <w:rtl/>
        </w:rPr>
        <w:t>كے غلط پروپيگنڈے اور اذيت ناك ٹھٹھہ و مذاق سے دوچار رہے ہي</w:t>
      </w:r>
      <w:r w:rsidR="00083993">
        <w:rPr>
          <w:rtl/>
        </w:rPr>
        <w:t xml:space="preserve">ں </w:t>
      </w:r>
      <w:r>
        <w:rPr>
          <w:rtl/>
        </w:rPr>
        <w:t>لہذا اُنہي</w:t>
      </w:r>
      <w:r w:rsidR="00083993">
        <w:rPr>
          <w:rtl/>
        </w:rPr>
        <w:t xml:space="preserve">ں </w:t>
      </w:r>
      <w:r>
        <w:rPr>
          <w:rtl/>
        </w:rPr>
        <w:t>خدا كى حمايت اور لطف الہى سے اُميد وار رہنا چاہيے _</w:t>
      </w:r>
    </w:p>
    <w:p w:rsidR="001F628F" w:rsidRDefault="001F628F" w:rsidP="003D00C7">
      <w:pPr>
        <w:pStyle w:val="libArabic"/>
        <w:rPr>
          <w:rtl/>
        </w:rPr>
      </w:pPr>
      <w:r>
        <w:rPr>
          <w:rFonts w:hint="eastAsia"/>
          <w:rtl/>
        </w:rPr>
        <w:t>المست</w:t>
      </w:r>
      <w:r w:rsidR="00F21947" w:rsidRPr="00B2551F">
        <w:rPr>
          <w:rFonts w:hint="cs"/>
          <w:rtl/>
        </w:rPr>
        <w:t>ه</w:t>
      </w:r>
      <w:r>
        <w:rPr>
          <w:rFonts w:hint="cs"/>
          <w:rtl/>
        </w:rPr>
        <w:t>زء</w:t>
      </w:r>
      <w:r>
        <w:rPr>
          <w:rtl/>
        </w:rPr>
        <w:t xml:space="preserve"> ين ...ولقد نعلم ا نك يضيق صدرك بما يقولون</w:t>
      </w:r>
    </w:p>
    <w:p w:rsidR="001F628F" w:rsidRDefault="001F628F" w:rsidP="001F628F">
      <w:pPr>
        <w:pStyle w:val="libNormal"/>
        <w:rPr>
          <w:rtl/>
        </w:rPr>
      </w:pPr>
      <w:r>
        <w:rPr>
          <w:rtl/>
        </w:rPr>
        <w:t>7_خداوند متعال انسان كے ضمير اور روحى و نفسياتى احساسات اور عواطف سے كاملاً اگاہ ہے_</w:t>
      </w:r>
    </w:p>
    <w:p w:rsidR="001F628F" w:rsidRDefault="001F628F" w:rsidP="003D00C7">
      <w:pPr>
        <w:pStyle w:val="libArabic"/>
        <w:rPr>
          <w:rtl/>
        </w:rPr>
      </w:pPr>
      <w:r>
        <w:rPr>
          <w:rFonts w:hint="eastAsia"/>
          <w:rtl/>
        </w:rPr>
        <w:t>ولقد</w:t>
      </w:r>
      <w:r>
        <w:rPr>
          <w:rtl/>
        </w:rPr>
        <w:t xml:space="preserve"> نعلم ا نك يضيق صدرك بما يقولون</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كواذيت 2،4;انحضرت </w:t>
      </w:r>
      <w:r w:rsidR="00F031CD" w:rsidRPr="00F031CD">
        <w:rPr>
          <w:rStyle w:val="libAlaemChar"/>
          <w:rtl/>
        </w:rPr>
        <w:t xml:space="preserve"> صلى‌الله‌عليه‌وآله‌وسلم </w:t>
      </w:r>
      <w:r>
        <w:rPr>
          <w:rtl/>
        </w:rPr>
        <w:t xml:space="preserve"> سے استہزا 1،2،3،4;انحضرت </w:t>
      </w:r>
      <w:r w:rsidR="00F031CD" w:rsidRPr="00F031CD">
        <w:rPr>
          <w:rStyle w:val="libAlaemChar"/>
          <w:rtl/>
        </w:rPr>
        <w:t xml:space="preserve"> صلى‌الله‌عليه‌وآله‌وسلم </w:t>
      </w:r>
      <w:r>
        <w:rPr>
          <w:rtl/>
        </w:rPr>
        <w:t xml:space="preserve"> كااندوہ وغم 4;انحضرت </w:t>
      </w:r>
      <w:r w:rsidR="00F031CD" w:rsidRPr="00F031CD">
        <w:rPr>
          <w:rStyle w:val="libAlaemChar"/>
          <w:rtl/>
        </w:rPr>
        <w:t xml:space="preserve"> صلى‌الله‌عليه‌وآله‌وسلم </w:t>
      </w:r>
      <w:r>
        <w:rPr>
          <w:rtl/>
        </w:rPr>
        <w:t xml:space="preserve"> كے خلاف پروپيگنڈا 1،3،4;انحضرت </w:t>
      </w:r>
      <w:r w:rsidR="00F031CD" w:rsidRPr="00F031CD">
        <w:rPr>
          <w:rStyle w:val="libAlaemChar"/>
          <w:rtl/>
        </w:rPr>
        <w:t xml:space="preserve"> صلى‌الله‌عليه‌وآله‌وسلم </w:t>
      </w:r>
      <w:r>
        <w:rPr>
          <w:rtl/>
        </w:rPr>
        <w:t xml:space="preserve"> كے خلاف سازش 3;انحضرت </w:t>
      </w:r>
      <w:r w:rsidR="00F031CD" w:rsidRPr="00F031CD">
        <w:rPr>
          <w:rStyle w:val="libAlaemChar"/>
          <w:rtl/>
        </w:rPr>
        <w:t xml:space="preserve"> صلى‌الله‌عليه‌وآله‌وسلم </w:t>
      </w:r>
      <w:r>
        <w:rPr>
          <w:rtl/>
        </w:rPr>
        <w:t xml:space="preserve"> كے دشمن 3;انحضرت </w:t>
      </w:r>
      <w:r w:rsidR="00F031CD" w:rsidRPr="00F031CD">
        <w:rPr>
          <w:rStyle w:val="libAlaemChar"/>
          <w:rtl/>
        </w:rPr>
        <w:t xml:space="preserve"> صلى‌الله‌عليه‌وآله‌وسلم </w:t>
      </w:r>
      <w:r>
        <w:rPr>
          <w:rtl/>
        </w:rPr>
        <w:t xml:space="preserve"> كو تسلى 2</w:t>
      </w:r>
    </w:p>
    <w:p w:rsidR="001F628F" w:rsidRDefault="001F628F" w:rsidP="003D00C7">
      <w:pPr>
        <w:pStyle w:val="libNormal"/>
        <w:rPr>
          <w:rtl/>
        </w:rPr>
      </w:pPr>
      <w:r>
        <w:rPr>
          <w:rFonts w:hint="eastAsia"/>
          <w:rtl/>
        </w:rPr>
        <w:t>اسلام</w:t>
      </w:r>
      <w:r>
        <w:rPr>
          <w:rtl/>
        </w:rPr>
        <w:t xml:space="preserve"> :</w:t>
      </w:r>
      <w:r>
        <w:rPr>
          <w:rFonts w:hint="eastAsia"/>
          <w:rtl/>
        </w:rPr>
        <w:t>دشمنان</w:t>
      </w:r>
      <w:r>
        <w:rPr>
          <w:rtl/>
        </w:rPr>
        <w:t xml:space="preserve"> اسلام كى اذيتي</w:t>
      </w:r>
      <w:r w:rsidR="00083993">
        <w:rPr>
          <w:rtl/>
        </w:rPr>
        <w:t xml:space="preserve">ں </w:t>
      </w:r>
      <w:r>
        <w:rPr>
          <w:rtl/>
        </w:rPr>
        <w:t>4;دشمنان اسلام كے استہزا 4،6</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اور انحضرت </w:t>
      </w:r>
      <w:r w:rsidR="00F031CD" w:rsidRPr="00F031CD">
        <w:rPr>
          <w:rStyle w:val="libAlaemChar"/>
          <w:rtl/>
        </w:rPr>
        <w:t xml:space="preserve"> صلى‌الله‌عليه‌وآله‌وسلم </w:t>
      </w:r>
      <w:r>
        <w:rPr>
          <w:rtl/>
        </w:rPr>
        <w:t xml:space="preserve"> كا غم واندوہ 1;الله تعالى اور انسان كا ضمير 7;الله تعالى كا علم 1;الله تعالى كا علم غيب 7</w:t>
      </w:r>
    </w:p>
    <w:p w:rsidR="001F628F" w:rsidRDefault="001F628F" w:rsidP="003D00C7">
      <w:pPr>
        <w:pStyle w:val="libNormal"/>
        <w:rPr>
          <w:rtl/>
        </w:rPr>
      </w:pPr>
      <w:r>
        <w:rPr>
          <w:rFonts w:hint="eastAsia"/>
          <w:rtl/>
        </w:rPr>
        <w:t>اُميد</w:t>
      </w:r>
      <w:r>
        <w:rPr>
          <w:rtl/>
        </w:rPr>
        <w:t xml:space="preserve"> وارى :</w:t>
      </w:r>
      <w:r>
        <w:rPr>
          <w:rFonts w:hint="eastAsia"/>
          <w:rtl/>
        </w:rPr>
        <w:t>الله</w:t>
      </w:r>
      <w:r>
        <w:rPr>
          <w:rtl/>
        </w:rPr>
        <w:t xml:space="preserve"> تعالى كى حمايت سے اُميد وار ى 6;الله تعالى كے لطف سے اُميد وارى 6</w:t>
      </w:r>
    </w:p>
    <w:p w:rsidR="001F628F" w:rsidRDefault="001F628F" w:rsidP="003D00C7">
      <w:pPr>
        <w:pStyle w:val="libNormal"/>
        <w:rPr>
          <w:rtl/>
        </w:rPr>
      </w:pPr>
      <w:r>
        <w:rPr>
          <w:rFonts w:hint="eastAsia"/>
          <w:rtl/>
        </w:rPr>
        <w:t>انبياء</w:t>
      </w:r>
      <w:r>
        <w:rPr>
          <w:rtl/>
        </w:rPr>
        <w:t xml:space="preserve"> :</w:t>
      </w:r>
      <w:r>
        <w:rPr>
          <w:rFonts w:hint="eastAsia"/>
          <w:rtl/>
        </w:rPr>
        <w:t>انبياء</w:t>
      </w:r>
      <w:r>
        <w:rPr>
          <w:rtl/>
        </w:rPr>
        <w:t xml:space="preserve"> كا بشر ہونا 5;انبيا ء كا متاثر ہونا 5</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دينى</w:t>
      </w:r>
      <w:r>
        <w:rPr>
          <w:rtl/>
        </w:rPr>
        <w:t xml:space="preserve"> قائدين :</w:t>
      </w:r>
      <w:r>
        <w:rPr>
          <w:rFonts w:hint="eastAsia"/>
          <w:rtl/>
        </w:rPr>
        <w:t>دينى</w:t>
      </w:r>
      <w:r>
        <w:rPr>
          <w:rtl/>
        </w:rPr>
        <w:t xml:space="preserve"> قائدين كى اُميد وارى 6;دينى قائدين كے خلاف پروپيگنڈا 6</w:t>
      </w:r>
    </w:p>
    <w:p w:rsidR="001F628F" w:rsidRDefault="001F628F" w:rsidP="003D00C7">
      <w:pPr>
        <w:pStyle w:val="libNormal"/>
        <w:rPr>
          <w:rtl/>
        </w:rPr>
      </w:pPr>
      <w:r>
        <w:rPr>
          <w:rFonts w:hint="eastAsia"/>
          <w:rtl/>
        </w:rPr>
        <w:t>مشركين</w:t>
      </w:r>
      <w:r>
        <w:rPr>
          <w:rtl/>
        </w:rPr>
        <w:t xml:space="preserve"> :</w:t>
      </w:r>
      <w:r>
        <w:rPr>
          <w:rFonts w:hint="eastAsia"/>
          <w:rtl/>
        </w:rPr>
        <w:t>مشركين</w:t>
      </w:r>
      <w:r>
        <w:rPr>
          <w:rtl/>
        </w:rPr>
        <w:t xml:space="preserve"> كى اذيتي</w:t>
      </w:r>
      <w:r w:rsidR="00083993">
        <w:rPr>
          <w:rtl/>
        </w:rPr>
        <w:t xml:space="preserve">ں </w:t>
      </w:r>
      <w:r>
        <w:rPr>
          <w:rtl/>
        </w:rPr>
        <w:t>2،4;مشركين كے استہزا 1،2 ،3 ،4;مشركين كا مقابلہ كرنے كا طريقہ 3</w:t>
      </w:r>
    </w:p>
    <w:p w:rsidR="001F628F" w:rsidRPr="00120F63" w:rsidRDefault="003D00C7" w:rsidP="003D00C7">
      <w:pPr>
        <w:pStyle w:val="Heading2Center"/>
        <w:rPr>
          <w:rtl/>
        </w:rPr>
      </w:pPr>
      <w:bookmarkStart w:id="144" w:name="_Toc28081822"/>
      <w:r>
        <w:rPr>
          <w:rFonts w:hint="cs"/>
          <w:rtl/>
        </w:rPr>
        <w:t xml:space="preserve">آیت </w:t>
      </w:r>
      <w:r w:rsidRPr="00120F63">
        <w:rPr>
          <w:rFonts w:hint="cs"/>
          <w:rtl/>
        </w:rPr>
        <w:t>98</w:t>
      </w:r>
      <w:bookmarkEnd w:id="144"/>
    </w:p>
    <w:p w:rsidR="001F628F" w:rsidRDefault="00E260F9" w:rsidP="003D00C7">
      <w:pPr>
        <w:pStyle w:val="libNormal"/>
        <w:rPr>
          <w:rtl/>
        </w:rPr>
      </w:pPr>
      <w:r w:rsidRPr="00E260F9">
        <w:rPr>
          <w:rStyle w:val="libAlaemChar"/>
          <w:rFonts w:hint="eastAsia"/>
          <w:rtl/>
        </w:rPr>
        <w:t>(</w:t>
      </w:r>
      <w:r w:rsidRPr="003D00C7">
        <w:rPr>
          <w:rStyle w:val="libAieChar"/>
          <w:rFonts w:hint="eastAsia"/>
          <w:rtl/>
        </w:rPr>
        <w:t>فَسَبِّحْ</w:t>
      </w:r>
      <w:r w:rsidRPr="003D00C7">
        <w:rPr>
          <w:rStyle w:val="libAieChar"/>
          <w:rtl/>
        </w:rPr>
        <w:t xml:space="preserve"> بِحَمْدِ رَبِّكَ وَكُن مِّنَ السَّاجِدِينَ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آپ اپنے پروردگار كے حمد كى تسبيح كيجئے اور سجدہ گذارو</w:t>
      </w:r>
      <w:r w:rsidR="00083993">
        <w:rPr>
          <w:rtl/>
        </w:rPr>
        <w:t xml:space="preserve">ں </w:t>
      </w:r>
      <w:r>
        <w:rPr>
          <w:rtl/>
        </w:rPr>
        <w:t>مي</w:t>
      </w:r>
      <w:r w:rsidR="00083993">
        <w:rPr>
          <w:rtl/>
        </w:rPr>
        <w:t xml:space="preserve">ں </w:t>
      </w:r>
      <w:r>
        <w:rPr>
          <w:rtl/>
        </w:rPr>
        <w:t>شامل ہوجايئے</w:t>
      </w:r>
    </w:p>
    <w:p w:rsidR="001F628F" w:rsidRDefault="001F628F" w:rsidP="001F628F">
      <w:pPr>
        <w:pStyle w:val="libNormal"/>
        <w:rPr>
          <w:rtl/>
        </w:rPr>
      </w:pPr>
      <w:r>
        <w:rPr>
          <w:rtl/>
        </w:rPr>
        <w:t xml:space="preserve">1_خداوند متعال كى جانب سے پيغمبر اكرم </w:t>
      </w:r>
      <w:r w:rsidR="00F031CD" w:rsidRPr="00F031CD">
        <w:rPr>
          <w:rStyle w:val="libAlaemChar"/>
          <w:rtl/>
        </w:rPr>
        <w:t xml:space="preserve"> صلى‌الله‌عليه‌وآله‌وسلم </w:t>
      </w:r>
      <w:r>
        <w:rPr>
          <w:rtl/>
        </w:rPr>
        <w:t xml:space="preserve"> كو حمد و ستا</w:t>
      </w:r>
      <w:r w:rsidR="009F604A">
        <w:rPr>
          <w:rtl/>
        </w:rPr>
        <w:t>ئش</w:t>
      </w:r>
      <w:r>
        <w:rPr>
          <w:rtl/>
        </w:rPr>
        <w:t xml:space="preserve"> خدا كے ساتھ تسبيح كرنے كاحكم _</w:t>
      </w:r>
    </w:p>
    <w:p w:rsidR="001F628F" w:rsidRDefault="001F628F" w:rsidP="003D00C7">
      <w:pPr>
        <w:pStyle w:val="libArabic"/>
        <w:rPr>
          <w:rtl/>
        </w:rPr>
      </w:pPr>
      <w:r>
        <w:rPr>
          <w:rFonts w:hint="eastAsia"/>
          <w:rtl/>
        </w:rPr>
        <w:t>فسبّح</w:t>
      </w:r>
      <w:r>
        <w:rPr>
          <w:rtl/>
        </w:rPr>
        <w:t xml:space="preserve"> بحمد ربك وكن مّن ال</w:t>
      </w:r>
      <w:r w:rsidR="008B7D24" w:rsidRPr="008B7D24">
        <w:rPr>
          <w:rtl/>
        </w:rPr>
        <w:t>ساجدين</w:t>
      </w:r>
    </w:p>
    <w:p w:rsidR="001F628F" w:rsidRDefault="001F628F" w:rsidP="001F628F">
      <w:pPr>
        <w:pStyle w:val="libNormal"/>
        <w:rPr>
          <w:rtl/>
        </w:rPr>
      </w:pPr>
      <w:r>
        <w:rPr>
          <w:rtl/>
        </w:rPr>
        <w:t>''بحمد '' مي</w:t>
      </w:r>
      <w:r w:rsidR="00083993">
        <w:rPr>
          <w:rtl/>
        </w:rPr>
        <w:t xml:space="preserve">ں </w:t>
      </w:r>
      <w:r>
        <w:rPr>
          <w:rtl/>
        </w:rPr>
        <w:t>''با'' مصاحبت كے لئے ہے ;يعنى تسبيح كو خداوند متعال كى حمد وستا</w:t>
      </w:r>
      <w:r w:rsidR="009F604A">
        <w:rPr>
          <w:rtl/>
        </w:rPr>
        <w:t>ئش</w:t>
      </w:r>
      <w:r>
        <w:rPr>
          <w:rtl/>
        </w:rPr>
        <w:t xml:space="preserve"> كے ساتھ ہونا چاہيے_</w:t>
      </w:r>
    </w:p>
    <w:p w:rsidR="001F628F" w:rsidRDefault="001F628F" w:rsidP="001F628F">
      <w:pPr>
        <w:pStyle w:val="libNormal"/>
        <w:rPr>
          <w:rtl/>
        </w:rPr>
      </w:pPr>
      <w:r>
        <w:rPr>
          <w:rtl/>
        </w:rPr>
        <w:t xml:space="preserve">2_خداوند متعال كى جانب سے پيغمبر اكرم </w:t>
      </w:r>
      <w:r w:rsidR="00F031CD" w:rsidRPr="00F031CD">
        <w:rPr>
          <w:rStyle w:val="libAlaemChar"/>
          <w:rtl/>
        </w:rPr>
        <w:t xml:space="preserve"> صلى‌الله‌عليه‌وآله‌وسلم </w:t>
      </w:r>
      <w:r>
        <w:rPr>
          <w:rtl/>
        </w:rPr>
        <w:t xml:space="preserve"> كواپنى رسالت اور دشمنو</w:t>
      </w:r>
      <w:r w:rsidR="00083993">
        <w:rPr>
          <w:rtl/>
        </w:rPr>
        <w:t xml:space="preserve">ں </w:t>
      </w:r>
      <w:r>
        <w:rPr>
          <w:rtl/>
        </w:rPr>
        <w:t>كى مخالفتو</w:t>
      </w:r>
      <w:r w:rsidR="00083993">
        <w:rPr>
          <w:rtl/>
        </w:rPr>
        <w:t xml:space="preserve">ں </w:t>
      </w:r>
      <w:r>
        <w:rPr>
          <w:rtl/>
        </w:rPr>
        <w:t>كے سبب پيدا ہونے والے مصائب اور مشكلات مي</w:t>
      </w:r>
      <w:r w:rsidR="00083993">
        <w:rPr>
          <w:rtl/>
        </w:rPr>
        <w:t xml:space="preserve">ں </w:t>
      </w:r>
      <w:r>
        <w:rPr>
          <w:rtl/>
        </w:rPr>
        <w:t>نماز، عبادت اور پرورد گار كى ياد سے مدد طلب كرنے كا حكم _</w:t>
      </w:r>
    </w:p>
    <w:p w:rsidR="001F628F" w:rsidRDefault="001F628F" w:rsidP="003D00C7">
      <w:pPr>
        <w:pStyle w:val="libArabic"/>
        <w:rPr>
          <w:rtl/>
        </w:rPr>
      </w:pPr>
      <w:r>
        <w:rPr>
          <w:rFonts w:hint="eastAsia"/>
          <w:rtl/>
        </w:rPr>
        <w:t>ولقد</w:t>
      </w:r>
      <w:r>
        <w:rPr>
          <w:rtl/>
        </w:rPr>
        <w:t xml:space="preserve"> نعلم ا نك يضيق صدرك بما يقولون_فسبّح بحمد ربك وكن مّن ال</w:t>
      </w:r>
      <w:r w:rsidR="008B7D24" w:rsidRPr="008B7D24">
        <w:rPr>
          <w:rtl/>
        </w:rPr>
        <w:t>ساجدين</w:t>
      </w:r>
    </w:p>
    <w:p w:rsidR="001F628F" w:rsidRDefault="001F628F" w:rsidP="003D00C7">
      <w:pPr>
        <w:pStyle w:val="libNormal"/>
        <w:rPr>
          <w:rtl/>
        </w:rPr>
      </w:pPr>
      <w:r>
        <w:rPr>
          <w:rFonts w:hint="eastAsia"/>
          <w:rtl/>
        </w:rPr>
        <w:t>مندرجہ</w:t>
      </w:r>
      <w:r>
        <w:rPr>
          <w:rtl/>
        </w:rPr>
        <w:t xml:space="preserve"> بالا مطلب ،''فسبح ''كى ''فا'' سے اخذ كيا گيا ہے كہ جو گذشتہ ايت سے اس جملے كى تفريع كے لئے ايا ہے_يعنى :خدا وند متعال ك</w:t>
      </w:r>
      <w:r w:rsidR="003D00C7">
        <w:rPr>
          <w:rFonts w:hint="cs"/>
          <w:rtl/>
        </w:rPr>
        <w:t>ا</w:t>
      </w:r>
      <w:r>
        <w:rPr>
          <w:rFonts w:hint="eastAsia"/>
          <w:rtl/>
        </w:rPr>
        <w:t>پيغمبر</w:t>
      </w:r>
      <w:r>
        <w:rPr>
          <w:rtl/>
        </w:rPr>
        <w:t xml:space="preserve"> اكرم</w:t>
      </w:r>
      <w:r w:rsidR="00F031CD" w:rsidRPr="00F031CD">
        <w:rPr>
          <w:rStyle w:val="libAlaemChar"/>
          <w:rtl/>
        </w:rPr>
        <w:t xml:space="preserve"> صلى‌الله‌عليه‌وآله‌وسلم </w:t>
      </w:r>
      <w:r>
        <w:rPr>
          <w:rtl/>
        </w:rPr>
        <w:t xml:space="preserve"> كے غم واندوہ اور دل تنگى سے اگاہ ہونے كے بعد خدا كى جانب سے تسبيح اور حمد كے حكم سے معلوم ہوتا ہے كہ يہ عبادات ،غم واندوہ اورپريشانى كو ختم كرنے مي</w:t>
      </w:r>
      <w:r w:rsidR="00083993">
        <w:rPr>
          <w:rtl/>
        </w:rPr>
        <w:t xml:space="preserve">ں </w:t>
      </w:r>
      <w:r>
        <w:rPr>
          <w:rtl/>
        </w:rPr>
        <w:t>موثر ہي</w:t>
      </w:r>
      <w:r w:rsidR="00083993">
        <w:rPr>
          <w:rtl/>
        </w:rPr>
        <w:t xml:space="preserve">ں </w:t>
      </w:r>
      <w:r>
        <w:rPr>
          <w:rtl/>
        </w:rPr>
        <w:t>_</w:t>
      </w:r>
    </w:p>
    <w:p w:rsidR="001F628F" w:rsidRDefault="001F628F" w:rsidP="001F628F">
      <w:pPr>
        <w:pStyle w:val="libNormal"/>
        <w:rPr>
          <w:rtl/>
        </w:rPr>
      </w:pPr>
      <w:r>
        <w:rPr>
          <w:rtl/>
        </w:rPr>
        <w:t>3_اسلامى معاشرے كے راہنمائو</w:t>
      </w:r>
      <w:r w:rsidR="00083993">
        <w:rPr>
          <w:rtl/>
        </w:rPr>
        <w:t xml:space="preserve">ں </w:t>
      </w:r>
      <w:r>
        <w:rPr>
          <w:rtl/>
        </w:rPr>
        <w:t>اور حكمرانو</w:t>
      </w:r>
      <w:r w:rsidR="00083993">
        <w:rPr>
          <w:rtl/>
        </w:rPr>
        <w:t xml:space="preserve">ں </w:t>
      </w:r>
      <w:r>
        <w:rPr>
          <w:rtl/>
        </w:rPr>
        <w:t>كو اپنے فرائض كى ادائيگى مي</w:t>
      </w:r>
      <w:r w:rsidR="00083993">
        <w:rPr>
          <w:rtl/>
        </w:rPr>
        <w:t xml:space="preserve">ں </w:t>
      </w:r>
      <w:r>
        <w:rPr>
          <w:rtl/>
        </w:rPr>
        <w:t>مشكلات كے مقابلے مي</w:t>
      </w:r>
      <w:r w:rsidR="00083993">
        <w:rPr>
          <w:rtl/>
        </w:rPr>
        <w:t xml:space="preserve">ں </w:t>
      </w:r>
      <w:r>
        <w:rPr>
          <w:rtl/>
        </w:rPr>
        <w:t>ذكر و عبادت اور نماز كے ذريعے پرورد گار سے مدد طلب كرنے كى ضرورت ہے_</w:t>
      </w:r>
    </w:p>
    <w:p w:rsidR="001F628F" w:rsidRDefault="001F628F" w:rsidP="003D00C7">
      <w:pPr>
        <w:pStyle w:val="libArabic"/>
        <w:rPr>
          <w:rtl/>
        </w:rPr>
      </w:pPr>
      <w:r>
        <w:rPr>
          <w:rFonts w:hint="eastAsia"/>
          <w:rtl/>
        </w:rPr>
        <w:t>ولقد</w:t>
      </w:r>
      <w:r>
        <w:rPr>
          <w:rtl/>
        </w:rPr>
        <w:t xml:space="preserve"> نعلم ا نك يضيق صدرك ...فسبّح بحمد ربك وكن مّن ال</w:t>
      </w:r>
      <w:r w:rsidR="008B7D24" w:rsidRPr="008B7D24">
        <w:rPr>
          <w:rtl/>
        </w:rPr>
        <w:t>ساجدين</w:t>
      </w:r>
    </w:p>
    <w:p w:rsidR="001F628F" w:rsidRDefault="001F628F" w:rsidP="003D00C7">
      <w:pPr>
        <w:pStyle w:val="libNormal"/>
        <w:rPr>
          <w:rtl/>
        </w:rPr>
      </w:pPr>
      <w:r>
        <w:rPr>
          <w:rtl/>
        </w:rPr>
        <w:t>4_ذكر و عبادت مي</w:t>
      </w:r>
      <w:r w:rsidR="00083993">
        <w:rPr>
          <w:rtl/>
        </w:rPr>
        <w:t xml:space="preserve">ں </w:t>
      </w:r>
      <w:r>
        <w:rPr>
          <w:rtl/>
        </w:rPr>
        <w:t>تسبيح پرورد گار كے ساتھ خدا كى حمد و ستا</w:t>
      </w:r>
      <w:r w:rsidR="009F604A">
        <w:rPr>
          <w:rtl/>
        </w:rPr>
        <w:t>ئش</w:t>
      </w:r>
      <w:r>
        <w:rPr>
          <w:rtl/>
        </w:rPr>
        <w:t xml:space="preserve"> كا ہونا ايك نيك اور پسنديدہ امر ہے_</w:t>
      </w:r>
      <w:r w:rsidRPr="003D00C7">
        <w:rPr>
          <w:rStyle w:val="libArabicChar"/>
          <w:rFonts w:hint="eastAsia"/>
          <w:rtl/>
        </w:rPr>
        <w:t>فسبّح</w:t>
      </w:r>
      <w:r w:rsidRPr="003D00C7">
        <w:rPr>
          <w:rStyle w:val="libArabicChar"/>
          <w:rtl/>
        </w:rPr>
        <w:t xml:space="preserve"> بحمد ربك</w:t>
      </w:r>
    </w:p>
    <w:p w:rsidR="001F628F" w:rsidRDefault="001F628F" w:rsidP="001F628F">
      <w:pPr>
        <w:pStyle w:val="libNormal"/>
        <w:rPr>
          <w:rtl/>
        </w:rPr>
      </w:pPr>
      <w:r>
        <w:rPr>
          <w:rtl/>
        </w:rPr>
        <w:t>5_خداوند متعال كى طرف سے اپنے بندو</w:t>
      </w:r>
      <w:r w:rsidR="00083993">
        <w:rPr>
          <w:rtl/>
        </w:rPr>
        <w:t xml:space="preserve">ں </w:t>
      </w:r>
      <w:r>
        <w:rPr>
          <w:rtl/>
        </w:rPr>
        <w:t>كى حمايت</w:t>
      </w:r>
    </w:p>
    <w:p w:rsidR="003D00C7" w:rsidRDefault="001E7F9D" w:rsidP="00F73EDE">
      <w:pPr>
        <w:pStyle w:val="libPoemTini"/>
        <w:rPr>
          <w:rtl/>
        </w:rPr>
      </w:pPr>
      <w:r>
        <w:rPr>
          <w:rtl/>
        </w:rPr>
        <w:cr/>
      </w:r>
      <w:r>
        <w:rPr>
          <w:rtl/>
        </w:rPr>
        <w:br w:type="page"/>
      </w:r>
    </w:p>
    <w:p w:rsidR="001F628F" w:rsidRDefault="001F628F" w:rsidP="003D00C7">
      <w:pPr>
        <w:pStyle w:val="libNormal"/>
        <w:rPr>
          <w:rtl/>
        </w:rPr>
      </w:pPr>
      <w:r>
        <w:rPr>
          <w:rFonts w:hint="eastAsia"/>
          <w:rtl/>
        </w:rPr>
        <w:lastRenderedPageBreak/>
        <w:t>مقتضى</w:t>
      </w:r>
      <w:r>
        <w:rPr>
          <w:rtl/>
        </w:rPr>
        <w:t xml:space="preserve"> ہے كہ اُس كا شكر اور تسبيح و عبادت كى جائے_</w:t>
      </w:r>
      <w:r w:rsidRPr="003D00C7">
        <w:rPr>
          <w:rStyle w:val="libArabicChar"/>
          <w:rFonts w:hint="eastAsia"/>
          <w:rtl/>
        </w:rPr>
        <w:t>ولقد</w:t>
      </w:r>
      <w:r w:rsidRPr="003D00C7">
        <w:rPr>
          <w:rStyle w:val="libArabicChar"/>
          <w:rtl/>
        </w:rPr>
        <w:t xml:space="preserve"> نعلم ا نك يضيق صدرك ...فسبّح بحمد ربك</w:t>
      </w:r>
    </w:p>
    <w:p w:rsidR="001F628F" w:rsidRDefault="001F628F" w:rsidP="001F628F">
      <w:pPr>
        <w:pStyle w:val="libNormal"/>
        <w:rPr>
          <w:rtl/>
        </w:rPr>
      </w:pPr>
      <w:r>
        <w:rPr>
          <w:rtl/>
        </w:rPr>
        <w:t>''فسبّح '' مي</w:t>
      </w:r>
      <w:r w:rsidR="00083993">
        <w:rPr>
          <w:rtl/>
        </w:rPr>
        <w:t xml:space="preserve">ں </w:t>
      </w:r>
      <w:r>
        <w:rPr>
          <w:rtl/>
        </w:rPr>
        <w:t>''فا'' گذشتہ ايت پر تفريع ہے (گذشتہ ايت مشركين كى اذيت ناك باتو</w:t>
      </w:r>
      <w:r w:rsidR="00083993">
        <w:rPr>
          <w:rtl/>
        </w:rPr>
        <w:t xml:space="preserve">ں </w:t>
      </w:r>
      <w:r>
        <w:rPr>
          <w:rtl/>
        </w:rPr>
        <w:t>كے مقابلے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كو تسلى و تشفى پر مشتمل تھى ) اُس پر اس ايت كى تفريع ہو سكتا ہے مذكورہ بالا نكتے كى جانب اشارہ ہو_</w:t>
      </w:r>
    </w:p>
    <w:p w:rsidR="001F628F" w:rsidRDefault="001F628F" w:rsidP="003D00C7">
      <w:pPr>
        <w:pStyle w:val="libNormal"/>
        <w:rPr>
          <w:rtl/>
        </w:rPr>
      </w:pPr>
      <w:r>
        <w:rPr>
          <w:rtl/>
        </w:rPr>
        <w:t>6_خدا وند متعال كے بارے مي</w:t>
      </w:r>
      <w:r w:rsidR="00083993">
        <w:rPr>
          <w:rtl/>
        </w:rPr>
        <w:t xml:space="preserve">ں </w:t>
      </w:r>
      <w:r>
        <w:rPr>
          <w:rtl/>
        </w:rPr>
        <w:t>ہر قسم كے شرك اور ناروا، بات كے مقابلے مي</w:t>
      </w:r>
      <w:r w:rsidR="00083993">
        <w:rPr>
          <w:rtl/>
        </w:rPr>
        <w:t xml:space="preserve">ں </w:t>
      </w:r>
      <w:r>
        <w:rPr>
          <w:rtl/>
        </w:rPr>
        <w:t>اُس كى تسبيح و عبادت كرنا ضرورى ہے_</w:t>
      </w:r>
      <w:r w:rsidRPr="003D00C7">
        <w:rPr>
          <w:rStyle w:val="libArabicChar"/>
          <w:rFonts w:hint="eastAsia"/>
          <w:rtl/>
        </w:rPr>
        <w:t>ولقد</w:t>
      </w:r>
      <w:r w:rsidRPr="003D00C7">
        <w:rPr>
          <w:rStyle w:val="libArabicChar"/>
          <w:rtl/>
        </w:rPr>
        <w:t xml:space="preserve"> نعلم ... بما يقولون_فسبّح بحمد ربك</w:t>
      </w:r>
    </w:p>
    <w:p w:rsidR="001F628F" w:rsidRDefault="001F628F" w:rsidP="001F628F">
      <w:pPr>
        <w:pStyle w:val="libNormal"/>
        <w:rPr>
          <w:rtl/>
        </w:rPr>
      </w:pPr>
      <w:r>
        <w:rPr>
          <w:rtl/>
        </w:rPr>
        <w:t>''فسبّح '' مي</w:t>
      </w:r>
      <w:r w:rsidR="00083993">
        <w:rPr>
          <w:rtl/>
        </w:rPr>
        <w:t xml:space="preserve">ں </w:t>
      </w:r>
      <w:r>
        <w:rPr>
          <w:rtl/>
        </w:rPr>
        <w:t>گذشتہ ايت پر تفريع ہو سكتا ہے اس معنى مي</w:t>
      </w:r>
      <w:r w:rsidR="00083993">
        <w:rPr>
          <w:rtl/>
        </w:rPr>
        <w:t xml:space="preserve">ں </w:t>
      </w:r>
      <w:r>
        <w:rPr>
          <w:rtl/>
        </w:rPr>
        <w:t>ہو كہ اب جبكہ وہ خدا كے بارے مي</w:t>
      </w:r>
      <w:r w:rsidR="00083993">
        <w:rPr>
          <w:rtl/>
        </w:rPr>
        <w:t xml:space="preserve">ں </w:t>
      </w:r>
      <w:r>
        <w:rPr>
          <w:rtl/>
        </w:rPr>
        <w:t>ناروا باتي</w:t>
      </w:r>
      <w:r w:rsidR="00083993">
        <w:rPr>
          <w:rtl/>
        </w:rPr>
        <w:t xml:space="preserve">ں </w:t>
      </w:r>
      <w:r>
        <w:rPr>
          <w:rtl/>
        </w:rPr>
        <w:t>كہتے ہي</w:t>
      </w:r>
      <w:r w:rsidR="00083993">
        <w:rPr>
          <w:rtl/>
        </w:rPr>
        <w:t xml:space="preserve">ں </w:t>
      </w:r>
      <w:r>
        <w:rPr>
          <w:rtl/>
        </w:rPr>
        <w:t>اور پرورد گار كى تنقيص كرتے ہي</w:t>
      </w:r>
      <w:r w:rsidR="00083993">
        <w:rPr>
          <w:rtl/>
        </w:rPr>
        <w:t xml:space="preserve">ں </w:t>
      </w:r>
      <w:r>
        <w:rPr>
          <w:rtl/>
        </w:rPr>
        <w:t>،پس تو اُس كى حمد و ستا</w:t>
      </w:r>
      <w:r w:rsidR="009F604A">
        <w:rPr>
          <w:rtl/>
        </w:rPr>
        <w:t>ئش</w:t>
      </w:r>
      <w:r>
        <w:rPr>
          <w:rtl/>
        </w:rPr>
        <w:t xml:space="preserve"> اور تسبيح كر_</w:t>
      </w:r>
    </w:p>
    <w:p w:rsidR="001F628F" w:rsidRDefault="001F628F" w:rsidP="003D00C7">
      <w:pPr>
        <w:pStyle w:val="libNormal"/>
        <w:rPr>
          <w:rtl/>
        </w:rPr>
      </w:pPr>
      <w:r>
        <w:rPr>
          <w:rtl/>
        </w:rPr>
        <w:t>7_ خدا وندمتعال كاذكر اور عبادت;مثلاً نماز، پريشانيو</w:t>
      </w:r>
      <w:r w:rsidR="00083993">
        <w:rPr>
          <w:rtl/>
        </w:rPr>
        <w:t xml:space="preserve">ں </w:t>
      </w:r>
      <w:r>
        <w:rPr>
          <w:rtl/>
        </w:rPr>
        <w:t>اور غم واندوہ كو ختم كرنے ، ثابت قدمى وحوصلہ بلند كرنے اور اطمينان خاطر كا باعث بنتى ہے_</w:t>
      </w:r>
      <w:r w:rsidRPr="003D00C7">
        <w:rPr>
          <w:rStyle w:val="libArabicChar"/>
          <w:rFonts w:hint="eastAsia"/>
          <w:rtl/>
        </w:rPr>
        <w:t>ولقد</w:t>
      </w:r>
      <w:r w:rsidRPr="003D00C7">
        <w:rPr>
          <w:rStyle w:val="libArabicChar"/>
          <w:rtl/>
        </w:rPr>
        <w:t xml:space="preserve"> نعلم ا نك يضيق صدرك ...فسبّح بحمد ربك وكن مّن ال</w:t>
      </w:r>
      <w:r w:rsidR="008B7D24" w:rsidRPr="008B7D24">
        <w:rPr>
          <w:rStyle w:val="libArabicChar"/>
          <w:rtl/>
        </w:rPr>
        <w:t>ساجدين</w:t>
      </w:r>
    </w:p>
    <w:p w:rsidR="001F628F" w:rsidRDefault="001F628F" w:rsidP="001F628F">
      <w:pPr>
        <w:pStyle w:val="libNormal"/>
        <w:rPr>
          <w:rtl/>
        </w:rPr>
      </w:pPr>
      <w:r>
        <w:rPr>
          <w:rFonts w:hint="eastAsia"/>
          <w:rtl/>
        </w:rPr>
        <w:t>مفسرين</w:t>
      </w:r>
      <w:r>
        <w:rPr>
          <w:rtl/>
        </w:rPr>
        <w:t xml:space="preserve"> كى اكثريت كا كہنا ہے كہ اس ايت مي</w:t>
      </w:r>
      <w:r w:rsidR="00083993">
        <w:rPr>
          <w:rtl/>
        </w:rPr>
        <w:t xml:space="preserve">ں </w:t>
      </w:r>
      <w:r>
        <w:rPr>
          <w:rtl/>
        </w:rPr>
        <w:t>سجدہ سے نماز مرادہے _اور اس كى تائيد ايك روايت سے بھى ہوتى ہے جس كے مطابق پيغمبر اكرم</w:t>
      </w:r>
      <w:r w:rsidR="00F031CD" w:rsidRPr="00F031CD">
        <w:rPr>
          <w:rStyle w:val="libAlaemChar"/>
          <w:rtl/>
        </w:rPr>
        <w:t xml:space="preserve"> صلى‌الله‌عليه‌وآله‌وسلم </w:t>
      </w:r>
      <w:r>
        <w:rPr>
          <w:rtl/>
        </w:rPr>
        <w:t xml:space="preserve"> جب بھى پريشان اور دل تنگ ہوتے تو نماز پڑھتے تھے_(مجمع البيان )</w:t>
      </w:r>
    </w:p>
    <w:p w:rsidR="001F628F" w:rsidRDefault="001F628F" w:rsidP="001F628F">
      <w:pPr>
        <w:pStyle w:val="libNormal"/>
        <w:rPr>
          <w:rtl/>
        </w:rPr>
      </w:pPr>
      <w:r>
        <w:rPr>
          <w:rtl/>
        </w:rPr>
        <w:t>8_سجدہ اور خضوع ،نماز كى روح اور اصلى ركن ہے جس كو تمام عبادات مي</w:t>
      </w:r>
      <w:r w:rsidR="00083993">
        <w:rPr>
          <w:rtl/>
        </w:rPr>
        <w:t xml:space="preserve">ں </w:t>
      </w:r>
      <w:r>
        <w:rPr>
          <w:rtl/>
        </w:rPr>
        <w:t>خصوصى مقام حاصل ہے _</w:t>
      </w:r>
    </w:p>
    <w:p w:rsidR="001F628F" w:rsidRDefault="001F628F" w:rsidP="003D00C7">
      <w:pPr>
        <w:pStyle w:val="libArabic"/>
        <w:rPr>
          <w:rtl/>
        </w:rPr>
      </w:pPr>
      <w:r>
        <w:rPr>
          <w:rFonts w:hint="eastAsia"/>
          <w:rtl/>
        </w:rPr>
        <w:t>فسبّح</w:t>
      </w:r>
      <w:r>
        <w:rPr>
          <w:rtl/>
        </w:rPr>
        <w:t xml:space="preserve"> بحمد ربك وكن مّن ال</w:t>
      </w:r>
      <w:r w:rsidR="008B7D24" w:rsidRPr="008B7D24">
        <w:rPr>
          <w:rtl/>
        </w:rPr>
        <w:t>ساجدين</w:t>
      </w:r>
    </w:p>
    <w:p w:rsidR="001F628F" w:rsidRDefault="001F628F" w:rsidP="001F628F">
      <w:pPr>
        <w:pStyle w:val="libNormal"/>
        <w:rPr>
          <w:rtl/>
        </w:rPr>
      </w:pPr>
      <w:r>
        <w:rPr>
          <w:rFonts w:hint="eastAsia"/>
          <w:rtl/>
        </w:rPr>
        <w:t>ہو</w:t>
      </w:r>
      <w:r>
        <w:rPr>
          <w:rtl/>
        </w:rPr>
        <w:t xml:space="preserve"> سكتا ہے'' سجدہ ''سے نماز مراد ہو چونكہ نماز كے بجائے سجدے كا حكم ديا گيا ہے_ شايديہ اس حقيقت كو بيان كر رہا ہو كہ سجدہ نماز كا اہم ركن اور اُس كى روح ہے_ياد رہے كہ تسبيح و حمد كى نصيحت كے بعد خدا كى طرف سے سجدہ كا حكم كہ ہر دو ايك طرح كى عبادت شمار ہوتى ہي</w:t>
      </w:r>
      <w:r w:rsidR="00083993">
        <w:rPr>
          <w:rtl/>
        </w:rPr>
        <w:t xml:space="preserve">ں </w:t>
      </w:r>
      <w:r>
        <w:rPr>
          <w:rtl/>
        </w:rPr>
        <w:t>، اس كے خاص مقام ومنزلت كو ظاہر كرتا ہے_</w:t>
      </w:r>
    </w:p>
    <w:p w:rsidR="001F628F" w:rsidRDefault="001F628F" w:rsidP="003D00C7">
      <w:pPr>
        <w:pStyle w:val="libNormal"/>
        <w:rPr>
          <w:rtl/>
        </w:rPr>
      </w:pPr>
      <w:r>
        <w:rPr>
          <w:rtl/>
        </w:rPr>
        <w:t>9_خداوند متعال كى ربوبيت، اس بات كے لائق ہے كہ اُس كى تسبيح وحمد كى جائے اورانسان اُس كى بارگاہ مي</w:t>
      </w:r>
      <w:r w:rsidR="00083993">
        <w:rPr>
          <w:rtl/>
        </w:rPr>
        <w:t xml:space="preserve">ں </w:t>
      </w:r>
      <w:r>
        <w:rPr>
          <w:rtl/>
        </w:rPr>
        <w:t>فروتنى اور سجدہ بجا لائے_</w:t>
      </w:r>
      <w:r w:rsidRPr="003D00C7">
        <w:rPr>
          <w:rStyle w:val="libArabicChar"/>
          <w:rFonts w:hint="eastAsia"/>
          <w:rtl/>
        </w:rPr>
        <w:t>فسبّح</w:t>
      </w:r>
      <w:r w:rsidRPr="003D00C7">
        <w:rPr>
          <w:rStyle w:val="libArabicChar"/>
          <w:rtl/>
        </w:rPr>
        <w:t xml:space="preserve"> بحمد ربك وكن مّن ال</w:t>
      </w:r>
      <w:r w:rsidR="008B7D24" w:rsidRPr="008B7D24">
        <w:rPr>
          <w:rStyle w:val="libArabicChar"/>
          <w:rtl/>
        </w:rPr>
        <w:t>ساجدين</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كو وصيت 1،2</w:t>
      </w:r>
    </w:p>
    <w:p w:rsidR="001F628F" w:rsidRDefault="001F628F" w:rsidP="003D00C7">
      <w:pPr>
        <w:pStyle w:val="libNormal"/>
        <w:rPr>
          <w:rtl/>
        </w:rPr>
      </w:pPr>
      <w:r>
        <w:rPr>
          <w:rFonts w:hint="eastAsia"/>
          <w:rtl/>
        </w:rPr>
        <w:t>استقامت</w:t>
      </w:r>
      <w:r>
        <w:rPr>
          <w:rtl/>
        </w:rPr>
        <w:t xml:space="preserve"> :</w:t>
      </w:r>
      <w:r>
        <w:rPr>
          <w:rFonts w:hint="eastAsia"/>
          <w:rtl/>
        </w:rPr>
        <w:t>استقامت</w:t>
      </w:r>
      <w:r>
        <w:rPr>
          <w:rtl/>
        </w:rPr>
        <w:t xml:space="preserve"> كے عوامل 7</w:t>
      </w:r>
    </w:p>
    <w:p w:rsidR="001F628F" w:rsidRDefault="001F628F" w:rsidP="003D00C7">
      <w:pPr>
        <w:pStyle w:val="libNormal"/>
        <w:rPr>
          <w:rtl/>
        </w:rPr>
      </w:pPr>
      <w:r>
        <w:rPr>
          <w:rFonts w:hint="eastAsia"/>
          <w:rtl/>
        </w:rPr>
        <w:t>استمداد</w:t>
      </w:r>
      <w:r>
        <w:rPr>
          <w:rtl/>
        </w:rPr>
        <w:t xml:space="preserve"> :</w:t>
      </w:r>
      <w:r>
        <w:rPr>
          <w:rFonts w:hint="eastAsia"/>
          <w:rtl/>
        </w:rPr>
        <w:t>الله</w:t>
      </w:r>
      <w:r>
        <w:rPr>
          <w:rtl/>
        </w:rPr>
        <w:t xml:space="preserve"> تعالى سے استمداد 2،3;عبادت سے استمداد</w:t>
      </w:r>
    </w:p>
    <w:p w:rsidR="003D00C7" w:rsidRDefault="001E7F9D" w:rsidP="00F73EDE">
      <w:pPr>
        <w:pStyle w:val="libPoemTini"/>
        <w:rPr>
          <w:rtl/>
        </w:rPr>
      </w:pPr>
      <w:r>
        <w:rPr>
          <w:rtl/>
        </w:rPr>
        <w:br w:type="page"/>
      </w:r>
    </w:p>
    <w:p w:rsidR="001F628F" w:rsidRDefault="001F628F" w:rsidP="003D00C7">
      <w:pPr>
        <w:pStyle w:val="libNormal"/>
        <w:rPr>
          <w:rtl/>
        </w:rPr>
      </w:pPr>
      <w:r>
        <w:rPr>
          <w:rtl/>
        </w:rPr>
        <w:lastRenderedPageBreak/>
        <w:t>2;نماز سے استمداد 2</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تسبيح كى اہميت 1،6;الله تعالى كى تسبيح كے عوامل 5،9;الله تعالى كى ربوبيت 9;الله تعالى كى حمايتي</w:t>
      </w:r>
      <w:r w:rsidR="00083993">
        <w:rPr>
          <w:rtl/>
        </w:rPr>
        <w:t xml:space="preserve">ں </w:t>
      </w:r>
      <w:r>
        <w:rPr>
          <w:rtl/>
        </w:rPr>
        <w:t>5;الله تعالى كے سامنے سجدہ كے عوامل9;الله تعالى كے وصايا 1،2</w:t>
      </w:r>
    </w:p>
    <w:p w:rsidR="001F628F" w:rsidRDefault="001F628F" w:rsidP="003D00C7">
      <w:pPr>
        <w:pStyle w:val="libNormal"/>
        <w:rPr>
          <w:rtl/>
        </w:rPr>
      </w:pPr>
      <w:r>
        <w:rPr>
          <w:rFonts w:hint="eastAsia"/>
          <w:rtl/>
        </w:rPr>
        <w:t>حمد</w:t>
      </w:r>
      <w:r>
        <w:rPr>
          <w:rtl/>
        </w:rPr>
        <w:t xml:space="preserve"> :</w:t>
      </w:r>
      <w:r>
        <w:rPr>
          <w:rFonts w:hint="eastAsia"/>
          <w:rtl/>
        </w:rPr>
        <w:t>حمد</w:t>
      </w:r>
      <w:r>
        <w:rPr>
          <w:rtl/>
        </w:rPr>
        <w:t xml:space="preserve"> خدا كى اہميت 1;حمد خدا كے عوامل 5،9</w:t>
      </w:r>
    </w:p>
    <w:p w:rsidR="001F628F" w:rsidRDefault="001F628F" w:rsidP="003D00C7">
      <w:pPr>
        <w:pStyle w:val="libNormal"/>
        <w:rPr>
          <w:rtl/>
        </w:rPr>
      </w:pPr>
      <w:r>
        <w:rPr>
          <w:rFonts w:hint="eastAsia"/>
          <w:rtl/>
        </w:rPr>
        <w:t>حوصلہ</w:t>
      </w:r>
      <w:r>
        <w:rPr>
          <w:rtl/>
        </w:rPr>
        <w:t xml:space="preserve"> بلند ہونا :</w:t>
      </w:r>
      <w:r>
        <w:rPr>
          <w:rFonts w:hint="eastAsia"/>
          <w:rtl/>
        </w:rPr>
        <w:t>اس</w:t>
      </w:r>
      <w:r>
        <w:rPr>
          <w:rtl/>
        </w:rPr>
        <w:t xml:space="preserve"> كے عوامل 7</w:t>
      </w:r>
    </w:p>
    <w:p w:rsidR="001F628F" w:rsidRDefault="001F628F" w:rsidP="003D00C7">
      <w:pPr>
        <w:pStyle w:val="libNormal"/>
        <w:rPr>
          <w:rtl/>
        </w:rPr>
      </w:pPr>
      <w:r>
        <w:rPr>
          <w:rFonts w:hint="eastAsia"/>
          <w:rtl/>
        </w:rPr>
        <w:t>دينى</w:t>
      </w:r>
      <w:r>
        <w:rPr>
          <w:rtl/>
        </w:rPr>
        <w:t xml:space="preserve"> قائدين :</w:t>
      </w:r>
      <w:r>
        <w:rPr>
          <w:rFonts w:hint="eastAsia"/>
          <w:rtl/>
        </w:rPr>
        <w:t>دينى</w:t>
      </w:r>
      <w:r>
        <w:rPr>
          <w:rtl/>
        </w:rPr>
        <w:t xml:space="preserve"> قائدين كى ضروريات 3</w:t>
      </w:r>
    </w:p>
    <w:p w:rsidR="001F628F" w:rsidRDefault="001F628F" w:rsidP="003D00C7">
      <w:pPr>
        <w:pStyle w:val="libNormal"/>
        <w:rPr>
          <w:rtl/>
        </w:rPr>
      </w:pPr>
      <w:r>
        <w:rPr>
          <w:rFonts w:hint="eastAsia"/>
          <w:rtl/>
        </w:rPr>
        <w:t>ذكر</w:t>
      </w:r>
      <w:r>
        <w:rPr>
          <w:rtl/>
        </w:rPr>
        <w:t xml:space="preserve"> :</w:t>
      </w:r>
      <w:r>
        <w:rPr>
          <w:rFonts w:hint="eastAsia"/>
          <w:rtl/>
        </w:rPr>
        <w:t>الله</w:t>
      </w:r>
      <w:r>
        <w:rPr>
          <w:rtl/>
        </w:rPr>
        <w:t xml:space="preserve"> تعالى كے ذكركى اہميت 2،3;الله تعالى كے ذكر كے اداب 4;الله تعالى كے ذكر كے اثرات 7; الله تعالى كے ذكر مي</w:t>
      </w:r>
      <w:r w:rsidR="00083993">
        <w:rPr>
          <w:rtl/>
        </w:rPr>
        <w:t xml:space="preserve">ں </w:t>
      </w:r>
      <w:r>
        <w:rPr>
          <w:rtl/>
        </w:rPr>
        <w:t>تحميد 4الله تعالى كے ذكر مي</w:t>
      </w:r>
      <w:r w:rsidR="00083993">
        <w:rPr>
          <w:rtl/>
        </w:rPr>
        <w:t xml:space="preserve">ں </w:t>
      </w:r>
      <w:r>
        <w:rPr>
          <w:rtl/>
        </w:rPr>
        <w:t>تسبيح 4</w:t>
      </w:r>
    </w:p>
    <w:p w:rsidR="001F628F" w:rsidRDefault="001F628F" w:rsidP="003D00C7">
      <w:pPr>
        <w:pStyle w:val="libNormal"/>
        <w:rPr>
          <w:rtl/>
        </w:rPr>
      </w:pPr>
      <w:r>
        <w:rPr>
          <w:rFonts w:hint="eastAsia"/>
          <w:rtl/>
        </w:rPr>
        <w:t>سختى</w:t>
      </w:r>
      <w:r>
        <w:rPr>
          <w:rtl/>
        </w:rPr>
        <w:t xml:space="preserve"> :</w:t>
      </w:r>
      <w:r>
        <w:rPr>
          <w:rFonts w:hint="eastAsia"/>
          <w:rtl/>
        </w:rPr>
        <w:t>سختى</w:t>
      </w:r>
      <w:r>
        <w:rPr>
          <w:rtl/>
        </w:rPr>
        <w:t xml:space="preserve"> مي</w:t>
      </w:r>
      <w:r w:rsidR="00083993">
        <w:rPr>
          <w:rtl/>
        </w:rPr>
        <w:t xml:space="preserve">ں </w:t>
      </w:r>
      <w:r>
        <w:rPr>
          <w:rtl/>
        </w:rPr>
        <w:t>تسہيل كى روش 2،3</w:t>
      </w:r>
    </w:p>
    <w:p w:rsidR="001F628F" w:rsidRDefault="001F628F" w:rsidP="003D00C7">
      <w:pPr>
        <w:pStyle w:val="libNormal"/>
        <w:rPr>
          <w:rtl/>
        </w:rPr>
      </w:pPr>
      <w:r>
        <w:rPr>
          <w:rFonts w:hint="eastAsia"/>
          <w:rtl/>
        </w:rPr>
        <w:t>عبادت</w:t>
      </w:r>
      <w:r>
        <w:rPr>
          <w:rtl/>
        </w:rPr>
        <w:t>:</w:t>
      </w:r>
      <w:r>
        <w:rPr>
          <w:rFonts w:hint="eastAsia"/>
          <w:rtl/>
        </w:rPr>
        <w:t>الله</w:t>
      </w:r>
      <w:r>
        <w:rPr>
          <w:rtl/>
        </w:rPr>
        <w:t xml:space="preserve"> كى عبادت كى اہميت 2،3،6;الله كى عبادت كے عوامل 5;الله كى عبادت مي</w:t>
      </w:r>
      <w:r w:rsidR="00083993">
        <w:rPr>
          <w:rtl/>
        </w:rPr>
        <w:t xml:space="preserve">ں </w:t>
      </w:r>
      <w:r>
        <w:rPr>
          <w:rtl/>
        </w:rPr>
        <w:t>تحميد 4; الله كى عبادت مي</w:t>
      </w:r>
      <w:r w:rsidR="00083993">
        <w:rPr>
          <w:rtl/>
        </w:rPr>
        <w:t xml:space="preserve">ں </w:t>
      </w:r>
      <w:r>
        <w:rPr>
          <w:rtl/>
        </w:rPr>
        <w:t>تسبيح 4;عبادت كے اداب 4;عبادت كے اثرات 7</w:t>
      </w:r>
    </w:p>
    <w:p w:rsidR="001F628F" w:rsidRDefault="001F628F" w:rsidP="003D00C7">
      <w:pPr>
        <w:pStyle w:val="libNormal"/>
        <w:rPr>
          <w:rtl/>
        </w:rPr>
      </w:pPr>
      <w:r>
        <w:rPr>
          <w:rFonts w:hint="eastAsia"/>
          <w:rtl/>
        </w:rPr>
        <w:t>عمل</w:t>
      </w:r>
      <w:r>
        <w:rPr>
          <w:rtl/>
        </w:rPr>
        <w:t xml:space="preserve"> :</w:t>
      </w:r>
      <w:r>
        <w:rPr>
          <w:rFonts w:hint="eastAsia"/>
          <w:rtl/>
        </w:rPr>
        <w:t>پسنديدہ</w:t>
      </w:r>
      <w:r>
        <w:rPr>
          <w:rtl/>
        </w:rPr>
        <w:t xml:space="preserve"> عمل 4</w:t>
      </w:r>
    </w:p>
    <w:p w:rsidR="001F628F" w:rsidRDefault="001F628F" w:rsidP="003D00C7">
      <w:pPr>
        <w:pStyle w:val="libNormal"/>
        <w:rPr>
          <w:rtl/>
        </w:rPr>
      </w:pPr>
      <w:r>
        <w:rPr>
          <w:rFonts w:hint="eastAsia"/>
          <w:rtl/>
        </w:rPr>
        <w:t>غم</w:t>
      </w:r>
      <w:r>
        <w:rPr>
          <w:rtl/>
        </w:rPr>
        <w:t xml:space="preserve"> واندوہ:</w:t>
      </w:r>
      <w:r>
        <w:rPr>
          <w:rFonts w:hint="eastAsia"/>
          <w:rtl/>
        </w:rPr>
        <w:t>غم</w:t>
      </w:r>
      <w:r>
        <w:rPr>
          <w:rtl/>
        </w:rPr>
        <w:t xml:space="preserve"> واندوہ ختم ہونے كے عوامل 7</w:t>
      </w:r>
    </w:p>
    <w:p w:rsidR="001F628F" w:rsidRDefault="001F628F" w:rsidP="003D00C7">
      <w:pPr>
        <w:pStyle w:val="libNormal"/>
        <w:rPr>
          <w:rtl/>
        </w:rPr>
      </w:pPr>
      <w:r>
        <w:rPr>
          <w:rFonts w:hint="eastAsia"/>
          <w:rtl/>
        </w:rPr>
        <w:t>قلبى</w:t>
      </w:r>
      <w:r>
        <w:rPr>
          <w:rtl/>
        </w:rPr>
        <w:t xml:space="preserve"> اطمينان:</w:t>
      </w:r>
      <w:r>
        <w:rPr>
          <w:rFonts w:hint="eastAsia"/>
          <w:rtl/>
        </w:rPr>
        <w:t>قلبى</w:t>
      </w:r>
      <w:r>
        <w:rPr>
          <w:rtl/>
        </w:rPr>
        <w:t xml:space="preserve"> اطمينان كے عوامل 7</w:t>
      </w:r>
    </w:p>
    <w:p w:rsidR="001F628F" w:rsidRDefault="001F628F" w:rsidP="003D00C7">
      <w:pPr>
        <w:pStyle w:val="libNormal"/>
        <w:rPr>
          <w:rtl/>
        </w:rPr>
      </w:pPr>
      <w:r>
        <w:rPr>
          <w:rFonts w:hint="eastAsia"/>
          <w:rtl/>
        </w:rPr>
        <w:t>نفسيات</w:t>
      </w:r>
      <w:r>
        <w:rPr>
          <w:rtl/>
        </w:rPr>
        <w:t xml:space="preserve"> :</w:t>
      </w:r>
      <w:r>
        <w:rPr>
          <w:rFonts w:hint="eastAsia"/>
          <w:rtl/>
        </w:rPr>
        <w:t>تربيتى</w:t>
      </w:r>
      <w:r>
        <w:rPr>
          <w:rtl/>
        </w:rPr>
        <w:t xml:space="preserve"> نفسيات 7</w:t>
      </w:r>
    </w:p>
    <w:p w:rsidR="001F628F" w:rsidRDefault="001F628F" w:rsidP="003D00C7">
      <w:pPr>
        <w:pStyle w:val="libNormal"/>
        <w:rPr>
          <w:rtl/>
        </w:rPr>
      </w:pPr>
      <w:r>
        <w:rPr>
          <w:rFonts w:hint="eastAsia"/>
          <w:rtl/>
        </w:rPr>
        <w:t>نماز</w:t>
      </w:r>
      <w:r>
        <w:rPr>
          <w:rtl/>
        </w:rPr>
        <w:t xml:space="preserve"> :</w:t>
      </w:r>
      <w:r>
        <w:rPr>
          <w:rFonts w:hint="eastAsia"/>
          <w:rtl/>
        </w:rPr>
        <w:t>نماز</w:t>
      </w:r>
      <w:r>
        <w:rPr>
          <w:rtl/>
        </w:rPr>
        <w:t xml:space="preserve"> كى اہميت 2،3;نمازكے اثرات 7;نماز كے اركان 8;نماز مي</w:t>
      </w:r>
      <w:r w:rsidR="00083993">
        <w:rPr>
          <w:rtl/>
        </w:rPr>
        <w:t xml:space="preserve">ں </w:t>
      </w:r>
      <w:r>
        <w:rPr>
          <w:rtl/>
        </w:rPr>
        <w:t>خضوع كى اہميت 8;نماز مي</w:t>
      </w:r>
      <w:r w:rsidR="00083993">
        <w:rPr>
          <w:rtl/>
        </w:rPr>
        <w:t xml:space="preserve">ں </w:t>
      </w:r>
      <w:r>
        <w:rPr>
          <w:rtl/>
        </w:rPr>
        <w:t>سجدے كى اہميت 8</w:t>
      </w:r>
    </w:p>
    <w:p w:rsidR="003D00C7" w:rsidRDefault="001E7F9D" w:rsidP="00F73EDE">
      <w:pPr>
        <w:pStyle w:val="libPoemTini"/>
        <w:rPr>
          <w:rtl/>
        </w:rPr>
      </w:pPr>
      <w:r>
        <w:rPr>
          <w:rtl/>
        </w:rPr>
        <w:br w:type="page"/>
      </w:r>
    </w:p>
    <w:p w:rsidR="003D00C7" w:rsidRPr="00120F63" w:rsidRDefault="003D00C7" w:rsidP="003D00C7">
      <w:pPr>
        <w:pStyle w:val="Heading2Center"/>
        <w:rPr>
          <w:rtl/>
        </w:rPr>
      </w:pPr>
      <w:bookmarkStart w:id="145" w:name="_Toc28081823"/>
      <w:r>
        <w:rPr>
          <w:rFonts w:hint="cs"/>
          <w:rtl/>
        </w:rPr>
        <w:lastRenderedPageBreak/>
        <w:t xml:space="preserve">آیت </w:t>
      </w:r>
      <w:r w:rsidRPr="00120F63">
        <w:rPr>
          <w:rFonts w:hint="cs"/>
          <w:rtl/>
        </w:rPr>
        <w:t>99</w:t>
      </w:r>
      <w:bookmarkEnd w:id="145"/>
    </w:p>
    <w:p w:rsidR="001F628F" w:rsidRDefault="00E260F9" w:rsidP="003D00C7">
      <w:pPr>
        <w:pStyle w:val="libNormal"/>
        <w:rPr>
          <w:rtl/>
        </w:rPr>
      </w:pPr>
      <w:r w:rsidRPr="00E260F9">
        <w:rPr>
          <w:rStyle w:val="libAlaemChar"/>
          <w:rFonts w:hint="eastAsia"/>
          <w:rtl/>
        </w:rPr>
        <w:t>(</w:t>
      </w:r>
      <w:r w:rsidRPr="003D00C7">
        <w:rPr>
          <w:rStyle w:val="libAieChar"/>
          <w:rFonts w:hint="eastAsia"/>
          <w:rtl/>
        </w:rPr>
        <w:t>وَاعْبُدْ</w:t>
      </w:r>
      <w:r w:rsidRPr="003D00C7">
        <w:rPr>
          <w:rStyle w:val="libAieChar"/>
          <w:rtl/>
        </w:rPr>
        <w:t xml:space="preserve"> رَبَّكَ حَتَّى يَأْتِيَكَ الْيَقِينُ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وقت تك اپنے رب كى عبادت كرتے رہيے جب تك كہ موت نہ آجائے _</w:t>
      </w:r>
    </w:p>
    <w:p w:rsidR="001F628F" w:rsidRDefault="001F628F" w:rsidP="001F628F">
      <w:pPr>
        <w:pStyle w:val="libNormal"/>
        <w:rPr>
          <w:rtl/>
        </w:rPr>
      </w:pPr>
      <w:r>
        <w:rPr>
          <w:rtl/>
        </w:rPr>
        <w:t xml:space="preserve">1_خداوند متعال كى طرف سے پيغمبر اكرم </w:t>
      </w:r>
      <w:r w:rsidR="00F031CD" w:rsidRPr="00F031CD">
        <w:rPr>
          <w:rStyle w:val="libAlaemChar"/>
          <w:rtl/>
        </w:rPr>
        <w:t xml:space="preserve"> صلى‌الله‌عليه‌وآله‌وسلم </w:t>
      </w:r>
      <w:r>
        <w:rPr>
          <w:rtl/>
        </w:rPr>
        <w:t xml:space="preserve"> كوعمر كے اخر تك عبادت كرنے كا حكم _</w:t>
      </w:r>
    </w:p>
    <w:p w:rsidR="001F628F" w:rsidRDefault="001F628F" w:rsidP="003D00C7">
      <w:pPr>
        <w:pStyle w:val="libArabic"/>
        <w:rPr>
          <w:rtl/>
        </w:rPr>
      </w:pPr>
      <w:r>
        <w:rPr>
          <w:rFonts w:hint="eastAsia"/>
          <w:rtl/>
        </w:rPr>
        <w:t>واعبد</w:t>
      </w:r>
      <w:r>
        <w:rPr>
          <w:rtl/>
        </w:rPr>
        <w:t xml:space="preserve"> ربك حتى ياتيك اليقين</w:t>
      </w:r>
    </w:p>
    <w:p w:rsidR="001F628F" w:rsidRDefault="001F628F" w:rsidP="001F628F">
      <w:pPr>
        <w:pStyle w:val="libNormal"/>
        <w:rPr>
          <w:rtl/>
        </w:rPr>
      </w:pPr>
      <w:r>
        <w:rPr>
          <w:rFonts w:hint="eastAsia"/>
          <w:rtl/>
        </w:rPr>
        <w:t>مندرجہ</w:t>
      </w:r>
      <w:r>
        <w:rPr>
          <w:rtl/>
        </w:rPr>
        <w:t xml:space="preserve"> بالا مطلب اس بات پر مبنى ہے كہ جب ''يقين '' سے موت مراد ہو _جيسا كہ سورہ ''مدثر'' كى ايت 47 مي</w:t>
      </w:r>
      <w:r w:rsidR="00083993">
        <w:rPr>
          <w:rtl/>
        </w:rPr>
        <w:t xml:space="preserve">ں </w:t>
      </w:r>
      <w:r>
        <w:rPr>
          <w:rtl/>
        </w:rPr>
        <w:t>بھى موت كو ''يقين '' سے تعبير كيا گيا ہے _قابل ذكر ہے كہ ''تحصيل يقين ''كے بجائے ''انے''(يا تي) كى تعبير سے بھى اس مطلب كى تائيد ہو سكتى ہے_</w:t>
      </w:r>
    </w:p>
    <w:p w:rsidR="001F628F" w:rsidRDefault="001F628F" w:rsidP="003D00C7">
      <w:pPr>
        <w:pStyle w:val="libNormal"/>
        <w:rPr>
          <w:rtl/>
        </w:rPr>
      </w:pPr>
      <w:r>
        <w:rPr>
          <w:rtl/>
        </w:rPr>
        <w:t>2_ پورى عمرپرورد گار كى عبادت كرنا، بندو</w:t>
      </w:r>
      <w:r w:rsidR="00083993">
        <w:rPr>
          <w:rtl/>
        </w:rPr>
        <w:t xml:space="preserve">ں </w:t>
      </w:r>
      <w:r>
        <w:rPr>
          <w:rtl/>
        </w:rPr>
        <w:t>كا فريضہ ہے_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3D00C7">
      <w:pPr>
        <w:pStyle w:val="libNormal"/>
        <w:rPr>
          <w:rtl/>
        </w:rPr>
      </w:pPr>
      <w:r>
        <w:rPr>
          <w:rtl/>
        </w:rPr>
        <w:t>3_انسان موت كے بعد ہى حقائق سے اگاہ ہوتا ہے اور اُسے اُن كا يقين اتا ہے_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1F628F">
      <w:pPr>
        <w:pStyle w:val="libNormal"/>
        <w:rPr>
          <w:rtl/>
        </w:rPr>
      </w:pPr>
      <w:r>
        <w:rPr>
          <w:rFonts w:hint="eastAsia"/>
          <w:rtl/>
        </w:rPr>
        <w:t>مندرجہ</w:t>
      </w:r>
      <w:r>
        <w:rPr>
          <w:rtl/>
        </w:rPr>
        <w:t xml:space="preserve"> بالا مطلب كو موت كى وجہ تسميہ </w:t>
      </w:r>
      <w:r w:rsidRPr="003D00C7">
        <w:rPr>
          <w:rStyle w:val="libArabicChar"/>
          <w:rtl/>
        </w:rPr>
        <w:t>''يقين ''</w:t>
      </w:r>
    </w:p>
    <w:p w:rsidR="001F628F" w:rsidRDefault="001F628F" w:rsidP="001F628F">
      <w:pPr>
        <w:pStyle w:val="libNormal"/>
        <w:rPr>
          <w:rtl/>
        </w:rPr>
      </w:pPr>
      <w:r>
        <w:rPr>
          <w:rFonts w:hint="eastAsia"/>
          <w:rtl/>
        </w:rPr>
        <w:t>سے</w:t>
      </w:r>
      <w:r>
        <w:rPr>
          <w:rtl/>
        </w:rPr>
        <w:t xml:space="preserve"> اخذ كيا گيا ہے_يعنى موت كو اس لئے ''يقين'' كہا جاتا ہے چونكہ انسان پر حقائق اشكار ہو جاتے ہي</w:t>
      </w:r>
      <w:r w:rsidR="00083993">
        <w:rPr>
          <w:rtl/>
        </w:rPr>
        <w:t xml:space="preserve">ں </w:t>
      </w:r>
      <w:r>
        <w:rPr>
          <w:rtl/>
        </w:rPr>
        <w:t>اوراُسے اُنكا يقين اجاتا ہے_</w:t>
      </w:r>
    </w:p>
    <w:p w:rsidR="001F628F" w:rsidRDefault="001F628F" w:rsidP="001F628F">
      <w:pPr>
        <w:pStyle w:val="libNormal"/>
        <w:rPr>
          <w:rtl/>
        </w:rPr>
      </w:pPr>
      <w:r>
        <w:rPr>
          <w:rtl/>
        </w:rPr>
        <w:t xml:space="preserve">4_خداوند متعال كى جانب سے پيغمبر اكرم </w:t>
      </w:r>
      <w:r w:rsidR="00F031CD" w:rsidRPr="00F031CD">
        <w:rPr>
          <w:rStyle w:val="libAlaemChar"/>
          <w:rtl/>
        </w:rPr>
        <w:t xml:space="preserve"> صلى‌الله‌عليه‌وآله‌وسلم </w:t>
      </w:r>
      <w:r>
        <w:rPr>
          <w:rtl/>
        </w:rPr>
        <w:t xml:space="preserve"> كو يقين كے مرتبے پر فائز ہونے تك پرورد گار كى عبادت كرنے كى نصيحت _</w:t>
      </w:r>
    </w:p>
    <w:p w:rsidR="001F628F" w:rsidRDefault="001F628F" w:rsidP="003D00C7">
      <w:pPr>
        <w:pStyle w:val="libArabic"/>
        <w:rPr>
          <w:rtl/>
        </w:rPr>
      </w:pPr>
      <w:r>
        <w:rPr>
          <w:rFonts w:hint="eastAsia"/>
          <w:rtl/>
        </w:rPr>
        <w:t>واعبد</w:t>
      </w:r>
      <w:r>
        <w:rPr>
          <w:rtl/>
        </w:rPr>
        <w:t xml:space="preserve"> ربك حتى ياتيك اليقين</w:t>
      </w:r>
    </w:p>
    <w:p w:rsidR="001F628F" w:rsidRDefault="001F628F" w:rsidP="001F628F">
      <w:pPr>
        <w:pStyle w:val="libNormal"/>
        <w:rPr>
          <w:rtl/>
        </w:rPr>
      </w:pPr>
      <w:r>
        <w:rPr>
          <w:rFonts w:hint="eastAsia"/>
          <w:rtl/>
        </w:rPr>
        <w:t>مندرجہ</w:t>
      </w:r>
      <w:r>
        <w:rPr>
          <w:rtl/>
        </w:rPr>
        <w:t xml:space="preserve"> بالا مطلب اس بنياد پر اخذ كيا گيا ہے كہ جب كلمہ ''يقين''اپنے لغوى و اصطلاحى معنى مي</w:t>
      </w:r>
      <w:r w:rsidR="00083993">
        <w:rPr>
          <w:rtl/>
        </w:rPr>
        <w:t xml:space="preserve">ں </w:t>
      </w:r>
      <w:r>
        <w:rPr>
          <w:rtl/>
        </w:rPr>
        <w:t>استعمال ہوا ہو_</w:t>
      </w:r>
    </w:p>
    <w:p w:rsidR="001F628F" w:rsidRDefault="001F628F" w:rsidP="003D00C7">
      <w:pPr>
        <w:pStyle w:val="libNormal"/>
        <w:rPr>
          <w:rtl/>
        </w:rPr>
      </w:pPr>
      <w:r>
        <w:rPr>
          <w:rtl/>
        </w:rPr>
        <w:t xml:space="preserve">5_پيغمبر اكرم </w:t>
      </w:r>
      <w:r w:rsidR="00F031CD" w:rsidRPr="00F031CD">
        <w:rPr>
          <w:rStyle w:val="libAlaemChar"/>
          <w:rtl/>
        </w:rPr>
        <w:t xml:space="preserve"> صلى‌الله‌عليه‌وآله‌وسلم </w:t>
      </w:r>
      <w:r>
        <w:rPr>
          <w:rtl/>
        </w:rPr>
        <w:t xml:space="preserve"> خداوند متعال كى خصوصى تربيت اور خاص توجہ كے تحت تھے_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1F628F">
      <w:pPr>
        <w:pStyle w:val="libNormal"/>
        <w:rPr>
          <w:rtl/>
        </w:rPr>
      </w:pPr>
      <w:r>
        <w:rPr>
          <w:rFonts w:hint="eastAsia"/>
          <w:rtl/>
        </w:rPr>
        <w:t>ہو</w:t>
      </w:r>
      <w:r>
        <w:rPr>
          <w:rtl/>
        </w:rPr>
        <w:t xml:space="preserve"> سكتا ہے مذكورہ مطلب اس لئے اخذ كيا گيا ہوكہ صفت ''ربّ'' ،كاف خطاب كى طر ف مضاف ہے كہ جس كا مرجع پيغمبر </w:t>
      </w:r>
      <w:r w:rsidR="00F031CD" w:rsidRPr="00F031CD">
        <w:rPr>
          <w:rStyle w:val="libAlaemChar"/>
          <w:rtl/>
        </w:rPr>
        <w:t xml:space="preserve"> صلى‌الله‌عليه‌وآله‌وسلم </w:t>
      </w:r>
      <w:r>
        <w:rPr>
          <w:rtl/>
        </w:rPr>
        <w:t xml:space="preserve"> ہي</w:t>
      </w:r>
      <w:r w:rsidR="00083993">
        <w:rPr>
          <w:rtl/>
        </w:rPr>
        <w:t xml:space="preserve">ں </w:t>
      </w:r>
      <w:r>
        <w:rPr>
          <w:rtl/>
        </w:rPr>
        <w:t>_لہذااس نكتہ كى بنا ء</w:t>
      </w:r>
    </w:p>
    <w:p w:rsidR="003D00C7" w:rsidRDefault="001E7F9D" w:rsidP="00F73EDE">
      <w:pPr>
        <w:pStyle w:val="libPoemTini"/>
        <w:rPr>
          <w:rtl/>
        </w:rPr>
      </w:pPr>
      <w:r>
        <w:rPr>
          <w:rtl/>
        </w:rPr>
        <w:cr/>
      </w:r>
      <w:r>
        <w:rPr>
          <w:rtl/>
        </w:rPr>
        <w:br w:type="page"/>
      </w:r>
    </w:p>
    <w:p w:rsidR="001F628F" w:rsidRDefault="001F628F" w:rsidP="003D00C7">
      <w:pPr>
        <w:pStyle w:val="libNormal"/>
        <w:rPr>
          <w:rtl/>
        </w:rPr>
      </w:pPr>
      <w:r>
        <w:rPr>
          <w:rFonts w:hint="eastAsia"/>
          <w:rtl/>
        </w:rPr>
        <w:lastRenderedPageBreak/>
        <w:t>پر</w:t>
      </w:r>
      <w:r>
        <w:rPr>
          <w:rtl/>
        </w:rPr>
        <w:t xml:space="preserve"> خداوند سب بندو</w:t>
      </w:r>
      <w:r w:rsidR="00083993">
        <w:rPr>
          <w:rtl/>
        </w:rPr>
        <w:t xml:space="preserve">ں </w:t>
      </w:r>
      <w:r>
        <w:rPr>
          <w:rtl/>
        </w:rPr>
        <w:t>كا ''ربّ'' ہے _</w:t>
      </w:r>
    </w:p>
    <w:p w:rsidR="001F628F" w:rsidRDefault="001F628F" w:rsidP="003D00C7">
      <w:pPr>
        <w:pStyle w:val="libNormal"/>
        <w:rPr>
          <w:rtl/>
        </w:rPr>
      </w:pPr>
      <w:r>
        <w:rPr>
          <w:rtl/>
        </w:rPr>
        <w:t>6_يقين ،ايمان و معرفت كے بلند ترين مراتب كى علامت ہے_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1F628F">
      <w:pPr>
        <w:pStyle w:val="libNormal"/>
        <w:rPr>
          <w:rtl/>
        </w:rPr>
      </w:pPr>
      <w:r>
        <w:rPr>
          <w:rFonts w:hint="eastAsia"/>
          <w:rtl/>
        </w:rPr>
        <w:t>چونكہ</w:t>
      </w:r>
      <w:r>
        <w:rPr>
          <w:rtl/>
        </w:rPr>
        <w:t xml:space="preserve"> پيغمبر اكرم </w:t>
      </w:r>
      <w:r w:rsidR="00F031CD" w:rsidRPr="00F031CD">
        <w:rPr>
          <w:rStyle w:val="libAlaemChar"/>
          <w:rtl/>
        </w:rPr>
        <w:t xml:space="preserve"> صلى‌الله‌عليه‌وآله‌وسلم </w:t>
      </w:r>
      <w:r>
        <w:rPr>
          <w:rtl/>
        </w:rPr>
        <w:t xml:space="preserve"> كہ جو ايمان كا مظہر ہي</w:t>
      </w:r>
      <w:r w:rsidR="00083993">
        <w:rPr>
          <w:rtl/>
        </w:rPr>
        <w:t xml:space="preserve">ں </w:t>
      </w:r>
      <w:r>
        <w:rPr>
          <w:rtl/>
        </w:rPr>
        <w:t xml:space="preserve">كو نصيحت كى جاتى ہے كہ اپ </w:t>
      </w:r>
      <w:r w:rsidR="00F031CD" w:rsidRPr="00F031CD">
        <w:rPr>
          <w:rStyle w:val="libAlaemChar"/>
          <w:rtl/>
        </w:rPr>
        <w:t xml:space="preserve"> صلى‌الله‌عليه‌وآله‌وسلم </w:t>
      </w:r>
      <w:r>
        <w:rPr>
          <w:rtl/>
        </w:rPr>
        <w:t xml:space="preserve"> يقين پر فائز ہونے كے لئے عبادت كري</w:t>
      </w:r>
      <w:r w:rsidR="00083993">
        <w:rPr>
          <w:rtl/>
        </w:rPr>
        <w:t xml:space="preserve">ں </w:t>
      </w:r>
      <w:r>
        <w:rPr>
          <w:rtl/>
        </w:rPr>
        <w:t>_اس سے مندرجہ بالا مطلب اخذ ہوتا ہے_</w:t>
      </w:r>
    </w:p>
    <w:p w:rsidR="001F628F" w:rsidRDefault="001F628F" w:rsidP="003D00C7">
      <w:pPr>
        <w:pStyle w:val="libNormal"/>
        <w:rPr>
          <w:rtl/>
        </w:rPr>
      </w:pPr>
      <w:r>
        <w:rPr>
          <w:rtl/>
        </w:rPr>
        <w:t>7_يقين كے بلند ترين مرتبے پر فائز ہونا ہى عبادت كا فلسفہ اور مقصد ہے_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1F628F">
      <w:pPr>
        <w:pStyle w:val="libNormal"/>
        <w:rPr>
          <w:rtl/>
        </w:rPr>
      </w:pPr>
      <w:r>
        <w:rPr>
          <w:rtl/>
        </w:rPr>
        <w:t>''حتى '' غايت كى انتہاكے لئے ہے جو ''الى '' كے معنى مي</w:t>
      </w:r>
      <w:r w:rsidR="00083993">
        <w:rPr>
          <w:rtl/>
        </w:rPr>
        <w:t xml:space="preserve">ں </w:t>
      </w:r>
      <w:r>
        <w:rPr>
          <w:rtl/>
        </w:rPr>
        <w:t>ہے اوراس ايت مي</w:t>
      </w:r>
      <w:r w:rsidR="00083993">
        <w:rPr>
          <w:rtl/>
        </w:rPr>
        <w:t xml:space="preserve">ں </w:t>
      </w:r>
      <w:r>
        <w:rPr>
          <w:rtl/>
        </w:rPr>
        <w:t>''يقين'' كو ''عبادت'' كے لئے غايت و مقصد كے طور پر ليا گيا ہے(واعبد ...)_</w:t>
      </w:r>
    </w:p>
    <w:p w:rsidR="001F628F" w:rsidRDefault="001F628F" w:rsidP="003D00C7">
      <w:pPr>
        <w:pStyle w:val="libNormal"/>
        <w:rPr>
          <w:rtl/>
        </w:rPr>
      </w:pPr>
      <w:r>
        <w:rPr>
          <w:rtl/>
        </w:rPr>
        <w:t>8_خداوند متعال كى ربوبيت ،اُس كى بار گاہ مي</w:t>
      </w:r>
      <w:r w:rsidR="00083993">
        <w:rPr>
          <w:rtl/>
        </w:rPr>
        <w:t xml:space="preserve">ں </w:t>
      </w:r>
      <w:r>
        <w:rPr>
          <w:rtl/>
        </w:rPr>
        <w:t>عبادت كى مقتضى ہے_</w:t>
      </w:r>
      <w:r w:rsidRPr="003D00C7">
        <w:rPr>
          <w:rStyle w:val="libArabicChar"/>
          <w:rFonts w:hint="eastAsia"/>
          <w:rtl/>
        </w:rPr>
        <w:t>واعبد</w:t>
      </w:r>
      <w:r w:rsidRPr="003D00C7">
        <w:rPr>
          <w:rStyle w:val="libArabicChar"/>
          <w:rtl/>
        </w:rPr>
        <w:t xml:space="preserve"> ربك حتى ياتيك اليقين</w:t>
      </w:r>
    </w:p>
    <w:p w:rsidR="001F628F" w:rsidRDefault="001F628F" w:rsidP="003D00C7">
      <w:pPr>
        <w:pStyle w:val="libNormal"/>
        <w:rPr>
          <w:rtl/>
        </w:rPr>
      </w:pP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انحضرت</w:t>
      </w:r>
      <w:r>
        <w:rPr>
          <w:rtl/>
        </w:rPr>
        <w:t xml:space="preserve"> </w:t>
      </w:r>
      <w:r w:rsidR="00F031CD" w:rsidRPr="00F031CD">
        <w:rPr>
          <w:rStyle w:val="libAlaemChar"/>
          <w:rtl/>
        </w:rPr>
        <w:t xml:space="preserve"> صلى‌الله‌عليه‌وآله‌وسلم </w:t>
      </w:r>
      <w:r>
        <w:rPr>
          <w:rtl/>
        </w:rPr>
        <w:t xml:space="preserve"> كامربى 5;انحضرت </w:t>
      </w:r>
      <w:r w:rsidR="00F031CD" w:rsidRPr="00F031CD">
        <w:rPr>
          <w:rStyle w:val="libAlaemChar"/>
          <w:rtl/>
        </w:rPr>
        <w:t xml:space="preserve"> صلى‌الله‌عليه‌وآله‌وسلم </w:t>
      </w:r>
      <w:r>
        <w:rPr>
          <w:rtl/>
        </w:rPr>
        <w:t xml:space="preserve"> كو نصيحت 4 ; انحضرت </w:t>
      </w:r>
      <w:r w:rsidR="00F031CD" w:rsidRPr="00F031CD">
        <w:rPr>
          <w:rStyle w:val="libAlaemChar"/>
          <w:rtl/>
        </w:rPr>
        <w:t xml:space="preserve"> صلى‌الله‌عليه‌وآله‌وسلم </w:t>
      </w:r>
      <w:r>
        <w:rPr>
          <w:rtl/>
        </w:rPr>
        <w:t xml:space="preserve"> كى شرعى ذمہ دارى 1;انحضرت </w:t>
      </w:r>
      <w:r w:rsidR="00F031CD" w:rsidRPr="00F031CD">
        <w:rPr>
          <w:rStyle w:val="libAlaemChar"/>
          <w:rtl/>
        </w:rPr>
        <w:t xml:space="preserve"> صلى‌الله‌عليه‌وآله‌وسلم </w:t>
      </w:r>
      <w:r>
        <w:rPr>
          <w:rtl/>
        </w:rPr>
        <w:t xml:space="preserve"> كى عبادات 1;انحضرت</w:t>
      </w:r>
      <w:r w:rsidR="00F031CD" w:rsidRPr="00F031CD">
        <w:rPr>
          <w:rStyle w:val="libAlaemChar"/>
          <w:rtl/>
        </w:rPr>
        <w:t xml:space="preserve"> صلى‌الله‌عليه‌وآله‌وسلم </w:t>
      </w:r>
      <w:r>
        <w:rPr>
          <w:rtl/>
        </w:rPr>
        <w:t xml:space="preserve"> كى عبوديت 1; انحضرت </w:t>
      </w:r>
      <w:r w:rsidR="00F031CD" w:rsidRPr="00F031CD">
        <w:rPr>
          <w:rStyle w:val="libAlaemChar"/>
          <w:rtl/>
        </w:rPr>
        <w:t xml:space="preserve"> صلى‌الله‌عليه‌وآله‌وسلم </w:t>
      </w:r>
      <w:r>
        <w:rPr>
          <w:rtl/>
        </w:rPr>
        <w:t xml:space="preserve"> كے فضائل 5</w:t>
      </w:r>
    </w:p>
    <w:p w:rsidR="001F628F" w:rsidRDefault="001F628F" w:rsidP="003D00C7">
      <w:pPr>
        <w:pStyle w:val="libNormal"/>
        <w:rPr>
          <w:rtl/>
        </w:rPr>
      </w:pPr>
      <w:r>
        <w:rPr>
          <w:rFonts w:hint="eastAsia"/>
          <w:rtl/>
        </w:rPr>
        <w:t>الله</w:t>
      </w:r>
      <w:r>
        <w:rPr>
          <w:rtl/>
        </w:rPr>
        <w:t xml:space="preserve"> تعالى :</w:t>
      </w:r>
      <w:r>
        <w:rPr>
          <w:rFonts w:hint="eastAsia"/>
          <w:rtl/>
        </w:rPr>
        <w:t>الله</w:t>
      </w:r>
      <w:r>
        <w:rPr>
          <w:rtl/>
        </w:rPr>
        <w:t xml:space="preserve"> تعالى كى ربوبيت 8;الله تعالى كى نصيحتي</w:t>
      </w:r>
      <w:r w:rsidR="00083993">
        <w:rPr>
          <w:rtl/>
        </w:rPr>
        <w:t xml:space="preserve">ں </w:t>
      </w:r>
      <w:r>
        <w:rPr>
          <w:rtl/>
        </w:rPr>
        <w:t>4;الله تعالى كے اوامر 1</w:t>
      </w:r>
    </w:p>
    <w:p w:rsidR="001F628F" w:rsidRDefault="001F628F" w:rsidP="003D00C7">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شرعى ذمہ داريا</w:t>
      </w:r>
      <w:r w:rsidR="00083993">
        <w:rPr>
          <w:rtl/>
        </w:rPr>
        <w:t xml:space="preserve">ں </w:t>
      </w:r>
      <w:r>
        <w:rPr>
          <w:rtl/>
        </w:rPr>
        <w:t>2</w:t>
      </w:r>
    </w:p>
    <w:p w:rsidR="001F628F" w:rsidRDefault="001F628F" w:rsidP="003D00C7">
      <w:pPr>
        <w:pStyle w:val="libNormal"/>
        <w:rPr>
          <w:rtl/>
        </w:rPr>
      </w:pPr>
      <w:r>
        <w:rPr>
          <w:rFonts w:hint="eastAsia"/>
          <w:rtl/>
        </w:rPr>
        <w:t>ايمان</w:t>
      </w:r>
      <w:r>
        <w:rPr>
          <w:rtl/>
        </w:rPr>
        <w:t xml:space="preserve"> :</w:t>
      </w:r>
      <w:r>
        <w:rPr>
          <w:rFonts w:hint="eastAsia"/>
          <w:rtl/>
        </w:rPr>
        <w:t>ايمان</w:t>
      </w:r>
      <w:r>
        <w:rPr>
          <w:rtl/>
        </w:rPr>
        <w:t xml:space="preserve"> كے مراتب 6</w:t>
      </w:r>
    </w:p>
    <w:p w:rsidR="001F628F" w:rsidRDefault="001F628F" w:rsidP="003D00C7">
      <w:pPr>
        <w:pStyle w:val="libNormal"/>
        <w:rPr>
          <w:rtl/>
        </w:rPr>
      </w:pPr>
      <w:r>
        <w:rPr>
          <w:rFonts w:hint="eastAsia"/>
          <w:rtl/>
        </w:rPr>
        <w:t>شرعى</w:t>
      </w:r>
      <w:r>
        <w:rPr>
          <w:rtl/>
        </w:rPr>
        <w:t xml:space="preserve"> ذمہ داري:</w:t>
      </w:r>
      <w:r>
        <w:rPr>
          <w:rFonts w:hint="eastAsia"/>
          <w:rtl/>
        </w:rPr>
        <w:t>شرعى</w:t>
      </w:r>
      <w:r>
        <w:rPr>
          <w:rtl/>
        </w:rPr>
        <w:t xml:space="preserve"> ذمہ دارى كا سب كےلئے ہونا 2</w:t>
      </w:r>
    </w:p>
    <w:p w:rsidR="001F628F" w:rsidRDefault="001F628F" w:rsidP="003D00C7">
      <w:pPr>
        <w:pStyle w:val="libNormal"/>
        <w:rPr>
          <w:rtl/>
        </w:rPr>
      </w:pPr>
      <w:r>
        <w:rPr>
          <w:rFonts w:hint="eastAsia"/>
          <w:rtl/>
        </w:rPr>
        <w:t>شناخت</w:t>
      </w:r>
      <w:r>
        <w:rPr>
          <w:rtl/>
        </w:rPr>
        <w:t xml:space="preserve"> :</w:t>
      </w:r>
      <w:r>
        <w:rPr>
          <w:rFonts w:hint="eastAsia"/>
          <w:rtl/>
        </w:rPr>
        <w:t>شناخت</w:t>
      </w:r>
      <w:r>
        <w:rPr>
          <w:rtl/>
        </w:rPr>
        <w:t xml:space="preserve"> كے مراتب 6</w:t>
      </w:r>
    </w:p>
    <w:p w:rsidR="001F628F" w:rsidRDefault="001F628F" w:rsidP="003D00C7">
      <w:pPr>
        <w:pStyle w:val="libNormal"/>
        <w:rPr>
          <w:rtl/>
        </w:rPr>
      </w:pPr>
      <w:r>
        <w:rPr>
          <w:rFonts w:hint="eastAsia"/>
          <w:rtl/>
        </w:rPr>
        <w:t>عبادت</w:t>
      </w:r>
      <w:r>
        <w:rPr>
          <w:rtl/>
        </w:rPr>
        <w:t>:</w:t>
      </w:r>
      <w:r>
        <w:rPr>
          <w:rFonts w:hint="eastAsia"/>
          <w:rtl/>
        </w:rPr>
        <w:t>خدا</w:t>
      </w:r>
      <w:r>
        <w:rPr>
          <w:rtl/>
        </w:rPr>
        <w:t xml:space="preserve"> كى عبادت 2،4;خدا كى عبادت كے عوامل 8;عبادت كا فلسفہ 7</w:t>
      </w:r>
    </w:p>
    <w:p w:rsidR="001F628F" w:rsidRDefault="001F628F" w:rsidP="003D00C7">
      <w:pPr>
        <w:pStyle w:val="libNormal"/>
        <w:rPr>
          <w:rtl/>
        </w:rPr>
      </w:pPr>
      <w:r>
        <w:rPr>
          <w:rFonts w:hint="eastAsia"/>
          <w:rtl/>
        </w:rPr>
        <w:t>لطف</w:t>
      </w:r>
      <w:r>
        <w:rPr>
          <w:rtl/>
        </w:rPr>
        <w:t xml:space="preserve"> خدا :</w:t>
      </w:r>
      <w:r>
        <w:rPr>
          <w:rFonts w:hint="eastAsia"/>
          <w:rtl/>
        </w:rPr>
        <w:t>لطف</w:t>
      </w:r>
      <w:r>
        <w:rPr>
          <w:rtl/>
        </w:rPr>
        <w:t xml:space="preserve"> خدا جن كے شامل حال ہے 5</w:t>
      </w:r>
    </w:p>
    <w:p w:rsidR="001F628F" w:rsidRDefault="001F628F" w:rsidP="003D00C7">
      <w:pPr>
        <w:pStyle w:val="libNormal"/>
        <w:rPr>
          <w:rtl/>
        </w:rPr>
      </w:pPr>
      <w:r>
        <w:rPr>
          <w:rFonts w:hint="eastAsia"/>
          <w:rtl/>
        </w:rPr>
        <w:t>يقين</w:t>
      </w:r>
      <w:r>
        <w:rPr>
          <w:rtl/>
        </w:rPr>
        <w:t xml:space="preserve"> :</w:t>
      </w:r>
      <w:r>
        <w:rPr>
          <w:rFonts w:hint="eastAsia"/>
          <w:rtl/>
        </w:rPr>
        <w:t>موت</w:t>
      </w:r>
      <w:r>
        <w:rPr>
          <w:rtl/>
        </w:rPr>
        <w:t xml:space="preserve"> كے بعد كے حقائق كا يقين 3;يقين كى اہميت 6،7</w:t>
      </w:r>
    </w:p>
    <w:p w:rsidR="003D00C7" w:rsidRDefault="001E7F9D" w:rsidP="00F73EDE">
      <w:pPr>
        <w:pStyle w:val="libPoemTini"/>
        <w:rPr>
          <w:rtl/>
        </w:rPr>
      </w:pPr>
      <w:r>
        <w:rPr>
          <w:rtl/>
        </w:rPr>
        <w:cr/>
      </w:r>
      <w:r>
        <w:rPr>
          <w:rtl/>
        </w:rPr>
        <w:br w:type="page"/>
      </w:r>
    </w:p>
    <w:p w:rsidR="003D00C7" w:rsidRDefault="003D00C7" w:rsidP="003D00C7">
      <w:pPr>
        <w:pStyle w:val="Heading2Center"/>
        <w:rPr>
          <w:rtl/>
        </w:rPr>
      </w:pPr>
      <w:bookmarkStart w:id="146" w:name="_Toc28081824"/>
      <w:r w:rsidRPr="00120F63">
        <w:rPr>
          <w:rFonts w:hint="cs"/>
          <w:rtl/>
        </w:rPr>
        <w:lastRenderedPageBreak/>
        <w:t>16-</w:t>
      </w:r>
      <w:r w:rsidRPr="003D00C7">
        <w:rPr>
          <w:rFonts w:hint="eastAsia"/>
          <w:rtl/>
        </w:rPr>
        <w:t xml:space="preserve"> </w:t>
      </w:r>
      <w:r>
        <w:rPr>
          <w:rFonts w:hint="eastAsia"/>
          <w:rtl/>
        </w:rPr>
        <w:t>سوره</w:t>
      </w:r>
      <w:r>
        <w:rPr>
          <w:rtl/>
        </w:rPr>
        <w:t xml:space="preserve"> نحل</w:t>
      </w:r>
      <w:bookmarkEnd w:id="146"/>
    </w:p>
    <w:p w:rsidR="003D00C7" w:rsidRPr="00120F63" w:rsidRDefault="003D00C7" w:rsidP="003D00C7">
      <w:pPr>
        <w:pStyle w:val="Heading2Center"/>
        <w:rPr>
          <w:rtl/>
        </w:rPr>
      </w:pPr>
      <w:bookmarkStart w:id="147" w:name="_Toc28081825"/>
      <w:r>
        <w:rPr>
          <w:rFonts w:hint="cs"/>
          <w:rtl/>
        </w:rPr>
        <w:t xml:space="preserve">آیت </w:t>
      </w:r>
      <w:r w:rsidRPr="00120F63">
        <w:rPr>
          <w:rFonts w:hint="cs"/>
          <w:rtl/>
        </w:rPr>
        <w:t>1</w:t>
      </w:r>
      <w:bookmarkEnd w:id="147"/>
    </w:p>
    <w:p w:rsidR="001F628F" w:rsidRDefault="00E260F9" w:rsidP="003D00C7">
      <w:pPr>
        <w:pStyle w:val="libNormal"/>
        <w:rPr>
          <w:rtl/>
        </w:rPr>
      </w:pPr>
      <w:r w:rsidRPr="00E260F9">
        <w:rPr>
          <w:rStyle w:val="libAlaemChar"/>
          <w:rFonts w:hint="eastAsia"/>
          <w:rtl/>
        </w:rPr>
        <w:t>(</w:t>
      </w:r>
      <w:r w:rsidRPr="003D00C7">
        <w:rPr>
          <w:rStyle w:val="libAieChar"/>
          <w:rFonts w:hint="eastAsia"/>
          <w:rtl/>
        </w:rPr>
        <w:t>بسم</w:t>
      </w:r>
      <w:r w:rsidRPr="003D00C7">
        <w:rPr>
          <w:rStyle w:val="libAieChar"/>
          <w:rtl/>
        </w:rPr>
        <w:t xml:space="preserve"> الل</w:t>
      </w:r>
      <w:r w:rsidRPr="00ED5DE8">
        <w:rPr>
          <w:rStyle w:val="libAieChar"/>
          <w:rFonts w:hint="cs"/>
          <w:rtl/>
        </w:rPr>
        <w:t>ه</w:t>
      </w:r>
      <w:r w:rsidRPr="003D00C7">
        <w:rPr>
          <w:rStyle w:val="libAieChar"/>
          <w:rtl/>
        </w:rPr>
        <w:t xml:space="preserve"> </w:t>
      </w:r>
      <w:r w:rsidRPr="003D00C7">
        <w:rPr>
          <w:rStyle w:val="libAieChar"/>
          <w:rFonts w:hint="cs"/>
          <w:rtl/>
        </w:rPr>
        <w:t>ا</w:t>
      </w:r>
      <w:r w:rsidRPr="003D00C7">
        <w:rPr>
          <w:rStyle w:val="libAieChar"/>
          <w:rtl/>
        </w:rPr>
        <w:t>لرحمن الرح</w:t>
      </w:r>
      <w:r w:rsidRPr="003D00C7">
        <w:rPr>
          <w:rStyle w:val="libAieChar"/>
          <w:rFonts w:hint="cs"/>
          <w:rtl/>
        </w:rPr>
        <w:t>ی</w:t>
      </w:r>
      <w:r w:rsidRPr="003D00C7">
        <w:rPr>
          <w:rStyle w:val="libAieChar"/>
          <w:rFonts w:hint="eastAsia"/>
          <w:rtl/>
        </w:rPr>
        <w:t>م</w:t>
      </w:r>
      <w:r w:rsidRPr="00E260F9">
        <w:rPr>
          <w:rStyle w:val="libAlaemChar"/>
          <w:rFonts w:hint="eastAsia"/>
          <w:rtl/>
        </w:rPr>
        <w:t>)</w:t>
      </w:r>
    </w:p>
    <w:p w:rsidR="001F628F" w:rsidRDefault="00E260F9" w:rsidP="003D00C7">
      <w:pPr>
        <w:pStyle w:val="libNormal"/>
        <w:rPr>
          <w:rtl/>
        </w:rPr>
      </w:pPr>
      <w:r w:rsidRPr="00E260F9">
        <w:rPr>
          <w:rStyle w:val="libAlaemChar"/>
          <w:rFonts w:hint="eastAsia"/>
          <w:rtl/>
        </w:rPr>
        <w:t>(</w:t>
      </w:r>
      <w:r w:rsidRPr="003D00C7">
        <w:rPr>
          <w:rStyle w:val="libAieChar"/>
          <w:rFonts w:hint="eastAsia"/>
          <w:rtl/>
        </w:rPr>
        <w:t>أَتَى</w:t>
      </w:r>
      <w:r w:rsidRPr="003D00C7">
        <w:rPr>
          <w:rStyle w:val="libAieChar"/>
          <w:rtl/>
        </w:rPr>
        <w:t xml:space="preserve"> أَمْرُ اللّهِ فَلاَ تَسْتَعْجِلُوهُ سُبْحَانَهُ وَتَعَالَى عَمَّا يُشْرِكُونَ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بنام</w:t>
      </w:r>
      <w:r>
        <w:rPr>
          <w:rtl/>
        </w:rPr>
        <w:t xml:space="preserve"> خدائے رحمان و رحيم</w:t>
      </w:r>
    </w:p>
    <w:p w:rsidR="001F628F" w:rsidRDefault="001F628F" w:rsidP="001F628F">
      <w:pPr>
        <w:pStyle w:val="libNormal"/>
        <w:rPr>
          <w:rtl/>
        </w:rPr>
      </w:pPr>
      <w:r>
        <w:rPr>
          <w:rFonts w:hint="eastAsia"/>
          <w:rtl/>
        </w:rPr>
        <w:t>امر</w:t>
      </w:r>
      <w:r>
        <w:rPr>
          <w:rtl/>
        </w:rPr>
        <w:t xml:space="preserve"> الہى آگيا ہے لہذا اب بلاوجہ جلدى نہ مچاؤ كہ خدا ان كے شرك سے پاك و پاكيزہ اور بلند و بالا ہے_</w:t>
      </w:r>
    </w:p>
    <w:p w:rsidR="001F628F" w:rsidRDefault="001F628F" w:rsidP="001F628F">
      <w:pPr>
        <w:pStyle w:val="libNormal"/>
        <w:rPr>
          <w:rtl/>
        </w:rPr>
      </w:pPr>
      <w:r>
        <w:rPr>
          <w:rtl/>
        </w:rPr>
        <w:t>1_ خداوند عالم كى طرف سے اسلام و توحيد كى فتح اور شرك و مشركين كى رسوائي كا فرمان جارى ہونا_</w:t>
      </w:r>
    </w:p>
    <w:p w:rsidR="001F628F" w:rsidRDefault="001F628F" w:rsidP="003D00C7">
      <w:pPr>
        <w:pStyle w:val="libArabic"/>
        <w:rPr>
          <w:rtl/>
        </w:rPr>
      </w:pPr>
      <w:r>
        <w:rPr>
          <w:rFonts w:hint="eastAsia"/>
          <w:rtl/>
        </w:rPr>
        <w:t>آتى</w:t>
      </w:r>
      <w:r>
        <w:rPr>
          <w:rtl/>
        </w:rPr>
        <w:t xml:space="preserve"> امرالله فلا تستعجلو</w:t>
      </w:r>
      <w:r w:rsidR="00120F63" w:rsidRPr="00ED5DE8">
        <w:rPr>
          <w:rFonts w:hint="cs"/>
          <w:rtl/>
        </w:rPr>
        <w:t>ه</w:t>
      </w:r>
      <w:r>
        <w:rPr>
          <w:rtl/>
        </w:rPr>
        <w:t xml:space="preserve"> </w:t>
      </w:r>
      <w:r>
        <w:rPr>
          <w:rFonts w:hint="cs"/>
          <w:rtl/>
        </w:rPr>
        <w:t>سبحان</w:t>
      </w:r>
      <w:r w:rsidR="00120F63" w:rsidRPr="00ED5DE8">
        <w:rPr>
          <w:rFonts w:hint="cs"/>
          <w:rtl/>
        </w:rPr>
        <w:t>ه</w:t>
      </w:r>
      <w:r>
        <w:rPr>
          <w:rtl/>
        </w:rPr>
        <w:t xml:space="preserve"> </w:t>
      </w:r>
      <w:r>
        <w:rPr>
          <w:rFonts w:hint="cs"/>
          <w:rtl/>
        </w:rPr>
        <w:t>و</w:t>
      </w:r>
      <w:r>
        <w:rPr>
          <w:rtl/>
        </w:rPr>
        <w:t xml:space="preserve"> </w:t>
      </w:r>
      <w:r>
        <w:rPr>
          <w:rFonts w:hint="cs"/>
          <w:rtl/>
        </w:rPr>
        <w:t>تعالى</w:t>
      </w:r>
      <w:r>
        <w:rPr>
          <w:rtl/>
        </w:rPr>
        <w:t xml:space="preserve"> </w:t>
      </w:r>
      <w:r>
        <w:rPr>
          <w:rFonts w:hint="cs"/>
          <w:rtl/>
        </w:rPr>
        <w:t>عمّا</w:t>
      </w:r>
      <w:r>
        <w:rPr>
          <w:rtl/>
        </w:rPr>
        <w:t xml:space="preserve"> يشركون</w:t>
      </w:r>
    </w:p>
    <w:p w:rsidR="001F628F" w:rsidRDefault="001F628F" w:rsidP="001F628F">
      <w:pPr>
        <w:pStyle w:val="libNormal"/>
        <w:rPr>
          <w:rtl/>
        </w:rPr>
      </w:pPr>
      <w:r>
        <w:rPr>
          <w:rFonts w:hint="eastAsia"/>
          <w:rtl/>
        </w:rPr>
        <w:t>مذكورہ</w:t>
      </w:r>
      <w:r>
        <w:rPr>
          <w:rtl/>
        </w:rPr>
        <w:t xml:space="preserve"> با لا تفسير اس بناء پر ہے كے جب ''امر'' كا معنى فرمان ہو ليكن فرمان كس چيز كے بارے مي</w:t>
      </w:r>
      <w:r w:rsidR="00083993">
        <w:rPr>
          <w:rtl/>
        </w:rPr>
        <w:t xml:space="preserve">ں </w:t>
      </w:r>
      <w:r>
        <w:rPr>
          <w:rtl/>
        </w:rPr>
        <w:t>ہے آيت كا ذيل (</w:t>
      </w:r>
      <w:r w:rsidRPr="003D00C7">
        <w:rPr>
          <w:rStyle w:val="libArabicChar"/>
          <w:rtl/>
        </w:rPr>
        <w:t>سبحان</w:t>
      </w:r>
      <w:r w:rsidR="00120F63" w:rsidRPr="00B2551F">
        <w:rPr>
          <w:rStyle w:val="libArabicChar"/>
          <w:rFonts w:hint="cs"/>
          <w:rtl/>
        </w:rPr>
        <w:t>ه</w:t>
      </w:r>
      <w:r w:rsidRPr="003D00C7">
        <w:rPr>
          <w:rStyle w:val="libArabicChar"/>
          <w:rtl/>
        </w:rPr>
        <w:t xml:space="preserve"> </w:t>
      </w:r>
      <w:r w:rsidRPr="003D00C7">
        <w:rPr>
          <w:rStyle w:val="libArabicChar"/>
          <w:rFonts w:hint="cs"/>
          <w:rtl/>
        </w:rPr>
        <w:t>و</w:t>
      </w:r>
      <w:r w:rsidRPr="003D00C7">
        <w:rPr>
          <w:rStyle w:val="libArabicChar"/>
          <w:rtl/>
        </w:rPr>
        <w:t xml:space="preserve"> </w:t>
      </w:r>
      <w:r w:rsidRPr="003D00C7">
        <w:rPr>
          <w:rStyle w:val="libArabicChar"/>
          <w:rFonts w:hint="cs"/>
          <w:rtl/>
        </w:rPr>
        <w:t>تعالى</w:t>
      </w:r>
      <w:r w:rsidRPr="003D00C7">
        <w:rPr>
          <w:rStyle w:val="libArabicChar"/>
          <w:rtl/>
        </w:rPr>
        <w:t xml:space="preserve"> </w:t>
      </w:r>
      <w:r w:rsidRPr="003D00C7">
        <w:rPr>
          <w:rStyle w:val="libArabicChar"/>
          <w:rFonts w:hint="cs"/>
          <w:rtl/>
        </w:rPr>
        <w:t>عَمّا</w:t>
      </w:r>
      <w:r w:rsidRPr="003D00C7">
        <w:rPr>
          <w:rStyle w:val="libArabicChar"/>
          <w:rtl/>
        </w:rPr>
        <w:t xml:space="preserve"> </w:t>
      </w:r>
      <w:r w:rsidRPr="003D00C7">
        <w:rPr>
          <w:rStyle w:val="libArabicChar"/>
          <w:rFonts w:hint="cs"/>
          <w:rtl/>
        </w:rPr>
        <w:t>يشركون</w:t>
      </w:r>
      <w:r>
        <w:rPr>
          <w:rtl/>
        </w:rPr>
        <w:t>) ممكن ہے اس بات پر قرينہ ہو كہ امر سے يہا</w:t>
      </w:r>
      <w:r w:rsidR="00083993">
        <w:rPr>
          <w:rtl/>
        </w:rPr>
        <w:t xml:space="preserve">ں </w:t>
      </w:r>
      <w:r>
        <w:rPr>
          <w:rtl/>
        </w:rPr>
        <w:t>مراد شرك كى شكست و رسوائي اور توحيد كى فتح ہے_</w:t>
      </w:r>
    </w:p>
    <w:p w:rsidR="001F628F" w:rsidRDefault="001F628F" w:rsidP="001F628F">
      <w:pPr>
        <w:pStyle w:val="libNormal"/>
        <w:rPr>
          <w:rtl/>
        </w:rPr>
      </w:pPr>
      <w:r>
        <w:rPr>
          <w:rtl/>
        </w:rPr>
        <w:t>2_ صدر اسلام كے مسلمان توحيد اور اسلام كى حاكميت اور خدائي و عدے كے جلد متحقق ہونے كے خواہا</w:t>
      </w:r>
      <w:r w:rsidR="00083993">
        <w:rPr>
          <w:rtl/>
        </w:rPr>
        <w:t xml:space="preserve">ں </w:t>
      </w:r>
      <w:r>
        <w:rPr>
          <w:rtl/>
        </w:rPr>
        <w:t>تھے_</w:t>
      </w:r>
    </w:p>
    <w:p w:rsidR="001F628F" w:rsidRDefault="001F628F" w:rsidP="003D00C7">
      <w:pPr>
        <w:pStyle w:val="libArabic"/>
        <w:rPr>
          <w:rtl/>
        </w:rPr>
      </w:pPr>
      <w:r>
        <w:rPr>
          <w:rFonts w:hint="eastAsia"/>
          <w:rtl/>
        </w:rPr>
        <w:t>آتى</w:t>
      </w:r>
      <w:r>
        <w:rPr>
          <w:rtl/>
        </w:rPr>
        <w:t xml:space="preserve"> امرالله فلا تستعجلو</w:t>
      </w:r>
      <w:r w:rsidR="00120F63" w:rsidRPr="00ED5DE8">
        <w:rPr>
          <w:rFonts w:hint="cs"/>
          <w:rtl/>
        </w:rPr>
        <w:t>ه</w:t>
      </w:r>
      <w:r>
        <w:rPr>
          <w:rFonts w:hint="cs"/>
          <w:rtl/>
        </w:rPr>
        <w:t>سبحان</w:t>
      </w:r>
      <w:r w:rsidR="00120F63" w:rsidRPr="00ED5DE8">
        <w:rPr>
          <w:rFonts w:hint="cs"/>
          <w:rtl/>
        </w:rPr>
        <w:t>ه</w:t>
      </w:r>
      <w:r>
        <w:rPr>
          <w:rtl/>
        </w:rPr>
        <w:t xml:space="preserve"> </w:t>
      </w:r>
      <w:r>
        <w:rPr>
          <w:rFonts w:hint="cs"/>
          <w:rtl/>
        </w:rPr>
        <w:t>و</w:t>
      </w:r>
      <w:r>
        <w:rPr>
          <w:rtl/>
        </w:rPr>
        <w:t xml:space="preserve"> </w:t>
      </w:r>
      <w:r>
        <w:rPr>
          <w:rFonts w:hint="cs"/>
          <w:rtl/>
        </w:rPr>
        <w:t>تعالى</w:t>
      </w:r>
      <w:r>
        <w:rPr>
          <w:rtl/>
        </w:rPr>
        <w:t xml:space="preserve"> </w:t>
      </w:r>
      <w:r>
        <w:rPr>
          <w:rFonts w:hint="cs"/>
          <w:rtl/>
        </w:rPr>
        <w:t>عمّا</w:t>
      </w:r>
      <w:r>
        <w:rPr>
          <w:rtl/>
        </w:rPr>
        <w:t xml:space="preserve"> يشركون</w:t>
      </w:r>
    </w:p>
    <w:p w:rsidR="001F628F" w:rsidRDefault="001F628F" w:rsidP="00ED5DE8">
      <w:pPr>
        <w:pStyle w:val="libNormal"/>
        <w:rPr>
          <w:rtl/>
        </w:rPr>
      </w:pPr>
      <w:r>
        <w:rPr>
          <w:rtl/>
        </w:rPr>
        <w:t>''</w:t>
      </w:r>
      <w:r w:rsidRPr="00ED5DE8">
        <w:rPr>
          <w:rStyle w:val="libArabicChar"/>
          <w:rtl/>
        </w:rPr>
        <w:t>لا تستعجلو</w:t>
      </w:r>
      <w:r w:rsidR="00ED5DE8" w:rsidRPr="00ED5DE8">
        <w:rPr>
          <w:rStyle w:val="libArabicChar"/>
          <w:rFonts w:hint="cs"/>
          <w:rtl/>
        </w:rPr>
        <w:t>ه</w:t>
      </w:r>
      <w:r w:rsidRPr="00ED5DE8">
        <w:rPr>
          <w:rStyle w:val="libArabicChar"/>
          <w:rtl/>
        </w:rPr>
        <w:t xml:space="preserve"> </w:t>
      </w:r>
      <w:r>
        <w:rPr>
          <w:rtl/>
        </w:rPr>
        <w:t>'' كے مخاطب كے بارے مي</w:t>
      </w:r>
      <w:r w:rsidR="00083993">
        <w:rPr>
          <w:rtl/>
        </w:rPr>
        <w:t xml:space="preserve">ں </w:t>
      </w:r>
      <w:r>
        <w:rPr>
          <w:rtl/>
        </w:rPr>
        <w:t>دو احتمال ہے ايك يہ كہ اس سلسلے مي</w:t>
      </w:r>
      <w:r w:rsidR="00083993">
        <w:rPr>
          <w:rtl/>
        </w:rPr>
        <w:t xml:space="preserve">ں </w:t>
      </w:r>
      <w:r>
        <w:rPr>
          <w:rtl/>
        </w:rPr>
        <w:t>عجلت مسلمانو</w:t>
      </w:r>
      <w:r w:rsidR="00083993">
        <w:rPr>
          <w:rtl/>
        </w:rPr>
        <w:t xml:space="preserve">ں </w:t>
      </w:r>
      <w:r>
        <w:rPr>
          <w:rtl/>
        </w:rPr>
        <w:t>كى طرف سے پائي_ دو سرا يہ كہ مشركين يہ چاہتے تھے كہ وعدہ الہى (عذاب يا توحيد كى حاكميت يا قيامت ) جلد از جلد وقوع پذير ہو_ مذكورہ بالا مطلب پہلے احتمال كى بناء پر ہے_</w:t>
      </w:r>
    </w:p>
    <w:p w:rsidR="001F628F" w:rsidRDefault="001F628F" w:rsidP="001F628F">
      <w:pPr>
        <w:pStyle w:val="libNormal"/>
        <w:rPr>
          <w:rtl/>
        </w:rPr>
      </w:pPr>
      <w:r>
        <w:rPr>
          <w:rtl/>
        </w:rPr>
        <w:t>3_ مؤمنين كا وظيفہ ہے كہ وہ صبر و شكيبائي سے كام ليتے ہوئے خدائي وعدو</w:t>
      </w:r>
      <w:r w:rsidR="00083993">
        <w:rPr>
          <w:rtl/>
        </w:rPr>
        <w:t xml:space="preserve">ں </w:t>
      </w:r>
      <w:r>
        <w:rPr>
          <w:rtl/>
        </w:rPr>
        <w:t>كے جلد تحقق كى خواہش سے پرہيز كري</w:t>
      </w:r>
      <w:r w:rsidR="00083993">
        <w:rPr>
          <w:rtl/>
        </w:rPr>
        <w:t xml:space="preserve">ں </w:t>
      </w:r>
      <w:r>
        <w:rPr>
          <w:rtl/>
        </w:rPr>
        <w:t>_</w:t>
      </w:r>
    </w:p>
    <w:p w:rsidR="001F628F" w:rsidRDefault="001F628F" w:rsidP="003D00C7">
      <w:pPr>
        <w:pStyle w:val="libArabic"/>
        <w:rPr>
          <w:rtl/>
        </w:rPr>
      </w:pPr>
      <w:r>
        <w:rPr>
          <w:rFonts w:hint="eastAsia"/>
          <w:rtl/>
        </w:rPr>
        <w:t>آتى</w:t>
      </w:r>
      <w:r>
        <w:rPr>
          <w:rtl/>
        </w:rPr>
        <w:t xml:space="preserve"> امرالله فلا تستعجلو</w:t>
      </w:r>
      <w:r w:rsidR="00120F63" w:rsidRPr="00ED5DE8">
        <w:rPr>
          <w:rFonts w:hint="cs"/>
          <w:rtl/>
        </w:rPr>
        <w:t>ه</w:t>
      </w:r>
      <w:r>
        <w:rPr>
          <w:rtl/>
        </w:rPr>
        <w:t xml:space="preserve"> </w:t>
      </w:r>
      <w:r>
        <w:rPr>
          <w:rFonts w:hint="cs"/>
          <w:rtl/>
        </w:rPr>
        <w:t>سبحان</w:t>
      </w:r>
      <w:r w:rsidR="00120F63" w:rsidRPr="00ED5DE8">
        <w:rPr>
          <w:rFonts w:hint="cs"/>
          <w:rtl/>
        </w:rPr>
        <w:t>ه</w:t>
      </w:r>
      <w:r>
        <w:rPr>
          <w:rtl/>
        </w:rPr>
        <w:t xml:space="preserve"> </w:t>
      </w:r>
      <w:r>
        <w:rPr>
          <w:rFonts w:hint="cs"/>
          <w:rtl/>
        </w:rPr>
        <w:t>و</w:t>
      </w:r>
      <w:r>
        <w:rPr>
          <w:rtl/>
        </w:rPr>
        <w:t xml:space="preserve"> </w:t>
      </w:r>
      <w:r>
        <w:rPr>
          <w:rFonts w:hint="cs"/>
          <w:rtl/>
        </w:rPr>
        <w:t>تعالى</w:t>
      </w:r>
      <w:r>
        <w:rPr>
          <w:rtl/>
        </w:rPr>
        <w:t xml:space="preserve"> </w:t>
      </w:r>
      <w:r>
        <w:rPr>
          <w:rFonts w:hint="cs"/>
          <w:rtl/>
        </w:rPr>
        <w:t>عمّا</w:t>
      </w:r>
      <w:r>
        <w:rPr>
          <w:rtl/>
        </w:rPr>
        <w:t xml:space="preserve"> يشركون</w:t>
      </w:r>
    </w:p>
    <w:p w:rsidR="001F628F" w:rsidRDefault="001F628F" w:rsidP="001F628F">
      <w:pPr>
        <w:pStyle w:val="libNormal"/>
        <w:rPr>
          <w:rtl/>
        </w:rPr>
      </w:pPr>
      <w:r>
        <w:rPr>
          <w:rFonts w:hint="eastAsia"/>
          <w:rtl/>
        </w:rPr>
        <w:t>اس</w:t>
      </w:r>
      <w:r>
        <w:rPr>
          <w:rtl/>
        </w:rPr>
        <w:t xml:space="preserve"> بات كو مدنظر ركھتے ہوئے كہ </w:t>
      </w:r>
      <w:r w:rsidRPr="003D00C7">
        <w:rPr>
          <w:rStyle w:val="libArabicChar"/>
          <w:rtl/>
        </w:rPr>
        <w:t>''لاتستعجلو</w:t>
      </w:r>
      <w:r w:rsidR="00120F63" w:rsidRPr="00B2551F">
        <w:rPr>
          <w:rStyle w:val="libArabicChar"/>
          <w:rFonts w:hint="cs"/>
          <w:rtl/>
        </w:rPr>
        <w:t>ه</w:t>
      </w:r>
      <w:r w:rsidRPr="003D00C7">
        <w:rPr>
          <w:rStyle w:val="libArabicChar"/>
          <w:rtl/>
        </w:rPr>
        <w:t>''</w:t>
      </w:r>
      <w:r>
        <w:rPr>
          <w:rtl/>
        </w:rPr>
        <w:t xml:space="preserve"> مخاطب اور</w:t>
      </w:r>
      <w:r w:rsidRPr="003D00C7">
        <w:rPr>
          <w:rStyle w:val="libArabicChar"/>
          <w:rtl/>
        </w:rPr>
        <w:t xml:space="preserve">'' يشركون'' </w:t>
      </w:r>
      <w:r>
        <w:rPr>
          <w:rtl/>
        </w:rPr>
        <w:t>غائب كا صيغہ ہے ايسے معلوم ہوتا ہے كہ پہلے فعل كے مخاطب ،مؤمنين ہو</w:t>
      </w:r>
      <w:r w:rsidR="00083993">
        <w:rPr>
          <w:rtl/>
        </w:rPr>
        <w:t xml:space="preserve">ں </w:t>
      </w:r>
      <w:r>
        <w:rPr>
          <w:rtl/>
        </w:rPr>
        <w:t>_</w:t>
      </w:r>
    </w:p>
    <w:p w:rsidR="003D00C7" w:rsidRDefault="003D00C7" w:rsidP="003D00C7">
      <w:pPr>
        <w:pStyle w:val="libNormal"/>
        <w:rPr>
          <w:rtl/>
        </w:rPr>
      </w:pPr>
      <w:r>
        <w:rPr>
          <w:rtl/>
        </w:rPr>
        <w:t>4_ صدر اسلام كے مشركين، دشمنى اور مذاق اڑانے كى خاطر الہى و عدوں (عذاب، اسلام كى حاكميت اور قيامت) كے جلد وقوع پذير ہونے كے خواہاں تھے_</w:t>
      </w:r>
      <w:r w:rsidRPr="003D00C7">
        <w:rPr>
          <w:rStyle w:val="libArabicChar"/>
          <w:rFonts w:hint="eastAsia"/>
          <w:rtl/>
        </w:rPr>
        <w:t>آتى</w:t>
      </w:r>
      <w:r w:rsidRPr="003D00C7">
        <w:rPr>
          <w:rStyle w:val="libArabicChar"/>
          <w:rtl/>
        </w:rPr>
        <w:t xml:space="preserve"> امراللّ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فلا</w:t>
      </w:r>
      <w:r w:rsidRPr="003D00C7">
        <w:rPr>
          <w:rStyle w:val="libArabicChar"/>
          <w:rtl/>
        </w:rPr>
        <w:t xml:space="preserve"> </w:t>
      </w:r>
      <w:r w:rsidRPr="003D00C7">
        <w:rPr>
          <w:rStyle w:val="libArabicChar"/>
          <w:rFonts w:hint="cs"/>
          <w:rtl/>
        </w:rPr>
        <w:t>تس</w:t>
      </w:r>
      <w:r w:rsidRPr="003D00C7">
        <w:rPr>
          <w:rStyle w:val="libArabicChar"/>
          <w:rtl/>
        </w:rPr>
        <w:t>تعجلو</w:t>
      </w:r>
      <w:r w:rsidR="00120F63" w:rsidRPr="00B2551F">
        <w:rPr>
          <w:rStyle w:val="libArabicChar"/>
          <w:rFonts w:hint="cs"/>
          <w:rtl/>
        </w:rPr>
        <w:t>ه</w:t>
      </w:r>
    </w:p>
    <w:p w:rsidR="003D00C7"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يہ</w:t>
      </w:r>
      <w:r>
        <w:rPr>
          <w:rtl/>
        </w:rPr>
        <w:t xml:space="preserve"> احتمال ہے كہ ''تستعجلوہ'' كا مخاطب مشركين ہو</w:t>
      </w:r>
      <w:r w:rsidR="00083993">
        <w:rPr>
          <w:rtl/>
        </w:rPr>
        <w:t xml:space="preserve">ں </w:t>
      </w:r>
      <w:r>
        <w:rPr>
          <w:rtl/>
        </w:rPr>
        <w:t>جو الہى وعدو</w:t>
      </w:r>
      <w:r w:rsidR="00083993">
        <w:rPr>
          <w:rtl/>
        </w:rPr>
        <w:t xml:space="preserve">ں </w:t>
      </w:r>
      <w:r>
        <w:rPr>
          <w:rtl/>
        </w:rPr>
        <w:t>كے تحقق كے خواہش مند تھے كيونكہ عام طور پر كوئي بھى اپنے دشمن كى فتح اور اپنى شكست و رسوائي كا خواہشمند نہي</w:t>
      </w:r>
      <w:r w:rsidR="00083993">
        <w:rPr>
          <w:rtl/>
        </w:rPr>
        <w:t xml:space="preserve">ں </w:t>
      </w:r>
      <w:r>
        <w:rPr>
          <w:rtl/>
        </w:rPr>
        <w:t>ہوتا اس ليے يہ كہا جاسكتا ہے كہ نزول عذاب كے سلسلے مي</w:t>
      </w:r>
      <w:r w:rsidR="00083993">
        <w:rPr>
          <w:rtl/>
        </w:rPr>
        <w:t xml:space="preserve">ں </w:t>
      </w:r>
      <w:r>
        <w:rPr>
          <w:rtl/>
        </w:rPr>
        <w:t>مشركين كى جلد بازى ، دشمنى او</w:t>
      </w:r>
      <w:r>
        <w:rPr>
          <w:rFonts w:hint="eastAsia"/>
          <w:rtl/>
        </w:rPr>
        <w:t>ر</w:t>
      </w:r>
      <w:r>
        <w:rPr>
          <w:rtl/>
        </w:rPr>
        <w:t xml:space="preserve"> تمسخر كى خاطر تھي_</w:t>
      </w:r>
    </w:p>
    <w:p w:rsidR="001F628F" w:rsidRDefault="001F628F" w:rsidP="001F628F">
      <w:pPr>
        <w:pStyle w:val="libNormal"/>
        <w:rPr>
          <w:rtl/>
        </w:rPr>
      </w:pPr>
      <w:r>
        <w:rPr>
          <w:rtl/>
        </w:rPr>
        <w:t>5_ خدائي و عدو</w:t>
      </w:r>
      <w:r w:rsidR="00083993">
        <w:rPr>
          <w:rtl/>
        </w:rPr>
        <w:t xml:space="preserve">ں </w:t>
      </w:r>
      <w:r>
        <w:rPr>
          <w:rtl/>
        </w:rPr>
        <w:t>كے جلد وقوع پذير ہونے كے سلسلے مي</w:t>
      </w:r>
      <w:r w:rsidR="00083993">
        <w:rPr>
          <w:rtl/>
        </w:rPr>
        <w:t xml:space="preserve">ں </w:t>
      </w:r>
      <w:r>
        <w:rPr>
          <w:rtl/>
        </w:rPr>
        <w:t>عجلت اور بے صبرى كا مظاہرہ كرنا جائز نہي</w:t>
      </w:r>
      <w:r w:rsidR="00083993">
        <w:rPr>
          <w:rtl/>
        </w:rPr>
        <w:t xml:space="preserve">ں </w:t>
      </w:r>
      <w:r>
        <w:rPr>
          <w:rtl/>
        </w:rPr>
        <w:t>ہے_</w:t>
      </w:r>
    </w:p>
    <w:p w:rsidR="001F628F" w:rsidRDefault="001F628F" w:rsidP="003D00C7">
      <w:pPr>
        <w:pStyle w:val="libArabic"/>
        <w:rPr>
          <w:rtl/>
        </w:rPr>
      </w:pPr>
      <w:r>
        <w:rPr>
          <w:rFonts w:hint="eastAsia"/>
          <w:rtl/>
        </w:rPr>
        <w:t>آتى</w:t>
      </w:r>
      <w:r>
        <w:rPr>
          <w:rtl/>
        </w:rPr>
        <w:t xml:space="preserve"> امراللّ</w:t>
      </w:r>
      <w:r w:rsidR="00120F63" w:rsidRPr="00ED5DE8">
        <w:rPr>
          <w:rFonts w:hint="cs"/>
          <w:rtl/>
        </w:rPr>
        <w:t>ه</w:t>
      </w:r>
      <w:r>
        <w:rPr>
          <w:rtl/>
        </w:rPr>
        <w:t xml:space="preserve"> </w:t>
      </w:r>
      <w:r>
        <w:rPr>
          <w:rFonts w:hint="cs"/>
          <w:rtl/>
        </w:rPr>
        <w:t>فلا</w:t>
      </w:r>
      <w:r>
        <w:rPr>
          <w:rtl/>
        </w:rPr>
        <w:t xml:space="preserve"> </w:t>
      </w:r>
      <w:r>
        <w:rPr>
          <w:rFonts w:hint="cs"/>
          <w:rtl/>
        </w:rPr>
        <w:t>تست</w:t>
      </w:r>
      <w:r>
        <w:rPr>
          <w:rtl/>
        </w:rPr>
        <w:t>عجلو</w:t>
      </w:r>
      <w:r w:rsidR="00120F63" w:rsidRPr="00ED5DE8">
        <w:rPr>
          <w:rFonts w:hint="cs"/>
          <w:rtl/>
        </w:rPr>
        <w:t>ه</w:t>
      </w:r>
    </w:p>
    <w:p w:rsidR="001F628F" w:rsidRDefault="001F628F" w:rsidP="003D00C7">
      <w:pPr>
        <w:pStyle w:val="libNormal"/>
        <w:rPr>
          <w:rtl/>
        </w:rPr>
      </w:pPr>
      <w:r>
        <w:rPr>
          <w:rtl/>
        </w:rPr>
        <w:t>6_ خدائي وعدے حتمى اور اپنے مقررہ وقت پرانجام پذير ہوتے ہي</w:t>
      </w:r>
      <w:r w:rsidR="00083993">
        <w:rPr>
          <w:rtl/>
        </w:rPr>
        <w:t xml:space="preserve">ں </w:t>
      </w:r>
      <w:r>
        <w:rPr>
          <w:rtl/>
        </w:rPr>
        <w:t>_</w:t>
      </w:r>
      <w:r w:rsidRPr="003D00C7">
        <w:rPr>
          <w:rStyle w:val="libArabicChar"/>
          <w:rFonts w:hint="eastAsia"/>
          <w:rtl/>
        </w:rPr>
        <w:t>آتى</w:t>
      </w:r>
      <w:r w:rsidRPr="003D00C7">
        <w:rPr>
          <w:rStyle w:val="libArabicChar"/>
          <w:rtl/>
        </w:rPr>
        <w:t xml:space="preserve"> امراللّ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فلا</w:t>
      </w:r>
      <w:r w:rsidRPr="003D00C7">
        <w:rPr>
          <w:rStyle w:val="libArabicChar"/>
          <w:rtl/>
        </w:rPr>
        <w:t xml:space="preserve"> </w:t>
      </w:r>
      <w:r w:rsidRPr="003D00C7">
        <w:rPr>
          <w:rStyle w:val="libArabicChar"/>
          <w:rFonts w:hint="cs"/>
          <w:rtl/>
        </w:rPr>
        <w:t>تس</w:t>
      </w:r>
      <w:r w:rsidRPr="003D00C7">
        <w:rPr>
          <w:rStyle w:val="libArabicChar"/>
          <w:rtl/>
        </w:rPr>
        <w:t>تعجلو</w:t>
      </w:r>
      <w:r w:rsidR="00120F63" w:rsidRPr="00B2551F">
        <w:rPr>
          <w:rStyle w:val="libArabicChar"/>
          <w:rFonts w:hint="cs"/>
          <w:rtl/>
        </w:rPr>
        <w:t>ه</w:t>
      </w:r>
    </w:p>
    <w:p w:rsidR="001F628F" w:rsidRDefault="001F628F" w:rsidP="003D00C7">
      <w:pPr>
        <w:pStyle w:val="libNormal"/>
        <w:rPr>
          <w:rtl/>
        </w:rPr>
      </w:pPr>
      <w:r>
        <w:rPr>
          <w:rtl/>
        </w:rPr>
        <w:t>7_ خداوند عالم ہر قسم كے شريك سے منزہ و مبرّہ ہے_</w:t>
      </w:r>
      <w:r w:rsidRPr="003D00C7">
        <w:rPr>
          <w:rStyle w:val="libArabicChar"/>
          <w:rFonts w:hint="eastAsia"/>
          <w:rtl/>
        </w:rPr>
        <w:t>سبحن</w:t>
      </w:r>
      <w:r w:rsidR="00120F63" w:rsidRPr="00B2551F">
        <w:rPr>
          <w:rStyle w:val="libArabicChar"/>
          <w:rFonts w:hint="cs"/>
          <w:rtl/>
        </w:rPr>
        <w:t>ه</w:t>
      </w:r>
      <w:r w:rsidRPr="003D00C7">
        <w:rPr>
          <w:rStyle w:val="libArabicChar"/>
          <w:rtl/>
        </w:rPr>
        <w:t xml:space="preserve"> ...عمّا يشركون</w:t>
      </w:r>
    </w:p>
    <w:p w:rsidR="001F628F" w:rsidRDefault="001F628F" w:rsidP="001F628F">
      <w:pPr>
        <w:pStyle w:val="libNormal"/>
        <w:rPr>
          <w:rtl/>
        </w:rPr>
      </w:pPr>
      <w:r>
        <w:rPr>
          <w:rtl/>
        </w:rPr>
        <w:t>8_ خداوند عالم كى ذات اقدس اس چيز سے بالاتر ہے كہ اس كے ليے كسى طرح كے شريك كا تصور كيا جائے_</w:t>
      </w:r>
    </w:p>
    <w:p w:rsidR="001F628F" w:rsidRDefault="001F628F" w:rsidP="003D00C7">
      <w:pPr>
        <w:pStyle w:val="libArabic"/>
        <w:rPr>
          <w:rtl/>
        </w:rPr>
      </w:pPr>
      <w:r>
        <w:rPr>
          <w:rFonts w:hint="eastAsia"/>
          <w:rtl/>
        </w:rPr>
        <w:t>سبحن</w:t>
      </w:r>
      <w:r w:rsidR="00120F63" w:rsidRPr="00ED5DE8">
        <w:rPr>
          <w:rFonts w:hint="cs"/>
          <w:rtl/>
        </w:rPr>
        <w:t>ه</w:t>
      </w:r>
      <w:r>
        <w:rPr>
          <w:rtl/>
        </w:rPr>
        <w:t xml:space="preserve"> و تعالى عمّا يشركون</w:t>
      </w:r>
    </w:p>
    <w:p w:rsidR="001F628F" w:rsidRDefault="001F628F" w:rsidP="001F628F">
      <w:pPr>
        <w:pStyle w:val="libNormal"/>
        <w:rPr>
          <w:rtl/>
        </w:rPr>
      </w:pPr>
      <w:r>
        <w:rPr>
          <w:rtl/>
        </w:rPr>
        <w:t>9_ شرك كى ناپائيدارى كا سرچشمہ اس كا حقيقت سے عارى اور بے بنياد ہونا ہے _</w:t>
      </w:r>
    </w:p>
    <w:p w:rsidR="001F628F" w:rsidRDefault="001F628F" w:rsidP="001F628F">
      <w:pPr>
        <w:pStyle w:val="libNormal"/>
        <w:rPr>
          <w:rtl/>
        </w:rPr>
      </w:pPr>
      <w:r>
        <w:rPr>
          <w:rtl/>
        </w:rPr>
        <w:t xml:space="preserve">10_ </w:t>
      </w:r>
      <w:r w:rsidRPr="003D00C7">
        <w:rPr>
          <w:rStyle w:val="libArabicChar"/>
          <w:rtl/>
        </w:rPr>
        <w:t>''عن بعض اصحابناعن ابى عبداللّ</w:t>
      </w:r>
      <w:r w:rsidR="00120F63" w:rsidRPr="00B2551F">
        <w:rPr>
          <w:rStyle w:val="libArabicChar"/>
          <w:rFonts w:hint="cs"/>
          <w:rtl/>
        </w:rPr>
        <w:t>ه</w:t>
      </w:r>
      <w:r w:rsidRPr="003D00C7">
        <w:rPr>
          <w:rStyle w:val="libArabicChar"/>
          <w:rtl/>
        </w:rPr>
        <w:t xml:space="preserve"> </w:t>
      </w:r>
      <w:r w:rsidR="00367F17" w:rsidRPr="00367F17">
        <w:rPr>
          <w:rStyle w:val="libAlaemChar"/>
          <w:rtl/>
        </w:rPr>
        <w:t xml:space="preserve"> عليه‌السلام </w:t>
      </w:r>
      <w:r w:rsidRPr="003D00C7">
        <w:rPr>
          <w:rStyle w:val="libArabicChar"/>
          <w:rtl/>
        </w:rPr>
        <w:t xml:space="preserve"> </w:t>
      </w:r>
      <w:r w:rsidRPr="003D00C7">
        <w:rPr>
          <w:rStyle w:val="libArabicChar"/>
          <w:rFonts w:hint="cs"/>
          <w:rtl/>
        </w:rPr>
        <w:t>قال</w:t>
      </w:r>
      <w:r w:rsidRPr="003D00C7">
        <w:rPr>
          <w:rStyle w:val="libArabicChar"/>
          <w:rtl/>
        </w:rPr>
        <w:t xml:space="preserve">: </w:t>
      </w:r>
      <w:r w:rsidRPr="003D00C7">
        <w:rPr>
          <w:rStyle w:val="libArabicChar"/>
          <w:rFonts w:hint="cs"/>
          <w:rtl/>
        </w:rPr>
        <w:t>مسئلة</w:t>
      </w:r>
      <w:r w:rsidRPr="003D00C7">
        <w:rPr>
          <w:rStyle w:val="libArabicChar"/>
          <w:rtl/>
        </w:rPr>
        <w:t xml:space="preserve"> </w:t>
      </w:r>
      <w:r w:rsidRPr="003D00C7">
        <w:rPr>
          <w:rStyle w:val="libArabicChar"/>
          <w:rFonts w:hint="cs"/>
          <w:rtl/>
        </w:rPr>
        <w:t>عن</w:t>
      </w:r>
      <w:r w:rsidRPr="003D00C7">
        <w:rPr>
          <w:rStyle w:val="libArabicChar"/>
          <w:rtl/>
        </w:rPr>
        <w:t xml:space="preserve"> </w:t>
      </w:r>
      <w:r w:rsidRPr="003D00C7">
        <w:rPr>
          <w:rStyle w:val="libArabicChar"/>
          <w:rFonts w:hint="cs"/>
          <w:rtl/>
        </w:rPr>
        <w:t>قول</w:t>
      </w:r>
      <w:r w:rsidRPr="003D00C7">
        <w:rPr>
          <w:rStyle w:val="libArabicChar"/>
          <w:rtl/>
        </w:rPr>
        <w:t xml:space="preserve"> </w:t>
      </w:r>
      <w:r w:rsidRPr="003D00C7">
        <w:rPr>
          <w:rStyle w:val="libArabicChar"/>
          <w:rFonts w:hint="cs"/>
          <w:rtl/>
        </w:rPr>
        <w:t>الله</w:t>
      </w:r>
      <w:r w:rsidRPr="003D00C7">
        <w:rPr>
          <w:rStyle w:val="libArabicChar"/>
          <w:rtl/>
        </w:rPr>
        <w:t xml:space="preserve"> : ''</w:t>
      </w:r>
      <w:r w:rsidRPr="003D00C7">
        <w:rPr>
          <w:rStyle w:val="libArabicChar"/>
          <w:rFonts w:hint="cs"/>
          <w:rtl/>
        </w:rPr>
        <w:t>اتى</w:t>
      </w:r>
      <w:r w:rsidRPr="003D00C7">
        <w:rPr>
          <w:rStyle w:val="libArabicChar"/>
          <w:rtl/>
        </w:rPr>
        <w:t xml:space="preserve"> </w:t>
      </w:r>
      <w:r w:rsidRPr="003D00C7">
        <w:rPr>
          <w:rStyle w:val="libArabicChar"/>
          <w:rFonts w:hint="cs"/>
          <w:rtl/>
        </w:rPr>
        <w:t>امر</w:t>
      </w:r>
      <w:r w:rsidRPr="003D00C7">
        <w:rPr>
          <w:rStyle w:val="libArabicChar"/>
          <w:rtl/>
        </w:rPr>
        <w:t xml:space="preserve"> </w:t>
      </w:r>
      <w:r w:rsidRPr="003D00C7">
        <w:rPr>
          <w:rStyle w:val="libArabicChar"/>
          <w:rFonts w:hint="cs"/>
          <w:rtl/>
        </w:rPr>
        <w:t>الله</w:t>
      </w:r>
      <w:r w:rsidRPr="003D00C7">
        <w:rPr>
          <w:rStyle w:val="libArabicChar"/>
          <w:rtl/>
        </w:rPr>
        <w:t xml:space="preserve"> </w:t>
      </w:r>
      <w:r w:rsidRPr="003D00C7">
        <w:rPr>
          <w:rStyle w:val="libArabicChar"/>
          <w:rFonts w:hint="cs"/>
          <w:rtl/>
        </w:rPr>
        <w:t>فلا</w:t>
      </w:r>
      <w:r w:rsidRPr="003D00C7">
        <w:rPr>
          <w:rStyle w:val="libArabicChar"/>
          <w:rtl/>
        </w:rPr>
        <w:t xml:space="preserve"> </w:t>
      </w:r>
      <w:r w:rsidRPr="003D00C7">
        <w:rPr>
          <w:rStyle w:val="libArabicChar"/>
          <w:rFonts w:hint="cs"/>
          <w:rtl/>
        </w:rPr>
        <w:t>تستعجلو</w:t>
      </w:r>
      <w:r w:rsidR="00120F63" w:rsidRPr="00B2551F">
        <w:rPr>
          <w:rStyle w:val="libArabicChar"/>
          <w:rFonts w:hint="cs"/>
          <w:rtl/>
        </w:rPr>
        <w:t>ه</w:t>
      </w:r>
      <w:r w:rsidRPr="003D00C7">
        <w:rPr>
          <w:rStyle w:val="libArabicChar"/>
          <w:rtl/>
        </w:rPr>
        <w:t xml:space="preserve"> </w:t>
      </w:r>
      <w:r w:rsidRPr="003D00C7">
        <w:rPr>
          <w:rStyle w:val="libArabicChar"/>
          <w:rFonts w:hint="cs"/>
          <w:rtl/>
        </w:rPr>
        <w:t>قال</w:t>
      </w:r>
      <w:r w:rsidRPr="003D00C7">
        <w:rPr>
          <w:rStyle w:val="libArabicChar"/>
          <w:rtl/>
        </w:rPr>
        <w:t>: ...</w:t>
      </w:r>
      <w:r w:rsidRPr="003D00C7">
        <w:rPr>
          <w:rStyle w:val="libArabicChar"/>
          <w:rFonts w:hint="cs"/>
          <w:rtl/>
        </w:rPr>
        <w:t>انّ</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اذا</w:t>
      </w:r>
      <w:r w:rsidRPr="003D00C7">
        <w:rPr>
          <w:rStyle w:val="libArabicChar"/>
          <w:rtl/>
        </w:rPr>
        <w:t xml:space="preserve"> </w:t>
      </w:r>
      <w:r w:rsidRPr="003D00C7">
        <w:rPr>
          <w:rStyle w:val="libArabicChar"/>
          <w:rFonts w:hint="cs"/>
          <w:rtl/>
        </w:rPr>
        <w:t>اجز</w:t>
      </w:r>
      <w:r w:rsidRPr="003D00C7">
        <w:rPr>
          <w:rStyle w:val="libArabicChar"/>
          <w:rtl/>
        </w:rPr>
        <w:t xml:space="preserve"> </w:t>
      </w:r>
      <w:r w:rsidRPr="003D00C7">
        <w:rPr>
          <w:rStyle w:val="libArabicChar"/>
          <w:rFonts w:hint="cs"/>
          <w:rtl/>
        </w:rPr>
        <w:t>أن</w:t>
      </w:r>
      <w:r w:rsidRPr="003D00C7">
        <w:rPr>
          <w:rStyle w:val="libArabicChar"/>
          <w:rtl/>
        </w:rPr>
        <w:t xml:space="preserve"> </w:t>
      </w:r>
      <w:r w:rsidRPr="003D00C7">
        <w:rPr>
          <w:rStyle w:val="libArabicChar"/>
          <w:rFonts w:hint="cs"/>
          <w:rtl/>
        </w:rPr>
        <w:t>شيائً</w:t>
      </w:r>
      <w:r w:rsidRPr="003D00C7">
        <w:rPr>
          <w:rStyle w:val="libArabicChar"/>
          <w:rtl/>
        </w:rPr>
        <w:t xml:space="preserve"> </w:t>
      </w:r>
      <w:r w:rsidRPr="003D00C7">
        <w:rPr>
          <w:rStyle w:val="libArabicChar"/>
          <w:rFonts w:hint="cs"/>
          <w:rtl/>
        </w:rPr>
        <w:t>كائن</w:t>
      </w:r>
      <w:r w:rsidRPr="003D00C7">
        <w:rPr>
          <w:rStyle w:val="libArabicChar"/>
          <w:rtl/>
        </w:rPr>
        <w:t xml:space="preserve"> </w:t>
      </w:r>
      <w:r w:rsidRPr="003D00C7">
        <w:rPr>
          <w:rStyle w:val="libArabicChar"/>
          <w:rFonts w:hint="cs"/>
          <w:rtl/>
        </w:rPr>
        <w:t>فان</w:t>
      </w:r>
      <w:r w:rsidR="00120F63" w:rsidRPr="00B2551F">
        <w:rPr>
          <w:rStyle w:val="libArabicChar"/>
          <w:rFonts w:hint="cs"/>
          <w:rtl/>
        </w:rPr>
        <w:t>ه</w:t>
      </w:r>
      <w:r w:rsidRPr="003D00C7">
        <w:rPr>
          <w:rStyle w:val="libArabicChar"/>
          <w:rtl/>
        </w:rPr>
        <w:t xml:space="preserve"> </w:t>
      </w:r>
      <w:r w:rsidRPr="003D00C7">
        <w:rPr>
          <w:rStyle w:val="libArabicChar"/>
          <w:rFonts w:hint="cs"/>
          <w:rtl/>
        </w:rPr>
        <w:t>قد</w:t>
      </w:r>
      <w:r w:rsidRPr="003D00C7">
        <w:rPr>
          <w:rStyle w:val="libArabicChar"/>
          <w:rtl/>
        </w:rPr>
        <w:t xml:space="preserve"> </w:t>
      </w:r>
      <w:r w:rsidRPr="003D00C7">
        <w:rPr>
          <w:rStyle w:val="libArabicChar"/>
          <w:rFonts w:hint="cs"/>
          <w:rtl/>
        </w:rPr>
        <w:t>كانّ</w:t>
      </w:r>
      <w:r w:rsidRPr="003D00C7">
        <w:rPr>
          <w:rStyle w:val="libArabicChar"/>
          <w:rtl/>
        </w:rPr>
        <w:t>''</w:t>
      </w:r>
      <w:r>
        <w:rPr>
          <w:rtl/>
        </w:rPr>
        <w:t xml:space="preserve"> </w:t>
      </w:r>
      <w:r w:rsidRPr="003D00C7">
        <w:rPr>
          <w:rStyle w:val="libFootnotenumChar"/>
          <w:rtl/>
        </w:rPr>
        <w:t>(1)</w:t>
      </w:r>
    </w:p>
    <w:p w:rsidR="001F628F" w:rsidRDefault="001F628F" w:rsidP="001F628F">
      <w:pPr>
        <w:pStyle w:val="libNormal"/>
        <w:rPr>
          <w:rtl/>
        </w:rPr>
      </w:pPr>
      <w:r>
        <w:rPr>
          <w:rFonts w:hint="eastAsia"/>
          <w:rtl/>
        </w:rPr>
        <w:t>ايك</w:t>
      </w:r>
      <w:r>
        <w:rPr>
          <w:rtl/>
        </w:rPr>
        <w:t xml:space="preserve"> صحابى كا بيان ہے : كہ مي</w:t>
      </w:r>
      <w:r w:rsidR="00083993">
        <w:rPr>
          <w:rtl/>
        </w:rPr>
        <w:t xml:space="preserve">ں </w:t>
      </w:r>
      <w:r>
        <w:rPr>
          <w:rtl/>
        </w:rPr>
        <w:t>نے امام صادق</w:t>
      </w:r>
      <w:r w:rsidR="00367F17" w:rsidRPr="00367F17">
        <w:rPr>
          <w:rStyle w:val="libAlaemChar"/>
          <w:rtl/>
        </w:rPr>
        <w:t xml:space="preserve"> عليه‌السلام </w:t>
      </w:r>
      <w:r>
        <w:rPr>
          <w:rtl/>
        </w:rPr>
        <w:t xml:space="preserve"> سے خداوند عالم كے اس كلام''آتى امراللّہ فلا تستعجلوہ'' كے بارے مي</w:t>
      </w:r>
      <w:r w:rsidR="00083993">
        <w:rPr>
          <w:rtl/>
        </w:rPr>
        <w:t xml:space="preserve">ں </w:t>
      </w:r>
      <w:r>
        <w:rPr>
          <w:rtl/>
        </w:rPr>
        <w:t>سوال كيا تو آپ</w:t>
      </w:r>
      <w:r w:rsidR="00367F17" w:rsidRPr="00367F17">
        <w:rPr>
          <w:rStyle w:val="libAlaemChar"/>
          <w:rtl/>
        </w:rPr>
        <w:t xml:space="preserve"> عليه‌السلام </w:t>
      </w:r>
      <w:r>
        <w:rPr>
          <w:rtl/>
        </w:rPr>
        <w:t xml:space="preserve"> نے فرمايا: ... جب بھى خداوند عالم كسى چيز كے تحقق كے بارے مي</w:t>
      </w:r>
      <w:r w:rsidR="00083993">
        <w:rPr>
          <w:rtl/>
        </w:rPr>
        <w:t xml:space="preserve">ں </w:t>
      </w:r>
      <w:r>
        <w:rPr>
          <w:rtl/>
        </w:rPr>
        <w:t>خبر ديتا ہے تو اسے متحقق ہى سمجھا جاتا ہے_</w:t>
      </w:r>
    </w:p>
    <w:p w:rsidR="001F628F" w:rsidRDefault="001F628F" w:rsidP="001F628F">
      <w:pPr>
        <w:pStyle w:val="libNormal"/>
        <w:rPr>
          <w:rtl/>
        </w:rPr>
      </w:pPr>
      <w:r>
        <w:rPr>
          <w:rtl/>
        </w:rPr>
        <w:t xml:space="preserve">11_ </w:t>
      </w:r>
      <w:r w:rsidRPr="003D00C7">
        <w:rPr>
          <w:rStyle w:val="libArabicChar"/>
          <w:rtl/>
        </w:rPr>
        <w:t>قال رسول اللّ</w:t>
      </w:r>
      <w:r w:rsidR="00120F63" w:rsidRPr="00B2551F">
        <w:rPr>
          <w:rStyle w:val="libArabicChar"/>
          <w:rFonts w:hint="cs"/>
          <w:rtl/>
        </w:rPr>
        <w:t>ه</w:t>
      </w:r>
      <w:r w:rsidR="00F031CD" w:rsidRPr="00F031CD">
        <w:rPr>
          <w:rStyle w:val="libAlaemChar"/>
          <w:rtl/>
        </w:rPr>
        <w:t xml:space="preserve"> صلى‌الله‌عليه‌وآله‌وسلم </w:t>
      </w:r>
      <w:r w:rsidRPr="003D00C7">
        <w:rPr>
          <w:rStyle w:val="libArabicChar"/>
          <w:rtl/>
        </w:rPr>
        <w:t xml:space="preserve"> ... </w:t>
      </w:r>
      <w:r w:rsidRPr="003D00C7">
        <w:rPr>
          <w:rStyle w:val="libArabicChar"/>
          <w:rFonts w:hint="cs"/>
          <w:rtl/>
        </w:rPr>
        <w:t>قبل</w:t>
      </w:r>
      <w:r w:rsidRPr="003D00C7">
        <w:rPr>
          <w:rStyle w:val="libArabicChar"/>
          <w:rtl/>
        </w:rPr>
        <w:t xml:space="preserve"> </w:t>
      </w:r>
      <w:r w:rsidRPr="003D00C7">
        <w:rPr>
          <w:rStyle w:val="libArabicChar"/>
          <w:rFonts w:hint="cs"/>
          <w:rtl/>
        </w:rPr>
        <w:t>الساعة</w:t>
      </w:r>
      <w:r w:rsidRPr="003D00C7">
        <w:rPr>
          <w:rStyle w:val="libArabicChar"/>
          <w:rtl/>
        </w:rPr>
        <w:t xml:space="preserve"> ... </w:t>
      </w:r>
      <w:r w:rsidRPr="003D00C7">
        <w:rPr>
          <w:rStyle w:val="libArabicChar"/>
          <w:rFonts w:hint="cs"/>
          <w:rtl/>
        </w:rPr>
        <w:t>سحابة</w:t>
      </w:r>
      <w:r w:rsidRPr="003D00C7">
        <w:rPr>
          <w:rStyle w:val="libArabicChar"/>
          <w:rtl/>
        </w:rPr>
        <w:t xml:space="preserve"> </w:t>
      </w:r>
      <w:r w:rsidRPr="003D00C7">
        <w:rPr>
          <w:rStyle w:val="libArabicChar"/>
          <w:rFonts w:hint="cs"/>
          <w:rtl/>
        </w:rPr>
        <w:t>سودائ</w:t>
      </w:r>
      <w:r w:rsidRPr="003D00C7">
        <w:rPr>
          <w:rStyle w:val="libArabicChar"/>
          <w:rtl/>
        </w:rPr>
        <w:t xml:space="preserve"> ... </w:t>
      </w:r>
      <w:r w:rsidRPr="003D00C7">
        <w:rPr>
          <w:rStyle w:val="libArabicChar"/>
          <w:rFonts w:hint="cs"/>
          <w:rtl/>
        </w:rPr>
        <w:t>ثم</w:t>
      </w:r>
      <w:r w:rsidRPr="003D00C7">
        <w:rPr>
          <w:rStyle w:val="libArabicChar"/>
          <w:rtl/>
        </w:rPr>
        <w:t xml:space="preserve"> </w:t>
      </w:r>
      <w:r w:rsidRPr="003D00C7">
        <w:rPr>
          <w:rStyle w:val="libArabicChar"/>
          <w:rFonts w:hint="cs"/>
          <w:rtl/>
        </w:rPr>
        <w:t>ينادى</w:t>
      </w:r>
      <w:r w:rsidRPr="003D00C7">
        <w:rPr>
          <w:rStyle w:val="libArabicChar"/>
          <w:rtl/>
        </w:rPr>
        <w:t xml:space="preserve"> </w:t>
      </w:r>
      <w:r w:rsidRPr="003D00C7">
        <w:rPr>
          <w:rStyle w:val="libArabicChar"/>
          <w:rFonts w:hint="cs"/>
          <w:rtl/>
        </w:rPr>
        <w:t>منادي</w:t>
      </w:r>
      <w:r w:rsidRPr="003D00C7">
        <w:rPr>
          <w:rStyle w:val="libArabicChar"/>
          <w:rtl/>
        </w:rPr>
        <w:t xml:space="preserve">: </w:t>
      </w:r>
      <w:r w:rsidRPr="003D00C7">
        <w:rPr>
          <w:rStyle w:val="libArabicChar"/>
          <w:rFonts w:hint="cs"/>
          <w:rtl/>
        </w:rPr>
        <w:t>ايّ</w:t>
      </w:r>
      <w:r w:rsidR="00120F63" w:rsidRPr="00B2551F">
        <w:rPr>
          <w:rStyle w:val="libArabicChar"/>
          <w:rFonts w:hint="cs"/>
          <w:rtl/>
        </w:rPr>
        <w:t>ه</w:t>
      </w:r>
      <w:r w:rsidRPr="003D00C7">
        <w:rPr>
          <w:rStyle w:val="libArabicChar"/>
          <w:rFonts w:hint="cs"/>
          <w:rtl/>
        </w:rPr>
        <w:t>ا</w:t>
      </w:r>
      <w:r w:rsidRPr="003D00C7">
        <w:rPr>
          <w:rStyle w:val="libArabicChar"/>
          <w:rtl/>
        </w:rPr>
        <w:t xml:space="preserve"> </w:t>
      </w:r>
      <w:r w:rsidRPr="003D00C7">
        <w:rPr>
          <w:rStyle w:val="libArabicChar"/>
          <w:rFonts w:hint="cs"/>
          <w:rtl/>
        </w:rPr>
        <w:t>الناس</w:t>
      </w:r>
      <w:r w:rsidRPr="003D00C7">
        <w:rPr>
          <w:rStyle w:val="libArabicChar"/>
          <w:rtl/>
        </w:rPr>
        <w:t xml:space="preserve"> ''</w:t>
      </w:r>
      <w:r w:rsidRPr="003D00C7">
        <w:rPr>
          <w:rStyle w:val="libArabicChar"/>
          <w:rFonts w:hint="cs"/>
          <w:rtl/>
        </w:rPr>
        <w:t>اتى</w:t>
      </w:r>
      <w:r w:rsidRPr="003D00C7">
        <w:rPr>
          <w:rStyle w:val="libArabicChar"/>
          <w:rtl/>
        </w:rPr>
        <w:t xml:space="preserve"> </w:t>
      </w:r>
      <w:r w:rsidRPr="003D00C7">
        <w:rPr>
          <w:rStyle w:val="libArabicChar"/>
          <w:rFonts w:hint="cs"/>
          <w:rtl/>
        </w:rPr>
        <w:t>امر</w:t>
      </w:r>
      <w:r w:rsidRPr="003D00C7">
        <w:rPr>
          <w:rStyle w:val="libArabicChar"/>
          <w:rtl/>
        </w:rPr>
        <w:t xml:space="preserve"> </w:t>
      </w:r>
      <w:r w:rsidRPr="003D00C7">
        <w:rPr>
          <w:rStyle w:val="libArabicChar"/>
          <w:rFonts w:hint="cs"/>
          <w:rtl/>
        </w:rPr>
        <w:t>اللّ</w:t>
      </w:r>
      <w:r w:rsidR="00120F63" w:rsidRPr="00B2551F">
        <w:rPr>
          <w:rStyle w:val="libArabicChar"/>
          <w:rFonts w:hint="cs"/>
          <w:rtl/>
        </w:rPr>
        <w:t>ه</w:t>
      </w:r>
      <w:r w:rsidRPr="003D00C7">
        <w:rPr>
          <w:rStyle w:val="libArabicChar"/>
          <w:rtl/>
        </w:rPr>
        <w:t xml:space="preserve"> </w:t>
      </w:r>
      <w:r w:rsidRPr="003D00C7">
        <w:rPr>
          <w:rStyle w:val="libArabicChar"/>
          <w:rFonts w:hint="cs"/>
          <w:rtl/>
        </w:rPr>
        <w:t>فلد</w:t>
      </w:r>
      <w:r w:rsidRPr="003D00C7">
        <w:rPr>
          <w:rStyle w:val="libArabicChar"/>
          <w:rtl/>
        </w:rPr>
        <w:t xml:space="preserve"> </w:t>
      </w:r>
      <w:r w:rsidRPr="003D00C7">
        <w:rPr>
          <w:rStyle w:val="libArabicChar"/>
          <w:rFonts w:hint="cs"/>
          <w:rtl/>
        </w:rPr>
        <w:t>تستعجلو</w:t>
      </w:r>
      <w:r w:rsidR="00120F63" w:rsidRPr="00B2551F">
        <w:rPr>
          <w:rStyle w:val="libArabicChar"/>
          <w:rFonts w:hint="cs"/>
          <w:rtl/>
        </w:rPr>
        <w:t>ه</w:t>
      </w:r>
      <w:r w:rsidRPr="003D00C7">
        <w:rPr>
          <w:rStyle w:val="libArabicChar"/>
          <w:rtl/>
        </w:rPr>
        <w:t>''</w:t>
      </w:r>
      <w:r w:rsidRPr="003D00C7">
        <w:rPr>
          <w:rStyle w:val="libFootnotenumChar"/>
          <w:rtl/>
        </w:rPr>
        <w:t>(2)</w:t>
      </w:r>
    </w:p>
    <w:p w:rsidR="001F628F" w:rsidRPr="003D00C7" w:rsidRDefault="001F628F" w:rsidP="001F628F">
      <w:pPr>
        <w:pStyle w:val="libNormal"/>
        <w:rPr>
          <w:rStyle w:val="libArabicChar"/>
          <w:rtl/>
        </w:rPr>
      </w:pPr>
      <w:r>
        <w:rPr>
          <w:rFonts w:hint="eastAsia"/>
          <w:rtl/>
        </w:rPr>
        <w:t>رسول</w:t>
      </w:r>
      <w:r>
        <w:rPr>
          <w:rtl/>
        </w:rPr>
        <w:t xml:space="preserve"> خدا</w:t>
      </w:r>
      <w:r w:rsidR="00F031CD" w:rsidRPr="00F031CD">
        <w:rPr>
          <w:rStyle w:val="libAlaemChar"/>
          <w:rtl/>
        </w:rPr>
        <w:t xml:space="preserve"> صلى‌الله‌عليه‌وآله‌وسلم </w:t>
      </w:r>
      <w:r>
        <w:rPr>
          <w:rtl/>
        </w:rPr>
        <w:t xml:space="preserve"> نے فرمايا: ... كہ روز قيامت سے پہلے بادل ظاہر ہوگا ...پھر منادى ندا،د ے گا اے لوگو</w:t>
      </w:r>
      <w:r w:rsidR="00083993">
        <w:rPr>
          <w:rtl/>
        </w:rPr>
        <w:t xml:space="preserve">ں </w:t>
      </w:r>
      <w:r w:rsidRPr="003D00C7">
        <w:rPr>
          <w:rStyle w:val="libArabicChar"/>
          <w:rtl/>
        </w:rPr>
        <w:t>اتى امرى الله فلا تستعجلو</w:t>
      </w:r>
      <w:r w:rsidR="00120F63" w:rsidRPr="00B2551F">
        <w:rPr>
          <w:rStyle w:val="libArabicChar"/>
          <w:rFonts w:hint="cs"/>
          <w:rtl/>
        </w:rPr>
        <w:t>ه</w:t>
      </w:r>
    </w:p>
    <w:p w:rsidR="001F628F" w:rsidRDefault="00B84D3B" w:rsidP="00B84D3B">
      <w:pPr>
        <w:pStyle w:val="libLine"/>
        <w:rPr>
          <w:rtl/>
        </w:rPr>
      </w:pPr>
      <w:r>
        <w:rPr>
          <w:rtl/>
        </w:rPr>
        <w:t>____________________</w:t>
      </w:r>
    </w:p>
    <w:p w:rsidR="001F628F" w:rsidRDefault="001F628F" w:rsidP="003D00C7">
      <w:pPr>
        <w:pStyle w:val="libFootnote"/>
        <w:rPr>
          <w:rtl/>
        </w:rPr>
      </w:pPr>
      <w:r>
        <w:rPr>
          <w:rtl/>
        </w:rPr>
        <w:t>1) تفسير عياشى ج2 ص254 ح2 ، نورالثقلين ص38 ح5 _</w:t>
      </w:r>
    </w:p>
    <w:p w:rsidR="001F628F" w:rsidRDefault="001F628F" w:rsidP="003D00C7">
      <w:pPr>
        <w:pStyle w:val="libFootnote"/>
        <w:rPr>
          <w:rtl/>
        </w:rPr>
      </w:pPr>
      <w:r>
        <w:rPr>
          <w:rtl/>
        </w:rPr>
        <w:t>2)الدرالمنشور ج5 ص108_</w:t>
      </w:r>
    </w:p>
    <w:p w:rsidR="003D00C7" w:rsidRDefault="001E7F9D" w:rsidP="00F73EDE">
      <w:pPr>
        <w:pStyle w:val="libPoemTini"/>
        <w:rPr>
          <w:rtl/>
        </w:rPr>
      </w:pPr>
      <w:r>
        <w:rPr>
          <w:rtl/>
        </w:rPr>
        <w:br w:type="page"/>
      </w:r>
    </w:p>
    <w:p w:rsidR="001F628F" w:rsidRDefault="001F628F" w:rsidP="003D00C7">
      <w:pPr>
        <w:pStyle w:val="libNormal"/>
        <w:rPr>
          <w:rtl/>
        </w:rPr>
      </w:pPr>
      <w:r>
        <w:rPr>
          <w:rFonts w:hint="eastAsia"/>
          <w:rtl/>
        </w:rPr>
        <w:lastRenderedPageBreak/>
        <w:t>اسلام</w:t>
      </w:r>
      <w:r>
        <w:rPr>
          <w:rtl/>
        </w:rPr>
        <w:t>:</w:t>
      </w:r>
      <w:r>
        <w:rPr>
          <w:rFonts w:hint="eastAsia"/>
          <w:rtl/>
        </w:rPr>
        <w:t>اسلام</w:t>
      </w:r>
      <w:r>
        <w:rPr>
          <w:rtl/>
        </w:rPr>
        <w:t xml:space="preserve"> كى فتح1،2</w:t>
      </w:r>
    </w:p>
    <w:p w:rsidR="001F628F" w:rsidRDefault="001F628F" w:rsidP="00364545">
      <w:pPr>
        <w:pStyle w:val="libNormal"/>
        <w:rPr>
          <w:rtl/>
        </w:rPr>
      </w:pPr>
      <w:r>
        <w:rPr>
          <w:rFonts w:hint="eastAsia"/>
          <w:rtl/>
        </w:rPr>
        <w:t>الله</w:t>
      </w:r>
      <w:r>
        <w:rPr>
          <w:rtl/>
        </w:rPr>
        <w:t xml:space="preserve"> تعالى :</w:t>
      </w:r>
      <w:r>
        <w:rPr>
          <w:rFonts w:hint="eastAsia"/>
          <w:rtl/>
        </w:rPr>
        <w:t>الله</w:t>
      </w:r>
      <w:r>
        <w:rPr>
          <w:rtl/>
        </w:rPr>
        <w:t xml:space="preserve"> تعالى اور اس كاشريك 7،8; الله تعالى كا علّو 8;الله تعالى كا منزہ ہونا 7،8; الله تعالى كى خبرو</w:t>
      </w:r>
      <w:r w:rsidR="00083993">
        <w:rPr>
          <w:rtl/>
        </w:rPr>
        <w:t xml:space="preserve">ں </w:t>
      </w:r>
      <w:r>
        <w:rPr>
          <w:rtl/>
        </w:rPr>
        <w:t>كا حتمى ہونا10; الله تعالى كے وعدو</w:t>
      </w:r>
      <w:r w:rsidR="00083993">
        <w:rPr>
          <w:rtl/>
        </w:rPr>
        <w:t xml:space="preserve">ں </w:t>
      </w:r>
      <w:r>
        <w:rPr>
          <w:rtl/>
        </w:rPr>
        <w:t>كا حتمى ہونا6; الله تعالى كے وعدو</w:t>
      </w:r>
      <w:r w:rsidR="00083993">
        <w:rPr>
          <w:rtl/>
        </w:rPr>
        <w:t xml:space="preserve">ں </w:t>
      </w:r>
      <w:r>
        <w:rPr>
          <w:rtl/>
        </w:rPr>
        <w:t>كے تحقق پر صبر 3;الله تعالى كے وعدو</w:t>
      </w:r>
      <w:r w:rsidR="00083993">
        <w:rPr>
          <w:rtl/>
        </w:rPr>
        <w:t xml:space="preserve">ں </w:t>
      </w:r>
      <w:r>
        <w:rPr>
          <w:rtl/>
        </w:rPr>
        <w:t>كے تحقق مي</w:t>
      </w:r>
      <w:r w:rsidR="00083993">
        <w:rPr>
          <w:rtl/>
        </w:rPr>
        <w:t xml:space="preserve">ں </w:t>
      </w:r>
      <w:r>
        <w:rPr>
          <w:rtl/>
        </w:rPr>
        <w:t>جلد بازى كى درخواست 2 ، 4;اوامر الہي1،10; الہى وعدو</w:t>
      </w:r>
      <w:r w:rsidR="00083993">
        <w:rPr>
          <w:rtl/>
        </w:rPr>
        <w:t xml:space="preserve">ں </w:t>
      </w:r>
      <w:r>
        <w:rPr>
          <w:rtl/>
        </w:rPr>
        <w:t>مي</w:t>
      </w:r>
      <w:r w:rsidR="00083993">
        <w:rPr>
          <w:rtl/>
        </w:rPr>
        <w:t xml:space="preserve">ں </w:t>
      </w:r>
      <w:r>
        <w:rPr>
          <w:rtl/>
        </w:rPr>
        <w:t>تعجيل سے اجتناب 3</w:t>
      </w:r>
    </w:p>
    <w:p w:rsidR="001F628F" w:rsidRDefault="001F628F" w:rsidP="001F628F">
      <w:pPr>
        <w:pStyle w:val="libNormal"/>
        <w:rPr>
          <w:rtl/>
        </w:rPr>
      </w:pPr>
      <w:r>
        <w:rPr>
          <w:rFonts w:hint="eastAsia"/>
          <w:rtl/>
        </w:rPr>
        <w:t>روايت</w:t>
      </w:r>
      <w:r>
        <w:rPr>
          <w:rtl/>
        </w:rPr>
        <w:t xml:space="preserve"> 10، 11</w:t>
      </w:r>
    </w:p>
    <w:p w:rsidR="001F628F" w:rsidRDefault="001F628F" w:rsidP="00364545">
      <w:pPr>
        <w:pStyle w:val="libNormal"/>
        <w:rPr>
          <w:rtl/>
        </w:rPr>
      </w:pPr>
      <w:r>
        <w:rPr>
          <w:rFonts w:hint="eastAsia"/>
          <w:rtl/>
        </w:rPr>
        <w:t>شرك</w:t>
      </w:r>
      <w:r>
        <w:rPr>
          <w:rtl/>
        </w:rPr>
        <w:t>:</w:t>
      </w:r>
      <w:r>
        <w:rPr>
          <w:rFonts w:hint="eastAsia"/>
          <w:rtl/>
        </w:rPr>
        <w:t>شرك</w:t>
      </w:r>
      <w:r>
        <w:rPr>
          <w:rtl/>
        </w:rPr>
        <w:t xml:space="preserve"> كى شكست 1; شرك كى ناپائيداري9; شرك كے بطلان كے آثار9</w:t>
      </w:r>
    </w:p>
    <w:p w:rsidR="001F628F" w:rsidRDefault="001F628F" w:rsidP="00364545">
      <w:pPr>
        <w:pStyle w:val="libNormal"/>
        <w:rPr>
          <w:rtl/>
        </w:rPr>
      </w:pPr>
      <w:r>
        <w:rPr>
          <w:rFonts w:hint="eastAsia"/>
          <w:rtl/>
        </w:rPr>
        <w:t>عجلت</w:t>
      </w:r>
      <w:r>
        <w:rPr>
          <w:rtl/>
        </w:rPr>
        <w:t>:</w:t>
      </w:r>
      <w:r>
        <w:rPr>
          <w:rFonts w:hint="eastAsia"/>
          <w:rtl/>
        </w:rPr>
        <w:t>عجلت</w:t>
      </w:r>
      <w:r>
        <w:rPr>
          <w:rtl/>
        </w:rPr>
        <w:t xml:space="preserve"> كى سرزنش5</w:t>
      </w:r>
    </w:p>
    <w:p w:rsidR="001F628F" w:rsidRDefault="001F628F" w:rsidP="00364545">
      <w:pPr>
        <w:pStyle w:val="libNormal"/>
        <w:rPr>
          <w:rtl/>
        </w:rPr>
      </w:pPr>
      <w:r>
        <w:rPr>
          <w:rFonts w:hint="eastAsia"/>
          <w:rtl/>
        </w:rPr>
        <w:t>قيامت</w:t>
      </w:r>
      <w:r>
        <w:rPr>
          <w:rtl/>
        </w:rPr>
        <w:t xml:space="preserve"> :</w:t>
      </w:r>
      <w:r>
        <w:rPr>
          <w:rFonts w:hint="eastAsia"/>
          <w:rtl/>
        </w:rPr>
        <w:t>قيامت</w:t>
      </w:r>
      <w:r>
        <w:rPr>
          <w:rtl/>
        </w:rPr>
        <w:t xml:space="preserve"> كى نشانيا</w:t>
      </w:r>
      <w:r w:rsidR="00083993">
        <w:rPr>
          <w:rtl/>
        </w:rPr>
        <w:t xml:space="preserve">ں </w:t>
      </w:r>
      <w:r>
        <w:rPr>
          <w:rtl/>
        </w:rPr>
        <w:t>11</w:t>
      </w:r>
    </w:p>
    <w:p w:rsidR="001F628F" w:rsidRDefault="001F628F" w:rsidP="00364545">
      <w:pPr>
        <w:pStyle w:val="libNormal"/>
        <w:rPr>
          <w:rtl/>
        </w:rPr>
      </w:pPr>
      <w:r>
        <w:rPr>
          <w:rFonts w:hint="eastAsia"/>
          <w:rtl/>
        </w:rPr>
        <w:t>مسلمين</w:t>
      </w:r>
      <w:r>
        <w:rPr>
          <w:rtl/>
        </w:rPr>
        <w:t>:</w:t>
      </w:r>
      <w:r>
        <w:rPr>
          <w:rFonts w:hint="eastAsia"/>
          <w:rtl/>
        </w:rPr>
        <w:t>صدراسلام</w:t>
      </w:r>
      <w:r>
        <w:rPr>
          <w:rtl/>
        </w:rPr>
        <w:t xml:space="preserve"> كے مسلمانو</w:t>
      </w:r>
      <w:r w:rsidR="00083993">
        <w:rPr>
          <w:rtl/>
        </w:rPr>
        <w:t xml:space="preserve">ں </w:t>
      </w:r>
      <w:r>
        <w:rPr>
          <w:rtl/>
        </w:rPr>
        <w:t>كے تقاضے 2</w:t>
      </w:r>
    </w:p>
    <w:p w:rsidR="001F628F" w:rsidRDefault="001F628F" w:rsidP="00364545">
      <w:pPr>
        <w:pStyle w:val="libNormal"/>
        <w:rPr>
          <w:rtl/>
        </w:rPr>
      </w:pPr>
      <w:r>
        <w:rPr>
          <w:rFonts w:hint="eastAsia"/>
          <w:rtl/>
        </w:rPr>
        <w:t>مؤمنين</w:t>
      </w:r>
      <w:r>
        <w:rPr>
          <w:rtl/>
        </w:rPr>
        <w:t>:</w:t>
      </w:r>
      <w:r>
        <w:rPr>
          <w:rFonts w:hint="eastAsia"/>
          <w:rtl/>
        </w:rPr>
        <w:t>مؤمنين</w:t>
      </w:r>
      <w:r>
        <w:rPr>
          <w:rtl/>
        </w:rPr>
        <w:t xml:space="preserve"> كى ذمہ داري3</w:t>
      </w:r>
    </w:p>
    <w:p w:rsidR="001F628F" w:rsidRDefault="001F628F" w:rsidP="00364545">
      <w:pPr>
        <w:pStyle w:val="libNormal"/>
        <w:rPr>
          <w:rtl/>
        </w:rPr>
      </w:pPr>
      <w:r>
        <w:rPr>
          <w:rFonts w:hint="eastAsia"/>
          <w:rtl/>
        </w:rPr>
        <w:t>مشركين</w:t>
      </w:r>
      <w:r>
        <w:rPr>
          <w:rtl/>
        </w:rPr>
        <w:t>:</w:t>
      </w:r>
      <w:r>
        <w:rPr>
          <w:rFonts w:hint="eastAsia"/>
          <w:rtl/>
        </w:rPr>
        <w:t>صدر</w:t>
      </w:r>
      <w:r>
        <w:rPr>
          <w:rtl/>
        </w:rPr>
        <w:t xml:space="preserve"> اسلام كے مشركين كا استہزاء 4; صدرا سلام كے مشركين كى دشمنى 4; صدرا سلام كے مشركين كے تقاضے 4; مشركين كى ذلت1</w:t>
      </w:r>
    </w:p>
    <w:p w:rsidR="001F628F" w:rsidRPr="00120F63" w:rsidRDefault="00364545" w:rsidP="00364545">
      <w:pPr>
        <w:pStyle w:val="Heading2Center"/>
        <w:rPr>
          <w:rtl/>
        </w:rPr>
      </w:pPr>
      <w:bookmarkStart w:id="148" w:name="_Toc28081826"/>
      <w:r>
        <w:rPr>
          <w:rFonts w:hint="cs"/>
          <w:rtl/>
        </w:rPr>
        <w:t xml:space="preserve">آیت </w:t>
      </w:r>
      <w:r w:rsidRPr="00120F63">
        <w:rPr>
          <w:rFonts w:hint="cs"/>
          <w:rtl/>
        </w:rPr>
        <w:t>2</w:t>
      </w:r>
      <w:bookmarkEnd w:id="148"/>
    </w:p>
    <w:p w:rsidR="001F628F" w:rsidRDefault="00E260F9" w:rsidP="00364545">
      <w:pPr>
        <w:pStyle w:val="libNormal"/>
        <w:rPr>
          <w:rtl/>
        </w:rPr>
      </w:pPr>
      <w:r w:rsidRPr="00E260F9">
        <w:rPr>
          <w:rStyle w:val="libAlaemChar"/>
          <w:rFonts w:hint="eastAsia"/>
          <w:rtl/>
        </w:rPr>
        <w:t>(</w:t>
      </w:r>
      <w:r w:rsidRPr="00364545">
        <w:rPr>
          <w:rStyle w:val="libAieChar"/>
          <w:rFonts w:hint="eastAsia"/>
          <w:rtl/>
        </w:rPr>
        <w:t>يُنَزِّلُ</w:t>
      </w:r>
      <w:r w:rsidRPr="00364545">
        <w:rPr>
          <w:rStyle w:val="libAieChar"/>
          <w:rtl/>
        </w:rPr>
        <w:t xml:space="preserve"> الْمَلآئِكَةَ بِالْرُّوحِ مِنْ أَمْرِهِ عَلَى مَن يَشَاءُ مِنْ عِبَادِهِ أَنْ أَنذِرُواْ أَنَّهُ لاَ إِلَـهَ إِلاَّ أَنَاْ فَاتَّقُونِ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جس بندے پر چاہتا ہے اپنے حكم سے ملائكہ كو روح كے ساتھ نازل كرديتا ہے كہ ان بندو</w:t>
      </w:r>
      <w:r w:rsidR="00083993">
        <w:rPr>
          <w:rtl/>
        </w:rPr>
        <w:t xml:space="preserve">ں </w:t>
      </w:r>
      <w:r>
        <w:rPr>
          <w:rtl/>
        </w:rPr>
        <w:t>كو ڈراؤ اور سمجھاؤ كہ ميرے علاوہ كوئي خدا نہي</w:t>
      </w:r>
      <w:r w:rsidR="00083993">
        <w:rPr>
          <w:rtl/>
        </w:rPr>
        <w:t xml:space="preserve">ں </w:t>
      </w:r>
      <w:r>
        <w:rPr>
          <w:rtl/>
        </w:rPr>
        <w:t>ہے لہذا مجھى سے ڈري</w:t>
      </w:r>
      <w:r w:rsidR="00083993">
        <w:rPr>
          <w:rtl/>
        </w:rPr>
        <w:t xml:space="preserve">ں </w:t>
      </w:r>
      <w:r>
        <w:rPr>
          <w:rtl/>
        </w:rPr>
        <w:t>_</w:t>
      </w:r>
    </w:p>
    <w:p w:rsidR="001F628F" w:rsidRDefault="001F628F" w:rsidP="001F628F">
      <w:pPr>
        <w:pStyle w:val="libNormal"/>
        <w:rPr>
          <w:rtl/>
        </w:rPr>
      </w:pPr>
      <w:r>
        <w:rPr>
          <w:rtl/>
        </w:rPr>
        <w:t>1_خداوند عالم، اپنے برگزيدہ بندو</w:t>
      </w:r>
      <w:r w:rsidR="00083993">
        <w:rPr>
          <w:rtl/>
        </w:rPr>
        <w:t xml:space="preserve">ں </w:t>
      </w:r>
      <w:r>
        <w:rPr>
          <w:rtl/>
        </w:rPr>
        <w:t>پر ملائكہ كو روح (وحى الہي) ساتھ نازل كرتا ہے_</w:t>
      </w:r>
    </w:p>
    <w:p w:rsidR="001F628F" w:rsidRPr="00F21947" w:rsidRDefault="001F628F" w:rsidP="00364545">
      <w:pPr>
        <w:pStyle w:val="libArabic"/>
        <w:rPr>
          <w:rtl/>
        </w:rPr>
      </w:pPr>
      <w:r>
        <w:rPr>
          <w:rFonts w:hint="eastAsia"/>
          <w:rtl/>
        </w:rPr>
        <w:t>ينزلالملائكة</w:t>
      </w:r>
      <w:r>
        <w:rPr>
          <w:rtl/>
        </w:rPr>
        <w:t xml:space="preserve"> بالروح من امر</w:t>
      </w:r>
      <w:r w:rsidR="00120F63" w:rsidRPr="00ED5DE8">
        <w:rPr>
          <w:rFonts w:hint="cs"/>
          <w:rtl/>
        </w:rPr>
        <w:t>ه</w:t>
      </w:r>
      <w:r>
        <w:rPr>
          <w:rtl/>
        </w:rPr>
        <w:t xml:space="preserve"> </w:t>
      </w:r>
      <w:r>
        <w:rPr>
          <w:rFonts w:hint="cs"/>
          <w:rtl/>
        </w:rPr>
        <w:t>عل</w:t>
      </w:r>
      <w:r>
        <w:rPr>
          <w:rtl/>
        </w:rPr>
        <w:t>ى من يشاء من عباد</w:t>
      </w:r>
      <w:r w:rsidR="00120F63" w:rsidRPr="00ED5DE8">
        <w:rPr>
          <w:rFonts w:hint="cs"/>
          <w:rtl/>
        </w:rPr>
        <w:t>ه</w:t>
      </w:r>
    </w:p>
    <w:p w:rsidR="00364545" w:rsidRDefault="00364545" w:rsidP="00364545">
      <w:pPr>
        <w:pStyle w:val="libNormal"/>
        <w:rPr>
          <w:rtl/>
        </w:rPr>
      </w:pPr>
      <w:r>
        <w:rPr>
          <w:rFonts w:hint="eastAsia"/>
          <w:rtl/>
        </w:rPr>
        <w:t>آيت</w:t>
      </w:r>
      <w:r>
        <w:rPr>
          <w:rtl/>
        </w:rPr>
        <w:t xml:space="preserve"> ميں روح سے كيا مراد ہے اس بارے ميں مفسرين نے مختلف احتمالات ذكر كئے ہيں _</w:t>
      </w:r>
    </w:p>
    <w:p w:rsidR="00364545" w:rsidRDefault="00364545" w:rsidP="00364545">
      <w:pPr>
        <w:pStyle w:val="libNormal"/>
        <w:rPr>
          <w:rtl/>
        </w:rPr>
      </w:pPr>
      <w:r>
        <w:rPr>
          <w:rFonts w:hint="eastAsia"/>
          <w:rtl/>
        </w:rPr>
        <w:t>جيسے</w:t>
      </w:r>
      <w:r>
        <w:rPr>
          <w:rtl/>
        </w:rPr>
        <w:t xml:space="preserve"> حضرت جبرائيل ، وحى اور وہ چيز كہ جس كے ذريعہ زندگى متحقق ہوتى ہو_ مذكوربالا مطلب ميں ''روح'' وحى سے كنايہ ہے_</w:t>
      </w:r>
    </w:p>
    <w:p w:rsidR="00364545" w:rsidRPr="00364545" w:rsidRDefault="00364545" w:rsidP="00364545">
      <w:pPr>
        <w:pStyle w:val="libNormal"/>
        <w:rPr>
          <w:rtl/>
        </w:rPr>
      </w:pPr>
    </w:p>
    <w:p w:rsidR="00364545" w:rsidRDefault="001E7F9D" w:rsidP="00F73EDE">
      <w:pPr>
        <w:pStyle w:val="libPoemTini"/>
        <w:rPr>
          <w:rtl/>
        </w:rPr>
      </w:pPr>
      <w:r>
        <w:rPr>
          <w:rtl/>
        </w:rPr>
        <w:br w:type="page"/>
      </w:r>
    </w:p>
    <w:p w:rsidR="001F628F" w:rsidRDefault="001F628F" w:rsidP="001F628F">
      <w:pPr>
        <w:pStyle w:val="libNormal"/>
        <w:rPr>
          <w:rtl/>
        </w:rPr>
      </w:pPr>
      <w:r>
        <w:rPr>
          <w:rtl/>
        </w:rPr>
        <w:lastRenderedPageBreak/>
        <w:t>2_ ''روح '' خداوند عالم كے مختص امور اور شان مي</w:t>
      </w:r>
      <w:r w:rsidR="00083993">
        <w:rPr>
          <w:rtl/>
        </w:rPr>
        <w:t xml:space="preserve">ں </w:t>
      </w:r>
      <w:r>
        <w:rPr>
          <w:rtl/>
        </w:rPr>
        <w:t>سے اور اسى كے ساتھ مربوط ہے_</w:t>
      </w:r>
    </w:p>
    <w:p w:rsidR="001F628F" w:rsidRDefault="001F628F" w:rsidP="00364545">
      <w:pPr>
        <w:pStyle w:val="libArabic"/>
        <w:rPr>
          <w:rtl/>
        </w:rPr>
      </w:pPr>
      <w:r>
        <w:rPr>
          <w:rFonts w:hint="eastAsia"/>
          <w:rtl/>
        </w:rPr>
        <w:t>ينزل</w:t>
      </w:r>
      <w:r>
        <w:rPr>
          <w:rtl/>
        </w:rPr>
        <w:t xml:space="preserve"> ملائك</w:t>
      </w:r>
      <w:r w:rsidR="00120F63" w:rsidRPr="00ED5DE8">
        <w:rPr>
          <w:rFonts w:hint="cs"/>
          <w:rtl/>
        </w:rPr>
        <w:t>ه</w:t>
      </w:r>
      <w:r>
        <w:rPr>
          <w:rtl/>
        </w:rPr>
        <w:t xml:space="preserve"> </w:t>
      </w:r>
      <w:r>
        <w:rPr>
          <w:rFonts w:hint="cs"/>
          <w:rtl/>
        </w:rPr>
        <w:t>بالروح</w:t>
      </w:r>
      <w:r>
        <w:rPr>
          <w:rtl/>
        </w:rPr>
        <w:t xml:space="preserve"> </w:t>
      </w:r>
      <w:r>
        <w:rPr>
          <w:rFonts w:hint="cs"/>
          <w:rtl/>
        </w:rPr>
        <w:t>من</w:t>
      </w:r>
      <w:r>
        <w:rPr>
          <w:rtl/>
        </w:rPr>
        <w:t xml:space="preserve"> </w:t>
      </w:r>
      <w:r>
        <w:rPr>
          <w:rFonts w:hint="cs"/>
          <w:rtl/>
        </w:rPr>
        <w:t>امر</w:t>
      </w:r>
      <w:r w:rsidR="00120F63" w:rsidRPr="00ED5DE8">
        <w:rPr>
          <w:rFonts w:hint="cs"/>
          <w:rtl/>
        </w:rPr>
        <w:t>ه</w:t>
      </w:r>
      <w:r>
        <w:rPr>
          <w:rtl/>
        </w:rPr>
        <w:t xml:space="preserve"> </w:t>
      </w:r>
      <w:r>
        <w:rPr>
          <w:rFonts w:hint="cs"/>
          <w:rtl/>
        </w:rPr>
        <w:t>على</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عباد</w:t>
      </w:r>
      <w:r w:rsidR="00120F63" w:rsidRPr="00ED5DE8">
        <w:rPr>
          <w:rFonts w:hint="cs"/>
          <w:rtl/>
        </w:rPr>
        <w:t>ه</w:t>
      </w:r>
    </w:p>
    <w:p w:rsidR="001F628F" w:rsidRDefault="001F628F" w:rsidP="001F628F">
      <w:pPr>
        <w:pStyle w:val="libNormal"/>
        <w:rPr>
          <w:rtl/>
        </w:rPr>
      </w:pPr>
      <w:r>
        <w:rPr>
          <w:rtl/>
        </w:rPr>
        <w:t>''امر '' كا ايك معنى شان بھى ہے مذكورہ بالا تفسير اسى معنى كى بناء پر ہے_</w:t>
      </w:r>
    </w:p>
    <w:p w:rsidR="001F628F" w:rsidRDefault="001F628F" w:rsidP="00364545">
      <w:pPr>
        <w:pStyle w:val="libNormal"/>
        <w:rPr>
          <w:rtl/>
        </w:rPr>
      </w:pPr>
      <w:r>
        <w:rPr>
          <w:rtl/>
        </w:rPr>
        <w:t>3_ خدا كے برگزيدہ بندو</w:t>
      </w:r>
      <w:r w:rsidR="00083993">
        <w:rPr>
          <w:rtl/>
        </w:rPr>
        <w:t xml:space="preserve">ں </w:t>
      </w:r>
      <w:r>
        <w:rPr>
          <w:rtl/>
        </w:rPr>
        <w:t>پر ملائكہ كا نزول حكم خداوندى كے تحت ہے_</w:t>
      </w:r>
      <w:r w:rsidRPr="00364545">
        <w:rPr>
          <w:rStyle w:val="libArabicChar"/>
          <w:rFonts w:hint="eastAsia"/>
          <w:rtl/>
        </w:rPr>
        <w:t>ينزّل</w:t>
      </w:r>
      <w:r w:rsidRPr="00364545">
        <w:rPr>
          <w:rStyle w:val="libArabicChar"/>
          <w:rtl/>
        </w:rPr>
        <w:t xml:space="preserve"> الملائكة بالروح من امر</w:t>
      </w:r>
      <w:r w:rsidR="00120F63" w:rsidRPr="00B2551F">
        <w:rPr>
          <w:rStyle w:val="libArabicChar"/>
          <w:rFonts w:hint="cs"/>
          <w:rtl/>
        </w:rPr>
        <w:t>ه</w:t>
      </w:r>
    </w:p>
    <w:p w:rsidR="001F628F" w:rsidRDefault="001F628F" w:rsidP="001F628F">
      <w:pPr>
        <w:pStyle w:val="libNormal"/>
        <w:rPr>
          <w:rtl/>
        </w:rPr>
      </w:pPr>
      <w:r>
        <w:rPr>
          <w:rtl/>
        </w:rPr>
        <w:t>''امر'' كا ايك معنى فرمان اور حكم ہے اور ''من'' يہا</w:t>
      </w:r>
      <w:r w:rsidR="00083993">
        <w:rPr>
          <w:rtl/>
        </w:rPr>
        <w:t xml:space="preserve">ں </w:t>
      </w:r>
      <w:r>
        <w:rPr>
          <w:rtl/>
        </w:rPr>
        <w:t>''با'' كے معنى مي</w:t>
      </w:r>
      <w:r w:rsidR="00083993">
        <w:rPr>
          <w:rtl/>
        </w:rPr>
        <w:t xml:space="preserve">ں </w:t>
      </w:r>
      <w:r>
        <w:rPr>
          <w:rtl/>
        </w:rPr>
        <w:t>ہوسكتى ہے لہذا اس صورت مي</w:t>
      </w:r>
      <w:r w:rsidR="00083993">
        <w:rPr>
          <w:rtl/>
        </w:rPr>
        <w:t xml:space="preserve">ں </w:t>
      </w:r>
      <w:r>
        <w:rPr>
          <w:rtl/>
        </w:rPr>
        <w:t>''من امرہ'' كا معنى يعنى حكم وفرمان خداہے_</w:t>
      </w:r>
    </w:p>
    <w:p w:rsidR="001F628F" w:rsidRDefault="001F628F" w:rsidP="00364545">
      <w:pPr>
        <w:pStyle w:val="libNormal"/>
        <w:rPr>
          <w:rtl/>
        </w:rPr>
      </w:pPr>
      <w:r>
        <w:rPr>
          <w:rtl/>
        </w:rPr>
        <w:t>4_''وحي''انسان اور معاشرہ كے ليے سرمايہ حيات ہے_</w:t>
      </w:r>
      <w:r w:rsidRPr="00364545">
        <w:rPr>
          <w:rStyle w:val="libArabicChar"/>
          <w:rFonts w:hint="eastAsia"/>
          <w:rtl/>
        </w:rPr>
        <w:t>ينزّل</w:t>
      </w:r>
      <w:r w:rsidRPr="00364545">
        <w:rPr>
          <w:rStyle w:val="libArabicChar"/>
          <w:rtl/>
        </w:rPr>
        <w:t xml:space="preserve"> الملائك</w:t>
      </w:r>
      <w:r w:rsidR="00120F63" w:rsidRPr="00B2551F">
        <w:rPr>
          <w:rStyle w:val="libArabicChar"/>
          <w:rFonts w:hint="cs"/>
          <w:rtl/>
        </w:rPr>
        <w:t>ه</w:t>
      </w:r>
      <w:r w:rsidRPr="00364545">
        <w:rPr>
          <w:rStyle w:val="libArabicChar"/>
          <w:rtl/>
        </w:rPr>
        <w:t xml:space="preserve"> </w:t>
      </w:r>
      <w:r w:rsidRPr="00364545">
        <w:rPr>
          <w:rStyle w:val="libArabicChar"/>
          <w:rFonts w:hint="cs"/>
          <w:rtl/>
        </w:rPr>
        <w:t>بالروح</w:t>
      </w:r>
      <w:r w:rsidRPr="00364545">
        <w:rPr>
          <w:rStyle w:val="libArabicChar"/>
          <w:rtl/>
        </w:rPr>
        <w:t xml:space="preserve"> </w:t>
      </w:r>
      <w:r w:rsidRPr="00364545">
        <w:rPr>
          <w:rStyle w:val="libArabicChar"/>
          <w:rFonts w:hint="cs"/>
          <w:rtl/>
        </w:rPr>
        <w:t>من</w:t>
      </w:r>
      <w:r w:rsidRPr="00364545">
        <w:rPr>
          <w:rStyle w:val="libArabicChar"/>
          <w:rtl/>
        </w:rPr>
        <w:t xml:space="preserve"> </w:t>
      </w:r>
      <w:r w:rsidRPr="00364545">
        <w:rPr>
          <w:rStyle w:val="libArabicChar"/>
          <w:rFonts w:hint="cs"/>
          <w:rtl/>
        </w:rPr>
        <w:t>امر</w:t>
      </w:r>
      <w:r w:rsidR="00120F63" w:rsidRPr="00B2551F">
        <w:rPr>
          <w:rStyle w:val="libArabicChar"/>
          <w:rFonts w:hint="cs"/>
          <w:rtl/>
        </w:rPr>
        <w:t>ه</w:t>
      </w:r>
      <w:r w:rsidRPr="00364545">
        <w:rPr>
          <w:rStyle w:val="libArabicChar"/>
          <w:rtl/>
        </w:rPr>
        <w:t xml:space="preserve"> </w:t>
      </w:r>
      <w:r w:rsidRPr="00364545">
        <w:rPr>
          <w:rStyle w:val="libArabicChar"/>
          <w:rFonts w:hint="cs"/>
          <w:rtl/>
        </w:rPr>
        <w:t>على</w:t>
      </w:r>
      <w:r w:rsidRPr="00364545">
        <w:rPr>
          <w:rStyle w:val="libArabicChar"/>
          <w:rtl/>
        </w:rPr>
        <w:t xml:space="preserve"> </w:t>
      </w:r>
      <w:r w:rsidRPr="00364545">
        <w:rPr>
          <w:rStyle w:val="libArabicChar"/>
          <w:rFonts w:hint="cs"/>
          <w:rtl/>
        </w:rPr>
        <w:t>م</w:t>
      </w:r>
      <w:r w:rsidRPr="00364545">
        <w:rPr>
          <w:rStyle w:val="libArabicChar"/>
          <w:rtl/>
        </w:rPr>
        <w:t xml:space="preserve">ن </w:t>
      </w:r>
      <w:r w:rsidR="00606BEE" w:rsidRPr="00606BEE">
        <w:rPr>
          <w:rStyle w:val="libArabicChar"/>
          <w:rtl/>
        </w:rPr>
        <w:t>يشاء</w:t>
      </w:r>
    </w:p>
    <w:p w:rsidR="001F628F" w:rsidRDefault="001F628F" w:rsidP="001F628F">
      <w:pPr>
        <w:pStyle w:val="libNormal"/>
        <w:rPr>
          <w:rtl/>
        </w:rPr>
      </w:pPr>
      <w:r>
        <w:rPr>
          <w:rFonts w:hint="eastAsia"/>
          <w:rtl/>
        </w:rPr>
        <w:t>جيسا</w:t>
      </w:r>
      <w:r>
        <w:rPr>
          <w:rtl/>
        </w:rPr>
        <w:t xml:space="preserve"> كہ مفسرين نے كہا ہے كہ ''الروح'' سے مراد وحى ہوسكتى ہے_وحى كى جگہ پر كلمہ''الروح'' كا استعمال ،استعارہ ہے_ اس استعارہ كى وجہ شبہ وحى كا سرمايہ حيات ہونا ہے_ جيسا كہ روح موجودات كے ليے سرمايہ حيات ہوتى ہے_</w:t>
      </w:r>
    </w:p>
    <w:p w:rsidR="001F628F" w:rsidRDefault="001F628F" w:rsidP="001F628F">
      <w:pPr>
        <w:pStyle w:val="libNormal"/>
        <w:rPr>
          <w:rtl/>
        </w:rPr>
      </w:pPr>
      <w:r>
        <w:rPr>
          <w:rtl/>
        </w:rPr>
        <w:t>5_ ملائكہ، خداوند عالم كے برگزيدہ بندو</w:t>
      </w:r>
      <w:r w:rsidR="00083993">
        <w:rPr>
          <w:rtl/>
        </w:rPr>
        <w:t xml:space="preserve">ں </w:t>
      </w:r>
      <w:r>
        <w:rPr>
          <w:rtl/>
        </w:rPr>
        <w:t>پر ابلاغ وحى كا ايك واسطہ ہي</w:t>
      </w:r>
      <w:r w:rsidR="00083993">
        <w:rPr>
          <w:rtl/>
        </w:rPr>
        <w:t xml:space="preserve">ں </w:t>
      </w:r>
      <w:r>
        <w:rPr>
          <w:rtl/>
        </w:rPr>
        <w:t>_</w:t>
      </w:r>
    </w:p>
    <w:p w:rsidR="001F628F" w:rsidRDefault="001F628F" w:rsidP="00364545">
      <w:pPr>
        <w:pStyle w:val="libArabic"/>
        <w:rPr>
          <w:rtl/>
        </w:rPr>
      </w:pPr>
      <w:r>
        <w:rPr>
          <w:rFonts w:hint="eastAsia"/>
          <w:rtl/>
        </w:rPr>
        <w:t>ينزل</w:t>
      </w:r>
      <w:r>
        <w:rPr>
          <w:rtl/>
        </w:rPr>
        <w:t xml:space="preserve"> الملائكةبالروح من امر</w:t>
      </w:r>
      <w:r w:rsidR="00120F63" w:rsidRPr="00ED5DE8">
        <w:rPr>
          <w:rFonts w:hint="cs"/>
          <w:rtl/>
        </w:rPr>
        <w:t>ه</w:t>
      </w:r>
      <w:r>
        <w:rPr>
          <w:rtl/>
        </w:rPr>
        <w:t xml:space="preserve"> </w:t>
      </w:r>
      <w:r>
        <w:rPr>
          <w:rFonts w:hint="cs"/>
          <w:rtl/>
        </w:rPr>
        <w:t>على</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عباد</w:t>
      </w:r>
      <w:r w:rsidR="00120F63" w:rsidRPr="00ED5DE8">
        <w:rPr>
          <w:rFonts w:hint="cs"/>
          <w:rtl/>
        </w:rPr>
        <w:t>ه</w:t>
      </w:r>
    </w:p>
    <w:p w:rsidR="001F628F" w:rsidRDefault="001F628F" w:rsidP="001F628F">
      <w:pPr>
        <w:pStyle w:val="libNormal"/>
        <w:rPr>
          <w:rtl/>
        </w:rPr>
      </w:pPr>
      <w:r>
        <w:rPr>
          <w:rFonts w:hint="eastAsia"/>
          <w:rtl/>
        </w:rPr>
        <w:t>بعد</w:t>
      </w:r>
      <w:r>
        <w:rPr>
          <w:rtl/>
        </w:rPr>
        <w:t xml:space="preserve"> والے جملات (ان انذروا ...) كہ جو وحى اور رسالت كے ابلاغ كے بارے مي</w:t>
      </w:r>
      <w:r w:rsidR="00083993">
        <w:rPr>
          <w:rtl/>
        </w:rPr>
        <w:t xml:space="preserve">ں </w:t>
      </w:r>
      <w:r>
        <w:rPr>
          <w:rtl/>
        </w:rPr>
        <w:t>ہے كے قرينے كى بناء پر آيت مي</w:t>
      </w:r>
      <w:r w:rsidR="00083993">
        <w:rPr>
          <w:rtl/>
        </w:rPr>
        <w:t xml:space="preserve">ں </w:t>
      </w:r>
      <w:r>
        <w:rPr>
          <w:rtl/>
        </w:rPr>
        <w:t>''روح'' سے مراد وحى ہوسكتى ہے_</w:t>
      </w:r>
    </w:p>
    <w:p w:rsidR="001F628F" w:rsidRDefault="001F628F" w:rsidP="001F628F">
      <w:pPr>
        <w:pStyle w:val="libNormal"/>
        <w:rPr>
          <w:rtl/>
        </w:rPr>
      </w:pPr>
      <w:r>
        <w:rPr>
          <w:rtl/>
        </w:rPr>
        <w:t>6_ انسان كے ليے وحى كو دريافت كرنے كے ليے خداوند كى عبوديت، ايك شائستہ پيش خيمہ ہے_</w:t>
      </w:r>
    </w:p>
    <w:p w:rsidR="001F628F" w:rsidRDefault="001F628F" w:rsidP="00364545">
      <w:pPr>
        <w:pStyle w:val="libArabic"/>
        <w:rPr>
          <w:rtl/>
        </w:rPr>
      </w:pPr>
      <w:r>
        <w:rPr>
          <w:rFonts w:hint="eastAsia"/>
          <w:rtl/>
        </w:rPr>
        <w:t>ينزّل</w:t>
      </w:r>
      <w:r>
        <w:rPr>
          <w:rtl/>
        </w:rPr>
        <w:t xml:space="preserve"> الملائك</w:t>
      </w:r>
      <w:r w:rsidR="00120F63" w:rsidRPr="00ED5DE8">
        <w:rPr>
          <w:rFonts w:hint="cs"/>
          <w:rtl/>
        </w:rPr>
        <w:t>ه</w:t>
      </w:r>
      <w:r>
        <w:rPr>
          <w:rFonts w:hint="cs"/>
          <w:rtl/>
        </w:rPr>
        <w:t>بالروح</w:t>
      </w:r>
      <w:r>
        <w:rPr>
          <w:rtl/>
        </w:rPr>
        <w:t xml:space="preserve"> </w:t>
      </w:r>
      <w:r>
        <w:rPr>
          <w:rFonts w:hint="cs"/>
          <w:rtl/>
        </w:rPr>
        <w:t>من</w:t>
      </w:r>
      <w:r>
        <w:rPr>
          <w:rtl/>
        </w:rPr>
        <w:t xml:space="preserve"> </w:t>
      </w:r>
      <w:r>
        <w:rPr>
          <w:rFonts w:hint="cs"/>
          <w:rtl/>
        </w:rPr>
        <w:t>امر</w:t>
      </w:r>
      <w:r w:rsidR="00120F63" w:rsidRPr="00ED5DE8">
        <w:rPr>
          <w:rFonts w:hint="cs"/>
          <w:rtl/>
        </w:rPr>
        <w:t>ه</w:t>
      </w:r>
      <w:r>
        <w:rPr>
          <w:rtl/>
        </w:rPr>
        <w:t xml:space="preserve"> </w:t>
      </w:r>
      <w:r>
        <w:rPr>
          <w:rFonts w:hint="cs"/>
          <w:rtl/>
        </w:rPr>
        <w:t>على</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عباد</w:t>
      </w:r>
      <w:r w:rsidR="00120F63" w:rsidRPr="00ED5DE8">
        <w:rPr>
          <w:rFonts w:hint="cs"/>
          <w:rtl/>
        </w:rPr>
        <w:t>ه</w:t>
      </w:r>
    </w:p>
    <w:p w:rsidR="001F628F" w:rsidRDefault="001F628F" w:rsidP="001F628F">
      <w:pPr>
        <w:pStyle w:val="libNormal"/>
        <w:rPr>
          <w:rtl/>
        </w:rPr>
      </w:pPr>
      <w:r>
        <w:rPr>
          <w:rtl/>
        </w:rPr>
        <w:t>''من يشائ'' كى ''من عبادہ'' كے ذريعہ وضاحت كرنا اور ''ناس '' اور خلق وغيرہ جيسے كلمات كى جگہ پر لفظ ''عباد'' كا استعمال ممكن ہے مذكورہ بالا مطلب كى طرف اشارہ ہو_</w:t>
      </w:r>
    </w:p>
    <w:p w:rsidR="001F628F" w:rsidRPr="00364545" w:rsidRDefault="001F628F" w:rsidP="00364545">
      <w:pPr>
        <w:pStyle w:val="libNormal"/>
        <w:rPr>
          <w:rStyle w:val="libArabicChar"/>
          <w:rtl/>
        </w:rPr>
      </w:pPr>
      <w:r>
        <w:rPr>
          <w:rtl/>
        </w:rPr>
        <w:t>7_ وحى كے دريافت كے ليے انبياء كا انتخاب، مشيّت الہى كے تابع ہے_</w:t>
      </w:r>
      <w:r w:rsidRPr="00364545">
        <w:rPr>
          <w:rStyle w:val="libArabicChar"/>
          <w:rFonts w:hint="eastAsia"/>
          <w:rtl/>
        </w:rPr>
        <w:t>ينزل</w:t>
      </w:r>
      <w:r w:rsidRPr="00364545">
        <w:rPr>
          <w:rStyle w:val="libArabicChar"/>
          <w:rtl/>
        </w:rPr>
        <w:t xml:space="preserve"> الملائك</w:t>
      </w:r>
      <w:r w:rsidR="00120F63" w:rsidRPr="00B2551F">
        <w:rPr>
          <w:rStyle w:val="libArabicChar"/>
          <w:rFonts w:hint="cs"/>
          <w:rtl/>
        </w:rPr>
        <w:t>ه</w:t>
      </w:r>
      <w:r w:rsidRPr="00364545">
        <w:rPr>
          <w:rStyle w:val="libArabicChar"/>
          <w:rtl/>
        </w:rPr>
        <w:t xml:space="preserve"> </w:t>
      </w:r>
      <w:r w:rsidRPr="00364545">
        <w:rPr>
          <w:rStyle w:val="libArabicChar"/>
          <w:rFonts w:hint="cs"/>
          <w:rtl/>
        </w:rPr>
        <w:t>بالروح</w:t>
      </w:r>
      <w:r w:rsidRPr="00364545">
        <w:rPr>
          <w:rStyle w:val="libArabicChar"/>
          <w:rtl/>
        </w:rPr>
        <w:t xml:space="preserve"> </w:t>
      </w:r>
      <w:r w:rsidRPr="00364545">
        <w:rPr>
          <w:rStyle w:val="libArabicChar"/>
          <w:rFonts w:hint="cs"/>
          <w:rtl/>
        </w:rPr>
        <w:t>من</w:t>
      </w:r>
      <w:r w:rsidRPr="00364545">
        <w:rPr>
          <w:rStyle w:val="libArabicChar"/>
          <w:rtl/>
        </w:rPr>
        <w:t xml:space="preserve"> </w:t>
      </w:r>
      <w:r w:rsidRPr="00364545">
        <w:rPr>
          <w:rStyle w:val="libArabicChar"/>
          <w:rFonts w:hint="cs"/>
          <w:rtl/>
        </w:rPr>
        <w:t>امر</w:t>
      </w:r>
      <w:r w:rsidR="00120F63" w:rsidRPr="00B2551F">
        <w:rPr>
          <w:rStyle w:val="libArabicChar"/>
          <w:rFonts w:hint="cs"/>
          <w:rtl/>
        </w:rPr>
        <w:t>ه</w:t>
      </w:r>
      <w:r w:rsidRPr="00364545">
        <w:rPr>
          <w:rStyle w:val="libArabicChar"/>
          <w:rtl/>
        </w:rPr>
        <w:t xml:space="preserve"> </w:t>
      </w:r>
      <w:r w:rsidRPr="00364545">
        <w:rPr>
          <w:rStyle w:val="libArabicChar"/>
          <w:rFonts w:hint="cs"/>
          <w:rtl/>
        </w:rPr>
        <w:t>على</w:t>
      </w:r>
      <w:r w:rsidRPr="00364545">
        <w:rPr>
          <w:rStyle w:val="libArabicChar"/>
          <w:rtl/>
        </w:rPr>
        <w:t xml:space="preserve"> </w:t>
      </w:r>
      <w:r w:rsidRPr="00364545">
        <w:rPr>
          <w:rStyle w:val="libArabicChar"/>
          <w:rFonts w:hint="cs"/>
          <w:rtl/>
        </w:rPr>
        <w:t>من</w:t>
      </w:r>
      <w:r w:rsidRPr="00364545">
        <w:rPr>
          <w:rStyle w:val="libArabicChar"/>
          <w:rtl/>
        </w:rPr>
        <w:t xml:space="preserve"> </w:t>
      </w:r>
      <w:r w:rsidRPr="00364545">
        <w:rPr>
          <w:rStyle w:val="libArabicChar"/>
          <w:rFonts w:hint="cs"/>
          <w:rtl/>
        </w:rPr>
        <w:t>يشاء</w:t>
      </w:r>
      <w:r w:rsidRPr="00364545">
        <w:rPr>
          <w:rStyle w:val="libArabicChar"/>
          <w:rtl/>
        </w:rPr>
        <w:t xml:space="preserve"> </w:t>
      </w:r>
      <w:r w:rsidRPr="00364545">
        <w:rPr>
          <w:rStyle w:val="libArabicChar"/>
          <w:rFonts w:hint="cs"/>
          <w:rtl/>
        </w:rPr>
        <w:t>من</w:t>
      </w:r>
      <w:r w:rsidRPr="00364545">
        <w:rPr>
          <w:rStyle w:val="libArabicChar"/>
          <w:rtl/>
        </w:rPr>
        <w:t xml:space="preserve"> عباد</w:t>
      </w:r>
      <w:r w:rsidR="00120F63" w:rsidRPr="00B2551F">
        <w:rPr>
          <w:rStyle w:val="libArabicChar"/>
          <w:rFonts w:hint="cs"/>
          <w:rtl/>
        </w:rPr>
        <w:t>ه</w:t>
      </w:r>
    </w:p>
    <w:p w:rsidR="001F628F" w:rsidRDefault="001F628F" w:rsidP="00364545">
      <w:pPr>
        <w:pStyle w:val="libNormal"/>
        <w:rPr>
          <w:rtl/>
        </w:rPr>
      </w:pPr>
      <w:r>
        <w:rPr>
          <w:rtl/>
        </w:rPr>
        <w:t xml:space="preserve">8_ </w:t>
      </w:r>
      <w:r w:rsidR="003D0BA1">
        <w:rPr>
          <w:rtl/>
        </w:rPr>
        <w:t>انبياء</w:t>
      </w:r>
      <w:r>
        <w:rPr>
          <w:rtl/>
        </w:rPr>
        <w:t>، خداوند عالم كے منتخب بندے ہي</w:t>
      </w:r>
      <w:r w:rsidR="00083993">
        <w:rPr>
          <w:rtl/>
        </w:rPr>
        <w:t xml:space="preserve">ں </w:t>
      </w:r>
      <w:r>
        <w:rPr>
          <w:rtl/>
        </w:rPr>
        <w:t>_</w:t>
      </w:r>
      <w:r w:rsidRPr="00364545">
        <w:rPr>
          <w:rStyle w:val="libArabicChar"/>
          <w:rFonts w:hint="eastAsia"/>
          <w:rtl/>
        </w:rPr>
        <w:t>من</w:t>
      </w:r>
      <w:r w:rsidRPr="00364545">
        <w:rPr>
          <w:rStyle w:val="libArabicChar"/>
          <w:rtl/>
        </w:rPr>
        <w:t xml:space="preserve"> </w:t>
      </w:r>
      <w:r w:rsidR="00606BEE" w:rsidRPr="00606BEE">
        <w:rPr>
          <w:rStyle w:val="libArabicChar"/>
          <w:rtl/>
        </w:rPr>
        <w:t>يشاء</w:t>
      </w:r>
      <w:r w:rsidRPr="00364545">
        <w:rPr>
          <w:rStyle w:val="libArabicChar"/>
          <w:rtl/>
        </w:rPr>
        <w:t xml:space="preserve"> ...</w:t>
      </w:r>
    </w:p>
    <w:p w:rsidR="001F628F" w:rsidRDefault="001F628F" w:rsidP="001F628F">
      <w:pPr>
        <w:pStyle w:val="libNormal"/>
        <w:rPr>
          <w:rtl/>
        </w:rPr>
      </w:pPr>
      <w:r>
        <w:rPr>
          <w:rtl/>
        </w:rPr>
        <w:t>9_ برگزيدہ افراد پر وحى كے ابلاغ كے ليے ملائكہ كا نزول ، حكم الہى كے يقينى اور حتمى ہونے كا ايك پر تو</w:t>
      </w:r>
    </w:p>
    <w:p w:rsidR="00364545" w:rsidRDefault="001E7F9D" w:rsidP="00F73EDE">
      <w:pPr>
        <w:pStyle w:val="libPoemTini"/>
        <w:rPr>
          <w:rtl/>
        </w:rPr>
      </w:pPr>
      <w:r>
        <w:rPr>
          <w:rtl/>
        </w:rPr>
        <w:br w:type="page"/>
      </w:r>
    </w:p>
    <w:p w:rsidR="001F628F" w:rsidRDefault="001F628F" w:rsidP="00364545">
      <w:pPr>
        <w:pStyle w:val="libNormal"/>
        <w:rPr>
          <w:rtl/>
        </w:rPr>
      </w:pPr>
      <w:r>
        <w:rPr>
          <w:rFonts w:hint="eastAsia"/>
          <w:rtl/>
        </w:rPr>
        <w:lastRenderedPageBreak/>
        <w:t>ہے</w:t>
      </w:r>
      <w:r>
        <w:rPr>
          <w:rtl/>
        </w:rPr>
        <w:t>_</w:t>
      </w:r>
      <w:r w:rsidRPr="00364545">
        <w:rPr>
          <w:rStyle w:val="libArabicChar"/>
          <w:rFonts w:hint="eastAsia"/>
          <w:rtl/>
        </w:rPr>
        <w:t>آتى</w:t>
      </w:r>
      <w:r w:rsidRPr="00364545">
        <w:rPr>
          <w:rStyle w:val="libArabicChar"/>
          <w:rtl/>
        </w:rPr>
        <w:t xml:space="preserve"> امراللّ</w:t>
      </w:r>
      <w:r w:rsidR="00120F63" w:rsidRPr="00B2551F">
        <w:rPr>
          <w:rStyle w:val="libArabicChar"/>
          <w:rFonts w:hint="cs"/>
          <w:rtl/>
        </w:rPr>
        <w:t>ه</w:t>
      </w:r>
      <w:r w:rsidRPr="00364545">
        <w:rPr>
          <w:rStyle w:val="libArabicChar"/>
          <w:rtl/>
        </w:rPr>
        <w:t xml:space="preserve"> ... </w:t>
      </w:r>
      <w:r w:rsidRPr="00364545">
        <w:rPr>
          <w:rStyle w:val="libArabicChar"/>
          <w:rFonts w:hint="cs"/>
          <w:rtl/>
        </w:rPr>
        <w:t>ينزّل</w:t>
      </w:r>
      <w:r w:rsidRPr="00364545">
        <w:rPr>
          <w:rStyle w:val="libArabicChar"/>
          <w:rtl/>
        </w:rPr>
        <w:t xml:space="preserve"> </w:t>
      </w:r>
      <w:r w:rsidRPr="00364545">
        <w:rPr>
          <w:rStyle w:val="libArabicChar"/>
          <w:rFonts w:hint="cs"/>
          <w:rtl/>
        </w:rPr>
        <w:t>الملائك</w:t>
      </w:r>
      <w:r w:rsidR="00120F63" w:rsidRPr="00B2551F">
        <w:rPr>
          <w:rStyle w:val="libArabicChar"/>
          <w:rFonts w:hint="cs"/>
          <w:rtl/>
        </w:rPr>
        <w:t>ه</w:t>
      </w:r>
      <w:r w:rsidRPr="00364545">
        <w:rPr>
          <w:rStyle w:val="libArabicChar"/>
          <w:rtl/>
        </w:rPr>
        <w:t xml:space="preserve"> </w:t>
      </w:r>
      <w:r w:rsidRPr="00364545">
        <w:rPr>
          <w:rStyle w:val="libArabicChar"/>
          <w:rFonts w:hint="cs"/>
          <w:rtl/>
        </w:rPr>
        <w:t>بالروح</w:t>
      </w:r>
      <w:r w:rsidRPr="00364545">
        <w:rPr>
          <w:rStyle w:val="libArabicChar"/>
          <w:rtl/>
        </w:rPr>
        <w:t xml:space="preserve"> </w:t>
      </w:r>
      <w:r w:rsidRPr="00364545">
        <w:rPr>
          <w:rStyle w:val="libArabicChar"/>
          <w:rFonts w:hint="cs"/>
          <w:rtl/>
        </w:rPr>
        <w:t>م</w:t>
      </w:r>
      <w:r w:rsidRPr="00364545">
        <w:rPr>
          <w:rStyle w:val="libArabicChar"/>
          <w:rtl/>
        </w:rPr>
        <w:t>ن امر</w:t>
      </w:r>
      <w:r w:rsidR="00120F63" w:rsidRPr="00B2551F">
        <w:rPr>
          <w:rStyle w:val="libArabicChar"/>
          <w:rFonts w:hint="cs"/>
          <w:rtl/>
        </w:rPr>
        <w:t>ه</w:t>
      </w:r>
    </w:p>
    <w:p w:rsidR="001F628F" w:rsidRDefault="001F628F" w:rsidP="00364545">
      <w:pPr>
        <w:pStyle w:val="libNormal"/>
        <w:rPr>
          <w:rtl/>
        </w:rPr>
      </w:pPr>
      <w:r>
        <w:rPr>
          <w:rtl/>
        </w:rPr>
        <w:t>10_ لوگو</w:t>
      </w:r>
      <w:r w:rsidR="00083993">
        <w:rPr>
          <w:rtl/>
        </w:rPr>
        <w:t xml:space="preserve">ں </w:t>
      </w:r>
      <w:r>
        <w:rPr>
          <w:rtl/>
        </w:rPr>
        <w:t>كو انذار اور خبردار كرنا، انبياء كا بنيادى وظيفہ ہے_</w:t>
      </w:r>
      <w:r w:rsidRPr="00364545">
        <w:rPr>
          <w:rStyle w:val="libArabicChar"/>
          <w:rFonts w:hint="eastAsia"/>
          <w:rtl/>
        </w:rPr>
        <w:t>ينزل</w:t>
      </w:r>
      <w:r w:rsidRPr="00364545">
        <w:rPr>
          <w:rStyle w:val="libArabicChar"/>
          <w:rtl/>
        </w:rPr>
        <w:t xml:space="preserve"> الملائك</w:t>
      </w:r>
      <w:r w:rsidR="00120F63" w:rsidRPr="00B2551F">
        <w:rPr>
          <w:rStyle w:val="libArabicChar"/>
          <w:rFonts w:hint="cs"/>
          <w:rtl/>
        </w:rPr>
        <w:t>ه</w:t>
      </w:r>
      <w:r w:rsidRPr="00364545">
        <w:rPr>
          <w:rStyle w:val="libArabicChar"/>
          <w:rFonts w:hint="cs"/>
          <w:rtl/>
        </w:rPr>
        <w:t>بالروح</w:t>
      </w:r>
      <w:r w:rsidRPr="00364545">
        <w:rPr>
          <w:rStyle w:val="libArabicChar"/>
          <w:rtl/>
        </w:rPr>
        <w:t xml:space="preserve"> ... </w:t>
      </w:r>
      <w:r w:rsidRPr="00364545">
        <w:rPr>
          <w:rStyle w:val="libArabicChar"/>
          <w:rFonts w:hint="cs"/>
          <w:rtl/>
        </w:rPr>
        <w:t>من</w:t>
      </w:r>
      <w:r w:rsidRPr="00364545">
        <w:rPr>
          <w:rStyle w:val="libArabicChar"/>
          <w:rtl/>
        </w:rPr>
        <w:t xml:space="preserve"> </w:t>
      </w:r>
      <w:r w:rsidRPr="00364545">
        <w:rPr>
          <w:rStyle w:val="libArabicChar"/>
          <w:rFonts w:hint="cs"/>
          <w:rtl/>
        </w:rPr>
        <w:t>عباد</w:t>
      </w:r>
      <w:r w:rsidR="00120F63" w:rsidRPr="00B2551F">
        <w:rPr>
          <w:rStyle w:val="libArabicChar"/>
          <w:rFonts w:hint="cs"/>
          <w:rtl/>
        </w:rPr>
        <w:t>ه</w:t>
      </w:r>
      <w:r w:rsidRPr="00364545">
        <w:rPr>
          <w:rStyle w:val="libArabicChar"/>
          <w:rtl/>
        </w:rPr>
        <w:t xml:space="preserve"> </w:t>
      </w:r>
      <w:r w:rsidRPr="00364545">
        <w:rPr>
          <w:rStyle w:val="libArabicChar"/>
          <w:rFonts w:hint="cs"/>
          <w:rtl/>
        </w:rPr>
        <w:t>ان</w:t>
      </w:r>
      <w:r w:rsidRPr="00364545">
        <w:rPr>
          <w:rStyle w:val="libArabicChar"/>
          <w:rtl/>
        </w:rPr>
        <w:t xml:space="preserve"> انذرو</w:t>
      </w:r>
    </w:p>
    <w:p w:rsidR="001F628F" w:rsidRDefault="001F628F" w:rsidP="001F628F">
      <w:pPr>
        <w:pStyle w:val="libNormal"/>
        <w:rPr>
          <w:rtl/>
        </w:rPr>
      </w:pPr>
      <w:r>
        <w:rPr>
          <w:rtl/>
        </w:rPr>
        <w:t>11_ منتخب بندو</w:t>
      </w:r>
      <w:r w:rsidR="00083993">
        <w:rPr>
          <w:rtl/>
        </w:rPr>
        <w:t xml:space="preserve">ں </w:t>
      </w:r>
      <w:r>
        <w:rPr>
          <w:rtl/>
        </w:rPr>
        <w:t>پر فرشتو</w:t>
      </w:r>
      <w:r w:rsidR="00083993">
        <w:rPr>
          <w:rtl/>
        </w:rPr>
        <w:t xml:space="preserve">ں </w:t>
      </w:r>
      <w:r>
        <w:rPr>
          <w:rtl/>
        </w:rPr>
        <w:t>كے نزول كا مقصد، ان تك الہى پيغام پہنچانا ہے _</w:t>
      </w:r>
    </w:p>
    <w:p w:rsidR="001F628F" w:rsidRDefault="001F628F" w:rsidP="00364545">
      <w:pPr>
        <w:pStyle w:val="libArabic"/>
        <w:rPr>
          <w:rtl/>
        </w:rPr>
      </w:pPr>
      <w:r>
        <w:rPr>
          <w:rFonts w:hint="eastAsia"/>
          <w:rtl/>
        </w:rPr>
        <w:t>ينزل</w:t>
      </w:r>
      <w:r>
        <w:rPr>
          <w:rtl/>
        </w:rPr>
        <w:t xml:space="preserve"> الملائك</w:t>
      </w:r>
      <w:r w:rsidR="00120F63" w:rsidRPr="00ED5DE8">
        <w:rPr>
          <w:rFonts w:hint="cs"/>
          <w:rtl/>
        </w:rPr>
        <w:t>ه</w:t>
      </w:r>
      <w:r>
        <w:rPr>
          <w:rtl/>
        </w:rPr>
        <w:t xml:space="preserve"> ... </w:t>
      </w:r>
      <w:r>
        <w:rPr>
          <w:rFonts w:hint="cs"/>
          <w:rtl/>
        </w:rPr>
        <w:t>ان</w:t>
      </w:r>
      <w:r>
        <w:rPr>
          <w:rtl/>
        </w:rPr>
        <w:t xml:space="preserve"> </w:t>
      </w:r>
      <w:r>
        <w:rPr>
          <w:rFonts w:hint="cs"/>
          <w:rtl/>
        </w:rPr>
        <w:t>انذروا</w:t>
      </w:r>
      <w:r>
        <w:rPr>
          <w:rtl/>
        </w:rPr>
        <w:t xml:space="preserve"> </w:t>
      </w:r>
      <w:r>
        <w:rPr>
          <w:rFonts w:hint="cs"/>
          <w:rtl/>
        </w:rPr>
        <w:t>انّ</w:t>
      </w:r>
      <w:r w:rsidR="00120F63" w:rsidRPr="00ED5DE8">
        <w:rPr>
          <w:rFonts w:hint="cs"/>
          <w:rtl/>
        </w:rPr>
        <w:t>ه</w:t>
      </w:r>
      <w:r>
        <w:rPr>
          <w:rtl/>
        </w:rPr>
        <w:t xml:space="preserve"> </w:t>
      </w:r>
      <w:r>
        <w:rPr>
          <w:rFonts w:hint="cs"/>
          <w:rtl/>
        </w:rPr>
        <w:t>لا</w:t>
      </w:r>
      <w:r>
        <w:rPr>
          <w:rtl/>
        </w:rPr>
        <w:t xml:space="preserve"> </w:t>
      </w:r>
      <w:r>
        <w:rPr>
          <w:rFonts w:hint="cs"/>
          <w:rtl/>
        </w:rPr>
        <w:t>ال</w:t>
      </w:r>
      <w:r w:rsidR="00120F63" w:rsidRPr="00ED5DE8">
        <w:rPr>
          <w:rFonts w:hint="cs"/>
          <w:rtl/>
        </w:rPr>
        <w:t>ه</w:t>
      </w:r>
      <w:r>
        <w:rPr>
          <w:rtl/>
        </w:rPr>
        <w:t xml:space="preserve"> الّا أن</w:t>
      </w:r>
    </w:p>
    <w:p w:rsidR="001F628F" w:rsidRDefault="001F628F" w:rsidP="00364545">
      <w:pPr>
        <w:pStyle w:val="libNormal"/>
        <w:rPr>
          <w:rtl/>
        </w:rPr>
      </w:pPr>
      <w:r>
        <w:rPr>
          <w:rtl/>
        </w:rPr>
        <w:t>12_ ملائكہ كے ذريعہ، الہى فرامين كا اجراء ہوتا ہے_</w:t>
      </w:r>
      <w:r w:rsidRPr="00364545">
        <w:rPr>
          <w:rStyle w:val="libArabicChar"/>
          <w:rFonts w:hint="eastAsia"/>
          <w:rtl/>
        </w:rPr>
        <w:t>ينزل</w:t>
      </w:r>
      <w:r w:rsidRPr="00364545">
        <w:rPr>
          <w:rStyle w:val="libArabicChar"/>
          <w:rtl/>
        </w:rPr>
        <w:t xml:space="preserve"> الملائك</w:t>
      </w:r>
      <w:r w:rsidR="00120F63" w:rsidRPr="00B2551F">
        <w:rPr>
          <w:rStyle w:val="libArabicChar"/>
          <w:rFonts w:hint="cs"/>
          <w:rtl/>
        </w:rPr>
        <w:t>ه</w:t>
      </w:r>
      <w:r w:rsidRPr="00364545">
        <w:rPr>
          <w:rStyle w:val="libArabicChar"/>
          <w:rtl/>
        </w:rPr>
        <w:t xml:space="preserve"> ... </w:t>
      </w:r>
      <w:r w:rsidRPr="00364545">
        <w:rPr>
          <w:rStyle w:val="libArabicChar"/>
          <w:rFonts w:hint="cs"/>
          <w:rtl/>
        </w:rPr>
        <w:t>ان</w:t>
      </w:r>
      <w:r w:rsidRPr="00364545">
        <w:rPr>
          <w:rStyle w:val="libArabicChar"/>
          <w:rtl/>
        </w:rPr>
        <w:t xml:space="preserve"> انذرو</w:t>
      </w:r>
    </w:p>
    <w:p w:rsidR="001F628F" w:rsidRDefault="001F628F" w:rsidP="00364545">
      <w:pPr>
        <w:pStyle w:val="libNormal"/>
        <w:rPr>
          <w:rtl/>
        </w:rPr>
      </w:pPr>
      <w:r>
        <w:rPr>
          <w:rtl/>
        </w:rPr>
        <w:t>13_ تقوى اور حقوق الله كى رعايت، غير معمولى قدر وقيمت كى مالك ہے_</w:t>
      </w:r>
      <w:r w:rsidRPr="00364545">
        <w:rPr>
          <w:rStyle w:val="libArabicChar"/>
          <w:rFonts w:hint="eastAsia"/>
          <w:rtl/>
        </w:rPr>
        <w:t>ان</w:t>
      </w:r>
      <w:r w:rsidR="00120F63" w:rsidRPr="00B2551F">
        <w:rPr>
          <w:rStyle w:val="libArabicChar"/>
          <w:rFonts w:hint="cs"/>
          <w:rtl/>
        </w:rPr>
        <w:t>ه</w:t>
      </w:r>
      <w:r w:rsidRPr="00364545">
        <w:rPr>
          <w:rStyle w:val="libArabicChar"/>
          <w:rFonts w:hint="cs"/>
          <w:rtl/>
        </w:rPr>
        <w:t>ّ</w:t>
      </w:r>
      <w:r w:rsidRPr="00364545">
        <w:rPr>
          <w:rStyle w:val="libArabicChar"/>
          <w:rtl/>
        </w:rPr>
        <w:t xml:space="preserve"> لا ال</w:t>
      </w:r>
      <w:r w:rsidR="00120F63" w:rsidRPr="00B2551F">
        <w:rPr>
          <w:rStyle w:val="libArabicChar"/>
          <w:rFonts w:hint="cs"/>
          <w:rtl/>
        </w:rPr>
        <w:t>ه</w:t>
      </w:r>
      <w:r w:rsidRPr="00364545">
        <w:rPr>
          <w:rStyle w:val="libArabicChar"/>
          <w:rFonts w:hint="cs"/>
          <w:rtl/>
        </w:rPr>
        <w:t>الّا</w:t>
      </w:r>
      <w:r w:rsidRPr="00364545">
        <w:rPr>
          <w:rStyle w:val="libArabicChar"/>
          <w:rtl/>
        </w:rPr>
        <w:t xml:space="preserve"> </w:t>
      </w:r>
      <w:r w:rsidRPr="00364545">
        <w:rPr>
          <w:rStyle w:val="libArabicChar"/>
          <w:rFonts w:hint="cs"/>
          <w:rtl/>
        </w:rPr>
        <w:t>أنا</w:t>
      </w:r>
      <w:r w:rsidRPr="00364545">
        <w:rPr>
          <w:rStyle w:val="libArabicChar"/>
          <w:rtl/>
        </w:rPr>
        <w:t xml:space="preserve"> فاتقون</w:t>
      </w:r>
    </w:p>
    <w:p w:rsidR="001F628F" w:rsidRDefault="001F628F" w:rsidP="001F628F">
      <w:pPr>
        <w:pStyle w:val="libNormal"/>
        <w:rPr>
          <w:rtl/>
        </w:rPr>
      </w:pPr>
      <w:r>
        <w:rPr>
          <w:rFonts w:hint="eastAsia"/>
          <w:rtl/>
        </w:rPr>
        <w:t>كيو</w:t>
      </w:r>
      <w:r w:rsidR="00083993">
        <w:rPr>
          <w:rFonts w:hint="eastAsia"/>
          <w:rtl/>
        </w:rPr>
        <w:t xml:space="preserve">ں </w:t>
      </w:r>
      <w:r>
        <w:rPr>
          <w:rtl/>
        </w:rPr>
        <w:t>كہ روح اور ملائكہ كو توحيد كے ابلاغ كے ليے بھيجا جاتا ہے اور توحيدكو تقوى تك پہنچنے كا ايك مقدمہ قرار ديا گيا ہے اس سے مذكورہ بالا مطلب حاصل ہوتاہے _</w:t>
      </w:r>
    </w:p>
    <w:p w:rsidR="001F628F" w:rsidRDefault="001F628F" w:rsidP="00364545">
      <w:pPr>
        <w:pStyle w:val="libNormal"/>
        <w:rPr>
          <w:rtl/>
        </w:rPr>
      </w:pPr>
      <w:r>
        <w:rPr>
          <w:rtl/>
        </w:rPr>
        <w:t>14_ انبياء كى دعوت كا خلاصہ ، توحيد كى طرف دعوت اور خوف الہى ہے _</w:t>
      </w:r>
      <w:r w:rsidRPr="00364545">
        <w:rPr>
          <w:rStyle w:val="libArabicChar"/>
          <w:rFonts w:hint="eastAsia"/>
          <w:rtl/>
        </w:rPr>
        <w:t>لا</w:t>
      </w:r>
      <w:r w:rsidRPr="00364545">
        <w:rPr>
          <w:rStyle w:val="libArabicChar"/>
          <w:rtl/>
        </w:rPr>
        <w:t xml:space="preserve"> ال</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أنا</w:t>
      </w:r>
      <w:r w:rsidRPr="00364545">
        <w:rPr>
          <w:rStyle w:val="libArabicChar"/>
          <w:rtl/>
        </w:rPr>
        <w:t xml:space="preserve"> فاتقون</w:t>
      </w:r>
    </w:p>
    <w:p w:rsidR="001F628F" w:rsidRDefault="001F628F" w:rsidP="00364545">
      <w:pPr>
        <w:pStyle w:val="libNormal"/>
        <w:rPr>
          <w:rtl/>
        </w:rPr>
      </w:pPr>
      <w:r>
        <w:rPr>
          <w:rtl/>
        </w:rPr>
        <w:t>15_ خدائے يكتا پر اعتقاد ، تقوى اور خوف الہى كا پيش خيمہ ہے_</w:t>
      </w:r>
      <w:r w:rsidRPr="00364545">
        <w:rPr>
          <w:rStyle w:val="libArabicChar"/>
          <w:rFonts w:hint="eastAsia"/>
          <w:rtl/>
        </w:rPr>
        <w:t>ان</w:t>
      </w:r>
      <w:r w:rsidRPr="00364545">
        <w:rPr>
          <w:rStyle w:val="libArabicChar"/>
          <w:rtl/>
        </w:rPr>
        <w:t xml:space="preserve"> انذروا انّ</w:t>
      </w:r>
      <w:r w:rsidR="00120F63" w:rsidRPr="00B2551F">
        <w:rPr>
          <w:rStyle w:val="libArabicChar"/>
          <w:rFonts w:hint="cs"/>
          <w:rtl/>
        </w:rPr>
        <w:t>ه</w:t>
      </w:r>
      <w:r w:rsidRPr="00364545">
        <w:rPr>
          <w:rStyle w:val="libArabicChar"/>
          <w:rtl/>
        </w:rPr>
        <w:t xml:space="preserve"> </w:t>
      </w:r>
      <w:r w:rsidRPr="00364545">
        <w:rPr>
          <w:rStyle w:val="libArabicChar"/>
          <w:rFonts w:hint="cs"/>
          <w:rtl/>
        </w:rPr>
        <w:t>لا</w:t>
      </w:r>
      <w:r w:rsidRPr="00364545">
        <w:rPr>
          <w:rStyle w:val="libArabicChar"/>
          <w:rtl/>
        </w:rPr>
        <w:t xml:space="preserve"> </w:t>
      </w:r>
      <w:r w:rsidRPr="00364545">
        <w:rPr>
          <w:rStyle w:val="libArabicChar"/>
          <w:rFonts w:hint="cs"/>
          <w:rtl/>
        </w:rPr>
        <w:t>ال</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أن</w:t>
      </w:r>
      <w:r w:rsidRPr="00364545">
        <w:rPr>
          <w:rStyle w:val="libArabicChar"/>
          <w:rtl/>
        </w:rPr>
        <w:t>ا فاتقون</w:t>
      </w:r>
    </w:p>
    <w:p w:rsidR="001F628F" w:rsidRDefault="001F628F" w:rsidP="001F628F">
      <w:pPr>
        <w:pStyle w:val="libNormal"/>
        <w:rPr>
          <w:rtl/>
        </w:rPr>
      </w:pPr>
      <w:r>
        <w:rPr>
          <w:rtl/>
        </w:rPr>
        <w:t>''فاتقون'' مي</w:t>
      </w:r>
      <w:r w:rsidR="00083993">
        <w:rPr>
          <w:rtl/>
        </w:rPr>
        <w:t xml:space="preserve">ں </w:t>
      </w:r>
      <w:r>
        <w:rPr>
          <w:rtl/>
        </w:rPr>
        <w:t>''فا'' تفريع كے ليے ہے اس بناء پر يہ مطلب اخذ ہوتا ہے كہ : اگر كوئي توحيد اور خدائي يگانگت پر ايمان لے آئے تو اس كے ليے تقوى الہى كا زمينہ بھى فراہم ہوجاتا ہے _</w:t>
      </w:r>
    </w:p>
    <w:p w:rsidR="001F628F" w:rsidRDefault="001F628F" w:rsidP="00364545">
      <w:pPr>
        <w:pStyle w:val="libNormal"/>
        <w:rPr>
          <w:rtl/>
        </w:rPr>
      </w:pPr>
      <w:r>
        <w:rPr>
          <w:rtl/>
        </w:rPr>
        <w:t>16_ توحيدى فكر ، انسان كو اس كے مناسب عمل كرنے كى دعوت ديتى ہے_</w:t>
      </w:r>
      <w:r w:rsidRPr="00364545">
        <w:rPr>
          <w:rStyle w:val="libArabicChar"/>
          <w:rFonts w:hint="eastAsia"/>
          <w:rtl/>
        </w:rPr>
        <w:t>لا</w:t>
      </w:r>
      <w:r w:rsidRPr="00364545">
        <w:rPr>
          <w:rStyle w:val="libArabicChar"/>
          <w:rtl/>
        </w:rPr>
        <w:t xml:space="preserve"> ال</w:t>
      </w:r>
      <w:r w:rsidR="00120F63" w:rsidRPr="00B2551F">
        <w:rPr>
          <w:rStyle w:val="libArabicChar"/>
          <w:rFonts w:hint="cs"/>
          <w:rtl/>
        </w:rPr>
        <w:t>ه</w:t>
      </w:r>
      <w:r w:rsidRPr="00364545">
        <w:rPr>
          <w:rStyle w:val="libArabicChar"/>
          <w:rtl/>
        </w:rPr>
        <w:t xml:space="preserve"> ...</w:t>
      </w:r>
    </w:p>
    <w:p w:rsidR="001F628F" w:rsidRDefault="001F628F" w:rsidP="00364545">
      <w:pPr>
        <w:pStyle w:val="libNormal"/>
        <w:rPr>
          <w:rtl/>
        </w:rPr>
      </w:pPr>
      <w:r>
        <w:rPr>
          <w:rtl/>
        </w:rPr>
        <w:t xml:space="preserve">17_ </w:t>
      </w:r>
      <w:r w:rsidRPr="00364545">
        <w:rPr>
          <w:rStyle w:val="libArabicChar"/>
          <w:rtl/>
        </w:rPr>
        <w:t>آتى رجل امير المؤمنين</w:t>
      </w:r>
      <w:r w:rsidR="00367F17" w:rsidRPr="00367F17">
        <w:rPr>
          <w:rStyle w:val="libAlaemChar"/>
          <w:rtl/>
        </w:rPr>
        <w:t xml:space="preserve"> عليه‌السلام </w:t>
      </w:r>
      <w:r w:rsidRPr="00364545">
        <w:rPr>
          <w:rStyle w:val="libArabicChar"/>
          <w:rtl/>
        </w:rPr>
        <w:t xml:space="preserve"> يسأل</w:t>
      </w:r>
      <w:r w:rsidR="00120F63" w:rsidRPr="00B2551F">
        <w:rPr>
          <w:rStyle w:val="libArabicChar"/>
          <w:rFonts w:hint="cs"/>
          <w:rtl/>
        </w:rPr>
        <w:t>ه</w:t>
      </w:r>
      <w:r w:rsidRPr="00364545">
        <w:rPr>
          <w:rStyle w:val="libArabicChar"/>
          <w:rtl/>
        </w:rPr>
        <w:t xml:space="preserve"> </w:t>
      </w:r>
      <w:r w:rsidRPr="00364545">
        <w:rPr>
          <w:rStyle w:val="libArabicChar"/>
          <w:rFonts w:hint="cs"/>
          <w:rtl/>
        </w:rPr>
        <w:t>عن</w:t>
      </w:r>
      <w:r w:rsidRPr="00364545">
        <w:rPr>
          <w:rStyle w:val="libArabicChar"/>
          <w:rtl/>
        </w:rPr>
        <w:t xml:space="preserve"> </w:t>
      </w:r>
      <w:r w:rsidRPr="00364545">
        <w:rPr>
          <w:rStyle w:val="libArabicChar"/>
          <w:rFonts w:hint="cs"/>
          <w:rtl/>
        </w:rPr>
        <w:t>الروح</w:t>
      </w:r>
      <w:r w:rsidRPr="00364545">
        <w:rPr>
          <w:rStyle w:val="libArabicChar"/>
          <w:rtl/>
        </w:rPr>
        <w:t xml:space="preserve"> </w:t>
      </w:r>
      <w:r w:rsidRPr="00364545">
        <w:rPr>
          <w:rStyle w:val="libArabicChar"/>
          <w:rFonts w:hint="cs"/>
          <w:rtl/>
        </w:rPr>
        <w:t>أليس</w:t>
      </w:r>
      <w:r w:rsidRPr="00364545">
        <w:rPr>
          <w:rStyle w:val="libArabicChar"/>
          <w:rtl/>
        </w:rPr>
        <w:t xml:space="preserve"> </w:t>
      </w:r>
      <w:r w:rsidR="00120F63" w:rsidRPr="00B2551F">
        <w:rPr>
          <w:rStyle w:val="libArabicChar"/>
          <w:rFonts w:hint="cs"/>
          <w:rtl/>
        </w:rPr>
        <w:t>ه</w:t>
      </w:r>
      <w:r w:rsidRPr="00364545">
        <w:rPr>
          <w:rStyle w:val="libArabicChar"/>
          <w:rFonts w:hint="cs"/>
          <w:rtl/>
        </w:rPr>
        <w:t>و</w:t>
      </w:r>
      <w:r w:rsidRPr="00364545">
        <w:rPr>
          <w:rStyle w:val="libArabicChar"/>
          <w:rtl/>
        </w:rPr>
        <w:t xml:space="preserve"> </w:t>
      </w:r>
      <w:r w:rsidRPr="00364545">
        <w:rPr>
          <w:rStyle w:val="libArabicChar"/>
          <w:rFonts w:hint="cs"/>
          <w:rtl/>
        </w:rPr>
        <w:t>جبرئيل</w:t>
      </w:r>
      <w:r w:rsidR="00367F17" w:rsidRPr="00367F17">
        <w:rPr>
          <w:rStyle w:val="libAlaemChar"/>
          <w:rtl/>
        </w:rPr>
        <w:t xml:space="preserve"> عليه‌السلام </w:t>
      </w:r>
      <w:r w:rsidRPr="00364545">
        <w:rPr>
          <w:rStyle w:val="libArabicChar"/>
          <w:rtl/>
        </w:rPr>
        <w:t xml:space="preserve"> : </w:t>
      </w:r>
      <w:r w:rsidRPr="00364545">
        <w:rPr>
          <w:rStyle w:val="libArabicChar"/>
          <w:rFonts w:hint="cs"/>
          <w:rtl/>
        </w:rPr>
        <w:t>فقال</w:t>
      </w:r>
      <w:r w:rsidRPr="00364545">
        <w:rPr>
          <w:rStyle w:val="libArabicChar"/>
          <w:rtl/>
        </w:rPr>
        <w:t xml:space="preserve"> </w:t>
      </w:r>
      <w:r w:rsidRPr="00364545">
        <w:rPr>
          <w:rStyle w:val="libArabicChar"/>
          <w:rFonts w:hint="cs"/>
          <w:rtl/>
        </w:rPr>
        <w:t>ل</w:t>
      </w:r>
      <w:r w:rsidR="00120F63" w:rsidRPr="00B2551F">
        <w:rPr>
          <w:rStyle w:val="libArabicChar"/>
          <w:rFonts w:hint="cs"/>
          <w:rtl/>
        </w:rPr>
        <w:t>ه</w:t>
      </w:r>
      <w:r w:rsidRPr="00364545">
        <w:rPr>
          <w:rStyle w:val="libArabicChar"/>
          <w:rtl/>
        </w:rPr>
        <w:t xml:space="preserve"> </w:t>
      </w:r>
      <w:r w:rsidRPr="00364545">
        <w:rPr>
          <w:rStyle w:val="libArabicChar"/>
          <w:rFonts w:hint="cs"/>
          <w:rtl/>
        </w:rPr>
        <w:t>اميرالمؤمنين</w:t>
      </w:r>
      <w:r w:rsidR="00367F17" w:rsidRPr="00367F17">
        <w:rPr>
          <w:rStyle w:val="libAlaemChar"/>
          <w:rtl/>
        </w:rPr>
        <w:t xml:space="preserve"> عليه‌السلام </w:t>
      </w:r>
      <w:r w:rsidRPr="00364545">
        <w:rPr>
          <w:rStyle w:val="libArabicChar"/>
          <w:rtl/>
        </w:rPr>
        <w:t xml:space="preserve"> </w:t>
      </w:r>
      <w:r w:rsidRPr="00364545">
        <w:rPr>
          <w:rStyle w:val="libArabicChar"/>
          <w:rFonts w:hint="cs"/>
          <w:rtl/>
        </w:rPr>
        <w:t>جبرئيل</w:t>
      </w:r>
      <w:r w:rsidRPr="00364545">
        <w:rPr>
          <w:rStyle w:val="libArabicChar"/>
          <w:rtl/>
        </w:rPr>
        <w:t xml:space="preserve"> </w:t>
      </w:r>
      <w:r w:rsidRPr="00364545">
        <w:rPr>
          <w:rStyle w:val="libArabicChar"/>
          <w:rFonts w:hint="cs"/>
          <w:rtl/>
        </w:rPr>
        <w:t>من</w:t>
      </w:r>
      <w:r w:rsidRPr="00364545">
        <w:rPr>
          <w:rStyle w:val="libArabicChar"/>
          <w:rtl/>
        </w:rPr>
        <w:t xml:space="preserve"> </w:t>
      </w:r>
      <w:r w:rsidRPr="00364545">
        <w:rPr>
          <w:rStyle w:val="libArabicChar"/>
          <w:rFonts w:hint="cs"/>
          <w:rtl/>
        </w:rPr>
        <w:t>الملائكة</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الروح</w:t>
      </w:r>
      <w:r w:rsidRPr="00364545">
        <w:rPr>
          <w:rStyle w:val="libArabicChar"/>
          <w:rtl/>
        </w:rPr>
        <w:t xml:space="preserve"> </w:t>
      </w:r>
      <w:r w:rsidRPr="00364545">
        <w:rPr>
          <w:rStyle w:val="libArabicChar"/>
          <w:rFonts w:hint="cs"/>
          <w:rtl/>
        </w:rPr>
        <w:t>غير</w:t>
      </w:r>
      <w:r w:rsidRPr="00364545">
        <w:rPr>
          <w:rStyle w:val="libArabicChar"/>
          <w:rtl/>
        </w:rPr>
        <w:t xml:space="preserve"> </w:t>
      </w:r>
      <w:r w:rsidRPr="00364545">
        <w:rPr>
          <w:rStyle w:val="libArabicChar"/>
          <w:rFonts w:hint="cs"/>
          <w:rtl/>
        </w:rPr>
        <w:t>جبرئيل</w:t>
      </w:r>
      <w:r w:rsidRPr="00364545">
        <w:rPr>
          <w:rStyle w:val="libArabicChar"/>
          <w:rtl/>
        </w:rPr>
        <w:t xml:space="preserve"> ... </w:t>
      </w:r>
      <w:r w:rsidRPr="00364545">
        <w:rPr>
          <w:rStyle w:val="libArabicChar"/>
          <w:rFonts w:hint="cs"/>
          <w:rtl/>
        </w:rPr>
        <w:t>يقول</w:t>
      </w:r>
      <w:r w:rsidRPr="00364545">
        <w:rPr>
          <w:rStyle w:val="libArabicChar"/>
          <w:rtl/>
        </w:rPr>
        <w:t xml:space="preserve"> </w:t>
      </w:r>
      <w:r w:rsidRPr="00364545">
        <w:rPr>
          <w:rStyle w:val="libArabicChar"/>
          <w:rFonts w:hint="cs"/>
          <w:rtl/>
        </w:rPr>
        <w:t>اللّ</w:t>
      </w:r>
      <w:r w:rsidR="00120F63" w:rsidRPr="00B2551F">
        <w:rPr>
          <w:rStyle w:val="libArabicChar"/>
          <w:rFonts w:hint="cs"/>
          <w:rtl/>
        </w:rPr>
        <w:t>ه</w:t>
      </w:r>
      <w:r w:rsidRPr="00364545">
        <w:rPr>
          <w:rStyle w:val="libArabicChar"/>
          <w:rtl/>
        </w:rPr>
        <w:t xml:space="preserve"> </w:t>
      </w:r>
      <w:r w:rsidRPr="00364545">
        <w:rPr>
          <w:rStyle w:val="libArabicChar"/>
          <w:rFonts w:hint="cs"/>
          <w:rtl/>
        </w:rPr>
        <w:t>تعالى</w:t>
      </w:r>
      <w:r w:rsidRPr="00364545">
        <w:rPr>
          <w:rStyle w:val="libArabicChar"/>
          <w:rtl/>
        </w:rPr>
        <w:t xml:space="preserve"> </w:t>
      </w:r>
      <w:r w:rsidRPr="00364545">
        <w:rPr>
          <w:rStyle w:val="libArabicChar"/>
          <w:rFonts w:hint="cs"/>
          <w:rtl/>
        </w:rPr>
        <w:t>لنبيّ</w:t>
      </w:r>
      <w:r w:rsidR="00120F63" w:rsidRPr="00B2551F">
        <w:rPr>
          <w:rStyle w:val="libArabicChar"/>
          <w:rFonts w:hint="cs"/>
          <w:rtl/>
        </w:rPr>
        <w:t>ه</w:t>
      </w:r>
      <w:r w:rsidR="00F031CD" w:rsidRPr="00F031CD">
        <w:rPr>
          <w:rStyle w:val="libAlaemChar"/>
          <w:rtl/>
        </w:rPr>
        <w:t xml:space="preserve"> صلى‌الله‌عليه‌وآله‌وسلم </w:t>
      </w:r>
      <w:r w:rsidRPr="00364545">
        <w:rPr>
          <w:rStyle w:val="libArabicChar"/>
          <w:rtl/>
        </w:rPr>
        <w:t xml:space="preserve"> '' ... </w:t>
      </w:r>
      <w:r w:rsidRPr="00364545">
        <w:rPr>
          <w:rStyle w:val="libArabicChar"/>
          <w:rFonts w:hint="cs"/>
          <w:rtl/>
        </w:rPr>
        <w:t>ينزّل</w:t>
      </w:r>
      <w:r w:rsidRPr="00364545">
        <w:rPr>
          <w:rStyle w:val="libArabicChar"/>
          <w:rtl/>
        </w:rPr>
        <w:t xml:space="preserve"> </w:t>
      </w:r>
      <w:r w:rsidRPr="00364545">
        <w:rPr>
          <w:rStyle w:val="libArabicChar"/>
          <w:rFonts w:hint="cs"/>
          <w:rtl/>
        </w:rPr>
        <w:t>الملائك</w:t>
      </w:r>
      <w:r w:rsidR="00120F63" w:rsidRPr="00B2551F">
        <w:rPr>
          <w:rStyle w:val="libArabicChar"/>
          <w:rFonts w:hint="cs"/>
          <w:rtl/>
        </w:rPr>
        <w:t>ه</w:t>
      </w:r>
      <w:r w:rsidRPr="00364545">
        <w:rPr>
          <w:rStyle w:val="libArabicChar"/>
          <w:rtl/>
        </w:rPr>
        <w:t xml:space="preserve"> </w:t>
      </w:r>
      <w:r w:rsidRPr="00364545">
        <w:rPr>
          <w:rStyle w:val="libArabicChar"/>
          <w:rFonts w:hint="cs"/>
          <w:rtl/>
        </w:rPr>
        <w:t>بالروح</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الروح</w:t>
      </w:r>
      <w:r w:rsidRPr="00364545">
        <w:rPr>
          <w:rStyle w:val="libArabicChar"/>
          <w:rtl/>
        </w:rPr>
        <w:t xml:space="preserve"> </w:t>
      </w:r>
      <w:r w:rsidRPr="00364545">
        <w:rPr>
          <w:rStyle w:val="libArabicChar"/>
          <w:rFonts w:hint="cs"/>
          <w:rtl/>
        </w:rPr>
        <w:t>غير</w:t>
      </w:r>
      <w:r w:rsidRPr="00364545">
        <w:rPr>
          <w:rStyle w:val="libArabicChar"/>
          <w:rtl/>
        </w:rPr>
        <w:t xml:space="preserve"> </w:t>
      </w:r>
      <w:r w:rsidRPr="00364545">
        <w:rPr>
          <w:rStyle w:val="libArabicChar"/>
          <w:rFonts w:hint="cs"/>
          <w:rtl/>
        </w:rPr>
        <w:t>الملائكة</w:t>
      </w:r>
      <w:r>
        <w:rPr>
          <w:rtl/>
        </w:rPr>
        <w:t xml:space="preserve"> </w:t>
      </w:r>
      <w:r w:rsidRPr="00364545">
        <w:rPr>
          <w:rStyle w:val="libFootnotenumChar"/>
          <w:rtl/>
        </w:rPr>
        <w:t>(1)</w:t>
      </w:r>
    </w:p>
    <w:p w:rsidR="001F628F" w:rsidRDefault="001F628F" w:rsidP="001F628F">
      <w:pPr>
        <w:pStyle w:val="libNormal"/>
        <w:rPr>
          <w:rtl/>
        </w:rPr>
      </w:pPr>
      <w:r>
        <w:rPr>
          <w:rFonts w:hint="eastAsia"/>
          <w:rtl/>
        </w:rPr>
        <w:t>ايك</w:t>
      </w:r>
      <w:r>
        <w:rPr>
          <w:rtl/>
        </w:rPr>
        <w:t xml:space="preserve"> شخص امير المؤمنين </w:t>
      </w:r>
      <w:r w:rsidR="00367F17" w:rsidRPr="00367F17">
        <w:rPr>
          <w:rStyle w:val="libAlaemChar"/>
          <w:rtl/>
        </w:rPr>
        <w:t xml:space="preserve"> عليه‌السلام </w:t>
      </w:r>
      <w:r>
        <w:rPr>
          <w:rtl/>
        </w:rPr>
        <w:t xml:space="preserve"> كى خدمت مي</w:t>
      </w:r>
      <w:r w:rsidR="00083993">
        <w:rPr>
          <w:rtl/>
        </w:rPr>
        <w:t xml:space="preserve">ں </w:t>
      </w:r>
      <w:r>
        <w:rPr>
          <w:rtl/>
        </w:rPr>
        <w:t>حاضر ہوا اور سوال كيا كہ كيا روح سے مراد وہى جبرائيل ہي</w:t>
      </w:r>
      <w:r w:rsidR="00083993">
        <w:rPr>
          <w:rtl/>
        </w:rPr>
        <w:t xml:space="preserve">ں </w:t>
      </w:r>
      <w:r>
        <w:rPr>
          <w:rtl/>
        </w:rPr>
        <w:t>؟ تو آپ</w:t>
      </w:r>
      <w:r w:rsidR="00367F17" w:rsidRPr="00367F17">
        <w:rPr>
          <w:rStyle w:val="libAlaemChar"/>
          <w:rtl/>
        </w:rPr>
        <w:t xml:space="preserve"> عليه‌السلام </w:t>
      </w:r>
      <w:r>
        <w:rPr>
          <w:rtl/>
        </w:rPr>
        <w:t xml:space="preserve"> نے فرمايا : جبرئيل تو ملائكہ مي</w:t>
      </w:r>
      <w:r w:rsidR="00083993">
        <w:rPr>
          <w:rtl/>
        </w:rPr>
        <w:t xml:space="preserve">ں </w:t>
      </w:r>
      <w:r>
        <w:rPr>
          <w:rtl/>
        </w:rPr>
        <w:t>سے اور روح، جبرئيل سے ہٹ كر ہي</w:t>
      </w:r>
      <w:r w:rsidR="00083993">
        <w:rPr>
          <w:rtl/>
        </w:rPr>
        <w:t xml:space="preserve">ں </w:t>
      </w:r>
      <w:r>
        <w:rPr>
          <w:rtl/>
        </w:rPr>
        <w:t>خداوند عالم اپنے پيغمبر كو ارشاد فرما رہا ہے_</w:t>
      </w:r>
    </w:p>
    <w:p w:rsidR="001F628F" w:rsidRDefault="001F628F" w:rsidP="001F628F">
      <w:pPr>
        <w:pStyle w:val="libNormal"/>
        <w:rPr>
          <w:rtl/>
        </w:rPr>
      </w:pPr>
      <w:r>
        <w:rPr>
          <w:rtl/>
        </w:rPr>
        <w:t>''ينزل الملائكہ بالروح'' ( اس آيت كى بناء پر) وہ ملائكہ سے عليحدہ چيز كرہے</w:t>
      </w:r>
      <w:r w:rsidRPr="00364545">
        <w:rPr>
          <w:rStyle w:val="libFootnotenumChar"/>
          <w:rtl/>
        </w:rPr>
        <w:t>(1)</w:t>
      </w:r>
    </w:p>
    <w:p w:rsidR="001F628F" w:rsidRDefault="001F628F" w:rsidP="001F628F">
      <w:pPr>
        <w:pStyle w:val="libNormal"/>
        <w:rPr>
          <w:rtl/>
        </w:rPr>
      </w:pPr>
      <w:r>
        <w:rPr>
          <w:rtl/>
        </w:rPr>
        <w:t xml:space="preserve">18_ </w:t>
      </w:r>
      <w:r w:rsidRPr="00364545">
        <w:rPr>
          <w:rStyle w:val="libArabicChar"/>
          <w:rtl/>
        </w:rPr>
        <w:t xml:space="preserve">عن ابى جعفر </w:t>
      </w:r>
      <w:r w:rsidR="00367F17" w:rsidRPr="00367F17">
        <w:rPr>
          <w:rStyle w:val="libAlaemChar"/>
          <w:rtl/>
        </w:rPr>
        <w:t xml:space="preserve"> عليه‌السلام </w:t>
      </w:r>
      <w:r w:rsidRPr="00364545">
        <w:rPr>
          <w:rStyle w:val="libArabicChar"/>
          <w:rtl/>
        </w:rPr>
        <w:t xml:space="preserve"> فى قول</w:t>
      </w:r>
      <w:r w:rsidR="00120F63" w:rsidRPr="00B2551F">
        <w:rPr>
          <w:rStyle w:val="libArabicChar"/>
          <w:rFonts w:hint="cs"/>
          <w:rtl/>
        </w:rPr>
        <w:t>ه</w:t>
      </w:r>
      <w:r w:rsidRPr="00364545">
        <w:rPr>
          <w:rStyle w:val="libArabicChar"/>
          <w:rtl/>
        </w:rPr>
        <w:t xml:space="preserve"> ''</w:t>
      </w:r>
      <w:r w:rsidRPr="00364545">
        <w:rPr>
          <w:rStyle w:val="libArabicChar"/>
          <w:rFonts w:hint="cs"/>
          <w:rtl/>
        </w:rPr>
        <w:t>على</w:t>
      </w:r>
      <w:r w:rsidRPr="00364545">
        <w:rPr>
          <w:rStyle w:val="libArabicChar"/>
          <w:rtl/>
        </w:rPr>
        <w:t xml:space="preserve"> </w:t>
      </w:r>
      <w:r w:rsidRPr="00364545">
        <w:rPr>
          <w:rStyle w:val="libArabicChar"/>
          <w:rFonts w:hint="cs"/>
          <w:rtl/>
        </w:rPr>
        <w:t>من</w:t>
      </w:r>
    </w:p>
    <w:p w:rsidR="001F628F" w:rsidRDefault="00B84D3B" w:rsidP="00B84D3B">
      <w:pPr>
        <w:pStyle w:val="libLine"/>
        <w:rPr>
          <w:rtl/>
        </w:rPr>
      </w:pPr>
      <w:r>
        <w:rPr>
          <w:rtl/>
        </w:rPr>
        <w:t>____________________</w:t>
      </w:r>
    </w:p>
    <w:p w:rsidR="001F628F" w:rsidRDefault="001F628F" w:rsidP="00364545">
      <w:pPr>
        <w:pStyle w:val="libFootnote"/>
        <w:rPr>
          <w:rtl/>
        </w:rPr>
      </w:pPr>
      <w:r>
        <w:rPr>
          <w:rtl/>
        </w:rPr>
        <w:t>1) كافي، ج1 ص 274 ح 6، نورالثقلين ، ج3، ص 39 ح 7_</w:t>
      </w:r>
    </w:p>
    <w:p w:rsidR="00364545" w:rsidRDefault="001E7F9D" w:rsidP="00F73EDE">
      <w:pPr>
        <w:pStyle w:val="libPoemTini"/>
        <w:rPr>
          <w:rtl/>
        </w:rPr>
      </w:pPr>
      <w:r>
        <w:rPr>
          <w:rtl/>
        </w:rPr>
        <w:br w:type="page"/>
      </w:r>
    </w:p>
    <w:p w:rsidR="001F628F" w:rsidRDefault="001F628F" w:rsidP="00364545">
      <w:pPr>
        <w:pStyle w:val="libNormal"/>
        <w:rPr>
          <w:rtl/>
        </w:rPr>
      </w:pPr>
      <w:r w:rsidRPr="00364545">
        <w:rPr>
          <w:rStyle w:val="libArabicChar"/>
          <w:rFonts w:hint="eastAsia"/>
          <w:rtl/>
        </w:rPr>
        <w:lastRenderedPageBreak/>
        <w:t>يشاء</w:t>
      </w:r>
      <w:r w:rsidRPr="00364545">
        <w:rPr>
          <w:rStyle w:val="libArabicChar"/>
          <w:rtl/>
        </w:rPr>
        <w:t xml:space="preserve"> من عباد</w:t>
      </w:r>
      <w:r w:rsidR="00120F63" w:rsidRPr="00B2551F">
        <w:rPr>
          <w:rStyle w:val="libArabicChar"/>
          <w:rFonts w:hint="cs"/>
          <w:rtl/>
        </w:rPr>
        <w:t>ه</w:t>
      </w:r>
      <w:r w:rsidRPr="00364545">
        <w:rPr>
          <w:rStyle w:val="libArabicChar"/>
          <w:rtl/>
        </w:rPr>
        <w:t xml:space="preserve"> </w:t>
      </w:r>
      <w:r w:rsidRPr="00364545">
        <w:rPr>
          <w:rStyle w:val="libArabicChar"/>
          <w:rFonts w:hint="cs"/>
          <w:rtl/>
        </w:rPr>
        <w:t>ان</w:t>
      </w:r>
      <w:r w:rsidRPr="00364545">
        <w:rPr>
          <w:rStyle w:val="libArabicChar"/>
          <w:rtl/>
        </w:rPr>
        <w:t xml:space="preserve"> </w:t>
      </w:r>
      <w:r w:rsidRPr="00364545">
        <w:rPr>
          <w:rStyle w:val="libArabicChar"/>
          <w:rFonts w:hint="cs"/>
          <w:rtl/>
        </w:rPr>
        <w:t>اذروا</w:t>
      </w:r>
      <w:r w:rsidRPr="00364545">
        <w:rPr>
          <w:rStyle w:val="libArabicChar"/>
          <w:rtl/>
        </w:rPr>
        <w:t xml:space="preserve"> </w:t>
      </w:r>
      <w:r w:rsidRPr="00364545">
        <w:rPr>
          <w:rStyle w:val="libArabicChar"/>
          <w:rFonts w:hint="cs"/>
          <w:rtl/>
        </w:rPr>
        <w:t>انّ</w:t>
      </w:r>
      <w:r w:rsidR="00120F63" w:rsidRPr="00B2551F">
        <w:rPr>
          <w:rStyle w:val="libArabicChar"/>
          <w:rFonts w:hint="cs"/>
          <w:rtl/>
        </w:rPr>
        <w:t>ه</w:t>
      </w:r>
      <w:r w:rsidRPr="00364545">
        <w:rPr>
          <w:rStyle w:val="libArabicChar"/>
          <w:rtl/>
        </w:rPr>
        <w:t xml:space="preserve"> </w:t>
      </w:r>
      <w:r w:rsidRPr="00364545">
        <w:rPr>
          <w:rStyle w:val="libArabicChar"/>
          <w:rFonts w:hint="cs"/>
          <w:rtl/>
        </w:rPr>
        <w:t>لا</w:t>
      </w:r>
      <w:r w:rsidRPr="00364545">
        <w:rPr>
          <w:rStyle w:val="libArabicChar"/>
          <w:rtl/>
        </w:rPr>
        <w:t xml:space="preserve"> </w:t>
      </w:r>
      <w:r w:rsidRPr="00364545">
        <w:rPr>
          <w:rStyle w:val="libArabicChar"/>
          <w:rFonts w:hint="cs"/>
          <w:rtl/>
        </w:rPr>
        <w:t>ال</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انا</w:t>
      </w:r>
      <w:r w:rsidRPr="00364545">
        <w:rPr>
          <w:rStyle w:val="libArabicChar"/>
          <w:rtl/>
        </w:rPr>
        <w:t xml:space="preserve"> </w:t>
      </w:r>
      <w:r w:rsidRPr="00364545">
        <w:rPr>
          <w:rStyle w:val="libArabicChar"/>
          <w:rFonts w:hint="cs"/>
          <w:rtl/>
        </w:rPr>
        <w:t>فاتقون؟</w:t>
      </w:r>
      <w:r w:rsidRPr="00364545">
        <w:rPr>
          <w:rStyle w:val="libArabicChar"/>
          <w:rtl/>
        </w:rPr>
        <w:t xml:space="preserve"> </w:t>
      </w:r>
      <w:r w:rsidRPr="00364545">
        <w:rPr>
          <w:rStyle w:val="libArabicChar"/>
          <w:rFonts w:hint="cs"/>
          <w:rtl/>
        </w:rPr>
        <w:t>يقول</w:t>
      </w:r>
      <w:r w:rsidRPr="00364545">
        <w:rPr>
          <w:rStyle w:val="libArabicChar"/>
          <w:rtl/>
        </w:rPr>
        <w:t xml:space="preserve">: </w:t>
      </w:r>
      <w:r w:rsidRPr="00364545">
        <w:rPr>
          <w:rStyle w:val="libArabicChar"/>
          <w:rFonts w:hint="cs"/>
          <w:rtl/>
        </w:rPr>
        <w:t>بالكتاب</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الن</w:t>
      </w:r>
      <w:r w:rsidRPr="00364545">
        <w:rPr>
          <w:rStyle w:val="libArabicChar"/>
          <w:rtl/>
        </w:rPr>
        <w:t>بوة''</w:t>
      </w:r>
      <w:r>
        <w:rPr>
          <w:rtl/>
        </w:rPr>
        <w:t xml:space="preserve"> </w:t>
      </w:r>
      <w:r w:rsidRPr="00364545">
        <w:rPr>
          <w:rStyle w:val="libFootnotenumChar"/>
          <w:rtl/>
        </w:rPr>
        <w:t>(1)</w:t>
      </w:r>
    </w:p>
    <w:p w:rsidR="001F628F" w:rsidRDefault="001F628F" w:rsidP="001F628F">
      <w:pPr>
        <w:pStyle w:val="libNormal"/>
        <w:rPr>
          <w:rtl/>
        </w:rPr>
      </w:pPr>
      <w:r>
        <w:rPr>
          <w:rFonts w:hint="eastAsia"/>
          <w:rtl/>
        </w:rPr>
        <w:t>امام</w:t>
      </w:r>
      <w:r>
        <w:rPr>
          <w:rtl/>
        </w:rPr>
        <w:t xml:space="preserve"> محمد باقر </w:t>
      </w:r>
      <w:r w:rsidR="00367F17" w:rsidRPr="00367F17">
        <w:rPr>
          <w:rStyle w:val="libAlaemChar"/>
          <w:rtl/>
        </w:rPr>
        <w:t xml:space="preserve"> عليه‌السلام </w:t>
      </w:r>
      <w:r>
        <w:rPr>
          <w:rtl/>
        </w:rPr>
        <w:t xml:space="preserve"> سے خداوند عالم كے اس قول </w:t>
      </w:r>
      <w:r w:rsidRPr="00364545">
        <w:rPr>
          <w:rStyle w:val="libArabicChar"/>
          <w:rtl/>
        </w:rPr>
        <w:t>''على من يشاء من عباد</w:t>
      </w:r>
      <w:r w:rsidR="00120F63" w:rsidRPr="00B2551F">
        <w:rPr>
          <w:rStyle w:val="libArabicChar"/>
          <w:rFonts w:hint="cs"/>
          <w:rtl/>
        </w:rPr>
        <w:t>ه</w:t>
      </w:r>
      <w:r w:rsidRPr="00364545">
        <w:rPr>
          <w:rStyle w:val="libArabicChar"/>
          <w:rtl/>
        </w:rPr>
        <w:t xml:space="preserve"> </w:t>
      </w:r>
      <w:r w:rsidRPr="00364545">
        <w:rPr>
          <w:rStyle w:val="libArabicChar"/>
          <w:rFonts w:hint="cs"/>
          <w:rtl/>
        </w:rPr>
        <w:t>ان</w:t>
      </w:r>
      <w:r w:rsidRPr="00364545">
        <w:rPr>
          <w:rStyle w:val="libArabicChar"/>
          <w:rtl/>
        </w:rPr>
        <w:t xml:space="preserve"> </w:t>
      </w:r>
      <w:r w:rsidRPr="00364545">
        <w:rPr>
          <w:rStyle w:val="libArabicChar"/>
          <w:rFonts w:hint="cs"/>
          <w:rtl/>
        </w:rPr>
        <w:t>انذرو</w:t>
      </w:r>
      <w:r w:rsidRPr="00364545">
        <w:rPr>
          <w:rStyle w:val="libArabicChar"/>
          <w:rtl/>
        </w:rPr>
        <w:t xml:space="preserve"> </w:t>
      </w:r>
      <w:r w:rsidRPr="00364545">
        <w:rPr>
          <w:rStyle w:val="libArabicChar"/>
          <w:rFonts w:hint="cs"/>
          <w:rtl/>
        </w:rPr>
        <w:t>ا</w:t>
      </w:r>
      <w:r w:rsidRPr="00364545">
        <w:rPr>
          <w:rStyle w:val="libArabicChar"/>
          <w:rtl/>
        </w:rPr>
        <w:t xml:space="preserve"> </w:t>
      </w:r>
      <w:r w:rsidRPr="00364545">
        <w:rPr>
          <w:rStyle w:val="libArabicChar"/>
          <w:rFonts w:hint="cs"/>
          <w:rtl/>
        </w:rPr>
        <w:t>انّ</w:t>
      </w:r>
      <w:r w:rsidR="00120F63" w:rsidRPr="00B2551F">
        <w:rPr>
          <w:rStyle w:val="libArabicChar"/>
          <w:rFonts w:hint="cs"/>
          <w:rtl/>
        </w:rPr>
        <w:t>ه</w:t>
      </w:r>
      <w:r w:rsidRPr="00364545">
        <w:rPr>
          <w:rStyle w:val="libArabicChar"/>
          <w:rtl/>
        </w:rPr>
        <w:t xml:space="preserve"> </w:t>
      </w:r>
      <w:r w:rsidRPr="00364545">
        <w:rPr>
          <w:rStyle w:val="libArabicChar"/>
          <w:rFonts w:hint="cs"/>
          <w:rtl/>
        </w:rPr>
        <w:t>لا</w:t>
      </w:r>
      <w:r w:rsidRPr="00364545">
        <w:rPr>
          <w:rStyle w:val="libArabicChar"/>
          <w:rtl/>
        </w:rPr>
        <w:t xml:space="preserve"> </w:t>
      </w:r>
      <w:r w:rsidRPr="00364545">
        <w:rPr>
          <w:rStyle w:val="libArabicChar"/>
          <w:rFonts w:hint="cs"/>
          <w:rtl/>
        </w:rPr>
        <w:t>ال</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فات</w:t>
      </w:r>
      <w:r w:rsidRPr="00364545">
        <w:rPr>
          <w:rStyle w:val="libArabicChar"/>
          <w:rtl/>
        </w:rPr>
        <w:t>قون''</w:t>
      </w:r>
      <w:r>
        <w:rPr>
          <w:rtl/>
        </w:rPr>
        <w:t xml:space="preserve"> كے بارے مي</w:t>
      </w:r>
      <w:r w:rsidR="00083993">
        <w:rPr>
          <w:rtl/>
        </w:rPr>
        <w:t xml:space="preserve">ں </w:t>
      </w:r>
      <w:r>
        <w:rPr>
          <w:rtl/>
        </w:rPr>
        <w:t>روايت ہے كہ آپ</w:t>
      </w:r>
      <w:r w:rsidR="00367F17" w:rsidRPr="00367F17">
        <w:rPr>
          <w:rStyle w:val="libAlaemChar"/>
          <w:rtl/>
        </w:rPr>
        <w:t xml:space="preserve"> عليه‌السلام </w:t>
      </w:r>
      <w:r>
        <w:rPr>
          <w:rtl/>
        </w:rPr>
        <w:t xml:space="preserve"> نے فرمايا: كہ كتاب ونبوت كے ذريعے(لوگو</w:t>
      </w:r>
      <w:r w:rsidR="00083993">
        <w:rPr>
          <w:rtl/>
        </w:rPr>
        <w:t xml:space="preserve">ں </w:t>
      </w:r>
      <w:r>
        <w:rPr>
          <w:rtl/>
        </w:rPr>
        <w:t>كو ڈرايئے</w:t>
      </w:r>
      <w:r w:rsidRPr="00364545">
        <w:rPr>
          <w:rStyle w:val="libFootnotenumChar"/>
          <w:rtl/>
        </w:rPr>
        <w:t>(2)</w:t>
      </w:r>
    </w:p>
    <w:p w:rsidR="001F628F" w:rsidRDefault="001F628F" w:rsidP="001F628F">
      <w:pPr>
        <w:pStyle w:val="libNormal"/>
        <w:rPr>
          <w:rtl/>
        </w:rPr>
      </w:pPr>
      <w:r>
        <w:rPr>
          <w:rFonts w:hint="eastAsia"/>
          <w:rtl/>
        </w:rPr>
        <w:t>اقدار</w:t>
      </w:r>
      <w:r>
        <w:rPr>
          <w:rtl/>
        </w:rPr>
        <w:t>:14</w:t>
      </w:r>
    </w:p>
    <w:p w:rsidR="001F628F" w:rsidRDefault="001F628F" w:rsidP="00364545">
      <w:pPr>
        <w:pStyle w:val="libNormal"/>
        <w:rPr>
          <w:rtl/>
        </w:rPr>
      </w:pPr>
      <w:r>
        <w:rPr>
          <w:rFonts w:hint="eastAsia"/>
          <w:rtl/>
        </w:rPr>
        <w:t>الله</w:t>
      </w:r>
      <w:r>
        <w:rPr>
          <w:rtl/>
        </w:rPr>
        <w:t xml:space="preserve"> تعالي:</w:t>
      </w:r>
      <w:r>
        <w:rPr>
          <w:rFonts w:hint="eastAsia"/>
          <w:rtl/>
        </w:rPr>
        <w:t>الله</w:t>
      </w:r>
      <w:r>
        <w:rPr>
          <w:rtl/>
        </w:rPr>
        <w:t xml:space="preserve"> تعالى كى خصوصيات 3; الله تعالى كى مشيّت 7 ; الله تعالى كے احكام كو اجراء كرنے والے12; الله تعالى كے افعال 1; الله تعالى كے اوامر3; الله تعالى كے اوامر كا حتمى ہوتا 9; الله تعالى كے عمّال12;الله تعالى كے مختصات2</w:t>
      </w:r>
    </w:p>
    <w:p w:rsidR="001F628F" w:rsidRDefault="003D0BA1" w:rsidP="00364545">
      <w:pPr>
        <w:pStyle w:val="libNormal"/>
        <w:rPr>
          <w:rtl/>
        </w:rPr>
      </w:pPr>
      <w:r>
        <w:rPr>
          <w:rFonts w:hint="eastAsia"/>
          <w:rtl/>
        </w:rPr>
        <w:t>انبياء</w:t>
      </w:r>
      <w:r w:rsidR="001F628F">
        <w:rPr>
          <w:rtl/>
        </w:rPr>
        <w:t>:</w:t>
      </w:r>
      <w:r w:rsidR="001F628F">
        <w:rPr>
          <w:rFonts w:hint="eastAsia"/>
          <w:rtl/>
        </w:rPr>
        <w:t>انبياء</w:t>
      </w:r>
      <w:r w:rsidR="001F628F">
        <w:rPr>
          <w:rtl/>
        </w:rPr>
        <w:t xml:space="preserve"> كا انتخاب 7 ،8; انبياء كى دعوتي</w:t>
      </w:r>
      <w:r w:rsidR="00083993">
        <w:rPr>
          <w:rtl/>
        </w:rPr>
        <w:t xml:space="preserve">ں </w:t>
      </w:r>
      <w:r w:rsidR="001F628F">
        <w:rPr>
          <w:rtl/>
        </w:rPr>
        <w:t>14; انبياء كى ذمہ دارى 10;انبياء كے انذار10، 18; انبياء كے فضائل9</w:t>
      </w:r>
    </w:p>
    <w:p w:rsidR="001F628F" w:rsidRDefault="001F628F" w:rsidP="00364545">
      <w:pPr>
        <w:pStyle w:val="libNormal"/>
        <w:rPr>
          <w:rtl/>
        </w:rPr>
      </w:pPr>
      <w:r>
        <w:rPr>
          <w:rFonts w:hint="eastAsia"/>
          <w:rtl/>
        </w:rPr>
        <w:t>انسان</w:t>
      </w:r>
      <w:r>
        <w:rPr>
          <w:rtl/>
        </w:rPr>
        <w:t>:</w:t>
      </w:r>
      <w:r>
        <w:rPr>
          <w:rFonts w:hint="eastAsia"/>
          <w:rtl/>
        </w:rPr>
        <w:t>انسان</w:t>
      </w:r>
      <w:r>
        <w:rPr>
          <w:rtl/>
        </w:rPr>
        <w:t xml:space="preserve"> كا مايہ حيات4</w:t>
      </w:r>
    </w:p>
    <w:p w:rsidR="001F628F" w:rsidRDefault="001F628F" w:rsidP="00364545">
      <w:pPr>
        <w:pStyle w:val="libNormal"/>
        <w:rPr>
          <w:rtl/>
        </w:rPr>
      </w:pPr>
      <w:r>
        <w:rPr>
          <w:rFonts w:hint="eastAsia"/>
          <w:rtl/>
        </w:rPr>
        <w:t>توحيد</w:t>
      </w:r>
      <w:r>
        <w:rPr>
          <w:rtl/>
        </w:rPr>
        <w:t>:</w:t>
      </w:r>
      <w:r>
        <w:rPr>
          <w:rFonts w:hint="eastAsia"/>
          <w:rtl/>
        </w:rPr>
        <w:t>توحيد</w:t>
      </w:r>
      <w:r>
        <w:rPr>
          <w:rtl/>
        </w:rPr>
        <w:t xml:space="preserve"> كى اہميت 13; توحيد كى طرف دعوت14</w:t>
      </w:r>
    </w:p>
    <w:p w:rsidR="001F628F" w:rsidRDefault="001F628F" w:rsidP="00364545">
      <w:pPr>
        <w:pStyle w:val="libNormal"/>
        <w:rPr>
          <w:rtl/>
        </w:rPr>
      </w:pPr>
      <w:r>
        <w:rPr>
          <w:rFonts w:hint="eastAsia"/>
          <w:rtl/>
        </w:rPr>
        <w:t>تقوي</w:t>
      </w:r>
      <w:r>
        <w:rPr>
          <w:rtl/>
        </w:rPr>
        <w:t>:</w:t>
      </w:r>
      <w:r>
        <w:rPr>
          <w:rFonts w:hint="eastAsia"/>
          <w:rtl/>
        </w:rPr>
        <w:t>تقوى</w:t>
      </w:r>
      <w:r>
        <w:rPr>
          <w:rtl/>
        </w:rPr>
        <w:t xml:space="preserve"> كا پيش خيمہ 15; تقوى كى اہميت 13،14; تقوى كى طرف دعوت 13;تقوى كى قدرو قيمت13</w:t>
      </w:r>
    </w:p>
    <w:p w:rsidR="001F628F" w:rsidRDefault="001F628F" w:rsidP="001F628F">
      <w:pPr>
        <w:pStyle w:val="libNormal"/>
        <w:rPr>
          <w:rtl/>
        </w:rPr>
      </w:pPr>
      <w:r>
        <w:rPr>
          <w:rFonts w:hint="eastAsia"/>
          <w:rtl/>
        </w:rPr>
        <w:t>خدا</w:t>
      </w:r>
      <w:r>
        <w:rPr>
          <w:rtl/>
        </w:rPr>
        <w:t xml:space="preserve"> كے برگزيدہ افراد8</w:t>
      </w:r>
    </w:p>
    <w:p w:rsidR="001F628F" w:rsidRDefault="001F628F" w:rsidP="001F628F">
      <w:pPr>
        <w:pStyle w:val="libNormal"/>
        <w:rPr>
          <w:rtl/>
        </w:rPr>
      </w:pPr>
      <w:r>
        <w:rPr>
          <w:rFonts w:hint="eastAsia"/>
          <w:rtl/>
        </w:rPr>
        <w:t>برگزيدہ</w:t>
      </w:r>
      <w:r>
        <w:rPr>
          <w:rtl/>
        </w:rPr>
        <w:t xml:space="preserve"> افراد پر ملائكہ كا نزول1، 3، 10، 12; برگزيدہ افراد پر وحى 1، 5</w:t>
      </w:r>
    </w:p>
    <w:p w:rsidR="001F628F" w:rsidRDefault="001F628F" w:rsidP="00364545">
      <w:pPr>
        <w:pStyle w:val="libNormal"/>
        <w:rPr>
          <w:rtl/>
        </w:rPr>
      </w:pPr>
      <w:r>
        <w:rPr>
          <w:rFonts w:hint="eastAsia"/>
          <w:rtl/>
        </w:rPr>
        <w:t>خوف</w:t>
      </w:r>
      <w:r>
        <w:rPr>
          <w:rtl/>
        </w:rPr>
        <w:t>:</w:t>
      </w:r>
      <w:r>
        <w:rPr>
          <w:rFonts w:hint="eastAsia"/>
          <w:rtl/>
        </w:rPr>
        <w:t>خوف</w:t>
      </w:r>
      <w:r>
        <w:rPr>
          <w:rtl/>
        </w:rPr>
        <w:t xml:space="preserve"> الہى كا پيش خيمہ15</w:t>
      </w:r>
    </w:p>
    <w:p w:rsidR="001F628F" w:rsidRDefault="001F628F" w:rsidP="001F628F">
      <w:pPr>
        <w:pStyle w:val="libNormal"/>
        <w:rPr>
          <w:rtl/>
        </w:rPr>
      </w:pPr>
      <w:r>
        <w:rPr>
          <w:rFonts w:hint="eastAsia"/>
          <w:rtl/>
        </w:rPr>
        <w:t>روايت</w:t>
      </w:r>
      <w:r>
        <w:rPr>
          <w:rtl/>
        </w:rPr>
        <w:t>:17 ،18</w:t>
      </w:r>
    </w:p>
    <w:p w:rsidR="001F628F" w:rsidRDefault="001F628F" w:rsidP="00364545">
      <w:pPr>
        <w:pStyle w:val="libNormal"/>
        <w:rPr>
          <w:rtl/>
        </w:rPr>
      </w:pPr>
      <w:r>
        <w:rPr>
          <w:rFonts w:hint="eastAsia"/>
          <w:rtl/>
        </w:rPr>
        <w:t>روح</w:t>
      </w:r>
      <w:r>
        <w:rPr>
          <w:rtl/>
        </w:rPr>
        <w:t>:</w:t>
      </w:r>
      <w:r>
        <w:rPr>
          <w:rFonts w:hint="eastAsia"/>
          <w:rtl/>
        </w:rPr>
        <w:t>روح</w:t>
      </w:r>
      <w:r>
        <w:rPr>
          <w:rtl/>
        </w:rPr>
        <w:t xml:space="preserve"> سے مراد 17; روح كى حقيقت2</w:t>
      </w:r>
    </w:p>
    <w:p w:rsidR="001F628F" w:rsidRDefault="001F628F" w:rsidP="00364545">
      <w:pPr>
        <w:pStyle w:val="libNormal"/>
        <w:rPr>
          <w:rtl/>
        </w:rPr>
      </w:pPr>
      <w:r>
        <w:rPr>
          <w:rFonts w:hint="eastAsia"/>
          <w:rtl/>
        </w:rPr>
        <w:t>عبوديت</w:t>
      </w:r>
      <w:r>
        <w:rPr>
          <w:rtl/>
        </w:rPr>
        <w:t xml:space="preserve"> :</w:t>
      </w:r>
      <w:r>
        <w:rPr>
          <w:rFonts w:hint="eastAsia"/>
          <w:rtl/>
        </w:rPr>
        <w:t>عبوديت</w:t>
      </w:r>
      <w:r>
        <w:rPr>
          <w:rtl/>
        </w:rPr>
        <w:t xml:space="preserve"> كے آثار6</w:t>
      </w:r>
    </w:p>
    <w:p w:rsidR="001F628F" w:rsidRDefault="001F628F" w:rsidP="00364545">
      <w:pPr>
        <w:pStyle w:val="libNormal"/>
        <w:rPr>
          <w:rtl/>
        </w:rPr>
      </w:pPr>
      <w:r>
        <w:rPr>
          <w:rFonts w:hint="eastAsia"/>
          <w:rtl/>
        </w:rPr>
        <w:t>عقيدہ</w:t>
      </w:r>
      <w:r>
        <w:rPr>
          <w:rtl/>
        </w:rPr>
        <w:t xml:space="preserve"> :</w:t>
      </w:r>
      <w:r>
        <w:rPr>
          <w:rFonts w:hint="eastAsia"/>
          <w:rtl/>
        </w:rPr>
        <w:t>توحيد</w:t>
      </w:r>
      <w:r>
        <w:rPr>
          <w:rtl/>
        </w:rPr>
        <w:t xml:space="preserve"> پر عقيدہ كے آثار 15،16;پسنديدہ عمل كى دعوت16</w:t>
      </w:r>
    </w:p>
    <w:p w:rsidR="001F628F" w:rsidRDefault="001F628F" w:rsidP="00364545">
      <w:pPr>
        <w:pStyle w:val="libNormal"/>
        <w:rPr>
          <w:rtl/>
        </w:rPr>
      </w:pPr>
      <w:r>
        <w:rPr>
          <w:rFonts w:hint="eastAsia"/>
          <w:rtl/>
        </w:rPr>
        <w:t>كتب</w:t>
      </w:r>
      <w:r>
        <w:rPr>
          <w:rtl/>
        </w:rPr>
        <w:t xml:space="preserve"> آسمانى :</w:t>
      </w:r>
      <w:r>
        <w:rPr>
          <w:rFonts w:hint="eastAsia"/>
          <w:rtl/>
        </w:rPr>
        <w:t>كتب</w:t>
      </w:r>
      <w:r>
        <w:rPr>
          <w:rtl/>
        </w:rPr>
        <w:t xml:space="preserve"> آسمانى كے انذار 18</w:t>
      </w:r>
    </w:p>
    <w:p w:rsidR="001F628F" w:rsidRDefault="001F628F" w:rsidP="00364545">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كو ڈرانا10</w:t>
      </w:r>
    </w:p>
    <w:p w:rsidR="001F628F" w:rsidRDefault="00B84D3B" w:rsidP="00B84D3B">
      <w:pPr>
        <w:pStyle w:val="libLine"/>
        <w:rPr>
          <w:rtl/>
        </w:rPr>
      </w:pPr>
      <w:r>
        <w:rPr>
          <w:rtl/>
        </w:rPr>
        <w:t>____________________</w:t>
      </w:r>
    </w:p>
    <w:p w:rsidR="001F628F" w:rsidRDefault="001F628F" w:rsidP="00364545">
      <w:pPr>
        <w:pStyle w:val="libFootnote"/>
        <w:rPr>
          <w:rtl/>
        </w:rPr>
      </w:pPr>
      <w:r>
        <w:rPr>
          <w:rtl/>
        </w:rPr>
        <w:t>1) تفسير قمي، ج1 ص 382; نورالثقلين، ج3 ص 39 ح 8_</w:t>
      </w:r>
    </w:p>
    <w:p w:rsidR="00364545" w:rsidRDefault="001E7F9D" w:rsidP="00F73EDE">
      <w:pPr>
        <w:pStyle w:val="libPoemTini"/>
        <w:rPr>
          <w:rtl/>
        </w:rPr>
      </w:pPr>
      <w:r>
        <w:rPr>
          <w:rtl/>
        </w:rPr>
        <w:br w:type="page"/>
      </w:r>
    </w:p>
    <w:p w:rsidR="001F628F" w:rsidRDefault="001F628F" w:rsidP="00364545">
      <w:pPr>
        <w:pStyle w:val="libNormal"/>
        <w:rPr>
          <w:rtl/>
        </w:rPr>
      </w:pPr>
      <w:r>
        <w:rPr>
          <w:rFonts w:hint="eastAsia"/>
          <w:rtl/>
        </w:rPr>
        <w:lastRenderedPageBreak/>
        <w:t>معاشرہ</w:t>
      </w:r>
      <w:r>
        <w:rPr>
          <w:rtl/>
        </w:rPr>
        <w:t>:</w:t>
      </w:r>
      <w:r>
        <w:rPr>
          <w:rFonts w:hint="eastAsia"/>
          <w:rtl/>
        </w:rPr>
        <w:t>معاشرہ</w:t>
      </w:r>
      <w:r>
        <w:rPr>
          <w:rtl/>
        </w:rPr>
        <w:t xml:space="preserve"> كا مايہ حيات 4</w:t>
      </w:r>
    </w:p>
    <w:p w:rsidR="001F628F" w:rsidRDefault="001F628F" w:rsidP="00364545">
      <w:pPr>
        <w:pStyle w:val="libNormal"/>
        <w:rPr>
          <w:rtl/>
        </w:rPr>
      </w:pPr>
      <w:r>
        <w:rPr>
          <w:rFonts w:hint="eastAsia"/>
          <w:rtl/>
        </w:rPr>
        <w:t>ملائكہ</w:t>
      </w:r>
      <w:r>
        <w:rPr>
          <w:rtl/>
        </w:rPr>
        <w:t xml:space="preserve"> :</w:t>
      </w:r>
      <w:r>
        <w:rPr>
          <w:rFonts w:hint="eastAsia"/>
          <w:rtl/>
        </w:rPr>
        <w:t>ملائكہ</w:t>
      </w:r>
      <w:r>
        <w:rPr>
          <w:rtl/>
        </w:rPr>
        <w:t xml:space="preserve"> كا كردار 5،12; ملائكہ كو وحى 5; ملائكہ كے</w:t>
      </w:r>
    </w:p>
    <w:p w:rsidR="001F628F" w:rsidRDefault="001F628F" w:rsidP="001F628F">
      <w:pPr>
        <w:pStyle w:val="libNormal"/>
        <w:rPr>
          <w:rtl/>
        </w:rPr>
      </w:pPr>
      <w:r>
        <w:rPr>
          <w:rFonts w:hint="eastAsia"/>
          <w:rtl/>
        </w:rPr>
        <w:t>نزول</w:t>
      </w:r>
      <w:r>
        <w:rPr>
          <w:rtl/>
        </w:rPr>
        <w:t xml:space="preserve"> كا فلسفہ11</w:t>
      </w:r>
    </w:p>
    <w:p w:rsidR="001F628F" w:rsidRDefault="001F628F" w:rsidP="00364545">
      <w:pPr>
        <w:pStyle w:val="libNormal"/>
        <w:rPr>
          <w:rtl/>
        </w:rPr>
      </w:pPr>
      <w:r>
        <w:rPr>
          <w:rFonts w:hint="eastAsia"/>
          <w:rtl/>
        </w:rPr>
        <w:t>وحي</w:t>
      </w:r>
      <w:r>
        <w:rPr>
          <w:rtl/>
        </w:rPr>
        <w:t>:</w:t>
      </w:r>
      <w:r>
        <w:rPr>
          <w:rFonts w:hint="eastAsia"/>
          <w:rtl/>
        </w:rPr>
        <w:t>وحى</w:t>
      </w:r>
      <w:r>
        <w:rPr>
          <w:rtl/>
        </w:rPr>
        <w:t xml:space="preserve"> كا كردار4; وحى كو دريافت كرنے كا پيش خيمہ6</w:t>
      </w:r>
    </w:p>
    <w:p w:rsidR="001F628F" w:rsidRPr="00120F63" w:rsidRDefault="00364545" w:rsidP="00364545">
      <w:pPr>
        <w:pStyle w:val="Heading2Center"/>
        <w:rPr>
          <w:rtl/>
        </w:rPr>
      </w:pPr>
      <w:bookmarkStart w:id="149" w:name="_Toc28081827"/>
      <w:r>
        <w:rPr>
          <w:rFonts w:hint="cs"/>
          <w:rtl/>
        </w:rPr>
        <w:t xml:space="preserve">آیت </w:t>
      </w:r>
      <w:r w:rsidRPr="00120F63">
        <w:rPr>
          <w:rFonts w:hint="cs"/>
          <w:rtl/>
        </w:rPr>
        <w:t>3</w:t>
      </w:r>
      <w:bookmarkEnd w:id="149"/>
    </w:p>
    <w:p w:rsidR="001F628F" w:rsidRDefault="00E260F9" w:rsidP="00364545">
      <w:pPr>
        <w:pStyle w:val="libNormal"/>
        <w:rPr>
          <w:rtl/>
        </w:rPr>
      </w:pPr>
      <w:r w:rsidRPr="00E260F9">
        <w:rPr>
          <w:rStyle w:val="libAlaemChar"/>
          <w:rFonts w:hint="eastAsia"/>
          <w:rtl/>
        </w:rPr>
        <w:t>(</w:t>
      </w:r>
      <w:r w:rsidRPr="00364545">
        <w:rPr>
          <w:rStyle w:val="libAieChar"/>
          <w:rFonts w:hint="eastAsia"/>
          <w:rtl/>
        </w:rPr>
        <w:t>خَلَقَ</w:t>
      </w:r>
      <w:r w:rsidRPr="00364545">
        <w:rPr>
          <w:rStyle w:val="libAieChar"/>
          <w:rtl/>
        </w:rPr>
        <w:t xml:space="preserve"> السَّمَاوَاتِ وَالأَرْضَ بِالْحَقِّ تَعَالَى عَمَّا يُشْرِكُونَ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اسى</w:t>
      </w:r>
      <w:r>
        <w:rPr>
          <w:rtl/>
        </w:rPr>
        <w:t xml:space="preserve"> خدا نے زمين و آسمان كو حق كے ساتھ پيدا كيا ہے اور وہ ان كے شريكو</w:t>
      </w:r>
      <w:r w:rsidR="00083993">
        <w:rPr>
          <w:rtl/>
        </w:rPr>
        <w:t xml:space="preserve">ں </w:t>
      </w:r>
      <w:r>
        <w:rPr>
          <w:rtl/>
        </w:rPr>
        <w:t>سے بہت بلند و بالاتر ہے _</w:t>
      </w:r>
    </w:p>
    <w:p w:rsidR="001F628F" w:rsidRDefault="001F628F" w:rsidP="00364545">
      <w:pPr>
        <w:pStyle w:val="libNormal"/>
        <w:rPr>
          <w:rtl/>
        </w:rPr>
      </w:pPr>
      <w:r>
        <w:rPr>
          <w:rtl/>
        </w:rPr>
        <w:t>1_ زمين و آسمان (كائنات) كا خالق خداوند عالم ہے_</w:t>
      </w:r>
      <w:r w:rsidRPr="00364545">
        <w:rPr>
          <w:rStyle w:val="libArabicChar"/>
          <w:rFonts w:hint="eastAsia"/>
          <w:rtl/>
        </w:rPr>
        <w:t>خلق</w:t>
      </w:r>
      <w:r w:rsidRPr="00364545">
        <w:rPr>
          <w:rStyle w:val="libArabicChar"/>
          <w:rtl/>
        </w:rPr>
        <w:t xml:space="preserve"> السموات والأرض</w:t>
      </w:r>
    </w:p>
    <w:p w:rsidR="001F628F" w:rsidRDefault="001F628F" w:rsidP="00364545">
      <w:pPr>
        <w:pStyle w:val="libNormal"/>
        <w:rPr>
          <w:rtl/>
        </w:rPr>
      </w:pPr>
      <w:r>
        <w:rPr>
          <w:rtl/>
        </w:rPr>
        <w:t>2_ كائنات (زمين و آسمانو</w:t>
      </w:r>
      <w:r w:rsidR="00083993">
        <w:rPr>
          <w:rtl/>
        </w:rPr>
        <w:t xml:space="preserve">ں </w:t>
      </w:r>
      <w:r>
        <w:rPr>
          <w:rtl/>
        </w:rPr>
        <w:t>) كى خلقت منظّم ، با مقصد ، متقن اور محكم ہونے كے ساتھ ساتھ ہر قسم كى بے نظمى اور بطلان سے دور ہے_</w:t>
      </w:r>
      <w:r w:rsidRPr="00364545">
        <w:rPr>
          <w:rStyle w:val="libArabicChar"/>
          <w:rFonts w:hint="eastAsia"/>
          <w:rtl/>
        </w:rPr>
        <w:t>خلق</w:t>
      </w:r>
      <w:r w:rsidRPr="00364545">
        <w:rPr>
          <w:rStyle w:val="libArabicChar"/>
          <w:rtl/>
        </w:rPr>
        <w:t xml:space="preserve"> السموات والأرض بالحق</w:t>
      </w:r>
    </w:p>
    <w:p w:rsidR="001F628F" w:rsidRDefault="001F628F" w:rsidP="001F628F">
      <w:pPr>
        <w:pStyle w:val="libNormal"/>
        <w:rPr>
          <w:rtl/>
        </w:rPr>
      </w:pPr>
      <w:r>
        <w:rPr>
          <w:rFonts w:hint="eastAsia"/>
          <w:rtl/>
        </w:rPr>
        <w:t>حق</w:t>
      </w:r>
      <w:r>
        <w:rPr>
          <w:rtl/>
        </w:rPr>
        <w:t xml:space="preserve"> كا ايك معنى ، باحكمت مقصد اور متقن ہونا ہے لہذا ، </w:t>
      </w:r>
      <w:r w:rsidRPr="00364545">
        <w:rPr>
          <w:rStyle w:val="libArabicChar"/>
          <w:rtl/>
        </w:rPr>
        <w:t>خلق السموات والارض بالحق</w:t>
      </w:r>
      <w:r>
        <w:rPr>
          <w:rtl/>
        </w:rPr>
        <w:t xml:space="preserve"> ، كا معنى يو</w:t>
      </w:r>
      <w:r w:rsidR="00083993">
        <w:rPr>
          <w:rtl/>
        </w:rPr>
        <w:t xml:space="preserve">ں ں </w:t>
      </w:r>
      <w:r>
        <w:rPr>
          <w:rtl/>
        </w:rPr>
        <w:t>ہوگا كہ خداوند عالم نے كائنات كو مقصد كے تحت اور نہايت ہى متقن اور محكم خلق كيا ہے_</w:t>
      </w:r>
    </w:p>
    <w:p w:rsidR="001F628F" w:rsidRDefault="001F628F" w:rsidP="00364545">
      <w:pPr>
        <w:pStyle w:val="libNormal"/>
        <w:rPr>
          <w:rtl/>
        </w:rPr>
      </w:pPr>
      <w:r>
        <w:rPr>
          <w:rtl/>
        </w:rPr>
        <w:t>3_ كائنات مي</w:t>
      </w:r>
      <w:r w:rsidR="00083993">
        <w:rPr>
          <w:rtl/>
        </w:rPr>
        <w:t xml:space="preserve">ں </w:t>
      </w:r>
      <w:r>
        <w:rPr>
          <w:rtl/>
        </w:rPr>
        <w:t>متعدد آسمان ہي</w:t>
      </w:r>
      <w:r w:rsidR="00083993">
        <w:rPr>
          <w:rtl/>
        </w:rPr>
        <w:t xml:space="preserve">ں </w:t>
      </w:r>
      <w:r>
        <w:rPr>
          <w:rtl/>
        </w:rPr>
        <w:t>_</w:t>
      </w:r>
      <w:r w:rsidRPr="00364545">
        <w:rPr>
          <w:rStyle w:val="libArabicChar"/>
          <w:rFonts w:hint="eastAsia"/>
          <w:rtl/>
        </w:rPr>
        <w:t>خلق</w:t>
      </w:r>
      <w:r w:rsidRPr="00364545">
        <w:rPr>
          <w:rStyle w:val="libArabicChar"/>
          <w:rtl/>
        </w:rPr>
        <w:t xml:space="preserve"> السموات</w:t>
      </w:r>
    </w:p>
    <w:p w:rsidR="001F628F" w:rsidRDefault="001F628F" w:rsidP="001F628F">
      <w:pPr>
        <w:pStyle w:val="libNormal"/>
        <w:rPr>
          <w:rtl/>
        </w:rPr>
      </w:pPr>
      <w:r>
        <w:rPr>
          <w:rtl/>
        </w:rPr>
        <w:t>4_ زمين و آسمانو</w:t>
      </w:r>
      <w:r w:rsidR="00083993">
        <w:rPr>
          <w:rtl/>
        </w:rPr>
        <w:t xml:space="preserve">ں </w:t>
      </w:r>
      <w:r>
        <w:rPr>
          <w:rtl/>
        </w:rPr>
        <w:t>كے بر حق مدار كى خلقت ، خداوند عالم كى وحدانيت اور اس كے لا شريك ہونے پر دليل ہے _</w:t>
      </w:r>
    </w:p>
    <w:p w:rsidR="001F628F" w:rsidRDefault="001F628F" w:rsidP="00364545">
      <w:pPr>
        <w:pStyle w:val="libArabic"/>
        <w:rPr>
          <w:rtl/>
        </w:rPr>
      </w:pPr>
      <w:r>
        <w:rPr>
          <w:rFonts w:hint="eastAsia"/>
          <w:rtl/>
        </w:rPr>
        <w:t>ان</w:t>
      </w:r>
      <w:r>
        <w:rPr>
          <w:rtl/>
        </w:rPr>
        <w:t xml:space="preserve"> أنذروا أنّ</w:t>
      </w:r>
      <w:r w:rsidR="00120F63" w:rsidRPr="00ED5DE8">
        <w:rPr>
          <w:rFonts w:hint="cs"/>
          <w:rtl/>
        </w:rPr>
        <w:t>ه</w:t>
      </w:r>
      <w:r>
        <w:rPr>
          <w:rtl/>
        </w:rPr>
        <w:t xml:space="preserve"> </w:t>
      </w:r>
      <w:r>
        <w:rPr>
          <w:rFonts w:hint="cs"/>
          <w:rtl/>
        </w:rPr>
        <w:t>لا</w:t>
      </w:r>
      <w:r>
        <w:rPr>
          <w:rtl/>
        </w:rPr>
        <w:t xml:space="preserve"> </w:t>
      </w:r>
      <w:r>
        <w:rPr>
          <w:rFonts w:hint="cs"/>
          <w:rtl/>
        </w:rPr>
        <w:t>إل</w:t>
      </w:r>
      <w:r w:rsidR="00120F63" w:rsidRPr="00ED5DE8">
        <w:rPr>
          <w:rFonts w:hint="cs"/>
          <w:rtl/>
        </w:rPr>
        <w:t>ه</w:t>
      </w:r>
      <w:r>
        <w:rPr>
          <w:rtl/>
        </w:rPr>
        <w:t xml:space="preserve"> </w:t>
      </w:r>
      <w:r>
        <w:rPr>
          <w:rFonts w:hint="cs"/>
          <w:rtl/>
        </w:rPr>
        <w:t>الّا</w:t>
      </w:r>
      <w:r>
        <w:rPr>
          <w:rtl/>
        </w:rPr>
        <w:t xml:space="preserve"> </w:t>
      </w:r>
      <w:r>
        <w:rPr>
          <w:rFonts w:hint="cs"/>
          <w:rtl/>
        </w:rPr>
        <w:t>أنا</w:t>
      </w:r>
      <w:r>
        <w:rPr>
          <w:rtl/>
        </w:rPr>
        <w:t xml:space="preserve"> </w:t>
      </w:r>
      <w:r>
        <w:rPr>
          <w:rFonts w:hint="cs"/>
          <w:rtl/>
        </w:rPr>
        <w:t>فاتقون،</w:t>
      </w:r>
      <w:r>
        <w:rPr>
          <w:rtl/>
        </w:rPr>
        <w:t xml:space="preserve"> </w:t>
      </w:r>
      <w:r>
        <w:rPr>
          <w:rFonts w:hint="cs"/>
          <w:rtl/>
        </w:rPr>
        <w:t>خلق</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بالحق</w:t>
      </w:r>
      <w:r>
        <w:rPr>
          <w:rtl/>
        </w:rPr>
        <w:t xml:space="preserve"> </w:t>
      </w:r>
      <w:r>
        <w:rPr>
          <w:rFonts w:hint="cs"/>
          <w:rtl/>
        </w:rPr>
        <w:t>تعالى</w:t>
      </w:r>
      <w:r>
        <w:rPr>
          <w:rtl/>
        </w:rPr>
        <w:t xml:space="preserve"> </w:t>
      </w:r>
      <w:r>
        <w:rPr>
          <w:rFonts w:hint="cs"/>
          <w:rtl/>
        </w:rPr>
        <w:t>عما</w:t>
      </w:r>
      <w:r>
        <w:rPr>
          <w:rtl/>
        </w:rPr>
        <w:t xml:space="preserve"> </w:t>
      </w:r>
      <w:r>
        <w:rPr>
          <w:rFonts w:hint="cs"/>
          <w:rtl/>
        </w:rPr>
        <w:t>ي</w:t>
      </w:r>
      <w:r>
        <w:rPr>
          <w:rtl/>
        </w:rPr>
        <w:t>شركون</w:t>
      </w:r>
    </w:p>
    <w:p w:rsidR="001F628F" w:rsidRDefault="001F628F" w:rsidP="001F628F">
      <w:pPr>
        <w:pStyle w:val="libNormal"/>
        <w:rPr>
          <w:rtl/>
        </w:rPr>
      </w:pPr>
      <w:r>
        <w:rPr>
          <w:rFonts w:hint="eastAsia"/>
          <w:rtl/>
        </w:rPr>
        <w:t>جملہ</w:t>
      </w:r>
      <w:r w:rsidRPr="00364545">
        <w:rPr>
          <w:rStyle w:val="libArabicChar"/>
          <w:rtl/>
        </w:rPr>
        <w:t xml:space="preserve">'' خلق السماوات والأرض'' </w:t>
      </w:r>
      <w:r>
        <w:rPr>
          <w:rtl/>
        </w:rPr>
        <w:t>گذشتہ آيت مي</w:t>
      </w:r>
      <w:r w:rsidR="00083993">
        <w:rPr>
          <w:rtl/>
        </w:rPr>
        <w:t xml:space="preserve">ں </w:t>
      </w:r>
      <w:r w:rsidRPr="00364545">
        <w:rPr>
          <w:rStyle w:val="libArabicChar"/>
          <w:rtl/>
        </w:rPr>
        <w:t>''لا ال</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انا</w:t>
      </w:r>
      <w:r w:rsidRPr="00364545">
        <w:rPr>
          <w:rStyle w:val="libArabicChar"/>
          <w:rtl/>
        </w:rPr>
        <w:t>''</w:t>
      </w:r>
      <w:r>
        <w:rPr>
          <w:rtl/>
        </w:rPr>
        <w:t xml:space="preserve"> كے مطلب كے ليئے بہ منزلہ علّت ہے _</w:t>
      </w:r>
    </w:p>
    <w:p w:rsidR="001F628F" w:rsidRDefault="001F628F" w:rsidP="001F628F">
      <w:pPr>
        <w:pStyle w:val="libNormal"/>
        <w:rPr>
          <w:rtl/>
        </w:rPr>
      </w:pPr>
      <w:r>
        <w:rPr>
          <w:rtl/>
        </w:rPr>
        <w:t>5_خداوند عالم كى ذات اس سے بلند و برتر ہے كہ خلقت مي</w:t>
      </w:r>
      <w:r w:rsidR="00083993">
        <w:rPr>
          <w:rtl/>
        </w:rPr>
        <w:t xml:space="preserve">ں </w:t>
      </w:r>
      <w:r>
        <w:rPr>
          <w:rtl/>
        </w:rPr>
        <w:t>اسكے ليے كسى شريك كا تصور كيا جائے_</w:t>
      </w:r>
    </w:p>
    <w:p w:rsidR="001F628F" w:rsidRDefault="001F628F" w:rsidP="00364545">
      <w:pPr>
        <w:pStyle w:val="libArabic"/>
        <w:rPr>
          <w:rtl/>
        </w:rPr>
      </w:pPr>
      <w:r>
        <w:rPr>
          <w:rFonts w:hint="eastAsia"/>
          <w:rtl/>
        </w:rPr>
        <w:t>خلق</w:t>
      </w:r>
      <w:r>
        <w:rPr>
          <w:rtl/>
        </w:rPr>
        <w:t xml:space="preserve"> السموات و الارض بالحق تعالى عما يشركون</w:t>
      </w:r>
    </w:p>
    <w:p w:rsidR="00364545" w:rsidRDefault="001E7F9D" w:rsidP="00F73EDE">
      <w:pPr>
        <w:pStyle w:val="libPoemTini"/>
        <w:rPr>
          <w:rtl/>
        </w:rPr>
      </w:pPr>
      <w:r>
        <w:rPr>
          <w:rtl/>
        </w:rPr>
        <w:cr/>
      </w:r>
      <w:r>
        <w:rPr>
          <w:rtl/>
        </w:rPr>
        <w:br w:type="page"/>
      </w:r>
    </w:p>
    <w:p w:rsidR="001F628F" w:rsidRDefault="001F628F" w:rsidP="00364545">
      <w:pPr>
        <w:pStyle w:val="libNormal"/>
        <w:rPr>
          <w:rtl/>
        </w:rPr>
      </w:pPr>
      <w:r>
        <w:rPr>
          <w:rtl/>
        </w:rPr>
        <w:lastRenderedPageBreak/>
        <w:t>6_ خداوند عالم كے ليے كسى قسم كا شريك قرار دينا، اس كے غلط اور غير واقعى تصور كى علامت ہے_</w:t>
      </w:r>
      <w:r w:rsidRPr="00364545">
        <w:rPr>
          <w:rStyle w:val="libArabicChar"/>
          <w:rFonts w:hint="eastAsia"/>
          <w:rtl/>
        </w:rPr>
        <w:t>تعلى</w:t>
      </w:r>
      <w:r w:rsidRPr="00364545">
        <w:rPr>
          <w:rStyle w:val="libArabicChar"/>
          <w:rtl/>
        </w:rPr>
        <w:t xml:space="preserve"> عمّا يشركون</w:t>
      </w:r>
    </w:p>
    <w:p w:rsidR="001F628F" w:rsidRDefault="001F628F" w:rsidP="001F628F">
      <w:pPr>
        <w:pStyle w:val="libNormal"/>
        <w:rPr>
          <w:rtl/>
        </w:rPr>
      </w:pPr>
      <w:r>
        <w:rPr>
          <w:rtl/>
        </w:rPr>
        <w:t>7_ آسمانو</w:t>
      </w:r>
      <w:r w:rsidR="00083993">
        <w:rPr>
          <w:rtl/>
        </w:rPr>
        <w:t xml:space="preserve">ں </w:t>
      </w:r>
      <w:r>
        <w:rPr>
          <w:rtl/>
        </w:rPr>
        <w:t>اور زمين (كائنات ) كى خلقت، اس بات پر دليل ہے كہ خداوند عالم اپنے وعدو</w:t>
      </w:r>
      <w:r w:rsidR="00083993">
        <w:rPr>
          <w:rtl/>
        </w:rPr>
        <w:t xml:space="preserve">ں </w:t>
      </w:r>
      <w:r>
        <w:rPr>
          <w:rtl/>
        </w:rPr>
        <w:t>كو پورا كرنے پر قادرہے_</w:t>
      </w:r>
    </w:p>
    <w:p w:rsidR="001F628F" w:rsidRDefault="001F628F" w:rsidP="00364545">
      <w:pPr>
        <w:pStyle w:val="libArabic"/>
        <w:rPr>
          <w:rtl/>
        </w:rPr>
      </w:pPr>
      <w:r>
        <w:rPr>
          <w:rFonts w:hint="eastAsia"/>
          <w:rtl/>
        </w:rPr>
        <w:t>اتى</w:t>
      </w:r>
      <w:r>
        <w:rPr>
          <w:rtl/>
        </w:rPr>
        <w:t xml:space="preserve"> امراللّ</w:t>
      </w:r>
      <w:r w:rsidR="00120F63" w:rsidRPr="00ED5DE8">
        <w:rPr>
          <w:rFonts w:hint="cs"/>
          <w:rtl/>
        </w:rPr>
        <w:t>ه</w:t>
      </w:r>
      <w:r>
        <w:rPr>
          <w:rtl/>
        </w:rPr>
        <w:t xml:space="preserve"> </w:t>
      </w:r>
      <w:r>
        <w:rPr>
          <w:rFonts w:hint="cs"/>
          <w:rtl/>
        </w:rPr>
        <w:t>خلق</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بالحق</w:t>
      </w:r>
      <w:r>
        <w:rPr>
          <w:rtl/>
        </w:rPr>
        <w:t xml:space="preserve"> </w:t>
      </w:r>
      <w:r>
        <w:rPr>
          <w:rFonts w:hint="cs"/>
          <w:rtl/>
        </w:rPr>
        <w:t>تعالى</w:t>
      </w:r>
      <w:r>
        <w:rPr>
          <w:rtl/>
        </w:rPr>
        <w:t xml:space="preserve"> </w:t>
      </w:r>
      <w:r>
        <w:rPr>
          <w:rFonts w:hint="cs"/>
          <w:rtl/>
        </w:rPr>
        <w:t>عما</w:t>
      </w:r>
      <w:r>
        <w:rPr>
          <w:rtl/>
        </w:rPr>
        <w:t xml:space="preserve"> </w:t>
      </w:r>
      <w:r>
        <w:rPr>
          <w:rFonts w:hint="cs"/>
          <w:rtl/>
        </w:rPr>
        <w:t>ي</w:t>
      </w:r>
      <w:r>
        <w:rPr>
          <w:rtl/>
        </w:rPr>
        <w:t>شركون</w:t>
      </w:r>
    </w:p>
    <w:p w:rsidR="001F628F" w:rsidRDefault="001F628F" w:rsidP="001F628F">
      <w:pPr>
        <w:pStyle w:val="libNormal"/>
        <w:rPr>
          <w:rtl/>
        </w:rPr>
      </w:pPr>
      <w:r>
        <w:rPr>
          <w:rtl/>
        </w:rPr>
        <w:t>''خلق السماوات ...'' كا جملہ اس بات كى وضاحت كے ليے تعليل كى حيثيت ركھتا ہے كہ خداوند عالم اپنے وعدو</w:t>
      </w:r>
      <w:r w:rsidR="00083993">
        <w:rPr>
          <w:rtl/>
        </w:rPr>
        <w:t xml:space="preserve">ں </w:t>
      </w:r>
      <w:r>
        <w:rPr>
          <w:rtl/>
        </w:rPr>
        <w:t>كو پورا كرنے پر قادر ہے_</w:t>
      </w:r>
    </w:p>
    <w:p w:rsidR="001F628F" w:rsidRDefault="001F628F" w:rsidP="001F628F">
      <w:pPr>
        <w:pStyle w:val="libNormal"/>
        <w:rPr>
          <w:rtl/>
        </w:rPr>
      </w:pPr>
      <w:r>
        <w:rPr>
          <w:rtl/>
        </w:rPr>
        <w:t>8_ صدراسلام كے مشركين، خداوند عالم كو آسمانو</w:t>
      </w:r>
      <w:r w:rsidR="00083993">
        <w:rPr>
          <w:rtl/>
        </w:rPr>
        <w:t xml:space="preserve">ں </w:t>
      </w:r>
      <w:r>
        <w:rPr>
          <w:rtl/>
        </w:rPr>
        <w:t>اور زمين كا خالق سمجھتے تھے_</w:t>
      </w:r>
    </w:p>
    <w:p w:rsidR="001F628F" w:rsidRDefault="001F628F" w:rsidP="00364545">
      <w:pPr>
        <w:pStyle w:val="libArabic"/>
        <w:rPr>
          <w:rtl/>
        </w:rPr>
      </w:pPr>
      <w:r>
        <w:rPr>
          <w:rFonts w:hint="eastAsia"/>
          <w:rtl/>
        </w:rPr>
        <w:t>آتى</w:t>
      </w:r>
      <w:r>
        <w:rPr>
          <w:rtl/>
        </w:rPr>
        <w:t xml:space="preserve"> امر اللّ</w:t>
      </w:r>
      <w:r w:rsidR="00120F63" w:rsidRPr="00ED5DE8">
        <w:rPr>
          <w:rFonts w:hint="cs"/>
          <w:rtl/>
        </w:rPr>
        <w:t>ه</w:t>
      </w:r>
      <w:r>
        <w:rPr>
          <w:rtl/>
        </w:rPr>
        <w:t xml:space="preserve"> ...</w:t>
      </w:r>
      <w:r>
        <w:rPr>
          <w:rFonts w:hint="cs"/>
          <w:rtl/>
        </w:rPr>
        <w:t>سبحن</w:t>
      </w:r>
      <w:r w:rsidR="00120F63" w:rsidRPr="00ED5DE8">
        <w:rPr>
          <w:rFonts w:hint="cs"/>
          <w:rtl/>
        </w:rPr>
        <w:t>ه</w:t>
      </w:r>
      <w:r>
        <w:rPr>
          <w:rtl/>
        </w:rPr>
        <w:t xml:space="preserve"> </w:t>
      </w:r>
      <w:r>
        <w:rPr>
          <w:rFonts w:hint="cs"/>
          <w:rtl/>
        </w:rPr>
        <w:t>و</w:t>
      </w:r>
      <w:r>
        <w:rPr>
          <w:rtl/>
        </w:rPr>
        <w:t xml:space="preserve"> </w:t>
      </w:r>
      <w:r>
        <w:rPr>
          <w:rFonts w:hint="cs"/>
          <w:rtl/>
        </w:rPr>
        <w:t>تعلى</w:t>
      </w:r>
      <w:r>
        <w:rPr>
          <w:rtl/>
        </w:rPr>
        <w:t xml:space="preserve"> </w:t>
      </w:r>
      <w:r>
        <w:rPr>
          <w:rFonts w:hint="cs"/>
          <w:rtl/>
        </w:rPr>
        <w:t>عما</w:t>
      </w:r>
      <w:r>
        <w:rPr>
          <w:rtl/>
        </w:rPr>
        <w:t xml:space="preserve"> </w:t>
      </w:r>
      <w:r>
        <w:rPr>
          <w:rFonts w:hint="cs"/>
          <w:rtl/>
        </w:rPr>
        <w:t>يشركون</w:t>
      </w:r>
      <w:r>
        <w:rPr>
          <w:rtl/>
        </w:rPr>
        <w:t xml:space="preserve"> </w:t>
      </w:r>
      <w:r>
        <w:rPr>
          <w:rFonts w:hint="cs"/>
          <w:rtl/>
        </w:rPr>
        <w:t>خلق</w:t>
      </w:r>
      <w:r>
        <w:rPr>
          <w:rtl/>
        </w:rPr>
        <w:t xml:space="preserve"> </w:t>
      </w:r>
      <w:r>
        <w:rPr>
          <w:rFonts w:hint="cs"/>
          <w:rtl/>
        </w:rPr>
        <w:t>السموات</w:t>
      </w:r>
      <w:r>
        <w:rPr>
          <w:rtl/>
        </w:rPr>
        <w:t xml:space="preserve"> </w:t>
      </w:r>
      <w:r>
        <w:rPr>
          <w:rFonts w:hint="cs"/>
          <w:rtl/>
        </w:rPr>
        <w:t>و</w:t>
      </w:r>
      <w:r>
        <w:rPr>
          <w:rtl/>
        </w:rPr>
        <w:t xml:space="preserve"> </w:t>
      </w:r>
      <w:r>
        <w:rPr>
          <w:rFonts w:hint="cs"/>
          <w:rtl/>
        </w:rPr>
        <w:t>الارض</w:t>
      </w:r>
      <w:r>
        <w:rPr>
          <w:rtl/>
        </w:rPr>
        <w:t xml:space="preserve"> </w:t>
      </w:r>
      <w:r>
        <w:rPr>
          <w:rFonts w:hint="cs"/>
          <w:rtl/>
        </w:rPr>
        <w:t>بالحق</w:t>
      </w:r>
      <w:r>
        <w:rPr>
          <w:rtl/>
        </w:rPr>
        <w:t xml:space="preserve"> </w:t>
      </w:r>
      <w:r>
        <w:rPr>
          <w:rFonts w:hint="cs"/>
          <w:rtl/>
        </w:rPr>
        <w:t>تعالى</w:t>
      </w:r>
      <w:r>
        <w:rPr>
          <w:rtl/>
        </w:rPr>
        <w:t xml:space="preserve"> </w:t>
      </w:r>
      <w:r>
        <w:rPr>
          <w:rFonts w:hint="cs"/>
          <w:rtl/>
        </w:rPr>
        <w:t>عما</w:t>
      </w:r>
      <w:r>
        <w:rPr>
          <w:rtl/>
        </w:rPr>
        <w:t xml:space="preserve"> </w:t>
      </w:r>
      <w:r>
        <w:rPr>
          <w:rFonts w:hint="cs"/>
          <w:rtl/>
        </w:rPr>
        <w:t>ي</w:t>
      </w:r>
      <w:r>
        <w:rPr>
          <w:rtl/>
        </w:rPr>
        <w:t>شركون</w:t>
      </w:r>
    </w:p>
    <w:p w:rsidR="001F628F" w:rsidRDefault="001F628F" w:rsidP="001F628F">
      <w:pPr>
        <w:pStyle w:val="libNormal"/>
        <w:rPr>
          <w:rtl/>
        </w:rPr>
      </w:pPr>
      <w:r w:rsidRPr="00364545">
        <w:rPr>
          <w:rStyle w:val="libArabicChar"/>
          <w:rtl/>
        </w:rPr>
        <w:t>''تعالى عمّا يشركون''</w:t>
      </w:r>
      <w:r>
        <w:rPr>
          <w:rtl/>
        </w:rPr>
        <w:t xml:space="preserve"> كا تعلق ''بالحق '' كے ساتھ ہے نہ كہ ''خلق السماوات'' كے ساتھ اس بناء پر آيت سے يہ استفادہ ہوتا ہے كے مشركين كو كائنات كى اصل خلقت كے بارے مي</w:t>
      </w:r>
      <w:r w:rsidR="00083993">
        <w:rPr>
          <w:rtl/>
        </w:rPr>
        <w:t xml:space="preserve">ں </w:t>
      </w:r>
      <w:r>
        <w:rPr>
          <w:rtl/>
        </w:rPr>
        <w:t>اعتراض نہي</w:t>
      </w:r>
      <w:r w:rsidR="00083993">
        <w:rPr>
          <w:rtl/>
        </w:rPr>
        <w:t xml:space="preserve">ں </w:t>
      </w:r>
      <w:r>
        <w:rPr>
          <w:rtl/>
        </w:rPr>
        <w:t>تھا بلكہ اس كى حقانيت اور بطلان پر توہم كا شكار تھے_</w:t>
      </w:r>
    </w:p>
    <w:p w:rsidR="001F628F" w:rsidRDefault="001F628F" w:rsidP="00364545">
      <w:pPr>
        <w:pStyle w:val="libNormal"/>
        <w:rPr>
          <w:rtl/>
        </w:rPr>
      </w:pPr>
      <w:r>
        <w:rPr>
          <w:rFonts w:hint="eastAsia"/>
          <w:rtl/>
        </w:rPr>
        <w:t>آسمان</w:t>
      </w:r>
      <w:r>
        <w:rPr>
          <w:rtl/>
        </w:rPr>
        <w:t>:</w:t>
      </w:r>
      <w:r>
        <w:rPr>
          <w:rFonts w:hint="eastAsia"/>
          <w:rtl/>
        </w:rPr>
        <w:t>آسمانو</w:t>
      </w:r>
      <w:r w:rsidR="00083993">
        <w:rPr>
          <w:rFonts w:hint="eastAsia"/>
          <w:rtl/>
        </w:rPr>
        <w:t xml:space="preserve">ں </w:t>
      </w:r>
      <w:r>
        <w:rPr>
          <w:rtl/>
        </w:rPr>
        <w:t>كا خالق1،8;آسمانو</w:t>
      </w:r>
      <w:r w:rsidR="00083993">
        <w:rPr>
          <w:rtl/>
        </w:rPr>
        <w:t xml:space="preserve">ں </w:t>
      </w:r>
      <w:r>
        <w:rPr>
          <w:rtl/>
        </w:rPr>
        <w:t>كا متعدد ہونا3; آسمانو</w:t>
      </w:r>
      <w:r w:rsidR="00083993">
        <w:rPr>
          <w:rtl/>
        </w:rPr>
        <w:t xml:space="preserve">ں </w:t>
      </w:r>
      <w:r>
        <w:rPr>
          <w:rtl/>
        </w:rPr>
        <w:t>كى خلقت4،7</w:t>
      </w:r>
    </w:p>
    <w:p w:rsidR="001F628F" w:rsidRDefault="001F628F" w:rsidP="00364545">
      <w:pPr>
        <w:pStyle w:val="libNormal"/>
        <w:rPr>
          <w:rtl/>
        </w:rPr>
      </w:pPr>
      <w:r>
        <w:rPr>
          <w:rFonts w:hint="eastAsia"/>
          <w:rtl/>
        </w:rPr>
        <w:t>الله</w:t>
      </w:r>
      <w:r>
        <w:rPr>
          <w:rtl/>
        </w:rPr>
        <w:t xml:space="preserve"> تعالى :</w:t>
      </w:r>
      <w:r>
        <w:rPr>
          <w:rFonts w:hint="eastAsia"/>
          <w:rtl/>
        </w:rPr>
        <w:t>الله</w:t>
      </w:r>
      <w:r>
        <w:rPr>
          <w:rtl/>
        </w:rPr>
        <w:t xml:space="preserve"> تعالى كا علّو5; الله تعالى كى خالقيت1; الله تعالى كى قدرت كے دلائل 7; الله تعالى كے بارے مي</w:t>
      </w:r>
      <w:r w:rsidR="00083993">
        <w:rPr>
          <w:rtl/>
        </w:rPr>
        <w:t xml:space="preserve">ں </w:t>
      </w:r>
      <w:r>
        <w:rPr>
          <w:rtl/>
        </w:rPr>
        <w:t>غلط فكر6; الله تعالى كے وعدو</w:t>
      </w:r>
      <w:r w:rsidR="00083993">
        <w:rPr>
          <w:rtl/>
        </w:rPr>
        <w:t xml:space="preserve">ں </w:t>
      </w:r>
      <w:r>
        <w:rPr>
          <w:rtl/>
        </w:rPr>
        <w:t>كا حتمى ہونا7</w:t>
      </w:r>
    </w:p>
    <w:p w:rsidR="001F628F" w:rsidRDefault="001F628F" w:rsidP="00364545">
      <w:pPr>
        <w:pStyle w:val="libNormal"/>
        <w:rPr>
          <w:rtl/>
        </w:rPr>
      </w:pPr>
      <w:r>
        <w:rPr>
          <w:rFonts w:hint="eastAsia"/>
          <w:rtl/>
        </w:rPr>
        <w:t>الله</w:t>
      </w:r>
      <w:r>
        <w:rPr>
          <w:rtl/>
        </w:rPr>
        <w:t xml:space="preserve"> تعالى كى نشانيا</w:t>
      </w:r>
      <w:r w:rsidR="00083993">
        <w:rPr>
          <w:rtl/>
        </w:rPr>
        <w:t xml:space="preserve">ں </w:t>
      </w:r>
      <w:r>
        <w:rPr>
          <w:rtl/>
        </w:rPr>
        <w:t>:</w:t>
      </w:r>
      <w:r>
        <w:rPr>
          <w:rFonts w:hint="eastAsia"/>
          <w:rtl/>
        </w:rPr>
        <w:t>الله</w:t>
      </w:r>
      <w:r>
        <w:rPr>
          <w:rtl/>
        </w:rPr>
        <w:t xml:space="preserve"> تعالى كى آفاقى نشانيا</w:t>
      </w:r>
      <w:r w:rsidR="00083993">
        <w:rPr>
          <w:rtl/>
        </w:rPr>
        <w:t xml:space="preserve">ں </w:t>
      </w:r>
      <w:r>
        <w:rPr>
          <w:rtl/>
        </w:rPr>
        <w:t>4</w:t>
      </w:r>
    </w:p>
    <w:p w:rsidR="001F628F" w:rsidRDefault="001F628F" w:rsidP="00364545">
      <w:pPr>
        <w:pStyle w:val="libNormal"/>
        <w:rPr>
          <w:rtl/>
        </w:rPr>
      </w:pPr>
      <w:r>
        <w:rPr>
          <w:rFonts w:hint="eastAsia"/>
          <w:rtl/>
        </w:rPr>
        <w:t>توحيد</w:t>
      </w:r>
      <w:r>
        <w:rPr>
          <w:rtl/>
        </w:rPr>
        <w:t>:</w:t>
      </w:r>
      <w:r>
        <w:rPr>
          <w:rFonts w:hint="eastAsia"/>
          <w:rtl/>
        </w:rPr>
        <w:t>توحيد</w:t>
      </w:r>
      <w:r>
        <w:rPr>
          <w:rtl/>
        </w:rPr>
        <w:t xml:space="preserve"> افعالي5; توحيد كے دلائل 4; خالقيت مي</w:t>
      </w:r>
      <w:r w:rsidR="00083993">
        <w:rPr>
          <w:rtl/>
        </w:rPr>
        <w:t xml:space="preserve">ں </w:t>
      </w:r>
      <w:r>
        <w:rPr>
          <w:rtl/>
        </w:rPr>
        <w:t>توحيد5</w:t>
      </w:r>
    </w:p>
    <w:p w:rsidR="001F628F" w:rsidRDefault="001F628F" w:rsidP="00364545">
      <w:pPr>
        <w:pStyle w:val="libNormal"/>
        <w:rPr>
          <w:rtl/>
        </w:rPr>
      </w:pPr>
      <w:r>
        <w:rPr>
          <w:rFonts w:hint="eastAsia"/>
          <w:rtl/>
        </w:rPr>
        <w:t>زمين</w:t>
      </w:r>
      <w:r>
        <w:rPr>
          <w:rtl/>
        </w:rPr>
        <w:t>:</w:t>
      </w:r>
      <w:r>
        <w:rPr>
          <w:rFonts w:hint="eastAsia"/>
          <w:rtl/>
        </w:rPr>
        <w:t>زمين</w:t>
      </w:r>
      <w:r>
        <w:rPr>
          <w:rtl/>
        </w:rPr>
        <w:t xml:space="preserve"> كا خالق 1،8; زمين كى خلقت 3،7</w:t>
      </w:r>
    </w:p>
    <w:p w:rsidR="001F628F" w:rsidRDefault="001F628F" w:rsidP="00364545">
      <w:pPr>
        <w:pStyle w:val="libNormal"/>
        <w:rPr>
          <w:rtl/>
        </w:rPr>
      </w:pPr>
      <w:r>
        <w:rPr>
          <w:rFonts w:hint="eastAsia"/>
          <w:rtl/>
        </w:rPr>
        <w:t>عقيدہ</w:t>
      </w:r>
      <w:r>
        <w:rPr>
          <w:rtl/>
        </w:rPr>
        <w:t xml:space="preserve"> :</w:t>
      </w:r>
      <w:r>
        <w:rPr>
          <w:rFonts w:hint="eastAsia"/>
          <w:rtl/>
        </w:rPr>
        <w:t>خدا</w:t>
      </w:r>
      <w:r>
        <w:rPr>
          <w:rtl/>
        </w:rPr>
        <w:t xml:space="preserve"> كى خالقيت پر عقيدہ 8; شرك پر عقيدہ 6</w:t>
      </w:r>
    </w:p>
    <w:p w:rsidR="001F628F" w:rsidRDefault="001F628F" w:rsidP="00364545">
      <w:pPr>
        <w:pStyle w:val="libNormal"/>
        <w:rPr>
          <w:rtl/>
        </w:rPr>
      </w:pPr>
      <w:r>
        <w:rPr>
          <w:rFonts w:hint="eastAsia"/>
          <w:rtl/>
        </w:rPr>
        <w:t>كائنات</w:t>
      </w:r>
      <w:r>
        <w:rPr>
          <w:rtl/>
        </w:rPr>
        <w:t>:</w:t>
      </w:r>
      <w:r>
        <w:rPr>
          <w:rFonts w:hint="eastAsia"/>
          <w:rtl/>
        </w:rPr>
        <w:t>كائنات</w:t>
      </w:r>
      <w:r>
        <w:rPr>
          <w:rtl/>
        </w:rPr>
        <w:t xml:space="preserve"> كا بامقصد ہونا 2; كائنات كا خالق 1; كائنات كا متقن ہونا2; كائنات كا نظم2; كائنات كى حقانيت3; كائنات كى خلقت 7</w:t>
      </w:r>
    </w:p>
    <w:p w:rsidR="001F628F" w:rsidRDefault="001F628F" w:rsidP="00364545">
      <w:pPr>
        <w:pStyle w:val="libNormal"/>
        <w:rPr>
          <w:rtl/>
        </w:rPr>
      </w:pPr>
      <w:r>
        <w:rPr>
          <w:rFonts w:hint="eastAsia"/>
          <w:rtl/>
        </w:rPr>
        <w:t>مشركين</w:t>
      </w:r>
      <w:r>
        <w:rPr>
          <w:rtl/>
        </w:rPr>
        <w:t>:</w:t>
      </w:r>
      <w:r>
        <w:rPr>
          <w:rFonts w:hint="eastAsia"/>
          <w:rtl/>
        </w:rPr>
        <w:t>صدر</w:t>
      </w:r>
      <w:r>
        <w:rPr>
          <w:rtl/>
        </w:rPr>
        <w:t xml:space="preserve"> اسلام كے مشركين كا عقيدہ8</w:t>
      </w:r>
    </w:p>
    <w:p w:rsidR="00364545" w:rsidRDefault="001E7F9D" w:rsidP="00F73EDE">
      <w:pPr>
        <w:pStyle w:val="libPoemTini"/>
        <w:rPr>
          <w:rtl/>
        </w:rPr>
      </w:pPr>
      <w:r>
        <w:rPr>
          <w:rtl/>
        </w:rPr>
        <w:cr/>
      </w:r>
      <w:r>
        <w:rPr>
          <w:rtl/>
        </w:rPr>
        <w:br w:type="page"/>
      </w:r>
    </w:p>
    <w:p w:rsidR="00364545" w:rsidRPr="00120F63" w:rsidRDefault="00364545" w:rsidP="00364545">
      <w:pPr>
        <w:pStyle w:val="Heading2Center"/>
        <w:rPr>
          <w:rtl/>
        </w:rPr>
      </w:pPr>
      <w:bookmarkStart w:id="150" w:name="_Toc28081828"/>
      <w:r>
        <w:rPr>
          <w:rFonts w:hint="cs"/>
          <w:rtl/>
        </w:rPr>
        <w:lastRenderedPageBreak/>
        <w:t xml:space="preserve">آیت </w:t>
      </w:r>
      <w:r w:rsidRPr="00120F63">
        <w:rPr>
          <w:rFonts w:hint="cs"/>
          <w:rtl/>
        </w:rPr>
        <w:t>4</w:t>
      </w:r>
      <w:bookmarkEnd w:id="150"/>
    </w:p>
    <w:p w:rsidR="001F628F" w:rsidRDefault="00E260F9" w:rsidP="00364545">
      <w:pPr>
        <w:pStyle w:val="libNormal"/>
        <w:rPr>
          <w:rtl/>
        </w:rPr>
      </w:pPr>
      <w:r w:rsidRPr="00E260F9">
        <w:rPr>
          <w:rStyle w:val="libAlaemChar"/>
          <w:rFonts w:hint="eastAsia"/>
          <w:rtl/>
        </w:rPr>
        <w:t>(</w:t>
      </w:r>
      <w:r w:rsidRPr="00364545">
        <w:rPr>
          <w:rStyle w:val="libAieChar"/>
          <w:rFonts w:hint="eastAsia"/>
          <w:rtl/>
        </w:rPr>
        <w:t>خَلَقَ</w:t>
      </w:r>
      <w:r w:rsidRPr="00364545">
        <w:rPr>
          <w:rStyle w:val="libAieChar"/>
          <w:rtl/>
        </w:rPr>
        <w:t xml:space="preserve"> الإِنسَانَ مِن نُّطْفَةٍ فَإِذَا هُوَ خَصِيمٌ 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نے انسان كو ايك قطرہ نجس سے پيدا كيا ہے مگر پھر بھى وہ كھلّم كھلّا جھگڑا كرنے والا ہوگيا ہے _</w:t>
      </w:r>
    </w:p>
    <w:p w:rsidR="001F628F" w:rsidRDefault="001F628F" w:rsidP="00364545">
      <w:pPr>
        <w:pStyle w:val="libNormal"/>
        <w:rPr>
          <w:rtl/>
        </w:rPr>
      </w:pPr>
      <w:r>
        <w:rPr>
          <w:rtl/>
        </w:rPr>
        <w:t>1_ خداوند عالم ،انسان كو پيداكرنے والا اور اس كا خالق ہے_</w:t>
      </w:r>
      <w:r w:rsidRPr="00364545">
        <w:rPr>
          <w:rStyle w:val="libArabicChar"/>
          <w:rFonts w:hint="eastAsia"/>
          <w:rtl/>
        </w:rPr>
        <w:t>خلق</w:t>
      </w:r>
      <w:r w:rsidRPr="00364545">
        <w:rPr>
          <w:rStyle w:val="libArabicChar"/>
          <w:rtl/>
        </w:rPr>
        <w:t xml:space="preserve"> الانسان</w:t>
      </w:r>
    </w:p>
    <w:p w:rsidR="001F628F" w:rsidRDefault="001F628F" w:rsidP="00364545">
      <w:pPr>
        <w:pStyle w:val="libNormal"/>
        <w:rPr>
          <w:rtl/>
        </w:rPr>
      </w:pPr>
      <w:r>
        <w:rPr>
          <w:rtl/>
        </w:rPr>
        <w:t>2_ انسان كى پيدا</w:t>
      </w:r>
      <w:r w:rsidR="009F604A">
        <w:rPr>
          <w:rtl/>
        </w:rPr>
        <w:t>ئش</w:t>
      </w:r>
      <w:r>
        <w:rPr>
          <w:rtl/>
        </w:rPr>
        <w:t xml:space="preserve"> كا سرچشمہ نطفہ ہے_</w:t>
      </w:r>
      <w:r w:rsidRPr="00364545">
        <w:rPr>
          <w:rStyle w:val="libArabicChar"/>
          <w:rFonts w:hint="eastAsia"/>
          <w:rtl/>
        </w:rPr>
        <w:t>خلق</w:t>
      </w:r>
      <w:r w:rsidRPr="00364545">
        <w:rPr>
          <w:rStyle w:val="libArabicChar"/>
          <w:rtl/>
        </w:rPr>
        <w:t xml:space="preserve"> الانسان من نطفة</w:t>
      </w:r>
    </w:p>
    <w:p w:rsidR="001F628F" w:rsidRDefault="001F628F" w:rsidP="00364545">
      <w:pPr>
        <w:pStyle w:val="libNormal"/>
        <w:rPr>
          <w:rtl/>
        </w:rPr>
      </w:pPr>
      <w:r>
        <w:rPr>
          <w:rtl/>
        </w:rPr>
        <w:t>3_ طبيعى اسباب، خداوند عالم كے ارادے كے ظہور پذير ہونے كے مقامات ہي</w:t>
      </w:r>
      <w:r w:rsidR="00083993">
        <w:rPr>
          <w:rtl/>
        </w:rPr>
        <w:t xml:space="preserve">ں </w:t>
      </w:r>
      <w:r>
        <w:rPr>
          <w:rtl/>
        </w:rPr>
        <w:t>_</w:t>
      </w:r>
      <w:r w:rsidRPr="00364545">
        <w:rPr>
          <w:rStyle w:val="libArabicChar"/>
          <w:rFonts w:hint="eastAsia"/>
          <w:rtl/>
        </w:rPr>
        <w:t>خلق</w:t>
      </w:r>
      <w:r w:rsidRPr="00364545">
        <w:rPr>
          <w:rStyle w:val="libArabicChar"/>
          <w:rtl/>
        </w:rPr>
        <w:t xml:space="preserve"> الانسان من نطفة</w:t>
      </w:r>
    </w:p>
    <w:p w:rsidR="001F628F" w:rsidRDefault="001F628F" w:rsidP="001F628F">
      <w:pPr>
        <w:pStyle w:val="libNormal"/>
        <w:rPr>
          <w:rtl/>
        </w:rPr>
      </w:pPr>
      <w:r>
        <w:rPr>
          <w:rFonts w:hint="eastAsia"/>
          <w:rtl/>
        </w:rPr>
        <w:t>با</w:t>
      </w:r>
      <w:r>
        <w:rPr>
          <w:rtl/>
        </w:rPr>
        <w:t xml:space="preserve"> وجود اس كے كہ خداوند عالم نے نطفے كو انسان كى پيدا</w:t>
      </w:r>
      <w:r w:rsidR="009F604A">
        <w:rPr>
          <w:rtl/>
        </w:rPr>
        <w:t>ئش</w:t>
      </w:r>
      <w:r>
        <w:rPr>
          <w:rtl/>
        </w:rPr>
        <w:t xml:space="preserve"> كا بنيادى مادہ قرار ديا ہے ليكن اس كے ساتھ اس كى خلقت كو اپنى طرف نسبت دى ہے يہ ہو سكتا ہے اس حقيقت كا بيان ہو كہ طبيعى اسباب خداوند عالم كے ارادے كے تحقق كا مقام ہي</w:t>
      </w:r>
      <w:r w:rsidR="00083993">
        <w:rPr>
          <w:rtl/>
        </w:rPr>
        <w:t xml:space="preserve">ں </w:t>
      </w:r>
      <w:r>
        <w:rPr>
          <w:rtl/>
        </w:rPr>
        <w:t>_</w:t>
      </w:r>
    </w:p>
    <w:p w:rsidR="001F628F" w:rsidRDefault="001F628F" w:rsidP="00364545">
      <w:pPr>
        <w:pStyle w:val="libNormal"/>
        <w:rPr>
          <w:rtl/>
        </w:rPr>
      </w:pPr>
      <w:r>
        <w:rPr>
          <w:rtl/>
        </w:rPr>
        <w:t>4_ انسان، اپنے خالق كے بارے مي</w:t>
      </w:r>
      <w:r w:rsidR="00083993">
        <w:rPr>
          <w:rtl/>
        </w:rPr>
        <w:t xml:space="preserve">ں </w:t>
      </w:r>
      <w:r>
        <w:rPr>
          <w:rtl/>
        </w:rPr>
        <w:t>جنگ وجدال كرنے والى مخلوق ہے_</w:t>
      </w:r>
      <w:r w:rsidRPr="00364545">
        <w:rPr>
          <w:rStyle w:val="libArabicChar"/>
          <w:rFonts w:hint="eastAsia"/>
          <w:rtl/>
        </w:rPr>
        <w:t>فاذا</w:t>
      </w:r>
      <w:r w:rsidRPr="00364545">
        <w:rPr>
          <w:rStyle w:val="libArabicChar"/>
          <w:rtl/>
        </w:rPr>
        <w:t xml:space="preserve"> </w:t>
      </w:r>
      <w:r w:rsidR="00120F63" w:rsidRPr="00B2551F">
        <w:rPr>
          <w:rStyle w:val="libArabicChar"/>
          <w:rFonts w:hint="cs"/>
          <w:rtl/>
        </w:rPr>
        <w:t>ه</w:t>
      </w:r>
      <w:r w:rsidRPr="00364545">
        <w:rPr>
          <w:rStyle w:val="libArabicChar"/>
          <w:rtl/>
        </w:rPr>
        <w:t>و خصيم</w:t>
      </w:r>
    </w:p>
    <w:p w:rsidR="001F628F" w:rsidRDefault="001F628F" w:rsidP="001F628F">
      <w:pPr>
        <w:pStyle w:val="libNormal"/>
        <w:rPr>
          <w:rtl/>
        </w:rPr>
      </w:pPr>
      <w:r>
        <w:rPr>
          <w:rtl/>
        </w:rPr>
        <w:t>''خصيم'' كا مصدر ''خصم'' كا معني، نزاع و جدل ہے (لسان العرب) ''خصيم'' كے متعلق كے بارے مي</w:t>
      </w:r>
      <w:r w:rsidR="00083993">
        <w:rPr>
          <w:rtl/>
        </w:rPr>
        <w:t xml:space="preserve">ں </w:t>
      </w:r>
      <w:r>
        <w:rPr>
          <w:rtl/>
        </w:rPr>
        <w:t>دو احتمال ہي</w:t>
      </w:r>
      <w:r w:rsidR="00083993">
        <w:rPr>
          <w:rtl/>
        </w:rPr>
        <w:t xml:space="preserve">ں </w:t>
      </w:r>
      <w:r>
        <w:rPr>
          <w:rtl/>
        </w:rPr>
        <w:t>1_ اس كا متعلق خداوند عالم ہے 2_ اس كا متعلق محذوف ہے جو عموميت اور اطلاق پر قرينہ ہے يعنى خصيم ہونا انسان كى خصوصيت ہے گذشتہ آيت كى ابتداء كہ جو خداوند عالم كے بارے مي</w:t>
      </w:r>
      <w:r w:rsidR="00083993">
        <w:rPr>
          <w:rtl/>
        </w:rPr>
        <w:t xml:space="preserve">ں </w:t>
      </w:r>
      <w:r>
        <w:rPr>
          <w:rtl/>
        </w:rPr>
        <w:t>گفتگو كررہى ہے كے قرينہ كى بناء پر مذكورہ بالا مطلب پہلے احتمال كى صورت مي</w:t>
      </w:r>
      <w:r w:rsidR="00083993">
        <w:rPr>
          <w:rtl/>
        </w:rPr>
        <w:t xml:space="preserve">ں </w:t>
      </w:r>
      <w:r>
        <w:rPr>
          <w:rtl/>
        </w:rPr>
        <w:t>بيان كيا گيا ہے_</w:t>
      </w:r>
    </w:p>
    <w:p w:rsidR="001F628F" w:rsidRDefault="001F628F" w:rsidP="00364545">
      <w:pPr>
        <w:pStyle w:val="libNormal"/>
        <w:rPr>
          <w:rtl/>
        </w:rPr>
      </w:pPr>
      <w:r>
        <w:rPr>
          <w:rtl/>
        </w:rPr>
        <w:t>5_ جنگ و جدال ، انسان كى خصوصيات مي</w:t>
      </w:r>
      <w:r w:rsidR="00083993">
        <w:rPr>
          <w:rtl/>
        </w:rPr>
        <w:t xml:space="preserve">ں </w:t>
      </w:r>
      <w:r>
        <w:rPr>
          <w:rtl/>
        </w:rPr>
        <w:t>سے ہے_</w:t>
      </w:r>
      <w:r w:rsidRPr="00364545">
        <w:rPr>
          <w:rStyle w:val="libArabicChar"/>
          <w:rFonts w:hint="eastAsia"/>
          <w:rtl/>
        </w:rPr>
        <w:t>فاذا</w:t>
      </w:r>
      <w:r w:rsidRPr="00364545">
        <w:rPr>
          <w:rStyle w:val="libArabicChar"/>
          <w:rtl/>
        </w:rPr>
        <w:t xml:space="preserve"> </w:t>
      </w:r>
      <w:r w:rsidR="00120F63" w:rsidRPr="00B2551F">
        <w:rPr>
          <w:rStyle w:val="libArabicChar"/>
          <w:rFonts w:hint="cs"/>
          <w:rtl/>
        </w:rPr>
        <w:t>ه</w:t>
      </w:r>
      <w:r w:rsidRPr="00364545">
        <w:rPr>
          <w:rStyle w:val="libArabicChar"/>
          <w:rFonts w:hint="cs"/>
          <w:rtl/>
        </w:rPr>
        <w:t>و</w:t>
      </w:r>
      <w:r w:rsidRPr="00364545">
        <w:rPr>
          <w:rStyle w:val="libArabicChar"/>
          <w:rtl/>
        </w:rPr>
        <w:t xml:space="preserve"> </w:t>
      </w:r>
      <w:r w:rsidRPr="00364545">
        <w:rPr>
          <w:rStyle w:val="libArabicChar"/>
          <w:rFonts w:hint="cs"/>
          <w:rtl/>
        </w:rPr>
        <w:t>خصي</w:t>
      </w:r>
      <w:r w:rsidRPr="00364545">
        <w:rPr>
          <w:rStyle w:val="libArabicChar"/>
          <w:rtl/>
        </w:rPr>
        <w:t>م مبين</w:t>
      </w:r>
    </w:p>
    <w:p w:rsidR="001F628F" w:rsidRDefault="001F628F" w:rsidP="001F628F">
      <w:pPr>
        <w:pStyle w:val="libNormal"/>
        <w:rPr>
          <w:rtl/>
        </w:rPr>
      </w:pPr>
      <w:r>
        <w:rPr>
          <w:rFonts w:hint="eastAsia"/>
          <w:rtl/>
        </w:rPr>
        <w:t>مذكورہ</w:t>
      </w:r>
      <w:r>
        <w:rPr>
          <w:rtl/>
        </w:rPr>
        <w:t xml:space="preserve"> بالا مطلب خصيم كے متعلق كے بارے مي</w:t>
      </w:r>
      <w:r w:rsidR="00083993">
        <w:rPr>
          <w:rtl/>
        </w:rPr>
        <w:t xml:space="preserve">ں </w:t>
      </w:r>
      <w:r>
        <w:rPr>
          <w:rtl/>
        </w:rPr>
        <w:t>بيان كئے گئے دوسرے احتمال كى بناء پر ہے يعنى خصيم كے متعلق كوحذف كيا گيا ہے_ تا كہ وہ يہ دلالت كرے كہ انسان كى مسلسل كو شش جنگ و جدال ہے_</w:t>
      </w:r>
    </w:p>
    <w:p w:rsidR="001F628F" w:rsidRDefault="001F628F" w:rsidP="001F628F">
      <w:pPr>
        <w:pStyle w:val="libNormal"/>
        <w:rPr>
          <w:rtl/>
        </w:rPr>
      </w:pPr>
      <w:r>
        <w:rPr>
          <w:rtl/>
        </w:rPr>
        <w:t>6_ نطفہ سے خلق شدہ انسان كا جنگجو اور جھگڑا لو ہونا،</w:t>
      </w:r>
    </w:p>
    <w:p w:rsidR="00364545" w:rsidRDefault="001E7F9D" w:rsidP="00F73EDE">
      <w:pPr>
        <w:pStyle w:val="libPoemTini"/>
        <w:rPr>
          <w:rtl/>
        </w:rPr>
      </w:pPr>
      <w:r>
        <w:rPr>
          <w:rtl/>
        </w:rPr>
        <w:cr/>
      </w:r>
      <w:r>
        <w:rPr>
          <w:rtl/>
        </w:rPr>
        <w:br w:type="page"/>
      </w:r>
    </w:p>
    <w:p w:rsidR="001F628F" w:rsidRDefault="001F628F" w:rsidP="00364545">
      <w:pPr>
        <w:pStyle w:val="libNormal"/>
        <w:rPr>
          <w:rtl/>
        </w:rPr>
      </w:pPr>
      <w:r>
        <w:rPr>
          <w:rFonts w:hint="eastAsia"/>
          <w:rtl/>
        </w:rPr>
        <w:lastRenderedPageBreak/>
        <w:t>تعجب</w:t>
      </w:r>
      <w:r>
        <w:rPr>
          <w:rtl/>
        </w:rPr>
        <w:t xml:space="preserve"> انگيز اور غير متوقع ہے_</w:t>
      </w:r>
      <w:r w:rsidRPr="00364545">
        <w:rPr>
          <w:rStyle w:val="libArabicChar"/>
          <w:rFonts w:hint="eastAsia"/>
          <w:rtl/>
        </w:rPr>
        <w:t>خلق</w:t>
      </w:r>
      <w:r w:rsidRPr="00364545">
        <w:rPr>
          <w:rStyle w:val="libArabicChar"/>
          <w:rtl/>
        </w:rPr>
        <w:t xml:space="preserve"> الا نسان من نطفة فاذا </w:t>
      </w:r>
      <w:r w:rsidR="00120F63" w:rsidRPr="00B2551F">
        <w:rPr>
          <w:rStyle w:val="libArabicChar"/>
          <w:rFonts w:hint="cs"/>
          <w:rtl/>
        </w:rPr>
        <w:t>ه</w:t>
      </w:r>
      <w:r w:rsidRPr="00364545">
        <w:rPr>
          <w:rStyle w:val="libArabicChar"/>
          <w:rFonts w:hint="cs"/>
          <w:rtl/>
        </w:rPr>
        <w:t>و</w:t>
      </w:r>
      <w:r w:rsidRPr="00364545">
        <w:rPr>
          <w:rStyle w:val="libArabicChar"/>
          <w:rtl/>
        </w:rPr>
        <w:t xml:space="preserve"> </w:t>
      </w:r>
      <w:r w:rsidRPr="00364545">
        <w:rPr>
          <w:rStyle w:val="libArabicChar"/>
          <w:rFonts w:hint="cs"/>
          <w:rtl/>
        </w:rPr>
        <w:t>خصي</w:t>
      </w:r>
      <w:r w:rsidRPr="00364545">
        <w:rPr>
          <w:rStyle w:val="libArabicChar"/>
          <w:rtl/>
        </w:rPr>
        <w:t>م مبين</w:t>
      </w:r>
    </w:p>
    <w:p w:rsidR="001F628F" w:rsidRDefault="001F628F" w:rsidP="001F628F">
      <w:pPr>
        <w:pStyle w:val="libNormal"/>
        <w:rPr>
          <w:rtl/>
        </w:rPr>
      </w:pPr>
      <w:r>
        <w:rPr>
          <w:rtl/>
        </w:rPr>
        <w:t>''فاذا ہو ...'' مي</w:t>
      </w:r>
      <w:r w:rsidR="00083993">
        <w:rPr>
          <w:rtl/>
        </w:rPr>
        <w:t xml:space="preserve">ں </w:t>
      </w:r>
      <w:r>
        <w:rPr>
          <w:rtl/>
        </w:rPr>
        <w:t>'' اذا فجائيہ'' ہے جو وہا</w:t>
      </w:r>
      <w:r w:rsidR="00083993">
        <w:rPr>
          <w:rtl/>
        </w:rPr>
        <w:t xml:space="preserve">ں </w:t>
      </w:r>
      <w:r>
        <w:rPr>
          <w:rtl/>
        </w:rPr>
        <w:t>استعمال كيا جا تا ہے جہا</w:t>
      </w:r>
      <w:r w:rsidR="00083993">
        <w:rPr>
          <w:rtl/>
        </w:rPr>
        <w:t xml:space="preserve">ں </w:t>
      </w:r>
      <w:r>
        <w:rPr>
          <w:rtl/>
        </w:rPr>
        <w:t>كام خلاف توقع انجام پائے_</w:t>
      </w:r>
    </w:p>
    <w:p w:rsidR="001F628F" w:rsidRDefault="001F628F" w:rsidP="00364545">
      <w:pPr>
        <w:pStyle w:val="libNormal"/>
        <w:rPr>
          <w:rtl/>
        </w:rPr>
      </w:pPr>
      <w:r>
        <w:rPr>
          <w:rtl/>
        </w:rPr>
        <w:t>7_ جنگ و جدال اور دشمنى ، انسان كى ايك ناپسنديدہ اور مذموم صفت ہے_</w:t>
      </w:r>
      <w:r w:rsidRPr="00364545">
        <w:rPr>
          <w:rStyle w:val="libArabicChar"/>
          <w:rFonts w:hint="eastAsia"/>
          <w:rtl/>
        </w:rPr>
        <w:t>فاذا</w:t>
      </w:r>
      <w:r w:rsidRPr="00364545">
        <w:rPr>
          <w:rStyle w:val="libArabicChar"/>
          <w:rtl/>
        </w:rPr>
        <w:t xml:space="preserve"> </w:t>
      </w:r>
      <w:r w:rsidR="00120F63" w:rsidRPr="00B2551F">
        <w:rPr>
          <w:rStyle w:val="libArabicChar"/>
          <w:rFonts w:hint="cs"/>
          <w:rtl/>
        </w:rPr>
        <w:t>ه</w:t>
      </w:r>
      <w:r w:rsidRPr="00364545">
        <w:rPr>
          <w:rStyle w:val="libArabicChar"/>
          <w:rFonts w:hint="cs"/>
          <w:rtl/>
        </w:rPr>
        <w:t>و</w:t>
      </w:r>
      <w:r w:rsidRPr="00364545">
        <w:rPr>
          <w:rStyle w:val="libArabicChar"/>
          <w:rtl/>
        </w:rPr>
        <w:t xml:space="preserve"> </w:t>
      </w:r>
      <w:r w:rsidRPr="00364545">
        <w:rPr>
          <w:rStyle w:val="libArabicChar"/>
          <w:rFonts w:hint="cs"/>
          <w:rtl/>
        </w:rPr>
        <w:t>خصي</w:t>
      </w:r>
      <w:r w:rsidRPr="00364545">
        <w:rPr>
          <w:rStyle w:val="libArabicChar"/>
          <w:rtl/>
        </w:rPr>
        <w:t>م مبين</w:t>
      </w:r>
    </w:p>
    <w:p w:rsidR="001F628F" w:rsidRDefault="001F628F" w:rsidP="001F628F">
      <w:pPr>
        <w:pStyle w:val="libNormal"/>
        <w:rPr>
          <w:rtl/>
        </w:rPr>
      </w:pPr>
      <w:r>
        <w:rPr>
          <w:rtl/>
        </w:rPr>
        <w:t>''اذا '' فجائيہ كو ذكر كرنا ممكن ہے جنگ و جدال اور دشمنى كى ناپسنديد گى كو بيان كرنے كے ليے ہو خصوصاً اس بات كو مد نظر ركھتے ہوئے كہ مخلوق سے اس چيز كى توقع ہے كہ وہ اپنے خالق كے سامنے سر تسليم خم ہو جبكہ جدال و مخاصمت خلاف توقع ہے _</w:t>
      </w:r>
    </w:p>
    <w:p w:rsidR="001F628F" w:rsidRDefault="001F628F" w:rsidP="00364545">
      <w:pPr>
        <w:pStyle w:val="libNormal"/>
        <w:rPr>
          <w:rtl/>
        </w:rPr>
      </w:pPr>
      <w:r>
        <w:rPr>
          <w:rtl/>
        </w:rPr>
        <w:t>8_ انسان ، اپنے نظريات و مقاصد كو بيان كرنے پر قادر مخلوق ہے_</w:t>
      </w:r>
      <w:r w:rsidRPr="00364545">
        <w:rPr>
          <w:rStyle w:val="libArabicChar"/>
          <w:rFonts w:hint="eastAsia"/>
          <w:rtl/>
        </w:rPr>
        <w:t>فاذا</w:t>
      </w:r>
      <w:r w:rsidRPr="00364545">
        <w:rPr>
          <w:rStyle w:val="libArabicChar"/>
          <w:rtl/>
        </w:rPr>
        <w:t xml:space="preserve"> </w:t>
      </w:r>
      <w:r w:rsidR="00120F63" w:rsidRPr="00B2551F">
        <w:rPr>
          <w:rStyle w:val="libArabicChar"/>
          <w:rFonts w:hint="cs"/>
          <w:rtl/>
        </w:rPr>
        <w:t>ه</w:t>
      </w:r>
      <w:r w:rsidRPr="00364545">
        <w:rPr>
          <w:rStyle w:val="libArabicChar"/>
          <w:rFonts w:hint="cs"/>
          <w:rtl/>
        </w:rPr>
        <w:t>و</w:t>
      </w:r>
      <w:r w:rsidRPr="00364545">
        <w:rPr>
          <w:rStyle w:val="libArabicChar"/>
          <w:rtl/>
        </w:rPr>
        <w:t xml:space="preserve"> </w:t>
      </w:r>
      <w:r w:rsidRPr="00364545">
        <w:rPr>
          <w:rStyle w:val="libArabicChar"/>
          <w:rFonts w:hint="cs"/>
          <w:rtl/>
        </w:rPr>
        <w:t>خصي</w:t>
      </w:r>
      <w:r w:rsidRPr="00364545">
        <w:rPr>
          <w:rStyle w:val="libArabicChar"/>
          <w:rtl/>
        </w:rPr>
        <w:t>م مبين</w:t>
      </w:r>
    </w:p>
    <w:p w:rsidR="001F628F" w:rsidRDefault="001F628F" w:rsidP="001F628F">
      <w:pPr>
        <w:pStyle w:val="libNormal"/>
        <w:rPr>
          <w:rtl/>
        </w:rPr>
      </w:pPr>
      <w:r>
        <w:rPr>
          <w:rtl/>
        </w:rPr>
        <w:t>9_ نطفہ سے خلق شدہ انسان كا زبانى مجادلہ كرنے والا ہونا، خدا كى وحدانيت پر شاہد و دليل ہے_</w:t>
      </w:r>
    </w:p>
    <w:p w:rsidR="001F628F" w:rsidRDefault="001F628F" w:rsidP="00364545">
      <w:pPr>
        <w:pStyle w:val="libArabic"/>
        <w:rPr>
          <w:rtl/>
        </w:rPr>
      </w:pPr>
      <w:r>
        <w:rPr>
          <w:rFonts w:hint="eastAsia"/>
          <w:rtl/>
        </w:rPr>
        <w:t>تعلى</w:t>
      </w:r>
      <w:r>
        <w:rPr>
          <w:rtl/>
        </w:rPr>
        <w:t xml:space="preserve"> عمّا يشركون خلق الانسان من نطفة فاذا </w:t>
      </w:r>
      <w:r w:rsidR="00120F63" w:rsidRPr="00ED5DE8">
        <w:rPr>
          <w:rFonts w:hint="cs"/>
          <w:rtl/>
        </w:rPr>
        <w:t>ه</w:t>
      </w:r>
      <w:r>
        <w:rPr>
          <w:rFonts w:hint="cs"/>
          <w:rtl/>
        </w:rPr>
        <w:t>و</w:t>
      </w:r>
      <w:r>
        <w:rPr>
          <w:rtl/>
        </w:rPr>
        <w:t xml:space="preserve"> </w:t>
      </w:r>
      <w:r>
        <w:rPr>
          <w:rFonts w:hint="cs"/>
          <w:rtl/>
        </w:rPr>
        <w:t>خصيم</w:t>
      </w:r>
      <w:r>
        <w:rPr>
          <w:rtl/>
        </w:rPr>
        <w:t xml:space="preserve"> مبين</w:t>
      </w:r>
    </w:p>
    <w:p w:rsidR="001F628F" w:rsidRDefault="001F628F" w:rsidP="00364545">
      <w:pPr>
        <w:pStyle w:val="libNormal"/>
        <w:rPr>
          <w:rtl/>
        </w:rPr>
      </w:pPr>
      <w:r>
        <w:rPr>
          <w:rFonts w:hint="eastAsia"/>
          <w:rtl/>
        </w:rPr>
        <w:t>الله</w:t>
      </w:r>
      <w:r>
        <w:rPr>
          <w:rtl/>
        </w:rPr>
        <w:t xml:space="preserve"> تعالي:</w:t>
      </w:r>
      <w:r>
        <w:rPr>
          <w:rFonts w:hint="eastAsia"/>
          <w:rtl/>
        </w:rPr>
        <w:t>الله</w:t>
      </w:r>
      <w:r>
        <w:rPr>
          <w:rtl/>
        </w:rPr>
        <w:t xml:space="preserve"> تعالى كى خالقيت1; الله تعالى كے ارادے كے جارى ہونے كا مقام 3; الله تعالى كے بارے مي</w:t>
      </w:r>
      <w:r w:rsidR="00083993">
        <w:rPr>
          <w:rtl/>
        </w:rPr>
        <w:t xml:space="preserve">ں </w:t>
      </w:r>
      <w:r>
        <w:rPr>
          <w:rtl/>
        </w:rPr>
        <w:t>مجادلہ</w:t>
      </w:r>
    </w:p>
    <w:p w:rsidR="001F628F" w:rsidRDefault="001F628F" w:rsidP="00364545">
      <w:pPr>
        <w:pStyle w:val="libNormal"/>
        <w:rPr>
          <w:rtl/>
        </w:rPr>
      </w:pPr>
      <w:r>
        <w:rPr>
          <w:rFonts w:hint="eastAsia"/>
          <w:rtl/>
        </w:rPr>
        <w:t>امور</w:t>
      </w:r>
      <w:r>
        <w:rPr>
          <w:rtl/>
        </w:rPr>
        <w:t xml:space="preserve"> :</w:t>
      </w:r>
      <w:r>
        <w:rPr>
          <w:rFonts w:hint="eastAsia"/>
          <w:rtl/>
        </w:rPr>
        <w:t>تعجب</w:t>
      </w:r>
      <w:r>
        <w:rPr>
          <w:rtl/>
        </w:rPr>
        <w:t xml:space="preserve"> انگيز امور6</w:t>
      </w:r>
    </w:p>
    <w:p w:rsidR="001F628F" w:rsidRDefault="001F628F" w:rsidP="00364545">
      <w:pPr>
        <w:pStyle w:val="libNormal"/>
        <w:rPr>
          <w:rtl/>
        </w:rPr>
      </w:pPr>
      <w:r>
        <w:rPr>
          <w:rFonts w:hint="eastAsia"/>
          <w:rtl/>
        </w:rPr>
        <w:t>انسان</w:t>
      </w:r>
      <w:r>
        <w:rPr>
          <w:rtl/>
        </w:rPr>
        <w:t>:</w:t>
      </w:r>
      <w:r>
        <w:rPr>
          <w:rFonts w:hint="eastAsia"/>
          <w:rtl/>
        </w:rPr>
        <w:t>انسان</w:t>
      </w:r>
      <w:r>
        <w:rPr>
          <w:rtl/>
        </w:rPr>
        <w:t xml:space="preserve"> كا تكلم كرنا8، 9; انسان كا خالق 1; انسان كا مجادلہ كرنے والا ہونا 4،5،9; انسان كا نطفہ سے ہونا 2،6،9; انسان كى استعداد8; انسان كى جنگ و جدال كا تعجب خيز ہونا 6; انسان كى خلقت 9; انسان كى خلقت كا سرچشمہ2; انسان كى دشمنى 4،5; انسان كى دشمنى كا تعجب خيز ہونا6; انسان كے صفات 4،5</w:t>
      </w:r>
    </w:p>
    <w:p w:rsidR="001F628F" w:rsidRDefault="001F628F" w:rsidP="00364545">
      <w:pPr>
        <w:pStyle w:val="libNormal"/>
        <w:rPr>
          <w:rtl/>
        </w:rPr>
      </w:pPr>
      <w:r>
        <w:rPr>
          <w:rFonts w:hint="eastAsia"/>
          <w:rtl/>
        </w:rPr>
        <w:t>توحيد</w:t>
      </w:r>
      <w:r>
        <w:rPr>
          <w:rtl/>
        </w:rPr>
        <w:t>:</w:t>
      </w:r>
      <w:r>
        <w:rPr>
          <w:rFonts w:hint="eastAsia"/>
          <w:rtl/>
        </w:rPr>
        <w:t>توحيد</w:t>
      </w:r>
      <w:r>
        <w:rPr>
          <w:rtl/>
        </w:rPr>
        <w:t xml:space="preserve"> كے دلائل9</w:t>
      </w:r>
    </w:p>
    <w:p w:rsidR="001F628F" w:rsidRDefault="001F628F" w:rsidP="00364545">
      <w:pPr>
        <w:pStyle w:val="libNormal"/>
        <w:rPr>
          <w:rtl/>
        </w:rPr>
      </w:pPr>
      <w:r>
        <w:rPr>
          <w:rFonts w:hint="eastAsia"/>
          <w:rtl/>
        </w:rPr>
        <w:t>دشمني</w:t>
      </w:r>
      <w:r>
        <w:rPr>
          <w:rtl/>
        </w:rPr>
        <w:t>:</w:t>
      </w:r>
      <w:r>
        <w:rPr>
          <w:rFonts w:hint="eastAsia"/>
          <w:rtl/>
        </w:rPr>
        <w:t>دشمنى</w:t>
      </w:r>
      <w:r>
        <w:rPr>
          <w:rtl/>
        </w:rPr>
        <w:t xml:space="preserve"> كى سرزنش7</w:t>
      </w:r>
    </w:p>
    <w:p w:rsidR="001F628F" w:rsidRDefault="001F628F" w:rsidP="00364545">
      <w:pPr>
        <w:pStyle w:val="libNormal"/>
        <w:rPr>
          <w:rtl/>
        </w:rPr>
      </w:pPr>
      <w:r>
        <w:rPr>
          <w:rFonts w:hint="eastAsia"/>
          <w:rtl/>
        </w:rPr>
        <w:t>صفات</w:t>
      </w:r>
      <w:r>
        <w:rPr>
          <w:rtl/>
        </w:rPr>
        <w:t>:</w:t>
      </w:r>
      <w:r>
        <w:rPr>
          <w:rFonts w:hint="eastAsia"/>
          <w:rtl/>
        </w:rPr>
        <w:t>ناپسنديدہ</w:t>
      </w:r>
      <w:r>
        <w:rPr>
          <w:rtl/>
        </w:rPr>
        <w:t xml:space="preserve"> صفات 7</w:t>
      </w:r>
    </w:p>
    <w:p w:rsidR="001F628F" w:rsidRDefault="001F628F" w:rsidP="00364545">
      <w:pPr>
        <w:pStyle w:val="libNormal"/>
        <w:rPr>
          <w:rtl/>
        </w:rPr>
      </w:pPr>
      <w:r>
        <w:rPr>
          <w:rFonts w:hint="eastAsia"/>
          <w:rtl/>
        </w:rPr>
        <w:t>طبيعى</w:t>
      </w:r>
      <w:r>
        <w:rPr>
          <w:rtl/>
        </w:rPr>
        <w:t xml:space="preserve"> اسباب:</w:t>
      </w:r>
      <w:r>
        <w:rPr>
          <w:rFonts w:hint="eastAsia"/>
          <w:rtl/>
        </w:rPr>
        <w:t>طبيعى</w:t>
      </w:r>
      <w:r>
        <w:rPr>
          <w:rtl/>
        </w:rPr>
        <w:t xml:space="preserve"> اسباب كا كردار3</w:t>
      </w:r>
    </w:p>
    <w:p w:rsidR="001F628F" w:rsidRDefault="001F628F" w:rsidP="00364545">
      <w:pPr>
        <w:pStyle w:val="libNormal"/>
        <w:rPr>
          <w:rtl/>
        </w:rPr>
      </w:pPr>
      <w:r>
        <w:rPr>
          <w:rFonts w:hint="eastAsia"/>
          <w:rtl/>
        </w:rPr>
        <w:t>مجادلہ</w:t>
      </w:r>
      <w:r>
        <w:rPr>
          <w:rtl/>
        </w:rPr>
        <w:t>:</w:t>
      </w:r>
      <w:r>
        <w:rPr>
          <w:rFonts w:hint="eastAsia"/>
          <w:rtl/>
        </w:rPr>
        <w:t>مجادلہ</w:t>
      </w:r>
      <w:r>
        <w:rPr>
          <w:rtl/>
        </w:rPr>
        <w:t xml:space="preserve"> كى مذمت7</w:t>
      </w:r>
    </w:p>
    <w:p w:rsidR="00364545" w:rsidRDefault="001E7F9D" w:rsidP="00F73EDE">
      <w:pPr>
        <w:pStyle w:val="libPoemTini"/>
        <w:rPr>
          <w:rtl/>
        </w:rPr>
      </w:pPr>
      <w:r>
        <w:rPr>
          <w:rtl/>
        </w:rPr>
        <w:cr/>
      </w:r>
      <w:r>
        <w:rPr>
          <w:rtl/>
        </w:rPr>
        <w:br w:type="page"/>
      </w:r>
    </w:p>
    <w:p w:rsidR="00364545" w:rsidRPr="00120F63" w:rsidRDefault="00364545" w:rsidP="00364545">
      <w:pPr>
        <w:pStyle w:val="Heading2Center"/>
        <w:rPr>
          <w:rtl/>
        </w:rPr>
      </w:pPr>
      <w:bookmarkStart w:id="151" w:name="_Toc28081829"/>
      <w:r>
        <w:rPr>
          <w:rFonts w:hint="cs"/>
          <w:rtl/>
        </w:rPr>
        <w:lastRenderedPageBreak/>
        <w:t xml:space="preserve">آیت </w:t>
      </w:r>
      <w:r w:rsidRPr="00120F63">
        <w:rPr>
          <w:rFonts w:hint="cs"/>
          <w:rtl/>
        </w:rPr>
        <w:t>5</w:t>
      </w:r>
      <w:bookmarkEnd w:id="151"/>
    </w:p>
    <w:p w:rsidR="001F628F" w:rsidRDefault="00E260F9" w:rsidP="00364545">
      <w:pPr>
        <w:pStyle w:val="libNormal"/>
        <w:rPr>
          <w:rtl/>
        </w:rPr>
      </w:pPr>
      <w:r w:rsidRPr="00E260F9">
        <w:rPr>
          <w:rStyle w:val="libAlaemChar"/>
          <w:rFonts w:hint="eastAsia"/>
          <w:rtl/>
        </w:rPr>
        <w:t>(</w:t>
      </w:r>
      <w:r w:rsidRPr="00364545">
        <w:rPr>
          <w:rStyle w:val="libAieChar"/>
          <w:rFonts w:hint="eastAsia"/>
          <w:rtl/>
        </w:rPr>
        <w:t>وَالأَنْعَامَ</w:t>
      </w:r>
      <w:r w:rsidRPr="00364545">
        <w:rPr>
          <w:rStyle w:val="libAieChar"/>
          <w:rtl/>
        </w:rPr>
        <w:t xml:space="preserve"> خَلَقَهَا لَكُمْ فِيهَا دِفْءٌ وَمَنَافِعُ وَمِنْهَا تَأْكُلُونَ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اسى نے چوپايو</w:t>
      </w:r>
      <w:r w:rsidR="00083993">
        <w:rPr>
          <w:rtl/>
        </w:rPr>
        <w:t xml:space="preserve">ں </w:t>
      </w:r>
      <w:r>
        <w:rPr>
          <w:rtl/>
        </w:rPr>
        <w:t>كو بھى پيدا كيا ہے جن مي</w:t>
      </w:r>
      <w:r w:rsidR="00083993">
        <w:rPr>
          <w:rtl/>
        </w:rPr>
        <w:t xml:space="preserve">ں </w:t>
      </w:r>
      <w:r>
        <w:rPr>
          <w:rtl/>
        </w:rPr>
        <w:t>تمھارے لئے گرم لباس اور ديگر منافع كا سامان ہے اور بعض كو تو تم كھاتے بھيہو _</w:t>
      </w:r>
    </w:p>
    <w:p w:rsidR="001F628F" w:rsidRDefault="001F628F" w:rsidP="00364545">
      <w:pPr>
        <w:pStyle w:val="libNormal"/>
        <w:rPr>
          <w:rtl/>
        </w:rPr>
      </w:pPr>
      <w:r>
        <w:rPr>
          <w:rtl/>
        </w:rPr>
        <w:t>1_ خداوند عالم ، چو پايو</w:t>
      </w:r>
      <w:r w:rsidR="00083993">
        <w:rPr>
          <w:rtl/>
        </w:rPr>
        <w:t xml:space="preserve">ں </w:t>
      </w:r>
      <w:r>
        <w:rPr>
          <w:rtl/>
        </w:rPr>
        <w:t>(گائے ، اونٹ اور گوسفند ) كو پيدا كرنے والا اور ان كا خالق ہے_</w:t>
      </w:r>
      <w:r w:rsidRPr="00364545">
        <w:rPr>
          <w:rStyle w:val="libArabicChar"/>
          <w:rFonts w:hint="eastAsia"/>
          <w:rtl/>
        </w:rPr>
        <w:t>و</w:t>
      </w:r>
      <w:r w:rsidRPr="00364545">
        <w:rPr>
          <w:rStyle w:val="libArabicChar"/>
          <w:rtl/>
        </w:rPr>
        <w:t xml:space="preserve"> الانعام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''نعم '' صرف اونٹ كو كہا جاتا ہے كيونكہ عربو</w:t>
      </w:r>
      <w:r w:rsidR="00083993">
        <w:rPr>
          <w:rtl/>
        </w:rPr>
        <w:t xml:space="preserve">ں </w:t>
      </w:r>
      <w:r>
        <w:rPr>
          <w:rtl/>
        </w:rPr>
        <w:t>كے نزديك يہ سب سے بڑى نعمت ہے ليكن اس كى جمع ''انعام'' اونٹ ، گائے اور گوسفند كو كہا جاتا ہے_</w:t>
      </w:r>
    </w:p>
    <w:p w:rsidR="001F628F" w:rsidRDefault="001F628F" w:rsidP="001F628F">
      <w:pPr>
        <w:pStyle w:val="libNormal"/>
        <w:rPr>
          <w:rtl/>
        </w:rPr>
      </w:pPr>
      <w:r>
        <w:rPr>
          <w:rtl/>
        </w:rPr>
        <w:t>2_ چوپايو</w:t>
      </w:r>
      <w:r w:rsidR="00083993">
        <w:rPr>
          <w:rtl/>
        </w:rPr>
        <w:t xml:space="preserve">ں </w:t>
      </w:r>
      <w:r>
        <w:rPr>
          <w:rtl/>
        </w:rPr>
        <w:t>( اونٹ ، گائے اور گوسفند) كو اس ليے خلق كيا گيا ہے تا كہ انسان اس سے بہرہ مند ہو</w:t>
      </w:r>
      <w:r w:rsidR="00083993">
        <w:rPr>
          <w:rtl/>
        </w:rPr>
        <w:t xml:space="preserve">ں </w:t>
      </w:r>
      <w:r>
        <w:rPr>
          <w:rtl/>
        </w:rPr>
        <w:t>_</w:t>
      </w:r>
    </w:p>
    <w:p w:rsidR="001F628F" w:rsidRDefault="001F628F" w:rsidP="00364545">
      <w:pPr>
        <w:pStyle w:val="libArabic"/>
        <w:rPr>
          <w:rtl/>
        </w:rPr>
      </w:pPr>
      <w:r>
        <w:rPr>
          <w:rFonts w:hint="eastAsia"/>
          <w:rtl/>
        </w:rPr>
        <w:t>و</w:t>
      </w:r>
      <w:r>
        <w:rPr>
          <w:rtl/>
        </w:rPr>
        <w:t xml:space="preserve"> الانعام خلق</w:t>
      </w:r>
      <w:r w:rsidR="00120F63" w:rsidRPr="00ED5DE8">
        <w:rPr>
          <w:rFonts w:hint="cs"/>
          <w:rtl/>
        </w:rPr>
        <w:t>ه</w:t>
      </w:r>
      <w:r>
        <w:rPr>
          <w:rFonts w:hint="cs"/>
          <w:rtl/>
        </w:rPr>
        <w:t>ا</w:t>
      </w:r>
      <w:r>
        <w:rPr>
          <w:rtl/>
        </w:rPr>
        <w:t xml:space="preserve"> </w:t>
      </w:r>
      <w:r>
        <w:rPr>
          <w:rFonts w:hint="cs"/>
          <w:rtl/>
        </w:rPr>
        <w:t>لكم</w:t>
      </w:r>
    </w:p>
    <w:p w:rsidR="001F628F" w:rsidRDefault="001F628F" w:rsidP="001F628F">
      <w:pPr>
        <w:pStyle w:val="libNormal"/>
        <w:rPr>
          <w:rtl/>
        </w:rPr>
      </w:pPr>
      <w:r>
        <w:rPr>
          <w:rtl/>
        </w:rPr>
        <w:t>3_ چوپايو</w:t>
      </w:r>
      <w:r w:rsidR="00083993">
        <w:rPr>
          <w:rtl/>
        </w:rPr>
        <w:t xml:space="preserve">ں </w:t>
      </w:r>
      <w:r>
        <w:rPr>
          <w:rtl/>
        </w:rPr>
        <w:t>كى پشم ، كھال او ر بالو</w:t>
      </w:r>
      <w:r w:rsidR="00083993">
        <w:rPr>
          <w:rtl/>
        </w:rPr>
        <w:t xml:space="preserve">ں </w:t>
      </w:r>
      <w:r>
        <w:rPr>
          <w:rtl/>
        </w:rPr>
        <w:t>كے ذريعے انسان كا گرم ہونا ان كے فوائد مي</w:t>
      </w:r>
      <w:r w:rsidR="00083993">
        <w:rPr>
          <w:rtl/>
        </w:rPr>
        <w:t xml:space="preserve">ں </w:t>
      </w:r>
      <w:r>
        <w:rPr>
          <w:rtl/>
        </w:rPr>
        <w:t>سے ايك فائدہ ہے _</w:t>
      </w:r>
    </w:p>
    <w:p w:rsidR="001F628F" w:rsidRDefault="001F628F" w:rsidP="00364545">
      <w:pPr>
        <w:pStyle w:val="libArabic"/>
        <w:rPr>
          <w:rtl/>
        </w:rPr>
      </w:pPr>
      <w:r>
        <w:rPr>
          <w:rFonts w:hint="eastAsia"/>
          <w:rtl/>
        </w:rPr>
        <w:t>و</w:t>
      </w:r>
      <w:r>
        <w:rPr>
          <w:rtl/>
        </w:rPr>
        <w:t xml:space="preserve"> الانعام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دفئ</w:t>
      </w:r>
      <w:r>
        <w:rPr>
          <w:rtl/>
        </w:rPr>
        <w:t>:</w:t>
      </w:r>
    </w:p>
    <w:p w:rsidR="001F628F" w:rsidRDefault="001F628F" w:rsidP="001F628F">
      <w:pPr>
        <w:pStyle w:val="libNormal"/>
        <w:rPr>
          <w:rtl/>
        </w:rPr>
      </w:pPr>
      <w:r>
        <w:rPr>
          <w:rtl/>
        </w:rPr>
        <w:t>''دف'' اس وسيلے كا نام ہے جس كے ذريعے انسان گرم ہوتا ہے اور اپنے آپ كو محفوظ ركھتا ہے_</w:t>
      </w:r>
    </w:p>
    <w:p w:rsidR="001F628F" w:rsidRDefault="001F628F" w:rsidP="001F628F">
      <w:pPr>
        <w:pStyle w:val="libNormal"/>
        <w:rPr>
          <w:rtl/>
        </w:rPr>
      </w:pPr>
      <w:r>
        <w:rPr>
          <w:rtl/>
        </w:rPr>
        <w:t>4_ چوپايو</w:t>
      </w:r>
      <w:r w:rsidR="00083993">
        <w:rPr>
          <w:rtl/>
        </w:rPr>
        <w:t xml:space="preserve">ں </w:t>
      </w:r>
      <w:r>
        <w:rPr>
          <w:rtl/>
        </w:rPr>
        <w:t>( اونٹ ، گائے اور گوسفند ) انسان كے ليے مختلف فوائد اور منافع كے حامل ہي</w:t>
      </w:r>
      <w:r w:rsidR="00083993">
        <w:rPr>
          <w:rtl/>
        </w:rPr>
        <w:t xml:space="preserve">ں </w:t>
      </w:r>
      <w:r>
        <w:rPr>
          <w:rtl/>
        </w:rPr>
        <w:t>_</w:t>
      </w:r>
    </w:p>
    <w:p w:rsidR="001F628F" w:rsidRDefault="001F628F" w:rsidP="00364545">
      <w:pPr>
        <w:pStyle w:val="libArabic"/>
        <w:rPr>
          <w:rtl/>
        </w:rPr>
      </w:pPr>
      <w:r>
        <w:rPr>
          <w:rFonts w:hint="eastAsia"/>
          <w:rtl/>
        </w:rPr>
        <w:t>و</w:t>
      </w:r>
      <w:r>
        <w:rPr>
          <w:rtl/>
        </w:rPr>
        <w:t xml:space="preserve"> الانعام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دفئ</w:t>
      </w:r>
      <w:r>
        <w:rPr>
          <w:rtl/>
        </w:rPr>
        <w:t xml:space="preserve">: </w:t>
      </w:r>
      <w:r>
        <w:rPr>
          <w:rFonts w:hint="cs"/>
          <w:rtl/>
        </w:rPr>
        <w:t>و</w:t>
      </w:r>
      <w:r>
        <w:rPr>
          <w:rtl/>
        </w:rPr>
        <w:t xml:space="preserve"> </w:t>
      </w:r>
      <w:r>
        <w:rPr>
          <w:rFonts w:hint="cs"/>
          <w:rtl/>
        </w:rPr>
        <w:t>منافع</w:t>
      </w:r>
    </w:p>
    <w:p w:rsidR="001F628F" w:rsidRDefault="001F628F" w:rsidP="00364545">
      <w:pPr>
        <w:pStyle w:val="libNormal"/>
        <w:rPr>
          <w:rtl/>
        </w:rPr>
      </w:pPr>
      <w:r>
        <w:rPr>
          <w:rtl/>
        </w:rPr>
        <w:t>5_ انسان كى غذا كے ليے چوپايو</w:t>
      </w:r>
      <w:r w:rsidR="00083993">
        <w:rPr>
          <w:rtl/>
        </w:rPr>
        <w:t xml:space="preserve">ں </w:t>
      </w:r>
      <w:r>
        <w:rPr>
          <w:rtl/>
        </w:rPr>
        <w:t>كے مہملات (گوشت ، دودھ و غيرہ) كا بہر ہ مندى كے قابل ہونا، خدائي نعمتو</w:t>
      </w:r>
      <w:r w:rsidR="00083993">
        <w:rPr>
          <w:rtl/>
        </w:rPr>
        <w:t xml:space="preserve">ں </w:t>
      </w:r>
      <w:r>
        <w:rPr>
          <w:rtl/>
        </w:rPr>
        <w:t>اور عنايات مي</w:t>
      </w:r>
      <w:r w:rsidR="00083993">
        <w:rPr>
          <w:rtl/>
        </w:rPr>
        <w:t xml:space="preserve">ں </w:t>
      </w:r>
      <w:r>
        <w:rPr>
          <w:rtl/>
        </w:rPr>
        <w:t>سے ہے _</w:t>
      </w:r>
      <w:r w:rsidRPr="00364545">
        <w:rPr>
          <w:rStyle w:val="libArabicChar"/>
          <w:rFonts w:hint="eastAsia"/>
          <w:rtl/>
        </w:rPr>
        <w:t>و</w:t>
      </w:r>
      <w:r w:rsidRPr="00364545">
        <w:rPr>
          <w:rStyle w:val="libArabicChar"/>
          <w:rtl/>
        </w:rPr>
        <w:t xml:space="preserve"> الانعام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 و من</w:t>
      </w:r>
      <w:r w:rsidR="00120F63" w:rsidRPr="00B2551F">
        <w:rPr>
          <w:rStyle w:val="libArabicChar"/>
          <w:rFonts w:hint="cs"/>
          <w:rtl/>
        </w:rPr>
        <w:t>ه</w:t>
      </w:r>
      <w:r w:rsidRPr="00364545">
        <w:rPr>
          <w:rStyle w:val="libArabicChar"/>
          <w:rFonts w:hint="cs"/>
          <w:rtl/>
        </w:rPr>
        <w:t>ا</w:t>
      </w:r>
      <w:r w:rsidRPr="00364545">
        <w:rPr>
          <w:rStyle w:val="libArabicChar"/>
          <w:rtl/>
        </w:rPr>
        <w:t xml:space="preserve"> تأكلون</w:t>
      </w:r>
    </w:p>
    <w:p w:rsidR="001F628F" w:rsidRDefault="001F628F" w:rsidP="00364545">
      <w:pPr>
        <w:pStyle w:val="libNormal"/>
        <w:rPr>
          <w:rtl/>
        </w:rPr>
      </w:pPr>
      <w:r>
        <w:rPr>
          <w:rFonts w:hint="eastAsia"/>
          <w:rtl/>
        </w:rPr>
        <w:t>الله</w:t>
      </w:r>
      <w:r>
        <w:rPr>
          <w:rtl/>
        </w:rPr>
        <w:t xml:space="preserve"> تعالى :</w:t>
      </w:r>
      <w:r>
        <w:rPr>
          <w:rFonts w:hint="eastAsia"/>
          <w:rtl/>
        </w:rPr>
        <w:t>الله</w:t>
      </w:r>
      <w:r>
        <w:rPr>
          <w:rtl/>
        </w:rPr>
        <w:t xml:space="preserve"> تعالى كى خالقيت1; الله تعالى كى نعمات5</w:t>
      </w:r>
    </w:p>
    <w:p w:rsidR="001F628F" w:rsidRDefault="001F628F" w:rsidP="00364545">
      <w:pPr>
        <w:pStyle w:val="libNormal"/>
        <w:rPr>
          <w:rtl/>
        </w:rPr>
      </w:pPr>
      <w:r>
        <w:rPr>
          <w:rFonts w:hint="eastAsia"/>
          <w:rtl/>
        </w:rPr>
        <w:t>انسان</w:t>
      </w:r>
      <w:r>
        <w:rPr>
          <w:rtl/>
        </w:rPr>
        <w:t>:</w:t>
      </w:r>
      <w:r>
        <w:rPr>
          <w:rFonts w:hint="eastAsia"/>
          <w:rtl/>
        </w:rPr>
        <w:t>انسان</w:t>
      </w:r>
      <w:r>
        <w:rPr>
          <w:rtl/>
        </w:rPr>
        <w:t xml:space="preserve"> كے فضائل2</w:t>
      </w:r>
    </w:p>
    <w:p w:rsidR="001F628F" w:rsidRDefault="001F628F" w:rsidP="001F628F">
      <w:pPr>
        <w:pStyle w:val="libNormal"/>
        <w:rPr>
          <w:rtl/>
        </w:rPr>
      </w:pPr>
      <w:r>
        <w:rPr>
          <w:rFonts w:hint="eastAsia"/>
          <w:rtl/>
        </w:rPr>
        <w:t>اونٹ</w:t>
      </w:r>
      <w:r>
        <w:rPr>
          <w:rtl/>
        </w:rPr>
        <w:t>:</w:t>
      </w:r>
    </w:p>
    <w:p w:rsidR="00364545" w:rsidRDefault="001E7F9D" w:rsidP="00F73EDE">
      <w:pPr>
        <w:pStyle w:val="libPoemTini"/>
        <w:rPr>
          <w:rtl/>
        </w:rPr>
      </w:pPr>
      <w:r>
        <w:rPr>
          <w:rtl/>
        </w:rPr>
        <w:br w:type="page"/>
      </w:r>
    </w:p>
    <w:p w:rsidR="001F628F" w:rsidRDefault="001F628F" w:rsidP="00364545">
      <w:pPr>
        <w:pStyle w:val="libNormal"/>
        <w:rPr>
          <w:rtl/>
        </w:rPr>
      </w:pPr>
      <w:r>
        <w:rPr>
          <w:rFonts w:hint="eastAsia"/>
          <w:rtl/>
        </w:rPr>
        <w:lastRenderedPageBreak/>
        <w:t>اونٹ</w:t>
      </w:r>
      <w:r>
        <w:rPr>
          <w:rtl/>
        </w:rPr>
        <w:t xml:space="preserve"> كا خالق1; اونٹ كى خلقت كا فلسفہ 2; اونٹ كے فوائد</w:t>
      </w:r>
    </w:p>
    <w:p w:rsidR="001F628F" w:rsidRDefault="001F628F" w:rsidP="00364545">
      <w:pPr>
        <w:pStyle w:val="libNormal"/>
        <w:rPr>
          <w:rtl/>
        </w:rPr>
      </w:pPr>
      <w:r>
        <w:rPr>
          <w:rFonts w:hint="eastAsia"/>
          <w:rtl/>
        </w:rPr>
        <w:t>چوپائے</w:t>
      </w:r>
      <w:r>
        <w:rPr>
          <w:rtl/>
        </w:rPr>
        <w:t>:</w:t>
      </w:r>
      <w:r>
        <w:rPr>
          <w:rFonts w:hint="eastAsia"/>
          <w:rtl/>
        </w:rPr>
        <w:t>چوپايو</w:t>
      </w:r>
      <w:r w:rsidR="00083993">
        <w:rPr>
          <w:rFonts w:hint="eastAsia"/>
          <w:rtl/>
        </w:rPr>
        <w:t xml:space="preserve">ں </w:t>
      </w:r>
      <w:r>
        <w:rPr>
          <w:rtl/>
        </w:rPr>
        <w:t>سے استفادہ 2،5; چوپايو</w:t>
      </w:r>
      <w:r w:rsidR="00083993">
        <w:rPr>
          <w:rtl/>
        </w:rPr>
        <w:t xml:space="preserve">ں </w:t>
      </w:r>
      <w:r>
        <w:rPr>
          <w:rtl/>
        </w:rPr>
        <w:t>كا خالق1; چوپايو</w:t>
      </w:r>
      <w:r w:rsidR="00083993">
        <w:rPr>
          <w:rtl/>
        </w:rPr>
        <w:t xml:space="preserve">ں </w:t>
      </w:r>
      <w:r>
        <w:rPr>
          <w:rtl/>
        </w:rPr>
        <w:t>كا دودھ5; چوپايو</w:t>
      </w:r>
      <w:r w:rsidR="00083993">
        <w:rPr>
          <w:rtl/>
        </w:rPr>
        <w:t xml:space="preserve">ں </w:t>
      </w:r>
      <w:r>
        <w:rPr>
          <w:rtl/>
        </w:rPr>
        <w:t>كا گوشت5; چوپايو</w:t>
      </w:r>
      <w:r w:rsidR="00083993">
        <w:rPr>
          <w:rtl/>
        </w:rPr>
        <w:t xml:space="preserve">ں </w:t>
      </w:r>
      <w:r>
        <w:rPr>
          <w:rtl/>
        </w:rPr>
        <w:t>كى پشم3; چوپايو</w:t>
      </w:r>
      <w:r w:rsidR="00083993">
        <w:rPr>
          <w:rtl/>
        </w:rPr>
        <w:t xml:space="preserve">ں </w:t>
      </w:r>
      <w:r>
        <w:rPr>
          <w:rtl/>
        </w:rPr>
        <w:t>كى خلقت كا فلسفہ 2; چوپايو</w:t>
      </w:r>
      <w:r w:rsidR="00083993">
        <w:rPr>
          <w:rtl/>
        </w:rPr>
        <w:t xml:space="preserve">ں </w:t>
      </w:r>
      <w:r>
        <w:rPr>
          <w:rtl/>
        </w:rPr>
        <w:t>كى كھال3; چوپايو</w:t>
      </w:r>
      <w:r w:rsidR="00083993">
        <w:rPr>
          <w:rtl/>
        </w:rPr>
        <w:t xml:space="preserve">ں </w:t>
      </w:r>
      <w:r>
        <w:rPr>
          <w:rtl/>
        </w:rPr>
        <w:t>كے بال; چوپايو</w:t>
      </w:r>
      <w:r w:rsidR="00083993">
        <w:rPr>
          <w:rtl/>
        </w:rPr>
        <w:t xml:space="preserve">ں </w:t>
      </w:r>
      <w:r>
        <w:rPr>
          <w:rtl/>
        </w:rPr>
        <w:t>كے فوائد 3،4،5</w:t>
      </w:r>
    </w:p>
    <w:p w:rsidR="001F628F" w:rsidRDefault="001F628F" w:rsidP="00364545">
      <w:pPr>
        <w:pStyle w:val="libNormal"/>
        <w:rPr>
          <w:rtl/>
        </w:rPr>
      </w:pPr>
      <w:r>
        <w:rPr>
          <w:rFonts w:hint="eastAsia"/>
          <w:rtl/>
        </w:rPr>
        <w:t>غذا</w:t>
      </w:r>
      <w:r>
        <w:rPr>
          <w:rtl/>
        </w:rPr>
        <w:t>:</w:t>
      </w:r>
      <w:r>
        <w:rPr>
          <w:rFonts w:hint="eastAsia"/>
          <w:rtl/>
        </w:rPr>
        <w:t>غذا</w:t>
      </w:r>
      <w:r>
        <w:rPr>
          <w:rtl/>
        </w:rPr>
        <w:t xml:space="preserve"> كے وسائل5</w:t>
      </w:r>
    </w:p>
    <w:p w:rsidR="001F628F" w:rsidRDefault="001F628F" w:rsidP="00364545">
      <w:pPr>
        <w:pStyle w:val="libNormal"/>
        <w:rPr>
          <w:rtl/>
        </w:rPr>
      </w:pPr>
      <w:r>
        <w:rPr>
          <w:rFonts w:hint="eastAsia"/>
          <w:rtl/>
        </w:rPr>
        <w:t>گائے</w:t>
      </w:r>
      <w:r>
        <w:rPr>
          <w:rtl/>
        </w:rPr>
        <w:t xml:space="preserve"> :</w:t>
      </w:r>
      <w:r>
        <w:rPr>
          <w:rFonts w:hint="eastAsia"/>
          <w:rtl/>
        </w:rPr>
        <w:t>گائے</w:t>
      </w:r>
      <w:r>
        <w:rPr>
          <w:rtl/>
        </w:rPr>
        <w:t xml:space="preserve"> كا خالق1; گائے كى خلقت كا فلسفہ 2; گائے كے فوائد 4</w:t>
      </w:r>
    </w:p>
    <w:p w:rsidR="001F628F" w:rsidRDefault="001F628F" w:rsidP="00364545">
      <w:pPr>
        <w:pStyle w:val="libNormal"/>
        <w:rPr>
          <w:rtl/>
        </w:rPr>
      </w:pPr>
      <w:r>
        <w:rPr>
          <w:rFonts w:hint="eastAsia"/>
          <w:rtl/>
        </w:rPr>
        <w:t>گرم</w:t>
      </w:r>
      <w:r>
        <w:rPr>
          <w:rtl/>
        </w:rPr>
        <w:t xml:space="preserve"> ہونا:</w:t>
      </w:r>
      <w:r>
        <w:rPr>
          <w:rFonts w:hint="eastAsia"/>
          <w:rtl/>
        </w:rPr>
        <w:t>گرم</w:t>
      </w:r>
      <w:r>
        <w:rPr>
          <w:rtl/>
        </w:rPr>
        <w:t xml:space="preserve"> ہونے كے وسائل3</w:t>
      </w:r>
    </w:p>
    <w:p w:rsidR="001F628F" w:rsidRDefault="001F628F" w:rsidP="00364545">
      <w:pPr>
        <w:pStyle w:val="libNormal"/>
        <w:rPr>
          <w:rtl/>
        </w:rPr>
      </w:pPr>
      <w:r>
        <w:rPr>
          <w:rFonts w:hint="eastAsia"/>
          <w:rtl/>
        </w:rPr>
        <w:t>گوسفند</w:t>
      </w:r>
      <w:r>
        <w:rPr>
          <w:rtl/>
        </w:rPr>
        <w:t>:</w:t>
      </w:r>
      <w:r>
        <w:rPr>
          <w:rFonts w:hint="eastAsia"/>
          <w:rtl/>
        </w:rPr>
        <w:t>گوسفند</w:t>
      </w:r>
      <w:r>
        <w:rPr>
          <w:rtl/>
        </w:rPr>
        <w:t xml:space="preserve"> كا خالق1; گوسفند كى خلقت كا فلسفہ2; گوسفند كے فوائد4</w:t>
      </w:r>
    </w:p>
    <w:p w:rsidR="001F628F" w:rsidRDefault="001F628F" w:rsidP="00364545">
      <w:pPr>
        <w:pStyle w:val="libNormal"/>
        <w:rPr>
          <w:rtl/>
        </w:rPr>
      </w:pPr>
      <w:r>
        <w:rPr>
          <w:rFonts w:hint="eastAsia"/>
          <w:rtl/>
        </w:rPr>
        <w:t>نعمت</w:t>
      </w:r>
      <w:r>
        <w:rPr>
          <w:rtl/>
        </w:rPr>
        <w:t>:</w:t>
      </w:r>
      <w:r>
        <w:rPr>
          <w:rFonts w:hint="eastAsia"/>
          <w:rtl/>
        </w:rPr>
        <w:t>چوپايو</w:t>
      </w:r>
      <w:r w:rsidR="00083993">
        <w:rPr>
          <w:rFonts w:hint="eastAsia"/>
          <w:rtl/>
        </w:rPr>
        <w:t xml:space="preserve">ں </w:t>
      </w:r>
      <w:r>
        <w:rPr>
          <w:rtl/>
        </w:rPr>
        <w:t>كى نعمت5</w:t>
      </w:r>
    </w:p>
    <w:p w:rsidR="001F628F" w:rsidRPr="00120F63" w:rsidRDefault="00364545" w:rsidP="00364545">
      <w:pPr>
        <w:pStyle w:val="Heading2Center"/>
        <w:rPr>
          <w:rtl/>
        </w:rPr>
      </w:pPr>
      <w:bookmarkStart w:id="152" w:name="_Toc28081830"/>
      <w:r>
        <w:rPr>
          <w:rFonts w:hint="cs"/>
          <w:rtl/>
        </w:rPr>
        <w:t xml:space="preserve">آیت </w:t>
      </w:r>
      <w:r w:rsidRPr="00120F63">
        <w:rPr>
          <w:rFonts w:hint="cs"/>
          <w:rtl/>
        </w:rPr>
        <w:t>6</w:t>
      </w:r>
      <w:bookmarkEnd w:id="152"/>
    </w:p>
    <w:p w:rsidR="001F628F" w:rsidRDefault="00E260F9" w:rsidP="00364545">
      <w:pPr>
        <w:pStyle w:val="libNormal"/>
        <w:rPr>
          <w:rtl/>
        </w:rPr>
      </w:pPr>
      <w:r w:rsidRPr="00E260F9">
        <w:rPr>
          <w:rStyle w:val="libAlaemChar"/>
          <w:rFonts w:hint="eastAsia"/>
          <w:rtl/>
        </w:rPr>
        <w:t>(</w:t>
      </w:r>
      <w:r w:rsidRPr="00364545">
        <w:rPr>
          <w:rStyle w:val="libAieChar"/>
          <w:rFonts w:hint="eastAsia"/>
          <w:rtl/>
        </w:rPr>
        <w:t>وَلَكُمْ</w:t>
      </w:r>
      <w:r w:rsidRPr="00364545">
        <w:rPr>
          <w:rStyle w:val="libAieChar"/>
          <w:rtl/>
        </w:rPr>
        <w:t xml:space="preserve"> فِيهَا جَمَالٌ حِينَ تُرِيحُونَ وَحِينَ تَسْرَحُونَ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تمھارے لئے انھي</w:t>
      </w:r>
      <w:r w:rsidR="00083993">
        <w:rPr>
          <w:rtl/>
        </w:rPr>
        <w:t xml:space="preserve">ں </w:t>
      </w:r>
      <w:r>
        <w:rPr>
          <w:rtl/>
        </w:rPr>
        <w:t>جانورو</w:t>
      </w:r>
      <w:r w:rsidR="00083993">
        <w:rPr>
          <w:rtl/>
        </w:rPr>
        <w:t xml:space="preserve">ں </w:t>
      </w:r>
      <w:r>
        <w:rPr>
          <w:rtl/>
        </w:rPr>
        <w:t>مي</w:t>
      </w:r>
      <w:r w:rsidR="00083993">
        <w:rPr>
          <w:rtl/>
        </w:rPr>
        <w:t xml:space="preserve">ں </w:t>
      </w:r>
      <w:r>
        <w:rPr>
          <w:rtl/>
        </w:rPr>
        <w:t>سے زينت كا سامان ہے جب تم شام كو انھي</w:t>
      </w:r>
      <w:r w:rsidR="00083993">
        <w:rPr>
          <w:rtl/>
        </w:rPr>
        <w:t xml:space="preserve">ں </w:t>
      </w:r>
      <w:r>
        <w:rPr>
          <w:rtl/>
        </w:rPr>
        <w:t>واپس لاتے ہو اور صبح كو چراگاہ كى طرف لے جاتے ہو _</w:t>
      </w:r>
    </w:p>
    <w:p w:rsidR="001F628F" w:rsidRDefault="001F628F" w:rsidP="00364545">
      <w:pPr>
        <w:pStyle w:val="libNormal"/>
        <w:rPr>
          <w:rtl/>
        </w:rPr>
      </w:pPr>
      <w:r>
        <w:rPr>
          <w:rtl/>
        </w:rPr>
        <w:t>1_ صبح كے وقت چوپايو</w:t>
      </w:r>
      <w:r w:rsidR="00083993">
        <w:rPr>
          <w:rtl/>
        </w:rPr>
        <w:t xml:space="preserve">ں </w:t>
      </w:r>
      <w:r>
        <w:rPr>
          <w:rtl/>
        </w:rPr>
        <w:t>كو چراہ گاہ لے جانا اور شام كے وقت انہي</w:t>
      </w:r>
      <w:r w:rsidR="00083993">
        <w:rPr>
          <w:rtl/>
        </w:rPr>
        <w:t xml:space="preserve">ں </w:t>
      </w:r>
      <w:r>
        <w:rPr>
          <w:rtl/>
        </w:rPr>
        <w:t>واپس لوٹانا ، ايك دلكش اور مسرت انگيز منظر كا حامل ہے _</w:t>
      </w:r>
      <w:r w:rsidRPr="00364545">
        <w:rPr>
          <w:rStyle w:val="libArabicChar"/>
          <w:rFonts w:hint="eastAsia"/>
          <w:rtl/>
        </w:rPr>
        <w:t>ولكم</w:t>
      </w:r>
      <w:r w:rsidRPr="00364545">
        <w:rPr>
          <w:rStyle w:val="libArabicChar"/>
          <w:rtl/>
        </w:rPr>
        <w:t xml:space="preserve"> في</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جمال</w:t>
      </w:r>
      <w:r w:rsidRPr="00364545">
        <w:rPr>
          <w:rStyle w:val="libArabicChar"/>
          <w:rtl/>
        </w:rPr>
        <w:t xml:space="preserve"> </w:t>
      </w:r>
      <w:r w:rsidRPr="00364545">
        <w:rPr>
          <w:rStyle w:val="libArabicChar"/>
          <w:rFonts w:hint="cs"/>
          <w:rtl/>
        </w:rPr>
        <w:t>حين</w:t>
      </w:r>
      <w:r w:rsidRPr="00364545">
        <w:rPr>
          <w:rStyle w:val="libArabicChar"/>
          <w:rtl/>
        </w:rPr>
        <w:t xml:space="preserve"> </w:t>
      </w:r>
      <w:r w:rsidRPr="00364545">
        <w:rPr>
          <w:rStyle w:val="libArabicChar"/>
          <w:rFonts w:hint="cs"/>
          <w:rtl/>
        </w:rPr>
        <w:t>تريحون</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حين</w:t>
      </w:r>
      <w:r w:rsidRPr="00364545">
        <w:rPr>
          <w:rStyle w:val="libArabicChar"/>
          <w:rtl/>
        </w:rPr>
        <w:t xml:space="preserve"> تسرحون</w:t>
      </w:r>
    </w:p>
    <w:p w:rsidR="001F628F" w:rsidRDefault="001F628F" w:rsidP="00364545">
      <w:pPr>
        <w:pStyle w:val="libNormal"/>
        <w:rPr>
          <w:rtl/>
        </w:rPr>
      </w:pPr>
      <w:r>
        <w:rPr>
          <w:rtl/>
        </w:rPr>
        <w:t>2_ انسان خوبصورتى كى دلدادہ مخلوق ہے_</w:t>
      </w:r>
      <w:r w:rsidRPr="00364545">
        <w:rPr>
          <w:rStyle w:val="libArabicChar"/>
          <w:rFonts w:hint="eastAsia"/>
          <w:rtl/>
        </w:rPr>
        <w:t>ولكم</w:t>
      </w:r>
      <w:r w:rsidRPr="00364545">
        <w:rPr>
          <w:rStyle w:val="libArabicChar"/>
          <w:rtl/>
        </w:rPr>
        <w:t xml:space="preserve"> في</w:t>
      </w:r>
      <w:r w:rsidR="00120F63" w:rsidRPr="00B2551F">
        <w:rPr>
          <w:rStyle w:val="libArabicChar"/>
          <w:rFonts w:hint="cs"/>
          <w:rtl/>
        </w:rPr>
        <w:t>ه</w:t>
      </w:r>
      <w:r w:rsidRPr="00364545">
        <w:rPr>
          <w:rStyle w:val="libArabicChar"/>
          <w:rtl/>
        </w:rPr>
        <w:t>ا جمال</w:t>
      </w:r>
    </w:p>
    <w:p w:rsidR="001F628F" w:rsidRDefault="001F628F" w:rsidP="001F628F">
      <w:pPr>
        <w:pStyle w:val="libNormal"/>
        <w:rPr>
          <w:rtl/>
        </w:rPr>
      </w:pPr>
      <w:r>
        <w:rPr>
          <w:rtl/>
        </w:rPr>
        <w:t>3_ صبح كے وقت چوپايو</w:t>
      </w:r>
      <w:r w:rsidR="00083993">
        <w:rPr>
          <w:rtl/>
        </w:rPr>
        <w:t xml:space="preserve">ں </w:t>
      </w:r>
      <w:r>
        <w:rPr>
          <w:rtl/>
        </w:rPr>
        <w:t>(اونٹ، گائے اور گوسفند كے چراگاہ جانے كى نسبت شام كو ان كو وہا</w:t>
      </w:r>
      <w:r w:rsidR="00083993">
        <w:rPr>
          <w:rtl/>
        </w:rPr>
        <w:t xml:space="preserve">ں </w:t>
      </w:r>
      <w:r>
        <w:rPr>
          <w:rtl/>
        </w:rPr>
        <w:t>سے لوٹنا زيادہ دلكش اور حسين ہے) _</w:t>
      </w:r>
    </w:p>
    <w:p w:rsidR="001F628F" w:rsidRDefault="001F628F" w:rsidP="001F628F">
      <w:pPr>
        <w:pStyle w:val="libNormal"/>
        <w:rPr>
          <w:rtl/>
        </w:rPr>
      </w:pPr>
      <w:r>
        <w:rPr>
          <w:rFonts w:hint="eastAsia"/>
          <w:rtl/>
        </w:rPr>
        <w:t>واضحہے</w:t>
      </w:r>
      <w:r>
        <w:rPr>
          <w:rtl/>
        </w:rPr>
        <w:t xml:space="preserve"> كہ جانورصبح كے وقت نكلتے ہي</w:t>
      </w:r>
      <w:r w:rsidR="00083993">
        <w:rPr>
          <w:rtl/>
        </w:rPr>
        <w:t xml:space="preserve">ں </w:t>
      </w:r>
      <w:r>
        <w:rPr>
          <w:rtl/>
        </w:rPr>
        <w:t>اور شام كو واپس آتے ہي</w:t>
      </w:r>
      <w:r w:rsidR="00083993">
        <w:rPr>
          <w:rtl/>
        </w:rPr>
        <w:t xml:space="preserve">ں </w:t>
      </w:r>
      <w:r>
        <w:rPr>
          <w:rtl/>
        </w:rPr>
        <w:t>ترتيب ذكرى معمولاً ترتيب</w:t>
      </w:r>
    </w:p>
    <w:p w:rsidR="00364545" w:rsidRDefault="001E7F9D" w:rsidP="00F73EDE">
      <w:pPr>
        <w:pStyle w:val="libPoemTini"/>
        <w:rPr>
          <w:rtl/>
        </w:rPr>
      </w:pPr>
      <w:r>
        <w:rPr>
          <w:rtl/>
        </w:rPr>
        <w:cr/>
      </w:r>
      <w:r>
        <w:rPr>
          <w:rtl/>
        </w:rPr>
        <w:br w:type="page"/>
      </w:r>
    </w:p>
    <w:p w:rsidR="001F628F" w:rsidRDefault="001F628F" w:rsidP="00364545">
      <w:pPr>
        <w:pStyle w:val="libNormal"/>
        <w:rPr>
          <w:rtl/>
        </w:rPr>
      </w:pPr>
      <w:r>
        <w:rPr>
          <w:rFonts w:hint="eastAsia"/>
          <w:rtl/>
        </w:rPr>
        <w:lastRenderedPageBreak/>
        <w:t>خارجى</w:t>
      </w:r>
      <w:r>
        <w:rPr>
          <w:rtl/>
        </w:rPr>
        <w:t xml:space="preserve"> كے مطابق ہوتى ہے ليكن يہا</w:t>
      </w:r>
      <w:r w:rsidR="00083993">
        <w:rPr>
          <w:rtl/>
        </w:rPr>
        <w:t xml:space="preserve">ں </w:t>
      </w:r>
      <w:r>
        <w:rPr>
          <w:rtl/>
        </w:rPr>
        <w:t>ترتيب ذكرى ترتيب خارجى كے برعكس ہے شايد اس كى وجہ يہى مذكورہ بالا مطلب ہو اور بالخصوص كلمہ ''حسين'' كا تكرار ہوا ہے اور لفظ ''تريحون'' اور ''تسريحون'' كا انداز ما قبل اور ما بعد آيات كے ساتھ مكمل طور پر سازگار ہے _</w:t>
      </w:r>
    </w:p>
    <w:p w:rsidR="001F628F" w:rsidRDefault="001F628F" w:rsidP="001F628F">
      <w:pPr>
        <w:pStyle w:val="libNormal"/>
        <w:rPr>
          <w:rtl/>
        </w:rPr>
      </w:pPr>
      <w:r>
        <w:rPr>
          <w:rtl/>
        </w:rPr>
        <w:t>4_ غذا اور لباس ايسى ضرورت ہے جو جمال و زيبائي كى طلب پر مقدم ہے_</w:t>
      </w:r>
    </w:p>
    <w:p w:rsidR="001F628F" w:rsidRDefault="001F628F" w:rsidP="00364545">
      <w:pPr>
        <w:pStyle w:val="libArabic"/>
        <w:rPr>
          <w:rtl/>
        </w:rPr>
      </w:pPr>
      <w:r>
        <w:rPr>
          <w:rFonts w:hint="eastAsia"/>
          <w:rtl/>
        </w:rPr>
        <w:t>لكم</w:t>
      </w:r>
      <w:r>
        <w:rPr>
          <w:rtl/>
        </w:rPr>
        <w:t xml:space="preserve"> في</w:t>
      </w:r>
      <w:r w:rsidR="00120F63" w:rsidRPr="00ED5DE8">
        <w:rPr>
          <w:rFonts w:hint="cs"/>
          <w:rtl/>
        </w:rPr>
        <w:t>ه</w:t>
      </w:r>
      <w:r>
        <w:rPr>
          <w:rFonts w:hint="cs"/>
          <w:rtl/>
        </w:rPr>
        <w:t>ا</w:t>
      </w:r>
      <w:r>
        <w:rPr>
          <w:rtl/>
        </w:rPr>
        <w:t xml:space="preserve"> </w:t>
      </w:r>
      <w:r>
        <w:rPr>
          <w:rFonts w:hint="cs"/>
          <w:rtl/>
        </w:rPr>
        <w:t>دفئ</w:t>
      </w:r>
      <w:r>
        <w:rPr>
          <w:rtl/>
        </w:rPr>
        <w:t xml:space="preserve">: </w:t>
      </w:r>
      <w:r>
        <w:rPr>
          <w:rFonts w:hint="cs"/>
          <w:rtl/>
        </w:rPr>
        <w:t>و</w:t>
      </w:r>
      <w:r>
        <w:rPr>
          <w:rtl/>
        </w:rPr>
        <w:t xml:space="preserve"> </w:t>
      </w:r>
      <w:r>
        <w:rPr>
          <w:rFonts w:hint="cs"/>
          <w:rtl/>
        </w:rPr>
        <w:t>منافع</w:t>
      </w:r>
      <w:r>
        <w:rPr>
          <w:rtl/>
        </w:rPr>
        <w:t xml:space="preserve"> </w:t>
      </w:r>
      <w:r>
        <w:rPr>
          <w:rFonts w:hint="cs"/>
          <w:rtl/>
        </w:rPr>
        <w:t>و</w:t>
      </w:r>
      <w:r>
        <w:rPr>
          <w:rtl/>
        </w:rPr>
        <w:t xml:space="preserve"> </w:t>
      </w:r>
      <w:r>
        <w:rPr>
          <w:rFonts w:hint="cs"/>
          <w:rtl/>
        </w:rPr>
        <w:t>من</w:t>
      </w:r>
      <w:r w:rsidR="00120F63" w:rsidRPr="00ED5DE8">
        <w:rPr>
          <w:rFonts w:hint="cs"/>
          <w:rtl/>
        </w:rPr>
        <w:t>ه</w:t>
      </w:r>
      <w:r>
        <w:rPr>
          <w:rFonts w:hint="cs"/>
          <w:rtl/>
        </w:rPr>
        <w:t>ا</w:t>
      </w:r>
      <w:r>
        <w:rPr>
          <w:rtl/>
        </w:rPr>
        <w:t xml:space="preserve"> </w:t>
      </w:r>
      <w:r>
        <w:rPr>
          <w:rFonts w:hint="cs"/>
          <w:rtl/>
        </w:rPr>
        <w:t>تاكلون</w:t>
      </w:r>
      <w:r>
        <w:rPr>
          <w:rtl/>
        </w:rPr>
        <w:t xml:space="preserve"> </w:t>
      </w:r>
      <w:r>
        <w:rPr>
          <w:rFonts w:hint="cs"/>
          <w:rtl/>
        </w:rPr>
        <w:t>و</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جمال</w:t>
      </w:r>
      <w:r>
        <w:rPr>
          <w:rtl/>
        </w:rPr>
        <w:t xml:space="preserve"> </w:t>
      </w:r>
      <w:r>
        <w:rPr>
          <w:rFonts w:hint="cs"/>
          <w:rtl/>
        </w:rPr>
        <w:t>حين</w:t>
      </w:r>
      <w:r>
        <w:rPr>
          <w:rtl/>
        </w:rPr>
        <w:t xml:space="preserve"> </w:t>
      </w:r>
      <w:r>
        <w:rPr>
          <w:rFonts w:hint="cs"/>
          <w:rtl/>
        </w:rPr>
        <w:t>تريحون</w:t>
      </w:r>
      <w:r>
        <w:rPr>
          <w:rtl/>
        </w:rPr>
        <w:t xml:space="preserve"> </w:t>
      </w:r>
      <w:r>
        <w:rPr>
          <w:rFonts w:hint="cs"/>
          <w:rtl/>
        </w:rPr>
        <w:t>و</w:t>
      </w:r>
      <w:r>
        <w:rPr>
          <w:rtl/>
        </w:rPr>
        <w:t xml:space="preserve"> </w:t>
      </w:r>
      <w:r>
        <w:rPr>
          <w:rFonts w:hint="cs"/>
          <w:rtl/>
        </w:rPr>
        <w:t>حين</w:t>
      </w:r>
      <w:r>
        <w:rPr>
          <w:rtl/>
        </w:rPr>
        <w:t xml:space="preserve"> </w:t>
      </w:r>
      <w:r>
        <w:rPr>
          <w:rFonts w:hint="cs"/>
          <w:rtl/>
        </w:rPr>
        <w:t>ت</w:t>
      </w:r>
      <w:r>
        <w:rPr>
          <w:rtl/>
        </w:rPr>
        <w:t>سرحون</w:t>
      </w:r>
    </w:p>
    <w:p w:rsidR="001F628F" w:rsidRDefault="001F628F" w:rsidP="001F628F">
      <w:pPr>
        <w:pStyle w:val="libNormal"/>
        <w:rPr>
          <w:rtl/>
        </w:rPr>
      </w:pPr>
      <w:r>
        <w:rPr>
          <w:rFonts w:hint="eastAsia"/>
          <w:rtl/>
        </w:rPr>
        <w:t>اس</w:t>
      </w:r>
      <w:r>
        <w:rPr>
          <w:rtl/>
        </w:rPr>
        <w:t xml:space="preserve"> كے باوجود كہ حيوانات جہا</w:t>
      </w:r>
      <w:r w:rsidR="00083993">
        <w:rPr>
          <w:rtl/>
        </w:rPr>
        <w:t xml:space="preserve">ں </w:t>
      </w:r>
      <w:r>
        <w:rPr>
          <w:rtl/>
        </w:rPr>
        <w:t>جمال اور خوبصورتى كا باعث ہي</w:t>
      </w:r>
      <w:r w:rsidR="00083993">
        <w:rPr>
          <w:rtl/>
        </w:rPr>
        <w:t xml:space="preserve">ں </w:t>
      </w:r>
      <w:r>
        <w:rPr>
          <w:rtl/>
        </w:rPr>
        <w:t>وہا</w:t>
      </w:r>
      <w:r w:rsidR="00083993">
        <w:rPr>
          <w:rtl/>
        </w:rPr>
        <w:t xml:space="preserve">ں </w:t>
      </w:r>
      <w:r>
        <w:rPr>
          <w:rtl/>
        </w:rPr>
        <w:t>لباس و غذا كو بھى فراہم كرتے ہي</w:t>
      </w:r>
      <w:r w:rsidR="00083993">
        <w:rPr>
          <w:rtl/>
        </w:rPr>
        <w:t xml:space="preserve">ں </w:t>
      </w:r>
      <w:r>
        <w:rPr>
          <w:rtl/>
        </w:rPr>
        <w:t>ليكن مقام احسان پر لباس اور غذا كو مقدم كرنا ممكن ہے مذكورہ بالا مطلب كى طرف اشارہ ہو_</w:t>
      </w:r>
    </w:p>
    <w:p w:rsidR="001F628F" w:rsidRDefault="001F628F" w:rsidP="001F628F">
      <w:pPr>
        <w:pStyle w:val="libNormal"/>
        <w:rPr>
          <w:rtl/>
        </w:rPr>
      </w:pPr>
      <w:r>
        <w:rPr>
          <w:rtl/>
        </w:rPr>
        <w:t>5_ انسان كا فطرتى زيبائي سے بہرہ مند ہونا اور خوبصورتى كى خواہش كے غريزہ كى تسكين، جائز ہے_</w:t>
      </w:r>
    </w:p>
    <w:p w:rsidR="001F628F" w:rsidRDefault="001F628F" w:rsidP="00364545">
      <w:pPr>
        <w:pStyle w:val="libArabic"/>
        <w:rPr>
          <w:rtl/>
        </w:rPr>
      </w:pPr>
      <w:r>
        <w:rPr>
          <w:rFonts w:hint="eastAsia"/>
          <w:rtl/>
        </w:rPr>
        <w:t>ولكم</w:t>
      </w:r>
      <w:r>
        <w:rPr>
          <w:rtl/>
        </w:rPr>
        <w:t xml:space="preserve"> في</w:t>
      </w:r>
      <w:r w:rsidR="00120F63" w:rsidRPr="00ED5DE8">
        <w:rPr>
          <w:rFonts w:hint="cs"/>
          <w:rtl/>
        </w:rPr>
        <w:t>ه</w:t>
      </w:r>
      <w:r>
        <w:rPr>
          <w:rFonts w:hint="cs"/>
          <w:rtl/>
        </w:rPr>
        <w:t>ا</w:t>
      </w:r>
      <w:r>
        <w:rPr>
          <w:rtl/>
        </w:rPr>
        <w:t xml:space="preserve"> </w:t>
      </w:r>
      <w:r>
        <w:rPr>
          <w:rFonts w:hint="cs"/>
          <w:rtl/>
        </w:rPr>
        <w:t>جمال</w:t>
      </w:r>
      <w:r>
        <w:rPr>
          <w:rtl/>
        </w:rPr>
        <w:t xml:space="preserve"> </w:t>
      </w:r>
      <w:r>
        <w:rPr>
          <w:rFonts w:hint="cs"/>
          <w:rtl/>
        </w:rPr>
        <w:t>حين</w:t>
      </w:r>
      <w:r>
        <w:rPr>
          <w:rtl/>
        </w:rPr>
        <w:t xml:space="preserve"> </w:t>
      </w:r>
      <w:r>
        <w:rPr>
          <w:rFonts w:hint="cs"/>
          <w:rtl/>
        </w:rPr>
        <w:t>تريحون</w:t>
      </w:r>
      <w:r>
        <w:rPr>
          <w:rtl/>
        </w:rPr>
        <w:t xml:space="preserve"> </w:t>
      </w:r>
      <w:r>
        <w:rPr>
          <w:rFonts w:hint="cs"/>
          <w:rtl/>
        </w:rPr>
        <w:t>و</w:t>
      </w:r>
      <w:r>
        <w:rPr>
          <w:rtl/>
        </w:rPr>
        <w:t xml:space="preserve"> </w:t>
      </w:r>
      <w:r>
        <w:rPr>
          <w:rFonts w:hint="cs"/>
          <w:rtl/>
        </w:rPr>
        <w:t>حين</w:t>
      </w:r>
      <w:r>
        <w:rPr>
          <w:rtl/>
        </w:rPr>
        <w:t xml:space="preserve"> </w:t>
      </w:r>
      <w:r>
        <w:rPr>
          <w:rFonts w:hint="cs"/>
          <w:rtl/>
        </w:rPr>
        <w:t>ت</w:t>
      </w:r>
      <w:r>
        <w:rPr>
          <w:rtl/>
        </w:rPr>
        <w:t>سرحون</w:t>
      </w:r>
    </w:p>
    <w:p w:rsidR="001F628F" w:rsidRDefault="001F628F" w:rsidP="001F628F">
      <w:pPr>
        <w:pStyle w:val="libNormal"/>
        <w:rPr>
          <w:rtl/>
        </w:rPr>
      </w:pPr>
      <w:r>
        <w:rPr>
          <w:rFonts w:hint="eastAsia"/>
          <w:rtl/>
        </w:rPr>
        <w:t>احكام</w:t>
      </w:r>
      <w:r>
        <w:rPr>
          <w:rtl/>
        </w:rPr>
        <w:t>:5</w:t>
      </w:r>
    </w:p>
    <w:p w:rsidR="001F628F" w:rsidRDefault="001F628F" w:rsidP="00364545">
      <w:pPr>
        <w:pStyle w:val="libNormal"/>
        <w:rPr>
          <w:rtl/>
        </w:rPr>
      </w:pPr>
      <w:r>
        <w:rPr>
          <w:rFonts w:hint="eastAsia"/>
          <w:rtl/>
        </w:rPr>
        <w:t>انسان</w:t>
      </w:r>
      <w:r>
        <w:rPr>
          <w:rtl/>
        </w:rPr>
        <w:t>:</w:t>
      </w:r>
      <w:r>
        <w:rPr>
          <w:rFonts w:hint="eastAsia"/>
          <w:rtl/>
        </w:rPr>
        <w:t>انسان</w:t>
      </w:r>
      <w:r>
        <w:rPr>
          <w:rtl/>
        </w:rPr>
        <w:t xml:space="preserve"> كے ميلانات2</w:t>
      </w:r>
    </w:p>
    <w:p w:rsidR="001F628F" w:rsidRDefault="001F628F" w:rsidP="00364545">
      <w:pPr>
        <w:pStyle w:val="libNormal"/>
        <w:rPr>
          <w:rtl/>
        </w:rPr>
      </w:pPr>
      <w:r>
        <w:rPr>
          <w:rFonts w:hint="eastAsia"/>
          <w:rtl/>
        </w:rPr>
        <w:t>چوپائے</w:t>
      </w:r>
      <w:r>
        <w:rPr>
          <w:rtl/>
        </w:rPr>
        <w:t>:</w:t>
      </w:r>
      <w:r>
        <w:rPr>
          <w:rFonts w:hint="eastAsia"/>
          <w:rtl/>
        </w:rPr>
        <w:t>چراگاہ</w:t>
      </w:r>
      <w:r>
        <w:rPr>
          <w:rtl/>
        </w:rPr>
        <w:t xml:space="preserve"> جاتے وقت چوپايو</w:t>
      </w:r>
      <w:r w:rsidR="00083993">
        <w:rPr>
          <w:rtl/>
        </w:rPr>
        <w:t xml:space="preserve">ں </w:t>
      </w:r>
      <w:r>
        <w:rPr>
          <w:rtl/>
        </w:rPr>
        <w:t>كى خوبصورتى 1،3; رات كے وقت چوپايو</w:t>
      </w:r>
      <w:r w:rsidR="00083993">
        <w:rPr>
          <w:rtl/>
        </w:rPr>
        <w:t xml:space="preserve">ں </w:t>
      </w:r>
      <w:r>
        <w:rPr>
          <w:rtl/>
        </w:rPr>
        <w:t>كا چراگاہ مي</w:t>
      </w:r>
      <w:r w:rsidR="00083993">
        <w:rPr>
          <w:rtl/>
        </w:rPr>
        <w:t xml:space="preserve">ں </w:t>
      </w:r>
      <w:r>
        <w:rPr>
          <w:rtl/>
        </w:rPr>
        <w:t>ہونا1،3; چراگاہ سے لوٹتے وقت چوپايو</w:t>
      </w:r>
      <w:r w:rsidR="00083993">
        <w:rPr>
          <w:rtl/>
        </w:rPr>
        <w:t xml:space="preserve">ں </w:t>
      </w:r>
      <w:r>
        <w:rPr>
          <w:rtl/>
        </w:rPr>
        <w:t>كى خوبصورتى 1،3; صبح كے وقت چوپايو</w:t>
      </w:r>
      <w:r w:rsidR="00083993">
        <w:rPr>
          <w:rtl/>
        </w:rPr>
        <w:t xml:space="preserve">ں </w:t>
      </w:r>
      <w:r>
        <w:rPr>
          <w:rtl/>
        </w:rPr>
        <w:t>كا چراگاہ مي</w:t>
      </w:r>
      <w:r w:rsidR="00083993">
        <w:rPr>
          <w:rtl/>
        </w:rPr>
        <w:t xml:space="preserve">ں </w:t>
      </w:r>
      <w:r>
        <w:rPr>
          <w:rtl/>
        </w:rPr>
        <w:t>ہونا1،3</w:t>
      </w:r>
    </w:p>
    <w:p w:rsidR="001F628F" w:rsidRDefault="001F628F" w:rsidP="00364545">
      <w:pPr>
        <w:pStyle w:val="libNormal"/>
        <w:rPr>
          <w:rtl/>
        </w:rPr>
      </w:pPr>
      <w:r>
        <w:rPr>
          <w:rFonts w:hint="eastAsia"/>
          <w:rtl/>
        </w:rPr>
        <w:t>زيبائي</w:t>
      </w:r>
      <w:r>
        <w:rPr>
          <w:rtl/>
        </w:rPr>
        <w:t xml:space="preserve"> كى چاہت:</w:t>
      </w:r>
      <w:r>
        <w:rPr>
          <w:rFonts w:hint="eastAsia"/>
          <w:rtl/>
        </w:rPr>
        <w:t>زيبائي</w:t>
      </w:r>
      <w:r>
        <w:rPr>
          <w:rtl/>
        </w:rPr>
        <w:t xml:space="preserve"> كى چاہت كى اہميت4</w:t>
      </w:r>
    </w:p>
    <w:p w:rsidR="001F628F" w:rsidRDefault="001F628F" w:rsidP="00364545">
      <w:pPr>
        <w:pStyle w:val="libNormal"/>
        <w:rPr>
          <w:rtl/>
        </w:rPr>
      </w:pPr>
      <w:r>
        <w:rPr>
          <w:rFonts w:hint="eastAsia"/>
          <w:rtl/>
        </w:rPr>
        <w:t>سرور</w:t>
      </w:r>
      <w:r>
        <w:rPr>
          <w:rtl/>
        </w:rPr>
        <w:t>:</w:t>
      </w:r>
      <w:r>
        <w:rPr>
          <w:rFonts w:hint="eastAsia"/>
          <w:rtl/>
        </w:rPr>
        <w:t>سرور</w:t>
      </w:r>
      <w:r>
        <w:rPr>
          <w:rtl/>
        </w:rPr>
        <w:t xml:space="preserve"> كا پيش خيمہ1</w:t>
      </w:r>
    </w:p>
    <w:p w:rsidR="001F628F" w:rsidRDefault="001F628F" w:rsidP="00364545">
      <w:pPr>
        <w:pStyle w:val="libNormal"/>
        <w:rPr>
          <w:rtl/>
        </w:rPr>
      </w:pPr>
      <w:r>
        <w:rPr>
          <w:rFonts w:hint="eastAsia"/>
          <w:rtl/>
        </w:rPr>
        <w:t>ضرورتي</w:t>
      </w:r>
      <w:r w:rsidR="00083993">
        <w:rPr>
          <w:rFonts w:hint="eastAsia"/>
          <w:rtl/>
        </w:rPr>
        <w:t xml:space="preserve">ں </w:t>
      </w:r>
      <w:r>
        <w:rPr>
          <w:rtl/>
        </w:rPr>
        <w:t>:</w:t>
      </w:r>
      <w:r>
        <w:rPr>
          <w:rFonts w:hint="eastAsia"/>
          <w:rtl/>
        </w:rPr>
        <w:t>اہم</w:t>
      </w:r>
      <w:r>
        <w:rPr>
          <w:rtl/>
        </w:rPr>
        <w:t xml:space="preserve"> ترين ضرورتي</w:t>
      </w:r>
      <w:r w:rsidR="00083993">
        <w:rPr>
          <w:rtl/>
        </w:rPr>
        <w:t xml:space="preserve">ں </w:t>
      </w:r>
      <w:r>
        <w:rPr>
          <w:rtl/>
        </w:rPr>
        <w:t>4; غذا كى ضرورت 4; لباس كى ضرورت4</w:t>
      </w:r>
    </w:p>
    <w:p w:rsidR="001F628F" w:rsidRDefault="001F628F" w:rsidP="00364545">
      <w:pPr>
        <w:pStyle w:val="libNormal"/>
        <w:rPr>
          <w:rtl/>
        </w:rPr>
      </w:pPr>
      <w:r>
        <w:rPr>
          <w:rFonts w:hint="eastAsia"/>
          <w:rtl/>
        </w:rPr>
        <w:t>غذا</w:t>
      </w:r>
      <w:r>
        <w:rPr>
          <w:rtl/>
        </w:rPr>
        <w:t>:</w:t>
      </w:r>
      <w:r>
        <w:rPr>
          <w:rFonts w:hint="eastAsia"/>
          <w:rtl/>
        </w:rPr>
        <w:t>غذا</w:t>
      </w:r>
      <w:r>
        <w:rPr>
          <w:rtl/>
        </w:rPr>
        <w:t xml:space="preserve"> كى اہميت4</w:t>
      </w:r>
    </w:p>
    <w:p w:rsidR="001F628F" w:rsidRDefault="001F628F" w:rsidP="00364545">
      <w:pPr>
        <w:pStyle w:val="libNormal"/>
        <w:rPr>
          <w:rtl/>
        </w:rPr>
      </w:pPr>
      <w:r>
        <w:rPr>
          <w:rFonts w:hint="eastAsia"/>
          <w:rtl/>
        </w:rPr>
        <w:t>كائنات</w:t>
      </w:r>
      <w:r>
        <w:rPr>
          <w:rtl/>
        </w:rPr>
        <w:t>:</w:t>
      </w:r>
      <w:r>
        <w:rPr>
          <w:rFonts w:hint="eastAsia"/>
          <w:rtl/>
        </w:rPr>
        <w:t>كائنات</w:t>
      </w:r>
      <w:r>
        <w:rPr>
          <w:rtl/>
        </w:rPr>
        <w:t xml:space="preserve"> كے حسن سے استفا دہ5</w:t>
      </w:r>
    </w:p>
    <w:p w:rsidR="001F628F" w:rsidRDefault="001F628F" w:rsidP="00364545">
      <w:pPr>
        <w:pStyle w:val="libNormal"/>
        <w:rPr>
          <w:rtl/>
        </w:rPr>
      </w:pPr>
      <w:r>
        <w:rPr>
          <w:rFonts w:hint="eastAsia"/>
          <w:rtl/>
        </w:rPr>
        <w:t>لباس</w:t>
      </w:r>
      <w:r>
        <w:rPr>
          <w:rtl/>
        </w:rPr>
        <w:t>:</w:t>
      </w:r>
      <w:r>
        <w:rPr>
          <w:rFonts w:hint="eastAsia"/>
          <w:rtl/>
        </w:rPr>
        <w:t>لباس</w:t>
      </w:r>
      <w:r>
        <w:rPr>
          <w:rtl/>
        </w:rPr>
        <w:t xml:space="preserve"> كى اہميت4</w:t>
      </w:r>
    </w:p>
    <w:p w:rsidR="001F628F" w:rsidRDefault="001F628F" w:rsidP="00364545">
      <w:pPr>
        <w:pStyle w:val="libNormal"/>
        <w:rPr>
          <w:rtl/>
        </w:rPr>
      </w:pPr>
      <w:r>
        <w:rPr>
          <w:rFonts w:hint="eastAsia"/>
          <w:rtl/>
        </w:rPr>
        <w:t>ميلانات</w:t>
      </w:r>
      <w:r>
        <w:rPr>
          <w:rtl/>
        </w:rPr>
        <w:t xml:space="preserve"> :</w:t>
      </w:r>
      <w:r>
        <w:rPr>
          <w:rFonts w:hint="eastAsia"/>
          <w:rtl/>
        </w:rPr>
        <w:t>خوبصورتى</w:t>
      </w:r>
      <w:r>
        <w:rPr>
          <w:rtl/>
        </w:rPr>
        <w:t xml:space="preserve"> كى طرف ميلان2</w:t>
      </w:r>
    </w:p>
    <w:p w:rsidR="00364545" w:rsidRDefault="001E7F9D" w:rsidP="00F73EDE">
      <w:pPr>
        <w:pStyle w:val="libPoemTini"/>
        <w:rPr>
          <w:rtl/>
        </w:rPr>
      </w:pPr>
      <w:r>
        <w:rPr>
          <w:rtl/>
        </w:rPr>
        <w:br w:type="page"/>
      </w:r>
    </w:p>
    <w:p w:rsidR="00364545" w:rsidRPr="00120F63" w:rsidRDefault="00364545" w:rsidP="00364545">
      <w:pPr>
        <w:pStyle w:val="Heading2Center"/>
        <w:rPr>
          <w:rtl/>
        </w:rPr>
      </w:pPr>
      <w:bookmarkStart w:id="153" w:name="_Toc28081831"/>
      <w:r>
        <w:rPr>
          <w:rFonts w:hint="cs"/>
          <w:rtl/>
        </w:rPr>
        <w:lastRenderedPageBreak/>
        <w:t xml:space="preserve">آیت </w:t>
      </w:r>
      <w:r w:rsidRPr="00120F63">
        <w:rPr>
          <w:rFonts w:hint="cs"/>
          <w:rtl/>
        </w:rPr>
        <w:t>7</w:t>
      </w:r>
      <w:bookmarkEnd w:id="153"/>
    </w:p>
    <w:p w:rsidR="001F628F" w:rsidRDefault="00E260F9" w:rsidP="00364545">
      <w:pPr>
        <w:pStyle w:val="libNormal"/>
        <w:rPr>
          <w:rtl/>
        </w:rPr>
      </w:pPr>
      <w:r w:rsidRPr="00E260F9">
        <w:rPr>
          <w:rStyle w:val="libAlaemChar"/>
          <w:rFonts w:hint="eastAsia"/>
          <w:rtl/>
        </w:rPr>
        <w:t>(</w:t>
      </w:r>
      <w:r w:rsidRPr="00364545">
        <w:rPr>
          <w:rStyle w:val="libAieChar"/>
          <w:rFonts w:hint="eastAsia"/>
          <w:rtl/>
        </w:rPr>
        <w:t>وَتَحْمِلُ</w:t>
      </w:r>
      <w:r w:rsidRPr="00364545">
        <w:rPr>
          <w:rStyle w:val="libAieChar"/>
          <w:rtl/>
        </w:rPr>
        <w:t xml:space="preserve"> أَثْقَالَكُمْ إِلَى بَلَدٍ لَّمْ تَكُونُواْ بَالِغِيهِ إِلاَّ بِشِقِّ الأَنفُسِ إِنَّ رَبَّكُمْ لَرَؤُوفٌ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حيوانات تمھارے بوجھ كو اٹھا كر ان شہرو</w:t>
      </w:r>
      <w:r w:rsidR="00083993">
        <w:rPr>
          <w:rtl/>
        </w:rPr>
        <w:t xml:space="preserve">ں </w:t>
      </w:r>
      <w:r>
        <w:rPr>
          <w:rtl/>
        </w:rPr>
        <w:t>تك لے جاتے ہي</w:t>
      </w:r>
      <w:r w:rsidR="00083993">
        <w:rPr>
          <w:rtl/>
        </w:rPr>
        <w:t xml:space="preserve">ں </w:t>
      </w:r>
      <w:r>
        <w:rPr>
          <w:rtl/>
        </w:rPr>
        <w:t>جہانتك تم جان جونكھو</w:t>
      </w:r>
      <w:r w:rsidR="00083993">
        <w:rPr>
          <w:rtl/>
        </w:rPr>
        <w:t xml:space="preserve">ں </w:t>
      </w:r>
      <w:r>
        <w:rPr>
          <w:rtl/>
        </w:rPr>
        <w:t>مي</w:t>
      </w:r>
      <w:r w:rsidR="00083993">
        <w:rPr>
          <w:rtl/>
        </w:rPr>
        <w:t xml:space="preserve">ں </w:t>
      </w:r>
      <w:r>
        <w:rPr>
          <w:rtl/>
        </w:rPr>
        <w:t>ڈالے بغير نہي</w:t>
      </w:r>
      <w:r w:rsidR="00083993">
        <w:rPr>
          <w:rtl/>
        </w:rPr>
        <w:t xml:space="preserve">ں </w:t>
      </w:r>
      <w:r>
        <w:rPr>
          <w:rtl/>
        </w:rPr>
        <w:t>پہنچ سكتے تھے بيشك تمھارا پروردگار بڑا شفيق اور مہربان ہے_</w:t>
      </w:r>
    </w:p>
    <w:p w:rsidR="001F628F" w:rsidRDefault="001F628F" w:rsidP="00364545">
      <w:pPr>
        <w:pStyle w:val="libNormal"/>
        <w:rPr>
          <w:rtl/>
        </w:rPr>
      </w:pPr>
      <w:r>
        <w:rPr>
          <w:rtl/>
        </w:rPr>
        <w:t>1_ اونٹ كى تخليق كا ايك فائدہ يہ ہے كہ وہ سنگين اور وزنى ساز و سامان جو انسانى طاقت سے باہر ہے كو دور دراز شہرو</w:t>
      </w:r>
      <w:r w:rsidR="00083993">
        <w:rPr>
          <w:rtl/>
        </w:rPr>
        <w:t xml:space="preserve">ں </w:t>
      </w:r>
      <w:r>
        <w:rPr>
          <w:rtl/>
        </w:rPr>
        <w:t>اور علاقو</w:t>
      </w:r>
      <w:r w:rsidR="00083993">
        <w:rPr>
          <w:rtl/>
        </w:rPr>
        <w:t xml:space="preserve">ں </w:t>
      </w:r>
      <w:r>
        <w:rPr>
          <w:rtl/>
        </w:rPr>
        <w:t>مي</w:t>
      </w:r>
      <w:r w:rsidR="00083993">
        <w:rPr>
          <w:rtl/>
        </w:rPr>
        <w:t xml:space="preserve">ں </w:t>
      </w:r>
      <w:r>
        <w:rPr>
          <w:rtl/>
        </w:rPr>
        <w:t>منتقل كرتا ہے_</w:t>
      </w:r>
      <w:r w:rsidRPr="00364545">
        <w:rPr>
          <w:rStyle w:val="libArabicChar"/>
          <w:rFonts w:hint="eastAsia"/>
          <w:rtl/>
        </w:rPr>
        <w:t>و</w:t>
      </w:r>
      <w:r w:rsidRPr="00364545">
        <w:rPr>
          <w:rStyle w:val="libArabicChar"/>
          <w:rtl/>
        </w:rPr>
        <w:t xml:space="preserve"> الانعام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تحمل</w:t>
      </w:r>
      <w:r w:rsidRPr="00364545">
        <w:rPr>
          <w:rStyle w:val="libArabicChar"/>
          <w:rtl/>
        </w:rPr>
        <w:t xml:space="preserve"> </w:t>
      </w:r>
      <w:r w:rsidRPr="00364545">
        <w:rPr>
          <w:rStyle w:val="libArabicChar"/>
          <w:rFonts w:hint="cs"/>
          <w:rtl/>
        </w:rPr>
        <w:t>اثقالكم</w:t>
      </w:r>
      <w:r w:rsidRPr="00364545">
        <w:rPr>
          <w:rStyle w:val="libArabicChar"/>
          <w:rtl/>
        </w:rPr>
        <w:t xml:space="preserve"> </w:t>
      </w:r>
      <w:r w:rsidRPr="00364545">
        <w:rPr>
          <w:rStyle w:val="libArabicChar"/>
          <w:rFonts w:hint="cs"/>
          <w:rtl/>
        </w:rPr>
        <w:t>الى</w:t>
      </w:r>
      <w:r w:rsidRPr="00364545">
        <w:rPr>
          <w:rStyle w:val="libArabicChar"/>
          <w:rtl/>
        </w:rPr>
        <w:t xml:space="preserve"> </w:t>
      </w:r>
      <w:r w:rsidRPr="00364545">
        <w:rPr>
          <w:rStyle w:val="libArabicChar"/>
          <w:rFonts w:hint="cs"/>
          <w:rtl/>
        </w:rPr>
        <w:t>بلد</w:t>
      </w:r>
      <w:r w:rsidRPr="00364545">
        <w:rPr>
          <w:rStyle w:val="libArabicChar"/>
          <w:rtl/>
        </w:rPr>
        <w:t xml:space="preserve"> </w:t>
      </w:r>
      <w:r w:rsidRPr="00364545">
        <w:rPr>
          <w:rStyle w:val="libArabicChar"/>
          <w:rFonts w:hint="cs"/>
          <w:rtl/>
        </w:rPr>
        <w:t>لم</w:t>
      </w:r>
      <w:r w:rsidRPr="00364545">
        <w:rPr>
          <w:rStyle w:val="libArabicChar"/>
          <w:rtl/>
        </w:rPr>
        <w:t xml:space="preserve"> </w:t>
      </w:r>
      <w:r w:rsidRPr="00364545">
        <w:rPr>
          <w:rStyle w:val="libArabicChar"/>
          <w:rFonts w:hint="cs"/>
          <w:rtl/>
        </w:rPr>
        <w:t>تكونوا</w:t>
      </w:r>
      <w:r w:rsidRPr="00364545">
        <w:rPr>
          <w:rStyle w:val="libArabicChar"/>
          <w:rtl/>
        </w:rPr>
        <w:t xml:space="preserve"> </w:t>
      </w:r>
      <w:r w:rsidRPr="00364545">
        <w:rPr>
          <w:rStyle w:val="libArabicChar"/>
          <w:rFonts w:hint="cs"/>
          <w:rtl/>
        </w:rPr>
        <w:t>بلغي</w:t>
      </w:r>
      <w:r w:rsidR="00120F63" w:rsidRPr="00B2551F">
        <w:rPr>
          <w:rStyle w:val="libArabicChar"/>
          <w:rFonts w:hint="cs"/>
          <w:rtl/>
        </w:rPr>
        <w:t>ه</w:t>
      </w:r>
      <w:r w:rsidRPr="00364545">
        <w:rPr>
          <w:rStyle w:val="libArabicChar"/>
          <w:rtl/>
        </w:rPr>
        <w:t xml:space="preserve"> </w:t>
      </w:r>
      <w:r w:rsidRPr="00364545">
        <w:rPr>
          <w:rStyle w:val="libArabicChar"/>
          <w:rFonts w:hint="cs"/>
          <w:rtl/>
        </w:rPr>
        <w:t>الّا</w:t>
      </w:r>
      <w:r w:rsidRPr="00364545">
        <w:rPr>
          <w:rStyle w:val="libArabicChar"/>
          <w:rtl/>
        </w:rPr>
        <w:t xml:space="preserve"> </w:t>
      </w:r>
      <w:r w:rsidRPr="00364545">
        <w:rPr>
          <w:rStyle w:val="libArabicChar"/>
          <w:rFonts w:hint="cs"/>
          <w:rtl/>
        </w:rPr>
        <w:t>بشق</w:t>
      </w:r>
      <w:r w:rsidRPr="00364545">
        <w:rPr>
          <w:rStyle w:val="libArabicChar"/>
          <w:rtl/>
        </w:rPr>
        <w:t xml:space="preserve"> </w:t>
      </w:r>
      <w:r w:rsidRPr="00364545">
        <w:rPr>
          <w:rStyle w:val="libArabicChar"/>
          <w:rFonts w:hint="cs"/>
          <w:rtl/>
        </w:rPr>
        <w:t>الأنفس</w:t>
      </w:r>
    </w:p>
    <w:p w:rsidR="001F628F" w:rsidRDefault="001F628F" w:rsidP="001F628F">
      <w:pPr>
        <w:pStyle w:val="libNormal"/>
        <w:rPr>
          <w:rtl/>
        </w:rPr>
      </w:pPr>
      <w:r w:rsidRPr="00364545">
        <w:rPr>
          <w:rStyle w:val="libArabicChar"/>
          <w:rtl/>
        </w:rPr>
        <w:t>''بلد لم تكونوا بالغي</w:t>
      </w:r>
      <w:r w:rsidR="00120F63" w:rsidRPr="00B2551F">
        <w:rPr>
          <w:rStyle w:val="libArabicChar"/>
          <w:rFonts w:hint="cs"/>
          <w:rtl/>
        </w:rPr>
        <w:t>ه</w:t>
      </w:r>
      <w:r w:rsidRPr="00364545">
        <w:rPr>
          <w:rStyle w:val="libArabicChar"/>
          <w:rtl/>
        </w:rPr>
        <w:t>''</w:t>
      </w:r>
      <w:r>
        <w:rPr>
          <w:rtl/>
        </w:rPr>
        <w:t xml:space="preserve"> سے مراد، وہ دور دراز اور كھٹن مقاما تي</w:t>
      </w:r>
      <w:r w:rsidR="00083993">
        <w:rPr>
          <w:rtl/>
        </w:rPr>
        <w:t xml:space="preserve">ں </w:t>
      </w:r>
      <w:r>
        <w:rPr>
          <w:rtl/>
        </w:rPr>
        <w:t>جہا</w:t>
      </w:r>
      <w:r w:rsidR="00083993">
        <w:rPr>
          <w:rtl/>
        </w:rPr>
        <w:t xml:space="preserve">ں </w:t>
      </w:r>
      <w:r>
        <w:rPr>
          <w:rtl/>
        </w:rPr>
        <w:t>انسان بغير سختى اور مشقت كے نہي</w:t>
      </w:r>
      <w:r w:rsidR="00083993">
        <w:rPr>
          <w:rtl/>
        </w:rPr>
        <w:t xml:space="preserve">ں </w:t>
      </w:r>
      <w:r>
        <w:rPr>
          <w:rtl/>
        </w:rPr>
        <w:t>پہنچ سكتا اور ''انعام''كا معنى اگرچہ ''گائے اونٹ اور گوسفند'' ہے ليكن چونكہ چوپايو</w:t>
      </w:r>
      <w:r w:rsidR="00083993">
        <w:rPr>
          <w:rtl/>
        </w:rPr>
        <w:t xml:space="preserve">ں </w:t>
      </w:r>
      <w:r>
        <w:rPr>
          <w:rtl/>
        </w:rPr>
        <w:t>مي</w:t>
      </w:r>
      <w:r w:rsidR="00083993">
        <w:rPr>
          <w:rtl/>
        </w:rPr>
        <w:t xml:space="preserve">ں </w:t>
      </w:r>
      <w:r>
        <w:rPr>
          <w:rtl/>
        </w:rPr>
        <w:t>فقط اونٹ ہى وہ جانور ہے جو آيت مي</w:t>
      </w:r>
      <w:r w:rsidR="00083993">
        <w:rPr>
          <w:rtl/>
        </w:rPr>
        <w:t xml:space="preserve">ں </w:t>
      </w:r>
      <w:r>
        <w:rPr>
          <w:rtl/>
        </w:rPr>
        <w:t>مذكورہ اوصاف ( دور داز علاقو</w:t>
      </w:r>
      <w:r w:rsidR="00083993">
        <w:rPr>
          <w:rtl/>
        </w:rPr>
        <w:t xml:space="preserve">ں </w:t>
      </w:r>
      <w:r>
        <w:rPr>
          <w:rFonts w:hint="eastAsia"/>
          <w:rtl/>
        </w:rPr>
        <w:t>مي</w:t>
      </w:r>
      <w:r w:rsidR="00083993">
        <w:rPr>
          <w:rFonts w:hint="eastAsia"/>
          <w:rtl/>
        </w:rPr>
        <w:t xml:space="preserve">ں </w:t>
      </w:r>
      <w:r>
        <w:rPr>
          <w:rtl/>
        </w:rPr>
        <w:t>ساز وسامان لادكرلے جانا) كا مالك ہے_</w:t>
      </w:r>
    </w:p>
    <w:p w:rsidR="001F628F" w:rsidRDefault="001F628F" w:rsidP="001F628F">
      <w:pPr>
        <w:pStyle w:val="libNormal"/>
        <w:rPr>
          <w:rtl/>
        </w:rPr>
      </w:pPr>
      <w:r>
        <w:rPr>
          <w:rtl/>
        </w:rPr>
        <w:t>''تحمل'' كى ضمير ''استخدام'' ( اونٹ سے كام لينا) كى صورت مي</w:t>
      </w:r>
      <w:r w:rsidR="00083993">
        <w:rPr>
          <w:rtl/>
        </w:rPr>
        <w:t xml:space="preserve">ں </w:t>
      </w:r>
      <w:r>
        <w:rPr>
          <w:rtl/>
        </w:rPr>
        <w:t>لفظ ''شتر'' كہ جو پہلى دو آيات مي</w:t>
      </w:r>
      <w:r w:rsidR="00083993">
        <w:rPr>
          <w:rtl/>
        </w:rPr>
        <w:t xml:space="preserve">ں </w:t>
      </w:r>
      <w:r>
        <w:rPr>
          <w:rtl/>
        </w:rPr>
        <w:t>ذكر چوپايو</w:t>
      </w:r>
      <w:r w:rsidR="00083993">
        <w:rPr>
          <w:rtl/>
        </w:rPr>
        <w:t xml:space="preserve">ں </w:t>
      </w:r>
      <w:r>
        <w:rPr>
          <w:rtl/>
        </w:rPr>
        <w:t>مي</w:t>
      </w:r>
      <w:r w:rsidR="00083993">
        <w:rPr>
          <w:rtl/>
        </w:rPr>
        <w:t xml:space="preserve">ں </w:t>
      </w:r>
      <w:r>
        <w:rPr>
          <w:rtl/>
        </w:rPr>
        <w:t>سے ہے كى طرف لوٹ رہى ہے_</w:t>
      </w:r>
    </w:p>
    <w:p w:rsidR="001F628F" w:rsidRDefault="001F628F" w:rsidP="001F628F">
      <w:pPr>
        <w:pStyle w:val="libNormal"/>
        <w:rPr>
          <w:rtl/>
        </w:rPr>
      </w:pPr>
      <w:r>
        <w:rPr>
          <w:rtl/>
        </w:rPr>
        <w:t>2_ زمانہ بعثت مي</w:t>
      </w:r>
      <w:r w:rsidR="00083993">
        <w:rPr>
          <w:rtl/>
        </w:rPr>
        <w:t xml:space="preserve">ں </w:t>
      </w:r>
      <w:r>
        <w:rPr>
          <w:rtl/>
        </w:rPr>
        <w:t>اونٹ، سوارى اور تجارتى ساز و سامان كے حمل و نقل كاوسيلہ تھا_</w:t>
      </w:r>
    </w:p>
    <w:p w:rsidR="001F628F" w:rsidRDefault="001F628F" w:rsidP="00364545">
      <w:pPr>
        <w:pStyle w:val="libArabic"/>
        <w:rPr>
          <w:rtl/>
        </w:rPr>
      </w:pPr>
      <w:r>
        <w:rPr>
          <w:rFonts w:hint="eastAsia"/>
          <w:rtl/>
        </w:rPr>
        <w:t>و</w:t>
      </w:r>
      <w:r>
        <w:rPr>
          <w:rtl/>
        </w:rPr>
        <w:t xml:space="preserve"> تحمل اثقالكم الى بلد لم تكونوا بلغي</w:t>
      </w:r>
      <w:r w:rsidR="00120F63" w:rsidRPr="00ED5DE8">
        <w:rPr>
          <w:rFonts w:hint="cs"/>
          <w:rtl/>
        </w:rPr>
        <w:t>ه</w:t>
      </w:r>
      <w:r>
        <w:rPr>
          <w:rtl/>
        </w:rPr>
        <w:t xml:space="preserve"> </w:t>
      </w:r>
      <w:r>
        <w:rPr>
          <w:rFonts w:hint="cs"/>
          <w:rtl/>
        </w:rPr>
        <w:t>الى</w:t>
      </w:r>
      <w:r>
        <w:rPr>
          <w:rtl/>
        </w:rPr>
        <w:t xml:space="preserve"> </w:t>
      </w:r>
      <w:r>
        <w:rPr>
          <w:rFonts w:hint="cs"/>
          <w:rtl/>
        </w:rPr>
        <w:t>بشق</w:t>
      </w:r>
      <w:r>
        <w:rPr>
          <w:rtl/>
        </w:rPr>
        <w:t xml:space="preserve"> </w:t>
      </w:r>
      <w:r>
        <w:rPr>
          <w:rFonts w:hint="cs"/>
          <w:rtl/>
        </w:rPr>
        <w:t>الانفس</w:t>
      </w:r>
    </w:p>
    <w:p w:rsidR="001F628F" w:rsidRDefault="001F628F" w:rsidP="001F628F">
      <w:pPr>
        <w:pStyle w:val="libNormal"/>
        <w:rPr>
          <w:rtl/>
        </w:rPr>
      </w:pPr>
      <w:r>
        <w:rPr>
          <w:rtl/>
        </w:rPr>
        <w:t>3_ اونٹ دور داز اور كٹھن راستو</w:t>
      </w:r>
      <w:r w:rsidR="00083993">
        <w:rPr>
          <w:rtl/>
        </w:rPr>
        <w:t xml:space="preserve">ں </w:t>
      </w:r>
      <w:r>
        <w:rPr>
          <w:rtl/>
        </w:rPr>
        <w:t>كوطے كرنے اور بھارى بھر كم بوجھ كو اٹھانے كى غير معمولى طاقت كا حامل ہے _</w:t>
      </w:r>
    </w:p>
    <w:p w:rsidR="001F628F" w:rsidRDefault="001F628F" w:rsidP="00364545">
      <w:pPr>
        <w:pStyle w:val="libArabic"/>
        <w:rPr>
          <w:rtl/>
        </w:rPr>
      </w:pPr>
      <w:r>
        <w:rPr>
          <w:rFonts w:hint="eastAsia"/>
          <w:rtl/>
        </w:rPr>
        <w:t>و</w:t>
      </w:r>
      <w:r>
        <w:rPr>
          <w:rtl/>
        </w:rPr>
        <w:t xml:space="preserve"> تحمل اثقالكم الى بلد لم تكونوا بلغي</w:t>
      </w:r>
      <w:r w:rsidR="00120F63" w:rsidRPr="00ED5DE8">
        <w:rPr>
          <w:rFonts w:hint="cs"/>
          <w:rtl/>
        </w:rPr>
        <w:t>ه</w:t>
      </w:r>
      <w:r>
        <w:rPr>
          <w:rtl/>
        </w:rPr>
        <w:t xml:space="preserve"> </w:t>
      </w:r>
      <w:r>
        <w:rPr>
          <w:rFonts w:hint="cs"/>
          <w:rtl/>
        </w:rPr>
        <w:t>الّا</w:t>
      </w:r>
      <w:r>
        <w:rPr>
          <w:rtl/>
        </w:rPr>
        <w:t xml:space="preserve"> </w:t>
      </w:r>
      <w:r>
        <w:rPr>
          <w:rFonts w:hint="cs"/>
          <w:rtl/>
        </w:rPr>
        <w:t>بشق</w:t>
      </w:r>
      <w:r>
        <w:rPr>
          <w:rtl/>
        </w:rPr>
        <w:t xml:space="preserve"> </w:t>
      </w:r>
      <w:r>
        <w:rPr>
          <w:rFonts w:hint="cs"/>
          <w:rtl/>
        </w:rPr>
        <w:t>الانفس</w:t>
      </w:r>
    </w:p>
    <w:p w:rsidR="001F628F" w:rsidRDefault="001F628F" w:rsidP="001F628F">
      <w:pPr>
        <w:pStyle w:val="libNormal"/>
        <w:rPr>
          <w:rtl/>
        </w:rPr>
      </w:pPr>
      <w:r>
        <w:rPr>
          <w:rtl/>
        </w:rPr>
        <w:t>4_ حيوانات اور چوپايو</w:t>
      </w:r>
      <w:r w:rsidR="00083993">
        <w:rPr>
          <w:rtl/>
        </w:rPr>
        <w:t xml:space="preserve">ں </w:t>
      </w:r>
      <w:r>
        <w:rPr>
          <w:rtl/>
        </w:rPr>
        <w:t>سے تجارتى ساز و سامان اور</w:t>
      </w:r>
    </w:p>
    <w:p w:rsidR="00364545" w:rsidRDefault="001E7F9D" w:rsidP="00F73EDE">
      <w:pPr>
        <w:pStyle w:val="libPoemTini"/>
        <w:rPr>
          <w:rtl/>
        </w:rPr>
      </w:pPr>
      <w:r>
        <w:rPr>
          <w:rtl/>
        </w:rPr>
        <w:br w:type="page"/>
      </w:r>
    </w:p>
    <w:p w:rsidR="001F628F" w:rsidRDefault="001F628F" w:rsidP="00364545">
      <w:pPr>
        <w:pStyle w:val="libNormal"/>
        <w:rPr>
          <w:rtl/>
        </w:rPr>
      </w:pPr>
      <w:r>
        <w:rPr>
          <w:rFonts w:hint="eastAsia"/>
          <w:rtl/>
        </w:rPr>
        <w:lastRenderedPageBreak/>
        <w:t>بوجھ</w:t>
      </w:r>
      <w:r>
        <w:rPr>
          <w:rtl/>
        </w:rPr>
        <w:t xml:space="preserve"> اٹھانے كے ليے استفادہ كرنا جائز ہے_</w:t>
      </w:r>
      <w:r w:rsidRPr="00364545">
        <w:rPr>
          <w:rStyle w:val="libArabicChar"/>
          <w:rFonts w:hint="eastAsia"/>
          <w:rtl/>
        </w:rPr>
        <w:t>و</w:t>
      </w:r>
      <w:r w:rsidRPr="00364545">
        <w:rPr>
          <w:rStyle w:val="libArabicChar"/>
          <w:rtl/>
        </w:rPr>
        <w:t xml:space="preserve"> تحمل ...</w:t>
      </w:r>
    </w:p>
    <w:p w:rsidR="001F628F" w:rsidRDefault="001F628F" w:rsidP="001F628F">
      <w:pPr>
        <w:pStyle w:val="libNormal"/>
        <w:rPr>
          <w:rtl/>
        </w:rPr>
      </w:pPr>
      <w:r>
        <w:rPr>
          <w:rtl/>
        </w:rPr>
        <w:t>5_خداوند عالم رؤف او ررحيم (مہربان) ہے_</w:t>
      </w:r>
    </w:p>
    <w:p w:rsidR="001F628F" w:rsidRDefault="001F628F" w:rsidP="00364545">
      <w:pPr>
        <w:pStyle w:val="libNormal"/>
        <w:rPr>
          <w:rtl/>
        </w:rPr>
      </w:pPr>
      <w:r>
        <w:rPr>
          <w:rtl/>
        </w:rPr>
        <w:t>6_ خداوند عالم كى رحمت اور مہربانى اس كے مقام ربوبيت كا ايك جلوہ ہے_</w:t>
      </w:r>
      <w:r w:rsidRPr="00364545">
        <w:rPr>
          <w:rStyle w:val="libArabicChar"/>
          <w:rFonts w:hint="eastAsia"/>
          <w:rtl/>
        </w:rPr>
        <w:t>ان</w:t>
      </w:r>
      <w:r w:rsidRPr="00364545">
        <w:rPr>
          <w:rStyle w:val="libArabicChar"/>
          <w:rtl/>
        </w:rPr>
        <w:t xml:space="preserve"> ربّكم لروف رحيم</w:t>
      </w:r>
    </w:p>
    <w:p w:rsidR="001F628F" w:rsidRDefault="001F628F" w:rsidP="001F628F">
      <w:pPr>
        <w:pStyle w:val="libNormal"/>
        <w:rPr>
          <w:rtl/>
        </w:rPr>
      </w:pPr>
      <w:r>
        <w:rPr>
          <w:rtl/>
        </w:rPr>
        <w:t>7_ انسان كى بہرہ مند ى اور منفعت كى خاطر چوپايو</w:t>
      </w:r>
      <w:r w:rsidR="00083993">
        <w:rPr>
          <w:rtl/>
        </w:rPr>
        <w:t xml:space="preserve">ں </w:t>
      </w:r>
      <w:r>
        <w:rPr>
          <w:rtl/>
        </w:rPr>
        <w:t>كى خلقت ، خداوند عالم كى رحمت اور مہربانى كى علامت ہے _</w:t>
      </w:r>
    </w:p>
    <w:p w:rsidR="001F628F" w:rsidRDefault="001F628F" w:rsidP="00364545">
      <w:pPr>
        <w:pStyle w:val="libArabic"/>
        <w:rPr>
          <w:rtl/>
        </w:rPr>
      </w:pPr>
      <w:r>
        <w:rPr>
          <w:rFonts w:hint="eastAsia"/>
          <w:rtl/>
        </w:rPr>
        <w:t>و</w:t>
      </w:r>
      <w:r>
        <w:rPr>
          <w:rtl/>
        </w:rPr>
        <w:t xml:space="preserve"> الانعام خلق</w:t>
      </w:r>
      <w:r w:rsidR="00120F63" w:rsidRPr="00ED5DE8">
        <w:rPr>
          <w:rFonts w:hint="cs"/>
          <w:rtl/>
        </w:rPr>
        <w:t>ه</w:t>
      </w:r>
      <w:r>
        <w:rPr>
          <w:rFonts w:hint="cs"/>
          <w:rtl/>
        </w:rPr>
        <w:t>ا</w:t>
      </w:r>
      <w:r>
        <w:rPr>
          <w:rtl/>
        </w:rPr>
        <w:t xml:space="preserve"> </w:t>
      </w:r>
      <w:r>
        <w:rPr>
          <w:rFonts w:hint="cs"/>
          <w:rtl/>
        </w:rPr>
        <w:t>لكم</w:t>
      </w:r>
      <w:r>
        <w:rPr>
          <w:rtl/>
        </w:rPr>
        <w:t xml:space="preserve"> ... </w:t>
      </w:r>
      <w:r>
        <w:rPr>
          <w:rFonts w:hint="cs"/>
          <w:rtl/>
        </w:rPr>
        <w:t>و</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جمال</w:t>
      </w:r>
      <w:r>
        <w:rPr>
          <w:rtl/>
        </w:rPr>
        <w:t xml:space="preserve"> ... </w:t>
      </w:r>
      <w:r>
        <w:rPr>
          <w:rFonts w:hint="cs"/>
          <w:rtl/>
        </w:rPr>
        <w:t>و</w:t>
      </w:r>
      <w:r>
        <w:rPr>
          <w:rtl/>
        </w:rPr>
        <w:t xml:space="preserve"> </w:t>
      </w:r>
      <w:r>
        <w:rPr>
          <w:rFonts w:hint="cs"/>
          <w:rtl/>
        </w:rPr>
        <w:t>تحمل</w:t>
      </w:r>
      <w:r>
        <w:rPr>
          <w:rtl/>
        </w:rPr>
        <w:t xml:space="preserve"> </w:t>
      </w:r>
      <w:r>
        <w:rPr>
          <w:rFonts w:hint="cs"/>
          <w:rtl/>
        </w:rPr>
        <w:t>اثقالكم</w:t>
      </w:r>
      <w:r>
        <w:rPr>
          <w:rtl/>
        </w:rPr>
        <w:t xml:space="preserve"> ... </w:t>
      </w:r>
      <w:r>
        <w:rPr>
          <w:rFonts w:hint="cs"/>
          <w:rtl/>
        </w:rPr>
        <w:t>ان</w:t>
      </w:r>
      <w:r>
        <w:rPr>
          <w:rtl/>
        </w:rPr>
        <w:t xml:space="preserve"> </w:t>
      </w:r>
      <w:r>
        <w:rPr>
          <w:rFonts w:hint="cs"/>
          <w:rtl/>
        </w:rPr>
        <w:t>ربّك</w:t>
      </w:r>
      <w:r>
        <w:rPr>
          <w:rtl/>
        </w:rPr>
        <w:t xml:space="preserve"> </w:t>
      </w:r>
      <w:r>
        <w:rPr>
          <w:rFonts w:hint="cs"/>
          <w:rtl/>
        </w:rPr>
        <w:t>لروف</w:t>
      </w:r>
      <w:r>
        <w:rPr>
          <w:rtl/>
        </w:rPr>
        <w:t xml:space="preserve"> </w:t>
      </w:r>
      <w:r>
        <w:rPr>
          <w:rFonts w:hint="cs"/>
          <w:rtl/>
        </w:rPr>
        <w:t>ر</w:t>
      </w:r>
      <w:r>
        <w:rPr>
          <w:rtl/>
        </w:rPr>
        <w:t>حيم</w:t>
      </w:r>
    </w:p>
    <w:p w:rsidR="001F628F" w:rsidRDefault="001F628F" w:rsidP="00364545">
      <w:pPr>
        <w:pStyle w:val="libNormal"/>
        <w:rPr>
          <w:rtl/>
        </w:rPr>
      </w:pPr>
      <w:r>
        <w:rPr>
          <w:rtl/>
        </w:rPr>
        <w:t>8_ خداوند عالم نے چوپايو</w:t>
      </w:r>
      <w:r w:rsidR="00083993">
        <w:rPr>
          <w:rtl/>
        </w:rPr>
        <w:t xml:space="preserve">ں </w:t>
      </w:r>
      <w:r>
        <w:rPr>
          <w:rtl/>
        </w:rPr>
        <w:t>كى خلقت كے ذريعے انسانو</w:t>
      </w:r>
      <w:r w:rsidR="00083993">
        <w:rPr>
          <w:rtl/>
        </w:rPr>
        <w:t xml:space="preserve">ں </w:t>
      </w:r>
      <w:r>
        <w:rPr>
          <w:rtl/>
        </w:rPr>
        <w:t>كى مشكلات كو دور كرنے اور ان كى آسا</w:t>
      </w:r>
      <w:r w:rsidR="009F604A">
        <w:rPr>
          <w:rtl/>
        </w:rPr>
        <w:t>ئش</w:t>
      </w:r>
      <w:r>
        <w:rPr>
          <w:rtl/>
        </w:rPr>
        <w:t xml:space="preserve"> كا زمينہ فراہم كيا ہے _</w:t>
      </w:r>
      <w:r w:rsidRPr="00364545">
        <w:rPr>
          <w:rStyle w:val="libArabicChar"/>
          <w:rFonts w:hint="eastAsia"/>
          <w:rtl/>
        </w:rPr>
        <w:t>و</w:t>
      </w:r>
      <w:r w:rsidRPr="00364545">
        <w:rPr>
          <w:rStyle w:val="libArabicChar"/>
          <w:rtl/>
        </w:rPr>
        <w:t xml:space="preserve"> الانعام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لكم</w:t>
      </w:r>
      <w:r w:rsidRPr="00364545">
        <w:rPr>
          <w:rStyle w:val="libArabicChar"/>
          <w:rtl/>
        </w:rPr>
        <w:t xml:space="preserve"> </w:t>
      </w:r>
      <w:r w:rsidRPr="00364545">
        <w:rPr>
          <w:rStyle w:val="libArabicChar"/>
          <w:rFonts w:hint="cs"/>
          <w:rtl/>
        </w:rPr>
        <w:t>في</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جمال</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تحمل</w:t>
      </w:r>
      <w:r w:rsidRPr="00364545">
        <w:rPr>
          <w:rStyle w:val="libArabicChar"/>
          <w:rtl/>
        </w:rPr>
        <w:t xml:space="preserve"> </w:t>
      </w:r>
      <w:r w:rsidRPr="00364545">
        <w:rPr>
          <w:rStyle w:val="libArabicChar"/>
          <w:rFonts w:hint="cs"/>
          <w:rtl/>
        </w:rPr>
        <w:t>اثقالكم</w:t>
      </w:r>
      <w:r w:rsidRPr="00364545">
        <w:rPr>
          <w:rStyle w:val="libArabicChar"/>
          <w:rtl/>
        </w:rPr>
        <w:t xml:space="preserve"> ... </w:t>
      </w:r>
      <w:r w:rsidRPr="00364545">
        <w:rPr>
          <w:rStyle w:val="libArabicChar"/>
          <w:rFonts w:hint="cs"/>
          <w:rtl/>
        </w:rPr>
        <w:t>ان</w:t>
      </w:r>
      <w:r w:rsidRPr="00364545">
        <w:rPr>
          <w:rStyle w:val="libArabicChar"/>
          <w:rtl/>
        </w:rPr>
        <w:t xml:space="preserve"> </w:t>
      </w:r>
      <w:r w:rsidRPr="00364545">
        <w:rPr>
          <w:rStyle w:val="libArabicChar"/>
          <w:rFonts w:hint="cs"/>
          <w:rtl/>
        </w:rPr>
        <w:t>ربّك</w:t>
      </w:r>
      <w:r w:rsidRPr="00364545">
        <w:rPr>
          <w:rStyle w:val="libArabicChar"/>
          <w:rtl/>
        </w:rPr>
        <w:t xml:space="preserve"> </w:t>
      </w:r>
      <w:r w:rsidRPr="00364545">
        <w:rPr>
          <w:rStyle w:val="libArabicChar"/>
          <w:rFonts w:hint="cs"/>
          <w:rtl/>
        </w:rPr>
        <w:t>لروف</w:t>
      </w:r>
      <w:r w:rsidRPr="00364545">
        <w:rPr>
          <w:rStyle w:val="libArabicChar"/>
          <w:rtl/>
        </w:rPr>
        <w:t xml:space="preserve"> </w:t>
      </w:r>
      <w:r w:rsidRPr="00364545">
        <w:rPr>
          <w:rStyle w:val="libArabicChar"/>
          <w:rFonts w:hint="cs"/>
          <w:rtl/>
        </w:rPr>
        <w:t>رحيم</w:t>
      </w:r>
    </w:p>
    <w:p w:rsidR="001F628F" w:rsidRDefault="001F628F" w:rsidP="001F628F">
      <w:pPr>
        <w:pStyle w:val="libNormal"/>
        <w:rPr>
          <w:rtl/>
        </w:rPr>
      </w:pPr>
      <w:r>
        <w:rPr>
          <w:rtl/>
        </w:rPr>
        <w:t>9_ الہى عطايا سے انسان كى بہرہ مند ى اور اس كى مشكلات كو دور كرنا ، مطلوب خداوند عالم ہے_</w:t>
      </w:r>
    </w:p>
    <w:p w:rsidR="001F628F" w:rsidRDefault="001F628F" w:rsidP="00364545">
      <w:pPr>
        <w:pStyle w:val="libArabic"/>
        <w:rPr>
          <w:rtl/>
        </w:rPr>
      </w:pPr>
      <w:r>
        <w:rPr>
          <w:rFonts w:hint="eastAsia"/>
          <w:rtl/>
        </w:rPr>
        <w:t>و</w:t>
      </w:r>
      <w:r>
        <w:rPr>
          <w:rtl/>
        </w:rPr>
        <w:t xml:space="preserve"> الانعام خلق</w:t>
      </w:r>
      <w:r w:rsidR="00120F63" w:rsidRPr="00ED5DE8">
        <w:rPr>
          <w:rFonts w:hint="cs"/>
          <w:rtl/>
        </w:rPr>
        <w:t>ه</w:t>
      </w:r>
      <w:r>
        <w:rPr>
          <w:rFonts w:hint="cs"/>
          <w:rtl/>
        </w:rPr>
        <w:t>ا</w:t>
      </w:r>
      <w:r>
        <w:rPr>
          <w:rtl/>
        </w:rPr>
        <w:t xml:space="preserve"> </w:t>
      </w:r>
      <w:r>
        <w:rPr>
          <w:rFonts w:hint="cs"/>
          <w:rtl/>
        </w:rPr>
        <w:t>لكم</w:t>
      </w:r>
      <w:r>
        <w:rPr>
          <w:rtl/>
        </w:rPr>
        <w:t xml:space="preserve"> ... </w:t>
      </w:r>
      <w:r>
        <w:rPr>
          <w:rFonts w:hint="cs"/>
          <w:rtl/>
        </w:rPr>
        <w:t>و</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جمال</w:t>
      </w:r>
      <w:r>
        <w:rPr>
          <w:rtl/>
        </w:rPr>
        <w:t xml:space="preserve"> ... </w:t>
      </w:r>
      <w:r>
        <w:rPr>
          <w:rFonts w:hint="cs"/>
          <w:rtl/>
        </w:rPr>
        <w:t>و</w:t>
      </w:r>
      <w:r>
        <w:rPr>
          <w:rtl/>
        </w:rPr>
        <w:t xml:space="preserve"> </w:t>
      </w:r>
      <w:r>
        <w:rPr>
          <w:rFonts w:hint="cs"/>
          <w:rtl/>
        </w:rPr>
        <w:t>تحمل</w:t>
      </w:r>
      <w:r>
        <w:rPr>
          <w:rtl/>
        </w:rPr>
        <w:t xml:space="preserve"> </w:t>
      </w:r>
      <w:r>
        <w:rPr>
          <w:rFonts w:hint="cs"/>
          <w:rtl/>
        </w:rPr>
        <w:t>اثقالكم</w:t>
      </w:r>
      <w:r>
        <w:rPr>
          <w:rtl/>
        </w:rPr>
        <w:t xml:space="preserve"> ... </w:t>
      </w:r>
      <w:r>
        <w:rPr>
          <w:rFonts w:hint="cs"/>
          <w:rtl/>
        </w:rPr>
        <w:t>ان</w:t>
      </w:r>
      <w:r>
        <w:rPr>
          <w:rtl/>
        </w:rPr>
        <w:t xml:space="preserve"> </w:t>
      </w:r>
      <w:r>
        <w:rPr>
          <w:rFonts w:hint="cs"/>
          <w:rtl/>
        </w:rPr>
        <w:t>ربّك</w:t>
      </w:r>
      <w:r>
        <w:rPr>
          <w:rtl/>
        </w:rPr>
        <w:t xml:space="preserve"> </w:t>
      </w:r>
      <w:r>
        <w:rPr>
          <w:rFonts w:hint="cs"/>
          <w:rtl/>
        </w:rPr>
        <w:t>لروف</w:t>
      </w:r>
      <w:r>
        <w:rPr>
          <w:rtl/>
        </w:rPr>
        <w:t xml:space="preserve"> </w:t>
      </w:r>
      <w:r>
        <w:rPr>
          <w:rFonts w:hint="cs"/>
          <w:rtl/>
        </w:rPr>
        <w:t>رحيم</w:t>
      </w:r>
    </w:p>
    <w:p w:rsidR="001F628F" w:rsidRDefault="001F628F" w:rsidP="001F628F">
      <w:pPr>
        <w:pStyle w:val="libNormal"/>
        <w:rPr>
          <w:rtl/>
        </w:rPr>
      </w:pPr>
      <w:r>
        <w:rPr>
          <w:rtl/>
        </w:rPr>
        <w:t>10_ كائنات اور انسان كى خلقت اور اس كى ضروريات كو پورا كرنا، پروردگار عالم كى رحمت اور مہربانى كا تقاضا ہے_</w:t>
      </w:r>
    </w:p>
    <w:p w:rsidR="001F628F" w:rsidRDefault="001F628F" w:rsidP="00364545">
      <w:pPr>
        <w:pStyle w:val="libArabic"/>
        <w:rPr>
          <w:rtl/>
        </w:rPr>
      </w:pPr>
      <w:r>
        <w:rPr>
          <w:rFonts w:hint="eastAsia"/>
          <w:rtl/>
        </w:rPr>
        <w:t>خلق</w:t>
      </w:r>
      <w:r>
        <w:rPr>
          <w:rtl/>
        </w:rPr>
        <w:t xml:space="preserve"> السموات تعالى عمّا يشركون ... خلق الانسان ... انّ ربّكم لروف رحيم</w:t>
      </w:r>
    </w:p>
    <w:p w:rsidR="001F628F" w:rsidRDefault="001F628F" w:rsidP="00364545">
      <w:pPr>
        <w:pStyle w:val="libNormal"/>
        <w:rPr>
          <w:rtl/>
        </w:rPr>
      </w:pPr>
      <w:r>
        <w:rPr>
          <w:rtl/>
        </w:rPr>
        <w:t>11_ موجودات كى خلقت اور ان كى جسمانى اور روحانى ضروريات كو پوراكرنا ، توحيد ربوبيت اور خداوند عالم كى خالقيت پر دليل ہے_</w:t>
      </w:r>
      <w:r w:rsidRPr="00364545">
        <w:rPr>
          <w:rStyle w:val="libArabicChar"/>
          <w:rFonts w:hint="eastAsia"/>
          <w:rtl/>
        </w:rPr>
        <w:t>خلق</w:t>
      </w:r>
      <w:r w:rsidRPr="00364545">
        <w:rPr>
          <w:rStyle w:val="libArabicChar"/>
          <w:rtl/>
        </w:rPr>
        <w:t xml:space="preserve"> السموات ... تعالى عمّا يشركون ... خلق الانسان ... و الانعام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 </w:t>
      </w:r>
      <w:r w:rsidRPr="00364545">
        <w:rPr>
          <w:rStyle w:val="libArabicChar"/>
          <w:rFonts w:hint="cs"/>
          <w:rtl/>
        </w:rPr>
        <w:t>انّ</w:t>
      </w:r>
      <w:r w:rsidRPr="00364545">
        <w:rPr>
          <w:rStyle w:val="libArabicChar"/>
          <w:rtl/>
        </w:rPr>
        <w:t xml:space="preserve"> </w:t>
      </w:r>
      <w:r w:rsidRPr="00364545">
        <w:rPr>
          <w:rStyle w:val="libArabicChar"/>
          <w:rFonts w:hint="cs"/>
          <w:rtl/>
        </w:rPr>
        <w:t>ربكم</w:t>
      </w:r>
      <w:r w:rsidRPr="00364545">
        <w:rPr>
          <w:rStyle w:val="libArabicChar"/>
          <w:rtl/>
        </w:rPr>
        <w:t xml:space="preserve"> </w:t>
      </w:r>
      <w:r w:rsidRPr="00364545">
        <w:rPr>
          <w:rStyle w:val="libArabicChar"/>
          <w:rFonts w:hint="cs"/>
          <w:rtl/>
        </w:rPr>
        <w:t>لرو</w:t>
      </w:r>
      <w:r w:rsidRPr="00364545">
        <w:rPr>
          <w:rStyle w:val="libArabicChar"/>
          <w:rtl/>
        </w:rPr>
        <w:t>ف رحيم</w:t>
      </w:r>
    </w:p>
    <w:p w:rsidR="001F628F" w:rsidRDefault="001F628F" w:rsidP="001F628F">
      <w:pPr>
        <w:pStyle w:val="libNormal"/>
        <w:rPr>
          <w:rtl/>
        </w:rPr>
      </w:pPr>
      <w:r>
        <w:rPr>
          <w:rFonts w:hint="eastAsia"/>
          <w:rtl/>
        </w:rPr>
        <w:t>خداوند</w:t>
      </w:r>
      <w:r>
        <w:rPr>
          <w:rtl/>
        </w:rPr>
        <w:t xml:space="preserve"> عالم كى طرف سے آسمانو</w:t>
      </w:r>
      <w:r w:rsidR="00083993">
        <w:rPr>
          <w:rtl/>
        </w:rPr>
        <w:t xml:space="preserve">ں </w:t>
      </w:r>
      <w:r>
        <w:rPr>
          <w:rtl/>
        </w:rPr>
        <w:t>وزمين اور انسان وحيوان كى خلقت كے بيان كے بعد كلمہ ''ربّ'' كولا نا توحيد ربوبيت كو بيان كررہا ہے جيسا كہ تمام موجودات كى خلقت كو اپنى طرف نسبت دينا، توحيد خالقيت كو بيان كرہا ہے_</w:t>
      </w:r>
    </w:p>
    <w:p w:rsidR="001F628F" w:rsidRDefault="001F628F" w:rsidP="001F628F">
      <w:pPr>
        <w:pStyle w:val="libNormal"/>
        <w:rPr>
          <w:rtl/>
        </w:rPr>
      </w:pPr>
      <w:r>
        <w:rPr>
          <w:rFonts w:hint="eastAsia"/>
          <w:rtl/>
        </w:rPr>
        <w:t>احكام</w:t>
      </w:r>
      <w:r>
        <w:rPr>
          <w:rtl/>
        </w:rPr>
        <w:t>:4</w:t>
      </w:r>
    </w:p>
    <w:p w:rsidR="001F628F" w:rsidRDefault="001F628F" w:rsidP="00364545">
      <w:pPr>
        <w:pStyle w:val="libNormal"/>
        <w:rPr>
          <w:rtl/>
        </w:rPr>
      </w:pPr>
      <w:r>
        <w:rPr>
          <w:rFonts w:hint="eastAsia"/>
          <w:rtl/>
        </w:rPr>
        <w:t>اسماء</w:t>
      </w:r>
      <w:r>
        <w:rPr>
          <w:rtl/>
        </w:rPr>
        <w:t xml:space="preserve"> وصفات:</w:t>
      </w:r>
      <w:r>
        <w:rPr>
          <w:rFonts w:hint="eastAsia"/>
          <w:rtl/>
        </w:rPr>
        <w:t>رحيم</w:t>
      </w:r>
      <w:r>
        <w:rPr>
          <w:rtl/>
        </w:rPr>
        <w:t>5; رؤف5</w:t>
      </w:r>
    </w:p>
    <w:p w:rsidR="001F628F" w:rsidRDefault="001F628F" w:rsidP="00364545">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كى علامات 6; الله تعالى كى رحمت 6; الله تعالى كى رحمت كى نشانيا</w:t>
      </w:r>
      <w:r w:rsidR="00083993">
        <w:rPr>
          <w:rtl/>
        </w:rPr>
        <w:t xml:space="preserve">ں </w:t>
      </w:r>
      <w:r>
        <w:rPr>
          <w:rtl/>
        </w:rPr>
        <w:t>7; الله تعالى كى رحمت كے آثار 10; الله تعالى كى مشيت9; الله تعالى كى مہربانى 6; الله تعالى كى مہربانى كى</w:t>
      </w:r>
    </w:p>
    <w:p w:rsidR="00364545" w:rsidRDefault="001E7F9D" w:rsidP="00F73EDE">
      <w:pPr>
        <w:pStyle w:val="libPoemTini"/>
        <w:rPr>
          <w:rtl/>
        </w:rPr>
      </w:pPr>
      <w:r>
        <w:rPr>
          <w:rtl/>
        </w:rPr>
        <w:cr/>
      </w:r>
      <w:r>
        <w:rPr>
          <w:rtl/>
        </w:rPr>
        <w:br w:type="page"/>
      </w:r>
    </w:p>
    <w:p w:rsidR="001F628F" w:rsidRDefault="001F628F" w:rsidP="00364545">
      <w:pPr>
        <w:pStyle w:val="libNormal"/>
        <w:rPr>
          <w:rtl/>
        </w:rPr>
      </w:pPr>
      <w:r>
        <w:rPr>
          <w:rFonts w:hint="eastAsia"/>
          <w:rtl/>
        </w:rPr>
        <w:lastRenderedPageBreak/>
        <w:t>نشانيا</w:t>
      </w:r>
      <w:r w:rsidR="00083993">
        <w:rPr>
          <w:rFonts w:hint="eastAsia"/>
          <w:rtl/>
        </w:rPr>
        <w:t xml:space="preserve">ں </w:t>
      </w:r>
      <w:r>
        <w:rPr>
          <w:rtl/>
        </w:rPr>
        <w:t>7;الله تعالى كى مہربانى كے آثار10;الله تعالى كے افعال8</w:t>
      </w:r>
    </w:p>
    <w:p w:rsidR="001F628F" w:rsidRDefault="001F628F" w:rsidP="00364545">
      <w:pPr>
        <w:pStyle w:val="libNormal"/>
        <w:rPr>
          <w:rtl/>
        </w:rPr>
      </w:pPr>
      <w:r>
        <w:rPr>
          <w:rFonts w:hint="eastAsia"/>
          <w:rtl/>
        </w:rPr>
        <w:t>اونٹ</w:t>
      </w:r>
      <w:r>
        <w:rPr>
          <w:rtl/>
        </w:rPr>
        <w:t>:</w:t>
      </w:r>
      <w:r>
        <w:rPr>
          <w:rFonts w:hint="eastAsia"/>
          <w:rtl/>
        </w:rPr>
        <w:t>اونٹ</w:t>
      </w:r>
      <w:r>
        <w:rPr>
          <w:rtl/>
        </w:rPr>
        <w:t xml:space="preserve"> كى طاقت 3; اونٹ كے خصوصيات 3; اونٹ كے ذريعے سامان كى حمل و نقل1،3; اونٹ كے فوائد1،2; صدرا سلام مي</w:t>
      </w:r>
      <w:r w:rsidR="00083993">
        <w:rPr>
          <w:rtl/>
        </w:rPr>
        <w:t xml:space="preserve">ں </w:t>
      </w:r>
      <w:r>
        <w:rPr>
          <w:rtl/>
        </w:rPr>
        <w:t>اونٹ3</w:t>
      </w:r>
    </w:p>
    <w:p w:rsidR="001F628F" w:rsidRDefault="001F628F" w:rsidP="00364545">
      <w:pPr>
        <w:pStyle w:val="libNormal"/>
        <w:rPr>
          <w:rtl/>
        </w:rPr>
      </w:pPr>
      <w:r>
        <w:rPr>
          <w:rFonts w:hint="eastAsia"/>
          <w:rtl/>
        </w:rPr>
        <w:t>توحيد</w:t>
      </w:r>
      <w:r>
        <w:rPr>
          <w:rtl/>
        </w:rPr>
        <w:t>:</w:t>
      </w:r>
      <w:r>
        <w:rPr>
          <w:rFonts w:hint="eastAsia"/>
          <w:rtl/>
        </w:rPr>
        <w:t>توحيد</w:t>
      </w:r>
      <w:r>
        <w:rPr>
          <w:rtl/>
        </w:rPr>
        <w:t xml:space="preserve"> خالقيت11; توحيد ربوبيت كے دلائل11</w:t>
      </w:r>
    </w:p>
    <w:p w:rsidR="001F628F" w:rsidRDefault="001F628F" w:rsidP="00364545">
      <w:pPr>
        <w:pStyle w:val="libNormal"/>
        <w:rPr>
          <w:rtl/>
        </w:rPr>
      </w:pPr>
      <w:r>
        <w:rPr>
          <w:rFonts w:hint="eastAsia"/>
          <w:rtl/>
        </w:rPr>
        <w:t>چوپائے</w:t>
      </w:r>
      <w:r>
        <w:rPr>
          <w:rtl/>
        </w:rPr>
        <w:t>:</w:t>
      </w:r>
      <w:r>
        <w:rPr>
          <w:rFonts w:hint="eastAsia"/>
          <w:rtl/>
        </w:rPr>
        <w:t>چوپايو</w:t>
      </w:r>
      <w:r w:rsidR="00083993">
        <w:rPr>
          <w:rFonts w:hint="eastAsia"/>
          <w:rtl/>
        </w:rPr>
        <w:t xml:space="preserve">ں </w:t>
      </w:r>
      <w:r>
        <w:rPr>
          <w:rtl/>
        </w:rPr>
        <w:t>سے استفادہ 4; چوپايو</w:t>
      </w:r>
      <w:r w:rsidR="00083993">
        <w:rPr>
          <w:rtl/>
        </w:rPr>
        <w:t xml:space="preserve">ں </w:t>
      </w:r>
      <w:r>
        <w:rPr>
          <w:rtl/>
        </w:rPr>
        <w:t>كى خلقت كا فلسفہ7،8; چوپايو</w:t>
      </w:r>
      <w:r w:rsidR="00083993">
        <w:rPr>
          <w:rtl/>
        </w:rPr>
        <w:t xml:space="preserve">ں </w:t>
      </w:r>
      <w:r>
        <w:rPr>
          <w:rtl/>
        </w:rPr>
        <w:t>كے ذريعے سامان كى حمل و نقل4</w:t>
      </w:r>
    </w:p>
    <w:p w:rsidR="001F628F" w:rsidRDefault="001F628F" w:rsidP="00364545">
      <w:pPr>
        <w:pStyle w:val="libNormal"/>
        <w:rPr>
          <w:rtl/>
        </w:rPr>
      </w:pPr>
      <w:r>
        <w:rPr>
          <w:rFonts w:hint="eastAsia"/>
          <w:rtl/>
        </w:rPr>
        <w:t>حمل</w:t>
      </w:r>
      <w:r>
        <w:rPr>
          <w:rtl/>
        </w:rPr>
        <w:t xml:space="preserve"> ونقل:</w:t>
      </w:r>
      <w:r>
        <w:rPr>
          <w:rFonts w:hint="eastAsia"/>
          <w:rtl/>
        </w:rPr>
        <w:t>حمل</w:t>
      </w:r>
      <w:r>
        <w:rPr>
          <w:rtl/>
        </w:rPr>
        <w:t xml:space="preserve"> و نقل كے وسائل 1،2،3،4</w:t>
      </w:r>
    </w:p>
    <w:p w:rsidR="001F628F" w:rsidRDefault="001F628F" w:rsidP="00364545">
      <w:pPr>
        <w:pStyle w:val="libNormal"/>
        <w:rPr>
          <w:rtl/>
        </w:rPr>
      </w:pPr>
      <w:r>
        <w:rPr>
          <w:rFonts w:hint="eastAsia"/>
          <w:rtl/>
        </w:rPr>
        <w:t>حيوانات</w:t>
      </w:r>
      <w:r>
        <w:rPr>
          <w:rtl/>
        </w:rPr>
        <w:t>:</w:t>
      </w:r>
      <w:r>
        <w:rPr>
          <w:rFonts w:hint="eastAsia"/>
          <w:rtl/>
        </w:rPr>
        <w:t>حيوانات</w:t>
      </w:r>
      <w:r>
        <w:rPr>
          <w:rtl/>
        </w:rPr>
        <w:t xml:space="preserve"> كے احكام4</w:t>
      </w:r>
    </w:p>
    <w:p w:rsidR="001F628F" w:rsidRDefault="001F628F" w:rsidP="00364545">
      <w:pPr>
        <w:pStyle w:val="libNormal"/>
        <w:rPr>
          <w:rtl/>
        </w:rPr>
      </w:pPr>
      <w:r>
        <w:rPr>
          <w:rFonts w:hint="eastAsia"/>
          <w:rtl/>
        </w:rPr>
        <w:t>سختي</w:t>
      </w:r>
      <w:r>
        <w:rPr>
          <w:rtl/>
        </w:rPr>
        <w:t>:</w:t>
      </w:r>
      <w:r>
        <w:rPr>
          <w:rFonts w:hint="eastAsia"/>
          <w:rtl/>
        </w:rPr>
        <w:t>سختى</w:t>
      </w:r>
      <w:r>
        <w:rPr>
          <w:rtl/>
        </w:rPr>
        <w:t xml:space="preserve"> كو دور كرنے كا پيش خيمہ 8;سختى كى دورى 9</w:t>
      </w:r>
    </w:p>
    <w:p w:rsidR="001F628F" w:rsidRDefault="001F628F" w:rsidP="00364545">
      <w:pPr>
        <w:pStyle w:val="libNormal"/>
        <w:rPr>
          <w:rtl/>
        </w:rPr>
      </w:pPr>
      <w:r>
        <w:rPr>
          <w:rFonts w:hint="eastAsia"/>
          <w:rtl/>
        </w:rPr>
        <w:t>ضرورتي</w:t>
      </w:r>
      <w:r w:rsidR="00083993">
        <w:rPr>
          <w:rFonts w:hint="eastAsia"/>
          <w:rtl/>
        </w:rPr>
        <w:t xml:space="preserve">ں </w:t>
      </w:r>
      <w:r>
        <w:rPr>
          <w:rtl/>
        </w:rPr>
        <w:t>:</w:t>
      </w:r>
      <w:r>
        <w:rPr>
          <w:rFonts w:hint="eastAsia"/>
          <w:rtl/>
        </w:rPr>
        <w:t>ضرورتو</w:t>
      </w:r>
      <w:r w:rsidR="00083993">
        <w:rPr>
          <w:rFonts w:hint="eastAsia"/>
          <w:rtl/>
        </w:rPr>
        <w:t xml:space="preserve">ں </w:t>
      </w:r>
      <w:r>
        <w:rPr>
          <w:rtl/>
        </w:rPr>
        <w:t>كو پورا كرنے كا سبب10</w:t>
      </w:r>
    </w:p>
    <w:p w:rsidR="001F628F" w:rsidRDefault="001F628F" w:rsidP="00364545">
      <w:pPr>
        <w:pStyle w:val="libNormal"/>
        <w:rPr>
          <w:rtl/>
        </w:rPr>
      </w:pPr>
      <w:r>
        <w:rPr>
          <w:rFonts w:hint="eastAsia"/>
          <w:rtl/>
        </w:rPr>
        <w:t>كائنات</w:t>
      </w:r>
      <w:r>
        <w:rPr>
          <w:rtl/>
        </w:rPr>
        <w:t>:</w:t>
      </w:r>
      <w:r>
        <w:rPr>
          <w:rFonts w:hint="eastAsia"/>
          <w:rtl/>
        </w:rPr>
        <w:t>كائنات</w:t>
      </w:r>
      <w:r>
        <w:rPr>
          <w:rtl/>
        </w:rPr>
        <w:t xml:space="preserve"> كى تخليق كا سبب 10</w:t>
      </w:r>
    </w:p>
    <w:p w:rsidR="001F628F" w:rsidRDefault="001F628F" w:rsidP="00364545">
      <w:pPr>
        <w:pStyle w:val="libNormal"/>
        <w:rPr>
          <w:rtl/>
        </w:rPr>
      </w:pPr>
      <w:r>
        <w:rPr>
          <w:rFonts w:hint="eastAsia"/>
          <w:rtl/>
        </w:rPr>
        <w:t>موجودات</w:t>
      </w:r>
      <w:r>
        <w:rPr>
          <w:rtl/>
        </w:rPr>
        <w:t xml:space="preserve"> :</w:t>
      </w:r>
      <w:r>
        <w:rPr>
          <w:rFonts w:hint="eastAsia"/>
          <w:rtl/>
        </w:rPr>
        <w:t>موجودات</w:t>
      </w:r>
      <w:r>
        <w:rPr>
          <w:rtl/>
        </w:rPr>
        <w:t xml:space="preserve"> كى خلقت11; موجودات كى مادى ضرورتو</w:t>
      </w:r>
      <w:r w:rsidR="00083993">
        <w:rPr>
          <w:rtl/>
        </w:rPr>
        <w:t xml:space="preserve">ں </w:t>
      </w:r>
      <w:r>
        <w:rPr>
          <w:rtl/>
        </w:rPr>
        <w:t>كو پورا كرنا11; موجودات كى معنوى ضروريات كو پورا كرنا11</w:t>
      </w:r>
    </w:p>
    <w:p w:rsidR="001F628F" w:rsidRDefault="001F628F" w:rsidP="00364545">
      <w:pPr>
        <w:pStyle w:val="libNormal"/>
        <w:rPr>
          <w:rtl/>
        </w:rPr>
      </w:pPr>
      <w:r>
        <w:rPr>
          <w:rFonts w:hint="eastAsia"/>
          <w:rtl/>
        </w:rPr>
        <w:t>نعمت</w:t>
      </w:r>
      <w:r>
        <w:rPr>
          <w:rtl/>
        </w:rPr>
        <w:t>:</w:t>
      </w:r>
      <w:r>
        <w:rPr>
          <w:rFonts w:hint="eastAsia"/>
          <w:rtl/>
        </w:rPr>
        <w:t>نعمت</w:t>
      </w:r>
      <w:r>
        <w:rPr>
          <w:rtl/>
        </w:rPr>
        <w:t xml:space="preserve"> سے استفادہ 9</w:t>
      </w:r>
    </w:p>
    <w:p w:rsidR="001F628F" w:rsidRPr="00120F63" w:rsidRDefault="00364545" w:rsidP="00364545">
      <w:pPr>
        <w:pStyle w:val="Heading2Center"/>
        <w:rPr>
          <w:rtl/>
        </w:rPr>
      </w:pPr>
      <w:bookmarkStart w:id="154" w:name="_Toc28081832"/>
      <w:r>
        <w:rPr>
          <w:rFonts w:hint="cs"/>
          <w:rtl/>
        </w:rPr>
        <w:t xml:space="preserve">آیت </w:t>
      </w:r>
      <w:r w:rsidRPr="00120F63">
        <w:rPr>
          <w:rFonts w:hint="cs"/>
          <w:rtl/>
        </w:rPr>
        <w:t>8</w:t>
      </w:r>
      <w:bookmarkEnd w:id="154"/>
    </w:p>
    <w:p w:rsidR="001F628F" w:rsidRDefault="00E260F9" w:rsidP="00364545">
      <w:pPr>
        <w:pStyle w:val="libNormal"/>
        <w:rPr>
          <w:rtl/>
        </w:rPr>
      </w:pPr>
      <w:r w:rsidRPr="00E260F9">
        <w:rPr>
          <w:rStyle w:val="libAlaemChar"/>
          <w:rFonts w:hint="eastAsia"/>
          <w:rtl/>
        </w:rPr>
        <w:t>(</w:t>
      </w:r>
      <w:r w:rsidRPr="00364545">
        <w:rPr>
          <w:rStyle w:val="libAieChar"/>
          <w:rFonts w:hint="eastAsia"/>
          <w:rtl/>
        </w:rPr>
        <w:t>وَالْخَيْلَ</w:t>
      </w:r>
      <w:r w:rsidRPr="00364545">
        <w:rPr>
          <w:rStyle w:val="libAieChar"/>
          <w:rtl/>
        </w:rPr>
        <w:t xml:space="preserve"> وَالْبِغَالَ وَالْحَمِيرَ لِتَرْكَبُوهَا وَزِينَةً وَيَخْلُقُ مَا لاَ تَعْلَمُونَ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نے گھوڑے خچر اور گدھے كو پيدا كيا تا كہ اس پر سوارى كرو اور اسے زينت بھى قرار دو اور وہ ايسى چيزو</w:t>
      </w:r>
      <w:r w:rsidR="00083993">
        <w:rPr>
          <w:rtl/>
        </w:rPr>
        <w:t xml:space="preserve">ں </w:t>
      </w:r>
      <w:r>
        <w:rPr>
          <w:rtl/>
        </w:rPr>
        <w:t>كو بھى پيدا كرتا ہے جن كا تمھي</w:t>
      </w:r>
      <w:r w:rsidR="00083993">
        <w:rPr>
          <w:rtl/>
        </w:rPr>
        <w:t xml:space="preserve">ں </w:t>
      </w:r>
      <w:r>
        <w:rPr>
          <w:rtl/>
        </w:rPr>
        <w:t>علم بھى نہي</w:t>
      </w:r>
      <w:r w:rsidR="00083993">
        <w:rPr>
          <w:rtl/>
        </w:rPr>
        <w:t xml:space="preserve">ں </w:t>
      </w:r>
      <w:r>
        <w:rPr>
          <w:rtl/>
        </w:rPr>
        <w:t>ہے _</w:t>
      </w:r>
    </w:p>
    <w:p w:rsidR="001F628F" w:rsidRDefault="001F628F" w:rsidP="001F628F">
      <w:pPr>
        <w:pStyle w:val="libNormal"/>
        <w:rPr>
          <w:rtl/>
        </w:rPr>
      </w:pPr>
      <w:r>
        <w:rPr>
          <w:rtl/>
        </w:rPr>
        <w:t>1_ خداوند عالم ،گھوڑے خچر اورگدھے كو پيدا كرنے والا اور ان كا خالق ہے_</w:t>
      </w:r>
    </w:p>
    <w:p w:rsidR="00364545" w:rsidRDefault="00364545" w:rsidP="00364545">
      <w:pPr>
        <w:pStyle w:val="libArabic"/>
        <w:rPr>
          <w:rtl/>
        </w:rPr>
      </w:pPr>
      <w:r>
        <w:rPr>
          <w:rFonts w:hint="eastAsia"/>
          <w:rtl/>
        </w:rPr>
        <w:t>خلق</w:t>
      </w:r>
      <w:r w:rsidR="00120F63" w:rsidRPr="00ED5DE8">
        <w:rPr>
          <w:rFonts w:hint="cs"/>
          <w:rtl/>
        </w:rPr>
        <w:t>ه</w:t>
      </w:r>
      <w:r>
        <w:rPr>
          <w:rFonts w:hint="cs"/>
          <w:rtl/>
        </w:rPr>
        <w:t>ا</w:t>
      </w:r>
      <w:r>
        <w:rPr>
          <w:rtl/>
        </w:rPr>
        <w:t xml:space="preserve"> لكم ... و الخيل و البغال والحمير</w:t>
      </w:r>
    </w:p>
    <w:p w:rsidR="00364545" w:rsidRDefault="00364545" w:rsidP="00364545">
      <w:pPr>
        <w:pStyle w:val="libNormal"/>
        <w:rPr>
          <w:rtl/>
        </w:rPr>
      </w:pPr>
      <w:r>
        <w:rPr>
          <w:rtl/>
        </w:rPr>
        <w:t>2_گھوڑا خچر اور گدھا سوارى او ر تجمل و تزئين كى خاطر خلق كئے گئے ہيں _</w:t>
      </w:r>
      <w:r w:rsidRPr="00364545">
        <w:rPr>
          <w:rStyle w:val="libArabicChar"/>
          <w:rFonts w:hint="eastAsia"/>
          <w:rtl/>
        </w:rPr>
        <w:t>و</w:t>
      </w:r>
      <w:r w:rsidRPr="00364545">
        <w:rPr>
          <w:rStyle w:val="libArabicChar"/>
          <w:rtl/>
        </w:rPr>
        <w:t xml:space="preserve"> البغال و الحمير تركبو</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زينة</w:t>
      </w:r>
    </w:p>
    <w:p w:rsidR="00364545"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3_ گھوڑے ، خچر اور گدھے سے سوارى و تجمےلات كے ليے استفادہ كرنا جائز ہے_</w:t>
      </w:r>
    </w:p>
    <w:p w:rsidR="001F628F" w:rsidRDefault="001F628F" w:rsidP="00364545">
      <w:pPr>
        <w:pStyle w:val="libArabic"/>
        <w:rPr>
          <w:rtl/>
        </w:rPr>
      </w:pPr>
      <w:r>
        <w:rPr>
          <w:rFonts w:hint="eastAsia"/>
          <w:rtl/>
        </w:rPr>
        <w:t>والخيل</w:t>
      </w:r>
      <w:r>
        <w:rPr>
          <w:rtl/>
        </w:rPr>
        <w:t xml:space="preserve"> و البغال و الحمير تركبو</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زينة</w:t>
      </w:r>
      <w:r>
        <w:rPr>
          <w:rtl/>
        </w:rPr>
        <w:t xml:space="preserve"> </w:t>
      </w:r>
      <w:r>
        <w:rPr>
          <w:rFonts w:hint="cs"/>
          <w:rtl/>
        </w:rPr>
        <w:t>و</w:t>
      </w:r>
      <w:r>
        <w:rPr>
          <w:rtl/>
        </w:rPr>
        <w:t xml:space="preserve"> </w:t>
      </w:r>
      <w:r>
        <w:rPr>
          <w:rFonts w:hint="cs"/>
          <w:rtl/>
        </w:rPr>
        <w:t>يخلق</w:t>
      </w:r>
      <w:r>
        <w:rPr>
          <w:rtl/>
        </w:rPr>
        <w:t xml:space="preserve"> </w:t>
      </w:r>
      <w:r>
        <w:rPr>
          <w:rFonts w:hint="cs"/>
          <w:rtl/>
        </w:rPr>
        <w:t>ما</w:t>
      </w:r>
      <w:r>
        <w:rPr>
          <w:rtl/>
        </w:rPr>
        <w:t xml:space="preserve"> </w:t>
      </w:r>
      <w:r>
        <w:rPr>
          <w:rFonts w:hint="cs"/>
          <w:rtl/>
        </w:rPr>
        <w:t>لات</w:t>
      </w:r>
      <w:r>
        <w:rPr>
          <w:rtl/>
        </w:rPr>
        <w:t>علمون</w:t>
      </w:r>
    </w:p>
    <w:p w:rsidR="001F628F" w:rsidRDefault="001F628F" w:rsidP="001F628F">
      <w:pPr>
        <w:pStyle w:val="libNormal"/>
        <w:rPr>
          <w:rtl/>
        </w:rPr>
      </w:pPr>
      <w:r>
        <w:rPr>
          <w:rtl/>
        </w:rPr>
        <w:t>4_ چوپائے ، جزيرة العرب كے لوگو</w:t>
      </w:r>
      <w:r w:rsidR="00083993">
        <w:rPr>
          <w:rtl/>
        </w:rPr>
        <w:t xml:space="preserve">ں </w:t>
      </w:r>
      <w:r>
        <w:rPr>
          <w:rtl/>
        </w:rPr>
        <w:t>كى مادى اور روحانى ضروريات كو پورا كرتے تھے_</w:t>
      </w:r>
    </w:p>
    <w:p w:rsidR="001F628F" w:rsidRDefault="001F628F" w:rsidP="00364545">
      <w:pPr>
        <w:pStyle w:val="libArabic"/>
        <w:rPr>
          <w:rtl/>
        </w:rPr>
      </w:pPr>
      <w:r>
        <w:rPr>
          <w:rFonts w:hint="eastAsia"/>
          <w:rtl/>
        </w:rPr>
        <w:t>والانعام</w:t>
      </w:r>
      <w:r>
        <w:rPr>
          <w:rtl/>
        </w:rPr>
        <w:t xml:space="preserve">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دفئ</w:t>
      </w:r>
      <w:r>
        <w:rPr>
          <w:rtl/>
        </w:rPr>
        <w:t xml:space="preserve">: </w:t>
      </w:r>
      <w:r>
        <w:rPr>
          <w:rFonts w:hint="cs"/>
          <w:rtl/>
        </w:rPr>
        <w:t>و</w:t>
      </w:r>
      <w:r>
        <w:rPr>
          <w:rtl/>
        </w:rPr>
        <w:t xml:space="preserve"> </w:t>
      </w:r>
      <w:r>
        <w:rPr>
          <w:rFonts w:hint="cs"/>
          <w:rtl/>
        </w:rPr>
        <w:t>منافع</w:t>
      </w:r>
      <w:r>
        <w:rPr>
          <w:rtl/>
        </w:rPr>
        <w:t xml:space="preserve"> </w:t>
      </w:r>
      <w:r>
        <w:rPr>
          <w:rFonts w:hint="cs"/>
          <w:rtl/>
        </w:rPr>
        <w:t>ومن</w:t>
      </w:r>
      <w:r w:rsidR="00120F63" w:rsidRPr="00ED5DE8">
        <w:rPr>
          <w:rFonts w:hint="cs"/>
          <w:rtl/>
        </w:rPr>
        <w:t>ه</w:t>
      </w:r>
      <w:r>
        <w:rPr>
          <w:rFonts w:hint="cs"/>
          <w:rtl/>
        </w:rPr>
        <w:t>ا</w:t>
      </w:r>
      <w:r>
        <w:rPr>
          <w:rtl/>
        </w:rPr>
        <w:t xml:space="preserve"> </w:t>
      </w:r>
      <w:r>
        <w:rPr>
          <w:rFonts w:hint="cs"/>
          <w:rtl/>
        </w:rPr>
        <w:t>تاكلون</w:t>
      </w:r>
      <w:r>
        <w:rPr>
          <w:rtl/>
        </w:rPr>
        <w:t xml:space="preserve"> ... </w:t>
      </w:r>
      <w:r>
        <w:rPr>
          <w:rFonts w:hint="cs"/>
          <w:rtl/>
        </w:rPr>
        <w:t>و</w:t>
      </w:r>
      <w:r>
        <w:rPr>
          <w:rtl/>
        </w:rPr>
        <w:t xml:space="preserve"> </w:t>
      </w:r>
      <w:r>
        <w:rPr>
          <w:rFonts w:hint="cs"/>
          <w:rtl/>
        </w:rPr>
        <w:t>لكم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جمال</w:t>
      </w:r>
      <w:r>
        <w:rPr>
          <w:rtl/>
        </w:rPr>
        <w:t xml:space="preserve"> ... </w:t>
      </w:r>
      <w:r>
        <w:rPr>
          <w:rFonts w:hint="cs"/>
          <w:rtl/>
        </w:rPr>
        <w:t>لتركبو</w:t>
      </w:r>
      <w:r w:rsidR="00120F63" w:rsidRPr="00ED5DE8">
        <w:rPr>
          <w:rFonts w:hint="cs"/>
          <w:rtl/>
        </w:rPr>
        <w:t>ه</w:t>
      </w:r>
      <w:r>
        <w:rPr>
          <w:rFonts w:hint="cs"/>
          <w:rtl/>
        </w:rPr>
        <w:t>ا</w:t>
      </w:r>
      <w:r>
        <w:rPr>
          <w:rtl/>
        </w:rPr>
        <w:t xml:space="preserve"> </w:t>
      </w:r>
      <w:r>
        <w:rPr>
          <w:rFonts w:hint="cs"/>
          <w:rtl/>
        </w:rPr>
        <w:t>و</w:t>
      </w:r>
      <w:r>
        <w:rPr>
          <w:rtl/>
        </w:rPr>
        <w:t xml:space="preserve"> زينة</w:t>
      </w:r>
    </w:p>
    <w:p w:rsidR="001F628F" w:rsidRDefault="001F628F" w:rsidP="001F628F">
      <w:pPr>
        <w:pStyle w:val="libNormal"/>
        <w:rPr>
          <w:rtl/>
        </w:rPr>
      </w:pPr>
      <w:r>
        <w:rPr>
          <w:rtl/>
        </w:rPr>
        <w:t>''دف'' و ''منافع'' و ''منہا تا مكون'' و ''تركبوہا'' مادى ضرورتو</w:t>
      </w:r>
      <w:r w:rsidR="00083993">
        <w:rPr>
          <w:rtl/>
        </w:rPr>
        <w:t xml:space="preserve">ں </w:t>
      </w:r>
      <w:r>
        <w:rPr>
          <w:rtl/>
        </w:rPr>
        <w:t>كو جبكہ ''جمال'' اور ''زينتہٌ'' روحانى او ر نفسياتى ضروريات كو بيان كررہے ہي</w:t>
      </w:r>
      <w:r w:rsidR="00083993">
        <w:rPr>
          <w:rtl/>
        </w:rPr>
        <w:t xml:space="preserve">ں </w:t>
      </w:r>
      <w:r>
        <w:rPr>
          <w:rtl/>
        </w:rPr>
        <w:t>_</w:t>
      </w:r>
    </w:p>
    <w:p w:rsidR="001F628F" w:rsidRDefault="001F628F" w:rsidP="001F628F">
      <w:pPr>
        <w:pStyle w:val="libNormal"/>
        <w:rPr>
          <w:rtl/>
        </w:rPr>
      </w:pPr>
      <w:r>
        <w:rPr>
          <w:rtl/>
        </w:rPr>
        <w:t>5_ خداوند عالم ہميشہ ايسے موجودات كو خلق كررہا ہے كہ جس سے انسان آگاہ نہي</w:t>
      </w:r>
      <w:r w:rsidR="00083993">
        <w:rPr>
          <w:rtl/>
        </w:rPr>
        <w:t xml:space="preserve">ں </w:t>
      </w:r>
      <w:r>
        <w:rPr>
          <w:rtl/>
        </w:rPr>
        <w:t>ہي</w:t>
      </w:r>
      <w:r w:rsidR="00083993">
        <w:rPr>
          <w:rtl/>
        </w:rPr>
        <w:t xml:space="preserve">ں </w:t>
      </w:r>
      <w:r>
        <w:rPr>
          <w:rtl/>
        </w:rPr>
        <w:t>_</w:t>
      </w:r>
    </w:p>
    <w:p w:rsidR="001F628F" w:rsidRDefault="001F628F" w:rsidP="00364545">
      <w:pPr>
        <w:pStyle w:val="libArabic"/>
        <w:rPr>
          <w:rtl/>
        </w:rPr>
      </w:pPr>
      <w:r>
        <w:rPr>
          <w:rFonts w:hint="eastAsia"/>
          <w:rtl/>
        </w:rPr>
        <w:t>خلق</w:t>
      </w:r>
      <w:r>
        <w:rPr>
          <w:rtl/>
        </w:rPr>
        <w:t xml:space="preserve"> السموات و الارض ... خلق الانسان ... و الانعام لكم ... و يخلق ما لاتعلمون</w:t>
      </w:r>
    </w:p>
    <w:p w:rsidR="001F628F" w:rsidRDefault="001F628F" w:rsidP="001F628F">
      <w:pPr>
        <w:pStyle w:val="libNormal"/>
        <w:rPr>
          <w:rtl/>
        </w:rPr>
      </w:pPr>
      <w:r>
        <w:rPr>
          <w:rFonts w:hint="eastAsia"/>
          <w:rtl/>
        </w:rPr>
        <w:t>كيونكہ</w:t>
      </w:r>
      <w:r>
        <w:rPr>
          <w:rtl/>
        </w:rPr>
        <w:t xml:space="preserve"> ''گذشتہ آيات مي</w:t>
      </w:r>
      <w:r w:rsidR="00083993">
        <w:rPr>
          <w:rtl/>
        </w:rPr>
        <w:t xml:space="preserve">ں </w:t>
      </w:r>
      <w:r>
        <w:rPr>
          <w:rtl/>
        </w:rPr>
        <w:t>''خلق '' كو ماضى كى صورت مي</w:t>
      </w:r>
      <w:r w:rsidR="00083993">
        <w:rPr>
          <w:rtl/>
        </w:rPr>
        <w:t xml:space="preserve">ں </w:t>
      </w:r>
      <w:r>
        <w:rPr>
          <w:rtl/>
        </w:rPr>
        <w:t>جبكہ آخرى عبارت مي</w:t>
      </w:r>
      <w:r w:rsidR="00083993">
        <w:rPr>
          <w:rtl/>
        </w:rPr>
        <w:t xml:space="preserve">ں </w:t>
      </w:r>
      <w:r>
        <w:rPr>
          <w:rtl/>
        </w:rPr>
        <w:t>مضارع كى صورت مي</w:t>
      </w:r>
      <w:r w:rsidR="00083993">
        <w:rPr>
          <w:rtl/>
        </w:rPr>
        <w:t xml:space="preserve">ں </w:t>
      </w:r>
      <w:r>
        <w:rPr>
          <w:rtl/>
        </w:rPr>
        <w:t>استعمال كيا گيا ہے اس سے مذكورہ بالا مطلب كا استفادہ ہوتا ہے_</w:t>
      </w:r>
    </w:p>
    <w:p w:rsidR="001F628F" w:rsidRDefault="001F628F" w:rsidP="00364545">
      <w:pPr>
        <w:pStyle w:val="libNormal"/>
        <w:rPr>
          <w:rtl/>
        </w:rPr>
      </w:pPr>
      <w:r>
        <w:rPr>
          <w:rtl/>
        </w:rPr>
        <w:t>6_ قرآن نے جديد ترين وسائل كى ايجاد، حمل ونقل كے جديد ذرائع اور انسان كى آسودگى اور سفر كے ساز وسامان كى ايجاد كے بارے مي</w:t>
      </w:r>
      <w:r w:rsidR="00083993">
        <w:rPr>
          <w:rtl/>
        </w:rPr>
        <w:t xml:space="preserve">ں </w:t>
      </w:r>
      <w:r>
        <w:rPr>
          <w:rtl/>
        </w:rPr>
        <w:t>پيشگوئي كى ہے_</w:t>
      </w:r>
      <w:r w:rsidRPr="00364545">
        <w:rPr>
          <w:rStyle w:val="libArabicChar"/>
          <w:rFonts w:hint="eastAsia"/>
          <w:rtl/>
        </w:rPr>
        <w:t>والانعام</w:t>
      </w:r>
      <w:r w:rsidRPr="00364545">
        <w:rPr>
          <w:rStyle w:val="libArabicChar"/>
          <w:rtl/>
        </w:rPr>
        <w:t xml:space="preserve">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w:t>
      </w:r>
      <w:r w:rsidRPr="00364545">
        <w:rPr>
          <w:rStyle w:val="libArabicChar"/>
          <w:rFonts w:hint="cs"/>
          <w:rtl/>
        </w:rPr>
        <w:t>في</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دفء</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منافع</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لكم</w:t>
      </w:r>
      <w:r w:rsidRPr="00364545">
        <w:rPr>
          <w:rStyle w:val="libArabicChar"/>
          <w:rtl/>
        </w:rPr>
        <w:t xml:space="preserve"> </w:t>
      </w:r>
      <w:r w:rsidRPr="00364545">
        <w:rPr>
          <w:rStyle w:val="libArabicChar"/>
          <w:rFonts w:hint="cs"/>
          <w:rtl/>
        </w:rPr>
        <w:t>في</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ج</w:t>
      </w:r>
      <w:r w:rsidRPr="00364545">
        <w:rPr>
          <w:rStyle w:val="libArabicChar"/>
          <w:rtl/>
        </w:rPr>
        <w:t>مال ... لتركبو</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زينة</w:t>
      </w:r>
      <w:r w:rsidRPr="00364545">
        <w:rPr>
          <w:rStyle w:val="libArabicChar"/>
          <w:rtl/>
        </w:rPr>
        <w:t xml:space="preserve"> </w:t>
      </w:r>
      <w:r w:rsidRPr="00364545">
        <w:rPr>
          <w:rStyle w:val="libArabicChar"/>
          <w:rFonts w:hint="cs"/>
          <w:rtl/>
        </w:rPr>
        <w:t>و</w:t>
      </w:r>
      <w:r w:rsidRPr="00364545">
        <w:rPr>
          <w:rStyle w:val="libArabicChar"/>
          <w:rtl/>
        </w:rPr>
        <w:t xml:space="preserve"> </w:t>
      </w:r>
      <w:r w:rsidRPr="00364545">
        <w:rPr>
          <w:rStyle w:val="libArabicChar"/>
          <w:rFonts w:hint="cs"/>
          <w:rtl/>
        </w:rPr>
        <w:t>يخلق</w:t>
      </w:r>
      <w:r w:rsidRPr="00364545">
        <w:rPr>
          <w:rStyle w:val="libArabicChar"/>
          <w:rtl/>
        </w:rPr>
        <w:t xml:space="preserve"> </w:t>
      </w:r>
      <w:r w:rsidRPr="00364545">
        <w:rPr>
          <w:rStyle w:val="libArabicChar"/>
          <w:rFonts w:hint="cs"/>
          <w:rtl/>
        </w:rPr>
        <w:t>ما</w:t>
      </w:r>
      <w:r w:rsidRPr="00364545">
        <w:rPr>
          <w:rStyle w:val="libArabicChar"/>
          <w:rtl/>
        </w:rPr>
        <w:t xml:space="preserve"> </w:t>
      </w:r>
      <w:r w:rsidRPr="00364545">
        <w:rPr>
          <w:rStyle w:val="libArabicChar"/>
          <w:rFonts w:hint="cs"/>
          <w:rtl/>
        </w:rPr>
        <w:t>لا</w:t>
      </w:r>
      <w:r w:rsidRPr="00364545">
        <w:rPr>
          <w:rStyle w:val="libArabicChar"/>
          <w:rtl/>
        </w:rPr>
        <w:t>تعلمون</w:t>
      </w:r>
    </w:p>
    <w:p w:rsidR="001F628F" w:rsidRDefault="001F628F" w:rsidP="001F628F">
      <w:pPr>
        <w:pStyle w:val="libNormal"/>
        <w:rPr>
          <w:rtl/>
        </w:rPr>
      </w:pPr>
      <w:r>
        <w:rPr>
          <w:rtl/>
        </w:rPr>
        <w:t>''يخلق'' كا متعلق نا معلوم اور اس كے فوائد محذوف ہي</w:t>
      </w:r>
      <w:r w:rsidR="00083993">
        <w:rPr>
          <w:rtl/>
        </w:rPr>
        <w:t xml:space="preserve">ں </w:t>
      </w:r>
      <w:r>
        <w:rPr>
          <w:rtl/>
        </w:rPr>
        <w:t>ليكن خلق شدہ اشياء كے فوائد كو مد نظر ركھتے ہوئے يہ حدس لگا يا جاسكتا ہے كہ جديد مخلوقات كے فوائد بھى انسان كى بہرہ مندى كے زمرہ مي</w:t>
      </w:r>
      <w:r w:rsidR="00083993">
        <w:rPr>
          <w:rtl/>
        </w:rPr>
        <w:t xml:space="preserve">ں </w:t>
      </w:r>
      <w:r>
        <w:rPr>
          <w:rtl/>
        </w:rPr>
        <w:t>شامل ہي</w:t>
      </w:r>
      <w:r w:rsidR="00083993">
        <w:rPr>
          <w:rtl/>
        </w:rPr>
        <w:t xml:space="preserve">ں </w:t>
      </w:r>
      <w:r>
        <w:rPr>
          <w:rtl/>
        </w:rPr>
        <w:t>_</w:t>
      </w:r>
    </w:p>
    <w:p w:rsidR="001F628F" w:rsidRDefault="001F628F" w:rsidP="00364545">
      <w:pPr>
        <w:pStyle w:val="libNormal"/>
        <w:rPr>
          <w:rtl/>
        </w:rPr>
      </w:pPr>
      <w:r>
        <w:rPr>
          <w:rtl/>
        </w:rPr>
        <w:t>7_ انسان كا علم و آگاہى محدود ہے_</w:t>
      </w:r>
      <w:r w:rsidRPr="00364545">
        <w:rPr>
          <w:rStyle w:val="libArabicChar"/>
          <w:rFonts w:hint="eastAsia"/>
          <w:rtl/>
        </w:rPr>
        <w:t>و</w:t>
      </w:r>
      <w:r w:rsidRPr="00364545">
        <w:rPr>
          <w:rStyle w:val="libArabicChar"/>
          <w:rtl/>
        </w:rPr>
        <w:t xml:space="preserve"> يخلق ما لاتعلمون</w:t>
      </w:r>
    </w:p>
    <w:p w:rsidR="001F628F" w:rsidRDefault="001F628F" w:rsidP="00364545">
      <w:pPr>
        <w:pStyle w:val="libNormal"/>
        <w:rPr>
          <w:rtl/>
        </w:rPr>
      </w:pPr>
      <w:r>
        <w:rPr>
          <w:rtl/>
        </w:rPr>
        <w:t>8_ ايجاد اور خلقت، دائمى او ر مسلسل امر ہے_</w:t>
      </w:r>
      <w:r w:rsidRPr="00364545">
        <w:rPr>
          <w:rStyle w:val="libArabicChar"/>
          <w:rFonts w:hint="eastAsia"/>
          <w:rtl/>
        </w:rPr>
        <w:t>خلق</w:t>
      </w:r>
      <w:r w:rsidRPr="00364545">
        <w:rPr>
          <w:rStyle w:val="libArabicChar"/>
          <w:rtl/>
        </w:rPr>
        <w:t xml:space="preserve">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يخلق</w:t>
      </w:r>
      <w:r w:rsidRPr="00364545">
        <w:rPr>
          <w:rStyle w:val="libArabicChar"/>
          <w:rtl/>
        </w:rPr>
        <w:t xml:space="preserve"> </w:t>
      </w:r>
      <w:r w:rsidRPr="00364545">
        <w:rPr>
          <w:rStyle w:val="libArabicChar"/>
          <w:rFonts w:hint="cs"/>
          <w:rtl/>
        </w:rPr>
        <w:t>ما</w:t>
      </w:r>
      <w:r w:rsidRPr="00364545">
        <w:rPr>
          <w:rStyle w:val="libArabicChar"/>
          <w:rtl/>
        </w:rPr>
        <w:t xml:space="preserve"> </w:t>
      </w:r>
      <w:r w:rsidRPr="00364545">
        <w:rPr>
          <w:rStyle w:val="libArabicChar"/>
          <w:rFonts w:hint="cs"/>
          <w:rtl/>
        </w:rPr>
        <w:t>لا</w:t>
      </w:r>
      <w:r w:rsidRPr="00364545">
        <w:rPr>
          <w:rStyle w:val="libArabicChar"/>
          <w:rtl/>
        </w:rPr>
        <w:t>تعلمون</w:t>
      </w:r>
    </w:p>
    <w:p w:rsidR="001F628F" w:rsidRDefault="001F628F" w:rsidP="001F628F">
      <w:pPr>
        <w:pStyle w:val="libNormal"/>
        <w:rPr>
          <w:rtl/>
        </w:rPr>
      </w:pPr>
      <w:r>
        <w:rPr>
          <w:rtl/>
        </w:rPr>
        <w:t>''يخلق'' كو مضارع كى صورت مي</w:t>
      </w:r>
      <w:r w:rsidR="00083993">
        <w:rPr>
          <w:rtl/>
        </w:rPr>
        <w:t xml:space="preserve">ں </w:t>
      </w:r>
      <w:r>
        <w:rPr>
          <w:rtl/>
        </w:rPr>
        <w:t>لانا، ہو سكتا ہے اس مطلب كو بيان كورہا ہو كہ خلقت خداوند عالم كا ايك دائمى امر ہے جو گذشتہ خلقت مي</w:t>
      </w:r>
      <w:r w:rsidR="00083993">
        <w:rPr>
          <w:rtl/>
        </w:rPr>
        <w:t xml:space="preserve">ں </w:t>
      </w:r>
      <w:r>
        <w:rPr>
          <w:rtl/>
        </w:rPr>
        <w:t>منحصر نہي</w:t>
      </w:r>
      <w:r w:rsidR="00083993">
        <w:rPr>
          <w:rtl/>
        </w:rPr>
        <w:t xml:space="preserve">ں </w:t>
      </w:r>
      <w:r>
        <w:rPr>
          <w:rtl/>
        </w:rPr>
        <w:t>ہے_</w:t>
      </w:r>
    </w:p>
    <w:p w:rsidR="001F628F" w:rsidRDefault="001F628F" w:rsidP="00364545">
      <w:pPr>
        <w:pStyle w:val="libNormal"/>
        <w:rPr>
          <w:rtl/>
        </w:rPr>
      </w:pPr>
      <w:r>
        <w:rPr>
          <w:rtl/>
        </w:rPr>
        <w:t>9_چوپايو</w:t>
      </w:r>
      <w:r w:rsidR="00083993">
        <w:rPr>
          <w:rtl/>
        </w:rPr>
        <w:t xml:space="preserve">ں </w:t>
      </w:r>
      <w:r>
        <w:rPr>
          <w:rtl/>
        </w:rPr>
        <w:t>( گائے ، اونٹ او ر گوسفند) كے گوشت كو كھا نا ، بعثت كے زمانے كے لوگو</w:t>
      </w:r>
      <w:r w:rsidR="00083993">
        <w:rPr>
          <w:rtl/>
        </w:rPr>
        <w:t xml:space="preserve">ں </w:t>
      </w:r>
      <w:r>
        <w:rPr>
          <w:rtl/>
        </w:rPr>
        <w:t>كے مابين ايك رائج اور متداول امر تھا_</w:t>
      </w:r>
      <w:r w:rsidRPr="00364545">
        <w:rPr>
          <w:rStyle w:val="libArabicChar"/>
          <w:rFonts w:hint="eastAsia"/>
          <w:rtl/>
        </w:rPr>
        <w:t>الانعام</w:t>
      </w:r>
      <w:r w:rsidRPr="00364545">
        <w:rPr>
          <w:rStyle w:val="libArabicChar"/>
          <w:rtl/>
        </w:rPr>
        <w:t xml:space="preserve"> خلق</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لكم</w:t>
      </w:r>
      <w:r w:rsidRPr="00364545">
        <w:rPr>
          <w:rStyle w:val="libArabicChar"/>
          <w:rtl/>
        </w:rPr>
        <w:t xml:space="preserve"> ... </w:t>
      </w:r>
      <w:r w:rsidRPr="00364545">
        <w:rPr>
          <w:rStyle w:val="libArabicChar"/>
          <w:rFonts w:hint="cs"/>
          <w:rtl/>
        </w:rPr>
        <w:t>و</w:t>
      </w:r>
      <w:r w:rsidRPr="00364545">
        <w:rPr>
          <w:rStyle w:val="libArabicChar"/>
          <w:rtl/>
        </w:rPr>
        <w:t xml:space="preserve"> </w:t>
      </w:r>
      <w:r w:rsidRPr="00364545">
        <w:rPr>
          <w:rStyle w:val="libArabicChar"/>
          <w:rFonts w:hint="cs"/>
          <w:rtl/>
        </w:rPr>
        <w:t>في</w:t>
      </w:r>
      <w:r w:rsidR="00120F63" w:rsidRPr="00B2551F">
        <w:rPr>
          <w:rStyle w:val="libArabicChar"/>
          <w:rFonts w:hint="cs"/>
          <w:rtl/>
        </w:rPr>
        <w:t>ه</w:t>
      </w:r>
      <w:r w:rsidRPr="00364545">
        <w:rPr>
          <w:rStyle w:val="libArabicChar"/>
          <w:rFonts w:hint="cs"/>
          <w:rtl/>
        </w:rPr>
        <w:t>ا</w:t>
      </w:r>
      <w:r w:rsidRPr="00364545">
        <w:rPr>
          <w:rStyle w:val="libArabicChar"/>
          <w:rtl/>
        </w:rPr>
        <w:t xml:space="preserve"> </w:t>
      </w:r>
      <w:r w:rsidRPr="00364545">
        <w:rPr>
          <w:rStyle w:val="libArabicChar"/>
          <w:rFonts w:hint="cs"/>
          <w:rtl/>
        </w:rPr>
        <w:t>تاكلون</w:t>
      </w:r>
      <w:r w:rsidRPr="00364545">
        <w:rPr>
          <w:rStyle w:val="libArabicChar"/>
          <w:rtl/>
        </w:rPr>
        <w:t xml:space="preserve"> ... و</w:t>
      </w:r>
    </w:p>
    <w:p w:rsidR="00364545" w:rsidRDefault="001E7F9D" w:rsidP="00F73EDE">
      <w:pPr>
        <w:pStyle w:val="libPoemTini"/>
        <w:rPr>
          <w:rtl/>
        </w:rPr>
      </w:pPr>
      <w:r>
        <w:rPr>
          <w:rtl/>
        </w:rPr>
        <w:br w:type="page"/>
      </w:r>
    </w:p>
    <w:p w:rsidR="001F628F" w:rsidRDefault="001F628F" w:rsidP="00364545">
      <w:pPr>
        <w:pStyle w:val="libArabic"/>
        <w:rPr>
          <w:rtl/>
        </w:rPr>
      </w:pPr>
      <w:r>
        <w:rPr>
          <w:rFonts w:hint="eastAsia"/>
          <w:rtl/>
        </w:rPr>
        <w:lastRenderedPageBreak/>
        <w:t>الخيل</w:t>
      </w:r>
      <w:r>
        <w:rPr>
          <w:rtl/>
        </w:rPr>
        <w:t xml:space="preserve"> و البغال و الحمير لتركبو</w:t>
      </w:r>
      <w:r w:rsidR="00120F63" w:rsidRPr="00ED5DE8">
        <w:rPr>
          <w:rFonts w:hint="cs"/>
          <w:rtl/>
        </w:rPr>
        <w:t>ه</w:t>
      </w:r>
      <w:r>
        <w:rPr>
          <w:rFonts w:hint="cs"/>
          <w:rtl/>
        </w:rPr>
        <w:t>ا</w:t>
      </w:r>
      <w:r>
        <w:rPr>
          <w:rtl/>
        </w:rPr>
        <w:t xml:space="preserve"> و زينة</w:t>
      </w:r>
    </w:p>
    <w:p w:rsidR="001F628F" w:rsidRDefault="001F628F" w:rsidP="00364545">
      <w:pPr>
        <w:pStyle w:val="libNormal"/>
        <w:rPr>
          <w:rtl/>
        </w:rPr>
      </w:pPr>
      <w:r>
        <w:rPr>
          <w:rFonts w:hint="eastAsia"/>
          <w:rtl/>
        </w:rPr>
        <w:t>اس</w:t>
      </w:r>
      <w:r>
        <w:rPr>
          <w:rtl/>
        </w:rPr>
        <w:t xml:space="preserve"> بات كو مد نظر ركھتے ہوئے كہ چوپايو</w:t>
      </w:r>
      <w:r w:rsidR="00083993">
        <w:rPr>
          <w:rtl/>
        </w:rPr>
        <w:t xml:space="preserve">ں </w:t>
      </w:r>
      <w:r>
        <w:rPr>
          <w:rtl/>
        </w:rPr>
        <w:t>(گائے ، اونٹ ، گوسفند) كے منافع كے زمرہ مي</w:t>
      </w:r>
      <w:r w:rsidR="00083993">
        <w:rPr>
          <w:rtl/>
        </w:rPr>
        <w:t xml:space="preserve">ں </w:t>
      </w:r>
      <w:r>
        <w:rPr>
          <w:rtl/>
        </w:rPr>
        <w:t>ان كے گوشت سے استفادہ كا ذكر ہوا ہے ليكن</w:t>
      </w:r>
      <w:r w:rsidR="00364545">
        <w:rPr>
          <w:rFonts w:hint="cs"/>
          <w:rtl/>
        </w:rPr>
        <w:t xml:space="preserve"> </w:t>
      </w:r>
      <w:r>
        <w:rPr>
          <w:rFonts w:hint="eastAsia"/>
          <w:rtl/>
        </w:rPr>
        <w:t>گھوڑا</w:t>
      </w:r>
      <w:r>
        <w:rPr>
          <w:rtl/>
        </w:rPr>
        <w:t xml:space="preserve"> خچر اور گدھے سے ايسے استفادہ كو بيان نہي</w:t>
      </w:r>
      <w:r w:rsidR="00083993">
        <w:rPr>
          <w:rtl/>
        </w:rPr>
        <w:t xml:space="preserve">ں </w:t>
      </w:r>
      <w:r>
        <w:rPr>
          <w:rtl/>
        </w:rPr>
        <w:t>كياگيا اور دوسرى طرف يہ آيات نعمتو</w:t>
      </w:r>
      <w:r w:rsidR="00083993">
        <w:rPr>
          <w:rtl/>
        </w:rPr>
        <w:t xml:space="preserve">ں </w:t>
      </w:r>
      <w:r>
        <w:rPr>
          <w:rtl/>
        </w:rPr>
        <w:t>كو شمار كر رہى ہي</w:t>
      </w:r>
      <w:r w:rsidR="00083993">
        <w:rPr>
          <w:rtl/>
        </w:rPr>
        <w:t xml:space="preserve">ں </w:t>
      </w:r>
      <w:r>
        <w:rPr>
          <w:rtl/>
        </w:rPr>
        <w:t>اور جب تك كسى چيز سے استفادہ كرنا رائج نہ ہو اس پر نعمت كا صدق نہي</w:t>
      </w:r>
      <w:r w:rsidR="00083993">
        <w:rPr>
          <w:rtl/>
        </w:rPr>
        <w:t xml:space="preserve">ں </w:t>
      </w:r>
      <w:r>
        <w:rPr>
          <w:rtl/>
        </w:rPr>
        <w:t>ہوتا اس سے يہ معلوم ہوتا ہے كہ گائے ، گوسفند اور اونٹ كا گوشت كھانا رائج تھا ليكن گھوڑ</w:t>
      </w:r>
      <w:r>
        <w:rPr>
          <w:rFonts w:hint="eastAsia"/>
          <w:rtl/>
        </w:rPr>
        <w:t>ے</w:t>
      </w:r>
      <w:r>
        <w:rPr>
          <w:rtl/>
        </w:rPr>
        <w:t xml:space="preserve"> ، خچر اور گدھے كا گوشت كھانا رائج نہي</w:t>
      </w:r>
      <w:r w:rsidR="00083993">
        <w:rPr>
          <w:rtl/>
        </w:rPr>
        <w:t xml:space="preserve">ں </w:t>
      </w:r>
      <w:r>
        <w:rPr>
          <w:rtl/>
        </w:rPr>
        <w:t>تھا_</w:t>
      </w:r>
    </w:p>
    <w:p w:rsidR="001F628F" w:rsidRDefault="001F628F" w:rsidP="001F628F">
      <w:pPr>
        <w:pStyle w:val="libNormal"/>
        <w:rPr>
          <w:rtl/>
        </w:rPr>
      </w:pPr>
      <w:r>
        <w:rPr>
          <w:rtl/>
        </w:rPr>
        <w:t>10_ زمانہ بعثت كے لوگو</w:t>
      </w:r>
      <w:r w:rsidR="00083993">
        <w:rPr>
          <w:rtl/>
        </w:rPr>
        <w:t xml:space="preserve">ں </w:t>
      </w:r>
      <w:r>
        <w:rPr>
          <w:rtl/>
        </w:rPr>
        <w:t>كے ما بين گھوڑے ، خچر اور گدھے كا گوشت كھانا رائج نہي</w:t>
      </w:r>
      <w:r w:rsidR="00083993">
        <w:rPr>
          <w:rtl/>
        </w:rPr>
        <w:t xml:space="preserve">ں </w:t>
      </w:r>
      <w:r>
        <w:rPr>
          <w:rtl/>
        </w:rPr>
        <w:t>تھا_</w:t>
      </w:r>
    </w:p>
    <w:p w:rsidR="001F628F" w:rsidRDefault="001F628F" w:rsidP="00364545">
      <w:pPr>
        <w:pStyle w:val="libArabic"/>
        <w:rPr>
          <w:rtl/>
        </w:rPr>
      </w:pPr>
      <w:r>
        <w:rPr>
          <w:rFonts w:hint="eastAsia"/>
          <w:rtl/>
        </w:rPr>
        <w:t>الانعام</w:t>
      </w:r>
      <w:r>
        <w:rPr>
          <w:rtl/>
        </w:rPr>
        <w:t xml:space="preserve"> خلق</w:t>
      </w:r>
      <w:r w:rsidR="00120F63" w:rsidRPr="00ED5DE8">
        <w:rPr>
          <w:rFonts w:hint="cs"/>
          <w:rtl/>
        </w:rPr>
        <w:t>ه</w:t>
      </w:r>
      <w:r>
        <w:rPr>
          <w:rFonts w:hint="cs"/>
          <w:rtl/>
        </w:rPr>
        <w:t>ا</w:t>
      </w:r>
      <w:r>
        <w:rPr>
          <w:rtl/>
        </w:rPr>
        <w:t xml:space="preserve"> </w:t>
      </w:r>
      <w:r>
        <w:rPr>
          <w:rFonts w:hint="cs"/>
          <w:rtl/>
        </w:rPr>
        <w:t>لكم</w:t>
      </w:r>
      <w:r>
        <w:rPr>
          <w:rtl/>
        </w:rPr>
        <w:t xml:space="preserve"> ... </w:t>
      </w:r>
      <w:r>
        <w:rPr>
          <w:rFonts w:hint="cs"/>
          <w:rtl/>
        </w:rPr>
        <w:t>و</w:t>
      </w:r>
      <w:r>
        <w:rPr>
          <w:rtl/>
        </w:rPr>
        <w:t xml:space="preserve"> </w:t>
      </w:r>
      <w:r>
        <w:rPr>
          <w:rFonts w:hint="cs"/>
          <w:rtl/>
        </w:rPr>
        <w:t>من</w:t>
      </w:r>
      <w:r w:rsidR="00120F63" w:rsidRPr="00ED5DE8">
        <w:rPr>
          <w:rFonts w:hint="cs"/>
          <w:rtl/>
        </w:rPr>
        <w:t>ه</w:t>
      </w:r>
      <w:r>
        <w:rPr>
          <w:rFonts w:hint="cs"/>
          <w:rtl/>
        </w:rPr>
        <w:t>ا</w:t>
      </w:r>
      <w:r>
        <w:rPr>
          <w:rtl/>
        </w:rPr>
        <w:t xml:space="preserve"> </w:t>
      </w:r>
      <w:r>
        <w:rPr>
          <w:rFonts w:hint="cs"/>
          <w:rtl/>
        </w:rPr>
        <w:t>تاكلون</w:t>
      </w:r>
      <w:r>
        <w:rPr>
          <w:rtl/>
        </w:rPr>
        <w:t xml:space="preserve"> ... </w:t>
      </w:r>
      <w:r>
        <w:rPr>
          <w:rFonts w:hint="cs"/>
          <w:rtl/>
        </w:rPr>
        <w:t>والخيل</w:t>
      </w:r>
      <w:r>
        <w:rPr>
          <w:rtl/>
        </w:rPr>
        <w:t xml:space="preserve"> </w:t>
      </w:r>
      <w:r>
        <w:rPr>
          <w:rFonts w:hint="cs"/>
          <w:rtl/>
        </w:rPr>
        <w:t>و</w:t>
      </w:r>
      <w:r>
        <w:rPr>
          <w:rtl/>
        </w:rPr>
        <w:t xml:space="preserve"> البغال و الحمير لتركبو</w:t>
      </w:r>
      <w:r w:rsidR="00120F63" w:rsidRPr="00ED5DE8">
        <w:rPr>
          <w:rFonts w:hint="cs"/>
          <w:rtl/>
        </w:rPr>
        <w:t>ه</w:t>
      </w:r>
      <w:r>
        <w:rPr>
          <w:rFonts w:hint="cs"/>
          <w:rtl/>
        </w:rPr>
        <w:t>ا</w:t>
      </w:r>
      <w:r>
        <w:rPr>
          <w:rtl/>
        </w:rPr>
        <w:t xml:space="preserve"> و زينة</w:t>
      </w:r>
    </w:p>
    <w:p w:rsidR="001F628F" w:rsidRDefault="001F628F" w:rsidP="001F628F">
      <w:pPr>
        <w:pStyle w:val="libNormal"/>
        <w:rPr>
          <w:rtl/>
        </w:rPr>
      </w:pPr>
      <w:r>
        <w:rPr>
          <w:rtl/>
        </w:rPr>
        <w:t>11_ اونٹ سے باربردارى اورگھوڑے ، خچر اور گدھے سے سوارى كا استفادہ كرنا، ان كے ساتھ سازگار ہے_</w:t>
      </w:r>
    </w:p>
    <w:p w:rsidR="001F628F" w:rsidRDefault="001F628F" w:rsidP="00364545">
      <w:pPr>
        <w:pStyle w:val="libArabic"/>
        <w:rPr>
          <w:rtl/>
        </w:rPr>
      </w:pPr>
      <w:r>
        <w:rPr>
          <w:rFonts w:hint="eastAsia"/>
          <w:rtl/>
        </w:rPr>
        <w:t>والانعام</w:t>
      </w:r>
      <w:r>
        <w:rPr>
          <w:rtl/>
        </w:rPr>
        <w:t xml:space="preserve"> ... و تحمل اثقالكم الى بلد لم تكونوا بلغي</w:t>
      </w:r>
      <w:r w:rsidR="00120F63" w:rsidRPr="00ED5DE8">
        <w:rPr>
          <w:rFonts w:hint="cs"/>
          <w:rtl/>
        </w:rPr>
        <w:t>ه</w:t>
      </w:r>
      <w:r>
        <w:rPr>
          <w:rtl/>
        </w:rPr>
        <w:t xml:space="preserve"> ... </w:t>
      </w:r>
      <w:r>
        <w:rPr>
          <w:rFonts w:hint="cs"/>
          <w:rtl/>
        </w:rPr>
        <w:t>و</w:t>
      </w:r>
      <w:r>
        <w:rPr>
          <w:rtl/>
        </w:rPr>
        <w:t xml:space="preserve"> </w:t>
      </w:r>
      <w:r>
        <w:rPr>
          <w:rFonts w:hint="cs"/>
          <w:rtl/>
        </w:rPr>
        <w:t>الخيل</w:t>
      </w:r>
      <w:r>
        <w:rPr>
          <w:rtl/>
        </w:rPr>
        <w:t xml:space="preserve"> </w:t>
      </w:r>
      <w:r>
        <w:rPr>
          <w:rFonts w:hint="cs"/>
          <w:rtl/>
        </w:rPr>
        <w:t>و</w:t>
      </w:r>
      <w:r>
        <w:rPr>
          <w:rtl/>
        </w:rPr>
        <w:t xml:space="preserve"> </w:t>
      </w:r>
      <w:r>
        <w:rPr>
          <w:rFonts w:hint="cs"/>
          <w:rtl/>
        </w:rPr>
        <w:t>البغال</w:t>
      </w:r>
      <w:r>
        <w:rPr>
          <w:rtl/>
        </w:rPr>
        <w:t xml:space="preserve"> </w:t>
      </w:r>
      <w:r>
        <w:rPr>
          <w:rFonts w:hint="cs"/>
          <w:rtl/>
        </w:rPr>
        <w:t>و</w:t>
      </w:r>
      <w:r>
        <w:rPr>
          <w:rtl/>
        </w:rPr>
        <w:t xml:space="preserve"> </w:t>
      </w:r>
      <w:r>
        <w:rPr>
          <w:rFonts w:hint="cs"/>
          <w:rtl/>
        </w:rPr>
        <w:t>الحمير</w:t>
      </w:r>
      <w:r>
        <w:rPr>
          <w:rtl/>
        </w:rPr>
        <w:t xml:space="preserve"> </w:t>
      </w:r>
      <w:r>
        <w:rPr>
          <w:rFonts w:hint="cs"/>
          <w:rtl/>
        </w:rPr>
        <w:t>ل</w:t>
      </w:r>
      <w:r>
        <w:rPr>
          <w:rtl/>
        </w:rPr>
        <w:t>تركبو</w:t>
      </w:r>
      <w:r w:rsidR="00120F63" w:rsidRPr="00ED5DE8">
        <w:rPr>
          <w:rFonts w:hint="cs"/>
          <w:rtl/>
        </w:rPr>
        <w:t>ه</w:t>
      </w:r>
    </w:p>
    <w:p w:rsidR="001F628F" w:rsidRDefault="001F628F" w:rsidP="001F628F">
      <w:pPr>
        <w:pStyle w:val="libNormal"/>
        <w:rPr>
          <w:rtl/>
        </w:rPr>
      </w:pPr>
      <w:r>
        <w:rPr>
          <w:rFonts w:hint="eastAsia"/>
          <w:rtl/>
        </w:rPr>
        <w:t>اس</w:t>
      </w:r>
      <w:r>
        <w:rPr>
          <w:rtl/>
        </w:rPr>
        <w:t xml:space="preserve"> بات كو مد نظر ركھتے ہوئے كہ اونٹ كے منافع كے ضمن مي</w:t>
      </w:r>
      <w:r w:rsidR="00083993">
        <w:rPr>
          <w:rtl/>
        </w:rPr>
        <w:t xml:space="preserve">ں </w:t>
      </w:r>
      <w:r>
        <w:rPr>
          <w:rtl/>
        </w:rPr>
        <w:t>باربردارى كو ذكر كيا گيا ہے اور اس پر سوارى كو بيان مي</w:t>
      </w:r>
      <w:r w:rsidR="00083993">
        <w:rPr>
          <w:rtl/>
        </w:rPr>
        <w:t xml:space="preserve">ں </w:t>
      </w:r>
      <w:r>
        <w:rPr>
          <w:rtl/>
        </w:rPr>
        <w:t>كيا گيا اور گھوڑے ،خچراور گدھے كے متعلق سوارى كو ذكر كيا گيا ہے جبكہ باربردارى كو ذكر نہي</w:t>
      </w:r>
      <w:r w:rsidR="00083993">
        <w:rPr>
          <w:rtl/>
        </w:rPr>
        <w:t xml:space="preserve">ں </w:t>
      </w:r>
      <w:r>
        <w:rPr>
          <w:rtl/>
        </w:rPr>
        <w:t>كيا گيا اس سے مذكورہ بالا مطلب كا استفادہ ہوتا ہے_</w:t>
      </w:r>
    </w:p>
    <w:p w:rsidR="001F628F" w:rsidRDefault="001F628F" w:rsidP="001F628F">
      <w:pPr>
        <w:pStyle w:val="libNormal"/>
        <w:rPr>
          <w:rtl/>
        </w:rPr>
      </w:pPr>
      <w:r>
        <w:rPr>
          <w:rFonts w:hint="eastAsia"/>
          <w:rtl/>
        </w:rPr>
        <w:t>احكام</w:t>
      </w:r>
      <w:r>
        <w:rPr>
          <w:rtl/>
        </w:rPr>
        <w:t>:3</w:t>
      </w:r>
    </w:p>
    <w:p w:rsidR="001F628F" w:rsidRDefault="001F628F" w:rsidP="00364545">
      <w:pPr>
        <w:pStyle w:val="libNormal"/>
        <w:rPr>
          <w:rtl/>
        </w:rPr>
      </w:pPr>
      <w:r>
        <w:rPr>
          <w:rFonts w:hint="eastAsia"/>
          <w:rtl/>
        </w:rPr>
        <w:t>الله</w:t>
      </w:r>
      <w:r>
        <w:rPr>
          <w:rtl/>
        </w:rPr>
        <w:t xml:space="preserve"> تعالي:</w:t>
      </w:r>
      <w:r>
        <w:rPr>
          <w:rFonts w:hint="eastAsia"/>
          <w:rtl/>
        </w:rPr>
        <w:t>الله</w:t>
      </w:r>
      <w:r>
        <w:rPr>
          <w:rtl/>
        </w:rPr>
        <w:t xml:space="preserve"> تعالى كى خالقيت كا دوام5; الله تعالى كى خالقيت1</w:t>
      </w:r>
    </w:p>
    <w:p w:rsidR="001F628F" w:rsidRDefault="001F628F" w:rsidP="00364545">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كى جہالت5; انسانو</w:t>
      </w:r>
      <w:r w:rsidR="00083993">
        <w:rPr>
          <w:rtl/>
        </w:rPr>
        <w:t xml:space="preserve">ں </w:t>
      </w:r>
      <w:r>
        <w:rPr>
          <w:rtl/>
        </w:rPr>
        <w:t>كے علم كا محدود ہونا7</w:t>
      </w:r>
    </w:p>
    <w:p w:rsidR="001F628F" w:rsidRDefault="001F628F" w:rsidP="00364545">
      <w:pPr>
        <w:pStyle w:val="libNormal"/>
        <w:rPr>
          <w:rtl/>
        </w:rPr>
      </w:pPr>
      <w:r>
        <w:rPr>
          <w:rFonts w:hint="eastAsia"/>
          <w:rtl/>
        </w:rPr>
        <w:t>اونٹ</w:t>
      </w:r>
      <w:r>
        <w:rPr>
          <w:rtl/>
        </w:rPr>
        <w:t>:</w:t>
      </w:r>
      <w:r>
        <w:rPr>
          <w:rFonts w:hint="eastAsia"/>
          <w:rtl/>
        </w:rPr>
        <w:t>اونٹ</w:t>
      </w:r>
      <w:r>
        <w:rPr>
          <w:rtl/>
        </w:rPr>
        <w:t xml:space="preserve"> سے استفادہ 11; اونٹ سے باربردارى 11; صدر اسلام مي</w:t>
      </w:r>
      <w:r w:rsidR="00083993">
        <w:rPr>
          <w:rtl/>
        </w:rPr>
        <w:t xml:space="preserve">ں </w:t>
      </w:r>
      <w:r>
        <w:rPr>
          <w:rtl/>
        </w:rPr>
        <w:t>اونٹ كا گوشت كھا يا جانا9</w:t>
      </w:r>
    </w:p>
    <w:p w:rsidR="001F628F" w:rsidRDefault="001F628F" w:rsidP="00364545">
      <w:pPr>
        <w:pStyle w:val="libNormal"/>
        <w:rPr>
          <w:rtl/>
        </w:rPr>
      </w:pPr>
      <w:r>
        <w:rPr>
          <w:rFonts w:hint="eastAsia"/>
          <w:rtl/>
        </w:rPr>
        <w:t>جزيرة</w:t>
      </w:r>
      <w:r>
        <w:rPr>
          <w:rtl/>
        </w:rPr>
        <w:t xml:space="preserve"> العرب:</w:t>
      </w:r>
      <w:r>
        <w:rPr>
          <w:rFonts w:hint="eastAsia"/>
          <w:rtl/>
        </w:rPr>
        <w:t>جزيرة</w:t>
      </w:r>
      <w:r>
        <w:rPr>
          <w:rtl/>
        </w:rPr>
        <w:t xml:space="preserve"> العرب كى مادى ضروريات كو پورا كرنا4; جزيرة العرب كى معنوى ضروريات كو پورا كرنا 4</w:t>
      </w:r>
    </w:p>
    <w:p w:rsidR="001F628F" w:rsidRDefault="001F628F" w:rsidP="00364545">
      <w:pPr>
        <w:pStyle w:val="libNormal"/>
        <w:rPr>
          <w:rtl/>
        </w:rPr>
      </w:pPr>
      <w:r>
        <w:rPr>
          <w:rFonts w:hint="eastAsia"/>
          <w:rtl/>
        </w:rPr>
        <w:t>چوپائے</w:t>
      </w:r>
      <w:r>
        <w:rPr>
          <w:rtl/>
        </w:rPr>
        <w:t>:</w:t>
      </w:r>
      <w:r>
        <w:rPr>
          <w:rFonts w:hint="eastAsia"/>
          <w:rtl/>
        </w:rPr>
        <w:t>چوپايو</w:t>
      </w:r>
      <w:r w:rsidR="00083993">
        <w:rPr>
          <w:rFonts w:hint="eastAsia"/>
          <w:rtl/>
        </w:rPr>
        <w:t xml:space="preserve">ں </w:t>
      </w:r>
      <w:r>
        <w:rPr>
          <w:rtl/>
        </w:rPr>
        <w:t>كا كردار4;صدرا سلام مي</w:t>
      </w:r>
      <w:r w:rsidR="00083993">
        <w:rPr>
          <w:rtl/>
        </w:rPr>
        <w:t xml:space="preserve">ں </w:t>
      </w:r>
      <w:r>
        <w:rPr>
          <w:rtl/>
        </w:rPr>
        <w:t>چوپايو</w:t>
      </w:r>
      <w:r w:rsidR="00083993">
        <w:rPr>
          <w:rtl/>
        </w:rPr>
        <w:t xml:space="preserve">ں </w:t>
      </w:r>
      <w:r>
        <w:rPr>
          <w:rtl/>
        </w:rPr>
        <w:t>كے گوشت كا كھايا جانا9</w:t>
      </w:r>
    </w:p>
    <w:p w:rsidR="001F628F" w:rsidRDefault="001F628F" w:rsidP="00364545">
      <w:pPr>
        <w:pStyle w:val="libNormal"/>
        <w:rPr>
          <w:rtl/>
        </w:rPr>
      </w:pPr>
      <w:r>
        <w:rPr>
          <w:rFonts w:hint="eastAsia"/>
          <w:rtl/>
        </w:rPr>
        <w:t>حمل</w:t>
      </w:r>
      <w:r>
        <w:rPr>
          <w:rtl/>
        </w:rPr>
        <w:t xml:space="preserve"> و نقل:</w:t>
      </w:r>
      <w:r>
        <w:rPr>
          <w:rFonts w:hint="eastAsia"/>
          <w:rtl/>
        </w:rPr>
        <w:t>حمل</w:t>
      </w:r>
      <w:r>
        <w:rPr>
          <w:rtl/>
        </w:rPr>
        <w:t xml:space="preserve"> و نقل كے ذرائع كى پيشگوئي 6</w:t>
      </w:r>
    </w:p>
    <w:p w:rsidR="001F628F" w:rsidRDefault="001F628F" w:rsidP="00364545">
      <w:pPr>
        <w:pStyle w:val="libNormal"/>
        <w:rPr>
          <w:rtl/>
        </w:rPr>
      </w:pPr>
      <w:r>
        <w:rPr>
          <w:rFonts w:hint="eastAsia"/>
          <w:rtl/>
        </w:rPr>
        <w:t>حيوانات</w:t>
      </w:r>
      <w:r>
        <w:rPr>
          <w:rtl/>
        </w:rPr>
        <w:t>:</w:t>
      </w:r>
      <w:r>
        <w:rPr>
          <w:rFonts w:hint="eastAsia"/>
          <w:rtl/>
        </w:rPr>
        <w:t>حيوانات</w:t>
      </w:r>
      <w:r>
        <w:rPr>
          <w:rtl/>
        </w:rPr>
        <w:t xml:space="preserve"> كے احكام3</w:t>
      </w:r>
    </w:p>
    <w:p w:rsidR="001F628F" w:rsidRDefault="001F628F" w:rsidP="001F628F">
      <w:pPr>
        <w:pStyle w:val="libNormal"/>
        <w:rPr>
          <w:rtl/>
        </w:rPr>
      </w:pPr>
      <w:r>
        <w:rPr>
          <w:rFonts w:hint="eastAsia"/>
          <w:rtl/>
        </w:rPr>
        <w:t>خچر</w:t>
      </w:r>
      <w:r>
        <w:rPr>
          <w:rtl/>
        </w:rPr>
        <w:t>:</w:t>
      </w:r>
    </w:p>
    <w:p w:rsidR="00364545" w:rsidRDefault="001E7F9D" w:rsidP="00F73EDE">
      <w:pPr>
        <w:pStyle w:val="libPoemTini"/>
        <w:rPr>
          <w:rtl/>
        </w:rPr>
      </w:pPr>
      <w:r>
        <w:rPr>
          <w:rtl/>
        </w:rPr>
        <w:br w:type="page"/>
      </w:r>
    </w:p>
    <w:p w:rsidR="001F628F" w:rsidRDefault="001F628F" w:rsidP="00364545">
      <w:pPr>
        <w:pStyle w:val="libNormal"/>
        <w:rPr>
          <w:rtl/>
        </w:rPr>
      </w:pPr>
      <w:r>
        <w:rPr>
          <w:rFonts w:hint="eastAsia"/>
          <w:rtl/>
        </w:rPr>
        <w:lastRenderedPageBreak/>
        <w:t>صدراسلام</w:t>
      </w:r>
      <w:r>
        <w:rPr>
          <w:rtl/>
        </w:rPr>
        <w:t xml:space="preserve"> مي</w:t>
      </w:r>
      <w:r w:rsidR="00083993">
        <w:rPr>
          <w:rtl/>
        </w:rPr>
        <w:t xml:space="preserve">ں </w:t>
      </w:r>
      <w:r>
        <w:rPr>
          <w:rtl/>
        </w:rPr>
        <w:t>خچر كا گوشت كھاياجانا 10; خچر سے استفادہ 3،11 ; خچر كا خالق1; خچر كا زينت بننا2; خچر كى خلقت كا فلسفہ 2;خچر كى سوارى 2،11</w:t>
      </w:r>
    </w:p>
    <w:p w:rsidR="001F628F" w:rsidRDefault="001F628F" w:rsidP="00364545">
      <w:pPr>
        <w:pStyle w:val="libNormal"/>
        <w:rPr>
          <w:rtl/>
        </w:rPr>
      </w:pPr>
      <w:r>
        <w:rPr>
          <w:rFonts w:hint="eastAsia"/>
          <w:rtl/>
        </w:rPr>
        <w:t>خلقت</w:t>
      </w:r>
      <w:r>
        <w:rPr>
          <w:rtl/>
        </w:rPr>
        <w:t>:</w:t>
      </w:r>
      <w:r>
        <w:rPr>
          <w:rFonts w:hint="eastAsia"/>
          <w:rtl/>
        </w:rPr>
        <w:t>خلقت</w:t>
      </w:r>
      <w:r>
        <w:rPr>
          <w:rtl/>
        </w:rPr>
        <w:t xml:space="preserve"> كا دوام8</w:t>
      </w:r>
    </w:p>
    <w:p w:rsidR="001F628F" w:rsidRDefault="001F628F" w:rsidP="00364545">
      <w:pPr>
        <w:pStyle w:val="libNormal"/>
        <w:rPr>
          <w:rtl/>
        </w:rPr>
      </w:pPr>
      <w:r>
        <w:rPr>
          <w:rFonts w:hint="eastAsia"/>
          <w:rtl/>
        </w:rPr>
        <w:t>قرآن</w:t>
      </w:r>
      <w:r>
        <w:rPr>
          <w:rtl/>
        </w:rPr>
        <w:t>:</w:t>
      </w:r>
      <w:r>
        <w:rPr>
          <w:rFonts w:hint="eastAsia"/>
          <w:rtl/>
        </w:rPr>
        <w:t>قرآن</w:t>
      </w:r>
      <w:r>
        <w:rPr>
          <w:rtl/>
        </w:rPr>
        <w:t xml:space="preserve"> كى پيشگوئيا</w:t>
      </w:r>
      <w:r w:rsidR="00083993">
        <w:rPr>
          <w:rtl/>
        </w:rPr>
        <w:t xml:space="preserve">ں </w:t>
      </w:r>
      <w:r>
        <w:rPr>
          <w:rtl/>
        </w:rPr>
        <w:t>6</w:t>
      </w:r>
    </w:p>
    <w:p w:rsidR="001F628F" w:rsidRDefault="001F628F" w:rsidP="00364545">
      <w:pPr>
        <w:pStyle w:val="libNormal"/>
        <w:rPr>
          <w:rtl/>
        </w:rPr>
      </w:pPr>
      <w:r>
        <w:rPr>
          <w:rFonts w:hint="eastAsia"/>
          <w:rtl/>
        </w:rPr>
        <w:t>گائے</w:t>
      </w:r>
      <w:r>
        <w:rPr>
          <w:rtl/>
        </w:rPr>
        <w:t>:</w:t>
      </w:r>
      <w:r>
        <w:rPr>
          <w:rFonts w:hint="eastAsia"/>
          <w:rtl/>
        </w:rPr>
        <w:t>صدر</w:t>
      </w:r>
      <w:r>
        <w:rPr>
          <w:rtl/>
        </w:rPr>
        <w:t xml:space="preserve"> اسلام مي</w:t>
      </w:r>
      <w:r w:rsidR="00083993">
        <w:rPr>
          <w:rtl/>
        </w:rPr>
        <w:t xml:space="preserve">ں </w:t>
      </w:r>
      <w:r>
        <w:rPr>
          <w:rtl/>
        </w:rPr>
        <w:t>گائے كا گوشت كھاياجا نا 9</w:t>
      </w:r>
    </w:p>
    <w:p w:rsidR="001F628F" w:rsidRDefault="001F628F" w:rsidP="00364545">
      <w:pPr>
        <w:pStyle w:val="libNormal"/>
        <w:rPr>
          <w:rtl/>
        </w:rPr>
      </w:pPr>
      <w:r>
        <w:rPr>
          <w:rFonts w:hint="eastAsia"/>
          <w:rtl/>
        </w:rPr>
        <w:t>گدھا</w:t>
      </w:r>
      <w:r>
        <w:rPr>
          <w:rtl/>
        </w:rPr>
        <w:t>:</w:t>
      </w:r>
      <w:r>
        <w:rPr>
          <w:rFonts w:hint="eastAsia"/>
          <w:rtl/>
        </w:rPr>
        <w:t>صدراسلام</w:t>
      </w:r>
      <w:r>
        <w:rPr>
          <w:rtl/>
        </w:rPr>
        <w:t xml:space="preserve"> مي</w:t>
      </w:r>
      <w:r w:rsidR="00083993">
        <w:rPr>
          <w:rtl/>
        </w:rPr>
        <w:t xml:space="preserve">ں </w:t>
      </w:r>
      <w:r>
        <w:rPr>
          <w:rtl/>
        </w:rPr>
        <w:t>گدھے كاگوشت كھاياجان</w:t>
      </w:r>
    </w:p>
    <w:p w:rsidR="001F628F" w:rsidRDefault="001F628F" w:rsidP="001F628F">
      <w:pPr>
        <w:pStyle w:val="libNormal"/>
        <w:rPr>
          <w:rtl/>
        </w:rPr>
      </w:pPr>
      <w:r>
        <w:rPr>
          <w:rtl/>
        </w:rPr>
        <w:t>10;گدھے سے استفادہ 3،11;گدھے كا خالق1; گدھے كى زينت بننا2; گدھے كا خلقت كا فلسفہ2; گدھے كى سواري2،11</w:t>
      </w:r>
    </w:p>
    <w:p w:rsidR="001F628F" w:rsidRDefault="001F628F" w:rsidP="00364545">
      <w:pPr>
        <w:pStyle w:val="libNormal"/>
        <w:rPr>
          <w:rtl/>
        </w:rPr>
      </w:pPr>
      <w:r>
        <w:rPr>
          <w:rFonts w:hint="eastAsia"/>
          <w:rtl/>
        </w:rPr>
        <w:t>گوسفند</w:t>
      </w:r>
      <w:r>
        <w:rPr>
          <w:rtl/>
        </w:rPr>
        <w:t>:</w:t>
      </w:r>
      <w:r>
        <w:rPr>
          <w:rFonts w:hint="eastAsia"/>
          <w:rtl/>
        </w:rPr>
        <w:t>صدرا</w:t>
      </w:r>
      <w:r>
        <w:rPr>
          <w:rtl/>
        </w:rPr>
        <w:t xml:space="preserve"> سلام مي</w:t>
      </w:r>
      <w:r w:rsidR="00083993">
        <w:rPr>
          <w:rtl/>
        </w:rPr>
        <w:t xml:space="preserve">ں </w:t>
      </w:r>
      <w:r>
        <w:rPr>
          <w:rtl/>
        </w:rPr>
        <w:t>گوسفند كا گوشت كھاياجانا9</w:t>
      </w:r>
    </w:p>
    <w:p w:rsidR="001F628F" w:rsidRDefault="001F628F" w:rsidP="00364545">
      <w:pPr>
        <w:pStyle w:val="libNormal"/>
        <w:rPr>
          <w:rtl/>
        </w:rPr>
      </w:pPr>
      <w:r>
        <w:rPr>
          <w:rFonts w:hint="eastAsia"/>
          <w:rtl/>
        </w:rPr>
        <w:t>گھوڑا</w:t>
      </w:r>
      <w:r>
        <w:rPr>
          <w:rtl/>
        </w:rPr>
        <w:t>:</w:t>
      </w:r>
      <w:r>
        <w:rPr>
          <w:rFonts w:hint="eastAsia"/>
          <w:rtl/>
        </w:rPr>
        <w:t>صدر</w:t>
      </w:r>
      <w:r>
        <w:rPr>
          <w:rtl/>
        </w:rPr>
        <w:t xml:space="preserve"> اسلام مي</w:t>
      </w:r>
      <w:r w:rsidR="00083993">
        <w:rPr>
          <w:rtl/>
        </w:rPr>
        <w:t xml:space="preserve">ں </w:t>
      </w:r>
      <w:r>
        <w:rPr>
          <w:rtl/>
        </w:rPr>
        <w:t>گھوڑے كا گوشت كھاياجانا 10 ; گھوڑے سے استفادہ 3،11 گھوڑے كا خالق1; گھوڑے كا زينت بننا2; گھوڑے كى خلقت كا فلسفہ2; گھوڑے كى سواري2،11</w:t>
      </w:r>
    </w:p>
    <w:p w:rsidR="001F628F" w:rsidRDefault="001F628F" w:rsidP="00364545">
      <w:pPr>
        <w:pStyle w:val="libNormal"/>
        <w:rPr>
          <w:rtl/>
        </w:rPr>
      </w:pPr>
      <w:r>
        <w:rPr>
          <w:rFonts w:hint="eastAsia"/>
          <w:rtl/>
        </w:rPr>
        <w:t>موجودات</w:t>
      </w:r>
      <w:r>
        <w:rPr>
          <w:rtl/>
        </w:rPr>
        <w:t>:</w:t>
      </w:r>
      <w:r>
        <w:rPr>
          <w:rFonts w:hint="eastAsia"/>
          <w:rtl/>
        </w:rPr>
        <w:t>موجودات</w:t>
      </w:r>
      <w:r>
        <w:rPr>
          <w:rtl/>
        </w:rPr>
        <w:t xml:space="preserve"> كا خالق</w:t>
      </w:r>
    </w:p>
    <w:p w:rsidR="001F628F" w:rsidRPr="00120F63" w:rsidRDefault="00364545" w:rsidP="00364545">
      <w:pPr>
        <w:pStyle w:val="Heading2Center"/>
        <w:rPr>
          <w:rtl/>
        </w:rPr>
      </w:pPr>
      <w:bookmarkStart w:id="155" w:name="_Toc28081833"/>
      <w:r>
        <w:rPr>
          <w:rFonts w:hint="cs"/>
          <w:rtl/>
        </w:rPr>
        <w:t xml:space="preserve">آیت </w:t>
      </w:r>
      <w:r w:rsidRPr="00120F63">
        <w:rPr>
          <w:rFonts w:hint="cs"/>
          <w:rtl/>
        </w:rPr>
        <w:t>9</w:t>
      </w:r>
      <w:bookmarkEnd w:id="155"/>
    </w:p>
    <w:p w:rsidR="001F628F" w:rsidRDefault="00E260F9" w:rsidP="00364545">
      <w:pPr>
        <w:pStyle w:val="libNormal"/>
        <w:rPr>
          <w:rtl/>
        </w:rPr>
      </w:pPr>
      <w:r w:rsidRPr="00E260F9">
        <w:rPr>
          <w:rStyle w:val="libAlaemChar"/>
          <w:rFonts w:hint="eastAsia"/>
          <w:rtl/>
        </w:rPr>
        <w:t>(</w:t>
      </w:r>
      <w:r w:rsidRPr="00364545">
        <w:rPr>
          <w:rStyle w:val="libAieChar"/>
          <w:rFonts w:hint="eastAsia"/>
          <w:rtl/>
        </w:rPr>
        <w:t>وَعَلَى</w:t>
      </w:r>
      <w:r w:rsidRPr="00364545">
        <w:rPr>
          <w:rStyle w:val="libAieChar"/>
          <w:rtl/>
        </w:rPr>
        <w:t xml:space="preserve"> اللّهِ قَصْدُ السَّبِيلِ وَمِنْهَا جَآئِرٌ وَلَوْ شَاء لَهَدَاكُمْ أَجْمَعِينَ</w:t>
      </w:r>
      <w:r w:rsidRPr="00E260F9">
        <w:rPr>
          <w:rStyle w:val="libAlaemChar"/>
          <w:rFonts w:hint="eastAsia"/>
          <w:rtl/>
        </w:rPr>
        <w:t>)</w:t>
      </w:r>
      <w:r w:rsidR="001F628F">
        <w:rPr>
          <w:rtl/>
        </w:rPr>
        <w:t xml:space="preserve"> ( </w:t>
      </w:r>
    </w:p>
    <w:p w:rsidR="001F628F" w:rsidRDefault="001F628F" w:rsidP="001F628F">
      <w:pPr>
        <w:pStyle w:val="libNormal"/>
        <w:rPr>
          <w:rtl/>
        </w:rPr>
      </w:pPr>
      <w:r>
        <w:rPr>
          <w:rFonts w:hint="eastAsia"/>
          <w:rtl/>
        </w:rPr>
        <w:t>اور</w:t>
      </w:r>
      <w:r>
        <w:rPr>
          <w:rtl/>
        </w:rPr>
        <w:t xml:space="preserve"> درميانى راستہ كى ہدايت خدا كى اپنى ذمہ دارى ہے اور بعض راستے كج بھى ہوتے ہي</w:t>
      </w:r>
      <w:r w:rsidR="00083993">
        <w:rPr>
          <w:rtl/>
        </w:rPr>
        <w:t xml:space="preserve">ں </w:t>
      </w:r>
      <w:r>
        <w:rPr>
          <w:rtl/>
        </w:rPr>
        <w:t>اور وہ چاہتا تو تم سب كو زبردستى راہ راست پر لے آتا _</w:t>
      </w:r>
    </w:p>
    <w:p w:rsidR="001F628F" w:rsidRDefault="001F628F" w:rsidP="001F628F">
      <w:pPr>
        <w:pStyle w:val="libNormal"/>
        <w:rPr>
          <w:rtl/>
        </w:rPr>
      </w:pPr>
      <w:r>
        <w:rPr>
          <w:rtl/>
        </w:rPr>
        <w:t>1_ خداوند عالم نے لوگو</w:t>
      </w:r>
      <w:r w:rsidR="00083993">
        <w:rPr>
          <w:rtl/>
        </w:rPr>
        <w:t xml:space="preserve">ں </w:t>
      </w:r>
      <w:r>
        <w:rPr>
          <w:rtl/>
        </w:rPr>
        <w:t>كى صحيح اور راہ راست كى طرف ہدايت كو اپنے ليے ضرورى قرار ديا ہے_</w:t>
      </w:r>
    </w:p>
    <w:p w:rsidR="001F628F" w:rsidRDefault="001F628F" w:rsidP="00364545">
      <w:pPr>
        <w:pStyle w:val="libArabic"/>
        <w:rPr>
          <w:rtl/>
        </w:rPr>
      </w:pPr>
      <w:r>
        <w:rPr>
          <w:rFonts w:hint="eastAsia"/>
          <w:rtl/>
        </w:rPr>
        <w:t>وعلى</w:t>
      </w:r>
      <w:r>
        <w:rPr>
          <w:rtl/>
        </w:rPr>
        <w:t xml:space="preserve"> الله قصد السبيل</w:t>
      </w:r>
    </w:p>
    <w:p w:rsidR="009F4D51" w:rsidRDefault="001F628F" w:rsidP="009F4D51">
      <w:pPr>
        <w:pStyle w:val="libNormal"/>
        <w:rPr>
          <w:rtl/>
        </w:rPr>
      </w:pPr>
      <w:r>
        <w:rPr>
          <w:rtl/>
        </w:rPr>
        <w:t>''على الله '' خبر مقدم اور ''قصد السبيل'' مبتداء مؤخر ہے جس مي</w:t>
      </w:r>
      <w:r w:rsidR="00083993">
        <w:rPr>
          <w:rtl/>
        </w:rPr>
        <w:t xml:space="preserve">ں </w:t>
      </w:r>
      <w:r>
        <w:rPr>
          <w:rtl/>
        </w:rPr>
        <w:t>صفت ''مقصد '' اپنے موصوف ''سبيل'' كى طرف مضاف ہے اور</w:t>
      </w:r>
      <w:r w:rsidR="009F4D51">
        <w:rPr>
          <w:rtl/>
        </w:rPr>
        <w:t>''مقصد'' كا معنى ''سيد ھا راستہ'' ہے اس بناء پر ''قصد اسبيل'' كا معنى راہ راست اور سيدھا راستہ ہے جو راہى كو مقصد تك پہنچا تا ہے_</w:t>
      </w:r>
    </w:p>
    <w:p w:rsidR="009F4D51" w:rsidRDefault="009F4D51" w:rsidP="009F4D51">
      <w:pPr>
        <w:pStyle w:val="libNormal"/>
        <w:rPr>
          <w:rtl/>
        </w:rPr>
      </w:pPr>
      <w:r>
        <w:rPr>
          <w:rtl/>
        </w:rPr>
        <w:t>2_ فقط خداوند عالم ہى حقيقى راہ ہدايت او رصحيح زندگى كے راستہ كى نشاند ہى كى قدرت اور لياقت ركھتا ہے _</w:t>
      </w:r>
    </w:p>
    <w:p w:rsidR="00364545" w:rsidRDefault="001E7F9D" w:rsidP="00F73EDE">
      <w:pPr>
        <w:pStyle w:val="libPoemTini"/>
        <w:rPr>
          <w:rtl/>
        </w:rPr>
      </w:pPr>
      <w:r>
        <w:rPr>
          <w:rtl/>
        </w:rPr>
        <w:br w:type="page"/>
      </w:r>
    </w:p>
    <w:p w:rsidR="009F4D51" w:rsidRDefault="009F4D51" w:rsidP="009F4D51">
      <w:pPr>
        <w:pStyle w:val="libArabic"/>
        <w:rPr>
          <w:rtl/>
        </w:rPr>
      </w:pPr>
      <w:r>
        <w:rPr>
          <w:rFonts w:hint="eastAsia"/>
          <w:rtl/>
        </w:rPr>
        <w:lastRenderedPageBreak/>
        <w:t>وعلى</w:t>
      </w:r>
      <w:r>
        <w:rPr>
          <w:rtl/>
        </w:rPr>
        <w:t xml:space="preserve"> الله قصد السبيل</w:t>
      </w:r>
    </w:p>
    <w:p w:rsidR="001F628F" w:rsidRDefault="001F628F" w:rsidP="001F628F">
      <w:pPr>
        <w:pStyle w:val="libNormal"/>
        <w:rPr>
          <w:rtl/>
        </w:rPr>
      </w:pPr>
      <w:r w:rsidRPr="009F4D51">
        <w:rPr>
          <w:rStyle w:val="libArabicChar"/>
          <w:rtl/>
        </w:rPr>
        <w:t>''على الله '' يكون</w:t>
      </w:r>
      <w:r>
        <w:rPr>
          <w:rtl/>
        </w:rPr>
        <w:t xml:space="preserve"> كا متعلق ہے اور ''قصد السبيل'' كے ليے خبر ہے اس كو اس كے بعد واقع ہونا چاہيے اور اس كا قصد ''السبيل'' پر مقدم ہونا، حصر پر دلالت كررہا ہے _ خداوند عالم مي</w:t>
      </w:r>
      <w:r w:rsidR="00083993">
        <w:rPr>
          <w:rtl/>
        </w:rPr>
        <w:t xml:space="preserve">ں </w:t>
      </w:r>
      <w:r>
        <w:rPr>
          <w:rtl/>
        </w:rPr>
        <w:t>حصر وصفى يا حصر حكمى اس بات كى علامت ہے كہ غير خدا اس چيز كے تحقق كى طاقت يا لياقت نہي</w:t>
      </w:r>
      <w:r w:rsidR="00083993">
        <w:rPr>
          <w:rtl/>
        </w:rPr>
        <w:t xml:space="preserve">ں </w:t>
      </w:r>
      <w:r>
        <w:rPr>
          <w:rtl/>
        </w:rPr>
        <w:t>ركھتا ہے_</w:t>
      </w:r>
    </w:p>
    <w:p w:rsidR="001F628F" w:rsidRDefault="001F628F" w:rsidP="001F628F">
      <w:pPr>
        <w:pStyle w:val="libNormal"/>
        <w:rPr>
          <w:rtl/>
        </w:rPr>
      </w:pPr>
      <w:r>
        <w:rPr>
          <w:rtl/>
        </w:rPr>
        <w:t>3_انسانو</w:t>
      </w:r>
      <w:r w:rsidR="00083993">
        <w:rPr>
          <w:rtl/>
        </w:rPr>
        <w:t xml:space="preserve">ں </w:t>
      </w:r>
      <w:r>
        <w:rPr>
          <w:rtl/>
        </w:rPr>
        <w:t>كے ليے بہت سارے راستے، كجروى اور انحرافات كے حامل ہي</w:t>
      </w:r>
      <w:r w:rsidR="00083993">
        <w:rPr>
          <w:rtl/>
        </w:rPr>
        <w:t xml:space="preserve">ں </w:t>
      </w:r>
      <w:r>
        <w:rPr>
          <w:rtl/>
        </w:rPr>
        <w:t>_</w:t>
      </w:r>
    </w:p>
    <w:p w:rsidR="001F628F" w:rsidRDefault="001F628F" w:rsidP="009F4D51">
      <w:pPr>
        <w:pStyle w:val="libArabic"/>
        <w:rPr>
          <w:rtl/>
        </w:rPr>
      </w:pPr>
      <w:r>
        <w:rPr>
          <w:rFonts w:hint="eastAsia"/>
          <w:rtl/>
        </w:rPr>
        <w:t>وعلى</w:t>
      </w:r>
      <w:r>
        <w:rPr>
          <w:rtl/>
        </w:rPr>
        <w:t xml:space="preserve"> الله قصد السبيل و من</w:t>
      </w:r>
      <w:r w:rsidR="00120F63" w:rsidRPr="00ED5DE8">
        <w:rPr>
          <w:rFonts w:hint="cs"/>
          <w:rtl/>
        </w:rPr>
        <w:t>ه</w:t>
      </w:r>
      <w:r>
        <w:rPr>
          <w:rFonts w:hint="cs"/>
          <w:rtl/>
        </w:rPr>
        <w:t>ا</w:t>
      </w:r>
      <w:r>
        <w:rPr>
          <w:rtl/>
        </w:rPr>
        <w:t xml:space="preserve"> جائر</w:t>
      </w:r>
    </w:p>
    <w:p w:rsidR="001F628F" w:rsidRDefault="001F628F" w:rsidP="001F628F">
      <w:pPr>
        <w:pStyle w:val="libNormal"/>
        <w:rPr>
          <w:rtl/>
        </w:rPr>
      </w:pPr>
      <w:r>
        <w:rPr>
          <w:rtl/>
        </w:rPr>
        <w:t>4_ خداوند عالم كى طرف سے انسانو</w:t>
      </w:r>
      <w:r w:rsidR="00083993">
        <w:rPr>
          <w:rtl/>
        </w:rPr>
        <w:t xml:space="preserve">ں </w:t>
      </w:r>
      <w:r>
        <w:rPr>
          <w:rtl/>
        </w:rPr>
        <w:t>كى مادى ، جسمانى ، معنوى اور فكر ى ضرورتو</w:t>
      </w:r>
      <w:r w:rsidR="00083993">
        <w:rPr>
          <w:rtl/>
        </w:rPr>
        <w:t xml:space="preserve">ں </w:t>
      </w:r>
      <w:r>
        <w:rPr>
          <w:rtl/>
        </w:rPr>
        <w:t>كو پورا كيا گيا ہے _</w:t>
      </w:r>
    </w:p>
    <w:p w:rsidR="001F628F" w:rsidRDefault="001F628F" w:rsidP="009F4D51">
      <w:pPr>
        <w:pStyle w:val="libArabic"/>
        <w:rPr>
          <w:rtl/>
        </w:rPr>
      </w:pPr>
      <w:r>
        <w:rPr>
          <w:rFonts w:hint="eastAsia"/>
          <w:rtl/>
        </w:rPr>
        <w:t>والانعام</w:t>
      </w:r>
      <w:r>
        <w:rPr>
          <w:rtl/>
        </w:rPr>
        <w:t xml:space="preserve">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وعلى</w:t>
      </w:r>
      <w:r>
        <w:rPr>
          <w:rtl/>
        </w:rPr>
        <w:t xml:space="preserve"> </w:t>
      </w:r>
      <w:r>
        <w:rPr>
          <w:rFonts w:hint="cs"/>
          <w:rtl/>
        </w:rPr>
        <w:t>اللّ</w:t>
      </w:r>
      <w:r w:rsidR="00120F63" w:rsidRPr="00ED5DE8">
        <w:rPr>
          <w:rFonts w:hint="cs"/>
          <w:rtl/>
        </w:rPr>
        <w:t>ه</w:t>
      </w:r>
      <w:r>
        <w:rPr>
          <w:rtl/>
        </w:rPr>
        <w:t xml:space="preserve"> </w:t>
      </w:r>
      <w:r>
        <w:rPr>
          <w:rFonts w:hint="cs"/>
          <w:rtl/>
        </w:rPr>
        <w:t>قصد</w:t>
      </w:r>
      <w:r>
        <w:rPr>
          <w:rtl/>
        </w:rPr>
        <w:t xml:space="preserve"> </w:t>
      </w:r>
      <w:r>
        <w:rPr>
          <w:rFonts w:hint="cs"/>
          <w:rtl/>
        </w:rPr>
        <w:t>ا</w:t>
      </w:r>
      <w:r>
        <w:rPr>
          <w:rtl/>
        </w:rPr>
        <w:t>لسبيل</w:t>
      </w:r>
    </w:p>
    <w:p w:rsidR="001F628F" w:rsidRDefault="001F628F" w:rsidP="001F628F">
      <w:pPr>
        <w:pStyle w:val="libNormal"/>
        <w:rPr>
          <w:rtl/>
        </w:rPr>
      </w:pPr>
      <w:r>
        <w:rPr>
          <w:rFonts w:hint="eastAsia"/>
          <w:rtl/>
        </w:rPr>
        <w:t>گذشتہ</w:t>
      </w:r>
      <w:r>
        <w:rPr>
          <w:rtl/>
        </w:rPr>
        <w:t xml:space="preserve"> آيات مي</w:t>
      </w:r>
      <w:r w:rsidR="00083993">
        <w:rPr>
          <w:rtl/>
        </w:rPr>
        <w:t xml:space="preserve">ں </w:t>
      </w:r>
      <w:r>
        <w:rPr>
          <w:rtl/>
        </w:rPr>
        <w:t>ممكن ہے انسان كى جسمانى ضروريات كو مد نظر ركھا گيا ہے _ اور اس آيت مي</w:t>
      </w:r>
      <w:r w:rsidR="00083993">
        <w:rPr>
          <w:rtl/>
        </w:rPr>
        <w:t xml:space="preserve">ں </w:t>
      </w:r>
      <w:r>
        <w:rPr>
          <w:rtl/>
        </w:rPr>
        <w:t>بھى ''قصد السبيل'' سے مراد انسان كى معنوى ضروريات ہو سكتى ہي</w:t>
      </w:r>
      <w:r w:rsidR="00083993">
        <w:rPr>
          <w:rtl/>
        </w:rPr>
        <w:t xml:space="preserve">ں </w:t>
      </w:r>
      <w:r>
        <w:rPr>
          <w:rtl/>
        </w:rPr>
        <w:t>_</w:t>
      </w:r>
    </w:p>
    <w:p w:rsidR="001F628F" w:rsidRDefault="001F628F" w:rsidP="009F4D51">
      <w:pPr>
        <w:pStyle w:val="libNormal"/>
        <w:rPr>
          <w:rtl/>
        </w:rPr>
      </w:pPr>
      <w:r>
        <w:rPr>
          <w:rtl/>
        </w:rPr>
        <w:t>5_ انسان كى مادى ضروريات كو پورا كرنے كے ساتھ اس كى معنوى اور روحانى ضرورتو</w:t>
      </w:r>
      <w:r w:rsidR="00083993">
        <w:rPr>
          <w:rtl/>
        </w:rPr>
        <w:t xml:space="preserve">ں </w:t>
      </w:r>
      <w:r>
        <w:rPr>
          <w:rtl/>
        </w:rPr>
        <w:t>كو پورا كرنا، خداوند عالم كى نعمات اور اس كے الطاف مي</w:t>
      </w:r>
      <w:r w:rsidR="00083993">
        <w:rPr>
          <w:rtl/>
        </w:rPr>
        <w:t xml:space="preserve">ں </w:t>
      </w:r>
      <w:r>
        <w:rPr>
          <w:rtl/>
        </w:rPr>
        <w:t>سے ہے_</w:t>
      </w:r>
      <w:r w:rsidRPr="009F4D51">
        <w:rPr>
          <w:rStyle w:val="libArabicChar"/>
          <w:rFonts w:hint="eastAsia"/>
          <w:rtl/>
        </w:rPr>
        <w:t>والانعام</w:t>
      </w:r>
      <w:r w:rsidRPr="009F4D51">
        <w:rPr>
          <w:rStyle w:val="libArabicChar"/>
          <w:rtl/>
        </w:rPr>
        <w:t xml:space="preserve"> خلق</w:t>
      </w:r>
      <w:r w:rsidR="00120F63" w:rsidRPr="00B2551F">
        <w:rPr>
          <w:rStyle w:val="libArabicChar"/>
          <w:rFonts w:hint="cs"/>
          <w:rtl/>
        </w:rPr>
        <w:t>ه</w:t>
      </w:r>
      <w:r w:rsidRPr="009F4D51">
        <w:rPr>
          <w:rStyle w:val="libArabicChar"/>
          <w:rFonts w:hint="cs"/>
          <w:rtl/>
        </w:rPr>
        <w:t>ا</w:t>
      </w:r>
      <w:r w:rsidRPr="009F4D51">
        <w:rPr>
          <w:rStyle w:val="libArabicChar"/>
          <w:rtl/>
        </w:rPr>
        <w:t xml:space="preserve"> </w:t>
      </w:r>
      <w:r w:rsidRPr="009F4D51">
        <w:rPr>
          <w:rStyle w:val="libArabicChar"/>
          <w:rFonts w:hint="cs"/>
          <w:rtl/>
        </w:rPr>
        <w:t>لكم</w:t>
      </w:r>
      <w:r w:rsidRPr="009F4D51">
        <w:rPr>
          <w:rStyle w:val="libArabicChar"/>
          <w:rtl/>
        </w:rPr>
        <w:t xml:space="preserve"> ... </w:t>
      </w:r>
      <w:r w:rsidRPr="009F4D51">
        <w:rPr>
          <w:rStyle w:val="libArabicChar"/>
          <w:rFonts w:hint="cs"/>
          <w:rtl/>
        </w:rPr>
        <w:t>و</w:t>
      </w:r>
      <w:r w:rsidRPr="009F4D51">
        <w:rPr>
          <w:rStyle w:val="libArabicChar"/>
          <w:rtl/>
        </w:rPr>
        <w:t xml:space="preserve"> </w:t>
      </w:r>
      <w:r w:rsidRPr="009F4D51">
        <w:rPr>
          <w:rStyle w:val="libArabicChar"/>
          <w:rFonts w:hint="cs"/>
          <w:rtl/>
        </w:rPr>
        <w:t>على</w:t>
      </w:r>
      <w:r w:rsidRPr="009F4D51">
        <w:rPr>
          <w:rStyle w:val="libArabicChar"/>
          <w:rtl/>
        </w:rPr>
        <w:t xml:space="preserve"> </w:t>
      </w:r>
      <w:r w:rsidRPr="009F4D51">
        <w:rPr>
          <w:rStyle w:val="libArabicChar"/>
          <w:rFonts w:hint="cs"/>
          <w:rtl/>
        </w:rPr>
        <w:t>اللّ</w:t>
      </w:r>
      <w:r w:rsidR="00120F63" w:rsidRPr="00B2551F">
        <w:rPr>
          <w:rStyle w:val="libArabicChar"/>
          <w:rFonts w:hint="cs"/>
          <w:rtl/>
        </w:rPr>
        <w:t>ه</w:t>
      </w:r>
      <w:r w:rsidRPr="009F4D51">
        <w:rPr>
          <w:rStyle w:val="libArabicChar"/>
          <w:rtl/>
        </w:rPr>
        <w:t xml:space="preserve"> </w:t>
      </w:r>
      <w:r w:rsidRPr="009F4D51">
        <w:rPr>
          <w:rStyle w:val="libArabicChar"/>
          <w:rFonts w:hint="cs"/>
          <w:rtl/>
        </w:rPr>
        <w:t>قصد</w:t>
      </w:r>
      <w:r w:rsidRPr="009F4D51">
        <w:rPr>
          <w:rStyle w:val="libArabicChar"/>
          <w:rtl/>
        </w:rPr>
        <w:t>السبيل</w:t>
      </w:r>
    </w:p>
    <w:p w:rsidR="001F628F" w:rsidRDefault="001F628F" w:rsidP="001F628F">
      <w:pPr>
        <w:pStyle w:val="libNormal"/>
        <w:rPr>
          <w:rtl/>
        </w:rPr>
      </w:pPr>
      <w:r>
        <w:rPr>
          <w:rFonts w:hint="eastAsia"/>
          <w:rtl/>
        </w:rPr>
        <w:t>ان</w:t>
      </w:r>
      <w:r>
        <w:rPr>
          <w:rtl/>
        </w:rPr>
        <w:t xml:space="preserve"> آيات كے سياق كے درميان مذكورہ اشياء كا قرار پانا كہ جو آيات انسان پرخدائي نعمتو</w:t>
      </w:r>
      <w:r w:rsidR="00083993">
        <w:rPr>
          <w:rtl/>
        </w:rPr>
        <w:t xml:space="preserve">ں </w:t>
      </w:r>
      <w:r>
        <w:rPr>
          <w:rtl/>
        </w:rPr>
        <w:t>اور احسان كو بيان كررہى ہي</w:t>
      </w:r>
      <w:r w:rsidR="00083993">
        <w:rPr>
          <w:rtl/>
        </w:rPr>
        <w:t xml:space="preserve">ں </w:t>
      </w:r>
      <w:r>
        <w:rPr>
          <w:rtl/>
        </w:rPr>
        <w:t>سے مذكورہ بالا مطلب كا استفادہ ہوتا ہے_</w:t>
      </w:r>
    </w:p>
    <w:p w:rsidR="001F628F" w:rsidRDefault="001F628F" w:rsidP="001F628F">
      <w:pPr>
        <w:pStyle w:val="libNormal"/>
        <w:rPr>
          <w:rtl/>
        </w:rPr>
      </w:pPr>
      <w:r>
        <w:rPr>
          <w:rtl/>
        </w:rPr>
        <w:t>6_ہدايت كا صحيح راستہ فقط خد اوند عالم كى طرف سے ايجادشدہ ہے اورگمراہى كے تمام راستے بے راہ روى كا شكار ہي</w:t>
      </w:r>
      <w:r w:rsidR="00083993">
        <w:rPr>
          <w:rtl/>
        </w:rPr>
        <w:t xml:space="preserve">ں </w:t>
      </w:r>
      <w:r>
        <w:rPr>
          <w:rtl/>
        </w:rPr>
        <w:t>_</w:t>
      </w:r>
    </w:p>
    <w:p w:rsidR="001F628F" w:rsidRDefault="001F628F" w:rsidP="009F4D51">
      <w:pPr>
        <w:pStyle w:val="libArabic"/>
        <w:rPr>
          <w:rtl/>
        </w:rPr>
      </w:pPr>
      <w:r>
        <w:rPr>
          <w:rFonts w:hint="eastAsia"/>
          <w:rtl/>
        </w:rPr>
        <w:t>و</w:t>
      </w:r>
      <w:r>
        <w:rPr>
          <w:rtl/>
        </w:rPr>
        <w:t xml:space="preserve"> على الله قصد السبيل و من</w:t>
      </w:r>
      <w:r w:rsidR="00120F63" w:rsidRPr="00ED5DE8">
        <w:rPr>
          <w:rFonts w:hint="cs"/>
          <w:rtl/>
        </w:rPr>
        <w:t>ه</w:t>
      </w:r>
      <w:r>
        <w:rPr>
          <w:rFonts w:hint="cs"/>
          <w:rtl/>
        </w:rPr>
        <w:t>ا</w:t>
      </w:r>
      <w:r>
        <w:rPr>
          <w:rtl/>
        </w:rPr>
        <w:t xml:space="preserve"> جائر</w:t>
      </w:r>
    </w:p>
    <w:p w:rsidR="001F628F" w:rsidRDefault="001F628F" w:rsidP="001F628F">
      <w:pPr>
        <w:pStyle w:val="libNormal"/>
        <w:rPr>
          <w:rtl/>
        </w:rPr>
      </w:pPr>
      <w:r>
        <w:rPr>
          <w:rFonts w:hint="eastAsia"/>
          <w:rtl/>
        </w:rPr>
        <w:t>با</w:t>
      </w:r>
      <w:r>
        <w:rPr>
          <w:rtl/>
        </w:rPr>
        <w:t xml:space="preserve"> وجود اس كے كہ خداوند عالم تمام اشياء كا خالق ہے ليكن يہا</w:t>
      </w:r>
      <w:r w:rsidR="00083993">
        <w:rPr>
          <w:rtl/>
        </w:rPr>
        <w:t xml:space="preserve">ں </w:t>
      </w:r>
      <w:r>
        <w:rPr>
          <w:rtl/>
        </w:rPr>
        <w:t>خداوند عالم نے ''قصد السيبل'' كو اپنى طرف نسبت دى ہے اور انحرافى راہ كو اپنى طرف نسبت نہي</w:t>
      </w:r>
      <w:r w:rsidR="00083993">
        <w:rPr>
          <w:rtl/>
        </w:rPr>
        <w:t xml:space="preserve">ں </w:t>
      </w:r>
      <w:r>
        <w:rPr>
          <w:rtl/>
        </w:rPr>
        <w:t>دى اس سے معلوم ہوتا ہے كہ راہ انحراف سوائے راہ حق كو طے نہ كرنے كے علاوہ كچھ نہي</w:t>
      </w:r>
      <w:r w:rsidR="00083993">
        <w:rPr>
          <w:rtl/>
        </w:rPr>
        <w:t xml:space="preserve">ں </w:t>
      </w:r>
      <w:r>
        <w:rPr>
          <w:rtl/>
        </w:rPr>
        <w:t>ہے_</w:t>
      </w:r>
    </w:p>
    <w:p w:rsidR="001F628F" w:rsidRDefault="001F628F" w:rsidP="001F628F">
      <w:pPr>
        <w:pStyle w:val="libNormal"/>
        <w:rPr>
          <w:rtl/>
        </w:rPr>
      </w:pPr>
      <w:r>
        <w:rPr>
          <w:rtl/>
        </w:rPr>
        <w:t>7_ اگر مشيت اور مرضى خدا يہ ہوتى كہ تمام انسان ہدايت پا جائي</w:t>
      </w:r>
      <w:r w:rsidR="00083993">
        <w:rPr>
          <w:rtl/>
        </w:rPr>
        <w:t xml:space="preserve">ں </w:t>
      </w:r>
      <w:r>
        <w:rPr>
          <w:rtl/>
        </w:rPr>
        <w:t>تو ہر انسان كاہدايت يافتہ ہونا حتمى ہوتا _</w:t>
      </w:r>
    </w:p>
    <w:p w:rsidR="001F628F" w:rsidRDefault="001F628F" w:rsidP="009F4D51">
      <w:pPr>
        <w:pStyle w:val="libArabic"/>
        <w:rPr>
          <w:rtl/>
        </w:rPr>
      </w:pPr>
      <w:r>
        <w:rPr>
          <w:rFonts w:hint="eastAsia"/>
          <w:rtl/>
        </w:rPr>
        <w:t>و</w:t>
      </w:r>
      <w:r>
        <w:rPr>
          <w:rtl/>
        </w:rPr>
        <w:t xml:space="preserve"> لوشاء ل</w:t>
      </w:r>
      <w:r w:rsidR="00120F63" w:rsidRPr="00ED5DE8">
        <w:rPr>
          <w:rFonts w:hint="cs"/>
          <w:rtl/>
        </w:rPr>
        <w:t>ه</w:t>
      </w:r>
      <w:r>
        <w:rPr>
          <w:rFonts w:hint="cs"/>
          <w:rtl/>
        </w:rPr>
        <w:t>دكم</w:t>
      </w:r>
      <w:r>
        <w:rPr>
          <w:rtl/>
        </w:rPr>
        <w:t xml:space="preserve"> </w:t>
      </w:r>
      <w:r>
        <w:rPr>
          <w:rFonts w:hint="cs"/>
          <w:rtl/>
        </w:rPr>
        <w:t>اجمعين</w:t>
      </w:r>
    </w:p>
    <w:p w:rsidR="001F628F" w:rsidRDefault="001F628F" w:rsidP="001F628F">
      <w:pPr>
        <w:pStyle w:val="libNormal"/>
        <w:rPr>
          <w:rtl/>
        </w:rPr>
      </w:pPr>
      <w:r>
        <w:rPr>
          <w:rtl/>
        </w:rPr>
        <w:t>8_ انسان زندگى كے راستے كو اختيار كرنے مي</w:t>
      </w:r>
      <w:r w:rsidR="00083993">
        <w:rPr>
          <w:rtl/>
        </w:rPr>
        <w:t xml:space="preserve">ں </w:t>
      </w:r>
      <w:r>
        <w:rPr>
          <w:rtl/>
        </w:rPr>
        <w:t>آزاد ہے اور يہ مشيت الہى نہي</w:t>
      </w:r>
      <w:r w:rsidR="00083993">
        <w:rPr>
          <w:rtl/>
        </w:rPr>
        <w:t xml:space="preserve">ں </w:t>
      </w:r>
      <w:r>
        <w:rPr>
          <w:rtl/>
        </w:rPr>
        <w:t>كہ اسے ہدايت پر مجبور كي</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جائے</w:t>
      </w:r>
      <w:r>
        <w:rPr>
          <w:rtl/>
        </w:rPr>
        <w:t xml:space="preserve"> _</w:t>
      </w:r>
      <w:r w:rsidRPr="009F4D51">
        <w:rPr>
          <w:rStyle w:val="libArabicChar"/>
          <w:rFonts w:hint="eastAsia"/>
          <w:rtl/>
        </w:rPr>
        <w:t>و</w:t>
      </w:r>
      <w:r w:rsidRPr="009F4D51">
        <w:rPr>
          <w:rStyle w:val="libArabicChar"/>
          <w:rtl/>
        </w:rPr>
        <w:t xml:space="preserve"> لوشاء ل</w:t>
      </w:r>
      <w:r w:rsidR="00120F63" w:rsidRPr="00B2551F">
        <w:rPr>
          <w:rStyle w:val="libArabicChar"/>
          <w:rFonts w:hint="cs"/>
          <w:rtl/>
        </w:rPr>
        <w:t>ه</w:t>
      </w:r>
      <w:r w:rsidRPr="009F4D51">
        <w:rPr>
          <w:rStyle w:val="libArabicChar"/>
          <w:rFonts w:hint="cs"/>
          <w:rtl/>
        </w:rPr>
        <w:t>دكم</w:t>
      </w:r>
      <w:r w:rsidRPr="009F4D51">
        <w:rPr>
          <w:rStyle w:val="libArabicChar"/>
          <w:rtl/>
        </w:rPr>
        <w:t xml:space="preserve"> اجمعين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اور انسان كى ضرورتي</w:t>
      </w:r>
      <w:r w:rsidR="00083993">
        <w:rPr>
          <w:rtl/>
        </w:rPr>
        <w:t xml:space="preserve">ں </w:t>
      </w:r>
      <w:r>
        <w:rPr>
          <w:rtl/>
        </w:rPr>
        <w:t>4; الله تعالى كا اپنے ليے ضرورى قرارد ينا1; الله تعالى كى مشيت8; الله تعالى كى مشيت كے آثار7; الله تعالى كى نعمتي</w:t>
      </w:r>
      <w:r w:rsidR="00083993">
        <w:rPr>
          <w:rtl/>
        </w:rPr>
        <w:t xml:space="preserve">ں </w:t>
      </w:r>
      <w:r>
        <w:rPr>
          <w:rtl/>
        </w:rPr>
        <w:t>5; الله تعالى كى ہدايات1،2; الله تعالى كے مختصّات2</w:t>
      </w:r>
    </w:p>
    <w:p w:rsidR="001F628F" w:rsidRDefault="001F628F" w:rsidP="009F4D51">
      <w:pPr>
        <w:pStyle w:val="libNormal"/>
        <w:rPr>
          <w:rtl/>
        </w:rPr>
      </w:pPr>
      <w:r>
        <w:rPr>
          <w:rFonts w:hint="eastAsia"/>
          <w:rtl/>
        </w:rPr>
        <w:t>انسان</w:t>
      </w:r>
      <w:r>
        <w:rPr>
          <w:rtl/>
        </w:rPr>
        <w:t>:</w:t>
      </w:r>
      <w:r>
        <w:rPr>
          <w:rFonts w:hint="eastAsia"/>
          <w:rtl/>
        </w:rPr>
        <w:t>انسان</w:t>
      </w:r>
      <w:r>
        <w:rPr>
          <w:rtl/>
        </w:rPr>
        <w:t xml:space="preserve"> كا اختيار8; انسان كى ضرورتو</w:t>
      </w:r>
      <w:r w:rsidR="00083993">
        <w:rPr>
          <w:rtl/>
        </w:rPr>
        <w:t xml:space="preserve">ں </w:t>
      </w:r>
      <w:r>
        <w:rPr>
          <w:rtl/>
        </w:rPr>
        <w:t>كو پورا كرنا5 ; انسان كى مادى ضرورتي</w:t>
      </w:r>
      <w:r w:rsidR="00083993">
        <w:rPr>
          <w:rtl/>
        </w:rPr>
        <w:t xml:space="preserve">ں </w:t>
      </w:r>
      <w:r>
        <w:rPr>
          <w:rtl/>
        </w:rPr>
        <w:t>5; انسان كي</w:t>
      </w:r>
    </w:p>
    <w:p w:rsidR="001F628F" w:rsidRDefault="001F628F" w:rsidP="001F628F">
      <w:pPr>
        <w:pStyle w:val="libNormal"/>
        <w:rPr>
          <w:rtl/>
        </w:rPr>
      </w:pPr>
      <w:r>
        <w:rPr>
          <w:rFonts w:hint="eastAsia"/>
          <w:rtl/>
        </w:rPr>
        <w:t>معنوى</w:t>
      </w:r>
      <w:r>
        <w:rPr>
          <w:rtl/>
        </w:rPr>
        <w:t xml:space="preserve"> ضرورتي</w:t>
      </w:r>
      <w:r w:rsidR="00083993">
        <w:rPr>
          <w:rtl/>
        </w:rPr>
        <w:t xml:space="preserve">ں </w:t>
      </w:r>
      <w:r>
        <w:rPr>
          <w:rtl/>
        </w:rPr>
        <w:t>5</w:t>
      </w:r>
    </w:p>
    <w:p w:rsidR="001F628F" w:rsidRDefault="001F628F" w:rsidP="001F628F">
      <w:pPr>
        <w:pStyle w:val="libNormal"/>
        <w:rPr>
          <w:rtl/>
        </w:rPr>
      </w:pPr>
      <w:r>
        <w:rPr>
          <w:rFonts w:hint="eastAsia"/>
          <w:rtl/>
        </w:rPr>
        <w:t>جبر</w:t>
      </w:r>
      <w:r>
        <w:rPr>
          <w:rtl/>
        </w:rPr>
        <w:t xml:space="preserve"> و اختيار8</w:t>
      </w:r>
    </w:p>
    <w:p w:rsidR="001F628F" w:rsidRDefault="001F628F" w:rsidP="009F4D51">
      <w:pPr>
        <w:pStyle w:val="libNormal"/>
        <w:rPr>
          <w:rtl/>
        </w:rPr>
      </w:pPr>
      <w:r>
        <w:rPr>
          <w:rFonts w:hint="eastAsia"/>
          <w:rtl/>
        </w:rPr>
        <w:t>ضرورتي</w:t>
      </w:r>
      <w:r w:rsidR="00083993">
        <w:rPr>
          <w:rFonts w:hint="eastAsia"/>
          <w:rtl/>
        </w:rPr>
        <w:t xml:space="preserve">ں </w:t>
      </w:r>
      <w:r>
        <w:rPr>
          <w:rtl/>
        </w:rPr>
        <w:t>:</w:t>
      </w:r>
      <w:r>
        <w:rPr>
          <w:rFonts w:hint="eastAsia"/>
          <w:rtl/>
        </w:rPr>
        <w:t>ضرورتو</w:t>
      </w:r>
      <w:r w:rsidR="00083993">
        <w:rPr>
          <w:rFonts w:hint="eastAsia"/>
          <w:rtl/>
        </w:rPr>
        <w:t xml:space="preserve">ں </w:t>
      </w:r>
      <w:r>
        <w:rPr>
          <w:rtl/>
        </w:rPr>
        <w:t>كو پورا كرنے كا سرچشمہ4</w:t>
      </w:r>
    </w:p>
    <w:p w:rsidR="001F628F" w:rsidRDefault="001F628F" w:rsidP="009F4D51">
      <w:pPr>
        <w:pStyle w:val="libNormal"/>
        <w:rPr>
          <w:rtl/>
        </w:rPr>
      </w:pPr>
      <w:r>
        <w:rPr>
          <w:rFonts w:hint="eastAsia"/>
          <w:rtl/>
        </w:rPr>
        <w:t>گمراہي</w:t>
      </w:r>
      <w:r>
        <w:rPr>
          <w:rtl/>
        </w:rPr>
        <w:t>:</w:t>
      </w:r>
      <w:r>
        <w:rPr>
          <w:rFonts w:hint="eastAsia"/>
          <w:rtl/>
        </w:rPr>
        <w:t>گمراہ</w:t>
      </w:r>
      <w:r>
        <w:rPr>
          <w:rtl/>
        </w:rPr>
        <w:t xml:space="preserve"> راستو</w:t>
      </w:r>
      <w:r w:rsidR="00083993">
        <w:rPr>
          <w:rtl/>
        </w:rPr>
        <w:t xml:space="preserve">ں </w:t>
      </w:r>
      <w:r>
        <w:rPr>
          <w:rtl/>
        </w:rPr>
        <w:t>كا متعدد ہونا 3; گمراہى كى حقيقت6</w:t>
      </w:r>
    </w:p>
    <w:p w:rsidR="001F628F" w:rsidRDefault="001F628F" w:rsidP="009F4D51">
      <w:pPr>
        <w:pStyle w:val="libNormal"/>
        <w:rPr>
          <w:rtl/>
        </w:rPr>
      </w:pPr>
      <w:r>
        <w:rPr>
          <w:rFonts w:hint="eastAsia"/>
          <w:rtl/>
        </w:rPr>
        <w:t>ہدايت</w:t>
      </w:r>
      <w:r>
        <w:rPr>
          <w:rtl/>
        </w:rPr>
        <w:t>:</w:t>
      </w:r>
      <w:r>
        <w:rPr>
          <w:rFonts w:hint="eastAsia"/>
          <w:rtl/>
        </w:rPr>
        <w:t>ہدايت</w:t>
      </w:r>
      <w:r>
        <w:rPr>
          <w:rtl/>
        </w:rPr>
        <w:t xml:space="preserve"> كا سرچشمہ2،6; ہدايت كى اہميت1; ہدايت كى عموميت7</w:t>
      </w:r>
    </w:p>
    <w:p w:rsidR="001F628F" w:rsidRPr="00120F63" w:rsidRDefault="009F4D51" w:rsidP="009F4D51">
      <w:pPr>
        <w:pStyle w:val="Heading2Center"/>
        <w:rPr>
          <w:rtl/>
        </w:rPr>
      </w:pPr>
      <w:bookmarkStart w:id="156" w:name="_Toc28081834"/>
      <w:r>
        <w:rPr>
          <w:rFonts w:hint="cs"/>
          <w:rtl/>
        </w:rPr>
        <w:t xml:space="preserve">آیت </w:t>
      </w:r>
      <w:r w:rsidRPr="00120F63">
        <w:rPr>
          <w:rFonts w:hint="cs"/>
          <w:rtl/>
        </w:rPr>
        <w:t>10</w:t>
      </w:r>
      <w:bookmarkEnd w:id="156"/>
    </w:p>
    <w:p w:rsidR="001F628F" w:rsidRDefault="00E260F9" w:rsidP="009F4D51">
      <w:pPr>
        <w:pStyle w:val="libNormal"/>
        <w:rPr>
          <w:rtl/>
        </w:rPr>
      </w:pPr>
      <w:r w:rsidRPr="00E260F9">
        <w:rPr>
          <w:rStyle w:val="libAlaemChar"/>
          <w:rFonts w:hint="eastAsia"/>
          <w:rtl/>
        </w:rPr>
        <w:t>(</w:t>
      </w:r>
      <w:r w:rsidRPr="009F4D51">
        <w:rPr>
          <w:rStyle w:val="libAieChar"/>
          <w:rFonts w:hint="eastAsia"/>
          <w:rtl/>
        </w:rPr>
        <w:t>هُوَ</w:t>
      </w:r>
      <w:r w:rsidRPr="009F4D51">
        <w:rPr>
          <w:rStyle w:val="libAieChar"/>
          <w:rtl/>
        </w:rPr>
        <w:t xml:space="preserve"> الَّذِي أَنزَلَ مِنَ السَّمَاءِ مَاءً لَّكُم مِّنْهُ شَرَابٌ وَمِنْهُ شَجَرٌ فِيهِ تُسِيمُونَ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وہى خدا ہے جس نے آسمان سے پانى نازل كيا ہے جس كا ايك حصہ پينے والا ہے اور ايك حصّہ سے درخت پيدا ہوتے ہي</w:t>
      </w:r>
      <w:r w:rsidR="00083993">
        <w:rPr>
          <w:rtl/>
        </w:rPr>
        <w:t xml:space="preserve">ں </w:t>
      </w:r>
      <w:r>
        <w:rPr>
          <w:rtl/>
        </w:rPr>
        <w:t>جن سے تم جانورو</w:t>
      </w:r>
      <w:r w:rsidR="00083993">
        <w:rPr>
          <w:rtl/>
        </w:rPr>
        <w:t xml:space="preserve">ں </w:t>
      </w:r>
      <w:r>
        <w:rPr>
          <w:rtl/>
        </w:rPr>
        <w:t>كو چراتے ہو _</w:t>
      </w:r>
    </w:p>
    <w:p w:rsidR="001F628F" w:rsidRDefault="001F628F" w:rsidP="009F4D51">
      <w:pPr>
        <w:pStyle w:val="libNormal"/>
        <w:rPr>
          <w:rtl/>
        </w:rPr>
      </w:pPr>
      <w:r>
        <w:rPr>
          <w:rtl/>
        </w:rPr>
        <w:t>1_ آسمان سے پانى ( بارش) كانزول، فقط خداوند عالم كے قبضہ قدرت مي</w:t>
      </w:r>
      <w:r w:rsidR="00083993">
        <w:rPr>
          <w:rtl/>
        </w:rPr>
        <w:t xml:space="preserve">ں </w:t>
      </w:r>
      <w:r>
        <w:rPr>
          <w:rtl/>
        </w:rPr>
        <w:t>ہے_</w:t>
      </w:r>
      <w:r w:rsidR="00120F63" w:rsidRPr="00B2551F">
        <w:rPr>
          <w:rStyle w:val="libArabicChar"/>
          <w:rFonts w:hint="cs"/>
          <w:rtl/>
        </w:rPr>
        <w:t>ه</w:t>
      </w:r>
      <w:r w:rsidRPr="009F4D51">
        <w:rPr>
          <w:rStyle w:val="libArabicChar"/>
          <w:rFonts w:hint="cs"/>
          <w:rtl/>
        </w:rPr>
        <w:t>والذى</w:t>
      </w:r>
      <w:r w:rsidRPr="009F4D51">
        <w:rPr>
          <w:rStyle w:val="libArabicChar"/>
          <w:rtl/>
        </w:rPr>
        <w:t xml:space="preserve"> انزل من السماء</w:t>
      </w:r>
      <w:r w:rsidR="00630A2A" w:rsidRPr="00630A2A">
        <w:rPr>
          <w:rStyle w:val="libArabicChar"/>
          <w:rtl/>
        </w:rPr>
        <w:t xml:space="preserve"> ماء</w:t>
      </w:r>
    </w:p>
    <w:p w:rsidR="001F628F" w:rsidRDefault="001F628F" w:rsidP="001F628F">
      <w:pPr>
        <w:pStyle w:val="libNormal"/>
        <w:rPr>
          <w:rtl/>
        </w:rPr>
      </w:pPr>
      <w:r>
        <w:rPr>
          <w:rtl/>
        </w:rPr>
        <w:t>2_ آسمان ( بادل) سے پانى ( بارش) برسانا، توحيد كى علامت ہے_</w:t>
      </w:r>
    </w:p>
    <w:p w:rsidR="001F628F" w:rsidRDefault="001F628F" w:rsidP="009F4D51">
      <w:pPr>
        <w:pStyle w:val="libArabic"/>
        <w:rPr>
          <w:rtl/>
        </w:rPr>
      </w:pPr>
      <w:r>
        <w:rPr>
          <w:rFonts w:hint="eastAsia"/>
          <w:rtl/>
        </w:rPr>
        <w:t>سبحان</w:t>
      </w:r>
      <w:r w:rsidR="00120F63" w:rsidRPr="00ED5DE8">
        <w:rPr>
          <w:rFonts w:hint="cs"/>
          <w:rtl/>
        </w:rPr>
        <w:t>ه</w:t>
      </w:r>
      <w:r>
        <w:rPr>
          <w:rtl/>
        </w:rPr>
        <w:t xml:space="preserve"> و تعالى عمّا يشركون ... </w:t>
      </w:r>
      <w:r w:rsidR="00120F63" w:rsidRPr="00ED5DE8">
        <w:rPr>
          <w:rFonts w:hint="cs"/>
          <w:rtl/>
        </w:rPr>
        <w:t>ه</w:t>
      </w:r>
      <w:r>
        <w:rPr>
          <w:rFonts w:hint="cs"/>
          <w:rtl/>
        </w:rPr>
        <w:t>و</w:t>
      </w:r>
      <w:r>
        <w:rPr>
          <w:rtl/>
        </w:rPr>
        <w:t xml:space="preserve"> </w:t>
      </w:r>
      <w:r>
        <w:rPr>
          <w:rFonts w:hint="cs"/>
          <w:rtl/>
        </w:rPr>
        <w:t>الذى</w:t>
      </w:r>
      <w:r>
        <w:rPr>
          <w:rtl/>
        </w:rPr>
        <w:t xml:space="preserve"> </w:t>
      </w:r>
      <w:r>
        <w:rPr>
          <w:rFonts w:hint="cs"/>
          <w:rtl/>
        </w:rPr>
        <w:t>انزل</w:t>
      </w:r>
      <w:r>
        <w:rPr>
          <w:rtl/>
        </w:rPr>
        <w:t xml:space="preserve"> </w:t>
      </w:r>
      <w:r>
        <w:rPr>
          <w:rFonts w:hint="cs"/>
          <w:rtl/>
        </w:rPr>
        <w:t>من</w:t>
      </w:r>
      <w:r>
        <w:rPr>
          <w:rtl/>
        </w:rPr>
        <w:t xml:space="preserve"> </w:t>
      </w:r>
      <w:r>
        <w:rPr>
          <w:rFonts w:hint="cs"/>
          <w:rtl/>
        </w:rPr>
        <w:t>السم</w:t>
      </w:r>
      <w:r>
        <w:rPr>
          <w:rtl/>
        </w:rPr>
        <w:t>اء</w:t>
      </w:r>
      <w:r w:rsidR="00630A2A" w:rsidRPr="00630A2A">
        <w:rPr>
          <w:rtl/>
        </w:rPr>
        <w:t xml:space="preserve"> ماء</w:t>
      </w:r>
    </w:p>
    <w:p w:rsidR="001F628F" w:rsidRDefault="001F628F" w:rsidP="009F4D51">
      <w:pPr>
        <w:pStyle w:val="libNormal"/>
        <w:rPr>
          <w:rtl/>
        </w:rPr>
      </w:pPr>
      <w:r>
        <w:rPr>
          <w:rtl/>
        </w:rPr>
        <w:t>3_ جڑى بوٹيو</w:t>
      </w:r>
      <w:r w:rsidR="00083993">
        <w:rPr>
          <w:rtl/>
        </w:rPr>
        <w:t xml:space="preserve">ں </w:t>
      </w:r>
      <w:r>
        <w:rPr>
          <w:rtl/>
        </w:rPr>
        <w:t>كا اگنااور بيابان و جنگلات كا وجود، نزول بارش كے زير اثر ہے_</w:t>
      </w:r>
      <w:r w:rsidRPr="009F4D51">
        <w:rPr>
          <w:rStyle w:val="libArabicChar"/>
          <w:rFonts w:hint="eastAsia"/>
          <w:rtl/>
        </w:rPr>
        <w:t>انزل</w:t>
      </w:r>
      <w:r w:rsidRPr="009F4D51">
        <w:rPr>
          <w:rStyle w:val="libArabicChar"/>
          <w:rtl/>
        </w:rPr>
        <w:t xml:space="preserve"> ...</w:t>
      </w:r>
    </w:p>
    <w:p w:rsidR="009F4D51" w:rsidRDefault="001E7F9D" w:rsidP="00F73EDE">
      <w:pPr>
        <w:pStyle w:val="libPoemTini"/>
        <w:rPr>
          <w:rtl/>
        </w:rPr>
      </w:pPr>
      <w:r>
        <w:rPr>
          <w:rtl/>
        </w:rPr>
        <w:cr/>
      </w:r>
      <w:r>
        <w:rPr>
          <w:rtl/>
        </w:rPr>
        <w:br w:type="page"/>
      </w:r>
    </w:p>
    <w:p w:rsidR="001F628F" w:rsidRDefault="001F628F" w:rsidP="009F4D51">
      <w:pPr>
        <w:pStyle w:val="libNormal"/>
        <w:rPr>
          <w:rtl/>
        </w:rPr>
      </w:pPr>
      <w:r>
        <w:rPr>
          <w:rtl/>
        </w:rPr>
        <w:lastRenderedPageBreak/>
        <w:t>''شجر''تنے اور بغير تنے كے نباتات كو كہتے ہي</w:t>
      </w:r>
      <w:r w:rsidR="00083993">
        <w:rPr>
          <w:rtl/>
        </w:rPr>
        <w:t xml:space="preserve">ں </w:t>
      </w:r>
      <w:r>
        <w:rPr>
          <w:rtl/>
        </w:rPr>
        <w:t>كہ جسے جنگلات اور بيابا ن سے تعبير كيا گيا ہے_</w:t>
      </w:r>
    </w:p>
    <w:p w:rsidR="001F628F" w:rsidRDefault="001F628F" w:rsidP="009F4D51">
      <w:pPr>
        <w:pStyle w:val="libNormal"/>
        <w:rPr>
          <w:rtl/>
        </w:rPr>
      </w:pPr>
      <w:r>
        <w:rPr>
          <w:rtl/>
        </w:rPr>
        <w:t>4_ چوپايو</w:t>
      </w:r>
      <w:r w:rsidR="00083993">
        <w:rPr>
          <w:rtl/>
        </w:rPr>
        <w:t xml:space="preserve">ں </w:t>
      </w:r>
      <w:r>
        <w:rPr>
          <w:rtl/>
        </w:rPr>
        <w:t>كا چرنا، نباتات و سبزہ جات كے فوائد مي</w:t>
      </w:r>
      <w:r w:rsidR="00083993">
        <w:rPr>
          <w:rtl/>
        </w:rPr>
        <w:t xml:space="preserve">ں </w:t>
      </w:r>
      <w:r>
        <w:rPr>
          <w:rtl/>
        </w:rPr>
        <w:t>سے ہے_</w:t>
      </w:r>
      <w:r w:rsidRPr="009F4D51">
        <w:rPr>
          <w:rStyle w:val="libArabicChar"/>
          <w:rFonts w:hint="eastAsia"/>
          <w:rtl/>
        </w:rPr>
        <w:t>و</w:t>
      </w:r>
      <w:r w:rsidRPr="009F4D51">
        <w:rPr>
          <w:rStyle w:val="libArabicChar"/>
          <w:rtl/>
        </w:rPr>
        <w:t xml:space="preserve"> من</w:t>
      </w:r>
      <w:r w:rsidR="00120F63" w:rsidRPr="00B2551F">
        <w:rPr>
          <w:rStyle w:val="libArabicChar"/>
          <w:rFonts w:hint="cs"/>
          <w:rtl/>
        </w:rPr>
        <w:t>ه</w:t>
      </w:r>
      <w:r w:rsidRPr="009F4D51">
        <w:rPr>
          <w:rStyle w:val="libArabicChar"/>
          <w:rtl/>
        </w:rPr>
        <w:t xml:space="preserve"> </w:t>
      </w:r>
      <w:r w:rsidRPr="009F4D51">
        <w:rPr>
          <w:rStyle w:val="libArabicChar"/>
          <w:rFonts w:hint="cs"/>
          <w:rtl/>
        </w:rPr>
        <w:t>شجر</w:t>
      </w:r>
      <w:r w:rsidRPr="009F4D51">
        <w:rPr>
          <w:rStyle w:val="libArabicChar"/>
          <w:rtl/>
        </w:rPr>
        <w:t xml:space="preserve"> في</w:t>
      </w:r>
      <w:r w:rsidR="00120F63" w:rsidRPr="00B2551F">
        <w:rPr>
          <w:rStyle w:val="libArabicChar"/>
          <w:rFonts w:hint="cs"/>
          <w:rtl/>
        </w:rPr>
        <w:t>ه</w:t>
      </w:r>
      <w:r w:rsidRPr="009F4D51">
        <w:rPr>
          <w:rStyle w:val="libArabicChar"/>
          <w:rtl/>
        </w:rPr>
        <w:t xml:space="preserve"> تسيمون</w:t>
      </w:r>
    </w:p>
    <w:p w:rsidR="001F628F" w:rsidRDefault="001F628F" w:rsidP="001F628F">
      <w:pPr>
        <w:pStyle w:val="libNormal"/>
        <w:rPr>
          <w:rtl/>
        </w:rPr>
      </w:pPr>
      <w:r>
        <w:rPr>
          <w:rtl/>
        </w:rPr>
        <w:t>''تسيمون'' ( اسامہ) سے ہے جس كا معنى گوسفندو</w:t>
      </w:r>
      <w:r w:rsidR="00083993">
        <w:rPr>
          <w:rtl/>
        </w:rPr>
        <w:t xml:space="preserve">ں </w:t>
      </w:r>
      <w:r>
        <w:rPr>
          <w:rtl/>
        </w:rPr>
        <w:t>كا چرنا ہے_</w:t>
      </w:r>
    </w:p>
    <w:p w:rsidR="001F628F" w:rsidRDefault="001F628F" w:rsidP="009F4D51">
      <w:pPr>
        <w:pStyle w:val="libNormal"/>
        <w:rPr>
          <w:rtl/>
        </w:rPr>
      </w:pPr>
      <w:r>
        <w:rPr>
          <w:rtl/>
        </w:rPr>
        <w:t>5_ گذشتہ زمانے مي</w:t>
      </w:r>
      <w:r w:rsidR="00083993">
        <w:rPr>
          <w:rtl/>
        </w:rPr>
        <w:t xml:space="preserve">ں </w:t>
      </w:r>
      <w:r>
        <w:rPr>
          <w:rtl/>
        </w:rPr>
        <w:t>آسمان سے زمين پر پانى برستا تھا_</w:t>
      </w:r>
      <w:r w:rsidR="00120F63" w:rsidRPr="00B2551F">
        <w:rPr>
          <w:rStyle w:val="libArabicChar"/>
          <w:rFonts w:hint="cs"/>
          <w:rtl/>
        </w:rPr>
        <w:t>ه</w:t>
      </w:r>
      <w:r w:rsidRPr="009F4D51">
        <w:rPr>
          <w:rStyle w:val="libArabicChar"/>
          <w:rFonts w:hint="cs"/>
          <w:rtl/>
        </w:rPr>
        <w:t>والذي</w:t>
      </w:r>
      <w:r w:rsidRPr="009F4D51">
        <w:rPr>
          <w:rStyle w:val="libArabicChar"/>
          <w:rtl/>
        </w:rPr>
        <w:t xml:space="preserve"> ... تسيمون_ ينبت</w:t>
      </w:r>
    </w:p>
    <w:p w:rsidR="001F628F" w:rsidRDefault="001F628F" w:rsidP="001F628F">
      <w:pPr>
        <w:pStyle w:val="libNormal"/>
        <w:rPr>
          <w:rtl/>
        </w:rPr>
      </w:pPr>
      <w:r>
        <w:rPr>
          <w:rFonts w:hint="eastAsia"/>
          <w:rtl/>
        </w:rPr>
        <w:t>باوجود</w:t>
      </w:r>
      <w:r>
        <w:rPr>
          <w:rtl/>
        </w:rPr>
        <w:t xml:space="preserve"> اس كے كہ بارش كا برسنا گذشتہ زمانے كے ساتھ مخصوص نہي</w:t>
      </w:r>
      <w:r w:rsidR="00083993">
        <w:rPr>
          <w:rtl/>
        </w:rPr>
        <w:t xml:space="preserve">ں </w:t>
      </w:r>
      <w:r>
        <w:rPr>
          <w:rtl/>
        </w:rPr>
        <w:t>تھاپھربھى اس كو فعل ''انزل'' ماضى كى صورت مي</w:t>
      </w:r>
      <w:r w:rsidR="00083993">
        <w:rPr>
          <w:rtl/>
        </w:rPr>
        <w:t xml:space="preserve">ں </w:t>
      </w:r>
      <w:r>
        <w:rPr>
          <w:rtl/>
        </w:rPr>
        <w:t>بيان كيا گيا ہے ليكن ''تسيمون'' اور ''ينبت'' مضارع كى صورت مي</w:t>
      </w:r>
      <w:r w:rsidR="00083993">
        <w:rPr>
          <w:rtl/>
        </w:rPr>
        <w:t xml:space="preserve">ں </w:t>
      </w:r>
      <w:r>
        <w:rPr>
          <w:rtl/>
        </w:rPr>
        <w:t>بيان ہوا ہے جبكہ يہ بارش كا نتيجہ شمار ہوتے ہي</w:t>
      </w:r>
      <w:r w:rsidR="00083993">
        <w:rPr>
          <w:rtl/>
        </w:rPr>
        <w:t xml:space="preserve">ں </w:t>
      </w:r>
      <w:r>
        <w:rPr>
          <w:rtl/>
        </w:rPr>
        <w:t>لہذا يہ استفادہ كيا جاسكتا ہے كہ يہا</w:t>
      </w:r>
      <w:r w:rsidR="00083993">
        <w:rPr>
          <w:rtl/>
        </w:rPr>
        <w:t xml:space="preserve">ں </w:t>
      </w:r>
      <w:r>
        <w:rPr>
          <w:rtl/>
        </w:rPr>
        <w:t>''انزل'' سے مراد و ہ عام بارشي</w:t>
      </w:r>
      <w:r w:rsidR="00083993">
        <w:rPr>
          <w:rtl/>
        </w:rPr>
        <w:t xml:space="preserve">ں </w:t>
      </w:r>
      <w:r>
        <w:rPr>
          <w:rtl/>
        </w:rPr>
        <w:t>نہي</w:t>
      </w:r>
      <w:r w:rsidR="00083993">
        <w:rPr>
          <w:rtl/>
        </w:rPr>
        <w:t xml:space="preserve">ں </w:t>
      </w:r>
      <w:r>
        <w:rPr>
          <w:rtl/>
        </w:rPr>
        <w:t>جو بادلو</w:t>
      </w:r>
      <w:r w:rsidR="00083993">
        <w:rPr>
          <w:rtl/>
        </w:rPr>
        <w:t xml:space="preserve">ں </w:t>
      </w:r>
      <w:r>
        <w:rPr>
          <w:rtl/>
        </w:rPr>
        <w:t>سے برستى ہي</w:t>
      </w:r>
      <w:r w:rsidR="00083993">
        <w:rPr>
          <w:rtl/>
        </w:rPr>
        <w:t xml:space="preserve">ں </w:t>
      </w:r>
      <w:r>
        <w:rPr>
          <w:rtl/>
        </w:rPr>
        <w:t>بلكہ ان بارشو</w:t>
      </w:r>
      <w:r w:rsidR="00083993">
        <w:rPr>
          <w:rtl/>
        </w:rPr>
        <w:t xml:space="preserve">ں </w:t>
      </w:r>
      <w:r>
        <w:rPr>
          <w:rtl/>
        </w:rPr>
        <w:t>كى طرف اشارہ ہے جو پہلے زمانے مي</w:t>
      </w:r>
      <w:r w:rsidR="00083993">
        <w:rPr>
          <w:rtl/>
        </w:rPr>
        <w:t xml:space="preserve">ں </w:t>
      </w:r>
      <w:r>
        <w:rPr>
          <w:rtl/>
        </w:rPr>
        <w:t>زمين پر برسى تھي</w:t>
      </w:r>
      <w:r w:rsidR="00083993">
        <w:rPr>
          <w:rtl/>
        </w:rPr>
        <w:t xml:space="preserve">ں </w:t>
      </w:r>
      <w:r>
        <w:rPr>
          <w:rtl/>
        </w:rPr>
        <w:t>تا كہ زمين ٹھنڈى ہو جا ئے اور كم ارتفاع والے مقامات مي</w:t>
      </w:r>
      <w:r w:rsidR="00083993">
        <w:rPr>
          <w:rtl/>
        </w:rPr>
        <w:t xml:space="preserve">ں </w:t>
      </w:r>
      <w:r>
        <w:rPr>
          <w:rtl/>
        </w:rPr>
        <w:t>اور زمين كے طبقات مي</w:t>
      </w:r>
      <w:r w:rsidR="00083993">
        <w:rPr>
          <w:rtl/>
        </w:rPr>
        <w:t xml:space="preserve">ں </w:t>
      </w:r>
      <w:r>
        <w:rPr>
          <w:rtl/>
        </w:rPr>
        <w:t>پانى ذخيرہ ہو جائے_</w:t>
      </w:r>
    </w:p>
    <w:p w:rsidR="001F628F" w:rsidRDefault="001F628F" w:rsidP="001F628F">
      <w:pPr>
        <w:pStyle w:val="libNormal"/>
        <w:rPr>
          <w:rtl/>
        </w:rPr>
      </w:pPr>
      <w:r>
        <w:rPr>
          <w:rtl/>
        </w:rPr>
        <w:t>6_پانى اور بناتات سے بہرہ مند ہونا سب كا حق ہے_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الذى انزل من السماء ماء لكم من</w:t>
      </w:r>
      <w:r w:rsidRPr="00ED5DE8">
        <w:rPr>
          <w:rFonts w:hint="cs"/>
          <w:rtl/>
        </w:rPr>
        <w:t>ه</w:t>
      </w:r>
      <w:r w:rsidR="001F628F">
        <w:rPr>
          <w:rtl/>
        </w:rPr>
        <w:t xml:space="preserve"> </w:t>
      </w:r>
      <w:r w:rsidR="001F628F">
        <w:rPr>
          <w:rFonts w:hint="cs"/>
          <w:rtl/>
        </w:rPr>
        <w:t>شر</w:t>
      </w:r>
      <w:r w:rsidR="001F628F">
        <w:rPr>
          <w:rtl/>
        </w:rPr>
        <w:t xml:space="preserve"> </w:t>
      </w:r>
      <w:r w:rsidR="001F628F">
        <w:rPr>
          <w:rFonts w:hint="cs"/>
          <w:rtl/>
        </w:rPr>
        <w:t>اب</w:t>
      </w:r>
      <w:r w:rsidR="001F628F">
        <w:rPr>
          <w:rtl/>
        </w:rPr>
        <w:t xml:space="preserve"> </w:t>
      </w:r>
      <w:r w:rsidR="001F628F">
        <w:rPr>
          <w:rFonts w:hint="cs"/>
          <w:rtl/>
        </w:rPr>
        <w:t>و</w:t>
      </w:r>
      <w:r w:rsidR="001F628F">
        <w:rPr>
          <w:rtl/>
        </w:rPr>
        <w:t xml:space="preserve"> </w:t>
      </w:r>
      <w:r w:rsidR="001F628F">
        <w:rPr>
          <w:rFonts w:hint="cs"/>
          <w:rtl/>
        </w:rPr>
        <w:t>من</w:t>
      </w:r>
      <w:r w:rsidRPr="00ED5DE8">
        <w:rPr>
          <w:rFonts w:hint="cs"/>
          <w:rtl/>
        </w:rPr>
        <w:t>ه</w:t>
      </w:r>
      <w:r w:rsidR="001F628F">
        <w:rPr>
          <w:rtl/>
        </w:rPr>
        <w:t xml:space="preserve"> </w:t>
      </w:r>
      <w:r w:rsidR="001F628F">
        <w:rPr>
          <w:rFonts w:hint="cs"/>
          <w:rtl/>
        </w:rPr>
        <w:t>شجر</w:t>
      </w:r>
      <w:r w:rsidR="001F628F">
        <w:rPr>
          <w:rtl/>
        </w:rPr>
        <w:t xml:space="preserve"> </w:t>
      </w:r>
      <w:r w:rsidR="001F628F">
        <w:rPr>
          <w:rFonts w:hint="cs"/>
          <w:rtl/>
        </w:rPr>
        <w:t>في</w:t>
      </w:r>
      <w:r w:rsidRPr="00ED5DE8">
        <w:rPr>
          <w:rFonts w:hint="cs"/>
          <w:rtl/>
        </w:rPr>
        <w:t>ه</w:t>
      </w:r>
      <w:r w:rsidR="001F628F">
        <w:rPr>
          <w:rtl/>
        </w:rPr>
        <w:t xml:space="preserve"> </w:t>
      </w:r>
      <w:r w:rsidR="001F628F">
        <w:rPr>
          <w:rFonts w:hint="cs"/>
          <w:rtl/>
        </w:rPr>
        <w:t>تسيمون</w:t>
      </w:r>
      <w:r w:rsidR="001F628F">
        <w:rPr>
          <w:rtl/>
        </w:rPr>
        <w:t xml:space="preserve"> </w:t>
      </w:r>
      <w:r w:rsidR="001F628F">
        <w:rPr>
          <w:rFonts w:hint="cs"/>
          <w:rtl/>
        </w:rPr>
        <w:t>ينب</w:t>
      </w:r>
      <w:r w:rsidR="001F628F">
        <w:rPr>
          <w:rtl/>
        </w:rPr>
        <w:t>ت لكم</w:t>
      </w:r>
    </w:p>
    <w:p w:rsidR="001F628F" w:rsidRDefault="001F628F" w:rsidP="009F4D51">
      <w:pPr>
        <w:pStyle w:val="libNormal"/>
        <w:rPr>
          <w:rtl/>
        </w:rPr>
      </w:pPr>
      <w:r>
        <w:rPr>
          <w:rFonts w:hint="eastAsia"/>
          <w:rtl/>
        </w:rPr>
        <w:t>آسمان</w:t>
      </w:r>
      <w:r>
        <w:rPr>
          <w:rtl/>
        </w:rPr>
        <w:t>:</w:t>
      </w:r>
      <w:r>
        <w:rPr>
          <w:rFonts w:hint="eastAsia"/>
          <w:rtl/>
        </w:rPr>
        <w:t>آسمان</w:t>
      </w:r>
      <w:r>
        <w:rPr>
          <w:rtl/>
        </w:rPr>
        <w:t xml:space="preserve"> كے فوائد1</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كے مختصّات1</w:t>
      </w:r>
    </w:p>
    <w:p w:rsidR="001F628F" w:rsidRDefault="001F628F" w:rsidP="009F4D51">
      <w:pPr>
        <w:pStyle w:val="libNormal"/>
        <w:rPr>
          <w:rtl/>
        </w:rPr>
      </w:pPr>
      <w:r>
        <w:rPr>
          <w:rFonts w:hint="eastAsia"/>
          <w:rtl/>
        </w:rPr>
        <w:t>الله</w:t>
      </w:r>
      <w:r>
        <w:rPr>
          <w:rtl/>
        </w:rPr>
        <w:t xml:space="preserve"> تعالى كى نشانيا</w:t>
      </w:r>
      <w:r w:rsidR="00083993">
        <w:rPr>
          <w:rtl/>
        </w:rPr>
        <w:t xml:space="preserve">ں </w:t>
      </w:r>
      <w:r>
        <w:rPr>
          <w:rtl/>
        </w:rPr>
        <w:t>:</w:t>
      </w:r>
      <w:r>
        <w:rPr>
          <w:rFonts w:hint="eastAsia"/>
          <w:rtl/>
        </w:rPr>
        <w:t>الله</w:t>
      </w:r>
      <w:r>
        <w:rPr>
          <w:rtl/>
        </w:rPr>
        <w:t xml:space="preserve"> تعالى كى آفاقى نشانيا</w:t>
      </w:r>
      <w:r w:rsidR="00083993">
        <w:rPr>
          <w:rtl/>
        </w:rPr>
        <w:t xml:space="preserve">ں </w:t>
      </w:r>
    </w:p>
    <w:p w:rsidR="001F628F" w:rsidRDefault="001F628F" w:rsidP="009F4D51">
      <w:pPr>
        <w:pStyle w:val="libNormal"/>
        <w:rPr>
          <w:rtl/>
        </w:rPr>
      </w:pPr>
      <w:r>
        <w:rPr>
          <w:rFonts w:hint="eastAsia"/>
          <w:rtl/>
        </w:rPr>
        <w:t>بارش</w:t>
      </w:r>
      <w:r>
        <w:rPr>
          <w:rtl/>
        </w:rPr>
        <w:t>:</w:t>
      </w:r>
      <w:r>
        <w:rPr>
          <w:rFonts w:hint="eastAsia"/>
          <w:rtl/>
        </w:rPr>
        <w:t>بارش</w:t>
      </w:r>
      <w:r>
        <w:rPr>
          <w:rtl/>
        </w:rPr>
        <w:t xml:space="preserve"> كا برسنا2; بارش كا سرچشمہ1،5; بارش كے فوائد3</w:t>
      </w:r>
    </w:p>
    <w:p w:rsidR="001F628F" w:rsidRDefault="001F628F" w:rsidP="009F4D51">
      <w:pPr>
        <w:pStyle w:val="libNormal"/>
        <w:rPr>
          <w:rtl/>
        </w:rPr>
      </w:pPr>
      <w:r>
        <w:rPr>
          <w:rFonts w:hint="eastAsia"/>
          <w:rtl/>
        </w:rPr>
        <w:t>پاني</w:t>
      </w:r>
      <w:r>
        <w:rPr>
          <w:rtl/>
        </w:rPr>
        <w:t>:</w:t>
      </w:r>
      <w:r>
        <w:rPr>
          <w:rFonts w:hint="eastAsia"/>
          <w:rtl/>
        </w:rPr>
        <w:t>پانى</w:t>
      </w:r>
      <w:r>
        <w:rPr>
          <w:rtl/>
        </w:rPr>
        <w:t xml:space="preserve"> سے استفادہ 6; پانى كے منافع5</w:t>
      </w:r>
    </w:p>
    <w:p w:rsidR="001F628F" w:rsidRDefault="001F628F" w:rsidP="009F4D51">
      <w:pPr>
        <w:pStyle w:val="libNormal"/>
        <w:rPr>
          <w:rtl/>
        </w:rPr>
      </w:pPr>
      <w:r>
        <w:rPr>
          <w:rFonts w:hint="eastAsia"/>
          <w:rtl/>
        </w:rPr>
        <w:t>توحيد</w:t>
      </w:r>
      <w:r>
        <w:rPr>
          <w:rtl/>
        </w:rPr>
        <w:t>:</w:t>
      </w:r>
      <w:r>
        <w:rPr>
          <w:rFonts w:hint="eastAsia"/>
          <w:rtl/>
        </w:rPr>
        <w:t>توحيد</w:t>
      </w:r>
      <w:r>
        <w:rPr>
          <w:rtl/>
        </w:rPr>
        <w:t xml:space="preserve"> افعالي1; توحيد كے دلائل2</w:t>
      </w:r>
    </w:p>
    <w:p w:rsidR="001F628F" w:rsidRDefault="001F628F" w:rsidP="009F4D51">
      <w:pPr>
        <w:pStyle w:val="libNormal"/>
        <w:rPr>
          <w:rtl/>
        </w:rPr>
      </w:pPr>
      <w:r>
        <w:rPr>
          <w:rFonts w:hint="eastAsia"/>
          <w:rtl/>
        </w:rPr>
        <w:t>جڑى</w:t>
      </w:r>
      <w:r>
        <w:rPr>
          <w:rtl/>
        </w:rPr>
        <w:t xml:space="preserve"> بوٹيا</w:t>
      </w:r>
      <w:r w:rsidR="00083993">
        <w:rPr>
          <w:rtl/>
        </w:rPr>
        <w:t xml:space="preserve">ں </w:t>
      </w:r>
      <w:r>
        <w:rPr>
          <w:rtl/>
        </w:rPr>
        <w:t>:</w:t>
      </w:r>
      <w:r>
        <w:rPr>
          <w:rFonts w:hint="eastAsia"/>
          <w:rtl/>
        </w:rPr>
        <w:t>جڑى</w:t>
      </w:r>
      <w:r>
        <w:rPr>
          <w:rtl/>
        </w:rPr>
        <w:t xml:space="preserve"> بوٹيو</w:t>
      </w:r>
      <w:r w:rsidR="00083993">
        <w:rPr>
          <w:rtl/>
        </w:rPr>
        <w:t xml:space="preserve">ں </w:t>
      </w:r>
      <w:r>
        <w:rPr>
          <w:rtl/>
        </w:rPr>
        <w:t>سے استفادہ 6; جڑى بوٹيو</w:t>
      </w:r>
      <w:r w:rsidR="00083993">
        <w:rPr>
          <w:rtl/>
        </w:rPr>
        <w:t xml:space="preserve">ں </w:t>
      </w:r>
      <w:r>
        <w:rPr>
          <w:rtl/>
        </w:rPr>
        <w:t>كى پيدا</w:t>
      </w:r>
      <w:r w:rsidR="009F604A">
        <w:rPr>
          <w:rtl/>
        </w:rPr>
        <w:t>ئش</w:t>
      </w:r>
      <w:r>
        <w:rPr>
          <w:rtl/>
        </w:rPr>
        <w:t xml:space="preserve"> كے اسباب3; جڑى بوٹيو</w:t>
      </w:r>
      <w:r w:rsidR="00083993">
        <w:rPr>
          <w:rtl/>
        </w:rPr>
        <w:t xml:space="preserve">ں </w:t>
      </w:r>
      <w:r>
        <w:rPr>
          <w:rtl/>
        </w:rPr>
        <w:t>كے فوائد4</w:t>
      </w:r>
    </w:p>
    <w:p w:rsidR="001F628F" w:rsidRDefault="001F628F" w:rsidP="009F4D51">
      <w:pPr>
        <w:pStyle w:val="libNormal"/>
        <w:rPr>
          <w:rtl/>
        </w:rPr>
      </w:pPr>
      <w:r>
        <w:rPr>
          <w:rFonts w:hint="eastAsia"/>
          <w:rtl/>
        </w:rPr>
        <w:t>جنگلات</w:t>
      </w:r>
      <w:r>
        <w:rPr>
          <w:rtl/>
        </w:rPr>
        <w:t>:</w:t>
      </w:r>
      <w:r>
        <w:rPr>
          <w:rFonts w:hint="eastAsia"/>
          <w:rtl/>
        </w:rPr>
        <w:t>جنگلات</w:t>
      </w:r>
      <w:r>
        <w:rPr>
          <w:rtl/>
        </w:rPr>
        <w:t xml:space="preserve"> كى پيدا</w:t>
      </w:r>
      <w:r w:rsidR="009F604A">
        <w:rPr>
          <w:rtl/>
        </w:rPr>
        <w:t>ئش</w:t>
      </w:r>
      <w:r>
        <w:rPr>
          <w:rtl/>
        </w:rPr>
        <w:t xml:space="preserve"> كے اسباب 3; جنگلات كے فوائد4</w:t>
      </w:r>
    </w:p>
    <w:p w:rsidR="001F628F" w:rsidRDefault="001F628F" w:rsidP="009F4D51">
      <w:pPr>
        <w:pStyle w:val="libNormal"/>
        <w:rPr>
          <w:rtl/>
        </w:rPr>
      </w:pPr>
      <w:r>
        <w:rPr>
          <w:rFonts w:hint="eastAsia"/>
          <w:rtl/>
        </w:rPr>
        <w:t>چوپائے</w:t>
      </w:r>
      <w:r>
        <w:rPr>
          <w:rtl/>
        </w:rPr>
        <w:t>:</w:t>
      </w:r>
      <w:r>
        <w:rPr>
          <w:rFonts w:hint="eastAsia"/>
          <w:rtl/>
        </w:rPr>
        <w:t>چوپايو</w:t>
      </w:r>
      <w:r w:rsidR="00083993">
        <w:rPr>
          <w:rFonts w:hint="eastAsia"/>
          <w:rtl/>
        </w:rPr>
        <w:t xml:space="preserve">ں </w:t>
      </w:r>
      <w:r>
        <w:rPr>
          <w:rtl/>
        </w:rPr>
        <w:t>كى چراگاہ4</w:t>
      </w:r>
    </w:p>
    <w:p w:rsidR="001F628F" w:rsidRDefault="001F628F" w:rsidP="001F628F">
      <w:pPr>
        <w:pStyle w:val="libNormal"/>
        <w:rPr>
          <w:rtl/>
        </w:rPr>
      </w:pPr>
      <w:r>
        <w:rPr>
          <w:rFonts w:hint="eastAsia"/>
          <w:rtl/>
        </w:rPr>
        <w:t>حقوق</w:t>
      </w:r>
      <w:r>
        <w:rPr>
          <w:rtl/>
        </w:rPr>
        <w:t>:</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نفع</w:t>
      </w:r>
      <w:r>
        <w:rPr>
          <w:rtl/>
        </w:rPr>
        <w:t xml:space="preserve"> اٹھانے كا حق</w:t>
      </w:r>
    </w:p>
    <w:p w:rsidR="001F628F" w:rsidRDefault="001F628F" w:rsidP="009F4D51">
      <w:pPr>
        <w:pStyle w:val="libNormal"/>
        <w:rPr>
          <w:rtl/>
        </w:rPr>
      </w:pPr>
      <w:r>
        <w:rPr>
          <w:rFonts w:hint="eastAsia"/>
          <w:rtl/>
        </w:rPr>
        <w:t>زمين</w:t>
      </w:r>
      <w:r>
        <w:rPr>
          <w:rtl/>
        </w:rPr>
        <w:t>:</w:t>
      </w:r>
      <w:r>
        <w:rPr>
          <w:rFonts w:hint="eastAsia"/>
          <w:rtl/>
        </w:rPr>
        <w:t>زمين</w:t>
      </w:r>
      <w:r>
        <w:rPr>
          <w:rtl/>
        </w:rPr>
        <w:t xml:space="preserve"> كى تاريخ5</w:t>
      </w:r>
    </w:p>
    <w:p w:rsidR="001F628F" w:rsidRDefault="001F628F" w:rsidP="001F628F">
      <w:pPr>
        <w:pStyle w:val="libNormal"/>
        <w:rPr>
          <w:rtl/>
        </w:rPr>
      </w:pPr>
      <w:r>
        <w:rPr>
          <w:rFonts w:hint="eastAsia"/>
          <w:rtl/>
        </w:rPr>
        <w:t>عمومى</w:t>
      </w:r>
      <w:r>
        <w:rPr>
          <w:rtl/>
        </w:rPr>
        <w:t xml:space="preserve"> اموال:6</w:t>
      </w:r>
    </w:p>
    <w:p w:rsidR="001F628F" w:rsidRPr="00120F63" w:rsidRDefault="009F4D51" w:rsidP="009F4D51">
      <w:pPr>
        <w:pStyle w:val="Heading2Center"/>
        <w:rPr>
          <w:rtl/>
        </w:rPr>
      </w:pPr>
      <w:bookmarkStart w:id="157" w:name="_Toc28081835"/>
      <w:r>
        <w:rPr>
          <w:rFonts w:hint="cs"/>
          <w:rtl/>
        </w:rPr>
        <w:t xml:space="preserve">آیت </w:t>
      </w:r>
      <w:r w:rsidRPr="00120F63">
        <w:rPr>
          <w:rFonts w:hint="cs"/>
          <w:rtl/>
        </w:rPr>
        <w:t>11</w:t>
      </w:r>
      <w:bookmarkEnd w:id="157"/>
    </w:p>
    <w:p w:rsidR="001F628F" w:rsidRDefault="00E260F9" w:rsidP="009F4D51">
      <w:pPr>
        <w:pStyle w:val="libNormal"/>
        <w:rPr>
          <w:rtl/>
        </w:rPr>
      </w:pPr>
      <w:r w:rsidRPr="00E260F9">
        <w:rPr>
          <w:rStyle w:val="libAlaemChar"/>
          <w:rFonts w:hint="eastAsia"/>
          <w:rtl/>
        </w:rPr>
        <w:t>(</w:t>
      </w:r>
      <w:r w:rsidRPr="009F4D51">
        <w:rPr>
          <w:rStyle w:val="libAieChar"/>
          <w:rFonts w:hint="eastAsia"/>
          <w:rtl/>
        </w:rPr>
        <w:t>يُنبِتُ</w:t>
      </w:r>
      <w:r w:rsidRPr="009F4D51">
        <w:rPr>
          <w:rStyle w:val="libAieChar"/>
          <w:rtl/>
        </w:rPr>
        <w:t xml:space="preserve"> لَكُم بِهِ الزَّرْعَ وَالزَّيْتُونَ وَالنَّخِيلَ وَالأَعْنَابَ وَمِن كُلِّ الثَّمَرَاتِ إِنَّ فِي ذَلِكَ لآيَةً لِّقَوْمٍ يَتَفَكَّرُونَ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تمھارے لئے زراعت، زيتون، خرمے، انگور اور تمام پھل اسى پانى سے پيدا كرتا ہے_ اس امر مي</w:t>
      </w:r>
      <w:r w:rsidR="00083993">
        <w:rPr>
          <w:rtl/>
        </w:rPr>
        <w:t xml:space="preserve">ں </w:t>
      </w:r>
      <w:r>
        <w:rPr>
          <w:rtl/>
        </w:rPr>
        <w:t>بھى صاحبان فكر كے لئے اس كى قدرت كى نشانيا</w:t>
      </w:r>
      <w:r w:rsidR="00083993">
        <w:rPr>
          <w:rtl/>
        </w:rPr>
        <w:t xml:space="preserve">ں </w:t>
      </w:r>
      <w:r>
        <w:rPr>
          <w:rtl/>
        </w:rPr>
        <w:t>پائي جاتى ہي</w:t>
      </w:r>
      <w:r w:rsidR="00083993">
        <w:rPr>
          <w:rtl/>
        </w:rPr>
        <w:t xml:space="preserve">ں </w:t>
      </w:r>
      <w:r>
        <w:rPr>
          <w:rtl/>
        </w:rPr>
        <w:t>_</w:t>
      </w:r>
    </w:p>
    <w:p w:rsidR="001F628F" w:rsidRDefault="001F628F" w:rsidP="001F628F">
      <w:pPr>
        <w:pStyle w:val="libNormal"/>
        <w:rPr>
          <w:rtl/>
        </w:rPr>
      </w:pPr>
      <w:r>
        <w:rPr>
          <w:rtl/>
        </w:rPr>
        <w:t>1_ خداوند عالم كھيتى باڑي، زيتون كے درخت، كجھور ،انگور اور تمام زرعى اجناس كو پيدا كرنے والا ہے_</w:t>
      </w:r>
    </w:p>
    <w:p w:rsidR="001F628F" w:rsidRDefault="001F628F" w:rsidP="009F4D51">
      <w:pPr>
        <w:pStyle w:val="libArabic"/>
        <w:rPr>
          <w:rtl/>
        </w:rPr>
      </w:pPr>
      <w:r>
        <w:rPr>
          <w:rFonts w:hint="eastAsia"/>
          <w:rtl/>
        </w:rPr>
        <w:t>ينبت</w:t>
      </w:r>
      <w:r>
        <w:rPr>
          <w:rtl/>
        </w:rPr>
        <w:t xml:space="preserve"> لكم ب</w:t>
      </w:r>
      <w:r w:rsidR="00120F63" w:rsidRPr="00ED5DE8">
        <w:rPr>
          <w:rFonts w:hint="cs"/>
          <w:rtl/>
        </w:rPr>
        <w:t>ه</w:t>
      </w:r>
      <w:r>
        <w:rPr>
          <w:rtl/>
        </w:rPr>
        <w:t xml:space="preserve"> </w:t>
      </w:r>
      <w:r>
        <w:rPr>
          <w:rFonts w:hint="cs"/>
          <w:rtl/>
        </w:rPr>
        <w:t>الزرع</w:t>
      </w:r>
      <w:r>
        <w:rPr>
          <w:rtl/>
        </w:rPr>
        <w:t xml:space="preserve"> </w:t>
      </w:r>
      <w:r>
        <w:rPr>
          <w:rFonts w:hint="cs"/>
          <w:rtl/>
        </w:rPr>
        <w:t>و</w:t>
      </w:r>
      <w:r>
        <w:rPr>
          <w:rtl/>
        </w:rPr>
        <w:t xml:space="preserve"> </w:t>
      </w:r>
      <w:r>
        <w:rPr>
          <w:rFonts w:hint="cs"/>
          <w:rtl/>
        </w:rPr>
        <w:t>الزيتون</w:t>
      </w:r>
      <w:r>
        <w:rPr>
          <w:rtl/>
        </w:rPr>
        <w:t xml:space="preserve"> </w:t>
      </w:r>
      <w:r>
        <w:rPr>
          <w:rFonts w:hint="cs"/>
          <w:rtl/>
        </w:rPr>
        <w:t>و</w:t>
      </w:r>
      <w:r>
        <w:rPr>
          <w:rtl/>
        </w:rPr>
        <w:t xml:space="preserve"> </w:t>
      </w:r>
      <w:r>
        <w:rPr>
          <w:rFonts w:hint="cs"/>
          <w:rtl/>
        </w:rPr>
        <w:t>النخيل</w:t>
      </w:r>
      <w:r>
        <w:rPr>
          <w:rtl/>
        </w:rPr>
        <w:t xml:space="preserve"> </w:t>
      </w:r>
      <w:r>
        <w:rPr>
          <w:rFonts w:hint="cs"/>
          <w:rtl/>
        </w:rPr>
        <w:t>و</w:t>
      </w:r>
      <w:r>
        <w:rPr>
          <w:rtl/>
        </w:rPr>
        <w:t xml:space="preserve"> </w:t>
      </w:r>
      <w:r>
        <w:rPr>
          <w:rFonts w:hint="cs"/>
          <w:rtl/>
        </w:rPr>
        <w:t>الاعناب</w:t>
      </w:r>
      <w:r>
        <w:rPr>
          <w:rtl/>
        </w:rPr>
        <w:t xml:space="preserve"> </w:t>
      </w:r>
      <w:r>
        <w:rPr>
          <w:rFonts w:hint="cs"/>
          <w:rtl/>
        </w:rPr>
        <w:t>و</w:t>
      </w:r>
      <w:r>
        <w:rPr>
          <w:rtl/>
        </w:rPr>
        <w:t xml:space="preserve"> </w:t>
      </w:r>
      <w:r>
        <w:rPr>
          <w:rFonts w:hint="cs"/>
          <w:rtl/>
        </w:rPr>
        <w:t>من</w:t>
      </w:r>
      <w:r>
        <w:rPr>
          <w:rtl/>
        </w:rPr>
        <w:t xml:space="preserve"> </w:t>
      </w:r>
      <w:r>
        <w:rPr>
          <w:rFonts w:hint="cs"/>
          <w:rtl/>
        </w:rPr>
        <w:t>كل</w:t>
      </w:r>
      <w:r>
        <w:rPr>
          <w:rtl/>
        </w:rPr>
        <w:t xml:space="preserve"> </w:t>
      </w:r>
      <w:r>
        <w:rPr>
          <w:rFonts w:hint="cs"/>
          <w:rtl/>
        </w:rPr>
        <w:t>ا</w:t>
      </w:r>
      <w:r>
        <w:rPr>
          <w:rtl/>
        </w:rPr>
        <w:t>لثمرات</w:t>
      </w:r>
    </w:p>
    <w:p w:rsidR="001F628F" w:rsidRDefault="001F628F" w:rsidP="001F628F">
      <w:pPr>
        <w:pStyle w:val="libNormal"/>
        <w:rPr>
          <w:rtl/>
        </w:rPr>
      </w:pPr>
      <w:r>
        <w:rPr>
          <w:rtl/>
        </w:rPr>
        <w:t>2_ نباتات اور پھل دار درختو</w:t>
      </w:r>
      <w:r w:rsidR="00083993">
        <w:rPr>
          <w:rtl/>
        </w:rPr>
        <w:t xml:space="preserve">ں </w:t>
      </w:r>
      <w:r>
        <w:rPr>
          <w:rtl/>
        </w:rPr>
        <w:t>كى پيدا وار انسان كى بہرہ مندى كى خاطر ہے_</w:t>
      </w:r>
    </w:p>
    <w:p w:rsidR="001F628F" w:rsidRDefault="001F628F" w:rsidP="009F4D51">
      <w:pPr>
        <w:pStyle w:val="libArabic"/>
        <w:rPr>
          <w:rtl/>
        </w:rPr>
      </w:pPr>
      <w:r>
        <w:rPr>
          <w:rFonts w:hint="eastAsia"/>
          <w:rtl/>
        </w:rPr>
        <w:t>ينبت</w:t>
      </w:r>
      <w:r>
        <w:rPr>
          <w:rtl/>
        </w:rPr>
        <w:t xml:space="preserve"> لكم ب</w:t>
      </w:r>
      <w:r w:rsidR="00120F63" w:rsidRPr="00ED5DE8">
        <w:rPr>
          <w:rFonts w:hint="cs"/>
          <w:rtl/>
        </w:rPr>
        <w:t>ه</w:t>
      </w:r>
      <w:r>
        <w:rPr>
          <w:rtl/>
        </w:rPr>
        <w:t xml:space="preserve"> </w:t>
      </w:r>
      <w:r>
        <w:rPr>
          <w:rFonts w:hint="cs"/>
          <w:rtl/>
        </w:rPr>
        <w:t>الزرع</w:t>
      </w:r>
      <w:r>
        <w:rPr>
          <w:rtl/>
        </w:rPr>
        <w:t xml:space="preserve"> </w:t>
      </w:r>
      <w:r>
        <w:rPr>
          <w:rFonts w:hint="cs"/>
          <w:rtl/>
        </w:rPr>
        <w:t>و</w:t>
      </w:r>
      <w:r>
        <w:rPr>
          <w:rtl/>
        </w:rPr>
        <w:t xml:space="preserve"> </w:t>
      </w:r>
      <w:r>
        <w:rPr>
          <w:rFonts w:hint="cs"/>
          <w:rtl/>
        </w:rPr>
        <w:t>الزيتون</w:t>
      </w:r>
      <w:r>
        <w:rPr>
          <w:rtl/>
        </w:rPr>
        <w:t xml:space="preserve"> </w:t>
      </w:r>
      <w:r>
        <w:rPr>
          <w:rFonts w:hint="cs"/>
          <w:rtl/>
        </w:rPr>
        <w:t>و</w:t>
      </w:r>
      <w:r>
        <w:rPr>
          <w:rtl/>
        </w:rPr>
        <w:t xml:space="preserve"> </w:t>
      </w:r>
      <w:r>
        <w:rPr>
          <w:rFonts w:hint="cs"/>
          <w:rtl/>
        </w:rPr>
        <w:t>النخيل</w:t>
      </w:r>
      <w:r>
        <w:rPr>
          <w:rtl/>
        </w:rPr>
        <w:t xml:space="preserve"> </w:t>
      </w:r>
      <w:r>
        <w:rPr>
          <w:rFonts w:hint="cs"/>
          <w:rtl/>
        </w:rPr>
        <w:t>و</w:t>
      </w:r>
      <w:r>
        <w:rPr>
          <w:rtl/>
        </w:rPr>
        <w:t xml:space="preserve"> </w:t>
      </w:r>
      <w:r>
        <w:rPr>
          <w:rFonts w:hint="cs"/>
          <w:rtl/>
        </w:rPr>
        <w:t>الاعناب</w:t>
      </w:r>
      <w:r>
        <w:rPr>
          <w:rtl/>
        </w:rPr>
        <w:t xml:space="preserve"> </w:t>
      </w:r>
      <w:r>
        <w:rPr>
          <w:rFonts w:hint="cs"/>
          <w:rtl/>
        </w:rPr>
        <w:t>و</w:t>
      </w:r>
      <w:r>
        <w:rPr>
          <w:rtl/>
        </w:rPr>
        <w:t xml:space="preserve"> </w:t>
      </w:r>
      <w:r>
        <w:rPr>
          <w:rFonts w:hint="cs"/>
          <w:rtl/>
        </w:rPr>
        <w:t>من</w:t>
      </w:r>
      <w:r>
        <w:rPr>
          <w:rtl/>
        </w:rPr>
        <w:t xml:space="preserve"> </w:t>
      </w:r>
      <w:r>
        <w:rPr>
          <w:rFonts w:hint="cs"/>
          <w:rtl/>
        </w:rPr>
        <w:t>كل</w:t>
      </w:r>
      <w:r>
        <w:rPr>
          <w:rtl/>
        </w:rPr>
        <w:t xml:space="preserve"> </w:t>
      </w:r>
      <w:r>
        <w:rPr>
          <w:rFonts w:hint="cs"/>
          <w:rtl/>
        </w:rPr>
        <w:t>ا</w:t>
      </w:r>
      <w:r>
        <w:rPr>
          <w:rtl/>
        </w:rPr>
        <w:t>لثمرات</w:t>
      </w:r>
    </w:p>
    <w:p w:rsidR="001F628F" w:rsidRDefault="001F628F" w:rsidP="009F4D51">
      <w:pPr>
        <w:pStyle w:val="libNormal"/>
        <w:rPr>
          <w:rtl/>
        </w:rPr>
      </w:pPr>
      <w:r>
        <w:rPr>
          <w:rtl/>
        </w:rPr>
        <w:t>3_ پانى ، نباتا ت اور پھل دار درختو</w:t>
      </w:r>
      <w:r w:rsidR="00083993">
        <w:rPr>
          <w:rtl/>
        </w:rPr>
        <w:t xml:space="preserve">ں </w:t>
      </w:r>
      <w:r>
        <w:rPr>
          <w:rtl/>
        </w:rPr>
        <w:t>كى پيدا وار كے ليے مايہ حيات ہے_</w:t>
      </w:r>
      <w:r w:rsidRPr="009F4D51">
        <w:rPr>
          <w:rStyle w:val="libArabicChar"/>
          <w:rFonts w:hint="eastAsia"/>
          <w:rtl/>
        </w:rPr>
        <w:t>انزل</w:t>
      </w:r>
      <w:r w:rsidRPr="009F4D51">
        <w:rPr>
          <w:rStyle w:val="libArabicChar"/>
          <w:rtl/>
        </w:rPr>
        <w:t xml:space="preserve"> من اسمّائ ...</w:t>
      </w:r>
    </w:p>
    <w:p w:rsidR="001F628F" w:rsidRDefault="001F628F" w:rsidP="001F628F">
      <w:pPr>
        <w:pStyle w:val="libNormal"/>
        <w:rPr>
          <w:rtl/>
        </w:rPr>
      </w:pPr>
      <w:r>
        <w:rPr>
          <w:rtl/>
        </w:rPr>
        <w:t>''بہ الزرع'' مي</w:t>
      </w:r>
      <w:r w:rsidR="00083993">
        <w:rPr>
          <w:rtl/>
        </w:rPr>
        <w:t xml:space="preserve">ں </w:t>
      </w:r>
      <w:r>
        <w:rPr>
          <w:rtl/>
        </w:rPr>
        <w:t>حرف جر ''با'' سببّت كے ليے ہے اور اس ضمير كا مرجع گذشتہ آيت مي</w:t>
      </w:r>
      <w:r w:rsidR="00083993">
        <w:rPr>
          <w:rtl/>
        </w:rPr>
        <w:t xml:space="preserve">ں </w:t>
      </w:r>
      <w:r>
        <w:rPr>
          <w:rtl/>
        </w:rPr>
        <w:t>''ما''ہے اس ليے جملے كا معنى يہ ہوگا خداوند عالم نے پانى كے ذريعے كھيتى باڑي ... كو تمھارے ليے پيدا كيا ہے_</w:t>
      </w:r>
    </w:p>
    <w:p w:rsidR="001F628F" w:rsidRDefault="001F628F" w:rsidP="001F628F">
      <w:pPr>
        <w:pStyle w:val="libNormal"/>
        <w:rPr>
          <w:rtl/>
        </w:rPr>
      </w:pPr>
      <w:r>
        <w:rPr>
          <w:rtl/>
        </w:rPr>
        <w:t>4_ طبيعى عوامل و اسباب ، خداوند عالم كے ارادے كے جارى ہونے كا مقام ہي</w:t>
      </w:r>
      <w:r w:rsidR="00083993">
        <w:rPr>
          <w:rtl/>
        </w:rPr>
        <w:t xml:space="preserve">ں </w:t>
      </w:r>
      <w:r>
        <w:rPr>
          <w:rtl/>
        </w:rPr>
        <w:t>_</w:t>
      </w:r>
    </w:p>
    <w:p w:rsidR="001F628F" w:rsidRDefault="001F628F" w:rsidP="009F4D51">
      <w:pPr>
        <w:pStyle w:val="libArabic"/>
        <w:rPr>
          <w:rtl/>
        </w:rPr>
      </w:pPr>
      <w:r>
        <w:rPr>
          <w:rFonts w:hint="eastAsia"/>
          <w:rtl/>
        </w:rPr>
        <w:t>الذى</w:t>
      </w:r>
      <w:r>
        <w:rPr>
          <w:rtl/>
        </w:rPr>
        <w:t xml:space="preserve"> انزل من السماء</w:t>
      </w:r>
      <w:r w:rsidR="00630A2A" w:rsidRPr="00630A2A">
        <w:rPr>
          <w:rtl/>
        </w:rPr>
        <w:t xml:space="preserve"> ماء</w:t>
      </w:r>
      <w:r>
        <w:rPr>
          <w:rtl/>
        </w:rPr>
        <w:t xml:space="preserve"> ... ينبت لكم ب</w:t>
      </w:r>
      <w:r w:rsidR="00120F63" w:rsidRPr="00ED5DE8">
        <w:rPr>
          <w:rFonts w:hint="cs"/>
          <w:rtl/>
        </w:rPr>
        <w:t>ه</w:t>
      </w:r>
      <w:r>
        <w:rPr>
          <w:rtl/>
        </w:rPr>
        <w:t xml:space="preserve"> الزرع</w:t>
      </w:r>
    </w:p>
    <w:p w:rsidR="001F628F" w:rsidRDefault="001F628F" w:rsidP="001F628F">
      <w:pPr>
        <w:pStyle w:val="libNormal"/>
        <w:rPr>
          <w:rtl/>
        </w:rPr>
      </w:pPr>
      <w:r>
        <w:rPr>
          <w:rFonts w:hint="eastAsia"/>
          <w:rtl/>
        </w:rPr>
        <w:t>آيت</w:t>
      </w:r>
      <w:r>
        <w:rPr>
          <w:rtl/>
        </w:rPr>
        <w:t xml:space="preserve"> كريمہ و ضاحت كررہى ہے كہ''ينبت'' فعل كا فاعل، خداوند عالم ہے اورپانى كى مانند دوسرے اسباب كو خداوند عالم كے فعل كے جارى ہونے كے لحاظ سے اسباب كے عنوان كے طور پر پيش كيا گيا ہے_</w:t>
      </w:r>
    </w:p>
    <w:p w:rsidR="009F4D51" w:rsidRDefault="001E7F9D" w:rsidP="00F73EDE">
      <w:pPr>
        <w:pStyle w:val="libPoemTini"/>
        <w:rPr>
          <w:rtl/>
        </w:rPr>
      </w:pPr>
      <w:r>
        <w:rPr>
          <w:rtl/>
        </w:rPr>
        <w:br w:type="page"/>
      </w:r>
    </w:p>
    <w:p w:rsidR="001F628F" w:rsidRDefault="001F628F" w:rsidP="009F4D51">
      <w:pPr>
        <w:pStyle w:val="libNormal"/>
        <w:rPr>
          <w:rtl/>
        </w:rPr>
      </w:pPr>
      <w:r>
        <w:rPr>
          <w:rtl/>
        </w:rPr>
        <w:lastRenderedPageBreak/>
        <w:t>5_زيتون ، كجھور اورانگو ر ايك خاص اہميت كے حامل ہي</w:t>
      </w:r>
      <w:r w:rsidR="00083993">
        <w:rPr>
          <w:rtl/>
        </w:rPr>
        <w:t xml:space="preserve">ں </w:t>
      </w:r>
      <w:r>
        <w:rPr>
          <w:rtl/>
        </w:rPr>
        <w:t>_</w:t>
      </w:r>
      <w:r w:rsidRPr="009F4D51">
        <w:rPr>
          <w:rStyle w:val="libArabicChar"/>
          <w:rFonts w:hint="eastAsia"/>
          <w:rtl/>
        </w:rPr>
        <w:t>ينبت</w:t>
      </w:r>
      <w:r w:rsidRPr="009F4D51">
        <w:rPr>
          <w:rStyle w:val="libArabicChar"/>
          <w:rtl/>
        </w:rPr>
        <w:t xml:space="preserve"> ...والزيتون و النخيل و الاعناب و من كل الثمرات</w:t>
      </w:r>
    </w:p>
    <w:p w:rsidR="001F628F" w:rsidRDefault="001F628F" w:rsidP="001F628F">
      <w:pPr>
        <w:pStyle w:val="libNormal"/>
        <w:rPr>
          <w:rtl/>
        </w:rPr>
      </w:pPr>
      <w:r>
        <w:rPr>
          <w:rFonts w:hint="eastAsia"/>
          <w:rtl/>
        </w:rPr>
        <w:t>بے</w:t>
      </w:r>
      <w:r>
        <w:rPr>
          <w:rtl/>
        </w:rPr>
        <w:t xml:space="preserve"> شمار ميوہ جات مي</w:t>
      </w:r>
      <w:r w:rsidR="00083993">
        <w:rPr>
          <w:rtl/>
        </w:rPr>
        <w:t xml:space="preserve">ں </w:t>
      </w:r>
      <w:r>
        <w:rPr>
          <w:rtl/>
        </w:rPr>
        <w:t>سے ان تين پھلو</w:t>
      </w:r>
      <w:r w:rsidR="00083993">
        <w:rPr>
          <w:rtl/>
        </w:rPr>
        <w:t xml:space="preserve">ں </w:t>
      </w:r>
      <w:r>
        <w:rPr>
          <w:rtl/>
        </w:rPr>
        <w:t>كا ذكر كرنا ،ہو سكتا ہے ان پھلو</w:t>
      </w:r>
      <w:r w:rsidR="00083993">
        <w:rPr>
          <w:rtl/>
        </w:rPr>
        <w:t xml:space="preserve">ں </w:t>
      </w:r>
      <w:r>
        <w:rPr>
          <w:rtl/>
        </w:rPr>
        <w:t>كى دوسرے پھلو</w:t>
      </w:r>
      <w:r w:rsidR="00083993">
        <w:rPr>
          <w:rtl/>
        </w:rPr>
        <w:t xml:space="preserve">ں </w:t>
      </w:r>
      <w:r>
        <w:rPr>
          <w:rtl/>
        </w:rPr>
        <w:t>كى نسبت، خاص اہميت كى طرف اشارہ ہو_</w:t>
      </w:r>
    </w:p>
    <w:p w:rsidR="001F628F" w:rsidRDefault="001F628F" w:rsidP="001F628F">
      <w:pPr>
        <w:pStyle w:val="libNormal"/>
        <w:rPr>
          <w:rtl/>
        </w:rPr>
      </w:pPr>
      <w:r>
        <w:rPr>
          <w:rtl/>
        </w:rPr>
        <w:t>6_ عالم طبيعت كو اس طرح خلق كياگيا ہے كہ وہ انسان كى ضروريات كو احسن طريقے سے پورا كرتى ہے_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الذى انزل من السماء ماء لكم ... ينبت لكم</w:t>
      </w:r>
    </w:p>
    <w:p w:rsidR="001F628F" w:rsidRDefault="001F628F" w:rsidP="001F628F">
      <w:pPr>
        <w:pStyle w:val="libNormal"/>
        <w:rPr>
          <w:rtl/>
        </w:rPr>
      </w:pPr>
      <w:r>
        <w:rPr>
          <w:rFonts w:hint="eastAsia"/>
          <w:rtl/>
        </w:rPr>
        <w:t>دو</w:t>
      </w:r>
      <w:r>
        <w:rPr>
          <w:rtl/>
        </w:rPr>
        <w:t xml:space="preserve"> آيات مي</w:t>
      </w:r>
      <w:r w:rsidR="00083993">
        <w:rPr>
          <w:rtl/>
        </w:rPr>
        <w:t xml:space="preserve">ں </w:t>
      </w:r>
      <w:r>
        <w:rPr>
          <w:rtl/>
        </w:rPr>
        <w:t>''لكم'' كا تكرار اسى طرح فعل ''تسيمون'' سب اس بات پر دلالت كر رہے ہي</w:t>
      </w:r>
      <w:r w:rsidR="00083993">
        <w:rPr>
          <w:rtl/>
        </w:rPr>
        <w:t xml:space="preserve">ں </w:t>
      </w:r>
      <w:r>
        <w:rPr>
          <w:rtl/>
        </w:rPr>
        <w:t>كہ ان تمام اشياء كو انسان كے منافع كے ليے پيدا كيا گيا ہے جس كے نتيجے مي</w:t>
      </w:r>
      <w:r w:rsidR="00083993">
        <w:rPr>
          <w:rtl/>
        </w:rPr>
        <w:t xml:space="preserve">ں </w:t>
      </w:r>
      <w:r>
        <w:rPr>
          <w:rtl/>
        </w:rPr>
        <w:t>يہ انسان كى ضروريات كے ساتھ سازگار اور متناسب ہي</w:t>
      </w:r>
      <w:r w:rsidR="00083993">
        <w:rPr>
          <w:rtl/>
        </w:rPr>
        <w:t xml:space="preserve">ں </w:t>
      </w:r>
      <w:r>
        <w:rPr>
          <w:rtl/>
        </w:rPr>
        <w:t>_</w:t>
      </w:r>
    </w:p>
    <w:p w:rsidR="001F628F" w:rsidRDefault="001F628F" w:rsidP="001F628F">
      <w:pPr>
        <w:pStyle w:val="libNormal"/>
        <w:rPr>
          <w:rtl/>
        </w:rPr>
      </w:pPr>
      <w:r>
        <w:rPr>
          <w:rtl/>
        </w:rPr>
        <w:t>7_ پانى كے ذريعہ نباتات ، زيتون كے درختو</w:t>
      </w:r>
      <w:r w:rsidR="00083993">
        <w:rPr>
          <w:rtl/>
        </w:rPr>
        <w:t xml:space="preserve">ں </w:t>
      </w:r>
      <w:r>
        <w:rPr>
          <w:rtl/>
        </w:rPr>
        <w:t>، كجھور كى پيدا وار، تفكر كا پيش خيمہ اور خدا شناسى كا ذريعہ ہے_</w:t>
      </w:r>
    </w:p>
    <w:p w:rsidR="001F628F" w:rsidRDefault="001F628F" w:rsidP="009F4D51">
      <w:pPr>
        <w:pStyle w:val="libArabic"/>
        <w:rPr>
          <w:rtl/>
        </w:rPr>
      </w:pPr>
      <w:r>
        <w:rPr>
          <w:rFonts w:hint="eastAsia"/>
          <w:rtl/>
        </w:rPr>
        <w:t>ينبت</w:t>
      </w:r>
      <w:r>
        <w:rPr>
          <w:rtl/>
        </w:rPr>
        <w:t xml:space="preserve"> لكم ب</w:t>
      </w:r>
      <w:r w:rsidR="00120F63" w:rsidRPr="00ED5DE8">
        <w:rPr>
          <w:rFonts w:hint="cs"/>
          <w:rtl/>
        </w:rPr>
        <w:t>ه</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Pr>
          <w:rFonts w:hint="cs"/>
          <w:rtl/>
        </w:rPr>
        <w:t>لآية</w:t>
      </w:r>
      <w:r>
        <w:rPr>
          <w:rtl/>
        </w:rPr>
        <w:t xml:space="preserve"> </w:t>
      </w:r>
      <w:r>
        <w:rPr>
          <w:rFonts w:hint="cs"/>
          <w:rtl/>
        </w:rPr>
        <w:t>لقوم</w:t>
      </w:r>
      <w:r>
        <w:rPr>
          <w:rtl/>
        </w:rPr>
        <w:t xml:space="preserve"> </w:t>
      </w:r>
      <w:r>
        <w:rPr>
          <w:rFonts w:hint="cs"/>
          <w:rtl/>
        </w:rPr>
        <w:t>يتف</w:t>
      </w:r>
      <w:r>
        <w:rPr>
          <w:rtl/>
        </w:rPr>
        <w:t>كّرون</w:t>
      </w:r>
    </w:p>
    <w:p w:rsidR="001F628F" w:rsidRDefault="001F628F" w:rsidP="001F628F">
      <w:pPr>
        <w:pStyle w:val="libNormal"/>
        <w:rPr>
          <w:rtl/>
        </w:rPr>
      </w:pPr>
      <w:r>
        <w:rPr>
          <w:rtl/>
        </w:rPr>
        <w:t>8_ نباتات كى حيات كى خاطر آسمان سے بارش كے پانى كا برسنا،خداوند عالم كى نشانيو</w:t>
      </w:r>
      <w:r w:rsidR="00083993">
        <w:rPr>
          <w:rtl/>
        </w:rPr>
        <w:t xml:space="preserve">ں </w:t>
      </w:r>
      <w:r>
        <w:rPr>
          <w:rtl/>
        </w:rPr>
        <w:t>مي</w:t>
      </w:r>
      <w:r w:rsidR="00083993">
        <w:rPr>
          <w:rtl/>
        </w:rPr>
        <w:t xml:space="preserve">ں </w:t>
      </w:r>
      <w:r>
        <w:rPr>
          <w:rtl/>
        </w:rPr>
        <w:t>سے ہے_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الذى انزل من السماء</w:t>
      </w:r>
      <w:r w:rsidR="00630A2A" w:rsidRPr="00630A2A">
        <w:rPr>
          <w:rtl/>
        </w:rPr>
        <w:t xml:space="preserve"> ماء</w:t>
      </w:r>
      <w:r w:rsidR="001F628F">
        <w:rPr>
          <w:rtl/>
        </w:rPr>
        <w:t xml:space="preserve"> ... ان فى ذلك لاية لقوم يتفكرون</w:t>
      </w:r>
    </w:p>
    <w:p w:rsidR="001F628F" w:rsidRDefault="001F628F" w:rsidP="001F628F">
      <w:pPr>
        <w:pStyle w:val="libNormal"/>
        <w:rPr>
          <w:rtl/>
        </w:rPr>
      </w:pPr>
      <w:r>
        <w:rPr>
          <w:rFonts w:hint="eastAsia"/>
          <w:rtl/>
        </w:rPr>
        <w:t>ممكن</w:t>
      </w:r>
      <w:r>
        <w:rPr>
          <w:rtl/>
        </w:rPr>
        <w:t xml:space="preserve"> ہے كے ''ذالك'' كا مشار اليہ ماقبل آيت مي</w:t>
      </w:r>
      <w:r w:rsidR="00083993">
        <w:rPr>
          <w:rtl/>
        </w:rPr>
        <w:t xml:space="preserve">ں </w:t>
      </w:r>
      <w:r>
        <w:rPr>
          <w:rtl/>
        </w:rPr>
        <w:t>عبارت ''انزل ...مائ'' ہو_</w:t>
      </w:r>
    </w:p>
    <w:p w:rsidR="001F628F" w:rsidRDefault="001F628F" w:rsidP="009F4D51">
      <w:pPr>
        <w:pStyle w:val="libNormal"/>
        <w:rPr>
          <w:rtl/>
        </w:rPr>
      </w:pPr>
      <w:r>
        <w:rPr>
          <w:rtl/>
        </w:rPr>
        <w:t>9_ عالم طبيعت كے تحولات مي</w:t>
      </w:r>
      <w:r w:rsidR="00083993">
        <w:rPr>
          <w:rtl/>
        </w:rPr>
        <w:t xml:space="preserve">ں </w:t>
      </w:r>
      <w:r>
        <w:rPr>
          <w:rtl/>
        </w:rPr>
        <w:t>تفكر، خداشناسى كا ايك ذريعہ ہے_</w:t>
      </w:r>
      <w:r w:rsidRPr="009F4D51">
        <w:rPr>
          <w:rStyle w:val="libArabicChar"/>
          <w:rFonts w:hint="eastAsia"/>
          <w:rtl/>
        </w:rPr>
        <w:t>انّ</w:t>
      </w:r>
      <w:r w:rsidRPr="009F4D51">
        <w:rPr>
          <w:rStyle w:val="libArabicChar"/>
          <w:rtl/>
        </w:rPr>
        <w:t xml:space="preserve"> في ...</w:t>
      </w:r>
    </w:p>
    <w:p w:rsidR="001F628F" w:rsidRDefault="001F628F" w:rsidP="009F4D51">
      <w:pPr>
        <w:pStyle w:val="libNormal"/>
        <w:rPr>
          <w:rtl/>
        </w:rPr>
      </w:pPr>
      <w:r>
        <w:rPr>
          <w:rtl/>
        </w:rPr>
        <w:t>10_ صاحبان نظر او ر مفكر حضرات كے ليے طبيعت كے مناظر كو (الله كي) نشانى كے طور پر درك كرنے كا زمينہ فراہم ہے_</w:t>
      </w:r>
      <w:r w:rsidRPr="009F4D51">
        <w:rPr>
          <w:rStyle w:val="libArabicChar"/>
          <w:rFonts w:hint="eastAsia"/>
          <w:rtl/>
        </w:rPr>
        <w:t>انّ</w:t>
      </w:r>
      <w:r w:rsidRPr="009F4D51">
        <w:rPr>
          <w:rStyle w:val="libArabicChar"/>
          <w:rtl/>
        </w:rPr>
        <w:t xml:space="preserve"> فى ذلك لاية لقوم يتفكّرون</w:t>
      </w:r>
    </w:p>
    <w:p w:rsidR="001F628F" w:rsidRDefault="001F628F" w:rsidP="001F628F">
      <w:pPr>
        <w:pStyle w:val="libNormal"/>
        <w:rPr>
          <w:rtl/>
        </w:rPr>
      </w:pPr>
      <w:r>
        <w:rPr>
          <w:rtl/>
        </w:rPr>
        <w:t>11_ عالم طبيعت كى شناخت اورخداشناسى كا راستہ پيدا كرنے كے ليے تدبّر و فكر ضرورى ہے_</w:t>
      </w:r>
    </w:p>
    <w:p w:rsidR="001F628F" w:rsidRDefault="001F628F" w:rsidP="009F4D51">
      <w:pPr>
        <w:pStyle w:val="libArabic"/>
        <w:rPr>
          <w:rtl/>
        </w:rPr>
      </w:pPr>
      <w:r>
        <w:rPr>
          <w:rFonts w:hint="eastAsia"/>
          <w:rtl/>
        </w:rPr>
        <w:t>انّ</w:t>
      </w:r>
      <w:r>
        <w:rPr>
          <w:rtl/>
        </w:rPr>
        <w:t xml:space="preserve"> فى ذلك لاية لقوم يتفكرون</w:t>
      </w:r>
    </w:p>
    <w:p w:rsidR="001F628F" w:rsidRDefault="001F628F" w:rsidP="009F4D51">
      <w:pPr>
        <w:pStyle w:val="libNormal"/>
        <w:rPr>
          <w:rtl/>
        </w:rPr>
      </w:pPr>
      <w:r>
        <w:rPr>
          <w:rtl/>
        </w:rPr>
        <w:t>12_ تدبّر و فكر، شناخت كا ايك ذريعہ ہي</w:t>
      </w:r>
      <w:r w:rsidR="00083993">
        <w:rPr>
          <w:rtl/>
        </w:rPr>
        <w:t xml:space="preserve">ں </w:t>
      </w:r>
      <w:r>
        <w:rPr>
          <w:rtl/>
        </w:rPr>
        <w:t>_</w:t>
      </w:r>
      <w:r w:rsidRPr="009F4D51">
        <w:rPr>
          <w:rStyle w:val="libArabicChar"/>
          <w:rFonts w:hint="eastAsia"/>
          <w:rtl/>
        </w:rPr>
        <w:t>انّ</w:t>
      </w:r>
      <w:r w:rsidRPr="009F4D51">
        <w:rPr>
          <w:rStyle w:val="libArabicChar"/>
          <w:rtl/>
        </w:rPr>
        <w:t xml:space="preserve"> فى ذلك لاية لقوم يتفكرون</w:t>
      </w:r>
    </w:p>
    <w:p w:rsidR="001F628F" w:rsidRDefault="001F628F" w:rsidP="001F628F">
      <w:pPr>
        <w:pStyle w:val="libNormal"/>
        <w:rPr>
          <w:rtl/>
        </w:rPr>
      </w:pPr>
      <w:r>
        <w:rPr>
          <w:rtl/>
        </w:rPr>
        <w:t>13_ عالم طبيعت سے انسان كى ضروريات كا پورا ہونا ، توحيد اور خداشناسى كى علامت ہے_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الذى انزل ماء لكم ... ينبت لكم ب</w:t>
      </w:r>
      <w:r w:rsidRPr="00ED5DE8">
        <w:rPr>
          <w:rFonts w:hint="cs"/>
          <w:rtl/>
        </w:rPr>
        <w:t>ه</w:t>
      </w:r>
      <w:r w:rsidR="001F628F">
        <w:rPr>
          <w:rtl/>
        </w:rPr>
        <w:t xml:space="preserve"> ... </w:t>
      </w:r>
      <w:r w:rsidR="001F628F">
        <w:rPr>
          <w:rFonts w:hint="cs"/>
          <w:rtl/>
        </w:rPr>
        <w:t>ان</w:t>
      </w:r>
      <w:r w:rsidR="001F628F">
        <w:rPr>
          <w:rtl/>
        </w:rPr>
        <w:t xml:space="preserve"> </w:t>
      </w:r>
      <w:r w:rsidR="001F628F">
        <w:rPr>
          <w:rFonts w:hint="cs"/>
          <w:rtl/>
        </w:rPr>
        <w:t>فى</w:t>
      </w:r>
      <w:r w:rsidR="001F628F">
        <w:rPr>
          <w:rtl/>
        </w:rPr>
        <w:t xml:space="preserve"> </w:t>
      </w:r>
      <w:r w:rsidR="001F628F">
        <w:rPr>
          <w:rFonts w:hint="cs"/>
          <w:rtl/>
        </w:rPr>
        <w:t>ذلك</w:t>
      </w:r>
      <w:r w:rsidR="001F628F">
        <w:rPr>
          <w:rtl/>
        </w:rPr>
        <w:t xml:space="preserve"> </w:t>
      </w:r>
      <w:r w:rsidR="001F628F">
        <w:rPr>
          <w:rFonts w:hint="cs"/>
          <w:rtl/>
        </w:rPr>
        <w:t>لاية</w:t>
      </w:r>
      <w:r w:rsidR="001F628F">
        <w:rPr>
          <w:rtl/>
        </w:rPr>
        <w:t xml:space="preserve"> </w:t>
      </w:r>
      <w:r w:rsidR="001F628F">
        <w:rPr>
          <w:rFonts w:hint="cs"/>
          <w:rtl/>
        </w:rPr>
        <w:t>لقوم</w:t>
      </w:r>
      <w:r w:rsidR="001F628F">
        <w:rPr>
          <w:rtl/>
        </w:rPr>
        <w:t xml:space="preserve"> </w:t>
      </w:r>
      <w:r w:rsidR="001F628F">
        <w:rPr>
          <w:rFonts w:hint="cs"/>
          <w:rtl/>
        </w:rPr>
        <w:t>يتف</w:t>
      </w:r>
      <w:r w:rsidR="001F628F">
        <w:rPr>
          <w:rtl/>
        </w:rPr>
        <w:t>كّرون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كى شناخت كے دلائل 7،9،11،13; الله تعالى كے ارادے كا مجري4; الله تعالى كے افعال1</w:t>
      </w:r>
    </w:p>
    <w:p w:rsidR="001F628F" w:rsidRDefault="001F628F" w:rsidP="001F628F">
      <w:pPr>
        <w:pStyle w:val="libNormal"/>
        <w:rPr>
          <w:rtl/>
        </w:rPr>
      </w:pPr>
      <w:r>
        <w:rPr>
          <w:rFonts w:hint="eastAsia"/>
          <w:rtl/>
        </w:rPr>
        <w:t>الله</w:t>
      </w:r>
      <w:r>
        <w:rPr>
          <w:rtl/>
        </w:rPr>
        <w:t xml:space="preserve"> تعالى كى نشانيان:</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الله</w:t>
      </w:r>
      <w:r>
        <w:rPr>
          <w:rtl/>
        </w:rPr>
        <w:t xml:space="preserve"> تعالى كى آفاقى نشانيا</w:t>
      </w:r>
      <w:r w:rsidR="00083993">
        <w:rPr>
          <w:rtl/>
        </w:rPr>
        <w:t xml:space="preserve">ں </w:t>
      </w:r>
      <w:r>
        <w:rPr>
          <w:rtl/>
        </w:rPr>
        <w:t>8،10،13; الله تعالى كى شناخت كا پيش خيمہ10</w:t>
      </w:r>
    </w:p>
    <w:p w:rsidR="001F628F" w:rsidRDefault="001F628F" w:rsidP="009F4D51">
      <w:pPr>
        <w:pStyle w:val="libNormal"/>
        <w:rPr>
          <w:rtl/>
        </w:rPr>
      </w:pPr>
      <w:r>
        <w:rPr>
          <w:rFonts w:hint="eastAsia"/>
          <w:rtl/>
        </w:rPr>
        <w:t>انسان</w:t>
      </w:r>
      <w:r>
        <w:rPr>
          <w:rtl/>
        </w:rPr>
        <w:t xml:space="preserve"> :</w:t>
      </w:r>
      <w:r>
        <w:rPr>
          <w:rFonts w:hint="eastAsia"/>
          <w:rtl/>
        </w:rPr>
        <w:t>انسان</w:t>
      </w:r>
      <w:r>
        <w:rPr>
          <w:rtl/>
        </w:rPr>
        <w:t xml:space="preserve"> كى ضرورتو</w:t>
      </w:r>
      <w:r w:rsidR="00083993">
        <w:rPr>
          <w:rtl/>
        </w:rPr>
        <w:t xml:space="preserve">ں </w:t>
      </w:r>
      <w:r>
        <w:rPr>
          <w:rtl/>
        </w:rPr>
        <w:t>كا پورا ہونا 13; انسان كى ضرورتو</w:t>
      </w:r>
      <w:r w:rsidR="00083993">
        <w:rPr>
          <w:rtl/>
        </w:rPr>
        <w:t xml:space="preserve">ں </w:t>
      </w:r>
      <w:r>
        <w:rPr>
          <w:rtl/>
        </w:rPr>
        <w:t>كے پورا ہونے مي</w:t>
      </w:r>
      <w:r w:rsidR="00083993">
        <w:rPr>
          <w:rtl/>
        </w:rPr>
        <w:t xml:space="preserve">ں </w:t>
      </w:r>
      <w:r>
        <w:rPr>
          <w:rtl/>
        </w:rPr>
        <w:t>مؤثر اسباب6; انسان كے فضائل2</w:t>
      </w:r>
    </w:p>
    <w:p w:rsidR="001F628F" w:rsidRDefault="001F628F" w:rsidP="009F4D51">
      <w:pPr>
        <w:pStyle w:val="libNormal"/>
        <w:rPr>
          <w:rtl/>
        </w:rPr>
      </w:pPr>
      <w:r>
        <w:rPr>
          <w:rFonts w:hint="eastAsia"/>
          <w:rtl/>
        </w:rPr>
        <w:t>انگور</w:t>
      </w:r>
      <w:r>
        <w:rPr>
          <w:rtl/>
        </w:rPr>
        <w:t>:</w:t>
      </w:r>
      <w:r>
        <w:rPr>
          <w:rFonts w:hint="eastAsia"/>
          <w:rtl/>
        </w:rPr>
        <w:t>انگور</w:t>
      </w:r>
      <w:r>
        <w:rPr>
          <w:rtl/>
        </w:rPr>
        <w:t xml:space="preserve"> كى اہميت5; انگور كے درخت كو اگانے والا1; انگور كے درخت كى پيدا وار7</w:t>
      </w:r>
    </w:p>
    <w:p w:rsidR="001F628F" w:rsidRDefault="001F628F" w:rsidP="009F4D51">
      <w:pPr>
        <w:pStyle w:val="libNormal"/>
        <w:rPr>
          <w:rtl/>
        </w:rPr>
      </w:pPr>
      <w:r>
        <w:rPr>
          <w:rFonts w:hint="eastAsia"/>
          <w:rtl/>
        </w:rPr>
        <w:t>بارش</w:t>
      </w:r>
      <w:r>
        <w:rPr>
          <w:rtl/>
        </w:rPr>
        <w:t>:</w:t>
      </w:r>
      <w:r>
        <w:rPr>
          <w:rFonts w:hint="eastAsia"/>
          <w:rtl/>
        </w:rPr>
        <w:t>بارش</w:t>
      </w:r>
      <w:r>
        <w:rPr>
          <w:rtl/>
        </w:rPr>
        <w:t xml:space="preserve"> كا برسنا، خداوند عالم كى نشانيو</w:t>
      </w:r>
      <w:r w:rsidR="00083993">
        <w:rPr>
          <w:rtl/>
        </w:rPr>
        <w:t xml:space="preserve">ں </w:t>
      </w:r>
      <w:r>
        <w:rPr>
          <w:rtl/>
        </w:rPr>
        <w:t>مي</w:t>
      </w:r>
      <w:r w:rsidR="00083993">
        <w:rPr>
          <w:rtl/>
        </w:rPr>
        <w:t xml:space="preserve">ں </w:t>
      </w:r>
      <w:r>
        <w:rPr>
          <w:rtl/>
        </w:rPr>
        <w:t>سے ہے8</w:t>
      </w:r>
    </w:p>
    <w:p w:rsidR="001F628F" w:rsidRDefault="001F628F" w:rsidP="009F4D51">
      <w:pPr>
        <w:pStyle w:val="libNormal"/>
        <w:rPr>
          <w:rtl/>
        </w:rPr>
      </w:pPr>
      <w:r>
        <w:rPr>
          <w:rFonts w:hint="eastAsia"/>
          <w:rtl/>
        </w:rPr>
        <w:t>پاني</w:t>
      </w:r>
      <w:r>
        <w:rPr>
          <w:rtl/>
        </w:rPr>
        <w:t>:</w:t>
      </w:r>
      <w:r>
        <w:rPr>
          <w:rFonts w:hint="eastAsia"/>
          <w:rtl/>
        </w:rPr>
        <w:t>پانى</w:t>
      </w:r>
      <w:r>
        <w:rPr>
          <w:rtl/>
        </w:rPr>
        <w:t xml:space="preserve"> كے فوائد3،7</w:t>
      </w:r>
    </w:p>
    <w:p w:rsidR="001F628F" w:rsidRDefault="001F628F" w:rsidP="009F4D51">
      <w:pPr>
        <w:pStyle w:val="libNormal"/>
        <w:rPr>
          <w:rtl/>
        </w:rPr>
      </w:pPr>
      <w:r>
        <w:rPr>
          <w:rFonts w:hint="eastAsia"/>
          <w:rtl/>
        </w:rPr>
        <w:t>تفكر</w:t>
      </w:r>
      <w:r>
        <w:rPr>
          <w:rtl/>
        </w:rPr>
        <w:t>:</w:t>
      </w:r>
      <w:r>
        <w:rPr>
          <w:rFonts w:hint="eastAsia"/>
          <w:rtl/>
        </w:rPr>
        <w:t>تفكر</w:t>
      </w:r>
      <w:r>
        <w:rPr>
          <w:rtl/>
        </w:rPr>
        <w:t xml:space="preserve"> كا پيش خيمہ 7; تفكر كا كردار 12; عالم طبيعت مي</w:t>
      </w:r>
      <w:r w:rsidR="00083993">
        <w:rPr>
          <w:rtl/>
        </w:rPr>
        <w:t xml:space="preserve">ں </w:t>
      </w:r>
      <w:r>
        <w:rPr>
          <w:rtl/>
        </w:rPr>
        <w:t>تفكر9;عالم طبيعت مي</w:t>
      </w:r>
      <w:r w:rsidR="00083993">
        <w:rPr>
          <w:rtl/>
        </w:rPr>
        <w:t xml:space="preserve">ں </w:t>
      </w:r>
      <w:r>
        <w:rPr>
          <w:rtl/>
        </w:rPr>
        <w:t>تفكر كى اہميت11</w:t>
      </w:r>
    </w:p>
    <w:p w:rsidR="001F628F" w:rsidRDefault="001F628F" w:rsidP="009F4D51">
      <w:pPr>
        <w:pStyle w:val="libNormal"/>
        <w:rPr>
          <w:rtl/>
        </w:rPr>
      </w:pPr>
      <w:r>
        <w:rPr>
          <w:rFonts w:hint="eastAsia"/>
          <w:rtl/>
        </w:rPr>
        <w:t>توحيد</w:t>
      </w:r>
      <w:r>
        <w:rPr>
          <w:rtl/>
        </w:rPr>
        <w:t>:</w:t>
      </w:r>
      <w:r>
        <w:rPr>
          <w:rFonts w:hint="eastAsia"/>
          <w:rtl/>
        </w:rPr>
        <w:t>توحيد</w:t>
      </w:r>
      <w:r>
        <w:rPr>
          <w:rtl/>
        </w:rPr>
        <w:t xml:space="preserve"> كے دلائل 13</w:t>
      </w:r>
    </w:p>
    <w:p w:rsidR="001F628F" w:rsidRDefault="001F628F" w:rsidP="009F4D51">
      <w:pPr>
        <w:pStyle w:val="libNormal"/>
        <w:rPr>
          <w:rtl/>
        </w:rPr>
      </w:pPr>
      <w:r>
        <w:rPr>
          <w:rFonts w:hint="eastAsia"/>
          <w:rtl/>
        </w:rPr>
        <w:t>درخت</w:t>
      </w:r>
      <w:r>
        <w:rPr>
          <w:rtl/>
        </w:rPr>
        <w:t>:</w:t>
      </w:r>
      <w:r>
        <w:rPr>
          <w:rFonts w:hint="eastAsia"/>
          <w:rtl/>
        </w:rPr>
        <w:t>درختو</w:t>
      </w:r>
      <w:r w:rsidR="00083993">
        <w:rPr>
          <w:rFonts w:hint="eastAsia"/>
          <w:rtl/>
        </w:rPr>
        <w:t xml:space="preserve">ں </w:t>
      </w:r>
      <w:r>
        <w:rPr>
          <w:rtl/>
        </w:rPr>
        <w:t>سے استفادہ 2; درختو</w:t>
      </w:r>
      <w:r w:rsidR="00083993">
        <w:rPr>
          <w:rtl/>
        </w:rPr>
        <w:t xml:space="preserve">ں </w:t>
      </w:r>
      <w:r>
        <w:rPr>
          <w:rtl/>
        </w:rPr>
        <w:t>كى پيدا وار كے اسباب3; درختو</w:t>
      </w:r>
      <w:r w:rsidR="00083993">
        <w:rPr>
          <w:rtl/>
        </w:rPr>
        <w:t xml:space="preserve">ں </w:t>
      </w:r>
      <w:r>
        <w:rPr>
          <w:rtl/>
        </w:rPr>
        <w:t xml:space="preserve">كى پيدا </w:t>
      </w:r>
      <w:r w:rsidR="009F604A">
        <w:rPr>
          <w:rtl/>
        </w:rPr>
        <w:t>ئش</w:t>
      </w:r>
      <w:r>
        <w:rPr>
          <w:rtl/>
        </w:rPr>
        <w:t xml:space="preserve"> كا فلسفہ 2</w:t>
      </w:r>
    </w:p>
    <w:p w:rsidR="001F628F" w:rsidRDefault="001F628F" w:rsidP="009F4D51">
      <w:pPr>
        <w:pStyle w:val="libNormal"/>
        <w:rPr>
          <w:rtl/>
        </w:rPr>
      </w:pPr>
      <w:r>
        <w:rPr>
          <w:rFonts w:hint="eastAsia"/>
          <w:rtl/>
        </w:rPr>
        <w:t>زرعى</w:t>
      </w:r>
      <w:r>
        <w:rPr>
          <w:rtl/>
        </w:rPr>
        <w:t xml:space="preserve"> اجناس:</w:t>
      </w:r>
      <w:r>
        <w:rPr>
          <w:rFonts w:hint="eastAsia"/>
          <w:rtl/>
        </w:rPr>
        <w:t>زرعى</w:t>
      </w:r>
      <w:r>
        <w:rPr>
          <w:rtl/>
        </w:rPr>
        <w:t xml:space="preserve"> اجناس كو اگانے والا1</w:t>
      </w:r>
    </w:p>
    <w:p w:rsidR="001F628F" w:rsidRDefault="001F628F" w:rsidP="009F4D51">
      <w:pPr>
        <w:pStyle w:val="libNormal"/>
        <w:rPr>
          <w:rtl/>
        </w:rPr>
      </w:pPr>
      <w:r>
        <w:rPr>
          <w:rFonts w:hint="eastAsia"/>
          <w:rtl/>
        </w:rPr>
        <w:t>زيتون</w:t>
      </w:r>
      <w:r>
        <w:rPr>
          <w:rtl/>
        </w:rPr>
        <w:t xml:space="preserve"> :</w:t>
      </w:r>
      <w:r>
        <w:rPr>
          <w:rFonts w:hint="eastAsia"/>
          <w:rtl/>
        </w:rPr>
        <w:t>زيتون</w:t>
      </w:r>
      <w:r>
        <w:rPr>
          <w:rtl/>
        </w:rPr>
        <w:t xml:space="preserve"> كى اہميت 5; زيتون كے درخت كو اگانے والا 1; زيتون كے درخت كى پيدا</w:t>
      </w:r>
      <w:r w:rsidR="009F604A">
        <w:rPr>
          <w:rtl/>
        </w:rPr>
        <w:t>ئش</w:t>
      </w:r>
      <w:r>
        <w:rPr>
          <w:rtl/>
        </w:rPr>
        <w:t xml:space="preserve"> 7</w:t>
      </w:r>
    </w:p>
    <w:p w:rsidR="001F628F" w:rsidRDefault="001F628F" w:rsidP="009F4D51">
      <w:pPr>
        <w:pStyle w:val="libNormal"/>
        <w:rPr>
          <w:rtl/>
        </w:rPr>
      </w:pPr>
      <w:r>
        <w:rPr>
          <w:rFonts w:hint="eastAsia"/>
          <w:rtl/>
        </w:rPr>
        <w:t>شناخت</w:t>
      </w:r>
      <w:r>
        <w:rPr>
          <w:rtl/>
        </w:rPr>
        <w:t>:</w:t>
      </w:r>
      <w:r>
        <w:rPr>
          <w:rFonts w:hint="eastAsia"/>
          <w:rtl/>
        </w:rPr>
        <w:t>شناخت</w:t>
      </w:r>
      <w:r>
        <w:rPr>
          <w:rtl/>
        </w:rPr>
        <w:t xml:space="preserve"> كا ذريعہ 12</w:t>
      </w:r>
    </w:p>
    <w:p w:rsidR="001F628F" w:rsidRDefault="001F628F" w:rsidP="009F4D51">
      <w:pPr>
        <w:pStyle w:val="libNormal"/>
        <w:rPr>
          <w:rtl/>
        </w:rPr>
      </w:pPr>
      <w:r>
        <w:rPr>
          <w:rFonts w:hint="eastAsia"/>
          <w:rtl/>
        </w:rPr>
        <w:t>ضرورتي</w:t>
      </w:r>
      <w:r w:rsidR="00083993">
        <w:rPr>
          <w:rFonts w:hint="eastAsia"/>
          <w:rtl/>
        </w:rPr>
        <w:t xml:space="preserve">ں </w:t>
      </w:r>
      <w:r>
        <w:rPr>
          <w:rtl/>
        </w:rPr>
        <w:t>:</w:t>
      </w:r>
      <w:r>
        <w:rPr>
          <w:rFonts w:hint="eastAsia"/>
          <w:rtl/>
        </w:rPr>
        <w:t>ضرورتو</w:t>
      </w:r>
      <w:r w:rsidR="00083993">
        <w:rPr>
          <w:rFonts w:hint="eastAsia"/>
          <w:rtl/>
        </w:rPr>
        <w:t xml:space="preserve">ں </w:t>
      </w:r>
      <w:r>
        <w:rPr>
          <w:rtl/>
        </w:rPr>
        <w:t>كے پورا ہونے مي</w:t>
      </w:r>
      <w:r w:rsidR="00083993">
        <w:rPr>
          <w:rtl/>
        </w:rPr>
        <w:t xml:space="preserve">ں </w:t>
      </w:r>
      <w:r>
        <w:rPr>
          <w:rtl/>
        </w:rPr>
        <w:t>مؤثر عوامل6</w:t>
      </w:r>
    </w:p>
    <w:p w:rsidR="001F628F" w:rsidRDefault="001F628F" w:rsidP="009F4D51">
      <w:pPr>
        <w:pStyle w:val="libNormal"/>
        <w:rPr>
          <w:rtl/>
        </w:rPr>
      </w:pPr>
      <w:r>
        <w:rPr>
          <w:rFonts w:hint="eastAsia"/>
          <w:rtl/>
        </w:rPr>
        <w:t>طبيعت</w:t>
      </w:r>
      <w:r>
        <w:rPr>
          <w:rtl/>
        </w:rPr>
        <w:t xml:space="preserve"> :</w:t>
      </w:r>
      <w:r>
        <w:rPr>
          <w:rFonts w:hint="eastAsia"/>
          <w:rtl/>
        </w:rPr>
        <w:t>طبيعت</w:t>
      </w:r>
      <w:r>
        <w:rPr>
          <w:rtl/>
        </w:rPr>
        <w:t xml:space="preserve"> كى خلقت كى خصوصيات 6</w:t>
      </w:r>
    </w:p>
    <w:p w:rsidR="001F628F" w:rsidRDefault="001F628F" w:rsidP="009F4D51">
      <w:pPr>
        <w:pStyle w:val="libNormal"/>
        <w:rPr>
          <w:rtl/>
        </w:rPr>
      </w:pPr>
      <w:r>
        <w:rPr>
          <w:rFonts w:hint="eastAsia"/>
          <w:rtl/>
        </w:rPr>
        <w:t>طبيعى</w:t>
      </w:r>
      <w:r>
        <w:rPr>
          <w:rtl/>
        </w:rPr>
        <w:t xml:space="preserve"> اسباب:</w:t>
      </w:r>
      <w:r>
        <w:rPr>
          <w:rFonts w:hint="eastAsia"/>
          <w:rtl/>
        </w:rPr>
        <w:t>طبيعى</w:t>
      </w:r>
      <w:r>
        <w:rPr>
          <w:rtl/>
        </w:rPr>
        <w:t xml:space="preserve"> اسباب كا كردار4</w:t>
      </w:r>
    </w:p>
    <w:p w:rsidR="001F628F" w:rsidRDefault="001F628F" w:rsidP="009F4D51">
      <w:pPr>
        <w:pStyle w:val="libNormal"/>
        <w:rPr>
          <w:rtl/>
        </w:rPr>
      </w:pPr>
      <w:r>
        <w:rPr>
          <w:rFonts w:hint="eastAsia"/>
          <w:rtl/>
        </w:rPr>
        <w:t>كجھور</w:t>
      </w:r>
      <w:r>
        <w:rPr>
          <w:rtl/>
        </w:rPr>
        <w:t>:</w:t>
      </w:r>
      <w:r>
        <w:rPr>
          <w:rFonts w:hint="eastAsia"/>
          <w:rtl/>
        </w:rPr>
        <w:t>كجھور</w:t>
      </w:r>
      <w:r>
        <w:rPr>
          <w:rtl/>
        </w:rPr>
        <w:t xml:space="preserve"> كو اگانے والا1; كجھور كى پيدا </w:t>
      </w:r>
      <w:r w:rsidR="009F604A">
        <w:rPr>
          <w:rtl/>
        </w:rPr>
        <w:t>ئش</w:t>
      </w:r>
      <w:r>
        <w:rPr>
          <w:rtl/>
        </w:rPr>
        <w:t>7</w:t>
      </w:r>
    </w:p>
    <w:p w:rsidR="001F628F" w:rsidRDefault="001F628F" w:rsidP="009F4D51">
      <w:pPr>
        <w:pStyle w:val="libNormal"/>
        <w:rPr>
          <w:rtl/>
        </w:rPr>
      </w:pPr>
      <w:r>
        <w:rPr>
          <w:rFonts w:hint="eastAsia"/>
          <w:rtl/>
        </w:rPr>
        <w:t>كھيتى</w:t>
      </w:r>
      <w:r>
        <w:rPr>
          <w:rtl/>
        </w:rPr>
        <w:t xml:space="preserve"> باڑي:</w:t>
      </w:r>
      <w:r>
        <w:rPr>
          <w:rFonts w:hint="eastAsia"/>
          <w:rtl/>
        </w:rPr>
        <w:t>كھيتى</w:t>
      </w:r>
      <w:r>
        <w:rPr>
          <w:rtl/>
        </w:rPr>
        <w:t xml:space="preserve"> باڑى كو پيدا كرنے والا1</w:t>
      </w:r>
    </w:p>
    <w:p w:rsidR="001F628F" w:rsidRDefault="001F628F" w:rsidP="009F4D51">
      <w:pPr>
        <w:pStyle w:val="libNormal"/>
        <w:rPr>
          <w:rtl/>
        </w:rPr>
      </w:pPr>
      <w:r>
        <w:rPr>
          <w:rFonts w:hint="eastAsia"/>
          <w:rtl/>
        </w:rPr>
        <w:t>نباتات</w:t>
      </w:r>
      <w:r>
        <w:rPr>
          <w:rtl/>
        </w:rPr>
        <w:t>:</w:t>
      </w:r>
      <w:r>
        <w:rPr>
          <w:rFonts w:hint="eastAsia"/>
          <w:rtl/>
        </w:rPr>
        <w:t>نباتات</w:t>
      </w:r>
      <w:r>
        <w:rPr>
          <w:rtl/>
        </w:rPr>
        <w:t xml:space="preserve"> سے استفادہ 2; نباتات كى پيدا</w:t>
      </w:r>
      <w:r w:rsidR="009F604A">
        <w:rPr>
          <w:rtl/>
        </w:rPr>
        <w:t>ئش</w:t>
      </w:r>
      <w:r>
        <w:rPr>
          <w:rtl/>
        </w:rPr>
        <w:t>7; نباتات كى پيدا</w:t>
      </w:r>
      <w:r w:rsidR="009F604A">
        <w:rPr>
          <w:rtl/>
        </w:rPr>
        <w:t>ئش</w:t>
      </w:r>
      <w:r>
        <w:rPr>
          <w:rtl/>
        </w:rPr>
        <w:t xml:space="preserve"> كا خداوند عالم كى نشانيو</w:t>
      </w:r>
      <w:r w:rsidR="00083993">
        <w:rPr>
          <w:rtl/>
        </w:rPr>
        <w:t xml:space="preserve">ں </w:t>
      </w:r>
      <w:r>
        <w:rPr>
          <w:rtl/>
        </w:rPr>
        <w:t>مي</w:t>
      </w:r>
      <w:r w:rsidR="00083993">
        <w:rPr>
          <w:rtl/>
        </w:rPr>
        <w:t xml:space="preserve">ں </w:t>
      </w:r>
      <w:r>
        <w:rPr>
          <w:rtl/>
        </w:rPr>
        <w:t>سے ہونا8; نباتات كى پيدا</w:t>
      </w:r>
      <w:r w:rsidR="009F604A">
        <w:rPr>
          <w:rtl/>
        </w:rPr>
        <w:t>ئش</w:t>
      </w:r>
      <w:r>
        <w:rPr>
          <w:rtl/>
        </w:rPr>
        <w:t xml:space="preserve"> كا فلسفہ2; نباتات كى پيدا</w:t>
      </w:r>
      <w:r w:rsidR="009F604A">
        <w:rPr>
          <w:rtl/>
        </w:rPr>
        <w:t>ئش</w:t>
      </w:r>
      <w:r>
        <w:rPr>
          <w:rtl/>
        </w:rPr>
        <w:t xml:space="preserve"> كے عوامل 3</w:t>
      </w:r>
    </w:p>
    <w:p w:rsidR="009F4D51" w:rsidRDefault="001E7F9D" w:rsidP="00F73EDE">
      <w:pPr>
        <w:pStyle w:val="libPoemTini"/>
        <w:rPr>
          <w:rtl/>
        </w:rPr>
      </w:pPr>
      <w:r>
        <w:rPr>
          <w:rtl/>
        </w:rPr>
        <w:br w:type="page"/>
      </w:r>
    </w:p>
    <w:p w:rsidR="009F4D51" w:rsidRPr="00120F63" w:rsidRDefault="009F4D51" w:rsidP="009F4D51">
      <w:pPr>
        <w:pStyle w:val="Heading2Center"/>
        <w:rPr>
          <w:rtl/>
        </w:rPr>
      </w:pPr>
      <w:bookmarkStart w:id="158" w:name="_Toc28081836"/>
      <w:r>
        <w:rPr>
          <w:rFonts w:hint="cs"/>
          <w:rtl/>
        </w:rPr>
        <w:lastRenderedPageBreak/>
        <w:t xml:space="preserve">آیت </w:t>
      </w:r>
      <w:r w:rsidRPr="00120F63">
        <w:rPr>
          <w:rFonts w:hint="cs"/>
          <w:rtl/>
        </w:rPr>
        <w:t>12</w:t>
      </w:r>
      <w:bookmarkEnd w:id="158"/>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وَسَخَّرَ</w:t>
      </w:r>
      <w:r w:rsidRPr="009F4D51">
        <w:rPr>
          <w:rStyle w:val="libAieChar"/>
          <w:rtl/>
        </w:rPr>
        <w:t xml:space="preserve"> لَكُمُ اللَّيْلَ وَالْنَّهَارَ وَالشَّمْسَ وَالْقَمَرَ وَالْنُّجُومُ مُسَخَّرَاتٌ بِأَمْرِهِ إِنَّ فِي ذَلِكَ لَآيَاتٍ لِّقَوْمٍ يَعْقِلُونَ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اسى نے تمھارے لئے رات دن اور آفتاب و ماہتاب سب كو مسخر كرديا ہے اور ستارے بھى اسى حكم كے تابع ہي</w:t>
      </w:r>
      <w:r w:rsidR="00083993">
        <w:rPr>
          <w:rtl/>
        </w:rPr>
        <w:t xml:space="preserve">ں </w:t>
      </w:r>
      <w:r>
        <w:rPr>
          <w:rtl/>
        </w:rPr>
        <w:t>بيشك اس مي</w:t>
      </w:r>
      <w:r w:rsidR="00083993">
        <w:rPr>
          <w:rtl/>
        </w:rPr>
        <w:t xml:space="preserve">ں </w:t>
      </w:r>
      <w:r>
        <w:rPr>
          <w:rtl/>
        </w:rPr>
        <w:t>بھى صاحبان عقل كے لئے قدرت كى بہت سى نشانيا</w:t>
      </w:r>
      <w:r w:rsidR="00083993">
        <w:rPr>
          <w:rtl/>
        </w:rPr>
        <w:t xml:space="preserve">ں </w:t>
      </w:r>
      <w:r>
        <w:rPr>
          <w:rtl/>
        </w:rPr>
        <w:t>پائي جاتى ہي</w:t>
      </w:r>
      <w:r w:rsidR="00083993">
        <w:rPr>
          <w:rtl/>
        </w:rPr>
        <w:t xml:space="preserve">ں </w:t>
      </w:r>
      <w:r>
        <w:rPr>
          <w:rtl/>
        </w:rPr>
        <w:t>_</w:t>
      </w:r>
    </w:p>
    <w:p w:rsidR="001F628F" w:rsidRDefault="001F628F" w:rsidP="001F628F">
      <w:pPr>
        <w:pStyle w:val="libNormal"/>
        <w:rPr>
          <w:rtl/>
        </w:rPr>
      </w:pPr>
      <w:r>
        <w:rPr>
          <w:rtl/>
        </w:rPr>
        <w:t>1_ خداوند عالم نے رات ،دن سورج اور چاند كو انسانو</w:t>
      </w:r>
      <w:r w:rsidR="00083993">
        <w:rPr>
          <w:rtl/>
        </w:rPr>
        <w:t xml:space="preserve">ں </w:t>
      </w:r>
      <w:r>
        <w:rPr>
          <w:rtl/>
        </w:rPr>
        <w:t>كے ليے مسخّر و رام كيا ہے_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الذي ...و سخّر لكم اليل و الن</w:t>
      </w:r>
      <w:r w:rsidRPr="00ED5DE8">
        <w:rPr>
          <w:rFonts w:hint="cs"/>
          <w:rtl/>
        </w:rPr>
        <w:t>ه</w:t>
      </w:r>
      <w:r w:rsidR="001F628F">
        <w:rPr>
          <w:rtl/>
        </w:rPr>
        <w:t>ار و الشمس و القمر</w:t>
      </w:r>
    </w:p>
    <w:p w:rsidR="001F628F" w:rsidRDefault="001F628F" w:rsidP="001F628F">
      <w:pPr>
        <w:pStyle w:val="libNormal"/>
        <w:rPr>
          <w:rtl/>
        </w:rPr>
      </w:pPr>
      <w:r>
        <w:rPr>
          <w:rtl/>
        </w:rPr>
        <w:t>2_ سورج، چاند ، رات اور دن كا مسخّر ہونا ، خداوند عالم كى نعمت اور انسان كى بہر ہ مند ى كے ليے ہے_</w:t>
      </w:r>
    </w:p>
    <w:p w:rsidR="001F628F" w:rsidRDefault="001F628F" w:rsidP="009F4D51">
      <w:pPr>
        <w:pStyle w:val="libArabic"/>
        <w:rPr>
          <w:rtl/>
        </w:rPr>
      </w:pPr>
      <w:r>
        <w:rPr>
          <w:rFonts w:hint="eastAsia"/>
          <w:rtl/>
        </w:rPr>
        <w:t>و</w:t>
      </w:r>
      <w:r>
        <w:rPr>
          <w:rtl/>
        </w:rPr>
        <w:t xml:space="preserve"> سخّر لكم و اليل و الن</w:t>
      </w:r>
      <w:r w:rsidR="00120F63" w:rsidRPr="00ED5DE8">
        <w:rPr>
          <w:rFonts w:hint="cs"/>
          <w:rtl/>
        </w:rPr>
        <w:t>ه</w:t>
      </w:r>
      <w:r>
        <w:rPr>
          <w:rFonts w:hint="cs"/>
          <w:rtl/>
        </w:rPr>
        <w:t>ار</w:t>
      </w:r>
      <w:r>
        <w:rPr>
          <w:rtl/>
        </w:rPr>
        <w:t xml:space="preserve"> </w:t>
      </w:r>
      <w:r>
        <w:rPr>
          <w:rFonts w:hint="cs"/>
          <w:rtl/>
        </w:rPr>
        <w:t>و</w:t>
      </w:r>
      <w:r>
        <w:rPr>
          <w:rtl/>
        </w:rPr>
        <w:t xml:space="preserve"> </w:t>
      </w:r>
      <w:r>
        <w:rPr>
          <w:rFonts w:hint="cs"/>
          <w:rtl/>
        </w:rPr>
        <w:t>الشمس</w:t>
      </w:r>
      <w:r>
        <w:rPr>
          <w:rtl/>
        </w:rPr>
        <w:t xml:space="preserve"> </w:t>
      </w:r>
      <w:r>
        <w:rPr>
          <w:rFonts w:hint="cs"/>
          <w:rtl/>
        </w:rPr>
        <w:t>و</w:t>
      </w:r>
      <w:r>
        <w:rPr>
          <w:rtl/>
        </w:rPr>
        <w:t xml:space="preserve"> </w:t>
      </w:r>
      <w:r>
        <w:rPr>
          <w:rFonts w:hint="cs"/>
          <w:rtl/>
        </w:rPr>
        <w:t>القمر</w:t>
      </w:r>
    </w:p>
    <w:p w:rsidR="001F628F" w:rsidRDefault="001F628F" w:rsidP="009F4D51">
      <w:pPr>
        <w:pStyle w:val="libNormal"/>
        <w:rPr>
          <w:rtl/>
        </w:rPr>
      </w:pPr>
      <w:r>
        <w:rPr>
          <w:rtl/>
        </w:rPr>
        <w:t>3_ متحر ك اور ساكن ( سياّرے ، ستارے) خداوند عالم كے حكم سے رام او رمسخّر مي</w:t>
      </w:r>
      <w:r w:rsidR="00083993">
        <w:rPr>
          <w:rtl/>
        </w:rPr>
        <w:t xml:space="preserve">ں </w:t>
      </w:r>
      <w:r>
        <w:rPr>
          <w:rtl/>
        </w:rPr>
        <w:t>_</w:t>
      </w:r>
      <w:r w:rsidRPr="009F4D51">
        <w:rPr>
          <w:rStyle w:val="libArabicChar"/>
          <w:rFonts w:hint="eastAsia"/>
          <w:rtl/>
        </w:rPr>
        <w:t>والنجوم</w:t>
      </w:r>
      <w:r w:rsidRPr="009F4D51">
        <w:rPr>
          <w:rStyle w:val="libArabicChar"/>
          <w:rtl/>
        </w:rPr>
        <w:t xml:space="preserve"> مسخّرات بامر</w:t>
      </w:r>
      <w:r w:rsidR="00120F63" w:rsidRPr="00B2551F">
        <w:rPr>
          <w:rStyle w:val="libArabicChar"/>
          <w:rFonts w:hint="cs"/>
          <w:rtl/>
        </w:rPr>
        <w:t>ه</w:t>
      </w:r>
    </w:p>
    <w:p w:rsidR="001F628F" w:rsidRDefault="001F628F" w:rsidP="001F628F">
      <w:pPr>
        <w:pStyle w:val="libNormal"/>
        <w:rPr>
          <w:rtl/>
        </w:rPr>
      </w:pPr>
      <w:r>
        <w:rPr>
          <w:rtl/>
        </w:rPr>
        <w:t>''نجم'' كا معنى ستارہ ہے واضح ہے كہ ''نجم '' آسمان كے تمام روشن موجودات كو كہتے ہي</w:t>
      </w:r>
      <w:r w:rsidR="00083993">
        <w:rPr>
          <w:rtl/>
        </w:rPr>
        <w:t xml:space="preserve">ں </w:t>
      </w:r>
      <w:r>
        <w:rPr>
          <w:rtl/>
        </w:rPr>
        <w:t xml:space="preserve">چاہے وہ ساكن ہو </w:t>
      </w:r>
      <w:r w:rsidR="00083993">
        <w:rPr>
          <w:rtl/>
        </w:rPr>
        <w:t xml:space="preserve">ں </w:t>
      </w:r>
      <w:r>
        <w:rPr>
          <w:rtl/>
        </w:rPr>
        <w:t>يا متحرك، چاہے ان كا نور ذاتى ہو يا كسبى ہو_</w:t>
      </w:r>
    </w:p>
    <w:p w:rsidR="001F628F" w:rsidRDefault="001F628F" w:rsidP="009F4D51">
      <w:pPr>
        <w:pStyle w:val="libNormal"/>
        <w:rPr>
          <w:rtl/>
        </w:rPr>
      </w:pPr>
      <w:r>
        <w:rPr>
          <w:rtl/>
        </w:rPr>
        <w:t>4_ ستارو</w:t>
      </w:r>
      <w:r w:rsidR="00083993">
        <w:rPr>
          <w:rtl/>
        </w:rPr>
        <w:t xml:space="preserve">ں </w:t>
      </w:r>
      <w:r>
        <w:rPr>
          <w:rtl/>
        </w:rPr>
        <w:t>كے مسخّر ہونے كا سبب، خداوند عالم كا حكم ہے_</w:t>
      </w:r>
      <w:r w:rsidRPr="009F4D51">
        <w:rPr>
          <w:rStyle w:val="libArabicChar"/>
          <w:rFonts w:hint="eastAsia"/>
          <w:rtl/>
        </w:rPr>
        <w:t>والنجوم</w:t>
      </w:r>
      <w:r w:rsidRPr="009F4D51">
        <w:rPr>
          <w:rStyle w:val="libArabicChar"/>
          <w:rtl/>
        </w:rPr>
        <w:t xml:space="preserve"> مسخرات بامر</w:t>
      </w:r>
      <w:r w:rsidR="00120F63" w:rsidRPr="00B2551F">
        <w:rPr>
          <w:rStyle w:val="libArabicChar"/>
          <w:rFonts w:hint="cs"/>
          <w:rtl/>
        </w:rPr>
        <w:t>ه</w:t>
      </w:r>
    </w:p>
    <w:p w:rsidR="001F628F" w:rsidRDefault="001F628F" w:rsidP="001F628F">
      <w:pPr>
        <w:pStyle w:val="libNormal"/>
        <w:rPr>
          <w:rtl/>
        </w:rPr>
      </w:pPr>
      <w:r>
        <w:rPr>
          <w:rtl/>
        </w:rPr>
        <w:t>''بامرہ'' مي</w:t>
      </w:r>
      <w:r w:rsidR="00083993">
        <w:rPr>
          <w:rtl/>
        </w:rPr>
        <w:t xml:space="preserve">ں </w:t>
      </w:r>
      <w:r>
        <w:rPr>
          <w:rtl/>
        </w:rPr>
        <w:t>''با'' سببيّت كے ليے ہے جو اس بات كى نشاند ہى كر رہى ہے كہ ستارو</w:t>
      </w:r>
      <w:r w:rsidR="00083993">
        <w:rPr>
          <w:rtl/>
        </w:rPr>
        <w:t xml:space="preserve">ں </w:t>
      </w:r>
      <w:r>
        <w:rPr>
          <w:rtl/>
        </w:rPr>
        <w:t>كا مسخّر ہونا، حكم الہى كى خاطر ہے_</w:t>
      </w:r>
    </w:p>
    <w:p w:rsidR="001F628F" w:rsidRDefault="001F628F" w:rsidP="009F4D51">
      <w:pPr>
        <w:pStyle w:val="libNormal"/>
        <w:rPr>
          <w:rtl/>
        </w:rPr>
      </w:pPr>
      <w:r>
        <w:rPr>
          <w:rtl/>
        </w:rPr>
        <w:t>5_ خداوند عالم كے فرمان اور تدبير كے تحت ستارو</w:t>
      </w:r>
      <w:r w:rsidR="00083993">
        <w:rPr>
          <w:rtl/>
        </w:rPr>
        <w:t xml:space="preserve">ں </w:t>
      </w:r>
      <w:r>
        <w:rPr>
          <w:rtl/>
        </w:rPr>
        <w:t>كا مسخّر ہونا ، اس كے اپنے فرامين كو عملى جامہ پہنانے پر اس كى عظيم قدرت كا ايك نمونہ ہے_</w:t>
      </w:r>
      <w:r w:rsidRPr="009F4D51">
        <w:rPr>
          <w:rStyle w:val="libArabicChar"/>
          <w:rFonts w:hint="eastAsia"/>
          <w:rtl/>
        </w:rPr>
        <w:t>اتى</w:t>
      </w:r>
      <w:r w:rsidRPr="009F4D51">
        <w:rPr>
          <w:rStyle w:val="libArabicChar"/>
          <w:rtl/>
        </w:rPr>
        <w:t xml:space="preserve"> امر الله فلا تستعلجو</w:t>
      </w:r>
      <w:r w:rsidR="00120F63" w:rsidRPr="00B2551F">
        <w:rPr>
          <w:rStyle w:val="libArabicChar"/>
          <w:rFonts w:hint="cs"/>
          <w:rtl/>
        </w:rPr>
        <w:t>ه</w:t>
      </w:r>
      <w:r w:rsidRPr="009F4D51">
        <w:rPr>
          <w:rStyle w:val="libArabicChar"/>
          <w:rtl/>
        </w:rPr>
        <w:t xml:space="preserve"> ... و النجوم مسخرات بامر</w:t>
      </w:r>
      <w:r w:rsidR="00120F63" w:rsidRPr="00B2551F">
        <w:rPr>
          <w:rStyle w:val="libArabicChar"/>
          <w:rFonts w:hint="cs"/>
          <w:rtl/>
        </w:rPr>
        <w:t>ه</w:t>
      </w:r>
    </w:p>
    <w:p w:rsidR="001F628F" w:rsidRDefault="001F628F" w:rsidP="001F628F">
      <w:pPr>
        <w:pStyle w:val="libNormal"/>
        <w:rPr>
          <w:rtl/>
        </w:rPr>
      </w:pPr>
      <w:r>
        <w:rPr>
          <w:rtl/>
        </w:rPr>
        <w:t>''اتى امر الله ''آيت مي</w:t>
      </w:r>
      <w:r w:rsidR="00083993">
        <w:rPr>
          <w:rtl/>
        </w:rPr>
        <w:t xml:space="preserve">ں </w:t>
      </w:r>
      <w:r>
        <w:rPr>
          <w:rtl/>
        </w:rPr>
        <w:t>خداوند عالم كے وعدو</w:t>
      </w:r>
      <w:r w:rsidR="00083993">
        <w:rPr>
          <w:rtl/>
        </w:rPr>
        <w:t xml:space="preserve">ں </w:t>
      </w:r>
      <w:r>
        <w:rPr>
          <w:rtl/>
        </w:rPr>
        <w:t>كے تحقق اور الہى فرمان كے آنے كى خبر دى گئي ہے اور اس مكان پر ستارو</w:t>
      </w:r>
      <w:r w:rsidR="00083993">
        <w:rPr>
          <w:rtl/>
        </w:rPr>
        <w:t xml:space="preserve">ں </w:t>
      </w:r>
      <w:r>
        <w:rPr>
          <w:rtl/>
        </w:rPr>
        <w:t>كا مسخّر كرنا، مذكورہ امر كى ياد آورى كا ايك نمونہ ہے تا كہ معلوم</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ہو</w:t>
      </w:r>
      <w:r>
        <w:rPr>
          <w:rtl/>
        </w:rPr>
        <w:t xml:space="preserve"> سكے كہ خداوند عالم نے ستارو</w:t>
      </w:r>
      <w:r w:rsidR="00083993">
        <w:rPr>
          <w:rtl/>
        </w:rPr>
        <w:t xml:space="preserve">ں </w:t>
      </w:r>
      <w:r>
        <w:rPr>
          <w:rtl/>
        </w:rPr>
        <w:t>كو اپنے ليے مسخّر كيا ہے وہ اپنے وعدو</w:t>
      </w:r>
      <w:r w:rsidR="00083993">
        <w:rPr>
          <w:rtl/>
        </w:rPr>
        <w:t xml:space="preserve">ں </w:t>
      </w:r>
      <w:r>
        <w:rPr>
          <w:rtl/>
        </w:rPr>
        <w:t>كو پورا كرنے پر قاور ہے_</w:t>
      </w:r>
    </w:p>
    <w:p w:rsidR="001F628F" w:rsidRDefault="001F628F" w:rsidP="001F628F">
      <w:pPr>
        <w:pStyle w:val="libNormal"/>
        <w:rPr>
          <w:rtl/>
        </w:rPr>
      </w:pPr>
      <w:r>
        <w:rPr>
          <w:rtl/>
        </w:rPr>
        <w:t>6_ رات ، دن ، چاند اور سورج سے انسان كا بہرہ مند ہونا، اس كے ستارو</w:t>
      </w:r>
      <w:r w:rsidR="00083993">
        <w:rPr>
          <w:rtl/>
        </w:rPr>
        <w:t xml:space="preserve">ں </w:t>
      </w:r>
      <w:r>
        <w:rPr>
          <w:rtl/>
        </w:rPr>
        <w:t>سے بہرہ مند ہونے سے مختلف ہے_</w:t>
      </w:r>
    </w:p>
    <w:p w:rsidR="001F628F" w:rsidRDefault="001F628F" w:rsidP="009F4D51">
      <w:pPr>
        <w:pStyle w:val="libArabic"/>
        <w:rPr>
          <w:rtl/>
        </w:rPr>
      </w:pPr>
      <w:r>
        <w:rPr>
          <w:rFonts w:hint="eastAsia"/>
          <w:rtl/>
        </w:rPr>
        <w:t>سخّر</w:t>
      </w:r>
      <w:r>
        <w:rPr>
          <w:rtl/>
        </w:rPr>
        <w:t xml:space="preserve"> لكم ...الشمس ... و النجوم مسخرات بامر</w:t>
      </w:r>
      <w:r w:rsidR="00120F63" w:rsidRPr="00ED5DE8">
        <w:rPr>
          <w:rFonts w:hint="cs"/>
          <w:rtl/>
        </w:rPr>
        <w:t>ه</w:t>
      </w:r>
    </w:p>
    <w:p w:rsidR="001F628F" w:rsidRDefault="001F628F" w:rsidP="001F628F">
      <w:pPr>
        <w:pStyle w:val="libNormal"/>
        <w:rPr>
          <w:rtl/>
        </w:rPr>
      </w:pPr>
      <w:r>
        <w:rPr>
          <w:rFonts w:hint="eastAsia"/>
          <w:rtl/>
        </w:rPr>
        <w:t>اس</w:t>
      </w:r>
      <w:r>
        <w:rPr>
          <w:rtl/>
        </w:rPr>
        <w:t xml:space="preserve"> بات كو مد نظر ركھتے ہوئے كے خداوند عالم نے رات ، دن ، چاند اور سورج كى تسخير كے سلسلہ مي</w:t>
      </w:r>
      <w:r w:rsidR="00083993">
        <w:rPr>
          <w:rtl/>
        </w:rPr>
        <w:t xml:space="preserve">ں </w:t>
      </w:r>
      <w:r>
        <w:rPr>
          <w:rtl/>
        </w:rPr>
        <w:t>لفظ ''سخرّ لكم'' استعمال كيا ہے ليكن ستارو</w:t>
      </w:r>
      <w:r w:rsidR="00083993">
        <w:rPr>
          <w:rtl/>
        </w:rPr>
        <w:t xml:space="preserve">ں </w:t>
      </w:r>
      <w:r>
        <w:rPr>
          <w:rtl/>
        </w:rPr>
        <w:t>كى تسخير كے ليے لفظ ''مسخرّات بامرہ'' كو بغير لفظ ''لكم'' كے بيان كيا ہے اس سے مذكورہ بالا مطلب كا استفادہ ہوتا ہے_</w:t>
      </w:r>
    </w:p>
    <w:p w:rsidR="001F628F" w:rsidRDefault="001F628F" w:rsidP="009F4D51">
      <w:pPr>
        <w:pStyle w:val="libNormal"/>
        <w:rPr>
          <w:rtl/>
        </w:rPr>
      </w:pPr>
      <w:r>
        <w:rPr>
          <w:rtl/>
        </w:rPr>
        <w:t>7_ رات ، دن ، چاند اور سورج و ستارو</w:t>
      </w:r>
      <w:r w:rsidR="00083993">
        <w:rPr>
          <w:rtl/>
        </w:rPr>
        <w:t xml:space="preserve">ں </w:t>
      </w:r>
      <w:r>
        <w:rPr>
          <w:rtl/>
        </w:rPr>
        <w:t>كا مسخّر ہونا، خداوند عالم كى نشانيو</w:t>
      </w:r>
      <w:r w:rsidR="00083993">
        <w:rPr>
          <w:rtl/>
        </w:rPr>
        <w:t xml:space="preserve">ں </w:t>
      </w:r>
      <w:r>
        <w:rPr>
          <w:rtl/>
        </w:rPr>
        <w:t>مي</w:t>
      </w:r>
      <w:r w:rsidR="00083993">
        <w:rPr>
          <w:rtl/>
        </w:rPr>
        <w:t xml:space="preserve">ں </w:t>
      </w:r>
      <w:r>
        <w:rPr>
          <w:rtl/>
        </w:rPr>
        <w:t>سے اور اس كى قدرت كا ايك كرشمہ ہے _</w:t>
      </w:r>
      <w:r w:rsidRPr="009F4D51">
        <w:rPr>
          <w:rStyle w:val="libArabicChar"/>
          <w:rFonts w:hint="eastAsia"/>
          <w:rtl/>
        </w:rPr>
        <w:t>و</w:t>
      </w:r>
      <w:r w:rsidRPr="009F4D51">
        <w:rPr>
          <w:rStyle w:val="libArabicChar"/>
          <w:rtl/>
        </w:rPr>
        <w:t xml:space="preserve"> سخّر لكم اليل والن</w:t>
      </w:r>
      <w:r w:rsidR="00120F63" w:rsidRPr="00B2551F">
        <w:rPr>
          <w:rStyle w:val="libArabicChar"/>
          <w:rFonts w:hint="cs"/>
          <w:rtl/>
        </w:rPr>
        <w:t>ه</w:t>
      </w:r>
      <w:r w:rsidRPr="009F4D51">
        <w:rPr>
          <w:rStyle w:val="libArabicChar"/>
          <w:rFonts w:hint="cs"/>
          <w:rtl/>
        </w:rPr>
        <w:t>ار</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الشمس</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القمر</w:t>
      </w:r>
      <w:r w:rsidRPr="009F4D51">
        <w:rPr>
          <w:rStyle w:val="libArabicChar"/>
          <w:rtl/>
        </w:rPr>
        <w:t xml:space="preserve"> ... </w:t>
      </w:r>
      <w:r w:rsidRPr="009F4D51">
        <w:rPr>
          <w:rStyle w:val="libArabicChar"/>
          <w:rFonts w:hint="cs"/>
          <w:rtl/>
        </w:rPr>
        <w:t>انّ</w:t>
      </w:r>
      <w:r w:rsidRPr="009F4D51">
        <w:rPr>
          <w:rStyle w:val="libArabicChar"/>
          <w:rtl/>
        </w:rPr>
        <w:t xml:space="preserve"> </w:t>
      </w:r>
      <w:r w:rsidRPr="009F4D51">
        <w:rPr>
          <w:rStyle w:val="libArabicChar"/>
          <w:rFonts w:hint="cs"/>
          <w:rtl/>
        </w:rPr>
        <w:t>فى</w:t>
      </w:r>
      <w:r w:rsidRPr="009F4D51">
        <w:rPr>
          <w:rStyle w:val="libArabicChar"/>
          <w:rtl/>
        </w:rPr>
        <w:t xml:space="preserve"> </w:t>
      </w:r>
      <w:r w:rsidRPr="009F4D51">
        <w:rPr>
          <w:rStyle w:val="libArabicChar"/>
          <w:rFonts w:hint="cs"/>
          <w:rtl/>
        </w:rPr>
        <w:t>ذلم</w:t>
      </w:r>
      <w:r w:rsidRPr="009F4D51">
        <w:rPr>
          <w:rStyle w:val="libArabicChar"/>
          <w:rtl/>
        </w:rPr>
        <w:t xml:space="preserve"> </w:t>
      </w:r>
      <w:r w:rsidRPr="009F4D51">
        <w:rPr>
          <w:rStyle w:val="libArabicChar"/>
          <w:rFonts w:hint="cs"/>
          <w:rtl/>
        </w:rPr>
        <w:t>لآيت</w:t>
      </w:r>
      <w:r w:rsidRPr="009F4D51">
        <w:rPr>
          <w:rStyle w:val="libArabicChar"/>
          <w:rtl/>
        </w:rPr>
        <w:t xml:space="preserve"> </w:t>
      </w:r>
      <w:r w:rsidRPr="009F4D51">
        <w:rPr>
          <w:rStyle w:val="libArabicChar"/>
          <w:rFonts w:hint="cs"/>
          <w:rtl/>
        </w:rPr>
        <w:t>لقوم</w:t>
      </w:r>
      <w:r w:rsidRPr="009F4D51">
        <w:rPr>
          <w:rStyle w:val="libArabicChar"/>
          <w:rtl/>
        </w:rPr>
        <w:t xml:space="preserve"> </w:t>
      </w:r>
      <w:r w:rsidRPr="009F4D51">
        <w:rPr>
          <w:rStyle w:val="libArabicChar"/>
          <w:rFonts w:hint="cs"/>
          <w:rtl/>
        </w:rPr>
        <w:t>يعقلون</w:t>
      </w:r>
    </w:p>
    <w:p w:rsidR="001F628F" w:rsidRDefault="001F628F" w:rsidP="009F4D51">
      <w:pPr>
        <w:pStyle w:val="libNormal"/>
        <w:rPr>
          <w:rtl/>
        </w:rPr>
      </w:pPr>
      <w:r>
        <w:rPr>
          <w:rtl/>
        </w:rPr>
        <w:t>8_ تدبّر اور تفكر شناخت كا ذريعہ اور معرفت كے حصول كا وسيلہ ہي</w:t>
      </w:r>
      <w:r w:rsidR="00083993">
        <w:rPr>
          <w:rtl/>
        </w:rPr>
        <w:t xml:space="preserve">ں </w:t>
      </w:r>
      <w:r>
        <w:rPr>
          <w:rtl/>
        </w:rPr>
        <w:t>_</w:t>
      </w:r>
      <w:r w:rsidRPr="009F4D51">
        <w:rPr>
          <w:rStyle w:val="libArabicChar"/>
          <w:rFonts w:hint="eastAsia"/>
          <w:rtl/>
        </w:rPr>
        <w:t>انّ</w:t>
      </w:r>
      <w:r w:rsidRPr="009F4D51">
        <w:rPr>
          <w:rStyle w:val="libArabicChar"/>
          <w:rtl/>
        </w:rPr>
        <w:t xml:space="preserve"> ّ فى ذلم لآيت لقوم يعقلون</w:t>
      </w:r>
    </w:p>
    <w:p w:rsidR="001F628F" w:rsidRDefault="001F628F" w:rsidP="001F628F">
      <w:pPr>
        <w:pStyle w:val="libNormal"/>
        <w:rPr>
          <w:rtl/>
        </w:rPr>
      </w:pPr>
      <w:r>
        <w:rPr>
          <w:rtl/>
        </w:rPr>
        <w:t>9_ موجودات كے نظم مي</w:t>
      </w:r>
      <w:r w:rsidR="00083993">
        <w:rPr>
          <w:rtl/>
        </w:rPr>
        <w:t xml:space="preserve">ں </w:t>
      </w:r>
      <w:r>
        <w:rPr>
          <w:rtl/>
        </w:rPr>
        <w:t>تفكر اور نظام كائنات پر قانون كى حاكميت ، انسان كى ہدايت اور خدا كى شناخت كا سبب ہے_</w:t>
      </w:r>
    </w:p>
    <w:p w:rsidR="001F628F" w:rsidRDefault="001F628F" w:rsidP="009F4D51">
      <w:pPr>
        <w:pStyle w:val="libArabic"/>
        <w:rPr>
          <w:rtl/>
        </w:rPr>
      </w:pPr>
      <w:r>
        <w:rPr>
          <w:rFonts w:hint="eastAsia"/>
          <w:rtl/>
        </w:rPr>
        <w:t>وسخرّ</w:t>
      </w:r>
      <w:r>
        <w:rPr>
          <w:rtl/>
        </w:rPr>
        <w:t xml:space="preserve"> لكم اليل والن</w:t>
      </w:r>
      <w:r w:rsidR="00120F63" w:rsidRPr="00ED5DE8">
        <w:rPr>
          <w:rFonts w:hint="cs"/>
          <w:rtl/>
        </w:rPr>
        <w:t>ه</w:t>
      </w:r>
      <w:r>
        <w:rPr>
          <w:rFonts w:hint="cs"/>
          <w:rtl/>
        </w:rPr>
        <w:t>ار</w:t>
      </w:r>
      <w:r>
        <w:rPr>
          <w:rtl/>
        </w:rPr>
        <w:t xml:space="preserve"> </w:t>
      </w:r>
      <w:r>
        <w:rPr>
          <w:rFonts w:hint="cs"/>
          <w:rtl/>
        </w:rPr>
        <w:t>و</w:t>
      </w:r>
      <w:r>
        <w:rPr>
          <w:rtl/>
        </w:rPr>
        <w:t xml:space="preserve"> </w:t>
      </w:r>
      <w:r>
        <w:rPr>
          <w:rFonts w:hint="cs"/>
          <w:rtl/>
        </w:rPr>
        <w:t>الشمس</w:t>
      </w:r>
      <w:r>
        <w:rPr>
          <w:rtl/>
        </w:rPr>
        <w:t xml:space="preserve"> </w:t>
      </w:r>
      <w:r>
        <w:rPr>
          <w:rFonts w:hint="cs"/>
          <w:rtl/>
        </w:rPr>
        <w:t>و</w:t>
      </w:r>
      <w:r>
        <w:rPr>
          <w:rtl/>
        </w:rPr>
        <w:t xml:space="preserve"> </w:t>
      </w:r>
      <w:r>
        <w:rPr>
          <w:rFonts w:hint="cs"/>
          <w:rtl/>
        </w:rPr>
        <w:t>القمر</w:t>
      </w:r>
      <w:r>
        <w:rPr>
          <w:rtl/>
        </w:rPr>
        <w:t xml:space="preserve"> ... </w:t>
      </w:r>
      <w:r>
        <w:rPr>
          <w:rFonts w:hint="cs"/>
          <w:rtl/>
        </w:rPr>
        <w:t>انّ</w:t>
      </w:r>
      <w:r>
        <w:rPr>
          <w:rtl/>
        </w:rPr>
        <w:t xml:space="preserve"> </w:t>
      </w:r>
      <w:r>
        <w:rPr>
          <w:rFonts w:hint="cs"/>
          <w:rtl/>
        </w:rPr>
        <w:t>فى</w:t>
      </w:r>
      <w:r>
        <w:rPr>
          <w:rtl/>
        </w:rPr>
        <w:t xml:space="preserve"> </w:t>
      </w:r>
      <w:r>
        <w:rPr>
          <w:rFonts w:hint="cs"/>
          <w:rtl/>
        </w:rPr>
        <w:t>ذلم</w:t>
      </w:r>
      <w:r>
        <w:rPr>
          <w:rtl/>
        </w:rPr>
        <w:t xml:space="preserve"> </w:t>
      </w:r>
      <w:r>
        <w:rPr>
          <w:rFonts w:hint="cs"/>
          <w:rtl/>
        </w:rPr>
        <w:t>لآيت</w:t>
      </w:r>
      <w:r>
        <w:rPr>
          <w:rtl/>
        </w:rPr>
        <w:t xml:space="preserve"> </w:t>
      </w:r>
      <w:r>
        <w:rPr>
          <w:rFonts w:hint="cs"/>
          <w:rtl/>
        </w:rPr>
        <w:t>لقوم</w:t>
      </w:r>
      <w:r>
        <w:rPr>
          <w:rtl/>
        </w:rPr>
        <w:t xml:space="preserve"> </w:t>
      </w:r>
      <w:r>
        <w:rPr>
          <w:rFonts w:hint="cs"/>
          <w:rtl/>
        </w:rPr>
        <w:t>ي</w:t>
      </w:r>
      <w:r>
        <w:rPr>
          <w:rtl/>
        </w:rPr>
        <w:t>عقلون</w:t>
      </w:r>
    </w:p>
    <w:p w:rsidR="001F628F" w:rsidRDefault="001F628F" w:rsidP="001F628F">
      <w:pPr>
        <w:pStyle w:val="libNormal"/>
        <w:rPr>
          <w:rtl/>
        </w:rPr>
      </w:pPr>
      <w:r>
        <w:rPr>
          <w:rtl/>
        </w:rPr>
        <w:t>10_ما وراء طبيعت اور خداوند عالم كى شناخت كى خاطر طبيعى مناظرين غور و فكر ضرورى ہے_</w:t>
      </w:r>
    </w:p>
    <w:p w:rsidR="001F628F" w:rsidRDefault="001F628F" w:rsidP="009F4D51">
      <w:pPr>
        <w:pStyle w:val="libArabic"/>
        <w:rPr>
          <w:rtl/>
        </w:rPr>
      </w:pPr>
      <w:r>
        <w:rPr>
          <w:rFonts w:hint="eastAsia"/>
          <w:rtl/>
        </w:rPr>
        <w:t>وسخّر</w:t>
      </w:r>
      <w:r>
        <w:rPr>
          <w:rtl/>
        </w:rPr>
        <w:t xml:space="preserve"> لكم ...الشمس ... انّ فى ذلك لاية لقوم يعقلون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كى قدرت5،7; الله تعالى كى نعمتي</w:t>
      </w:r>
      <w:r w:rsidR="00083993">
        <w:rPr>
          <w:rtl/>
        </w:rPr>
        <w:t xml:space="preserve">ں </w:t>
      </w:r>
      <w:r>
        <w:rPr>
          <w:rtl/>
        </w:rPr>
        <w:t>2; الله تعالى كے افعال 1; الله تعالى كے اوامر3; الله تعالى كے اوامر كا وقوع پزير ہونا 5; امر الہى كے آثار4; خداشناسى كا پيش خيمہ9; عالم طبيعت مي</w:t>
      </w:r>
      <w:r w:rsidR="00083993">
        <w:rPr>
          <w:rtl/>
        </w:rPr>
        <w:t xml:space="preserve">ں </w:t>
      </w:r>
      <w:r>
        <w:rPr>
          <w:rtl/>
        </w:rPr>
        <w:t>خدا شناسي10</w:t>
      </w:r>
    </w:p>
    <w:p w:rsidR="001F628F" w:rsidRDefault="001F628F" w:rsidP="009F4D51">
      <w:pPr>
        <w:pStyle w:val="libNormal"/>
        <w:rPr>
          <w:rtl/>
        </w:rPr>
      </w:pPr>
      <w:r>
        <w:rPr>
          <w:rFonts w:hint="eastAsia"/>
          <w:rtl/>
        </w:rPr>
        <w:t>الله</w:t>
      </w:r>
      <w:r>
        <w:rPr>
          <w:rtl/>
        </w:rPr>
        <w:t xml:space="preserve"> تعالى كى نشانيا</w:t>
      </w:r>
      <w:r w:rsidR="00083993">
        <w:rPr>
          <w:rtl/>
        </w:rPr>
        <w:t xml:space="preserve">ں </w:t>
      </w:r>
      <w:r>
        <w:rPr>
          <w:rtl/>
        </w:rPr>
        <w:t>:</w:t>
      </w:r>
      <w:r>
        <w:rPr>
          <w:rFonts w:hint="eastAsia"/>
          <w:rtl/>
        </w:rPr>
        <w:t>الله</w:t>
      </w:r>
      <w:r>
        <w:rPr>
          <w:rtl/>
        </w:rPr>
        <w:t xml:space="preserve"> تعالى كى آفاقى نشانيا</w:t>
      </w:r>
      <w:r w:rsidR="00083993">
        <w:rPr>
          <w:rtl/>
        </w:rPr>
        <w:t xml:space="preserve">ں </w:t>
      </w:r>
      <w:r>
        <w:rPr>
          <w:rtl/>
        </w:rPr>
        <w:t>7</w:t>
      </w:r>
    </w:p>
    <w:p w:rsidR="001F628F" w:rsidRDefault="001F628F" w:rsidP="009F4D51">
      <w:pPr>
        <w:pStyle w:val="libNormal"/>
        <w:rPr>
          <w:rtl/>
        </w:rPr>
      </w:pPr>
      <w:r>
        <w:rPr>
          <w:rFonts w:hint="eastAsia"/>
          <w:rtl/>
        </w:rPr>
        <w:t>انسان</w:t>
      </w:r>
      <w:r>
        <w:rPr>
          <w:rtl/>
        </w:rPr>
        <w:t>:</w:t>
      </w:r>
      <w:r>
        <w:rPr>
          <w:rFonts w:hint="eastAsia"/>
          <w:rtl/>
        </w:rPr>
        <w:t>انسان</w:t>
      </w:r>
      <w:r>
        <w:rPr>
          <w:rtl/>
        </w:rPr>
        <w:t xml:space="preserve"> كے فضائل1،2</w:t>
      </w:r>
    </w:p>
    <w:p w:rsidR="001F628F" w:rsidRDefault="001F628F" w:rsidP="009F4D51">
      <w:pPr>
        <w:pStyle w:val="libNormal"/>
        <w:rPr>
          <w:rtl/>
        </w:rPr>
      </w:pPr>
      <w:r>
        <w:rPr>
          <w:rFonts w:hint="eastAsia"/>
          <w:rtl/>
        </w:rPr>
        <w:t>چاند</w:t>
      </w:r>
      <w:r>
        <w:rPr>
          <w:rtl/>
        </w:rPr>
        <w:t>:</w:t>
      </w:r>
      <w:r>
        <w:rPr>
          <w:rFonts w:hint="eastAsia"/>
          <w:rtl/>
        </w:rPr>
        <w:t>چاند</w:t>
      </w:r>
      <w:r>
        <w:rPr>
          <w:rtl/>
        </w:rPr>
        <w:t xml:space="preserve"> سے استفادہ 2،6; چاند كى تسخير1،2،7</w:t>
      </w:r>
    </w:p>
    <w:p w:rsidR="001F628F" w:rsidRDefault="001F628F" w:rsidP="009F4D51">
      <w:pPr>
        <w:pStyle w:val="libNormal"/>
        <w:rPr>
          <w:rtl/>
        </w:rPr>
      </w:pPr>
      <w:r>
        <w:rPr>
          <w:rFonts w:hint="eastAsia"/>
          <w:rtl/>
        </w:rPr>
        <w:t>سورج</w:t>
      </w:r>
      <w:r>
        <w:rPr>
          <w:rtl/>
        </w:rPr>
        <w:t>:</w:t>
      </w:r>
      <w:r>
        <w:rPr>
          <w:rFonts w:hint="eastAsia"/>
          <w:rtl/>
        </w:rPr>
        <w:t>سورج</w:t>
      </w:r>
      <w:r>
        <w:rPr>
          <w:rtl/>
        </w:rPr>
        <w:t xml:space="preserve"> سے استفادہ6; سورج كى تسخير 1، 3، 7</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دن</w:t>
      </w:r>
      <w:r>
        <w:rPr>
          <w:rtl/>
        </w:rPr>
        <w:t>:</w:t>
      </w:r>
      <w:r>
        <w:rPr>
          <w:rFonts w:hint="eastAsia"/>
          <w:rtl/>
        </w:rPr>
        <w:t>دن</w:t>
      </w:r>
      <w:r>
        <w:rPr>
          <w:rtl/>
        </w:rPr>
        <w:t xml:space="preserve"> سے استفادہ 2،6; دن كى تسخير1،2،7;</w:t>
      </w:r>
    </w:p>
    <w:p w:rsidR="001F628F" w:rsidRDefault="001F628F" w:rsidP="009F4D51">
      <w:pPr>
        <w:pStyle w:val="libNormal"/>
        <w:rPr>
          <w:rtl/>
        </w:rPr>
      </w:pPr>
      <w:r>
        <w:rPr>
          <w:rFonts w:hint="eastAsia"/>
          <w:rtl/>
        </w:rPr>
        <w:t>رات</w:t>
      </w:r>
      <w:r>
        <w:rPr>
          <w:rtl/>
        </w:rPr>
        <w:t>:</w:t>
      </w:r>
      <w:r>
        <w:rPr>
          <w:rFonts w:hint="eastAsia"/>
          <w:rtl/>
        </w:rPr>
        <w:t>ر</w:t>
      </w:r>
      <w:r>
        <w:rPr>
          <w:rtl/>
        </w:rPr>
        <w:t xml:space="preserve"> ات سے استفادہ 2،6; رات كى تسخير1،2،7</w:t>
      </w:r>
    </w:p>
    <w:p w:rsidR="001F628F" w:rsidRDefault="001F628F" w:rsidP="009F4D51">
      <w:pPr>
        <w:pStyle w:val="libNormal"/>
        <w:rPr>
          <w:rtl/>
        </w:rPr>
      </w:pPr>
      <w:r>
        <w:rPr>
          <w:rFonts w:hint="eastAsia"/>
          <w:rtl/>
        </w:rPr>
        <w:t>ستارے</w:t>
      </w:r>
      <w:r>
        <w:rPr>
          <w:rtl/>
        </w:rPr>
        <w:t>:</w:t>
      </w:r>
      <w:r>
        <w:rPr>
          <w:rFonts w:hint="eastAsia"/>
          <w:rtl/>
        </w:rPr>
        <w:t>ستارو</w:t>
      </w:r>
      <w:r w:rsidR="00083993">
        <w:rPr>
          <w:rFonts w:hint="eastAsia"/>
          <w:rtl/>
        </w:rPr>
        <w:t xml:space="preserve">ں </w:t>
      </w:r>
      <w:r>
        <w:rPr>
          <w:rtl/>
        </w:rPr>
        <w:t>سے استفادہ 6; ستارو</w:t>
      </w:r>
      <w:r w:rsidR="00083993">
        <w:rPr>
          <w:rtl/>
        </w:rPr>
        <w:t xml:space="preserve">ں </w:t>
      </w:r>
      <w:r>
        <w:rPr>
          <w:rtl/>
        </w:rPr>
        <w:t>كو مسخر كرنے كے اسباب4; ستارو</w:t>
      </w:r>
      <w:r w:rsidR="00083993">
        <w:rPr>
          <w:rtl/>
        </w:rPr>
        <w:t xml:space="preserve">ں </w:t>
      </w:r>
      <w:r>
        <w:rPr>
          <w:rtl/>
        </w:rPr>
        <w:t>كى تسخير 3،5،6،7</w:t>
      </w:r>
    </w:p>
    <w:p w:rsidR="001F628F" w:rsidRDefault="001F628F" w:rsidP="009F4D51">
      <w:pPr>
        <w:pStyle w:val="libNormal"/>
        <w:rPr>
          <w:rtl/>
        </w:rPr>
      </w:pPr>
      <w:r>
        <w:rPr>
          <w:rFonts w:hint="eastAsia"/>
          <w:rtl/>
        </w:rPr>
        <w:t>شناخت</w:t>
      </w:r>
      <w:r>
        <w:rPr>
          <w:rtl/>
        </w:rPr>
        <w:t>:</w:t>
      </w:r>
      <w:r>
        <w:rPr>
          <w:rFonts w:hint="eastAsia"/>
          <w:rtl/>
        </w:rPr>
        <w:t>شناخت</w:t>
      </w:r>
      <w:r>
        <w:rPr>
          <w:rtl/>
        </w:rPr>
        <w:t xml:space="preserve"> كا ذريعہ8; شناخت كا طريقہ8</w:t>
      </w:r>
    </w:p>
    <w:p w:rsidR="001F628F" w:rsidRDefault="001F628F" w:rsidP="009F4D51">
      <w:pPr>
        <w:pStyle w:val="libNormal"/>
        <w:rPr>
          <w:rtl/>
        </w:rPr>
      </w:pPr>
      <w:r>
        <w:rPr>
          <w:rFonts w:hint="eastAsia"/>
          <w:rtl/>
        </w:rPr>
        <w:t>فكر</w:t>
      </w:r>
      <w:r>
        <w:rPr>
          <w:rtl/>
        </w:rPr>
        <w:t>:</w:t>
      </w:r>
      <w:r>
        <w:rPr>
          <w:rFonts w:hint="eastAsia"/>
          <w:rtl/>
        </w:rPr>
        <w:t>عالم</w:t>
      </w:r>
      <w:r>
        <w:rPr>
          <w:rtl/>
        </w:rPr>
        <w:t xml:space="preserve"> طبيعت مي</w:t>
      </w:r>
      <w:r w:rsidR="00083993">
        <w:rPr>
          <w:rtl/>
        </w:rPr>
        <w:t xml:space="preserve">ں </w:t>
      </w:r>
      <w:r>
        <w:rPr>
          <w:rtl/>
        </w:rPr>
        <w:t>فكر كى اہميت10;فكر كى اہميت8; فكر كے آثار9; كائنات مي</w:t>
      </w:r>
      <w:r w:rsidR="00083993">
        <w:rPr>
          <w:rtl/>
        </w:rPr>
        <w:t xml:space="preserve">ں </w:t>
      </w:r>
      <w:r>
        <w:rPr>
          <w:rtl/>
        </w:rPr>
        <w:t>فكر9</w:t>
      </w:r>
    </w:p>
    <w:p w:rsidR="001F628F" w:rsidRDefault="001F628F" w:rsidP="009F4D51">
      <w:pPr>
        <w:pStyle w:val="libNormal"/>
        <w:rPr>
          <w:rtl/>
        </w:rPr>
      </w:pPr>
      <w:r>
        <w:rPr>
          <w:rFonts w:hint="eastAsia"/>
          <w:rtl/>
        </w:rPr>
        <w:t>ہدايت</w:t>
      </w:r>
      <w:r>
        <w:rPr>
          <w:rtl/>
        </w:rPr>
        <w:t>:</w:t>
      </w:r>
      <w:r>
        <w:rPr>
          <w:rFonts w:hint="eastAsia"/>
          <w:rtl/>
        </w:rPr>
        <w:t>ہدايت</w:t>
      </w:r>
      <w:r>
        <w:rPr>
          <w:rtl/>
        </w:rPr>
        <w:t xml:space="preserve"> كا پيش خيمہ9</w:t>
      </w:r>
    </w:p>
    <w:p w:rsidR="001F628F" w:rsidRPr="00120F63" w:rsidRDefault="009F4D51" w:rsidP="009F4D51">
      <w:pPr>
        <w:pStyle w:val="Heading2Center"/>
        <w:rPr>
          <w:rtl/>
        </w:rPr>
      </w:pPr>
      <w:bookmarkStart w:id="159" w:name="_Toc28081837"/>
      <w:r>
        <w:rPr>
          <w:rFonts w:hint="cs"/>
          <w:rtl/>
        </w:rPr>
        <w:t xml:space="preserve">آیت </w:t>
      </w:r>
      <w:r w:rsidRPr="00120F63">
        <w:rPr>
          <w:rFonts w:hint="cs"/>
          <w:rtl/>
        </w:rPr>
        <w:t>13</w:t>
      </w:r>
      <w:bookmarkEnd w:id="159"/>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وَمَا</w:t>
      </w:r>
      <w:r w:rsidRPr="009F4D51">
        <w:rPr>
          <w:rStyle w:val="libAieChar"/>
          <w:rtl/>
        </w:rPr>
        <w:t xml:space="preserve"> ذَرَأَ لَكُمْ فِي الأَرْضِ مُخْتَلِفاً أَلْوَانُهُ إِنَّ فِي ذَلِكَ لآيَةً لِّقَوْمٍ يَذَّكَّرُونَ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جو كچھ تمہارے لئے اس زمين كے اندر مختلف رنگو</w:t>
      </w:r>
      <w:r w:rsidR="00083993">
        <w:rPr>
          <w:rtl/>
        </w:rPr>
        <w:t xml:space="preserve">ں </w:t>
      </w:r>
      <w:r>
        <w:rPr>
          <w:rtl/>
        </w:rPr>
        <w:t>مي</w:t>
      </w:r>
      <w:r w:rsidR="00083993">
        <w:rPr>
          <w:rtl/>
        </w:rPr>
        <w:t xml:space="preserve">ں </w:t>
      </w:r>
      <w:r>
        <w:rPr>
          <w:rtl/>
        </w:rPr>
        <w:t>پيدا كيا ہے اس مي</w:t>
      </w:r>
      <w:r w:rsidR="00083993">
        <w:rPr>
          <w:rtl/>
        </w:rPr>
        <w:t xml:space="preserve">ں </w:t>
      </w:r>
      <w:r>
        <w:rPr>
          <w:rtl/>
        </w:rPr>
        <w:t>بھى عبرت حاصل كرنے والى قوم كے لئے اس كى نشانيا</w:t>
      </w:r>
      <w:r w:rsidR="00083993">
        <w:rPr>
          <w:rtl/>
        </w:rPr>
        <w:t xml:space="preserve">ں </w:t>
      </w:r>
      <w:r>
        <w:rPr>
          <w:rtl/>
        </w:rPr>
        <w:t>پائي جاتى ہي</w:t>
      </w:r>
      <w:r w:rsidR="00083993">
        <w:rPr>
          <w:rtl/>
        </w:rPr>
        <w:t xml:space="preserve">ں </w:t>
      </w:r>
      <w:r>
        <w:rPr>
          <w:rtl/>
        </w:rPr>
        <w:t>(12)</w:t>
      </w:r>
    </w:p>
    <w:p w:rsidR="001F628F" w:rsidRDefault="001F628F" w:rsidP="001F628F">
      <w:pPr>
        <w:pStyle w:val="libNormal"/>
        <w:rPr>
          <w:rtl/>
        </w:rPr>
      </w:pPr>
      <w:r>
        <w:rPr>
          <w:rtl/>
        </w:rPr>
        <w:t>1_ خداوند عالم نے زمين كى تمام مخلوقات كو انسان كے ليے مسخّر و رام كيا ہے_</w:t>
      </w:r>
    </w:p>
    <w:p w:rsidR="001F628F" w:rsidRDefault="001F628F" w:rsidP="009F4D51">
      <w:pPr>
        <w:pStyle w:val="libArabic"/>
        <w:rPr>
          <w:rtl/>
        </w:rPr>
      </w:pPr>
      <w:r>
        <w:rPr>
          <w:rFonts w:hint="eastAsia"/>
          <w:rtl/>
        </w:rPr>
        <w:t>و</w:t>
      </w:r>
      <w:r>
        <w:rPr>
          <w:rtl/>
        </w:rPr>
        <w:t xml:space="preserve"> سخّر لكم اليل ... و ما ذرا لكم فى الارض مختلفاً الوان</w:t>
      </w:r>
      <w:r w:rsidR="00120F63" w:rsidRPr="00ED5DE8">
        <w:rPr>
          <w:rFonts w:hint="cs"/>
          <w:rtl/>
        </w:rPr>
        <w:t>ه</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''الذرئ'' كا معنى پيدا كرنا اور منظر عام پر لانا ہے ( لسان العرب) لازم الذكر ہے كہ مذكورہ مطلب كا ''ما'' كے منصوب ہونے اور ''الليل'' پر اس كا عطف ہونے كى بناء پر استفادہ كيا گيا ہے_</w:t>
      </w:r>
    </w:p>
    <w:p w:rsidR="001F628F" w:rsidRDefault="001F628F" w:rsidP="009F4D51">
      <w:pPr>
        <w:pStyle w:val="libNormal"/>
        <w:rPr>
          <w:rtl/>
        </w:rPr>
      </w:pPr>
      <w:r>
        <w:rPr>
          <w:rtl/>
        </w:rPr>
        <w:t>2_ زمين كى مخلوقات ، انواع و اقسام كے رنگو</w:t>
      </w:r>
      <w:r w:rsidR="00083993">
        <w:rPr>
          <w:rtl/>
        </w:rPr>
        <w:t xml:space="preserve">ں </w:t>
      </w:r>
      <w:r>
        <w:rPr>
          <w:rtl/>
        </w:rPr>
        <w:t>كى حامل ہي</w:t>
      </w:r>
      <w:r w:rsidR="00083993">
        <w:rPr>
          <w:rtl/>
        </w:rPr>
        <w:t xml:space="preserve">ں </w:t>
      </w:r>
      <w:r>
        <w:rPr>
          <w:rtl/>
        </w:rPr>
        <w:t>_</w:t>
      </w:r>
      <w:r w:rsidRPr="009F4D51">
        <w:rPr>
          <w:rStyle w:val="libArabicChar"/>
          <w:rFonts w:hint="eastAsia"/>
          <w:rtl/>
        </w:rPr>
        <w:t>و</w:t>
      </w:r>
      <w:r w:rsidRPr="009F4D51">
        <w:rPr>
          <w:rStyle w:val="libArabicChar"/>
          <w:rtl/>
        </w:rPr>
        <w:t xml:space="preserve"> ماذرا لكم فى الارض مختلفاً الوان</w:t>
      </w:r>
      <w:r w:rsidR="00120F63" w:rsidRPr="00B2551F">
        <w:rPr>
          <w:rStyle w:val="libArabicChar"/>
          <w:rFonts w:hint="cs"/>
          <w:rtl/>
        </w:rPr>
        <w:t>ه</w:t>
      </w:r>
    </w:p>
    <w:p w:rsidR="001F628F" w:rsidRDefault="001F628F" w:rsidP="001F628F">
      <w:pPr>
        <w:pStyle w:val="libNormal"/>
        <w:rPr>
          <w:rtl/>
        </w:rPr>
      </w:pPr>
      <w:r>
        <w:rPr>
          <w:rtl/>
        </w:rPr>
        <w:t>3_ مخلوقات كے انواع و اقسام كے رنگ انسانى زندگى مي</w:t>
      </w:r>
      <w:r w:rsidR="00083993">
        <w:rPr>
          <w:rtl/>
        </w:rPr>
        <w:t xml:space="preserve">ں </w:t>
      </w:r>
      <w:r>
        <w:rPr>
          <w:rtl/>
        </w:rPr>
        <w:t>فائدہ مند اثرات كے حامل ہي</w:t>
      </w:r>
      <w:r w:rsidR="00083993">
        <w:rPr>
          <w:rtl/>
        </w:rPr>
        <w:t xml:space="preserve">ں </w:t>
      </w:r>
      <w:r>
        <w:rPr>
          <w:rtl/>
        </w:rPr>
        <w:t>_</w:t>
      </w:r>
    </w:p>
    <w:p w:rsidR="001F628F" w:rsidRDefault="001F628F" w:rsidP="009F4D51">
      <w:pPr>
        <w:pStyle w:val="libArabic"/>
        <w:rPr>
          <w:rtl/>
        </w:rPr>
      </w:pPr>
      <w:r>
        <w:rPr>
          <w:rFonts w:hint="eastAsia"/>
          <w:rtl/>
        </w:rPr>
        <w:t>و</w:t>
      </w:r>
      <w:r>
        <w:rPr>
          <w:rtl/>
        </w:rPr>
        <w:t xml:space="preserve"> ماذرا لكم فى الارض مختلفاً الوان</w:t>
      </w:r>
      <w:r w:rsidR="00120F63" w:rsidRPr="00ED5DE8">
        <w:rPr>
          <w:rFonts w:hint="cs"/>
          <w:rtl/>
        </w:rPr>
        <w:t>ه</w:t>
      </w:r>
    </w:p>
    <w:p w:rsidR="001F628F" w:rsidRDefault="001F628F" w:rsidP="001F628F">
      <w:pPr>
        <w:pStyle w:val="libNormal"/>
        <w:rPr>
          <w:rtl/>
        </w:rPr>
      </w:pPr>
      <w:r>
        <w:rPr>
          <w:rtl/>
        </w:rPr>
        <w:t>''مختلفاً'' الوانہ'' ''ماذرا '' سے حال ہے اس كا معنى اس طرح ہوگا درحالانكہ مخلوقات انواع و اقسام رنگو</w:t>
      </w:r>
      <w:r w:rsidR="00083993">
        <w:rPr>
          <w:rtl/>
        </w:rPr>
        <w:t xml:space="preserve">ں </w:t>
      </w:r>
      <w:r>
        <w:rPr>
          <w:rtl/>
        </w:rPr>
        <w:t>كى حامل ہي</w:t>
      </w:r>
      <w:r w:rsidR="00083993">
        <w:rPr>
          <w:rtl/>
        </w:rPr>
        <w:t xml:space="preserve">ں </w:t>
      </w:r>
      <w:r>
        <w:rPr>
          <w:rtl/>
        </w:rPr>
        <w:t>ان كو تمھارے ليے پيدا كيا گيا ہے_</w:t>
      </w:r>
    </w:p>
    <w:p w:rsidR="001F628F" w:rsidRDefault="001F628F" w:rsidP="001F628F">
      <w:pPr>
        <w:pStyle w:val="libNormal"/>
        <w:rPr>
          <w:rtl/>
        </w:rPr>
      </w:pPr>
      <w:r>
        <w:rPr>
          <w:rtl/>
        </w:rPr>
        <w:t>4_زمين مي</w:t>
      </w:r>
      <w:r w:rsidR="00083993">
        <w:rPr>
          <w:rtl/>
        </w:rPr>
        <w:t xml:space="preserve">ں </w:t>
      </w:r>
      <w:r>
        <w:rPr>
          <w:rtl/>
        </w:rPr>
        <w:t>موجودات كى مختلف رنگو</w:t>
      </w:r>
      <w:r w:rsidR="00083993">
        <w:rPr>
          <w:rtl/>
        </w:rPr>
        <w:t xml:space="preserve">ں </w:t>
      </w:r>
      <w:r>
        <w:rPr>
          <w:rtl/>
        </w:rPr>
        <w:t>مي</w:t>
      </w:r>
      <w:r w:rsidR="00083993">
        <w:rPr>
          <w:rtl/>
        </w:rPr>
        <w:t xml:space="preserve">ں </w:t>
      </w:r>
      <w:r>
        <w:rPr>
          <w:rtl/>
        </w:rPr>
        <w:t>خلقت ،</w:t>
      </w:r>
    </w:p>
    <w:p w:rsidR="009F4D51" w:rsidRDefault="001E7F9D" w:rsidP="00F73EDE">
      <w:pPr>
        <w:pStyle w:val="libPoemTini"/>
        <w:rPr>
          <w:rtl/>
        </w:rPr>
      </w:pPr>
      <w:r>
        <w:rPr>
          <w:rtl/>
        </w:rPr>
        <w:cr/>
      </w:r>
      <w:r>
        <w:rPr>
          <w:rtl/>
        </w:rPr>
        <w:br w:type="page"/>
      </w:r>
    </w:p>
    <w:p w:rsidR="001F628F" w:rsidRDefault="001F628F" w:rsidP="009F4D51">
      <w:pPr>
        <w:pStyle w:val="libNormal"/>
        <w:rPr>
          <w:rtl/>
        </w:rPr>
      </w:pPr>
      <w:r>
        <w:rPr>
          <w:rFonts w:hint="eastAsia"/>
          <w:rtl/>
        </w:rPr>
        <w:lastRenderedPageBreak/>
        <w:t>خداوند</w:t>
      </w:r>
      <w:r>
        <w:rPr>
          <w:rtl/>
        </w:rPr>
        <w:t xml:space="preserve"> عالم كى نشانى اور اس كى قدرت كا كرشمہ ہے_</w:t>
      </w:r>
      <w:r w:rsidRPr="009F4D51">
        <w:rPr>
          <w:rStyle w:val="libArabicChar"/>
          <w:rFonts w:hint="eastAsia"/>
          <w:rtl/>
        </w:rPr>
        <w:t>وماذرا</w:t>
      </w:r>
      <w:r w:rsidRPr="009F4D51">
        <w:rPr>
          <w:rStyle w:val="libArabicChar"/>
          <w:rtl/>
        </w:rPr>
        <w:t xml:space="preserve"> لكم فى الارض مختلفاً الوان</w:t>
      </w:r>
      <w:r w:rsidR="00120F63" w:rsidRPr="00B2551F">
        <w:rPr>
          <w:rStyle w:val="libArabicChar"/>
          <w:rFonts w:hint="cs"/>
          <w:rtl/>
        </w:rPr>
        <w:t>ه</w:t>
      </w:r>
      <w:r w:rsidRPr="009F4D51">
        <w:rPr>
          <w:rStyle w:val="libArabicChar"/>
          <w:rtl/>
        </w:rPr>
        <w:t xml:space="preserve"> </w:t>
      </w:r>
      <w:r w:rsidRPr="009F4D51">
        <w:rPr>
          <w:rStyle w:val="libArabicChar"/>
          <w:rFonts w:hint="cs"/>
          <w:rtl/>
        </w:rPr>
        <w:t>انّ</w:t>
      </w:r>
      <w:r w:rsidRPr="009F4D51">
        <w:rPr>
          <w:rStyle w:val="libArabicChar"/>
          <w:rtl/>
        </w:rPr>
        <w:t xml:space="preserve"> </w:t>
      </w:r>
      <w:r w:rsidRPr="009F4D51">
        <w:rPr>
          <w:rStyle w:val="libArabicChar"/>
          <w:rFonts w:hint="cs"/>
          <w:rtl/>
        </w:rPr>
        <w:t>فى</w:t>
      </w:r>
      <w:r w:rsidRPr="009F4D51">
        <w:rPr>
          <w:rStyle w:val="libArabicChar"/>
          <w:rtl/>
        </w:rPr>
        <w:t xml:space="preserve"> </w:t>
      </w:r>
      <w:r w:rsidRPr="009F4D51">
        <w:rPr>
          <w:rStyle w:val="libArabicChar"/>
          <w:rFonts w:hint="cs"/>
          <w:rtl/>
        </w:rPr>
        <w:t>ذل</w:t>
      </w:r>
      <w:r w:rsidRPr="009F4D51">
        <w:rPr>
          <w:rStyle w:val="libArabicChar"/>
          <w:rtl/>
        </w:rPr>
        <w:t>ك لاية</w:t>
      </w:r>
    </w:p>
    <w:p w:rsidR="001F628F" w:rsidRDefault="001F628F" w:rsidP="009F4D51">
      <w:pPr>
        <w:pStyle w:val="libNormal"/>
        <w:rPr>
          <w:rtl/>
        </w:rPr>
      </w:pPr>
      <w:r>
        <w:rPr>
          <w:rtl/>
        </w:rPr>
        <w:t>5_ بيدار اور متوجہ انسان ، زمينى موجودات كى خلقت اور ان كے انواع و اقسام كے رنگو</w:t>
      </w:r>
      <w:r w:rsidR="00083993">
        <w:rPr>
          <w:rtl/>
        </w:rPr>
        <w:t xml:space="preserve">ں </w:t>
      </w:r>
      <w:r>
        <w:rPr>
          <w:rtl/>
        </w:rPr>
        <w:t>سے خدا كى وحدانيت كا درس ليتا ہے_</w:t>
      </w:r>
      <w:r w:rsidRPr="009F4D51">
        <w:rPr>
          <w:rStyle w:val="libArabicChar"/>
          <w:rFonts w:hint="eastAsia"/>
          <w:rtl/>
        </w:rPr>
        <w:t>وما</w:t>
      </w:r>
      <w:r w:rsidRPr="009F4D51">
        <w:rPr>
          <w:rStyle w:val="libArabicChar"/>
          <w:rtl/>
        </w:rPr>
        <w:t xml:space="preserve"> ذرا لكم ... لاية لقوم يذكّرون</w:t>
      </w:r>
    </w:p>
    <w:p w:rsidR="001F628F" w:rsidRDefault="001F628F" w:rsidP="001F628F">
      <w:pPr>
        <w:pStyle w:val="libNormal"/>
        <w:rPr>
          <w:rtl/>
        </w:rPr>
      </w:pPr>
      <w:r>
        <w:rPr>
          <w:rFonts w:hint="eastAsia"/>
          <w:rtl/>
        </w:rPr>
        <w:t>چونكہ</w:t>
      </w:r>
      <w:r>
        <w:rPr>
          <w:rtl/>
        </w:rPr>
        <w:t xml:space="preserve"> ''لآية'' كا متعلق محذوف ہے لہذا ہوسكتا ہے كہ ''لتوحيد ہ'' مقدر ہے يعنى خدا وند عالم كى وحدانيت كى نشانى ہے_</w:t>
      </w:r>
    </w:p>
    <w:p w:rsidR="001F628F" w:rsidRDefault="001F628F" w:rsidP="009F4D51">
      <w:pPr>
        <w:pStyle w:val="libNormal"/>
        <w:rPr>
          <w:rtl/>
        </w:rPr>
      </w:pPr>
      <w:r>
        <w:rPr>
          <w:rtl/>
        </w:rPr>
        <w:t>6_خداوند عالم كى شناخت كے ليے عالم طبيعت كى طرف توجہ اور اس كى انواع و اقسام كى رنگينيو</w:t>
      </w:r>
      <w:r w:rsidR="00083993">
        <w:rPr>
          <w:rtl/>
        </w:rPr>
        <w:t xml:space="preserve">ں </w:t>
      </w:r>
      <w:r>
        <w:rPr>
          <w:rtl/>
        </w:rPr>
        <w:t>مي</w:t>
      </w:r>
      <w:r w:rsidR="00083993">
        <w:rPr>
          <w:rtl/>
        </w:rPr>
        <w:t xml:space="preserve">ں </w:t>
      </w:r>
      <w:r>
        <w:rPr>
          <w:rtl/>
        </w:rPr>
        <w:t>دقت ضرورى ہے _</w:t>
      </w:r>
      <w:r w:rsidRPr="009F4D51">
        <w:rPr>
          <w:rStyle w:val="libArabicChar"/>
          <w:rFonts w:hint="eastAsia"/>
          <w:rtl/>
        </w:rPr>
        <w:t>انّ</w:t>
      </w:r>
      <w:r w:rsidRPr="009F4D51">
        <w:rPr>
          <w:rStyle w:val="libArabicChar"/>
          <w:rtl/>
        </w:rPr>
        <w:t xml:space="preserve"> فى ذلك لاية لقوم يذكّرون</w:t>
      </w:r>
    </w:p>
    <w:p w:rsidR="001F628F" w:rsidRDefault="001F628F" w:rsidP="009F4D51">
      <w:pPr>
        <w:pStyle w:val="libNormal"/>
        <w:rPr>
          <w:rtl/>
        </w:rPr>
      </w:pPr>
      <w:r>
        <w:rPr>
          <w:rtl/>
        </w:rPr>
        <w:t>7_ توجہ اور ياد آوري، معرفت كا پيش خيمہ اور شناخت كا ذريعہ ہي</w:t>
      </w:r>
      <w:r w:rsidR="00083993">
        <w:rPr>
          <w:rtl/>
        </w:rPr>
        <w:t xml:space="preserve">ں </w:t>
      </w:r>
      <w:r>
        <w:rPr>
          <w:rtl/>
        </w:rPr>
        <w:t>_</w:t>
      </w:r>
      <w:r w:rsidRPr="009F4D51">
        <w:rPr>
          <w:rStyle w:val="libArabicChar"/>
          <w:rFonts w:hint="eastAsia"/>
          <w:rtl/>
        </w:rPr>
        <w:t>و</w:t>
      </w:r>
      <w:r w:rsidRPr="009F4D51">
        <w:rPr>
          <w:rStyle w:val="libArabicChar"/>
          <w:rtl/>
        </w:rPr>
        <w:t xml:space="preserve"> ماذرا لكم فى الارض ... ان فى ذلك لاية لقوم يذكّرون</w:t>
      </w:r>
    </w:p>
    <w:p w:rsidR="001F628F" w:rsidRDefault="001F628F" w:rsidP="001F628F">
      <w:pPr>
        <w:pStyle w:val="libNormal"/>
        <w:rPr>
          <w:rtl/>
        </w:rPr>
      </w:pPr>
      <w:r>
        <w:rPr>
          <w:rtl/>
        </w:rPr>
        <w:t>8_ عالم طبيعت مي</w:t>
      </w:r>
      <w:r w:rsidR="00083993">
        <w:rPr>
          <w:rtl/>
        </w:rPr>
        <w:t xml:space="preserve">ں </w:t>
      </w:r>
      <w:r>
        <w:rPr>
          <w:rtl/>
        </w:rPr>
        <w:t>خدا شناسى كے ليے ہر بار فكر و تدبّر ايك مناسب ذريعہ ہے_</w:t>
      </w:r>
    </w:p>
    <w:p w:rsidR="001F628F" w:rsidRDefault="001F628F" w:rsidP="009F4D51">
      <w:pPr>
        <w:pStyle w:val="libArabic"/>
        <w:rPr>
          <w:rtl/>
        </w:rPr>
      </w:pPr>
      <w:r>
        <w:rPr>
          <w:rFonts w:hint="eastAsia"/>
          <w:rtl/>
        </w:rPr>
        <w:t>ينبت</w:t>
      </w:r>
      <w:r>
        <w:rPr>
          <w:rtl/>
        </w:rPr>
        <w:t xml:space="preserve"> لكم ب</w:t>
      </w:r>
      <w:r w:rsidR="00120F63" w:rsidRPr="00ED5DE8">
        <w:rPr>
          <w:rFonts w:hint="cs"/>
          <w:rtl/>
        </w:rPr>
        <w:t>ه</w:t>
      </w:r>
      <w:r>
        <w:rPr>
          <w:rtl/>
        </w:rPr>
        <w:t xml:space="preserve"> </w:t>
      </w:r>
      <w:r>
        <w:rPr>
          <w:rFonts w:hint="cs"/>
          <w:rtl/>
        </w:rPr>
        <w:t>الزرع</w:t>
      </w:r>
      <w:r>
        <w:rPr>
          <w:rtl/>
        </w:rPr>
        <w:t xml:space="preserve"> ... </w:t>
      </w:r>
      <w:r>
        <w:rPr>
          <w:rFonts w:hint="cs"/>
          <w:rtl/>
        </w:rPr>
        <w:t>لقوم</w:t>
      </w:r>
      <w:r>
        <w:rPr>
          <w:rtl/>
        </w:rPr>
        <w:t xml:space="preserve"> </w:t>
      </w:r>
      <w:r>
        <w:rPr>
          <w:rFonts w:hint="cs"/>
          <w:rtl/>
        </w:rPr>
        <w:t>يتفكرون</w:t>
      </w:r>
      <w:r>
        <w:rPr>
          <w:rtl/>
        </w:rPr>
        <w:t xml:space="preserve"> </w:t>
      </w:r>
      <w:r>
        <w:rPr>
          <w:rFonts w:hint="cs"/>
          <w:rtl/>
        </w:rPr>
        <w:t>و</w:t>
      </w:r>
      <w:r>
        <w:rPr>
          <w:rtl/>
        </w:rPr>
        <w:t xml:space="preserve"> </w:t>
      </w:r>
      <w:r>
        <w:rPr>
          <w:rFonts w:hint="cs"/>
          <w:rtl/>
        </w:rPr>
        <w:t>سخّر</w:t>
      </w:r>
      <w:r>
        <w:rPr>
          <w:rtl/>
        </w:rPr>
        <w:t xml:space="preserve"> </w:t>
      </w:r>
      <w:r>
        <w:rPr>
          <w:rFonts w:hint="cs"/>
          <w:rtl/>
        </w:rPr>
        <w:t>لكم</w:t>
      </w:r>
      <w:r>
        <w:rPr>
          <w:rtl/>
        </w:rPr>
        <w:t xml:space="preserve"> </w:t>
      </w:r>
      <w:r>
        <w:rPr>
          <w:rFonts w:hint="cs"/>
          <w:rtl/>
        </w:rPr>
        <w:t>اليل</w:t>
      </w:r>
      <w:r>
        <w:rPr>
          <w:rtl/>
        </w:rPr>
        <w:t xml:space="preserve"> ... </w:t>
      </w:r>
      <w:r>
        <w:rPr>
          <w:rFonts w:hint="cs"/>
          <w:rtl/>
        </w:rPr>
        <w:t>لقوم</w:t>
      </w:r>
      <w:r>
        <w:rPr>
          <w:rtl/>
        </w:rPr>
        <w:t xml:space="preserve"> </w:t>
      </w:r>
      <w:r>
        <w:rPr>
          <w:rFonts w:hint="cs"/>
          <w:rtl/>
        </w:rPr>
        <w:t>يعقلون</w:t>
      </w:r>
      <w:r>
        <w:rPr>
          <w:rtl/>
        </w:rPr>
        <w:t xml:space="preserve"> </w:t>
      </w:r>
      <w:r>
        <w:rPr>
          <w:rFonts w:hint="cs"/>
          <w:rtl/>
        </w:rPr>
        <w:t>و</w:t>
      </w:r>
      <w:r>
        <w:rPr>
          <w:rtl/>
        </w:rPr>
        <w:t xml:space="preserve"> </w:t>
      </w:r>
      <w:r>
        <w:rPr>
          <w:rFonts w:hint="cs"/>
          <w:rtl/>
        </w:rPr>
        <w:t>ما</w:t>
      </w:r>
      <w:r>
        <w:rPr>
          <w:rtl/>
        </w:rPr>
        <w:t xml:space="preserve"> </w:t>
      </w:r>
      <w:r>
        <w:rPr>
          <w:rFonts w:hint="cs"/>
          <w:rtl/>
        </w:rPr>
        <w:t>ذراء</w:t>
      </w:r>
      <w:r>
        <w:rPr>
          <w:rtl/>
        </w:rPr>
        <w:t xml:space="preserve"> </w:t>
      </w:r>
      <w:r>
        <w:rPr>
          <w:rFonts w:hint="cs"/>
          <w:rtl/>
        </w:rPr>
        <w:t>لكم</w:t>
      </w:r>
      <w:r>
        <w:rPr>
          <w:rtl/>
        </w:rPr>
        <w:t xml:space="preserve"> ... </w:t>
      </w:r>
      <w:r>
        <w:rPr>
          <w:rFonts w:hint="cs"/>
          <w:rtl/>
        </w:rPr>
        <w:t>لقوم</w:t>
      </w:r>
      <w:r>
        <w:rPr>
          <w:rtl/>
        </w:rPr>
        <w:t xml:space="preserve"> </w:t>
      </w:r>
      <w:r>
        <w:rPr>
          <w:rFonts w:hint="cs"/>
          <w:rtl/>
        </w:rPr>
        <w:t>يذ</w:t>
      </w:r>
      <w:r>
        <w:rPr>
          <w:rtl/>
        </w:rPr>
        <w:t>كّرون</w:t>
      </w:r>
    </w:p>
    <w:p w:rsidR="001F628F" w:rsidRDefault="001F628F" w:rsidP="001F628F">
      <w:pPr>
        <w:pStyle w:val="libNormal"/>
        <w:rPr>
          <w:rtl/>
        </w:rPr>
      </w:pPr>
      <w:r>
        <w:rPr>
          <w:rtl/>
        </w:rPr>
        <w:t>''الذرع والزيتون ...'' جو كہ مادى اور معمولى امور ہي</w:t>
      </w:r>
      <w:r w:rsidR="00083993">
        <w:rPr>
          <w:rtl/>
        </w:rPr>
        <w:t xml:space="preserve">ں </w:t>
      </w:r>
      <w:r>
        <w:rPr>
          <w:rtl/>
        </w:rPr>
        <w:t>جن كے نتيجے كے ليے فقط فكر كافى ہے جملات كے بعد ''لقوم يتفكرون'' كالا نا اور رات و دن كى تسخير و غيرہ كہ جن كے ليے دقت ضرورى ہے كہ بعد ''لقوم يعقلون'' اور اسى طرح انواع و اقسام كے رنگ كہ جن كے ليے كلى م</w:t>
      </w:r>
      <w:r>
        <w:rPr>
          <w:rFonts w:hint="eastAsia"/>
          <w:rtl/>
        </w:rPr>
        <w:t>قدمات</w:t>
      </w:r>
      <w:r>
        <w:rPr>
          <w:rtl/>
        </w:rPr>
        <w:t xml:space="preserve"> ہوتے ہي</w:t>
      </w:r>
      <w:r w:rsidR="00083993">
        <w:rPr>
          <w:rtl/>
        </w:rPr>
        <w:t xml:space="preserve">ں </w:t>
      </w:r>
      <w:r>
        <w:rPr>
          <w:rtl/>
        </w:rPr>
        <w:t>اور تھوڑى سى توجہ سے مطلب حاصل ہوجا تاہے كے بعد ''لقوم يتذكرحق'' كے استعمال كى طرف توجہ كرنے سے مذكورہ بالا مطلب كا استفادہ ہوتا ہے_</w:t>
      </w:r>
    </w:p>
    <w:p w:rsidR="001F628F" w:rsidRDefault="001F628F" w:rsidP="001F628F">
      <w:pPr>
        <w:pStyle w:val="libNormal"/>
        <w:rPr>
          <w:rtl/>
        </w:rPr>
      </w:pPr>
      <w:r>
        <w:rPr>
          <w:rtl/>
        </w:rPr>
        <w:t>9_ شناخت كے انواع و اقسام كے مراتب اپنے ليے مناسب ذريعے كا تقاضا كرتے ہي</w:t>
      </w:r>
      <w:r w:rsidR="00083993">
        <w:rPr>
          <w:rtl/>
        </w:rPr>
        <w:t xml:space="preserve">ں </w:t>
      </w:r>
      <w:r>
        <w:rPr>
          <w:rtl/>
        </w:rPr>
        <w:t>_</w:t>
      </w:r>
    </w:p>
    <w:p w:rsidR="001F628F" w:rsidRDefault="001F628F" w:rsidP="009F4D51">
      <w:pPr>
        <w:pStyle w:val="libArabic"/>
        <w:rPr>
          <w:rtl/>
        </w:rPr>
      </w:pPr>
      <w:r>
        <w:rPr>
          <w:rFonts w:hint="eastAsia"/>
          <w:rtl/>
        </w:rPr>
        <w:t>الزرع</w:t>
      </w:r>
      <w:r>
        <w:rPr>
          <w:rtl/>
        </w:rPr>
        <w:t xml:space="preserve"> والزيتون ... لقوم يتفكرون ... اليل و النّ</w:t>
      </w:r>
      <w:r w:rsidR="00120F63" w:rsidRPr="00ED5DE8">
        <w:rPr>
          <w:rFonts w:hint="cs"/>
          <w:rtl/>
        </w:rPr>
        <w:t>ه</w:t>
      </w:r>
      <w:r>
        <w:rPr>
          <w:rFonts w:hint="cs"/>
          <w:rtl/>
        </w:rPr>
        <w:t>ار</w:t>
      </w:r>
      <w:r>
        <w:rPr>
          <w:rtl/>
        </w:rPr>
        <w:t xml:space="preserve"> ... لقوم يعقلون و ما ذرا لكم فى الارض ... لقوم يذكّرون</w:t>
      </w:r>
    </w:p>
    <w:p w:rsidR="001F628F" w:rsidRDefault="001F628F" w:rsidP="009F4D51">
      <w:pPr>
        <w:pStyle w:val="libNormal"/>
        <w:rPr>
          <w:rtl/>
        </w:rPr>
      </w:pPr>
      <w:r>
        <w:rPr>
          <w:rFonts w:hint="eastAsia"/>
          <w:rtl/>
        </w:rPr>
        <w:t>الله</w:t>
      </w:r>
      <w:r>
        <w:rPr>
          <w:rtl/>
        </w:rPr>
        <w:t xml:space="preserve"> تعالى :</w:t>
      </w:r>
      <w:r>
        <w:rPr>
          <w:rFonts w:hint="eastAsia"/>
          <w:rtl/>
        </w:rPr>
        <w:t>الله</w:t>
      </w:r>
      <w:r>
        <w:rPr>
          <w:rtl/>
        </w:rPr>
        <w:t xml:space="preserve"> تعالى كے افعال1; خدا شناسى كے دلائل6; خدا كى قدرت كى نشانيا</w:t>
      </w:r>
      <w:r w:rsidR="00083993">
        <w:rPr>
          <w:rtl/>
        </w:rPr>
        <w:t xml:space="preserve">ں </w:t>
      </w:r>
      <w:r>
        <w:rPr>
          <w:rtl/>
        </w:rPr>
        <w:t>4; عالم طبيعت مي</w:t>
      </w:r>
      <w:r w:rsidR="00083993">
        <w:rPr>
          <w:rtl/>
        </w:rPr>
        <w:t xml:space="preserve">ں </w:t>
      </w:r>
      <w:r>
        <w:rPr>
          <w:rtl/>
        </w:rPr>
        <w:t>خدا شناسي6،8;شناخت كا پيش خيمہ 7;شناخت كا ذريعہ 7،8،9; شناخت كے مراتب9</w:t>
      </w:r>
    </w:p>
    <w:p w:rsidR="001F628F" w:rsidRDefault="001F628F" w:rsidP="009F4D51">
      <w:pPr>
        <w:pStyle w:val="libNormal"/>
        <w:rPr>
          <w:rtl/>
        </w:rPr>
      </w:pPr>
      <w:r>
        <w:rPr>
          <w:rFonts w:hint="eastAsia"/>
          <w:rtl/>
        </w:rPr>
        <w:t>الله</w:t>
      </w:r>
      <w:r>
        <w:rPr>
          <w:rtl/>
        </w:rPr>
        <w:t xml:space="preserve"> تعالى كى نشانيا</w:t>
      </w:r>
      <w:r w:rsidR="00083993">
        <w:rPr>
          <w:rtl/>
        </w:rPr>
        <w:t xml:space="preserve">ں </w:t>
      </w:r>
      <w:r>
        <w:rPr>
          <w:rtl/>
        </w:rPr>
        <w:t>:</w:t>
      </w:r>
      <w:r>
        <w:rPr>
          <w:rFonts w:hint="eastAsia"/>
          <w:rtl/>
        </w:rPr>
        <w:t>الله</w:t>
      </w:r>
      <w:r>
        <w:rPr>
          <w:rtl/>
        </w:rPr>
        <w:t xml:space="preserve"> تعالى كى آفاقى نشانيا</w:t>
      </w:r>
      <w:r w:rsidR="00083993">
        <w:rPr>
          <w:rtl/>
        </w:rPr>
        <w:t xml:space="preserve">ں </w:t>
      </w:r>
      <w:r>
        <w:rPr>
          <w:rtl/>
        </w:rPr>
        <w:t>4، 6</w:t>
      </w:r>
    </w:p>
    <w:p w:rsidR="001F628F" w:rsidRDefault="001F628F" w:rsidP="001F628F">
      <w:pPr>
        <w:pStyle w:val="libNormal"/>
        <w:rPr>
          <w:rtl/>
        </w:rPr>
      </w:pPr>
      <w:r>
        <w:rPr>
          <w:rFonts w:hint="eastAsia"/>
          <w:rtl/>
        </w:rPr>
        <w:t>انسان</w:t>
      </w:r>
      <w:r>
        <w:rPr>
          <w:rtl/>
        </w:rPr>
        <w:t>:</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انسان</w:t>
      </w:r>
      <w:r>
        <w:rPr>
          <w:rtl/>
        </w:rPr>
        <w:t xml:space="preserve"> كے فضائل 1</w:t>
      </w:r>
    </w:p>
    <w:p w:rsidR="001F628F" w:rsidRDefault="001F628F" w:rsidP="009F4D51">
      <w:pPr>
        <w:pStyle w:val="libNormal"/>
        <w:rPr>
          <w:rtl/>
        </w:rPr>
      </w:pPr>
      <w:r>
        <w:rPr>
          <w:rFonts w:hint="eastAsia"/>
          <w:rtl/>
        </w:rPr>
        <w:t>بصيرت</w:t>
      </w:r>
      <w:r>
        <w:rPr>
          <w:rtl/>
        </w:rPr>
        <w:t>:</w:t>
      </w:r>
      <w:r>
        <w:rPr>
          <w:rFonts w:hint="eastAsia"/>
          <w:rtl/>
        </w:rPr>
        <w:t>اہل</w:t>
      </w:r>
      <w:r>
        <w:rPr>
          <w:rtl/>
        </w:rPr>
        <w:t xml:space="preserve"> بصيرت اور موجودات كے لئے انواع اقسام كے رنگو</w:t>
      </w:r>
      <w:r w:rsidR="00083993">
        <w:rPr>
          <w:rtl/>
        </w:rPr>
        <w:t xml:space="preserve">ں </w:t>
      </w:r>
      <w:r>
        <w:rPr>
          <w:rtl/>
        </w:rPr>
        <w:t>كا ہونا5</w:t>
      </w:r>
    </w:p>
    <w:p w:rsidR="001F628F" w:rsidRDefault="001F628F" w:rsidP="009F4D51">
      <w:pPr>
        <w:pStyle w:val="libNormal"/>
        <w:rPr>
          <w:rtl/>
        </w:rPr>
      </w:pPr>
      <w:r>
        <w:rPr>
          <w:rFonts w:hint="eastAsia"/>
          <w:rtl/>
        </w:rPr>
        <w:t>تفكر</w:t>
      </w:r>
      <w:r>
        <w:rPr>
          <w:rtl/>
        </w:rPr>
        <w:t>:</w:t>
      </w:r>
      <w:r>
        <w:rPr>
          <w:rFonts w:hint="eastAsia"/>
          <w:rtl/>
        </w:rPr>
        <w:t>تفكر</w:t>
      </w:r>
      <w:r>
        <w:rPr>
          <w:rtl/>
        </w:rPr>
        <w:t xml:space="preserve"> كے مراتب 8</w:t>
      </w:r>
    </w:p>
    <w:p w:rsidR="001F628F" w:rsidRDefault="001F628F" w:rsidP="009F4D51">
      <w:pPr>
        <w:pStyle w:val="libNormal"/>
        <w:rPr>
          <w:rtl/>
        </w:rPr>
      </w:pPr>
      <w:r>
        <w:rPr>
          <w:rFonts w:hint="eastAsia"/>
          <w:rtl/>
        </w:rPr>
        <w:t>توحيد</w:t>
      </w:r>
      <w:r>
        <w:rPr>
          <w:rtl/>
        </w:rPr>
        <w:t>:</w:t>
      </w:r>
      <w:r>
        <w:rPr>
          <w:rFonts w:hint="eastAsia"/>
          <w:rtl/>
        </w:rPr>
        <w:t>توحيد</w:t>
      </w:r>
      <w:r>
        <w:rPr>
          <w:rtl/>
        </w:rPr>
        <w:t xml:space="preserve"> كے دلائل5</w:t>
      </w:r>
    </w:p>
    <w:p w:rsidR="001F628F" w:rsidRDefault="001F628F" w:rsidP="009F4D51">
      <w:pPr>
        <w:pStyle w:val="libNormal"/>
        <w:rPr>
          <w:rtl/>
        </w:rPr>
      </w:pPr>
      <w:r>
        <w:rPr>
          <w:rFonts w:hint="eastAsia"/>
          <w:rtl/>
        </w:rPr>
        <w:t>ذكر</w:t>
      </w:r>
      <w:r>
        <w:rPr>
          <w:rtl/>
        </w:rPr>
        <w:t xml:space="preserve"> :</w:t>
      </w:r>
      <w:r>
        <w:rPr>
          <w:rFonts w:hint="eastAsia"/>
          <w:rtl/>
        </w:rPr>
        <w:t>ذكر</w:t>
      </w:r>
      <w:r>
        <w:rPr>
          <w:rtl/>
        </w:rPr>
        <w:t xml:space="preserve"> كے آثار 7</w:t>
      </w:r>
    </w:p>
    <w:p w:rsidR="009F4D51" w:rsidRPr="00120F63" w:rsidRDefault="009F4D51" w:rsidP="009F4D51">
      <w:pPr>
        <w:pStyle w:val="Heading2Center"/>
        <w:rPr>
          <w:rtl/>
        </w:rPr>
      </w:pPr>
      <w:bookmarkStart w:id="160" w:name="_Toc28081838"/>
      <w:r>
        <w:rPr>
          <w:rFonts w:hint="cs"/>
          <w:rtl/>
        </w:rPr>
        <w:t xml:space="preserve">آیت </w:t>
      </w:r>
      <w:r w:rsidRPr="00120F63">
        <w:rPr>
          <w:rFonts w:hint="cs"/>
          <w:rtl/>
        </w:rPr>
        <w:t>14</w:t>
      </w:r>
      <w:bookmarkEnd w:id="160"/>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وَهُوَ</w:t>
      </w:r>
      <w:r w:rsidRPr="009F4D51">
        <w:rPr>
          <w:rStyle w:val="libAieChar"/>
          <w:rtl/>
        </w:rPr>
        <w:t xml:space="preserve"> الَّذِي سَخَّرَ الْبَحْرَ لِتَأْكُلُواْ مِنْهُ لَحْماً طَرِيّاً وَتَسْتَخْرِجُواْ مِنْهُ حِلْيَةً تَلْبَسُونَهَا وَتَرَى الْفُلْكَ مَوَاخِرَ فِيهِ وَلِتَبْتَغُواْ مِن فَضْلِهِ وَلَعَلَّكُمْ تَشْكُرُونَ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وہى وہ ہے جس نے سمندرو</w:t>
      </w:r>
      <w:r w:rsidR="00083993">
        <w:rPr>
          <w:rtl/>
        </w:rPr>
        <w:t xml:space="preserve">ں </w:t>
      </w:r>
      <w:r>
        <w:rPr>
          <w:rtl/>
        </w:rPr>
        <w:t>كو مسخر كرديا ہے تا كہ تم اس مي</w:t>
      </w:r>
      <w:r w:rsidR="00083993">
        <w:rPr>
          <w:rtl/>
        </w:rPr>
        <w:t xml:space="preserve">ں </w:t>
      </w:r>
      <w:r>
        <w:rPr>
          <w:rtl/>
        </w:rPr>
        <w:t>سے تازہ گوشت كھا سكو اور پہننے كے لئے زينت كا سامان نكال سكو اور تم تو ديكھ رہے ہو كہ كشتيا</w:t>
      </w:r>
      <w:r w:rsidR="00083993">
        <w:rPr>
          <w:rtl/>
        </w:rPr>
        <w:t xml:space="preserve">ں </w:t>
      </w:r>
      <w:r>
        <w:rPr>
          <w:rtl/>
        </w:rPr>
        <w:t>كس طرح اس كے سينے كو چيرتى ہوئي چلى جا رہى ہي</w:t>
      </w:r>
      <w:r w:rsidR="00083993">
        <w:rPr>
          <w:rtl/>
        </w:rPr>
        <w:t xml:space="preserve">ں </w:t>
      </w:r>
      <w:r>
        <w:rPr>
          <w:rtl/>
        </w:rPr>
        <w:t>اور يہ سب اس لئے بھى ہے كہ تم اس كے فضل و كرم كو تلاش ك</w:t>
      </w:r>
      <w:r>
        <w:rPr>
          <w:rFonts w:hint="eastAsia"/>
          <w:rtl/>
        </w:rPr>
        <w:t>رسكو</w:t>
      </w:r>
      <w:r>
        <w:rPr>
          <w:rtl/>
        </w:rPr>
        <w:t xml:space="preserve"> اور شايد اسى طرح اس كے شكرگذار بندے بھى بن جاؤ _</w:t>
      </w:r>
    </w:p>
    <w:p w:rsidR="001F628F" w:rsidRDefault="001F628F" w:rsidP="009F4D51">
      <w:pPr>
        <w:pStyle w:val="libNormal"/>
        <w:rPr>
          <w:rtl/>
        </w:rPr>
      </w:pPr>
      <w:r>
        <w:rPr>
          <w:rtl/>
        </w:rPr>
        <w:t>1_ خداوند عالم نے سمندر و</w:t>
      </w:r>
      <w:r w:rsidR="00083993">
        <w:rPr>
          <w:rtl/>
        </w:rPr>
        <w:t xml:space="preserve">ں </w:t>
      </w:r>
      <w:r>
        <w:rPr>
          <w:rtl/>
        </w:rPr>
        <w:t>كو انسان كے ليے مسخّر كيا ہے_</w:t>
      </w:r>
      <w:r w:rsidRPr="009F4D51">
        <w:rPr>
          <w:rStyle w:val="libArabicChar"/>
          <w:rFonts w:hint="eastAsia"/>
          <w:rtl/>
        </w:rPr>
        <w:t>و</w:t>
      </w:r>
      <w:r w:rsidR="00120F63" w:rsidRPr="00B2551F">
        <w:rPr>
          <w:rStyle w:val="libArabicChar"/>
          <w:rFonts w:hint="cs"/>
          <w:rtl/>
        </w:rPr>
        <w:t>ه</w:t>
      </w:r>
      <w:r w:rsidRPr="009F4D51">
        <w:rPr>
          <w:rStyle w:val="libArabicChar"/>
          <w:rFonts w:hint="cs"/>
          <w:rtl/>
        </w:rPr>
        <w:t>و</w:t>
      </w:r>
      <w:r w:rsidRPr="009F4D51">
        <w:rPr>
          <w:rStyle w:val="libArabicChar"/>
          <w:rtl/>
        </w:rPr>
        <w:t xml:space="preserve"> الذى سخّر البحر لتاكلوا من</w:t>
      </w:r>
      <w:r w:rsidR="00120F63" w:rsidRPr="00B2551F">
        <w:rPr>
          <w:rStyle w:val="libArabicChar"/>
          <w:rFonts w:hint="cs"/>
          <w:rtl/>
        </w:rPr>
        <w:t>ه</w:t>
      </w:r>
    </w:p>
    <w:p w:rsidR="001F628F" w:rsidRDefault="001F628F" w:rsidP="009F4D51">
      <w:pPr>
        <w:pStyle w:val="libNormal"/>
        <w:rPr>
          <w:rtl/>
        </w:rPr>
      </w:pPr>
      <w:r>
        <w:rPr>
          <w:rtl/>
        </w:rPr>
        <w:t>2_ انسانو</w:t>
      </w:r>
      <w:r w:rsidR="00083993">
        <w:rPr>
          <w:rtl/>
        </w:rPr>
        <w:t xml:space="preserve">ں </w:t>
      </w:r>
      <w:r>
        <w:rPr>
          <w:rtl/>
        </w:rPr>
        <w:t>كى بہرہ مندى كے ليے سمندرو</w:t>
      </w:r>
      <w:r w:rsidR="00083993">
        <w:rPr>
          <w:rtl/>
        </w:rPr>
        <w:t xml:space="preserve">ں </w:t>
      </w:r>
      <w:r>
        <w:rPr>
          <w:rtl/>
        </w:rPr>
        <w:t>كو مسخّر كرنے والا فقط خداوند عالم ہے_</w:t>
      </w:r>
      <w:r w:rsidRPr="009F4D51">
        <w:rPr>
          <w:rStyle w:val="libArabicChar"/>
          <w:rFonts w:hint="eastAsia"/>
          <w:rtl/>
        </w:rPr>
        <w:t>و</w:t>
      </w:r>
      <w:r w:rsidR="00120F63" w:rsidRPr="00B2551F">
        <w:rPr>
          <w:rStyle w:val="libArabicChar"/>
          <w:rFonts w:hint="cs"/>
          <w:rtl/>
        </w:rPr>
        <w:t>ه</w:t>
      </w:r>
      <w:r w:rsidRPr="009F4D51">
        <w:rPr>
          <w:rStyle w:val="libArabicChar"/>
          <w:rFonts w:hint="cs"/>
          <w:rtl/>
        </w:rPr>
        <w:t>و</w:t>
      </w:r>
      <w:r w:rsidRPr="009F4D51">
        <w:rPr>
          <w:rStyle w:val="libArabicChar"/>
          <w:rtl/>
        </w:rPr>
        <w:t xml:space="preserve"> الذى سخّر البحر لتاكلوا من</w:t>
      </w:r>
      <w:r w:rsidR="00120F63" w:rsidRPr="00B2551F">
        <w:rPr>
          <w:rStyle w:val="libArabicChar"/>
          <w:rFonts w:hint="cs"/>
          <w:rtl/>
        </w:rPr>
        <w:t>ه</w:t>
      </w:r>
    </w:p>
    <w:p w:rsidR="001F628F" w:rsidRDefault="001F628F" w:rsidP="001F628F">
      <w:pPr>
        <w:pStyle w:val="libNormal"/>
        <w:rPr>
          <w:rtl/>
        </w:rPr>
      </w:pPr>
      <w:r>
        <w:rPr>
          <w:rFonts w:hint="eastAsia"/>
          <w:rtl/>
        </w:rPr>
        <w:t>مبتدا</w:t>
      </w:r>
      <w:r>
        <w:rPr>
          <w:rtl/>
        </w:rPr>
        <w:t xml:space="preserve"> ''ہو'' كا حصر نہ ہونا اور خبر ''الذي ... حصر'' پر دلالت كررہے ہي</w:t>
      </w:r>
      <w:r w:rsidR="00083993">
        <w:rPr>
          <w:rtl/>
        </w:rPr>
        <w:t xml:space="preserve">ں </w:t>
      </w:r>
      <w:r>
        <w:rPr>
          <w:rtl/>
        </w:rPr>
        <w:t>_</w:t>
      </w:r>
    </w:p>
    <w:p w:rsidR="001F628F" w:rsidRDefault="001F628F" w:rsidP="001F628F">
      <w:pPr>
        <w:pStyle w:val="libNormal"/>
        <w:rPr>
          <w:rtl/>
        </w:rPr>
      </w:pPr>
      <w:r>
        <w:rPr>
          <w:rtl/>
        </w:rPr>
        <w:t>3_ تازہ گوشت سے غذائي ضرورت پورى كرنا، سمندرى جواہرات اور كشتى سے استفادہ، سمندرى فوائد مي</w:t>
      </w:r>
      <w:r w:rsidR="00083993">
        <w:rPr>
          <w:rtl/>
        </w:rPr>
        <w:t xml:space="preserve">ں </w:t>
      </w:r>
      <w:r>
        <w:rPr>
          <w:rtl/>
        </w:rPr>
        <w:t>سے ہے _</w:t>
      </w:r>
    </w:p>
    <w:p w:rsidR="001F628F" w:rsidRDefault="001F628F" w:rsidP="009F4D51">
      <w:pPr>
        <w:pStyle w:val="libArabic"/>
        <w:rPr>
          <w:rtl/>
        </w:rPr>
      </w:pPr>
      <w:r>
        <w:rPr>
          <w:rFonts w:hint="eastAsia"/>
          <w:rtl/>
        </w:rPr>
        <w:t>سخّر</w:t>
      </w:r>
      <w:r>
        <w:rPr>
          <w:rtl/>
        </w:rPr>
        <w:t xml:space="preserve"> البحر لتاكلوا من</w:t>
      </w:r>
      <w:r w:rsidR="00120F63" w:rsidRPr="00ED5DE8">
        <w:rPr>
          <w:rFonts w:hint="cs"/>
          <w:rtl/>
        </w:rPr>
        <w:t>ه</w:t>
      </w:r>
      <w:r>
        <w:rPr>
          <w:rtl/>
        </w:rPr>
        <w:t xml:space="preserve"> </w:t>
      </w:r>
      <w:r>
        <w:rPr>
          <w:rFonts w:hint="cs"/>
          <w:rtl/>
        </w:rPr>
        <w:t>كماً</w:t>
      </w:r>
      <w:r>
        <w:rPr>
          <w:rtl/>
        </w:rPr>
        <w:t xml:space="preserve"> </w:t>
      </w:r>
      <w:r>
        <w:rPr>
          <w:rFonts w:hint="cs"/>
          <w:rtl/>
        </w:rPr>
        <w:t>طري</w:t>
      </w:r>
      <w:r>
        <w:rPr>
          <w:rtl/>
        </w:rPr>
        <w:t>ّاً و</w:t>
      </w:r>
    </w:p>
    <w:p w:rsidR="009F4D51" w:rsidRDefault="001E7F9D" w:rsidP="00F73EDE">
      <w:pPr>
        <w:pStyle w:val="libPoemTini"/>
        <w:rPr>
          <w:rtl/>
        </w:rPr>
      </w:pPr>
      <w:r>
        <w:rPr>
          <w:rtl/>
        </w:rPr>
        <w:br w:type="page"/>
      </w:r>
    </w:p>
    <w:p w:rsidR="001F628F" w:rsidRDefault="001F628F" w:rsidP="009F4D51">
      <w:pPr>
        <w:pStyle w:val="libArabic"/>
        <w:rPr>
          <w:rtl/>
        </w:rPr>
      </w:pPr>
      <w:r>
        <w:rPr>
          <w:rFonts w:hint="eastAsia"/>
          <w:rtl/>
        </w:rPr>
        <w:lastRenderedPageBreak/>
        <w:t>تستخرجوا</w:t>
      </w:r>
      <w:r>
        <w:rPr>
          <w:rtl/>
        </w:rPr>
        <w:t xml:space="preserve"> من</w:t>
      </w:r>
      <w:r w:rsidR="00120F63" w:rsidRPr="00ED5DE8">
        <w:rPr>
          <w:rFonts w:hint="cs"/>
          <w:rtl/>
        </w:rPr>
        <w:t>ه</w:t>
      </w:r>
      <w:r>
        <w:rPr>
          <w:rtl/>
        </w:rPr>
        <w:t xml:space="preserve"> </w:t>
      </w:r>
      <w:r>
        <w:rPr>
          <w:rFonts w:hint="cs"/>
          <w:rtl/>
        </w:rPr>
        <w:t>حلية</w:t>
      </w:r>
      <w:r>
        <w:rPr>
          <w:rtl/>
        </w:rPr>
        <w:t xml:space="preserve"> </w:t>
      </w:r>
      <w:r>
        <w:rPr>
          <w:rFonts w:hint="cs"/>
          <w:rtl/>
        </w:rPr>
        <w:t>تلبسون</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ترى</w:t>
      </w:r>
      <w:r>
        <w:rPr>
          <w:rtl/>
        </w:rPr>
        <w:t xml:space="preserve"> الفلك</w:t>
      </w:r>
    </w:p>
    <w:p w:rsidR="001F628F" w:rsidRDefault="001F628F" w:rsidP="001F628F">
      <w:pPr>
        <w:pStyle w:val="libNormal"/>
        <w:rPr>
          <w:rtl/>
        </w:rPr>
      </w:pPr>
      <w:r>
        <w:rPr>
          <w:rtl/>
        </w:rPr>
        <w:t>''طري'' كا معنى جديد اور تازہ اور ''حليتہ''زيور كے معنى مي</w:t>
      </w:r>
      <w:r w:rsidR="00083993">
        <w:rPr>
          <w:rtl/>
        </w:rPr>
        <w:t xml:space="preserve">ں </w:t>
      </w:r>
      <w:r>
        <w:rPr>
          <w:rtl/>
        </w:rPr>
        <w:t>ہے_</w:t>
      </w:r>
    </w:p>
    <w:p w:rsidR="001F628F" w:rsidRDefault="001F628F" w:rsidP="001F628F">
      <w:pPr>
        <w:pStyle w:val="libNormal"/>
        <w:rPr>
          <w:rtl/>
        </w:rPr>
      </w:pPr>
      <w:r>
        <w:rPr>
          <w:rtl/>
        </w:rPr>
        <w:t>4_ خوراك ، لباس اور آلات زيور كے ليے عالم طبيعت كے مظاہر سے استفادہ كرنا جائز ہے_</w:t>
      </w:r>
    </w:p>
    <w:p w:rsidR="001F628F" w:rsidRDefault="001F628F" w:rsidP="009F4D51">
      <w:pPr>
        <w:pStyle w:val="libArabic"/>
        <w:rPr>
          <w:rtl/>
        </w:rPr>
      </w:pPr>
      <w:r>
        <w:rPr>
          <w:rFonts w:hint="eastAsia"/>
          <w:rtl/>
        </w:rPr>
        <w:t>لتاكلوا</w:t>
      </w:r>
      <w:r>
        <w:rPr>
          <w:rtl/>
        </w:rPr>
        <w:t xml:space="preserve"> من</w:t>
      </w:r>
      <w:r w:rsidR="00120F63" w:rsidRPr="00ED5DE8">
        <w:rPr>
          <w:rFonts w:hint="cs"/>
          <w:rtl/>
        </w:rPr>
        <w:t>ه</w:t>
      </w:r>
      <w:r>
        <w:rPr>
          <w:rtl/>
        </w:rPr>
        <w:t xml:space="preserve"> </w:t>
      </w:r>
      <w:r>
        <w:rPr>
          <w:rFonts w:hint="cs"/>
          <w:rtl/>
        </w:rPr>
        <w:t>كماً</w:t>
      </w:r>
      <w:r>
        <w:rPr>
          <w:rtl/>
        </w:rPr>
        <w:t xml:space="preserve"> </w:t>
      </w:r>
      <w:r>
        <w:rPr>
          <w:rFonts w:hint="cs"/>
          <w:rtl/>
        </w:rPr>
        <w:t>طرياً</w:t>
      </w:r>
      <w:r>
        <w:rPr>
          <w:rtl/>
        </w:rPr>
        <w:t xml:space="preserve"> </w:t>
      </w:r>
      <w:r>
        <w:rPr>
          <w:rFonts w:hint="cs"/>
          <w:rtl/>
        </w:rPr>
        <w:t>و</w:t>
      </w:r>
      <w:r>
        <w:rPr>
          <w:rtl/>
        </w:rPr>
        <w:t xml:space="preserve"> </w:t>
      </w:r>
      <w:r>
        <w:rPr>
          <w:rFonts w:hint="cs"/>
          <w:rtl/>
        </w:rPr>
        <w:t>تستخرجوا</w:t>
      </w:r>
      <w:r>
        <w:rPr>
          <w:rtl/>
        </w:rPr>
        <w:t xml:space="preserve"> </w:t>
      </w:r>
      <w:r>
        <w:rPr>
          <w:rFonts w:hint="cs"/>
          <w:rtl/>
        </w:rPr>
        <w:t>من</w:t>
      </w:r>
      <w:r w:rsidR="00120F63" w:rsidRPr="00ED5DE8">
        <w:rPr>
          <w:rFonts w:hint="cs"/>
          <w:rtl/>
        </w:rPr>
        <w:t>ه</w:t>
      </w:r>
      <w:r>
        <w:rPr>
          <w:rtl/>
        </w:rPr>
        <w:t xml:space="preserve"> </w:t>
      </w:r>
      <w:r>
        <w:rPr>
          <w:rFonts w:hint="cs"/>
          <w:rtl/>
        </w:rPr>
        <w:t>حلية</w:t>
      </w:r>
      <w:r>
        <w:rPr>
          <w:rtl/>
        </w:rPr>
        <w:t xml:space="preserve"> </w:t>
      </w:r>
      <w:r>
        <w:rPr>
          <w:rFonts w:hint="cs"/>
          <w:rtl/>
        </w:rPr>
        <w:t>ت</w:t>
      </w:r>
      <w:r>
        <w:rPr>
          <w:rtl/>
        </w:rPr>
        <w:t>لبسون</w:t>
      </w:r>
      <w:r w:rsidR="00120F63" w:rsidRPr="00ED5DE8">
        <w:rPr>
          <w:rFonts w:hint="cs"/>
          <w:rtl/>
        </w:rPr>
        <w:t>ه</w:t>
      </w:r>
    </w:p>
    <w:p w:rsidR="001F628F" w:rsidRDefault="001F628F" w:rsidP="009F4D51">
      <w:pPr>
        <w:pStyle w:val="libNormal"/>
        <w:rPr>
          <w:rtl/>
        </w:rPr>
      </w:pPr>
      <w:r>
        <w:rPr>
          <w:rtl/>
        </w:rPr>
        <w:t>5_ قيمتى اور آرا</w:t>
      </w:r>
      <w:r w:rsidR="009F604A">
        <w:rPr>
          <w:rtl/>
        </w:rPr>
        <w:t>ئش</w:t>
      </w:r>
      <w:r>
        <w:rPr>
          <w:rtl/>
        </w:rPr>
        <w:t>ى اشياء كے استخراج كے ليے سمند ر مي</w:t>
      </w:r>
      <w:r w:rsidR="00083993">
        <w:rPr>
          <w:rtl/>
        </w:rPr>
        <w:t xml:space="preserve">ں </w:t>
      </w:r>
      <w:r>
        <w:rPr>
          <w:rtl/>
        </w:rPr>
        <w:t>غوطہ زن ہونا جائز ہے_</w:t>
      </w:r>
      <w:r w:rsidRPr="009F4D51">
        <w:rPr>
          <w:rStyle w:val="libArabicChar"/>
          <w:rFonts w:hint="eastAsia"/>
          <w:rtl/>
        </w:rPr>
        <w:t>و</w:t>
      </w:r>
      <w:r w:rsidRPr="009F4D51">
        <w:rPr>
          <w:rStyle w:val="libArabicChar"/>
          <w:rtl/>
        </w:rPr>
        <w:t xml:space="preserve"> تستخر جوا من</w:t>
      </w:r>
      <w:r w:rsidR="00120F63" w:rsidRPr="00B2551F">
        <w:rPr>
          <w:rStyle w:val="libArabicChar"/>
          <w:rFonts w:hint="cs"/>
          <w:rtl/>
        </w:rPr>
        <w:t>ه</w:t>
      </w:r>
      <w:r w:rsidRPr="009F4D51">
        <w:rPr>
          <w:rStyle w:val="libArabicChar"/>
          <w:rtl/>
        </w:rPr>
        <w:t xml:space="preserve"> </w:t>
      </w:r>
      <w:r w:rsidRPr="009F4D51">
        <w:rPr>
          <w:rStyle w:val="libArabicChar"/>
          <w:rFonts w:hint="cs"/>
          <w:rtl/>
        </w:rPr>
        <w:t>حلية</w:t>
      </w:r>
      <w:r w:rsidRPr="009F4D51">
        <w:rPr>
          <w:rStyle w:val="libArabicChar"/>
          <w:rtl/>
        </w:rPr>
        <w:t xml:space="preserve"> </w:t>
      </w:r>
      <w:r w:rsidRPr="009F4D51">
        <w:rPr>
          <w:rStyle w:val="libArabicChar"/>
          <w:rFonts w:hint="cs"/>
          <w:rtl/>
        </w:rPr>
        <w:t>تلبس</w:t>
      </w:r>
      <w:r w:rsidRPr="009F4D51">
        <w:rPr>
          <w:rStyle w:val="libArabicChar"/>
          <w:rtl/>
        </w:rPr>
        <w:t>ون</w:t>
      </w:r>
      <w:r w:rsidR="00120F63" w:rsidRPr="00B2551F">
        <w:rPr>
          <w:rStyle w:val="libArabicChar"/>
          <w:rFonts w:hint="cs"/>
          <w:rtl/>
        </w:rPr>
        <w:t>ه</w:t>
      </w:r>
    </w:p>
    <w:p w:rsidR="001F628F" w:rsidRDefault="001F628F" w:rsidP="009F4D51">
      <w:pPr>
        <w:pStyle w:val="libNormal"/>
        <w:rPr>
          <w:rtl/>
        </w:rPr>
      </w:pPr>
      <w:r>
        <w:rPr>
          <w:rtl/>
        </w:rPr>
        <w:t>6_ خوبصورتى اور آلات زيور سے مزيّن ہونے كى طرف انسانو</w:t>
      </w:r>
      <w:r w:rsidR="00083993">
        <w:rPr>
          <w:rtl/>
        </w:rPr>
        <w:t xml:space="preserve">ں </w:t>
      </w:r>
      <w:r>
        <w:rPr>
          <w:rtl/>
        </w:rPr>
        <w:t>كا ميلان_</w:t>
      </w:r>
      <w:r w:rsidRPr="009F4D51">
        <w:rPr>
          <w:rStyle w:val="libArabicChar"/>
          <w:rFonts w:hint="eastAsia"/>
          <w:rtl/>
        </w:rPr>
        <w:t>تستخرجوا</w:t>
      </w:r>
      <w:r w:rsidRPr="009F4D51">
        <w:rPr>
          <w:rStyle w:val="libArabicChar"/>
          <w:rtl/>
        </w:rPr>
        <w:t xml:space="preserve"> ...</w:t>
      </w:r>
    </w:p>
    <w:p w:rsidR="001F628F" w:rsidRDefault="001F628F" w:rsidP="001F628F">
      <w:pPr>
        <w:pStyle w:val="libNormal"/>
        <w:rPr>
          <w:rtl/>
        </w:rPr>
      </w:pPr>
      <w:r>
        <w:rPr>
          <w:rFonts w:hint="eastAsia"/>
          <w:rtl/>
        </w:rPr>
        <w:t>فعل</w:t>
      </w:r>
      <w:r>
        <w:rPr>
          <w:rtl/>
        </w:rPr>
        <w:t xml:space="preserve"> مضارع ''تلبسو نہا'' خارجى حقيقت سے حكايت كررہا ہے جو كہ آلات زيور سے استفادہ كرنا ہے اوردوسرى طرف تزئين انسان كى ضروريات كى خبر نہي</w:t>
      </w:r>
      <w:r w:rsidR="00083993">
        <w:rPr>
          <w:rtl/>
        </w:rPr>
        <w:t xml:space="preserve">ں </w:t>
      </w:r>
      <w:r>
        <w:rPr>
          <w:rtl/>
        </w:rPr>
        <w:t>جبكہ ضروريات كے ساتھ اس كا بھى ذكر ہوا ہے اور يہ مذكورہ حقيقت سے حكايت ہے_</w:t>
      </w:r>
    </w:p>
    <w:p w:rsidR="001F628F" w:rsidRDefault="001F628F" w:rsidP="009F4D51">
      <w:pPr>
        <w:pStyle w:val="libNormal"/>
        <w:rPr>
          <w:rtl/>
        </w:rPr>
      </w:pPr>
      <w:r>
        <w:rPr>
          <w:rtl/>
        </w:rPr>
        <w:t>7_ سمندرو</w:t>
      </w:r>
      <w:r w:rsidR="00083993">
        <w:rPr>
          <w:rtl/>
        </w:rPr>
        <w:t xml:space="preserve">ں </w:t>
      </w:r>
      <w:r>
        <w:rPr>
          <w:rtl/>
        </w:rPr>
        <w:t>مي</w:t>
      </w:r>
      <w:r w:rsidR="00083993">
        <w:rPr>
          <w:rtl/>
        </w:rPr>
        <w:t xml:space="preserve">ں </w:t>
      </w:r>
      <w:r>
        <w:rPr>
          <w:rtl/>
        </w:rPr>
        <w:t>پانى كى حركت كشتيو</w:t>
      </w:r>
      <w:r w:rsidR="00083993">
        <w:rPr>
          <w:rtl/>
        </w:rPr>
        <w:t xml:space="preserve">ں </w:t>
      </w:r>
      <w:r>
        <w:rPr>
          <w:rtl/>
        </w:rPr>
        <w:t>كى روانى ايك دلكش اور حيرت انگيز منظر ہے_</w:t>
      </w:r>
      <w:r w:rsidRPr="009F4D51">
        <w:rPr>
          <w:rStyle w:val="libArabicChar"/>
          <w:rFonts w:hint="eastAsia"/>
          <w:rtl/>
        </w:rPr>
        <w:t>وترى</w:t>
      </w:r>
      <w:r w:rsidRPr="009F4D51">
        <w:rPr>
          <w:rStyle w:val="libArabicChar"/>
          <w:rtl/>
        </w:rPr>
        <w:t xml:space="preserve"> الفلك مواخر في</w:t>
      </w:r>
      <w:r w:rsidR="00120F63" w:rsidRPr="00B2551F">
        <w:rPr>
          <w:rStyle w:val="libArabicChar"/>
          <w:rFonts w:hint="cs"/>
          <w:rtl/>
        </w:rPr>
        <w:t>ه</w:t>
      </w:r>
    </w:p>
    <w:p w:rsidR="001F628F" w:rsidRDefault="001F628F" w:rsidP="001F628F">
      <w:pPr>
        <w:pStyle w:val="libNormal"/>
        <w:rPr>
          <w:rtl/>
        </w:rPr>
      </w:pPr>
      <w:r>
        <w:rPr>
          <w:rtl/>
        </w:rPr>
        <w:t>''ترى الفلك موا خرفيہ'' كى عبارت جملہ معترضہ ہے اور ايسے چند جملو</w:t>
      </w:r>
      <w:r w:rsidR="00083993">
        <w:rPr>
          <w:rtl/>
        </w:rPr>
        <w:t xml:space="preserve">ں </w:t>
      </w:r>
      <w:r>
        <w:rPr>
          <w:rtl/>
        </w:rPr>
        <w:t>كے درميان واقع ہوئي ہے كہ جن كا ايك دوسرے پر عطف ہوا ہے_ عطف كے ممكن ہونے كے با وجود جملہ معترضہ كا لا يا جانا اسلوب جملے كے خلاف اور اس كے تعجب كو بيان كرنے كے ليے ہے_لازم الذكر ہے كہ ''مو</w:t>
      </w:r>
      <w:r>
        <w:rPr>
          <w:rFonts w:hint="eastAsia"/>
          <w:rtl/>
        </w:rPr>
        <w:t>اخر</w:t>
      </w:r>
      <w:r>
        <w:rPr>
          <w:rtl/>
        </w:rPr>
        <w:t>'' ''ماخرہ'' ''مادہ'' ''منحر''كى جمع ہے جس كا معنى چير نا ہے_</w:t>
      </w:r>
    </w:p>
    <w:p w:rsidR="001F628F" w:rsidRDefault="001F628F" w:rsidP="001F628F">
      <w:pPr>
        <w:pStyle w:val="libNormal"/>
        <w:rPr>
          <w:rtl/>
        </w:rPr>
      </w:pPr>
      <w:r>
        <w:rPr>
          <w:rtl/>
        </w:rPr>
        <w:t>8_ سمندر كا تازہ گوشت اور تزئين و آرا</w:t>
      </w:r>
      <w:r w:rsidR="009F604A">
        <w:rPr>
          <w:rtl/>
        </w:rPr>
        <w:t>ئش</w:t>
      </w:r>
      <w:r>
        <w:rPr>
          <w:rtl/>
        </w:rPr>
        <w:t xml:space="preserve"> و الى اشياء اور كشتى رانى كى سہولت ، خداوند عالم كى نعمت ہے_</w:t>
      </w:r>
    </w:p>
    <w:p w:rsidR="001F628F" w:rsidRDefault="001F628F" w:rsidP="001F628F">
      <w:pPr>
        <w:pStyle w:val="libNormal"/>
        <w:rPr>
          <w:rtl/>
        </w:rPr>
      </w:pPr>
      <w:r>
        <w:rPr>
          <w:rFonts w:hint="eastAsia"/>
          <w:rtl/>
        </w:rPr>
        <w:t>و</w:t>
      </w:r>
      <w:r>
        <w:rPr>
          <w:rtl/>
        </w:rPr>
        <w:t xml:space="preserve"> ہوالذى سخّر البحر لتاكلوا منہ لحماً طريّاً و تستخرجوا منہ حلية تلبسونہا و ترى الفلك مواخر فيہ</w:t>
      </w:r>
    </w:p>
    <w:p w:rsidR="001F628F" w:rsidRDefault="001F628F" w:rsidP="001F628F">
      <w:pPr>
        <w:pStyle w:val="libNormal"/>
        <w:rPr>
          <w:rtl/>
        </w:rPr>
      </w:pPr>
      <w:r>
        <w:rPr>
          <w:rtl/>
        </w:rPr>
        <w:t>9_ سمند ر كے فوائد ، تازہ گوشت ، زينت و آرا</w:t>
      </w:r>
      <w:r w:rsidR="009F604A">
        <w:rPr>
          <w:rtl/>
        </w:rPr>
        <w:t>ئش</w:t>
      </w:r>
      <w:r>
        <w:rPr>
          <w:rtl/>
        </w:rPr>
        <w:t xml:space="preserve"> كى اشياء اور كشتى رانى مي</w:t>
      </w:r>
      <w:r w:rsidR="00083993">
        <w:rPr>
          <w:rtl/>
        </w:rPr>
        <w:t xml:space="preserve">ں </w:t>
      </w:r>
      <w:r>
        <w:rPr>
          <w:rtl/>
        </w:rPr>
        <w:t>منحصر ہي</w:t>
      </w:r>
      <w:r w:rsidR="00083993">
        <w:rPr>
          <w:rtl/>
        </w:rPr>
        <w:t xml:space="preserve">ں </w:t>
      </w:r>
      <w:r>
        <w:rPr>
          <w:rtl/>
        </w:rPr>
        <w:t>_</w:t>
      </w:r>
    </w:p>
    <w:p w:rsidR="001F628F" w:rsidRDefault="001F628F" w:rsidP="009F4D51">
      <w:pPr>
        <w:pStyle w:val="libArabic"/>
        <w:rPr>
          <w:rtl/>
        </w:rPr>
      </w:pPr>
      <w:r>
        <w:rPr>
          <w:rFonts w:hint="eastAsia"/>
          <w:rtl/>
        </w:rPr>
        <w:t>سخر</w:t>
      </w:r>
      <w:r>
        <w:rPr>
          <w:rtl/>
        </w:rPr>
        <w:t xml:space="preserve"> البحر لتاكلوا من</w:t>
      </w:r>
      <w:r w:rsidR="00120F63" w:rsidRPr="00ED5DE8">
        <w:rPr>
          <w:rFonts w:hint="cs"/>
          <w:rtl/>
        </w:rPr>
        <w:t>ه</w:t>
      </w:r>
      <w:r>
        <w:rPr>
          <w:rtl/>
        </w:rPr>
        <w:t xml:space="preserve"> </w:t>
      </w:r>
      <w:r>
        <w:rPr>
          <w:rFonts w:hint="cs"/>
          <w:rtl/>
        </w:rPr>
        <w:t>لحماً</w:t>
      </w:r>
      <w:r>
        <w:rPr>
          <w:rtl/>
        </w:rPr>
        <w:t xml:space="preserve"> و طرياً و تستخرجوا من</w:t>
      </w:r>
      <w:r w:rsidR="00120F63" w:rsidRPr="00ED5DE8">
        <w:rPr>
          <w:rFonts w:hint="cs"/>
          <w:rtl/>
        </w:rPr>
        <w:t>ه</w:t>
      </w:r>
      <w:r>
        <w:rPr>
          <w:rtl/>
        </w:rPr>
        <w:t xml:space="preserve"> </w:t>
      </w:r>
      <w:r>
        <w:rPr>
          <w:rFonts w:hint="cs"/>
          <w:rtl/>
        </w:rPr>
        <w:t>حلية</w:t>
      </w:r>
      <w:r>
        <w:rPr>
          <w:rtl/>
        </w:rPr>
        <w:t xml:space="preserve"> ... </w:t>
      </w:r>
      <w:r>
        <w:rPr>
          <w:rFonts w:hint="cs"/>
          <w:rtl/>
        </w:rPr>
        <w:t>لتبتغوا</w:t>
      </w:r>
      <w:r>
        <w:rPr>
          <w:rtl/>
        </w:rPr>
        <w:t xml:space="preserve"> </w:t>
      </w:r>
      <w:r>
        <w:rPr>
          <w:rFonts w:hint="cs"/>
          <w:rtl/>
        </w:rPr>
        <w:t>من</w:t>
      </w:r>
      <w:r w:rsidR="00120F63" w:rsidRPr="00ED5DE8">
        <w:rPr>
          <w:rFonts w:hint="cs"/>
          <w:rtl/>
        </w:rPr>
        <w:t>ه</w:t>
      </w:r>
      <w:r>
        <w:rPr>
          <w:rtl/>
        </w:rPr>
        <w:t xml:space="preserve"> حفظ</w:t>
      </w:r>
      <w:r w:rsidR="00120F63" w:rsidRPr="00ED5DE8">
        <w:rPr>
          <w:rFonts w:hint="cs"/>
          <w:rtl/>
        </w:rPr>
        <w:t>ه</w:t>
      </w:r>
    </w:p>
    <w:p w:rsidR="001F628F" w:rsidRDefault="001F628F" w:rsidP="009F4D51">
      <w:pPr>
        <w:pStyle w:val="libNormal"/>
        <w:rPr>
          <w:rtl/>
        </w:rPr>
      </w:pPr>
      <w:r>
        <w:rPr>
          <w:rtl/>
        </w:rPr>
        <w:t>10_خداوند عالم كى طرف سے سمندرو</w:t>
      </w:r>
      <w:r w:rsidR="00083993">
        <w:rPr>
          <w:rtl/>
        </w:rPr>
        <w:t xml:space="preserve">ں </w:t>
      </w:r>
      <w:r>
        <w:rPr>
          <w:rtl/>
        </w:rPr>
        <w:t>كى تسخير اور اس كے ليے بے شمار نعمتو</w:t>
      </w:r>
      <w:r w:rsidR="00083993">
        <w:rPr>
          <w:rtl/>
        </w:rPr>
        <w:t xml:space="preserve">ں </w:t>
      </w:r>
      <w:r>
        <w:rPr>
          <w:rtl/>
        </w:rPr>
        <w:t>كا بيان، انسان كو شكر گزارى كى تشويق دلانے كے ليے ہے_</w:t>
      </w:r>
      <w:r w:rsidRPr="009F4D51">
        <w:rPr>
          <w:rStyle w:val="libArabicChar"/>
          <w:rFonts w:hint="eastAsia"/>
          <w:rtl/>
        </w:rPr>
        <w:t>وسخر</w:t>
      </w:r>
      <w:r w:rsidRPr="009F4D51">
        <w:rPr>
          <w:rStyle w:val="libArabicChar"/>
          <w:rtl/>
        </w:rPr>
        <w:t xml:space="preserve"> البحر لتاكلوا من</w:t>
      </w:r>
      <w:r w:rsidR="00120F63" w:rsidRPr="00B2551F">
        <w:rPr>
          <w:rStyle w:val="libArabicChar"/>
          <w:rFonts w:hint="cs"/>
          <w:rtl/>
        </w:rPr>
        <w:t>ه</w:t>
      </w:r>
      <w:r w:rsidRPr="009F4D51">
        <w:rPr>
          <w:rStyle w:val="libArabicChar"/>
          <w:rtl/>
        </w:rPr>
        <w:t xml:space="preserve"> ... </w:t>
      </w:r>
      <w:r w:rsidRPr="009F4D51">
        <w:rPr>
          <w:rStyle w:val="libArabicChar"/>
          <w:rFonts w:hint="cs"/>
          <w:rtl/>
        </w:rPr>
        <w:t>و</w:t>
      </w:r>
      <w:r w:rsidRPr="009F4D51">
        <w:rPr>
          <w:rStyle w:val="libArabicChar"/>
          <w:rtl/>
        </w:rPr>
        <w:t xml:space="preserve"> </w:t>
      </w:r>
      <w:r w:rsidRPr="009F4D51">
        <w:rPr>
          <w:rStyle w:val="libArabicChar"/>
          <w:rFonts w:hint="cs"/>
          <w:rtl/>
        </w:rPr>
        <w:t>لتبتغوا</w:t>
      </w:r>
      <w:r w:rsidRPr="009F4D51">
        <w:rPr>
          <w:rStyle w:val="libArabicChar"/>
          <w:rtl/>
        </w:rPr>
        <w:t xml:space="preserve"> </w:t>
      </w:r>
      <w:r w:rsidRPr="009F4D51">
        <w:rPr>
          <w:rStyle w:val="libArabicChar"/>
          <w:rFonts w:hint="cs"/>
          <w:rtl/>
        </w:rPr>
        <w:t>من</w:t>
      </w:r>
      <w:r w:rsidRPr="009F4D51">
        <w:rPr>
          <w:rStyle w:val="libArabicChar"/>
          <w:rtl/>
        </w:rPr>
        <w:t xml:space="preserve"> </w:t>
      </w:r>
      <w:r w:rsidRPr="009F4D51">
        <w:rPr>
          <w:rStyle w:val="libArabicChar"/>
          <w:rFonts w:hint="cs"/>
          <w:rtl/>
        </w:rPr>
        <w:t>فضل</w:t>
      </w:r>
      <w:r w:rsidR="00120F63" w:rsidRPr="00B2551F">
        <w:rPr>
          <w:rStyle w:val="libArabicChar"/>
          <w:rFonts w:hint="cs"/>
          <w:rtl/>
        </w:rPr>
        <w:t>ه</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لعلّكم</w:t>
      </w:r>
      <w:r w:rsidRPr="009F4D51">
        <w:rPr>
          <w:rStyle w:val="libArabicChar"/>
          <w:rtl/>
        </w:rPr>
        <w:t xml:space="preserve"> تشكرون</w:t>
      </w:r>
    </w:p>
    <w:p w:rsidR="001F628F" w:rsidRDefault="001F628F" w:rsidP="001F628F">
      <w:pPr>
        <w:pStyle w:val="libNormal"/>
        <w:rPr>
          <w:rtl/>
        </w:rPr>
      </w:pPr>
      <w:r>
        <w:rPr>
          <w:rtl/>
        </w:rPr>
        <w:t>11_ خداوند عالم نے سمندر مي</w:t>
      </w:r>
      <w:r w:rsidR="00083993">
        <w:rPr>
          <w:rtl/>
        </w:rPr>
        <w:t xml:space="preserve">ں </w:t>
      </w:r>
      <w:r>
        <w:rPr>
          <w:rtl/>
        </w:rPr>
        <w:t>بہت سے فوائد و عطا يا قرار ديے ہي</w:t>
      </w:r>
      <w:r w:rsidR="00083993">
        <w:rPr>
          <w:rtl/>
        </w:rPr>
        <w:t xml:space="preserve">ں </w:t>
      </w:r>
      <w:r>
        <w:rPr>
          <w:rtl/>
        </w:rPr>
        <w:t>كہ جن سے كوشش اور جدو جہد كے ذريعے استفادہ كيا جا سكتا ہے_</w:t>
      </w:r>
    </w:p>
    <w:p w:rsidR="009F4D51" w:rsidRDefault="001E7F9D" w:rsidP="00F73EDE">
      <w:pPr>
        <w:pStyle w:val="libPoemTini"/>
        <w:rPr>
          <w:rtl/>
        </w:rPr>
      </w:pPr>
      <w:r>
        <w:rPr>
          <w:rtl/>
        </w:rPr>
        <w:br w:type="page"/>
      </w:r>
    </w:p>
    <w:p w:rsidR="001F628F" w:rsidRDefault="001F628F" w:rsidP="009F4D51">
      <w:pPr>
        <w:pStyle w:val="libArabic"/>
        <w:rPr>
          <w:rtl/>
        </w:rPr>
      </w:pPr>
      <w:r>
        <w:rPr>
          <w:rFonts w:hint="eastAsia"/>
          <w:rtl/>
        </w:rPr>
        <w:lastRenderedPageBreak/>
        <w:t>سخّر</w:t>
      </w:r>
      <w:r>
        <w:rPr>
          <w:rtl/>
        </w:rPr>
        <w:t xml:space="preserve"> البحر لتاكلوا من</w:t>
      </w:r>
      <w:r w:rsidR="00120F63" w:rsidRPr="00ED5DE8">
        <w:rPr>
          <w:rFonts w:hint="cs"/>
          <w:rtl/>
        </w:rPr>
        <w:t>ه</w:t>
      </w:r>
      <w:r>
        <w:rPr>
          <w:rtl/>
        </w:rPr>
        <w:t xml:space="preserve"> ... </w:t>
      </w:r>
      <w:r>
        <w:rPr>
          <w:rFonts w:hint="cs"/>
          <w:rtl/>
        </w:rPr>
        <w:t>و</w:t>
      </w:r>
      <w:r>
        <w:rPr>
          <w:rtl/>
        </w:rPr>
        <w:t xml:space="preserve"> </w:t>
      </w:r>
      <w:r>
        <w:rPr>
          <w:rFonts w:hint="cs"/>
          <w:rtl/>
        </w:rPr>
        <w:t>لتبتغوا</w:t>
      </w:r>
      <w:r>
        <w:rPr>
          <w:rtl/>
        </w:rPr>
        <w:t xml:space="preserve"> </w:t>
      </w:r>
      <w:r>
        <w:rPr>
          <w:rFonts w:hint="cs"/>
          <w:rtl/>
        </w:rPr>
        <w:t>م</w:t>
      </w:r>
      <w:r>
        <w:rPr>
          <w:rtl/>
        </w:rPr>
        <w:t>ن فضل</w:t>
      </w:r>
      <w:r w:rsidR="00120F63" w:rsidRPr="00ED5DE8">
        <w:rPr>
          <w:rFonts w:hint="cs"/>
          <w:rtl/>
        </w:rPr>
        <w:t>ه</w:t>
      </w:r>
    </w:p>
    <w:p w:rsidR="001F628F" w:rsidRDefault="001F628F" w:rsidP="001F628F">
      <w:pPr>
        <w:pStyle w:val="libNormal"/>
        <w:rPr>
          <w:rtl/>
        </w:rPr>
      </w:pPr>
      <w:r>
        <w:rPr>
          <w:rtl/>
        </w:rPr>
        <w:t>''تبتغوا'' ( ابتغائ) سے مطلوبہ چيز كے حصول كے ليے كوشش اور جد وجہد كرنے كے معنى مي</w:t>
      </w:r>
      <w:r w:rsidR="00083993">
        <w:rPr>
          <w:rtl/>
        </w:rPr>
        <w:t xml:space="preserve">ں </w:t>
      </w:r>
      <w:r>
        <w:rPr>
          <w:rtl/>
        </w:rPr>
        <w:t>ہے_</w:t>
      </w:r>
    </w:p>
    <w:p w:rsidR="001F628F" w:rsidRDefault="001F628F" w:rsidP="001F628F">
      <w:pPr>
        <w:pStyle w:val="libNormal"/>
        <w:rPr>
          <w:rtl/>
        </w:rPr>
      </w:pPr>
      <w:r>
        <w:rPr>
          <w:rtl/>
        </w:rPr>
        <w:t>12_ سمندر اس كى نعمتو</w:t>
      </w:r>
      <w:r w:rsidR="00083993">
        <w:rPr>
          <w:rtl/>
        </w:rPr>
        <w:t xml:space="preserve">ں </w:t>
      </w:r>
      <w:r>
        <w:rPr>
          <w:rtl/>
        </w:rPr>
        <w:t>كى طرف توجہ خدا كى شناخت اور اس كى نعمتو</w:t>
      </w:r>
      <w:r w:rsidR="00083993">
        <w:rPr>
          <w:rtl/>
        </w:rPr>
        <w:t xml:space="preserve">ں </w:t>
      </w:r>
      <w:r>
        <w:rPr>
          <w:rtl/>
        </w:rPr>
        <w:t>كا شكر يہ ادا كرنے كا زمينہ فراہم كرتى ہے_</w:t>
      </w:r>
    </w:p>
    <w:p w:rsidR="001F628F" w:rsidRDefault="001F628F" w:rsidP="009F4D51">
      <w:pPr>
        <w:pStyle w:val="libArabic"/>
        <w:rPr>
          <w:rtl/>
        </w:rPr>
      </w:pPr>
      <w:r>
        <w:rPr>
          <w:rFonts w:hint="eastAsia"/>
          <w:rtl/>
        </w:rPr>
        <w:t>سخر</w:t>
      </w:r>
      <w:r>
        <w:rPr>
          <w:rtl/>
        </w:rPr>
        <w:t xml:space="preserve"> البحر ... لعلكم تشكرون</w:t>
      </w:r>
    </w:p>
    <w:p w:rsidR="001F628F" w:rsidRDefault="001F628F" w:rsidP="001F628F">
      <w:pPr>
        <w:pStyle w:val="libNormal"/>
        <w:rPr>
          <w:rtl/>
        </w:rPr>
      </w:pPr>
      <w:r>
        <w:rPr>
          <w:rFonts w:hint="eastAsia"/>
          <w:rtl/>
        </w:rPr>
        <w:t>جملہ</w:t>
      </w:r>
      <w:r>
        <w:rPr>
          <w:rtl/>
        </w:rPr>
        <w:t>'' ولعلّكم تشكرون ''كا عطف ''ولعلكم تعرفون'' جيسے محذوف جملے پر ہے_</w:t>
      </w:r>
    </w:p>
    <w:p w:rsidR="001F628F" w:rsidRDefault="001F628F" w:rsidP="009F4D51">
      <w:pPr>
        <w:pStyle w:val="libNormal"/>
        <w:rPr>
          <w:rtl/>
        </w:rPr>
      </w:pPr>
      <w:r>
        <w:rPr>
          <w:rtl/>
        </w:rPr>
        <w:t>13_ خدا كى نعمتو</w:t>
      </w:r>
      <w:r w:rsidR="00083993">
        <w:rPr>
          <w:rtl/>
        </w:rPr>
        <w:t xml:space="preserve">ں </w:t>
      </w:r>
      <w:r>
        <w:rPr>
          <w:rtl/>
        </w:rPr>
        <w:t>كے مقابلے مي</w:t>
      </w:r>
      <w:r w:rsidR="00083993">
        <w:rPr>
          <w:rtl/>
        </w:rPr>
        <w:t xml:space="preserve">ں </w:t>
      </w:r>
      <w:r>
        <w:rPr>
          <w:rtl/>
        </w:rPr>
        <w:t>شكر ادا كرنا ضرورى ہے_</w:t>
      </w:r>
      <w:r w:rsidRPr="009F4D51">
        <w:rPr>
          <w:rStyle w:val="libArabicChar"/>
          <w:rFonts w:hint="eastAsia"/>
          <w:rtl/>
        </w:rPr>
        <w:t>ولعلكم</w:t>
      </w:r>
      <w:r w:rsidRPr="009F4D51">
        <w:rPr>
          <w:rStyle w:val="libArabicChar"/>
          <w:rtl/>
        </w:rPr>
        <w:t xml:space="preserve"> تشكرون</w:t>
      </w:r>
    </w:p>
    <w:p w:rsidR="001F628F" w:rsidRDefault="001F628F" w:rsidP="001F628F">
      <w:pPr>
        <w:pStyle w:val="libNormal"/>
        <w:rPr>
          <w:rtl/>
        </w:rPr>
      </w:pPr>
      <w:r>
        <w:rPr>
          <w:rFonts w:hint="eastAsia"/>
          <w:rtl/>
        </w:rPr>
        <w:t>كيونكہ</w:t>
      </w:r>
      <w:r>
        <w:rPr>
          <w:rtl/>
        </w:rPr>
        <w:t xml:space="preserve"> خداوند عالم نے اپنى بہت سى نعمتو</w:t>
      </w:r>
      <w:r w:rsidR="00083993">
        <w:rPr>
          <w:rtl/>
        </w:rPr>
        <w:t xml:space="preserve">ں </w:t>
      </w:r>
      <w:r>
        <w:rPr>
          <w:rtl/>
        </w:rPr>
        <w:t>كے ذكر كا فلسفہ يہ بيان كيا ہے كہ انسان كے اند رشكر گزارى كا انگيزہ پيدا ہو اس سے معلوم ہوتا ہے كہ شكر گزارى ايك ضرورى اور لازمى چيز ہے_</w:t>
      </w:r>
    </w:p>
    <w:p w:rsidR="001F628F" w:rsidRDefault="001F628F" w:rsidP="001F628F">
      <w:pPr>
        <w:pStyle w:val="libNormal"/>
        <w:rPr>
          <w:rtl/>
        </w:rPr>
      </w:pPr>
      <w:r>
        <w:rPr>
          <w:rtl/>
        </w:rPr>
        <w:t>14_انسان كى ضروريات كو پورا كرنے كے سلسلہ مي</w:t>
      </w:r>
      <w:r w:rsidR="00083993">
        <w:rPr>
          <w:rtl/>
        </w:rPr>
        <w:t xml:space="preserve">ں </w:t>
      </w:r>
      <w:r>
        <w:rPr>
          <w:rtl/>
        </w:rPr>
        <w:t>طبيعى اسبا ب، ارادہ خداوند كے جارى ہونے كا مقام ہي</w:t>
      </w:r>
      <w:r w:rsidR="00083993">
        <w:rPr>
          <w:rtl/>
        </w:rPr>
        <w:t xml:space="preserve">ں </w:t>
      </w:r>
      <w:r>
        <w:rPr>
          <w:rtl/>
        </w:rPr>
        <w:t>_</w:t>
      </w:r>
    </w:p>
    <w:p w:rsidR="001F628F" w:rsidRDefault="00120F63" w:rsidP="009F4D51">
      <w:pPr>
        <w:pStyle w:val="libArabic"/>
        <w:rPr>
          <w:rtl/>
        </w:rPr>
      </w:pPr>
      <w:r w:rsidRPr="00ED5DE8">
        <w:rPr>
          <w:rFonts w:hint="cs"/>
          <w:rtl/>
        </w:rPr>
        <w:t>ه</w:t>
      </w:r>
      <w:r w:rsidR="001F628F">
        <w:rPr>
          <w:rFonts w:hint="cs"/>
          <w:rtl/>
        </w:rPr>
        <w:t>و</w:t>
      </w:r>
      <w:r w:rsidR="001F628F">
        <w:rPr>
          <w:rtl/>
        </w:rPr>
        <w:t xml:space="preserve"> الذى سخّر البحر لتاكلوا في</w:t>
      </w:r>
      <w:r w:rsidRPr="00ED5DE8">
        <w:rPr>
          <w:rFonts w:hint="cs"/>
          <w:rtl/>
        </w:rPr>
        <w:t>ه</w:t>
      </w:r>
      <w:r w:rsidR="001F628F">
        <w:rPr>
          <w:rtl/>
        </w:rPr>
        <w:t xml:space="preserve"> </w:t>
      </w:r>
      <w:r w:rsidR="001F628F">
        <w:rPr>
          <w:rFonts w:hint="cs"/>
          <w:rtl/>
        </w:rPr>
        <w:t>لحماً</w:t>
      </w:r>
      <w:r w:rsidR="001F628F">
        <w:rPr>
          <w:rtl/>
        </w:rPr>
        <w:t xml:space="preserve"> </w:t>
      </w:r>
      <w:r w:rsidR="001F628F">
        <w:rPr>
          <w:rFonts w:hint="cs"/>
          <w:rtl/>
        </w:rPr>
        <w:t>طرياً</w:t>
      </w:r>
      <w:r w:rsidR="001F628F">
        <w:rPr>
          <w:rtl/>
        </w:rPr>
        <w:t xml:space="preserve"> </w:t>
      </w:r>
      <w:r w:rsidR="001F628F">
        <w:rPr>
          <w:rFonts w:hint="cs"/>
          <w:rtl/>
        </w:rPr>
        <w:t>و</w:t>
      </w:r>
      <w:r w:rsidR="001F628F">
        <w:rPr>
          <w:rtl/>
        </w:rPr>
        <w:t xml:space="preserve"> </w:t>
      </w:r>
      <w:r w:rsidR="001F628F">
        <w:rPr>
          <w:rFonts w:hint="cs"/>
          <w:rtl/>
        </w:rPr>
        <w:t>تستخرجوا</w:t>
      </w:r>
      <w:r w:rsidR="001F628F">
        <w:rPr>
          <w:rtl/>
        </w:rPr>
        <w:t xml:space="preserve"> </w:t>
      </w:r>
      <w:r w:rsidR="001F628F">
        <w:rPr>
          <w:rFonts w:hint="cs"/>
          <w:rtl/>
        </w:rPr>
        <w:t>من</w:t>
      </w:r>
      <w:r w:rsidRPr="00ED5DE8">
        <w:rPr>
          <w:rFonts w:hint="cs"/>
          <w:rtl/>
        </w:rPr>
        <w:t>ه</w:t>
      </w:r>
      <w:r w:rsidR="001F628F">
        <w:rPr>
          <w:rtl/>
        </w:rPr>
        <w:t xml:space="preserve"> </w:t>
      </w:r>
      <w:r w:rsidR="001F628F">
        <w:rPr>
          <w:rFonts w:hint="cs"/>
          <w:rtl/>
        </w:rPr>
        <w:t>حلية</w:t>
      </w:r>
      <w:r w:rsidR="001F628F">
        <w:rPr>
          <w:rtl/>
        </w:rPr>
        <w:t xml:space="preserve"> </w:t>
      </w:r>
      <w:r w:rsidR="001F628F">
        <w:rPr>
          <w:rFonts w:hint="cs"/>
          <w:rtl/>
        </w:rPr>
        <w:t>تلبسون</w:t>
      </w:r>
      <w:r w:rsidRPr="00ED5DE8">
        <w:rPr>
          <w:rFonts w:hint="cs"/>
          <w:rtl/>
        </w:rPr>
        <w:t>ه</w:t>
      </w:r>
      <w:r w:rsidR="001F628F">
        <w:rPr>
          <w:rFonts w:hint="cs"/>
          <w:rtl/>
        </w:rPr>
        <w:t>ا</w:t>
      </w:r>
      <w:r w:rsidR="001F628F">
        <w:rPr>
          <w:rtl/>
        </w:rPr>
        <w:t xml:space="preserve"> </w:t>
      </w:r>
      <w:r w:rsidR="001F628F">
        <w:rPr>
          <w:rFonts w:hint="cs"/>
          <w:rtl/>
        </w:rPr>
        <w:t>و</w:t>
      </w:r>
      <w:r w:rsidR="001F628F">
        <w:rPr>
          <w:rtl/>
        </w:rPr>
        <w:t xml:space="preserve"> </w:t>
      </w:r>
      <w:r w:rsidR="001F628F">
        <w:rPr>
          <w:rFonts w:hint="cs"/>
          <w:rtl/>
        </w:rPr>
        <w:t>تريى</w:t>
      </w:r>
      <w:r w:rsidR="001F628F">
        <w:rPr>
          <w:rtl/>
        </w:rPr>
        <w:t xml:space="preserve"> </w:t>
      </w:r>
      <w:r w:rsidR="001F628F">
        <w:rPr>
          <w:rFonts w:hint="cs"/>
          <w:rtl/>
        </w:rPr>
        <w:t>الفلك</w:t>
      </w:r>
      <w:r w:rsidR="001F628F">
        <w:rPr>
          <w:rtl/>
        </w:rPr>
        <w:t xml:space="preserve"> </w:t>
      </w:r>
      <w:r w:rsidR="001F628F">
        <w:rPr>
          <w:rFonts w:hint="cs"/>
          <w:rtl/>
        </w:rPr>
        <w:t>مواخر</w:t>
      </w:r>
      <w:r w:rsidR="001F628F">
        <w:rPr>
          <w:rtl/>
        </w:rPr>
        <w:t xml:space="preserve"> </w:t>
      </w:r>
      <w:r w:rsidR="001F628F">
        <w:rPr>
          <w:rFonts w:hint="cs"/>
          <w:rtl/>
        </w:rPr>
        <w:t>في</w:t>
      </w:r>
      <w:r w:rsidRPr="00ED5DE8">
        <w:rPr>
          <w:rFonts w:hint="cs"/>
          <w:rtl/>
        </w:rPr>
        <w:t>ه</w:t>
      </w:r>
      <w:r w:rsidR="001F628F">
        <w:rPr>
          <w:rtl/>
        </w:rPr>
        <w:t xml:space="preserve"> </w:t>
      </w:r>
      <w:r w:rsidR="001F628F">
        <w:rPr>
          <w:rFonts w:hint="cs"/>
          <w:rtl/>
        </w:rPr>
        <w:t>و</w:t>
      </w:r>
      <w:r w:rsidR="001F628F">
        <w:rPr>
          <w:rtl/>
        </w:rPr>
        <w:t xml:space="preserve"> </w:t>
      </w:r>
      <w:r w:rsidR="001F628F">
        <w:rPr>
          <w:rFonts w:hint="cs"/>
          <w:rtl/>
        </w:rPr>
        <w:t>لتبتغوا</w:t>
      </w:r>
      <w:r w:rsidR="001F628F">
        <w:rPr>
          <w:rtl/>
        </w:rPr>
        <w:t xml:space="preserve"> </w:t>
      </w:r>
      <w:r w:rsidR="001F628F">
        <w:rPr>
          <w:rFonts w:hint="cs"/>
          <w:rtl/>
        </w:rPr>
        <w:t>من</w:t>
      </w:r>
      <w:r w:rsidR="001F628F">
        <w:rPr>
          <w:rtl/>
        </w:rPr>
        <w:t xml:space="preserve"> فضل</w:t>
      </w:r>
      <w:r w:rsidRPr="00ED5DE8">
        <w:rPr>
          <w:rFonts w:hint="cs"/>
          <w:rtl/>
        </w:rPr>
        <w:t>ه</w:t>
      </w:r>
    </w:p>
    <w:p w:rsidR="001F628F" w:rsidRDefault="001F628F" w:rsidP="001F628F">
      <w:pPr>
        <w:pStyle w:val="libNormal"/>
        <w:rPr>
          <w:rtl/>
        </w:rPr>
      </w:pPr>
      <w:r>
        <w:rPr>
          <w:rFonts w:hint="eastAsia"/>
          <w:rtl/>
        </w:rPr>
        <w:t>احكام</w:t>
      </w:r>
      <w:r>
        <w:rPr>
          <w:rtl/>
        </w:rPr>
        <w:t>:4،5</w:t>
      </w:r>
    </w:p>
    <w:p w:rsidR="001F628F" w:rsidRDefault="001F628F" w:rsidP="009F4D51">
      <w:pPr>
        <w:pStyle w:val="libNormal"/>
        <w:rPr>
          <w:rtl/>
        </w:rPr>
      </w:pPr>
      <w:r>
        <w:rPr>
          <w:rFonts w:hint="eastAsia"/>
          <w:rtl/>
        </w:rPr>
        <w:t>الله</w:t>
      </w:r>
      <w:r>
        <w:rPr>
          <w:rtl/>
        </w:rPr>
        <w:t xml:space="preserve"> تعالى :</w:t>
      </w:r>
      <w:r>
        <w:rPr>
          <w:rFonts w:hint="eastAsia"/>
          <w:rtl/>
        </w:rPr>
        <w:t>الله</w:t>
      </w:r>
      <w:r>
        <w:rPr>
          <w:rtl/>
        </w:rPr>
        <w:t xml:space="preserve"> تعالى كى شناخت كا پيش خيمہ12; الله تعالى كى نعمتي</w:t>
      </w:r>
      <w:r w:rsidR="00083993">
        <w:rPr>
          <w:rtl/>
        </w:rPr>
        <w:t xml:space="preserve">ں </w:t>
      </w:r>
      <w:r>
        <w:rPr>
          <w:rtl/>
        </w:rPr>
        <w:t>8،11; الله تعالى كے ارادے كا مقام14;الله تعالى كے افعال1;الله تعالى كے مختصات2</w:t>
      </w:r>
    </w:p>
    <w:p w:rsidR="001F628F" w:rsidRDefault="001F628F" w:rsidP="009F4D51">
      <w:pPr>
        <w:pStyle w:val="libNormal"/>
        <w:rPr>
          <w:rtl/>
        </w:rPr>
      </w:pPr>
      <w:r>
        <w:rPr>
          <w:rFonts w:hint="eastAsia"/>
          <w:rtl/>
        </w:rPr>
        <w:t>انسان</w:t>
      </w:r>
      <w:r>
        <w:rPr>
          <w:rtl/>
        </w:rPr>
        <w:t>:</w:t>
      </w:r>
      <w:r>
        <w:rPr>
          <w:rFonts w:hint="eastAsia"/>
          <w:rtl/>
        </w:rPr>
        <w:t>انسان</w:t>
      </w:r>
      <w:r>
        <w:rPr>
          <w:rtl/>
        </w:rPr>
        <w:t xml:space="preserve"> مي</w:t>
      </w:r>
      <w:r w:rsidR="00083993">
        <w:rPr>
          <w:rtl/>
        </w:rPr>
        <w:t xml:space="preserve">ں </w:t>
      </w:r>
      <w:r>
        <w:rPr>
          <w:rtl/>
        </w:rPr>
        <w:t>خوبصورتى كى چاہت 6; انسان كى ضروريات 4; انسان كے فضائل1; انسان كے ميلانات6</w:t>
      </w:r>
    </w:p>
    <w:p w:rsidR="001F628F" w:rsidRDefault="001F628F" w:rsidP="009F4D51">
      <w:pPr>
        <w:pStyle w:val="libNormal"/>
        <w:rPr>
          <w:rtl/>
        </w:rPr>
      </w:pPr>
      <w:r>
        <w:rPr>
          <w:rFonts w:hint="eastAsia"/>
          <w:rtl/>
        </w:rPr>
        <w:t>توحيد</w:t>
      </w:r>
      <w:r>
        <w:rPr>
          <w:rtl/>
        </w:rPr>
        <w:t>:</w:t>
      </w:r>
      <w:r>
        <w:rPr>
          <w:rFonts w:hint="eastAsia"/>
          <w:rtl/>
        </w:rPr>
        <w:t>توحيد</w:t>
      </w:r>
      <w:r>
        <w:rPr>
          <w:rtl/>
        </w:rPr>
        <w:t xml:space="preserve"> افعال2</w:t>
      </w:r>
    </w:p>
    <w:p w:rsidR="001F628F" w:rsidRDefault="001F628F" w:rsidP="009F4D51">
      <w:pPr>
        <w:pStyle w:val="libNormal"/>
        <w:rPr>
          <w:rtl/>
        </w:rPr>
      </w:pPr>
      <w:r>
        <w:rPr>
          <w:rFonts w:hint="eastAsia"/>
          <w:rtl/>
        </w:rPr>
        <w:t>حيوانات</w:t>
      </w:r>
      <w:r>
        <w:rPr>
          <w:rtl/>
        </w:rPr>
        <w:t>:</w:t>
      </w:r>
      <w:r>
        <w:rPr>
          <w:rFonts w:hint="eastAsia"/>
          <w:rtl/>
        </w:rPr>
        <w:t>سمندرى</w:t>
      </w:r>
      <w:r>
        <w:rPr>
          <w:rtl/>
        </w:rPr>
        <w:t xml:space="preserve"> جانورو</w:t>
      </w:r>
      <w:r w:rsidR="00083993">
        <w:rPr>
          <w:rtl/>
        </w:rPr>
        <w:t xml:space="preserve">ں </w:t>
      </w:r>
      <w:r>
        <w:rPr>
          <w:rtl/>
        </w:rPr>
        <w:t>كا گوشت3،8</w:t>
      </w:r>
    </w:p>
    <w:p w:rsidR="001F628F" w:rsidRDefault="001F628F" w:rsidP="009F4D51">
      <w:pPr>
        <w:pStyle w:val="libNormal"/>
        <w:rPr>
          <w:rtl/>
        </w:rPr>
      </w:pPr>
      <w:r>
        <w:rPr>
          <w:rFonts w:hint="eastAsia"/>
          <w:rtl/>
        </w:rPr>
        <w:t>ذكر</w:t>
      </w:r>
      <w:r>
        <w:rPr>
          <w:rtl/>
        </w:rPr>
        <w:t>:</w:t>
      </w:r>
      <w:r>
        <w:rPr>
          <w:rFonts w:hint="eastAsia"/>
          <w:rtl/>
        </w:rPr>
        <w:t>ذكر</w:t>
      </w:r>
      <w:r>
        <w:rPr>
          <w:rtl/>
        </w:rPr>
        <w:t xml:space="preserve"> نعمت كے آثار12; سمندرى نعمتو</w:t>
      </w:r>
      <w:r w:rsidR="00083993">
        <w:rPr>
          <w:rtl/>
        </w:rPr>
        <w:t xml:space="preserve">ں </w:t>
      </w:r>
      <w:r>
        <w:rPr>
          <w:rtl/>
        </w:rPr>
        <w:t>كا ذكر12</w:t>
      </w:r>
    </w:p>
    <w:p w:rsidR="001F628F" w:rsidRDefault="001F628F" w:rsidP="009F4D51">
      <w:pPr>
        <w:pStyle w:val="libNormal"/>
        <w:rPr>
          <w:rtl/>
        </w:rPr>
      </w:pPr>
      <w:r>
        <w:rPr>
          <w:rFonts w:hint="eastAsia"/>
          <w:rtl/>
        </w:rPr>
        <w:t>زينت</w:t>
      </w:r>
      <w:r>
        <w:rPr>
          <w:rtl/>
        </w:rPr>
        <w:t>:</w:t>
      </w:r>
      <w:r>
        <w:rPr>
          <w:rFonts w:hint="eastAsia"/>
          <w:rtl/>
        </w:rPr>
        <w:t>سمندرى</w:t>
      </w:r>
      <w:r>
        <w:rPr>
          <w:rtl/>
        </w:rPr>
        <w:t xml:space="preserve"> زينتو</w:t>
      </w:r>
      <w:r w:rsidR="00083993">
        <w:rPr>
          <w:rtl/>
        </w:rPr>
        <w:t xml:space="preserve">ں </w:t>
      </w:r>
      <w:r>
        <w:rPr>
          <w:rtl/>
        </w:rPr>
        <w:t>كا حصول5; زينت سے استفادہ 4; سمندرى زينتو</w:t>
      </w:r>
      <w:r w:rsidR="00083993">
        <w:rPr>
          <w:rtl/>
        </w:rPr>
        <w:t xml:space="preserve">ں </w:t>
      </w:r>
      <w:r>
        <w:rPr>
          <w:rtl/>
        </w:rPr>
        <w:t>سے استفادہ 3; سمندرى زينتي</w:t>
      </w:r>
      <w:r w:rsidR="00083993">
        <w:rPr>
          <w:rtl/>
        </w:rPr>
        <w:t xml:space="preserve">ں </w:t>
      </w:r>
    </w:p>
    <w:p w:rsidR="001F628F" w:rsidRDefault="001F628F" w:rsidP="009F4D51">
      <w:pPr>
        <w:pStyle w:val="libNormal"/>
        <w:rPr>
          <w:rtl/>
        </w:rPr>
      </w:pPr>
      <w:r>
        <w:rPr>
          <w:rFonts w:hint="eastAsia"/>
          <w:rtl/>
        </w:rPr>
        <w:t>سمندر</w:t>
      </w:r>
      <w:r>
        <w:rPr>
          <w:rtl/>
        </w:rPr>
        <w:t>:</w:t>
      </w:r>
      <w:r>
        <w:rPr>
          <w:rFonts w:hint="eastAsia"/>
          <w:rtl/>
        </w:rPr>
        <w:t>سمندر</w:t>
      </w:r>
      <w:r>
        <w:rPr>
          <w:rtl/>
        </w:rPr>
        <w:t xml:space="preserve"> سے استفادہ 1،2; سمند ر كى تسخير1،10;</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سمندرى</w:t>
      </w:r>
      <w:r>
        <w:rPr>
          <w:rtl/>
        </w:rPr>
        <w:t xml:space="preserve"> مناظر7; سمندر كے فوائد3،9</w:t>
      </w:r>
    </w:p>
    <w:p w:rsidR="001F628F" w:rsidRDefault="001F628F" w:rsidP="009F4D51">
      <w:pPr>
        <w:pStyle w:val="libNormal"/>
        <w:rPr>
          <w:rtl/>
        </w:rPr>
      </w:pPr>
      <w:r>
        <w:rPr>
          <w:rFonts w:hint="eastAsia"/>
          <w:rtl/>
        </w:rPr>
        <w:t>شكر</w:t>
      </w:r>
      <w:r>
        <w:rPr>
          <w:rtl/>
        </w:rPr>
        <w:t>:</w:t>
      </w:r>
      <w:r>
        <w:rPr>
          <w:rFonts w:hint="eastAsia"/>
          <w:rtl/>
        </w:rPr>
        <w:t>شكر</w:t>
      </w:r>
      <w:r>
        <w:rPr>
          <w:rtl/>
        </w:rPr>
        <w:t xml:space="preserve"> نعمت كى اہميت13; شكر نعمت كى ترغيب 10; شكر كا پيش خيمہ 12</w:t>
      </w:r>
    </w:p>
    <w:p w:rsidR="001F628F" w:rsidRDefault="001F628F" w:rsidP="009F4D51">
      <w:pPr>
        <w:pStyle w:val="libNormal"/>
        <w:rPr>
          <w:rtl/>
        </w:rPr>
      </w:pPr>
      <w:r>
        <w:rPr>
          <w:rFonts w:hint="eastAsia"/>
          <w:rtl/>
        </w:rPr>
        <w:t>ضروتي</w:t>
      </w:r>
      <w:r w:rsidR="00083993">
        <w:rPr>
          <w:rFonts w:hint="eastAsia"/>
          <w:rtl/>
        </w:rPr>
        <w:t xml:space="preserve">ں </w:t>
      </w:r>
      <w:r>
        <w:rPr>
          <w:rtl/>
        </w:rPr>
        <w:t>:</w:t>
      </w:r>
      <w:r>
        <w:rPr>
          <w:rFonts w:hint="eastAsia"/>
          <w:rtl/>
        </w:rPr>
        <w:t>ضرورتو</w:t>
      </w:r>
      <w:r w:rsidR="00083993">
        <w:rPr>
          <w:rFonts w:hint="eastAsia"/>
          <w:rtl/>
        </w:rPr>
        <w:t xml:space="preserve">ں </w:t>
      </w:r>
      <w:r>
        <w:rPr>
          <w:rtl/>
        </w:rPr>
        <w:t>كو پورا كرنے مي</w:t>
      </w:r>
      <w:r w:rsidR="00083993">
        <w:rPr>
          <w:rtl/>
        </w:rPr>
        <w:t xml:space="preserve">ں </w:t>
      </w:r>
      <w:r>
        <w:rPr>
          <w:rtl/>
        </w:rPr>
        <w:t>مؤثر اسباب14</w:t>
      </w:r>
    </w:p>
    <w:p w:rsidR="001F628F" w:rsidRDefault="001F628F" w:rsidP="009F4D51">
      <w:pPr>
        <w:pStyle w:val="libNormal"/>
        <w:rPr>
          <w:rtl/>
        </w:rPr>
      </w:pPr>
      <w:r>
        <w:rPr>
          <w:rFonts w:hint="eastAsia"/>
          <w:rtl/>
        </w:rPr>
        <w:t>طبيعت</w:t>
      </w:r>
      <w:r>
        <w:rPr>
          <w:rtl/>
        </w:rPr>
        <w:t>:</w:t>
      </w:r>
      <w:r>
        <w:rPr>
          <w:rFonts w:hint="eastAsia"/>
          <w:rtl/>
        </w:rPr>
        <w:t>طبيعت</w:t>
      </w:r>
      <w:r>
        <w:rPr>
          <w:rtl/>
        </w:rPr>
        <w:t xml:space="preserve"> سے استفادہ4</w:t>
      </w:r>
    </w:p>
    <w:p w:rsidR="001F628F" w:rsidRDefault="001F628F" w:rsidP="009F4D51">
      <w:pPr>
        <w:pStyle w:val="libNormal"/>
        <w:rPr>
          <w:rtl/>
        </w:rPr>
      </w:pPr>
      <w:r>
        <w:rPr>
          <w:rFonts w:hint="eastAsia"/>
          <w:rtl/>
        </w:rPr>
        <w:t>طبيعى</w:t>
      </w:r>
      <w:r>
        <w:rPr>
          <w:rtl/>
        </w:rPr>
        <w:t xml:space="preserve"> عوامل:</w:t>
      </w:r>
      <w:r>
        <w:rPr>
          <w:rFonts w:hint="eastAsia"/>
          <w:rtl/>
        </w:rPr>
        <w:t>طبيعى</w:t>
      </w:r>
      <w:r>
        <w:rPr>
          <w:rtl/>
        </w:rPr>
        <w:t xml:space="preserve"> عوامل كا كردار14</w:t>
      </w:r>
    </w:p>
    <w:p w:rsidR="001F628F" w:rsidRDefault="001F628F" w:rsidP="009F4D51">
      <w:pPr>
        <w:pStyle w:val="libNormal"/>
        <w:rPr>
          <w:rtl/>
        </w:rPr>
      </w:pPr>
      <w:r>
        <w:rPr>
          <w:rFonts w:hint="eastAsia"/>
          <w:rtl/>
        </w:rPr>
        <w:t>غوطہ</w:t>
      </w:r>
      <w:r>
        <w:rPr>
          <w:rtl/>
        </w:rPr>
        <w:t xml:space="preserve"> زني:</w:t>
      </w:r>
      <w:r>
        <w:rPr>
          <w:rFonts w:hint="eastAsia"/>
          <w:rtl/>
        </w:rPr>
        <w:t>غوطہ</w:t>
      </w:r>
      <w:r>
        <w:rPr>
          <w:rtl/>
        </w:rPr>
        <w:t xml:space="preserve"> زنى كے احكام5</w:t>
      </w:r>
    </w:p>
    <w:p w:rsidR="001F628F" w:rsidRDefault="001F628F" w:rsidP="009F4D51">
      <w:pPr>
        <w:pStyle w:val="libNormal"/>
        <w:rPr>
          <w:rtl/>
        </w:rPr>
      </w:pPr>
      <w:r>
        <w:rPr>
          <w:rFonts w:hint="eastAsia"/>
          <w:rtl/>
        </w:rPr>
        <w:t>كشتيا</w:t>
      </w:r>
      <w:r w:rsidR="00083993">
        <w:rPr>
          <w:rFonts w:hint="eastAsia"/>
          <w:rtl/>
        </w:rPr>
        <w:t xml:space="preserve">ں </w:t>
      </w:r>
      <w:r>
        <w:rPr>
          <w:rtl/>
        </w:rPr>
        <w:t>:</w:t>
      </w:r>
      <w:r>
        <w:rPr>
          <w:rFonts w:hint="eastAsia"/>
          <w:rtl/>
        </w:rPr>
        <w:t>كشتيو</w:t>
      </w:r>
      <w:r w:rsidR="00083993">
        <w:rPr>
          <w:rFonts w:hint="eastAsia"/>
          <w:rtl/>
        </w:rPr>
        <w:t xml:space="preserve">ں </w:t>
      </w:r>
      <w:r>
        <w:rPr>
          <w:rtl/>
        </w:rPr>
        <w:t>كى حيرت انگيزرواني7</w:t>
      </w:r>
    </w:p>
    <w:p w:rsidR="001F628F" w:rsidRDefault="001F628F" w:rsidP="009F4D51">
      <w:pPr>
        <w:pStyle w:val="libNormal"/>
        <w:rPr>
          <w:rtl/>
        </w:rPr>
      </w:pPr>
      <w:r>
        <w:rPr>
          <w:rFonts w:hint="eastAsia"/>
          <w:rtl/>
        </w:rPr>
        <w:t>كشتى</w:t>
      </w:r>
      <w:r>
        <w:rPr>
          <w:rtl/>
        </w:rPr>
        <w:t xml:space="preserve"> راني:</w:t>
      </w:r>
      <w:r>
        <w:rPr>
          <w:rFonts w:hint="eastAsia"/>
          <w:rtl/>
        </w:rPr>
        <w:t>سمندر</w:t>
      </w:r>
      <w:r>
        <w:rPr>
          <w:rtl/>
        </w:rPr>
        <w:t xml:space="preserve"> مي</w:t>
      </w:r>
      <w:r w:rsidR="00083993">
        <w:rPr>
          <w:rtl/>
        </w:rPr>
        <w:t xml:space="preserve">ں </w:t>
      </w:r>
      <w:r>
        <w:rPr>
          <w:rtl/>
        </w:rPr>
        <w:t>كشتى راني3</w:t>
      </w:r>
    </w:p>
    <w:p w:rsidR="001F628F" w:rsidRDefault="001F628F" w:rsidP="009F4D51">
      <w:pPr>
        <w:pStyle w:val="libNormal"/>
        <w:rPr>
          <w:rtl/>
        </w:rPr>
      </w:pPr>
      <w:r>
        <w:rPr>
          <w:rFonts w:hint="eastAsia"/>
          <w:rtl/>
        </w:rPr>
        <w:t>كھانے</w:t>
      </w:r>
      <w:r>
        <w:rPr>
          <w:rtl/>
        </w:rPr>
        <w:t xml:space="preserve"> والى اشيائ:</w:t>
      </w:r>
      <w:r>
        <w:rPr>
          <w:rFonts w:hint="eastAsia"/>
          <w:rtl/>
        </w:rPr>
        <w:t>كھانے</w:t>
      </w:r>
      <w:r>
        <w:rPr>
          <w:rtl/>
        </w:rPr>
        <w:t xml:space="preserve"> والى اشياء كا مباح ہونا4</w:t>
      </w:r>
    </w:p>
    <w:p w:rsidR="001F628F" w:rsidRDefault="001F628F" w:rsidP="009F4D51">
      <w:pPr>
        <w:pStyle w:val="libNormal"/>
        <w:rPr>
          <w:rtl/>
        </w:rPr>
      </w:pPr>
      <w:r>
        <w:rPr>
          <w:rFonts w:hint="eastAsia"/>
          <w:rtl/>
        </w:rPr>
        <w:t>لباس</w:t>
      </w:r>
      <w:r>
        <w:rPr>
          <w:rtl/>
        </w:rPr>
        <w:t>:</w:t>
      </w:r>
      <w:r>
        <w:rPr>
          <w:rFonts w:hint="eastAsia"/>
          <w:rtl/>
        </w:rPr>
        <w:t>لباس</w:t>
      </w:r>
      <w:r>
        <w:rPr>
          <w:rtl/>
        </w:rPr>
        <w:t xml:space="preserve"> كا مباح ہونا14</w:t>
      </w:r>
    </w:p>
    <w:p w:rsidR="001F628F" w:rsidRDefault="001F628F" w:rsidP="001F628F">
      <w:pPr>
        <w:pStyle w:val="libNormal"/>
        <w:rPr>
          <w:rtl/>
        </w:rPr>
      </w:pPr>
      <w:r>
        <w:rPr>
          <w:rFonts w:hint="eastAsia"/>
          <w:rtl/>
        </w:rPr>
        <w:t>مباحات</w:t>
      </w:r>
      <w:r>
        <w:rPr>
          <w:rtl/>
        </w:rPr>
        <w:t>:4</w:t>
      </w:r>
    </w:p>
    <w:p w:rsidR="001F628F" w:rsidRDefault="001F628F" w:rsidP="009F4D51">
      <w:pPr>
        <w:pStyle w:val="libNormal"/>
        <w:rPr>
          <w:rtl/>
        </w:rPr>
      </w:pPr>
      <w:r>
        <w:rPr>
          <w:rFonts w:hint="eastAsia"/>
          <w:rtl/>
        </w:rPr>
        <w:t>ميلانات</w:t>
      </w:r>
      <w:r>
        <w:rPr>
          <w:rtl/>
        </w:rPr>
        <w:t>:</w:t>
      </w:r>
      <w:r>
        <w:rPr>
          <w:rFonts w:hint="eastAsia"/>
          <w:rtl/>
        </w:rPr>
        <w:t>خوبصورتى</w:t>
      </w:r>
      <w:r>
        <w:rPr>
          <w:rtl/>
        </w:rPr>
        <w:t xml:space="preserve"> كا ميلان6; آلات زيور كى طرف ميلان6</w:t>
      </w:r>
    </w:p>
    <w:p w:rsidR="001F628F" w:rsidRDefault="001F628F" w:rsidP="009F4D51">
      <w:pPr>
        <w:pStyle w:val="libNormal"/>
        <w:rPr>
          <w:rtl/>
        </w:rPr>
      </w:pPr>
      <w:r>
        <w:rPr>
          <w:rFonts w:hint="eastAsia"/>
          <w:rtl/>
        </w:rPr>
        <w:t>نعمت</w:t>
      </w:r>
      <w:r>
        <w:rPr>
          <w:rtl/>
        </w:rPr>
        <w:t>:</w:t>
      </w:r>
      <w:r>
        <w:rPr>
          <w:rFonts w:hint="eastAsia"/>
          <w:rtl/>
        </w:rPr>
        <w:t>سمندرى</w:t>
      </w:r>
      <w:r>
        <w:rPr>
          <w:rtl/>
        </w:rPr>
        <w:t xml:space="preserve"> نعمتو</w:t>
      </w:r>
      <w:r w:rsidR="00083993">
        <w:rPr>
          <w:rtl/>
        </w:rPr>
        <w:t xml:space="preserve">ں </w:t>
      </w:r>
      <w:r>
        <w:rPr>
          <w:rtl/>
        </w:rPr>
        <w:t>سے استفادہ 11; كشتى رانى كى نعمت8</w:t>
      </w:r>
    </w:p>
    <w:p w:rsidR="001F628F" w:rsidRPr="00120F63" w:rsidRDefault="009F4D51" w:rsidP="009F4D51">
      <w:pPr>
        <w:pStyle w:val="Heading2Center"/>
        <w:rPr>
          <w:rtl/>
        </w:rPr>
      </w:pPr>
      <w:bookmarkStart w:id="161" w:name="_Toc28081839"/>
      <w:r>
        <w:rPr>
          <w:rFonts w:hint="cs"/>
          <w:rtl/>
        </w:rPr>
        <w:t xml:space="preserve">آیت </w:t>
      </w:r>
      <w:r w:rsidRPr="00120F63">
        <w:rPr>
          <w:rFonts w:hint="cs"/>
          <w:rtl/>
        </w:rPr>
        <w:t>15</w:t>
      </w:r>
      <w:bookmarkEnd w:id="161"/>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وَأَلْقَى</w:t>
      </w:r>
      <w:r w:rsidRPr="009F4D51">
        <w:rPr>
          <w:rStyle w:val="libAieChar"/>
          <w:rtl/>
        </w:rPr>
        <w:t xml:space="preserve"> فِي الأَرْضِ رَوَاسِيَ أَن تَمِيدَ بِكُمْ وَأَنْهَاراً وَسُبُلاً لَّعَلَّكُمْ تَهْتَدُونَ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نے زمين مي</w:t>
      </w:r>
      <w:r w:rsidR="00083993">
        <w:rPr>
          <w:rtl/>
        </w:rPr>
        <w:t xml:space="preserve">ں </w:t>
      </w:r>
      <w:r>
        <w:rPr>
          <w:rtl/>
        </w:rPr>
        <w:t>پہاڑو</w:t>
      </w:r>
      <w:r w:rsidR="00083993">
        <w:rPr>
          <w:rtl/>
        </w:rPr>
        <w:t xml:space="preserve">ں </w:t>
      </w:r>
      <w:r>
        <w:rPr>
          <w:rtl/>
        </w:rPr>
        <w:t>كے لنگر ڈال ديئے تا كہ تمھي</w:t>
      </w:r>
      <w:r w:rsidR="00083993">
        <w:rPr>
          <w:rtl/>
        </w:rPr>
        <w:t xml:space="preserve">ں </w:t>
      </w:r>
      <w:r>
        <w:rPr>
          <w:rtl/>
        </w:rPr>
        <w:t>لے كر اپنى جگہ ہے ہٹ نہ جائے اور نہري</w:t>
      </w:r>
      <w:r w:rsidR="00083993">
        <w:rPr>
          <w:rtl/>
        </w:rPr>
        <w:t xml:space="preserve">ں </w:t>
      </w:r>
      <w:r>
        <w:rPr>
          <w:rtl/>
        </w:rPr>
        <w:t>اور راستے بنادئے تا كہ منزل سفر مي</w:t>
      </w:r>
      <w:r w:rsidR="00083993">
        <w:rPr>
          <w:rtl/>
        </w:rPr>
        <w:t xml:space="preserve">ں </w:t>
      </w:r>
      <w:r>
        <w:rPr>
          <w:rtl/>
        </w:rPr>
        <w:t>ہدايت پاسكو _</w:t>
      </w:r>
    </w:p>
    <w:p w:rsidR="009F4D51" w:rsidRDefault="001F628F" w:rsidP="009F4D51">
      <w:pPr>
        <w:pStyle w:val="libNormal"/>
        <w:rPr>
          <w:rtl/>
        </w:rPr>
      </w:pPr>
      <w:r>
        <w:rPr>
          <w:rtl/>
        </w:rPr>
        <w:t>1_ خداوند عالم نے پہاڑو</w:t>
      </w:r>
      <w:r w:rsidR="00083993">
        <w:rPr>
          <w:rtl/>
        </w:rPr>
        <w:t xml:space="preserve">ں </w:t>
      </w:r>
      <w:r>
        <w:rPr>
          <w:rtl/>
        </w:rPr>
        <w:t>كوزمين مي</w:t>
      </w:r>
      <w:r w:rsidR="00083993">
        <w:rPr>
          <w:rtl/>
        </w:rPr>
        <w:t xml:space="preserve">ں </w:t>
      </w:r>
      <w:r>
        <w:rPr>
          <w:rtl/>
        </w:rPr>
        <w:t>محكم اور استوار</w:t>
      </w:r>
      <w:r>
        <w:rPr>
          <w:rFonts w:hint="eastAsia"/>
          <w:rtl/>
        </w:rPr>
        <w:t>ركھا</w:t>
      </w:r>
      <w:r>
        <w:rPr>
          <w:rtl/>
        </w:rPr>
        <w:t xml:space="preserve"> ہے تا كہ ان كو انسان كے ليے آرام دہ بستر كى</w:t>
      </w:r>
      <w:r w:rsidR="009F4D51" w:rsidRPr="009F4D51">
        <w:rPr>
          <w:rFonts w:hint="eastAsia"/>
          <w:rtl/>
        </w:rPr>
        <w:t xml:space="preserve"> </w:t>
      </w:r>
      <w:r w:rsidR="009F4D51">
        <w:rPr>
          <w:rFonts w:hint="eastAsia"/>
          <w:rtl/>
        </w:rPr>
        <w:t>مانند</w:t>
      </w:r>
      <w:r w:rsidR="009F4D51">
        <w:rPr>
          <w:rtl/>
        </w:rPr>
        <w:t xml:space="preserve"> قرار دے_</w:t>
      </w:r>
      <w:r w:rsidR="009F4D51" w:rsidRPr="009F4D51">
        <w:rPr>
          <w:rStyle w:val="libArabicChar"/>
          <w:rFonts w:hint="eastAsia"/>
          <w:rtl/>
        </w:rPr>
        <w:t>والقى</w:t>
      </w:r>
      <w:r w:rsidR="009F4D51" w:rsidRPr="009F4D51">
        <w:rPr>
          <w:rStyle w:val="libArabicChar"/>
          <w:rtl/>
        </w:rPr>
        <w:t xml:space="preserve"> فى الارض رواسى ان تميدبكم</w:t>
      </w:r>
    </w:p>
    <w:p w:rsidR="009F4D51" w:rsidRDefault="009F4D51" w:rsidP="009F4D51">
      <w:pPr>
        <w:pStyle w:val="libNormal"/>
        <w:rPr>
          <w:rtl/>
        </w:rPr>
      </w:pPr>
      <w:r>
        <w:rPr>
          <w:rtl/>
        </w:rPr>
        <w:t>''رواسي'' مادہ ''رسو'' سے ''راسيہ'' كى جمع ہے جس كا معنى محكم اور استوار ہونا ہے اس سے مراد پہاڑ ہيں جن كا غالبى وصف كى بناء پر يہ نام ركھا گيا ہے اور ''القائ'' جب ''فى '' كے ساتھ ہو تو اس كا معنى قرار ديناہے_</w:t>
      </w:r>
    </w:p>
    <w:p w:rsidR="009F4D51" w:rsidRDefault="001E7F9D" w:rsidP="00F73EDE">
      <w:pPr>
        <w:pStyle w:val="libPoemTini"/>
        <w:rPr>
          <w:rtl/>
        </w:rPr>
      </w:pPr>
      <w:r>
        <w:rPr>
          <w:rtl/>
        </w:rPr>
        <w:br w:type="page"/>
      </w:r>
    </w:p>
    <w:p w:rsidR="001F628F" w:rsidRDefault="001F628F" w:rsidP="001F628F">
      <w:pPr>
        <w:pStyle w:val="libNormal"/>
        <w:rPr>
          <w:rtl/>
        </w:rPr>
      </w:pPr>
      <w:r>
        <w:rPr>
          <w:rtl/>
        </w:rPr>
        <w:lastRenderedPageBreak/>
        <w:t>2_ پہاڑ ، زمين كو جنبش اور حركت سے محفوظ ركھتے ہي</w:t>
      </w:r>
      <w:r w:rsidR="00083993">
        <w:rPr>
          <w:rtl/>
        </w:rPr>
        <w:t xml:space="preserve">ں </w:t>
      </w:r>
      <w:r>
        <w:rPr>
          <w:rtl/>
        </w:rPr>
        <w:t>_</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''ميد'' بڑى چيزو</w:t>
      </w:r>
      <w:r w:rsidR="00083993">
        <w:rPr>
          <w:rtl/>
        </w:rPr>
        <w:t xml:space="preserve">ں </w:t>
      </w:r>
      <w:r>
        <w:rPr>
          <w:rtl/>
        </w:rPr>
        <w:t>كى لغزش اور اضطراب كو كہتے ہي</w:t>
      </w:r>
      <w:r w:rsidR="00083993">
        <w:rPr>
          <w:rtl/>
        </w:rPr>
        <w:t xml:space="preserve">ں </w:t>
      </w:r>
      <w:r>
        <w:rPr>
          <w:rtl/>
        </w:rPr>
        <w:t>چونكہ يہ آيت، الہى نعمتو</w:t>
      </w:r>
      <w:r w:rsidR="00083993">
        <w:rPr>
          <w:rtl/>
        </w:rPr>
        <w:t xml:space="preserve">ں </w:t>
      </w:r>
      <w:r>
        <w:rPr>
          <w:rtl/>
        </w:rPr>
        <w:t>كے مقام بيان مي</w:t>
      </w:r>
      <w:r w:rsidR="00083993">
        <w:rPr>
          <w:rtl/>
        </w:rPr>
        <w:t xml:space="preserve">ں </w:t>
      </w:r>
      <w:r>
        <w:rPr>
          <w:rtl/>
        </w:rPr>
        <w:t>ہے اور زمين كى لغزش اور اضطراب نعمت ہي</w:t>
      </w:r>
      <w:r w:rsidR="00083993">
        <w:rPr>
          <w:rtl/>
        </w:rPr>
        <w:t xml:space="preserve">ں </w:t>
      </w:r>
      <w:r>
        <w:rPr>
          <w:rtl/>
        </w:rPr>
        <w:t>جس سے معلوم ہوتا ہے كہ ان ''تميد بكم'' اصل مي</w:t>
      </w:r>
      <w:r w:rsidR="00083993">
        <w:rPr>
          <w:rtl/>
        </w:rPr>
        <w:t xml:space="preserve">ں </w:t>
      </w:r>
      <w:r>
        <w:rPr>
          <w:rtl/>
        </w:rPr>
        <w:t>''لا ن لا تميد بكم'' يا ''كراہيتہ ان تميد بكم'' ہے يعنى پہاڑو</w:t>
      </w:r>
      <w:r w:rsidR="00083993">
        <w:rPr>
          <w:rtl/>
        </w:rPr>
        <w:t xml:space="preserve">ں </w:t>
      </w:r>
      <w:r>
        <w:rPr>
          <w:rtl/>
        </w:rPr>
        <w:t>كو زمي</w:t>
      </w:r>
      <w:r>
        <w:rPr>
          <w:rFonts w:hint="eastAsia"/>
          <w:rtl/>
        </w:rPr>
        <w:t>ن</w:t>
      </w:r>
      <w:r>
        <w:rPr>
          <w:rtl/>
        </w:rPr>
        <w:t xml:space="preserve"> مي</w:t>
      </w:r>
      <w:r w:rsidR="00083993">
        <w:rPr>
          <w:rtl/>
        </w:rPr>
        <w:t xml:space="preserve">ں </w:t>
      </w:r>
      <w:r>
        <w:rPr>
          <w:rtl/>
        </w:rPr>
        <w:t>اس ليے قرار ديا گيا ہے تا كہ تمھارى زمين مي</w:t>
      </w:r>
      <w:r w:rsidR="00083993">
        <w:rPr>
          <w:rtl/>
        </w:rPr>
        <w:t xml:space="preserve">ں </w:t>
      </w:r>
      <w:r>
        <w:rPr>
          <w:rtl/>
        </w:rPr>
        <w:t>لرزہ پيدا نہ ہوسكے_</w:t>
      </w:r>
    </w:p>
    <w:p w:rsidR="001F628F" w:rsidRDefault="001F628F" w:rsidP="001F628F">
      <w:pPr>
        <w:pStyle w:val="libNormal"/>
        <w:rPr>
          <w:rtl/>
        </w:rPr>
      </w:pPr>
      <w:r>
        <w:rPr>
          <w:rtl/>
        </w:rPr>
        <w:t>3_ پہاڑو</w:t>
      </w:r>
      <w:r w:rsidR="00083993">
        <w:rPr>
          <w:rtl/>
        </w:rPr>
        <w:t xml:space="preserve">ں </w:t>
      </w:r>
      <w:r>
        <w:rPr>
          <w:rtl/>
        </w:rPr>
        <w:t>كے بغير ، زمين متحرك اور لرز نے والى اور انسانى زندگى كے ليے مناسب زمين ہے_</w:t>
      </w:r>
    </w:p>
    <w:p w:rsidR="001F628F" w:rsidRDefault="001F628F" w:rsidP="009F4D51">
      <w:pPr>
        <w:pStyle w:val="libArabic"/>
        <w:rPr>
          <w:rtl/>
        </w:rPr>
      </w:pPr>
      <w:r>
        <w:rPr>
          <w:rFonts w:hint="eastAsia"/>
          <w:rtl/>
        </w:rPr>
        <w:t>والقى</w:t>
      </w:r>
      <w:r>
        <w:rPr>
          <w:rtl/>
        </w:rPr>
        <w:t xml:space="preserve"> فى الارض رواسى ان تميد بكم</w:t>
      </w:r>
    </w:p>
    <w:p w:rsidR="001F628F" w:rsidRDefault="001F628F" w:rsidP="001F628F">
      <w:pPr>
        <w:pStyle w:val="libNormal"/>
        <w:rPr>
          <w:rtl/>
        </w:rPr>
      </w:pPr>
      <w:r>
        <w:rPr>
          <w:rtl/>
        </w:rPr>
        <w:t>4_ پانى كى نہري</w:t>
      </w:r>
      <w:r w:rsidR="00083993">
        <w:rPr>
          <w:rtl/>
        </w:rPr>
        <w:t xml:space="preserve">ں </w:t>
      </w:r>
      <w:r>
        <w:rPr>
          <w:rtl/>
        </w:rPr>
        <w:t>اور زمينى راستے ، انسانو</w:t>
      </w:r>
      <w:r w:rsidR="00083993">
        <w:rPr>
          <w:rtl/>
        </w:rPr>
        <w:t xml:space="preserve">ں </w:t>
      </w:r>
      <w:r>
        <w:rPr>
          <w:rtl/>
        </w:rPr>
        <w:t>كے استفادہ كے ليے پيدا كيے گئے ہي</w:t>
      </w:r>
      <w:r w:rsidR="00083993">
        <w:rPr>
          <w:rtl/>
        </w:rPr>
        <w:t xml:space="preserve">ں </w:t>
      </w:r>
      <w:r>
        <w:rPr>
          <w:rtl/>
        </w:rPr>
        <w:t>_</w:t>
      </w:r>
    </w:p>
    <w:p w:rsidR="001F628F" w:rsidRDefault="001F628F" w:rsidP="009F4D51">
      <w:pPr>
        <w:pStyle w:val="libArabic"/>
        <w:rPr>
          <w:rtl/>
        </w:rPr>
      </w:pPr>
      <w:r>
        <w:rPr>
          <w:rFonts w:hint="eastAsia"/>
          <w:rtl/>
        </w:rPr>
        <w:t>والقى</w:t>
      </w:r>
      <w:r>
        <w:rPr>
          <w:rtl/>
        </w:rPr>
        <w:t xml:space="preserve"> فى الارض ...وان</w:t>
      </w:r>
      <w:r w:rsidR="00120F63" w:rsidRPr="00ED5DE8">
        <w:rPr>
          <w:rFonts w:hint="cs"/>
          <w:rtl/>
        </w:rPr>
        <w:t>ه</w:t>
      </w:r>
      <w:r>
        <w:rPr>
          <w:rFonts w:hint="cs"/>
          <w:rtl/>
        </w:rPr>
        <w:t>راً</w:t>
      </w:r>
      <w:r>
        <w:rPr>
          <w:rtl/>
        </w:rPr>
        <w:t xml:space="preserve"> </w:t>
      </w:r>
      <w:r>
        <w:rPr>
          <w:rFonts w:hint="cs"/>
          <w:rtl/>
        </w:rPr>
        <w:t>و</w:t>
      </w:r>
      <w:r>
        <w:rPr>
          <w:rtl/>
        </w:rPr>
        <w:t xml:space="preserve"> </w:t>
      </w:r>
      <w:r>
        <w:rPr>
          <w:rFonts w:hint="cs"/>
          <w:rtl/>
        </w:rPr>
        <w:t>سبلاً</w:t>
      </w:r>
      <w:r>
        <w:rPr>
          <w:rtl/>
        </w:rPr>
        <w:t xml:space="preserve"> </w:t>
      </w:r>
      <w:r>
        <w:rPr>
          <w:rFonts w:hint="cs"/>
          <w:rtl/>
        </w:rPr>
        <w:t>لعلكم</w:t>
      </w:r>
      <w:r>
        <w:rPr>
          <w:rtl/>
        </w:rPr>
        <w:t xml:space="preserve"> </w:t>
      </w:r>
      <w:r>
        <w:rPr>
          <w:rFonts w:hint="cs"/>
          <w:rtl/>
        </w:rPr>
        <w:t>ت</w:t>
      </w:r>
      <w:r w:rsidR="00120F63" w:rsidRPr="00ED5DE8">
        <w:rPr>
          <w:rFonts w:hint="cs"/>
          <w:rtl/>
        </w:rPr>
        <w:t>ه</w:t>
      </w:r>
      <w:r>
        <w:rPr>
          <w:rtl/>
        </w:rPr>
        <w:t>تدون</w:t>
      </w:r>
    </w:p>
    <w:p w:rsidR="001F628F" w:rsidRDefault="001F628F" w:rsidP="001F628F">
      <w:pPr>
        <w:pStyle w:val="libNormal"/>
        <w:rPr>
          <w:rtl/>
        </w:rPr>
      </w:pPr>
      <w:r>
        <w:rPr>
          <w:rtl/>
        </w:rPr>
        <w:t>5_ نہرو</w:t>
      </w:r>
      <w:r w:rsidR="00083993">
        <w:rPr>
          <w:rtl/>
        </w:rPr>
        <w:t xml:space="preserve">ں </w:t>
      </w:r>
      <w:r>
        <w:rPr>
          <w:rtl/>
        </w:rPr>
        <w:t>كى خلقت اور طبيعى راستے ، انسانو</w:t>
      </w:r>
      <w:r w:rsidR="00083993">
        <w:rPr>
          <w:rtl/>
        </w:rPr>
        <w:t xml:space="preserve">ں </w:t>
      </w:r>
      <w:r>
        <w:rPr>
          <w:rtl/>
        </w:rPr>
        <w:t>كے ليے راستہ دريافت كرنے كى علامات ہي</w:t>
      </w:r>
      <w:r w:rsidR="00083993">
        <w:rPr>
          <w:rtl/>
        </w:rPr>
        <w:t xml:space="preserve">ں </w:t>
      </w:r>
      <w:r>
        <w:rPr>
          <w:rtl/>
        </w:rPr>
        <w:t>_</w:t>
      </w:r>
    </w:p>
    <w:p w:rsidR="001F628F" w:rsidRDefault="001F628F" w:rsidP="009F4D51">
      <w:pPr>
        <w:pStyle w:val="libArabic"/>
        <w:rPr>
          <w:rtl/>
        </w:rPr>
      </w:pPr>
      <w:r>
        <w:rPr>
          <w:rFonts w:hint="eastAsia"/>
          <w:rtl/>
        </w:rPr>
        <w:t>ا</w:t>
      </w:r>
      <w:r>
        <w:rPr>
          <w:rtl/>
        </w:rPr>
        <w:t xml:space="preserve"> ن</w:t>
      </w:r>
      <w:r w:rsidR="00120F63" w:rsidRPr="00ED5DE8">
        <w:rPr>
          <w:rFonts w:hint="cs"/>
          <w:rtl/>
        </w:rPr>
        <w:t>ه</w:t>
      </w:r>
      <w:r>
        <w:rPr>
          <w:rFonts w:hint="cs"/>
          <w:rtl/>
        </w:rPr>
        <w:t>راً</w:t>
      </w:r>
      <w:r>
        <w:rPr>
          <w:rtl/>
        </w:rPr>
        <w:t xml:space="preserve"> </w:t>
      </w:r>
      <w:r>
        <w:rPr>
          <w:rFonts w:hint="cs"/>
          <w:rtl/>
        </w:rPr>
        <w:t>وسبلاً</w:t>
      </w:r>
      <w:r>
        <w:rPr>
          <w:rtl/>
        </w:rPr>
        <w:t xml:space="preserve"> </w:t>
      </w:r>
      <w:r>
        <w:rPr>
          <w:rFonts w:hint="cs"/>
          <w:rtl/>
        </w:rPr>
        <w:t>لعلّكم</w:t>
      </w:r>
      <w:r>
        <w:rPr>
          <w:rtl/>
        </w:rPr>
        <w:t xml:space="preserve"> </w:t>
      </w:r>
      <w:r>
        <w:rPr>
          <w:rFonts w:hint="cs"/>
          <w:rtl/>
        </w:rPr>
        <w:t>ت</w:t>
      </w:r>
      <w:r w:rsidR="00120F63" w:rsidRPr="00ED5DE8">
        <w:rPr>
          <w:rFonts w:hint="cs"/>
          <w:rtl/>
        </w:rPr>
        <w:t>ه</w:t>
      </w:r>
      <w:r>
        <w:rPr>
          <w:rFonts w:hint="cs"/>
          <w:rtl/>
        </w:rPr>
        <w:t>تدون</w:t>
      </w:r>
      <w:r>
        <w:rPr>
          <w:rtl/>
        </w:rPr>
        <w:t xml:space="preserve"> ...</w:t>
      </w:r>
      <w:r>
        <w:rPr>
          <w:rFonts w:hint="cs"/>
          <w:rtl/>
        </w:rPr>
        <w:t>وعلمت</w:t>
      </w:r>
    </w:p>
    <w:p w:rsidR="001F628F" w:rsidRDefault="001F628F" w:rsidP="001F628F">
      <w:pPr>
        <w:pStyle w:val="libNormal"/>
        <w:rPr>
          <w:rtl/>
        </w:rPr>
      </w:pPr>
      <w:r>
        <w:rPr>
          <w:rtl/>
        </w:rPr>
        <w:t>''پہاڑو</w:t>
      </w:r>
      <w:r w:rsidR="00083993">
        <w:rPr>
          <w:rtl/>
        </w:rPr>
        <w:t xml:space="preserve">ں </w:t>
      </w:r>
      <w:r>
        <w:rPr>
          <w:rtl/>
        </w:rPr>
        <w:t>كے منافع ''اور بعدو الى آيت مي</w:t>
      </w:r>
      <w:r w:rsidR="00083993">
        <w:rPr>
          <w:rtl/>
        </w:rPr>
        <w:t xml:space="preserve">ں </w:t>
      </w:r>
      <w:r>
        <w:rPr>
          <w:rtl/>
        </w:rPr>
        <w:t>''علامات '' كے بيان كے قرينے كى بناء پر يہ احتمال ہے كہ ''لعلّكم تہتدون'' سے مراد، راستہ دريافت كرنا ہے_</w:t>
      </w:r>
    </w:p>
    <w:p w:rsidR="001F628F" w:rsidRDefault="001F628F" w:rsidP="001F628F">
      <w:pPr>
        <w:pStyle w:val="libNormal"/>
        <w:rPr>
          <w:rtl/>
        </w:rPr>
      </w:pPr>
      <w:r>
        <w:rPr>
          <w:rtl/>
        </w:rPr>
        <w:t>6_ زمين كى پستى اور بلنديا</w:t>
      </w:r>
      <w:r w:rsidR="00083993">
        <w:rPr>
          <w:rtl/>
        </w:rPr>
        <w:t xml:space="preserve">ں </w:t>
      </w:r>
      <w:r>
        <w:rPr>
          <w:rtl/>
        </w:rPr>
        <w:t>، زندگى كے فوائد اور انسانى سہوليات كى حامل ہي</w:t>
      </w:r>
      <w:r w:rsidR="00083993">
        <w:rPr>
          <w:rtl/>
        </w:rPr>
        <w:t xml:space="preserve">ں </w:t>
      </w:r>
      <w:r>
        <w:rPr>
          <w:rtl/>
        </w:rPr>
        <w:t>_</w:t>
      </w:r>
    </w:p>
    <w:p w:rsidR="001F628F" w:rsidRDefault="001F628F" w:rsidP="009F4D51">
      <w:pPr>
        <w:pStyle w:val="libArabic"/>
        <w:rPr>
          <w:rtl/>
        </w:rPr>
      </w:pPr>
      <w:r>
        <w:rPr>
          <w:rFonts w:hint="eastAsia"/>
          <w:rtl/>
        </w:rPr>
        <w:t>والقى</w:t>
      </w:r>
      <w:r>
        <w:rPr>
          <w:rtl/>
        </w:rPr>
        <w:t xml:space="preserve"> فى الارض رواسى ان تميد بكم و ان</w:t>
      </w:r>
      <w:r w:rsidR="00120F63" w:rsidRPr="00ED5DE8">
        <w:rPr>
          <w:rFonts w:hint="cs"/>
          <w:rtl/>
        </w:rPr>
        <w:t>ه</w:t>
      </w:r>
      <w:r>
        <w:rPr>
          <w:rFonts w:hint="cs"/>
          <w:rtl/>
        </w:rPr>
        <w:t>راً</w:t>
      </w:r>
      <w:r>
        <w:rPr>
          <w:rtl/>
        </w:rPr>
        <w:t xml:space="preserve"> </w:t>
      </w:r>
      <w:r>
        <w:rPr>
          <w:rFonts w:hint="cs"/>
          <w:rtl/>
        </w:rPr>
        <w:t>و</w:t>
      </w:r>
      <w:r>
        <w:rPr>
          <w:rtl/>
        </w:rPr>
        <w:t xml:space="preserve"> </w:t>
      </w:r>
      <w:r>
        <w:rPr>
          <w:rFonts w:hint="cs"/>
          <w:rtl/>
        </w:rPr>
        <w:t>سبلاً</w:t>
      </w:r>
      <w:r>
        <w:rPr>
          <w:rtl/>
        </w:rPr>
        <w:t xml:space="preserve"> لعلّكم ت</w:t>
      </w:r>
      <w:r w:rsidR="00120F63" w:rsidRPr="00ED5DE8">
        <w:rPr>
          <w:rFonts w:hint="cs"/>
          <w:rtl/>
        </w:rPr>
        <w:t>ه</w:t>
      </w:r>
      <w:r>
        <w:rPr>
          <w:rtl/>
        </w:rPr>
        <w:t>تدون</w:t>
      </w:r>
    </w:p>
    <w:p w:rsidR="001F628F" w:rsidRDefault="001F628F" w:rsidP="001F628F">
      <w:pPr>
        <w:pStyle w:val="libNormal"/>
        <w:rPr>
          <w:rtl/>
        </w:rPr>
      </w:pPr>
      <w:r>
        <w:rPr>
          <w:rtl/>
        </w:rPr>
        <w:t>7_ پہاڑو</w:t>
      </w:r>
      <w:r w:rsidR="00083993">
        <w:rPr>
          <w:rtl/>
        </w:rPr>
        <w:t xml:space="preserve">ں </w:t>
      </w:r>
      <w:r>
        <w:rPr>
          <w:rtl/>
        </w:rPr>
        <w:t>، نہرو</w:t>
      </w:r>
      <w:r w:rsidR="00083993">
        <w:rPr>
          <w:rtl/>
        </w:rPr>
        <w:t xml:space="preserve">ں </w:t>
      </w:r>
      <w:r>
        <w:rPr>
          <w:rtl/>
        </w:rPr>
        <w:t>اور راستو</w:t>
      </w:r>
      <w:r w:rsidR="00083993">
        <w:rPr>
          <w:rtl/>
        </w:rPr>
        <w:t xml:space="preserve">ں </w:t>
      </w:r>
      <w:r>
        <w:rPr>
          <w:rtl/>
        </w:rPr>
        <w:t>كى خلقت كا مقصد ، انسانو</w:t>
      </w:r>
      <w:r w:rsidR="00083993">
        <w:rPr>
          <w:rtl/>
        </w:rPr>
        <w:t xml:space="preserve">ں </w:t>
      </w:r>
      <w:r>
        <w:rPr>
          <w:rtl/>
        </w:rPr>
        <w:t>كى ہدايت ہے _</w:t>
      </w:r>
    </w:p>
    <w:p w:rsidR="001F628F" w:rsidRDefault="001F628F" w:rsidP="009F4D51">
      <w:pPr>
        <w:pStyle w:val="libArabic"/>
        <w:rPr>
          <w:rtl/>
        </w:rPr>
      </w:pPr>
      <w:r>
        <w:rPr>
          <w:rFonts w:hint="eastAsia"/>
          <w:rtl/>
        </w:rPr>
        <w:t>والقى</w:t>
      </w:r>
      <w:r>
        <w:rPr>
          <w:rtl/>
        </w:rPr>
        <w:t xml:space="preserve"> فى الارض رواسي ... وان</w:t>
      </w:r>
      <w:r w:rsidR="00120F63" w:rsidRPr="00ED5DE8">
        <w:rPr>
          <w:rFonts w:hint="cs"/>
          <w:rtl/>
        </w:rPr>
        <w:t>ه</w:t>
      </w:r>
      <w:r>
        <w:rPr>
          <w:rFonts w:hint="cs"/>
          <w:rtl/>
        </w:rPr>
        <w:t>راً</w:t>
      </w:r>
      <w:r>
        <w:rPr>
          <w:rtl/>
        </w:rPr>
        <w:t xml:space="preserve"> </w:t>
      </w:r>
      <w:r>
        <w:rPr>
          <w:rFonts w:hint="cs"/>
          <w:rtl/>
        </w:rPr>
        <w:t>و</w:t>
      </w:r>
      <w:r>
        <w:rPr>
          <w:rtl/>
        </w:rPr>
        <w:t xml:space="preserve"> </w:t>
      </w:r>
      <w:r>
        <w:rPr>
          <w:rFonts w:hint="cs"/>
          <w:rtl/>
        </w:rPr>
        <w:t>سبلاً</w:t>
      </w:r>
      <w:r>
        <w:rPr>
          <w:rtl/>
        </w:rPr>
        <w:t xml:space="preserve"> </w:t>
      </w:r>
      <w:r>
        <w:rPr>
          <w:rFonts w:hint="cs"/>
          <w:rtl/>
        </w:rPr>
        <w:t>لعلّكم</w:t>
      </w:r>
      <w:r>
        <w:rPr>
          <w:rtl/>
        </w:rPr>
        <w:t xml:space="preserve"> </w:t>
      </w:r>
      <w:r>
        <w:rPr>
          <w:rFonts w:hint="cs"/>
          <w:rtl/>
        </w:rPr>
        <w:t>ت</w:t>
      </w:r>
      <w:r w:rsidR="00120F63" w:rsidRPr="00ED5DE8">
        <w:rPr>
          <w:rFonts w:hint="cs"/>
          <w:rtl/>
        </w:rPr>
        <w:t>ه</w:t>
      </w:r>
      <w:r>
        <w:rPr>
          <w:rtl/>
        </w:rPr>
        <w:t>تدون</w:t>
      </w:r>
    </w:p>
    <w:p w:rsidR="001F628F" w:rsidRDefault="001F628F" w:rsidP="001F628F">
      <w:pPr>
        <w:pStyle w:val="libNormal"/>
        <w:rPr>
          <w:rtl/>
        </w:rPr>
      </w:pPr>
      <w:r>
        <w:rPr>
          <w:rFonts w:hint="eastAsia"/>
          <w:rtl/>
        </w:rPr>
        <w:t>مذكورہ</w:t>
      </w:r>
      <w:r>
        <w:rPr>
          <w:rtl/>
        </w:rPr>
        <w:t xml:space="preserve"> استفادہ اس نكتہ كى بناء پر ہے كہ جب ''تہتدون'' سے معنوى ہدايت مراد ہو_</w:t>
      </w:r>
    </w:p>
    <w:p w:rsidR="001F628F" w:rsidRDefault="001F628F" w:rsidP="009F4D51">
      <w:pPr>
        <w:pStyle w:val="libNormal"/>
        <w:rPr>
          <w:rtl/>
        </w:rPr>
      </w:pPr>
      <w:r>
        <w:rPr>
          <w:rtl/>
        </w:rPr>
        <w:t>8_ پہاڑ ، نہري</w:t>
      </w:r>
      <w:r w:rsidR="00083993">
        <w:rPr>
          <w:rtl/>
        </w:rPr>
        <w:t xml:space="preserve">ں </w:t>
      </w:r>
      <w:r>
        <w:rPr>
          <w:rtl/>
        </w:rPr>
        <w:t>اور راستے، الہى نعمتي</w:t>
      </w:r>
      <w:r w:rsidR="00083993">
        <w:rPr>
          <w:rtl/>
        </w:rPr>
        <w:t xml:space="preserve">ں </w:t>
      </w:r>
      <w:r>
        <w:rPr>
          <w:rtl/>
        </w:rPr>
        <w:t>ہي</w:t>
      </w:r>
      <w:r w:rsidR="00083993">
        <w:rPr>
          <w:rtl/>
        </w:rPr>
        <w:t xml:space="preserve">ں </w:t>
      </w:r>
      <w:r>
        <w:rPr>
          <w:rtl/>
        </w:rPr>
        <w:t>_</w:t>
      </w:r>
      <w:r w:rsidRPr="009F4D51">
        <w:rPr>
          <w:rStyle w:val="libArabicChar"/>
          <w:rFonts w:hint="eastAsia"/>
          <w:rtl/>
        </w:rPr>
        <w:t>والقى</w:t>
      </w:r>
      <w:r w:rsidRPr="009F4D51">
        <w:rPr>
          <w:rStyle w:val="libArabicChar"/>
          <w:rtl/>
        </w:rPr>
        <w:t xml:space="preserve"> فى الارض رواسى ان تميد بكم و ان</w:t>
      </w:r>
      <w:r w:rsidR="00120F63" w:rsidRPr="00B2551F">
        <w:rPr>
          <w:rStyle w:val="libArabicChar"/>
          <w:rFonts w:hint="cs"/>
          <w:rtl/>
        </w:rPr>
        <w:t>ه</w:t>
      </w:r>
      <w:r w:rsidRPr="009F4D51">
        <w:rPr>
          <w:rStyle w:val="libArabicChar"/>
          <w:rFonts w:hint="cs"/>
          <w:rtl/>
        </w:rPr>
        <w:t>راً</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سبلاً</w:t>
      </w:r>
      <w:r w:rsidRPr="009F4D51">
        <w:rPr>
          <w:rStyle w:val="libArabicChar"/>
          <w:rtl/>
        </w:rPr>
        <w:t xml:space="preserve"> </w:t>
      </w:r>
      <w:r w:rsidRPr="009F4D51">
        <w:rPr>
          <w:rStyle w:val="libArabicChar"/>
          <w:rFonts w:hint="cs"/>
          <w:rtl/>
        </w:rPr>
        <w:t>لعلّكم</w:t>
      </w:r>
      <w:r w:rsidRPr="009F4D51">
        <w:rPr>
          <w:rStyle w:val="libArabicChar"/>
          <w:rtl/>
        </w:rPr>
        <w:t xml:space="preserve"> ت</w:t>
      </w:r>
      <w:r w:rsidR="00120F63" w:rsidRPr="00B2551F">
        <w:rPr>
          <w:rStyle w:val="libArabicChar"/>
          <w:rFonts w:hint="cs"/>
          <w:rtl/>
        </w:rPr>
        <w:t>ه</w:t>
      </w:r>
      <w:r w:rsidRPr="009F4D51">
        <w:rPr>
          <w:rStyle w:val="libArabicChar"/>
          <w:rFonts w:hint="cs"/>
          <w:rtl/>
        </w:rPr>
        <w:t>تدون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كى نعمتي</w:t>
      </w:r>
      <w:r w:rsidR="00083993">
        <w:rPr>
          <w:rtl/>
        </w:rPr>
        <w:t xml:space="preserve">ں </w:t>
      </w:r>
      <w:r>
        <w:rPr>
          <w:rtl/>
        </w:rPr>
        <w:t>8; الله تعالى كے افعال1</w:t>
      </w:r>
    </w:p>
    <w:p w:rsidR="001F628F" w:rsidRDefault="001F628F" w:rsidP="001F628F">
      <w:pPr>
        <w:pStyle w:val="libNormal"/>
        <w:rPr>
          <w:rtl/>
        </w:rPr>
      </w:pPr>
      <w:r>
        <w:rPr>
          <w:rFonts w:hint="eastAsia"/>
          <w:rtl/>
        </w:rPr>
        <w:t>انسان</w:t>
      </w:r>
      <w:r>
        <w:rPr>
          <w:rtl/>
        </w:rPr>
        <w:t>:</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انسان</w:t>
      </w:r>
      <w:r>
        <w:rPr>
          <w:rtl/>
        </w:rPr>
        <w:t xml:space="preserve"> كے فضائل 1;انسانو</w:t>
      </w:r>
      <w:r w:rsidR="00083993">
        <w:rPr>
          <w:rtl/>
        </w:rPr>
        <w:t xml:space="preserve">ں </w:t>
      </w:r>
      <w:r>
        <w:rPr>
          <w:rtl/>
        </w:rPr>
        <w:t>كى ہدايت كى اہميت7</w:t>
      </w:r>
    </w:p>
    <w:p w:rsidR="001F628F" w:rsidRDefault="001F628F" w:rsidP="009F4D51">
      <w:pPr>
        <w:pStyle w:val="libNormal"/>
        <w:rPr>
          <w:rtl/>
        </w:rPr>
      </w:pPr>
      <w:r>
        <w:rPr>
          <w:rFonts w:hint="eastAsia"/>
          <w:rtl/>
        </w:rPr>
        <w:t>پہاڑ</w:t>
      </w:r>
      <w:r>
        <w:rPr>
          <w:rtl/>
        </w:rPr>
        <w:t>:</w:t>
      </w:r>
      <w:r>
        <w:rPr>
          <w:rFonts w:hint="eastAsia"/>
          <w:rtl/>
        </w:rPr>
        <w:t>پہاڑو</w:t>
      </w:r>
      <w:r w:rsidR="00083993">
        <w:rPr>
          <w:rFonts w:hint="eastAsia"/>
          <w:rtl/>
        </w:rPr>
        <w:t xml:space="preserve">ں </w:t>
      </w:r>
      <w:r>
        <w:rPr>
          <w:rtl/>
        </w:rPr>
        <w:t>كى اہميت3; پہاڑو</w:t>
      </w:r>
      <w:r w:rsidR="00083993">
        <w:rPr>
          <w:rtl/>
        </w:rPr>
        <w:t xml:space="preserve">ں </w:t>
      </w:r>
      <w:r>
        <w:rPr>
          <w:rtl/>
        </w:rPr>
        <w:t>كى خلقت كا فلسفہ 7; پہاڑو</w:t>
      </w:r>
      <w:r w:rsidR="00083993">
        <w:rPr>
          <w:rtl/>
        </w:rPr>
        <w:t xml:space="preserve">ں </w:t>
      </w:r>
      <w:r>
        <w:rPr>
          <w:rtl/>
        </w:rPr>
        <w:t>كے فوائد 1،2،3</w:t>
      </w:r>
    </w:p>
    <w:p w:rsidR="001F628F" w:rsidRDefault="001F628F" w:rsidP="009F4D51">
      <w:pPr>
        <w:pStyle w:val="libNormal"/>
        <w:rPr>
          <w:rtl/>
        </w:rPr>
      </w:pPr>
      <w:r>
        <w:rPr>
          <w:rFonts w:hint="eastAsia"/>
          <w:rtl/>
        </w:rPr>
        <w:t>راستہ</w:t>
      </w:r>
      <w:r>
        <w:rPr>
          <w:rtl/>
        </w:rPr>
        <w:t xml:space="preserve"> پانا:</w:t>
      </w:r>
      <w:r>
        <w:rPr>
          <w:rFonts w:hint="eastAsia"/>
          <w:rtl/>
        </w:rPr>
        <w:t>راستہ</w:t>
      </w:r>
      <w:r>
        <w:rPr>
          <w:rtl/>
        </w:rPr>
        <w:t xml:space="preserve"> پانے كے وسائل5</w:t>
      </w:r>
    </w:p>
    <w:p w:rsidR="001F628F" w:rsidRDefault="001F628F" w:rsidP="009F4D51">
      <w:pPr>
        <w:pStyle w:val="libNormal"/>
        <w:rPr>
          <w:rtl/>
        </w:rPr>
      </w:pPr>
      <w:r>
        <w:rPr>
          <w:rFonts w:hint="eastAsia"/>
          <w:rtl/>
        </w:rPr>
        <w:t>راستے</w:t>
      </w:r>
      <w:r>
        <w:rPr>
          <w:rtl/>
        </w:rPr>
        <w:t xml:space="preserve"> :</w:t>
      </w:r>
      <w:r>
        <w:rPr>
          <w:rFonts w:hint="eastAsia"/>
          <w:rtl/>
        </w:rPr>
        <w:t>راستو</w:t>
      </w:r>
      <w:r w:rsidR="00083993">
        <w:rPr>
          <w:rFonts w:hint="eastAsia"/>
          <w:rtl/>
        </w:rPr>
        <w:t xml:space="preserve">ں </w:t>
      </w:r>
      <w:r>
        <w:rPr>
          <w:rtl/>
        </w:rPr>
        <w:t>سے استفادہ 4; راستو</w:t>
      </w:r>
      <w:r w:rsidR="00083993">
        <w:rPr>
          <w:rtl/>
        </w:rPr>
        <w:t xml:space="preserve">ں </w:t>
      </w:r>
      <w:r>
        <w:rPr>
          <w:rtl/>
        </w:rPr>
        <w:t>كى خلقت كا فلسفہ 4،5،7</w:t>
      </w:r>
    </w:p>
    <w:p w:rsidR="001F628F" w:rsidRDefault="001F628F" w:rsidP="009F4D51">
      <w:pPr>
        <w:pStyle w:val="libNormal"/>
        <w:rPr>
          <w:rtl/>
        </w:rPr>
      </w:pPr>
      <w:r>
        <w:rPr>
          <w:rFonts w:hint="eastAsia"/>
          <w:rtl/>
        </w:rPr>
        <w:t>زمين</w:t>
      </w:r>
      <w:r>
        <w:rPr>
          <w:rtl/>
        </w:rPr>
        <w:t>:</w:t>
      </w:r>
      <w:r>
        <w:rPr>
          <w:rFonts w:hint="eastAsia"/>
          <w:rtl/>
        </w:rPr>
        <w:t>زمين</w:t>
      </w:r>
      <w:r>
        <w:rPr>
          <w:rtl/>
        </w:rPr>
        <w:t xml:space="preserve"> كى لرزش كے موانع 2،3; زمين كى ناہموراى كے فوائد6; زمين كے سكون كے اسباب1</w:t>
      </w:r>
    </w:p>
    <w:p w:rsidR="001F628F" w:rsidRDefault="001F628F" w:rsidP="009F4D51">
      <w:pPr>
        <w:pStyle w:val="libNormal"/>
        <w:rPr>
          <w:rtl/>
        </w:rPr>
      </w:pPr>
      <w:r>
        <w:rPr>
          <w:rFonts w:hint="eastAsia"/>
          <w:rtl/>
        </w:rPr>
        <w:t>نعمت</w:t>
      </w:r>
      <w:r>
        <w:rPr>
          <w:rtl/>
        </w:rPr>
        <w:t>:</w:t>
      </w:r>
      <w:r>
        <w:rPr>
          <w:rFonts w:hint="eastAsia"/>
          <w:rtl/>
        </w:rPr>
        <w:t>پہاڑو</w:t>
      </w:r>
      <w:r w:rsidR="00083993">
        <w:rPr>
          <w:rFonts w:hint="eastAsia"/>
          <w:rtl/>
        </w:rPr>
        <w:t xml:space="preserve">ں </w:t>
      </w:r>
      <w:r>
        <w:rPr>
          <w:rtl/>
        </w:rPr>
        <w:t>كى نعمت8; نعمتو</w:t>
      </w:r>
      <w:r w:rsidR="00083993">
        <w:rPr>
          <w:rtl/>
        </w:rPr>
        <w:t xml:space="preserve">ں </w:t>
      </w:r>
      <w:r>
        <w:rPr>
          <w:rtl/>
        </w:rPr>
        <w:t>كے راستے 8; نہرو</w:t>
      </w:r>
      <w:r w:rsidR="00083993">
        <w:rPr>
          <w:rtl/>
        </w:rPr>
        <w:t xml:space="preserve">ں </w:t>
      </w:r>
      <w:r>
        <w:rPr>
          <w:rtl/>
        </w:rPr>
        <w:t>كى نعمت8</w:t>
      </w:r>
    </w:p>
    <w:p w:rsidR="001F628F" w:rsidRPr="00120F63" w:rsidRDefault="009F4D51" w:rsidP="009F4D51">
      <w:pPr>
        <w:pStyle w:val="Heading2Center"/>
        <w:rPr>
          <w:rtl/>
        </w:rPr>
      </w:pPr>
      <w:bookmarkStart w:id="162" w:name="_Toc28081840"/>
      <w:r>
        <w:rPr>
          <w:rFonts w:hint="cs"/>
          <w:rtl/>
        </w:rPr>
        <w:t xml:space="preserve">آیت </w:t>
      </w:r>
      <w:r w:rsidRPr="00120F63">
        <w:rPr>
          <w:rFonts w:hint="cs"/>
          <w:rtl/>
        </w:rPr>
        <w:t>16</w:t>
      </w:r>
      <w:bookmarkEnd w:id="162"/>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وَعَلامَاتٍ</w:t>
      </w:r>
      <w:r w:rsidRPr="009F4D51">
        <w:rPr>
          <w:rStyle w:val="libAieChar"/>
          <w:rtl/>
        </w:rPr>
        <w:t xml:space="preserve"> وَبِالنَّجْمِ هُمْ يَهْتَدُونَ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علامات معين كردي</w:t>
      </w:r>
      <w:r w:rsidR="00083993">
        <w:rPr>
          <w:rtl/>
        </w:rPr>
        <w:t xml:space="preserve">ں </w:t>
      </w:r>
      <w:r>
        <w:rPr>
          <w:rtl/>
        </w:rPr>
        <w:t>اور لوگ ستارو</w:t>
      </w:r>
      <w:r w:rsidR="00083993">
        <w:rPr>
          <w:rtl/>
        </w:rPr>
        <w:t xml:space="preserve">ں </w:t>
      </w:r>
      <w:r>
        <w:rPr>
          <w:rtl/>
        </w:rPr>
        <w:t>سے بھى راستے دريافت كرليتے ہي</w:t>
      </w:r>
      <w:r w:rsidR="00083993">
        <w:rPr>
          <w:rtl/>
        </w:rPr>
        <w:t xml:space="preserve">ں </w:t>
      </w:r>
      <w:r>
        <w:rPr>
          <w:rtl/>
        </w:rPr>
        <w:t>_</w:t>
      </w:r>
    </w:p>
    <w:p w:rsidR="001F628F" w:rsidRDefault="001F628F" w:rsidP="001F628F">
      <w:pPr>
        <w:pStyle w:val="libNormal"/>
        <w:rPr>
          <w:rtl/>
        </w:rPr>
      </w:pPr>
      <w:r>
        <w:rPr>
          <w:rtl/>
        </w:rPr>
        <w:t>1_ خداوند عالم نے انسانو</w:t>
      </w:r>
      <w:r w:rsidR="00083993">
        <w:rPr>
          <w:rtl/>
        </w:rPr>
        <w:t xml:space="preserve">ں </w:t>
      </w:r>
      <w:r>
        <w:rPr>
          <w:rtl/>
        </w:rPr>
        <w:t>كے راستہ دريافت كرنے كے ليے زمين مي</w:t>
      </w:r>
      <w:r w:rsidR="00083993">
        <w:rPr>
          <w:rtl/>
        </w:rPr>
        <w:t xml:space="preserve">ں </w:t>
      </w:r>
      <w:r>
        <w:rPr>
          <w:rtl/>
        </w:rPr>
        <w:t>علامات اور نشانيا</w:t>
      </w:r>
      <w:r w:rsidR="00083993">
        <w:rPr>
          <w:rtl/>
        </w:rPr>
        <w:t xml:space="preserve">ں </w:t>
      </w:r>
      <w:r>
        <w:rPr>
          <w:rtl/>
        </w:rPr>
        <w:t>قرار دى ہي</w:t>
      </w:r>
      <w:r w:rsidR="00083993">
        <w:rPr>
          <w:rtl/>
        </w:rPr>
        <w:t xml:space="preserve">ں </w:t>
      </w:r>
      <w:r>
        <w:rPr>
          <w:rtl/>
        </w:rPr>
        <w:t>_</w:t>
      </w:r>
    </w:p>
    <w:p w:rsidR="001F628F" w:rsidRDefault="001F628F" w:rsidP="009F4D51">
      <w:pPr>
        <w:pStyle w:val="libArabic"/>
        <w:rPr>
          <w:rtl/>
        </w:rPr>
      </w:pPr>
      <w:r>
        <w:rPr>
          <w:rFonts w:hint="eastAsia"/>
          <w:rtl/>
        </w:rPr>
        <w:t>والقى</w:t>
      </w:r>
      <w:r>
        <w:rPr>
          <w:rtl/>
        </w:rPr>
        <w:t xml:space="preserve"> فى الارض رواسي ... لعلّكم ت</w:t>
      </w:r>
      <w:r w:rsidR="00120F63" w:rsidRPr="00ED5DE8">
        <w:rPr>
          <w:rFonts w:hint="cs"/>
          <w:rtl/>
        </w:rPr>
        <w:t>ه</w:t>
      </w:r>
      <w:r>
        <w:rPr>
          <w:rFonts w:hint="cs"/>
          <w:rtl/>
        </w:rPr>
        <w:t>تدون</w:t>
      </w:r>
      <w:r>
        <w:rPr>
          <w:rtl/>
        </w:rPr>
        <w:t xml:space="preserve"> </w:t>
      </w:r>
      <w:r>
        <w:rPr>
          <w:rFonts w:hint="cs"/>
          <w:rtl/>
        </w:rPr>
        <w:t>و</w:t>
      </w:r>
      <w:r>
        <w:rPr>
          <w:rtl/>
        </w:rPr>
        <w:t xml:space="preserve"> </w:t>
      </w:r>
      <w:r>
        <w:rPr>
          <w:rFonts w:hint="cs"/>
          <w:rtl/>
        </w:rPr>
        <w:t>ع</w:t>
      </w:r>
      <w:r>
        <w:rPr>
          <w:rtl/>
        </w:rPr>
        <w:t>لامات</w:t>
      </w:r>
    </w:p>
    <w:p w:rsidR="001F628F" w:rsidRDefault="001F628F" w:rsidP="001F628F">
      <w:pPr>
        <w:pStyle w:val="libNormal"/>
        <w:rPr>
          <w:rtl/>
        </w:rPr>
      </w:pPr>
      <w:r>
        <w:rPr>
          <w:rtl/>
        </w:rPr>
        <w:t>''علامات'' كا ''رواسى اور انھار'' پر عطف ہے اوراس سے مراد ايسى طبيعى علامات اور نشانيا</w:t>
      </w:r>
      <w:r w:rsidR="00083993">
        <w:rPr>
          <w:rtl/>
        </w:rPr>
        <w:t xml:space="preserve">ں </w:t>
      </w:r>
      <w:r>
        <w:rPr>
          <w:rtl/>
        </w:rPr>
        <w:t>ہي</w:t>
      </w:r>
      <w:r w:rsidR="00083993">
        <w:rPr>
          <w:rtl/>
        </w:rPr>
        <w:t xml:space="preserve">ں </w:t>
      </w:r>
      <w:r>
        <w:rPr>
          <w:rtl/>
        </w:rPr>
        <w:t>جو زمين مي</w:t>
      </w:r>
      <w:r w:rsidR="00083993">
        <w:rPr>
          <w:rtl/>
        </w:rPr>
        <w:t xml:space="preserve">ں </w:t>
      </w:r>
      <w:r>
        <w:rPr>
          <w:rtl/>
        </w:rPr>
        <w:t>موجود ہي</w:t>
      </w:r>
      <w:r w:rsidR="00083993">
        <w:rPr>
          <w:rtl/>
        </w:rPr>
        <w:t xml:space="preserve">ں </w:t>
      </w:r>
      <w:r>
        <w:rPr>
          <w:rtl/>
        </w:rPr>
        <w:t>_</w:t>
      </w:r>
    </w:p>
    <w:p w:rsidR="001F628F" w:rsidRDefault="001F628F" w:rsidP="001F628F">
      <w:pPr>
        <w:pStyle w:val="libNormal"/>
        <w:rPr>
          <w:rtl/>
        </w:rPr>
      </w:pPr>
      <w:r>
        <w:rPr>
          <w:rtl/>
        </w:rPr>
        <w:t>2_ مسافرو</w:t>
      </w:r>
      <w:r w:rsidR="00083993">
        <w:rPr>
          <w:rtl/>
        </w:rPr>
        <w:t xml:space="preserve">ں </w:t>
      </w:r>
      <w:r>
        <w:rPr>
          <w:rtl/>
        </w:rPr>
        <w:t>كے ليے راستہ دريافت كرنے كے ليے ستارو</w:t>
      </w:r>
      <w:r w:rsidR="00083993">
        <w:rPr>
          <w:rtl/>
        </w:rPr>
        <w:t xml:space="preserve">ں </w:t>
      </w:r>
      <w:r>
        <w:rPr>
          <w:rtl/>
        </w:rPr>
        <w:t>كا نہايت اہم كردار ہے_</w:t>
      </w:r>
    </w:p>
    <w:p w:rsidR="001F628F" w:rsidRDefault="001F628F" w:rsidP="009F4D51">
      <w:pPr>
        <w:pStyle w:val="libArabic"/>
        <w:rPr>
          <w:rtl/>
        </w:rPr>
      </w:pPr>
      <w:r>
        <w:rPr>
          <w:rFonts w:hint="eastAsia"/>
          <w:rtl/>
        </w:rPr>
        <w:t>و</w:t>
      </w:r>
      <w:r>
        <w:rPr>
          <w:rtl/>
        </w:rPr>
        <w:t xml:space="preserve"> علامات و بالنجم </w:t>
      </w:r>
      <w:r w:rsidR="00120F63" w:rsidRPr="00ED5DE8">
        <w:rPr>
          <w:rFonts w:hint="cs"/>
          <w:rtl/>
        </w:rPr>
        <w:t>ه</w:t>
      </w:r>
      <w:r>
        <w:rPr>
          <w:rFonts w:hint="cs"/>
          <w:rtl/>
        </w:rPr>
        <w:t>م</w:t>
      </w:r>
      <w:r>
        <w:rPr>
          <w:rtl/>
        </w:rPr>
        <w:t xml:space="preserve"> </w:t>
      </w:r>
      <w:r>
        <w:rPr>
          <w:rFonts w:hint="cs"/>
          <w:rtl/>
        </w:rPr>
        <w:t>ي</w:t>
      </w:r>
      <w:r w:rsidR="00120F63" w:rsidRPr="00ED5DE8">
        <w:rPr>
          <w:rFonts w:hint="cs"/>
          <w:rtl/>
        </w:rPr>
        <w:t>ه</w:t>
      </w:r>
      <w:r>
        <w:rPr>
          <w:rFonts w:hint="cs"/>
          <w:rtl/>
        </w:rPr>
        <w:t>تدون</w:t>
      </w:r>
    </w:p>
    <w:p w:rsidR="001F628F" w:rsidRDefault="001F628F" w:rsidP="001F628F">
      <w:pPr>
        <w:pStyle w:val="libNormal"/>
        <w:rPr>
          <w:rtl/>
        </w:rPr>
      </w:pPr>
      <w:r>
        <w:rPr>
          <w:rFonts w:hint="eastAsia"/>
          <w:rtl/>
        </w:rPr>
        <w:t>عام</w:t>
      </w:r>
      <w:r>
        <w:rPr>
          <w:rtl/>
        </w:rPr>
        <w:t xml:space="preserve"> '' علامات ''كے بعد خاص ''نجم'' جبكہ يقينى طور پر نجم خود علامات مي</w:t>
      </w:r>
      <w:r w:rsidR="00083993">
        <w:rPr>
          <w:rtl/>
        </w:rPr>
        <w:t xml:space="preserve">ں </w:t>
      </w:r>
      <w:r>
        <w:rPr>
          <w:rtl/>
        </w:rPr>
        <w:t>سے ہے كا ذكر كرنا ممكن ہے مذكورہ نكتے كو بيان كررہا ہو_</w:t>
      </w:r>
    </w:p>
    <w:p w:rsidR="001F628F" w:rsidRPr="009F4D51" w:rsidRDefault="001F628F" w:rsidP="001F628F">
      <w:pPr>
        <w:pStyle w:val="libNormal"/>
        <w:rPr>
          <w:rStyle w:val="libArabicChar"/>
          <w:rtl/>
        </w:rPr>
      </w:pPr>
      <w:r>
        <w:rPr>
          <w:rtl/>
        </w:rPr>
        <w:t xml:space="preserve">3_ </w:t>
      </w:r>
      <w:r w:rsidRPr="009F4D51">
        <w:rPr>
          <w:rStyle w:val="libArabicChar"/>
          <w:rtl/>
        </w:rPr>
        <w:t xml:space="preserve">''قال رسول الله </w:t>
      </w:r>
      <w:r w:rsidR="00F031CD" w:rsidRPr="00F031CD">
        <w:rPr>
          <w:rStyle w:val="libAlaemChar"/>
          <w:rtl/>
        </w:rPr>
        <w:t xml:space="preserve"> صلى‌الله‌عليه‌وآله‌وسلم </w:t>
      </w:r>
      <w:r w:rsidRPr="009F4D51">
        <w:rPr>
          <w:rStyle w:val="libArabicChar"/>
          <w:rtl/>
        </w:rPr>
        <w:t xml:space="preserve"> ''''وبالنجم </w:t>
      </w:r>
      <w:r w:rsidR="00120F63" w:rsidRPr="00B2551F">
        <w:rPr>
          <w:rStyle w:val="libArabicChar"/>
          <w:rFonts w:hint="cs"/>
          <w:rtl/>
        </w:rPr>
        <w:t>ه</w:t>
      </w:r>
      <w:r w:rsidRPr="009F4D51">
        <w:rPr>
          <w:rStyle w:val="libArabicChar"/>
          <w:rFonts w:hint="cs"/>
          <w:rtl/>
        </w:rPr>
        <w:t>م</w:t>
      </w:r>
      <w:r w:rsidRPr="009F4D51">
        <w:rPr>
          <w:rStyle w:val="libArabicChar"/>
          <w:rtl/>
        </w:rPr>
        <w:t xml:space="preserve"> </w:t>
      </w:r>
      <w:r w:rsidRPr="009F4D51">
        <w:rPr>
          <w:rStyle w:val="libArabicChar"/>
          <w:rFonts w:hint="cs"/>
          <w:rtl/>
        </w:rPr>
        <w:t>ي</w:t>
      </w:r>
      <w:r w:rsidR="00120F63" w:rsidRPr="00B2551F">
        <w:rPr>
          <w:rStyle w:val="libArabicChar"/>
          <w:rFonts w:hint="cs"/>
          <w:rtl/>
        </w:rPr>
        <w:t>ه</w:t>
      </w:r>
      <w:r w:rsidRPr="009F4D51">
        <w:rPr>
          <w:rStyle w:val="libArabicChar"/>
          <w:rFonts w:hint="cs"/>
          <w:rtl/>
        </w:rPr>
        <w:t>تدون</w:t>
      </w:r>
      <w:r w:rsidRPr="009F4D51">
        <w:rPr>
          <w:rStyle w:val="libArabicChar"/>
          <w:rtl/>
        </w:rPr>
        <w:t xml:space="preserve">'' </w:t>
      </w:r>
      <w:r w:rsidRPr="009F4D51">
        <w:rPr>
          <w:rStyle w:val="libArabicChar"/>
          <w:rFonts w:hint="cs"/>
          <w:rtl/>
        </w:rPr>
        <w:t>قال</w:t>
      </w:r>
      <w:r w:rsidRPr="009F4D51">
        <w:rPr>
          <w:rStyle w:val="libArabicChar"/>
          <w:rtl/>
        </w:rPr>
        <w:t xml:space="preserve"> </w:t>
      </w:r>
      <w:r w:rsidR="00120F63" w:rsidRPr="00B2551F">
        <w:rPr>
          <w:rStyle w:val="libArabicChar"/>
          <w:rFonts w:hint="cs"/>
          <w:rtl/>
        </w:rPr>
        <w:t>ه</w:t>
      </w:r>
      <w:r w:rsidRPr="009F4D51">
        <w:rPr>
          <w:rStyle w:val="libArabicChar"/>
          <w:rFonts w:hint="cs"/>
          <w:rtl/>
        </w:rPr>
        <w:t>و</w:t>
      </w:r>
      <w:r w:rsidRPr="009F4D51">
        <w:rPr>
          <w:rStyle w:val="libArabicChar"/>
          <w:rtl/>
        </w:rPr>
        <w:t xml:space="preserve"> </w:t>
      </w:r>
      <w:r w:rsidRPr="009F4D51">
        <w:rPr>
          <w:rStyle w:val="libArabicChar"/>
          <w:rFonts w:hint="cs"/>
          <w:rtl/>
        </w:rPr>
        <w:t>الجدى</w:t>
      </w:r>
      <w:r w:rsidRPr="009F4D51">
        <w:rPr>
          <w:rStyle w:val="libArabicChar"/>
          <w:rtl/>
        </w:rPr>
        <w:t xml:space="preserve"> </w:t>
      </w:r>
      <w:r w:rsidRPr="009F4D51">
        <w:rPr>
          <w:rStyle w:val="libArabicChar"/>
          <w:rFonts w:hint="cs"/>
          <w:rtl/>
        </w:rPr>
        <w:t>لانّ</w:t>
      </w:r>
      <w:r w:rsidR="00120F63" w:rsidRPr="00B2551F">
        <w:rPr>
          <w:rStyle w:val="libArabicChar"/>
          <w:rFonts w:hint="cs"/>
          <w:rtl/>
        </w:rPr>
        <w:t>ه</w:t>
      </w:r>
      <w:r w:rsidRPr="009F4D51">
        <w:rPr>
          <w:rStyle w:val="libArabicChar"/>
          <w:rFonts w:hint="cs"/>
          <w:rtl/>
        </w:rPr>
        <w:t>،</w:t>
      </w:r>
      <w:r w:rsidRPr="009F4D51">
        <w:rPr>
          <w:rStyle w:val="libArabicChar"/>
          <w:rtl/>
        </w:rPr>
        <w:t xml:space="preserve"> </w:t>
      </w:r>
      <w:r w:rsidRPr="009F4D51">
        <w:rPr>
          <w:rStyle w:val="libArabicChar"/>
          <w:rFonts w:hint="cs"/>
          <w:rtl/>
        </w:rPr>
        <w:t>نجم</w:t>
      </w:r>
      <w:r w:rsidRPr="009F4D51">
        <w:rPr>
          <w:rStyle w:val="libArabicChar"/>
          <w:rtl/>
        </w:rPr>
        <w:t xml:space="preserve">' </w:t>
      </w:r>
      <w:r w:rsidRPr="009F4D51">
        <w:rPr>
          <w:rStyle w:val="libArabicChar"/>
          <w:rFonts w:hint="cs"/>
          <w:rtl/>
        </w:rPr>
        <w:t>لا</w:t>
      </w:r>
      <w:r w:rsidRPr="009F4D51">
        <w:rPr>
          <w:rStyle w:val="libArabicChar"/>
          <w:rtl/>
        </w:rPr>
        <w:t xml:space="preserve"> </w:t>
      </w:r>
      <w:r w:rsidRPr="009F4D51">
        <w:rPr>
          <w:rStyle w:val="libArabicChar"/>
          <w:rFonts w:hint="cs"/>
          <w:rtl/>
        </w:rPr>
        <w:t>تزول</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علي</w:t>
      </w:r>
      <w:r w:rsidR="00120F63" w:rsidRPr="00B2551F">
        <w:rPr>
          <w:rStyle w:val="libArabicChar"/>
          <w:rFonts w:hint="cs"/>
          <w:rtl/>
        </w:rPr>
        <w:t>ه</w:t>
      </w:r>
      <w:r w:rsidRPr="009F4D51">
        <w:rPr>
          <w:rStyle w:val="libArabicChar"/>
          <w:rtl/>
        </w:rPr>
        <w:t xml:space="preserve"> </w:t>
      </w:r>
      <w:r w:rsidRPr="009F4D51">
        <w:rPr>
          <w:rStyle w:val="libArabicChar"/>
          <w:rFonts w:hint="cs"/>
          <w:rtl/>
        </w:rPr>
        <w:t>بقاء</w:t>
      </w:r>
      <w:r w:rsidRPr="009F4D51">
        <w:rPr>
          <w:rStyle w:val="libArabicChar"/>
          <w:rtl/>
        </w:rPr>
        <w:t xml:space="preserve"> </w:t>
      </w:r>
      <w:r w:rsidRPr="009F4D51">
        <w:rPr>
          <w:rStyle w:val="libArabicChar"/>
          <w:rFonts w:hint="cs"/>
          <w:rtl/>
        </w:rPr>
        <w:t>القبل</w:t>
      </w:r>
      <w:r w:rsidR="00120F63" w:rsidRPr="00B2551F">
        <w:rPr>
          <w:rStyle w:val="libArabicChar"/>
          <w:rFonts w:hint="cs"/>
          <w:rtl/>
        </w:rPr>
        <w:t>ه</w:t>
      </w:r>
      <w:r w:rsidRPr="009F4D51">
        <w:rPr>
          <w:rStyle w:val="libArabicChar"/>
          <w:rtl/>
        </w:rPr>
        <w:t xml:space="preserve"> </w:t>
      </w:r>
      <w:r w:rsidRPr="009F4D51">
        <w:rPr>
          <w:rStyle w:val="libArabicChar"/>
          <w:rFonts w:hint="cs"/>
          <w:rtl/>
        </w:rPr>
        <w:t>و</w:t>
      </w:r>
      <w:r w:rsidRPr="009F4D51">
        <w:rPr>
          <w:rStyle w:val="libArabicChar"/>
          <w:rtl/>
        </w:rPr>
        <w:t xml:space="preserve"> </w:t>
      </w:r>
      <w:r w:rsidRPr="009F4D51">
        <w:rPr>
          <w:rStyle w:val="libArabicChar"/>
          <w:rFonts w:hint="cs"/>
          <w:rtl/>
        </w:rPr>
        <w:t>ب</w:t>
      </w:r>
      <w:r w:rsidR="00120F63" w:rsidRPr="00B2551F">
        <w:rPr>
          <w:rStyle w:val="libArabicChar"/>
          <w:rFonts w:hint="cs"/>
          <w:rtl/>
        </w:rPr>
        <w:t>ه</w:t>
      </w:r>
      <w:r w:rsidRPr="009F4D51">
        <w:rPr>
          <w:rStyle w:val="libArabicChar"/>
          <w:rtl/>
        </w:rPr>
        <w:t xml:space="preserve"> </w:t>
      </w:r>
      <w:r w:rsidRPr="009F4D51">
        <w:rPr>
          <w:rStyle w:val="libArabicChar"/>
          <w:rFonts w:hint="cs"/>
          <w:rtl/>
        </w:rPr>
        <w:t>ي</w:t>
      </w:r>
      <w:r w:rsidR="00120F63" w:rsidRPr="00B2551F">
        <w:rPr>
          <w:rStyle w:val="libArabicChar"/>
          <w:rFonts w:hint="cs"/>
          <w:rtl/>
        </w:rPr>
        <w:t>ه</w:t>
      </w:r>
      <w:r w:rsidRPr="009F4D51">
        <w:rPr>
          <w:rStyle w:val="libArabicChar"/>
          <w:rFonts w:hint="cs"/>
          <w:rtl/>
        </w:rPr>
        <w:t>تدى</w:t>
      </w:r>
      <w:r w:rsidRPr="009F4D51">
        <w:rPr>
          <w:rStyle w:val="libArabicChar"/>
          <w:rtl/>
        </w:rPr>
        <w:t xml:space="preserve"> </w:t>
      </w:r>
      <w:r w:rsidRPr="009F4D51">
        <w:rPr>
          <w:rStyle w:val="libArabicChar"/>
          <w:rFonts w:hint="cs"/>
          <w:rtl/>
        </w:rPr>
        <w:t>ا</w:t>
      </w:r>
      <w:r w:rsidR="00120F63" w:rsidRPr="00B2551F">
        <w:rPr>
          <w:rStyle w:val="libArabicChar"/>
          <w:rFonts w:hint="cs"/>
          <w:rtl/>
        </w:rPr>
        <w:t>ه</w:t>
      </w:r>
      <w:r w:rsidRPr="009F4D51">
        <w:rPr>
          <w:rStyle w:val="libArabicChar"/>
          <w:rFonts w:hint="cs"/>
          <w:rtl/>
        </w:rPr>
        <w:t>ل</w:t>
      </w:r>
      <w:r w:rsidRPr="009F4D51">
        <w:rPr>
          <w:rStyle w:val="libArabicChar"/>
          <w:rtl/>
        </w:rPr>
        <w:t xml:space="preserve"> </w:t>
      </w:r>
      <w:r w:rsidRPr="009F4D51">
        <w:rPr>
          <w:rStyle w:val="libArabicChar"/>
          <w:rFonts w:hint="cs"/>
          <w:rtl/>
        </w:rPr>
        <w:t>البرّ</w:t>
      </w:r>
      <w:r w:rsidRPr="009F4D51">
        <w:rPr>
          <w:rStyle w:val="libArabicChar"/>
          <w:rtl/>
        </w:rPr>
        <w:t xml:space="preserve"> </w:t>
      </w:r>
      <w:r w:rsidRPr="009F4D51">
        <w:rPr>
          <w:rStyle w:val="libArabicChar"/>
          <w:rFonts w:hint="cs"/>
          <w:rtl/>
        </w:rPr>
        <w:t>و</w:t>
      </w:r>
    </w:p>
    <w:p w:rsidR="009F4D51" w:rsidRDefault="001E7F9D" w:rsidP="00F73EDE">
      <w:pPr>
        <w:pStyle w:val="libPoemTini"/>
        <w:rPr>
          <w:rtl/>
        </w:rPr>
      </w:pPr>
      <w:r>
        <w:rPr>
          <w:rtl/>
        </w:rPr>
        <w:br w:type="page"/>
      </w:r>
    </w:p>
    <w:p w:rsidR="001F628F" w:rsidRDefault="001F628F" w:rsidP="009F4D51">
      <w:pPr>
        <w:pStyle w:val="libNormal"/>
        <w:rPr>
          <w:rtl/>
        </w:rPr>
      </w:pPr>
      <w:r w:rsidRPr="009F4D51">
        <w:rPr>
          <w:rStyle w:val="libArabicChar"/>
          <w:rFonts w:hint="eastAsia"/>
          <w:rtl/>
        </w:rPr>
        <w:lastRenderedPageBreak/>
        <w:t>البحر</w:t>
      </w:r>
      <w:r w:rsidRPr="009F4D51">
        <w:rPr>
          <w:rStyle w:val="libFootnotenumChar"/>
          <w:rtl/>
        </w:rPr>
        <w:t>(1)</w:t>
      </w:r>
    </w:p>
    <w:p w:rsidR="001F628F" w:rsidRDefault="001F628F" w:rsidP="001F628F">
      <w:pPr>
        <w:pStyle w:val="libNormal"/>
        <w:rPr>
          <w:rtl/>
        </w:rPr>
      </w:pPr>
      <w:r>
        <w:rPr>
          <w:rFonts w:hint="eastAsia"/>
          <w:rtl/>
        </w:rPr>
        <w:t>رسول</w:t>
      </w:r>
      <w:r>
        <w:rPr>
          <w:rtl/>
        </w:rPr>
        <w:t xml:space="preserve"> اكرم</w:t>
      </w:r>
      <w:r w:rsidR="00F031CD" w:rsidRPr="00F031CD">
        <w:rPr>
          <w:rStyle w:val="libAlaemChar"/>
          <w:rtl/>
        </w:rPr>
        <w:t xml:space="preserve"> صلى‌الله‌عليه‌وآله‌وسلم </w:t>
      </w:r>
      <w:r>
        <w:rPr>
          <w:rtl/>
        </w:rPr>
        <w:t xml:space="preserve"> نے خداوند عالم كے اس كلام </w:t>
      </w:r>
      <w:r w:rsidRPr="009F4D51">
        <w:rPr>
          <w:rStyle w:val="libArabicChar"/>
          <w:rtl/>
        </w:rPr>
        <w:t xml:space="preserve">''وبالنجم </w:t>
      </w:r>
      <w:r w:rsidR="00120F63" w:rsidRPr="00B2551F">
        <w:rPr>
          <w:rStyle w:val="libArabicChar"/>
          <w:rFonts w:hint="cs"/>
          <w:rtl/>
        </w:rPr>
        <w:t>ه</w:t>
      </w:r>
      <w:r w:rsidRPr="009F4D51">
        <w:rPr>
          <w:rStyle w:val="libArabicChar"/>
          <w:rFonts w:hint="cs"/>
          <w:rtl/>
        </w:rPr>
        <w:t>م</w:t>
      </w:r>
      <w:r w:rsidRPr="009F4D51">
        <w:rPr>
          <w:rStyle w:val="libArabicChar"/>
          <w:rtl/>
        </w:rPr>
        <w:t xml:space="preserve"> </w:t>
      </w:r>
      <w:r w:rsidRPr="009F4D51">
        <w:rPr>
          <w:rStyle w:val="libArabicChar"/>
          <w:rFonts w:hint="cs"/>
          <w:rtl/>
        </w:rPr>
        <w:t>ي</w:t>
      </w:r>
      <w:r w:rsidR="00120F63" w:rsidRPr="00B2551F">
        <w:rPr>
          <w:rStyle w:val="libArabicChar"/>
          <w:rFonts w:hint="cs"/>
          <w:rtl/>
        </w:rPr>
        <w:t>ه</w:t>
      </w:r>
      <w:r w:rsidRPr="009F4D51">
        <w:rPr>
          <w:rStyle w:val="libArabicChar"/>
          <w:rFonts w:hint="cs"/>
          <w:rtl/>
        </w:rPr>
        <w:t>تدون</w:t>
      </w:r>
      <w:r w:rsidRPr="009F4D51">
        <w:rPr>
          <w:rStyle w:val="libArabicChar"/>
          <w:rtl/>
        </w:rPr>
        <w:t>''</w:t>
      </w:r>
      <w:r>
        <w:rPr>
          <w:rtl/>
        </w:rPr>
        <w:t xml:space="preserve"> كے بارے مي</w:t>
      </w:r>
      <w:r w:rsidR="00083993">
        <w:rPr>
          <w:rtl/>
        </w:rPr>
        <w:t xml:space="preserve">ں </w:t>
      </w:r>
      <w:r>
        <w:rPr>
          <w:rtl/>
        </w:rPr>
        <w:t>فرمايا: وہ ستارہ جدى ہے كيونكہ يہ وہ ستارہ ہے جو كبھى محو نہي</w:t>
      </w:r>
      <w:r w:rsidR="00083993">
        <w:rPr>
          <w:rtl/>
        </w:rPr>
        <w:t xml:space="preserve">ں </w:t>
      </w:r>
      <w:r>
        <w:rPr>
          <w:rtl/>
        </w:rPr>
        <w:t>ہوتا اور قبلہ كى تشخيص كى اساس يہى ستارہ ہے اور اس كے ذريعہ سمندر اور خشكى والے راہنمائي ليتے ہي</w:t>
      </w:r>
      <w:r w:rsidR="00083993">
        <w:rPr>
          <w:rtl/>
        </w:rPr>
        <w:t xml:space="preserve">ں </w:t>
      </w:r>
      <w:r>
        <w:rPr>
          <w:rtl/>
        </w:rPr>
        <w:t>...''</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كے افعال1</w:t>
      </w:r>
    </w:p>
    <w:p w:rsidR="001F628F" w:rsidRDefault="001F628F" w:rsidP="009F4D51">
      <w:pPr>
        <w:pStyle w:val="libNormal"/>
        <w:rPr>
          <w:rtl/>
        </w:rPr>
      </w:pPr>
      <w:r>
        <w:rPr>
          <w:rFonts w:hint="eastAsia"/>
          <w:rtl/>
        </w:rPr>
        <w:t>راستہ</w:t>
      </w:r>
      <w:r>
        <w:rPr>
          <w:rtl/>
        </w:rPr>
        <w:t xml:space="preserve"> پانا:</w:t>
      </w:r>
      <w:r>
        <w:rPr>
          <w:rFonts w:hint="eastAsia"/>
          <w:rtl/>
        </w:rPr>
        <w:t>راستہ</w:t>
      </w:r>
      <w:r>
        <w:rPr>
          <w:rtl/>
        </w:rPr>
        <w:t xml:space="preserve"> پانے كى علامات 1; راستہ پانے كے وسائل 2</w:t>
      </w:r>
    </w:p>
    <w:p w:rsidR="001F628F" w:rsidRDefault="001F628F" w:rsidP="001F628F">
      <w:pPr>
        <w:pStyle w:val="libNormal"/>
        <w:rPr>
          <w:rtl/>
        </w:rPr>
      </w:pPr>
      <w:r>
        <w:rPr>
          <w:rFonts w:hint="eastAsia"/>
          <w:rtl/>
        </w:rPr>
        <w:t>روايت</w:t>
      </w:r>
      <w:r>
        <w:rPr>
          <w:rtl/>
        </w:rPr>
        <w:t>:3</w:t>
      </w:r>
    </w:p>
    <w:p w:rsidR="001F628F" w:rsidRDefault="001F628F" w:rsidP="009F4D51">
      <w:pPr>
        <w:pStyle w:val="libNormal"/>
        <w:rPr>
          <w:rtl/>
        </w:rPr>
      </w:pPr>
      <w:r>
        <w:rPr>
          <w:rFonts w:hint="eastAsia"/>
          <w:rtl/>
        </w:rPr>
        <w:t>ستارے</w:t>
      </w:r>
      <w:r>
        <w:rPr>
          <w:rtl/>
        </w:rPr>
        <w:t>:</w:t>
      </w:r>
      <w:r>
        <w:rPr>
          <w:rFonts w:hint="eastAsia"/>
          <w:rtl/>
        </w:rPr>
        <w:t>ستارو</w:t>
      </w:r>
      <w:r w:rsidR="00083993">
        <w:rPr>
          <w:rFonts w:hint="eastAsia"/>
          <w:rtl/>
        </w:rPr>
        <w:t xml:space="preserve">ں </w:t>
      </w:r>
      <w:r>
        <w:rPr>
          <w:rtl/>
        </w:rPr>
        <w:t>كے ذريعہ راستہ پانا2،3; ستارو</w:t>
      </w:r>
      <w:r w:rsidR="00083993">
        <w:rPr>
          <w:rtl/>
        </w:rPr>
        <w:t xml:space="preserve">ں </w:t>
      </w:r>
      <w:r>
        <w:rPr>
          <w:rtl/>
        </w:rPr>
        <w:t>كے فوائد 2،3; ستارو</w:t>
      </w:r>
      <w:r w:rsidR="00083993">
        <w:rPr>
          <w:rtl/>
        </w:rPr>
        <w:t xml:space="preserve">ں </w:t>
      </w:r>
      <w:r>
        <w:rPr>
          <w:rtl/>
        </w:rPr>
        <w:t>كے جدى 3</w:t>
      </w:r>
    </w:p>
    <w:p w:rsidR="001F628F" w:rsidRDefault="001F628F" w:rsidP="009F4D51">
      <w:pPr>
        <w:pStyle w:val="libNormal"/>
        <w:rPr>
          <w:rtl/>
        </w:rPr>
      </w:pPr>
      <w:r>
        <w:rPr>
          <w:rFonts w:hint="eastAsia"/>
          <w:rtl/>
        </w:rPr>
        <w:t>قبلہ</w:t>
      </w:r>
      <w:r>
        <w:rPr>
          <w:rtl/>
        </w:rPr>
        <w:t>:</w:t>
      </w:r>
      <w:r>
        <w:rPr>
          <w:rFonts w:hint="eastAsia"/>
          <w:rtl/>
        </w:rPr>
        <w:t>قبلہ</w:t>
      </w:r>
      <w:r>
        <w:rPr>
          <w:rtl/>
        </w:rPr>
        <w:t xml:space="preserve"> كو معين كرنے كے وسائل 3</w:t>
      </w:r>
    </w:p>
    <w:p w:rsidR="001F628F" w:rsidRPr="00120F63" w:rsidRDefault="009F4D51" w:rsidP="009F4D51">
      <w:pPr>
        <w:pStyle w:val="Heading2Center"/>
        <w:rPr>
          <w:rtl/>
        </w:rPr>
      </w:pPr>
      <w:bookmarkStart w:id="163" w:name="_Toc28081841"/>
      <w:r>
        <w:rPr>
          <w:rFonts w:hint="cs"/>
          <w:rtl/>
        </w:rPr>
        <w:t xml:space="preserve">آیت </w:t>
      </w:r>
      <w:r w:rsidRPr="00120F63">
        <w:rPr>
          <w:rFonts w:hint="cs"/>
          <w:rtl/>
        </w:rPr>
        <w:t>17</w:t>
      </w:r>
      <w:bookmarkEnd w:id="163"/>
    </w:p>
    <w:p w:rsidR="001F628F" w:rsidRDefault="00E260F9" w:rsidP="009F4D51">
      <w:pPr>
        <w:pStyle w:val="libNormal"/>
        <w:rPr>
          <w:rtl/>
        </w:rPr>
      </w:pPr>
      <w:r w:rsidRPr="00E260F9">
        <w:rPr>
          <w:rStyle w:val="libAlaemChar"/>
          <w:rFonts w:hint="eastAsia"/>
          <w:rtl/>
        </w:rPr>
        <w:t>(</w:t>
      </w:r>
      <w:r w:rsidRPr="009F4D51">
        <w:rPr>
          <w:rStyle w:val="libAieChar"/>
          <w:rFonts w:hint="eastAsia"/>
          <w:rtl/>
        </w:rPr>
        <w:t>أَفَمَن</w:t>
      </w:r>
      <w:r w:rsidRPr="009F4D51">
        <w:rPr>
          <w:rStyle w:val="libAieChar"/>
          <w:rtl/>
        </w:rPr>
        <w:t xml:space="preserve"> يَخْلُقُ كَمَن لاَّ يَخْلُقُ أَفَلا تَذَكَّرُونَ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ايسا پيدا كرنے والا ان كے جيسا ہوسكتا ہے جو كچھ نہي</w:t>
      </w:r>
      <w:r w:rsidR="00083993">
        <w:rPr>
          <w:rtl/>
        </w:rPr>
        <w:t xml:space="preserve">ں </w:t>
      </w:r>
      <w:r>
        <w:rPr>
          <w:rtl/>
        </w:rPr>
        <w:t>پيدا كرسكتے آخر تمھي</w:t>
      </w:r>
      <w:r w:rsidR="00083993">
        <w:rPr>
          <w:rtl/>
        </w:rPr>
        <w:t xml:space="preserve">ں </w:t>
      </w:r>
      <w:r>
        <w:rPr>
          <w:rtl/>
        </w:rPr>
        <w:t>ہوش كيو</w:t>
      </w:r>
      <w:r w:rsidR="00083993">
        <w:rPr>
          <w:rtl/>
        </w:rPr>
        <w:t xml:space="preserve">ں </w:t>
      </w:r>
      <w:r>
        <w:rPr>
          <w:rtl/>
        </w:rPr>
        <w:t>نہي</w:t>
      </w:r>
      <w:r w:rsidR="00083993">
        <w:rPr>
          <w:rtl/>
        </w:rPr>
        <w:t xml:space="preserve">ں </w:t>
      </w:r>
      <w:r>
        <w:rPr>
          <w:rtl/>
        </w:rPr>
        <w:t>آرہا ہے _</w:t>
      </w:r>
    </w:p>
    <w:p w:rsidR="001F628F" w:rsidRDefault="001F628F" w:rsidP="001F628F">
      <w:pPr>
        <w:pStyle w:val="libNormal"/>
        <w:rPr>
          <w:rtl/>
        </w:rPr>
      </w:pPr>
      <w:r>
        <w:rPr>
          <w:rtl/>
        </w:rPr>
        <w:t>1_ خداوندعالم ، تمام موجودات كا خالق اور انہي</w:t>
      </w:r>
      <w:r w:rsidR="00083993">
        <w:rPr>
          <w:rtl/>
        </w:rPr>
        <w:t xml:space="preserve">ں </w:t>
      </w:r>
      <w:r>
        <w:rPr>
          <w:rtl/>
        </w:rPr>
        <w:t>پيدا كرنے والا ہے_</w:t>
      </w:r>
    </w:p>
    <w:p w:rsidR="001F628F" w:rsidRDefault="001F628F" w:rsidP="009F4D51">
      <w:pPr>
        <w:pStyle w:val="libArabic"/>
        <w:rPr>
          <w:rtl/>
        </w:rPr>
      </w:pPr>
      <w:r>
        <w:rPr>
          <w:rFonts w:hint="eastAsia"/>
          <w:rtl/>
        </w:rPr>
        <w:t>خلق</w:t>
      </w:r>
      <w:r>
        <w:rPr>
          <w:rtl/>
        </w:rPr>
        <w:t xml:space="preserve"> السموات والارض ...خلق الانسان ...والا نعام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و</w:t>
      </w:r>
      <w:r>
        <w:rPr>
          <w:rtl/>
        </w:rPr>
        <w:t xml:space="preserve"> </w:t>
      </w:r>
      <w:r>
        <w:rPr>
          <w:rFonts w:hint="cs"/>
          <w:rtl/>
        </w:rPr>
        <w:t>يخلق</w:t>
      </w:r>
      <w:r>
        <w:rPr>
          <w:rtl/>
        </w:rPr>
        <w:t xml:space="preserve"> </w:t>
      </w:r>
      <w:r>
        <w:rPr>
          <w:rFonts w:hint="cs"/>
          <w:rtl/>
        </w:rPr>
        <w:t>مالا</w:t>
      </w:r>
      <w:r>
        <w:rPr>
          <w:rtl/>
        </w:rPr>
        <w:t xml:space="preserve"> </w:t>
      </w:r>
      <w:r>
        <w:rPr>
          <w:rFonts w:hint="cs"/>
          <w:rtl/>
        </w:rPr>
        <w:t>تعلمون</w:t>
      </w:r>
      <w:r>
        <w:rPr>
          <w:rtl/>
        </w:rPr>
        <w:t xml:space="preserve"> ... </w:t>
      </w:r>
      <w:r>
        <w:rPr>
          <w:rFonts w:hint="cs"/>
          <w:rtl/>
        </w:rPr>
        <w:t>وماذرا</w:t>
      </w:r>
      <w:r>
        <w:rPr>
          <w:rtl/>
        </w:rPr>
        <w:t xml:space="preserve"> </w:t>
      </w:r>
      <w:r>
        <w:rPr>
          <w:rFonts w:hint="cs"/>
          <w:rtl/>
        </w:rPr>
        <w:t>لكم</w:t>
      </w:r>
      <w:r>
        <w:rPr>
          <w:rtl/>
        </w:rPr>
        <w:t xml:space="preserve"> </w:t>
      </w:r>
      <w:r>
        <w:rPr>
          <w:rFonts w:hint="cs"/>
          <w:rtl/>
        </w:rPr>
        <w:t>فى</w:t>
      </w:r>
      <w:r>
        <w:rPr>
          <w:rtl/>
        </w:rPr>
        <w:t xml:space="preserve"> </w:t>
      </w:r>
      <w:r>
        <w:rPr>
          <w:rFonts w:hint="cs"/>
          <w:rtl/>
        </w:rPr>
        <w:t>الارض</w:t>
      </w:r>
      <w:r>
        <w:rPr>
          <w:rtl/>
        </w:rPr>
        <w:t xml:space="preserve"> ... </w:t>
      </w:r>
      <w:r>
        <w:rPr>
          <w:rFonts w:hint="cs"/>
          <w:rtl/>
        </w:rPr>
        <w:t>ا</w:t>
      </w:r>
      <w:r>
        <w:rPr>
          <w:rtl/>
        </w:rPr>
        <w:t xml:space="preserve"> </w:t>
      </w:r>
      <w:r>
        <w:rPr>
          <w:rFonts w:hint="cs"/>
          <w:rtl/>
        </w:rPr>
        <w:t>فمن</w:t>
      </w:r>
      <w:r>
        <w:rPr>
          <w:rtl/>
        </w:rPr>
        <w:t xml:space="preserve"> </w:t>
      </w:r>
      <w:r>
        <w:rPr>
          <w:rFonts w:hint="cs"/>
          <w:rtl/>
        </w:rPr>
        <w:t>يخلق</w:t>
      </w:r>
      <w:r>
        <w:rPr>
          <w:rtl/>
        </w:rPr>
        <w:t xml:space="preserve"> </w:t>
      </w:r>
      <w:r>
        <w:rPr>
          <w:rFonts w:hint="cs"/>
          <w:rtl/>
        </w:rPr>
        <w:t>كمن</w:t>
      </w:r>
      <w:r>
        <w:rPr>
          <w:rtl/>
        </w:rPr>
        <w:t xml:space="preserve"> </w:t>
      </w:r>
      <w:r>
        <w:rPr>
          <w:rFonts w:hint="cs"/>
          <w:rtl/>
        </w:rPr>
        <w:t>ل</w:t>
      </w:r>
      <w:r>
        <w:rPr>
          <w:rtl/>
        </w:rPr>
        <w:t>ا يخلق</w:t>
      </w:r>
    </w:p>
    <w:p w:rsidR="001F628F" w:rsidRDefault="001F628F" w:rsidP="001F628F">
      <w:pPr>
        <w:pStyle w:val="libNormal"/>
        <w:rPr>
          <w:rtl/>
        </w:rPr>
      </w:pPr>
      <w:r>
        <w:rPr>
          <w:rFonts w:hint="eastAsia"/>
          <w:rtl/>
        </w:rPr>
        <w:t>چونكہ</w:t>
      </w:r>
      <w:r>
        <w:rPr>
          <w:rtl/>
        </w:rPr>
        <w:t xml:space="preserve"> مختلف مخلوقات كے بيان كے بعد خداوند عالم نے يہ فرمايا ہے: كيا خلق كرنے والا اس جيسا ہے جوخلق نہي</w:t>
      </w:r>
      <w:r w:rsidR="00083993">
        <w:rPr>
          <w:rtl/>
        </w:rPr>
        <w:t xml:space="preserve">ں </w:t>
      </w:r>
      <w:r>
        <w:rPr>
          <w:rtl/>
        </w:rPr>
        <w:t>كرتا _ اس سے معلوم ہو تا ہے كہ وہ تمام اشياء كا خالق ہے_</w:t>
      </w:r>
    </w:p>
    <w:p w:rsidR="001F628F" w:rsidRDefault="001F628F" w:rsidP="001F628F">
      <w:pPr>
        <w:pStyle w:val="libNormal"/>
        <w:rPr>
          <w:rtl/>
        </w:rPr>
      </w:pPr>
      <w:r>
        <w:rPr>
          <w:rtl/>
        </w:rPr>
        <w:t>2_تمام موجودات كے خالق كى اس كے ساتھ كسى قسم كى شباہت نہي</w:t>
      </w:r>
      <w:r w:rsidR="00083993">
        <w:rPr>
          <w:rtl/>
        </w:rPr>
        <w:t xml:space="preserve">ں </w:t>
      </w:r>
      <w:r>
        <w:rPr>
          <w:rtl/>
        </w:rPr>
        <w:t>جو كسى چيز كا خالق نہي</w:t>
      </w:r>
      <w:r w:rsidR="00083993">
        <w:rPr>
          <w:rtl/>
        </w:rPr>
        <w:t xml:space="preserve">ں </w:t>
      </w:r>
      <w:r>
        <w:rPr>
          <w:rtl/>
        </w:rPr>
        <w:t>ہے_</w:t>
      </w:r>
    </w:p>
    <w:p w:rsidR="001F628F" w:rsidRDefault="001F628F" w:rsidP="009F4D51">
      <w:pPr>
        <w:pStyle w:val="libArabic"/>
        <w:rPr>
          <w:rtl/>
        </w:rPr>
      </w:pPr>
      <w:r>
        <w:rPr>
          <w:rFonts w:hint="eastAsia"/>
          <w:rtl/>
        </w:rPr>
        <w:t>ا</w:t>
      </w:r>
      <w:r>
        <w:rPr>
          <w:rtl/>
        </w:rPr>
        <w:t xml:space="preserve"> فمن يخلق كمن لا يخلق</w:t>
      </w:r>
    </w:p>
    <w:p w:rsidR="001F628F" w:rsidRDefault="00B84D3B" w:rsidP="00B84D3B">
      <w:pPr>
        <w:pStyle w:val="libLine"/>
        <w:rPr>
          <w:rtl/>
        </w:rPr>
      </w:pPr>
      <w:r>
        <w:rPr>
          <w:rtl/>
        </w:rPr>
        <w:t>____________________</w:t>
      </w:r>
    </w:p>
    <w:p w:rsidR="001F628F" w:rsidRDefault="001F628F" w:rsidP="009F4D51">
      <w:pPr>
        <w:pStyle w:val="libFootnote"/>
        <w:rPr>
          <w:rtl/>
        </w:rPr>
      </w:pPr>
      <w:r>
        <w:rPr>
          <w:rtl/>
        </w:rPr>
        <w:t>1) تفسير عياشي،ج2 ص256 ، نورالثقلين، ج3، ص46 ، ح51_</w:t>
      </w:r>
    </w:p>
    <w:p w:rsidR="009F4D51" w:rsidRDefault="001E7F9D" w:rsidP="00F73EDE">
      <w:pPr>
        <w:pStyle w:val="libPoemTini"/>
        <w:rPr>
          <w:rtl/>
        </w:rPr>
      </w:pPr>
      <w:r>
        <w:rPr>
          <w:rtl/>
        </w:rPr>
        <w:br w:type="page"/>
      </w:r>
    </w:p>
    <w:p w:rsidR="001F628F" w:rsidRDefault="001F628F" w:rsidP="009F4D51">
      <w:pPr>
        <w:pStyle w:val="libNormal"/>
        <w:rPr>
          <w:rtl/>
        </w:rPr>
      </w:pPr>
      <w:r>
        <w:rPr>
          <w:rtl/>
        </w:rPr>
        <w:lastRenderedPageBreak/>
        <w:t>3_ خالق كبھى بھى غير خالق سے قابل مقائسہ نہي</w:t>
      </w:r>
      <w:r w:rsidR="00083993">
        <w:rPr>
          <w:rtl/>
        </w:rPr>
        <w:t xml:space="preserve">ں </w:t>
      </w:r>
      <w:r>
        <w:rPr>
          <w:rtl/>
        </w:rPr>
        <w:t>ہے_</w:t>
      </w:r>
      <w:r w:rsidRPr="009F4D51">
        <w:rPr>
          <w:rStyle w:val="libArabicChar"/>
          <w:rFonts w:hint="eastAsia"/>
          <w:rtl/>
        </w:rPr>
        <w:t>ا</w:t>
      </w:r>
      <w:r w:rsidRPr="009F4D51">
        <w:rPr>
          <w:rStyle w:val="libArabicChar"/>
          <w:rtl/>
        </w:rPr>
        <w:t xml:space="preserve"> فمن يخلق كمن لا يخلق</w:t>
      </w:r>
    </w:p>
    <w:p w:rsidR="001F628F" w:rsidRDefault="001F628F" w:rsidP="001F628F">
      <w:pPr>
        <w:pStyle w:val="libNormal"/>
        <w:rPr>
          <w:rtl/>
        </w:rPr>
      </w:pPr>
      <w:r>
        <w:rPr>
          <w:rtl/>
        </w:rPr>
        <w:t>4_ خالق ہستى كا خلق كى قدرت سے مفقود موجود سے قابل مقائسہ نہ ہونا ،عقلى واضحات مي</w:t>
      </w:r>
      <w:r w:rsidR="00083993">
        <w:rPr>
          <w:rtl/>
        </w:rPr>
        <w:t xml:space="preserve">ں </w:t>
      </w:r>
      <w:r>
        <w:rPr>
          <w:rtl/>
        </w:rPr>
        <w:t>ہے_</w:t>
      </w:r>
    </w:p>
    <w:p w:rsidR="001F628F" w:rsidRDefault="001F628F" w:rsidP="009F4D51">
      <w:pPr>
        <w:pStyle w:val="libArabic"/>
        <w:rPr>
          <w:rtl/>
        </w:rPr>
      </w:pPr>
      <w:r>
        <w:rPr>
          <w:rFonts w:hint="eastAsia"/>
          <w:rtl/>
        </w:rPr>
        <w:t>ا</w:t>
      </w:r>
      <w:r>
        <w:rPr>
          <w:rtl/>
        </w:rPr>
        <w:t xml:space="preserve"> فمن يخلق كما لا يخلق</w:t>
      </w:r>
    </w:p>
    <w:p w:rsidR="001F628F" w:rsidRDefault="001F628F" w:rsidP="001F628F">
      <w:pPr>
        <w:pStyle w:val="libNormal"/>
        <w:rPr>
          <w:rtl/>
        </w:rPr>
      </w:pPr>
      <w:r>
        <w:rPr>
          <w:rFonts w:hint="eastAsia"/>
          <w:rtl/>
        </w:rPr>
        <w:t>آيت</w:t>
      </w:r>
      <w:r>
        <w:rPr>
          <w:rtl/>
        </w:rPr>
        <w:t xml:space="preserve"> مي</w:t>
      </w:r>
      <w:r w:rsidR="00083993">
        <w:rPr>
          <w:rtl/>
        </w:rPr>
        <w:t xml:space="preserve">ں </w:t>
      </w:r>
      <w:r>
        <w:rPr>
          <w:rtl/>
        </w:rPr>
        <w:t>جواب ديئے بغير مذكورہ سوال كا پيش آنا عقلى قسم كى طرف ارشاد و راہنمائي ہے_</w:t>
      </w:r>
    </w:p>
    <w:p w:rsidR="001F628F" w:rsidRDefault="001F628F" w:rsidP="009F4D51">
      <w:pPr>
        <w:pStyle w:val="libNormal"/>
        <w:rPr>
          <w:rtl/>
        </w:rPr>
      </w:pPr>
      <w:r>
        <w:rPr>
          <w:rtl/>
        </w:rPr>
        <w:t>5_ياد آورى اور ہوشيارى ، توحيد كى طرف ميلان كا سبب اور شرك ناسازگارہے_</w:t>
      </w:r>
      <w:r w:rsidRPr="009F4D51">
        <w:rPr>
          <w:rStyle w:val="libArabicChar"/>
          <w:rFonts w:hint="eastAsia"/>
          <w:rtl/>
        </w:rPr>
        <w:t>ا</w:t>
      </w:r>
      <w:r w:rsidRPr="009F4D51">
        <w:rPr>
          <w:rStyle w:val="libArabicChar"/>
          <w:rtl/>
        </w:rPr>
        <w:t xml:space="preserve"> فمن يخلق كمن لا يخلق ...ا فلا تذكرّون</w:t>
      </w:r>
    </w:p>
    <w:p w:rsidR="001F628F" w:rsidRDefault="001F628F" w:rsidP="009F4D51">
      <w:pPr>
        <w:pStyle w:val="libNormal"/>
        <w:rPr>
          <w:rtl/>
        </w:rPr>
      </w:pPr>
      <w:r>
        <w:rPr>
          <w:rtl/>
        </w:rPr>
        <w:t>6_ موجودات اور مخلوقات كى ياد دہانى اس ليئے ہے تا كہ يہ چيز خلقت كے جھوٹے دعوے دارو</w:t>
      </w:r>
      <w:r w:rsidR="00083993">
        <w:rPr>
          <w:rtl/>
        </w:rPr>
        <w:t xml:space="preserve">ں </w:t>
      </w:r>
      <w:r>
        <w:rPr>
          <w:rtl/>
        </w:rPr>
        <w:t>كے ليے ، تنبيہ ، نصيحت اور خداوند عالم كى خالقيت كى تجديد معرفت كا سبب ہے_</w:t>
      </w:r>
      <w:r w:rsidRPr="009F4D51">
        <w:rPr>
          <w:rStyle w:val="libArabicChar"/>
          <w:rFonts w:hint="eastAsia"/>
          <w:rtl/>
        </w:rPr>
        <w:t>ا</w:t>
      </w:r>
      <w:r w:rsidRPr="009F4D51">
        <w:rPr>
          <w:rStyle w:val="libArabicChar"/>
          <w:rtl/>
        </w:rPr>
        <w:t xml:space="preserve"> فمن يخلق كمن لا يخلق ا فلا تذكّرون</w:t>
      </w:r>
    </w:p>
    <w:p w:rsidR="001F628F" w:rsidRDefault="001F628F" w:rsidP="001F628F">
      <w:pPr>
        <w:pStyle w:val="libNormal"/>
        <w:rPr>
          <w:rtl/>
        </w:rPr>
      </w:pPr>
      <w:r>
        <w:rPr>
          <w:rFonts w:hint="eastAsia"/>
          <w:rtl/>
        </w:rPr>
        <w:t>كيونكہ</w:t>
      </w:r>
      <w:r>
        <w:rPr>
          <w:rtl/>
        </w:rPr>
        <w:t xml:space="preserve"> خداوند عالم نے استفہام تو بيخى كے قا لب مي</w:t>
      </w:r>
      <w:r w:rsidR="00083993">
        <w:rPr>
          <w:rtl/>
        </w:rPr>
        <w:t xml:space="preserve">ں </w:t>
      </w:r>
      <w:r>
        <w:rPr>
          <w:rtl/>
        </w:rPr>
        <w:t>ياد آورى اور تذكر كا حكم ديا ہے اس سے معلوم ہوتا ہے كہ مخلوقات كى طرف توجہ ، تذكر كا سبب ہے_</w:t>
      </w:r>
    </w:p>
    <w:p w:rsidR="001F628F" w:rsidRDefault="001F628F" w:rsidP="001F628F">
      <w:pPr>
        <w:pStyle w:val="libNormal"/>
        <w:rPr>
          <w:rtl/>
        </w:rPr>
      </w:pPr>
      <w:r>
        <w:rPr>
          <w:rtl/>
        </w:rPr>
        <w:t>7_ وجدان سے سوال اور تلاش حق كى حس كا برانگيختہ ہونا ، ہوشيار ى كا ذريعہ اور حقائق كے اثبات كا طريقہ ہے_</w:t>
      </w:r>
    </w:p>
    <w:p w:rsidR="001F628F" w:rsidRDefault="001F628F" w:rsidP="009F4D51">
      <w:pPr>
        <w:pStyle w:val="libArabic"/>
        <w:rPr>
          <w:rtl/>
        </w:rPr>
      </w:pPr>
      <w:r>
        <w:rPr>
          <w:rFonts w:hint="eastAsia"/>
          <w:rtl/>
        </w:rPr>
        <w:t>ا</w:t>
      </w:r>
      <w:r>
        <w:rPr>
          <w:rtl/>
        </w:rPr>
        <w:t xml:space="preserve"> فمن يخلق كمن لا يخلق فلا تذكّرون</w:t>
      </w:r>
    </w:p>
    <w:p w:rsidR="001F628F" w:rsidRDefault="001F628F" w:rsidP="001F628F">
      <w:pPr>
        <w:pStyle w:val="libNormal"/>
        <w:rPr>
          <w:rtl/>
        </w:rPr>
      </w:pPr>
      <w:r>
        <w:rPr>
          <w:rtl/>
        </w:rPr>
        <w:t>8_ خالق كا غير خالق سے قابل مقائسہ نہ ہونے كى طرف عدم توجہ، مذموم اور ناپسنديدہ ہے_</w:t>
      </w:r>
    </w:p>
    <w:p w:rsidR="001F628F" w:rsidRDefault="001F628F" w:rsidP="009F4D51">
      <w:pPr>
        <w:pStyle w:val="libArabic"/>
        <w:rPr>
          <w:rtl/>
        </w:rPr>
      </w:pPr>
      <w:r>
        <w:rPr>
          <w:rFonts w:hint="eastAsia"/>
          <w:rtl/>
        </w:rPr>
        <w:t>ا</w:t>
      </w:r>
      <w:r>
        <w:rPr>
          <w:rtl/>
        </w:rPr>
        <w:t xml:space="preserve"> فمن يخلق كمن لا يخلق ا فلا تذكّرون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كى خالقيت1; خداشناسى كى روش6</w:t>
      </w:r>
    </w:p>
    <w:p w:rsidR="001F628F" w:rsidRDefault="001F628F" w:rsidP="009F4D51">
      <w:pPr>
        <w:pStyle w:val="libNormal"/>
        <w:rPr>
          <w:rtl/>
        </w:rPr>
      </w:pPr>
      <w:r>
        <w:rPr>
          <w:rFonts w:hint="eastAsia"/>
          <w:rtl/>
        </w:rPr>
        <w:t>ايمان</w:t>
      </w:r>
      <w:r>
        <w:rPr>
          <w:rtl/>
        </w:rPr>
        <w:t>:</w:t>
      </w:r>
      <w:r>
        <w:rPr>
          <w:rFonts w:hint="eastAsia"/>
          <w:rtl/>
        </w:rPr>
        <w:t>توحيد</w:t>
      </w:r>
      <w:r>
        <w:rPr>
          <w:rtl/>
        </w:rPr>
        <w:t xml:space="preserve"> پر ايمان كے اسباب 6</w:t>
      </w:r>
    </w:p>
    <w:p w:rsidR="001F628F" w:rsidRDefault="001F628F" w:rsidP="001F628F">
      <w:pPr>
        <w:pStyle w:val="libNormal"/>
        <w:rPr>
          <w:rtl/>
        </w:rPr>
      </w:pPr>
      <w:r>
        <w:rPr>
          <w:rFonts w:hint="eastAsia"/>
          <w:rtl/>
        </w:rPr>
        <w:t>باطل</w:t>
      </w:r>
      <w:r>
        <w:rPr>
          <w:rtl/>
        </w:rPr>
        <w:t xml:space="preserve"> قياس 3،4،8</w:t>
      </w:r>
    </w:p>
    <w:p w:rsidR="001F628F" w:rsidRDefault="001F628F" w:rsidP="009F4D51">
      <w:pPr>
        <w:pStyle w:val="libNormal"/>
        <w:rPr>
          <w:rtl/>
        </w:rPr>
      </w:pPr>
      <w:r>
        <w:rPr>
          <w:rFonts w:hint="eastAsia"/>
          <w:rtl/>
        </w:rPr>
        <w:t>تذكر</w:t>
      </w:r>
      <w:r>
        <w:rPr>
          <w:rtl/>
        </w:rPr>
        <w:t>:</w:t>
      </w:r>
      <w:r>
        <w:rPr>
          <w:rFonts w:hint="eastAsia"/>
          <w:rtl/>
        </w:rPr>
        <w:t>تذكر</w:t>
      </w:r>
      <w:r>
        <w:rPr>
          <w:rtl/>
        </w:rPr>
        <w:t xml:space="preserve"> كے آثار5;حقائق كے اثبات كى روش7</w:t>
      </w:r>
    </w:p>
    <w:p w:rsidR="001F628F" w:rsidRDefault="001F628F" w:rsidP="009F4D51">
      <w:pPr>
        <w:pStyle w:val="libNormal"/>
        <w:rPr>
          <w:rtl/>
        </w:rPr>
      </w:pPr>
      <w:r>
        <w:rPr>
          <w:rFonts w:hint="eastAsia"/>
          <w:rtl/>
        </w:rPr>
        <w:t>خالق</w:t>
      </w:r>
      <w:r>
        <w:rPr>
          <w:rtl/>
        </w:rPr>
        <w:t>:</w:t>
      </w:r>
      <w:r>
        <w:rPr>
          <w:rFonts w:hint="eastAsia"/>
          <w:rtl/>
        </w:rPr>
        <w:t>خالق</w:t>
      </w:r>
      <w:r>
        <w:rPr>
          <w:rtl/>
        </w:rPr>
        <w:t xml:space="preserve"> كا بے نظير ہونا 3;خالق كے بے نظير ہونے كا بد يہات مي</w:t>
      </w:r>
      <w:r w:rsidR="00083993">
        <w:rPr>
          <w:rtl/>
        </w:rPr>
        <w:t xml:space="preserve">ں </w:t>
      </w:r>
      <w:r>
        <w:rPr>
          <w:rtl/>
        </w:rPr>
        <w:t>سے ہونا 4</w:t>
      </w:r>
    </w:p>
    <w:p w:rsidR="001F628F" w:rsidRDefault="001F628F" w:rsidP="009F4D51">
      <w:pPr>
        <w:pStyle w:val="libNormal"/>
        <w:rPr>
          <w:rtl/>
        </w:rPr>
      </w:pPr>
      <w:r>
        <w:rPr>
          <w:rFonts w:hint="eastAsia"/>
          <w:rtl/>
        </w:rPr>
        <w:t>ذكر</w:t>
      </w:r>
      <w:r>
        <w:rPr>
          <w:rtl/>
        </w:rPr>
        <w:t>:</w:t>
      </w:r>
      <w:r>
        <w:rPr>
          <w:rFonts w:hint="eastAsia"/>
          <w:rtl/>
        </w:rPr>
        <w:t>موجودات</w:t>
      </w:r>
      <w:r>
        <w:rPr>
          <w:rtl/>
        </w:rPr>
        <w:t xml:space="preserve"> كى خلقت كے ذكر كے آثار6</w:t>
      </w:r>
    </w:p>
    <w:p w:rsidR="001F628F" w:rsidRDefault="001F628F" w:rsidP="009F4D51">
      <w:pPr>
        <w:pStyle w:val="libNormal"/>
        <w:rPr>
          <w:rtl/>
        </w:rPr>
      </w:pPr>
      <w:r>
        <w:rPr>
          <w:rFonts w:hint="eastAsia"/>
          <w:rtl/>
        </w:rPr>
        <w:t>سوال</w:t>
      </w:r>
      <w:r>
        <w:rPr>
          <w:rtl/>
        </w:rPr>
        <w:t>:</w:t>
      </w:r>
      <w:r>
        <w:rPr>
          <w:rFonts w:hint="eastAsia"/>
          <w:rtl/>
        </w:rPr>
        <w:t>سوال</w:t>
      </w:r>
      <w:r>
        <w:rPr>
          <w:rtl/>
        </w:rPr>
        <w:t xml:space="preserve"> كے فوائد 7</w:t>
      </w:r>
    </w:p>
    <w:p w:rsidR="001F628F" w:rsidRDefault="001F628F" w:rsidP="009F4D51">
      <w:pPr>
        <w:pStyle w:val="libNormal"/>
        <w:rPr>
          <w:rtl/>
        </w:rPr>
      </w:pPr>
      <w:r>
        <w:rPr>
          <w:rFonts w:hint="eastAsia"/>
          <w:rtl/>
        </w:rPr>
        <w:t>عبرت</w:t>
      </w:r>
      <w:r>
        <w:rPr>
          <w:rtl/>
        </w:rPr>
        <w:t>:</w:t>
      </w:r>
      <w:r>
        <w:rPr>
          <w:rFonts w:hint="eastAsia"/>
          <w:rtl/>
        </w:rPr>
        <w:t>عبرت</w:t>
      </w:r>
      <w:r>
        <w:rPr>
          <w:rtl/>
        </w:rPr>
        <w:t xml:space="preserve"> كے اسباب6</w:t>
      </w:r>
    </w:p>
    <w:p w:rsidR="009F4D51" w:rsidRDefault="001E7F9D" w:rsidP="00F73EDE">
      <w:pPr>
        <w:pStyle w:val="libPoemTini"/>
        <w:rPr>
          <w:rtl/>
        </w:rPr>
      </w:pPr>
      <w:r>
        <w:rPr>
          <w:rtl/>
        </w:rPr>
        <w:br w:type="page"/>
      </w:r>
    </w:p>
    <w:p w:rsidR="001F628F" w:rsidRDefault="001F628F" w:rsidP="009F4D51">
      <w:pPr>
        <w:pStyle w:val="libNormal"/>
        <w:rPr>
          <w:rtl/>
        </w:rPr>
      </w:pPr>
      <w:r>
        <w:rPr>
          <w:rFonts w:hint="eastAsia"/>
          <w:rtl/>
        </w:rPr>
        <w:lastRenderedPageBreak/>
        <w:t>عمل</w:t>
      </w:r>
      <w:r>
        <w:rPr>
          <w:rtl/>
        </w:rPr>
        <w:t>:</w:t>
      </w:r>
      <w:r>
        <w:rPr>
          <w:rFonts w:hint="eastAsia"/>
          <w:rtl/>
        </w:rPr>
        <w:t>ناپسنديدہ</w:t>
      </w:r>
      <w:r>
        <w:rPr>
          <w:rtl/>
        </w:rPr>
        <w:t xml:space="preserve"> عمل8</w:t>
      </w:r>
    </w:p>
    <w:p w:rsidR="001F628F" w:rsidRDefault="001F628F" w:rsidP="009F4D51">
      <w:pPr>
        <w:pStyle w:val="libNormal"/>
        <w:rPr>
          <w:rtl/>
        </w:rPr>
      </w:pPr>
      <w:r>
        <w:rPr>
          <w:rFonts w:hint="eastAsia"/>
          <w:rtl/>
        </w:rPr>
        <w:t>غفلت</w:t>
      </w:r>
      <w:r>
        <w:rPr>
          <w:rtl/>
        </w:rPr>
        <w:t>:</w:t>
      </w:r>
      <w:r>
        <w:rPr>
          <w:rFonts w:hint="eastAsia"/>
          <w:rtl/>
        </w:rPr>
        <w:t>خالف</w:t>
      </w:r>
      <w:r>
        <w:rPr>
          <w:rtl/>
        </w:rPr>
        <w:t xml:space="preserve"> كى بے نظير سے غفلت 8</w:t>
      </w:r>
    </w:p>
    <w:p w:rsidR="001F628F" w:rsidRDefault="001F628F" w:rsidP="009F4D51">
      <w:pPr>
        <w:pStyle w:val="libNormal"/>
        <w:rPr>
          <w:rtl/>
        </w:rPr>
      </w:pPr>
      <w:r>
        <w:rPr>
          <w:rFonts w:hint="eastAsia"/>
          <w:rtl/>
        </w:rPr>
        <w:t>موجودات</w:t>
      </w:r>
      <w:r>
        <w:rPr>
          <w:rtl/>
        </w:rPr>
        <w:t xml:space="preserve"> :</w:t>
      </w:r>
      <w:r>
        <w:rPr>
          <w:rFonts w:hint="eastAsia"/>
          <w:rtl/>
        </w:rPr>
        <w:t>موجودات</w:t>
      </w:r>
      <w:r>
        <w:rPr>
          <w:rtl/>
        </w:rPr>
        <w:t xml:space="preserve"> سے عبرت 6; موجودات كا خالق</w:t>
      </w:r>
    </w:p>
    <w:p w:rsidR="001F628F" w:rsidRDefault="001F628F" w:rsidP="001F628F">
      <w:pPr>
        <w:pStyle w:val="libNormal"/>
        <w:rPr>
          <w:rtl/>
        </w:rPr>
      </w:pPr>
      <w:r>
        <w:rPr>
          <w:rtl/>
        </w:rPr>
        <w:t>1;خالق كے بے نظير ہونا2</w:t>
      </w:r>
    </w:p>
    <w:p w:rsidR="001F628F" w:rsidRDefault="001F628F" w:rsidP="009F4D51">
      <w:pPr>
        <w:pStyle w:val="libNormal"/>
        <w:rPr>
          <w:rtl/>
        </w:rPr>
      </w:pPr>
      <w:r>
        <w:rPr>
          <w:rFonts w:hint="eastAsia"/>
          <w:rtl/>
        </w:rPr>
        <w:t>وجدان</w:t>
      </w:r>
      <w:r>
        <w:rPr>
          <w:rtl/>
        </w:rPr>
        <w:t>:</w:t>
      </w:r>
      <w:r>
        <w:rPr>
          <w:rFonts w:hint="eastAsia"/>
          <w:rtl/>
        </w:rPr>
        <w:t>وجدان</w:t>
      </w:r>
      <w:r>
        <w:rPr>
          <w:rtl/>
        </w:rPr>
        <w:t xml:space="preserve"> كا كردار 7</w:t>
      </w:r>
    </w:p>
    <w:p w:rsidR="001F628F" w:rsidRDefault="001F628F" w:rsidP="009F4D51">
      <w:pPr>
        <w:pStyle w:val="libNormal"/>
        <w:rPr>
          <w:rtl/>
        </w:rPr>
      </w:pPr>
      <w:r>
        <w:rPr>
          <w:rFonts w:hint="eastAsia"/>
          <w:rtl/>
        </w:rPr>
        <w:t>ہوشياري</w:t>
      </w:r>
      <w:r>
        <w:rPr>
          <w:rtl/>
        </w:rPr>
        <w:t>:</w:t>
      </w:r>
      <w:r>
        <w:rPr>
          <w:rFonts w:hint="eastAsia"/>
          <w:rtl/>
        </w:rPr>
        <w:t>شرك</w:t>
      </w:r>
      <w:r>
        <w:rPr>
          <w:rtl/>
        </w:rPr>
        <w:t xml:space="preserve"> سے ہوشيارى كا ہم آہنگ نہ ہونا5; ہوشيارى كا زمينہ7; ہوشيارى كے آثار5</w:t>
      </w:r>
    </w:p>
    <w:p w:rsidR="001F628F" w:rsidRPr="00120F63" w:rsidRDefault="009F4D51" w:rsidP="009F4D51">
      <w:pPr>
        <w:pStyle w:val="Heading2Center"/>
        <w:rPr>
          <w:rtl/>
        </w:rPr>
      </w:pPr>
      <w:bookmarkStart w:id="164" w:name="_Toc28081842"/>
      <w:r>
        <w:rPr>
          <w:rFonts w:hint="cs"/>
          <w:rtl/>
        </w:rPr>
        <w:t xml:space="preserve">آیت </w:t>
      </w:r>
      <w:r w:rsidRPr="00120F63">
        <w:rPr>
          <w:rFonts w:hint="cs"/>
          <w:rtl/>
        </w:rPr>
        <w:t>18</w:t>
      </w:r>
      <w:bookmarkEnd w:id="164"/>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وَإِن</w:t>
      </w:r>
      <w:r w:rsidRPr="009F4D51">
        <w:rPr>
          <w:rStyle w:val="libAieChar"/>
          <w:rtl/>
        </w:rPr>
        <w:t xml:space="preserve"> تَعُدُّواْ نِعْمَةَ اللّهِ لاَ تُحْصُوهَا إِنَّ اللّهَ لَغَفُورٌ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 اللہ كى نعمتو</w:t>
      </w:r>
      <w:r w:rsidR="00083993">
        <w:rPr>
          <w:rtl/>
        </w:rPr>
        <w:t xml:space="preserve">ں </w:t>
      </w:r>
      <w:r>
        <w:rPr>
          <w:rtl/>
        </w:rPr>
        <w:t>كو شمار بھى كرنا چا ہو تو نہي</w:t>
      </w:r>
      <w:r w:rsidR="00083993">
        <w:rPr>
          <w:rtl/>
        </w:rPr>
        <w:t xml:space="preserve">ں </w:t>
      </w:r>
      <w:r>
        <w:rPr>
          <w:rtl/>
        </w:rPr>
        <w:t>كرسكتے ہو بيشك اللہ بڑا مہربان اور بخشنے والا ہے (18)</w:t>
      </w:r>
    </w:p>
    <w:p w:rsidR="001F628F" w:rsidRDefault="001F628F" w:rsidP="009F4D51">
      <w:pPr>
        <w:pStyle w:val="libNormal"/>
        <w:rPr>
          <w:rtl/>
        </w:rPr>
      </w:pPr>
      <w:r>
        <w:rPr>
          <w:rtl/>
        </w:rPr>
        <w:t>1_ خداوند عالم كى نعمتي</w:t>
      </w:r>
      <w:r w:rsidR="00083993">
        <w:rPr>
          <w:rtl/>
        </w:rPr>
        <w:t xml:space="preserve">ں </w:t>
      </w:r>
      <w:r>
        <w:rPr>
          <w:rtl/>
        </w:rPr>
        <w:t>فراوا</w:t>
      </w:r>
      <w:r w:rsidR="00083993">
        <w:rPr>
          <w:rtl/>
        </w:rPr>
        <w:t xml:space="preserve">ں </w:t>
      </w:r>
      <w:r>
        <w:rPr>
          <w:rtl/>
        </w:rPr>
        <w:t>اور بے شمار ہي</w:t>
      </w:r>
      <w:r w:rsidR="00083993">
        <w:rPr>
          <w:rtl/>
        </w:rPr>
        <w:t xml:space="preserve">ں </w:t>
      </w:r>
      <w:r>
        <w:rPr>
          <w:rtl/>
        </w:rPr>
        <w:t>_</w:t>
      </w:r>
      <w:r w:rsidRPr="009F4D51">
        <w:rPr>
          <w:rStyle w:val="libArabicChar"/>
          <w:rFonts w:hint="eastAsia"/>
          <w:rtl/>
        </w:rPr>
        <w:t>ان</w:t>
      </w:r>
      <w:r w:rsidRPr="009F4D51">
        <w:rPr>
          <w:rStyle w:val="libArabicChar"/>
          <w:rtl/>
        </w:rPr>
        <w:t xml:space="preserve"> تعدّو انعمة الله لا تحصو</w:t>
      </w:r>
      <w:r w:rsidR="00120F63" w:rsidRPr="00B2551F">
        <w:rPr>
          <w:rStyle w:val="libArabicChar"/>
          <w:rFonts w:hint="cs"/>
          <w:rtl/>
        </w:rPr>
        <w:t>ه</w:t>
      </w:r>
      <w:r w:rsidRPr="009F4D51">
        <w:rPr>
          <w:rStyle w:val="libArabicChar"/>
          <w:rFonts w:hint="cs"/>
          <w:rtl/>
        </w:rPr>
        <w:t>ا</w:t>
      </w:r>
      <w:r w:rsidRPr="009F4D51">
        <w:rPr>
          <w:rStyle w:val="libArabicChar"/>
          <w:rtl/>
        </w:rPr>
        <w:t xml:space="preserve"> </w:t>
      </w:r>
      <w:r w:rsidRPr="009F4D51">
        <w:rPr>
          <w:rStyle w:val="libArabicChar"/>
          <w:rFonts w:hint="cs"/>
          <w:rtl/>
        </w:rPr>
        <w:t>انّ</w:t>
      </w:r>
      <w:r w:rsidRPr="009F4D51">
        <w:rPr>
          <w:rStyle w:val="libArabicChar"/>
          <w:rtl/>
        </w:rPr>
        <w:t xml:space="preserve"> </w:t>
      </w:r>
      <w:r w:rsidRPr="009F4D51">
        <w:rPr>
          <w:rStyle w:val="libArabicChar"/>
          <w:rFonts w:hint="cs"/>
          <w:rtl/>
        </w:rPr>
        <w:t>ا</w:t>
      </w:r>
      <w:r w:rsidRPr="009F4D51">
        <w:rPr>
          <w:rStyle w:val="libArabicChar"/>
          <w:rtl/>
        </w:rPr>
        <w:t>لله لغفورٌ رحيم</w:t>
      </w:r>
    </w:p>
    <w:p w:rsidR="001F628F" w:rsidRDefault="001F628F" w:rsidP="001F628F">
      <w:pPr>
        <w:pStyle w:val="libNormal"/>
        <w:rPr>
          <w:rtl/>
        </w:rPr>
      </w:pPr>
      <w:r>
        <w:rPr>
          <w:rtl/>
        </w:rPr>
        <w:t>2_ خداوند عالم كى بے شمار نعمتو</w:t>
      </w:r>
      <w:r w:rsidR="00083993">
        <w:rPr>
          <w:rtl/>
        </w:rPr>
        <w:t xml:space="preserve">ں </w:t>
      </w:r>
      <w:r>
        <w:rPr>
          <w:rtl/>
        </w:rPr>
        <w:t>كے حق كى ادائيگى اور مطلوبہ شكر گزارى ، انسان كے بس كا روگ نہي</w:t>
      </w:r>
      <w:r w:rsidR="00083993">
        <w:rPr>
          <w:rtl/>
        </w:rPr>
        <w:t xml:space="preserve">ں </w:t>
      </w:r>
      <w:r>
        <w:rPr>
          <w:rtl/>
        </w:rPr>
        <w:t>ہے_</w:t>
      </w:r>
    </w:p>
    <w:p w:rsidR="001F628F" w:rsidRDefault="001F628F" w:rsidP="009F4D51">
      <w:pPr>
        <w:pStyle w:val="libArabic"/>
        <w:rPr>
          <w:rtl/>
        </w:rPr>
      </w:pPr>
      <w:r>
        <w:rPr>
          <w:rFonts w:hint="eastAsia"/>
          <w:rtl/>
        </w:rPr>
        <w:t>ان</w:t>
      </w:r>
      <w:r>
        <w:rPr>
          <w:rtl/>
        </w:rPr>
        <w:t xml:space="preserve"> تعدّو انعمة الله لا تحصو</w:t>
      </w:r>
      <w:r w:rsidR="00120F63" w:rsidRPr="00ED5DE8">
        <w:rPr>
          <w:rFonts w:hint="cs"/>
          <w:rtl/>
        </w:rPr>
        <w:t>ه</w:t>
      </w:r>
      <w:r>
        <w:rPr>
          <w:rFonts w:hint="cs"/>
          <w:rtl/>
        </w:rPr>
        <w:t>ا</w:t>
      </w:r>
      <w:r>
        <w:rPr>
          <w:rtl/>
        </w:rPr>
        <w:t xml:space="preserve"> </w:t>
      </w:r>
      <w:r>
        <w:rPr>
          <w:rFonts w:hint="cs"/>
          <w:rtl/>
        </w:rPr>
        <w:t>انّ</w:t>
      </w:r>
      <w:r>
        <w:rPr>
          <w:rtl/>
        </w:rPr>
        <w:t xml:space="preserve"> </w:t>
      </w:r>
      <w:r>
        <w:rPr>
          <w:rFonts w:hint="cs"/>
          <w:rtl/>
        </w:rPr>
        <w:t>الله</w:t>
      </w:r>
      <w:r>
        <w:rPr>
          <w:rtl/>
        </w:rPr>
        <w:t xml:space="preserve"> </w:t>
      </w:r>
      <w:r>
        <w:rPr>
          <w:rFonts w:hint="cs"/>
          <w:rtl/>
        </w:rPr>
        <w:t>لغفورٌ</w:t>
      </w:r>
      <w:r>
        <w:rPr>
          <w:rtl/>
        </w:rPr>
        <w:t xml:space="preserve"> رحيم</w:t>
      </w:r>
    </w:p>
    <w:p w:rsidR="001F628F" w:rsidRDefault="001F628F" w:rsidP="001F628F">
      <w:pPr>
        <w:pStyle w:val="libNormal"/>
        <w:rPr>
          <w:rtl/>
        </w:rPr>
      </w:pPr>
      <w:r>
        <w:rPr>
          <w:rFonts w:hint="eastAsia"/>
          <w:rtl/>
        </w:rPr>
        <w:t>خداوند</w:t>
      </w:r>
      <w:r>
        <w:rPr>
          <w:rtl/>
        </w:rPr>
        <w:t xml:space="preserve"> عالم نے بندو</w:t>
      </w:r>
      <w:r w:rsidR="00083993">
        <w:rPr>
          <w:rtl/>
        </w:rPr>
        <w:t xml:space="preserve">ں </w:t>
      </w:r>
      <w:r>
        <w:rPr>
          <w:rtl/>
        </w:rPr>
        <w:t>پر بے شمار نعمتو</w:t>
      </w:r>
      <w:r w:rsidR="00083993">
        <w:rPr>
          <w:rtl/>
        </w:rPr>
        <w:t xml:space="preserve">ں </w:t>
      </w:r>
      <w:r>
        <w:rPr>
          <w:rtl/>
        </w:rPr>
        <w:t>كے بيان كے بعد اپنے آپ كو ''غفور'' ( بہت بخشنے والا) سے متصف كيا ہے _ لہذا اس سے يہ استفادہ كيا جا سكتا ہے كہ انسان خدا كى بے شمار نعمتو</w:t>
      </w:r>
      <w:r w:rsidR="00083993">
        <w:rPr>
          <w:rtl/>
        </w:rPr>
        <w:t xml:space="preserve">ں </w:t>
      </w:r>
      <w:r>
        <w:rPr>
          <w:rtl/>
        </w:rPr>
        <w:t>كى شكر گزارى سے عہدہ برآ نہي</w:t>
      </w:r>
      <w:r w:rsidR="00083993">
        <w:rPr>
          <w:rtl/>
        </w:rPr>
        <w:t xml:space="preserve">ں </w:t>
      </w:r>
      <w:r>
        <w:rPr>
          <w:rtl/>
        </w:rPr>
        <w:t>ہو سكتا ہے _</w:t>
      </w:r>
    </w:p>
    <w:p w:rsidR="001F628F" w:rsidRDefault="001F628F" w:rsidP="009F4D51">
      <w:pPr>
        <w:pStyle w:val="libNormal"/>
        <w:rPr>
          <w:rtl/>
        </w:rPr>
      </w:pPr>
      <w:r>
        <w:rPr>
          <w:rtl/>
        </w:rPr>
        <w:t>3_ خدا كى نعمتو</w:t>
      </w:r>
      <w:r w:rsidR="00083993">
        <w:rPr>
          <w:rtl/>
        </w:rPr>
        <w:t xml:space="preserve">ں </w:t>
      </w:r>
      <w:r>
        <w:rPr>
          <w:rtl/>
        </w:rPr>
        <w:t>كے حق كى ادائيگى ، ايك شائستہ اور پسنديدہ عمل ہے_</w:t>
      </w:r>
      <w:r w:rsidRPr="009F4D51">
        <w:rPr>
          <w:rStyle w:val="libArabicChar"/>
          <w:rFonts w:hint="eastAsia"/>
          <w:rtl/>
        </w:rPr>
        <w:t>ان</w:t>
      </w:r>
      <w:r w:rsidRPr="009F4D51">
        <w:rPr>
          <w:rStyle w:val="libArabicChar"/>
          <w:rtl/>
        </w:rPr>
        <w:t xml:space="preserve"> تعدوا نعمة الله لا تحصو</w:t>
      </w:r>
      <w:r w:rsidR="00120F63" w:rsidRPr="00B2551F">
        <w:rPr>
          <w:rStyle w:val="libArabicChar"/>
          <w:rFonts w:hint="cs"/>
          <w:rtl/>
        </w:rPr>
        <w:t>ه</w:t>
      </w:r>
      <w:r w:rsidRPr="009F4D51">
        <w:rPr>
          <w:rStyle w:val="libArabicChar"/>
          <w:rFonts w:hint="cs"/>
          <w:rtl/>
        </w:rPr>
        <w:t>ا</w:t>
      </w:r>
      <w:r w:rsidRPr="009F4D51">
        <w:rPr>
          <w:rStyle w:val="libArabicChar"/>
          <w:rtl/>
        </w:rPr>
        <w:t xml:space="preserve"> </w:t>
      </w:r>
      <w:r w:rsidRPr="009F4D51">
        <w:rPr>
          <w:rStyle w:val="libArabicChar"/>
          <w:rFonts w:hint="cs"/>
          <w:rtl/>
        </w:rPr>
        <w:t>انّ</w:t>
      </w:r>
      <w:r w:rsidRPr="009F4D51">
        <w:rPr>
          <w:rStyle w:val="libArabicChar"/>
          <w:rtl/>
        </w:rPr>
        <w:t xml:space="preserve"> </w:t>
      </w:r>
      <w:r w:rsidRPr="009F4D51">
        <w:rPr>
          <w:rStyle w:val="libArabicChar"/>
          <w:rFonts w:hint="cs"/>
          <w:rtl/>
        </w:rPr>
        <w:t>الله</w:t>
      </w:r>
      <w:r w:rsidRPr="009F4D51">
        <w:rPr>
          <w:rStyle w:val="libArabicChar"/>
          <w:rtl/>
        </w:rPr>
        <w:t xml:space="preserve"> لغفورٌ</w:t>
      </w:r>
    </w:p>
    <w:p w:rsidR="001F628F" w:rsidRDefault="001F628F" w:rsidP="001F628F">
      <w:pPr>
        <w:pStyle w:val="libNormal"/>
        <w:rPr>
          <w:rtl/>
        </w:rPr>
      </w:pPr>
      <w:r>
        <w:rPr>
          <w:rtl/>
        </w:rPr>
        <w:t>4_ خداوند عالم ، غفور ( بہت بخشنے والا ) اور رحيم (مہربان) ہے_</w:t>
      </w:r>
    </w:p>
    <w:p w:rsidR="009F4D51" w:rsidRDefault="001E7F9D" w:rsidP="00F73EDE">
      <w:pPr>
        <w:pStyle w:val="libPoemTini"/>
        <w:rPr>
          <w:rtl/>
        </w:rPr>
      </w:pPr>
      <w:r>
        <w:rPr>
          <w:rtl/>
        </w:rPr>
        <w:br w:type="page"/>
      </w:r>
    </w:p>
    <w:p w:rsidR="001F628F" w:rsidRDefault="001F628F" w:rsidP="009F4D51">
      <w:pPr>
        <w:pStyle w:val="libArabic"/>
        <w:rPr>
          <w:rtl/>
        </w:rPr>
      </w:pPr>
      <w:r>
        <w:rPr>
          <w:rFonts w:hint="eastAsia"/>
          <w:rtl/>
        </w:rPr>
        <w:lastRenderedPageBreak/>
        <w:t>ان</w:t>
      </w:r>
      <w:r>
        <w:rPr>
          <w:rtl/>
        </w:rPr>
        <w:t xml:space="preserve"> الله لغفور رحيم</w:t>
      </w:r>
    </w:p>
    <w:p w:rsidR="001F628F" w:rsidRDefault="001F628F" w:rsidP="009F4D51">
      <w:pPr>
        <w:pStyle w:val="libNormal"/>
        <w:rPr>
          <w:rtl/>
        </w:rPr>
      </w:pPr>
      <w:r>
        <w:rPr>
          <w:rtl/>
        </w:rPr>
        <w:t>5_ بندو</w:t>
      </w:r>
      <w:r w:rsidR="00083993">
        <w:rPr>
          <w:rtl/>
        </w:rPr>
        <w:t xml:space="preserve">ں </w:t>
      </w:r>
      <w:r>
        <w:rPr>
          <w:rtl/>
        </w:rPr>
        <w:t>كولا تعداد نعمتو</w:t>
      </w:r>
      <w:r w:rsidR="00083993">
        <w:rPr>
          <w:rtl/>
        </w:rPr>
        <w:t xml:space="preserve">ں </w:t>
      </w:r>
      <w:r>
        <w:rPr>
          <w:rtl/>
        </w:rPr>
        <w:t>كا عطا كرنا، رحمت خداوند ى كا تقاضا ہے_</w:t>
      </w:r>
      <w:r w:rsidRPr="009F4D51">
        <w:rPr>
          <w:rStyle w:val="libArabicChar"/>
          <w:rFonts w:hint="eastAsia"/>
          <w:rtl/>
        </w:rPr>
        <w:t>وان</w:t>
      </w:r>
      <w:r w:rsidRPr="009F4D51">
        <w:rPr>
          <w:rStyle w:val="libArabicChar"/>
          <w:rtl/>
        </w:rPr>
        <w:t xml:space="preserve"> تعدو ا نعمة الله لا تحصو</w:t>
      </w:r>
      <w:r w:rsidR="00120F63" w:rsidRPr="00B2551F">
        <w:rPr>
          <w:rStyle w:val="libArabicChar"/>
          <w:rFonts w:hint="cs"/>
          <w:rtl/>
        </w:rPr>
        <w:t>ه</w:t>
      </w:r>
      <w:r w:rsidRPr="009F4D51">
        <w:rPr>
          <w:rStyle w:val="libArabicChar"/>
          <w:rFonts w:hint="cs"/>
          <w:rtl/>
        </w:rPr>
        <w:t>ا</w:t>
      </w:r>
      <w:r w:rsidRPr="009F4D51">
        <w:rPr>
          <w:rStyle w:val="libArabicChar"/>
          <w:rtl/>
        </w:rPr>
        <w:t xml:space="preserve"> </w:t>
      </w:r>
      <w:r w:rsidRPr="009F4D51">
        <w:rPr>
          <w:rStyle w:val="libArabicChar"/>
          <w:rFonts w:hint="cs"/>
          <w:rtl/>
        </w:rPr>
        <w:t>انّ</w:t>
      </w:r>
      <w:r w:rsidRPr="009F4D51">
        <w:rPr>
          <w:rStyle w:val="libArabicChar"/>
          <w:rtl/>
        </w:rPr>
        <w:t xml:space="preserve"> </w:t>
      </w:r>
      <w:r w:rsidRPr="009F4D51">
        <w:rPr>
          <w:rStyle w:val="libArabicChar"/>
          <w:rFonts w:hint="cs"/>
          <w:rtl/>
        </w:rPr>
        <w:t>الله</w:t>
      </w:r>
      <w:r w:rsidRPr="009F4D51">
        <w:rPr>
          <w:rStyle w:val="libArabicChar"/>
          <w:rtl/>
        </w:rPr>
        <w:t xml:space="preserve"> </w:t>
      </w:r>
      <w:r w:rsidRPr="009F4D51">
        <w:rPr>
          <w:rStyle w:val="libArabicChar"/>
          <w:rFonts w:hint="cs"/>
          <w:rtl/>
        </w:rPr>
        <w:t>لغفو</w:t>
      </w:r>
      <w:r w:rsidRPr="009F4D51">
        <w:rPr>
          <w:rStyle w:val="libArabicChar"/>
          <w:rtl/>
        </w:rPr>
        <w:t>ر رحيم</w:t>
      </w:r>
    </w:p>
    <w:p w:rsidR="001F628F" w:rsidRDefault="001F628F" w:rsidP="001F628F">
      <w:pPr>
        <w:pStyle w:val="libNormal"/>
        <w:rPr>
          <w:rtl/>
        </w:rPr>
      </w:pPr>
      <w:r>
        <w:rPr>
          <w:rtl/>
        </w:rPr>
        <w:t>6_ خداوند عالم كى فراوا</w:t>
      </w:r>
      <w:r w:rsidR="00083993">
        <w:rPr>
          <w:rtl/>
        </w:rPr>
        <w:t xml:space="preserve">ں </w:t>
      </w:r>
      <w:r>
        <w:rPr>
          <w:rtl/>
        </w:rPr>
        <w:t>نعمتو</w:t>
      </w:r>
      <w:r w:rsidR="00083993">
        <w:rPr>
          <w:rtl/>
        </w:rPr>
        <w:t xml:space="preserve">ں </w:t>
      </w:r>
      <w:r>
        <w:rPr>
          <w:rtl/>
        </w:rPr>
        <w:t>كا حق ادا نہ كرنا ، ايك قسم كا نقصان ، نقص اور قابل مذمت و سرزنش ہے _</w:t>
      </w:r>
    </w:p>
    <w:p w:rsidR="001F628F" w:rsidRDefault="001F628F" w:rsidP="009F4D51">
      <w:pPr>
        <w:pStyle w:val="libArabic"/>
        <w:rPr>
          <w:rtl/>
        </w:rPr>
      </w:pPr>
      <w:r>
        <w:rPr>
          <w:rFonts w:hint="eastAsia"/>
          <w:rtl/>
        </w:rPr>
        <w:t>وان</w:t>
      </w:r>
      <w:r>
        <w:rPr>
          <w:rtl/>
        </w:rPr>
        <w:t xml:space="preserve"> تعدوا نعمة الله لا تحصو</w:t>
      </w:r>
      <w:r w:rsidR="00120F63" w:rsidRPr="00ED5DE8">
        <w:rPr>
          <w:rFonts w:hint="cs"/>
          <w:rtl/>
        </w:rPr>
        <w:t>ه</w:t>
      </w:r>
      <w:r>
        <w:rPr>
          <w:rFonts w:hint="cs"/>
          <w:rtl/>
        </w:rPr>
        <w:t>ا</w:t>
      </w:r>
      <w:r>
        <w:rPr>
          <w:rtl/>
        </w:rPr>
        <w:t xml:space="preserve"> </w:t>
      </w:r>
      <w:r>
        <w:rPr>
          <w:rFonts w:hint="cs"/>
          <w:rtl/>
        </w:rPr>
        <w:t>انّ</w:t>
      </w:r>
      <w:r>
        <w:rPr>
          <w:rtl/>
        </w:rPr>
        <w:t xml:space="preserve"> </w:t>
      </w:r>
      <w:r>
        <w:rPr>
          <w:rFonts w:hint="cs"/>
          <w:rtl/>
        </w:rPr>
        <w:t>الله</w:t>
      </w:r>
      <w:r>
        <w:rPr>
          <w:rtl/>
        </w:rPr>
        <w:t xml:space="preserve"> </w:t>
      </w:r>
      <w:r>
        <w:rPr>
          <w:rFonts w:hint="cs"/>
          <w:rtl/>
        </w:rPr>
        <w:t>لغفورٌ</w:t>
      </w:r>
      <w:r>
        <w:rPr>
          <w:rtl/>
        </w:rPr>
        <w:t xml:space="preserve"> رحيم</w:t>
      </w:r>
    </w:p>
    <w:p w:rsidR="001F628F" w:rsidRDefault="001F628F" w:rsidP="001F628F">
      <w:pPr>
        <w:pStyle w:val="libNormal"/>
        <w:rPr>
          <w:rtl/>
        </w:rPr>
      </w:pPr>
      <w:r>
        <w:rPr>
          <w:rFonts w:hint="eastAsia"/>
          <w:rtl/>
        </w:rPr>
        <w:t>خداوند</w:t>
      </w:r>
      <w:r>
        <w:rPr>
          <w:rtl/>
        </w:rPr>
        <w:t xml:space="preserve"> عالم كى فراوا</w:t>
      </w:r>
      <w:r w:rsidR="00083993">
        <w:rPr>
          <w:rtl/>
        </w:rPr>
        <w:t xml:space="preserve">ں </w:t>
      </w:r>
      <w:r>
        <w:rPr>
          <w:rtl/>
        </w:rPr>
        <w:t xml:space="preserve">نعمات كے بعد </w:t>
      </w:r>
      <w:r w:rsidRPr="009F4D51">
        <w:rPr>
          <w:rStyle w:val="libArabicChar"/>
          <w:rtl/>
        </w:rPr>
        <w:t>''انّ الله لغفور''</w:t>
      </w:r>
      <w:r>
        <w:rPr>
          <w:rtl/>
        </w:rPr>
        <w:t xml:space="preserve"> كے ذكر سے يہ احتمال ہے كہ خداوند عالم كى نعمتو</w:t>
      </w:r>
      <w:r w:rsidR="00083993">
        <w:rPr>
          <w:rtl/>
        </w:rPr>
        <w:t xml:space="preserve">ں </w:t>
      </w:r>
      <w:r>
        <w:rPr>
          <w:rtl/>
        </w:rPr>
        <w:t>كے حق كو كما حقّہ ادا نہ كرنا ايك قسم كا نقصان شمار ہوتا ہے اور اسى وجہ سے يہ قابل سرزنش ہے_عبارت ''انّ الله لغفور'' اس نقصان ا ور نقص كر بيان كو رہى ہے ك</w:t>
      </w:r>
      <w:r>
        <w:rPr>
          <w:rFonts w:hint="eastAsia"/>
          <w:rtl/>
        </w:rPr>
        <w:t>ہ</w:t>
      </w:r>
      <w:r>
        <w:rPr>
          <w:rtl/>
        </w:rPr>
        <w:t xml:space="preserve"> جسے خداوند تعالى اپنى بخشش كے زير سايہ قرار ديتا ہے_</w:t>
      </w:r>
    </w:p>
    <w:p w:rsidR="001F628F" w:rsidRDefault="001F628F" w:rsidP="001F628F">
      <w:pPr>
        <w:pStyle w:val="libNormal"/>
        <w:rPr>
          <w:rtl/>
        </w:rPr>
      </w:pPr>
      <w:r>
        <w:rPr>
          <w:rtl/>
        </w:rPr>
        <w:t>7_ كائنات مي</w:t>
      </w:r>
      <w:r w:rsidR="00083993">
        <w:rPr>
          <w:rtl/>
        </w:rPr>
        <w:t xml:space="preserve">ں </w:t>
      </w:r>
      <w:r>
        <w:rPr>
          <w:rtl/>
        </w:rPr>
        <w:t>انسان ايك خاص مقام كا حامل اور تمام طبيعى اسباب اس كى خدمت كے ليے ہي</w:t>
      </w:r>
      <w:r w:rsidR="00083993">
        <w:rPr>
          <w:rtl/>
        </w:rPr>
        <w:t xml:space="preserve">ں </w:t>
      </w:r>
      <w:r>
        <w:rPr>
          <w:rtl/>
        </w:rPr>
        <w:t>_</w:t>
      </w:r>
    </w:p>
    <w:p w:rsidR="001F628F" w:rsidRDefault="001F628F" w:rsidP="009F4D51">
      <w:pPr>
        <w:pStyle w:val="libArabic"/>
        <w:rPr>
          <w:rtl/>
        </w:rPr>
      </w:pPr>
      <w:r>
        <w:rPr>
          <w:rFonts w:hint="eastAsia"/>
          <w:rtl/>
        </w:rPr>
        <w:t>والا</w:t>
      </w:r>
      <w:r>
        <w:rPr>
          <w:rtl/>
        </w:rPr>
        <w:t xml:space="preserve"> نعام خلق</w:t>
      </w:r>
      <w:r w:rsidR="00120F63" w:rsidRPr="00ED5DE8">
        <w:rPr>
          <w:rFonts w:hint="cs"/>
          <w:rtl/>
        </w:rPr>
        <w:t>ه</w:t>
      </w:r>
      <w:r>
        <w:rPr>
          <w:rFonts w:hint="cs"/>
          <w:rtl/>
        </w:rPr>
        <w:t>ا</w:t>
      </w:r>
      <w:r>
        <w:rPr>
          <w:rtl/>
        </w:rPr>
        <w:t xml:space="preserve"> </w:t>
      </w:r>
      <w:r>
        <w:rPr>
          <w:rFonts w:hint="cs"/>
          <w:rtl/>
        </w:rPr>
        <w:t>لكم</w:t>
      </w:r>
      <w:r>
        <w:rPr>
          <w:rtl/>
        </w:rPr>
        <w:t xml:space="preserve"> ...</w:t>
      </w:r>
      <w:r>
        <w:rPr>
          <w:rFonts w:hint="cs"/>
          <w:rtl/>
        </w:rPr>
        <w:t>ماذر</w:t>
      </w:r>
      <w:r>
        <w:rPr>
          <w:rtl/>
        </w:rPr>
        <w:t>ا لكم ... سخّر لكم ... وان تعدوا نعمة الله لا تحصو</w:t>
      </w:r>
      <w:r w:rsidR="00120F63" w:rsidRPr="00ED5DE8">
        <w:rPr>
          <w:rFonts w:hint="cs"/>
          <w:rtl/>
        </w:rPr>
        <w:t>ه</w:t>
      </w:r>
    </w:p>
    <w:p w:rsidR="001F628F" w:rsidRDefault="001F628F" w:rsidP="001F628F">
      <w:pPr>
        <w:pStyle w:val="libNormal"/>
        <w:rPr>
          <w:rtl/>
        </w:rPr>
      </w:pPr>
      <w:r>
        <w:rPr>
          <w:rFonts w:hint="eastAsia"/>
          <w:rtl/>
        </w:rPr>
        <w:t>اس</w:t>
      </w:r>
      <w:r>
        <w:rPr>
          <w:rtl/>
        </w:rPr>
        <w:t xml:space="preserve"> بات كو مد نظر ركھتے ہو ئے كہ آيت نمبر 5 سے ليكر 16 تك انسان كو عطا شدہ نعمتو</w:t>
      </w:r>
      <w:r w:rsidR="00083993">
        <w:rPr>
          <w:rtl/>
        </w:rPr>
        <w:t xml:space="preserve">ں </w:t>
      </w:r>
      <w:r>
        <w:rPr>
          <w:rtl/>
        </w:rPr>
        <w:t>كا ذكر كيا گيا ہے اور آخر مي</w:t>
      </w:r>
      <w:r w:rsidR="00083993">
        <w:rPr>
          <w:rtl/>
        </w:rPr>
        <w:t xml:space="preserve">ں </w:t>
      </w:r>
      <w:r>
        <w:rPr>
          <w:rtl/>
        </w:rPr>
        <w:t>خداوند عالم كى نعمتو</w:t>
      </w:r>
      <w:r w:rsidR="00083993">
        <w:rPr>
          <w:rtl/>
        </w:rPr>
        <w:t xml:space="preserve">ں </w:t>
      </w:r>
      <w:r>
        <w:rPr>
          <w:rtl/>
        </w:rPr>
        <w:t>كے ناقابل شمار ہونے كو بيان كيا گيا ہے اس سے مذكور ہ بالا مطلب كا استفادہ ہوتا ہے_</w:t>
      </w:r>
    </w:p>
    <w:p w:rsidR="001F628F" w:rsidRDefault="001F628F" w:rsidP="009F4D51">
      <w:pPr>
        <w:pStyle w:val="libNormal"/>
        <w:rPr>
          <w:rtl/>
        </w:rPr>
      </w:pPr>
      <w:r>
        <w:rPr>
          <w:rFonts w:hint="eastAsia"/>
          <w:rtl/>
        </w:rPr>
        <w:t>اسماء</w:t>
      </w:r>
      <w:r>
        <w:rPr>
          <w:rtl/>
        </w:rPr>
        <w:t xml:space="preserve"> صفات:</w:t>
      </w:r>
      <w:r>
        <w:rPr>
          <w:rFonts w:hint="eastAsia"/>
          <w:rtl/>
        </w:rPr>
        <w:t>رحيم</w:t>
      </w:r>
      <w:r>
        <w:rPr>
          <w:rtl/>
        </w:rPr>
        <w:t>4; غفور4</w:t>
      </w:r>
    </w:p>
    <w:p w:rsidR="001F628F" w:rsidRDefault="001F628F" w:rsidP="009F4D51">
      <w:pPr>
        <w:pStyle w:val="libNormal"/>
        <w:rPr>
          <w:rtl/>
        </w:rPr>
      </w:pPr>
      <w:r>
        <w:rPr>
          <w:rFonts w:hint="eastAsia"/>
          <w:rtl/>
        </w:rPr>
        <w:t>اقدار</w:t>
      </w:r>
      <w:r>
        <w:rPr>
          <w:rtl/>
        </w:rPr>
        <w:t>:</w:t>
      </w:r>
      <w:r>
        <w:rPr>
          <w:rFonts w:hint="eastAsia"/>
          <w:rtl/>
        </w:rPr>
        <w:t>اقدار</w:t>
      </w:r>
      <w:r>
        <w:rPr>
          <w:rtl/>
        </w:rPr>
        <w:t xml:space="preserve"> كى ضد6</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كى رحمت كے آثار 5; الله تعالى كى نعمتو</w:t>
      </w:r>
      <w:r w:rsidR="00083993">
        <w:rPr>
          <w:rtl/>
        </w:rPr>
        <w:t xml:space="preserve">ں </w:t>
      </w:r>
      <w:r>
        <w:rPr>
          <w:rtl/>
        </w:rPr>
        <w:t>كا سرچشمہ 5; الله تعالى كى نعمتو</w:t>
      </w:r>
      <w:r w:rsidR="00083993">
        <w:rPr>
          <w:rtl/>
        </w:rPr>
        <w:t xml:space="preserve">ں </w:t>
      </w:r>
      <w:r>
        <w:rPr>
          <w:rtl/>
        </w:rPr>
        <w:t>كى فراوانى 1،2،5</w:t>
      </w:r>
    </w:p>
    <w:p w:rsidR="001F628F" w:rsidRDefault="001F628F" w:rsidP="009F4D51">
      <w:pPr>
        <w:pStyle w:val="libNormal"/>
        <w:rPr>
          <w:rtl/>
        </w:rPr>
      </w:pPr>
      <w:r>
        <w:rPr>
          <w:rFonts w:hint="eastAsia"/>
          <w:rtl/>
        </w:rPr>
        <w:t>انسان</w:t>
      </w:r>
      <w:r>
        <w:rPr>
          <w:rtl/>
        </w:rPr>
        <w:t>:</w:t>
      </w:r>
      <w:r>
        <w:rPr>
          <w:rFonts w:hint="eastAsia"/>
          <w:rtl/>
        </w:rPr>
        <w:t>انسان</w:t>
      </w:r>
      <w:r>
        <w:rPr>
          <w:rtl/>
        </w:rPr>
        <w:t xml:space="preserve"> كا عاجز ہونا 2; انسان كے فضائل 7</w:t>
      </w:r>
    </w:p>
    <w:p w:rsidR="001F628F" w:rsidRDefault="001F628F" w:rsidP="009F4D51">
      <w:pPr>
        <w:pStyle w:val="libNormal"/>
        <w:rPr>
          <w:rtl/>
        </w:rPr>
      </w:pPr>
      <w:r>
        <w:rPr>
          <w:rFonts w:hint="eastAsia"/>
          <w:rtl/>
        </w:rPr>
        <w:t>شكر</w:t>
      </w:r>
      <w:r>
        <w:rPr>
          <w:rtl/>
        </w:rPr>
        <w:t>:</w:t>
      </w:r>
      <w:r>
        <w:rPr>
          <w:rFonts w:hint="eastAsia"/>
          <w:rtl/>
        </w:rPr>
        <w:t>نعمت</w:t>
      </w:r>
      <w:r>
        <w:rPr>
          <w:rtl/>
        </w:rPr>
        <w:t xml:space="preserve"> كے شكر سے عاجزى 2; نعمت كے شكر كى اہميت 3</w:t>
      </w:r>
    </w:p>
    <w:p w:rsidR="001F628F" w:rsidRDefault="001F628F" w:rsidP="009F4D51">
      <w:pPr>
        <w:pStyle w:val="libNormal"/>
        <w:rPr>
          <w:rtl/>
        </w:rPr>
      </w:pPr>
      <w:r>
        <w:rPr>
          <w:rFonts w:hint="eastAsia"/>
          <w:rtl/>
        </w:rPr>
        <w:t>طبيعى</w:t>
      </w:r>
      <w:r>
        <w:rPr>
          <w:rtl/>
        </w:rPr>
        <w:t xml:space="preserve"> عوامل:</w:t>
      </w:r>
      <w:r>
        <w:rPr>
          <w:rFonts w:hint="eastAsia"/>
          <w:rtl/>
        </w:rPr>
        <w:t>طبيعى</w:t>
      </w:r>
      <w:r>
        <w:rPr>
          <w:rtl/>
        </w:rPr>
        <w:t xml:space="preserve"> عوامل كا كردار7</w:t>
      </w:r>
    </w:p>
    <w:p w:rsidR="001F628F" w:rsidRDefault="001F628F" w:rsidP="009F4D51">
      <w:pPr>
        <w:pStyle w:val="libNormal"/>
        <w:rPr>
          <w:rtl/>
        </w:rPr>
      </w:pPr>
      <w:r>
        <w:rPr>
          <w:rFonts w:hint="eastAsia"/>
          <w:rtl/>
        </w:rPr>
        <w:t>عمل</w:t>
      </w:r>
      <w:r>
        <w:rPr>
          <w:rtl/>
        </w:rPr>
        <w:t xml:space="preserve"> :</w:t>
      </w:r>
      <w:r>
        <w:rPr>
          <w:rFonts w:hint="eastAsia"/>
          <w:rtl/>
        </w:rPr>
        <w:t>پسنديدہ</w:t>
      </w:r>
      <w:r>
        <w:rPr>
          <w:rtl/>
        </w:rPr>
        <w:t xml:space="preserve"> عمل 3</w:t>
      </w:r>
    </w:p>
    <w:p w:rsidR="001F628F" w:rsidRDefault="001F628F" w:rsidP="009F4D51">
      <w:pPr>
        <w:pStyle w:val="libNormal"/>
        <w:rPr>
          <w:rtl/>
        </w:rPr>
      </w:pPr>
      <w:r>
        <w:rPr>
          <w:rFonts w:hint="eastAsia"/>
          <w:rtl/>
        </w:rPr>
        <w:t>كفران</w:t>
      </w:r>
      <w:r>
        <w:rPr>
          <w:rtl/>
        </w:rPr>
        <w:t>:</w:t>
      </w:r>
      <w:r>
        <w:rPr>
          <w:rFonts w:hint="eastAsia"/>
          <w:rtl/>
        </w:rPr>
        <w:t>كفران</w:t>
      </w:r>
      <w:r>
        <w:rPr>
          <w:rtl/>
        </w:rPr>
        <w:t xml:space="preserve"> نعمت پر سرزنش 6</w:t>
      </w:r>
    </w:p>
    <w:p w:rsidR="009F4D51" w:rsidRDefault="001E7F9D" w:rsidP="00F73EDE">
      <w:pPr>
        <w:pStyle w:val="libPoemTini"/>
        <w:rPr>
          <w:rtl/>
        </w:rPr>
      </w:pPr>
      <w:r>
        <w:rPr>
          <w:rtl/>
        </w:rPr>
        <w:br w:type="page"/>
      </w:r>
    </w:p>
    <w:p w:rsidR="009F4D51" w:rsidRPr="00120F63" w:rsidRDefault="009F4D51" w:rsidP="009F4D51">
      <w:pPr>
        <w:pStyle w:val="Heading2Center"/>
        <w:rPr>
          <w:rtl/>
        </w:rPr>
      </w:pPr>
      <w:bookmarkStart w:id="165" w:name="_Toc28081843"/>
      <w:r>
        <w:rPr>
          <w:rFonts w:hint="cs"/>
          <w:rtl/>
        </w:rPr>
        <w:lastRenderedPageBreak/>
        <w:t xml:space="preserve">آیت </w:t>
      </w:r>
      <w:r w:rsidRPr="00120F63">
        <w:rPr>
          <w:rFonts w:hint="cs"/>
          <w:rtl/>
        </w:rPr>
        <w:t>19</w:t>
      </w:r>
      <w:bookmarkEnd w:id="165"/>
    </w:p>
    <w:p w:rsidR="001F628F" w:rsidRDefault="00E260F9" w:rsidP="009F4D51">
      <w:pPr>
        <w:pStyle w:val="libNormal"/>
        <w:rPr>
          <w:rtl/>
        </w:rPr>
      </w:pPr>
      <w:r w:rsidRPr="00E260F9">
        <w:rPr>
          <w:rStyle w:val="libAlaemChar"/>
          <w:rFonts w:hint="eastAsia"/>
          <w:rtl/>
        </w:rPr>
        <w:t>(</w:t>
      </w:r>
      <w:r w:rsidRPr="009F4D51">
        <w:rPr>
          <w:rStyle w:val="libAieChar"/>
          <w:rFonts w:hint="eastAsia"/>
          <w:rtl/>
        </w:rPr>
        <w:t>وَاللّهُ</w:t>
      </w:r>
      <w:r w:rsidRPr="009F4D51">
        <w:rPr>
          <w:rStyle w:val="libAieChar"/>
          <w:rtl/>
        </w:rPr>
        <w:t xml:space="preserve"> يَعْلَمُ مَا تُسِرُّونَ وَمَا تُعْلِنُونَ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تمھارے باطن و ظاہر دونو</w:t>
      </w:r>
      <w:r w:rsidR="00083993">
        <w:rPr>
          <w:rtl/>
        </w:rPr>
        <w:t xml:space="preserve">ں </w:t>
      </w:r>
      <w:r>
        <w:rPr>
          <w:rtl/>
        </w:rPr>
        <w:t>سے باخبر ہے_</w:t>
      </w:r>
    </w:p>
    <w:p w:rsidR="001F628F" w:rsidRDefault="001F628F" w:rsidP="009F4D51">
      <w:pPr>
        <w:pStyle w:val="libNormal"/>
        <w:rPr>
          <w:rtl/>
        </w:rPr>
      </w:pPr>
      <w:r>
        <w:rPr>
          <w:rtl/>
        </w:rPr>
        <w:t>1_ خداوند عالم ، انسانو</w:t>
      </w:r>
      <w:r w:rsidR="00083993">
        <w:rPr>
          <w:rtl/>
        </w:rPr>
        <w:t xml:space="preserve">ں </w:t>
      </w:r>
      <w:r>
        <w:rPr>
          <w:rtl/>
        </w:rPr>
        <w:t>كے تمام پوشيدہ اور آشكار امور سے آگاہ ہے_</w:t>
      </w:r>
      <w:r w:rsidRPr="009F4D51">
        <w:rPr>
          <w:rStyle w:val="libArabicChar"/>
          <w:rFonts w:hint="eastAsia"/>
          <w:rtl/>
        </w:rPr>
        <w:t>والله</w:t>
      </w:r>
      <w:r w:rsidRPr="009F4D51">
        <w:rPr>
          <w:rStyle w:val="libArabicChar"/>
          <w:rtl/>
        </w:rPr>
        <w:t xml:space="preserve"> يعلم ما يسرّون و ما تعلنون</w:t>
      </w:r>
    </w:p>
    <w:p w:rsidR="001F628F" w:rsidRDefault="001F628F" w:rsidP="001F628F">
      <w:pPr>
        <w:pStyle w:val="libNormal"/>
        <w:rPr>
          <w:rtl/>
        </w:rPr>
      </w:pPr>
      <w:r>
        <w:rPr>
          <w:rtl/>
        </w:rPr>
        <w:t>2_ خداوند عالم كا انسانو</w:t>
      </w:r>
      <w:r w:rsidR="00083993">
        <w:rPr>
          <w:rtl/>
        </w:rPr>
        <w:t xml:space="preserve">ں </w:t>
      </w:r>
      <w:r>
        <w:rPr>
          <w:rtl/>
        </w:rPr>
        <w:t>كو اپنى فراوان نعمتو</w:t>
      </w:r>
      <w:r w:rsidR="00083993">
        <w:rPr>
          <w:rtl/>
        </w:rPr>
        <w:t xml:space="preserve">ں </w:t>
      </w:r>
      <w:r>
        <w:rPr>
          <w:rtl/>
        </w:rPr>
        <w:t>كے مقابلے مي</w:t>
      </w:r>
      <w:r w:rsidR="00083993">
        <w:rPr>
          <w:rtl/>
        </w:rPr>
        <w:t xml:space="preserve">ں </w:t>
      </w:r>
      <w:r>
        <w:rPr>
          <w:rtl/>
        </w:rPr>
        <w:t>ان كى رفتار پر خبردار كرنا_</w:t>
      </w:r>
    </w:p>
    <w:p w:rsidR="001F628F" w:rsidRDefault="001F628F" w:rsidP="009F4D51">
      <w:pPr>
        <w:pStyle w:val="libArabic"/>
        <w:rPr>
          <w:rtl/>
        </w:rPr>
      </w:pPr>
      <w:r>
        <w:rPr>
          <w:rFonts w:hint="eastAsia"/>
          <w:rtl/>
        </w:rPr>
        <w:t>وان</w:t>
      </w:r>
      <w:r>
        <w:rPr>
          <w:rtl/>
        </w:rPr>
        <w:t xml:space="preserve"> تعدوا انعمة الله لا تحصو</w:t>
      </w:r>
      <w:r w:rsidR="00120F63" w:rsidRPr="00ED5DE8">
        <w:rPr>
          <w:rFonts w:hint="cs"/>
          <w:rtl/>
        </w:rPr>
        <w:t>ه</w:t>
      </w:r>
      <w:r>
        <w:rPr>
          <w:rFonts w:hint="cs"/>
          <w:rtl/>
        </w:rPr>
        <w:t>ا</w:t>
      </w:r>
      <w:r>
        <w:rPr>
          <w:rtl/>
        </w:rPr>
        <w:t xml:space="preserve"> ... </w:t>
      </w:r>
      <w:r>
        <w:rPr>
          <w:rFonts w:hint="cs"/>
          <w:rtl/>
        </w:rPr>
        <w:t>والله</w:t>
      </w:r>
      <w:r>
        <w:rPr>
          <w:rtl/>
        </w:rPr>
        <w:t xml:space="preserve"> </w:t>
      </w:r>
      <w:r>
        <w:rPr>
          <w:rFonts w:hint="cs"/>
          <w:rtl/>
        </w:rPr>
        <w:t>يعلم</w:t>
      </w:r>
      <w:r>
        <w:rPr>
          <w:rtl/>
        </w:rPr>
        <w:t xml:space="preserve"> </w:t>
      </w:r>
      <w:r>
        <w:rPr>
          <w:rFonts w:hint="cs"/>
          <w:rtl/>
        </w:rPr>
        <w:t>ما</w:t>
      </w:r>
      <w:r>
        <w:rPr>
          <w:rtl/>
        </w:rPr>
        <w:t xml:space="preserve"> </w:t>
      </w:r>
      <w:r>
        <w:rPr>
          <w:rFonts w:hint="cs"/>
          <w:rtl/>
        </w:rPr>
        <w:t>تسرّون</w:t>
      </w:r>
      <w:r>
        <w:rPr>
          <w:rtl/>
        </w:rPr>
        <w:t xml:space="preserve"> </w:t>
      </w:r>
      <w:r>
        <w:rPr>
          <w:rFonts w:hint="cs"/>
          <w:rtl/>
        </w:rPr>
        <w:t>و</w:t>
      </w:r>
      <w:r>
        <w:rPr>
          <w:rtl/>
        </w:rPr>
        <w:t xml:space="preserve"> </w:t>
      </w:r>
      <w:r>
        <w:rPr>
          <w:rFonts w:hint="cs"/>
          <w:rtl/>
        </w:rPr>
        <w:t>ما</w:t>
      </w:r>
      <w:r>
        <w:rPr>
          <w:rtl/>
        </w:rPr>
        <w:t xml:space="preserve"> </w:t>
      </w:r>
      <w:r>
        <w:rPr>
          <w:rFonts w:hint="cs"/>
          <w:rtl/>
        </w:rPr>
        <w:t>ت</w:t>
      </w:r>
      <w:r>
        <w:rPr>
          <w:rtl/>
        </w:rPr>
        <w:t>علنون</w:t>
      </w:r>
    </w:p>
    <w:p w:rsidR="001F628F" w:rsidRDefault="001F628F" w:rsidP="001F628F">
      <w:pPr>
        <w:pStyle w:val="libNormal"/>
        <w:rPr>
          <w:rtl/>
        </w:rPr>
      </w:pPr>
      <w:r>
        <w:rPr>
          <w:rFonts w:hint="eastAsia"/>
          <w:rtl/>
        </w:rPr>
        <w:t>احتمال</w:t>
      </w:r>
      <w:r>
        <w:rPr>
          <w:rtl/>
        </w:rPr>
        <w:t xml:space="preserve"> ہے كہ آيت مي</w:t>
      </w:r>
      <w:r w:rsidR="00083993">
        <w:rPr>
          <w:rtl/>
        </w:rPr>
        <w:t xml:space="preserve">ں </w:t>
      </w:r>
      <w:r>
        <w:rPr>
          <w:rtl/>
        </w:rPr>
        <w:t>انسانو</w:t>
      </w:r>
      <w:r w:rsidR="00083993">
        <w:rPr>
          <w:rtl/>
        </w:rPr>
        <w:t xml:space="preserve">ں </w:t>
      </w:r>
      <w:r>
        <w:rPr>
          <w:rtl/>
        </w:rPr>
        <w:t>كے آشكار و پوشيدہ امور پر خداوند عالم كى آگاہى كو بيان كرنے سے مراد، مذكورہ نكتہ ہو كيونكہ خداوند عالم كى ناقابل شمار نعمتو</w:t>
      </w:r>
      <w:r w:rsidR="00083993">
        <w:rPr>
          <w:rtl/>
        </w:rPr>
        <w:t xml:space="preserve">ں </w:t>
      </w:r>
      <w:r>
        <w:rPr>
          <w:rtl/>
        </w:rPr>
        <w:t>كے بيان كرنے كے بعد ، انسانو</w:t>
      </w:r>
      <w:r w:rsidR="00083993">
        <w:rPr>
          <w:rtl/>
        </w:rPr>
        <w:t xml:space="preserve">ں </w:t>
      </w:r>
      <w:r>
        <w:rPr>
          <w:rtl/>
        </w:rPr>
        <w:t xml:space="preserve">كو خطاب كركے كہا گيا ہے كہ : خداوند عالم تمھارے پوشيدہ اور آشكار امورسے </w:t>
      </w:r>
      <w:r>
        <w:rPr>
          <w:rFonts w:hint="eastAsia"/>
          <w:rtl/>
        </w:rPr>
        <w:t>آگاہ</w:t>
      </w:r>
      <w:r>
        <w:rPr>
          <w:rtl/>
        </w:rPr>
        <w:t xml:space="preserve"> ہے يعنى تم نعمات الہى كے بارے مي</w:t>
      </w:r>
      <w:r w:rsidR="00083993">
        <w:rPr>
          <w:rtl/>
        </w:rPr>
        <w:t xml:space="preserve">ں </w:t>
      </w:r>
      <w:r>
        <w:rPr>
          <w:rtl/>
        </w:rPr>
        <w:t>جو كچھ ظاہر و مخفى ركھتے ہو وہ خدا سے پوشيدہ نہي</w:t>
      </w:r>
      <w:r w:rsidR="00083993">
        <w:rPr>
          <w:rtl/>
        </w:rPr>
        <w:t xml:space="preserve">ں </w:t>
      </w:r>
      <w:r>
        <w:rPr>
          <w:rtl/>
        </w:rPr>
        <w:t>ہے_</w:t>
      </w:r>
    </w:p>
    <w:p w:rsidR="001F628F" w:rsidRDefault="001F628F" w:rsidP="009F4D51">
      <w:pPr>
        <w:pStyle w:val="libNormal"/>
        <w:rPr>
          <w:rtl/>
        </w:rPr>
      </w:pPr>
      <w:r>
        <w:rPr>
          <w:rtl/>
        </w:rPr>
        <w:t>3_ خداوند عالم كا علم، مطلق اور تمام چيزو</w:t>
      </w:r>
      <w:r w:rsidR="00083993">
        <w:rPr>
          <w:rtl/>
        </w:rPr>
        <w:t xml:space="preserve">ں </w:t>
      </w:r>
      <w:r>
        <w:rPr>
          <w:rtl/>
        </w:rPr>
        <w:t>پر حاوى ہے_</w:t>
      </w:r>
      <w:r w:rsidRPr="009F4D51">
        <w:rPr>
          <w:rStyle w:val="libArabicChar"/>
          <w:rFonts w:hint="eastAsia"/>
          <w:rtl/>
        </w:rPr>
        <w:t>والله</w:t>
      </w:r>
      <w:r w:rsidRPr="009F4D51">
        <w:rPr>
          <w:rStyle w:val="libArabicChar"/>
          <w:rtl/>
        </w:rPr>
        <w:t xml:space="preserve"> يعلم ما تسرّون وما تعلنون</w:t>
      </w:r>
    </w:p>
    <w:p w:rsidR="001F628F" w:rsidRDefault="001F628F" w:rsidP="009F4D51">
      <w:pPr>
        <w:pStyle w:val="libNormal"/>
        <w:rPr>
          <w:rtl/>
        </w:rPr>
      </w:pPr>
      <w:r>
        <w:rPr>
          <w:rFonts w:hint="eastAsia"/>
          <w:rtl/>
        </w:rPr>
        <w:t>الله</w:t>
      </w:r>
      <w:r>
        <w:rPr>
          <w:rtl/>
        </w:rPr>
        <w:t xml:space="preserve"> تعالي:</w:t>
      </w:r>
      <w:r>
        <w:rPr>
          <w:rFonts w:hint="eastAsia"/>
          <w:rtl/>
        </w:rPr>
        <w:t>الله</w:t>
      </w:r>
      <w:r>
        <w:rPr>
          <w:rtl/>
        </w:rPr>
        <w:t xml:space="preserve"> تعالى كا علم غيب1; الله تعالى كى فراوان نعمات2; الله تعالى كے انذار2; الله تعالى كے علم كى وسعت3</w:t>
      </w:r>
    </w:p>
    <w:p w:rsidR="009F4D51" w:rsidRDefault="001E7F9D" w:rsidP="00F73EDE">
      <w:pPr>
        <w:pStyle w:val="libPoemTini"/>
        <w:rPr>
          <w:rtl/>
        </w:rPr>
      </w:pPr>
      <w:r>
        <w:rPr>
          <w:rtl/>
        </w:rPr>
        <w:br w:type="page"/>
      </w:r>
    </w:p>
    <w:p w:rsidR="00AA51AE" w:rsidRPr="00120F63" w:rsidRDefault="00AA51AE" w:rsidP="00AA51AE">
      <w:pPr>
        <w:pStyle w:val="Heading2Center"/>
        <w:rPr>
          <w:rtl/>
        </w:rPr>
      </w:pPr>
      <w:bookmarkStart w:id="166" w:name="_Toc28081844"/>
      <w:r>
        <w:rPr>
          <w:rFonts w:hint="cs"/>
          <w:rtl/>
        </w:rPr>
        <w:lastRenderedPageBreak/>
        <w:t xml:space="preserve">آیت </w:t>
      </w:r>
      <w:r w:rsidRPr="00120F63">
        <w:rPr>
          <w:rFonts w:hint="cs"/>
          <w:rtl/>
        </w:rPr>
        <w:t>20</w:t>
      </w:r>
      <w:bookmarkEnd w:id="166"/>
    </w:p>
    <w:p w:rsidR="001F628F" w:rsidRDefault="00E260F9" w:rsidP="00AA51AE">
      <w:pPr>
        <w:pStyle w:val="libNormal"/>
        <w:rPr>
          <w:rtl/>
        </w:rPr>
      </w:pPr>
      <w:r w:rsidRPr="00E260F9">
        <w:rPr>
          <w:rStyle w:val="libAlaemChar"/>
          <w:rFonts w:hint="eastAsia"/>
          <w:rtl/>
        </w:rPr>
        <w:t>(</w:t>
      </w:r>
      <w:r w:rsidRPr="00AA51AE">
        <w:rPr>
          <w:rStyle w:val="libAieChar"/>
          <w:rFonts w:hint="eastAsia"/>
          <w:rtl/>
        </w:rPr>
        <w:t>وَالَّذِينَ</w:t>
      </w:r>
      <w:r w:rsidRPr="00AA51AE">
        <w:rPr>
          <w:rStyle w:val="libAieChar"/>
          <w:rtl/>
        </w:rPr>
        <w:t xml:space="preserve"> يَدْعُونَ مِن دُونِ اللّهِ لاَ يَخْلُقُونَ شَيْئاً وَهُمْ يُخْلَقُونَ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 كے علاوہ جنھي</w:t>
      </w:r>
      <w:r w:rsidR="00083993">
        <w:rPr>
          <w:rtl/>
        </w:rPr>
        <w:t xml:space="preserve">ں </w:t>
      </w:r>
      <w:r>
        <w:rPr>
          <w:rtl/>
        </w:rPr>
        <w:t>يہ مشركين پكارتے ہي</w:t>
      </w:r>
      <w:r w:rsidR="00083993">
        <w:rPr>
          <w:rtl/>
        </w:rPr>
        <w:t xml:space="preserve">ں </w:t>
      </w:r>
      <w:r>
        <w:rPr>
          <w:rtl/>
        </w:rPr>
        <w:t>وہ خودہى مخلوق ہي</w:t>
      </w:r>
      <w:r w:rsidR="00083993">
        <w:rPr>
          <w:rtl/>
        </w:rPr>
        <w:t xml:space="preserve">ں </w:t>
      </w:r>
      <w:r>
        <w:rPr>
          <w:rtl/>
        </w:rPr>
        <w:t>اور وہ كسى چيز كو خلق نہي</w:t>
      </w:r>
      <w:r w:rsidR="00083993">
        <w:rPr>
          <w:rtl/>
        </w:rPr>
        <w:t xml:space="preserve">ں </w:t>
      </w:r>
      <w:r>
        <w:rPr>
          <w:rtl/>
        </w:rPr>
        <w:t>كرسكتے ہي</w:t>
      </w:r>
      <w:r w:rsidR="00083993">
        <w:rPr>
          <w:rtl/>
        </w:rPr>
        <w:t xml:space="preserve">ں </w:t>
      </w:r>
      <w:r>
        <w:rPr>
          <w:rtl/>
        </w:rPr>
        <w:t>_</w:t>
      </w:r>
    </w:p>
    <w:p w:rsidR="001F628F" w:rsidRDefault="001F628F" w:rsidP="001F628F">
      <w:pPr>
        <w:pStyle w:val="libNormal"/>
        <w:rPr>
          <w:rtl/>
        </w:rPr>
      </w:pPr>
      <w:r>
        <w:rPr>
          <w:rtl/>
        </w:rPr>
        <w:t>1_ مشركين كے دعوى دار خدا ، كسى چيز كى خلقت پر قدرت نہي</w:t>
      </w:r>
      <w:r w:rsidR="00083993">
        <w:rPr>
          <w:rtl/>
        </w:rPr>
        <w:t xml:space="preserve">ں </w:t>
      </w:r>
      <w:r>
        <w:rPr>
          <w:rtl/>
        </w:rPr>
        <w:t>ركھتے ہي</w:t>
      </w:r>
      <w:r w:rsidR="00083993">
        <w:rPr>
          <w:rtl/>
        </w:rPr>
        <w:t xml:space="preserve">ں </w:t>
      </w:r>
      <w:r>
        <w:rPr>
          <w:rtl/>
        </w:rPr>
        <w:t>_</w:t>
      </w:r>
    </w:p>
    <w:p w:rsidR="001F628F" w:rsidRDefault="001F628F" w:rsidP="00AA51AE">
      <w:pPr>
        <w:pStyle w:val="libArabic"/>
        <w:rPr>
          <w:rtl/>
        </w:rPr>
      </w:pPr>
      <w:r>
        <w:rPr>
          <w:rFonts w:hint="eastAsia"/>
          <w:rtl/>
        </w:rPr>
        <w:t>والذين</w:t>
      </w:r>
      <w:r>
        <w:rPr>
          <w:rtl/>
        </w:rPr>
        <w:t xml:space="preserve"> يدعون من دون الله لا يخلقون شيائ</w:t>
      </w:r>
    </w:p>
    <w:p w:rsidR="001F628F" w:rsidRDefault="001F628F" w:rsidP="001F628F">
      <w:pPr>
        <w:pStyle w:val="libNormal"/>
        <w:rPr>
          <w:rtl/>
        </w:rPr>
      </w:pPr>
      <w:r>
        <w:rPr>
          <w:rtl/>
        </w:rPr>
        <w:t>''الذين'' كا صلہ ''يدعون'' ہے اور صلہ كى ضمير مفعول كى ضمير ہے جو كہ محذوف ہے اور اس كا مرجع ''الذين'' ہے ماقبل آيات ( جو ناتوان خدائي دعوى كرنے والو</w:t>
      </w:r>
      <w:r w:rsidR="00083993">
        <w:rPr>
          <w:rtl/>
        </w:rPr>
        <w:t xml:space="preserve">ں </w:t>
      </w:r>
      <w:r>
        <w:rPr>
          <w:rtl/>
        </w:rPr>
        <w:t>كے بارے مي</w:t>
      </w:r>
      <w:r w:rsidR="00083993">
        <w:rPr>
          <w:rtl/>
        </w:rPr>
        <w:t xml:space="preserve">ں </w:t>
      </w:r>
      <w:r>
        <w:rPr>
          <w:rtl/>
        </w:rPr>
        <w:t>ہي</w:t>
      </w:r>
      <w:r w:rsidR="00083993">
        <w:rPr>
          <w:rtl/>
        </w:rPr>
        <w:t xml:space="preserve">ں </w:t>
      </w:r>
      <w:r>
        <w:rPr>
          <w:rtl/>
        </w:rPr>
        <w:t>)كے قرينہ كى بناء پر ''الذين'' سے مراد ، مشركين كے خدا ہي</w:t>
      </w:r>
      <w:r w:rsidR="00083993">
        <w:rPr>
          <w:rtl/>
        </w:rPr>
        <w:t xml:space="preserve">ں </w:t>
      </w:r>
      <w:r>
        <w:rPr>
          <w:rtl/>
        </w:rPr>
        <w:t>_</w:t>
      </w:r>
    </w:p>
    <w:p w:rsidR="001F628F" w:rsidRDefault="001F628F" w:rsidP="001F628F">
      <w:pPr>
        <w:pStyle w:val="libNormal"/>
        <w:rPr>
          <w:rtl/>
        </w:rPr>
      </w:pPr>
      <w:r>
        <w:rPr>
          <w:rtl/>
        </w:rPr>
        <w:t>2_ مشركين كے خدائي دعوى دار، نہ فقط خالق نہي</w:t>
      </w:r>
      <w:r w:rsidR="00083993">
        <w:rPr>
          <w:rtl/>
        </w:rPr>
        <w:t xml:space="preserve">ں </w:t>
      </w:r>
      <w:r>
        <w:rPr>
          <w:rtl/>
        </w:rPr>
        <w:t>بلكہ وہ خود بھى مخلوق اور پيدا كے گئے ہي</w:t>
      </w:r>
      <w:r w:rsidR="00083993">
        <w:rPr>
          <w:rtl/>
        </w:rPr>
        <w:t xml:space="preserve">ں </w:t>
      </w:r>
      <w:r>
        <w:rPr>
          <w:rtl/>
        </w:rPr>
        <w:t>_</w:t>
      </w:r>
    </w:p>
    <w:p w:rsidR="001F628F" w:rsidRDefault="001F628F" w:rsidP="00AA51AE">
      <w:pPr>
        <w:pStyle w:val="libArabic"/>
        <w:rPr>
          <w:rtl/>
        </w:rPr>
      </w:pPr>
      <w:r>
        <w:rPr>
          <w:rFonts w:hint="eastAsia"/>
          <w:rtl/>
        </w:rPr>
        <w:t>والذين</w:t>
      </w:r>
      <w:r>
        <w:rPr>
          <w:rtl/>
        </w:rPr>
        <w:t xml:space="preserve"> يدعون من دون الله لا يخلقون شياء و</w:t>
      </w:r>
      <w:r w:rsidR="00120F63" w:rsidRPr="00ED5DE8">
        <w:rPr>
          <w:rFonts w:hint="cs"/>
          <w:rtl/>
        </w:rPr>
        <w:t>ه</w:t>
      </w:r>
      <w:r>
        <w:rPr>
          <w:rFonts w:hint="cs"/>
          <w:rtl/>
        </w:rPr>
        <w:t>م</w:t>
      </w:r>
      <w:r>
        <w:rPr>
          <w:rtl/>
        </w:rPr>
        <w:t xml:space="preserve"> </w:t>
      </w:r>
      <w:r>
        <w:rPr>
          <w:rFonts w:hint="cs"/>
          <w:rtl/>
        </w:rPr>
        <w:t>ي</w:t>
      </w:r>
      <w:r>
        <w:rPr>
          <w:rtl/>
        </w:rPr>
        <w:t>خلقون</w:t>
      </w:r>
    </w:p>
    <w:p w:rsidR="001F628F" w:rsidRDefault="001F628F" w:rsidP="001F628F">
      <w:pPr>
        <w:pStyle w:val="libNormal"/>
        <w:rPr>
          <w:rtl/>
        </w:rPr>
      </w:pPr>
      <w:r>
        <w:rPr>
          <w:rtl/>
        </w:rPr>
        <w:t>3_ خلق كرنے پر قدرت اور مخلوق نہ ہونا ، خدا اور معبود حقيقى كى علامت ہے_</w:t>
      </w:r>
    </w:p>
    <w:p w:rsidR="001F628F" w:rsidRDefault="001F628F" w:rsidP="00AA51AE">
      <w:pPr>
        <w:pStyle w:val="libArabic"/>
        <w:rPr>
          <w:rtl/>
        </w:rPr>
      </w:pPr>
      <w:r>
        <w:rPr>
          <w:rFonts w:hint="eastAsia"/>
          <w:rtl/>
        </w:rPr>
        <w:t>والذين</w:t>
      </w:r>
      <w:r>
        <w:rPr>
          <w:rtl/>
        </w:rPr>
        <w:t xml:space="preserve"> يدعون من دون الله لا يخلقون شياء و</w:t>
      </w:r>
      <w:r w:rsidR="00120F63" w:rsidRPr="00ED5DE8">
        <w:rPr>
          <w:rFonts w:hint="cs"/>
          <w:rtl/>
        </w:rPr>
        <w:t>ه</w:t>
      </w:r>
      <w:r>
        <w:rPr>
          <w:rFonts w:hint="cs"/>
          <w:rtl/>
        </w:rPr>
        <w:t>م</w:t>
      </w:r>
      <w:r>
        <w:rPr>
          <w:rtl/>
        </w:rPr>
        <w:t xml:space="preserve"> </w:t>
      </w:r>
      <w:r>
        <w:rPr>
          <w:rFonts w:hint="cs"/>
          <w:rtl/>
        </w:rPr>
        <w:t>ي</w:t>
      </w:r>
      <w:r>
        <w:rPr>
          <w:rtl/>
        </w:rPr>
        <w:t>خلقون</w:t>
      </w:r>
    </w:p>
    <w:p w:rsidR="001F628F" w:rsidRDefault="001F628F" w:rsidP="001F628F">
      <w:pPr>
        <w:pStyle w:val="libNormal"/>
        <w:rPr>
          <w:rtl/>
        </w:rPr>
      </w:pPr>
      <w:r>
        <w:rPr>
          <w:rFonts w:hint="eastAsia"/>
          <w:rtl/>
        </w:rPr>
        <w:t>چونكہ</w:t>
      </w:r>
      <w:r>
        <w:rPr>
          <w:rtl/>
        </w:rPr>
        <w:t xml:space="preserve"> مشركين كے معبودو</w:t>
      </w:r>
      <w:r w:rsidR="00083993">
        <w:rPr>
          <w:rtl/>
        </w:rPr>
        <w:t xml:space="preserve">ں </w:t>
      </w:r>
      <w:r>
        <w:rPr>
          <w:rtl/>
        </w:rPr>
        <w:t>كى الوہيت كى نفى كے مقام پر خدا نے دواہم صفات كو شمار كيا ہے_ اس سے استفادہ ہوتا ہے كہ ضرورى ہے''الله ''خالق ہواور مخلوق نہ ہو_</w:t>
      </w:r>
    </w:p>
    <w:p w:rsidR="001F628F" w:rsidRDefault="001F628F" w:rsidP="001F628F">
      <w:pPr>
        <w:pStyle w:val="libNormal"/>
        <w:rPr>
          <w:rtl/>
        </w:rPr>
      </w:pPr>
      <w:r>
        <w:rPr>
          <w:rtl/>
        </w:rPr>
        <w:t>4_الوہيت كے ليے خالق ہونا اور مخلوق نہ ہونا ،عقلى واضحات مي</w:t>
      </w:r>
      <w:r w:rsidR="00083993">
        <w:rPr>
          <w:rtl/>
        </w:rPr>
        <w:t xml:space="preserve">ں </w:t>
      </w:r>
      <w:r>
        <w:rPr>
          <w:rtl/>
        </w:rPr>
        <w:t>سے ہے_</w:t>
      </w:r>
    </w:p>
    <w:p w:rsidR="001F628F" w:rsidRDefault="001F628F" w:rsidP="00AA51AE">
      <w:pPr>
        <w:pStyle w:val="libArabic"/>
        <w:rPr>
          <w:rtl/>
        </w:rPr>
      </w:pPr>
      <w:r>
        <w:rPr>
          <w:rFonts w:hint="eastAsia"/>
          <w:rtl/>
        </w:rPr>
        <w:t>والذين</w:t>
      </w:r>
      <w:r>
        <w:rPr>
          <w:rtl/>
        </w:rPr>
        <w:t xml:space="preserve"> يدعون من دون الله لا يخلقون شياء و</w:t>
      </w:r>
      <w:r w:rsidR="00120F63" w:rsidRPr="00ED5DE8">
        <w:rPr>
          <w:rFonts w:hint="cs"/>
          <w:rtl/>
        </w:rPr>
        <w:t>ه</w:t>
      </w:r>
      <w:r>
        <w:rPr>
          <w:rFonts w:hint="cs"/>
          <w:rtl/>
        </w:rPr>
        <w:t>م</w:t>
      </w:r>
      <w:r>
        <w:rPr>
          <w:rtl/>
        </w:rPr>
        <w:t xml:space="preserve"> </w:t>
      </w:r>
      <w:r>
        <w:rPr>
          <w:rFonts w:hint="cs"/>
          <w:rtl/>
        </w:rPr>
        <w:t>ي</w:t>
      </w:r>
      <w:r>
        <w:rPr>
          <w:rtl/>
        </w:rPr>
        <w:t>خلقون</w:t>
      </w:r>
    </w:p>
    <w:p w:rsidR="001F628F" w:rsidRDefault="001F628F" w:rsidP="001F628F">
      <w:pPr>
        <w:pStyle w:val="libNormal"/>
        <w:rPr>
          <w:rtl/>
        </w:rPr>
      </w:pPr>
      <w:r>
        <w:rPr>
          <w:rFonts w:hint="eastAsia"/>
          <w:rtl/>
        </w:rPr>
        <w:t>مشركين</w:t>
      </w:r>
      <w:r>
        <w:rPr>
          <w:rtl/>
        </w:rPr>
        <w:t xml:space="preserve"> كے معبودو</w:t>
      </w:r>
      <w:r w:rsidR="00083993">
        <w:rPr>
          <w:rtl/>
        </w:rPr>
        <w:t xml:space="preserve">ں </w:t>
      </w:r>
      <w:r>
        <w:rPr>
          <w:rtl/>
        </w:rPr>
        <w:t>كى الوہيت كى نفى كرنے كے سلسلہ مي</w:t>
      </w:r>
      <w:r w:rsidR="00083993">
        <w:rPr>
          <w:rtl/>
        </w:rPr>
        <w:t xml:space="preserve">ں </w:t>
      </w:r>
      <w:r>
        <w:rPr>
          <w:rtl/>
        </w:rPr>
        <w:t>استدلال كے ... بغير تنقيد اس نكتے كى ياد آورى ہے كہ وہ خلقت پر قدرت نہي</w:t>
      </w:r>
      <w:r w:rsidR="00083993">
        <w:rPr>
          <w:rtl/>
        </w:rPr>
        <w:t xml:space="preserve">ں </w:t>
      </w:r>
      <w:r>
        <w:rPr>
          <w:rtl/>
        </w:rPr>
        <w:t>ركھتے اور وہ خود مخلوق ہي</w:t>
      </w:r>
      <w:r w:rsidR="00083993">
        <w:rPr>
          <w:rtl/>
        </w:rPr>
        <w:t xml:space="preserve">ں </w:t>
      </w:r>
      <w:r>
        <w:rPr>
          <w:rtl/>
        </w:rPr>
        <w:t>، اس سے مذكورہ نكتہ كى حكايت ہوتى ہے_</w:t>
      </w:r>
    </w:p>
    <w:p w:rsidR="00AA51AE" w:rsidRDefault="001E7F9D" w:rsidP="00F73EDE">
      <w:pPr>
        <w:pStyle w:val="libPoemTini"/>
        <w:rPr>
          <w:rtl/>
        </w:rPr>
      </w:pPr>
      <w:r>
        <w:rPr>
          <w:rtl/>
        </w:rPr>
        <w:br w:type="page"/>
      </w:r>
    </w:p>
    <w:p w:rsidR="001F628F" w:rsidRDefault="001F628F" w:rsidP="00AA51AE">
      <w:pPr>
        <w:pStyle w:val="libNormal"/>
        <w:rPr>
          <w:rtl/>
        </w:rPr>
      </w:pPr>
      <w:r>
        <w:rPr>
          <w:rtl/>
        </w:rPr>
        <w:lastRenderedPageBreak/>
        <w:t>5_ مشركين، قدرت سے مفقود اور اپنے ہاتھو</w:t>
      </w:r>
      <w:r w:rsidR="00083993">
        <w:rPr>
          <w:rtl/>
        </w:rPr>
        <w:t xml:space="preserve">ں </w:t>
      </w:r>
      <w:r>
        <w:rPr>
          <w:rtl/>
        </w:rPr>
        <w:t>سے تراشے ہوئے موجودات كواپنا خدا قرار ديتے تھے_</w:t>
      </w:r>
    </w:p>
    <w:p w:rsidR="001F628F" w:rsidRDefault="001F628F" w:rsidP="00AA51AE">
      <w:pPr>
        <w:pStyle w:val="libArabic"/>
        <w:rPr>
          <w:rtl/>
        </w:rPr>
      </w:pPr>
      <w:r>
        <w:rPr>
          <w:rFonts w:hint="eastAsia"/>
          <w:rtl/>
        </w:rPr>
        <w:t>والذين</w:t>
      </w:r>
      <w:r>
        <w:rPr>
          <w:rtl/>
        </w:rPr>
        <w:t xml:space="preserve"> يدعون من دون الله لا يخلقون شياء و</w:t>
      </w:r>
      <w:r w:rsidR="00120F63" w:rsidRPr="00ED5DE8">
        <w:rPr>
          <w:rFonts w:hint="cs"/>
          <w:rtl/>
        </w:rPr>
        <w:t>ه</w:t>
      </w:r>
      <w:r>
        <w:rPr>
          <w:rFonts w:hint="cs"/>
          <w:rtl/>
        </w:rPr>
        <w:t>م</w:t>
      </w:r>
      <w:r>
        <w:rPr>
          <w:rtl/>
        </w:rPr>
        <w:t xml:space="preserve"> يخلقون</w:t>
      </w:r>
    </w:p>
    <w:p w:rsidR="001F628F" w:rsidRDefault="001F628F" w:rsidP="001F628F">
      <w:pPr>
        <w:pStyle w:val="libNormal"/>
        <w:rPr>
          <w:rtl/>
        </w:rPr>
      </w:pPr>
      <w:r>
        <w:rPr>
          <w:rFonts w:hint="eastAsia"/>
          <w:rtl/>
        </w:rPr>
        <w:t>مذكورہ</w:t>
      </w:r>
      <w:r>
        <w:rPr>
          <w:rtl/>
        </w:rPr>
        <w:t xml:space="preserve"> بالا مطلب اس بناء پرہے جب ''يدعون'' سے مراد، ان موجودات كو خدا كے عنوان سے پكارنا ہو_</w:t>
      </w:r>
    </w:p>
    <w:p w:rsidR="001F628F" w:rsidRDefault="001F628F" w:rsidP="00AA51AE">
      <w:pPr>
        <w:pStyle w:val="libNormal"/>
        <w:rPr>
          <w:rtl/>
        </w:rPr>
      </w:pPr>
      <w:r>
        <w:rPr>
          <w:rtl/>
        </w:rPr>
        <w:t>6_ ہاتھو</w:t>
      </w:r>
      <w:r w:rsidR="00083993">
        <w:rPr>
          <w:rtl/>
        </w:rPr>
        <w:t xml:space="preserve">ں </w:t>
      </w:r>
      <w:r>
        <w:rPr>
          <w:rtl/>
        </w:rPr>
        <w:t>سے ترا شے ہوئے اور ہر قسم كى خلق كى قدرت سے عارى موجودات ، الوہيت كى اہليت نہي</w:t>
      </w:r>
      <w:r w:rsidR="00083993">
        <w:rPr>
          <w:rtl/>
        </w:rPr>
        <w:t xml:space="preserve">ں </w:t>
      </w:r>
      <w:r>
        <w:rPr>
          <w:rtl/>
        </w:rPr>
        <w:t>ركھتے اور ان كے بارے مي</w:t>
      </w:r>
      <w:r w:rsidR="00083993">
        <w:rPr>
          <w:rtl/>
        </w:rPr>
        <w:t xml:space="preserve">ں </w:t>
      </w:r>
      <w:r>
        <w:rPr>
          <w:rtl/>
        </w:rPr>
        <w:t>ہر قسم كا خد ائي عقيدہ ركھنا باطل ہے_</w:t>
      </w:r>
      <w:r w:rsidRPr="00AA51AE">
        <w:rPr>
          <w:rStyle w:val="libArabicChar"/>
          <w:rFonts w:hint="eastAsia"/>
          <w:rtl/>
        </w:rPr>
        <w:t>والذين</w:t>
      </w:r>
      <w:r w:rsidRPr="00AA51AE">
        <w:rPr>
          <w:rStyle w:val="libArabicChar"/>
          <w:rtl/>
        </w:rPr>
        <w:t xml:space="preserve"> يدعون من دون الله لا يخلقون شياء و</w:t>
      </w:r>
      <w:r w:rsidR="00120F63" w:rsidRPr="00B2551F">
        <w:rPr>
          <w:rStyle w:val="libArabicChar"/>
          <w:rFonts w:hint="cs"/>
          <w:rtl/>
        </w:rPr>
        <w:t>ه</w:t>
      </w:r>
      <w:r w:rsidRPr="00AA51AE">
        <w:rPr>
          <w:rStyle w:val="libArabicChar"/>
          <w:rFonts w:hint="cs"/>
          <w:rtl/>
        </w:rPr>
        <w:t>م</w:t>
      </w:r>
      <w:r w:rsidRPr="00AA51AE">
        <w:rPr>
          <w:rStyle w:val="libArabicChar"/>
          <w:rtl/>
        </w:rPr>
        <w:t xml:space="preserve"> يخلقون</w:t>
      </w:r>
    </w:p>
    <w:p w:rsidR="001F628F" w:rsidRDefault="001F628F" w:rsidP="00AA51AE">
      <w:pPr>
        <w:pStyle w:val="libNormal"/>
        <w:rPr>
          <w:rtl/>
        </w:rPr>
      </w:pPr>
      <w:r>
        <w:rPr>
          <w:rtl/>
        </w:rPr>
        <w:t>7_ دوسرو</w:t>
      </w:r>
      <w:r w:rsidR="00083993">
        <w:rPr>
          <w:rtl/>
        </w:rPr>
        <w:t xml:space="preserve">ں </w:t>
      </w:r>
      <w:r>
        <w:rPr>
          <w:rtl/>
        </w:rPr>
        <w:t>كے عقائد اور مقدس نظريات ( اگر چہ باطل ہى كيو</w:t>
      </w:r>
      <w:r w:rsidR="00083993">
        <w:rPr>
          <w:rtl/>
        </w:rPr>
        <w:t xml:space="preserve">ں </w:t>
      </w:r>
      <w:r>
        <w:rPr>
          <w:rtl/>
        </w:rPr>
        <w:t>نہ ہو</w:t>
      </w:r>
      <w:r w:rsidR="00083993">
        <w:rPr>
          <w:rtl/>
        </w:rPr>
        <w:t xml:space="preserve">ں </w:t>
      </w:r>
      <w:r>
        <w:rPr>
          <w:rtl/>
        </w:rPr>
        <w:t>) كے مقابلے مي</w:t>
      </w:r>
      <w:r w:rsidR="00083993">
        <w:rPr>
          <w:rtl/>
        </w:rPr>
        <w:t xml:space="preserve">ں </w:t>
      </w:r>
      <w:r>
        <w:rPr>
          <w:rtl/>
        </w:rPr>
        <w:t>ادب كى رعايت ايك شائستہ عمل ہے_</w:t>
      </w:r>
      <w:r w:rsidRPr="00AA51AE">
        <w:rPr>
          <w:rStyle w:val="libArabicChar"/>
          <w:rFonts w:hint="eastAsia"/>
          <w:rtl/>
        </w:rPr>
        <w:t>والذين</w:t>
      </w:r>
      <w:r w:rsidRPr="00AA51AE">
        <w:rPr>
          <w:rStyle w:val="libArabicChar"/>
          <w:rtl/>
        </w:rPr>
        <w:t xml:space="preserve"> يدعون من دون الله لا يخلقون شيئاً و</w:t>
      </w:r>
      <w:r w:rsidR="00120F63" w:rsidRPr="00B2551F">
        <w:rPr>
          <w:rStyle w:val="libArabicChar"/>
          <w:rFonts w:hint="cs"/>
          <w:rtl/>
        </w:rPr>
        <w:t>ه</w:t>
      </w:r>
      <w:r w:rsidRPr="00AA51AE">
        <w:rPr>
          <w:rStyle w:val="libArabicChar"/>
          <w:rFonts w:hint="cs"/>
          <w:rtl/>
        </w:rPr>
        <w:t>م</w:t>
      </w:r>
      <w:r w:rsidRPr="00AA51AE">
        <w:rPr>
          <w:rStyle w:val="libArabicChar"/>
          <w:rtl/>
        </w:rPr>
        <w:t xml:space="preserve"> يخلقون</w:t>
      </w:r>
    </w:p>
    <w:p w:rsidR="001F628F" w:rsidRDefault="001F628F" w:rsidP="001F628F">
      <w:pPr>
        <w:pStyle w:val="libNormal"/>
        <w:rPr>
          <w:rtl/>
        </w:rPr>
      </w:pPr>
      <w:r>
        <w:rPr>
          <w:rFonts w:hint="eastAsia"/>
          <w:rtl/>
        </w:rPr>
        <w:t>مشركين</w:t>
      </w:r>
      <w:r>
        <w:rPr>
          <w:rtl/>
        </w:rPr>
        <w:t xml:space="preserve"> كے معبود جو عام طور پر پتھر ، لكڑى وغيرہ سے بنے تھے كے ليے ''الذين'' اور ''ہم'' جيسے كلمات كا استعمال جو كہ ذوالعقول كے ليے استعمال ہوتے ہي</w:t>
      </w:r>
      <w:r w:rsidR="00083993">
        <w:rPr>
          <w:rtl/>
        </w:rPr>
        <w:t xml:space="preserve">ں </w:t>
      </w:r>
      <w:r>
        <w:rPr>
          <w:rtl/>
        </w:rPr>
        <w:t>ممكن ہے كہ مذكورہ بالا نكتے كى طرف اشارہ ہو_</w:t>
      </w:r>
    </w:p>
    <w:p w:rsidR="001F628F" w:rsidRDefault="001F628F" w:rsidP="00AA51AE">
      <w:pPr>
        <w:pStyle w:val="libArabic"/>
        <w:rPr>
          <w:rtl/>
        </w:rPr>
      </w:pPr>
      <w:r>
        <w:rPr>
          <w:rFonts w:hint="eastAsia"/>
          <w:rtl/>
        </w:rPr>
        <w:t>والذين</w:t>
      </w:r>
      <w:r>
        <w:rPr>
          <w:rtl/>
        </w:rPr>
        <w:t xml:space="preserve"> يدعون من دون الله لا يخلقون شيئاً و</w:t>
      </w:r>
      <w:r w:rsidR="00120F63" w:rsidRPr="00ED5DE8">
        <w:rPr>
          <w:rFonts w:hint="cs"/>
          <w:rtl/>
        </w:rPr>
        <w:t>ه</w:t>
      </w:r>
      <w:r>
        <w:rPr>
          <w:rFonts w:hint="cs"/>
          <w:rtl/>
        </w:rPr>
        <w:t>م</w:t>
      </w:r>
      <w:r>
        <w:rPr>
          <w:rtl/>
        </w:rPr>
        <w:t xml:space="preserve"> </w:t>
      </w:r>
      <w:r>
        <w:rPr>
          <w:rFonts w:hint="cs"/>
          <w:rtl/>
        </w:rPr>
        <w:t>ي</w:t>
      </w:r>
      <w:r>
        <w:rPr>
          <w:rtl/>
        </w:rPr>
        <w:t>خلقون</w:t>
      </w:r>
    </w:p>
    <w:p w:rsidR="001F628F" w:rsidRDefault="001F628F" w:rsidP="00AA51AE">
      <w:pPr>
        <w:pStyle w:val="libNormal"/>
        <w:rPr>
          <w:rtl/>
        </w:rPr>
      </w:pPr>
      <w:r>
        <w:rPr>
          <w:rtl/>
        </w:rPr>
        <w:t>8_ مشركين كے متعدد معبود و خدا تھے_</w:t>
      </w:r>
      <w:r w:rsidRPr="00AA51AE">
        <w:rPr>
          <w:rStyle w:val="libArabicChar"/>
          <w:rFonts w:hint="eastAsia"/>
          <w:rtl/>
        </w:rPr>
        <w:t>والذين</w:t>
      </w:r>
      <w:r w:rsidRPr="00AA51AE">
        <w:rPr>
          <w:rStyle w:val="libArabicChar"/>
          <w:rtl/>
        </w:rPr>
        <w:t xml:space="preserve"> يدعون من دون الله لا يخلقون شيئاً و </w:t>
      </w:r>
      <w:r w:rsidR="00120F63" w:rsidRPr="00B2551F">
        <w:rPr>
          <w:rStyle w:val="libArabicChar"/>
          <w:rFonts w:hint="cs"/>
          <w:rtl/>
        </w:rPr>
        <w:t>ه</w:t>
      </w:r>
      <w:r w:rsidRPr="00AA51AE">
        <w:rPr>
          <w:rStyle w:val="libArabicChar"/>
          <w:rFonts w:hint="cs"/>
          <w:rtl/>
        </w:rPr>
        <w:t>م</w:t>
      </w:r>
      <w:r w:rsidRPr="00AA51AE">
        <w:rPr>
          <w:rStyle w:val="libArabicChar"/>
          <w:rtl/>
        </w:rPr>
        <w:t xml:space="preserve"> يخلقون</w:t>
      </w:r>
    </w:p>
    <w:p w:rsidR="001F628F" w:rsidRDefault="001F628F" w:rsidP="001F628F">
      <w:pPr>
        <w:pStyle w:val="libNormal"/>
        <w:rPr>
          <w:rtl/>
        </w:rPr>
      </w:pPr>
      <w:r>
        <w:rPr>
          <w:rtl/>
        </w:rPr>
        <w:t>9_ مشركين، ايسے معبودو</w:t>
      </w:r>
      <w:r w:rsidR="00083993">
        <w:rPr>
          <w:rtl/>
        </w:rPr>
        <w:t xml:space="preserve">ں </w:t>
      </w:r>
      <w:r>
        <w:rPr>
          <w:rtl/>
        </w:rPr>
        <w:t>كى پر ستش كرتے تھے جو ہر قسم كى قدرت سے عارى تھے_</w:t>
      </w:r>
    </w:p>
    <w:p w:rsidR="001F628F" w:rsidRDefault="001F628F" w:rsidP="00AA51AE">
      <w:pPr>
        <w:pStyle w:val="libArabic"/>
        <w:rPr>
          <w:rtl/>
        </w:rPr>
      </w:pPr>
      <w:r>
        <w:rPr>
          <w:rFonts w:hint="eastAsia"/>
          <w:rtl/>
        </w:rPr>
        <w:t>والذين</w:t>
      </w:r>
      <w:r>
        <w:rPr>
          <w:rtl/>
        </w:rPr>
        <w:t xml:space="preserve"> يدعون من دون الله لا يخلقون شيئاً و</w:t>
      </w:r>
      <w:r w:rsidR="00120F63" w:rsidRPr="00ED5DE8">
        <w:rPr>
          <w:rFonts w:hint="cs"/>
          <w:rtl/>
        </w:rPr>
        <w:t>ه</w:t>
      </w:r>
      <w:r>
        <w:rPr>
          <w:rFonts w:hint="cs"/>
          <w:rtl/>
        </w:rPr>
        <w:t>م</w:t>
      </w:r>
      <w:r>
        <w:rPr>
          <w:rtl/>
        </w:rPr>
        <w:t xml:space="preserve"> </w:t>
      </w:r>
      <w:r>
        <w:rPr>
          <w:rFonts w:hint="cs"/>
          <w:rtl/>
        </w:rPr>
        <w:t>ي</w:t>
      </w:r>
      <w:r>
        <w:rPr>
          <w:rtl/>
        </w:rPr>
        <w:t>خلقون</w:t>
      </w:r>
    </w:p>
    <w:p w:rsidR="001F628F" w:rsidRDefault="001F628F" w:rsidP="001F628F">
      <w:pPr>
        <w:pStyle w:val="libNormal"/>
        <w:rPr>
          <w:rtl/>
        </w:rPr>
      </w:pPr>
      <w:r>
        <w:rPr>
          <w:rtl/>
        </w:rPr>
        <w:t>10_ فقط خداوند عالم كى ذات اس كى سزاوار ہے كہ اس كى عبادت كى جائے اور مدد كے ليے پكارا جائے_</w:t>
      </w:r>
    </w:p>
    <w:p w:rsidR="001F628F" w:rsidRDefault="001F628F" w:rsidP="00AA51AE">
      <w:pPr>
        <w:pStyle w:val="libArabic"/>
        <w:rPr>
          <w:rtl/>
        </w:rPr>
      </w:pPr>
      <w:r>
        <w:rPr>
          <w:rFonts w:hint="eastAsia"/>
          <w:rtl/>
        </w:rPr>
        <w:t>والذين</w:t>
      </w:r>
      <w:r>
        <w:rPr>
          <w:rtl/>
        </w:rPr>
        <w:t xml:space="preserve"> يدعون من دون الله لا يخلقون شيائ</w:t>
      </w:r>
    </w:p>
    <w:p w:rsidR="001F628F" w:rsidRDefault="001F628F" w:rsidP="001F628F">
      <w:pPr>
        <w:pStyle w:val="libNormal"/>
        <w:rPr>
          <w:rtl/>
        </w:rPr>
      </w:pPr>
      <w:r>
        <w:rPr>
          <w:rFonts w:hint="eastAsia"/>
          <w:rtl/>
        </w:rPr>
        <w:t>آيت</w:t>
      </w:r>
      <w:r>
        <w:rPr>
          <w:rtl/>
        </w:rPr>
        <w:t xml:space="preserve"> ، مشركين كے اس عمل كى سرزنش كررہى ہے جو انہو</w:t>
      </w:r>
      <w:r w:rsidR="00083993">
        <w:rPr>
          <w:rtl/>
        </w:rPr>
        <w:t xml:space="preserve">ں </w:t>
      </w:r>
      <w:r>
        <w:rPr>
          <w:rtl/>
        </w:rPr>
        <w:t>نے متعدد معبود بنا ليے تھے اور يہ استفادہ ہوتا ہے كہ ايسا كام قبيح اور قابل مذمت ہے_</w:t>
      </w:r>
    </w:p>
    <w:p w:rsidR="001F628F" w:rsidRDefault="001F628F" w:rsidP="00AA51AE">
      <w:pPr>
        <w:pStyle w:val="libNormal"/>
        <w:rPr>
          <w:rtl/>
        </w:rPr>
      </w:pPr>
      <w:r>
        <w:rPr>
          <w:rFonts w:hint="eastAsia"/>
          <w:rtl/>
        </w:rPr>
        <w:t>الله</w:t>
      </w:r>
      <w:r>
        <w:rPr>
          <w:rtl/>
        </w:rPr>
        <w:t xml:space="preserve"> تعالى :</w:t>
      </w:r>
      <w:r>
        <w:rPr>
          <w:rFonts w:hint="eastAsia"/>
          <w:rtl/>
        </w:rPr>
        <w:t>الله</w:t>
      </w:r>
      <w:r>
        <w:rPr>
          <w:rtl/>
        </w:rPr>
        <w:t xml:space="preserve"> تعالى كے شايان شان10; الله تعالى كے مختصات 10</w:t>
      </w:r>
    </w:p>
    <w:p w:rsidR="001F628F" w:rsidRDefault="001F628F" w:rsidP="00AA51AE">
      <w:pPr>
        <w:pStyle w:val="libNormal"/>
        <w:rPr>
          <w:rtl/>
        </w:rPr>
      </w:pPr>
      <w:r>
        <w:rPr>
          <w:rFonts w:hint="eastAsia"/>
          <w:rtl/>
        </w:rPr>
        <w:t>الوہيت</w:t>
      </w:r>
      <w:r>
        <w:rPr>
          <w:rtl/>
        </w:rPr>
        <w:t>:</w:t>
      </w:r>
      <w:r>
        <w:rPr>
          <w:rFonts w:hint="eastAsia"/>
          <w:rtl/>
        </w:rPr>
        <w:t>الوہيت</w:t>
      </w:r>
      <w:r>
        <w:rPr>
          <w:rtl/>
        </w:rPr>
        <w:t xml:space="preserve"> كا معيار 3،4،6،10</w:t>
      </w:r>
    </w:p>
    <w:p w:rsidR="001F628F" w:rsidRDefault="001F628F" w:rsidP="00AA51AE">
      <w:pPr>
        <w:pStyle w:val="libNormal"/>
        <w:rPr>
          <w:rtl/>
        </w:rPr>
      </w:pPr>
      <w:r>
        <w:rPr>
          <w:rFonts w:hint="eastAsia"/>
          <w:rtl/>
        </w:rPr>
        <w:t>باطل</w:t>
      </w:r>
      <w:r>
        <w:rPr>
          <w:rtl/>
        </w:rPr>
        <w:t xml:space="preserve"> معبودم</w:t>
      </w:r>
      <w:r w:rsidR="00AA51AE">
        <w:rPr>
          <w:rFonts w:hint="cs"/>
          <w:rtl/>
        </w:rPr>
        <w:t xml:space="preserve">  </w:t>
      </w:r>
      <w:r>
        <w:rPr>
          <w:rFonts w:hint="eastAsia"/>
          <w:rtl/>
        </w:rPr>
        <w:t>باطل</w:t>
      </w:r>
      <w:r>
        <w:rPr>
          <w:rtl/>
        </w:rPr>
        <w:t xml:space="preserve"> معبود اور خالقيت 1; باطل معبود و</w:t>
      </w:r>
      <w:r w:rsidR="00083993">
        <w:rPr>
          <w:rtl/>
        </w:rPr>
        <w:t xml:space="preserve">ں </w:t>
      </w:r>
      <w:r>
        <w:rPr>
          <w:rtl/>
        </w:rPr>
        <w:t>كا عجز 1، 5 ،6،9; باطل معبودو</w:t>
      </w:r>
      <w:r w:rsidR="00083993">
        <w:rPr>
          <w:rtl/>
        </w:rPr>
        <w:t xml:space="preserve">ں </w:t>
      </w:r>
      <w:r>
        <w:rPr>
          <w:rtl/>
        </w:rPr>
        <w:t>كا مخلوق ہونا 2; باطل</w:t>
      </w:r>
    </w:p>
    <w:p w:rsidR="00AA51AE" w:rsidRDefault="001E7F9D" w:rsidP="00F73EDE">
      <w:pPr>
        <w:pStyle w:val="libPoemTini"/>
        <w:rPr>
          <w:rtl/>
        </w:rPr>
      </w:pPr>
      <w:r>
        <w:rPr>
          <w:rtl/>
        </w:rPr>
        <w:br w:type="page"/>
      </w:r>
    </w:p>
    <w:p w:rsidR="001F628F" w:rsidRDefault="001F628F" w:rsidP="00AA51AE">
      <w:pPr>
        <w:pStyle w:val="libNormal"/>
        <w:rPr>
          <w:rtl/>
        </w:rPr>
      </w:pPr>
      <w:r>
        <w:rPr>
          <w:rFonts w:hint="eastAsia"/>
          <w:rtl/>
        </w:rPr>
        <w:lastRenderedPageBreak/>
        <w:t>معبودو</w:t>
      </w:r>
      <w:r w:rsidR="00083993">
        <w:rPr>
          <w:rFonts w:hint="eastAsia"/>
          <w:rtl/>
        </w:rPr>
        <w:t xml:space="preserve">ں </w:t>
      </w:r>
      <w:r>
        <w:rPr>
          <w:rtl/>
        </w:rPr>
        <w:t>كا متعدد ہونا 8</w:t>
      </w:r>
    </w:p>
    <w:p w:rsidR="001F628F" w:rsidRDefault="001F628F" w:rsidP="00AA51AE">
      <w:pPr>
        <w:pStyle w:val="libNormal"/>
        <w:rPr>
          <w:rtl/>
        </w:rPr>
      </w:pPr>
      <w:r>
        <w:rPr>
          <w:rFonts w:hint="eastAsia"/>
          <w:rtl/>
        </w:rPr>
        <w:t>خالقيت</w:t>
      </w:r>
      <w:r>
        <w:rPr>
          <w:rtl/>
        </w:rPr>
        <w:t>:</w:t>
      </w:r>
      <w:r>
        <w:rPr>
          <w:rFonts w:hint="eastAsia"/>
          <w:rtl/>
        </w:rPr>
        <w:t>خالقيت</w:t>
      </w:r>
      <w:r>
        <w:rPr>
          <w:rtl/>
        </w:rPr>
        <w:t xml:space="preserve"> و الوہيت 6</w:t>
      </w:r>
    </w:p>
    <w:p w:rsidR="001F628F" w:rsidRDefault="001F628F" w:rsidP="00AA51AE">
      <w:pPr>
        <w:pStyle w:val="libNormal"/>
        <w:rPr>
          <w:rtl/>
        </w:rPr>
      </w:pPr>
      <w:r>
        <w:rPr>
          <w:rFonts w:hint="eastAsia"/>
          <w:rtl/>
        </w:rPr>
        <w:t>عقيدہ</w:t>
      </w:r>
      <w:r>
        <w:rPr>
          <w:rtl/>
        </w:rPr>
        <w:t xml:space="preserve"> :</w:t>
      </w:r>
      <w:r>
        <w:rPr>
          <w:rFonts w:hint="eastAsia"/>
          <w:rtl/>
        </w:rPr>
        <w:t>باطل</w:t>
      </w:r>
      <w:r>
        <w:rPr>
          <w:rtl/>
        </w:rPr>
        <w:t xml:space="preserve"> خداؤ</w:t>
      </w:r>
      <w:r w:rsidR="00083993">
        <w:rPr>
          <w:rtl/>
        </w:rPr>
        <w:t xml:space="preserve">ں </w:t>
      </w:r>
      <w:r>
        <w:rPr>
          <w:rtl/>
        </w:rPr>
        <w:t>كے عقيدہ كا باطل ہونا 6; باطل عقيدہ 6</w:t>
      </w:r>
    </w:p>
    <w:p w:rsidR="001F628F" w:rsidRDefault="001F628F" w:rsidP="00AA51AE">
      <w:pPr>
        <w:pStyle w:val="libNormal"/>
        <w:rPr>
          <w:rtl/>
        </w:rPr>
      </w:pPr>
      <w:r>
        <w:rPr>
          <w:rFonts w:hint="eastAsia"/>
          <w:rtl/>
        </w:rPr>
        <w:t>سچا</w:t>
      </w:r>
      <w:r>
        <w:rPr>
          <w:rtl/>
        </w:rPr>
        <w:t xml:space="preserve"> معبود:</w:t>
      </w:r>
      <w:r>
        <w:rPr>
          <w:rFonts w:hint="eastAsia"/>
          <w:rtl/>
        </w:rPr>
        <w:t>سچے</w:t>
      </w:r>
      <w:r>
        <w:rPr>
          <w:rtl/>
        </w:rPr>
        <w:t xml:space="preserve"> معبود كى خالقيت 3; سچے مبعود كى خالقيت كا واضع ہونا 4; سچے معبود كى قدرت 3</w:t>
      </w:r>
    </w:p>
    <w:p w:rsidR="001F628F" w:rsidRDefault="001F628F" w:rsidP="00AA51AE">
      <w:pPr>
        <w:pStyle w:val="libNormal"/>
        <w:rPr>
          <w:rtl/>
        </w:rPr>
      </w:pPr>
      <w:r>
        <w:rPr>
          <w:rFonts w:hint="eastAsia"/>
          <w:rtl/>
        </w:rPr>
        <w:t>عمل</w:t>
      </w:r>
      <w:r>
        <w:rPr>
          <w:rtl/>
        </w:rPr>
        <w:t>:</w:t>
      </w:r>
      <w:r>
        <w:rPr>
          <w:rFonts w:hint="eastAsia"/>
          <w:rtl/>
        </w:rPr>
        <w:t>پسنديدہ</w:t>
      </w:r>
      <w:r>
        <w:rPr>
          <w:rtl/>
        </w:rPr>
        <w:t xml:space="preserve"> عمل7</w:t>
      </w:r>
    </w:p>
    <w:p w:rsidR="001F628F" w:rsidRDefault="001F628F" w:rsidP="00AA51AE">
      <w:pPr>
        <w:pStyle w:val="libNormal"/>
        <w:rPr>
          <w:rtl/>
        </w:rPr>
      </w:pPr>
      <w:r>
        <w:rPr>
          <w:rFonts w:hint="eastAsia"/>
          <w:rtl/>
        </w:rPr>
        <w:t>مدد</w:t>
      </w:r>
      <w:r>
        <w:rPr>
          <w:rtl/>
        </w:rPr>
        <w:t xml:space="preserve"> طلب كرنا :</w:t>
      </w:r>
      <w:r>
        <w:rPr>
          <w:rFonts w:hint="eastAsia"/>
          <w:rtl/>
        </w:rPr>
        <w:t>خالق</w:t>
      </w:r>
      <w:r>
        <w:rPr>
          <w:rtl/>
        </w:rPr>
        <w:t xml:space="preserve"> سے مدد طلب كرنا10</w:t>
      </w:r>
    </w:p>
    <w:p w:rsidR="001F628F" w:rsidRDefault="001F628F" w:rsidP="00AA51AE">
      <w:pPr>
        <w:pStyle w:val="libNormal"/>
        <w:rPr>
          <w:rtl/>
        </w:rPr>
      </w:pPr>
      <w:r>
        <w:rPr>
          <w:rFonts w:hint="eastAsia"/>
          <w:rtl/>
        </w:rPr>
        <w:t>مشركين</w:t>
      </w:r>
      <w:r>
        <w:rPr>
          <w:rtl/>
        </w:rPr>
        <w:t>:</w:t>
      </w:r>
      <w:r>
        <w:rPr>
          <w:rFonts w:hint="eastAsia"/>
          <w:rtl/>
        </w:rPr>
        <w:t>مشركين</w:t>
      </w:r>
      <w:r>
        <w:rPr>
          <w:rtl/>
        </w:rPr>
        <w:t xml:space="preserve"> كے معبود 2،5</w:t>
      </w:r>
    </w:p>
    <w:p w:rsidR="001F628F" w:rsidRDefault="001F628F" w:rsidP="00AA51AE">
      <w:pPr>
        <w:pStyle w:val="libNormal"/>
        <w:rPr>
          <w:rtl/>
        </w:rPr>
      </w:pPr>
      <w:r>
        <w:rPr>
          <w:rFonts w:hint="eastAsia"/>
          <w:rtl/>
        </w:rPr>
        <w:t>معاشرت</w:t>
      </w:r>
      <w:r>
        <w:rPr>
          <w:rtl/>
        </w:rPr>
        <w:t xml:space="preserve"> :</w:t>
      </w:r>
      <w:r>
        <w:rPr>
          <w:rFonts w:hint="eastAsia"/>
          <w:rtl/>
        </w:rPr>
        <w:t>آداب</w:t>
      </w:r>
      <w:r>
        <w:rPr>
          <w:rtl/>
        </w:rPr>
        <w:t xml:space="preserve"> معاشرت7</w:t>
      </w:r>
    </w:p>
    <w:p w:rsidR="001F628F" w:rsidRDefault="001F628F" w:rsidP="00AA51AE">
      <w:pPr>
        <w:pStyle w:val="libNormal"/>
        <w:rPr>
          <w:rtl/>
        </w:rPr>
      </w:pPr>
      <w:r>
        <w:rPr>
          <w:rFonts w:hint="eastAsia"/>
          <w:rtl/>
        </w:rPr>
        <w:t>مقدسات</w:t>
      </w:r>
      <w:r>
        <w:rPr>
          <w:rtl/>
        </w:rPr>
        <w:t>:</w:t>
      </w:r>
      <w:r>
        <w:rPr>
          <w:rFonts w:hint="eastAsia"/>
          <w:rtl/>
        </w:rPr>
        <w:t>دوسرو</w:t>
      </w:r>
      <w:r w:rsidR="00083993">
        <w:rPr>
          <w:rFonts w:hint="eastAsia"/>
          <w:rtl/>
        </w:rPr>
        <w:t xml:space="preserve">ں </w:t>
      </w:r>
      <w:r>
        <w:rPr>
          <w:rtl/>
        </w:rPr>
        <w:t>كے مقدسات كا احترام 7</w:t>
      </w:r>
    </w:p>
    <w:p w:rsidR="001F628F" w:rsidRPr="00120F63" w:rsidRDefault="00AA51AE" w:rsidP="00AA51AE">
      <w:pPr>
        <w:pStyle w:val="Heading2Center"/>
        <w:rPr>
          <w:rtl/>
        </w:rPr>
      </w:pPr>
      <w:bookmarkStart w:id="167" w:name="_Toc28081845"/>
      <w:r>
        <w:rPr>
          <w:rFonts w:hint="cs"/>
          <w:rtl/>
        </w:rPr>
        <w:t xml:space="preserve">آیت </w:t>
      </w:r>
      <w:r w:rsidRPr="00120F63">
        <w:rPr>
          <w:rFonts w:hint="cs"/>
          <w:rtl/>
        </w:rPr>
        <w:t>21</w:t>
      </w:r>
      <w:bookmarkEnd w:id="167"/>
    </w:p>
    <w:p w:rsidR="001F628F" w:rsidRDefault="00E260F9" w:rsidP="00AA51AE">
      <w:pPr>
        <w:pStyle w:val="libNormal"/>
        <w:rPr>
          <w:rtl/>
        </w:rPr>
      </w:pPr>
      <w:r w:rsidRPr="00E260F9">
        <w:rPr>
          <w:rStyle w:val="libAlaemChar"/>
          <w:rFonts w:hint="eastAsia"/>
          <w:rtl/>
        </w:rPr>
        <w:t>(</w:t>
      </w:r>
      <w:r w:rsidRPr="00AA51AE">
        <w:rPr>
          <w:rStyle w:val="libAieChar"/>
          <w:rFonts w:hint="eastAsia"/>
          <w:rtl/>
        </w:rPr>
        <w:t>أَمْواتٌ</w:t>
      </w:r>
      <w:r w:rsidRPr="00AA51AE">
        <w:rPr>
          <w:rStyle w:val="libAieChar"/>
          <w:rtl/>
        </w:rPr>
        <w:t xml:space="preserve"> غَيْرُ أَحْيَاء وَمَا يَشْعُرُونَ أَيَّانَ يُبْعَثُونَ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تو مردہ ہي</w:t>
      </w:r>
      <w:r w:rsidR="00083993">
        <w:rPr>
          <w:rtl/>
        </w:rPr>
        <w:t xml:space="preserve">ں </w:t>
      </w:r>
      <w:r>
        <w:rPr>
          <w:rtl/>
        </w:rPr>
        <w:t>ان مي</w:t>
      </w:r>
      <w:r w:rsidR="00083993">
        <w:rPr>
          <w:rtl/>
        </w:rPr>
        <w:t xml:space="preserve">ں </w:t>
      </w:r>
      <w:r>
        <w:rPr>
          <w:rtl/>
        </w:rPr>
        <w:t>زندگى بھى نہي</w:t>
      </w:r>
      <w:r w:rsidR="00083993">
        <w:rPr>
          <w:rtl/>
        </w:rPr>
        <w:t xml:space="preserve">ں </w:t>
      </w:r>
      <w:r>
        <w:rPr>
          <w:rtl/>
        </w:rPr>
        <w:t>ہے اور نہ انھي</w:t>
      </w:r>
      <w:r w:rsidR="00083993">
        <w:rPr>
          <w:rtl/>
        </w:rPr>
        <w:t xml:space="preserve">ں </w:t>
      </w:r>
      <w:r>
        <w:rPr>
          <w:rtl/>
        </w:rPr>
        <w:t>يہ خبر ہے كہ مردے كب اٹھائے جائي</w:t>
      </w:r>
      <w:r w:rsidR="00083993">
        <w:rPr>
          <w:rtl/>
        </w:rPr>
        <w:t xml:space="preserve">ں </w:t>
      </w:r>
      <w:r>
        <w:rPr>
          <w:rtl/>
        </w:rPr>
        <w:t>گے _</w:t>
      </w:r>
    </w:p>
    <w:p w:rsidR="001F628F" w:rsidRDefault="001F628F" w:rsidP="00AA51AE">
      <w:pPr>
        <w:pStyle w:val="libNormal"/>
        <w:rPr>
          <w:rtl/>
        </w:rPr>
      </w:pPr>
      <w:r>
        <w:rPr>
          <w:rtl/>
        </w:rPr>
        <w:t>1_ مشركين كے خدا، ايسے بے جان موجودات ہي</w:t>
      </w:r>
      <w:r w:rsidR="00083993">
        <w:rPr>
          <w:rtl/>
        </w:rPr>
        <w:t xml:space="preserve">ں </w:t>
      </w:r>
      <w:r>
        <w:rPr>
          <w:rtl/>
        </w:rPr>
        <w:t>جن مي</w:t>
      </w:r>
      <w:r w:rsidR="00083993">
        <w:rPr>
          <w:rtl/>
        </w:rPr>
        <w:t xml:space="preserve">ں </w:t>
      </w:r>
      <w:r>
        <w:rPr>
          <w:rtl/>
        </w:rPr>
        <w:t>شروع ہى سے زندگى كى رمق نہ تھى اورنہ ہى وہ حيات كى لياقت ركھتے ہي</w:t>
      </w:r>
      <w:r w:rsidR="00083993">
        <w:rPr>
          <w:rtl/>
        </w:rPr>
        <w:t xml:space="preserve">ں </w:t>
      </w:r>
      <w:r>
        <w:rPr>
          <w:rtl/>
        </w:rPr>
        <w:t>_</w:t>
      </w:r>
      <w:r w:rsidRPr="00AA51AE">
        <w:rPr>
          <w:rStyle w:val="libArabicChar"/>
          <w:rFonts w:hint="eastAsia"/>
          <w:rtl/>
        </w:rPr>
        <w:t>والذين</w:t>
      </w:r>
      <w:r w:rsidRPr="00AA51AE">
        <w:rPr>
          <w:rStyle w:val="libArabicChar"/>
          <w:rtl/>
        </w:rPr>
        <w:t xml:space="preserve"> يدعون من دون الله ...اموات غير ا حيائ</w:t>
      </w:r>
    </w:p>
    <w:p w:rsidR="001F628F" w:rsidRDefault="001F628F" w:rsidP="001F628F">
      <w:pPr>
        <w:pStyle w:val="libNormal"/>
        <w:rPr>
          <w:rtl/>
        </w:rPr>
      </w:pPr>
      <w:r>
        <w:rPr>
          <w:rtl/>
        </w:rPr>
        <w:t>''اموات'' كے بعد ''غير احيائ'' كى عبارت كا ذكر ممكن ہے اس نكتے كى طرف اشارہ ہو كہ يہ موجودات مردہ ہونے كے علاوہ ، نہ سابقہ زندگى ركھتے تھے اور نہ انہي</w:t>
      </w:r>
      <w:r w:rsidR="00083993">
        <w:rPr>
          <w:rtl/>
        </w:rPr>
        <w:t xml:space="preserve">ں </w:t>
      </w:r>
      <w:r>
        <w:rPr>
          <w:rtl/>
        </w:rPr>
        <w:t>حيات نصيب ہوگي_</w:t>
      </w:r>
    </w:p>
    <w:p w:rsidR="001F628F" w:rsidRDefault="001F628F" w:rsidP="001F628F">
      <w:pPr>
        <w:pStyle w:val="libNormal"/>
        <w:rPr>
          <w:rtl/>
        </w:rPr>
      </w:pPr>
      <w:r>
        <w:rPr>
          <w:rtl/>
        </w:rPr>
        <w:t>2_ مشركين كے خدا ، زمانہ قيامت كے وقوع اور اپنے حشر كے بارے مي</w:t>
      </w:r>
      <w:r w:rsidR="00083993">
        <w:rPr>
          <w:rtl/>
        </w:rPr>
        <w:t xml:space="preserve">ں </w:t>
      </w:r>
      <w:r>
        <w:rPr>
          <w:rtl/>
        </w:rPr>
        <w:t>بالكل نا آگاہ تھے _</w:t>
      </w:r>
    </w:p>
    <w:p w:rsidR="001F628F" w:rsidRDefault="001F628F" w:rsidP="00AA51AE">
      <w:pPr>
        <w:pStyle w:val="libArabic"/>
        <w:rPr>
          <w:rtl/>
        </w:rPr>
      </w:pPr>
      <w:r>
        <w:rPr>
          <w:rFonts w:hint="eastAsia"/>
          <w:rtl/>
        </w:rPr>
        <w:t>وما</w:t>
      </w:r>
      <w:r>
        <w:rPr>
          <w:rtl/>
        </w:rPr>
        <w:t xml:space="preserve"> يشعرون ايّان يبعثون</w:t>
      </w:r>
    </w:p>
    <w:p w:rsidR="001F628F" w:rsidRDefault="001F628F" w:rsidP="001F628F">
      <w:pPr>
        <w:pStyle w:val="libNormal"/>
        <w:rPr>
          <w:rtl/>
        </w:rPr>
      </w:pPr>
      <w:r>
        <w:rPr>
          <w:rFonts w:hint="eastAsia"/>
          <w:rtl/>
        </w:rPr>
        <w:t>مذكورہ</w:t>
      </w:r>
      <w:r>
        <w:rPr>
          <w:rtl/>
        </w:rPr>
        <w:t xml:space="preserve"> بالا مطلب اس نكتہ پر موقوف ہے كہ جب ''يشعرون ''اور يبعثون'' فاعل كى ضيمر ك</w:t>
      </w:r>
    </w:p>
    <w:p w:rsidR="00AA51AE" w:rsidRDefault="001E7F9D" w:rsidP="00F73EDE">
      <w:pPr>
        <w:pStyle w:val="libPoemTini"/>
        <w:rPr>
          <w:rtl/>
        </w:rPr>
      </w:pPr>
      <w:r>
        <w:rPr>
          <w:rtl/>
        </w:rPr>
        <w:cr/>
      </w:r>
      <w:r>
        <w:rPr>
          <w:rtl/>
        </w:rPr>
        <w:br w:type="page"/>
      </w:r>
    </w:p>
    <w:p w:rsidR="001F628F" w:rsidRDefault="001F628F" w:rsidP="00AA51AE">
      <w:pPr>
        <w:pStyle w:val="libNormal"/>
        <w:rPr>
          <w:rtl/>
        </w:rPr>
      </w:pPr>
      <w:r>
        <w:rPr>
          <w:rFonts w:hint="eastAsia"/>
          <w:rtl/>
        </w:rPr>
        <w:lastRenderedPageBreak/>
        <w:t>مرجع</w:t>
      </w:r>
      <w:r>
        <w:rPr>
          <w:rtl/>
        </w:rPr>
        <w:t xml:space="preserve"> وہ باطل معبود ہو</w:t>
      </w:r>
      <w:r w:rsidR="00083993">
        <w:rPr>
          <w:rtl/>
        </w:rPr>
        <w:t xml:space="preserve">ں </w:t>
      </w:r>
      <w:r>
        <w:rPr>
          <w:rtl/>
        </w:rPr>
        <w:t>جن كے بارے مي</w:t>
      </w:r>
      <w:r w:rsidR="00083993">
        <w:rPr>
          <w:rtl/>
        </w:rPr>
        <w:t xml:space="preserve">ں </w:t>
      </w:r>
      <w:r>
        <w:rPr>
          <w:rtl/>
        </w:rPr>
        <w:t>ماقبل آيت مي</w:t>
      </w:r>
      <w:r w:rsidR="00083993">
        <w:rPr>
          <w:rtl/>
        </w:rPr>
        <w:t xml:space="preserve">ں </w:t>
      </w:r>
      <w:r>
        <w:rPr>
          <w:rtl/>
        </w:rPr>
        <w:t>گفتگو ہوئي ہے_</w:t>
      </w:r>
    </w:p>
    <w:p w:rsidR="001F628F" w:rsidRDefault="001F628F" w:rsidP="00AA51AE">
      <w:pPr>
        <w:pStyle w:val="libNormal"/>
        <w:rPr>
          <w:rtl/>
        </w:rPr>
      </w:pPr>
      <w:r>
        <w:rPr>
          <w:rtl/>
        </w:rPr>
        <w:t>3_ مشركين كے معبودو</w:t>
      </w:r>
      <w:r w:rsidR="00083993">
        <w:rPr>
          <w:rtl/>
        </w:rPr>
        <w:t xml:space="preserve">ں </w:t>
      </w:r>
      <w:r>
        <w:rPr>
          <w:rtl/>
        </w:rPr>
        <w:t>كى اپنے پرستش كرنے والو</w:t>
      </w:r>
      <w:r w:rsidR="00083993">
        <w:rPr>
          <w:rtl/>
        </w:rPr>
        <w:t xml:space="preserve">ں </w:t>
      </w:r>
      <w:r>
        <w:rPr>
          <w:rtl/>
        </w:rPr>
        <w:t>كے حشر كے وقت سے ناآگاہى _</w:t>
      </w:r>
      <w:r w:rsidRPr="00AA51AE">
        <w:rPr>
          <w:rStyle w:val="libArabicChar"/>
          <w:rFonts w:hint="eastAsia"/>
          <w:rtl/>
        </w:rPr>
        <w:t>وما</w:t>
      </w:r>
      <w:r w:rsidRPr="00AA51AE">
        <w:rPr>
          <w:rStyle w:val="libArabicChar"/>
          <w:rtl/>
        </w:rPr>
        <w:t xml:space="preserve"> يشعرون ايّان يبعثون</w:t>
      </w:r>
    </w:p>
    <w:p w:rsidR="001F628F" w:rsidRDefault="001F628F" w:rsidP="001F628F">
      <w:pPr>
        <w:pStyle w:val="libNormal"/>
        <w:rPr>
          <w:rtl/>
        </w:rPr>
      </w:pPr>
      <w:r>
        <w:rPr>
          <w:rFonts w:hint="eastAsia"/>
          <w:rtl/>
        </w:rPr>
        <w:t>مذكورہ</w:t>
      </w:r>
      <w:r>
        <w:rPr>
          <w:rtl/>
        </w:rPr>
        <w:t xml:space="preserve"> مطلب اس احتمال كى بناء پر ہے جب ''يبعثون'' كى ضمير كا مرجع وہى بتو</w:t>
      </w:r>
      <w:r w:rsidR="00083993">
        <w:rPr>
          <w:rtl/>
        </w:rPr>
        <w:t xml:space="preserve">ں </w:t>
      </w:r>
      <w:r>
        <w:rPr>
          <w:rtl/>
        </w:rPr>
        <w:t>كى پرستش كرنے والے ہو</w:t>
      </w:r>
      <w:r w:rsidR="00083993">
        <w:rPr>
          <w:rtl/>
        </w:rPr>
        <w:t xml:space="preserve">ں </w:t>
      </w:r>
      <w:r>
        <w:rPr>
          <w:rtl/>
        </w:rPr>
        <w:t>جو ''يدعون '' كى ضمير فاعلى ہي</w:t>
      </w:r>
      <w:r w:rsidR="00083993">
        <w:rPr>
          <w:rtl/>
        </w:rPr>
        <w:t xml:space="preserve">ں </w:t>
      </w:r>
      <w:r>
        <w:rPr>
          <w:rtl/>
        </w:rPr>
        <w:t>_</w:t>
      </w:r>
    </w:p>
    <w:p w:rsidR="001F628F" w:rsidRDefault="001F628F" w:rsidP="001F628F">
      <w:pPr>
        <w:pStyle w:val="libNormal"/>
        <w:rPr>
          <w:rtl/>
        </w:rPr>
      </w:pPr>
      <w:r>
        <w:rPr>
          <w:rtl/>
        </w:rPr>
        <w:t>4_ جاندار ہونا اور قيامت كے وقت سے آگاہى ، الوہيت كى شرائط مي</w:t>
      </w:r>
      <w:r w:rsidR="00083993">
        <w:rPr>
          <w:rtl/>
        </w:rPr>
        <w:t xml:space="preserve">ں </w:t>
      </w:r>
      <w:r>
        <w:rPr>
          <w:rtl/>
        </w:rPr>
        <w:t>سے ہے_</w:t>
      </w:r>
    </w:p>
    <w:p w:rsidR="001F628F" w:rsidRDefault="001F628F" w:rsidP="00AA51AE">
      <w:pPr>
        <w:pStyle w:val="libArabic"/>
        <w:rPr>
          <w:rtl/>
        </w:rPr>
      </w:pPr>
      <w:r>
        <w:rPr>
          <w:rFonts w:hint="eastAsia"/>
          <w:rtl/>
        </w:rPr>
        <w:t>اموات</w:t>
      </w:r>
      <w:r>
        <w:rPr>
          <w:rtl/>
        </w:rPr>
        <w:t xml:space="preserve"> غير احياء وما يشعرون ايّان يبعثون</w:t>
      </w:r>
    </w:p>
    <w:p w:rsidR="001F628F" w:rsidRDefault="001F628F" w:rsidP="001F628F">
      <w:pPr>
        <w:pStyle w:val="libNormal"/>
        <w:rPr>
          <w:rtl/>
        </w:rPr>
      </w:pPr>
      <w:r>
        <w:rPr>
          <w:rFonts w:hint="eastAsia"/>
          <w:rtl/>
        </w:rPr>
        <w:t>چونكہ</w:t>
      </w:r>
      <w:r>
        <w:rPr>
          <w:rtl/>
        </w:rPr>
        <w:t xml:space="preserve"> خداوند عالم نے مشركين كے معبودو</w:t>
      </w:r>
      <w:r w:rsidR="00083993">
        <w:rPr>
          <w:rtl/>
        </w:rPr>
        <w:t xml:space="preserve">ں </w:t>
      </w:r>
      <w:r>
        <w:rPr>
          <w:rtl/>
        </w:rPr>
        <w:t>كى الوہيت كى نفى كے مقام پر انہي</w:t>
      </w:r>
      <w:r w:rsidR="00083993">
        <w:rPr>
          <w:rtl/>
        </w:rPr>
        <w:t xml:space="preserve">ں </w:t>
      </w:r>
      <w:r>
        <w:rPr>
          <w:rtl/>
        </w:rPr>
        <w:t>ايسے مردو</w:t>
      </w:r>
      <w:r w:rsidR="00083993">
        <w:rPr>
          <w:rtl/>
        </w:rPr>
        <w:t xml:space="preserve">ں </w:t>
      </w:r>
      <w:r>
        <w:rPr>
          <w:rtl/>
        </w:rPr>
        <w:t>سے تعبير كيا ہے جو ہر قسم كى حيات و شعور سے عارى ہي</w:t>
      </w:r>
      <w:r w:rsidR="00083993">
        <w:rPr>
          <w:rtl/>
        </w:rPr>
        <w:t xml:space="preserve">ں </w:t>
      </w:r>
      <w:r>
        <w:rPr>
          <w:rtl/>
        </w:rPr>
        <w:t>لہذا اس سے استفادہ كيا جا سكتا ہے كہ خدا كے ليے صاحب حيات و علم ہونا ضرورى ہے_</w:t>
      </w:r>
    </w:p>
    <w:p w:rsidR="001F628F" w:rsidRDefault="001F628F" w:rsidP="00AA51AE">
      <w:pPr>
        <w:pStyle w:val="libNormal"/>
        <w:rPr>
          <w:rtl/>
        </w:rPr>
      </w:pPr>
      <w:r>
        <w:rPr>
          <w:rtl/>
        </w:rPr>
        <w:t>5_ مشركين، متعدد خداؤ</w:t>
      </w:r>
      <w:r w:rsidR="00083993">
        <w:rPr>
          <w:rtl/>
        </w:rPr>
        <w:t xml:space="preserve">ں </w:t>
      </w:r>
      <w:r>
        <w:rPr>
          <w:rtl/>
        </w:rPr>
        <w:t>كے حامل تھے_</w:t>
      </w:r>
      <w:r w:rsidRPr="00AA51AE">
        <w:rPr>
          <w:rStyle w:val="libArabicChar"/>
          <w:rFonts w:hint="eastAsia"/>
          <w:rtl/>
        </w:rPr>
        <w:t>اموات</w:t>
      </w:r>
      <w:r w:rsidRPr="00AA51AE">
        <w:rPr>
          <w:rStyle w:val="libArabicChar"/>
          <w:rtl/>
        </w:rPr>
        <w:t xml:space="preserve"> غير احياء وما يشعرون ايّان يبعثون</w:t>
      </w:r>
    </w:p>
    <w:p w:rsidR="001F628F" w:rsidRDefault="001F628F" w:rsidP="00AA51AE">
      <w:pPr>
        <w:pStyle w:val="libNormal"/>
        <w:rPr>
          <w:rtl/>
        </w:rPr>
      </w:pPr>
      <w:r>
        <w:rPr>
          <w:rFonts w:hint="eastAsia"/>
          <w:rtl/>
        </w:rPr>
        <w:t>الوہيت</w:t>
      </w:r>
      <w:r>
        <w:rPr>
          <w:rtl/>
        </w:rPr>
        <w:t>:</w:t>
      </w:r>
      <w:r>
        <w:rPr>
          <w:rFonts w:hint="eastAsia"/>
          <w:rtl/>
        </w:rPr>
        <w:t>الوہيت</w:t>
      </w:r>
      <w:r>
        <w:rPr>
          <w:rtl/>
        </w:rPr>
        <w:t xml:space="preserve"> كى شرائط 4</w:t>
      </w:r>
    </w:p>
    <w:p w:rsidR="001F628F" w:rsidRDefault="001F628F" w:rsidP="00AA51AE">
      <w:pPr>
        <w:pStyle w:val="libNormal"/>
        <w:rPr>
          <w:rtl/>
        </w:rPr>
      </w:pPr>
      <w:r>
        <w:rPr>
          <w:rFonts w:hint="eastAsia"/>
          <w:rtl/>
        </w:rPr>
        <w:t>باطل</w:t>
      </w:r>
      <w:r>
        <w:rPr>
          <w:rtl/>
        </w:rPr>
        <w:t xml:space="preserve"> معبود:</w:t>
      </w:r>
      <w:r>
        <w:rPr>
          <w:rFonts w:hint="eastAsia"/>
          <w:rtl/>
        </w:rPr>
        <w:t>باطل</w:t>
      </w:r>
      <w:r>
        <w:rPr>
          <w:rtl/>
        </w:rPr>
        <w:t xml:space="preserve"> معبودو</w:t>
      </w:r>
      <w:r w:rsidR="00083993">
        <w:rPr>
          <w:rtl/>
        </w:rPr>
        <w:t xml:space="preserve">ں </w:t>
      </w:r>
      <w:r>
        <w:rPr>
          <w:rtl/>
        </w:rPr>
        <w:t>كا بے جان ہونا 1; باطل معبودو</w:t>
      </w:r>
      <w:r w:rsidR="00083993">
        <w:rPr>
          <w:rtl/>
        </w:rPr>
        <w:t xml:space="preserve">ں </w:t>
      </w:r>
      <w:r>
        <w:rPr>
          <w:rtl/>
        </w:rPr>
        <w:t>كا متعدد ہونا 5; باطل مبعودو</w:t>
      </w:r>
      <w:r w:rsidR="00083993">
        <w:rPr>
          <w:rtl/>
        </w:rPr>
        <w:t xml:space="preserve">ں </w:t>
      </w:r>
      <w:r>
        <w:rPr>
          <w:rtl/>
        </w:rPr>
        <w:t>كى جہالت 2،3</w:t>
      </w:r>
    </w:p>
    <w:p w:rsidR="001F628F" w:rsidRDefault="001F628F" w:rsidP="00AA51AE">
      <w:pPr>
        <w:pStyle w:val="libNormal"/>
        <w:rPr>
          <w:rtl/>
        </w:rPr>
      </w:pPr>
      <w:r>
        <w:rPr>
          <w:rFonts w:hint="eastAsia"/>
          <w:rtl/>
        </w:rPr>
        <w:t>حيات</w:t>
      </w:r>
      <w:r>
        <w:rPr>
          <w:rtl/>
        </w:rPr>
        <w:t>:</w:t>
      </w:r>
      <w:r>
        <w:rPr>
          <w:rFonts w:hint="eastAsia"/>
          <w:rtl/>
        </w:rPr>
        <w:t>حيات</w:t>
      </w:r>
      <w:r>
        <w:rPr>
          <w:rtl/>
        </w:rPr>
        <w:t xml:space="preserve"> كا كردار</w:t>
      </w:r>
    </w:p>
    <w:p w:rsidR="001F628F" w:rsidRDefault="001F628F" w:rsidP="00AA51AE">
      <w:pPr>
        <w:pStyle w:val="libNormal"/>
        <w:rPr>
          <w:rtl/>
        </w:rPr>
      </w:pPr>
      <w:r>
        <w:rPr>
          <w:rFonts w:hint="eastAsia"/>
          <w:rtl/>
        </w:rPr>
        <w:t>قيامت</w:t>
      </w:r>
      <w:r>
        <w:rPr>
          <w:rtl/>
        </w:rPr>
        <w:t>:</w:t>
      </w:r>
      <w:r>
        <w:rPr>
          <w:rFonts w:hint="eastAsia"/>
          <w:rtl/>
        </w:rPr>
        <w:t>قيامت</w:t>
      </w:r>
      <w:r>
        <w:rPr>
          <w:rtl/>
        </w:rPr>
        <w:t xml:space="preserve"> كے وقت سے آگاہي4;قيامت كے وقت سے لا علمى 2،3</w:t>
      </w:r>
    </w:p>
    <w:p w:rsidR="001F628F" w:rsidRPr="00120F63" w:rsidRDefault="00AA51AE" w:rsidP="00AA51AE">
      <w:pPr>
        <w:pStyle w:val="Heading2Center"/>
        <w:rPr>
          <w:rtl/>
        </w:rPr>
      </w:pPr>
      <w:bookmarkStart w:id="168" w:name="_Toc28081846"/>
      <w:r>
        <w:rPr>
          <w:rFonts w:hint="cs"/>
          <w:rtl/>
        </w:rPr>
        <w:t xml:space="preserve">آیت </w:t>
      </w:r>
      <w:r w:rsidRPr="00120F63">
        <w:rPr>
          <w:rFonts w:hint="cs"/>
          <w:rtl/>
        </w:rPr>
        <w:t>22</w:t>
      </w:r>
      <w:bookmarkEnd w:id="168"/>
    </w:p>
    <w:p w:rsidR="001F628F" w:rsidRDefault="00E260F9" w:rsidP="00AA51AE">
      <w:pPr>
        <w:pStyle w:val="libNormal"/>
        <w:rPr>
          <w:rtl/>
        </w:rPr>
      </w:pPr>
      <w:r w:rsidRPr="00E260F9">
        <w:rPr>
          <w:rStyle w:val="libAlaemChar"/>
          <w:rFonts w:hint="eastAsia"/>
          <w:rtl/>
        </w:rPr>
        <w:t>(</w:t>
      </w:r>
      <w:r w:rsidRPr="00AA51AE">
        <w:rPr>
          <w:rStyle w:val="libAieChar"/>
          <w:rFonts w:hint="eastAsia"/>
          <w:rtl/>
        </w:rPr>
        <w:t>إِلَهُكُمْ</w:t>
      </w:r>
      <w:r w:rsidRPr="00AA51AE">
        <w:rPr>
          <w:rStyle w:val="libAieChar"/>
          <w:rtl/>
        </w:rPr>
        <w:t xml:space="preserve"> إِلَهٌ وَاحِدٌ فَالَّذِينَ لاَ يُؤْمِنُونَ بِالآخِرَةِ قُلُوبُهُم مُّنكِرَةٌ وَهُم مُّسْتَكْبِرُونَ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تمھارا</w:t>
      </w:r>
      <w:r>
        <w:rPr>
          <w:rtl/>
        </w:rPr>
        <w:t xml:space="preserve"> خدا صرف ايك ہے اور جو لوگ آخرت پر ايمان نہي</w:t>
      </w:r>
      <w:r w:rsidR="00083993">
        <w:rPr>
          <w:rtl/>
        </w:rPr>
        <w:t xml:space="preserve">ں </w:t>
      </w:r>
      <w:r>
        <w:rPr>
          <w:rtl/>
        </w:rPr>
        <w:t>ركھتے ہي</w:t>
      </w:r>
      <w:r w:rsidR="00083993">
        <w:rPr>
          <w:rtl/>
        </w:rPr>
        <w:t xml:space="preserve">ں </w:t>
      </w:r>
      <w:r>
        <w:rPr>
          <w:rtl/>
        </w:rPr>
        <w:t>ان كے دل منكر قسم كے ہي</w:t>
      </w:r>
      <w:r w:rsidR="00083993">
        <w:rPr>
          <w:rtl/>
        </w:rPr>
        <w:t xml:space="preserve">ں </w:t>
      </w:r>
      <w:r>
        <w:rPr>
          <w:rtl/>
        </w:rPr>
        <w:t>اور وہ خود مغرور متكبر ہي</w:t>
      </w:r>
      <w:r w:rsidR="00083993">
        <w:rPr>
          <w:rtl/>
        </w:rPr>
        <w:t xml:space="preserve">ں </w:t>
      </w:r>
      <w:r>
        <w:rPr>
          <w:rtl/>
        </w:rPr>
        <w:t>_</w:t>
      </w:r>
    </w:p>
    <w:p w:rsidR="001F628F" w:rsidRDefault="001F628F" w:rsidP="001F628F">
      <w:pPr>
        <w:pStyle w:val="libNormal"/>
        <w:rPr>
          <w:rtl/>
        </w:rPr>
      </w:pPr>
      <w:r>
        <w:rPr>
          <w:rtl/>
        </w:rPr>
        <w:t>1_ انسانو</w:t>
      </w:r>
      <w:r w:rsidR="00083993">
        <w:rPr>
          <w:rtl/>
        </w:rPr>
        <w:t xml:space="preserve">ں </w:t>
      </w:r>
      <w:r>
        <w:rPr>
          <w:rtl/>
        </w:rPr>
        <w:t>كا تنہا، حقيقى مبعود ، خدائے وحدہ لا شريك ہے_</w:t>
      </w:r>
    </w:p>
    <w:p w:rsidR="00AA51AE" w:rsidRDefault="001E7F9D" w:rsidP="00F73EDE">
      <w:pPr>
        <w:pStyle w:val="libPoemTini"/>
        <w:rPr>
          <w:rtl/>
        </w:rPr>
      </w:pPr>
      <w:r>
        <w:rPr>
          <w:rtl/>
        </w:rPr>
        <w:br w:type="page"/>
      </w:r>
    </w:p>
    <w:p w:rsidR="001F628F" w:rsidRDefault="001F628F" w:rsidP="00AA51AE">
      <w:pPr>
        <w:pStyle w:val="libArabic"/>
        <w:rPr>
          <w:rtl/>
        </w:rPr>
      </w:pPr>
      <w:r>
        <w:rPr>
          <w:rFonts w:hint="eastAsia"/>
          <w:rtl/>
        </w:rPr>
        <w:lastRenderedPageBreak/>
        <w:t>ال</w:t>
      </w:r>
      <w:r w:rsidR="00120F63" w:rsidRPr="00ED5DE8">
        <w:rPr>
          <w:rFonts w:hint="cs"/>
          <w:rtl/>
        </w:rPr>
        <w:t>ه</w:t>
      </w:r>
      <w:r>
        <w:rPr>
          <w:rFonts w:hint="cs"/>
          <w:rtl/>
        </w:rPr>
        <w:t>كم</w:t>
      </w:r>
      <w:r>
        <w:rPr>
          <w:rtl/>
        </w:rPr>
        <w:t xml:space="preserve"> ال</w:t>
      </w:r>
      <w:r w:rsidR="00120F63" w:rsidRPr="00ED5DE8">
        <w:rPr>
          <w:rFonts w:hint="cs"/>
          <w:rtl/>
        </w:rPr>
        <w:t>ه</w:t>
      </w:r>
      <w:r>
        <w:rPr>
          <w:rtl/>
        </w:rPr>
        <w:t xml:space="preserve"> واحد</w:t>
      </w:r>
    </w:p>
    <w:p w:rsidR="001F628F" w:rsidRDefault="001F628F" w:rsidP="001F628F">
      <w:pPr>
        <w:pStyle w:val="libNormal"/>
        <w:rPr>
          <w:rtl/>
        </w:rPr>
      </w:pPr>
      <w:r>
        <w:rPr>
          <w:rFonts w:hint="eastAsia"/>
          <w:rtl/>
        </w:rPr>
        <w:t>گذشتہ</w:t>
      </w:r>
      <w:r>
        <w:rPr>
          <w:rtl/>
        </w:rPr>
        <w:t xml:space="preserve"> آيات جو كہ خداوند عالم كى صفات كے بارے مي</w:t>
      </w:r>
      <w:r w:rsidR="00083993">
        <w:rPr>
          <w:rtl/>
        </w:rPr>
        <w:t xml:space="preserve">ں </w:t>
      </w:r>
      <w:r>
        <w:rPr>
          <w:rtl/>
        </w:rPr>
        <w:t>اور مشركين كے معبودو</w:t>
      </w:r>
      <w:r w:rsidR="00083993">
        <w:rPr>
          <w:rtl/>
        </w:rPr>
        <w:t xml:space="preserve">ں </w:t>
      </w:r>
      <w:r>
        <w:rPr>
          <w:rtl/>
        </w:rPr>
        <w:t>كى نفى كے بارے مي</w:t>
      </w:r>
      <w:r w:rsidR="00083993">
        <w:rPr>
          <w:rtl/>
        </w:rPr>
        <w:t xml:space="preserve">ں </w:t>
      </w:r>
      <w:r>
        <w:rPr>
          <w:rtl/>
        </w:rPr>
        <w:t>تھي</w:t>
      </w:r>
      <w:r w:rsidR="00083993">
        <w:rPr>
          <w:rtl/>
        </w:rPr>
        <w:t xml:space="preserve">ں </w:t>
      </w:r>
      <w:r>
        <w:rPr>
          <w:rtl/>
        </w:rPr>
        <w:t>انہي</w:t>
      </w:r>
      <w:r w:rsidR="00083993">
        <w:rPr>
          <w:rtl/>
        </w:rPr>
        <w:t xml:space="preserve">ں </w:t>
      </w:r>
      <w:r>
        <w:rPr>
          <w:rtl/>
        </w:rPr>
        <w:t>مد نظر ركھتے ہوئے اور اس آيت مي</w:t>
      </w:r>
      <w:r w:rsidR="00083993">
        <w:rPr>
          <w:rtl/>
        </w:rPr>
        <w:t xml:space="preserve">ں </w:t>
      </w:r>
      <w:r>
        <w:rPr>
          <w:rtl/>
        </w:rPr>
        <w:t>'' معبود'' اور'' الہ'' كو ايك ذات مي</w:t>
      </w:r>
      <w:r w:rsidR="00083993">
        <w:rPr>
          <w:rtl/>
        </w:rPr>
        <w:t xml:space="preserve">ں </w:t>
      </w:r>
      <w:r>
        <w:rPr>
          <w:rtl/>
        </w:rPr>
        <w:t>منحصر كرنے سے واضح ہو جا تا ہے كہ ''الہ'' يگانہ سے مراد ذات الہى ہے_</w:t>
      </w:r>
    </w:p>
    <w:p w:rsidR="001F628F" w:rsidRDefault="001F628F" w:rsidP="001F628F">
      <w:pPr>
        <w:pStyle w:val="libNormal"/>
        <w:rPr>
          <w:rtl/>
        </w:rPr>
      </w:pPr>
      <w:r>
        <w:rPr>
          <w:rtl/>
        </w:rPr>
        <w:t>2_ علم ، قدرت ، خالقيت اور حيات حقيقى خدا و معبود كى خصوصيات مي</w:t>
      </w:r>
      <w:r w:rsidR="00083993">
        <w:rPr>
          <w:rtl/>
        </w:rPr>
        <w:t xml:space="preserve">ں </w:t>
      </w:r>
      <w:r>
        <w:rPr>
          <w:rtl/>
        </w:rPr>
        <w:t>سے ہے_</w:t>
      </w:r>
    </w:p>
    <w:p w:rsidR="001F628F" w:rsidRDefault="001F628F" w:rsidP="00AA51AE">
      <w:pPr>
        <w:pStyle w:val="libArabic"/>
        <w:rPr>
          <w:rtl/>
        </w:rPr>
      </w:pPr>
      <w:r>
        <w:rPr>
          <w:rFonts w:hint="eastAsia"/>
          <w:rtl/>
        </w:rPr>
        <w:t>ا</w:t>
      </w:r>
      <w:r>
        <w:rPr>
          <w:rtl/>
        </w:rPr>
        <w:t xml:space="preserve"> فمن يخلق كمن لا يخلق ... والله يعلم ... والذين يدعون من دون الله لا يخلقون شيئاً و</w:t>
      </w:r>
      <w:r w:rsidR="00120F63" w:rsidRPr="00ED5DE8">
        <w:rPr>
          <w:rFonts w:hint="cs"/>
          <w:rtl/>
        </w:rPr>
        <w:t>ه</w:t>
      </w:r>
      <w:r>
        <w:rPr>
          <w:rFonts w:hint="cs"/>
          <w:rtl/>
        </w:rPr>
        <w:t>م</w:t>
      </w:r>
      <w:r>
        <w:rPr>
          <w:rtl/>
        </w:rPr>
        <w:t xml:space="preserve"> </w:t>
      </w:r>
      <w:r>
        <w:rPr>
          <w:rFonts w:hint="cs"/>
          <w:rtl/>
        </w:rPr>
        <w:t>يخلقون</w:t>
      </w:r>
      <w:r>
        <w:rPr>
          <w:rtl/>
        </w:rPr>
        <w:t xml:space="preserve"> </w:t>
      </w:r>
      <w:r>
        <w:rPr>
          <w:rFonts w:hint="cs"/>
          <w:rtl/>
        </w:rPr>
        <w:t>اموات</w:t>
      </w:r>
      <w:r>
        <w:rPr>
          <w:rtl/>
        </w:rPr>
        <w:t xml:space="preserve"> </w:t>
      </w:r>
      <w:r>
        <w:rPr>
          <w:rFonts w:hint="cs"/>
          <w:rtl/>
        </w:rPr>
        <w:t>غير</w:t>
      </w:r>
      <w:r>
        <w:rPr>
          <w:rtl/>
        </w:rPr>
        <w:t xml:space="preserve"> احياء ...ال</w:t>
      </w:r>
      <w:r w:rsidR="00120F63" w:rsidRPr="00ED5DE8">
        <w:rPr>
          <w:rFonts w:hint="cs"/>
          <w:rtl/>
        </w:rPr>
        <w:t>ه</w:t>
      </w:r>
      <w:r>
        <w:rPr>
          <w:rFonts w:hint="cs"/>
          <w:rtl/>
        </w:rPr>
        <w:t>كم</w:t>
      </w:r>
      <w:r>
        <w:rPr>
          <w:rtl/>
        </w:rPr>
        <w:t xml:space="preserve"> </w:t>
      </w:r>
      <w:r>
        <w:rPr>
          <w:rFonts w:hint="cs"/>
          <w:rtl/>
        </w:rPr>
        <w:t>ال</w:t>
      </w:r>
      <w:r w:rsidR="00120F63" w:rsidRPr="00ED5DE8">
        <w:rPr>
          <w:rFonts w:hint="cs"/>
          <w:rtl/>
        </w:rPr>
        <w:t>ه</w:t>
      </w:r>
      <w:r>
        <w:rPr>
          <w:rtl/>
        </w:rPr>
        <w:t xml:space="preserve"> واحد</w:t>
      </w:r>
    </w:p>
    <w:p w:rsidR="001F628F" w:rsidRDefault="001F628F" w:rsidP="001F628F">
      <w:pPr>
        <w:pStyle w:val="libNormal"/>
        <w:rPr>
          <w:rtl/>
        </w:rPr>
      </w:pPr>
      <w:r>
        <w:rPr>
          <w:rFonts w:hint="eastAsia"/>
          <w:rtl/>
        </w:rPr>
        <w:t>خداوند</w:t>
      </w:r>
      <w:r>
        <w:rPr>
          <w:rtl/>
        </w:rPr>
        <w:t xml:space="preserve"> عالم كى برجستہ صفات كے بيان كے بعد ''الہكم الہ واحد'' كى عبارت كو لانا اور باطل معبودو</w:t>
      </w:r>
      <w:r w:rsidR="00083993">
        <w:rPr>
          <w:rtl/>
        </w:rPr>
        <w:t xml:space="preserve">ں </w:t>
      </w:r>
      <w:r>
        <w:rPr>
          <w:rtl/>
        </w:rPr>
        <w:t>كے ضعف و نقائص كى ياد آورى ان كى گفتگو كے نتيجے كو ذكر كرنے كے قائم مقام اور مذكورہ نكتے كى طرف اشارہ ہے_</w:t>
      </w:r>
    </w:p>
    <w:p w:rsidR="001F628F" w:rsidRDefault="001F628F" w:rsidP="001F628F">
      <w:pPr>
        <w:pStyle w:val="libNormal"/>
        <w:rPr>
          <w:rtl/>
        </w:rPr>
      </w:pPr>
      <w:r>
        <w:rPr>
          <w:rtl/>
        </w:rPr>
        <w:t>3_ وہ لوگ جو آخرت پر ايمان نہي</w:t>
      </w:r>
      <w:r w:rsidR="00083993">
        <w:rPr>
          <w:rtl/>
        </w:rPr>
        <w:t xml:space="preserve">ں </w:t>
      </w:r>
      <w:r>
        <w:rPr>
          <w:rtl/>
        </w:rPr>
        <w:t>ركھتے ان كے دل حق كو قبول نہ كرنے والے اور استكبار انہ روش كے مالك ہي</w:t>
      </w:r>
      <w:r w:rsidR="00083993">
        <w:rPr>
          <w:rtl/>
        </w:rPr>
        <w:t xml:space="preserve">ں </w:t>
      </w:r>
      <w:r>
        <w:rPr>
          <w:rtl/>
        </w:rPr>
        <w:t>_</w:t>
      </w:r>
    </w:p>
    <w:p w:rsidR="001F628F" w:rsidRDefault="001F628F" w:rsidP="00AA51AE">
      <w:pPr>
        <w:pStyle w:val="libArabic"/>
        <w:rPr>
          <w:rtl/>
        </w:rPr>
      </w:pPr>
      <w:r>
        <w:rPr>
          <w:rFonts w:hint="eastAsia"/>
          <w:rtl/>
        </w:rPr>
        <w:t>فاالذين</w:t>
      </w:r>
      <w:r>
        <w:rPr>
          <w:rtl/>
        </w:rPr>
        <w:t xml:space="preserve"> لا يؤمنون بالآخر</w:t>
      </w:r>
      <w:r w:rsidR="00120F63" w:rsidRPr="00ED5DE8">
        <w:rPr>
          <w:rFonts w:hint="cs"/>
          <w:rtl/>
        </w:rPr>
        <w:t>ه</w:t>
      </w:r>
      <w:r>
        <w:rPr>
          <w:rtl/>
        </w:rPr>
        <w:t xml:space="preserve"> </w:t>
      </w:r>
      <w:r>
        <w:rPr>
          <w:rFonts w:hint="cs"/>
          <w:rtl/>
        </w:rPr>
        <w:t>قلوب</w:t>
      </w:r>
      <w:r w:rsidR="00120F63" w:rsidRPr="00ED5DE8">
        <w:rPr>
          <w:rFonts w:hint="cs"/>
          <w:rtl/>
        </w:rPr>
        <w:t>ه</w:t>
      </w:r>
      <w:r>
        <w:rPr>
          <w:rFonts w:hint="cs"/>
          <w:rtl/>
        </w:rPr>
        <w:t>م</w:t>
      </w:r>
      <w:r>
        <w:rPr>
          <w:rtl/>
        </w:rPr>
        <w:t xml:space="preserve"> </w:t>
      </w:r>
      <w:r>
        <w:rPr>
          <w:rFonts w:hint="cs"/>
          <w:rtl/>
        </w:rPr>
        <w:t>منكرة</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مس</w:t>
      </w:r>
      <w:r>
        <w:rPr>
          <w:rtl/>
        </w:rPr>
        <w:t>تكبرون</w:t>
      </w:r>
    </w:p>
    <w:p w:rsidR="001F628F" w:rsidRDefault="001F628F" w:rsidP="001F628F">
      <w:pPr>
        <w:pStyle w:val="libNormal"/>
        <w:rPr>
          <w:rtl/>
        </w:rPr>
      </w:pPr>
      <w:r>
        <w:rPr>
          <w:rtl/>
        </w:rPr>
        <w:t>4_خدائے وحدہ كو ثابت كرنے والے دلائل ، عالم آخرت پر ايمان كى بھى دليلي</w:t>
      </w:r>
      <w:r w:rsidR="00083993">
        <w:rPr>
          <w:rtl/>
        </w:rPr>
        <w:t xml:space="preserve">ں </w:t>
      </w:r>
      <w:r>
        <w:rPr>
          <w:rtl/>
        </w:rPr>
        <w:t>ہي</w:t>
      </w:r>
      <w:r w:rsidR="00083993">
        <w:rPr>
          <w:rtl/>
        </w:rPr>
        <w:t xml:space="preserve">ں </w:t>
      </w:r>
      <w:r>
        <w:rPr>
          <w:rtl/>
        </w:rPr>
        <w:t>_</w:t>
      </w:r>
    </w:p>
    <w:p w:rsidR="001F628F" w:rsidRDefault="001F628F" w:rsidP="00AA51AE">
      <w:pPr>
        <w:pStyle w:val="libArabic"/>
        <w:rPr>
          <w:rtl/>
        </w:rPr>
      </w:pPr>
      <w:r>
        <w:rPr>
          <w:rFonts w:hint="eastAsia"/>
          <w:rtl/>
        </w:rPr>
        <w:t>ال</w:t>
      </w:r>
      <w:r w:rsidR="00120F63" w:rsidRPr="00ED5DE8">
        <w:rPr>
          <w:rFonts w:hint="cs"/>
          <w:rtl/>
        </w:rPr>
        <w:t>ه</w:t>
      </w:r>
      <w:r>
        <w:rPr>
          <w:rFonts w:hint="cs"/>
          <w:rtl/>
        </w:rPr>
        <w:t>كم</w:t>
      </w:r>
      <w:r>
        <w:rPr>
          <w:rtl/>
        </w:rPr>
        <w:t xml:space="preserve"> ال</w:t>
      </w:r>
      <w:r w:rsidR="00120F63" w:rsidRPr="00ED5DE8">
        <w:rPr>
          <w:rFonts w:hint="cs"/>
          <w:rtl/>
        </w:rPr>
        <w:t>ه</w:t>
      </w:r>
      <w:r>
        <w:rPr>
          <w:rtl/>
        </w:rPr>
        <w:t xml:space="preserve"> </w:t>
      </w:r>
      <w:r>
        <w:rPr>
          <w:rFonts w:hint="cs"/>
          <w:rtl/>
        </w:rPr>
        <w:t>واحد</w:t>
      </w:r>
      <w:r>
        <w:rPr>
          <w:rtl/>
        </w:rPr>
        <w:t xml:space="preserve"> </w:t>
      </w:r>
      <w:r>
        <w:rPr>
          <w:rFonts w:hint="cs"/>
          <w:rtl/>
        </w:rPr>
        <w:t>فاالذين</w:t>
      </w:r>
      <w:r>
        <w:rPr>
          <w:rtl/>
        </w:rPr>
        <w:t xml:space="preserve"> </w:t>
      </w:r>
      <w:r>
        <w:rPr>
          <w:rFonts w:hint="cs"/>
          <w:rtl/>
        </w:rPr>
        <w:t>لا</w:t>
      </w:r>
      <w:r>
        <w:rPr>
          <w:rtl/>
        </w:rPr>
        <w:t xml:space="preserve"> </w:t>
      </w:r>
      <w:r>
        <w:rPr>
          <w:rFonts w:hint="cs"/>
          <w:rtl/>
        </w:rPr>
        <w:t>يؤمنون</w:t>
      </w:r>
      <w:r>
        <w:rPr>
          <w:rtl/>
        </w:rPr>
        <w:t xml:space="preserve"> </w:t>
      </w:r>
      <w:r>
        <w:rPr>
          <w:rFonts w:hint="cs"/>
          <w:rtl/>
        </w:rPr>
        <w:t>بالآخر</w:t>
      </w:r>
      <w:r w:rsidR="00120F63" w:rsidRPr="00ED5DE8">
        <w:rPr>
          <w:rFonts w:hint="cs"/>
          <w:rtl/>
        </w:rPr>
        <w:t>ه</w:t>
      </w:r>
      <w:r>
        <w:rPr>
          <w:rtl/>
        </w:rPr>
        <w:t xml:space="preserve"> </w:t>
      </w:r>
      <w:r>
        <w:rPr>
          <w:rFonts w:hint="cs"/>
          <w:rtl/>
        </w:rPr>
        <w:t>قلوب</w:t>
      </w:r>
      <w:r w:rsidR="00120F63" w:rsidRPr="00ED5DE8">
        <w:rPr>
          <w:rFonts w:hint="cs"/>
          <w:rtl/>
        </w:rPr>
        <w:t>ه</w:t>
      </w:r>
      <w:r>
        <w:rPr>
          <w:rFonts w:hint="cs"/>
          <w:rtl/>
        </w:rPr>
        <w:t>م</w:t>
      </w:r>
      <w:r>
        <w:rPr>
          <w:rtl/>
        </w:rPr>
        <w:t xml:space="preserve"> منكرة</w:t>
      </w:r>
    </w:p>
    <w:p w:rsidR="001F628F" w:rsidRDefault="001F628F" w:rsidP="001F628F">
      <w:pPr>
        <w:pStyle w:val="libNormal"/>
        <w:rPr>
          <w:rtl/>
        </w:rPr>
      </w:pPr>
      <w:r>
        <w:rPr>
          <w:rtl/>
        </w:rPr>
        <w:t>''فالذين '' كا ''فا'' خدائے وحدہ كے اثبات كے ليے ذكر كيے گئے روشن دلائل كے ليے نتيجہ كے مقام پر ہے اس آيت مي</w:t>
      </w:r>
      <w:r w:rsidR="00083993">
        <w:rPr>
          <w:rtl/>
        </w:rPr>
        <w:t xml:space="preserve">ں </w:t>
      </w:r>
      <w:r>
        <w:rPr>
          <w:rtl/>
        </w:rPr>
        <w:t>''فا''كے آنے كا مطلب يہ ہے كہ يہ دلائل عالم آخرت كو بھى ثابت كرتے ہي</w:t>
      </w:r>
      <w:r w:rsidR="00083993">
        <w:rPr>
          <w:rtl/>
        </w:rPr>
        <w:t xml:space="preserve">ں </w:t>
      </w:r>
      <w:r>
        <w:rPr>
          <w:rtl/>
        </w:rPr>
        <w:t>ان كى طرف توجہ كے ذريعہ عالم آخرت پر بھى ايمان لانا چاہئے وہ لوگ ان دلائل كى طرف متوجہ ہونے كے با وجود ايمان نہي</w:t>
      </w:r>
      <w:r w:rsidR="00083993">
        <w:rPr>
          <w:rtl/>
        </w:rPr>
        <w:t xml:space="preserve">ں </w:t>
      </w:r>
      <w:r>
        <w:rPr>
          <w:rtl/>
        </w:rPr>
        <w:t>لائے ، ان كے دل حق كے منكر ہي</w:t>
      </w:r>
      <w:r w:rsidR="00083993">
        <w:rPr>
          <w:rtl/>
        </w:rPr>
        <w:t xml:space="preserve">ں </w:t>
      </w:r>
      <w:r>
        <w:rPr>
          <w:rtl/>
        </w:rPr>
        <w:t>_</w:t>
      </w:r>
    </w:p>
    <w:p w:rsidR="001F628F" w:rsidRDefault="001F628F" w:rsidP="001F628F">
      <w:pPr>
        <w:pStyle w:val="libNormal"/>
        <w:rPr>
          <w:rtl/>
        </w:rPr>
      </w:pPr>
      <w:r>
        <w:rPr>
          <w:rtl/>
        </w:rPr>
        <w:t>5_ حق قبول نہ كرنے والے قلوب ، عالم آخرت پر ايمان لانے كے ليے ركاوٹ ہي</w:t>
      </w:r>
      <w:r w:rsidR="00083993">
        <w:rPr>
          <w:rtl/>
        </w:rPr>
        <w:t xml:space="preserve">ں </w:t>
      </w:r>
      <w:r>
        <w:rPr>
          <w:rtl/>
        </w:rPr>
        <w:t>_</w:t>
      </w:r>
    </w:p>
    <w:p w:rsidR="001F628F" w:rsidRDefault="001F628F" w:rsidP="00AA51AE">
      <w:pPr>
        <w:pStyle w:val="libArabic"/>
        <w:rPr>
          <w:rtl/>
        </w:rPr>
      </w:pPr>
      <w:r>
        <w:rPr>
          <w:rFonts w:hint="eastAsia"/>
          <w:rtl/>
        </w:rPr>
        <w:t>ال</w:t>
      </w:r>
      <w:r w:rsidR="00120F63" w:rsidRPr="00ED5DE8">
        <w:rPr>
          <w:rFonts w:hint="cs"/>
          <w:rtl/>
        </w:rPr>
        <w:t>ه</w:t>
      </w:r>
      <w:r>
        <w:rPr>
          <w:rFonts w:hint="cs"/>
          <w:rtl/>
        </w:rPr>
        <w:t>كم</w:t>
      </w:r>
      <w:r>
        <w:rPr>
          <w:rtl/>
        </w:rPr>
        <w:t xml:space="preserve"> ال</w:t>
      </w:r>
      <w:r w:rsidR="00120F63" w:rsidRPr="00ED5DE8">
        <w:rPr>
          <w:rFonts w:hint="cs"/>
          <w:rtl/>
        </w:rPr>
        <w:t>ه</w:t>
      </w:r>
      <w:r>
        <w:rPr>
          <w:rtl/>
        </w:rPr>
        <w:t xml:space="preserve"> </w:t>
      </w:r>
      <w:r>
        <w:rPr>
          <w:rFonts w:hint="cs"/>
          <w:rtl/>
        </w:rPr>
        <w:t>واحد</w:t>
      </w:r>
      <w:r>
        <w:rPr>
          <w:rtl/>
        </w:rPr>
        <w:t xml:space="preserve"> </w:t>
      </w:r>
      <w:r>
        <w:rPr>
          <w:rFonts w:hint="cs"/>
          <w:rtl/>
        </w:rPr>
        <w:t>فاالذين</w:t>
      </w:r>
      <w:r>
        <w:rPr>
          <w:rtl/>
        </w:rPr>
        <w:t xml:space="preserve"> </w:t>
      </w:r>
      <w:r>
        <w:rPr>
          <w:rFonts w:hint="cs"/>
          <w:rtl/>
        </w:rPr>
        <w:t>لا</w:t>
      </w:r>
      <w:r>
        <w:rPr>
          <w:rtl/>
        </w:rPr>
        <w:t xml:space="preserve"> </w:t>
      </w:r>
      <w:r>
        <w:rPr>
          <w:rFonts w:hint="cs"/>
          <w:rtl/>
        </w:rPr>
        <w:t>يومنون</w:t>
      </w:r>
      <w:r>
        <w:rPr>
          <w:rtl/>
        </w:rPr>
        <w:t xml:space="preserve"> </w:t>
      </w:r>
      <w:r>
        <w:rPr>
          <w:rFonts w:hint="cs"/>
          <w:rtl/>
        </w:rPr>
        <w:t>بالآخرة</w:t>
      </w:r>
      <w:r>
        <w:rPr>
          <w:rtl/>
        </w:rPr>
        <w:t xml:space="preserve"> </w:t>
      </w:r>
      <w:r>
        <w:rPr>
          <w:rFonts w:hint="cs"/>
          <w:rtl/>
        </w:rPr>
        <w:t>قلوب</w:t>
      </w:r>
      <w:r w:rsidR="00120F63" w:rsidRPr="00ED5DE8">
        <w:rPr>
          <w:rFonts w:hint="cs"/>
          <w:rtl/>
        </w:rPr>
        <w:t>ه</w:t>
      </w:r>
      <w:r>
        <w:rPr>
          <w:rFonts w:hint="cs"/>
          <w:rtl/>
        </w:rPr>
        <w:t>م</w:t>
      </w:r>
      <w:r>
        <w:rPr>
          <w:rtl/>
        </w:rPr>
        <w:t xml:space="preserve"> منكرة</w:t>
      </w:r>
    </w:p>
    <w:p w:rsidR="001F628F" w:rsidRDefault="001F628F" w:rsidP="001F628F">
      <w:pPr>
        <w:pStyle w:val="libNormal"/>
        <w:rPr>
          <w:rtl/>
        </w:rPr>
      </w:pPr>
      <w:r>
        <w:rPr>
          <w:rtl/>
        </w:rPr>
        <w:t>''فالذين'' مي</w:t>
      </w:r>
      <w:r w:rsidR="00083993">
        <w:rPr>
          <w:rtl/>
        </w:rPr>
        <w:t xml:space="preserve">ں </w:t>
      </w:r>
      <w:r>
        <w:rPr>
          <w:rtl/>
        </w:rPr>
        <w:t>''فا'' تفريع كے ليے ہے اور يہ دلالت كررہى ہے كہ ما قبل آيات مي</w:t>
      </w:r>
      <w:r w:rsidR="00083993">
        <w:rPr>
          <w:rtl/>
        </w:rPr>
        <w:t xml:space="preserve">ں </w:t>
      </w:r>
      <w:r>
        <w:rPr>
          <w:rtl/>
        </w:rPr>
        <w:t>ثابت شدہ توحيد ،ايسى كا مل توحيد ہے كہ جس كے ساتھ آخرت پر ايمان لانا بھى شامل ہے لہذا جو لوگ آخرت پر ايمان نہي</w:t>
      </w:r>
      <w:r w:rsidR="00083993">
        <w:rPr>
          <w:rtl/>
        </w:rPr>
        <w:t xml:space="preserve">ں </w:t>
      </w:r>
      <w:r>
        <w:rPr>
          <w:rtl/>
        </w:rPr>
        <w:t>لاتے وہ حق كو قبول نہ كرنے والے اور استكبارى قلوب جيسے موانع كے ح</w:t>
      </w:r>
      <w:r>
        <w:rPr>
          <w:rFonts w:hint="eastAsia"/>
          <w:rtl/>
        </w:rPr>
        <w:t>امل</w:t>
      </w:r>
      <w:r>
        <w:rPr>
          <w:rtl/>
        </w:rPr>
        <w:t xml:space="preserve"> ہي</w:t>
      </w:r>
      <w:r w:rsidR="00083993">
        <w:rPr>
          <w:rtl/>
        </w:rPr>
        <w:t xml:space="preserve">ں </w:t>
      </w:r>
      <w:r>
        <w:rPr>
          <w:rtl/>
        </w:rPr>
        <w:t>_</w:t>
      </w:r>
    </w:p>
    <w:p w:rsidR="001F628F" w:rsidRDefault="001F628F" w:rsidP="00AA51AE">
      <w:pPr>
        <w:pStyle w:val="libNormal"/>
        <w:rPr>
          <w:rtl/>
        </w:rPr>
      </w:pPr>
      <w:r>
        <w:rPr>
          <w:rtl/>
        </w:rPr>
        <w:t>6_ تكبر اور احساس برترى ، عالم آخرت پر ايمان لانے سے مانع ہي</w:t>
      </w:r>
      <w:r w:rsidR="00083993">
        <w:rPr>
          <w:rtl/>
        </w:rPr>
        <w:t xml:space="preserve">ں </w:t>
      </w:r>
      <w:r>
        <w:rPr>
          <w:rtl/>
        </w:rPr>
        <w:t>_</w:t>
      </w:r>
      <w:r w:rsidRPr="00AA51AE">
        <w:rPr>
          <w:rStyle w:val="libArabicChar"/>
          <w:rFonts w:hint="eastAsia"/>
          <w:rtl/>
        </w:rPr>
        <w:t>فالذين</w:t>
      </w:r>
      <w:r w:rsidRPr="00AA51AE">
        <w:rPr>
          <w:rStyle w:val="libArabicChar"/>
          <w:rtl/>
        </w:rPr>
        <w:t xml:space="preserve"> لا يؤمنو</w:t>
      </w:r>
      <w:r w:rsidR="00083993" w:rsidRPr="00AA51AE">
        <w:rPr>
          <w:rStyle w:val="libArabicChar"/>
          <w:rtl/>
        </w:rPr>
        <w:t xml:space="preserve">ں </w:t>
      </w:r>
      <w:r w:rsidRPr="00AA51AE">
        <w:rPr>
          <w:rStyle w:val="libArabicChar"/>
          <w:rtl/>
        </w:rPr>
        <w:t>بالآخرة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مستك</w:t>
      </w:r>
      <w:r w:rsidRPr="00AA51AE">
        <w:rPr>
          <w:rStyle w:val="libArabicChar"/>
          <w:rtl/>
        </w:rPr>
        <w:t>برون''</w:t>
      </w:r>
    </w:p>
    <w:p w:rsidR="00AA51AE" w:rsidRDefault="001E7F9D" w:rsidP="00F73EDE">
      <w:pPr>
        <w:pStyle w:val="libPoemTini"/>
        <w:rPr>
          <w:rtl/>
        </w:rPr>
      </w:pPr>
      <w:r>
        <w:rPr>
          <w:rtl/>
        </w:rPr>
        <w:br w:type="page"/>
      </w:r>
    </w:p>
    <w:p w:rsidR="001F628F" w:rsidRDefault="001F628F" w:rsidP="00AA51AE">
      <w:pPr>
        <w:pStyle w:val="libNormal"/>
        <w:rPr>
          <w:rtl/>
        </w:rPr>
      </w:pPr>
      <w:r>
        <w:rPr>
          <w:rtl/>
        </w:rPr>
        <w:lastRenderedPageBreak/>
        <w:t>7_ حقائق كى قبوليت يا انكار كا مركز ، دل ہے_</w:t>
      </w:r>
      <w:r w:rsidRPr="00AA51AE">
        <w:rPr>
          <w:rStyle w:val="libArabicChar"/>
          <w:rFonts w:hint="eastAsia"/>
          <w:rtl/>
        </w:rPr>
        <w:t>فاالذين</w:t>
      </w:r>
      <w:r w:rsidRPr="00AA51AE">
        <w:rPr>
          <w:rStyle w:val="libArabicChar"/>
          <w:rtl/>
        </w:rPr>
        <w:t xml:space="preserve"> لا يومنون بالآخر</w:t>
      </w:r>
      <w:r w:rsidR="00120F63" w:rsidRPr="00B2551F">
        <w:rPr>
          <w:rStyle w:val="libArabicChar"/>
          <w:rFonts w:hint="cs"/>
          <w:rtl/>
        </w:rPr>
        <w:t>ه</w:t>
      </w:r>
      <w:r w:rsidRPr="00AA51AE">
        <w:rPr>
          <w:rStyle w:val="libArabicChar"/>
          <w:rtl/>
        </w:rPr>
        <w:t xml:space="preserve"> </w:t>
      </w:r>
      <w:r w:rsidRPr="00AA51AE">
        <w:rPr>
          <w:rStyle w:val="libArabicChar"/>
          <w:rFonts w:hint="cs"/>
          <w:rtl/>
        </w:rPr>
        <w:t>قلوب</w:t>
      </w:r>
      <w:r w:rsidR="00120F63" w:rsidRPr="00B2551F">
        <w:rPr>
          <w:rStyle w:val="libArabicChar"/>
          <w:rFonts w:hint="cs"/>
          <w:rtl/>
        </w:rPr>
        <w:t>ه</w:t>
      </w:r>
      <w:r w:rsidRPr="00AA51AE">
        <w:rPr>
          <w:rStyle w:val="libArabicChar"/>
          <w:rFonts w:hint="cs"/>
          <w:rtl/>
        </w:rPr>
        <w:t>م</w:t>
      </w:r>
      <w:r w:rsidRPr="00AA51AE">
        <w:rPr>
          <w:rStyle w:val="libArabicChar"/>
          <w:rtl/>
        </w:rPr>
        <w:t xml:space="preserve"> منكرة</w:t>
      </w:r>
    </w:p>
    <w:p w:rsidR="001F628F" w:rsidRDefault="001F628F" w:rsidP="00AA51AE">
      <w:pPr>
        <w:pStyle w:val="libNormal"/>
        <w:rPr>
          <w:rtl/>
        </w:rPr>
      </w:pPr>
      <w:r>
        <w:rPr>
          <w:rtl/>
        </w:rPr>
        <w:t>8_ حق قبول نہ كرنا ، مرض قلبى كى نشانى ہے_</w:t>
      </w:r>
      <w:r w:rsidRPr="00AA51AE">
        <w:rPr>
          <w:rStyle w:val="libArabicChar"/>
          <w:rFonts w:hint="eastAsia"/>
          <w:rtl/>
        </w:rPr>
        <w:t>فاالذين</w:t>
      </w:r>
      <w:r w:rsidRPr="00AA51AE">
        <w:rPr>
          <w:rStyle w:val="libArabicChar"/>
          <w:rtl/>
        </w:rPr>
        <w:t xml:space="preserve"> لا يومنون بالآخرة قلوب</w:t>
      </w:r>
      <w:r w:rsidR="00120F63" w:rsidRPr="00B2551F">
        <w:rPr>
          <w:rStyle w:val="libArabicChar"/>
          <w:rFonts w:hint="cs"/>
          <w:rtl/>
        </w:rPr>
        <w:t>ه</w:t>
      </w:r>
      <w:r w:rsidRPr="00AA51AE">
        <w:rPr>
          <w:rStyle w:val="libArabicChar"/>
          <w:rFonts w:hint="cs"/>
          <w:rtl/>
        </w:rPr>
        <w:t>م</w:t>
      </w:r>
      <w:r w:rsidRPr="00AA51AE">
        <w:rPr>
          <w:rStyle w:val="libArabicChar"/>
          <w:rtl/>
        </w:rPr>
        <w:t xml:space="preserve"> منكرة</w:t>
      </w:r>
    </w:p>
    <w:p w:rsidR="001F628F" w:rsidRDefault="001F628F" w:rsidP="001F628F">
      <w:pPr>
        <w:pStyle w:val="libNormal"/>
        <w:rPr>
          <w:rtl/>
        </w:rPr>
      </w:pPr>
      <w:r>
        <w:rPr>
          <w:rtl/>
        </w:rPr>
        <w:t>''لا يومنون'' ان كے اعيان نہ لانے كا فعل حق كو قبول نہ كرنے سے حكايت ہے اور ''منكرة ''كا معنى حق كے زير سايہ نہ جاناہے جو كہ ايك قسم كا مرض ہے_</w:t>
      </w:r>
    </w:p>
    <w:p w:rsidR="001F628F" w:rsidRDefault="001F628F" w:rsidP="00AA51AE">
      <w:pPr>
        <w:pStyle w:val="libNormal"/>
        <w:rPr>
          <w:rtl/>
        </w:rPr>
      </w:pPr>
      <w:r>
        <w:rPr>
          <w:rFonts w:hint="eastAsia"/>
          <w:rtl/>
        </w:rPr>
        <w:t>آخرت</w:t>
      </w:r>
      <w:r>
        <w:rPr>
          <w:rtl/>
        </w:rPr>
        <w:t>:</w:t>
      </w:r>
      <w:r>
        <w:rPr>
          <w:rFonts w:hint="eastAsia"/>
          <w:rtl/>
        </w:rPr>
        <w:t>آخرت</w:t>
      </w:r>
      <w:r>
        <w:rPr>
          <w:rtl/>
        </w:rPr>
        <w:t xml:space="preserve"> كا انكار كرنے والو</w:t>
      </w:r>
      <w:r w:rsidR="00083993">
        <w:rPr>
          <w:rtl/>
        </w:rPr>
        <w:t xml:space="preserve">ں </w:t>
      </w:r>
      <w:r>
        <w:rPr>
          <w:rtl/>
        </w:rPr>
        <w:t>كا حق كا قبول نہ كرنا3; آخرت كا انكار كرنے والے مستكبرين3</w:t>
      </w:r>
    </w:p>
    <w:p w:rsidR="001F628F" w:rsidRDefault="001F628F" w:rsidP="00AA51AE">
      <w:pPr>
        <w:pStyle w:val="libNormal"/>
        <w:rPr>
          <w:rtl/>
        </w:rPr>
      </w:pPr>
      <w:r>
        <w:rPr>
          <w:rFonts w:hint="eastAsia"/>
          <w:rtl/>
        </w:rPr>
        <w:t>استكبار</w:t>
      </w:r>
      <w:r>
        <w:rPr>
          <w:rtl/>
        </w:rPr>
        <w:t xml:space="preserve"> :</w:t>
      </w:r>
      <w:r>
        <w:rPr>
          <w:rFonts w:hint="eastAsia"/>
          <w:rtl/>
        </w:rPr>
        <w:t>استكبار</w:t>
      </w:r>
      <w:r>
        <w:rPr>
          <w:rtl/>
        </w:rPr>
        <w:t xml:space="preserve"> كے آثار6</w:t>
      </w:r>
    </w:p>
    <w:p w:rsidR="001F628F" w:rsidRDefault="001F628F" w:rsidP="00AA51AE">
      <w:pPr>
        <w:pStyle w:val="libNormal"/>
        <w:rPr>
          <w:rtl/>
        </w:rPr>
      </w:pPr>
      <w:r>
        <w:rPr>
          <w:rFonts w:hint="eastAsia"/>
          <w:rtl/>
        </w:rPr>
        <w:t>الله</w:t>
      </w:r>
      <w:r>
        <w:rPr>
          <w:rtl/>
        </w:rPr>
        <w:t xml:space="preserve"> تعالى :</w:t>
      </w:r>
      <w:r>
        <w:rPr>
          <w:rFonts w:hint="eastAsia"/>
          <w:rtl/>
        </w:rPr>
        <w:t>الله</w:t>
      </w:r>
      <w:r>
        <w:rPr>
          <w:rtl/>
        </w:rPr>
        <w:t xml:space="preserve"> تعالى كے مختصات1</w:t>
      </w:r>
    </w:p>
    <w:p w:rsidR="001F628F" w:rsidRDefault="001F628F" w:rsidP="00AA51AE">
      <w:pPr>
        <w:pStyle w:val="libNormal"/>
        <w:rPr>
          <w:rtl/>
        </w:rPr>
      </w:pPr>
      <w:r>
        <w:rPr>
          <w:rFonts w:hint="eastAsia"/>
          <w:rtl/>
        </w:rPr>
        <w:t>ايمان</w:t>
      </w:r>
      <w:r>
        <w:rPr>
          <w:rtl/>
        </w:rPr>
        <w:t>:</w:t>
      </w:r>
      <w:r>
        <w:rPr>
          <w:rFonts w:hint="eastAsia"/>
          <w:rtl/>
        </w:rPr>
        <w:t>آخرت</w:t>
      </w:r>
      <w:r>
        <w:rPr>
          <w:rtl/>
        </w:rPr>
        <w:t xml:space="preserve"> پر ايمان لانے كے دلائل 4;آخرت پر ايمان لانے كے موانع5،6; ايمان كا مقام7</w:t>
      </w:r>
    </w:p>
    <w:p w:rsidR="001F628F" w:rsidRDefault="001F628F" w:rsidP="00AA51AE">
      <w:pPr>
        <w:pStyle w:val="libNormal"/>
        <w:rPr>
          <w:rtl/>
        </w:rPr>
      </w:pPr>
      <w:r>
        <w:rPr>
          <w:rFonts w:hint="eastAsia"/>
          <w:rtl/>
        </w:rPr>
        <w:t>برحق</w:t>
      </w:r>
      <w:r>
        <w:rPr>
          <w:rtl/>
        </w:rPr>
        <w:t xml:space="preserve"> وسچے معبود:</w:t>
      </w:r>
      <w:r>
        <w:rPr>
          <w:rFonts w:hint="eastAsia"/>
          <w:rtl/>
        </w:rPr>
        <w:t>سچے</w:t>
      </w:r>
      <w:r>
        <w:rPr>
          <w:rtl/>
        </w:rPr>
        <w:t xml:space="preserve"> معبودو</w:t>
      </w:r>
      <w:r w:rsidR="00083993">
        <w:rPr>
          <w:rtl/>
        </w:rPr>
        <w:t xml:space="preserve">ں </w:t>
      </w:r>
      <w:r>
        <w:rPr>
          <w:rtl/>
        </w:rPr>
        <w:t>كا علم 2;سچے مبعود و</w:t>
      </w:r>
      <w:r w:rsidR="00083993">
        <w:rPr>
          <w:rtl/>
        </w:rPr>
        <w:t xml:space="preserve">ں </w:t>
      </w:r>
      <w:r>
        <w:rPr>
          <w:rtl/>
        </w:rPr>
        <w:t>كى حيات 2; سچے معبودو</w:t>
      </w:r>
      <w:r w:rsidR="00083993">
        <w:rPr>
          <w:rtl/>
        </w:rPr>
        <w:t xml:space="preserve">ں </w:t>
      </w:r>
      <w:r>
        <w:rPr>
          <w:rtl/>
        </w:rPr>
        <w:t>كى خالقيت 2; سچے معبودو</w:t>
      </w:r>
      <w:r w:rsidR="00083993">
        <w:rPr>
          <w:rtl/>
        </w:rPr>
        <w:t xml:space="preserve">ں </w:t>
      </w:r>
      <w:r>
        <w:rPr>
          <w:rtl/>
        </w:rPr>
        <w:t>كى خصوصيات 2; سچے معبود و</w:t>
      </w:r>
      <w:r w:rsidR="00083993">
        <w:rPr>
          <w:rtl/>
        </w:rPr>
        <w:t xml:space="preserve">ں </w:t>
      </w:r>
      <w:r>
        <w:rPr>
          <w:rtl/>
        </w:rPr>
        <w:t>كى قدرت 2</w:t>
      </w:r>
    </w:p>
    <w:p w:rsidR="001F628F" w:rsidRDefault="001F628F" w:rsidP="00AA51AE">
      <w:pPr>
        <w:pStyle w:val="libNormal"/>
        <w:rPr>
          <w:rtl/>
        </w:rPr>
      </w:pPr>
      <w:r>
        <w:rPr>
          <w:rFonts w:hint="eastAsia"/>
          <w:rtl/>
        </w:rPr>
        <w:t>توحيد</w:t>
      </w:r>
      <w:r>
        <w:rPr>
          <w:rtl/>
        </w:rPr>
        <w:t>:</w:t>
      </w:r>
      <w:r>
        <w:rPr>
          <w:rFonts w:hint="eastAsia"/>
          <w:rtl/>
        </w:rPr>
        <w:t>توحيد</w:t>
      </w:r>
      <w:r>
        <w:rPr>
          <w:rtl/>
        </w:rPr>
        <w:t xml:space="preserve"> عبادى 1; توحيد كے دلائل 4</w:t>
      </w:r>
    </w:p>
    <w:p w:rsidR="001F628F" w:rsidRDefault="001F628F" w:rsidP="00AA51AE">
      <w:pPr>
        <w:pStyle w:val="libNormal"/>
        <w:rPr>
          <w:rtl/>
        </w:rPr>
      </w:pPr>
      <w:r>
        <w:rPr>
          <w:rFonts w:hint="eastAsia"/>
          <w:rtl/>
        </w:rPr>
        <w:t>حقائق</w:t>
      </w:r>
      <w:r>
        <w:rPr>
          <w:rtl/>
        </w:rPr>
        <w:t>:</w:t>
      </w:r>
      <w:r>
        <w:rPr>
          <w:rFonts w:hint="eastAsia"/>
          <w:rtl/>
        </w:rPr>
        <w:t>حقائق</w:t>
      </w:r>
      <w:r>
        <w:rPr>
          <w:rtl/>
        </w:rPr>
        <w:t xml:space="preserve"> كو جھٹلانا 7; حقائق كو قبول كرن</w:t>
      </w:r>
    </w:p>
    <w:p w:rsidR="001F628F" w:rsidRDefault="001F628F" w:rsidP="00AA51AE">
      <w:pPr>
        <w:pStyle w:val="libNormal"/>
        <w:rPr>
          <w:rtl/>
        </w:rPr>
      </w:pPr>
      <w:r>
        <w:rPr>
          <w:rFonts w:hint="eastAsia"/>
          <w:rtl/>
        </w:rPr>
        <w:t>خود</w:t>
      </w:r>
      <w:r>
        <w:rPr>
          <w:rtl/>
        </w:rPr>
        <w:t xml:space="preserve"> پسندي:</w:t>
      </w:r>
      <w:r>
        <w:rPr>
          <w:rFonts w:hint="eastAsia"/>
          <w:rtl/>
        </w:rPr>
        <w:t>خود</w:t>
      </w:r>
      <w:r>
        <w:rPr>
          <w:rtl/>
        </w:rPr>
        <w:t xml:space="preserve"> پسندى كے آثار6</w:t>
      </w:r>
    </w:p>
    <w:p w:rsidR="001F628F" w:rsidRDefault="001F628F" w:rsidP="00AA51AE">
      <w:pPr>
        <w:pStyle w:val="libNormal"/>
        <w:rPr>
          <w:rtl/>
        </w:rPr>
      </w:pPr>
      <w:r>
        <w:rPr>
          <w:rFonts w:hint="eastAsia"/>
          <w:rtl/>
        </w:rPr>
        <w:t>قلب</w:t>
      </w:r>
      <w:r>
        <w:rPr>
          <w:rtl/>
        </w:rPr>
        <w:t>:</w:t>
      </w:r>
      <w:r>
        <w:rPr>
          <w:rFonts w:hint="eastAsia"/>
          <w:rtl/>
        </w:rPr>
        <w:t>دل</w:t>
      </w:r>
      <w:r>
        <w:rPr>
          <w:rtl/>
        </w:rPr>
        <w:t xml:space="preserve"> كا كردار7; دل كى بيماريو</w:t>
      </w:r>
      <w:r w:rsidR="00083993">
        <w:rPr>
          <w:rtl/>
        </w:rPr>
        <w:t xml:space="preserve">ں </w:t>
      </w:r>
      <w:r>
        <w:rPr>
          <w:rtl/>
        </w:rPr>
        <w:t>كى علامت8</w:t>
      </w:r>
    </w:p>
    <w:p w:rsidR="001F628F" w:rsidRDefault="001F628F" w:rsidP="001F628F">
      <w:pPr>
        <w:pStyle w:val="libNormal"/>
        <w:rPr>
          <w:rtl/>
        </w:rPr>
      </w:pPr>
      <w:r>
        <w:rPr>
          <w:rFonts w:hint="eastAsia"/>
          <w:rtl/>
        </w:rPr>
        <w:t>مستكبرين</w:t>
      </w:r>
      <w:r>
        <w:rPr>
          <w:rtl/>
        </w:rPr>
        <w:t>:3</w:t>
      </w:r>
    </w:p>
    <w:p w:rsidR="00AA51AE" w:rsidRDefault="001E7F9D" w:rsidP="00F73EDE">
      <w:pPr>
        <w:pStyle w:val="libPoemTini"/>
        <w:rPr>
          <w:rtl/>
        </w:rPr>
      </w:pPr>
      <w:r>
        <w:rPr>
          <w:rtl/>
        </w:rPr>
        <w:br w:type="page"/>
      </w:r>
    </w:p>
    <w:p w:rsidR="00AA51AE" w:rsidRPr="00120F63" w:rsidRDefault="00AA51AE" w:rsidP="00AA51AE">
      <w:pPr>
        <w:pStyle w:val="Heading2Center"/>
        <w:rPr>
          <w:rtl/>
        </w:rPr>
      </w:pPr>
      <w:bookmarkStart w:id="169" w:name="_Toc28081847"/>
      <w:r>
        <w:rPr>
          <w:rFonts w:hint="cs"/>
          <w:rtl/>
        </w:rPr>
        <w:lastRenderedPageBreak/>
        <w:t xml:space="preserve">آیت </w:t>
      </w:r>
      <w:r w:rsidRPr="00120F63">
        <w:rPr>
          <w:rFonts w:hint="cs"/>
          <w:rtl/>
        </w:rPr>
        <w:t>23</w:t>
      </w:r>
      <w:bookmarkEnd w:id="169"/>
    </w:p>
    <w:p w:rsidR="001F628F" w:rsidRDefault="00E260F9" w:rsidP="00AA51AE">
      <w:pPr>
        <w:pStyle w:val="libNormal"/>
        <w:rPr>
          <w:rtl/>
        </w:rPr>
      </w:pPr>
      <w:r w:rsidRPr="00E260F9">
        <w:rPr>
          <w:rStyle w:val="libAlaemChar"/>
          <w:rFonts w:hint="eastAsia"/>
          <w:rtl/>
        </w:rPr>
        <w:t>(</w:t>
      </w:r>
      <w:r w:rsidRPr="00AA51AE">
        <w:rPr>
          <w:rStyle w:val="libAieChar"/>
          <w:rFonts w:hint="eastAsia"/>
          <w:rtl/>
        </w:rPr>
        <w:t>لاَ</w:t>
      </w:r>
      <w:r w:rsidRPr="00AA51AE">
        <w:rPr>
          <w:rStyle w:val="libAieChar"/>
          <w:rtl/>
        </w:rPr>
        <w:t xml:space="preserve"> جَرَمَ أَنَّ اللّهَ يَعْلَمُ مَا يُسِرُّونَ وَمَا يُعْلِنُونَ إِنَّهُ لاَ يُحِبُّ الْمُسْتَكْبِرِينَ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يقينا</w:t>
      </w:r>
      <w:r>
        <w:rPr>
          <w:rtl/>
        </w:rPr>
        <w:t xml:space="preserve"> اللہ ان تمام باتو</w:t>
      </w:r>
      <w:r w:rsidR="00083993">
        <w:rPr>
          <w:rtl/>
        </w:rPr>
        <w:t xml:space="preserve">ں </w:t>
      </w:r>
      <w:r>
        <w:rPr>
          <w:rtl/>
        </w:rPr>
        <w:t>كو جانتا ہے جنھي</w:t>
      </w:r>
      <w:r w:rsidR="00083993">
        <w:rPr>
          <w:rtl/>
        </w:rPr>
        <w:t xml:space="preserve">ں </w:t>
      </w:r>
      <w:r>
        <w:rPr>
          <w:rtl/>
        </w:rPr>
        <w:t>يہ چھپاتے ہي</w:t>
      </w:r>
      <w:r w:rsidR="00083993">
        <w:rPr>
          <w:rtl/>
        </w:rPr>
        <w:t xml:space="preserve">ں </w:t>
      </w:r>
      <w:r>
        <w:rPr>
          <w:rtl/>
        </w:rPr>
        <w:t>يا جن كا اظہار كرتے ہي</w:t>
      </w:r>
      <w:r w:rsidR="00083993">
        <w:rPr>
          <w:rtl/>
        </w:rPr>
        <w:t xml:space="preserve">ں </w:t>
      </w:r>
      <w:r>
        <w:rPr>
          <w:rtl/>
        </w:rPr>
        <w:t>وہ مستكبرين كو ہرگز پسند نہي</w:t>
      </w:r>
      <w:r w:rsidR="00083993">
        <w:rPr>
          <w:rtl/>
        </w:rPr>
        <w:t xml:space="preserve">ں </w:t>
      </w:r>
      <w:r>
        <w:rPr>
          <w:rtl/>
        </w:rPr>
        <w:t>كرتا ہے _</w:t>
      </w:r>
    </w:p>
    <w:p w:rsidR="001F628F" w:rsidRDefault="001F628F" w:rsidP="001F628F">
      <w:pPr>
        <w:pStyle w:val="libNormal"/>
        <w:rPr>
          <w:rtl/>
        </w:rPr>
      </w:pPr>
      <w:r>
        <w:rPr>
          <w:rtl/>
        </w:rPr>
        <w:t>1_ خداوند عالم ، يقينى طورپر ان تمام امور سے مكمل طور پر آگاہ ہے جہني</w:t>
      </w:r>
      <w:r w:rsidR="00083993">
        <w:rPr>
          <w:rtl/>
        </w:rPr>
        <w:t xml:space="preserve">ں </w:t>
      </w:r>
      <w:r>
        <w:rPr>
          <w:rtl/>
        </w:rPr>
        <w:t>آخرت كے منكرين ، پنہا</w:t>
      </w:r>
      <w:r w:rsidR="00083993">
        <w:rPr>
          <w:rtl/>
        </w:rPr>
        <w:t xml:space="preserve">ں </w:t>
      </w:r>
      <w:r>
        <w:rPr>
          <w:rtl/>
        </w:rPr>
        <w:t>يا ظاہر كرتے ہي</w:t>
      </w:r>
      <w:r w:rsidR="00083993">
        <w:rPr>
          <w:rtl/>
        </w:rPr>
        <w:t xml:space="preserve">ں </w:t>
      </w:r>
      <w:r>
        <w:rPr>
          <w:rtl/>
        </w:rPr>
        <w:t>_</w:t>
      </w:r>
    </w:p>
    <w:p w:rsidR="001F628F" w:rsidRDefault="001F628F" w:rsidP="00AA51AE">
      <w:pPr>
        <w:pStyle w:val="libArabic"/>
        <w:rPr>
          <w:rtl/>
        </w:rPr>
      </w:pPr>
      <w:r>
        <w:rPr>
          <w:rFonts w:hint="eastAsia"/>
          <w:rtl/>
        </w:rPr>
        <w:t>لا</w:t>
      </w:r>
      <w:r>
        <w:rPr>
          <w:rtl/>
        </w:rPr>
        <w:t xml:space="preserve"> جرم انّ الله يعلم ما يسّرون و ما يعلنون</w:t>
      </w:r>
    </w:p>
    <w:p w:rsidR="001F628F" w:rsidRDefault="001F628F" w:rsidP="001F628F">
      <w:pPr>
        <w:pStyle w:val="libNormal"/>
        <w:rPr>
          <w:rtl/>
        </w:rPr>
      </w:pPr>
      <w:r>
        <w:rPr>
          <w:rtl/>
        </w:rPr>
        <w:t>''ما يسرّون و ما يعلنون'' مي</w:t>
      </w:r>
      <w:r w:rsidR="00083993">
        <w:rPr>
          <w:rtl/>
        </w:rPr>
        <w:t xml:space="preserve">ں </w:t>
      </w:r>
      <w:r>
        <w:rPr>
          <w:rtl/>
        </w:rPr>
        <w:t>فاعل كى ضمير ماقبل آيت مي</w:t>
      </w:r>
      <w:r w:rsidR="00083993">
        <w:rPr>
          <w:rtl/>
        </w:rPr>
        <w:t xml:space="preserve">ں </w:t>
      </w:r>
      <w:r w:rsidRPr="00AA51AE">
        <w:rPr>
          <w:rStyle w:val="libArabicChar"/>
          <w:rtl/>
        </w:rPr>
        <w:t>''الذين لا يومنون بالآخرة''</w:t>
      </w:r>
      <w:r>
        <w:rPr>
          <w:rtl/>
        </w:rPr>
        <w:t xml:space="preserve"> كى طرف لوٹ رہى ہے_</w:t>
      </w:r>
    </w:p>
    <w:p w:rsidR="001F628F" w:rsidRDefault="001F628F" w:rsidP="00AA51AE">
      <w:pPr>
        <w:pStyle w:val="libNormal"/>
        <w:rPr>
          <w:rtl/>
        </w:rPr>
      </w:pPr>
      <w:r>
        <w:rPr>
          <w:rtl/>
        </w:rPr>
        <w:t>2_ خداوند عالم ، انسانو</w:t>
      </w:r>
      <w:r w:rsidR="00083993">
        <w:rPr>
          <w:rtl/>
        </w:rPr>
        <w:t xml:space="preserve">ں </w:t>
      </w:r>
      <w:r>
        <w:rPr>
          <w:rtl/>
        </w:rPr>
        <w:t>كى نيّتو</w:t>
      </w:r>
      <w:r w:rsidR="00083993">
        <w:rPr>
          <w:rtl/>
        </w:rPr>
        <w:t xml:space="preserve">ں </w:t>
      </w:r>
      <w:r>
        <w:rPr>
          <w:rtl/>
        </w:rPr>
        <w:t>اور باطنى حالات سے آگاہ ہے_</w:t>
      </w:r>
      <w:r w:rsidRPr="00AA51AE">
        <w:rPr>
          <w:rStyle w:val="libArabicChar"/>
          <w:rFonts w:hint="eastAsia"/>
          <w:rtl/>
        </w:rPr>
        <w:t>لا</w:t>
      </w:r>
      <w:r w:rsidRPr="00AA51AE">
        <w:rPr>
          <w:rStyle w:val="libArabicChar"/>
          <w:rtl/>
        </w:rPr>
        <w:t xml:space="preserve"> جرم انّ الله يعلم ما يسّرون</w:t>
      </w:r>
    </w:p>
    <w:p w:rsidR="001F628F" w:rsidRPr="00AA51AE" w:rsidRDefault="001F628F" w:rsidP="00AA51AE">
      <w:pPr>
        <w:pStyle w:val="libNormal"/>
        <w:rPr>
          <w:rStyle w:val="libArabicChar"/>
          <w:rtl/>
        </w:rPr>
      </w:pPr>
      <w:r>
        <w:rPr>
          <w:rtl/>
        </w:rPr>
        <w:t>3_ خداوند عالم كا عالم آخرت كے منكرين كو خبر دار كرنا_</w:t>
      </w:r>
      <w:r w:rsidRPr="00AA51AE">
        <w:rPr>
          <w:rStyle w:val="libArabicChar"/>
          <w:rFonts w:hint="eastAsia"/>
          <w:rtl/>
        </w:rPr>
        <w:t>فاالذين</w:t>
      </w:r>
      <w:r w:rsidRPr="00AA51AE">
        <w:rPr>
          <w:rStyle w:val="libArabicChar"/>
          <w:rtl/>
        </w:rPr>
        <w:t xml:space="preserve"> لا يومنون بالآخرة قلوب</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منكرة</w:t>
      </w:r>
      <w:r w:rsidRPr="00AA51AE">
        <w:rPr>
          <w:rStyle w:val="libArabicChar"/>
          <w:rtl/>
        </w:rPr>
        <w:t xml:space="preserve"> ... </w:t>
      </w:r>
      <w:r w:rsidRPr="00AA51AE">
        <w:rPr>
          <w:rStyle w:val="libArabicChar"/>
          <w:rFonts w:hint="cs"/>
          <w:rtl/>
        </w:rPr>
        <w:t>لا</w:t>
      </w:r>
      <w:r w:rsidRPr="00AA51AE">
        <w:rPr>
          <w:rStyle w:val="libArabicChar"/>
          <w:rtl/>
        </w:rPr>
        <w:t xml:space="preserve"> </w:t>
      </w:r>
      <w:r w:rsidRPr="00AA51AE">
        <w:rPr>
          <w:rStyle w:val="libArabicChar"/>
          <w:rFonts w:hint="cs"/>
          <w:rtl/>
        </w:rPr>
        <w:t>جرم</w:t>
      </w:r>
      <w:r w:rsidRPr="00AA51AE">
        <w:rPr>
          <w:rStyle w:val="libArabicChar"/>
          <w:rtl/>
        </w:rPr>
        <w:t xml:space="preserve"> </w:t>
      </w:r>
      <w:r w:rsidRPr="00AA51AE">
        <w:rPr>
          <w:rStyle w:val="libArabicChar"/>
          <w:rFonts w:hint="cs"/>
          <w:rtl/>
        </w:rPr>
        <w:t>انّ</w:t>
      </w:r>
      <w:r w:rsidRPr="00AA51AE">
        <w:rPr>
          <w:rStyle w:val="libArabicChar"/>
          <w:rtl/>
        </w:rPr>
        <w:t xml:space="preserve"> </w:t>
      </w:r>
      <w:r w:rsidRPr="00AA51AE">
        <w:rPr>
          <w:rStyle w:val="libArabicChar"/>
          <w:rFonts w:hint="cs"/>
          <w:rtl/>
        </w:rPr>
        <w:t>الله</w:t>
      </w:r>
      <w:r w:rsidRPr="00AA51AE">
        <w:rPr>
          <w:rStyle w:val="libArabicChar"/>
          <w:rtl/>
        </w:rPr>
        <w:t xml:space="preserve"> </w:t>
      </w:r>
      <w:r w:rsidRPr="00AA51AE">
        <w:rPr>
          <w:rStyle w:val="libArabicChar"/>
          <w:rFonts w:hint="cs"/>
          <w:rtl/>
        </w:rPr>
        <w:t>يعلم</w:t>
      </w:r>
      <w:r w:rsidRPr="00AA51AE">
        <w:rPr>
          <w:rStyle w:val="libArabicChar"/>
          <w:rtl/>
        </w:rPr>
        <w:t xml:space="preserve"> </w:t>
      </w:r>
      <w:r w:rsidRPr="00AA51AE">
        <w:rPr>
          <w:rStyle w:val="libArabicChar"/>
          <w:rFonts w:hint="cs"/>
          <w:rtl/>
        </w:rPr>
        <w:t>ما</w:t>
      </w:r>
      <w:r w:rsidRPr="00AA51AE">
        <w:rPr>
          <w:rStyle w:val="libArabicChar"/>
          <w:rtl/>
        </w:rPr>
        <w:t xml:space="preserve"> </w:t>
      </w:r>
      <w:r w:rsidRPr="00AA51AE">
        <w:rPr>
          <w:rStyle w:val="libArabicChar"/>
          <w:rFonts w:hint="cs"/>
          <w:rtl/>
        </w:rPr>
        <w:t>يسّرون</w:t>
      </w:r>
      <w:r w:rsidRPr="00AA51AE">
        <w:rPr>
          <w:rStyle w:val="libArabicChar"/>
          <w:rtl/>
        </w:rPr>
        <w:t xml:space="preserve"> </w:t>
      </w:r>
      <w:r w:rsidRPr="00AA51AE">
        <w:rPr>
          <w:rStyle w:val="libArabicChar"/>
          <w:rFonts w:hint="cs"/>
          <w:rtl/>
        </w:rPr>
        <w:t>وما</w:t>
      </w:r>
      <w:r w:rsidRPr="00AA51AE">
        <w:rPr>
          <w:rStyle w:val="libArabicChar"/>
          <w:rtl/>
        </w:rPr>
        <w:t xml:space="preserve"> </w:t>
      </w:r>
      <w:r w:rsidRPr="00AA51AE">
        <w:rPr>
          <w:rStyle w:val="libArabicChar"/>
          <w:rFonts w:hint="cs"/>
          <w:rtl/>
        </w:rPr>
        <w:t>ي</w:t>
      </w:r>
      <w:r w:rsidRPr="00AA51AE">
        <w:rPr>
          <w:rStyle w:val="libArabicChar"/>
          <w:rtl/>
        </w:rPr>
        <w:t>علنون</w:t>
      </w:r>
    </w:p>
    <w:p w:rsidR="001F628F" w:rsidRDefault="001F628F" w:rsidP="001F628F">
      <w:pPr>
        <w:pStyle w:val="libNormal"/>
        <w:rPr>
          <w:rtl/>
        </w:rPr>
      </w:pPr>
      <w:r>
        <w:rPr>
          <w:rFonts w:hint="eastAsia"/>
          <w:rtl/>
        </w:rPr>
        <w:t>منكرين</w:t>
      </w:r>
      <w:r>
        <w:rPr>
          <w:rtl/>
        </w:rPr>
        <w:t xml:space="preserve"> آخرت كى تمام نيتو</w:t>
      </w:r>
      <w:r w:rsidR="00083993">
        <w:rPr>
          <w:rtl/>
        </w:rPr>
        <w:t xml:space="preserve">ں </w:t>
      </w:r>
      <w:r>
        <w:rPr>
          <w:rtl/>
        </w:rPr>
        <w:t>اور ان كے كردار كے متعلق خداوند عالم كے يقينى علم كا اعلان، انہي</w:t>
      </w:r>
      <w:r w:rsidR="00083993">
        <w:rPr>
          <w:rtl/>
        </w:rPr>
        <w:t xml:space="preserve">ں </w:t>
      </w:r>
      <w:r>
        <w:rPr>
          <w:rtl/>
        </w:rPr>
        <w:t>خبر دار اور دھمكى دينے سے كنايہ ہے_</w:t>
      </w:r>
    </w:p>
    <w:p w:rsidR="001F628F" w:rsidRDefault="001F628F" w:rsidP="001F628F">
      <w:pPr>
        <w:pStyle w:val="libNormal"/>
        <w:rPr>
          <w:rtl/>
        </w:rPr>
      </w:pPr>
      <w:r>
        <w:rPr>
          <w:rtl/>
        </w:rPr>
        <w:t>4_ منكرين قيامت كى نيتو</w:t>
      </w:r>
      <w:r w:rsidR="00083993">
        <w:rPr>
          <w:rtl/>
        </w:rPr>
        <w:t xml:space="preserve">ں </w:t>
      </w:r>
      <w:r>
        <w:rPr>
          <w:rtl/>
        </w:rPr>
        <w:t>اور باطنى كيفيات سے خداوند عالم كى آگاہى كا سرچشمہ، اس كا علم غيب ہے_</w:t>
      </w:r>
    </w:p>
    <w:p w:rsidR="001F628F" w:rsidRDefault="001F628F" w:rsidP="00AA51AE">
      <w:pPr>
        <w:pStyle w:val="libArabic"/>
        <w:rPr>
          <w:rtl/>
        </w:rPr>
      </w:pPr>
      <w:r>
        <w:rPr>
          <w:rFonts w:hint="eastAsia"/>
          <w:rtl/>
        </w:rPr>
        <w:t>فالذين</w:t>
      </w:r>
      <w:r>
        <w:rPr>
          <w:rtl/>
        </w:rPr>
        <w:t xml:space="preserve"> لا يومنون بالآخرة قلوب</w:t>
      </w:r>
      <w:r w:rsidR="00120F63" w:rsidRPr="00ED5DE8">
        <w:rPr>
          <w:rFonts w:hint="cs"/>
          <w:rtl/>
        </w:rPr>
        <w:t>ه</w:t>
      </w:r>
      <w:r>
        <w:rPr>
          <w:rFonts w:hint="cs"/>
          <w:rtl/>
        </w:rPr>
        <w:t>م</w:t>
      </w:r>
      <w:r>
        <w:rPr>
          <w:rtl/>
        </w:rPr>
        <w:t xml:space="preserve"> </w:t>
      </w:r>
      <w:r>
        <w:rPr>
          <w:rFonts w:hint="cs"/>
          <w:rtl/>
        </w:rPr>
        <w:t>منكرة</w:t>
      </w:r>
      <w:r>
        <w:rPr>
          <w:rtl/>
        </w:rPr>
        <w:t xml:space="preserve"> ... </w:t>
      </w:r>
      <w:r>
        <w:rPr>
          <w:rFonts w:hint="cs"/>
          <w:rtl/>
        </w:rPr>
        <w:t>لا</w:t>
      </w:r>
      <w:r>
        <w:rPr>
          <w:rtl/>
        </w:rPr>
        <w:t xml:space="preserve"> </w:t>
      </w:r>
      <w:r>
        <w:rPr>
          <w:rFonts w:hint="cs"/>
          <w:rtl/>
        </w:rPr>
        <w:t>جرم</w:t>
      </w:r>
      <w:r>
        <w:rPr>
          <w:rtl/>
        </w:rPr>
        <w:t xml:space="preserve"> </w:t>
      </w:r>
      <w:r>
        <w:rPr>
          <w:rFonts w:hint="cs"/>
          <w:rtl/>
        </w:rPr>
        <w:t>انّ</w:t>
      </w:r>
      <w:r>
        <w:rPr>
          <w:rtl/>
        </w:rPr>
        <w:t xml:space="preserve"> </w:t>
      </w:r>
      <w:r>
        <w:rPr>
          <w:rFonts w:hint="cs"/>
          <w:rtl/>
        </w:rPr>
        <w:t>الله</w:t>
      </w:r>
      <w:r>
        <w:rPr>
          <w:rtl/>
        </w:rPr>
        <w:t xml:space="preserve"> </w:t>
      </w:r>
      <w:r>
        <w:rPr>
          <w:rFonts w:hint="cs"/>
          <w:rtl/>
        </w:rPr>
        <w:t>يلعم</w:t>
      </w:r>
      <w:r>
        <w:rPr>
          <w:rtl/>
        </w:rPr>
        <w:t xml:space="preserve"> </w:t>
      </w:r>
      <w:r>
        <w:rPr>
          <w:rFonts w:hint="cs"/>
          <w:rtl/>
        </w:rPr>
        <w:t>ما</w:t>
      </w:r>
      <w:r>
        <w:rPr>
          <w:rtl/>
        </w:rPr>
        <w:t xml:space="preserve"> </w:t>
      </w:r>
      <w:r>
        <w:rPr>
          <w:rFonts w:hint="cs"/>
          <w:rtl/>
        </w:rPr>
        <w:t>ي</w:t>
      </w:r>
      <w:r>
        <w:rPr>
          <w:rtl/>
        </w:rPr>
        <w:t>سرّون</w:t>
      </w:r>
    </w:p>
    <w:p w:rsidR="001F628F" w:rsidRDefault="001F628F" w:rsidP="00AA51AE">
      <w:pPr>
        <w:pStyle w:val="libNormal"/>
        <w:rPr>
          <w:rtl/>
        </w:rPr>
      </w:pPr>
      <w:r>
        <w:rPr>
          <w:rtl/>
        </w:rPr>
        <w:t>5_ مستكبرين ، خداوند عالم كى محبت سے محروم ہي</w:t>
      </w:r>
      <w:r w:rsidR="00083993">
        <w:rPr>
          <w:rtl/>
        </w:rPr>
        <w:t xml:space="preserve">ں </w:t>
      </w:r>
      <w:r>
        <w:rPr>
          <w:rtl/>
        </w:rPr>
        <w:t>_</w:t>
      </w:r>
      <w:r w:rsidRPr="00AA51AE">
        <w:rPr>
          <w:rStyle w:val="libArabicChar"/>
          <w:rFonts w:hint="eastAsia"/>
          <w:rtl/>
        </w:rPr>
        <w:t>انّ</w:t>
      </w:r>
      <w:r w:rsidR="00120F63" w:rsidRPr="00B2551F">
        <w:rPr>
          <w:rStyle w:val="libArabicChar"/>
          <w:rFonts w:hint="cs"/>
          <w:rtl/>
        </w:rPr>
        <w:t>ه</w:t>
      </w:r>
      <w:r w:rsidRPr="00AA51AE">
        <w:rPr>
          <w:rStyle w:val="libArabicChar"/>
          <w:rtl/>
        </w:rPr>
        <w:t xml:space="preserve"> لا يحب المستكبرين</w:t>
      </w:r>
    </w:p>
    <w:p w:rsidR="001F628F" w:rsidRDefault="001F628F" w:rsidP="001F628F">
      <w:pPr>
        <w:pStyle w:val="libNormal"/>
        <w:rPr>
          <w:rtl/>
        </w:rPr>
      </w:pPr>
      <w:r>
        <w:rPr>
          <w:rtl/>
        </w:rPr>
        <w:t>6_ عالم آخرت كے منكرين ، خداوند عالم كى محبت سے محروم ہي</w:t>
      </w:r>
      <w:r w:rsidR="00083993">
        <w:rPr>
          <w:rtl/>
        </w:rPr>
        <w:t xml:space="preserve">ں </w:t>
      </w:r>
      <w:r>
        <w:rPr>
          <w:rtl/>
        </w:rPr>
        <w:t>_</w:t>
      </w:r>
    </w:p>
    <w:p w:rsidR="00AA51AE" w:rsidRDefault="001E7F9D" w:rsidP="00F73EDE">
      <w:pPr>
        <w:pStyle w:val="libPoemTini"/>
        <w:rPr>
          <w:rtl/>
        </w:rPr>
      </w:pPr>
      <w:r>
        <w:rPr>
          <w:rtl/>
        </w:rPr>
        <w:cr/>
      </w:r>
      <w:r>
        <w:rPr>
          <w:rtl/>
        </w:rPr>
        <w:br w:type="page"/>
      </w:r>
    </w:p>
    <w:p w:rsidR="001F628F" w:rsidRDefault="001F628F" w:rsidP="00AA51AE">
      <w:pPr>
        <w:pStyle w:val="libArabic"/>
        <w:rPr>
          <w:rtl/>
        </w:rPr>
      </w:pPr>
      <w:r>
        <w:rPr>
          <w:rFonts w:hint="eastAsia"/>
          <w:rtl/>
        </w:rPr>
        <w:lastRenderedPageBreak/>
        <w:t>فاالذين</w:t>
      </w:r>
      <w:r>
        <w:rPr>
          <w:rtl/>
        </w:rPr>
        <w:t xml:space="preserve"> لا يومنون بالآخرة قلوب</w:t>
      </w:r>
      <w:r w:rsidR="00120F63" w:rsidRPr="00ED5DE8">
        <w:rPr>
          <w:rFonts w:hint="cs"/>
          <w:rtl/>
        </w:rPr>
        <w:t>ه</w:t>
      </w:r>
      <w:r>
        <w:rPr>
          <w:rFonts w:hint="cs"/>
          <w:rtl/>
        </w:rPr>
        <w:t>م</w:t>
      </w:r>
      <w:r>
        <w:rPr>
          <w:rtl/>
        </w:rPr>
        <w:t xml:space="preserve"> </w:t>
      </w:r>
      <w:r>
        <w:rPr>
          <w:rFonts w:hint="cs"/>
          <w:rtl/>
        </w:rPr>
        <w:t>منكرة</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مستكبرون</w:t>
      </w:r>
      <w:r>
        <w:rPr>
          <w:rtl/>
        </w:rPr>
        <w:t xml:space="preserve"> ...</w:t>
      </w:r>
      <w:r>
        <w:rPr>
          <w:rFonts w:hint="cs"/>
          <w:rtl/>
        </w:rPr>
        <w:t>انّ</w:t>
      </w:r>
      <w:r w:rsidR="00120F63" w:rsidRPr="00ED5DE8">
        <w:rPr>
          <w:rFonts w:hint="cs"/>
          <w:rtl/>
        </w:rPr>
        <w:t>ه</w:t>
      </w:r>
      <w:r>
        <w:rPr>
          <w:rtl/>
        </w:rPr>
        <w:t xml:space="preserve"> </w:t>
      </w:r>
      <w:r>
        <w:rPr>
          <w:rFonts w:hint="cs"/>
          <w:rtl/>
        </w:rPr>
        <w:t>لا</w:t>
      </w:r>
      <w:r>
        <w:rPr>
          <w:rtl/>
        </w:rPr>
        <w:t xml:space="preserve"> </w:t>
      </w:r>
      <w:r>
        <w:rPr>
          <w:rFonts w:hint="cs"/>
          <w:rtl/>
        </w:rPr>
        <w:t>يحب</w:t>
      </w:r>
      <w:r>
        <w:rPr>
          <w:rtl/>
        </w:rPr>
        <w:t xml:space="preserve"> </w:t>
      </w:r>
      <w:r>
        <w:rPr>
          <w:rFonts w:hint="cs"/>
          <w:rtl/>
        </w:rPr>
        <w:t>المس</w:t>
      </w:r>
      <w:r>
        <w:rPr>
          <w:rtl/>
        </w:rPr>
        <w:t>تكبرين</w:t>
      </w:r>
    </w:p>
    <w:p w:rsidR="001F628F" w:rsidRDefault="001F628F" w:rsidP="001F628F">
      <w:pPr>
        <w:pStyle w:val="libNormal"/>
        <w:rPr>
          <w:rtl/>
        </w:rPr>
      </w:pPr>
      <w:r>
        <w:rPr>
          <w:rtl/>
        </w:rPr>
        <w:t>7_ حق كے منكرين ، الله تعالى كى محبت سے محروم ہي</w:t>
      </w:r>
      <w:r w:rsidR="00083993">
        <w:rPr>
          <w:rtl/>
        </w:rPr>
        <w:t xml:space="preserve">ں </w:t>
      </w:r>
      <w:r>
        <w:rPr>
          <w:rtl/>
        </w:rPr>
        <w:t>_</w:t>
      </w:r>
    </w:p>
    <w:p w:rsidR="001F628F" w:rsidRDefault="001F628F" w:rsidP="00AA51AE">
      <w:pPr>
        <w:pStyle w:val="libArabic"/>
        <w:rPr>
          <w:rtl/>
        </w:rPr>
      </w:pPr>
      <w:r>
        <w:rPr>
          <w:rFonts w:hint="eastAsia"/>
          <w:rtl/>
        </w:rPr>
        <w:t>فاالذين</w:t>
      </w:r>
      <w:r>
        <w:rPr>
          <w:rtl/>
        </w:rPr>
        <w:t xml:space="preserve"> لا يومنون بالآخرة قلوب</w:t>
      </w:r>
      <w:r w:rsidR="00120F63" w:rsidRPr="00ED5DE8">
        <w:rPr>
          <w:rFonts w:hint="cs"/>
          <w:rtl/>
        </w:rPr>
        <w:t>ه</w:t>
      </w:r>
      <w:r>
        <w:rPr>
          <w:rFonts w:hint="cs"/>
          <w:rtl/>
        </w:rPr>
        <w:t>م</w:t>
      </w:r>
      <w:r>
        <w:rPr>
          <w:rtl/>
        </w:rPr>
        <w:t xml:space="preserve"> </w:t>
      </w:r>
      <w:r>
        <w:rPr>
          <w:rFonts w:hint="cs"/>
          <w:rtl/>
        </w:rPr>
        <w:t>منكرة</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مستكبرون</w:t>
      </w:r>
      <w:r>
        <w:rPr>
          <w:rtl/>
        </w:rPr>
        <w:t xml:space="preserve"> ...</w:t>
      </w:r>
      <w:r>
        <w:rPr>
          <w:rFonts w:hint="cs"/>
          <w:rtl/>
        </w:rPr>
        <w:t>انّ</w:t>
      </w:r>
      <w:r w:rsidR="00120F63" w:rsidRPr="00ED5DE8">
        <w:rPr>
          <w:rFonts w:hint="cs"/>
          <w:rtl/>
        </w:rPr>
        <w:t>ه</w:t>
      </w:r>
      <w:r>
        <w:rPr>
          <w:rtl/>
        </w:rPr>
        <w:t xml:space="preserve"> </w:t>
      </w:r>
      <w:r>
        <w:rPr>
          <w:rFonts w:hint="cs"/>
          <w:rtl/>
        </w:rPr>
        <w:t>لا</w:t>
      </w:r>
      <w:r>
        <w:rPr>
          <w:rtl/>
        </w:rPr>
        <w:t xml:space="preserve"> </w:t>
      </w:r>
      <w:r>
        <w:rPr>
          <w:rFonts w:hint="cs"/>
          <w:rtl/>
        </w:rPr>
        <w:t>يحب</w:t>
      </w:r>
      <w:r>
        <w:rPr>
          <w:rtl/>
        </w:rPr>
        <w:t xml:space="preserve"> </w:t>
      </w:r>
      <w:r>
        <w:rPr>
          <w:rFonts w:hint="cs"/>
          <w:rtl/>
        </w:rPr>
        <w:t>ّ</w:t>
      </w:r>
      <w:r>
        <w:rPr>
          <w:rtl/>
        </w:rPr>
        <w:t xml:space="preserve"> </w:t>
      </w:r>
      <w:r>
        <w:rPr>
          <w:rFonts w:hint="cs"/>
          <w:rtl/>
        </w:rPr>
        <w:t>المست</w:t>
      </w:r>
      <w:r>
        <w:rPr>
          <w:rtl/>
        </w:rPr>
        <w:t>كبرين</w:t>
      </w:r>
    </w:p>
    <w:p w:rsidR="001F628F" w:rsidRDefault="001F628F" w:rsidP="00AA51AE">
      <w:pPr>
        <w:pStyle w:val="libNormal"/>
        <w:rPr>
          <w:rtl/>
        </w:rPr>
      </w:pPr>
      <w:r>
        <w:rPr>
          <w:rFonts w:hint="eastAsia"/>
          <w:rtl/>
        </w:rPr>
        <w:t>آخرت</w:t>
      </w:r>
      <w:r>
        <w:rPr>
          <w:rtl/>
        </w:rPr>
        <w:t>:</w:t>
      </w:r>
      <w:r>
        <w:rPr>
          <w:rFonts w:hint="eastAsia"/>
          <w:rtl/>
        </w:rPr>
        <w:t>آخرت</w:t>
      </w:r>
      <w:r>
        <w:rPr>
          <w:rtl/>
        </w:rPr>
        <w:t xml:space="preserve"> كے جھٹلانے والو</w:t>
      </w:r>
      <w:r w:rsidR="00083993">
        <w:rPr>
          <w:rtl/>
        </w:rPr>
        <w:t xml:space="preserve">ں </w:t>
      </w:r>
      <w:r>
        <w:rPr>
          <w:rtl/>
        </w:rPr>
        <w:t>كو انذار 3; آخرت كے منكرين كى محروميت6; آخرت كے منكرين كے راز،1</w:t>
      </w:r>
    </w:p>
    <w:p w:rsidR="001F628F" w:rsidRDefault="001F628F" w:rsidP="00AA51AE">
      <w:pPr>
        <w:pStyle w:val="libNormal"/>
        <w:rPr>
          <w:rtl/>
        </w:rPr>
      </w:pPr>
      <w:r>
        <w:rPr>
          <w:rFonts w:hint="eastAsia"/>
          <w:rtl/>
        </w:rPr>
        <w:t>الله</w:t>
      </w:r>
      <w:r>
        <w:rPr>
          <w:rtl/>
        </w:rPr>
        <w:t xml:space="preserve"> تعالي:</w:t>
      </w:r>
      <w:r>
        <w:rPr>
          <w:rFonts w:hint="eastAsia"/>
          <w:rtl/>
        </w:rPr>
        <w:t>الله</w:t>
      </w:r>
      <w:r>
        <w:rPr>
          <w:rtl/>
        </w:rPr>
        <w:t xml:space="preserve"> تعالى اور آخرت كے جھٹلانے والے 1; الله تعالى اور معاد كے جھٹلانے والے 4; الله تعالى اور نيّات 2; الله تعالى كا علم غيب1،2،4; الله تعالى كي محبت سے محروم5،6،7; الله تعالى كے انذار3</w:t>
      </w:r>
    </w:p>
    <w:p w:rsidR="001F628F" w:rsidRDefault="001F628F" w:rsidP="001F628F">
      <w:pPr>
        <w:pStyle w:val="libNormal"/>
        <w:rPr>
          <w:rtl/>
        </w:rPr>
      </w:pPr>
      <w:r>
        <w:rPr>
          <w:rFonts w:hint="eastAsia"/>
          <w:rtl/>
        </w:rPr>
        <w:t>الله</w:t>
      </w:r>
      <w:r>
        <w:rPr>
          <w:rtl/>
        </w:rPr>
        <w:t xml:space="preserve"> تعالى كے علم كا سرچشمہ:4</w:t>
      </w:r>
    </w:p>
    <w:p w:rsidR="001F628F" w:rsidRDefault="001F628F" w:rsidP="00AA51AE">
      <w:pPr>
        <w:pStyle w:val="libNormal"/>
        <w:rPr>
          <w:rtl/>
        </w:rPr>
      </w:pPr>
      <w:r>
        <w:rPr>
          <w:rFonts w:hint="eastAsia"/>
          <w:rtl/>
        </w:rPr>
        <w:t>ايمان</w:t>
      </w:r>
      <w:r>
        <w:rPr>
          <w:rtl/>
        </w:rPr>
        <w:t>:</w:t>
      </w:r>
      <w:r>
        <w:rPr>
          <w:rFonts w:hint="eastAsia"/>
          <w:rtl/>
        </w:rPr>
        <w:t>آخرت</w:t>
      </w:r>
      <w:r>
        <w:rPr>
          <w:rtl/>
        </w:rPr>
        <w:t xml:space="preserve"> پر ايمان كى اہميت6</w:t>
      </w:r>
    </w:p>
    <w:p w:rsidR="001F628F" w:rsidRDefault="001F628F" w:rsidP="00AA51AE">
      <w:pPr>
        <w:pStyle w:val="libNormal"/>
        <w:rPr>
          <w:rtl/>
        </w:rPr>
      </w:pPr>
      <w:r>
        <w:rPr>
          <w:rFonts w:hint="eastAsia"/>
          <w:rtl/>
        </w:rPr>
        <w:t>حق</w:t>
      </w:r>
      <w:r>
        <w:rPr>
          <w:rtl/>
        </w:rPr>
        <w:t>:</w:t>
      </w:r>
      <w:r>
        <w:rPr>
          <w:rFonts w:hint="eastAsia"/>
          <w:rtl/>
        </w:rPr>
        <w:t>حق</w:t>
      </w:r>
      <w:r>
        <w:rPr>
          <w:rtl/>
        </w:rPr>
        <w:t xml:space="preserve"> كو جھٹلانے و الو</w:t>
      </w:r>
      <w:r w:rsidR="00083993">
        <w:rPr>
          <w:rtl/>
        </w:rPr>
        <w:t xml:space="preserve">ں </w:t>
      </w:r>
      <w:r>
        <w:rPr>
          <w:rtl/>
        </w:rPr>
        <w:t>كى محروميت7</w:t>
      </w:r>
    </w:p>
    <w:p w:rsidR="001F628F" w:rsidRDefault="001F628F" w:rsidP="00AA51AE">
      <w:pPr>
        <w:pStyle w:val="libNormal"/>
        <w:rPr>
          <w:rtl/>
        </w:rPr>
      </w:pPr>
      <w:r>
        <w:rPr>
          <w:rFonts w:hint="eastAsia"/>
          <w:rtl/>
        </w:rPr>
        <w:t>مستكبرين</w:t>
      </w:r>
      <w:r>
        <w:rPr>
          <w:rtl/>
        </w:rPr>
        <w:t>:</w:t>
      </w:r>
      <w:r>
        <w:rPr>
          <w:rFonts w:hint="eastAsia"/>
          <w:rtl/>
        </w:rPr>
        <w:t>مستكبرين</w:t>
      </w:r>
      <w:r>
        <w:rPr>
          <w:rtl/>
        </w:rPr>
        <w:t xml:space="preserve"> كى محروميت5</w:t>
      </w:r>
    </w:p>
    <w:p w:rsidR="001F628F" w:rsidRDefault="001F628F" w:rsidP="00AA51AE">
      <w:pPr>
        <w:pStyle w:val="libNormal"/>
        <w:rPr>
          <w:rtl/>
        </w:rPr>
      </w:pPr>
      <w:r>
        <w:rPr>
          <w:rFonts w:hint="eastAsia"/>
          <w:rtl/>
        </w:rPr>
        <w:t>معاد</w:t>
      </w:r>
      <w:r>
        <w:rPr>
          <w:rtl/>
        </w:rPr>
        <w:t>:</w:t>
      </w:r>
      <w:r>
        <w:rPr>
          <w:rFonts w:hint="eastAsia"/>
          <w:rtl/>
        </w:rPr>
        <w:t>معاد</w:t>
      </w:r>
      <w:r>
        <w:rPr>
          <w:rtl/>
        </w:rPr>
        <w:t xml:space="preserve"> كو جھٹلانے والو</w:t>
      </w:r>
      <w:r w:rsidR="00083993">
        <w:rPr>
          <w:rtl/>
        </w:rPr>
        <w:t xml:space="preserve">ں </w:t>
      </w:r>
      <w:r>
        <w:rPr>
          <w:rtl/>
        </w:rPr>
        <w:t>كى نيتيّ</w:t>
      </w:r>
      <w:r w:rsidR="00083993">
        <w:rPr>
          <w:rtl/>
        </w:rPr>
        <w:t xml:space="preserve">ں </w:t>
      </w:r>
      <w:r>
        <w:rPr>
          <w:rtl/>
        </w:rPr>
        <w:t>4;معاد كو جھٹلانے والو</w:t>
      </w:r>
      <w:r w:rsidR="00083993">
        <w:rPr>
          <w:rtl/>
        </w:rPr>
        <w:t xml:space="preserve">ں </w:t>
      </w:r>
      <w:r>
        <w:rPr>
          <w:rtl/>
        </w:rPr>
        <w:t>كے راز4</w:t>
      </w:r>
    </w:p>
    <w:p w:rsidR="001F628F" w:rsidRPr="00120F63" w:rsidRDefault="00AA51AE" w:rsidP="00AA51AE">
      <w:pPr>
        <w:pStyle w:val="Heading2Center"/>
        <w:rPr>
          <w:rtl/>
        </w:rPr>
      </w:pPr>
      <w:bookmarkStart w:id="170" w:name="_Toc28081848"/>
      <w:r>
        <w:rPr>
          <w:rFonts w:hint="cs"/>
          <w:rtl/>
        </w:rPr>
        <w:t xml:space="preserve">آیت </w:t>
      </w:r>
      <w:r w:rsidRPr="00120F63">
        <w:rPr>
          <w:rFonts w:hint="cs"/>
          <w:rtl/>
        </w:rPr>
        <w:t>24</w:t>
      </w:r>
      <w:bookmarkEnd w:id="170"/>
    </w:p>
    <w:p w:rsidR="001F628F" w:rsidRDefault="00E260F9" w:rsidP="00AA51AE">
      <w:pPr>
        <w:pStyle w:val="libNormal"/>
        <w:rPr>
          <w:rtl/>
        </w:rPr>
      </w:pPr>
      <w:r w:rsidRPr="00E260F9">
        <w:rPr>
          <w:rStyle w:val="libAlaemChar"/>
          <w:rFonts w:hint="eastAsia"/>
          <w:rtl/>
        </w:rPr>
        <w:t>(</w:t>
      </w:r>
      <w:r w:rsidRPr="00AA51AE">
        <w:rPr>
          <w:rStyle w:val="libAieChar"/>
          <w:rFonts w:hint="eastAsia"/>
          <w:rtl/>
        </w:rPr>
        <w:t>وَإِذَا</w:t>
      </w:r>
      <w:r w:rsidRPr="00AA51AE">
        <w:rPr>
          <w:rStyle w:val="libAieChar"/>
          <w:rtl/>
        </w:rPr>
        <w:t xml:space="preserve"> قِيلَ لَهُم مَّاذَا أَنزَلَ رَبُّكُمْ قَالُواْ أَسَاطِيرُ الأَوَّلِينَ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ان سے پوچھا جاتا ہے كہ تمھارے پروردگار نے كيا كيا نازل كيا ہے تو كہتے ہي</w:t>
      </w:r>
      <w:r w:rsidR="00083993">
        <w:rPr>
          <w:rtl/>
        </w:rPr>
        <w:t xml:space="preserve">ں </w:t>
      </w:r>
      <w:r>
        <w:rPr>
          <w:rtl/>
        </w:rPr>
        <w:t>كہ يہ سب پچھلے لوگو</w:t>
      </w:r>
      <w:r w:rsidR="00083993">
        <w:rPr>
          <w:rtl/>
        </w:rPr>
        <w:t xml:space="preserve">ں </w:t>
      </w:r>
      <w:r>
        <w:rPr>
          <w:rtl/>
        </w:rPr>
        <w:t>كے افسانے ہي</w:t>
      </w:r>
      <w:r w:rsidR="00083993">
        <w:rPr>
          <w:rtl/>
        </w:rPr>
        <w:t xml:space="preserve">ں </w:t>
      </w:r>
      <w:r>
        <w:rPr>
          <w:rtl/>
        </w:rPr>
        <w:t>_</w:t>
      </w:r>
    </w:p>
    <w:p w:rsidR="001F628F" w:rsidRDefault="001F628F" w:rsidP="001F628F">
      <w:pPr>
        <w:pStyle w:val="libNormal"/>
        <w:rPr>
          <w:rtl/>
        </w:rPr>
      </w:pPr>
      <w:r>
        <w:rPr>
          <w:rtl/>
        </w:rPr>
        <w:t>1_ منكرين آخرت ، قرآنى آيات كو خود ساختہ كلام اور گذشتہ افراد كے تحريف شدہ قصّے قرار ديتے تھے _</w:t>
      </w:r>
    </w:p>
    <w:p w:rsidR="001F628F" w:rsidRDefault="001F628F" w:rsidP="00AA51AE">
      <w:pPr>
        <w:pStyle w:val="libArabic"/>
        <w:rPr>
          <w:rtl/>
        </w:rPr>
      </w:pPr>
      <w:r>
        <w:rPr>
          <w:rFonts w:hint="eastAsia"/>
          <w:rtl/>
        </w:rPr>
        <w:t>فاالذين</w:t>
      </w:r>
      <w:r>
        <w:rPr>
          <w:rtl/>
        </w:rPr>
        <w:t xml:space="preserve"> لا يومنون بالآخرة قلوب</w:t>
      </w:r>
      <w:r w:rsidR="00120F63" w:rsidRPr="00ED5DE8">
        <w:rPr>
          <w:rFonts w:hint="cs"/>
          <w:rtl/>
        </w:rPr>
        <w:t>ه</w:t>
      </w:r>
      <w:r>
        <w:rPr>
          <w:rFonts w:hint="cs"/>
          <w:rtl/>
        </w:rPr>
        <w:t>م</w:t>
      </w:r>
      <w:r>
        <w:rPr>
          <w:rtl/>
        </w:rPr>
        <w:t xml:space="preserve"> </w:t>
      </w:r>
      <w:r>
        <w:rPr>
          <w:rFonts w:hint="cs"/>
          <w:rtl/>
        </w:rPr>
        <w:t>منكرة</w:t>
      </w:r>
      <w:r>
        <w:rPr>
          <w:rtl/>
        </w:rPr>
        <w:t xml:space="preserve"> ... </w:t>
      </w:r>
      <w:r>
        <w:rPr>
          <w:rFonts w:hint="cs"/>
          <w:rtl/>
        </w:rPr>
        <w:t>واذا</w:t>
      </w:r>
      <w:r>
        <w:rPr>
          <w:rtl/>
        </w:rPr>
        <w:t xml:space="preserve"> </w:t>
      </w:r>
      <w:r>
        <w:rPr>
          <w:rFonts w:hint="cs"/>
          <w:rtl/>
        </w:rPr>
        <w:t>قيل</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w:t>
      </w:r>
      <w:r>
        <w:rPr>
          <w:rtl/>
        </w:rPr>
        <w:t>اّولين</w:t>
      </w:r>
    </w:p>
    <w:p w:rsidR="001F628F" w:rsidRDefault="001F628F" w:rsidP="001F628F">
      <w:pPr>
        <w:pStyle w:val="libNormal"/>
        <w:rPr>
          <w:rtl/>
        </w:rPr>
      </w:pPr>
      <w:r>
        <w:rPr>
          <w:rtl/>
        </w:rPr>
        <w:t>''اسطورة '' كى جمع ''اساطير'' ہے جس كا معنى</w:t>
      </w:r>
    </w:p>
    <w:p w:rsidR="00AA51AE" w:rsidRDefault="001E7F9D" w:rsidP="00F73EDE">
      <w:pPr>
        <w:pStyle w:val="libPoemTini"/>
        <w:rPr>
          <w:rtl/>
        </w:rPr>
      </w:pPr>
      <w:r>
        <w:rPr>
          <w:rtl/>
        </w:rPr>
        <w:br w:type="page"/>
      </w:r>
    </w:p>
    <w:p w:rsidR="001F628F" w:rsidRDefault="001F628F" w:rsidP="00AA51AE">
      <w:pPr>
        <w:pStyle w:val="libNormal"/>
        <w:rPr>
          <w:rtl/>
        </w:rPr>
      </w:pPr>
      <w:r>
        <w:rPr>
          <w:rFonts w:hint="eastAsia"/>
          <w:rtl/>
        </w:rPr>
        <w:lastRenderedPageBreak/>
        <w:t>تحرير</w:t>
      </w:r>
      <w:r>
        <w:rPr>
          <w:rtl/>
        </w:rPr>
        <w:t xml:space="preserve"> ى شكل مي</w:t>
      </w:r>
      <w:r w:rsidR="00083993">
        <w:rPr>
          <w:rtl/>
        </w:rPr>
        <w:t xml:space="preserve">ں </w:t>
      </w:r>
      <w:r>
        <w:rPr>
          <w:rtl/>
        </w:rPr>
        <w:t>خود ساختہ داستاني</w:t>
      </w:r>
      <w:r w:rsidR="00083993">
        <w:rPr>
          <w:rtl/>
        </w:rPr>
        <w:t xml:space="preserve">ں </w:t>
      </w:r>
      <w:r>
        <w:rPr>
          <w:rtl/>
        </w:rPr>
        <w:t>اور خيالى باتي</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2_ عالم آخرت كے منكرين ، خداوند عالم كى جانب سے نزول قرآن كے منكر تھے_</w:t>
      </w:r>
    </w:p>
    <w:p w:rsidR="001F628F" w:rsidRDefault="001F628F" w:rsidP="00AA51AE">
      <w:pPr>
        <w:pStyle w:val="libArabic"/>
        <w:rPr>
          <w:rtl/>
        </w:rPr>
      </w:pPr>
      <w:r>
        <w:rPr>
          <w:rFonts w:hint="eastAsia"/>
          <w:rtl/>
        </w:rPr>
        <w:t>فاالذين</w:t>
      </w:r>
      <w:r>
        <w:rPr>
          <w:rtl/>
        </w:rPr>
        <w:t xml:space="preserve"> لا يومنون بالآخرة ...اذا قيل ل</w:t>
      </w:r>
      <w:r w:rsidR="00120F63" w:rsidRPr="00ED5DE8">
        <w:rPr>
          <w:rFonts w:hint="cs"/>
          <w:rtl/>
        </w:rPr>
        <w:t>ه</w:t>
      </w:r>
      <w:r>
        <w:rPr>
          <w:rFonts w:hint="cs"/>
          <w:rtl/>
        </w:rPr>
        <w:t>م</w:t>
      </w:r>
      <w:r>
        <w:rPr>
          <w:rtl/>
        </w:rPr>
        <w:t xml:space="preserve"> </w:t>
      </w:r>
      <w:r>
        <w:rPr>
          <w:rFonts w:hint="cs"/>
          <w:rtl/>
        </w:rPr>
        <w:t>ماذا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w:t>
      </w:r>
      <w:r>
        <w:rPr>
          <w:rtl/>
        </w:rPr>
        <w:t>اوّلين</w:t>
      </w:r>
    </w:p>
    <w:p w:rsidR="001F628F" w:rsidRDefault="001F628F" w:rsidP="001F628F">
      <w:pPr>
        <w:pStyle w:val="libNormal"/>
        <w:rPr>
          <w:rtl/>
        </w:rPr>
      </w:pPr>
      <w:r>
        <w:rPr>
          <w:rtl/>
        </w:rPr>
        <w:t>''اساطير'' كا مرفوع ہونا، مبتداء محذوف ''المنزل''يا (</w:t>
      </w:r>
      <w:r w:rsidRPr="00AA51AE">
        <w:rPr>
          <w:rStyle w:val="libArabicChar"/>
          <w:rtl/>
        </w:rPr>
        <w:t>الذى يسئل عن</w:t>
      </w:r>
      <w:r w:rsidR="00120F63" w:rsidRPr="00B2551F">
        <w:rPr>
          <w:rStyle w:val="libArabicChar"/>
          <w:rFonts w:hint="cs"/>
          <w:rtl/>
        </w:rPr>
        <w:t>ه</w:t>
      </w:r>
      <w:r w:rsidRPr="00AA51AE">
        <w:rPr>
          <w:rStyle w:val="libArabicChar"/>
          <w:rtl/>
        </w:rPr>
        <w:t>''</w:t>
      </w:r>
      <w:r>
        <w:rPr>
          <w:rtl/>
        </w:rPr>
        <w:t>) كى خبر ہونے كى وجہ سے ہے كہ جس سے مراد ، قرآن مجيد ہے_</w:t>
      </w:r>
    </w:p>
    <w:p w:rsidR="001F628F" w:rsidRDefault="001F628F" w:rsidP="001F628F">
      <w:pPr>
        <w:pStyle w:val="libNormal"/>
        <w:rPr>
          <w:rtl/>
        </w:rPr>
      </w:pPr>
      <w:r>
        <w:rPr>
          <w:rtl/>
        </w:rPr>
        <w:t>3_حق قبول نہ كرنا اور استكبار ى فكر كا مالك ہونا ، خدا كى جانب سے نزول قرآن كے انكار كاسبب ہے_</w:t>
      </w:r>
    </w:p>
    <w:p w:rsidR="001F628F" w:rsidRDefault="001F628F" w:rsidP="00AA51AE">
      <w:pPr>
        <w:pStyle w:val="libArabic"/>
        <w:rPr>
          <w:rtl/>
        </w:rPr>
      </w:pPr>
      <w:r>
        <w:rPr>
          <w:rFonts w:hint="eastAsia"/>
          <w:rtl/>
        </w:rPr>
        <w:t>فاالذين</w:t>
      </w:r>
      <w:r>
        <w:rPr>
          <w:rtl/>
        </w:rPr>
        <w:t xml:space="preserve"> لا يومنون بالآخرة قلوب</w:t>
      </w:r>
      <w:r w:rsidR="00120F63" w:rsidRPr="00ED5DE8">
        <w:rPr>
          <w:rFonts w:hint="cs"/>
          <w:rtl/>
        </w:rPr>
        <w:t>ه</w:t>
      </w:r>
      <w:r>
        <w:rPr>
          <w:rFonts w:hint="cs"/>
          <w:rtl/>
        </w:rPr>
        <w:t>م</w:t>
      </w:r>
      <w:r>
        <w:rPr>
          <w:rtl/>
        </w:rPr>
        <w:t xml:space="preserve"> </w:t>
      </w:r>
      <w:r>
        <w:rPr>
          <w:rFonts w:hint="cs"/>
          <w:rtl/>
        </w:rPr>
        <w:t>منكرة</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مستكبرون</w:t>
      </w:r>
      <w:r>
        <w:rPr>
          <w:rtl/>
        </w:rPr>
        <w:t xml:space="preserve"> ...</w:t>
      </w:r>
      <w:r>
        <w:rPr>
          <w:rFonts w:hint="cs"/>
          <w:rtl/>
        </w:rPr>
        <w:t>واذا</w:t>
      </w:r>
      <w:r>
        <w:rPr>
          <w:rtl/>
        </w:rPr>
        <w:t xml:space="preserve"> </w:t>
      </w:r>
      <w:r>
        <w:rPr>
          <w:rFonts w:hint="cs"/>
          <w:rtl/>
        </w:rPr>
        <w:t>قيل</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ماذا</w:t>
      </w:r>
      <w:r>
        <w:rPr>
          <w:rtl/>
        </w:rPr>
        <w:t xml:space="preserve"> انزل ربّكم قالوا اساطير الاوّلين</w:t>
      </w:r>
    </w:p>
    <w:p w:rsidR="001F628F" w:rsidRDefault="001F628F" w:rsidP="001F628F">
      <w:pPr>
        <w:pStyle w:val="libNormal"/>
        <w:rPr>
          <w:rtl/>
        </w:rPr>
      </w:pPr>
      <w:r>
        <w:rPr>
          <w:rtl/>
        </w:rPr>
        <w:t>4_ معاد كے منكرين كا اپنى روشن فكرى اور سطح فكرى كے بلند ہونے كا دعوى دار ہونا _</w:t>
      </w:r>
    </w:p>
    <w:p w:rsidR="001F628F" w:rsidRDefault="001F628F" w:rsidP="00AA51AE">
      <w:pPr>
        <w:pStyle w:val="libArabic"/>
        <w:rPr>
          <w:rtl/>
        </w:rPr>
      </w:pPr>
      <w:r>
        <w:rPr>
          <w:rFonts w:hint="eastAsia"/>
          <w:rtl/>
        </w:rPr>
        <w:t>فاالذين</w:t>
      </w:r>
      <w:r>
        <w:rPr>
          <w:rtl/>
        </w:rPr>
        <w:t xml:space="preserve"> لا يومنون بالآخرة اذا قيل ل</w:t>
      </w:r>
      <w:r w:rsidR="00120F63" w:rsidRPr="00ED5DE8">
        <w:rPr>
          <w:rFonts w:hint="cs"/>
          <w:rtl/>
        </w:rPr>
        <w:t>ه</w:t>
      </w:r>
      <w:r>
        <w:rPr>
          <w:rFonts w:hint="cs"/>
          <w:rtl/>
        </w:rPr>
        <w:t>م</w:t>
      </w:r>
      <w:r>
        <w:rPr>
          <w:rtl/>
        </w:rPr>
        <w:t xml:space="preserve"> </w:t>
      </w:r>
      <w:r>
        <w:rPr>
          <w:rFonts w:hint="cs"/>
          <w:rtl/>
        </w:rPr>
        <w:t>ماذا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w:t>
      </w:r>
      <w:r>
        <w:rPr>
          <w:rtl/>
        </w:rPr>
        <w:t>اوّلين</w:t>
      </w:r>
    </w:p>
    <w:p w:rsidR="001F628F" w:rsidRDefault="001F628F" w:rsidP="00AA51AE">
      <w:pPr>
        <w:pStyle w:val="libNormal"/>
        <w:rPr>
          <w:rtl/>
        </w:rPr>
      </w:pPr>
      <w:r>
        <w:rPr>
          <w:rFonts w:hint="eastAsia"/>
          <w:rtl/>
        </w:rPr>
        <w:t>آخرت</w:t>
      </w:r>
      <w:r>
        <w:rPr>
          <w:rtl/>
        </w:rPr>
        <w:t>:</w:t>
      </w:r>
      <w:r>
        <w:rPr>
          <w:rFonts w:hint="eastAsia"/>
          <w:rtl/>
        </w:rPr>
        <w:t>آخرت</w:t>
      </w:r>
      <w:r>
        <w:rPr>
          <w:rtl/>
        </w:rPr>
        <w:t xml:space="preserve"> كا انكار كرنے والو</w:t>
      </w:r>
      <w:r w:rsidR="00083993">
        <w:rPr>
          <w:rtl/>
        </w:rPr>
        <w:t xml:space="preserve">ں </w:t>
      </w:r>
      <w:r>
        <w:rPr>
          <w:rtl/>
        </w:rPr>
        <w:t>كى تہمتي</w:t>
      </w:r>
      <w:r w:rsidR="00083993">
        <w:rPr>
          <w:rtl/>
        </w:rPr>
        <w:t xml:space="preserve">ں </w:t>
      </w:r>
      <w:r>
        <w:rPr>
          <w:rtl/>
        </w:rPr>
        <w:t>1; آخرت كا انكار كرنے والے 2; آخرت كر جھٹلانے والو</w:t>
      </w:r>
      <w:r w:rsidR="00083993">
        <w:rPr>
          <w:rtl/>
        </w:rPr>
        <w:t xml:space="preserve">ں </w:t>
      </w:r>
      <w:r>
        <w:rPr>
          <w:rtl/>
        </w:rPr>
        <w:t>كا دعوي4; آخرت كو جھٹلانے والو</w:t>
      </w:r>
      <w:r w:rsidR="00083993">
        <w:rPr>
          <w:rtl/>
        </w:rPr>
        <w:t xml:space="preserve">ں </w:t>
      </w:r>
      <w:r>
        <w:rPr>
          <w:rtl/>
        </w:rPr>
        <w:t>كى خود پسندى 4</w:t>
      </w:r>
    </w:p>
    <w:p w:rsidR="001F628F" w:rsidRDefault="001F628F" w:rsidP="00AA51AE">
      <w:pPr>
        <w:pStyle w:val="libNormal"/>
        <w:rPr>
          <w:rtl/>
        </w:rPr>
      </w:pPr>
      <w:r>
        <w:rPr>
          <w:rFonts w:hint="eastAsia"/>
          <w:rtl/>
        </w:rPr>
        <w:t>استكبار</w:t>
      </w:r>
      <w:r>
        <w:rPr>
          <w:rtl/>
        </w:rPr>
        <w:t>:</w:t>
      </w:r>
      <w:r>
        <w:rPr>
          <w:rFonts w:hint="eastAsia"/>
          <w:rtl/>
        </w:rPr>
        <w:t>استكبار</w:t>
      </w:r>
      <w:r>
        <w:rPr>
          <w:rtl/>
        </w:rPr>
        <w:t xml:space="preserve"> كے آثار3</w:t>
      </w:r>
    </w:p>
    <w:p w:rsidR="001F628F" w:rsidRDefault="001F628F" w:rsidP="00AA51AE">
      <w:pPr>
        <w:pStyle w:val="libNormal"/>
        <w:rPr>
          <w:rtl/>
        </w:rPr>
      </w:pPr>
      <w:r>
        <w:rPr>
          <w:rFonts w:hint="eastAsia"/>
          <w:rtl/>
        </w:rPr>
        <w:t>حق</w:t>
      </w:r>
      <w:r>
        <w:rPr>
          <w:rtl/>
        </w:rPr>
        <w:t>:</w:t>
      </w:r>
      <w:r>
        <w:rPr>
          <w:rFonts w:hint="eastAsia"/>
          <w:rtl/>
        </w:rPr>
        <w:t>حق</w:t>
      </w:r>
      <w:r>
        <w:rPr>
          <w:rtl/>
        </w:rPr>
        <w:t xml:space="preserve"> قبول نہ كرنے كے آثار3</w:t>
      </w:r>
    </w:p>
    <w:p w:rsidR="001F628F" w:rsidRDefault="001F628F" w:rsidP="00AA51AE">
      <w:pPr>
        <w:pStyle w:val="libNormal"/>
        <w:rPr>
          <w:rtl/>
        </w:rPr>
      </w:pPr>
      <w:r>
        <w:rPr>
          <w:rFonts w:hint="eastAsia"/>
          <w:rtl/>
        </w:rPr>
        <w:t>روشن</w:t>
      </w:r>
      <w:r>
        <w:rPr>
          <w:rtl/>
        </w:rPr>
        <w:t xml:space="preserve"> فكري:</w:t>
      </w:r>
      <w:r>
        <w:rPr>
          <w:rFonts w:hint="eastAsia"/>
          <w:rtl/>
        </w:rPr>
        <w:t>روشن</w:t>
      </w:r>
      <w:r>
        <w:rPr>
          <w:rtl/>
        </w:rPr>
        <w:t xml:space="preserve"> فكرى كا دعوى كرنے والے 4</w:t>
      </w:r>
    </w:p>
    <w:p w:rsidR="001F628F" w:rsidRDefault="001F628F" w:rsidP="00AA51AE">
      <w:pPr>
        <w:pStyle w:val="libNormal"/>
        <w:rPr>
          <w:rtl/>
        </w:rPr>
      </w:pPr>
      <w:r>
        <w:rPr>
          <w:rFonts w:hint="eastAsia"/>
          <w:rtl/>
        </w:rPr>
        <w:t>قرآن</w:t>
      </w:r>
      <w:r>
        <w:rPr>
          <w:rtl/>
        </w:rPr>
        <w:t>:</w:t>
      </w:r>
      <w:r>
        <w:rPr>
          <w:rFonts w:hint="eastAsia"/>
          <w:rtl/>
        </w:rPr>
        <w:t>قرآن</w:t>
      </w:r>
      <w:r>
        <w:rPr>
          <w:rtl/>
        </w:rPr>
        <w:t xml:space="preserve"> پر افسانہ ہونے كى تہمت 1; قرآن كا وحى ہونا 2،3; قرآن كو جھٹلانے كے اسباب3; قرآن كو جھٹلانے والے 2</w:t>
      </w:r>
    </w:p>
    <w:p w:rsidR="00AA51AE" w:rsidRDefault="001E7F9D" w:rsidP="00F73EDE">
      <w:pPr>
        <w:pStyle w:val="libPoemTini"/>
        <w:rPr>
          <w:rtl/>
        </w:rPr>
      </w:pPr>
      <w:r>
        <w:rPr>
          <w:rtl/>
        </w:rPr>
        <w:cr/>
      </w:r>
      <w:r>
        <w:rPr>
          <w:rtl/>
        </w:rPr>
        <w:br w:type="page"/>
      </w:r>
    </w:p>
    <w:p w:rsidR="00AA51AE" w:rsidRPr="00120F63" w:rsidRDefault="00AA51AE" w:rsidP="00AA51AE">
      <w:pPr>
        <w:pStyle w:val="Heading2Center"/>
        <w:rPr>
          <w:rtl/>
        </w:rPr>
      </w:pPr>
      <w:bookmarkStart w:id="171" w:name="_Toc28081849"/>
      <w:r>
        <w:rPr>
          <w:rFonts w:hint="cs"/>
          <w:rtl/>
        </w:rPr>
        <w:lastRenderedPageBreak/>
        <w:t xml:space="preserve">آیت </w:t>
      </w:r>
      <w:r w:rsidRPr="00120F63">
        <w:rPr>
          <w:rFonts w:hint="cs"/>
          <w:rtl/>
        </w:rPr>
        <w:t>25</w:t>
      </w:r>
      <w:bookmarkEnd w:id="171"/>
    </w:p>
    <w:p w:rsidR="001F628F" w:rsidRDefault="00E260F9" w:rsidP="00AA51AE">
      <w:pPr>
        <w:pStyle w:val="libNormal"/>
        <w:rPr>
          <w:rtl/>
        </w:rPr>
      </w:pPr>
      <w:r w:rsidRPr="00E260F9">
        <w:rPr>
          <w:rStyle w:val="libAlaemChar"/>
          <w:rFonts w:hint="eastAsia"/>
          <w:rtl/>
        </w:rPr>
        <w:t>(</w:t>
      </w:r>
      <w:r w:rsidRPr="00AA51AE">
        <w:rPr>
          <w:rStyle w:val="libAieChar"/>
          <w:rFonts w:hint="eastAsia"/>
          <w:rtl/>
        </w:rPr>
        <w:t>لِيَحْمِلُواْ</w:t>
      </w:r>
      <w:r w:rsidRPr="00AA51AE">
        <w:rPr>
          <w:rStyle w:val="libAieChar"/>
          <w:rtl/>
        </w:rPr>
        <w:t xml:space="preserve"> أَوْزَارَهُمْ كَامِلَةً يَوْمَ الْقِيَامَةِ وَمِنْ أَوْزَارِ الَّذِينَ يُضِلُّونَهُم بِغَيْرِ عِلْمٍ أَلاَ سَاء مَا يَزِرُونَ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تا</w:t>
      </w:r>
      <w:r>
        <w:rPr>
          <w:rtl/>
        </w:rPr>
        <w:t xml:space="preserve"> كہ يہ مكمل طور پر اپنا بھى بوجھ اٹھائي</w:t>
      </w:r>
      <w:r w:rsidR="00083993">
        <w:rPr>
          <w:rtl/>
        </w:rPr>
        <w:t xml:space="preserve">ں </w:t>
      </w:r>
      <w:r>
        <w:rPr>
          <w:rtl/>
        </w:rPr>
        <w:t>اور اپنے ان مريدو</w:t>
      </w:r>
      <w:r w:rsidR="00083993">
        <w:rPr>
          <w:rtl/>
        </w:rPr>
        <w:t xml:space="preserve">ں </w:t>
      </w:r>
      <w:r>
        <w:rPr>
          <w:rtl/>
        </w:rPr>
        <w:t>كا بھى بوجھ اٹھائي</w:t>
      </w:r>
      <w:r w:rsidR="00083993">
        <w:rPr>
          <w:rtl/>
        </w:rPr>
        <w:t xml:space="preserve">ں </w:t>
      </w:r>
      <w:r>
        <w:rPr>
          <w:rtl/>
        </w:rPr>
        <w:t>جنھي</w:t>
      </w:r>
      <w:r w:rsidR="00083993">
        <w:rPr>
          <w:rtl/>
        </w:rPr>
        <w:t xml:space="preserve">ں </w:t>
      </w:r>
      <w:r>
        <w:rPr>
          <w:rtl/>
        </w:rPr>
        <w:t>بلا علم و فہم كے گمراہ كرتے رہے ہي</w:t>
      </w:r>
      <w:r w:rsidR="00083993">
        <w:rPr>
          <w:rtl/>
        </w:rPr>
        <w:t xml:space="preserve">ں </w:t>
      </w:r>
      <w:r>
        <w:rPr>
          <w:rtl/>
        </w:rPr>
        <w:t>_ بيشك يہ بڑا بدترين بوجھ اٹھانے والے ہي</w:t>
      </w:r>
      <w:r w:rsidR="00083993">
        <w:rPr>
          <w:rtl/>
        </w:rPr>
        <w:t xml:space="preserve">ں </w:t>
      </w:r>
      <w:r>
        <w:rPr>
          <w:rtl/>
        </w:rPr>
        <w:t>_</w:t>
      </w:r>
    </w:p>
    <w:p w:rsidR="001F628F" w:rsidRDefault="001F628F" w:rsidP="00AA51AE">
      <w:pPr>
        <w:pStyle w:val="libNormal"/>
        <w:rPr>
          <w:rtl/>
        </w:rPr>
      </w:pPr>
      <w:r>
        <w:rPr>
          <w:rtl/>
        </w:rPr>
        <w:t>1_ حقانيت قرآن كى تكذيب كرنے والے ، بالآخر قيامت كے دن اپنے آپ كو اپنے عمل كے تمام گناہو</w:t>
      </w:r>
      <w:r w:rsidR="00083993">
        <w:rPr>
          <w:rtl/>
        </w:rPr>
        <w:t xml:space="preserve">ں </w:t>
      </w:r>
      <w:r>
        <w:rPr>
          <w:rtl/>
        </w:rPr>
        <w:t>كا ذمہ دار ٹھہراي</w:t>
      </w:r>
      <w:r w:rsidR="00083993">
        <w:rPr>
          <w:rtl/>
        </w:rPr>
        <w:t xml:space="preserve">ں </w:t>
      </w:r>
      <w:r>
        <w:rPr>
          <w:rtl/>
        </w:rPr>
        <w:t>گے_</w:t>
      </w:r>
      <w:r w:rsidRPr="00AA51AE">
        <w:rPr>
          <w:rStyle w:val="libArabicChar"/>
          <w:rFonts w:hint="eastAsia"/>
          <w:rtl/>
        </w:rPr>
        <w:t>واذا</w:t>
      </w:r>
      <w:r w:rsidRPr="00AA51AE">
        <w:rPr>
          <w:rStyle w:val="libArabicChar"/>
          <w:rtl/>
        </w:rPr>
        <w:t xml:space="preserve"> قيل ل</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ماذا</w:t>
      </w:r>
      <w:r w:rsidRPr="00AA51AE">
        <w:rPr>
          <w:rStyle w:val="libArabicChar"/>
          <w:rtl/>
        </w:rPr>
        <w:t xml:space="preserve"> </w:t>
      </w:r>
      <w:r w:rsidRPr="00AA51AE">
        <w:rPr>
          <w:rStyle w:val="libArabicChar"/>
          <w:rFonts w:hint="cs"/>
          <w:rtl/>
        </w:rPr>
        <w:t>ا</w:t>
      </w:r>
      <w:r w:rsidRPr="00AA51AE">
        <w:rPr>
          <w:rStyle w:val="libArabicChar"/>
          <w:rtl/>
        </w:rPr>
        <w:t xml:space="preserve"> </w:t>
      </w:r>
      <w:r w:rsidRPr="00AA51AE">
        <w:rPr>
          <w:rStyle w:val="libArabicChar"/>
          <w:rFonts w:hint="cs"/>
          <w:rtl/>
        </w:rPr>
        <w:t>نزل</w:t>
      </w:r>
      <w:r w:rsidRPr="00AA51AE">
        <w:rPr>
          <w:rStyle w:val="libArabicChar"/>
          <w:rtl/>
        </w:rPr>
        <w:t xml:space="preserve"> </w:t>
      </w:r>
      <w:r w:rsidRPr="00AA51AE">
        <w:rPr>
          <w:rStyle w:val="libArabicChar"/>
          <w:rFonts w:hint="cs"/>
          <w:rtl/>
        </w:rPr>
        <w:t>ربّكم</w:t>
      </w:r>
      <w:r w:rsidRPr="00AA51AE">
        <w:rPr>
          <w:rStyle w:val="libArabicChar"/>
          <w:rtl/>
        </w:rPr>
        <w:t xml:space="preserve"> </w:t>
      </w:r>
      <w:r w:rsidRPr="00AA51AE">
        <w:rPr>
          <w:rStyle w:val="libArabicChar"/>
          <w:rFonts w:hint="cs"/>
          <w:rtl/>
        </w:rPr>
        <w:t>قالو</w:t>
      </w:r>
      <w:r w:rsidRPr="00AA51AE">
        <w:rPr>
          <w:rStyle w:val="libArabicChar"/>
          <w:rtl/>
        </w:rPr>
        <w:t xml:space="preserve"> </w:t>
      </w:r>
      <w:r w:rsidRPr="00AA51AE">
        <w:rPr>
          <w:rStyle w:val="libArabicChar"/>
          <w:rFonts w:hint="cs"/>
          <w:rtl/>
        </w:rPr>
        <w:t>اساطير</w:t>
      </w:r>
      <w:r w:rsidRPr="00AA51AE">
        <w:rPr>
          <w:rStyle w:val="libArabicChar"/>
          <w:rtl/>
        </w:rPr>
        <w:t xml:space="preserve"> </w:t>
      </w:r>
      <w:r w:rsidRPr="00AA51AE">
        <w:rPr>
          <w:rStyle w:val="libArabicChar"/>
          <w:rFonts w:hint="cs"/>
          <w:rtl/>
        </w:rPr>
        <w:t>الاوّلين</w:t>
      </w:r>
      <w:r w:rsidRPr="00AA51AE">
        <w:rPr>
          <w:rStyle w:val="libArabicChar"/>
          <w:rtl/>
        </w:rPr>
        <w:t xml:space="preserve"> _ </w:t>
      </w:r>
      <w:r w:rsidRPr="00AA51AE">
        <w:rPr>
          <w:rStyle w:val="libArabicChar"/>
          <w:rFonts w:hint="cs"/>
          <w:rtl/>
        </w:rPr>
        <w:t>ليحملوا</w:t>
      </w:r>
      <w:r w:rsidRPr="00AA51AE">
        <w:rPr>
          <w:rStyle w:val="libArabicChar"/>
          <w:rtl/>
        </w:rPr>
        <w:t xml:space="preserve"> </w:t>
      </w:r>
      <w:r w:rsidRPr="00AA51AE">
        <w:rPr>
          <w:rStyle w:val="libArabicChar"/>
          <w:rFonts w:hint="cs"/>
          <w:rtl/>
        </w:rPr>
        <w:t>اوزار</w:t>
      </w:r>
      <w:r w:rsidRPr="00AA51AE">
        <w:rPr>
          <w:rStyle w:val="libArabicChar"/>
          <w:rtl/>
        </w:rPr>
        <w:t xml:space="preserve">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كا</w:t>
      </w:r>
      <w:r w:rsidRPr="00AA51AE">
        <w:rPr>
          <w:rStyle w:val="libArabicChar"/>
          <w:rtl/>
        </w:rPr>
        <w:t xml:space="preserve"> </w:t>
      </w:r>
      <w:r w:rsidRPr="00AA51AE">
        <w:rPr>
          <w:rStyle w:val="libArabicChar"/>
          <w:rFonts w:hint="cs"/>
          <w:rtl/>
        </w:rPr>
        <w:t>ملةيوم</w:t>
      </w:r>
      <w:r w:rsidRPr="00AA51AE">
        <w:rPr>
          <w:rStyle w:val="libArabicChar"/>
          <w:rtl/>
        </w:rPr>
        <w:t xml:space="preserve"> </w:t>
      </w:r>
      <w:r w:rsidRPr="00AA51AE">
        <w:rPr>
          <w:rStyle w:val="libArabicChar"/>
          <w:rFonts w:hint="cs"/>
          <w:rtl/>
        </w:rPr>
        <w:t>ا</w:t>
      </w:r>
      <w:r w:rsidRPr="00AA51AE">
        <w:rPr>
          <w:rStyle w:val="libArabicChar"/>
          <w:rtl/>
        </w:rPr>
        <w:t>لقيامة</w:t>
      </w:r>
    </w:p>
    <w:p w:rsidR="001F628F" w:rsidRDefault="001F628F" w:rsidP="001F628F">
      <w:pPr>
        <w:pStyle w:val="libNormal"/>
        <w:rPr>
          <w:rtl/>
        </w:rPr>
      </w:pPr>
      <w:r w:rsidRPr="00AA51AE">
        <w:rPr>
          <w:rStyle w:val="libArabicChar"/>
          <w:rtl/>
        </w:rPr>
        <w:t>''ليحملوا''</w:t>
      </w:r>
      <w:r>
        <w:rPr>
          <w:rtl/>
        </w:rPr>
        <w:t>مي</w:t>
      </w:r>
      <w:r w:rsidR="00083993">
        <w:rPr>
          <w:rtl/>
        </w:rPr>
        <w:t xml:space="preserve">ں </w:t>
      </w:r>
      <w:r>
        <w:rPr>
          <w:rtl/>
        </w:rPr>
        <w:t>لام ، عاقبت كا ہے اور ''وزر''كى جمع (اوزار''كا معنى ثقيل اور سنگينى ہے اور يہ گناہ سے كنايہ ہے_</w:t>
      </w:r>
    </w:p>
    <w:p w:rsidR="001F628F" w:rsidRDefault="001F628F" w:rsidP="001F628F">
      <w:pPr>
        <w:pStyle w:val="libNormal"/>
        <w:rPr>
          <w:rtl/>
        </w:rPr>
      </w:pPr>
      <w:r>
        <w:rPr>
          <w:rtl/>
        </w:rPr>
        <w:t>2_ قرآن كو افسانہ قرار دينے والے ، قيامت كے دن كسى رعايت كے بغير اپنے كيفر و كردار تك پہنچ جائي</w:t>
      </w:r>
      <w:r w:rsidR="00083993">
        <w:rPr>
          <w:rtl/>
        </w:rPr>
        <w:t xml:space="preserve">ں </w:t>
      </w:r>
      <w:r>
        <w:rPr>
          <w:rtl/>
        </w:rPr>
        <w:t>گے_</w:t>
      </w:r>
    </w:p>
    <w:p w:rsidR="001F628F" w:rsidRDefault="001F628F" w:rsidP="00AA51AE">
      <w:pPr>
        <w:pStyle w:val="libArabic"/>
        <w:rPr>
          <w:rtl/>
        </w:rPr>
      </w:pPr>
      <w:r>
        <w:rPr>
          <w:rFonts w:hint="eastAsia"/>
          <w:rtl/>
        </w:rPr>
        <w:t>قالوا</w:t>
      </w:r>
      <w:r>
        <w:rPr>
          <w:rtl/>
        </w:rPr>
        <w:t xml:space="preserve"> اساطير الاوّلين _ ليحملوا اوزار </w:t>
      </w:r>
      <w:r w:rsidR="00120F63" w:rsidRPr="00ED5DE8">
        <w:rPr>
          <w:rFonts w:hint="cs"/>
          <w:rtl/>
        </w:rPr>
        <w:t>ه</w:t>
      </w:r>
      <w:r>
        <w:rPr>
          <w:rFonts w:hint="cs"/>
          <w:rtl/>
        </w:rPr>
        <w:t>م</w:t>
      </w:r>
      <w:r>
        <w:rPr>
          <w:rtl/>
        </w:rPr>
        <w:t xml:space="preserve"> </w:t>
      </w:r>
      <w:r>
        <w:rPr>
          <w:rFonts w:hint="cs"/>
          <w:rtl/>
        </w:rPr>
        <w:t>كاملة</w:t>
      </w:r>
      <w:r>
        <w:rPr>
          <w:rtl/>
        </w:rPr>
        <w:t xml:space="preserve"> </w:t>
      </w:r>
      <w:r>
        <w:rPr>
          <w:rFonts w:hint="cs"/>
          <w:rtl/>
        </w:rPr>
        <w:t>يوم</w:t>
      </w:r>
      <w:r>
        <w:rPr>
          <w:rtl/>
        </w:rPr>
        <w:t xml:space="preserve"> </w:t>
      </w:r>
      <w:r>
        <w:rPr>
          <w:rFonts w:hint="cs"/>
          <w:rtl/>
        </w:rPr>
        <w:t>ا</w:t>
      </w:r>
      <w:r>
        <w:rPr>
          <w:rtl/>
        </w:rPr>
        <w:t>لقيامة</w:t>
      </w:r>
    </w:p>
    <w:p w:rsidR="001F628F" w:rsidRDefault="001F628F" w:rsidP="00AA51AE">
      <w:pPr>
        <w:pStyle w:val="libNormal"/>
        <w:rPr>
          <w:rtl/>
        </w:rPr>
      </w:pPr>
      <w:r>
        <w:rPr>
          <w:rtl/>
        </w:rPr>
        <w:t>3_ قرآن كو خود ساختہ خيال كرنا ، بہت سخت اورعظيم گناہ ہے_</w:t>
      </w:r>
      <w:r w:rsidRPr="00AA51AE">
        <w:rPr>
          <w:rStyle w:val="libArabicChar"/>
          <w:rFonts w:hint="eastAsia"/>
          <w:rtl/>
        </w:rPr>
        <w:t>قالوا</w:t>
      </w:r>
      <w:r w:rsidRPr="00AA51AE">
        <w:rPr>
          <w:rStyle w:val="libArabicChar"/>
          <w:rtl/>
        </w:rPr>
        <w:t xml:space="preserve"> اساطير الاوّلين _ ليحملوا اوزار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كاملة</w:t>
      </w:r>
      <w:r w:rsidRPr="00AA51AE">
        <w:rPr>
          <w:rStyle w:val="libArabicChar"/>
          <w:rtl/>
        </w:rPr>
        <w:t xml:space="preserve"> </w:t>
      </w:r>
      <w:r w:rsidRPr="00AA51AE">
        <w:rPr>
          <w:rStyle w:val="libArabicChar"/>
          <w:rFonts w:hint="cs"/>
          <w:rtl/>
        </w:rPr>
        <w:t>يوم</w:t>
      </w:r>
      <w:r w:rsidRPr="00AA51AE">
        <w:rPr>
          <w:rStyle w:val="libArabicChar"/>
          <w:rtl/>
        </w:rPr>
        <w:t xml:space="preserve"> </w:t>
      </w:r>
      <w:r w:rsidRPr="00AA51AE">
        <w:rPr>
          <w:rStyle w:val="libArabicChar"/>
          <w:rFonts w:hint="cs"/>
          <w:rtl/>
        </w:rPr>
        <w:t>ا</w:t>
      </w:r>
      <w:r w:rsidRPr="00AA51AE">
        <w:rPr>
          <w:rStyle w:val="libArabicChar"/>
          <w:rtl/>
        </w:rPr>
        <w:t>ليقامة</w:t>
      </w:r>
    </w:p>
    <w:p w:rsidR="001F628F" w:rsidRDefault="001F628F" w:rsidP="00AA51AE">
      <w:pPr>
        <w:pStyle w:val="libNormal"/>
        <w:rPr>
          <w:rtl/>
        </w:rPr>
      </w:pPr>
      <w:r>
        <w:rPr>
          <w:rtl/>
        </w:rPr>
        <w:t>4_ گناہ گار كے كندھے پر گناہ كا ايك بھارى بوجھ ہے_</w:t>
      </w:r>
      <w:r w:rsidRPr="00AA51AE">
        <w:rPr>
          <w:rStyle w:val="libArabicChar"/>
          <w:rFonts w:hint="eastAsia"/>
          <w:rtl/>
        </w:rPr>
        <w:t>ليحملوا</w:t>
      </w:r>
      <w:r w:rsidRPr="00AA51AE">
        <w:rPr>
          <w:rStyle w:val="libArabicChar"/>
          <w:rtl/>
        </w:rPr>
        <w:t xml:space="preserve"> اوزار </w:t>
      </w:r>
      <w:r w:rsidR="00120F63" w:rsidRPr="00B2551F">
        <w:rPr>
          <w:rStyle w:val="libArabicChar"/>
          <w:rFonts w:hint="cs"/>
          <w:rtl/>
        </w:rPr>
        <w:t>ه</w:t>
      </w:r>
      <w:r w:rsidRPr="00AA51AE">
        <w:rPr>
          <w:rStyle w:val="libArabicChar"/>
          <w:rFonts w:hint="cs"/>
          <w:rtl/>
        </w:rPr>
        <w:t>م</w:t>
      </w:r>
      <w:r w:rsidRPr="00AA51AE">
        <w:rPr>
          <w:rStyle w:val="libArabicChar"/>
          <w:rtl/>
        </w:rPr>
        <w:t xml:space="preserve"> كا ملة</w:t>
      </w:r>
    </w:p>
    <w:p w:rsidR="001F628F" w:rsidRDefault="001F628F" w:rsidP="001F628F">
      <w:pPr>
        <w:pStyle w:val="libNormal"/>
        <w:rPr>
          <w:rtl/>
        </w:rPr>
      </w:pPr>
      <w:r>
        <w:rPr>
          <w:rFonts w:hint="eastAsia"/>
          <w:rtl/>
        </w:rPr>
        <w:t>گناہ</w:t>
      </w:r>
      <w:r>
        <w:rPr>
          <w:rtl/>
        </w:rPr>
        <w:t xml:space="preserve"> كے يے ( وزر) كى تعبير كہ جس كا معنى ثقيل اور سنگينى ہوتا ہے مذكورہ بالا نكتہ پر دلالت كررہى ہے_</w:t>
      </w:r>
    </w:p>
    <w:p w:rsidR="001F628F" w:rsidRDefault="001F628F" w:rsidP="001F628F">
      <w:pPr>
        <w:pStyle w:val="libNormal"/>
        <w:rPr>
          <w:rtl/>
        </w:rPr>
      </w:pPr>
      <w:r>
        <w:rPr>
          <w:rtl/>
        </w:rPr>
        <w:t>5_ قرآن كو خود ساختہ خيال كرنے كے ذريعہ دوسرو</w:t>
      </w:r>
      <w:r w:rsidR="00083993">
        <w:rPr>
          <w:rtl/>
        </w:rPr>
        <w:t xml:space="preserve">ں </w:t>
      </w:r>
      <w:r>
        <w:rPr>
          <w:rtl/>
        </w:rPr>
        <w:t>كو گمراہ كرنے والے ، ان كے كچھ گناہو</w:t>
      </w:r>
      <w:r w:rsidR="00083993">
        <w:rPr>
          <w:rtl/>
        </w:rPr>
        <w:t xml:space="preserve">ں </w:t>
      </w:r>
      <w:r>
        <w:rPr>
          <w:rtl/>
        </w:rPr>
        <w:t>كا ذمہ دار ٹھہر تے ہي</w:t>
      </w:r>
      <w:r w:rsidR="00083993">
        <w:rPr>
          <w:rtl/>
        </w:rPr>
        <w:t xml:space="preserve">ں </w:t>
      </w:r>
      <w:r>
        <w:rPr>
          <w:rtl/>
        </w:rPr>
        <w:t>_</w:t>
      </w:r>
    </w:p>
    <w:p w:rsidR="00AA51AE" w:rsidRDefault="001E7F9D" w:rsidP="00F73EDE">
      <w:pPr>
        <w:pStyle w:val="libPoemTini"/>
        <w:rPr>
          <w:rtl/>
        </w:rPr>
      </w:pPr>
      <w:r>
        <w:rPr>
          <w:rtl/>
        </w:rPr>
        <w:cr/>
      </w:r>
      <w:r>
        <w:rPr>
          <w:rtl/>
        </w:rPr>
        <w:br w:type="page"/>
      </w:r>
    </w:p>
    <w:p w:rsidR="001F628F" w:rsidRDefault="001F628F" w:rsidP="00AA51AE">
      <w:pPr>
        <w:pStyle w:val="libArabic"/>
        <w:rPr>
          <w:rtl/>
        </w:rPr>
      </w:pPr>
      <w:r>
        <w:rPr>
          <w:rFonts w:hint="eastAsia"/>
          <w:rtl/>
        </w:rPr>
        <w:lastRenderedPageBreak/>
        <w:t>واذا</w:t>
      </w:r>
      <w:r>
        <w:rPr>
          <w:rtl/>
        </w:rPr>
        <w:t xml:space="preserve"> قيل ل</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الاوّلين</w:t>
      </w:r>
      <w:r>
        <w:rPr>
          <w:rtl/>
        </w:rPr>
        <w:t xml:space="preserve"> _ </w:t>
      </w:r>
      <w:r>
        <w:rPr>
          <w:rFonts w:hint="cs"/>
          <w:rtl/>
        </w:rPr>
        <w:t>ليحملوا</w:t>
      </w:r>
      <w:r>
        <w:rPr>
          <w:rtl/>
        </w:rPr>
        <w:t xml:space="preserve"> </w:t>
      </w:r>
      <w:r>
        <w:rPr>
          <w:rFonts w:hint="cs"/>
          <w:rtl/>
        </w:rPr>
        <w:t>اوزار</w:t>
      </w:r>
      <w:r>
        <w:rPr>
          <w:rtl/>
        </w:rPr>
        <w:t xml:space="preserve"> </w:t>
      </w:r>
      <w:r w:rsidR="00120F63" w:rsidRPr="00ED5DE8">
        <w:rPr>
          <w:rFonts w:hint="cs"/>
          <w:rtl/>
        </w:rPr>
        <w:t>ه</w:t>
      </w:r>
      <w:r>
        <w:rPr>
          <w:rFonts w:hint="cs"/>
          <w:rtl/>
        </w:rPr>
        <w:t>م</w:t>
      </w:r>
      <w:r>
        <w:rPr>
          <w:rtl/>
        </w:rPr>
        <w:t xml:space="preserve"> </w:t>
      </w:r>
      <w:r>
        <w:rPr>
          <w:rFonts w:hint="cs"/>
          <w:rtl/>
        </w:rPr>
        <w:t>كا</w:t>
      </w:r>
      <w:r>
        <w:rPr>
          <w:rtl/>
        </w:rPr>
        <w:t xml:space="preserve"> </w:t>
      </w:r>
      <w:r>
        <w:rPr>
          <w:rFonts w:hint="cs"/>
          <w:rtl/>
        </w:rPr>
        <w:t>ملة</w:t>
      </w:r>
      <w:r>
        <w:rPr>
          <w:rtl/>
        </w:rPr>
        <w:t xml:space="preserve"> </w:t>
      </w:r>
      <w:r>
        <w:rPr>
          <w:rFonts w:hint="cs"/>
          <w:rtl/>
        </w:rPr>
        <w:t>يوم</w:t>
      </w:r>
      <w:r>
        <w:rPr>
          <w:rtl/>
        </w:rPr>
        <w:t xml:space="preserve"> </w:t>
      </w:r>
      <w:r>
        <w:rPr>
          <w:rFonts w:hint="cs"/>
          <w:rtl/>
        </w:rPr>
        <w:t>القيامة</w:t>
      </w:r>
      <w:r>
        <w:rPr>
          <w:rtl/>
        </w:rPr>
        <w:t xml:space="preserve"> </w:t>
      </w:r>
      <w:r>
        <w:rPr>
          <w:rFonts w:hint="cs"/>
          <w:rtl/>
        </w:rPr>
        <w:t>ومن</w:t>
      </w:r>
      <w:r>
        <w:rPr>
          <w:rtl/>
        </w:rPr>
        <w:t xml:space="preserve"> </w:t>
      </w:r>
      <w:r>
        <w:rPr>
          <w:rFonts w:hint="cs"/>
          <w:rtl/>
        </w:rPr>
        <w:t>اوزار</w:t>
      </w:r>
      <w:r>
        <w:rPr>
          <w:rtl/>
        </w:rPr>
        <w:t xml:space="preserve"> </w:t>
      </w:r>
      <w:r>
        <w:rPr>
          <w:rFonts w:hint="cs"/>
          <w:rtl/>
        </w:rPr>
        <w:t>الذين</w:t>
      </w:r>
      <w:r>
        <w:rPr>
          <w:rtl/>
        </w:rPr>
        <w:t xml:space="preserve"> </w:t>
      </w:r>
      <w:r>
        <w:rPr>
          <w:rFonts w:hint="cs"/>
          <w:rtl/>
        </w:rPr>
        <w:t>يضل</w:t>
      </w:r>
      <w:r>
        <w:rPr>
          <w:rtl/>
        </w:rPr>
        <w:t>ّو ن</w:t>
      </w:r>
      <w:r w:rsidR="00120F63" w:rsidRPr="00ED5DE8">
        <w:rPr>
          <w:rFonts w:hint="cs"/>
          <w:rtl/>
        </w:rPr>
        <w:t>ه</w:t>
      </w:r>
      <w:r>
        <w:rPr>
          <w:rFonts w:hint="cs"/>
          <w:rtl/>
        </w:rPr>
        <w:t>م</w:t>
      </w:r>
    </w:p>
    <w:p w:rsidR="001F628F" w:rsidRDefault="001F628F" w:rsidP="001F628F">
      <w:pPr>
        <w:pStyle w:val="libNormal"/>
        <w:rPr>
          <w:rtl/>
        </w:rPr>
      </w:pPr>
      <w:r>
        <w:rPr>
          <w:rFonts w:hint="eastAsia"/>
          <w:rtl/>
        </w:rPr>
        <w:t>مذكورہ</w:t>
      </w:r>
      <w:r>
        <w:rPr>
          <w:rtl/>
        </w:rPr>
        <w:t xml:space="preserve"> مطلب اس احتمال كى بناء پر ہے جب ''من'' تبعيض كے ليے ہو_</w:t>
      </w:r>
    </w:p>
    <w:p w:rsidR="001F628F" w:rsidRDefault="001F628F" w:rsidP="00AA51AE">
      <w:pPr>
        <w:pStyle w:val="libNormal"/>
        <w:rPr>
          <w:rtl/>
        </w:rPr>
      </w:pPr>
      <w:r>
        <w:rPr>
          <w:rtl/>
        </w:rPr>
        <w:t>6_قرآن پر افتراء باندھنے والے ، اپنے گناہ كے علاوہ ان لوگو</w:t>
      </w:r>
      <w:r w:rsidR="00083993">
        <w:rPr>
          <w:rtl/>
        </w:rPr>
        <w:t xml:space="preserve">ں </w:t>
      </w:r>
      <w:r>
        <w:rPr>
          <w:rtl/>
        </w:rPr>
        <w:t>كے گناہو</w:t>
      </w:r>
      <w:r w:rsidR="00083993">
        <w:rPr>
          <w:rtl/>
        </w:rPr>
        <w:t xml:space="preserve">ں </w:t>
      </w:r>
      <w:r>
        <w:rPr>
          <w:rtl/>
        </w:rPr>
        <w:t>كے بھى ذمہ دار ہو</w:t>
      </w:r>
      <w:r w:rsidR="00083993">
        <w:rPr>
          <w:rtl/>
        </w:rPr>
        <w:t xml:space="preserve">ں </w:t>
      </w:r>
      <w:r>
        <w:rPr>
          <w:rtl/>
        </w:rPr>
        <w:t>گے جنہي</w:t>
      </w:r>
      <w:r w:rsidR="00083993">
        <w:rPr>
          <w:rtl/>
        </w:rPr>
        <w:t xml:space="preserve">ں </w:t>
      </w:r>
      <w:r>
        <w:rPr>
          <w:rtl/>
        </w:rPr>
        <w:t>انہو</w:t>
      </w:r>
      <w:r w:rsidR="00083993">
        <w:rPr>
          <w:rtl/>
        </w:rPr>
        <w:t xml:space="preserve">ں </w:t>
      </w:r>
      <w:r>
        <w:rPr>
          <w:rtl/>
        </w:rPr>
        <w:t>نے گمراہ كيا ہوگا_</w:t>
      </w:r>
      <w:r w:rsidRPr="00AA51AE">
        <w:rPr>
          <w:rStyle w:val="libArabicChar"/>
          <w:rFonts w:hint="eastAsia"/>
          <w:rtl/>
        </w:rPr>
        <w:t>قالوا</w:t>
      </w:r>
      <w:r w:rsidRPr="00AA51AE">
        <w:rPr>
          <w:rStyle w:val="libArabicChar"/>
          <w:rtl/>
        </w:rPr>
        <w:t xml:space="preserve"> اساطير الاوّلين _ ليحملوا ا وزار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كاملة</w:t>
      </w:r>
      <w:r w:rsidRPr="00AA51AE">
        <w:rPr>
          <w:rStyle w:val="libArabicChar"/>
          <w:rtl/>
        </w:rPr>
        <w:t xml:space="preserve"> </w:t>
      </w:r>
      <w:r w:rsidRPr="00AA51AE">
        <w:rPr>
          <w:rStyle w:val="libArabicChar"/>
          <w:rFonts w:hint="cs"/>
          <w:rtl/>
        </w:rPr>
        <w:t>يوم</w:t>
      </w:r>
      <w:r w:rsidRPr="00AA51AE">
        <w:rPr>
          <w:rStyle w:val="libArabicChar"/>
          <w:rtl/>
        </w:rPr>
        <w:t xml:space="preserve"> </w:t>
      </w:r>
      <w:r w:rsidRPr="00AA51AE">
        <w:rPr>
          <w:rStyle w:val="libArabicChar"/>
          <w:rFonts w:hint="cs"/>
          <w:rtl/>
        </w:rPr>
        <w:t>القيامة</w:t>
      </w:r>
      <w:r w:rsidRPr="00AA51AE">
        <w:rPr>
          <w:rStyle w:val="libArabicChar"/>
          <w:rtl/>
        </w:rPr>
        <w:t xml:space="preserve"> </w:t>
      </w:r>
      <w:r w:rsidRPr="00AA51AE">
        <w:rPr>
          <w:rStyle w:val="libArabicChar"/>
          <w:rFonts w:hint="cs"/>
          <w:rtl/>
        </w:rPr>
        <w:t>ومن</w:t>
      </w:r>
      <w:r w:rsidRPr="00AA51AE">
        <w:rPr>
          <w:rStyle w:val="libArabicChar"/>
          <w:rtl/>
        </w:rPr>
        <w:t xml:space="preserve"> </w:t>
      </w:r>
      <w:r w:rsidRPr="00AA51AE">
        <w:rPr>
          <w:rStyle w:val="libArabicChar"/>
          <w:rFonts w:hint="cs"/>
          <w:rtl/>
        </w:rPr>
        <w:t>اوزار</w:t>
      </w:r>
      <w:r w:rsidRPr="00AA51AE">
        <w:rPr>
          <w:rStyle w:val="libArabicChar"/>
          <w:rtl/>
        </w:rPr>
        <w:t xml:space="preserve"> </w:t>
      </w:r>
      <w:r w:rsidRPr="00AA51AE">
        <w:rPr>
          <w:rStyle w:val="libArabicChar"/>
          <w:rFonts w:hint="cs"/>
          <w:rtl/>
        </w:rPr>
        <w:t>الذين</w:t>
      </w:r>
      <w:r w:rsidRPr="00AA51AE">
        <w:rPr>
          <w:rStyle w:val="libArabicChar"/>
          <w:rtl/>
        </w:rPr>
        <w:t xml:space="preserve"> </w:t>
      </w:r>
      <w:r w:rsidRPr="00AA51AE">
        <w:rPr>
          <w:rStyle w:val="libArabicChar"/>
          <w:rFonts w:hint="cs"/>
          <w:rtl/>
        </w:rPr>
        <w:t>يضل</w:t>
      </w:r>
      <w:r w:rsidRPr="00AA51AE">
        <w:rPr>
          <w:rStyle w:val="libArabicChar"/>
          <w:rtl/>
        </w:rPr>
        <w:t>ّو ن</w:t>
      </w:r>
      <w:r w:rsidR="00120F63" w:rsidRPr="00B2551F">
        <w:rPr>
          <w:rStyle w:val="libArabicChar"/>
          <w:rFonts w:hint="cs"/>
          <w:rtl/>
        </w:rPr>
        <w:t>ه</w:t>
      </w:r>
      <w:r w:rsidRPr="00AA51AE">
        <w:rPr>
          <w:rStyle w:val="libArabicChar"/>
          <w:rFonts w:hint="cs"/>
          <w:rtl/>
        </w:rPr>
        <w:t>م</w:t>
      </w:r>
    </w:p>
    <w:p w:rsidR="001F628F" w:rsidRDefault="001F628F" w:rsidP="001F628F">
      <w:pPr>
        <w:pStyle w:val="libNormal"/>
        <w:rPr>
          <w:rtl/>
        </w:rPr>
      </w:pPr>
      <w:r>
        <w:rPr>
          <w:rFonts w:hint="eastAsia"/>
          <w:rtl/>
        </w:rPr>
        <w:t>مذكورہ</w:t>
      </w:r>
      <w:r>
        <w:rPr>
          <w:rtl/>
        </w:rPr>
        <w:t xml:space="preserve"> مطلب اس احتمال كى بناء پر ہے جب ''من'' زائدہ يا جنس كے ليے ہو جيسا كہ مفسرين نے بھى يہ احتمال ديا ہے_</w:t>
      </w:r>
    </w:p>
    <w:p w:rsidR="001F628F" w:rsidRDefault="001F628F" w:rsidP="00AA51AE">
      <w:pPr>
        <w:pStyle w:val="libNormal"/>
        <w:rPr>
          <w:rtl/>
        </w:rPr>
      </w:pPr>
      <w:r>
        <w:rPr>
          <w:rtl/>
        </w:rPr>
        <w:t>7_ قرآن كو افسانہ قرار دينے والے ، قرآن پر افتراء باندھنے كے گناہ كے علاوہ ( 1پنے گمراہ كردہ) دوسرے افراد كے كچھ گناہو</w:t>
      </w:r>
      <w:r w:rsidR="00083993">
        <w:rPr>
          <w:rtl/>
        </w:rPr>
        <w:t xml:space="preserve">ں </w:t>
      </w:r>
      <w:r>
        <w:rPr>
          <w:rtl/>
        </w:rPr>
        <w:t>كے بھى ذمہ دارى بنتے ہي</w:t>
      </w:r>
      <w:r w:rsidR="00083993">
        <w:rPr>
          <w:rtl/>
        </w:rPr>
        <w:t xml:space="preserve">ں </w:t>
      </w:r>
      <w:r>
        <w:rPr>
          <w:rtl/>
        </w:rPr>
        <w:t>_</w:t>
      </w:r>
      <w:r w:rsidRPr="00AA51AE">
        <w:rPr>
          <w:rStyle w:val="libArabicChar"/>
          <w:rFonts w:hint="eastAsia"/>
          <w:rtl/>
        </w:rPr>
        <w:t>قالوا</w:t>
      </w:r>
      <w:r w:rsidRPr="00AA51AE">
        <w:rPr>
          <w:rStyle w:val="libArabicChar"/>
          <w:rtl/>
        </w:rPr>
        <w:t xml:space="preserve"> اساطير الاوّلين ليحملوا ا وزار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كا</w:t>
      </w:r>
      <w:r w:rsidRPr="00AA51AE">
        <w:rPr>
          <w:rStyle w:val="libArabicChar"/>
          <w:rtl/>
        </w:rPr>
        <w:t xml:space="preserve"> </w:t>
      </w:r>
      <w:r w:rsidRPr="00AA51AE">
        <w:rPr>
          <w:rStyle w:val="libArabicChar"/>
          <w:rFonts w:hint="cs"/>
          <w:rtl/>
        </w:rPr>
        <w:t>ملة</w:t>
      </w:r>
      <w:r w:rsidRPr="00AA51AE">
        <w:rPr>
          <w:rStyle w:val="libArabicChar"/>
          <w:rtl/>
        </w:rPr>
        <w:t xml:space="preserve"> </w:t>
      </w:r>
      <w:r w:rsidRPr="00AA51AE">
        <w:rPr>
          <w:rStyle w:val="libArabicChar"/>
          <w:rFonts w:hint="cs"/>
          <w:rtl/>
        </w:rPr>
        <w:t>يوم</w:t>
      </w:r>
      <w:r w:rsidRPr="00AA51AE">
        <w:rPr>
          <w:rStyle w:val="libArabicChar"/>
          <w:rtl/>
        </w:rPr>
        <w:t xml:space="preserve"> </w:t>
      </w:r>
      <w:r w:rsidRPr="00AA51AE">
        <w:rPr>
          <w:rStyle w:val="libArabicChar"/>
          <w:rFonts w:hint="cs"/>
          <w:rtl/>
        </w:rPr>
        <w:t>القيامة</w:t>
      </w:r>
      <w:r w:rsidRPr="00AA51AE">
        <w:rPr>
          <w:rStyle w:val="libArabicChar"/>
          <w:rtl/>
        </w:rPr>
        <w:t xml:space="preserve"> </w:t>
      </w:r>
      <w:r w:rsidRPr="00AA51AE">
        <w:rPr>
          <w:rStyle w:val="libArabicChar"/>
          <w:rFonts w:hint="cs"/>
          <w:rtl/>
        </w:rPr>
        <w:t>ومن</w:t>
      </w:r>
      <w:r w:rsidRPr="00AA51AE">
        <w:rPr>
          <w:rStyle w:val="libArabicChar"/>
          <w:rtl/>
        </w:rPr>
        <w:t xml:space="preserve"> </w:t>
      </w:r>
      <w:r w:rsidRPr="00AA51AE">
        <w:rPr>
          <w:rStyle w:val="libArabicChar"/>
          <w:rFonts w:hint="cs"/>
          <w:rtl/>
        </w:rPr>
        <w:t>اوزار</w:t>
      </w:r>
      <w:r w:rsidRPr="00AA51AE">
        <w:rPr>
          <w:rStyle w:val="libArabicChar"/>
          <w:rtl/>
        </w:rPr>
        <w:t xml:space="preserve"> </w:t>
      </w:r>
      <w:r w:rsidRPr="00AA51AE">
        <w:rPr>
          <w:rStyle w:val="libArabicChar"/>
          <w:rFonts w:hint="cs"/>
          <w:rtl/>
        </w:rPr>
        <w:t>الذين</w:t>
      </w:r>
      <w:r w:rsidRPr="00AA51AE">
        <w:rPr>
          <w:rStyle w:val="libArabicChar"/>
          <w:rtl/>
        </w:rPr>
        <w:t xml:space="preserve"> </w:t>
      </w:r>
      <w:r w:rsidRPr="00AA51AE">
        <w:rPr>
          <w:rStyle w:val="libArabicChar"/>
          <w:rFonts w:hint="cs"/>
          <w:rtl/>
        </w:rPr>
        <w:t>يضل</w:t>
      </w:r>
      <w:r w:rsidRPr="00AA51AE">
        <w:rPr>
          <w:rStyle w:val="libArabicChar"/>
          <w:rtl/>
        </w:rPr>
        <w:t>ّو ن</w:t>
      </w:r>
      <w:r w:rsidR="00120F63" w:rsidRPr="00B2551F">
        <w:rPr>
          <w:rStyle w:val="libArabicChar"/>
          <w:rFonts w:hint="cs"/>
          <w:rtl/>
        </w:rPr>
        <w:t>ه</w:t>
      </w:r>
      <w:r w:rsidRPr="00AA51AE">
        <w:rPr>
          <w:rStyle w:val="libArabicChar"/>
          <w:rFonts w:hint="cs"/>
          <w:rtl/>
        </w:rPr>
        <w:t>م</w:t>
      </w:r>
    </w:p>
    <w:p w:rsidR="001F628F" w:rsidRDefault="001F628F" w:rsidP="001F628F">
      <w:pPr>
        <w:pStyle w:val="libNormal"/>
        <w:rPr>
          <w:rtl/>
        </w:rPr>
      </w:pPr>
      <w:r>
        <w:rPr>
          <w:rFonts w:hint="eastAsia"/>
          <w:rtl/>
        </w:rPr>
        <w:t>يہ</w:t>
      </w:r>
      <w:r>
        <w:rPr>
          <w:rtl/>
        </w:rPr>
        <w:t xml:space="preserve"> استفادہ اس بات پر موقوف ہے جب </w:t>
      </w:r>
      <w:r w:rsidRPr="00AA51AE">
        <w:rPr>
          <w:rStyle w:val="libArabicChar"/>
          <w:rtl/>
        </w:rPr>
        <w:t>''من اوزارالذين''</w:t>
      </w:r>
      <w:r>
        <w:rPr>
          <w:rtl/>
        </w:rPr>
        <w:t xml:space="preserve"> مي</w:t>
      </w:r>
      <w:r w:rsidR="00083993">
        <w:rPr>
          <w:rtl/>
        </w:rPr>
        <w:t xml:space="preserve">ں </w:t>
      </w:r>
      <w:r>
        <w:rPr>
          <w:rtl/>
        </w:rPr>
        <w:t>''من '' تبعيض كے ليے ہو_</w:t>
      </w:r>
    </w:p>
    <w:p w:rsidR="001F628F" w:rsidRDefault="001F628F" w:rsidP="00AA51AE">
      <w:pPr>
        <w:pStyle w:val="libNormal"/>
        <w:rPr>
          <w:rtl/>
        </w:rPr>
      </w:pPr>
      <w:r>
        <w:rPr>
          <w:rtl/>
        </w:rPr>
        <w:t>8_ قرآن كو افسانہ قراردينا ، لوگو</w:t>
      </w:r>
      <w:r w:rsidR="00083993">
        <w:rPr>
          <w:rtl/>
        </w:rPr>
        <w:t xml:space="preserve">ں </w:t>
      </w:r>
      <w:r>
        <w:rPr>
          <w:rtl/>
        </w:rPr>
        <w:t>كو ايمان سے روكنے كا سبب ہے_</w:t>
      </w:r>
      <w:r>
        <w:rPr>
          <w:rFonts w:hint="eastAsia"/>
          <w:rtl/>
        </w:rPr>
        <w:t>قالوا</w:t>
      </w:r>
      <w:r>
        <w:rPr>
          <w:rtl/>
        </w:rPr>
        <w:t xml:space="preserve"> اساطير الاوّ لين ليحملوا ... ومن اوزار الذين يضلّو نہم</w:t>
      </w:r>
    </w:p>
    <w:p w:rsidR="001F628F" w:rsidRDefault="001F628F" w:rsidP="001F628F">
      <w:pPr>
        <w:pStyle w:val="libNormal"/>
        <w:rPr>
          <w:rtl/>
        </w:rPr>
      </w:pPr>
      <w:r>
        <w:rPr>
          <w:rtl/>
        </w:rPr>
        <w:t>9_ انسانو</w:t>
      </w:r>
      <w:r w:rsidR="00083993">
        <w:rPr>
          <w:rtl/>
        </w:rPr>
        <w:t xml:space="preserve">ں </w:t>
      </w:r>
      <w:r>
        <w:rPr>
          <w:rtl/>
        </w:rPr>
        <w:t>كے اعمال اور ان كا انجام مكمل طور پر تحرير اور محفوظ كيا جا تا ہے_</w:t>
      </w:r>
    </w:p>
    <w:p w:rsidR="001F628F" w:rsidRDefault="001F628F" w:rsidP="00AA51AE">
      <w:pPr>
        <w:pStyle w:val="libArabic"/>
        <w:rPr>
          <w:rtl/>
        </w:rPr>
      </w:pPr>
      <w:r>
        <w:rPr>
          <w:rFonts w:hint="eastAsia"/>
          <w:rtl/>
        </w:rPr>
        <w:t>ليحملوا</w:t>
      </w:r>
      <w:r>
        <w:rPr>
          <w:rtl/>
        </w:rPr>
        <w:t xml:space="preserve"> اوزار </w:t>
      </w:r>
      <w:r w:rsidR="00120F63" w:rsidRPr="00ED5DE8">
        <w:rPr>
          <w:rFonts w:hint="cs"/>
          <w:rtl/>
        </w:rPr>
        <w:t>ه</w:t>
      </w:r>
      <w:r>
        <w:rPr>
          <w:rFonts w:hint="cs"/>
          <w:rtl/>
        </w:rPr>
        <w:t>م</w:t>
      </w:r>
      <w:r>
        <w:rPr>
          <w:rtl/>
        </w:rPr>
        <w:t xml:space="preserve"> </w:t>
      </w:r>
      <w:r>
        <w:rPr>
          <w:rFonts w:hint="cs"/>
          <w:rtl/>
        </w:rPr>
        <w:t>كا</w:t>
      </w:r>
      <w:r>
        <w:rPr>
          <w:rtl/>
        </w:rPr>
        <w:t xml:space="preserve"> </w:t>
      </w:r>
      <w:r>
        <w:rPr>
          <w:rFonts w:hint="cs"/>
          <w:rtl/>
        </w:rPr>
        <w:t>مل</w:t>
      </w:r>
      <w:r>
        <w:rPr>
          <w:rtl/>
        </w:rPr>
        <w:t>ة يوم القيامة ومن اوزار الذين يضلّون</w:t>
      </w:r>
      <w:r w:rsidR="00120F63" w:rsidRPr="00ED5DE8">
        <w:rPr>
          <w:rFonts w:hint="cs"/>
          <w:rtl/>
        </w:rPr>
        <w:t>ه</w:t>
      </w:r>
      <w:r>
        <w:rPr>
          <w:rFonts w:hint="cs"/>
          <w:rtl/>
        </w:rPr>
        <w:t>م</w:t>
      </w:r>
    </w:p>
    <w:p w:rsidR="001F628F" w:rsidRDefault="001F628F" w:rsidP="001F628F">
      <w:pPr>
        <w:pStyle w:val="libNormal"/>
        <w:rPr>
          <w:rtl/>
        </w:rPr>
      </w:pPr>
      <w:r>
        <w:rPr>
          <w:rFonts w:hint="eastAsia"/>
          <w:rtl/>
        </w:rPr>
        <w:t>اگر</w:t>
      </w:r>
      <w:r>
        <w:rPr>
          <w:rtl/>
        </w:rPr>
        <w:t xml:space="preserve"> چہ اس آيت مي</w:t>
      </w:r>
      <w:r w:rsidR="00083993">
        <w:rPr>
          <w:rtl/>
        </w:rPr>
        <w:t xml:space="preserve">ں </w:t>
      </w:r>
      <w:r>
        <w:rPr>
          <w:rtl/>
        </w:rPr>
        <w:t>گناہ كے بارے مي</w:t>
      </w:r>
      <w:r w:rsidR="00083993">
        <w:rPr>
          <w:rtl/>
        </w:rPr>
        <w:t xml:space="preserve">ں </w:t>
      </w:r>
      <w:r>
        <w:rPr>
          <w:rtl/>
        </w:rPr>
        <w:t>گفتگو ہوئي ہے اوريہ كہ گناہ گارافراد اپنے گناہو</w:t>
      </w:r>
      <w:r w:rsidR="00083993">
        <w:rPr>
          <w:rtl/>
        </w:rPr>
        <w:t xml:space="preserve">ں </w:t>
      </w:r>
      <w:r>
        <w:rPr>
          <w:rtl/>
        </w:rPr>
        <w:t>كا بوجھ اپنے كندھے پر اٹھاتے ہي</w:t>
      </w:r>
      <w:r w:rsidR="00083993">
        <w:rPr>
          <w:rtl/>
        </w:rPr>
        <w:t xml:space="preserve">ں </w:t>
      </w:r>
      <w:r>
        <w:rPr>
          <w:rtl/>
        </w:rPr>
        <w:t>ليكن گناہ خصوصيت كا حامل نہي</w:t>
      </w:r>
      <w:r w:rsidR="00083993">
        <w:rPr>
          <w:rtl/>
        </w:rPr>
        <w:t xml:space="preserve">ں </w:t>
      </w:r>
      <w:r>
        <w:rPr>
          <w:rtl/>
        </w:rPr>
        <w:t>اور اس چيز كو ثابت كر نے كے ليے نمونہ ہے كہ تمام اعمال لكھے جاتے ہي</w:t>
      </w:r>
      <w:r w:rsidR="00083993">
        <w:rPr>
          <w:rtl/>
        </w:rPr>
        <w:t xml:space="preserve">ں </w:t>
      </w:r>
      <w:r>
        <w:rPr>
          <w:rtl/>
        </w:rPr>
        <w:t>_</w:t>
      </w:r>
    </w:p>
    <w:p w:rsidR="001F628F" w:rsidRDefault="001F628F" w:rsidP="00AA51AE">
      <w:pPr>
        <w:pStyle w:val="libNormal"/>
        <w:rPr>
          <w:rtl/>
        </w:rPr>
      </w:pPr>
      <w:r>
        <w:rPr>
          <w:rtl/>
        </w:rPr>
        <w:t>10_ قرآن كو افسانہ سے تعبير كرنے والے ، لوگو</w:t>
      </w:r>
      <w:r w:rsidR="00083993">
        <w:rPr>
          <w:rtl/>
        </w:rPr>
        <w:t xml:space="preserve">ں </w:t>
      </w:r>
      <w:r>
        <w:rPr>
          <w:rtl/>
        </w:rPr>
        <w:t>كى جہالت سے فائدہ اٹھاتے ہوئے انہي</w:t>
      </w:r>
      <w:r w:rsidR="00083993">
        <w:rPr>
          <w:rtl/>
        </w:rPr>
        <w:t xml:space="preserve">ں </w:t>
      </w:r>
      <w:r>
        <w:rPr>
          <w:rtl/>
        </w:rPr>
        <w:t>قرآن سے بد گمان اور گمراہ كرتے ہي</w:t>
      </w:r>
      <w:r w:rsidR="00083993">
        <w:rPr>
          <w:rtl/>
        </w:rPr>
        <w:t xml:space="preserve">ں </w:t>
      </w:r>
      <w:r>
        <w:rPr>
          <w:rtl/>
        </w:rPr>
        <w:t>_</w:t>
      </w:r>
      <w:r w:rsidRPr="00AA51AE">
        <w:rPr>
          <w:rStyle w:val="libArabicChar"/>
          <w:rFonts w:hint="eastAsia"/>
          <w:rtl/>
        </w:rPr>
        <w:t>قالوا</w:t>
      </w:r>
      <w:r w:rsidRPr="00AA51AE">
        <w:rPr>
          <w:rStyle w:val="libArabicChar"/>
          <w:rtl/>
        </w:rPr>
        <w:t xml:space="preserve"> اساطير الاوّلين ليحملوا ...ومن اوزار الذّين يضلّو ن</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بغ</w:t>
      </w:r>
      <w:r w:rsidRPr="00AA51AE">
        <w:rPr>
          <w:rStyle w:val="libArabicChar"/>
          <w:rtl/>
        </w:rPr>
        <w:t>ير علم</w:t>
      </w:r>
    </w:p>
    <w:p w:rsidR="001F628F" w:rsidRDefault="001F628F" w:rsidP="001F628F">
      <w:pPr>
        <w:pStyle w:val="libNormal"/>
        <w:rPr>
          <w:rtl/>
        </w:rPr>
      </w:pPr>
      <w:r>
        <w:rPr>
          <w:rFonts w:hint="eastAsia"/>
          <w:rtl/>
        </w:rPr>
        <w:t>يہ</w:t>
      </w:r>
      <w:r>
        <w:rPr>
          <w:rtl/>
        </w:rPr>
        <w:t xml:space="preserve"> مطلب اس بناء پر ہے جب (يضلّو نہم ) كى ضمير مفعولى كے ليے ( بغير علم ) حال واقع ہو _</w:t>
      </w:r>
    </w:p>
    <w:p w:rsidR="001F628F" w:rsidRDefault="001F628F" w:rsidP="00AA51AE">
      <w:pPr>
        <w:pStyle w:val="libNormal"/>
        <w:rPr>
          <w:rtl/>
        </w:rPr>
      </w:pPr>
      <w:r>
        <w:rPr>
          <w:rtl/>
        </w:rPr>
        <w:t>11_ دوسرو</w:t>
      </w:r>
      <w:r w:rsidR="00083993">
        <w:rPr>
          <w:rtl/>
        </w:rPr>
        <w:t xml:space="preserve">ں </w:t>
      </w:r>
      <w:r>
        <w:rPr>
          <w:rtl/>
        </w:rPr>
        <w:t>كے سوء استفادہ كرنے كے ليے جہالت اورنادانى مناسب زمينہ اور موقع ہے _</w:t>
      </w:r>
      <w:r w:rsidRPr="00AA51AE">
        <w:rPr>
          <w:rStyle w:val="libArabicChar"/>
          <w:rFonts w:hint="eastAsia"/>
          <w:rtl/>
        </w:rPr>
        <w:t>يضلّون</w:t>
      </w:r>
      <w:r w:rsidR="00120F63" w:rsidRPr="00B2551F">
        <w:rPr>
          <w:rStyle w:val="libArabicChar"/>
          <w:rFonts w:hint="cs"/>
          <w:rtl/>
        </w:rPr>
        <w:t>ه</w:t>
      </w:r>
      <w:r w:rsidRPr="00AA51AE">
        <w:rPr>
          <w:rStyle w:val="libArabicChar"/>
          <w:rFonts w:hint="cs"/>
          <w:rtl/>
        </w:rPr>
        <w:t>م</w:t>
      </w:r>
      <w:r w:rsidRPr="00AA51AE">
        <w:rPr>
          <w:rStyle w:val="libArabicChar"/>
          <w:rtl/>
        </w:rPr>
        <w:t xml:space="preserve"> بغير علم</w:t>
      </w:r>
    </w:p>
    <w:p w:rsidR="00AA51AE" w:rsidRDefault="001F628F" w:rsidP="00AA51AE">
      <w:pPr>
        <w:pStyle w:val="libNormal"/>
        <w:rPr>
          <w:rtl/>
        </w:rPr>
      </w:pPr>
      <w:r>
        <w:rPr>
          <w:rtl/>
        </w:rPr>
        <w:t>12_ قرآن كے افسانہ ہونے كا ادعا ، جہالت پر مبنى اور علمى نظريات سے بعيد ہے_</w:t>
      </w:r>
      <w:r w:rsidRPr="00AA51AE">
        <w:rPr>
          <w:rStyle w:val="libArabicChar"/>
          <w:rFonts w:hint="eastAsia"/>
          <w:rtl/>
        </w:rPr>
        <w:t>قالوا</w:t>
      </w:r>
      <w:r w:rsidRPr="00AA51AE">
        <w:rPr>
          <w:rStyle w:val="libArabicChar"/>
          <w:rtl/>
        </w:rPr>
        <w:t xml:space="preserve"> اساطير الاوّلين ...يضلّون</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بغ</w:t>
      </w:r>
      <w:r w:rsidRPr="00AA51AE">
        <w:rPr>
          <w:rStyle w:val="libArabicChar"/>
          <w:rtl/>
        </w:rPr>
        <w:t>ير علم</w:t>
      </w:r>
      <w:r w:rsidR="00AA51AE">
        <w:rPr>
          <w:rStyle w:val="libArabicChar"/>
          <w:rFonts w:hint="cs"/>
          <w:rtl/>
        </w:rPr>
        <w:t xml:space="preserve">  </w:t>
      </w:r>
      <w:r>
        <w:rPr>
          <w:rFonts w:hint="eastAsia"/>
          <w:rtl/>
        </w:rPr>
        <w:t>مذكورہ</w:t>
      </w:r>
      <w:r>
        <w:rPr>
          <w:rtl/>
        </w:rPr>
        <w:t xml:space="preserve"> استفادہ اس احتمال پر موقوف ہے كہ جب ''يضلّونہم'' كى ضمير فاعلى كے ليے ''بغير'' حال ہو اور چونكہ قرآن كو افسانہ قرادر دينا ضلالت ہے</w:t>
      </w:r>
      <w:r w:rsidR="00AA51AE" w:rsidRPr="00AA51AE">
        <w:rPr>
          <w:rFonts w:hint="eastAsia"/>
          <w:rtl/>
        </w:rPr>
        <w:t xml:space="preserve"> </w:t>
      </w:r>
      <w:r w:rsidR="00AA51AE">
        <w:rPr>
          <w:rFonts w:hint="eastAsia"/>
          <w:rtl/>
        </w:rPr>
        <w:t>اس</w:t>
      </w:r>
      <w:r w:rsidR="00AA51AE">
        <w:rPr>
          <w:rtl/>
        </w:rPr>
        <w:t xml:space="preserve"> سے معلوم ہوتا ہے كہ ايسا دعوى ،علم پر مبتنى نہيں ہے_</w:t>
      </w:r>
    </w:p>
    <w:p w:rsidR="00AA51AE" w:rsidRDefault="001E7F9D" w:rsidP="00F73EDE">
      <w:pPr>
        <w:pStyle w:val="libPoemTini"/>
        <w:rPr>
          <w:rtl/>
        </w:rPr>
      </w:pPr>
      <w:r>
        <w:rPr>
          <w:rtl/>
        </w:rPr>
        <w:br w:type="page"/>
      </w:r>
    </w:p>
    <w:p w:rsidR="001F628F" w:rsidRDefault="001F628F" w:rsidP="001F628F">
      <w:pPr>
        <w:pStyle w:val="libNormal"/>
        <w:rPr>
          <w:rtl/>
        </w:rPr>
      </w:pPr>
      <w:r>
        <w:rPr>
          <w:rtl/>
        </w:rPr>
        <w:lastRenderedPageBreak/>
        <w:t>13_گناہ كبيرہ كا ارتكاب اگر چہ جہالت ، تقليد اور پروپيگنڈہ كے تحت تاثير ہى كيو</w:t>
      </w:r>
      <w:r w:rsidR="00083993">
        <w:rPr>
          <w:rtl/>
        </w:rPr>
        <w:t xml:space="preserve">ں </w:t>
      </w:r>
      <w:r>
        <w:rPr>
          <w:rtl/>
        </w:rPr>
        <w:t>نہ ہو ،سزا كا موجب ہے _</w:t>
      </w:r>
    </w:p>
    <w:p w:rsidR="001F628F" w:rsidRDefault="001F628F" w:rsidP="00AA51AE">
      <w:pPr>
        <w:pStyle w:val="libArabic"/>
        <w:rPr>
          <w:rtl/>
        </w:rPr>
      </w:pPr>
      <w:r>
        <w:rPr>
          <w:rFonts w:hint="eastAsia"/>
          <w:rtl/>
        </w:rPr>
        <w:t>ليحملوا</w:t>
      </w:r>
      <w:r>
        <w:rPr>
          <w:rtl/>
        </w:rPr>
        <w:t xml:space="preserve"> ا وزار</w:t>
      </w:r>
      <w:r w:rsidR="00120F63" w:rsidRPr="00ED5DE8">
        <w:rPr>
          <w:rFonts w:hint="cs"/>
          <w:rtl/>
        </w:rPr>
        <w:t>ه</w:t>
      </w:r>
      <w:r>
        <w:rPr>
          <w:rFonts w:hint="cs"/>
          <w:rtl/>
        </w:rPr>
        <w:t>م</w:t>
      </w:r>
      <w:r>
        <w:rPr>
          <w:rtl/>
        </w:rPr>
        <w:t xml:space="preserve"> ...</w:t>
      </w:r>
      <w:r>
        <w:rPr>
          <w:rFonts w:hint="cs"/>
          <w:rtl/>
        </w:rPr>
        <w:t>ومن</w:t>
      </w:r>
      <w:r>
        <w:rPr>
          <w:rtl/>
        </w:rPr>
        <w:t xml:space="preserve"> </w:t>
      </w:r>
      <w:r>
        <w:rPr>
          <w:rFonts w:hint="cs"/>
          <w:rtl/>
        </w:rPr>
        <w:t>اوزار</w:t>
      </w:r>
      <w:r>
        <w:rPr>
          <w:rtl/>
        </w:rPr>
        <w:t xml:space="preserve"> </w:t>
      </w:r>
      <w:r>
        <w:rPr>
          <w:rFonts w:hint="cs"/>
          <w:rtl/>
        </w:rPr>
        <w:t>الذين</w:t>
      </w:r>
      <w:r>
        <w:rPr>
          <w:rtl/>
        </w:rPr>
        <w:t xml:space="preserve"> </w:t>
      </w:r>
      <w:r>
        <w:rPr>
          <w:rFonts w:hint="cs"/>
          <w:rtl/>
        </w:rPr>
        <w:t>يضلّون</w:t>
      </w:r>
      <w:r w:rsidR="00120F63" w:rsidRPr="00ED5DE8">
        <w:rPr>
          <w:rFonts w:hint="cs"/>
          <w:rtl/>
        </w:rPr>
        <w:t>ه</w:t>
      </w:r>
      <w:r>
        <w:rPr>
          <w:rFonts w:hint="cs"/>
          <w:rtl/>
        </w:rPr>
        <w:t>م</w:t>
      </w:r>
      <w:r>
        <w:rPr>
          <w:rtl/>
        </w:rPr>
        <w:t xml:space="preserve"> </w:t>
      </w:r>
      <w:r>
        <w:rPr>
          <w:rFonts w:hint="cs"/>
          <w:rtl/>
        </w:rPr>
        <w:t>بغي</w:t>
      </w:r>
      <w:r>
        <w:rPr>
          <w:rtl/>
        </w:rPr>
        <w:t>ر علم</w:t>
      </w:r>
    </w:p>
    <w:p w:rsidR="001F628F" w:rsidRDefault="001F628F" w:rsidP="001F628F">
      <w:pPr>
        <w:pStyle w:val="libNormal"/>
        <w:rPr>
          <w:rtl/>
        </w:rPr>
      </w:pPr>
      <w:r>
        <w:rPr>
          <w:rFonts w:hint="eastAsia"/>
          <w:rtl/>
        </w:rPr>
        <w:t>يہ</w:t>
      </w:r>
      <w:r>
        <w:rPr>
          <w:rtl/>
        </w:rPr>
        <w:t xml:space="preserve"> استفادہ اس بناء پر ہے جب'' من'' تبعيض كے ليے اور ''بغير'' ضمير مفعولى كے ليے حال ہو اس بناء پر عبارت كا معنى يہ ہوگا يہ لوگ اپنے گناہو</w:t>
      </w:r>
      <w:r w:rsidR="00083993">
        <w:rPr>
          <w:rtl/>
        </w:rPr>
        <w:t xml:space="preserve">ں </w:t>
      </w:r>
      <w:r>
        <w:rPr>
          <w:rtl/>
        </w:rPr>
        <w:t>اور ان كے كچھ گناہو</w:t>
      </w:r>
      <w:r w:rsidR="00083993">
        <w:rPr>
          <w:rtl/>
        </w:rPr>
        <w:t xml:space="preserve">ں </w:t>
      </w:r>
      <w:r>
        <w:rPr>
          <w:rtl/>
        </w:rPr>
        <w:t>كہ جن كو انہو</w:t>
      </w:r>
      <w:r w:rsidR="00083993">
        <w:rPr>
          <w:rtl/>
        </w:rPr>
        <w:t xml:space="preserve">ں </w:t>
      </w:r>
      <w:r>
        <w:rPr>
          <w:rtl/>
        </w:rPr>
        <w:t>نے گمراہ كيا ہوگا كا بوجھ اپنے كندھو</w:t>
      </w:r>
      <w:r w:rsidR="00083993">
        <w:rPr>
          <w:rtl/>
        </w:rPr>
        <w:t xml:space="preserve">ں </w:t>
      </w:r>
      <w:r>
        <w:rPr>
          <w:rtl/>
        </w:rPr>
        <w:t>پر لادتے ہي</w:t>
      </w:r>
      <w:r w:rsidR="00083993">
        <w:rPr>
          <w:rtl/>
        </w:rPr>
        <w:t xml:space="preserve">ں </w:t>
      </w:r>
      <w:r>
        <w:rPr>
          <w:rtl/>
        </w:rPr>
        <w:t>اگرچہ يہ لوگ جاہل ہى كيو</w:t>
      </w:r>
      <w:r w:rsidR="00083993">
        <w:rPr>
          <w:rtl/>
        </w:rPr>
        <w:t xml:space="preserve">ں </w:t>
      </w:r>
      <w:r>
        <w:rPr>
          <w:rtl/>
        </w:rPr>
        <w:t>نہ تھ</w:t>
      </w:r>
      <w:r>
        <w:rPr>
          <w:rFonts w:hint="eastAsia"/>
          <w:rtl/>
        </w:rPr>
        <w:t>ے</w:t>
      </w:r>
      <w:r>
        <w:rPr>
          <w:rtl/>
        </w:rPr>
        <w:t>_</w:t>
      </w:r>
    </w:p>
    <w:p w:rsidR="001F628F" w:rsidRDefault="001F628F" w:rsidP="00AA51AE">
      <w:pPr>
        <w:pStyle w:val="libNormal"/>
        <w:rPr>
          <w:rtl/>
        </w:rPr>
      </w:pPr>
      <w:r>
        <w:rPr>
          <w:rtl/>
        </w:rPr>
        <w:t>14_ قرآن كو افسانہ قرار دينے كے گناہ كا بوجھ ، نہايت ناشائستہ اوربرا بوجھ ہے_</w:t>
      </w:r>
      <w:r w:rsidRPr="00AA51AE">
        <w:rPr>
          <w:rStyle w:val="libArabicChar"/>
          <w:rFonts w:hint="eastAsia"/>
          <w:rtl/>
        </w:rPr>
        <w:t>قالوا</w:t>
      </w:r>
      <w:r w:rsidRPr="00AA51AE">
        <w:rPr>
          <w:rStyle w:val="libArabicChar"/>
          <w:rtl/>
        </w:rPr>
        <w:t xml:space="preserve"> اساطير الاوّ لين ...الا ساء مايزرون</w:t>
      </w:r>
    </w:p>
    <w:p w:rsidR="001F628F" w:rsidRDefault="001F628F" w:rsidP="001F628F">
      <w:pPr>
        <w:pStyle w:val="libNormal"/>
        <w:rPr>
          <w:rtl/>
        </w:rPr>
      </w:pPr>
      <w:r>
        <w:rPr>
          <w:rtl/>
        </w:rPr>
        <w:t>15_ قرآن كو افسانہ قرار دينے والے ، اپنے گمراہ كن كلام كے انجام كى طرف متوجہ نہي</w:t>
      </w:r>
      <w:r w:rsidR="00083993">
        <w:rPr>
          <w:rtl/>
        </w:rPr>
        <w:t xml:space="preserve">ں </w:t>
      </w:r>
      <w:r>
        <w:rPr>
          <w:rtl/>
        </w:rPr>
        <w:t>ہي</w:t>
      </w:r>
      <w:r w:rsidR="00083993">
        <w:rPr>
          <w:rtl/>
        </w:rPr>
        <w:t xml:space="preserve">ں </w:t>
      </w:r>
      <w:r>
        <w:rPr>
          <w:rtl/>
        </w:rPr>
        <w:t>_</w:t>
      </w:r>
    </w:p>
    <w:p w:rsidR="001F628F" w:rsidRDefault="001F628F" w:rsidP="00AA51AE">
      <w:pPr>
        <w:pStyle w:val="libArabic"/>
        <w:rPr>
          <w:rtl/>
        </w:rPr>
      </w:pPr>
      <w:r>
        <w:rPr>
          <w:rFonts w:hint="eastAsia"/>
          <w:rtl/>
        </w:rPr>
        <w:t>قالوا</w:t>
      </w:r>
      <w:r>
        <w:rPr>
          <w:rtl/>
        </w:rPr>
        <w:t xml:space="preserve"> اساطير ...ومن اوزار الذين يضلّو ن</w:t>
      </w:r>
      <w:r w:rsidR="00120F63" w:rsidRPr="00ED5DE8">
        <w:rPr>
          <w:rFonts w:hint="cs"/>
          <w:rtl/>
        </w:rPr>
        <w:t>ه</w:t>
      </w:r>
      <w:r>
        <w:rPr>
          <w:rFonts w:hint="cs"/>
          <w:rtl/>
        </w:rPr>
        <w:t>م</w:t>
      </w:r>
      <w:r>
        <w:rPr>
          <w:rtl/>
        </w:rPr>
        <w:t xml:space="preserve"> </w:t>
      </w:r>
      <w:r>
        <w:rPr>
          <w:rFonts w:hint="cs"/>
          <w:rtl/>
        </w:rPr>
        <w:t>بغي</w:t>
      </w:r>
      <w:r>
        <w:rPr>
          <w:rtl/>
        </w:rPr>
        <w:t>ر علم</w:t>
      </w:r>
    </w:p>
    <w:p w:rsidR="001F628F" w:rsidRDefault="001F628F" w:rsidP="00AA51AE">
      <w:pPr>
        <w:pStyle w:val="libNormal"/>
        <w:rPr>
          <w:rtl/>
        </w:rPr>
      </w:pPr>
      <w:r>
        <w:rPr>
          <w:rtl/>
        </w:rPr>
        <w:t>16_ قرآن كو افسانہ خيال كرنے والے اپنى بد عملى كى سزا اور گناہ كى عاقبت سے بے خبرى كى وجہ سے الہى تنبيہ كے محتاج ہي</w:t>
      </w:r>
      <w:r w:rsidR="00083993">
        <w:rPr>
          <w:rtl/>
        </w:rPr>
        <w:t xml:space="preserve">ں </w:t>
      </w:r>
      <w:r>
        <w:rPr>
          <w:rtl/>
        </w:rPr>
        <w:t>_</w:t>
      </w:r>
      <w:r w:rsidRPr="00AA51AE">
        <w:rPr>
          <w:rStyle w:val="libArabicChar"/>
          <w:rFonts w:hint="eastAsia"/>
          <w:rtl/>
        </w:rPr>
        <w:t>قالوا</w:t>
      </w:r>
      <w:r w:rsidRPr="00AA51AE">
        <w:rPr>
          <w:rStyle w:val="libArabicChar"/>
          <w:rtl/>
        </w:rPr>
        <w:t xml:space="preserve"> اساطير الاوّ لين ليحملوا اوزار </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الاساء</w:t>
      </w:r>
      <w:r w:rsidRPr="00AA51AE">
        <w:rPr>
          <w:rStyle w:val="libArabicChar"/>
          <w:rtl/>
        </w:rPr>
        <w:t xml:space="preserve"> ما يزرون</w:t>
      </w:r>
    </w:p>
    <w:p w:rsidR="001F628F" w:rsidRDefault="001F628F" w:rsidP="001F628F">
      <w:pPr>
        <w:pStyle w:val="libNormal"/>
        <w:rPr>
          <w:rtl/>
        </w:rPr>
      </w:pPr>
      <w:r>
        <w:rPr>
          <w:rtl/>
        </w:rPr>
        <w:t xml:space="preserve">17_ </w:t>
      </w:r>
      <w:r w:rsidRPr="00AA51AE">
        <w:rPr>
          <w:rStyle w:val="libArabicChar"/>
          <w:rtl/>
        </w:rPr>
        <w:t>''عن ابى جعفر</w:t>
      </w:r>
      <w:r w:rsidR="00367F17" w:rsidRPr="00367F17">
        <w:rPr>
          <w:rStyle w:val="libAlaemChar"/>
          <w:rtl/>
        </w:rPr>
        <w:t xml:space="preserve"> عليه‌السلام </w:t>
      </w:r>
      <w:r w:rsidRPr="00AA51AE">
        <w:rPr>
          <w:rStyle w:val="libArabicChar"/>
          <w:rtl/>
        </w:rPr>
        <w:t xml:space="preserve"> '' فى قول</w:t>
      </w:r>
      <w:r w:rsidR="00120F63" w:rsidRPr="00B2551F">
        <w:rPr>
          <w:rStyle w:val="libArabicChar"/>
          <w:rFonts w:hint="cs"/>
          <w:rtl/>
        </w:rPr>
        <w:t>ه</w:t>
      </w:r>
      <w:r w:rsidRPr="00AA51AE">
        <w:rPr>
          <w:rStyle w:val="libArabicChar"/>
          <w:rtl/>
        </w:rPr>
        <w:t xml:space="preserve"> : (</w:t>
      </w:r>
      <w:r w:rsidRPr="00AA51AE">
        <w:rPr>
          <w:rStyle w:val="libArabicChar"/>
          <w:rFonts w:hint="cs"/>
          <w:rtl/>
        </w:rPr>
        <w:t>ليحملوا</w:t>
      </w:r>
      <w:r w:rsidRPr="00AA51AE">
        <w:rPr>
          <w:rStyle w:val="libArabicChar"/>
          <w:rtl/>
        </w:rPr>
        <w:t xml:space="preserve"> </w:t>
      </w:r>
      <w:r w:rsidRPr="00AA51AE">
        <w:rPr>
          <w:rStyle w:val="libArabicChar"/>
          <w:rFonts w:hint="cs"/>
          <w:rtl/>
        </w:rPr>
        <w:t>اوزار</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كاملة</w:t>
      </w:r>
      <w:r w:rsidRPr="00AA51AE">
        <w:rPr>
          <w:rStyle w:val="libArabicChar"/>
          <w:rtl/>
        </w:rPr>
        <w:t xml:space="preserve"> </w:t>
      </w:r>
      <w:r w:rsidRPr="00AA51AE">
        <w:rPr>
          <w:rStyle w:val="libArabicChar"/>
          <w:rFonts w:hint="cs"/>
          <w:rtl/>
        </w:rPr>
        <w:t>يوم</w:t>
      </w:r>
      <w:r w:rsidRPr="00AA51AE">
        <w:rPr>
          <w:rStyle w:val="libArabicChar"/>
          <w:rtl/>
        </w:rPr>
        <w:t xml:space="preserve"> </w:t>
      </w:r>
      <w:r w:rsidRPr="00AA51AE">
        <w:rPr>
          <w:rStyle w:val="libArabicChar"/>
          <w:rFonts w:hint="cs"/>
          <w:rtl/>
        </w:rPr>
        <w:t>القيامة</w:t>
      </w:r>
      <w:r w:rsidRPr="00AA51AE">
        <w:rPr>
          <w:rStyle w:val="libArabicChar"/>
          <w:rtl/>
        </w:rPr>
        <w:t xml:space="preserve"> ) </w:t>
      </w:r>
      <w:r w:rsidRPr="00AA51AE">
        <w:rPr>
          <w:rStyle w:val="libArabicChar"/>
          <w:rFonts w:hint="cs"/>
          <w:rtl/>
        </w:rPr>
        <w:t>يعنى</w:t>
      </w:r>
      <w:r w:rsidRPr="00AA51AE">
        <w:rPr>
          <w:rStyle w:val="libArabicChar"/>
          <w:rtl/>
        </w:rPr>
        <w:t xml:space="preserve"> </w:t>
      </w:r>
      <w:r w:rsidRPr="00AA51AE">
        <w:rPr>
          <w:rStyle w:val="libArabicChar"/>
          <w:rFonts w:hint="cs"/>
          <w:rtl/>
        </w:rPr>
        <w:t>ليستكملوا</w:t>
      </w:r>
      <w:r w:rsidRPr="00AA51AE">
        <w:rPr>
          <w:rStyle w:val="libArabicChar"/>
          <w:rtl/>
        </w:rPr>
        <w:t xml:space="preserve"> </w:t>
      </w:r>
      <w:r w:rsidRPr="00AA51AE">
        <w:rPr>
          <w:rStyle w:val="libArabicChar"/>
          <w:rFonts w:hint="cs"/>
          <w:rtl/>
        </w:rPr>
        <w:t>الكفر</w:t>
      </w:r>
      <w:r w:rsidRPr="00AA51AE">
        <w:rPr>
          <w:rStyle w:val="libArabicChar"/>
          <w:rtl/>
        </w:rPr>
        <w:t xml:space="preserve"> </w:t>
      </w:r>
      <w:r w:rsidRPr="00AA51AE">
        <w:rPr>
          <w:rStyle w:val="libArabicChar"/>
          <w:rFonts w:hint="cs"/>
          <w:rtl/>
        </w:rPr>
        <w:t>يوم</w:t>
      </w:r>
      <w:r w:rsidRPr="00AA51AE">
        <w:rPr>
          <w:rStyle w:val="libArabicChar"/>
          <w:rtl/>
        </w:rPr>
        <w:t xml:space="preserve"> </w:t>
      </w:r>
      <w:r w:rsidRPr="00AA51AE">
        <w:rPr>
          <w:rStyle w:val="libArabicChar"/>
          <w:rFonts w:hint="cs"/>
          <w:rtl/>
        </w:rPr>
        <w:t>القيامة</w:t>
      </w:r>
      <w:r w:rsidRPr="00AA51AE">
        <w:rPr>
          <w:rStyle w:val="libArabicChar"/>
          <w:rtl/>
        </w:rPr>
        <w:t xml:space="preserve"> ''</w:t>
      </w:r>
      <w:r w:rsidRPr="00AA51AE">
        <w:rPr>
          <w:rStyle w:val="libArabicChar"/>
          <w:rFonts w:hint="cs"/>
          <w:rtl/>
        </w:rPr>
        <w:t>ومن</w:t>
      </w:r>
      <w:r w:rsidRPr="00AA51AE">
        <w:rPr>
          <w:rStyle w:val="libArabicChar"/>
          <w:rtl/>
        </w:rPr>
        <w:t xml:space="preserve"> </w:t>
      </w:r>
      <w:r w:rsidRPr="00AA51AE">
        <w:rPr>
          <w:rStyle w:val="libArabicChar"/>
          <w:rFonts w:hint="cs"/>
          <w:rtl/>
        </w:rPr>
        <w:t>اوزارالذين</w:t>
      </w:r>
      <w:r w:rsidRPr="00AA51AE">
        <w:rPr>
          <w:rStyle w:val="libArabicChar"/>
          <w:rtl/>
        </w:rPr>
        <w:t xml:space="preserve"> </w:t>
      </w:r>
      <w:r w:rsidRPr="00AA51AE">
        <w:rPr>
          <w:rStyle w:val="libArabicChar"/>
          <w:rFonts w:hint="cs"/>
          <w:rtl/>
        </w:rPr>
        <w:t>يضلّون</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بغير</w:t>
      </w:r>
      <w:r w:rsidRPr="00AA51AE">
        <w:rPr>
          <w:rStyle w:val="libArabicChar"/>
          <w:rtl/>
        </w:rPr>
        <w:t xml:space="preserve"> </w:t>
      </w:r>
      <w:r w:rsidRPr="00AA51AE">
        <w:rPr>
          <w:rStyle w:val="libArabicChar"/>
          <w:rFonts w:hint="cs"/>
          <w:rtl/>
        </w:rPr>
        <w:t>علم</w:t>
      </w:r>
      <w:r w:rsidRPr="00AA51AE">
        <w:rPr>
          <w:rStyle w:val="libArabicChar"/>
          <w:rtl/>
        </w:rPr>
        <w:t xml:space="preserve"> ''</w:t>
      </w:r>
      <w:r w:rsidRPr="00AA51AE">
        <w:rPr>
          <w:rStyle w:val="libArabicChar"/>
          <w:rFonts w:hint="cs"/>
          <w:rtl/>
        </w:rPr>
        <w:t>يعنى</w:t>
      </w:r>
      <w:r w:rsidRPr="00AA51AE">
        <w:rPr>
          <w:rStyle w:val="libArabicChar"/>
          <w:rtl/>
        </w:rPr>
        <w:t xml:space="preserve"> </w:t>
      </w:r>
      <w:r w:rsidRPr="00AA51AE">
        <w:rPr>
          <w:rStyle w:val="libArabicChar"/>
          <w:rFonts w:hint="cs"/>
          <w:rtl/>
        </w:rPr>
        <w:t>كفر</w:t>
      </w:r>
      <w:r w:rsidRPr="00AA51AE">
        <w:rPr>
          <w:rStyle w:val="libArabicChar"/>
          <w:rtl/>
        </w:rPr>
        <w:t xml:space="preserve"> </w:t>
      </w:r>
      <w:r w:rsidRPr="00AA51AE">
        <w:rPr>
          <w:rStyle w:val="libArabicChar"/>
          <w:rFonts w:hint="cs"/>
          <w:rtl/>
        </w:rPr>
        <w:t>الذين</w:t>
      </w:r>
      <w:r w:rsidRPr="00AA51AE">
        <w:rPr>
          <w:rStyle w:val="libArabicChar"/>
          <w:rtl/>
        </w:rPr>
        <w:t xml:space="preserve"> </w:t>
      </w:r>
      <w:r w:rsidRPr="00AA51AE">
        <w:rPr>
          <w:rStyle w:val="libArabicChar"/>
          <w:rFonts w:hint="cs"/>
          <w:rtl/>
        </w:rPr>
        <w:t>يتولّون</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FootnotenumChar"/>
          <w:rtl/>
        </w:rPr>
        <w:t>(1)</w:t>
      </w:r>
    </w:p>
    <w:p w:rsidR="001F628F" w:rsidRDefault="001F628F" w:rsidP="001F628F">
      <w:pPr>
        <w:pStyle w:val="libNormal"/>
        <w:rPr>
          <w:rtl/>
        </w:rPr>
      </w:pPr>
      <w:r>
        <w:rPr>
          <w:rFonts w:hint="eastAsia"/>
          <w:rtl/>
        </w:rPr>
        <w:t>حضرت</w:t>
      </w:r>
      <w:r>
        <w:rPr>
          <w:rtl/>
        </w:rPr>
        <w:t xml:space="preserve"> امام باقر</w:t>
      </w:r>
      <w:r w:rsidR="00367F17" w:rsidRPr="00367F17">
        <w:rPr>
          <w:rStyle w:val="libAlaemChar"/>
          <w:rtl/>
        </w:rPr>
        <w:t xml:space="preserve"> عليه‌السلام </w:t>
      </w:r>
      <w:r>
        <w:rPr>
          <w:rtl/>
        </w:rPr>
        <w:t xml:space="preserve"> سے خداوند عالم كے اس كلام ''ليحملوا اوزار ہم كا ملة يوم القيامة '' كے بارے مي</w:t>
      </w:r>
      <w:r w:rsidR="00083993">
        <w:rPr>
          <w:rtl/>
        </w:rPr>
        <w:t xml:space="preserve">ں </w:t>
      </w:r>
      <w:r>
        <w:rPr>
          <w:rtl/>
        </w:rPr>
        <w:t xml:space="preserve">روايت ہے كہ آپ </w:t>
      </w:r>
      <w:r w:rsidR="00367F17" w:rsidRPr="00367F17">
        <w:rPr>
          <w:rStyle w:val="libAlaemChar"/>
          <w:rtl/>
        </w:rPr>
        <w:t xml:space="preserve"> عليه‌السلام </w:t>
      </w:r>
      <w:r>
        <w:rPr>
          <w:rtl/>
        </w:rPr>
        <w:t xml:space="preserve"> نے فرمايا اس سے مراد يہ ہے كہ وہ قيامت كے دن اپنے كفر كو مكمل كري</w:t>
      </w:r>
      <w:r w:rsidR="00083993">
        <w:rPr>
          <w:rtl/>
        </w:rPr>
        <w:t xml:space="preserve">ں </w:t>
      </w:r>
      <w:r>
        <w:rPr>
          <w:rtl/>
        </w:rPr>
        <w:t>اور آپ</w:t>
      </w:r>
      <w:r w:rsidR="00367F17" w:rsidRPr="00367F17">
        <w:rPr>
          <w:rStyle w:val="libAlaemChar"/>
          <w:rtl/>
        </w:rPr>
        <w:t xml:space="preserve"> عليه‌السلام </w:t>
      </w:r>
      <w:r>
        <w:rPr>
          <w:rtl/>
        </w:rPr>
        <w:t xml:space="preserve"> نے </w:t>
      </w:r>
      <w:r w:rsidRPr="00AA51AE">
        <w:rPr>
          <w:rStyle w:val="libArabicChar"/>
          <w:rtl/>
        </w:rPr>
        <w:t>''ومن اوزار الذين يضلّو ن</w:t>
      </w:r>
      <w:r w:rsidR="00120F63" w:rsidRPr="00B2551F">
        <w:rPr>
          <w:rStyle w:val="libArabicChar"/>
          <w:rFonts w:hint="cs"/>
          <w:rtl/>
        </w:rPr>
        <w:t>ه</w:t>
      </w:r>
      <w:r w:rsidRPr="00AA51AE">
        <w:rPr>
          <w:rStyle w:val="libArabicChar"/>
          <w:rFonts w:hint="cs"/>
          <w:rtl/>
        </w:rPr>
        <w:t>م</w:t>
      </w:r>
      <w:r w:rsidRPr="00AA51AE">
        <w:rPr>
          <w:rStyle w:val="libArabicChar"/>
          <w:rtl/>
        </w:rPr>
        <w:t xml:space="preserve"> </w:t>
      </w:r>
      <w:r w:rsidRPr="00AA51AE">
        <w:rPr>
          <w:rStyle w:val="libArabicChar"/>
          <w:rFonts w:hint="cs"/>
          <w:rtl/>
        </w:rPr>
        <w:t>بغير</w:t>
      </w:r>
      <w:r w:rsidRPr="00AA51AE">
        <w:rPr>
          <w:rStyle w:val="libArabicChar"/>
          <w:rtl/>
        </w:rPr>
        <w:t xml:space="preserve"> </w:t>
      </w:r>
      <w:r w:rsidRPr="00AA51AE">
        <w:rPr>
          <w:rStyle w:val="libArabicChar"/>
          <w:rFonts w:hint="cs"/>
          <w:rtl/>
        </w:rPr>
        <w:t>علم</w:t>
      </w:r>
      <w:r w:rsidRPr="00AA51AE">
        <w:rPr>
          <w:rStyle w:val="libArabicChar"/>
          <w:rtl/>
        </w:rPr>
        <w:t xml:space="preserve"> ''</w:t>
      </w:r>
      <w:r>
        <w:rPr>
          <w:rtl/>
        </w:rPr>
        <w:t>كے بارے مي</w:t>
      </w:r>
      <w:r w:rsidR="00083993">
        <w:rPr>
          <w:rtl/>
        </w:rPr>
        <w:t xml:space="preserve">ں </w:t>
      </w:r>
      <w:r>
        <w:rPr>
          <w:rtl/>
        </w:rPr>
        <w:t>فرمايا كے اس سے مراد يہ ہے كہ وہ اپنے پيرو كارو</w:t>
      </w:r>
      <w:r w:rsidR="00083993">
        <w:rPr>
          <w:rtl/>
        </w:rPr>
        <w:t xml:space="preserve">ں </w:t>
      </w:r>
      <w:r>
        <w:rPr>
          <w:rtl/>
        </w:rPr>
        <w:t>كے كفر كا ذمہ دار بنتے ہي</w:t>
      </w:r>
      <w:r w:rsidR="00083993">
        <w:rPr>
          <w:rtl/>
        </w:rPr>
        <w:t xml:space="preserve">ں </w:t>
      </w:r>
      <w:r>
        <w:rPr>
          <w:rtl/>
        </w:rPr>
        <w:t>_</w:t>
      </w:r>
    </w:p>
    <w:p w:rsidR="001F628F" w:rsidRDefault="001F628F" w:rsidP="001F628F">
      <w:pPr>
        <w:pStyle w:val="libNormal"/>
        <w:rPr>
          <w:rtl/>
        </w:rPr>
      </w:pPr>
      <w:r>
        <w:rPr>
          <w:rtl/>
        </w:rPr>
        <w:t>18</w:t>
      </w:r>
      <w:r w:rsidRPr="00AA51AE">
        <w:rPr>
          <w:rStyle w:val="libArabicChar"/>
          <w:rtl/>
        </w:rPr>
        <w:t>_ ''عن النبي</w:t>
      </w:r>
      <w:r w:rsidR="00F031CD" w:rsidRPr="00F031CD">
        <w:rPr>
          <w:rStyle w:val="libAlaemChar"/>
          <w:rtl/>
        </w:rPr>
        <w:t xml:space="preserve"> صلى‌الله‌عليه‌وآله‌وسلم </w:t>
      </w:r>
      <w:r w:rsidRPr="00AA51AE">
        <w:rPr>
          <w:rStyle w:val="libArabicChar"/>
          <w:rtl/>
        </w:rPr>
        <w:t xml:space="preserve"> قال: ايّما داع دعى الى ضلالة فاتبع كان علي</w:t>
      </w:r>
      <w:r w:rsidR="00120F63" w:rsidRPr="00B2551F">
        <w:rPr>
          <w:rStyle w:val="libArabicChar"/>
          <w:rFonts w:hint="cs"/>
          <w:rtl/>
        </w:rPr>
        <w:t>ه</w:t>
      </w:r>
      <w:r w:rsidRPr="00AA51AE">
        <w:rPr>
          <w:rStyle w:val="libArabicChar"/>
          <w:rtl/>
        </w:rPr>
        <w:t xml:space="preserve"> </w:t>
      </w:r>
      <w:r w:rsidRPr="00AA51AE">
        <w:rPr>
          <w:rStyle w:val="libArabicChar"/>
          <w:rFonts w:hint="cs"/>
          <w:rtl/>
        </w:rPr>
        <w:t>مثل</w:t>
      </w:r>
      <w:r w:rsidRPr="00AA51AE">
        <w:rPr>
          <w:rStyle w:val="libArabicChar"/>
          <w:rtl/>
        </w:rPr>
        <w:t xml:space="preserve"> </w:t>
      </w:r>
      <w:r w:rsidRPr="00AA51AE">
        <w:rPr>
          <w:rStyle w:val="libArabicChar"/>
          <w:rFonts w:hint="cs"/>
          <w:rtl/>
        </w:rPr>
        <w:t>او</w:t>
      </w:r>
      <w:r w:rsidRPr="00AA51AE">
        <w:rPr>
          <w:rStyle w:val="libArabicChar"/>
          <w:rtl/>
        </w:rPr>
        <w:t xml:space="preserve"> </w:t>
      </w:r>
      <w:r w:rsidRPr="00AA51AE">
        <w:rPr>
          <w:rStyle w:val="libArabicChar"/>
          <w:rFonts w:hint="cs"/>
          <w:rtl/>
        </w:rPr>
        <w:t>زار</w:t>
      </w:r>
      <w:r w:rsidRPr="00AA51AE">
        <w:rPr>
          <w:rStyle w:val="libArabicChar"/>
          <w:rtl/>
        </w:rPr>
        <w:t xml:space="preserve"> </w:t>
      </w:r>
      <w:r w:rsidRPr="00AA51AE">
        <w:rPr>
          <w:rStyle w:val="libArabicChar"/>
          <w:rFonts w:hint="cs"/>
          <w:rtl/>
        </w:rPr>
        <w:t>من</w:t>
      </w:r>
      <w:r w:rsidRPr="00AA51AE">
        <w:rPr>
          <w:rStyle w:val="libArabicChar"/>
          <w:rtl/>
        </w:rPr>
        <w:t xml:space="preserve"> </w:t>
      </w:r>
      <w:r w:rsidRPr="00AA51AE">
        <w:rPr>
          <w:rStyle w:val="libArabicChar"/>
          <w:rFonts w:hint="cs"/>
          <w:rtl/>
        </w:rPr>
        <w:t>اتبع</w:t>
      </w:r>
      <w:r w:rsidR="00120F63" w:rsidRPr="00B2551F">
        <w:rPr>
          <w:rStyle w:val="libArabicChar"/>
          <w:rFonts w:hint="cs"/>
          <w:rtl/>
        </w:rPr>
        <w:t>ه</w:t>
      </w:r>
      <w:r w:rsidRPr="00AA51AE">
        <w:rPr>
          <w:rStyle w:val="libArabicChar"/>
          <w:rtl/>
        </w:rPr>
        <w:t xml:space="preserve"> </w:t>
      </w:r>
      <w:r w:rsidRPr="00AA51AE">
        <w:rPr>
          <w:rStyle w:val="libArabicChar"/>
          <w:rFonts w:hint="cs"/>
          <w:rtl/>
        </w:rPr>
        <w:t>من</w:t>
      </w:r>
      <w:r w:rsidRPr="00AA51AE">
        <w:rPr>
          <w:rStyle w:val="libArabicChar"/>
          <w:rtl/>
        </w:rPr>
        <w:t xml:space="preserve"> </w:t>
      </w:r>
      <w:r w:rsidRPr="00AA51AE">
        <w:rPr>
          <w:rStyle w:val="libArabicChar"/>
          <w:rFonts w:hint="cs"/>
          <w:rtl/>
        </w:rPr>
        <w:t>غير</w:t>
      </w:r>
      <w:r w:rsidRPr="00AA51AE">
        <w:rPr>
          <w:rStyle w:val="libArabicChar"/>
          <w:rtl/>
        </w:rPr>
        <w:t xml:space="preserve"> </w:t>
      </w:r>
      <w:r w:rsidRPr="00AA51AE">
        <w:rPr>
          <w:rStyle w:val="libArabicChar"/>
          <w:rFonts w:hint="cs"/>
          <w:rtl/>
        </w:rPr>
        <w:t>ان</w:t>
      </w:r>
      <w:r w:rsidRPr="00AA51AE">
        <w:rPr>
          <w:rStyle w:val="libArabicChar"/>
          <w:rtl/>
        </w:rPr>
        <w:t xml:space="preserve"> </w:t>
      </w:r>
      <w:r w:rsidRPr="00AA51AE">
        <w:rPr>
          <w:rStyle w:val="libArabicChar"/>
          <w:rFonts w:hint="cs"/>
          <w:rtl/>
        </w:rPr>
        <w:t>ينقص</w:t>
      </w:r>
      <w:r w:rsidRPr="00AA51AE">
        <w:rPr>
          <w:rStyle w:val="libArabicChar"/>
          <w:rtl/>
        </w:rPr>
        <w:t xml:space="preserve"> </w:t>
      </w:r>
      <w:r w:rsidRPr="00AA51AE">
        <w:rPr>
          <w:rStyle w:val="libArabicChar"/>
          <w:rFonts w:hint="cs"/>
          <w:rtl/>
        </w:rPr>
        <w:t>من</w:t>
      </w:r>
      <w:r w:rsidRPr="00AA51AE">
        <w:rPr>
          <w:rStyle w:val="libArabicChar"/>
          <w:rtl/>
        </w:rPr>
        <w:t xml:space="preserve"> </w:t>
      </w:r>
      <w:r w:rsidRPr="00AA51AE">
        <w:rPr>
          <w:rStyle w:val="libArabicChar"/>
          <w:rFonts w:hint="cs"/>
          <w:rtl/>
        </w:rPr>
        <w:t>اوزار</w:t>
      </w:r>
      <w:r w:rsidRPr="00AA51AE">
        <w:rPr>
          <w:rStyle w:val="libArabicChar"/>
          <w:rtl/>
        </w:rPr>
        <w:t xml:space="preserve"> </w:t>
      </w:r>
      <w:r w:rsidR="00120F63" w:rsidRPr="00B2551F">
        <w:rPr>
          <w:rStyle w:val="libArabicChar"/>
          <w:rFonts w:hint="cs"/>
          <w:rtl/>
        </w:rPr>
        <w:t>ه</w:t>
      </w:r>
      <w:r w:rsidRPr="00AA51AE">
        <w:rPr>
          <w:rStyle w:val="libArabicChar"/>
          <w:rFonts w:hint="cs"/>
          <w:rtl/>
        </w:rPr>
        <w:t>م</w:t>
      </w:r>
      <w:r w:rsidRPr="00AA51AE">
        <w:rPr>
          <w:rStyle w:val="libArabicChar"/>
          <w:rtl/>
        </w:rPr>
        <w:t xml:space="preserve"> شيئ ..</w:t>
      </w:r>
      <w:r>
        <w:rPr>
          <w:rtl/>
        </w:rPr>
        <w:t>.</w:t>
      </w:r>
      <w:r w:rsidRPr="00AA51AE">
        <w:rPr>
          <w:rStyle w:val="libFootnotenumChar"/>
          <w:rtl/>
        </w:rPr>
        <w:t>(2)</w:t>
      </w:r>
    </w:p>
    <w:p w:rsidR="001F628F" w:rsidRDefault="001F628F" w:rsidP="001F628F">
      <w:pPr>
        <w:pStyle w:val="libNormal"/>
        <w:rPr>
          <w:rtl/>
        </w:rPr>
      </w:pPr>
      <w:r>
        <w:rPr>
          <w:rFonts w:hint="eastAsia"/>
          <w:rtl/>
        </w:rPr>
        <w:t>پيغمبر</w:t>
      </w:r>
      <w:r>
        <w:rPr>
          <w:rtl/>
        </w:rPr>
        <w:t xml:space="preserve"> اكرم</w:t>
      </w:r>
      <w:r w:rsidR="00F031CD" w:rsidRPr="00F031CD">
        <w:rPr>
          <w:rStyle w:val="libAlaemChar"/>
          <w:rtl/>
        </w:rPr>
        <w:t xml:space="preserve"> صلى‌الله‌عليه‌وآله‌وسلم </w:t>
      </w:r>
      <w:r>
        <w:rPr>
          <w:rtl/>
        </w:rPr>
        <w:t xml:space="preserve"> سے روايت ہے كہ آپ </w:t>
      </w:r>
      <w:r w:rsidR="00F031CD" w:rsidRPr="00F031CD">
        <w:rPr>
          <w:rStyle w:val="libAlaemChar"/>
          <w:rtl/>
        </w:rPr>
        <w:t xml:space="preserve"> صلى‌الله‌عليه‌وآله‌وسلم </w:t>
      </w:r>
      <w:r>
        <w:rPr>
          <w:rtl/>
        </w:rPr>
        <w:t xml:space="preserve"> نے فرمايا: جو شخص بھى لوگو</w:t>
      </w:r>
      <w:r w:rsidR="00083993">
        <w:rPr>
          <w:rtl/>
        </w:rPr>
        <w:t xml:space="preserve">ں </w:t>
      </w:r>
      <w:r>
        <w:rPr>
          <w:rtl/>
        </w:rPr>
        <w:t>كو گمراہى كى دعوت دے اور اس كى پيروى كى جائے وہ ايسا ہے جيسے كہ اس نے اپنے</w:t>
      </w:r>
    </w:p>
    <w:p w:rsidR="001F628F" w:rsidRDefault="00B84D3B" w:rsidP="00B84D3B">
      <w:pPr>
        <w:pStyle w:val="libLine"/>
        <w:rPr>
          <w:rtl/>
        </w:rPr>
      </w:pPr>
      <w:r>
        <w:rPr>
          <w:rtl/>
        </w:rPr>
        <w:t>____________________</w:t>
      </w:r>
    </w:p>
    <w:p w:rsidR="001F628F" w:rsidRDefault="001F628F" w:rsidP="00AA51AE">
      <w:pPr>
        <w:pStyle w:val="libFootnote"/>
        <w:rPr>
          <w:rtl/>
        </w:rPr>
      </w:pPr>
      <w:r>
        <w:rPr>
          <w:rtl/>
        </w:rPr>
        <w:t>1)تفسير عياشى ج2 ، ص257 ، ح16 ، نورالثقلين ، ج3 ص 48 ،ح59_</w:t>
      </w:r>
    </w:p>
    <w:p w:rsidR="001F628F" w:rsidRDefault="001F628F" w:rsidP="00AA51AE">
      <w:pPr>
        <w:pStyle w:val="libFootnote"/>
        <w:rPr>
          <w:rtl/>
        </w:rPr>
      </w:pPr>
      <w:r>
        <w:rPr>
          <w:rtl/>
        </w:rPr>
        <w:t>2) تفسير طبرى ، جز 14 ،ص96الدرالمنشور ، ج5 ، ص126_</w:t>
      </w:r>
    </w:p>
    <w:p w:rsidR="00AA51AE" w:rsidRDefault="001E7F9D" w:rsidP="00F73EDE">
      <w:pPr>
        <w:pStyle w:val="libPoemTini"/>
        <w:rPr>
          <w:rtl/>
        </w:rPr>
      </w:pPr>
      <w:r>
        <w:rPr>
          <w:rtl/>
        </w:rPr>
        <w:br w:type="page"/>
      </w:r>
    </w:p>
    <w:p w:rsidR="001F628F" w:rsidRDefault="001F628F" w:rsidP="00AA51AE">
      <w:pPr>
        <w:pStyle w:val="libNormal"/>
        <w:rPr>
          <w:rtl/>
        </w:rPr>
      </w:pPr>
      <w:r>
        <w:rPr>
          <w:rFonts w:hint="eastAsia"/>
          <w:rtl/>
        </w:rPr>
        <w:lastRenderedPageBreak/>
        <w:t>پيروكارو</w:t>
      </w:r>
      <w:r w:rsidR="00083993">
        <w:rPr>
          <w:rFonts w:hint="eastAsia"/>
          <w:rtl/>
        </w:rPr>
        <w:t xml:space="preserve">ں </w:t>
      </w:r>
      <w:r>
        <w:rPr>
          <w:rtl/>
        </w:rPr>
        <w:t>كے گناہو</w:t>
      </w:r>
      <w:r w:rsidR="00083993">
        <w:rPr>
          <w:rtl/>
        </w:rPr>
        <w:t xml:space="preserve">ں </w:t>
      </w:r>
      <w:r>
        <w:rPr>
          <w:rtl/>
        </w:rPr>
        <w:t>كے بوجھ كو اپنے كندھے پر لانے كى دعوت دى ہے بغير اس كے كہ اس كے كہ اس كے پيرو كارو</w:t>
      </w:r>
      <w:r w:rsidR="00083993">
        <w:rPr>
          <w:rtl/>
        </w:rPr>
        <w:t xml:space="preserve">ں </w:t>
      </w:r>
      <w:r>
        <w:rPr>
          <w:rtl/>
        </w:rPr>
        <w:t>كے گناہو</w:t>
      </w:r>
      <w:r w:rsidR="00083993">
        <w:rPr>
          <w:rtl/>
        </w:rPr>
        <w:t xml:space="preserve">ں </w:t>
      </w:r>
      <w:r>
        <w:rPr>
          <w:rtl/>
        </w:rPr>
        <w:t>مي</w:t>
      </w:r>
      <w:r w:rsidR="00083993">
        <w:rPr>
          <w:rtl/>
        </w:rPr>
        <w:t xml:space="preserve">ں </w:t>
      </w:r>
      <w:r>
        <w:rPr>
          <w:rtl/>
        </w:rPr>
        <w:t>كوئي كمى كى جائے ...</w:t>
      </w:r>
    </w:p>
    <w:p w:rsidR="001F628F" w:rsidRDefault="001F628F" w:rsidP="00C52ECB">
      <w:pPr>
        <w:pStyle w:val="libNormal"/>
        <w:rPr>
          <w:rtl/>
        </w:rPr>
      </w:pPr>
      <w:r>
        <w:rPr>
          <w:rFonts w:hint="eastAsia"/>
          <w:rtl/>
        </w:rPr>
        <w:t>الله</w:t>
      </w:r>
      <w:r>
        <w:rPr>
          <w:rtl/>
        </w:rPr>
        <w:t xml:space="preserve"> تعالي:</w:t>
      </w:r>
      <w:r>
        <w:rPr>
          <w:rFonts w:hint="eastAsia"/>
          <w:rtl/>
        </w:rPr>
        <w:t>الله</w:t>
      </w:r>
      <w:r>
        <w:rPr>
          <w:rtl/>
        </w:rPr>
        <w:t xml:space="preserve"> تعالى كے انذار16</w:t>
      </w:r>
    </w:p>
    <w:p w:rsidR="001F628F" w:rsidRDefault="001F628F" w:rsidP="00C52ECB">
      <w:pPr>
        <w:pStyle w:val="libNormal"/>
        <w:rPr>
          <w:rtl/>
        </w:rPr>
      </w:pPr>
      <w:r>
        <w:rPr>
          <w:rFonts w:hint="eastAsia"/>
          <w:rtl/>
        </w:rPr>
        <w:t>ايمان</w:t>
      </w:r>
      <w:r>
        <w:rPr>
          <w:rtl/>
        </w:rPr>
        <w:t>:</w:t>
      </w:r>
      <w:r>
        <w:rPr>
          <w:rFonts w:hint="eastAsia"/>
          <w:rtl/>
        </w:rPr>
        <w:t>قرآن</w:t>
      </w:r>
      <w:r>
        <w:rPr>
          <w:rtl/>
        </w:rPr>
        <w:t xml:space="preserve"> پر ايمان لانے كے موانع8</w:t>
      </w:r>
    </w:p>
    <w:p w:rsidR="001F628F" w:rsidRDefault="001F628F" w:rsidP="00C52ECB">
      <w:pPr>
        <w:pStyle w:val="libNormal"/>
        <w:rPr>
          <w:rtl/>
        </w:rPr>
      </w:pPr>
      <w:r>
        <w:rPr>
          <w:rFonts w:hint="eastAsia"/>
          <w:rtl/>
        </w:rPr>
        <w:t>جہل</w:t>
      </w:r>
      <w:r>
        <w:rPr>
          <w:rtl/>
        </w:rPr>
        <w:t>:</w:t>
      </w:r>
      <w:r>
        <w:rPr>
          <w:rFonts w:hint="eastAsia"/>
          <w:rtl/>
        </w:rPr>
        <w:t>جہل</w:t>
      </w:r>
      <w:r>
        <w:rPr>
          <w:rtl/>
        </w:rPr>
        <w:t xml:space="preserve"> كے آثار10،11،12</w:t>
      </w:r>
    </w:p>
    <w:p w:rsidR="001F628F" w:rsidRDefault="001F628F" w:rsidP="00C52ECB">
      <w:pPr>
        <w:pStyle w:val="libNormal"/>
        <w:rPr>
          <w:rtl/>
        </w:rPr>
      </w:pPr>
      <w:r>
        <w:rPr>
          <w:rFonts w:hint="eastAsia"/>
          <w:rtl/>
        </w:rPr>
        <w:t>روايت</w:t>
      </w:r>
      <w:r>
        <w:rPr>
          <w:rtl/>
        </w:rPr>
        <w:t>:17،18</w:t>
      </w:r>
    </w:p>
    <w:p w:rsidR="001F628F" w:rsidRDefault="001F628F" w:rsidP="00C52ECB">
      <w:pPr>
        <w:pStyle w:val="libNormal"/>
        <w:rPr>
          <w:rtl/>
        </w:rPr>
      </w:pPr>
      <w:r>
        <w:rPr>
          <w:rFonts w:hint="eastAsia"/>
          <w:rtl/>
        </w:rPr>
        <w:t>سوء</w:t>
      </w:r>
      <w:r>
        <w:rPr>
          <w:rtl/>
        </w:rPr>
        <w:t xml:space="preserve"> استفادہ:</w:t>
      </w:r>
      <w:r>
        <w:rPr>
          <w:rFonts w:hint="eastAsia"/>
          <w:rtl/>
        </w:rPr>
        <w:t>سوء</w:t>
      </w:r>
      <w:r>
        <w:rPr>
          <w:rtl/>
        </w:rPr>
        <w:t xml:space="preserve"> استفادہ كا سرچشمہ10،11</w:t>
      </w:r>
    </w:p>
    <w:p w:rsidR="001F628F" w:rsidRDefault="001F628F" w:rsidP="00C52ECB">
      <w:pPr>
        <w:pStyle w:val="libNormal"/>
        <w:rPr>
          <w:rtl/>
        </w:rPr>
      </w:pPr>
      <w:r>
        <w:rPr>
          <w:rFonts w:hint="eastAsia"/>
          <w:rtl/>
        </w:rPr>
        <w:t>عمل</w:t>
      </w:r>
      <w:r>
        <w:rPr>
          <w:rtl/>
        </w:rPr>
        <w:t xml:space="preserve"> :</w:t>
      </w:r>
      <w:r>
        <w:rPr>
          <w:rFonts w:hint="eastAsia"/>
          <w:rtl/>
        </w:rPr>
        <w:t>عمل</w:t>
      </w:r>
      <w:r>
        <w:rPr>
          <w:rtl/>
        </w:rPr>
        <w:t xml:space="preserve"> كا ثبت ہونا 9; عمل كے آثار 9</w:t>
      </w:r>
    </w:p>
    <w:p w:rsidR="001F628F" w:rsidRDefault="001F628F" w:rsidP="00C52ECB">
      <w:pPr>
        <w:pStyle w:val="libNormal"/>
        <w:rPr>
          <w:rtl/>
        </w:rPr>
      </w:pPr>
      <w:r>
        <w:rPr>
          <w:rFonts w:hint="eastAsia"/>
          <w:rtl/>
        </w:rPr>
        <w:t>قرآن</w:t>
      </w:r>
      <w:r>
        <w:rPr>
          <w:rtl/>
        </w:rPr>
        <w:t>:</w:t>
      </w:r>
      <w:r>
        <w:rPr>
          <w:rFonts w:hint="eastAsia"/>
          <w:rtl/>
        </w:rPr>
        <w:t>قرآن</w:t>
      </w:r>
      <w:r>
        <w:rPr>
          <w:rtl/>
        </w:rPr>
        <w:t xml:space="preserve"> پر افتراء باندھنے كا گناہ 3،14; قرآن پر افتراء باندھنے كا نا پسنديدہ ہونا 14; قرآن پر افتراء باندھنے كے آثار 8،15; قرآن پر افتراء باندھنے والو</w:t>
      </w:r>
      <w:r w:rsidR="00083993">
        <w:rPr>
          <w:rtl/>
        </w:rPr>
        <w:t xml:space="preserve">ں </w:t>
      </w:r>
      <w:r>
        <w:rPr>
          <w:rtl/>
        </w:rPr>
        <w:t>كا فضول ہونا 12; قرآن پر افتراء باندھنے والو</w:t>
      </w:r>
      <w:r w:rsidR="00083993">
        <w:rPr>
          <w:rtl/>
        </w:rPr>
        <w:t xml:space="preserve">ں </w:t>
      </w:r>
      <w:r>
        <w:rPr>
          <w:rtl/>
        </w:rPr>
        <w:t>كا گمراہ كرنا10; قرآن پر افتراء باندھنے والو</w:t>
      </w:r>
      <w:r w:rsidR="00083993">
        <w:rPr>
          <w:rtl/>
        </w:rPr>
        <w:t xml:space="preserve">ں </w:t>
      </w:r>
      <w:r>
        <w:rPr>
          <w:rtl/>
        </w:rPr>
        <w:t>كا گناہ5،6،7; ق</w:t>
      </w:r>
      <w:r>
        <w:rPr>
          <w:rFonts w:hint="eastAsia"/>
          <w:rtl/>
        </w:rPr>
        <w:t>رآن</w:t>
      </w:r>
      <w:r>
        <w:rPr>
          <w:rtl/>
        </w:rPr>
        <w:t xml:space="preserve"> پر افتراء باندھنے والو</w:t>
      </w:r>
      <w:r w:rsidR="00083993">
        <w:rPr>
          <w:rtl/>
        </w:rPr>
        <w:t xml:space="preserve">ں </w:t>
      </w:r>
      <w:r>
        <w:rPr>
          <w:rtl/>
        </w:rPr>
        <w:t>كا ناپسنديدہ عمل 16; قرآن پر افتراء باندھنے والو</w:t>
      </w:r>
      <w:r w:rsidR="00083993">
        <w:rPr>
          <w:rtl/>
        </w:rPr>
        <w:t xml:space="preserve">ں </w:t>
      </w:r>
      <w:r>
        <w:rPr>
          <w:rtl/>
        </w:rPr>
        <w:t>كو انذار16; قرآن پر افتراء باندھنے والو</w:t>
      </w:r>
      <w:r w:rsidR="00083993">
        <w:rPr>
          <w:rtl/>
        </w:rPr>
        <w:t xml:space="preserve">ں </w:t>
      </w:r>
      <w:r>
        <w:rPr>
          <w:rtl/>
        </w:rPr>
        <w:t>كى اخروى سزا 2; قرآن پر افتراء باندھنے والو</w:t>
      </w:r>
      <w:r w:rsidR="00083993">
        <w:rPr>
          <w:rtl/>
        </w:rPr>
        <w:t xml:space="preserve">ں </w:t>
      </w:r>
      <w:r>
        <w:rPr>
          <w:rtl/>
        </w:rPr>
        <w:t>كى بے توجہى 15; قرآن پرافتراء باندھنے والو</w:t>
      </w:r>
      <w:r w:rsidR="00083993">
        <w:rPr>
          <w:rtl/>
        </w:rPr>
        <w:t xml:space="preserve">ں </w:t>
      </w:r>
      <w:r>
        <w:rPr>
          <w:rtl/>
        </w:rPr>
        <w:t>كى سزا 6;قرآن پر افسانہ ہونے كى تہمت 2،3،5،7،8،،12،14،15،16;قرآن كو جھٹلانے والو</w:t>
      </w:r>
      <w:r w:rsidR="00083993">
        <w:rPr>
          <w:rtl/>
        </w:rPr>
        <w:t xml:space="preserve">ں </w:t>
      </w:r>
      <w:r>
        <w:rPr>
          <w:rtl/>
        </w:rPr>
        <w:t>كا انجام1; قرآن كو جھٹلانے والو</w:t>
      </w:r>
      <w:r w:rsidR="00083993">
        <w:rPr>
          <w:rtl/>
        </w:rPr>
        <w:t xml:space="preserve">ں </w:t>
      </w:r>
      <w:r>
        <w:rPr>
          <w:rtl/>
        </w:rPr>
        <w:t>كاگناہ1; قرآن كو جھٹلانے والے قيامت كے دن 1</w:t>
      </w:r>
    </w:p>
    <w:p w:rsidR="001F628F" w:rsidRDefault="001F628F" w:rsidP="00C52ECB">
      <w:pPr>
        <w:pStyle w:val="libNormal"/>
        <w:rPr>
          <w:rtl/>
        </w:rPr>
      </w:pPr>
      <w:r>
        <w:rPr>
          <w:rFonts w:hint="eastAsia"/>
          <w:rtl/>
        </w:rPr>
        <w:t>قيامت</w:t>
      </w:r>
      <w:r>
        <w:rPr>
          <w:rtl/>
        </w:rPr>
        <w:t>:</w:t>
      </w:r>
      <w:r>
        <w:rPr>
          <w:rFonts w:hint="eastAsia"/>
          <w:rtl/>
        </w:rPr>
        <w:t>قيامت</w:t>
      </w:r>
      <w:r>
        <w:rPr>
          <w:rtl/>
        </w:rPr>
        <w:t xml:space="preserve"> كى خصوصيات 17</w:t>
      </w:r>
    </w:p>
    <w:p w:rsidR="001F628F" w:rsidRDefault="001F628F" w:rsidP="00C52ECB">
      <w:pPr>
        <w:pStyle w:val="libNormal"/>
        <w:rPr>
          <w:rtl/>
        </w:rPr>
      </w:pPr>
      <w:r>
        <w:rPr>
          <w:rFonts w:hint="eastAsia"/>
          <w:rtl/>
        </w:rPr>
        <w:t>كفار</w:t>
      </w:r>
      <w:r>
        <w:rPr>
          <w:rtl/>
        </w:rPr>
        <w:t>:</w:t>
      </w:r>
      <w:r>
        <w:rPr>
          <w:rFonts w:hint="eastAsia"/>
          <w:rtl/>
        </w:rPr>
        <w:t>قيامت</w:t>
      </w:r>
      <w:r>
        <w:rPr>
          <w:rtl/>
        </w:rPr>
        <w:t xml:space="preserve"> كے دن كفار17; كافر پيروكارو</w:t>
      </w:r>
      <w:r w:rsidR="00083993">
        <w:rPr>
          <w:rtl/>
        </w:rPr>
        <w:t xml:space="preserve">ں </w:t>
      </w:r>
      <w:r>
        <w:rPr>
          <w:rtl/>
        </w:rPr>
        <w:t>كا گناہ17</w:t>
      </w:r>
    </w:p>
    <w:p w:rsidR="001F628F" w:rsidRDefault="001F628F" w:rsidP="00C52ECB">
      <w:pPr>
        <w:pStyle w:val="libNormal"/>
        <w:rPr>
          <w:rtl/>
        </w:rPr>
      </w:pPr>
      <w:r>
        <w:rPr>
          <w:rFonts w:hint="eastAsia"/>
          <w:rtl/>
        </w:rPr>
        <w:t>گمراہ</w:t>
      </w:r>
      <w:r>
        <w:rPr>
          <w:rtl/>
        </w:rPr>
        <w:t>:</w:t>
      </w:r>
      <w:r>
        <w:rPr>
          <w:rFonts w:hint="eastAsia"/>
          <w:rtl/>
        </w:rPr>
        <w:t>گمراہ</w:t>
      </w:r>
      <w:r>
        <w:rPr>
          <w:rtl/>
        </w:rPr>
        <w:t xml:space="preserve"> لوگو</w:t>
      </w:r>
      <w:r w:rsidR="00083993">
        <w:rPr>
          <w:rtl/>
        </w:rPr>
        <w:t xml:space="preserve">ں </w:t>
      </w:r>
      <w:r>
        <w:rPr>
          <w:rtl/>
        </w:rPr>
        <w:t>كا گناہ18</w:t>
      </w:r>
    </w:p>
    <w:p w:rsidR="001F628F" w:rsidRDefault="001F628F" w:rsidP="00C52ECB">
      <w:pPr>
        <w:pStyle w:val="libNormal"/>
        <w:rPr>
          <w:rtl/>
        </w:rPr>
      </w:pPr>
      <w:r>
        <w:rPr>
          <w:rFonts w:hint="eastAsia"/>
          <w:rtl/>
        </w:rPr>
        <w:t>گمراہ</w:t>
      </w:r>
      <w:r>
        <w:rPr>
          <w:rtl/>
        </w:rPr>
        <w:t xml:space="preserve"> كرنے والے :</w:t>
      </w:r>
      <w:r>
        <w:rPr>
          <w:rFonts w:hint="eastAsia"/>
          <w:rtl/>
        </w:rPr>
        <w:t>گمراہ</w:t>
      </w:r>
      <w:r>
        <w:rPr>
          <w:rtl/>
        </w:rPr>
        <w:t xml:space="preserve"> كرنے والو</w:t>
      </w:r>
      <w:r w:rsidR="00083993">
        <w:rPr>
          <w:rtl/>
        </w:rPr>
        <w:t xml:space="preserve">ں </w:t>
      </w:r>
      <w:r>
        <w:rPr>
          <w:rtl/>
        </w:rPr>
        <w:t>كا گناہ 18</w:t>
      </w:r>
    </w:p>
    <w:p w:rsidR="001F628F" w:rsidRDefault="001F628F" w:rsidP="00C52ECB">
      <w:pPr>
        <w:pStyle w:val="libNormal"/>
        <w:rPr>
          <w:rtl/>
        </w:rPr>
      </w:pPr>
      <w:r>
        <w:rPr>
          <w:rFonts w:hint="eastAsia"/>
          <w:rtl/>
        </w:rPr>
        <w:t>گمراہي</w:t>
      </w:r>
      <w:r>
        <w:rPr>
          <w:rtl/>
        </w:rPr>
        <w:t>:</w:t>
      </w:r>
      <w:r>
        <w:rPr>
          <w:rFonts w:hint="eastAsia"/>
          <w:rtl/>
        </w:rPr>
        <w:t>گمراہى</w:t>
      </w:r>
      <w:r>
        <w:rPr>
          <w:rtl/>
        </w:rPr>
        <w:t xml:space="preserve"> كا سرچشمہ10</w:t>
      </w:r>
    </w:p>
    <w:p w:rsidR="001F628F" w:rsidRDefault="001F628F" w:rsidP="00C52ECB">
      <w:pPr>
        <w:pStyle w:val="libNormal"/>
        <w:rPr>
          <w:rtl/>
        </w:rPr>
      </w:pPr>
      <w:r>
        <w:rPr>
          <w:rFonts w:hint="eastAsia"/>
          <w:rtl/>
        </w:rPr>
        <w:t>گناہ</w:t>
      </w:r>
      <w:r>
        <w:rPr>
          <w:rtl/>
        </w:rPr>
        <w:t>:</w:t>
      </w:r>
      <w:r>
        <w:rPr>
          <w:rFonts w:hint="eastAsia"/>
          <w:rtl/>
        </w:rPr>
        <w:t>دوسرو</w:t>
      </w:r>
      <w:r w:rsidR="00083993">
        <w:rPr>
          <w:rFonts w:hint="eastAsia"/>
          <w:rtl/>
        </w:rPr>
        <w:t xml:space="preserve">ں </w:t>
      </w:r>
      <w:r>
        <w:rPr>
          <w:rtl/>
        </w:rPr>
        <w:t>كے گناہو</w:t>
      </w:r>
      <w:r w:rsidR="00083993">
        <w:rPr>
          <w:rtl/>
        </w:rPr>
        <w:t xml:space="preserve">ں </w:t>
      </w:r>
      <w:r>
        <w:rPr>
          <w:rtl/>
        </w:rPr>
        <w:t>كو اٹھانا 5،6، 7،17،18;</w:t>
      </w:r>
    </w:p>
    <w:p w:rsidR="00C52ECB" w:rsidRDefault="001E7F9D" w:rsidP="00F73EDE">
      <w:pPr>
        <w:pStyle w:val="libPoemTini"/>
        <w:rPr>
          <w:rtl/>
        </w:rPr>
      </w:pPr>
      <w:r>
        <w:rPr>
          <w:rtl/>
        </w:rPr>
        <w:br w:type="page"/>
      </w:r>
    </w:p>
    <w:p w:rsidR="001F628F" w:rsidRDefault="001F628F" w:rsidP="00C52ECB">
      <w:pPr>
        <w:pStyle w:val="libNormal"/>
        <w:rPr>
          <w:rtl/>
        </w:rPr>
      </w:pPr>
      <w:r>
        <w:rPr>
          <w:rFonts w:hint="eastAsia"/>
          <w:rtl/>
        </w:rPr>
        <w:lastRenderedPageBreak/>
        <w:t>گناہ</w:t>
      </w:r>
      <w:r>
        <w:rPr>
          <w:rtl/>
        </w:rPr>
        <w:t xml:space="preserve"> كى سنگينى 4</w:t>
      </w:r>
    </w:p>
    <w:p w:rsidR="001F628F" w:rsidRDefault="001F628F" w:rsidP="00C52ECB">
      <w:pPr>
        <w:pStyle w:val="libNormal"/>
        <w:rPr>
          <w:rtl/>
        </w:rPr>
      </w:pPr>
      <w:r>
        <w:rPr>
          <w:rFonts w:hint="eastAsia"/>
          <w:rtl/>
        </w:rPr>
        <w:t>گناہ</w:t>
      </w:r>
      <w:r>
        <w:rPr>
          <w:rtl/>
        </w:rPr>
        <w:t xml:space="preserve"> كبيرہ:</w:t>
      </w:r>
      <w:r>
        <w:rPr>
          <w:rFonts w:hint="eastAsia"/>
          <w:rtl/>
        </w:rPr>
        <w:t>گناہ</w:t>
      </w:r>
      <w:r>
        <w:rPr>
          <w:rtl/>
        </w:rPr>
        <w:t xml:space="preserve"> كبيرہ كى سزا 13</w:t>
      </w:r>
    </w:p>
    <w:p w:rsidR="001F628F" w:rsidRDefault="001F628F" w:rsidP="00C52ECB">
      <w:pPr>
        <w:pStyle w:val="libNormal"/>
        <w:rPr>
          <w:rtl/>
        </w:rPr>
      </w:pPr>
      <w:r>
        <w:rPr>
          <w:rFonts w:hint="eastAsia"/>
          <w:rtl/>
        </w:rPr>
        <w:t>گناہ</w:t>
      </w:r>
      <w:r>
        <w:rPr>
          <w:rtl/>
        </w:rPr>
        <w:t xml:space="preserve"> كرنے والے:</w:t>
      </w:r>
      <w:r>
        <w:rPr>
          <w:rFonts w:hint="eastAsia"/>
          <w:rtl/>
        </w:rPr>
        <w:t>گناہگارو</w:t>
      </w:r>
      <w:r w:rsidR="00083993">
        <w:rPr>
          <w:rFonts w:hint="eastAsia"/>
          <w:rtl/>
        </w:rPr>
        <w:t xml:space="preserve">ں </w:t>
      </w:r>
      <w:r>
        <w:rPr>
          <w:rtl/>
        </w:rPr>
        <w:t>كا جاہل ہونا 13;گناہگارو</w:t>
      </w:r>
      <w:r w:rsidR="00083993">
        <w:rPr>
          <w:rtl/>
        </w:rPr>
        <w:t xml:space="preserve">ں </w:t>
      </w:r>
      <w:r>
        <w:rPr>
          <w:rtl/>
        </w:rPr>
        <w:t>كى تقليد 13</w:t>
      </w:r>
    </w:p>
    <w:p w:rsidR="001F628F" w:rsidRDefault="001F628F" w:rsidP="00C52ECB">
      <w:pPr>
        <w:pStyle w:val="libNormal"/>
        <w:rPr>
          <w:rtl/>
        </w:rPr>
      </w:pPr>
      <w:r>
        <w:rPr>
          <w:rFonts w:hint="eastAsia"/>
          <w:rtl/>
        </w:rPr>
        <w:t>لوگ</w:t>
      </w:r>
      <w:r>
        <w:rPr>
          <w:rtl/>
        </w:rPr>
        <w:t xml:space="preserve"> :</w:t>
      </w:r>
      <w:r>
        <w:rPr>
          <w:rFonts w:hint="eastAsia"/>
          <w:rtl/>
        </w:rPr>
        <w:t>لوگو</w:t>
      </w:r>
      <w:r w:rsidR="00083993">
        <w:rPr>
          <w:rFonts w:hint="eastAsia"/>
          <w:rtl/>
        </w:rPr>
        <w:t xml:space="preserve">ں </w:t>
      </w:r>
      <w:r>
        <w:rPr>
          <w:rtl/>
        </w:rPr>
        <w:t>كو گمراہ كرنے كا گناہ 5،6،7</w:t>
      </w:r>
    </w:p>
    <w:p w:rsidR="001F628F" w:rsidRPr="00120F63" w:rsidRDefault="00C52ECB" w:rsidP="00C52ECB">
      <w:pPr>
        <w:pStyle w:val="Heading2Center"/>
        <w:rPr>
          <w:rtl/>
        </w:rPr>
      </w:pPr>
      <w:bookmarkStart w:id="172" w:name="_Toc28081850"/>
      <w:r>
        <w:rPr>
          <w:rFonts w:hint="cs"/>
          <w:rtl/>
        </w:rPr>
        <w:t xml:space="preserve">آیت </w:t>
      </w:r>
      <w:r w:rsidRPr="00120F63">
        <w:rPr>
          <w:rFonts w:hint="cs"/>
          <w:rtl/>
        </w:rPr>
        <w:t>26</w:t>
      </w:r>
      <w:bookmarkEnd w:id="172"/>
    </w:p>
    <w:p w:rsidR="001F628F" w:rsidRDefault="00E260F9" w:rsidP="00C52ECB">
      <w:pPr>
        <w:pStyle w:val="libNormal"/>
        <w:rPr>
          <w:rtl/>
        </w:rPr>
      </w:pPr>
      <w:r w:rsidRPr="00E260F9">
        <w:rPr>
          <w:rStyle w:val="libAlaemChar"/>
          <w:rFonts w:hint="eastAsia"/>
          <w:rtl/>
        </w:rPr>
        <w:t>(</w:t>
      </w:r>
      <w:r w:rsidRPr="00C52ECB">
        <w:rPr>
          <w:rStyle w:val="libAieChar"/>
          <w:rFonts w:hint="eastAsia"/>
          <w:rtl/>
        </w:rPr>
        <w:t>قَدْ</w:t>
      </w:r>
      <w:r w:rsidRPr="00C52ECB">
        <w:rPr>
          <w:rStyle w:val="libAieChar"/>
          <w:rtl/>
        </w:rPr>
        <w:t xml:space="preserve"> مَكَرَ الَّذِينَ مِن قَبْلِهِمْ فَأَتَى اللّهُ بُنْيَانَهُم مِّنَ الْقَوَاعِدِ فَخَرَّ عَلَيْهِمُ السَّقْفُ مِن فَوْقِهِمْ وَأَتَاهُمُ الْعَذَابُ مِنْ حَيْثُ لاَ يَشْعُرُونَ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يقينا</w:t>
      </w:r>
      <w:r>
        <w:rPr>
          <w:rtl/>
        </w:rPr>
        <w:t xml:space="preserve"> ان سے پہلے والو</w:t>
      </w:r>
      <w:r w:rsidR="00083993">
        <w:rPr>
          <w:rtl/>
        </w:rPr>
        <w:t xml:space="preserve">ں </w:t>
      </w:r>
      <w:r>
        <w:rPr>
          <w:rtl/>
        </w:rPr>
        <w:t>نے بھى مكاريا</w:t>
      </w:r>
      <w:r w:rsidR="00083993">
        <w:rPr>
          <w:rtl/>
        </w:rPr>
        <w:t xml:space="preserve">ں </w:t>
      </w:r>
      <w:r>
        <w:rPr>
          <w:rtl/>
        </w:rPr>
        <w:t>كى تھي</w:t>
      </w:r>
      <w:r w:rsidR="00083993">
        <w:rPr>
          <w:rtl/>
        </w:rPr>
        <w:t xml:space="preserve">ں </w:t>
      </w:r>
      <w:r>
        <w:rPr>
          <w:rtl/>
        </w:rPr>
        <w:t>تو عذاب الہى ان كى تعميرات تك آيا اور اسے جڑ سے اكھاڑ پھينك ديا اور ان كے سرو</w:t>
      </w:r>
      <w:r w:rsidR="00083993">
        <w:rPr>
          <w:rtl/>
        </w:rPr>
        <w:t xml:space="preserve">ں </w:t>
      </w:r>
      <w:r>
        <w:rPr>
          <w:rtl/>
        </w:rPr>
        <w:t>پر چھت گر پڑى اور عذاب ايسے انداز سے آيا كہ انھي</w:t>
      </w:r>
      <w:r w:rsidR="00083993">
        <w:rPr>
          <w:rtl/>
        </w:rPr>
        <w:t xml:space="preserve">ں </w:t>
      </w:r>
      <w:r>
        <w:rPr>
          <w:rtl/>
        </w:rPr>
        <w:t>شعور بھى نہ پيدا ہوسكا _</w:t>
      </w:r>
    </w:p>
    <w:p w:rsidR="001F628F" w:rsidRDefault="001F628F" w:rsidP="00C52ECB">
      <w:pPr>
        <w:pStyle w:val="libNormal"/>
        <w:rPr>
          <w:rtl/>
        </w:rPr>
      </w:pPr>
      <w:r>
        <w:rPr>
          <w:rtl/>
        </w:rPr>
        <w:t>1_دين كے خلاف سازش اوردھو كہ بازى كى ايك طولانى تاريخ ہے_</w:t>
      </w:r>
      <w:r w:rsidRPr="00C52ECB">
        <w:rPr>
          <w:rStyle w:val="libArabicChar"/>
          <w:rFonts w:hint="eastAsia"/>
          <w:rtl/>
        </w:rPr>
        <w:t>قد</w:t>
      </w:r>
      <w:r w:rsidRPr="00C52ECB">
        <w:rPr>
          <w:rStyle w:val="libArabicChar"/>
          <w:rtl/>
        </w:rPr>
        <w:t xml:space="preserve"> مكر الذين من قبل</w:t>
      </w:r>
      <w:r w:rsidR="00120F63" w:rsidRPr="00B2551F">
        <w:rPr>
          <w:rStyle w:val="libArabicChar"/>
          <w:rFonts w:hint="cs"/>
          <w:rtl/>
        </w:rPr>
        <w:t>ه</w:t>
      </w:r>
      <w:r w:rsidRPr="00C52ECB">
        <w:rPr>
          <w:rStyle w:val="libArabicChar"/>
          <w:rFonts w:hint="cs"/>
          <w:rtl/>
        </w:rPr>
        <w:t>م</w:t>
      </w:r>
    </w:p>
    <w:p w:rsidR="001F628F" w:rsidRDefault="001F628F" w:rsidP="001F628F">
      <w:pPr>
        <w:pStyle w:val="libNormal"/>
        <w:rPr>
          <w:rtl/>
        </w:rPr>
      </w:pPr>
      <w:r w:rsidRPr="00C52ECB">
        <w:rPr>
          <w:rStyle w:val="libArabicChar"/>
          <w:rtl/>
        </w:rPr>
        <w:t>''قالوا اساطير الاوّلين ''</w:t>
      </w:r>
      <w:r>
        <w:rPr>
          <w:rtl/>
        </w:rPr>
        <w:t xml:space="preserve"> كے قرينہ كے مطابق آيت مي</w:t>
      </w:r>
      <w:r w:rsidR="00083993">
        <w:rPr>
          <w:rtl/>
        </w:rPr>
        <w:t xml:space="preserve">ں </w:t>
      </w:r>
      <w:r>
        <w:rPr>
          <w:rtl/>
        </w:rPr>
        <w:t>''مكر'' كا متعلق گذشتہ آسمانى كتابي</w:t>
      </w:r>
      <w:r w:rsidR="00083993">
        <w:rPr>
          <w:rtl/>
        </w:rPr>
        <w:t xml:space="preserve">ں </w:t>
      </w:r>
      <w:r>
        <w:rPr>
          <w:rtl/>
        </w:rPr>
        <w:t>ہي</w:t>
      </w:r>
      <w:r w:rsidR="00083993">
        <w:rPr>
          <w:rtl/>
        </w:rPr>
        <w:t xml:space="preserve">ں </w:t>
      </w:r>
      <w:r>
        <w:rPr>
          <w:rtl/>
        </w:rPr>
        <w:t>جو معارف دين الہى كا نمونہ اور ان پر مشتمل تھي</w:t>
      </w:r>
      <w:r w:rsidR="00083993">
        <w:rPr>
          <w:rtl/>
        </w:rPr>
        <w:t xml:space="preserve">ں </w:t>
      </w:r>
      <w:r>
        <w:rPr>
          <w:rtl/>
        </w:rPr>
        <w:t>_</w:t>
      </w:r>
    </w:p>
    <w:p w:rsidR="001F628F" w:rsidRDefault="001F628F" w:rsidP="001F628F">
      <w:pPr>
        <w:pStyle w:val="libNormal"/>
        <w:rPr>
          <w:rtl/>
        </w:rPr>
      </w:pPr>
      <w:r>
        <w:rPr>
          <w:rtl/>
        </w:rPr>
        <w:t>2_ قرآن كو افسانہ قرار دينا اوراس كو خود ساختہ خيال كرنا اس آسمانى كتاب كے دشمنو</w:t>
      </w:r>
      <w:r w:rsidR="00083993">
        <w:rPr>
          <w:rtl/>
        </w:rPr>
        <w:t xml:space="preserve">ں </w:t>
      </w:r>
      <w:r>
        <w:rPr>
          <w:rtl/>
        </w:rPr>
        <w:t>كا دھوكہ اور سازش ہے _</w:t>
      </w:r>
    </w:p>
    <w:p w:rsidR="001F628F" w:rsidRDefault="001F628F" w:rsidP="00C52ECB">
      <w:pPr>
        <w:pStyle w:val="libArabic"/>
        <w:rPr>
          <w:rtl/>
        </w:rPr>
      </w:pPr>
      <w:r>
        <w:rPr>
          <w:rFonts w:hint="eastAsia"/>
          <w:rtl/>
        </w:rPr>
        <w:t>واذا</w:t>
      </w:r>
      <w:r>
        <w:rPr>
          <w:rtl/>
        </w:rPr>
        <w:t xml:space="preserve"> قيل ل</w:t>
      </w:r>
      <w:r w:rsidR="00120F63" w:rsidRPr="00ED5DE8">
        <w:rPr>
          <w:rFonts w:hint="cs"/>
          <w:rtl/>
        </w:rPr>
        <w:t>ه</w:t>
      </w:r>
      <w:r>
        <w:rPr>
          <w:rFonts w:hint="cs"/>
          <w:rtl/>
        </w:rPr>
        <w:t>م</w:t>
      </w:r>
      <w:r>
        <w:rPr>
          <w:rtl/>
        </w:rPr>
        <w:t xml:space="preserve"> </w:t>
      </w:r>
      <w:r>
        <w:rPr>
          <w:rFonts w:hint="cs"/>
          <w:rtl/>
        </w:rPr>
        <w:t>ماذا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w:t>
      </w:r>
      <w:r>
        <w:rPr>
          <w:rtl/>
        </w:rPr>
        <w:t xml:space="preserve"> </w:t>
      </w:r>
      <w:r>
        <w:rPr>
          <w:rFonts w:hint="cs"/>
          <w:rtl/>
        </w:rPr>
        <w:t>ااساطير</w:t>
      </w:r>
      <w:r>
        <w:rPr>
          <w:rtl/>
        </w:rPr>
        <w:t xml:space="preserve"> </w:t>
      </w:r>
      <w:r>
        <w:rPr>
          <w:rFonts w:hint="cs"/>
          <w:rtl/>
        </w:rPr>
        <w:t>الاوّلين</w:t>
      </w:r>
      <w:r>
        <w:rPr>
          <w:rtl/>
        </w:rPr>
        <w:t xml:space="preserve"> ...</w:t>
      </w:r>
      <w:r>
        <w:rPr>
          <w:rFonts w:hint="cs"/>
          <w:rtl/>
        </w:rPr>
        <w:t>قد</w:t>
      </w:r>
      <w:r>
        <w:rPr>
          <w:rtl/>
        </w:rPr>
        <w:t xml:space="preserve"> </w:t>
      </w:r>
      <w:r>
        <w:rPr>
          <w:rFonts w:hint="cs"/>
          <w:rtl/>
        </w:rPr>
        <w:t>مكر</w:t>
      </w:r>
      <w:r>
        <w:rPr>
          <w:rtl/>
        </w:rPr>
        <w:t xml:space="preserve"> </w:t>
      </w:r>
      <w:r>
        <w:rPr>
          <w:rFonts w:hint="cs"/>
          <w:rtl/>
        </w:rPr>
        <w:t>الذين</w:t>
      </w:r>
      <w:r>
        <w:rPr>
          <w:rtl/>
        </w:rPr>
        <w:t xml:space="preserve"> من قبل</w:t>
      </w:r>
      <w:r w:rsidR="00120F63" w:rsidRPr="00ED5DE8">
        <w:rPr>
          <w:rFonts w:hint="cs"/>
          <w:rtl/>
        </w:rPr>
        <w:t>ه</w:t>
      </w:r>
      <w:r>
        <w:rPr>
          <w:rFonts w:hint="cs"/>
          <w:rtl/>
        </w:rPr>
        <w:t>م</w:t>
      </w:r>
    </w:p>
    <w:p w:rsidR="001F628F" w:rsidRDefault="001F628F" w:rsidP="001F628F">
      <w:pPr>
        <w:pStyle w:val="libNormal"/>
        <w:rPr>
          <w:rtl/>
        </w:rPr>
      </w:pPr>
      <w:r>
        <w:rPr>
          <w:rtl/>
        </w:rPr>
        <w:t>3_ دين الہى كے خلاف سازش كرنے والے اپنے گھرو</w:t>
      </w:r>
      <w:r w:rsidR="00083993">
        <w:rPr>
          <w:rtl/>
        </w:rPr>
        <w:t xml:space="preserve">ں </w:t>
      </w:r>
      <w:r>
        <w:rPr>
          <w:rtl/>
        </w:rPr>
        <w:t>كے اندر ہى اپنے اوپر چھتو</w:t>
      </w:r>
      <w:r w:rsidR="00083993">
        <w:rPr>
          <w:rtl/>
        </w:rPr>
        <w:t xml:space="preserve">ں </w:t>
      </w:r>
      <w:r>
        <w:rPr>
          <w:rtl/>
        </w:rPr>
        <w:t>كے گرنے سے ہلاك ہوگئے_</w:t>
      </w:r>
    </w:p>
    <w:p w:rsidR="001F628F" w:rsidRDefault="001F628F" w:rsidP="001F628F">
      <w:pPr>
        <w:pStyle w:val="libNormal"/>
        <w:rPr>
          <w:rtl/>
        </w:rPr>
      </w:pPr>
      <w:r>
        <w:rPr>
          <w:rFonts w:hint="eastAsia"/>
          <w:rtl/>
        </w:rPr>
        <w:t>قد</w:t>
      </w:r>
      <w:r>
        <w:rPr>
          <w:rtl/>
        </w:rPr>
        <w:t xml:space="preserve"> مكر الذين من قبلہم فاتى الله بينہم من القواعد فخر عليہم اسقف من فوقہم</w:t>
      </w:r>
    </w:p>
    <w:p w:rsidR="00B32B02" w:rsidRDefault="001F628F" w:rsidP="00B32B02">
      <w:pPr>
        <w:pStyle w:val="libNormal"/>
        <w:rPr>
          <w:rtl/>
        </w:rPr>
      </w:pPr>
      <w:r w:rsidRPr="00C52ECB">
        <w:rPr>
          <w:rStyle w:val="libArabicChar"/>
          <w:rtl/>
        </w:rPr>
        <w:t>''فخّر علي</w:t>
      </w:r>
      <w:r w:rsidR="00120F63" w:rsidRPr="00B2551F">
        <w:rPr>
          <w:rStyle w:val="libArabicChar"/>
          <w:rFonts w:hint="cs"/>
          <w:rtl/>
        </w:rPr>
        <w:t>ه</w:t>
      </w:r>
      <w:r w:rsidRPr="00C52ECB">
        <w:rPr>
          <w:rStyle w:val="libArabicChar"/>
          <w:rFonts w:hint="cs"/>
          <w:rtl/>
        </w:rPr>
        <w:t>م</w:t>
      </w:r>
      <w:r w:rsidRPr="00C52ECB">
        <w:rPr>
          <w:rStyle w:val="libArabicChar"/>
          <w:rtl/>
        </w:rPr>
        <w:t xml:space="preserve"> </w:t>
      </w:r>
      <w:r w:rsidRPr="00C52ECB">
        <w:rPr>
          <w:rStyle w:val="libArabicChar"/>
          <w:rFonts w:hint="cs"/>
          <w:rtl/>
        </w:rPr>
        <w:t>السقف</w:t>
      </w:r>
      <w:r w:rsidRPr="00C52ECB">
        <w:rPr>
          <w:rStyle w:val="libArabicChar"/>
          <w:rtl/>
        </w:rPr>
        <w:t>''</w:t>
      </w:r>
      <w:r>
        <w:rPr>
          <w:rtl/>
        </w:rPr>
        <w:t xml:space="preserve"> ان پر چھت گر گئي كے بيان كے بعد'' من فوقہم'' كى قيد كا ذكر كرن</w:t>
      </w:r>
      <w:r w:rsidR="00B32B02">
        <w:rPr>
          <w:rFonts w:hint="cs"/>
          <w:rtl/>
        </w:rPr>
        <w:t>ا</w:t>
      </w:r>
      <w:r w:rsidR="00B32B02" w:rsidRPr="00B32B02">
        <w:rPr>
          <w:rFonts w:hint="eastAsia"/>
          <w:rtl/>
        </w:rPr>
        <w:t xml:space="preserve"> </w:t>
      </w:r>
      <w:r w:rsidR="00B32B02">
        <w:rPr>
          <w:rFonts w:hint="eastAsia"/>
          <w:rtl/>
        </w:rPr>
        <w:t>جب</w:t>
      </w:r>
      <w:r w:rsidR="00B32B02">
        <w:rPr>
          <w:rtl/>
        </w:rPr>
        <w:t xml:space="preserve"> كہ چھت ہميشہ اوپر سے ہى گرتى ہے ممكن ہے اس مقصد كى خاطر ہوكہ وہ اپنے گھروں كے اندر ہى ملبے ميں دفن ہوگئے_</w:t>
      </w:r>
    </w:p>
    <w:p w:rsidR="00B32B02" w:rsidRDefault="00B32B02" w:rsidP="00B32B02">
      <w:pPr>
        <w:pStyle w:val="libNormal"/>
        <w:rPr>
          <w:rtl/>
        </w:rPr>
      </w:pPr>
      <w:r>
        <w:rPr>
          <w:rtl/>
        </w:rPr>
        <w:t>4_ خداوند عالم ، دين كے خلاف سازش كرنے والوں كى تمام ساز شوں اوران كے مكر كو خود ان كى طرف لوٹا ديتا ہے_</w:t>
      </w:r>
    </w:p>
    <w:p w:rsidR="00B32B02" w:rsidRDefault="00B32B02" w:rsidP="00B32B02">
      <w:pPr>
        <w:pStyle w:val="libArabic"/>
        <w:rPr>
          <w:rtl/>
        </w:rPr>
      </w:pPr>
      <w:r>
        <w:rPr>
          <w:rFonts w:hint="eastAsia"/>
          <w:rtl/>
        </w:rPr>
        <w:t>قد</w:t>
      </w:r>
      <w:r>
        <w:rPr>
          <w:rtl/>
        </w:rPr>
        <w:t xml:space="preserve"> مكر الذين من قبل</w:t>
      </w:r>
      <w:r w:rsidR="00120F63" w:rsidRPr="00ED5DE8">
        <w:rPr>
          <w:rFonts w:hint="cs"/>
          <w:rtl/>
        </w:rPr>
        <w:t>ه</w:t>
      </w:r>
      <w:r>
        <w:rPr>
          <w:rFonts w:hint="cs"/>
          <w:rtl/>
        </w:rPr>
        <w:t>م</w:t>
      </w:r>
      <w:r>
        <w:rPr>
          <w:rtl/>
        </w:rPr>
        <w:t xml:space="preserve"> </w:t>
      </w:r>
      <w:r>
        <w:rPr>
          <w:rFonts w:hint="cs"/>
          <w:rtl/>
        </w:rPr>
        <w:t>فاتى</w:t>
      </w:r>
      <w:r>
        <w:rPr>
          <w:rtl/>
        </w:rPr>
        <w:t xml:space="preserve"> </w:t>
      </w:r>
      <w:r>
        <w:rPr>
          <w:rFonts w:hint="cs"/>
          <w:rtl/>
        </w:rPr>
        <w:t>الله</w:t>
      </w:r>
      <w:r>
        <w:rPr>
          <w:rtl/>
        </w:rPr>
        <w:t xml:space="preserve"> </w:t>
      </w:r>
      <w:r>
        <w:rPr>
          <w:rFonts w:hint="cs"/>
          <w:rtl/>
        </w:rPr>
        <w:t>ب</w:t>
      </w:r>
      <w:r>
        <w:rPr>
          <w:rtl/>
        </w:rPr>
        <w:t>نيان</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القواعد</w:t>
      </w:r>
      <w:r>
        <w:rPr>
          <w:rtl/>
        </w:rPr>
        <w:t xml:space="preserve"> </w:t>
      </w:r>
      <w:r>
        <w:rPr>
          <w:rFonts w:hint="cs"/>
          <w:rtl/>
        </w:rPr>
        <w:t>فخّر</w:t>
      </w:r>
      <w:r>
        <w:rPr>
          <w:rtl/>
        </w:rPr>
        <w:t xml:space="preserve"> </w:t>
      </w:r>
      <w:r>
        <w:rPr>
          <w:rFonts w:hint="cs"/>
          <w:rtl/>
        </w:rPr>
        <w:t>علي</w:t>
      </w:r>
      <w:r w:rsidR="00120F63" w:rsidRPr="00ED5DE8">
        <w:rPr>
          <w:rFonts w:hint="cs"/>
          <w:rtl/>
        </w:rPr>
        <w:t>ه</w:t>
      </w:r>
      <w:r>
        <w:rPr>
          <w:rFonts w:hint="cs"/>
          <w:rtl/>
        </w:rPr>
        <w:t>م</w:t>
      </w:r>
      <w:r>
        <w:rPr>
          <w:rtl/>
        </w:rPr>
        <w:t xml:space="preserve"> </w:t>
      </w:r>
      <w:r>
        <w:rPr>
          <w:rFonts w:hint="cs"/>
          <w:rtl/>
        </w:rPr>
        <w:t>اسقف</w:t>
      </w:r>
      <w:r>
        <w:rPr>
          <w:rtl/>
        </w:rPr>
        <w:t xml:space="preserve"> </w:t>
      </w:r>
      <w:r>
        <w:rPr>
          <w:rFonts w:hint="cs"/>
          <w:rtl/>
        </w:rPr>
        <w:t>من</w:t>
      </w:r>
      <w:r>
        <w:rPr>
          <w:rtl/>
        </w:rPr>
        <w:t xml:space="preserve"> فوق</w:t>
      </w:r>
      <w:r w:rsidR="00120F63" w:rsidRPr="00ED5DE8">
        <w:rPr>
          <w:rFonts w:hint="cs"/>
          <w:rtl/>
        </w:rPr>
        <w:t>ه</w:t>
      </w:r>
      <w:r>
        <w:rPr>
          <w:rFonts w:hint="cs"/>
          <w:rtl/>
        </w:rPr>
        <w:t>م</w:t>
      </w:r>
    </w:p>
    <w:p w:rsidR="001F628F" w:rsidRDefault="001F628F" w:rsidP="001F628F">
      <w:pPr>
        <w:pStyle w:val="libNormal"/>
        <w:rPr>
          <w:rtl/>
        </w:rPr>
      </w:pPr>
    </w:p>
    <w:p w:rsidR="00C52ECB"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احتمال</w:t>
      </w:r>
      <w:r>
        <w:rPr>
          <w:rtl/>
        </w:rPr>
        <w:t xml:space="preserve"> يہ ہے كہ </w:t>
      </w:r>
      <w:r w:rsidRPr="00C52ECB">
        <w:rPr>
          <w:rStyle w:val="libArabicChar"/>
          <w:rtl/>
        </w:rPr>
        <w:t>''فاتى الله بنيان</w:t>
      </w:r>
      <w:r w:rsidR="00120F63" w:rsidRPr="00B2551F">
        <w:rPr>
          <w:rStyle w:val="libArabicChar"/>
          <w:rFonts w:hint="cs"/>
          <w:rtl/>
        </w:rPr>
        <w:t>ه</w:t>
      </w:r>
      <w:r w:rsidRPr="00C52ECB">
        <w:rPr>
          <w:rStyle w:val="libArabicChar"/>
          <w:rFonts w:hint="cs"/>
          <w:rtl/>
        </w:rPr>
        <w:t>م</w:t>
      </w:r>
      <w:r w:rsidRPr="00C52ECB">
        <w:rPr>
          <w:rStyle w:val="libArabicChar"/>
          <w:rtl/>
        </w:rPr>
        <w:t xml:space="preserve"> </w:t>
      </w:r>
      <w:r w:rsidRPr="00C52ECB">
        <w:rPr>
          <w:rStyle w:val="libArabicChar"/>
          <w:rFonts w:hint="cs"/>
          <w:rtl/>
        </w:rPr>
        <w:t>من</w:t>
      </w:r>
      <w:r w:rsidRPr="00C52ECB">
        <w:rPr>
          <w:rStyle w:val="libArabicChar"/>
          <w:rtl/>
        </w:rPr>
        <w:t xml:space="preserve"> </w:t>
      </w:r>
      <w:r w:rsidRPr="00C52ECB">
        <w:rPr>
          <w:rStyle w:val="libArabicChar"/>
          <w:rFonts w:hint="cs"/>
          <w:rtl/>
        </w:rPr>
        <w:t>القواعد</w:t>
      </w:r>
      <w:r w:rsidRPr="00C52ECB">
        <w:rPr>
          <w:rStyle w:val="libArabicChar"/>
          <w:rtl/>
        </w:rPr>
        <w:t xml:space="preserve"> ...''</w:t>
      </w:r>
      <w:r>
        <w:rPr>
          <w:rtl/>
        </w:rPr>
        <w:t xml:space="preserve"> كا جملہ حقيقى نہي</w:t>
      </w:r>
      <w:r w:rsidR="00083993">
        <w:rPr>
          <w:rtl/>
        </w:rPr>
        <w:t xml:space="preserve">ں </w:t>
      </w:r>
      <w:r>
        <w:rPr>
          <w:rtl/>
        </w:rPr>
        <w:t>بلكہ ايك تمثيل ہے اس بناء پر آيت سے مراد يہ ہوگى كہ انہو</w:t>
      </w:r>
      <w:r w:rsidR="00083993">
        <w:rPr>
          <w:rtl/>
        </w:rPr>
        <w:t xml:space="preserve">ں </w:t>
      </w:r>
      <w:r>
        <w:rPr>
          <w:rtl/>
        </w:rPr>
        <w:t>نے دين كے خلاف بہت زيادہ كوشش اور مستحكم فكرى بنيادو</w:t>
      </w:r>
      <w:r w:rsidR="00083993">
        <w:rPr>
          <w:rtl/>
        </w:rPr>
        <w:t xml:space="preserve">ں </w:t>
      </w:r>
      <w:r>
        <w:rPr>
          <w:rtl/>
        </w:rPr>
        <w:t>كو استوار كيا تھا ليكن خداوند عالم نے ان بنيادو</w:t>
      </w:r>
      <w:r w:rsidR="00083993">
        <w:rPr>
          <w:rtl/>
        </w:rPr>
        <w:t xml:space="preserve">ں </w:t>
      </w:r>
      <w:r>
        <w:rPr>
          <w:rtl/>
        </w:rPr>
        <w:t>كوخود انھي</w:t>
      </w:r>
      <w:r w:rsidR="00083993">
        <w:rPr>
          <w:rtl/>
        </w:rPr>
        <w:t xml:space="preserve">ں </w:t>
      </w:r>
      <w:r>
        <w:rPr>
          <w:rtl/>
        </w:rPr>
        <w:t>كے خلاف استع</w:t>
      </w:r>
      <w:r>
        <w:rPr>
          <w:rFonts w:hint="eastAsia"/>
          <w:rtl/>
        </w:rPr>
        <w:t>مال</w:t>
      </w:r>
      <w:r>
        <w:rPr>
          <w:rtl/>
        </w:rPr>
        <w:t xml:space="preserve"> كرديا_</w:t>
      </w:r>
    </w:p>
    <w:p w:rsidR="001F628F" w:rsidRDefault="001F628F" w:rsidP="00C52ECB">
      <w:pPr>
        <w:pStyle w:val="libNormal"/>
        <w:rPr>
          <w:rtl/>
        </w:rPr>
      </w:pPr>
      <w:r>
        <w:rPr>
          <w:rtl/>
        </w:rPr>
        <w:t>5_ خداوند عالم نے دين كے خلاف سازش كرنے والو</w:t>
      </w:r>
      <w:r w:rsidR="00083993">
        <w:rPr>
          <w:rtl/>
        </w:rPr>
        <w:t xml:space="preserve">ں </w:t>
      </w:r>
      <w:r>
        <w:rPr>
          <w:rtl/>
        </w:rPr>
        <w:t>كو عذاب سے دوچار ہونے سے اس طرح غافل كرديا كہ جس كا وہ گمان بھى نہي</w:t>
      </w:r>
      <w:r w:rsidR="00083993">
        <w:rPr>
          <w:rtl/>
        </w:rPr>
        <w:t xml:space="preserve">ں </w:t>
      </w:r>
      <w:r>
        <w:rPr>
          <w:rtl/>
        </w:rPr>
        <w:t>كرسكتے تھے_</w:t>
      </w:r>
      <w:r w:rsidRPr="00C52ECB">
        <w:rPr>
          <w:rStyle w:val="libArabicChar"/>
          <w:rFonts w:hint="eastAsia"/>
          <w:rtl/>
        </w:rPr>
        <w:t>قد</w:t>
      </w:r>
      <w:r w:rsidRPr="00C52ECB">
        <w:rPr>
          <w:rStyle w:val="libArabicChar"/>
          <w:rtl/>
        </w:rPr>
        <w:t xml:space="preserve"> مكر الذين من قبل</w:t>
      </w:r>
      <w:r w:rsidR="00120F63" w:rsidRPr="00B2551F">
        <w:rPr>
          <w:rStyle w:val="libArabicChar"/>
          <w:rFonts w:hint="cs"/>
          <w:rtl/>
        </w:rPr>
        <w:t>ه</w:t>
      </w:r>
      <w:r w:rsidRPr="00C52ECB">
        <w:rPr>
          <w:rStyle w:val="libArabicChar"/>
          <w:rFonts w:hint="cs"/>
          <w:rtl/>
        </w:rPr>
        <w:t>م</w:t>
      </w:r>
      <w:r w:rsidRPr="00C52ECB">
        <w:rPr>
          <w:rStyle w:val="libArabicChar"/>
          <w:rtl/>
        </w:rPr>
        <w:t xml:space="preserve"> ...</w:t>
      </w:r>
      <w:r w:rsidRPr="00C52ECB">
        <w:rPr>
          <w:rStyle w:val="libArabicChar"/>
          <w:rFonts w:hint="cs"/>
          <w:rtl/>
        </w:rPr>
        <w:t>وات</w:t>
      </w:r>
      <w:r w:rsidR="00120F63" w:rsidRPr="00B2551F">
        <w:rPr>
          <w:rStyle w:val="libArabicChar"/>
          <w:rFonts w:hint="cs"/>
          <w:rtl/>
        </w:rPr>
        <w:t>ه</w:t>
      </w:r>
      <w:r w:rsidRPr="00C52ECB">
        <w:rPr>
          <w:rStyle w:val="libArabicChar"/>
          <w:rFonts w:hint="cs"/>
          <w:rtl/>
        </w:rPr>
        <w:t>م</w:t>
      </w:r>
      <w:r w:rsidRPr="00C52ECB">
        <w:rPr>
          <w:rStyle w:val="libArabicChar"/>
          <w:rtl/>
        </w:rPr>
        <w:t xml:space="preserve"> </w:t>
      </w:r>
      <w:r w:rsidRPr="00C52ECB">
        <w:rPr>
          <w:rStyle w:val="libArabicChar"/>
          <w:rFonts w:hint="cs"/>
          <w:rtl/>
        </w:rPr>
        <w:t>العذاب</w:t>
      </w:r>
      <w:r w:rsidRPr="00C52ECB">
        <w:rPr>
          <w:rStyle w:val="libArabicChar"/>
          <w:rtl/>
        </w:rPr>
        <w:t xml:space="preserve"> </w:t>
      </w:r>
      <w:r w:rsidRPr="00C52ECB">
        <w:rPr>
          <w:rStyle w:val="libArabicChar"/>
          <w:rFonts w:hint="cs"/>
          <w:rtl/>
        </w:rPr>
        <w:t>من</w:t>
      </w:r>
      <w:r w:rsidRPr="00C52ECB">
        <w:rPr>
          <w:rStyle w:val="libArabicChar"/>
          <w:rtl/>
        </w:rPr>
        <w:t xml:space="preserve"> </w:t>
      </w:r>
      <w:r w:rsidRPr="00C52ECB">
        <w:rPr>
          <w:rStyle w:val="libArabicChar"/>
          <w:rFonts w:hint="cs"/>
          <w:rtl/>
        </w:rPr>
        <w:t>حيث</w:t>
      </w:r>
      <w:r w:rsidRPr="00C52ECB">
        <w:rPr>
          <w:rStyle w:val="libArabicChar"/>
          <w:rtl/>
        </w:rPr>
        <w:t xml:space="preserve"> </w:t>
      </w:r>
      <w:r w:rsidRPr="00C52ECB">
        <w:rPr>
          <w:rStyle w:val="libArabicChar"/>
          <w:rFonts w:hint="cs"/>
          <w:rtl/>
        </w:rPr>
        <w:t>لا</w:t>
      </w:r>
      <w:r w:rsidRPr="00C52ECB">
        <w:rPr>
          <w:rStyle w:val="libArabicChar"/>
          <w:rtl/>
        </w:rPr>
        <w:t xml:space="preserve"> يشعرون</w:t>
      </w:r>
    </w:p>
    <w:p w:rsidR="001F628F" w:rsidRDefault="001F628F" w:rsidP="001F628F">
      <w:pPr>
        <w:pStyle w:val="libNormal"/>
        <w:rPr>
          <w:rtl/>
        </w:rPr>
      </w:pPr>
      <w:r>
        <w:rPr>
          <w:rtl/>
        </w:rPr>
        <w:t>6_ قرآن كريم پر افتراء باندھنے والو</w:t>
      </w:r>
      <w:r w:rsidR="00083993">
        <w:rPr>
          <w:rtl/>
        </w:rPr>
        <w:t xml:space="preserve">ں </w:t>
      </w:r>
      <w:r>
        <w:rPr>
          <w:rtl/>
        </w:rPr>
        <w:t>كو خداوند عالم نے ہلاكت و نابودى كى تنبيہ كى _</w:t>
      </w:r>
    </w:p>
    <w:p w:rsidR="001F628F" w:rsidRDefault="001F628F" w:rsidP="00C52ECB">
      <w:pPr>
        <w:pStyle w:val="libArabic"/>
        <w:rPr>
          <w:rtl/>
        </w:rPr>
      </w:pPr>
      <w:r>
        <w:rPr>
          <w:rFonts w:hint="eastAsia"/>
          <w:rtl/>
        </w:rPr>
        <w:t>واذا</w:t>
      </w:r>
      <w:r>
        <w:rPr>
          <w:rtl/>
        </w:rPr>
        <w:t xml:space="preserve"> قيل ل</w:t>
      </w:r>
      <w:r w:rsidR="00120F63" w:rsidRPr="00ED5DE8">
        <w:rPr>
          <w:rFonts w:hint="cs"/>
          <w:rtl/>
        </w:rPr>
        <w:t>ه</w:t>
      </w:r>
      <w:r>
        <w:rPr>
          <w:rFonts w:hint="cs"/>
          <w:rtl/>
        </w:rPr>
        <w:t>م</w:t>
      </w:r>
      <w:r>
        <w:rPr>
          <w:rtl/>
        </w:rPr>
        <w:t xml:space="preserve"> </w:t>
      </w:r>
      <w:r>
        <w:rPr>
          <w:rFonts w:hint="cs"/>
          <w:rtl/>
        </w:rPr>
        <w:t>ماذا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الاوّلين</w:t>
      </w:r>
      <w:r>
        <w:rPr>
          <w:rtl/>
        </w:rPr>
        <w:t xml:space="preserve"> ...</w:t>
      </w:r>
      <w:r>
        <w:rPr>
          <w:rFonts w:hint="cs"/>
          <w:rtl/>
        </w:rPr>
        <w:t>قد</w:t>
      </w:r>
      <w:r>
        <w:rPr>
          <w:rtl/>
        </w:rPr>
        <w:t xml:space="preserve"> </w:t>
      </w:r>
      <w:r>
        <w:rPr>
          <w:rFonts w:hint="cs"/>
          <w:rtl/>
        </w:rPr>
        <w:t>مكر</w:t>
      </w:r>
      <w:r>
        <w:rPr>
          <w:rtl/>
        </w:rPr>
        <w:t xml:space="preserve"> </w:t>
      </w:r>
      <w:r>
        <w:rPr>
          <w:rFonts w:hint="cs"/>
          <w:rtl/>
        </w:rPr>
        <w:t>الذين</w:t>
      </w:r>
      <w:r>
        <w:rPr>
          <w:rtl/>
        </w:rPr>
        <w:t xml:space="preserve"> </w:t>
      </w:r>
      <w:r>
        <w:rPr>
          <w:rFonts w:hint="cs"/>
          <w:rtl/>
        </w:rPr>
        <w:t>من</w:t>
      </w:r>
      <w:r>
        <w:rPr>
          <w:rtl/>
        </w:rPr>
        <w:t xml:space="preserve"> </w:t>
      </w:r>
      <w:r>
        <w:rPr>
          <w:rFonts w:hint="cs"/>
          <w:rtl/>
        </w:rPr>
        <w:t>قبل</w:t>
      </w:r>
      <w:r w:rsidR="00120F63" w:rsidRPr="00ED5DE8">
        <w:rPr>
          <w:rFonts w:hint="cs"/>
          <w:rtl/>
        </w:rPr>
        <w:t>ه</w:t>
      </w:r>
      <w:r>
        <w:rPr>
          <w:rFonts w:hint="cs"/>
          <w:rtl/>
        </w:rPr>
        <w:t>م</w:t>
      </w:r>
      <w:r>
        <w:rPr>
          <w:rtl/>
        </w:rPr>
        <w:t xml:space="preserve"> </w:t>
      </w:r>
      <w:r>
        <w:rPr>
          <w:rFonts w:hint="cs"/>
          <w:rtl/>
        </w:rPr>
        <w:t>فا</w:t>
      </w:r>
      <w:r>
        <w:rPr>
          <w:rtl/>
        </w:rPr>
        <w:t xml:space="preserve"> </w:t>
      </w:r>
      <w:r>
        <w:rPr>
          <w:rFonts w:hint="cs"/>
          <w:rtl/>
        </w:rPr>
        <w:t>تى</w:t>
      </w:r>
      <w:r>
        <w:rPr>
          <w:rtl/>
        </w:rPr>
        <w:t xml:space="preserve"> </w:t>
      </w:r>
      <w:r>
        <w:rPr>
          <w:rFonts w:hint="cs"/>
          <w:rtl/>
        </w:rPr>
        <w:t>الله</w:t>
      </w:r>
      <w:r>
        <w:rPr>
          <w:rtl/>
        </w:rPr>
        <w:t xml:space="preserve"> </w:t>
      </w:r>
      <w:r>
        <w:rPr>
          <w:rFonts w:hint="cs"/>
          <w:rtl/>
        </w:rPr>
        <w:t>بنيان</w:t>
      </w:r>
      <w:r w:rsidR="00120F63" w:rsidRPr="00ED5DE8">
        <w:rPr>
          <w:rFonts w:hint="cs"/>
          <w:rtl/>
        </w:rPr>
        <w:t>ه</w:t>
      </w:r>
      <w:r>
        <w:rPr>
          <w:rFonts w:hint="cs"/>
          <w:rtl/>
        </w:rPr>
        <w:t>م</w:t>
      </w:r>
      <w:r>
        <w:rPr>
          <w:rtl/>
        </w:rPr>
        <w:t xml:space="preserve"> ...</w:t>
      </w:r>
      <w:r>
        <w:rPr>
          <w:rFonts w:hint="cs"/>
          <w:rtl/>
        </w:rPr>
        <w:t>وات</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من</w:t>
      </w:r>
      <w:r>
        <w:rPr>
          <w:rtl/>
        </w:rPr>
        <w:t xml:space="preserve"> </w:t>
      </w:r>
      <w:r>
        <w:rPr>
          <w:rFonts w:hint="cs"/>
          <w:rtl/>
        </w:rPr>
        <w:t>حيث</w:t>
      </w:r>
      <w:r>
        <w:rPr>
          <w:rtl/>
        </w:rPr>
        <w:t xml:space="preserve"> </w:t>
      </w:r>
      <w:r>
        <w:rPr>
          <w:rFonts w:hint="cs"/>
          <w:rtl/>
        </w:rPr>
        <w:t>لا</w:t>
      </w:r>
      <w:r>
        <w:rPr>
          <w:rtl/>
        </w:rPr>
        <w:t xml:space="preserve"> يشعرون</w:t>
      </w:r>
    </w:p>
    <w:p w:rsidR="001F628F" w:rsidRDefault="001F628F" w:rsidP="001F628F">
      <w:pPr>
        <w:pStyle w:val="libNormal"/>
        <w:rPr>
          <w:rtl/>
        </w:rPr>
      </w:pPr>
      <w:r>
        <w:rPr>
          <w:rtl/>
        </w:rPr>
        <w:t>7_ دين كے خلاف دشمنو</w:t>
      </w:r>
      <w:r w:rsidR="00083993">
        <w:rPr>
          <w:rtl/>
        </w:rPr>
        <w:t xml:space="preserve">ں </w:t>
      </w:r>
      <w:r>
        <w:rPr>
          <w:rtl/>
        </w:rPr>
        <w:t>كى سازش اور مكر كے وقت ، تاريخى تحولات مي</w:t>
      </w:r>
      <w:r w:rsidR="00083993">
        <w:rPr>
          <w:rtl/>
        </w:rPr>
        <w:t xml:space="preserve">ں </w:t>
      </w:r>
      <w:r>
        <w:rPr>
          <w:rtl/>
        </w:rPr>
        <w:t>خداوند عالم كى مداخلت _</w:t>
      </w:r>
    </w:p>
    <w:p w:rsidR="001F628F" w:rsidRDefault="001F628F" w:rsidP="00B32B02">
      <w:pPr>
        <w:pStyle w:val="libArabic"/>
        <w:rPr>
          <w:rtl/>
        </w:rPr>
      </w:pPr>
      <w:r>
        <w:rPr>
          <w:rFonts w:hint="eastAsia"/>
          <w:rtl/>
        </w:rPr>
        <w:t>واذا</w:t>
      </w:r>
      <w:r>
        <w:rPr>
          <w:rtl/>
        </w:rPr>
        <w:t xml:space="preserve"> قيل ل</w:t>
      </w:r>
      <w:r w:rsidR="00120F63" w:rsidRPr="00ED5DE8">
        <w:rPr>
          <w:rFonts w:hint="cs"/>
          <w:rtl/>
        </w:rPr>
        <w:t>ه</w:t>
      </w:r>
      <w:r>
        <w:rPr>
          <w:rFonts w:hint="cs"/>
          <w:rtl/>
        </w:rPr>
        <w:t>م</w:t>
      </w:r>
      <w:r>
        <w:rPr>
          <w:rtl/>
        </w:rPr>
        <w:t xml:space="preserve"> </w:t>
      </w:r>
      <w:r>
        <w:rPr>
          <w:rFonts w:hint="cs"/>
          <w:rtl/>
        </w:rPr>
        <w:t>ماذ</w:t>
      </w:r>
      <w:r>
        <w:rPr>
          <w:rtl/>
        </w:rPr>
        <w:t xml:space="preserve"> </w:t>
      </w:r>
      <w:r>
        <w:rPr>
          <w:rFonts w:hint="cs"/>
          <w:rtl/>
        </w:rPr>
        <w:t>ا</w:t>
      </w:r>
      <w:r>
        <w:rPr>
          <w:rtl/>
        </w:rPr>
        <w:t xml:space="preserve"> </w:t>
      </w:r>
      <w:r>
        <w:rPr>
          <w:rFonts w:hint="cs"/>
          <w:rtl/>
        </w:rPr>
        <w:t>انزل</w:t>
      </w:r>
      <w:r>
        <w:rPr>
          <w:rtl/>
        </w:rPr>
        <w:t xml:space="preserve"> </w:t>
      </w:r>
      <w:r>
        <w:rPr>
          <w:rFonts w:hint="cs"/>
          <w:rtl/>
        </w:rPr>
        <w:t>ربّكم</w:t>
      </w:r>
      <w:r>
        <w:rPr>
          <w:rtl/>
        </w:rPr>
        <w:t xml:space="preserve"> </w:t>
      </w:r>
      <w:r>
        <w:rPr>
          <w:rFonts w:hint="cs"/>
          <w:rtl/>
        </w:rPr>
        <w:t>قالوا</w:t>
      </w:r>
      <w:r>
        <w:rPr>
          <w:rtl/>
        </w:rPr>
        <w:t xml:space="preserve"> </w:t>
      </w:r>
      <w:r>
        <w:rPr>
          <w:rFonts w:hint="cs"/>
          <w:rtl/>
        </w:rPr>
        <w:t>اساطير</w:t>
      </w:r>
      <w:r>
        <w:rPr>
          <w:rtl/>
        </w:rPr>
        <w:t xml:space="preserve"> </w:t>
      </w:r>
      <w:r>
        <w:rPr>
          <w:rFonts w:hint="cs"/>
          <w:rtl/>
        </w:rPr>
        <w:t>الاوّلين</w:t>
      </w:r>
      <w:r>
        <w:rPr>
          <w:rtl/>
        </w:rPr>
        <w:t xml:space="preserve"> ...</w:t>
      </w:r>
      <w:r>
        <w:rPr>
          <w:rFonts w:hint="cs"/>
          <w:rtl/>
        </w:rPr>
        <w:t>قد</w:t>
      </w:r>
      <w:r>
        <w:rPr>
          <w:rtl/>
        </w:rPr>
        <w:t xml:space="preserve"> </w:t>
      </w:r>
      <w:r>
        <w:rPr>
          <w:rFonts w:hint="cs"/>
          <w:rtl/>
        </w:rPr>
        <w:t>مكر</w:t>
      </w:r>
      <w:r>
        <w:rPr>
          <w:rtl/>
        </w:rPr>
        <w:t xml:space="preserve"> </w:t>
      </w:r>
      <w:r>
        <w:rPr>
          <w:rFonts w:hint="cs"/>
          <w:rtl/>
        </w:rPr>
        <w:t>الذين</w:t>
      </w:r>
      <w:r>
        <w:rPr>
          <w:rtl/>
        </w:rPr>
        <w:t xml:space="preserve"> </w:t>
      </w:r>
      <w:r>
        <w:rPr>
          <w:rFonts w:hint="cs"/>
          <w:rtl/>
        </w:rPr>
        <w:t>من</w:t>
      </w:r>
      <w:r>
        <w:rPr>
          <w:rtl/>
        </w:rPr>
        <w:t xml:space="preserve"> </w:t>
      </w:r>
      <w:r>
        <w:rPr>
          <w:rFonts w:hint="cs"/>
          <w:rtl/>
        </w:rPr>
        <w:t>قبل</w:t>
      </w:r>
      <w:r w:rsidR="00120F63" w:rsidRPr="00ED5DE8">
        <w:rPr>
          <w:rFonts w:hint="cs"/>
          <w:rtl/>
        </w:rPr>
        <w:t>ه</w:t>
      </w:r>
      <w:r>
        <w:rPr>
          <w:rFonts w:hint="cs"/>
          <w:rtl/>
        </w:rPr>
        <w:t>م</w:t>
      </w:r>
      <w:r>
        <w:rPr>
          <w:rtl/>
        </w:rPr>
        <w:t xml:space="preserve"> </w:t>
      </w:r>
      <w:r>
        <w:rPr>
          <w:rFonts w:hint="cs"/>
          <w:rtl/>
        </w:rPr>
        <w:t>فاتى</w:t>
      </w:r>
      <w:r>
        <w:rPr>
          <w:rtl/>
        </w:rPr>
        <w:t xml:space="preserve"> </w:t>
      </w:r>
      <w:r>
        <w:rPr>
          <w:rFonts w:hint="cs"/>
          <w:rtl/>
        </w:rPr>
        <w:t>الله</w:t>
      </w:r>
      <w:r>
        <w:rPr>
          <w:rtl/>
        </w:rPr>
        <w:t xml:space="preserve"> </w:t>
      </w:r>
      <w:r>
        <w:rPr>
          <w:rFonts w:hint="cs"/>
          <w:rtl/>
        </w:rPr>
        <w:t>بنيان</w:t>
      </w:r>
      <w:r w:rsidR="00120F63" w:rsidRPr="00ED5DE8">
        <w:rPr>
          <w:rFonts w:hint="cs"/>
          <w:rtl/>
        </w:rPr>
        <w:t>ه</w:t>
      </w:r>
      <w:r>
        <w:rPr>
          <w:rFonts w:hint="cs"/>
          <w:rtl/>
        </w:rPr>
        <w:t>م</w:t>
      </w:r>
      <w:r>
        <w:rPr>
          <w:rtl/>
        </w:rPr>
        <w:t xml:space="preserve"> ...</w:t>
      </w:r>
      <w:r>
        <w:rPr>
          <w:rFonts w:hint="cs"/>
          <w:rtl/>
        </w:rPr>
        <w:t>وات</w:t>
      </w:r>
      <w:r w:rsidR="00120F63" w:rsidRPr="00ED5DE8">
        <w:rPr>
          <w:rFonts w:hint="cs"/>
          <w:rtl/>
        </w:rPr>
        <w:t>ه</w:t>
      </w:r>
      <w:r>
        <w:rPr>
          <w:rFonts w:hint="cs"/>
          <w:rtl/>
        </w:rPr>
        <w:t>م</w:t>
      </w:r>
      <w:r>
        <w:rPr>
          <w:rtl/>
        </w:rPr>
        <w:t xml:space="preserve"> العذاب</w:t>
      </w:r>
    </w:p>
    <w:p w:rsidR="001F628F" w:rsidRDefault="001F628F" w:rsidP="001F628F">
      <w:pPr>
        <w:pStyle w:val="libNormal"/>
        <w:rPr>
          <w:rtl/>
        </w:rPr>
      </w:pPr>
      <w:r>
        <w:rPr>
          <w:rtl/>
        </w:rPr>
        <w:t>8_ دين الہى كے خلاف سازش كرنے والو</w:t>
      </w:r>
      <w:r w:rsidR="00083993">
        <w:rPr>
          <w:rtl/>
        </w:rPr>
        <w:t xml:space="preserve">ں </w:t>
      </w:r>
      <w:r>
        <w:rPr>
          <w:rtl/>
        </w:rPr>
        <w:t>كى بدعاقبت سے عبرت لينا ضرورى ہے _</w:t>
      </w:r>
    </w:p>
    <w:p w:rsidR="001F628F" w:rsidRDefault="001F628F" w:rsidP="00B32B02">
      <w:pPr>
        <w:pStyle w:val="libArabic"/>
        <w:rPr>
          <w:rtl/>
        </w:rPr>
      </w:pPr>
      <w:r>
        <w:rPr>
          <w:rFonts w:hint="eastAsia"/>
          <w:rtl/>
        </w:rPr>
        <w:t>قد</w:t>
      </w:r>
      <w:r>
        <w:rPr>
          <w:rtl/>
        </w:rPr>
        <w:t xml:space="preserve"> مكر الذين من قبل</w:t>
      </w:r>
      <w:r w:rsidR="00120F63" w:rsidRPr="00ED5DE8">
        <w:rPr>
          <w:rFonts w:hint="cs"/>
          <w:rtl/>
        </w:rPr>
        <w:t>ه</w:t>
      </w:r>
      <w:r>
        <w:rPr>
          <w:rFonts w:hint="cs"/>
          <w:rtl/>
        </w:rPr>
        <w:t>م</w:t>
      </w:r>
      <w:r>
        <w:rPr>
          <w:rtl/>
        </w:rPr>
        <w:t xml:space="preserve"> </w:t>
      </w:r>
      <w:r>
        <w:rPr>
          <w:rFonts w:hint="cs"/>
          <w:rtl/>
        </w:rPr>
        <w:t>ف</w:t>
      </w:r>
      <w:r>
        <w:rPr>
          <w:rtl/>
        </w:rPr>
        <w:t xml:space="preserve"> </w:t>
      </w:r>
      <w:r>
        <w:rPr>
          <w:rFonts w:hint="cs"/>
          <w:rtl/>
        </w:rPr>
        <w:t>اتى</w:t>
      </w:r>
      <w:r>
        <w:rPr>
          <w:rtl/>
        </w:rPr>
        <w:t xml:space="preserve"> </w:t>
      </w:r>
      <w:r>
        <w:rPr>
          <w:rFonts w:hint="cs"/>
          <w:rtl/>
        </w:rPr>
        <w:t>الله</w:t>
      </w:r>
      <w:r>
        <w:rPr>
          <w:rtl/>
        </w:rPr>
        <w:t xml:space="preserve"> </w:t>
      </w:r>
      <w:r>
        <w:rPr>
          <w:rFonts w:hint="cs"/>
          <w:rtl/>
        </w:rPr>
        <w:t>بنيان</w:t>
      </w:r>
      <w:r w:rsidR="00120F63" w:rsidRPr="00ED5DE8">
        <w:rPr>
          <w:rFonts w:hint="cs"/>
          <w:rtl/>
        </w:rPr>
        <w:t>ه</w:t>
      </w:r>
      <w:r>
        <w:rPr>
          <w:rFonts w:hint="cs"/>
          <w:rtl/>
        </w:rPr>
        <w:t>م</w:t>
      </w:r>
      <w:r>
        <w:rPr>
          <w:rtl/>
        </w:rPr>
        <w:t xml:space="preserve"> ...</w:t>
      </w:r>
      <w:r>
        <w:rPr>
          <w:rFonts w:hint="cs"/>
          <w:rtl/>
        </w:rPr>
        <w:t>وا</w:t>
      </w:r>
      <w:r>
        <w:rPr>
          <w:rtl/>
        </w:rPr>
        <w:t xml:space="preserve"> </w:t>
      </w:r>
      <w:r>
        <w:rPr>
          <w:rFonts w:hint="cs"/>
          <w:rtl/>
        </w:rPr>
        <w:t>ت</w:t>
      </w:r>
      <w:r w:rsidR="00120F63" w:rsidRPr="00ED5DE8">
        <w:rPr>
          <w:rFonts w:hint="cs"/>
          <w:rtl/>
        </w:rPr>
        <w:t>ه</w:t>
      </w:r>
      <w:r>
        <w:rPr>
          <w:rFonts w:hint="cs"/>
          <w:rtl/>
        </w:rPr>
        <w:t>م</w:t>
      </w:r>
      <w:r>
        <w:rPr>
          <w:rtl/>
        </w:rPr>
        <w:t xml:space="preserve"> </w:t>
      </w:r>
      <w:r>
        <w:rPr>
          <w:rFonts w:hint="cs"/>
          <w:rtl/>
        </w:rPr>
        <w:t>ا</w:t>
      </w:r>
      <w:r>
        <w:rPr>
          <w:rtl/>
        </w:rPr>
        <w:t>لعذاب</w:t>
      </w:r>
    </w:p>
    <w:p w:rsidR="001F628F" w:rsidRDefault="001F628F" w:rsidP="001F628F">
      <w:pPr>
        <w:pStyle w:val="libNormal"/>
        <w:rPr>
          <w:rtl/>
        </w:rPr>
      </w:pPr>
      <w:r>
        <w:rPr>
          <w:rFonts w:hint="eastAsia"/>
          <w:rtl/>
        </w:rPr>
        <w:t>خداوند</w:t>
      </w:r>
      <w:r>
        <w:rPr>
          <w:rtl/>
        </w:rPr>
        <w:t xml:space="preserve"> عالم نے قرآن كے مخالفين كى حركات كو بيان كرنے كے بعد ان لوگو</w:t>
      </w:r>
      <w:r w:rsidR="00083993">
        <w:rPr>
          <w:rtl/>
        </w:rPr>
        <w:t xml:space="preserve">ں </w:t>
      </w:r>
      <w:r>
        <w:rPr>
          <w:rtl/>
        </w:rPr>
        <w:t>كى داستان كو ذكر كيا ہے جنہو</w:t>
      </w:r>
      <w:r w:rsidR="00083993">
        <w:rPr>
          <w:rtl/>
        </w:rPr>
        <w:t xml:space="preserve">ں </w:t>
      </w:r>
      <w:r>
        <w:rPr>
          <w:rtl/>
        </w:rPr>
        <w:t>نے انبياء كرام كى آسمانى تعليمات كے خلاف سازش اور مكر سے كام ليا اور اس كى وجہ سے وہ عذاب الہى سے دوچار ہوئے لہذا يہ تمام انسانو</w:t>
      </w:r>
      <w:r w:rsidR="00083993">
        <w:rPr>
          <w:rtl/>
        </w:rPr>
        <w:t xml:space="preserve">ں </w:t>
      </w:r>
      <w:r>
        <w:rPr>
          <w:rtl/>
        </w:rPr>
        <w:t>كے ليے تنبيہ ہے كہ وہ اس وا</w:t>
      </w:r>
      <w:r>
        <w:rPr>
          <w:rFonts w:hint="eastAsia"/>
          <w:rtl/>
        </w:rPr>
        <w:t>قعہ</w:t>
      </w:r>
      <w:r>
        <w:rPr>
          <w:rtl/>
        </w:rPr>
        <w:t xml:space="preserve"> سے عبرت حاصل كري</w:t>
      </w:r>
      <w:r w:rsidR="00083993">
        <w:rPr>
          <w:rtl/>
        </w:rPr>
        <w:t xml:space="preserve">ں </w:t>
      </w:r>
      <w:r>
        <w:rPr>
          <w:rtl/>
        </w:rPr>
        <w:t>_</w:t>
      </w:r>
    </w:p>
    <w:p w:rsidR="001F628F" w:rsidRDefault="001F628F" w:rsidP="00B32B02">
      <w:pPr>
        <w:pStyle w:val="libNormal"/>
        <w:rPr>
          <w:rtl/>
        </w:rPr>
      </w:pPr>
      <w:r>
        <w:rPr>
          <w:rtl/>
        </w:rPr>
        <w:t>9_ دين كے خلاف سازش كرنے والو</w:t>
      </w:r>
      <w:r w:rsidR="00083993">
        <w:rPr>
          <w:rtl/>
        </w:rPr>
        <w:t xml:space="preserve">ں </w:t>
      </w:r>
      <w:r>
        <w:rPr>
          <w:rtl/>
        </w:rPr>
        <w:t>نے كبھى يہ تصور بھى نہي</w:t>
      </w:r>
      <w:r w:rsidR="00083993">
        <w:rPr>
          <w:rtl/>
        </w:rPr>
        <w:t xml:space="preserve">ں </w:t>
      </w:r>
      <w:r>
        <w:rPr>
          <w:rtl/>
        </w:rPr>
        <w:t>كيا تھا كہ دين كے خلاف اپنے مكرو فريب كے چنگل مي</w:t>
      </w:r>
      <w:r w:rsidR="00083993">
        <w:rPr>
          <w:rtl/>
        </w:rPr>
        <w:t xml:space="preserve">ں </w:t>
      </w:r>
      <w:r>
        <w:rPr>
          <w:rtl/>
        </w:rPr>
        <w:t>وہ خود ہى پھنس جائي</w:t>
      </w:r>
      <w:r w:rsidR="00083993">
        <w:rPr>
          <w:rtl/>
        </w:rPr>
        <w:t xml:space="preserve">ں </w:t>
      </w:r>
      <w:r>
        <w:rPr>
          <w:rtl/>
        </w:rPr>
        <w:t>گے_</w:t>
      </w:r>
      <w:r w:rsidRPr="00B32B02">
        <w:rPr>
          <w:rStyle w:val="libArabicChar"/>
          <w:rFonts w:hint="eastAsia"/>
          <w:rtl/>
        </w:rPr>
        <w:t>قد</w:t>
      </w:r>
      <w:r w:rsidRPr="00B32B02">
        <w:rPr>
          <w:rStyle w:val="libArabicChar"/>
          <w:rtl/>
        </w:rPr>
        <w:t xml:space="preserve"> مكر الذين من قبل</w:t>
      </w:r>
      <w:r w:rsidR="00120F63" w:rsidRPr="00B2551F">
        <w:rPr>
          <w:rStyle w:val="libArabicChar"/>
          <w:rFonts w:hint="cs"/>
          <w:rtl/>
        </w:rPr>
        <w:t>ه</w:t>
      </w:r>
      <w:r w:rsidRPr="00B32B02">
        <w:rPr>
          <w:rStyle w:val="libArabicChar"/>
          <w:rFonts w:hint="cs"/>
          <w:rtl/>
        </w:rPr>
        <w:t>م</w:t>
      </w:r>
      <w:r w:rsidRPr="00B32B02">
        <w:rPr>
          <w:rStyle w:val="libArabicChar"/>
          <w:rtl/>
        </w:rPr>
        <w:t xml:space="preserve"> </w:t>
      </w:r>
      <w:r w:rsidRPr="00B32B02">
        <w:rPr>
          <w:rStyle w:val="libArabicChar"/>
          <w:rFonts w:hint="cs"/>
          <w:rtl/>
        </w:rPr>
        <w:t>فاتى</w:t>
      </w:r>
      <w:r w:rsidRPr="00B32B02">
        <w:rPr>
          <w:rStyle w:val="libArabicChar"/>
          <w:rtl/>
        </w:rPr>
        <w:t xml:space="preserve"> </w:t>
      </w:r>
      <w:r w:rsidRPr="00B32B02">
        <w:rPr>
          <w:rStyle w:val="libArabicChar"/>
          <w:rFonts w:hint="cs"/>
          <w:rtl/>
        </w:rPr>
        <w:t>الله</w:t>
      </w:r>
      <w:r w:rsidRPr="00B32B02">
        <w:rPr>
          <w:rStyle w:val="libArabicChar"/>
          <w:rtl/>
        </w:rPr>
        <w:t xml:space="preserve"> </w:t>
      </w:r>
      <w:r w:rsidRPr="00B32B02">
        <w:rPr>
          <w:rStyle w:val="libArabicChar"/>
          <w:rFonts w:hint="cs"/>
          <w:rtl/>
        </w:rPr>
        <w:t>بنيادن</w:t>
      </w:r>
      <w:r w:rsidR="00120F63" w:rsidRPr="00B2551F">
        <w:rPr>
          <w:rStyle w:val="libArabicChar"/>
          <w:rFonts w:hint="cs"/>
          <w:rtl/>
        </w:rPr>
        <w:t>ه</w:t>
      </w:r>
      <w:r w:rsidRPr="00B32B02">
        <w:rPr>
          <w:rStyle w:val="libArabicChar"/>
          <w:rFonts w:hint="cs"/>
          <w:rtl/>
        </w:rPr>
        <w:t>م</w:t>
      </w:r>
      <w:r w:rsidRPr="00B32B02">
        <w:rPr>
          <w:rStyle w:val="libArabicChar"/>
          <w:rtl/>
        </w:rPr>
        <w:t xml:space="preserve"> </w:t>
      </w:r>
      <w:r w:rsidRPr="00B32B02">
        <w:rPr>
          <w:rStyle w:val="libArabicChar"/>
          <w:rFonts w:hint="cs"/>
          <w:rtl/>
        </w:rPr>
        <w:t>من</w:t>
      </w:r>
      <w:r w:rsidRPr="00B32B02">
        <w:rPr>
          <w:rStyle w:val="libArabicChar"/>
          <w:rtl/>
        </w:rPr>
        <w:t xml:space="preserve"> </w:t>
      </w:r>
      <w:r w:rsidRPr="00B32B02">
        <w:rPr>
          <w:rStyle w:val="libArabicChar"/>
          <w:rFonts w:hint="cs"/>
          <w:rtl/>
        </w:rPr>
        <w:t>القواعد</w:t>
      </w:r>
      <w:r w:rsidRPr="00B32B02">
        <w:rPr>
          <w:rStyle w:val="libArabicChar"/>
          <w:rtl/>
        </w:rPr>
        <w:t xml:space="preserve"> ... </w:t>
      </w:r>
      <w:r w:rsidRPr="00B32B02">
        <w:rPr>
          <w:rStyle w:val="libArabicChar"/>
          <w:rFonts w:hint="cs"/>
          <w:rtl/>
        </w:rPr>
        <w:t>وات</w:t>
      </w:r>
      <w:r w:rsidR="00120F63" w:rsidRPr="00B2551F">
        <w:rPr>
          <w:rStyle w:val="libArabicChar"/>
          <w:rFonts w:hint="cs"/>
          <w:rtl/>
        </w:rPr>
        <w:t>ه</w:t>
      </w:r>
      <w:r w:rsidRPr="00B32B02">
        <w:rPr>
          <w:rStyle w:val="libArabicChar"/>
          <w:rFonts w:hint="cs"/>
          <w:rtl/>
        </w:rPr>
        <w:t>م</w:t>
      </w:r>
      <w:r w:rsidRPr="00B32B02">
        <w:rPr>
          <w:rStyle w:val="libArabicChar"/>
          <w:rtl/>
        </w:rPr>
        <w:t xml:space="preserve"> </w:t>
      </w:r>
      <w:r w:rsidRPr="00B32B02">
        <w:rPr>
          <w:rStyle w:val="libArabicChar"/>
          <w:rFonts w:hint="cs"/>
          <w:rtl/>
        </w:rPr>
        <w:t>العذاب</w:t>
      </w:r>
      <w:r w:rsidRPr="00B32B02">
        <w:rPr>
          <w:rStyle w:val="libArabicChar"/>
          <w:rtl/>
        </w:rPr>
        <w:t xml:space="preserve"> </w:t>
      </w:r>
      <w:r w:rsidRPr="00B32B02">
        <w:rPr>
          <w:rStyle w:val="libArabicChar"/>
          <w:rFonts w:hint="cs"/>
          <w:rtl/>
        </w:rPr>
        <w:t>من</w:t>
      </w:r>
      <w:r w:rsidRPr="00B32B02">
        <w:rPr>
          <w:rStyle w:val="libArabicChar"/>
          <w:rtl/>
        </w:rPr>
        <w:t xml:space="preserve"> </w:t>
      </w:r>
      <w:r w:rsidRPr="00B32B02">
        <w:rPr>
          <w:rStyle w:val="libArabicChar"/>
          <w:rFonts w:hint="cs"/>
          <w:rtl/>
        </w:rPr>
        <w:t>حيث</w:t>
      </w:r>
      <w:r w:rsidRPr="00B32B02">
        <w:rPr>
          <w:rStyle w:val="libArabicChar"/>
          <w:rtl/>
        </w:rPr>
        <w:t xml:space="preserve"> </w:t>
      </w:r>
      <w:r w:rsidRPr="00B32B02">
        <w:rPr>
          <w:rStyle w:val="libArabicChar"/>
          <w:rFonts w:hint="cs"/>
          <w:rtl/>
        </w:rPr>
        <w:t>لا</w:t>
      </w:r>
      <w:r w:rsidRPr="00B32B02">
        <w:rPr>
          <w:rStyle w:val="libArabicChar"/>
          <w:rtl/>
        </w:rPr>
        <w:t xml:space="preserve"> يشعرون</w:t>
      </w:r>
    </w:p>
    <w:p w:rsidR="001F628F" w:rsidRDefault="001F628F" w:rsidP="00B32B02">
      <w:pPr>
        <w:pStyle w:val="libNormal"/>
        <w:rPr>
          <w:rStyle w:val="libArabicChar"/>
          <w:rtl/>
        </w:rPr>
      </w:pPr>
      <w:r>
        <w:rPr>
          <w:rtl/>
        </w:rPr>
        <w:t>10_ خداوند عالم دين الہى كے خلاف سازش كرنے والو</w:t>
      </w:r>
      <w:r w:rsidR="00083993">
        <w:rPr>
          <w:rtl/>
        </w:rPr>
        <w:t xml:space="preserve">ں </w:t>
      </w:r>
      <w:r>
        <w:rPr>
          <w:rtl/>
        </w:rPr>
        <w:t>سے سخت ناراض ہوتا ہے_</w:t>
      </w:r>
      <w:r w:rsidRPr="00B32B02">
        <w:rPr>
          <w:rStyle w:val="libArabicChar"/>
          <w:rFonts w:hint="eastAsia"/>
          <w:rtl/>
        </w:rPr>
        <w:t>فاتى</w:t>
      </w:r>
      <w:r w:rsidRPr="00B32B02">
        <w:rPr>
          <w:rStyle w:val="libArabicChar"/>
          <w:rtl/>
        </w:rPr>
        <w:t xml:space="preserve"> الله ينبن</w:t>
      </w:r>
      <w:r w:rsidR="00120F63" w:rsidRPr="00B2551F">
        <w:rPr>
          <w:rStyle w:val="libArabicChar"/>
          <w:rFonts w:hint="cs"/>
          <w:rtl/>
        </w:rPr>
        <w:t>ه</w:t>
      </w:r>
      <w:r w:rsidRPr="00B32B02">
        <w:rPr>
          <w:rStyle w:val="libArabicChar"/>
          <w:rFonts w:hint="cs"/>
          <w:rtl/>
        </w:rPr>
        <w:t>م</w:t>
      </w:r>
      <w:r w:rsidRPr="00B32B02">
        <w:rPr>
          <w:rStyle w:val="libArabicChar"/>
          <w:rtl/>
        </w:rPr>
        <w:t xml:space="preserve"> </w:t>
      </w:r>
      <w:r w:rsidRPr="00B32B02">
        <w:rPr>
          <w:rStyle w:val="libArabicChar"/>
          <w:rFonts w:hint="cs"/>
          <w:rtl/>
        </w:rPr>
        <w:t>من</w:t>
      </w:r>
      <w:r w:rsidRPr="00B32B02">
        <w:rPr>
          <w:rStyle w:val="libArabicChar"/>
          <w:rtl/>
        </w:rPr>
        <w:t xml:space="preserve"> </w:t>
      </w:r>
      <w:r w:rsidRPr="00B32B02">
        <w:rPr>
          <w:rStyle w:val="libArabicChar"/>
          <w:rFonts w:hint="cs"/>
          <w:rtl/>
        </w:rPr>
        <w:t>ا</w:t>
      </w:r>
      <w:r w:rsidRPr="00B32B02">
        <w:rPr>
          <w:rStyle w:val="libArabicChar"/>
          <w:rtl/>
        </w:rPr>
        <w:t>لقواعد</w:t>
      </w:r>
    </w:p>
    <w:p w:rsidR="0072001E" w:rsidRDefault="0072001E" w:rsidP="0072001E">
      <w:pPr>
        <w:pStyle w:val="libNormal"/>
        <w:rPr>
          <w:rtl/>
        </w:rPr>
      </w:pPr>
      <w:r>
        <w:rPr>
          <w:rFonts w:hint="eastAsia"/>
          <w:rtl/>
        </w:rPr>
        <w:t>يہ</w:t>
      </w:r>
      <w:r>
        <w:rPr>
          <w:rtl/>
        </w:rPr>
        <w:t xml:space="preserve"> جو خدواند عالم نے دين كے خلاف ، سازش كرنے والوں كے عذاب كى كيفيت كو بيان كرنے كے ليے ''آتى امرالله '' كے بجائے ''آتى الله ''سے استفادہ كيا ہے اس سے مذكورہ مطلب كا احتمال پيدا ہوتا ہے _</w:t>
      </w:r>
    </w:p>
    <w:p w:rsidR="0072001E" w:rsidRDefault="0072001E" w:rsidP="00B32B02">
      <w:pPr>
        <w:pStyle w:val="libNormal"/>
        <w:rPr>
          <w:rtl/>
        </w:rPr>
      </w:pPr>
    </w:p>
    <w:p w:rsidR="00B32B02" w:rsidRDefault="001E7F9D" w:rsidP="00F73EDE">
      <w:pPr>
        <w:pStyle w:val="libPoemTini"/>
        <w:rPr>
          <w:rtl/>
        </w:rPr>
      </w:pPr>
      <w:r>
        <w:rPr>
          <w:rtl/>
        </w:rPr>
        <w:br w:type="page"/>
      </w:r>
    </w:p>
    <w:p w:rsidR="001F628F" w:rsidRDefault="001F628F" w:rsidP="001F628F">
      <w:pPr>
        <w:pStyle w:val="libNormal"/>
        <w:rPr>
          <w:rtl/>
        </w:rPr>
      </w:pPr>
      <w:r>
        <w:rPr>
          <w:rtl/>
        </w:rPr>
        <w:lastRenderedPageBreak/>
        <w:t>11_ سازشى ، دين كے خلاف اپنى سازش مي</w:t>
      </w:r>
      <w:r w:rsidR="00083993">
        <w:rPr>
          <w:rtl/>
        </w:rPr>
        <w:t xml:space="preserve">ں </w:t>
      </w:r>
      <w:r>
        <w:rPr>
          <w:rtl/>
        </w:rPr>
        <w:t>ناكامى اور شكست كے عوامل كو درك كرنے سے عاجز ہي</w:t>
      </w:r>
      <w:r w:rsidR="00083993">
        <w:rPr>
          <w:rtl/>
        </w:rPr>
        <w:t xml:space="preserve">ں </w:t>
      </w:r>
      <w:r>
        <w:rPr>
          <w:rtl/>
        </w:rPr>
        <w:t>_</w:t>
      </w:r>
    </w:p>
    <w:p w:rsidR="001F628F" w:rsidRDefault="001F628F" w:rsidP="0072001E">
      <w:pPr>
        <w:pStyle w:val="libArabic"/>
        <w:rPr>
          <w:rtl/>
        </w:rPr>
      </w:pPr>
      <w:r>
        <w:rPr>
          <w:rFonts w:hint="eastAsia"/>
          <w:rtl/>
        </w:rPr>
        <w:t>قد</w:t>
      </w:r>
      <w:r>
        <w:rPr>
          <w:rtl/>
        </w:rPr>
        <w:t xml:space="preserve"> مكر الذين من قبل</w:t>
      </w:r>
      <w:r w:rsidR="00120F63" w:rsidRPr="00ED5DE8">
        <w:rPr>
          <w:rFonts w:hint="cs"/>
          <w:rtl/>
        </w:rPr>
        <w:t>ه</w:t>
      </w:r>
      <w:r>
        <w:rPr>
          <w:rFonts w:hint="cs"/>
          <w:rtl/>
        </w:rPr>
        <w:t>م</w:t>
      </w:r>
      <w:r>
        <w:rPr>
          <w:rtl/>
        </w:rPr>
        <w:t xml:space="preserve"> ...</w:t>
      </w:r>
      <w:r>
        <w:rPr>
          <w:rFonts w:hint="cs"/>
          <w:rtl/>
        </w:rPr>
        <w:t>وات</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من</w:t>
      </w:r>
      <w:r>
        <w:rPr>
          <w:rtl/>
        </w:rPr>
        <w:t xml:space="preserve"> </w:t>
      </w:r>
      <w:r>
        <w:rPr>
          <w:rFonts w:hint="cs"/>
          <w:rtl/>
        </w:rPr>
        <w:t>حيث</w:t>
      </w:r>
      <w:r>
        <w:rPr>
          <w:rtl/>
        </w:rPr>
        <w:t xml:space="preserve"> </w:t>
      </w:r>
      <w:r>
        <w:rPr>
          <w:rFonts w:hint="cs"/>
          <w:rtl/>
        </w:rPr>
        <w:t>الا</w:t>
      </w:r>
      <w:r>
        <w:rPr>
          <w:rtl/>
        </w:rPr>
        <w:t xml:space="preserve"> </w:t>
      </w:r>
      <w:r>
        <w:rPr>
          <w:rFonts w:hint="cs"/>
          <w:rtl/>
        </w:rPr>
        <w:t>ي</w:t>
      </w:r>
      <w:r>
        <w:rPr>
          <w:rtl/>
        </w:rPr>
        <w:t>شعرون</w:t>
      </w:r>
    </w:p>
    <w:p w:rsidR="001F628F" w:rsidRDefault="001F628F" w:rsidP="001F628F">
      <w:pPr>
        <w:pStyle w:val="libNormal"/>
        <w:rPr>
          <w:rtl/>
        </w:rPr>
      </w:pPr>
      <w:r>
        <w:rPr>
          <w:rtl/>
        </w:rPr>
        <w:t xml:space="preserve">12_ </w:t>
      </w:r>
      <w:r w:rsidRPr="0072001E">
        <w:rPr>
          <w:rStyle w:val="libArabicChar"/>
          <w:rtl/>
        </w:rPr>
        <w:t>''عن ابى جعفر</w:t>
      </w:r>
      <w:r w:rsidR="00367F17" w:rsidRPr="00367F17">
        <w:rPr>
          <w:rStyle w:val="libAlaemChar"/>
          <w:rtl/>
        </w:rPr>
        <w:t xml:space="preserve"> عليه‌السلام </w:t>
      </w:r>
      <w:r w:rsidRPr="0072001E">
        <w:rPr>
          <w:rStyle w:val="libArabicChar"/>
          <w:rtl/>
        </w:rPr>
        <w:t xml:space="preserve"> فى قول الله : (فا تى الله بنيان</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من</w:t>
      </w:r>
      <w:r w:rsidRPr="0072001E">
        <w:rPr>
          <w:rStyle w:val="libArabicChar"/>
          <w:rtl/>
        </w:rPr>
        <w:t xml:space="preserve"> </w:t>
      </w:r>
      <w:r w:rsidRPr="0072001E">
        <w:rPr>
          <w:rStyle w:val="libArabicChar"/>
          <w:rFonts w:hint="cs"/>
          <w:rtl/>
        </w:rPr>
        <w:t>القواعد</w:t>
      </w:r>
      <w:r w:rsidRPr="0072001E">
        <w:rPr>
          <w:rStyle w:val="libArabicChar"/>
          <w:rtl/>
        </w:rPr>
        <w:t xml:space="preserve"> '' </w:t>
      </w:r>
      <w:r w:rsidRPr="0072001E">
        <w:rPr>
          <w:rStyle w:val="libArabicChar"/>
          <w:rFonts w:hint="cs"/>
          <w:rtl/>
        </w:rPr>
        <w:t>قال</w:t>
      </w:r>
      <w:r w:rsidRPr="0072001E">
        <w:rPr>
          <w:rStyle w:val="libArabicChar"/>
          <w:rtl/>
        </w:rPr>
        <w:t xml:space="preserve"> : </w:t>
      </w:r>
      <w:r w:rsidRPr="0072001E">
        <w:rPr>
          <w:rStyle w:val="libArabicChar"/>
          <w:rFonts w:hint="cs"/>
          <w:rtl/>
        </w:rPr>
        <w:t>كان</w:t>
      </w:r>
      <w:r w:rsidRPr="0072001E">
        <w:rPr>
          <w:rStyle w:val="libArabicChar"/>
          <w:rtl/>
        </w:rPr>
        <w:t xml:space="preserve"> </w:t>
      </w:r>
      <w:r w:rsidRPr="0072001E">
        <w:rPr>
          <w:rStyle w:val="libArabicChar"/>
          <w:rFonts w:hint="cs"/>
          <w:rtl/>
        </w:rPr>
        <w:t>بيت</w:t>
      </w:r>
      <w:r w:rsidRPr="0072001E">
        <w:rPr>
          <w:rStyle w:val="libArabicChar"/>
          <w:rtl/>
        </w:rPr>
        <w:t xml:space="preserve"> غدر يجتمعون في</w:t>
      </w:r>
      <w:r w:rsidR="00120F63" w:rsidRPr="00B2551F">
        <w:rPr>
          <w:rStyle w:val="libArabicChar"/>
          <w:rFonts w:hint="cs"/>
          <w:rtl/>
        </w:rPr>
        <w:t>ه</w:t>
      </w:r>
      <w:r>
        <w:rPr>
          <w:rtl/>
        </w:rPr>
        <w:t>،</w:t>
      </w:r>
      <w:r w:rsidRPr="0072001E">
        <w:rPr>
          <w:rStyle w:val="libFootnotenumChar"/>
          <w:rtl/>
        </w:rPr>
        <w:t>(1)</w:t>
      </w:r>
    </w:p>
    <w:p w:rsidR="001F628F" w:rsidRDefault="001F628F" w:rsidP="001F628F">
      <w:pPr>
        <w:pStyle w:val="libNormal"/>
        <w:rPr>
          <w:rtl/>
        </w:rPr>
      </w:pPr>
      <w:r>
        <w:rPr>
          <w:rFonts w:hint="eastAsia"/>
          <w:rtl/>
        </w:rPr>
        <w:t>حضرت</w:t>
      </w:r>
      <w:r>
        <w:rPr>
          <w:rtl/>
        </w:rPr>
        <w:t xml:space="preserve"> امام باقر</w:t>
      </w:r>
      <w:r w:rsidR="00367F17" w:rsidRPr="00367F17">
        <w:rPr>
          <w:rStyle w:val="libAlaemChar"/>
          <w:rtl/>
        </w:rPr>
        <w:t xml:space="preserve"> عليه‌السلام </w:t>
      </w:r>
      <w:r>
        <w:rPr>
          <w:rtl/>
        </w:rPr>
        <w:t xml:space="preserve"> سے خداوند عالم كے اس قول ''فا تى الله بنيانہم من القواعد '' كے بارے مي</w:t>
      </w:r>
      <w:r w:rsidR="00083993">
        <w:rPr>
          <w:rtl/>
        </w:rPr>
        <w:t xml:space="preserve">ں </w:t>
      </w:r>
      <w:r>
        <w:rPr>
          <w:rtl/>
        </w:rPr>
        <w:t>روايت ہے كے آپ</w:t>
      </w:r>
      <w:r w:rsidR="00367F17" w:rsidRPr="00367F17">
        <w:rPr>
          <w:rStyle w:val="libAlaemChar"/>
          <w:rtl/>
        </w:rPr>
        <w:t xml:space="preserve"> عليه‌السلام </w:t>
      </w:r>
      <w:r>
        <w:rPr>
          <w:rtl/>
        </w:rPr>
        <w:t xml:space="preserve"> نے فرمايا: وہ''بنياد'' خيانت والا گھر تھا جس مي</w:t>
      </w:r>
      <w:r w:rsidR="00083993">
        <w:rPr>
          <w:rtl/>
        </w:rPr>
        <w:t xml:space="preserve">ں </w:t>
      </w:r>
      <w:r>
        <w:rPr>
          <w:rtl/>
        </w:rPr>
        <w:t>وہ جمع ہوتے تھے_</w:t>
      </w:r>
    </w:p>
    <w:p w:rsidR="001F628F" w:rsidRDefault="001F628F" w:rsidP="001F628F">
      <w:pPr>
        <w:pStyle w:val="libNormal"/>
        <w:rPr>
          <w:rtl/>
        </w:rPr>
      </w:pPr>
      <w:r>
        <w:rPr>
          <w:rtl/>
        </w:rPr>
        <w:t>13_</w:t>
      </w:r>
      <w:r w:rsidRPr="0072001E">
        <w:rPr>
          <w:rStyle w:val="libArabicChar"/>
          <w:rtl/>
        </w:rPr>
        <w:t>''عن ابى جعفر</w:t>
      </w:r>
      <w:r w:rsidR="00367F17" w:rsidRPr="00367F17">
        <w:rPr>
          <w:rStyle w:val="libAlaemChar"/>
          <w:rtl/>
        </w:rPr>
        <w:t xml:space="preserve"> عليه‌السلام </w:t>
      </w:r>
      <w:r w:rsidRPr="0072001E">
        <w:rPr>
          <w:rStyle w:val="libArabicChar"/>
          <w:rtl/>
        </w:rPr>
        <w:t xml:space="preserve"> فى قول</w:t>
      </w:r>
      <w:r w:rsidR="00120F63" w:rsidRPr="00B2551F">
        <w:rPr>
          <w:rStyle w:val="libArabicChar"/>
          <w:rFonts w:hint="cs"/>
          <w:rtl/>
        </w:rPr>
        <w:t>ه</w:t>
      </w:r>
      <w:r w:rsidRPr="0072001E">
        <w:rPr>
          <w:rStyle w:val="libArabicChar"/>
          <w:rtl/>
        </w:rPr>
        <w:t>: (</w:t>
      </w:r>
      <w:r w:rsidRPr="0072001E">
        <w:rPr>
          <w:rStyle w:val="libArabicChar"/>
          <w:rFonts w:hint="cs"/>
          <w:rtl/>
        </w:rPr>
        <w:t>قد</w:t>
      </w:r>
      <w:r w:rsidRPr="0072001E">
        <w:rPr>
          <w:rStyle w:val="libArabicChar"/>
          <w:rtl/>
        </w:rPr>
        <w:t xml:space="preserve"> </w:t>
      </w:r>
      <w:r w:rsidRPr="0072001E">
        <w:rPr>
          <w:rStyle w:val="libArabicChar"/>
          <w:rFonts w:hint="cs"/>
          <w:rtl/>
        </w:rPr>
        <w:t>مكر</w:t>
      </w:r>
      <w:r w:rsidRPr="0072001E">
        <w:rPr>
          <w:rStyle w:val="libArabicChar"/>
          <w:rtl/>
        </w:rPr>
        <w:t xml:space="preserve"> </w:t>
      </w:r>
      <w:r w:rsidRPr="0072001E">
        <w:rPr>
          <w:rStyle w:val="libArabicChar"/>
          <w:rFonts w:hint="cs"/>
          <w:rtl/>
        </w:rPr>
        <w:t>الذين</w:t>
      </w:r>
      <w:r w:rsidRPr="0072001E">
        <w:rPr>
          <w:rStyle w:val="libArabicChar"/>
          <w:rtl/>
        </w:rPr>
        <w:t xml:space="preserve"> </w:t>
      </w:r>
      <w:r w:rsidRPr="0072001E">
        <w:rPr>
          <w:rStyle w:val="libArabicChar"/>
          <w:rFonts w:hint="cs"/>
          <w:rtl/>
        </w:rPr>
        <w:t>من</w:t>
      </w:r>
      <w:r w:rsidRPr="0072001E">
        <w:rPr>
          <w:rStyle w:val="libArabicChar"/>
          <w:rtl/>
        </w:rPr>
        <w:t xml:space="preserve"> </w:t>
      </w:r>
      <w:r w:rsidRPr="0072001E">
        <w:rPr>
          <w:rStyle w:val="libArabicChar"/>
          <w:rFonts w:hint="cs"/>
          <w:rtl/>
        </w:rPr>
        <w:t>قبل</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فا</w:t>
      </w:r>
      <w:r w:rsidRPr="0072001E">
        <w:rPr>
          <w:rStyle w:val="libArabicChar"/>
          <w:rtl/>
        </w:rPr>
        <w:t xml:space="preserve"> </w:t>
      </w:r>
      <w:r w:rsidRPr="0072001E">
        <w:rPr>
          <w:rStyle w:val="libArabicChar"/>
          <w:rFonts w:hint="cs"/>
          <w:rtl/>
        </w:rPr>
        <w:t>تى</w:t>
      </w:r>
      <w:r w:rsidRPr="0072001E">
        <w:rPr>
          <w:rStyle w:val="libArabicChar"/>
          <w:rtl/>
        </w:rPr>
        <w:t xml:space="preserve"> </w:t>
      </w:r>
      <w:r w:rsidRPr="0072001E">
        <w:rPr>
          <w:rStyle w:val="libArabicChar"/>
          <w:rFonts w:hint="cs"/>
          <w:rtl/>
        </w:rPr>
        <w:t>الل</w:t>
      </w:r>
      <w:r w:rsidRPr="0072001E">
        <w:rPr>
          <w:rStyle w:val="libArabicChar"/>
          <w:rtl/>
        </w:rPr>
        <w:t>ه بنيان</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من</w:t>
      </w:r>
      <w:r w:rsidRPr="0072001E">
        <w:rPr>
          <w:rStyle w:val="libArabicChar"/>
          <w:rtl/>
        </w:rPr>
        <w:t xml:space="preserve"> </w:t>
      </w:r>
      <w:r w:rsidRPr="0072001E">
        <w:rPr>
          <w:rStyle w:val="libArabicChar"/>
          <w:rFonts w:hint="cs"/>
          <w:rtl/>
        </w:rPr>
        <w:t>القواعد</w:t>
      </w:r>
      <w:r w:rsidRPr="0072001E">
        <w:rPr>
          <w:rStyle w:val="libArabicChar"/>
          <w:rtl/>
        </w:rPr>
        <w:t xml:space="preserve"> </w:t>
      </w:r>
      <w:r w:rsidRPr="0072001E">
        <w:rPr>
          <w:rStyle w:val="libArabicChar"/>
          <w:rFonts w:hint="cs"/>
          <w:rtl/>
        </w:rPr>
        <w:t>فخّر</w:t>
      </w:r>
      <w:r w:rsidRPr="0072001E">
        <w:rPr>
          <w:rStyle w:val="libArabicChar"/>
          <w:rtl/>
        </w:rPr>
        <w:t xml:space="preserve"> </w:t>
      </w:r>
      <w:r w:rsidRPr="0072001E">
        <w:rPr>
          <w:rStyle w:val="libArabicChar"/>
          <w:rFonts w:hint="cs"/>
          <w:rtl/>
        </w:rPr>
        <w:t>علي</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اسقف</w:t>
      </w:r>
      <w:r w:rsidRPr="0072001E">
        <w:rPr>
          <w:rStyle w:val="libArabicChar"/>
          <w:rtl/>
        </w:rPr>
        <w:t xml:space="preserve"> </w:t>
      </w:r>
      <w:r w:rsidRPr="0072001E">
        <w:rPr>
          <w:rStyle w:val="libArabicChar"/>
          <w:rFonts w:hint="cs"/>
          <w:rtl/>
        </w:rPr>
        <w:t>من</w:t>
      </w:r>
      <w:r w:rsidRPr="0072001E">
        <w:rPr>
          <w:rStyle w:val="libArabicChar"/>
          <w:rtl/>
        </w:rPr>
        <w:t xml:space="preserve"> </w:t>
      </w:r>
      <w:r w:rsidRPr="0072001E">
        <w:rPr>
          <w:rStyle w:val="libArabicChar"/>
          <w:rFonts w:hint="cs"/>
          <w:rtl/>
        </w:rPr>
        <w:t>فوق</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و</w:t>
      </w:r>
      <w:r w:rsidRPr="0072001E">
        <w:rPr>
          <w:rStyle w:val="libArabicChar"/>
          <w:rtl/>
        </w:rPr>
        <w:t xml:space="preserve"> </w:t>
      </w:r>
      <w:r w:rsidRPr="0072001E">
        <w:rPr>
          <w:rStyle w:val="libArabicChar"/>
          <w:rFonts w:hint="cs"/>
          <w:rtl/>
        </w:rPr>
        <w:t>اتا</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العذاب</w:t>
      </w:r>
      <w:r w:rsidRPr="0072001E">
        <w:rPr>
          <w:rStyle w:val="libArabicChar"/>
          <w:rtl/>
        </w:rPr>
        <w:t xml:space="preserve"> </w:t>
      </w:r>
      <w:r w:rsidRPr="0072001E">
        <w:rPr>
          <w:rStyle w:val="libArabicChar"/>
          <w:rFonts w:hint="cs"/>
          <w:rtl/>
        </w:rPr>
        <w:t>من</w:t>
      </w:r>
      <w:r w:rsidRPr="0072001E">
        <w:rPr>
          <w:rStyle w:val="libArabicChar"/>
          <w:rtl/>
        </w:rPr>
        <w:t xml:space="preserve"> </w:t>
      </w:r>
      <w:r w:rsidRPr="0072001E">
        <w:rPr>
          <w:rStyle w:val="libArabicChar"/>
          <w:rFonts w:hint="cs"/>
          <w:rtl/>
        </w:rPr>
        <w:t>حيث</w:t>
      </w:r>
      <w:r w:rsidRPr="0072001E">
        <w:rPr>
          <w:rStyle w:val="libArabicChar"/>
          <w:rtl/>
        </w:rPr>
        <w:t xml:space="preserve"> </w:t>
      </w:r>
      <w:r w:rsidRPr="0072001E">
        <w:rPr>
          <w:rStyle w:val="libArabicChar"/>
          <w:rFonts w:hint="cs"/>
          <w:rtl/>
        </w:rPr>
        <w:t>لا</w:t>
      </w:r>
      <w:r w:rsidRPr="0072001E">
        <w:rPr>
          <w:rStyle w:val="libArabicChar"/>
          <w:rtl/>
        </w:rPr>
        <w:t xml:space="preserve"> </w:t>
      </w:r>
      <w:r w:rsidRPr="0072001E">
        <w:rPr>
          <w:rStyle w:val="libArabicChar"/>
          <w:rFonts w:hint="cs"/>
          <w:rtl/>
        </w:rPr>
        <w:t>يشعرون</w:t>
      </w:r>
      <w:r w:rsidRPr="0072001E">
        <w:rPr>
          <w:rStyle w:val="libArabicChar"/>
          <w:rtl/>
        </w:rPr>
        <w:t xml:space="preserve">) </w:t>
      </w:r>
      <w:r w:rsidRPr="0072001E">
        <w:rPr>
          <w:rStyle w:val="libArabicChar"/>
          <w:rFonts w:hint="cs"/>
          <w:rtl/>
        </w:rPr>
        <w:t>قال</w:t>
      </w:r>
      <w:r w:rsidRPr="0072001E">
        <w:rPr>
          <w:rStyle w:val="libArabicChar"/>
          <w:rtl/>
        </w:rPr>
        <w:t xml:space="preserve"> : </w:t>
      </w:r>
      <w:r w:rsidRPr="0072001E">
        <w:rPr>
          <w:rStyle w:val="libArabicChar"/>
          <w:rFonts w:hint="cs"/>
          <w:rtl/>
        </w:rPr>
        <w:t>بيت</w:t>
      </w:r>
      <w:r w:rsidRPr="0072001E">
        <w:rPr>
          <w:rStyle w:val="libArabicChar"/>
          <w:rtl/>
        </w:rPr>
        <w:t xml:space="preserve"> </w:t>
      </w:r>
      <w:r w:rsidRPr="0072001E">
        <w:rPr>
          <w:rStyle w:val="libArabicChar"/>
          <w:rFonts w:hint="cs"/>
          <w:rtl/>
        </w:rPr>
        <w:t>مكر</w:t>
      </w:r>
      <w:r w:rsidRPr="0072001E">
        <w:rPr>
          <w:rStyle w:val="libArabicChar"/>
          <w:rtl/>
        </w:rPr>
        <w:t xml:space="preserve"> </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اى</w:t>
      </w:r>
      <w:r w:rsidRPr="0072001E">
        <w:rPr>
          <w:rStyle w:val="libArabicChar"/>
          <w:rtl/>
        </w:rPr>
        <w:t xml:space="preserve"> </w:t>
      </w:r>
      <w:r w:rsidRPr="0072001E">
        <w:rPr>
          <w:rStyle w:val="libArabicChar"/>
          <w:rFonts w:hint="cs"/>
          <w:rtl/>
        </w:rPr>
        <w:t>ماتوفا</w:t>
      </w:r>
      <w:r w:rsidRPr="0072001E">
        <w:rPr>
          <w:rStyle w:val="libArabicChar"/>
          <w:rtl/>
        </w:rPr>
        <w:t xml:space="preserve"> </w:t>
      </w:r>
      <w:r w:rsidRPr="0072001E">
        <w:rPr>
          <w:rStyle w:val="libArabicChar"/>
          <w:rFonts w:hint="cs"/>
          <w:rtl/>
        </w:rPr>
        <w:t>لقا</w:t>
      </w:r>
      <w:r w:rsidR="00120F63" w:rsidRPr="00B2551F">
        <w:rPr>
          <w:rStyle w:val="libArabicChar"/>
          <w:rFonts w:hint="cs"/>
          <w:rtl/>
        </w:rPr>
        <w:t>ه</w:t>
      </w:r>
      <w:r w:rsidRPr="0072001E">
        <w:rPr>
          <w:rStyle w:val="libArabicChar"/>
          <w:rFonts w:hint="cs"/>
          <w:rtl/>
        </w:rPr>
        <w:t>م</w:t>
      </w:r>
      <w:r w:rsidRPr="0072001E">
        <w:rPr>
          <w:rStyle w:val="libArabicChar"/>
          <w:rtl/>
        </w:rPr>
        <w:t xml:space="preserve"> </w:t>
      </w:r>
      <w:r w:rsidRPr="0072001E">
        <w:rPr>
          <w:rStyle w:val="libArabicChar"/>
          <w:rFonts w:hint="cs"/>
          <w:rtl/>
        </w:rPr>
        <w:t>الله</w:t>
      </w:r>
      <w:r w:rsidRPr="0072001E">
        <w:rPr>
          <w:rStyle w:val="libArabicChar"/>
          <w:rtl/>
        </w:rPr>
        <w:t xml:space="preserve"> </w:t>
      </w:r>
      <w:r w:rsidRPr="0072001E">
        <w:rPr>
          <w:rStyle w:val="libArabicChar"/>
          <w:rFonts w:hint="cs"/>
          <w:rtl/>
        </w:rPr>
        <w:t>فى</w:t>
      </w:r>
      <w:r w:rsidRPr="0072001E">
        <w:rPr>
          <w:rStyle w:val="libArabicChar"/>
          <w:rtl/>
        </w:rPr>
        <w:t xml:space="preserve"> النار</w:t>
      </w:r>
      <w:r>
        <w:rPr>
          <w:rtl/>
        </w:rPr>
        <w:t xml:space="preserve"> ...</w:t>
      </w:r>
      <w:r w:rsidRPr="0072001E">
        <w:rPr>
          <w:rStyle w:val="libFootnotenumChar"/>
          <w:rtl/>
        </w:rPr>
        <w:t xml:space="preserve"> (2)</w:t>
      </w:r>
    </w:p>
    <w:p w:rsidR="001F628F" w:rsidRDefault="001F628F" w:rsidP="001F628F">
      <w:pPr>
        <w:pStyle w:val="libNormal"/>
        <w:rPr>
          <w:rtl/>
        </w:rPr>
      </w:pPr>
      <w:r>
        <w:rPr>
          <w:rFonts w:hint="eastAsia"/>
          <w:rtl/>
        </w:rPr>
        <w:t>حضرت</w:t>
      </w:r>
      <w:r>
        <w:rPr>
          <w:rtl/>
        </w:rPr>
        <w:t xml:space="preserve"> امام باقر</w:t>
      </w:r>
      <w:r w:rsidR="00367F17" w:rsidRPr="00367F17">
        <w:rPr>
          <w:rStyle w:val="libAlaemChar"/>
          <w:rtl/>
        </w:rPr>
        <w:t xml:space="preserve"> عليه‌السلام </w:t>
      </w:r>
      <w:r>
        <w:rPr>
          <w:rtl/>
        </w:rPr>
        <w:t xml:space="preserve"> سے خداوند عالم كے اس قول'' ...فا تى الله بنيانہم من القواعد ...''كے بارے مي</w:t>
      </w:r>
      <w:r w:rsidR="00083993">
        <w:rPr>
          <w:rtl/>
        </w:rPr>
        <w:t xml:space="preserve">ں </w:t>
      </w:r>
      <w:r>
        <w:rPr>
          <w:rtl/>
        </w:rPr>
        <w:t xml:space="preserve">روايت ہے آپ </w:t>
      </w:r>
      <w:r w:rsidR="00367F17" w:rsidRPr="00367F17">
        <w:rPr>
          <w:rStyle w:val="libAlaemChar"/>
          <w:rtl/>
        </w:rPr>
        <w:t xml:space="preserve"> عليه‌السلام </w:t>
      </w:r>
      <w:r>
        <w:rPr>
          <w:rtl/>
        </w:rPr>
        <w:t xml:space="preserve"> نے فرمايا: اس سے مراد يہ ہے كہ خداوند عالم نے ان كے مكروفريب كو ويران كرديا يعنى وہ مرگئے اور خدا نے انہي</w:t>
      </w:r>
      <w:r w:rsidR="00083993">
        <w:rPr>
          <w:rtl/>
        </w:rPr>
        <w:t xml:space="preserve">ں </w:t>
      </w:r>
      <w:r>
        <w:rPr>
          <w:rtl/>
        </w:rPr>
        <w:t>جہنم مي</w:t>
      </w:r>
      <w:r w:rsidR="00083993">
        <w:rPr>
          <w:rtl/>
        </w:rPr>
        <w:t xml:space="preserve">ں </w:t>
      </w:r>
      <w:r>
        <w:rPr>
          <w:rtl/>
        </w:rPr>
        <w:t>ڈال ديا_</w:t>
      </w:r>
    </w:p>
    <w:p w:rsidR="001F628F" w:rsidRDefault="001F628F" w:rsidP="0072001E">
      <w:pPr>
        <w:pStyle w:val="libNormal"/>
        <w:rPr>
          <w:rtl/>
        </w:rPr>
      </w:pPr>
      <w:r>
        <w:rPr>
          <w:rFonts w:hint="eastAsia"/>
          <w:rtl/>
        </w:rPr>
        <w:t>الله</w:t>
      </w:r>
      <w:r>
        <w:rPr>
          <w:rtl/>
        </w:rPr>
        <w:t xml:space="preserve"> تعالي:</w:t>
      </w:r>
      <w:r>
        <w:rPr>
          <w:rFonts w:hint="eastAsia"/>
          <w:rtl/>
        </w:rPr>
        <w:t>الله</w:t>
      </w:r>
      <w:r>
        <w:rPr>
          <w:rtl/>
        </w:rPr>
        <w:t xml:space="preserve"> تعالى كا كردار7; الله تعالى كى سزا،12،13; الله تعالى كے افعال 4; الله تعالى كے انذار6; الله تعالى كے عذاب5</w:t>
      </w:r>
    </w:p>
    <w:p w:rsidR="001F628F" w:rsidRDefault="001F628F" w:rsidP="001F628F">
      <w:pPr>
        <w:pStyle w:val="libNormal"/>
        <w:rPr>
          <w:rtl/>
        </w:rPr>
      </w:pPr>
      <w:r>
        <w:rPr>
          <w:rFonts w:hint="eastAsia"/>
          <w:rtl/>
        </w:rPr>
        <w:t>الله</w:t>
      </w:r>
      <w:r>
        <w:rPr>
          <w:rtl/>
        </w:rPr>
        <w:t xml:space="preserve"> تعالى كے غضب شدہ 10</w:t>
      </w:r>
    </w:p>
    <w:p w:rsidR="001F628F" w:rsidRDefault="001F628F" w:rsidP="0072001E">
      <w:pPr>
        <w:pStyle w:val="libNormal"/>
        <w:rPr>
          <w:rtl/>
        </w:rPr>
      </w:pPr>
      <w:r>
        <w:rPr>
          <w:rFonts w:hint="eastAsia"/>
          <w:rtl/>
        </w:rPr>
        <w:t>تاريخ</w:t>
      </w:r>
      <w:r>
        <w:rPr>
          <w:rtl/>
        </w:rPr>
        <w:t>:</w:t>
      </w:r>
      <w:r>
        <w:rPr>
          <w:rFonts w:hint="eastAsia"/>
          <w:rtl/>
        </w:rPr>
        <w:t>تاريخ</w:t>
      </w:r>
      <w:r>
        <w:rPr>
          <w:rtl/>
        </w:rPr>
        <w:t xml:space="preserve"> كے تحولات كا سرچشمہ7</w:t>
      </w:r>
    </w:p>
    <w:p w:rsidR="001F628F" w:rsidRDefault="001F628F" w:rsidP="0072001E">
      <w:pPr>
        <w:pStyle w:val="libNormal"/>
        <w:rPr>
          <w:rtl/>
        </w:rPr>
      </w:pPr>
      <w:r>
        <w:rPr>
          <w:rFonts w:hint="eastAsia"/>
          <w:rtl/>
        </w:rPr>
        <w:t>خود</w:t>
      </w:r>
      <w:r>
        <w:rPr>
          <w:rtl/>
        </w:rPr>
        <w:t>:</w:t>
      </w:r>
      <w:r>
        <w:rPr>
          <w:rFonts w:hint="eastAsia"/>
          <w:rtl/>
        </w:rPr>
        <w:t>اپنے</w:t>
      </w:r>
      <w:r>
        <w:rPr>
          <w:rtl/>
        </w:rPr>
        <w:t xml:space="preserve"> آپ كو دھوكہ دنيا4،9</w:t>
      </w:r>
    </w:p>
    <w:p w:rsidR="001F628F" w:rsidRDefault="001F628F" w:rsidP="0072001E">
      <w:pPr>
        <w:pStyle w:val="libNormal"/>
        <w:rPr>
          <w:rtl/>
        </w:rPr>
      </w:pPr>
      <w:r>
        <w:rPr>
          <w:rFonts w:hint="eastAsia"/>
          <w:rtl/>
        </w:rPr>
        <w:t>دين</w:t>
      </w:r>
      <w:r>
        <w:rPr>
          <w:rtl/>
        </w:rPr>
        <w:t>:</w:t>
      </w:r>
      <w:r>
        <w:rPr>
          <w:rFonts w:hint="eastAsia"/>
          <w:rtl/>
        </w:rPr>
        <w:t>دين</w:t>
      </w:r>
      <w:r>
        <w:rPr>
          <w:rtl/>
        </w:rPr>
        <w:t xml:space="preserve"> كے خلاف سازش كى تاريخ1; دين كے دشمن 7; دين كے دشمنو</w:t>
      </w:r>
      <w:r w:rsidR="00083993">
        <w:rPr>
          <w:rtl/>
        </w:rPr>
        <w:t xml:space="preserve">ں </w:t>
      </w:r>
      <w:r>
        <w:rPr>
          <w:rtl/>
        </w:rPr>
        <w:t>كا انجام 12،13; دين كے دشمنو</w:t>
      </w:r>
      <w:r w:rsidR="00083993">
        <w:rPr>
          <w:rtl/>
        </w:rPr>
        <w:t xml:space="preserve">ں </w:t>
      </w:r>
      <w:r>
        <w:rPr>
          <w:rtl/>
        </w:rPr>
        <w:t>كا عاجز ہونا11; دين كے دشمنو</w:t>
      </w:r>
      <w:r w:rsidR="00083993">
        <w:rPr>
          <w:rtl/>
        </w:rPr>
        <w:t xml:space="preserve">ں </w:t>
      </w:r>
      <w:r>
        <w:rPr>
          <w:rtl/>
        </w:rPr>
        <w:t>كا عذاب 3،5; دين كے دشمنو</w:t>
      </w:r>
      <w:r w:rsidR="00083993">
        <w:rPr>
          <w:rtl/>
        </w:rPr>
        <w:t xml:space="preserve">ں </w:t>
      </w:r>
      <w:r>
        <w:rPr>
          <w:rtl/>
        </w:rPr>
        <w:t>كا غضب شدہ ہونا 10; دين كے دشمنو</w:t>
      </w:r>
      <w:r w:rsidR="00083993">
        <w:rPr>
          <w:rtl/>
        </w:rPr>
        <w:t xml:space="preserve">ں </w:t>
      </w:r>
      <w:r>
        <w:rPr>
          <w:rtl/>
        </w:rPr>
        <w:t>كا مكر وفريب7; دين كے دشمنو</w:t>
      </w:r>
      <w:r w:rsidR="00083993">
        <w:rPr>
          <w:rtl/>
        </w:rPr>
        <w:t xml:space="preserve">ں </w:t>
      </w:r>
      <w:r>
        <w:rPr>
          <w:rtl/>
        </w:rPr>
        <w:t>كى سازشو</w:t>
      </w:r>
      <w:r w:rsidR="00083993">
        <w:rPr>
          <w:rtl/>
        </w:rPr>
        <w:t xml:space="preserve">ں </w:t>
      </w:r>
      <w:r>
        <w:rPr>
          <w:rtl/>
        </w:rPr>
        <w:t>كے آثار4; دين كے دشمنو</w:t>
      </w:r>
      <w:r w:rsidR="00083993">
        <w:rPr>
          <w:rtl/>
        </w:rPr>
        <w:t xml:space="preserve">ں </w:t>
      </w:r>
      <w:r>
        <w:rPr>
          <w:rtl/>
        </w:rPr>
        <w:t>كى شكست كے اسبا</w:t>
      </w:r>
      <w:r>
        <w:rPr>
          <w:rFonts w:hint="eastAsia"/>
          <w:rtl/>
        </w:rPr>
        <w:t>ب</w:t>
      </w:r>
      <w:r>
        <w:rPr>
          <w:rtl/>
        </w:rPr>
        <w:t>11; دين كے دشمنو</w:t>
      </w:r>
      <w:r w:rsidR="00083993">
        <w:rPr>
          <w:rtl/>
        </w:rPr>
        <w:t xml:space="preserve">ں </w:t>
      </w:r>
      <w:r>
        <w:rPr>
          <w:rtl/>
        </w:rPr>
        <w:t>كى غفلت5،9; دين كے دشمنو</w:t>
      </w:r>
      <w:r w:rsidR="00083993">
        <w:rPr>
          <w:rtl/>
        </w:rPr>
        <w:t xml:space="preserve">ں </w:t>
      </w:r>
      <w:r>
        <w:rPr>
          <w:rtl/>
        </w:rPr>
        <w:t>كى ہلاكت كي</w:t>
      </w:r>
    </w:p>
    <w:p w:rsidR="001F628F" w:rsidRDefault="00B84D3B" w:rsidP="00B84D3B">
      <w:pPr>
        <w:pStyle w:val="libLine"/>
        <w:rPr>
          <w:rtl/>
        </w:rPr>
      </w:pPr>
      <w:r>
        <w:rPr>
          <w:rtl/>
        </w:rPr>
        <w:t>____________________</w:t>
      </w:r>
    </w:p>
    <w:p w:rsidR="001F628F" w:rsidRDefault="001F628F" w:rsidP="0072001E">
      <w:pPr>
        <w:pStyle w:val="libFootnote"/>
        <w:rPr>
          <w:rtl/>
        </w:rPr>
      </w:pPr>
      <w:r>
        <w:rPr>
          <w:rtl/>
        </w:rPr>
        <w:t>1) تفسير عياشى ،ج2 ،ص258، ح19 ،بحارالانوار،ج14 ،ص458، ح11_</w:t>
      </w:r>
    </w:p>
    <w:p w:rsidR="001F628F" w:rsidRDefault="001F628F" w:rsidP="0072001E">
      <w:pPr>
        <w:pStyle w:val="libFootnote"/>
        <w:rPr>
          <w:rtl/>
        </w:rPr>
      </w:pPr>
      <w:r>
        <w:rPr>
          <w:rtl/>
        </w:rPr>
        <w:t>2) تفسير قمى ، ج1،ص384 ،نورالثقلين ، ج3ص50،ح68 _</w:t>
      </w:r>
    </w:p>
    <w:p w:rsidR="0072001E" w:rsidRDefault="001E7F9D" w:rsidP="00F73EDE">
      <w:pPr>
        <w:pStyle w:val="libPoemTini"/>
        <w:rPr>
          <w:rtl/>
        </w:rPr>
      </w:pPr>
      <w:r>
        <w:rPr>
          <w:rtl/>
        </w:rPr>
        <w:br w:type="page"/>
      </w:r>
    </w:p>
    <w:p w:rsidR="001F628F" w:rsidRDefault="001F628F" w:rsidP="0072001E">
      <w:pPr>
        <w:pStyle w:val="libNormal"/>
        <w:rPr>
          <w:rtl/>
        </w:rPr>
      </w:pPr>
      <w:r>
        <w:rPr>
          <w:rFonts w:hint="eastAsia"/>
          <w:rtl/>
        </w:rPr>
        <w:lastRenderedPageBreak/>
        <w:t>كيفيت</w:t>
      </w:r>
      <w:r>
        <w:rPr>
          <w:rtl/>
        </w:rPr>
        <w:t xml:space="preserve"> 3; دين كے دشمنو</w:t>
      </w:r>
      <w:r w:rsidR="00083993">
        <w:rPr>
          <w:rtl/>
        </w:rPr>
        <w:t xml:space="preserve">ں </w:t>
      </w:r>
      <w:r>
        <w:rPr>
          <w:rtl/>
        </w:rPr>
        <w:t>كے انجام سے عبرت8;دين كے دشمنو</w:t>
      </w:r>
      <w:r w:rsidR="00083993">
        <w:rPr>
          <w:rtl/>
        </w:rPr>
        <w:t xml:space="preserve">ں </w:t>
      </w:r>
      <w:r>
        <w:rPr>
          <w:rtl/>
        </w:rPr>
        <w:t>كے ساتھ فريب 4،9; دين كے دشمنو</w:t>
      </w:r>
      <w:r w:rsidR="00083993">
        <w:rPr>
          <w:rtl/>
        </w:rPr>
        <w:t xml:space="preserve">ں </w:t>
      </w:r>
      <w:r>
        <w:rPr>
          <w:rtl/>
        </w:rPr>
        <w:t>كے گھرو</w:t>
      </w:r>
      <w:r w:rsidR="00083993">
        <w:rPr>
          <w:rtl/>
        </w:rPr>
        <w:t xml:space="preserve">ں </w:t>
      </w:r>
      <w:r>
        <w:rPr>
          <w:rtl/>
        </w:rPr>
        <w:t>كى ويرانى 3،12، 13; دين كے دشمنو</w:t>
      </w:r>
      <w:r w:rsidR="00083993">
        <w:rPr>
          <w:rtl/>
        </w:rPr>
        <w:t xml:space="preserve">ں </w:t>
      </w:r>
      <w:r>
        <w:rPr>
          <w:rtl/>
        </w:rPr>
        <w:t>كے مكرو فريب كے آثار4،9</w:t>
      </w:r>
    </w:p>
    <w:p w:rsidR="001F628F" w:rsidRDefault="001F628F" w:rsidP="001F628F">
      <w:pPr>
        <w:pStyle w:val="libNormal"/>
        <w:rPr>
          <w:rtl/>
        </w:rPr>
      </w:pPr>
      <w:r>
        <w:rPr>
          <w:rFonts w:hint="eastAsia"/>
          <w:rtl/>
        </w:rPr>
        <w:t>روايت</w:t>
      </w:r>
      <w:r>
        <w:rPr>
          <w:rtl/>
        </w:rPr>
        <w:t>:12،13</w:t>
      </w:r>
    </w:p>
    <w:p w:rsidR="001F628F" w:rsidRDefault="001F628F" w:rsidP="0072001E">
      <w:pPr>
        <w:pStyle w:val="libNormal"/>
        <w:rPr>
          <w:rtl/>
        </w:rPr>
      </w:pPr>
      <w:r>
        <w:rPr>
          <w:rFonts w:hint="eastAsia"/>
          <w:rtl/>
        </w:rPr>
        <w:t>شكست</w:t>
      </w:r>
      <w:r>
        <w:rPr>
          <w:rtl/>
        </w:rPr>
        <w:t>:</w:t>
      </w:r>
      <w:r>
        <w:rPr>
          <w:rFonts w:hint="eastAsia"/>
          <w:rtl/>
        </w:rPr>
        <w:t>شكست</w:t>
      </w:r>
      <w:r>
        <w:rPr>
          <w:rtl/>
        </w:rPr>
        <w:t xml:space="preserve"> كے اسباب جاننے سے عاجزى 11</w:t>
      </w:r>
    </w:p>
    <w:p w:rsidR="001F628F" w:rsidRDefault="001F628F" w:rsidP="000A1BE4">
      <w:pPr>
        <w:pStyle w:val="libNormal"/>
        <w:rPr>
          <w:rtl/>
        </w:rPr>
      </w:pPr>
      <w:r>
        <w:rPr>
          <w:rFonts w:hint="eastAsia"/>
          <w:rtl/>
        </w:rPr>
        <w:t>عبرت</w:t>
      </w:r>
      <w:r>
        <w:rPr>
          <w:rtl/>
        </w:rPr>
        <w:t>:</w:t>
      </w:r>
      <w:r>
        <w:rPr>
          <w:rFonts w:hint="eastAsia"/>
          <w:rtl/>
        </w:rPr>
        <w:t>عبرت</w:t>
      </w:r>
      <w:r>
        <w:rPr>
          <w:rtl/>
        </w:rPr>
        <w:t xml:space="preserve"> كى اہميت 8; عبرت كے اسباب8</w:t>
      </w:r>
    </w:p>
    <w:p w:rsidR="001F628F" w:rsidRDefault="001F628F" w:rsidP="000A1BE4">
      <w:pPr>
        <w:pStyle w:val="libNormal"/>
        <w:rPr>
          <w:rtl/>
        </w:rPr>
      </w:pPr>
      <w:r>
        <w:rPr>
          <w:rFonts w:hint="eastAsia"/>
          <w:rtl/>
        </w:rPr>
        <w:t>قرآن</w:t>
      </w:r>
      <w:r>
        <w:rPr>
          <w:rtl/>
        </w:rPr>
        <w:t>:</w:t>
      </w:r>
      <w:r>
        <w:rPr>
          <w:rFonts w:hint="eastAsia"/>
          <w:rtl/>
        </w:rPr>
        <w:t>قرآن</w:t>
      </w:r>
      <w:r>
        <w:rPr>
          <w:rtl/>
        </w:rPr>
        <w:t xml:space="preserve"> پر افتراء باندھنا 2; قرآن پر افتراء باندھنے والو</w:t>
      </w:r>
      <w:r w:rsidR="00083993">
        <w:rPr>
          <w:rtl/>
        </w:rPr>
        <w:t xml:space="preserve">ں </w:t>
      </w:r>
      <w:r>
        <w:rPr>
          <w:rtl/>
        </w:rPr>
        <w:t>كو انذار 6; قرآن پر افتراء باندھنے والو</w:t>
      </w:r>
      <w:r w:rsidR="00083993">
        <w:rPr>
          <w:rtl/>
        </w:rPr>
        <w:t xml:space="preserve">ں </w:t>
      </w:r>
      <w:r>
        <w:rPr>
          <w:rtl/>
        </w:rPr>
        <w:t>كى ہلاكت 6; قرآن پر افسانہ ہونے كى تہمت 2; قرآن كى اہميت 6;قرآن كے دشمنو</w:t>
      </w:r>
      <w:r w:rsidR="00083993">
        <w:rPr>
          <w:rtl/>
        </w:rPr>
        <w:t xml:space="preserve">ں </w:t>
      </w:r>
      <w:r>
        <w:rPr>
          <w:rtl/>
        </w:rPr>
        <w:t>كامكر2; قرآن كے دشمنو</w:t>
      </w:r>
      <w:r w:rsidR="00083993">
        <w:rPr>
          <w:rtl/>
        </w:rPr>
        <w:t xml:space="preserve">ں </w:t>
      </w:r>
      <w:r>
        <w:rPr>
          <w:rtl/>
        </w:rPr>
        <w:t>كى سازش 2</w:t>
      </w:r>
    </w:p>
    <w:p w:rsidR="001F628F" w:rsidRPr="00120F63" w:rsidRDefault="000A1BE4" w:rsidP="000A1BE4">
      <w:pPr>
        <w:pStyle w:val="Heading2Center"/>
        <w:rPr>
          <w:rtl/>
        </w:rPr>
      </w:pPr>
      <w:bookmarkStart w:id="173" w:name="_Toc28081851"/>
      <w:r>
        <w:rPr>
          <w:rFonts w:hint="cs"/>
          <w:rtl/>
        </w:rPr>
        <w:t xml:space="preserve">آیت </w:t>
      </w:r>
      <w:r w:rsidRPr="00120F63">
        <w:rPr>
          <w:rFonts w:hint="cs"/>
          <w:rtl/>
        </w:rPr>
        <w:t>27</w:t>
      </w:r>
      <w:bookmarkEnd w:id="173"/>
    </w:p>
    <w:p w:rsidR="001F628F" w:rsidRDefault="00E260F9" w:rsidP="000A1BE4">
      <w:pPr>
        <w:pStyle w:val="libNormal"/>
        <w:rPr>
          <w:rtl/>
        </w:rPr>
      </w:pPr>
      <w:r w:rsidRPr="00E260F9">
        <w:rPr>
          <w:rStyle w:val="libAlaemChar"/>
          <w:rFonts w:hint="eastAsia"/>
          <w:rtl/>
        </w:rPr>
        <w:t>(</w:t>
      </w:r>
      <w:r w:rsidRPr="000A1BE4">
        <w:rPr>
          <w:rStyle w:val="libAieChar"/>
          <w:rFonts w:hint="eastAsia"/>
          <w:rtl/>
        </w:rPr>
        <w:t>ثُمَّ</w:t>
      </w:r>
      <w:r w:rsidRPr="000A1BE4">
        <w:rPr>
          <w:rStyle w:val="libAieChar"/>
          <w:rtl/>
        </w:rPr>
        <w:t xml:space="preserve"> يَوْمَ الْقِيَامَةِ يُخْزِيهِمْ وَيَقُولُ أَيْنَ شُرَكَآئِيَ الَّذِينَ كُنتُمْ تُشَاقُّونَ فِيهِمْ قَالَ الَّذِينَ أُوتُواْ الْعِلْمَ إِنَّ الْخِزْيَ الْيَوْمَ وَالْسُّوءَ عَلَى الْكَافِرِينَ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بعد وہ روز قيامت انھي</w:t>
      </w:r>
      <w:r w:rsidR="00083993">
        <w:rPr>
          <w:rtl/>
        </w:rPr>
        <w:t xml:space="preserve">ں </w:t>
      </w:r>
      <w:r>
        <w:rPr>
          <w:rtl/>
        </w:rPr>
        <w:t>رسوا كرے گا اور پوچھے گا كہا</w:t>
      </w:r>
      <w:r w:rsidR="00083993">
        <w:rPr>
          <w:rtl/>
        </w:rPr>
        <w:t xml:space="preserve">ں </w:t>
      </w:r>
      <w:r>
        <w:rPr>
          <w:rtl/>
        </w:rPr>
        <w:t>ہي</w:t>
      </w:r>
      <w:r w:rsidR="00083993">
        <w:rPr>
          <w:rtl/>
        </w:rPr>
        <w:t xml:space="preserve">ں </w:t>
      </w:r>
      <w:r>
        <w:rPr>
          <w:rtl/>
        </w:rPr>
        <w:t>وہ ميرے شريك جن كے بارے مي</w:t>
      </w:r>
      <w:r w:rsidR="00083993">
        <w:rPr>
          <w:rtl/>
        </w:rPr>
        <w:t xml:space="preserve">ں </w:t>
      </w:r>
      <w:r>
        <w:rPr>
          <w:rtl/>
        </w:rPr>
        <w:t>تم جھگڑا كيا كرتے تھے_ اس وقت صاحبان علم كہي</w:t>
      </w:r>
      <w:r w:rsidR="00083993">
        <w:rPr>
          <w:rtl/>
        </w:rPr>
        <w:t xml:space="preserve">ں </w:t>
      </w:r>
      <w:r>
        <w:rPr>
          <w:rtl/>
        </w:rPr>
        <w:t>گے كہ آج رسوائي اور برائي كافرو</w:t>
      </w:r>
      <w:r w:rsidR="00083993">
        <w:rPr>
          <w:rtl/>
        </w:rPr>
        <w:t xml:space="preserve">ں </w:t>
      </w:r>
      <w:r>
        <w:rPr>
          <w:rtl/>
        </w:rPr>
        <w:t>كے لئے ثابت ہوگئي ہے _</w:t>
      </w:r>
    </w:p>
    <w:p w:rsidR="001F628F" w:rsidRDefault="001F628F" w:rsidP="000A1BE4">
      <w:pPr>
        <w:pStyle w:val="libNormal"/>
        <w:rPr>
          <w:rtl/>
        </w:rPr>
      </w:pPr>
      <w:r>
        <w:rPr>
          <w:rtl/>
        </w:rPr>
        <w:t>1_ خداوند عالم ، دين كے خلاف سازش كرنے والو</w:t>
      </w:r>
      <w:r w:rsidR="00083993">
        <w:rPr>
          <w:rtl/>
        </w:rPr>
        <w:t xml:space="preserve">ں </w:t>
      </w:r>
      <w:r>
        <w:rPr>
          <w:rtl/>
        </w:rPr>
        <w:t>كو دنياوى عذاب سے دوچار كرنے كے علاوہ ، قيامت مي</w:t>
      </w:r>
      <w:r w:rsidR="00083993">
        <w:rPr>
          <w:rtl/>
        </w:rPr>
        <w:t xml:space="preserve">ں </w:t>
      </w:r>
      <w:r>
        <w:rPr>
          <w:rtl/>
        </w:rPr>
        <w:t>حقيرانہ انداز مي</w:t>
      </w:r>
      <w:r w:rsidR="00083993">
        <w:rPr>
          <w:rtl/>
        </w:rPr>
        <w:t xml:space="preserve">ں </w:t>
      </w:r>
      <w:r>
        <w:rPr>
          <w:rtl/>
        </w:rPr>
        <w:t>ذليل و خوار كرے گا_</w:t>
      </w:r>
      <w:r w:rsidRPr="000A1BE4">
        <w:rPr>
          <w:rStyle w:val="libArabicChar"/>
          <w:rFonts w:hint="eastAsia"/>
          <w:rtl/>
        </w:rPr>
        <w:t>قد</w:t>
      </w:r>
      <w:r w:rsidRPr="000A1BE4">
        <w:rPr>
          <w:rStyle w:val="libArabicChar"/>
          <w:rtl/>
        </w:rPr>
        <w:t xml:space="preserve"> مكر الذين من 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وات</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العذاب</w:t>
      </w:r>
      <w:r w:rsidRPr="000A1BE4">
        <w:rPr>
          <w:rStyle w:val="libArabicChar"/>
          <w:rtl/>
        </w:rPr>
        <w:t xml:space="preserve"> ... </w:t>
      </w:r>
      <w:r w:rsidRPr="000A1BE4">
        <w:rPr>
          <w:rStyle w:val="libArabicChar"/>
          <w:rFonts w:hint="cs"/>
          <w:rtl/>
        </w:rPr>
        <w:t>ثم</w:t>
      </w:r>
      <w:r w:rsidRPr="000A1BE4">
        <w:rPr>
          <w:rStyle w:val="libArabicChar"/>
          <w:rtl/>
        </w:rPr>
        <w:t xml:space="preserve"> </w:t>
      </w:r>
      <w:r w:rsidRPr="000A1BE4">
        <w:rPr>
          <w:rStyle w:val="libArabicChar"/>
          <w:rFonts w:hint="cs"/>
          <w:rtl/>
        </w:rPr>
        <w:t>يوم</w:t>
      </w:r>
      <w:r w:rsidRPr="000A1BE4">
        <w:rPr>
          <w:rStyle w:val="libArabicChar"/>
          <w:rtl/>
        </w:rPr>
        <w:t xml:space="preserve"> </w:t>
      </w:r>
      <w:r w:rsidRPr="000A1BE4">
        <w:rPr>
          <w:rStyle w:val="libArabicChar"/>
          <w:rFonts w:hint="cs"/>
          <w:rtl/>
        </w:rPr>
        <w:t>القيامة</w:t>
      </w:r>
      <w:r w:rsidRPr="000A1BE4">
        <w:rPr>
          <w:rStyle w:val="libArabicChar"/>
          <w:rtl/>
        </w:rPr>
        <w:t xml:space="preserve"> </w:t>
      </w:r>
      <w:r w:rsidRPr="000A1BE4">
        <w:rPr>
          <w:rStyle w:val="libArabicChar"/>
          <w:rFonts w:hint="cs"/>
          <w:rtl/>
        </w:rPr>
        <w:t>يخزي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ويقول</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ين</w:t>
      </w:r>
      <w:r w:rsidRPr="000A1BE4">
        <w:rPr>
          <w:rStyle w:val="libArabicChar"/>
          <w:rtl/>
        </w:rPr>
        <w:t xml:space="preserve"> شركائ</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''خزيٌ ''كا معنى شكست اور ذلت ہے يہ كيفيت كبھى خود شخصى كى طرف سے عارض ہو تى ہے او ر كبھى كسى دوسرے كى طرف سے ، اگر كسى</w:t>
      </w:r>
    </w:p>
    <w:p w:rsidR="000A1BE4" w:rsidRDefault="001E7F9D" w:rsidP="00F73EDE">
      <w:pPr>
        <w:pStyle w:val="libPoemTini"/>
        <w:rPr>
          <w:rtl/>
        </w:rPr>
      </w:pPr>
      <w:r>
        <w:rPr>
          <w:rtl/>
        </w:rPr>
        <w:cr/>
      </w:r>
      <w:r>
        <w:rPr>
          <w:rtl/>
        </w:rPr>
        <w:br w:type="page"/>
      </w:r>
    </w:p>
    <w:p w:rsidR="001F628F" w:rsidRDefault="001F628F" w:rsidP="000A1BE4">
      <w:pPr>
        <w:pStyle w:val="libNormal"/>
        <w:rPr>
          <w:rtl/>
        </w:rPr>
      </w:pPr>
      <w:r>
        <w:rPr>
          <w:rFonts w:hint="eastAsia"/>
          <w:rtl/>
        </w:rPr>
        <w:lastRenderedPageBreak/>
        <w:t>دوسرے</w:t>
      </w:r>
      <w:r>
        <w:rPr>
          <w:rtl/>
        </w:rPr>
        <w:t xml:space="preserve"> كى طرف سے ہو تو اس كے ساتھ پستى اور حقارت ہوتى ہے _</w:t>
      </w:r>
    </w:p>
    <w:p w:rsidR="001F628F" w:rsidRDefault="001F628F" w:rsidP="001F628F">
      <w:pPr>
        <w:pStyle w:val="libNormal"/>
        <w:rPr>
          <w:rtl/>
        </w:rPr>
      </w:pPr>
      <w:r>
        <w:rPr>
          <w:rtl/>
        </w:rPr>
        <w:t>2_ قيامت مي</w:t>
      </w:r>
      <w:r w:rsidR="00083993">
        <w:rPr>
          <w:rtl/>
        </w:rPr>
        <w:t xml:space="preserve">ں </w:t>
      </w:r>
      <w:r>
        <w:rPr>
          <w:rtl/>
        </w:rPr>
        <w:t>مشركين كو اپنے شرك آلودہ عقيدہ كى وجہ سے دوبارہ طلب كيا جائے گا_</w:t>
      </w:r>
    </w:p>
    <w:p w:rsidR="001F628F" w:rsidRDefault="001F628F" w:rsidP="000A1BE4">
      <w:pPr>
        <w:pStyle w:val="libArabic"/>
        <w:rPr>
          <w:rtl/>
        </w:rPr>
      </w:pPr>
      <w:r>
        <w:rPr>
          <w:rFonts w:hint="eastAsia"/>
          <w:rtl/>
        </w:rPr>
        <w:t>ثم</w:t>
      </w:r>
      <w:r>
        <w:rPr>
          <w:rtl/>
        </w:rPr>
        <w:t xml:space="preserve"> يوم القيامة ...ويقول ا ين شركاء ي</w:t>
      </w:r>
    </w:p>
    <w:p w:rsidR="001F628F" w:rsidRDefault="001F628F" w:rsidP="000A1BE4">
      <w:pPr>
        <w:pStyle w:val="libNormal"/>
        <w:rPr>
          <w:rtl/>
        </w:rPr>
      </w:pPr>
      <w:r>
        <w:rPr>
          <w:rtl/>
        </w:rPr>
        <w:t>3_ خداوند عالم قيامت مي</w:t>
      </w:r>
      <w:r w:rsidR="00083993">
        <w:rPr>
          <w:rtl/>
        </w:rPr>
        <w:t xml:space="preserve">ں </w:t>
      </w:r>
      <w:r>
        <w:rPr>
          <w:rtl/>
        </w:rPr>
        <w:t>بہ ذات خود ، مشركين كو طلب كرے گا_</w:t>
      </w:r>
      <w:r w:rsidRPr="000A1BE4">
        <w:rPr>
          <w:rStyle w:val="libArabicChar"/>
          <w:rFonts w:hint="eastAsia"/>
          <w:rtl/>
        </w:rPr>
        <w:t>ويقول</w:t>
      </w:r>
      <w:r w:rsidRPr="000A1BE4">
        <w:rPr>
          <w:rStyle w:val="libArabicChar"/>
          <w:rtl/>
        </w:rPr>
        <w:t xml:space="preserve"> اين شركاء ي</w:t>
      </w:r>
    </w:p>
    <w:p w:rsidR="001F628F" w:rsidRDefault="001F628F" w:rsidP="000A1BE4">
      <w:pPr>
        <w:pStyle w:val="libNormal"/>
        <w:rPr>
          <w:rtl/>
        </w:rPr>
      </w:pPr>
      <w:r>
        <w:rPr>
          <w:rtl/>
        </w:rPr>
        <w:t>4_ مشركين ، خدائے وحدہ كے ساتھ ساتھ، متعدد خداؤ</w:t>
      </w:r>
      <w:r w:rsidR="00083993">
        <w:rPr>
          <w:rtl/>
        </w:rPr>
        <w:t xml:space="preserve">ں </w:t>
      </w:r>
      <w:r>
        <w:rPr>
          <w:rtl/>
        </w:rPr>
        <w:t>كے معتقد ہي</w:t>
      </w:r>
      <w:r w:rsidR="00083993">
        <w:rPr>
          <w:rtl/>
        </w:rPr>
        <w:t xml:space="preserve">ں </w:t>
      </w:r>
      <w:r>
        <w:rPr>
          <w:rtl/>
        </w:rPr>
        <w:t>_</w:t>
      </w:r>
      <w:r w:rsidRPr="000A1BE4">
        <w:rPr>
          <w:rStyle w:val="libArabicChar"/>
          <w:rFonts w:hint="eastAsia"/>
          <w:rtl/>
        </w:rPr>
        <w:t>ويقول</w:t>
      </w:r>
      <w:r w:rsidRPr="000A1BE4">
        <w:rPr>
          <w:rStyle w:val="libArabicChar"/>
          <w:rtl/>
        </w:rPr>
        <w:t xml:space="preserve"> اين شركاء ي</w:t>
      </w:r>
    </w:p>
    <w:p w:rsidR="001F628F" w:rsidRDefault="001F628F" w:rsidP="001F628F">
      <w:pPr>
        <w:pStyle w:val="libNormal"/>
        <w:rPr>
          <w:rtl/>
        </w:rPr>
      </w:pPr>
      <w:r>
        <w:rPr>
          <w:rtl/>
        </w:rPr>
        <w:t>''شركائ'' كو جمع لانا ان كے كے متعدد ہونے سے حكايت ہے او رضمير متكلم كى طرف اس كا مضاف ہونا اس چيز سے حاكى ہے كہ وہ خدا كے ساتھ دوسرے خداؤ</w:t>
      </w:r>
      <w:r w:rsidR="00083993">
        <w:rPr>
          <w:rtl/>
        </w:rPr>
        <w:t xml:space="preserve">ں </w:t>
      </w:r>
      <w:r>
        <w:rPr>
          <w:rtl/>
        </w:rPr>
        <w:t>كا بھى اعتقاد ركھتے تھے_</w:t>
      </w:r>
    </w:p>
    <w:p w:rsidR="001F628F" w:rsidRDefault="001F628F" w:rsidP="000A1BE4">
      <w:pPr>
        <w:pStyle w:val="libNormal"/>
        <w:rPr>
          <w:rtl/>
        </w:rPr>
      </w:pPr>
      <w:r>
        <w:rPr>
          <w:rtl/>
        </w:rPr>
        <w:t>5_ مشركين، اپنے دعوى كردہ معبودو</w:t>
      </w:r>
      <w:r w:rsidR="00083993">
        <w:rPr>
          <w:rtl/>
        </w:rPr>
        <w:t xml:space="preserve">ں </w:t>
      </w:r>
      <w:r>
        <w:rPr>
          <w:rtl/>
        </w:rPr>
        <w:t>كا سختى سے دفاع كرتے اوران كے بارے مي</w:t>
      </w:r>
      <w:r w:rsidR="00083993">
        <w:rPr>
          <w:rtl/>
        </w:rPr>
        <w:t xml:space="preserve">ں </w:t>
      </w:r>
      <w:r>
        <w:rPr>
          <w:rtl/>
        </w:rPr>
        <w:t>توحيد پرستو</w:t>
      </w:r>
      <w:r w:rsidR="00083993">
        <w:rPr>
          <w:rtl/>
        </w:rPr>
        <w:t xml:space="preserve">ں </w:t>
      </w:r>
      <w:r>
        <w:rPr>
          <w:rtl/>
        </w:rPr>
        <w:t>سے تنازع كرتے تھے_</w:t>
      </w:r>
      <w:r w:rsidRPr="000A1BE4">
        <w:rPr>
          <w:rStyle w:val="libArabicChar"/>
          <w:rFonts w:hint="eastAsia"/>
          <w:rtl/>
        </w:rPr>
        <w:t>اين</w:t>
      </w:r>
      <w:r w:rsidRPr="000A1BE4">
        <w:rPr>
          <w:rStyle w:val="libArabicChar"/>
          <w:rtl/>
        </w:rPr>
        <w:t xml:space="preserve"> شركاء ى الذين كنتم تشاقوّن في</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tl/>
        </w:rPr>
        <w:t>''مصدر شقاق'' سے ''تشاقون'' كا معنى اس طرح مخالفت ہے كہ ايك شخص ايك فريق اور دوسرا شخص دوسرا فريق ہو فعل ''تشاقون'' باب مفاعلہ جو دو طرفہ افعال كے استفادہ كے ليے ہوتا ہے _قرينہ مقاميہ كى بناء پر مشركين سے تنازع كرنے والے دوسرے فريق وہ لوگ تھے جو خدائے وحدہ كے معتقد تھے اور انہي</w:t>
      </w:r>
      <w:r w:rsidR="00083993">
        <w:rPr>
          <w:rtl/>
        </w:rPr>
        <w:t xml:space="preserve">ں </w:t>
      </w:r>
      <w:r>
        <w:rPr>
          <w:rtl/>
        </w:rPr>
        <w:t>موحدين سے تعبير كيا جاتا ہے_</w:t>
      </w:r>
    </w:p>
    <w:p w:rsidR="001F628F" w:rsidRDefault="001F628F" w:rsidP="001F628F">
      <w:pPr>
        <w:pStyle w:val="libNormal"/>
        <w:rPr>
          <w:rtl/>
        </w:rPr>
      </w:pPr>
      <w:r>
        <w:rPr>
          <w:rtl/>
        </w:rPr>
        <w:t>6_ اپنے شرك آلودہ عقيدے كى وجہ سے مشركين كى توحيد پرستو</w:t>
      </w:r>
      <w:r w:rsidR="00083993">
        <w:rPr>
          <w:rtl/>
        </w:rPr>
        <w:t xml:space="preserve">ں </w:t>
      </w:r>
      <w:r>
        <w:rPr>
          <w:rtl/>
        </w:rPr>
        <w:t>سے دشمنى ہميشہ جارى رہى ہے _</w:t>
      </w:r>
    </w:p>
    <w:p w:rsidR="001F628F" w:rsidRDefault="001F628F" w:rsidP="000A1BE4">
      <w:pPr>
        <w:pStyle w:val="libArabic"/>
        <w:rPr>
          <w:rtl/>
        </w:rPr>
      </w:pPr>
      <w:r>
        <w:rPr>
          <w:rFonts w:hint="eastAsia"/>
          <w:rtl/>
        </w:rPr>
        <w:t>اين</w:t>
      </w:r>
      <w:r>
        <w:rPr>
          <w:rtl/>
        </w:rPr>
        <w:t xml:space="preserve"> شركاء ى الذين كنتم تشاقون في</w:t>
      </w:r>
      <w:r w:rsidR="00120F63" w:rsidRPr="00ED5DE8">
        <w:rPr>
          <w:rFonts w:hint="cs"/>
          <w:rtl/>
        </w:rPr>
        <w:t>ه</w:t>
      </w:r>
      <w:r>
        <w:rPr>
          <w:rFonts w:hint="cs"/>
          <w:rtl/>
        </w:rPr>
        <w:t>م</w:t>
      </w:r>
    </w:p>
    <w:p w:rsidR="001F628F" w:rsidRDefault="001F628F" w:rsidP="001F628F">
      <w:pPr>
        <w:pStyle w:val="libNormal"/>
        <w:rPr>
          <w:rtl/>
        </w:rPr>
      </w:pPr>
      <w:r>
        <w:rPr>
          <w:rFonts w:hint="eastAsia"/>
          <w:rtl/>
        </w:rPr>
        <w:t>فعل</w:t>
      </w:r>
      <w:r>
        <w:rPr>
          <w:rtl/>
        </w:rPr>
        <w:t xml:space="preserve"> ''كنتم''اور ''تشاقون'' كى تركيب ماضى استمرارى كا فائدہ دے رہى ہے اور مذكورہ مطلب كى طرف اشارہ ہے _</w:t>
      </w:r>
    </w:p>
    <w:p w:rsidR="001F628F" w:rsidRDefault="001F628F" w:rsidP="001F628F">
      <w:pPr>
        <w:pStyle w:val="libNormal"/>
        <w:rPr>
          <w:rtl/>
        </w:rPr>
      </w:pPr>
      <w:r>
        <w:rPr>
          <w:rtl/>
        </w:rPr>
        <w:t>7_ قيامت كے دن ، خداوندعالم كى پيشى كے مقابلے مي</w:t>
      </w:r>
      <w:r w:rsidR="00083993">
        <w:rPr>
          <w:rtl/>
        </w:rPr>
        <w:t xml:space="preserve">ں </w:t>
      </w:r>
      <w:r>
        <w:rPr>
          <w:rtl/>
        </w:rPr>
        <w:t>مشركين جواب نہي</w:t>
      </w:r>
      <w:r w:rsidR="00083993">
        <w:rPr>
          <w:rtl/>
        </w:rPr>
        <w:t xml:space="preserve">ں </w:t>
      </w:r>
      <w:r>
        <w:rPr>
          <w:rtl/>
        </w:rPr>
        <w:t>دے سكي</w:t>
      </w:r>
      <w:r w:rsidR="00083993">
        <w:rPr>
          <w:rtl/>
        </w:rPr>
        <w:t xml:space="preserve">ں </w:t>
      </w:r>
      <w:r>
        <w:rPr>
          <w:rtl/>
        </w:rPr>
        <w:t>گے_</w:t>
      </w:r>
    </w:p>
    <w:p w:rsidR="001F628F" w:rsidRDefault="001F628F" w:rsidP="000A1BE4">
      <w:pPr>
        <w:pStyle w:val="libArabic"/>
        <w:rPr>
          <w:rtl/>
        </w:rPr>
      </w:pPr>
      <w:r>
        <w:rPr>
          <w:rFonts w:hint="eastAsia"/>
          <w:rtl/>
        </w:rPr>
        <w:t>اين</w:t>
      </w:r>
      <w:r>
        <w:rPr>
          <w:rtl/>
        </w:rPr>
        <w:t xml:space="preserve"> شركاء ى الذين كنتم تشاقون في</w:t>
      </w:r>
      <w:r w:rsidR="00120F63" w:rsidRPr="00ED5DE8">
        <w:rPr>
          <w:rFonts w:hint="cs"/>
          <w:rtl/>
        </w:rPr>
        <w:t>ه</w:t>
      </w:r>
      <w:r>
        <w:rPr>
          <w:rFonts w:hint="cs"/>
          <w:rtl/>
        </w:rPr>
        <w:t>م</w:t>
      </w:r>
      <w:r>
        <w:rPr>
          <w:rtl/>
        </w:rPr>
        <w:t xml:space="preserve"> </w:t>
      </w:r>
      <w:r>
        <w:rPr>
          <w:rFonts w:hint="cs"/>
          <w:rtl/>
        </w:rPr>
        <w:t>قال</w:t>
      </w:r>
      <w:r>
        <w:rPr>
          <w:rtl/>
        </w:rPr>
        <w:t xml:space="preserve"> </w:t>
      </w:r>
      <w:r>
        <w:rPr>
          <w:rFonts w:hint="cs"/>
          <w:rtl/>
        </w:rPr>
        <w:t>الذين</w:t>
      </w:r>
      <w:r>
        <w:rPr>
          <w:rtl/>
        </w:rPr>
        <w:t xml:space="preserve"> </w:t>
      </w:r>
      <w:r>
        <w:rPr>
          <w:rFonts w:hint="cs"/>
          <w:rtl/>
        </w:rPr>
        <w:t>اؤ</w:t>
      </w:r>
      <w:r>
        <w:rPr>
          <w:rtl/>
        </w:rPr>
        <w:t xml:space="preserve"> </w:t>
      </w:r>
      <w:r>
        <w:rPr>
          <w:rFonts w:hint="cs"/>
          <w:rtl/>
        </w:rPr>
        <w:t>توا</w:t>
      </w:r>
      <w:r>
        <w:rPr>
          <w:rtl/>
        </w:rPr>
        <w:t xml:space="preserve"> العلم</w:t>
      </w:r>
    </w:p>
    <w:p w:rsidR="001F628F" w:rsidRDefault="001F628F" w:rsidP="001F628F">
      <w:pPr>
        <w:pStyle w:val="libNormal"/>
        <w:rPr>
          <w:rtl/>
        </w:rPr>
      </w:pPr>
      <w:r>
        <w:rPr>
          <w:rFonts w:hint="eastAsia"/>
          <w:rtl/>
        </w:rPr>
        <w:t>چونكہ</w:t>
      </w:r>
      <w:r>
        <w:rPr>
          <w:rtl/>
        </w:rPr>
        <w:t xml:space="preserve"> آيت مي</w:t>
      </w:r>
      <w:r w:rsidR="00083993">
        <w:rPr>
          <w:rtl/>
        </w:rPr>
        <w:t xml:space="preserve">ں </w:t>
      </w:r>
      <w:r>
        <w:rPr>
          <w:rtl/>
        </w:rPr>
        <w:t>مشركين كے جواب كو بيان كرنے كے بجائے ، دوسرے افراد كو مو رد گفتگو قرار دے ديا گيا ہے _ اس سے معلوم ہوتا ہے كہ خداوند عالم كے مواخذہ كے مقابلے مي</w:t>
      </w:r>
      <w:r w:rsidR="00083993">
        <w:rPr>
          <w:rtl/>
        </w:rPr>
        <w:t xml:space="preserve">ں </w:t>
      </w:r>
      <w:r>
        <w:rPr>
          <w:rtl/>
        </w:rPr>
        <w:t>مشركين كے پاس پيش كرنے كے ليے كوئي جواب نہي</w:t>
      </w:r>
      <w:r w:rsidR="00083993">
        <w:rPr>
          <w:rtl/>
        </w:rPr>
        <w:t xml:space="preserve">ں </w:t>
      </w:r>
      <w:r>
        <w:rPr>
          <w:rtl/>
        </w:rPr>
        <w:t>ہوگا_</w:t>
      </w:r>
    </w:p>
    <w:p w:rsidR="001F628F" w:rsidRDefault="001F628F" w:rsidP="000A1BE4">
      <w:pPr>
        <w:pStyle w:val="libNormal"/>
        <w:rPr>
          <w:rtl/>
        </w:rPr>
      </w:pPr>
      <w:r>
        <w:rPr>
          <w:rtl/>
        </w:rPr>
        <w:t>8_ قيامت مي</w:t>
      </w:r>
      <w:r w:rsidR="00083993">
        <w:rPr>
          <w:rtl/>
        </w:rPr>
        <w:t xml:space="preserve">ں </w:t>
      </w:r>
      <w:r>
        <w:rPr>
          <w:rtl/>
        </w:rPr>
        <w:t>، مشركين كے خداو</w:t>
      </w:r>
      <w:r w:rsidR="00083993">
        <w:rPr>
          <w:rtl/>
        </w:rPr>
        <w:t xml:space="preserve">ں </w:t>
      </w:r>
      <w:r>
        <w:rPr>
          <w:rtl/>
        </w:rPr>
        <w:t>كا بطلان و فضول پن ظاہر ہوجائے گا_</w:t>
      </w:r>
      <w:r w:rsidRPr="000A1BE4">
        <w:rPr>
          <w:rStyle w:val="libArabicChar"/>
          <w:rFonts w:hint="eastAsia"/>
          <w:rtl/>
        </w:rPr>
        <w:t>يقول</w:t>
      </w:r>
      <w:r w:rsidRPr="000A1BE4">
        <w:rPr>
          <w:rStyle w:val="libArabicChar"/>
          <w:rtl/>
        </w:rPr>
        <w:t xml:space="preserve"> اين شركاء ى الذين كنتم تشاقون في</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Fonts w:hint="eastAsia"/>
          <w:rtl/>
        </w:rPr>
        <w:t>چونكہ</w:t>
      </w:r>
      <w:r>
        <w:rPr>
          <w:rtl/>
        </w:rPr>
        <w:t xml:space="preserve"> خداوند عالم قيامت مي</w:t>
      </w:r>
      <w:r w:rsidR="00083993">
        <w:rPr>
          <w:rtl/>
        </w:rPr>
        <w:t xml:space="preserve">ں </w:t>
      </w:r>
      <w:r>
        <w:rPr>
          <w:rtl/>
        </w:rPr>
        <w:t>مشركين سے مواخذہ كرتے وقت ان سے پوچھے گا: تمھارے وہ خدا كہا</w:t>
      </w:r>
      <w:r w:rsidR="00083993">
        <w:rPr>
          <w:rtl/>
        </w:rPr>
        <w:t xml:space="preserve">ں </w:t>
      </w:r>
      <w:r>
        <w:rPr>
          <w:rtl/>
        </w:rPr>
        <w:t>ہي</w:t>
      </w:r>
      <w:r w:rsidR="00083993">
        <w:rPr>
          <w:rtl/>
        </w:rPr>
        <w:t xml:space="preserve">ں </w:t>
      </w:r>
      <w:r>
        <w:rPr>
          <w:rtl/>
        </w:rPr>
        <w:t>جن كا تم دعوى كرتے تھے اور وہ جواب نہي</w:t>
      </w:r>
      <w:r w:rsidR="00083993">
        <w:rPr>
          <w:rtl/>
        </w:rPr>
        <w:t xml:space="preserve">ں </w:t>
      </w:r>
      <w:r>
        <w:rPr>
          <w:rtl/>
        </w:rPr>
        <w:t>دے سكي</w:t>
      </w:r>
      <w:r w:rsidR="00083993">
        <w:rPr>
          <w:rtl/>
        </w:rPr>
        <w:t xml:space="preserve">ں </w:t>
      </w:r>
      <w:r>
        <w:rPr>
          <w:rtl/>
        </w:rPr>
        <w:t>گے لہذا يہ مشركين كے معبودو</w:t>
      </w:r>
      <w:r w:rsidR="00083993">
        <w:rPr>
          <w:rtl/>
        </w:rPr>
        <w:t xml:space="preserve">ں </w:t>
      </w:r>
      <w:r>
        <w:rPr>
          <w:rtl/>
        </w:rPr>
        <w:t>كے بطلان كے آشكار ہونے سے حكايت ہے_</w:t>
      </w: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9_ قيامت كے دن مشركين كے دعوى كردہ معبودو</w:t>
      </w:r>
      <w:r w:rsidR="00083993">
        <w:rPr>
          <w:rtl/>
        </w:rPr>
        <w:t xml:space="preserve">ں </w:t>
      </w:r>
      <w:r>
        <w:rPr>
          <w:rtl/>
        </w:rPr>
        <w:t>كے بارے مي</w:t>
      </w:r>
      <w:r w:rsidR="00083993">
        <w:rPr>
          <w:rtl/>
        </w:rPr>
        <w:t xml:space="preserve">ں </w:t>
      </w:r>
      <w:r>
        <w:rPr>
          <w:rtl/>
        </w:rPr>
        <w:t>ان كى دوبارہ پيشى ، ان كى اخروى ذلت و خوارى كا ايك نمونہ ہے_</w:t>
      </w:r>
      <w:r w:rsidRPr="000A1BE4">
        <w:rPr>
          <w:rStyle w:val="libArabicChar"/>
          <w:rFonts w:hint="eastAsia"/>
          <w:rtl/>
        </w:rPr>
        <w:t>ثم</w:t>
      </w:r>
      <w:r w:rsidRPr="000A1BE4">
        <w:rPr>
          <w:rStyle w:val="libArabicChar"/>
          <w:rtl/>
        </w:rPr>
        <w:t xml:space="preserve"> يوم القيامة يخزي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ويقول</w:t>
      </w:r>
      <w:r w:rsidRPr="000A1BE4">
        <w:rPr>
          <w:rStyle w:val="libArabicChar"/>
          <w:rtl/>
        </w:rPr>
        <w:t xml:space="preserve"> </w:t>
      </w:r>
      <w:r w:rsidRPr="000A1BE4">
        <w:rPr>
          <w:rStyle w:val="libArabicChar"/>
          <w:rFonts w:hint="cs"/>
          <w:rtl/>
        </w:rPr>
        <w:t>اين</w:t>
      </w:r>
      <w:r w:rsidRPr="000A1BE4">
        <w:rPr>
          <w:rStyle w:val="libArabicChar"/>
          <w:rtl/>
        </w:rPr>
        <w:t xml:space="preserve"> </w:t>
      </w:r>
      <w:r w:rsidRPr="000A1BE4">
        <w:rPr>
          <w:rStyle w:val="libArabicChar"/>
          <w:rFonts w:hint="cs"/>
          <w:rtl/>
        </w:rPr>
        <w:t>شركاء</w:t>
      </w:r>
      <w:r w:rsidRPr="000A1BE4">
        <w:rPr>
          <w:rStyle w:val="libArabicChar"/>
          <w:rtl/>
        </w:rPr>
        <w:t xml:space="preserve"> </w:t>
      </w:r>
      <w:r w:rsidRPr="000A1BE4">
        <w:rPr>
          <w:rStyle w:val="libArabicChar"/>
          <w:rFonts w:hint="cs"/>
          <w:rtl/>
        </w:rPr>
        <w:t>ى</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كنت</w:t>
      </w:r>
      <w:r w:rsidRPr="000A1BE4">
        <w:rPr>
          <w:rStyle w:val="libArabicChar"/>
          <w:rtl/>
        </w:rPr>
        <w:t>م تشاقون في</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tl/>
        </w:rPr>
        <w:t>''ويقول'' مي</w:t>
      </w:r>
      <w:r w:rsidR="00083993">
        <w:rPr>
          <w:rtl/>
        </w:rPr>
        <w:t xml:space="preserve">ں </w:t>
      </w:r>
      <w:r>
        <w:rPr>
          <w:rtl/>
        </w:rPr>
        <w:t>''واو'' عاطفہ ہے او ر ممكن ہے عطف تفسيرى ہو اس بناء پر ''مشركين كا مورد مواخذہ قرارپانا'' ان كا ذلت و خوارى كا نمونہ ہے_</w:t>
      </w:r>
    </w:p>
    <w:p w:rsidR="001F628F" w:rsidRDefault="001F628F" w:rsidP="001F628F">
      <w:pPr>
        <w:pStyle w:val="libNormal"/>
        <w:rPr>
          <w:rtl/>
        </w:rPr>
      </w:pPr>
      <w:r>
        <w:rPr>
          <w:rtl/>
        </w:rPr>
        <w:t>10_ روز قيامت اہل علم ، كفار كو ان كو اس دن كى ذلت سے آگاہ كردي</w:t>
      </w:r>
      <w:r w:rsidR="00083993">
        <w:rPr>
          <w:rtl/>
        </w:rPr>
        <w:t xml:space="preserve">ں </w:t>
      </w:r>
      <w:r>
        <w:rPr>
          <w:rtl/>
        </w:rPr>
        <w:t>گے_</w:t>
      </w:r>
    </w:p>
    <w:p w:rsidR="001F628F" w:rsidRDefault="001F628F" w:rsidP="000A1BE4">
      <w:pPr>
        <w:pStyle w:val="libArabic"/>
        <w:rPr>
          <w:rtl/>
        </w:rPr>
      </w:pPr>
      <w:r>
        <w:rPr>
          <w:rFonts w:hint="eastAsia"/>
          <w:rtl/>
        </w:rPr>
        <w:t>قال</w:t>
      </w:r>
      <w:r>
        <w:rPr>
          <w:rtl/>
        </w:rPr>
        <w:t xml:space="preserve"> الذين اوتوالعلم ان الخز ى اليوم والسوٌ على الكافرين</w:t>
      </w:r>
    </w:p>
    <w:p w:rsidR="001F628F" w:rsidRDefault="001F628F" w:rsidP="000A1BE4">
      <w:pPr>
        <w:pStyle w:val="libNormal"/>
        <w:rPr>
          <w:rtl/>
        </w:rPr>
      </w:pPr>
      <w:r>
        <w:rPr>
          <w:rtl/>
        </w:rPr>
        <w:t>11_ قيامت مي</w:t>
      </w:r>
      <w:r w:rsidR="00083993">
        <w:rPr>
          <w:rtl/>
        </w:rPr>
        <w:t xml:space="preserve">ں </w:t>
      </w:r>
      <w:r>
        <w:rPr>
          <w:rtl/>
        </w:rPr>
        <w:t>مشركين كا مواخذہ ،اہل علم كے حضور انجام پائے گا_</w:t>
      </w:r>
      <w:r w:rsidRPr="000A1BE4">
        <w:rPr>
          <w:rStyle w:val="libArabicChar"/>
          <w:rFonts w:hint="eastAsia"/>
          <w:rtl/>
        </w:rPr>
        <w:t>ويقول</w:t>
      </w:r>
      <w:r w:rsidRPr="000A1BE4">
        <w:rPr>
          <w:rStyle w:val="libArabicChar"/>
          <w:rtl/>
        </w:rPr>
        <w:t xml:space="preserve"> اين شركاء ي ...قال الذين اوتواالعلم</w:t>
      </w:r>
    </w:p>
    <w:p w:rsidR="001F628F" w:rsidRDefault="001F628F" w:rsidP="001F628F">
      <w:pPr>
        <w:pStyle w:val="libNormal"/>
        <w:rPr>
          <w:rtl/>
        </w:rPr>
      </w:pPr>
      <w:r>
        <w:rPr>
          <w:rtl/>
        </w:rPr>
        <w:t>12_ خداوند عالم كے عطا كردہ علوم كے مالك افراد ، شائستہ اور بلند مقام كے حامل ہي</w:t>
      </w:r>
      <w:r w:rsidR="00083993">
        <w:rPr>
          <w:rtl/>
        </w:rPr>
        <w:t xml:space="preserve">ں </w:t>
      </w:r>
      <w:r>
        <w:rPr>
          <w:rtl/>
        </w:rPr>
        <w:t>_</w:t>
      </w:r>
    </w:p>
    <w:p w:rsidR="001F628F" w:rsidRDefault="001F628F" w:rsidP="000A1BE4">
      <w:pPr>
        <w:pStyle w:val="libArabic"/>
        <w:rPr>
          <w:rtl/>
        </w:rPr>
      </w:pPr>
      <w:r>
        <w:rPr>
          <w:rFonts w:hint="eastAsia"/>
          <w:rtl/>
        </w:rPr>
        <w:t>قال</w:t>
      </w:r>
      <w:r>
        <w:rPr>
          <w:rtl/>
        </w:rPr>
        <w:t xml:space="preserve"> الذين اوتوا العلم ان الخزى اليوم والسوء على الكافرين</w:t>
      </w:r>
    </w:p>
    <w:p w:rsidR="001F628F" w:rsidRDefault="001F628F" w:rsidP="001F628F">
      <w:pPr>
        <w:pStyle w:val="libNormal"/>
        <w:rPr>
          <w:rtl/>
        </w:rPr>
      </w:pPr>
      <w:r>
        <w:rPr>
          <w:rtl/>
        </w:rPr>
        <w:t>13_ قيامت كے دن كچھ افراد ، بات كرنے مي</w:t>
      </w:r>
      <w:r w:rsidR="00083993">
        <w:rPr>
          <w:rtl/>
        </w:rPr>
        <w:t xml:space="preserve">ں </w:t>
      </w:r>
      <w:r>
        <w:rPr>
          <w:rtl/>
        </w:rPr>
        <w:t>آزاد اور ان كے ليے كسى قسم كى ركاوٹ نہي</w:t>
      </w:r>
      <w:r w:rsidR="00083993">
        <w:rPr>
          <w:rtl/>
        </w:rPr>
        <w:t xml:space="preserve">ں </w:t>
      </w:r>
      <w:r>
        <w:rPr>
          <w:rtl/>
        </w:rPr>
        <w:t>ہوگي_</w:t>
      </w:r>
    </w:p>
    <w:p w:rsidR="001F628F" w:rsidRDefault="001F628F" w:rsidP="000A1BE4">
      <w:pPr>
        <w:pStyle w:val="libArabic"/>
        <w:rPr>
          <w:rtl/>
        </w:rPr>
      </w:pPr>
      <w:r>
        <w:rPr>
          <w:rFonts w:hint="eastAsia"/>
          <w:rtl/>
        </w:rPr>
        <w:t>ثم</w:t>
      </w:r>
      <w:r>
        <w:rPr>
          <w:rtl/>
        </w:rPr>
        <w:t xml:space="preserve"> يوم القيامة ...قال الذين اؤتوا العلم</w:t>
      </w:r>
    </w:p>
    <w:p w:rsidR="001F628F" w:rsidRDefault="001F628F" w:rsidP="000A1BE4">
      <w:pPr>
        <w:pStyle w:val="libNormal"/>
        <w:rPr>
          <w:rtl/>
        </w:rPr>
      </w:pPr>
      <w:r>
        <w:rPr>
          <w:rtl/>
        </w:rPr>
        <w:t>14_ قيامت بڑا سخت اور رسواء كرنے والا دن ہے_</w:t>
      </w:r>
      <w:r w:rsidRPr="000A1BE4">
        <w:rPr>
          <w:rStyle w:val="libArabicChar"/>
          <w:rFonts w:hint="eastAsia"/>
          <w:rtl/>
        </w:rPr>
        <w:t>ان</w:t>
      </w:r>
      <w:r w:rsidRPr="000A1BE4">
        <w:rPr>
          <w:rStyle w:val="libArabicChar"/>
          <w:rtl/>
        </w:rPr>
        <w:t xml:space="preserve"> الخزى اليوم والسوء على الكافرين</w:t>
      </w:r>
    </w:p>
    <w:p w:rsidR="001F628F" w:rsidRDefault="001F628F" w:rsidP="000A1BE4">
      <w:pPr>
        <w:pStyle w:val="libNormal"/>
        <w:rPr>
          <w:rtl/>
        </w:rPr>
      </w:pPr>
      <w:r>
        <w:rPr>
          <w:rtl/>
        </w:rPr>
        <w:t>15_ مشركين جو كہ قرآن كو افسانہ كہتے ہي</w:t>
      </w:r>
      <w:r w:rsidR="00083993">
        <w:rPr>
          <w:rtl/>
        </w:rPr>
        <w:t xml:space="preserve">ں </w:t>
      </w:r>
      <w:r>
        <w:rPr>
          <w:rtl/>
        </w:rPr>
        <w:t>اور وہ لوگ جو دين الہى كے خلاف سازش كرتے ہي</w:t>
      </w:r>
      <w:r w:rsidR="00083993">
        <w:rPr>
          <w:rtl/>
        </w:rPr>
        <w:t xml:space="preserve">ں </w:t>
      </w:r>
      <w:r>
        <w:rPr>
          <w:rtl/>
        </w:rPr>
        <w:t>، وہ علماء دين كے ساتھ حقيرانہ اور رسوا ئي والا سلوك كرتے ہي</w:t>
      </w:r>
      <w:r w:rsidR="00083993">
        <w:rPr>
          <w:rtl/>
        </w:rPr>
        <w:t xml:space="preserve">ں </w:t>
      </w:r>
      <w:r>
        <w:rPr>
          <w:rtl/>
        </w:rPr>
        <w:t>_</w:t>
      </w:r>
      <w:r w:rsidRPr="000A1BE4">
        <w:rPr>
          <w:rStyle w:val="libArabicChar"/>
          <w:rFonts w:hint="eastAsia"/>
          <w:rtl/>
        </w:rPr>
        <w:t>وا</w:t>
      </w:r>
      <w:r w:rsidRPr="000A1BE4">
        <w:rPr>
          <w:rStyle w:val="libArabicChar"/>
          <w:rtl/>
        </w:rPr>
        <w:t xml:space="preserve"> ذا قيل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ماذا</w:t>
      </w:r>
      <w:r w:rsidRPr="000A1BE4">
        <w:rPr>
          <w:rStyle w:val="libArabicChar"/>
          <w:rtl/>
        </w:rPr>
        <w:t xml:space="preserve"> </w:t>
      </w:r>
      <w:r w:rsidRPr="000A1BE4">
        <w:rPr>
          <w:rStyle w:val="libArabicChar"/>
          <w:rFonts w:hint="cs"/>
          <w:rtl/>
        </w:rPr>
        <w:t>انزل</w:t>
      </w:r>
      <w:r w:rsidRPr="000A1BE4">
        <w:rPr>
          <w:rStyle w:val="libArabicChar"/>
          <w:rtl/>
        </w:rPr>
        <w:t xml:space="preserve"> </w:t>
      </w:r>
      <w:r w:rsidRPr="000A1BE4">
        <w:rPr>
          <w:rStyle w:val="libArabicChar"/>
          <w:rFonts w:hint="cs"/>
          <w:rtl/>
        </w:rPr>
        <w:t>ربّكم</w:t>
      </w:r>
      <w:r w:rsidRPr="000A1BE4">
        <w:rPr>
          <w:rStyle w:val="libArabicChar"/>
          <w:rtl/>
        </w:rPr>
        <w:t xml:space="preserve"> </w:t>
      </w:r>
      <w:r w:rsidRPr="000A1BE4">
        <w:rPr>
          <w:rStyle w:val="libArabicChar"/>
          <w:rFonts w:hint="cs"/>
          <w:rtl/>
        </w:rPr>
        <w:t>قالوا</w:t>
      </w:r>
      <w:r w:rsidRPr="000A1BE4">
        <w:rPr>
          <w:rStyle w:val="libArabicChar"/>
          <w:rtl/>
        </w:rPr>
        <w:t xml:space="preserve"> </w:t>
      </w:r>
      <w:r w:rsidRPr="000A1BE4">
        <w:rPr>
          <w:rStyle w:val="libArabicChar"/>
          <w:rFonts w:hint="cs"/>
          <w:rtl/>
        </w:rPr>
        <w:t>اساطير</w:t>
      </w:r>
      <w:r w:rsidRPr="000A1BE4">
        <w:rPr>
          <w:rStyle w:val="libArabicChar"/>
          <w:rtl/>
        </w:rPr>
        <w:t xml:space="preserve"> </w:t>
      </w:r>
      <w:r w:rsidRPr="000A1BE4">
        <w:rPr>
          <w:rStyle w:val="libArabicChar"/>
          <w:rFonts w:hint="cs"/>
          <w:rtl/>
        </w:rPr>
        <w:t>الاوّلين</w:t>
      </w:r>
      <w:r w:rsidRPr="000A1BE4">
        <w:rPr>
          <w:rStyle w:val="libArabicChar"/>
          <w:rtl/>
        </w:rPr>
        <w:t xml:space="preserve"> ... </w:t>
      </w:r>
      <w:r w:rsidRPr="000A1BE4">
        <w:rPr>
          <w:rStyle w:val="libArabicChar"/>
          <w:rFonts w:hint="cs"/>
          <w:rtl/>
        </w:rPr>
        <w:t>قد</w:t>
      </w:r>
      <w:r w:rsidRPr="000A1BE4">
        <w:rPr>
          <w:rStyle w:val="libArabicChar"/>
          <w:rtl/>
        </w:rPr>
        <w:t xml:space="preserve"> </w:t>
      </w:r>
      <w:r w:rsidRPr="000A1BE4">
        <w:rPr>
          <w:rStyle w:val="libArabicChar"/>
          <w:rFonts w:hint="cs"/>
          <w:rtl/>
        </w:rPr>
        <w:t>مكر</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ثم</w:t>
      </w:r>
      <w:r w:rsidRPr="000A1BE4">
        <w:rPr>
          <w:rStyle w:val="libArabicChar"/>
          <w:rtl/>
        </w:rPr>
        <w:t xml:space="preserve"> </w:t>
      </w:r>
      <w:r w:rsidRPr="000A1BE4">
        <w:rPr>
          <w:rStyle w:val="libArabicChar"/>
          <w:rFonts w:hint="cs"/>
          <w:rtl/>
        </w:rPr>
        <w:t>يوم</w:t>
      </w:r>
      <w:r w:rsidRPr="000A1BE4">
        <w:rPr>
          <w:rStyle w:val="libArabicChar"/>
          <w:rtl/>
        </w:rPr>
        <w:t xml:space="preserve"> </w:t>
      </w:r>
      <w:r w:rsidRPr="000A1BE4">
        <w:rPr>
          <w:rStyle w:val="libArabicChar"/>
          <w:rFonts w:hint="cs"/>
          <w:rtl/>
        </w:rPr>
        <w:t>القيامة</w:t>
      </w:r>
      <w:r w:rsidRPr="000A1BE4">
        <w:rPr>
          <w:rStyle w:val="libArabicChar"/>
          <w:rtl/>
        </w:rPr>
        <w:t xml:space="preserve"> </w:t>
      </w:r>
      <w:r w:rsidRPr="000A1BE4">
        <w:rPr>
          <w:rStyle w:val="libArabicChar"/>
          <w:rFonts w:hint="cs"/>
          <w:rtl/>
        </w:rPr>
        <w:t>يخزي</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قال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اوتوا</w:t>
      </w:r>
      <w:r w:rsidRPr="000A1BE4">
        <w:rPr>
          <w:rStyle w:val="libArabicChar"/>
          <w:rtl/>
        </w:rPr>
        <w:t xml:space="preserve"> </w:t>
      </w:r>
      <w:r w:rsidRPr="000A1BE4">
        <w:rPr>
          <w:rStyle w:val="libArabicChar"/>
          <w:rFonts w:hint="cs"/>
          <w:rtl/>
        </w:rPr>
        <w:t>لعلم</w:t>
      </w:r>
      <w:r w:rsidRPr="000A1BE4">
        <w:rPr>
          <w:rStyle w:val="libArabicChar"/>
          <w:rtl/>
        </w:rPr>
        <w:t xml:space="preserve"> </w:t>
      </w:r>
      <w:r w:rsidRPr="000A1BE4">
        <w:rPr>
          <w:rStyle w:val="libArabicChar"/>
          <w:rFonts w:hint="cs"/>
          <w:rtl/>
        </w:rPr>
        <w:t>ان</w:t>
      </w:r>
      <w:r w:rsidRPr="000A1BE4">
        <w:rPr>
          <w:rStyle w:val="libArabicChar"/>
          <w:rtl/>
        </w:rPr>
        <w:t xml:space="preserve"> </w:t>
      </w:r>
      <w:r w:rsidRPr="000A1BE4">
        <w:rPr>
          <w:rStyle w:val="libArabicChar"/>
          <w:rFonts w:hint="cs"/>
          <w:rtl/>
        </w:rPr>
        <w:t>الخزى</w:t>
      </w:r>
      <w:r w:rsidRPr="000A1BE4">
        <w:rPr>
          <w:rStyle w:val="libArabicChar"/>
          <w:rtl/>
        </w:rPr>
        <w:t xml:space="preserve"> </w:t>
      </w:r>
      <w:r w:rsidRPr="000A1BE4">
        <w:rPr>
          <w:rStyle w:val="libArabicChar"/>
          <w:rFonts w:hint="cs"/>
          <w:rtl/>
        </w:rPr>
        <w:t>اليوم</w:t>
      </w:r>
      <w:r w:rsidRPr="000A1BE4">
        <w:rPr>
          <w:rStyle w:val="libArabicChar"/>
          <w:rtl/>
        </w:rPr>
        <w:t xml:space="preserve"> </w:t>
      </w:r>
      <w:r w:rsidRPr="000A1BE4">
        <w:rPr>
          <w:rStyle w:val="libArabicChar"/>
          <w:rFonts w:hint="cs"/>
          <w:rtl/>
        </w:rPr>
        <w:t>وا</w:t>
      </w:r>
      <w:r w:rsidRPr="000A1BE4">
        <w:rPr>
          <w:rStyle w:val="libArabicChar"/>
          <w:rtl/>
        </w:rPr>
        <w:t>لسوء على الكفرين</w:t>
      </w:r>
    </w:p>
    <w:p w:rsidR="001F628F" w:rsidRDefault="001F628F" w:rsidP="001F628F">
      <w:pPr>
        <w:pStyle w:val="libNormal"/>
        <w:rPr>
          <w:rtl/>
        </w:rPr>
      </w:pPr>
      <w:r>
        <w:rPr>
          <w:rFonts w:hint="eastAsia"/>
          <w:rtl/>
        </w:rPr>
        <w:t>قيامت</w:t>
      </w:r>
      <w:r>
        <w:rPr>
          <w:rtl/>
        </w:rPr>
        <w:t xml:space="preserve"> كے دن مشركين كے مواخذہ كے وقت علماء كاحاضر ہونا اور ان كى طرف سے يہ كہنا كہ كافرو</w:t>
      </w:r>
      <w:r w:rsidR="00083993">
        <w:rPr>
          <w:rtl/>
        </w:rPr>
        <w:t xml:space="preserve">ں </w:t>
      </w:r>
      <w:r>
        <w:rPr>
          <w:rtl/>
        </w:rPr>
        <w:t>كے ليے روز قيامت خوارى اور رسوائي ہے اس نكتہ سے حكايت كررہا ہے كہ يہ علماء دنيا مي</w:t>
      </w:r>
      <w:r w:rsidR="00083993">
        <w:rPr>
          <w:rtl/>
        </w:rPr>
        <w:t xml:space="preserve">ں </w:t>
      </w:r>
      <w:r>
        <w:rPr>
          <w:rtl/>
        </w:rPr>
        <w:t>مشركين كے ہاتھ ذليل و خوار ہوئے ہي</w:t>
      </w:r>
      <w:r w:rsidR="00083993">
        <w:rPr>
          <w:rtl/>
        </w:rPr>
        <w:t xml:space="preserve">ں </w:t>
      </w:r>
      <w:r>
        <w:rPr>
          <w:rtl/>
        </w:rPr>
        <w:t>_ واضح رہے كہ موضوع ( قرآن و تعاليم اديان آسمان</w:t>
      </w:r>
      <w:r>
        <w:rPr>
          <w:rFonts w:hint="eastAsia"/>
          <w:rtl/>
        </w:rPr>
        <w:t>ي</w:t>
      </w:r>
      <w:r>
        <w:rPr>
          <w:rtl/>
        </w:rPr>
        <w:t>) كى مناسبت سے ''اوتوا لعلم '' سے مراد ، علماء دين ہي</w:t>
      </w:r>
      <w:r w:rsidR="00083993">
        <w:rPr>
          <w:rtl/>
        </w:rPr>
        <w:t xml:space="preserve">ں </w:t>
      </w:r>
      <w:r>
        <w:rPr>
          <w:rtl/>
        </w:rPr>
        <w:t>_</w:t>
      </w:r>
    </w:p>
    <w:p w:rsidR="001F628F" w:rsidRDefault="001F628F" w:rsidP="000A1BE4">
      <w:pPr>
        <w:pStyle w:val="libNormal"/>
        <w:rPr>
          <w:rtl/>
        </w:rPr>
      </w:pPr>
      <w:r>
        <w:rPr>
          <w:rtl/>
        </w:rPr>
        <w:t>16_ مشركين جو كہ قرآن كو افسانہ كہتے ہي</w:t>
      </w:r>
      <w:r w:rsidR="00083993">
        <w:rPr>
          <w:rtl/>
        </w:rPr>
        <w:t xml:space="preserve">ں </w:t>
      </w:r>
      <w:r>
        <w:rPr>
          <w:rtl/>
        </w:rPr>
        <w:t>نيز وہ افراد جو كہ دين الہى كے خلاف سازش كرتے ہي</w:t>
      </w:r>
      <w:r w:rsidR="00083993">
        <w:rPr>
          <w:rtl/>
        </w:rPr>
        <w:t xml:space="preserve">ں </w:t>
      </w:r>
      <w:r>
        <w:rPr>
          <w:rtl/>
        </w:rPr>
        <w:t>_وہ كافرو</w:t>
      </w:r>
      <w:r w:rsidR="00083993">
        <w:rPr>
          <w:rtl/>
        </w:rPr>
        <w:t xml:space="preserve">ں </w:t>
      </w:r>
      <w:r>
        <w:rPr>
          <w:rtl/>
        </w:rPr>
        <w:t>كے زمرے مي</w:t>
      </w:r>
      <w:r w:rsidR="00083993">
        <w:rPr>
          <w:rtl/>
        </w:rPr>
        <w:t xml:space="preserve">ں </w:t>
      </w:r>
      <w:r>
        <w:rPr>
          <w:rtl/>
        </w:rPr>
        <w:t>ہي</w:t>
      </w:r>
      <w:r w:rsidR="00083993">
        <w:rPr>
          <w:rtl/>
        </w:rPr>
        <w:t xml:space="preserve">ں </w:t>
      </w:r>
      <w:r>
        <w:rPr>
          <w:rtl/>
        </w:rPr>
        <w:t>_</w:t>
      </w:r>
      <w:r w:rsidRPr="000A1BE4">
        <w:rPr>
          <w:rStyle w:val="libArabicChar"/>
          <w:rFonts w:hint="eastAsia"/>
          <w:rtl/>
        </w:rPr>
        <w:t>واذا</w:t>
      </w:r>
      <w:r w:rsidRPr="000A1BE4">
        <w:rPr>
          <w:rStyle w:val="libArabicChar"/>
          <w:rtl/>
        </w:rPr>
        <w:t xml:space="preserve"> قيل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ذا</w:t>
      </w:r>
      <w:r w:rsidRPr="000A1BE4">
        <w:rPr>
          <w:rStyle w:val="libArabicChar"/>
          <w:rtl/>
        </w:rPr>
        <w:t xml:space="preserve"> </w:t>
      </w:r>
      <w:r w:rsidRPr="000A1BE4">
        <w:rPr>
          <w:rStyle w:val="libArabicChar"/>
          <w:rFonts w:hint="cs"/>
          <w:rtl/>
        </w:rPr>
        <w:t>نزل</w:t>
      </w:r>
      <w:r w:rsidRPr="000A1BE4">
        <w:rPr>
          <w:rStyle w:val="libArabicChar"/>
          <w:rtl/>
        </w:rPr>
        <w:t xml:space="preserve"> </w:t>
      </w:r>
      <w:r w:rsidRPr="000A1BE4">
        <w:rPr>
          <w:rStyle w:val="libArabicChar"/>
          <w:rFonts w:hint="cs"/>
          <w:rtl/>
        </w:rPr>
        <w:t>ربّكم</w:t>
      </w:r>
      <w:r w:rsidRPr="000A1BE4">
        <w:rPr>
          <w:rStyle w:val="libArabicChar"/>
          <w:rtl/>
        </w:rPr>
        <w:t xml:space="preserve"> </w:t>
      </w:r>
      <w:r w:rsidRPr="000A1BE4">
        <w:rPr>
          <w:rStyle w:val="libArabicChar"/>
          <w:rFonts w:hint="cs"/>
          <w:rtl/>
        </w:rPr>
        <w:t>قالوااساطير</w:t>
      </w:r>
      <w:r w:rsidRPr="000A1BE4">
        <w:rPr>
          <w:rStyle w:val="libArabicChar"/>
          <w:rtl/>
        </w:rPr>
        <w:t xml:space="preserve"> </w:t>
      </w:r>
      <w:r w:rsidRPr="000A1BE4">
        <w:rPr>
          <w:rStyle w:val="libArabicChar"/>
          <w:rFonts w:hint="cs"/>
          <w:rtl/>
        </w:rPr>
        <w:t>الاوّلين</w:t>
      </w:r>
      <w:r w:rsidRPr="000A1BE4">
        <w:rPr>
          <w:rStyle w:val="libArabicChar"/>
          <w:rtl/>
        </w:rPr>
        <w:t xml:space="preserve"> ... </w:t>
      </w:r>
      <w:r w:rsidRPr="000A1BE4">
        <w:rPr>
          <w:rStyle w:val="libArabicChar"/>
          <w:rFonts w:hint="cs"/>
          <w:rtl/>
        </w:rPr>
        <w:t>قد</w:t>
      </w:r>
      <w:r w:rsidRPr="000A1BE4">
        <w:rPr>
          <w:rStyle w:val="libArabicChar"/>
          <w:rtl/>
        </w:rPr>
        <w:t xml:space="preserve"> </w:t>
      </w:r>
      <w:r w:rsidRPr="000A1BE4">
        <w:rPr>
          <w:rStyle w:val="libArabicChar"/>
          <w:rFonts w:hint="cs"/>
          <w:rtl/>
        </w:rPr>
        <w:t>مكر</w:t>
      </w:r>
      <w:r w:rsidRPr="000A1BE4">
        <w:rPr>
          <w:rStyle w:val="libArabicChar"/>
          <w:rtl/>
        </w:rPr>
        <w:t xml:space="preserve"> الذين من 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ثم</w:t>
      </w:r>
      <w:r w:rsidRPr="000A1BE4">
        <w:rPr>
          <w:rStyle w:val="libArabicChar"/>
          <w:rtl/>
        </w:rPr>
        <w:t xml:space="preserve"> </w:t>
      </w:r>
      <w:r w:rsidRPr="000A1BE4">
        <w:rPr>
          <w:rStyle w:val="libArabicChar"/>
          <w:rFonts w:hint="cs"/>
          <w:rtl/>
        </w:rPr>
        <w:t>يوم</w:t>
      </w:r>
      <w:r w:rsidRPr="000A1BE4">
        <w:rPr>
          <w:rStyle w:val="libArabicChar"/>
          <w:rtl/>
        </w:rPr>
        <w:t xml:space="preserve"> </w:t>
      </w:r>
      <w:r w:rsidRPr="000A1BE4">
        <w:rPr>
          <w:rStyle w:val="libArabicChar"/>
          <w:rFonts w:hint="cs"/>
          <w:rtl/>
        </w:rPr>
        <w:t>القيامة</w:t>
      </w:r>
      <w:r w:rsidRPr="000A1BE4">
        <w:rPr>
          <w:rStyle w:val="libArabicChar"/>
          <w:rtl/>
        </w:rPr>
        <w:t xml:space="preserve"> </w:t>
      </w:r>
      <w:r w:rsidRPr="000A1BE4">
        <w:rPr>
          <w:rStyle w:val="libArabicChar"/>
          <w:rFonts w:hint="cs"/>
          <w:rtl/>
        </w:rPr>
        <w:t>يخزي</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ان</w:t>
      </w:r>
      <w:r w:rsidRPr="000A1BE4">
        <w:rPr>
          <w:rStyle w:val="libArabicChar"/>
          <w:rtl/>
        </w:rPr>
        <w:t xml:space="preserve"> </w:t>
      </w:r>
      <w:r w:rsidRPr="000A1BE4">
        <w:rPr>
          <w:rStyle w:val="libArabicChar"/>
          <w:rFonts w:hint="cs"/>
          <w:rtl/>
        </w:rPr>
        <w:t>الخزى</w:t>
      </w:r>
      <w:r w:rsidRPr="000A1BE4">
        <w:rPr>
          <w:rStyle w:val="libArabicChar"/>
          <w:rtl/>
        </w:rPr>
        <w:t xml:space="preserve"> </w:t>
      </w:r>
      <w:r w:rsidRPr="000A1BE4">
        <w:rPr>
          <w:rStyle w:val="libArabicChar"/>
          <w:rFonts w:hint="cs"/>
          <w:rtl/>
        </w:rPr>
        <w:t>اليوم</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السوء</w:t>
      </w:r>
      <w:r w:rsidRPr="000A1BE4">
        <w:rPr>
          <w:rStyle w:val="libArabicChar"/>
          <w:rtl/>
        </w:rPr>
        <w:t xml:space="preserve"> </w:t>
      </w:r>
      <w:r w:rsidRPr="000A1BE4">
        <w:rPr>
          <w:rStyle w:val="libArabicChar"/>
          <w:rFonts w:hint="cs"/>
          <w:rtl/>
        </w:rPr>
        <w:t>على</w:t>
      </w:r>
      <w:r w:rsidRPr="000A1BE4">
        <w:rPr>
          <w:rStyle w:val="libArabicChar"/>
          <w:rtl/>
        </w:rPr>
        <w:t xml:space="preserve"> </w:t>
      </w:r>
      <w:r w:rsidRPr="000A1BE4">
        <w:rPr>
          <w:rStyle w:val="libArabicChar"/>
          <w:rFonts w:hint="cs"/>
          <w:rtl/>
        </w:rPr>
        <w:t>ا</w:t>
      </w:r>
      <w:r w:rsidRPr="000A1BE4">
        <w:rPr>
          <w:rStyle w:val="libArabicChar"/>
          <w:rtl/>
        </w:rPr>
        <w:t>لكفرين</w:t>
      </w:r>
    </w:p>
    <w:p w:rsidR="001F628F"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الله</w:t>
      </w:r>
      <w:r>
        <w:rPr>
          <w:rtl/>
        </w:rPr>
        <w:t xml:space="preserve"> تعالي:</w:t>
      </w:r>
      <w:r>
        <w:rPr>
          <w:rFonts w:hint="eastAsia"/>
          <w:rtl/>
        </w:rPr>
        <w:t>الله</w:t>
      </w:r>
      <w:r>
        <w:rPr>
          <w:rtl/>
        </w:rPr>
        <w:t xml:space="preserve"> تعالى كا كردار 3; الله تعالى كے عذاب1</w:t>
      </w:r>
    </w:p>
    <w:p w:rsidR="001F628F" w:rsidRDefault="001F628F" w:rsidP="000A1BE4">
      <w:pPr>
        <w:pStyle w:val="libNormal"/>
        <w:rPr>
          <w:rtl/>
        </w:rPr>
      </w:pPr>
      <w:r>
        <w:rPr>
          <w:rFonts w:hint="eastAsia"/>
          <w:rtl/>
        </w:rPr>
        <w:t>باطل</w:t>
      </w:r>
      <w:r>
        <w:rPr>
          <w:rtl/>
        </w:rPr>
        <w:t xml:space="preserve"> معبود:</w:t>
      </w:r>
      <w:r>
        <w:rPr>
          <w:rFonts w:hint="eastAsia"/>
          <w:rtl/>
        </w:rPr>
        <w:t>باطل</w:t>
      </w:r>
      <w:r>
        <w:rPr>
          <w:rtl/>
        </w:rPr>
        <w:t xml:space="preserve"> معبودو</w:t>
      </w:r>
      <w:r w:rsidR="00083993">
        <w:rPr>
          <w:rtl/>
        </w:rPr>
        <w:t xml:space="preserve">ں </w:t>
      </w:r>
      <w:r>
        <w:rPr>
          <w:rtl/>
        </w:rPr>
        <w:t>كا فضول ہونا 8; باطل معبود و</w:t>
      </w:r>
      <w:r w:rsidR="00083993">
        <w:rPr>
          <w:rtl/>
        </w:rPr>
        <w:t xml:space="preserve">ں </w:t>
      </w:r>
      <w:r>
        <w:rPr>
          <w:rtl/>
        </w:rPr>
        <w:t>كى حمايت 5</w:t>
      </w:r>
    </w:p>
    <w:p w:rsidR="001F628F" w:rsidRDefault="001F628F" w:rsidP="000A1BE4">
      <w:pPr>
        <w:pStyle w:val="libNormal"/>
        <w:rPr>
          <w:rtl/>
        </w:rPr>
      </w:pPr>
      <w:r>
        <w:rPr>
          <w:rFonts w:hint="eastAsia"/>
          <w:rtl/>
        </w:rPr>
        <w:t>دين</w:t>
      </w:r>
      <w:r>
        <w:rPr>
          <w:rtl/>
        </w:rPr>
        <w:t>:</w:t>
      </w:r>
      <w:r>
        <w:rPr>
          <w:rFonts w:hint="eastAsia"/>
          <w:rtl/>
        </w:rPr>
        <w:t>دين</w:t>
      </w:r>
      <w:r>
        <w:rPr>
          <w:rtl/>
        </w:rPr>
        <w:t xml:space="preserve"> كے دشمنو</w:t>
      </w:r>
      <w:r w:rsidR="00083993">
        <w:rPr>
          <w:rtl/>
        </w:rPr>
        <w:t xml:space="preserve">ں </w:t>
      </w:r>
      <w:r>
        <w:rPr>
          <w:rtl/>
        </w:rPr>
        <w:t>كا كفر16; دين كے دشمنو</w:t>
      </w:r>
      <w:r w:rsidR="00083993">
        <w:rPr>
          <w:rtl/>
        </w:rPr>
        <w:t xml:space="preserve">ں </w:t>
      </w:r>
      <w:r>
        <w:rPr>
          <w:rtl/>
        </w:rPr>
        <w:t>كو دنياوى عذاب 1; دين كے دشمنو</w:t>
      </w:r>
      <w:r w:rsidR="00083993">
        <w:rPr>
          <w:rtl/>
        </w:rPr>
        <w:t xml:space="preserve">ں </w:t>
      </w:r>
      <w:r>
        <w:rPr>
          <w:rtl/>
        </w:rPr>
        <w:t>كى اخروى تحقير 1; دين كے دشمنو</w:t>
      </w:r>
      <w:r w:rsidR="00083993">
        <w:rPr>
          <w:rtl/>
        </w:rPr>
        <w:t xml:space="preserve">ں </w:t>
      </w:r>
      <w:r>
        <w:rPr>
          <w:rtl/>
        </w:rPr>
        <w:t>كى اخروى ذلت1; دين كے دشمنو</w:t>
      </w:r>
      <w:r w:rsidR="00083993">
        <w:rPr>
          <w:rtl/>
        </w:rPr>
        <w:t xml:space="preserve">ں </w:t>
      </w:r>
      <w:r>
        <w:rPr>
          <w:rtl/>
        </w:rPr>
        <w:t>كے برتاؤ كى روش 15</w:t>
      </w:r>
    </w:p>
    <w:p w:rsidR="001F628F" w:rsidRDefault="001F628F" w:rsidP="000A1BE4">
      <w:pPr>
        <w:pStyle w:val="libNormal"/>
        <w:rPr>
          <w:rtl/>
        </w:rPr>
      </w:pPr>
      <w:r>
        <w:rPr>
          <w:rFonts w:hint="eastAsia"/>
          <w:rtl/>
        </w:rPr>
        <w:t>شرك</w:t>
      </w:r>
      <w:r>
        <w:rPr>
          <w:rtl/>
        </w:rPr>
        <w:t>:</w:t>
      </w:r>
      <w:r>
        <w:rPr>
          <w:rFonts w:hint="eastAsia"/>
          <w:rtl/>
        </w:rPr>
        <w:t>شرك</w:t>
      </w:r>
      <w:r>
        <w:rPr>
          <w:rtl/>
        </w:rPr>
        <w:t xml:space="preserve"> كے آثار 2،6</w:t>
      </w:r>
    </w:p>
    <w:p w:rsidR="001F628F" w:rsidRDefault="005E05E0" w:rsidP="000A1BE4">
      <w:pPr>
        <w:pStyle w:val="libNormal"/>
        <w:rPr>
          <w:rtl/>
        </w:rPr>
      </w:pPr>
      <w:r>
        <w:rPr>
          <w:rFonts w:hint="eastAsia"/>
          <w:rtl/>
        </w:rPr>
        <w:t>علماء</w:t>
      </w:r>
      <w:r w:rsidR="001F628F">
        <w:rPr>
          <w:rtl/>
        </w:rPr>
        <w:t>:</w:t>
      </w:r>
      <w:r w:rsidR="001F628F">
        <w:rPr>
          <w:rFonts w:hint="eastAsia"/>
          <w:rtl/>
        </w:rPr>
        <w:t>علماء</w:t>
      </w:r>
      <w:r w:rsidR="001F628F">
        <w:rPr>
          <w:rtl/>
        </w:rPr>
        <w:t xml:space="preserve"> قيامت مي</w:t>
      </w:r>
      <w:r w:rsidR="00083993">
        <w:rPr>
          <w:rtl/>
        </w:rPr>
        <w:t xml:space="preserve">ں </w:t>
      </w:r>
      <w:r w:rsidR="001F628F">
        <w:rPr>
          <w:rtl/>
        </w:rPr>
        <w:t xml:space="preserve">10; علماء كا اخروى كردار 11; علماء كى فكر12; علماء كے مقامات 12; كافر </w:t>
      </w:r>
      <w:r>
        <w:rPr>
          <w:rtl/>
        </w:rPr>
        <w:t>علماء</w:t>
      </w:r>
      <w:r w:rsidR="001F628F">
        <w:rPr>
          <w:rtl/>
        </w:rPr>
        <w:t>10</w:t>
      </w:r>
    </w:p>
    <w:p w:rsidR="001F628F" w:rsidRDefault="001F628F" w:rsidP="000A1BE4">
      <w:pPr>
        <w:pStyle w:val="libNormal"/>
        <w:rPr>
          <w:rtl/>
        </w:rPr>
      </w:pPr>
      <w:r>
        <w:rPr>
          <w:rFonts w:hint="eastAsia"/>
          <w:rtl/>
        </w:rPr>
        <w:t>علماء</w:t>
      </w:r>
      <w:r>
        <w:rPr>
          <w:rtl/>
        </w:rPr>
        <w:t xml:space="preserve"> دين:</w:t>
      </w:r>
      <w:r>
        <w:rPr>
          <w:rFonts w:hint="eastAsia"/>
          <w:rtl/>
        </w:rPr>
        <w:t>علماء</w:t>
      </w:r>
      <w:r>
        <w:rPr>
          <w:rtl/>
        </w:rPr>
        <w:t xml:space="preserve"> دين كى تحقير 15; علماء دين كے دشمن15</w:t>
      </w:r>
    </w:p>
    <w:p w:rsidR="001F628F" w:rsidRDefault="001F628F" w:rsidP="000A1BE4">
      <w:pPr>
        <w:pStyle w:val="libNormal"/>
        <w:rPr>
          <w:rtl/>
        </w:rPr>
      </w:pPr>
      <w:r>
        <w:rPr>
          <w:rFonts w:hint="eastAsia"/>
          <w:rtl/>
        </w:rPr>
        <w:t>قرآن</w:t>
      </w:r>
      <w:r>
        <w:rPr>
          <w:rtl/>
        </w:rPr>
        <w:t>:</w:t>
      </w:r>
      <w:r>
        <w:rPr>
          <w:rFonts w:hint="eastAsia"/>
          <w:rtl/>
        </w:rPr>
        <w:t>قرآن</w:t>
      </w:r>
      <w:r>
        <w:rPr>
          <w:rtl/>
        </w:rPr>
        <w:t xml:space="preserve"> پر افتراء باندھنے والو</w:t>
      </w:r>
      <w:r w:rsidR="00083993">
        <w:rPr>
          <w:rtl/>
        </w:rPr>
        <w:t xml:space="preserve">ں </w:t>
      </w:r>
      <w:r>
        <w:rPr>
          <w:rtl/>
        </w:rPr>
        <w:t>كا كفر16; قرآن پر افتراء باندھنے والو</w:t>
      </w:r>
      <w:r w:rsidR="00083993">
        <w:rPr>
          <w:rtl/>
        </w:rPr>
        <w:t xml:space="preserve">ں </w:t>
      </w:r>
      <w:r>
        <w:rPr>
          <w:rtl/>
        </w:rPr>
        <w:t>كى روش 15</w:t>
      </w:r>
    </w:p>
    <w:p w:rsidR="001F628F" w:rsidRDefault="001F628F" w:rsidP="000A1BE4">
      <w:pPr>
        <w:pStyle w:val="libNormal"/>
        <w:rPr>
          <w:rtl/>
        </w:rPr>
      </w:pPr>
      <w:r>
        <w:rPr>
          <w:rFonts w:hint="eastAsia"/>
          <w:rtl/>
        </w:rPr>
        <w:t>قيامت</w:t>
      </w:r>
      <w:r>
        <w:rPr>
          <w:rtl/>
        </w:rPr>
        <w:t>:</w:t>
      </w:r>
      <w:r>
        <w:rPr>
          <w:rFonts w:hint="eastAsia"/>
          <w:rtl/>
        </w:rPr>
        <w:t>قيامت</w:t>
      </w:r>
      <w:r>
        <w:rPr>
          <w:rtl/>
        </w:rPr>
        <w:t xml:space="preserve"> كى خصوصيات 14; قيامت مي</w:t>
      </w:r>
      <w:r w:rsidR="00083993">
        <w:rPr>
          <w:rtl/>
        </w:rPr>
        <w:t xml:space="preserve">ں </w:t>
      </w:r>
      <w:r>
        <w:rPr>
          <w:rtl/>
        </w:rPr>
        <w:t>آزادى بيان 13;قيامت مي</w:t>
      </w:r>
      <w:r w:rsidR="00083993">
        <w:rPr>
          <w:rtl/>
        </w:rPr>
        <w:t xml:space="preserve">ں </w:t>
      </w:r>
      <w:r>
        <w:rPr>
          <w:rtl/>
        </w:rPr>
        <w:t>حقائق كا ظہور 8; قيامت مي</w:t>
      </w:r>
      <w:r w:rsidR="00083993">
        <w:rPr>
          <w:rtl/>
        </w:rPr>
        <w:t xml:space="preserve">ں </w:t>
      </w:r>
      <w:r>
        <w:rPr>
          <w:rtl/>
        </w:rPr>
        <w:t>ذلت 14; قيامت كى سختى 14; قيامت مي</w:t>
      </w:r>
      <w:r w:rsidR="00083993">
        <w:rPr>
          <w:rtl/>
        </w:rPr>
        <w:t xml:space="preserve">ں </w:t>
      </w:r>
      <w:r>
        <w:rPr>
          <w:rtl/>
        </w:rPr>
        <w:t>مواخذہ2،3</w:t>
      </w:r>
    </w:p>
    <w:p w:rsidR="001F628F" w:rsidRDefault="001F628F" w:rsidP="000A1BE4">
      <w:pPr>
        <w:pStyle w:val="libNormal"/>
        <w:rPr>
          <w:rtl/>
        </w:rPr>
      </w:pPr>
      <w:r>
        <w:rPr>
          <w:rFonts w:hint="eastAsia"/>
          <w:rtl/>
        </w:rPr>
        <w:t>كافر</w:t>
      </w:r>
      <w:r>
        <w:rPr>
          <w:rtl/>
        </w:rPr>
        <w:t>:16</w:t>
      </w:r>
      <w:r>
        <w:rPr>
          <w:rFonts w:hint="eastAsia"/>
          <w:rtl/>
        </w:rPr>
        <w:t>كافر</w:t>
      </w:r>
      <w:r>
        <w:rPr>
          <w:rtl/>
        </w:rPr>
        <w:t xml:space="preserve"> قيامت كے دن 10;كافرو</w:t>
      </w:r>
      <w:r w:rsidR="00083993">
        <w:rPr>
          <w:rtl/>
        </w:rPr>
        <w:t xml:space="preserve">ں </w:t>
      </w:r>
      <w:r>
        <w:rPr>
          <w:rtl/>
        </w:rPr>
        <w:t>كى اخروى ذلت10</w:t>
      </w:r>
    </w:p>
    <w:p w:rsidR="001F628F" w:rsidRDefault="001F628F" w:rsidP="000A1BE4">
      <w:pPr>
        <w:pStyle w:val="libNormal"/>
        <w:rPr>
          <w:rtl/>
        </w:rPr>
      </w:pPr>
      <w:r>
        <w:rPr>
          <w:rFonts w:hint="eastAsia"/>
          <w:rtl/>
        </w:rPr>
        <w:t>مشركين</w:t>
      </w:r>
      <w:r>
        <w:rPr>
          <w:rtl/>
        </w:rPr>
        <w:t>:</w:t>
      </w:r>
      <w:r>
        <w:rPr>
          <w:rFonts w:hint="eastAsia"/>
          <w:rtl/>
        </w:rPr>
        <w:t>مشركين</w:t>
      </w:r>
      <w:r>
        <w:rPr>
          <w:rtl/>
        </w:rPr>
        <w:t xml:space="preserve"> اور باطل معبود 5; مشركين قيامت مي</w:t>
      </w:r>
      <w:r w:rsidR="00083993">
        <w:rPr>
          <w:rtl/>
        </w:rPr>
        <w:t xml:space="preserve">ں </w:t>
      </w:r>
      <w:r>
        <w:rPr>
          <w:rtl/>
        </w:rPr>
        <w:t>7; مشركين كا اخروى مواخذہ 2،3،7،9،11; مشركين كا دنياوى عذاب 1; مشركين كا عقيدہ 4; مشركين كا كفر 16; مشركين كا موحدين كے ساتھ تنازع5; مشركين كى اخروى تحقير 1; مشركين كى اخروى ذلت 1،9; مشركين كى دشمني6; مشركين كے برت</w:t>
      </w:r>
      <w:r>
        <w:rPr>
          <w:rFonts w:hint="eastAsia"/>
          <w:rtl/>
        </w:rPr>
        <w:t>اؤ</w:t>
      </w:r>
      <w:r>
        <w:rPr>
          <w:rtl/>
        </w:rPr>
        <w:t xml:space="preserve"> كى روش15; مشركين كے مبعودو</w:t>
      </w:r>
      <w:r w:rsidR="00083993">
        <w:rPr>
          <w:rtl/>
        </w:rPr>
        <w:t xml:space="preserve">ں </w:t>
      </w:r>
      <w:r>
        <w:rPr>
          <w:rtl/>
        </w:rPr>
        <w:t>كا متعدد ہونا 4</w:t>
      </w:r>
    </w:p>
    <w:p w:rsidR="001F628F" w:rsidRDefault="001F628F" w:rsidP="000A1BE4">
      <w:pPr>
        <w:pStyle w:val="libNormal"/>
        <w:rPr>
          <w:rtl/>
        </w:rPr>
      </w:pPr>
      <w:r>
        <w:rPr>
          <w:rFonts w:hint="eastAsia"/>
          <w:rtl/>
        </w:rPr>
        <w:t>موحدين</w:t>
      </w:r>
      <w:r>
        <w:rPr>
          <w:rtl/>
        </w:rPr>
        <w:t>:</w:t>
      </w:r>
      <w:r>
        <w:rPr>
          <w:rFonts w:hint="eastAsia"/>
          <w:rtl/>
        </w:rPr>
        <w:t>موحدين</w:t>
      </w:r>
      <w:r>
        <w:rPr>
          <w:rtl/>
        </w:rPr>
        <w:t xml:space="preserve"> كے دشمن6</w:t>
      </w:r>
    </w:p>
    <w:p w:rsidR="000A1BE4" w:rsidRDefault="001E7F9D" w:rsidP="00F73EDE">
      <w:pPr>
        <w:pStyle w:val="libPoemTini"/>
        <w:rPr>
          <w:rtl/>
        </w:rPr>
      </w:pPr>
      <w:r>
        <w:rPr>
          <w:rtl/>
        </w:rPr>
        <w:br w:type="page"/>
      </w:r>
    </w:p>
    <w:p w:rsidR="000A1BE4" w:rsidRPr="00120F63" w:rsidRDefault="000A1BE4" w:rsidP="000A1BE4">
      <w:pPr>
        <w:pStyle w:val="Heading2Center"/>
        <w:rPr>
          <w:rtl/>
        </w:rPr>
      </w:pPr>
      <w:bookmarkStart w:id="174" w:name="_Toc28081852"/>
      <w:r>
        <w:rPr>
          <w:rFonts w:hint="cs"/>
          <w:rtl/>
        </w:rPr>
        <w:lastRenderedPageBreak/>
        <w:t xml:space="preserve">آیت </w:t>
      </w:r>
      <w:r w:rsidRPr="00120F63">
        <w:rPr>
          <w:rFonts w:hint="cs"/>
          <w:rtl/>
        </w:rPr>
        <w:t>28</w:t>
      </w:r>
      <w:bookmarkEnd w:id="174"/>
    </w:p>
    <w:p w:rsidR="001F628F" w:rsidRDefault="00E260F9" w:rsidP="000A1BE4">
      <w:pPr>
        <w:pStyle w:val="libNormal"/>
        <w:rPr>
          <w:rtl/>
        </w:rPr>
      </w:pPr>
      <w:r w:rsidRPr="00E260F9">
        <w:rPr>
          <w:rStyle w:val="libAlaemChar"/>
          <w:rFonts w:hint="eastAsia"/>
          <w:rtl/>
        </w:rPr>
        <w:t>(</w:t>
      </w:r>
      <w:r w:rsidRPr="000A1BE4">
        <w:rPr>
          <w:rStyle w:val="libAieChar"/>
          <w:rFonts w:hint="eastAsia"/>
          <w:rtl/>
        </w:rPr>
        <w:t>الَّذِينَ</w:t>
      </w:r>
      <w:r w:rsidRPr="000A1BE4">
        <w:rPr>
          <w:rStyle w:val="libAieChar"/>
          <w:rtl/>
        </w:rPr>
        <w:t xml:space="preserve"> تَتَوَفَّاهُمُ الْمَلائِكَةُ ظَالِمِي أَنفُسِهِمْ فَأَلْقَوُاْ السَّلَمَ مَا كُنَّا نَعْمَلُ مِن سُوءٍ بَلَى إِنَّ اللّهَ عَلِيمٌ بِمَا كُنتُمْ تَعْمَلُونَ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جنھي</w:t>
      </w:r>
      <w:r w:rsidR="00083993">
        <w:rPr>
          <w:rFonts w:hint="eastAsia"/>
          <w:rtl/>
        </w:rPr>
        <w:t xml:space="preserve">ں </w:t>
      </w:r>
      <w:r>
        <w:rPr>
          <w:rtl/>
        </w:rPr>
        <w:t>ملائكہ اس عالم مي</w:t>
      </w:r>
      <w:r w:rsidR="00083993">
        <w:rPr>
          <w:rtl/>
        </w:rPr>
        <w:t xml:space="preserve">ں </w:t>
      </w:r>
      <w:r>
        <w:rPr>
          <w:rtl/>
        </w:rPr>
        <w:t>اٹھاتے ہي</w:t>
      </w:r>
      <w:r w:rsidR="00083993">
        <w:rPr>
          <w:rtl/>
        </w:rPr>
        <w:t xml:space="preserve">ں </w:t>
      </w:r>
      <w:r>
        <w:rPr>
          <w:rtl/>
        </w:rPr>
        <w:t>كہ وہ اپنے نفس كے ظالم ہوتے ہي</w:t>
      </w:r>
      <w:r w:rsidR="00083993">
        <w:rPr>
          <w:rtl/>
        </w:rPr>
        <w:t xml:space="preserve">ں </w:t>
      </w:r>
      <w:r>
        <w:rPr>
          <w:rtl/>
        </w:rPr>
        <w:t>تو اس وقت اطاعت كى پيشكش كرتے ہي</w:t>
      </w:r>
      <w:r w:rsidR="00083993">
        <w:rPr>
          <w:rtl/>
        </w:rPr>
        <w:t xml:space="preserve">ں </w:t>
      </w:r>
      <w:r>
        <w:rPr>
          <w:rtl/>
        </w:rPr>
        <w:t>كہ ہم تو كوئي برائي نہي</w:t>
      </w:r>
      <w:r w:rsidR="00083993">
        <w:rPr>
          <w:rtl/>
        </w:rPr>
        <w:t xml:space="preserve">ں </w:t>
      </w:r>
      <w:r>
        <w:rPr>
          <w:rtl/>
        </w:rPr>
        <w:t>كرتے تھے_ بيشك خدا خوب جانتا ہے كہ تم كيا كيا كرتے تھے_</w:t>
      </w:r>
    </w:p>
    <w:p w:rsidR="001F628F" w:rsidRDefault="001F628F" w:rsidP="000A1BE4">
      <w:pPr>
        <w:pStyle w:val="libNormal"/>
        <w:rPr>
          <w:rtl/>
        </w:rPr>
      </w:pPr>
      <w:r>
        <w:rPr>
          <w:rtl/>
        </w:rPr>
        <w:t>1_ كفار وہ لوگ ہي</w:t>
      </w:r>
      <w:r w:rsidR="00083993">
        <w:rPr>
          <w:rtl/>
        </w:rPr>
        <w:t xml:space="preserve">ں </w:t>
      </w:r>
      <w:r>
        <w:rPr>
          <w:rtl/>
        </w:rPr>
        <w:t>جو اپنے كفر كى وجہ سے اپنے نفس پر ظلم كرتے ہي</w:t>
      </w:r>
      <w:r w:rsidR="00083993">
        <w:rPr>
          <w:rtl/>
        </w:rPr>
        <w:t xml:space="preserve">ں </w:t>
      </w:r>
      <w:r>
        <w:rPr>
          <w:rtl/>
        </w:rPr>
        <w:t>_</w:t>
      </w:r>
      <w:r w:rsidRPr="000A1BE4">
        <w:rPr>
          <w:rStyle w:val="libArabicChar"/>
          <w:rFonts w:hint="eastAsia"/>
          <w:rtl/>
        </w:rPr>
        <w:t>الكافرين</w:t>
      </w:r>
      <w:r w:rsidRPr="000A1BE4">
        <w:rPr>
          <w:rStyle w:val="libArabicChar"/>
          <w:rtl/>
        </w:rPr>
        <w:t xml:space="preserve">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ظالمى</w:t>
      </w:r>
      <w:r w:rsidRPr="000A1BE4">
        <w:rPr>
          <w:rStyle w:val="libArabicChar"/>
          <w:rtl/>
        </w:rPr>
        <w:t xml:space="preserve"> انفس</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tl/>
        </w:rPr>
        <w:t>''الكافرين'' كے ليے ''الذين ''صفت ہے اور ظالمين اس كے ليے حال ہے لفظ ''الكافرين'' كے قرينے كى بناء پر ''ظالمى انفسہم'' سے مراد كفر اختيار كرنے كے ذريعہ اپنے نفس پر ظلم كرنے والے ہي</w:t>
      </w:r>
      <w:r w:rsidR="00083993">
        <w:rPr>
          <w:rtl/>
        </w:rPr>
        <w:t xml:space="preserve">ں </w:t>
      </w:r>
      <w:r>
        <w:rPr>
          <w:rtl/>
        </w:rPr>
        <w:t>_</w:t>
      </w:r>
    </w:p>
    <w:p w:rsidR="001F628F" w:rsidRDefault="001F628F" w:rsidP="000A1BE4">
      <w:pPr>
        <w:pStyle w:val="libNormal"/>
        <w:rPr>
          <w:rtl/>
        </w:rPr>
      </w:pPr>
      <w:r>
        <w:rPr>
          <w:rtl/>
        </w:rPr>
        <w:t>2_ جو كفار اپنے نفس پر ظلم ( كفر) كى حالت مي</w:t>
      </w:r>
      <w:r w:rsidR="00083993">
        <w:rPr>
          <w:rtl/>
        </w:rPr>
        <w:t xml:space="preserve">ں </w:t>
      </w:r>
      <w:r>
        <w:rPr>
          <w:rtl/>
        </w:rPr>
        <w:t>اس دنيا سے اٹھي</w:t>
      </w:r>
      <w:r w:rsidR="00083993">
        <w:rPr>
          <w:rtl/>
        </w:rPr>
        <w:t xml:space="preserve">ں </w:t>
      </w:r>
      <w:r>
        <w:rPr>
          <w:rtl/>
        </w:rPr>
        <w:t>گے ، قيامت مي</w:t>
      </w:r>
      <w:r w:rsidR="00083993">
        <w:rPr>
          <w:rtl/>
        </w:rPr>
        <w:t xml:space="preserve">ں </w:t>
      </w:r>
      <w:r>
        <w:rPr>
          <w:rtl/>
        </w:rPr>
        <w:t>و ذلت و خوارى سے دوچار ہو</w:t>
      </w:r>
      <w:r w:rsidR="00083993">
        <w:rPr>
          <w:rtl/>
        </w:rPr>
        <w:t xml:space="preserve">ں </w:t>
      </w:r>
      <w:r>
        <w:rPr>
          <w:rtl/>
        </w:rPr>
        <w:t>گے _</w:t>
      </w:r>
      <w:r w:rsidRPr="000A1BE4">
        <w:rPr>
          <w:rStyle w:val="libArabicChar"/>
          <w:rFonts w:hint="eastAsia"/>
          <w:rtl/>
        </w:rPr>
        <w:t>ان</w:t>
      </w:r>
      <w:r w:rsidRPr="000A1BE4">
        <w:rPr>
          <w:rStyle w:val="libArabicChar"/>
          <w:rtl/>
        </w:rPr>
        <w:t xml:space="preserve"> الخزى اليوم والسوء على الكافرين _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ظالمى</w:t>
      </w:r>
      <w:r w:rsidRPr="000A1BE4">
        <w:rPr>
          <w:rStyle w:val="libArabicChar"/>
          <w:rtl/>
        </w:rPr>
        <w:t xml:space="preserve"> انفس</w:t>
      </w:r>
      <w:r w:rsidR="00120F63" w:rsidRPr="00B2551F">
        <w:rPr>
          <w:rStyle w:val="libArabicChar"/>
          <w:rFonts w:hint="cs"/>
          <w:rtl/>
        </w:rPr>
        <w:t>ه</w:t>
      </w:r>
      <w:r w:rsidRPr="000A1BE4">
        <w:rPr>
          <w:rStyle w:val="libArabicChar"/>
          <w:rFonts w:hint="cs"/>
          <w:rtl/>
        </w:rPr>
        <w:t>م</w:t>
      </w:r>
    </w:p>
    <w:p w:rsidR="001F628F" w:rsidRDefault="001F628F" w:rsidP="000A1BE4">
      <w:pPr>
        <w:pStyle w:val="libNormal"/>
        <w:rPr>
          <w:rtl/>
        </w:rPr>
      </w:pPr>
      <w:r>
        <w:rPr>
          <w:rtl/>
        </w:rPr>
        <w:t>3_ كفر، نفس پر ظلم كرنا ہے_</w:t>
      </w:r>
      <w:r w:rsidRPr="000A1BE4">
        <w:rPr>
          <w:rStyle w:val="libArabicChar"/>
          <w:rFonts w:hint="eastAsia"/>
          <w:rtl/>
        </w:rPr>
        <w:t>الكافرين</w:t>
      </w:r>
      <w:r w:rsidRPr="000A1BE4">
        <w:rPr>
          <w:rStyle w:val="libArabicChar"/>
          <w:rtl/>
        </w:rPr>
        <w:t xml:space="preserve"> _ الذين ... ظالمى انفس</w:t>
      </w:r>
      <w:r w:rsidR="00120F63" w:rsidRPr="00B2551F">
        <w:rPr>
          <w:rStyle w:val="libArabicChar"/>
          <w:rFonts w:hint="cs"/>
          <w:rtl/>
        </w:rPr>
        <w:t>ه</w:t>
      </w:r>
      <w:r w:rsidRPr="000A1BE4">
        <w:rPr>
          <w:rStyle w:val="libArabicChar"/>
          <w:rFonts w:hint="cs"/>
          <w:rtl/>
        </w:rPr>
        <w:t>م</w:t>
      </w:r>
    </w:p>
    <w:p w:rsidR="001F628F" w:rsidRDefault="001F628F" w:rsidP="000A1BE4">
      <w:pPr>
        <w:pStyle w:val="libNormal"/>
        <w:rPr>
          <w:rtl/>
        </w:rPr>
      </w:pPr>
      <w:r>
        <w:rPr>
          <w:rtl/>
        </w:rPr>
        <w:t>4_ شرك، نفس پر ظلم ہے_</w:t>
      </w:r>
      <w:r w:rsidRPr="000A1BE4">
        <w:rPr>
          <w:rStyle w:val="libArabicChar"/>
          <w:rFonts w:hint="eastAsia"/>
          <w:rtl/>
        </w:rPr>
        <w:t>ويقول</w:t>
      </w:r>
      <w:r w:rsidRPr="000A1BE4">
        <w:rPr>
          <w:rStyle w:val="libArabicChar"/>
          <w:rtl/>
        </w:rPr>
        <w:t xml:space="preserve"> ا ين شركاء ى ...الكافرين _ الذين 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ظالمى</w:t>
      </w:r>
      <w:r w:rsidRPr="000A1BE4">
        <w:rPr>
          <w:rStyle w:val="libArabicChar"/>
          <w:rtl/>
        </w:rPr>
        <w:t xml:space="preserve"> انفس</w:t>
      </w:r>
      <w:r w:rsidR="00120F63" w:rsidRPr="00B2551F">
        <w:rPr>
          <w:rStyle w:val="libArabicChar"/>
          <w:rFonts w:hint="cs"/>
          <w:rtl/>
        </w:rPr>
        <w:t>ه</w:t>
      </w:r>
      <w:r w:rsidRPr="000A1BE4">
        <w:rPr>
          <w:rStyle w:val="libArabicChar"/>
          <w:rFonts w:hint="cs"/>
          <w:rtl/>
        </w:rPr>
        <w:t>م</w:t>
      </w:r>
    </w:p>
    <w:p w:rsidR="001F628F" w:rsidRDefault="001F628F" w:rsidP="000A1BE4">
      <w:pPr>
        <w:pStyle w:val="libNormal"/>
        <w:rPr>
          <w:rtl/>
        </w:rPr>
      </w:pPr>
      <w:r>
        <w:rPr>
          <w:rtl/>
        </w:rPr>
        <w:t>5_ انسانو</w:t>
      </w:r>
      <w:r w:rsidR="00083993">
        <w:rPr>
          <w:rtl/>
        </w:rPr>
        <w:t xml:space="preserve">ں </w:t>
      </w:r>
      <w:r>
        <w:rPr>
          <w:rtl/>
        </w:rPr>
        <w:t>كى روح، ملائكہ كے ذريعہ قبض كى جاتى ہے_</w:t>
      </w:r>
      <w:r w:rsidRPr="000A1BE4">
        <w:rPr>
          <w:rStyle w:val="libArabicChar"/>
          <w:rFonts w:hint="eastAsia"/>
          <w:rtl/>
        </w:rPr>
        <w:t>تتو</w:t>
      </w:r>
      <w:r w:rsidRPr="000A1BE4">
        <w:rPr>
          <w:rStyle w:val="libArabicChar"/>
          <w:rtl/>
        </w:rPr>
        <w:t xml:space="preserve">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w:t>
      </w:r>
      <w:r w:rsidRPr="000A1BE4">
        <w:rPr>
          <w:rStyle w:val="libArabicChar"/>
          <w:rtl/>
        </w:rPr>
        <w:t>ملائكة</w:t>
      </w:r>
    </w:p>
    <w:p w:rsidR="001F628F" w:rsidRDefault="001F628F" w:rsidP="001F628F">
      <w:pPr>
        <w:pStyle w:val="libNormal"/>
        <w:rPr>
          <w:rtl/>
        </w:rPr>
      </w:pPr>
      <w:r>
        <w:rPr>
          <w:rtl/>
        </w:rPr>
        <w:t>6_ انسانو</w:t>
      </w:r>
      <w:r w:rsidR="00083993">
        <w:rPr>
          <w:rtl/>
        </w:rPr>
        <w:t xml:space="preserve">ں </w:t>
      </w:r>
      <w:r>
        <w:rPr>
          <w:rtl/>
        </w:rPr>
        <w:t>كى روح كو قبض كرنے والے ، متعدد ملائكہ ہي</w:t>
      </w:r>
      <w:r w:rsidR="00083993">
        <w:rPr>
          <w:rtl/>
        </w:rPr>
        <w:t xml:space="preserve">ں </w:t>
      </w:r>
      <w:r>
        <w:rPr>
          <w:rtl/>
        </w:rPr>
        <w:t>_</w:t>
      </w:r>
    </w:p>
    <w:p w:rsidR="000A1BE4" w:rsidRDefault="001E7F9D" w:rsidP="00F73EDE">
      <w:pPr>
        <w:pStyle w:val="libPoemTini"/>
        <w:rPr>
          <w:rtl/>
        </w:rPr>
      </w:pPr>
      <w:r>
        <w:rPr>
          <w:rtl/>
        </w:rPr>
        <w:br w:type="page"/>
      </w:r>
    </w:p>
    <w:p w:rsidR="001F628F" w:rsidRDefault="001F628F" w:rsidP="000A1BE4">
      <w:pPr>
        <w:pStyle w:val="libArabic"/>
        <w:rPr>
          <w:rtl/>
        </w:rPr>
      </w:pPr>
      <w:r>
        <w:rPr>
          <w:rFonts w:hint="eastAsia"/>
          <w:rtl/>
        </w:rPr>
        <w:lastRenderedPageBreak/>
        <w:t>تتو</w:t>
      </w:r>
      <w:r>
        <w:rPr>
          <w:rtl/>
        </w:rPr>
        <w:t xml:space="preserve"> ف</w:t>
      </w:r>
      <w:r w:rsidR="00120F63" w:rsidRPr="00ED5DE8">
        <w:rPr>
          <w:rFonts w:hint="cs"/>
          <w:rtl/>
        </w:rPr>
        <w:t>ه</w:t>
      </w:r>
      <w:r>
        <w:rPr>
          <w:rFonts w:hint="cs"/>
          <w:rtl/>
        </w:rPr>
        <w:t>م</w:t>
      </w:r>
      <w:r>
        <w:rPr>
          <w:rtl/>
        </w:rPr>
        <w:t xml:space="preserve"> </w:t>
      </w:r>
      <w:r>
        <w:rPr>
          <w:rFonts w:hint="cs"/>
          <w:rtl/>
        </w:rPr>
        <w:t>ال</w:t>
      </w:r>
      <w:r>
        <w:rPr>
          <w:rtl/>
        </w:rPr>
        <w:t>ملائك</w:t>
      </w:r>
      <w:r w:rsidR="00120F63" w:rsidRPr="00ED5DE8">
        <w:rPr>
          <w:rFonts w:hint="cs"/>
          <w:rtl/>
        </w:rPr>
        <w:t>ه</w:t>
      </w:r>
    </w:p>
    <w:p w:rsidR="001F628F" w:rsidRDefault="001F628F" w:rsidP="000A1BE4">
      <w:pPr>
        <w:pStyle w:val="libNormal"/>
        <w:rPr>
          <w:rtl/>
        </w:rPr>
      </w:pPr>
      <w:r>
        <w:rPr>
          <w:rtl/>
        </w:rPr>
        <w:t>7_ انسان موت كے ذريعہ ، نابود و فنا نہي</w:t>
      </w:r>
      <w:r w:rsidR="00083993">
        <w:rPr>
          <w:rtl/>
        </w:rPr>
        <w:t xml:space="preserve">ں </w:t>
      </w:r>
      <w:r>
        <w:rPr>
          <w:rtl/>
        </w:rPr>
        <w:t>ہوتا ہے_</w:t>
      </w:r>
      <w:r w:rsidRPr="000A1BE4">
        <w:rPr>
          <w:rStyle w:val="libArabicChar"/>
          <w:rFonts w:hint="eastAsia"/>
          <w:rtl/>
        </w:rPr>
        <w:t>تتو</w:t>
      </w:r>
      <w:r w:rsidRPr="000A1BE4">
        <w:rPr>
          <w:rStyle w:val="libArabicChar"/>
          <w:rtl/>
        </w:rPr>
        <w:t xml:space="preserve">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w:t>
      </w:r>
      <w:r w:rsidRPr="000A1BE4">
        <w:rPr>
          <w:rStyle w:val="libArabicChar"/>
          <w:rtl/>
        </w:rPr>
        <w:t>لملئكة</w:t>
      </w:r>
    </w:p>
    <w:p w:rsidR="001F628F" w:rsidRDefault="001F628F" w:rsidP="001F628F">
      <w:pPr>
        <w:pStyle w:val="libNormal"/>
        <w:rPr>
          <w:rtl/>
        </w:rPr>
      </w:pPr>
      <w:r>
        <w:rPr>
          <w:rtl/>
        </w:rPr>
        <w:t>''تتوفيّ'' ''توفيّ'' مصدر سے ہے جس كا معنى كسى چيز كو كامل طور پر لينا ہے اور يہ اس چيز سے حكايت ہے كہ انسان موت كے ذريعہ نابود نہي</w:t>
      </w:r>
      <w:r w:rsidR="00083993">
        <w:rPr>
          <w:rtl/>
        </w:rPr>
        <w:t xml:space="preserve">ں </w:t>
      </w:r>
      <w:r>
        <w:rPr>
          <w:rtl/>
        </w:rPr>
        <w:t>ہوتا بلكہ اس كى حقيقت كو قبض اور منتقل كيا جاتا ہے_</w:t>
      </w:r>
    </w:p>
    <w:p w:rsidR="001F628F" w:rsidRDefault="001F628F" w:rsidP="000A1BE4">
      <w:pPr>
        <w:pStyle w:val="libNormal"/>
        <w:rPr>
          <w:rtl/>
        </w:rPr>
      </w:pPr>
      <w:r>
        <w:rPr>
          <w:rtl/>
        </w:rPr>
        <w:t>8_ انسان ، جسم سے بالا ترايك حقيقت ہے_</w:t>
      </w:r>
      <w:r w:rsidRPr="000A1BE4">
        <w:rPr>
          <w:rStyle w:val="libArabicChar"/>
          <w:rFonts w:hint="eastAsia"/>
          <w:rtl/>
        </w:rPr>
        <w:t>تتو</w:t>
      </w:r>
      <w:r w:rsidRPr="000A1BE4">
        <w:rPr>
          <w:rStyle w:val="libArabicChar"/>
          <w:rtl/>
        </w:rPr>
        <w:t xml:space="preserve">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w:t>
      </w:r>
      <w:r w:rsidRPr="000A1BE4">
        <w:rPr>
          <w:rStyle w:val="libArabicChar"/>
          <w:rtl/>
        </w:rPr>
        <w:t>ملائكة</w:t>
      </w:r>
    </w:p>
    <w:p w:rsidR="001F628F" w:rsidRDefault="001F628F" w:rsidP="001F628F">
      <w:pPr>
        <w:pStyle w:val="libNormal"/>
        <w:rPr>
          <w:rtl/>
        </w:rPr>
      </w:pPr>
      <w:r>
        <w:rPr>
          <w:rFonts w:hint="eastAsia"/>
          <w:rtl/>
        </w:rPr>
        <w:t>واضح</w:t>
      </w:r>
      <w:r>
        <w:rPr>
          <w:rtl/>
        </w:rPr>
        <w:t xml:space="preserve"> سى بات ہے كہ موت كے بعد انسان كا جسم ، زمين مي</w:t>
      </w:r>
      <w:r w:rsidR="00083993">
        <w:rPr>
          <w:rtl/>
        </w:rPr>
        <w:t xml:space="preserve">ں </w:t>
      </w:r>
      <w:r>
        <w:rPr>
          <w:rtl/>
        </w:rPr>
        <w:t>رہ جاتا ہے اور بوسيدہ اور زائل ہوجاتا ہے اور يہ علامت ہے اس بات پر كہ جو چيز ملائكہ بہ صورت كامل قبض كرتے ہي</w:t>
      </w:r>
      <w:r w:rsidR="00083993">
        <w:rPr>
          <w:rtl/>
        </w:rPr>
        <w:t xml:space="preserve">ں </w:t>
      </w:r>
      <w:r>
        <w:rPr>
          <w:rtl/>
        </w:rPr>
        <w:t>ضرورى ہے كہ وہ جسم كے علاوہ كوئي چيز ہو_</w:t>
      </w:r>
    </w:p>
    <w:p w:rsidR="001F628F" w:rsidRDefault="001F628F" w:rsidP="000A1BE4">
      <w:pPr>
        <w:pStyle w:val="libNormal"/>
        <w:rPr>
          <w:rtl/>
        </w:rPr>
      </w:pPr>
      <w:r>
        <w:rPr>
          <w:rtl/>
        </w:rPr>
        <w:t>9_ موت كے وقت ، كفار مطيع و فرمانبردار ہوجائي</w:t>
      </w:r>
      <w:r w:rsidR="00083993">
        <w:rPr>
          <w:rtl/>
        </w:rPr>
        <w:t xml:space="preserve">ں </w:t>
      </w:r>
      <w:r>
        <w:rPr>
          <w:rtl/>
        </w:rPr>
        <w:t>گے_</w:t>
      </w:r>
      <w:r w:rsidRPr="000A1BE4">
        <w:rPr>
          <w:rStyle w:val="libArabicChar"/>
          <w:rFonts w:hint="eastAsia"/>
          <w:rtl/>
        </w:rPr>
        <w:t>الكافرين</w:t>
      </w:r>
      <w:r w:rsidRPr="000A1BE4">
        <w:rPr>
          <w:rStyle w:val="libArabicChar"/>
          <w:rtl/>
        </w:rPr>
        <w:t xml:space="preserve"> _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 </w:t>
      </w:r>
      <w:r w:rsidRPr="000A1BE4">
        <w:rPr>
          <w:rStyle w:val="libArabicChar"/>
          <w:rFonts w:hint="cs"/>
          <w:rtl/>
        </w:rPr>
        <w:t>فالقو</w:t>
      </w:r>
      <w:r w:rsidRPr="000A1BE4">
        <w:rPr>
          <w:rStyle w:val="libArabicChar"/>
          <w:rtl/>
        </w:rPr>
        <w:t xml:space="preserve"> السلم</w:t>
      </w:r>
    </w:p>
    <w:p w:rsidR="001F628F" w:rsidRDefault="001F628F" w:rsidP="000A1BE4">
      <w:pPr>
        <w:pStyle w:val="libNormal"/>
        <w:rPr>
          <w:rtl/>
        </w:rPr>
      </w:pPr>
      <w:r>
        <w:rPr>
          <w:rtl/>
        </w:rPr>
        <w:t>10_ كفار ، موت كے وقت وحشت اور خوف سے دوچار ہو</w:t>
      </w:r>
      <w:r w:rsidR="00083993">
        <w:rPr>
          <w:rtl/>
        </w:rPr>
        <w:t xml:space="preserve">ں </w:t>
      </w:r>
      <w:r>
        <w:rPr>
          <w:rtl/>
        </w:rPr>
        <w:t>گے_</w:t>
      </w:r>
      <w:r w:rsidRPr="000A1BE4">
        <w:rPr>
          <w:rStyle w:val="libArabicChar"/>
          <w:rFonts w:hint="eastAsia"/>
          <w:rtl/>
        </w:rPr>
        <w:t>الكافرين</w:t>
      </w:r>
      <w:r w:rsidRPr="000A1BE4">
        <w:rPr>
          <w:rStyle w:val="libArabicChar"/>
          <w:rtl/>
        </w:rPr>
        <w:t xml:space="preserve"> _ الذين 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 </w:t>
      </w:r>
      <w:r w:rsidRPr="000A1BE4">
        <w:rPr>
          <w:rStyle w:val="libArabicChar"/>
          <w:rFonts w:hint="cs"/>
          <w:rtl/>
        </w:rPr>
        <w:t>فالقوا</w:t>
      </w:r>
      <w:r w:rsidRPr="000A1BE4">
        <w:rPr>
          <w:rStyle w:val="libArabicChar"/>
          <w:rtl/>
        </w:rPr>
        <w:t xml:space="preserve"> السلم</w:t>
      </w:r>
    </w:p>
    <w:p w:rsidR="001F628F" w:rsidRDefault="001F628F" w:rsidP="001F628F">
      <w:pPr>
        <w:pStyle w:val="libNormal"/>
        <w:rPr>
          <w:rtl/>
        </w:rPr>
      </w:pPr>
      <w:r w:rsidRPr="000A1BE4">
        <w:rPr>
          <w:rStyle w:val="libArabicChar"/>
          <w:rtl/>
        </w:rPr>
        <w:t>''ما كنّا نعمل من سوئً:''</w:t>
      </w:r>
      <w:r>
        <w:rPr>
          <w:rtl/>
        </w:rPr>
        <w:t>كے قرينہ كى بناء پر موت كے وقت كفار كا مطيع و فرمانبردار ہونا ،ممكن ہے مذكورہ نكتے كى طرف اشارہ ہو_</w:t>
      </w:r>
    </w:p>
    <w:p w:rsidR="001F628F" w:rsidRDefault="001F628F" w:rsidP="000A1BE4">
      <w:pPr>
        <w:pStyle w:val="libNormal"/>
        <w:rPr>
          <w:rtl/>
        </w:rPr>
      </w:pPr>
      <w:r>
        <w:rPr>
          <w:rtl/>
        </w:rPr>
        <w:t>11_ كفار ، موت كے بعد اپنے تمام قبيح اعمال كا انكار كري</w:t>
      </w:r>
      <w:r w:rsidR="00083993">
        <w:rPr>
          <w:rtl/>
        </w:rPr>
        <w:t xml:space="preserve">ں </w:t>
      </w:r>
      <w:r>
        <w:rPr>
          <w:rtl/>
        </w:rPr>
        <w:t>گے_</w:t>
      </w:r>
      <w:r w:rsidRPr="000A1BE4">
        <w:rPr>
          <w:rStyle w:val="libArabicChar"/>
          <w:rFonts w:hint="eastAsia"/>
          <w:rtl/>
        </w:rPr>
        <w:t>الكافرين</w:t>
      </w:r>
      <w:r w:rsidRPr="000A1BE4">
        <w:rPr>
          <w:rStyle w:val="libArabicChar"/>
          <w:rtl/>
        </w:rPr>
        <w:t xml:space="preserve"> ...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ماكنّا</w:t>
      </w:r>
      <w:r w:rsidRPr="000A1BE4">
        <w:rPr>
          <w:rStyle w:val="libArabicChar"/>
          <w:rtl/>
        </w:rPr>
        <w:t xml:space="preserve"> </w:t>
      </w:r>
      <w:r w:rsidRPr="000A1BE4">
        <w:rPr>
          <w:rStyle w:val="libArabicChar"/>
          <w:rFonts w:hint="cs"/>
          <w:rtl/>
        </w:rPr>
        <w:t>نعمل</w:t>
      </w:r>
      <w:r w:rsidRPr="000A1BE4">
        <w:rPr>
          <w:rStyle w:val="libArabicChar"/>
          <w:rtl/>
        </w:rPr>
        <w:t xml:space="preserve"> من سوء</w:t>
      </w:r>
    </w:p>
    <w:p w:rsidR="001F628F" w:rsidRDefault="001F628F" w:rsidP="001F628F">
      <w:pPr>
        <w:pStyle w:val="libNormal"/>
        <w:rPr>
          <w:rtl/>
        </w:rPr>
      </w:pPr>
      <w:r>
        <w:rPr>
          <w:rtl/>
        </w:rPr>
        <w:t>12_ دنيا مي</w:t>
      </w:r>
      <w:r w:rsidR="00083993">
        <w:rPr>
          <w:rtl/>
        </w:rPr>
        <w:t xml:space="preserve">ں </w:t>
      </w:r>
      <w:r>
        <w:rPr>
          <w:rtl/>
        </w:rPr>
        <w:t>قبيح اعمال كے ارتكاب كے ذريعہ اپنے نفس پر ظلم كرنے والے قيامت مي</w:t>
      </w:r>
      <w:r w:rsidR="00083993">
        <w:rPr>
          <w:rtl/>
        </w:rPr>
        <w:t xml:space="preserve">ں </w:t>
      </w:r>
      <w:r>
        <w:rPr>
          <w:rtl/>
        </w:rPr>
        <w:t>ان اعمال كے منكر ہو</w:t>
      </w:r>
      <w:r w:rsidR="00083993">
        <w:rPr>
          <w:rtl/>
        </w:rPr>
        <w:t xml:space="preserve">ں </w:t>
      </w:r>
      <w:r>
        <w:rPr>
          <w:rtl/>
        </w:rPr>
        <w:t>گے_</w:t>
      </w:r>
    </w:p>
    <w:p w:rsidR="001F628F" w:rsidRDefault="001F628F" w:rsidP="000A1BE4">
      <w:pPr>
        <w:pStyle w:val="libArabic"/>
        <w:rPr>
          <w:rtl/>
        </w:rPr>
      </w:pPr>
      <w:r>
        <w:rPr>
          <w:rFonts w:hint="eastAsia"/>
          <w:rtl/>
        </w:rPr>
        <w:t>الذين</w:t>
      </w:r>
      <w:r>
        <w:rPr>
          <w:rtl/>
        </w:rPr>
        <w:t xml:space="preserve"> تتو فّ</w:t>
      </w:r>
      <w:r w:rsidR="00120F63" w:rsidRPr="00ED5DE8">
        <w:rPr>
          <w:rFonts w:hint="cs"/>
          <w:rtl/>
        </w:rPr>
        <w:t>ه</w:t>
      </w:r>
      <w:r>
        <w:rPr>
          <w:rFonts w:hint="cs"/>
          <w:rtl/>
        </w:rPr>
        <w:t>م</w:t>
      </w:r>
      <w:r>
        <w:rPr>
          <w:rtl/>
        </w:rPr>
        <w:t xml:space="preserve"> </w:t>
      </w:r>
      <w:r>
        <w:rPr>
          <w:rFonts w:hint="cs"/>
          <w:rtl/>
        </w:rPr>
        <w:t>الملئكة</w:t>
      </w:r>
      <w:r>
        <w:rPr>
          <w:rtl/>
        </w:rPr>
        <w:t xml:space="preserve"> </w:t>
      </w:r>
      <w:r>
        <w:rPr>
          <w:rFonts w:hint="cs"/>
          <w:rtl/>
        </w:rPr>
        <w:t>ظالمى</w:t>
      </w:r>
      <w:r>
        <w:rPr>
          <w:rtl/>
        </w:rPr>
        <w:t xml:space="preserve"> </w:t>
      </w:r>
      <w:r>
        <w:rPr>
          <w:rFonts w:hint="cs"/>
          <w:rtl/>
        </w:rPr>
        <w:t>انفس</w:t>
      </w:r>
      <w:r w:rsidR="00120F63" w:rsidRPr="00ED5DE8">
        <w:rPr>
          <w:rFonts w:hint="cs"/>
          <w:rtl/>
        </w:rPr>
        <w:t>ه</w:t>
      </w:r>
      <w:r>
        <w:rPr>
          <w:rFonts w:hint="cs"/>
          <w:rtl/>
        </w:rPr>
        <w:t>م</w:t>
      </w:r>
      <w:r>
        <w:rPr>
          <w:rtl/>
        </w:rPr>
        <w:t xml:space="preserve"> ... </w:t>
      </w:r>
      <w:r>
        <w:rPr>
          <w:rFonts w:hint="cs"/>
          <w:rtl/>
        </w:rPr>
        <w:t>ما</w:t>
      </w:r>
      <w:r>
        <w:rPr>
          <w:rtl/>
        </w:rPr>
        <w:t xml:space="preserve"> </w:t>
      </w:r>
      <w:r>
        <w:rPr>
          <w:rFonts w:hint="cs"/>
          <w:rtl/>
        </w:rPr>
        <w:t>كنّا</w:t>
      </w:r>
      <w:r>
        <w:rPr>
          <w:rtl/>
        </w:rPr>
        <w:t xml:space="preserve"> </w:t>
      </w:r>
      <w:r>
        <w:rPr>
          <w:rFonts w:hint="cs"/>
          <w:rtl/>
        </w:rPr>
        <w:t>نعمل</w:t>
      </w:r>
      <w:r>
        <w:rPr>
          <w:rtl/>
        </w:rPr>
        <w:t xml:space="preserve"> </w:t>
      </w:r>
      <w:r>
        <w:rPr>
          <w:rFonts w:hint="cs"/>
          <w:rtl/>
        </w:rPr>
        <w:t>م</w:t>
      </w:r>
      <w:r>
        <w:rPr>
          <w:rtl/>
        </w:rPr>
        <w:t>ن سوئ</w:t>
      </w:r>
    </w:p>
    <w:p w:rsidR="001F628F" w:rsidRDefault="001F628F" w:rsidP="001F628F">
      <w:pPr>
        <w:pStyle w:val="libNormal"/>
        <w:rPr>
          <w:rtl/>
        </w:rPr>
      </w:pPr>
      <w:r>
        <w:rPr>
          <w:rFonts w:hint="eastAsia"/>
          <w:rtl/>
        </w:rPr>
        <w:t>مذكورہ</w:t>
      </w:r>
      <w:r>
        <w:rPr>
          <w:rtl/>
        </w:rPr>
        <w:t xml:space="preserve"> بالا مطلب اس احتمال كى بناء پر ہے جب </w:t>
      </w:r>
      <w:r w:rsidRPr="000A1BE4">
        <w:rPr>
          <w:rStyle w:val="libArabicChar"/>
          <w:rtl/>
        </w:rPr>
        <w:t>''ماكنا نعمل من سوئ: ''</w:t>
      </w:r>
      <w:r>
        <w:rPr>
          <w:rtl/>
        </w:rPr>
        <w:t>( ہم نے قبيح اعمال انجام نہي</w:t>
      </w:r>
      <w:r w:rsidR="00083993">
        <w:rPr>
          <w:rtl/>
        </w:rPr>
        <w:t xml:space="preserve">ں </w:t>
      </w:r>
      <w:r>
        <w:rPr>
          <w:rtl/>
        </w:rPr>
        <w:t>ديے تھے) كے قرينے كى بناء پر ''ظالمى انفسہم '' سے مراد وہ برے و قبيح اعمال ہو</w:t>
      </w:r>
      <w:r w:rsidR="00083993">
        <w:rPr>
          <w:rtl/>
        </w:rPr>
        <w:t xml:space="preserve">ں </w:t>
      </w:r>
      <w:r>
        <w:rPr>
          <w:rtl/>
        </w:rPr>
        <w:t>جن كا ارتكاب كرنے والے ان كى اپنے آپ سے نفى كري</w:t>
      </w:r>
      <w:r w:rsidR="00083993">
        <w:rPr>
          <w:rtl/>
        </w:rPr>
        <w:t xml:space="preserve">ں </w:t>
      </w:r>
      <w:r>
        <w:rPr>
          <w:rtl/>
        </w:rPr>
        <w:t>گے_</w:t>
      </w:r>
    </w:p>
    <w:p w:rsidR="001F628F" w:rsidRDefault="001F628F" w:rsidP="001F628F">
      <w:pPr>
        <w:pStyle w:val="libNormal"/>
        <w:rPr>
          <w:rtl/>
        </w:rPr>
      </w:pPr>
      <w:r>
        <w:rPr>
          <w:rtl/>
        </w:rPr>
        <w:t>13_ كفار ، موت كے بعد ، حقائق كو پالي</w:t>
      </w:r>
      <w:r w:rsidR="00083993">
        <w:rPr>
          <w:rtl/>
        </w:rPr>
        <w:t xml:space="preserve">ں </w:t>
      </w:r>
      <w:r>
        <w:rPr>
          <w:rtl/>
        </w:rPr>
        <w:t>گے اور اپنے گذشتہ كر تو تو</w:t>
      </w:r>
      <w:r w:rsidR="00083993">
        <w:rPr>
          <w:rtl/>
        </w:rPr>
        <w:t xml:space="preserve">ں </w:t>
      </w:r>
      <w:r>
        <w:rPr>
          <w:rtl/>
        </w:rPr>
        <w:t>سے پريشان ہو</w:t>
      </w:r>
      <w:r w:rsidR="00083993">
        <w:rPr>
          <w:rtl/>
        </w:rPr>
        <w:t xml:space="preserve">ں </w:t>
      </w:r>
      <w:r>
        <w:rPr>
          <w:rtl/>
        </w:rPr>
        <w:t>گے _</w:t>
      </w:r>
    </w:p>
    <w:p w:rsidR="001F628F" w:rsidRDefault="001F628F" w:rsidP="000A1BE4">
      <w:pPr>
        <w:pStyle w:val="libArabic"/>
        <w:rPr>
          <w:rtl/>
        </w:rPr>
      </w:pPr>
      <w:r>
        <w:rPr>
          <w:rFonts w:hint="eastAsia"/>
          <w:rtl/>
        </w:rPr>
        <w:t>الكافرين</w:t>
      </w:r>
      <w:r>
        <w:rPr>
          <w:rtl/>
        </w:rPr>
        <w:t xml:space="preserve"> _ الذين تتو فّ</w:t>
      </w:r>
      <w:r w:rsidR="00120F63" w:rsidRPr="00ED5DE8">
        <w:rPr>
          <w:rFonts w:hint="cs"/>
          <w:rtl/>
        </w:rPr>
        <w:t>ه</w:t>
      </w:r>
      <w:r>
        <w:rPr>
          <w:rFonts w:hint="cs"/>
          <w:rtl/>
        </w:rPr>
        <w:t>م</w:t>
      </w:r>
      <w:r>
        <w:rPr>
          <w:rtl/>
        </w:rPr>
        <w:t xml:space="preserve"> </w:t>
      </w:r>
      <w:r>
        <w:rPr>
          <w:rFonts w:hint="cs"/>
          <w:rtl/>
        </w:rPr>
        <w:t>الملئكة</w:t>
      </w:r>
      <w:r>
        <w:rPr>
          <w:rtl/>
        </w:rPr>
        <w:t xml:space="preserve"> </w:t>
      </w:r>
      <w:r>
        <w:rPr>
          <w:rFonts w:hint="cs"/>
          <w:rtl/>
        </w:rPr>
        <w:t>ظالمى</w:t>
      </w:r>
      <w:r>
        <w:rPr>
          <w:rtl/>
        </w:rPr>
        <w:t xml:space="preserve"> </w:t>
      </w:r>
      <w:r>
        <w:rPr>
          <w:rFonts w:hint="cs"/>
          <w:rtl/>
        </w:rPr>
        <w:t>انفس</w:t>
      </w:r>
      <w:r w:rsidR="00120F63" w:rsidRPr="00ED5DE8">
        <w:rPr>
          <w:rFonts w:hint="cs"/>
          <w:rtl/>
        </w:rPr>
        <w:t>ه</w:t>
      </w:r>
      <w:r>
        <w:rPr>
          <w:rFonts w:hint="cs"/>
          <w:rtl/>
        </w:rPr>
        <w:t>م</w:t>
      </w:r>
      <w:r>
        <w:rPr>
          <w:rtl/>
        </w:rPr>
        <w:t xml:space="preserve"> ... ما كنا نعمل عن سوئ</w:t>
      </w:r>
    </w:p>
    <w:p w:rsidR="001F628F" w:rsidRDefault="001F628F" w:rsidP="001F628F">
      <w:pPr>
        <w:pStyle w:val="libNormal"/>
        <w:rPr>
          <w:rtl/>
        </w:rPr>
      </w:pPr>
      <w:r>
        <w:rPr>
          <w:rFonts w:hint="eastAsia"/>
          <w:rtl/>
        </w:rPr>
        <w:t>موت</w:t>
      </w:r>
      <w:r>
        <w:rPr>
          <w:rtl/>
        </w:rPr>
        <w:t xml:space="preserve"> كے بعد كفار بغير اس كے كہ كوئي بات كى جائے اپنا دفاع شروع كردي</w:t>
      </w:r>
      <w:r w:rsidR="00083993">
        <w:rPr>
          <w:rtl/>
        </w:rPr>
        <w:t xml:space="preserve">ں </w:t>
      </w:r>
      <w:r>
        <w:rPr>
          <w:rtl/>
        </w:rPr>
        <w:t>گے اور اپنے قبيح اعمال كا انكار كري</w:t>
      </w:r>
      <w:r w:rsidR="00083993">
        <w:rPr>
          <w:rtl/>
        </w:rPr>
        <w:t xml:space="preserve">ں </w:t>
      </w:r>
      <w:r>
        <w:rPr>
          <w:rtl/>
        </w:rPr>
        <w:t>گے اس سے معلوم ہوتا ہے كے وہ اپنى حالت بد اور اس كردار كے بارے مي</w:t>
      </w:r>
      <w:r w:rsidR="00083993">
        <w:rPr>
          <w:rtl/>
        </w:rPr>
        <w:t xml:space="preserve">ں </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جو</w:t>
      </w:r>
      <w:r>
        <w:rPr>
          <w:rtl/>
        </w:rPr>
        <w:t xml:space="preserve"> ان كے عذاب سے دوچار ہونے كا باعث ہوگا جيسى چيزو</w:t>
      </w:r>
      <w:r w:rsidR="00083993">
        <w:rPr>
          <w:rtl/>
        </w:rPr>
        <w:t xml:space="preserve">ں </w:t>
      </w:r>
      <w:r>
        <w:rPr>
          <w:rtl/>
        </w:rPr>
        <w:t>كے بارے مي</w:t>
      </w:r>
      <w:r w:rsidR="00083993">
        <w:rPr>
          <w:rtl/>
        </w:rPr>
        <w:t xml:space="preserve">ں </w:t>
      </w:r>
      <w:r>
        <w:rPr>
          <w:rtl/>
        </w:rPr>
        <w:t>مطلع ہوجائي</w:t>
      </w:r>
      <w:r w:rsidR="00083993">
        <w:rPr>
          <w:rtl/>
        </w:rPr>
        <w:t xml:space="preserve">ں </w:t>
      </w:r>
      <w:r>
        <w:rPr>
          <w:rtl/>
        </w:rPr>
        <w:t>گے_</w:t>
      </w:r>
    </w:p>
    <w:p w:rsidR="001F628F" w:rsidRDefault="001F628F" w:rsidP="000A1BE4">
      <w:pPr>
        <w:pStyle w:val="libNormal"/>
        <w:rPr>
          <w:rtl/>
        </w:rPr>
      </w:pPr>
      <w:r>
        <w:rPr>
          <w:rtl/>
        </w:rPr>
        <w:t>14_ موت، انسان كے ليے حقائق كو كشف كرنے كا سبب ہے_</w:t>
      </w:r>
      <w:r w:rsidRPr="000A1BE4">
        <w:rPr>
          <w:rStyle w:val="libArabicChar"/>
          <w:rFonts w:hint="eastAsia"/>
          <w:rtl/>
        </w:rPr>
        <w:t>الذين</w:t>
      </w:r>
      <w:r w:rsidRPr="000A1BE4">
        <w:rPr>
          <w:rStyle w:val="libArabicChar"/>
          <w:rtl/>
        </w:rPr>
        <w:t xml:space="preserve">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w:t>
      </w:r>
      <w:r w:rsidR="00120F63" w:rsidRPr="00B2551F">
        <w:rPr>
          <w:rStyle w:val="libArabicChar"/>
          <w:rFonts w:hint="cs"/>
          <w:rtl/>
        </w:rPr>
        <w:t>ه</w:t>
      </w:r>
      <w:r w:rsidRPr="000A1BE4">
        <w:rPr>
          <w:rStyle w:val="libArabicChar"/>
          <w:rtl/>
        </w:rPr>
        <w:t xml:space="preserve"> ... </w:t>
      </w:r>
      <w:r w:rsidRPr="000A1BE4">
        <w:rPr>
          <w:rStyle w:val="libArabicChar"/>
          <w:rFonts w:hint="cs"/>
          <w:rtl/>
        </w:rPr>
        <w:t>فا</w:t>
      </w:r>
      <w:r w:rsidRPr="000A1BE4">
        <w:rPr>
          <w:rStyle w:val="libArabicChar"/>
          <w:rtl/>
        </w:rPr>
        <w:t xml:space="preserve"> </w:t>
      </w:r>
      <w:r w:rsidRPr="000A1BE4">
        <w:rPr>
          <w:rStyle w:val="libArabicChar"/>
          <w:rFonts w:hint="cs"/>
          <w:rtl/>
        </w:rPr>
        <w:t>لقوا</w:t>
      </w:r>
      <w:r w:rsidRPr="000A1BE4">
        <w:rPr>
          <w:rStyle w:val="libArabicChar"/>
          <w:rtl/>
        </w:rPr>
        <w:t xml:space="preserve"> </w:t>
      </w:r>
      <w:r w:rsidRPr="000A1BE4">
        <w:rPr>
          <w:rStyle w:val="libArabicChar"/>
          <w:rFonts w:hint="cs"/>
          <w:rtl/>
        </w:rPr>
        <w:t>السلم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كنا</w:t>
      </w:r>
      <w:r w:rsidRPr="000A1BE4">
        <w:rPr>
          <w:rStyle w:val="libArabicChar"/>
          <w:rtl/>
        </w:rPr>
        <w:t xml:space="preserve"> </w:t>
      </w:r>
      <w:r w:rsidRPr="000A1BE4">
        <w:rPr>
          <w:rStyle w:val="libArabicChar"/>
          <w:rFonts w:hint="cs"/>
          <w:rtl/>
        </w:rPr>
        <w:t>نعمل</w:t>
      </w:r>
      <w:r w:rsidRPr="000A1BE4">
        <w:rPr>
          <w:rStyle w:val="libArabicChar"/>
          <w:rtl/>
        </w:rPr>
        <w:t xml:space="preserve"> من سوئ</w:t>
      </w:r>
    </w:p>
    <w:p w:rsidR="001F628F" w:rsidRDefault="001F628F" w:rsidP="001F628F">
      <w:pPr>
        <w:pStyle w:val="libNormal"/>
        <w:rPr>
          <w:rtl/>
        </w:rPr>
      </w:pPr>
      <w:r>
        <w:rPr>
          <w:rtl/>
        </w:rPr>
        <w:t>15_ قرآن كو افسانہ قرار دينا، دين الہى كے خلاف سازش اور كفر كا انتخاب ، ناشائستہ اور ناپسنديدہ اعمال ہي</w:t>
      </w:r>
      <w:r w:rsidR="00083993">
        <w:rPr>
          <w:rtl/>
        </w:rPr>
        <w:t xml:space="preserve">ں </w:t>
      </w:r>
      <w:r>
        <w:rPr>
          <w:rtl/>
        </w:rPr>
        <w:t>_</w:t>
      </w:r>
    </w:p>
    <w:p w:rsidR="001F628F" w:rsidRDefault="001F628F" w:rsidP="000A1BE4">
      <w:pPr>
        <w:pStyle w:val="libArabic"/>
        <w:rPr>
          <w:rtl/>
        </w:rPr>
      </w:pPr>
      <w:r>
        <w:rPr>
          <w:rFonts w:hint="eastAsia"/>
          <w:rtl/>
        </w:rPr>
        <w:t>واذا</w:t>
      </w:r>
      <w:r>
        <w:rPr>
          <w:rtl/>
        </w:rPr>
        <w:t xml:space="preserve"> قيل ل</w:t>
      </w:r>
      <w:r w:rsidR="00120F63" w:rsidRPr="00ED5DE8">
        <w:rPr>
          <w:rFonts w:hint="cs"/>
          <w:rtl/>
        </w:rPr>
        <w:t>ه</w:t>
      </w:r>
      <w:r>
        <w:rPr>
          <w:rFonts w:hint="cs"/>
          <w:rtl/>
        </w:rPr>
        <w:t>م</w:t>
      </w:r>
      <w:r>
        <w:rPr>
          <w:rtl/>
        </w:rPr>
        <w:t xml:space="preserve"> ماذا انزل ربّكم قالوا اساطير الاوّلين ... قد مكر الذين من قبل</w:t>
      </w:r>
      <w:r w:rsidR="00120F63" w:rsidRPr="00ED5DE8">
        <w:rPr>
          <w:rFonts w:hint="cs"/>
          <w:rtl/>
        </w:rPr>
        <w:t>ه</w:t>
      </w:r>
      <w:r>
        <w:rPr>
          <w:rFonts w:hint="cs"/>
          <w:rtl/>
        </w:rPr>
        <w:t>م</w:t>
      </w:r>
      <w:r>
        <w:rPr>
          <w:rtl/>
        </w:rPr>
        <w:t xml:space="preserve"> ... </w:t>
      </w:r>
      <w:r>
        <w:rPr>
          <w:rFonts w:hint="cs"/>
          <w:rtl/>
        </w:rPr>
        <w:t>الكفرين</w:t>
      </w:r>
      <w:r>
        <w:rPr>
          <w:rtl/>
        </w:rPr>
        <w:t xml:space="preserve"> ... </w:t>
      </w:r>
      <w:r>
        <w:rPr>
          <w:rFonts w:hint="cs"/>
          <w:rtl/>
        </w:rPr>
        <w:t>الذين</w:t>
      </w:r>
      <w:r>
        <w:rPr>
          <w:rtl/>
        </w:rPr>
        <w:t xml:space="preserve"> </w:t>
      </w:r>
      <w:r>
        <w:rPr>
          <w:rFonts w:hint="cs"/>
          <w:rtl/>
        </w:rPr>
        <w:t>تتو</w:t>
      </w:r>
      <w:r>
        <w:rPr>
          <w:rtl/>
        </w:rPr>
        <w:t xml:space="preserve"> </w:t>
      </w:r>
      <w:r>
        <w:rPr>
          <w:rFonts w:hint="cs"/>
          <w:rtl/>
        </w:rPr>
        <w:t>ف</w:t>
      </w:r>
      <w:r w:rsidR="00120F63" w:rsidRPr="00ED5DE8">
        <w:rPr>
          <w:rFonts w:hint="cs"/>
          <w:rtl/>
        </w:rPr>
        <w:t>ه</w:t>
      </w:r>
      <w:r>
        <w:rPr>
          <w:rFonts w:hint="cs"/>
          <w:rtl/>
        </w:rPr>
        <w:t>م</w:t>
      </w:r>
      <w:r>
        <w:rPr>
          <w:rtl/>
        </w:rPr>
        <w:t xml:space="preserve"> </w:t>
      </w:r>
      <w:r>
        <w:rPr>
          <w:rFonts w:hint="cs"/>
          <w:rtl/>
        </w:rPr>
        <w:t>الملئكة</w:t>
      </w:r>
      <w:r>
        <w:rPr>
          <w:rtl/>
        </w:rPr>
        <w:t xml:space="preserve"> </w:t>
      </w:r>
      <w:r>
        <w:rPr>
          <w:rFonts w:hint="cs"/>
          <w:rtl/>
        </w:rPr>
        <w:t>ظالمى</w:t>
      </w:r>
      <w:r>
        <w:rPr>
          <w:rtl/>
        </w:rPr>
        <w:t xml:space="preserve"> </w:t>
      </w:r>
      <w:r>
        <w:rPr>
          <w:rFonts w:hint="cs"/>
          <w:rtl/>
        </w:rPr>
        <w:t>ا</w:t>
      </w:r>
      <w:r>
        <w:rPr>
          <w:rtl/>
        </w:rPr>
        <w:t xml:space="preserve"> </w:t>
      </w:r>
      <w:r>
        <w:rPr>
          <w:rFonts w:hint="cs"/>
          <w:rtl/>
        </w:rPr>
        <w:t>نفس</w:t>
      </w:r>
      <w:r w:rsidR="00120F63" w:rsidRPr="00ED5DE8">
        <w:rPr>
          <w:rFonts w:hint="cs"/>
          <w:rtl/>
        </w:rPr>
        <w:t>ه</w:t>
      </w:r>
      <w:r>
        <w:rPr>
          <w:rFonts w:hint="cs"/>
          <w:rtl/>
        </w:rPr>
        <w:t>م</w:t>
      </w:r>
      <w:r>
        <w:rPr>
          <w:rtl/>
        </w:rPr>
        <w:t xml:space="preserve"> ... </w:t>
      </w:r>
      <w:r>
        <w:rPr>
          <w:rFonts w:hint="cs"/>
          <w:rtl/>
        </w:rPr>
        <w:t>ما</w:t>
      </w:r>
      <w:r>
        <w:rPr>
          <w:rtl/>
        </w:rPr>
        <w:t xml:space="preserve"> </w:t>
      </w:r>
      <w:r>
        <w:rPr>
          <w:rFonts w:hint="cs"/>
          <w:rtl/>
        </w:rPr>
        <w:t>كنّا</w:t>
      </w:r>
      <w:r>
        <w:rPr>
          <w:rtl/>
        </w:rPr>
        <w:t xml:space="preserve"> </w:t>
      </w:r>
      <w:r>
        <w:rPr>
          <w:rFonts w:hint="cs"/>
          <w:rtl/>
        </w:rPr>
        <w:t>نعمل</w:t>
      </w:r>
      <w:r>
        <w:rPr>
          <w:rtl/>
        </w:rPr>
        <w:t xml:space="preserve"> </w:t>
      </w:r>
      <w:r>
        <w:rPr>
          <w:rFonts w:hint="cs"/>
          <w:rtl/>
        </w:rPr>
        <w:t>م</w:t>
      </w:r>
      <w:r>
        <w:rPr>
          <w:rtl/>
        </w:rPr>
        <w:t>ن سوئ</w:t>
      </w:r>
    </w:p>
    <w:p w:rsidR="001F628F" w:rsidRDefault="001F628F" w:rsidP="000A1BE4">
      <w:pPr>
        <w:pStyle w:val="libNormal"/>
        <w:rPr>
          <w:rtl/>
        </w:rPr>
      </w:pPr>
      <w:r>
        <w:rPr>
          <w:rtl/>
        </w:rPr>
        <w:t>16_ خداوند عالم يقيناً كفار كے كرتوتو</w:t>
      </w:r>
      <w:r w:rsidR="00083993">
        <w:rPr>
          <w:rtl/>
        </w:rPr>
        <w:t xml:space="preserve">ں </w:t>
      </w:r>
      <w:r>
        <w:rPr>
          <w:rtl/>
        </w:rPr>
        <w:t>سے آگاہ ہے_</w:t>
      </w:r>
      <w:r w:rsidRPr="000A1BE4">
        <w:rPr>
          <w:rStyle w:val="libArabicChar"/>
          <w:rFonts w:hint="eastAsia"/>
          <w:rtl/>
        </w:rPr>
        <w:t>انّ</w:t>
      </w:r>
      <w:r w:rsidRPr="000A1BE4">
        <w:rPr>
          <w:rStyle w:val="libArabicChar"/>
          <w:rtl/>
        </w:rPr>
        <w:t xml:space="preserve"> الله عليم بما كنتم تعملون</w:t>
      </w:r>
    </w:p>
    <w:p w:rsidR="001F628F" w:rsidRDefault="001F628F" w:rsidP="000A1BE4">
      <w:pPr>
        <w:pStyle w:val="libNormal"/>
        <w:rPr>
          <w:rtl/>
        </w:rPr>
      </w:pPr>
      <w:r>
        <w:rPr>
          <w:rtl/>
        </w:rPr>
        <w:t>17_ خداوند عالم ، جاننے والا ( صاحب علم) ہے_</w:t>
      </w:r>
      <w:r w:rsidRPr="000A1BE4">
        <w:rPr>
          <w:rStyle w:val="libArabicChar"/>
          <w:rFonts w:hint="eastAsia"/>
          <w:rtl/>
        </w:rPr>
        <w:t>انّ</w:t>
      </w:r>
      <w:r w:rsidRPr="000A1BE4">
        <w:rPr>
          <w:rStyle w:val="libArabicChar"/>
          <w:rtl/>
        </w:rPr>
        <w:t xml:space="preserve"> الله عليم</w:t>
      </w:r>
    </w:p>
    <w:p w:rsidR="001F628F" w:rsidRDefault="001F628F" w:rsidP="001F628F">
      <w:pPr>
        <w:pStyle w:val="libNormal"/>
        <w:rPr>
          <w:rtl/>
        </w:rPr>
      </w:pPr>
      <w:r>
        <w:rPr>
          <w:rtl/>
        </w:rPr>
        <w:t>18_ ملائكہ كا اس چيز پر اعتقاد اور علم ہے كہ خداوند عالم ، انسان كے كردار سے آگاہ ہے _</w:t>
      </w:r>
    </w:p>
    <w:p w:rsidR="001F628F" w:rsidRDefault="001F628F" w:rsidP="000A1BE4">
      <w:pPr>
        <w:pStyle w:val="libArabic"/>
        <w:rPr>
          <w:rtl/>
        </w:rPr>
      </w:pPr>
      <w:r>
        <w:rPr>
          <w:rFonts w:hint="eastAsia"/>
          <w:rtl/>
        </w:rPr>
        <w:t>بلى</w:t>
      </w:r>
      <w:r>
        <w:rPr>
          <w:rtl/>
        </w:rPr>
        <w:t xml:space="preserve"> انّ الله عليم بما كنتم تعملون</w:t>
      </w:r>
    </w:p>
    <w:p w:rsidR="001F628F" w:rsidRDefault="001F628F" w:rsidP="001F628F">
      <w:pPr>
        <w:pStyle w:val="libNormal"/>
        <w:rPr>
          <w:rtl/>
        </w:rPr>
      </w:pPr>
      <w:r>
        <w:rPr>
          <w:rFonts w:hint="eastAsia"/>
          <w:rtl/>
        </w:rPr>
        <w:t>مذكورہ</w:t>
      </w:r>
      <w:r>
        <w:rPr>
          <w:rtl/>
        </w:rPr>
        <w:t xml:space="preserve"> بالا مطلب اس بناء پر ہے جب </w:t>
      </w:r>
      <w:r w:rsidRPr="000A1BE4">
        <w:rPr>
          <w:rStyle w:val="libArabicChar"/>
          <w:rtl/>
        </w:rPr>
        <w:t>''بلى انّ الله ...</w:t>
      </w:r>
      <w:r>
        <w:rPr>
          <w:rtl/>
        </w:rPr>
        <w:t>'' كفار كے مقابلے مي</w:t>
      </w:r>
      <w:r w:rsidR="00083993">
        <w:rPr>
          <w:rtl/>
        </w:rPr>
        <w:t xml:space="preserve">ں </w:t>
      </w:r>
      <w:r>
        <w:rPr>
          <w:rtl/>
        </w:rPr>
        <w:t>ملائكہ كا كلام ہو_</w:t>
      </w:r>
    </w:p>
    <w:p w:rsidR="001F628F" w:rsidRDefault="001F628F" w:rsidP="000A1BE4">
      <w:pPr>
        <w:pStyle w:val="libNormal"/>
        <w:rPr>
          <w:rtl/>
        </w:rPr>
      </w:pPr>
      <w:r>
        <w:rPr>
          <w:rtl/>
        </w:rPr>
        <w:t>19_ روز قيامت ، كفار اپنے دفاع كے ليے جھوٹ سے كام لي</w:t>
      </w:r>
      <w:r w:rsidR="00083993">
        <w:rPr>
          <w:rtl/>
        </w:rPr>
        <w:t xml:space="preserve">ں </w:t>
      </w:r>
      <w:r>
        <w:rPr>
          <w:rtl/>
        </w:rPr>
        <w:t>گے_</w:t>
      </w:r>
      <w:r w:rsidRPr="000A1BE4">
        <w:rPr>
          <w:rStyle w:val="libArabicChar"/>
          <w:rFonts w:hint="eastAsia"/>
          <w:rtl/>
        </w:rPr>
        <w:t>ما</w:t>
      </w:r>
      <w:r w:rsidRPr="000A1BE4">
        <w:rPr>
          <w:rStyle w:val="libArabicChar"/>
          <w:rtl/>
        </w:rPr>
        <w:t xml:space="preserve"> كنّا نعمل من سوء بلى ان الله عليم بما كنتم تعملون</w:t>
      </w:r>
    </w:p>
    <w:p w:rsidR="001F628F" w:rsidRDefault="001F628F" w:rsidP="000A1BE4">
      <w:pPr>
        <w:pStyle w:val="libNormal"/>
        <w:rPr>
          <w:rtl/>
        </w:rPr>
      </w:pPr>
      <w:r>
        <w:rPr>
          <w:rtl/>
        </w:rPr>
        <w:t>20_ قيامت مي</w:t>
      </w:r>
      <w:r w:rsidR="00083993">
        <w:rPr>
          <w:rtl/>
        </w:rPr>
        <w:t xml:space="preserve">ں </w:t>
      </w:r>
      <w:r>
        <w:rPr>
          <w:rtl/>
        </w:rPr>
        <w:t>جھوٹ بولنے كا امكان_</w:t>
      </w:r>
      <w:r w:rsidRPr="000A1BE4">
        <w:rPr>
          <w:rStyle w:val="libArabicChar"/>
          <w:rFonts w:hint="eastAsia"/>
          <w:rtl/>
        </w:rPr>
        <w:t>ما</w:t>
      </w:r>
      <w:r w:rsidRPr="000A1BE4">
        <w:rPr>
          <w:rStyle w:val="libArabicChar"/>
          <w:rtl/>
        </w:rPr>
        <w:t xml:space="preserve"> كنا نعمل من سوء بلى ان الله عليم بما كنتم تعملون</w:t>
      </w:r>
    </w:p>
    <w:p w:rsidR="001F628F" w:rsidRDefault="001F628F" w:rsidP="000A1BE4">
      <w:pPr>
        <w:pStyle w:val="libNormal"/>
        <w:rPr>
          <w:rtl/>
        </w:rPr>
      </w:pPr>
      <w:r>
        <w:rPr>
          <w:rtl/>
        </w:rPr>
        <w:t>21_وہ كفار ، جو كفر كى حالت مي</w:t>
      </w:r>
      <w:r w:rsidR="00083993">
        <w:rPr>
          <w:rtl/>
        </w:rPr>
        <w:t xml:space="preserve">ں </w:t>
      </w:r>
      <w:r>
        <w:rPr>
          <w:rtl/>
        </w:rPr>
        <w:t>دنيا سے اٹھتے ہي</w:t>
      </w:r>
      <w:r w:rsidR="00083993">
        <w:rPr>
          <w:rtl/>
        </w:rPr>
        <w:t xml:space="preserve">ں </w:t>
      </w:r>
      <w:r>
        <w:rPr>
          <w:rtl/>
        </w:rPr>
        <w:t>وہ ہميشہ دنيا مي</w:t>
      </w:r>
      <w:r w:rsidR="00083993">
        <w:rPr>
          <w:rtl/>
        </w:rPr>
        <w:t xml:space="preserve">ں </w:t>
      </w:r>
      <w:r>
        <w:rPr>
          <w:rtl/>
        </w:rPr>
        <w:t>غلط راستے پر چلتے اور قبيح اعمال كے مرتكب ہوتے ہي</w:t>
      </w:r>
      <w:r w:rsidR="00083993">
        <w:rPr>
          <w:rtl/>
        </w:rPr>
        <w:t xml:space="preserve">ں </w:t>
      </w:r>
      <w:r>
        <w:rPr>
          <w:rtl/>
        </w:rPr>
        <w:t>_</w:t>
      </w:r>
      <w:r w:rsidRPr="000A1BE4">
        <w:rPr>
          <w:rStyle w:val="libArabicChar"/>
          <w:rFonts w:hint="eastAsia"/>
          <w:rtl/>
        </w:rPr>
        <w:t>ما</w:t>
      </w:r>
      <w:r w:rsidRPr="000A1BE4">
        <w:rPr>
          <w:rStyle w:val="libArabicChar"/>
          <w:rtl/>
        </w:rPr>
        <w:t xml:space="preserve"> كنّا نعمل من سوء ان الله عليم بما كنتم تعملون</w:t>
      </w:r>
    </w:p>
    <w:p w:rsidR="001F628F" w:rsidRDefault="001F628F" w:rsidP="001F628F">
      <w:pPr>
        <w:pStyle w:val="libNormal"/>
        <w:rPr>
          <w:rtl/>
        </w:rPr>
      </w:pPr>
      <w:r>
        <w:rPr>
          <w:rFonts w:hint="eastAsia"/>
          <w:rtl/>
        </w:rPr>
        <w:t>عبارات</w:t>
      </w:r>
      <w:r>
        <w:rPr>
          <w:rtl/>
        </w:rPr>
        <w:t xml:space="preserve"> </w:t>
      </w:r>
      <w:r w:rsidRPr="000A1BE4">
        <w:rPr>
          <w:rStyle w:val="libArabicChar"/>
          <w:rtl/>
        </w:rPr>
        <w:t>''ما كنّا نعمل''</w:t>
      </w:r>
      <w:r>
        <w:rPr>
          <w:rtl/>
        </w:rPr>
        <w:t xml:space="preserve"> اور </w:t>
      </w:r>
      <w:r w:rsidRPr="000A1BE4">
        <w:rPr>
          <w:rStyle w:val="libArabicChar"/>
          <w:rtl/>
        </w:rPr>
        <w:t>'' ما كنتم تعملون''</w:t>
      </w:r>
      <w:r>
        <w:rPr>
          <w:rtl/>
        </w:rPr>
        <w:t xml:space="preserve"> ماضى استمرارى پر دلالت كرہى ہي</w:t>
      </w:r>
      <w:r w:rsidR="00083993">
        <w:rPr>
          <w:rtl/>
        </w:rPr>
        <w:t xml:space="preserve">ں </w:t>
      </w:r>
      <w:r>
        <w:rPr>
          <w:rtl/>
        </w:rPr>
        <w:t>پہلى عبارت كفار كا كلام ہے كہ جس كے ذريعہ وہ اپنے تمام قبيح اعمال كے منكر ہي</w:t>
      </w:r>
      <w:r w:rsidR="00083993">
        <w:rPr>
          <w:rtl/>
        </w:rPr>
        <w:t xml:space="preserve">ں </w:t>
      </w:r>
      <w:r>
        <w:rPr>
          <w:rtl/>
        </w:rPr>
        <w:t>اور دوسرى عبارت ان كفار كا جواب ہے جو ان كے مسلسل سياہ كرتوتو</w:t>
      </w:r>
      <w:r w:rsidR="00083993">
        <w:rPr>
          <w:rtl/>
        </w:rPr>
        <w:t xml:space="preserve">ں </w:t>
      </w:r>
      <w:r>
        <w:rPr>
          <w:rtl/>
        </w:rPr>
        <w:t>كے ارتكاب پر دلالت كررہى ہے_</w:t>
      </w:r>
    </w:p>
    <w:p w:rsidR="001F628F" w:rsidRDefault="001F628F" w:rsidP="001F628F">
      <w:pPr>
        <w:pStyle w:val="libNormal"/>
        <w:rPr>
          <w:rtl/>
        </w:rPr>
      </w:pPr>
      <w:r>
        <w:rPr>
          <w:rtl/>
        </w:rPr>
        <w:t xml:space="preserve">22_ </w:t>
      </w:r>
      <w:r w:rsidRPr="000A1BE4">
        <w:rPr>
          <w:rStyle w:val="libArabicChar"/>
          <w:rtl/>
        </w:rPr>
        <w:t>''عن امير المؤمنين</w:t>
      </w:r>
      <w:r w:rsidR="00367F17" w:rsidRPr="00367F17">
        <w:rPr>
          <w:rStyle w:val="libAlaemChar"/>
          <w:rtl/>
        </w:rPr>
        <w:t xml:space="preserve"> عليه‌السلام </w:t>
      </w:r>
      <w:r w:rsidRPr="000A1BE4">
        <w:rPr>
          <w:rStyle w:val="libArabicChar"/>
          <w:rtl/>
        </w:rPr>
        <w:t xml:space="preserve"> ... انّ</w:t>
      </w:r>
      <w:r w:rsidR="00120F63" w:rsidRPr="00B2551F">
        <w:rPr>
          <w:rStyle w:val="libArabicChar"/>
          <w:rFonts w:hint="cs"/>
          <w:rtl/>
        </w:rPr>
        <w:t>ه</w:t>
      </w:r>
      <w:r w:rsidRPr="000A1BE4">
        <w:rPr>
          <w:rStyle w:val="libArabicChar"/>
          <w:rtl/>
        </w:rPr>
        <w:t xml:space="preserve"> </w:t>
      </w:r>
      <w:r w:rsidRPr="000A1BE4">
        <w:rPr>
          <w:rStyle w:val="libArabicChar"/>
          <w:rFonts w:hint="cs"/>
          <w:rtl/>
        </w:rPr>
        <w:t>ليس</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حد</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الناس</w:t>
      </w:r>
      <w:r w:rsidRPr="000A1BE4">
        <w:rPr>
          <w:rStyle w:val="libArabicChar"/>
          <w:rtl/>
        </w:rPr>
        <w:t xml:space="preserve"> </w:t>
      </w:r>
      <w:r w:rsidRPr="000A1BE4">
        <w:rPr>
          <w:rStyle w:val="libArabicChar"/>
          <w:rFonts w:hint="cs"/>
          <w:rtl/>
        </w:rPr>
        <w:t>تفارق</w:t>
      </w:r>
      <w:r w:rsidRPr="000A1BE4">
        <w:rPr>
          <w:rStyle w:val="libArabicChar"/>
          <w:rtl/>
        </w:rPr>
        <w:t xml:space="preserve"> </w:t>
      </w:r>
      <w:r w:rsidRPr="000A1BE4">
        <w:rPr>
          <w:rStyle w:val="libArabicChar"/>
          <w:rFonts w:hint="cs"/>
          <w:rtl/>
        </w:rPr>
        <w:t>روح</w:t>
      </w:r>
      <w:r w:rsidR="00120F63" w:rsidRPr="00B2551F">
        <w:rPr>
          <w:rStyle w:val="libArabicChar"/>
          <w:rFonts w:hint="cs"/>
          <w:rtl/>
        </w:rPr>
        <w:t>ه</w:t>
      </w:r>
      <w:r w:rsidRPr="000A1BE4">
        <w:rPr>
          <w:rStyle w:val="libArabicChar"/>
          <w:rtl/>
        </w:rPr>
        <w:t xml:space="preserve"> </w:t>
      </w:r>
      <w:r w:rsidRPr="000A1BE4">
        <w:rPr>
          <w:rStyle w:val="libArabicChar"/>
          <w:rFonts w:hint="cs"/>
          <w:rtl/>
        </w:rPr>
        <w:t>جسد</w:t>
      </w:r>
      <w:r w:rsidR="00120F63" w:rsidRPr="00B2551F">
        <w:rPr>
          <w:rStyle w:val="libArabicChar"/>
          <w:rFonts w:hint="cs"/>
          <w:rtl/>
        </w:rPr>
        <w:t>ه</w:t>
      </w:r>
      <w:r w:rsidRPr="000A1BE4">
        <w:rPr>
          <w:rStyle w:val="libArabicChar"/>
          <w:rtl/>
        </w:rPr>
        <w:t xml:space="preserve"> </w:t>
      </w:r>
      <w:r w:rsidRPr="000A1BE4">
        <w:rPr>
          <w:rStyle w:val="libArabicChar"/>
          <w:rFonts w:hint="cs"/>
          <w:rtl/>
        </w:rPr>
        <w:t>حتى</w:t>
      </w:r>
      <w:r w:rsidRPr="000A1BE4">
        <w:rPr>
          <w:rStyle w:val="libArabicChar"/>
          <w:rtl/>
        </w:rPr>
        <w:t xml:space="preserve"> </w:t>
      </w:r>
      <w:r w:rsidRPr="000A1BE4">
        <w:rPr>
          <w:rStyle w:val="libArabicChar"/>
          <w:rFonts w:hint="cs"/>
          <w:rtl/>
        </w:rPr>
        <w:t>يعلم</w:t>
      </w:r>
      <w:r w:rsidRPr="000A1BE4">
        <w:rPr>
          <w:rStyle w:val="libArabicChar"/>
          <w:rtl/>
        </w:rPr>
        <w:t xml:space="preserve"> </w:t>
      </w:r>
      <w:r w:rsidRPr="000A1BE4">
        <w:rPr>
          <w:rStyle w:val="libArabicChar"/>
          <w:rFonts w:hint="cs"/>
          <w:rtl/>
        </w:rPr>
        <w:t>الى</w:t>
      </w:r>
      <w:r w:rsidRPr="000A1BE4">
        <w:rPr>
          <w:rStyle w:val="libArabicChar"/>
          <w:rtl/>
        </w:rPr>
        <w:t xml:space="preserve"> </w:t>
      </w:r>
      <w:r w:rsidRPr="000A1BE4">
        <w:rPr>
          <w:rStyle w:val="libArabicChar"/>
          <w:rFonts w:hint="cs"/>
          <w:rtl/>
        </w:rPr>
        <w:t>اى</w:t>
      </w:r>
      <w:r w:rsidRPr="000A1BE4">
        <w:rPr>
          <w:rStyle w:val="libArabicChar"/>
          <w:rtl/>
        </w:rPr>
        <w:t xml:space="preserve"> </w:t>
      </w:r>
      <w:r w:rsidRPr="000A1BE4">
        <w:rPr>
          <w:rStyle w:val="libArabicChar"/>
          <w:rFonts w:hint="cs"/>
          <w:rtl/>
        </w:rPr>
        <w:t>المنزلين</w:t>
      </w:r>
      <w:r w:rsidRPr="000A1BE4">
        <w:rPr>
          <w:rStyle w:val="libArabicChar"/>
          <w:rtl/>
        </w:rPr>
        <w:t xml:space="preserve"> </w:t>
      </w:r>
      <w:r w:rsidRPr="000A1BE4">
        <w:rPr>
          <w:rStyle w:val="libArabicChar"/>
          <w:rFonts w:hint="cs"/>
          <w:rtl/>
        </w:rPr>
        <w:t>يعير</w:t>
      </w:r>
      <w:r w:rsidRPr="000A1BE4">
        <w:rPr>
          <w:rStyle w:val="libArabicChar"/>
          <w:rtl/>
        </w:rPr>
        <w:t xml:space="preserve"> </w:t>
      </w:r>
      <w:r w:rsidRPr="000A1BE4">
        <w:rPr>
          <w:rStyle w:val="libArabicChar"/>
          <w:rFonts w:hint="cs"/>
          <w:rtl/>
        </w:rPr>
        <w:t>الى</w:t>
      </w:r>
      <w:r w:rsidRPr="000A1BE4">
        <w:rPr>
          <w:rStyle w:val="libArabicChar"/>
          <w:rtl/>
        </w:rPr>
        <w:t xml:space="preserve"> </w:t>
      </w:r>
      <w:r w:rsidRPr="000A1BE4">
        <w:rPr>
          <w:rStyle w:val="libArabicChar"/>
          <w:rFonts w:hint="cs"/>
          <w:rtl/>
        </w:rPr>
        <w:t>الجنة</w:t>
      </w:r>
      <w:r w:rsidRPr="000A1BE4">
        <w:rPr>
          <w:rStyle w:val="libArabicChar"/>
          <w:rtl/>
        </w:rPr>
        <w:t xml:space="preserve"> </w:t>
      </w:r>
      <w:r w:rsidRPr="000A1BE4">
        <w:rPr>
          <w:rStyle w:val="libArabicChar"/>
          <w:rFonts w:hint="cs"/>
          <w:rtl/>
        </w:rPr>
        <w:t>ام</w:t>
      </w:r>
      <w:r w:rsidRPr="000A1BE4">
        <w:rPr>
          <w:rStyle w:val="libArabicChar"/>
          <w:rtl/>
        </w:rPr>
        <w:t xml:space="preserve"> </w:t>
      </w:r>
      <w:r w:rsidRPr="000A1BE4">
        <w:rPr>
          <w:rStyle w:val="libArabicChar"/>
          <w:rFonts w:hint="cs"/>
          <w:rtl/>
        </w:rPr>
        <w:t>النار</w:t>
      </w:r>
      <w:r w:rsidRPr="000A1BE4">
        <w:rPr>
          <w:rStyle w:val="libArabicChar"/>
          <w:rtl/>
        </w:rPr>
        <w:t xml:space="preserve"> ... </w:t>
      </w:r>
      <w:r w:rsidRPr="000A1BE4">
        <w:rPr>
          <w:rStyle w:val="libArabicChar"/>
          <w:rFonts w:hint="cs"/>
          <w:rtl/>
        </w:rPr>
        <w:t>ان</w:t>
      </w:r>
      <w:r w:rsidRPr="000A1BE4">
        <w:rPr>
          <w:rStyle w:val="libArabicChar"/>
          <w:rtl/>
        </w:rPr>
        <w:t xml:space="preserve"> </w:t>
      </w:r>
      <w:r w:rsidRPr="000A1BE4">
        <w:rPr>
          <w:rStyle w:val="libArabicChar"/>
          <w:rFonts w:hint="cs"/>
          <w:rtl/>
        </w:rPr>
        <w:t>كان</w:t>
      </w:r>
      <w:r w:rsidRPr="000A1BE4">
        <w:rPr>
          <w:rStyle w:val="libArabicChar"/>
          <w:rtl/>
        </w:rPr>
        <w:t xml:space="preserve"> </w:t>
      </w:r>
      <w:r w:rsidRPr="000A1BE4">
        <w:rPr>
          <w:rStyle w:val="libArabicChar"/>
          <w:rFonts w:hint="cs"/>
          <w:rtl/>
        </w:rPr>
        <w:t>عدوالله</w:t>
      </w:r>
      <w:r w:rsidRPr="000A1BE4">
        <w:rPr>
          <w:rStyle w:val="libArabicChar"/>
          <w:rtl/>
        </w:rPr>
        <w:t xml:space="preserve"> </w:t>
      </w:r>
      <w:r w:rsidRPr="000A1BE4">
        <w:rPr>
          <w:rStyle w:val="libArabicChar"/>
          <w:rFonts w:hint="cs"/>
          <w:rtl/>
        </w:rPr>
        <w:t>فتحت</w:t>
      </w:r>
      <w:r w:rsidRPr="000A1BE4">
        <w:rPr>
          <w:rStyle w:val="libArabicChar"/>
          <w:rtl/>
        </w:rPr>
        <w:t xml:space="preserve"> </w:t>
      </w:r>
      <w:r w:rsidRPr="000A1BE4">
        <w:rPr>
          <w:rStyle w:val="libArabicChar"/>
          <w:rFonts w:hint="cs"/>
          <w:rtl/>
        </w:rPr>
        <w:t>ل</w:t>
      </w:r>
      <w:r w:rsidR="00120F63" w:rsidRPr="00B2551F">
        <w:rPr>
          <w:rStyle w:val="libArabicChar"/>
          <w:rFonts w:hint="cs"/>
          <w:rtl/>
        </w:rPr>
        <w:t>ه</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بواب</w:t>
      </w:r>
      <w:r w:rsidRPr="000A1BE4">
        <w:rPr>
          <w:rStyle w:val="libArabicChar"/>
          <w:rtl/>
        </w:rPr>
        <w:t xml:space="preserve"> </w:t>
      </w:r>
      <w:r w:rsidRPr="000A1BE4">
        <w:rPr>
          <w:rStyle w:val="libArabicChar"/>
          <w:rFonts w:hint="cs"/>
          <w:rtl/>
        </w:rPr>
        <w:t>النار</w:t>
      </w:r>
      <w:r w:rsidRPr="000A1BE4">
        <w:rPr>
          <w:rStyle w:val="libArabicChar"/>
          <w:rtl/>
        </w:rPr>
        <w:t xml:space="preserve"> ... </w:t>
      </w:r>
      <w:r w:rsidRPr="000A1BE4">
        <w:rPr>
          <w:rStyle w:val="libArabicChar"/>
          <w:rFonts w:hint="cs"/>
          <w:rtl/>
        </w:rPr>
        <w:t>ونظر</w:t>
      </w:r>
      <w:r w:rsidRPr="000A1BE4">
        <w:rPr>
          <w:rStyle w:val="libArabicChar"/>
          <w:rtl/>
        </w:rPr>
        <w:t xml:space="preserve"> </w:t>
      </w:r>
      <w:r w:rsidRPr="000A1BE4">
        <w:rPr>
          <w:rStyle w:val="libArabicChar"/>
          <w:rFonts w:hint="cs"/>
          <w:rtl/>
        </w:rPr>
        <w:t>ا</w:t>
      </w:r>
      <w:r w:rsidRPr="000A1BE4">
        <w:rPr>
          <w:rStyle w:val="libArabicChar"/>
          <w:rtl/>
        </w:rPr>
        <w:t>لى ما ا عد الله ل</w:t>
      </w:r>
      <w:r w:rsidR="00120F63" w:rsidRPr="00B2551F">
        <w:rPr>
          <w:rStyle w:val="libArabicChar"/>
          <w:rFonts w:hint="cs"/>
          <w:rtl/>
        </w:rPr>
        <w:t>ه</w:t>
      </w:r>
      <w:r w:rsidRPr="000A1BE4">
        <w:rPr>
          <w:rStyle w:val="libArabicChar"/>
          <w:rtl/>
        </w:rPr>
        <w:t xml:space="preserve"> </w:t>
      </w:r>
      <w:r w:rsidRPr="000A1BE4">
        <w:rPr>
          <w:rStyle w:val="libArabicChar"/>
          <w:rFonts w:hint="cs"/>
          <w:rtl/>
        </w:rPr>
        <w:t>في</w:t>
      </w:r>
      <w:r w:rsidR="00120F63" w:rsidRPr="00B2551F">
        <w:rPr>
          <w:rStyle w:val="libArabicChar"/>
          <w:rFonts w:hint="cs"/>
          <w:rtl/>
        </w:rPr>
        <w:t>ه</w:t>
      </w:r>
      <w:r w:rsidRPr="000A1BE4">
        <w:rPr>
          <w:rStyle w:val="libArabicChar"/>
          <w:rFonts w:hint="cs"/>
          <w:rtl/>
        </w:rPr>
        <w:t>ا</w:t>
      </w:r>
      <w:r w:rsidRPr="000A1BE4">
        <w:rPr>
          <w:rStyle w:val="libArabicChar"/>
          <w:rtl/>
        </w:rPr>
        <w:t xml:space="preserve"> ... </w:t>
      </w:r>
      <w:r w:rsidRPr="000A1BE4">
        <w:rPr>
          <w:rStyle w:val="libArabicChar"/>
          <w:rFonts w:hint="cs"/>
          <w:rtl/>
        </w:rPr>
        <w:t>كل</w:t>
      </w:r>
      <w:r w:rsidRPr="000A1BE4">
        <w:rPr>
          <w:rStyle w:val="libArabicChar"/>
          <w:rtl/>
        </w:rPr>
        <w:t xml:space="preserve"> </w:t>
      </w:r>
      <w:r w:rsidR="00120F63" w:rsidRPr="00B2551F">
        <w:rPr>
          <w:rStyle w:val="libArabicChar"/>
          <w:rFonts w:hint="cs"/>
          <w:rtl/>
        </w:rPr>
        <w:t>ه</w:t>
      </w:r>
      <w:r w:rsidRPr="000A1BE4">
        <w:rPr>
          <w:rStyle w:val="libArabicChar"/>
          <w:rFonts w:hint="cs"/>
          <w:rtl/>
        </w:rPr>
        <w:t>ذا</w:t>
      </w:r>
      <w:r w:rsidRPr="000A1BE4">
        <w:rPr>
          <w:rStyle w:val="libArabicChar"/>
          <w:rtl/>
        </w:rPr>
        <w:t xml:space="preserve"> </w:t>
      </w:r>
      <w:r w:rsidRPr="000A1BE4">
        <w:rPr>
          <w:rStyle w:val="libArabicChar"/>
          <w:rFonts w:hint="cs"/>
          <w:rtl/>
        </w:rPr>
        <w:t>يكون</w:t>
      </w:r>
      <w:r w:rsidRPr="000A1BE4">
        <w:rPr>
          <w:rStyle w:val="libArabicChar"/>
          <w:rtl/>
        </w:rPr>
        <w:t xml:space="preserve"> </w:t>
      </w:r>
      <w:r w:rsidRPr="000A1BE4">
        <w:rPr>
          <w:rStyle w:val="libArabicChar"/>
          <w:rFonts w:hint="cs"/>
          <w:rtl/>
        </w:rPr>
        <w:t>عند</w:t>
      </w:r>
      <w:r w:rsidRPr="000A1BE4">
        <w:rPr>
          <w:rStyle w:val="libArabicChar"/>
          <w:rtl/>
        </w:rPr>
        <w:t xml:space="preserve"> </w:t>
      </w:r>
      <w:r w:rsidRPr="000A1BE4">
        <w:rPr>
          <w:rStyle w:val="libArabicChar"/>
          <w:rFonts w:hint="cs"/>
          <w:rtl/>
        </w:rPr>
        <w:t>الموت</w:t>
      </w:r>
      <w:r w:rsidRPr="000A1BE4">
        <w:rPr>
          <w:rStyle w:val="libArabicChar"/>
          <w:rtl/>
        </w:rPr>
        <w:t xml:space="preserve"> ... </w:t>
      </w:r>
      <w:r w:rsidRPr="000A1BE4">
        <w:rPr>
          <w:rStyle w:val="libArabicChar"/>
          <w:rFonts w:hint="cs"/>
          <w:rtl/>
        </w:rPr>
        <w:t>قال</w:t>
      </w:r>
      <w:r w:rsidRPr="000A1BE4">
        <w:rPr>
          <w:rStyle w:val="libArabicChar"/>
          <w:rtl/>
        </w:rPr>
        <w:t xml:space="preserve"> </w:t>
      </w:r>
      <w:r w:rsidRPr="000A1BE4">
        <w:rPr>
          <w:rStyle w:val="libArabicChar"/>
          <w:rFonts w:hint="cs"/>
          <w:rtl/>
        </w:rPr>
        <w:t>الله</w:t>
      </w:r>
      <w:r w:rsidRPr="000A1BE4">
        <w:rPr>
          <w:rStyle w:val="libArabicChar"/>
          <w:rtl/>
        </w:rPr>
        <w:t xml:space="preserve"> </w:t>
      </w:r>
      <w:r w:rsidRPr="000A1BE4">
        <w:rPr>
          <w:rStyle w:val="libArabicChar"/>
          <w:rFonts w:hint="cs"/>
          <w:rtl/>
        </w:rPr>
        <w:t>تعالي</w:t>
      </w:r>
      <w:r w:rsidRPr="000A1BE4">
        <w:rPr>
          <w:rStyle w:val="libArabicChar"/>
          <w:rtl/>
        </w:rPr>
        <w:t xml:space="preserve"> ... ''</w:t>
      </w:r>
      <w:r w:rsidRPr="000A1BE4">
        <w:rPr>
          <w:rStyle w:val="libArabicChar"/>
          <w:rFonts w:hint="cs"/>
          <w:rtl/>
        </w:rPr>
        <w:t>الذين</w:t>
      </w:r>
      <w:r w:rsidRPr="000A1BE4">
        <w:rPr>
          <w:rStyle w:val="libArabicChar"/>
          <w:rtl/>
        </w:rPr>
        <w:t xml:space="preserve"> </w:t>
      </w:r>
      <w:r w:rsidRPr="000A1BE4">
        <w:rPr>
          <w:rStyle w:val="libArabicChar"/>
          <w:rFonts w:hint="cs"/>
          <w:rtl/>
        </w:rPr>
        <w:t>تتو</w:t>
      </w:r>
      <w:r w:rsidRPr="000A1BE4">
        <w:rPr>
          <w:rStyle w:val="libArabicChar"/>
          <w:rtl/>
        </w:rPr>
        <w:t xml:space="preserve"> </w:t>
      </w:r>
      <w:r w:rsidRPr="000A1BE4">
        <w:rPr>
          <w:rStyle w:val="libArabicChar"/>
          <w:rFonts w:hint="cs"/>
          <w:rtl/>
        </w:rPr>
        <w:t>فّا</w:t>
      </w:r>
      <w:r w:rsidR="00120F63" w:rsidRPr="00B2551F">
        <w:rPr>
          <w:rStyle w:val="libArabicChar"/>
          <w:rFonts w:hint="cs"/>
          <w:rtl/>
        </w:rPr>
        <w:t>ه</w:t>
      </w:r>
      <w:r w:rsidRPr="000A1BE4">
        <w:rPr>
          <w:rStyle w:val="libArabicChar"/>
          <w:rFonts w:hint="cs"/>
          <w:rtl/>
        </w:rPr>
        <w:t>م</w:t>
      </w:r>
      <w:r w:rsidRPr="000A1BE4">
        <w:rPr>
          <w:rStyle w:val="libArabicChar"/>
          <w:rtl/>
        </w:rPr>
        <w:t xml:space="preserve"> الملائكة ظالمى</w:t>
      </w:r>
    </w:p>
    <w:p w:rsidR="000A1BE4" w:rsidRDefault="001E7F9D" w:rsidP="00F73EDE">
      <w:pPr>
        <w:pStyle w:val="libPoemTini"/>
        <w:rPr>
          <w:rtl/>
        </w:rPr>
      </w:pPr>
      <w:r>
        <w:rPr>
          <w:rtl/>
        </w:rPr>
        <w:br w:type="page"/>
      </w:r>
    </w:p>
    <w:p w:rsidR="001F628F" w:rsidRDefault="001F628F" w:rsidP="000A1BE4">
      <w:pPr>
        <w:pStyle w:val="libNormal"/>
        <w:rPr>
          <w:rtl/>
        </w:rPr>
      </w:pPr>
      <w:r w:rsidRPr="000A1BE4">
        <w:rPr>
          <w:rStyle w:val="libArabicChar"/>
          <w:rFonts w:hint="eastAsia"/>
          <w:rtl/>
        </w:rPr>
        <w:lastRenderedPageBreak/>
        <w:t>ا</w:t>
      </w:r>
      <w:r w:rsidRPr="000A1BE4">
        <w:rPr>
          <w:rStyle w:val="libArabicChar"/>
          <w:rtl/>
        </w:rPr>
        <w:t xml:space="preserve"> 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فادخلوا</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بواب</w:t>
      </w:r>
      <w:r w:rsidRPr="000A1BE4">
        <w:rPr>
          <w:rStyle w:val="libArabicChar"/>
          <w:rtl/>
        </w:rPr>
        <w:t xml:space="preserve"> </w:t>
      </w:r>
      <w:r w:rsidRPr="000A1BE4">
        <w:rPr>
          <w:rStyle w:val="libArabicChar"/>
          <w:rFonts w:hint="cs"/>
          <w:rtl/>
        </w:rPr>
        <w:t>ج</w:t>
      </w:r>
      <w:r w:rsidR="00120F63" w:rsidRPr="00B2551F">
        <w:rPr>
          <w:rStyle w:val="libArabicChar"/>
          <w:rFonts w:hint="cs"/>
          <w:rtl/>
        </w:rPr>
        <w:t>ه</w:t>
      </w:r>
      <w:r w:rsidRPr="000A1BE4">
        <w:rPr>
          <w:rStyle w:val="libArabicChar"/>
          <w:rFonts w:hint="cs"/>
          <w:rtl/>
        </w:rPr>
        <w:t>نم</w:t>
      </w:r>
      <w:r w:rsidRPr="000A1BE4">
        <w:rPr>
          <w:rStyle w:val="libArabicChar"/>
          <w:rtl/>
        </w:rPr>
        <w:t>''</w:t>
      </w:r>
      <w:r w:rsidRPr="000A1BE4">
        <w:rPr>
          <w:rStyle w:val="libFootnotenumChar"/>
          <w:rtl/>
        </w:rPr>
        <w:t>(</w:t>
      </w:r>
      <w:r w:rsidR="000A1BE4" w:rsidRPr="000A1BE4">
        <w:rPr>
          <w:rStyle w:val="libFootnotenumChar"/>
          <w:rtl/>
        </w:rPr>
        <w:t>1</w:t>
      </w:r>
      <w:r w:rsidR="000A1BE4" w:rsidRPr="000A1BE4">
        <w:rPr>
          <w:rStyle w:val="libFootnotenumChar"/>
          <w:rFonts w:hint="cs"/>
          <w:rtl/>
        </w:rPr>
        <w:t>)</w:t>
      </w:r>
      <w:r>
        <w:rPr>
          <w:rtl/>
        </w:rPr>
        <w:t>'</w:t>
      </w:r>
    </w:p>
    <w:p w:rsidR="001F628F" w:rsidRDefault="001F628F" w:rsidP="000A1BE4">
      <w:pPr>
        <w:pStyle w:val="libNormal"/>
        <w:rPr>
          <w:rtl/>
        </w:rPr>
      </w:pPr>
      <w:r>
        <w:rPr>
          <w:rFonts w:hint="eastAsia"/>
          <w:rtl/>
        </w:rPr>
        <w:t>حضرت</w:t>
      </w:r>
      <w:r>
        <w:rPr>
          <w:rtl/>
        </w:rPr>
        <w:t xml:space="preserve"> امير المؤمنين </w:t>
      </w:r>
      <w:r w:rsidR="00367F17" w:rsidRPr="00367F17">
        <w:rPr>
          <w:rStyle w:val="libAlaemChar"/>
          <w:rtl/>
        </w:rPr>
        <w:t xml:space="preserve"> عليه‌السلام </w:t>
      </w:r>
      <w:r>
        <w:rPr>
          <w:rtl/>
        </w:rPr>
        <w:t xml:space="preserve"> سے روايت نقل ہوئي ہے كہ ... ہر انسان كے بدن سے روح جدا ہوتے وقت اسے يہ معلوم ہوتا ہے كہ وہ كس مقام كى طرف جارہا ہے جنت : يا جہنم؟ اگر وہ دشمن خدا ہو تو جہنم كے درواز ے اس كے ليے كھول ديے جاتے ہي</w:t>
      </w:r>
      <w:r w:rsidR="00083993">
        <w:rPr>
          <w:rtl/>
        </w:rPr>
        <w:t xml:space="preserve">ں </w:t>
      </w:r>
      <w:r>
        <w:rPr>
          <w:rtl/>
        </w:rPr>
        <w:t>... اور وہا</w:t>
      </w:r>
      <w:r w:rsidR="00083993">
        <w:rPr>
          <w:rtl/>
        </w:rPr>
        <w:t xml:space="preserve">ں </w:t>
      </w:r>
      <w:r>
        <w:rPr>
          <w:rtl/>
        </w:rPr>
        <w:t xml:space="preserve">جو كچھ خدا نے اس كے ليے </w:t>
      </w:r>
      <w:r>
        <w:rPr>
          <w:rFonts w:hint="eastAsia"/>
          <w:rtl/>
        </w:rPr>
        <w:t>آمادہ</w:t>
      </w:r>
      <w:r>
        <w:rPr>
          <w:rtl/>
        </w:rPr>
        <w:t xml:space="preserve"> كيا ہوتاہے وہ اس كا مشاہدہ كرتا ہے ... يہ سب كچھ موت كے وقت ہوگا ... خداوند عالم نے فرمايا _</w:t>
      </w:r>
      <w:r w:rsidRPr="000A1BE4">
        <w:rPr>
          <w:rStyle w:val="libArabicChar"/>
          <w:rFonts w:hint="eastAsia"/>
          <w:rtl/>
        </w:rPr>
        <w:t>الذين</w:t>
      </w:r>
      <w:r w:rsidRPr="000A1BE4">
        <w:rPr>
          <w:rStyle w:val="libArabicChar"/>
          <w:rtl/>
        </w:rPr>
        <w:t xml:space="preserve">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w:t>
      </w:r>
      <w:r w:rsidRPr="000A1BE4">
        <w:rPr>
          <w:rStyle w:val="libArabicChar"/>
          <w:rFonts w:hint="cs"/>
          <w:rtl/>
        </w:rPr>
        <w:t>ظالمى</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فادخلو</w:t>
      </w:r>
      <w:r w:rsidRPr="000A1BE4">
        <w:rPr>
          <w:rStyle w:val="libArabicChar"/>
          <w:rtl/>
        </w:rPr>
        <w:t xml:space="preserve"> </w:t>
      </w:r>
      <w:r w:rsidRPr="000A1BE4">
        <w:rPr>
          <w:rStyle w:val="libArabicChar"/>
          <w:rFonts w:hint="cs"/>
          <w:rtl/>
        </w:rPr>
        <w:t>ابواب</w:t>
      </w:r>
      <w:r w:rsidRPr="000A1BE4">
        <w:rPr>
          <w:rStyle w:val="libArabicChar"/>
          <w:rtl/>
        </w:rPr>
        <w:t xml:space="preserve"> </w:t>
      </w:r>
      <w:r w:rsidRPr="000A1BE4">
        <w:rPr>
          <w:rStyle w:val="libArabicChar"/>
          <w:rFonts w:hint="cs"/>
          <w:rtl/>
        </w:rPr>
        <w:t>ج</w:t>
      </w:r>
      <w:r w:rsidR="00120F63" w:rsidRPr="00B2551F">
        <w:rPr>
          <w:rStyle w:val="libArabicChar"/>
          <w:rFonts w:hint="cs"/>
          <w:rtl/>
        </w:rPr>
        <w:t>ه</w:t>
      </w:r>
      <w:r w:rsidRPr="000A1BE4">
        <w:rPr>
          <w:rStyle w:val="libArabicChar"/>
          <w:rtl/>
        </w:rPr>
        <w:t>نم ...</w:t>
      </w:r>
    </w:p>
    <w:p w:rsidR="001F628F" w:rsidRDefault="001F628F" w:rsidP="000A1BE4">
      <w:pPr>
        <w:pStyle w:val="libNormal"/>
        <w:rPr>
          <w:rtl/>
        </w:rPr>
      </w:pPr>
      <w:r>
        <w:rPr>
          <w:rFonts w:hint="eastAsia"/>
          <w:rtl/>
        </w:rPr>
        <w:t>اسماء</w:t>
      </w:r>
      <w:r>
        <w:rPr>
          <w:rtl/>
        </w:rPr>
        <w:t xml:space="preserve"> وصفات :</w:t>
      </w:r>
      <w:r>
        <w:rPr>
          <w:rFonts w:hint="eastAsia"/>
          <w:rtl/>
        </w:rPr>
        <w:t>عليم</w:t>
      </w:r>
      <w:r>
        <w:rPr>
          <w:rtl/>
        </w:rPr>
        <w:t>17</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اور انسانو</w:t>
      </w:r>
      <w:r w:rsidR="00083993">
        <w:rPr>
          <w:rtl/>
        </w:rPr>
        <w:t xml:space="preserve">ں </w:t>
      </w:r>
      <w:r>
        <w:rPr>
          <w:rtl/>
        </w:rPr>
        <w:t>كے عمل18; الله تعالى اور كفار كاعمل 16; الله تعالى كا علم</w:t>
      </w:r>
    </w:p>
    <w:p w:rsidR="001F628F" w:rsidRDefault="001F628F" w:rsidP="000A1BE4">
      <w:pPr>
        <w:pStyle w:val="libNormal"/>
        <w:rPr>
          <w:rtl/>
        </w:rPr>
      </w:pPr>
      <w:r>
        <w:rPr>
          <w:rFonts w:hint="eastAsia"/>
          <w:rtl/>
        </w:rPr>
        <w:t>انسان</w:t>
      </w:r>
      <w:r>
        <w:rPr>
          <w:rtl/>
        </w:rPr>
        <w:t>:</w:t>
      </w:r>
      <w:r>
        <w:rPr>
          <w:rFonts w:hint="eastAsia"/>
          <w:rtl/>
        </w:rPr>
        <w:t>انسان</w:t>
      </w:r>
      <w:r>
        <w:rPr>
          <w:rtl/>
        </w:rPr>
        <w:t xml:space="preserve"> كى خصوصيات 8; انسان كے ابعاد8; انسانو</w:t>
      </w:r>
      <w:r w:rsidR="00083993">
        <w:rPr>
          <w:rtl/>
        </w:rPr>
        <w:t xml:space="preserve">ں </w:t>
      </w:r>
      <w:r>
        <w:rPr>
          <w:rtl/>
        </w:rPr>
        <w:t>كا انجام 7</w:t>
      </w:r>
    </w:p>
    <w:p w:rsidR="001F628F" w:rsidRDefault="001F628F" w:rsidP="000A1BE4">
      <w:pPr>
        <w:pStyle w:val="libNormal"/>
        <w:rPr>
          <w:rtl/>
        </w:rPr>
      </w:pPr>
      <w:r>
        <w:rPr>
          <w:rFonts w:hint="eastAsia"/>
          <w:rtl/>
        </w:rPr>
        <w:t>جہنمي</w:t>
      </w:r>
      <w:r>
        <w:rPr>
          <w:rtl/>
        </w:rPr>
        <w:t>:</w:t>
      </w:r>
      <w:r>
        <w:rPr>
          <w:rFonts w:hint="eastAsia"/>
          <w:rtl/>
        </w:rPr>
        <w:t>جہنميو</w:t>
      </w:r>
      <w:r w:rsidR="00083993">
        <w:rPr>
          <w:rFonts w:hint="eastAsia"/>
          <w:rtl/>
        </w:rPr>
        <w:t xml:space="preserve">ں </w:t>
      </w:r>
      <w:r>
        <w:rPr>
          <w:rtl/>
        </w:rPr>
        <w:t>كى قبض روح22</w:t>
      </w:r>
    </w:p>
    <w:p w:rsidR="001F628F" w:rsidRDefault="001F628F" w:rsidP="000A1BE4">
      <w:pPr>
        <w:pStyle w:val="libNormal"/>
        <w:rPr>
          <w:rtl/>
        </w:rPr>
      </w:pPr>
      <w:r>
        <w:rPr>
          <w:rFonts w:hint="eastAsia"/>
          <w:rtl/>
        </w:rPr>
        <w:t>حقائق</w:t>
      </w:r>
      <w:r>
        <w:rPr>
          <w:rtl/>
        </w:rPr>
        <w:t>:</w:t>
      </w:r>
      <w:r>
        <w:rPr>
          <w:rFonts w:hint="eastAsia"/>
          <w:rtl/>
        </w:rPr>
        <w:t>حقائق</w:t>
      </w:r>
      <w:r>
        <w:rPr>
          <w:rtl/>
        </w:rPr>
        <w:t xml:space="preserve"> كے ظہور كے اسباب14</w:t>
      </w:r>
    </w:p>
    <w:p w:rsidR="001F628F" w:rsidRDefault="001F628F" w:rsidP="000A1BE4">
      <w:pPr>
        <w:pStyle w:val="libNormal"/>
        <w:rPr>
          <w:rtl/>
        </w:rPr>
      </w:pPr>
      <w:r>
        <w:rPr>
          <w:rFonts w:hint="eastAsia"/>
          <w:rtl/>
        </w:rPr>
        <w:t>خود</w:t>
      </w:r>
      <w:r>
        <w:rPr>
          <w:rtl/>
        </w:rPr>
        <w:t>:</w:t>
      </w:r>
      <w:r>
        <w:rPr>
          <w:rFonts w:hint="eastAsia"/>
          <w:rtl/>
        </w:rPr>
        <w:t>اپنے</w:t>
      </w:r>
      <w:r>
        <w:rPr>
          <w:rtl/>
        </w:rPr>
        <w:t xml:space="preserve"> اور پر ظلم 1،2،3،4،12</w:t>
      </w:r>
    </w:p>
    <w:p w:rsidR="001F628F" w:rsidRDefault="001F628F" w:rsidP="000A1BE4">
      <w:pPr>
        <w:pStyle w:val="libNormal"/>
        <w:rPr>
          <w:rtl/>
        </w:rPr>
      </w:pPr>
      <w:r>
        <w:rPr>
          <w:rFonts w:hint="eastAsia"/>
          <w:rtl/>
        </w:rPr>
        <w:t>دين</w:t>
      </w:r>
      <w:r>
        <w:rPr>
          <w:rtl/>
        </w:rPr>
        <w:t>:</w:t>
      </w:r>
      <w:r>
        <w:rPr>
          <w:rFonts w:hint="eastAsia"/>
          <w:rtl/>
        </w:rPr>
        <w:t>دين</w:t>
      </w:r>
      <w:r>
        <w:rPr>
          <w:rtl/>
        </w:rPr>
        <w:t xml:space="preserve"> كے خلاف سازش15</w:t>
      </w:r>
    </w:p>
    <w:p w:rsidR="001F628F" w:rsidRDefault="001F628F" w:rsidP="000A1BE4">
      <w:pPr>
        <w:pStyle w:val="libNormal"/>
        <w:rPr>
          <w:rtl/>
        </w:rPr>
      </w:pPr>
      <w:r>
        <w:rPr>
          <w:rFonts w:hint="eastAsia"/>
          <w:rtl/>
        </w:rPr>
        <w:t>ذلت</w:t>
      </w:r>
      <w:r>
        <w:rPr>
          <w:rtl/>
        </w:rPr>
        <w:t>:</w:t>
      </w:r>
      <w:r>
        <w:rPr>
          <w:rFonts w:hint="eastAsia"/>
          <w:rtl/>
        </w:rPr>
        <w:t>اخروى</w:t>
      </w:r>
      <w:r>
        <w:rPr>
          <w:rtl/>
        </w:rPr>
        <w:t xml:space="preserve"> ذلت كے اسباب 2</w:t>
      </w:r>
    </w:p>
    <w:p w:rsidR="001F628F" w:rsidRDefault="001F628F" w:rsidP="001F628F">
      <w:pPr>
        <w:pStyle w:val="libNormal"/>
        <w:rPr>
          <w:rtl/>
        </w:rPr>
      </w:pPr>
      <w:r>
        <w:rPr>
          <w:rFonts w:hint="eastAsia"/>
          <w:rtl/>
        </w:rPr>
        <w:t>روايت</w:t>
      </w:r>
      <w:r>
        <w:rPr>
          <w:rtl/>
        </w:rPr>
        <w:t>:22</w:t>
      </w:r>
    </w:p>
    <w:p w:rsidR="001F628F" w:rsidRDefault="001F628F" w:rsidP="000A1BE4">
      <w:pPr>
        <w:pStyle w:val="libNormal"/>
        <w:rPr>
          <w:rtl/>
        </w:rPr>
      </w:pPr>
      <w:r>
        <w:rPr>
          <w:rFonts w:hint="eastAsia"/>
          <w:rtl/>
        </w:rPr>
        <w:t>روح</w:t>
      </w:r>
      <w:r>
        <w:rPr>
          <w:rtl/>
        </w:rPr>
        <w:t xml:space="preserve"> :</w:t>
      </w:r>
      <w:r>
        <w:rPr>
          <w:rFonts w:hint="eastAsia"/>
          <w:rtl/>
        </w:rPr>
        <w:t>قابض</w:t>
      </w:r>
      <w:r>
        <w:rPr>
          <w:rtl/>
        </w:rPr>
        <w:t xml:space="preserve"> روح 5،6</w:t>
      </w:r>
    </w:p>
    <w:p w:rsidR="001F628F" w:rsidRDefault="001F628F" w:rsidP="000A1BE4">
      <w:pPr>
        <w:pStyle w:val="libNormal"/>
        <w:rPr>
          <w:rtl/>
        </w:rPr>
      </w:pPr>
      <w:r>
        <w:rPr>
          <w:rFonts w:hint="eastAsia"/>
          <w:rtl/>
        </w:rPr>
        <w:t>شرك</w:t>
      </w:r>
      <w:r>
        <w:rPr>
          <w:rtl/>
        </w:rPr>
        <w:t>:</w:t>
      </w:r>
      <w:r>
        <w:rPr>
          <w:rFonts w:hint="eastAsia"/>
          <w:rtl/>
        </w:rPr>
        <w:t>شرك</w:t>
      </w:r>
      <w:r>
        <w:rPr>
          <w:rtl/>
        </w:rPr>
        <w:t xml:space="preserve"> كى حقيقت4</w:t>
      </w:r>
    </w:p>
    <w:p w:rsidR="001F628F" w:rsidRDefault="001F628F" w:rsidP="000A1BE4">
      <w:pPr>
        <w:pStyle w:val="libNormal"/>
        <w:rPr>
          <w:rtl/>
        </w:rPr>
      </w:pPr>
      <w:r>
        <w:rPr>
          <w:rFonts w:hint="eastAsia"/>
          <w:rtl/>
        </w:rPr>
        <w:t>ظالمين</w:t>
      </w:r>
      <w:r>
        <w:rPr>
          <w:rtl/>
        </w:rPr>
        <w:t>:</w:t>
      </w:r>
      <w:r>
        <w:rPr>
          <w:rFonts w:hint="eastAsia"/>
          <w:rtl/>
        </w:rPr>
        <w:t>ظالمو</w:t>
      </w:r>
      <w:r w:rsidR="00083993">
        <w:rPr>
          <w:rFonts w:hint="eastAsia"/>
          <w:rtl/>
        </w:rPr>
        <w:t xml:space="preserve">ں </w:t>
      </w:r>
      <w:r>
        <w:rPr>
          <w:rFonts w:hint="eastAsia"/>
          <w:rtl/>
        </w:rPr>
        <w:t>كا</w:t>
      </w:r>
      <w:r>
        <w:rPr>
          <w:rtl/>
        </w:rPr>
        <w:t xml:space="preserve"> ناپسنديدہ عمل 12;ظالمين قيامت مي</w:t>
      </w:r>
      <w:r w:rsidR="00083993">
        <w:rPr>
          <w:rtl/>
        </w:rPr>
        <w:t xml:space="preserve">ں </w:t>
      </w:r>
      <w:r>
        <w:rPr>
          <w:rtl/>
        </w:rPr>
        <w:t>12</w:t>
      </w:r>
    </w:p>
    <w:p w:rsidR="001F628F" w:rsidRDefault="001F628F" w:rsidP="000A1BE4">
      <w:pPr>
        <w:pStyle w:val="libNormal"/>
        <w:rPr>
          <w:rtl/>
        </w:rPr>
      </w:pPr>
      <w:r>
        <w:rPr>
          <w:rFonts w:hint="eastAsia"/>
          <w:rtl/>
        </w:rPr>
        <w:t>عقيدہ</w:t>
      </w:r>
      <w:r>
        <w:rPr>
          <w:rtl/>
        </w:rPr>
        <w:t>:</w:t>
      </w:r>
      <w:r>
        <w:rPr>
          <w:rFonts w:hint="eastAsia"/>
          <w:rtl/>
        </w:rPr>
        <w:t>علم</w:t>
      </w:r>
      <w:r>
        <w:rPr>
          <w:rtl/>
        </w:rPr>
        <w:t xml:space="preserve"> خدا پر عقيدہ 18</w:t>
      </w:r>
    </w:p>
    <w:p w:rsidR="001F628F" w:rsidRDefault="001F628F" w:rsidP="000A1BE4">
      <w:pPr>
        <w:pStyle w:val="libNormal"/>
        <w:rPr>
          <w:rtl/>
        </w:rPr>
      </w:pPr>
      <w:r>
        <w:rPr>
          <w:rFonts w:hint="eastAsia"/>
          <w:rtl/>
        </w:rPr>
        <w:t>عمل</w:t>
      </w:r>
      <w:r>
        <w:rPr>
          <w:rtl/>
        </w:rPr>
        <w:t xml:space="preserve"> :</w:t>
      </w:r>
      <w:r>
        <w:rPr>
          <w:rFonts w:hint="eastAsia"/>
          <w:rtl/>
        </w:rPr>
        <w:t>ناپسنديدہ</w:t>
      </w:r>
      <w:r>
        <w:rPr>
          <w:rtl/>
        </w:rPr>
        <w:t xml:space="preserve"> عمل15</w:t>
      </w:r>
    </w:p>
    <w:p w:rsidR="001F628F" w:rsidRDefault="00B84D3B" w:rsidP="00B84D3B">
      <w:pPr>
        <w:pStyle w:val="libLine"/>
        <w:rPr>
          <w:rtl/>
        </w:rPr>
      </w:pPr>
      <w:r>
        <w:rPr>
          <w:rtl/>
        </w:rPr>
        <w:t>____________________</w:t>
      </w:r>
    </w:p>
    <w:p w:rsidR="001F628F" w:rsidRDefault="001F628F" w:rsidP="000A1BE4">
      <w:pPr>
        <w:pStyle w:val="libFootnote"/>
        <w:rPr>
          <w:rtl/>
        </w:rPr>
      </w:pPr>
      <w:r>
        <w:rPr>
          <w:rtl/>
        </w:rPr>
        <w:t>1) امالى شيخ طوسى ج1 ، ص26، نورالثقلين ، ج3، ص 52 ، ح75_</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قرآن</w:t>
      </w:r>
      <w:r>
        <w:rPr>
          <w:rtl/>
        </w:rPr>
        <w:t>:</w:t>
      </w:r>
      <w:r>
        <w:rPr>
          <w:rFonts w:hint="eastAsia"/>
          <w:rtl/>
        </w:rPr>
        <w:t>قرآن</w:t>
      </w:r>
      <w:r>
        <w:rPr>
          <w:rtl/>
        </w:rPr>
        <w:t xml:space="preserve"> پر افتراء باندھنے كا ناپسنديد ہ ہونا15; قرآن پر افسانہ ہونے كى تہمت 15</w:t>
      </w:r>
    </w:p>
    <w:p w:rsidR="001F628F" w:rsidRDefault="001F628F" w:rsidP="000A1BE4">
      <w:pPr>
        <w:pStyle w:val="libNormal"/>
        <w:rPr>
          <w:rtl/>
        </w:rPr>
      </w:pPr>
      <w:r>
        <w:rPr>
          <w:rFonts w:hint="eastAsia"/>
          <w:rtl/>
        </w:rPr>
        <w:t>قيامت</w:t>
      </w:r>
      <w:r>
        <w:rPr>
          <w:rtl/>
        </w:rPr>
        <w:t>:</w:t>
      </w:r>
      <w:r>
        <w:rPr>
          <w:rFonts w:hint="eastAsia"/>
          <w:rtl/>
        </w:rPr>
        <w:t>قيامت</w:t>
      </w:r>
      <w:r>
        <w:rPr>
          <w:rtl/>
        </w:rPr>
        <w:t xml:space="preserve"> مي</w:t>
      </w:r>
      <w:r w:rsidR="00083993">
        <w:rPr>
          <w:rtl/>
        </w:rPr>
        <w:t xml:space="preserve">ں </w:t>
      </w:r>
      <w:r>
        <w:rPr>
          <w:rtl/>
        </w:rPr>
        <w:t>جھوٹ بولنا 19، 20; قيامت مي</w:t>
      </w:r>
      <w:r w:rsidR="00083993">
        <w:rPr>
          <w:rtl/>
        </w:rPr>
        <w:t xml:space="preserve">ں </w:t>
      </w:r>
      <w:r>
        <w:rPr>
          <w:rtl/>
        </w:rPr>
        <w:t>حقائق كا ظہور 13; قيامت مي</w:t>
      </w:r>
      <w:r w:rsidR="00083993">
        <w:rPr>
          <w:rtl/>
        </w:rPr>
        <w:t xml:space="preserve">ں </w:t>
      </w:r>
      <w:r>
        <w:rPr>
          <w:rtl/>
        </w:rPr>
        <w:t>عمل كو جھٹلانا 12</w:t>
      </w:r>
    </w:p>
    <w:p w:rsidR="001F628F" w:rsidRDefault="001F628F" w:rsidP="000A1BE4">
      <w:pPr>
        <w:pStyle w:val="libNormal"/>
        <w:rPr>
          <w:rtl/>
        </w:rPr>
      </w:pPr>
      <w:r>
        <w:rPr>
          <w:rFonts w:hint="eastAsia"/>
          <w:rtl/>
        </w:rPr>
        <w:t>كافرين</w:t>
      </w:r>
      <w:r>
        <w:rPr>
          <w:rtl/>
        </w:rPr>
        <w:t>:</w:t>
      </w:r>
      <w:r>
        <w:rPr>
          <w:rFonts w:hint="eastAsia"/>
          <w:rtl/>
        </w:rPr>
        <w:t>كافرو</w:t>
      </w:r>
      <w:r w:rsidR="00083993">
        <w:rPr>
          <w:rFonts w:hint="eastAsia"/>
          <w:rtl/>
        </w:rPr>
        <w:t xml:space="preserve">ں </w:t>
      </w:r>
      <w:r>
        <w:rPr>
          <w:rtl/>
        </w:rPr>
        <w:t>كا اخروى كيفر كردار 2; كافرو</w:t>
      </w:r>
      <w:r w:rsidR="00083993">
        <w:rPr>
          <w:rtl/>
        </w:rPr>
        <w:t xml:space="preserve">ں </w:t>
      </w:r>
      <w:r>
        <w:rPr>
          <w:rtl/>
        </w:rPr>
        <w:t>كا تسليم ہونا 9; كافرو</w:t>
      </w:r>
      <w:r w:rsidR="00083993">
        <w:rPr>
          <w:rtl/>
        </w:rPr>
        <w:t xml:space="preserve">ں </w:t>
      </w:r>
      <w:r>
        <w:rPr>
          <w:rtl/>
        </w:rPr>
        <w:t>كا خوف 10; كافرو</w:t>
      </w:r>
      <w:r w:rsidR="00083993">
        <w:rPr>
          <w:rtl/>
        </w:rPr>
        <w:t xml:space="preserve">ں </w:t>
      </w:r>
      <w:r>
        <w:rPr>
          <w:rtl/>
        </w:rPr>
        <w:t>كا ظلم 1; كافرو</w:t>
      </w:r>
      <w:r w:rsidR="00083993">
        <w:rPr>
          <w:rtl/>
        </w:rPr>
        <w:t xml:space="preserve">ں </w:t>
      </w:r>
      <w:r>
        <w:rPr>
          <w:rtl/>
        </w:rPr>
        <w:t>كا ناپسنديدہ عمل 11،21; كافرو</w:t>
      </w:r>
      <w:r w:rsidR="00083993">
        <w:rPr>
          <w:rtl/>
        </w:rPr>
        <w:t xml:space="preserve">ں </w:t>
      </w:r>
      <w:r>
        <w:rPr>
          <w:rtl/>
        </w:rPr>
        <w:t>كى اخروى پريشانى 13; كافرو</w:t>
      </w:r>
      <w:r w:rsidR="00083993">
        <w:rPr>
          <w:rtl/>
        </w:rPr>
        <w:t xml:space="preserve">ں </w:t>
      </w:r>
      <w:r>
        <w:rPr>
          <w:rtl/>
        </w:rPr>
        <w:t>كى حالت احتضار9،10; كافرو</w:t>
      </w:r>
      <w:r w:rsidR="00083993">
        <w:rPr>
          <w:rtl/>
        </w:rPr>
        <w:t xml:space="preserve">ں </w:t>
      </w:r>
      <w:r>
        <w:rPr>
          <w:rtl/>
        </w:rPr>
        <w:t>كي خصوصيات 1;كافرو</w:t>
      </w:r>
      <w:r w:rsidR="00083993">
        <w:rPr>
          <w:rtl/>
        </w:rPr>
        <w:t xml:space="preserve">ں </w:t>
      </w:r>
      <w:r>
        <w:rPr>
          <w:rtl/>
        </w:rPr>
        <w:t>كى دروغگوئي 19; كافرو</w:t>
      </w:r>
      <w:r w:rsidR="00083993">
        <w:rPr>
          <w:rtl/>
        </w:rPr>
        <w:t xml:space="preserve">ں </w:t>
      </w:r>
      <w:r>
        <w:rPr>
          <w:rtl/>
        </w:rPr>
        <w:t>كى ذلت اخروى 2; كافرو</w:t>
      </w:r>
      <w:r w:rsidR="00083993">
        <w:rPr>
          <w:rtl/>
        </w:rPr>
        <w:t xml:space="preserve">ں </w:t>
      </w:r>
      <w:r>
        <w:rPr>
          <w:rtl/>
        </w:rPr>
        <w:t>كى موت 9</w:t>
      </w:r>
      <w:r>
        <w:rPr>
          <w:rFonts w:hint="eastAsia"/>
          <w:rtl/>
        </w:rPr>
        <w:t>،</w:t>
      </w:r>
      <w:r>
        <w:rPr>
          <w:rtl/>
        </w:rPr>
        <w:t>10;كفار اور عمل كا جھٹلانا11;كفار قيامت كے روز19; كفار مرنے كے بعد11</w:t>
      </w:r>
    </w:p>
    <w:p w:rsidR="001F628F" w:rsidRDefault="001F628F" w:rsidP="000A1BE4">
      <w:pPr>
        <w:pStyle w:val="libNormal"/>
        <w:rPr>
          <w:rtl/>
        </w:rPr>
      </w:pPr>
      <w:r>
        <w:rPr>
          <w:rFonts w:hint="eastAsia"/>
          <w:rtl/>
        </w:rPr>
        <w:t>كفر</w:t>
      </w:r>
      <w:r>
        <w:rPr>
          <w:rtl/>
        </w:rPr>
        <w:t>:</w:t>
      </w:r>
      <w:r>
        <w:rPr>
          <w:rFonts w:hint="eastAsia"/>
          <w:rtl/>
        </w:rPr>
        <w:t>كفر</w:t>
      </w:r>
      <w:r>
        <w:rPr>
          <w:rtl/>
        </w:rPr>
        <w:t xml:space="preserve"> كاناپسنديدہ ہونا 15; كفر كى حقيقت 1،3; كفر كى موت 2،21; كفر كے آثار 2</w:t>
      </w:r>
    </w:p>
    <w:p w:rsidR="001F628F" w:rsidRDefault="001F628F" w:rsidP="000A1BE4">
      <w:pPr>
        <w:pStyle w:val="libNormal"/>
        <w:rPr>
          <w:rtl/>
        </w:rPr>
      </w:pPr>
      <w:r>
        <w:rPr>
          <w:rFonts w:hint="eastAsia"/>
          <w:rtl/>
        </w:rPr>
        <w:t>موت</w:t>
      </w:r>
      <w:r>
        <w:rPr>
          <w:rtl/>
        </w:rPr>
        <w:t>:</w:t>
      </w:r>
      <w:r>
        <w:rPr>
          <w:rFonts w:hint="eastAsia"/>
          <w:rtl/>
        </w:rPr>
        <w:t>حقيقت</w:t>
      </w:r>
      <w:r>
        <w:rPr>
          <w:rtl/>
        </w:rPr>
        <w:t xml:space="preserve"> موت 7; موت كا كردار14</w:t>
      </w:r>
    </w:p>
    <w:p w:rsidR="001F628F" w:rsidRDefault="001F628F" w:rsidP="000A1BE4">
      <w:pPr>
        <w:pStyle w:val="libNormal"/>
        <w:rPr>
          <w:rtl/>
        </w:rPr>
      </w:pPr>
      <w:r>
        <w:rPr>
          <w:rFonts w:hint="eastAsia"/>
          <w:rtl/>
        </w:rPr>
        <w:t>ملائكہ</w:t>
      </w:r>
      <w:r>
        <w:rPr>
          <w:rtl/>
        </w:rPr>
        <w:t>:</w:t>
      </w:r>
      <w:r>
        <w:rPr>
          <w:rFonts w:hint="eastAsia"/>
          <w:rtl/>
        </w:rPr>
        <w:t>ملائكہ</w:t>
      </w:r>
      <w:r>
        <w:rPr>
          <w:rtl/>
        </w:rPr>
        <w:t xml:space="preserve"> پر عقيدہ 18; ملائكہ كا علم 18;ملائكہ كا كردار 5; موت كے ملائكہ 5; موت كے ملائكہ كا متعدد ہونا6</w:t>
      </w:r>
    </w:p>
    <w:p w:rsidR="001F628F" w:rsidRPr="00120F63" w:rsidRDefault="000A1BE4" w:rsidP="000A1BE4">
      <w:pPr>
        <w:pStyle w:val="Heading2Center"/>
        <w:rPr>
          <w:rtl/>
        </w:rPr>
      </w:pPr>
      <w:bookmarkStart w:id="175" w:name="_Toc28081853"/>
      <w:r>
        <w:rPr>
          <w:rFonts w:hint="cs"/>
          <w:rtl/>
        </w:rPr>
        <w:t xml:space="preserve">آیت </w:t>
      </w:r>
      <w:r w:rsidRPr="00120F63">
        <w:rPr>
          <w:rFonts w:hint="cs"/>
          <w:rtl/>
        </w:rPr>
        <w:t>29</w:t>
      </w:r>
      <w:bookmarkEnd w:id="175"/>
    </w:p>
    <w:p w:rsidR="001F628F" w:rsidRDefault="00E260F9" w:rsidP="000A1BE4">
      <w:pPr>
        <w:pStyle w:val="libNormal"/>
        <w:rPr>
          <w:rtl/>
        </w:rPr>
      </w:pPr>
      <w:r w:rsidRPr="00E260F9">
        <w:rPr>
          <w:rStyle w:val="libAlaemChar"/>
          <w:rFonts w:hint="eastAsia"/>
          <w:rtl/>
        </w:rPr>
        <w:t>(</w:t>
      </w:r>
      <w:r w:rsidRPr="000A1BE4">
        <w:rPr>
          <w:rStyle w:val="libAieChar"/>
          <w:rFonts w:hint="eastAsia"/>
          <w:rtl/>
        </w:rPr>
        <w:t>فَادْخُلُواْ</w:t>
      </w:r>
      <w:r w:rsidRPr="000A1BE4">
        <w:rPr>
          <w:rStyle w:val="libAieChar"/>
          <w:rtl/>
        </w:rPr>
        <w:t xml:space="preserve"> أَبْوَابَ جَهَنَّمَ خَالِدِينَ فِيهَا فَلَبِئْسَ مَثْوَى الْمُتَكَبِّرِينَ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جاؤ</w:t>
      </w:r>
      <w:r>
        <w:rPr>
          <w:rtl/>
        </w:rPr>
        <w:t xml:space="preserve"> اب جہنّم كے دروازو</w:t>
      </w:r>
      <w:r w:rsidR="00083993">
        <w:rPr>
          <w:rtl/>
        </w:rPr>
        <w:t xml:space="preserve">ں </w:t>
      </w:r>
      <w:r>
        <w:rPr>
          <w:rtl/>
        </w:rPr>
        <w:t>سے داخل ہوجاؤ اور ہميشہ وہي</w:t>
      </w:r>
      <w:r w:rsidR="00083993">
        <w:rPr>
          <w:rtl/>
        </w:rPr>
        <w:t xml:space="preserve">ں </w:t>
      </w:r>
      <w:r>
        <w:rPr>
          <w:rtl/>
        </w:rPr>
        <w:t>رہو كہ متكبرين كا ٹھكانا بہت برا ہوتا ہے _</w:t>
      </w:r>
    </w:p>
    <w:p w:rsidR="001F628F" w:rsidRDefault="001F628F" w:rsidP="001F628F">
      <w:pPr>
        <w:pStyle w:val="libNormal"/>
        <w:rPr>
          <w:rtl/>
        </w:rPr>
      </w:pPr>
      <w:r>
        <w:rPr>
          <w:rtl/>
        </w:rPr>
        <w:t>1_ خداوند عالم كا كفار كو ان كى موت كے بعد جہنم مي</w:t>
      </w:r>
      <w:r w:rsidR="00083993">
        <w:rPr>
          <w:rtl/>
        </w:rPr>
        <w:t xml:space="preserve">ں </w:t>
      </w:r>
      <w:r>
        <w:rPr>
          <w:rtl/>
        </w:rPr>
        <w:t>داخل ہونے كا حكم دينا_</w:t>
      </w:r>
    </w:p>
    <w:p w:rsidR="001F628F" w:rsidRDefault="001F628F" w:rsidP="000A1BE4">
      <w:pPr>
        <w:pStyle w:val="libArabic"/>
        <w:rPr>
          <w:rtl/>
        </w:rPr>
      </w:pPr>
      <w:r>
        <w:rPr>
          <w:rFonts w:hint="eastAsia"/>
          <w:rtl/>
        </w:rPr>
        <w:t>الكافرين</w:t>
      </w:r>
      <w:r>
        <w:rPr>
          <w:rtl/>
        </w:rPr>
        <w:t xml:space="preserve"> الذين تتوف</w:t>
      </w:r>
      <w:r w:rsidR="00120F63" w:rsidRPr="00ED5DE8">
        <w:rPr>
          <w:rFonts w:hint="cs"/>
          <w:rtl/>
        </w:rPr>
        <w:t>ه</w:t>
      </w:r>
      <w:r>
        <w:rPr>
          <w:rFonts w:hint="cs"/>
          <w:rtl/>
        </w:rPr>
        <w:t>م</w:t>
      </w:r>
      <w:r>
        <w:rPr>
          <w:rtl/>
        </w:rPr>
        <w:t xml:space="preserve"> </w:t>
      </w:r>
      <w:r>
        <w:rPr>
          <w:rFonts w:hint="cs"/>
          <w:rtl/>
        </w:rPr>
        <w:t>الملئكة</w:t>
      </w:r>
      <w:r>
        <w:rPr>
          <w:rtl/>
        </w:rPr>
        <w:t xml:space="preserve"> ... </w:t>
      </w:r>
      <w:r>
        <w:rPr>
          <w:rFonts w:hint="cs"/>
          <w:rtl/>
        </w:rPr>
        <w:t>فادخلوا</w:t>
      </w:r>
      <w:r>
        <w:rPr>
          <w:rtl/>
        </w:rPr>
        <w:t xml:space="preserve"> </w:t>
      </w:r>
      <w:r>
        <w:rPr>
          <w:rFonts w:hint="cs"/>
          <w:rtl/>
        </w:rPr>
        <w:t>ابواب</w:t>
      </w:r>
      <w:r>
        <w:rPr>
          <w:rtl/>
        </w:rPr>
        <w:t xml:space="preserve"> ج</w:t>
      </w:r>
      <w:r w:rsidR="00120F63" w:rsidRPr="00ED5DE8">
        <w:rPr>
          <w:rFonts w:hint="cs"/>
          <w:rtl/>
        </w:rPr>
        <w:t>ه</w:t>
      </w:r>
      <w:r>
        <w:rPr>
          <w:rFonts w:hint="cs"/>
          <w:rtl/>
        </w:rPr>
        <w:t>نم</w:t>
      </w:r>
    </w:p>
    <w:p w:rsidR="001F628F" w:rsidRDefault="001F628F" w:rsidP="001F628F">
      <w:pPr>
        <w:pStyle w:val="libNormal"/>
        <w:rPr>
          <w:rtl/>
        </w:rPr>
      </w:pPr>
      <w:r>
        <w:rPr>
          <w:rtl/>
        </w:rPr>
        <w:t>''فادخلوا'' مي</w:t>
      </w:r>
      <w:r w:rsidR="00083993">
        <w:rPr>
          <w:rtl/>
        </w:rPr>
        <w:t xml:space="preserve">ں </w:t>
      </w:r>
      <w:r>
        <w:rPr>
          <w:rtl/>
        </w:rPr>
        <w:t>''فا'' عاطفہ ہے اور اس كے ذريعہ مسبب كا سبب پر عطف كيا گيا ہے_</w:t>
      </w:r>
    </w:p>
    <w:p w:rsidR="001F628F" w:rsidRDefault="001F628F" w:rsidP="001F628F">
      <w:pPr>
        <w:pStyle w:val="libNormal"/>
        <w:rPr>
          <w:rtl/>
        </w:rPr>
      </w:pPr>
      <w:r>
        <w:rPr>
          <w:rtl/>
        </w:rPr>
        <w:t>2_ كفار كے قبيح اعمال سے خداوند عالم كى آگاہى اس چيز كا سبب ہے كہ وہ انہي</w:t>
      </w:r>
      <w:r w:rsidR="00083993">
        <w:rPr>
          <w:rtl/>
        </w:rPr>
        <w:t xml:space="preserve">ں </w:t>
      </w:r>
      <w:r>
        <w:rPr>
          <w:rtl/>
        </w:rPr>
        <w:t>جہنم مي</w:t>
      </w:r>
      <w:r w:rsidR="00083993">
        <w:rPr>
          <w:rtl/>
        </w:rPr>
        <w:t xml:space="preserve">ں </w:t>
      </w:r>
      <w:r>
        <w:rPr>
          <w:rtl/>
        </w:rPr>
        <w:t>داخل ہونے كا حكم ديتاہے_</w:t>
      </w:r>
    </w:p>
    <w:p w:rsidR="001F628F" w:rsidRDefault="001F628F" w:rsidP="000A1BE4">
      <w:pPr>
        <w:pStyle w:val="libArabic"/>
        <w:rPr>
          <w:rtl/>
        </w:rPr>
      </w:pPr>
      <w:r>
        <w:rPr>
          <w:rFonts w:hint="eastAsia"/>
          <w:rtl/>
        </w:rPr>
        <w:t>الكافرين</w:t>
      </w:r>
      <w:r>
        <w:rPr>
          <w:rtl/>
        </w:rPr>
        <w:t xml:space="preserve"> ...ان الله علي</w:t>
      </w:r>
      <w:r w:rsidR="00120F63" w:rsidRPr="00ED5DE8">
        <w:rPr>
          <w:rFonts w:hint="cs"/>
          <w:rtl/>
        </w:rPr>
        <w:t>ه</w:t>
      </w:r>
      <w:r>
        <w:rPr>
          <w:rFonts w:hint="cs"/>
          <w:rtl/>
        </w:rPr>
        <w:t>م</w:t>
      </w:r>
      <w:r>
        <w:rPr>
          <w:rtl/>
        </w:rPr>
        <w:t xml:space="preserve"> </w:t>
      </w:r>
      <w:r>
        <w:rPr>
          <w:rFonts w:hint="cs"/>
          <w:rtl/>
        </w:rPr>
        <w:t>بما</w:t>
      </w:r>
      <w:r>
        <w:rPr>
          <w:rtl/>
        </w:rPr>
        <w:t xml:space="preserve"> </w:t>
      </w:r>
      <w:r>
        <w:rPr>
          <w:rFonts w:hint="cs"/>
          <w:rtl/>
        </w:rPr>
        <w:t>كنتم</w:t>
      </w:r>
      <w:r>
        <w:rPr>
          <w:rtl/>
        </w:rPr>
        <w:t xml:space="preserve"> </w:t>
      </w:r>
      <w:r>
        <w:rPr>
          <w:rFonts w:hint="cs"/>
          <w:rtl/>
        </w:rPr>
        <w:t>تعملون</w:t>
      </w:r>
      <w:r>
        <w:rPr>
          <w:rtl/>
        </w:rPr>
        <w:t xml:space="preserve"> ... </w:t>
      </w:r>
      <w:r>
        <w:rPr>
          <w:rFonts w:hint="cs"/>
          <w:rtl/>
        </w:rPr>
        <w:t>فادخلوا</w:t>
      </w:r>
      <w:r>
        <w:rPr>
          <w:rtl/>
        </w:rPr>
        <w:t xml:space="preserve"> </w:t>
      </w:r>
      <w:r>
        <w:rPr>
          <w:rFonts w:hint="cs"/>
          <w:rtl/>
        </w:rPr>
        <w:t>ابواب</w:t>
      </w:r>
      <w:r>
        <w:rPr>
          <w:rtl/>
        </w:rPr>
        <w:t xml:space="preserve"> ج</w:t>
      </w:r>
      <w:r w:rsidR="00120F63" w:rsidRPr="00ED5DE8">
        <w:rPr>
          <w:rFonts w:hint="cs"/>
          <w:rtl/>
        </w:rPr>
        <w:t>ه</w:t>
      </w:r>
      <w:r>
        <w:rPr>
          <w:rFonts w:hint="cs"/>
          <w:rtl/>
        </w:rPr>
        <w:t>نم</w:t>
      </w:r>
    </w:p>
    <w:p w:rsidR="000A1BE4" w:rsidRDefault="001F628F" w:rsidP="000A1BE4">
      <w:pPr>
        <w:pStyle w:val="libNormal"/>
        <w:rPr>
          <w:rtl/>
        </w:rPr>
      </w:pPr>
      <w:r>
        <w:rPr>
          <w:rtl/>
        </w:rPr>
        <w:t>''فادخلوا'' مي</w:t>
      </w:r>
      <w:r w:rsidR="00083993">
        <w:rPr>
          <w:rtl/>
        </w:rPr>
        <w:t xml:space="preserve">ں </w:t>
      </w:r>
      <w:r>
        <w:rPr>
          <w:rtl/>
        </w:rPr>
        <w:t>''فا'' عاطفہ ہے اور يہ مسبب ك</w:t>
      </w:r>
      <w:r w:rsidR="000A1BE4">
        <w:rPr>
          <w:rFonts w:hint="cs"/>
          <w:rtl/>
        </w:rPr>
        <w:t>ا</w:t>
      </w:r>
      <w:r w:rsidR="000A1BE4" w:rsidRPr="000A1BE4">
        <w:rPr>
          <w:rFonts w:hint="eastAsia"/>
          <w:rtl/>
        </w:rPr>
        <w:t xml:space="preserve"> </w:t>
      </w:r>
      <w:r w:rsidR="000A1BE4">
        <w:rPr>
          <w:rFonts w:hint="eastAsia"/>
          <w:rtl/>
        </w:rPr>
        <w:t>سبب</w:t>
      </w:r>
      <w:r w:rsidR="000A1BE4">
        <w:rPr>
          <w:rtl/>
        </w:rPr>
        <w:t xml:space="preserve"> ( علم ) پر عطف كررہى ہے_اس بناء پر آيت كا مطلب يہ ہوگا ; اب جبكہ خداوند عالم اس طرح تمھارے كردار سے آگاہ ہے پس جہنم ميں داخل ہوجاؤ_</w:t>
      </w:r>
    </w:p>
    <w:p w:rsidR="000A1BE4" w:rsidRDefault="000A1BE4" w:rsidP="000A1BE4">
      <w:pPr>
        <w:pStyle w:val="libNormal"/>
        <w:rPr>
          <w:rtl/>
        </w:rPr>
      </w:pPr>
      <w:r>
        <w:rPr>
          <w:rtl/>
        </w:rPr>
        <w:t>3_ كفار ، مختلف دروازوں سے جہنم ميں داخل ہوں گے_</w:t>
      </w:r>
      <w:r w:rsidRPr="000A1BE4">
        <w:rPr>
          <w:rStyle w:val="libArabicChar"/>
          <w:rFonts w:hint="eastAsia"/>
          <w:rtl/>
        </w:rPr>
        <w:t>الكافرين</w:t>
      </w:r>
      <w:r w:rsidRPr="000A1BE4">
        <w:rPr>
          <w:rStyle w:val="libArabicChar"/>
          <w:rtl/>
        </w:rPr>
        <w:t xml:space="preserve"> ...فادخلو ابواب ج</w:t>
      </w:r>
      <w:r w:rsidR="00120F63" w:rsidRPr="00B2551F">
        <w:rPr>
          <w:rStyle w:val="libArabicChar"/>
          <w:rFonts w:hint="cs"/>
          <w:rtl/>
        </w:rPr>
        <w:t>ه</w:t>
      </w:r>
      <w:r w:rsidRPr="000A1BE4">
        <w:rPr>
          <w:rStyle w:val="libArabicChar"/>
          <w:rFonts w:hint="cs"/>
          <w:rtl/>
        </w:rPr>
        <w:t>نم</w:t>
      </w:r>
    </w:p>
    <w:p w:rsidR="000A1BE4" w:rsidRDefault="000A1BE4" w:rsidP="000A1BE4">
      <w:pPr>
        <w:pStyle w:val="libNormal"/>
        <w:rPr>
          <w:rtl/>
        </w:rPr>
      </w:pPr>
      <w:r>
        <w:rPr>
          <w:rtl/>
        </w:rPr>
        <w:t>4_ جہنم كے متعدد اور مختلف دروازے ہيں _</w:t>
      </w:r>
      <w:r w:rsidRPr="000A1BE4">
        <w:rPr>
          <w:rStyle w:val="libArabicChar"/>
          <w:rFonts w:hint="eastAsia"/>
          <w:rtl/>
        </w:rPr>
        <w:t>ابواب</w:t>
      </w:r>
      <w:r w:rsidRPr="000A1BE4">
        <w:rPr>
          <w:rStyle w:val="libArabicChar"/>
          <w:rtl/>
        </w:rPr>
        <w:t xml:space="preserve"> ج</w:t>
      </w:r>
      <w:r w:rsidR="00120F63" w:rsidRPr="00B2551F">
        <w:rPr>
          <w:rStyle w:val="libArabicChar"/>
          <w:rFonts w:hint="cs"/>
          <w:rtl/>
        </w:rPr>
        <w:t>ه</w:t>
      </w:r>
      <w:r w:rsidRPr="000A1BE4">
        <w:rPr>
          <w:rStyle w:val="libArabicChar"/>
          <w:rFonts w:hint="cs"/>
          <w:rtl/>
        </w:rPr>
        <w:t>نم</w:t>
      </w:r>
    </w:p>
    <w:p w:rsidR="001F628F" w:rsidRDefault="001F628F" w:rsidP="001F628F">
      <w:pPr>
        <w:pStyle w:val="libNormal"/>
        <w:rPr>
          <w:rtl/>
        </w:rPr>
      </w:pP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5_ جہنم ، مختلف قسم كے عذابو</w:t>
      </w:r>
      <w:r w:rsidR="00083993">
        <w:rPr>
          <w:rtl/>
        </w:rPr>
        <w:t xml:space="preserve">ں </w:t>
      </w:r>
      <w:r>
        <w:rPr>
          <w:rtl/>
        </w:rPr>
        <w:t>كا حامل ہے_</w:t>
      </w:r>
      <w:r w:rsidRPr="000A1BE4">
        <w:rPr>
          <w:rStyle w:val="libArabicChar"/>
          <w:rFonts w:hint="eastAsia"/>
          <w:rtl/>
        </w:rPr>
        <w:t>فادخلوا</w:t>
      </w:r>
      <w:r w:rsidRPr="000A1BE4">
        <w:rPr>
          <w:rStyle w:val="libArabicChar"/>
          <w:rtl/>
        </w:rPr>
        <w:t xml:space="preserve"> ابواب ج</w:t>
      </w:r>
      <w:r w:rsidR="00120F63" w:rsidRPr="00B2551F">
        <w:rPr>
          <w:rStyle w:val="libArabicChar"/>
          <w:rFonts w:hint="cs"/>
          <w:rtl/>
        </w:rPr>
        <w:t>ه</w:t>
      </w:r>
      <w:r w:rsidRPr="000A1BE4">
        <w:rPr>
          <w:rStyle w:val="libArabicChar"/>
          <w:rFonts w:hint="cs"/>
          <w:rtl/>
        </w:rPr>
        <w:t>نم</w:t>
      </w:r>
    </w:p>
    <w:p w:rsidR="001F628F" w:rsidRDefault="001F628F" w:rsidP="001F628F">
      <w:pPr>
        <w:pStyle w:val="libNormal"/>
        <w:rPr>
          <w:rtl/>
        </w:rPr>
      </w:pPr>
      <w:r>
        <w:rPr>
          <w:rFonts w:hint="eastAsia"/>
          <w:rtl/>
        </w:rPr>
        <w:t>مذكورہ</w:t>
      </w:r>
      <w:r>
        <w:rPr>
          <w:rtl/>
        </w:rPr>
        <w:t xml:space="preserve"> بالا مطلب اس بناء پر ہے جب ''ابواب '' سے مراد عذاب كے طبقات مراد ہو</w:t>
      </w:r>
      <w:r w:rsidR="00083993">
        <w:rPr>
          <w:rtl/>
        </w:rPr>
        <w:t xml:space="preserve">ں </w:t>
      </w:r>
      <w:r>
        <w:rPr>
          <w:rtl/>
        </w:rPr>
        <w:t>''خالدين فيہا'' ممكن ہے اس احتما ل پر قرينہ ہو _ ''وخاليدن فيہا'' كى ضمير كا مرجع ''ابواب'' ہے كيو</w:t>
      </w:r>
      <w:r w:rsidR="00083993">
        <w:rPr>
          <w:rtl/>
        </w:rPr>
        <w:t xml:space="preserve">ں </w:t>
      </w:r>
      <w:r>
        <w:rPr>
          <w:rtl/>
        </w:rPr>
        <w:t>كہ ابواب مي</w:t>
      </w:r>
      <w:r w:rsidR="00083993">
        <w:rPr>
          <w:rtl/>
        </w:rPr>
        <w:t xml:space="preserve">ں </w:t>
      </w:r>
      <w:r>
        <w:rPr>
          <w:rtl/>
        </w:rPr>
        <w:t>جاودانيت معنى نہي</w:t>
      </w:r>
      <w:r w:rsidR="00083993">
        <w:rPr>
          <w:rtl/>
        </w:rPr>
        <w:t xml:space="preserve">ں </w:t>
      </w:r>
      <w:r>
        <w:rPr>
          <w:rtl/>
        </w:rPr>
        <w:t>ركھتى اس ليئے ہو سكتا ہے ''ابواب '' طبقات كے معن</w:t>
      </w:r>
      <w:r>
        <w:rPr>
          <w:rFonts w:hint="eastAsia"/>
          <w:rtl/>
        </w:rPr>
        <w:t>ى</w:t>
      </w:r>
      <w:r>
        <w:rPr>
          <w:rtl/>
        </w:rPr>
        <w:t xml:space="preserve"> مي</w:t>
      </w:r>
      <w:r w:rsidR="00083993">
        <w:rPr>
          <w:rtl/>
        </w:rPr>
        <w:t xml:space="preserve">ں </w:t>
      </w:r>
      <w:r>
        <w:rPr>
          <w:rtl/>
        </w:rPr>
        <w:t>ہو، اس صورت مي</w:t>
      </w:r>
      <w:r w:rsidR="00083993">
        <w:rPr>
          <w:rtl/>
        </w:rPr>
        <w:t xml:space="preserve">ں </w:t>
      </w:r>
      <w:r>
        <w:rPr>
          <w:rtl/>
        </w:rPr>
        <w:t>طبقات ، مختلف قسم كے عذابو</w:t>
      </w:r>
      <w:r w:rsidR="00083993">
        <w:rPr>
          <w:rtl/>
        </w:rPr>
        <w:t xml:space="preserve">ں </w:t>
      </w:r>
      <w:r>
        <w:rPr>
          <w:rtl/>
        </w:rPr>
        <w:t>كى موجود گى سے حكايت كررہا ہے_</w:t>
      </w:r>
    </w:p>
    <w:p w:rsidR="001F628F" w:rsidRDefault="001F628F" w:rsidP="000A1BE4">
      <w:pPr>
        <w:pStyle w:val="libNormal"/>
        <w:rPr>
          <w:rtl/>
        </w:rPr>
      </w:pPr>
      <w:r>
        <w:rPr>
          <w:rtl/>
        </w:rPr>
        <w:t>6_ كفار ، ہميشہ جہنم مي</w:t>
      </w:r>
      <w:r w:rsidR="00083993">
        <w:rPr>
          <w:rtl/>
        </w:rPr>
        <w:t xml:space="preserve">ں </w:t>
      </w:r>
      <w:r>
        <w:rPr>
          <w:rtl/>
        </w:rPr>
        <w:t>رہي</w:t>
      </w:r>
      <w:r w:rsidR="00083993">
        <w:rPr>
          <w:rtl/>
        </w:rPr>
        <w:t xml:space="preserve">ں </w:t>
      </w:r>
      <w:r>
        <w:rPr>
          <w:rtl/>
        </w:rPr>
        <w:t>گے_</w:t>
      </w:r>
      <w:r w:rsidRPr="000A1BE4">
        <w:rPr>
          <w:rStyle w:val="libArabicChar"/>
          <w:rFonts w:hint="eastAsia"/>
          <w:rtl/>
        </w:rPr>
        <w:t>فادخلوا</w:t>
      </w:r>
      <w:r w:rsidRPr="000A1BE4">
        <w:rPr>
          <w:rStyle w:val="libArabicChar"/>
          <w:rtl/>
        </w:rPr>
        <w:t xml:space="preserve"> ابواب ج</w:t>
      </w:r>
      <w:r w:rsidR="00120F63" w:rsidRPr="00B2551F">
        <w:rPr>
          <w:rStyle w:val="libArabicChar"/>
          <w:rFonts w:hint="cs"/>
          <w:rtl/>
        </w:rPr>
        <w:t>ه</w:t>
      </w:r>
      <w:r w:rsidRPr="000A1BE4">
        <w:rPr>
          <w:rStyle w:val="libArabicChar"/>
          <w:rFonts w:hint="cs"/>
          <w:rtl/>
        </w:rPr>
        <w:t>نم</w:t>
      </w:r>
      <w:r w:rsidRPr="000A1BE4">
        <w:rPr>
          <w:rStyle w:val="libArabicChar"/>
          <w:rtl/>
        </w:rPr>
        <w:t xml:space="preserve"> </w:t>
      </w:r>
      <w:r w:rsidRPr="000A1BE4">
        <w:rPr>
          <w:rStyle w:val="libArabicChar"/>
          <w:rFonts w:hint="cs"/>
          <w:rtl/>
        </w:rPr>
        <w:t>خالد</w:t>
      </w:r>
      <w:r w:rsidRPr="000A1BE4">
        <w:rPr>
          <w:rStyle w:val="libArabicChar"/>
          <w:rtl/>
        </w:rPr>
        <w:t>ين في</w:t>
      </w:r>
      <w:r w:rsidR="00120F63" w:rsidRPr="00B2551F">
        <w:rPr>
          <w:rStyle w:val="libArabicChar"/>
          <w:rFonts w:hint="cs"/>
          <w:rtl/>
        </w:rPr>
        <w:t>ه</w:t>
      </w:r>
    </w:p>
    <w:p w:rsidR="001F628F" w:rsidRDefault="001F628F" w:rsidP="000A1BE4">
      <w:pPr>
        <w:pStyle w:val="libNormal"/>
        <w:rPr>
          <w:rtl/>
        </w:rPr>
      </w:pPr>
      <w:r>
        <w:rPr>
          <w:rtl/>
        </w:rPr>
        <w:t>7_ جہنم ، ابدى اور جاودانى مقام ہے_</w:t>
      </w:r>
      <w:r w:rsidRPr="000A1BE4">
        <w:rPr>
          <w:rStyle w:val="libArabicChar"/>
          <w:rFonts w:hint="eastAsia"/>
          <w:rtl/>
        </w:rPr>
        <w:t>ج</w:t>
      </w:r>
      <w:r w:rsidR="00120F63" w:rsidRPr="00B2551F">
        <w:rPr>
          <w:rStyle w:val="libArabicChar"/>
          <w:rFonts w:hint="cs"/>
          <w:rtl/>
        </w:rPr>
        <w:t>ه</w:t>
      </w:r>
      <w:r w:rsidRPr="000A1BE4">
        <w:rPr>
          <w:rStyle w:val="libArabicChar"/>
          <w:rFonts w:hint="cs"/>
          <w:rtl/>
        </w:rPr>
        <w:t>نم</w:t>
      </w:r>
      <w:r w:rsidRPr="000A1BE4">
        <w:rPr>
          <w:rStyle w:val="libArabicChar"/>
          <w:rtl/>
        </w:rPr>
        <w:t xml:space="preserve"> خالدين في</w:t>
      </w:r>
      <w:r w:rsidR="00120F63" w:rsidRPr="00B2551F">
        <w:rPr>
          <w:rStyle w:val="libArabicChar"/>
          <w:rFonts w:hint="cs"/>
          <w:rtl/>
        </w:rPr>
        <w:t>ه</w:t>
      </w:r>
    </w:p>
    <w:p w:rsidR="001F628F" w:rsidRDefault="001F628F" w:rsidP="001F628F">
      <w:pPr>
        <w:pStyle w:val="libNormal"/>
        <w:rPr>
          <w:rtl/>
        </w:rPr>
      </w:pPr>
      <w:r>
        <w:rPr>
          <w:rFonts w:hint="eastAsia"/>
          <w:rtl/>
        </w:rPr>
        <w:t>جب</w:t>
      </w:r>
      <w:r>
        <w:rPr>
          <w:rtl/>
        </w:rPr>
        <w:t xml:space="preserve"> جہنمى لوگ، جہنم مي</w:t>
      </w:r>
      <w:r w:rsidR="00083993">
        <w:rPr>
          <w:rtl/>
        </w:rPr>
        <w:t xml:space="preserve">ں </w:t>
      </w:r>
      <w:r>
        <w:rPr>
          <w:rtl/>
        </w:rPr>
        <w:t>ہميشہ مظروف كے عنوان سے رہي</w:t>
      </w:r>
      <w:r w:rsidR="00083993">
        <w:rPr>
          <w:rtl/>
        </w:rPr>
        <w:t xml:space="preserve">ں </w:t>
      </w:r>
      <w:r>
        <w:rPr>
          <w:rtl/>
        </w:rPr>
        <w:t>گے تو يہ اس بات كى مستلزم ہے كہ خود جہنم ظرف ابدى كے عنوان سے ہو_</w:t>
      </w:r>
    </w:p>
    <w:p w:rsidR="001F628F" w:rsidRDefault="001F628F" w:rsidP="000A1BE4">
      <w:pPr>
        <w:pStyle w:val="libNormal"/>
        <w:rPr>
          <w:rtl/>
        </w:rPr>
      </w:pPr>
      <w:r>
        <w:rPr>
          <w:rtl/>
        </w:rPr>
        <w:t>8_ كفر ، جہنم مي</w:t>
      </w:r>
      <w:r w:rsidR="00083993">
        <w:rPr>
          <w:rtl/>
        </w:rPr>
        <w:t xml:space="preserve">ں </w:t>
      </w:r>
      <w:r>
        <w:rPr>
          <w:rtl/>
        </w:rPr>
        <w:t>ہميشہ كے ليے گرفتار ہونے كا سبب ہے_</w:t>
      </w:r>
      <w:r w:rsidRPr="000A1BE4">
        <w:rPr>
          <w:rStyle w:val="libArabicChar"/>
          <w:rFonts w:hint="eastAsia"/>
          <w:rtl/>
        </w:rPr>
        <w:t>الكافرين</w:t>
      </w:r>
      <w:r w:rsidRPr="000A1BE4">
        <w:rPr>
          <w:rStyle w:val="libArabicChar"/>
          <w:rtl/>
        </w:rPr>
        <w:t xml:space="preserve"> ... فادخلو ابواب ج</w:t>
      </w:r>
      <w:r w:rsidR="00120F63" w:rsidRPr="00B2551F">
        <w:rPr>
          <w:rStyle w:val="libArabicChar"/>
          <w:rFonts w:hint="cs"/>
          <w:rtl/>
        </w:rPr>
        <w:t>ه</w:t>
      </w:r>
      <w:r w:rsidRPr="000A1BE4">
        <w:rPr>
          <w:rStyle w:val="libArabicChar"/>
          <w:rFonts w:hint="cs"/>
          <w:rtl/>
        </w:rPr>
        <w:t>نم</w:t>
      </w:r>
      <w:r w:rsidRPr="000A1BE4">
        <w:rPr>
          <w:rStyle w:val="libArabicChar"/>
          <w:rtl/>
        </w:rPr>
        <w:t xml:space="preserve"> </w:t>
      </w:r>
      <w:r w:rsidRPr="000A1BE4">
        <w:rPr>
          <w:rStyle w:val="libArabicChar"/>
          <w:rFonts w:hint="cs"/>
          <w:rtl/>
        </w:rPr>
        <w:t>خلد</w:t>
      </w:r>
      <w:r w:rsidRPr="000A1BE4">
        <w:rPr>
          <w:rStyle w:val="libArabicChar"/>
          <w:rtl/>
        </w:rPr>
        <w:t>ين في</w:t>
      </w:r>
      <w:r w:rsidR="00120F63" w:rsidRPr="00B2551F">
        <w:rPr>
          <w:rStyle w:val="libArabicChar"/>
          <w:rFonts w:hint="cs"/>
          <w:rtl/>
        </w:rPr>
        <w:t>ه</w:t>
      </w:r>
    </w:p>
    <w:p w:rsidR="001F628F" w:rsidRDefault="001F628F" w:rsidP="000A1BE4">
      <w:pPr>
        <w:pStyle w:val="libNormal"/>
        <w:rPr>
          <w:rtl/>
        </w:rPr>
      </w:pPr>
      <w:r>
        <w:rPr>
          <w:rtl/>
        </w:rPr>
        <w:t>9_ تكبر كرنے والو</w:t>
      </w:r>
      <w:r w:rsidR="00083993">
        <w:rPr>
          <w:rtl/>
        </w:rPr>
        <w:t xml:space="preserve">ں </w:t>
      </w:r>
      <w:r>
        <w:rPr>
          <w:rtl/>
        </w:rPr>
        <w:t>كا مقام ، جہنم ہے_</w:t>
      </w:r>
      <w:r w:rsidRPr="000A1BE4">
        <w:rPr>
          <w:rStyle w:val="libArabicChar"/>
          <w:rFonts w:hint="eastAsia"/>
          <w:rtl/>
        </w:rPr>
        <w:t>فادخلوا</w:t>
      </w:r>
      <w:r w:rsidRPr="000A1BE4">
        <w:rPr>
          <w:rStyle w:val="libArabicChar"/>
          <w:rtl/>
        </w:rPr>
        <w:t xml:space="preserve"> ... ج</w:t>
      </w:r>
      <w:r w:rsidR="00120F63" w:rsidRPr="00B2551F">
        <w:rPr>
          <w:rStyle w:val="libArabicChar"/>
          <w:rFonts w:hint="cs"/>
          <w:rtl/>
        </w:rPr>
        <w:t>ه</w:t>
      </w:r>
      <w:r w:rsidRPr="000A1BE4">
        <w:rPr>
          <w:rStyle w:val="libArabicChar"/>
          <w:rFonts w:hint="cs"/>
          <w:rtl/>
        </w:rPr>
        <w:t>نم</w:t>
      </w:r>
      <w:r w:rsidRPr="000A1BE4">
        <w:rPr>
          <w:rStyle w:val="libArabicChar"/>
          <w:rtl/>
        </w:rPr>
        <w:t xml:space="preserve"> ... </w:t>
      </w:r>
      <w:r w:rsidRPr="000A1BE4">
        <w:rPr>
          <w:rStyle w:val="libArabicChar"/>
          <w:rFonts w:hint="cs"/>
          <w:rtl/>
        </w:rPr>
        <w:t>فلبئس</w:t>
      </w:r>
      <w:r w:rsidRPr="000A1BE4">
        <w:rPr>
          <w:rStyle w:val="libArabicChar"/>
          <w:rtl/>
        </w:rPr>
        <w:t xml:space="preserve"> </w:t>
      </w:r>
      <w:r w:rsidRPr="000A1BE4">
        <w:rPr>
          <w:rStyle w:val="libArabicChar"/>
          <w:rFonts w:hint="cs"/>
          <w:rtl/>
        </w:rPr>
        <w:t>مثوى</w:t>
      </w:r>
      <w:r w:rsidRPr="000A1BE4">
        <w:rPr>
          <w:rStyle w:val="libArabicChar"/>
          <w:rtl/>
        </w:rPr>
        <w:t xml:space="preserve"> </w:t>
      </w:r>
      <w:r w:rsidRPr="000A1BE4">
        <w:rPr>
          <w:rStyle w:val="libArabicChar"/>
          <w:rFonts w:hint="cs"/>
          <w:rtl/>
        </w:rPr>
        <w:t>المت</w:t>
      </w:r>
      <w:r w:rsidRPr="000A1BE4">
        <w:rPr>
          <w:rStyle w:val="libArabicChar"/>
          <w:rtl/>
        </w:rPr>
        <w:t>كبرّين</w:t>
      </w:r>
    </w:p>
    <w:p w:rsidR="001F628F" w:rsidRDefault="001F628F" w:rsidP="001F628F">
      <w:pPr>
        <w:pStyle w:val="libNormal"/>
        <w:rPr>
          <w:rtl/>
        </w:rPr>
      </w:pPr>
      <w:r>
        <w:rPr>
          <w:rtl/>
        </w:rPr>
        <w:t>''بئس'' فعل مذمت ہے اور مخصوص بالذم ، كلمہ جہنم ہے جو كہ محذوف ہے_</w:t>
      </w:r>
    </w:p>
    <w:p w:rsidR="001F628F" w:rsidRDefault="001F628F" w:rsidP="000A1BE4">
      <w:pPr>
        <w:pStyle w:val="libNormal"/>
        <w:rPr>
          <w:rtl/>
        </w:rPr>
      </w:pPr>
      <w:r>
        <w:rPr>
          <w:rtl/>
        </w:rPr>
        <w:t>10_ تكبرّ كرنے والو</w:t>
      </w:r>
      <w:r w:rsidR="00083993">
        <w:rPr>
          <w:rtl/>
        </w:rPr>
        <w:t xml:space="preserve">ں </w:t>
      </w:r>
      <w:r>
        <w:rPr>
          <w:rtl/>
        </w:rPr>
        <w:t>كا مقام ، برا مقام ہے_</w:t>
      </w:r>
      <w:r w:rsidRPr="000A1BE4">
        <w:rPr>
          <w:rStyle w:val="libArabicChar"/>
          <w:rFonts w:hint="eastAsia"/>
          <w:rtl/>
        </w:rPr>
        <w:t>فلبئس</w:t>
      </w:r>
      <w:r w:rsidRPr="000A1BE4">
        <w:rPr>
          <w:rStyle w:val="libArabicChar"/>
          <w:rtl/>
        </w:rPr>
        <w:t xml:space="preserve"> مثوى المتكبرين</w:t>
      </w:r>
    </w:p>
    <w:p w:rsidR="001F628F" w:rsidRDefault="001F628F" w:rsidP="001F628F">
      <w:pPr>
        <w:pStyle w:val="libNormal"/>
        <w:rPr>
          <w:rtl/>
        </w:rPr>
      </w:pPr>
      <w:r>
        <w:rPr>
          <w:rtl/>
        </w:rPr>
        <w:t>''مثوي'' ''ثوي'' سے اسم مكان ہے جس كا معنى قيام كى جگہ ہے_</w:t>
      </w:r>
    </w:p>
    <w:p w:rsidR="001F628F" w:rsidRDefault="001F628F" w:rsidP="001F628F">
      <w:pPr>
        <w:pStyle w:val="libNormal"/>
        <w:rPr>
          <w:rtl/>
        </w:rPr>
      </w:pPr>
      <w:r>
        <w:rPr>
          <w:rtl/>
        </w:rPr>
        <w:t>11_ گناہو</w:t>
      </w:r>
      <w:r w:rsidR="00083993">
        <w:rPr>
          <w:rtl/>
        </w:rPr>
        <w:t xml:space="preserve">ں </w:t>
      </w:r>
      <w:r>
        <w:rPr>
          <w:rtl/>
        </w:rPr>
        <w:t>كے مختلف مراتب ہي</w:t>
      </w:r>
      <w:r w:rsidR="00083993">
        <w:rPr>
          <w:rtl/>
        </w:rPr>
        <w:t xml:space="preserve">ں </w:t>
      </w:r>
      <w:r>
        <w:rPr>
          <w:rtl/>
        </w:rPr>
        <w:t>اور يہ اپنے سے متناسب عذابو</w:t>
      </w:r>
      <w:r w:rsidR="00083993">
        <w:rPr>
          <w:rtl/>
        </w:rPr>
        <w:t xml:space="preserve">ں </w:t>
      </w:r>
      <w:r>
        <w:rPr>
          <w:rtl/>
        </w:rPr>
        <w:t>كے حامل ہي</w:t>
      </w:r>
      <w:r w:rsidR="00083993">
        <w:rPr>
          <w:rtl/>
        </w:rPr>
        <w:t xml:space="preserve">ں </w:t>
      </w:r>
      <w:r>
        <w:rPr>
          <w:rtl/>
        </w:rPr>
        <w:t>_</w:t>
      </w:r>
    </w:p>
    <w:p w:rsidR="001F628F" w:rsidRDefault="001F628F" w:rsidP="000A1BE4">
      <w:pPr>
        <w:pStyle w:val="libArabic"/>
        <w:rPr>
          <w:rtl/>
        </w:rPr>
      </w:pPr>
      <w:r>
        <w:rPr>
          <w:rFonts w:hint="eastAsia"/>
          <w:rtl/>
        </w:rPr>
        <w:t>فادخلوا</w:t>
      </w:r>
      <w:r>
        <w:rPr>
          <w:rtl/>
        </w:rPr>
        <w:t xml:space="preserve"> ابواب ج</w:t>
      </w:r>
      <w:r w:rsidR="00120F63" w:rsidRPr="00ED5DE8">
        <w:rPr>
          <w:rFonts w:hint="cs"/>
          <w:rtl/>
        </w:rPr>
        <w:t>ه</w:t>
      </w:r>
      <w:r>
        <w:rPr>
          <w:rFonts w:hint="cs"/>
          <w:rtl/>
        </w:rPr>
        <w:t>نم</w:t>
      </w:r>
      <w:r>
        <w:rPr>
          <w:rtl/>
        </w:rPr>
        <w:t xml:space="preserve"> </w:t>
      </w:r>
      <w:r>
        <w:rPr>
          <w:rFonts w:hint="cs"/>
          <w:rtl/>
        </w:rPr>
        <w:t>خلدين</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فلبئس</w:t>
      </w:r>
      <w:r>
        <w:rPr>
          <w:rtl/>
        </w:rPr>
        <w:t xml:space="preserve"> </w:t>
      </w:r>
      <w:r>
        <w:rPr>
          <w:rFonts w:hint="cs"/>
          <w:rtl/>
        </w:rPr>
        <w:t>مثوى</w:t>
      </w:r>
      <w:r>
        <w:rPr>
          <w:rtl/>
        </w:rPr>
        <w:t xml:space="preserve"> </w:t>
      </w:r>
      <w:r>
        <w:rPr>
          <w:rFonts w:hint="cs"/>
          <w:rtl/>
        </w:rPr>
        <w:t>المتك</w:t>
      </w:r>
      <w:r>
        <w:rPr>
          <w:rtl/>
        </w:rPr>
        <w:t>بّرين</w:t>
      </w:r>
    </w:p>
    <w:p w:rsidR="001F628F" w:rsidRDefault="001F628F" w:rsidP="001F628F">
      <w:pPr>
        <w:pStyle w:val="libNormal"/>
        <w:rPr>
          <w:rtl/>
        </w:rPr>
      </w:pPr>
      <w:r>
        <w:rPr>
          <w:rFonts w:hint="eastAsia"/>
          <w:rtl/>
        </w:rPr>
        <w:t>مذكورہ</w:t>
      </w:r>
      <w:r>
        <w:rPr>
          <w:rtl/>
        </w:rPr>
        <w:t xml:space="preserve"> بالا مطلب اس نكتہ كى بناء پر ہے جب ابواب سے مراد اصناف و اقسام ہو</w:t>
      </w:r>
      <w:r w:rsidR="00083993">
        <w:rPr>
          <w:rtl/>
        </w:rPr>
        <w:t xml:space="preserve">ں </w:t>
      </w:r>
      <w:r>
        <w:rPr>
          <w:rtl/>
        </w:rPr>
        <w:t>اور يہ معنى ، گناہ سے متناسب عذاب كو ظاہر كر رہا ہے_ مذكورہ مطلب پر مؤيّد يہ ہے كہ جہنميو</w:t>
      </w:r>
      <w:r w:rsidR="00083993">
        <w:rPr>
          <w:rtl/>
        </w:rPr>
        <w:t xml:space="preserve">ں </w:t>
      </w:r>
      <w:r>
        <w:rPr>
          <w:rtl/>
        </w:rPr>
        <w:t>مي</w:t>
      </w:r>
      <w:r w:rsidR="00083993">
        <w:rPr>
          <w:rtl/>
        </w:rPr>
        <w:t xml:space="preserve">ں </w:t>
      </w:r>
      <w:r>
        <w:rPr>
          <w:rtl/>
        </w:rPr>
        <w:t>سے تكبر كرنے والو</w:t>
      </w:r>
      <w:r w:rsidR="00083993">
        <w:rPr>
          <w:rtl/>
        </w:rPr>
        <w:t xml:space="preserve">ں </w:t>
      </w:r>
      <w:r>
        <w:rPr>
          <w:rtl/>
        </w:rPr>
        <w:t>كو مخصوص قرار ديا گيا ہے_</w:t>
      </w: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12_ اپنے نفس پر ظلم كرنے والے كفار ، متكبر ہي</w:t>
      </w:r>
      <w:r w:rsidR="00083993">
        <w:rPr>
          <w:rtl/>
        </w:rPr>
        <w:t xml:space="preserve">ں </w:t>
      </w:r>
      <w:r>
        <w:rPr>
          <w:rtl/>
        </w:rPr>
        <w:t>_</w:t>
      </w:r>
      <w:r w:rsidRPr="000A1BE4">
        <w:rPr>
          <w:rStyle w:val="libArabicChar"/>
          <w:rFonts w:hint="eastAsia"/>
          <w:rtl/>
        </w:rPr>
        <w:t>الكافرين</w:t>
      </w:r>
      <w:r w:rsidRPr="000A1BE4">
        <w:rPr>
          <w:rStyle w:val="libArabicChar"/>
          <w:rtl/>
        </w:rPr>
        <w:t xml:space="preserve"> _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الملئكةظالمى</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Pr="000A1BE4">
        <w:rPr>
          <w:rStyle w:val="libArabicChar"/>
          <w:rFonts w:hint="cs"/>
          <w:rtl/>
        </w:rPr>
        <w:t>فلبئس</w:t>
      </w:r>
      <w:r w:rsidRPr="000A1BE4">
        <w:rPr>
          <w:rStyle w:val="libArabicChar"/>
          <w:rtl/>
        </w:rPr>
        <w:t xml:space="preserve"> </w:t>
      </w:r>
      <w:r w:rsidRPr="000A1BE4">
        <w:rPr>
          <w:rStyle w:val="libArabicChar"/>
          <w:rFonts w:hint="cs"/>
          <w:rtl/>
        </w:rPr>
        <w:t>مثوى</w:t>
      </w:r>
      <w:r w:rsidRPr="000A1BE4">
        <w:rPr>
          <w:rStyle w:val="libArabicChar"/>
          <w:rtl/>
        </w:rPr>
        <w:t xml:space="preserve"> </w:t>
      </w:r>
      <w:r w:rsidRPr="000A1BE4">
        <w:rPr>
          <w:rStyle w:val="libArabicChar"/>
          <w:rFonts w:hint="cs"/>
          <w:rtl/>
        </w:rPr>
        <w:t>المت</w:t>
      </w:r>
      <w:r w:rsidRPr="000A1BE4">
        <w:rPr>
          <w:rStyle w:val="libArabicChar"/>
          <w:rtl/>
        </w:rPr>
        <w:t>كبرّين</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اور كفار كا عمل2; الله تعالى كے علم كے آثار 2; اوامر الہى 1; اوامر الہى كے اسباب2</w:t>
      </w:r>
    </w:p>
    <w:p w:rsidR="001F628F" w:rsidRDefault="001F628F" w:rsidP="000A1BE4">
      <w:pPr>
        <w:pStyle w:val="libNormal"/>
        <w:rPr>
          <w:rtl/>
        </w:rPr>
      </w:pPr>
      <w:r>
        <w:rPr>
          <w:rFonts w:hint="eastAsia"/>
          <w:rtl/>
        </w:rPr>
        <w:t>جہنم</w:t>
      </w:r>
      <w:r>
        <w:rPr>
          <w:rtl/>
        </w:rPr>
        <w:t>:</w:t>
      </w:r>
      <w:r>
        <w:rPr>
          <w:rFonts w:hint="eastAsia"/>
          <w:rtl/>
        </w:rPr>
        <w:t>جہنم</w:t>
      </w:r>
      <w:r>
        <w:rPr>
          <w:rtl/>
        </w:rPr>
        <w:t xml:space="preserve"> كا دائمى ہونا 7; جہنم كے اسباب 8; جہنم كے دروازو</w:t>
      </w:r>
      <w:r w:rsidR="00083993">
        <w:rPr>
          <w:rtl/>
        </w:rPr>
        <w:t xml:space="preserve">ں </w:t>
      </w:r>
      <w:r>
        <w:rPr>
          <w:rtl/>
        </w:rPr>
        <w:t>كا متعدد ہوتا 3،4; جہنم كے عذاب 8; جہنم كے عذابو</w:t>
      </w:r>
      <w:r w:rsidR="00083993">
        <w:rPr>
          <w:rtl/>
        </w:rPr>
        <w:t xml:space="preserve">ں </w:t>
      </w:r>
      <w:r>
        <w:rPr>
          <w:rtl/>
        </w:rPr>
        <w:t>كا مختلف ہونا 5; جہنم مي</w:t>
      </w:r>
      <w:r w:rsidR="00083993">
        <w:rPr>
          <w:rtl/>
        </w:rPr>
        <w:t xml:space="preserve">ں </w:t>
      </w:r>
      <w:r>
        <w:rPr>
          <w:rtl/>
        </w:rPr>
        <w:t>ہميشہ رہنے والے 6; جنہم مي</w:t>
      </w:r>
      <w:r w:rsidR="00083993">
        <w:rPr>
          <w:rtl/>
        </w:rPr>
        <w:t xml:space="preserve">ں </w:t>
      </w:r>
      <w:r>
        <w:rPr>
          <w:rtl/>
        </w:rPr>
        <w:t>ہميشہ كا رہنا 8</w:t>
      </w:r>
    </w:p>
    <w:p w:rsidR="001F628F" w:rsidRDefault="001F628F" w:rsidP="001F628F">
      <w:pPr>
        <w:pStyle w:val="libNormal"/>
        <w:rPr>
          <w:rtl/>
        </w:rPr>
      </w:pPr>
      <w:r>
        <w:rPr>
          <w:rFonts w:hint="eastAsia"/>
          <w:rtl/>
        </w:rPr>
        <w:t>جہنمي</w:t>
      </w:r>
      <w:r>
        <w:rPr>
          <w:rtl/>
        </w:rPr>
        <w:t>:9</w:t>
      </w:r>
    </w:p>
    <w:p w:rsidR="001F628F" w:rsidRDefault="001F628F" w:rsidP="000A1BE4">
      <w:pPr>
        <w:pStyle w:val="libNormal"/>
        <w:rPr>
          <w:rtl/>
        </w:rPr>
      </w:pPr>
      <w:r>
        <w:rPr>
          <w:rFonts w:hint="eastAsia"/>
          <w:rtl/>
        </w:rPr>
        <w:t>خود</w:t>
      </w:r>
      <w:r>
        <w:rPr>
          <w:rtl/>
        </w:rPr>
        <w:t xml:space="preserve"> :</w:t>
      </w:r>
      <w:r>
        <w:rPr>
          <w:rFonts w:hint="eastAsia"/>
          <w:rtl/>
        </w:rPr>
        <w:t>اپنے</w:t>
      </w:r>
      <w:r>
        <w:rPr>
          <w:rtl/>
        </w:rPr>
        <w:t xml:space="preserve"> اوپر ظلم12</w:t>
      </w:r>
    </w:p>
    <w:p w:rsidR="001F628F" w:rsidRDefault="001F628F" w:rsidP="000A1BE4">
      <w:pPr>
        <w:pStyle w:val="libNormal"/>
        <w:rPr>
          <w:rtl/>
        </w:rPr>
      </w:pPr>
      <w:r>
        <w:rPr>
          <w:rFonts w:hint="eastAsia"/>
          <w:rtl/>
        </w:rPr>
        <w:t>كفار</w:t>
      </w:r>
      <w:r>
        <w:rPr>
          <w:rtl/>
        </w:rPr>
        <w:t>:</w:t>
      </w:r>
      <w:r>
        <w:rPr>
          <w:rFonts w:hint="eastAsia"/>
          <w:rtl/>
        </w:rPr>
        <w:t>جہنم</w:t>
      </w:r>
      <w:r>
        <w:rPr>
          <w:rtl/>
        </w:rPr>
        <w:t xml:space="preserve"> مي</w:t>
      </w:r>
      <w:r w:rsidR="00083993">
        <w:rPr>
          <w:rtl/>
        </w:rPr>
        <w:t xml:space="preserve">ں </w:t>
      </w:r>
      <w:r>
        <w:rPr>
          <w:rtl/>
        </w:rPr>
        <w:t>كفار 6;ظالم كفار كا تكبّر 12;كفار كا جہنم مي</w:t>
      </w:r>
      <w:r w:rsidR="00083993">
        <w:rPr>
          <w:rtl/>
        </w:rPr>
        <w:t xml:space="preserve">ں </w:t>
      </w:r>
      <w:r>
        <w:rPr>
          <w:rtl/>
        </w:rPr>
        <w:t>داخل ہونا 1،2،3</w:t>
      </w:r>
    </w:p>
    <w:p w:rsidR="001F628F" w:rsidRDefault="001F628F" w:rsidP="000A1BE4">
      <w:pPr>
        <w:pStyle w:val="libNormal"/>
        <w:rPr>
          <w:rtl/>
        </w:rPr>
      </w:pPr>
      <w:r>
        <w:rPr>
          <w:rFonts w:hint="eastAsia"/>
          <w:rtl/>
        </w:rPr>
        <w:t>كفر</w:t>
      </w:r>
      <w:r>
        <w:rPr>
          <w:rtl/>
        </w:rPr>
        <w:t>:</w:t>
      </w:r>
      <w:r>
        <w:rPr>
          <w:rFonts w:hint="eastAsia"/>
          <w:rtl/>
        </w:rPr>
        <w:t>كفر</w:t>
      </w:r>
      <w:r>
        <w:rPr>
          <w:rtl/>
        </w:rPr>
        <w:t xml:space="preserve"> كے آثار8</w:t>
      </w:r>
    </w:p>
    <w:p w:rsidR="001F628F" w:rsidRDefault="001F628F" w:rsidP="000A1BE4">
      <w:pPr>
        <w:pStyle w:val="libNormal"/>
        <w:rPr>
          <w:rtl/>
        </w:rPr>
      </w:pPr>
      <w:r>
        <w:rPr>
          <w:rFonts w:hint="eastAsia"/>
          <w:rtl/>
        </w:rPr>
        <w:t>كيفر</w:t>
      </w:r>
      <w:r>
        <w:rPr>
          <w:rtl/>
        </w:rPr>
        <w:t>:</w:t>
      </w:r>
      <w:r>
        <w:rPr>
          <w:rFonts w:hint="eastAsia"/>
          <w:rtl/>
        </w:rPr>
        <w:t>سزا</w:t>
      </w:r>
      <w:r>
        <w:rPr>
          <w:rtl/>
        </w:rPr>
        <w:t xml:space="preserve"> كا نظام 11;گناہ كے مطابق سزا كا ہونا 11</w:t>
      </w:r>
    </w:p>
    <w:p w:rsidR="001F628F" w:rsidRDefault="001F628F" w:rsidP="000A1BE4">
      <w:pPr>
        <w:pStyle w:val="libNormal"/>
        <w:rPr>
          <w:rtl/>
        </w:rPr>
      </w:pPr>
      <w:r>
        <w:rPr>
          <w:rFonts w:hint="eastAsia"/>
          <w:rtl/>
        </w:rPr>
        <w:t>گناہ</w:t>
      </w:r>
      <w:r>
        <w:rPr>
          <w:rtl/>
        </w:rPr>
        <w:t>:</w:t>
      </w:r>
      <w:r>
        <w:rPr>
          <w:rFonts w:hint="eastAsia"/>
          <w:rtl/>
        </w:rPr>
        <w:t>گناہ</w:t>
      </w:r>
      <w:r>
        <w:rPr>
          <w:rtl/>
        </w:rPr>
        <w:t xml:space="preserve"> كے مراتب11</w:t>
      </w:r>
    </w:p>
    <w:p w:rsidR="001F628F" w:rsidRDefault="001F628F" w:rsidP="000A1BE4">
      <w:pPr>
        <w:pStyle w:val="libNormal"/>
        <w:rPr>
          <w:rtl/>
        </w:rPr>
      </w:pPr>
      <w:r>
        <w:rPr>
          <w:rFonts w:hint="eastAsia"/>
          <w:rtl/>
        </w:rPr>
        <w:t>متكبرين</w:t>
      </w:r>
      <w:r>
        <w:rPr>
          <w:rtl/>
        </w:rPr>
        <w:t>:</w:t>
      </w:r>
      <w:r>
        <w:rPr>
          <w:rFonts w:hint="eastAsia"/>
          <w:rtl/>
        </w:rPr>
        <w:t>متكبرين</w:t>
      </w:r>
      <w:r>
        <w:rPr>
          <w:rtl/>
        </w:rPr>
        <w:t xml:space="preserve"> جہنم مي</w:t>
      </w:r>
      <w:r w:rsidR="00083993">
        <w:rPr>
          <w:rtl/>
        </w:rPr>
        <w:t xml:space="preserve">ں </w:t>
      </w:r>
      <w:r>
        <w:rPr>
          <w:rtl/>
        </w:rPr>
        <w:t>9; متكبرو</w:t>
      </w:r>
      <w:r w:rsidR="00083993">
        <w:rPr>
          <w:rtl/>
        </w:rPr>
        <w:t xml:space="preserve">ں </w:t>
      </w:r>
      <w:r>
        <w:rPr>
          <w:rtl/>
        </w:rPr>
        <w:t>كا برا انجام 10; متكبرين كى برى جگہ10</w:t>
      </w:r>
    </w:p>
    <w:p w:rsidR="001F628F" w:rsidRPr="00120F63" w:rsidRDefault="000A1BE4" w:rsidP="000A1BE4">
      <w:pPr>
        <w:pStyle w:val="Heading2Center"/>
        <w:rPr>
          <w:rtl/>
        </w:rPr>
      </w:pPr>
      <w:bookmarkStart w:id="176" w:name="_Toc28081854"/>
      <w:r>
        <w:rPr>
          <w:rFonts w:hint="cs"/>
          <w:rtl/>
        </w:rPr>
        <w:t xml:space="preserve">آیت </w:t>
      </w:r>
      <w:r w:rsidRPr="00120F63">
        <w:rPr>
          <w:rFonts w:hint="cs"/>
          <w:rtl/>
        </w:rPr>
        <w:t>30</w:t>
      </w:r>
      <w:bookmarkEnd w:id="176"/>
    </w:p>
    <w:p w:rsidR="001F628F" w:rsidRDefault="00E260F9" w:rsidP="000A1BE4">
      <w:pPr>
        <w:pStyle w:val="libNormal"/>
        <w:rPr>
          <w:rtl/>
        </w:rPr>
      </w:pPr>
      <w:r w:rsidRPr="00E260F9">
        <w:rPr>
          <w:rStyle w:val="libAlaemChar"/>
          <w:rFonts w:hint="eastAsia"/>
          <w:rtl/>
        </w:rPr>
        <w:t>(</w:t>
      </w:r>
      <w:r w:rsidRPr="000A1BE4">
        <w:rPr>
          <w:rStyle w:val="libAieChar"/>
          <w:rFonts w:hint="eastAsia"/>
          <w:rtl/>
        </w:rPr>
        <w:t>وَقِيلَ</w:t>
      </w:r>
      <w:r w:rsidRPr="000A1BE4">
        <w:rPr>
          <w:rStyle w:val="libAieChar"/>
          <w:rtl/>
        </w:rPr>
        <w:t xml:space="preserve"> لِلَّذِينَ اتَّقَوْاْ مَاذَا أَنزَلَ رَبُّكُمْ قَالُواْ خَيْراً لِّلَّذِينَ أَحْسَنُواْ فِي هَذِهِ الدُّنْيَا حَسَنَةٌ وَلَدَارُ الآخِرَةِ خَيْرٌ وَلَنِعْمَ دَارُ الْمُتَّقِينَ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صاحبان تقوى سے كہا گيا كہ تمھارے پروردگار نے كيا نا زل كيا ہے تو انھو</w:t>
      </w:r>
      <w:r w:rsidR="00083993">
        <w:rPr>
          <w:rtl/>
        </w:rPr>
        <w:t xml:space="preserve">ں </w:t>
      </w:r>
      <w:r>
        <w:rPr>
          <w:rtl/>
        </w:rPr>
        <w:t>نے كہا كہ سب خير ہے_ بيشك جن لوگو</w:t>
      </w:r>
      <w:r w:rsidR="00083993">
        <w:rPr>
          <w:rtl/>
        </w:rPr>
        <w:t xml:space="preserve">ں </w:t>
      </w:r>
      <w:r>
        <w:rPr>
          <w:rtl/>
        </w:rPr>
        <w:t>نے اس دنيا مي</w:t>
      </w:r>
      <w:r w:rsidR="00083993">
        <w:rPr>
          <w:rtl/>
        </w:rPr>
        <w:t xml:space="preserve">ں </w:t>
      </w:r>
      <w:r>
        <w:rPr>
          <w:rtl/>
        </w:rPr>
        <w:t>نيك اعمال كئے ہي</w:t>
      </w:r>
      <w:r w:rsidR="00083993">
        <w:rPr>
          <w:rtl/>
        </w:rPr>
        <w:t xml:space="preserve">ں </w:t>
      </w:r>
      <w:r>
        <w:rPr>
          <w:rtl/>
        </w:rPr>
        <w:t>ان كے لئے نيك ہے اور آخرت كا گھر تو بہرحال بہتر ہے اور وہ متقين كا بہترين مكان ہے_</w:t>
      </w:r>
    </w:p>
    <w:p w:rsidR="001F628F" w:rsidRDefault="001F628F" w:rsidP="001F628F">
      <w:pPr>
        <w:pStyle w:val="libNormal"/>
        <w:rPr>
          <w:rtl/>
        </w:rPr>
      </w:pPr>
      <w:r>
        <w:rPr>
          <w:rtl/>
        </w:rPr>
        <w:t>1_ متقى لوگو</w:t>
      </w:r>
      <w:r w:rsidR="00083993">
        <w:rPr>
          <w:rtl/>
        </w:rPr>
        <w:t xml:space="preserve">ں </w:t>
      </w:r>
      <w:r>
        <w:rPr>
          <w:rtl/>
        </w:rPr>
        <w:t>كا وحى الہى ( قرآن) كے خير مطلق ہونےپر عقيدہ ركھنا_</w:t>
      </w:r>
    </w:p>
    <w:p w:rsidR="000A1BE4" w:rsidRDefault="001E7F9D" w:rsidP="00F73EDE">
      <w:pPr>
        <w:pStyle w:val="libPoemTini"/>
        <w:rPr>
          <w:rtl/>
        </w:rPr>
      </w:pPr>
      <w:r>
        <w:rPr>
          <w:rtl/>
        </w:rPr>
        <w:cr/>
      </w:r>
      <w:r>
        <w:rPr>
          <w:rtl/>
        </w:rPr>
        <w:br w:type="page"/>
      </w:r>
    </w:p>
    <w:p w:rsidR="001F628F" w:rsidRDefault="001F628F" w:rsidP="000A1BE4">
      <w:pPr>
        <w:pStyle w:val="libNormal"/>
        <w:rPr>
          <w:rtl/>
        </w:rPr>
      </w:pPr>
      <w:r w:rsidRPr="000A1BE4">
        <w:rPr>
          <w:rStyle w:val="libArabicChar"/>
          <w:rFonts w:hint="eastAsia"/>
          <w:rtl/>
        </w:rPr>
        <w:lastRenderedPageBreak/>
        <w:t>وقيل</w:t>
      </w:r>
      <w:r w:rsidRPr="000A1BE4">
        <w:rPr>
          <w:rStyle w:val="libArabicChar"/>
          <w:rtl/>
        </w:rPr>
        <w:t xml:space="preserve"> للذين اتقوا ماذا انزل ربّكم قالوا خيرا </w:t>
      </w:r>
      <w:r>
        <w:rPr>
          <w:rtl/>
        </w:rPr>
        <w:t>وحى الہى (قرآن)</w:t>
      </w:r>
    </w:p>
    <w:p w:rsidR="001F628F" w:rsidRDefault="001F628F" w:rsidP="000A1BE4">
      <w:pPr>
        <w:pStyle w:val="libNormal"/>
        <w:rPr>
          <w:rtl/>
        </w:rPr>
      </w:pPr>
      <w:r>
        <w:rPr>
          <w:rtl/>
        </w:rPr>
        <w:t>2_ تقوى ، وحى الہى كى اہميت كو پہچاننے كا ذريعہ فراہم كرتا ہے_</w:t>
      </w:r>
      <w:r w:rsidRPr="000A1BE4">
        <w:rPr>
          <w:rStyle w:val="libArabicChar"/>
          <w:rFonts w:hint="eastAsia"/>
          <w:rtl/>
        </w:rPr>
        <w:t>وقيل</w:t>
      </w:r>
      <w:r w:rsidRPr="000A1BE4">
        <w:rPr>
          <w:rStyle w:val="libArabicChar"/>
          <w:rtl/>
        </w:rPr>
        <w:t xml:space="preserve"> للذين اتقوا ماذا انزل ربّكم قالوا خير</w:t>
      </w:r>
    </w:p>
    <w:p w:rsidR="001F628F" w:rsidRDefault="001F628F" w:rsidP="001F628F">
      <w:pPr>
        <w:pStyle w:val="libNormal"/>
        <w:rPr>
          <w:rtl/>
        </w:rPr>
      </w:pPr>
      <w:r>
        <w:rPr>
          <w:rtl/>
        </w:rPr>
        <w:t>3_ تقوى ، حقائق كا اعتراف اور ان كے سامنے سر تسليم خم ہونے كا زمينہ فراہم كرتاہے_</w:t>
      </w:r>
    </w:p>
    <w:p w:rsidR="001F628F" w:rsidRDefault="001F628F" w:rsidP="000A1BE4">
      <w:pPr>
        <w:pStyle w:val="libArabic"/>
        <w:rPr>
          <w:rtl/>
        </w:rPr>
      </w:pPr>
      <w:r>
        <w:rPr>
          <w:rFonts w:hint="eastAsia"/>
          <w:rtl/>
        </w:rPr>
        <w:t>وقيل</w:t>
      </w:r>
      <w:r>
        <w:rPr>
          <w:rtl/>
        </w:rPr>
        <w:t xml:space="preserve"> للذين اتقوا ماذا انزل ربّكم قالوا خير</w:t>
      </w:r>
    </w:p>
    <w:p w:rsidR="001F628F" w:rsidRDefault="001F628F" w:rsidP="001F628F">
      <w:pPr>
        <w:pStyle w:val="libNormal"/>
        <w:rPr>
          <w:rtl/>
        </w:rPr>
      </w:pPr>
      <w:r>
        <w:rPr>
          <w:rFonts w:hint="eastAsia"/>
          <w:rtl/>
        </w:rPr>
        <w:t>مذكورہ</w:t>
      </w:r>
      <w:r>
        <w:rPr>
          <w:rtl/>
        </w:rPr>
        <w:t xml:space="preserve"> مطلب اس سورہ كى آيت نمبر 23 و 24 كو مدنظر ركھتے ہوئے ليا گيا ہے كہ جن مي</w:t>
      </w:r>
      <w:r w:rsidR="00083993">
        <w:rPr>
          <w:rtl/>
        </w:rPr>
        <w:t xml:space="preserve">ں </w:t>
      </w:r>
      <w:r>
        <w:rPr>
          <w:rtl/>
        </w:rPr>
        <w:t>وہ تكبر كرنے والو</w:t>
      </w:r>
      <w:r w:rsidR="00083993">
        <w:rPr>
          <w:rtl/>
        </w:rPr>
        <w:t xml:space="preserve">ں </w:t>
      </w:r>
      <w:r>
        <w:rPr>
          <w:rtl/>
        </w:rPr>
        <w:t>كے سامنے اس سوال كو پيش كرتے تھے اور وہ استكبارى فكر ركھنے كى وجہ سے قرآن كو انسانو</w:t>
      </w:r>
      <w:r w:rsidR="00083993">
        <w:rPr>
          <w:rtl/>
        </w:rPr>
        <w:t xml:space="preserve">ں </w:t>
      </w:r>
      <w:r>
        <w:rPr>
          <w:rtl/>
        </w:rPr>
        <w:t>كا خود ساختہ قرار ديے تھے ليكن يہا</w:t>
      </w:r>
      <w:r w:rsidR="00083993">
        <w:rPr>
          <w:rtl/>
        </w:rPr>
        <w:t xml:space="preserve">ں </w:t>
      </w:r>
      <w:r>
        <w:rPr>
          <w:rtl/>
        </w:rPr>
        <w:t>متقّين كو بيان كيا گيا ہے جو تقوى ك</w:t>
      </w:r>
      <w:r>
        <w:rPr>
          <w:rFonts w:hint="eastAsia"/>
          <w:rtl/>
        </w:rPr>
        <w:t>ى</w:t>
      </w:r>
      <w:r>
        <w:rPr>
          <w:rtl/>
        </w:rPr>
        <w:t xml:space="preserve"> وجہ سے حقيقت وحى كے سامنے سرتسليم خم ہوئے اور اس كو مطلق خير قرار ديا_</w:t>
      </w:r>
    </w:p>
    <w:p w:rsidR="001F628F" w:rsidRDefault="001F628F" w:rsidP="000A1BE4">
      <w:pPr>
        <w:pStyle w:val="libNormal"/>
        <w:rPr>
          <w:rtl/>
        </w:rPr>
      </w:pPr>
      <w:r>
        <w:rPr>
          <w:rtl/>
        </w:rPr>
        <w:t>4_ دين ، انسان كے ليے مطلق خيرہے_</w:t>
      </w:r>
      <w:r w:rsidRPr="000A1BE4">
        <w:rPr>
          <w:rStyle w:val="libArabicChar"/>
          <w:rFonts w:hint="eastAsia"/>
          <w:rtl/>
        </w:rPr>
        <w:t>وقيل</w:t>
      </w:r>
      <w:r w:rsidRPr="000A1BE4">
        <w:rPr>
          <w:rStyle w:val="libArabicChar"/>
          <w:rtl/>
        </w:rPr>
        <w:t xml:space="preserve"> للذين اتقوا ماذا انزل ربّكم قالوا خير</w:t>
      </w:r>
    </w:p>
    <w:p w:rsidR="001F628F" w:rsidRDefault="001F628F" w:rsidP="001F628F">
      <w:pPr>
        <w:pStyle w:val="libNormal"/>
        <w:rPr>
          <w:rtl/>
        </w:rPr>
      </w:pPr>
      <w:r>
        <w:rPr>
          <w:rFonts w:hint="eastAsia"/>
          <w:rtl/>
        </w:rPr>
        <w:t>چونكہ</w:t>
      </w:r>
      <w:r>
        <w:rPr>
          <w:rtl/>
        </w:rPr>
        <w:t xml:space="preserve"> وحى اور قرآن كے مضامين ، دين كے ليے خير محض ہي</w:t>
      </w:r>
      <w:r w:rsidR="00083993">
        <w:rPr>
          <w:rtl/>
        </w:rPr>
        <w:t xml:space="preserve">ں </w:t>
      </w:r>
      <w:r>
        <w:rPr>
          <w:rtl/>
        </w:rPr>
        <w:t>اس سے يہ استفادہ ہوتا ہے كہ دين بھى خير ہے _</w:t>
      </w:r>
    </w:p>
    <w:p w:rsidR="001F628F" w:rsidRDefault="001F628F" w:rsidP="000A1BE4">
      <w:pPr>
        <w:pStyle w:val="libNormal"/>
        <w:rPr>
          <w:rtl/>
        </w:rPr>
      </w:pPr>
      <w:r>
        <w:rPr>
          <w:rtl/>
        </w:rPr>
        <w:t>5_ اپنے بندو</w:t>
      </w:r>
      <w:r w:rsidR="00083993">
        <w:rPr>
          <w:rtl/>
        </w:rPr>
        <w:t xml:space="preserve">ں </w:t>
      </w:r>
      <w:r>
        <w:rPr>
          <w:rtl/>
        </w:rPr>
        <w:t>پر قرآن ( تعليمات دين ) كانزول ، ربوبيت الہى كا تقاضا ہے_</w:t>
      </w:r>
      <w:r w:rsidRPr="000A1BE4">
        <w:rPr>
          <w:rStyle w:val="libArabicChar"/>
          <w:rFonts w:hint="eastAsia"/>
          <w:rtl/>
        </w:rPr>
        <w:t>وقيل</w:t>
      </w:r>
      <w:r w:rsidRPr="000A1BE4">
        <w:rPr>
          <w:rStyle w:val="libArabicChar"/>
          <w:rtl/>
        </w:rPr>
        <w:t xml:space="preserve"> للذين اتقوا ماذا انزل ربّكم قالوا خير</w:t>
      </w:r>
    </w:p>
    <w:p w:rsidR="001F628F" w:rsidRDefault="001F628F" w:rsidP="001F628F">
      <w:pPr>
        <w:pStyle w:val="libNormal"/>
        <w:rPr>
          <w:rtl/>
        </w:rPr>
      </w:pPr>
      <w:r>
        <w:rPr>
          <w:rFonts w:hint="eastAsia"/>
          <w:rtl/>
        </w:rPr>
        <w:t>دنيا،</w:t>
      </w:r>
      <w:r>
        <w:rPr>
          <w:rtl/>
        </w:rPr>
        <w:t xml:space="preserve"> آخرت كے ليے عمل كا مقام ہے_اگر </w:t>
      </w:r>
      <w:r w:rsidRPr="000A1BE4">
        <w:rPr>
          <w:rStyle w:val="libArabicChar"/>
          <w:rtl/>
        </w:rPr>
        <w:t xml:space="preserve">'' فى </w:t>
      </w:r>
      <w:r w:rsidR="00120F63" w:rsidRPr="00B2551F">
        <w:rPr>
          <w:rStyle w:val="libArabicChar"/>
          <w:rFonts w:hint="cs"/>
          <w:rtl/>
        </w:rPr>
        <w:t>ه</w:t>
      </w:r>
      <w:r w:rsidRPr="000A1BE4">
        <w:rPr>
          <w:rStyle w:val="libArabicChar"/>
          <w:rFonts w:hint="cs"/>
          <w:rtl/>
        </w:rPr>
        <w:t>ذ</w:t>
      </w:r>
      <w:r w:rsidR="00120F63" w:rsidRPr="00B2551F">
        <w:rPr>
          <w:rStyle w:val="libArabicChar"/>
          <w:rFonts w:hint="cs"/>
          <w:rtl/>
        </w:rPr>
        <w:t>ه</w:t>
      </w:r>
      <w:r w:rsidRPr="000A1BE4">
        <w:rPr>
          <w:rStyle w:val="libArabicChar"/>
          <w:rtl/>
        </w:rPr>
        <w:t xml:space="preserve"> </w:t>
      </w:r>
      <w:r w:rsidRPr="000A1BE4">
        <w:rPr>
          <w:rStyle w:val="libArabicChar"/>
          <w:rFonts w:hint="cs"/>
          <w:rtl/>
        </w:rPr>
        <w:t>الدنيا</w:t>
      </w:r>
      <w:r w:rsidRPr="000A1BE4">
        <w:rPr>
          <w:rStyle w:val="libArabicChar"/>
          <w:rtl/>
        </w:rPr>
        <w:t xml:space="preserve"> ''''</w:t>
      </w:r>
      <w:r w:rsidRPr="000A1BE4">
        <w:rPr>
          <w:rStyle w:val="libArabicChar"/>
          <w:rFonts w:hint="cs"/>
          <w:rtl/>
        </w:rPr>
        <w:t>احسنوا</w:t>
      </w:r>
      <w:r w:rsidRPr="000A1BE4">
        <w:rPr>
          <w:rStyle w:val="libArabicChar"/>
          <w:rtl/>
        </w:rPr>
        <w:t xml:space="preserve"> ''</w:t>
      </w:r>
      <w:r>
        <w:rPr>
          <w:rtl/>
        </w:rPr>
        <w:t>كے متعلق ہو تو يہ مذكورہ مطلب كا معنى ديتا ہے_</w:t>
      </w:r>
    </w:p>
    <w:p w:rsidR="001F628F" w:rsidRDefault="001F628F" w:rsidP="000A1BE4">
      <w:pPr>
        <w:pStyle w:val="libNormal"/>
        <w:rPr>
          <w:rtl/>
        </w:rPr>
      </w:pPr>
      <w:r>
        <w:rPr>
          <w:rtl/>
        </w:rPr>
        <w:t>7_ دين مي</w:t>
      </w:r>
      <w:r w:rsidR="00083993">
        <w:rPr>
          <w:rtl/>
        </w:rPr>
        <w:t xml:space="preserve">ں </w:t>
      </w:r>
      <w:r>
        <w:rPr>
          <w:rtl/>
        </w:rPr>
        <w:t>لوگو</w:t>
      </w:r>
      <w:r w:rsidR="00083993">
        <w:rPr>
          <w:rtl/>
        </w:rPr>
        <w:t xml:space="preserve">ں </w:t>
      </w:r>
      <w:r>
        <w:rPr>
          <w:rtl/>
        </w:rPr>
        <w:t>كى دنياوى سعادت مضمرہے_</w:t>
      </w:r>
      <w:r w:rsidRPr="000A1BE4">
        <w:rPr>
          <w:rStyle w:val="libArabicChar"/>
          <w:rFonts w:hint="eastAsia"/>
          <w:rtl/>
        </w:rPr>
        <w:t>للذين</w:t>
      </w:r>
      <w:r w:rsidRPr="000A1BE4">
        <w:rPr>
          <w:rStyle w:val="libArabicChar"/>
          <w:rtl/>
        </w:rPr>
        <w:t xml:space="preserve"> احسنوا فى </w:t>
      </w:r>
      <w:r w:rsidR="00120F63" w:rsidRPr="00B2551F">
        <w:rPr>
          <w:rStyle w:val="libArabicChar"/>
          <w:rFonts w:hint="cs"/>
          <w:rtl/>
        </w:rPr>
        <w:t>ه</w:t>
      </w:r>
      <w:r w:rsidRPr="000A1BE4">
        <w:rPr>
          <w:rStyle w:val="libArabicChar"/>
          <w:rFonts w:hint="cs"/>
          <w:rtl/>
        </w:rPr>
        <w:t>ذا</w:t>
      </w:r>
      <w:r w:rsidRPr="000A1BE4">
        <w:rPr>
          <w:rStyle w:val="libArabicChar"/>
          <w:rtl/>
        </w:rPr>
        <w:t xml:space="preserve"> الدني</w:t>
      </w:r>
    </w:p>
    <w:p w:rsidR="001F628F" w:rsidRDefault="001F628F" w:rsidP="000A1BE4">
      <w:pPr>
        <w:pStyle w:val="libNormal"/>
        <w:rPr>
          <w:rtl/>
        </w:rPr>
      </w:pPr>
      <w:r>
        <w:rPr>
          <w:rtl/>
        </w:rPr>
        <w:t>8_ احسان كرنے والے ، اس دنيا مي</w:t>
      </w:r>
      <w:r w:rsidR="00083993">
        <w:rPr>
          <w:rtl/>
        </w:rPr>
        <w:t xml:space="preserve">ں </w:t>
      </w:r>
      <w:r>
        <w:rPr>
          <w:rtl/>
        </w:rPr>
        <w:t>اچھى طرح بہرہ مند ہو</w:t>
      </w:r>
      <w:r w:rsidR="00083993">
        <w:rPr>
          <w:rtl/>
        </w:rPr>
        <w:t xml:space="preserve">ں </w:t>
      </w:r>
      <w:r>
        <w:rPr>
          <w:rtl/>
        </w:rPr>
        <w:t>گے_</w:t>
      </w:r>
      <w:r w:rsidRPr="000A1BE4">
        <w:rPr>
          <w:rStyle w:val="libArabicChar"/>
          <w:rFonts w:hint="eastAsia"/>
          <w:rtl/>
        </w:rPr>
        <w:t>للذين</w:t>
      </w:r>
      <w:r w:rsidRPr="000A1BE4">
        <w:rPr>
          <w:rStyle w:val="libArabicChar"/>
          <w:rtl/>
        </w:rPr>
        <w:t xml:space="preserve"> احسنوا فى </w:t>
      </w:r>
      <w:r w:rsidR="00120F63" w:rsidRPr="00B2551F">
        <w:rPr>
          <w:rStyle w:val="libArabicChar"/>
          <w:rFonts w:hint="cs"/>
          <w:rtl/>
        </w:rPr>
        <w:t>ه</w:t>
      </w:r>
      <w:r w:rsidRPr="000A1BE4">
        <w:rPr>
          <w:rStyle w:val="libArabicChar"/>
          <w:rFonts w:hint="cs"/>
          <w:rtl/>
        </w:rPr>
        <w:t>ذا</w:t>
      </w:r>
      <w:r w:rsidRPr="000A1BE4">
        <w:rPr>
          <w:rStyle w:val="libArabicChar"/>
          <w:rtl/>
        </w:rPr>
        <w:t xml:space="preserve"> </w:t>
      </w:r>
      <w:r w:rsidRPr="000A1BE4">
        <w:rPr>
          <w:rStyle w:val="libArabicChar"/>
          <w:rFonts w:hint="cs"/>
          <w:rtl/>
        </w:rPr>
        <w:t>الدني</w:t>
      </w:r>
      <w:r w:rsidRPr="000A1BE4">
        <w:rPr>
          <w:rStyle w:val="libArabicChar"/>
          <w:rtl/>
        </w:rPr>
        <w:t>ا حسنة</w:t>
      </w:r>
    </w:p>
    <w:p w:rsidR="001F628F" w:rsidRDefault="001F628F" w:rsidP="001F628F">
      <w:pPr>
        <w:pStyle w:val="libNormal"/>
        <w:rPr>
          <w:rtl/>
        </w:rPr>
      </w:pPr>
      <w:r>
        <w:rPr>
          <w:rFonts w:hint="eastAsia"/>
          <w:rtl/>
        </w:rPr>
        <w:t>مذكورہ</w:t>
      </w:r>
      <w:r>
        <w:rPr>
          <w:rtl/>
        </w:rPr>
        <w:t xml:space="preserve"> مطلب اس بناء پر ہے جب 'ہى ہذہ'' ''حسنہ'' كے متعلق ہو_</w:t>
      </w:r>
    </w:p>
    <w:p w:rsidR="001F628F" w:rsidRDefault="001F628F" w:rsidP="001F628F">
      <w:pPr>
        <w:pStyle w:val="libNormal"/>
        <w:rPr>
          <w:rtl/>
        </w:rPr>
      </w:pPr>
      <w:r>
        <w:rPr>
          <w:rtl/>
        </w:rPr>
        <w:t>9_ دين اور وحى كے بارے مي</w:t>
      </w:r>
      <w:r w:rsidR="00083993">
        <w:rPr>
          <w:rtl/>
        </w:rPr>
        <w:t xml:space="preserve">ں </w:t>
      </w:r>
      <w:r>
        <w:rPr>
          <w:rtl/>
        </w:rPr>
        <w:t>صحيح اظہار نظر ، احسان كا مصداق ہے_</w:t>
      </w:r>
    </w:p>
    <w:p w:rsidR="001F628F" w:rsidRDefault="001F628F" w:rsidP="000A1BE4">
      <w:pPr>
        <w:pStyle w:val="libArabic"/>
        <w:rPr>
          <w:rtl/>
        </w:rPr>
      </w:pPr>
      <w:r>
        <w:rPr>
          <w:rFonts w:hint="eastAsia"/>
          <w:rtl/>
        </w:rPr>
        <w:t>وقيل</w:t>
      </w:r>
      <w:r>
        <w:rPr>
          <w:rtl/>
        </w:rPr>
        <w:t xml:space="preserve"> للذين اتقوا ماذا انزل ربّكم قالوا خيراً للذين احسنوا فى الدنيا حسنة</w:t>
      </w:r>
    </w:p>
    <w:p w:rsidR="001F628F" w:rsidRDefault="001F628F" w:rsidP="001F628F">
      <w:pPr>
        <w:pStyle w:val="libNormal"/>
        <w:rPr>
          <w:rtl/>
        </w:rPr>
      </w:pPr>
      <w:r>
        <w:rPr>
          <w:rFonts w:hint="eastAsia"/>
          <w:rtl/>
        </w:rPr>
        <w:t>مذ</w:t>
      </w:r>
      <w:r>
        <w:rPr>
          <w:rtl/>
        </w:rPr>
        <w:t xml:space="preserve"> كورہ مطلب اس بناء پر ہے جب ''للذين احسنوا ... '' خداوند عالم كا كلام ہونہ كہ متقين كے كلام كا تسلسل، اس بناء پر خداوند عالم اس بيان كے ذريعہ اہل تقوى كى يہ توصيف كررہا ہے كہ انہو</w:t>
      </w:r>
      <w:r w:rsidR="00083993">
        <w:rPr>
          <w:rtl/>
        </w:rPr>
        <w:t xml:space="preserve">ں </w:t>
      </w:r>
      <w:r>
        <w:rPr>
          <w:rtl/>
        </w:rPr>
        <w:t>نے قرآن اور دين كو وحى سمجھا ہے_</w:t>
      </w:r>
    </w:p>
    <w:p w:rsidR="001F628F" w:rsidRDefault="001F628F" w:rsidP="000A1BE4">
      <w:pPr>
        <w:pStyle w:val="libNormal"/>
        <w:rPr>
          <w:rtl/>
        </w:rPr>
      </w:pPr>
      <w:r>
        <w:rPr>
          <w:rtl/>
        </w:rPr>
        <w:t>10_ آخرت كا مقام ،دنياوى مقام سے بہت اچھاہے_</w:t>
      </w:r>
      <w:r w:rsidRPr="000A1BE4">
        <w:rPr>
          <w:rStyle w:val="libArabicChar"/>
          <w:rFonts w:hint="eastAsia"/>
          <w:rtl/>
        </w:rPr>
        <w:t>ولدار</w:t>
      </w:r>
      <w:r w:rsidRPr="000A1BE4">
        <w:rPr>
          <w:rStyle w:val="libArabicChar"/>
          <w:rtl/>
        </w:rPr>
        <w:t xml:space="preserve"> الآخرة خير</w:t>
      </w:r>
    </w:p>
    <w:p w:rsidR="001F628F" w:rsidRDefault="001F628F" w:rsidP="001F628F">
      <w:pPr>
        <w:pStyle w:val="libNormal"/>
        <w:rPr>
          <w:rtl/>
        </w:rPr>
      </w:pPr>
      <w:r>
        <w:rPr>
          <w:rtl/>
        </w:rPr>
        <w:t>11_ احسان كرنے والو</w:t>
      </w:r>
      <w:r w:rsidR="00083993">
        <w:rPr>
          <w:rtl/>
        </w:rPr>
        <w:t xml:space="preserve">ں </w:t>
      </w:r>
      <w:r>
        <w:rPr>
          <w:rtl/>
        </w:rPr>
        <w:t>كى اخروى جزا، ان كى دنياوى پاداش سے بہت بہتر ہے_</w:t>
      </w:r>
    </w:p>
    <w:p w:rsidR="000A1BE4" w:rsidRDefault="001E7F9D" w:rsidP="00F73EDE">
      <w:pPr>
        <w:pStyle w:val="libPoemTini"/>
        <w:rPr>
          <w:rtl/>
        </w:rPr>
      </w:pPr>
      <w:r>
        <w:rPr>
          <w:rtl/>
        </w:rPr>
        <w:br w:type="page"/>
      </w:r>
    </w:p>
    <w:p w:rsidR="001F628F" w:rsidRDefault="001F628F" w:rsidP="000A1BE4">
      <w:pPr>
        <w:pStyle w:val="libArabic"/>
        <w:rPr>
          <w:rtl/>
        </w:rPr>
      </w:pPr>
      <w:r>
        <w:rPr>
          <w:rFonts w:hint="eastAsia"/>
          <w:rtl/>
        </w:rPr>
        <w:lastRenderedPageBreak/>
        <w:t>للذين</w:t>
      </w:r>
      <w:r>
        <w:rPr>
          <w:rtl/>
        </w:rPr>
        <w:t xml:space="preserve"> احسنوا فى </w:t>
      </w:r>
      <w:r w:rsidR="00120F63" w:rsidRPr="00ED5DE8">
        <w:rPr>
          <w:rFonts w:hint="cs"/>
          <w:rtl/>
        </w:rPr>
        <w:t>ه</w:t>
      </w:r>
      <w:r>
        <w:rPr>
          <w:rFonts w:hint="cs"/>
          <w:rtl/>
        </w:rPr>
        <w:t>ذ</w:t>
      </w:r>
      <w:r w:rsidR="00120F63" w:rsidRPr="00ED5DE8">
        <w:rPr>
          <w:rFonts w:hint="cs"/>
          <w:rtl/>
        </w:rPr>
        <w:t>ه</w:t>
      </w:r>
      <w:r>
        <w:rPr>
          <w:rtl/>
        </w:rPr>
        <w:t xml:space="preserve"> </w:t>
      </w:r>
      <w:r>
        <w:rPr>
          <w:rFonts w:hint="cs"/>
          <w:rtl/>
        </w:rPr>
        <w:t>الدنيا</w:t>
      </w:r>
      <w:r>
        <w:rPr>
          <w:rtl/>
        </w:rPr>
        <w:t xml:space="preserve"> </w:t>
      </w:r>
      <w:r>
        <w:rPr>
          <w:rFonts w:hint="cs"/>
          <w:rtl/>
        </w:rPr>
        <w:t>حسنة</w:t>
      </w:r>
      <w:r>
        <w:rPr>
          <w:rtl/>
        </w:rPr>
        <w:t xml:space="preserve"> </w:t>
      </w:r>
      <w:r>
        <w:rPr>
          <w:rFonts w:hint="cs"/>
          <w:rtl/>
        </w:rPr>
        <w:t>لدار</w:t>
      </w:r>
      <w:r>
        <w:rPr>
          <w:rtl/>
        </w:rPr>
        <w:t xml:space="preserve"> </w:t>
      </w:r>
      <w:r>
        <w:rPr>
          <w:rFonts w:hint="cs"/>
          <w:rtl/>
        </w:rPr>
        <w:t>الآخر</w:t>
      </w:r>
      <w:r>
        <w:rPr>
          <w:rtl/>
        </w:rPr>
        <w:t>ة خير</w:t>
      </w:r>
    </w:p>
    <w:p w:rsidR="001F628F" w:rsidRDefault="001F628F" w:rsidP="001F628F">
      <w:pPr>
        <w:pStyle w:val="libNormal"/>
        <w:rPr>
          <w:rtl/>
        </w:rPr>
      </w:pPr>
      <w:r>
        <w:rPr>
          <w:rFonts w:hint="eastAsia"/>
          <w:rtl/>
        </w:rPr>
        <w:t>اگر</w:t>
      </w:r>
      <w:r>
        <w:rPr>
          <w:rtl/>
        </w:rPr>
        <w:t xml:space="preserve"> چہ آيت مي</w:t>
      </w:r>
      <w:r w:rsidR="00083993">
        <w:rPr>
          <w:rtl/>
        </w:rPr>
        <w:t xml:space="preserve">ں </w:t>
      </w:r>
      <w:r>
        <w:rPr>
          <w:rtl/>
        </w:rPr>
        <w:t>اخروى پاداش كا ذكر نہي</w:t>
      </w:r>
      <w:r w:rsidR="00083993">
        <w:rPr>
          <w:rtl/>
        </w:rPr>
        <w:t xml:space="preserve">ں </w:t>
      </w:r>
      <w:r>
        <w:rPr>
          <w:rtl/>
        </w:rPr>
        <w:t>آيا ليكن ''فى ہذہ الدنيا حسنہ'' ( دنيا مي</w:t>
      </w:r>
      <w:r w:rsidR="00083993">
        <w:rPr>
          <w:rtl/>
        </w:rPr>
        <w:t xml:space="preserve">ں </w:t>
      </w:r>
      <w:r>
        <w:rPr>
          <w:rtl/>
        </w:rPr>
        <w:t>احسان كرنے والو</w:t>
      </w:r>
      <w:r w:rsidR="00083993">
        <w:rPr>
          <w:rtl/>
        </w:rPr>
        <w:t xml:space="preserve">ں </w:t>
      </w:r>
      <w:r>
        <w:rPr>
          <w:rtl/>
        </w:rPr>
        <w:t>كے ليے نيكى ہے) كے قرينہ كى بناء پر جملہ ''ولدار الآخرہ خير'' جو كہ اخروى گھر كى برترى كو بيان رہا ہے اور اس نكتے كى طرف متوجہ كررہا ہے كہ اخروى زندگى كى پادا</w:t>
      </w:r>
      <w:r>
        <w:rPr>
          <w:rFonts w:hint="eastAsia"/>
          <w:rtl/>
        </w:rPr>
        <w:t>ش</w:t>
      </w:r>
      <w:r>
        <w:rPr>
          <w:rtl/>
        </w:rPr>
        <w:t xml:space="preserve"> اعلى وبرتر ہے _</w:t>
      </w:r>
    </w:p>
    <w:p w:rsidR="001F628F" w:rsidRDefault="001F628F" w:rsidP="000A1BE4">
      <w:pPr>
        <w:pStyle w:val="libNormal"/>
        <w:rPr>
          <w:rtl/>
        </w:rPr>
      </w:pPr>
      <w:r>
        <w:rPr>
          <w:rtl/>
        </w:rPr>
        <w:t>12_ اخروى جزائي</w:t>
      </w:r>
      <w:r w:rsidR="00083993">
        <w:rPr>
          <w:rtl/>
        </w:rPr>
        <w:t xml:space="preserve">ں </w:t>
      </w:r>
      <w:r>
        <w:rPr>
          <w:rtl/>
        </w:rPr>
        <w:t>، دنياوى جزاؤ</w:t>
      </w:r>
      <w:r w:rsidR="00083993">
        <w:rPr>
          <w:rtl/>
        </w:rPr>
        <w:t xml:space="preserve">ں </w:t>
      </w:r>
      <w:r>
        <w:rPr>
          <w:rtl/>
        </w:rPr>
        <w:t>سے بہتر ہي</w:t>
      </w:r>
      <w:r w:rsidR="00083993">
        <w:rPr>
          <w:rtl/>
        </w:rPr>
        <w:t xml:space="preserve">ں </w:t>
      </w:r>
      <w:r>
        <w:rPr>
          <w:rtl/>
        </w:rPr>
        <w:t>_</w:t>
      </w:r>
      <w:r w:rsidRPr="000A1BE4">
        <w:rPr>
          <w:rStyle w:val="libArabicChar"/>
          <w:rFonts w:hint="eastAsia"/>
          <w:rtl/>
        </w:rPr>
        <w:t>للذين</w:t>
      </w:r>
      <w:r w:rsidRPr="000A1BE4">
        <w:rPr>
          <w:rStyle w:val="libArabicChar"/>
          <w:rtl/>
        </w:rPr>
        <w:t xml:space="preserve"> احسنوا ء فى </w:t>
      </w:r>
      <w:r w:rsidR="00120F63" w:rsidRPr="00B2551F">
        <w:rPr>
          <w:rStyle w:val="libArabicChar"/>
          <w:rFonts w:hint="cs"/>
          <w:rtl/>
        </w:rPr>
        <w:t>ه</w:t>
      </w:r>
      <w:r w:rsidRPr="000A1BE4">
        <w:rPr>
          <w:rStyle w:val="libArabicChar"/>
          <w:rFonts w:hint="cs"/>
          <w:rtl/>
        </w:rPr>
        <w:t>ذا</w:t>
      </w:r>
      <w:r w:rsidRPr="000A1BE4">
        <w:rPr>
          <w:rStyle w:val="libArabicChar"/>
          <w:rtl/>
        </w:rPr>
        <w:t xml:space="preserve"> </w:t>
      </w:r>
      <w:r w:rsidRPr="000A1BE4">
        <w:rPr>
          <w:rStyle w:val="libArabicChar"/>
          <w:rFonts w:hint="cs"/>
          <w:rtl/>
        </w:rPr>
        <w:t>الدنيا</w:t>
      </w:r>
      <w:r w:rsidRPr="000A1BE4">
        <w:rPr>
          <w:rStyle w:val="libArabicChar"/>
          <w:rtl/>
        </w:rPr>
        <w:t xml:space="preserve"> </w:t>
      </w:r>
      <w:r w:rsidRPr="000A1BE4">
        <w:rPr>
          <w:rStyle w:val="libArabicChar"/>
          <w:rFonts w:hint="cs"/>
          <w:rtl/>
        </w:rPr>
        <w:t>حسنة</w:t>
      </w:r>
      <w:r w:rsidRPr="000A1BE4">
        <w:rPr>
          <w:rStyle w:val="libArabicChar"/>
          <w:rtl/>
        </w:rPr>
        <w:t xml:space="preserve"> </w:t>
      </w:r>
      <w:r w:rsidRPr="000A1BE4">
        <w:rPr>
          <w:rStyle w:val="libArabicChar"/>
          <w:rFonts w:hint="cs"/>
          <w:rtl/>
        </w:rPr>
        <w:t>والدار</w:t>
      </w:r>
      <w:r w:rsidRPr="000A1BE4">
        <w:rPr>
          <w:rStyle w:val="libArabicChar"/>
          <w:rtl/>
        </w:rPr>
        <w:t xml:space="preserve"> </w:t>
      </w:r>
      <w:r w:rsidRPr="000A1BE4">
        <w:rPr>
          <w:rStyle w:val="libArabicChar"/>
          <w:rFonts w:hint="cs"/>
          <w:rtl/>
        </w:rPr>
        <w:t>الآخ</w:t>
      </w:r>
      <w:r w:rsidRPr="000A1BE4">
        <w:rPr>
          <w:rStyle w:val="libArabicChar"/>
          <w:rtl/>
        </w:rPr>
        <w:t>رة خير</w:t>
      </w:r>
    </w:p>
    <w:p w:rsidR="001F628F" w:rsidRDefault="001F628F" w:rsidP="001F628F">
      <w:pPr>
        <w:pStyle w:val="libNormal"/>
        <w:rPr>
          <w:rtl/>
        </w:rPr>
      </w:pPr>
      <w:r>
        <w:rPr>
          <w:rtl/>
        </w:rPr>
        <w:t>13_ انسان كا عقيدہ و عمل ، اس كى دنياوى و اخروى سعادت كى تعين مي</w:t>
      </w:r>
      <w:r w:rsidR="00083993">
        <w:rPr>
          <w:rtl/>
        </w:rPr>
        <w:t xml:space="preserve">ں </w:t>
      </w:r>
      <w:r>
        <w:rPr>
          <w:rtl/>
        </w:rPr>
        <w:t>موثر ہے_</w:t>
      </w:r>
    </w:p>
    <w:p w:rsidR="001F628F" w:rsidRDefault="001F628F" w:rsidP="000A1BE4">
      <w:pPr>
        <w:pStyle w:val="libArabic"/>
        <w:rPr>
          <w:rtl/>
        </w:rPr>
      </w:pPr>
      <w:r>
        <w:rPr>
          <w:rFonts w:hint="eastAsia"/>
          <w:rtl/>
        </w:rPr>
        <w:t>وقيل</w:t>
      </w:r>
      <w:r>
        <w:rPr>
          <w:rtl/>
        </w:rPr>
        <w:t xml:space="preserve"> للذين اتقو ماذا انزل ربّكم قالوا خيراً الذين احسنوا فى </w:t>
      </w:r>
      <w:r w:rsidR="00120F63" w:rsidRPr="00ED5DE8">
        <w:rPr>
          <w:rFonts w:hint="cs"/>
          <w:rtl/>
        </w:rPr>
        <w:t>ه</w:t>
      </w:r>
      <w:r>
        <w:rPr>
          <w:rFonts w:hint="cs"/>
          <w:rtl/>
        </w:rPr>
        <w:t>ذا</w:t>
      </w:r>
      <w:r>
        <w:rPr>
          <w:rtl/>
        </w:rPr>
        <w:t xml:space="preserve"> </w:t>
      </w:r>
      <w:r>
        <w:rPr>
          <w:rFonts w:hint="cs"/>
          <w:rtl/>
        </w:rPr>
        <w:t>الدنيا</w:t>
      </w:r>
      <w:r>
        <w:rPr>
          <w:rtl/>
        </w:rPr>
        <w:t xml:space="preserve"> </w:t>
      </w:r>
      <w:r>
        <w:rPr>
          <w:rFonts w:hint="cs"/>
          <w:rtl/>
        </w:rPr>
        <w:t>حسنة</w:t>
      </w:r>
      <w:r>
        <w:rPr>
          <w:rtl/>
        </w:rPr>
        <w:t xml:space="preserve"> </w:t>
      </w:r>
      <w:r>
        <w:rPr>
          <w:rFonts w:hint="cs"/>
          <w:rtl/>
        </w:rPr>
        <w:t>ولدار</w:t>
      </w:r>
      <w:r>
        <w:rPr>
          <w:rtl/>
        </w:rPr>
        <w:t xml:space="preserve"> </w:t>
      </w:r>
      <w:r>
        <w:rPr>
          <w:rFonts w:hint="cs"/>
          <w:rtl/>
        </w:rPr>
        <w:t>الاخر</w:t>
      </w:r>
      <w:r>
        <w:rPr>
          <w:rtl/>
        </w:rPr>
        <w:t>ة خير</w:t>
      </w:r>
    </w:p>
    <w:p w:rsidR="001F628F" w:rsidRDefault="001F628F" w:rsidP="001F628F">
      <w:pPr>
        <w:pStyle w:val="libNormal"/>
        <w:rPr>
          <w:rtl/>
        </w:rPr>
      </w:pPr>
      <w:r>
        <w:rPr>
          <w:rtl/>
        </w:rPr>
        <w:t>''ا تقوا''اچھے اور پسنديدہ عمل پر دلالت كررہا ہے اور ''قرآن كے مطلق خير ہونے پر يقين'' اچھے عقيدہ كى طرف اشارہ ہے كہ مجموعى طور پر دنياوى اور اخروى نيكى كو دريافت كرنے كا موجب بني</w:t>
      </w:r>
      <w:r w:rsidR="00083993">
        <w:rPr>
          <w:rtl/>
        </w:rPr>
        <w:t xml:space="preserve">ں </w:t>
      </w:r>
      <w:r>
        <w:rPr>
          <w:rtl/>
        </w:rPr>
        <w:t>گے_</w:t>
      </w:r>
    </w:p>
    <w:p w:rsidR="001F628F" w:rsidRDefault="001F628F" w:rsidP="000A1BE4">
      <w:pPr>
        <w:pStyle w:val="libNormal"/>
        <w:rPr>
          <w:rtl/>
        </w:rPr>
      </w:pPr>
      <w:r>
        <w:rPr>
          <w:rtl/>
        </w:rPr>
        <w:t>14_ انسانو</w:t>
      </w:r>
      <w:r w:rsidR="00083993">
        <w:rPr>
          <w:rtl/>
        </w:rPr>
        <w:t xml:space="preserve">ں </w:t>
      </w:r>
      <w:r>
        <w:rPr>
          <w:rtl/>
        </w:rPr>
        <w:t>كى زندگى ، موت كے ذريعہ ختم نہي</w:t>
      </w:r>
      <w:r w:rsidR="00083993">
        <w:rPr>
          <w:rtl/>
        </w:rPr>
        <w:t xml:space="preserve">ں </w:t>
      </w:r>
      <w:r>
        <w:rPr>
          <w:rtl/>
        </w:rPr>
        <w:t>ہوگي_</w:t>
      </w:r>
      <w:r w:rsidRPr="000A1BE4">
        <w:rPr>
          <w:rStyle w:val="libArabicChar"/>
          <w:rFonts w:hint="eastAsia"/>
          <w:rtl/>
        </w:rPr>
        <w:t>للذين</w:t>
      </w:r>
      <w:r w:rsidRPr="000A1BE4">
        <w:rPr>
          <w:rStyle w:val="libArabicChar"/>
          <w:rtl/>
        </w:rPr>
        <w:t xml:space="preserve"> احسنوا ... ولدار الآخرة خير</w:t>
      </w:r>
    </w:p>
    <w:p w:rsidR="001F628F" w:rsidRDefault="001F628F" w:rsidP="001F628F">
      <w:pPr>
        <w:pStyle w:val="libNormal"/>
        <w:rPr>
          <w:rtl/>
        </w:rPr>
      </w:pPr>
      <w:r>
        <w:rPr>
          <w:rFonts w:hint="eastAsia"/>
          <w:rtl/>
        </w:rPr>
        <w:t>اس</w:t>
      </w:r>
      <w:r>
        <w:rPr>
          <w:rtl/>
        </w:rPr>
        <w:t xml:space="preserve"> بات كو مد نظر ركھتے ہوئے كہ آيت دوسرے جہان مي</w:t>
      </w:r>
      <w:r w:rsidR="00083993">
        <w:rPr>
          <w:rtl/>
        </w:rPr>
        <w:t xml:space="preserve">ں </w:t>
      </w:r>
      <w:r>
        <w:rPr>
          <w:rtl/>
        </w:rPr>
        <w:t>نيك افراد كى پاداش كو بيان كررہى ہے_ لہذا اس سے معلوم ہوتا ہے كہ موت ان كى زندگى كا خاتمہ نہي</w:t>
      </w:r>
      <w:r w:rsidR="00083993">
        <w:rPr>
          <w:rtl/>
        </w:rPr>
        <w:t xml:space="preserve">ں </w:t>
      </w:r>
      <w:r>
        <w:rPr>
          <w:rtl/>
        </w:rPr>
        <w:t>ہے_</w:t>
      </w:r>
    </w:p>
    <w:p w:rsidR="001F628F" w:rsidRDefault="001F628F" w:rsidP="000A1BE4">
      <w:pPr>
        <w:pStyle w:val="libNormal"/>
        <w:rPr>
          <w:rtl/>
        </w:rPr>
      </w:pPr>
      <w:r>
        <w:rPr>
          <w:rtl/>
        </w:rPr>
        <w:t>15_ آخرت مي</w:t>
      </w:r>
      <w:r w:rsidR="00083993">
        <w:rPr>
          <w:rtl/>
        </w:rPr>
        <w:t xml:space="preserve">ں </w:t>
      </w:r>
      <w:r>
        <w:rPr>
          <w:rtl/>
        </w:rPr>
        <w:t>متقين كا بہت ہى اچھا مقام ہے_</w:t>
      </w:r>
      <w:r w:rsidRPr="000A1BE4">
        <w:rPr>
          <w:rStyle w:val="libArabicChar"/>
          <w:rFonts w:hint="eastAsia"/>
          <w:rtl/>
        </w:rPr>
        <w:t>ولنعم</w:t>
      </w:r>
      <w:r w:rsidRPr="000A1BE4">
        <w:rPr>
          <w:rStyle w:val="libArabicChar"/>
          <w:rtl/>
        </w:rPr>
        <w:t xml:space="preserve"> الدار المتقين</w:t>
      </w:r>
    </w:p>
    <w:p w:rsidR="001F628F" w:rsidRDefault="001F628F" w:rsidP="000A1BE4">
      <w:pPr>
        <w:pStyle w:val="libNormal"/>
        <w:rPr>
          <w:rtl/>
        </w:rPr>
      </w:pPr>
      <w:r>
        <w:rPr>
          <w:rtl/>
        </w:rPr>
        <w:t>16_ تقوى اور احسان كى عاقبت ، دنياوى اور اخروى سعادت ہے_</w:t>
      </w:r>
      <w:r w:rsidRPr="000A1BE4">
        <w:rPr>
          <w:rStyle w:val="libArabicChar"/>
          <w:rFonts w:hint="eastAsia"/>
          <w:rtl/>
        </w:rPr>
        <w:t>للذين</w:t>
      </w:r>
      <w:r w:rsidRPr="000A1BE4">
        <w:rPr>
          <w:rStyle w:val="libArabicChar"/>
          <w:rtl/>
        </w:rPr>
        <w:t xml:space="preserve"> احسنوا ... ولنعم دار المتقين</w:t>
      </w:r>
    </w:p>
    <w:p w:rsidR="001F628F" w:rsidRDefault="001F628F" w:rsidP="000A1BE4">
      <w:pPr>
        <w:pStyle w:val="libNormal"/>
        <w:rPr>
          <w:rtl/>
        </w:rPr>
      </w:pPr>
      <w:r>
        <w:rPr>
          <w:rtl/>
        </w:rPr>
        <w:t>17_ احسان ، متقين كى نشانى ہے_</w:t>
      </w:r>
      <w:r w:rsidRPr="000A1BE4">
        <w:rPr>
          <w:rStyle w:val="libArabicChar"/>
          <w:rFonts w:hint="eastAsia"/>
          <w:rtl/>
        </w:rPr>
        <w:t>للذين</w:t>
      </w:r>
      <w:r w:rsidRPr="000A1BE4">
        <w:rPr>
          <w:rStyle w:val="libArabicChar"/>
          <w:rtl/>
        </w:rPr>
        <w:t xml:space="preserve"> احسنوا ... ولنعم دار المتقين</w:t>
      </w:r>
    </w:p>
    <w:p w:rsidR="001F628F" w:rsidRDefault="001F628F" w:rsidP="000A1BE4">
      <w:pPr>
        <w:pStyle w:val="libNormal"/>
        <w:rPr>
          <w:rtl/>
        </w:rPr>
      </w:pPr>
      <w:r>
        <w:rPr>
          <w:rtl/>
        </w:rPr>
        <w:t>18_ قرآن كا خداوند عالم كى طرف سے نزول اور اس كے خير مطلق ہونے كا عقيدہ ركھنے والو</w:t>
      </w:r>
      <w:r w:rsidR="00083993">
        <w:rPr>
          <w:rtl/>
        </w:rPr>
        <w:t xml:space="preserve">ں </w:t>
      </w:r>
      <w:r>
        <w:rPr>
          <w:rtl/>
        </w:rPr>
        <w:t>كے ليے آخرت مي</w:t>
      </w:r>
      <w:r w:rsidR="00083993">
        <w:rPr>
          <w:rtl/>
        </w:rPr>
        <w:t xml:space="preserve">ں </w:t>
      </w:r>
      <w:r>
        <w:rPr>
          <w:rtl/>
        </w:rPr>
        <w:t>نہايت ہى اچھا مقام ہے_</w:t>
      </w:r>
      <w:r w:rsidRPr="000A1BE4">
        <w:rPr>
          <w:rStyle w:val="libArabicChar"/>
          <w:rFonts w:hint="eastAsia"/>
          <w:rtl/>
        </w:rPr>
        <w:t>وقيل</w:t>
      </w:r>
      <w:r w:rsidRPr="000A1BE4">
        <w:rPr>
          <w:rStyle w:val="libArabicChar"/>
          <w:rtl/>
        </w:rPr>
        <w:t xml:space="preserve"> للذين اتقو ماذا انزل ربّكم قالوا خيراً ولنعم دار المتقين</w:t>
      </w:r>
    </w:p>
    <w:p w:rsidR="001F628F" w:rsidRDefault="001F628F" w:rsidP="000A1BE4">
      <w:pPr>
        <w:pStyle w:val="libNormal"/>
        <w:rPr>
          <w:rtl/>
        </w:rPr>
      </w:pPr>
      <w:r>
        <w:rPr>
          <w:rtl/>
        </w:rPr>
        <w:t>19_ تقوى اور احسان دو اہم امور اور پاداش كے حامل ہي</w:t>
      </w:r>
      <w:r w:rsidR="00083993">
        <w:rPr>
          <w:rtl/>
        </w:rPr>
        <w:t xml:space="preserve">ں </w:t>
      </w:r>
      <w:r>
        <w:rPr>
          <w:rtl/>
        </w:rPr>
        <w:t>_</w:t>
      </w:r>
      <w:r w:rsidRPr="000A1BE4">
        <w:rPr>
          <w:rStyle w:val="libArabicChar"/>
          <w:rFonts w:hint="eastAsia"/>
          <w:rtl/>
        </w:rPr>
        <w:t>للذين</w:t>
      </w:r>
      <w:r w:rsidRPr="000A1BE4">
        <w:rPr>
          <w:rStyle w:val="libArabicChar"/>
          <w:rtl/>
        </w:rPr>
        <w:t xml:space="preserve"> ...احسنوا فى </w:t>
      </w:r>
      <w:r w:rsidR="00120F63" w:rsidRPr="00B2551F">
        <w:rPr>
          <w:rStyle w:val="libArabicChar"/>
          <w:rFonts w:hint="cs"/>
          <w:rtl/>
        </w:rPr>
        <w:t>ه</w:t>
      </w:r>
      <w:r w:rsidRPr="000A1BE4">
        <w:rPr>
          <w:rStyle w:val="libArabicChar"/>
          <w:rFonts w:hint="cs"/>
          <w:rtl/>
        </w:rPr>
        <w:t>ذ</w:t>
      </w:r>
      <w:r w:rsidR="00120F63" w:rsidRPr="00B2551F">
        <w:rPr>
          <w:rStyle w:val="libArabicChar"/>
          <w:rFonts w:hint="cs"/>
          <w:rtl/>
        </w:rPr>
        <w:t>ه</w:t>
      </w:r>
      <w:r w:rsidRPr="000A1BE4">
        <w:rPr>
          <w:rStyle w:val="libArabicChar"/>
          <w:rtl/>
        </w:rPr>
        <w:t xml:space="preserve"> </w:t>
      </w:r>
      <w:r w:rsidRPr="000A1BE4">
        <w:rPr>
          <w:rStyle w:val="libArabicChar"/>
          <w:rFonts w:hint="cs"/>
          <w:rtl/>
        </w:rPr>
        <w:t>الدنيا</w:t>
      </w:r>
      <w:r w:rsidRPr="000A1BE4">
        <w:rPr>
          <w:rStyle w:val="libArabicChar"/>
          <w:rtl/>
        </w:rPr>
        <w:t xml:space="preserve"> </w:t>
      </w:r>
      <w:r w:rsidRPr="000A1BE4">
        <w:rPr>
          <w:rStyle w:val="libArabicChar"/>
          <w:rFonts w:hint="cs"/>
          <w:rtl/>
        </w:rPr>
        <w:t>حسنة</w:t>
      </w:r>
      <w:r w:rsidRPr="000A1BE4">
        <w:rPr>
          <w:rStyle w:val="libArabicChar"/>
          <w:rtl/>
        </w:rPr>
        <w:t xml:space="preserve"> ... </w:t>
      </w:r>
      <w:r w:rsidRPr="000A1BE4">
        <w:rPr>
          <w:rStyle w:val="libArabicChar"/>
          <w:rFonts w:hint="cs"/>
          <w:rtl/>
        </w:rPr>
        <w:t>ولنعم</w:t>
      </w:r>
      <w:r w:rsidRPr="000A1BE4">
        <w:rPr>
          <w:rStyle w:val="libArabicChar"/>
          <w:rtl/>
        </w:rPr>
        <w:t xml:space="preserve"> </w:t>
      </w:r>
      <w:r w:rsidRPr="000A1BE4">
        <w:rPr>
          <w:rStyle w:val="libArabicChar"/>
          <w:rFonts w:hint="cs"/>
          <w:rtl/>
        </w:rPr>
        <w:t>دارا</w:t>
      </w:r>
      <w:r w:rsidRPr="000A1BE4">
        <w:rPr>
          <w:rStyle w:val="libArabicChar"/>
          <w:rtl/>
        </w:rPr>
        <w:t xml:space="preserve"> لمتقين</w:t>
      </w:r>
    </w:p>
    <w:p w:rsidR="001F628F" w:rsidRDefault="001F628F" w:rsidP="001F628F">
      <w:pPr>
        <w:pStyle w:val="libNormal"/>
        <w:rPr>
          <w:rtl/>
        </w:rPr>
      </w:pPr>
      <w:r>
        <w:rPr>
          <w:rtl/>
        </w:rPr>
        <w:t>20_ متقين ، تكبر كى فكر سے منزّہ ہي</w:t>
      </w:r>
      <w:r w:rsidR="00083993">
        <w:rPr>
          <w:rtl/>
        </w:rPr>
        <w:t xml:space="preserve">ں </w:t>
      </w:r>
      <w:r>
        <w:rPr>
          <w:rtl/>
        </w:rPr>
        <w:t>_</w:t>
      </w:r>
    </w:p>
    <w:p w:rsidR="000A1BE4" w:rsidRDefault="001E7F9D" w:rsidP="00F73EDE">
      <w:pPr>
        <w:pStyle w:val="libPoemTini"/>
        <w:rPr>
          <w:rtl/>
        </w:rPr>
      </w:pPr>
      <w:r>
        <w:rPr>
          <w:rtl/>
        </w:rPr>
        <w:cr/>
      </w:r>
      <w:r>
        <w:rPr>
          <w:rtl/>
        </w:rPr>
        <w:br w:type="page"/>
      </w:r>
    </w:p>
    <w:p w:rsidR="001F628F" w:rsidRDefault="001F628F" w:rsidP="000A1BE4">
      <w:pPr>
        <w:pStyle w:val="libArabic"/>
        <w:rPr>
          <w:rtl/>
        </w:rPr>
      </w:pPr>
      <w:r>
        <w:rPr>
          <w:rFonts w:hint="eastAsia"/>
          <w:rtl/>
        </w:rPr>
        <w:lastRenderedPageBreak/>
        <w:t>فلبئس</w:t>
      </w:r>
      <w:r>
        <w:rPr>
          <w:rtl/>
        </w:rPr>
        <w:t xml:space="preserve"> مثوى المتكبرين ... ولنعم دار المتّقين</w:t>
      </w:r>
    </w:p>
    <w:p w:rsidR="001F628F" w:rsidRDefault="001F628F" w:rsidP="001F628F">
      <w:pPr>
        <w:pStyle w:val="libNormal"/>
        <w:rPr>
          <w:rtl/>
        </w:rPr>
      </w:pPr>
      <w:r>
        <w:rPr>
          <w:rFonts w:hint="eastAsia"/>
          <w:rtl/>
        </w:rPr>
        <w:t>متكبر</w:t>
      </w:r>
      <w:r>
        <w:rPr>
          <w:rtl/>
        </w:rPr>
        <w:t xml:space="preserve"> گروہ كہ جن كے ليے برا مقام شمار كيا گيا ہے مقابلے مي</w:t>
      </w:r>
      <w:r w:rsidR="00083993">
        <w:rPr>
          <w:rtl/>
        </w:rPr>
        <w:t xml:space="preserve">ں </w:t>
      </w:r>
      <w:r>
        <w:rPr>
          <w:rtl/>
        </w:rPr>
        <w:t>متقين كو پيش كرنا اور ان كے ليے اچھے مقام كا تعارف كروانے سے معلوم ہوتاہے كہ متقين تكبر جيسى صفت سے منزّہ ہي</w:t>
      </w:r>
      <w:r w:rsidR="00083993">
        <w:rPr>
          <w:rtl/>
        </w:rPr>
        <w:t xml:space="preserve">ں </w:t>
      </w:r>
      <w:r>
        <w:rPr>
          <w:rtl/>
        </w:rPr>
        <w:t>_</w:t>
      </w:r>
    </w:p>
    <w:p w:rsidR="001F628F" w:rsidRDefault="001F628F" w:rsidP="000A1BE4">
      <w:pPr>
        <w:pStyle w:val="libNormal"/>
        <w:rPr>
          <w:rtl/>
        </w:rPr>
      </w:pPr>
      <w:r>
        <w:rPr>
          <w:rtl/>
        </w:rPr>
        <w:t>21_ متقين ، صحيح عقيدہ اور اچھے عمل كے حامل ہي</w:t>
      </w:r>
      <w:r w:rsidR="00083993">
        <w:rPr>
          <w:rtl/>
        </w:rPr>
        <w:t xml:space="preserve">ں </w:t>
      </w:r>
      <w:r>
        <w:rPr>
          <w:rtl/>
        </w:rPr>
        <w:t>_</w:t>
      </w:r>
      <w:r w:rsidRPr="000A1BE4">
        <w:rPr>
          <w:rStyle w:val="libArabicChar"/>
          <w:rFonts w:hint="eastAsia"/>
          <w:rtl/>
        </w:rPr>
        <w:t>وقيل</w:t>
      </w:r>
      <w:r w:rsidRPr="000A1BE4">
        <w:rPr>
          <w:rStyle w:val="libArabicChar"/>
          <w:rtl/>
        </w:rPr>
        <w:t xml:space="preserve"> للذين اتقواماذا انزل ربّكم قالوا خيراً للذين احسنوا ... المتقين</w:t>
      </w:r>
    </w:p>
    <w:p w:rsidR="001F628F" w:rsidRDefault="001F628F" w:rsidP="000A1BE4">
      <w:pPr>
        <w:pStyle w:val="libNormal"/>
        <w:rPr>
          <w:rtl/>
        </w:rPr>
      </w:pPr>
      <w:r>
        <w:rPr>
          <w:rFonts w:hint="eastAsia"/>
          <w:rtl/>
        </w:rPr>
        <w:t>آخرت</w:t>
      </w:r>
      <w:r>
        <w:rPr>
          <w:rtl/>
        </w:rPr>
        <w:t>:</w:t>
      </w:r>
      <w:r>
        <w:rPr>
          <w:rFonts w:hint="eastAsia"/>
          <w:rtl/>
        </w:rPr>
        <w:t>آخرت</w:t>
      </w:r>
      <w:r>
        <w:rPr>
          <w:rtl/>
        </w:rPr>
        <w:t xml:space="preserve"> كى ارزش10; آخرت كى دنيا پر برترى 10</w:t>
      </w:r>
    </w:p>
    <w:p w:rsidR="001F628F" w:rsidRDefault="001F628F" w:rsidP="000A1BE4">
      <w:pPr>
        <w:pStyle w:val="libNormal"/>
        <w:rPr>
          <w:rtl/>
        </w:rPr>
      </w:pPr>
      <w:r>
        <w:rPr>
          <w:rFonts w:hint="eastAsia"/>
          <w:rtl/>
        </w:rPr>
        <w:t>احسان</w:t>
      </w:r>
      <w:r>
        <w:rPr>
          <w:rtl/>
        </w:rPr>
        <w:t xml:space="preserve"> :</w:t>
      </w:r>
      <w:r>
        <w:rPr>
          <w:rFonts w:hint="eastAsia"/>
          <w:rtl/>
        </w:rPr>
        <w:t>احسان</w:t>
      </w:r>
      <w:r>
        <w:rPr>
          <w:rtl/>
        </w:rPr>
        <w:t xml:space="preserve"> كى ارزش 19; احسان كى پاداش 19; احسان كے آثار 16; احسان كے موارد9</w:t>
      </w:r>
    </w:p>
    <w:p w:rsidR="001F628F" w:rsidRDefault="001F628F" w:rsidP="001F628F">
      <w:pPr>
        <w:pStyle w:val="libNormal"/>
        <w:rPr>
          <w:rtl/>
        </w:rPr>
      </w:pPr>
      <w:r>
        <w:rPr>
          <w:rFonts w:hint="eastAsia"/>
          <w:rtl/>
        </w:rPr>
        <w:t>اقدار</w:t>
      </w:r>
      <w:r>
        <w:rPr>
          <w:rtl/>
        </w:rPr>
        <w:t>:19</w:t>
      </w:r>
    </w:p>
    <w:p w:rsidR="001F628F" w:rsidRDefault="001F628F" w:rsidP="000A1BE4">
      <w:pPr>
        <w:pStyle w:val="libNormal"/>
        <w:rPr>
          <w:rtl/>
        </w:rPr>
      </w:pPr>
      <w:r>
        <w:rPr>
          <w:rFonts w:hint="eastAsia"/>
          <w:rtl/>
        </w:rPr>
        <w:t>اقرار</w:t>
      </w:r>
      <w:r>
        <w:rPr>
          <w:rtl/>
        </w:rPr>
        <w:t>:</w:t>
      </w:r>
      <w:r>
        <w:rPr>
          <w:rFonts w:hint="eastAsia"/>
          <w:rtl/>
        </w:rPr>
        <w:t>حق</w:t>
      </w:r>
      <w:r>
        <w:rPr>
          <w:rtl/>
        </w:rPr>
        <w:t xml:space="preserve"> كے اقرار كا زمينہ 3</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كے آثار 5</w:t>
      </w:r>
    </w:p>
    <w:p w:rsidR="001F628F" w:rsidRDefault="001F628F" w:rsidP="000A1BE4">
      <w:pPr>
        <w:pStyle w:val="libNormal"/>
        <w:rPr>
          <w:rtl/>
        </w:rPr>
      </w:pPr>
      <w:r>
        <w:rPr>
          <w:rFonts w:hint="eastAsia"/>
          <w:rtl/>
        </w:rPr>
        <w:t>انسان</w:t>
      </w:r>
      <w:r>
        <w:rPr>
          <w:rtl/>
        </w:rPr>
        <w:t xml:space="preserve"> :</w:t>
      </w:r>
      <w:r>
        <w:rPr>
          <w:rFonts w:hint="eastAsia"/>
          <w:rtl/>
        </w:rPr>
        <w:t>انسانو</w:t>
      </w:r>
      <w:r w:rsidR="00083993">
        <w:rPr>
          <w:rFonts w:hint="eastAsia"/>
          <w:rtl/>
        </w:rPr>
        <w:t xml:space="preserve">ں </w:t>
      </w:r>
      <w:r>
        <w:rPr>
          <w:rtl/>
        </w:rPr>
        <w:t>كا انجام14</w:t>
      </w:r>
    </w:p>
    <w:p w:rsidR="001F628F" w:rsidRDefault="001F628F" w:rsidP="000A1BE4">
      <w:pPr>
        <w:pStyle w:val="libNormal"/>
        <w:rPr>
          <w:rtl/>
        </w:rPr>
      </w:pPr>
      <w:r>
        <w:rPr>
          <w:rFonts w:hint="eastAsia"/>
          <w:rtl/>
        </w:rPr>
        <w:t>پا</w:t>
      </w:r>
      <w:r>
        <w:rPr>
          <w:rtl/>
        </w:rPr>
        <w:t xml:space="preserve"> داش:</w:t>
      </w:r>
      <w:r>
        <w:rPr>
          <w:rFonts w:hint="eastAsia"/>
          <w:rtl/>
        </w:rPr>
        <w:t>اخروى</w:t>
      </w:r>
      <w:r>
        <w:rPr>
          <w:rtl/>
        </w:rPr>
        <w:t xml:space="preserve"> پاداش كى ارزش 12 ; دنيوى پاداش كى ارزش12</w:t>
      </w:r>
    </w:p>
    <w:p w:rsidR="001F628F" w:rsidRDefault="001F628F" w:rsidP="000A1BE4">
      <w:pPr>
        <w:pStyle w:val="libNormal"/>
        <w:rPr>
          <w:rtl/>
        </w:rPr>
      </w:pPr>
      <w:r>
        <w:rPr>
          <w:rFonts w:hint="eastAsia"/>
          <w:rtl/>
        </w:rPr>
        <w:t>تقوي</w:t>
      </w:r>
      <w:r>
        <w:rPr>
          <w:rtl/>
        </w:rPr>
        <w:t>:</w:t>
      </w:r>
      <w:r>
        <w:rPr>
          <w:rFonts w:hint="eastAsia"/>
          <w:rtl/>
        </w:rPr>
        <w:t>تقوى</w:t>
      </w:r>
      <w:r>
        <w:rPr>
          <w:rtl/>
        </w:rPr>
        <w:t xml:space="preserve"> كى ارزش19; تقوى كى پاداش19; تقوى كے آثار 2،3،16</w:t>
      </w:r>
    </w:p>
    <w:p w:rsidR="001F628F" w:rsidRDefault="001F628F" w:rsidP="000A1BE4">
      <w:pPr>
        <w:pStyle w:val="libNormal"/>
        <w:rPr>
          <w:rtl/>
        </w:rPr>
      </w:pPr>
      <w:r>
        <w:rPr>
          <w:rFonts w:hint="eastAsia"/>
          <w:rtl/>
        </w:rPr>
        <w:t>حق</w:t>
      </w:r>
      <w:r>
        <w:rPr>
          <w:rtl/>
        </w:rPr>
        <w:t>:</w:t>
      </w:r>
      <w:r>
        <w:rPr>
          <w:rFonts w:hint="eastAsia"/>
          <w:rtl/>
        </w:rPr>
        <w:t>حق</w:t>
      </w:r>
      <w:r>
        <w:rPr>
          <w:rtl/>
        </w:rPr>
        <w:t xml:space="preserve"> كو قبول كرنے كا زمينہ3</w:t>
      </w:r>
    </w:p>
    <w:p w:rsidR="001F628F" w:rsidRDefault="001F628F" w:rsidP="000A1BE4">
      <w:pPr>
        <w:pStyle w:val="libNormal"/>
        <w:rPr>
          <w:rtl/>
        </w:rPr>
      </w:pPr>
      <w:r>
        <w:rPr>
          <w:rFonts w:hint="eastAsia"/>
          <w:rtl/>
        </w:rPr>
        <w:t>حيات</w:t>
      </w:r>
      <w:r>
        <w:rPr>
          <w:rtl/>
        </w:rPr>
        <w:t>:</w:t>
      </w:r>
      <w:r>
        <w:rPr>
          <w:rFonts w:hint="eastAsia"/>
          <w:rtl/>
        </w:rPr>
        <w:t>موت</w:t>
      </w:r>
      <w:r>
        <w:rPr>
          <w:rtl/>
        </w:rPr>
        <w:t xml:space="preserve"> كے بعد زندگي14</w:t>
      </w:r>
    </w:p>
    <w:p w:rsidR="001F628F" w:rsidRDefault="001F628F" w:rsidP="000A1BE4">
      <w:pPr>
        <w:pStyle w:val="libNormal"/>
        <w:rPr>
          <w:rtl/>
        </w:rPr>
      </w:pPr>
      <w:r>
        <w:rPr>
          <w:rFonts w:hint="eastAsia"/>
          <w:rtl/>
        </w:rPr>
        <w:t>دنيا</w:t>
      </w:r>
      <w:r>
        <w:rPr>
          <w:rtl/>
        </w:rPr>
        <w:t>:</w:t>
      </w:r>
      <w:r>
        <w:rPr>
          <w:rFonts w:hint="eastAsia"/>
          <w:rtl/>
        </w:rPr>
        <w:t>دنيا</w:t>
      </w:r>
      <w:r>
        <w:rPr>
          <w:rtl/>
        </w:rPr>
        <w:t xml:space="preserve"> كا كردار6; دنيا كى ارزش 10</w:t>
      </w:r>
    </w:p>
    <w:p w:rsidR="001F628F" w:rsidRDefault="001F628F" w:rsidP="000A1BE4">
      <w:pPr>
        <w:pStyle w:val="libNormal"/>
        <w:rPr>
          <w:rtl/>
        </w:rPr>
      </w:pPr>
      <w:r>
        <w:rPr>
          <w:rFonts w:hint="eastAsia"/>
          <w:rtl/>
        </w:rPr>
        <w:t>دين</w:t>
      </w:r>
      <w:r>
        <w:rPr>
          <w:rtl/>
        </w:rPr>
        <w:t>:</w:t>
      </w:r>
      <w:r>
        <w:rPr>
          <w:rFonts w:hint="eastAsia"/>
          <w:rtl/>
        </w:rPr>
        <w:t>دين</w:t>
      </w:r>
      <w:r>
        <w:rPr>
          <w:rtl/>
        </w:rPr>
        <w:t xml:space="preserve"> كا خير والا ہونا 4; دين كوبيان كرنے كا زمينہ5; دين كے بارے مي</w:t>
      </w:r>
      <w:r w:rsidR="00083993">
        <w:rPr>
          <w:rtl/>
        </w:rPr>
        <w:t xml:space="preserve">ں </w:t>
      </w:r>
      <w:r>
        <w:rPr>
          <w:rtl/>
        </w:rPr>
        <w:t>اظہار نظر كرنا9; دين كے مقاصد 7</w:t>
      </w:r>
    </w:p>
    <w:p w:rsidR="001F628F" w:rsidRDefault="001F628F" w:rsidP="000A1BE4">
      <w:pPr>
        <w:pStyle w:val="libNormal"/>
        <w:rPr>
          <w:rtl/>
        </w:rPr>
      </w:pPr>
      <w:r>
        <w:rPr>
          <w:rFonts w:hint="eastAsia"/>
          <w:rtl/>
        </w:rPr>
        <w:t>سعادت</w:t>
      </w:r>
      <w:r>
        <w:rPr>
          <w:rtl/>
        </w:rPr>
        <w:t>:</w:t>
      </w:r>
      <w:r>
        <w:rPr>
          <w:rFonts w:hint="eastAsia"/>
          <w:rtl/>
        </w:rPr>
        <w:t>اخروى</w:t>
      </w:r>
      <w:r>
        <w:rPr>
          <w:rtl/>
        </w:rPr>
        <w:t xml:space="preserve"> سعادت كے اسباب 13،16 دنياوى سعادت كے اسباب7، 13،16</w:t>
      </w:r>
    </w:p>
    <w:p w:rsidR="001F628F" w:rsidRDefault="001F628F" w:rsidP="000A1BE4">
      <w:pPr>
        <w:pStyle w:val="libNormal"/>
        <w:rPr>
          <w:rtl/>
        </w:rPr>
      </w:pPr>
      <w:r>
        <w:rPr>
          <w:rFonts w:hint="eastAsia"/>
          <w:rtl/>
        </w:rPr>
        <w:t>عقيدہ</w:t>
      </w:r>
      <w:r>
        <w:rPr>
          <w:rtl/>
        </w:rPr>
        <w:t xml:space="preserve"> :</w:t>
      </w:r>
      <w:r>
        <w:rPr>
          <w:rFonts w:hint="eastAsia"/>
          <w:rtl/>
        </w:rPr>
        <w:t>عقيدہ</w:t>
      </w:r>
      <w:r>
        <w:rPr>
          <w:rtl/>
        </w:rPr>
        <w:t xml:space="preserve"> كے آثار 13; قرآن كے خير ہونے كا عقيدہ 18; قرآن كے وحى ہونے كا عقيدہ 18</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عمل</w:t>
      </w:r>
      <w:r>
        <w:rPr>
          <w:rtl/>
        </w:rPr>
        <w:t xml:space="preserve"> :</w:t>
      </w:r>
      <w:r>
        <w:rPr>
          <w:rFonts w:hint="eastAsia"/>
          <w:rtl/>
        </w:rPr>
        <w:t>عمل</w:t>
      </w:r>
      <w:r>
        <w:rPr>
          <w:rtl/>
        </w:rPr>
        <w:t xml:space="preserve"> كے آثار 13; عمل كى فرصت6</w:t>
      </w:r>
    </w:p>
    <w:p w:rsidR="001F628F" w:rsidRDefault="001F628F" w:rsidP="000A1BE4">
      <w:pPr>
        <w:pStyle w:val="libNormal"/>
        <w:rPr>
          <w:rtl/>
        </w:rPr>
      </w:pPr>
      <w:r>
        <w:rPr>
          <w:rFonts w:hint="eastAsia"/>
          <w:rtl/>
        </w:rPr>
        <w:t>قرآن</w:t>
      </w:r>
      <w:r>
        <w:rPr>
          <w:rtl/>
        </w:rPr>
        <w:t>:</w:t>
      </w:r>
      <w:r>
        <w:rPr>
          <w:rFonts w:hint="eastAsia"/>
          <w:rtl/>
        </w:rPr>
        <w:t>قرآن</w:t>
      </w:r>
      <w:r>
        <w:rPr>
          <w:rtl/>
        </w:rPr>
        <w:t xml:space="preserve"> پرايمان لانے والو</w:t>
      </w:r>
      <w:r w:rsidR="00083993">
        <w:rPr>
          <w:rtl/>
        </w:rPr>
        <w:t xml:space="preserve">ں </w:t>
      </w:r>
      <w:r>
        <w:rPr>
          <w:rtl/>
        </w:rPr>
        <w:t>كے اخروى مقامات 18; قرآن كا خير ہونا 1;قرآن كے نازل ہونے كا زمينہ5</w:t>
      </w:r>
    </w:p>
    <w:p w:rsidR="001F628F" w:rsidRDefault="001F628F" w:rsidP="000A1BE4">
      <w:pPr>
        <w:pStyle w:val="libNormal"/>
        <w:rPr>
          <w:rtl/>
        </w:rPr>
      </w:pPr>
      <w:r>
        <w:rPr>
          <w:rFonts w:hint="eastAsia"/>
          <w:rtl/>
        </w:rPr>
        <w:t>متقين</w:t>
      </w:r>
      <w:r>
        <w:rPr>
          <w:rtl/>
        </w:rPr>
        <w:t>:</w:t>
      </w:r>
      <w:r>
        <w:rPr>
          <w:rFonts w:hint="eastAsia"/>
          <w:rtl/>
        </w:rPr>
        <w:t>متقين</w:t>
      </w:r>
      <w:r>
        <w:rPr>
          <w:rtl/>
        </w:rPr>
        <w:t xml:space="preserve"> اور تكبر10; متقين كا احسان 17; متقين كا پسنديدہ عقيدہ 21; متقين كا پسنديدہ عمل 21; متقين كا عقيدہ 1; متقين كا منزہّ ہونا 20; متقين كي خصوصيات 20; متقين كى علامات 17; متقين كے اخروى مقامات 15</w:t>
      </w:r>
    </w:p>
    <w:p w:rsidR="001F628F" w:rsidRDefault="001F628F" w:rsidP="000A1BE4">
      <w:pPr>
        <w:pStyle w:val="libNormal"/>
        <w:rPr>
          <w:rtl/>
        </w:rPr>
      </w:pPr>
      <w:r>
        <w:rPr>
          <w:rFonts w:hint="eastAsia"/>
          <w:rtl/>
        </w:rPr>
        <w:t>محسنين</w:t>
      </w:r>
      <w:r>
        <w:rPr>
          <w:rtl/>
        </w:rPr>
        <w:t>:</w:t>
      </w:r>
      <w:r>
        <w:rPr>
          <w:rFonts w:hint="eastAsia"/>
          <w:rtl/>
        </w:rPr>
        <w:t>محسنين</w:t>
      </w:r>
      <w:r>
        <w:rPr>
          <w:rtl/>
        </w:rPr>
        <w:t xml:space="preserve"> كى اخروى پاداش11; محسنين كى دنياوى پاداش 8; محسنين كى دنياوى پاداش كى ارزش11</w:t>
      </w:r>
    </w:p>
    <w:p w:rsidR="001F628F" w:rsidRDefault="001F628F" w:rsidP="000A1BE4">
      <w:pPr>
        <w:pStyle w:val="libNormal"/>
        <w:rPr>
          <w:rtl/>
        </w:rPr>
      </w:pPr>
      <w:r>
        <w:rPr>
          <w:rFonts w:hint="eastAsia"/>
          <w:rtl/>
        </w:rPr>
        <w:t>موت</w:t>
      </w:r>
      <w:r>
        <w:rPr>
          <w:rtl/>
        </w:rPr>
        <w:t>:</w:t>
      </w:r>
      <w:r>
        <w:rPr>
          <w:rFonts w:hint="eastAsia"/>
          <w:rtl/>
        </w:rPr>
        <w:t>موت</w:t>
      </w:r>
      <w:r>
        <w:rPr>
          <w:rtl/>
        </w:rPr>
        <w:t xml:space="preserve"> كا كردار 14</w:t>
      </w:r>
    </w:p>
    <w:p w:rsidR="001F628F" w:rsidRDefault="001F628F" w:rsidP="000A1BE4">
      <w:pPr>
        <w:pStyle w:val="libNormal"/>
        <w:rPr>
          <w:rtl/>
        </w:rPr>
      </w:pPr>
      <w:r>
        <w:rPr>
          <w:rFonts w:hint="eastAsia"/>
          <w:rtl/>
        </w:rPr>
        <w:t>وحي</w:t>
      </w:r>
      <w:r>
        <w:rPr>
          <w:rtl/>
        </w:rPr>
        <w:t>:</w:t>
      </w:r>
      <w:r>
        <w:rPr>
          <w:rFonts w:hint="eastAsia"/>
          <w:rtl/>
        </w:rPr>
        <w:t>وحى</w:t>
      </w:r>
      <w:r>
        <w:rPr>
          <w:rtl/>
        </w:rPr>
        <w:t xml:space="preserve"> كا خير ہونا 1; وحى كى ارزش كو پہچاننے كا زمينہ 2;وحى كے بارے مي</w:t>
      </w:r>
      <w:r w:rsidR="00083993">
        <w:rPr>
          <w:rtl/>
        </w:rPr>
        <w:t xml:space="preserve">ں </w:t>
      </w:r>
      <w:r>
        <w:rPr>
          <w:rtl/>
        </w:rPr>
        <w:t>اظہار نظر كرنا9</w:t>
      </w:r>
    </w:p>
    <w:p w:rsidR="001F628F" w:rsidRPr="00120F63" w:rsidRDefault="000A1BE4" w:rsidP="000A1BE4">
      <w:pPr>
        <w:pStyle w:val="Heading2Center"/>
        <w:rPr>
          <w:rtl/>
        </w:rPr>
      </w:pPr>
      <w:bookmarkStart w:id="177" w:name="_Toc28081855"/>
      <w:r>
        <w:rPr>
          <w:rFonts w:hint="cs"/>
          <w:rtl/>
        </w:rPr>
        <w:t xml:space="preserve">آیت </w:t>
      </w:r>
      <w:r w:rsidRPr="00120F63">
        <w:rPr>
          <w:rFonts w:hint="cs"/>
          <w:rtl/>
        </w:rPr>
        <w:t>31</w:t>
      </w:r>
      <w:bookmarkEnd w:id="177"/>
    </w:p>
    <w:p w:rsidR="001F628F" w:rsidRDefault="00E260F9" w:rsidP="000A1BE4">
      <w:pPr>
        <w:pStyle w:val="libNormal"/>
        <w:rPr>
          <w:rtl/>
        </w:rPr>
      </w:pPr>
      <w:r w:rsidRPr="00E260F9">
        <w:rPr>
          <w:rStyle w:val="libAlaemChar"/>
          <w:rFonts w:hint="eastAsia"/>
          <w:rtl/>
        </w:rPr>
        <w:t>(</w:t>
      </w:r>
      <w:r w:rsidRPr="000A1BE4">
        <w:rPr>
          <w:rStyle w:val="libAieChar"/>
          <w:rFonts w:hint="eastAsia"/>
          <w:rtl/>
        </w:rPr>
        <w:t>جَنَّاتُ</w:t>
      </w:r>
      <w:r w:rsidRPr="000A1BE4">
        <w:rPr>
          <w:rStyle w:val="libAieChar"/>
          <w:rtl/>
        </w:rPr>
        <w:t xml:space="preserve"> عَدْنٍ يَدْخُلُونَهَا تَجْرِي مِن تَحْتِهَا الأَنْهَارُ لَهُمْ فِيهَا مَا يَشَآؤُونَ </w:t>
      </w:r>
      <w:r w:rsidR="0021672A" w:rsidRPr="0021672A">
        <w:rPr>
          <w:rStyle w:val="libAieChar"/>
          <w:rtl/>
        </w:rPr>
        <w:t>كذالك</w:t>
      </w:r>
      <w:r w:rsidRPr="000A1BE4">
        <w:rPr>
          <w:rStyle w:val="libAieChar"/>
          <w:rtl/>
        </w:rPr>
        <w:t xml:space="preserve"> يَجْزِي اللّهُ الْمُتَّقِينَ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وہا</w:t>
      </w:r>
      <w:r w:rsidR="00083993">
        <w:rPr>
          <w:rFonts w:hint="eastAsia"/>
          <w:rtl/>
        </w:rPr>
        <w:t xml:space="preserve">ں </w:t>
      </w:r>
      <w:r>
        <w:rPr>
          <w:rtl/>
        </w:rPr>
        <w:t>ہميشہ رہنے والے باغات ہي</w:t>
      </w:r>
      <w:r w:rsidR="00083993">
        <w:rPr>
          <w:rtl/>
        </w:rPr>
        <w:t xml:space="preserve">ں </w:t>
      </w:r>
      <w:r>
        <w:rPr>
          <w:rtl/>
        </w:rPr>
        <w:t>جن مي</w:t>
      </w:r>
      <w:r w:rsidR="00083993">
        <w:rPr>
          <w:rtl/>
        </w:rPr>
        <w:t xml:space="preserve">ں </w:t>
      </w:r>
      <w:r>
        <w:rPr>
          <w:rtl/>
        </w:rPr>
        <w:t>يہ لوگ داخل ہو</w:t>
      </w:r>
      <w:r w:rsidR="00083993">
        <w:rPr>
          <w:rtl/>
        </w:rPr>
        <w:t xml:space="preserve">ں </w:t>
      </w:r>
      <w:r>
        <w:rPr>
          <w:rtl/>
        </w:rPr>
        <w:t>گے اور ان كے نيچے نہري</w:t>
      </w:r>
      <w:r w:rsidR="00083993">
        <w:rPr>
          <w:rtl/>
        </w:rPr>
        <w:t xml:space="preserve">ں </w:t>
      </w:r>
      <w:r>
        <w:rPr>
          <w:rtl/>
        </w:rPr>
        <w:t>جارى ہو</w:t>
      </w:r>
      <w:r w:rsidR="00083993">
        <w:rPr>
          <w:rtl/>
        </w:rPr>
        <w:t xml:space="preserve">ں </w:t>
      </w:r>
      <w:r>
        <w:rPr>
          <w:rtl/>
        </w:rPr>
        <w:t>گى وہ جو كچھ چاہي</w:t>
      </w:r>
      <w:r w:rsidR="00083993">
        <w:rPr>
          <w:rtl/>
        </w:rPr>
        <w:t xml:space="preserve">ں </w:t>
      </w:r>
      <w:r>
        <w:rPr>
          <w:rtl/>
        </w:rPr>
        <w:t>گے سب ان كے لئے حاضر ہوگا كہ اللہ اسى طرح ان صاحبان تقوى كو جزا ديتا ہے _</w:t>
      </w:r>
    </w:p>
    <w:p w:rsidR="001F628F" w:rsidRDefault="001F628F" w:rsidP="000A1BE4">
      <w:pPr>
        <w:pStyle w:val="libNormal"/>
        <w:rPr>
          <w:rtl/>
        </w:rPr>
      </w:pPr>
      <w:r>
        <w:rPr>
          <w:rtl/>
        </w:rPr>
        <w:t>1_ آخرت مي</w:t>
      </w:r>
      <w:r w:rsidR="00083993">
        <w:rPr>
          <w:rtl/>
        </w:rPr>
        <w:t xml:space="preserve">ں </w:t>
      </w:r>
      <w:r>
        <w:rPr>
          <w:rtl/>
        </w:rPr>
        <w:t>اہل تقوى كامقام ، ہميشہ رہنے والى جنت ہے_</w:t>
      </w:r>
      <w:r w:rsidRPr="000A1BE4">
        <w:rPr>
          <w:rStyle w:val="libArabicChar"/>
          <w:rFonts w:hint="eastAsia"/>
          <w:rtl/>
        </w:rPr>
        <w:t>ولنعم</w:t>
      </w:r>
      <w:r w:rsidRPr="000A1BE4">
        <w:rPr>
          <w:rStyle w:val="libArabicChar"/>
          <w:rtl/>
        </w:rPr>
        <w:t xml:space="preserve"> الدار المتقين _ جنّت عدن</w:t>
      </w:r>
    </w:p>
    <w:p w:rsidR="001F628F" w:rsidRDefault="001F628F" w:rsidP="000A1BE4">
      <w:pPr>
        <w:pStyle w:val="libNormal"/>
        <w:rPr>
          <w:rtl/>
        </w:rPr>
      </w:pPr>
      <w:r>
        <w:rPr>
          <w:rtl/>
        </w:rPr>
        <w:t>2_ اہل تقوى كى بہشت مي</w:t>
      </w:r>
      <w:r w:rsidR="00083993">
        <w:rPr>
          <w:rtl/>
        </w:rPr>
        <w:t xml:space="preserve">ں </w:t>
      </w:r>
      <w:r>
        <w:rPr>
          <w:rtl/>
        </w:rPr>
        <w:t>بہت سى جارى نہري</w:t>
      </w:r>
      <w:r w:rsidR="00083993">
        <w:rPr>
          <w:rtl/>
        </w:rPr>
        <w:t xml:space="preserve">ں </w:t>
      </w:r>
      <w:r>
        <w:rPr>
          <w:rtl/>
        </w:rPr>
        <w:t>ہي</w:t>
      </w:r>
      <w:r w:rsidR="00083993">
        <w:rPr>
          <w:rtl/>
        </w:rPr>
        <w:t xml:space="preserve">ں </w:t>
      </w:r>
      <w:r>
        <w:rPr>
          <w:rtl/>
        </w:rPr>
        <w:t>_</w:t>
      </w:r>
      <w:r w:rsidRPr="000A1BE4">
        <w:rPr>
          <w:rStyle w:val="libArabicChar"/>
          <w:rFonts w:hint="eastAsia"/>
          <w:rtl/>
        </w:rPr>
        <w:t>جنّت</w:t>
      </w:r>
      <w:r w:rsidRPr="000A1BE4">
        <w:rPr>
          <w:rStyle w:val="libArabicChar"/>
          <w:rtl/>
        </w:rPr>
        <w:t xml:space="preserve"> عدن يدخلون</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تجرى</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تحت</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00E42C70" w:rsidRPr="00E42C70">
        <w:rPr>
          <w:rStyle w:val="libArabicChar"/>
          <w:rFonts w:hint="cs"/>
          <w:rtl/>
        </w:rPr>
        <w:t>الا نهار</w:t>
      </w:r>
    </w:p>
    <w:p w:rsidR="001F628F" w:rsidRDefault="001F628F" w:rsidP="000A1BE4">
      <w:pPr>
        <w:pStyle w:val="libNormal"/>
        <w:rPr>
          <w:rtl/>
        </w:rPr>
      </w:pPr>
      <w:r>
        <w:rPr>
          <w:rtl/>
        </w:rPr>
        <w:t>3_ جنت كے متعدد باغ اور باغيچے ہي</w:t>
      </w:r>
      <w:r w:rsidR="00083993">
        <w:rPr>
          <w:rtl/>
        </w:rPr>
        <w:t xml:space="preserve">ں </w:t>
      </w:r>
      <w:r>
        <w:rPr>
          <w:rtl/>
        </w:rPr>
        <w:t>_</w:t>
      </w:r>
      <w:r w:rsidRPr="000A1BE4">
        <w:rPr>
          <w:rStyle w:val="libArabicChar"/>
          <w:rFonts w:hint="eastAsia"/>
          <w:rtl/>
        </w:rPr>
        <w:t>جنّت</w:t>
      </w:r>
      <w:r w:rsidRPr="000A1BE4">
        <w:rPr>
          <w:rStyle w:val="libArabicChar"/>
          <w:rtl/>
        </w:rPr>
        <w:t xml:space="preserve"> عدن</w:t>
      </w:r>
    </w:p>
    <w:p w:rsidR="000A1BE4" w:rsidRDefault="001E7F9D" w:rsidP="00F73EDE">
      <w:pPr>
        <w:pStyle w:val="libPoemTini"/>
        <w:rPr>
          <w:rtl/>
        </w:rPr>
      </w:pPr>
      <w:r>
        <w:rPr>
          <w:rtl/>
        </w:rPr>
        <w:cr/>
      </w:r>
      <w:r>
        <w:rPr>
          <w:rtl/>
        </w:rPr>
        <w:br w:type="page"/>
      </w:r>
    </w:p>
    <w:p w:rsidR="001F628F" w:rsidRDefault="001F628F" w:rsidP="000A1BE4">
      <w:pPr>
        <w:pStyle w:val="libNormal"/>
        <w:rPr>
          <w:rtl/>
        </w:rPr>
      </w:pPr>
      <w:r>
        <w:rPr>
          <w:rtl/>
        </w:rPr>
        <w:lastRenderedPageBreak/>
        <w:t>''جنت '' كا معنى ايسا باغ ہے جس مي</w:t>
      </w:r>
      <w:r w:rsidR="00083993">
        <w:rPr>
          <w:rtl/>
        </w:rPr>
        <w:t xml:space="preserve">ں </w:t>
      </w:r>
      <w:r>
        <w:rPr>
          <w:rtl/>
        </w:rPr>
        <w:t>ايسے درخت ہو</w:t>
      </w:r>
      <w:r w:rsidR="00083993">
        <w:rPr>
          <w:rtl/>
        </w:rPr>
        <w:t xml:space="preserve">ں </w:t>
      </w:r>
      <w:r>
        <w:rPr>
          <w:rtl/>
        </w:rPr>
        <w:t>جن كے جھنڈنے زمين كو چھپار كھا ہو_ اس كو جمع لانامذكورہ نكتے كى طرف اشارہ كررہا ہے_</w:t>
      </w:r>
    </w:p>
    <w:p w:rsidR="001F628F" w:rsidRDefault="001F628F" w:rsidP="000A1BE4">
      <w:pPr>
        <w:pStyle w:val="libNormal"/>
        <w:rPr>
          <w:rtl/>
        </w:rPr>
      </w:pPr>
      <w:r>
        <w:rPr>
          <w:rtl/>
        </w:rPr>
        <w:t>4_ جنت مي</w:t>
      </w:r>
      <w:r w:rsidR="00083993">
        <w:rPr>
          <w:rtl/>
        </w:rPr>
        <w:t xml:space="preserve">ں </w:t>
      </w:r>
      <w:r>
        <w:rPr>
          <w:rtl/>
        </w:rPr>
        <w:t>متقين كى تمام خواہشات كو پورا كيا جائے گا_</w:t>
      </w:r>
      <w:r w:rsidRPr="000A1BE4">
        <w:rPr>
          <w:rStyle w:val="libArabicChar"/>
          <w:rFonts w:hint="eastAsia"/>
          <w:rtl/>
        </w:rPr>
        <w:t>دار</w:t>
      </w:r>
      <w:r w:rsidRPr="000A1BE4">
        <w:rPr>
          <w:rStyle w:val="libArabicChar"/>
          <w:rtl/>
        </w:rPr>
        <w:t xml:space="preserve"> المتقين جنت عدن يدخلون</w:t>
      </w:r>
      <w:r w:rsidR="00120F63" w:rsidRPr="00B2551F">
        <w:rPr>
          <w:rStyle w:val="libArabicChar"/>
          <w:rFonts w:hint="cs"/>
          <w:rtl/>
        </w:rPr>
        <w:t>ه</w:t>
      </w:r>
      <w:r w:rsidRPr="000A1BE4">
        <w:rPr>
          <w:rStyle w:val="libArabicChar"/>
          <w:rFonts w:hint="cs"/>
          <w:rtl/>
        </w:rPr>
        <w:t>ا</w:t>
      </w:r>
      <w:r w:rsidRPr="000A1BE4">
        <w:rPr>
          <w:rStyle w:val="libArabicChar"/>
          <w:rtl/>
        </w:rPr>
        <w:t xml:space="preserve"> ... </w:t>
      </w:r>
      <w:r w:rsidRPr="000A1BE4">
        <w:rPr>
          <w:rStyle w:val="libArabicChar"/>
          <w:rFonts w:hint="cs"/>
          <w:rtl/>
        </w:rPr>
        <w:t>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في</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ماي</w:t>
      </w:r>
      <w:r w:rsidRPr="000A1BE4">
        <w:rPr>
          <w:rStyle w:val="libArabicChar"/>
          <w:rtl/>
        </w:rPr>
        <w:t>شاء ون</w:t>
      </w:r>
    </w:p>
    <w:p w:rsidR="001F628F" w:rsidRDefault="001F628F" w:rsidP="000A1BE4">
      <w:pPr>
        <w:pStyle w:val="libNormal"/>
        <w:rPr>
          <w:rtl/>
        </w:rPr>
      </w:pPr>
      <w:r>
        <w:rPr>
          <w:rtl/>
        </w:rPr>
        <w:t>5_ جنت مي</w:t>
      </w:r>
      <w:r w:rsidR="00083993">
        <w:rPr>
          <w:rtl/>
        </w:rPr>
        <w:t xml:space="preserve">ں </w:t>
      </w:r>
      <w:r>
        <w:rPr>
          <w:rtl/>
        </w:rPr>
        <w:t>انسان كى تمام قابل تصور نعمات اور اچھائيا</w:t>
      </w:r>
      <w:r w:rsidR="00083993">
        <w:rPr>
          <w:rtl/>
        </w:rPr>
        <w:t xml:space="preserve">ں </w:t>
      </w:r>
      <w:r>
        <w:rPr>
          <w:rtl/>
        </w:rPr>
        <w:t>پائي جائي</w:t>
      </w:r>
      <w:r w:rsidR="00083993">
        <w:rPr>
          <w:rtl/>
        </w:rPr>
        <w:t xml:space="preserve">ں </w:t>
      </w:r>
      <w:r>
        <w:rPr>
          <w:rtl/>
        </w:rPr>
        <w:t>گي_</w:t>
      </w:r>
      <w:r w:rsidRPr="000A1BE4">
        <w:rPr>
          <w:rStyle w:val="libArabicChar"/>
          <w:rFonts w:hint="eastAsia"/>
          <w:rtl/>
        </w:rPr>
        <w:t>جنت</w:t>
      </w:r>
      <w:r w:rsidRPr="000A1BE4">
        <w:rPr>
          <w:rStyle w:val="libArabicChar"/>
          <w:rtl/>
        </w:rPr>
        <w:t xml:space="preserve"> عدن ...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في</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ي</w:t>
      </w:r>
      <w:r w:rsidRPr="000A1BE4">
        <w:rPr>
          <w:rStyle w:val="libArabicChar"/>
          <w:rtl/>
        </w:rPr>
        <w:t>شاء ون</w:t>
      </w:r>
    </w:p>
    <w:p w:rsidR="001F628F" w:rsidRDefault="001F628F" w:rsidP="001F628F">
      <w:pPr>
        <w:pStyle w:val="libNormal"/>
        <w:rPr>
          <w:rtl/>
        </w:rPr>
      </w:pPr>
      <w:r>
        <w:rPr>
          <w:rtl/>
        </w:rPr>
        <w:t>6_ اچھا مقام ، وہ مقام ہے جس مي</w:t>
      </w:r>
      <w:r w:rsidR="00083993">
        <w:rPr>
          <w:rtl/>
        </w:rPr>
        <w:t xml:space="preserve">ں </w:t>
      </w:r>
      <w:r>
        <w:rPr>
          <w:rtl/>
        </w:rPr>
        <w:t>انسان كى تمام خواہشات كو پورا كيا جائے _</w:t>
      </w:r>
    </w:p>
    <w:p w:rsidR="001F628F" w:rsidRDefault="001F628F" w:rsidP="000A1BE4">
      <w:pPr>
        <w:pStyle w:val="libArabic"/>
        <w:rPr>
          <w:rtl/>
        </w:rPr>
      </w:pPr>
      <w:r>
        <w:rPr>
          <w:rFonts w:hint="eastAsia"/>
          <w:rtl/>
        </w:rPr>
        <w:t>ولنعم</w:t>
      </w:r>
      <w:r>
        <w:rPr>
          <w:rtl/>
        </w:rPr>
        <w:t xml:space="preserve"> الدار المتقين جنت عدن ... ل</w:t>
      </w:r>
      <w:r w:rsidR="00120F63" w:rsidRPr="00ED5DE8">
        <w:rPr>
          <w:rFonts w:hint="cs"/>
          <w:rtl/>
        </w:rPr>
        <w:t>ه</w:t>
      </w:r>
      <w:r>
        <w:rPr>
          <w:rFonts w:hint="cs"/>
          <w:rtl/>
        </w:rPr>
        <w:t>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ما</w:t>
      </w:r>
      <w:r>
        <w:rPr>
          <w:rtl/>
        </w:rPr>
        <w:t xml:space="preserve"> </w:t>
      </w:r>
      <w:r>
        <w:rPr>
          <w:rFonts w:hint="cs"/>
          <w:rtl/>
        </w:rPr>
        <w:t>يش</w:t>
      </w:r>
      <w:r>
        <w:rPr>
          <w:rtl/>
        </w:rPr>
        <w:t>اء ون</w:t>
      </w:r>
    </w:p>
    <w:p w:rsidR="001F628F" w:rsidRDefault="001F628F" w:rsidP="001F628F">
      <w:pPr>
        <w:pStyle w:val="libNormal"/>
        <w:rPr>
          <w:rtl/>
        </w:rPr>
      </w:pPr>
      <w:r>
        <w:rPr>
          <w:rtl/>
        </w:rPr>
        <w:t>7_ جاودانى جنت مي</w:t>
      </w:r>
      <w:r w:rsidR="00083993">
        <w:rPr>
          <w:rtl/>
        </w:rPr>
        <w:t xml:space="preserve">ں </w:t>
      </w:r>
      <w:r>
        <w:rPr>
          <w:rtl/>
        </w:rPr>
        <w:t>داخل ہونا اور اس مي</w:t>
      </w:r>
      <w:r w:rsidR="00083993">
        <w:rPr>
          <w:rtl/>
        </w:rPr>
        <w:t xml:space="preserve">ں </w:t>
      </w:r>
      <w:r>
        <w:rPr>
          <w:rtl/>
        </w:rPr>
        <w:t>تما م خواہشات كى تكميل ، خدواند عالم كى اہل تقوى كو جزا دينا ہے_</w:t>
      </w:r>
    </w:p>
    <w:p w:rsidR="001F628F" w:rsidRDefault="001F628F" w:rsidP="000A1BE4">
      <w:pPr>
        <w:pStyle w:val="libArabic"/>
        <w:rPr>
          <w:rtl/>
        </w:rPr>
      </w:pPr>
      <w:r>
        <w:rPr>
          <w:rFonts w:hint="eastAsia"/>
          <w:rtl/>
        </w:rPr>
        <w:t>دار</w:t>
      </w:r>
      <w:r>
        <w:rPr>
          <w:rtl/>
        </w:rPr>
        <w:t xml:space="preserve"> المتقين جنت عدن ... ل</w:t>
      </w:r>
      <w:r w:rsidR="00120F63" w:rsidRPr="00ED5DE8">
        <w:rPr>
          <w:rFonts w:hint="cs"/>
          <w:rtl/>
        </w:rPr>
        <w:t>ه</w:t>
      </w:r>
      <w:r>
        <w:rPr>
          <w:rFonts w:hint="cs"/>
          <w:rtl/>
        </w:rPr>
        <w:t>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ما</w:t>
      </w:r>
      <w:r>
        <w:rPr>
          <w:rtl/>
        </w:rPr>
        <w:t xml:space="preserve"> </w:t>
      </w:r>
      <w:r>
        <w:rPr>
          <w:rFonts w:hint="cs"/>
          <w:rtl/>
        </w:rPr>
        <w:t>يش</w:t>
      </w:r>
      <w:r>
        <w:rPr>
          <w:rtl/>
        </w:rPr>
        <w:t>اء ون</w:t>
      </w:r>
    </w:p>
    <w:p w:rsidR="001F628F" w:rsidRDefault="001F628F" w:rsidP="001F628F">
      <w:pPr>
        <w:pStyle w:val="libNormal"/>
        <w:rPr>
          <w:rtl/>
        </w:rPr>
      </w:pPr>
      <w:r>
        <w:rPr>
          <w:rtl/>
        </w:rPr>
        <w:t>8_ تقوى ، جنت مي</w:t>
      </w:r>
      <w:r w:rsidR="00083993">
        <w:rPr>
          <w:rtl/>
        </w:rPr>
        <w:t xml:space="preserve">ں </w:t>
      </w:r>
      <w:r>
        <w:rPr>
          <w:rtl/>
        </w:rPr>
        <w:t>داخل ہونے اور نعمات الہى كے بحر بيكرا</w:t>
      </w:r>
      <w:r w:rsidR="00083993">
        <w:rPr>
          <w:rtl/>
        </w:rPr>
        <w:t xml:space="preserve">ں </w:t>
      </w:r>
      <w:r>
        <w:rPr>
          <w:rtl/>
        </w:rPr>
        <w:t>تك پہنچے كا زمينہ فراہم كرتا ہے _</w:t>
      </w:r>
    </w:p>
    <w:p w:rsidR="001F628F" w:rsidRDefault="001F628F" w:rsidP="000A1BE4">
      <w:pPr>
        <w:pStyle w:val="libArabic"/>
        <w:rPr>
          <w:rtl/>
        </w:rPr>
      </w:pPr>
      <w:r>
        <w:rPr>
          <w:rFonts w:hint="eastAsia"/>
          <w:rtl/>
        </w:rPr>
        <w:t>دار</w:t>
      </w:r>
      <w:r>
        <w:rPr>
          <w:rtl/>
        </w:rPr>
        <w:t xml:space="preserve"> المتقين جنت عدن ...ل</w:t>
      </w:r>
      <w:r w:rsidR="00120F63" w:rsidRPr="00ED5DE8">
        <w:rPr>
          <w:rFonts w:hint="cs"/>
          <w:rtl/>
        </w:rPr>
        <w:t>ه</w:t>
      </w:r>
      <w:r>
        <w:rPr>
          <w:rFonts w:hint="cs"/>
          <w:rtl/>
        </w:rPr>
        <w:t>م</w:t>
      </w:r>
      <w:r>
        <w:rPr>
          <w:rtl/>
        </w:rPr>
        <w:t xml:space="preserve"> </w:t>
      </w:r>
      <w:r>
        <w:rPr>
          <w:rFonts w:hint="cs"/>
          <w:rtl/>
        </w:rPr>
        <w:t>في</w:t>
      </w:r>
      <w:r w:rsidR="00120F63" w:rsidRPr="00ED5DE8">
        <w:rPr>
          <w:rFonts w:hint="cs"/>
          <w:rtl/>
        </w:rPr>
        <w:t>ه</w:t>
      </w:r>
      <w:r>
        <w:rPr>
          <w:rFonts w:hint="cs"/>
          <w:rtl/>
        </w:rPr>
        <w:t>ا</w:t>
      </w:r>
      <w:r>
        <w:rPr>
          <w:rtl/>
        </w:rPr>
        <w:t xml:space="preserve"> </w:t>
      </w:r>
      <w:r>
        <w:rPr>
          <w:rFonts w:hint="cs"/>
          <w:rtl/>
        </w:rPr>
        <w:t>ما</w:t>
      </w:r>
      <w:r>
        <w:rPr>
          <w:rtl/>
        </w:rPr>
        <w:t xml:space="preserve"> </w:t>
      </w:r>
      <w:r>
        <w:rPr>
          <w:rFonts w:hint="cs"/>
          <w:rtl/>
        </w:rPr>
        <w:t>يش</w:t>
      </w:r>
      <w:r>
        <w:rPr>
          <w:rtl/>
        </w:rPr>
        <w:t>اء ون</w:t>
      </w:r>
    </w:p>
    <w:p w:rsidR="001F628F" w:rsidRDefault="001F628F" w:rsidP="000A1BE4">
      <w:pPr>
        <w:pStyle w:val="libNormal"/>
        <w:rPr>
          <w:rtl/>
        </w:rPr>
      </w:pPr>
      <w:r>
        <w:rPr>
          <w:rtl/>
        </w:rPr>
        <w:t>9_ اخروى سعادت تك رسائي ، جنت مي</w:t>
      </w:r>
      <w:r w:rsidR="00083993">
        <w:rPr>
          <w:rtl/>
        </w:rPr>
        <w:t xml:space="preserve">ں </w:t>
      </w:r>
      <w:r>
        <w:rPr>
          <w:rtl/>
        </w:rPr>
        <w:t>مقام پانا اور اس مي</w:t>
      </w:r>
      <w:r w:rsidR="00083993">
        <w:rPr>
          <w:rtl/>
        </w:rPr>
        <w:t xml:space="preserve">ں </w:t>
      </w:r>
      <w:r>
        <w:rPr>
          <w:rtl/>
        </w:rPr>
        <w:t>تمام خواہشات كا پورا كيا جانا يہ اہل تقوى كے ليے خدواند عالم كى پاداش ہے_</w:t>
      </w:r>
      <w:r w:rsidRPr="000A1BE4">
        <w:rPr>
          <w:rStyle w:val="libArabicChar"/>
          <w:rFonts w:hint="eastAsia"/>
          <w:rtl/>
        </w:rPr>
        <w:t>ولنعم</w:t>
      </w:r>
      <w:r w:rsidRPr="000A1BE4">
        <w:rPr>
          <w:rStyle w:val="libArabicChar"/>
          <w:rtl/>
        </w:rPr>
        <w:t xml:space="preserve"> الدار المتقين _ جنت عدن ...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في</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يشاء</w:t>
      </w:r>
      <w:r w:rsidRPr="000A1BE4">
        <w:rPr>
          <w:rStyle w:val="libArabicChar"/>
          <w:rtl/>
        </w:rPr>
        <w:t xml:space="preserve"> </w:t>
      </w:r>
      <w:r w:rsidRPr="000A1BE4">
        <w:rPr>
          <w:rStyle w:val="libArabicChar"/>
          <w:rFonts w:hint="cs"/>
          <w:rtl/>
        </w:rPr>
        <w:t>ون</w:t>
      </w:r>
      <w:r w:rsidRPr="000A1BE4">
        <w:rPr>
          <w:rStyle w:val="libArabicChar"/>
          <w:rtl/>
        </w:rPr>
        <w:t xml:space="preserve"> </w:t>
      </w:r>
      <w:r w:rsidRPr="000A1BE4">
        <w:rPr>
          <w:rStyle w:val="libArabicChar"/>
          <w:rFonts w:hint="cs"/>
          <w:rtl/>
        </w:rPr>
        <w:t>لذلك</w:t>
      </w:r>
      <w:r w:rsidRPr="000A1BE4">
        <w:rPr>
          <w:rStyle w:val="libArabicChar"/>
          <w:rtl/>
        </w:rPr>
        <w:t xml:space="preserve"> </w:t>
      </w:r>
      <w:r w:rsidRPr="000A1BE4">
        <w:rPr>
          <w:rStyle w:val="libArabicChar"/>
          <w:rFonts w:hint="cs"/>
          <w:rtl/>
        </w:rPr>
        <w:t>يجزى</w:t>
      </w:r>
      <w:r w:rsidRPr="000A1BE4">
        <w:rPr>
          <w:rStyle w:val="libArabicChar"/>
          <w:rtl/>
        </w:rPr>
        <w:t xml:space="preserve"> </w:t>
      </w:r>
      <w:r w:rsidRPr="000A1BE4">
        <w:rPr>
          <w:rStyle w:val="libArabicChar"/>
          <w:rFonts w:hint="cs"/>
          <w:rtl/>
        </w:rPr>
        <w:t>ال</w:t>
      </w:r>
      <w:r w:rsidRPr="000A1BE4">
        <w:rPr>
          <w:rStyle w:val="libArabicChar"/>
          <w:rtl/>
        </w:rPr>
        <w:t>له المتقين</w:t>
      </w:r>
    </w:p>
    <w:p w:rsidR="001F628F" w:rsidRDefault="001F628F" w:rsidP="000A1BE4">
      <w:pPr>
        <w:pStyle w:val="libNormal"/>
        <w:rPr>
          <w:rtl/>
        </w:rPr>
      </w:pPr>
      <w:r>
        <w:rPr>
          <w:rFonts w:hint="eastAsia"/>
          <w:rtl/>
        </w:rPr>
        <w:t>الله</w:t>
      </w:r>
      <w:r>
        <w:rPr>
          <w:rtl/>
        </w:rPr>
        <w:t xml:space="preserve"> تعالى :</w:t>
      </w:r>
      <w:r>
        <w:rPr>
          <w:rFonts w:hint="eastAsia"/>
          <w:rtl/>
        </w:rPr>
        <w:t>الله</w:t>
      </w:r>
      <w:r>
        <w:rPr>
          <w:rtl/>
        </w:rPr>
        <w:t xml:space="preserve"> تعالى كى جزائي</w:t>
      </w:r>
      <w:r w:rsidR="00083993">
        <w:rPr>
          <w:rtl/>
        </w:rPr>
        <w:t xml:space="preserve">ں </w:t>
      </w:r>
      <w:r>
        <w:rPr>
          <w:rtl/>
        </w:rPr>
        <w:t>7، 9; الله تعالى كى نعمات 8</w:t>
      </w:r>
    </w:p>
    <w:p w:rsidR="001F628F" w:rsidRDefault="001F628F" w:rsidP="000A1BE4">
      <w:pPr>
        <w:pStyle w:val="libNormal"/>
        <w:rPr>
          <w:rtl/>
        </w:rPr>
      </w:pPr>
      <w:r>
        <w:rPr>
          <w:rFonts w:hint="eastAsia"/>
          <w:rtl/>
        </w:rPr>
        <w:t>انسان</w:t>
      </w:r>
      <w:r>
        <w:rPr>
          <w:rtl/>
        </w:rPr>
        <w:t>:</w:t>
      </w:r>
      <w:r>
        <w:rPr>
          <w:rFonts w:hint="eastAsia"/>
          <w:rtl/>
        </w:rPr>
        <w:t>انسان</w:t>
      </w:r>
      <w:r>
        <w:rPr>
          <w:rtl/>
        </w:rPr>
        <w:t xml:space="preserve"> كى خواہشات كا پورا ہونا 6</w:t>
      </w:r>
    </w:p>
    <w:p w:rsidR="001F628F" w:rsidRDefault="001F628F" w:rsidP="000A1BE4">
      <w:pPr>
        <w:pStyle w:val="libNormal"/>
        <w:rPr>
          <w:rtl/>
        </w:rPr>
      </w:pPr>
      <w:r>
        <w:rPr>
          <w:rFonts w:hint="eastAsia"/>
          <w:rtl/>
        </w:rPr>
        <w:t>بہشت</w:t>
      </w:r>
      <w:r>
        <w:rPr>
          <w:rtl/>
        </w:rPr>
        <w:t>:</w:t>
      </w:r>
      <w:r>
        <w:rPr>
          <w:rFonts w:hint="eastAsia"/>
          <w:rtl/>
        </w:rPr>
        <w:t>بہشت</w:t>
      </w:r>
      <w:r>
        <w:rPr>
          <w:rtl/>
        </w:rPr>
        <w:t xml:space="preserve"> كى نعمات 5; بہشت كى نہري</w:t>
      </w:r>
      <w:r w:rsidR="00083993">
        <w:rPr>
          <w:rtl/>
        </w:rPr>
        <w:t xml:space="preserve">ں </w:t>
      </w:r>
      <w:r>
        <w:rPr>
          <w:rtl/>
        </w:rPr>
        <w:t>2;بہشت كے اسباب 8; بہشت كے باغو</w:t>
      </w:r>
      <w:r w:rsidR="00083993">
        <w:rPr>
          <w:rtl/>
        </w:rPr>
        <w:t xml:space="preserve">ں </w:t>
      </w:r>
      <w:r>
        <w:rPr>
          <w:rtl/>
        </w:rPr>
        <w:t>كا متعدد ہونا 3; بہشت كى صفات 5</w:t>
      </w:r>
    </w:p>
    <w:p w:rsidR="001F628F" w:rsidRDefault="001F628F" w:rsidP="000A1BE4">
      <w:pPr>
        <w:pStyle w:val="libNormal"/>
        <w:rPr>
          <w:rtl/>
        </w:rPr>
      </w:pPr>
      <w:r>
        <w:rPr>
          <w:rFonts w:hint="eastAsia"/>
          <w:rtl/>
        </w:rPr>
        <w:t>بہشتي</w:t>
      </w:r>
      <w:r>
        <w:rPr>
          <w:rtl/>
        </w:rPr>
        <w:t>:</w:t>
      </w:r>
      <w:r>
        <w:rPr>
          <w:rFonts w:hint="eastAsia"/>
          <w:rtl/>
        </w:rPr>
        <w:t>بہشتيو</w:t>
      </w:r>
      <w:r w:rsidR="00083993">
        <w:rPr>
          <w:rFonts w:hint="eastAsia"/>
          <w:rtl/>
        </w:rPr>
        <w:t xml:space="preserve">ں </w:t>
      </w:r>
      <w:r>
        <w:rPr>
          <w:rtl/>
        </w:rPr>
        <w:t>كى خواہشات كى تكميل4</w:t>
      </w:r>
    </w:p>
    <w:p w:rsidR="001F628F" w:rsidRDefault="001F628F" w:rsidP="000A1BE4">
      <w:pPr>
        <w:pStyle w:val="libNormal"/>
        <w:rPr>
          <w:rtl/>
        </w:rPr>
      </w:pPr>
      <w:r>
        <w:rPr>
          <w:rFonts w:hint="eastAsia"/>
          <w:rtl/>
        </w:rPr>
        <w:t>تقوي</w:t>
      </w:r>
      <w:r>
        <w:rPr>
          <w:rtl/>
        </w:rPr>
        <w:t>:</w:t>
      </w:r>
      <w:r>
        <w:rPr>
          <w:rFonts w:hint="eastAsia"/>
          <w:rtl/>
        </w:rPr>
        <w:t>تقوى</w:t>
      </w:r>
      <w:r>
        <w:rPr>
          <w:rtl/>
        </w:rPr>
        <w:t xml:space="preserve"> كے آثار 8; تقوى كى اہميت 8،9</w:t>
      </w:r>
    </w:p>
    <w:p w:rsidR="001F628F" w:rsidRDefault="001F628F" w:rsidP="000A1BE4">
      <w:pPr>
        <w:pStyle w:val="libNormal"/>
        <w:rPr>
          <w:rtl/>
        </w:rPr>
      </w:pPr>
      <w:r>
        <w:rPr>
          <w:rFonts w:hint="eastAsia"/>
          <w:rtl/>
        </w:rPr>
        <w:t>متقين</w:t>
      </w:r>
      <w:r>
        <w:rPr>
          <w:rtl/>
        </w:rPr>
        <w:t>:</w:t>
      </w:r>
      <w:r>
        <w:rPr>
          <w:rFonts w:hint="eastAsia"/>
          <w:rtl/>
        </w:rPr>
        <w:t>متقين</w:t>
      </w:r>
      <w:r>
        <w:rPr>
          <w:rtl/>
        </w:rPr>
        <w:t xml:space="preserve"> بہشت مي</w:t>
      </w:r>
      <w:r w:rsidR="00083993">
        <w:rPr>
          <w:rtl/>
        </w:rPr>
        <w:t xml:space="preserve">ں </w:t>
      </w:r>
      <w:r>
        <w:rPr>
          <w:rtl/>
        </w:rPr>
        <w:t>1،4،7،9; متقين كى اخروى</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پاداش</w:t>
      </w:r>
      <w:r>
        <w:rPr>
          <w:rtl/>
        </w:rPr>
        <w:t xml:space="preserve"> 7،9 ; متقين كى اخروى سعادت 9: متقين كى خواہشات كا پورا ہونا 4،7،9</w:t>
      </w:r>
    </w:p>
    <w:p w:rsidR="001F628F" w:rsidRDefault="001F628F" w:rsidP="000A1BE4">
      <w:pPr>
        <w:pStyle w:val="libNormal"/>
        <w:rPr>
          <w:rtl/>
        </w:rPr>
      </w:pPr>
      <w:r>
        <w:rPr>
          <w:rFonts w:hint="eastAsia"/>
          <w:rtl/>
        </w:rPr>
        <w:t>مقامات</w:t>
      </w:r>
      <w:r>
        <w:rPr>
          <w:rtl/>
        </w:rPr>
        <w:t>:</w:t>
      </w:r>
      <w:r>
        <w:rPr>
          <w:rFonts w:hint="eastAsia"/>
          <w:rtl/>
        </w:rPr>
        <w:t>اچھے</w:t>
      </w:r>
      <w:r>
        <w:rPr>
          <w:rtl/>
        </w:rPr>
        <w:t xml:space="preserve"> مكان كے شرائط6</w:t>
      </w:r>
    </w:p>
    <w:p w:rsidR="001F628F" w:rsidRDefault="001F628F" w:rsidP="000A1BE4">
      <w:pPr>
        <w:pStyle w:val="libNormal"/>
        <w:rPr>
          <w:rtl/>
        </w:rPr>
      </w:pPr>
      <w:r>
        <w:rPr>
          <w:rFonts w:hint="eastAsia"/>
          <w:rtl/>
        </w:rPr>
        <w:t>نعمت</w:t>
      </w:r>
      <w:r>
        <w:rPr>
          <w:rtl/>
        </w:rPr>
        <w:t>:</w:t>
      </w:r>
      <w:r>
        <w:rPr>
          <w:rFonts w:hint="eastAsia"/>
          <w:rtl/>
        </w:rPr>
        <w:t>نعمت</w:t>
      </w:r>
      <w:r>
        <w:rPr>
          <w:rtl/>
        </w:rPr>
        <w:t xml:space="preserve"> كا زمينہ 8</w:t>
      </w:r>
    </w:p>
    <w:p w:rsidR="001F628F" w:rsidRPr="00120F63" w:rsidRDefault="000A1BE4" w:rsidP="000A1BE4">
      <w:pPr>
        <w:pStyle w:val="Heading2Center"/>
        <w:rPr>
          <w:rtl/>
        </w:rPr>
      </w:pPr>
      <w:bookmarkStart w:id="178" w:name="_Toc28081856"/>
      <w:r>
        <w:rPr>
          <w:rFonts w:hint="cs"/>
          <w:rtl/>
        </w:rPr>
        <w:t xml:space="preserve">آیت </w:t>
      </w:r>
      <w:r w:rsidRPr="00120F63">
        <w:rPr>
          <w:rFonts w:hint="cs"/>
          <w:rtl/>
        </w:rPr>
        <w:t>32</w:t>
      </w:r>
      <w:bookmarkEnd w:id="178"/>
    </w:p>
    <w:p w:rsidR="001F628F" w:rsidRDefault="00E260F9" w:rsidP="000A1BE4">
      <w:pPr>
        <w:pStyle w:val="libNormal"/>
        <w:rPr>
          <w:rtl/>
        </w:rPr>
      </w:pPr>
      <w:r w:rsidRPr="00E260F9">
        <w:rPr>
          <w:rStyle w:val="libAlaemChar"/>
          <w:rFonts w:hint="eastAsia"/>
          <w:rtl/>
        </w:rPr>
        <w:t>(</w:t>
      </w:r>
      <w:r w:rsidRPr="000A1BE4">
        <w:rPr>
          <w:rStyle w:val="libAieChar"/>
          <w:rFonts w:hint="eastAsia"/>
          <w:rtl/>
        </w:rPr>
        <w:t>الَّذِينَ</w:t>
      </w:r>
      <w:r w:rsidRPr="000A1BE4">
        <w:rPr>
          <w:rStyle w:val="libAieChar"/>
          <w:rtl/>
        </w:rPr>
        <w:t xml:space="preserve"> تَتَوَفَّاهُمُ الْمَلآئِكَةُ طَيِّبِينَ يَقُولُونَ سَلامٌ عَلَيْكُمُ ادْخُلُواْ الْجَنَّةَ بِمَا كُنتُمْ تَعْمَلُونَ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جنھي</w:t>
      </w:r>
      <w:r w:rsidR="00083993">
        <w:rPr>
          <w:rFonts w:hint="eastAsia"/>
          <w:rtl/>
        </w:rPr>
        <w:t xml:space="preserve">ں </w:t>
      </w:r>
      <w:r>
        <w:rPr>
          <w:rtl/>
        </w:rPr>
        <w:t>ملائكہ اس عالم مي</w:t>
      </w:r>
      <w:r w:rsidR="00083993">
        <w:rPr>
          <w:rtl/>
        </w:rPr>
        <w:t xml:space="preserve">ں </w:t>
      </w:r>
      <w:r>
        <w:rPr>
          <w:rtl/>
        </w:rPr>
        <w:t>اٹھاتے ہي</w:t>
      </w:r>
      <w:r w:rsidR="00083993">
        <w:rPr>
          <w:rtl/>
        </w:rPr>
        <w:t xml:space="preserve">ں </w:t>
      </w:r>
      <w:r>
        <w:rPr>
          <w:rtl/>
        </w:rPr>
        <w:t>كہ وہ پاك و پاكيزہ ہوتے ہي</w:t>
      </w:r>
      <w:r w:rsidR="00083993">
        <w:rPr>
          <w:rtl/>
        </w:rPr>
        <w:t xml:space="preserve">ں </w:t>
      </w:r>
      <w:r>
        <w:rPr>
          <w:rtl/>
        </w:rPr>
        <w:t>اور ان سے ملائكہ كہتے ہي</w:t>
      </w:r>
      <w:r w:rsidR="00083993">
        <w:rPr>
          <w:rtl/>
        </w:rPr>
        <w:t xml:space="preserve">ں </w:t>
      </w:r>
      <w:r>
        <w:rPr>
          <w:rtl/>
        </w:rPr>
        <w:t>كہ تم پر سلام ہو اب تم اپنے نيك اعمال كى بنا پر جنّت مي</w:t>
      </w:r>
      <w:r w:rsidR="00083993">
        <w:rPr>
          <w:rtl/>
        </w:rPr>
        <w:t xml:space="preserve">ں </w:t>
      </w:r>
      <w:r>
        <w:rPr>
          <w:rtl/>
        </w:rPr>
        <w:t>داخل ہوجاؤ_</w:t>
      </w:r>
    </w:p>
    <w:p w:rsidR="001F628F" w:rsidRDefault="001F628F" w:rsidP="000A1BE4">
      <w:pPr>
        <w:pStyle w:val="libNormal"/>
        <w:rPr>
          <w:rtl/>
        </w:rPr>
      </w:pPr>
      <w:r>
        <w:rPr>
          <w:rtl/>
        </w:rPr>
        <w:t>1_ انسانو</w:t>
      </w:r>
      <w:r w:rsidR="00083993">
        <w:rPr>
          <w:rtl/>
        </w:rPr>
        <w:t xml:space="preserve">ں </w:t>
      </w:r>
      <w:r>
        <w:rPr>
          <w:rtl/>
        </w:rPr>
        <w:t>كى روح ، ملائكہ كے ذريعے قبض ہوتى ہے_</w:t>
      </w:r>
      <w:r w:rsidRPr="000A1BE4">
        <w:rPr>
          <w:rStyle w:val="libArabicChar"/>
          <w:rFonts w:hint="eastAsia"/>
          <w:rtl/>
        </w:rPr>
        <w:t>الذين</w:t>
      </w:r>
      <w:r w:rsidRPr="000A1BE4">
        <w:rPr>
          <w:rStyle w:val="libArabicChar"/>
          <w:rtl/>
        </w:rPr>
        <w:t xml:space="preserve">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w:t>
      </w:r>
      <w:r w:rsidRPr="000A1BE4">
        <w:rPr>
          <w:rStyle w:val="libArabicChar"/>
          <w:rtl/>
        </w:rPr>
        <w:t>ملائكة</w:t>
      </w:r>
    </w:p>
    <w:p w:rsidR="001F628F" w:rsidRDefault="001F628F" w:rsidP="000A1BE4">
      <w:pPr>
        <w:pStyle w:val="libNormal"/>
        <w:rPr>
          <w:rtl/>
        </w:rPr>
      </w:pPr>
      <w:r>
        <w:rPr>
          <w:rtl/>
        </w:rPr>
        <w:t>2_ انسانو</w:t>
      </w:r>
      <w:r w:rsidR="00083993">
        <w:rPr>
          <w:rtl/>
        </w:rPr>
        <w:t xml:space="preserve">ں </w:t>
      </w:r>
      <w:r>
        <w:rPr>
          <w:rtl/>
        </w:rPr>
        <w:t>كى روح كو قبض كرنے والے ، متعدد ملائكہ ہي</w:t>
      </w:r>
      <w:r w:rsidR="00083993">
        <w:rPr>
          <w:rtl/>
        </w:rPr>
        <w:t xml:space="preserve">ں </w:t>
      </w:r>
      <w:r>
        <w:rPr>
          <w:rtl/>
        </w:rPr>
        <w:t>_</w:t>
      </w:r>
      <w:r w:rsidRPr="000A1BE4">
        <w:rPr>
          <w:rStyle w:val="libArabicChar"/>
          <w:rFonts w:hint="eastAsia"/>
          <w:rtl/>
        </w:rPr>
        <w:t>الذين</w:t>
      </w:r>
      <w:r w:rsidRPr="000A1BE4">
        <w:rPr>
          <w:rStyle w:val="libArabicChar"/>
          <w:rtl/>
        </w:rPr>
        <w:t xml:space="preserve">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w:t>
      </w:r>
      <w:r w:rsidRPr="000A1BE4">
        <w:rPr>
          <w:rStyle w:val="libArabicChar"/>
          <w:rtl/>
        </w:rPr>
        <w:t>ملائكة</w:t>
      </w:r>
    </w:p>
    <w:p w:rsidR="001F628F" w:rsidRDefault="001F628F" w:rsidP="001F628F">
      <w:pPr>
        <w:pStyle w:val="libNormal"/>
        <w:rPr>
          <w:rtl/>
        </w:rPr>
      </w:pPr>
      <w:r>
        <w:rPr>
          <w:rtl/>
        </w:rPr>
        <w:t>3_ اہل تقوى ، پاكيزہ انسان اور جہالت و گناہ سے منزہ ہي</w:t>
      </w:r>
      <w:r w:rsidR="00083993">
        <w:rPr>
          <w:rtl/>
        </w:rPr>
        <w:t xml:space="preserve">ں </w:t>
      </w:r>
      <w:r>
        <w:rPr>
          <w:rtl/>
        </w:rPr>
        <w:t>_</w:t>
      </w:r>
    </w:p>
    <w:p w:rsidR="001F628F" w:rsidRDefault="001F628F" w:rsidP="001F628F">
      <w:pPr>
        <w:pStyle w:val="libNormal"/>
        <w:rPr>
          <w:rtl/>
        </w:rPr>
      </w:pPr>
      <w:r>
        <w:rPr>
          <w:rFonts w:hint="eastAsia"/>
          <w:rtl/>
        </w:rPr>
        <w:t>كلمہ</w:t>
      </w:r>
      <w:r>
        <w:rPr>
          <w:rtl/>
        </w:rPr>
        <w:t xml:space="preserve"> طيّب كى جب انسان كى طرف نسبت دى جاتى ہے تو اس كا معنى آلودگى ، جہالت گناہ اور قبيح اعمال سے دورى ہوتا ہے_</w:t>
      </w:r>
    </w:p>
    <w:p w:rsidR="001F628F" w:rsidRDefault="001F628F" w:rsidP="000A1BE4">
      <w:pPr>
        <w:pStyle w:val="libNormal"/>
        <w:rPr>
          <w:rtl/>
        </w:rPr>
      </w:pPr>
      <w:r>
        <w:rPr>
          <w:rtl/>
        </w:rPr>
        <w:t>4_ متقين ، قبض روح كے وقت ، نفس پر ہر قسم كے ظلم سے دور ہي</w:t>
      </w:r>
      <w:r w:rsidR="00083993">
        <w:rPr>
          <w:rtl/>
        </w:rPr>
        <w:t xml:space="preserve">ں </w:t>
      </w:r>
      <w:r>
        <w:rPr>
          <w:rtl/>
        </w:rPr>
        <w:t>_</w:t>
      </w:r>
      <w:r w:rsidRPr="000A1BE4">
        <w:rPr>
          <w:rStyle w:val="libArabicChar"/>
          <w:rFonts w:hint="eastAsia"/>
          <w:rtl/>
        </w:rPr>
        <w:t>المتقين</w:t>
      </w:r>
      <w:r w:rsidRPr="000A1BE4">
        <w:rPr>
          <w:rStyle w:val="libArabicChar"/>
          <w:rtl/>
        </w:rPr>
        <w:t xml:space="preserve"> ...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طيبين</w:t>
      </w:r>
    </w:p>
    <w:p w:rsidR="001F628F" w:rsidRDefault="001F628F" w:rsidP="001F628F">
      <w:pPr>
        <w:pStyle w:val="libNormal"/>
        <w:rPr>
          <w:rtl/>
        </w:rPr>
      </w:pPr>
      <w:r>
        <w:rPr>
          <w:rFonts w:hint="eastAsia"/>
          <w:rtl/>
        </w:rPr>
        <w:t>آيت</w:t>
      </w:r>
      <w:r>
        <w:rPr>
          <w:rtl/>
        </w:rPr>
        <w:t xml:space="preserve"> ''الكفارين الذين تتوفّہم الملائكہ ظالمى انفسہم''سے مقابلہ كے قرينہ كى بناء پر يہ احتمال ہے كہ طيب ( پاكيزہ) سے مراد نفس پر ظلم سے دورى ہے_</w:t>
      </w:r>
    </w:p>
    <w:p w:rsidR="001F628F" w:rsidRDefault="001F628F" w:rsidP="000A1BE4">
      <w:pPr>
        <w:pStyle w:val="libNormal"/>
        <w:rPr>
          <w:rtl/>
        </w:rPr>
      </w:pPr>
      <w:r>
        <w:rPr>
          <w:rtl/>
        </w:rPr>
        <w:t>5_ انسان، موت كے ذريعہ نيست و نابودنہي</w:t>
      </w:r>
      <w:r w:rsidR="00083993">
        <w:rPr>
          <w:rtl/>
        </w:rPr>
        <w:t xml:space="preserve">ں </w:t>
      </w:r>
      <w:r>
        <w:rPr>
          <w:rtl/>
        </w:rPr>
        <w:t>ہوتا ہے_</w:t>
      </w:r>
      <w:r w:rsidRPr="000A1BE4">
        <w:rPr>
          <w:rStyle w:val="libArabicChar"/>
          <w:rFonts w:hint="eastAsia"/>
          <w:rtl/>
        </w:rPr>
        <w:t>الذين</w:t>
      </w:r>
      <w:r w:rsidRPr="000A1BE4">
        <w:rPr>
          <w:rStyle w:val="libArabicChar"/>
          <w:rtl/>
        </w:rPr>
        <w:t xml:space="preserve"> 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w:t>
      </w:r>
      <w:r w:rsidRPr="000A1BE4">
        <w:rPr>
          <w:rStyle w:val="libArabicChar"/>
          <w:rtl/>
        </w:rPr>
        <w:t>ملائك</w:t>
      </w:r>
      <w:r w:rsidR="00120F63" w:rsidRPr="00B2551F">
        <w:rPr>
          <w:rStyle w:val="libArabicChar"/>
          <w:rFonts w:hint="cs"/>
          <w:rtl/>
        </w:rPr>
        <w:t>ه</w:t>
      </w:r>
    </w:p>
    <w:p w:rsidR="001F628F" w:rsidRDefault="001F628F" w:rsidP="001F628F">
      <w:pPr>
        <w:pStyle w:val="libNormal"/>
        <w:rPr>
          <w:rtl/>
        </w:rPr>
      </w:pPr>
      <w:r>
        <w:rPr>
          <w:rtl/>
        </w:rPr>
        <w:t>( توفّى مصدر ہے) ''تتوفي'' كا معنى كسى چيز كو</w:t>
      </w:r>
    </w:p>
    <w:p w:rsidR="000A1BE4" w:rsidRDefault="001E7F9D" w:rsidP="00F73EDE">
      <w:pPr>
        <w:pStyle w:val="libPoemTini"/>
        <w:rPr>
          <w:rtl/>
        </w:rPr>
      </w:pPr>
      <w:r>
        <w:rPr>
          <w:rtl/>
        </w:rPr>
        <w:cr/>
      </w:r>
      <w:r>
        <w:rPr>
          <w:rtl/>
        </w:rPr>
        <w:br w:type="page"/>
      </w:r>
    </w:p>
    <w:p w:rsidR="001F628F" w:rsidRDefault="001F628F" w:rsidP="000A1BE4">
      <w:pPr>
        <w:pStyle w:val="libNormal"/>
        <w:rPr>
          <w:rtl/>
        </w:rPr>
      </w:pPr>
      <w:r>
        <w:rPr>
          <w:rFonts w:hint="eastAsia"/>
          <w:rtl/>
        </w:rPr>
        <w:lastRenderedPageBreak/>
        <w:t>بطور</w:t>
      </w:r>
      <w:r>
        <w:rPr>
          <w:rtl/>
        </w:rPr>
        <w:t xml:space="preserve"> كامل لينا ہے اور يہ مطلب اس چيز سے حكايت ہے كہ انسان كى حقيقت كو اخذ كياجاتا ہے اور وہ منتقل ہوتى ہے_آيت كا بعد والا حصہ (</w:t>
      </w:r>
      <w:r w:rsidRPr="000A1BE4">
        <w:rPr>
          <w:rStyle w:val="libArabicChar"/>
          <w:rtl/>
        </w:rPr>
        <w:t>سلام عليكم ادخلوا الجنة</w:t>
      </w:r>
      <w:r>
        <w:rPr>
          <w:rtl/>
        </w:rPr>
        <w:t>) بھى اس مذكورہ مطلب پر مويد ہے_</w:t>
      </w:r>
    </w:p>
    <w:p w:rsidR="001F628F" w:rsidRDefault="001F628F" w:rsidP="000A1BE4">
      <w:pPr>
        <w:pStyle w:val="libNormal"/>
        <w:rPr>
          <w:rtl/>
        </w:rPr>
      </w:pPr>
      <w:r>
        <w:rPr>
          <w:rtl/>
        </w:rPr>
        <w:t>6_ انسان ، جسم سے بالا تر حقيقت كا مالك ہے_</w:t>
      </w:r>
      <w:r w:rsidRPr="000A1BE4">
        <w:rPr>
          <w:rStyle w:val="libArabicChar"/>
          <w:rFonts w:hint="eastAsia"/>
          <w:rtl/>
        </w:rPr>
        <w:t>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الملائكة</w:t>
      </w:r>
    </w:p>
    <w:p w:rsidR="001F628F" w:rsidRDefault="001F628F" w:rsidP="001F628F">
      <w:pPr>
        <w:pStyle w:val="libNormal"/>
        <w:rPr>
          <w:rtl/>
        </w:rPr>
      </w:pPr>
      <w:r>
        <w:rPr>
          <w:rFonts w:hint="eastAsia"/>
          <w:rtl/>
        </w:rPr>
        <w:t>واضح</w:t>
      </w:r>
      <w:r>
        <w:rPr>
          <w:rtl/>
        </w:rPr>
        <w:t xml:space="preserve"> ہے كہ موت كے بعد انسان كا جسم ، زمين مي</w:t>
      </w:r>
      <w:r w:rsidR="00083993">
        <w:rPr>
          <w:rtl/>
        </w:rPr>
        <w:t xml:space="preserve">ں </w:t>
      </w:r>
      <w:r>
        <w:rPr>
          <w:rtl/>
        </w:rPr>
        <w:t>رہ جائے گا اور بوسيدہ اور زائل ہوگا اور يہ اس بات پر علامت ہے كہ روح كو قبض كرنے والے ملائكہ جو چيز قبض كرتے ہي</w:t>
      </w:r>
      <w:r w:rsidR="00083993">
        <w:rPr>
          <w:rtl/>
        </w:rPr>
        <w:t xml:space="preserve">ں </w:t>
      </w:r>
      <w:r>
        <w:rPr>
          <w:rtl/>
        </w:rPr>
        <w:t>_ضرورى ہے وہ جسم كے علاوہ كوئي چيز ہو اور جو ''سلام'' اور ''ادخلوا'' كے خطاب كى قابليت ركھتى ہو _</w:t>
      </w:r>
    </w:p>
    <w:p w:rsidR="001F628F" w:rsidRDefault="001F628F" w:rsidP="001F628F">
      <w:pPr>
        <w:pStyle w:val="libNormal"/>
        <w:rPr>
          <w:rtl/>
        </w:rPr>
      </w:pPr>
      <w:r>
        <w:rPr>
          <w:rtl/>
        </w:rPr>
        <w:t>7_ جن لوگو</w:t>
      </w:r>
      <w:r w:rsidR="00083993">
        <w:rPr>
          <w:rtl/>
        </w:rPr>
        <w:t xml:space="preserve">ں </w:t>
      </w:r>
      <w:r>
        <w:rPr>
          <w:rtl/>
        </w:rPr>
        <w:t>كى روح پاكيزہ حالت مي</w:t>
      </w:r>
      <w:r w:rsidR="00083993">
        <w:rPr>
          <w:rtl/>
        </w:rPr>
        <w:t xml:space="preserve">ں </w:t>
      </w:r>
      <w:r>
        <w:rPr>
          <w:rtl/>
        </w:rPr>
        <w:t>قبض ہوگى ملائكہ ان كا استقبال كري</w:t>
      </w:r>
      <w:r w:rsidR="00083993">
        <w:rPr>
          <w:rtl/>
        </w:rPr>
        <w:t xml:space="preserve">ں </w:t>
      </w:r>
      <w:r>
        <w:rPr>
          <w:rtl/>
        </w:rPr>
        <w:t>گے_</w:t>
      </w:r>
    </w:p>
    <w:p w:rsidR="001F628F" w:rsidRDefault="001F628F" w:rsidP="000A1BE4">
      <w:pPr>
        <w:pStyle w:val="libArabic"/>
        <w:rPr>
          <w:rtl/>
        </w:rPr>
      </w:pPr>
      <w:r>
        <w:rPr>
          <w:rFonts w:hint="eastAsia"/>
          <w:rtl/>
        </w:rPr>
        <w:t>الذين</w:t>
      </w:r>
      <w:r>
        <w:rPr>
          <w:rtl/>
        </w:rPr>
        <w:t xml:space="preserve"> تتو فّ</w:t>
      </w:r>
      <w:r w:rsidR="00120F63" w:rsidRPr="00ED5DE8">
        <w:rPr>
          <w:rFonts w:hint="cs"/>
          <w:rtl/>
        </w:rPr>
        <w:t>ه</w:t>
      </w:r>
      <w:r>
        <w:rPr>
          <w:rFonts w:hint="cs"/>
          <w:rtl/>
        </w:rPr>
        <w:t>م</w:t>
      </w:r>
      <w:r>
        <w:rPr>
          <w:rtl/>
        </w:rPr>
        <w:t xml:space="preserve"> </w:t>
      </w:r>
      <w:r>
        <w:rPr>
          <w:rFonts w:hint="cs"/>
          <w:rtl/>
        </w:rPr>
        <w:t>الملائك</w:t>
      </w:r>
      <w:r w:rsidR="00120F63" w:rsidRPr="00ED5DE8">
        <w:rPr>
          <w:rFonts w:hint="cs"/>
          <w:rtl/>
        </w:rPr>
        <w:t>ه</w:t>
      </w:r>
      <w:r>
        <w:rPr>
          <w:rtl/>
        </w:rPr>
        <w:t xml:space="preserve"> </w:t>
      </w:r>
      <w:r>
        <w:rPr>
          <w:rFonts w:hint="cs"/>
          <w:rtl/>
        </w:rPr>
        <w:t>طيبين</w:t>
      </w:r>
      <w:r>
        <w:rPr>
          <w:rtl/>
        </w:rPr>
        <w:t xml:space="preserve"> </w:t>
      </w:r>
      <w:r>
        <w:rPr>
          <w:rFonts w:hint="cs"/>
          <w:rtl/>
        </w:rPr>
        <w:t>يقولون</w:t>
      </w:r>
      <w:r>
        <w:rPr>
          <w:rtl/>
        </w:rPr>
        <w:t xml:space="preserve"> </w:t>
      </w:r>
      <w:r>
        <w:rPr>
          <w:rFonts w:hint="cs"/>
          <w:rtl/>
        </w:rPr>
        <w:t>سلم</w:t>
      </w:r>
      <w:r>
        <w:rPr>
          <w:rtl/>
        </w:rPr>
        <w:t xml:space="preserve"> عليكم</w:t>
      </w:r>
    </w:p>
    <w:p w:rsidR="001F628F" w:rsidRDefault="001F628F" w:rsidP="001F628F">
      <w:pPr>
        <w:pStyle w:val="libNormal"/>
        <w:rPr>
          <w:rtl/>
        </w:rPr>
      </w:pPr>
      <w:r>
        <w:rPr>
          <w:rtl/>
        </w:rPr>
        <w:t>8_ متقين كى روح قبض كرتے وقت، ملائكہ ان پر درود وسلام بھيجتے ہي</w:t>
      </w:r>
      <w:r w:rsidR="00083993">
        <w:rPr>
          <w:rtl/>
        </w:rPr>
        <w:t xml:space="preserve">ں </w:t>
      </w:r>
      <w:r>
        <w:rPr>
          <w:rtl/>
        </w:rPr>
        <w:t>_</w:t>
      </w:r>
    </w:p>
    <w:p w:rsidR="001F628F" w:rsidRDefault="001F628F" w:rsidP="000A1BE4">
      <w:pPr>
        <w:pStyle w:val="libArabic"/>
        <w:rPr>
          <w:rtl/>
        </w:rPr>
      </w:pPr>
      <w:r>
        <w:rPr>
          <w:rFonts w:hint="eastAsia"/>
          <w:rtl/>
        </w:rPr>
        <w:t>المتقين</w:t>
      </w:r>
      <w:r>
        <w:rPr>
          <w:rtl/>
        </w:rPr>
        <w:t xml:space="preserve"> الذين تتوفّ</w:t>
      </w:r>
      <w:r w:rsidR="00120F63" w:rsidRPr="00ED5DE8">
        <w:rPr>
          <w:rFonts w:hint="cs"/>
          <w:rtl/>
        </w:rPr>
        <w:t>ه</w:t>
      </w:r>
      <w:r>
        <w:rPr>
          <w:rFonts w:hint="cs"/>
          <w:rtl/>
        </w:rPr>
        <w:t>م</w:t>
      </w:r>
      <w:r>
        <w:rPr>
          <w:rtl/>
        </w:rPr>
        <w:t xml:space="preserve"> </w:t>
      </w:r>
      <w:r>
        <w:rPr>
          <w:rFonts w:hint="cs"/>
          <w:rtl/>
        </w:rPr>
        <w:t>الملائكة</w:t>
      </w:r>
      <w:r>
        <w:rPr>
          <w:rtl/>
        </w:rPr>
        <w:t xml:space="preserve"> </w:t>
      </w:r>
      <w:r>
        <w:rPr>
          <w:rFonts w:hint="cs"/>
          <w:rtl/>
        </w:rPr>
        <w:t>طيبين</w:t>
      </w:r>
      <w:r>
        <w:rPr>
          <w:rtl/>
        </w:rPr>
        <w:t xml:space="preserve"> </w:t>
      </w:r>
      <w:r>
        <w:rPr>
          <w:rFonts w:hint="cs"/>
          <w:rtl/>
        </w:rPr>
        <w:t>يقولون</w:t>
      </w:r>
      <w:r>
        <w:rPr>
          <w:rtl/>
        </w:rPr>
        <w:t xml:space="preserve"> </w:t>
      </w:r>
      <w:r>
        <w:rPr>
          <w:rFonts w:hint="cs"/>
          <w:rtl/>
        </w:rPr>
        <w:t>سلم</w:t>
      </w:r>
      <w:r>
        <w:rPr>
          <w:rtl/>
        </w:rPr>
        <w:t xml:space="preserve"> عليكم</w:t>
      </w:r>
    </w:p>
    <w:p w:rsidR="001F628F" w:rsidRDefault="001F628F" w:rsidP="000A1BE4">
      <w:pPr>
        <w:pStyle w:val="libNormal"/>
        <w:rPr>
          <w:rtl/>
        </w:rPr>
      </w:pPr>
      <w:r>
        <w:rPr>
          <w:rtl/>
        </w:rPr>
        <w:t>9_ ملائكہ ، متقين كا احترام و تكريم بجالاتے ہي</w:t>
      </w:r>
      <w:r w:rsidR="00083993">
        <w:rPr>
          <w:rtl/>
        </w:rPr>
        <w:t xml:space="preserve">ں </w:t>
      </w:r>
      <w:r>
        <w:rPr>
          <w:rtl/>
        </w:rPr>
        <w:t>_</w:t>
      </w:r>
      <w:r w:rsidRPr="000A1BE4">
        <w:rPr>
          <w:rStyle w:val="libArabicChar"/>
          <w:rFonts w:hint="eastAsia"/>
          <w:rtl/>
        </w:rPr>
        <w:t>المتقين</w:t>
      </w:r>
      <w:r w:rsidRPr="000A1BE4">
        <w:rPr>
          <w:rStyle w:val="libArabicChar"/>
          <w:rtl/>
        </w:rPr>
        <w:t xml:space="preserve"> الذين 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w:t>
      </w:r>
      <w:r w:rsidR="00120F63" w:rsidRPr="00B2551F">
        <w:rPr>
          <w:rStyle w:val="libArabicChar"/>
          <w:rFonts w:hint="cs"/>
          <w:rtl/>
        </w:rPr>
        <w:t>ه</w:t>
      </w:r>
      <w:r w:rsidRPr="000A1BE4">
        <w:rPr>
          <w:rStyle w:val="libArabicChar"/>
          <w:rtl/>
        </w:rPr>
        <w:t xml:space="preserve"> </w:t>
      </w:r>
      <w:r w:rsidRPr="000A1BE4">
        <w:rPr>
          <w:rStyle w:val="libArabicChar"/>
          <w:rFonts w:hint="cs"/>
          <w:rtl/>
        </w:rPr>
        <w:t>طيبين</w:t>
      </w:r>
      <w:r w:rsidRPr="000A1BE4">
        <w:rPr>
          <w:rStyle w:val="libArabicChar"/>
          <w:rtl/>
        </w:rPr>
        <w:t xml:space="preserve"> </w:t>
      </w:r>
      <w:r w:rsidRPr="000A1BE4">
        <w:rPr>
          <w:rStyle w:val="libArabicChar"/>
          <w:rFonts w:hint="cs"/>
          <w:rtl/>
        </w:rPr>
        <w:t>يقولون</w:t>
      </w:r>
      <w:r w:rsidRPr="000A1BE4">
        <w:rPr>
          <w:rStyle w:val="libArabicChar"/>
          <w:rtl/>
        </w:rPr>
        <w:t xml:space="preserve"> </w:t>
      </w:r>
      <w:r w:rsidRPr="000A1BE4">
        <w:rPr>
          <w:rStyle w:val="libArabicChar"/>
          <w:rFonts w:hint="cs"/>
          <w:rtl/>
        </w:rPr>
        <w:t>سلم</w:t>
      </w:r>
      <w:r w:rsidRPr="000A1BE4">
        <w:rPr>
          <w:rStyle w:val="libArabicChar"/>
          <w:rtl/>
        </w:rPr>
        <w:t xml:space="preserve"> </w:t>
      </w:r>
      <w:r w:rsidRPr="000A1BE4">
        <w:rPr>
          <w:rStyle w:val="libArabicChar"/>
          <w:rFonts w:hint="cs"/>
          <w:rtl/>
        </w:rPr>
        <w:t>عليكم</w:t>
      </w:r>
      <w:r w:rsidRPr="000A1BE4">
        <w:rPr>
          <w:rStyle w:val="libArabicChar"/>
          <w:rtl/>
        </w:rPr>
        <w:t xml:space="preserve"> </w:t>
      </w:r>
      <w:r w:rsidRPr="000A1BE4">
        <w:rPr>
          <w:rStyle w:val="libArabicChar"/>
          <w:rFonts w:hint="cs"/>
          <w:rtl/>
        </w:rPr>
        <w:t>ادخلو</w:t>
      </w:r>
      <w:r w:rsidRPr="000A1BE4">
        <w:rPr>
          <w:rStyle w:val="libArabicChar"/>
          <w:rtl/>
        </w:rPr>
        <w:t xml:space="preserve"> الجنة</w:t>
      </w:r>
    </w:p>
    <w:p w:rsidR="001F628F" w:rsidRDefault="001F628F" w:rsidP="001F628F">
      <w:pPr>
        <w:pStyle w:val="libNormal"/>
        <w:rPr>
          <w:rtl/>
        </w:rPr>
      </w:pPr>
      <w:r>
        <w:rPr>
          <w:rtl/>
        </w:rPr>
        <w:t>10_ اہل تقوى كى روح قبض ہونے كے وقت ، ملائكہ كے پاس ان كى سلامتى اور خوشحالى كا پيغام ہوگا_</w:t>
      </w:r>
    </w:p>
    <w:p w:rsidR="001F628F" w:rsidRDefault="001F628F" w:rsidP="000A1BE4">
      <w:pPr>
        <w:pStyle w:val="libArabic"/>
        <w:rPr>
          <w:rtl/>
        </w:rPr>
      </w:pPr>
      <w:r>
        <w:rPr>
          <w:rFonts w:hint="eastAsia"/>
          <w:rtl/>
        </w:rPr>
        <w:t>المتقين</w:t>
      </w:r>
      <w:r>
        <w:rPr>
          <w:rtl/>
        </w:rPr>
        <w:t xml:space="preserve"> الذين تتوفّ</w:t>
      </w:r>
      <w:r w:rsidR="00120F63" w:rsidRPr="00ED5DE8">
        <w:rPr>
          <w:rFonts w:hint="cs"/>
          <w:rtl/>
        </w:rPr>
        <w:t>ه</w:t>
      </w:r>
      <w:r>
        <w:rPr>
          <w:rFonts w:hint="cs"/>
          <w:rtl/>
        </w:rPr>
        <w:t>م</w:t>
      </w:r>
      <w:r>
        <w:rPr>
          <w:rtl/>
        </w:rPr>
        <w:t xml:space="preserve"> </w:t>
      </w:r>
      <w:r>
        <w:rPr>
          <w:rFonts w:hint="cs"/>
          <w:rtl/>
        </w:rPr>
        <w:t>الملائكةطيبين</w:t>
      </w:r>
      <w:r>
        <w:rPr>
          <w:rtl/>
        </w:rPr>
        <w:t xml:space="preserve"> </w:t>
      </w:r>
      <w:r>
        <w:rPr>
          <w:rFonts w:hint="cs"/>
          <w:rtl/>
        </w:rPr>
        <w:t>يقولون</w:t>
      </w:r>
      <w:r>
        <w:rPr>
          <w:rtl/>
        </w:rPr>
        <w:t xml:space="preserve"> </w:t>
      </w:r>
      <w:r>
        <w:rPr>
          <w:rFonts w:hint="cs"/>
          <w:rtl/>
        </w:rPr>
        <w:t>سلم</w:t>
      </w:r>
      <w:r>
        <w:rPr>
          <w:rtl/>
        </w:rPr>
        <w:t xml:space="preserve"> </w:t>
      </w:r>
      <w:r>
        <w:rPr>
          <w:rFonts w:hint="cs"/>
          <w:rtl/>
        </w:rPr>
        <w:t>عليكم</w:t>
      </w:r>
      <w:r>
        <w:rPr>
          <w:rtl/>
        </w:rPr>
        <w:t xml:space="preserve"> </w:t>
      </w:r>
      <w:r>
        <w:rPr>
          <w:rFonts w:hint="cs"/>
          <w:rtl/>
        </w:rPr>
        <w:t>ادخلوا</w:t>
      </w:r>
      <w:r>
        <w:rPr>
          <w:rtl/>
        </w:rPr>
        <w:t xml:space="preserve"> الجنة</w:t>
      </w:r>
    </w:p>
    <w:p w:rsidR="001F628F" w:rsidRPr="000A1BE4" w:rsidRDefault="001F628F" w:rsidP="000A1BE4">
      <w:pPr>
        <w:pStyle w:val="libNormal"/>
        <w:rPr>
          <w:rStyle w:val="libArabicChar"/>
          <w:rtl/>
        </w:rPr>
      </w:pPr>
      <w:r>
        <w:rPr>
          <w:rtl/>
        </w:rPr>
        <w:t>11_ متقين، موت كے بعد مسلسل آسا</w:t>
      </w:r>
      <w:r w:rsidR="009F604A">
        <w:rPr>
          <w:rtl/>
        </w:rPr>
        <w:t>ئش</w:t>
      </w:r>
      <w:r>
        <w:rPr>
          <w:rtl/>
        </w:rPr>
        <w:t xml:space="preserve"> اور سلامتى مي</w:t>
      </w:r>
      <w:r w:rsidR="00083993">
        <w:rPr>
          <w:rtl/>
        </w:rPr>
        <w:t xml:space="preserve">ں </w:t>
      </w:r>
      <w:r>
        <w:rPr>
          <w:rtl/>
        </w:rPr>
        <w:t>ہو</w:t>
      </w:r>
      <w:r w:rsidR="00083993">
        <w:rPr>
          <w:rtl/>
        </w:rPr>
        <w:t xml:space="preserve">ں </w:t>
      </w:r>
      <w:r>
        <w:rPr>
          <w:rtl/>
        </w:rPr>
        <w:t>گے_</w:t>
      </w:r>
      <w:r w:rsidRPr="000A1BE4">
        <w:rPr>
          <w:rStyle w:val="libArabicChar"/>
          <w:rFonts w:hint="eastAsia"/>
          <w:rtl/>
        </w:rPr>
        <w:t>المتقين</w:t>
      </w:r>
      <w:r w:rsidRPr="000A1BE4">
        <w:rPr>
          <w:rStyle w:val="libArabicChar"/>
          <w:rtl/>
        </w:rPr>
        <w:t xml:space="preserve"> الذين تتو 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w:t>
      </w:r>
      <w:r w:rsidRPr="000A1BE4">
        <w:rPr>
          <w:rStyle w:val="libArabicChar"/>
          <w:rFonts w:hint="cs"/>
          <w:rtl/>
        </w:rPr>
        <w:t>طيبين</w:t>
      </w:r>
      <w:r w:rsidRPr="000A1BE4">
        <w:rPr>
          <w:rStyle w:val="libArabicChar"/>
          <w:rtl/>
        </w:rPr>
        <w:t xml:space="preserve"> </w:t>
      </w:r>
      <w:r w:rsidRPr="000A1BE4">
        <w:rPr>
          <w:rStyle w:val="libArabicChar"/>
          <w:rFonts w:hint="cs"/>
          <w:rtl/>
        </w:rPr>
        <w:t>يقولو</w:t>
      </w:r>
      <w:r w:rsidR="00083993" w:rsidRPr="000A1BE4">
        <w:rPr>
          <w:rStyle w:val="libArabicChar"/>
          <w:rtl/>
        </w:rPr>
        <w:t xml:space="preserve">ں </w:t>
      </w:r>
      <w:r w:rsidRPr="000A1BE4">
        <w:rPr>
          <w:rStyle w:val="libArabicChar"/>
          <w:rtl/>
        </w:rPr>
        <w:t>سلم عليكم</w:t>
      </w:r>
    </w:p>
    <w:p w:rsidR="001F628F" w:rsidRDefault="001F628F" w:rsidP="000A1BE4">
      <w:pPr>
        <w:pStyle w:val="libNormal"/>
        <w:rPr>
          <w:rtl/>
        </w:rPr>
      </w:pPr>
      <w:r>
        <w:rPr>
          <w:rtl/>
        </w:rPr>
        <w:t>12_ سلام، بہترين درود و تحفہ ہے_</w:t>
      </w:r>
      <w:r w:rsidRPr="000A1BE4">
        <w:rPr>
          <w:rStyle w:val="libArabicChar"/>
          <w:rFonts w:hint="eastAsia"/>
          <w:rtl/>
        </w:rPr>
        <w:t>يقولو</w:t>
      </w:r>
      <w:r w:rsidR="00083993" w:rsidRPr="000A1BE4">
        <w:rPr>
          <w:rStyle w:val="libArabicChar"/>
          <w:rFonts w:hint="eastAsia"/>
          <w:rtl/>
        </w:rPr>
        <w:t xml:space="preserve">ں </w:t>
      </w:r>
      <w:r w:rsidRPr="000A1BE4">
        <w:rPr>
          <w:rStyle w:val="libArabicChar"/>
          <w:rtl/>
        </w:rPr>
        <w:t>سلم عليكم</w:t>
      </w:r>
    </w:p>
    <w:p w:rsidR="001F628F" w:rsidRDefault="001F628F" w:rsidP="001F628F">
      <w:pPr>
        <w:pStyle w:val="libNormal"/>
        <w:rPr>
          <w:rtl/>
        </w:rPr>
      </w:pPr>
      <w:r>
        <w:rPr>
          <w:rFonts w:hint="eastAsia"/>
          <w:rtl/>
        </w:rPr>
        <w:t>اس</w:t>
      </w:r>
      <w:r>
        <w:rPr>
          <w:rtl/>
        </w:rPr>
        <w:t xml:space="preserve"> بات كو مد نظر ركھتے ہوئے كہ ملائكہ ، متقين كى روح كو قبض كرتے وقت انہي</w:t>
      </w:r>
      <w:r w:rsidR="00083993">
        <w:rPr>
          <w:rtl/>
        </w:rPr>
        <w:t xml:space="preserve">ں </w:t>
      </w:r>
      <w:r>
        <w:rPr>
          <w:rtl/>
        </w:rPr>
        <w:t>خوش آمديد كے ليے كلمہ'' سلام '' سے استفادہ كري</w:t>
      </w:r>
      <w:r w:rsidR="00083993">
        <w:rPr>
          <w:rtl/>
        </w:rPr>
        <w:t xml:space="preserve">ں </w:t>
      </w:r>
      <w:r>
        <w:rPr>
          <w:rtl/>
        </w:rPr>
        <w:t>گے اس سے واضح ہوتا ہے كہ بہترين تحفہ ، سلام كہنا ہے_</w:t>
      </w:r>
    </w:p>
    <w:p w:rsidR="001F628F" w:rsidRDefault="001F628F" w:rsidP="001F628F">
      <w:pPr>
        <w:pStyle w:val="libNormal"/>
        <w:rPr>
          <w:rtl/>
        </w:rPr>
      </w:pPr>
      <w:r>
        <w:rPr>
          <w:rtl/>
        </w:rPr>
        <w:t>13_ ملائكہ ، متقين كى روح قبض كرتے وقت ، انہي</w:t>
      </w:r>
      <w:r w:rsidR="00083993">
        <w:rPr>
          <w:rtl/>
        </w:rPr>
        <w:t xml:space="preserve">ں </w:t>
      </w:r>
      <w:r>
        <w:rPr>
          <w:rtl/>
        </w:rPr>
        <w:t>جنت مي</w:t>
      </w:r>
      <w:r w:rsidR="00083993">
        <w:rPr>
          <w:rtl/>
        </w:rPr>
        <w:t xml:space="preserve">ں </w:t>
      </w:r>
      <w:r>
        <w:rPr>
          <w:rtl/>
        </w:rPr>
        <w:t>داخل ہونے كى دعوت دي</w:t>
      </w:r>
      <w:r w:rsidR="00083993">
        <w:rPr>
          <w:rtl/>
        </w:rPr>
        <w:t xml:space="preserve">ں </w:t>
      </w:r>
      <w:r>
        <w:rPr>
          <w:rtl/>
        </w:rPr>
        <w:t>گے_</w:t>
      </w:r>
    </w:p>
    <w:p w:rsidR="001F628F" w:rsidRDefault="001F628F" w:rsidP="000A1BE4">
      <w:pPr>
        <w:pStyle w:val="libArabic"/>
        <w:rPr>
          <w:rtl/>
        </w:rPr>
      </w:pPr>
      <w:r>
        <w:rPr>
          <w:rFonts w:hint="eastAsia"/>
          <w:rtl/>
        </w:rPr>
        <w:t>المتقين</w:t>
      </w:r>
      <w:r>
        <w:rPr>
          <w:rtl/>
        </w:rPr>
        <w:t xml:space="preserve"> الذين تتوفّ</w:t>
      </w:r>
      <w:r w:rsidR="00120F63" w:rsidRPr="00ED5DE8">
        <w:rPr>
          <w:rFonts w:hint="cs"/>
          <w:rtl/>
        </w:rPr>
        <w:t>ه</w:t>
      </w:r>
      <w:r>
        <w:rPr>
          <w:rFonts w:hint="cs"/>
          <w:rtl/>
        </w:rPr>
        <w:t>م</w:t>
      </w:r>
      <w:r>
        <w:rPr>
          <w:rtl/>
        </w:rPr>
        <w:t xml:space="preserve"> </w:t>
      </w:r>
      <w:r>
        <w:rPr>
          <w:rFonts w:hint="cs"/>
          <w:rtl/>
        </w:rPr>
        <w:t>الملائكة</w:t>
      </w:r>
      <w:r>
        <w:rPr>
          <w:rtl/>
        </w:rPr>
        <w:t xml:space="preserve"> </w:t>
      </w:r>
      <w:r>
        <w:rPr>
          <w:rFonts w:hint="cs"/>
          <w:rtl/>
        </w:rPr>
        <w:t>طيبين</w:t>
      </w:r>
      <w:r>
        <w:rPr>
          <w:rtl/>
        </w:rPr>
        <w:t xml:space="preserve"> </w:t>
      </w:r>
      <w:r>
        <w:rPr>
          <w:rFonts w:hint="cs"/>
          <w:rtl/>
        </w:rPr>
        <w:t>يقولون</w:t>
      </w:r>
      <w:r>
        <w:rPr>
          <w:rtl/>
        </w:rPr>
        <w:t xml:space="preserve"> </w:t>
      </w:r>
      <w:r>
        <w:rPr>
          <w:rFonts w:hint="cs"/>
          <w:rtl/>
        </w:rPr>
        <w:t>ادخلوا</w:t>
      </w:r>
      <w:r>
        <w:rPr>
          <w:rtl/>
        </w:rPr>
        <w:t xml:space="preserve"> الجنة</w:t>
      </w:r>
    </w:p>
    <w:p w:rsidR="001F628F" w:rsidRDefault="001F628F" w:rsidP="000A1BE4">
      <w:pPr>
        <w:pStyle w:val="libNormal"/>
        <w:rPr>
          <w:rtl/>
        </w:rPr>
      </w:pPr>
      <w:r>
        <w:rPr>
          <w:rtl/>
        </w:rPr>
        <w:t>14_ اہل تقوى ، رغبت وميلان سے جنت مي</w:t>
      </w:r>
      <w:r w:rsidR="00083993">
        <w:rPr>
          <w:rtl/>
        </w:rPr>
        <w:t xml:space="preserve">ں </w:t>
      </w:r>
      <w:r>
        <w:rPr>
          <w:rtl/>
        </w:rPr>
        <w:t>داخل ہو</w:t>
      </w:r>
      <w:r w:rsidR="00083993">
        <w:rPr>
          <w:rtl/>
        </w:rPr>
        <w:t xml:space="preserve">ں </w:t>
      </w:r>
      <w:r>
        <w:rPr>
          <w:rtl/>
        </w:rPr>
        <w:t>گے_</w:t>
      </w:r>
      <w:r w:rsidRPr="000A1BE4">
        <w:rPr>
          <w:rStyle w:val="libArabicChar"/>
          <w:rFonts w:hint="eastAsia"/>
          <w:rtl/>
        </w:rPr>
        <w:t>المتقين</w:t>
      </w:r>
      <w:r w:rsidRPr="000A1BE4">
        <w:rPr>
          <w:rStyle w:val="libArabicChar"/>
          <w:rtl/>
        </w:rPr>
        <w:t xml:space="preserve"> جنت عدن يدخلون</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يقول</w:t>
      </w:r>
      <w:r w:rsidRPr="000A1BE4">
        <w:rPr>
          <w:rStyle w:val="libArabicChar"/>
          <w:rtl/>
        </w:rPr>
        <w:t>ون سلم عليكم ادخلوا الجنة</w:t>
      </w:r>
      <w:r>
        <w:rPr>
          <w:rFonts w:hint="eastAsia"/>
          <w:rtl/>
        </w:rPr>
        <w:t>متقين</w:t>
      </w:r>
      <w:r>
        <w:rPr>
          <w:rtl/>
        </w:rPr>
        <w:t xml:space="preserve"> كے جنت مي</w:t>
      </w:r>
      <w:r w:rsidR="00083993">
        <w:rPr>
          <w:rtl/>
        </w:rPr>
        <w:t xml:space="preserve">ں </w:t>
      </w:r>
      <w:r>
        <w:rPr>
          <w:rtl/>
        </w:rPr>
        <w:t>داخل ہونے كے ليے ''ادخلوا جہنم'' جو كہ اس كى بدى كو بيان</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كرنے</w:t>
      </w:r>
      <w:r>
        <w:rPr>
          <w:rtl/>
        </w:rPr>
        <w:t xml:space="preserve"> كے ساتھ كفار كو جہنم مي</w:t>
      </w:r>
      <w:r w:rsidR="00083993">
        <w:rPr>
          <w:rtl/>
        </w:rPr>
        <w:t xml:space="preserve">ں </w:t>
      </w:r>
      <w:r>
        <w:rPr>
          <w:rtl/>
        </w:rPr>
        <w:t>داخل ہونے كا حكم ہے كے مقابلے مي</w:t>
      </w:r>
      <w:r w:rsidR="00083993">
        <w:rPr>
          <w:rtl/>
        </w:rPr>
        <w:t xml:space="preserve">ں </w:t>
      </w:r>
      <w:r>
        <w:rPr>
          <w:rtl/>
        </w:rPr>
        <w:t>فعل و ''يدخلون'' اور فعل امر''ادخلو'' كا ''سلام عليكم'' كے ساتھ استعمال ، مذكورہ نكتے كا فائدہ دے رہا ہے_</w:t>
      </w:r>
    </w:p>
    <w:p w:rsidR="001F628F" w:rsidRDefault="001F628F" w:rsidP="000A1BE4">
      <w:pPr>
        <w:pStyle w:val="libNormal"/>
        <w:rPr>
          <w:rtl/>
        </w:rPr>
      </w:pPr>
      <w:r>
        <w:rPr>
          <w:rtl/>
        </w:rPr>
        <w:t>15_ متقين كے اعمال ، انہي</w:t>
      </w:r>
      <w:r w:rsidR="00083993">
        <w:rPr>
          <w:rtl/>
        </w:rPr>
        <w:t xml:space="preserve">ں </w:t>
      </w:r>
      <w:r>
        <w:rPr>
          <w:rtl/>
        </w:rPr>
        <w:t>جنت مي</w:t>
      </w:r>
      <w:r w:rsidR="00083993">
        <w:rPr>
          <w:rtl/>
        </w:rPr>
        <w:t xml:space="preserve">ں </w:t>
      </w:r>
      <w:r>
        <w:rPr>
          <w:rtl/>
        </w:rPr>
        <w:t>داخل كرنے كا سبب ہي</w:t>
      </w:r>
      <w:r w:rsidR="00083993">
        <w:rPr>
          <w:rtl/>
        </w:rPr>
        <w:t xml:space="preserve">ں </w:t>
      </w:r>
      <w:r>
        <w:rPr>
          <w:rtl/>
        </w:rPr>
        <w:t>_</w:t>
      </w:r>
      <w:r w:rsidRPr="000A1BE4">
        <w:rPr>
          <w:rStyle w:val="libArabicChar"/>
          <w:rFonts w:hint="eastAsia"/>
          <w:rtl/>
        </w:rPr>
        <w:t>المتقين</w:t>
      </w:r>
      <w:r w:rsidRPr="000A1BE4">
        <w:rPr>
          <w:rStyle w:val="libArabicChar"/>
          <w:rtl/>
        </w:rPr>
        <w:t xml:space="preserve"> ادخلو ا الجنة بما كنتم تعملون</w:t>
      </w:r>
    </w:p>
    <w:p w:rsidR="001F628F" w:rsidRDefault="001F628F" w:rsidP="000A1BE4">
      <w:pPr>
        <w:pStyle w:val="libNormal"/>
        <w:rPr>
          <w:rtl/>
        </w:rPr>
      </w:pPr>
      <w:r>
        <w:rPr>
          <w:rtl/>
        </w:rPr>
        <w:t>16_ بہشت ، متقين كے اعمال و كردار كى جزا ہے_</w:t>
      </w:r>
      <w:r w:rsidRPr="000A1BE4">
        <w:rPr>
          <w:rStyle w:val="libArabicChar"/>
          <w:rFonts w:hint="eastAsia"/>
          <w:rtl/>
        </w:rPr>
        <w:t>ادخلوا</w:t>
      </w:r>
      <w:r w:rsidRPr="000A1BE4">
        <w:rPr>
          <w:rStyle w:val="libArabicChar"/>
          <w:rtl/>
        </w:rPr>
        <w:t xml:space="preserve"> الجنة بما كنتم تعملون</w:t>
      </w:r>
    </w:p>
    <w:p w:rsidR="001F628F" w:rsidRDefault="001F628F" w:rsidP="000A1BE4">
      <w:pPr>
        <w:pStyle w:val="libNormal"/>
        <w:rPr>
          <w:rtl/>
        </w:rPr>
      </w:pPr>
      <w:r>
        <w:rPr>
          <w:rtl/>
        </w:rPr>
        <w:t>17_ انسانو</w:t>
      </w:r>
      <w:r w:rsidR="00083993">
        <w:rPr>
          <w:rtl/>
        </w:rPr>
        <w:t xml:space="preserve">ں </w:t>
      </w:r>
      <w:r>
        <w:rPr>
          <w:rtl/>
        </w:rPr>
        <w:t>كا صحيح عقيدہ اور عمل صالح ، ان كى سعادت كے يقين مي</w:t>
      </w:r>
      <w:r w:rsidR="00083993">
        <w:rPr>
          <w:rtl/>
        </w:rPr>
        <w:t xml:space="preserve">ں </w:t>
      </w:r>
      <w:r>
        <w:rPr>
          <w:rtl/>
        </w:rPr>
        <w:t>موثر ہے _</w:t>
      </w:r>
      <w:r w:rsidRPr="000A1BE4">
        <w:rPr>
          <w:rStyle w:val="libArabicChar"/>
          <w:rFonts w:hint="eastAsia"/>
          <w:rtl/>
        </w:rPr>
        <w:t>وقيل</w:t>
      </w:r>
      <w:r w:rsidRPr="000A1BE4">
        <w:rPr>
          <w:rStyle w:val="libArabicChar"/>
          <w:rtl/>
        </w:rPr>
        <w:t xml:space="preserve"> للذين اتقوما ذا انزل ربّكم قالوا خير</w:t>
      </w:r>
    </w:p>
    <w:p w:rsidR="001F628F" w:rsidRPr="000A1BE4" w:rsidRDefault="001F628F" w:rsidP="000A1BE4">
      <w:pPr>
        <w:pStyle w:val="libNormal"/>
        <w:rPr>
          <w:rStyle w:val="libArabicChar"/>
          <w:rtl/>
        </w:rPr>
      </w:pPr>
      <w:r>
        <w:rPr>
          <w:rtl/>
        </w:rPr>
        <w:t>18_ خداوند عالم كى جانب سے قرآن كے نزول اور اس كے خير مطلق ہونے كا عقيدہ ، انسان كو بلند مقام عطا كرنے كا سبب ہے_</w:t>
      </w:r>
      <w:r w:rsidRPr="000A1BE4">
        <w:rPr>
          <w:rStyle w:val="libArabicChar"/>
          <w:rFonts w:hint="eastAsia"/>
          <w:rtl/>
        </w:rPr>
        <w:t>وقيل</w:t>
      </w:r>
      <w:r w:rsidRPr="000A1BE4">
        <w:rPr>
          <w:rStyle w:val="libArabicChar"/>
          <w:rtl/>
        </w:rPr>
        <w:t xml:space="preserve"> للذين اتقوا ماا انزل ربّكم قالوا خيراً ... ولنعم دارلمتقين ... الذين تتوفّ</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w:t>
      </w:r>
      <w:r w:rsidR="00120F63" w:rsidRPr="00B2551F">
        <w:rPr>
          <w:rStyle w:val="libArabicChar"/>
          <w:rFonts w:hint="cs"/>
          <w:rtl/>
        </w:rPr>
        <w:t>ه</w:t>
      </w:r>
      <w:r w:rsidRPr="000A1BE4">
        <w:rPr>
          <w:rStyle w:val="libArabicChar"/>
          <w:rtl/>
        </w:rPr>
        <w:t xml:space="preserve"> </w:t>
      </w:r>
      <w:r w:rsidRPr="000A1BE4">
        <w:rPr>
          <w:rStyle w:val="libArabicChar"/>
          <w:rFonts w:hint="cs"/>
          <w:rtl/>
        </w:rPr>
        <w:t>يقو</w:t>
      </w:r>
      <w:r w:rsidRPr="000A1BE4">
        <w:rPr>
          <w:rStyle w:val="libArabicChar"/>
          <w:rtl/>
        </w:rPr>
        <w:t>لون سلم عليكم ادخلوا الجنة</w:t>
      </w:r>
    </w:p>
    <w:p w:rsidR="001F628F" w:rsidRDefault="001F628F" w:rsidP="001F628F">
      <w:pPr>
        <w:pStyle w:val="libNormal"/>
        <w:rPr>
          <w:rtl/>
        </w:rPr>
      </w:pPr>
      <w:r>
        <w:rPr>
          <w:rtl/>
        </w:rPr>
        <w:t>19_ نيك وبدكار افراد كى مثال اور نمونہ پيش كرنا ، قرآن كريم كا تربيتى طريقہ ہے_</w:t>
      </w:r>
    </w:p>
    <w:p w:rsidR="001F628F" w:rsidRDefault="001F628F" w:rsidP="000A1BE4">
      <w:pPr>
        <w:pStyle w:val="libArabic"/>
        <w:rPr>
          <w:rtl/>
        </w:rPr>
      </w:pPr>
      <w:r>
        <w:rPr>
          <w:rFonts w:hint="eastAsia"/>
          <w:rtl/>
        </w:rPr>
        <w:t>الكافرين</w:t>
      </w:r>
      <w:r>
        <w:rPr>
          <w:rtl/>
        </w:rPr>
        <w:t xml:space="preserve"> الذين تتو فّ</w:t>
      </w:r>
      <w:r w:rsidR="00120F63" w:rsidRPr="00ED5DE8">
        <w:rPr>
          <w:rFonts w:hint="cs"/>
          <w:rtl/>
        </w:rPr>
        <w:t>ه</w:t>
      </w:r>
      <w:r>
        <w:rPr>
          <w:rFonts w:hint="cs"/>
          <w:rtl/>
        </w:rPr>
        <w:t>م</w:t>
      </w:r>
      <w:r>
        <w:rPr>
          <w:rtl/>
        </w:rPr>
        <w:t xml:space="preserve"> </w:t>
      </w:r>
      <w:r>
        <w:rPr>
          <w:rFonts w:hint="cs"/>
          <w:rtl/>
        </w:rPr>
        <w:t>الملائك</w:t>
      </w:r>
      <w:r w:rsidR="00120F63" w:rsidRPr="00ED5DE8">
        <w:rPr>
          <w:rFonts w:hint="cs"/>
          <w:rtl/>
        </w:rPr>
        <w:t>ه</w:t>
      </w:r>
      <w:r>
        <w:rPr>
          <w:rtl/>
        </w:rPr>
        <w:t xml:space="preserve"> </w:t>
      </w:r>
      <w:r>
        <w:rPr>
          <w:rFonts w:hint="cs"/>
          <w:rtl/>
        </w:rPr>
        <w:t>ظالمى</w:t>
      </w:r>
      <w:r>
        <w:rPr>
          <w:rtl/>
        </w:rPr>
        <w:t xml:space="preserve"> </w:t>
      </w:r>
      <w:r>
        <w:rPr>
          <w:rFonts w:hint="cs"/>
          <w:rtl/>
        </w:rPr>
        <w:t>انفس</w:t>
      </w:r>
      <w:r w:rsidR="00120F63" w:rsidRPr="00ED5DE8">
        <w:rPr>
          <w:rFonts w:hint="cs"/>
          <w:rtl/>
        </w:rPr>
        <w:t>ه</w:t>
      </w:r>
      <w:r>
        <w:rPr>
          <w:rFonts w:hint="cs"/>
          <w:rtl/>
        </w:rPr>
        <w:t>م</w:t>
      </w:r>
      <w:r>
        <w:rPr>
          <w:rtl/>
        </w:rPr>
        <w:t xml:space="preserve"> ... </w:t>
      </w:r>
      <w:r>
        <w:rPr>
          <w:rFonts w:hint="cs"/>
          <w:rtl/>
        </w:rPr>
        <w:t>ادخلوا</w:t>
      </w:r>
      <w:r>
        <w:rPr>
          <w:rtl/>
        </w:rPr>
        <w:t xml:space="preserve"> </w:t>
      </w:r>
      <w:r>
        <w:rPr>
          <w:rFonts w:hint="cs"/>
          <w:rtl/>
        </w:rPr>
        <w:t>ابواب</w:t>
      </w:r>
      <w:r>
        <w:rPr>
          <w:rtl/>
        </w:rPr>
        <w:t xml:space="preserve"> </w:t>
      </w:r>
      <w:r>
        <w:rPr>
          <w:rFonts w:hint="cs"/>
          <w:rtl/>
        </w:rPr>
        <w:t>ج</w:t>
      </w:r>
      <w:r w:rsidR="00120F63" w:rsidRPr="00ED5DE8">
        <w:rPr>
          <w:rFonts w:hint="cs"/>
          <w:rtl/>
        </w:rPr>
        <w:t>ه</w:t>
      </w:r>
      <w:r>
        <w:rPr>
          <w:rFonts w:hint="cs"/>
          <w:rtl/>
        </w:rPr>
        <w:t>نم</w:t>
      </w:r>
      <w:r>
        <w:rPr>
          <w:rtl/>
        </w:rPr>
        <w:t xml:space="preserve"> ...</w:t>
      </w:r>
      <w:r>
        <w:rPr>
          <w:rFonts w:hint="cs"/>
          <w:rtl/>
        </w:rPr>
        <w:t>فلبئس</w:t>
      </w:r>
      <w:r>
        <w:rPr>
          <w:rtl/>
        </w:rPr>
        <w:t xml:space="preserve"> </w:t>
      </w:r>
      <w:r>
        <w:rPr>
          <w:rFonts w:hint="cs"/>
          <w:rtl/>
        </w:rPr>
        <w:t>مثوى</w:t>
      </w:r>
      <w:r>
        <w:rPr>
          <w:rtl/>
        </w:rPr>
        <w:t xml:space="preserve"> </w:t>
      </w:r>
      <w:r>
        <w:rPr>
          <w:rFonts w:hint="cs"/>
          <w:rtl/>
        </w:rPr>
        <w:t>المتكبرين</w:t>
      </w:r>
      <w:r>
        <w:rPr>
          <w:rtl/>
        </w:rPr>
        <w:t xml:space="preserve"> ... </w:t>
      </w:r>
      <w:r>
        <w:rPr>
          <w:rFonts w:hint="cs"/>
          <w:rtl/>
        </w:rPr>
        <w:t>المتقين</w:t>
      </w:r>
      <w:r>
        <w:rPr>
          <w:rtl/>
        </w:rPr>
        <w:t xml:space="preserve"> ... </w:t>
      </w:r>
      <w:r>
        <w:rPr>
          <w:rFonts w:hint="cs"/>
          <w:rtl/>
        </w:rPr>
        <w:t>الذين</w:t>
      </w:r>
      <w:r>
        <w:rPr>
          <w:rtl/>
        </w:rPr>
        <w:t xml:space="preserve"> </w:t>
      </w:r>
      <w:r>
        <w:rPr>
          <w:rFonts w:hint="cs"/>
          <w:rtl/>
        </w:rPr>
        <w:t>تتوف</w:t>
      </w:r>
      <w:r w:rsidR="00120F63" w:rsidRPr="00ED5DE8">
        <w:rPr>
          <w:rFonts w:hint="cs"/>
          <w:rtl/>
        </w:rPr>
        <w:t>ه</w:t>
      </w:r>
      <w:r>
        <w:rPr>
          <w:rFonts w:hint="cs"/>
          <w:rtl/>
        </w:rPr>
        <w:t>م</w:t>
      </w:r>
      <w:r>
        <w:rPr>
          <w:rtl/>
        </w:rPr>
        <w:t xml:space="preserve"> </w:t>
      </w:r>
      <w:r>
        <w:rPr>
          <w:rFonts w:hint="cs"/>
          <w:rtl/>
        </w:rPr>
        <w:t>الملائك</w:t>
      </w:r>
      <w:r w:rsidR="00120F63" w:rsidRPr="00ED5DE8">
        <w:rPr>
          <w:rFonts w:hint="cs"/>
          <w:rtl/>
        </w:rPr>
        <w:t>ه</w:t>
      </w:r>
      <w:r>
        <w:rPr>
          <w:rtl/>
        </w:rPr>
        <w:t xml:space="preserve"> </w:t>
      </w:r>
      <w:r>
        <w:rPr>
          <w:rFonts w:hint="cs"/>
          <w:rtl/>
        </w:rPr>
        <w:t>طيبين</w:t>
      </w:r>
      <w:r>
        <w:rPr>
          <w:rtl/>
        </w:rPr>
        <w:t xml:space="preserve"> </w:t>
      </w:r>
      <w:r>
        <w:rPr>
          <w:rFonts w:hint="cs"/>
          <w:rtl/>
        </w:rPr>
        <w:t>يقولون</w:t>
      </w:r>
      <w:r>
        <w:rPr>
          <w:rtl/>
        </w:rPr>
        <w:t xml:space="preserve"> </w:t>
      </w:r>
      <w:r>
        <w:rPr>
          <w:rFonts w:hint="cs"/>
          <w:rtl/>
        </w:rPr>
        <w:t>سلم</w:t>
      </w:r>
      <w:r>
        <w:rPr>
          <w:rtl/>
        </w:rPr>
        <w:t xml:space="preserve"> </w:t>
      </w:r>
      <w:r>
        <w:rPr>
          <w:rFonts w:hint="cs"/>
          <w:rtl/>
        </w:rPr>
        <w:t>عل</w:t>
      </w:r>
      <w:r>
        <w:rPr>
          <w:rtl/>
        </w:rPr>
        <w:t>يكم ادخلوا الجنة</w:t>
      </w:r>
    </w:p>
    <w:p w:rsidR="001F628F" w:rsidRDefault="001F628F" w:rsidP="001F628F">
      <w:pPr>
        <w:pStyle w:val="libNormal"/>
        <w:rPr>
          <w:rtl/>
        </w:rPr>
      </w:pPr>
      <w:r>
        <w:rPr>
          <w:rtl/>
        </w:rPr>
        <w:t>20_ بدبخت كفار كے انجام اور متقى افراد كى سعادت مند عاقبت كا ايك دوسرے كے ساتھ ذكر ، قرآن كا تبليغى طريقہ ہے_</w:t>
      </w:r>
    </w:p>
    <w:p w:rsidR="001F628F" w:rsidRDefault="001F628F" w:rsidP="000A1BE4">
      <w:pPr>
        <w:pStyle w:val="libArabic"/>
        <w:rPr>
          <w:rtl/>
        </w:rPr>
      </w:pPr>
      <w:r>
        <w:rPr>
          <w:rFonts w:hint="eastAsia"/>
          <w:rtl/>
        </w:rPr>
        <w:t>الكافرين</w:t>
      </w:r>
    </w:p>
    <w:p w:rsidR="001F628F" w:rsidRDefault="001F628F" w:rsidP="001F628F">
      <w:pPr>
        <w:pStyle w:val="libNormal"/>
        <w:rPr>
          <w:rtl/>
        </w:rPr>
      </w:pPr>
      <w:r>
        <w:rPr>
          <w:rtl/>
        </w:rPr>
        <w:t xml:space="preserve">21_ </w:t>
      </w:r>
      <w:r w:rsidRPr="000A1BE4">
        <w:rPr>
          <w:rStyle w:val="libArabicChar"/>
          <w:rtl/>
        </w:rPr>
        <w:t>''عن امير المؤمنين</w:t>
      </w:r>
      <w:r w:rsidR="00367F17" w:rsidRPr="00367F17">
        <w:rPr>
          <w:rStyle w:val="libAlaemChar"/>
          <w:rtl/>
        </w:rPr>
        <w:t xml:space="preserve"> عليه‌السلام </w:t>
      </w:r>
      <w:r w:rsidRPr="000A1BE4">
        <w:rPr>
          <w:rStyle w:val="libArabicChar"/>
          <w:rtl/>
        </w:rPr>
        <w:t xml:space="preserve"> ...انّ</w:t>
      </w:r>
      <w:r w:rsidR="00120F63" w:rsidRPr="00B2551F">
        <w:rPr>
          <w:rStyle w:val="libArabicChar"/>
          <w:rFonts w:hint="cs"/>
          <w:rtl/>
        </w:rPr>
        <w:t>ه</w:t>
      </w:r>
      <w:r w:rsidRPr="000A1BE4">
        <w:rPr>
          <w:rStyle w:val="libArabicChar"/>
          <w:rtl/>
        </w:rPr>
        <w:t xml:space="preserve"> </w:t>
      </w:r>
      <w:r w:rsidRPr="000A1BE4">
        <w:rPr>
          <w:rStyle w:val="libArabicChar"/>
          <w:rFonts w:hint="cs"/>
          <w:rtl/>
        </w:rPr>
        <w:t>ليس</w:t>
      </w:r>
      <w:r w:rsidRPr="000A1BE4">
        <w:rPr>
          <w:rStyle w:val="libArabicChar"/>
          <w:rtl/>
        </w:rPr>
        <w:t xml:space="preserve"> </w:t>
      </w:r>
      <w:r w:rsidRPr="000A1BE4">
        <w:rPr>
          <w:rStyle w:val="libArabicChar"/>
          <w:rFonts w:hint="cs"/>
          <w:rtl/>
        </w:rPr>
        <w:t>احد</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الناس</w:t>
      </w:r>
      <w:r w:rsidRPr="000A1BE4">
        <w:rPr>
          <w:rStyle w:val="libArabicChar"/>
          <w:rtl/>
        </w:rPr>
        <w:t xml:space="preserve"> </w:t>
      </w:r>
      <w:r w:rsidRPr="000A1BE4">
        <w:rPr>
          <w:rStyle w:val="libArabicChar"/>
          <w:rFonts w:hint="cs"/>
          <w:rtl/>
        </w:rPr>
        <w:t>تفارق</w:t>
      </w:r>
      <w:r w:rsidRPr="000A1BE4">
        <w:rPr>
          <w:rStyle w:val="libArabicChar"/>
          <w:rtl/>
        </w:rPr>
        <w:t xml:space="preserve"> </w:t>
      </w:r>
      <w:r w:rsidRPr="000A1BE4">
        <w:rPr>
          <w:rStyle w:val="libArabicChar"/>
          <w:rFonts w:hint="cs"/>
          <w:rtl/>
        </w:rPr>
        <w:t>روض</w:t>
      </w:r>
      <w:r w:rsidR="00120F63" w:rsidRPr="00B2551F">
        <w:rPr>
          <w:rStyle w:val="libArabicChar"/>
          <w:rFonts w:hint="cs"/>
          <w:rtl/>
        </w:rPr>
        <w:t>ه</w:t>
      </w:r>
      <w:r w:rsidRPr="000A1BE4">
        <w:rPr>
          <w:rStyle w:val="libArabicChar"/>
          <w:rtl/>
        </w:rPr>
        <w:t xml:space="preserve"> </w:t>
      </w:r>
      <w:r w:rsidRPr="000A1BE4">
        <w:rPr>
          <w:rStyle w:val="libArabicChar"/>
          <w:rFonts w:hint="cs"/>
          <w:rtl/>
        </w:rPr>
        <w:t>جسد</w:t>
      </w:r>
      <w:r w:rsidR="00120F63" w:rsidRPr="00B2551F">
        <w:rPr>
          <w:rStyle w:val="libArabicChar"/>
          <w:rFonts w:hint="cs"/>
          <w:rtl/>
        </w:rPr>
        <w:t>ه</w:t>
      </w:r>
      <w:r w:rsidRPr="000A1BE4">
        <w:rPr>
          <w:rStyle w:val="libArabicChar"/>
          <w:rtl/>
        </w:rPr>
        <w:t xml:space="preserve"> </w:t>
      </w:r>
      <w:r w:rsidRPr="000A1BE4">
        <w:rPr>
          <w:rStyle w:val="libArabicChar"/>
          <w:rFonts w:hint="cs"/>
          <w:rtl/>
        </w:rPr>
        <w:t>حتى</w:t>
      </w:r>
      <w:r w:rsidRPr="000A1BE4">
        <w:rPr>
          <w:rStyle w:val="libArabicChar"/>
          <w:rtl/>
        </w:rPr>
        <w:t xml:space="preserve"> </w:t>
      </w:r>
      <w:r w:rsidRPr="000A1BE4">
        <w:rPr>
          <w:rStyle w:val="libArabicChar"/>
          <w:rFonts w:hint="cs"/>
          <w:rtl/>
        </w:rPr>
        <w:t>يعلم</w:t>
      </w:r>
      <w:r w:rsidRPr="000A1BE4">
        <w:rPr>
          <w:rStyle w:val="libArabicChar"/>
          <w:rtl/>
        </w:rPr>
        <w:t xml:space="preserve"> </w:t>
      </w:r>
      <w:r w:rsidRPr="000A1BE4">
        <w:rPr>
          <w:rStyle w:val="libArabicChar"/>
          <w:rFonts w:hint="cs"/>
          <w:rtl/>
        </w:rPr>
        <w:t>الى</w:t>
      </w:r>
      <w:r w:rsidRPr="000A1BE4">
        <w:rPr>
          <w:rStyle w:val="libArabicChar"/>
          <w:rtl/>
        </w:rPr>
        <w:t xml:space="preserve"> </w:t>
      </w:r>
      <w:r w:rsidRPr="000A1BE4">
        <w:rPr>
          <w:rStyle w:val="libArabicChar"/>
          <w:rFonts w:hint="cs"/>
          <w:rtl/>
        </w:rPr>
        <w:t>ايّ</w:t>
      </w:r>
      <w:r w:rsidRPr="000A1BE4">
        <w:rPr>
          <w:rStyle w:val="libArabicChar"/>
          <w:rtl/>
        </w:rPr>
        <w:t xml:space="preserve"> </w:t>
      </w:r>
      <w:r w:rsidRPr="000A1BE4">
        <w:rPr>
          <w:rStyle w:val="libArabicChar"/>
          <w:rFonts w:hint="cs"/>
          <w:rtl/>
        </w:rPr>
        <w:t>المنزلين</w:t>
      </w:r>
      <w:r w:rsidRPr="000A1BE4">
        <w:rPr>
          <w:rStyle w:val="libArabicChar"/>
          <w:rtl/>
        </w:rPr>
        <w:t xml:space="preserve"> </w:t>
      </w:r>
      <w:r w:rsidRPr="000A1BE4">
        <w:rPr>
          <w:rStyle w:val="libArabicChar"/>
          <w:rFonts w:hint="cs"/>
          <w:rtl/>
        </w:rPr>
        <w:t>يعير</w:t>
      </w:r>
      <w:r w:rsidRPr="000A1BE4">
        <w:rPr>
          <w:rStyle w:val="libArabicChar"/>
          <w:rtl/>
        </w:rPr>
        <w:t xml:space="preserve"> </w:t>
      </w:r>
      <w:r w:rsidRPr="000A1BE4">
        <w:rPr>
          <w:rStyle w:val="libArabicChar"/>
          <w:rFonts w:hint="cs"/>
          <w:rtl/>
        </w:rPr>
        <w:t>الى</w:t>
      </w:r>
      <w:r w:rsidRPr="000A1BE4">
        <w:rPr>
          <w:rStyle w:val="libArabicChar"/>
          <w:rtl/>
        </w:rPr>
        <w:t xml:space="preserve"> </w:t>
      </w:r>
      <w:r w:rsidRPr="000A1BE4">
        <w:rPr>
          <w:rStyle w:val="libArabicChar"/>
          <w:rFonts w:hint="cs"/>
          <w:rtl/>
        </w:rPr>
        <w:t>الجنة</w:t>
      </w:r>
      <w:r w:rsidRPr="000A1BE4">
        <w:rPr>
          <w:rStyle w:val="libArabicChar"/>
          <w:rtl/>
        </w:rPr>
        <w:t xml:space="preserve"> </w:t>
      </w:r>
      <w:r w:rsidRPr="000A1BE4">
        <w:rPr>
          <w:rStyle w:val="libArabicChar"/>
          <w:rFonts w:hint="cs"/>
          <w:rtl/>
        </w:rPr>
        <w:t>ام</w:t>
      </w:r>
      <w:r w:rsidRPr="000A1BE4">
        <w:rPr>
          <w:rStyle w:val="libArabicChar"/>
          <w:rtl/>
        </w:rPr>
        <w:t xml:space="preserve"> </w:t>
      </w:r>
      <w:r w:rsidRPr="000A1BE4">
        <w:rPr>
          <w:rStyle w:val="libArabicChar"/>
          <w:rFonts w:hint="cs"/>
          <w:rtl/>
        </w:rPr>
        <w:t>النار</w:t>
      </w:r>
      <w:r w:rsidRPr="000A1BE4">
        <w:rPr>
          <w:rStyle w:val="libArabicChar"/>
          <w:rtl/>
        </w:rPr>
        <w:t xml:space="preserve"> ...فان كان ولياً لله فتحت ل</w:t>
      </w:r>
      <w:r w:rsidR="00120F63" w:rsidRPr="00B2551F">
        <w:rPr>
          <w:rStyle w:val="libArabicChar"/>
          <w:rFonts w:hint="cs"/>
          <w:rtl/>
        </w:rPr>
        <w:t>ه</w:t>
      </w:r>
      <w:r w:rsidRPr="000A1BE4">
        <w:rPr>
          <w:rStyle w:val="libArabicChar"/>
          <w:rtl/>
        </w:rPr>
        <w:t xml:space="preserve"> </w:t>
      </w:r>
      <w:r w:rsidRPr="000A1BE4">
        <w:rPr>
          <w:rStyle w:val="libArabicChar"/>
          <w:rFonts w:hint="cs"/>
          <w:rtl/>
        </w:rPr>
        <w:t>ابواب</w:t>
      </w:r>
      <w:r w:rsidRPr="000A1BE4">
        <w:rPr>
          <w:rStyle w:val="libArabicChar"/>
          <w:rtl/>
        </w:rPr>
        <w:t xml:space="preserve"> </w:t>
      </w:r>
      <w:r w:rsidRPr="000A1BE4">
        <w:rPr>
          <w:rStyle w:val="libArabicChar"/>
          <w:rFonts w:hint="cs"/>
          <w:rtl/>
        </w:rPr>
        <w:t>الجنة</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شرع</w:t>
      </w:r>
      <w:r w:rsidRPr="000A1BE4">
        <w:rPr>
          <w:rStyle w:val="libArabicChar"/>
          <w:rtl/>
        </w:rPr>
        <w:t xml:space="preserve"> </w:t>
      </w:r>
      <w:r w:rsidRPr="000A1BE4">
        <w:rPr>
          <w:rStyle w:val="libArabicChar"/>
          <w:rFonts w:hint="cs"/>
          <w:rtl/>
        </w:rPr>
        <w:t>ل</w:t>
      </w:r>
      <w:r w:rsidR="00120F63" w:rsidRPr="00B2551F">
        <w:rPr>
          <w:rStyle w:val="libArabicChar"/>
          <w:rFonts w:hint="cs"/>
          <w:rtl/>
        </w:rPr>
        <w:t>ه</w:t>
      </w:r>
      <w:r w:rsidRPr="000A1BE4">
        <w:rPr>
          <w:rStyle w:val="libArabicChar"/>
          <w:rtl/>
        </w:rPr>
        <w:t xml:space="preserve"> </w:t>
      </w:r>
      <w:r w:rsidRPr="000A1BE4">
        <w:rPr>
          <w:rStyle w:val="libArabicChar"/>
          <w:rFonts w:hint="cs"/>
          <w:rtl/>
        </w:rPr>
        <w:t>طرف</w:t>
      </w:r>
      <w:r w:rsidR="00120F63" w:rsidRPr="00B2551F">
        <w:rPr>
          <w:rStyle w:val="libArabicChar"/>
          <w:rFonts w:hint="cs"/>
          <w:rtl/>
        </w:rPr>
        <w:t>ه</w:t>
      </w:r>
      <w:r w:rsidRPr="000A1BE4">
        <w:rPr>
          <w:rStyle w:val="libArabicChar"/>
          <w:rFonts w:hint="cs"/>
          <w:rtl/>
        </w:rPr>
        <w:t>ا</w:t>
      </w:r>
      <w:r w:rsidRPr="000A1BE4">
        <w:rPr>
          <w:rStyle w:val="libArabicChar"/>
          <w:rtl/>
        </w:rPr>
        <w:t xml:space="preserve"> </w:t>
      </w:r>
      <w:r w:rsidRPr="000A1BE4">
        <w:rPr>
          <w:rStyle w:val="libArabicChar"/>
          <w:rFonts w:hint="cs"/>
          <w:rtl/>
        </w:rPr>
        <w:t>ونظر</w:t>
      </w:r>
      <w:r w:rsidRPr="000A1BE4">
        <w:rPr>
          <w:rStyle w:val="libArabicChar"/>
          <w:rtl/>
        </w:rPr>
        <w:t xml:space="preserve"> </w:t>
      </w:r>
      <w:r w:rsidRPr="000A1BE4">
        <w:rPr>
          <w:rStyle w:val="libArabicChar"/>
          <w:rFonts w:hint="cs"/>
          <w:rtl/>
        </w:rPr>
        <w:t>الى</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اعدّ</w:t>
      </w:r>
      <w:r w:rsidRPr="000A1BE4">
        <w:rPr>
          <w:rStyle w:val="libArabicChar"/>
          <w:rtl/>
        </w:rPr>
        <w:t xml:space="preserve"> </w:t>
      </w:r>
      <w:r w:rsidRPr="000A1BE4">
        <w:rPr>
          <w:rStyle w:val="libArabicChar"/>
          <w:rFonts w:hint="cs"/>
          <w:rtl/>
        </w:rPr>
        <w:t>الله</w:t>
      </w:r>
      <w:r w:rsidRPr="000A1BE4">
        <w:rPr>
          <w:rStyle w:val="libArabicChar"/>
          <w:rtl/>
        </w:rPr>
        <w:t xml:space="preserve"> </w:t>
      </w:r>
      <w:r w:rsidRPr="000A1BE4">
        <w:rPr>
          <w:rStyle w:val="libArabicChar"/>
          <w:rFonts w:hint="cs"/>
          <w:rtl/>
        </w:rPr>
        <w:t>ل</w:t>
      </w:r>
      <w:r w:rsidR="00120F63" w:rsidRPr="00B2551F">
        <w:rPr>
          <w:rStyle w:val="libArabicChar"/>
          <w:rFonts w:hint="cs"/>
          <w:rtl/>
        </w:rPr>
        <w:t>ه</w:t>
      </w:r>
      <w:r w:rsidRPr="000A1BE4">
        <w:rPr>
          <w:rStyle w:val="libArabicChar"/>
          <w:rtl/>
        </w:rPr>
        <w:t xml:space="preserve"> </w:t>
      </w:r>
      <w:r w:rsidRPr="000A1BE4">
        <w:rPr>
          <w:rStyle w:val="libArabicChar"/>
          <w:rFonts w:hint="cs"/>
          <w:rtl/>
        </w:rPr>
        <w:t>في</w:t>
      </w:r>
      <w:r w:rsidR="00120F63" w:rsidRPr="00B2551F">
        <w:rPr>
          <w:rStyle w:val="libArabicChar"/>
          <w:rFonts w:hint="cs"/>
          <w:rtl/>
        </w:rPr>
        <w:t>ه</w:t>
      </w:r>
      <w:r w:rsidRPr="000A1BE4">
        <w:rPr>
          <w:rStyle w:val="libArabicChar"/>
          <w:rFonts w:hint="cs"/>
          <w:rtl/>
        </w:rPr>
        <w:t>ا</w:t>
      </w:r>
      <w:r w:rsidRPr="000A1BE4">
        <w:rPr>
          <w:rStyle w:val="libArabicChar"/>
          <w:rtl/>
        </w:rPr>
        <w:t xml:space="preserve"> ... </w:t>
      </w:r>
      <w:r w:rsidRPr="000A1BE4">
        <w:rPr>
          <w:rStyle w:val="libArabicChar"/>
          <w:rFonts w:hint="cs"/>
          <w:rtl/>
        </w:rPr>
        <w:t>قال</w:t>
      </w:r>
      <w:r w:rsidRPr="000A1BE4">
        <w:rPr>
          <w:rStyle w:val="libArabicChar"/>
          <w:rtl/>
        </w:rPr>
        <w:t xml:space="preserve"> </w:t>
      </w:r>
      <w:r w:rsidRPr="000A1BE4">
        <w:rPr>
          <w:rStyle w:val="libArabicChar"/>
          <w:rFonts w:hint="cs"/>
          <w:rtl/>
        </w:rPr>
        <w:t>الله</w:t>
      </w:r>
      <w:r w:rsidRPr="000A1BE4">
        <w:rPr>
          <w:rStyle w:val="libArabicChar"/>
          <w:rtl/>
        </w:rPr>
        <w:t xml:space="preserve"> </w:t>
      </w:r>
      <w:r w:rsidRPr="000A1BE4">
        <w:rPr>
          <w:rStyle w:val="libArabicChar"/>
          <w:rFonts w:hint="cs"/>
          <w:rtl/>
        </w:rPr>
        <w:t>تعالى</w:t>
      </w:r>
      <w:r w:rsidRPr="000A1BE4">
        <w:rPr>
          <w:rStyle w:val="libArabicChar"/>
          <w:rtl/>
        </w:rPr>
        <w:t xml:space="preserve"> </w:t>
      </w:r>
      <w:r w:rsidRPr="000A1BE4">
        <w:rPr>
          <w:rStyle w:val="libArabicChar"/>
          <w:rFonts w:hint="cs"/>
          <w:rtl/>
        </w:rPr>
        <w:t>،</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تتوفا</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w:t>
      </w:r>
      <w:r w:rsidRPr="000A1BE4">
        <w:rPr>
          <w:rStyle w:val="libArabicChar"/>
          <w:rFonts w:hint="cs"/>
          <w:rtl/>
        </w:rPr>
        <w:t>طيبين</w:t>
      </w:r>
      <w:r w:rsidRPr="000A1BE4">
        <w:rPr>
          <w:rStyle w:val="libArabicChar"/>
          <w:rtl/>
        </w:rPr>
        <w:t xml:space="preserve"> </w:t>
      </w:r>
      <w:r w:rsidRPr="000A1BE4">
        <w:rPr>
          <w:rStyle w:val="libArabicChar"/>
          <w:rFonts w:hint="cs"/>
          <w:rtl/>
        </w:rPr>
        <w:t>سلا</w:t>
      </w:r>
      <w:r w:rsidRPr="000A1BE4">
        <w:rPr>
          <w:rStyle w:val="libArabicChar"/>
          <w:rFonts w:hint="eastAsia"/>
          <w:rtl/>
        </w:rPr>
        <w:t>م</w:t>
      </w:r>
      <w:r w:rsidRPr="000A1BE4">
        <w:rPr>
          <w:rStyle w:val="libArabicChar"/>
          <w:rtl/>
        </w:rPr>
        <w:t xml:space="preserve"> عليكم ادخلو الجنة ...''</w:t>
      </w:r>
      <w:r w:rsidRPr="000A1BE4">
        <w:rPr>
          <w:rStyle w:val="libFootnotenumChar"/>
          <w:rtl/>
        </w:rPr>
        <w:t>(1)</w:t>
      </w:r>
    </w:p>
    <w:p w:rsidR="001F628F" w:rsidRDefault="001F628F" w:rsidP="001F628F">
      <w:pPr>
        <w:pStyle w:val="libNormal"/>
        <w:rPr>
          <w:rtl/>
        </w:rPr>
      </w:pPr>
      <w:r>
        <w:rPr>
          <w:rFonts w:hint="eastAsia"/>
          <w:rtl/>
        </w:rPr>
        <w:t>امير</w:t>
      </w:r>
      <w:r>
        <w:rPr>
          <w:rtl/>
        </w:rPr>
        <w:t xml:space="preserve"> المؤمنين</w:t>
      </w:r>
      <w:r w:rsidR="00367F17" w:rsidRPr="00367F17">
        <w:rPr>
          <w:rStyle w:val="libAlaemChar"/>
          <w:rtl/>
        </w:rPr>
        <w:t xml:space="preserve"> عليه‌السلام </w:t>
      </w:r>
      <w:r>
        <w:rPr>
          <w:rtl/>
        </w:rPr>
        <w:t xml:space="preserve"> سے روايت نقل ہوئي ہے كہ كسى بھى انسان كے بدن سے اس وقت تك روح نہي</w:t>
      </w:r>
      <w:r w:rsidR="00083993">
        <w:rPr>
          <w:rtl/>
        </w:rPr>
        <w:t xml:space="preserve">ں </w:t>
      </w:r>
      <w:r>
        <w:rPr>
          <w:rtl/>
        </w:rPr>
        <w:t>نكلتى مگر يہ كہ وہ جان ليتا ہے كہ وہ دو مقام بہشت ياجہنم مي</w:t>
      </w:r>
      <w:r w:rsidR="00083993">
        <w:rPr>
          <w:rtl/>
        </w:rPr>
        <w:t xml:space="preserve">ں </w:t>
      </w:r>
      <w:r>
        <w:rPr>
          <w:rtl/>
        </w:rPr>
        <w:t>سے كس كى طرف جارہا ہے اگر يہ شخص الله تعالى سے محبت كرنے والاہے تو بہشت كے دروازے اس كے ليے كھول ديے جاتے ہي</w:t>
      </w:r>
      <w:r w:rsidR="00083993">
        <w:rPr>
          <w:rtl/>
        </w:rPr>
        <w:t xml:space="preserve">ں </w:t>
      </w:r>
      <w:r>
        <w:rPr>
          <w:rtl/>
        </w:rPr>
        <w:t>ا</w:t>
      </w:r>
      <w:r>
        <w:rPr>
          <w:rFonts w:hint="eastAsia"/>
          <w:rtl/>
        </w:rPr>
        <w:t>ور</w:t>
      </w:r>
      <w:r>
        <w:rPr>
          <w:rtl/>
        </w:rPr>
        <w:t xml:space="preserve"> ان كے راستے اس پر واضح ہوجاتے ہي</w:t>
      </w:r>
      <w:r w:rsidR="00083993">
        <w:rPr>
          <w:rtl/>
        </w:rPr>
        <w:t xml:space="preserve">ں </w:t>
      </w:r>
      <w:r>
        <w:rPr>
          <w:rtl/>
        </w:rPr>
        <w:t>اور جو كچھ خدا نے اس كے ليے وہا</w:t>
      </w:r>
      <w:r w:rsidR="00083993">
        <w:rPr>
          <w:rtl/>
        </w:rPr>
        <w:t xml:space="preserve">ں </w:t>
      </w:r>
      <w:r>
        <w:rPr>
          <w:rtl/>
        </w:rPr>
        <w:t>آمادہ كرركھا ہے</w:t>
      </w:r>
    </w:p>
    <w:p w:rsidR="001F628F" w:rsidRDefault="00B84D3B" w:rsidP="00B84D3B">
      <w:pPr>
        <w:pStyle w:val="libLine"/>
        <w:rPr>
          <w:rtl/>
        </w:rPr>
      </w:pPr>
      <w:r>
        <w:rPr>
          <w:rtl/>
        </w:rPr>
        <w:t>____________________</w:t>
      </w:r>
    </w:p>
    <w:p w:rsidR="001F628F" w:rsidRDefault="001F628F" w:rsidP="000A1BE4">
      <w:pPr>
        <w:pStyle w:val="libFootnote"/>
        <w:rPr>
          <w:rtl/>
        </w:rPr>
      </w:pPr>
      <w:r>
        <w:rPr>
          <w:rtl/>
        </w:rPr>
        <w:t>1) امالى شيخ طوسى ، ج1،ص26 ، نورالثقلين ، ج3 ، ص52 ، ح75_</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اس</w:t>
      </w:r>
      <w:r>
        <w:rPr>
          <w:rtl/>
        </w:rPr>
        <w:t xml:space="preserve"> كو ديكھتا ہے اس ليے كہ خداوند عالم نے ارشاد فرمايا ہے </w:t>
      </w:r>
      <w:r w:rsidRPr="000A1BE4">
        <w:rPr>
          <w:rStyle w:val="libArabicChar"/>
          <w:rtl/>
        </w:rPr>
        <w:t>''الذين تتوفا</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sidRPr="000A1BE4">
        <w:rPr>
          <w:rStyle w:val="libArabicChar"/>
          <w:rtl/>
        </w:rPr>
        <w:t xml:space="preserve"> </w:t>
      </w:r>
      <w:r w:rsidRPr="000A1BE4">
        <w:rPr>
          <w:rStyle w:val="libArabicChar"/>
          <w:rFonts w:hint="cs"/>
          <w:rtl/>
        </w:rPr>
        <w:t>طيبين</w:t>
      </w:r>
      <w:r w:rsidRPr="000A1BE4">
        <w:rPr>
          <w:rStyle w:val="libArabicChar"/>
          <w:rtl/>
        </w:rPr>
        <w:t xml:space="preserve"> ...''</w:t>
      </w:r>
    </w:p>
    <w:p w:rsidR="001F628F" w:rsidRDefault="001F628F" w:rsidP="000A1BE4">
      <w:pPr>
        <w:pStyle w:val="libNormal"/>
        <w:rPr>
          <w:rtl/>
        </w:rPr>
      </w:pPr>
      <w:r>
        <w:rPr>
          <w:rFonts w:hint="eastAsia"/>
          <w:rtl/>
        </w:rPr>
        <w:t>انسان</w:t>
      </w:r>
      <w:r>
        <w:rPr>
          <w:rtl/>
        </w:rPr>
        <w:t>:</w:t>
      </w:r>
      <w:r>
        <w:rPr>
          <w:rFonts w:hint="eastAsia"/>
          <w:rtl/>
        </w:rPr>
        <w:t>انسان</w:t>
      </w:r>
      <w:r>
        <w:rPr>
          <w:rtl/>
        </w:rPr>
        <w:t xml:space="preserve"> كى ابعاد 6; انسانو</w:t>
      </w:r>
      <w:r w:rsidR="00083993">
        <w:rPr>
          <w:rtl/>
        </w:rPr>
        <w:t xml:space="preserve">ں </w:t>
      </w:r>
      <w:r>
        <w:rPr>
          <w:rtl/>
        </w:rPr>
        <w:t>كا انجام5</w:t>
      </w:r>
    </w:p>
    <w:p w:rsidR="001F628F" w:rsidRDefault="001F628F" w:rsidP="000A1BE4">
      <w:pPr>
        <w:pStyle w:val="libNormal"/>
        <w:rPr>
          <w:rtl/>
        </w:rPr>
      </w:pPr>
      <w:r>
        <w:rPr>
          <w:rFonts w:hint="eastAsia"/>
          <w:rtl/>
        </w:rPr>
        <w:t>اولياء</w:t>
      </w:r>
      <w:r>
        <w:rPr>
          <w:rtl/>
        </w:rPr>
        <w:t xml:space="preserve"> الله :</w:t>
      </w:r>
      <w:r>
        <w:rPr>
          <w:rFonts w:hint="eastAsia"/>
          <w:rtl/>
        </w:rPr>
        <w:t>اولياء</w:t>
      </w:r>
      <w:r>
        <w:rPr>
          <w:rtl/>
        </w:rPr>
        <w:t xml:space="preserve"> الله كى قبض روح 21</w:t>
      </w:r>
    </w:p>
    <w:p w:rsidR="001F628F" w:rsidRDefault="001F628F" w:rsidP="000A1BE4">
      <w:pPr>
        <w:pStyle w:val="libNormal"/>
        <w:rPr>
          <w:rtl/>
        </w:rPr>
      </w:pPr>
      <w:r>
        <w:rPr>
          <w:rFonts w:hint="eastAsia"/>
          <w:rtl/>
        </w:rPr>
        <w:t>بشارت</w:t>
      </w:r>
      <w:r>
        <w:rPr>
          <w:rtl/>
        </w:rPr>
        <w:t>:</w:t>
      </w:r>
      <w:r>
        <w:rPr>
          <w:rFonts w:hint="eastAsia"/>
          <w:rtl/>
        </w:rPr>
        <w:t>سرور</w:t>
      </w:r>
      <w:r>
        <w:rPr>
          <w:rtl/>
        </w:rPr>
        <w:t xml:space="preserve"> كى بشارت 10; سلامتى كى بشارت 10;</w:t>
      </w:r>
    </w:p>
    <w:p w:rsidR="001F628F" w:rsidRDefault="001F628F" w:rsidP="000A1BE4">
      <w:pPr>
        <w:pStyle w:val="libNormal"/>
        <w:rPr>
          <w:rtl/>
        </w:rPr>
      </w:pPr>
      <w:r>
        <w:rPr>
          <w:rFonts w:hint="eastAsia"/>
          <w:rtl/>
        </w:rPr>
        <w:t>بہشت</w:t>
      </w:r>
      <w:r>
        <w:rPr>
          <w:rtl/>
        </w:rPr>
        <w:t>:</w:t>
      </w:r>
      <w:r>
        <w:rPr>
          <w:rFonts w:hint="eastAsia"/>
          <w:rtl/>
        </w:rPr>
        <w:t>بہشت</w:t>
      </w:r>
      <w:r>
        <w:rPr>
          <w:rtl/>
        </w:rPr>
        <w:t xml:space="preserve"> كى دعوت 13; بہشت كے اسباب 15،16</w:t>
      </w:r>
    </w:p>
    <w:p w:rsidR="001F628F" w:rsidRDefault="001F628F" w:rsidP="001F628F">
      <w:pPr>
        <w:pStyle w:val="libNormal"/>
        <w:rPr>
          <w:rtl/>
        </w:rPr>
      </w:pPr>
      <w:r>
        <w:rPr>
          <w:rFonts w:hint="eastAsia"/>
          <w:rtl/>
        </w:rPr>
        <w:t>بہشتي</w:t>
      </w:r>
      <w:r>
        <w:rPr>
          <w:rtl/>
        </w:rPr>
        <w:t>:14</w:t>
      </w:r>
    </w:p>
    <w:p w:rsidR="001F628F" w:rsidRDefault="001F628F" w:rsidP="000A1BE4">
      <w:pPr>
        <w:pStyle w:val="libNormal"/>
        <w:rPr>
          <w:rtl/>
        </w:rPr>
      </w:pPr>
      <w:r>
        <w:rPr>
          <w:rFonts w:hint="eastAsia"/>
          <w:rtl/>
        </w:rPr>
        <w:t>پاك</w:t>
      </w:r>
      <w:r>
        <w:rPr>
          <w:rtl/>
        </w:rPr>
        <w:t xml:space="preserve"> لوگ:</w:t>
      </w:r>
      <w:r>
        <w:rPr>
          <w:rFonts w:hint="eastAsia"/>
          <w:rtl/>
        </w:rPr>
        <w:t>پاك</w:t>
      </w:r>
      <w:r>
        <w:rPr>
          <w:rtl/>
        </w:rPr>
        <w:t xml:space="preserve"> لوگو</w:t>
      </w:r>
      <w:r w:rsidR="00083993">
        <w:rPr>
          <w:rtl/>
        </w:rPr>
        <w:t xml:space="preserve">ں </w:t>
      </w:r>
      <w:r>
        <w:rPr>
          <w:rtl/>
        </w:rPr>
        <w:t>كا استقبال7; پاك لوگو</w:t>
      </w:r>
      <w:r w:rsidR="00083993">
        <w:rPr>
          <w:rtl/>
        </w:rPr>
        <w:t xml:space="preserve">ں </w:t>
      </w:r>
      <w:r>
        <w:rPr>
          <w:rtl/>
        </w:rPr>
        <w:t>كى موت7</w:t>
      </w:r>
    </w:p>
    <w:p w:rsidR="001F628F" w:rsidRDefault="001F628F" w:rsidP="000A1BE4">
      <w:pPr>
        <w:pStyle w:val="libNormal"/>
        <w:rPr>
          <w:rtl/>
        </w:rPr>
      </w:pPr>
      <w:r>
        <w:rPr>
          <w:rFonts w:hint="eastAsia"/>
          <w:rtl/>
        </w:rPr>
        <w:t>تبليغ</w:t>
      </w:r>
      <w:r>
        <w:rPr>
          <w:rtl/>
        </w:rPr>
        <w:t xml:space="preserve"> :</w:t>
      </w:r>
      <w:r>
        <w:rPr>
          <w:rFonts w:hint="eastAsia"/>
          <w:rtl/>
        </w:rPr>
        <w:t>تبليغ</w:t>
      </w:r>
      <w:r>
        <w:rPr>
          <w:rtl/>
        </w:rPr>
        <w:t xml:space="preserve"> كى روش20</w:t>
      </w:r>
    </w:p>
    <w:p w:rsidR="001F628F" w:rsidRDefault="001F628F" w:rsidP="000A1BE4">
      <w:pPr>
        <w:pStyle w:val="libNormal"/>
        <w:rPr>
          <w:rtl/>
        </w:rPr>
      </w:pPr>
      <w:r>
        <w:rPr>
          <w:rFonts w:hint="eastAsia"/>
          <w:rtl/>
        </w:rPr>
        <w:t>تحيت</w:t>
      </w:r>
      <w:r>
        <w:rPr>
          <w:rtl/>
        </w:rPr>
        <w:t xml:space="preserve"> وسلام :</w:t>
      </w:r>
      <w:r>
        <w:rPr>
          <w:rFonts w:hint="eastAsia"/>
          <w:rtl/>
        </w:rPr>
        <w:t>بہترين</w:t>
      </w:r>
      <w:r>
        <w:rPr>
          <w:rtl/>
        </w:rPr>
        <w:t xml:space="preserve"> تحيّت و سلام 12</w:t>
      </w:r>
    </w:p>
    <w:p w:rsidR="001F628F" w:rsidRDefault="001F628F" w:rsidP="000A1BE4">
      <w:pPr>
        <w:pStyle w:val="libNormal"/>
        <w:rPr>
          <w:rtl/>
        </w:rPr>
      </w:pPr>
      <w:r>
        <w:rPr>
          <w:rFonts w:hint="eastAsia"/>
          <w:rtl/>
        </w:rPr>
        <w:t>تذكر</w:t>
      </w:r>
      <w:r>
        <w:rPr>
          <w:rtl/>
        </w:rPr>
        <w:t>:</w:t>
      </w:r>
      <w:r>
        <w:rPr>
          <w:rFonts w:hint="eastAsia"/>
          <w:rtl/>
        </w:rPr>
        <w:t>متقين</w:t>
      </w:r>
      <w:r>
        <w:rPr>
          <w:rtl/>
        </w:rPr>
        <w:t xml:space="preserve"> كى سعادت كا تذكر 20; كافرو</w:t>
      </w:r>
      <w:r w:rsidR="00083993">
        <w:rPr>
          <w:rtl/>
        </w:rPr>
        <w:t xml:space="preserve">ں </w:t>
      </w:r>
      <w:r>
        <w:rPr>
          <w:rtl/>
        </w:rPr>
        <w:t>كى شقاوت كا تذكر 20</w:t>
      </w:r>
    </w:p>
    <w:p w:rsidR="001F628F" w:rsidRDefault="001F628F" w:rsidP="000A1BE4">
      <w:pPr>
        <w:pStyle w:val="libNormal"/>
        <w:rPr>
          <w:rtl/>
        </w:rPr>
      </w:pPr>
      <w:r>
        <w:rPr>
          <w:rFonts w:hint="eastAsia"/>
          <w:rtl/>
        </w:rPr>
        <w:t>تربيت</w:t>
      </w:r>
      <w:r>
        <w:rPr>
          <w:rtl/>
        </w:rPr>
        <w:t>:</w:t>
      </w:r>
      <w:r>
        <w:rPr>
          <w:rFonts w:hint="eastAsia"/>
          <w:rtl/>
        </w:rPr>
        <w:t>تربيت</w:t>
      </w:r>
      <w:r>
        <w:rPr>
          <w:rtl/>
        </w:rPr>
        <w:t xml:space="preserve"> مي</w:t>
      </w:r>
      <w:r w:rsidR="00083993">
        <w:rPr>
          <w:rtl/>
        </w:rPr>
        <w:t xml:space="preserve">ں </w:t>
      </w:r>
      <w:r>
        <w:rPr>
          <w:rtl/>
        </w:rPr>
        <w:t>نمونہ عمل 19; تربيت كى روش19</w:t>
      </w:r>
    </w:p>
    <w:p w:rsidR="001F628F" w:rsidRDefault="001F628F" w:rsidP="000A1BE4">
      <w:pPr>
        <w:pStyle w:val="libNormal"/>
        <w:rPr>
          <w:rtl/>
        </w:rPr>
      </w:pPr>
      <w:r>
        <w:rPr>
          <w:rFonts w:hint="eastAsia"/>
          <w:rtl/>
        </w:rPr>
        <w:t>تكامل</w:t>
      </w:r>
      <w:r>
        <w:rPr>
          <w:rtl/>
        </w:rPr>
        <w:t>:</w:t>
      </w:r>
      <w:r>
        <w:rPr>
          <w:rFonts w:hint="eastAsia"/>
          <w:rtl/>
        </w:rPr>
        <w:t>تكامل</w:t>
      </w:r>
      <w:r>
        <w:rPr>
          <w:rtl/>
        </w:rPr>
        <w:t xml:space="preserve"> كے اسباب18</w:t>
      </w:r>
    </w:p>
    <w:p w:rsidR="001F628F" w:rsidRDefault="001F628F" w:rsidP="000A1BE4">
      <w:pPr>
        <w:pStyle w:val="libNormal"/>
        <w:rPr>
          <w:rtl/>
        </w:rPr>
      </w:pPr>
      <w:r>
        <w:rPr>
          <w:rFonts w:hint="eastAsia"/>
          <w:rtl/>
        </w:rPr>
        <w:t>حيات</w:t>
      </w:r>
      <w:r>
        <w:rPr>
          <w:rtl/>
        </w:rPr>
        <w:t>:</w:t>
      </w:r>
      <w:r>
        <w:rPr>
          <w:rFonts w:hint="eastAsia"/>
          <w:rtl/>
        </w:rPr>
        <w:t>مرنے</w:t>
      </w:r>
      <w:r>
        <w:rPr>
          <w:rtl/>
        </w:rPr>
        <w:t xml:space="preserve"> كے بعد كى حيات5</w:t>
      </w:r>
    </w:p>
    <w:p w:rsidR="001F628F" w:rsidRDefault="001F628F" w:rsidP="000A1BE4">
      <w:pPr>
        <w:pStyle w:val="libNormal"/>
        <w:rPr>
          <w:rtl/>
        </w:rPr>
      </w:pPr>
      <w:r>
        <w:rPr>
          <w:rFonts w:hint="eastAsia"/>
          <w:rtl/>
        </w:rPr>
        <w:t>خود</w:t>
      </w:r>
      <w:r>
        <w:rPr>
          <w:rtl/>
        </w:rPr>
        <w:t>:</w:t>
      </w:r>
      <w:r>
        <w:rPr>
          <w:rFonts w:hint="eastAsia"/>
          <w:rtl/>
        </w:rPr>
        <w:t>اپنے</w:t>
      </w:r>
      <w:r>
        <w:rPr>
          <w:rtl/>
        </w:rPr>
        <w:t xml:space="preserve"> اور پر ظلم4</w:t>
      </w:r>
    </w:p>
    <w:p w:rsidR="001F628F" w:rsidRDefault="001F628F" w:rsidP="000A1BE4">
      <w:pPr>
        <w:pStyle w:val="libNormal"/>
        <w:rPr>
          <w:rtl/>
        </w:rPr>
      </w:pPr>
      <w:r>
        <w:rPr>
          <w:rFonts w:hint="eastAsia"/>
          <w:rtl/>
        </w:rPr>
        <w:t>روان</w:t>
      </w:r>
      <w:r>
        <w:rPr>
          <w:rtl/>
        </w:rPr>
        <w:t xml:space="preserve"> شناسى :</w:t>
      </w:r>
      <w:r>
        <w:rPr>
          <w:rFonts w:hint="eastAsia"/>
          <w:rtl/>
        </w:rPr>
        <w:t>تربيتى</w:t>
      </w:r>
      <w:r>
        <w:rPr>
          <w:rtl/>
        </w:rPr>
        <w:t xml:space="preserve"> روا</w:t>
      </w:r>
      <w:r w:rsidR="00083993">
        <w:rPr>
          <w:rtl/>
        </w:rPr>
        <w:t xml:space="preserve">ں </w:t>
      </w:r>
      <w:r>
        <w:rPr>
          <w:rtl/>
        </w:rPr>
        <w:t>شناسى 19</w:t>
      </w:r>
    </w:p>
    <w:p w:rsidR="001F628F" w:rsidRDefault="001F628F" w:rsidP="001F628F">
      <w:pPr>
        <w:pStyle w:val="libNormal"/>
        <w:rPr>
          <w:rtl/>
        </w:rPr>
      </w:pPr>
      <w:r>
        <w:rPr>
          <w:rFonts w:hint="eastAsia"/>
          <w:rtl/>
        </w:rPr>
        <w:t>روايت</w:t>
      </w:r>
      <w:r>
        <w:rPr>
          <w:rtl/>
        </w:rPr>
        <w:t>:21</w:t>
      </w:r>
    </w:p>
    <w:p w:rsidR="001F628F" w:rsidRDefault="001F628F" w:rsidP="000A1BE4">
      <w:pPr>
        <w:pStyle w:val="libNormal"/>
        <w:rPr>
          <w:rtl/>
        </w:rPr>
      </w:pPr>
      <w:r>
        <w:rPr>
          <w:rFonts w:hint="eastAsia"/>
          <w:rtl/>
        </w:rPr>
        <w:t>روح</w:t>
      </w:r>
      <w:r>
        <w:rPr>
          <w:rtl/>
        </w:rPr>
        <w:t>:</w:t>
      </w:r>
      <w:r>
        <w:rPr>
          <w:rFonts w:hint="eastAsia"/>
          <w:rtl/>
        </w:rPr>
        <w:t>روح</w:t>
      </w:r>
      <w:r>
        <w:rPr>
          <w:rtl/>
        </w:rPr>
        <w:t xml:space="preserve"> كو قبض كرنے والا 1،2</w:t>
      </w:r>
    </w:p>
    <w:p w:rsidR="001F628F" w:rsidRDefault="001F628F" w:rsidP="000A1BE4">
      <w:pPr>
        <w:pStyle w:val="libNormal"/>
        <w:rPr>
          <w:rtl/>
        </w:rPr>
      </w:pPr>
      <w:r>
        <w:rPr>
          <w:rFonts w:hint="eastAsia"/>
          <w:rtl/>
        </w:rPr>
        <w:t>سعادت</w:t>
      </w:r>
      <w:r>
        <w:rPr>
          <w:rtl/>
        </w:rPr>
        <w:t>:</w:t>
      </w:r>
      <w:r>
        <w:rPr>
          <w:rFonts w:hint="eastAsia"/>
          <w:rtl/>
        </w:rPr>
        <w:t>سعادت</w:t>
      </w:r>
      <w:r>
        <w:rPr>
          <w:rtl/>
        </w:rPr>
        <w:t xml:space="preserve"> كے اسباب17</w:t>
      </w:r>
    </w:p>
    <w:p w:rsidR="001F628F" w:rsidRDefault="001F628F" w:rsidP="000A1BE4">
      <w:pPr>
        <w:pStyle w:val="libNormal"/>
        <w:rPr>
          <w:rtl/>
        </w:rPr>
      </w:pPr>
      <w:r>
        <w:rPr>
          <w:rFonts w:hint="eastAsia"/>
          <w:rtl/>
        </w:rPr>
        <w:t>سلام</w:t>
      </w:r>
      <w:r>
        <w:rPr>
          <w:rtl/>
        </w:rPr>
        <w:t>:</w:t>
      </w:r>
      <w:r>
        <w:rPr>
          <w:rFonts w:hint="eastAsia"/>
          <w:rtl/>
        </w:rPr>
        <w:t>سلام</w:t>
      </w:r>
      <w:r>
        <w:rPr>
          <w:rtl/>
        </w:rPr>
        <w:t xml:space="preserve"> كى خصوصيات 12</w:t>
      </w:r>
    </w:p>
    <w:p w:rsidR="000A1BE4" w:rsidRDefault="001E7F9D" w:rsidP="00F73EDE">
      <w:pPr>
        <w:pStyle w:val="libPoemTini"/>
        <w:rPr>
          <w:rtl/>
        </w:rPr>
      </w:pPr>
      <w:r>
        <w:rPr>
          <w:rtl/>
        </w:rPr>
        <w:cr/>
      </w:r>
      <w:r>
        <w:rPr>
          <w:rtl/>
        </w:rPr>
        <w:br w:type="page"/>
      </w:r>
    </w:p>
    <w:p w:rsidR="001F628F" w:rsidRDefault="001F628F" w:rsidP="000A1BE4">
      <w:pPr>
        <w:pStyle w:val="libNormal"/>
        <w:rPr>
          <w:rtl/>
        </w:rPr>
      </w:pPr>
      <w:r>
        <w:rPr>
          <w:rFonts w:hint="eastAsia"/>
          <w:rtl/>
        </w:rPr>
        <w:lastRenderedPageBreak/>
        <w:t>عقيدہ</w:t>
      </w:r>
      <w:r>
        <w:rPr>
          <w:rtl/>
        </w:rPr>
        <w:t>:</w:t>
      </w:r>
      <w:r>
        <w:rPr>
          <w:rFonts w:hint="eastAsia"/>
          <w:rtl/>
        </w:rPr>
        <w:t>عقيدہ</w:t>
      </w:r>
      <w:r>
        <w:rPr>
          <w:rtl/>
        </w:rPr>
        <w:t xml:space="preserve"> كے آثار17; قرآن كے خير ہونے كے عقيدہ كے آثار 18; قرآن كے وحى ہونے پر عقيدہ كے آثار18</w:t>
      </w:r>
    </w:p>
    <w:p w:rsidR="001F628F" w:rsidRDefault="001F628F" w:rsidP="000A1BE4">
      <w:pPr>
        <w:pStyle w:val="libNormal"/>
        <w:rPr>
          <w:rtl/>
        </w:rPr>
      </w:pPr>
      <w:r>
        <w:rPr>
          <w:rFonts w:hint="eastAsia"/>
          <w:rtl/>
        </w:rPr>
        <w:t>عمل</w:t>
      </w:r>
      <w:r>
        <w:rPr>
          <w:rtl/>
        </w:rPr>
        <w:t>:</w:t>
      </w:r>
      <w:r>
        <w:rPr>
          <w:rFonts w:hint="eastAsia"/>
          <w:rtl/>
        </w:rPr>
        <w:t>عمل</w:t>
      </w:r>
      <w:r>
        <w:rPr>
          <w:rtl/>
        </w:rPr>
        <w:t xml:space="preserve"> كے آثار15،16</w:t>
      </w:r>
    </w:p>
    <w:p w:rsidR="001F628F" w:rsidRDefault="001F628F" w:rsidP="000A1BE4">
      <w:pPr>
        <w:pStyle w:val="libNormal"/>
        <w:rPr>
          <w:rtl/>
        </w:rPr>
      </w:pPr>
      <w:r>
        <w:rPr>
          <w:rFonts w:hint="eastAsia"/>
          <w:rtl/>
        </w:rPr>
        <w:t>عمل</w:t>
      </w:r>
      <w:r>
        <w:rPr>
          <w:rtl/>
        </w:rPr>
        <w:t xml:space="preserve"> صالح:</w:t>
      </w:r>
      <w:r>
        <w:rPr>
          <w:rFonts w:hint="eastAsia"/>
          <w:rtl/>
        </w:rPr>
        <w:t>عمل</w:t>
      </w:r>
      <w:r>
        <w:rPr>
          <w:rtl/>
        </w:rPr>
        <w:t xml:space="preserve"> صالح كے آثار17</w:t>
      </w:r>
    </w:p>
    <w:p w:rsidR="001F628F" w:rsidRDefault="001F628F" w:rsidP="000A1BE4">
      <w:pPr>
        <w:pStyle w:val="libNormal"/>
        <w:rPr>
          <w:rtl/>
        </w:rPr>
      </w:pPr>
      <w:r>
        <w:rPr>
          <w:rFonts w:hint="eastAsia"/>
          <w:rtl/>
        </w:rPr>
        <w:t>متقين</w:t>
      </w:r>
      <w:r>
        <w:rPr>
          <w:rtl/>
        </w:rPr>
        <w:t>:</w:t>
      </w:r>
      <w:r>
        <w:rPr>
          <w:rFonts w:hint="eastAsia"/>
          <w:rtl/>
        </w:rPr>
        <w:t>بہشت</w:t>
      </w:r>
      <w:r>
        <w:rPr>
          <w:rtl/>
        </w:rPr>
        <w:t xml:space="preserve"> مي</w:t>
      </w:r>
      <w:r w:rsidR="00083993">
        <w:rPr>
          <w:rtl/>
        </w:rPr>
        <w:t xml:space="preserve">ں </w:t>
      </w:r>
      <w:r>
        <w:rPr>
          <w:rtl/>
        </w:rPr>
        <w:t>متقين كا ورود14; متقين اور جہل 3; متقين اورفسق3; متقين بہشت مي</w:t>
      </w:r>
      <w:r w:rsidR="00083993">
        <w:rPr>
          <w:rtl/>
        </w:rPr>
        <w:t xml:space="preserve">ں </w:t>
      </w:r>
      <w:r>
        <w:rPr>
          <w:rtl/>
        </w:rPr>
        <w:t>15; متقين كا احترام 9; متقين كامنزہ ہونا 3،4; متقين كو</w:t>
      </w:r>
      <w:r>
        <w:rPr>
          <w:rFonts w:hint="eastAsia"/>
          <w:rtl/>
        </w:rPr>
        <w:t>بشارت</w:t>
      </w:r>
      <w:r>
        <w:rPr>
          <w:rtl/>
        </w:rPr>
        <w:t xml:space="preserve"> 10; متقين كو دعوت 13; متقين كو سلام 8،10; متقين كى اخروى آسا</w:t>
      </w:r>
      <w:r w:rsidR="009F604A">
        <w:rPr>
          <w:rtl/>
        </w:rPr>
        <w:t>ئش</w:t>
      </w:r>
      <w:r>
        <w:rPr>
          <w:rtl/>
        </w:rPr>
        <w:t xml:space="preserve"> 11; متقين كى اخروى سلامتى 11; متقين كى پاداش 16; متقين كى حالت احتضار 4، 13; متقين كى قبض روح 8; متقين كے فضائل 3; متقين مرنے كے بعد11</w:t>
      </w:r>
    </w:p>
    <w:p w:rsidR="001F628F" w:rsidRDefault="001F628F" w:rsidP="000A1BE4">
      <w:pPr>
        <w:pStyle w:val="libNormal"/>
        <w:rPr>
          <w:rtl/>
        </w:rPr>
      </w:pPr>
      <w:r>
        <w:rPr>
          <w:rFonts w:hint="eastAsia"/>
          <w:rtl/>
        </w:rPr>
        <w:t>موت</w:t>
      </w:r>
      <w:r>
        <w:rPr>
          <w:rtl/>
        </w:rPr>
        <w:t>:</w:t>
      </w:r>
      <w:r>
        <w:rPr>
          <w:rFonts w:hint="eastAsia"/>
          <w:rtl/>
        </w:rPr>
        <w:t>موت</w:t>
      </w:r>
      <w:r>
        <w:rPr>
          <w:rtl/>
        </w:rPr>
        <w:t xml:space="preserve"> كى حقيقت 5</w:t>
      </w:r>
    </w:p>
    <w:p w:rsidR="001F628F" w:rsidRDefault="001F628F" w:rsidP="000A1BE4">
      <w:pPr>
        <w:pStyle w:val="libNormal"/>
        <w:rPr>
          <w:rtl/>
        </w:rPr>
      </w:pPr>
      <w:r>
        <w:rPr>
          <w:rFonts w:hint="eastAsia"/>
          <w:rtl/>
        </w:rPr>
        <w:t>ملائكہ</w:t>
      </w:r>
      <w:r>
        <w:rPr>
          <w:rtl/>
        </w:rPr>
        <w:t xml:space="preserve"> :</w:t>
      </w:r>
      <w:r>
        <w:rPr>
          <w:rFonts w:hint="eastAsia"/>
          <w:rtl/>
        </w:rPr>
        <w:t>ملائكہ</w:t>
      </w:r>
      <w:r>
        <w:rPr>
          <w:rtl/>
        </w:rPr>
        <w:t xml:space="preserve"> اور متقين 9; ملائكہ كا استقبال كرنا 7;ملائكہ كا سلام 8; ملائكہ كا كردار 1; ملائكہ كى بشارتي</w:t>
      </w:r>
      <w:r w:rsidR="00083993">
        <w:rPr>
          <w:rtl/>
        </w:rPr>
        <w:t xml:space="preserve">ں </w:t>
      </w:r>
      <w:r>
        <w:rPr>
          <w:rtl/>
        </w:rPr>
        <w:t>10; ملائكہ كى دعوتي</w:t>
      </w:r>
      <w:r w:rsidR="00083993">
        <w:rPr>
          <w:rtl/>
        </w:rPr>
        <w:t xml:space="preserve">ں </w:t>
      </w:r>
      <w:r>
        <w:rPr>
          <w:rtl/>
        </w:rPr>
        <w:t>13; موت كے ملائكہ 1; موت كے ملائكہ كا متعدد ہونا 2</w:t>
      </w:r>
    </w:p>
    <w:p w:rsidR="001F628F" w:rsidRPr="00120F63" w:rsidRDefault="000A1BE4" w:rsidP="000A1BE4">
      <w:pPr>
        <w:pStyle w:val="Heading2Center"/>
        <w:rPr>
          <w:rtl/>
        </w:rPr>
      </w:pPr>
      <w:bookmarkStart w:id="179" w:name="_Toc28081857"/>
      <w:r>
        <w:rPr>
          <w:rFonts w:hint="cs"/>
          <w:rtl/>
        </w:rPr>
        <w:t xml:space="preserve">آیت </w:t>
      </w:r>
      <w:r w:rsidRPr="00120F63">
        <w:rPr>
          <w:rFonts w:hint="cs"/>
          <w:rtl/>
        </w:rPr>
        <w:t>33</w:t>
      </w:r>
      <w:bookmarkEnd w:id="179"/>
    </w:p>
    <w:p w:rsidR="001F628F" w:rsidRDefault="00E260F9" w:rsidP="000A1BE4">
      <w:pPr>
        <w:pStyle w:val="libNormal"/>
        <w:rPr>
          <w:rtl/>
        </w:rPr>
      </w:pPr>
      <w:r w:rsidRPr="00E260F9">
        <w:rPr>
          <w:rStyle w:val="libAlaemChar"/>
          <w:rFonts w:hint="eastAsia"/>
          <w:rtl/>
        </w:rPr>
        <w:t>(</w:t>
      </w:r>
      <w:r w:rsidRPr="000A1BE4">
        <w:rPr>
          <w:rStyle w:val="libAieChar"/>
          <w:rFonts w:hint="eastAsia"/>
          <w:rtl/>
        </w:rPr>
        <w:t>هَلْ</w:t>
      </w:r>
      <w:r w:rsidRPr="000A1BE4">
        <w:rPr>
          <w:rStyle w:val="libAieChar"/>
          <w:rtl/>
        </w:rPr>
        <w:t xml:space="preserve"> يَنظُرُونَ إِلاَّ أَن تَأْتِيَهُمُ الْمَلائِكَةُ أَوْ يَأْتِيَ أَمْرُ رَبِّكَ </w:t>
      </w:r>
      <w:r w:rsidR="0021672A" w:rsidRPr="0021672A">
        <w:rPr>
          <w:rStyle w:val="libAieChar"/>
          <w:rtl/>
        </w:rPr>
        <w:t>كذالك</w:t>
      </w:r>
      <w:r w:rsidRPr="000A1BE4">
        <w:rPr>
          <w:rStyle w:val="libAieChar"/>
          <w:rtl/>
        </w:rPr>
        <w:t xml:space="preserve"> فَعَلَ الَّذِينَ مِن قَبْلِهِمْ وَمَا ظَلَمَهُمُ اللّهُ وَلـكِن كَانُواْ أَنفُسَهُمْ يَظْلِمُونَ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كہ</w:t>
      </w:r>
      <w:r>
        <w:rPr>
          <w:rtl/>
        </w:rPr>
        <w:t xml:space="preserve"> يہ لوگ صرف اس بات كا انتظار كر رہے ہي</w:t>
      </w:r>
      <w:r w:rsidR="00083993">
        <w:rPr>
          <w:rtl/>
        </w:rPr>
        <w:t xml:space="preserve">ں </w:t>
      </w:r>
      <w:r>
        <w:rPr>
          <w:rtl/>
        </w:rPr>
        <w:t>كہ ان كے پاس ملائكہ آجائي</w:t>
      </w:r>
      <w:r w:rsidR="00083993">
        <w:rPr>
          <w:rtl/>
        </w:rPr>
        <w:t xml:space="preserve">ں </w:t>
      </w:r>
      <w:r>
        <w:rPr>
          <w:rtl/>
        </w:rPr>
        <w:t>يا حكم پروردگار آجائے تو يہى ان كے پہلے والو</w:t>
      </w:r>
      <w:r w:rsidR="00083993">
        <w:rPr>
          <w:rtl/>
        </w:rPr>
        <w:t xml:space="preserve">ں </w:t>
      </w:r>
      <w:r>
        <w:rPr>
          <w:rtl/>
        </w:rPr>
        <w:t>نے بھى كيا تھا اور اللہ نے ان پر كوئي ظلم نہي</w:t>
      </w:r>
      <w:r w:rsidR="00083993">
        <w:rPr>
          <w:rtl/>
        </w:rPr>
        <w:t xml:space="preserve">ں </w:t>
      </w:r>
      <w:r>
        <w:rPr>
          <w:rtl/>
        </w:rPr>
        <w:t>كيا ہے بلكہ يہ خود ہى اپنے نفس پر ظلم كرتے رہے ہي</w:t>
      </w:r>
      <w:r w:rsidR="00083993">
        <w:rPr>
          <w:rtl/>
        </w:rPr>
        <w:t xml:space="preserve">ں </w:t>
      </w:r>
      <w:r>
        <w:rPr>
          <w:rtl/>
        </w:rPr>
        <w:t>_</w:t>
      </w:r>
    </w:p>
    <w:p w:rsidR="001F628F" w:rsidRDefault="001F628F" w:rsidP="001F628F">
      <w:pPr>
        <w:pStyle w:val="libNormal"/>
        <w:rPr>
          <w:rtl/>
        </w:rPr>
      </w:pPr>
      <w:r>
        <w:rPr>
          <w:rtl/>
        </w:rPr>
        <w:t>1_ حق قبول نہ كرنے والے كفار نے خداوند عالم كي دھمكيو</w:t>
      </w:r>
      <w:r w:rsidR="00083993">
        <w:rPr>
          <w:rtl/>
        </w:rPr>
        <w:t xml:space="preserve">ں </w:t>
      </w:r>
      <w:r>
        <w:rPr>
          <w:rtl/>
        </w:rPr>
        <w:t>پر كان نہي</w:t>
      </w:r>
      <w:r w:rsidR="00083993">
        <w:rPr>
          <w:rtl/>
        </w:rPr>
        <w:t xml:space="preserve">ں </w:t>
      </w:r>
      <w:r>
        <w:rPr>
          <w:rtl/>
        </w:rPr>
        <w:t>دھرا_</w:t>
      </w:r>
    </w:p>
    <w:p w:rsidR="000A1BE4" w:rsidRDefault="000A1BE4" w:rsidP="000A1BE4">
      <w:pPr>
        <w:pStyle w:val="libArabic"/>
        <w:rPr>
          <w:rtl/>
        </w:rPr>
      </w:pPr>
      <w:r>
        <w:rPr>
          <w:rFonts w:hint="eastAsia"/>
          <w:rtl/>
        </w:rPr>
        <w:t>الكافرين</w:t>
      </w:r>
      <w:r>
        <w:rPr>
          <w:rtl/>
        </w:rPr>
        <w:t xml:space="preserve"> ...ظالمى ا نفس</w:t>
      </w:r>
      <w:r w:rsidR="00120F63" w:rsidRPr="00ED5DE8">
        <w:rPr>
          <w:rFonts w:hint="cs"/>
          <w:rtl/>
        </w:rPr>
        <w:t>ه</w:t>
      </w:r>
      <w:r>
        <w:rPr>
          <w:rFonts w:hint="cs"/>
          <w:rtl/>
        </w:rPr>
        <w:t>م</w:t>
      </w:r>
      <w:r>
        <w:rPr>
          <w:rtl/>
        </w:rPr>
        <w:t xml:space="preserve"> ... </w:t>
      </w:r>
      <w:r w:rsidR="00120F63" w:rsidRPr="00ED5DE8">
        <w:rPr>
          <w:rFonts w:hint="cs"/>
          <w:rtl/>
        </w:rPr>
        <w:t>ه</w:t>
      </w:r>
      <w:r>
        <w:rPr>
          <w:rFonts w:hint="cs"/>
          <w:rtl/>
        </w:rPr>
        <w:t>ل</w:t>
      </w:r>
      <w:r>
        <w:rPr>
          <w:rtl/>
        </w:rPr>
        <w:t xml:space="preserve"> </w:t>
      </w:r>
      <w:r>
        <w:rPr>
          <w:rFonts w:hint="cs"/>
          <w:rtl/>
        </w:rPr>
        <w:t>ينظرون</w:t>
      </w:r>
      <w:r>
        <w:rPr>
          <w:rtl/>
        </w:rPr>
        <w:t xml:space="preserve"> </w:t>
      </w:r>
      <w:r>
        <w:rPr>
          <w:rFonts w:hint="cs"/>
          <w:rtl/>
        </w:rPr>
        <w:t>إلاّ</w:t>
      </w:r>
      <w:r>
        <w:rPr>
          <w:rtl/>
        </w:rPr>
        <w:t xml:space="preserve"> </w:t>
      </w:r>
      <w:r>
        <w:rPr>
          <w:rFonts w:hint="cs"/>
          <w:rtl/>
        </w:rPr>
        <w:t>ا</w:t>
      </w:r>
      <w:r>
        <w:rPr>
          <w:rtl/>
        </w:rPr>
        <w:t xml:space="preserve"> </w:t>
      </w:r>
      <w:r>
        <w:rPr>
          <w:rFonts w:hint="cs"/>
          <w:rtl/>
        </w:rPr>
        <w:t>ن</w:t>
      </w:r>
      <w:r>
        <w:rPr>
          <w:rtl/>
        </w:rPr>
        <w:t xml:space="preserve"> </w:t>
      </w:r>
      <w:r>
        <w:rPr>
          <w:rFonts w:hint="cs"/>
          <w:rtl/>
        </w:rPr>
        <w:t>تاتي</w:t>
      </w:r>
      <w:r w:rsidR="00120F63" w:rsidRPr="00ED5DE8">
        <w:rPr>
          <w:rFonts w:hint="cs"/>
          <w:rtl/>
        </w:rPr>
        <w:t>ه</w:t>
      </w:r>
      <w:r>
        <w:rPr>
          <w:rFonts w:hint="cs"/>
          <w:rtl/>
        </w:rPr>
        <w:t>م</w:t>
      </w:r>
      <w:r>
        <w:rPr>
          <w:rtl/>
        </w:rPr>
        <w:t xml:space="preserve"> الملئكة ا وياتى ا مرربّك</w:t>
      </w:r>
    </w:p>
    <w:p w:rsidR="000A1BE4" w:rsidRDefault="000A1BE4" w:rsidP="000A1BE4">
      <w:pPr>
        <w:pStyle w:val="libNormal"/>
        <w:rPr>
          <w:rtl/>
        </w:rPr>
      </w:pPr>
      <w:r>
        <w:rPr>
          <w:rFonts w:hint="eastAsia"/>
          <w:rtl/>
        </w:rPr>
        <w:t>مذكورہ</w:t>
      </w:r>
      <w:r>
        <w:rPr>
          <w:rtl/>
        </w:rPr>
        <w:t xml:space="preserve"> مطلب ا س نكتہ پر موقوف ہے جب </w:t>
      </w:r>
      <w:r w:rsidRPr="000A1BE4">
        <w:rPr>
          <w:rStyle w:val="libArabicChar"/>
          <w:rtl/>
        </w:rPr>
        <w:t>''تاتي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w:t>
      </w:r>
      <w:r w:rsidR="00120F63" w:rsidRPr="00B2551F">
        <w:rPr>
          <w:rStyle w:val="libArabicChar"/>
          <w:rFonts w:hint="cs"/>
          <w:rtl/>
        </w:rPr>
        <w:t>ه</w:t>
      </w:r>
      <w:r w:rsidRPr="000A1BE4">
        <w:rPr>
          <w:rStyle w:val="libArabicChar"/>
          <w:rtl/>
        </w:rPr>
        <w:t>''</w:t>
      </w:r>
      <w:r>
        <w:rPr>
          <w:rtl/>
        </w:rPr>
        <w:t xml:space="preserve"> ميں ملائكہ سے مراد، روح قبض كرنے والے فرشتے ہوں اور''يا تى امر ربّك'' سے مراد، عذاب ہو _ اس احتمال كے مطابق ، كفار فقط موت كے آنے يا اپنے عذاب كے منتظر ہيں ، كا مطلب يہ ہے كہ انہوں نے خداوند عالم كى د</w:t>
      </w:r>
      <w:r>
        <w:rPr>
          <w:rFonts w:hint="eastAsia"/>
          <w:rtl/>
        </w:rPr>
        <w:t xml:space="preserve">ھمكيوں </w:t>
      </w:r>
      <w:r>
        <w:rPr>
          <w:rtl/>
        </w:rPr>
        <w:t>كو كچھ اہميت نہيں دى اور مسلسل منحرف راستے پر گامزن رہے_</w:t>
      </w:r>
    </w:p>
    <w:p w:rsidR="000A1BE4" w:rsidRDefault="000A1BE4" w:rsidP="001F628F">
      <w:pPr>
        <w:pStyle w:val="libNormal"/>
        <w:rPr>
          <w:rtl/>
        </w:rPr>
      </w:pP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2_ حق كے منكر كفار مكّہ ، قرآن كى حقانيت كى تائيد كے ليے نزول ملائكہ كے معجزہ يا خداوند عالم كى طرف سے كسى خصوصى امر كے انتظار مي</w:t>
      </w:r>
      <w:r w:rsidR="00083993">
        <w:rPr>
          <w:rtl/>
        </w:rPr>
        <w:t xml:space="preserve">ں </w:t>
      </w:r>
      <w:r>
        <w:rPr>
          <w:rtl/>
        </w:rPr>
        <w:t>تھے_</w:t>
      </w:r>
      <w:r w:rsidRPr="000A1BE4">
        <w:rPr>
          <w:rStyle w:val="libArabicChar"/>
          <w:rFonts w:hint="eastAsia"/>
          <w:rtl/>
        </w:rPr>
        <w:t>واذا</w:t>
      </w:r>
      <w:r w:rsidRPr="000A1BE4">
        <w:rPr>
          <w:rStyle w:val="libArabicChar"/>
          <w:rtl/>
        </w:rPr>
        <w:t xml:space="preserve"> قيل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ذا</w:t>
      </w:r>
      <w:r w:rsidRPr="000A1BE4">
        <w:rPr>
          <w:rStyle w:val="libArabicChar"/>
          <w:rtl/>
        </w:rPr>
        <w:t xml:space="preserve"> </w:t>
      </w:r>
      <w:r w:rsidRPr="000A1BE4">
        <w:rPr>
          <w:rStyle w:val="libArabicChar"/>
          <w:rFonts w:hint="cs"/>
          <w:rtl/>
        </w:rPr>
        <w:t>انزل</w:t>
      </w:r>
      <w:r w:rsidRPr="000A1BE4">
        <w:rPr>
          <w:rStyle w:val="libArabicChar"/>
          <w:rtl/>
        </w:rPr>
        <w:t xml:space="preserve"> </w:t>
      </w:r>
      <w:r w:rsidRPr="000A1BE4">
        <w:rPr>
          <w:rStyle w:val="libArabicChar"/>
          <w:rFonts w:hint="cs"/>
          <w:rtl/>
        </w:rPr>
        <w:t>ربّكم</w:t>
      </w:r>
      <w:r w:rsidRPr="000A1BE4">
        <w:rPr>
          <w:rStyle w:val="libArabicChar"/>
          <w:rtl/>
        </w:rPr>
        <w:t xml:space="preserve"> </w:t>
      </w:r>
      <w:r w:rsidRPr="000A1BE4">
        <w:rPr>
          <w:rStyle w:val="libArabicChar"/>
          <w:rFonts w:hint="cs"/>
          <w:rtl/>
        </w:rPr>
        <w:t>ق</w:t>
      </w:r>
      <w:r w:rsidRPr="000A1BE4">
        <w:rPr>
          <w:rStyle w:val="libArabicChar"/>
          <w:rtl/>
        </w:rPr>
        <w:t xml:space="preserve">الو اساطير الاولين ... </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ينظرون</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ان</w:t>
      </w:r>
      <w:r w:rsidRPr="000A1BE4">
        <w:rPr>
          <w:rStyle w:val="libArabicChar"/>
          <w:rtl/>
        </w:rPr>
        <w:t xml:space="preserve"> </w:t>
      </w:r>
      <w:r w:rsidRPr="000A1BE4">
        <w:rPr>
          <w:rStyle w:val="libArabicChar"/>
          <w:rFonts w:hint="cs"/>
          <w:rtl/>
        </w:rPr>
        <w:t>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او</w:t>
      </w:r>
      <w:r w:rsidRPr="000A1BE4">
        <w:rPr>
          <w:rStyle w:val="libArabicChar"/>
          <w:rtl/>
        </w:rPr>
        <w:t xml:space="preserve"> </w:t>
      </w:r>
      <w:r w:rsidRPr="000A1BE4">
        <w:rPr>
          <w:rStyle w:val="libArabicChar"/>
          <w:rFonts w:hint="cs"/>
          <w:rtl/>
        </w:rPr>
        <w:t>يا</w:t>
      </w:r>
      <w:r w:rsidRPr="000A1BE4">
        <w:rPr>
          <w:rStyle w:val="libArabicChar"/>
          <w:rtl/>
        </w:rPr>
        <w:t xml:space="preserve"> </w:t>
      </w:r>
      <w:r w:rsidRPr="000A1BE4">
        <w:rPr>
          <w:rStyle w:val="libArabicChar"/>
          <w:rFonts w:hint="cs"/>
          <w:rtl/>
        </w:rPr>
        <w:t>تى</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م</w:t>
      </w:r>
      <w:r w:rsidRPr="000A1BE4">
        <w:rPr>
          <w:rStyle w:val="libArabicChar"/>
          <w:rtl/>
        </w:rPr>
        <w:t>ر ربّك</w:t>
      </w:r>
    </w:p>
    <w:p w:rsidR="001F628F" w:rsidRDefault="001F628F" w:rsidP="001F628F">
      <w:pPr>
        <w:pStyle w:val="libNormal"/>
        <w:rPr>
          <w:rtl/>
        </w:rPr>
      </w:pPr>
      <w:r>
        <w:rPr>
          <w:rFonts w:hint="eastAsia"/>
          <w:rtl/>
        </w:rPr>
        <w:t>مذكورہ</w:t>
      </w:r>
      <w:r>
        <w:rPr>
          <w:rtl/>
        </w:rPr>
        <w:t xml:space="preserve"> مطلب اس بناء پر ہے جب گذشتہ آيات جو كہ قرآن مجيد كے بارے مي</w:t>
      </w:r>
      <w:r w:rsidR="00083993">
        <w:rPr>
          <w:rtl/>
        </w:rPr>
        <w:t xml:space="preserve">ں </w:t>
      </w:r>
      <w:r>
        <w:rPr>
          <w:rtl/>
        </w:rPr>
        <w:t>تھي</w:t>
      </w:r>
      <w:r w:rsidR="00083993">
        <w:rPr>
          <w:rtl/>
        </w:rPr>
        <w:t xml:space="preserve">ں </w:t>
      </w:r>
      <w:r>
        <w:rPr>
          <w:rtl/>
        </w:rPr>
        <w:t xml:space="preserve">كے قرينہ كى بناء پر </w:t>
      </w:r>
      <w:r w:rsidRPr="000A1BE4">
        <w:rPr>
          <w:rStyle w:val="libArabicChar"/>
          <w:rtl/>
        </w:rPr>
        <w:t>''تاتي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الملائكة</w:t>
      </w:r>
      <w:r>
        <w:rPr>
          <w:rtl/>
        </w:rPr>
        <w:t xml:space="preserve"> ''اور</w:t>
      </w:r>
      <w:r w:rsidRPr="000A1BE4">
        <w:rPr>
          <w:rStyle w:val="libArabicChar"/>
          <w:rtl/>
        </w:rPr>
        <w:t xml:space="preserve">''يا تى ا مر ربّك'' </w:t>
      </w:r>
      <w:r>
        <w:rPr>
          <w:rtl/>
        </w:rPr>
        <w:t>( ملائكہ ان كے ليے آئي</w:t>
      </w:r>
      <w:r w:rsidR="00083993">
        <w:rPr>
          <w:rtl/>
        </w:rPr>
        <w:t xml:space="preserve">ں </w:t>
      </w:r>
      <w:r>
        <w:rPr>
          <w:rtl/>
        </w:rPr>
        <w:t>يا امر پروردگار ) قرآن كى تائيد كے ليے ملائكہ يا امر خدا كے آنے پر دلالت كررہى ہو_</w:t>
      </w:r>
    </w:p>
    <w:p w:rsidR="001F628F" w:rsidRDefault="001F628F" w:rsidP="000A1BE4">
      <w:pPr>
        <w:pStyle w:val="libNormal"/>
        <w:rPr>
          <w:rtl/>
        </w:rPr>
      </w:pPr>
      <w:r>
        <w:rPr>
          <w:rtl/>
        </w:rPr>
        <w:t>3_نزول عذاب، خداوند عالم كے حكم سے ہے_</w:t>
      </w:r>
      <w:r w:rsidRPr="000A1BE4">
        <w:rPr>
          <w:rStyle w:val="libArabicChar"/>
          <w:rFonts w:hint="eastAsia"/>
          <w:rtl/>
        </w:rPr>
        <w:t>اويا</w:t>
      </w:r>
      <w:r w:rsidRPr="000A1BE4">
        <w:rPr>
          <w:rStyle w:val="libArabicChar"/>
          <w:rtl/>
        </w:rPr>
        <w:t xml:space="preserve"> تى ا مر ربّك</w:t>
      </w:r>
      <w:r>
        <w:rPr>
          <w:rFonts w:hint="eastAsia"/>
          <w:rtl/>
        </w:rPr>
        <w:t>ممكن</w:t>
      </w:r>
      <w:r>
        <w:rPr>
          <w:rtl/>
        </w:rPr>
        <w:t xml:space="preserve"> ہے ''امر ''كا متعلق عذاب ہو جيسا كہ مفسرين نے اس كى وضاحت كى ہے_</w:t>
      </w:r>
    </w:p>
    <w:p w:rsidR="001F628F" w:rsidRDefault="001F628F" w:rsidP="001F628F">
      <w:pPr>
        <w:pStyle w:val="libNormal"/>
        <w:rPr>
          <w:rtl/>
        </w:rPr>
      </w:pPr>
      <w:r>
        <w:rPr>
          <w:rtl/>
        </w:rPr>
        <w:t>4_زمانہ اسلام سے پہلے كے كفار، اپنى آسمانى كتاب ساتھ صدراسلام كے كفار جيسا سلوك كرتے تھے _</w:t>
      </w:r>
    </w:p>
    <w:p w:rsidR="001F628F" w:rsidRDefault="00120F63" w:rsidP="000A1BE4">
      <w:pPr>
        <w:pStyle w:val="libArabic"/>
        <w:rPr>
          <w:rtl/>
        </w:rPr>
      </w:pPr>
      <w:r w:rsidRPr="00ED5DE8">
        <w:rPr>
          <w:rFonts w:hint="cs"/>
          <w:rtl/>
        </w:rPr>
        <w:t>ه</w:t>
      </w:r>
      <w:r w:rsidR="001F628F">
        <w:rPr>
          <w:rFonts w:hint="cs"/>
          <w:rtl/>
        </w:rPr>
        <w:t>ل</w:t>
      </w:r>
      <w:r w:rsidR="001F628F">
        <w:rPr>
          <w:rtl/>
        </w:rPr>
        <w:t xml:space="preserve"> ينظرون الا ان تاتي</w:t>
      </w:r>
      <w:r w:rsidRPr="00ED5DE8">
        <w:rPr>
          <w:rFonts w:hint="cs"/>
          <w:rtl/>
        </w:rPr>
        <w:t>ه</w:t>
      </w:r>
      <w:r w:rsidR="001F628F">
        <w:rPr>
          <w:rFonts w:hint="cs"/>
          <w:rtl/>
        </w:rPr>
        <w:t>م</w:t>
      </w:r>
      <w:r w:rsidR="001F628F">
        <w:rPr>
          <w:rtl/>
        </w:rPr>
        <w:t xml:space="preserve"> </w:t>
      </w:r>
      <w:r w:rsidR="001F628F">
        <w:rPr>
          <w:rFonts w:hint="cs"/>
          <w:rtl/>
        </w:rPr>
        <w:t>الملئكة</w:t>
      </w:r>
      <w:r w:rsidR="001F628F">
        <w:rPr>
          <w:rtl/>
        </w:rPr>
        <w:t xml:space="preserve"> </w:t>
      </w:r>
      <w:r w:rsidR="001F628F">
        <w:rPr>
          <w:rFonts w:hint="cs"/>
          <w:rtl/>
        </w:rPr>
        <w:t>اويا</w:t>
      </w:r>
      <w:r w:rsidR="001F628F">
        <w:rPr>
          <w:rtl/>
        </w:rPr>
        <w:t xml:space="preserve"> </w:t>
      </w:r>
      <w:r w:rsidR="001F628F">
        <w:rPr>
          <w:rFonts w:hint="cs"/>
          <w:rtl/>
        </w:rPr>
        <w:t>تى</w:t>
      </w:r>
      <w:r w:rsidR="001F628F">
        <w:rPr>
          <w:rtl/>
        </w:rPr>
        <w:t xml:space="preserve"> </w:t>
      </w:r>
      <w:r w:rsidR="001F628F">
        <w:rPr>
          <w:rFonts w:hint="cs"/>
          <w:rtl/>
        </w:rPr>
        <w:t>ا</w:t>
      </w:r>
      <w:r w:rsidR="001F628F">
        <w:rPr>
          <w:rtl/>
        </w:rPr>
        <w:t xml:space="preserve"> </w:t>
      </w:r>
      <w:r w:rsidR="001F628F">
        <w:rPr>
          <w:rFonts w:hint="cs"/>
          <w:rtl/>
        </w:rPr>
        <w:t>مر</w:t>
      </w:r>
      <w:r w:rsidR="001F628F">
        <w:rPr>
          <w:rtl/>
        </w:rPr>
        <w:t xml:space="preserve"> </w:t>
      </w:r>
      <w:r w:rsidR="001F628F">
        <w:rPr>
          <w:rFonts w:hint="cs"/>
          <w:rtl/>
        </w:rPr>
        <w:t>ربّك</w:t>
      </w:r>
      <w:r w:rsidR="001F628F">
        <w:rPr>
          <w:rtl/>
        </w:rPr>
        <w:t xml:space="preserve"> </w:t>
      </w:r>
      <w:r w:rsidR="0021672A" w:rsidRPr="0021672A">
        <w:rPr>
          <w:rFonts w:hint="cs"/>
          <w:rtl/>
        </w:rPr>
        <w:t>كذالك</w:t>
      </w:r>
      <w:r w:rsidR="001F628F">
        <w:rPr>
          <w:rtl/>
        </w:rPr>
        <w:t xml:space="preserve"> </w:t>
      </w:r>
      <w:r w:rsidR="001F628F">
        <w:rPr>
          <w:rFonts w:hint="cs"/>
          <w:rtl/>
        </w:rPr>
        <w:t>فعل</w:t>
      </w:r>
      <w:r w:rsidR="001F628F">
        <w:rPr>
          <w:rtl/>
        </w:rPr>
        <w:t xml:space="preserve"> </w:t>
      </w:r>
      <w:r w:rsidR="001F628F">
        <w:rPr>
          <w:rFonts w:hint="cs"/>
          <w:rtl/>
        </w:rPr>
        <w:t>الذين</w:t>
      </w:r>
      <w:r w:rsidR="001F628F">
        <w:rPr>
          <w:rtl/>
        </w:rPr>
        <w:t xml:space="preserve"> </w:t>
      </w:r>
      <w:r w:rsidR="001F628F">
        <w:rPr>
          <w:rFonts w:hint="cs"/>
          <w:rtl/>
        </w:rPr>
        <w:t>من</w:t>
      </w:r>
      <w:r w:rsidR="001F628F">
        <w:rPr>
          <w:rtl/>
        </w:rPr>
        <w:t xml:space="preserve"> قبل</w:t>
      </w:r>
      <w:r w:rsidRPr="00ED5DE8">
        <w:rPr>
          <w:rFonts w:hint="cs"/>
          <w:rtl/>
        </w:rPr>
        <w:t>ه</w:t>
      </w:r>
      <w:r w:rsidR="001F628F">
        <w:rPr>
          <w:rFonts w:hint="cs"/>
          <w:rtl/>
        </w:rPr>
        <w:t>م</w:t>
      </w:r>
    </w:p>
    <w:p w:rsidR="001F628F" w:rsidRDefault="001F628F" w:rsidP="000A1BE4">
      <w:pPr>
        <w:pStyle w:val="libNormal"/>
        <w:rPr>
          <w:rtl/>
        </w:rPr>
      </w:pPr>
      <w:r>
        <w:rPr>
          <w:rtl/>
        </w:rPr>
        <w:t>5_ اديان كے دشمنو</w:t>
      </w:r>
      <w:r w:rsidR="00083993">
        <w:rPr>
          <w:rtl/>
        </w:rPr>
        <w:t xml:space="preserve">ں </w:t>
      </w:r>
      <w:r>
        <w:rPr>
          <w:rtl/>
        </w:rPr>
        <w:t>كا اديان كے ساتھ سلوك كے سلسلہ مي</w:t>
      </w:r>
      <w:r w:rsidR="00083993">
        <w:rPr>
          <w:rtl/>
        </w:rPr>
        <w:t xml:space="preserve">ں </w:t>
      </w:r>
      <w:r>
        <w:rPr>
          <w:rtl/>
        </w:rPr>
        <w:t>تاريخ اپنے آپ كو دہرا تى ہے_</w:t>
      </w:r>
      <w:r w:rsidR="0021672A" w:rsidRPr="0021672A">
        <w:rPr>
          <w:rStyle w:val="libArabicChar"/>
          <w:rFonts w:hint="eastAsia"/>
          <w:rtl/>
        </w:rPr>
        <w:t>كذالك</w:t>
      </w:r>
      <w:r w:rsidRPr="000A1BE4">
        <w:rPr>
          <w:rStyle w:val="libArabicChar"/>
          <w:rtl/>
        </w:rPr>
        <w:t xml:space="preserve"> فعل الذين من قبل</w:t>
      </w:r>
      <w:r w:rsidR="00120F63" w:rsidRPr="00B2551F">
        <w:rPr>
          <w:rStyle w:val="libArabicChar"/>
          <w:rFonts w:hint="cs"/>
          <w:rtl/>
        </w:rPr>
        <w:t>ه</w:t>
      </w:r>
      <w:r w:rsidRPr="000A1BE4">
        <w:rPr>
          <w:rStyle w:val="libArabicChar"/>
          <w:rFonts w:hint="cs"/>
          <w:rtl/>
        </w:rPr>
        <w:t>م</w:t>
      </w:r>
    </w:p>
    <w:p w:rsidR="001F628F" w:rsidRDefault="001F628F" w:rsidP="000A1BE4">
      <w:pPr>
        <w:pStyle w:val="libNormal"/>
        <w:rPr>
          <w:rtl/>
        </w:rPr>
      </w:pPr>
      <w:r>
        <w:rPr>
          <w:rtl/>
        </w:rPr>
        <w:t>6_ زمانہ اسلام سے پہلے كے كفار ، اپنى آسمانى كتاب كى حقانيت كى تائيد كے ليے فرشتو</w:t>
      </w:r>
      <w:r w:rsidR="00083993">
        <w:rPr>
          <w:rtl/>
        </w:rPr>
        <w:t xml:space="preserve">ں </w:t>
      </w:r>
      <w:r>
        <w:rPr>
          <w:rtl/>
        </w:rPr>
        <w:t>كے آنے يا خدا جانب سے خصوصى امر كے نزول كے انتظار مي</w:t>
      </w:r>
      <w:r w:rsidR="00083993">
        <w:rPr>
          <w:rtl/>
        </w:rPr>
        <w:t xml:space="preserve">ں </w:t>
      </w:r>
      <w:r>
        <w:rPr>
          <w:rtl/>
        </w:rPr>
        <w:t>تھے_</w:t>
      </w:r>
      <w:r w:rsidRPr="000A1BE4">
        <w:rPr>
          <w:rStyle w:val="libArabicChar"/>
          <w:rFonts w:hint="eastAsia"/>
          <w:rtl/>
        </w:rPr>
        <w:t>واذا</w:t>
      </w:r>
      <w:r w:rsidRPr="000A1BE4">
        <w:rPr>
          <w:rStyle w:val="libArabicChar"/>
          <w:rtl/>
        </w:rPr>
        <w:t xml:space="preserve"> قيل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ذا</w:t>
      </w:r>
      <w:r w:rsidRPr="000A1BE4">
        <w:rPr>
          <w:rStyle w:val="libArabicChar"/>
          <w:rtl/>
        </w:rPr>
        <w:t xml:space="preserve"> </w:t>
      </w:r>
      <w:r w:rsidRPr="000A1BE4">
        <w:rPr>
          <w:rStyle w:val="libArabicChar"/>
          <w:rFonts w:hint="cs"/>
          <w:rtl/>
        </w:rPr>
        <w:t>انزل</w:t>
      </w:r>
      <w:r w:rsidRPr="000A1BE4">
        <w:rPr>
          <w:rStyle w:val="libArabicChar"/>
          <w:rtl/>
        </w:rPr>
        <w:t xml:space="preserve"> </w:t>
      </w:r>
      <w:r w:rsidRPr="000A1BE4">
        <w:rPr>
          <w:rStyle w:val="libArabicChar"/>
          <w:rFonts w:hint="cs"/>
          <w:rtl/>
        </w:rPr>
        <w:t>قالو</w:t>
      </w:r>
      <w:r w:rsidRPr="000A1BE4">
        <w:rPr>
          <w:rStyle w:val="libArabicChar"/>
          <w:rtl/>
        </w:rPr>
        <w:t xml:space="preserve"> </w:t>
      </w:r>
      <w:r w:rsidRPr="000A1BE4">
        <w:rPr>
          <w:rStyle w:val="libArabicChar"/>
          <w:rFonts w:hint="cs"/>
          <w:rtl/>
        </w:rPr>
        <w:t>اساطير</w:t>
      </w:r>
      <w:r w:rsidRPr="000A1BE4">
        <w:rPr>
          <w:rStyle w:val="libArabicChar"/>
          <w:rtl/>
        </w:rPr>
        <w:t xml:space="preserve"> </w:t>
      </w:r>
      <w:r w:rsidRPr="000A1BE4">
        <w:rPr>
          <w:rStyle w:val="libArabicChar"/>
          <w:rFonts w:hint="cs"/>
          <w:rtl/>
        </w:rPr>
        <w:t>الاولين</w:t>
      </w:r>
      <w:r w:rsidRPr="000A1BE4">
        <w:rPr>
          <w:rStyle w:val="libArabicChar"/>
          <w:rtl/>
        </w:rPr>
        <w:t xml:space="preserve"> ... </w:t>
      </w:r>
      <w:r w:rsidRPr="000A1BE4">
        <w:rPr>
          <w:rStyle w:val="libArabicChar"/>
          <w:rFonts w:hint="cs"/>
          <w:rtl/>
        </w:rPr>
        <w:t>قد</w:t>
      </w:r>
      <w:r w:rsidRPr="000A1BE4">
        <w:rPr>
          <w:rStyle w:val="libArabicChar"/>
          <w:rtl/>
        </w:rPr>
        <w:t xml:space="preserve"> </w:t>
      </w:r>
      <w:r w:rsidRPr="000A1BE4">
        <w:rPr>
          <w:rStyle w:val="libArabicChar"/>
          <w:rFonts w:hint="cs"/>
          <w:rtl/>
        </w:rPr>
        <w:t>مكر</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ينظرون</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ان</w:t>
      </w:r>
      <w:r w:rsidRPr="000A1BE4">
        <w:rPr>
          <w:rStyle w:val="libArabicChar"/>
          <w:rtl/>
        </w:rPr>
        <w:t xml:space="preserve"> </w:t>
      </w:r>
      <w:r w:rsidRPr="000A1BE4">
        <w:rPr>
          <w:rStyle w:val="libArabicChar"/>
          <w:rFonts w:hint="cs"/>
          <w:rtl/>
        </w:rPr>
        <w:t>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او</w:t>
      </w:r>
      <w:r w:rsidRPr="000A1BE4">
        <w:rPr>
          <w:rStyle w:val="libArabicChar"/>
          <w:rtl/>
        </w:rPr>
        <w:t xml:space="preserve"> </w:t>
      </w:r>
      <w:r w:rsidRPr="000A1BE4">
        <w:rPr>
          <w:rStyle w:val="libArabicChar"/>
          <w:rFonts w:hint="cs"/>
          <w:rtl/>
        </w:rPr>
        <w:t>يا</w:t>
      </w:r>
      <w:r w:rsidRPr="000A1BE4">
        <w:rPr>
          <w:rStyle w:val="libArabicChar"/>
          <w:rtl/>
        </w:rPr>
        <w:t xml:space="preserve"> </w:t>
      </w:r>
      <w:r w:rsidRPr="000A1BE4">
        <w:rPr>
          <w:rStyle w:val="libArabicChar"/>
          <w:rFonts w:hint="cs"/>
          <w:rtl/>
        </w:rPr>
        <w:t>تى</w:t>
      </w:r>
      <w:r w:rsidRPr="000A1BE4">
        <w:rPr>
          <w:rStyle w:val="libArabicChar"/>
          <w:rtl/>
        </w:rPr>
        <w:t xml:space="preserve"> </w:t>
      </w:r>
      <w:r w:rsidRPr="000A1BE4">
        <w:rPr>
          <w:rStyle w:val="libArabicChar"/>
          <w:rFonts w:hint="cs"/>
          <w:rtl/>
        </w:rPr>
        <w:t>امر</w:t>
      </w:r>
      <w:r w:rsidRPr="000A1BE4">
        <w:rPr>
          <w:rStyle w:val="libArabicChar"/>
          <w:rtl/>
        </w:rPr>
        <w:t xml:space="preserve"> </w:t>
      </w:r>
      <w:r w:rsidRPr="000A1BE4">
        <w:rPr>
          <w:rStyle w:val="libArabicChar"/>
          <w:rFonts w:hint="cs"/>
          <w:rtl/>
        </w:rPr>
        <w:t>ربّك</w:t>
      </w:r>
      <w:r w:rsidRPr="000A1BE4">
        <w:rPr>
          <w:rStyle w:val="libArabicChar"/>
          <w:rtl/>
        </w:rPr>
        <w:t xml:space="preserve"> </w:t>
      </w:r>
      <w:r w:rsidRPr="000A1BE4">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قبل</w:t>
      </w:r>
      <w:r w:rsidR="00120F63" w:rsidRPr="00B2551F">
        <w:rPr>
          <w:rStyle w:val="libArabicChar"/>
          <w:rFonts w:hint="cs"/>
          <w:rtl/>
        </w:rPr>
        <w:t>ه</w:t>
      </w:r>
      <w:r w:rsidRPr="000A1BE4">
        <w:rPr>
          <w:rStyle w:val="libArabicChar"/>
          <w:rFonts w:hint="cs"/>
          <w:rtl/>
        </w:rPr>
        <w:t>م</w:t>
      </w:r>
    </w:p>
    <w:p w:rsidR="001F628F" w:rsidRDefault="001F628F" w:rsidP="000A1BE4">
      <w:pPr>
        <w:pStyle w:val="libNormal"/>
        <w:rPr>
          <w:rtl/>
        </w:rPr>
      </w:pPr>
      <w:r>
        <w:rPr>
          <w:rtl/>
        </w:rPr>
        <w:t>7_آسمانى كتابو</w:t>
      </w:r>
      <w:r w:rsidR="00083993">
        <w:rPr>
          <w:rtl/>
        </w:rPr>
        <w:t xml:space="preserve">ں </w:t>
      </w:r>
      <w:r>
        <w:rPr>
          <w:rtl/>
        </w:rPr>
        <w:t>كے دشمنو</w:t>
      </w:r>
      <w:r w:rsidR="00083993">
        <w:rPr>
          <w:rtl/>
        </w:rPr>
        <w:t xml:space="preserve">ں </w:t>
      </w:r>
      <w:r>
        <w:rPr>
          <w:rtl/>
        </w:rPr>
        <w:t>كا ، ان كتابو</w:t>
      </w:r>
      <w:r w:rsidR="00083993">
        <w:rPr>
          <w:rtl/>
        </w:rPr>
        <w:t xml:space="preserve">ں </w:t>
      </w:r>
      <w:r>
        <w:rPr>
          <w:rtl/>
        </w:rPr>
        <w:t>سے برتاؤ كا سليقہ ايك جيسا تھا_</w:t>
      </w:r>
      <w:r w:rsidRPr="000A1BE4">
        <w:rPr>
          <w:rStyle w:val="libArabicChar"/>
          <w:rFonts w:hint="eastAsia"/>
          <w:rtl/>
        </w:rPr>
        <w:t>واذا</w:t>
      </w:r>
      <w:r w:rsidRPr="000A1BE4">
        <w:rPr>
          <w:rStyle w:val="libArabicChar"/>
          <w:rtl/>
        </w:rPr>
        <w:t xml:space="preserve"> قيل 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ذا</w:t>
      </w:r>
      <w:r w:rsidRPr="000A1BE4">
        <w:rPr>
          <w:rStyle w:val="libArabicChar"/>
          <w:rtl/>
        </w:rPr>
        <w:t xml:space="preserve"> </w:t>
      </w:r>
      <w:r w:rsidRPr="000A1BE4">
        <w:rPr>
          <w:rStyle w:val="libArabicChar"/>
          <w:rFonts w:hint="cs"/>
          <w:rtl/>
        </w:rPr>
        <w:t>انزل</w:t>
      </w:r>
      <w:r w:rsidRPr="000A1BE4">
        <w:rPr>
          <w:rStyle w:val="libArabicChar"/>
          <w:rtl/>
        </w:rPr>
        <w:t xml:space="preserve"> </w:t>
      </w:r>
      <w:r w:rsidRPr="000A1BE4">
        <w:rPr>
          <w:rStyle w:val="libArabicChar"/>
          <w:rFonts w:hint="cs"/>
          <w:rtl/>
        </w:rPr>
        <w:t>ربّكم</w:t>
      </w:r>
      <w:r w:rsidRPr="000A1BE4">
        <w:rPr>
          <w:rStyle w:val="libArabicChar"/>
          <w:rtl/>
        </w:rPr>
        <w:t xml:space="preserve"> </w:t>
      </w:r>
      <w:r w:rsidRPr="000A1BE4">
        <w:rPr>
          <w:rStyle w:val="libArabicChar"/>
          <w:rFonts w:hint="cs"/>
          <w:rtl/>
        </w:rPr>
        <w:t>قالو</w:t>
      </w:r>
      <w:r w:rsidRPr="000A1BE4">
        <w:rPr>
          <w:rStyle w:val="libArabicChar"/>
          <w:rtl/>
        </w:rPr>
        <w:t xml:space="preserve"> </w:t>
      </w:r>
      <w:r w:rsidRPr="000A1BE4">
        <w:rPr>
          <w:rStyle w:val="libArabicChar"/>
          <w:rFonts w:hint="cs"/>
          <w:rtl/>
        </w:rPr>
        <w:t>ا</w:t>
      </w:r>
      <w:r w:rsidRPr="000A1BE4">
        <w:rPr>
          <w:rStyle w:val="libArabicChar"/>
          <w:rtl/>
        </w:rPr>
        <w:t xml:space="preserve"> </w:t>
      </w:r>
      <w:r w:rsidRPr="000A1BE4">
        <w:rPr>
          <w:rStyle w:val="libArabicChar"/>
          <w:rFonts w:hint="cs"/>
          <w:rtl/>
        </w:rPr>
        <w:t>ساطير</w:t>
      </w:r>
      <w:r w:rsidRPr="000A1BE4">
        <w:rPr>
          <w:rStyle w:val="libArabicChar"/>
          <w:rtl/>
        </w:rPr>
        <w:t xml:space="preserve"> </w:t>
      </w:r>
      <w:r w:rsidRPr="000A1BE4">
        <w:rPr>
          <w:rStyle w:val="libArabicChar"/>
          <w:rFonts w:hint="cs"/>
          <w:rtl/>
        </w:rPr>
        <w:t>الاولين</w:t>
      </w:r>
      <w:r w:rsidRPr="000A1BE4">
        <w:rPr>
          <w:rStyle w:val="libArabicChar"/>
          <w:rtl/>
        </w:rPr>
        <w:t xml:space="preserve"> ... </w:t>
      </w:r>
      <w:r w:rsidRPr="000A1BE4">
        <w:rPr>
          <w:rStyle w:val="libArabicChar"/>
          <w:rFonts w:hint="cs"/>
          <w:rtl/>
        </w:rPr>
        <w:t>قد</w:t>
      </w:r>
      <w:r w:rsidRPr="000A1BE4">
        <w:rPr>
          <w:rStyle w:val="libArabicChar"/>
          <w:rtl/>
        </w:rPr>
        <w:t xml:space="preserve"> </w:t>
      </w:r>
      <w:r w:rsidRPr="000A1BE4">
        <w:rPr>
          <w:rStyle w:val="libArabicChar"/>
          <w:rFonts w:hint="cs"/>
          <w:rtl/>
        </w:rPr>
        <w:t>مكر</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 </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ينظرون</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ان</w:t>
      </w:r>
      <w:r w:rsidRPr="000A1BE4">
        <w:rPr>
          <w:rStyle w:val="libArabicChar"/>
          <w:rtl/>
        </w:rPr>
        <w:t xml:space="preserve"> </w:t>
      </w:r>
      <w:r w:rsidRPr="000A1BE4">
        <w:rPr>
          <w:rStyle w:val="libArabicChar"/>
          <w:rFonts w:hint="cs"/>
          <w:rtl/>
        </w:rPr>
        <w:t>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w:t>
      </w:r>
      <w:r w:rsidR="00120F63" w:rsidRPr="00B2551F">
        <w:rPr>
          <w:rStyle w:val="libArabicChar"/>
          <w:rFonts w:hint="cs"/>
          <w:rtl/>
        </w:rPr>
        <w:t>ه</w:t>
      </w:r>
      <w:r w:rsidRPr="000A1BE4">
        <w:rPr>
          <w:rStyle w:val="libArabicChar"/>
          <w:rtl/>
        </w:rPr>
        <w:t xml:space="preserve"> </w:t>
      </w:r>
      <w:r w:rsidRPr="000A1BE4">
        <w:rPr>
          <w:rStyle w:val="libArabicChar"/>
          <w:rFonts w:hint="cs"/>
          <w:rtl/>
        </w:rPr>
        <w:t>اوياتى</w:t>
      </w:r>
      <w:r w:rsidRPr="000A1BE4">
        <w:rPr>
          <w:rStyle w:val="libArabicChar"/>
          <w:rtl/>
        </w:rPr>
        <w:t xml:space="preserve"> </w:t>
      </w:r>
      <w:r w:rsidRPr="000A1BE4">
        <w:rPr>
          <w:rStyle w:val="libArabicChar"/>
          <w:rFonts w:hint="cs"/>
          <w:rtl/>
        </w:rPr>
        <w:t>امر</w:t>
      </w:r>
      <w:r w:rsidRPr="000A1BE4">
        <w:rPr>
          <w:rStyle w:val="libArabicChar"/>
          <w:rtl/>
        </w:rPr>
        <w:t xml:space="preserve"> </w:t>
      </w:r>
      <w:r w:rsidRPr="000A1BE4">
        <w:rPr>
          <w:rStyle w:val="libArabicChar"/>
          <w:rFonts w:hint="cs"/>
          <w:rtl/>
        </w:rPr>
        <w:t>ربّك</w:t>
      </w:r>
      <w:r w:rsidRPr="000A1BE4">
        <w:rPr>
          <w:rStyle w:val="libArabicChar"/>
          <w:rtl/>
        </w:rPr>
        <w:t xml:space="preserve"> </w:t>
      </w:r>
      <w:r w:rsidRPr="000A1BE4">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قبل</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tl/>
        </w:rPr>
        <w:t>8_ كفار نے آسمانى كتابو</w:t>
      </w:r>
      <w:r w:rsidR="00083993">
        <w:rPr>
          <w:rtl/>
        </w:rPr>
        <w:t xml:space="preserve">ں </w:t>
      </w:r>
      <w:r>
        <w:rPr>
          <w:rtl/>
        </w:rPr>
        <w:t>كى حقانيت كا انكار كركے اپنے نفس پر ظلم كيا ہے_</w:t>
      </w:r>
    </w:p>
    <w:p w:rsidR="000A1BE4" w:rsidRDefault="001E7F9D" w:rsidP="00F73EDE">
      <w:pPr>
        <w:pStyle w:val="libPoemTini"/>
        <w:rPr>
          <w:rtl/>
        </w:rPr>
      </w:pPr>
      <w:r>
        <w:rPr>
          <w:rtl/>
        </w:rPr>
        <w:br w:type="page"/>
      </w:r>
    </w:p>
    <w:p w:rsidR="001F628F" w:rsidRDefault="001F628F" w:rsidP="000A1BE4">
      <w:pPr>
        <w:pStyle w:val="libArabic"/>
        <w:rPr>
          <w:rtl/>
        </w:rPr>
      </w:pPr>
      <w:r>
        <w:rPr>
          <w:rFonts w:hint="eastAsia"/>
          <w:rtl/>
        </w:rPr>
        <w:lastRenderedPageBreak/>
        <w:t>وما</w:t>
      </w:r>
      <w:r>
        <w:rPr>
          <w:rtl/>
        </w:rPr>
        <w:t xml:space="preserve"> ظلم</w:t>
      </w:r>
      <w:r w:rsidR="00120F63" w:rsidRPr="00ED5DE8">
        <w:rPr>
          <w:rFonts w:hint="cs"/>
          <w:rtl/>
        </w:rPr>
        <w:t>ه</w:t>
      </w:r>
      <w:r>
        <w:rPr>
          <w:rFonts w:hint="cs"/>
          <w:rtl/>
        </w:rPr>
        <w:t>م</w:t>
      </w:r>
      <w:r>
        <w:rPr>
          <w:rtl/>
        </w:rPr>
        <w:t xml:space="preserve"> </w:t>
      </w:r>
      <w:r>
        <w:rPr>
          <w:rFonts w:hint="cs"/>
          <w:rtl/>
        </w:rPr>
        <w:t>ول</w:t>
      </w:r>
      <w:r>
        <w:rPr>
          <w:rtl/>
        </w:rPr>
        <w:t>كن ...</w:t>
      </w:r>
    </w:p>
    <w:p w:rsidR="001F628F" w:rsidRPr="000A1BE4" w:rsidRDefault="001F628F" w:rsidP="000A1BE4">
      <w:pPr>
        <w:pStyle w:val="libNormal"/>
        <w:rPr>
          <w:rStyle w:val="libArabicChar"/>
          <w:rtl/>
        </w:rPr>
      </w:pPr>
      <w:r>
        <w:rPr>
          <w:rtl/>
        </w:rPr>
        <w:t>9_ وحى اور آسمانى كتابو</w:t>
      </w:r>
      <w:r w:rsidR="00083993">
        <w:rPr>
          <w:rtl/>
        </w:rPr>
        <w:t xml:space="preserve">ں </w:t>
      </w:r>
      <w:r>
        <w:rPr>
          <w:rtl/>
        </w:rPr>
        <w:t>كا انكار ، اپنے نفس پر ظلم ہے_</w:t>
      </w:r>
      <w:r w:rsidR="00120F63" w:rsidRPr="00B2551F">
        <w:rPr>
          <w:rStyle w:val="libArabicChar"/>
          <w:rFonts w:hint="cs"/>
          <w:rtl/>
        </w:rPr>
        <w:t>ه</w:t>
      </w:r>
      <w:r w:rsidRPr="000A1BE4">
        <w:rPr>
          <w:rStyle w:val="libArabicChar"/>
          <w:rFonts w:hint="cs"/>
          <w:rtl/>
        </w:rPr>
        <w:t>ل</w:t>
      </w:r>
      <w:r w:rsidRPr="000A1BE4">
        <w:rPr>
          <w:rStyle w:val="libArabicChar"/>
          <w:rtl/>
        </w:rPr>
        <w:t xml:space="preserve"> ينظرون الا ان 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او</w:t>
      </w:r>
      <w:r w:rsidRPr="000A1BE4">
        <w:rPr>
          <w:rStyle w:val="libArabicChar"/>
          <w:rtl/>
        </w:rPr>
        <w:t xml:space="preserve"> </w:t>
      </w:r>
      <w:r w:rsidRPr="000A1BE4">
        <w:rPr>
          <w:rStyle w:val="libArabicChar"/>
          <w:rFonts w:hint="cs"/>
          <w:rtl/>
        </w:rPr>
        <w:t>يا</w:t>
      </w:r>
      <w:r w:rsidRPr="000A1BE4">
        <w:rPr>
          <w:rStyle w:val="libArabicChar"/>
          <w:rtl/>
        </w:rPr>
        <w:t xml:space="preserve"> </w:t>
      </w:r>
      <w:r w:rsidRPr="000A1BE4">
        <w:rPr>
          <w:rStyle w:val="libArabicChar"/>
          <w:rFonts w:hint="cs"/>
          <w:rtl/>
        </w:rPr>
        <w:t>تى</w:t>
      </w:r>
      <w:r w:rsidRPr="000A1BE4">
        <w:rPr>
          <w:rStyle w:val="libArabicChar"/>
          <w:rtl/>
        </w:rPr>
        <w:t xml:space="preserve"> </w:t>
      </w:r>
      <w:r w:rsidRPr="000A1BE4">
        <w:rPr>
          <w:rStyle w:val="libArabicChar"/>
          <w:rFonts w:hint="cs"/>
          <w:rtl/>
        </w:rPr>
        <w:t>امر</w:t>
      </w:r>
      <w:r w:rsidRPr="000A1BE4">
        <w:rPr>
          <w:rStyle w:val="libArabicChar"/>
          <w:rtl/>
        </w:rPr>
        <w:t xml:space="preserve"> </w:t>
      </w:r>
      <w:r w:rsidRPr="000A1BE4">
        <w:rPr>
          <w:rStyle w:val="libArabicChar"/>
          <w:rFonts w:hint="cs"/>
          <w:rtl/>
        </w:rPr>
        <w:t>ربّك</w:t>
      </w:r>
      <w:r w:rsidRPr="000A1BE4">
        <w:rPr>
          <w:rStyle w:val="libArabicChar"/>
          <w:rtl/>
        </w:rPr>
        <w:t xml:space="preserve"> </w:t>
      </w:r>
      <w:r w:rsidR="0021672A" w:rsidRPr="0021672A">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ظلم</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ولكن</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ي</w:t>
      </w:r>
      <w:r w:rsidRPr="000A1BE4">
        <w:rPr>
          <w:rStyle w:val="libArabicChar"/>
          <w:rtl/>
        </w:rPr>
        <w:t>ظلمون</w:t>
      </w:r>
    </w:p>
    <w:p w:rsidR="001F628F" w:rsidRDefault="001F628F" w:rsidP="000A1BE4">
      <w:pPr>
        <w:pStyle w:val="libNormal"/>
        <w:rPr>
          <w:rtl/>
        </w:rPr>
      </w:pPr>
      <w:r>
        <w:rPr>
          <w:rtl/>
        </w:rPr>
        <w:t>10_ آسمانى كتابو</w:t>
      </w:r>
      <w:r w:rsidR="00083993">
        <w:rPr>
          <w:rtl/>
        </w:rPr>
        <w:t xml:space="preserve">ں </w:t>
      </w:r>
      <w:r>
        <w:rPr>
          <w:rtl/>
        </w:rPr>
        <w:t>كے مقابلے مي</w:t>
      </w:r>
      <w:r w:rsidR="00083993">
        <w:rPr>
          <w:rtl/>
        </w:rPr>
        <w:t xml:space="preserve">ں </w:t>
      </w:r>
      <w:r>
        <w:rPr>
          <w:rtl/>
        </w:rPr>
        <w:t>قيام كے نتيجہ مي</w:t>
      </w:r>
      <w:r w:rsidR="00083993">
        <w:rPr>
          <w:rtl/>
        </w:rPr>
        <w:t xml:space="preserve">ں </w:t>
      </w:r>
      <w:r>
        <w:rPr>
          <w:rtl/>
        </w:rPr>
        <w:t>كفار پر ہونے والا ظلم ، خدا كى طرف سے نہي</w:t>
      </w:r>
      <w:r w:rsidR="00083993">
        <w:rPr>
          <w:rtl/>
        </w:rPr>
        <w:t xml:space="preserve">ں </w:t>
      </w:r>
      <w:r>
        <w:rPr>
          <w:rtl/>
        </w:rPr>
        <w:t>بلكہ خود ان ہى كى طرف سے ہے_</w:t>
      </w:r>
      <w:r w:rsidRPr="000A1BE4">
        <w:rPr>
          <w:rStyle w:val="libArabicChar"/>
          <w:rFonts w:hint="eastAsia"/>
          <w:rtl/>
        </w:rPr>
        <w:t>وما</w:t>
      </w:r>
      <w:r w:rsidRPr="000A1BE4">
        <w:rPr>
          <w:rStyle w:val="libArabicChar"/>
          <w:rtl/>
        </w:rPr>
        <w:t xml:space="preserve"> ظل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ولكن</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يظلمون</w:t>
      </w:r>
    </w:p>
    <w:p w:rsidR="001F628F" w:rsidRDefault="001F628F" w:rsidP="001F628F">
      <w:pPr>
        <w:pStyle w:val="libNormal"/>
        <w:rPr>
          <w:rtl/>
        </w:rPr>
      </w:pPr>
      <w:r>
        <w:rPr>
          <w:rtl/>
        </w:rPr>
        <w:t>11_ عذاب كا حكم ، اگر چہ خداوند عالم كى طرف سے ہے ليكن اس كا زمينہ خود اہل عذاب نے فراہم كيا ہے_</w:t>
      </w:r>
    </w:p>
    <w:p w:rsidR="001F628F" w:rsidRDefault="001F628F" w:rsidP="000A1BE4">
      <w:pPr>
        <w:pStyle w:val="libArabic"/>
        <w:rPr>
          <w:rtl/>
        </w:rPr>
      </w:pPr>
      <w:r>
        <w:rPr>
          <w:rFonts w:hint="eastAsia"/>
          <w:rtl/>
        </w:rPr>
        <w:t>او</w:t>
      </w:r>
      <w:r>
        <w:rPr>
          <w:rtl/>
        </w:rPr>
        <w:t xml:space="preserve"> يا تى امر ربّك ...وما ظلم</w:t>
      </w:r>
      <w:r w:rsidR="00120F63" w:rsidRPr="00ED5DE8">
        <w:rPr>
          <w:rFonts w:hint="cs"/>
          <w:rtl/>
        </w:rPr>
        <w:t>ه</w:t>
      </w:r>
      <w:r>
        <w:rPr>
          <w:rFonts w:hint="cs"/>
          <w:rtl/>
        </w:rPr>
        <w:t>م</w:t>
      </w:r>
      <w:r>
        <w:rPr>
          <w:rtl/>
        </w:rPr>
        <w:t xml:space="preserve"> </w:t>
      </w:r>
      <w:r>
        <w:rPr>
          <w:rFonts w:hint="cs"/>
          <w:rtl/>
        </w:rPr>
        <w:t>ا</w:t>
      </w:r>
      <w:r>
        <w:rPr>
          <w:rtl/>
        </w:rPr>
        <w:t>للّ</w:t>
      </w:r>
      <w:r w:rsidR="00120F63" w:rsidRPr="00ED5DE8">
        <w:rPr>
          <w:rFonts w:hint="cs"/>
          <w:rtl/>
        </w:rPr>
        <w:t>ه</w:t>
      </w:r>
      <w:r>
        <w:rPr>
          <w:rtl/>
        </w:rPr>
        <w:t xml:space="preserve"> </w:t>
      </w:r>
      <w:r>
        <w:rPr>
          <w:rFonts w:hint="cs"/>
          <w:rtl/>
        </w:rPr>
        <w:t>ولكن</w:t>
      </w:r>
      <w:r>
        <w:rPr>
          <w:rtl/>
        </w:rPr>
        <w:t xml:space="preserve"> </w:t>
      </w:r>
      <w:r>
        <w:rPr>
          <w:rFonts w:hint="cs"/>
          <w:rtl/>
        </w:rPr>
        <w:t>كانوا</w:t>
      </w:r>
      <w:r>
        <w:rPr>
          <w:rtl/>
        </w:rPr>
        <w:t xml:space="preserve"> </w:t>
      </w:r>
      <w:r>
        <w:rPr>
          <w:rFonts w:hint="cs"/>
          <w:rtl/>
        </w:rPr>
        <w:t>انفس</w:t>
      </w:r>
      <w:r w:rsidR="00120F63" w:rsidRPr="00ED5DE8">
        <w:rPr>
          <w:rFonts w:hint="cs"/>
          <w:rtl/>
        </w:rPr>
        <w:t>ه</w:t>
      </w:r>
      <w:r>
        <w:rPr>
          <w:rFonts w:hint="cs"/>
          <w:rtl/>
        </w:rPr>
        <w:t>م</w:t>
      </w:r>
      <w:r>
        <w:rPr>
          <w:rtl/>
        </w:rPr>
        <w:t xml:space="preserve"> </w:t>
      </w:r>
      <w:r>
        <w:rPr>
          <w:rFonts w:hint="cs"/>
          <w:rtl/>
        </w:rPr>
        <w:t>ي</w:t>
      </w:r>
      <w:r>
        <w:rPr>
          <w:rtl/>
        </w:rPr>
        <w:t>ظلمون</w:t>
      </w:r>
    </w:p>
    <w:p w:rsidR="001F628F" w:rsidRPr="000A1BE4" w:rsidRDefault="001F628F" w:rsidP="000A1BE4">
      <w:pPr>
        <w:pStyle w:val="libNormal"/>
        <w:rPr>
          <w:rStyle w:val="libArabicChar"/>
          <w:rtl/>
        </w:rPr>
      </w:pPr>
      <w:r>
        <w:rPr>
          <w:rtl/>
        </w:rPr>
        <w:t>12_انسان كے انجام كى تعيين مي</w:t>
      </w:r>
      <w:r w:rsidR="00083993">
        <w:rPr>
          <w:rtl/>
        </w:rPr>
        <w:t xml:space="preserve">ں </w:t>
      </w:r>
      <w:r>
        <w:rPr>
          <w:rtl/>
        </w:rPr>
        <w:t>عقيدہ و عمل، موثر ہي</w:t>
      </w:r>
      <w:r w:rsidR="00083993">
        <w:rPr>
          <w:rtl/>
        </w:rPr>
        <w:t xml:space="preserve">ں </w:t>
      </w:r>
      <w:r>
        <w:rPr>
          <w:rtl/>
        </w:rPr>
        <w:t>_</w:t>
      </w:r>
      <w:r w:rsidR="00120F63" w:rsidRPr="00B2551F">
        <w:rPr>
          <w:rStyle w:val="libArabicChar"/>
          <w:rFonts w:hint="cs"/>
          <w:rtl/>
        </w:rPr>
        <w:t>ه</w:t>
      </w:r>
      <w:r w:rsidRPr="000A1BE4">
        <w:rPr>
          <w:rStyle w:val="libArabicChar"/>
          <w:rFonts w:hint="cs"/>
          <w:rtl/>
        </w:rPr>
        <w:t>ل</w:t>
      </w:r>
      <w:r w:rsidRPr="000A1BE4">
        <w:rPr>
          <w:rStyle w:val="libArabicChar"/>
          <w:rtl/>
        </w:rPr>
        <w:t xml:space="preserve"> ينظرون الا ان تأتي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اويا</w:t>
      </w:r>
      <w:r w:rsidRPr="000A1BE4">
        <w:rPr>
          <w:rStyle w:val="libArabicChar"/>
          <w:rtl/>
        </w:rPr>
        <w:t xml:space="preserve"> </w:t>
      </w:r>
      <w:r w:rsidRPr="000A1BE4">
        <w:rPr>
          <w:rStyle w:val="libArabicChar"/>
          <w:rFonts w:hint="cs"/>
          <w:rtl/>
        </w:rPr>
        <w:t>تى</w:t>
      </w:r>
      <w:r w:rsidRPr="000A1BE4">
        <w:rPr>
          <w:rStyle w:val="libArabicChar"/>
          <w:rtl/>
        </w:rPr>
        <w:t xml:space="preserve"> </w:t>
      </w:r>
      <w:r w:rsidRPr="000A1BE4">
        <w:rPr>
          <w:rStyle w:val="libArabicChar"/>
          <w:rFonts w:hint="cs"/>
          <w:rtl/>
        </w:rPr>
        <w:t>امر</w:t>
      </w:r>
      <w:r w:rsidRPr="000A1BE4">
        <w:rPr>
          <w:rStyle w:val="libArabicChar"/>
          <w:rtl/>
        </w:rPr>
        <w:t xml:space="preserve"> </w:t>
      </w:r>
      <w:r w:rsidRPr="000A1BE4">
        <w:rPr>
          <w:rStyle w:val="libArabicChar"/>
          <w:rFonts w:hint="cs"/>
          <w:rtl/>
        </w:rPr>
        <w:t>ربّك</w:t>
      </w:r>
      <w:r w:rsidRPr="000A1BE4">
        <w:rPr>
          <w:rStyle w:val="libArabicChar"/>
          <w:rtl/>
        </w:rPr>
        <w:t xml:space="preserve"> </w:t>
      </w:r>
      <w:r w:rsidR="0021672A" w:rsidRPr="0021672A">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ظلم</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ولكن</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ي</w:t>
      </w:r>
      <w:r w:rsidRPr="000A1BE4">
        <w:rPr>
          <w:rStyle w:val="libArabicChar"/>
          <w:rtl/>
        </w:rPr>
        <w:t>ظلمون</w:t>
      </w:r>
    </w:p>
    <w:p w:rsidR="001F628F" w:rsidRDefault="001F628F" w:rsidP="000A1BE4">
      <w:pPr>
        <w:pStyle w:val="libNormal"/>
        <w:rPr>
          <w:rtl/>
        </w:rPr>
      </w:pPr>
      <w:r>
        <w:rPr>
          <w:rtl/>
        </w:rPr>
        <w:t>13_ آسمانى كتابو</w:t>
      </w:r>
      <w:r w:rsidR="00083993">
        <w:rPr>
          <w:rtl/>
        </w:rPr>
        <w:t xml:space="preserve">ں </w:t>
      </w:r>
      <w:r>
        <w:rPr>
          <w:rtl/>
        </w:rPr>
        <w:t>كى حقانيت كا انكار ، ايسى چيز تھى جسے خود ان كے منكرين نے اختيار كيا اور خدا وند عالم نے انہي</w:t>
      </w:r>
      <w:r w:rsidR="00083993">
        <w:rPr>
          <w:rtl/>
        </w:rPr>
        <w:t xml:space="preserve">ں </w:t>
      </w:r>
      <w:r>
        <w:rPr>
          <w:rtl/>
        </w:rPr>
        <w:t>اس كى ترغيب نہي</w:t>
      </w:r>
      <w:r w:rsidR="00083993">
        <w:rPr>
          <w:rtl/>
        </w:rPr>
        <w:t xml:space="preserve">ں </w:t>
      </w:r>
      <w:r>
        <w:rPr>
          <w:rtl/>
        </w:rPr>
        <w:t>دلائي ہے_</w:t>
      </w:r>
      <w:r w:rsidR="0021672A" w:rsidRPr="0021672A">
        <w:rPr>
          <w:rStyle w:val="libArabicChar"/>
          <w:rFonts w:hint="eastAsia"/>
          <w:rtl/>
        </w:rPr>
        <w:t>كذالك</w:t>
      </w:r>
      <w:r w:rsidRPr="000A1BE4">
        <w:rPr>
          <w:rStyle w:val="libArabicChar"/>
          <w:rtl/>
        </w:rPr>
        <w:t xml:space="preserve"> فعل الذين من 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ظلم</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ولكن</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يظلمون</w:t>
      </w:r>
    </w:p>
    <w:p w:rsidR="001F628F" w:rsidRDefault="001F628F" w:rsidP="001F628F">
      <w:pPr>
        <w:pStyle w:val="libNormal"/>
        <w:rPr>
          <w:rtl/>
        </w:rPr>
      </w:pPr>
      <w:r>
        <w:rPr>
          <w:rFonts w:hint="eastAsia"/>
          <w:rtl/>
        </w:rPr>
        <w:t>يہ</w:t>
      </w:r>
      <w:r>
        <w:rPr>
          <w:rtl/>
        </w:rPr>
        <w:t xml:space="preserve"> مطلب اس احتمال كى بناء پرہے جب نفس پر ظلم سے مراد، حق كے راستے سے انحراف ہو كہ جسے خداوند عالم نے منحرفين كى طرف نسبت دى ہے اور اس سلسلہ مي</w:t>
      </w:r>
      <w:r w:rsidR="00083993">
        <w:rPr>
          <w:rtl/>
        </w:rPr>
        <w:t xml:space="preserve">ں </w:t>
      </w:r>
      <w:r>
        <w:rPr>
          <w:rtl/>
        </w:rPr>
        <w:t>اپنے عمل و دخل كى نفى كى ہے_</w:t>
      </w:r>
    </w:p>
    <w:p w:rsidR="001F628F" w:rsidRDefault="001F628F" w:rsidP="000A1BE4">
      <w:pPr>
        <w:pStyle w:val="libNormal"/>
        <w:rPr>
          <w:rtl/>
        </w:rPr>
      </w:pPr>
      <w:r>
        <w:rPr>
          <w:rFonts w:hint="eastAsia"/>
          <w:rtl/>
        </w:rPr>
        <w:t>آسمانى</w:t>
      </w:r>
      <w:r>
        <w:rPr>
          <w:rtl/>
        </w:rPr>
        <w:t xml:space="preserve"> كتب:</w:t>
      </w:r>
      <w:r>
        <w:rPr>
          <w:rFonts w:hint="eastAsia"/>
          <w:rtl/>
        </w:rPr>
        <w:t>آسماني</w:t>
      </w:r>
      <w:r>
        <w:rPr>
          <w:rtl/>
        </w:rPr>
        <w:t>8 كتب كى تكذيب9; آسمانى كتب كى تكذيب كے آثار8; آسمانى كتب كى حقانيت كے دلائل6; آسمانى كتب كے جھٹلانے والو</w:t>
      </w:r>
      <w:r w:rsidR="00083993">
        <w:rPr>
          <w:rtl/>
        </w:rPr>
        <w:t xml:space="preserve">ں </w:t>
      </w:r>
      <w:r>
        <w:rPr>
          <w:rtl/>
        </w:rPr>
        <w:t>كا كردار13; آسمانى كتب كے دشمنو</w:t>
      </w:r>
      <w:r w:rsidR="00083993">
        <w:rPr>
          <w:rtl/>
        </w:rPr>
        <w:t xml:space="preserve">ں </w:t>
      </w:r>
      <w:r>
        <w:rPr>
          <w:rtl/>
        </w:rPr>
        <w:t>كا باہمى توافق7</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كا كردار11،13; الله تعالى كے انذار سے اعراض1; اوامر الہي3; اوامر الہى كے نزول كى درخواست 2;6</w:t>
      </w:r>
    </w:p>
    <w:p w:rsidR="001F628F" w:rsidRDefault="001F628F" w:rsidP="000A1BE4">
      <w:pPr>
        <w:pStyle w:val="libNormal"/>
        <w:rPr>
          <w:rtl/>
        </w:rPr>
      </w:pPr>
      <w:r>
        <w:rPr>
          <w:rFonts w:hint="eastAsia"/>
          <w:rtl/>
        </w:rPr>
        <w:t>انسان</w:t>
      </w:r>
      <w:r>
        <w:rPr>
          <w:rtl/>
        </w:rPr>
        <w:t>:</w:t>
      </w:r>
      <w:r>
        <w:rPr>
          <w:rFonts w:hint="eastAsia"/>
          <w:rtl/>
        </w:rPr>
        <w:t>انسان</w:t>
      </w:r>
      <w:r>
        <w:rPr>
          <w:rtl/>
        </w:rPr>
        <w:t xml:space="preserve"> كا اختيار13</w:t>
      </w:r>
    </w:p>
    <w:p w:rsidR="001F628F" w:rsidRDefault="001F628F" w:rsidP="001F628F">
      <w:pPr>
        <w:pStyle w:val="libNormal"/>
        <w:rPr>
          <w:rtl/>
        </w:rPr>
      </w:pPr>
      <w:r>
        <w:rPr>
          <w:rFonts w:hint="eastAsia"/>
          <w:rtl/>
        </w:rPr>
        <w:t>جبرواختيار</w:t>
      </w:r>
      <w:r>
        <w:rPr>
          <w:rtl/>
        </w:rPr>
        <w:t>:13</w:t>
      </w:r>
    </w:p>
    <w:p w:rsidR="001F628F" w:rsidRDefault="001F628F" w:rsidP="000A1BE4">
      <w:pPr>
        <w:pStyle w:val="libNormal"/>
        <w:rPr>
          <w:rtl/>
        </w:rPr>
      </w:pPr>
      <w:r>
        <w:rPr>
          <w:rFonts w:hint="eastAsia"/>
          <w:rtl/>
        </w:rPr>
        <w:t>خود</w:t>
      </w:r>
      <w:r>
        <w:rPr>
          <w:rtl/>
        </w:rPr>
        <w:t>:</w:t>
      </w:r>
      <w:r>
        <w:rPr>
          <w:rFonts w:hint="eastAsia"/>
          <w:rtl/>
        </w:rPr>
        <w:t>اپنے</w:t>
      </w:r>
      <w:r>
        <w:rPr>
          <w:rtl/>
        </w:rPr>
        <w:t xml:space="preserve"> نفس پر ظلم8،9،10</w:t>
      </w:r>
    </w:p>
    <w:p w:rsidR="001F628F" w:rsidRDefault="001F628F" w:rsidP="000A1BE4">
      <w:pPr>
        <w:pStyle w:val="libNormal"/>
        <w:rPr>
          <w:rtl/>
        </w:rPr>
      </w:pPr>
      <w:r>
        <w:rPr>
          <w:rFonts w:hint="eastAsia"/>
          <w:rtl/>
        </w:rPr>
        <w:t>دين</w:t>
      </w:r>
      <w:r>
        <w:rPr>
          <w:rtl/>
        </w:rPr>
        <w:t>:</w:t>
      </w:r>
      <w:r>
        <w:rPr>
          <w:rFonts w:hint="eastAsia"/>
          <w:rtl/>
        </w:rPr>
        <w:t>تاريخ</w:t>
      </w:r>
      <w:r>
        <w:rPr>
          <w:rtl/>
        </w:rPr>
        <w:t xml:space="preserve"> مي</w:t>
      </w:r>
      <w:r w:rsidR="00083993">
        <w:rPr>
          <w:rtl/>
        </w:rPr>
        <w:t xml:space="preserve">ں </w:t>
      </w:r>
      <w:r>
        <w:rPr>
          <w:rtl/>
        </w:rPr>
        <w:t>دين كے دشمن5; دين كے دشمنو</w:t>
      </w:r>
      <w:r w:rsidR="00083993">
        <w:rPr>
          <w:rtl/>
        </w:rPr>
        <w:t xml:space="preserve">ں </w:t>
      </w:r>
      <w:r>
        <w:rPr>
          <w:rtl/>
        </w:rPr>
        <w:t>ك</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باہمى</w:t>
      </w:r>
      <w:r>
        <w:rPr>
          <w:rtl/>
        </w:rPr>
        <w:t xml:space="preserve"> توافق 5</w:t>
      </w:r>
    </w:p>
    <w:p w:rsidR="001F628F" w:rsidRDefault="001F628F" w:rsidP="000A1BE4">
      <w:pPr>
        <w:pStyle w:val="libNormal"/>
        <w:rPr>
          <w:rtl/>
        </w:rPr>
      </w:pPr>
      <w:r>
        <w:rPr>
          <w:rFonts w:hint="eastAsia"/>
          <w:rtl/>
        </w:rPr>
        <w:t>سرنوشت</w:t>
      </w:r>
      <w:r>
        <w:rPr>
          <w:rtl/>
        </w:rPr>
        <w:t>:</w:t>
      </w:r>
      <w:r>
        <w:rPr>
          <w:rFonts w:hint="eastAsia"/>
          <w:rtl/>
        </w:rPr>
        <w:t>سرنوشت</w:t>
      </w:r>
      <w:r>
        <w:rPr>
          <w:rtl/>
        </w:rPr>
        <w:t xml:space="preserve"> مي</w:t>
      </w:r>
      <w:r w:rsidR="00083993">
        <w:rPr>
          <w:rtl/>
        </w:rPr>
        <w:t xml:space="preserve">ں </w:t>
      </w:r>
      <w:r>
        <w:rPr>
          <w:rtl/>
        </w:rPr>
        <w:t>موثر اسباب12</w:t>
      </w:r>
    </w:p>
    <w:p w:rsidR="001F628F" w:rsidRDefault="001F628F" w:rsidP="001F628F">
      <w:pPr>
        <w:pStyle w:val="libNormal"/>
        <w:rPr>
          <w:rtl/>
        </w:rPr>
      </w:pPr>
      <w:r>
        <w:rPr>
          <w:rFonts w:hint="eastAsia"/>
          <w:rtl/>
        </w:rPr>
        <w:t>ظالمين</w:t>
      </w:r>
      <w:r>
        <w:rPr>
          <w:rtl/>
        </w:rPr>
        <w:t>:8</w:t>
      </w:r>
    </w:p>
    <w:p w:rsidR="001F628F" w:rsidRDefault="001F628F" w:rsidP="000A1BE4">
      <w:pPr>
        <w:pStyle w:val="libNormal"/>
        <w:rPr>
          <w:rtl/>
        </w:rPr>
      </w:pPr>
      <w:r>
        <w:rPr>
          <w:rFonts w:hint="eastAsia"/>
          <w:rtl/>
        </w:rPr>
        <w:t>عذاب</w:t>
      </w:r>
      <w:r>
        <w:rPr>
          <w:rtl/>
        </w:rPr>
        <w:t>:</w:t>
      </w:r>
      <w:r>
        <w:rPr>
          <w:rFonts w:hint="eastAsia"/>
          <w:rtl/>
        </w:rPr>
        <w:t>اہل</w:t>
      </w:r>
      <w:r>
        <w:rPr>
          <w:rtl/>
        </w:rPr>
        <w:t xml:space="preserve"> عذاب كا كردار11; عذاب كا سرچشمہ3،11; عذاب كا زمينہ 11</w:t>
      </w:r>
    </w:p>
    <w:p w:rsidR="001F628F" w:rsidRDefault="001F628F" w:rsidP="000A1BE4">
      <w:pPr>
        <w:pStyle w:val="libNormal"/>
        <w:rPr>
          <w:rtl/>
        </w:rPr>
      </w:pPr>
      <w:r>
        <w:rPr>
          <w:rFonts w:hint="eastAsia"/>
          <w:rtl/>
        </w:rPr>
        <w:t>عقيدہ</w:t>
      </w:r>
      <w:r>
        <w:rPr>
          <w:rtl/>
        </w:rPr>
        <w:t>:</w:t>
      </w:r>
      <w:r>
        <w:rPr>
          <w:rFonts w:hint="eastAsia"/>
          <w:rtl/>
        </w:rPr>
        <w:t>عقيدہ</w:t>
      </w:r>
      <w:r>
        <w:rPr>
          <w:rtl/>
        </w:rPr>
        <w:t xml:space="preserve"> كے آثار12; عقيدہ مي</w:t>
      </w:r>
      <w:r w:rsidR="00083993">
        <w:rPr>
          <w:rtl/>
        </w:rPr>
        <w:t xml:space="preserve">ں </w:t>
      </w:r>
      <w:r>
        <w:rPr>
          <w:rtl/>
        </w:rPr>
        <w:t>آزادي13</w:t>
      </w:r>
    </w:p>
    <w:p w:rsidR="001F628F" w:rsidRDefault="001F628F" w:rsidP="000A1BE4">
      <w:pPr>
        <w:pStyle w:val="libNormal"/>
        <w:rPr>
          <w:rtl/>
        </w:rPr>
      </w:pPr>
      <w:r>
        <w:rPr>
          <w:rFonts w:hint="eastAsia"/>
          <w:rtl/>
        </w:rPr>
        <w:t>عمل</w:t>
      </w:r>
      <w:r>
        <w:rPr>
          <w:rtl/>
        </w:rPr>
        <w:t>:</w:t>
      </w:r>
      <w:r>
        <w:rPr>
          <w:rFonts w:hint="eastAsia"/>
          <w:rtl/>
        </w:rPr>
        <w:t>عمل</w:t>
      </w:r>
      <w:r>
        <w:rPr>
          <w:rtl/>
        </w:rPr>
        <w:t xml:space="preserve"> كے آثار12</w:t>
      </w:r>
    </w:p>
    <w:p w:rsidR="001F628F" w:rsidRDefault="001F628F" w:rsidP="000A1BE4">
      <w:pPr>
        <w:pStyle w:val="libNormal"/>
        <w:rPr>
          <w:rtl/>
        </w:rPr>
      </w:pPr>
      <w:r>
        <w:rPr>
          <w:rFonts w:hint="eastAsia"/>
          <w:rtl/>
        </w:rPr>
        <w:t>قرآن</w:t>
      </w:r>
      <w:r>
        <w:rPr>
          <w:rtl/>
        </w:rPr>
        <w:t xml:space="preserve"> :</w:t>
      </w:r>
      <w:r>
        <w:rPr>
          <w:rFonts w:hint="eastAsia"/>
          <w:rtl/>
        </w:rPr>
        <w:t>قرآن</w:t>
      </w:r>
      <w:r>
        <w:rPr>
          <w:rtl/>
        </w:rPr>
        <w:t xml:space="preserve"> كى حقانيت كے دلائل كى درخواست2</w:t>
      </w:r>
    </w:p>
    <w:p w:rsidR="001F628F" w:rsidRDefault="001F628F" w:rsidP="000A1BE4">
      <w:pPr>
        <w:pStyle w:val="libNormal"/>
        <w:rPr>
          <w:rtl/>
        </w:rPr>
      </w:pPr>
      <w:r>
        <w:rPr>
          <w:rFonts w:hint="eastAsia"/>
          <w:rtl/>
        </w:rPr>
        <w:t>كفار</w:t>
      </w:r>
      <w:r>
        <w:rPr>
          <w:rtl/>
        </w:rPr>
        <w:t>:</w:t>
      </w:r>
      <w:r>
        <w:rPr>
          <w:rFonts w:hint="eastAsia"/>
          <w:rtl/>
        </w:rPr>
        <w:t>اسلام</w:t>
      </w:r>
      <w:r>
        <w:rPr>
          <w:rtl/>
        </w:rPr>
        <w:t xml:space="preserve"> سے قبل كفار كى چاہت6; كفار اور كتب آسماني4; كفار پر ظلم كا سرچشمہ 10; كفار كا اعراض 1; كفار كا ظلم 8; كفار كى ہم آہنگي4</w:t>
      </w:r>
    </w:p>
    <w:p w:rsidR="001F628F" w:rsidRDefault="001F628F" w:rsidP="000A1BE4">
      <w:pPr>
        <w:pStyle w:val="libNormal"/>
        <w:rPr>
          <w:rtl/>
        </w:rPr>
      </w:pPr>
      <w:r>
        <w:rPr>
          <w:rFonts w:hint="eastAsia"/>
          <w:rtl/>
        </w:rPr>
        <w:t>كفار</w:t>
      </w:r>
      <w:r>
        <w:rPr>
          <w:rtl/>
        </w:rPr>
        <w:t xml:space="preserve"> مكّہ:</w:t>
      </w:r>
      <w:r>
        <w:rPr>
          <w:rFonts w:hint="eastAsia"/>
          <w:rtl/>
        </w:rPr>
        <w:t>كفار</w:t>
      </w:r>
      <w:r>
        <w:rPr>
          <w:rtl/>
        </w:rPr>
        <w:t xml:space="preserve"> مكہ كى چاہت2</w:t>
      </w:r>
    </w:p>
    <w:p w:rsidR="001F628F" w:rsidRDefault="001F628F" w:rsidP="000A1BE4">
      <w:pPr>
        <w:pStyle w:val="libNormal"/>
        <w:rPr>
          <w:rtl/>
        </w:rPr>
      </w:pPr>
      <w:r>
        <w:rPr>
          <w:rFonts w:hint="eastAsia"/>
          <w:rtl/>
        </w:rPr>
        <w:t>كفر</w:t>
      </w:r>
      <w:r>
        <w:rPr>
          <w:rtl/>
        </w:rPr>
        <w:t xml:space="preserve"> :</w:t>
      </w:r>
      <w:r>
        <w:rPr>
          <w:rFonts w:hint="eastAsia"/>
          <w:rtl/>
        </w:rPr>
        <w:t>كفر</w:t>
      </w:r>
      <w:r>
        <w:rPr>
          <w:rtl/>
        </w:rPr>
        <w:t xml:space="preserve"> كى حقيقت9</w:t>
      </w:r>
    </w:p>
    <w:p w:rsidR="001F628F" w:rsidRDefault="001F628F" w:rsidP="000A1BE4">
      <w:pPr>
        <w:pStyle w:val="libNormal"/>
        <w:rPr>
          <w:rtl/>
        </w:rPr>
      </w:pPr>
      <w:r>
        <w:rPr>
          <w:rFonts w:hint="eastAsia"/>
          <w:rtl/>
        </w:rPr>
        <w:t>معجزہ</w:t>
      </w:r>
      <w:r>
        <w:rPr>
          <w:rtl/>
        </w:rPr>
        <w:t>:</w:t>
      </w:r>
      <w:r>
        <w:rPr>
          <w:rFonts w:hint="eastAsia"/>
          <w:rtl/>
        </w:rPr>
        <w:t>معجزہ</w:t>
      </w:r>
      <w:r>
        <w:rPr>
          <w:rtl/>
        </w:rPr>
        <w:t xml:space="preserve"> اقتراحي2،6</w:t>
      </w:r>
    </w:p>
    <w:p w:rsidR="001F628F" w:rsidRDefault="001F628F" w:rsidP="000A1BE4">
      <w:pPr>
        <w:pStyle w:val="libNormal"/>
        <w:rPr>
          <w:rtl/>
        </w:rPr>
      </w:pPr>
      <w:r>
        <w:rPr>
          <w:rFonts w:hint="eastAsia"/>
          <w:rtl/>
        </w:rPr>
        <w:t>ملائكہ</w:t>
      </w:r>
      <w:r>
        <w:rPr>
          <w:rtl/>
        </w:rPr>
        <w:t>:</w:t>
      </w:r>
      <w:r>
        <w:rPr>
          <w:rFonts w:hint="eastAsia"/>
          <w:rtl/>
        </w:rPr>
        <w:t>ملائكہ</w:t>
      </w:r>
      <w:r>
        <w:rPr>
          <w:rtl/>
        </w:rPr>
        <w:t xml:space="preserve"> كے نزول كى درخواست2،6</w:t>
      </w:r>
    </w:p>
    <w:p w:rsidR="001F628F" w:rsidRDefault="001F628F" w:rsidP="000A1BE4">
      <w:pPr>
        <w:pStyle w:val="libNormal"/>
        <w:rPr>
          <w:rtl/>
        </w:rPr>
      </w:pPr>
      <w:r>
        <w:rPr>
          <w:rFonts w:hint="eastAsia"/>
          <w:rtl/>
        </w:rPr>
        <w:t>وحي</w:t>
      </w:r>
      <w:r>
        <w:rPr>
          <w:rtl/>
        </w:rPr>
        <w:t>:</w:t>
      </w:r>
      <w:r>
        <w:rPr>
          <w:rFonts w:hint="eastAsia"/>
          <w:rtl/>
        </w:rPr>
        <w:t>وحى</w:t>
      </w:r>
      <w:r>
        <w:rPr>
          <w:rtl/>
        </w:rPr>
        <w:t xml:space="preserve"> كى تكذيب</w:t>
      </w:r>
    </w:p>
    <w:p w:rsidR="001F628F" w:rsidRPr="00120F63" w:rsidRDefault="000A1BE4" w:rsidP="000A1BE4">
      <w:pPr>
        <w:pStyle w:val="Heading2Center"/>
        <w:rPr>
          <w:rtl/>
        </w:rPr>
      </w:pPr>
      <w:bookmarkStart w:id="180" w:name="_Toc28081858"/>
      <w:r>
        <w:rPr>
          <w:rFonts w:hint="cs"/>
          <w:rtl/>
        </w:rPr>
        <w:t xml:space="preserve">آیت </w:t>
      </w:r>
      <w:r w:rsidRPr="00120F63">
        <w:rPr>
          <w:rFonts w:hint="cs"/>
          <w:rtl/>
        </w:rPr>
        <w:t>34</w:t>
      </w:r>
      <w:bookmarkEnd w:id="180"/>
    </w:p>
    <w:p w:rsidR="001F628F" w:rsidRDefault="00E260F9" w:rsidP="000A1BE4">
      <w:pPr>
        <w:pStyle w:val="libNormal"/>
        <w:rPr>
          <w:rtl/>
        </w:rPr>
      </w:pPr>
      <w:r w:rsidRPr="00E260F9">
        <w:rPr>
          <w:rStyle w:val="libAlaemChar"/>
          <w:rFonts w:hint="eastAsia"/>
          <w:rtl/>
        </w:rPr>
        <w:t>(</w:t>
      </w:r>
      <w:r w:rsidRPr="000A1BE4">
        <w:rPr>
          <w:rStyle w:val="libAieChar"/>
          <w:rFonts w:hint="eastAsia"/>
          <w:rtl/>
        </w:rPr>
        <w:t>فَأَصَابَهُمْ</w:t>
      </w:r>
      <w:r w:rsidRPr="000A1BE4">
        <w:rPr>
          <w:rStyle w:val="libAieChar"/>
          <w:rtl/>
        </w:rPr>
        <w:t xml:space="preserve"> سَيِّئَاتُ مَا عَمِلُواْ وَحَاقَ بِهِم مَّا كَانُواْ بِهِ يَسْتَهْزِئُونَ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نتيجہ</w:t>
      </w:r>
      <w:r>
        <w:rPr>
          <w:rtl/>
        </w:rPr>
        <w:t xml:space="preserve"> يہ ہوا كہ ان كے اعمال كے برے اثرات ان تك پہنچ گئے اور جن باتي</w:t>
      </w:r>
      <w:r w:rsidR="00083993">
        <w:rPr>
          <w:rtl/>
        </w:rPr>
        <w:t xml:space="preserve">ں </w:t>
      </w:r>
      <w:r>
        <w:rPr>
          <w:rtl/>
        </w:rPr>
        <w:t>كا يہ مذاق اڑايا كرتے تھے انھي</w:t>
      </w:r>
      <w:r w:rsidR="00083993">
        <w:rPr>
          <w:rtl/>
        </w:rPr>
        <w:t xml:space="preserve">ں </w:t>
      </w:r>
      <w:r>
        <w:rPr>
          <w:rtl/>
        </w:rPr>
        <w:t>باتو</w:t>
      </w:r>
      <w:r w:rsidR="00083993">
        <w:rPr>
          <w:rtl/>
        </w:rPr>
        <w:t xml:space="preserve">ں </w:t>
      </w:r>
      <w:r>
        <w:rPr>
          <w:rtl/>
        </w:rPr>
        <w:t>نے انھي</w:t>
      </w:r>
      <w:r w:rsidR="00083993">
        <w:rPr>
          <w:rtl/>
        </w:rPr>
        <w:t xml:space="preserve">ں </w:t>
      </w:r>
      <w:r>
        <w:rPr>
          <w:rtl/>
        </w:rPr>
        <w:t>اپنے گھيرے مي</w:t>
      </w:r>
      <w:r w:rsidR="00083993">
        <w:rPr>
          <w:rtl/>
        </w:rPr>
        <w:t xml:space="preserve">ں </w:t>
      </w:r>
      <w:r>
        <w:rPr>
          <w:rtl/>
        </w:rPr>
        <w:t>لے ليا اور پھر تباہ و برباد كرديا _</w:t>
      </w:r>
    </w:p>
    <w:p w:rsidR="001F628F" w:rsidRDefault="001F628F" w:rsidP="001F628F">
      <w:pPr>
        <w:pStyle w:val="libNormal"/>
        <w:rPr>
          <w:rtl/>
        </w:rPr>
      </w:pPr>
      <w:r>
        <w:rPr>
          <w:rtl/>
        </w:rPr>
        <w:t>1_گذشتہ اقوام كے قبيح اعمال ان كے گريبان گير ہوگئے اور انہي</w:t>
      </w:r>
      <w:r w:rsidR="00083993">
        <w:rPr>
          <w:rtl/>
        </w:rPr>
        <w:t xml:space="preserve">ں </w:t>
      </w:r>
      <w:r>
        <w:rPr>
          <w:rtl/>
        </w:rPr>
        <w:t>عذاب سے دوچار كرديا_</w:t>
      </w:r>
    </w:p>
    <w:p w:rsidR="000A1BE4" w:rsidRDefault="001E7F9D" w:rsidP="00F73EDE">
      <w:pPr>
        <w:pStyle w:val="libPoemTini"/>
        <w:rPr>
          <w:rtl/>
        </w:rPr>
      </w:pPr>
      <w:r>
        <w:rPr>
          <w:rtl/>
        </w:rPr>
        <w:br w:type="page"/>
      </w:r>
    </w:p>
    <w:p w:rsidR="001F628F" w:rsidRDefault="001F628F" w:rsidP="000A1BE4">
      <w:pPr>
        <w:pStyle w:val="libArabic"/>
        <w:rPr>
          <w:rtl/>
        </w:rPr>
      </w:pPr>
      <w:r>
        <w:rPr>
          <w:rFonts w:hint="eastAsia"/>
          <w:rtl/>
        </w:rPr>
        <w:lastRenderedPageBreak/>
        <w:t>فاصاب</w:t>
      </w:r>
      <w:r w:rsidR="00120F63" w:rsidRPr="00ED5DE8">
        <w:rPr>
          <w:rFonts w:hint="cs"/>
          <w:rtl/>
        </w:rPr>
        <w:t>ه</w:t>
      </w:r>
      <w:r>
        <w:rPr>
          <w:rFonts w:hint="cs"/>
          <w:rtl/>
        </w:rPr>
        <w:t>م</w:t>
      </w:r>
      <w:r>
        <w:rPr>
          <w:rtl/>
        </w:rPr>
        <w:t xml:space="preserve"> سيأت ما عملو</w:t>
      </w:r>
      <w:r w:rsidR="00D66343">
        <w:rPr>
          <w:rFonts w:hint="cs"/>
          <w:rtl/>
        </w:rPr>
        <w:t>ا</w:t>
      </w:r>
    </w:p>
    <w:p w:rsidR="001F628F" w:rsidRDefault="001F628F" w:rsidP="001F628F">
      <w:pPr>
        <w:pStyle w:val="libNormal"/>
        <w:rPr>
          <w:rtl/>
        </w:rPr>
      </w:pPr>
      <w:r>
        <w:rPr>
          <w:rtl/>
        </w:rPr>
        <w:t>''سيئة'' كى جمع ''سيئات'' كا معنى ، برے اعمال ہي</w:t>
      </w:r>
      <w:r w:rsidR="00083993">
        <w:rPr>
          <w:rtl/>
        </w:rPr>
        <w:t xml:space="preserve">ں </w:t>
      </w:r>
      <w:r>
        <w:rPr>
          <w:rtl/>
        </w:rPr>
        <w:t>اور'' سئية'' كا پہنچنا مجاز عقلى ہے اور تقديراً مضاف ہے اس بناء پر ان تك برائي كے پہنچنے سے مراد، ان كے اعمال كے گناہ كے نتيجہ مي</w:t>
      </w:r>
      <w:r w:rsidR="00083993">
        <w:rPr>
          <w:rtl/>
        </w:rPr>
        <w:t xml:space="preserve">ں </w:t>
      </w:r>
      <w:r>
        <w:rPr>
          <w:rtl/>
        </w:rPr>
        <w:t>ان كا سزا سے دوچار ہونا ہے_</w:t>
      </w:r>
    </w:p>
    <w:p w:rsidR="001F628F" w:rsidRDefault="001F628F" w:rsidP="000A1BE4">
      <w:pPr>
        <w:pStyle w:val="libNormal"/>
        <w:rPr>
          <w:rtl/>
        </w:rPr>
      </w:pPr>
      <w:r>
        <w:rPr>
          <w:rtl/>
        </w:rPr>
        <w:t>2_ انسانو</w:t>
      </w:r>
      <w:r w:rsidR="00083993">
        <w:rPr>
          <w:rtl/>
        </w:rPr>
        <w:t xml:space="preserve">ں </w:t>
      </w:r>
      <w:r>
        <w:rPr>
          <w:rtl/>
        </w:rPr>
        <w:t>كے اعمال پر نتيجہ ، مرتّب ہوتا ہے_</w:t>
      </w:r>
      <w:r w:rsidRPr="000A1BE4">
        <w:rPr>
          <w:rStyle w:val="libArabicChar"/>
          <w:rFonts w:hint="eastAsia"/>
          <w:rtl/>
        </w:rPr>
        <w:t>فأصاب</w:t>
      </w:r>
      <w:r w:rsidR="00120F63" w:rsidRPr="00B2551F">
        <w:rPr>
          <w:rStyle w:val="libArabicChar"/>
          <w:rFonts w:hint="cs"/>
          <w:rtl/>
        </w:rPr>
        <w:t>ه</w:t>
      </w:r>
      <w:r w:rsidRPr="000A1BE4">
        <w:rPr>
          <w:rStyle w:val="libArabicChar"/>
          <w:rFonts w:hint="cs"/>
          <w:rtl/>
        </w:rPr>
        <w:t>م</w:t>
      </w:r>
      <w:r w:rsidRPr="000A1BE4">
        <w:rPr>
          <w:rStyle w:val="libArabicChar"/>
          <w:rtl/>
        </w:rPr>
        <w:t xml:space="preserve"> سيئات ما عملو</w:t>
      </w:r>
      <w:r w:rsidR="00D66343">
        <w:rPr>
          <w:rStyle w:val="libArabicChar"/>
          <w:rFonts w:hint="cs"/>
          <w:rtl/>
        </w:rPr>
        <w:t>ا</w:t>
      </w:r>
    </w:p>
    <w:p w:rsidR="001F628F" w:rsidRDefault="001F628F" w:rsidP="001F628F">
      <w:pPr>
        <w:pStyle w:val="libNormal"/>
        <w:rPr>
          <w:rtl/>
        </w:rPr>
      </w:pPr>
      <w:r>
        <w:rPr>
          <w:rtl/>
        </w:rPr>
        <w:t>3_ آسمانى كتابو</w:t>
      </w:r>
      <w:r w:rsidR="00083993">
        <w:rPr>
          <w:rtl/>
        </w:rPr>
        <w:t xml:space="preserve">ں </w:t>
      </w:r>
      <w:r>
        <w:rPr>
          <w:rtl/>
        </w:rPr>
        <w:t>كى حقانيت كے منكرين، عذاب سے دوچار ہوئے ہي</w:t>
      </w:r>
      <w:r w:rsidR="00083993">
        <w:rPr>
          <w:rtl/>
        </w:rPr>
        <w:t xml:space="preserve">ں </w:t>
      </w:r>
      <w:r>
        <w:rPr>
          <w:rtl/>
        </w:rPr>
        <w:t>_</w:t>
      </w:r>
    </w:p>
    <w:p w:rsidR="001F628F" w:rsidRDefault="0021672A" w:rsidP="000A1BE4">
      <w:pPr>
        <w:pStyle w:val="libArabic"/>
        <w:rPr>
          <w:rtl/>
        </w:rPr>
      </w:pPr>
      <w:r w:rsidRPr="0021672A">
        <w:rPr>
          <w:rFonts w:hint="eastAsia"/>
          <w:rtl/>
        </w:rPr>
        <w:t>كذالك</w:t>
      </w:r>
      <w:r w:rsidR="001F628F">
        <w:rPr>
          <w:rtl/>
        </w:rPr>
        <w:t xml:space="preserve"> فعل الذين من قبل</w:t>
      </w:r>
      <w:r w:rsidR="00120F63" w:rsidRPr="00ED5DE8">
        <w:rPr>
          <w:rFonts w:hint="cs"/>
          <w:rtl/>
        </w:rPr>
        <w:t>ه</w:t>
      </w:r>
      <w:r w:rsidR="001F628F">
        <w:rPr>
          <w:rFonts w:hint="cs"/>
          <w:rtl/>
        </w:rPr>
        <w:t>م</w:t>
      </w:r>
      <w:r w:rsidR="001F628F">
        <w:rPr>
          <w:rtl/>
        </w:rPr>
        <w:t xml:space="preserve"> </w:t>
      </w:r>
      <w:r w:rsidR="001F628F">
        <w:rPr>
          <w:rFonts w:hint="cs"/>
          <w:rtl/>
        </w:rPr>
        <w:t>وما</w:t>
      </w:r>
      <w:r w:rsidR="001F628F">
        <w:rPr>
          <w:rtl/>
        </w:rPr>
        <w:t xml:space="preserve"> </w:t>
      </w:r>
      <w:r w:rsidR="001F628F">
        <w:rPr>
          <w:rFonts w:hint="cs"/>
          <w:rtl/>
        </w:rPr>
        <w:t>ظلم</w:t>
      </w:r>
      <w:r w:rsidR="00120F63" w:rsidRPr="00ED5DE8">
        <w:rPr>
          <w:rFonts w:hint="cs"/>
          <w:rtl/>
        </w:rPr>
        <w:t>ه</w:t>
      </w:r>
      <w:r w:rsidR="001F628F">
        <w:rPr>
          <w:rFonts w:hint="cs"/>
          <w:rtl/>
        </w:rPr>
        <w:t>م</w:t>
      </w:r>
      <w:r w:rsidR="001F628F">
        <w:rPr>
          <w:rtl/>
        </w:rPr>
        <w:t xml:space="preserve"> </w:t>
      </w:r>
      <w:r w:rsidR="001F628F">
        <w:rPr>
          <w:rFonts w:hint="cs"/>
          <w:rtl/>
        </w:rPr>
        <w:t>اللّ</w:t>
      </w:r>
      <w:r w:rsidR="00120F63" w:rsidRPr="00ED5DE8">
        <w:rPr>
          <w:rFonts w:hint="cs"/>
          <w:rtl/>
        </w:rPr>
        <w:t>ه</w:t>
      </w:r>
      <w:r w:rsidR="001F628F">
        <w:rPr>
          <w:rtl/>
        </w:rPr>
        <w:t xml:space="preserve"> </w:t>
      </w:r>
      <w:r w:rsidR="001F628F">
        <w:rPr>
          <w:rFonts w:hint="cs"/>
          <w:rtl/>
        </w:rPr>
        <w:t>ولكن</w:t>
      </w:r>
      <w:r w:rsidR="001F628F">
        <w:rPr>
          <w:rtl/>
        </w:rPr>
        <w:t xml:space="preserve"> </w:t>
      </w:r>
      <w:r w:rsidR="001F628F">
        <w:rPr>
          <w:rFonts w:hint="cs"/>
          <w:rtl/>
        </w:rPr>
        <w:t>كانوا</w:t>
      </w:r>
      <w:r w:rsidR="001F628F">
        <w:rPr>
          <w:rtl/>
        </w:rPr>
        <w:t xml:space="preserve"> </w:t>
      </w:r>
      <w:r w:rsidR="001F628F">
        <w:rPr>
          <w:rFonts w:hint="cs"/>
          <w:rtl/>
        </w:rPr>
        <w:t>انفس</w:t>
      </w:r>
      <w:r w:rsidR="00120F63" w:rsidRPr="00ED5DE8">
        <w:rPr>
          <w:rFonts w:hint="cs"/>
          <w:rtl/>
        </w:rPr>
        <w:t>ه</w:t>
      </w:r>
      <w:r w:rsidR="001F628F">
        <w:rPr>
          <w:rFonts w:hint="cs"/>
          <w:rtl/>
        </w:rPr>
        <w:t>م</w:t>
      </w:r>
      <w:r w:rsidR="001F628F">
        <w:rPr>
          <w:rtl/>
        </w:rPr>
        <w:t xml:space="preserve"> </w:t>
      </w:r>
      <w:r w:rsidR="001F628F">
        <w:rPr>
          <w:rFonts w:hint="cs"/>
          <w:rtl/>
        </w:rPr>
        <w:t>يظلمون</w:t>
      </w:r>
      <w:r w:rsidR="001F628F">
        <w:rPr>
          <w:rtl/>
        </w:rPr>
        <w:t xml:space="preserve"> </w:t>
      </w:r>
      <w:r w:rsidR="001F628F">
        <w:rPr>
          <w:rFonts w:hint="cs"/>
          <w:rtl/>
        </w:rPr>
        <w:t>فاصاب</w:t>
      </w:r>
      <w:r w:rsidR="00120F63" w:rsidRPr="00ED5DE8">
        <w:rPr>
          <w:rFonts w:hint="cs"/>
          <w:rtl/>
        </w:rPr>
        <w:t>ه</w:t>
      </w:r>
      <w:r w:rsidR="001F628F">
        <w:rPr>
          <w:rFonts w:hint="cs"/>
          <w:rtl/>
        </w:rPr>
        <w:t>م</w:t>
      </w:r>
      <w:r w:rsidR="001F628F">
        <w:rPr>
          <w:rtl/>
        </w:rPr>
        <w:t xml:space="preserve"> </w:t>
      </w:r>
      <w:r w:rsidR="001F628F">
        <w:rPr>
          <w:rFonts w:hint="cs"/>
          <w:rtl/>
        </w:rPr>
        <w:t>سيّات</w:t>
      </w:r>
      <w:r w:rsidR="001F628F">
        <w:rPr>
          <w:rtl/>
        </w:rPr>
        <w:t xml:space="preserve"> </w:t>
      </w:r>
      <w:r w:rsidR="001F628F">
        <w:rPr>
          <w:rFonts w:hint="cs"/>
          <w:rtl/>
        </w:rPr>
        <w:t>ما</w:t>
      </w:r>
      <w:r w:rsidR="001F628F">
        <w:rPr>
          <w:rtl/>
        </w:rPr>
        <w:t xml:space="preserve"> عملو</w:t>
      </w:r>
      <w:r w:rsidR="00D66343">
        <w:rPr>
          <w:rFonts w:hint="cs"/>
          <w:rtl/>
        </w:rPr>
        <w:t>ا</w:t>
      </w:r>
    </w:p>
    <w:p w:rsidR="001F628F" w:rsidRDefault="001F628F" w:rsidP="001F628F">
      <w:pPr>
        <w:pStyle w:val="libNormal"/>
        <w:rPr>
          <w:rtl/>
        </w:rPr>
      </w:pPr>
      <w:r>
        <w:rPr>
          <w:rtl/>
        </w:rPr>
        <w:t>4_آسمانى كتابو</w:t>
      </w:r>
      <w:r w:rsidR="00083993">
        <w:rPr>
          <w:rtl/>
        </w:rPr>
        <w:t xml:space="preserve">ں </w:t>
      </w:r>
      <w:r>
        <w:rPr>
          <w:rtl/>
        </w:rPr>
        <w:t>كى حقانيت كے انكار كے نتيجے مي</w:t>
      </w:r>
      <w:r w:rsidR="00083993">
        <w:rPr>
          <w:rtl/>
        </w:rPr>
        <w:t xml:space="preserve">ں </w:t>
      </w:r>
      <w:r>
        <w:rPr>
          <w:rtl/>
        </w:rPr>
        <w:t>عذاب سے دوچار ہونے كے ذمہ دار، خود منكرين ہي</w:t>
      </w:r>
      <w:r w:rsidR="00083993">
        <w:rPr>
          <w:rtl/>
        </w:rPr>
        <w:t xml:space="preserve">ں </w:t>
      </w:r>
      <w:r>
        <w:rPr>
          <w:rtl/>
        </w:rPr>
        <w:t>_</w:t>
      </w:r>
    </w:p>
    <w:p w:rsidR="001F628F" w:rsidRDefault="0021672A" w:rsidP="000A1BE4">
      <w:pPr>
        <w:pStyle w:val="libArabic"/>
        <w:rPr>
          <w:rtl/>
        </w:rPr>
      </w:pPr>
      <w:r w:rsidRPr="0021672A">
        <w:rPr>
          <w:rFonts w:hint="eastAsia"/>
          <w:rtl/>
        </w:rPr>
        <w:t>كذالك</w:t>
      </w:r>
      <w:r w:rsidR="001F628F">
        <w:rPr>
          <w:rtl/>
        </w:rPr>
        <w:t xml:space="preserve"> فعل الذين من قبل</w:t>
      </w:r>
      <w:r w:rsidR="00120F63" w:rsidRPr="00ED5DE8">
        <w:rPr>
          <w:rFonts w:hint="cs"/>
          <w:rtl/>
        </w:rPr>
        <w:t>ه</w:t>
      </w:r>
      <w:r w:rsidR="001F628F">
        <w:rPr>
          <w:rFonts w:hint="cs"/>
          <w:rtl/>
        </w:rPr>
        <w:t>م</w:t>
      </w:r>
      <w:r w:rsidR="001F628F">
        <w:rPr>
          <w:rtl/>
        </w:rPr>
        <w:t xml:space="preserve"> </w:t>
      </w:r>
      <w:r w:rsidR="001F628F">
        <w:rPr>
          <w:rFonts w:hint="cs"/>
          <w:rtl/>
        </w:rPr>
        <w:t>و</w:t>
      </w:r>
      <w:r w:rsidR="001F628F">
        <w:rPr>
          <w:rtl/>
        </w:rPr>
        <w:t xml:space="preserve"> </w:t>
      </w:r>
      <w:r w:rsidR="001F628F">
        <w:rPr>
          <w:rFonts w:hint="cs"/>
          <w:rtl/>
        </w:rPr>
        <w:t>ما</w:t>
      </w:r>
      <w:r w:rsidR="001F628F">
        <w:rPr>
          <w:rtl/>
        </w:rPr>
        <w:t xml:space="preserve"> </w:t>
      </w:r>
      <w:r w:rsidR="001F628F">
        <w:rPr>
          <w:rFonts w:hint="cs"/>
          <w:rtl/>
        </w:rPr>
        <w:t>ظلم</w:t>
      </w:r>
      <w:r w:rsidR="00120F63" w:rsidRPr="00ED5DE8">
        <w:rPr>
          <w:rFonts w:hint="cs"/>
          <w:rtl/>
        </w:rPr>
        <w:t>ه</w:t>
      </w:r>
      <w:r w:rsidR="001F628F">
        <w:rPr>
          <w:rFonts w:hint="cs"/>
          <w:rtl/>
        </w:rPr>
        <w:t>م</w:t>
      </w:r>
      <w:r w:rsidR="001F628F">
        <w:rPr>
          <w:rtl/>
        </w:rPr>
        <w:t xml:space="preserve"> </w:t>
      </w:r>
      <w:r w:rsidR="001F628F">
        <w:rPr>
          <w:rFonts w:hint="cs"/>
          <w:rtl/>
        </w:rPr>
        <w:t>اللّ</w:t>
      </w:r>
      <w:r w:rsidR="00120F63" w:rsidRPr="00ED5DE8">
        <w:rPr>
          <w:rFonts w:hint="cs"/>
          <w:rtl/>
        </w:rPr>
        <w:t>ه</w:t>
      </w:r>
      <w:r w:rsidR="001F628F">
        <w:rPr>
          <w:rtl/>
        </w:rPr>
        <w:t xml:space="preserve"> </w:t>
      </w:r>
      <w:r w:rsidR="001F628F">
        <w:rPr>
          <w:rFonts w:hint="cs"/>
          <w:rtl/>
        </w:rPr>
        <w:t>و</w:t>
      </w:r>
      <w:r w:rsidR="001F628F">
        <w:rPr>
          <w:rtl/>
        </w:rPr>
        <w:t xml:space="preserve"> </w:t>
      </w:r>
      <w:r w:rsidR="001F628F">
        <w:rPr>
          <w:rFonts w:hint="cs"/>
          <w:rtl/>
        </w:rPr>
        <w:t>لك</w:t>
      </w:r>
      <w:r w:rsidR="001F628F">
        <w:rPr>
          <w:rtl/>
        </w:rPr>
        <w:t>ن ...</w:t>
      </w:r>
    </w:p>
    <w:p w:rsidR="001F628F" w:rsidRDefault="001F628F" w:rsidP="001F628F">
      <w:pPr>
        <w:pStyle w:val="libNormal"/>
        <w:rPr>
          <w:rtl/>
        </w:rPr>
      </w:pPr>
      <w:r>
        <w:rPr>
          <w:rtl/>
        </w:rPr>
        <w:t>5_ اپنے عمل كى سزا سے دوچار ہونا ، نفس پر ظلم كرنے كا مظہر اور نمونہ ہے_</w:t>
      </w:r>
    </w:p>
    <w:p w:rsidR="001F628F" w:rsidRDefault="001F628F" w:rsidP="000A1BE4">
      <w:pPr>
        <w:pStyle w:val="libArabic"/>
      </w:pPr>
      <w:r>
        <w:rPr>
          <w:rFonts w:hint="eastAsia"/>
          <w:rtl/>
        </w:rPr>
        <w:t>ولكن</w:t>
      </w:r>
      <w:r>
        <w:rPr>
          <w:rtl/>
        </w:rPr>
        <w:t xml:space="preserve"> كانوا انفس</w:t>
      </w:r>
      <w:r w:rsidR="00120F63" w:rsidRPr="00ED5DE8">
        <w:rPr>
          <w:rFonts w:hint="cs"/>
          <w:rtl/>
        </w:rPr>
        <w:t>ه</w:t>
      </w:r>
      <w:r>
        <w:rPr>
          <w:rFonts w:hint="cs"/>
          <w:rtl/>
        </w:rPr>
        <w:t>م</w:t>
      </w:r>
      <w:r>
        <w:rPr>
          <w:rtl/>
        </w:rPr>
        <w:t xml:space="preserve"> </w:t>
      </w:r>
      <w:r>
        <w:rPr>
          <w:rFonts w:hint="cs"/>
          <w:rtl/>
        </w:rPr>
        <w:t>يظلمون</w:t>
      </w:r>
      <w:r>
        <w:rPr>
          <w:rtl/>
        </w:rPr>
        <w:t xml:space="preserve"> </w:t>
      </w:r>
      <w:r>
        <w:rPr>
          <w:rFonts w:hint="cs"/>
          <w:rtl/>
        </w:rPr>
        <w:t>فاصاب</w:t>
      </w:r>
      <w:r w:rsidR="00120F63" w:rsidRPr="00ED5DE8">
        <w:rPr>
          <w:rFonts w:hint="cs"/>
          <w:rtl/>
        </w:rPr>
        <w:t>ه</w:t>
      </w:r>
      <w:r>
        <w:rPr>
          <w:rFonts w:hint="cs"/>
          <w:rtl/>
        </w:rPr>
        <w:t>م</w:t>
      </w:r>
      <w:r>
        <w:rPr>
          <w:rtl/>
        </w:rPr>
        <w:t xml:space="preserve"> </w:t>
      </w:r>
      <w:r>
        <w:rPr>
          <w:rFonts w:hint="cs"/>
          <w:rtl/>
        </w:rPr>
        <w:t>سيئات</w:t>
      </w:r>
      <w:r>
        <w:rPr>
          <w:rtl/>
        </w:rPr>
        <w:t xml:space="preserve"> </w:t>
      </w:r>
      <w:r>
        <w:rPr>
          <w:rFonts w:hint="cs"/>
          <w:rtl/>
        </w:rPr>
        <w:t>ما</w:t>
      </w:r>
      <w:r>
        <w:rPr>
          <w:rtl/>
        </w:rPr>
        <w:t xml:space="preserve"> عملو</w:t>
      </w:r>
      <w:r w:rsidR="00D66343">
        <w:rPr>
          <w:rFonts w:hint="cs"/>
          <w:rtl/>
        </w:rPr>
        <w:t>ا</w:t>
      </w:r>
    </w:p>
    <w:p w:rsidR="001F628F" w:rsidRDefault="001F628F" w:rsidP="001F628F">
      <w:pPr>
        <w:pStyle w:val="libNormal"/>
        <w:rPr>
          <w:rtl/>
        </w:rPr>
      </w:pPr>
      <w:r>
        <w:rPr>
          <w:rtl/>
        </w:rPr>
        <w:t>6_آسمانى كتابو</w:t>
      </w:r>
      <w:r w:rsidR="00083993">
        <w:rPr>
          <w:rtl/>
        </w:rPr>
        <w:t xml:space="preserve">ں </w:t>
      </w:r>
      <w:r>
        <w:rPr>
          <w:rtl/>
        </w:rPr>
        <w:t>كى حقانيت كا انكار كرنے والے كفار اور انبياء كا استہزاء كرنے والے متعدد قبيح اعمال كے مالك تھے_</w:t>
      </w:r>
    </w:p>
    <w:p w:rsidR="001F628F" w:rsidRDefault="001F628F" w:rsidP="000A1BE4">
      <w:pPr>
        <w:pStyle w:val="libArabic"/>
        <w:rPr>
          <w:rtl/>
        </w:rPr>
      </w:pPr>
      <w:r>
        <w:rPr>
          <w:rFonts w:hint="eastAsia"/>
          <w:rtl/>
        </w:rPr>
        <w:t>فاصاب</w:t>
      </w:r>
      <w:r w:rsidR="00120F63" w:rsidRPr="00ED5DE8">
        <w:rPr>
          <w:rFonts w:hint="cs"/>
          <w:rtl/>
        </w:rPr>
        <w:t>ه</w:t>
      </w:r>
      <w:r>
        <w:rPr>
          <w:rFonts w:hint="cs"/>
          <w:rtl/>
        </w:rPr>
        <w:t>م</w:t>
      </w:r>
      <w:r>
        <w:rPr>
          <w:rtl/>
        </w:rPr>
        <w:t xml:space="preserve"> سيئات ما عملوا وحاق ب</w:t>
      </w:r>
      <w:r w:rsidR="00120F63" w:rsidRPr="00ED5DE8">
        <w:rPr>
          <w:rFonts w:hint="cs"/>
          <w:rtl/>
        </w:rPr>
        <w:t>ه</w:t>
      </w:r>
      <w:r>
        <w:rPr>
          <w:rFonts w:hint="cs"/>
          <w:rtl/>
        </w:rPr>
        <w:t>م</w:t>
      </w:r>
      <w:r>
        <w:rPr>
          <w:rtl/>
        </w:rPr>
        <w:t xml:space="preserve"> </w:t>
      </w:r>
      <w:r>
        <w:rPr>
          <w:rFonts w:hint="cs"/>
          <w:rtl/>
        </w:rPr>
        <w:t>ماكانوا</w:t>
      </w:r>
      <w:r>
        <w:rPr>
          <w:rtl/>
        </w:rPr>
        <w:t xml:space="preserve"> </w:t>
      </w:r>
      <w:r>
        <w:rPr>
          <w:rFonts w:hint="cs"/>
          <w:rtl/>
        </w:rPr>
        <w:t>ب</w:t>
      </w:r>
      <w:r w:rsidR="00120F63" w:rsidRPr="00ED5DE8">
        <w:rPr>
          <w:rFonts w:hint="cs"/>
          <w:rtl/>
        </w:rPr>
        <w:t>ه</w:t>
      </w:r>
      <w:r>
        <w:rPr>
          <w:rtl/>
        </w:rPr>
        <w:t xml:space="preserve"> </w:t>
      </w:r>
      <w:r>
        <w:rPr>
          <w:rFonts w:hint="cs"/>
          <w:rtl/>
        </w:rPr>
        <w:t>يس</w:t>
      </w:r>
      <w:r>
        <w:rPr>
          <w:rtl/>
        </w:rPr>
        <w:t>ت</w:t>
      </w:r>
      <w:r w:rsidR="00120F63" w:rsidRPr="00ED5DE8">
        <w:rPr>
          <w:rFonts w:hint="cs"/>
          <w:rtl/>
        </w:rPr>
        <w:t>ه</w:t>
      </w:r>
      <w:r>
        <w:rPr>
          <w:rFonts w:hint="cs"/>
          <w:rtl/>
        </w:rPr>
        <w:t>زون</w:t>
      </w:r>
    </w:p>
    <w:p w:rsidR="001F628F" w:rsidRDefault="001F628F" w:rsidP="001F628F">
      <w:pPr>
        <w:pStyle w:val="libNormal"/>
        <w:rPr>
          <w:rtl/>
        </w:rPr>
      </w:pPr>
      <w:r>
        <w:rPr>
          <w:rtl/>
        </w:rPr>
        <w:t>7_ مورد استہزاء قرار پانے والے ، عذاب موعود نے استہزاء كرنے والے كفار كو اپنى لپيٹ مي</w:t>
      </w:r>
      <w:r w:rsidR="00083993">
        <w:rPr>
          <w:rtl/>
        </w:rPr>
        <w:t xml:space="preserve">ں </w:t>
      </w:r>
      <w:r>
        <w:rPr>
          <w:rtl/>
        </w:rPr>
        <w:t>لے ليا _</w:t>
      </w:r>
    </w:p>
    <w:p w:rsidR="001F628F" w:rsidRDefault="0021672A" w:rsidP="000A1BE4">
      <w:pPr>
        <w:pStyle w:val="libArabic"/>
        <w:rPr>
          <w:rtl/>
        </w:rPr>
      </w:pPr>
      <w:r w:rsidRPr="0021672A">
        <w:rPr>
          <w:rFonts w:hint="eastAsia"/>
          <w:rtl/>
        </w:rPr>
        <w:t>كذالك</w:t>
      </w:r>
      <w:r w:rsidR="001F628F">
        <w:rPr>
          <w:rtl/>
        </w:rPr>
        <w:t xml:space="preserve"> فعل الذين من قبل</w:t>
      </w:r>
      <w:r w:rsidR="00120F63" w:rsidRPr="00ED5DE8">
        <w:rPr>
          <w:rFonts w:hint="cs"/>
          <w:rtl/>
        </w:rPr>
        <w:t>ه</w:t>
      </w:r>
      <w:r w:rsidR="001F628F">
        <w:rPr>
          <w:rFonts w:hint="cs"/>
          <w:rtl/>
        </w:rPr>
        <w:t>م</w:t>
      </w:r>
      <w:r w:rsidR="001F628F">
        <w:rPr>
          <w:rtl/>
        </w:rPr>
        <w:t xml:space="preserve"> _</w:t>
      </w:r>
      <w:r w:rsidR="001F628F">
        <w:rPr>
          <w:rFonts w:hint="cs"/>
          <w:rtl/>
        </w:rPr>
        <w:t>وحاق</w:t>
      </w:r>
      <w:r w:rsidR="001F628F">
        <w:rPr>
          <w:rtl/>
        </w:rPr>
        <w:t xml:space="preserve"> </w:t>
      </w:r>
      <w:r w:rsidR="001F628F">
        <w:rPr>
          <w:rFonts w:hint="cs"/>
          <w:rtl/>
        </w:rPr>
        <w:t>ب</w:t>
      </w:r>
      <w:r w:rsidR="00120F63" w:rsidRPr="00ED5DE8">
        <w:rPr>
          <w:rFonts w:hint="cs"/>
          <w:rtl/>
        </w:rPr>
        <w:t>ه</w:t>
      </w:r>
      <w:r w:rsidR="001F628F">
        <w:rPr>
          <w:rFonts w:hint="cs"/>
          <w:rtl/>
        </w:rPr>
        <w:t>م</w:t>
      </w:r>
      <w:r w:rsidR="001F628F">
        <w:rPr>
          <w:rtl/>
        </w:rPr>
        <w:t xml:space="preserve"> </w:t>
      </w:r>
      <w:r w:rsidR="001F628F">
        <w:rPr>
          <w:rFonts w:hint="cs"/>
          <w:rtl/>
        </w:rPr>
        <w:t>ماكانوا</w:t>
      </w:r>
      <w:r w:rsidR="001F628F">
        <w:rPr>
          <w:rtl/>
        </w:rPr>
        <w:t xml:space="preserve"> </w:t>
      </w:r>
      <w:r w:rsidR="001F628F">
        <w:rPr>
          <w:rFonts w:hint="cs"/>
          <w:rtl/>
        </w:rPr>
        <w:t>ب</w:t>
      </w:r>
      <w:r w:rsidR="00120F63" w:rsidRPr="00ED5DE8">
        <w:rPr>
          <w:rFonts w:hint="cs"/>
          <w:rtl/>
        </w:rPr>
        <w:t>ه</w:t>
      </w:r>
      <w:r w:rsidR="001F628F">
        <w:rPr>
          <w:rtl/>
        </w:rPr>
        <w:t xml:space="preserve"> </w:t>
      </w:r>
      <w:r w:rsidR="001F628F">
        <w:rPr>
          <w:rFonts w:hint="cs"/>
          <w:rtl/>
        </w:rPr>
        <w:t>يس</w:t>
      </w:r>
      <w:r w:rsidR="001F628F">
        <w:rPr>
          <w:rtl/>
        </w:rPr>
        <w:t>ت</w:t>
      </w:r>
      <w:r w:rsidR="00120F63" w:rsidRPr="00ED5DE8">
        <w:rPr>
          <w:rFonts w:hint="cs"/>
          <w:rtl/>
        </w:rPr>
        <w:t>ه</w:t>
      </w:r>
      <w:r w:rsidR="001F628F">
        <w:rPr>
          <w:rFonts w:hint="cs"/>
          <w:rtl/>
        </w:rPr>
        <w:t>زون</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''حاق'' كا معنى ''احاطہ'' ہے اور ''ماكانوا بہ'' مي</w:t>
      </w:r>
      <w:r w:rsidR="00083993">
        <w:rPr>
          <w:rtl/>
        </w:rPr>
        <w:t xml:space="preserve">ں </w:t>
      </w:r>
      <w:r>
        <w:rPr>
          <w:rtl/>
        </w:rPr>
        <w:t>''ما'' سے مراد، عذاب ہے_</w:t>
      </w:r>
    </w:p>
    <w:p w:rsidR="001F628F" w:rsidRDefault="001F628F" w:rsidP="000A1BE4">
      <w:pPr>
        <w:pStyle w:val="libNormal"/>
        <w:rPr>
          <w:rtl/>
        </w:rPr>
      </w:pPr>
      <w:r>
        <w:rPr>
          <w:rtl/>
        </w:rPr>
        <w:t>8_ كفار، عذاب كے وعدہ كا مذاق اڑاتے تھے_</w:t>
      </w:r>
      <w:r w:rsidRPr="000A1BE4">
        <w:rPr>
          <w:rStyle w:val="libArabicChar"/>
          <w:rFonts w:hint="eastAsia"/>
          <w:rtl/>
        </w:rPr>
        <w:t>وحاق</w:t>
      </w:r>
      <w:r w:rsidRPr="000A1BE4">
        <w:rPr>
          <w:rStyle w:val="libArabicChar"/>
          <w:rtl/>
        </w:rPr>
        <w:t xml:space="preserve"> 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tl/>
        </w:rPr>
        <w:t xml:space="preserve"> </w:t>
      </w:r>
      <w:r w:rsidRPr="000A1BE4">
        <w:rPr>
          <w:rStyle w:val="libArabicChar"/>
          <w:rFonts w:hint="cs"/>
          <w:rtl/>
        </w:rPr>
        <w:t>ي</w:t>
      </w:r>
      <w:r w:rsidRPr="000A1BE4">
        <w:rPr>
          <w:rStyle w:val="libArabicChar"/>
          <w:rtl/>
        </w:rPr>
        <w:t>ست</w:t>
      </w:r>
      <w:r w:rsidR="00120F63" w:rsidRPr="00B2551F">
        <w:rPr>
          <w:rStyle w:val="libArabicChar"/>
          <w:rFonts w:hint="cs"/>
          <w:rtl/>
        </w:rPr>
        <w:t>ه</w:t>
      </w:r>
      <w:r w:rsidRPr="000A1BE4">
        <w:rPr>
          <w:rStyle w:val="libArabicChar"/>
          <w:rFonts w:hint="cs"/>
          <w:rtl/>
        </w:rPr>
        <w:t>زون</w:t>
      </w:r>
      <w:r>
        <w:rPr>
          <w:rtl/>
        </w:rPr>
        <w:t>''بہ'' كى ضمير كا مرجع ''ما '' ہے اور اس سے مراد ، عذاب ہے_</w:t>
      </w:r>
    </w:p>
    <w:p w:rsidR="001F628F" w:rsidRDefault="001F628F" w:rsidP="000A1BE4">
      <w:pPr>
        <w:pStyle w:val="libNormal"/>
        <w:rPr>
          <w:rtl/>
        </w:rPr>
      </w:pPr>
      <w:r>
        <w:rPr>
          <w:rtl/>
        </w:rPr>
        <w:t>9_ كفار كى جانب سے عذاب كا وعدہ ، ہميشہ مورد استہزاء قرار پايا ہے_</w:t>
      </w:r>
      <w:r w:rsidRPr="000A1BE4">
        <w:rPr>
          <w:rStyle w:val="libArabicChar"/>
          <w:rFonts w:hint="eastAsia"/>
          <w:rtl/>
        </w:rPr>
        <w:t>وحاق</w:t>
      </w:r>
      <w:r w:rsidRPr="000A1BE4">
        <w:rPr>
          <w:rStyle w:val="libArabicChar"/>
          <w:rtl/>
        </w:rPr>
        <w:t xml:space="preserve"> 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tl/>
        </w:rPr>
        <w:t xml:space="preserve"> </w:t>
      </w:r>
      <w:r w:rsidRPr="000A1BE4">
        <w:rPr>
          <w:rStyle w:val="libArabicChar"/>
          <w:rFonts w:hint="cs"/>
          <w:rtl/>
        </w:rPr>
        <w:t>ي</w:t>
      </w:r>
      <w:r w:rsidRPr="000A1BE4">
        <w:rPr>
          <w:rStyle w:val="libArabicChar"/>
          <w:rtl/>
        </w:rPr>
        <w:t>ست</w:t>
      </w:r>
      <w:r w:rsidR="00120F63" w:rsidRPr="00B2551F">
        <w:rPr>
          <w:rStyle w:val="libArabicChar"/>
          <w:rFonts w:hint="cs"/>
          <w:rtl/>
        </w:rPr>
        <w:t>ه</w:t>
      </w:r>
      <w:r w:rsidRPr="000A1BE4">
        <w:rPr>
          <w:rStyle w:val="libArabicChar"/>
          <w:rFonts w:hint="cs"/>
          <w:rtl/>
        </w:rPr>
        <w:t>زون</w:t>
      </w:r>
    </w:p>
    <w:p w:rsidR="001F628F" w:rsidRDefault="001F628F" w:rsidP="000A1BE4">
      <w:pPr>
        <w:pStyle w:val="libNormal"/>
        <w:rPr>
          <w:rtl/>
        </w:rPr>
      </w:pPr>
      <w:r>
        <w:rPr>
          <w:rtl/>
        </w:rPr>
        <w:t>10_حقانيت قرآن اور قرآن كے منكر كفار كو نزول عذاب كى دھمكى دى گئي_</w:t>
      </w:r>
      <w:r w:rsidR="00120F63" w:rsidRPr="00B2551F">
        <w:rPr>
          <w:rStyle w:val="libArabicChar"/>
          <w:rFonts w:hint="cs"/>
          <w:rtl/>
        </w:rPr>
        <w:t>ه</w:t>
      </w:r>
      <w:r w:rsidRPr="000A1BE4">
        <w:rPr>
          <w:rStyle w:val="libArabicChar"/>
          <w:rFonts w:hint="cs"/>
          <w:rtl/>
        </w:rPr>
        <w:t>ل</w:t>
      </w:r>
      <w:r w:rsidRPr="000A1BE4">
        <w:rPr>
          <w:rStyle w:val="libArabicChar"/>
          <w:rtl/>
        </w:rPr>
        <w:t xml:space="preserve"> ينظرون الاّ ان 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Pr="000A1BE4">
        <w:rPr>
          <w:rStyle w:val="libArabicChar"/>
          <w:rFonts w:hint="cs"/>
          <w:rtl/>
        </w:rPr>
        <w:t>او</w:t>
      </w:r>
      <w:r w:rsidRPr="000A1BE4">
        <w:rPr>
          <w:rStyle w:val="libArabicChar"/>
          <w:rtl/>
        </w:rPr>
        <w:t xml:space="preserve">ياتى امر ربّك </w:t>
      </w:r>
      <w:r w:rsidR="0021672A" w:rsidRPr="0021672A">
        <w:rPr>
          <w:rStyle w:val="libArabicChar"/>
          <w:rtl/>
        </w:rPr>
        <w:t>كذالك</w:t>
      </w:r>
      <w:r w:rsidRPr="000A1BE4">
        <w:rPr>
          <w:rStyle w:val="libArabicChar"/>
          <w:rtl/>
        </w:rPr>
        <w:t xml:space="preserve"> فعل الذين من 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 _ </w:t>
      </w:r>
      <w:r w:rsidRPr="000A1BE4">
        <w:rPr>
          <w:rStyle w:val="libArabicChar"/>
          <w:rFonts w:hint="cs"/>
          <w:rtl/>
        </w:rPr>
        <w:t>فاصاب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سيئات</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عملوا</w:t>
      </w:r>
      <w:r w:rsidRPr="000A1BE4">
        <w:rPr>
          <w:rStyle w:val="libArabicChar"/>
          <w:rtl/>
        </w:rPr>
        <w:t xml:space="preserve"> </w:t>
      </w:r>
      <w:r w:rsidRPr="000A1BE4">
        <w:rPr>
          <w:rStyle w:val="libArabicChar"/>
          <w:rFonts w:hint="cs"/>
          <w:rtl/>
        </w:rPr>
        <w:t>و</w:t>
      </w:r>
      <w:r w:rsidRPr="000A1BE4">
        <w:rPr>
          <w:rStyle w:val="libArabicChar"/>
          <w:rtl/>
        </w:rPr>
        <w:t xml:space="preserve"> </w:t>
      </w:r>
      <w:r w:rsidRPr="000A1BE4">
        <w:rPr>
          <w:rStyle w:val="libArabicChar"/>
          <w:rFonts w:hint="cs"/>
          <w:rtl/>
        </w:rPr>
        <w:t>حاق</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tl/>
        </w:rPr>
        <w:t xml:space="preserve"> </w:t>
      </w:r>
      <w:r w:rsidRPr="000A1BE4">
        <w:rPr>
          <w:rStyle w:val="libArabicChar"/>
          <w:rFonts w:hint="cs"/>
          <w:rtl/>
        </w:rPr>
        <w:t>ي</w:t>
      </w:r>
      <w:r w:rsidRPr="000A1BE4">
        <w:rPr>
          <w:rStyle w:val="libArabicChar"/>
          <w:rtl/>
        </w:rPr>
        <w:t>ست</w:t>
      </w:r>
      <w:r w:rsidR="00120F63" w:rsidRPr="00B2551F">
        <w:rPr>
          <w:rStyle w:val="libArabicChar"/>
          <w:rFonts w:hint="cs"/>
          <w:rtl/>
        </w:rPr>
        <w:t>ه</w:t>
      </w:r>
      <w:r w:rsidRPr="000A1BE4">
        <w:rPr>
          <w:rStyle w:val="libArabicChar"/>
          <w:rFonts w:hint="cs"/>
          <w:rtl/>
        </w:rPr>
        <w:t>زؤن</w:t>
      </w: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11_ انسان كا عمل ان كى سرنوشت كى تعيين مي</w:t>
      </w:r>
      <w:r w:rsidR="00083993">
        <w:rPr>
          <w:rtl/>
        </w:rPr>
        <w:t xml:space="preserve">ں </w:t>
      </w:r>
      <w:r>
        <w:rPr>
          <w:rtl/>
        </w:rPr>
        <w:t>موثر ہے</w:t>
      </w:r>
      <w:r w:rsidR="000A1BE4">
        <w:rPr>
          <w:rFonts w:hint="cs"/>
          <w:rtl/>
        </w:rPr>
        <w:t xml:space="preserve"> </w:t>
      </w:r>
      <w:r w:rsidRPr="000A1BE4">
        <w:rPr>
          <w:rStyle w:val="libArabicChar"/>
          <w:rFonts w:hint="eastAsia"/>
          <w:rtl/>
        </w:rPr>
        <w:t>فاصاب</w:t>
      </w:r>
      <w:r w:rsidR="00120F63" w:rsidRPr="00B2551F">
        <w:rPr>
          <w:rStyle w:val="libArabicChar"/>
          <w:rFonts w:hint="cs"/>
          <w:rtl/>
        </w:rPr>
        <w:t>ه</w:t>
      </w:r>
      <w:r w:rsidRPr="000A1BE4">
        <w:rPr>
          <w:rStyle w:val="libArabicChar"/>
          <w:rFonts w:hint="cs"/>
          <w:rtl/>
        </w:rPr>
        <w:t>م</w:t>
      </w:r>
      <w:r w:rsidRPr="000A1BE4">
        <w:rPr>
          <w:rStyle w:val="libArabicChar"/>
          <w:rtl/>
        </w:rPr>
        <w:t xml:space="preserve"> سيات ما عملوا اوحاق 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tl/>
        </w:rPr>
        <w:t xml:space="preserve"> </w:t>
      </w:r>
      <w:r w:rsidRPr="000A1BE4">
        <w:rPr>
          <w:rStyle w:val="libArabicChar"/>
          <w:rFonts w:hint="cs"/>
          <w:rtl/>
        </w:rPr>
        <w:t>ي</w:t>
      </w:r>
      <w:r w:rsidRPr="000A1BE4">
        <w:rPr>
          <w:rStyle w:val="libArabicChar"/>
          <w:rtl/>
        </w:rPr>
        <w:t>ست</w:t>
      </w:r>
      <w:r w:rsidR="00120F63" w:rsidRPr="00B2551F">
        <w:rPr>
          <w:rStyle w:val="libArabicChar"/>
          <w:rFonts w:hint="cs"/>
          <w:rtl/>
        </w:rPr>
        <w:t>ه</w:t>
      </w:r>
      <w:r w:rsidRPr="000A1BE4">
        <w:rPr>
          <w:rStyle w:val="libArabicChar"/>
          <w:rFonts w:hint="cs"/>
          <w:rtl/>
        </w:rPr>
        <w:t>زؤن</w:t>
      </w:r>
      <w:r w:rsidR="000A1BE4">
        <w:rPr>
          <w:rStyle w:val="libArabicChar"/>
          <w:rFonts w:hint="cs"/>
          <w:rtl/>
        </w:rPr>
        <w:t xml:space="preserve">  </w:t>
      </w:r>
      <w:r>
        <w:rPr>
          <w:rFonts w:hint="eastAsia"/>
          <w:rtl/>
        </w:rPr>
        <w:t>كيونكہ</w:t>
      </w:r>
      <w:r>
        <w:rPr>
          <w:rtl/>
        </w:rPr>
        <w:t xml:space="preserve"> آيت مي</w:t>
      </w:r>
      <w:r w:rsidR="00083993">
        <w:rPr>
          <w:rtl/>
        </w:rPr>
        <w:t xml:space="preserve">ں </w:t>
      </w:r>
      <w:r>
        <w:rPr>
          <w:rtl/>
        </w:rPr>
        <w:t xml:space="preserve">عذاب سے دوچار ہونے كو برے عمل اور </w:t>
      </w:r>
      <w:r w:rsidR="003D0BA1">
        <w:rPr>
          <w:rtl/>
        </w:rPr>
        <w:t>انبياء</w:t>
      </w:r>
      <w:r w:rsidR="00367F17" w:rsidRPr="00367F17">
        <w:rPr>
          <w:rStyle w:val="libAlaemChar"/>
          <w:rtl/>
        </w:rPr>
        <w:t xml:space="preserve"> عليه‌السلام </w:t>
      </w:r>
      <w:r>
        <w:rPr>
          <w:rtl/>
        </w:rPr>
        <w:t xml:space="preserve"> كے استہزاء كا معلول قرار ديا ہے لہذا اس سے معلوم ہوتا ہے كہ خودانسا نو</w:t>
      </w:r>
      <w:r w:rsidR="00083993">
        <w:rPr>
          <w:rtl/>
        </w:rPr>
        <w:t xml:space="preserve">ں </w:t>
      </w:r>
      <w:r>
        <w:rPr>
          <w:rtl/>
        </w:rPr>
        <w:t>كا عمل ان كى سر نوشت مي</w:t>
      </w:r>
      <w:r w:rsidR="00083993">
        <w:rPr>
          <w:rtl/>
        </w:rPr>
        <w:t xml:space="preserve">ں </w:t>
      </w:r>
      <w:r>
        <w:rPr>
          <w:rtl/>
        </w:rPr>
        <w:t>موثر ہوتا ہے_</w:t>
      </w:r>
    </w:p>
    <w:p w:rsidR="001F628F" w:rsidRDefault="001F628F" w:rsidP="000A1BE4">
      <w:pPr>
        <w:pStyle w:val="libNormal"/>
        <w:rPr>
          <w:rtl/>
        </w:rPr>
      </w:pPr>
      <w:r>
        <w:rPr>
          <w:rtl/>
        </w:rPr>
        <w:t>12_ قبيح اعمال كا انكار اور الہى وعدہ كا استہزاء ، اپنے نفس پر ظلم ہے_</w:t>
      </w:r>
      <w:r w:rsidRPr="000A1BE4">
        <w:rPr>
          <w:rStyle w:val="libArabicChar"/>
          <w:rFonts w:hint="eastAsia"/>
          <w:rtl/>
        </w:rPr>
        <w:t>وما</w:t>
      </w:r>
      <w:r w:rsidRPr="000A1BE4">
        <w:rPr>
          <w:rStyle w:val="libArabicChar"/>
          <w:rtl/>
        </w:rPr>
        <w:t xml:space="preserve"> ظلم</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ولكن</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انفس</w:t>
      </w:r>
      <w:r w:rsidR="00120F63" w:rsidRPr="00B2551F">
        <w:rPr>
          <w:rStyle w:val="libArabicChar"/>
          <w:rFonts w:hint="cs"/>
          <w:rtl/>
        </w:rPr>
        <w:t>ه</w:t>
      </w:r>
      <w:r w:rsidRPr="000A1BE4">
        <w:rPr>
          <w:rStyle w:val="libArabicChar"/>
          <w:rFonts w:hint="cs"/>
          <w:rtl/>
        </w:rPr>
        <w:t>م</w:t>
      </w:r>
      <w:r w:rsidRPr="000A1BE4">
        <w:rPr>
          <w:rStyle w:val="libArabicChar"/>
          <w:rtl/>
        </w:rPr>
        <w:t xml:space="preserve"> يظلمون</w:t>
      </w:r>
    </w:p>
    <w:p w:rsidR="001F628F" w:rsidRPr="000A1BE4" w:rsidRDefault="001F628F" w:rsidP="000A1BE4">
      <w:pPr>
        <w:pStyle w:val="libNormal"/>
        <w:rPr>
          <w:rStyle w:val="libArabicChar"/>
          <w:rtl/>
        </w:rPr>
      </w:pPr>
      <w:r>
        <w:rPr>
          <w:rtl/>
        </w:rPr>
        <w:t>13_خداوند عالم كا استہزاء كرنے والے كفار مكہ كو خبر دار كرنا_</w:t>
      </w:r>
      <w:r w:rsidR="00120F63" w:rsidRPr="00B2551F">
        <w:rPr>
          <w:rStyle w:val="libArabicChar"/>
          <w:rFonts w:hint="cs"/>
          <w:rtl/>
        </w:rPr>
        <w:t>ه</w:t>
      </w:r>
      <w:r w:rsidRPr="000A1BE4">
        <w:rPr>
          <w:rStyle w:val="libArabicChar"/>
          <w:rFonts w:hint="cs"/>
          <w:rtl/>
        </w:rPr>
        <w:t>ل</w:t>
      </w:r>
      <w:r w:rsidRPr="000A1BE4">
        <w:rPr>
          <w:rStyle w:val="libArabicChar"/>
          <w:rtl/>
        </w:rPr>
        <w:t xml:space="preserve"> ينظرون الا ان تاتي</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الملئكة</w:t>
      </w:r>
      <w:r w:rsidRPr="000A1BE4">
        <w:rPr>
          <w:rStyle w:val="libArabicChar"/>
          <w:rtl/>
        </w:rPr>
        <w:t xml:space="preserve"> ...</w:t>
      </w:r>
      <w:r w:rsidR="0021672A" w:rsidRPr="0021672A">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قبل</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فاصاب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سيئات</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عملوا</w:t>
      </w:r>
      <w:r w:rsidRPr="000A1BE4">
        <w:rPr>
          <w:rStyle w:val="libArabicChar"/>
          <w:rtl/>
        </w:rPr>
        <w:t xml:space="preserve"> </w:t>
      </w:r>
      <w:r w:rsidRPr="000A1BE4">
        <w:rPr>
          <w:rStyle w:val="libArabicChar"/>
          <w:rFonts w:hint="cs"/>
          <w:rtl/>
        </w:rPr>
        <w:t>وحاق</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Fonts w:hint="cs"/>
          <w:rtl/>
        </w:rPr>
        <w:t>م</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كانوا</w:t>
      </w:r>
      <w:r w:rsidRPr="000A1BE4">
        <w:rPr>
          <w:rStyle w:val="libArabicChar"/>
          <w:rtl/>
        </w:rPr>
        <w:t xml:space="preserve"> </w:t>
      </w:r>
      <w:r w:rsidRPr="000A1BE4">
        <w:rPr>
          <w:rStyle w:val="libArabicChar"/>
          <w:rFonts w:hint="cs"/>
          <w:rtl/>
        </w:rPr>
        <w:t>ب</w:t>
      </w:r>
      <w:r w:rsidR="00120F63" w:rsidRPr="00B2551F">
        <w:rPr>
          <w:rStyle w:val="libArabicChar"/>
          <w:rFonts w:hint="cs"/>
          <w:rtl/>
        </w:rPr>
        <w:t>ه</w:t>
      </w:r>
      <w:r w:rsidRPr="000A1BE4">
        <w:rPr>
          <w:rStyle w:val="libArabicChar"/>
          <w:rtl/>
        </w:rPr>
        <w:t xml:space="preserve"> </w:t>
      </w:r>
      <w:r w:rsidRPr="000A1BE4">
        <w:rPr>
          <w:rStyle w:val="libArabicChar"/>
          <w:rFonts w:hint="cs"/>
          <w:rtl/>
        </w:rPr>
        <w:t>يس</w:t>
      </w:r>
      <w:r w:rsidRPr="000A1BE4">
        <w:rPr>
          <w:rStyle w:val="libArabicChar"/>
          <w:rtl/>
        </w:rPr>
        <w:t>ت</w:t>
      </w:r>
      <w:r w:rsidR="00120F63" w:rsidRPr="00B2551F">
        <w:rPr>
          <w:rStyle w:val="libArabicChar"/>
          <w:rFonts w:hint="cs"/>
          <w:rtl/>
        </w:rPr>
        <w:t>ه</w:t>
      </w:r>
      <w:r w:rsidRPr="000A1BE4">
        <w:rPr>
          <w:rStyle w:val="libArabicChar"/>
          <w:rFonts w:hint="cs"/>
          <w:rtl/>
        </w:rPr>
        <w:t>زون</w:t>
      </w:r>
    </w:p>
    <w:p w:rsidR="001F628F" w:rsidRDefault="001F628F" w:rsidP="001F628F">
      <w:pPr>
        <w:pStyle w:val="libNormal"/>
        <w:rPr>
          <w:rtl/>
        </w:rPr>
      </w:pPr>
      <w:r>
        <w:rPr>
          <w:rtl/>
        </w:rPr>
        <w:t>14_ كچھ گناہ ، وسيع عذاب كے موجب اور دوسرے گناہو</w:t>
      </w:r>
      <w:r w:rsidR="00083993">
        <w:rPr>
          <w:rtl/>
        </w:rPr>
        <w:t xml:space="preserve">ں </w:t>
      </w:r>
      <w:r>
        <w:rPr>
          <w:rtl/>
        </w:rPr>
        <w:t>كى نسبت زيادہ سخت ہي</w:t>
      </w:r>
      <w:r w:rsidR="00083993">
        <w:rPr>
          <w:rtl/>
        </w:rPr>
        <w:t xml:space="preserve">ں </w:t>
      </w:r>
      <w:r>
        <w:rPr>
          <w:rtl/>
        </w:rPr>
        <w:t>_</w:t>
      </w:r>
    </w:p>
    <w:p w:rsidR="001F628F" w:rsidRDefault="001F628F" w:rsidP="000A1BE4">
      <w:pPr>
        <w:pStyle w:val="libArabic"/>
        <w:rPr>
          <w:rtl/>
        </w:rPr>
      </w:pPr>
      <w:r>
        <w:rPr>
          <w:rFonts w:hint="eastAsia"/>
          <w:rtl/>
        </w:rPr>
        <w:t>فاصاب</w:t>
      </w:r>
      <w:r w:rsidR="00120F63" w:rsidRPr="00ED5DE8">
        <w:rPr>
          <w:rFonts w:hint="cs"/>
          <w:rtl/>
        </w:rPr>
        <w:t>ه</w:t>
      </w:r>
      <w:r>
        <w:rPr>
          <w:rFonts w:hint="cs"/>
          <w:rtl/>
        </w:rPr>
        <w:t>م</w:t>
      </w:r>
      <w:r>
        <w:rPr>
          <w:rtl/>
        </w:rPr>
        <w:t xml:space="preserve"> سيئات ما عملوا و حاق ب</w:t>
      </w:r>
      <w:r w:rsidR="00120F63" w:rsidRPr="00ED5DE8">
        <w:rPr>
          <w:rFonts w:hint="cs"/>
          <w:rtl/>
        </w:rPr>
        <w:t>ه</w:t>
      </w:r>
      <w:r>
        <w:rPr>
          <w:rFonts w:hint="cs"/>
          <w:rtl/>
        </w:rPr>
        <w:t>م</w:t>
      </w:r>
      <w:r>
        <w:rPr>
          <w:rtl/>
        </w:rPr>
        <w:t xml:space="preserve"> </w:t>
      </w:r>
      <w:r>
        <w:rPr>
          <w:rFonts w:hint="cs"/>
          <w:rtl/>
        </w:rPr>
        <w:t>ما</w:t>
      </w:r>
      <w:r>
        <w:rPr>
          <w:rtl/>
        </w:rPr>
        <w:t xml:space="preserve"> كانوا ب</w:t>
      </w:r>
      <w:r w:rsidR="00120F63" w:rsidRPr="00ED5DE8">
        <w:rPr>
          <w:rFonts w:hint="cs"/>
          <w:rtl/>
        </w:rPr>
        <w:t>ه</w:t>
      </w:r>
      <w:r>
        <w:rPr>
          <w:rtl/>
        </w:rPr>
        <w:t xml:space="preserve"> </w:t>
      </w:r>
      <w:r>
        <w:rPr>
          <w:rFonts w:hint="cs"/>
          <w:rtl/>
        </w:rPr>
        <w:t>يس</w:t>
      </w:r>
      <w:r>
        <w:rPr>
          <w:rtl/>
        </w:rPr>
        <w:t>ت</w:t>
      </w:r>
      <w:r w:rsidR="00120F63" w:rsidRPr="00ED5DE8">
        <w:rPr>
          <w:rFonts w:hint="cs"/>
          <w:rtl/>
        </w:rPr>
        <w:t>ه</w:t>
      </w:r>
      <w:r>
        <w:rPr>
          <w:rFonts w:hint="cs"/>
          <w:rtl/>
        </w:rPr>
        <w:t>زون</w:t>
      </w:r>
    </w:p>
    <w:p w:rsidR="001F628F" w:rsidRDefault="001F628F" w:rsidP="001F628F">
      <w:pPr>
        <w:pStyle w:val="libNormal"/>
        <w:rPr>
          <w:rtl/>
        </w:rPr>
      </w:pPr>
      <w:r>
        <w:rPr>
          <w:rtl/>
        </w:rPr>
        <w:t>''سيئة'' كے ليے كلمہ ''اصابہ' ' اور استہزاء كے ليے ''حاق '' كا استعمال ہو ا ہے اس سے مذكورہ مطلب كا استفادہ ہوتا ہے_</w:t>
      </w:r>
    </w:p>
    <w:p w:rsidR="001F628F" w:rsidRPr="000A1BE4" w:rsidRDefault="001F628F" w:rsidP="000A1BE4">
      <w:pPr>
        <w:pStyle w:val="libNormal"/>
        <w:rPr>
          <w:rStyle w:val="libArabicChar"/>
          <w:rtl/>
        </w:rPr>
      </w:pPr>
      <w:r>
        <w:rPr>
          <w:rtl/>
        </w:rPr>
        <w:t>15_خداوند عالم كے وعدہ عذاب كا مورد استہزاء قرار پانا، كفار كے قبيح ترين اعمال مي</w:t>
      </w:r>
      <w:r w:rsidR="00083993">
        <w:rPr>
          <w:rtl/>
        </w:rPr>
        <w:t xml:space="preserve">ں </w:t>
      </w:r>
      <w:r>
        <w:rPr>
          <w:rtl/>
        </w:rPr>
        <w:t>سے ہے _</w:t>
      </w:r>
      <w:r w:rsidRPr="000A1BE4">
        <w:rPr>
          <w:rStyle w:val="libArabicChar"/>
          <w:rFonts w:hint="eastAsia"/>
          <w:rtl/>
        </w:rPr>
        <w:t>فاصاب</w:t>
      </w:r>
      <w:r w:rsidR="00120F63" w:rsidRPr="00B2551F">
        <w:rPr>
          <w:rStyle w:val="libArabicChar"/>
          <w:rFonts w:hint="cs"/>
          <w:rtl/>
        </w:rPr>
        <w:t>ه</w:t>
      </w:r>
      <w:r w:rsidRPr="000A1BE4">
        <w:rPr>
          <w:rStyle w:val="libArabicChar"/>
          <w:rFonts w:hint="cs"/>
          <w:rtl/>
        </w:rPr>
        <w:t>م</w:t>
      </w:r>
    </w:p>
    <w:p w:rsidR="001F628F" w:rsidRDefault="001F628F" w:rsidP="001F628F">
      <w:pPr>
        <w:pStyle w:val="libNormal"/>
        <w:rPr>
          <w:rtl/>
        </w:rPr>
      </w:pPr>
      <w:r>
        <w:rPr>
          <w:rFonts w:hint="eastAsia"/>
          <w:rtl/>
        </w:rPr>
        <w:t>اس</w:t>
      </w:r>
      <w:r>
        <w:rPr>
          <w:rtl/>
        </w:rPr>
        <w:t xml:space="preserve"> مي</w:t>
      </w:r>
      <w:r w:rsidR="00083993">
        <w:rPr>
          <w:rtl/>
        </w:rPr>
        <w:t xml:space="preserve">ں </w:t>
      </w:r>
      <w:r>
        <w:rPr>
          <w:rtl/>
        </w:rPr>
        <w:t>شك زمين كہ خداوند عالم كے وعدہ عذاب كا استہزاء كفار كا برا عمل تھا ليكن عام ''سيئات '' كے بعد خاص كا ذكر ، اس كى خاص اہميت كو بيان كررہا ہے_</w:t>
      </w:r>
    </w:p>
    <w:p w:rsidR="001F628F" w:rsidRDefault="001F628F" w:rsidP="000A1BE4">
      <w:pPr>
        <w:pStyle w:val="libNormal"/>
        <w:rPr>
          <w:rtl/>
        </w:rPr>
      </w:pPr>
      <w:r>
        <w:rPr>
          <w:rFonts w:hint="eastAsia"/>
          <w:rtl/>
        </w:rPr>
        <w:t>آسمانى</w:t>
      </w:r>
      <w:r>
        <w:rPr>
          <w:rtl/>
        </w:rPr>
        <w:t xml:space="preserve"> كتب:</w:t>
      </w:r>
      <w:r>
        <w:rPr>
          <w:rFonts w:hint="eastAsia"/>
          <w:rtl/>
        </w:rPr>
        <w:t>آسمانى</w:t>
      </w:r>
      <w:r>
        <w:rPr>
          <w:rtl/>
        </w:rPr>
        <w:t xml:space="preserve"> كتب كو جھٹلانے والو</w:t>
      </w:r>
      <w:r w:rsidR="00083993">
        <w:rPr>
          <w:rtl/>
        </w:rPr>
        <w:t xml:space="preserve">ں </w:t>
      </w:r>
      <w:r>
        <w:rPr>
          <w:rtl/>
        </w:rPr>
        <w:t>كا سرچشمہ4; آسمانى كتب كو جھٹلانے والو</w:t>
      </w:r>
      <w:r w:rsidR="00083993">
        <w:rPr>
          <w:rtl/>
        </w:rPr>
        <w:t xml:space="preserve">ں </w:t>
      </w:r>
      <w:r>
        <w:rPr>
          <w:rtl/>
        </w:rPr>
        <w:t>كا كردار 4;آسمانى كتب كو جھٹلانے والو</w:t>
      </w:r>
      <w:r w:rsidR="00083993">
        <w:rPr>
          <w:rtl/>
        </w:rPr>
        <w:t xml:space="preserve">ں </w:t>
      </w:r>
      <w:r>
        <w:rPr>
          <w:rtl/>
        </w:rPr>
        <w:t>كى سزا3;آسمانى كتب كوجھٹلانے والو</w:t>
      </w:r>
      <w:r w:rsidR="00083993">
        <w:rPr>
          <w:rtl/>
        </w:rPr>
        <w:t xml:space="preserve">ں </w:t>
      </w:r>
      <w:r>
        <w:rPr>
          <w:rtl/>
        </w:rPr>
        <w:t>كے عمل كا ناپسنديدہ ہونا 6</w:t>
      </w:r>
    </w:p>
    <w:p w:rsidR="001F628F" w:rsidRDefault="001F628F" w:rsidP="000A1BE4">
      <w:pPr>
        <w:pStyle w:val="libNormal"/>
        <w:rPr>
          <w:rtl/>
        </w:rPr>
      </w:pPr>
      <w:r>
        <w:rPr>
          <w:rFonts w:hint="eastAsia"/>
          <w:rtl/>
        </w:rPr>
        <w:t>استہزاء</w:t>
      </w:r>
      <w:r>
        <w:rPr>
          <w:rtl/>
        </w:rPr>
        <w:t xml:space="preserve"> كرنے والے:</w:t>
      </w:r>
      <w:r>
        <w:rPr>
          <w:rFonts w:hint="eastAsia"/>
          <w:rtl/>
        </w:rPr>
        <w:t>استہزاء</w:t>
      </w:r>
      <w:r>
        <w:rPr>
          <w:rtl/>
        </w:rPr>
        <w:t xml:space="preserve"> كرنے والو</w:t>
      </w:r>
      <w:r w:rsidR="00083993">
        <w:rPr>
          <w:rtl/>
        </w:rPr>
        <w:t xml:space="preserve">ں </w:t>
      </w:r>
      <w:r>
        <w:rPr>
          <w:rtl/>
        </w:rPr>
        <w:t>كو انذار13</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كے انذار13;الله تعالى كے عذاب كا استہزاء كرنے والو</w:t>
      </w:r>
      <w:r w:rsidR="00083993">
        <w:rPr>
          <w:rtl/>
        </w:rPr>
        <w:t xml:space="preserve">ں </w:t>
      </w:r>
      <w:r>
        <w:rPr>
          <w:rtl/>
        </w:rPr>
        <w:t>كے عذاب كا آثار12; الله تعالى كے عذابو</w:t>
      </w:r>
      <w:r w:rsidR="00083993">
        <w:rPr>
          <w:rtl/>
        </w:rPr>
        <w:t xml:space="preserve">ں </w:t>
      </w:r>
      <w:r>
        <w:rPr>
          <w:rtl/>
        </w:rPr>
        <w:t>كا استہزاء كرنا 15; الله تعالى كے وعيد كا استہزاء كرنا 7،8،9،15</w:t>
      </w:r>
    </w:p>
    <w:p w:rsidR="001F628F" w:rsidRDefault="003D0BA1" w:rsidP="000A1BE4">
      <w:pPr>
        <w:pStyle w:val="libNormal"/>
        <w:rPr>
          <w:rtl/>
        </w:rPr>
      </w:pPr>
      <w:r>
        <w:rPr>
          <w:rFonts w:hint="eastAsia"/>
          <w:rtl/>
        </w:rPr>
        <w:t>انبياء</w:t>
      </w:r>
      <w:r w:rsidR="001F628F">
        <w:rPr>
          <w:rtl/>
        </w:rPr>
        <w:t>:</w:t>
      </w:r>
      <w:r w:rsidR="001F628F">
        <w:rPr>
          <w:rFonts w:hint="eastAsia"/>
          <w:rtl/>
        </w:rPr>
        <w:t>انبياء</w:t>
      </w:r>
      <w:r w:rsidR="001F628F">
        <w:rPr>
          <w:rtl/>
        </w:rPr>
        <w:t xml:space="preserve"> كا استہزاء كرنے والو</w:t>
      </w:r>
      <w:r w:rsidR="00083993">
        <w:rPr>
          <w:rtl/>
        </w:rPr>
        <w:t xml:space="preserve">ں </w:t>
      </w:r>
      <w:r w:rsidR="001F628F">
        <w:rPr>
          <w:rtl/>
        </w:rPr>
        <w:t>كے عمل كا ناپسنديدہ ہونا 6</w:t>
      </w:r>
    </w:p>
    <w:p w:rsidR="001F628F" w:rsidRDefault="001F628F" w:rsidP="000A1BE4">
      <w:pPr>
        <w:pStyle w:val="libNormal"/>
        <w:rPr>
          <w:rtl/>
        </w:rPr>
      </w:pPr>
      <w:r>
        <w:rPr>
          <w:rFonts w:hint="eastAsia"/>
          <w:rtl/>
        </w:rPr>
        <w:t>انذار</w:t>
      </w:r>
      <w:r>
        <w:rPr>
          <w:rtl/>
        </w:rPr>
        <w:t>:</w:t>
      </w:r>
      <w:r>
        <w:rPr>
          <w:rFonts w:hint="eastAsia"/>
          <w:rtl/>
        </w:rPr>
        <w:t>عذاب</w:t>
      </w:r>
      <w:r>
        <w:rPr>
          <w:rtl/>
        </w:rPr>
        <w:t xml:space="preserve"> استيصال سے انذار</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خود</w:t>
      </w:r>
      <w:r>
        <w:rPr>
          <w:rtl/>
        </w:rPr>
        <w:t>:</w:t>
      </w:r>
      <w:r>
        <w:rPr>
          <w:rFonts w:hint="eastAsia"/>
          <w:rtl/>
        </w:rPr>
        <w:t>خود</w:t>
      </w:r>
      <w:r>
        <w:rPr>
          <w:rtl/>
        </w:rPr>
        <w:t xml:space="preserve"> پر ظلم 12; خود پر ظلم كى علامات 5</w:t>
      </w:r>
    </w:p>
    <w:p w:rsidR="001F628F" w:rsidRDefault="001F628F" w:rsidP="000A1BE4">
      <w:pPr>
        <w:pStyle w:val="libNormal"/>
        <w:rPr>
          <w:rtl/>
        </w:rPr>
      </w:pPr>
      <w:r>
        <w:rPr>
          <w:rFonts w:hint="eastAsia"/>
          <w:rtl/>
        </w:rPr>
        <w:t>سرنوشت</w:t>
      </w:r>
      <w:r>
        <w:rPr>
          <w:rtl/>
        </w:rPr>
        <w:t>:</w:t>
      </w:r>
      <w:r>
        <w:rPr>
          <w:rFonts w:hint="eastAsia"/>
          <w:rtl/>
        </w:rPr>
        <w:t>سرنوشت</w:t>
      </w:r>
      <w:r>
        <w:rPr>
          <w:rtl/>
        </w:rPr>
        <w:t xml:space="preserve"> كے موثر عوامل11</w:t>
      </w:r>
    </w:p>
    <w:p w:rsidR="001F628F" w:rsidRDefault="001F628F" w:rsidP="000A1BE4">
      <w:pPr>
        <w:pStyle w:val="libNormal"/>
        <w:rPr>
          <w:rtl/>
        </w:rPr>
      </w:pPr>
      <w:r>
        <w:rPr>
          <w:rFonts w:hint="eastAsia"/>
          <w:rtl/>
        </w:rPr>
        <w:t>سزا</w:t>
      </w:r>
      <w:r>
        <w:rPr>
          <w:rtl/>
        </w:rPr>
        <w:t>:</w:t>
      </w:r>
      <w:r>
        <w:rPr>
          <w:rFonts w:hint="eastAsia"/>
          <w:rtl/>
        </w:rPr>
        <w:t>گناہ</w:t>
      </w:r>
      <w:r>
        <w:rPr>
          <w:rtl/>
        </w:rPr>
        <w:t xml:space="preserve"> كے مطابق سزا كا ہونا14</w:t>
      </w:r>
    </w:p>
    <w:p w:rsidR="001F628F" w:rsidRDefault="001F628F" w:rsidP="000A1BE4">
      <w:pPr>
        <w:pStyle w:val="libNormal"/>
        <w:rPr>
          <w:rtl/>
        </w:rPr>
      </w:pPr>
      <w:r>
        <w:rPr>
          <w:rFonts w:hint="eastAsia"/>
          <w:rtl/>
        </w:rPr>
        <w:t>عذاب</w:t>
      </w:r>
      <w:r>
        <w:rPr>
          <w:rtl/>
        </w:rPr>
        <w:t>:</w:t>
      </w:r>
      <w:r>
        <w:rPr>
          <w:rFonts w:hint="eastAsia"/>
          <w:rtl/>
        </w:rPr>
        <w:t>اہل</w:t>
      </w:r>
      <w:r>
        <w:rPr>
          <w:rtl/>
        </w:rPr>
        <w:t xml:space="preserve"> عذاب 3; عذاب كے مراتب14</w:t>
      </w:r>
    </w:p>
    <w:p w:rsidR="001F628F" w:rsidRDefault="001F628F" w:rsidP="000A1BE4">
      <w:pPr>
        <w:pStyle w:val="libNormal"/>
        <w:rPr>
          <w:rtl/>
        </w:rPr>
      </w:pPr>
      <w:r>
        <w:rPr>
          <w:rFonts w:hint="eastAsia"/>
          <w:rtl/>
        </w:rPr>
        <w:t>عمل</w:t>
      </w:r>
      <w:r>
        <w:rPr>
          <w:rtl/>
        </w:rPr>
        <w:t>:</w:t>
      </w:r>
      <w:r>
        <w:rPr>
          <w:rFonts w:hint="eastAsia"/>
          <w:rtl/>
        </w:rPr>
        <w:t>عمل</w:t>
      </w:r>
      <w:r>
        <w:rPr>
          <w:rtl/>
        </w:rPr>
        <w:t xml:space="preserve"> كے آثار 2،11 عمل كى سزا 5; ناپسنديدہ عمل كے آثار 12</w:t>
      </w:r>
    </w:p>
    <w:p w:rsidR="001F628F" w:rsidRDefault="001F628F" w:rsidP="000A1BE4">
      <w:pPr>
        <w:pStyle w:val="libNormal"/>
        <w:rPr>
          <w:rtl/>
        </w:rPr>
      </w:pPr>
      <w:r>
        <w:rPr>
          <w:rFonts w:hint="eastAsia"/>
          <w:rtl/>
        </w:rPr>
        <w:t>قرآن</w:t>
      </w:r>
      <w:r>
        <w:rPr>
          <w:rtl/>
        </w:rPr>
        <w:t xml:space="preserve"> :</w:t>
      </w:r>
      <w:r>
        <w:rPr>
          <w:rFonts w:hint="eastAsia"/>
          <w:rtl/>
        </w:rPr>
        <w:t>قرآن</w:t>
      </w:r>
      <w:r>
        <w:rPr>
          <w:rtl/>
        </w:rPr>
        <w:t xml:space="preserve"> كو جھٹلانے والو</w:t>
      </w:r>
      <w:r w:rsidR="00083993">
        <w:rPr>
          <w:rtl/>
        </w:rPr>
        <w:t xml:space="preserve">ں </w:t>
      </w:r>
      <w:r>
        <w:rPr>
          <w:rtl/>
        </w:rPr>
        <w:t>كو انذار 10</w:t>
      </w:r>
    </w:p>
    <w:p w:rsidR="001F628F" w:rsidRDefault="001F628F" w:rsidP="000A1BE4">
      <w:pPr>
        <w:pStyle w:val="libNormal"/>
        <w:rPr>
          <w:rtl/>
        </w:rPr>
      </w:pPr>
      <w:r>
        <w:rPr>
          <w:rFonts w:hint="eastAsia"/>
          <w:rtl/>
        </w:rPr>
        <w:t>كفار</w:t>
      </w:r>
      <w:r>
        <w:rPr>
          <w:rtl/>
        </w:rPr>
        <w:t xml:space="preserve"> :</w:t>
      </w:r>
      <w:r>
        <w:rPr>
          <w:rFonts w:hint="eastAsia"/>
          <w:rtl/>
        </w:rPr>
        <w:t>كفار</w:t>
      </w:r>
      <w:r>
        <w:rPr>
          <w:rtl/>
        </w:rPr>
        <w:t xml:space="preserve"> پر عذاب كا احاطہ ہونا7; كفار كا استہزاء 7،8،15; كفار كا انذار10; كفار كا ناپسنديدہ عمل15; كفار كے استہزاء كا دائمى ہونا 9</w:t>
      </w:r>
    </w:p>
    <w:p w:rsidR="001F628F" w:rsidRDefault="001F628F" w:rsidP="000A1BE4">
      <w:pPr>
        <w:pStyle w:val="libNormal"/>
        <w:rPr>
          <w:rtl/>
        </w:rPr>
      </w:pPr>
      <w:r>
        <w:rPr>
          <w:rFonts w:hint="eastAsia"/>
          <w:rtl/>
        </w:rPr>
        <w:t>كفار</w:t>
      </w:r>
      <w:r>
        <w:rPr>
          <w:rtl/>
        </w:rPr>
        <w:t xml:space="preserve"> مكہ :</w:t>
      </w:r>
      <w:r>
        <w:rPr>
          <w:rFonts w:hint="eastAsia"/>
          <w:rtl/>
        </w:rPr>
        <w:t>كفار</w:t>
      </w:r>
      <w:r>
        <w:rPr>
          <w:rtl/>
        </w:rPr>
        <w:t xml:space="preserve"> مكہ كو انذار</w:t>
      </w:r>
    </w:p>
    <w:p w:rsidR="001F628F" w:rsidRDefault="001F628F" w:rsidP="000A1BE4">
      <w:pPr>
        <w:pStyle w:val="libNormal"/>
        <w:rPr>
          <w:rtl/>
        </w:rPr>
      </w:pPr>
      <w:r>
        <w:rPr>
          <w:rFonts w:hint="eastAsia"/>
          <w:rtl/>
        </w:rPr>
        <w:t>گذشتہ</w:t>
      </w:r>
      <w:r>
        <w:rPr>
          <w:rtl/>
        </w:rPr>
        <w:t xml:space="preserve"> اقوام:</w:t>
      </w:r>
      <w:r>
        <w:rPr>
          <w:rFonts w:hint="eastAsia"/>
          <w:rtl/>
        </w:rPr>
        <w:t>گذشتہ</w:t>
      </w:r>
      <w:r>
        <w:rPr>
          <w:rtl/>
        </w:rPr>
        <w:t xml:space="preserve"> اقوام كے عذاب كے اسباب2;گذشتہ اقوام كے ناپسنديدہ عمل كے آثار 1</w:t>
      </w:r>
    </w:p>
    <w:p w:rsidR="001F628F" w:rsidRDefault="001F628F" w:rsidP="000A1BE4">
      <w:pPr>
        <w:pStyle w:val="libNormal"/>
        <w:rPr>
          <w:rtl/>
        </w:rPr>
      </w:pPr>
      <w:r>
        <w:rPr>
          <w:rFonts w:hint="eastAsia"/>
          <w:rtl/>
        </w:rPr>
        <w:t>گناہ</w:t>
      </w:r>
      <w:r>
        <w:rPr>
          <w:rtl/>
        </w:rPr>
        <w:t>:</w:t>
      </w:r>
      <w:r>
        <w:rPr>
          <w:rFonts w:hint="eastAsia"/>
          <w:rtl/>
        </w:rPr>
        <w:t>گناہ</w:t>
      </w:r>
      <w:r>
        <w:rPr>
          <w:rtl/>
        </w:rPr>
        <w:t xml:space="preserve"> كے مراتب14</w:t>
      </w:r>
    </w:p>
    <w:p w:rsidR="001F628F" w:rsidRPr="00120F63" w:rsidRDefault="000A1BE4" w:rsidP="000A1BE4">
      <w:pPr>
        <w:pStyle w:val="Heading2Center"/>
        <w:rPr>
          <w:rtl/>
        </w:rPr>
      </w:pPr>
      <w:bookmarkStart w:id="181" w:name="_Toc28081859"/>
      <w:r>
        <w:rPr>
          <w:rFonts w:hint="cs"/>
          <w:rtl/>
        </w:rPr>
        <w:t xml:space="preserve">آیت </w:t>
      </w:r>
      <w:r w:rsidRPr="00120F63">
        <w:rPr>
          <w:rFonts w:hint="cs"/>
          <w:rtl/>
        </w:rPr>
        <w:t>35</w:t>
      </w:r>
      <w:bookmarkEnd w:id="181"/>
    </w:p>
    <w:p w:rsidR="001F628F" w:rsidRDefault="00E260F9" w:rsidP="000A1BE4">
      <w:pPr>
        <w:pStyle w:val="libNormal"/>
        <w:rPr>
          <w:rtl/>
        </w:rPr>
      </w:pPr>
      <w:r w:rsidRPr="00E260F9">
        <w:rPr>
          <w:rStyle w:val="libAlaemChar"/>
          <w:rFonts w:hint="eastAsia"/>
          <w:rtl/>
        </w:rPr>
        <w:t>(</w:t>
      </w:r>
      <w:r w:rsidRPr="000A1BE4">
        <w:rPr>
          <w:rStyle w:val="libAieChar"/>
          <w:rFonts w:hint="eastAsia"/>
          <w:rtl/>
        </w:rPr>
        <w:t>وَقَالَ</w:t>
      </w:r>
      <w:r w:rsidRPr="000A1BE4">
        <w:rPr>
          <w:rStyle w:val="libAieChar"/>
          <w:rtl/>
        </w:rPr>
        <w:t xml:space="preserve"> الَّذِينَ أَشْرَكُواْ لَوْ شَاء اللّهُ مَا عَبَدْنَا مِن دُونِهِ مِن شَيْءٍ نَّحْنُ وَلا آبَاؤُنَا وَلاَ حَرَّمْنَا مِن دُونِهِ مِن شَيْءٍ </w:t>
      </w:r>
      <w:r w:rsidR="0021672A" w:rsidRPr="0021672A">
        <w:rPr>
          <w:rStyle w:val="libAieChar"/>
          <w:rtl/>
        </w:rPr>
        <w:t>كذالك</w:t>
      </w:r>
      <w:r w:rsidRPr="000A1BE4">
        <w:rPr>
          <w:rStyle w:val="libAieChar"/>
          <w:rtl/>
        </w:rPr>
        <w:t xml:space="preserve"> فَعَلَ الَّذِينَ مِن قَبْلِهِمْ فَهَلْ عَلَى الرُّسُلِ إِلاَّ الْبَلاغُ الْمُبِينُ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مشركين كہتے ہي</w:t>
      </w:r>
      <w:r w:rsidR="00083993">
        <w:rPr>
          <w:rtl/>
        </w:rPr>
        <w:t xml:space="preserve">ں </w:t>
      </w:r>
      <w:r>
        <w:rPr>
          <w:rtl/>
        </w:rPr>
        <w:t>كہ اگر خدا چاہتا تو ہم يا ہمارے بزرگ اس كے علاوہ كسى كى عبادت نہ كرتے اور نہ اس كے حكم كے بغير كسى شے كو حرام قرار ديتے_ اسى طرح ان كے پہلے والو</w:t>
      </w:r>
      <w:r w:rsidR="00083993">
        <w:rPr>
          <w:rtl/>
        </w:rPr>
        <w:t xml:space="preserve">ں </w:t>
      </w:r>
      <w:r>
        <w:rPr>
          <w:rtl/>
        </w:rPr>
        <w:t>نے بھى كيا تھا تو كيا رسولو</w:t>
      </w:r>
      <w:r w:rsidR="00083993">
        <w:rPr>
          <w:rtl/>
        </w:rPr>
        <w:t xml:space="preserve">ں </w:t>
      </w:r>
      <w:r>
        <w:rPr>
          <w:rtl/>
        </w:rPr>
        <w:t>كى ذمہ دارى واضح اعلان كے علاوہ كچھ اور بھى ہے _</w:t>
      </w:r>
    </w:p>
    <w:p w:rsidR="001F628F" w:rsidRDefault="001F628F" w:rsidP="001F628F">
      <w:pPr>
        <w:pStyle w:val="libNormal"/>
        <w:rPr>
          <w:rtl/>
        </w:rPr>
      </w:pPr>
      <w:r>
        <w:rPr>
          <w:rtl/>
        </w:rPr>
        <w:t>1_ مشركين مكہ ، اپنى اور اپنے اباء و اجداد كى بت پرستى كو خدواند عالم كى مشيت كا تقاضا سمجھتے تھے_</w:t>
      </w:r>
    </w:p>
    <w:p w:rsidR="000A1BE4" w:rsidRDefault="000A1BE4" w:rsidP="000A1BE4">
      <w:pPr>
        <w:pStyle w:val="libArabic"/>
        <w:rPr>
          <w:rtl/>
        </w:rPr>
      </w:pPr>
      <w:r>
        <w:rPr>
          <w:rFonts w:hint="eastAsia"/>
          <w:rtl/>
        </w:rPr>
        <w:t>وقال</w:t>
      </w:r>
      <w:r>
        <w:rPr>
          <w:rtl/>
        </w:rPr>
        <w:t xml:space="preserve"> الذين أشركوا لو شاء اللّ</w:t>
      </w:r>
      <w:r w:rsidR="00120F63" w:rsidRPr="00ED5DE8">
        <w:rPr>
          <w:rFonts w:hint="cs"/>
          <w:rtl/>
        </w:rPr>
        <w:t>ه</w:t>
      </w:r>
      <w:r>
        <w:rPr>
          <w:rtl/>
        </w:rPr>
        <w:t xml:space="preserve"> </w:t>
      </w:r>
      <w:r>
        <w:rPr>
          <w:rFonts w:hint="cs"/>
          <w:rtl/>
        </w:rPr>
        <w:t>ما</w:t>
      </w:r>
      <w:r>
        <w:rPr>
          <w:rtl/>
        </w:rPr>
        <w:t xml:space="preserve"> </w:t>
      </w:r>
      <w:r>
        <w:rPr>
          <w:rFonts w:hint="cs"/>
          <w:rtl/>
        </w:rPr>
        <w:t>عبدنا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من</w:t>
      </w:r>
      <w:r>
        <w:rPr>
          <w:rtl/>
        </w:rPr>
        <w:t xml:space="preserve"> </w:t>
      </w:r>
      <w:r>
        <w:rPr>
          <w:rFonts w:hint="cs"/>
          <w:rtl/>
        </w:rPr>
        <w:t>شيء</w:t>
      </w:r>
      <w:r>
        <w:rPr>
          <w:rtl/>
        </w:rPr>
        <w:t xml:space="preserve"> </w:t>
      </w:r>
      <w:r>
        <w:rPr>
          <w:rFonts w:hint="cs"/>
          <w:rtl/>
        </w:rPr>
        <w:t>نحن</w:t>
      </w:r>
      <w:r>
        <w:rPr>
          <w:rtl/>
        </w:rPr>
        <w:t xml:space="preserve"> </w:t>
      </w:r>
      <w:r>
        <w:rPr>
          <w:rFonts w:hint="cs"/>
          <w:rtl/>
        </w:rPr>
        <w:t>ولا</w:t>
      </w:r>
      <w:r>
        <w:rPr>
          <w:rtl/>
        </w:rPr>
        <w:t xml:space="preserve"> </w:t>
      </w:r>
      <w:r w:rsidR="00EB3D31" w:rsidRPr="00EB3D31">
        <w:rPr>
          <w:rFonts w:hint="cs"/>
          <w:rtl/>
        </w:rPr>
        <w:t>آباؤنا</w:t>
      </w:r>
    </w:p>
    <w:p w:rsidR="000A1BE4" w:rsidRDefault="000A1BE4" w:rsidP="000A1BE4">
      <w:pPr>
        <w:pStyle w:val="libNormal"/>
        <w:rPr>
          <w:rtl/>
        </w:rPr>
      </w:pPr>
      <w:r>
        <w:rPr>
          <w:rFonts w:hint="eastAsia"/>
          <w:rtl/>
        </w:rPr>
        <w:t>سورہ</w:t>
      </w:r>
      <w:r>
        <w:rPr>
          <w:rtl/>
        </w:rPr>
        <w:t xml:space="preserve"> نحل كے مكى ہونے كو مد نظر ركھتے ہوئے اور ''كذلك فعل الذين من قبلہم '' كے قرينے كى بناء پر ''الذين اشركوا'' سے مراد مكہ كے مشركين ہيں _</w:t>
      </w:r>
    </w:p>
    <w:p w:rsidR="000A1BE4" w:rsidRDefault="000A1BE4" w:rsidP="001F628F">
      <w:pPr>
        <w:pStyle w:val="libNormal"/>
        <w:rPr>
          <w:rtl/>
        </w:rPr>
      </w:pPr>
    </w:p>
    <w:p w:rsidR="000A1BE4" w:rsidRDefault="001E7F9D" w:rsidP="00F73EDE">
      <w:pPr>
        <w:pStyle w:val="libPoemTini"/>
        <w:rPr>
          <w:rtl/>
        </w:rPr>
      </w:pPr>
      <w:r>
        <w:rPr>
          <w:rtl/>
        </w:rPr>
        <w:br w:type="page"/>
      </w:r>
    </w:p>
    <w:p w:rsidR="001F628F" w:rsidRDefault="001F628F" w:rsidP="001F628F">
      <w:pPr>
        <w:pStyle w:val="libNormal"/>
        <w:rPr>
          <w:rtl/>
        </w:rPr>
      </w:pPr>
      <w:r>
        <w:rPr>
          <w:rtl/>
        </w:rPr>
        <w:lastRenderedPageBreak/>
        <w:t>2_ مشركين مكہ كا مسلك، جبر تھا اور وہ مشيت خداوندى كو اپنے عمل كا اساس قرارديتے تھے_</w:t>
      </w:r>
    </w:p>
    <w:p w:rsidR="001F628F" w:rsidRDefault="001F628F" w:rsidP="000A1BE4">
      <w:pPr>
        <w:pStyle w:val="libArabic"/>
        <w:rPr>
          <w:rtl/>
        </w:rPr>
      </w:pPr>
      <w:r>
        <w:rPr>
          <w:rFonts w:hint="eastAsia"/>
          <w:rtl/>
        </w:rPr>
        <w:t>وقال</w:t>
      </w:r>
      <w:r>
        <w:rPr>
          <w:rtl/>
        </w:rPr>
        <w:t xml:space="preserve"> الذين اشركوا لو شاء الله ما عبدنا من دون</w:t>
      </w:r>
      <w:r w:rsidR="00120F63" w:rsidRPr="00ED5DE8">
        <w:rPr>
          <w:rFonts w:hint="cs"/>
          <w:rtl/>
        </w:rPr>
        <w:t>ه</w:t>
      </w:r>
      <w:r>
        <w:rPr>
          <w:rtl/>
        </w:rPr>
        <w:t xml:space="preserve"> من شيئ</w:t>
      </w:r>
    </w:p>
    <w:p w:rsidR="001F628F" w:rsidRDefault="001F628F" w:rsidP="001F628F">
      <w:pPr>
        <w:pStyle w:val="libNormal"/>
        <w:rPr>
          <w:rtl/>
        </w:rPr>
      </w:pPr>
      <w:r>
        <w:rPr>
          <w:rtl/>
        </w:rPr>
        <w:t>3_ مشركين مكہ، اپنے عقيدتى مركز كو استحكام بخشنے كے ليے اس بات كو دليل بناتے تھے كہ اس كا سرچشمہ تاريخى ہے _</w:t>
      </w:r>
    </w:p>
    <w:p w:rsidR="001F628F" w:rsidRDefault="001F628F" w:rsidP="000A1BE4">
      <w:pPr>
        <w:pStyle w:val="libArabic"/>
        <w:rPr>
          <w:rtl/>
        </w:rPr>
      </w:pPr>
      <w:r>
        <w:rPr>
          <w:rFonts w:hint="eastAsia"/>
          <w:rtl/>
        </w:rPr>
        <w:t>وقال</w:t>
      </w:r>
      <w:r>
        <w:rPr>
          <w:rtl/>
        </w:rPr>
        <w:t xml:space="preserve"> الذين أشركوا لو شاء اللّ</w:t>
      </w:r>
      <w:r w:rsidR="00120F63" w:rsidRPr="00ED5DE8">
        <w:rPr>
          <w:rFonts w:hint="cs"/>
          <w:rtl/>
        </w:rPr>
        <w:t>ه</w:t>
      </w:r>
      <w:r>
        <w:rPr>
          <w:rtl/>
        </w:rPr>
        <w:t xml:space="preserve"> </w:t>
      </w:r>
      <w:r>
        <w:rPr>
          <w:rFonts w:hint="cs"/>
          <w:rtl/>
        </w:rPr>
        <w:t>ما</w:t>
      </w:r>
      <w:r>
        <w:rPr>
          <w:rtl/>
        </w:rPr>
        <w:t xml:space="preserve"> </w:t>
      </w:r>
      <w:r>
        <w:rPr>
          <w:rFonts w:hint="cs"/>
          <w:rtl/>
        </w:rPr>
        <w:t>عبدنا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من</w:t>
      </w:r>
      <w:r>
        <w:rPr>
          <w:rtl/>
        </w:rPr>
        <w:t xml:space="preserve"> </w:t>
      </w:r>
      <w:r>
        <w:rPr>
          <w:rFonts w:hint="cs"/>
          <w:rtl/>
        </w:rPr>
        <w:t>شيء</w:t>
      </w:r>
      <w:r>
        <w:rPr>
          <w:rtl/>
        </w:rPr>
        <w:t xml:space="preserve"> </w:t>
      </w:r>
      <w:r>
        <w:rPr>
          <w:rFonts w:hint="cs"/>
          <w:rtl/>
        </w:rPr>
        <w:t>نحن</w:t>
      </w:r>
      <w:r>
        <w:rPr>
          <w:rtl/>
        </w:rPr>
        <w:t xml:space="preserve"> </w:t>
      </w:r>
      <w:r>
        <w:rPr>
          <w:rFonts w:hint="cs"/>
          <w:rtl/>
        </w:rPr>
        <w:t>ولا</w:t>
      </w:r>
      <w:r w:rsidR="00EB3D31" w:rsidRPr="00EB3D31">
        <w:rPr>
          <w:rtl/>
        </w:rPr>
        <w:t>آباؤنا</w:t>
      </w:r>
    </w:p>
    <w:p w:rsidR="001F628F" w:rsidRDefault="001F628F" w:rsidP="001F628F">
      <w:pPr>
        <w:pStyle w:val="libNormal"/>
        <w:rPr>
          <w:rtl/>
        </w:rPr>
      </w:pPr>
      <w:r>
        <w:rPr>
          <w:rFonts w:hint="eastAsia"/>
          <w:rtl/>
        </w:rPr>
        <w:t>مشركين</w:t>
      </w:r>
      <w:r>
        <w:rPr>
          <w:rtl/>
        </w:rPr>
        <w:t xml:space="preserve"> كے كلام مي</w:t>
      </w:r>
      <w:r w:rsidR="00083993">
        <w:rPr>
          <w:rtl/>
        </w:rPr>
        <w:t xml:space="preserve">ں </w:t>
      </w:r>
      <w:r>
        <w:rPr>
          <w:rtl/>
        </w:rPr>
        <w:t>''ولااباؤنا''كا ذكر كرنا درحالانكہ ان كے بارے مي</w:t>
      </w:r>
      <w:r w:rsidR="00083993">
        <w:rPr>
          <w:rtl/>
        </w:rPr>
        <w:t xml:space="preserve">ں </w:t>
      </w:r>
      <w:r>
        <w:rPr>
          <w:rtl/>
        </w:rPr>
        <w:t>بحث نہي</w:t>
      </w:r>
      <w:r w:rsidR="00083993">
        <w:rPr>
          <w:rtl/>
        </w:rPr>
        <w:t xml:space="preserve">ں </w:t>
      </w:r>
      <w:r>
        <w:rPr>
          <w:rtl/>
        </w:rPr>
        <w:t>تھى ممكن ہے مذكروہ نكتے كى طرف اشارہ ہو_</w:t>
      </w:r>
    </w:p>
    <w:p w:rsidR="001F628F" w:rsidRDefault="001F628F" w:rsidP="001F628F">
      <w:pPr>
        <w:pStyle w:val="libNormal"/>
        <w:rPr>
          <w:rtl/>
        </w:rPr>
      </w:pPr>
      <w:r>
        <w:rPr>
          <w:rtl/>
        </w:rPr>
        <w:t>4_ مشركين مكہ ،خداوند عالم كى مشيّت پر يقين ركھتے اور اس غلط كى تفسير كرتے تھے_</w:t>
      </w:r>
    </w:p>
    <w:p w:rsidR="001F628F" w:rsidRDefault="001F628F" w:rsidP="000A1BE4">
      <w:pPr>
        <w:pStyle w:val="libArabic"/>
        <w:rPr>
          <w:rtl/>
        </w:rPr>
      </w:pPr>
      <w:r>
        <w:rPr>
          <w:rFonts w:hint="eastAsia"/>
          <w:rtl/>
        </w:rPr>
        <w:t>وقال</w:t>
      </w:r>
      <w:r>
        <w:rPr>
          <w:rtl/>
        </w:rPr>
        <w:t xml:space="preserve"> الذين أشركو ا لوشاء اللّ</w:t>
      </w:r>
      <w:r w:rsidR="00120F63" w:rsidRPr="00ED5DE8">
        <w:rPr>
          <w:rFonts w:hint="cs"/>
          <w:rtl/>
        </w:rPr>
        <w:t>ه</w:t>
      </w:r>
      <w:r>
        <w:rPr>
          <w:rtl/>
        </w:rPr>
        <w:t xml:space="preserve"> </w:t>
      </w:r>
      <w:r>
        <w:rPr>
          <w:rFonts w:hint="cs"/>
          <w:rtl/>
        </w:rPr>
        <w:t>ما</w:t>
      </w:r>
      <w:r>
        <w:rPr>
          <w:rtl/>
        </w:rPr>
        <w:t xml:space="preserve"> </w:t>
      </w:r>
      <w:r>
        <w:rPr>
          <w:rFonts w:hint="cs"/>
          <w:rtl/>
        </w:rPr>
        <w:t>عبدنا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w:t>
      </w:r>
      <w:r>
        <w:rPr>
          <w:rtl/>
        </w:rPr>
        <w:t>ن شيئ:</w:t>
      </w:r>
    </w:p>
    <w:p w:rsidR="001F628F" w:rsidRDefault="001F628F" w:rsidP="000A1BE4">
      <w:pPr>
        <w:pStyle w:val="libNormal"/>
        <w:rPr>
          <w:rtl/>
        </w:rPr>
      </w:pPr>
      <w:r>
        <w:rPr>
          <w:rtl/>
        </w:rPr>
        <w:t>5_ مشركين ، انبياء كرام كا استہزا ء اور ان كا مذاق اڑاتے تھے_</w:t>
      </w:r>
      <w:r w:rsidRPr="000A1BE4">
        <w:rPr>
          <w:rStyle w:val="libArabicChar"/>
          <w:rFonts w:hint="eastAsia"/>
          <w:rtl/>
        </w:rPr>
        <w:t>وقال</w:t>
      </w:r>
      <w:r w:rsidRPr="000A1BE4">
        <w:rPr>
          <w:rStyle w:val="libArabicChar"/>
          <w:rtl/>
        </w:rPr>
        <w:t xml:space="preserve"> الذين أشركوا لو 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من شيئ</w:t>
      </w:r>
    </w:p>
    <w:p w:rsidR="001F628F" w:rsidRDefault="001F628F" w:rsidP="001F628F">
      <w:pPr>
        <w:pStyle w:val="libNormal"/>
        <w:rPr>
          <w:rtl/>
        </w:rPr>
      </w:pPr>
      <w:r>
        <w:rPr>
          <w:rFonts w:hint="eastAsia"/>
          <w:rtl/>
        </w:rPr>
        <w:t>مذكورہ</w:t>
      </w:r>
      <w:r>
        <w:rPr>
          <w:rtl/>
        </w:rPr>
        <w:t xml:space="preserve"> بالا استفادہ اس احتمال پر موقوف ہے كہ جب مشركين كا كلام (</w:t>
      </w:r>
      <w:r w:rsidRPr="000A1BE4">
        <w:rPr>
          <w:rStyle w:val="libArabicChar"/>
          <w:rtl/>
        </w:rPr>
        <w:t>لوشاء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Pr>
          <w:rtl/>
        </w:rPr>
        <w:t>) ايمان اور اعتقاد كى بناء پر نہ ہو چاہے وہ خدا پر عقيدہ اور اس كى ربوبيت كى صورت مي</w:t>
      </w:r>
      <w:r w:rsidR="00083993">
        <w:rPr>
          <w:rtl/>
        </w:rPr>
        <w:t xml:space="preserve">ں </w:t>
      </w:r>
      <w:r>
        <w:rPr>
          <w:rtl/>
        </w:rPr>
        <w:t>مشرك نہ تھے بلكہ تمسخر اور استہزاء كى بنياد پر انہو</w:t>
      </w:r>
      <w:r w:rsidR="00083993">
        <w:rPr>
          <w:rtl/>
        </w:rPr>
        <w:t xml:space="preserve">ں </w:t>
      </w:r>
      <w:r>
        <w:rPr>
          <w:rtl/>
        </w:rPr>
        <w:t>نے ايساكيا ہو_</w:t>
      </w:r>
    </w:p>
    <w:p w:rsidR="001F628F" w:rsidRDefault="001F628F" w:rsidP="001F628F">
      <w:pPr>
        <w:pStyle w:val="libNormal"/>
        <w:rPr>
          <w:rtl/>
        </w:rPr>
      </w:pPr>
      <w:r>
        <w:rPr>
          <w:rtl/>
        </w:rPr>
        <w:t>6_مشركين مغالطہ آميز استدلال كے ذريعہ ، اس كوشش مي</w:t>
      </w:r>
      <w:r w:rsidR="00083993">
        <w:rPr>
          <w:rtl/>
        </w:rPr>
        <w:t xml:space="preserve">ں </w:t>
      </w:r>
      <w:r>
        <w:rPr>
          <w:rtl/>
        </w:rPr>
        <w:t>تھے كہ وہ اپنے اعمال اور شرك آلود عقائد كى توجيہ كري</w:t>
      </w:r>
      <w:r w:rsidR="00083993">
        <w:rPr>
          <w:rtl/>
        </w:rPr>
        <w:t xml:space="preserve">ں </w:t>
      </w:r>
      <w:r>
        <w:rPr>
          <w:rtl/>
        </w:rPr>
        <w:t>_</w:t>
      </w:r>
    </w:p>
    <w:p w:rsidR="001F628F" w:rsidRDefault="001F628F" w:rsidP="000A1BE4">
      <w:pPr>
        <w:pStyle w:val="libArabic"/>
        <w:rPr>
          <w:rtl/>
        </w:rPr>
      </w:pPr>
      <w:r>
        <w:rPr>
          <w:rFonts w:hint="eastAsia"/>
          <w:rtl/>
        </w:rPr>
        <w:t>وقال</w:t>
      </w:r>
      <w:r>
        <w:rPr>
          <w:rtl/>
        </w:rPr>
        <w:t xml:space="preserve"> الذين أشركوا لو شاء اللّ</w:t>
      </w:r>
      <w:r w:rsidR="00120F63" w:rsidRPr="00ED5DE8">
        <w:rPr>
          <w:rFonts w:hint="cs"/>
          <w:rtl/>
        </w:rPr>
        <w:t>ه</w:t>
      </w:r>
      <w:r>
        <w:rPr>
          <w:rtl/>
        </w:rPr>
        <w:t xml:space="preserve"> </w:t>
      </w:r>
      <w:r>
        <w:rPr>
          <w:rFonts w:hint="cs"/>
          <w:rtl/>
        </w:rPr>
        <w:t>ما</w:t>
      </w:r>
      <w:r>
        <w:rPr>
          <w:rtl/>
        </w:rPr>
        <w:t xml:space="preserve"> عبدنا من دون</w:t>
      </w:r>
      <w:r w:rsidR="00120F63" w:rsidRPr="00ED5DE8">
        <w:rPr>
          <w:rFonts w:hint="cs"/>
          <w:rtl/>
        </w:rPr>
        <w:t>ه</w:t>
      </w:r>
      <w:r>
        <w:rPr>
          <w:rtl/>
        </w:rPr>
        <w:t xml:space="preserve"> </w:t>
      </w:r>
      <w:r>
        <w:rPr>
          <w:rFonts w:hint="cs"/>
          <w:rtl/>
        </w:rPr>
        <w:t>م</w:t>
      </w:r>
      <w:r>
        <w:rPr>
          <w:rtl/>
        </w:rPr>
        <w:t>ن شيئ</w:t>
      </w:r>
    </w:p>
    <w:p w:rsidR="001F628F" w:rsidRDefault="001F628F" w:rsidP="001F628F">
      <w:pPr>
        <w:pStyle w:val="libNormal"/>
        <w:rPr>
          <w:rtl/>
        </w:rPr>
      </w:pPr>
      <w:r>
        <w:rPr>
          <w:rFonts w:hint="eastAsia"/>
          <w:rtl/>
        </w:rPr>
        <w:t>در</w:t>
      </w:r>
      <w:r>
        <w:rPr>
          <w:rtl/>
        </w:rPr>
        <w:t xml:space="preserve"> حالانكہ خداوند عالم نے تشريعى لحاظ سے مشركين سے تقاضا كيا ہے كے وہ اپنے عقيدہ كى اصلاح اور توحيد كا انتخاب كري</w:t>
      </w:r>
      <w:r w:rsidR="00083993">
        <w:rPr>
          <w:rtl/>
        </w:rPr>
        <w:t xml:space="preserve">ں </w:t>
      </w:r>
      <w:r>
        <w:rPr>
          <w:rtl/>
        </w:rPr>
        <w:t>يہى مشركين اس تقاضا كى نفى كرنے كے ليے اسے ارادہ تكوينى سے مخلوط كرتے تھے تا كہ اپنے سے وظيفہ كو رفع كرسكي</w:t>
      </w:r>
      <w:r w:rsidR="00083993">
        <w:rPr>
          <w:rtl/>
        </w:rPr>
        <w:t xml:space="preserve">ں </w:t>
      </w:r>
      <w:r>
        <w:rPr>
          <w:rtl/>
        </w:rPr>
        <w:t>_</w:t>
      </w:r>
    </w:p>
    <w:p w:rsidR="001F628F" w:rsidRDefault="001F628F" w:rsidP="000A1BE4">
      <w:pPr>
        <w:pStyle w:val="libNormal"/>
        <w:rPr>
          <w:rtl/>
        </w:rPr>
      </w:pPr>
      <w:r>
        <w:rPr>
          <w:rtl/>
        </w:rPr>
        <w:t>7_ مشركين مكہ نے متعدد خداؤ</w:t>
      </w:r>
      <w:r w:rsidR="00083993">
        <w:rPr>
          <w:rtl/>
        </w:rPr>
        <w:t xml:space="preserve">ں </w:t>
      </w:r>
      <w:r>
        <w:rPr>
          <w:rtl/>
        </w:rPr>
        <w:t>پر اعتقاد كے باوجود خداوند عالم پر عقيدے كا اظہار كيا اور كائنات مي</w:t>
      </w:r>
      <w:r w:rsidR="00083993">
        <w:rPr>
          <w:rtl/>
        </w:rPr>
        <w:t xml:space="preserve">ں </w:t>
      </w:r>
      <w:r>
        <w:rPr>
          <w:rtl/>
        </w:rPr>
        <w:t>اس كے فيصلہ كو نا فذ سمجھتے تھے_</w:t>
      </w:r>
      <w:r w:rsidRPr="000A1BE4">
        <w:rPr>
          <w:rStyle w:val="libArabicChar"/>
          <w:rFonts w:hint="eastAsia"/>
          <w:rtl/>
        </w:rPr>
        <w:t>وقال</w:t>
      </w:r>
      <w:r w:rsidRPr="000A1BE4">
        <w:rPr>
          <w:rStyle w:val="libArabicChar"/>
          <w:rtl/>
        </w:rPr>
        <w:t xml:space="preserve"> الذين أشركوا لو 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من شيئ</w:t>
      </w:r>
    </w:p>
    <w:p w:rsidR="001F628F" w:rsidRDefault="001F628F" w:rsidP="001F628F">
      <w:pPr>
        <w:pStyle w:val="libNormal"/>
        <w:rPr>
          <w:rtl/>
        </w:rPr>
      </w:pPr>
      <w:r>
        <w:rPr>
          <w:rtl/>
        </w:rPr>
        <w:t>8_مشركين، كچھ مباح چيزو</w:t>
      </w:r>
      <w:r w:rsidR="00083993">
        <w:rPr>
          <w:rtl/>
        </w:rPr>
        <w:t xml:space="preserve">ں </w:t>
      </w:r>
      <w:r>
        <w:rPr>
          <w:rtl/>
        </w:rPr>
        <w:t>كو بغير كسى دليل كے حرام قرار ديتے تھے _</w:t>
      </w:r>
    </w:p>
    <w:p w:rsidR="000A1BE4" w:rsidRDefault="001E7F9D" w:rsidP="00F73EDE">
      <w:pPr>
        <w:pStyle w:val="libPoemTini"/>
        <w:rPr>
          <w:rtl/>
        </w:rPr>
      </w:pPr>
      <w:r>
        <w:rPr>
          <w:rtl/>
        </w:rPr>
        <w:br w:type="page"/>
      </w:r>
    </w:p>
    <w:p w:rsidR="001F628F" w:rsidRDefault="001F628F" w:rsidP="000A1BE4">
      <w:pPr>
        <w:pStyle w:val="libArabic"/>
        <w:rPr>
          <w:rtl/>
        </w:rPr>
      </w:pPr>
      <w:r>
        <w:rPr>
          <w:rFonts w:hint="eastAsia"/>
          <w:rtl/>
        </w:rPr>
        <w:lastRenderedPageBreak/>
        <w:t>ولا</w:t>
      </w:r>
      <w:r>
        <w:rPr>
          <w:rtl/>
        </w:rPr>
        <w:t xml:space="preserve"> حرّمنا من دون</w:t>
      </w:r>
      <w:r w:rsidR="00120F63" w:rsidRPr="00ED5DE8">
        <w:rPr>
          <w:rFonts w:hint="cs"/>
          <w:rtl/>
        </w:rPr>
        <w:t>ه</w:t>
      </w:r>
      <w:r>
        <w:rPr>
          <w:rtl/>
        </w:rPr>
        <w:t xml:space="preserve"> </w:t>
      </w:r>
      <w:r>
        <w:rPr>
          <w:rFonts w:hint="cs"/>
          <w:rtl/>
        </w:rPr>
        <w:t>م</w:t>
      </w:r>
      <w:r>
        <w:rPr>
          <w:rtl/>
        </w:rPr>
        <w:t>ن شيئ</w:t>
      </w:r>
    </w:p>
    <w:p w:rsidR="001F628F" w:rsidRDefault="001F628F" w:rsidP="001F628F">
      <w:pPr>
        <w:pStyle w:val="libNormal"/>
        <w:rPr>
          <w:rtl/>
        </w:rPr>
      </w:pPr>
      <w:r>
        <w:rPr>
          <w:rtl/>
        </w:rPr>
        <w:t>9_ مشركين ، بغير كسى دليل كے مباحات كو حرام قرار دينے مي</w:t>
      </w:r>
      <w:r w:rsidR="00083993">
        <w:rPr>
          <w:rtl/>
        </w:rPr>
        <w:t xml:space="preserve">ں </w:t>
      </w:r>
      <w:r>
        <w:rPr>
          <w:rtl/>
        </w:rPr>
        <w:t>اپنى مداخلت كا سرچشمہ ، مشيت الہى بيان كرتے تھے_</w:t>
      </w:r>
    </w:p>
    <w:p w:rsidR="001F628F" w:rsidRDefault="001F628F" w:rsidP="000A1BE4">
      <w:pPr>
        <w:pStyle w:val="libArabic"/>
        <w:rPr>
          <w:rtl/>
        </w:rPr>
      </w:pPr>
      <w:r>
        <w:rPr>
          <w:rFonts w:hint="eastAsia"/>
          <w:rtl/>
        </w:rPr>
        <w:t>لو</w:t>
      </w:r>
      <w:r>
        <w:rPr>
          <w:rtl/>
        </w:rPr>
        <w:t xml:space="preserve"> شاء اللّ</w:t>
      </w:r>
      <w:r w:rsidR="00120F63" w:rsidRPr="00ED5DE8">
        <w:rPr>
          <w:rFonts w:hint="cs"/>
          <w:rtl/>
        </w:rPr>
        <w:t>ه</w:t>
      </w:r>
      <w:r>
        <w:rPr>
          <w:rtl/>
        </w:rPr>
        <w:t xml:space="preserve"> ...</w:t>
      </w:r>
      <w:r>
        <w:rPr>
          <w:rFonts w:hint="cs"/>
          <w:rtl/>
        </w:rPr>
        <w:t>ولا</w:t>
      </w:r>
      <w:r>
        <w:rPr>
          <w:rtl/>
        </w:rPr>
        <w:t xml:space="preserve"> </w:t>
      </w:r>
      <w:r>
        <w:rPr>
          <w:rFonts w:hint="cs"/>
          <w:rtl/>
        </w:rPr>
        <w:t>حرّمنا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w:t>
      </w:r>
      <w:r>
        <w:rPr>
          <w:rtl/>
        </w:rPr>
        <w:t>ن شيئ</w:t>
      </w:r>
    </w:p>
    <w:p w:rsidR="001F628F" w:rsidRDefault="001F628F" w:rsidP="001F628F">
      <w:pPr>
        <w:pStyle w:val="libNormal"/>
        <w:rPr>
          <w:rtl/>
        </w:rPr>
      </w:pPr>
      <w:r>
        <w:rPr>
          <w:rtl/>
        </w:rPr>
        <w:t>10_ اسلام سے پہلے كے مشركين، صدر اسلام كے مشركين كى طرح مباحات كو بغير كسى وجہ كے حرام قرار ديتے تھے_</w:t>
      </w:r>
    </w:p>
    <w:p w:rsidR="001F628F" w:rsidRDefault="001F628F" w:rsidP="000A1BE4">
      <w:pPr>
        <w:pStyle w:val="libArabic"/>
        <w:rPr>
          <w:rtl/>
        </w:rPr>
      </w:pPr>
      <w:r>
        <w:rPr>
          <w:rFonts w:hint="eastAsia"/>
          <w:rtl/>
        </w:rPr>
        <w:t>وقال</w:t>
      </w:r>
      <w:r>
        <w:rPr>
          <w:rtl/>
        </w:rPr>
        <w:t xml:space="preserve"> الذين أشركوا لو شاء اللّ</w:t>
      </w:r>
      <w:r w:rsidR="00120F63" w:rsidRPr="00ED5DE8">
        <w:rPr>
          <w:rFonts w:hint="cs"/>
          <w:rtl/>
        </w:rPr>
        <w:t>ه</w:t>
      </w:r>
      <w:r>
        <w:rPr>
          <w:rtl/>
        </w:rPr>
        <w:t xml:space="preserve"> </w:t>
      </w:r>
      <w:r>
        <w:rPr>
          <w:rFonts w:hint="cs"/>
          <w:rtl/>
        </w:rPr>
        <w:t>ما</w:t>
      </w:r>
      <w:r>
        <w:rPr>
          <w:rtl/>
        </w:rPr>
        <w:t xml:space="preserve"> </w:t>
      </w:r>
      <w:r>
        <w:rPr>
          <w:rFonts w:hint="cs"/>
          <w:rtl/>
        </w:rPr>
        <w:t>عبدنا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من</w:t>
      </w:r>
      <w:r>
        <w:rPr>
          <w:rtl/>
        </w:rPr>
        <w:t xml:space="preserve"> </w:t>
      </w:r>
      <w:r>
        <w:rPr>
          <w:rFonts w:hint="cs"/>
          <w:rtl/>
        </w:rPr>
        <w:t>شى</w:t>
      </w:r>
      <w:r>
        <w:rPr>
          <w:rtl/>
        </w:rPr>
        <w:t xml:space="preserve"> </w:t>
      </w:r>
      <w:r>
        <w:rPr>
          <w:rFonts w:hint="cs"/>
          <w:rtl/>
        </w:rPr>
        <w:t>ئ</w:t>
      </w:r>
      <w:r>
        <w:rPr>
          <w:rtl/>
        </w:rPr>
        <w:t xml:space="preserve">_ </w:t>
      </w:r>
      <w:r>
        <w:rPr>
          <w:rFonts w:hint="cs"/>
          <w:rtl/>
        </w:rPr>
        <w:t>نحن</w:t>
      </w:r>
      <w:r>
        <w:rPr>
          <w:rtl/>
        </w:rPr>
        <w:t xml:space="preserve"> </w:t>
      </w:r>
      <w:r>
        <w:rPr>
          <w:rFonts w:hint="cs"/>
          <w:rtl/>
        </w:rPr>
        <w:t>ولاء</w:t>
      </w:r>
      <w:r>
        <w:rPr>
          <w:rtl/>
        </w:rPr>
        <w:t xml:space="preserve"> </w:t>
      </w:r>
      <w:r>
        <w:rPr>
          <w:rFonts w:hint="cs"/>
          <w:rtl/>
        </w:rPr>
        <w:t>ابا</w:t>
      </w:r>
      <w:r>
        <w:rPr>
          <w:rtl/>
        </w:rPr>
        <w:t xml:space="preserve"> </w:t>
      </w:r>
      <w:r>
        <w:rPr>
          <w:rFonts w:hint="cs"/>
          <w:rtl/>
        </w:rPr>
        <w:t>ء</w:t>
      </w:r>
      <w:r>
        <w:rPr>
          <w:rtl/>
        </w:rPr>
        <w:t xml:space="preserve"> </w:t>
      </w:r>
      <w:r>
        <w:rPr>
          <w:rFonts w:hint="cs"/>
          <w:rtl/>
        </w:rPr>
        <w:t>نا</w:t>
      </w:r>
      <w:r>
        <w:rPr>
          <w:rtl/>
        </w:rPr>
        <w:t xml:space="preserve"> </w:t>
      </w:r>
      <w:r>
        <w:rPr>
          <w:rFonts w:hint="cs"/>
          <w:rtl/>
        </w:rPr>
        <w:t>ولا</w:t>
      </w:r>
      <w:r>
        <w:rPr>
          <w:rtl/>
        </w:rPr>
        <w:t xml:space="preserve"> </w:t>
      </w:r>
      <w:r>
        <w:rPr>
          <w:rFonts w:hint="cs"/>
          <w:rtl/>
        </w:rPr>
        <w:t>حرّمنا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من</w:t>
      </w:r>
      <w:r>
        <w:rPr>
          <w:rtl/>
        </w:rPr>
        <w:t xml:space="preserve"> </w:t>
      </w:r>
      <w:r>
        <w:rPr>
          <w:rFonts w:hint="cs"/>
          <w:rtl/>
        </w:rPr>
        <w:t>شى</w:t>
      </w:r>
      <w:r>
        <w:rPr>
          <w:rtl/>
        </w:rPr>
        <w:t xml:space="preserve"> </w:t>
      </w:r>
      <w:r>
        <w:rPr>
          <w:rFonts w:hint="cs"/>
          <w:rtl/>
        </w:rPr>
        <w:t>ء</w:t>
      </w:r>
      <w:r>
        <w:rPr>
          <w:rtl/>
        </w:rPr>
        <w:t xml:space="preserve"> </w:t>
      </w:r>
      <w:r w:rsidR="0021672A" w:rsidRPr="0021672A">
        <w:rPr>
          <w:rFonts w:hint="cs"/>
          <w:rtl/>
        </w:rPr>
        <w:t>كذالك</w:t>
      </w:r>
      <w:r>
        <w:rPr>
          <w:rtl/>
        </w:rPr>
        <w:t xml:space="preserve"> </w:t>
      </w:r>
      <w:r>
        <w:rPr>
          <w:rFonts w:hint="cs"/>
          <w:rtl/>
        </w:rPr>
        <w:t>فعل</w:t>
      </w:r>
      <w:r>
        <w:rPr>
          <w:rtl/>
        </w:rPr>
        <w:t xml:space="preserve"> </w:t>
      </w:r>
      <w:r>
        <w:rPr>
          <w:rFonts w:hint="cs"/>
          <w:rtl/>
        </w:rPr>
        <w:t>الذين</w:t>
      </w:r>
      <w:r>
        <w:rPr>
          <w:rtl/>
        </w:rPr>
        <w:t xml:space="preserve"> </w:t>
      </w:r>
      <w:r>
        <w:rPr>
          <w:rFonts w:hint="cs"/>
          <w:rtl/>
        </w:rPr>
        <w:t>من</w:t>
      </w:r>
      <w:r>
        <w:rPr>
          <w:rtl/>
        </w:rPr>
        <w:t xml:space="preserve"> قبل</w:t>
      </w:r>
      <w:r w:rsidR="00120F63" w:rsidRPr="00ED5DE8">
        <w:rPr>
          <w:rFonts w:hint="cs"/>
          <w:rtl/>
        </w:rPr>
        <w:t>ه</w:t>
      </w:r>
      <w:r>
        <w:rPr>
          <w:rFonts w:hint="cs"/>
          <w:rtl/>
        </w:rPr>
        <w:t>م</w:t>
      </w:r>
    </w:p>
    <w:p w:rsidR="001F628F" w:rsidRPr="000A1BE4" w:rsidRDefault="001F628F" w:rsidP="000A1BE4">
      <w:pPr>
        <w:pStyle w:val="libNormal"/>
        <w:rPr>
          <w:rStyle w:val="libArabicChar"/>
          <w:rtl/>
        </w:rPr>
      </w:pPr>
      <w:r>
        <w:rPr>
          <w:rtl/>
        </w:rPr>
        <w:t>11_عبادت مي</w:t>
      </w:r>
      <w:r w:rsidR="00083993">
        <w:rPr>
          <w:rtl/>
        </w:rPr>
        <w:t xml:space="preserve">ں </w:t>
      </w:r>
      <w:r>
        <w:rPr>
          <w:rtl/>
        </w:rPr>
        <w:t>شرك، مباحات كو حرام قرار دينا اور اسے مشيت الہى كى طرف نسبت دينا ، طول تاريخ مي</w:t>
      </w:r>
      <w:r w:rsidR="00083993">
        <w:rPr>
          <w:rtl/>
        </w:rPr>
        <w:t xml:space="preserve">ں </w:t>
      </w:r>
      <w:r>
        <w:rPr>
          <w:rtl/>
        </w:rPr>
        <w:t>مشركين كا متداول طريقہ تھا_</w:t>
      </w:r>
      <w:r w:rsidRPr="000A1BE4">
        <w:rPr>
          <w:rStyle w:val="libArabicChar"/>
          <w:rFonts w:hint="eastAsia"/>
          <w:rtl/>
        </w:rPr>
        <w:t>وقال</w:t>
      </w:r>
      <w:r w:rsidRPr="000A1BE4">
        <w:rPr>
          <w:rStyle w:val="libArabicChar"/>
          <w:rtl/>
        </w:rPr>
        <w:t xml:space="preserve"> ألذين اشركوا لو 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شيء</w:t>
      </w:r>
      <w:r w:rsidRPr="000A1BE4">
        <w:rPr>
          <w:rStyle w:val="libArabicChar"/>
          <w:rtl/>
        </w:rPr>
        <w:t xml:space="preserve"> </w:t>
      </w:r>
      <w:r w:rsidRPr="000A1BE4">
        <w:rPr>
          <w:rStyle w:val="libArabicChar"/>
          <w:rFonts w:hint="cs"/>
          <w:rtl/>
        </w:rPr>
        <w:t>نحن</w:t>
      </w:r>
      <w:r w:rsidRPr="000A1BE4">
        <w:rPr>
          <w:rStyle w:val="libArabicChar"/>
          <w:rtl/>
        </w:rPr>
        <w:t xml:space="preserve"> </w:t>
      </w:r>
      <w:r w:rsidRPr="000A1BE4">
        <w:rPr>
          <w:rStyle w:val="libArabicChar"/>
          <w:rFonts w:hint="cs"/>
          <w:rtl/>
        </w:rPr>
        <w:t>ولا</w:t>
      </w:r>
      <w:r w:rsidRPr="000A1BE4">
        <w:rPr>
          <w:rStyle w:val="libArabicChar"/>
          <w:rtl/>
        </w:rPr>
        <w:t xml:space="preserve"> </w:t>
      </w:r>
      <w:r w:rsidR="00EB3D31" w:rsidRPr="00EB3D31">
        <w:rPr>
          <w:rStyle w:val="libArabicChar"/>
          <w:rFonts w:hint="cs"/>
          <w:rtl/>
        </w:rPr>
        <w:t>آباؤنا</w:t>
      </w:r>
      <w:r w:rsidRPr="000A1BE4">
        <w:rPr>
          <w:rStyle w:val="libArabicChar"/>
          <w:rFonts w:hint="cs"/>
          <w:rtl/>
        </w:rPr>
        <w:t>ا</w:t>
      </w:r>
      <w:r w:rsidRPr="000A1BE4">
        <w:rPr>
          <w:rStyle w:val="libArabicChar"/>
          <w:rtl/>
        </w:rPr>
        <w:t xml:space="preserve"> </w:t>
      </w:r>
      <w:r w:rsidRPr="000A1BE4">
        <w:rPr>
          <w:rStyle w:val="libArabicChar"/>
          <w:rFonts w:hint="cs"/>
          <w:rtl/>
        </w:rPr>
        <w:t>ولا</w:t>
      </w:r>
      <w:r w:rsidRPr="000A1BE4">
        <w:rPr>
          <w:rStyle w:val="libArabicChar"/>
          <w:rtl/>
        </w:rPr>
        <w:t xml:space="preserve"> </w:t>
      </w:r>
      <w:r w:rsidRPr="000A1BE4">
        <w:rPr>
          <w:rStyle w:val="libArabicChar"/>
          <w:rFonts w:hint="cs"/>
          <w:rtl/>
        </w:rPr>
        <w:t>حرّمنا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شيء</w:t>
      </w:r>
      <w:r w:rsidRPr="000A1BE4">
        <w:rPr>
          <w:rStyle w:val="libArabicChar"/>
          <w:rtl/>
        </w:rPr>
        <w:t xml:space="preserve"> </w:t>
      </w:r>
      <w:r w:rsidR="0021672A" w:rsidRPr="0021672A">
        <w:rPr>
          <w:rStyle w:val="libArabicChar"/>
          <w:rFonts w:hint="cs"/>
          <w:rtl/>
        </w:rPr>
        <w:t>كذالك</w:t>
      </w:r>
      <w:r w:rsidRPr="000A1BE4">
        <w:rPr>
          <w:rStyle w:val="libArabicChar"/>
          <w:rtl/>
        </w:rPr>
        <w:t xml:space="preserve"> </w:t>
      </w:r>
      <w:r w:rsidRPr="000A1BE4">
        <w:rPr>
          <w:rStyle w:val="libArabicChar"/>
          <w:rFonts w:hint="cs"/>
          <w:rtl/>
        </w:rPr>
        <w:t>فعل</w:t>
      </w:r>
      <w:r w:rsidRPr="000A1BE4">
        <w:rPr>
          <w:rStyle w:val="libArabicChar"/>
          <w:rtl/>
        </w:rPr>
        <w:t xml:space="preserve"> </w:t>
      </w:r>
      <w:r w:rsidRPr="000A1BE4">
        <w:rPr>
          <w:rStyle w:val="libArabicChar"/>
          <w:rFonts w:hint="cs"/>
          <w:rtl/>
        </w:rPr>
        <w:t>الذين</w:t>
      </w:r>
      <w:r w:rsidRPr="000A1BE4">
        <w:rPr>
          <w:rStyle w:val="libArabicChar"/>
          <w:rtl/>
        </w:rPr>
        <w:t xml:space="preserve"> </w:t>
      </w:r>
      <w:r w:rsidRPr="000A1BE4">
        <w:rPr>
          <w:rStyle w:val="libArabicChar"/>
          <w:rFonts w:hint="cs"/>
          <w:rtl/>
        </w:rPr>
        <w:t>من</w:t>
      </w:r>
      <w:r w:rsidRPr="000A1BE4">
        <w:rPr>
          <w:rStyle w:val="libArabicChar"/>
          <w:rtl/>
        </w:rPr>
        <w:t xml:space="preserve"> قبل</w:t>
      </w:r>
      <w:r w:rsidR="00120F63" w:rsidRPr="00B2551F">
        <w:rPr>
          <w:rStyle w:val="libArabicChar"/>
          <w:rFonts w:hint="cs"/>
          <w:rtl/>
        </w:rPr>
        <w:t>ه</w:t>
      </w:r>
      <w:r w:rsidRPr="000A1BE4">
        <w:rPr>
          <w:rStyle w:val="libArabicChar"/>
          <w:rFonts w:hint="cs"/>
          <w:rtl/>
        </w:rPr>
        <w:t>م</w:t>
      </w:r>
    </w:p>
    <w:p w:rsidR="001F628F" w:rsidRPr="000A1BE4" w:rsidRDefault="001F628F" w:rsidP="000A1BE4">
      <w:pPr>
        <w:pStyle w:val="libNormal"/>
        <w:rPr>
          <w:rStyle w:val="libArabicChar"/>
          <w:rtl/>
        </w:rPr>
      </w:pPr>
      <w:r>
        <w:rPr>
          <w:rtl/>
        </w:rPr>
        <w:t>12_ طول تاريخ مي</w:t>
      </w:r>
      <w:r w:rsidR="00083993">
        <w:rPr>
          <w:rtl/>
        </w:rPr>
        <w:t xml:space="preserve">ں </w:t>
      </w:r>
      <w:r>
        <w:rPr>
          <w:rtl/>
        </w:rPr>
        <w:t>جبر پر اعتقاد، مشركين كا مسلك رہا ہے_</w:t>
      </w:r>
      <w:r w:rsidRPr="000A1BE4">
        <w:rPr>
          <w:rStyle w:val="libArabicChar"/>
          <w:rFonts w:hint="eastAsia"/>
          <w:rtl/>
        </w:rPr>
        <w:t>وقال</w:t>
      </w:r>
      <w:r w:rsidRPr="000A1BE4">
        <w:rPr>
          <w:rStyle w:val="libArabicChar"/>
          <w:rtl/>
        </w:rPr>
        <w:t xml:space="preserve"> الذين اشركوالوشاء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شيء</w:t>
      </w:r>
      <w:r w:rsidRPr="000A1BE4">
        <w:rPr>
          <w:rStyle w:val="libArabicChar"/>
          <w:rtl/>
        </w:rPr>
        <w:t xml:space="preserve"> </w:t>
      </w:r>
      <w:r w:rsidRPr="000A1BE4">
        <w:rPr>
          <w:rStyle w:val="libArabicChar"/>
          <w:rFonts w:hint="cs"/>
          <w:rtl/>
        </w:rPr>
        <w:t>نحن</w:t>
      </w:r>
      <w:r w:rsidRPr="000A1BE4">
        <w:rPr>
          <w:rStyle w:val="libArabicChar"/>
          <w:rtl/>
        </w:rPr>
        <w:t xml:space="preserve"> </w:t>
      </w:r>
      <w:r w:rsidRPr="000A1BE4">
        <w:rPr>
          <w:rStyle w:val="libArabicChar"/>
          <w:rFonts w:hint="cs"/>
          <w:rtl/>
        </w:rPr>
        <w:t>ولا</w:t>
      </w:r>
      <w:r w:rsidR="00EB3D31" w:rsidRPr="00EB3D31">
        <w:rPr>
          <w:rStyle w:val="libArabicChar"/>
          <w:rFonts w:hint="cs"/>
          <w:rtl/>
        </w:rPr>
        <w:t>آباؤنا</w:t>
      </w:r>
      <w:r w:rsidRPr="000A1BE4">
        <w:rPr>
          <w:rStyle w:val="libArabicChar"/>
          <w:rFonts w:hint="cs"/>
          <w:rtl/>
        </w:rPr>
        <w:t>ا</w:t>
      </w:r>
      <w:r w:rsidRPr="000A1BE4">
        <w:rPr>
          <w:rStyle w:val="libArabicChar"/>
          <w:rtl/>
        </w:rPr>
        <w:t xml:space="preserve"> </w:t>
      </w:r>
      <w:r w:rsidRPr="000A1BE4">
        <w:rPr>
          <w:rStyle w:val="libArabicChar"/>
          <w:rFonts w:hint="cs"/>
          <w:rtl/>
        </w:rPr>
        <w:t>ولا</w:t>
      </w:r>
      <w:r w:rsidRPr="000A1BE4">
        <w:rPr>
          <w:rStyle w:val="libArabicChar"/>
          <w:rtl/>
        </w:rPr>
        <w:t xml:space="preserve"> </w:t>
      </w:r>
      <w:r w:rsidRPr="000A1BE4">
        <w:rPr>
          <w:rStyle w:val="libArabicChar"/>
          <w:rFonts w:hint="cs"/>
          <w:rtl/>
        </w:rPr>
        <w:t>حرّ</w:t>
      </w:r>
      <w:r w:rsidRPr="000A1BE4">
        <w:rPr>
          <w:rStyle w:val="libArabicChar"/>
          <w:rtl/>
        </w:rPr>
        <w:t>منا من 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w:t>
      </w:r>
      <w:r w:rsidRPr="000A1BE4">
        <w:rPr>
          <w:rStyle w:val="libArabicChar"/>
          <w:rtl/>
        </w:rPr>
        <w:t>ن شيئ</w:t>
      </w:r>
    </w:p>
    <w:p w:rsidR="001F628F" w:rsidRDefault="001F628F" w:rsidP="001F628F">
      <w:pPr>
        <w:pStyle w:val="libNormal"/>
        <w:rPr>
          <w:rtl/>
        </w:rPr>
      </w:pPr>
      <w:r>
        <w:rPr>
          <w:rtl/>
        </w:rPr>
        <w:t>13_ انسان، دين كو قبول يا اسے رد كرنے كے سلسلے مي</w:t>
      </w:r>
      <w:r w:rsidR="00083993">
        <w:rPr>
          <w:rtl/>
        </w:rPr>
        <w:t xml:space="preserve">ں </w:t>
      </w:r>
      <w:r>
        <w:rPr>
          <w:rtl/>
        </w:rPr>
        <w:t>صاحب اختيار ہي</w:t>
      </w:r>
      <w:r w:rsidR="00083993">
        <w:rPr>
          <w:rtl/>
        </w:rPr>
        <w:t xml:space="preserve">ں </w:t>
      </w:r>
      <w:r>
        <w:rPr>
          <w:rtl/>
        </w:rPr>
        <w:t>_</w:t>
      </w:r>
    </w:p>
    <w:p w:rsidR="001F628F" w:rsidRDefault="001F628F" w:rsidP="000A1BE4">
      <w:pPr>
        <w:pStyle w:val="libArabic"/>
        <w:rPr>
          <w:rtl/>
        </w:rPr>
      </w:pPr>
      <w:r>
        <w:rPr>
          <w:rFonts w:hint="eastAsia"/>
          <w:rtl/>
        </w:rPr>
        <w:t>وقال</w:t>
      </w:r>
      <w:r>
        <w:rPr>
          <w:rtl/>
        </w:rPr>
        <w:t xml:space="preserve"> الذين ، اشركوا لو شاء الله ما عبدنا من دون</w:t>
      </w:r>
      <w:r w:rsidR="00120F63" w:rsidRPr="00ED5DE8">
        <w:rPr>
          <w:rFonts w:hint="cs"/>
          <w:rtl/>
        </w:rPr>
        <w:t>ه</w:t>
      </w:r>
      <w:r>
        <w:rPr>
          <w:rtl/>
        </w:rPr>
        <w:t xml:space="preserve"> </w:t>
      </w:r>
      <w:r>
        <w:rPr>
          <w:rFonts w:hint="cs"/>
          <w:rtl/>
        </w:rPr>
        <w:t>من</w:t>
      </w:r>
      <w:r>
        <w:rPr>
          <w:rtl/>
        </w:rPr>
        <w:t xml:space="preserve"> </w:t>
      </w:r>
      <w:r>
        <w:rPr>
          <w:rFonts w:hint="cs"/>
          <w:rtl/>
        </w:rPr>
        <w:t>شي</w:t>
      </w:r>
      <w:r>
        <w:rPr>
          <w:rtl/>
        </w:rPr>
        <w:t xml:space="preserve"> ... </w:t>
      </w:r>
      <w:r>
        <w:rPr>
          <w:rFonts w:hint="cs"/>
          <w:rtl/>
        </w:rPr>
        <w:t>ف</w:t>
      </w:r>
      <w:r w:rsidR="00120F63" w:rsidRPr="00ED5DE8">
        <w:rPr>
          <w:rFonts w:hint="cs"/>
          <w:rtl/>
        </w:rPr>
        <w:t>ه</w:t>
      </w:r>
      <w:r>
        <w:rPr>
          <w:rFonts w:hint="cs"/>
          <w:rtl/>
        </w:rPr>
        <w:t>ل</w:t>
      </w:r>
      <w:r>
        <w:rPr>
          <w:rtl/>
        </w:rPr>
        <w:t xml:space="preserve"> </w:t>
      </w:r>
      <w:r>
        <w:rPr>
          <w:rFonts w:hint="cs"/>
          <w:rtl/>
        </w:rPr>
        <w:t>على</w:t>
      </w:r>
      <w:r>
        <w:rPr>
          <w:rtl/>
        </w:rPr>
        <w:t xml:space="preserve"> </w:t>
      </w:r>
      <w:r>
        <w:rPr>
          <w:rFonts w:hint="cs"/>
          <w:rtl/>
        </w:rPr>
        <w:t>الرسل</w:t>
      </w:r>
      <w:r>
        <w:rPr>
          <w:rtl/>
        </w:rPr>
        <w:t xml:space="preserve"> </w:t>
      </w:r>
      <w:r>
        <w:rPr>
          <w:rFonts w:hint="cs"/>
          <w:rtl/>
        </w:rPr>
        <w:t>الّا</w:t>
      </w:r>
      <w:r>
        <w:rPr>
          <w:rtl/>
        </w:rPr>
        <w:t xml:space="preserve"> </w:t>
      </w:r>
      <w:r>
        <w:rPr>
          <w:rFonts w:hint="cs"/>
          <w:rtl/>
        </w:rPr>
        <w:t>البلغ</w:t>
      </w:r>
      <w:r>
        <w:rPr>
          <w:rtl/>
        </w:rPr>
        <w:t xml:space="preserve"> </w:t>
      </w:r>
      <w:r>
        <w:rPr>
          <w:rFonts w:hint="cs"/>
          <w:rtl/>
        </w:rPr>
        <w:t>ا</w:t>
      </w:r>
      <w:r>
        <w:rPr>
          <w:rtl/>
        </w:rPr>
        <w:t>لمبين</w:t>
      </w:r>
    </w:p>
    <w:p w:rsidR="001F628F" w:rsidRDefault="001F628F" w:rsidP="001F628F">
      <w:pPr>
        <w:pStyle w:val="libNormal"/>
        <w:rPr>
          <w:rtl/>
        </w:rPr>
      </w:pPr>
      <w:r>
        <w:rPr>
          <w:rFonts w:hint="eastAsia"/>
          <w:rtl/>
        </w:rPr>
        <w:t>آيت</w:t>
      </w:r>
      <w:r>
        <w:rPr>
          <w:rtl/>
        </w:rPr>
        <w:t xml:space="preserve"> كے آخر مي</w:t>
      </w:r>
      <w:r w:rsidR="00083993">
        <w:rPr>
          <w:rtl/>
        </w:rPr>
        <w:t xml:space="preserve">ں </w:t>
      </w:r>
      <w:r w:rsidRPr="000A1BE4">
        <w:rPr>
          <w:rStyle w:val="libArabicChar"/>
          <w:rtl/>
        </w:rPr>
        <w:t>''ف</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على</w:t>
      </w:r>
      <w:r w:rsidRPr="000A1BE4">
        <w:rPr>
          <w:rStyle w:val="libArabicChar"/>
          <w:rtl/>
        </w:rPr>
        <w:t xml:space="preserve"> </w:t>
      </w:r>
      <w:r w:rsidRPr="000A1BE4">
        <w:rPr>
          <w:rStyle w:val="libArabicChar"/>
          <w:rFonts w:hint="cs"/>
          <w:rtl/>
        </w:rPr>
        <w:t>الرسل</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البلاغ</w:t>
      </w:r>
      <w:r>
        <w:rPr>
          <w:rtl/>
        </w:rPr>
        <w:t xml:space="preserve"> ...''كى عبارت كولانا ، ممكن ہے عقيدہ جبر كے بارے مي</w:t>
      </w:r>
      <w:r w:rsidR="00083993">
        <w:rPr>
          <w:rtl/>
        </w:rPr>
        <w:t xml:space="preserve">ں </w:t>
      </w:r>
      <w:r>
        <w:rPr>
          <w:rtl/>
        </w:rPr>
        <w:t>مشركين كے عقيدے كا جواب ہو وہ اس طرح كہ خداوند عالم ان كے جواب مي</w:t>
      </w:r>
      <w:r w:rsidR="00083993">
        <w:rPr>
          <w:rtl/>
        </w:rPr>
        <w:t xml:space="preserve">ں </w:t>
      </w:r>
      <w:r>
        <w:rPr>
          <w:rtl/>
        </w:rPr>
        <w:t>فرما رہا ہے كہ انبياء فقط خداوند عالم كے پيغام كو پہنچانے كے ليے بھيجے گئے ہي</w:t>
      </w:r>
      <w:r w:rsidR="00083993">
        <w:rPr>
          <w:rtl/>
        </w:rPr>
        <w:t xml:space="preserve">ں </w:t>
      </w:r>
      <w:r>
        <w:rPr>
          <w:rtl/>
        </w:rPr>
        <w:t>اور جبر سے اصل</w:t>
      </w:r>
      <w:r>
        <w:rPr>
          <w:rFonts w:hint="eastAsia"/>
          <w:rtl/>
        </w:rPr>
        <w:t>اً</w:t>
      </w:r>
      <w:r>
        <w:rPr>
          <w:rtl/>
        </w:rPr>
        <w:t xml:space="preserve"> ان كا كوئي سر و كار نہي</w:t>
      </w:r>
      <w:r w:rsidR="00083993">
        <w:rPr>
          <w:rtl/>
        </w:rPr>
        <w:t xml:space="preserve">ں </w:t>
      </w:r>
      <w:r>
        <w:rPr>
          <w:rtl/>
        </w:rPr>
        <w:t>ہے_</w:t>
      </w:r>
    </w:p>
    <w:p w:rsidR="001F628F" w:rsidRDefault="001F628F" w:rsidP="001F628F">
      <w:pPr>
        <w:pStyle w:val="libNormal"/>
        <w:rPr>
          <w:rtl/>
        </w:rPr>
      </w:pPr>
      <w:r>
        <w:rPr>
          <w:rtl/>
        </w:rPr>
        <w:t>14_طول تاريخ مي</w:t>
      </w:r>
      <w:r w:rsidR="00083993">
        <w:rPr>
          <w:rtl/>
        </w:rPr>
        <w:t xml:space="preserve">ں </w:t>
      </w:r>
      <w:r>
        <w:rPr>
          <w:rtl/>
        </w:rPr>
        <w:t>انبياء اور آسمانى تعليمات كے ساتھ مشركين كا برتاؤ برابر اور ايك جيسا رہا ہے _</w:t>
      </w:r>
    </w:p>
    <w:p w:rsidR="001F628F" w:rsidRDefault="0021672A" w:rsidP="000A1BE4">
      <w:pPr>
        <w:pStyle w:val="libArabic"/>
        <w:rPr>
          <w:rtl/>
        </w:rPr>
      </w:pPr>
      <w:r w:rsidRPr="0021672A">
        <w:rPr>
          <w:rFonts w:hint="eastAsia"/>
          <w:rtl/>
        </w:rPr>
        <w:t>كذالك</w:t>
      </w:r>
      <w:r w:rsidR="001F628F">
        <w:rPr>
          <w:rtl/>
        </w:rPr>
        <w:t xml:space="preserve"> فعل الذين من قبل</w:t>
      </w:r>
      <w:r w:rsidR="00120F63" w:rsidRPr="00ED5DE8">
        <w:rPr>
          <w:rFonts w:hint="cs"/>
          <w:rtl/>
        </w:rPr>
        <w:t>ه</w:t>
      </w:r>
      <w:r w:rsidR="001F628F">
        <w:rPr>
          <w:rFonts w:hint="cs"/>
          <w:rtl/>
        </w:rPr>
        <w:t>م</w:t>
      </w:r>
      <w:r w:rsidR="001F628F">
        <w:rPr>
          <w:rtl/>
        </w:rPr>
        <w:t xml:space="preserve"> ...</w:t>
      </w:r>
      <w:r w:rsidR="001F628F">
        <w:rPr>
          <w:rFonts w:hint="cs"/>
          <w:rtl/>
        </w:rPr>
        <w:t>وقال</w:t>
      </w:r>
      <w:r w:rsidR="001F628F">
        <w:rPr>
          <w:rtl/>
        </w:rPr>
        <w:t xml:space="preserve"> </w:t>
      </w:r>
      <w:r w:rsidR="001F628F">
        <w:rPr>
          <w:rFonts w:hint="cs"/>
          <w:rtl/>
        </w:rPr>
        <w:t>الذين</w:t>
      </w:r>
      <w:r w:rsidR="001F628F">
        <w:rPr>
          <w:rtl/>
        </w:rPr>
        <w:t xml:space="preserve"> </w:t>
      </w:r>
      <w:r w:rsidR="001F628F">
        <w:rPr>
          <w:rFonts w:hint="cs"/>
          <w:rtl/>
        </w:rPr>
        <w:t>اشركوا</w:t>
      </w:r>
      <w:r w:rsidR="001F628F">
        <w:rPr>
          <w:rtl/>
        </w:rPr>
        <w:t xml:space="preserve"> </w:t>
      </w:r>
      <w:r w:rsidR="001F628F">
        <w:rPr>
          <w:rFonts w:hint="cs"/>
          <w:rtl/>
        </w:rPr>
        <w:t>لو</w:t>
      </w:r>
      <w:r w:rsidR="001F628F">
        <w:rPr>
          <w:rtl/>
        </w:rPr>
        <w:t xml:space="preserve"> </w:t>
      </w:r>
      <w:r w:rsidR="001F628F">
        <w:rPr>
          <w:rFonts w:hint="cs"/>
          <w:rtl/>
        </w:rPr>
        <w:t>شااللّ</w:t>
      </w:r>
      <w:r w:rsidR="00120F63" w:rsidRPr="00ED5DE8">
        <w:rPr>
          <w:rFonts w:hint="cs"/>
          <w:rtl/>
        </w:rPr>
        <w:t>ه</w:t>
      </w:r>
      <w:r w:rsidR="001F628F">
        <w:rPr>
          <w:rtl/>
        </w:rPr>
        <w:t xml:space="preserve"> _ </w:t>
      </w:r>
      <w:r w:rsidRPr="0021672A">
        <w:rPr>
          <w:rFonts w:hint="cs"/>
          <w:rtl/>
        </w:rPr>
        <w:t>كذالك</w:t>
      </w:r>
      <w:r w:rsidR="001F628F">
        <w:rPr>
          <w:rtl/>
        </w:rPr>
        <w:t xml:space="preserve"> </w:t>
      </w:r>
      <w:r w:rsidR="001F628F">
        <w:rPr>
          <w:rFonts w:hint="cs"/>
          <w:rtl/>
        </w:rPr>
        <w:t>فعل</w:t>
      </w:r>
      <w:r w:rsidR="001F628F">
        <w:rPr>
          <w:rtl/>
        </w:rPr>
        <w:t xml:space="preserve"> </w:t>
      </w:r>
      <w:r w:rsidR="001F628F">
        <w:rPr>
          <w:rFonts w:hint="cs"/>
          <w:rtl/>
        </w:rPr>
        <w:t>الذين</w:t>
      </w:r>
      <w:r w:rsidR="001F628F">
        <w:rPr>
          <w:rtl/>
        </w:rPr>
        <w:t xml:space="preserve"> </w:t>
      </w:r>
      <w:r w:rsidR="001F628F">
        <w:rPr>
          <w:rFonts w:hint="cs"/>
          <w:rtl/>
        </w:rPr>
        <w:t>من</w:t>
      </w:r>
      <w:r w:rsidR="001F628F">
        <w:rPr>
          <w:rtl/>
        </w:rPr>
        <w:t xml:space="preserve"> قبل</w:t>
      </w:r>
      <w:r w:rsidR="00120F63" w:rsidRPr="00ED5DE8">
        <w:rPr>
          <w:rFonts w:hint="cs"/>
          <w:rtl/>
        </w:rPr>
        <w:t>ه</w:t>
      </w:r>
      <w:r w:rsidR="001F628F">
        <w:rPr>
          <w:rFonts w:hint="cs"/>
          <w:rtl/>
        </w:rPr>
        <w:t>م</w:t>
      </w:r>
    </w:p>
    <w:p w:rsidR="001F628F" w:rsidRDefault="001F628F" w:rsidP="000A1BE4">
      <w:pPr>
        <w:pStyle w:val="libNormal"/>
        <w:rPr>
          <w:rtl/>
        </w:rPr>
      </w:pPr>
      <w:r>
        <w:rPr>
          <w:rtl/>
        </w:rPr>
        <w:t>15_ تمام انبياء الہى كا وظيفہ فقط واضح اور روشن صورت مي</w:t>
      </w:r>
      <w:r w:rsidR="00083993">
        <w:rPr>
          <w:rtl/>
        </w:rPr>
        <w:t xml:space="preserve">ں </w:t>
      </w:r>
      <w:r>
        <w:rPr>
          <w:rtl/>
        </w:rPr>
        <w:t>خداوند عالم كے پيغام كا ابلاغ رہاہے نہ كہ لوگو</w:t>
      </w:r>
      <w:r w:rsidR="00083993">
        <w:rPr>
          <w:rtl/>
        </w:rPr>
        <w:t xml:space="preserve">ں </w:t>
      </w:r>
      <w:r>
        <w:rPr>
          <w:rtl/>
        </w:rPr>
        <w:t>كو اس پر مجبور كرنا_</w:t>
      </w:r>
      <w:r w:rsidRPr="000A1BE4">
        <w:rPr>
          <w:rStyle w:val="libArabicChar"/>
          <w:rFonts w:hint="eastAsia"/>
          <w:rtl/>
        </w:rPr>
        <w:t>ف</w:t>
      </w:r>
      <w:r w:rsidR="00120F63" w:rsidRPr="00B2551F">
        <w:rPr>
          <w:rStyle w:val="libArabicChar"/>
          <w:rFonts w:hint="cs"/>
          <w:rtl/>
        </w:rPr>
        <w:t>ه</w:t>
      </w:r>
      <w:r w:rsidRPr="000A1BE4">
        <w:rPr>
          <w:rStyle w:val="libArabicChar"/>
          <w:rFonts w:hint="cs"/>
          <w:rtl/>
        </w:rPr>
        <w:t>ل</w:t>
      </w:r>
      <w:r w:rsidRPr="000A1BE4">
        <w:rPr>
          <w:rStyle w:val="libArabicChar"/>
          <w:rtl/>
        </w:rPr>
        <w:t xml:space="preserve"> على الرسل الا البلغ المبين</w:t>
      </w:r>
    </w:p>
    <w:p w:rsidR="001F628F" w:rsidRDefault="001F628F" w:rsidP="000A1BE4">
      <w:pPr>
        <w:pStyle w:val="libNormal"/>
        <w:rPr>
          <w:rtl/>
        </w:rPr>
      </w:pPr>
      <w:r>
        <w:rPr>
          <w:rtl/>
        </w:rPr>
        <w:t>16_ تمام انبياء باہمى توافق اور ايك جيسے وظيفہ كے مالك تھے_</w:t>
      </w:r>
      <w:r w:rsidRPr="000A1BE4">
        <w:rPr>
          <w:rStyle w:val="libArabicChar"/>
          <w:rFonts w:hint="eastAsia"/>
          <w:rtl/>
        </w:rPr>
        <w:t>ف</w:t>
      </w:r>
      <w:r w:rsidR="00120F63" w:rsidRPr="00B2551F">
        <w:rPr>
          <w:rStyle w:val="libArabicChar"/>
          <w:rFonts w:hint="cs"/>
          <w:rtl/>
        </w:rPr>
        <w:t>ه</w:t>
      </w:r>
      <w:r w:rsidRPr="000A1BE4">
        <w:rPr>
          <w:rStyle w:val="libArabicChar"/>
          <w:rFonts w:hint="cs"/>
          <w:rtl/>
        </w:rPr>
        <w:t>ل</w:t>
      </w:r>
      <w:r w:rsidRPr="000A1BE4">
        <w:rPr>
          <w:rStyle w:val="libArabicChar"/>
          <w:rtl/>
        </w:rPr>
        <w:t xml:space="preserve"> على الرسل الاّ البلغ المبين</w:t>
      </w:r>
    </w:p>
    <w:p w:rsidR="001F628F" w:rsidRDefault="001F628F" w:rsidP="001F628F">
      <w:pPr>
        <w:pStyle w:val="libNormal"/>
        <w:rPr>
          <w:rtl/>
        </w:rPr>
      </w:pPr>
      <w:r>
        <w:rPr>
          <w:rtl/>
        </w:rPr>
        <w:t>17_ مشركين، جبرى اعتقاد كى فكر كو عام كرنے كے ذريعہ، انبياء كى بعثت كو عبث، ثابت كرنا چاہتے</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تھے</w:t>
      </w:r>
      <w:r>
        <w:rPr>
          <w:rtl/>
        </w:rPr>
        <w:t>_</w:t>
      </w:r>
      <w:r w:rsidRPr="000A1BE4">
        <w:rPr>
          <w:rStyle w:val="libArabicChar"/>
          <w:rFonts w:hint="eastAsia"/>
          <w:rtl/>
        </w:rPr>
        <w:t>وقال</w:t>
      </w:r>
      <w:r w:rsidRPr="000A1BE4">
        <w:rPr>
          <w:rStyle w:val="libArabicChar"/>
          <w:rtl/>
        </w:rPr>
        <w:t xml:space="preserve"> الذين أشركوا لوشاء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w:t>
      </w:r>
      <w:r w:rsidRPr="000A1BE4">
        <w:rPr>
          <w:rStyle w:val="libArabicChar"/>
          <w:rtl/>
        </w:rPr>
        <w:t>ا عبدنا من 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شيئ</w:t>
      </w:r>
      <w:r w:rsidRPr="000A1BE4">
        <w:rPr>
          <w:rStyle w:val="libArabicChar"/>
          <w:rtl/>
        </w:rPr>
        <w:t>_</w:t>
      </w:r>
      <w:r w:rsidRPr="000A1BE4">
        <w:rPr>
          <w:rStyle w:val="libArabicChar"/>
          <w:rFonts w:hint="cs"/>
          <w:rtl/>
        </w:rPr>
        <w:t>ف</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على</w:t>
      </w:r>
      <w:r w:rsidRPr="000A1BE4">
        <w:rPr>
          <w:rStyle w:val="libArabicChar"/>
          <w:rtl/>
        </w:rPr>
        <w:t xml:space="preserve"> </w:t>
      </w:r>
      <w:r w:rsidRPr="000A1BE4">
        <w:rPr>
          <w:rStyle w:val="libArabicChar"/>
          <w:rFonts w:hint="cs"/>
          <w:rtl/>
        </w:rPr>
        <w:t>الرسل</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البلغ</w:t>
      </w:r>
      <w:r w:rsidRPr="000A1BE4">
        <w:rPr>
          <w:rStyle w:val="libArabicChar"/>
          <w:rtl/>
        </w:rPr>
        <w:t xml:space="preserve"> المبين</w:t>
      </w:r>
    </w:p>
    <w:p w:rsidR="001F628F" w:rsidRDefault="001F628F" w:rsidP="001F628F">
      <w:pPr>
        <w:pStyle w:val="libNormal"/>
        <w:rPr>
          <w:rtl/>
        </w:rPr>
      </w:pPr>
      <w:r>
        <w:rPr>
          <w:rFonts w:hint="eastAsia"/>
          <w:rtl/>
        </w:rPr>
        <w:t>مشركين</w:t>
      </w:r>
      <w:r>
        <w:rPr>
          <w:rtl/>
        </w:rPr>
        <w:t xml:space="preserve"> كے عقائد كو بيان كرنے كے بعد </w:t>
      </w:r>
      <w:r w:rsidRPr="000A1BE4">
        <w:rPr>
          <w:rStyle w:val="libArabicChar"/>
          <w:rtl/>
        </w:rPr>
        <w:t>''ف</w:t>
      </w:r>
      <w:r w:rsidR="00120F63" w:rsidRPr="00B2551F">
        <w:rPr>
          <w:rStyle w:val="libArabicChar"/>
          <w:rFonts w:hint="cs"/>
          <w:rtl/>
        </w:rPr>
        <w:t>ه</w:t>
      </w:r>
      <w:r w:rsidRPr="000A1BE4">
        <w:rPr>
          <w:rStyle w:val="libArabicChar"/>
          <w:rFonts w:hint="cs"/>
          <w:rtl/>
        </w:rPr>
        <w:t>ل</w:t>
      </w:r>
      <w:r w:rsidRPr="000A1BE4">
        <w:rPr>
          <w:rStyle w:val="libArabicChar"/>
          <w:rtl/>
        </w:rPr>
        <w:t xml:space="preserve"> </w:t>
      </w:r>
      <w:r w:rsidRPr="000A1BE4">
        <w:rPr>
          <w:rStyle w:val="libArabicChar"/>
          <w:rFonts w:hint="cs"/>
          <w:rtl/>
        </w:rPr>
        <w:t>على</w:t>
      </w:r>
      <w:r w:rsidRPr="000A1BE4">
        <w:rPr>
          <w:rStyle w:val="libArabicChar"/>
          <w:rtl/>
        </w:rPr>
        <w:t xml:space="preserve"> </w:t>
      </w:r>
      <w:r w:rsidRPr="000A1BE4">
        <w:rPr>
          <w:rStyle w:val="libArabicChar"/>
          <w:rFonts w:hint="cs"/>
          <w:rtl/>
        </w:rPr>
        <w:t>الرسل</w:t>
      </w:r>
      <w:r w:rsidRPr="000A1BE4">
        <w:rPr>
          <w:rStyle w:val="libArabicChar"/>
          <w:rtl/>
        </w:rPr>
        <w:t xml:space="preserve"> </w:t>
      </w:r>
      <w:r w:rsidRPr="000A1BE4">
        <w:rPr>
          <w:rStyle w:val="libArabicChar"/>
          <w:rFonts w:hint="cs"/>
          <w:rtl/>
        </w:rPr>
        <w:t>الا</w:t>
      </w:r>
      <w:r w:rsidRPr="000A1BE4">
        <w:rPr>
          <w:rStyle w:val="libArabicChar"/>
          <w:rtl/>
        </w:rPr>
        <w:t xml:space="preserve"> </w:t>
      </w:r>
      <w:r w:rsidRPr="000A1BE4">
        <w:rPr>
          <w:rStyle w:val="libArabicChar"/>
          <w:rFonts w:hint="cs"/>
          <w:rtl/>
        </w:rPr>
        <w:t>البلاغ</w:t>
      </w:r>
      <w:r w:rsidRPr="000A1BE4">
        <w:rPr>
          <w:rStyle w:val="libArabicChar"/>
          <w:rtl/>
        </w:rPr>
        <w:t xml:space="preserve"> </w:t>
      </w:r>
      <w:r w:rsidRPr="000A1BE4">
        <w:rPr>
          <w:rStyle w:val="libArabicChar"/>
          <w:rFonts w:hint="cs"/>
          <w:rtl/>
        </w:rPr>
        <w:t>المبين</w:t>
      </w:r>
      <w:r w:rsidRPr="000A1BE4">
        <w:rPr>
          <w:rStyle w:val="libArabicChar"/>
          <w:rtl/>
        </w:rPr>
        <w:t>''</w:t>
      </w:r>
      <w:r>
        <w:rPr>
          <w:rtl/>
        </w:rPr>
        <w:t xml:space="preserve"> كى عبارت ممكن ہے ان كا جواب ہو اس توضيح كے ساتھ كہ مشركين چاہتے تھے كہ ايمان اور كفر كو خداوند عالم كى طرف نسبت دے كريہ بيان كري</w:t>
      </w:r>
      <w:r w:rsidR="00083993">
        <w:rPr>
          <w:rtl/>
        </w:rPr>
        <w:t xml:space="preserve">ں </w:t>
      </w:r>
      <w:r>
        <w:rPr>
          <w:rtl/>
        </w:rPr>
        <w:t>كہ اس چيز كے ليے انبياء كے آنے كى ضرورت نہي</w:t>
      </w:r>
      <w:r w:rsidR="00083993">
        <w:rPr>
          <w:rtl/>
        </w:rPr>
        <w:t xml:space="preserve">ں </w:t>
      </w:r>
      <w:r>
        <w:rPr>
          <w:rtl/>
        </w:rPr>
        <w:t>اور خدوان</w:t>
      </w:r>
      <w:r>
        <w:rPr>
          <w:rFonts w:hint="eastAsia"/>
          <w:rtl/>
        </w:rPr>
        <w:t>د</w:t>
      </w:r>
      <w:r>
        <w:rPr>
          <w:rtl/>
        </w:rPr>
        <w:t xml:space="preserve"> عالم نے ''فہل على الرسل ...'' كے ذريعے ان كويہ جواب ديا ہے كہ انبياء كى بعثت ، عبث نہي</w:t>
      </w:r>
      <w:r w:rsidR="00083993">
        <w:rPr>
          <w:rtl/>
        </w:rPr>
        <w:t xml:space="preserve">ں </w:t>
      </w:r>
      <w:r>
        <w:rPr>
          <w:rtl/>
        </w:rPr>
        <w:t>بلكہ الہى پيغام كے ابلاغ كے ليے ہے_</w:t>
      </w:r>
    </w:p>
    <w:p w:rsidR="001F628F" w:rsidRDefault="001F628F" w:rsidP="000A1BE4">
      <w:pPr>
        <w:pStyle w:val="libNormal"/>
        <w:rPr>
          <w:rtl/>
        </w:rPr>
      </w:pPr>
      <w:r>
        <w:rPr>
          <w:rFonts w:hint="eastAsia"/>
          <w:rtl/>
        </w:rPr>
        <w:t>الله</w:t>
      </w:r>
      <w:r>
        <w:rPr>
          <w:rtl/>
        </w:rPr>
        <w:t xml:space="preserve"> تعالي:</w:t>
      </w:r>
      <w:r>
        <w:rPr>
          <w:rFonts w:hint="eastAsia"/>
          <w:rtl/>
        </w:rPr>
        <w:t>الله</w:t>
      </w:r>
      <w:r>
        <w:rPr>
          <w:rtl/>
        </w:rPr>
        <w:t xml:space="preserve"> تعالى كى مشيت كے آثار 1،2،9،11</w:t>
      </w:r>
    </w:p>
    <w:p w:rsidR="001F628F" w:rsidRDefault="001F628F" w:rsidP="000A1BE4">
      <w:pPr>
        <w:pStyle w:val="libNormal"/>
        <w:rPr>
          <w:rtl/>
        </w:rPr>
      </w:pPr>
      <w:r>
        <w:rPr>
          <w:rFonts w:hint="eastAsia"/>
          <w:rtl/>
        </w:rPr>
        <w:t>انيبائ</w:t>
      </w:r>
      <w:r>
        <w:rPr>
          <w:rtl/>
        </w:rPr>
        <w:t>:</w:t>
      </w:r>
      <w:r>
        <w:rPr>
          <w:rFonts w:hint="eastAsia"/>
          <w:rtl/>
        </w:rPr>
        <w:t>انبياء</w:t>
      </w:r>
      <w:r>
        <w:rPr>
          <w:rtl/>
        </w:rPr>
        <w:t xml:space="preserve"> كا استہزاء كرنے والے 5; انبياء كى تبليغ كى روش 15; انبياء كى ذمہ داري16; انبياء كى ذمہ دارى كى حدود15،16; انبياء كى ہم آہنگي16; انبياء كے ساتھ برتاؤ كى روش14</w:t>
      </w:r>
    </w:p>
    <w:p w:rsidR="001F628F" w:rsidRDefault="001F628F" w:rsidP="000A1BE4">
      <w:pPr>
        <w:pStyle w:val="libNormal"/>
        <w:rPr>
          <w:rtl/>
        </w:rPr>
      </w:pPr>
      <w:r>
        <w:rPr>
          <w:rFonts w:hint="eastAsia"/>
          <w:rtl/>
        </w:rPr>
        <w:t>انسان</w:t>
      </w:r>
      <w:r>
        <w:rPr>
          <w:rtl/>
        </w:rPr>
        <w:t>:</w:t>
      </w:r>
      <w:r>
        <w:rPr>
          <w:rFonts w:hint="eastAsia"/>
          <w:rtl/>
        </w:rPr>
        <w:t>انسان</w:t>
      </w:r>
      <w:r>
        <w:rPr>
          <w:rtl/>
        </w:rPr>
        <w:t xml:space="preserve"> كا اختيار 13</w:t>
      </w:r>
    </w:p>
    <w:p w:rsidR="001F628F" w:rsidRDefault="001F628F" w:rsidP="001F628F">
      <w:pPr>
        <w:pStyle w:val="libNormal"/>
        <w:rPr>
          <w:rtl/>
        </w:rPr>
      </w:pPr>
      <w:r>
        <w:rPr>
          <w:rFonts w:hint="eastAsia"/>
          <w:rtl/>
        </w:rPr>
        <w:t>بدعت</w:t>
      </w:r>
      <w:r>
        <w:rPr>
          <w:rtl/>
        </w:rPr>
        <w:t xml:space="preserve"> گزار:8</w:t>
      </w:r>
    </w:p>
    <w:p w:rsidR="001F628F" w:rsidRDefault="001F628F" w:rsidP="000A1BE4">
      <w:pPr>
        <w:pStyle w:val="libNormal"/>
        <w:rPr>
          <w:rtl/>
        </w:rPr>
      </w:pPr>
      <w:r>
        <w:rPr>
          <w:rFonts w:hint="eastAsia"/>
          <w:rtl/>
        </w:rPr>
        <w:t>تبليغ</w:t>
      </w:r>
      <w:r>
        <w:rPr>
          <w:rtl/>
        </w:rPr>
        <w:t>:</w:t>
      </w:r>
      <w:r>
        <w:rPr>
          <w:rFonts w:hint="eastAsia"/>
          <w:rtl/>
        </w:rPr>
        <w:t>تبليغ</w:t>
      </w:r>
      <w:r>
        <w:rPr>
          <w:rtl/>
        </w:rPr>
        <w:t xml:space="preserve"> مي</w:t>
      </w:r>
      <w:r w:rsidR="00083993">
        <w:rPr>
          <w:rtl/>
        </w:rPr>
        <w:t xml:space="preserve">ں </w:t>
      </w:r>
      <w:r>
        <w:rPr>
          <w:rtl/>
        </w:rPr>
        <w:t>صراحت 15</w:t>
      </w:r>
    </w:p>
    <w:p w:rsidR="001F628F" w:rsidRDefault="001F628F" w:rsidP="001F628F">
      <w:pPr>
        <w:pStyle w:val="libNormal"/>
        <w:rPr>
          <w:rtl/>
        </w:rPr>
      </w:pPr>
      <w:r>
        <w:rPr>
          <w:rFonts w:hint="eastAsia"/>
          <w:rtl/>
        </w:rPr>
        <w:t>جبر</w:t>
      </w:r>
      <w:r>
        <w:rPr>
          <w:rtl/>
        </w:rPr>
        <w:t xml:space="preserve"> و اختيار13،15</w:t>
      </w:r>
    </w:p>
    <w:p w:rsidR="001F628F" w:rsidRDefault="001F628F" w:rsidP="000A1BE4">
      <w:pPr>
        <w:pStyle w:val="libNormal"/>
        <w:rPr>
          <w:rtl/>
        </w:rPr>
      </w:pPr>
      <w:r>
        <w:rPr>
          <w:rFonts w:hint="eastAsia"/>
          <w:rtl/>
        </w:rPr>
        <w:t>دين</w:t>
      </w:r>
      <w:r>
        <w:rPr>
          <w:rtl/>
        </w:rPr>
        <w:t>:</w:t>
      </w:r>
      <w:r>
        <w:rPr>
          <w:rFonts w:hint="eastAsia"/>
          <w:rtl/>
        </w:rPr>
        <w:t>دين</w:t>
      </w:r>
      <w:r>
        <w:rPr>
          <w:rtl/>
        </w:rPr>
        <w:t xml:space="preserve"> كى تبليغ 15; دين كے ساتھ برتاؤ كى روش14; دين مي</w:t>
      </w:r>
      <w:r w:rsidR="00083993">
        <w:rPr>
          <w:rtl/>
        </w:rPr>
        <w:t xml:space="preserve">ں </w:t>
      </w:r>
      <w:r>
        <w:rPr>
          <w:rtl/>
        </w:rPr>
        <w:t>اختيار 13</w:t>
      </w:r>
    </w:p>
    <w:p w:rsidR="001F628F" w:rsidRDefault="001F628F" w:rsidP="000A1BE4">
      <w:pPr>
        <w:pStyle w:val="libNormal"/>
        <w:rPr>
          <w:rtl/>
        </w:rPr>
      </w:pPr>
      <w:r>
        <w:rPr>
          <w:rFonts w:hint="eastAsia"/>
          <w:rtl/>
        </w:rPr>
        <w:t>عقيدہ</w:t>
      </w:r>
      <w:r>
        <w:rPr>
          <w:rtl/>
        </w:rPr>
        <w:t>:</w:t>
      </w:r>
      <w:r>
        <w:rPr>
          <w:rFonts w:hint="eastAsia"/>
          <w:rtl/>
        </w:rPr>
        <w:t>جبر</w:t>
      </w:r>
      <w:r>
        <w:rPr>
          <w:rtl/>
        </w:rPr>
        <w:t xml:space="preserve"> كے عقيدہ كے آثار17; عقيدہ كى تاريخ12; مشيت خدا كا عقيدہ4</w:t>
      </w:r>
    </w:p>
    <w:p w:rsidR="001F628F" w:rsidRDefault="001F628F" w:rsidP="000A1BE4">
      <w:pPr>
        <w:pStyle w:val="libNormal"/>
        <w:rPr>
          <w:rtl/>
        </w:rPr>
      </w:pPr>
      <w:r>
        <w:rPr>
          <w:rFonts w:hint="eastAsia"/>
          <w:rtl/>
        </w:rPr>
        <w:t>مباحات</w:t>
      </w:r>
      <w:r>
        <w:rPr>
          <w:rtl/>
        </w:rPr>
        <w:t>:</w:t>
      </w:r>
      <w:r>
        <w:rPr>
          <w:rFonts w:hint="eastAsia"/>
          <w:rtl/>
        </w:rPr>
        <w:t>مباحات</w:t>
      </w:r>
      <w:r>
        <w:rPr>
          <w:rtl/>
        </w:rPr>
        <w:t xml:space="preserve"> كا حرام كرنا 8،9،10،11</w:t>
      </w:r>
    </w:p>
    <w:p w:rsidR="001F628F" w:rsidRDefault="001F628F" w:rsidP="000A1BE4">
      <w:pPr>
        <w:pStyle w:val="libNormal"/>
        <w:rPr>
          <w:rtl/>
        </w:rPr>
      </w:pPr>
      <w:r>
        <w:rPr>
          <w:rFonts w:hint="eastAsia"/>
          <w:rtl/>
        </w:rPr>
        <w:t>مشركين</w:t>
      </w:r>
      <w:r>
        <w:rPr>
          <w:rtl/>
        </w:rPr>
        <w:t>:</w:t>
      </w:r>
      <w:r>
        <w:rPr>
          <w:rFonts w:hint="eastAsia"/>
          <w:rtl/>
        </w:rPr>
        <w:t>صدر</w:t>
      </w:r>
      <w:r>
        <w:rPr>
          <w:rtl/>
        </w:rPr>
        <w:t xml:space="preserve"> اسلام كے مشركين كى بدعت گزاري10; مشركين اور انبياء 14; مشركين اور دين 14; مشركين كا استہزاء 5; مشركين كا شرك عبادى 11; مشركين كا عقيدہ 12; مشركين كى بدعت گزارى 8،9،10،11; مشركين كى توجيہہ6; مشركين كى جبر گرائي9،10،11; مشركين كى ہم آہنگي10،14; مشركين كے ساتھ برتاؤ كى روش11; مشركين كے ناپسنديدہ عمل كى توجيہہ 6</w:t>
      </w:r>
    </w:p>
    <w:p w:rsidR="001F628F" w:rsidRDefault="001F628F" w:rsidP="000A1BE4">
      <w:pPr>
        <w:pStyle w:val="libNormal"/>
        <w:rPr>
          <w:rtl/>
        </w:rPr>
      </w:pPr>
      <w:r>
        <w:rPr>
          <w:rFonts w:hint="eastAsia"/>
          <w:rtl/>
        </w:rPr>
        <w:t>مشركين</w:t>
      </w:r>
      <w:r>
        <w:rPr>
          <w:rtl/>
        </w:rPr>
        <w:t xml:space="preserve"> مكہ:</w:t>
      </w:r>
      <w:r>
        <w:rPr>
          <w:rFonts w:hint="eastAsia"/>
          <w:rtl/>
        </w:rPr>
        <w:t>مشركين</w:t>
      </w:r>
      <w:r>
        <w:rPr>
          <w:rtl/>
        </w:rPr>
        <w:t xml:space="preserve"> مكہ اور مشيّت خدا 4،7; مشركين مكہ كا عقيدہ 4،7;مشركين مكہ كى بت پرستى كا سرچشمہ 1; مشركين مكہ كى جبر گرائي 1،2،17; مشركين مكہ كى خداشناسى 7; مشركين مكہ كى دشمنى 17; مشركين مكہ كى فكر1،2; مشركين مكہ كى كوشش 3;مشركين مكہ كے عقيدتى نظريات 3</w:t>
      </w:r>
    </w:p>
    <w:p w:rsidR="000A1BE4" w:rsidRDefault="001E7F9D" w:rsidP="00F73EDE">
      <w:pPr>
        <w:pStyle w:val="libPoemTini"/>
        <w:rPr>
          <w:rtl/>
        </w:rPr>
      </w:pPr>
      <w:r>
        <w:rPr>
          <w:rtl/>
        </w:rPr>
        <w:br w:type="page"/>
      </w:r>
    </w:p>
    <w:p w:rsidR="000A1BE4" w:rsidRPr="00120F63" w:rsidRDefault="000A1BE4" w:rsidP="000A1BE4">
      <w:pPr>
        <w:pStyle w:val="Heading2Center"/>
        <w:rPr>
          <w:rtl/>
        </w:rPr>
      </w:pPr>
      <w:bookmarkStart w:id="182" w:name="_Toc28081860"/>
      <w:r>
        <w:rPr>
          <w:rFonts w:hint="cs"/>
          <w:rtl/>
        </w:rPr>
        <w:lastRenderedPageBreak/>
        <w:t xml:space="preserve">آیت </w:t>
      </w:r>
      <w:r w:rsidRPr="00120F63">
        <w:rPr>
          <w:rFonts w:hint="cs"/>
          <w:rtl/>
        </w:rPr>
        <w:t>36</w:t>
      </w:r>
      <w:bookmarkEnd w:id="182"/>
    </w:p>
    <w:p w:rsidR="001F628F" w:rsidRDefault="00E260F9" w:rsidP="000A1BE4">
      <w:pPr>
        <w:pStyle w:val="libNormal"/>
        <w:rPr>
          <w:rtl/>
        </w:rPr>
      </w:pPr>
      <w:r w:rsidRPr="00E260F9">
        <w:rPr>
          <w:rStyle w:val="libAlaemChar"/>
          <w:rFonts w:hint="eastAsia"/>
          <w:rtl/>
        </w:rPr>
        <w:t>(</w:t>
      </w:r>
      <w:r w:rsidRPr="000A1BE4">
        <w:rPr>
          <w:rStyle w:val="libAieChar"/>
          <w:rFonts w:hint="eastAsia"/>
          <w:rtl/>
        </w:rPr>
        <w:t>وَلَقَدْ</w:t>
      </w:r>
      <w:r w:rsidRPr="000A1BE4">
        <w:rPr>
          <w:rStyle w:val="libAieChar"/>
          <w:rtl/>
        </w:rPr>
        <w:t xml:space="preserve"> بَعَثْنَا فِي كُلِّ أُمَّةٍ رَّسُولاً أَنِ اعْبُدُواْ اللّهَ وَاجْتَنِبُواْ الطَّاغُوتَ فَمِنْهُم مَّنْ هَدَى اللّهُ وَمِنْهُم مَّنْ حَقَّتْ عَلَيْهِ الضَّلالَةُ فَسِيرُواْ فِي الأَرْضِ فَانظُرُواْ كَيْفَ كَانَ عَاقِبَةُ الْمُكَذِّبِينَ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يقينا ہم نے ہر امّت مي</w:t>
      </w:r>
      <w:r w:rsidR="00083993">
        <w:rPr>
          <w:rtl/>
        </w:rPr>
        <w:t xml:space="preserve">ں </w:t>
      </w:r>
      <w:r>
        <w:rPr>
          <w:rtl/>
        </w:rPr>
        <w:t>ايك رسول بھيجا ہے كہ تم لوگ اللہ كى عبادت كرو اور طاغوت سے اجتناب كرو پھر ان مي</w:t>
      </w:r>
      <w:r w:rsidR="00083993">
        <w:rPr>
          <w:rtl/>
        </w:rPr>
        <w:t xml:space="preserve">ں </w:t>
      </w:r>
      <w:r>
        <w:rPr>
          <w:rtl/>
        </w:rPr>
        <w:t>بعض كو خدا نے ہدايت ديدى اور بعض پر گمراہى ثابت ہوگئي تو اب تم لوگ روئے زمين مي</w:t>
      </w:r>
      <w:r w:rsidR="00083993">
        <w:rPr>
          <w:rtl/>
        </w:rPr>
        <w:t xml:space="preserve">ں </w:t>
      </w:r>
      <w:r>
        <w:rPr>
          <w:rtl/>
        </w:rPr>
        <w:t>سير كرو اور ديكھو كہ تكذيب كرنے والو</w:t>
      </w:r>
      <w:r w:rsidR="00083993">
        <w:rPr>
          <w:rtl/>
        </w:rPr>
        <w:t xml:space="preserve">ں </w:t>
      </w:r>
      <w:r>
        <w:rPr>
          <w:rtl/>
        </w:rPr>
        <w:t>كا انجام كيا ہوتا ہے _</w:t>
      </w:r>
    </w:p>
    <w:p w:rsidR="001F628F" w:rsidRDefault="001F628F" w:rsidP="001F628F">
      <w:pPr>
        <w:pStyle w:val="libNormal"/>
        <w:rPr>
          <w:rtl/>
        </w:rPr>
      </w:pPr>
      <w:r>
        <w:rPr>
          <w:rtl/>
        </w:rPr>
        <w:t>1_ تمام امتي</w:t>
      </w:r>
      <w:r w:rsidR="00083993">
        <w:rPr>
          <w:rtl/>
        </w:rPr>
        <w:t xml:space="preserve">ں </w:t>
      </w:r>
      <w:r>
        <w:rPr>
          <w:rtl/>
        </w:rPr>
        <w:t>اور معاشرے ، خداوند عالم كى طرف سے مبعوث كيے گئے انبياء كى رسالت كے زير سايہ ہي</w:t>
      </w:r>
      <w:r w:rsidR="00083993">
        <w:rPr>
          <w:rtl/>
        </w:rPr>
        <w:t xml:space="preserve">ں </w:t>
      </w:r>
      <w:r>
        <w:rPr>
          <w:rtl/>
        </w:rPr>
        <w:t>_</w:t>
      </w:r>
    </w:p>
    <w:p w:rsidR="001F628F" w:rsidRDefault="001F628F" w:rsidP="000A1BE4">
      <w:pPr>
        <w:pStyle w:val="libArabic"/>
        <w:rPr>
          <w:rtl/>
        </w:rPr>
      </w:pPr>
      <w:r>
        <w:rPr>
          <w:rFonts w:hint="eastAsia"/>
          <w:rtl/>
        </w:rPr>
        <w:t>ولقد</w:t>
      </w:r>
      <w:r>
        <w:rPr>
          <w:rtl/>
        </w:rPr>
        <w:t xml:space="preserve"> بعثنا فى كلّ امة رسول</w:t>
      </w:r>
    </w:p>
    <w:p w:rsidR="001F628F" w:rsidRDefault="001F628F" w:rsidP="001F628F">
      <w:pPr>
        <w:pStyle w:val="libNormal"/>
        <w:rPr>
          <w:rtl/>
        </w:rPr>
      </w:pPr>
      <w:r>
        <w:rPr>
          <w:rtl/>
        </w:rPr>
        <w:t>2_ خدا كى عبادت اور طاغوت سے اجتناب ، تعليمات انبياء كے دو بنيادى ركن ہي</w:t>
      </w:r>
      <w:r w:rsidR="00083993">
        <w:rPr>
          <w:rtl/>
        </w:rPr>
        <w:t xml:space="preserve">ں </w:t>
      </w:r>
      <w:r>
        <w:rPr>
          <w:rtl/>
        </w:rPr>
        <w:t>_</w:t>
      </w:r>
    </w:p>
    <w:p w:rsidR="001F628F" w:rsidRDefault="001F628F" w:rsidP="000A1BE4">
      <w:pPr>
        <w:pStyle w:val="libArabic"/>
        <w:rPr>
          <w:rtl/>
        </w:rPr>
      </w:pPr>
      <w:r>
        <w:rPr>
          <w:rFonts w:hint="eastAsia"/>
          <w:rtl/>
        </w:rPr>
        <w:t>ولقد</w:t>
      </w:r>
      <w:r>
        <w:rPr>
          <w:rtl/>
        </w:rPr>
        <w:t xml:space="preserve"> بعثنا فى كل امة رسولاً ان اعبد واللّ</w:t>
      </w:r>
      <w:r w:rsidR="00120F63" w:rsidRPr="00ED5DE8">
        <w:rPr>
          <w:rFonts w:hint="cs"/>
          <w:rtl/>
        </w:rPr>
        <w:t>ه</w:t>
      </w:r>
      <w:r>
        <w:rPr>
          <w:rtl/>
        </w:rPr>
        <w:t xml:space="preserve"> </w:t>
      </w:r>
      <w:r>
        <w:rPr>
          <w:rFonts w:hint="cs"/>
          <w:rtl/>
        </w:rPr>
        <w:t>و</w:t>
      </w:r>
      <w:r>
        <w:rPr>
          <w:rtl/>
        </w:rPr>
        <w:t xml:space="preserve"> </w:t>
      </w:r>
      <w:r>
        <w:rPr>
          <w:rFonts w:hint="cs"/>
          <w:rtl/>
        </w:rPr>
        <w:t>اجتنبوا</w:t>
      </w:r>
      <w:r>
        <w:rPr>
          <w:rtl/>
        </w:rPr>
        <w:t xml:space="preserve"> الطغوت</w:t>
      </w:r>
    </w:p>
    <w:p w:rsidR="001F628F" w:rsidRDefault="001F628F" w:rsidP="001F628F">
      <w:pPr>
        <w:pStyle w:val="libNormal"/>
        <w:rPr>
          <w:rtl/>
        </w:rPr>
      </w:pPr>
      <w:r>
        <w:rPr>
          <w:rtl/>
        </w:rPr>
        <w:t>3_ ہر قسم كے باطل معبود سے اجتناب، تمام انبياء الہي كى واضح دعوت ہے_</w:t>
      </w:r>
    </w:p>
    <w:p w:rsidR="001F628F" w:rsidRDefault="001F628F" w:rsidP="000A1BE4">
      <w:pPr>
        <w:pStyle w:val="libArabic"/>
        <w:rPr>
          <w:rtl/>
        </w:rPr>
      </w:pPr>
      <w:r>
        <w:rPr>
          <w:rFonts w:hint="eastAsia"/>
          <w:rtl/>
        </w:rPr>
        <w:t>ف</w:t>
      </w:r>
      <w:r w:rsidR="00120F63" w:rsidRPr="00ED5DE8">
        <w:rPr>
          <w:rFonts w:hint="cs"/>
          <w:rtl/>
        </w:rPr>
        <w:t>ه</w:t>
      </w:r>
      <w:r>
        <w:rPr>
          <w:rFonts w:hint="cs"/>
          <w:rtl/>
        </w:rPr>
        <w:t>ل</w:t>
      </w:r>
      <w:r>
        <w:rPr>
          <w:rtl/>
        </w:rPr>
        <w:t xml:space="preserve"> على الرسل الا البلغ المبين _ ولقد بعثنا فى كل امة رسولاً ان اعبدواللّ</w:t>
      </w:r>
      <w:r w:rsidR="00120F63" w:rsidRPr="00ED5DE8">
        <w:rPr>
          <w:rFonts w:hint="cs"/>
          <w:rtl/>
        </w:rPr>
        <w:t>ه</w:t>
      </w:r>
      <w:r>
        <w:rPr>
          <w:rtl/>
        </w:rPr>
        <w:t xml:space="preserve"> </w:t>
      </w:r>
      <w:r>
        <w:rPr>
          <w:rFonts w:hint="cs"/>
          <w:rtl/>
        </w:rPr>
        <w:t>و</w:t>
      </w:r>
      <w:r>
        <w:rPr>
          <w:rtl/>
        </w:rPr>
        <w:t xml:space="preserve"> </w:t>
      </w:r>
      <w:r>
        <w:rPr>
          <w:rFonts w:hint="cs"/>
          <w:rtl/>
        </w:rPr>
        <w:t>اجتنبو</w:t>
      </w:r>
      <w:r>
        <w:rPr>
          <w:rtl/>
        </w:rPr>
        <w:t xml:space="preserve"> </w:t>
      </w:r>
      <w:r>
        <w:rPr>
          <w:rFonts w:hint="cs"/>
          <w:rtl/>
        </w:rPr>
        <w:t>ا</w:t>
      </w:r>
      <w:r>
        <w:rPr>
          <w:rtl/>
        </w:rPr>
        <w:t>لطغوت</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''طاغوت '' كامعنى خدا كے علاوہ ہر معبود اور پرستش قرار پانے والا ہے_</w:t>
      </w:r>
    </w:p>
    <w:p w:rsidR="001F628F" w:rsidRDefault="001F628F" w:rsidP="001F628F">
      <w:pPr>
        <w:pStyle w:val="libNormal"/>
        <w:rPr>
          <w:rtl/>
        </w:rPr>
      </w:pPr>
      <w:r>
        <w:rPr>
          <w:rtl/>
        </w:rPr>
        <w:t>4_ بعثت انبياء كے سلسلہ مي</w:t>
      </w:r>
      <w:r w:rsidR="00083993">
        <w:rPr>
          <w:rtl/>
        </w:rPr>
        <w:t xml:space="preserve">ں </w:t>
      </w:r>
      <w:r>
        <w:rPr>
          <w:rtl/>
        </w:rPr>
        <w:t>خداوند عالم كى سنت يہ ہے كہ ان مي</w:t>
      </w:r>
      <w:r w:rsidR="00083993">
        <w:rPr>
          <w:rtl/>
        </w:rPr>
        <w:t xml:space="preserve">ں </w:t>
      </w:r>
      <w:r>
        <w:rPr>
          <w:rtl/>
        </w:rPr>
        <w:t>معاشرو</w:t>
      </w:r>
      <w:r w:rsidR="00083993">
        <w:rPr>
          <w:rtl/>
        </w:rPr>
        <w:t xml:space="preserve">ں </w:t>
      </w:r>
      <w:r>
        <w:rPr>
          <w:rtl/>
        </w:rPr>
        <w:t>اور امتو</w:t>
      </w:r>
      <w:r w:rsidR="00083993">
        <w:rPr>
          <w:rtl/>
        </w:rPr>
        <w:t xml:space="preserve">ں </w:t>
      </w:r>
      <w:r>
        <w:rPr>
          <w:rtl/>
        </w:rPr>
        <w:t>كى طرف جانے كے ليے انگيزہ پيدا كرتا ہے_</w:t>
      </w:r>
    </w:p>
    <w:p w:rsidR="000A1BE4" w:rsidRDefault="000A1BE4" w:rsidP="000A1BE4">
      <w:pPr>
        <w:pStyle w:val="libArabic"/>
        <w:rPr>
          <w:rtl/>
        </w:rPr>
      </w:pPr>
      <w:r>
        <w:rPr>
          <w:rFonts w:hint="eastAsia"/>
          <w:rtl/>
        </w:rPr>
        <w:t>ولقد</w:t>
      </w:r>
      <w:r>
        <w:rPr>
          <w:rtl/>
        </w:rPr>
        <w:t xml:space="preserve"> بعثنا فى كل امة رسول</w:t>
      </w:r>
    </w:p>
    <w:p w:rsidR="000A1BE4" w:rsidRDefault="000A1BE4" w:rsidP="000A1BE4">
      <w:pPr>
        <w:pStyle w:val="libNormal"/>
        <w:rPr>
          <w:rtl/>
        </w:rPr>
      </w:pPr>
      <w:r>
        <w:rPr>
          <w:rFonts w:hint="eastAsia"/>
          <w:rtl/>
        </w:rPr>
        <w:t>چونكہ</w:t>
      </w:r>
      <w:r>
        <w:rPr>
          <w:rtl/>
        </w:rPr>
        <w:t xml:space="preserve"> خداوند عالم نے انبياء كى بعثت اور تكذيب كرنے والوں كى طرف سے ان كى تكذيب كے مقام بيان ميں ''ناس'' كى جگہ ''امت'' سے استفادہ كيا گيا ہے اور امت كا اطلاق ايسے گروہ پر ہوتا ہے جو كسى سبب كے تحت ہوئي ہے اس سے مذكورہ نكتے كا استفادہ كيا جاسكتا ہے_</w:t>
      </w:r>
    </w:p>
    <w:p w:rsidR="000A1BE4" w:rsidRDefault="000A1BE4" w:rsidP="001F628F">
      <w:pPr>
        <w:pStyle w:val="libNormal"/>
        <w:rPr>
          <w:rtl/>
        </w:rPr>
      </w:pPr>
    </w:p>
    <w:p w:rsidR="000A1BE4" w:rsidRDefault="001E7F9D" w:rsidP="00F73EDE">
      <w:pPr>
        <w:pStyle w:val="libPoemTini"/>
        <w:rPr>
          <w:rtl/>
        </w:rPr>
      </w:pPr>
      <w:r>
        <w:rPr>
          <w:rtl/>
        </w:rPr>
        <w:br w:type="page"/>
      </w:r>
    </w:p>
    <w:p w:rsidR="001F628F" w:rsidRDefault="001F628F" w:rsidP="000A1BE4">
      <w:pPr>
        <w:pStyle w:val="libNormal"/>
        <w:rPr>
          <w:rtl/>
        </w:rPr>
      </w:pPr>
      <w:r>
        <w:rPr>
          <w:rtl/>
        </w:rPr>
        <w:lastRenderedPageBreak/>
        <w:t>5_ تمام امتو</w:t>
      </w:r>
      <w:r w:rsidR="00083993">
        <w:rPr>
          <w:rtl/>
        </w:rPr>
        <w:t xml:space="preserve">ں </w:t>
      </w:r>
      <w:r>
        <w:rPr>
          <w:rtl/>
        </w:rPr>
        <w:t>مي</w:t>
      </w:r>
      <w:r w:rsidR="00083993">
        <w:rPr>
          <w:rtl/>
        </w:rPr>
        <w:t xml:space="preserve">ں </w:t>
      </w:r>
      <w:r>
        <w:rPr>
          <w:rtl/>
        </w:rPr>
        <w:t>توحيد عبادى كى دعوت كے ليے انبياء كو بھيجنا ، مشركين كے اس عقيدہ كے باطل ہونے پر دليل ہے كہ ان كا شرك جبرى ہے_</w:t>
      </w:r>
      <w:r w:rsidRPr="000A1BE4">
        <w:rPr>
          <w:rStyle w:val="libArabicChar"/>
          <w:rFonts w:hint="eastAsia"/>
          <w:rtl/>
        </w:rPr>
        <w:t>وقال</w:t>
      </w:r>
      <w:r w:rsidRPr="000A1BE4">
        <w:rPr>
          <w:rStyle w:val="libArabicChar"/>
          <w:rtl/>
        </w:rPr>
        <w:t xml:space="preserve"> الذين اشركوا لوشاء اللّ</w:t>
      </w:r>
      <w:r w:rsidR="00120F63" w:rsidRPr="00B2551F">
        <w:rPr>
          <w:rStyle w:val="libArabicChar"/>
          <w:rFonts w:hint="cs"/>
          <w:rtl/>
        </w:rPr>
        <w:t>ه</w:t>
      </w:r>
      <w:r w:rsidRPr="000A1BE4">
        <w:rPr>
          <w:rStyle w:val="libArabicChar"/>
          <w:rtl/>
        </w:rPr>
        <w:t xml:space="preserve"> </w:t>
      </w:r>
      <w:r w:rsidRPr="000A1BE4">
        <w:rPr>
          <w:rStyle w:val="libArabicChar"/>
          <w:rFonts w:hint="cs"/>
          <w:rtl/>
        </w:rPr>
        <w:t>ما</w:t>
      </w:r>
      <w:r w:rsidRPr="000A1BE4">
        <w:rPr>
          <w:rStyle w:val="libArabicChar"/>
          <w:rtl/>
        </w:rPr>
        <w:t xml:space="preserve"> </w:t>
      </w:r>
      <w:r w:rsidRPr="000A1BE4">
        <w:rPr>
          <w:rStyle w:val="libArabicChar"/>
          <w:rFonts w:hint="cs"/>
          <w:rtl/>
        </w:rPr>
        <w:t>عبدنا</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دون</w:t>
      </w:r>
      <w:r w:rsidR="00120F63" w:rsidRPr="00B2551F">
        <w:rPr>
          <w:rStyle w:val="libArabicChar"/>
          <w:rFonts w:hint="cs"/>
          <w:rtl/>
        </w:rPr>
        <w:t>ه</w:t>
      </w:r>
      <w:r w:rsidRPr="000A1BE4">
        <w:rPr>
          <w:rStyle w:val="libArabicChar"/>
          <w:rtl/>
        </w:rPr>
        <w:t xml:space="preserve"> </w:t>
      </w:r>
      <w:r w:rsidRPr="000A1BE4">
        <w:rPr>
          <w:rStyle w:val="libArabicChar"/>
          <w:rFonts w:hint="cs"/>
          <w:rtl/>
        </w:rPr>
        <w:t>من</w:t>
      </w:r>
      <w:r w:rsidRPr="000A1BE4">
        <w:rPr>
          <w:rStyle w:val="libArabicChar"/>
          <w:rtl/>
        </w:rPr>
        <w:t xml:space="preserve"> </w:t>
      </w:r>
      <w:r w:rsidRPr="000A1BE4">
        <w:rPr>
          <w:rStyle w:val="libArabicChar"/>
          <w:rFonts w:hint="cs"/>
          <w:rtl/>
        </w:rPr>
        <w:t>شيء</w:t>
      </w:r>
      <w:r w:rsidRPr="000A1BE4">
        <w:rPr>
          <w:rStyle w:val="libArabicChar"/>
          <w:rtl/>
        </w:rPr>
        <w:t xml:space="preserve"> ...</w:t>
      </w:r>
      <w:r w:rsidRPr="000A1BE4">
        <w:rPr>
          <w:rStyle w:val="libArabicChar"/>
          <w:rFonts w:hint="cs"/>
          <w:rtl/>
        </w:rPr>
        <w:t>ولقد</w:t>
      </w:r>
      <w:r w:rsidRPr="000A1BE4">
        <w:rPr>
          <w:rStyle w:val="libArabicChar"/>
          <w:rtl/>
        </w:rPr>
        <w:t xml:space="preserve"> </w:t>
      </w:r>
      <w:r w:rsidRPr="000A1BE4">
        <w:rPr>
          <w:rStyle w:val="libArabicChar"/>
          <w:rFonts w:hint="cs"/>
          <w:rtl/>
        </w:rPr>
        <w:t>بعثنا</w:t>
      </w:r>
      <w:r w:rsidRPr="000A1BE4">
        <w:rPr>
          <w:rStyle w:val="libArabicChar"/>
          <w:rtl/>
        </w:rPr>
        <w:t xml:space="preserve"> </w:t>
      </w:r>
      <w:r w:rsidRPr="000A1BE4">
        <w:rPr>
          <w:rStyle w:val="libArabicChar"/>
          <w:rFonts w:hint="cs"/>
          <w:rtl/>
        </w:rPr>
        <w:t>فى</w:t>
      </w:r>
      <w:r w:rsidRPr="000A1BE4">
        <w:rPr>
          <w:rStyle w:val="libArabicChar"/>
          <w:rtl/>
        </w:rPr>
        <w:t xml:space="preserve"> </w:t>
      </w:r>
      <w:r w:rsidRPr="000A1BE4">
        <w:rPr>
          <w:rStyle w:val="libArabicChar"/>
          <w:rFonts w:hint="cs"/>
          <w:rtl/>
        </w:rPr>
        <w:t>كل</w:t>
      </w:r>
      <w:r w:rsidRPr="000A1BE4">
        <w:rPr>
          <w:rStyle w:val="libArabicChar"/>
          <w:rtl/>
        </w:rPr>
        <w:t xml:space="preserve"> </w:t>
      </w:r>
      <w:r w:rsidRPr="000A1BE4">
        <w:rPr>
          <w:rStyle w:val="libArabicChar"/>
          <w:rFonts w:hint="cs"/>
          <w:rtl/>
        </w:rPr>
        <w:t>امة</w:t>
      </w:r>
      <w:r w:rsidRPr="000A1BE4">
        <w:rPr>
          <w:rStyle w:val="libArabicChar"/>
          <w:rtl/>
        </w:rPr>
        <w:t xml:space="preserve"> </w:t>
      </w:r>
      <w:r w:rsidRPr="000A1BE4">
        <w:rPr>
          <w:rStyle w:val="libArabicChar"/>
          <w:rFonts w:hint="cs"/>
          <w:rtl/>
        </w:rPr>
        <w:t>رسولاً</w:t>
      </w:r>
      <w:r w:rsidRPr="000A1BE4">
        <w:rPr>
          <w:rStyle w:val="libArabicChar"/>
          <w:rtl/>
        </w:rPr>
        <w:t xml:space="preserve"> </w:t>
      </w:r>
      <w:r w:rsidRPr="000A1BE4">
        <w:rPr>
          <w:rStyle w:val="libArabicChar"/>
          <w:rFonts w:hint="cs"/>
          <w:rtl/>
        </w:rPr>
        <w:t>ان</w:t>
      </w:r>
      <w:r w:rsidRPr="000A1BE4">
        <w:rPr>
          <w:rStyle w:val="libArabicChar"/>
          <w:rtl/>
        </w:rPr>
        <w:t xml:space="preserve"> </w:t>
      </w:r>
      <w:r w:rsidRPr="000A1BE4">
        <w:rPr>
          <w:rStyle w:val="libArabicChar"/>
          <w:rFonts w:hint="cs"/>
          <w:rtl/>
        </w:rPr>
        <w:t>اعبد</w:t>
      </w:r>
      <w:r w:rsidRPr="000A1BE4">
        <w:rPr>
          <w:rStyle w:val="libArabicChar"/>
          <w:rtl/>
        </w:rPr>
        <w:t>واللّ</w:t>
      </w:r>
      <w:r w:rsidR="00120F63" w:rsidRPr="00B2551F">
        <w:rPr>
          <w:rStyle w:val="libArabicChar"/>
          <w:rFonts w:hint="cs"/>
          <w:rtl/>
        </w:rPr>
        <w:t>ه</w:t>
      </w:r>
    </w:p>
    <w:p w:rsidR="001F628F" w:rsidRDefault="001F628F" w:rsidP="001F628F">
      <w:pPr>
        <w:pStyle w:val="libNormal"/>
        <w:rPr>
          <w:rtl/>
        </w:rPr>
      </w:pPr>
      <w:r>
        <w:rPr>
          <w:rFonts w:hint="eastAsia"/>
          <w:rtl/>
        </w:rPr>
        <w:t>مشركين</w:t>
      </w:r>
      <w:r>
        <w:rPr>
          <w:rtl/>
        </w:rPr>
        <w:t xml:space="preserve"> كى اپنے شرك كے جبرى ہونے كے بارے مي</w:t>
      </w:r>
      <w:r w:rsidR="00083993">
        <w:rPr>
          <w:rtl/>
        </w:rPr>
        <w:t xml:space="preserve">ں </w:t>
      </w:r>
      <w:r>
        <w:rPr>
          <w:rtl/>
        </w:rPr>
        <w:t>گفتگو كے بعد عبارت ''قد بعثنا ...''كالانا ان كے جواب كى حيثيت ركھتا ہے وہ اس طرح كہ اگر شرك، خداوند عالم كى مشيّت سے ہوتا تو خداوند عالم كو انبياء مبعوث نہي</w:t>
      </w:r>
      <w:r w:rsidR="00083993">
        <w:rPr>
          <w:rtl/>
        </w:rPr>
        <w:t xml:space="preserve">ں </w:t>
      </w:r>
      <w:r>
        <w:rPr>
          <w:rtl/>
        </w:rPr>
        <w:t>كرنے چاہيئے در حالانكہ اس نے انہي</w:t>
      </w:r>
      <w:r w:rsidR="00083993">
        <w:rPr>
          <w:rtl/>
        </w:rPr>
        <w:t xml:space="preserve">ں </w:t>
      </w:r>
      <w:r>
        <w:rPr>
          <w:rtl/>
        </w:rPr>
        <w:t>ہدايت كے ليے بھيجاہ</w:t>
      </w:r>
      <w:r>
        <w:rPr>
          <w:rFonts w:hint="eastAsia"/>
          <w:rtl/>
        </w:rPr>
        <w:t>ے</w:t>
      </w:r>
      <w:r>
        <w:rPr>
          <w:rtl/>
        </w:rPr>
        <w:t xml:space="preserve"> اور يہ چيز ان كے اس عقيدہ كے باطل ہونے سے حكايت كررہى ہے_</w:t>
      </w:r>
    </w:p>
    <w:p w:rsidR="001F628F" w:rsidRDefault="001F628F" w:rsidP="001F628F">
      <w:pPr>
        <w:pStyle w:val="libNormal"/>
        <w:rPr>
          <w:rtl/>
        </w:rPr>
      </w:pPr>
      <w:r>
        <w:rPr>
          <w:rtl/>
        </w:rPr>
        <w:t>6_ كچھ امتي</w:t>
      </w:r>
      <w:r w:rsidR="00083993">
        <w:rPr>
          <w:rtl/>
        </w:rPr>
        <w:t xml:space="preserve">ں </w:t>
      </w:r>
      <w:r>
        <w:rPr>
          <w:rtl/>
        </w:rPr>
        <w:t>اپنى طرف انبياء كے آنے كى وجہ سے ہدايت پاگئي</w:t>
      </w:r>
      <w:r w:rsidR="00083993">
        <w:rPr>
          <w:rtl/>
        </w:rPr>
        <w:t xml:space="preserve">ں </w:t>
      </w:r>
      <w:r>
        <w:rPr>
          <w:rtl/>
        </w:rPr>
        <w:t>اور كچھ اپنى گمراہى پر باقى رہي</w:t>
      </w:r>
      <w:r w:rsidR="00083993">
        <w:rPr>
          <w:rtl/>
        </w:rPr>
        <w:t xml:space="preserve">ں </w:t>
      </w:r>
      <w:r>
        <w:rPr>
          <w:rtl/>
        </w:rPr>
        <w:t>_</w:t>
      </w:r>
    </w:p>
    <w:p w:rsidR="001F628F" w:rsidRDefault="001F628F" w:rsidP="000A1BE4">
      <w:pPr>
        <w:pStyle w:val="libArabic"/>
        <w:rPr>
          <w:rtl/>
        </w:rPr>
      </w:pPr>
      <w:r>
        <w:rPr>
          <w:rFonts w:hint="eastAsia"/>
          <w:rtl/>
        </w:rPr>
        <w:t>فمن</w:t>
      </w:r>
      <w:r w:rsidR="00120F63" w:rsidRPr="00ED5DE8">
        <w:rPr>
          <w:rFonts w:hint="cs"/>
          <w:rtl/>
        </w:rPr>
        <w:t>ه</w:t>
      </w:r>
      <w:r>
        <w:rPr>
          <w:rFonts w:hint="cs"/>
          <w:rtl/>
        </w:rPr>
        <w:t>م</w:t>
      </w:r>
      <w:r>
        <w:rPr>
          <w:rtl/>
        </w:rPr>
        <w:t xml:space="preserve"> من </w:t>
      </w:r>
      <w:r w:rsidR="00120F63" w:rsidRPr="00ED5DE8">
        <w:rPr>
          <w:rFonts w:hint="cs"/>
          <w:rtl/>
        </w:rPr>
        <w:t>ه</w:t>
      </w:r>
      <w:r>
        <w:rPr>
          <w:rFonts w:hint="cs"/>
          <w:rtl/>
        </w:rPr>
        <w:t>دى</w:t>
      </w:r>
      <w:r>
        <w:rPr>
          <w:rtl/>
        </w:rPr>
        <w:t xml:space="preserve"> </w:t>
      </w:r>
      <w:r>
        <w:rPr>
          <w:rFonts w:hint="cs"/>
          <w:rtl/>
        </w:rPr>
        <w:t>اللّ</w:t>
      </w:r>
      <w:r w:rsidR="00120F63" w:rsidRPr="00ED5DE8">
        <w:rPr>
          <w:rFonts w:hint="cs"/>
          <w:rtl/>
        </w:rPr>
        <w:t>ه</w:t>
      </w:r>
      <w:r>
        <w:rPr>
          <w:rtl/>
        </w:rPr>
        <w:t xml:space="preserve"> </w:t>
      </w:r>
      <w:r>
        <w:rPr>
          <w:rFonts w:hint="cs"/>
          <w:rtl/>
        </w:rPr>
        <w:t>ومن</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حقت</w:t>
      </w:r>
      <w:r>
        <w:rPr>
          <w:rtl/>
        </w:rPr>
        <w:t xml:space="preserve"> </w:t>
      </w:r>
      <w:r>
        <w:rPr>
          <w:rFonts w:hint="cs"/>
          <w:rtl/>
        </w:rPr>
        <w:t>علي</w:t>
      </w:r>
      <w:r w:rsidR="00120F63" w:rsidRPr="00ED5DE8">
        <w:rPr>
          <w:rFonts w:hint="cs"/>
          <w:rtl/>
        </w:rPr>
        <w:t>ه</w:t>
      </w:r>
      <w:r>
        <w:rPr>
          <w:rtl/>
        </w:rPr>
        <w:t xml:space="preserve"> </w:t>
      </w:r>
      <w:r>
        <w:rPr>
          <w:rFonts w:hint="cs"/>
          <w:rtl/>
        </w:rPr>
        <w:t>ا</w:t>
      </w:r>
      <w:r>
        <w:rPr>
          <w:rtl/>
        </w:rPr>
        <w:t>لضللة</w:t>
      </w:r>
    </w:p>
    <w:p w:rsidR="001F628F" w:rsidRDefault="001F628F" w:rsidP="000A1BE4">
      <w:pPr>
        <w:pStyle w:val="libNormal"/>
        <w:rPr>
          <w:rtl/>
        </w:rPr>
      </w:pPr>
      <w:r>
        <w:rPr>
          <w:rtl/>
        </w:rPr>
        <w:t>7_ انسانو</w:t>
      </w:r>
      <w:r w:rsidR="00083993">
        <w:rPr>
          <w:rtl/>
        </w:rPr>
        <w:t xml:space="preserve">ں </w:t>
      </w:r>
      <w:r>
        <w:rPr>
          <w:rtl/>
        </w:rPr>
        <w:t>كى ہدايت كا سرچشمہ ،خداوند عالم كى توفيق ہے_</w:t>
      </w:r>
      <w:r w:rsidRPr="000A1BE4">
        <w:rPr>
          <w:rStyle w:val="libArabicChar"/>
          <w:rFonts w:hint="eastAsia"/>
          <w:rtl/>
        </w:rPr>
        <w:t>فمن</w:t>
      </w:r>
      <w:r w:rsidR="00120F63" w:rsidRPr="00B2551F">
        <w:rPr>
          <w:rStyle w:val="libArabicChar"/>
          <w:rFonts w:hint="cs"/>
          <w:rtl/>
        </w:rPr>
        <w:t>ه</w:t>
      </w:r>
      <w:r w:rsidRPr="000A1BE4">
        <w:rPr>
          <w:rStyle w:val="libArabicChar"/>
          <w:rFonts w:hint="cs"/>
          <w:rtl/>
        </w:rPr>
        <w:t>م</w:t>
      </w:r>
      <w:r w:rsidRPr="000A1BE4">
        <w:rPr>
          <w:rStyle w:val="libArabicChar"/>
          <w:rtl/>
        </w:rPr>
        <w:t xml:space="preserve"> من </w:t>
      </w:r>
      <w:r w:rsidR="00120F63" w:rsidRPr="00B2551F">
        <w:rPr>
          <w:rStyle w:val="libArabicChar"/>
          <w:rFonts w:hint="cs"/>
          <w:rtl/>
        </w:rPr>
        <w:t>ه</w:t>
      </w:r>
      <w:r w:rsidRPr="000A1BE4">
        <w:rPr>
          <w:rStyle w:val="libArabicChar"/>
          <w:rFonts w:hint="cs"/>
          <w:rtl/>
        </w:rPr>
        <w:t>دى</w:t>
      </w:r>
      <w:r w:rsidRPr="000A1BE4">
        <w:rPr>
          <w:rStyle w:val="libArabicChar"/>
          <w:rtl/>
        </w:rPr>
        <w:t xml:space="preserve"> اللّ</w:t>
      </w:r>
      <w:r w:rsidR="00120F63" w:rsidRPr="00B2551F">
        <w:rPr>
          <w:rStyle w:val="libArabicChar"/>
          <w:rFonts w:hint="cs"/>
          <w:rtl/>
        </w:rPr>
        <w:t>ه</w:t>
      </w:r>
    </w:p>
    <w:p w:rsidR="001F628F" w:rsidRDefault="001F628F" w:rsidP="000A1BE4">
      <w:pPr>
        <w:pStyle w:val="libNormal"/>
        <w:rPr>
          <w:rtl/>
        </w:rPr>
      </w:pPr>
      <w:r>
        <w:rPr>
          <w:rtl/>
        </w:rPr>
        <w:t>8_ گمراہ ہونے والو</w:t>
      </w:r>
      <w:r w:rsidR="00083993">
        <w:rPr>
          <w:rtl/>
        </w:rPr>
        <w:t xml:space="preserve">ں </w:t>
      </w:r>
      <w:r>
        <w:rPr>
          <w:rtl/>
        </w:rPr>
        <w:t>كى گمراہى كاسبب وہ خود ہي</w:t>
      </w:r>
      <w:r w:rsidR="00083993">
        <w:rPr>
          <w:rtl/>
        </w:rPr>
        <w:t xml:space="preserve">ں </w:t>
      </w:r>
      <w:r>
        <w:rPr>
          <w:rtl/>
        </w:rPr>
        <w:t>_</w:t>
      </w:r>
      <w:r w:rsidRPr="000A1BE4">
        <w:rPr>
          <w:rStyle w:val="libArabicChar"/>
          <w:rFonts w:hint="eastAsia"/>
          <w:rtl/>
        </w:rPr>
        <w:t>ّومن</w:t>
      </w:r>
      <w:r w:rsidR="00120F63" w:rsidRPr="00B2551F">
        <w:rPr>
          <w:rStyle w:val="libArabicChar"/>
          <w:rFonts w:hint="cs"/>
          <w:rtl/>
        </w:rPr>
        <w:t>ه</w:t>
      </w:r>
      <w:r w:rsidRPr="000A1BE4">
        <w:rPr>
          <w:rStyle w:val="libArabicChar"/>
          <w:rFonts w:hint="cs"/>
          <w:rtl/>
        </w:rPr>
        <w:t>م</w:t>
      </w:r>
      <w:r w:rsidRPr="000A1BE4">
        <w:rPr>
          <w:rStyle w:val="libArabicChar"/>
          <w:rtl/>
        </w:rPr>
        <w:t xml:space="preserve"> من حقت علي</w:t>
      </w:r>
      <w:r w:rsidR="00120F63" w:rsidRPr="00B2551F">
        <w:rPr>
          <w:rStyle w:val="libArabicChar"/>
          <w:rFonts w:hint="cs"/>
          <w:rtl/>
        </w:rPr>
        <w:t>ه</w:t>
      </w:r>
      <w:r w:rsidRPr="000A1BE4">
        <w:rPr>
          <w:rStyle w:val="libArabicChar"/>
          <w:rtl/>
        </w:rPr>
        <w:t xml:space="preserve"> الضللة</w:t>
      </w:r>
    </w:p>
    <w:p w:rsidR="001F628F" w:rsidRDefault="001F628F" w:rsidP="001F628F">
      <w:pPr>
        <w:pStyle w:val="libNormal"/>
        <w:rPr>
          <w:rtl/>
        </w:rPr>
      </w:pPr>
      <w:r>
        <w:rPr>
          <w:rFonts w:hint="eastAsia"/>
          <w:rtl/>
        </w:rPr>
        <w:t>چونكہ</w:t>
      </w:r>
      <w:r>
        <w:rPr>
          <w:rtl/>
        </w:rPr>
        <w:t xml:space="preserve"> خداوند عالم نے ہدايت اورگمراہى كے سرچشمہ كو بيان كرنے كے مقام پر فقط ہدايت كو اپنى طرف نسبت دى ہے لہذا اس سے مذكورہ بالا نكتے كا استفادہ كيا جا سكتا ہے_</w:t>
      </w:r>
    </w:p>
    <w:p w:rsidR="001F628F" w:rsidRDefault="001F628F" w:rsidP="000A1BE4">
      <w:pPr>
        <w:pStyle w:val="libNormal"/>
        <w:rPr>
          <w:rtl/>
        </w:rPr>
      </w:pPr>
      <w:r>
        <w:rPr>
          <w:rtl/>
        </w:rPr>
        <w:t>9_ انبياء كى تكذيب كرنے والو</w:t>
      </w:r>
      <w:r w:rsidR="00083993">
        <w:rPr>
          <w:rtl/>
        </w:rPr>
        <w:t xml:space="preserve">ں </w:t>
      </w:r>
      <w:r>
        <w:rPr>
          <w:rtl/>
        </w:rPr>
        <w:t>كے برے انجام كا مطالعہ كرنے كے ليے كائنات مي</w:t>
      </w:r>
      <w:r w:rsidR="00083993">
        <w:rPr>
          <w:rtl/>
        </w:rPr>
        <w:t xml:space="preserve">ں </w:t>
      </w:r>
      <w:r>
        <w:rPr>
          <w:rtl/>
        </w:rPr>
        <w:t>گردش اور سيرو سياحت ضرورى ہے_</w:t>
      </w:r>
      <w:r w:rsidRPr="000A1BE4">
        <w:rPr>
          <w:rStyle w:val="libArabicChar"/>
          <w:rFonts w:hint="eastAsia"/>
          <w:rtl/>
        </w:rPr>
        <w:t>فسير</w:t>
      </w:r>
      <w:r w:rsidRPr="000A1BE4">
        <w:rPr>
          <w:rStyle w:val="libArabicChar"/>
          <w:rtl/>
        </w:rPr>
        <w:t xml:space="preserve"> وا فى الارض فانظر و ا كيف كان عقبة المكذّبين</w:t>
      </w:r>
    </w:p>
    <w:p w:rsidR="001F628F" w:rsidRDefault="001F628F" w:rsidP="001F628F">
      <w:pPr>
        <w:pStyle w:val="libNormal"/>
        <w:rPr>
          <w:rtl/>
        </w:rPr>
      </w:pPr>
      <w:r>
        <w:rPr>
          <w:rtl/>
        </w:rPr>
        <w:t>''نظر'' مصدر سے ''''انظروا'' كا معنى كسى چيز كو ديكھنے اور اس كودرك و دريافت كرنے كے ليے آنكھ كا گھمانا ہے_</w:t>
      </w:r>
    </w:p>
    <w:p w:rsidR="001F628F" w:rsidRDefault="001F628F" w:rsidP="001F628F">
      <w:pPr>
        <w:pStyle w:val="libNormal"/>
        <w:rPr>
          <w:rtl/>
        </w:rPr>
      </w:pPr>
      <w:r>
        <w:rPr>
          <w:rtl/>
        </w:rPr>
        <w:t>10_ طول تاريخ مي</w:t>
      </w:r>
      <w:r w:rsidR="00083993">
        <w:rPr>
          <w:rtl/>
        </w:rPr>
        <w:t xml:space="preserve">ں </w:t>
      </w:r>
      <w:r>
        <w:rPr>
          <w:rtl/>
        </w:rPr>
        <w:t>انبياء كى تكذيب كرنے والے گروہ و اقوام ،عذاب سے دوچار ہوئے ہي</w:t>
      </w:r>
      <w:r w:rsidR="00083993">
        <w:rPr>
          <w:rtl/>
        </w:rPr>
        <w:t xml:space="preserve">ں </w:t>
      </w:r>
      <w:r>
        <w:rPr>
          <w:rtl/>
        </w:rPr>
        <w:t>_</w:t>
      </w:r>
    </w:p>
    <w:p w:rsidR="001F628F" w:rsidRDefault="001F628F" w:rsidP="000A1BE4">
      <w:pPr>
        <w:pStyle w:val="libArabic"/>
        <w:rPr>
          <w:rtl/>
        </w:rPr>
      </w:pPr>
      <w:r>
        <w:rPr>
          <w:rFonts w:hint="eastAsia"/>
          <w:rtl/>
        </w:rPr>
        <w:t>فسيروافى</w:t>
      </w:r>
      <w:r>
        <w:rPr>
          <w:rtl/>
        </w:rPr>
        <w:t xml:space="preserve"> الارض فانظر و اكيف كان عقبة المكذبين</w:t>
      </w:r>
    </w:p>
    <w:p w:rsidR="001F628F" w:rsidRDefault="001F628F" w:rsidP="001F628F">
      <w:pPr>
        <w:pStyle w:val="libNormal"/>
        <w:rPr>
          <w:rtl/>
        </w:rPr>
      </w:pPr>
      <w:r>
        <w:rPr>
          <w:rFonts w:hint="eastAsia"/>
          <w:rtl/>
        </w:rPr>
        <w:t>انبياء</w:t>
      </w:r>
      <w:r>
        <w:rPr>
          <w:rtl/>
        </w:rPr>
        <w:t xml:space="preserve"> كى تكذيب كرنے والو</w:t>
      </w:r>
      <w:r w:rsidR="00083993">
        <w:rPr>
          <w:rtl/>
        </w:rPr>
        <w:t xml:space="preserve">ں </w:t>
      </w:r>
      <w:r>
        <w:rPr>
          <w:rtl/>
        </w:rPr>
        <w:t>كى عاقبت كا مطالعہ كرنے كے ليے جہان مي</w:t>
      </w:r>
      <w:r w:rsidR="00083993">
        <w:rPr>
          <w:rtl/>
        </w:rPr>
        <w:t xml:space="preserve">ں </w:t>
      </w:r>
      <w:r>
        <w:rPr>
          <w:rtl/>
        </w:rPr>
        <w:t>سير و سياحت كى دعوت اس بات پر دلالت كررہى ہے كہ وہ عذاب سے دوچار ہوئے ہي</w:t>
      </w:r>
      <w:r w:rsidR="00083993">
        <w:rPr>
          <w:rtl/>
        </w:rPr>
        <w:t xml:space="preserve">ں </w:t>
      </w:r>
      <w:r>
        <w:rPr>
          <w:rtl/>
        </w:rPr>
        <w:t>اور اس كا مطالعہ سبق آموزہے اور اگر وہ اپنى طبيعيموت سے مرے تو</w:t>
      </w:r>
    </w:p>
    <w:p w:rsidR="000A1BE4" w:rsidRDefault="001E7F9D" w:rsidP="00F73EDE">
      <w:pPr>
        <w:pStyle w:val="libPoemTini"/>
        <w:rPr>
          <w:rtl/>
        </w:rPr>
      </w:pPr>
      <w:r>
        <w:rPr>
          <w:rtl/>
        </w:rPr>
        <w:br w:type="page"/>
      </w:r>
    </w:p>
    <w:p w:rsidR="001F628F" w:rsidRDefault="001F628F" w:rsidP="000A1BE4">
      <w:pPr>
        <w:pStyle w:val="libNormal"/>
        <w:rPr>
          <w:rtl/>
        </w:rPr>
      </w:pPr>
      <w:r>
        <w:rPr>
          <w:rFonts w:hint="eastAsia"/>
          <w:rtl/>
        </w:rPr>
        <w:lastRenderedPageBreak/>
        <w:t>دوسرے</w:t>
      </w:r>
      <w:r>
        <w:rPr>
          <w:rtl/>
        </w:rPr>
        <w:t xml:space="preserve"> لوگو</w:t>
      </w:r>
      <w:r w:rsidR="00083993">
        <w:rPr>
          <w:rtl/>
        </w:rPr>
        <w:t xml:space="preserve">ں </w:t>
      </w:r>
      <w:r>
        <w:rPr>
          <w:rtl/>
        </w:rPr>
        <w:t>اور ان كے در ميان كوئي فرق نہ ہوتا جس كے نتيجے مي</w:t>
      </w:r>
      <w:r w:rsidR="00083993">
        <w:rPr>
          <w:rtl/>
        </w:rPr>
        <w:t xml:space="preserve">ں </w:t>
      </w:r>
      <w:r>
        <w:rPr>
          <w:rtl/>
        </w:rPr>
        <w:t>مطالعہ كے ليے كوئي خصوصيت در كار نہ ہوتي_</w:t>
      </w:r>
    </w:p>
    <w:p w:rsidR="001F628F" w:rsidRDefault="001F628F" w:rsidP="001F628F">
      <w:pPr>
        <w:pStyle w:val="libNormal"/>
        <w:rPr>
          <w:rtl/>
        </w:rPr>
      </w:pPr>
      <w:r>
        <w:rPr>
          <w:rtl/>
        </w:rPr>
        <w:t>11_ امتو</w:t>
      </w:r>
      <w:r w:rsidR="00083993">
        <w:rPr>
          <w:rtl/>
        </w:rPr>
        <w:t xml:space="preserve">ں </w:t>
      </w:r>
      <w:r>
        <w:rPr>
          <w:rtl/>
        </w:rPr>
        <w:t>مي</w:t>
      </w:r>
      <w:r w:rsidR="00083993">
        <w:rPr>
          <w:rtl/>
        </w:rPr>
        <w:t xml:space="preserve">ں </w:t>
      </w:r>
      <w:r>
        <w:rPr>
          <w:rtl/>
        </w:rPr>
        <w:t>ايسے انسان موجود رہے ہي</w:t>
      </w:r>
      <w:r w:rsidR="00083993">
        <w:rPr>
          <w:rtl/>
        </w:rPr>
        <w:t xml:space="preserve">ں </w:t>
      </w:r>
      <w:r>
        <w:rPr>
          <w:rtl/>
        </w:rPr>
        <w:t>جن پر گمراہى كى مہر لگى ہوئي ہے اور وہ كبھى بھى ہدايت نہي</w:t>
      </w:r>
      <w:r w:rsidR="00083993">
        <w:rPr>
          <w:rtl/>
        </w:rPr>
        <w:t xml:space="preserve">ں </w:t>
      </w:r>
      <w:r>
        <w:rPr>
          <w:rtl/>
        </w:rPr>
        <w:t>پائي</w:t>
      </w:r>
      <w:r w:rsidR="00083993">
        <w:rPr>
          <w:rtl/>
        </w:rPr>
        <w:t xml:space="preserve">ں </w:t>
      </w:r>
      <w:r>
        <w:rPr>
          <w:rtl/>
        </w:rPr>
        <w:t>گے_</w:t>
      </w:r>
    </w:p>
    <w:p w:rsidR="001F628F" w:rsidRDefault="001F628F" w:rsidP="00E63CFA">
      <w:pPr>
        <w:pStyle w:val="libNormal"/>
        <w:rPr>
          <w:rtl/>
        </w:rPr>
      </w:pPr>
      <w:r w:rsidRPr="00E63CFA">
        <w:rPr>
          <w:rStyle w:val="libArabicChar"/>
          <w:rFonts w:hint="eastAsia"/>
          <w:rtl/>
        </w:rPr>
        <w:t>و</w:t>
      </w:r>
      <w:r w:rsidRPr="00E63CFA">
        <w:rPr>
          <w:rStyle w:val="libArabicChar"/>
          <w:rtl/>
        </w:rPr>
        <w:t xml:space="preserve"> من</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من</w:t>
      </w:r>
      <w:r w:rsidRPr="00E63CFA">
        <w:rPr>
          <w:rStyle w:val="libArabicChar"/>
          <w:rtl/>
        </w:rPr>
        <w:t xml:space="preserve"> </w:t>
      </w:r>
      <w:r w:rsidRPr="00E63CFA">
        <w:rPr>
          <w:rStyle w:val="libArabicChar"/>
          <w:rFonts w:hint="cs"/>
          <w:rtl/>
        </w:rPr>
        <w:t>حقّت</w:t>
      </w:r>
      <w:r w:rsidRPr="00E63CFA">
        <w:rPr>
          <w:rStyle w:val="libArabicChar"/>
          <w:rtl/>
        </w:rPr>
        <w:t xml:space="preserve"> </w:t>
      </w:r>
      <w:r w:rsidRPr="00E63CFA">
        <w:rPr>
          <w:rStyle w:val="libArabicChar"/>
          <w:rFonts w:hint="cs"/>
          <w:rtl/>
        </w:rPr>
        <w:t>علي</w:t>
      </w:r>
      <w:r w:rsidR="00120F63" w:rsidRPr="00B2551F">
        <w:rPr>
          <w:rStyle w:val="libArabicChar"/>
          <w:rFonts w:hint="cs"/>
          <w:rtl/>
        </w:rPr>
        <w:t>ه</w:t>
      </w:r>
      <w:r w:rsidRPr="00E63CFA">
        <w:rPr>
          <w:rStyle w:val="libArabicChar"/>
          <w:rtl/>
        </w:rPr>
        <w:t xml:space="preserve"> </w:t>
      </w:r>
      <w:r w:rsidRPr="00E63CFA">
        <w:rPr>
          <w:rStyle w:val="libArabicChar"/>
          <w:rFonts w:hint="cs"/>
          <w:rtl/>
        </w:rPr>
        <w:t>الضلالة</w:t>
      </w:r>
      <w:r w:rsidR="00E63CFA">
        <w:rPr>
          <w:rFonts w:hint="cs"/>
          <w:rtl/>
        </w:rPr>
        <w:t xml:space="preserve">  </w:t>
      </w:r>
      <w:r>
        <w:rPr>
          <w:rFonts w:hint="eastAsia"/>
          <w:rtl/>
        </w:rPr>
        <w:t>حق</w:t>
      </w:r>
      <w:r>
        <w:rPr>
          <w:rtl/>
        </w:rPr>
        <w:t xml:space="preserve"> كے چند معنى اور استعمال ہي</w:t>
      </w:r>
      <w:r w:rsidR="00083993">
        <w:rPr>
          <w:rtl/>
        </w:rPr>
        <w:t xml:space="preserve">ں </w:t>
      </w:r>
      <w:r>
        <w:rPr>
          <w:rtl/>
        </w:rPr>
        <w:t>جن مي</w:t>
      </w:r>
      <w:r w:rsidR="00083993">
        <w:rPr>
          <w:rtl/>
        </w:rPr>
        <w:t xml:space="preserve">ں </w:t>
      </w:r>
      <w:r>
        <w:rPr>
          <w:rtl/>
        </w:rPr>
        <w:t>سے ايك ايسا عمل اور گفتار ہے جو اس وجہ سے ظاہر ہو چونكہ اس كا وقوع لازم اور ضرورى تھا اس بناء پر عبارت ، ''حقت عليہ الضلالة'' كا مطلب يہ ہے كہ اس كے ليے يہ گمراہى ضرورى اور يقينى ہوتى ہے_</w:t>
      </w:r>
    </w:p>
    <w:p w:rsidR="001F628F" w:rsidRDefault="001F628F" w:rsidP="00E63CFA">
      <w:pPr>
        <w:pStyle w:val="libNormal"/>
        <w:rPr>
          <w:rtl/>
        </w:rPr>
      </w:pPr>
      <w:r>
        <w:rPr>
          <w:rtl/>
        </w:rPr>
        <w:t>12_ زمين كے تمام وسيع علاقے كہ جہا</w:t>
      </w:r>
      <w:r w:rsidR="00083993">
        <w:rPr>
          <w:rtl/>
        </w:rPr>
        <w:t xml:space="preserve">ں </w:t>
      </w:r>
      <w:r>
        <w:rPr>
          <w:rtl/>
        </w:rPr>
        <w:t>انسانى معاشرے موجود رہے ہي</w:t>
      </w:r>
      <w:r w:rsidR="00083993">
        <w:rPr>
          <w:rtl/>
        </w:rPr>
        <w:t xml:space="preserve">ں </w:t>
      </w:r>
      <w:r>
        <w:rPr>
          <w:rtl/>
        </w:rPr>
        <w:t>اس بات پرشاہد ہي</w:t>
      </w:r>
      <w:r w:rsidR="00083993">
        <w:rPr>
          <w:rtl/>
        </w:rPr>
        <w:t xml:space="preserve">ں </w:t>
      </w:r>
      <w:r>
        <w:rPr>
          <w:rtl/>
        </w:rPr>
        <w:t>كہ خداوند عالم كى طرف سے ان كى طرف انبياء بھيجے گئے ہي</w:t>
      </w:r>
      <w:r w:rsidR="00083993">
        <w:rPr>
          <w:rtl/>
        </w:rPr>
        <w:t xml:space="preserve">ں </w:t>
      </w:r>
      <w:r>
        <w:rPr>
          <w:rtl/>
        </w:rPr>
        <w:t>_</w:t>
      </w:r>
      <w:r w:rsidRPr="00E63CFA">
        <w:rPr>
          <w:rStyle w:val="libArabicChar"/>
          <w:rFonts w:hint="eastAsia"/>
          <w:rtl/>
        </w:rPr>
        <w:t>ولقد</w:t>
      </w:r>
      <w:r w:rsidRPr="00E63CFA">
        <w:rPr>
          <w:rStyle w:val="libArabicChar"/>
          <w:rtl/>
        </w:rPr>
        <w:t xml:space="preserve"> بعثنا فى كل امة رسولاً ...فسيروا فى الأرض فانظرو</w:t>
      </w:r>
    </w:p>
    <w:p w:rsidR="001F628F" w:rsidRDefault="001F628F" w:rsidP="001F628F">
      <w:pPr>
        <w:pStyle w:val="libNormal"/>
        <w:rPr>
          <w:rtl/>
        </w:rPr>
      </w:pPr>
      <w:r>
        <w:rPr>
          <w:rtl/>
        </w:rPr>
        <w:t>''فيسروا' مي</w:t>
      </w:r>
      <w:r w:rsidR="00083993">
        <w:rPr>
          <w:rtl/>
        </w:rPr>
        <w:t xml:space="preserve">ں </w:t>
      </w:r>
      <w:r>
        <w:rPr>
          <w:rtl/>
        </w:rPr>
        <w:t>''فا'' تفريع كے ليے ہے_ ہر امت مي</w:t>
      </w:r>
      <w:r w:rsidR="00083993">
        <w:rPr>
          <w:rtl/>
        </w:rPr>
        <w:t xml:space="preserve">ں </w:t>
      </w:r>
      <w:r>
        <w:rPr>
          <w:rtl/>
        </w:rPr>
        <w:t>انبياء كو مبعوث كرنے كے بيان كے بعد لوگو</w:t>
      </w:r>
      <w:r w:rsidR="00083993">
        <w:rPr>
          <w:rtl/>
        </w:rPr>
        <w:t xml:space="preserve">ں </w:t>
      </w:r>
      <w:r>
        <w:rPr>
          <w:rtl/>
        </w:rPr>
        <w:t>كوكائنات مي</w:t>
      </w:r>
      <w:r w:rsidR="00083993">
        <w:rPr>
          <w:rtl/>
        </w:rPr>
        <w:t xml:space="preserve">ں </w:t>
      </w:r>
      <w:r>
        <w:rPr>
          <w:rtl/>
        </w:rPr>
        <w:t>گردش كرنے كى دعوت كا مطلب يہ ہے كہ زمين كى وسعت، انبياء الہى كى تكذيب كرنے والو</w:t>
      </w:r>
      <w:r w:rsidR="00083993">
        <w:rPr>
          <w:rtl/>
        </w:rPr>
        <w:t xml:space="preserve">ں </w:t>
      </w:r>
      <w:r>
        <w:rPr>
          <w:rtl/>
        </w:rPr>
        <w:t>كى عاقبت اور حالت پرگواہ ہے اس كے نتيجے كے طور پر ان كے آثار كو پيدا اور انہي</w:t>
      </w:r>
      <w:r w:rsidR="00083993">
        <w:rPr>
          <w:rtl/>
        </w:rPr>
        <w:t xml:space="preserve">ں </w:t>
      </w:r>
      <w:r>
        <w:rPr>
          <w:rtl/>
        </w:rPr>
        <w:t>مورد مطالعہ قرار ديا جا سكتا ہے_</w:t>
      </w:r>
    </w:p>
    <w:p w:rsidR="001F628F" w:rsidRDefault="001F628F" w:rsidP="00E63CFA">
      <w:pPr>
        <w:pStyle w:val="libNormal"/>
        <w:rPr>
          <w:rtl/>
        </w:rPr>
      </w:pPr>
      <w:r>
        <w:rPr>
          <w:rtl/>
        </w:rPr>
        <w:t>13_تاريخ كا مطالعہ، عبرت اور درس لينے كا وسيلہ ہے_</w:t>
      </w:r>
      <w:r w:rsidRPr="00E63CFA">
        <w:rPr>
          <w:rStyle w:val="libArabicChar"/>
          <w:rFonts w:hint="eastAsia"/>
          <w:rtl/>
        </w:rPr>
        <w:t>فسيروافى</w:t>
      </w:r>
      <w:r w:rsidRPr="00E63CFA">
        <w:rPr>
          <w:rStyle w:val="libArabicChar"/>
          <w:rtl/>
        </w:rPr>
        <w:t xml:space="preserve"> الارض فانظرو اكيف كان عقبة المكذبين</w:t>
      </w:r>
    </w:p>
    <w:p w:rsidR="001F628F" w:rsidRDefault="001F628F" w:rsidP="001F628F">
      <w:pPr>
        <w:pStyle w:val="libNormal"/>
        <w:rPr>
          <w:rtl/>
        </w:rPr>
      </w:pPr>
      <w:r>
        <w:rPr>
          <w:rtl/>
        </w:rPr>
        <w:t>14_ زمين اپنے سينے مي</w:t>
      </w:r>
      <w:r w:rsidR="00083993">
        <w:rPr>
          <w:rtl/>
        </w:rPr>
        <w:t xml:space="preserve">ں </w:t>
      </w:r>
      <w:r>
        <w:rPr>
          <w:rtl/>
        </w:rPr>
        <w:t>گذشتہ امتو</w:t>
      </w:r>
      <w:r w:rsidR="00083993">
        <w:rPr>
          <w:rtl/>
        </w:rPr>
        <w:t xml:space="preserve">ں </w:t>
      </w:r>
      <w:r>
        <w:rPr>
          <w:rtl/>
        </w:rPr>
        <w:t>كے عبرت انگيز آثار كو ليے ہوئے ہے_</w:t>
      </w:r>
    </w:p>
    <w:p w:rsidR="001F628F" w:rsidRDefault="001F628F" w:rsidP="00E63CFA">
      <w:pPr>
        <w:pStyle w:val="libArabic"/>
        <w:rPr>
          <w:rtl/>
        </w:rPr>
      </w:pPr>
      <w:r>
        <w:rPr>
          <w:rFonts w:hint="eastAsia"/>
          <w:rtl/>
        </w:rPr>
        <w:t>فسيروافى</w:t>
      </w:r>
      <w:r>
        <w:rPr>
          <w:rtl/>
        </w:rPr>
        <w:t xml:space="preserve"> الأرض فانظر و ا كيف كان عقبة المكذبين</w:t>
      </w:r>
    </w:p>
    <w:p w:rsidR="001F628F" w:rsidRDefault="001F628F" w:rsidP="00E63CFA">
      <w:pPr>
        <w:pStyle w:val="libNormal"/>
        <w:rPr>
          <w:rtl/>
        </w:rPr>
      </w:pPr>
      <w:r>
        <w:rPr>
          <w:rtl/>
        </w:rPr>
        <w:t>15_انسان كا عمل، اس كى سرنوشت كى تعيين مي</w:t>
      </w:r>
      <w:r w:rsidR="00083993">
        <w:rPr>
          <w:rtl/>
        </w:rPr>
        <w:t xml:space="preserve">ں </w:t>
      </w:r>
      <w:r>
        <w:rPr>
          <w:rtl/>
        </w:rPr>
        <w:t>موثر ہے_</w:t>
      </w:r>
      <w:r w:rsidRPr="00E63CFA">
        <w:rPr>
          <w:rStyle w:val="libArabicChar"/>
          <w:rFonts w:hint="eastAsia"/>
          <w:rtl/>
        </w:rPr>
        <w:t>فانظروا</w:t>
      </w:r>
      <w:r w:rsidRPr="00E63CFA">
        <w:rPr>
          <w:rStyle w:val="libArabicChar"/>
          <w:rtl/>
        </w:rPr>
        <w:t xml:space="preserve"> كيف كان عاقبة المكذّبين</w:t>
      </w:r>
    </w:p>
    <w:p w:rsidR="001F628F" w:rsidRDefault="001F628F" w:rsidP="001F628F">
      <w:pPr>
        <w:pStyle w:val="libNormal"/>
        <w:rPr>
          <w:rtl/>
        </w:rPr>
      </w:pPr>
      <w:r>
        <w:rPr>
          <w:rtl/>
        </w:rPr>
        <w:t>16_ طول تاريخ مي</w:t>
      </w:r>
      <w:r w:rsidR="00083993">
        <w:rPr>
          <w:rtl/>
        </w:rPr>
        <w:t xml:space="preserve">ں </w:t>
      </w:r>
      <w:r>
        <w:rPr>
          <w:rtl/>
        </w:rPr>
        <w:t>انسانو</w:t>
      </w:r>
      <w:r w:rsidR="00083993">
        <w:rPr>
          <w:rtl/>
        </w:rPr>
        <w:t xml:space="preserve">ں </w:t>
      </w:r>
      <w:r>
        <w:rPr>
          <w:rtl/>
        </w:rPr>
        <w:t>كى سعادت وكمال اور ان كى پستى كے راستے يكسا</w:t>
      </w:r>
      <w:r w:rsidR="00083993">
        <w:rPr>
          <w:rtl/>
        </w:rPr>
        <w:t xml:space="preserve">ں </w:t>
      </w:r>
      <w:r>
        <w:rPr>
          <w:rtl/>
        </w:rPr>
        <w:t>اور ايك قانون كے حامل ہي</w:t>
      </w:r>
      <w:r w:rsidR="00083993">
        <w:rPr>
          <w:rtl/>
        </w:rPr>
        <w:t xml:space="preserve">ں </w:t>
      </w:r>
      <w:r>
        <w:rPr>
          <w:rtl/>
        </w:rPr>
        <w:t>_</w:t>
      </w:r>
    </w:p>
    <w:p w:rsidR="001F628F" w:rsidRDefault="001F628F" w:rsidP="00E63CFA">
      <w:pPr>
        <w:pStyle w:val="libArabic"/>
        <w:rPr>
          <w:rtl/>
        </w:rPr>
      </w:pPr>
      <w:r>
        <w:rPr>
          <w:rFonts w:hint="eastAsia"/>
          <w:rtl/>
        </w:rPr>
        <w:t>فسيروا</w:t>
      </w:r>
      <w:r>
        <w:rPr>
          <w:rtl/>
        </w:rPr>
        <w:t xml:space="preserve"> فى الارض فانظروا كيف كان عاقبة المكذبين</w:t>
      </w:r>
    </w:p>
    <w:p w:rsidR="001F628F" w:rsidRDefault="001F628F" w:rsidP="001F628F">
      <w:pPr>
        <w:pStyle w:val="libNormal"/>
        <w:rPr>
          <w:rtl/>
        </w:rPr>
      </w:pPr>
      <w:r>
        <w:rPr>
          <w:rFonts w:hint="eastAsia"/>
          <w:rtl/>
        </w:rPr>
        <w:t>لوگو</w:t>
      </w:r>
      <w:r w:rsidR="00083993">
        <w:rPr>
          <w:rFonts w:hint="eastAsia"/>
          <w:rtl/>
        </w:rPr>
        <w:t xml:space="preserve">ں </w:t>
      </w:r>
      <w:r>
        <w:rPr>
          <w:rtl/>
        </w:rPr>
        <w:t>كو سير وسياحت اور مطالعہ كى دعوت ديناتاكہ وہ عبرت حاصل كري</w:t>
      </w:r>
      <w:r w:rsidR="00083993">
        <w:rPr>
          <w:rtl/>
        </w:rPr>
        <w:t xml:space="preserve">ں </w:t>
      </w:r>
      <w:r>
        <w:rPr>
          <w:rtl/>
        </w:rPr>
        <w:t>اس كے ليے فعل امر''سيروا'' او ر ''انظروا'' كا استعمال اس چيز سے حكايت ہے كہ تمام جارى امور مي</w:t>
      </w:r>
      <w:r w:rsidR="00083993">
        <w:rPr>
          <w:rtl/>
        </w:rPr>
        <w:t xml:space="preserve">ں </w:t>
      </w:r>
      <w:r>
        <w:rPr>
          <w:rtl/>
        </w:rPr>
        <w:t>يكسا</w:t>
      </w:r>
      <w:r w:rsidR="00083993">
        <w:rPr>
          <w:rtl/>
        </w:rPr>
        <w:t xml:space="preserve">ں </w:t>
      </w:r>
      <w:r>
        <w:rPr>
          <w:rtl/>
        </w:rPr>
        <w:t>قوانين نافذ ہي</w:t>
      </w:r>
      <w:r w:rsidR="00083993">
        <w:rPr>
          <w:rtl/>
        </w:rPr>
        <w:t xml:space="preserve">ں </w:t>
      </w:r>
      <w:r>
        <w:rPr>
          <w:rtl/>
        </w:rPr>
        <w:t>_</w:t>
      </w:r>
    </w:p>
    <w:p w:rsidR="001F628F" w:rsidRDefault="001F628F" w:rsidP="00E63CFA">
      <w:pPr>
        <w:pStyle w:val="libNormal"/>
        <w:rPr>
          <w:rtl/>
        </w:rPr>
      </w:pPr>
      <w:r>
        <w:rPr>
          <w:rtl/>
        </w:rPr>
        <w:t>17_ مشركين مكہ كو خداوند عالم كى طرف سے برے انجام سے خبر داركياگيا ہے_</w:t>
      </w:r>
      <w:r w:rsidRPr="00E63CFA">
        <w:rPr>
          <w:rStyle w:val="libArabicChar"/>
          <w:rFonts w:hint="eastAsia"/>
          <w:rtl/>
        </w:rPr>
        <w:t>وقال</w:t>
      </w:r>
      <w:r w:rsidRPr="00E63CFA">
        <w:rPr>
          <w:rStyle w:val="libArabicChar"/>
          <w:rtl/>
        </w:rPr>
        <w:t xml:space="preserve"> الذين أشركوا ...فسيروا فى الارض</w:t>
      </w:r>
    </w:p>
    <w:p w:rsidR="00E63CFA" w:rsidRDefault="001E7F9D" w:rsidP="00F73EDE">
      <w:pPr>
        <w:pStyle w:val="libPoemTini"/>
        <w:rPr>
          <w:rtl/>
        </w:rPr>
      </w:pPr>
      <w:r>
        <w:rPr>
          <w:rtl/>
        </w:rPr>
        <w:br w:type="page"/>
      </w:r>
    </w:p>
    <w:p w:rsidR="001F628F" w:rsidRDefault="001F628F" w:rsidP="00E63CFA">
      <w:pPr>
        <w:pStyle w:val="libArabic"/>
        <w:rPr>
          <w:rtl/>
        </w:rPr>
      </w:pPr>
      <w:r>
        <w:rPr>
          <w:rFonts w:hint="eastAsia"/>
          <w:rtl/>
        </w:rPr>
        <w:lastRenderedPageBreak/>
        <w:t>فانظرو</w:t>
      </w:r>
      <w:r>
        <w:rPr>
          <w:rtl/>
        </w:rPr>
        <w:t xml:space="preserve"> اكيف كا ن عقبة المكذبين</w:t>
      </w:r>
    </w:p>
    <w:p w:rsidR="001F628F" w:rsidRDefault="001F628F" w:rsidP="001F628F">
      <w:pPr>
        <w:pStyle w:val="libNormal"/>
        <w:rPr>
          <w:rtl/>
        </w:rPr>
      </w:pPr>
      <w:r>
        <w:rPr>
          <w:rFonts w:hint="eastAsia"/>
          <w:rtl/>
        </w:rPr>
        <w:t>اس</w:t>
      </w:r>
      <w:r>
        <w:rPr>
          <w:rtl/>
        </w:rPr>
        <w:t xml:space="preserve"> احتمال كى بناء پر فعل امر ''سيروا'' كے مخاطب ، مشركين مكہ ہي</w:t>
      </w:r>
      <w:r w:rsidR="00083993">
        <w:rPr>
          <w:rtl/>
        </w:rPr>
        <w:t xml:space="preserve">ں </w:t>
      </w:r>
      <w:r>
        <w:rPr>
          <w:rtl/>
        </w:rPr>
        <w:t>اس چيز كا استفادہ ہوتا ہے كہ مشركين كا خدا كے بارے مي</w:t>
      </w:r>
      <w:r w:rsidR="00083993">
        <w:rPr>
          <w:rtl/>
        </w:rPr>
        <w:t xml:space="preserve">ں </w:t>
      </w:r>
      <w:r>
        <w:rPr>
          <w:rtl/>
        </w:rPr>
        <w:t>اپنے نظريات كو بيان كرنے كے بعد انہي</w:t>
      </w:r>
      <w:r w:rsidR="00083993">
        <w:rPr>
          <w:rtl/>
        </w:rPr>
        <w:t xml:space="preserve">ں </w:t>
      </w:r>
      <w:r>
        <w:rPr>
          <w:rtl/>
        </w:rPr>
        <w:t>زمين مي</w:t>
      </w:r>
      <w:r w:rsidR="00083993">
        <w:rPr>
          <w:rtl/>
        </w:rPr>
        <w:t xml:space="preserve">ں </w:t>
      </w:r>
      <w:r>
        <w:rPr>
          <w:rtl/>
        </w:rPr>
        <w:t>انبياء كى تكذيب كرنے والو</w:t>
      </w:r>
      <w:r w:rsidR="00083993">
        <w:rPr>
          <w:rtl/>
        </w:rPr>
        <w:t xml:space="preserve">ں </w:t>
      </w:r>
      <w:r>
        <w:rPr>
          <w:rtl/>
        </w:rPr>
        <w:t>كے انجام كا مطالعہ كرنے كے ليے زمين مي</w:t>
      </w:r>
      <w:r w:rsidR="00083993">
        <w:rPr>
          <w:rtl/>
        </w:rPr>
        <w:t xml:space="preserve">ں </w:t>
      </w:r>
      <w:r>
        <w:rPr>
          <w:rtl/>
        </w:rPr>
        <w:t xml:space="preserve">سيرو سفر كى دعوت دينا </w:t>
      </w:r>
      <w:r>
        <w:rPr>
          <w:rFonts w:hint="eastAsia"/>
          <w:rtl/>
        </w:rPr>
        <w:t>گويا</w:t>
      </w:r>
      <w:r>
        <w:rPr>
          <w:rtl/>
        </w:rPr>
        <w:t xml:space="preserve"> انہي</w:t>
      </w:r>
      <w:r w:rsidR="00083993">
        <w:rPr>
          <w:rtl/>
        </w:rPr>
        <w:t xml:space="preserve">ں </w:t>
      </w:r>
      <w:r>
        <w:rPr>
          <w:rtl/>
        </w:rPr>
        <w:t>خبردار كرنا ہے_</w:t>
      </w:r>
    </w:p>
    <w:p w:rsidR="001F628F" w:rsidRDefault="001F628F" w:rsidP="00E63CFA">
      <w:pPr>
        <w:pStyle w:val="libNormal"/>
        <w:rPr>
          <w:rtl/>
        </w:rPr>
      </w:pPr>
      <w:r>
        <w:rPr>
          <w:rtl/>
        </w:rPr>
        <w:t>18_ كچھ گناہ، دنياوى عذاب كے نزول كا سبب ہي</w:t>
      </w:r>
      <w:r w:rsidR="00083993">
        <w:rPr>
          <w:rtl/>
        </w:rPr>
        <w:t xml:space="preserve">ں </w:t>
      </w:r>
      <w:r>
        <w:rPr>
          <w:rtl/>
        </w:rPr>
        <w:t>_</w:t>
      </w:r>
      <w:r w:rsidRPr="00E63CFA">
        <w:rPr>
          <w:rStyle w:val="libArabicChar"/>
          <w:rFonts w:hint="eastAsia"/>
          <w:rtl/>
        </w:rPr>
        <w:t>فانظروا</w:t>
      </w:r>
      <w:r w:rsidRPr="00E63CFA">
        <w:rPr>
          <w:rStyle w:val="libArabicChar"/>
          <w:rtl/>
        </w:rPr>
        <w:t xml:space="preserve"> كيف كان عقبة المكذبين</w:t>
      </w:r>
    </w:p>
    <w:p w:rsidR="001F628F" w:rsidRDefault="001F628F" w:rsidP="001F628F">
      <w:pPr>
        <w:pStyle w:val="libNormal"/>
        <w:rPr>
          <w:rtl/>
        </w:rPr>
      </w:pPr>
      <w:r>
        <w:rPr>
          <w:rFonts w:hint="eastAsia"/>
          <w:rtl/>
        </w:rPr>
        <w:t>انبياء</w:t>
      </w:r>
      <w:r>
        <w:rPr>
          <w:rtl/>
        </w:rPr>
        <w:t xml:space="preserve"> كرام كى تكذيب كرنے والو</w:t>
      </w:r>
      <w:r w:rsidR="00083993">
        <w:rPr>
          <w:rtl/>
        </w:rPr>
        <w:t xml:space="preserve">ں </w:t>
      </w:r>
      <w:r>
        <w:rPr>
          <w:rtl/>
        </w:rPr>
        <w:t>كے انجام مي</w:t>
      </w:r>
      <w:r w:rsidR="00083993">
        <w:rPr>
          <w:rtl/>
        </w:rPr>
        <w:t xml:space="preserve">ں </w:t>
      </w:r>
      <w:r>
        <w:rPr>
          <w:rtl/>
        </w:rPr>
        <w:t>انتہائي دقت اور عميق نگاہ كى دعوت اس نكتے كى طرف اشارہ ہے كہ تكذيب كرنے والے عذاب سے دوچار ہوئے ہي</w:t>
      </w:r>
      <w:r w:rsidR="00083993">
        <w:rPr>
          <w:rtl/>
        </w:rPr>
        <w:t xml:space="preserve">ں </w:t>
      </w:r>
      <w:r>
        <w:rPr>
          <w:rtl/>
        </w:rPr>
        <w:t>_ اس بناء پر اس چيز كا استفادہ ہوتا ہے كہ كچھ گناہ( انبياء كى تكذيب) دنياوى عذاب كا سبب ہي</w:t>
      </w:r>
      <w:r w:rsidR="00083993">
        <w:rPr>
          <w:rtl/>
        </w:rPr>
        <w:t xml:space="preserve">ں </w:t>
      </w:r>
      <w:r>
        <w:rPr>
          <w:rtl/>
        </w:rPr>
        <w:t>_</w:t>
      </w:r>
    </w:p>
    <w:p w:rsidR="001F628F" w:rsidRDefault="001F628F" w:rsidP="00E63CFA">
      <w:pPr>
        <w:pStyle w:val="libNormal"/>
        <w:rPr>
          <w:rtl/>
        </w:rPr>
      </w:pPr>
      <w:r>
        <w:rPr>
          <w:rFonts w:hint="eastAsia"/>
          <w:rtl/>
        </w:rPr>
        <w:t>الله</w:t>
      </w:r>
      <w:r>
        <w:rPr>
          <w:rtl/>
        </w:rPr>
        <w:t xml:space="preserve"> تعالي:</w:t>
      </w:r>
      <w:r>
        <w:rPr>
          <w:rFonts w:hint="eastAsia"/>
          <w:rtl/>
        </w:rPr>
        <w:t>الله</w:t>
      </w:r>
      <w:r>
        <w:rPr>
          <w:rtl/>
        </w:rPr>
        <w:t xml:space="preserve"> تعالى كى توفيقات 7; الله تعالى كى سنتي</w:t>
      </w:r>
      <w:r w:rsidR="00083993">
        <w:rPr>
          <w:rtl/>
        </w:rPr>
        <w:t xml:space="preserve">ں </w:t>
      </w:r>
      <w:r>
        <w:rPr>
          <w:rtl/>
        </w:rPr>
        <w:t>4; الله تعالى كے انذار17</w:t>
      </w:r>
    </w:p>
    <w:p w:rsidR="001F628F" w:rsidRDefault="001F628F" w:rsidP="00E63CFA">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tl/>
        </w:rPr>
        <w:t>كى گمراہي6; امتو</w:t>
      </w:r>
      <w:r w:rsidR="00083993">
        <w:rPr>
          <w:rtl/>
        </w:rPr>
        <w:t xml:space="preserve">ں </w:t>
      </w:r>
      <w:r>
        <w:rPr>
          <w:rtl/>
        </w:rPr>
        <w:t>كى ہدايت6; ہدايت قبول نہ كرنے والى امتي</w:t>
      </w:r>
      <w:r w:rsidR="00083993">
        <w:rPr>
          <w:rtl/>
        </w:rPr>
        <w:t xml:space="preserve">ں </w:t>
      </w:r>
      <w:r>
        <w:rPr>
          <w:rtl/>
        </w:rPr>
        <w:t>11</w:t>
      </w:r>
    </w:p>
    <w:p w:rsidR="001F628F" w:rsidRDefault="001F628F" w:rsidP="00E63CFA">
      <w:pPr>
        <w:pStyle w:val="libNormal"/>
        <w:rPr>
          <w:rtl/>
        </w:rPr>
      </w:pPr>
      <w:r>
        <w:rPr>
          <w:rFonts w:hint="eastAsia"/>
          <w:rtl/>
        </w:rPr>
        <w:t>انبياء</w:t>
      </w:r>
      <w:r>
        <w:rPr>
          <w:rtl/>
        </w:rPr>
        <w:t xml:space="preserve"> :</w:t>
      </w:r>
      <w:r>
        <w:rPr>
          <w:rFonts w:hint="eastAsia"/>
          <w:rtl/>
        </w:rPr>
        <w:t>انبياء</w:t>
      </w:r>
      <w:r>
        <w:rPr>
          <w:rtl/>
        </w:rPr>
        <w:t xml:space="preserve"> كو جھٹلانے والو</w:t>
      </w:r>
      <w:r w:rsidR="00083993">
        <w:rPr>
          <w:rtl/>
        </w:rPr>
        <w:t xml:space="preserve">ں </w:t>
      </w:r>
      <w:r>
        <w:rPr>
          <w:rtl/>
        </w:rPr>
        <w:t>كى سزا 10; انبياء كو جھٹلانے والو</w:t>
      </w:r>
      <w:r w:rsidR="00083993">
        <w:rPr>
          <w:rtl/>
        </w:rPr>
        <w:t xml:space="preserve">ں </w:t>
      </w:r>
      <w:r>
        <w:rPr>
          <w:rtl/>
        </w:rPr>
        <w:t>كے انجام كامطالعہ 9; انبياء كى بعثت كى اہميت12;انبياء كى بعثت كا فلسفہ 4،5; انبياء كى تعليمات كے اركان2; انبياء كى دعوتو</w:t>
      </w:r>
      <w:r w:rsidR="00083993">
        <w:rPr>
          <w:rtl/>
        </w:rPr>
        <w:t xml:space="preserve">ں </w:t>
      </w:r>
      <w:r>
        <w:rPr>
          <w:rtl/>
        </w:rPr>
        <w:t>كا ہم آہنگ ہونا ; انبياء كى عالمگير رسالت 12; انبياء كى ہدايت كرنا6</w:t>
      </w:r>
    </w:p>
    <w:p w:rsidR="001F628F" w:rsidRDefault="001F628F" w:rsidP="00E63CFA">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سعادت كے قوانين16;انسانو</w:t>
      </w:r>
      <w:r w:rsidR="00083993">
        <w:rPr>
          <w:rtl/>
        </w:rPr>
        <w:t xml:space="preserve">ں </w:t>
      </w:r>
      <w:r>
        <w:rPr>
          <w:rtl/>
        </w:rPr>
        <w:t>كے قوانين كا انحطاط 16</w:t>
      </w:r>
    </w:p>
    <w:p w:rsidR="001F628F" w:rsidRDefault="001F628F" w:rsidP="00E63CFA">
      <w:pPr>
        <w:pStyle w:val="libNormal"/>
        <w:rPr>
          <w:rtl/>
        </w:rPr>
      </w:pPr>
      <w:r>
        <w:rPr>
          <w:rFonts w:hint="eastAsia"/>
          <w:rtl/>
        </w:rPr>
        <w:t>باطل</w:t>
      </w:r>
      <w:r>
        <w:rPr>
          <w:rtl/>
        </w:rPr>
        <w:t xml:space="preserve"> معبود:</w:t>
      </w:r>
      <w:r>
        <w:rPr>
          <w:rFonts w:hint="eastAsia"/>
          <w:rtl/>
        </w:rPr>
        <w:t>باطل</w:t>
      </w:r>
      <w:r>
        <w:rPr>
          <w:rtl/>
        </w:rPr>
        <w:t xml:space="preserve"> معبودو</w:t>
      </w:r>
      <w:r w:rsidR="00083993">
        <w:rPr>
          <w:rtl/>
        </w:rPr>
        <w:t xml:space="preserve">ں </w:t>
      </w:r>
      <w:r>
        <w:rPr>
          <w:rtl/>
        </w:rPr>
        <w:t>سے اعراض 3</w:t>
      </w:r>
    </w:p>
    <w:p w:rsidR="001F628F" w:rsidRDefault="001F628F" w:rsidP="00E63CFA">
      <w:pPr>
        <w:pStyle w:val="libNormal"/>
        <w:rPr>
          <w:rtl/>
        </w:rPr>
      </w:pPr>
      <w:r>
        <w:rPr>
          <w:rFonts w:hint="eastAsia"/>
          <w:rtl/>
        </w:rPr>
        <w:t>تاريخ</w:t>
      </w:r>
      <w:r>
        <w:rPr>
          <w:rtl/>
        </w:rPr>
        <w:t>:</w:t>
      </w:r>
      <w:r>
        <w:rPr>
          <w:rFonts w:hint="eastAsia"/>
          <w:rtl/>
        </w:rPr>
        <w:t>تاريخ</w:t>
      </w:r>
      <w:r>
        <w:rPr>
          <w:rtl/>
        </w:rPr>
        <w:t xml:space="preserve"> سے عبرت 13،14;تاريخ كے مطالعہ كے آثار 13</w:t>
      </w:r>
    </w:p>
    <w:p w:rsidR="001F628F" w:rsidRDefault="001F628F" w:rsidP="00E63CFA">
      <w:pPr>
        <w:pStyle w:val="libNormal"/>
        <w:rPr>
          <w:rtl/>
        </w:rPr>
      </w:pPr>
      <w:r>
        <w:rPr>
          <w:rFonts w:hint="eastAsia"/>
          <w:rtl/>
        </w:rPr>
        <w:t>توحيد</w:t>
      </w:r>
      <w:r>
        <w:rPr>
          <w:rtl/>
        </w:rPr>
        <w:t xml:space="preserve"> :</w:t>
      </w:r>
      <w:r>
        <w:rPr>
          <w:rFonts w:hint="eastAsia"/>
          <w:rtl/>
        </w:rPr>
        <w:t>توحيد</w:t>
      </w:r>
      <w:r>
        <w:rPr>
          <w:rtl/>
        </w:rPr>
        <w:t xml:space="preserve"> عبادى كى دعوت 5</w:t>
      </w:r>
    </w:p>
    <w:p w:rsidR="001F628F" w:rsidRDefault="001F628F" w:rsidP="00E63CFA">
      <w:pPr>
        <w:pStyle w:val="libNormal"/>
        <w:rPr>
          <w:rtl/>
        </w:rPr>
      </w:pPr>
      <w:r>
        <w:rPr>
          <w:rFonts w:hint="eastAsia"/>
          <w:rtl/>
        </w:rPr>
        <w:t>جبر</w:t>
      </w:r>
      <w:r>
        <w:rPr>
          <w:rtl/>
        </w:rPr>
        <w:t xml:space="preserve"> و اختيار :</w:t>
      </w:r>
      <w:r>
        <w:rPr>
          <w:rFonts w:hint="eastAsia"/>
          <w:rtl/>
        </w:rPr>
        <w:t>جبر</w:t>
      </w:r>
      <w:r>
        <w:rPr>
          <w:rtl/>
        </w:rPr>
        <w:t xml:space="preserve"> و اختيار كے بطلان كے دلائل 5</w:t>
      </w:r>
    </w:p>
    <w:p w:rsidR="001F628F" w:rsidRDefault="001F628F" w:rsidP="00E63CFA">
      <w:pPr>
        <w:pStyle w:val="libNormal"/>
        <w:rPr>
          <w:rtl/>
        </w:rPr>
      </w:pPr>
      <w:r>
        <w:rPr>
          <w:rFonts w:hint="eastAsia"/>
          <w:rtl/>
        </w:rPr>
        <w:t>جہان</w:t>
      </w:r>
      <w:r>
        <w:rPr>
          <w:rtl/>
        </w:rPr>
        <w:t xml:space="preserve"> گردي:</w:t>
      </w:r>
      <w:r>
        <w:rPr>
          <w:rFonts w:hint="eastAsia"/>
          <w:rtl/>
        </w:rPr>
        <w:t>جہان</w:t>
      </w:r>
      <w:r>
        <w:rPr>
          <w:rtl/>
        </w:rPr>
        <w:t xml:space="preserve"> گردى كى اہميت 9</w:t>
      </w:r>
    </w:p>
    <w:p w:rsidR="001F628F" w:rsidRDefault="001F628F" w:rsidP="00E63CFA">
      <w:pPr>
        <w:pStyle w:val="libNormal"/>
        <w:rPr>
          <w:rtl/>
        </w:rPr>
      </w:pPr>
      <w:r>
        <w:rPr>
          <w:rFonts w:hint="eastAsia"/>
          <w:rtl/>
        </w:rPr>
        <w:t>سرنوشت</w:t>
      </w:r>
      <w:r>
        <w:rPr>
          <w:rtl/>
        </w:rPr>
        <w:t>:</w:t>
      </w:r>
      <w:r>
        <w:rPr>
          <w:rFonts w:hint="eastAsia"/>
          <w:rtl/>
        </w:rPr>
        <w:t>سرنوشت</w:t>
      </w:r>
      <w:r>
        <w:rPr>
          <w:rtl/>
        </w:rPr>
        <w:t xml:space="preserve"> كے موثر عوامل 15</w:t>
      </w:r>
    </w:p>
    <w:p w:rsidR="00E63CFA" w:rsidRDefault="001E7F9D" w:rsidP="00F73EDE">
      <w:pPr>
        <w:pStyle w:val="libPoemTini"/>
        <w:rPr>
          <w:rtl/>
        </w:rPr>
      </w:pPr>
      <w:r>
        <w:rPr>
          <w:rtl/>
        </w:rPr>
        <w:br w:type="page"/>
      </w:r>
    </w:p>
    <w:p w:rsidR="001F628F" w:rsidRDefault="001F628F" w:rsidP="00E63CFA">
      <w:pPr>
        <w:pStyle w:val="libNormal"/>
        <w:rPr>
          <w:rtl/>
        </w:rPr>
      </w:pPr>
      <w:r>
        <w:rPr>
          <w:rFonts w:hint="eastAsia"/>
          <w:rtl/>
        </w:rPr>
        <w:lastRenderedPageBreak/>
        <w:t>طاغوت</w:t>
      </w:r>
      <w:r>
        <w:rPr>
          <w:rtl/>
        </w:rPr>
        <w:t>:</w:t>
      </w:r>
      <w:r>
        <w:rPr>
          <w:rFonts w:hint="eastAsia"/>
          <w:rtl/>
        </w:rPr>
        <w:t>طاغوت</w:t>
      </w:r>
      <w:r>
        <w:rPr>
          <w:rtl/>
        </w:rPr>
        <w:t xml:space="preserve"> سے اجتناب كى اہميت 2</w:t>
      </w:r>
    </w:p>
    <w:p w:rsidR="001F628F" w:rsidRDefault="001F628F" w:rsidP="00E63CFA">
      <w:pPr>
        <w:pStyle w:val="libNormal"/>
        <w:rPr>
          <w:rtl/>
        </w:rPr>
      </w:pPr>
      <w:r>
        <w:rPr>
          <w:rFonts w:hint="eastAsia"/>
          <w:rtl/>
        </w:rPr>
        <w:t>عبادت</w:t>
      </w:r>
      <w:r>
        <w:rPr>
          <w:rtl/>
        </w:rPr>
        <w:t>:</w:t>
      </w:r>
      <w:r>
        <w:rPr>
          <w:rFonts w:hint="eastAsia"/>
          <w:rtl/>
        </w:rPr>
        <w:t>عبادت</w:t>
      </w:r>
      <w:r>
        <w:rPr>
          <w:rtl/>
        </w:rPr>
        <w:t xml:space="preserve"> خدا كى اہميت 2</w:t>
      </w:r>
    </w:p>
    <w:p w:rsidR="001F628F" w:rsidRDefault="001F628F" w:rsidP="00E63CFA">
      <w:pPr>
        <w:pStyle w:val="libNormal"/>
        <w:rPr>
          <w:rtl/>
        </w:rPr>
      </w:pPr>
      <w:r>
        <w:rPr>
          <w:rFonts w:hint="eastAsia"/>
          <w:rtl/>
        </w:rPr>
        <w:t>عبرت</w:t>
      </w:r>
      <w:r>
        <w:rPr>
          <w:rtl/>
        </w:rPr>
        <w:t>:</w:t>
      </w:r>
      <w:r>
        <w:rPr>
          <w:rFonts w:hint="eastAsia"/>
          <w:rtl/>
        </w:rPr>
        <w:t>عبرت</w:t>
      </w:r>
      <w:r>
        <w:rPr>
          <w:rtl/>
        </w:rPr>
        <w:t xml:space="preserve"> كے اسباب 13،14</w:t>
      </w:r>
    </w:p>
    <w:p w:rsidR="001F628F" w:rsidRDefault="001F628F" w:rsidP="00E63CFA">
      <w:pPr>
        <w:pStyle w:val="libNormal"/>
        <w:rPr>
          <w:rtl/>
        </w:rPr>
      </w:pPr>
      <w:r>
        <w:rPr>
          <w:rFonts w:hint="eastAsia"/>
          <w:rtl/>
        </w:rPr>
        <w:t>عذاب</w:t>
      </w:r>
      <w:r>
        <w:rPr>
          <w:rtl/>
        </w:rPr>
        <w:t>:</w:t>
      </w:r>
      <w:r>
        <w:rPr>
          <w:rFonts w:hint="eastAsia"/>
          <w:rtl/>
        </w:rPr>
        <w:t>اہل</w:t>
      </w:r>
      <w:r>
        <w:rPr>
          <w:rtl/>
        </w:rPr>
        <w:t xml:space="preserve"> عذاب 10; دنياوى عذاب كے اسباب18</w:t>
      </w:r>
    </w:p>
    <w:p w:rsidR="001F628F" w:rsidRDefault="001F628F" w:rsidP="00E63CFA">
      <w:pPr>
        <w:pStyle w:val="libNormal"/>
        <w:rPr>
          <w:rtl/>
        </w:rPr>
      </w:pPr>
      <w:r>
        <w:rPr>
          <w:rFonts w:hint="eastAsia"/>
          <w:rtl/>
        </w:rPr>
        <w:t>عمل</w:t>
      </w:r>
      <w:r>
        <w:rPr>
          <w:rtl/>
        </w:rPr>
        <w:t xml:space="preserve"> :</w:t>
      </w:r>
      <w:r>
        <w:rPr>
          <w:rFonts w:hint="eastAsia"/>
          <w:rtl/>
        </w:rPr>
        <w:t>عمل</w:t>
      </w:r>
      <w:r>
        <w:rPr>
          <w:rtl/>
        </w:rPr>
        <w:t xml:space="preserve"> كے آثار 15</w:t>
      </w:r>
    </w:p>
    <w:p w:rsidR="001F628F" w:rsidRDefault="001F628F" w:rsidP="00E63CFA">
      <w:pPr>
        <w:pStyle w:val="libNormal"/>
        <w:rPr>
          <w:rtl/>
        </w:rPr>
      </w:pPr>
      <w:r>
        <w:rPr>
          <w:rFonts w:hint="eastAsia"/>
          <w:rtl/>
        </w:rPr>
        <w:t>گذشتہ</w:t>
      </w:r>
      <w:r>
        <w:rPr>
          <w:rtl/>
        </w:rPr>
        <w:t xml:space="preserve"> اقوام:</w:t>
      </w:r>
      <w:r>
        <w:rPr>
          <w:rFonts w:hint="eastAsia"/>
          <w:rtl/>
        </w:rPr>
        <w:t>گذشتہ</w:t>
      </w:r>
      <w:r>
        <w:rPr>
          <w:rtl/>
        </w:rPr>
        <w:t xml:space="preserve"> اقوام كى تاريخ10،14; گذشتہ اقوام كى سزا 10</w:t>
      </w:r>
    </w:p>
    <w:p w:rsidR="001F628F" w:rsidRDefault="001F628F" w:rsidP="00E63CFA">
      <w:pPr>
        <w:pStyle w:val="libNormal"/>
        <w:rPr>
          <w:rtl/>
        </w:rPr>
      </w:pPr>
      <w:r>
        <w:rPr>
          <w:rFonts w:hint="eastAsia"/>
          <w:rtl/>
        </w:rPr>
        <w:t>گمراہي</w:t>
      </w:r>
      <w:r>
        <w:rPr>
          <w:rtl/>
        </w:rPr>
        <w:t>:</w:t>
      </w:r>
      <w:r>
        <w:rPr>
          <w:rFonts w:hint="eastAsia"/>
          <w:rtl/>
        </w:rPr>
        <w:t>گمراہى</w:t>
      </w:r>
      <w:r>
        <w:rPr>
          <w:rtl/>
        </w:rPr>
        <w:t xml:space="preserve"> كا سرچشمہ 8</w:t>
      </w:r>
    </w:p>
    <w:p w:rsidR="001F628F" w:rsidRDefault="001F628F" w:rsidP="00E63CFA">
      <w:pPr>
        <w:pStyle w:val="libNormal"/>
        <w:rPr>
          <w:rtl/>
        </w:rPr>
      </w:pPr>
      <w:r>
        <w:rPr>
          <w:rFonts w:hint="eastAsia"/>
          <w:rtl/>
        </w:rPr>
        <w:t>گناہ</w:t>
      </w:r>
      <w:r>
        <w:rPr>
          <w:rtl/>
        </w:rPr>
        <w:t>:</w:t>
      </w:r>
      <w:r>
        <w:rPr>
          <w:rFonts w:hint="eastAsia"/>
          <w:rtl/>
        </w:rPr>
        <w:t>گناہ</w:t>
      </w:r>
      <w:r>
        <w:rPr>
          <w:rtl/>
        </w:rPr>
        <w:t xml:space="preserve"> كے آثار18</w:t>
      </w:r>
    </w:p>
    <w:p w:rsidR="001F628F" w:rsidRDefault="001F628F" w:rsidP="00E63CFA">
      <w:pPr>
        <w:pStyle w:val="libNormal"/>
        <w:rPr>
          <w:rtl/>
        </w:rPr>
      </w:pPr>
      <w:r>
        <w:rPr>
          <w:rFonts w:hint="eastAsia"/>
          <w:rtl/>
        </w:rPr>
        <w:t>مسافرت</w:t>
      </w:r>
      <w:r>
        <w:rPr>
          <w:rtl/>
        </w:rPr>
        <w:t>:</w:t>
      </w:r>
      <w:r>
        <w:rPr>
          <w:rFonts w:hint="eastAsia"/>
          <w:rtl/>
        </w:rPr>
        <w:t>مسافرت</w:t>
      </w:r>
      <w:r>
        <w:rPr>
          <w:rtl/>
        </w:rPr>
        <w:t xml:space="preserve"> كى اہميت9</w:t>
      </w:r>
    </w:p>
    <w:p w:rsidR="001F628F" w:rsidRDefault="001F628F" w:rsidP="00E63CFA">
      <w:pPr>
        <w:pStyle w:val="libNormal"/>
        <w:rPr>
          <w:rtl/>
        </w:rPr>
      </w:pPr>
      <w:r>
        <w:rPr>
          <w:rFonts w:hint="eastAsia"/>
          <w:rtl/>
        </w:rPr>
        <w:t>مشركين</w:t>
      </w:r>
      <w:r>
        <w:rPr>
          <w:rtl/>
        </w:rPr>
        <w:t>:</w:t>
      </w:r>
      <w:r>
        <w:rPr>
          <w:rFonts w:hint="eastAsia"/>
          <w:rtl/>
        </w:rPr>
        <w:t>مشركين</w:t>
      </w:r>
      <w:r>
        <w:rPr>
          <w:rtl/>
        </w:rPr>
        <w:t xml:space="preserve"> كا باطل عقيدہ 5</w:t>
      </w:r>
    </w:p>
    <w:p w:rsidR="001F628F" w:rsidRDefault="001F628F" w:rsidP="00E63CFA">
      <w:pPr>
        <w:pStyle w:val="libNormal"/>
        <w:rPr>
          <w:rtl/>
        </w:rPr>
      </w:pPr>
      <w:r>
        <w:rPr>
          <w:rFonts w:hint="eastAsia"/>
          <w:rtl/>
        </w:rPr>
        <w:t>مشركين</w:t>
      </w:r>
      <w:r>
        <w:rPr>
          <w:rtl/>
        </w:rPr>
        <w:t xml:space="preserve"> مكہ:</w:t>
      </w:r>
      <w:r>
        <w:rPr>
          <w:rFonts w:hint="eastAsia"/>
          <w:rtl/>
        </w:rPr>
        <w:t>مشركين</w:t>
      </w:r>
      <w:r>
        <w:rPr>
          <w:rtl/>
        </w:rPr>
        <w:t xml:space="preserve"> مكہ كا برا انجام17; مشركين مكہ كو تہديد17</w:t>
      </w:r>
    </w:p>
    <w:p w:rsidR="001F628F" w:rsidRDefault="001F628F" w:rsidP="00E63CFA">
      <w:pPr>
        <w:pStyle w:val="libNormal"/>
        <w:rPr>
          <w:rtl/>
        </w:rPr>
      </w:pPr>
      <w:r>
        <w:rPr>
          <w:rFonts w:hint="eastAsia"/>
          <w:rtl/>
        </w:rPr>
        <w:t>ہدايت</w:t>
      </w:r>
      <w:r>
        <w:rPr>
          <w:rtl/>
        </w:rPr>
        <w:t>:</w:t>
      </w:r>
      <w:r>
        <w:rPr>
          <w:rFonts w:hint="eastAsia"/>
          <w:rtl/>
        </w:rPr>
        <w:t>ہدايت</w:t>
      </w:r>
      <w:r>
        <w:rPr>
          <w:rtl/>
        </w:rPr>
        <w:t xml:space="preserve"> كا سرچشمہ7</w:t>
      </w:r>
    </w:p>
    <w:p w:rsidR="001F628F" w:rsidRPr="00120F63" w:rsidRDefault="00E63CFA" w:rsidP="00E63CFA">
      <w:pPr>
        <w:pStyle w:val="Heading2Center"/>
        <w:rPr>
          <w:rtl/>
        </w:rPr>
      </w:pPr>
      <w:bookmarkStart w:id="183" w:name="_Toc28081861"/>
      <w:r>
        <w:rPr>
          <w:rFonts w:hint="cs"/>
          <w:rtl/>
        </w:rPr>
        <w:t xml:space="preserve">آیت </w:t>
      </w:r>
      <w:r w:rsidRPr="00120F63">
        <w:rPr>
          <w:rFonts w:hint="cs"/>
          <w:rtl/>
        </w:rPr>
        <w:t>37</w:t>
      </w:r>
      <w:bookmarkEnd w:id="183"/>
    </w:p>
    <w:p w:rsidR="001F628F" w:rsidRDefault="00E260F9" w:rsidP="00E63CFA">
      <w:pPr>
        <w:pStyle w:val="libNormal"/>
        <w:rPr>
          <w:rtl/>
        </w:rPr>
      </w:pPr>
      <w:r w:rsidRPr="00E260F9">
        <w:rPr>
          <w:rStyle w:val="libAlaemChar"/>
          <w:rFonts w:hint="eastAsia"/>
          <w:rtl/>
        </w:rPr>
        <w:t>(</w:t>
      </w:r>
      <w:r w:rsidRPr="00E63CFA">
        <w:rPr>
          <w:rStyle w:val="libAieChar"/>
          <w:rFonts w:hint="eastAsia"/>
          <w:rtl/>
        </w:rPr>
        <w:t>إِن</w:t>
      </w:r>
      <w:r w:rsidRPr="00E63CFA">
        <w:rPr>
          <w:rStyle w:val="libAieChar"/>
          <w:rtl/>
        </w:rPr>
        <w:t xml:space="preserve"> تَحْرِصْ عَلَى هُدَاهُمْ فَإِنَّ اللّهَ لاَ يَهْدِي مَن يُضِلُّ وَمَا لَهُم مِّن نَّاصِرِينَ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اگر</w:t>
      </w:r>
      <w:r>
        <w:rPr>
          <w:rtl/>
        </w:rPr>
        <w:t xml:space="preserve"> آپ كو خواہش ہے كہ يہ ہدايت پاجائي</w:t>
      </w:r>
      <w:r w:rsidR="00083993">
        <w:rPr>
          <w:rtl/>
        </w:rPr>
        <w:t xml:space="preserve">ں </w:t>
      </w:r>
      <w:r>
        <w:rPr>
          <w:rtl/>
        </w:rPr>
        <w:t>تو اللہ جس كو گمراہى مي</w:t>
      </w:r>
      <w:r w:rsidR="00083993">
        <w:rPr>
          <w:rtl/>
        </w:rPr>
        <w:t xml:space="preserve">ں </w:t>
      </w:r>
      <w:r>
        <w:rPr>
          <w:rtl/>
        </w:rPr>
        <w:t>چھوڑ چكا ہے اب اسے ہدايت نہي</w:t>
      </w:r>
      <w:r w:rsidR="00083993">
        <w:rPr>
          <w:rtl/>
        </w:rPr>
        <w:t xml:space="preserve">ں </w:t>
      </w:r>
      <w:r>
        <w:rPr>
          <w:rtl/>
        </w:rPr>
        <w:t>دے سكتا اور نہ ان كا كوئي مدد كرنے والا ہوگا _</w:t>
      </w:r>
    </w:p>
    <w:p w:rsidR="001F628F" w:rsidRDefault="001F628F" w:rsidP="001F628F">
      <w:pPr>
        <w:pStyle w:val="libNormal"/>
        <w:rPr>
          <w:rtl/>
        </w:rPr>
      </w:pPr>
      <w:r>
        <w:rPr>
          <w:rtl/>
        </w:rPr>
        <w:t>1_مشركين كى ہدايت كرنا، پيغمبراكرم</w:t>
      </w:r>
      <w:r w:rsidR="00F031CD" w:rsidRPr="00F031CD">
        <w:rPr>
          <w:rStyle w:val="libAlaemChar"/>
          <w:rtl/>
        </w:rPr>
        <w:t xml:space="preserve"> صلى‌الله‌عليه‌وآله‌وسلم </w:t>
      </w:r>
      <w:r>
        <w:rPr>
          <w:rtl/>
        </w:rPr>
        <w:t xml:space="preserve"> كى شديد خواہش اور آرزو تھي_</w:t>
      </w:r>
    </w:p>
    <w:p w:rsidR="00E63CFA" w:rsidRDefault="001E7F9D" w:rsidP="00F73EDE">
      <w:pPr>
        <w:pStyle w:val="libPoemTini"/>
        <w:rPr>
          <w:rtl/>
        </w:rPr>
      </w:pPr>
      <w:r>
        <w:rPr>
          <w:rtl/>
        </w:rPr>
        <w:br w:type="page"/>
      </w:r>
    </w:p>
    <w:p w:rsidR="001F628F" w:rsidRDefault="001F628F" w:rsidP="00E63CFA">
      <w:pPr>
        <w:pStyle w:val="libArabic"/>
        <w:rPr>
          <w:rtl/>
        </w:rPr>
      </w:pPr>
      <w:r>
        <w:rPr>
          <w:rFonts w:hint="eastAsia"/>
          <w:rtl/>
        </w:rPr>
        <w:lastRenderedPageBreak/>
        <w:t>وقال</w:t>
      </w:r>
      <w:r>
        <w:rPr>
          <w:rtl/>
        </w:rPr>
        <w:t xml:space="preserve"> الذين ا شركوا ...حقت علي</w:t>
      </w:r>
      <w:r w:rsidR="00120F63" w:rsidRPr="00ED5DE8">
        <w:rPr>
          <w:rFonts w:hint="cs"/>
          <w:rtl/>
        </w:rPr>
        <w:t>ه</w:t>
      </w:r>
      <w:r>
        <w:rPr>
          <w:rtl/>
        </w:rPr>
        <w:t xml:space="preserve"> </w:t>
      </w:r>
      <w:r>
        <w:rPr>
          <w:rFonts w:hint="cs"/>
          <w:rtl/>
        </w:rPr>
        <w:t>الضللة</w:t>
      </w:r>
      <w:r>
        <w:rPr>
          <w:rtl/>
        </w:rPr>
        <w:t xml:space="preserve"> ...</w:t>
      </w:r>
      <w:r>
        <w:rPr>
          <w:rFonts w:hint="cs"/>
          <w:rtl/>
        </w:rPr>
        <w:t>إن</w:t>
      </w:r>
      <w:r>
        <w:rPr>
          <w:rtl/>
        </w:rPr>
        <w:t xml:space="preserve"> </w:t>
      </w:r>
      <w:r>
        <w:rPr>
          <w:rFonts w:hint="cs"/>
          <w:rtl/>
        </w:rPr>
        <w:t>تحرص</w:t>
      </w:r>
      <w:r>
        <w:rPr>
          <w:rtl/>
        </w:rPr>
        <w:t xml:space="preserve"> </w:t>
      </w:r>
      <w:r>
        <w:rPr>
          <w:rFonts w:hint="cs"/>
          <w:rtl/>
        </w:rPr>
        <w:t>على</w:t>
      </w:r>
      <w:r>
        <w:rPr>
          <w:rtl/>
        </w:rPr>
        <w:t xml:space="preserve"> </w:t>
      </w:r>
      <w:r w:rsidR="00120F63" w:rsidRPr="00ED5DE8">
        <w:rPr>
          <w:rFonts w:hint="cs"/>
          <w:rtl/>
        </w:rPr>
        <w:t>ه</w:t>
      </w:r>
      <w:r>
        <w:rPr>
          <w:rFonts w:hint="cs"/>
          <w:rtl/>
        </w:rPr>
        <w:t>دا</w:t>
      </w:r>
      <w:r w:rsidR="00120F63" w:rsidRPr="00ED5DE8">
        <w:rPr>
          <w:rFonts w:hint="cs"/>
          <w:rtl/>
        </w:rPr>
        <w:t>ه</w:t>
      </w:r>
      <w:r>
        <w:rPr>
          <w:rFonts w:hint="cs"/>
          <w:rtl/>
        </w:rPr>
        <w:t>م</w:t>
      </w:r>
    </w:p>
    <w:p w:rsidR="001F628F" w:rsidRDefault="001F628F" w:rsidP="00E63CFA">
      <w:pPr>
        <w:pStyle w:val="libNormal"/>
        <w:rPr>
          <w:rtl/>
        </w:rPr>
      </w:pPr>
      <w:r>
        <w:rPr>
          <w:rtl/>
        </w:rPr>
        <w:t>2_خداوند عالم جنہي</w:t>
      </w:r>
      <w:r w:rsidR="00083993">
        <w:rPr>
          <w:rtl/>
        </w:rPr>
        <w:t xml:space="preserve">ں </w:t>
      </w:r>
      <w:r>
        <w:rPr>
          <w:rtl/>
        </w:rPr>
        <w:t>گمراہى مي</w:t>
      </w:r>
      <w:r w:rsidR="00083993">
        <w:rPr>
          <w:rtl/>
        </w:rPr>
        <w:t xml:space="preserve">ں </w:t>
      </w:r>
      <w:r>
        <w:rPr>
          <w:rtl/>
        </w:rPr>
        <w:t>چھوڑديتاہے وہ انہي</w:t>
      </w:r>
      <w:r w:rsidR="00083993">
        <w:rPr>
          <w:rtl/>
        </w:rPr>
        <w:t xml:space="preserve">ں </w:t>
      </w:r>
      <w:r>
        <w:rPr>
          <w:rtl/>
        </w:rPr>
        <w:t>ہدايت نہي</w:t>
      </w:r>
      <w:r w:rsidR="00083993">
        <w:rPr>
          <w:rtl/>
        </w:rPr>
        <w:t xml:space="preserve">ں </w:t>
      </w:r>
      <w:r>
        <w:rPr>
          <w:rtl/>
        </w:rPr>
        <w:t>ديتا_</w:t>
      </w:r>
      <w:r w:rsidRPr="00E63CFA">
        <w:rPr>
          <w:rStyle w:val="libArabicChar"/>
          <w:rFonts w:hint="eastAsia"/>
          <w:rtl/>
        </w:rPr>
        <w:t>فانّ</w:t>
      </w:r>
      <w:r w:rsidRPr="00E63CFA">
        <w:rPr>
          <w:rStyle w:val="libArabicChar"/>
          <w:rtl/>
        </w:rPr>
        <w:t xml:space="preserve"> 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00120F63" w:rsidRPr="00B2551F">
        <w:rPr>
          <w:rStyle w:val="libArabicChar"/>
          <w:rFonts w:hint="cs"/>
          <w:rtl/>
        </w:rPr>
        <w:t>ه</w:t>
      </w:r>
      <w:r w:rsidRPr="00E63CFA">
        <w:rPr>
          <w:rStyle w:val="libArabicChar"/>
          <w:rFonts w:hint="cs"/>
          <w:rtl/>
        </w:rPr>
        <w:t>دى</w:t>
      </w:r>
      <w:r w:rsidRPr="00E63CFA">
        <w:rPr>
          <w:rStyle w:val="libArabicChar"/>
          <w:rtl/>
        </w:rPr>
        <w:t xml:space="preserve"> من يضل</w:t>
      </w:r>
    </w:p>
    <w:p w:rsidR="001F628F" w:rsidRDefault="001F628F" w:rsidP="001F628F">
      <w:pPr>
        <w:pStyle w:val="libNormal"/>
        <w:rPr>
          <w:rtl/>
        </w:rPr>
      </w:pPr>
      <w:r>
        <w:rPr>
          <w:rtl/>
        </w:rPr>
        <w:t xml:space="preserve">3_ پيغمبر اكرم </w:t>
      </w:r>
      <w:r w:rsidR="00F031CD" w:rsidRPr="00F031CD">
        <w:rPr>
          <w:rStyle w:val="libAlaemChar"/>
          <w:rtl/>
        </w:rPr>
        <w:t xml:space="preserve"> صلى‌الله‌عليه‌وآله‌وسلم </w:t>
      </w:r>
      <w:r>
        <w:rPr>
          <w:rtl/>
        </w:rPr>
        <w:t xml:space="preserve"> مشيت خداوندى كے بغير، گمراہ افراد كو ہدايت كرنے پر قادر نہي</w:t>
      </w:r>
      <w:r w:rsidR="00083993">
        <w:rPr>
          <w:rtl/>
        </w:rPr>
        <w:t xml:space="preserve">ں </w:t>
      </w:r>
      <w:r>
        <w:rPr>
          <w:rtl/>
        </w:rPr>
        <w:t>ہي</w:t>
      </w:r>
      <w:r w:rsidR="00083993">
        <w:rPr>
          <w:rtl/>
        </w:rPr>
        <w:t xml:space="preserve">ں </w:t>
      </w:r>
      <w:r>
        <w:rPr>
          <w:rtl/>
        </w:rPr>
        <w:t>_</w:t>
      </w:r>
    </w:p>
    <w:p w:rsidR="001F628F" w:rsidRDefault="001F628F" w:rsidP="00E63CFA">
      <w:pPr>
        <w:pStyle w:val="libArabic"/>
        <w:rPr>
          <w:rtl/>
        </w:rPr>
      </w:pPr>
      <w:r>
        <w:rPr>
          <w:rFonts w:hint="eastAsia"/>
          <w:rtl/>
        </w:rPr>
        <w:t>إن</w:t>
      </w:r>
      <w:r>
        <w:rPr>
          <w:rtl/>
        </w:rPr>
        <w:t xml:space="preserve"> تحرص على </w:t>
      </w:r>
      <w:r w:rsidR="00120F63" w:rsidRPr="00ED5DE8">
        <w:rPr>
          <w:rFonts w:hint="cs"/>
          <w:rtl/>
        </w:rPr>
        <w:t>ه</w:t>
      </w:r>
      <w:r>
        <w:rPr>
          <w:rFonts w:hint="cs"/>
          <w:rtl/>
        </w:rPr>
        <w:t>دا</w:t>
      </w:r>
      <w:r w:rsidR="00120F63" w:rsidRPr="00ED5DE8">
        <w:rPr>
          <w:rFonts w:hint="cs"/>
          <w:rtl/>
        </w:rPr>
        <w:t>ه</w:t>
      </w:r>
      <w:r>
        <w:rPr>
          <w:rFonts w:hint="cs"/>
          <w:rtl/>
        </w:rPr>
        <w:t>م</w:t>
      </w:r>
      <w:r>
        <w:rPr>
          <w:rtl/>
        </w:rPr>
        <w:t xml:space="preserve"> </w:t>
      </w:r>
      <w:r>
        <w:rPr>
          <w:rFonts w:hint="cs"/>
          <w:rtl/>
        </w:rPr>
        <w:t>فان</w:t>
      </w:r>
      <w:r>
        <w:rPr>
          <w:rtl/>
        </w:rPr>
        <w:t xml:space="preserve"> </w:t>
      </w:r>
      <w:r>
        <w:rPr>
          <w:rFonts w:hint="cs"/>
          <w:rtl/>
        </w:rPr>
        <w:t>اللّ</w:t>
      </w:r>
      <w:r w:rsidR="00120F63" w:rsidRPr="00ED5DE8">
        <w:rPr>
          <w:rFonts w:hint="cs"/>
          <w:rtl/>
        </w:rPr>
        <w:t>ه</w:t>
      </w:r>
      <w:r>
        <w:rPr>
          <w:rtl/>
        </w:rPr>
        <w:t xml:space="preserve"> </w:t>
      </w:r>
      <w:r>
        <w:rPr>
          <w:rFonts w:hint="cs"/>
          <w:rtl/>
        </w:rPr>
        <w:t>لا</w:t>
      </w:r>
      <w:r>
        <w:rPr>
          <w:rtl/>
        </w:rPr>
        <w:t xml:space="preserve"> </w:t>
      </w:r>
      <w:r>
        <w:rPr>
          <w:rFonts w:hint="cs"/>
          <w:rtl/>
        </w:rPr>
        <w:t>ي</w:t>
      </w:r>
      <w:r w:rsidR="00120F63" w:rsidRPr="00ED5DE8">
        <w:rPr>
          <w:rFonts w:hint="cs"/>
          <w:rtl/>
        </w:rPr>
        <w:t>ه</w:t>
      </w:r>
      <w:r>
        <w:rPr>
          <w:rFonts w:hint="cs"/>
          <w:rtl/>
        </w:rPr>
        <w:t>دى</w:t>
      </w:r>
      <w:r>
        <w:rPr>
          <w:rtl/>
        </w:rPr>
        <w:t xml:space="preserve"> من يضل</w:t>
      </w:r>
    </w:p>
    <w:p w:rsidR="001F628F" w:rsidRDefault="001F628F" w:rsidP="001F628F">
      <w:pPr>
        <w:pStyle w:val="libNormal"/>
        <w:rPr>
          <w:rtl/>
        </w:rPr>
      </w:pPr>
      <w:r>
        <w:rPr>
          <w:rFonts w:hint="eastAsia"/>
          <w:rtl/>
        </w:rPr>
        <w:t>ان</w:t>
      </w:r>
      <w:r>
        <w:rPr>
          <w:rtl/>
        </w:rPr>
        <w:t xml:space="preserve"> شرطيہ كا جواب ''لا تقدر '' محذوف ہے چونكہ عبارت </w:t>
      </w:r>
      <w:r w:rsidRPr="00E63CFA">
        <w:rPr>
          <w:rStyle w:val="libArabicChar"/>
          <w:rtl/>
        </w:rPr>
        <w:t>''فان ّ 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00120F63" w:rsidRPr="00B2551F">
        <w:rPr>
          <w:rStyle w:val="libArabicChar"/>
          <w:rFonts w:hint="cs"/>
          <w:rtl/>
        </w:rPr>
        <w:t>ه</w:t>
      </w:r>
      <w:r w:rsidRPr="00E63CFA">
        <w:rPr>
          <w:rStyle w:val="libArabicChar"/>
          <w:rFonts w:hint="cs"/>
          <w:rtl/>
        </w:rPr>
        <w:t>دى</w:t>
      </w:r>
      <w:r w:rsidRPr="00E63CFA">
        <w:rPr>
          <w:rStyle w:val="libArabicChar"/>
          <w:rtl/>
        </w:rPr>
        <w:t xml:space="preserve"> </w:t>
      </w:r>
      <w:r w:rsidRPr="00E63CFA">
        <w:rPr>
          <w:rStyle w:val="libArabicChar"/>
          <w:rFonts w:hint="cs"/>
          <w:rtl/>
        </w:rPr>
        <w:t>من</w:t>
      </w:r>
      <w:r w:rsidRPr="00E63CFA">
        <w:rPr>
          <w:rStyle w:val="libArabicChar"/>
          <w:rtl/>
        </w:rPr>
        <w:t xml:space="preserve"> </w:t>
      </w:r>
      <w:r w:rsidRPr="00E63CFA">
        <w:rPr>
          <w:rStyle w:val="libArabicChar"/>
          <w:rFonts w:hint="cs"/>
          <w:rtl/>
        </w:rPr>
        <w:t>يضل</w:t>
      </w:r>
      <w:r w:rsidRPr="00E63CFA">
        <w:rPr>
          <w:rStyle w:val="libArabicChar"/>
          <w:rtl/>
        </w:rPr>
        <w:t>''</w:t>
      </w:r>
      <w:r>
        <w:rPr>
          <w:rtl/>
        </w:rPr>
        <w:t xml:space="preserve"> مي</w:t>
      </w:r>
      <w:r w:rsidR="00083993">
        <w:rPr>
          <w:rtl/>
        </w:rPr>
        <w:t xml:space="preserve">ں </w:t>
      </w:r>
      <w:r>
        <w:rPr>
          <w:rtl/>
        </w:rPr>
        <w:t>''فا'' كا تعليلہ ہونا اس پر قرينہ ہے يعنى اگر تم انہي</w:t>
      </w:r>
      <w:r w:rsidR="00083993">
        <w:rPr>
          <w:rtl/>
        </w:rPr>
        <w:t xml:space="preserve">ں </w:t>
      </w:r>
      <w:r>
        <w:rPr>
          <w:rtl/>
        </w:rPr>
        <w:t>ہدايت كرنے پر حريص ہو تو بھى ہدايت نہي</w:t>
      </w:r>
      <w:r w:rsidR="00083993">
        <w:rPr>
          <w:rtl/>
        </w:rPr>
        <w:t xml:space="preserve">ں </w:t>
      </w:r>
      <w:r>
        <w:rPr>
          <w:rtl/>
        </w:rPr>
        <w:t>كر سكتے چونكہ خداوند عالم كے ہاتھو</w:t>
      </w:r>
      <w:r w:rsidR="00083993">
        <w:rPr>
          <w:rtl/>
        </w:rPr>
        <w:t xml:space="preserve">ں </w:t>
      </w:r>
      <w:r>
        <w:rPr>
          <w:rtl/>
        </w:rPr>
        <w:t>گمراہ ہونے والو</w:t>
      </w:r>
      <w:r w:rsidR="00083993">
        <w:rPr>
          <w:rtl/>
        </w:rPr>
        <w:t xml:space="preserve">ں </w:t>
      </w:r>
      <w:r>
        <w:rPr>
          <w:rtl/>
        </w:rPr>
        <w:t>كو خداوند عالم ہدايت ن</w:t>
      </w:r>
      <w:r>
        <w:rPr>
          <w:rFonts w:hint="eastAsia"/>
          <w:rtl/>
        </w:rPr>
        <w:t>ہي</w:t>
      </w:r>
      <w:r w:rsidR="00083993">
        <w:rPr>
          <w:rFonts w:hint="eastAsia"/>
          <w:rtl/>
        </w:rPr>
        <w:t xml:space="preserve">ں </w:t>
      </w:r>
      <w:r>
        <w:rPr>
          <w:rtl/>
        </w:rPr>
        <w:t>دے گا_</w:t>
      </w:r>
    </w:p>
    <w:p w:rsidR="001F628F" w:rsidRDefault="001F628F" w:rsidP="001F628F">
      <w:pPr>
        <w:pStyle w:val="libNormal"/>
        <w:rPr>
          <w:rtl/>
        </w:rPr>
      </w:pPr>
      <w:r>
        <w:rPr>
          <w:rtl/>
        </w:rPr>
        <w:t>4_ گمراہ شدہ افراد كى ہدايت كے ليے فقط انبياء اور ہدايت دينے والو</w:t>
      </w:r>
      <w:r w:rsidR="00083993">
        <w:rPr>
          <w:rtl/>
        </w:rPr>
        <w:t xml:space="preserve">ں </w:t>
      </w:r>
      <w:r>
        <w:rPr>
          <w:rtl/>
        </w:rPr>
        <w:t>كى كوشش كافى نہي</w:t>
      </w:r>
      <w:r w:rsidR="00083993">
        <w:rPr>
          <w:rtl/>
        </w:rPr>
        <w:t xml:space="preserve">ں </w:t>
      </w:r>
      <w:r>
        <w:rPr>
          <w:rtl/>
        </w:rPr>
        <w:t>ہے_</w:t>
      </w:r>
    </w:p>
    <w:p w:rsidR="001F628F" w:rsidRDefault="001F628F" w:rsidP="00E63CFA">
      <w:pPr>
        <w:pStyle w:val="libArabic"/>
        <w:rPr>
          <w:rtl/>
        </w:rPr>
      </w:pPr>
      <w:r>
        <w:rPr>
          <w:rFonts w:hint="eastAsia"/>
          <w:rtl/>
        </w:rPr>
        <w:t>ان</w:t>
      </w:r>
      <w:r>
        <w:rPr>
          <w:rtl/>
        </w:rPr>
        <w:t xml:space="preserve"> تحرص على </w:t>
      </w:r>
      <w:r w:rsidR="00120F63" w:rsidRPr="00ED5DE8">
        <w:rPr>
          <w:rFonts w:hint="cs"/>
          <w:rtl/>
        </w:rPr>
        <w:t>ه</w:t>
      </w:r>
      <w:r>
        <w:rPr>
          <w:rFonts w:hint="cs"/>
          <w:rtl/>
        </w:rPr>
        <w:t>د</w:t>
      </w:r>
      <w:r w:rsidR="00120F63" w:rsidRPr="00ED5DE8">
        <w:rPr>
          <w:rFonts w:hint="cs"/>
          <w:rtl/>
        </w:rPr>
        <w:t>ه</w:t>
      </w:r>
      <w:r>
        <w:rPr>
          <w:rFonts w:hint="cs"/>
          <w:rtl/>
        </w:rPr>
        <w:t>م</w:t>
      </w:r>
      <w:r>
        <w:rPr>
          <w:rtl/>
        </w:rPr>
        <w:t xml:space="preserve"> </w:t>
      </w:r>
      <w:r>
        <w:rPr>
          <w:rFonts w:hint="cs"/>
          <w:rtl/>
        </w:rPr>
        <w:t>فان</w:t>
      </w:r>
      <w:r>
        <w:rPr>
          <w:rtl/>
        </w:rPr>
        <w:t xml:space="preserve"> </w:t>
      </w:r>
      <w:r>
        <w:rPr>
          <w:rFonts w:hint="cs"/>
          <w:rtl/>
        </w:rPr>
        <w:t>اللّ</w:t>
      </w:r>
      <w:r w:rsidR="00120F63" w:rsidRPr="00ED5DE8">
        <w:rPr>
          <w:rFonts w:hint="cs"/>
          <w:rtl/>
        </w:rPr>
        <w:t>ه</w:t>
      </w:r>
      <w:r>
        <w:rPr>
          <w:rtl/>
        </w:rPr>
        <w:t xml:space="preserve"> </w:t>
      </w:r>
      <w:r>
        <w:rPr>
          <w:rFonts w:hint="cs"/>
          <w:rtl/>
        </w:rPr>
        <w:t>لا</w:t>
      </w:r>
      <w:r>
        <w:rPr>
          <w:rtl/>
        </w:rPr>
        <w:t xml:space="preserve"> </w:t>
      </w:r>
      <w:r>
        <w:rPr>
          <w:rFonts w:hint="cs"/>
          <w:rtl/>
        </w:rPr>
        <w:t>ي</w:t>
      </w:r>
      <w:r w:rsidR="00120F63" w:rsidRPr="00ED5DE8">
        <w:rPr>
          <w:rFonts w:hint="cs"/>
          <w:rtl/>
        </w:rPr>
        <w:t>ه</w:t>
      </w:r>
      <w:r>
        <w:rPr>
          <w:rFonts w:hint="cs"/>
          <w:rtl/>
        </w:rPr>
        <w:t>دى</w:t>
      </w:r>
      <w:r>
        <w:rPr>
          <w:rtl/>
        </w:rPr>
        <w:t xml:space="preserve"> </w:t>
      </w:r>
      <w:r>
        <w:rPr>
          <w:rFonts w:hint="cs"/>
          <w:rtl/>
        </w:rPr>
        <w:t>م</w:t>
      </w:r>
      <w:r>
        <w:rPr>
          <w:rtl/>
        </w:rPr>
        <w:t>ن يضل</w:t>
      </w:r>
    </w:p>
    <w:p w:rsidR="001F628F" w:rsidRDefault="001F628F" w:rsidP="00E63CFA">
      <w:pPr>
        <w:pStyle w:val="libNormal"/>
        <w:rPr>
          <w:rtl/>
        </w:rPr>
      </w:pPr>
      <w:r>
        <w:rPr>
          <w:rtl/>
        </w:rPr>
        <w:t>5_ ہدايت اور گمراہى كى زمام ، خداوند عالم كے ہاتھ مي</w:t>
      </w:r>
      <w:r w:rsidR="00083993">
        <w:rPr>
          <w:rtl/>
        </w:rPr>
        <w:t xml:space="preserve">ں </w:t>
      </w:r>
      <w:r>
        <w:rPr>
          <w:rtl/>
        </w:rPr>
        <w:t>ہے_</w:t>
      </w:r>
      <w:r w:rsidRPr="00E63CFA">
        <w:rPr>
          <w:rStyle w:val="libArabicChar"/>
          <w:rFonts w:hint="eastAsia"/>
          <w:rtl/>
        </w:rPr>
        <w:t>ان</w:t>
      </w:r>
      <w:r w:rsidRPr="00E63CFA">
        <w:rPr>
          <w:rStyle w:val="libArabicChar"/>
          <w:rtl/>
        </w:rPr>
        <w:t xml:space="preserve"> تحرص على </w:t>
      </w:r>
      <w:r w:rsidR="00120F63" w:rsidRPr="00B2551F">
        <w:rPr>
          <w:rStyle w:val="libArabicChar"/>
          <w:rFonts w:hint="cs"/>
          <w:rtl/>
        </w:rPr>
        <w:t>ه</w:t>
      </w:r>
      <w:r w:rsidRPr="00E63CFA">
        <w:rPr>
          <w:rStyle w:val="libArabicChar"/>
          <w:rFonts w:hint="cs"/>
          <w:rtl/>
        </w:rPr>
        <w:t>د</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فانّ</w:t>
      </w:r>
      <w:r w:rsidRPr="00E63CFA">
        <w:rPr>
          <w:rStyle w:val="libArabicChar"/>
          <w:rtl/>
        </w:rPr>
        <w:t xml:space="preserve"> </w:t>
      </w:r>
      <w:r w:rsidRPr="00E63CFA">
        <w:rPr>
          <w:rStyle w:val="libArabicChar"/>
          <w:rFonts w:hint="cs"/>
          <w:rtl/>
        </w:rPr>
        <w:t>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00120F63" w:rsidRPr="00B2551F">
        <w:rPr>
          <w:rStyle w:val="libArabicChar"/>
          <w:rFonts w:hint="cs"/>
          <w:rtl/>
        </w:rPr>
        <w:t>ه</w:t>
      </w:r>
      <w:r w:rsidRPr="00E63CFA">
        <w:rPr>
          <w:rStyle w:val="libArabicChar"/>
          <w:rFonts w:hint="cs"/>
          <w:rtl/>
        </w:rPr>
        <w:t>دى</w:t>
      </w:r>
      <w:r w:rsidRPr="00E63CFA">
        <w:rPr>
          <w:rStyle w:val="libArabicChar"/>
          <w:rtl/>
        </w:rPr>
        <w:t xml:space="preserve"> من يضل</w:t>
      </w:r>
    </w:p>
    <w:p w:rsidR="001F628F" w:rsidRDefault="001F628F" w:rsidP="001F628F">
      <w:pPr>
        <w:pStyle w:val="libNormal"/>
        <w:rPr>
          <w:rtl/>
        </w:rPr>
      </w:pPr>
      <w:r>
        <w:rPr>
          <w:rtl/>
        </w:rPr>
        <w:t>6_ جن لوگو</w:t>
      </w:r>
      <w:r w:rsidR="00083993">
        <w:rPr>
          <w:rtl/>
        </w:rPr>
        <w:t xml:space="preserve">ں </w:t>
      </w:r>
      <w:r>
        <w:rPr>
          <w:rtl/>
        </w:rPr>
        <w:t>كے ليے گمراہى مقدر ہو چكى ہے وہ كبھى بھى ہدايت نہي</w:t>
      </w:r>
      <w:r w:rsidR="00083993">
        <w:rPr>
          <w:rtl/>
        </w:rPr>
        <w:t xml:space="preserve">ں </w:t>
      </w:r>
      <w:r>
        <w:rPr>
          <w:rtl/>
        </w:rPr>
        <w:t>پائي</w:t>
      </w:r>
      <w:r w:rsidR="00083993">
        <w:rPr>
          <w:rtl/>
        </w:rPr>
        <w:t xml:space="preserve">ں </w:t>
      </w:r>
      <w:r>
        <w:rPr>
          <w:rtl/>
        </w:rPr>
        <w:t>گے_</w:t>
      </w:r>
    </w:p>
    <w:p w:rsidR="001F628F" w:rsidRDefault="001F628F" w:rsidP="00E63CFA">
      <w:pPr>
        <w:pStyle w:val="libArabic"/>
        <w:rPr>
          <w:rtl/>
        </w:rPr>
      </w:pPr>
      <w:r>
        <w:rPr>
          <w:rFonts w:hint="eastAsia"/>
          <w:rtl/>
        </w:rPr>
        <w:t>و</w:t>
      </w:r>
      <w:r>
        <w:rPr>
          <w:rtl/>
        </w:rPr>
        <w:t xml:space="preserve"> من</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حقت</w:t>
      </w:r>
      <w:r>
        <w:rPr>
          <w:rtl/>
        </w:rPr>
        <w:t xml:space="preserve"> </w:t>
      </w:r>
      <w:r>
        <w:rPr>
          <w:rFonts w:hint="cs"/>
          <w:rtl/>
        </w:rPr>
        <w:t>علي</w:t>
      </w:r>
      <w:r w:rsidR="00120F63" w:rsidRPr="00ED5DE8">
        <w:rPr>
          <w:rFonts w:hint="cs"/>
          <w:rtl/>
        </w:rPr>
        <w:t>ه</w:t>
      </w:r>
      <w:r>
        <w:rPr>
          <w:rtl/>
        </w:rPr>
        <w:t xml:space="preserve"> </w:t>
      </w:r>
      <w:r>
        <w:rPr>
          <w:rFonts w:hint="cs"/>
          <w:rtl/>
        </w:rPr>
        <w:t>الضللة</w:t>
      </w:r>
      <w:r>
        <w:rPr>
          <w:rtl/>
        </w:rPr>
        <w:t xml:space="preserve"> ...</w:t>
      </w:r>
      <w:r>
        <w:rPr>
          <w:rFonts w:hint="cs"/>
          <w:rtl/>
        </w:rPr>
        <w:t>فانَّ</w:t>
      </w:r>
      <w:r>
        <w:rPr>
          <w:rtl/>
        </w:rPr>
        <w:t xml:space="preserve"> </w:t>
      </w:r>
      <w:r>
        <w:rPr>
          <w:rFonts w:hint="cs"/>
          <w:rtl/>
        </w:rPr>
        <w:t>اللّ</w:t>
      </w:r>
      <w:r w:rsidR="00120F63" w:rsidRPr="00ED5DE8">
        <w:rPr>
          <w:rFonts w:hint="cs"/>
          <w:rtl/>
        </w:rPr>
        <w:t>ه</w:t>
      </w:r>
      <w:r>
        <w:rPr>
          <w:rtl/>
        </w:rPr>
        <w:t xml:space="preserve"> </w:t>
      </w:r>
      <w:r>
        <w:rPr>
          <w:rFonts w:hint="cs"/>
          <w:rtl/>
        </w:rPr>
        <w:t>لا</w:t>
      </w:r>
      <w:r>
        <w:rPr>
          <w:rtl/>
        </w:rPr>
        <w:t xml:space="preserve"> ي</w:t>
      </w:r>
      <w:r w:rsidR="00120F63" w:rsidRPr="00ED5DE8">
        <w:rPr>
          <w:rFonts w:hint="cs"/>
          <w:rtl/>
        </w:rPr>
        <w:t>ه</w:t>
      </w:r>
      <w:r>
        <w:rPr>
          <w:rFonts w:hint="cs"/>
          <w:rtl/>
        </w:rPr>
        <w:t>دى</w:t>
      </w:r>
      <w:r>
        <w:rPr>
          <w:rtl/>
        </w:rPr>
        <w:t xml:space="preserve"> </w:t>
      </w:r>
      <w:r>
        <w:rPr>
          <w:rFonts w:hint="cs"/>
          <w:rtl/>
        </w:rPr>
        <w:t>م</w:t>
      </w:r>
      <w:r>
        <w:rPr>
          <w:rtl/>
        </w:rPr>
        <w:t>ن يضل</w:t>
      </w:r>
    </w:p>
    <w:p w:rsidR="001F628F" w:rsidRDefault="001F628F" w:rsidP="001F628F">
      <w:pPr>
        <w:pStyle w:val="libNormal"/>
        <w:rPr>
          <w:rtl/>
        </w:rPr>
      </w:pPr>
      <w:r>
        <w:rPr>
          <w:rtl/>
        </w:rPr>
        <w:t>7_ فقط مناسب ہدايت كرنے والے كى موجود گي، ہدايت پانے كے لے كافى نہي</w:t>
      </w:r>
      <w:r w:rsidR="00083993">
        <w:rPr>
          <w:rtl/>
        </w:rPr>
        <w:t xml:space="preserve">ں </w:t>
      </w:r>
      <w:r>
        <w:rPr>
          <w:rtl/>
        </w:rPr>
        <w:t>ہے_</w:t>
      </w:r>
    </w:p>
    <w:p w:rsidR="001F628F" w:rsidRDefault="001F628F" w:rsidP="00E63CFA">
      <w:pPr>
        <w:pStyle w:val="libArabic"/>
        <w:rPr>
          <w:rtl/>
        </w:rPr>
      </w:pPr>
      <w:r>
        <w:rPr>
          <w:rFonts w:hint="eastAsia"/>
          <w:rtl/>
        </w:rPr>
        <w:t>ان</w:t>
      </w:r>
      <w:r>
        <w:rPr>
          <w:rtl/>
        </w:rPr>
        <w:t xml:space="preserve"> تحرص على </w:t>
      </w:r>
      <w:r w:rsidR="00120F63" w:rsidRPr="00ED5DE8">
        <w:rPr>
          <w:rFonts w:hint="cs"/>
          <w:rtl/>
        </w:rPr>
        <w:t>ه</w:t>
      </w:r>
      <w:r>
        <w:rPr>
          <w:rFonts w:hint="cs"/>
          <w:rtl/>
        </w:rPr>
        <w:t>د</w:t>
      </w:r>
      <w:r w:rsidR="00120F63" w:rsidRPr="00ED5DE8">
        <w:rPr>
          <w:rFonts w:hint="cs"/>
          <w:rtl/>
        </w:rPr>
        <w:t>ه</w:t>
      </w:r>
      <w:r>
        <w:rPr>
          <w:rFonts w:hint="cs"/>
          <w:rtl/>
        </w:rPr>
        <w:t>م</w:t>
      </w:r>
      <w:r>
        <w:rPr>
          <w:rtl/>
        </w:rPr>
        <w:t xml:space="preserve"> </w:t>
      </w:r>
      <w:r>
        <w:rPr>
          <w:rFonts w:hint="cs"/>
          <w:rtl/>
        </w:rPr>
        <w:t>فان</w:t>
      </w:r>
      <w:r>
        <w:rPr>
          <w:rtl/>
        </w:rPr>
        <w:t xml:space="preserve"> </w:t>
      </w:r>
      <w:r>
        <w:rPr>
          <w:rFonts w:hint="cs"/>
          <w:rtl/>
        </w:rPr>
        <w:t>اللّ</w:t>
      </w:r>
      <w:r w:rsidR="00120F63" w:rsidRPr="00ED5DE8">
        <w:rPr>
          <w:rFonts w:hint="cs"/>
          <w:rtl/>
        </w:rPr>
        <w:t>ه</w:t>
      </w:r>
      <w:r>
        <w:rPr>
          <w:rtl/>
        </w:rPr>
        <w:t xml:space="preserve"> </w:t>
      </w:r>
      <w:r>
        <w:rPr>
          <w:rFonts w:hint="cs"/>
          <w:rtl/>
        </w:rPr>
        <w:t>لا</w:t>
      </w:r>
      <w:r>
        <w:rPr>
          <w:rtl/>
        </w:rPr>
        <w:t xml:space="preserve"> </w:t>
      </w:r>
      <w:r>
        <w:rPr>
          <w:rFonts w:hint="cs"/>
          <w:rtl/>
        </w:rPr>
        <w:t>ي</w:t>
      </w:r>
      <w:r w:rsidR="00120F63" w:rsidRPr="00ED5DE8">
        <w:rPr>
          <w:rFonts w:hint="cs"/>
          <w:rtl/>
        </w:rPr>
        <w:t>ه</w:t>
      </w:r>
      <w:r>
        <w:rPr>
          <w:rFonts w:hint="cs"/>
          <w:rtl/>
        </w:rPr>
        <w:t>دى</w:t>
      </w:r>
      <w:r>
        <w:rPr>
          <w:rtl/>
        </w:rPr>
        <w:t xml:space="preserve"> </w:t>
      </w:r>
      <w:r>
        <w:rPr>
          <w:rFonts w:hint="cs"/>
          <w:rtl/>
        </w:rPr>
        <w:t>م</w:t>
      </w:r>
      <w:r>
        <w:rPr>
          <w:rtl/>
        </w:rPr>
        <w:t>ن يضل</w:t>
      </w:r>
    </w:p>
    <w:p w:rsidR="001F628F" w:rsidRDefault="001F628F" w:rsidP="00E63CFA">
      <w:pPr>
        <w:pStyle w:val="libNormal"/>
        <w:rPr>
          <w:rtl/>
        </w:rPr>
      </w:pPr>
      <w:r>
        <w:rPr>
          <w:rtl/>
        </w:rPr>
        <w:t>8_ گمراہ افراد ہر قسم كے يارو مددگار سے محروم ہي</w:t>
      </w:r>
      <w:r w:rsidR="00083993">
        <w:rPr>
          <w:rtl/>
        </w:rPr>
        <w:t xml:space="preserve">ں </w:t>
      </w:r>
      <w:r>
        <w:rPr>
          <w:rtl/>
        </w:rPr>
        <w:t>_</w:t>
      </w:r>
      <w:r w:rsidRPr="00E63CFA">
        <w:rPr>
          <w:rStyle w:val="libArabicChar"/>
          <w:rFonts w:hint="eastAsia"/>
          <w:rtl/>
        </w:rPr>
        <w:t>فان</w:t>
      </w:r>
      <w:r w:rsidRPr="00E63CFA">
        <w:rPr>
          <w:rStyle w:val="libArabicChar"/>
          <w:rtl/>
        </w:rPr>
        <w:t xml:space="preserve"> 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00120F63" w:rsidRPr="00B2551F">
        <w:rPr>
          <w:rStyle w:val="libArabicChar"/>
          <w:rFonts w:hint="cs"/>
          <w:rtl/>
        </w:rPr>
        <w:t>ه</w:t>
      </w:r>
      <w:r w:rsidRPr="00E63CFA">
        <w:rPr>
          <w:rStyle w:val="libArabicChar"/>
          <w:rFonts w:hint="cs"/>
          <w:rtl/>
        </w:rPr>
        <w:t>دى</w:t>
      </w:r>
      <w:r w:rsidRPr="00E63CFA">
        <w:rPr>
          <w:rStyle w:val="libArabicChar"/>
          <w:rtl/>
        </w:rPr>
        <w:t xml:space="preserve"> </w:t>
      </w:r>
      <w:r w:rsidRPr="00E63CFA">
        <w:rPr>
          <w:rStyle w:val="libArabicChar"/>
          <w:rFonts w:hint="cs"/>
          <w:rtl/>
        </w:rPr>
        <w:t>من</w:t>
      </w:r>
      <w:r w:rsidRPr="00E63CFA">
        <w:rPr>
          <w:rStyle w:val="libArabicChar"/>
          <w:rtl/>
        </w:rPr>
        <w:t xml:space="preserve"> </w:t>
      </w:r>
      <w:r w:rsidRPr="00E63CFA">
        <w:rPr>
          <w:rStyle w:val="libArabicChar"/>
          <w:rFonts w:hint="cs"/>
          <w:rtl/>
        </w:rPr>
        <w:t>يضل</w:t>
      </w:r>
      <w:r w:rsidRPr="00E63CFA">
        <w:rPr>
          <w:rStyle w:val="libArabicChar"/>
          <w:rtl/>
        </w:rPr>
        <w:t xml:space="preserve"> </w:t>
      </w:r>
      <w:r w:rsidRPr="00E63CFA">
        <w:rPr>
          <w:rStyle w:val="libArabicChar"/>
          <w:rFonts w:hint="cs"/>
          <w:rtl/>
        </w:rPr>
        <w:t>وما</w:t>
      </w:r>
      <w:r w:rsidRPr="00E63CFA">
        <w:rPr>
          <w:rStyle w:val="libArabicChar"/>
          <w:rtl/>
        </w:rPr>
        <w:t xml:space="preserve"> </w:t>
      </w:r>
      <w:r w:rsidRPr="00E63CFA">
        <w:rPr>
          <w:rStyle w:val="libArabicChar"/>
          <w:rFonts w:hint="cs"/>
          <w:rtl/>
        </w:rPr>
        <w:t>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من</w:t>
      </w:r>
      <w:r w:rsidRPr="00E63CFA">
        <w:rPr>
          <w:rStyle w:val="libArabicChar"/>
          <w:rtl/>
        </w:rPr>
        <w:t xml:space="preserve"> </w:t>
      </w:r>
      <w:r w:rsidR="00EB3D31" w:rsidRPr="00EB3D31">
        <w:rPr>
          <w:rStyle w:val="libArabicChar"/>
          <w:rtl/>
        </w:rPr>
        <w:t>ناصرين</w:t>
      </w:r>
    </w:p>
    <w:p w:rsidR="001F628F" w:rsidRDefault="001F628F" w:rsidP="00E63CFA">
      <w:pPr>
        <w:pStyle w:val="libNormal"/>
        <w:rPr>
          <w:rtl/>
        </w:rPr>
      </w:pPr>
      <w:r>
        <w:rPr>
          <w:rtl/>
        </w:rPr>
        <w:t>9_ خداوند عالم كى ہدايت سے محروم ، بے يارو مددگار لوگ ہي</w:t>
      </w:r>
      <w:r w:rsidR="00083993">
        <w:rPr>
          <w:rtl/>
        </w:rPr>
        <w:t xml:space="preserve">ں </w:t>
      </w:r>
      <w:r>
        <w:rPr>
          <w:rtl/>
        </w:rPr>
        <w:t>_</w:t>
      </w:r>
      <w:r w:rsidRPr="00E63CFA">
        <w:rPr>
          <w:rStyle w:val="libArabicChar"/>
          <w:rFonts w:hint="eastAsia"/>
          <w:rtl/>
        </w:rPr>
        <w:t>فان</w:t>
      </w:r>
      <w:r w:rsidRPr="00E63CFA">
        <w:rPr>
          <w:rStyle w:val="libArabicChar"/>
          <w:rtl/>
        </w:rPr>
        <w:t xml:space="preserve"> 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00120F63" w:rsidRPr="00B2551F">
        <w:rPr>
          <w:rStyle w:val="libArabicChar"/>
          <w:rFonts w:hint="cs"/>
          <w:rtl/>
        </w:rPr>
        <w:t>ه</w:t>
      </w:r>
      <w:r w:rsidRPr="00E63CFA">
        <w:rPr>
          <w:rStyle w:val="libArabicChar"/>
          <w:rFonts w:hint="cs"/>
          <w:rtl/>
        </w:rPr>
        <w:t>دى</w:t>
      </w:r>
      <w:r w:rsidRPr="00E63CFA">
        <w:rPr>
          <w:rStyle w:val="libArabicChar"/>
          <w:rtl/>
        </w:rPr>
        <w:t xml:space="preserve"> </w:t>
      </w:r>
      <w:r w:rsidRPr="00E63CFA">
        <w:rPr>
          <w:rStyle w:val="libArabicChar"/>
          <w:rFonts w:hint="cs"/>
          <w:rtl/>
        </w:rPr>
        <w:t>من</w:t>
      </w:r>
      <w:r w:rsidRPr="00E63CFA">
        <w:rPr>
          <w:rStyle w:val="libArabicChar"/>
          <w:rtl/>
        </w:rPr>
        <w:t xml:space="preserve"> </w:t>
      </w:r>
      <w:r w:rsidRPr="00E63CFA">
        <w:rPr>
          <w:rStyle w:val="libArabicChar"/>
          <w:rFonts w:hint="cs"/>
          <w:rtl/>
        </w:rPr>
        <w:t>يضل</w:t>
      </w:r>
      <w:r w:rsidRPr="00E63CFA">
        <w:rPr>
          <w:rStyle w:val="libArabicChar"/>
          <w:rtl/>
        </w:rPr>
        <w:t xml:space="preserve"> </w:t>
      </w:r>
      <w:r w:rsidRPr="00E63CFA">
        <w:rPr>
          <w:rStyle w:val="libArabicChar"/>
          <w:rFonts w:hint="cs"/>
          <w:rtl/>
        </w:rPr>
        <w:t>وما</w:t>
      </w:r>
      <w:r w:rsidRPr="00E63CFA">
        <w:rPr>
          <w:rStyle w:val="libArabicChar"/>
          <w:rtl/>
        </w:rPr>
        <w:t xml:space="preserve"> </w:t>
      </w:r>
      <w:r w:rsidRPr="00E63CFA">
        <w:rPr>
          <w:rStyle w:val="libArabicChar"/>
          <w:rFonts w:hint="cs"/>
          <w:rtl/>
        </w:rPr>
        <w:t>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من</w:t>
      </w:r>
      <w:r w:rsidRPr="00E63CFA">
        <w:rPr>
          <w:rStyle w:val="libArabicChar"/>
          <w:rtl/>
        </w:rPr>
        <w:t xml:space="preserve"> </w:t>
      </w:r>
      <w:r w:rsidR="00EB3D31" w:rsidRPr="00EB3D31">
        <w:rPr>
          <w:rStyle w:val="libArabicChar"/>
          <w:rtl/>
        </w:rPr>
        <w:t>ناصرين</w:t>
      </w:r>
    </w:p>
    <w:p w:rsidR="001F628F" w:rsidRDefault="001F628F" w:rsidP="001F628F">
      <w:pPr>
        <w:pStyle w:val="libNormal"/>
        <w:rPr>
          <w:rtl/>
        </w:rPr>
      </w:pPr>
      <w:r>
        <w:rPr>
          <w:rtl/>
        </w:rPr>
        <w:t>10_ہدايت پانے والے ، خداوند عالم كى عنايت اور معاون و مددگار كے حامل ہو</w:t>
      </w:r>
      <w:r w:rsidR="00083993">
        <w:rPr>
          <w:rtl/>
        </w:rPr>
        <w:t xml:space="preserve">ں </w:t>
      </w:r>
      <w:r>
        <w:rPr>
          <w:rtl/>
        </w:rPr>
        <w:t>گے_</w:t>
      </w:r>
    </w:p>
    <w:p w:rsidR="001F628F" w:rsidRDefault="001F628F" w:rsidP="00E63CFA">
      <w:pPr>
        <w:pStyle w:val="libArabic"/>
        <w:rPr>
          <w:rtl/>
        </w:rPr>
      </w:pPr>
      <w:r>
        <w:rPr>
          <w:rFonts w:hint="eastAsia"/>
          <w:rtl/>
        </w:rPr>
        <w:t>فمن</w:t>
      </w:r>
      <w:r w:rsidR="00120F63" w:rsidRPr="00ED5DE8">
        <w:rPr>
          <w:rFonts w:hint="cs"/>
          <w:rtl/>
        </w:rPr>
        <w:t>ه</w:t>
      </w:r>
      <w:r>
        <w:rPr>
          <w:rFonts w:hint="cs"/>
          <w:rtl/>
        </w:rPr>
        <w:t>م</w:t>
      </w:r>
      <w:r>
        <w:rPr>
          <w:rtl/>
        </w:rPr>
        <w:t xml:space="preserve"> من </w:t>
      </w:r>
      <w:r w:rsidR="00120F63" w:rsidRPr="00ED5DE8">
        <w:rPr>
          <w:rFonts w:hint="cs"/>
          <w:rtl/>
        </w:rPr>
        <w:t>ه</w:t>
      </w:r>
      <w:r>
        <w:rPr>
          <w:rFonts w:hint="cs"/>
          <w:rtl/>
        </w:rPr>
        <w:t>دى</w:t>
      </w:r>
      <w:r>
        <w:rPr>
          <w:rtl/>
        </w:rPr>
        <w:t xml:space="preserve"> </w:t>
      </w:r>
      <w:r>
        <w:rPr>
          <w:rFonts w:hint="cs"/>
          <w:rtl/>
        </w:rPr>
        <w:t>اللّ</w:t>
      </w:r>
      <w:r w:rsidR="00120F63" w:rsidRPr="00ED5DE8">
        <w:rPr>
          <w:rFonts w:hint="cs"/>
          <w:rtl/>
        </w:rPr>
        <w:t>ه</w:t>
      </w:r>
      <w:r>
        <w:rPr>
          <w:rtl/>
        </w:rPr>
        <w:t xml:space="preserve"> </w:t>
      </w:r>
      <w:r>
        <w:rPr>
          <w:rFonts w:hint="cs"/>
          <w:rtl/>
        </w:rPr>
        <w:t>و</w:t>
      </w:r>
      <w:r>
        <w:rPr>
          <w:rtl/>
        </w:rPr>
        <w:t xml:space="preserve"> </w:t>
      </w:r>
      <w:r>
        <w:rPr>
          <w:rFonts w:hint="cs"/>
          <w:rtl/>
        </w:rPr>
        <w:t>من</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حقت</w:t>
      </w:r>
      <w:r>
        <w:rPr>
          <w:rtl/>
        </w:rPr>
        <w:t xml:space="preserve"> </w:t>
      </w:r>
      <w:r>
        <w:rPr>
          <w:rFonts w:hint="cs"/>
          <w:rtl/>
        </w:rPr>
        <w:t>علي</w:t>
      </w:r>
      <w:r w:rsidR="00120F63" w:rsidRPr="00ED5DE8">
        <w:rPr>
          <w:rFonts w:hint="cs"/>
          <w:rtl/>
        </w:rPr>
        <w:t>ه</w:t>
      </w:r>
      <w:r>
        <w:rPr>
          <w:rtl/>
        </w:rPr>
        <w:t xml:space="preserve"> </w:t>
      </w:r>
      <w:r>
        <w:rPr>
          <w:rFonts w:hint="cs"/>
          <w:rtl/>
        </w:rPr>
        <w:t>الضللة</w:t>
      </w:r>
      <w:r>
        <w:rPr>
          <w:rtl/>
        </w:rPr>
        <w:t xml:space="preserve"> ...</w:t>
      </w:r>
      <w:r>
        <w:rPr>
          <w:rFonts w:hint="cs"/>
          <w:rtl/>
        </w:rPr>
        <w:t>فان</w:t>
      </w:r>
      <w:r>
        <w:rPr>
          <w:rtl/>
        </w:rPr>
        <w:t xml:space="preserve"> </w:t>
      </w:r>
      <w:r>
        <w:rPr>
          <w:rFonts w:hint="cs"/>
          <w:rtl/>
        </w:rPr>
        <w:t>اللّ</w:t>
      </w:r>
      <w:r w:rsidR="00120F63" w:rsidRPr="00ED5DE8">
        <w:rPr>
          <w:rFonts w:hint="cs"/>
          <w:rtl/>
        </w:rPr>
        <w:t>ه</w:t>
      </w:r>
      <w:r>
        <w:rPr>
          <w:rtl/>
        </w:rPr>
        <w:t xml:space="preserve"> </w:t>
      </w:r>
      <w:r>
        <w:rPr>
          <w:rFonts w:hint="cs"/>
          <w:rtl/>
        </w:rPr>
        <w:t>ي</w:t>
      </w:r>
      <w:r w:rsidR="00120F63" w:rsidRPr="00ED5DE8">
        <w:rPr>
          <w:rFonts w:hint="cs"/>
          <w:rtl/>
        </w:rPr>
        <w:t>ه</w:t>
      </w:r>
      <w:r>
        <w:rPr>
          <w:rFonts w:hint="cs"/>
          <w:rtl/>
        </w:rPr>
        <w:t>دى</w:t>
      </w:r>
      <w:r>
        <w:rPr>
          <w:rtl/>
        </w:rPr>
        <w:t xml:space="preserve"> </w:t>
      </w:r>
      <w:r>
        <w:rPr>
          <w:rFonts w:hint="cs"/>
          <w:rtl/>
        </w:rPr>
        <w:t>من</w:t>
      </w:r>
      <w:r>
        <w:rPr>
          <w:rtl/>
        </w:rPr>
        <w:t xml:space="preserve"> </w:t>
      </w:r>
      <w:r>
        <w:rPr>
          <w:rFonts w:hint="cs"/>
          <w:rtl/>
        </w:rPr>
        <w:t>يضل</w:t>
      </w:r>
      <w:r>
        <w:rPr>
          <w:rtl/>
        </w:rPr>
        <w:t xml:space="preserve"> </w:t>
      </w:r>
      <w:r>
        <w:rPr>
          <w:rFonts w:hint="cs"/>
          <w:rtl/>
        </w:rPr>
        <w:t>وما</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من</w:t>
      </w:r>
      <w:r>
        <w:rPr>
          <w:rtl/>
        </w:rPr>
        <w:t xml:space="preserve"> </w:t>
      </w:r>
      <w:r w:rsidR="00EB3D31" w:rsidRPr="00EB3D31">
        <w:rPr>
          <w:rtl/>
        </w:rPr>
        <w:t>ناصرين</w:t>
      </w:r>
    </w:p>
    <w:p w:rsidR="001F628F" w:rsidRDefault="001F628F" w:rsidP="001F628F">
      <w:pPr>
        <w:pStyle w:val="libNormal"/>
        <w:rPr>
          <w:rtl/>
        </w:rPr>
      </w:pPr>
      <w:r>
        <w:rPr>
          <w:rFonts w:hint="eastAsia"/>
          <w:rtl/>
        </w:rPr>
        <w:t>چونكہ</w:t>
      </w:r>
      <w:r>
        <w:rPr>
          <w:rtl/>
        </w:rPr>
        <w:t xml:space="preserve"> خداوند عالم نے لوگو</w:t>
      </w:r>
      <w:r w:rsidR="00083993">
        <w:rPr>
          <w:rtl/>
        </w:rPr>
        <w:t xml:space="preserve">ں </w:t>
      </w:r>
      <w:r>
        <w:rPr>
          <w:rtl/>
        </w:rPr>
        <w:t>كے دو گروہ ، ہدايت قبول كرنے والے اور گمراہ افراد كو بيان كيا ہے اورگمراہ افراد كو خدائي ہدايت سے محروم اور بے يارو مددگار قرار ديا ہے لہذا قرينہ مقابلہ كى بناء پر مذكورہ نكتہ كا استفادہ كيا جاسكتا ہے_</w:t>
      </w:r>
    </w:p>
    <w:p w:rsidR="001F628F" w:rsidRDefault="001E7F9D" w:rsidP="00F73EDE">
      <w:pPr>
        <w:pStyle w:val="libPoemTini"/>
        <w:rPr>
          <w:rtl/>
        </w:rPr>
      </w:pPr>
      <w:r>
        <w:rPr>
          <w:rtl/>
        </w:rPr>
        <w:br w:type="page"/>
      </w:r>
    </w:p>
    <w:p w:rsidR="001F628F" w:rsidRDefault="001F628F" w:rsidP="00E63CFA">
      <w:pPr>
        <w:pStyle w:val="libNormal"/>
        <w:rPr>
          <w:rtl/>
        </w:rPr>
      </w:pPr>
      <w:r>
        <w:rPr>
          <w:rFonts w:hint="eastAsia"/>
          <w:rtl/>
        </w:rPr>
        <w:lastRenderedPageBreak/>
        <w:t>الله</w:t>
      </w:r>
      <w:r>
        <w:rPr>
          <w:rtl/>
        </w:rPr>
        <w:t xml:space="preserve"> تعالي:</w:t>
      </w:r>
      <w:r>
        <w:rPr>
          <w:rFonts w:hint="eastAsia"/>
          <w:rtl/>
        </w:rPr>
        <w:t>الله</w:t>
      </w:r>
      <w:r>
        <w:rPr>
          <w:rtl/>
        </w:rPr>
        <w:t xml:space="preserve"> تعالى كا كردار5; الله تعالى كى مشيت كے آثار 3; الله تعالى كى ہدايت سے محروم9; الله تعالى كے گمراہ كرنے كى خصوصيات2</w:t>
      </w:r>
    </w:p>
    <w:p w:rsidR="001F628F" w:rsidRDefault="003D0BA1" w:rsidP="00E63CFA">
      <w:pPr>
        <w:pStyle w:val="libNormal"/>
        <w:rPr>
          <w:rtl/>
        </w:rPr>
      </w:pPr>
      <w:r>
        <w:rPr>
          <w:rFonts w:hint="eastAsia"/>
          <w:rtl/>
        </w:rPr>
        <w:t>انبياء</w:t>
      </w:r>
      <w:r w:rsidR="001F628F">
        <w:rPr>
          <w:rtl/>
        </w:rPr>
        <w:t>:</w:t>
      </w:r>
      <w:r w:rsidR="001F628F">
        <w:rPr>
          <w:rFonts w:hint="eastAsia"/>
          <w:rtl/>
        </w:rPr>
        <w:t>انبياء</w:t>
      </w:r>
      <w:r w:rsidR="001F628F">
        <w:rPr>
          <w:rtl/>
        </w:rPr>
        <w:t xml:space="preserve"> كى ہدايت كے تاثير كى شرائط 4</w:t>
      </w:r>
    </w:p>
    <w:p w:rsidR="001F628F" w:rsidRDefault="001F628F" w:rsidP="00E63CFA">
      <w:pPr>
        <w:pStyle w:val="libNormal"/>
        <w:rPr>
          <w:rtl/>
        </w:rPr>
      </w:pPr>
      <w:r>
        <w:rPr>
          <w:rFonts w:hint="eastAsia"/>
          <w:rtl/>
        </w:rPr>
        <w:t>گمراہ</w:t>
      </w:r>
      <w:r>
        <w:rPr>
          <w:rtl/>
        </w:rPr>
        <w:t>:</w:t>
      </w:r>
      <w:r>
        <w:rPr>
          <w:rFonts w:hint="eastAsia"/>
          <w:rtl/>
        </w:rPr>
        <w:t>گمراہو</w:t>
      </w:r>
      <w:r w:rsidR="00083993">
        <w:rPr>
          <w:rFonts w:hint="eastAsia"/>
          <w:rtl/>
        </w:rPr>
        <w:t xml:space="preserve">ں </w:t>
      </w:r>
      <w:r>
        <w:rPr>
          <w:rtl/>
        </w:rPr>
        <w:t>كا بے يارو مددگار ہونا 8،9;گمراہو</w:t>
      </w:r>
      <w:r w:rsidR="00083993">
        <w:rPr>
          <w:rtl/>
        </w:rPr>
        <w:t xml:space="preserve">ں </w:t>
      </w:r>
      <w:r>
        <w:rPr>
          <w:rtl/>
        </w:rPr>
        <w:t>كا ہدايت نہ پانا2،6; گمراہو</w:t>
      </w:r>
      <w:r w:rsidR="00083993">
        <w:rPr>
          <w:rtl/>
        </w:rPr>
        <w:t xml:space="preserve">ں </w:t>
      </w:r>
      <w:r>
        <w:rPr>
          <w:rtl/>
        </w:rPr>
        <w:t>كى محروميت8; گمراہو</w:t>
      </w:r>
      <w:r w:rsidR="00083993">
        <w:rPr>
          <w:rtl/>
        </w:rPr>
        <w:t xml:space="preserve">ں </w:t>
      </w:r>
      <w:r>
        <w:rPr>
          <w:rtl/>
        </w:rPr>
        <w:t>كى ہدايت كے شرائط3،4</w:t>
      </w:r>
    </w:p>
    <w:p w:rsidR="001F628F" w:rsidRDefault="001F628F" w:rsidP="00E63CFA">
      <w:pPr>
        <w:pStyle w:val="libNormal"/>
        <w:rPr>
          <w:rtl/>
        </w:rPr>
      </w:pPr>
      <w:r>
        <w:rPr>
          <w:rFonts w:hint="eastAsia"/>
          <w:rtl/>
        </w:rPr>
        <w:t>گمراہي</w:t>
      </w:r>
      <w:r>
        <w:rPr>
          <w:rtl/>
        </w:rPr>
        <w:t>:</w:t>
      </w:r>
      <w:r>
        <w:rPr>
          <w:rFonts w:hint="eastAsia"/>
          <w:rtl/>
        </w:rPr>
        <w:t>گمراہى</w:t>
      </w:r>
      <w:r>
        <w:rPr>
          <w:rtl/>
        </w:rPr>
        <w:t xml:space="preserve"> كا سرچشمہ 5</w:t>
      </w:r>
    </w:p>
    <w:p w:rsidR="001F628F" w:rsidRDefault="001F628F" w:rsidP="00E63CFA">
      <w:pPr>
        <w:pStyle w:val="libNormal"/>
        <w:rPr>
          <w:rtl/>
        </w:rPr>
      </w:pPr>
      <w:r>
        <w:rPr>
          <w:rFonts w:hint="eastAsia"/>
          <w:rtl/>
        </w:rPr>
        <w:t>لطف</w:t>
      </w:r>
      <w:r>
        <w:rPr>
          <w:rtl/>
        </w:rPr>
        <w:t xml:space="preserve"> خدا:</w:t>
      </w:r>
      <w:r>
        <w:rPr>
          <w:rFonts w:hint="eastAsia"/>
          <w:rtl/>
        </w:rPr>
        <w:t>لطف</w:t>
      </w:r>
      <w:r>
        <w:rPr>
          <w:rtl/>
        </w:rPr>
        <w:t xml:space="preserve"> خدا كے شامل حال افراد 10</w:t>
      </w:r>
    </w:p>
    <w:p w:rsidR="001F628F" w:rsidRDefault="001F628F" w:rsidP="00E63CFA">
      <w:pPr>
        <w:pStyle w:val="libNormal"/>
        <w:rPr>
          <w:rtl/>
        </w:rPr>
      </w:pPr>
      <w:r>
        <w:rPr>
          <w:rFonts w:hint="eastAsia"/>
          <w:rtl/>
        </w:rPr>
        <w:t>محمد</w:t>
      </w:r>
      <w:r>
        <w:rPr>
          <w:rtl/>
        </w:rPr>
        <w:t>:</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كى ہدايت 1; حضرت محمد</w:t>
      </w:r>
      <w:r w:rsidR="00F031CD" w:rsidRPr="00F031CD">
        <w:rPr>
          <w:rStyle w:val="libAlaemChar"/>
          <w:rtl/>
        </w:rPr>
        <w:t xml:space="preserve"> صلى‌الله‌عليه‌وآله‌وسلم </w:t>
      </w:r>
      <w:r>
        <w:rPr>
          <w:rtl/>
        </w:rPr>
        <w:t xml:space="preserve"> كى ہدايت كے اثر كے شرائط3; حضرت محمد</w:t>
      </w:r>
      <w:r w:rsidR="00F031CD" w:rsidRPr="00F031CD">
        <w:rPr>
          <w:rStyle w:val="libAlaemChar"/>
          <w:rtl/>
        </w:rPr>
        <w:t xml:space="preserve"> صلى‌الله‌عليه‌وآله‌وسلم </w:t>
      </w:r>
      <w:r>
        <w:rPr>
          <w:rtl/>
        </w:rPr>
        <w:t xml:space="preserve"> كے پسنديدہ 1</w:t>
      </w:r>
    </w:p>
    <w:p w:rsidR="001F628F" w:rsidRDefault="001F628F" w:rsidP="00E63CFA">
      <w:pPr>
        <w:pStyle w:val="libNormal"/>
        <w:rPr>
          <w:rtl/>
        </w:rPr>
      </w:pPr>
      <w:r>
        <w:rPr>
          <w:rFonts w:hint="eastAsia"/>
          <w:rtl/>
        </w:rPr>
        <w:t>مشركين</w:t>
      </w:r>
      <w:r>
        <w:rPr>
          <w:rtl/>
        </w:rPr>
        <w:t>:</w:t>
      </w:r>
      <w:r>
        <w:rPr>
          <w:rFonts w:hint="eastAsia"/>
          <w:rtl/>
        </w:rPr>
        <w:t>مشركين</w:t>
      </w:r>
      <w:r>
        <w:rPr>
          <w:rtl/>
        </w:rPr>
        <w:t xml:space="preserve"> كى ہدايت1</w:t>
      </w:r>
    </w:p>
    <w:p w:rsidR="001F628F" w:rsidRDefault="001F628F" w:rsidP="00E63CFA">
      <w:pPr>
        <w:pStyle w:val="libNormal"/>
        <w:rPr>
          <w:rtl/>
        </w:rPr>
      </w:pPr>
      <w:r>
        <w:rPr>
          <w:rFonts w:hint="eastAsia"/>
          <w:rtl/>
        </w:rPr>
        <w:t>ہدايت</w:t>
      </w:r>
      <w:r>
        <w:rPr>
          <w:rtl/>
        </w:rPr>
        <w:t>:</w:t>
      </w:r>
      <w:r>
        <w:rPr>
          <w:rFonts w:hint="eastAsia"/>
          <w:rtl/>
        </w:rPr>
        <w:t>ہدايت</w:t>
      </w:r>
      <w:r>
        <w:rPr>
          <w:rtl/>
        </w:rPr>
        <w:t xml:space="preserve"> كا سرچشمہ5; ہدايت كے شرائط 7</w:t>
      </w:r>
    </w:p>
    <w:p w:rsidR="001F628F" w:rsidRDefault="001F628F" w:rsidP="00E63CFA">
      <w:pPr>
        <w:pStyle w:val="libNormal"/>
        <w:rPr>
          <w:rtl/>
        </w:rPr>
      </w:pPr>
      <w:r>
        <w:rPr>
          <w:rFonts w:hint="eastAsia"/>
          <w:rtl/>
        </w:rPr>
        <w:t>ہدايت</w:t>
      </w:r>
      <w:r>
        <w:rPr>
          <w:rtl/>
        </w:rPr>
        <w:t xml:space="preserve"> پانے والے:</w:t>
      </w:r>
      <w:r>
        <w:rPr>
          <w:rFonts w:hint="eastAsia"/>
          <w:rtl/>
        </w:rPr>
        <w:t>ہدايت</w:t>
      </w:r>
      <w:r>
        <w:rPr>
          <w:rtl/>
        </w:rPr>
        <w:t xml:space="preserve"> پانے والو</w:t>
      </w:r>
      <w:r w:rsidR="00083993">
        <w:rPr>
          <w:rtl/>
        </w:rPr>
        <w:t xml:space="preserve">ں </w:t>
      </w:r>
      <w:r>
        <w:rPr>
          <w:rtl/>
        </w:rPr>
        <w:t>كا مددگار 10; ہدايت پانے والو</w:t>
      </w:r>
      <w:r w:rsidR="00083993">
        <w:rPr>
          <w:rtl/>
        </w:rPr>
        <w:t xml:space="preserve">ں </w:t>
      </w:r>
      <w:r>
        <w:rPr>
          <w:rtl/>
        </w:rPr>
        <w:t>كے فضائل 10</w:t>
      </w:r>
    </w:p>
    <w:p w:rsidR="001F628F" w:rsidRDefault="001F628F" w:rsidP="001F628F">
      <w:pPr>
        <w:pStyle w:val="libNormal"/>
        <w:rPr>
          <w:rtl/>
        </w:rPr>
      </w:pPr>
      <w:r>
        <w:rPr>
          <w:rFonts w:hint="eastAsia"/>
          <w:rtl/>
        </w:rPr>
        <w:t>ہدايت</w:t>
      </w:r>
      <w:r>
        <w:rPr>
          <w:rtl/>
        </w:rPr>
        <w:t xml:space="preserve"> قبول نہ كرنے والے:2</w:t>
      </w:r>
    </w:p>
    <w:p w:rsidR="00E63CFA" w:rsidRPr="00120F63" w:rsidRDefault="00E63CFA" w:rsidP="00E63CFA">
      <w:pPr>
        <w:pStyle w:val="Heading2Center"/>
        <w:rPr>
          <w:rtl/>
        </w:rPr>
      </w:pPr>
      <w:bookmarkStart w:id="184" w:name="_Toc28081862"/>
      <w:r>
        <w:rPr>
          <w:rFonts w:hint="cs"/>
          <w:rtl/>
        </w:rPr>
        <w:t xml:space="preserve">آیت </w:t>
      </w:r>
      <w:r w:rsidRPr="00120F63">
        <w:rPr>
          <w:rFonts w:hint="cs"/>
          <w:rtl/>
        </w:rPr>
        <w:t>38</w:t>
      </w:r>
      <w:bookmarkEnd w:id="184"/>
    </w:p>
    <w:p w:rsidR="001F628F" w:rsidRDefault="00E260F9" w:rsidP="00E63CFA">
      <w:pPr>
        <w:pStyle w:val="libNormal"/>
        <w:rPr>
          <w:rtl/>
        </w:rPr>
      </w:pPr>
      <w:r w:rsidRPr="00E260F9">
        <w:rPr>
          <w:rStyle w:val="libAlaemChar"/>
          <w:rFonts w:hint="eastAsia"/>
          <w:rtl/>
        </w:rPr>
        <w:t>(</w:t>
      </w:r>
      <w:r w:rsidRPr="00E63CFA">
        <w:rPr>
          <w:rStyle w:val="libAieChar"/>
          <w:rFonts w:hint="eastAsia"/>
          <w:rtl/>
        </w:rPr>
        <w:t>وَأَقْسَمُواْ</w:t>
      </w:r>
      <w:r w:rsidRPr="00E63CFA">
        <w:rPr>
          <w:rStyle w:val="libAieChar"/>
          <w:rtl/>
        </w:rPr>
        <w:t xml:space="preserve"> بِاللّهِ جَهْدَ أَيْمَانِهِمْ لاَ يَبْعَثُ اللّهُ مَن يَمُوتُ بَلَى وَعْداً عَلَيْهِ حَقّاً وَلـكِنَّ أَكْثَرَ النَّاسِ لاَ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ان</w:t>
      </w:r>
      <w:r>
        <w:rPr>
          <w:rtl/>
        </w:rPr>
        <w:t xml:space="preserve"> لوگو</w:t>
      </w:r>
      <w:r w:rsidR="00083993">
        <w:rPr>
          <w:rtl/>
        </w:rPr>
        <w:t xml:space="preserve">ں </w:t>
      </w:r>
      <w:r>
        <w:rPr>
          <w:rtl/>
        </w:rPr>
        <w:t>نے واقعى اللہ كى قسم كھائي تھى كہ اللہ مرنے والو</w:t>
      </w:r>
      <w:r w:rsidR="00083993">
        <w:rPr>
          <w:rtl/>
        </w:rPr>
        <w:t xml:space="preserve">ں </w:t>
      </w:r>
      <w:r>
        <w:rPr>
          <w:rtl/>
        </w:rPr>
        <w:t>كو دوبارہ زندہ نہي</w:t>
      </w:r>
      <w:r w:rsidR="00083993">
        <w:rPr>
          <w:rtl/>
        </w:rPr>
        <w:t xml:space="preserve">ں </w:t>
      </w:r>
      <w:r>
        <w:rPr>
          <w:rtl/>
        </w:rPr>
        <w:t>كرسكتا ہے حالانكہ يہ اس كا برحق وعدہ ہے يہ اور بات ہے كہ اكثر لوگ اس حقيقت سے باخبر نہي</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1_ انسانو</w:t>
      </w:r>
      <w:r w:rsidR="00083993">
        <w:rPr>
          <w:rtl/>
        </w:rPr>
        <w:t xml:space="preserve">ں </w:t>
      </w:r>
      <w:r>
        <w:rPr>
          <w:rtl/>
        </w:rPr>
        <w:t>كى اخروى حيات كے انكار كے ليے ، مشركين كا الله كى قسم كھانا_</w:t>
      </w:r>
    </w:p>
    <w:p w:rsidR="00E63CFA" w:rsidRDefault="00E63CFA" w:rsidP="00E63CFA">
      <w:pPr>
        <w:pStyle w:val="libArabic"/>
        <w:rPr>
          <w:rtl/>
        </w:rPr>
      </w:pPr>
      <w:r>
        <w:rPr>
          <w:rFonts w:hint="eastAsia"/>
          <w:rtl/>
        </w:rPr>
        <w:t>واقسموا</w:t>
      </w:r>
      <w:r>
        <w:rPr>
          <w:rtl/>
        </w:rPr>
        <w:t xml:space="preserve"> باللّ</w:t>
      </w:r>
      <w:r w:rsidR="00120F63" w:rsidRPr="00ED5DE8">
        <w:rPr>
          <w:rFonts w:hint="cs"/>
          <w:rtl/>
        </w:rPr>
        <w:t>ه</w:t>
      </w:r>
      <w:r>
        <w:rPr>
          <w:rtl/>
        </w:rPr>
        <w:t xml:space="preserve"> </w:t>
      </w:r>
      <w:r>
        <w:rPr>
          <w:rFonts w:hint="cs"/>
          <w:rtl/>
        </w:rPr>
        <w:t>ج</w:t>
      </w:r>
      <w:r w:rsidR="00F21947" w:rsidRPr="00B2551F">
        <w:rPr>
          <w:rFonts w:hint="cs"/>
          <w:rtl/>
        </w:rPr>
        <w:t>ه</w:t>
      </w:r>
      <w:r>
        <w:rPr>
          <w:rFonts w:hint="cs"/>
          <w:rtl/>
        </w:rPr>
        <w:t>د</w:t>
      </w:r>
      <w:r>
        <w:rPr>
          <w:rtl/>
        </w:rPr>
        <w:t xml:space="preserve"> </w:t>
      </w:r>
      <w:r>
        <w:rPr>
          <w:rFonts w:hint="cs"/>
          <w:rtl/>
        </w:rPr>
        <w:t>ا</w:t>
      </w:r>
      <w:r>
        <w:rPr>
          <w:rtl/>
        </w:rPr>
        <w:t xml:space="preserve"> يمن</w:t>
      </w:r>
      <w:r w:rsidR="00120F63" w:rsidRPr="00ED5DE8">
        <w:rPr>
          <w:rFonts w:hint="cs"/>
          <w:rtl/>
        </w:rPr>
        <w:t>ه</w:t>
      </w:r>
      <w:r>
        <w:rPr>
          <w:rFonts w:hint="cs"/>
          <w:rtl/>
        </w:rPr>
        <w:t>م</w:t>
      </w:r>
    </w:p>
    <w:p w:rsidR="00E63CFA" w:rsidRDefault="00E63CFA" w:rsidP="00E63CFA">
      <w:pPr>
        <w:pStyle w:val="libNormal"/>
        <w:rPr>
          <w:rtl/>
        </w:rPr>
      </w:pPr>
      <w:r>
        <w:rPr>
          <w:rtl/>
        </w:rPr>
        <w:t>2_ مشركين مكہ، خداوند عالم كے وجود كا اعتقاد ركھتے تھے_</w:t>
      </w:r>
      <w:r w:rsidRPr="00E63CFA">
        <w:rPr>
          <w:rStyle w:val="libArabicChar"/>
          <w:rFonts w:hint="eastAsia"/>
          <w:rtl/>
        </w:rPr>
        <w:t>واقسموا</w:t>
      </w:r>
      <w:r w:rsidRPr="00E63CFA">
        <w:rPr>
          <w:rStyle w:val="libArabicChar"/>
          <w:rtl/>
        </w:rPr>
        <w:t xml:space="preserve"> باللّ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ج</w:t>
      </w:r>
      <w:r w:rsidR="00120F63" w:rsidRPr="00B2551F">
        <w:rPr>
          <w:rStyle w:val="libArabicChar"/>
          <w:rFonts w:hint="cs"/>
          <w:rtl/>
        </w:rPr>
        <w:t>ه</w:t>
      </w:r>
      <w:r w:rsidRPr="00E63CFA">
        <w:rPr>
          <w:rStyle w:val="libArabicChar"/>
          <w:rFonts w:hint="cs"/>
          <w:rtl/>
        </w:rPr>
        <w:t>د</w:t>
      </w:r>
      <w:r w:rsidRPr="00E63CFA">
        <w:rPr>
          <w:rStyle w:val="libArabicChar"/>
          <w:rtl/>
        </w:rPr>
        <w:t xml:space="preserve"> </w:t>
      </w:r>
      <w:r w:rsidRPr="00E63CFA">
        <w:rPr>
          <w:rStyle w:val="libArabicChar"/>
          <w:rFonts w:hint="cs"/>
          <w:rtl/>
        </w:rPr>
        <w:t>ا</w:t>
      </w:r>
      <w:r w:rsidRPr="00E63CFA">
        <w:rPr>
          <w:rStyle w:val="libArabicChar"/>
          <w:rtl/>
        </w:rPr>
        <w:t xml:space="preserve"> يمن</w:t>
      </w:r>
      <w:r w:rsidR="00120F63" w:rsidRPr="00B2551F">
        <w:rPr>
          <w:rStyle w:val="libArabicChar"/>
          <w:rFonts w:hint="cs"/>
          <w:rtl/>
        </w:rPr>
        <w:t>ه</w:t>
      </w:r>
      <w:r w:rsidRPr="00E63CFA">
        <w:rPr>
          <w:rStyle w:val="libArabicChar"/>
          <w:rFonts w:hint="cs"/>
          <w:rtl/>
        </w:rPr>
        <w:t>م</w:t>
      </w:r>
    </w:p>
    <w:p w:rsidR="00E63CFA" w:rsidRDefault="00E63CFA" w:rsidP="00E63CFA">
      <w:pPr>
        <w:pStyle w:val="libNormal"/>
        <w:rPr>
          <w:rtl/>
        </w:rPr>
      </w:pPr>
      <w:r>
        <w:rPr>
          <w:rtl/>
        </w:rPr>
        <w:t>3_ صدر اسلام ميں الله كى قسم كھانا ، لوگوں ميں رائج تھا_</w:t>
      </w:r>
      <w:r w:rsidRPr="00E63CFA">
        <w:rPr>
          <w:rStyle w:val="libArabicChar"/>
          <w:rFonts w:hint="eastAsia"/>
          <w:rtl/>
        </w:rPr>
        <w:t>واقسموا</w:t>
      </w:r>
      <w:r w:rsidRPr="00E63CFA">
        <w:rPr>
          <w:rStyle w:val="libArabicChar"/>
          <w:rtl/>
        </w:rPr>
        <w:t xml:space="preserve"> باللّ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ج</w:t>
      </w:r>
      <w:r w:rsidR="00120F63" w:rsidRPr="00B2551F">
        <w:rPr>
          <w:rStyle w:val="libArabicChar"/>
          <w:rFonts w:hint="cs"/>
          <w:rtl/>
        </w:rPr>
        <w:t>ه</w:t>
      </w:r>
      <w:r w:rsidRPr="00E63CFA">
        <w:rPr>
          <w:rStyle w:val="libArabicChar"/>
          <w:rFonts w:hint="cs"/>
          <w:rtl/>
        </w:rPr>
        <w:t>د</w:t>
      </w:r>
      <w:r w:rsidRPr="00E63CFA">
        <w:rPr>
          <w:rStyle w:val="libArabicChar"/>
          <w:rtl/>
        </w:rPr>
        <w:t xml:space="preserve"> </w:t>
      </w:r>
      <w:r w:rsidRPr="00E63CFA">
        <w:rPr>
          <w:rStyle w:val="libArabicChar"/>
          <w:rFonts w:hint="cs"/>
          <w:rtl/>
        </w:rPr>
        <w:t>ا</w:t>
      </w:r>
      <w:r w:rsidRPr="00E63CFA">
        <w:rPr>
          <w:rStyle w:val="libArabicChar"/>
          <w:rtl/>
        </w:rPr>
        <w:t xml:space="preserve"> </w:t>
      </w:r>
      <w:r w:rsidRPr="00E63CFA">
        <w:rPr>
          <w:rStyle w:val="libArabicChar"/>
          <w:rFonts w:hint="cs"/>
          <w:rtl/>
        </w:rPr>
        <w:t>يمن</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يبعث</w:t>
      </w:r>
      <w:r w:rsidRPr="00E63CFA">
        <w:rPr>
          <w:rStyle w:val="libArabicChar"/>
          <w:rtl/>
        </w:rPr>
        <w:t xml:space="preserve"> </w:t>
      </w:r>
      <w:r w:rsidRPr="00E63CFA">
        <w:rPr>
          <w:rStyle w:val="libArabicChar"/>
          <w:rFonts w:hint="cs"/>
          <w:rtl/>
        </w:rPr>
        <w:t>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م</w:t>
      </w:r>
      <w:r w:rsidRPr="00E63CFA">
        <w:rPr>
          <w:rStyle w:val="libArabicChar"/>
          <w:rtl/>
        </w:rPr>
        <w:t>ن يموت</w:t>
      </w:r>
    </w:p>
    <w:p w:rsidR="00E63CFA" w:rsidRDefault="00E63CFA" w:rsidP="001F628F">
      <w:pPr>
        <w:pStyle w:val="libNormal"/>
        <w:rPr>
          <w:rtl/>
        </w:rPr>
      </w:pPr>
    </w:p>
    <w:p w:rsidR="00E63CFA" w:rsidRDefault="001E7F9D" w:rsidP="00F73EDE">
      <w:pPr>
        <w:pStyle w:val="libPoemTini"/>
        <w:rPr>
          <w:rtl/>
        </w:rPr>
      </w:pPr>
      <w:r>
        <w:rPr>
          <w:rtl/>
        </w:rPr>
        <w:br w:type="page"/>
      </w:r>
    </w:p>
    <w:p w:rsidR="001F628F" w:rsidRDefault="001F628F" w:rsidP="001F628F">
      <w:pPr>
        <w:pStyle w:val="libNormal"/>
        <w:rPr>
          <w:rtl/>
        </w:rPr>
      </w:pPr>
      <w:r>
        <w:rPr>
          <w:rtl/>
        </w:rPr>
        <w:lastRenderedPageBreak/>
        <w:t>4_ موت كے بعد انسانو</w:t>
      </w:r>
      <w:r w:rsidR="00083993">
        <w:rPr>
          <w:rtl/>
        </w:rPr>
        <w:t xml:space="preserve">ں </w:t>
      </w:r>
      <w:r>
        <w:rPr>
          <w:rtl/>
        </w:rPr>
        <w:t>كو دوبارہ زندہ كرنے كا انكار كرنے كے ليے مشركين كى جد وجہد_</w:t>
      </w:r>
    </w:p>
    <w:p w:rsidR="001F628F" w:rsidRDefault="001F628F" w:rsidP="00E63CFA">
      <w:pPr>
        <w:pStyle w:val="libArabic"/>
        <w:rPr>
          <w:rtl/>
        </w:rPr>
      </w:pPr>
      <w:r>
        <w:rPr>
          <w:rFonts w:hint="eastAsia"/>
          <w:rtl/>
        </w:rPr>
        <w:t>واقسموا</w:t>
      </w:r>
      <w:r>
        <w:rPr>
          <w:rtl/>
        </w:rPr>
        <w:t xml:space="preserve"> باللّ</w:t>
      </w:r>
      <w:r w:rsidR="00120F63" w:rsidRPr="00ED5DE8">
        <w:rPr>
          <w:rFonts w:hint="cs"/>
          <w:rtl/>
        </w:rPr>
        <w:t>ه</w:t>
      </w:r>
      <w:r>
        <w:rPr>
          <w:rtl/>
        </w:rPr>
        <w:t xml:space="preserve"> ...</w:t>
      </w:r>
      <w:r>
        <w:rPr>
          <w:rFonts w:hint="cs"/>
          <w:rtl/>
        </w:rPr>
        <w:t>لا</w:t>
      </w:r>
      <w:r>
        <w:rPr>
          <w:rtl/>
        </w:rPr>
        <w:t xml:space="preserve"> </w:t>
      </w:r>
      <w:r>
        <w:rPr>
          <w:rFonts w:hint="cs"/>
          <w:rtl/>
        </w:rPr>
        <w:t>يبعث</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يموت</w:t>
      </w:r>
    </w:p>
    <w:p w:rsidR="001F628F" w:rsidRDefault="001F628F" w:rsidP="001F628F">
      <w:pPr>
        <w:pStyle w:val="libNormal"/>
        <w:rPr>
          <w:rtl/>
        </w:rPr>
      </w:pPr>
      <w:r>
        <w:rPr>
          <w:rtl/>
        </w:rPr>
        <w:t>''جہد ''فعل محذوف كے ليے مفعول مطلق نوعى ہے جو فعل كے انجام كى تاكيد كے ليے ہوتا ہے اور ''ايمان ''(قسمي</w:t>
      </w:r>
      <w:r w:rsidR="00083993">
        <w:rPr>
          <w:rtl/>
        </w:rPr>
        <w:t xml:space="preserve">ں </w:t>
      </w:r>
      <w:r>
        <w:rPr>
          <w:rtl/>
        </w:rPr>
        <w:t>) كو جمع لانا ممكن ہے مذكورہ مطلب كے ليے مويد ہو_</w:t>
      </w:r>
    </w:p>
    <w:p w:rsidR="001F628F" w:rsidRDefault="001F628F" w:rsidP="00E63CFA">
      <w:pPr>
        <w:pStyle w:val="libNormal"/>
        <w:rPr>
          <w:rtl/>
        </w:rPr>
      </w:pPr>
      <w:r>
        <w:rPr>
          <w:rtl/>
        </w:rPr>
        <w:t>5_مشركين مكہ، زندگى كو دائرہ اختيار مي</w:t>
      </w:r>
      <w:r w:rsidR="00083993">
        <w:rPr>
          <w:rtl/>
        </w:rPr>
        <w:t xml:space="preserve">ں </w:t>
      </w:r>
      <w:r>
        <w:rPr>
          <w:rtl/>
        </w:rPr>
        <w:t>سمجھتے تھے_</w:t>
      </w:r>
      <w:r w:rsidRPr="00E63CFA">
        <w:rPr>
          <w:rStyle w:val="libArabicChar"/>
          <w:rFonts w:hint="eastAsia"/>
          <w:rtl/>
        </w:rPr>
        <w:t>واقسموا</w:t>
      </w:r>
      <w:r w:rsidRPr="00E63CFA">
        <w:rPr>
          <w:rStyle w:val="libArabicChar"/>
          <w:rtl/>
        </w:rPr>
        <w:t xml:space="preserve"> باللّ</w:t>
      </w:r>
      <w:r w:rsidR="00120F63" w:rsidRPr="00B2551F">
        <w:rPr>
          <w:rStyle w:val="libArabicChar"/>
          <w:rFonts w:hint="cs"/>
          <w:rtl/>
        </w:rPr>
        <w:t>ه</w:t>
      </w:r>
      <w:r w:rsidRPr="00E63CFA">
        <w:rPr>
          <w:rStyle w:val="libArabicChar"/>
          <w:rtl/>
        </w:rPr>
        <w:t xml:space="preserve"> ... </w:t>
      </w:r>
      <w:r w:rsidRPr="00E63CFA">
        <w:rPr>
          <w:rStyle w:val="libArabicChar"/>
          <w:rFonts w:hint="cs"/>
          <w:rtl/>
        </w:rPr>
        <w:t>لا</w:t>
      </w:r>
      <w:r w:rsidRPr="00E63CFA">
        <w:rPr>
          <w:rStyle w:val="libArabicChar"/>
          <w:rtl/>
        </w:rPr>
        <w:t xml:space="preserve"> </w:t>
      </w:r>
      <w:r w:rsidRPr="00E63CFA">
        <w:rPr>
          <w:rStyle w:val="libArabicChar"/>
          <w:rFonts w:hint="cs"/>
          <w:rtl/>
        </w:rPr>
        <w:t>يبعث</w:t>
      </w:r>
      <w:r w:rsidRPr="00E63CFA">
        <w:rPr>
          <w:rStyle w:val="libArabicChar"/>
          <w:rtl/>
        </w:rPr>
        <w:t xml:space="preserve"> </w:t>
      </w:r>
      <w:r w:rsidRPr="00E63CFA">
        <w:rPr>
          <w:rStyle w:val="libArabicChar"/>
          <w:rFonts w:hint="cs"/>
          <w:rtl/>
        </w:rPr>
        <w:t>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م</w:t>
      </w:r>
      <w:r w:rsidRPr="00E63CFA">
        <w:rPr>
          <w:rStyle w:val="libArabicChar"/>
          <w:rtl/>
        </w:rPr>
        <w:t>ن يموت</w:t>
      </w:r>
    </w:p>
    <w:p w:rsidR="001F628F" w:rsidRDefault="001F628F" w:rsidP="001F628F">
      <w:pPr>
        <w:pStyle w:val="libNormal"/>
        <w:rPr>
          <w:rtl/>
        </w:rPr>
      </w:pPr>
      <w:r>
        <w:rPr>
          <w:rtl/>
        </w:rPr>
        <w:t>6_ منكرين معاد،يہ خيال كرتے تھے كہ خود خداوند عالم ، مردہ انسانو</w:t>
      </w:r>
      <w:r w:rsidR="00083993">
        <w:rPr>
          <w:rtl/>
        </w:rPr>
        <w:t xml:space="preserve">ں </w:t>
      </w:r>
      <w:r>
        <w:rPr>
          <w:rtl/>
        </w:rPr>
        <w:t>كو زندہ نہي</w:t>
      </w:r>
      <w:r w:rsidR="00083993">
        <w:rPr>
          <w:rtl/>
        </w:rPr>
        <w:t xml:space="preserve">ں </w:t>
      </w:r>
      <w:r>
        <w:rPr>
          <w:rtl/>
        </w:rPr>
        <w:t>كرے گا_</w:t>
      </w:r>
    </w:p>
    <w:p w:rsidR="001F628F" w:rsidRDefault="001F628F" w:rsidP="00E63CFA">
      <w:pPr>
        <w:pStyle w:val="libArabic"/>
        <w:rPr>
          <w:rtl/>
        </w:rPr>
      </w:pPr>
      <w:r>
        <w:rPr>
          <w:rFonts w:hint="eastAsia"/>
          <w:rtl/>
        </w:rPr>
        <w:t>واقسموا</w:t>
      </w:r>
      <w:r>
        <w:rPr>
          <w:rtl/>
        </w:rPr>
        <w:t xml:space="preserve"> باللّ</w:t>
      </w:r>
      <w:r w:rsidR="00120F63" w:rsidRPr="00ED5DE8">
        <w:rPr>
          <w:rFonts w:hint="cs"/>
          <w:rtl/>
        </w:rPr>
        <w:t>ه</w:t>
      </w:r>
      <w:r>
        <w:rPr>
          <w:rtl/>
        </w:rPr>
        <w:t xml:space="preserve"> ...</w:t>
      </w:r>
      <w:r>
        <w:rPr>
          <w:rFonts w:hint="cs"/>
          <w:rtl/>
        </w:rPr>
        <w:t>لا</w:t>
      </w:r>
      <w:r>
        <w:rPr>
          <w:rtl/>
        </w:rPr>
        <w:t xml:space="preserve"> </w:t>
      </w:r>
      <w:r>
        <w:rPr>
          <w:rFonts w:hint="cs"/>
          <w:rtl/>
        </w:rPr>
        <w:t>يبعث</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يموت</w:t>
      </w:r>
    </w:p>
    <w:p w:rsidR="001F628F" w:rsidRDefault="001F628F" w:rsidP="001F628F">
      <w:pPr>
        <w:pStyle w:val="libNormal"/>
        <w:rPr>
          <w:rtl/>
        </w:rPr>
      </w:pPr>
      <w:r>
        <w:rPr>
          <w:rtl/>
        </w:rPr>
        <w:t>7_ مشركين مكہ ،زوال پذير انسان كو مبعوث رسالت كے قابل نہي</w:t>
      </w:r>
      <w:r w:rsidR="00083993">
        <w:rPr>
          <w:rtl/>
        </w:rPr>
        <w:t xml:space="preserve">ں </w:t>
      </w:r>
      <w:r>
        <w:rPr>
          <w:rtl/>
        </w:rPr>
        <w:t>سمجھتے تھے_</w:t>
      </w:r>
    </w:p>
    <w:p w:rsidR="001F628F" w:rsidRDefault="001F628F" w:rsidP="001F628F">
      <w:pPr>
        <w:pStyle w:val="libNormal"/>
        <w:rPr>
          <w:rtl/>
        </w:rPr>
      </w:pPr>
      <w:r>
        <w:rPr>
          <w:rFonts w:hint="eastAsia"/>
          <w:rtl/>
        </w:rPr>
        <w:t>ما</w:t>
      </w:r>
      <w:r>
        <w:rPr>
          <w:rtl/>
        </w:rPr>
        <w:t xml:space="preserve"> قبل آيات جو كہ انبياء كى بعثت اور مشركين كى طرف سے اس كا انكار كئے جانے كے بارے مي</w:t>
      </w:r>
      <w:r w:rsidR="00083993">
        <w:rPr>
          <w:rtl/>
        </w:rPr>
        <w:t xml:space="preserve">ں </w:t>
      </w:r>
      <w:r>
        <w:rPr>
          <w:rtl/>
        </w:rPr>
        <w:t>ہي</w:t>
      </w:r>
      <w:r w:rsidR="00083993">
        <w:rPr>
          <w:rtl/>
        </w:rPr>
        <w:t xml:space="preserve">ں </w:t>
      </w:r>
      <w:r>
        <w:rPr>
          <w:rtl/>
        </w:rPr>
        <w:t>كے قرينہ كى بناء پر يہ احتمال ہے كہ آيت سے مراد ، مذكورہ نكتہ ہويعنى ''يبعث'' سے مراد نبوت كے ليے مبعوث كرنا ہے نہ كہ اخروى حشر مراد ہے_</w:t>
      </w:r>
    </w:p>
    <w:p w:rsidR="001F628F" w:rsidRDefault="001F628F" w:rsidP="001F628F">
      <w:pPr>
        <w:pStyle w:val="libNormal"/>
        <w:rPr>
          <w:rtl/>
        </w:rPr>
      </w:pPr>
      <w:r>
        <w:rPr>
          <w:rtl/>
        </w:rPr>
        <w:t>8_ موت كے بعد انسانو</w:t>
      </w:r>
      <w:r w:rsidR="00083993">
        <w:rPr>
          <w:rtl/>
        </w:rPr>
        <w:t xml:space="preserve">ں </w:t>
      </w:r>
      <w:r>
        <w:rPr>
          <w:rtl/>
        </w:rPr>
        <w:t>كو دوبارہ زندہ كرنے كے بارے مي</w:t>
      </w:r>
      <w:r w:rsidR="00083993">
        <w:rPr>
          <w:rtl/>
        </w:rPr>
        <w:t xml:space="preserve">ں </w:t>
      </w:r>
      <w:r>
        <w:rPr>
          <w:rtl/>
        </w:rPr>
        <w:t>خداوند عالم كا وعدہ قطعى اور ناقابل تخلّف ہے _</w:t>
      </w:r>
    </w:p>
    <w:p w:rsidR="001F628F" w:rsidRDefault="001F628F" w:rsidP="00E63CFA">
      <w:pPr>
        <w:pStyle w:val="libArabic"/>
        <w:rPr>
          <w:rtl/>
        </w:rPr>
      </w:pPr>
      <w:r>
        <w:rPr>
          <w:rtl/>
        </w:rPr>
        <w:t>...لا يبعث اللّ</w:t>
      </w:r>
      <w:r w:rsidR="00120F63" w:rsidRPr="00ED5DE8">
        <w:rPr>
          <w:rFonts w:hint="cs"/>
          <w:rtl/>
        </w:rPr>
        <w:t>ه</w:t>
      </w:r>
      <w:r>
        <w:rPr>
          <w:rtl/>
        </w:rPr>
        <w:t xml:space="preserve"> ...</w:t>
      </w:r>
      <w:r>
        <w:rPr>
          <w:rFonts w:hint="cs"/>
          <w:rtl/>
        </w:rPr>
        <w:t>بلى</w:t>
      </w:r>
      <w:r>
        <w:rPr>
          <w:rtl/>
        </w:rPr>
        <w:t xml:space="preserve"> </w:t>
      </w:r>
      <w:r>
        <w:rPr>
          <w:rFonts w:hint="cs"/>
          <w:rtl/>
        </w:rPr>
        <w:t>وعداً</w:t>
      </w:r>
      <w:r>
        <w:rPr>
          <w:rtl/>
        </w:rPr>
        <w:t xml:space="preserve"> </w:t>
      </w:r>
      <w:r>
        <w:rPr>
          <w:rFonts w:hint="cs"/>
          <w:rtl/>
        </w:rPr>
        <w:t>علي</w:t>
      </w:r>
      <w:r w:rsidR="00120F63" w:rsidRPr="00ED5DE8">
        <w:rPr>
          <w:rFonts w:hint="cs"/>
          <w:rtl/>
        </w:rPr>
        <w:t>ه</w:t>
      </w:r>
      <w:r>
        <w:rPr>
          <w:rtl/>
        </w:rPr>
        <w:t xml:space="preserve"> </w:t>
      </w:r>
      <w:r>
        <w:rPr>
          <w:rFonts w:hint="cs"/>
          <w:rtl/>
        </w:rPr>
        <w:t>حق</w:t>
      </w:r>
    </w:p>
    <w:p w:rsidR="001F628F" w:rsidRDefault="001F628F" w:rsidP="001F628F">
      <w:pPr>
        <w:pStyle w:val="libNormal"/>
        <w:rPr>
          <w:rtl/>
        </w:rPr>
      </w:pPr>
      <w:r>
        <w:rPr>
          <w:rtl/>
        </w:rPr>
        <w:t>''وعداً وحقاً'' افعال محذوف كے ليے مفعول مطلق اور تاكيد پر دلالت كررہے ہي</w:t>
      </w:r>
      <w:r w:rsidR="00083993">
        <w:rPr>
          <w:rtl/>
        </w:rPr>
        <w:t xml:space="preserve">ں </w:t>
      </w:r>
      <w:r>
        <w:rPr>
          <w:rtl/>
        </w:rPr>
        <w:t>اس بناء پر ''بلى وعداً عليہ حقاً''كا معنى يہ ہوگا، ہا</w:t>
      </w:r>
      <w:r w:rsidR="00083993">
        <w:rPr>
          <w:rtl/>
        </w:rPr>
        <w:t xml:space="preserve">ں </w:t>
      </w:r>
      <w:r>
        <w:rPr>
          <w:rtl/>
        </w:rPr>
        <w:t>انسانو</w:t>
      </w:r>
      <w:r w:rsidR="00083993">
        <w:rPr>
          <w:rtl/>
        </w:rPr>
        <w:t xml:space="preserve">ں </w:t>
      </w:r>
      <w:r>
        <w:rPr>
          <w:rtl/>
        </w:rPr>
        <w:t>كو دوبارہ زندہ كرنے كى خبر، حق كا وعدہ ہے اور اس مي</w:t>
      </w:r>
      <w:r w:rsidR="00083993">
        <w:rPr>
          <w:rtl/>
        </w:rPr>
        <w:t xml:space="preserve">ں </w:t>
      </w:r>
      <w:r>
        <w:rPr>
          <w:rtl/>
        </w:rPr>
        <w:t>باطل كے ليے كوئي راہ نہي</w:t>
      </w:r>
      <w:r w:rsidR="00083993">
        <w:rPr>
          <w:rtl/>
        </w:rPr>
        <w:t xml:space="preserve">ں </w:t>
      </w:r>
      <w:r>
        <w:rPr>
          <w:rtl/>
        </w:rPr>
        <w:t>ہے_</w:t>
      </w:r>
    </w:p>
    <w:p w:rsidR="001F628F" w:rsidRDefault="001F628F" w:rsidP="001F628F">
      <w:pPr>
        <w:pStyle w:val="libNormal"/>
        <w:rPr>
          <w:rtl/>
        </w:rPr>
      </w:pPr>
      <w:r>
        <w:rPr>
          <w:rtl/>
        </w:rPr>
        <w:t>9_ انسانو</w:t>
      </w:r>
      <w:r w:rsidR="00083993">
        <w:rPr>
          <w:rtl/>
        </w:rPr>
        <w:t xml:space="preserve">ں </w:t>
      </w:r>
      <w:r>
        <w:rPr>
          <w:rtl/>
        </w:rPr>
        <w:t>كى اكثريت ، انسانو</w:t>
      </w:r>
      <w:r w:rsidR="00083993">
        <w:rPr>
          <w:rtl/>
        </w:rPr>
        <w:t xml:space="preserve">ں </w:t>
      </w:r>
      <w:r>
        <w:rPr>
          <w:rtl/>
        </w:rPr>
        <w:t>كو دوبارہ حيات عطا كرنے پر خداوند عالم كى قدرت سے نا آگاہ ہے _</w:t>
      </w:r>
    </w:p>
    <w:p w:rsidR="001F628F" w:rsidRDefault="001F628F" w:rsidP="00E63CFA">
      <w:pPr>
        <w:pStyle w:val="libArabic"/>
        <w:rPr>
          <w:rtl/>
        </w:rPr>
      </w:pPr>
      <w:r>
        <w:rPr>
          <w:rFonts w:hint="eastAsia"/>
          <w:rtl/>
        </w:rPr>
        <w:t>بلى</w:t>
      </w:r>
      <w:r>
        <w:rPr>
          <w:rtl/>
        </w:rPr>
        <w:t xml:space="preserve"> وعداً علي</w:t>
      </w:r>
      <w:r w:rsidR="00120F63" w:rsidRPr="00ED5DE8">
        <w:rPr>
          <w:rFonts w:hint="cs"/>
          <w:rtl/>
        </w:rPr>
        <w:t>ه</w:t>
      </w:r>
      <w:r>
        <w:rPr>
          <w:rtl/>
        </w:rPr>
        <w:t xml:space="preserve"> </w:t>
      </w:r>
      <w:r>
        <w:rPr>
          <w:rFonts w:hint="cs"/>
          <w:rtl/>
        </w:rPr>
        <w:t>حقاً</w:t>
      </w:r>
      <w:r>
        <w:rPr>
          <w:rtl/>
        </w:rPr>
        <w:t xml:space="preserve"> </w:t>
      </w:r>
      <w:r>
        <w:rPr>
          <w:rFonts w:hint="cs"/>
          <w:rtl/>
        </w:rPr>
        <w:t>ولكن</w:t>
      </w:r>
      <w:r>
        <w:rPr>
          <w:rtl/>
        </w:rPr>
        <w:t xml:space="preserve"> </w:t>
      </w:r>
      <w:r>
        <w:rPr>
          <w:rFonts w:hint="cs"/>
          <w:rtl/>
        </w:rPr>
        <w:t>اكثر</w:t>
      </w:r>
      <w:r>
        <w:rPr>
          <w:rtl/>
        </w:rPr>
        <w:t xml:space="preserve"> </w:t>
      </w:r>
      <w:r>
        <w:rPr>
          <w:rFonts w:hint="cs"/>
          <w:rtl/>
        </w:rPr>
        <w:t>الن</w:t>
      </w:r>
      <w:r>
        <w:rPr>
          <w:rtl/>
        </w:rPr>
        <w:t>اس لا يعلمون</w:t>
      </w:r>
    </w:p>
    <w:p w:rsidR="001F628F" w:rsidRDefault="001F628F" w:rsidP="001F628F">
      <w:pPr>
        <w:pStyle w:val="libNormal"/>
        <w:rPr>
          <w:rtl/>
        </w:rPr>
      </w:pPr>
      <w:r>
        <w:rPr>
          <w:rFonts w:hint="eastAsia"/>
          <w:rtl/>
        </w:rPr>
        <w:t>ممكن</w:t>
      </w:r>
      <w:r>
        <w:rPr>
          <w:rtl/>
        </w:rPr>
        <w:t xml:space="preserve"> ہے كہ موضوع كى مناسبت _جو كہ معاد كا انكار اور اثبات ہے_كے قرينے كى بناء پر ''لا يعلمون'' كا متعلق انسانو</w:t>
      </w:r>
      <w:r w:rsidR="00083993">
        <w:rPr>
          <w:rtl/>
        </w:rPr>
        <w:t xml:space="preserve">ں </w:t>
      </w:r>
      <w:r>
        <w:rPr>
          <w:rtl/>
        </w:rPr>
        <w:t>كو دوبارہ حيات عطا كرنے پر خداوند عالم كى قدرت ہو_</w:t>
      </w:r>
    </w:p>
    <w:p w:rsidR="001F628F" w:rsidRDefault="001F628F" w:rsidP="001F628F">
      <w:pPr>
        <w:pStyle w:val="libNormal"/>
        <w:rPr>
          <w:rtl/>
        </w:rPr>
      </w:pPr>
      <w:r>
        <w:rPr>
          <w:rtl/>
        </w:rPr>
        <w:t>10_ مشركين مكہ كى اكثريت ، انسانو</w:t>
      </w:r>
      <w:r w:rsidR="00083993">
        <w:rPr>
          <w:rtl/>
        </w:rPr>
        <w:t xml:space="preserve">ں </w:t>
      </w:r>
      <w:r>
        <w:rPr>
          <w:rtl/>
        </w:rPr>
        <w:t>كو دوبارہ زندہ كرنے پر خداوند عالم كى قدرت سے بے خبر تھي_</w:t>
      </w:r>
    </w:p>
    <w:p w:rsidR="00E63CFA" w:rsidRDefault="001E7F9D" w:rsidP="00F73EDE">
      <w:pPr>
        <w:pStyle w:val="libPoemTini"/>
        <w:rPr>
          <w:rtl/>
        </w:rPr>
      </w:pPr>
      <w:r>
        <w:rPr>
          <w:rtl/>
        </w:rPr>
        <w:br w:type="page"/>
      </w:r>
    </w:p>
    <w:p w:rsidR="001F628F" w:rsidRDefault="001F628F" w:rsidP="00E63CFA">
      <w:pPr>
        <w:pStyle w:val="libArabic"/>
        <w:rPr>
          <w:rtl/>
        </w:rPr>
      </w:pPr>
      <w:r>
        <w:rPr>
          <w:rFonts w:hint="eastAsia"/>
          <w:rtl/>
        </w:rPr>
        <w:lastRenderedPageBreak/>
        <w:t>بلى</w:t>
      </w:r>
      <w:r>
        <w:rPr>
          <w:rtl/>
        </w:rPr>
        <w:t xml:space="preserve"> وعداً علي</w:t>
      </w:r>
      <w:r w:rsidR="00120F63" w:rsidRPr="00ED5DE8">
        <w:rPr>
          <w:rFonts w:hint="cs"/>
          <w:rtl/>
        </w:rPr>
        <w:t>ه</w:t>
      </w:r>
      <w:r>
        <w:rPr>
          <w:rtl/>
        </w:rPr>
        <w:t xml:space="preserve"> </w:t>
      </w:r>
      <w:r>
        <w:rPr>
          <w:rFonts w:hint="cs"/>
          <w:rtl/>
        </w:rPr>
        <w:t>حقاً</w:t>
      </w:r>
      <w:r>
        <w:rPr>
          <w:rtl/>
        </w:rPr>
        <w:t xml:space="preserve"> </w:t>
      </w:r>
      <w:r>
        <w:rPr>
          <w:rFonts w:hint="cs"/>
          <w:rtl/>
        </w:rPr>
        <w:t>ولكن</w:t>
      </w:r>
      <w:r>
        <w:rPr>
          <w:rtl/>
        </w:rPr>
        <w:t xml:space="preserve"> </w:t>
      </w:r>
      <w:r>
        <w:rPr>
          <w:rFonts w:hint="cs"/>
          <w:rtl/>
        </w:rPr>
        <w:t>اكثر</w:t>
      </w:r>
      <w:r>
        <w:rPr>
          <w:rtl/>
        </w:rPr>
        <w:t xml:space="preserve"> </w:t>
      </w:r>
      <w:r>
        <w:rPr>
          <w:rFonts w:hint="cs"/>
          <w:rtl/>
        </w:rPr>
        <w:t>الناس</w:t>
      </w:r>
      <w:r>
        <w:rPr>
          <w:rtl/>
        </w:rPr>
        <w:t xml:space="preserve"> </w:t>
      </w:r>
      <w:r>
        <w:rPr>
          <w:rFonts w:hint="cs"/>
          <w:rtl/>
        </w:rPr>
        <w:t>لا</w:t>
      </w:r>
      <w:r>
        <w:rPr>
          <w:rtl/>
        </w:rPr>
        <w:t xml:space="preserve"> يعلمون</w:t>
      </w:r>
    </w:p>
    <w:p w:rsidR="001F628F" w:rsidRDefault="001F628F" w:rsidP="001F628F">
      <w:pPr>
        <w:pStyle w:val="libNormal"/>
        <w:rPr>
          <w:rtl/>
        </w:rPr>
      </w:pPr>
      <w:r>
        <w:rPr>
          <w:rFonts w:hint="eastAsia"/>
          <w:rtl/>
        </w:rPr>
        <w:t>مذكورہ</w:t>
      </w:r>
      <w:r>
        <w:rPr>
          <w:rtl/>
        </w:rPr>
        <w:t xml:space="preserve"> بالا مطلب اس نكتہ كى بناء پر ہے جب ''الناس ''پر الف و لام عہد ذكر ى كاہو اور اس سے مراد ، وہ مشرك ہو</w:t>
      </w:r>
      <w:r w:rsidR="00083993">
        <w:rPr>
          <w:rtl/>
        </w:rPr>
        <w:t xml:space="preserve">ں </w:t>
      </w:r>
      <w:r>
        <w:rPr>
          <w:rtl/>
        </w:rPr>
        <w:t>جن كے بارے مي</w:t>
      </w:r>
      <w:r w:rsidR="00083993">
        <w:rPr>
          <w:rtl/>
        </w:rPr>
        <w:t xml:space="preserve">ں </w:t>
      </w:r>
      <w:r>
        <w:rPr>
          <w:rtl/>
        </w:rPr>
        <w:t>ماقبل آيات مي</w:t>
      </w:r>
      <w:r w:rsidR="00083993">
        <w:rPr>
          <w:rtl/>
        </w:rPr>
        <w:t xml:space="preserve">ں </w:t>
      </w:r>
      <w:r>
        <w:rPr>
          <w:rtl/>
        </w:rPr>
        <w:t>گفتگو ہوئي ہے_</w:t>
      </w:r>
    </w:p>
    <w:p w:rsidR="001F628F" w:rsidRDefault="001F628F" w:rsidP="00E63CFA">
      <w:pPr>
        <w:pStyle w:val="libNormal"/>
        <w:rPr>
          <w:rtl/>
        </w:rPr>
      </w:pPr>
      <w:r>
        <w:rPr>
          <w:rtl/>
        </w:rPr>
        <w:t>11_ حشر اور قيامت كے انكار كا سرچشمہ جہالت اور ناآگاہى ہے_</w:t>
      </w:r>
      <w:r w:rsidRPr="00E63CFA">
        <w:rPr>
          <w:rStyle w:val="libArabicChar"/>
          <w:rFonts w:hint="eastAsia"/>
          <w:rtl/>
        </w:rPr>
        <w:t>بلى</w:t>
      </w:r>
      <w:r w:rsidRPr="00E63CFA">
        <w:rPr>
          <w:rStyle w:val="libArabicChar"/>
          <w:rtl/>
        </w:rPr>
        <w:t xml:space="preserve"> وعداً علي</w:t>
      </w:r>
      <w:r w:rsidR="00120F63" w:rsidRPr="00B2551F">
        <w:rPr>
          <w:rStyle w:val="libArabicChar"/>
          <w:rFonts w:hint="cs"/>
          <w:rtl/>
        </w:rPr>
        <w:t>ه</w:t>
      </w:r>
      <w:r w:rsidRPr="00E63CFA">
        <w:rPr>
          <w:rStyle w:val="libArabicChar"/>
          <w:rtl/>
        </w:rPr>
        <w:t xml:space="preserve"> </w:t>
      </w:r>
      <w:r w:rsidRPr="00E63CFA">
        <w:rPr>
          <w:rStyle w:val="libArabicChar"/>
          <w:rFonts w:hint="cs"/>
          <w:rtl/>
        </w:rPr>
        <w:t>حقاً</w:t>
      </w:r>
      <w:r w:rsidRPr="00E63CFA">
        <w:rPr>
          <w:rStyle w:val="libArabicChar"/>
          <w:rtl/>
        </w:rPr>
        <w:t xml:space="preserve"> </w:t>
      </w:r>
      <w:r w:rsidRPr="00E63CFA">
        <w:rPr>
          <w:rStyle w:val="libArabicChar"/>
          <w:rFonts w:hint="cs"/>
          <w:rtl/>
        </w:rPr>
        <w:t>ولكن</w:t>
      </w:r>
      <w:r w:rsidRPr="00E63CFA">
        <w:rPr>
          <w:rStyle w:val="libArabicChar"/>
          <w:rtl/>
        </w:rPr>
        <w:t xml:space="preserve"> </w:t>
      </w:r>
      <w:r w:rsidRPr="00E63CFA">
        <w:rPr>
          <w:rStyle w:val="libArabicChar"/>
          <w:rFonts w:hint="cs"/>
          <w:rtl/>
        </w:rPr>
        <w:t>اكثر</w:t>
      </w:r>
      <w:r w:rsidRPr="00E63CFA">
        <w:rPr>
          <w:rStyle w:val="libArabicChar"/>
          <w:rtl/>
        </w:rPr>
        <w:t xml:space="preserve"> </w:t>
      </w:r>
      <w:r w:rsidRPr="00E63CFA">
        <w:rPr>
          <w:rStyle w:val="libArabicChar"/>
          <w:rFonts w:hint="cs"/>
          <w:rtl/>
        </w:rPr>
        <w:t>الناس</w:t>
      </w:r>
      <w:r w:rsidRPr="00E63CFA">
        <w:rPr>
          <w:rStyle w:val="libArabicChar"/>
          <w:rtl/>
        </w:rPr>
        <w:t xml:space="preserve"> </w:t>
      </w:r>
      <w:r w:rsidRPr="00E63CFA">
        <w:rPr>
          <w:rStyle w:val="libArabicChar"/>
          <w:rFonts w:hint="cs"/>
          <w:rtl/>
        </w:rPr>
        <w:t>لا</w:t>
      </w:r>
      <w:r w:rsidRPr="00E63CFA">
        <w:rPr>
          <w:rStyle w:val="libArabicChar"/>
          <w:rtl/>
        </w:rPr>
        <w:t xml:space="preserve"> يعلمون</w:t>
      </w:r>
    </w:p>
    <w:p w:rsidR="001F628F" w:rsidRPr="00E63CFA" w:rsidRDefault="001F628F" w:rsidP="00E63CFA">
      <w:pPr>
        <w:pStyle w:val="libNormal"/>
        <w:rPr>
          <w:rStyle w:val="libArabicChar"/>
          <w:rtl/>
        </w:rPr>
      </w:pPr>
      <w:r>
        <w:rPr>
          <w:rtl/>
        </w:rPr>
        <w:t>12_ جہالت اور نادانى ، حقائق كے انكار كا سبب ہے_</w:t>
      </w:r>
      <w:r w:rsidRPr="00E63CFA">
        <w:rPr>
          <w:rStyle w:val="libArabicChar"/>
          <w:rFonts w:hint="eastAsia"/>
          <w:rtl/>
        </w:rPr>
        <w:t>واقسموا</w:t>
      </w:r>
      <w:r w:rsidRPr="00E63CFA">
        <w:rPr>
          <w:rStyle w:val="libArabicChar"/>
          <w:rtl/>
        </w:rPr>
        <w:t xml:space="preserve"> باللّ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يبعث</w:t>
      </w:r>
      <w:r w:rsidRPr="00E63CFA">
        <w:rPr>
          <w:rStyle w:val="libArabicChar"/>
          <w:rtl/>
        </w:rPr>
        <w:t xml:space="preserve"> </w:t>
      </w:r>
      <w:r w:rsidRPr="00E63CFA">
        <w:rPr>
          <w:rStyle w:val="libArabicChar"/>
          <w:rFonts w:hint="cs"/>
          <w:rtl/>
        </w:rPr>
        <w:t>اللّ</w:t>
      </w:r>
      <w:r w:rsidR="00120F63" w:rsidRPr="00B2551F">
        <w:rPr>
          <w:rStyle w:val="libArabicChar"/>
          <w:rFonts w:hint="cs"/>
          <w:rtl/>
        </w:rPr>
        <w:t>ه</w:t>
      </w:r>
      <w:r w:rsidRPr="00E63CFA">
        <w:rPr>
          <w:rStyle w:val="libArabicChar"/>
          <w:rtl/>
        </w:rPr>
        <w:t xml:space="preserve"> </w:t>
      </w:r>
      <w:r w:rsidRPr="00E63CFA">
        <w:rPr>
          <w:rStyle w:val="libArabicChar"/>
          <w:rFonts w:hint="cs"/>
          <w:rtl/>
        </w:rPr>
        <w:t>من</w:t>
      </w:r>
      <w:r w:rsidRPr="00E63CFA">
        <w:rPr>
          <w:rStyle w:val="libArabicChar"/>
          <w:rtl/>
        </w:rPr>
        <w:t xml:space="preserve"> </w:t>
      </w:r>
      <w:r w:rsidRPr="00E63CFA">
        <w:rPr>
          <w:rStyle w:val="libArabicChar"/>
          <w:rFonts w:hint="cs"/>
          <w:rtl/>
        </w:rPr>
        <w:t>يموت</w:t>
      </w:r>
      <w:r w:rsidRPr="00E63CFA">
        <w:rPr>
          <w:rStyle w:val="libArabicChar"/>
          <w:rtl/>
        </w:rPr>
        <w:t xml:space="preserve"> </w:t>
      </w:r>
      <w:r w:rsidRPr="00E63CFA">
        <w:rPr>
          <w:rStyle w:val="libArabicChar"/>
          <w:rFonts w:hint="cs"/>
          <w:rtl/>
        </w:rPr>
        <w:t>بلى</w:t>
      </w:r>
      <w:r w:rsidRPr="00E63CFA">
        <w:rPr>
          <w:rStyle w:val="libArabicChar"/>
          <w:rtl/>
        </w:rPr>
        <w:t xml:space="preserve"> </w:t>
      </w:r>
      <w:r w:rsidRPr="00E63CFA">
        <w:rPr>
          <w:rStyle w:val="libArabicChar"/>
          <w:rFonts w:hint="cs"/>
          <w:rtl/>
        </w:rPr>
        <w:t>وعداً</w:t>
      </w:r>
      <w:r w:rsidRPr="00E63CFA">
        <w:rPr>
          <w:rStyle w:val="libArabicChar"/>
          <w:rtl/>
        </w:rPr>
        <w:t xml:space="preserve"> </w:t>
      </w:r>
      <w:r w:rsidRPr="00E63CFA">
        <w:rPr>
          <w:rStyle w:val="libArabicChar"/>
          <w:rFonts w:hint="cs"/>
          <w:rtl/>
        </w:rPr>
        <w:t>علي</w:t>
      </w:r>
      <w:r w:rsidR="00120F63" w:rsidRPr="00B2551F">
        <w:rPr>
          <w:rStyle w:val="libArabicChar"/>
          <w:rFonts w:hint="cs"/>
          <w:rtl/>
        </w:rPr>
        <w:t>ه</w:t>
      </w:r>
      <w:r w:rsidRPr="00E63CFA">
        <w:rPr>
          <w:rStyle w:val="libArabicChar"/>
          <w:rtl/>
        </w:rPr>
        <w:t xml:space="preserve"> </w:t>
      </w:r>
      <w:r w:rsidRPr="00E63CFA">
        <w:rPr>
          <w:rStyle w:val="libArabicChar"/>
          <w:rFonts w:hint="cs"/>
          <w:rtl/>
        </w:rPr>
        <w:t>حقاً</w:t>
      </w:r>
      <w:r w:rsidRPr="00E63CFA">
        <w:rPr>
          <w:rStyle w:val="libArabicChar"/>
          <w:rtl/>
        </w:rPr>
        <w:t xml:space="preserve"> </w:t>
      </w:r>
      <w:r w:rsidRPr="00E63CFA">
        <w:rPr>
          <w:rStyle w:val="libArabicChar"/>
          <w:rFonts w:hint="cs"/>
          <w:rtl/>
        </w:rPr>
        <w:t>ولكن</w:t>
      </w:r>
      <w:r w:rsidRPr="00E63CFA">
        <w:rPr>
          <w:rStyle w:val="libArabicChar"/>
          <w:rtl/>
        </w:rPr>
        <w:t xml:space="preserve"> </w:t>
      </w:r>
      <w:r w:rsidRPr="00E63CFA">
        <w:rPr>
          <w:rStyle w:val="libArabicChar"/>
          <w:rFonts w:hint="cs"/>
          <w:rtl/>
        </w:rPr>
        <w:t>اكثر</w:t>
      </w:r>
      <w:r w:rsidRPr="00E63CFA">
        <w:rPr>
          <w:rStyle w:val="libArabicChar"/>
          <w:rtl/>
        </w:rPr>
        <w:t xml:space="preserve"> </w:t>
      </w:r>
      <w:r w:rsidRPr="00E63CFA">
        <w:rPr>
          <w:rStyle w:val="libArabicChar"/>
          <w:rFonts w:hint="cs"/>
          <w:rtl/>
        </w:rPr>
        <w:t>الناس</w:t>
      </w:r>
      <w:r w:rsidRPr="00E63CFA">
        <w:rPr>
          <w:rStyle w:val="libArabicChar"/>
          <w:rtl/>
        </w:rPr>
        <w:t xml:space="preserve"> </w:t>
      </w:r>
      <w:r w:rsidRPr="00E63CFA">
        <w:rPr>
          <w:rStyle w:val="libArabicChar"/>
          <w:rFonts w:hint="cs"/>
          <w:rtl/>
        </w:rPr>
        <w:t>لا</w:t>
      </w:r>
      <w:r w:rsidRPr="00E63CFA">
        <w:rPr>
          <w:rStyle w:val="libArabicChar"/>
          <w:rtl/>
        </w:rPr>
        <w:t xml:space="preserve"> </w:t>
      </w:r>
      <w:r w:rsidRPr="00E63CFA">
        <w:rPr>
          <w:rStyle w:val="libArabicChar"/>
          <w:rFonts w:hint="cs"/>
          <w:rtl/>
        </w:rPr>
        <w:t>ي</w:t>
      </w:r>
      <w:r w:rsidRPr="00E63CFA">
        <w:rPr>
          <w:rStyle w:val="libArabicChar"/>
          <w:rtl/>
        </w:rPr>
        <w:t>علمون</w:t>
      </w:r>
    </w:p>
    <w:p w:rsidR="001F628F" w:rsidRDefault="001F628F" w:rsidP="00E63CFA">
      <w:pPr>
        <w:pStyle w:val="libNormal"/>
        <w:rPr>
          <w:rtl/>
        </w:rPr>
      </w:pPr>
      <w:r>
        <w:rPr>
          <w:rtl/>
        </w:rPr>
        <w:t>13_ انسانو</w:t>
      </w:r>
      <w:r w:rsidR="00083993">
        <w:rPr>
          <w:rtl/>
        </w:rPr>
        <w:t xml:space="preserve">ں </w:t>
      </w:r>
      <w:r>
        <w:rPr>
          <w:rtl/>
        </w:rPr>
        <w:t>كى اكثريت ،معاد كى حقيقت كے بارے مي</w:t>
      </w:r>
      <w:r w:rsidR="00083993">
        <w:rPr>
          <w:rtl/>
        </w:rPr>
        <w:t xml:space="preserve">ں </w:t>
      </w:r>
      <w:r>
        <w:rPr>
          <w:rtl/>
        </w:rPr>
        <w:t>كچھ نہي</w:t>
      </w:r>
      <w:r w:rsidR="00083993">
        <w:rPr>
          <w:rtl/>
        </w:rPr>
        <w:t xml:space="preserve">ں </w:t>
      </w:r>
      <w:r>
        <w:rPr>
          <w:rtl/>
        </w:rPr>
        <w:t>جانتى ہے_</w:t>
      </w:r>
      <w:r w:rsidRPr="00E63CFA">
        <w:rPr>
          <w:rStyle w:val="libArabicChar"/>
          <w:rFonts w:hint="eastAsia"/>
          <w:rtl/>
        </w:rPr>
        <w:t>ولكن</w:t>
      </w:r>
      <w:r w:rsidRPr="00E63CFA">
        <w:rPr>
          <w:rStyle w:val="libArabicChar"/>
          <w:rtl/>
        </w:rPr>
        <w:t xml:space="preserve"> اكثر الناس لا يعلمون</w:t>
      </w:r>
    </w:p>
    <w:p w:rsidR="001F628F" w:rsidRDefault="001F628F" w:rsidP="001F628F">
      <w:pPr>
        <w:pStyle w:val="libNormal"/>
        <w:rPr>
          <w:rtl/>
        </w:rPr>
      </w:pPr>
      <w:r>
        <w:rPr>
          <w:rFonts w:hint="eastAsia"/>
          <w:rtl/>
        </w:rPr>
        <w:t>احتمال</w:t>
      </w:r>
      <w:r>
        <w:rPr>
          <w:rtl/>
        </w:rPr>
        <w:t xml:space="preserve"> ہے كہ ''لا يعلمون '' كا مفعول بہ ''شيئاً'' محذوف ہو اور اس بناء پر مذكور بالا نكتے كا استفادہ ہو تا ہے_</w:t>
      </w:r>
    </w:p>
    <w:p w:rsidR="001F628F" w:rsidRDefault="001F628F" w:rsidP="00E63CFA">
      <w:pPr>
        <w:pStyle w:val="libNormal"/>
        <w:rPr>
          <w:rtl/>
        </w:rPr>
      </w:pPr>
      <w:r>
        <w:rPr>
          <w:rFonts w:hint="eastAsia"/>
          <w:rtl/>
        </w:rPr>
        <w:t>اكثريت</w:t>
      </w:r>
      <w:r>
        <w:rPr>
          <w:rtl/>
        </w:rPr>
        <w:t>:</w:t>
      </w:r>
      <w:r>
        <w:rPr>
          <w:rFonts w:hint="eastAsia"/>
          <w:rtl/>
        </w:rPr>
        <w:t>اكثريت</w:t>
      </w:r>
      <w:r>
        <w:rPr>
          <w:rtl/>
        </w:rPr>
        <w:t xml:space="preserve"> كى جہالت 9،13</w:t>
      </w:r>
    </w:p>
    <w:p w:rsidR="001F628F" w:rsidRDefault="001F628F" w:rsidP="00E63CFA">
      <w:pPr>
        <w:pStyle w:val="libNormal"/>
        <w:rPr>
          <w:rtl/>
        </w:rPr>
      </w:pPr>
      <w:r>
        <w:rPr>
          <w:rFonts w:hint="eastAsia"/>
          <w:rtl/>
        </w:rPr>
        <w:t>الله</w:t>
      </w:r>
      <w:r>
        <w:rPr>
          <w:rtl/>
        </w:rPr>
        <w:t xml:space="preserve"> تعالي:</w:t>
      </w:r>
      <w:r>
        <w:rPr>
          <w:rFonts w:hint="eastAsia"/>
          <w:rtl/>
        </w:rPr>
        <w:t>الله</w:t>
      </w:r>
      <w:r>
        <w:rPr>
          <w:rtl/>
        </w:rPr>
        <w:t xml:space="preserve"> تعالى كا كردار6; الله تعالى كى قدرت سے جہالت 9،10; الله تعالى كے وعدو</w:t>
      </w:r>
      <w:r w:rsidR="00083993">
        <w:rPr>
          <w:rtl/>
        </w:rPr>
        <w:t xml:space="preserve">ں </w:t>
      </w:r>
      <w:r>
        <w:rPr>
          <w:rtl/>
        </w:rPr>
        <w:t>كا حتمى ہونا8</w:t>
      </w:r>
    </w:p>
    <w:p w:rsidR="001F628F" w:rsidRDefault="001F628F" w:rsidP="00E63CFA">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جہالت9،13</w:t>
      </w:r>
    </w:p>
    <w:p w:rsidR="001F628F" w:rsidRDefault="001F628F" w:rsidP="00E63CFA">
      <w:pPr>
        <w:pStyle w:val="libNormal"/>
        <w:rPr>
          <w:rtl/>
        </w:rPr>
      </w:pPr>
      <w:r>
        <w:rPr>
          <w:rFonts w:hint="eastAsia"/>
          <w:rtl/>
        </w:rPr>
        <w:t>جہالت</w:t>
      </w:r>
      <w:r>
        <w:rPr>
          <w:rtl/>
        </w:rPr>
        <w:t>:</w:t>
      </w:r>
      <w:r>
        <w:rPr>
          <w:rFonts w:hint="eastAsia"/>
          <w:rtl/>
        </w:rPr>
        <w:t>جہالت</w:t>
      </w:r>
      <w:r>
        <w:rPr>
          <w:rtl/>
        </w:rPr>
        <w:t xml:space="preserve"> كے آثار 11،12</w:t>
      </w:r>
    </w:p>
    <w:p w:rsidR="001F628F" w:rsidRDefault="001F628F" w:rsidP="00E63CFA">
      <w:pPr>
        <w:pStyle w:val="libNormal"/>
        <w:rPr>
          <w:rtl/>
        </w:rPr>
      </w:pPr>
      <w:r>
        <w:rPr>
          <w:rFonts w:hint="eastAsia"/>
          <w:rtl/>
        </w:rPr>
        <w:t>حقائق</w:t>
      </w:r>
      <w:r>
        <w:rPr>
          <w:rtl/>
        </w:rPr>
        <w:t>:</w:t>
      </w:r>
      <w:r>
        <w:rPr>
          <w:rFonts w:hint="eastAsia"/>
          <w:rtl/>
        </w:rPr>
        <w:t>حقائق</w:t>
      </w:r>
      <w:r>
        <w:rPr>
          <w:rtl/>
        </w:rPr>
        <w:t xml:space="preserve"> كى تكذيب كرنے كے اسباب 12</w:t>
      </w:r>
    </w:p>
    <w:p w:rsidR="001F628F" w:rsidRDefault="001F628F" w:rsidP="00E63CFA">
      <w:pPr>
        <w:pStyle w:val="libNormal"/>
        <w:rPr>
          <w:rtl/>
        </w:rPr>
      </w:pPr>
      <w:r>
        <w:rPr>
          <w:rFonts w:hint="eastAsia"/>
          <w:rtl/>
        </w:rPr>
        <w:t>حيات</w:t>
      </w:r>
      <w:r>
        <w:rPr>
          <w:rtl/>
        </w:rPr>
        <w:t>:</w:t>
      </w:r>
      <w:r>
        <w:rPr>
          <w:rFonts w:hint="eastAsia"/>
          <w:rtl/>
        </w:rPr>
        <w:t>اخروى</w:t>
      </w:r>
      <w:r>
        <w:rPr>
          <w:rtl/>
        </w:rPr>
        <w:t xml:space="preserve"> حيات كو جھٹلانے والے1; حيات كا سرچشمہ5</w:t>
      </w:r>
    </w:p>
    <w:p w:rsidR="001F628F" w:rsidRDefault="001F628F" w:rsidP="00E63CFA">
      <w:pPr>
        <w:pStyle w:val="libNormal"/>
        <w:rPr>
          <w:rtl/>
        </w:rPr>
      </w:pPr>
      <w:r>
        <w:rPr>
          <w:rFonts w:hint="eastAsia"/>
          <w:rtl/>
        </w:rPr>
        <w:t>قسم</w:t>
      </w:r>
      <w:r>
        <w:rPr>
          <w:rtl/>
        </w:rPr>
        <w:t>:</w:t>
      </w:r>
      <w:r>
        <w:rPr>
          <w:rFonts w:hint="eastAsia"/>
          <w:rtl/>
        </w:rPr>
        <w:t>خدا</w:t>
      </w:r>
      <w:r>
        <w:rPr>
          <w:rtl/>
        </w:rPr>
        <w:t xml:space="preserve"> كى قسم1; صدر اسلام مي</w:t>
      </w:r>
      <w:r w:rsidR="00083993">
        <w:rPr>
          <w:rtl/>
        </w:rPr>
        <w:t xml:space="preserve">ں </w:t>
      </w:r>
      <w:r>
        <w:rPr>
          <w:rtl/>
        </w:rPr>
        <w:t>خداكى قسم3</w:t>
      </w:r>
    </w:p>
    <w:p w:rsidR="001F628F" w:rsidRDefault="001F628F" w:rsidP="00E63CFA">
      <w:pPr>
        <w:pStyle w:val="libNormal"/>
        <w:rPr>
          <w:rtl/>
        </w:rPr>
      </w:pPr>
      <w:r>
        <w:rPr>
          <w:rFonts w:hint="eastAsia"/>
          <w:rtl/>
        </w:rPr>
        <w:t>مردے</w:t>
      </w:r>
      <w:r>
        <w:rPr>
          <w:rtl/>
        </w:rPr>
        <w:t>:</w:t>
      </w:r>
      <w:r>
        <w:rPr>
          <w:rFonts w:hint="eastAsia"/>
          <w:rtl/>
        </w:rPr>
        <w:t>مردو</w:t>
      </w:r>
      <w:r w:rsidR="00083993">
        <w:rPr>
          <w:rFonts w:hint="eastAsia"/>
          <w:rtl/>
        </w:rPr>
        <w:t xml:space="preserve">ں </w:t>
      </w:r>
      <w:r>
        <w:rPr>
          <w:rtl/>
        </w:rPr>
        <w:t>كى اخروى حيات سے جہالت 9، 10; مردو</w:t>
      </w:r>
      <w:r w:rsidR="00083993">
        <w:rPr>
          <w:rtl/>
        </w:rPr>
        <w:t xml:space="preserve">ں </w:t>
      </w:r>
      <w:r>
        <w:rPr>
          <w:rtl/>
        </w:rPr>
        <w:t>كى اخروى حيات كا حتمى ہونا 8;مردو</w:t>
      </w:r>
      <w:r w:rsidR="00083993">
        <w:rPr>
          <w:rtl/>
        </w:rPr>
        <w:t xml:space="preserve">ں </w:t>
      </w:r>
      <w:r>
        <w:rPr>
          <w:rtl/>
        </w:rPr>
        <w:t>كى اخروى حيات كى تكذيب4،6</w:t>
      </w:r>
    </w:p>
    <w:p w:rsidR="001F628F" w:rsidRDefault="001F628F" w:rsidP="00E63CFA">
      <w:pPr>
        <w:pStyle w:val="libNormal"/>
        <w:rPr>
          <w:rtl/>
        </w:rPr>
      </w:pPr>
      <w:r>
        <w:rPr>
          <w:rFonts w:hint="eastAsia"/>
          <w:rtl/>
        </w:rPr>
        <w:t>مشركين</w:t>
      </w:r>
      <w:r>
        <w:rPr>
          <w:rtl/>
        </w:rPr>
        <w:t>:</w:t>
      </w:r>
      <w:r>
        <w:rPr>
          <w:rFonts w:hint="eastAsia"/>
          <w:rtl/>
        </w:rPr>
        <w:t>مشركين</w:t>
      </w:r>
      <w:r>
        <w:rPr>
          <w:rtl/>
        </w:rPr>
        <w:t xml:space="preserve"> كا عقيدہ 5; مشركين كى سازش4; مشركين كى قسم1; مشركين كى كوشش4</w:t>
      </w:r>
    </w:p>
    <w:p w:rsidR="001F628F" w:rsidRDefault="001F628F" w:rsidP="00E63CFA">
      <w:pPr>
        <w:pStyle w:val="libNormal"/>
        <w:rPr>
          <w:rtl/>
        </w:rPr>
      </w:pPr>
      <w:r>
        <w:rPr>
          <w:rFonts w:hint="eastAsia"/>
          <w:rtl/>
        </w:rPr>
        <w:t>مشركين</w:t>
      </w:r>
      <w:r>
        <w:rPr>
          <w:rtl/>
        </w:rPr>
        <w:t xml:space="preserve"> مكہ:</w:t>
      </w:r>
      <w:r>
        <w:rPr>
          <w:rFonts w:hint="eastAsia"/>
          <w:rtl/>
        </w:rPr>
        <w:t>مشركين</w:t>
      </w:r>
      <w:r>
        <w:rPr>
          <w:rtl/>
        </w:rPr>
        <w:t xml:space="preserve"> مكہ اور نبوت 7; مشركين مكہ كا عقيدہ 2;</w:t>
      </w:r>
    </w:p>
    <w:p w:rsidR="00E63CFA" w:rsidRDefault="001E7F9D" w:rsidP="00F73EDE">
      <w:pPr>
        <w:pStyle w:val="libPoemTini"/>
        <w:rPr>
          <w:rtl/>
        </w:rPr>
      </w:pPr>
      <w:r>
        <w:rPr>
          <w:rtl/>
        </w:rPr>
        <w:cr/>
      </w:r>
      <w:r>
        <w:rPr>
          <w:rtl/>
        </w:rPr>
        <w:br w:type="page"/>
      </w:r>
    </w:p>
    <w:p w:rsidR="001F628F" w:rsidRDefault="001F628F" w:rsidP="00E63CFA">
      <w:pPr>
        <w:pStyle w:val="libNormal"/>
        <w:rPr>
          <w:rtl/>
        </w:rPr>
      </w:pPr>
      <w:r>
        <w:rPr>
          <w:rFonts w:hint="eastAsia"/>
          <w:rtl/>
        </w:rPr>
        <w:lastRenderedPageBreak/>
        <w:t>مشركين</w:t>
      </w:r>
      <w:r>
        <w:rPr>
          <w:rtl/>
        </w:rPr>
        <w:t xml:space="preserve"> مكہ كى اكثريت كا جاہل ہونا 10;مشركين مكہ كى خدا شناسى 2; مشركين مكہ كى فكر7</w:t>
      </w:r>
    </w:p>
    <w:p w:rsidR="001F628F" w:rsidRDefault="001F628F" w:rsidP="00E63CFA">
      <w:pPr>
        <w:pStyle w:val="libNormal"/>
        <w:rPr>
          <w:rtl/>
        </w:rPr>
      </w:pPr>
      <w:r>
        <w:rPr>
          <w:rFonts w:hint="eastAsia"/>
          <w:rtl/>
        </w:rPr>
        <w:t>معاد</w:t>
      </w:r>
      <w:r>
        <w:rPr>
          <w:rtl/>
        </w:rPr>
        <w:t>:</w:t>
      </w:r>
      <w:r>
        <w:rPr>
          <w:rFonts w:hint="eastAsia"/>
          <w:rtl/>
        </w:rPr>
        <w:t>معاد</w:t>
      </w:r>
      <w:r>
        <w:rPr>
          <w:rtl/>
        </w:rPr>
        <w:t xml:space="preserve"> سے جاہل 9،10،13; معاد كا حتمى ہونا8; معاد كو جھٹلانے والے 4; معاد كى تكذيب كا سرچشمہ 11; معاد كے جھٹلانے والو</w:t>
      </w:r>
      <w:r w:rsidR="00083993">
        <w:rPr>
          <w:rtl/>
        </w:rPr>
        <w:t xml:space="preserve">ں </w:t>
      </w:r>
      <w:r>
        <w:rPr>
          <w:rtl/>
        </w:rPr>
        <w:t>كى فكر6</w:t>
      </w:r>
    </w:p>
    <w:p w:rsidR="001F628F" w:rsidRDefault="001F628F" w:rsidP="00E63CFA">
      <w:pPr>
        <w:pStyle w:val="libNormal"/>
        <w:rPr>
          <w:rtl/>
        </w:rPr>
      </w:pPr>
      <w:r>
        <w:rPr>
          <w:rFonts w:hint="eastAsia"/>
          <w:rtl/>
        </w:rPr>
        <w:t>نبوت</w:t>
      </w:r>
      <w:r>
        <w:rPr>
          <w:rtl/>
        </w:rPr>
        <w:t>:</w:t>
      </w:r>
      <w:r>
        <w:rPr>
          <w:rFonts w:hint="eastAsia"/>
          <w:rtl/>
        </w:rPr>
        <w:t>بشر</w:t>
      </w:r>
      <w:r>
        <w:rPr>
          <w:rtl/>
        </w:rPr>
        <w:t xml:space="preserve"> كى نبوت كا انكار كرنے والے 7;نبوت كے شرائط7</w:t>
      </w:r>
    </w:p>
    <w:p w:rsidR="001F628F" w:rsidRPr="00120F63" w:rsidRDefault="00E63CFA" w:rsidP="00E63CFA">
      <w:pPr>
        <w:pStyle w:val="Heading2Center"/>
        <w:rPr>
          <w:rtl/>
        </w:rPr>
      </w:pPr>
      <w:bookmarkStart w:id="185" w:name="_Toc28081863"/>
      <w:r>
        <w:rPr>
          <w:rFonts w:hint="cs"/>
          <w:rtl/>
        </w:rPr>
        <w:t xml:space="preserve">آیت </w:t>
      </w:r>
      <w:r w:rsidRPr="00120F63">
        <w:rPr>
          <w:rFonts w:hint="cs"/>
          <w:rtl/>
        </w:rPr>
        <w:t>39</w:t>
      </w:r>
      <w:bookmarkEnd w:id="185"/>
    </w:p>
    <w:p w:rsidR="001F628F" w:rsidRDefault="00E260F9" w:rsidP="00E63CFA">
      <w:pPr>
        <w:pStyle w:val="libNormal"/>
        <w:rPr>
          <w:rtl/>
        </w:rPr>
      </w:pPr>
      <w:r w:rsidRPr="00E260F9">
        <w:rPr>
          <w:rStyle w:val="libAlaemChar"/>
          <w:rFonts w:hint="eastAsia"/>
          <w:rtl/>
        </w:rPr>
        <w:t>(</w:t>
      </w:r>
      <w:r w:rsidRPr="00E63CFA">
        <w:rPr>
          <w:rStyle w:val="libAieChar"/>
          <w:rFonts w:hint="eastAsia"/>
          <w:rtl/>
        </w:rPr>
        <w:t>لِيُبَيِّنَ</w:t>
      </w:r>
      <w:r w:rsidRPr="00E63CFA">
        <w:rPr>
          <w:rStyle w:val="libAieChar"/>
          <w:rtl/>
        </w:rPr>
        <w:t xml:space="preserve"> لَهُمُ الَّذِي يَخْتَلِفُونَ فِيهِ وَلِيَعْلَمَ الَّذِينَ كَفَرُواْ أَنَّهُمْ كَانُواْ كَاذِبِينَ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چاہتا ہے كہ لوگو</w:t>
      </w:r>
      <w:r w:rsidR="00083993">
        <w:rPr>
          <w:rtl/>
        </w:rPr>
        <w:t xml:space="preserve">ں </w:t>
      </w:r>
      <w:r>
        <w:rPr>
          <w:rtl/>
        </w:rPr>
        <w:t>كے لئے اس امر كو واضح كردے جس مي</w:t>
      </w:r>
      <w:r w:rsidR="00083993">
        <w:rPr>
          <w:rtl/>
        </w:rPr>
        <w:t xml:space="preserve">ں </w:t>
      </w:r>
      <w:r>
        <w:rPr>
          <w:rtl/>
        </w:rPr>
        <w:t>وہ اختلاف كر رہے ہي</w:t>
      </w:r>
      <w:r w:rsidR="00083993">
        <w:rPr>
          <w:rtl/>
        </w:rPr>
        <w:t xml:space="preserve">ں </w:t>
      </w:r>
      <w:r>
        <w:rPr>
          <w:rtl/>
        </w:rPr>
        <w:t>اور كفار كو يہ معلوم ہوجائے كہ وہ واقعى جھوٹ بولا كرتے تھے _</w:t>
      </w:r>
    </w:p>
    <w:p w:rsidR="001F628F" w:rsidRDefault="001F628F" w:rsidP="001F628F">
      <w:pPr>
        <w:pStyle w:val="libNormal"/>
        <w:rPr>
          <w:rtl/>
        </w:rPr>
      </w:pPr>
      <w:r>
        <w:rPr>
          <w:rtl/>
        </w:rPr>
        <w:t>1_ خداوند عالم ، موت كے بعد انسانو</w:t>
      </w:r>
      <w:r w:rsidR="00083993">
        <w:rPr>
          <w:rtl/>
        </w:rPr>
        <w:t xml:space="preserve">ں </w:t>
      </w:r>
      <w:r>
        <w:rPr>
          <w:rtl/>
        </w:rPr>
        <w:t>كو زندہ كرے گا تا كہ حقائق كو ان كے ليے آشكار كردے_</w:t>
      </w:r>
    </w:p>
    <w:p w:rsidR="001F628F" w:rsidRDefault="001F628F" w:rsidP="00E63CFA">
      <w:pPr>
        <w:pStyle w:val="libArabic"/>
        <w:rPr>
          <w:rtl/>
        </w:rPr>
      </w:pPr>
      <w:r>
        <w:rPr>
          <w:rFonts w:hint="eastAsia"/>
          <w:rtl/>
        </w:rPr>
        <w:t>بلى</w:t>
      </w:r>
      <w:r>
        <w:rPr>
          <w:rtl/>
        </w:rPr>
        <w:t xml:space="preserve"> وعداً علي</w:t>
      </w:r>
      <w:r w:rsidR="00120F63" w:rsidRPr="00ED5DE8">
        <w:rPr>
          <w:rFonts w:hint="cs"/>
          <w:rtl/>
        </w:rPr>
        <w:t>ه</w:t>
      </w:r>
      <w:r>
        <w:rPr>
          <w:rtl/>
        </w:rPr>
        <w:t xml:space="preserve"> </w:t>
      </w:r>
      <w:r>
        <w:rPr>
          <w:rFonts w:hint="cs"/>
          <w:rtl/>
        </w:rPr>
        <w:t>حقاً</w:t>
      </w:r>
      <w:r>
        <w:rPr>
          <w:rtl/>
        </w:rPr>
        <w:t xml:space="preserve"> ...</w:t>
      </w:r>
      <w:r>
        <w:rPr>
          <w:rFonts w:hint="cs"/>
          <w:rtl/>
        </w:rPr>
        <w:t>ليبين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الذى</w:t>
      </w:r>
      <w:r>
        <w:rPr>
          <w:rtl/>
        </w:rPr>
        <w:t xml:space="preserve"> </w:t>
      </w:r>
      <w:r>
        <w:rPr>
          <w:rFonts w:hint="cs"/>
          <w:rtl/>
        </w:rPr>
        <w:t>يختلف</w:t>
      </w:r>
      <w:r>
        <w:rPr>
          <w:rtl/>
        </w:rPr>
        <w:t>ون في</w:t>
      </w:r>
      <w:r w:rsidR="00120F63" w:rsidRPr="00ED5DE8">
        <w:rPr>
          <w:rFonts w:hint="cs"/>
          <w:rtl/>
        </w:rPr>
        <w:t>ه</w:t>
      </w:r>
    </w:p>
    <w:p w:rsidR="001F628F" w:rsidRDefault="001F628F" w:rsidP="001F628F">
      <w:pPr>
        <w:pStyle w:val="libNormal"/>
        <w:rPr>
          <w:rtl/>
        </w:rPr>
      </w:pPr>
      <w:r>
        <w:rPr>
          <w:rtl/>
        </w:rPr>
        <w:t>2_ اختلافى مسائل كى حقيقت كا ظاہر ہونا ، قيامت مي</w:t>
      </w:r>
      <w:r w:rsidR="00083993">
        <w:rPr>
          <w:rtl/>
        </w:rPr>
        <w:t xml:space="preserve">ں </w:t>
      </w:r>
      <w:r>
        <w:rPr>
          <w:rtl/>
        </w:rPr>
        <w:t>انسانو</w:t>
      </w:r>
      <w:r w:rsidR="00083993">
        <w:rPr>
          <w:rtl/>
        </w:rPr>
        <w:t xml:space="preserve">ں </w:t>
      </w:r>
      <w:r>
        <w:rPr>
          <w:rtl/>
        </w:rPr>
        <w:t>كے زندہ ہونے كى ايك دليل ہے_</w:t>
      </w:r>
    </w:p>
    <w:p w:rsidR="001F628F" w:rsidRDefault="001F628F" w:rsidP="00E63CFA">
      <w:pPr>
        <w:pStyle w:val="libArabic"/>
        <w:rPr>
          <w:rtl/>
        </w:rPr>
      </w:pPr>
      <w:r>
        <w:rPr>
          <w:rFonts w:hint="eastAsia"/>
          <w:rtl/>
        </w:rPr>
        <w:t>بلى</w:t>
      </w:r>
      <w:r>
        <w:rPr>
          <w:rtl/>
        </w:rPr>
        <w:t xml:space="preserve"> وعداً علي</w:t>
      </w:r>
      <w:r w:rsidR="00120F63" w:rsidRPr="00ED5DE8">
        <w:rPr>
          <w:rFonts w:hint="cs"/>
          <w:rtl/>
        </w:rPr>
        <w:t>ه</w:t>
      </w:r>
      <w:r>
        <w:rPr>
          <w:rtl/>
        </w:rPr>
        <w:t xml:space="preserve"> </w:t>
      </w:r>
      <w:r>
        <w:rPr>
          <w:rFonts w:hint="cs"/>
          <w:rtl/>
        </w:rPr>
        <w:t>حقاً</w:t>
      </w:r>
      <w:r>
        <w:rPr>
          <w:rtl/>
        </w:rPr>
        <w:t xml:space="preserve"> ...</w:t>
      </w:r>
      <w:r>
        <w:rPr>
          <w:rFonts w:hint="cs"/>
          <w:rtl/>
        </w:rPr>
        <w:t>ل</w:t>
      </w:r>
      <w:r>
        <w:rPr>
          <w:rtl/>
        </w:rPr>
        <w:t>يبين ل</w:t>
      </w:r>
      <w:r w:rsidR="00120F63" w:rsidRPr="00ED5DE8">
        <w:rPr>
          <w:rFonts w:hint="cs"/>
          <w:rtl/>
        </w:rPr>
        <w:t>ه</w:t>
      </w:r>
      <w:r>
        <w:rPr>
          <w:rFonts w:hint="cs"/>
          <w:rtl/>
        </w:rPr>
        <w:t>م</w:t>
      </w:r>
      <w:r>
        <w:rPr>
          <w:rtl/>
        </w:rPr>
        <w:t xml:space="preserve"> </w:t>
      </w:r>
      <w:r>
        <w:rPr>
          <w:rFonts w:hint="cs"/>
          <w:rtl/>
        </w:rPr>
        <w:t>الذى</w:t>
      </w:r>
      <w:r>
        <w:rPr>
          <w:rtl/>
        </w:rPr>
        <w:t xml:space="preserve"> </w:t>
      </w:r>
      <w:r>
        <w:rPr>
          <w:rFonts w:hint="cs"/>
          <w:rtl/>
        </w:rPr>
        <w:t>يختلفو</w:t>
      </w:r>
      <w:r>
        <w:rPr>
          <w:rtl/>
        </w:rPr>
        <w:t>ن في</w:t>
      </w:r>
      <w:r w:rsidR="00120F63" w:rsidRPr="00ED5DE8">
        <w:rPr>
          <w:rFonts w:hint="cs"/>
          <w:rtl/>
        </w:rPr>
        <w:t>ه</w:t>
      </w:r>
    </w:p>
    <w:p w:rsidR="001F628F" w:rsidRDefault="001F628F" w:rsidP="00E63CFA">
      <w:pPr>
        <w:pStyle w:val="libNormal"/>
        <w:rPr>
          <w:rtl/>
        </w:rPr>
      </w:pPr>
      <w:r>
        <w:rPr>
          <w:rtl/>
        </w:rPr>
        <w:t>3_ قيامت ، حقائق كے آشكار ہونے كا دن ہے_</w:t>
      </w:r>
      <w:r w:rsidRPr="00E63CFA">
        <w:rPr>
          <w:rStyle w:val="libArabicChar"/>
          <w:rFonts w:hint="eastAsia"/>
          <w:rtl/>
        </w:rPr>
        <w:t>بلى</w:t>
      </w:r>
      <w:r w:rsidRPr="00E63CFA">
        <w:rPr>
          <w:rStyle w:val="libArabicChar"/>
          <w:rtl/>
        </w:rPr>
        <w:t xml:space="preserve"> وعداً علي</w:t>
      </w:r>
      <w:r w:rsidR="00120F63" w:rsidRPr="00B2551F">
        <w:rPr>
          <w:rStyle w:val="libArabicChar"/>
          <w:rFonts w:hint="cs"/>
          <w:rtl/>
        </w:rPr>
        <w:t>ه</w:t>
      </w:r>
      <w:r w:rsidRPr="00E63CFA">
        <w:rPr>
          <w:rStyle w:val="libArabicChar"/>
          <w:rtl/>
        </w:rPr>
        <w:t xml:space="preserve"> </w:t>
      </w:r>
      <w:r w:rsidRPr="00E63CFA">
        <w:rPr>
          <w:rStyle w:val="libArabicChar"/>
          <w:rFonts w:hint="cs"/>
          <w:rtl/>
        </w:rPr>
        <w:t>حقاً</w:t>
      </w:r>
      <w:r w:rsidRPr="00E63CFA">
        <w:rPr>
          <w:rStyle w:val="libArabicChar"/>
          <w:rtl/>
        </w:rPr>
        <w:t xml:space="preserve"> ...</w:t>
      </w:r>
      <w:r w:rsidRPr="00E63CFA">
        <w:rPr>
          <w:rStyle w:val="libArabicChar"/>
          <w:rFonts w:hint="cs"/>
          <w:rtl/>
        </w:rPr>
        <w:t>ليبين</w:t>
      </w:r>
      <w:r w:rsidRPr="00E63CFA">
        <w:rPr>
          <w:rStyle w:val="libArabicChar"/>
          <w:rtl/>
        </w:rPr>
        <w:t xml:space="preserve"> </w:t>
      </w:r>
      <w:r w:rsidRPr="00E63CFA">
        <w:rPr>
          <w:rStyle w:val="libArabicChar"/>
          <w:rFonts w:hint="cs"/>
          <w:rtl/>
        </w:rPr>
        <w:t>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الذي</w:t>
      </w:r>
      <w:r w:rsidRPr="00E63CFA">
        <w:rPr>
          <w:rStyle w:val="libArabicChar"/>
          <w:rtl/>
        </w:rPr>
        <w:t xml:space="preserve"> </w:t>
      </w:r>
      <w:r w:rsidRPr="00E63CFA">
        <w:rPr>
          <w:rStyle w:val="libArabicChar"/>
          <w:rFonts w:hint="cs"/>
          <w:rtl/>
        </w:rPr>
        <w:t>يختلف</w:t>
      </w:r>
      <w:r w:rsidRPr="00E63CFA">
        <w:rPr>
          <w:rStyle w:val="libArabicChar"/>
          <w:rtl/>
        </w:rPr>
        <w:t>ون في</w:t>
      </w:r>
      <w:r w:rsidR="00120F63" w:rsidRPr="00B2551F">
        <w:rPr>
          <w:rStyle w:val="libArabicChar"/>
          <w:rFonts w:hint="cs"/>
          <w:rtl/>
        </w:rPr>
        <w:t>ه</w:t>
      </w:r>
    </w:p>
    <w:p w:rsidR="001F628F" w:rsidRDefault="001F628F" w:rsidP="00E63CFA">
      <w:pPr>
        <w:pStyle w:val="libNormal"/>
        <w:rPr>
          <w:rtl/>
        </w:rPr>
      </w:pPr>
      <w:r>
        <w:rPr>
          <w:rtl/>
        </w:rPr>
        <w:t>4_ اختلافى امور كى مكمل حقيقت ظاہر ہونا ،ا س دنيا مي</w:t>
      </w:r>
      <w:r w:rsidR="00083993">
        <w:rPr>
          <w:rtl/>
        </w:rPr>
        <w:t xml:space="preserve">ں </w:t>
      </w:r>
      <w:r>
        <w:rPr>
          <w:rtl/>
        </w:rPr>
        <w:t>ممكن نہي</w:t>
      </w:r>
      <w:r w:rsidR="00083993">
        <w:rPr>
          <w:rtl/>
        </w:rPr>
        <w:t xml:space="preserve">ں </w:t>
      </w:r>
      <w:r>
        <w:rPr>
          <w:rtl/>
        </w:rPr>
        <w:t>ہے_</w:t>
      </w:r>
      <w:r w:rsidRPr="00E63CFA">
        <w:rPr>
          <w:rStyle w:val="libArabicChar"/>
          <w:rFonts w:hint="eastAsia"/>
          <w:rtl/>
        </w:rPr>
        <w:t>بلى</w:t>
      </w:r>
      <w:r w:rsidRPr="00E63CFA">
        <w:rPr>
          <w:rStyle w:val="libArabicChar"/>
          <w:rtl/>
        </w:rPr>
        <w:t xml:space="preserve"> وعداً علي</w:t>
      </w:r>
      <w:r w:rsidR="00120F63" w:rsidRPr="00B2551F">
        <w:rPr>
          <w:rStyle w:val="libArabicChar"/>
          <w:rFonts w:hint="cs"/>
          <w:rtl/>
        </w:rPr>
        <w:t>ه</w:t>
      </w:r>
      <w:r w:rsidRPr="00E63CFA">
        <w:rPr>
          <w:rStyle w:val="libArabicChar"/>
          <w:rtl/>
        </w:rPr>
        <w:t xml:space="preserve"> </w:t>
      </w:r>
      <w:r w:rsidRPr="00E63CFA">
        <w:rPr>
          <w:rStyle w:val="libArabicChar"/>
          <w:rFonts w:hint="cs"/>
          <w:rtl/>
        </w:rPr>
        <w:t>حقاً</w:t>
      </w:r>
      <w:r w:rsidRPr="00E63CFA">
        <w:rPr>
          <w:rStyle w:val="libArabicChar"/>
          <w:rtl/>
        </w:rPr>
        <w:t xml:space="preserve"> ...</w:t>
      </w:r>
      <w:r w:rsidRPr="00E63CFA">
        <w:rPr>
          <w:rStyle w:val="libArabicChar"/>
          <w:rFonts w:hint="cs"/>
          <w:rtl/>
        </w:rPr>
        <w:t>ليبين</w:t>
      </w:r>
      <w:r w:rsidRPr="00E63CFA">
        <w:rPr>
          <w:rStyle w:val="libArabicChar"/>
          <w:rtl/>
        </w:rPr>
        <w:t xml:space="preserve"> </w:t>
      </w:r>
      <w:r w:rsidRPr="00E63CFA">
        <w:rPr>
          <w:rStyle w:val="libArabicChar"/>
          <w:rFonts w:hint="cs"/>
          <w:rtl/>
        </w:rPr>
        <w:t>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الذى</w:t>
      </w:r>
      <w:r w:rsidRPr="00E63CFA">
        <w:rPr>
          <w:rStyle w:val="libArabicChar"/>
          <w:rtl/>
        </w:rPr>
        <w:t xml:space="preserve"> </w:t>
      </w:r>
      <w:r w:rsidRPr="00E63CFA">
        <w:rPr>
          <w:rStyle w:val="libArabicChar"/>
          <w:rFonts w:hint="cs"/>
          <w:rtl/>
        </w:rPr>
        <w:t>يختلف</w:t>
      </w:r>
      <w:r w:rsidRPr="00E63CFA">
        <w:rPr>
          <w:rStyle w:val="libArabicChar"/>
          <w:rtl/>
        </w:rPr>
        <w:t>ون في</w:t>
      </w:r>
      <w:r w:rsidR="00120F63" w:rsidRPr="00B2551F">
        <w:rPr>
          <w:rStyle w:val="libArabicChar"/>
          <w:rFonts w:hint="cs"/>
          <w:rtl/>
        </w:rPr>
        <w:t>ه</w:t>
      </w:r>
    </w:p>
    <w:p w:rsidR="001F628F" w:rsidRDefault="001F628F" w:rsidP="001F628F">
      <w:pPr>
        <w:pStyle w:val="libNormal"/>
        <w:rPr>
          <w:rtl/>
        </w:rPr>
      </w:pPr>
      <w:r>
        <w:rPr>
          <w:rFonts w:hint="eastAsia"/>
          <w:rtl/>
        </w:rPr>
        <w:t>باوجود</w:t>
      </w:r>
      <w:r>
        <w:rPr>
          <w:rtl/>
        </w:rPr>
        <w:t xml:space="preserve"> اس كے كہ دنيا مي</w:t>
      </w:r>
      <w:r w:rsidR="00083993">
        <w:rPr>
          <w:rtl/>
        </w:rPr>
        <w:t xml:space="preserve">ں </w:t>
      </w:r>
      <w:r>
        <w:rPr>
          <w:rtl/>
        </w:rPr>
        <w:t>حقائق كو آشكار كرنا، خداوند عالم كے ليے ممكن ہے ليكن قيامت كے حتمى وقو ع كى دليل كو اس دن حقائق كے آشكار ہونے كو بيان كيا ہے يہ اس بات كى علامت ہے كہ حقائق كو آشكار كرنے كى علت فاعلى كى طرف سے كوئي مشكل نہي</w:t>
      </w:r>
      <w:r w:rsidR="00083993">
        <w:rPr>
          <w:rtl/>
        </w:rPr>
        <w:t xml:space="preserve">ں </w:t>
      </w:r>
      <w:r>
        <w:rPr>
          <w:rtl/>
        </w:rPr>
        <w:t xml:space="preserve">ہے بلكہ ''ظرف'' اس چيز </w:t>
      </w:r>
      <w:r>
        <w:rPr>
          <w:rFonts w:hint="eastAsia"/>
          <w:rtl/>
        </w:rPr>
        <w:t>كى</w:t>
      </w:r>
    </w:p>
    <w:p w:rsidR="00E63CFA" w:rsidRDefault="001E7F9D" w:rsidP="00F73EDE">
      <w:pPr>
        <w:pStyle w:val="libPoemTini"/>
        <w:rPr>
          <w:rtl/>
        </w:rPr>
      </w:pPr>
      <w:r>
        <w:rPr>
          <w:rtl/>
        </w:rPr>
        <w:br w:type="page"/>
      </w:r>
    </w:p>
    <w:p w:rsidR="001F628F" w:rsidRDefault="001F628F" w:rsidP="00E63CFA">
      <w:pPr>
        <w:pStyle w:val="libNormal"/>
        <w:rPr>
          <w:rtl/>
        </w:rPr>
      </w:pPr>
      <w:r>
        <w:rPr>
          <w:rFonts w:hint="eastAsia"/>
          <w:rtl/>
        </w:rPr>
        <w:lastRenderedPageBreak/>
        <w:t>قابليت</w:t>
      </w:r>
      <w:r>
        <w:rPr>
          <w:rtl/>
        </w:rPr>
        <w:t xml:space="preserve"> نہي</w:t>
      </w:r>
      <w:r w:rsidR="00083993">
        <w:rPr>
          <w:rtl/>
        </w:rPr>
        <w:t xml:space="preserve">ں </w:t>
      </w:r>
      <w:r>
        <w:rPr>
          <w:rtl/>
        </w:rPr>
        <w:t>ركھتا ہے_</w:t>
      </w:r>
    </w:p>
    <w:p w:rsidR="001F628F" w:rsidRDefault="001F628F" w:rsidP="00E63CFA">
      <w:pPr>
        <w:pStyle w:val="libNormal"/>
        <w:rPr>
          <w:rtl/>
        </w:rPr>
      </w:pPr>
      <w:r>
        <w:rPr>
          <w:rtl/>
        </w:rPr>
        <w:t>5_حقائق كو آشكار كرنا ، نہايت اہم اور شائستہ اقدام ہے_...</w:t>
      </w:r>
      <w:r w:rsidRPr="00E63CFA">
        <w:rPr>
          <w:rStyle w:val="libArabicChar"/>
          <w:rtl/>
        </w:rPr>
        <w:t>ليبن 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الذى</w:t>
      </w:r>
      <w:r w:rsidRPr="00E63CFA">
        <w:rPr>
          <w:rStyle w:val="libArabicChar"/>
          <w:rtl/>
        </w:rPr>
        <w:t xml:space="preserve"> </w:t>
      </w:r>
      <w:r w:rsidRPr="00E63CFA">
        <w:rPr>
          <w:rStyle w:val="libArabicChar"/>
          <w:rFonts w:hint="cs"/>
          <w:rtl/>
        </w:rPr>
        <w:t>يختلفون</w:t>
      </w:r>
      <w:r w:rsidRPr="00E63CFA">
        <w:rPr>
          <w:rStyle w:val="libArabicChar"/>
          <w:rtl/>
        </w:rPr>
        <w:t xml:space="preserve"> </w:t>
      </w:r>
      <w:r w:rsidRPr="00E63CFA">
        <w:rPr>
          <w:rStyle w:val="libArabicChar"/>
          <w:rFonts w:hint="cs"/>
          <w:rtl/>
        </w:rPr>
        <w:t>في</w:t>
      </w:r>
      <w:r w:rsidR="00120F63" w:rsidRPr="00B2551F">
        <w:rPr>
          <w:rStyle w:val="libArabicChar"/>
          <w:rFonts w:hint="cs"/>
          <w:rtl/>
        </w:rPr>
        <w:t>ه</w:t>
      </w:r>
    </w:p>
    <w:p w:rsidR="001F628F" w:rsidRDefault="001F628F" w:rsidP="001F628F">
      <w:pPr>
        <w:pStyle w:val="libNormal"/>
        <w:rPr>
          <w:rtl/>
        </w:rPr>
      </w:pPr>
      <w:r>
        <w:rPr>
          <w:rFonts w:hint="eastAsia"/>
          <w:rtl/>
        </w:rPr>
        <w:t>چونكہ</w:t>
      </w:r>
      <w:r>
        <w:rPr>
          <w:rtl/>
        </w:rPr>
        <w:t xml:space="preserve"> خداوند عالم نے قيامت كے وقوع كى ايك دليل ، حقائق كو آشكار كرنا قرار دى ہے لہذا اس سے مذكورہ مطلب كا استفادہ ہوتا ہے_</w:t>
      </w:r>
    </w:p>
    <w:p w:rsidR="001F628F" w:rsidRDefault="001F628F" w:rsidP="00E63CFA">
      <w:pPr>
        <w:pStyle w:val="libNormal"/>
        <w:rPr>
          <w:rtl/>
        </w:rPr>
      </w:pPr>
      <w:r>
        <w:rPr>
          <w:rtl/>
        </w:rPr>
        <w:t>6_ موحدين كے ساتھ مشركين كے اختلافات كى ہميشگي_</w:t>
      </w:r>
      <w:r w:rsidRPr="00E63CFA">
        <w:rPr>
          <w:rStyle w:val="libArabicChar"/>
          <w:rFonts w:hint="eastAsia"/>
          <w:rtl/>
        </w:rPr>
        <w:t>ليبين</w:t>
      </w:r>
      <w:r w:rsidRPr="00E63CFA">
        <w:rPr>
          <w:rStyle w:val="libArabicChar"/>
          <w:rtl/>
        </w:rPr>
        <w:t xml:space="preserve"> ل</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الذى</w:t>
      </w:r>
      <w:r w:rsidRPr="00E63CFA">
        <w:rPr>
          <w:rStyle w:val="libArabicChar"/>
          <w:rtl/>
        </w:rPr>
        <w:t xml:space="preserve"> </w:t>
      </w:r>
      <w:r w:rsidRPr="00E63CFA">
        <w:rPr>
          <w:rStyle w:val="libArabicChar"/>
          <w:rFonts w:hint="cs"/>
          <w:rtl/>
        </w:rPr>
        <w:t>يختلف</w:t>
      </w:r>
      <w:r w:rsidRPr="00E63CFA">
        <w:rPr>
          <w:rStyle w:val="libArabicChar"/>
          <w:rtl/>
        </w:rPr>
        <w:t>ون في</w:t>
      </w:r>
      <w:r w:rsidR="00120F63" w:rsidRPr="00B2551F">
        <w:rPr>
          <w:rStyle w:val="libArabicChar"/>
          <w:rFonts w:hint="cs"/>
          <w:rtl/>
        </w:rPr>
        <w:t>ه</w:t>
      </w:r>
    </w:p>
    <w:p w:rsidR="001F628F" w:rsidRDefault="001F628F" w:rsidP="001F628F">
      <w:pPr>
        <w:pStyle w:val="libNormal"/>
        <w:rPr>
          <w:rtl/>
        </w:rPr>
      </w:pPr>
      <w:r>
        <w:rPr>
          <w:rFonts w:hint="eastAsia"/>
          <w:rtl/>
        </w:rPr>
        <w:t>مذكورہ</w:t>
      </w:r>
      <w:r>
        <w:rPr>
          <w:rtl/>
        </w:rPr>
        <w:t xml:space="preserve"> بالا مطلب اس احتمال كى بناء پر ہے كہ جب اختلاف كا متعلق و ہ تعليمات ہو</w:t>
      </w:r>
      <w:r w:rsidR="00083993">
        <w:rPr>
          <w:rtl/>
        </w:rPr>
        <w:t xml:space="preserve">ں </w:t>
      </w:r>
      <w:r>
        <w:rPr>
          <w:rtl/>
        </w:rPr>
        <w:t>جن كو انبياء لائے اور مشركين نے ان كا انكار كيا _لازم الذكر ہے كہ فعل ''</w:t>
      </w:r>
      <w:r w:rsidRPr="00E63CFA">
        <w:rPr>
          <w:rStyle w:val="libArabicChar"/>
          <w:rtl/>
        </w:rPr>
        <w:t>يختلفون</w:t>
      </w:r>
      <w:r>
        <w:rPr>
          <w:rtl/>
        </w:rPr>
        <w:t>''كا مضارع آنا اختلاف كے دائمى ہونے كو بتارہا ہے_</w:t>
      </w:r>
    </w:p>
    <w:p w:rsidR="001F628F" w:rsidRDefault="001F628F" w:rsidP="001F628F">
      <w:pPr>
        <w:pStyle w:val="libNormal"/>
        <w:rPr>
          <w:rtl/>
        </w:rPr>
      </w:pPr>
      <w:r>
        <w:rPr>
          <w:rtl/>
        </w:rPr>
        <w:t>7_ اختلافى مسائل مي</w:t>
      </w:r>
      <w:r w:rsidR="00083993">
        <w:rPr>
          <w:rtl/>
        </w:rPr>
        <w:t xml:space="preserve">ں </w:t>
      </w:r>
      <w:r>
        <w:rPr>
          <w:rtl/>
        </w:rPr>
        <w:t>حق كا واضح اور اختلاف كا برطرف ہونا ، بعثت انبياء كى حكمتو</w:t>
      </w:r>
      <w:r w:rsidR="00083993">
        <w:rPr>
          <w:rtl/>
        </w:rPr>
        <w:t xml:space="preserve">ں </w:t>
      </w:r>
      <w:r>
        <w:rPr>
          <w:rtl/>
        </w:rPr>
        <w:t>مي</w:t>
      </w:r>
      <w:r w:rsidR="00083993">
        <w:rPr>
          <w:rtl/>
        </w:rPr>
        <w:t xml:space="preserve">ں </w:t>
      </w:r>
      <w:r>
        <w:rPr>
          <w:rtl/>
        </w:rPr>
        <w:t>سے ہے_</w:t>
      </w:r>
    </w:p>
    <w:p w:rsidR="001F628F" w:rsidRDefault="001F628F" w:rsidP="00E63CFA">
      <w:pPr>
        <w:pStyle w:val="libArabic"/>
        <w:rPr>
          <w:rtl/>
        </w:rPr>
      </w:pPr>
      <w:r>
        <w:rPr>
          <w:rtl/>
        </w:rPr>
        <w:t>...ولقد بعثنا فى كل امة روسولاً ليبين ل</w:t>
      </w:r>
      <w:r w:rsidR="00120F63" w:rsidRPr="00ED5DE8">
        <w:rPr>
          <w:rFonts w:hint="cs"/>
          <w:rtl/>
        </w:rPr>
        <w:t>ه</w:t>
      </w:r>
      <w:r>
        <w:rPr>
          <w:rFonts w:hint="cs"/>
          <w:rtl/>
        </w:rPr>
        <w:t>م</w:t>
      </w:r>
      <w:r>
        <w:rPr>
          <w:rtl/>
        </w:rPr>
        <w:t xml:space="preserve"> </w:t>
      </w:r>
      <w:r>
        <w:rPr>
          <w:rFonts w:hint="cs"/>
          <w:rtl/>
        </w:rPr>
        <w:t>الذى</w:t>
      </w:r>
      <w:r>
        <w:rPr>
          <w:rtl/>
        </w:rPr>
        <w:t xml:space="preserve"> </w:t>
      </w:r>
      <w:r>
        <w:rPr>
          <w:rFonts w:hint="cs"/>
          <w:rtl/>
        </w:rPr>
        <w:t>يختلفون</w:t>
      </w:r>
      <w:r>
        <w:rPr>
          <w:rtl/>
        </w:rPr>
        <w:t xml:space="preserve"> </w:t>
      </w:r>
      <w:r>
        <w:rPr>
          <w:rFonts w:hint="cs"/>
          <w:rtl/>
        </w:rPr>
        <w:t>في</w:t>
      </w:r>
      <w:r w:rsidR="00120F63" w:rsidRPr="00ED5DE8">
        <w:rPr>
          <w:rFonts w:hint="cs"/>
          <w:rtl/>
        </w:rPr>
        <w:t>ه</w:t>
      </w:r>
    </w:p>
    <w:p w:rsidR="001F628F" w:rsidRDefault="001F628F" w:rsidP="001F628F">
      <w:pPr>
        <w:pStyle w:val="libNormal"/>
        <w:rPr>
          <w:rtl/>
        </w:rPr>
      </w:pPr>
      <w:r>
        <w:rPr>
          <w:rFonts w:hint="eastAsia"/>
          <w:rtl/>
        </w:rPr>
        <w:t>مذكورہ</w:t>
      </w:r>
      <w:r>
        <w:rPr>
          <w:rtl/>
        </w:rPr>
        <w:t xml:space="preserve"> بالا مطلب اس بناء پر ہے جب'' ليبين'' مي</w:t>
      </w:r>
      <w:r w:rsidR="00083993">
        <w:rPr>
          <w:rtl/>
        </w:rPr>
        <w:t xml:space="preserve">ں </w:t>
      </w:r>
      <w:r>
        <w:rPr>
          <w:rtl/>
        </w:rPr>
        <w:t>لام تعليل ، آيت ''ولقد بعثنا فى كل امة رسولاً'' كے ليے علت ہو _ فعل مضارع ''يختلفون'' جو زمانہ حال پر دلالت كرتا ہے ممكن ہے اس دنيا مي</w:t>
      </w:r>
      <w:r w:rsidR="00083993">
        <w:rPr>
          <w:rtl/>
        </w:rPr>
        <w:t xml:space="preserve">ں </w:t>
      </w:r>
      <w:r>
        <w:rPr>
          <w:rtl/>
        </w:rPr>
        <w:t>آشكار اور واضح ہونے پر قرينہ ہو_</w:t>
      </w:r>
    </w:p>
    <w:p w:rsidR="001F628F" w:rsidRDefault="001F628F" w:rsidP="001F628F">
      <w:pPr>
        <w:pStyle w:val="libNormal"/>
        <w:rPr>
          <w:rtl/>
        </w:rPr>
      </w:pPr>
      <w:r>
        <w:rPr>
          <w:rtl/>
        </w:rPr>
        <w:t>8_ كفار كا اپنى كذب بيانى سے مطلع ہونا، قيامت مي</w:t>
      </w:r>
      <w:r w:rsidR="00083993">
        <w:rPr>
          <w:rtl/>
        </w:rPr>
        <w:t xml:space="preserve">ں </w:t>
      </w:r>
      <w:r>
        <w:rPr>
          <w:rtl/>
        </w:rPr>
        <w:t>انسانو</w:t>
      </w:r>
      <w:r w:rsidR="00083993">
        <w:rPr>
          <w:rtl/>
        </w:rPr>
        <w:t xml:space="preserve">ں </w:t>
      </w:r>
      <w:r>
        <w:rPr>
          <w:rtl/>
        </w:rPr>
        <w:t>كے دوبارہ زندہ ہونے پر ايك دليل ہے_</w:t>
      </w:r>
    </w:p>
    <w:p w:rsidR="001F628F" w:rsidRDefault="001F628F" w:rsidP="00E63CFA">
      <w:pPr>
        <w:pStyle w:val="libArabic"/>
        <w:rPr>
          <w:rtl/>
        </w:rPr>
      </w:pPr>
      <w:r>
        <w:rPr>
          <w:rFonts w:hint="eastAsia"/>
          <w:rtl/>
        </w:rPr>
        <w:t>بلى</w:t>
      </w:r>
      <w:r>
        <w:rPr>
          <w:rtl/>
        </w:rPr>
        <w:t xml:space="preserve"> وعداً علي</w:t>
      </w:r>
      <w:r w:rsidR="00120F63" w:rsidRPr="00ED5DE8">
        <w:rPr>
          <w:rFonts w:hint="cs"/>
          <w:rtl/>
        </w:rPr>
        <w:t>ه</w:t>
      </w:r>
      <w:r>
        <w:rPr>
          <w:rtl/>
        </w:rPr>
        <w:t xml:space="preserve"> </w:t>
      </w:r>
      <w:r>
        <w:rPr>
          <w:rFonts w:hint="cs"/>
          <w:rtl/>
        </w:rPr>
        <w:t>حقاً</w:t>
      </w:r>
      <w:r>
        <w:rPr>
          <w:rtl/>
        </w:rPr>
        <w:t xml:space="preserve"> ...</w:t>
      </w:r>
      <w:r>
        <w:rPr>
          <w:rFonts w:hint="cs"/>
          <w:rtl/>
        </w:rPr>
        <w:t>وليعلم</w:t>
      </w:r>
      <w:r>
        <w:rPr>
          <w:rtl/>
        </w:rPr>
        <w:t xml:space="preserve"> </w:t>
      </w:r>
      <w:r>
        <w:rPr>
          <w:rFonts w:hint="cs"/>
          <w:rtl/>
        </w:rPr>
        <w:t>الذين</w:t>
      </w:r>
      <w:r>
        <w:rPr>
          <w:rtl/>
        </w:rPr>
        <w:t xml:space="preserve"> </w:t>
      </w:r>
      <w:r>
        <w:rPr>
          <w:rFonts w:hint="cs"/>
          <w:rtl/>
        </w:rPr>
        <w:t>كفروا</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كانو</w:t>
      </w:r>
      <w:r>
        <w:rPr>
          <w:rtl/>
        </w:rPr>
        <w:t xml:space="preserve"> كذبين</w:t>
      </w:r>
    </w:p>
    <w:p w:rsidR="001F628F" w:rsidRDefault="001F628F" w:rsidP="001F628F">
      <w:pPr>
        <w:pStyle w:val="libNormal"/>
        <w:rPr>
          <w:rtl/>
        </w:rPr>
      </w:pPr>
      <w:r>
        <w:rPr>
          <w:rtl/>
        </w:rPr>
        <w:t>9_ كفار ، معاد كے بارے مي</w:t>
      </w:r>
      <w:r w:rsidR="00083993">
        <w:rPr>
          <w:rtl/>
        </w:rPr>
        <w:t xml:space="preserve">ں </w:t>
      </w:r>
      <w:r>
        <w:rPr>
          <w:rtl/>
        </w:rPr>
        <w:t>ہميشہ كذب بيانى سے كام ليتے ہي</w:t>
      </w:r>
      <w:r w:rsidR="00083993">
        <w:rPr>
          <w:rtl/>
        </w:rPr>
        <w:t xml:space="preserve">ں </w:t>
      </w:r>
      <w:r>
        <w:rPr>
          <w:rtl/>
        </w:rPr>
        <w:t>_</w:t>
      </w:r>
    </w:p>
    <w:p w:rsidR="001F628F" w:rsidRDefault="001F628F" w:rsidP="00E63CFA">
      <w:pPr>
        <w:pStyle w:val="libArabic"/>
        <w:rPr>
          <w:rtl/>
        </w:rPr>
      </w:pPr>
      <w:r>
        <w:rPr>
          <w:rFonts w:hint="eastAsia"/>
          <w:rtl/>
        </w:rPr>
        <w:t>واقسموا</w:t>
      </w:r>
      <w:r>
        <w:rPr>
          <w:rtl/>
        </w:rPr>
        <w:t xml:space="preserve"> باللّ</w:t>
      </w:r>
      <w:r w:rsidR="00120F63" w:rsidRPr="00ED5DE8">
        <w:rPr>
          <w:rFonts w:hint="cs"/>
          <w:rtl/>
        </w:rPr>
        <w:t>ه</w:t>
      </w:r>
      <w:r>
        <w:rPr>
          <w:rtl/>
        </w:rPr>
        <w:t xml:space="preserve"> ...</w:t>
      </w:r>
      <w:r>
        <w:rPr>
          <w:rFonts w:hint="cs"/>
          <w:rtl/>
        </w:rPr>
        <w:t>لا</w:t>
      </w:r>
      <w:r>
        <w:rPr>
          <w:rtl/>
        </w:rPr>
        <w:t xml:space="preserve"> </w:t>
      </w:r>
      <w:r>
        <w:rPr>
          <w:rFonts w:hint="cs"/>
          <w:rtl/>
        </w:rPr>
        <w:t>يبعث</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يموت</w:t>
      </w:r>
      <w:r>
        <w:rPr>
          <w:rtl/>
        </w:rPr>
        <w:t xml:space="preserve"> </w:t>
      </w:r>
      <w:r>
        <w:rPr>
          <w:rFonts w:hint="cs"/>
          <w:rtl/>
        </w:rPr>
        <w:t>بلى</w:t>
      </w:r>
      <w:r>
        <w:rPr>
          <w:rtl/>
        </w:rPr>
        <w:t xml:space="preserve"> </w:t>
      </w:r>
      <w:r>
        <w:rPr>
          <w:rFonts w:hint="cs"/>
          <w:rtl/>
        </w:rPr>
        <w:t>وعداً</w:t>
      </w:r>
      <w:r>
        <w:rPr>
          <w:rtl/>
        </w:rPr>
        <w:t xml:space="preserve"> </w:t>
      </w:r>
      <w:r>
        <w:rPr>
          <w:rFonts w:hint="cs"/>
          <w:rtl/>
        </w:rPr>
        <w:t>علي</w:t>
      </w:r>
      <w:r w:rsidR="00120F63" w:rsidRPr="00ED5DE8">
        <w:rPr>
          <w:rFonts w:hint="cs"/>
          <w:rtl/>
        </w:rPr>
        <w:t>ه</w:t>
      </w:r>
      <w:r>
        <w:rPr>
          <w:rtl/>
        </w:rPr>
        <w:t xml:space="preserve"> ...</w:t>
      </w:r>
      <w:r>
        <w:rPr>
          <w:rFonts w:hint="cs"/>
          <w:rtl/>
        </w:rPr>
        <w:t>وليعلم</w:t>
      </w:r>
      <w:r>
        <w:rPr>
          <w:rtl/>
        </w:rPr>
        <w:t xml:space="preserve"> </w:t>
      </w:r>
      <w:r>
        <w:rPr>
          <w:rFonts w:hint="cs"/>
          <w:rtl/>
        </w:rPr>
        <w:t>الذين</w:t>
      </w:r>
      <w:r>
        <w:rPr>
          <w:rtl/>
        </w:rPr>
        <w:t xml:space="preserve"> </w:t>
      </w:r>
      <w:r>
        <w:rPr>
          <w:rFonts w:hint="cs"/>
          <w:rtl/>
        </w:rPr>
        <w:t>كفرواا</w:t>
      </w:r>
      <w:r>
        <w:rPr>
          <w:rtl/>
        </w:rPr>
        <w:t xml:space="preserve"> </w:t>
      </w:r>
      <w:r>
        <w:rPr>
          <w:rFonts w:hint="cs"/>
          <w:rtl/>
        </w:rPr>
        <w:t>ن</w:t>
      </w:r>
      <w:r w:rsidR="00120F63" w:rsidRPr="00ED5DE8">
        <w:rPr>
          <w:rFonts w:hint="cs"/>
          <w:rtl/>
        </w:rPr>
        <w:t>ه</w:t>
      </w:r>
      <w:r>
        <w:rPr>
          <w:rFonts w:hint="cs"/>
          <w:rtl/>
        </w:rPr>
        <w:t>م</w:t>
      </w:r>
      <w:r>
        <w:rPr>
          <w:rtl/>
        </w:rPr>
        <w:t xml:space="preserve"> </w:t>
      </w:r>
      <w:r>
        <w:rPr>
          <w:rFonts w:hint="cs"/>
          <w:rtl/>
        </w:rPr>
        <w:t>كانوا</w:t>
      </w:r>
      <w:r>
        <w:rPr>
          <w:rtl/>
        </w:rPr>
        <w:t xml:space="preserve"> كذبين</w:t>
      </w:r>
    </w:p>
    <w:p w:rsidR="001F628F" w:rsidRDefault="001F628F" w:rsidP="001F628F">
      <w:pPr>
        <w:pStyle w:val="libNormal"/>
        <w:rPr>
          <w:rtl/>
        </w:rPr>
      </w:pPr>
      <w:r>
        <w:rPr>
          <w:rtl/>
        </w:rPr>
        <w:t>10_دنيا مي</w:t>
      </w:r>
      <w:r w:rsidR="00083993">
        <w:rPr>
          <w:rtl/>
        </w:rPr>
        <w:t xml:space="preserve">ں </w:t>
      </w:r>
      <w:r>
        <w:rPr>
          <w:rtl/>
        </w:rPr>
        <w:t>كفار كا معاد كے بارے مي</w:t>
      </w:r>
      <w:r w:rsidR="00083993">
        <w:rPr>
          <w:rtl/>
        </w:rPr>
        <w:t xml:space="preserve">ں </w:t>
      </w:r>
      <w:r>
        <w:rPr>
          <w:rtl/>
        </w:rPr>
        <w:t>اپنى كذب بيانى سے نا آگاہ ہونا_</w:t>
      </w:r>
    </w:p>
    <w:p w:rsidR="001F628F" w:rsidRDefault="001F628F" w:rsidP="00E63CFA">
      <w:pPr>
        <w:pStyle w:val="libArabic"/>
        <w:rPr>
          <w:rtl/>
        </w:rPr>
      </w:pPr>
      <w:r>
        <w:rPr>
          <w:rFonts w:hint="eastAsia"/>
          <w:rtl/>
        </w:rPr>
        <w:t>وا</w:t>
      </w:r>
      <w:r>
        <w:rPr>
          <w:rtl/>
        </w:rPr>
        <w:t xml:space="preserve"> قسموا باللّ</w:t>
      </w:r>
      <w:r w:rsidR="00120F63" w:rsidRPr="00ED5DE8">
        <w:rPr>
          <w:rFonts w:hint="cs"/>
          <w:rtl/>
        </w:rPr>
        <w:t>ه</w:t>
      </w:r>
      <w:r>
        <w:rPr>
          <w:rtl/>
        </w:rPr>
        <w:t xml:space="preserve"> ... </w:t>
      </w:r>
      <w:r>
        <w:rPr>
          <w:rFonts w:hint="cs"/>
          <w:rtl/>
        </w:rPr>
        <w:t>لا</w:t>
      </w:r>
      <w:r>
        <w:rPr>
          <w:rtl/>
        </w:rPr>
        <w:t xml:space="preserve"> </w:t>
      </w:r>
      <w:r>
        <w:rPr>
          <w:rFonts w:hint="cs"/>
          <w:rtl/>
        </w:rPr>
        <w:t>يبعث</w:t>
      </w:r>
      <w:r>
        <w:rPr>
          <w:rtl/>
        </w:rPr>
        <w:t xml:space="preserve"> </w:t>
      </w:r>
      <w:r>
        <w:rPr>
          <w:rFonts w:hint="cs"/>
          <w:rtl/>
        </w:rPr>
        <w:t>الله</w:t>
      </w:r>
      <w:r>
        <w:rPr>
          <w:rtl/>
        </w:rPr>
        <w:t xml:space="preserve"> </w:t>
      </w:r>
      <w:r>
        <w:rPr>
          <w:rFonts w:hint="cs"/>
          <w:rtl/>
        </w:rPr>
        <w:t>من</w:t>
      </w:r>
      <w:r>
        <w:rPr>
          <w:rtl/>
        </w:rPr>
        <w:t xml:space="preserve"> </w:t>
      </w:r>
      <w:r>
        <w:rPr>
          <w:rFonts w:hint="cs"/>
          <w:rtl/>
        </w:rPr>
        <w:t>ي</w:t>
      </w:r>
      <w:r>
        <w:rPr>
          <w:rtl/>
        </w:rPr>
        <w:t>موت بلى وعداً علي</w:t>
      </w:r>
      <w:r w:rsidR="00120F63" w:rsidRPr="00ED5DE8">
        <w:rPr>
          <w:rFonts w:hint="cs"/>
          <w:rtl/>
        </w:rPr>
        <w:t>ه</w:t>
      </w:r>
      <w:r>
        <w:rPr>
          <w:rtl/>
        </w:rPr>
        <w:t xml:space="preserve"> ... </w:t>
      </w:r>
      <w:r>
        <w:rPr>
          <w:rFonts w:hint="cs"/>
          <w:rtl/>
        </w:rPr>
        <w:t>وليعلم</w:t>
      </w:r>
      <w:r>
        <w:rPr>
          <w:rtl/>
        </w:rPr>
        <w:t xml:space="preserve"> </w:t>
      </w:r>
      <w:r>
        <w:rPr>
          <w:rFonts w:hint="cs"/>
          <w:rtl/>
        </w:rPr>
        <w:t>الذين</w:t>
      </w:r>
      <w:r>
        <w:rPr>
          <w:rtl/>
        </w:rPr>
        <w:t xml:space="preserve"> </w:t>
      </w:r>
      <w:r>
        <w:rPr>
          <w:rFonts w:hint="cs"/>
          <w:rtl/>
        </w:rPr>
        <w:t>كفر</w:t>
      </w:r>
      <w:r>
        <w:rPr>
          <w:rtl/>
        </w:rPr>
        <w:t xml:space="preserve"> </w:t>
      </w:r>
      <w:r>
        <w:rPr>
          <w:rFonts w:hint="cs"/>
          <w:rtl/>
        </w:rPr>
        <w:t>ا</w:t>
      </w:r>
      <w:r>
        <w:rPr>
          <w:rtl/>
        </w:rPr>
        <w:t xml:space="preserve"> </w:t>
      </w:r>
      <w:r>
        <w:rPr>
          <w:rFonts w:hint="cs"/>
          <w:rtl/>
        </w:rPr>
        <w:t>ا</w:t>
      </w:r>
      <w:r>
        <w:rPr>
          <w:rtl/>
        </w:rPr>
        <w:t xml:space="preserve"> </w:t>
      </w:r>
      <w:r>
        <w:rPr>
          <w:rFonts w:hint="cs"/>
          <w:rtl/>
        </w:rPr>
        <w:t>نف</w:t>
      </w:r>
      <w:r w:rsidR="00120F63" w:rsidRPr="00ED5DE8">
        <w:rPr>
          <w:rFonts w:hint="cs"/>
          <w:rtl/>
        </w:rPr>
        <w:t>ه</w:t>
      </w:r>
      <w:r>
        <w:rPr>
          <w:rFonts w:hint="cs"/>
          <w:rtl/>
        </w:rPr>
        <w:t>م</w:t>
      </w:r>
      <w:r>
        <w:rPr>
          <w:rtl/>
        </w:rPr>
        <w:t xml:space="preserve"> </w:t>
      </w:r>
      <w:r>
        <w:rPr>
          <w:rFonts w:hint="cs"/>
          <w:rtl/>
        </w:rPr>
        <w:t>كانوا</w:t>
      </w:r>
      <w:r>
        <w:rPr>
          <w:rtl/>
        </w:rPr>
        <w:t xml:space="preserve"> كذبين</w:t>
      </w:r>
    </w:p>
    <w:p w:rsidR="001F628F" w:rsidRDefault="001F628F" w:rsidP="001F628F">
      <w:pPr>
        <w:pStyle w:val="libNormal"/>
        <w:rPr>
          <w:rtl/>
        </w:rPr>
      </w:pPr>
      <w:r>
        <w:rPr>
          <w:rtl/>
        </w:rPr>
        <w:t>11_ بعثت انبياء ، مشركين كے اس دعوى كہ ہدايت اورگمراہى جبرى ہے كے جھوٹ ہونے پر واضح دليل ہے_</w:t>
      </w:r>
    </w:p>
    <w:p w:rsidR="001F628F" w:rsidRDefault="001F628F" w:rsidP="00E63CFA">
      <w:pPr>
        <w:pStyle w:val="libArabic"/>
        <w:rPr>
          <w:rtl/>
        </w:rPr>
      </w:pPr>
      <w:r>
        <w:rPr>
          <w:rFonts w:hint="eastAsia"/>
          <w:rtl/>
        </w:rPr>
        <w:t>شيء</w:t>
      </w:r>
      <w:r>
        <w:rPr>
          <w:rtl/>
        </w:rPr>
        <w:t xml:space="preserve"> ...ولقد بعثنا فى كل امّة رسولاً ... وليعلم الذين كفروا ان</w:t>
      </w:r>
      <w:r w:rsidR="00120F63" w:rsidRPr="00ED5DE8">
        <w:rPr>
          <w:rFonts w:hint="cs"/>
          <w:rtl/>
        </w:rPr>
        <w:t>ه</w:t>
      </w:r>
      <w:r>
        <w:rPr>
          <w:rFonts w:hint="cs"/>
          <w:rtl/>
        </w:rPr>
        <w:t>م</w:t>
      </w:r>
      <w:r>
        <w:rPr>
          <w:rtl/>
        </w:rPr>
        <w:t xml:space="preserve"> </w:t>
      </w:r>
      <w:r>
        <w:rPr>
          <w:rFonts w:hint="cs"/>
          <w:rtl/>
        </w:rPr>
        <w:t>كانوا</w:t>
      </w:r>
      <w:r>
        <w:rPr>
          <w:rtl/>
        </w:rPr>
        <w:t xml:space="preserve"> كذبين</w:t>
      </w:r>
    </w:p>
    <w:p w:rsidR="001F628F" w:rsidRDefault="001F628F" w:rsidP="00E63CFA">
      <w:pPr>
        <w:pStyle w:val="libNormal"/>
        <w:rPr>
          <w:rtl/>
        </w:rPr>
      </w:pPr>
      <w:r>
        <w:rPr>
          <w:rtl/>
        </w:rPr>
        <w:t>12_معاد كا انكار، كفرہے_</w:t>
      </w:r>
      <w:r w:rsidRPr="00E63CFA">
        <w:rPr>
          <w:rStyle w:val="libArabicChar"/>
          <w:rFonts w:hint="eastAsia"/>
          <w:rtl/>
        </w:rPr>
        <w:t>وليعلم</w:t>
      </w:r>
      <w:r w:rsidRPr="00E63CFA">
        <w:rPr>
          <w:rStyle w:val="libArabicChar"/>
          <w:rtl/>
        </w:rPr>
        <w:t xml:space="preserve"> الذين كفروا ان</w:t>
      </w:r>
      <w:r w:rsidR="00120F63" w:rsidRPr="00B2551F">
        <w:rPr>
          <w:rStyle w:val="libArabicChar"/>
          <w:rFonts w:hint="cs"/>
          <w:rtl/>
        </w:rPr>
        <w:t>ه</w:t>
      </w:r>
      <w:r w:rsidRPr="00E63CFA">
        <w:rPr>
          <w:rStyle w:val="libArabicChar"/>
          <w:rFonts w:hint="cs"/>
          <w:rtl/>
        </w:rPr>
        <w:t>م</w:t>
      </w:r>
      <w:r w:rsidRPr="00E63CFA">
        <w:rPr>
          <w:rStyle w:val="libArabicChar"/>
          <w:rtl/>
        </w:rPr>
        <w:t xml:space="preserve"> </w:t>
      </w:r>
      <w:r w:rsidRPr="00E63CFA">
        <w:rPr>
          <w:rStyle w:val="libArabicChar"/>
          <w:rFonts w:hint="cs"/>
          <w:rtl/>
        </w:rPr>
        <w:t>كانو</w:t>
      </w:r>
      <w:r w:rsidRPr="00E63CFA">
        <w:rPr>
          <w:rStyle w:val="libArabicChar"/>
          <w:rtl/>
        </w:rPr>
        <w:t xml:space="preserve"> اكذبين</w:t>
      </w:r>
    </w:p>
    <w:p w:rsidR="001F628F" w:rsidRDefault="001F628F" w:rsidP="001F628F">
      <w:pPr>
        <w:pStyle w:val="libNormal"/>
        <w:rPr>
          <w:rtl/>
        </w:rPr>
      </w:pPr>
      <w:r w:rsidRPr="00E63CFA">
        <w:rPr>
          <w:rStyle w:val="libArabicChar"/>
          <w:rtl/>
        </w:rPr>
        <w:t>''الذين كفروا ''</w:t>
      </w:r>
      <w:r>
        <w:rPr>
          <w:rtl/>
        </w:rPr>
        <w:t>سے مراد،وہ لوگ ہي</w:t>
      </w:r>
      <w:r w:rsidR="00083993">
        <w:rPr>
          <w:rtl/>
        </w:rPr>
        <w:t xml:space="preserve">ں </w:t>
      </w:r>
      <w:r>
        <w:rPr>
          <w:rtl/>
        </w:rPr>
        <w:t>جو روز قيامت كو جھٹلانت تھے_</w:t>
      </w:r>
    </w:p>
    <w:p w:rsidR="001F628F" w:rsidRDefault="001E7F9D" w:rsidP="00F73EDE">
      <w:pPr>
        <w:pStyle w:val="libPoemTini"/>
        <w:rPr>
          <w:rtl/>
        </w:rPr>
      </w:pPr>
      <w:r>
        <w:rPr>
          <w:rtl/>
        </w:rPr>
        <w:cr/>
      </w:r>
      <w:r>
        <w:rPr>
          <w:rtl/>
        </w:rPr>
        <w:br w:type="page"/>
      </w:r>
    </w:p>
    <w:p w:rsidR="001F628F" w:rsidRDefault="001F628F" w:rsidP="00E63CFA">
      <w:pPr>
        <w:pStyle w:val="libNormal"/>
        <w:rPr>
          <w:rtl/>
        </w:rPr>
      </w:pPr>
      <w:r>
        <w:rPr>
          <w:rFonts w:hint="eastAsia"/>
          <w:rtl/>
        </w:rPr>
        <w:lastRenderedPageBreak/>
        <w:t>اختلاف</w:t>
      </w:r>
      <w:r>
        <w:rPr>
          <w:rtl/>
        </w:rPr>
        <w:t>:</w:t>
      </w:r>
      <w:r>
        <w:rPr>
          <w:rFonts w:hint="eastAsia"/>
          <w:rtl/>
        </w:rPr>
        <w:t>اختلاف</w:t>
      </w:r>
      <w:r>
        <w:rPr>
          <w:rtl/>
        </w:rPr>
        <w:t xml:space="preserve"> كو حل كرنے كى اہميت 7</w:t>
      </w:r>
    </w:p>
    <w:p w:rsidR="001F628F" w:rsidRDefault="003D0BA1" w:rsidP="00E63CFA">
      <w:pPr>
        <w:pStyle w:val="libNormal"/>
        <w:rPr>
          <w:rtl/>
        </w:rPr>
      </w:pPr>
      <w:r>
        <w:rPr>
          <w:rFonts w:hint="eastAsia"/>
          <w:rtl/>
        </w:rPr>
        <w:t>انبياء</w:t>
      </w:r>
      <w:r w:rsidR="001F628F">
        <w:rPr>
          <w:rtl/>
        </w:rPr>
        <w:t>:</w:t>
      </w:r>
      <w:r w:rsidR="001F628F">
        <w:rPr>
          <w:rFonts w:hint="eastAsia"/>
          <w:rtl/>
        </w:rPr>
        <w:t>انبياء</w:t>
      </w:r>
      <w:r w:rsidR="001F628F">
        <w:rPr>
          <w:rtl/>
        </w:rPr>
        <w:t xml:space="preserve"> كى بعثت كا فلسفہ 7;انبياء كى بعثت كے آثار11</w:t>
      </w:r>
    </w:p>
    <w:p w:rsidR="001F628F" w:rsidRDefault="001F628F" w:rsidP="00E63CFA">
      <w:pPr>
        <w:pStyle w:val="libNormal"/>
        <w:rPr>
          <w:rtl/>
        </w:rPr>
      </w:pPr>
      <w:r>
        <w:rPr>
          <w:rFonts w:hint="eastAsia"/>
          <w:rtl/>
        </w:rPr>
        <w:t>جبر</w:t>
      </w:r>
      <w:r>
        <w:rPr>
          <w:rtl/>
        </w:rPr>
        <w:t xml:space="preserve"> و اختيار:</w:t>
      </w:r>
      <w:r>
        <w:rPr>
          <w:rFonts w:hint="eastAsia"/>
          <w:rtl/>
        </w:rPr>
        <w:t>جبر</w:t>
      </w:r>
      <w:r>
        <w:rPr>
          <w:rtl/>
        </w:rPr>
        <w:t xml:space="preserve"> كے بطلان كے دلائل11</w:t>
      </w:r>
    </w:p>
    <w:p w:rsidR="001F628F" w:rsidRDefault="001F628F" w:rsidP="00E63CFA">
      <w:pPr>
        <w:pStyle w:val="libNormal"/>
        <w:rPr>
          <w:rtl/>
        </w:rPr>
      </w:pPr>
      <w:r>
        <w:rPr>
          <w:rFonts w:hint="eastAsia"/>
          <w:rtl/>
        </w:rPr>
        <w:t>حقائق</w:t>
      </w:r>
      <w:r>
        <w:rPr>
          <w:rtl/>
        </w:rPr>
        <w:t xml:space="preserve"> :</w:t>
      </w:r>
      <w:r>
        <w:rPr>
          <w:rFonts w:hint="eastAsia"/>
          <w:rtl/>
        </w:rPr>
        <w:t>حقائق</w:t>
      </w:r>
      <w:r>
        <w:rPr>
          <w:rtl/>
        </w:rPr>
        <w:t xml:space="preserve"> كو بيان كرنے كى اہميت 5; حقائق كے ظہور كى اہميت 7</w:t>
      </w:r>
    </w:p>
    <w:p w:rsidR="001F628F" w:rsidRDefault="001F628F" w:rsidP="00E63CFA">
      <w:pPr>
        <w:pStyle w:val="libNormal"/>
        <w:rPr>
          <w:rtl/>
        </w:rPr>
      </w:pPr>
      <w:r>
        <w:rPr>
          <w:rFonts w:hint="eastAsia"/>
          <w:rtl/>
        </w:rPr>
        <w:t>دنيا</w:t>
      </w:r>
      <w:r>
        <w:rPr>
          <w:rtl/>
        </w:rPr>
        <w:t>:</w:t>
      </w:r>
      <w:r>
        <w:rPr>
          <w:rFonts w:hint="eastAsia"/>
          <w:rtl/>
        </w:rPr>
        <w:t>دنيا</w:t>
      </w:r>
      <w:r>
        <w:rPr>
          <w:rtl/>
        </w:rPr>
        <w:t xml:space="preserve"> مي</w:t>
      </w:r>
      <w:r w:rsidR="00083993">
        <w:rPr>
          <w:rtl/>
        </w:rPr>
        <w:t xml:space="preserve">ں </w:t>
      </w:r>
      <w:r>
        <w:rPr>
          <w:rtl/>
        </w:rPr>
        <w:t>حقائق كا ظہور پذير ہونا 4</w:t>
      </w:r>
    </w:p>
    <w:p w:rsidR="001F628F" w:rsidRDefault="001F628F" w:rsidP="00E63CFA">
      <w:pPr>
        <w:pStyle w:val="libNormal"/>
        <w:rPr>
          <w:rtl/>
        </w:rPr>
      </w:pPr>
      <w:r>
        <w:rPr>
          <w:rFonts w:hint="eastAsia"/>
          <w:rtl/>
        </w:rPr>
        <w:t>قيامت</w:t>
      </w:r>
      <w:r>
        <w:rPr>
          <w:rtl/>
        </w:rPr>
        <w:t>:</w:t>
      </w:r>
      <w:r>
        <w:rPr>
          <w:rFonts w:hint="eastAsia"/>
          <w:rtl/>
        </w:rPr>
        <w:t>قيامت</w:t>
      </w:r>
      <w:r>
        <w:rPr>
          <w:rtl/>
        </w:rPr>
        <w:t xml:space="preserve"> كى خصوصيات 3; قيامت مي</w:t>
      </w:r>
      <w:r w:rsidR="00083993">
        <w:rPr>
          <w:rtl/>
        </w:rPr>
        <w:t xml:space="preserve">ں </w:t>
      </w:r>
      <w:r>
        <w:rPr>
          <w:rtl/>
        </w:rPr>
        <w:t>حقائق كا ظہور 1،2،3،8</w:t>
      </w:r>
    </w:p>
    <w:p w:rsidR="001F628F" w:rsidRDefault="001F628F" w:rsidP="00E63CFA">
      <w:pPr>
        <w:pStyle w:val="libNormal"/>
        <w:rPr>
          <w:rtl/>
        </w:rPr>
      </w:pPr>
      <w:r>
        <w:rPr>
          <w:rFonts w:hint="eastAsia"/>
          <w:rtl/>
        </w:rPr>
        <w:t>كفار</w:t>
      </w:r>
      <w:r>
        <w:rPr>
          <w:rtl/>
        </w:rPr>
        <w:t>:</w:t>
      </w:r>
      <w:r>
        <w:rPr>
          <w:rFonts w:hint="eastAsia"/>
          <w:rtl/>
        </w:rPr>
        <w:t>كفار</w:t>
      </w:r>
      <w:r>
        <w:rPr>
          <w:rtl/>
        </w:rPr>
        <w:t xml:space="preserve"> اور معاد 9،10;كفار كى اخروى آگاہى 8 ; كفار كى جہالت 10; كفار كى كذب بيانى 8،9،10; كفار كى كذب بيانى كے دلائل 11; كفار كے دعوى كے بطلان كے دلائل 11</w:t>
      </w:r>
    </w:p>
    <w:p w:rsidR="001F628F" w:rsidRDefault="001F628F" w:rsidP="00E63CFA">
      <w:pPr>
        <w:pStyle w:val="libNormal"/>
        <w:rPr>
          <w:rtl/>
        </w:rPr>
      </w:pPr>
      <w:r>
        <w:rPr>
          <w:rFonts w:hint="eastAsia"/>
          <w:rtl/>
        </w:rPr>
        <w:t>كفر</w:t>
      </w:r>
      <w:r>
        <w:rPr>
          <w:rtl/>
        </w:rPr>
        <w:t>:</w:t>
      </w:r>
      <w:r>
        <w:rPr>
          <w:rFonts w:hint="eastAsia"/>
          <w:rtl/>
        </w:rPr>
        <w:t>كفر</w:t>
      </w:r>
      <w:r>
        <w:rPr>
          <w:rtl/>
        </w:rPr>
        <w:t xml:space="preserve"> كے اسباب 12</w:t>
      </w:r>
    </w:p>
    <w:p w:rsidR="001F628F" w:rsidRDefault="001F628F" w:rsidP="00E63CFA">
      <w:pPr>
        <w:pStyle w:val="libNormal"/>
        <w:rPr>
          <w:rtl/>
        </w:rPr>
      </w:pPr>
      <w:r>
        <w:rPr>
          <w:rFonts w:hint="eastAsia"/>
          <w:rtl/>
        </w:rPr>
        <w:t>مردے</w:t>
      </w:r>
      <w:r>
        <w:rPr>
          <w:rtl/>
        </w:rPr>
        <w:t>:</w:t>
      </w:r>
      <w:r>
        <w:rPr>
          <w:rFonts w:hint="eastAsia"/>
          <w:rtl/>
        </w:rPr>
        <w:t>مردو</w:t>
      </w:r>
      <w:r w:rsidR="00083993">
        <w:rPr>
          <w:rFonts w:hint="eastAsia"/>
          <w:rtl/>
        </w:rPr>
        <w:t xml:space="preserve">ں </w:t>
      </w:r>
      <w:r>
        <w:rPr>
          <w:rtl/>
        </w:rPr>
        <w:t>كو آخرت مي</w:t>
      </w:r>
      <w:r w:rsidR="00083993">
        <w:rPr>
          <w:rtl/>
        </w:rPr>
        <w:t xml:space="preserve">ں </w:t>
      </w:r>
      <w:r>
        <w:rPr>
          <w:rtl/>
        </w:rPr>
        <w:t>زندہ كرنے كا فلسفہ 1،2،8</w:t>
      </w:r>
    </w:p>
    <w:p w:rsidR="001F628F" w:rsidRDefault="001F628F" w:rsidP="00E63CFA">
      <w:pPr>
        <w:pStyle w:val="libNormal"/>
        <w:rPr>
          <w:rtl/>
        </w:rPr>
      </w:pPr>
      <w:r>
        <w:rPr>
          <w:rFonts w:hint="eastAsia"/>
          <w:rtl/>
        </w:rPr>
        <w:t>مشركين</w:t>
      </w:r>
      <w:r>
        <w:rPr>
          <w:rtl/>
        </w:rPr>
        <w:t>:</w:t>
      </w:r>
      <w:r>
        <w:rPr>
          <w:rFonts w:hint="eastAsia"/>
          <w:rtl/>
        </w:rPr>
        <w:t>مشركين</w:t>
      </w:r>
      <w:r>
        <w:rPr>
          <w:rtl/>
        </w:rPr>
        <w:t xml:space="preserve"> كا جبر 11;مشركين كا موحدين كے ساتھ اختلاف 6</w:t>
      </w:r>
    </w:p>
    <w:p w:rsidR="001F628F" w:rsidRDefault="001F628F" w:rsidP="00E63CFA">
      <w:pPr>
        <w:pStyle w:val="libNormal"/>
        <w:rPr>
          <w:rtl/>
        </w:rPr>
      </w:pPr>
      <w:r>
        <w:rPr>
          <w:rFonts w:hint="eastAsia"/>
          <w:rtl/>
        </w:rPr>
        <w:t>معاد</w:t>
      </w:r>
      <w:r>
        <w:rPr>
          <w:rtl/>
        </w:rPr>
        <w:t>:</w:t>
      </w:r>
      <w:r>
        <w:rPr>
          <w:rFonts w:hint="eastAsia"/>
          <w:rtl/>
        </w:rPr>
        <w:t>معاد</w:t>
      </w:r>
      <w:r>
        <w:rPr>
          <w:rtl/>
        </w:rPr>
        <w:t xml:space="preserve"> كا فلسفہ 1،2،8;معاد كى تكذيب كے آثار12</w:t>
      </w:r>
    </w:p>
    <w:p w:rsidR="001F628F" w:rsidRPr="00120F63" w:rsidRDefault="00E63CFA" w:rsidP="00E63CFA">
      <w:pPr>
        <w:pStyle w:val="Heading2Center"/>
        <w:rPr>
          <w:rtl/>
        </w:rPr>
      </w:pPr>
      <w:bookmarkStart w:id="186" w:name="_Toc28081864"/>
      <w:r>
        <w:rPr>
          <w:rFonts w:hint="cs"/>
          <w:rtl/>
        </w:rPr>
        <w:t xml:space="preserve">آیت </w:t>
      </w:r>
      <w:r w:rsidRPr="00120F63">
        <w:rPr>
          <w:rFonts w:hint="cs"/>
          <w:rtl/>
        </w:rPr>
        <w:t>30</w:t>
      </w:r>
      <w:bookmarkEnd w:id="186"/>
    </w:p>
    <w:p w:rsidR="001F628F" w:rsidRDefault="00E260F9" w:rsidP="00E63CFA">
      <w:pPr>
        <w:pStyle w:val="libNormal"/>
        <w:rPr>
          <w:rtl/>
        </w:rPr>
      </w:pPr>
      <w:r w:rsidRPr="00E260F9">
        <w:rPr>
          <w:rStyle w:val="libAlaemChar"/>
          <w:rFonts w:hint="eastAsia"/>
          <w:rtl/>
        </w:rPr>
        <w:t>(</w:t>
      </w:r>
      <w:r w:rsidRPr="00E63CFA">
        <w:rPr>
          <w:rStyle w:val="libAieChar"/>
          <w:rFonts w:hint="eastAsia"/>
          <w:rtl/>
        </w:rPr>
        <w:t>إِنَّمَا</w:t>
      </w:r>
      <w:r w:rsidRPr="00E63CFA">
        <w:rPr>
          <w:rStyle w:val="libAieChar"/>
          <w:rtl/>
        </w:rPr>
        <w:t xml:space="preserve"> قَوْلُنَا لِشَيْءٍ إِذَا أَرَدْنَاهُ أَن نَّقُولَ لَهُ كُن فَيَكُونُ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ہم</w:t>
      </w:r>
      <w:r>
        <w:rPr>
          <w:rtl/>
        </w:rPr>
        <w:t xml:space="preserve"> جس چيز كا ارادہ كرليتے ہي</w:t>
      </w:r>
      <w:r w:rsidR="00083993">
        <w:rPr>
          <w:rtl/>
        </w:rPr>
        <w:t xml:space="preserve">ں </w:t>
      </w:r>
      <w:r>
        <w:rPr>
          <w:rtl/>
        </w:rPr>
        <w:t>اس سے فقط اتنا كہتے ہي</w:t>
      </w:r>
      <w:r w:rsidR="00083993">
        <w:rPr>
          <w:rtl/>
        </w:rPr>
        <w:t xml:space="preserve">ں </w:t>
      </w:r>
      <w:r>
        <w:rPr>
          <w:rtl/>
        </w:rPr>
        <w:t>كہ ہوجا اور پھر وہ ہوجاتى ہے _</w:t>
      </w:r>
    </w:p>
    <w:p w:rsidR="001F628F" w:rsidRDefault="001F628F" w:rsidP="001F628F">
      <w:pPr>
        <w:pStyle w:val="libNormal"/>
        <w:rPr>
          <w:rtl/>
        </w:rPr>
      </w:pPr>
      <w:r>
        <w:rPr>
          <w:rtl/>
        </w:rPr>
        <w:t>1_ خداوند عالم جس وقت كسى چيز كے تحقق كا ارادہ كرتا ہے تو ''تو ہوجا'' كے فرمان كے ذريعے سے وجود مي</w:t>
      </w:r>
      <w:r w:rsidR="00083993">
        <w:rPr>
          <w:rtl/>
        </w:rPr>
        <w:t xml:space="preserve">ں </w:t>
      </w:r>
      <w:r>
        <w:rPr>
          <w:rtl/>
        </w:rPr>
        <w:t>لے آتا ہے_</w:t>
      </w:r>
    </w:p>
    <w:p w:rsidR="001F628F" w:rsidRDefault="001F628F" w:rsidP="00E63CFA">
      <w:pPr>
        <w:pStyle w:val="libArabic"/>
        <w:rPr>
          <w:rtl/>
        </w:rPr>
      </w:pPr>
      <w:r>
        <w:rPr>
          <w:rFonts w:hint="eastAsia"/>
          <w:rtl/>
        </w:rPr>
        <w:t>انّما</w:t>
      </w:r>
      <w:r>
        <w:rPr>
          <w:rtl/>
        </w:rPr>
        <w:t xml:space="preserve"> قولنا لشيء اذا اردن</w:t>
      </w:r>
      <w:r w:rsidR="00120F63" w:rsidRPr="00ED5DE8">
        <w:rPr>
          <w:rFonts w:hint="cs"/>
          <w:rtl/>
        </w:rPr>
        <w:t>ه</w:t>
      </w:r>
      <w:r>
        <w:rPr>
          <w:rtl/>
        </w:rPr>
        <w:t xml:space="preserve"> </w:t>
      </w:r>
      <w:r>
        <w:rPr>
          <w:rFonts w:hint="cs"/>
          <w:rtl/>
        </w:rPr>
        <w:t>ان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sidR="00E63CFA" w:rsidRPr="00E63CFA">
        <w:rPr>
          <w:rFonts w:hint="eastAsia"/>
          <w:rtl/>
        </w:rPr>
        <w:t xml:space="preserve"> </w:t>
      </w:r>
      <w:r w:rsidR="00E63CFA">
        <w:rPr>
          <w:rFonts w:hint="eastAsia"/>
          <w:rtl/>
        </w:rPr>
        <w:t>فيكون</w:t>
      </w:r>
    </w:p>
    <w:p w:rsidR="00E63CFA" w:rsidRDefault="001E7F9D" w:rsidP="00F73EDE">
      <w:pPr>
        <w:pStyle w:val="libPoemTini"/>
        <w:rPr>
          <w:rtl/>
        </w:rPr>
      </w:pPr>
      <w:r>
        <w:rPr>
          <w:rtl/>
        </w:rPr>
        <w:br w:type="page"/>
      </w:r>
    </w:p>
    <w:p w:rsidR="001F628F" w:rsidRDefault="001F628F" w:rsidP="001F628F">
      <w:pPr>
        <w:pStyle w:val="libNormal"/>
        <w:rPr>
          <w:rtl/>
        </w:rPr>
      </w:pPr>
      <w:r>
        <w:rPr>
          <w:rtl/>
        </w:rPr>
        <w:lastRenderedPageBreak/>
        <w:t>2_ خداوند عالم كے ارادہ اوراشياء كے پيدا كرنے كے ليے اس كے حكم كے در ميان فاصلہ نہي</w:t>
      </w:r>
      <w:r w:rsidR="00083993">
        <w:rPr>
          <w:rtl/>
        </w:rPr>
        <w:t xml:space="preserve">ں </w:t>
      </w:r>
      <w:r>
        <w:rPr>
          <w:rtl/>
        </w:rPr>
        <w:t>ہوتا ہے_</w:t>
      </w:r>
    </w:p>
    <w:p w:rsidR="001F628F" w:rsidRDefault="001F628F" w:rsidP="00870336">
      <w:pPr>
        <w:pStyle w:val="libArabic"/>
        <w:rPr>
          <w:rtl/>
        </w:rPr>
      </w:pPr>
      <w:r>
        <w:rPr>
          <w:rFonts w:hint="eastAsia"/>
          <w:rtl/>
        </w:rPr>
        <w:t>انّما</w:t>
      </w:r>
      <w:r>
        <w:rPr>
          <w:rtl/>
        </w:rPr>
        <w:t xml:space="preserve"> قولنا لشيء اذا ا ردن</w:t>
      </w:r>
      <w:r w:rsidR="00120F63" w:rsidRPr="00ED5DE8">
        <w:rPr>
          <w:rFonts w:hint="cs"/>
          <w:rtl/>
        </w:rPr>
        <w:t>ه</w:t>
      </w:r>
      <w:r>
        <w:rPr>
          <w:rtl/>
        </w:rPr>
        <w:t xml:space="preserve"> </w:t>
      </w:r>
      <w:r>
        <w:rPr>
          <w:rFonts w:hint="cs"/>
          <w:rtl/>
        </w:rPr>
        <w:t>ان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p>
    <w:p w:rsidR="001F628F" w:rsidRDefault="001F628F" w:rsidP="00870336">
      <w:pPr>
        <w:pStyle w:val="libNormal"/>
        <w:rPr>
          <w:rtl/>
        </w:rPr>
      </w:pPr>
      <w:r>
        <w:rPr>
          <w:rtl/>
        </w:rPr>
        <w:t>3_ خداوند عالم، مطلق قدرت كا مالك ہے_</w:t>
      </w:r>
      <w:r w:rsidRPr="00870336">
        <w:rPr>
          <w:rStyle w:val="libArabicChar"/>
          <w:rFonts w:hint="eastAsia"/>
          <w:rtl/>
        </w:rPr>
        <w:t>انّما</w:t>
      </w:r>
      <w:r w:rsidRPr="00870336">
        <w:rPr>
          <w:rStyle w:val="libArabicChar"/>
          <w:rtl/>
        </w:rPr>
        <w:t xml:space="preserve"> قولنا لشيء اذا ا ردن</w:t>
      </w:r>
      <w:r w:rsidR="00120F63" w:rsidRPr="00B2551F">
        <w:rPr>
          <w:rStyle w:val="libArabicChar"/>
          <w:rFonts w:hint="cs"/>
          <w:rtl/>
        </w:rPr>
        <w:t>ه</w:t>
      </w:r>
      <w:r w:rsidRPr="00870336">
        <w:rPr>
          <w:rStyle w:val="libArabicChar"/>
          <w:rtl/>
        </w:rPr>
        <w:t xml:space="preserve"> </w:t>
      </w:r>
      <w:r w:rsidRPr="00870336">
        <w:rPr>
          <w:rStyle w:val="libArabicChar"/>
          <w:rFonts w:hint="cs"/>
          <w:rtl/>
        </w:rPr>
        <w:t>ان</w:t>
      </w:r>
      <w:r w:rsidRPr="00870336">
        <w:rPr>
          <w:rStyle w:val="libArabicChar"/>
          <w:rtl/>
        </w:rPr>
        <w:t xml:space="preserve"> </w:t>
      </w:r>
      <w:r w:rsidRPr="00870336">
        <w:rPr>
          <w:rStyle w:val="libArabicChar"/>
          <w:rFonts w:hint="cs"/>
          <w:rtl/>
        </w:rPr>
        <w:t>نقول</w:t>
      </w:r>
      <w:r w:rsidRPr="00870336">
        <w:rPr>
          <w:rStyle w:val="libArabicChar"/>
          <w:rtl/>
        </w:rPr>
        <w:t xml:space="preserve"> </w:t>
      </w:r>
      <w:r w:rsidRPr="00870336">
        <w:rPr>
          <w:rStyle w:val="libArabicChar"/>
          <w:rFonts w:hint="cs"/>
          <w:rtl/>
        </w:rPr>
        <w:t>ل</w:t>
      </w:r>
      <w:r w:rsidR="00120F63" w:rsidRPr="00B2551F">
        <w:rPr>
          <w:rStyle w:val="libArabicChar"/>
          <w:rFonts w:hint="cs"/>
          <w:rtl/>
        </w:rPr>
        <w:t>ه</w:t>
      </w:r>
      <w:r w:rsidRPr="00870336">
        <w:rPr>
          <w:rStyle w:val="libArabicChar"/>
          <w:rtl/>
        </w:rPr>
        <w:t xml:space="preserve"> </w:t>
      </w:r>
      <w:r w:rsidRPr="00870336">
        <w:rPr>
          <w:rStyle w:val="libArabicChar"/>
          <w:rFonts w:hint="cs"/>
          <w:rtl/>
        </w:rPr>
        <w:t>كن</w:t>
      </w:r>
      <w:r w:rsidRPr="00870336">
        <w:rPr>
          <w:rStyle w:val="libArabicChar"/>
          <w:rtl/>
        </w:rPr>
        <w:t xml:space="preserve"> </w:t>
      </w:r>
      <w:r w:rsidRPr="00870336">
        <w:rPr>
          <w:rStyle w:val="libArabicChar"/>
          <w:rFonts w:hint="cs"/>
          <w:rtl/>
        </w:rPr>
        <w:t>فيكون</w:t>
      </w:r>
    </w:p>
    <w:p w:rsidR="001F628F" w:rsidRDefault="001F628F" w:rsidP="001F628F">
      <w:pPr>
        <w:pStyle w:val="libNormal"/>
        <w:rPr>
          <w:rtl/>
        </w:rPr>
      </w:pPr>
      <w:r>
        <w:rPr>
          <w:rtl/>
        </w:rPr>
        <w:t>4_ موجودات كى پيدا</w:t>
      </w:r>
      <w:r w:rsidR="009F604A">
        <w:rPr>
          <w:rtl/>
        </w:rPr>
        <w:t>ئش</w:t>
      </w:r>
      <w:r>
        <w:rPr>
          <w:rtl/>
        </w:rPr>
        <w:t xml:space="preserve"> و ايجاد ، ارادہ ( قضا) اور فرمان خداوند ى كے دومرحلو</w:t>
      </w:r>
      <w:r w:rsidR="00083993">
        <w:rPr>
          <w:rtl/>
        </w:rPr>
        <w:t xml:space="preserve">ں </w:t>
      </w:r>
      <w:r>
        <w:rPr>
          <w:rtl/>
        </w:rPr>
        <w:t>كى بعد ہے_</w:t>
      </w:r>
    </w:p>
    <w:p w:rsidR="001F628F" w:rsidRDefault="001F628F" w:rsidP="00870336">
      <w:pPr>
        <w:pStyle w:val="libArabic"/>
        <w:rPr>
          <w:rtl/>
        </w:rPr>
      </w:pPr>
      <w:r>
        <w:rPr>
          <w:rFonts w:hint="eastAsia"/>
          <w:rtl/>
        </w:rPr>
        <w:t>انّما</w:t>
      </w:r>
      <w:r>
        <w:rPr>
          <w:rtl/>
        </w:rPr>
        <w:t xml:space="preserve"> قولنا لشيئ: اذا اردن</w:t>
      </w:r>
      <w:r w:rsidR="00120F63" w:rsidRPr="00ED5DE8">
        <w:rPr>
          <w:rFonts w:hint="cs"/>
          <w:rtl/>
        </w:rPr>
        <w:t>ه</w:t>
      </w:r>
      <w:r>
        <w:rPr>
          <w:rtl/>
        </w:rPr>
        <w:t xml:space="preserve"> </w:t>
      </w:r>
      <w:r>
        <w:rPr>
          <w:rFonts w:hint="cs"/>
          <w:rtl/>
        </w:rPr>
        <w:t>ان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w:t>
      </w:r>
      <w:r>
        <w:rPr>
          <w:rtl/>
        </w:rPr>
        <w:t>ن فيكون</w:t>
      </w:r>
    </w:p>
    <w:p w:rsidR="001F628F" w:rsidRDefault="001F628F" w:rsidP="00870336">
      <w:pPr>
        <w:pStyle w:val="libNormal"/>
        <w:rPr>
          <w:rtl/>
        </w:rPr>
      </w:pPr>
      <w:r>
        <w:rPr>
          <w:rtl/>
        </w:rPr>
        <w:t>5_ خداوند عالم كے تكوينى فرامين، ناقابل تخلّف ہي</w:t>
      </w:r>
      <w:r w:rsidR="00083993">
        <w:rPr>
          <w:rtl/>
        </w:rPr>
        <w:t xml:space="preserve">ں </w:t>
      </w:r>
      <w:r>
        <w:rPr>
          <w:rtl/>
        </w:rPr>
        <w:t>_</w:t>
      </w:r>
      <w:r w:rsidRPr="00870336">
        <w:rPr>
          <w:rStyle w:val="libArabicChar"/>
          <w:rFonts w:hint="eastAsia"/>
          <w:rtl/>
        </w:rPr>
        <w:t>انّما</w:t>
      </w:r>
      <w:r w:rsidRPr="00870336">
        <w:rPr>
          <w:rStyle w:val="libArabicChar"/>
          <w:rtl/>
        </w:rPr>
        <w:t xml:space="preserve"> قولنا لشيء اذا اردن</w:t>
      </w:r>
      <w:r w:rsidR="00120F63" w:rsidRPr="00B2551F">
        <w:rPr>
          <w:rStyle w:val="libArabicChar"/>
          <w:rFonts w:hint="cs"/>
          <w:rtl/>
        </w:rPr>
        <w:t>ه</w:t>
      </w:r>
      <w:r w:rsidRPr="00870336">
        <w:rPr>
          <w:rStyle w:val="libArabicChar"/>
          <w:rtl/>
        </w:rPr>
        <w:t xml:space="preserve"> </w:t>
      </w:r>
      <w:r w:rsidRPr="00870336">
        <w:rPr>
          <w:rStyle w:val="libArabicChar"/>
          <w:rFonts w:hint="cs"/>
          <w:rtl/>
        </w:rPr>
        <w:t>ا</w:t>
      </w:r>
      <w:r w:rsidRPr="00870336">
        <w:rPr>
          <w:rStyle w:val="libArabicChar"/>
          <w:rtl/>
        </w:rPr>
        <w:t xml:space="preserve"> </w:t>
      </w:r>
      <w:r w:rsidRPr="00870336">
        <w:rPr>
          <w:rStyle w:val="libArabicChar"/>
          <w:rFonts w:hint="cs"/>
          <w:rtl/>
        </w:rPr>
        <w:t>ن</w:t>
      </w:r>
      <w:r w:rsidRPr="00870336">
        <w:rPr>
          <w:rStyle w:val="libArabicChar"/>
          <w:rtl/>
        </w:rPr>
        <w:t xml:space="preserve"> </w:t>
      </w:r>
      <w:r w:rsidRPr="00870336">
        <w:rPr>
          <w:rStyle w:val="libArabicChar"/>
          <w:rFonts w:hint="cs"/>
          <w:rtl/>
        </w:rPr>
        <w:t>نقول</w:t>
      </w:r>
      <w:r w:rsidRPr="00870336">
        <w:rPr>
          <w:rStyle w:val="libArabicChar"/>
          <w:rtl/>
        </w:rPr>
        <w:t xml:space="preserve"> </w:t>
      </w:r>
      <w:r w:rsidRPr="00870336">
        <w:rPr>
          <w:rStyle w:val="libArabicChar"/>
          <w:rFonts w:hint="cs"/>
          <w:rtl/>
        </w:rPr>
        <w:t>ل</w:t>
      </w:r>
      <w:r w:rsidR="00120F63" w:rsidRPr="00B2551F">
        <w:rPr>
          <w:rStyle w:val="libArabicChar"/>
          <w:rFonts w:hint="cs"/>
          <w:rtl/>
        </w:rPr>
        <w:t>ه</w:t>
      </w:r>
      <w:r w:rsidRPr="00870336">
        <w:rPr>
          <w:rStyle w:val="libArabicChar"/>
          <w:rtl/>
        </w:rPr>
        <w:t xml:space="preserve"> </w:t>
      </w:r>
      <w:r w:rsidRPr="00870336">
        <w:rPr>
          <w:rStyle w:val="libArabicChar"/>
          <w:rFonts w:hint="cs"/>
          <w:rtl/>
        </w:rPr>
        <w:t>كن</w:t>
      </w:r>
      <w:r w:rsidRPr="00870336">
        <w:rPr>
          <w:rStyle w:val="libArabicChar"/>
          <w:rtl/>
        </w:rPr>
        <w:t xml:space="preserve"> </w:t>
      </w:r>
      <w:r w:rsidRPr="00870336">
        <w:rPr>
          <w:rStyle w:val="libArabicChar"/>
          <w:rFonts w:hint="cs"/>
          <w:rtl/>
        </w:rPr>
        <w:t>فيكون</w:t>
      </w:r>
    </w:p>
    <w:p w:rsidR="001F628F" w:rsidRDefault="001F628F" w:rsidP="001F628F">
      <w:pPr>
        <w:pStyle w:val="libNormal"/>
        <w:rPr>
          <w:rtl/>
        </w:rPr>
      </w:pPr>
      <w:r>
        <w:rPr>
          <w:rtl/>
        </w:rPr>
        <w:t>6_ خداوند عالم كا يہ فرمان ''كن'' ( ہوجا) اس كے ارادہ كے تحقق كے ليے كافى ہے_</w:t>
      </w:r>
    </w:p>
    <w:p w:rsidR="001F628F" w:rsidRDefault="001F628F" w:rsidP="00870336">
      <w:pPr>
        <w:pStyle w:val="libArabic"/>
        <w:rPr>
          <w:rtl/>
        </w:rPr>
      </w:pPr>
      <w:r>
        <w:rPr>
          <w:rFonts w:hint="eastAsia"/>
          <w:rtl/>
        </w:rPr>
        <w:t>انمّا</w:t>
      </w:r>
      <w:r>
        <w:rPr>
          <w:rtl/>
        </w:rPr>
        <w:t xml:space="preserve"> قولنا لشيء اذا ا ارن</w:t>
      </w:r>
      <w:r w:rsidR="00120F63" w:rsidRPr="00ED5DE8">
        <w:rPr>
          <w:rFonts w:hint="cs"/>
          <w:rtl/>
        </w:rPr>
        <w:t>ه</w:t>
      </w:r>
      <w:r>
        <w:rPr>
          <w:rtl/>
        </w:rPr>
        <w:t xml:space="preserve"> </w:t>
      </w:r>
      <w:r>
        <w:rPr>
          <w:rFonts w:hint="cs"/>
          <w:rtl/>
        </w:rPr>
        <w:t>ا</w:t>
      </w:r>
      <w:r>
        <w:rPr>
          <w:rtl/>
        </w:rPr>
        <w:t xml:space="preserve"> </w:t>
      </w:r>
      <w:r>
        <w:rPr>
          <w:rFonts w:hint="cs"/>
          <w:rtl/>
        </w:rPr>
        <w:t>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p>
    <w:p w:rsidR="001F628F" w:rsidRDefault="001F628F" w:rsidP="00870336">
      <w:pPr>
        <w:pStyle w:val="libNormal"/>
        <w:rPr>
          <w:rtl/>
        </w:rPr>
      </w:pPr>
      <w:r>
        <w:rPr>
          <w:rtl/>
        </w:rPr>
        <w:t>7_ خداوند عالم كا ارادہ، اس كے حكم پر مقدم ہے_</w:t>
      </w:r>
      <w:r w:rsidRPr="00870336">
        <w:rPr>
          <w:rStyle w:val="libArabicChar"/>
          <w:rFonts w:hint="eastAsia"/>
          <w:rtl/>
        </w:rPr>
        <w:t>انّما</w:t>
      </w:r>
      <w:r w:rsidRPr="00870336">
        <w:rPr>
          <w:rStyle w:val="libArabicChar"/>
          <w:rtl/>
        </w:rPr>
        <w:t xml:space="preserve"> قولنا لشيء اذا ا ردن</w:t>
      </w:r>
      <w:r w:rsidR="00120F63" w:rsidRPr="00B2551F">
        <w:rPr>
          <w:rStyle w:val="libArabicChar"/>
          <w:rFonts w:hint="cs"/>
          <w:rtl/>
        </w:rPr>
        <w:t>ه</w:t>
      </w:r>
      <w:r w:rsidRPr="00870336">
        <w:rPr>
          <w:rStyle w:val="libArabicChar"/>
          <w:rtl/>
        </w:rPr>
        <w:t xml:space="preserve"> </w:t>
      </w:r>
      <w:r w:rsidRPr="00870336">
        <w:rPr>
          <w:rStyle w:val="libArabicChar"/>
          <w:rFonts w:hint="cs"/>
          <w:rtl/>
        </w:rPr>
        <w:t>ا</w:t>
      </w:r>
      <w:r w:rsidRPr="00870336">
        <w:rPr>
          <w:rStyle w:val="libArabicChar"/>
          <w:rtl/>
        </w:rPr>
        <w:t xml:space="preserve"> </w:t>
      </w:r>
      <w:r w:rsidRPr="00870336">
        <w:rPr>
          <w:rStyle w:val="libArabicChar"/>
          <w:rFonts w:hint="cs"/>
          <w:rtl/>
        </w:rPr>
        <w:t>ن</w:t>
      </w:r>
      <w:r w:rsidRPr="00870336">
        <w:rPr>
          <w:rStyle w:val="libArabicChar"/>
          <w:rtl/>
        </w:rPr>
        <w:t xml:space="preserve"> </w:t>
      </w:r>
      <w:r w:rsidRPr="00870336">
        <w:rPr>
          <w:rStyle w:val="libArabicChar"/>
          <w:rFonts w:hint="cs"/>
          <w:rtl/>
        </w:rPr>
        <w:t>نقول</w:t>
      </w:r>
      <w:r w:rsidRPr="00870336">
        <w:rPr>
          <w:rStyle w:val="libArabicChar"/>
          <w:rtl/>
        </w:rPr>
        <w:t xml:space="preserve"> </w:t>
      </w:r>
      <w:r w:rsidRPr="00870336">
        <w:rPr>
          <w:rStyle w:val="libArabicChar"/>
          <w:rFonts w:hint="cs"/>
          <w:rtl/>
        </w:rPr>
        <w:t>ل</w:t>
      </w:r>
      <w:r w:rsidR="00120F63" w:rsidRPr="00B2551F">
        <w:rPr>
          <w:rStyle w:val="libArabicChar"/>
          <w:rFonts w:hint="cs"/>
          <w:rtl/>
        </w:rPr>
        <w:t>ه</w:t>
      </w:r>
      <w:r w:rsidRPr="00870336">
        <w:rPr>
          <w:rStyle w:val="libArabicChar"/>
          <w:rtl/>
        </w:rPr>
        <w:t xml:space="preserve"> </w:t>
      </w:r>
      <w:r w:rsidRPr="00870336">
        <w:rPr>
          <w:rStyle w:val="libArabicChar"/>
          <w:rFonts w:hint="cs"/>
          <w:rtl/>
        </w:rPr>
        <w:t>كن</w:t>
      </w:r>
      <w:r w:rsidRPr="00870336">
        <w:rPr>
          <w:rStyle w:val="libArabicChar"/>
          <w:rtl/>
        </w:rPr>
        <w:t xml:space="preserve"> </w:t>
      </w:r>
      <w:r w:rsidRPr="00870336">
        <w:rPr>
          <w:rStyle w:val="libArabicChar"/>
          <w:rFonts w:hint="cs"/>
          <w:rtl/>
        </w:rPr>
        <w:t>فيكون</w:t>
      </w:r>
    </w:p>
    <w:p w:rsidR="001F628F" w:rsidRDefault="001F628F" w:rsidP="001F628F">
      <w:pPr>
        <w:pStyle w:val="libNormal"/>
        <w:rPr>
          <w:rtl/>
        </w:rPr>
      </w:pPr>
      <w:r>
        <w:rPr>
          <w:rtl/>
        </w:rPr>
        <w:t>8_ خداوند عالم كى خلقت و پيدا</w:t>
      </w:r>
      <w:r w:rsidR="009F604A">
        <w:rPr>
          <w:rtl/>
        </w:rPr>
        <w:t>ئش</w:t>
      </w:r>
      <w:r>
        <w:rPr>
          <w:rtl/>
        </w:rPr>
        <w:t xml:space="preserve"> مي</w:t>
      </w:r>
      <w:r w:rsidR="00083993">
        <w:rPr>
          <w:rtl/>
        </w:rPr>
        <w:t xml:space="preserve">ں </w:t>
      </w:r>
      <w:r>
        <w:rPr>
          <w:rtl/>
        </w:rPr>
        <w:t>استمرار ہے اور تمام موجودات كو اس نے ايك ہى دفعہ خلق نہي</w:t>
      </w:r>
      <w:r w:rsidR="00083993">
        <w:rPr>
          <w:rtl/>
        </w:rPr>
        <w:t xml:space="preserve">ں </w:t>
      </w:r>
      <w:r>
        <w:rPr>
          <w:rtl/>
        </w:rPr>
        <w:t>كيا ہے_</w:t>
      </w:r>
    </w:p>
    <w:p w:rsidR="001F628F" w:rsidRDefault="001F628F" w:rsidP="00870336">
      <w:pPr>
        <w:pStyle w:val="libArabic"/>
        <w:rPr>
          <w:rtl/>
        </w:rPr>
      </w:pPr>
      <w:r>
        <w:rPr>
          <w:rFonts w:hint="eastAsia"/>
          <w:rtl/>
        </w:rPr>
        <w:t>انّما</w:t>
      </w:r>
      <w:r>
        <w:rPr>
          <w:rtl/>
        </w:rPr>
        <w:t xml:space="preserve"> قولنا لشيء اذا ا ران</w:t>
      </w:r>
      <w:r w:rsidR="00120F63" w:rsidRPr="00ED5DE8">
        <w:rPr>
          <w:rFonts w:hint="cs"/>
          <w:rtl/>
        </w:rPr>
        <w:t>ه</w:t>
      </w:r>
      <w:r>
        <w:rPr>
          <w:rtl/>
        </w:rPr>
        <w:t xml:space="preserve"> </w:t>
      </w:r>
      <w:r>
        <w:rPr>
          <w:rFonts w:hint="cs"/>
          <w:rtl/>
        </w:rPr>
        <w:t>ا</w:t>
      </w:r>
      <w:r>
        <w:rPr>
          <w:rtl/>
        </w:rPr>
        <w:t xml:space="preserve"> </w:t>
      </w:r>
      <w:r>
        <w:rPr>
          <w:rFonts w:hint="cs"/>
          <w:rtl/>
        </w:rPr>
        <w:t>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p>
    <w:p w:rsidR="001F628F" w:rsidRDefault="001F628F" w:rsidP="001F628F">
      <w:pPr>
        <w:pStyle w:val="libNormal"/>
        <w:rPr>
          <w:rtl/>
        </w:rPr>
      </w:pPr>
      <w:r>
        <w:rPr>
          <w:rtl/>
        </w:rPr>
        <w:t>''اذا '' زمانہ مستقبل كے ليے ظرف ہے اور صيغہ امر ''كن'' (ہوجا) كے متعلق كا آئندہ زمانے مي</w:t>
      </w:r>
      <w:r w:rsidR="00083993">
        <w:rPr>
          <w:rtl/>
        </w:rPr>
        <w:t xml:space="preserve">ں </w:t>
      </w:r>
      <w:r>
        <w:rPr>
          <w:rtl/>
        </w:rPr>
        <w:t>وقوع پر دلالت كرتا ہے_</w:t>
      </w:r>
    </w:p>
    <w:p w:rsidR="001F628F" w:rsidRDefault="001F628F" w:rsidP="001F628F">
      <w:pPr>
        <w:pStyle w:val="libNormal"/>
        <w:rPr>
          <w:rtl/>
        </w:rPr>
      </w:pPr>
      <w:r>
        <w:rPr>
          <w:rtl/>
        </w:rPr>
        <w:t>9_ خداوند عالم كى قدرت مطلقہ، انسانو</w:t>
      </w:r>
      <w:r w:rsidR="00083993">
        <w:rPr>
          <w:rtl/>
        </w:rPr>
        <w:t xml:space="preserve">ں </w:t>
      </w:r>
      <w:r>
        <w:rPr>
          <w:rtl/>
        </w:rPr>
        <w:t>كو دوبارہ زندہ كرنے اور قيامت كے برپا كرنے كے وعدہ كے تحقق كى ضامن ہے_</w:t>
      </w:r>
    </w:p>
    <w:p w:rsidR="001F628F" w:rsidRDefault="001F628F" w:rsidP="00870336">
      <w:pPr>
        <w:pStyle w:val="libArabic"/>
        <w:rPr>
          <w:rtl/>
        </w:rPr>
      </w:pPr>
      <w:r>
        <w:rPr>
          <w:rFonts w:hint="eastAsia"/>
          <w:rtl/>
        </w:rPr>
        <w:t>وا</w:t>
      </w:r>
      <w:r>
        <w:rPr>
          <w:rtl/>
        </w:rPr>
        <w:t xml:space="preserve"> قسموا باللّ</w:t>
      </w:r>
      <w:r w:rsidR="00120F63" w:rsidRPr="00ED5DE8">
        <w:rPr>
          <w:rFonts w:hint="cs"/>
          <w:rtl/>
        </w:rPr>
        <w:t>ه</w:t>
      </w:r>
      <w:r>
        <w:rPr>
          <w:rtl/>
        </w:rPr>
        <w:t xml:space="preserve"> ...</w:t>
      </w:r>
      <w:r>
        <w:rPr>
          <w:rFonts w:hint="cs"/>
          <w:rtl/>
        </w:rPr>
        <w:t>لا</w:t>
      </w:r>
      <w:r>
        <w:rPr>
          <w:rtl/>
        </w:rPr>
        <w:t xml:space="preserve"> </w:t>
      </w:r>
      <w:r>
        <w:rPr>
          <w:rFonts w:hint="cs"/>
          <w:rtl/>
        </w:rPr>
        <w:t>يبعث</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يموت</w:t>
      </w:r>
      <w:r>
        <w:rPr>
          <w:rtl/>
        </w:rPr>
        <w:t xml:space="preserve"> </w:t>
      </w:r>
      <w:r>
        <w:rPr>
          <w:rFonts w:hint="cs"/>
          <w:rtl/>
        </w:rPr>
        <w:t>بلى</w:t>
      </w:r>
      <w:r>
        <w:rPr>
          <w:rtl/>
        </w:rPr>
        <w:t xml:space="preserve"> </w:t>
      </w:r>
      <w:r>
        <w:rPr>
          <w:rFonts w:hint="cs"/>
          <w:rtl/>
        </w:rPr>
        <w:t>وعداً</w:t>
      </w:r>
      <w:r>
        <w:rPr>
          <w:rtl/>
        </w:rPr>
        <w:t xml:space="preserve"> </w:t>
      </w:r>
      <w:r>
        <w:rPr>
          <w:rFonts w:hint="cs"/>
          <w:rtl/>
        </w:rPr>
        <w:t>علي</w:t>
      </w:r>
      <w:r w:rsidR="00120F63" w:rsidRPr="00ED5DE8">
        <w:rPr>
          <w:rFonts w:hint="cs"/>
          <w:rtl/>
        </w:rPr>
        <w:t>ه</w:t>
      </w:r>
      <w:r>
        <w:rPr>
          <w:rtl/>
        </w:rPr>
        <w:t xml:space="preserve"> ... </w:t>
      </w:r>
      <w:r>
        <w:rPr>
          <w:rFonts w:hint="cs"/>
          <w:rtl/>
        </w:rPr>
        <w:t>ان</w:t>
      </w:r>
      <w:r>
        <w:rPr>
          <w:rtl/>
        </w:rPr>
        <w:t>ّما قولنا لشى اذا اردن</w:t>
      </w:r>
      <w:r w:rsidR="00120F63" w:rsidRPr="00ED5DE8">
        <w:rPr>
          <w:rFonts w:hint="cs"/>
          <w:rtl/>
        </w:rPr>
        <w:t>ه</w:t>
      </w:r>
      <w:r>
        <w:rPr>
          <w:rtl/>
        </w:rPr>
        <w:t xml:space="preserve"> </w:t>
      </w:r>
      <w:r>
        <w:rPr>
          <w:rFonts w:hint="cs"/>
          <w:rtl/>
        </w:rPr>
        <w:t>ان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p>
    <w:p w:rsidR="001F628F" w:rsidRDefault="001F628F" w:rsidP="001F628F">
      <w:pPr>
        <w:pStyle w:val="libNormal"/>
        <w:rPr>
          <w:rtl/>
        </w:rPr>
      </w:pPr>
      <w:r>
        <w:rPr>
          <w:rtl/>
        </w:rPr>
        <w:t>10_مشركين ، موت كے بعد انسانو</w:t>
      </w:r>
      <w:r w:rsidR="00083993">
        <w:rPr>
          <w:rtl/>
        </w:rPr>
        <w:t xml:space="preserve">ں </w:t>
      </w:r>
      <w:r>
        <w:rPr>
          <w:rtl/>
        </w:rPr>
        <w:t>كو دوبارہ زند ہ كرنے پر خداوند عالم كو قادر نہي</w:t>
      </w:r>
      <w:r w:rsidR="00083993">
        <w:rPr>
          <w:rtl/>
        </w:rPr>
        <w:t xml:space="preserve">ں </w:t>
      </w:r>
      <w:r>
        <w:rPr>
          <w:rtl/>
        </w:rPr>
        <w:t>سمجھتے تھے_</w:t>
      </w:r>
    </w:p>
    <w:p w:rsidR="001F628F" w:rsidRDefault="001F628F" w:rsidP="00870336">
      <w:pPr>
        <w:pStyle w:val="libArabic"/>
        <w:rPr>
          <w:rtl/>
        </w:rPr>
      </w:pPr>
      <w:r>
        <w:rPr>
          <w:rFonts w:hint="eastAsia"/>
          <w:rtl/>
        </w:rPr>
        <w:t>واقسموا</w:t>
      </w:r>
      <w:r>
        <w:rPr>
          <w:rtl/>
        </w:rPr>
        <w:t xml:space="preserve"> بالله ...لا يبعث الله من يموت بلى وعداً علي</w:t>
      </w:r>
      <w:r w:rsidR="00120F63" w:rsidRPr="00ED5DE8">
        <w:rPr>
          <w:rFonts w:hint="cs"/>
          <w:rtl/>
        </w:rPr>
        <w:t>ه</w:t>
      </w:r>
      <w:r>
        <w:rPr>
          <w:rtl/>
        </w:rPr>
        <w:t xml:space="preserve"> ... </w:t>
      </w:r>
      <w:r>
        <w:rPr>
          <w:rFonts w:hint="cs"/>
          <w:rtl/>
        </w:rPr>
        <w:t>انما</w:t>
      </w:r>
      <w:r>
        <w:rPr>
          <w:rtl/>
        </w:rPr>
        <w:t xml:space="preserve"> </w:t>
      </w:r>
      <w:r>
        <w:rPr>
          <w:rFonts w:hint="cs"/>
          <w:rtl/>
        </w:rPr>
        <w:t>قولنا</w:t>
      </w:r>
      <w:r>
        <w:rPr>
          <w:rtl/>
        </w:rPr>
        <w:t xml:space="preserve"> </w:t>
      </w:r>
      <w:r>
        <w:rPr>
          <w:rFonts w:hint="cs"/>
          <w:rtl/>
        </w:rPr>
        <w:t>شيء</w:t>
      </w:r>
      <w:r>
        <w:rPr>
          <w:rtl/>
        </w:rPr>
        <w:t xml:space="preserve"> </w:t>
      </w:r>
      <w:r>
        <w:rPr>
          <w:rFonts w:hint="cs"/>
          <w:rtl/>
        </w:rPr>
        <w:t>اذا</w:t>
      </w:r>
      <w:r>
        <w:rPr>
          <w:rtl/>
        </w:rPr>
        <w:t xml:space="preserve"> </w:t>
      </w:r>
      <w:r>
        <w:rPr>
          <w:rFonts w:hint="cs"/>
          <w:rtl/>
        </w:rPr>
        <w:t>ا</w:t>
      </w:r>
      <w:r>
        <w:rPr>
          <w:rtl/>
        </w:rPr>
        <w:t xml:space="preserve"> </w:t>
      </w:r>
      <w:r>
        <w:rPr>
          <w:rFonts w:hint="cs"/>
          <w:rtl/>
        </w:rPr>
        <w:t>ردن</w:t>
      </w:r>
      <w:r w:rsidR="00120F63" w:rsidRPr="00ED5DE8">
        <w:rPr>
          <w:rFonts w:hint="cs"/>
          <w:rtl/>
        </w:rPr>
        <w:t>ه</w:t>
      </w:r>
      <w:r>
        <w:rPr>
          <w:rtl/>
        </w:rPr>
        <w:t xml:space="preserve"> </w:t>
      </w:r>
      <w:r>
        <w:rPr>
          <w:rFonts w:hint="cs"/>
          <w:rtl/>
        </w:rPr>
        <w:t>ا</w:t>
      </w:r>
      <w:r>
        <w:rPr>
          <w:rtl/>
        </w:rPr>
        <w:t xml:space="preserve"> </w:t>
      </w:r>
      <w:r>
        <w:rPr>
          <w:rFonts w:hint="cs"/>
          <w:rtl/>
        </w:rPr>
        <w:t>ن</w:t>
      </w:r>
      <w:r>
        <w:rPr>
          <w:rtl/>
        </w:rPr>
        <w:t xml:space="preserve"> </w:t>
      </w:r>
      <w:r>
        <w:rPr>
          <w:rFonts w:hint="cs"/>
          <w:rtl/>
        </w:rPr>
        <w:t>نقول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p>
    <w:p w:rsidR="001F628F" w:rsidRDefault="001F628F" w:rsidP="00EB3D31">
      <w:pPr>
        <w:pStyle w:val="libNormal"/>
        <w:rPr>
          <w:rtl/>
        </w:rPr>
      </w:pPr>
      <w:r>
        <w:rPr>
          <w:rFonts w:hint="eastAsia"/>
          <w:rtl/>
        </w:rPr>
        <w:t>انسانو</w:t>
      </w:r>
      <w:r w:rsidR="00083993">
        <w:rPr>
          <w:rFonts w:hint="eastAsia"/>
          <w:rtl/>
        </w:rPr>
        <w:t xml:space="preserve">ں </w:t>
      </w:r>
      <w:r>
        <w:rPr>
          <w:rFonts w:hint="eastAsia"/>
          <w:rtl/>
        </w:rPr>
        <w:t>كو</w:t>
      </w:r>
      <w:r>
        <w:rPr>
          <w:rtl/>
        </w:rPr>
        <w:t xml:space="preserve"> دوبارہ زندہ نہ كرنے كے بارے مي</w:t>
      </w:r>
      <w:r w:rsidR="00083993">
        <w:rPr>
          <w:rtl/>
        </w:rPr>
        <w:t xml:space="preserve">ں </w:t>
      </w:r>
      <w:r>
        <w:rPr>
          <w:rtl/>
        </w:rPr>
        <w:t xml:space="preserve">مشركين كے نظريہ كو بيان كرنے كے بعد </w:t>
      </w:r>
      <w:r w:rsidRPr="00EB3D31">
        <w:rPr>
          <w:rStyle w:val="libArabicChar"/>
          <w:rtl/>
        </w:rPr>
        <w:t>''انّما قولنا لشيء اذا اردناان نقول ل</w:t>
      </w:r>
      <w:r w:rsidR="00EB3D31" w:rsidRPr="00EB3D31">
        <w:rPr>
          <w:rStyle w:val="libArabicChar"/>
          <w:rFonts w:hint="cs"/>
          <w:rtl/>
        </w:rPr>
        <w:t>ه</w:t>
      </w:r>
      <w:r w:rsidRPr="00EB3D31">
        <w:rPr>
          <w:rStyle w:val="libArabicChar"/>
          <w:rtl/>
        </w:rPr>
        <w:t xml:space="preserve"> </w:t>
      </w:r>
      <w:r w:rsidRPr="00EB3D31">
        <w:rPr>
          <w:rStyle w:val="libArabicChar"/>
          <w:rFonts w:hint="cs"/>
          <w:rtl/>
        </w:rPr>
        <w:t>كن</w:t>
      </w:r>
      <w:r w:rsidRPr="00EB3D31">
        <w:rPr>
          <w:rStyle w:val="libArabicChar"/>
          <w:rtl/>
        </w:rPr>
        <w:t xml:space="preserve"> </w:t>
      </w:r>
      <w:r w:rsidRPr="00EB3D31">
        <w:rPr>
          <w:rStyle w:val="libArabicChar"/>
          <w:rFonts w:hint="cs"/>
          <w:rtl/>
        </w:rPr>
        <w:t>فيكون</w:t>
      </w:r>
      <w:r w:rsidRPr="00EB3D31">
        <w:rPr>
          <w:rStyle w:val="libArabicChar"/>
          <w:rtl/>
        </w:rPr>
        <w:t>''</w:t>
      </w:r>
      <w:r>
        <w:rPr>
          <w:rtl/>
        </w:rPr>
        <w:t xml:space="preserve"> كہ جو خداوند عالم كى قدرت مطلقہ كے اثبات كے ليے ہے كا ذكر ممكن ہے مشركين پر اعتراض ہو چونكہ وہ اس نظريہ كے قائل تھے_</w:t>
      </w:r>
    </w:p>
    <w:p w:rsidR="001F628F" w:rsidRDefault="001F628F" w:rsidP="001F628F">
      <w:pPr>
        <w:pStyle w:val="libNormal"/>
        <w:rPr>
          <w:rtl/>
        </w:rPr>
      </w:pPr>
      <w:r>
        <w:rPr>
          <w:rtl/>
        </w:rPr>
        <w:t>11_</w:t>
      </w:r>
      <w:r w:rsidRPr="00870336">
        <w:rPr>
          <w:rStyle w:val="libArabicChar"/>
          <w:rtl/>
        </w:rPr>
        <w:t>''عن صفوان بن يحيى قال : قلت لا بى</w:t>
      </w:r>
    </w:p>
    <w:p w:rsidR="00870336" w:rsidRDefault="001E7F9D" w:rsidP="00F73EDE">
      <w:pPr>
        <w:pStyle w:val="libPoemTini"/>
        <w:rPr>
          <w:rtl/>
        </w:rPr>
      </w:pPr>
      <w:r>
        <w:rPr>
          <w:rtl/>
        </w:rPr>
        <w:br w:type="page"/>
      </w:r>
    </w:p>
    <w:p w:rsidR="001F628F" w:rsidRDefault="001F628F" w:rsidP="00870336">
      <w:pPr>
        <w:pStyle w:val="libArabic"/>
        <w:rPr>
          <w:rtl/>
        </w:rPr>
      </w:pPr>
      <w:r>
        <w:rPr>
          <w:rFonts w:hint="eastAsia"/>
          <w:rtl/>
        </w:rPr>
        <w:lastRenderedPageBreak/>
        <w:t>الحسن</w:t>
      </w:r>
      <w:r w:rsidR="00367F17" w:rsidRPr="00367F17">
        <w:rPr>
          <w:rStyle w:val="libAlaemChar"/>
          <w:rtl/>
        </w:rPr>
        <w:t xml:space="preserve"> عليه‌السلام </w:t>
      </w:r>
      <w:r>
        <w:rPr>
          <w:rtl/>
        </w:rPr>
        <w:t xml:space="preserve"> اخبر نى عن الار ادة من اللّ</w:t>
      </w:r>
      <w:r w:rsidR="00120F63" w:rsidRPr="00ED5DE8">
        <w:rPr>
          <w:rFonts w:hint="cs"/>
          <w:rtl/>
        </w:rPr>
        <w:t>ه</w:t>
      </w:r>
      <w:r>
        <w:rPr>
          <w:rtl/>
        </w:rPr>
        <w:t xml:space="preserve"> ... </w:t>
      </w:r>
      <w:r>
        <w:rPr>
          <w:rFonts w:hint="cs"/>
          <w:rtl/>
        </w:rPr>
        <w:t>فقال</w:t>
      </w:r>
      <w:r>
        <w:rPr>
          <w:rtl/>
        </w:rPr>
        <w:t xml:space="preserve"> ...</w:t>
      </w:r>
      <w:r>
        <w:rPr>
          <w:rFonts w:hint="cs"/>
          <w:rtl/>
        </w:rPr>
        <w:t>الا</w:t>
      </w:r>
      <w:r>
        <w:rPr>
          <w:rtl/>
        </w:rPr>
        <w:t xml:space="preserve"> </w:t>
      </w:r>
      <w:r>
        <w:rPr>
          <w:rFonts w:hint="cs"/>
          <w:rtl/>
        </w:rPr>
        <w:t>رادة</w:t>
      </w:r>
      <w:r>
        <w:rPr>
          <w:rtl/>
        </w:rPr>
        <w:t xml:space="preserve"> ... </w:t>
      </w:r>
      <w:r>
        <w:rPr>
          <w:rFonts w:hint="cs"/>
          <w:rtl/>
        </w:rPr>
        <w:t>من</w:t>
      </w:r>
      <w:r>
        <w:rPr>
          <w:rtl/>
        </w:rPr>
        <w:t xml:space="preserve"> </w:t>
      </w:r>
      <w:r>
        <w:rPr>
          <w:rFonts w:hint="cs"/>
          <w:rtl/>
        </w:rPr>
        <w:t>الله</w:t>
      </w:r>
      <w:r>
        <w:rPr>
          <w:rtl/>
        </w:rPr>
        <w:t xml:space="preserve"> </w:t>
      </w:r>
      <w:r>
        <w:rPr>
          <w:rFonts w:hint="cs"/>
          <w:rtl/>
        </w:rPr>
        <w:t>تعالى</w:t>
      </w:r>
      <w:r>
        <w:rPr>
          <w:rtl/>
        </w:rPr>
        <w:t xml:space="preserve"> </w:t>
      </w:r>
      <w:r>
        <w:rPr>
          <w:rFonts w:hint="cs"/>
          <w:rtl/>
        </w:rPr>
        <w:t>احراث</w:t>
      </w:r>
      <w:r w:rsidR="00120F63" w:rsidRPr="00ED5DE8">
        <w:rPr>
          <w:rFonts w:hint="cs"/>
          <w:rtl/>
        </w:rPr>
        <w:t>ه</w:t>
      </w:r>
      <w:r>
        <w:rPr>
          <w:rtl/>
        </w:rPr>
        <w:t xml:space="preserve"> ... </w:t>
      </w:r>
      <w:r>
        <w:rPr>
          <w:rFonts w:hint="cs"/>
          <w:rtl/>
        </w:rPr>
        <w:t>فارادة</w:t>
      </w:r>
      <w:r>
        <w:rPr>
          <w:rtl/>
        </w:rPr>
        <w:t xml:space="preserve"> </w:t>
      </w:r>
      <w:r>
        <w:rPr>
          <w:rFonts w:hint="cs"/>
          <w:rtl/>
        </w:rPr>
        <w:t>الله</w:t>
      </w:r>
      <w:r>
        <w:rPr>
          <w:rtl/>
        </w:rPr>
        <w:t xml:space="preserve"> </w:t>
      </w:r>
      <w:r>
        <w:rPr>
          <w:rFonts w:hint="cs"/>
          <w:rtl/>
        </w:rPr>
        <w:t>الفعل</w:t>
      </w:r>
      <w:r>
        <w:rPr>
          <w:rtl/>
        </w:rPr>
        <w:t xml:space="preserve"> </w:t>
      </w:r>
      <w:r>
        <w:rPr>
          <w:rFonts w:hint="cs"/>
          <w:rtl/>
        </w:rPr>
        <w:t>لا</w:t>
      </w:r>
      <w:r>
        <w:rPr>
          <w:rtl/>
        </w:rPr>
        <w:t xml:space="preserve"> </w:t>
      </w:r>
      <w:r>
        <w:rPr>
          <w:rFonts w:hint="cs"/>
          <w:rtl/>
        </w:rPr>
        <w:t>غير</w:t>
      </w:r>
      <w:r>
        <w:rPr>
          <w:rtl/>
        </w:rPr>
        <w:t xml:space="preserve"> </w:t>
      </w:r>
      <w:r>
        <w:rPr>
          <w:rFonts w:hint="cs"/>
          <w:rtl/>
        </w:rPr>
        <w:t>ذلك</w:t>
      </w:r>
      <w:r>
        <w:rPr>
          <w:rtl/>
        </w:rPr>
        <w:t xml:space="preserve"> </w:t>
      </w:r>
      <w:r>
        <w:rPr>
          <w:rFonts w:hint="cs"/>
          <w:rtl/>
        </w:rPr>
        <w:t>يقول</w:t>
      </w:r>
      <w:r>
        <w:rPr>
          <w:rtl/>
        </w:rPr>
        <w:t xml:space="preserve"> </w:t>
      </w:r>
      <w:r>
        <w:rPr>
          <w:rFonts w:hint="cs"/>
          <w:rtl/>
        </w:rPr>
        <w:t>ل</w:t>
      </w:r>
      <w:r w:rsidR="00120F63" w:rsidRPr="00ED5DE8">
        <w:rPr>
          <w:rFonts w:hint="cs"/>
          <w:rtl/>
        </w:rPr>
        <w:t>ه</w:t>
      </w:r>
      <w:r>
        <w:rPr>
          <w:rtl/>
        </w:rPr>
        <w:t xml:space="preserve"> ''</w:t>
      </w:r>
      <w:r>
        <w:rPr>
          <w:rFonts w:hint="cs"/>
          <w:rtl/>
        </w:rPr>
        <w:t>كن</w:t>
      </w:r>
      <w:r>
        <w:rPr>
          <w:rtl/>
        </w:rPr>
        <w:t xml:space="preserve"> </w:t>
      </w:r>
      <w:r>
        <w:rPr>
          <w:rFonts w:hint="cs"/>
          <w:rtl/>
        </w:rPr>
        <w:t>فيكون</w:t>
      </w:r>
      <w:r>
        <w:rPr>
          <w:rtl/>
        </w:rPr>
        <w:t xml:space="preserve">'' </w:t>
      </w:r>
      <w:r>
        <w:rPr>
          <w:rFonts w:hint="cs"/>
          <w:rtl/>
        </w:rPr>
        <w:t>بلا</w:t>
      </w:r>
      <w:r>
        <w:rPr>
          <w:rtl/>
        </w:rPr>
        <w:t xml:space="preserve"> </w:t>
      </w:r>
      <w:r>
        <w:rPr>
          <w:rFonts w:hint="cs"/>
          <w:rtl/>
        </w:rPr>
        <w:t>لفظ</w:t>
      </w:r>
      <w:r>
        <w:rPr>
          <w:rtl/>
        </w:rPr>
        <w:t xml:space="preserve"> </w:t>
      </w:r>
      <w:r>
        <w:rPr>
          <w:rFonts w:hint="cs"/>
          <w:rtl/>
        </w:rPr>
        <w:t>ولا</w:t>
      </w:r>
      <w:r>
        <w:rPr>
          <w:rtl/>
        </w:rPr>
        <w:t xml:space="preserve"> </w:t>
      </w:r>
      <w:r>
        <w:rPr>
          <w:rFonts w:hint="cs"/>
          <w:rtl/>
        </w:rPr>
        <w:t>نطق</w:t>
      </w:r>
      <w:r>
        <w:rPr>
          <w:rtl/>
        </w:rPr>
        <w:t xml:space="preserve"> ...</w:t>
      </w:r>
    </w:p>
    <w:p w:rsidR="001F628F" w:rsidRDefault="001F628F" w:rsidP="001F628F">
      <w:pPr>
        <w:pStyle w:val="libNormal"/>
        <w:rPr>
          <w:rtl/>
        </w:rPr>
      </w:pPr>
      <w:r>
        <w:rPr>
          <w:rFonts w:hint="eastAsia"/>
          <w:rtl/>
        </w:rPr>
        <w:t>صفوان</w:t>
      </w:r>
      <w:r>
        <w:rPr>
          <w:rtl/>
        </w:rPr>
        <w:t xml:space="preserve"> بن يحيى كہتے ہي</w:t>
      </w:r>
      <w:r w:rsidR="00083993">
        <w:rPr>
          <w:rtl/>
        </w:rPr>
        <w:t xml:space="preserve">ں </w:t>
      </w:r>
      <w:r>
        <w:rPr>
          <w:rtl/>
        </w:rPr>
        <w:t>: مي</w:t>
      </w:r>
      <w:r w:rsidR="00083993">
        <w:rPr>
          <w:rtl/>
        </w:rPr>
        <w:t xml:space="preserve">ں </w:t>
      </w:r>
      <w:r>
        <w:rPr>
          <w:rtl/>
        </w:rPr>
        <w:t>نے امام ابولحسن</w:t>
      </w:r>
      <w:r w:rsidR="00367F17" w:rsidRPr="00367F17">
        <w:rPr>
          <w:rStyle w:val="libAlaemChar"/>
          <w:rtl/>
        </w:rPr>
        <w:t xml:space="preserve"> عليه‌السلام </w:t>
      </w:r>
      <w:r>
        <w:rPr>
          <w:rtl/>
        </w:rPr>
        <w:t xml:space="preserve"> كى خدمت مي</w:t>
      </w:r>
      <w:r w:rsidR="00083993">
        <w:rPr>
          <w:rtl/>
        </w:rPr>
        <w:t xml:space="preserve">ں </w:t>
      </w:r>
      <w:r>
        <w:rPr>
          <w:rtl/>
        </w:rPr>
        <w:t>عرض كى مجھے بتايئےہ خداوند عالم كا ارادہ كيسا ہے؟ حضرت نے فرمايا ...ارادہ خداوند اس كى ايجاد ہے ...پس ارادہ خدا فعل ہے نہ كہ اس كے علاوہ كوئي چيز ( وہ جب ، چيز كا ارادہ كرتا ہے) تو كہتا ہے ''كن فيك</w:t>
      </w:r>
      <w:r>
        <w:rPr>
          <w:rFonts w:hint="eastAsia"/>
          <w:rtl/>
        </w:rPr>
        <w:t>ون</w:t>
      </w:r>
      <w:r>
        <w:rPr>
          <w:rtl/>
        </w:rPr>
        <w:t>'' اور يہ زبان پر جارى كيئے بغير ہى كہتا ہے_</w:t>
      </w:r>
    </w:p>
    <w:p w:rsidR="001F628F" w:rsidRDefault="001F628F" w:rsidP="00870336">
      <w:pPr>
        <w:pStyle w:val="libNormal"/>
        <w:rPr>
          <w:rtl/>
        </w:rPr>
      </w:pPr>
      <w:r>
        <w:rPr>
          <w:rFonts w:hint="eastAsia"/>
          <w:rtl/>
        </w:rPr>
        <w:t>الله</w:t>
      </w:r>
      <w:r>
        <w:rPr>
          <w:rtl/>
        </w:rPr>
        <w:t xml:space="preserve"> تعالي:</w:t>
      </w:r>
      <w:r>
        <w:rPr>
          <w:rFonts w:hint="eastAsia"/>
          <w:rtl/>
        </w:rPr>
        <w:t>الله</w:t>
      </w:r>
      <w:r>
        <w:rPr>
          <w:rtl/>
        </w:rPr>
        <w:t xml:space="preserve"> تعالى كا ارادہ تكويني2; الله كى خالقيت كى دائمى ہونا8; الله تعالى كى قدرت 3،10; الله تعالى كى قدرت كے آثار 9; الله تعالى كے ارادے سے مراد 11; الله تعالى كے ارادے كا متحقق ہونا 6; الله تعالى كے ارادہ كا مقدم ہونا 7; الله تعالى كے ارادے كى حتميت1; الله </w:t>
      </w:r>
      <w:r>
        <w:rPr>
          <w:rFonts w:hint="eastAsia"/>
          <w:rtl/>
        </w:rPr>
        <w:t>تعالى</w:t>
      </w:r>
      <w:r>
        <w:rPr>
          <w:rtl/>
        </w:rPr>
        <w:t xml:space="preserve"> كے اوامر 4،7; الله تعالى كے اوامر كى حتميت5; الله تعالى كے تكوينى ارادے كے كردار 6; الله تعالى كے تكوينى اوامر 2،5; الله تعالى كے وعدو</w:t>
      </w:r>
      <w:r w:rsidR="00083993">
        <w:rPr>
          <w:rtl/>
        </w:rPr>
        <w:t xml:space="preserve">ں </w:t>
      </w:r>
      <w:r>
        <w:rPr>
          <w:rtl/>
        </w:rPr>
        <w:t>كا حتمى ہونا 9</w:t>
      </w:r>
    </w:p>
    <w:p w:rsidR="001F628F" w:rsidRDefault="001F628F" w:rsidP="001F628F">
      <w:pPr>
        <w:pStyle w:val="libNormal"/>
        <w:rPr>
          <w:rtl/>
        </w:rPr>
      </w:pPr>
      <w:r>
        <w:rPr>
          <w:rFonts w:hint="eastAsia"/>
          <w:rtl/>
        </w:rPr>
        <w:t>روايت</w:t>
      </w:r>
      <w:r>
        <w:rPr>
          <w:rtl/>
        </w:rPr>
        <w:t>:11</w:t>
      </w:r>
    </w:p>
    <w:p w:rsidR="001F628F" w:rsidRDefault="001F628F" w:rsidP="001F628F">
      <w:pPr>
        <w:pStyle w:val="libNormal"/>
        <w:rPr>
          <w:rtl/>
        </w:rPr>
      </w:pPr>
      <w:r>
        <w:rPr>
          <w:rFonts w:hint="eastAsia"/>
          <w:rtl/>
        </w:rPr>
        <w:t>قضاو</w:t>
      </w:r>
      <w:r>
        <w:rPr>
          <w:rtl/>
        </w:rPr>
        <w:t xml:space="preserve"> قدر :4</w:t>
      </w:r>
    </w:p>
    <w:p w:rsidR="001F628F" w:rsidRDefault="001F628F" w:rsidP="00870336">
      <w:pPr>
        <w:pStyle w:val="libNormal"/>
        <w:rPr>
          <w:rtl/>
        </w:rPr>
      </w:pPr>
      <w:r>
        <w:rPr>
          <w:rFonts w:hint="eastAsia"/>
          <w:rtl/>
        </w:rPr>
        <w:t>قيامت</w:t>
      </w:r>
      <w:r>
        <w:rPr>
          <w:rtl/>
        </w:rPr>
        <w:t>:</w:t>
      </w:r>
      <w:r>
        <w:rPr>
          <w:rFonts w:hint="eastAsia"/>
          <w:rtl/>
        </w:rPr>
        <w:t>قيامت</w:t>
      </w:r>
      <w:r>
        <w:rPr>
          <w:rtl/>
        </w:rPr>
        <w:t xml:space="preserve"> كا حتمى ہونا 9</w:t>
      </w:r>
    </w:p>
    <w:p w:rsidR="001F628F" w:rsidRDefault="001F628F" w:rsidP="00870336">
      <w:pPr>
        <w:pStyle w:val="libNormal"/>
        <w:rPr>
          <w:rtl/>
        </w:rPr>
      </w:pPr>
      <w:r>
        <w:rPr>
          <w:rFonts w:hint="eastAsia"/>
          <w:rtl/>
        </w:rPr>
        <w:t>مردے</w:t>
      </w:r>
      <w:r>
        <w:rPr>
          <w:rtl/>
        </w:rPr>
        <w:t xml:space="preserve"> :</w:t>
      </w:r>
      <w:r>
        <w:rPr>
          <w:rFonts w:hint="eastAsia"/>
          <w:rtl/>
        </w:rPr>
        <w:t>آخرت</w:t>
      </w:r>
      <w:r>
        <w:rPr>
          <w:rtl/>
        </w:rPr>
        <w:t xml:space="preserve"> مي</w:t>
      </w:r>
      <w:r w:rsidR="00083993">
        <w:rPr>
          <w:rtl/>
        </w:rPr>
        <w:t xml:space="preserve">ں </w:t>
      </w:r>
      <w:r>
        <w:rPr>
          <w:rtl/>
        </w:rPr>
        <w:t>مردو</w:t>
      </w:r>
      <w:r w:rsidR="00083993">
        <w:rPr>
          <w:rtl/>
        </w:rPr>
        <w:t xml:space="preserve">ں </w:t>
      </w:r>
      <w:r>
        <w:rPr>
          <w:rtl/>
        </w:rPr>
        <w:t>كا حتمى طور پر زندہ ہونا 9; مردو</w:t>
      </w:r>
      <w:r w:rsidR="00083993">
        <w:rPr>
          <w:rtl/>
        </w:rPr>
        <w:t xml:space="preserve">ں </w:t>
      </w:r>
      <w:r>
        <w:rPr>
          <w:rtl/>
        </w:rPr>
        <w:t>كى اخروى حيات 10</w:t>
      </w:r>
    </w:p>
    <w:p w:rsidR="001F628F" w:rsidRDefault="001F628F" w:rsidP="00870336">
      <w:pPr>
        <w:pStyle w:val="libNormal"/>
        <w:rPr>
          <w:rtl/>
        </w:rPr>
      </w:pPr>
      <w:r>
        <w:rPr>
          <w:rFonts w:hint="eastAsia"/>
          <w:rtl/>
        </w:rPr>
        <w:t>مشركين</w:t>
      </w:r>
      <w:r>
        <w:rPr>
          <w:rtl/>
        </w:rPr>
        <w:t xml:space="preserve"> :</w:t>
      </w:r>
      <w:r>
        <w:rPr>
          <w:rFonts w:hint="eastAsia"/>
          <w:rtl/>
        </w:rPr>
        <w:t>مشركين</w:t>
      </w:r>
      <w:r>
        <w:rPr>
          <w:rtl/>
        </w:rPr>
        <w:t xml:space="preserve"> اورمعاد10; مشركين كا عقيدہ 10</w:t>
      </w:r>
    </w:p>
    <w:p w:rsidR="00870336" w:rsidRDefault="001E7F9D" w:rsidP="00F73EDE">
      <w:pPr>
        <w:pStyle w:val="libPoemTini"/>
        <w:rPr>
          <w:rtl/>
        </w:rPr>
      </w:pPr>
      <w:r>
        <w:rPr>
          <w:rtl/>
        </w:rPr>
        <w:cr/>
      </w:r>
      <w:r>
        <w:rPr>
          <w:rtl/>
        </w:rPr>
        <w:br w:type="page"/>
      </w:r>
    </w:p>
    <w:p w:rsidR="00870336" w:rsidRDefault="00870336" w:rsidP="00870336">
      <w:pPr>
        <w:pStyle w:val="Heading2Center"/>
        <w:rPr>
          <w:rtl/>
        </w:rPr>
      </w:pPr>
      <w:bookmarkStart w:id="187" w:name="_Toc28081865"/>
      <w:r>
        <w:rPr>
          <w:rFonts w:hint="cs"/>
          <w:rtl/>
        </w:rPr>
        <w:lastRenderedPageBreak/>
        <w:t>آیت 41</w:t>
      </w:r>
      <w:bookmarkEnd w:id="187"/>
    </w:p>
    <w:p w:rsidR="001F628F" w:rsidRDefault="00E260F9" w:rsidP="00870336">
      <w:pPr>
        <w:pStyle w:val="libNormal"/>
        <w:rPr>
          <w:rtl/>
        </w:rPr>
      </w:pPr>
      <w:r w:rsidRPr="00E260F9">
        <w:rPr>
          <w:rStyle w:val="libAlaemChar"/>
          <w:rFonts w:hint="eastAsia"/>
          <w:rtl/>
        </w:rPr>
        <w:t>(</w:t>
      </w:r>
      <w:r w:rsidRPr="00870336">
        <w:rPr>
          <w:rStyle w:val="libAieChar"/>
          <w:rFonts w:hint="eastAsia"/>
          <w:rtl/>
        </w:rPr>
        <w:t>وَالَّذِينَ</w:t>
      </w:r>
      <w:r w:rsidRPr="00870336">
        <w:rPr>
          <w:rStyle w:val="libAieChar"/>
          <w:rtl/>
        </w:rPr>
        <w:t xml:space="preserve"> هَاجَرُواْ فِي اللّهِ مِن بَعْدِ مَا ظُلِمُواْ لَنُبَوِّئَنَّهُمْ فِي الدُّنْيَا حَسَنَةً وَلَأَجْرُ الآخِرَةِ أَكْبَرُ لَوْ كَانُواْ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جن لوگو</w:t>
      </w:r>
      <w:r w:rsidR="00083993">
        <w:rPr>
          <w:rtl/>
        </w:rPr>
        <w:t xml:space="preserve">ں </w:t>
      </w:r>
      <w:r>
        <w:rPr>
          <w:rtl/>
        </w:rPr>
        <w:t>نے ظلم سہنے كے بعد راہ خدا مي</w:t>
      </w:r>
      <w:r w:rsidR="00083993">
        <w:rPr>
          <w:rtl/>
        </w:rPr>
        <w:t xml:space="preserve">ں </w:t>
      </w:r>
      <w:r>
        <w:rPr>
          <w:rtl/>
        </w:rPr>
        <w:t>ہجرت اختيار كى ہے ہم عنقريب دنيا مي</w:t>
      </w:r>
      <w:r w:rsidR="00083993">
        <w:rPr>
          <w:rtl/>
        </w:rPr>
        <w:t xml:space="preserve">ں </w:t>
      </w:r>
      <w:r>
        <w:rPr>
          <w:rtl/>
        </w:rPr>
        <w:t>بھى ان كو بہترين مقام عطا كري</w:t>
      </w:r>
      <w:r w:rsidR="00083993">
        <w:rPr>
          <w:rtl/>
        </w:rPr>
        <w:t xml:space="preserve">ں </w:t>
      </w:r>
      <w:r>
        <w:rPr>
          <w:rtl/>
        </w:rPr>
        <w:t>گے اور آخرت كا اجر تو يقينا بہت بڑا ہے_ اگر يہ لوگ اس حقيقت سے باخبر ہو</w:t>
      </w:r>
      <w:r w:rsidR="00083993">
        <w:rPr>
          <w:rtl/>
        </w:rPr>
        <w:t xml:space="preserve">ں </w:t>
      </w:r>
      <w:r>
        <w:rPr>
          <w:rtl/>
        </w:rPr>
        <w:t>_</w:t>
      </w:r>
    </w:p>
    <w:p w:rsidR="001F628F" w:rsidRDefault="001F628F" w:rsidP="00870336">
      <w:pPr>
        <w:pStyle w:val="libNormal"/>
        <w:rPr>
          <w:rtl/>
        </w:rPr>
      </w:pPr>
      <w:r>
        <w:rPr>
          <w:rtl/>
        </w:rPr>
        <w:t>1_ وہ مسلمان جو مظلوم واقع ہوئے اورانہو</w:t>
      </w:r>
      <w:r w:rsidR="00083993">
        <w:rPr>
          <w:rtl/>
        </w:rPr>
        <w:t xml:space="preserve">ں </w:t>
      </w:r>
      <w:r>
        <w:rPr>
          <w:rtl/>
        </w:rPr>
        <w:t>نے خدا كے ليئے ہجرت كى خداوند عالم دنيا مي</w:t>
      </w:r>
      <w:r w:rsidR="00083993">
        <w:rPr>
          <w:rtl/>
        </w:rPr>
        <w:t xml:space="preserve">ں </w:t>
      </w:r>
      <w:r>
        <w:rPr>
          <w:rtl/>
        </w:rPr>
        <w:t>انہي</w:t>
      </w:r>
      <w:r w:rsidR="00083993">
        <w:rPr>
          <w:rtl/>
        </w:rPr>
        <w:t xml:space="preserve">ں </w:t>
      </w:r>
      <w:r>
        <w:rPr>
          <w:rtl/>
        </w:rPr>
        <w:t>بہت اچھا مقام اور آخرت مي</w:t>
      </w:r>
      <w:r w:rsidR="00083993">
        <w:rPr>
          <w:rtl/>
        </w:rPr>
        <w:t xml:space="preserve">ں </w:t>
      </w:r>
      <w:r>
        <w:rPr>
          <w:rtl/>
        </w:rPr>
        <w:t>عظيم اجر عطا كرتے گا_</w:t>
      </w:r>
      <w:r w:rsidRPr="00870336">
        <w:rPr>
          <w:rStyle w:val="libArabicChar"/>
          <w:rFonts w:hint="eastAsia"/>
          <w:rtl/>
        </w:rPr>
        <w:t>والذين</w:t>
      </w:r>
      <w:r w:rsidRPr="00870336">
        <w:rPr>
          <w:rStyle w:val="libArabicChar"/>
          <w:rtl/>
        </w:rPr>
        <w:t xml:space="preserve"> </w:t>
      </w:r>
      <w:r w:rsidR="00120F63" w:rsidRPr="00B2551F">
        <w:rPr>
          <w:rStyle w:val="libArabicChar"/>
          <w:rFonts w:hint="cs"/>
          <w:rtl/>
        </w:rPr>
        <w:t>ه</w:t>
      </w:r>
      <w:r w:rsidRPr="00870336">
        <w:rPr>
          <w:rStyle w:val="libArabicChar"/>
          <w:rFonts w:hint="cs"/>
          <w:rtl/>
        </w:rPr>
        <w:t>اجروا</w:t>
      </w:r>
      <w:r w:rsidRPr="00870336">
        <w:rPr>
          <w:rStyle w:val="libArabicChar"/>
          <w:rtl/>
        </w:rPr>
        <w:t xml:space="preserve"> </w:t>
      </w:r>
      <w:r w:rsidRPr="00870336">
        <w:rPr>
          <w:rStyle w:val="libArabicChar"/>
          <w:rFonts w:hint="cs"/>
          <w:rtl/>
        </w:rPr>
        <w:t>فى</w:t>
      </w:r>
      <w:r w:rsidRPr="00870336">
        <w:rPr>
          <w:rStyle w:val="libArabicChar"/>
          <w:rtl/>
        </w:rPr>
        <w:t xml:space="preserve"> </w:t>
      </w:r>
      <w:r w:rsidRPr="00870336">
        <w:rPr>
          <w:rStyle w:val="libArabicChar"/>
          <w:rFonts w:hint="cs"/>
          <w:rtl/>
        </w:rPr>
        <w:t>اللّ</w:t>
      </w:r>
      <w:r w:rsidR="00120F63" w:rsidRPr="00B2551F">
        <w:rPr>
          <w:rStyle w:val="libArabicChar"/>
          <w:rFonts w:hint="cs"/>
          <w:rtl/>
        </w:rPr>
        <w:t>ه</w:t>
      </w:r>
      <w:r w:rsidRPr="00870336">
        <w:rPr>
          <w:rStyle w:val="libArabicChar"/>
          <w:rtl/>
        </w:rPr>
        <w:t xml:space="preserve"> </w:t>
      </w:r>
      <w:r w:rsidRPr="00870336">
        <w:rPr>
          <w:rStyle w:val="libArabicChar"/>
          <w:rFonts w:hint="cs"/>
          <w:rtl/>
        </w:rPr>
        <w:t>من</w:t>
      </w:r>
      <w:r w:rsidRPr="00870336">
        <w:rPr>
          <w:rStyle w:val="libArabicChar"/>
          <w:rtl/>
        </w:rPr>
        <w:t xml:space="preserve"> </w:t>
      </w:r>
      <w:r w:rsidRPr="00870336">
        <w:rPr>
          <w:rStyle w:val="libArabicChar"/>
          <w:rFonts w:hint="cs"/>
          <w:rtl/>
        </w:rPr>
        <w:t>بعد</w:t>
      </w:r>
      <w:r w:rsidRPr="00870336">
        <w:rPr>
          <w:rStyle w:val="libArabicChar"/>
          <w:rtl/>
        </w:rPr>
        <w:t xml:space="preserve"> </w:t>
      </w:r>
      <w:r w:rsidRPr="00870336">
        <w:rPr>
          <w:rStyle w:val="libArabicChar"/>
          <w:rFonts w:hint="cs"/>
          <w:rtl/>
        </w:rPr>
        <w:t>ما</w:t>
      </w:r>
      <w:r w:rsidRPr="00870336">
        <w:rPr>
          <w:rStyle w:val="libArabicChar"/>
          <w:rtl/>
        </w:rPr>
        <w:t xml:space="preserve"> </w:t>
      </w:r>
      <w:r w:rsidRPr="00870336">
        <w:rPr>
          <w:rStyle w:val="libArabicChar"/>
          <w:rFonts w:hint="cs"/>
          <w:rtl/>
        </w:rPr>
        <w:t>ظلموا</w:t>
      </w:r>
      <w:r w:rsidRPr="00870336">
        <w:rPr>
          <w:rStyle w:val="libArabicChar"/>
          <w:rtl/>
        </w:rPr>
        <w:t xml:space="preserve"> </w:t>
      </w:r>
      <w:r w:rsidRPr="00870336">
        <w:rPr>
          <w:rStyle w:val="libArabicChar"/>
          <w:rFonts w:hint="cs"/>
          <w:rtl/>
        </w:rPr>
        <w:t>لبَوئن</w:t>
      </w:r>
      <w:r w:rsidR="00120F63" w:rsidRPr="00B2551F">
        <w:rPr>
          <w:rStyle w:val="libArabicChar"/>
          <w:rFonts w:hint="cs"/>
          <w:rtl/>
        </w:rPr>
        <w:t>ه</w:t>
      </w:r>
      <w:r w:rsidRPr="00870336">
        <w:rPr>
          <w:rStyle w:val="libArabicChar"/>
          <w:rFonts w:hint="cs"/>
          <w:rtl/>
        </w:rPr>
        <w:t>م</w:t>
      </w:r>
      <w:r w:rsidRPr="00870336">
        <w:rPr>
          <w:rStyle w:val="libArabicChar"/>
          <w:rtl/>
        </w:rPr>
        <w:t xml:space="preserve"> </w:t>
      </w:r>
      <w:r w:rsidRPr="00870336">
        <w:rPr>
          <w:rStyle w:val="libArabicChar"/>
          <w:rFonts w:hint="cs"/>
          <w:rtl/>
        </w:rPr>
        <w:t>فى</w:t>
      </w:r>
      <w:r w:rsidRPr="00870336">
        <w:rPr>
          <w:rStyle w:val="libArabicChar"/>
          <w:rtl/>
        </w:rPr>
        <w:t xml:space="preserve"> </w:t>
      </w:r>
      <w:r w:rsidRPr="00870336">
        <w:rPr>
          <w:rStyle w:val="libArabicChar"/>
          <w:rFonts w:hint="cs"/>
          <w:rtl/>
        </w:rPr>
        <w:t>الدنيا</w:t>
      </w:r>
      <w:r w:rsidRPr="00870336">
        <w:rPr>
          <w:rStyle w:val="libArabicChar"/>
          <w:rtl/>
        </w:rPr>
        <w:t xml:space="preserve"> </w:t>
      </w:r>
      <w:r w:rsidRPr="00870336">
        <w:rPr>
          <w:rStyle w:val="libArabicChar"/>
          <w:rFonts w:hint="cs"/>
          <w:rtl/>
        </w:rPr>
        <w:t>حسنة</w:t>
      </w:r>
      <w:r w:rsidRPr="00870336">
        <w:rPr>
          <w:rStyle w:val="libArabicChar"/>
          <w:rtl/>
        </w:rPr>
        <w:t xml:space="preserve"> </w:t>
      </w:r>
      <w:r w:rsidRPr="00870336">
        <w:rPr>
          <w:rStyle w:val="libArabicChar"/>
          <w:rFonts w:hint="cs"/>
          <w:rtl/>
        </w:rPr>
        <w:t>والا</w:t>
      </w:r>
      <w:r w:rsidRPr="00870336">
        <w:rPr>
          <w:rStyle w:val="libArabicChar"/>
          <w:rtl/>
        </w:rPr>
        <w:t xml:space="preserve"> </w:t>
      </w:r>
      <w:r w:rsidRPr="00870336">
        <w:rPr>
          <w:rStyle w:val="libArabicChar"/>
          <w:rFonts w:hint="cs"/>
          <w:rtl/>
        </w:rPr>
        <w:t>جرالا</w:t>
      </w:r>
      <w:r w:rsidRPr="00870336">
        <w:rPr>
          <w:rStyle w:val="libArabicChar"/>
          <w:rtl/>
        </w:rPr>
        <w:t xml:space="preserve"> </w:t>
      </w:r>
      <w:r w:rsidRPr="00870336">
        <w:rPr>
          <w:rStyle w:val="libArabicChar"/>
          <w:rFonts w:hint="cs"/>
          <w:rtl/>
        </w:rPr>
        <w:t>خرة</w:t>
      </w:r>
      <w:r w:rsidRPr="00870336">
        <w:rPr>
          <w:rStyle w:val="libArabicChar"/>
          <w:rtl/>
        </w:rPr>
        <w:t xml:space="preserve"> </w:t>
      </w:r>
      <w:r w:rsidRPr="00870336">
        <w:rPr>
          <w:rStyle w:val="libArabicChar"/>
          <w:rFonts w:hint="cs"/>
          <w:rtl/>
        </w:rPr>
        <w:t>ا</w:t>
      </w:r>
      <w:r w:rsidRPr="00870336">
        <w:rPr>
          <w:rStyle w:val="libArabicChar"/>
          <w:rtl/>
        </w:rPr>
        <w:t xml:space="preserve"> </w:t>
      </w:r>
      <w:r w:rsidRPr="00870336">
        <w:rPr>
          <w:rStyle w:val="libArabicChar"/>
          <w:rFonts w:hint="cs"/>
          <w:rtl/>
        </w:rPr>
        <w:t>كبر</w:t>
      </w:r>
    </w:p>
    <w:p w:rsidR="001F628F" w:rsidRDefault="001F628F" w:rsidP="001F628F">
      <w:pPr>
        <w:pStyle w:val="libNormal"/>
        <w:rPr>
          <w:rtl/>
        </w:rPr>
      </w:pPr>
      <w:r>
        <w:rPr>
          <w:rtl/>
        </w:rPr>
        <w:t>''في'' الله ''مي</w:t>
      </w:r>
      <w:r w:rsidR="00083993">
        <w:rPr>
          <w:rtl/>
        </w:rPr>
        <w:t xml:space="preserve">ں </w:t>
      </w:r>
      <w:r>
        <w:rPr>
          <w:rtl/>
        </w:rPr>
        <w:t>''فى ''لام'' كے معنى اور علت كے ليے ہے اس بنا ء پر عبارت كا معنى يہ ہوگا ہجرت خداوند عالم كى رضا كے حصول كے ليے ہے_</w:t>
      </w:r>
    </w:p>
    <w:p w:rsidR="001F628F" w:rsidRDefault="001F628F" w:rsidP="001F628F">
      <w:pPr>
        <w:pStyle w:val="libNormal"/>
        <w:rPr>
          <w:rtl/>
        </w:rPr>
      </w:pPr>
      <w:r>
        <w:rPr>
          <w:rtl/>
        </w:rPr>
        <w:t>2_ صدر اسلام كے كچھ مسلمان ، مشركين مكہ كے ظلم و ستم سے نجات كى خاطر اس شرسے ہجرت كرگئے_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الله</w:t>
      </w:r>
      <w:r>
        <w:rPr>
          <w:rtl/>
        </w:rPr>
        <w:t xml:space="preserve"> </w:t>
      </w:r>
      <w:r>
        <w:rPr>
          <w:rFonts w:hint="cs"/>
          <w:rtl/>
        </w:rPr>
        <w:t>من</w:t>
      </w:r>
      <w:r>
        <w:rPr>
          <w:rtl/>
        </w:rPr>
        <w:t xml:space="preserve"> </w:t>
      </w:r>
      <w:r>
        <w:rPr>
          <w:rFonts w:hint="cs"/>
          <w:rtl/>
        </w:rPr>
        <w:t>بعد</w:t>
      </w:r>
      <w:r>
        <w:rPr>
          <w:rtl/>
        </w:rPr>
        <w:t xml:space="preserve"> </w:t>
      </w:r>
      <w:r>
        <w:rPr>
          <w:rFonts w:hint="cs"/>
          <w:rtl/>
        </w:rPr>
        <w:t>ما</w:t>
      </w:r>
      <w:r>
        <w:rPr>
          <w:rtl/>
        </w:rPr>
        <w:t xml:space="preserve"> </w:t>
      </w:r>
      <w:r>
        <w:rPr>
          <w:rFonts w:hint="cs"/>
          <w:rtl/>
        </w:rPr>
        <w:t>ظلمو</w:t>
      </w:r>
      <w:r w:rsidR="007D15BB">
        <w:rPr>
          <w:rFonts w:hint="cs"/>
          <w:rtl/>
        </w:rPr>
        <w:t>ا</w:t>
      </w:r>
    </w:p>
    <w:p w:rsidR="001F628F" w:rsidRDefault="001F628F" w:rsidP="001F628F">
      <w:pPr>
        <w:pStyle w:val="libNormal"/>
        <w:rPr>
          <w:rtl/>
        </w:rPr>
      </w:pPr>
      <w:r>
        <w:rPr>
          <w:rFonts w:hint="eastAsia"/>
          <w:rtl/>
        </w:rPr>
        <w:t>سورة</w:t>
      </w:r>
      <w:r>
        <w:rPr>
          <w:rtl/>
        </w:rPr>
        <w:t xml:space="preserve"> نحل چونكہ مكہ مي</w:t>
      </w:r>
      <w:r w:rsidR="00083993">
        <w:rPr>
          <w:rtl/>
        </w:rPr>
        <w:t xml:space="preserve">ں </w:t>
      </w:r>
      <w:r>
        <w:rPr>
          <w:rtl/>
        </w:rPr>
        <w:t>نازل ہوتى ہے لہذا اس دليل كى بناء پر احتمال ہے كہ ''الذين ہاجروا'' سے مراد ايسے مسلمان ہو</w:t>
      </w:r>
      <w:r w:rsidR="00083993">
        <w:rPr>
          <w:rtl/>
        </w:rPr>
        <w:t xml:space="preserve">ں </w:t>
      </w:r>
      <w:r>
        <w:rPr>
          <w:rtl/>
        </w:rPr>
        <w:t>جو مكہ سے ہجرت كركے حبشہ يا مدينہ چلے گئے تھے_</w:t>
      </w:r>
    </w:p>
    <w:p w:rsidR="001F628F" w:rsidRDefault="001F628F" w:rsidP="00870336">
      <w:pPr>
        <w:pStyle w:val="libNormal"/>
        <w:rPr>
          <w:rtl/>
        </w:rPr>
      </w:pPr>
      <w:r>
        <w:rPr>
          <w:rtl/>
        </w:rPr>
        <w:t>3_ مكہ مي</w:t>
      </w:r>
      <w:r w:rsidR="00083993">
        <w:rPr>
          <w:rtl/>
        </w:rPr>
        <w:t xml:space="preserve">ں </w:t>
      </w:r>
      <w:r>
        <w:rPr>
          <w:rtl/>
        </w:rPr>
        <w:t>مسلمان، مشركين كے ظلم و ستم كا نشانہ بنے ہوئے تھے_</w:t>
      </w:r>
      <w:r w:rsidRPr="00870336">
        <w:rPr>
          <w:rStyle w:val="libArabicChar"/>
          <w:rFonts w:hint="eastAsia"/>
          <w:rtl/>
        </w:rPr>
        <w:t>والذين</w:t>
      </w:r>
      <w:r w:rsidRPr="00870336">
        <w:rPr>
          <w:rStyle w:val="libArabicChar"/>
          <w:rtl/>
        </w:rPr>
        <w:t xml:space="preserve"> </w:t>
      </w:r>
      <w:r w:rsidR="00120F63" w:rsidRPr="00B2551F">
        <w:rPr>
          <w:rStyle w:val="libArabicChar"/>
          <w:rFonts w:hint="cs"/>
          <w:rtl/>
        </w:rPr>
        <w:t>ه</w:t>
      </w:r>
      <w:r w:rsidRPr="00870336">
        <w:rPr>
          <w:rStyle w:val="libArabicChar"/>
          <w:rFonts w:hint="cs"/>
          <w:rtl/>
        </w:rPr>
        <w:t>اجروا</w:t>
      </w:r>
      <w:r w:rsidRPr="00870336">
        <w:rPr>
          <w:rStyle w:val="libArabicChar"/>
          <w:rtl/>
        </w:rPr>
        <w:t xml:space="preserve"> </w:t>
      </w:r>
      <w:r w:rsidRPr="00870336">
        <w:rPr>
          <w:rStyle w:val="libArabicChar"/>
          <w:rFonts w:hint="cs"/>
          <w:rtl/>
        </w:rPr>
        <w:t>فى</w:t>
      </w:r>
      <w:r w:rsidRPr="00870336">
        <w:rPr>
          <w:rStyle w:val="libArabicChar"/>
          <w:rtl/>
        </w:rPr>
        <w:t xml:space="preserve"> </w:t>
      </w:r>
      <w:r w:rsidRPr="00870336">
        <w:rPr>
          <w:rStyle w:val="libArabicChar"/>
          <w:rFonts w:hint="cs"/>
          <w:rtl/>
        </w:rPr>
        <w:t>اللّ</w:t>
      </w:r>
      <w:r w:rsidR="00120F63" w:rsidRPr="00B2551F">
        <w:rPr>
          <w:rStyle w:val="libArabicChar"/>
          <w:rFonts w:hint="cs"/>
          <w:rtl/>
        </w:rPr>
        <w:t>ه</w:t>
      </w:r>
      <w:r w:rsidRPr="00870336">
        <w:rPr>
          <w:rStyle w:val="libArabicChar"/>
          <w:rtl/>
        </w:rPr>
        <w:t xml:space="preserve"> </w:t>
      </w:r>
      <w:r w:rsidRPr="00870336">
        <w:rPr>
          <w:rStyle w:val="libArabicChar"/>
          <w:rFonts w:hint="cs"/>
          <w:rtl/>
        </w:rPr>
        <w:t>من</w:t>
      </w:r>
      <w:r w:rsidRPr="00870336">
        <w:rPr>
          <w:rStyle w:val="libArabicChar"/>
          <w:rtl/>
        </w:rPr>
        <w:t xml:space="preserve"> </w:t>
      </w:r>
      <w:r w:rsidRPr="00870336">
        <w:rPr>
          <w:rStyle w:val="libArabicChar"/>
          <w:rFonts w:hint="cs"/>
          <w:rtl/>
        </w:rPr>
        <w:t>بعد</w:t>
      </w:r>
      <w:r w:rsidRPr="00870336">
        <w:rPr>
          <w:rStyle w:val="libArabicChar"/>
          <w:rtl/>
        </w:rPr>
        <w:t xml:space="preserve"> </w:t>
      </w:r>
      <w:r w:rsidRPr="00870336">
        <w:rPr>
          <w:rStyle w:val="libArabicChar"/>
          <w:rFonts w:hint="cs"/>
          <w:rtl/>
        </w:rPr>
        <w:t>ما</w:t>
      </w:r>
      <w:r w:rsidRPr="00870336">
        <w:rPr>
          <w:rStyle w:val="libArabicChar"/>
          <w:rtl/>
        </w:rPr>
        <w:t xml:space="preserve"> </w:t>
      </w:r>
      <w:r w:rsidRPr="00870336">
        <w:rPr>
          <w:rStyle w:val="libArabicChar"/>
          <w:rFonts w:hint="cs"/>
          <w:rtl/>
        </w:rPr>
        <w:t>ظلمو</w:t>
      </w:r>
      <w:r w:rsidR="007D15BB">
        <w:rPr>
          <w:rStyle w:val="libArabicChar"/>
          <w:rFonts w:hint="cs"/>
          <w:rtl/>
        </w:rPr>
        <w:t>ا</w:t>
      </w:r>
    </w:p>
    <w:p w:rsidR="001F628F" w:rsidRDefault="001F628F" w:rsidP="001F628F">
      <w:pPr>
        <w:pStyle w:val="libNormal"/>
        <w:rPr>
          <w:rtl/>
        </w:rPr>
      </w:pPr>
      <w:r>
        <w:rPr>
          <w:rtl/>
        </w:rPr>
        <w:t>4_مسلمان مہاجرين كى مكہ سے (مدينہ يا حبشہ) كى طرف ہجرت ،ان كے ليے شائستہ اور مناسب مقام تھا_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w:t>
      </w:r>
      <w:r>
        <w:rPr>
          <w:rtl/>
        </w:rPr>
        <w:t>لّ</w:t>
      </w:r>
      <w:r w:rsidR="00120F63" w:rsidRPr="00ED5DE8">
        <w:rPr>
          <w:rFonts w:hint="cs"/>
          <w:rtl/>
        </w:rPr>
        <w:t>ه</w:t>
      </w:r>
      <w:r>
        <w:rPr>
          <w:rtl/>
        </w:rPr>
        <w:t xml:space="preserve"> </w:t>
      </w:r>
      <w:r>
        <w:rPr>
          <w:rFonts w:hint="cs"/>
          <w:rtl/>
        </w:rPr>
        <w:t>من</w:t>
      </w:r>
      <w:r>
        <w:rPr>
          <w:rtl/>
        </w:rPr>
        <w:t xml:space="preserve"> </w:t>
      </w:r>
      <w:r>
        <w:rPr>
          <w:rFonts w:hint="cs"/>
          <w:rtl/>
        </w:rPr>
        <w:t>بعد</w:t>
      </w:r>
      <w:r>
        <w:rPr>
          <w:rtl/>
        </w:rPr>
        <w:t xml:space="preserve"> </w:t>
      </w:r>
      <w:r>
        <w:rPr>
          <w:rFonts w:hint="cs"/>
          <w:rtl/>
        </w:rPr>
        <w:t>ما</w:t>
      </w:r>
      <w:r>
        <w:rPr>
          <w:rtl/>
        </w:rPr>
        <w:t xml:space="preserve"> </w:t>
      </w:r>
      <w:r>
        <w:rPr>
          <w:rFonts w:hint="cs"/>
          <w:rtl/>
        </w:rPr>
        <w:t>ظلموا</w:t>
      </w:r>
      <w:r>
        <w:rPr>
          <w:rtl/>
        </w:rPr>
        <w:t xml:space="preserve"> </w:t>
      </w:r>
      <w:r>
        <w:rPr>
          <w:rFonts w:hint="cs"/>
          <w:rtl/>
        </w:rPr>
        <w:t>نبوّن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p>
    <w:p w:rsidR="001F628F" w:rsidRDefault="001F628F" w:rsidP="001F628F">
      <w:pPr>
        <w:pStyle w:val="libNormal"/>
        <w:rPr>
          <w:rtl/>
        </w:rPr>
      </w:pPr>
      <w:r>
        <w:rPr>
          <w:rtl/>
        </w:rPr>
        <w:t>5_ ہجرت سے پہلے شہر مكہ، مسلمانو</w:t>
      </w:r>
      <w:r w:rsidR="00083993">
        <w:rPr>
          <w:rtl/>
        </w:rPr>
        <w:t xml:space="preserve">ں </w:t>
      </w:r>
      <w:r>
        <w:rPr>
          <w:rtl/>
        </w:rPr>
        <w:t>كے ليے ناشائستہ اوران كى زندگى كے ليے نامناسب مقام تھا 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الله</w:t>
      </w:r>
      <w:r>
        <w:rPr>
          <w:rtl/>
        </w:rPr>
        <w:t xml:space="preserve"> </w:t>
      </w:r>
      <w:r>
        <w:rPr>
          <w:rFonts w:hint="cs"/>
          <w:rtl/>
        </w:rPr>
        <w:t>من</w:t>
      </w:r>
      <w:r>
        <w:rPr>
          <w:rtl/>
        </w:rPr>
        <w:t xml:space="preserve"> </w:t>
      </w:r>
      <w:r>
        <w:rPr>
          <w:rFonts w:hint="cs"/>
          <w:rtl/>
        </w:rPr>
        <w:t>بعد</w:t>
      </w:r>
      <w:r>
        <w:rPr>
          <w:rtl/>
        </w:rPr>
        <w:t xml:space="preserve"> </w:t>
      </w:r>
      <w:r>
        <w:rPr>
          <w:rFonts w:hint="cs"/>
          <w:rtl/>
        </w:rPr>
        <w:t>ما</w:t>
      </w:r>
      <w:r>
        <w:rPr>
          <w:rtl/>
        </w:rPr>
        <w:t xml:space="preserve"> </w:t>
      </w:r>
      <w:r>
        <w:rPr>
          <w:rFonts w:hint="cs"/>
          <w:rtl/>
        </w:rPr>
        <w:t>ظلموا</w:t>
      </w:r>
      <w:r>
        <w:rPr>
          <w:rtl/>
        </w:rPr>
        <w:t xml:space="preserve"> </w:t>
      </w:r>
      <w:r>
        <w:rPr>
          <w:rFonts w:hint="cs"/>
          <w:rtl/>
        </w:rPr>
        <w:t>لنبوّئن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p>
    <w:p w:rsidR="00870336" w:rsidRDefault="001F628F" w:rsidP="00870336">
      <w:pPr>
        <w:pStyle w:val="libNormal"/>
        <w:rPr>
          <w:rtl/>
        </w:rPr>
      </w:pPr>
      <w:r>
        <w:rPr>
          <w:rtl/>
        </w:rPr>
        <w:t>6_زندگى كے ليے مناسب اور شائستہ ما حول كا حصول ،</w:t>
      </w:r>
      <w:r w:rsidR="00870336" w:rsidRPr="00870336">
        <w:rPr>
          <w:rFonts w:hint="eastAsia"/>
          <w:rtl/>
        </w:rPr>
        <w:t xml:space="preserve"> </w:t>
      </w:r>
      <w:r w:rsidR="00870336">
        <w:rPr>
          <w:rFonts w:hint="eastAsia"/>
          <w:rtl/>
        </w:rPr>
        <w:t>ايك</w:t>
      </w:r>
      <w:r w:rsidR="00870336">
        <w:rPr>
          <w:rtl/>
        </w:rPr>
        <w:t xml:space="preserve"> پسنديدہ اور مطلوب چيز ہے _</w:t>
      </w:r>
      <w:r w:rsidR="00870336" w:rsidRPr="00870336">
        <w:rPr>
          <w:rStyle w:val="libArabicChar"/>
          <w:rFonts w:hint="eastAsia"/>
          <w:rtl/>
        </w:rPr>
        <w:t>لنبوّ</w:t>
      </w:r>
      <w:r w:rsidR="00870336" w:rsidRPr="00870336">
        <w:rPr>
          <w:rStyle w:val="libArabicChar"/>
          <w:rtl/>
        </w:rPr>
        <w:t xml:space="preserve"> ئن</w:t>
      </w:r>
      <w:r w:rsidR="00120F63" w:rsidRPr="00B2551F">
        <w:rPr>
          <w:rStyle w:val="libArabicChar"/>
          <w:rFonts w:hint="cs"/>
          <w:rtl/>
        </w:rPr>
        <w:t>ه</w:t>
      </w:r>
      <w:r w:rsidR="00870336" w:rsidRPr="00870336">
        <w:rPr>
          <w:rStyle w:val="libArabicChar"/>
          <w:rFonts w:hint="cs"/>
          <w:rtl/>
        </w:rPr>
        <w:t>م</w:t>
      </w:r>
      <w:r w:rsidR="00870336" w:rsidRPr="00870336">
        <w:rPr>
          <w:rStyle w:val="libArabicChar"/>
          <w:rtl/>
        </w:rPr>
        <w:t xml:space="preserve"> </w:t>
      </w:r>
      <w:r w:rsidR="00870336" w:rsidRPr="00870336">
        <w:rPr>
          <w:rStyle w:val="libArabicChar"/>
          <w:rFonts w:hint="cs"/>
          <w:rtl/>
        </w:rPr>
        <w:t>فى</w:t>
      </w:r>
      <w:r w:rsidR="00870336" w:rsidRPr="00870336">
        <w:rPr>
          <w:rStyle w:val="libArabicChar"/>
          <w:rtl/>
        </w:rPr>
        <w:t xml:space="preserve"> </w:t>
      </w:r>
      <w:r w:rsidR="00870336" w:rsidRPr="00870336">
        <w:rPr>
          <w:rStyle w:val="libArabicChar"/>
          <w:rFonts w:hint="cs"/>
          <w:rtl/>
        </w:rPr>
        <w:t>الدنيا</w:t>
      </w:r>
      <w:r w:rsidR="00870336" w:rsidRPr="00870336">
        <w:rPr>
          <w:rStyle w:val="libArabicChar"/>
          <w:rtl/>
        </w:rPr>
        <w:t xml:space="preserve"> </w:t>
      </w:r>
      <w:r w:rsidR="00870336" w:rsidRPr="00870336">
        <w:rPr>
          <w:rStyle w:val="libArabicChar"/>
          <w:rFonts w:hint="cs"/>
          <w:rtl/>
        </w:rPr>
        <w:t>حسنة</w:t>
      </w:r>
    </w:p>
    <w:p w:rsidR="00870336" w:rsidRDefault="00870336" w:rsidP="00870336">
      <w:pPr>
        <w:pStyle w:val="libNormal"/>
        <w:rPr>
          <w:rtl/>
        </w:rPr>
      </w:pPr>
      <w:r>
        <w:rPr>
          <w:rtl/>
        </w:rPr>
        <w:t>7_ ظالمين كے ظلم و ستم سے پچنا، ايك شائستہ عمل اور قابل تشويق ہے_</w:t>
      </w:r>
    </w:p>
    <w:p w:rsidR="00870336" w:rsidRDefault="00870336"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بعد</w:t>
      </w:r>
      <w:r>
        <w:rPr>
          <w:rtl/>
        </w:rPr>
        <w:t xml:space="preserve"> </w:t>
      </w:r>
      <w:r>
        <w:rPr>
          <w:rFonts w:hint="cs"/>
          <w:rtl/>
        </w:rPr>
        <w:t>ما</w:t>
      </w:r>
      <w:r>
        <w:rPr>
          <w:rtl/>
        </w:rPr>
        <w:t xml:space="preserve"> </w:t>
      </w:r>
      <w:r>
        <w:rPr>
          <w:rFonts w:hint="cs"/>
          <w:rtl/>
        </w:rPr>
        <w:t>ظلموا</w:t>
      </w:r>
      <w:r>
        <w:rPr>
          <w:rtl/>
        </w:rPr>
        <w:t xml:space="preserve"> </w:t>
      </w:r>
      <w:r>
        <w:rPr>
          <w:rFonts w:hint="cs"/>
          <w:rtl/>
        </w:rPr>
        <w:t>نبوّئن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p>
    <w:p w:rsidR="00870336" w:rsidRDefault="001E7F9D" w:rsidP="00F73EDE">
      <w:pPr>
        <w:pStyle w:val="libPoemTini"/>
        <w:rPr>
          <w:rtl/>
        </w:rPr>
      </w:pPr>
      <w:r>
        <w:rPr>
          <w:rtl/>
        </w:rPr>
        <w:br w:type="page"/>
      </w:r>
    </w:p>
    <w:p w:rsidR="001F628F" w:rsidRDefault="001F628F" w:rsidP="00870336">
      <w:pPr>
        <w:pStyle w:val="libNormal"/>
        <w:rPr>
          <w:rtl/>
        </w:rPr>
      </w:pPr>
      <w:r>
        <w:rPr>
          <w:rtl/>
        </w:rPr>
        <w:lastRenderedPageBreak/>
        <w:t>8_ہجرت كى اہميت كى شرط يہ ہے كہ وہ راہ خدا مي</w:t>
      </w:r>
      <w:r w:rsidR="00083993">
        <w:rPr>
          <w:rtl/>
        </w:rPr>
        <w:t xml:space="preserve">ں </w:t>
      </w:r>
      <w:r>
        <w:rPr>
          <w:rtl/>
        </w:rPr>
        <w:t>ہو_</w:t>
      </w:r>
      <w:r w:rsidR="00120F63" w:rsidRPr="00B2551F">
        <w:rPr>
          <w:rStyle w:val="libArabicChar"/>
          <w:rFonts w:hint="cs"/>
          <w:rtl/>
        </w:rPr>
        <w:t>ه</w:t>
      </w:r>
      <w:r w:rsidRPr="00870336">
        <w:rPr>
          <w:rStyle w:val="libArabicChar"/>
          <w:rFonts w:hint="cs"/>
          <w:rtl/>
        </w:rPr>
        <w:t>اجروا</w:t>
      </w:r>
      <w:r w:rsidRPr="00870336">
        <w:rPr>
          <w:rStyle w:val="libArabicChar"/>
          <w:rtl/>
        </w:rPr>
        <w:t xml:space="preserve"> فى اللّ</w:t>
      </w:r>
      <w:r w:rsidR="00120F63" w:rsidRPr="00B2551F">
        <w:rPr>
          <w:rStyle w:val="libArabicChar"/>
          <w:rFonts w:hint="cs"/>
          <w:rtl/>
        </w:rPr>
        <w:t>ه</w:t>
      </w:r>
    </w:p>
    <w:p w:rsidR="001F628F" w:rsidRDefault="001F628F" w:rsidP="001F628F">
      <w:pPr>
        <w:pStyle w:val="libNormal"/>
        <w:rPr>
          <w:rtl/>
        </w:rPr>
      </w:pPr>
      <w:r>
        <w:rPr>
          <w:rFonts w:hint="eastAsia"/>
          <w:rtl/>
        </w:rPr>
        <w:t>احتمال</w:t>
      </w:r>
      <w:r>
        <w:rPr>
          <w:rtl/>
        </w:rPr>
        <w:t xml:space="preserve"> يہ ہے كہ ''فى '' اپنے معنى مي</w:t>
      </w:r>
      <w:r w:rsidR="00083993">
        <w:rPr>
          <w:rtl/>
        </w:rPr>
        <w:t xml:space="preserve">ں </w:t>
      </w:r>
      <w:r>
        <w:rPr>
          <w:rtl/>
        </w:rPr>
        <w:t>ہو اور اس بناء پر اس سے مراد ، ممكن ہے ''فى سبيل الله '' ہو_</w:t>
      </w:r>
    </w:p>
    <w:p w:rsidR="001F628F" w:rsidRDefault="001F628F" w:rsidP="001F628F">
      <w:pPr>
        <w:pStyle w:val="libNormal"/>
        <w:rPr>
          <w:rtl/>
        </w:rPr>
      </w:pPr>
      <w:r>
        <w:rPr>
          <w:rtl/>
        </w:rPr>
        <w:t>9_ستم گر معاشرو</w:t>
      </w:r>
      <w:r w:rsidR="00083993">
        <w:rPr>
          <w:rtl/>
        </w:rPr>
        <w:t xml:space="preserve">ں </w:t>
      </w:r>
      <w:r>
        <w:rPr>
          <w:rtl/>
        </w:rPr>
        <w:t>سے ہجرت ،ظلم سے بچنے كا راستہ اور كاميابى كا پيش خيمہ ہے_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بعد</w:t>
      </w:r>
      <w:r>
        <w:rPr>
          <w:rtl/>
        </w:rPr>
        <w:t xml:space="preserve"> </w:t>
      </w:r>
      <w:r>
        <w:rPr>
          <w:rFonts w:hint="cs"/>
          <w:rtl/>
        </w:rPr>
        <w:t>ماظلمو</w:t>
      </w:r>
    </w:p>
    <w:p w:rsidR="001F628F" w:rsidRDefault="001F628F" w:rsidP="001F628F">
      <w:pPr>
        <w:pStyle w:val="libNormal"/>
        <w:rPr>
          <w:rtl/>
        </w:rPr>
      </w:pPr>
      <w:r>
        <w:rPr>
          <w:rtl/>
        </w:rPr>
        <w:t>10_خدا كى راہ مي</w:t>
      </w:r>
      <w:r w:rsidR="00083993">
        <w:rPr>
          <w:rtl/>
        </w:rPr>
        <w:t xml:space="preserve">ں </w:t>
      </w:r>
      <w:r>
        <w:rPr>
          <w:rtl/>
        </w:rPr>
        <w:t>ہجرت كااخروى اجر، اس كے دنياوى اجر سے بہت زيادہ ہے_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بعد</w:t>
      </w:r>
      <w:r>
        <w:rPr>
          <w:rtl/>
        </w:rPr>
        <w:t xml:space="preserve"> </w:t>
      </w:r>
      <w:r>
        <w:rPr>
          <w:rFonts w:hint="cs"/>
          <w:rtl/>
        </w:rPr>
        <w:t>ماظلموا</w:t>
      </w:r>
      <w:r>
        <w:rPr>
          <w:rtl/>
        </w:rPr>
        <w:t xml:space="preserve"> </w:t>
      </w:r>
      <w:r>
        <w:rPr>
          <w:rFonts w:hint="cs"/>
          <w:rtl/>
        </w:rPr>
        <w:t>نبوّئن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r>
        <w:rPr>
          <w:rtl/>
        </w:rPr>
        <w:t xml:space="preserve"> </w:t>
      </w:r>
      <w:r>
        <w:rPr>
          <w:rFonts w:hint="cs"/>
          <w:rtl/>
        </w:rPr>
        <w:t>لأ</w:t>
      </w:r>
      <w:r>
        <w:rPr>
          <w:rtl/>
        </w:rPr>
        <w:t xml:space="preserve"> </w:t>
      </w:r>
      <w:r>
        <w:rPr>
          <w:rFonts w:hint="cs"/>
          <w:rtl/>
        </w:rPr>
        <w:t>جر</w:t>
      </w:r>
      <w:r>
        <w:rPr>
          <w:rtl/>
        </w:rPr>
        <w:t xml:space="preserve"> </w:t>
      </w:r>
      <w:r>
        <w:rPr>
          <w:rFonts w:hint="cs"/>
          <w:rtl/>
        </w:rPr>
        <w:t>الاخرة</w:t>
      </w:r>
      <w:r>
        <w:rPr>
          <w:rtl/>
        </w:rPr>
        <w:t xml:space="preserve"> </w:t>
      </w:r>
      <w:r>
        <w:rPr>
          <w:rFonts w:hint="cs"/>
          <w:rtl/>
        </w:rPr>
        <w:t>ا</w:t>
      </w:r>
      <w:r>
        <w:rPr>
          <w:rtl/>
        </w:rPr>
        <w:t xml:space="preserve"> </w:t>
      </w:r>
      <w:r>
        <w:rPr>
          <w:rFonts w:hint="cs"/>
          <w:rtl/>
        </w:rPr>
        <w:t>كبر</w:t>
      </w:r>
    </w:p>
    <w:p w:rsidR="001F628F" w:rsidRDefault="001F628F" w:rsidP="001F628F">
      <w:pPr>
        <w:pStyle w:val="libNormal"/>
        <w:rPr>
          <w:rtl/>
        </w:rPr>
      </w:pPr>
      <w:r>
        <w:rPr>
          <w:rtl/>
        </w:rPr>
        <w:t>11_ خدا كى راہ مي</w:t>
      </w:r>
      <w:r w:rsidR="00083993">
        <w:rPr>
          <w:rtl/>
        </w:rPr>
        <w:t xml:space="preserve">ں </w:t>
      </w:r>
      <w:r>
        <w:rPr>
          <w:rtl/>
        </w:rPr>
        <w:t>ہجرت كا اخروى اجر، قابل تو صيف نہي</w:t>
      </w:r>
      <w:r w:rsidR="00083993">
        <w:rPr>
          <w:rtl/>
        </w:rPr>
        <w:t xml:space="preserve">ں </w:t>
      </w:r>
      <w:r>
        <w:rPr>
          <w:rtl/>
        </w:rPr>
        <w:t>ہے_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w:t>
      </w:r>
      <w:r>
        <w:rPr>
          <w:rFonts w:hint="cs"/>
          <w:rtl/>
        </w:rPr>
        <w:t>لنبوّ</w:t>
      </w:r>
      <w:r>
        <w:rPr>
          <w:rtl/>
        </w:rPr>
        <w:t xml:space="preserve"> </w:t>
      </w:r>
      <w:r>
        <w:rPr>
          <w:rFonts w:hint="cs"/>
          <w:rtl/>
        </w:rPr>
        <w:t>ئن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r>
        <w:rPr>
          <w:rtl/>
        </w:rPr>
        <w:t xml:space="preserve"> </w:t>
      </w:r>
      <w:r>
        <w:rPr>
          <w:rFonts w:hint="cs"/>
          <w:rtl/>
        </w:rPr>
        <w:t>لأ</w:t>
      </w:r>
      <w:r>
        <w:rPr>
          <w:rtl/>
        </w:rPr>
        <w:t xml:space="preserve"> </w:t>
      </w:r>
      <w:r>
        <w:rPr>
          <w:rFonts w:hint="cs"/>
          <w:rtl/>
        </w:rPr>
        <w:t>جر</w:t>
      </w:r>
      <w:r>
        <w:rPr>
          <w:rtl/>
        </w:rPr>
        <w:t xml:space="preserve"> </w:t>
      </w:r>
      <w:r>
        <w:rPr>
          <w:rFonts w:hint="cs"/>
          <w:rtl/>
        </w:rPr>
        <w:t>الاخرة</w:t>
      </w:r>
      <w:r>
        <w:rPr>
          <w:rtl/>
        </w:rPr>
        <w:t xml:space="preserve"> </w:t>
      </w:r>
      <w:r>
        <w:rPr>
          <w:rFonts w:hint="cs"/>
          <w:rtl/>
        </w:rPr>
        <w:t>ا</w:t>
      </w:r>
      <w:r>
        <w:rPr>
          <w:rtl/>
        </w:rPr>
        <w:t xml:space="preserve"> </w:t>
      </w:r>
      <w:r>
        <w:rPr>
          <w:rFonts w:hint="cs"/>
          <w:rtl/>
        </w:rPr>
        <w:t>كبر</w:t>
      </w:r>
    </w:p>
    <w:p w:rsidR="001F628F" w:rsidRDefault="001F628F" w:rsidP="001F628F">
      <w:pPr>
        <w:pStyle w:val="libNormal"/>
        <w:rPr>
          <w:rtl/>
        </w:rPr>
      </w:pPr>
      <w:r>
        <w:rPr>
          <w:rtl/>
        </w:rPr>
        <w:t>''اكبر'' افعل تفضيل كا '' مفضل عليہ'' محذوف ہے اور اس كو عموميت دينے كے ليے حذف كيا گيا ہے اس بناء پر عبارت كا معنى يو</w:t>
      </w:r>
      <w:r w:rsidR="00083993">
        <w:rPr>
          <w:rtl/>
        </w:rPr>
        <w:t xml:space="preserve">ں </w:t>
      </w:r>
      <w:r>
        <w:rPr>
          <w:rtl/>
        </w:rPr>
        <w:t>ہو گا ہجرت كا اخروى اجر اس سے بلند و بالا ہے كہ كوئي شخص اس كو درك كرسكے _</w:t>
      </w:r>
    </w:p>
    <w:p w:rsidR="001F628F" w:rsidRDefault="001F628F" w:rsidP="001F628F">
      <w:pPr>
        <w:pStyle w:val="libNormal"/>
        <w:rPr>
          <w:rtl/>
        </w:rPr>
      </w:pPr>
      <w:r>
        <w:rPr>
          <w:rtl/>
        </w:rPr>
        <w:t>12_ مہاجرين ، خدا كى راہ مي</w:t>
      </w:r>
      <w:r w:rsidR="00083993">
        <w:rPr>
          <w:rtl/>
        </w:rPr>
        <w:t xml:space="preserve">ں </w:t>
      </w:r>
      <w:r>
        <w:rPr>
          <w:rtl/>
        </w:rPr>
        <w:t>ہجرت كے دنياوى فوائد اور اخروى اجر سے بے خبر ہي</w:t>
      </w:r>
      <w:r w:rsidR="00083993">
        <w:rPr>
          <w:rtl/>
        </w:rPr>
        <w:t xml:space="preserve">ں </w:t>
      </w:r>
      <w:r>
        <w:rPr>
          <w:rtl/>
        </w:rPr>
        <w:t>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الا</w:t>
      </w:r>
      <w:r>
        <w:rPr>
          <w:rtl/>
        </w:rPr>
        <w:t xml:space="preserve"> </w:t>
      </w:r>
      <w:r>
        <w:rPr>
          <w:rFonts w:hint="cs"/>
          <w:rtl/>
        </w:rPr>
        <w:t>جر</w:t>
      </w:r>
      <w:r>
        <w:rPr>
          <w:rtl/>
        </w:rPr>
        <w:t xml:space="preserve"> </w:t>
      </w:r>
      <w:r>
        <w:rPr>
          <w:rFonts w:hint="cs"/>
          <w:rtl/>
        </w:rPr>
        <w:t>الا</w:t>
      </w:r>
      <w:r>
        <w:rPr>
          <w:rtl/>
        </w:rPr>
        <w:t xml:space="preserve"> </w:t>
      </w:r>
      <w:r>
        <w:rPr>
          <w:rFonts w:hint="cs"/>
          <w:rtl/>
        </w:rPr>
        <w:t>خرة</w:t>
      </w:r>
      <w:r>
        <w:rPr>
          <w:rtl/>
        </w:rPr>
        <w:t xml:space="preserve"> </w:t>
      </w:r>
      <w:r>
        <w:rPr>
          <w:rFonts w:hint="cs"/>
          <w:rtl/>
        </w:rPr>
        <w:t>اكبر</w:t>
      </w:r>
      <w:r>
        <w:rPr>
          <w:rtl/>
        </w:rPr>
        <w:t xml:space="preserve"> </w:t>
      </w:r>
      <w:r>
        <w:rPr>
          <w:rFonts w:hint="cs"/>
          <w:rtl/>
        </w:rPr>
        <w:t>لو</w:t>
      </w:r>
      <w:r>
        <w:rPr>
          <w:rtl/>
        </w:rPr>
        <w:t xml:space="preserve"> </w:t>
      </w:r>
      <w:r>
        <w:rPr>
          <w:rFonts w:hint="cs"/>
          <w:rtl/>
        </w:rPr>
        <w:t>كانوا</w:t>
      </w:r>
      <w:r>
        <w:rPr>
          <w:rtl/>
        </w:rPr>
        <w:t xml:space="preserve"> </w:t>
      </w:r>
      <w:r>
        <w:rPr>
          <w:rFonts w:hint="cs"/>
          <w:rtl/>
        </w:rPr>
        <w:t>يعلمون</w:t>
      </w:r>
    </w:p>
    <w:p w:rsidR="001F628F" w:rsidRDefault="001F628F" w:rsidP="00870336">
      <w:pPr>
        <w:pStyle w:val="libNormal"/>
        <w:rPr>
          <w:rtl/>
        </w:rPr>
      </w:pPr>
      <w:r>
        <w:rPr>
          <w:rtl/>
        </w:rPr>
        <w:t>13_ ظالمين، خدا كى راہ مي</w:t>
      </w:r>
      <w:r w:rsidR="00083993">
        <w:rPr>
          <w:rtl/>
        </w:rPr>
        <w:t xml:space="preserve">ں </w:t>
      </w:r>
      <w:r>
        <w:rPr>
          <w:rtl/>
        </w:rPr>
        <w:t>ہجرت كى قدرو قيمت اور اس كے اجر سے نا آگاہ ہي</w:t>
      </w:r>
      <w:r w:rsidR="00083993">
        <w:rPr>
          <w:rtl/>
        </w:rPr>
        <w:t xml:space="preserve">ں </w:t>
      </w:r>
      <w:r>
        <w:rPr>
          <w:rtl/>
        </w:rPr>
        <w:t>_</w:t>
      </w:r>
      <w:r w:rsidRPr="00870336">
        <w:rPr>
          <w:rStyle w:val="libArabicChar"/>
          <w:rFonts w:hint="eastAsia"/>
          <w:rtl/>
        </w:rPr>
        <w:t>من</w:t>
      </w:r>
      <w:r w:rsidRPr="00870336">
        <w:rPr>
          <w:rStyle w:val="libArabicChar"/>
          <w:rtl/>
        </w:rPr>
        <w:t xml:space="preserve"> بعد ما ظلموا ... لو كانوا يعلمون</w:t>
      </w:r>
    </w:p>
    <w:p w:rsidR="001F628F" w:rsidRDefault="001F628F" w:rsidP="001F628F">
      <w:pPr>
        <w:pStyle w:val="libNormal"/>
        <w:rPr>
          <w:rtl/>
        </w:rPr>
      </w:pPr>
      <w:r>
        <w:rPr>
          <w:rFonts w:hint="eastAsia"/>
          <w:rtl/>
        </w:rPr>
        <w:t>مذكورہ</w:t>
      </w:r>
      <w:r>
        <w:rPr>
          <w:rtl/>
        </w:rPr>
        <w:t xml:space="preserve"> بالا مطلب اس احتمال كى بناء پر ہے كہ جب ''يعلمون ''كى ضمير كا مرجع فعل ''ظلموا'' كا فاعل محذوف ہو_</w:t>
      </w:r>
    </w:p>
    <w:p w:rsidR="001F628F" w:rsidRDefault="001F628F" w:rsidP="001F628F">
      <w:pPr>
        <w:pStyle w:val="libNormal"/>
        <w:rPr>
          <w:rtl/>
        </w:rPr>
      </w:pPr>
      <w:r>
        <w:rPr>
          <w:rtl/>
        </w:rPr>
        <w:t>14_ خدا كى راہ مي</w:t>
      </w:r>
      <w:r w:rsidR="00083993">
        <w:rPr>
          <w:rtl/>
        </w:rPr>
        <w:t xml:space="preserve">ں </w:t>
      </w:r>
      <w:r>
        <w:rPr>
          <w:rtl/>
        </w:rPr>
        <w:t>ہجرت كے دنياوى فوائد اور اس كے اخروى اجر سے آگاہ ہونا، مطلوب خداوند ى ہے_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 </w:t>
      </w:r>
      <w:r>
        <w:rPr>
          <w:rFonts w:hint="cs"/>
          <w:rtl/>
        </w:rPr>
        <w:t>لو</w:t>
      </w:r>
      <w:r>
        <w:rPr>
          <w:rtl/>
        </w:rPr>
        <w:t xml:space="preserve"> </w:t>
      </w:r>
      <w:r>
        <w:rPr>
          <w:rFonts w:hint="cs"/>
          <w:rtl/>
        </w:rPr>
        <w:t>كانوا</w:t>
      </w:r>
      <w:r>
        <w:rPr>
          <w:rtl/>
        </w:rPr>
        <w:t xml:space="preserve"> </w:t>
      </w:r>
      <w:r>
        <w:rPr>
          <w:rFonts w:hint="cs"/>
          <w:rtl/>
        </w:rPr>
        <w:t>يعلمون</w:t>
      </w:r>
    </w:p>
    <w:p w:rsidR="001F628F" w:rsidRDefault="001F628F" w:rsidP="001F628F">
      <w:pPr>
        <w:pStyle w:val="libNormal"/>
        <w:rPr>
          <w:rtl/>
        </w:rPr>
      </w:pPr>
      <w:r>
        <w:rPr>
          <w:rtl/>
        </w:rPr>
        <w:t>''لو '' كا ايك استعما ل اور معني'' تمنّا'' ہے مذكورہ بالا مطلب اسى بناء پر ہے_</w:t>
      </w:r>
    </w:p>
    <w:p w:rsidR="001F628F" w:rsidRDefault="001F628F" w:rsidP="001F628F">
      <w:pPr>
        <w:pStyle w:val="libNormal"/>
        <w:rPr>
          <w:rtl/>
        </w:rPr>
      </w:pPr>
      <w:r>
        <w:rPr>
          <w:rtl/>
        </w:rPr>
        <w:t>15_ خدا كى راہ مي</w:t>
      </w:r>
      <w:r w:rsidR="00083993">
        <w:rPr>
          <w:rtl/>
        </w:rPr>
        <w:t xml:space="preserve">ں </w:t>
      </w:r>
      <w:r>
        <w:rPr>
          <w:rtl/>
        </w:rPr>
        <w:t>ہجرت كے تمام دنياوى فوائد اور اس كے اخروى اجر سے آگاہى ، ناممكن چيز ہے _</w:t>
      </w:r>
    </w:p>
    <w:p w:rsidR="001F628F" w:rsidRDefault="001F628F" w:rsidP="00870336">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 </w:t>
      </w:r>
      <w:r>
        <w:rPr>
          <w:rFonts w:hint="cs"/>
          <w:rtl/>
        </w:rPr>
        <w:t>ولأ</w:t>
      </w:r>
      <w:r>
        <w:rPr>
          <w:rtl/>
        </w:rPr>
        <w:t xml:space="preserve"> </w:t>
      </w:r>
      <w:r>
        <w:rPr>
          <w:rFonts w:hint="cs"/>
          <w:rtl/>
        </w:rPr>
        <w:t>جر</w:t>
      </w:r>
      <w:r>
        <w:rPr>
          <w:rtl/>
        </w:rPr>
        <w:t xml:space="preserve"> </w:t>
      </w:r>
      <w:r>
        <w:rPr>
          <w:rFonts w:hint="cs"/>
          <w:rtl/>
        </w:rPr>
        <w:t>الا</w:t>
      </w:r>
      <w:r>
        <w:rPr>
          <w:rtl/>
        </w:rPr>
        <w:t xml:space="preserve"> </w:t>
      </w:r>
      <w:r>
        <w:rPr>
          <w:rFonts w:hint="cs"/>
          <w:rtl/>
        </w:rPr>
        <w:t>خرة</w:t>
      </w:r>
      <w:r>
        <w:rPr>
          <w:rtl/>
        </w:rPr>
        <w:t xml:space="preserve"> </w:t>
      </w:r>
      <w:r>
        <w:rPr>
          <w:rFonts w:hint="cs"/>
          <w:rtl/>
        </w:rPr>
        <w:t>ا</w:t>
      </w:r>
      <w:r>
        <w:rPr>
          <w:rtl/>
        </w:rPr>
        <w:t xml:space="preserve"> </w:t>
      </w:r>
      <w:r>
        <w:rPr>
          <w:rFonts w:hint="cs"/>
          <w:rtl/>
        </w:rPr>
        <w:t>كبر</w:t>
      </w:r>
      <w:r>
        <w:rPr>
          <w:rtl/>
        </w:rPr>
        <w:t xml:space="preserve"> </w:t>
      </w:r>
      <w:r>
        <w:rPr>
          <w:rFonts w:hint="cs"/>
          <w:rtl/>
        </w:rPr>
        <w:t>لو</w:t>
      </w:r>
      <w:r>
        <w:rPr>
          <w:rtl/>
        </w:rPr>
        <w:t xml:space="preserve"> </w:t>
      </w:r>
      <w:r>
        <w:rPr>
          <w:rFonts w:hint="cs"/>
          <w:rtl/>
        </w:rPr>
        <w:t>كانوا</w:t>
      </w:r>
      <w:r>
        <w:rPr>
          <w:rtl/>
        </w:rPr>
        <w:t xml:space="preserve"> </w:t>
      </w:r>
      <w:r>
        <w:rPr>
          <w:rFonts w:hint="cs"/>
          <w:rtl/>
        </w:rPr>
        <w:t>يعلمون</w:t>
      </w:r>
    </w:p>
    <w:p w:rsidR="001F628F" w:rsidRDefault="001F628F" w:rsidP="001F628F">
      <w:pPr>
        <w:pStyle w:val="libNormal"/>
        <w:rPr>
          <w:rtl/>
        </w:rPr>
      </w:pPr>
      <w:r>
        <w:rPr>
          <w:rFonts w:hint="eastAsia"/>
          <w:rtl/>
        </w:rPr>
        <w:t>مذكورہ</w:t>
      </w:r>
      <w:r>
        <w:rPr>
          <w:rtl/>
        </w:rPr>
        <w:t xml:space="preserve"> بالا مطلب اس بناء پر ہے جب''لو '' تمنّي''</w:t>
      </w:r>
    </w:p>
    <w:p w:rsidR="00870336" w:rsidRDefault="001E7F9D" w:rsidP="00F73EDE">
      <w:pPr>
        <w:pStyle w:val="libPoemTini"/>
        <w:rPr>
          <w:rtl/>
        </w:rPr>
      </w:pPr>
      <w:r>
        <w:rPr>
          <w:rtl/>
        </w:rPr>
        <w:br w:type="page"/>
      </w:r>
    </w:p>
    <w:p w:rsidR="001F628F" w:rsidRDefault="001F628F" w:rsidP="00870336">
      <w:pPr>
        <w:pStyle w:val="libNormal"/>
        <w:rPr>
          <w:rtl/>
        </w:rPr>
      </w:pPr>
      <w:r>
        <w:rPr>
          <w:rFonts w:hint="eastAsia"/>
          <w:rtl/>
        </w:rPr>
        <w:lastRenderedPageBreak/>
        <w:t>كے</w:t>
      </w:r>
      <w:r>
        <w:rPr>
          <w:rtl/>
        </w:rPr>
        <w:t xml:space="preserve"> ليے ہو اور ''لو'' تمنى وہا</w:t>
      </w:r>
      <w:r w:rsidR="00083993">
        <w:rPr>
          <w:rtl/>
        </w:rPr>
        <w:t xml:space="preserve">ں </w:t>
      </w:r>
      <w:r>
        <w:rPr>
          <w:rtl/>
        </w:rPr>
        <w:t>استعمال ہوتا ہے جہا</w:t>
      </w:r>
      <w:r w:rsidR="00083993">
        <w:rPr>
          <w:rtl/>
        </w:rPr>
        <w:t xml:space="preserve">ں </w:t>
      </w:r>
      <w:r>
        <w:rPr>
          <w:rtl/>
        </w:rPr>
        <w:t>كو ئي امر محال يا محال كے حكم مي</w:t>
      </w:r>
      <w:r w:rsidR="00083993">
        <w:rPr>
          <w:rtl/>
        </w:rPr>
        <w:t xml:space="preserve">ں </w:t>
      </w:r>
      <w:r>
        <w:rPr>
          <w:rtl/>
        </w:rPr>
        <w:t>ہو_</w:t>
      </w:r>
    </w:p>
    <w:p w:rsidR="001F628F" w:rsidRDefault="001F628F" w:rsidP="00870336">
      <w:pPr>
        <w:pStyle w:val="libNormal"/>
        <w:rPr>
          <w:rtl/>
        </w:rPr>
      </w:pPr>
      <w:r>
        <w:rPr>
          <w:rtl/>
        </w:rPr>
        <w:t>16_ علم و آگاہي، بيش بہا اقدار كى تشخيص كا وسيلہ ہے_</w:t>
      </w:r>
      <w:r w:rsidRPr="00870336">
        <w:rPr>
          <w:rStyle w:val="libArabicChar"/>
          <w:rFonts w:hint="eastAsia"/>
          <w:rtl/>
        </w:rPr>
        <w:t>والا</w:t>
      </w:r>
      <w:r w:rsidRPr="00870336">
        <w:rPr>
          <w:rStyle w:val="libArabicChar"/>
          <w:rtl/>
        </w:rPr>
        <w:t xml:space="preserve"> جر الاخر</w:t>
      </w:r>
      <w:r w:rsidR="00120F63" w:rsidRPr="00B2551F">
        <w:rPr>
          <w:rStyle w:val="libArabicChar"/>
          <w:rFonts w:hint="cs"/>
          <w:rtl/>
        </w:rPr>
        <w:t>ه</w:t>
      </w:r>
      <w:r w:rsidRPr="00870336">
        <w:rPr>
          <w:rStyle w:val="libArabicChar"/>
          <w:rtl/>
        </w:rPr>
        <w:t xml:space="preserve"> </w:t>
      </w:r>
      <w:r w:rsidRPr="00870336">
        <w:rPr>
          <w:rStyle w:val="libArabicChar"/>
          <w:rFonts w:hint="cs"/>
          <w:rtl/>
        </w:rPr>
        <w:t>اكبر</w:t>
      </w:r>
      <w:r w:rsidRPr="00870336">
        <w:rPr>
          <w:rStyle w:val="libArabicChar"/>
          <w:rtl/>
        </w:rPr>
        <w:t xml:space="preserve"> </w:t>
      </w:r>
      <w:r w:rsidRPr="00870336">
        <w:rPr>
          <w:rStyle w:val="libArabicChar"/>
          <w:rFonts w:hint="cs"/>
          <w:rtl/>
        </w:rPr>
        <w:t>لو</w:t>
      </w:r>
      <w:r w:rsidRPr="00870336">
        <w:rPr>
          <w:rStyle w:val="libArabicChar"/>
          <w:rtl/>
        </w:rPr>
        <w:t xml:space="preserve"> </w:t>
      </w:r>
      <w:r w:rsidRPr="00870336">
        <w:rPr>
          <w:rStyle w:val="libArabicChar"/>
          <w:rFonts w:hint="cs"/>
          <w:rtl/>
        </w:rPr>
        <w:t>كانوا</w:t>
      </w:r>
      <w:r w:rsidRPr="00870336">
        <w:rPr>
          <w:rStyle w:val="libArabicChar"/>
          <w:rtl/>
        </w:rPr>
        <w:t xml:space="preserve"> يعلمون</w:t>
      </w:r>
    </w:p>
    <w:p w:rsidR="001F628F" w:rsidRDefault="001F628F" w:rsidP="001F628F">
      <w:pPr>
        <w:pStyle w:val="libNormal"/>
        <w:rPr>
          <w:rtl/>
        </w:rPr>
      </w:pPr>
      <w:r>
        <w:rPr>
          <w:rFonts w:hint="eastAsia"/>
          <w:rtl/>
        </w:rPr>
        <w:t>اجتماعى</w:t>
      </w:r>
      <w:r>
        <w:rPr>
          <w:rtl/>
        </w:rPr>
        <w:t xml:space="preserve"> ماحول كى اہميت6</w:t>
      </w:r>
    </w:p>
    <w:p w:rsidR="001F628F" w:rsidRDefault="001F628F" w:rsidP="00870336">
      <w:pPr>
        <w:pStyle w:val="libNormal"/>
        <w:rPr>
          <w:rtl/>
        </w:rPr>
      </w:pPr>
      <w:r>
        <w:rPr>
          <w:rFonts w:hint="eastAsia"/>
          <w:rtl/>
        </w:rPr>
        <w:t>اسلام</w:t>
      </w:r>
      <w:r>
        <w:rPr>
          <w:rtl/>
        </w:rPr>
        <w:t xml:space="preserve"> :</w:t>
      </w:r>
      <w:r>
        <w:rPr>
          <w:rFonts w:hint="eastAsia"/>
          <w:rtl/>
        </w:rPr>
        <w:t>صدر</w:t>
      </w:r>
      <w:r>
        <w:rPr>
          <w:rtl/>
        </w:rPr>
        <w:t xml:space="preserve"> اسلام كى تاريخ 2،3،4،5</w:t>
      </w:r>
    </w:p>
    <w:p w:rsidR="001F628F" w:rsidRDefault="001F628F" w:rsidP="00870336">
      <w:pPr>
        <w:pStyle w:val="libNormal"/>
        <w:rPr>
          <w:rtl/>
        </w:rPr>
      </w:pPr>
      <w:r>
        <w:rPr>
          <w:rFonts w:hint="eastAsia"/>
          <w:rtl/>
        </w:rPr>
        <w:t>اقدار</w:t>
      </w:r>
      <w:r>
        <w:rPr>
          <w:rtl/>
        </w:rPr>
        <w:t>:</w:t>
      </w:r>
      <w:r>
        <w:rPr>
          <w:rFonts w:hint="eastAsia"/>
          <w:rtl/>
        </w:rPr>
        <w:t>اقدار</w:t>
      </w:r>
      <w:r>
        <w:rPr>
          <w:rtl/>
        </w:rPr>
        <w:t xml:space="preserve"> كا ملاك8; اقدار كى تشخيص كا ملاك16</w:t>
      </w:r>
    </w:p>
    <w:p w:rsidR="001F628F" w:rsidRDefault="001F628F" w:rsidP="00870336">
      <w:pPr>
        <w:pStyle w:val="libNormal"/>
        <w:rPr>
          <w:rtl/>
        </w:rPr>
      </w:pPr>
      <w:r>
        <w:rPr>
          <w:rFonts w:hint="eastAsia"/>
          <w:rtl/>
        </w:rPr>
        <w:t>پاداش</w:t>
      </w:r>
      <w:r>
        <w:rPr>
          <w:rtl/>
        </w:rPr>
        <w:t>:</w:t>
      </w:r>
      <w:r>
        <w:rPr>
          <w:rFonts w:hint="eastAsia"/>
          <w:rtl/>
        </w:rPr>
        <w:t>اْخروى</w:t>
      </w:r>
      <w:r>
        <w:rPr>
          <w:rtl/>
        </w:rPr>
        <w:t xml:space="preserve"> پاداش1; پاداش كے اسباب1; پاداش كے مراتب1،10</w:t>
      </w:r>
    </w:p>
    <w:p w:rsidR="001F628F" w:rsidRDefault="001F628F" w:rsidP="00870336">
      <w:pPr>
        <w:pStyle w:val="libNormal"/>
        <w:rPr>
          <w:rtl/>
        </w:rPr>
      </w:pPr>
      <w:r>
        <w:rPr>
          <w:rFonts w:hint="eastAsia"/>
          <w:rtl/>
        </w:rPr>
        <w:t>حبشہ</w:t>
      </w:r>
      <w:r>
        <w:rPr>
          <w:rtl/>
        </w:rPr>
        <w:t>:</w:t>
      </w:r>
      <w:r>
        <w:rPr>
          <w:rFonts w:hint="eastAsia"/>
          <w:rtl/>
        </w:rPr>
        <w:t>حبشہ</w:t>
      </w:r>
      <w:r>
        <w:rPr>
          <w:rtl/>
        </w:rPr>
        <w:t xml:space="preserve"> كى طرف ہجرت 4;صدر اسلام مي</w:t>
      </w:r>
      <w:r w:rsidR="00083993">
        <w:rPr>
          <w:rtl/>
        </w:rPr>
        <w:t xml:space="preserve">ں </w:t>
      </w:r>
      <w:r>
        <w:rPr>
          <w:rtl/>
        </w:rPr>
        <w:t>حبشہ كى معاشر تى حيثيت 4</w:t>
      </w:r>
    </w:p>
    <w:p w:rsidR="001F628F" w:rsidRDefault="001F628F" w:rsidP="00870336">
      <w:pPr>
        <w:pStyle w:val="libNormal"/>
        <w:rPr>
          <w:rtl/>
        </w:rPr>
      </w:pPr>
      <w:r>
        <w:rPr>
          <w:rFonts w:hint="eastAsia"/>
          <w:rtl/>
        </w:rPr>
        <w:t>خدا</w:t>
      </w:r>
      <w:r>
        <w:rPr>
          <w:rtl/>
        </w:rPr>
        <w:t>:</w:t>
      </w:r>
      <w:r>
        <w:rPr>
          <w:rFonts w:hint="eastAsia"/>
          <w:rtl/>
        </w:rPr>
        <w:t>خدا</w:t>
      </w:r>
      <w:r>
        <w:rPr>
          <w:rtl/>
        </w:rPr>
        <w:t xml:space="preserve"> كے اجر، 1; خدا كے تقاضے 14</w:t>
      </w:r>
    </w:p>
    <w:p w:rsidR="001F628F" w:rsidRDefault="001F628F" w:rsidP="00870336">
      <w:pPr>
        <w:pStyle w:val="libNormal"/>
        <w:rPr>
          <w:rtl/>
        </w:rPr>
      </w:pPr>
      <w:r>
        <w:rPr>
          <w:rFonts w:hint="eastAsia"/>
          <w:rtl/>
        </w:rPr>
        <w:t>شناخت</w:t>
      </w:r>
      <w:r>
        <w:rPr>
          <w:rtl/>
        </w:rPr>
        <w:t xml:space="preserve"> :</w:t>
      </w:r>
      <w:r>
        <w:rPr>
          <w:rFonts w:hint="eastAsia"/>
          <w:rtl/>
        </w:rPr>
        <w:t>شناخت</w:t>
      </w:r>
      <w:r>
        <w:rPr>
          <w:rtl/>
        </w:rPr>
        <w:t xml:space="preserve"> كے وسائل 16</w:t>
      </w:r>
    </w:p>
    <w:p w:rsidR="001F628F" w:rsidRDefault="001F628F" w:rsidP="00870336">
      <w:pPr>
        <w:pStyle w:val="libNormal"/>
        <w:rPr>
          <w:rtl/>
        </w:rPr>
      </w:pPr>
      <w:r>
        <w:rPr>
          <w:rFonts w:hint="eastAsia"/>
          <w:rtl/>
        </w:rPr>
        <w:t>ظالمين</w:t>
      </w:r>
      <w:r>
        <w:rPr>
          <w:rtl/>
        </w:rPr>
        <w:t>:</w:t>
      </w:r>
      <w:r>
        <w:rPr>
          <w:rFonts w:hint="eastAsia"/>
          <w:rtl/>
        </w:rPr>
        <w:t>ظالمين</w:t>
      </w:r>
      <w:r>
        <w:rPr>
          <w:rtl/>
        </w:rPr>
        <w:t xml:space="preserve"> اور ہجرت كى اہميت 13; ظالمين كى جہالت 13</w:t>
      </w:r>
    </w:p>
    <w:p w:rsidR="001F628F" w:rsidRDefault="001F628F" w:rsidP="00870336">
      <w:pPr>
        <w:pStyle w:val="libNormal"/>
        <w:rPr>
          <w:rtl/>
        </w:rPr>
      </w:pPr>
      <w:r>
        <w:rPr>
          <w:rFonts w:hint="eastAsia"/>
          <w:rtl/>
        </w:rPr>
        <w:t>ظلم</w:t>
      </w:r>
      <w:r>
        <w:rPr>
          <w:rtl/>
        </w:rPr>
        <w:t>:</w:t>
      </w:r>
      <w:r>
        <w:rPr>
          <w:rFonts w:hint="eastAsia"/>
          <w:rtl/>
        </w:rPr>
        <w:t>ظلم</w:t>
      </w:r>
      <w:r>
        <w:rPr>
          <w:rtl/>
        </w:rPr>
        <w:t xml:space="preserve"> سے فرار7; ظلم سے فرار كى روش9</w:t>
      </w:r>
    </w:p>
    <w:p w:rsidR="001F628F" w:rsidRDefault="001F628F" w:rsidP="00870336">
      <w:pPr>
        <w:pStyle w:val="libNormal"/>
        <w:rPr>
          <w:rtl/>
        </w:rPr>
      </w:pPr>
      <w:r>
        <w:rPr>
          <w:rFonts w:hint="eastAsia"/>
          <w:rtl/>
        </w:rPr>
        <w:t>علم</w:t>
      </w:r>
      <w:r>
        <w:rPr>
          <w:rtl/>
        </w:rPr>
        <w:t xml:space="preserve"> :</w:t>
      </w:r>
      <w:r>
        <w:rPr>
          <w:rFonts w:hint="eastAsia"/>
          <w:rtl/>
        </w:rPr>
        <w:t>علم</w:t>
      </w:r>
      <w:r>
        <w:rPr>
          <w:rtl/>
        </w:rPr>
        <w:t xml:space="preserve"> كے آثار 16</w:t>
      </w:r>
    </w:p>
    <w:p w:rsidR="001F628F" w:rsidRDefault="001F628F" w:rsidP="00870336">
      <w:pPr>
        <w:pStyle w:val="libNormal"/>
        <w:rPr>
          <w:rtl/>
        </w:rPr>
      </w:pPr>
      <w:r>
        <w:rPr>
          <w:rFonts w:hint="eastAsia"/>
          <w:rtl/>
        </w:rPr>
        <w:t>عمل</w:t>
      </w:r>
      <w:r>
        <w:rPr>
          <w:rtl/>
        </w:rPr>
        <w:t>:</w:t>
      </w:r>
      <w:r>
        <w:rPr>
          <w:rFonts w:hint="eastAsia"/>
          <w:rtl/>
        </w:rPr>
        <w:t>پسنديدہ</w:t>
      </w:r>
      <w:r>
        <w:rPr>
          <w:rtl/>
        </w:rPr>
        <w:t xml:space="preserve"> عمل7</w:t>
      </w:r>
    </w:p>
    <w:p w:rsidR="001F628F" w:rsidRDefault="001F628F" w:rsidP="00870336">
      <w:pPr>
        <w:pStyle w:val="libNormal"/>
        <w:rPr>
          <w:rtl/>
        </w:rPr>
      </w:pPr>
      <w:r>
        <w:rPr>
          <w:rFonts w:hint="eastAsia"/>
          <w:rtl/>
        </w:rPr>
        <w:t>كا</w:t>
      </w:r>
      <w:r>
        <w:rPr>
          <w:rtl/>
        </w:rPr>
        <w:t xml:space="preserve"> ميابى :</w:t>
      </w:r>
      <w:r>
        <w:rPr>
          <w:rFonts w:hint="eastAsia"/>
          <w:rtl/>
        </w:rPr>
        <w:t>كا</w:t>
      </w:r>
      <w:r>
        <w:rPr>
          <w:rtl/>
        </w:rPr>
        <w:t xml:space="preserve"> ميابى كا پيش خيمہ9</w:t>
      </w:r>
    </w:p>
    <w:p w:rsidR="001F628F" w:rsidRDefault="001F628F" w:rsidP="00870336">
      <w:pPr>
        <w:pStyle w:val="libNormal"/>
        <w:rPr>
          <w:rtl/>
        </w:rPr>
      </w:pPr>
      <w:r>
        <w:rPr>
          <w:rFonts w:hint="eastAsia"/>
          <w:rtl/>
        </w:rPr>
        <w:t>مدينہ</w:t>
      </w:r>
      <w:r>
        <w:rPr>
          <w:rtl/>
        </w:rPr>
        <w:t>:</w:t>
      </w:r>
      <w:r>
        <w:rPr>
          <w:rFonts w:hint="eastAsia"/>
          <w:rtl/>
        </w:rPr>
        <w:t>صدر</w:t>
      </w:r>
      <w:r>
        <w:rPr>
          <w:rtl/>
        </w:rPr>
        <w:t xml:space="preserve"> اسلام مي</w:t>
      </w:r>
      <w:r w:rsidR="00083993">
        <w:rPr>
          <w:rtl/>
        </w:rPr>
        <w:t xml:space="preserve">ں </w:t>
      </w:r>
      <w:r>
        <w:rPr>
          <w:rtl/>
        </w:rPr>
        <w:t>مدينہ كى معاشرتى حيثيت 4; مدينہ كى طرف ہجرت4</w:t>
      </w:r>
    </w:p>
    <w:p w:rsidR="001F628F" w:rsidRDefault="001F628F" w:rsidP="00870336">
      <w:pPr>
        <w:pStyle w:val="libNormal"/>
        <w:rPr>
          <w:rtl/>
        </w:rPr>
      </w:pPr>
      <w:r>
        <w:rPr>
          <w:rFonts w:hint="eastAsia"/>
          <w:rtl/>
        </w:rPr>
        <w:t>مسلمان</w:t>
      </w:r>
      <w:r>
        <w:rPr>
          <w:rtl/>
        </w:rPr>
        <w:t>:</w:t>
      </w:r>
      <w:r>
        <w:rPr>
          <w:rFonts w:hint="eastAsia"/>
          <w:rtl/>
        </w:rPr>
        <w:t>صدر</w:t>
      </w:r>
      <w:r>
        <w:rPr>
          <w:rtl/>
        </w:rPr>
        <w:t xml:space="preserve"> اسلام كے مسلمانو</w:t>
      </w:r>
      <w:r w:rsidR="00083993">
        <w:rPr>
          <w:rtl/>
        </w:rPr>
        <w:t xml:space="preserve">ں </w:t>
      </w:r>
      <w:r>
        <w:rPr>
          <w:rtl/>
        </w:rPr>
        <w:t>پر ظلم 3; صدر اسلام كے مسلمانو</w:t>
      </w:r>
      <w:r w:rsidR="00083993">
        <w:rPr>
          <w:rtl/>
        </w:rPr>
        <w:t xml:space="preserve">ں </w:t>
      </w:r>
      <w:r>
        <w:rPr>
          <w:rtl/>
        </w:rPr>
        <w:t>كى ہجرت4; صدر اسلام كے مسلمانو</w:t>
      </w:r>
      <w:r w:rsidR="00083993">
        <w:rPr>
          <w:rtl/>
        </w:rPr>
        <w:t xml:space="preserve">ں </w:t>
      </w:r>
      <w:r>
        <w:rPr>
          <w:rtl/>
        </w:rPr>
        <w:t>كى ہجرت كا فلسفہ 2; مظلوم مسلمانو</w:t>
      </w:r>
      <w:r w:rsidR="00083993">
        <w:rPr>
          <w:rtl/>
        </w:rPr>
        <w:t xml:space="preserve">ں </w:t>
      </w:r>
      <w:r>
        <w:rPr>
          <w:rtl/>
        </w:rPr>
        <w:t>كا اجر،1</w:t>
      </w:r>
    </w:p>
    <w:p w:rsidR="001F628F" w:rsidRDefault="001F628F" w:rsidP="00870336">
      <w:pPr>
        <w:pStyle w:val="libNormal"/>
        <w:rPr>
          <w:rtl/>
        </w:rPr>
      </w:pPr>
      <w:r>
        <w:rPr>
          <w:rFonts w:hint="eastAsia"/>
          <w:rtl/>
        </w:rPr>
        <w:t>مشركين</w:t>
      </w:r>
      <w:r>
        <w:rPr>
          <w:rtl/>
        </w:rPr>
        <w:t xml:space="preserve"> مكہ:</w:t>
      </w:r>
      <w:r>
        <w:rPr>
          <w:rFonts w:hint="eastAsia"/>
          <w:rtl/>
        </w:rPr>
        <w:t>مشركين</w:t>
      </w:r>
      <w:r>
        <w:rPr>
          <w:rtl/>
        </w:rPr>
        <w:t xml:space="preserve"> مكہ كا ظلم2،3</w:t>
      </w:r>
    </w:p>
    <w:p w:rsidR="001F628F" w:rsidRDefault="001F628F" w:rsidP="00870336">
      <w:pPr>
        <w:pStyle w:val="libNormal"/>
        <w:rPr>
          <w:rtl/>
        </w:rPr>
      </w:pPr>
      <w:r>
        <w:rPr>
          <w:rFonts w:hint="eastAsia"/>
          <w:rtl/>
        </w:rPr>
        <w:t>مكّہ</w:t>
      </w:r>
      <w:r>
        <w:rPr>
          <w:rtl/>
        </w:rPr>
        <w:t>:</w:t>
      </w:r>
      <w:r>
        <w:rPr>
          <w:rFonts w:hint="eastAsia"/>
          <w:rtl/>
        </w:rPr>
        <w:t>صدر</w:t>
      </w:r>
      <w:r>
        <w:rPr>
          <w:rtl/>
        </w:rPr>
        <w:t xml:space="preserve"> اسلام مي</w:t>
      </w:r>
      <w:r w:rsidR="00083993">
        <w:rPr>
          <w:rtl/>
        </w:rPr>
        <w:t xml:space="preserve">ں </w:t>
      </w:r>
      <w:r>
        <w:rPr>
          <w:rtl/>
        </w:rPr>
        <w:t>مكہ كى معاشر تى حيثيت 5;مكہ كى</w:t>
      </w:r>
    </w:p>
    <w:p w:rsidR="00870336" w:rsidRDefault="001E7F9D" w:rsidP="00F73EDE">
      <w:pPr>
        <w:pStyle w:val="libPoemTini"/>
        <w:rPr>
          <w:rtl/>
        </w:rPr>
      </w:pPr>
      <w:r>
        <w:rPr>
          <w:rtl/>
        </w:rPr>
        <w:br w:type="page"/>
      </w:r>
    </w:p>
    <w:p w:rsidR="001F628F" w:rsidRDefault="001F628F" w:rsidP="00870336">
      <w:pPr>
        <w:pStyle w:val="libNormal"/>
        <w:rPr>
          <w:rtl/>
        </w:rPr>
      </w:pPr>
      <w:r>
        <w:rPr>
          <w:rFonts w:hint="eastAsia"/>
          <w:rtl/>
        </w:rPr>
        <w:lastRenderedPageBreak/>
        <w:t>تاريخ</w:t>
      </w:r>
      <w:r>
        <w:rPr>
          <w:rtl/>
        </w:rPr>
        <w:t>5</w:t>
      </w:r>
    </w:p>
    <w:p w:rsidR="001F628F" w:rsidRDefault="001F628F" w:rsidP="00870336">
      <w:pPr>
        <w:pStyle w:val="libNormal"/>
        <w:rPr>
          <w:rtl/>
        </w:rPr>
      </w:pPr>
      <w:r>
        <w:rPr>
          <w:rFonts w:hint="eastAsia"/>
          <w:rtl/>
        </w:rPr>
        <w:t>مہاجرين</w:t>
      </w:r>
      <w:r>
        <w:rPr>
          <w:rtl/>
        </w:rPr>
        <w:t>:</w:t>
      </w:r>
      <w:r>
        <w:rPr>
          <w:rFonts w:hint="eastAsia"/>
          <w:rtl/>
        </w:rPr>
        <w:t>مہاجرين</w:t>
      </w:r>
      <w:r>
        <w:rPr>
          <w:rtl/>
        </w:rPr>
        <w:t xml:space="preserve"> كى اخروى پاداش 1،12; مہاجرين كى جہالت 12; مہاجرين كى دنياوى پاداش1،12; مہاجرين كے اخروى مقامات 1; مہاجرين كے اخلاص كے آثار 1</w:t>
      </w:r>
    </w:p>
    <w:p w:rsidR="001F628F" w:rsidRDefault="001F628F" w:rsidP="00870336">
      <w:pPr>
        <w:pStyle w:val="libNormal"/>
        <w:rPr>
          <w:rtl/>
        </w:rPr>
      </w:pPr>
      <w:r>
        <w:rPr>
          <w:rFonts w:hint="eastAsia"/>
          <w:rtl/>
        </w:rPr>
        <w:t>نيت</w:t>
      </w:r>
      <w:r>
        <w:rPr>
          <w:rtl/>
        </w:rPr>
        <w:t xml:space="preserve"> :</w:t>
      </w:r>
      <w:r>
        <w:rPr>
          <w:rFonts w:hint="eastAsia"/>
          <w:rtl/>
        </w:rPr>
        <w:t>نيت</w:t>
      </w:r>
      <w:r>
        <w:rPr>
          <w:rtl/>
        </w:rPr>
        <w:t xml:space="preserve"> كے آثار 8</w:t>
      </w:r>
    </w:p>
    <w:p w:rsidR="001F628F" w:rsidRDefault="001F628F" w:rsidP="00870336">
      <w:pPr>
        <w:pStyle w:val="libNormal"/>
        <w:rPr>
          <w:rtl/>
        </w:rPr>
      </w:pPr>
      <w:r>
        <w:rPr>
          <w:rFonts w:hint="eastAsia"/>
          <w:rtl/>
        </w:rPr>
        <w:t>ہجرت</w:t>
      </w:r>
      <w:r>
        <w:rPr>
          <w:rtl/>
        </w:rPr>
        <w:t>:</w:t>
      </w:r>
      <w:r>
        <w:rPr>
          <w:rFonts w:hint="eastAsia"/>
          <w:rtl/>
        </w:rPr>
        <w:t>راہ</w:t>
      </w:r>
      <w:r>
        <w:rPr>
          <w:rtl/>
        </w:rPr>
        <w:t xml:space="preserve"> خدا مي</w:t>
      </w:r>
      <w:r w:rsidR="00083993">
        <w:rPr>
          <w:rtl/>
        </w:rPr>
        <w:t xml:space="preserve">ں </w:t>
      </w:r>
      <w:r>
        <w:rPr>
          <w:rtl/>
        </w:rPr>
        <w:t>ہجرت 1،8،10،11،14; ظالم معاشرہسے ہجرت 9; مكہ سے ہجرت 2،4; ہجرت كى اخروى پاداش سے آگاہي14،15; ہجرت كى ارزش كے شرائط 8; ہجرت كى اخروى پاداش كى اہميت; ہجرت كى دنياوى پاداش 10; ہجرت كے آثار9; ہجرت كے دنياوى فوائد سے آگاہى 14،15; ہجرت كے فوائد 12</w:t>
      </w:r>
    </w:p>
    <w:p w:rsidR="001F628F" w:rsidRDefault="00DC087A" w:rsidP="00DC087A">
      <w:pPr>
        <w:pStyle w:val="Heading2Center"/>
        <w:rPr>
          <w:rtl/>
        </w:rPr>
      </w:pPr>
      <w:bookmarkStart w:id="188" w:name="_Toc28081866"/>
      <w:r>
        <w:rPr>
          <w:rFonts w:hint="cs"/>
          <w:rtl/>
        </w:rPr>
        <w:t>آیت 42</w:t>
      </w:r>
      <w:bookmarkEnd w:id="188"/>
    </w:p>
    <w:p w:rsidR="001F628F" w:rsidRDefault="00E260F9" w:rsidP="00DC087A">
      <w:pPr>
        <w:pStyle w:val="libNormal"/>
        <w:rPr>
          <w:rtl/>
        </w:rPr>
      </w:pPr>
      <w:r w:rsidRPr="00E260F9">
        <w:rPr>
          <w:rStyle w:val="libAlaemChar"/>
          <w:rFonts w:hint="eastAsia"/>
          <w:rtl/>
        </w:rPr>
        <w:t>(</w:t>
      </w:r>
      <w:r w:rsidRPr="00DC087A">
        <w:rPr>
          <w:rStyle w:val="libAieChar"/>
          <w:rFonts w:hint="eastAsia"/>
          <w:rtl/>
        </w:rPr>
        <w:t>الَّذِينَ</w:t>
      </w:r>
      <w:r w:rsidRPr="00DC087A">
        <w:rPr>
          <w:rStyle w:val="libAieChar"/>
          <w:rtl/>
        </w:rPr>
        <w:t xml:space="preserve"> صَبَرُواْ وَعَلَى رَبِّهِمْ يَتَوَكَّلُونَ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يہى</w:t>
      </w:r>
      <w:r>
        <w:rPr>
          <w:rtl/>
        </w:rPr>
        <w:t xml:space="preserve"> وہ لوگ ہي</w:t>
      </w:r>
      <w:r w:rsidR="00083993">
        <w:rPr>
          <w:rtl/>
        </w:rPr>
        <w:t xml:space="preserve">ں </w:t>
      </w:r>
      <w:r>
        <w:rPr>
          <w:rtl/>
        </w:rPr>
        <w:t>جنھو</w:t>
      </w:r>
      <w:r w:rsidR="00083993">
        <w:rPr>
          <w:rtl/>
        </w:rPr>
        <w:t xml:space="preserve">ں </w:t>
      </w:r>
      <w:r>
        <w:rPr>
          <w:rtl/>
        </w:rPr>
        <w:t>نے صبر كيا ہے اور اپنے پروردگار پر بھروسہ كرتے رہے ہي</w:t>
      </w:r>
      <w:r w:rsidR="00083993">
        <w:rPr>
          <w:rtl/>
        </w:rPr>
        <w:t xml:space="preserve">ں </w:t>
      </w:r>
      <w:r>
        <w:rPr>
          <w:rtl/>
        </w:rPr>
        <w:t>_</w:t>
      </w:r>
    </w:p>
    <w:p w:rsidR="001F628F" w:rsidRDefault="001F628F" w:rsidP="00DC087A">
      <w:pPr>
        <w:pStyle w:val="libNormal"/>
        <w:rPr>
          <w:rtl/>
        </w:rPr>
      </w:pPr>
      <w:r>
        <w:rPr>
          <w:rtl/>
        </w:rPr>
        <w:t>1_ مسلمان مہاجر ين ، مشركين مكہ كے ظلم كے مقابلہ مي</w:t>
      </w:r>
      <w:r w:rsidR="00083993">
        <w:rPr>
          <w:rtl/>
        </w:rPr>
        <w:t xml:space="preserve">ں </w:t>
      </w:r>
      <w:r>
        <w:rPr>
          <w:rtl/>
        </w:rPr>
        <w:t>ايسے صابر افراد تھے كہ جنہو</w:t>
      </w:r>
      <w:r w:rsidR="00083993">
        <w:rPr>
          <w:rtl/>
        </w:rPr>
        <w:t xml:space="preserve">ں </w:t>
      </w:r>
      <w:r>
        <w:rPr>
          <w:rtl/>
        </w:rPr>
        <w:t>نے ظالمو</w:t>
      </w:r>
      <w:r w:rsidR="00083993">
        <w:rPr>
          <w:rtl/>
        </w:rPr>
        <w:t xml:space="preserve">ں </w:t>
      </w:r>
      <w:r>
        <w:rPr>
          <w:rtl/>
        </w:rPr>
        <w:t>كے ظلم كے سامنے صبر و شكيبا ئي كامظاہرہ كيا_</w:t>
      </w:r>
      <w:r w:rsidRPr="00DC087A">
        <w:rPr>
          <w:rStyle w:val="libArabicChar"/>
          <w:rFonts w:hint="eastAsia"/>
          <w:rtl/>
        </w:rPr>
        <w:t>والذين</w:t>
      </w:r>
      <w:r w:rsidRPr="00DC087A">
        <w:rPr>
          <w:rStyle w:val="libArabicChar"/>
          <w:rtl/>
        </w:rPr>
        <w:t xml:space="preserve"> </w:t>
      </w:r>
      <w:r w:rsidR="00120F63" w:rsidRPr="00B2551F">
        <w:rPr>
          <w:rStyle w:val="libArabicChar"/>
          <w:rFonts w:hint="cs"/>
          <w:rtl/>
        </w:rPr>
        <w:t>ه</w:t>
      </w:r>
      <w:r w:rsidRPr="00DC087A">
        <w:rPr>
          <w:rStyle w:val="libArabicChar"/>
          <w:rFonts w:hint="cs"/>
          <w:rtl/>
        </w:rPr>
        <w:t>اجروا</w:t>
      </w:r>
      <w:r w:rsidRPr="00DC087A">
        <w:rPr>
          <w:rStyle w:val="libArabicChar"/>
          <w:rtl/>
        </w:rPr>
        <w:t xml:space="preserve"> </w:t>
      </w:r>
      <w:r w:rsidRPr="00DC087A">
        <w:rPr>
          <w:rStyle w:val="libArabicChar"/>
          <w:rFonts w:hint="cs"/>
          <w:rtl/>
        </w:rPr>
        <w:t>فى</w:t>
      </w:r>
      <w:r w:rsidRPr="00DC087A">
        <w:rPr>
          <w:rStyle w:val="libArabicChar"/>
          <w:rtl/>
        </w:rPr>
        <w:t xml:space="preserve"> </w:t>
      </w:r>
      <w:r w:rsidRPr="00DC087A">
        <w:rPr>
          <w:rStyle w:val="libArabicChar"/>
          <w:rFonts w:hint="cs"/>
          <w:rtl/>
        </w:rPr>
        <w:t>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الذي</w:t>
      </w:r>
      <w:r w:rsidRPr="00DC087A">
        <w:rPr>
          <w:rStyle w:val="libArabicChar"/>
          <w:rtl/>
        </w:rPr>
        <w:t>ن صبرو</w:t>
      </w:r>
      <w:r w:rsidR="007D15BB">
        <w:rPr>
          <w:rStyle w:val="libArabicChar"/>
          <w:rFonts w:hint="cs"/>
          <w:rtl/>
        </w:rPr>
        <w:t>ا</w:t>
      </w:r>
    </w:p>
    <w:p w:rsidR="001F628F" w:rsidRDefault="001F628F" w:rsidP="001F628F">
      <w:pPr>
        <w:pStyle w:val="libNormal"/>
        <w:rPr>
          <w:rtl/>
        </w:rPr>
      </w:pPr>
      <w:r>
        <w:rPr>
          <w:rtl/>
        </w:rPr>
        <w:t>''الذين'' گذشتہ آيت مي</w:t>
      </w:r>
      <w:r w:rsidR="00083993">
        <w:rPr>
          <w:rtl/>
        </w:rPr>
        <w:t xml:space="preserve">ں </w:t>
      </w:r>
      <w:r>
        <w:rPr>
          <w:rtl/>
        </w:rPr>
        <w:t>''الذين ''كے ليے عطف بيان ہے_</w:t>
      </w:r>
    </w:p>
    <w:p w:rsidR="001F628F" w:rsidRDefault="001F628F" w:rsidP="001F628F">
      <w:pPr>
        <w:pStyle w:val="libNormal"/>
        <w:rPr>
          <w:rtl/>
        </w:rPr>
      </w:pPr>
      <w:r>
        <w:rPr>
          <w:rtl/>
        </w:rPr>
        <w:t>2_ دشواريو</w:t>
      </w:r>
      <w:r w:rsidR="00083993">
        <w:rPr>
          <w:rtl/>
        </w:rPr>
        <w:t xml:space="preserve">ں </w:t>
      </w:r>
      <w:r>
        <w:rPr>
          <w:rtl/>
        </w:rPr>
        <w:t>كے مقابلہ مي</w:t>
      </w:r>
      <w:r w:rsidR="00083993">
        <w:rPr>
          <w:rtl/>
        </w:rPr>
        <w:t xml:space="preserve">ں </w:t>
      </w:r>
      <w:r>
        <w:rPr>
          <w:rtl/>
        </w:rPr>
        <w:t>صبر كرنا ، دنياوى و اخروى فوائد كا حامل ہے_</w:t>
      </w:r>
    </w:p>
    <w:p w:rsidR="001F628F" w:rsidRDefault="001F628F" w:rsidP="00DC087A">
      <w:pPr>
        <w:pStyle w:val="libArabic"/>
        <w:rPr>
          <w:rtl/>
        </w:rPr>
      </w:pPr>
      <w:r>
        <w:rPr>
          <w:rFonts w:hint="eastAsia"/>
          <w:rtl/>
        </w:rPr>
        <w:t>لنبؤن</w:t>
      </w:r>
      <w:r w:rsidR="00120F63" w:rsidRPr="00ED5DE8">
        <w:rPr>
          <w:rFonts w:hint="cs"/>
          <w:rtl/>
        </w:rPr>
        <w:t>ه</w:t>
      </w:r>
      <w:r>
        <w:rPr>
          <w:rFonts w:hint="cs"/>
          <w:rtl/>
        </w:rPr>
        <w:t>م</w:t>
      </w:r>
      <w:r>
        <w:rPr>
          <w:rtl/>
        </w:rPr>
        <w:t xml:space="preserve"> فى الدينا ...ولأجر الآخرة اكبر ...الذين صبرو</w:t>
      </w:r>
      <w:r w:rsidR="007D15BB">
        <w:rPr>
          <w:rFonts w:hint="cs"/>
          <w:rtl/>
        </w:rPr>
        <w:t>ا</w:t>
      </w:r>
    </w:p>
    <w:p w:rsidR="001F628F" w:rsidRDefault="001F628F" w:rsidP="00DC087A">
      <w:pPr>
        <w:pStyle w:val="libNormal"/>
        <w:rPr>
          <w:rtl/>
        </w:rPr>
      </w:pPr>
      <w:r>
        <w:rPr>
          <w:rtl/>
        </w:rPr>
        <w:t>3_ خداوند عالم كى راہ مي</w:t>
      </w:r>
      <w:r w:rsidR="00083993">
        <w:rPr>
          <w:rtl/>
        </w:rPr>
        <w:t xml:space="preserve">ں </w:t>
      </w:r>
      <w:r>
        <w:rPr>
          <w:rtl/>
        </w:rPr>
        <w:t>ہجرت كرنے والو</w:t>
      </w:r>
      <w:r w:rsidR="00083993">
        <w:rPr>
          <w:rtl/>
        </w:rPr>
        <w:t xml:space="preserve">ں </w:t>
      </w:r>
      <w:r>
        <w:rPr>
          <w:rtl/>
        </w:rPr>
        <w:t>كى دنياوى و اخروى سعادت كے عوامل و شرائط مي</w:t>
      </w:r>
      <w:r w:rsidR="00083993">
        <w:rPr>
          <w:rtl/>
        </w:rPr>
        <w:t xml:space="preserve">ں </w:t>
      </w:r>
      <w:r>
        <w:rPr>
          <w:rtl/>
        </w:rPr>
        <w:t>صبرو شكيبائي اور خداوند عالم پر توكل كرنا ہے_</w:t>
      </w:r>
      <w:r w:rsidRPr="00DC087A">
        <w:rPr>
          <w:rStyle w:val="libArabicChar"/>
          <w:rFonts w:hint="eastAsia"/>
          <w:rtl/>
        </w:rPr>
        <w:t>والذين</w:t>
      </w:r>
      <w:r w:rsidRPr="00DC087A">
        <w:rPr>
          <w:rStyle w:val="libArabicChar"/>
          <w:rtl/>
        </w:rPr>
        <w:t xml:space="preserve"> </w:t>
      </w:r>
      <w:r w:rsidR="00120F63" w:rsidRPr="00B2551F">
        <w:rPr>
          <w:rStyle w:val="libArabicChar"/>
          <w:rFonts w:hint="cs"/>
          <w:rtl/>
        </w:rPr>
        <w:t>ه</w:t>
      </w:r>
      <w:r w:rsidRPr="00DC087A">
        <w:rPr>
          <w:rStyle w:val="libArabicChar"/>
          <w:rFonts w:hint="cs"/>
          <w:rtl/>
        </w:rPr>
        <w:t>اجروا</w:t>
      </w:r>
      <w:r w:rsidRPr="00DC087A">
        <w:rPr>
          <w:rStyle w:val="libArabicChar"/>
          <w:rtl/>
        </w:rPr>
        <w:t xml:space="preserve"> </w:t>
      </w:r>
      <w:r w:rsidRPr="00DC087A">
        <w:rPr>
          <w:rStyle w:val="libArabicChar"/>
          <w:rFonts w:hint="cs"/>
          <w:rtl/>
        </w:rPr>
        <w:t>فى</w:t>
      </w:r>
      <w:r w:rsidRPr="00DC087A">
        <w:rPr>
          <w:rStyle w:val="libArabicChar"/>
          <w:rtl/>
        </w:rPr>
        <w:t xml:space="preserve"> 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لنبؤنّ</w:t>
      </w:r>
      <w:r w:rsidR="00120F63" w:rsidRPr="00B2551F">
        <w:rPr>
          <w:rStyle w:val="libArabicChar"/>
          <w:rFonts w:hint="cs"/>
          <w:rtl/>
        </w:rPr>
        <w:t>ه</w:t>
      </w:r>
      <w:r w:rsidRPr="00DC087A">
        <w:rPr>
          <w:rStyle w:val="libArabicChar"/>
          <w:rFonts w:hint="cs"/>
          <w:rtl/>
        </w:rPr>
        <w:t>م</w:t>
      </w:r>
      <w:r w:rsidRPr="00DC087A">
        <w:rPr>
          <w:rStyle w:val="libArabicChar"/>
          <w:rtl/>
        </w:rPr>
        <w:t xml:space="preserve"> </w:t>
      </w:r>
      <w:r w:rsidRPr="00DC087A">
        <w:rPr>
          <w:rStyle w:val="libArabicChar"/>
          <w:rFonts w:hint="cs"/>
          <w:rtl/>
        </w:rPr>
        <w:t>فى</w:t>
      </w:r>
      <w:r w:rsidRPr="00DC087A">
        <w:rPr>
          <w:rStyle w:val="libArabicChar"/>
          <w:rtl/>
        </w:rPr>
        <w:t xml:space="preserve"> </w:t>
      </w:r>
      <w:r w:rsidRPr="00DC087A">
        <w:rPr>
          <w:rStyle w:val="libArabicChar"/>
          <w:rFonts w:hint="cs"/>
          <w:rtl/>
        </w:rPr>
        <w:t>الدنيا</w:t>
      </w:r>
      <w:r w:rsidRPr="00DC087A">
        <w:rPr>
          <w:rStyle w:val="libArabicChar"/>
          <w:rtl/>
        </w:rPr>
        <w:t xml:space="preserve"> ... </w:t>
      </w:r>
      <w:r w:rsidRPr="00DC087A">
        <w:rPr>
          <w:rStyle w:val="libArabicChar"/>
          <w:rFonts w:hint="cs"/>
          <w:rtl/>
        </w:rPr>
        <w:t>ولأ</w:t>
      </w:r>
      <w:r w:rsidRPr="00DC087A">
        <w:rPr>
          <w:rStyle w:val="libArabicChar"/>
          <w:rtl/>
        </w:rPr>
        <w:t xml:space="preserve"> </w:t>
      </w:r>
      <w:r w:rsidRPr="00DC087A">
        <w:rPr>
          <w:rStyle w:val="libArabicChar"/>
          <w:rFonts w:hint="cs"/>
          <w:rtl/>
        </w:rPr>
        <w:t>جرلآخرة</w:t>
      </w:r>
      <w:r w:rsidRPr="00DC087A">
        <w:rPr>
          <w:rStyle w:val="libArabicChar"/>
          <w:rtl/>
        </w:rPr>
        <w:t xml:space="preserve"> </w:t>
      </w:r>
      <w:r w:rsidRPr="00DC087A">
        <w:rPr>
          <w:rStyle w:val="libArabicChar"/>
          <w:rFonts w:hint="cs"/>
          <w:rtl/>
        </w:rPr>
        <w:t>اكبر</w:t>
      </w:r>
      <w:r w:rsidRPr="00DC087A">
        <w:rPr>
          <w:rStyle w:val="libArabicChar"/>
          <w:rtl/>
        </w:rPr>
        <w:t xml:space="preserve"> ...</w:t>
      </w:r>
      <w:r w:rsidRPr="00DC087A">
        <w:rPr>
          <w:rStyle w:val="libArabicChar"/>
          <w:rFonts w:hint="cs"/>
          <w:rtl/>
        </w:rPr>
        <w:t>الذين</w:t>
      </w:r>
      <w:r w:rsidRPr="00DC087A">
        <w:rPr>
          <w:rStyle w:val="libArabicChar"/>
          <w:rtl/>
        </w:rPr>
        <w:t xml:space="preserve"> </w:t>
      </w:r>
      <w:r w:rsidRPr="00DC087A">
        <w:rPr>
          <w:rStyle w:val="libArabicChar"/>
          <w:rFonts w:hint="cs"/>
          <w:rtl/>
        </w:rPr>
        <w:t>صبرو</w:t>
      </w:r>
      <w:r w:rsidRPr="00DC087A">
        <w:rPr>
          <w:rStyle w:val="libArabicChar"/>
          <w:rtl/>
        </w:rPr>
        <w:t xml:space="preserve"> </w:t>
      </w:r>
      <w:r w:rsidRPr="00DC087A">
        <w:rPr>
          <w:rStyle w:val="libArabicChar"/>
          <w:rFonts w:hint="cs"/>
          <w:rtl/>
        </w:rPr>
        <w:t>اعلى</w:t>
      </w:r>
      <w:r w:rsidRPr="00DC087A">
        <w:rPr>
          <w:rStyle w:val="libArabicChar"/>
          <w:rtl/>
        </w:rPr>
        <w:t xml:space="preserve"> </w:t>
      </w:r>
      <w:r w:rsidRPr="00DC087A">
        <w:rPr>
          <w:rStyle w:val="libArabicChar"/>
          <w:rFonts w:hint="cs"/>
          <w:rtl/>
        </w:rPr>
        <w:t>ربّ</w:t>
      </w:r>
      <w:r w:rsidR="00120F63" w:rsidRPr="00B2551F">
        <w:rPr>
          <w:rStyle w:val="libArabicChar"/>
          <w:rFonts w:hint="cs"/>
          <w:rtl/>
        </w:rPr>
        <w:t>ه</w:t>
      </w:r>
      <w:r w:rsidRPr="00DC087A">
        <w:rPr>
          <w:rStyle w:val="libArabicChar"/>
          <w:rFonts w:hint="cs"/>
          <w:rtl/>
        </w:rPr>
        <w:t>م</w:t>
      </w:r>
      <w:r w:rsidRPr="00DC087A">
        <w:rPr>
          <w:rStyle w:val="libArabicChar"/>
          <w:rtl/>
        </w:rPr>
        <w:t xml:space="preserve"> </w:t>
      </w:r>
      <w:r w:rsidRPr="00DC087A">
        <w:rPr>
          <w:rStyle w:val="libArabicChar"/>
          <w:rFonts w:hint="cs"/>
          <w:rtl/>
        </w:rPr>
        <w:t>يت</w:t>
      </w:r>
      <w:r w:rsidRPr="00DC087A">
        <w:rPr>
          <w:rStyle w:val="libArabicChar"/>
          <w:rtl/>
        </w:rPr>
        <w:t>وكلّون</w:t>
      </w:r>
    </w:p>
    <w:p w:rsidR="001F628F" w:rsidRDefault="001F628F" w:rsidP="00DC087A">
      <w:pPr>
        <w:pStyle w:val="libNormal"/>
        <w:rPr>
          <w:rtl/>
        </w:rPr>
      </w:pPr>
      <w:r>
        <w:rPr>
          <w:rtl/>
        </w:rPr>
        <w:t>4_ خدا كى راہ مي</w:t>
      </w:r>
      <w:r w:rsidR="00083993">
        <w:rPr>
          <w:rtl/>
        </w:rPr>
        <w:t xml:space="preserve">ں </w:t>
      </w:r>
      <w:r>
        <w:rPr>
          <w:rtl/>
        </w:rPr>
        <w:t>ہجرت اور وطن ترك كرنا ، مشكلات اور دشواريو</w:t>
      </w:r>
      <w:r w:rsidR="00083993">
        <w:rPr>
          <w:rtl/>
        </w:rPr>
        <w:t xml:space="preserve">ں </w:t>
      </w:r>
      <w:r>
        <w:rPr>
          <w:rtl/>
        </w:rPr>
        <w:t>كا حامل ہے_</w:t>
      </w:r>
      <w:r w:rsidRPr="00DC087A">
        <w:rPr>
          <w:rStyle w:val="libArabicChar"/>
          <w:rFonts w:hint="eastAsia"/>
          <w:rtl/>
        </w:rPr>
        <w:t>والذين</w:t>
      </w:r>
      <w:r w:rsidRPr="00DC087A">
        <w:rPr>
          <w:rStyle w:val="libArabicChar"/>
          <w:rtl/>
        </w:rPr>
        <w:t xml:space="preserve"> </w:t>
      </w:r>
      <w:r w:rsidR="00120F63" w:rsidRPr="00B2551F">
        <w:rPr>
          <w:rStyle w:val="libArabicChar"/>
          <w:rFonts w:hint="cs"/>
          <w:rtl/>
        </w:rPr>
        <w:t>ه</w:t>
      </w:r>
      <w:r w:rsidRPr="00DC087A">
        <w:rPr>
          <w:rStyle w:val="libArabicChar"/>
          <w:rFonts w:hint="cs"/>
          <w:rtl/>
        </w:rPr>
        <w:t>اجروا</w:t>
      </w:r>
      <w:r w:rsidRPr="00DC087A">
        <w:rPr>
          <w:rStyle w:val="libArabicChar"/>
          <w:rtl/>
        </w:rPr>
        <w:t xml:space="preserve"> ... </w:t>
      </w:r>
      <w:r w:rsidRPr="00DC087A">
        <w:rPr>
          <w:rStyle w:val="libArabicChar"/>
          <w:rFonts w:hint="cs"/>
          <w:rtl/>
        </w:rPr>
        <w:t>الذي</w:t>
      </w:r>
      <w:r w:rsidRPr="00DC087A">
        <w:rPr>
          <w:rStyle w:val="libArabicChar"/>
          <w:rtl/>
        </w:rPr>
        <w:t>ن صبرو</w:t>
      </w:r>
    </w:p>
    <w:p w:rsidR="001F628F" w:rsidRDefault="001F628F" w:rsidP="001F628F">
      <w:pPr>
        <w:pStyle w:val="libNormal"/>
        <w:rPr>
          <w:rtl/>
        </w:rPr>
      </w:pPr>
      <w:r>
        <w:rPr>
          <w:rFonts w:hint="eastAsia"/>
          <w:rtl/>
        </w:rPr>
        <w:t>راہ</w:t>
      </w:r>
      <w:r>
        <w:rPr>
          <w:rtl/>
        </w:rPr>
        <w:t xml:space="preserve"> خدا مي</w:t>
      </w:r>
      <w:r w:rsidR="00083993">
        <w:rPr>
          <w:rtl/>
        </w:rPr>
        <w:t xml:space="preserve">ں </w:t>
      </w:r>
      <w:r>
        <w:rPr>
          <w:rtl/>
        </w:rPr>
        <w:t>مہاجرين كے ليے ''صبروا'' كى</w:t>
      </w:r>
    </w:p>
    <w:p w:rsidR="00DC087A" w:rsidRDefault="001E7F9D" w:rsidP="00F73EDE">
      <w:pPr>
        <w:pStyle w:val="libPoemTini"/>
        <w:rPr>
          <w:rtl/>
        </w:rPr>
      </w:pPr>
      <w:r>
        <w:rPr>
          <w:rtl/>
        </w:rPr>
        <w:br w:type="page"/>
      </w:r>
    </w:p>
    <w:p w:rsidR="001F628F" w:rsidRDefault="001F628F" w:rsidP="00DC087A">
      <w:pPr>
        <w:pStyle w:val="libNormal"/>
        <w:rPr>
          <w:rtl/>
        </w:rPr>
      </w:pPr>
      <w:r>
        <w:rPr>
          <w:rFonts w:hint="eastAsia"/>
          <w:rtl/>
        </w:rPr>
        <w:lastRenderedPageBreak/>
        <w:t>صفت</w:t>
      </w:r>
      <w:r>
        <w:rPr>
          <w:rtl/>
        </w:rPr>
        <w:t xml:space="preserve"> او ران كے ليے مقرر شدہ پاداش كا ذكر ممكن ہے اس نكتہ كى طرف اشارہ ہو كہ ہجرت ، بہت سى مشكلات كى حامل ہے اور مہاجرين نے اپنے آپ كو اس كے ليے آمادہ كيا ہے_</w:t>
      </w:r>
    </w:p>
    <w:p w:rsidR="001F628F" w:rsidRDefault="001F628F" w:rsidP="001F628F">
      <w:pPr>
        <w:pStyle w:val="libNormal"/>
        <w:rPr>
          <w:rtl/>
        </w:rPr>
      </w:pPr>
      <w:r>
        <w:rPr>
          <w:rtl/>
        </w:rPr>
        <w:t>5_ خدا كى راہ مي</w:t>
      </w:r>
      <w:r w:rsidR="00083993">
        <w:rPr>
          <w:rtl/>
        </w:rPr>
        <w:t xml:space="preserve">ں </w:t>
      </w:r>
      <w:r>
        <w:rPr>
          <w:rtl/>
        </w:rPr>
        <w:t>ہجرت كرنے والے ہميشہ اورتمام امور مي</w:t>
      </w:r>
      <w:r w:rsidR="00083993">
        <w:rPr>
          <w:rtl/>
        </w:rPr>
        <w:t xml:space="preserve">ں </w:t>
      </w:r>
      <w:r>
        <w:rPr>
          <w:rtl/>
        </w:rPr>
        <w:t>فقط اپنے پرودرگار پر بھروسہ كرتے ہي</w:t>
      </w:r>
      <w:r w:rsidR="00083993">
        <w:rPr>
          <w:rtl/>
        </w:rPr>
        <w:t xml:space="preserve">ں </w:t>
      </w:r>
      <w:r>
        <w:rPr>
          <w:rtl/>
        </w:rPr>
        <w:t>_</w:t>
      </w:r>
    </w:p>
    <w:p w:rsidR="001F628F" w:rsidRDefault="001F628F" w:rsidP="00DC087A">
      <w:pPr>
        <w:pStyle w:val="libArabic"/>
        <w:rPr>
          <w:rtl/>
        </w:rPr>
      </w:pPr>
      <w:r>
        <w:rPr>
          <w:rFonts w:hint="eastAsia"/>
          <w:rtl/>
        </w:rPr>
        <w:t>والذين</w:t>
      </w:r>
      <w:r>
        <w:rPr>
          <w:rtl/>
        </w:rPr>
        <w:t xml:space="preserve"> </w:t>
      </w:r>
      <w:r w:rsidR="00120F63" w:rsidRPr="00ED5DE8">
        <w:rPr>
          <w:rFonts w:hint="cs"/>
          <w:rtl/>
        </w:rPr>
        <w:t>ه</w:t>
      </w:r>
      <w:r>
        <w:rPr>
          <w:rFonts w:hint="cs"/>
          <w:rtl/>
        </w:rPr>
        <w:t>اجروا</w:t>
      </w:r>
      <w:r>
        <w:rPr>
          <w:rtl/>
        </w:rPr>
        <w:t xml:space="preserve"> </w:t>
      </w:r>
      <w:r>
        <w:rPr>
          <w:rFonts w:hint="cs"/>
          <w:rtl/>
        </w:rPr>
        <w:t>فى</w:t>
      </w:r>
      <w:r>
        <w:rPr>
          <w:rtl/>
        </w:rPr>
        <w:t xml:space="preserve"> </w:t>
      </w:r>
      <w:r>
        <w:rPr>
          <w:rFonts w:hint="cs"/>
          <w:rtl/>
        </w:rPr>
        <w:t>اللّ</w:t>
      </w:r>
      <w:r w:rsidR="00120F63" w:rsidRPr="00ED5DE8">
        <w:rPr>
          <w:rFonts w:hint="cs"/>
          <w:rtl/>
        </w:rPr>
        <w:t>ه</w:t>
      </w:r>
      <w:r>
        <w:rPr>
          <w:rtl/>
        </w:rPr>
        <w:t xml:space="preserve"> ...</w:t>
      </w:r>
      <w:r>
        <w:rPr>
          <w:rFonts w:hint="cs"/>
          <w:rtl/>
        </w:rPr>
        <w:t>و</w:t>
      </w:r>
      <w:r>
        <w:rPr>
          <w:rtl/>
        </w:rPr>
        <w:t xml:space="preserve"> </w:t>
      </w:r>
      <w:r>
        <w:rPr>
          <w:rFonts w:hint="cs"/>
          <w:rtl/>
        </w:rPr>
        <w:t>على</w:t>
      </w:r>
      <w:r>
        <w:rPr>
          <w:rtl/>
        </w:rPr>
        <w:t xml:space="preserve"> 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1F628F">
      <w:pPr>
        <w:pStyle w:val="libNormal"/>
        <w:rPr>
          <w:rtl/>
        </w:rPr>
      </w:pPr>
      <w:r>
        <w:rPr>
          <w:rtl/>
        </w:rPr>
        <w:t>''على ربّہم'' كو مقدم كرنا ممكن ہے حصر كے ليئے ہے ہواور ''يتوكلون'' كے فعل كو مضارع لانا اور اس كے متعلق كا حذف، ممكن ہے استمرار اور اس نكتہ كى طرف اشارہ ہو كہ مہاجرين تمام امور مي</w:t>
      </w:r>
      <w:r w:rsidR="00083993">
        <w:rPr>
          <w:rtl/>
        </w:rPr>
        <w:t xml:space="preserve">ں </w:t>
      </w:r>
      <w:r>
        <w:rPr>
          <w:rtl/>
        </w:rPr>
        <w:t>خدا پر توكل كرتے ہي</w:t>
      </w:r>
      <w:r w:rsidR="00083993">
        <w:rPr>
          <w:rtl/>
        </w:rPr>
        <w:t xml:space="preserve">ں </w:t>
      </w:r>
      <w:r>
        <w:rPr>
          <w:rtl/>
        </w:rPr>
        <w:t>_</w:t>
      </w:r>
    </w:p>
    <w:p w:rsidR="001F628F" w:rsidRDefault="001F628F" w:rsidP="001F628F">
      <w:pPr>
        <w:pStyle w:val="libNormal"/>
        <w:rPr>
          <w:rtl/>
        </w:rPr>
      </w:pPr>
      <w:r>
        <w:rPr>
          <w:rtl/>
        </w:rPr>
        <w:t>6_ تمام امور مي</w:t>
      </w:r>
      <w:r w:rsidR="00083993">
        <w:rPr>
          <w:rtl/>
        </w:rPr>
        <w:t xml:space="preserve">ں </w:t>
      </w:r>
      <w:r>
        <w:rPr>
          <w:rtl/>
        </w:rPr>
        <w:t>خداوند عالم پر توكل كرنا، نہايت شائستہ و پسنديدہ اور دنياوى واخروى فوائد كا حامل ہے _</w:t>
      </w:r>
    </w:p>
    <w:p w:rsidR="001F628F" w:rsidRDefault="001F628F" w:rsidP="00DC087A">
      <w:pPr>
        <w:pStyle w:val="libArabic"/>
        <w:rPr>
          <w:rtl/>
        </w:rPr>
      </w:pPr>
      <w:r>
        <w:rPr>
          <w:rFonts w:hint="eastAsia"/>
          <w:rtl/>
        </w:rPr>
        <w:t>الذين</w:t>
      </w:r>
      <w:r>
        <w:rPr>
          <w:rtl/>
        </w:rPr>
        <w:t xml:space="preserve"> </w:t>
      </w:r>
      <w:r w:rsidR="00120F63" w:rsidRPr="00ED5DE8">
        <w:rPr>
          <w:rFonts w:hint="cs"/>
          <w:rtl/>
        </w:rPr>
        <w:t>ه</w:t>
      </w:r>
      <w:r>
        <w:rPr>
          <w:rFonts w:hint="cs"/>
          <w:rtl/>
        </w:rPr>
        <w:t>اجروا</w:t>
      </w:r>
      <w:r>
        <w:rPr>
          <w:rtl/>
        </w:rPr>
        <w:t xml:space="preserve"> ...</w:t>
      </w:r>
      <w:r>
        <w:rPr>
          <w:rFonts w:hint="cs"/>
          <w:rtl/>
        </w:rPr>
        <w:t>و</w:t>
      </w:r>
      <w:r>
        <w:rPr>
          <w:rtl/>
        </w:rPr>
        <w:t xml:space="preserve"> </w:t>
      </w:r>
      <w:r>
        <w:rPr>
          <w:rFonts w:hint="cs"/>
          <w:rtl/>
        </w:rPr>
        <w:t>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DC087A">
      <w:pPr>
        <w:pStyle w:val="libNormal"/>
        <w:rPr>
          <w:rtl/>
        </w:rPr>
      </w:pPr>
      <w:r>
        <w:rPr>
          <w:rtl/>
        </w:rPr>
        <w:t>7_ خداوند عالم كى ربوبيت ہر لحاظ سے اس پر توكل كرنے كے سزوار ہے_</w:t>
      </w:r>
      <w:r w:rsidRPr="00DC087A">
        <w:rPr>
          <w:rStyle w:val="libArabicChar"/>
          <w:rFonts w:hint="eastAsia"/>
          <w:rtl/>
        </w:rPr>
        <w:t>وعلى</w:t>
      </w:r>
      <w:r w:rsidRPr="00DC087A">
        <w:rPr>
          <w:rStyle w:val="libArabicChar"/>
          <w:rtl/>
        </w:rPr>
        <w:t xml:space="preserve"> ربّ</w:t>
      </w:r>
      <w:r w:rsidR="00120F63" w:rsidRPr="00B2551F">
        <w:rPr>
          <w:rStyle w:val="libArabicChar"/>
          <w:rFonts w:hint="cs"/>
          <w:rtl/>
        </w:rPr>
        <w:t>ه</w:t>
      </w:r>
      <w:r w:rsidRPr="00DC087A">
        <w:rPr>
          <w:rStyle w:val="libArabicChar"/>
          <w:rFonts w:hint="cs"/>
          <w:rtl/>
        </w:rPr>
        <w:t>م</w:t>
      </w:r>
      <w:r w:rsidRPr="00DC087A">
        <w:rPr>
          <w:rStyle w:val="libArabicChar"/>
          <w:rtl/>
        </w:rPr>
        <w:t xml:space="preserve"> </w:t>
      </w:r>
      <w:r w:rsidRPr="00DC087A">
        <w:rPr>
          <w:rStyle w:val="libArabicChar"/>
          <w:rFonts w:hint="cs"/>
          <w:rtl/>
        </w:rPr>
        <w:t>يت</w:t>
      </w:r>
      <w:r w:rsidRPr="00DC087A">
        <w:rPr>
          <w:rStyle w:val="libArabicChar"/>
          <w:rtl/>
        </w:rPr>
        <w:t>وكلّون</w:t>
      </w:r>
    </w:p>
    <w:p w:rsidR="001F628F" w:rsidRDefault="001F628F" w:rsidP="001F628F">
      <w:pPr>
        <w:pStyle w:val="libNormal"/>
        <w:rPr>
          <w:rtl/>
        </w:rPr>
      </w:pPr>
      <w:r>
        <w:rPr>
          <w:rtl/>
        </w:rPr>
        <w:t>8_ مسلمانو</w:t>
      </w:r>
      <w:r w:rsidR="00083993">
        <w:rPr>
          <w:rtl/>
        </w:rPr>
        <w:t xml:space="preserve">ں </w:t>
      </w:r>
      <w:r>
        <w:rPr>
          <w:rtl/>
        </w:rPr>
        <w:t>كا صبر ، وقتى ضرورت اورجب كہ توكل كرنا دائمى ضرورت ہے_</w:t>
      </w:r>
    </w:p>
    <w:p w:rsidR="001F628F" w:rsidRDefault="001F628F" w:rsidP="00DC087A">
      <w:pPr>
        <w:pStyle w:val="libArabic"/>
        <w:rPr>
          <w:rtl/>
        </w:rPr>
      </w:pPr>
      <w:r>
        <w:rPr>
          <w:rFonts w:hint="eastAsia"/>
          <w:rtl/>
        </w:rPr>
        <w:t>الذين</w:t>
      </w:r>
      <w:r>
        <w:rPr>
          <w:rtl/>
        </w:rPr>
        <w:t xml:space="preserve"> </w:t>
      </w:r>
      <w:r w:rsidR="00120F63" w:rsidRPr="00ED5DE8">
        <w:rPr>
          <w:rFonts w:hint="cs"/>
          <w:rtl/>
        </w:rPr>
        <w:t>ه</w:t>
      </w:r>
      <w:r>
        <w:rPr>
          <w:rFonts w:hint="cs"/>
          <w:rtl/>
        </w:rPr>
        <w:t>اجروا</w:t>
      </w:r>
      <w:r>
        <w:rPr>
          <w:rtl/>
        </w:rPr>
        <w:t xml:space="preserve"> ...</w:t>
      </w:r>
      <w:r>
        <w:rPr>
          <w:rFonts w:hint="cs"/>
          <w:rtl/>
        </w:rPr>
        <w:t>الذين</w:t>
      </w:r>
      <w:r>
        <w:rPr>
          <w:rtl/>
        </w:rPr>
        <w:t xml:space="preserve"> </w:t>
      </w:r>
      <w:r>
        <w:rPr>
          <w:rFonts w:hint="cs"/>
          <w:rtl/>
        </w:rPr>
        <w:t>صبروا</w:t>
      </w:r>
      <w:r>
        <w:rPr>
          <w:rtl/>
        </w:rPr>
        <w:t xml:space="preserve"> </w:t>
      </w:r>
      <w:r>
        <w:rPr>
          <w:rFonts w:hint="cs"/>
          <w:rtl/>
        </w:rPr>
        <w:t>و</w:t>
      </w:r>
      <w:r>
        <w:rPr>
          <w:rtl/>
        </w:rPr>
        <w:t xml:space="preserve"> </w:t>
      </w:r>
      <w:r>
        <w:rPr>
          <w:rFonts w:hint="cs"/>
          <w:rtl/>
        </w:rPr>
        <w:t>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يتو</w:t>
      </w:r>
      <w:r>
        <w:rPr>
          <w:rtl/>
        </w:rPr>
        <w:t>كلّون</w:t>
      </w:r>
    </w:p>
    <w:p w:rsidR="001F628F" w:rsidRDefault="001F628F" w:rsidP="001F628F">
      <w:pPr>
        <w:pStyle w:val="libNormal"/>
        <w:rPr>
          <w:rtl/>
        </w:rPr>
      </w:pPr>
      <w:r>
        <w:rPr>
          <w:rFonts w:hint="eastAsia"/>
          <w:rtl/>
        </w:rPr>
        <w:t>چونكہ</w:t>
      </w:r>
      <w:r>
        <w:rPr>
          <w:rtl/>
        </w:rPr>
        <w:t xml:space="preserve"> مہاجرين كى صبر سے توصيف كرنے كے ليے فعل ماضى سے استفادہ كيا گيا ہے جبكہ ان كے توكل كى تعريف كے لے فعل مضارع كا استفادہ ہوا ہے لہذا ممكن ہے اس سے مذكورہ نكتہ كا استفادہ ہو_</w:t>
      </w:r>
    </w:p>
    <w:p w:rsidR="001F628F" w:rsidRDefault="001F628F" w:rsidP="00DC087A">
      <w:pPr>
        <w:pStyle w:val="libNormal"/>
        <w:rPr>
          <w:rtl/>
        </w:rPr>
      </w:pPr>
      <w:r>
        <w:rPr>
          <w:rFonts w:hint="eastAsia"/>
          <w:rtl/>
        </w:rPr>
        <w:t>الله</w:t>
      </w:r>
      <w:r>
        <w:rPr>
          <w:rtl/>
        </w:rPr>
        <w:t xml:space="preserve"> تعالي:</w:t>
      </w:r>
      <w:r>
        <w:rPr>
          <w:rFonts w:hint="eastAsia"/>
          <w:rtl/>
        </w:rPr>
        <w:t>الله</w:t>
      </w:r>
      <w:r>
        <w:rPr>
          <w:rtl/>
        </w:rPr>
        <w:t xml:space="preserve"> تعالى كى بوبيت كے آثار7</w:t>
      </w:r>
    </w:p>
    <w:p w:rsidR="001F628F" w:rsidRDefault="001F628F" w:rsidP="00DC087A">
      <w:pPr>
        <w:pStyle w:val="libNormal"/>
        <w:rPr>
          <w:rtl/>
        </w:rPr>
      </w:pPr>
      <w:r>
        <w:rPr>
          <w:rFonts w:hint="eastAsia"/>
          <w:rtl/>
        </w:rPr>
        <w:t>توكل</w:t>
      </w:r>
      <w:r>
        <w:rPr>
          <w:rtl/>
        </w:rPr>
        <w:t>:</w:t>
      </w:r>
      <w:r>
        <w:rPr>
          <w:rFonts w:hint="eastAsia"/>
          <w:rtl/>
        </w:rPr>
        <w:t>الله</w:t>
      </w:r>
      <w:r>
        <w:rPr>
          <w:rtl/>
        </w:rPr>
        <w:t xml:space="preserve"> تعالى پر توكل3،5،6،7،8; توكل كا ملاك 7 ; توكل كے آثار3; توكل كے اْخروى فوائد6; توكل كے دنياوى فوائد 6</w:t>
      </w:r>
    </w:p>
    <w:p w:rsidR="001F628F" w:rsidRDefault="001F628F" w:rsidP="00DC087A">
      <w:pPr>
        <w:pStyle w:val="libNormal"/>
        <w:rPr>
          <w:rtl/>
        </w:rPr>
      </w:pPr>
      <w:r>
        <w:rPr>
          <w:rFonts w:hint="eastAsia"/>
          <w:rtl/>
        </w:rPr>
        <w:t>سختى</w:t>
      </w:r>
      <w:r>
        <w:rPr>
          <w:rtl/>
        </w:rPr>
        <w:t xml:space="preserve"> :</w:t>
      </w:r>
      <w:r>
        <w:rPr>
          <w:rFonts w:hint="eastAsia"/>
          <w:rtl/>
        </w:rPr>
        <w:t>سختى</w:t>
      </w:r>
      <w:r>
        <w:rPr>
          <w:rtl/>
        </w:rPr>
        <w:t xml:space="preserve"> مي</w:t>
      </w:r>
      <w:r w:rsidR="00083993">
        <w:rPr>
          <w:rtl/>
        </w:rPr>
        <w:t xml:space="preserve">ں </w:t>
      </w:r>
      <w:r>
        <w:rPr>
          <w:rtl/>
        </w:rPr>
        <w:t>صبر2</w:t>
      </w:r>
    </w:p>
    <w:p w:rsidR="001F628F" w:rsidRDefault="001F628F" w:rsidP="001F628F">
      <w:pPr>
        <w:pStyle w:val="libNormal"/>
        <w:rPr>
          <w:rtl/>
        </w:rPr>
      </w:pPr>
      <w:r>
        <w:rPr>
          <w:rFonts w:hint="eastAsia"/>
          <w:rtl/>
        </w:rPr>
        <w:t>صابرين</w:t>
      </w:r>
      <w:r>
        <w:rPr>
          <w:rtl/>
        </w:rPr>
        <w:t>:1</w:t>
      </w:r>
    </w:p>
    <w:p w:rsidR="001F628F" w:rsidRDefault="001F628F" w:rsidP="00DC087A">
      <w:pPr>
        <w:pStyle w:val="libNormal"/>
        <w:rPr>
          <w:rtl/>
        </w:rPr>
      </w:pPr>
      <w:r>
        <w:rPr>
          <w:rFonts w:hint="eastAsia"/>
          <w:rtl/>
        </w:rPr>
        <w:t>صبر</w:t>
      </w:r>
      <w:r>
        <w:rPr>
          <w:rtl/>
        </w:rPr>
        <w:t>:</w:t>
      </w:r>
      <w:r>
        <w:rPr>
          <w:rFonts w:hint="eastAsia"/>
          <w:rtl/>
        </w:rPr>
        <w:t>صبر</w:t>
      </w:r>
      <w:r>
        <w:rPr>
          <w:rtl/>
        </w:rPr>
        <w:t xml:space="preserve"> كے آثار 3; صبر كے اخروى فوائد2; صبر كے دنياوى فوائد 2</w:t>
      </w:r>
    </w:p>
    <w:p w:rsidR="001F628F" w:rsidRDefault="001F628F" w:rsidP="00DC087A">
      <w:pPr>
        <w:pStyle w:val="libNormal"/>
        <w:rPr>
          <w:rtl/>
        </w:rPr>
      </w:pPr>
      <w:r>
        <w:rPr>
          <w:rFonts w:hint="eastAsia"/>
          <w:rtl/>
        </w:rPr>
        <w:t>عمل</w:t>
      </w:r>
      <w:r>
        <w:rPr>
          <w:rtl/>
        </w:rPr>
        <w:t>:</w:t>
      </w:r>
      <w:r>
        <w:rPr>
          <w:rFonts w:hint="eastAsia"/>
          <w:rtl/>
        </w:rPr>
        <w:t>پسنديدہ</w:t>
      </w:r>
      <w:r>
        <w:rPr>
          <w:rtl/>
        </w:rPr>
        <w:t xml:space="preserve"> عمل 6</w:t>
      </w:r>
    </w:p>
    <w:p w:rsidR="001F628F" w:rsidRDefault="001F628F" w:rsidP="00DC087A">
      <w:pPr>
        <w:pStyle w:val="libNormal"/>
        <w:rPr>
          <w:rtl/>
        </w:rPr>
      </w:pPr>
      <w:r>
        <w:rPr>
          <w:rFonts w:hint="eastAsia"/>
          <w:rtl/>
        </w:rPr>
        <w:t>مسلمان</w:t>
      </w:r>
      <w:r>
        <w:rPr>
          <w:rtl/>
        </w:rPr>
        <w:t>:</w:t>
      </w:r>
      <w:r>
        <w:rPr>
          <w:rFonts w:hint="eastAsia"/>
          <w:rtl/>
        </w:rPr>
        <w:t>مسلمانو</w:t>
      </w:r>
      <w:r w:rsidR="00083993">
        <w:rPr>
          <w:rFonts w:hint="eastAsia"/>
          <w:rtl/>
        </w:rPr>
        <w:t xml:space="preserve">ں </w:t>
      </w:r>
      <w:r>
        <w:rPr>
          <w:rtl/>
        </w:rPr>
        <w:t>كى معنوى ضروريات 8</w:t>
      </w:r>
    </w:p>
    <w:p w:rsidR="00DC087A" w:rsidRDefault="001E7F9D" w:rsidP="00F73EDE">
      <w:pPr>
        <w:pStyle w:val="libPoemTini"/>
        <w:rPr>
          <w:rtl/>
        </w:rPr>
      </w:pPr>
      <w:r>
        <w:rPr>
          <w:rtl/>
        </w:rPr>
        <w:br w:type="page"/>
      </w:r>
    </w:p>
    <w:p w:rsidR="001F628F" w:rsidRDefault="001F628F" w:rsidP="00DC087A">
      <w:pPr>
        <w:pStyle w:val="libNormal"/>
        <w:rPr>
          <w:rtl/>
        </w:rPr>
      </w:pPr>
      <w:r>
        <w:rPr>
          <w:rFonts w:hint="eastAsia"/>
          <w:rtl/>
        </w:rPr>
        <w:lastRenderedPageBreak/>
        <w:t>مشركين</w:t>
      </w:r>
      <w:r>
        <w:rPr>
          <w:rtl/>
        </w:rPr>
        <w:t xml:space="preserve"> مكہ:</w:t>
      </w:r>
      <w:r>
        <w:rPr>
          <w:rFonts w:hint="eastAsia"/>
          <w:rtl/>
        </w:rPr>
        <w:t>مشركين</w:t>
      </w:r>
      <w:r>
        <w:rPr>
          <w:rtl/>
        </w:rPr>
        <w:t xml:space="preserve"> مكہ كے ظلم پر صبر_ 1</w:t>
      </w:r>
    </w:p>
    <w:p w:rsidR="001F628F" w:rsidRDefault="001F628F" w:rsidP="00DC087A">
      <w:pPr>
        <w:pStyle w:val="libNormal"/>
        <w:rPr>
          <w:rtl/>
        </w:rPr>
      </w:pPr>
      <w:r>
        <w:rPr>
          <w:rFonts w:hint="eastAsia"/>
          <w:rtl/>
        </w:rPr>
        <w:t>مہاجرين</w:t>
      </w:r>
      <w:r>
        <w:rPr>
          <w:rtl/>
        </w:rPr>
        <w:t>:</w:t>
      </w:r>
      <w:r>
        <w:rPr>
          <w:rFonts w:hint="eastAsia"/>
          <w:rtl/>
        </w:rPr>
        <w:t>مہاجرين</w:t>
      </w:r>
      <w:r>
        <w:rPr>
          <w:rtl/>
        </w:rPr>
        <w:t xml:space="preserve"> كا توكل 5; مہاجرين كا صبر_1; مہاجرين كى اخروى سعادت كے اسباب3; مہاجرين كى دنياوى سعادت كے اسباب3;</w:t>
      </w:r>
    </w:p>
    <w:p w:rsidR="001F628F" w:rsidRDefault="001F628F" w:rsidP="001F628F">
      <w:pPr>
        <w:pStyle w:val="libNormal"/>
        <w:rPr>
          <w:rtl/>
        </w:rPr>
      </w:pPr>
      <w:r>
        <w:rPr>
          <w:rFonts w:hint="eastAsia"/>
          <w:rtl/>
        </w:rPr>
        <w:t>مہاجرين</w:t>
      </w:r>
      <w:r>
        <w:rPr>
          <w:rtl/>
        </w:rPr>
        <w:t xml:space="preserve"> كے فضائل5</w:t>
      </w:r>
    </w:p>
    <w:p w:rsidR="001F628F" w:rsidRDefault="001F628F" w:rsidP="00DC087A">
      <w:pPr>
        <w:pStyle w:val="libNormal"/>
        <w:rPr>
          <w:rtl/>
        </w:rPr>
      </w:pPr>
      <w:r>
        <w:rPr>
          <w:rFonts w:hint="eastAsia"/>
          <w:rtl/>
        </w:rPr>
        <w:t>نيازمندي</w:t>
      </w:r>
      <w:r>
        <w:rPr>
          <w:rtl/>
        </w:rPr>
        <w:t>:</w:t>
      </w:r>
      <w:r>
        <w:rPr>
          <w:rFonts w:hint="eastAsia"/>
          <w:rtl/>
        </w:rPr>
        <w:t>توكل</w:t>
      </w:r>
      <w:r>
        <w:rPr>
          <w:rtl/>
        </w:rPr>
        <w:t xml:space="preserve"> كى نيازمندي8; صبر كى نياز مندى 8</w:t>
      </w:r>
    </w:p>
    <w:p w:rsidR="001F628F" w:rsidRDefault="001F628F" w:rsidP="00DC087A">
      <w:pPr>
        <w:pStyle w:val="libNormal"/>
        <w:rPr>
          <w:rtl/>
        </w:rPr>
      </w:pPr>
      <w:r>
        <w:rPr>
          <w:rFonts w:hint="eastAsia"/>
          <w:rtl/>
        </w:rPr>
        <w:t>ہجرت</w:t>
      </w:r>
      <w:r>
        <w:rPr>
          <w:rtl/>
        </w:rPr>
        <w:t>:</w:t>
      </w:r>
      <w:r>
        <w:rPr>
          <w:rFonts w:hint="eastAsia"/>
          <w:rtl/>
        </w:rPr>
        <w:t>راہ</w:t>
      </w:r>
      <w:r>
        <w:rPr>
          <w:rtl/>
        </w:rPr>
        <w:t xml:space="preserve"> خدا مي</w:t>
      </w:r>
      <w:r w:rsidR="00083993">
        <w:rPr>
          <w:rtl/>
        </w:rPr>
        <w:t xml:space="preserve">ں </w:t>
      </w:r>
      <w:r>
        <w:rPr>
          <w:rtl/>
        </w:rPr>
        <w:t>ہجرت كى سختيا</w:t>
      </w:r>
      <w:r w:rsidR="00083993">
        <w:rPr>
          <w:rtl/>
        </w:rPr>
        <w:t xml:space="preserve">ں </w:t>
      </w:r>
      <w:r>
        <w:rPr>
          <w:rtl/>
        </w:rPr>
        <w:t>4</w:t>
      </w:r>
    </w:p>
    <w:p w:rsidR="001F628F" w:rsidRDefault="00DC087A" w:rsidP="00DC087A">
      <w:pPr>
        <w:pStyle w:val="Heading2Center"/>
        <w:rPr>
          <w:rtl/>
        </w:rPr>
      </w:pPr>
      <w:bookmarkStart w:id="189" w:name="_Toc28081867"/>
      <w:r>
        <w:rPr>
          <w:rFonts w:hint="cs"/>
          <w:rtl/>
        </w:rPr>
        <w:t>آیت 43</w:t>
      </w:r>
      <w:bookmarkEnd w:id="189"/>
    </w:p>
    <w:p w:rsidR="001F628F" w:rsidRDefault="00E260F9" w:rsidP="00DC087A">
      <w:pPr>
        <w:pStyle w:val="libNormal"/>
        <w:rPr>
          <w:rtl/>
        </w:rPr>
      </w:pPr>
      <w:r w:rsidRPr="00E260F9">
        <w:rPr>
          <w:rStyle w:val="libAlaemChar"/>
          <w:rFonts w:hint="eastAsia"/>
          <w:rtl/>
        </w:rPr>
        <w:t>(</w:t>
      </w:r>
      <w:r w:rsidRPr="00DC087A">
        <w:rPr>
          <w:rStyle w:val="libAieChar"/>
          <w:rFonts w:hint="eastAsia"/>
          <w:rtl/>
        </w:rPr>
        <w:t>وَمَا</w:t>
      </w:r>
      <w:r w:rsidRPr="00DC087A">
        <w:rPr>
          <w:rStyle w:val="libAieChar"/>
          <w:rtl/>
        </w:rPr>
        <w:t xml:space="preserve"> أَرْسَلْنَا مِن قَبْلِكَ إِلاَّ رِجَالاً نُّوحِي إِلَيْهِمْ فَاسْأَلُواْ أَهْلَ الذِّكْرِ إِن كُنتُمْ لاَ تَعْلَمُونَ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آپ سے پہلے بھى مردو</w:t>
      </w:r>
      <w:r w:rsidR="00083993">
        <w:rPr>
          <w:rtl/>
        </w:rPr>
        <w:t xml:space="preserve">ں </w:t>
      </w:r>
      <w:r>
        <w:rPr>
          <w:rtl/>
        </w:rPr>
        <w:t>ہى كو رسول بناكر بھيجا ہے اور ان كى طرف بھى وحى كرتے رہے ہي</w:t>
      </w:r>
      <w:r w:rsidR="00083993">
        <w:rPr>
          <w:rtl/>
        </w:rPr>
        <w:t xml:space="preserve">ں </w:t>
      </w:r>
      <w:r>
        <w:rPr>
          <w:rtl/>
        </w:rPr>
        <w:t>تو ان سے كہئے كہ اگر تم نہي</w:t>
      </w:r>
      <w:r w:rsidR="00083993">
        <w:rPr>
          <w:rtl/>
        </w:rPr>
        <w:t xml:space="preserve">ں </w:t>
      </w:r>
      <w:r>
        <w:rPr>
          <w:rtl/>
        </w:rPr>
        <w:t>جانتے ہو تو جاننے والو</w:t>
      </w:r>
      <w:r w:rsidR="00083993">
        <w:rPr>
          <w:rtl/>
        </w:rPr>
        <w:t xml:space="preserve">ں </w:t>
      </w:r>
      <w:r>
        <w:rPr>
          <w:rtl/>
        </w:rPr>
        <w:t>سے دريافت كرو_</w:t>
      </w:r>
    </w:p>
    <w:p w:rsidR="001F628F" w:rsidRDefault="001F628F" w:rsidP="00DC087A">
      <w:pPr>
        <w:pStyle w:val="libNormal"/>
        <w:rPr>
          <w:rtl/>
        </w:rPr>
      </w:pPr>
      <w:r>
        <w:rPr>
          <w:rtl/>
        </w:rPr>
        <w:t>1_ تمام انبياء اور الہى رسل كا تعلق جنس بشريت سے ہے_</w:t>
      </w:r>
      <w:r w:rsidRPr="00DC087A">
        <w:rPr>
          <w:rStyle w:val="libArabicChar"/>
          <w:rFonts w:hint="eastAsia"/>
          <w:rtl/>
        </w:rPr>
        <w:t>وما</w:t>
      </w:r>
      <w:r w:rsidRPr="00DC087A">
        <w:rPr>
          <w:rStyle w:val="libArabicChar"/>
          <w:rtl/>
        </w:rPr>
        <w:t xml:space="preserve"> ارسلنا من قبلك الاّ رجالاً نوحى الي</w:t>
      </w:r>
      <w:r w:rsidR="00120F63" w:rsidRPr="00B2551F">
        <w:rPr>
          <w:rStyle w:val="libArabicChar"/>
          <w:rFonts w:hint="cs"/>
          <w:rtl/>
        </w:rPr>
        <w:t>ه</w:t>
      </w:r>
      <w:r w:rsidRPr="00DC087A">
        <w:rPr>
          <w:rStyle w:val="libArabicChar"/>
          <w:rFonts w:hint="cs"/>
          <w:rtl/>
        </w:rPr>
        <w:t>م</w:t>
      </w:r>
    </w:p>
    <w:p w:rsidR="001F628F" w:rsidRDefault="001F628F" w:rsidP="00DC087A">
      <w:pPr>
        <w:pStyle w:val="libNormal"/>
        <w:rPr>
          <w:rtl/>
        </w:rPr>
      </w:pPr>
      <w:r>
        <w:rPr>
          <w:rtl/>
        </w:rPr>
        <w:t xml:space="preserve">2_ تمام </w:t>
      </w:r>
      <w:r w:rsidR="003D0BA1">
        <w:rPr>
          <w:rtl/>
        </w:rPr>
        <w:t>انبياء</w:t>
      </w:r>
      <w:r>
        <w:rPr>
          <w:rtl/>
        </w:rPr>
        <w:t>، مرد تھے_</w:t>
      </w:r>
      <w:r w:rsidRPr="00DC087A">
        <w:rPr>
          <w:rStyle w:val="libArabicChar"/>
          <w:rFonts w:hint="eastAsia"/>
          <w:rtl/>
        </w:rPr>
        <w:t>و</w:t>
      </w:r>
      <w:r w:rsidRPr="00DC087A">
        <w:rPr>
          <w:rStyle w:val="libArabicChar"/>
          <w:rtl/>
        </w:rPr>
        <w:t xml:space="preserve"> ما ارسلنا من قبلك الاّ رجالاً نوحى الي</w:t>
      </w:r>
      <w:r w:rsidR="00120F63" w:rsidRPr="00B2551F">
        <w:rPr>
          <w:rStyle w:val="libArabicChar"/>
          <w:rFonts w:hint="cs"/>
          <w:rtl/>
        </w:rPr>
        <w:t>ه</w:t>
      </w:r>
      <w:r w:rsidRPr="00DC087A">
        <w:rPr>
          <w:rStyle w:val="libArabicChar"/>
          <w:rFonts w:hint="cs"/>
          <w:rtl/>
        </w:rPr>
        <w:t>م</w:t>
      </w:r>
    </w:p>
    <w:p w:rsidR="001F628F" w:rsidRDefault="001F628F" w:rsidP="00DC087A">
      <w:pPr>
        <w:pStyle w:val="libNormal"/>
        <w:rPr>
          <w:rtl/>
        </w:rPr>
      </w:pPr>
      <w:r>
        <w:rPr>
          <w:rtl/>
        </w:rPr>
        <w:t>3_ خداوند عالم ،تمام انبياء كى طرف و حى نازل كرتا رہا ہے_</w:t>
      </w:r>
      <w:r w:rsidRPr="00DC087A">
        <w:rPr>
          <w:rStyle w:val="libArabicChar"/>
          <w:rFonts w:hint="eastAsia"/>
          <w:rtl/>
        </w:rPr>
        <w:t>وما</w:t>
      </w:r>
      <w:r w:rsidRPr="00DC087A">
        <w:rPr>
          <w:rStyle w:val="libArabicChar"/>
          <w:rtl/>
        </w:rPr>
        <w:t xml:space="preserve"> ارسلنا من قبلك الاّ رجالاً نوحى الي</w:t>
      </w:r>
      <w:r w:rsidR="00120F63" w:rsidRPr="00B2551F">
        <w:rPr>
          <w:rStyle w:val="libArabicChar"/>
          <w:rFonts w:hint="cs"/>
          <w:rtl/>
        </w:rPr>
        <w:t>ه</w:t>
      </w:r>
      <w:r w:rsidRPr="00DC087A">
        <w:rPr>
          <w:rStyle w:val="libArabicChar"/>
          <w:rFonts w:hint="cs"/>
          <w:rtl/>
        </w:rPr>
        <w:t>م</w:t>
      </w:r>
    </w:p>
    <w:p w:rsidR="001F628F" w:rsidRDefault="001F628F" w:rsidP="00DC087A">
      <w:pPr>
        <w:pStyle w:val="libNormal"/>
        <w:rPr>
          <w:rtl/>
        </w:rPr>
      </w:pPr>
      <w:r>
        <w:rPr>
          <w:rtl/>
        </w:rPr>
        <w:t>5_ پيغمبر اكرم</w:t>
      </w:r>
      <w:r w:rsidR="00F031CD" w:rsidRPr="00F031CD">
        <w:rPr>
          <w:rStyle w:val="libAlaemChar"/>
          <w:rtl/>
        </w:rPr>
        <w:t xml:space="preserve"> صلى‌الله‌عليه‌وآله‌وسلم </w:t>
      </w:r>
      <w:r>
        <w:rPr>
          <w:rtl/>
        </w:rPr>
        <w:t xml:space="preserve"> سے پہلے متعدد انبياء مبعوث رسالت ہوئے ہي</w:t>
      </w:r>
      <w:r w:rsidR="00083993">
        <w:rPr>
          <w:rtl/>
        </w:rPr>
        <w:t xml:space="preserve">ں </w:t>
      </w:r>
      <w:r>
        <w:rPr>
          <w:rtl/>
        </w:rPr>
        <w:t>_</w:t>
      </w:r>
      <w:r w:rsidRPr="00DC087A">
        <w:rPr>
          <w:rStyle w:val="libArabicChar"/>
          <w:rFonts w:hint="eastAsia"/>
          <w:rtl/>
        </w:rPr>
        <w:t>وما</w:t>
      </w:r>
      <w:r w:rsidRPr="00DC087A">
        <w:rPr>
          <w:rStyle w:val="libArabicChar"/>
          <w:rtl/>
        </w:rPr>
        <w:t xml:space="preserve"> ارسلنا من قبلك الاّ رجال</w:t>
      </w:r>
    </w:p>
    <w:p w:rsidR="001F628F" w:rsidRDefault="001F628F" w:rsidP="001F628F">
      <w:pPr>
        <w:pStyle w:val="libNormal"/>
        <w:rPr>
          <w:rtl/>
        </w:rPr>
      </w:pPr>
      <w:r>
        <w:rPr>
          <w:rFonts w:hint="eastAsia"/>
          <w:rtl/>
        </w:rPr>
        <w:t>آيت،</w:t>
      </w:r>
      <w:r>
        <w:rPr>
          <w:rtl/>
        </w:rPr>
        <w:t xml:space="preserve"> مشركين پراعتراض اور ان كے اس نظريے كا جواب ہے جيسا كہ قرائن اور قرآن كى دوسرى آيات ( سورة يونس آيت2) كى بناء پر وہ انبياء كو خداوند عالم كى طرف سے پيغمبر نہي</w:t>
      </w:r>
      <w:r w:rsidR="00083993">
        <w:rPr>
          <w:rtl/>
        </w:rPr>
        <w:t xml:space="preserve">ں </w:t>
      </w:r>
      <w:r>
        <w:rPr>
          <w:rtl/>
        </w:rPr>
        <w:t>مانتے تھے آيت مي</w:t>
      </w:r>
      <w:r w:rsidR="00083993">
        <w:rPr>
          <w:rtl/>
        </w:rPr>
        <w:t xml:space="preserve">ں </w:t>
      </w:r>
      <w:r>
        <w:rPr>
          <w:rtl/>
        </w:rPr>
        <w:t>فعل ''نوحي'' مذكورہ نكتہ پر قرينہ و علامت ہے_</w:t>
      </w:r>
    </w:p>
    <w:p w:rsidR="00DC087A" w:rsidRDefault="001F628F" w:rsidP="00DC087A">
      <w:pPr>
        <w:pStyle w:val="libNormal"/>
        <w:rPr>
          <w:rtl/>
        </w:rPr>
      </w:pPr>
      <w:r>
        <w:rPr>
          <w:rtl/>
        </w:rPr>
        <w:t>6_نبوت، خداوند عالم كى عطا ہے جس سے اس نے</w:t>
      </w:r>
      <w:r w:rsidR="00DC087A" w:rsidRPr="00DC087A">
        <w:rPr>
          <w:rFonts w:hint="eastAsia"/>
          <w:rtl/>
        </w:rPr>
        <w:t xml:space="preserve"> </w:t>
      </w:r>
      <w:r w:rsidR="00DC087A">
        <w:rPr>
          <w:rFonts w:hint="eastAsia"/>
          <w:rtl/>
        </w:rPr>
        <w:t>اپنے</w:t>
      </w:r>
      <w:r w:rsidR="00DC087A">
        <w:rPr>
          <w:rtl/>
        </w:rPr>
        <w:t xml:space="preserve"> پيغمبروں كو نواز ا ہے_</w:t>
      </w:r>
      <w:r w:rsidR="00DC087A" w:rsidRPr="00DC087A">
        <w:rPr>
          <w:rStyle w:val="libArabicChar"/>
          <w:rFonts w:hint="eastAsia"/>
          <w:rtl/>
        </w:rPr>
        <w:t>ّما</w:t>
      </w:r>
      <w:r w:rsidR="00DC087A" w:rsidRPr="00DC087A">
        <w:rPr>
          <w:rStyle w:val="libArabicChar"/>
          <w:rtl/>
        </w:rPr>
        <w:t xml:space="preserve"> ارسلنا من قبلك الا ّ رجالاً نوحى الي</w:t>
      </w:r>
      <w:r w:rsidR="00120F63" w:rsidRPr="00B2551F">
        <w:rPr>
          <w:rStyle w:val="libArabicChar"/>
          <w:rFonts w:hint="cs"/>
          <w:rtl/>
        </w:rPr>
        <w:t>ه</w:t>
      </w:r>
      <w:r w:rsidR="00DC087A" w:rsidRPr="00DC087A">
        <w:rPr>
          <w:rStyle w:val="libArabicChar"/>
          <w:rFonts w:hint="cs"/>
          <w:rtl/>
        </w:rPr>
        <w:t>م</w:t>
      </w:r>
    </w:p>
    <w:p w:rsidR="00DC087A" w:rsidRDefault="00DC087A" w:rsidP="00DC087A">
      <w:pPr>
        <w:pStyle w:val="libNormal"/>
        <w:rPr>
          <w:rtl/>
        </w:rPr>
      </w:pPr>
      <w:r>
        <w:rPr>
          <w:rtl/>
        </w:rPr>
        <w:t>7_ نبوت وہ الہى ذمہ دارى ہے جو فقط مردوں كے سپرد كى گئي ہے_</w:t>
      </w:r>
      <w:r w:rsidRPr="00DC087A">
        <w:rPr>
          <w:rStyle w:val="libArabicChar"/>
          <w:rFonts w:hint="eastAsia"/>
          <w:rtl/>
        </w:rPr>
        <w:t>وما</w:t>
      </w:r>
      <w:r w:rsidRPr="00DC087A">
        <w:rPr>
          <w:rStyle w:val="libArabicChar"/>
          <w:rtl/>
        </w:rPr>
        <w:t xml:space="preserve"> ارسلنامن قبلك الاّ رجالاً نوحى الي</w:t>
      </w:r>
      <w:r w:rsidR="00120F63" w:rsidRPr="00B2551F">
        <w:rPr>
          <w:rStyle w:val="libArabicChar"/>
          <w:rFonts w:hint="cs"/>
          <w:rtl/>
        </w:rPr>
        <w:t>ه</w:t>
      </w:r>
      <w:r w:rsidRPr="00DC087A">
        <w:rPr>
          <w:rStyle w:val="libArabicChar"/>
          <w:rFonts w:hint="cs"/>
          <w:rtl/>
        </w:rPr>
        <w:t>م</w:t>
      </w:r>
    </w:p>
    <w:p w:rsidR="001F628F" w:rsidRDefault="001F628F" w:rsidP="001F628F">
      <w:pPr>
        <w:pStyle w:val="libNormal"/>
        <w:rPr>
          <w:rtl/>
        </w:rPr>
      </w:pPr>
    </w:p>
    <w:p w:rsidR="00DC087A" w:rsidRDefault="001E7F9D" w:rsidP="00F73EDE">
      <w:pPr>
        <w:pStyle w:val="libPoemTini"/>
        <w:rPr>
          <w:rtl/>
        </w:rPr>
      </w:pPr>
      <w:r>
        <w:rPr>
          <w:rtl/>
        </w:rPr>
        <w:br w:type="page"/>
      </w:r>
    </w:p>
    <w:p w:rsidR="001F628F" w:rsidRDefault="001F628F" w:rsidP="00DC087A">
      <w:pPr>
        <w:pStyle w:val="libNormal"/>
        <w:rPr>
          <w:rtl/>
        </w:rPr>
      </w:pPr>
      <w:r>
        <w:rPr>
          <w:rtl/>
        </w:rPr>
        <w:lastRenderedPageBreak/>
        <w:t>8_ خداوند عالم كى طرف انبياء كا مبعوث ہونا، مشركين كے اس عقيدہ كے باطل ہونے كى دليل ہے كہ ان كے اعتقادات جبرى ہي</w:t>
      </w:r>
      <w:r w:rsidR="00083993">
        <w:rPr>
          <w:rtl/>
        </w:rPr>
        <w:t xml:space="preserve">ں </w:t>
      </w:r>
      <w:r>
        <w:rPr>
          <w:rtl/>
        </w:rPr>
        <w:t>_</w:t>
      </w:r>
      <w:r w:rsidRPr="00DC087A">
        <w:rPr>
          <w:rStyle w:val="libArabicChar"/>
          <w:rFonts w:hint="eastAsia"/>
          <w:rtl/>
        </w:rPr>
        <w:t>وقال</w:t>
      </w:r>
      <w:r w:rsidRPr="00DC087A">
        <w:rPr>
          <w:rStyle w:val="libArabicChar"/>
          <w:rtl/>
        </w:rPr>
        <w:t xml:space="preserve"> الذين أشركوا لوشاء 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ما</w:t>
      </w:r>
      <w:r w:rsidRPr="00DC087A">
        <w:rPr>
          <w:rStyle w:val="libArabicChar"/>
          <w:rtl/>
        </w:rPr>
        <w:t xml:space="preserve"> </w:t>
      </w:r>
      <w:r w:rsidRPr="00DC087A">
        <w:rPr>
          <w:rStyle w:val="libArabicChar"/>
          <w:rFonts w:hint="cs"/>
          <w:rtl/>
        </w:rPr>
        <w:t>عبدنا</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دون</w:t>
      </w:r>
      <w:r w:rsidR="00120F63" w:rsidRPr="00B2551F">
        <w:rPr>
          <w:rStyle w:val="libArabicChar"/>
          <w:rFonts w:hint="cs"/>
          <w:rtl/>
        </w:rPr>
        <w:t>ه</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شي</w:t>
      </w:r>
      <w:r w:rsidRPr="00DC087A">
        <w:rPr>
          <w:rStyle w:val="libArabicChar"/>
          <w:rtl/>
        </w:rPr>
        <w:t xml:space="preserve"> ...</w:t>
      </w:r>
      <w:r w:rsidRPr="00DC087A">
        <w:rPr>
          <w:rStyle w:val="libArabicChar"/>
          <w:rFonts w:hint="cs"/>
          <w:rtl/>
        </w:rPr>
        <w:t>وما</w:t>
      </w:r>
      <w:r w:rsidRPr="00DC087A">
        <w:rPr>
          <w:rStyle w:val="libArabicChar"/>
          <w:rtl/>
        </w:rPr>
        <w:t xml:space="preserve"> </w:t>
      </w:r>
      <w:r w:rsidRPr="00DC087A">
        <w:rPr>
          <w:rStyle w:val="libArabicChar"/>
          <w:rFonts w:hint="cs"/>
          <w:rtl/>
        </w:rPr>
        <w:t>ارسلنا</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قبلك</w:t>
      </w:r>
      <w:r w:rsidRPr="00DC087A">
        <w:rPr>
          <w:rStyle w:val="libArabicChar"/>
          <w:rtl/>
        </w:rPr>
        <w:t xml:space="preserve"> </w:t>
      </w:r>
      <w:r w:rsidRPr="00DC087A">
        <w:rPr>
          <w:rStyle w:val="libArabicChar"/>
          <w:rFonts w:hint="cs"/>
          <w:rtl/>
        </w:rPr>
        <w:t>الاّ</w:t>
      </w:r>
      <w:r w:rsidRPr="00DC087A">
        <w:rPr>
          <w:rStyle w:val="libArabicChar"/>
          <w:rtl/>
        </w:rPr>
        <w:t xml:space="preserve"> </w:t>
      </w:r>
      <w:r w:rsidRPr="00DC087A">
        <w:rPr>
          <w:rStyle w:val="libArabicChar"/>
          <w:rFonts w:hint="cs"/>
          <w:rtl/>
        </w:rPr>
        <w:t>رجالاً</w:t>
      </w:r>
      <w:r w:rsidRPr="00DC087A">
        <w:rPr>
          <w:rStyle w:val="libArabicChar"/>
          <w:rtl/>
        </w:rPr>
        <w:t xml:space="preserve"> </w:t>
      </w:r>
      <w:r w:rsidRPr="00DC087A">
        <w:rPr>
          <w:rStyle w:val="libArabicChar"/>
          <w:rFonts w:hint="cs"/>
          <w:rtl/>
        </w:rPr>
        <w:t>نوحى</w:t>
      </w:r>
      <w:r w:rsidRPr="00DC087A">
        <w:rPr>
          <w:rStyle w:val="libArabicChar"/>
          <w:rtl/>
        </w:rPr>
        <w:t xml:space="preserve"> الي</w:t>
      </w:r>
      <w:r w:rsidR="00120F63" w:rsidRPr="00B2551F">
        <w:rPr>
          <w:rStyle w:val="libArabicChar"/>
          <w:rFonts w:hint="cs"/>
          <w:rtl/>
        </w:rPr>
        <w:t>ه</w:t>
      </w:r>
      <w:r w:rsidRPr="00DC087A">
        <w:rPr>
          <w:rStyle w:val="libArabicChar"/>
          <w:rFonts w:hint="cs"/>
          <w:rtl/>
        </w:rPr>
        <w:t>م</w:t>
      </w:r>
    </w:p>
    <w:p w:rsidR="001F628F" w:rsidRDefault="001F628F" w:rsidP="001F628F">
      <w:pPr>
        <w:pStyle w:val="libNormal"/>
        <w:rPr>
          <w:rtl/>
        </w:rPr>
      </w:pPr>
      <w:r>
        <w:rPr>
          <w:rFonts w:hint="eastAsia"/>
          <w:rtl/>
        </w:rPr>
        <w:t>احتمال</w:t>
      </w:r>
      <w:r>
        <w:rPr>
          <w:rtl/>
        </w:rPr>
        <w:t xml:space="preserve"> ہے كہ آيت مشركين كے اس خيال كے جواب كے بارے مي</w:t>
      </w:r>
      <w:r w:rsidR="00083993">
        <w:rPr>
          <w:rtl/>
        </w:rPr>
        <w:t xml:space="preserve">ں </w:t>
      </w:r>
      <w:r>
        <w:rPr>
          <w:rtl/>
        </w:rPr>
        <w:t>ہے جس كى بناء پر وہ يہ كہتے تھے كہ خداوند عالم كى مشيّت نے انہي</w:t>
      </w:r>
      <w:r w:rsidR="00083993">
        <w:rPr>
          <w:rtl/>
        </w:rPr>
        <w:t xml:space="preserve">ں </w:t>
      </w:r>
      <w:r>
        <w:rPr>
          <w:rtl/>
        </w:rPr>
        <w:t xml:space="preserve">شرك عبادى پرآمادہ كيا ہے( </w:t>
      </w:r>
      <w:r w:rsidRPr="00DC087A">
        <w:rPr>
          <w:rStyle w:val="libArabicChar"/>
          <w:rtl/>
        </w:rPr>
        <w:t>لوشاء 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ما</w:t>
      </w:r>
      <w:r w:rsidRPr="00DC087A">
        <w:rPr>
          <w:rStyle w:val="libArabicChar"/>
          <w:rtl/>
        </w:rPr>
        <w:t xml:space="preserve"> عبدنا من دون</w:t>
      </w:r>
      <w:r w:rsidR="00120F63" w:rsidRPr="00B2551F">
        <w:rPr>
          <w:rStyle w:val="libArabicChar"/>
          <w:rFonts w:hint="cs"/>
          <w:rtl/>
        </w:rPr>
        <w:t>ه</w:t>
      </w:r>
      <w:r>
        <w:rPr>
          <w:rtl/>
        </w:rPr>
        <w:t>)</w:t>
      </w:r>
    </w:p>
    <w:p w:rsidR="001F628F" w:rsidRDefault="001F628F" w:rsidP="001F628F">
      <w:pPr>
        <w:pStyle w:val="libNormal"/>
        <w:rPr>
          <w:rtl/>
        </w:rPr>
      </w:pPr>
      <w:r>
        <w:rPr>
          <w:rFonts w:hint="eastAsia"/>
          <w:rtl/>
        </w:rPr>
        <w:t>خداوند</w:t>
      </w:r>
      <w:r>
        <w:rPr>
          <w:rtl/>
        </w:rPr>
        <w:t xml:space="preserve"> عالم ان كو يہ جواب دے رہا ہے كہ لوگو</w:t>
      </w:r>
      <w:r w:rsidR="00083993">
        <w:rPr>
          <w:rtl/>
        </w:rPr>
        <w:t xml:space="preserve">ں </w:t>
      </w:r>
      <w:r>
        <w:rPr>
          <w:rtl/>
        </w:rPr>
        <w:t>كى ہدايت كے سلسلہ مي</w:t>
      </w:r>
      <w:r w:rsidR="00083993">
        <w:rPr>
          <w:rtl/>
        </w:rPr>
        <w:t xml:space="preserve">ں </w:t>
      </w:r>
      <w:r>
        <w:rPr>
          <w:rtl/>
        </w:rPr>
        <w:t>خداوند عالم كى سنت و طريقہ انسانو</w:t>
      </w:r>
      <w:r w:rsidR="00083993">
        <w:rPr>
          <w:rtl/>
        </w:rPr>
        <w:t xml:space="preserve">ں </w:t>
      </w:r>
      <w:r>
        <w:rPr>
          <w:rtl/>
        </w:rPr>
        <w:t>كو ہدايت كے ليے آمادہ كرنا ہے اور اس سلسلہ مي</w:t>
      </w:r>
      <w:r w:rsidR="00083993">
        <w:rPr>
          <w:rtl/>
        </w:rPr>
        <w:t xml:space="preserve">ں </w:t>
      </w:r>
      <w:r>
        <w:rPr>
          <w:rtl/>
        </w:rPr>
        <w:t>كسى قسم كا جبر در كار نہي</w:t>
      </w:r>
      <w:r w:rsidR="00083993">
        <w:rPr>
          <w:rtl/>
        </w:rPr>
        <w:t xml:space="preserve">ں </w:t>
      </w:r>
      <w:r>
        <w:rPr>
          <w:rtl/>
        </w:rPr>
        <w:t>ہے_</w:t>
      </w:r>
    </w:p>
    <w:p w:rsidR="001F628F" w:rsidRDefault="001F628F" w:rsidP="00DC087A">
      <w:pPr>
        <w:pStyle w:val="libNormal"/>
        <w:rPr>
          <w:rtl/>
        </w:rPr>
      </w:pPr>
      <w:r>
        <w:rPr>
          <w:rtl/>
        </w:rPr>
        <w:t>9_ لوگو</w:t>
      </w:r>
      <w:r w:rsidR="00083993">
        <w:rPr>
          <w:rtl/>
        </w:rPr>
        <w:t xml:space="preserve">ں </w:t>
      </w:r>
      <w:r>
        <w:rPr>
          <w:rtl/>
        </w:rPr>
        <w:t>كى ہدايت كے سلسلہ مي</w:t>
      </w:r>
      <w:r w:rsidR="00083993">
        <w:rPr>
          <w:rtl/>
        </w:rPr>
        <w:t xml:space="preserve">ں </w:t>
      </w:r>
      <w:r>
        <w:rPr>
          <w:rtl/>
        </w:rPr>
        <w:t>خداوند مالك كايہ اصول نہي</w:t>
      </w:r>
      <w:r w:rsidR="00083993">
        <w:rPr>
          <w:rtl/>
        </w:rPr>
        <w:t xml:space="preserve">ں </w:t>
      </w:r>
      <w:r>
        <w:rPr>
          <w:rtl/>
        </w:rPr>
        <w:t>كہ وہ اپنى قہرانہ قدرت سے استفادہ كرتے ہوئے انہي</w:t>
      </w:r>
      <w:r w:rsidR="00083993">
        <w:rPr>
          <w:rtl/>
        </w:rPr>
        <w:t xml:space="preserve">ں </w:t>
      </w:r>
      <w:r>
        <w:rPr>
          <w:rtl/>
        </w:rPr>
        <w:t>مجبور كرے_</w:t>
      </w:r>
      <w:r w:rsidRPr="00DC087A">
        <w:rPr>
          <w:rStyle w:val="libArabicChar"/>
          <w:rFonts w:hint="eastAsia"/>
          <w:rtl/>
        </w:rPr>
        <w:t>لو</w:t>
      </w:r>
      <w:r w:rsidRPr="00DC087A">
        <w:rPr>
          <w:rStyle w:val="libArabicChar"/>
          <w:rtl/>
        </w:rPr>
        <w:t xml:space="preserve"> شاء 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ما</w:t>
      </w:r>
      <w:r w:rsidRPr="00DC087A">
        <w:rPr>
          <w:rStyle w:val="libArabicChar"/>
          <w:rtl/>
        </w:rPr>
        <w:t xml:space="preserve"> </w:t>
      </w:r>
      <w:r w:rsidRPr="00DC087A">
        <w:rPr>
          <w:rStyle w:val="libArabicChar"/>
          <w:rFonts w:hint="cs"/>
          <w:rtl/>
        </w:rPr>
        <w:t>عبدنا</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دون</w:t>
      </w:r>
      <w:r w:rsidR="00120F63" w:rsidRPr="00B2551F">
        <w:rPr>
          <w:rStyle w:val="libArabicChar"/>
          <w:rFonts w:hint="cs"/>
          <w:rtl/>
        </w:rPr>
        <w:t>ه</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شيء</w:t>
      </w:r>
      <w:r w:rsidRPr="00DC087A">
        <w:rPr>
          <w:rStyle w:val="libArabicChar"/>
          <w:rtl/>
        </w:rPr>
        <w:t xml:space="preserve"> ...</w:t>
      </w:r>
      <w:r w:rsidRPr="00DC087A">
        <w:rPr>
          <w:rStyle w:val="libArabicChar"/>
          <w:rFonts w:hint="cs"/>
          <w:rtl/>
        </w:rPr>
        <w:t>وما</w:t>
      </w:r>
      <w:r w:rsidRPr="00DC087A">
        <w:rPr>
          <w:rStyle w:val="libArabicChar"/>
          <w:rtl/>
        </w:rPr>
        <w:t xml:space="preserve"> </w:t>
      </w:r>
      <w:r w:rsidRPr="00DC087A">
        <w:rPr>
          <w:rStyle w:val="libArabicChar"/>
          <w:rFonts w:hint="cs"/>
          <w:rtl/>
        </w:rPr>
        <w:t>ارسلنا</w:t>
      </w:r>
      <w:r w:rsidRPr="00DC087A">
        <w:rPr>
          <w:rStyle w:val="libArabicChar"/>
          <w:rtl/>
        </w:rPr>
        <w:t xml:space="preserve"> </w:t>
      </w:r>
      <w:r w:rsidRPr="00DC087A">
        <w:rPr>
          <w:rStyle w:val="libArabicChar"/>
          <w:rFonts w:hint="cs"/>
          <w:rtl/>
        </w:rPr>
        <w:t>من</w:t>
      </w:r>
      <w:r w:rsidRPr="00DC087A">
        <w:rPr>
          <w:rStyle w:val="libArabicChar"/>
          <w:rtl/>
        </w:rPr>
        <w:t xml:space="preserve"> </w:t>
      </w:r>
      <w:r w:rsidRPr="00DC087A">
        <w:rPr>
          <w:rStyle w:val="libArabicChar"/>
          <w:rFonts w:hint="cs"/>
          <w:rtl/>
        </w:rPr>
        <w:t>قبلك</w:t>
      </w:r>
      <w:r w:rsidRPr="00DC087A">
        <w:rPr>
          <w:rStyle w:val="libArabicChar"/>
          <w:rtl/>
        </w:rPr>
        <w:t xml:space="preserve"> </w:t>
      </w:r>
      <w:r w:rsidRPr="00DC087A">
        <w:rPr>
          <w:rStyle w:val="libArabicChar"/>
          <w:rFonts w:hint="cs"/>
          <w:rtl/>
        </w:rPr>
        <w:t>الاّ</w:t>
      </w:r>
      <w:r w:rsidRPr="00DC087A">
        <w:rPr>
          <w:rStyle w:val="libArabicChar"/>
          <w:rtl/>
        </w:rPr>
        <w:t xml:space="preserve"> </w:t>
      </w:r>
      <w:r w:rsidRPr="00DC087A">
        <w:rPr>
          <w:rStyle w:val="libArabicChar"/>
          <w:rFonts w:hint="cs"/>
          <w:rtl/>
        </w:rPr>
        <w:t>رجالاً</w:t>
      </w:r>
      <w:r w:rsidRPr="00DC087A">
        <w:rPr>
          <w:rStyle w:val="libArabicChar"/>
          <w:rtl/>
        </w:rPr>
        <w:t xml:space="preserve"> </w:t>
      </w:r>
      <w:r w:rsidRPr="00DC087A">
        <w:rPr>
          <w:rStyle w:val="libArabicChar"/>
          <w:rFonts w:hint="cs"/>
          <w:rtl/>
        </w:rPr>
        <w:t>نوحى</w:t>
      </w:r>
      <w:r w:rsidRPr="00DC087A">
        <w:rPr>
          <w:rStyle w:val="libArabicChar"/>
          <w:rtl/>
        </w:rPr>
        <w:t xml:space="preserve"> الي</w:t>
      </w:r>
      <w:r w:rsidR="00120F63" w:rsidRPr="00B2551F">
        <w:rPr>
          <w:rStyle w:val="libArabicChar"/>
          <w:rFonts w:hint="cs"/>
          <w:rtl/>
        </w:rPr>
        <w:t>ه</w:t>
      </w:r>
      <w:r w:rsidRPr="00DC087A">
        <w:rPr>
          <w:rStyle w:val="libArabicChar"/>
          <w:rFonts w:hint="cs"/>
          <w:rtl/>
        </w:rPr>
        <w:t>م</w:t>
      </w:r>
    </w:p>
    <w:p w:rsidR="001F628F" w:rsidRDefault="001F628F" w:rsidP="00DC087A">
      <w:pPr>
        <w:pStyle w:val="libNormal"/>
        <w:rPr>
          <w:rtl/>
        </w:rPr>
      </w:pPr>
      <w:r>
        <w:rPr>
          <w:rtl/>
        </w:rPr>
        <w:t>10_ خداوند عالم كا مشركين مكہ كو علماء سے تحقيق و جستجو كرنے كى دعوت دينے كا مقصد يہ ہے كہ وہ انسانو</w:t>
      </w:r>
      <w:r w:rsidR="00083993">
        <w:rPr>
          <w:rtl/>
        </w:rPr>
        <w:t xml:space="preserve">ں </w:t>
      </w:r>
      <w:r>
        <w:rPr>
          <w:rtl/>
        </w:rPr>
        <w:t>پر وحى كے نزول كى حقيقت كو درك كرسكے</w:t>
      </w:r>
      <w:r w:rsidR="00083993">
        <w:rPr>
          <w:rtl/>
        </w:rPr>
        <w:t xml:space="preserve">ں </w:t>
      </w:r>
      <w:r>
        <w:rPr>
          <w:rtl/>
        </w:rPr>
        <w:t>_</w:t>
      </w:r>
      <w:r w:rsidRPr="00DC087A">
        <w:rPr>
          <w:rStyle w:val="libArabicChar"/>
          <w:rFonts w:hint="eastAsia"/>
          <w:rtl/>
        </w:rPr>
        <w:t>وما</w:t>
      </w:r>
      <w:r w:rsidRPr="00DC087A">
        <w:rPr>
          <w:rStyle w:val="libArabicChar"/>
          <w:rtl/>
        </w:rPr>
        <w:t xml:space="preserve"> ارسلنامن قبلك الاّ رجالاً ...فاسئلوا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1F628F" w:rsidRDefault="001F628F" w:rsidP="001F628F">
      <w:pPr>
        <w:pStyle w:val="libNormal"/>
        <w:rPr>
          <w:rtl/>
        </w:rPr>
      </w:pPr>
      <w:r>
        <w:rPr>
          <w:rFonts w:hint="eastAsia"/>
          <w:rtl/>
        </w:rPr>
        <w:t>ما</w:t>
      </w:r>
      <w:r>
        <w:rPr>
          <w:rtl/>
        </w:rPr>
        <w:t xml:space="preserve"> قبل آيات جو كہ مشركين كے بارے مي</w:t>
      </w:r>
      <w:r w:rsidR="00083993">
        <w:rPr>
          <w:rtl/>
        </w:rPr>
        <w:t xml:space="preserve">ں </w:t>
      </w:r>
      <w:r>
        <w:rPr>
          <w:rtl/>
        </w:rPr>
        <w:t>تھي</w:t>
      </w:r>
      <w:r w:rsidR="00083993">
        <w:rPr>
          <w:rtl/>
        </w:rPr>
        <w:t xml:space="preserve">ں </w:t>
      </w:r>
      <w:r>
        <w:rPr>
          <w:rtl/>
        </w:rPr>
        <w:t>كے قرينہ كى بناء پر ''فاسئلوا ''كا مخاطب ممكن ہے مشركين ہو</w:t>
      </w:r>
      <w:r w:rsidR="00083993">
        <w:rPr>
          <w:rtl/>
        </w:rPr>
        <w:t xml:space="preserve">ں </w:t>
      </w:r>
      <w:r>
        <w:rPr>
          <w:rtl/>
        </w:rPr>
        <w:t>_</w:t>
      </w:r>
    </w:p>
    <w:p w:rsidR="001F628F" w:rsidRDefault="001F628F" w:rsidP="00DC087A">
      <w:pPr>
        <w:pStyle w:val="libNormal"/>
        <w:rPr>
          <w:rtl/>
        </w:rPr>
      </w:pPr>
      <w:r>
        <w:rPr>
          <w:rtl/>
        </w:rPr>
        <w:t>11_ انسان پر وحى كے امكان سے نا آگاہ افراد كے ليے اس كى حقيقت كو درك كرنے كے ليے ضرورى ہے كہ وہ علماء كى طرف رجوع كري</w:t>
      </w:r>
      <w:r w:rsidR="00083993">
        <w:rPr>
          <w:rtl/>
        </w:rPr>
        <w:t xml:space="preserve">ں </w:t>
      </w:r>
      <w:r>
        <w:rPr>
          <w:rtl/>
        </w:rPr>
        <w:t>_</w:t>
      </w:r>
      <w:r w:rsidRPr="00DC087A">
        <w:rPr>
          <w:rStyle w:val="libArabicChar"/>
          <w:rFonts w:hint="eastAsia"/>
          <w:rtl/>
        </w:rPr>
        <w:t>وما</w:t>
      </w:r>
      <w:r w:rsidRPr="00DC087A">
        <w:rPr>
          <w:rStyle w:val="libArabicChar"/>
          <w:rtl/>
        </w:rPr>
        <w:t xml:space="preserve"> أرسلنامن قبلك ... فاسئلو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1F628F" w:rsidRDefault="001F628F" w:rsidP="001F628F">
      <w:pPr>
        <w:pStyle w:val="libNormal"/>
        <w:rPr>
          <w:rtl/>
        </w:rPr>
      </w:pPr>
      <w:r>
        <w:rPr>
          <w:rtl/>
        </w:rPr>
        <w:t>12_ ناآگاہ افراد كو مختلف امور مي</w:t>
      </w:r>
      <w:r w:rsidR="00083993">
        <w:rPr>
          <w:rtl/>
        </w:rPr>
        <w:t xml:space="preserve">ں </w:t>
      </w:r>
      <w:r>
        <w:rPr>
          <w:rtl/>
        </w:rPr>
        <w:t>اپنى جہالت دور كرنے كے ليے علماء كى طرف رجوع كرنا چاہيے_</w:t>
      </w:r>
    </w:p>
    <w:p w:rsidR="001F628F" w:rsidRDefault="001F628F" w:rsidP="00DC087A">
      <w:pPr>
        <w:pStyle w:val="libArabic"/>
        <w:rPr>
          <w:rtl/>
        </w:rPr>
      </w:pPr>
      <w:r>
        <w:rPr>
          <w:rFonts w:hint="eastAsia"/>
          <w:rtl/>
        </w:rPr>
        <w:t>فاسئلو</w:t>
      </w:r>
      <w:r>
        <w:rPr>
          <w:rtl/>
        </w:rPr>
        <w:t xml:space="preserve"> ا ا</w:t>
      </w:r>
      <w:r w:rsidR="00120F63" w:rsidRPr="00ED5DE8">
        <w:rPr>
          <w:rFonts w:hint="cs"/>
          <w:rtl/>
        </w:rPr>
        <w:t>ه</w:t>
      </w:r>
      <w:r>
        <w:rPr>
          <w:rFonts w:hint="cs"/>
          <w:rtl/>
        </w:rPr>
        <w:t>ل</w:t>
      </w:r>
      <w:r>
        <w:rPr>
          <w:rtl/>
        </w:rPr>
        <w:t xml:space="preserve"> </w:t>
      </w:r>
      <w:r>
        <w:rPr>
          <w:rFonts w:hint="cs"/>
          <w:rtl/>
        </w:rPr>
        <w:t>الذكر</w:t>
      </w:r>
      <w:r>
        <w:rPr>
          <w:rtl/>
        </w:rPr>
        <w:t xml:space="preserve"> </w:t>
      </w:r>
      <w:r>
        <w:rPr>
          <w:rFonts w:hint="cs"/>
          <w:rtl/>
        </w:rPr>
        <w:t>ان</w:t>
      </w:r>
      <w:r>
        <w:rPr>
          <w:rtl/>
        </w:rPr>
        <w:t xml:space="preserve"> </w:t>
      </w:r>
      <w:r>
        <w:rPr>
          <w:rFonts w:hint="cs"/>
          <w:rtl/>
        </w:rPr>
        <w:t>كنتم</w:t>
      </w:r>
      <w:r>
        <w:rPr>
          <w:rtl/>
        </w:rPr>
        <w:t xml:space="preserve"> </w:t>
      </w:r>
      <w:r>
        <w:rPr>
          <w:rFonts w:hint="cs"/>
          <w:rtl/>
        </w:rPr>
        <w:t>لا</w:t>
      </w:r>
      <w:r>
        <w:rPr>
          <w:rtl/>
        </w:rPr>
        <w:t xml:space="preserve"> </w:t>
      </w:r>
      <w:r>
        <w:rPr>
          <w:rFonts w:hint="cs"/>
          <w:rtl/>
        </w:rPr>
        <w:t>ت</w:t>
      </w:r>
      <w:r>
        <w:rPr>
          <w:rtl/>
        </w:rPr>
        <w:t>علمون</w:t>
      </w:r>
    </w:p>
    <w:p w:rsidR="001F628F" w:rsidRDefault="001F628F" w:rsidP="00DC087A">
      <w:pPr>
        <w:pStyle w:val="libNormal"/>
        <w:rPr>
          <w:rtl/>
        </w:rPr>
      </w:pPr>
      <w:r>
        <w:rPr>
          <w:rtl/>
        </w:rPr>
        <w:t>13_ علم ، انسان كى ہوشيارى اوراس كى حقائق سے آگاہى كا سبب ہے_</w:t>
      </w:r>
      <w:r w:rsidRPr="00DC087A">
        <w:rPr>
          <w:rStyle w:val="libArabicChar"/>
          <w:rFonts w:hint="eastAsia"/>
          <w:rtl/>
        </w:rPr>
        <w:t>فاسئلو</w:t>
      </w:r>
      <w:r w:rsidRPr="00DC087A">
        <w:rPr>
          <w:rStyle w:val="libArabicChar"/>
          <w:rtl/>
        </w:rPr>
        <w:t xml:space="preserve">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DC087A" w:rsidRDefault="001F628F" w:rsidP="00DC087A">
      <w:pPr>
        <w:pStyle w:val="libNormal"/>
        <w:rPr>
          <w:rtl/>
        </w:rPr>
      </w:pPr>
      <w:r>
        <w:rPr>
          <w:rFonts w:hint="eastAsia"/>
          <w:rtl/>
        </w:rPr>
        <w:t>لغت</w:t>
      </w:r>
      <w:r>
        <w:rPr>
          <w:rtl/>
        </w:rPr>
        <w:t xml:space="preserve"> مي</w:t>
      </w:r>
      <w:r w:rsidR="00083993">
        <w:rPr>
          <w:rtl/>
        </w:rPr>
        <w:t xml:space="preserve">ں </w:t>
      </w:r>
      <w:r>
        <w:rPr>
          <w:rtl/>
        </w:rPr>
        <w:t>''ذكر ''(علمى صورت مي</w:t>
      </w:r>
      <w:r w:rsidR="00083993">
        <w:rPr>
          <w:rtl/>
        </w:rPr>
        <w:t xml:space="preserve">ں </w:t>
      </w:r>
      <w:r>
        <w:rPr>
          <w:rtl/>
        </w:rPr>
        <w:t>) كسى چيز كادل مي</w:t>
      </w:r>
      <w:r w:rsidR="00083993">
        <w:rPr>
          <w:rtl/>
        </w:rPr>
        <w:t xml:space="preserve">ں </w:t>
      </w:r>
      <w:r>
        <w:rPr>
          <w:rtl/>
        </w:rPr>
        <w:t>ہونا ہے اس معنى كے مطابق ذكر ، غفلت اور نسيان كى ضد ہوگا اور ''لا تعلمون'' كے قرينہ كى بناء پر اہل ذكر سے مراد صاحبان علم</w:t>
      </w:r>
      <w:r w:rsidR="00DC087A" w:rsidRPr="00DC087A">
        <w:rPr>
          <w:rFonts w:hint="eastAsia"/>
          <w:rtl/>
        </w:rPr>
        <w:t xml:space="preserve"> </w:t>
      </w:r>
      <w:r w:rsidR="00DC087A">
        <w:rPr>
          <w:rFonts w:hint="eastAsia"/>
          <w:rtl/>
        </w:rPr>
        <w:t xml:space="preserve">ہيں </w:t>
      </w:r>
      <w:r w:rsidR="00DC087A">
        <w:rPr>
          <w:rtl/>
        </w:rPr>
        <w:t>_اس بات كو مد نظر ركھتے ہوئے كہ علم كے ليے ذكر كى تعبير استعمال ہوتى ہے ممكن ہے مذكورہ نكتے كا فائدہ دے _</w:t>
      </w:r>
    </w:p>
    <w:p w:rsidR="00DC087A" w:rsidRDefault="00DC087A" w:rsidP="00DC087A">
      <w:pPr>
        <w:pStyle w:val="libNormal"/>
        <w:rPr>
          <w:rtl/>
        </w:rPr>
      </w:pPr>
      <w:r>
        <w:rPr>
          <w:rtl/>
        </w:rPr>
        <w:t>14_ سوال ، شناخت كا ذريعہ ہے_</w:t>
      </w:r>
      <w:r w:rsidRPr="00DC087A">
        <w:rPr>
          <w:rStyle w:val="libArabicChar"/>
          <w:rFonts w:hint="eastAsia"/>
          <w:rtl/>
        </w:rPr>
        <w:t>فاسئلوا</w:t>
      </w:r>
      <w:r w:rsidRPr="00DC087A">
        <w:rPr>
          <w:rStyle w:val="libArabicChar"/>
          <w:rtl/>
        </w:rPr>
        <w:t xml:space="preserve">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DC087A" w:rsidRDefault="00DC087A" w:rsidP="00DC087A">
      <w:pPr>
        <w:pStyle w:val="libNormal"/>
        <w:rPr>
          <w:rtl/>
        </w:rPr>
      </w:pPr>
      <w:r>
        <w:rPr>
          <w:rtl/>
        </w:rPr>
        <w:t>15_ علماء كى اپنے علم كے دائرہ كا ر ميں رائے، معتبر اور قابل احترام ہے_</w:t>
      </w:r>
      <w:r w:rsidRPr="00DC087A">
        <w:rPr>
          <w:rStyle w:val="libArabicChar"/>
          <w:rFonts w:hint="eastAsia"/>
          <w:rtl/>
        </w:rPr>
        <w:t>فاسئلوا</w:t>
      </w:r>
      <w:r w:rsidRPr="00DC087A">
        <w:rPr>
          <w:rStyle w:val="libArabicChar"/>
          <w:rtl/>
        </w:rPr>
        <w:t xml:space="preserve">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DC087A"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نا</w:t>
      </w:r>
      <w:r>
        <w:rPr>
          <w:rtl/>
        </w:rPr>
        <w:t xml:space="preserve"> آگاہ افراد كا انبياء كے بارے مي</w:t>
      </w:r>
      <w:r w:rsidR="00083993">
        <w:rPr>
          <w:rtl/>
        </w:rPr>
        <w:t xml:space="preserve">ں </w:t>
      </w:r>
      <w:r>
        <w:rPr>
          <w:rtl/>
        </w:rPr>
        <w:t>اطلاعات اور حقيقت نبوت كو درك كرنے كے ليے علماء كى طرف رجوع، اس چيز سے حكايت ہے كہ ان كى بات معتبر ہے _</w:t>
      </w:r>
    </w:p>
    <w:p w:rsidR="001F628F" w:rsidRDefault="001F628F" w:rsidP="001F628F">
      <w:pPr>
        <w:pStyle w:val="libNormal"/>
        <w:rPr>
          <w:rtl/>
        </w:rPr>
      </w:pPr>
      <w:r>
        <w:rPr>
          <w:rtl/>
        </w:rPr>
        <w:t>16_ صدر اسلام مي</w:t>
      </w:r>
      <w:r w:rsidR="00083993">
        <w:rPr>
          <w:rtl/>
        </w:rPr>
        <w:t xml:space="preserve">ں </w:t>
      </w:r>
      <w:r>
        <w:rPr>
          <w:rtl/>
        </w:rPr>
        <w:t>مكّہ مي</w:t>
      </w:r>
      <w:r w:rsidR="00083993">
        <w:rPr>
          <w:rtl/>
        </w:rPr>
        <w:t xml:space="preserve">ں </w:t>
      </w:r>
      <w:r>
        <w:rPr>
          <w:rtl/>
        </w:rPr>
        <w:t>آگاہ ، عالم اور انبياء الہى كے حالات سے مطلع افراد كا موجود ہونا _</w:t>
      </w:r>
    </w:p>
    <w:p w:rsidR="001F628F" w:rsidRDefault="001F628F" w:rsidP="00DC087A">
      <w:pPr>
        <w:pStyle w:val="libArabic"/>
        <w:rPr>
          <w:rtl/>
        </w:rPr>
      </w:pPr>
      <w:r>
        <w:rPr>
          <w:rFonts w:hint="eastAsia"/>
          <w:rtl/>
        </w:rPr>
        <w:t>فاسئلوا</w:t>
      </w:r>
      <w:r>
        <w:rPr>
          <w:rtl/>
        </w:rPr>
        <w:t xml:space="preserve"> ا</w:t>
      </w:r>
      <w:r w:rsidR="00120F63" w:rsidRPr="00ED5DE8">
        <w:rPr>
          <w:rFonts w:hint="cs"/>
          <w:rtl/>
        </w:rPr>
        <w:t>ه</w:t>
      </w:r>
      <w:r>
        <w:rPr>
          <w:rFonts w:hint="cs"/>
          <w:rtl/>
        </w:rPr>
        <w:t>ل</w:t>
      </w:r>
      <w:r>
        <w:rPr>
          <w:rtl/>
        </w:rPr>
        <w:t xml:space="preserve"> </w:t>
      </w:r>
      <w:r>
        <w:rPr>
          <w:rFonts w:hint="cs"/>
          <w:rtl/>
        </w:rPr>
        <w:t>الذكر</w:t>
      </w:r>
      <w:r>
        <w:rPr>
          <w:rtl/>
        </w:rPr>
        <w:t xml:space="preserve"> </w:t>
      </w:r>
      <w:r>
        <w:rPr>
          <w:rFonts w:hint="cs"/>
          <w:rtl/>
        </w:rPr>
        <w:t>ان</w:t>
      </w:r>
      <w:r>
        <w:rPr>
          <w:rtl/>
        </w:rPr>
        <w:t xml:space="preserve"> </w:t>
      </w:r>
      <w:r>
        <w:rPr>
          <w:rFonts w:hint="cs"/>
          <w:rtl/>
        </w:rPr>
        <w:t>كنتم</w:t>
      </w:r>
      <w:r>
        <w:rPr>
          <w:rtl/>
        </w:rPr>
        <w:t xml:space="preserve"> </w:t>
      </w:r>
      <w:r>
        <w:rPr>
          <w:rFonts w:hint="cs"/>
          <w:rtl/>
        </w:rPr>
        <w:t>لا</w:t>
      </w:r>
      <w:r>
        <w:rPr>
          <w:rtl/>
        </w:rPr>
        <w:t xml:space="preserve"> </w:t>
      </w:r>
      <w:r>
        <w:rPr>
          <w:rFonts w:hint="cs"/>
          <w:rtl/>
        </w:rPr>
        <w:t>ت</w:t>
      </w:r>
      <w:r>
        <w:rPr>
          <w:rtl/>
        </w:rPr>
        <w:t>علمون</w:t>
      </w:r>
    </w:p>
    <w:p w:rsidR="001F628F" w:rsidRDefault="001F628F" w:rsidP="00DC087A">
      <w:pPr>
        <w:pStyle w:val="libNormal"/>
        <w:rPr>
          <w:rtl/>
        </w:rPr>
      </w:pPr>
      <w:r>
        <w:rPr>
          <w:rtl/>
        </w:rPr>
        <w:t>17_ لوگو</w:t>
      </w:r>
      <w:r w:rsidR="00083993">
        <w:rPr>
          <w:rtl/>
        </w:rPr>
        <w:t xml:space="preserve">ں </w:t>
      </w:r>
      <w:r>
        <w:rPr>
          <w:rtl/>
        </w:rPr>
        <w:t>كے سوالات كے مرجع، وہ علماء ہو سكتے ہي</w:t>
      </w:r>
      <w:r w:rsidR="00083993">
        <w:rPr>
          <w:rtl/>
        </w:rPr>
        <w:t xml:space="preserve">ں </w:t>
      </w:r>
      <w:r>
        <w:rPr>
          <w:rtl/>
        </w:rPr>
        <w:t>جو مجسمہ علم ہو</w:t>
      </w:r>
      <w:r w:rsidR="00083993">
        <w:rPr>
          <w:rtl/>
        </w:rPr>
        <w:t xml:space="preserve">ں </w:t>
      </w:r>
      <w:r>
        <w:rPr>
          <w:rtl/>
        </w:rPr>
        <w:t>_</w:t>
      </w:r>
      <w:r w:rsidRPr="00DC087A">
        <w:rPr>
          <w:rStyle w:val="libArabicChar"/>
          <w:rFonts w:hint="eastAsia"/>
          <w:rtl/>
        </w:rPr>
        <w:t>فاسئلوا</w:t>
      </w:r>
      <w:r w:rsidRPr="00DC087A">
        <w:rPr>
          <w:rStyle w:val="libArabicChar"/>
          <w:rtl/>
        </w:rPr>
        <w:t xml:space="preserve">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كنتم</w:t>
      </w:r>
      <w:r w:rsidRPr="00DC087A">
        <w:rPr>
          <w:rStyle w:val="libArabicChar"/>
          <w:rtl/>
        </w:rPr>
        <w:t xml:space="preserve"> </w:t>
      </w:r>
      <w:r w:rsidRPr="00DC087A">
        <w:rPr>
          <w:rStyle w:val="libArabicChar"/>
          <w:rFonts w:hint="cs"/>
          <w:rtl/>
        </w:rPr>
        <w:t>لا</w:t>
      </w:r>
      <w:r w:rsidRPr="00DC087A">
        <w:rPr>
          <w:rStyle w:val="libArabicChar"/>
          <w:rtl/>
        </w:rPr>
        <w:t xml:space="preserve"> تعلمون</w:t>
      </w:r>
    </w:p>
    <w:p w:rsidR="001F628F" w:rsidRDefault="001F628F" w:rsidP="001F628F">
      <w:pPr>
        <w:pStyle w:val="libNormal"/>
        <w:rPr>
          <w:rtl/>
        </w:rPr>
      </w:pPr>
      <w:r>
        <w:rPr>
          <w:rtl/>
        </w:rPr>
        <w:t>''اہل ذكر''ان افراد كو كہا جاتا ہے جن كے دلو</w:t>
      </w:r>
      <w:r w:rsidR="00083993">
        <w:rPr>
          <w:rtl/>
        </w:rPr>
        <w:t xml:space="preserve">ں </w:t>
      </w:r>
      <w:r>
        <w:rPr>
          <w:rtl/>
        </w:rPr>
        <w:t>مي</w:t>
      </w:r>
      <w:r w:rsidR="00083993">
        <w:rPr>
          <w:rtl/>
        </w:rPr>
        <w:t xml:space="preserve">ں </w:t>
      </w:r>
      <w:r>
        <w:rPr>
          <w:rtl/>
        </w:rPr>
        <w:t>غفلت اور نسيان نہ پائي جائے اس نكتہ كو مد نظر ركھتے ہوئے ''اہل علم'' كى جگہ ''اہل ذكر'' كالانا ممكن ہے مذكورہ مطلب كى طرف اشارہ ہو_</w:t>
      </w:r>
    </w:p>
    <w:p w:rsidR="001F628F" w:rsidRDefault="001F628F" w:rsidP="001F628F">
      <w:pPr>
        <w:pStyle w:val="libNormal"/>
        <w:rPr>
          <w:rtl/>
        </w:rPr>
      </w:pPr>
      <w:r>
        <w:rPr>
          <w:rtl/>
        </w:rPr>
        <w:t>18_ انبياء كى خصوصيات اور دين كے حقائق كے حصول كے ليے مشورت كرنا ضرورى ہے_</w:t>
      </w:r>
    </w:p>
    <w:p w:rsidR="001F628F" w:rsidRDefault="001F628F" w:rsidP="00DC087A">
      <w:pPr>
        <w:pStyle w:val="libArabic"/>
        <w:rPr>
          <w:rtl/>
        </w:rPr>
      </w:pPr>
      <w:r>
        <w:rPr>
          <w:rFonts w:hint="eastAsia"/>
          <w:rtl/>
        </w:rPr>
        <w:t>فاسئلوا</w:t>
      </w:r>
      <w:r>
        <w:rPr>
          <w:rtl/>
        </w:rPr>
        <w:t xml:space="preserve"> ا</w:t>
      </w:r>
      <w:r w:rsidR="00120F63" w:rsidRPr="00ED5DE8">
        <w:rPr>
          <w:rFonts w:hint="cs"/>
          <w:rtl/>
        </w:rPr>
        <w:t>ه</w:t>
      </w:r>
      <w:r>
        <w:rPr>
          <w:rFonts w:hint="cs"/>
          <w:rtl/>
        </w:rPr>
        <w:t>ل</w:t>
      </w:r>
      <w:r>
        <w:rPr>
          <w:rtl/>
        </w:rPr>
        <w:t xml:space="preserve"> </w:t>
      </w:r>
      <w:r>
        <w:rPr>
          <w:rFonts w:hint="cs"/>
          <w:rtl/>
        </w:rPr>
        <w:t>الذكر</w:t>
      </w:r>
      <w:r>
        <w:rPr>
          <w:rtl/>
        </w:rPr>
        <w:t xml:space="preserve"> </w:t>
      </w:r>
      <w:r>
        <w:rPr>
          <w:rFonts w:hint="cs"/>
          <w:rtl/>
        </w:rPr>
        <w:t>ان</w:t>
      </w:r>
      <w:r>
        <w:rPr>
          <w:rtl/>
        </w:rPr>
        <w:t xml:space="preserve"> </w:t>
      </w:r>
      <w:r>
        <w:rPr>
          <w:rFonts w:hint="cs"/>
          <w:rtl/>
        </w:rPr>
        <w:t>كنتم</w:t>
      </w:r>
      <w:r>
        <w:rPr>
          <w:rtl/>
        </w:rPr>
        <w:t xml:space="preserve"> </w:t>
      </w:r>
      <w:r>
        <w:rPr>
          <w:rFonts w:hint="cs"/>
          <w:rtl/>
        </w:rPr>
        <w:t>لا</w:t>
      </w:r>
      <w:r>
        <w:rPr>
          <w:rtl/>
        </w:rPr>
        <w:t xml:space="preserve"> </w:t>
      </w:r>
      <w:r>
        <w:rPr>
          <w:rFonts w:hint="cs"/>
          <w:rtl/>
        </w:rPr>
        <w:t>ت</w:t>
      </w:r>
      <w:r>
        <w:rPr>
          <w:rtl/>
        </w:rPr>
        <w:t>علمون</w:t>
      </w:r>
    </w:p>
    <w:p w:rsidR="001F628F" w:rsidRDefault="001F628F" w:rsidP="001F628F">
      <w:pPr>
        <w:pStyle w:val="libNormal"/>
        <w:rPr>
          <w:rtl/>
        </w:rPr>
      </w:pPr>
      <w:r>
        <w:rPr>
          <w:rtl/>
        </w:rPr>
        <w:t>''لا تعلمون'' كا متعلق محذوف ہے اور ابتداء آيت كے قرينہ كى بناء پر ممكن ہے اس كا متعلق انبياء اور ان كى خصوصيات ہو</w:t>
      </w:r>
      <w:r w:rsidR="00083993">
        <w:rPr>
          <w:rtl/>
        </w:rPr>
        <w:t xml:space="preserve">ں </w:t>
      </w:r>
      <w:r>
        <w:rPr>
          <w:rtl/>
        </w:rPr>
        <w:t>اور چونكہ انبياء اور ان كے عقيدہ كے بارے مي</w:t>
      </w:r>
      <w:r w:rsidR="00083993">
        <w:rPr>
          <w:rtl/>
        </w:rPr>
        <w:t xml:space="preserve">ں </w:t>
      </w:r>
      <w:r>
        <w:rPr>
          <w:rtl/>
        </w:rPr>
        <w:t>بحث دينى معارف مي</w:t>
      </w:r>
      <w:r w:rsidR="00083993">
        <w:rPr>
          <w:rtl/>
        </w:rPr>
        <w:t xml:space="preserve">ں </w:t>
      </w:r>
      <w:r>
        <w:rPr>
          <w:rtl/>
        </w:rPr>
        <w:t>سے ہے لہذايہ كہا جاسكتا ہے كہ باقى دينى مسائل بھى اس مي</w:t>
      </w:r>
      <w:r w:rsidR="00083993">
        <w:rPr>
          <w:rtl/>
        </w:rPr>
        <w:t xml:space="preserve">ں </w:t>
      </w:r>
      <w:r>
        <w:rPr>
          <w:rtl/>
        </w:rPr>
        <w:t>شامل ہي</w:t>
      </w:r>
      <w:r w:rsidR="00083993">
        <w:rPr>
          <w:rtl/>
        </w:rPr>
        <w:t xml:space="preserve">ں </w:t>
      </w:r>
      <w:r>
        <w:rPr>
          <w:rtl/>
        </w:rPr>
        <w:t>_</w:t>
      </w:r>
    </w:p>
    <w:p w:rsidR="001F628F" w:rsidRDefault="001F628F" w:rsidP="001F628F">
      <w:pPr>
        <w:pStyle w:val="libNormal"/>
        <w:rPr>
          <w:rtl/>
        </w:rPr>
      </w:pPr>
      <w:r>
        <w:rPr>
          <w:rtl/>
        </w:rPr>
        <w:t>19_</w:t>
      </w:r>
      <w:r w:rsidRPr="00DC087A">
        <w:rPr>
          <w:rStyle w:val="libArabicChar"/>
          <w:rtl/>
        </w:rPr>
        <w:t>''عن رسول اللّ</w:t>
      </w:r>
      <w:r w:rsidR="00120F63" w:rsidRPr="00B2551F">
        <w:rPr>
          <w:rStyle w:val="libArabicChar"/>
          <w:rFonts w:hint="cs"/>
          <w:rtl/>
        </w:rPr>
        <w:t>ه</w:t>
      </w:r>
      <w:r w:rsidR="00F031CD" w:rsidRPr="00F031CD">
        <w:rPr>
          <w:rStyle w:val="libAlaemChar"/>
          <w:rtl/>
        </w:rPr>
        <w:t xml:space="preserve"> صلى‌الله‌عليه‌وآله‌وسلم </w:t>
      </w:r>
      <w:r w:rsidRPr="00DC087A">
        <w:rPr>
          <w:rStyle w:val="libArabicChar"/>
          <w:rtl/>
        </w:rPr>
        <w:t xml:space="preserve"> </w:t>
      </w:r>
      <w:r w:rsidRPr="00DC087A">
        <w:rPr>
          <w:rStyle w:val="libArabicChar"/>
          <w:rFonts w:hint="cs"/>
          <w:rtl/>
        </w:rPr>
        <w:t>قال</w:t>
      </w:r>
      <w:r w:rsidRPr="00DC087A">
        <w:rPr>
          <w:rStyle w:val="libArabicChar"/>
          <w:rtl/>
        </w:rPr>
        <w:t xml:space="preserve">: </w:t>
      </w:r>
      <w:r w:rsidRPr="00DC087A">
        <w:rPr>
          <w:rStyle w:val="libArabicChar"/>
          <w:rFonts w:hint="cs"/>
          <w:rtl/>
        </w:rPr>
        <w:t>لا</w:t>
      </w:r>
      <w:r w:rsidRPr="00DC087A">
        <w:rPr>
          <w:rStyle w:val="libArabicChar"/>
          <w:rtl/>
        </w:rPr>
        <w:t xml:space="preserve"> </w:t>
      </w:r>
      <w:r w:rsidRPr="00DC087A">
        <w:rPr>
          <w:rStyle w:val="libArabicChar"/>
          <w:rFonts w:hint="cs"/>
          <w:rtl/>
        </w:rPr>
        <w:t>ينبغى</w:t>
      </w:r>
      <w:r w:rsidRPr="00DC087A">
        <w:rPr>
          <w:rStyle w:val="libArabicChar"/>
          <w:rtl/>
        </w:rPr>
        <w:t xml:space="preserve"> </w:t>
      </w:r>
      <w:r w:rsidRPr="00DC087A">
        <w:rPr>
          <w:rStyle w:val="libArabicChar"/>
          <w:rFonts w:hint="cs"/>
          <w:rtl/>
        </w:rPr>
        <w:t>للعالم</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يسَلت</w:t>
      </w:r>
      <w:r w:rsidRPr="00DC087A">
        <w:rPr>
          <w:rStyle w:val="libArabicChar"/>
          <w:rtl/>
        </w:rPr>
        <w:t xml:space="preserve"> </w:t>
      </w:r>
      <w:r w:rsidRPr="00DC087A">
        <w:rPr>
          <w:rStyle w:val="libArabicChar"/>
          <w:rFonts w:hint="cs"/>
          <w:rtl/>
        </w:rPr>
        <w:t>على</w:t>
      </w:r>
      <w:r w:rsidRPr="00DC087A">
        <w:rPr>
          <w:rStyle w:val="libArabicChar"/>
          <w:rtl/>
        </w:rPr>
        <w:t xml:space="preserve"> </w:t>
      </w:r>
      <w:r w:rsidRPr="00DC087A">
        <w:rPr>
          <w:rStyle w:val="libArabicChar"/>
          <w:rFonts w:hint="cs"/>
          <w:rtl/>
        </w:rPr>
        <w:t>علم</w:t>
      </w:r>
      <w:r w:rsidR="00120F63" w:rsidRPr="00B2551F">
        <w:rPr>
          <w:rStyle w:val="libArabicChar"/>
          <w:rFonts w:hint="cs"/>
          <w:rtl/>
        </w:rPr>
        <w:t>ه</w:t>
      </w:r>
      <w:r w:rsidRPr="00DC087A">
        <w:rPr>
          <w:rStyle w:val="libArabicChar"/>
          <w:rtl/>
        </w:rPr>
        <w:t xml:space="preserve"> </w:t>
      </w:r>
      <w:r w:rsidRPr="00DC087A">
        <w:rPr>
          <w:rStyle w:val="libArabicChar"/>
          <w:rFonts w:hint="cs"/>
          <w:rtl/>
        </w:rPr>
        <w:t>و</w:t>
      </w:r>
      <w:r w:rsidR="00120F63" w:rsidRPr="00B2551F">
        <w:rPr>
          <w:rStyle w:val="libArabicChar"/>
          <w:rFonts w:hint="cs"/>
          <w:rtl/>
        </w:rPr>
        <w:t>ه</w:t>
      </w:r>
      <w:r w:rsidRPr="00DC087A">
        <w:rPr>
          <w:rStyle w:val="libArabicChar"/>
          <w:rtl/>
        </w:rPr>
        <w:t xml:space="preserve"> </w:t>
      </w:r>
      <w:r w:rsidRPr="00DC087A">
        <w:rPr>
          <w:rStyle w:val="libArabicChar"/>
          <w:rFonts w:hint="cs"/>
          <w:rtl/>
        </w:rPr>
        <w:t>ينبغى</w:t>
      </w:r>
      <w:r w:rsidRPr="00DC087A">
        <w:rPr>
          <w:rStyle w:val="libArabicChar"/>
          <w:rtl/>
        </w:rPr>
        <w:t xml:space="preserve"> للجا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ان</w:t>
      </w:r>
      <w:r w:rsidRPr="00DC087A">
        <w:rPr>
          <w:rStyle w:val="libArabicChar"/>
          <w:rtl/>
        </w:rPr>
        <w:t xml:space="preserve"> </w:t>
      </w:r>
      <w:r w:rsidRPr="00DC087A">
        <w:rPr>
          <w:rStyle w:val="libArabicChar"/>
          <w:rFonts w:hint="cs"/>
          <w:rtl/>
        </w:rPr>
        <w:t>يسَلت</w:t>
      </w:r>
      <w:r w:rsidRPr="00DC087A">
        <w:rPr>
          <w:rStyle w:val="libArabicChar"/>
          <w:rtl/>
        </w:rPr>
        <w:t xml:space="preserve"> </w:t>
      </w:r>
      <w:r w:rsidRPr="00DC087A">
        <w:rPr>
          <w:rStyle w:val="libArabicChar"/>
          <w:rFonts w:hint="cs"/>
          <w:rtl/>
        </w:rPr>
        <w:t>على</w:t>
      </w:r>
      <w:r w:rsidRPr="00DC087A">
        <w:rPr>
          <w:rStyle w:val="libArabicChar"/>
          <w:rtl/>
        </w:rPr>
        <w:t xml:space="preserve"> </w:t>
      </w:r>
      <w:r w:rsidRPr="00DC087A">
        <w:rPr>
          <w:rStyle w:val="libArabicChar"/>
          <w:rFonts w:hint="cs"/>
          <w:rtl/>
        </w:rPr>
        <w:t>ج</w:t>
      </w:r>
      <w:r w:rsidR="00120F63" w:rsidRPr="00B2551F">
        <w:rPr>
          <w:rStyle w:val="libArabicChar"/>
          <w:rFonts w:hint="cs"/>
          <w:rtl/>
        </w:rPr>
        <w:t>ه</w:t>
      </w:r>
      <w:r w:rsidRPr="00DC087A">
        <w:rPr>
          <w:rStyle w:val="libArabicChar"/>
          <w:rFonts w:hint="cs"/>
          <w:rtl/>
        </w:rPr>
        <w:t>ل</w:t>
      </w:r>
      <w:r w:rsidR="00120F63" w:rsidRPr="00B2551F">
        <w:rPr>
          <w:rStyle w:val="libArabicChar"/>
          <w:rFonts w:hint="cs"/>
          <w:rtl/>
        </w:rPr>
        <w:t>ه</w:t>
      </w:r>
      <w:r w:rsidRPr="00DC087A">
        <w:rPr>
          <w:rStyle w:val="libArabicChar"/>
          <w:rtl/>
        </w:rPr>
        <w:t xml:space="preserve"> </w:t>
      </w:r>
      <w:r w:rsidRPr="00DC087A">
        <w:rPr>
          <w:rStyle w:val="libArabicChar"/>
          <w:rFonts w:hint="cs"/>
          <w:rtl/>
        </w:rPr>
        <w:t>وقد</w:t>
      </w:r>
      <w:r w:rsidRPr="00DC087A">
        <w:rPr>
          <w:rStyle w:val="libArabicChar"/>
          <w:rtl/>
        </w:rPr>
        <w:t xml:space="preserve"> </w:t>
      </w:r>
      <w:r w:rsidRPr="00DC087A">
        <w:rPr>
          <w:rStyle w:val="libArabicChar"/>
          <w:rFonts w:hint="cs"/>
          <w:rtl/>
        </w:rPr>
        <w:t>قال</w:t>
      </w:r>
      <w:r w:rsidRPr="00DC087A">
        <w:rPr>
          <w:rStyle w:val="libArabicChar"/>
          <w:rtl/>
        </w:rPr>
        <w:t xml:space="preserve"> </w:t>
      </w:r>
      <w:r w:rsidRPr="00DC087A">
        <w:rPr>
          <w:rStyle w:val="libArabicChar"/>
          <w:rFonts w:hint="cs"/>
          <w:rtl/>
        </w:rPr>
        <w:t>اللّ</w:t>
      </w:r>
      <w:r w:rsidR="00120F63" w:rsidRPr="00B2551F">
        <w:rPr>
          <w:rStyle w:val="libArabicChar"/>
          <w:rFonts w:hint="cs"/>
          <w:rtl/>
        </w:rPr>
        <w:t>ه</w:t>
      </w:r>
      <w:r w:rsidRPr="00DC087A">
        <w:rPr>
          <w:rStyle w:val="libArabicChar"/>
          <w:rtl/>
        </w:rPr>
        <w:t xml:space="preserve"> : (</w:t>
      </w:r>
      <w:r w:rsidRPr="00DC087A">
        <w:rPr>
          <w:rStyle w:val="libArabicChar"/>
          <w:rFonts w:hint="cs"/>
          <w:rtl/>
        </w:rPr>
        <w:t>فاسئلوا</w:t>
      </w:r>
      <w:r w:rsidRPr="00DC087A">
        <w:rPr>
          <w:rStyle w:val="libArabicChar"/>
          <w:rtl/>
        </w:rPr>
        <w:t xml:space="preserve"> </w:t>
      </w:r>
      <w:r w:rsidRPr="00DC087A">
        <w:rPr>
          <w:rStyle w:val="libArabicChar"/>
          <w:rFonts w:hint="cs"/>
          <w:rtl/>
        </w:rPr>
        <w:t>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FootnotenumChar"/>
          <w:rtl/>
        </w:rPr>
        <w:t>(1)</w:t>
      </w:r>
    </w:p>
    <w:p w:rsidR="001F628F" w:rsidRDefault="001F628F" w:rsidP="00DC087A">
      <w:pPr>
        <w:pStyle w:val="libNormal"/>
        <w:rPr>
          <w:rtl/>
        </w:rPr>
      </w:pPr>
      <w:r>
        <w:rPr>
          <w:rFonts w:hint="eastAsia"/>
          <w:rtl/>
        </w:rPr>
        <w:t>رسول</w:t>
      </w:r>
      <w:r>
        <w:rPr>
          <w:rtl/>
        </w:rPr>
        <w:t xml:space="preserve"> خدا</w:t>
      </w:r>
      <w:r w:rsidR="00F031CD" w:rsidRPr="00F031CD">
        <w:rPr>
          <w:rStyle w:val="libAlaemChar"/>
          <w:rtl/>
        </w:rPr>
        <w:t xml:space="preserve"> صلى‌الله‌عليه‌وآله‌وسلم </w:t>
      </w:r>
      <w:r>
        <w:rPr>
          <w:rtl/>
        </w:rPr>
        <w:t xml:space="preserve"> سے روايت ہے كہ آپ</w:t>
      </w:r>
      <w:r w:rsidR="00F031CD" w:rsidRPr="00F031CD">
        <w:rPr>
          <w:rStyle w:val="libAlaemChar"/>
          <w:rtl/>
        </w:rPr>
        <w:t xml:space="preserve"> صلى‌الله‌عليه‌وآله‌وسلم </w:t>
      </w:r>
      <w:r>
        <w:rPr>
          <w:rtl/>
        </w:rPr>
        <w:t xml:space="preserve"> نے فرمايا كہ عالم كے ليے يہ سزاوارنہي</w:t>
      </w:r>
      <w:r w:rsidR="00083993">
        <w:rPr>
          <w:rtl/>
        </w:rPr>
        <w:t xml:space="preserve">ں </w:t>
      </w:r>
      <w:r>
        <w:rPr>
          <w:rtl/>
        </w:rPr>
        <w:t>كہ وہ اپنے علم پرسكوت اختيار كرے اور جاہل كے ليے يہ شائستہ نہي</w:t>
      </w:r>
      <w:r w:rsidR="00083993">
        <w:rPr>
          <w:rtl/>
        </w:rPr>
        <w:t xml:space="preserve">ں </w:t>
      </w:r>
      <w:r>
        <w:rPr>
          <w:rtl/>
        </w:rPr>
        <w:t xml:space="preserve">كہ وہ اپنى جہالت پر خاموش رہے جيسا كہ خداوند عالم نے فرمايا ہے: </w:t>
      </w:r>
      <w:r w:rsidRPr="00DC087A">
        <w:rPr>
          <w:rStyle w:val="libArabicChar"/>
          <w:rtl/>
        </w:rPr>
        <w:t>فاسئلوا ا</w:t>
      </w:r>
      <w:r w:rsidR="00120F63" w:rsidRPr="00B2551F">
        <w:rPr>
          <w:rStyle w:val="libArabicChar"/>
          <w:rFonts w:hint="cs"/>
          <w:rtl/>
        </w:rPr>
        <w:t>ه</w:t>
      </w:r>
      <w:r w:rsidRPr="00DC087A">
        <w:rPr>
          <w:rStyle w:val="libArabicChar"/>
          <w:rFonts w:hint="cs"/>
          <w:rtl/>
        </w:rPr>
        <w:t>ل</w:t>
      </w:r>
      <w:r w:rsidRPr="00DC087A">
        <w:rPr>
          <w:rStyle w:val="libArabicChar"/>
          <w:rtl/>
        </w:rPr>
        <w:t xml:space="preserve"> </w:t>
      </w:r>
      <w:r w:rsidRPr="00DC087A">
        <w:rPr>
          <w:rStyle w:val="libArabicChar"/>
          <w:rFonts w:hint="cs"/>
          <w:rtl/>
        </w:rPr>
        <w:t>الذكر</w:t>
      </w:r>
      <w:r w:rsidRPr="00DC087A">
        <w:rPr>
          <w:rStyle w:val="libArabicChar"/>
          <w:rtl/>
        </w:rPr>
        <w:t xml:space="preserve"> ...''</w:t>
      </w:r>
    </w:p>
    <w:p w:rsidR="001F628F" w:rsidRDefault="001F628F" w:rsidP="00DC087A">
      <w:pPr>
        <w:pStyle w:val="libNormal"/>
        <w:rPr>
          <w:rtl/>
        </w:rPr>
      </w:pPr>
      <w:r>
        <w:rPr>
          <w:rFonts w:hint="eastAsia"/>
          <w:rtl/>
        </w:rPr>
        <w:t>اسلام</w:t>
      </w:r>
      <w:r>
        <w:rPr>
          <w:rtl/>
        </w:rPr>
        <w:t>:</w:t>
      </w:r>
      <w:r>
        <w:rPr>
          <w:rFonts w:hint="eastAsia"/>
          <w:rtl/>
        </w:rPr>
        <w:t>صدر</w:t>
      </w:r>
      <w:r>
        <w:rPr>
          <w:rtl/>
        </w:rPr>
        <w:t xml:space="preserve"> اسلام كى تاريخ 16</w:t>
      </w:r>
    </w:p>
    <w:p w:rsidR="001F628F" w:rsidRDefault="001F628F" w:rsidP="00DC087A">
      <w:pPr>
        <w:pStyle w:val="libNormal"/>
        <w:rPr>
          <w:rtl/>
        </w:rPr>
      </w:pPr>
      <w:r>
        <w:rPr>
          <w:rFonts w:hint="eastAsia"/>
          <w:rtl/>
        </w:rPr>
        <w:t>الله</w:t>
      </w:r>
      <w:r>
        <w:rPr>
          <w:rtl/>
        </w:rPr>
        <w:t xml:space="preserve"> تعالي:</w:t>
      </w:r>
      <w:r>
        <w:rPr>
          <w:rFonts w:hint="eastAsia"/>
          <w:rtl/>
        </w:rPr>
        <w:t>الله</w:t>
      </w:r>
      <w:r>
        <w:rPr>
          <w:rtl/>
        </w:rPr>
        <w:t xml:space="preserve"> تعالى كى دعوتي</w:t>
      </w:r>
      <w:r w:rsidR="00083993">
        <w:rPr>
          <w:rtl/>
        </w:rPr>
        <w:t xml:space="preserve">ں </w:t>
      </w:r>
      <w:r>
        <w:rPr>
          <w:rtl/>
        </w:rPr>
        <w:t>10; الله تعالى كى سنتي</w:t>
      </w:r>
      <w:r w:rsidR="00083993">
        <w:rPr>
          <w:rtl/>
        </w:rPr>
        <w:t xml:space="preserve">ں </w:t>
      </w:r>
      <w:r>
        <w:rPr>
          <w:rtl/>
        </w:rPr>
        <w:t>9; الله تعالى كى نعمات6</w:t>
      </w:r>
    </w:p>
    <w:p w:rsidR="001F628F" w:rsidRDefault="00B84D3B" w:rsidP="00B84D3B">
      <w:pPr>
        <w:pStyle w:val="libLine"/>
        <w:rPr>
          <w:rtl/>
        </w:rPr>
      </w:pPr>
      <w:r>
        <w:rPr>
          <w:rtl/>
        </w:rPr>
        <w:t>____________________</w:t>
      </w:r>
    </w:p>
    <w:p w:rsidR="001F628F" w:rsidRPr="00DC087A" w:rsidRDefault="001F628F" w:rsidP="001F628F">
      <w:pPr>
        <w:pStyle w:val="libNormal"/>
        <w:rPr>
          <w:rStyle w:val="libFootnoteChar"/>
          <w:rtl/>
        </w:rPr>
      </w:pPr>
      <w:r>
        <w:rPr>
          <w:rtl/>
        </w:rPr>
        <w:t>1</w:t>
      </w:r>
      <w:r w:rsidRPr="00DC087A">
        <w:rPr>
          <w:rStyle w:val="libFootnoteChar"/>
          <w:rtl/>
        </w:rPr>
        <w:t>) الدر المنشور ج5، ص133_</w:t>
      </w:r>
    </w:p>
    <w:p w:rsidR="00DC087A" w:rsidRDefault="001E7F9D" w:rsidP="00F73EDE">
      <w:pPr>
        <w:pStyle w:val="libPoemTini"/>
        <w:rPr>
          <w:rtl/>
        </w:rPr>
      </w:pPr>
      <w:r>
        <w:rPr>
          <w:rtl/>
        </w:rPr>
        <w:br w:type="page"/>
      </w:r>
    </w:p>
    <w:p w:rsidR="001F628F" w:rsidRDefault="003D0BA1" w:rsidP="00DC087A">
      <w:pPr>
        <w:pStyle w:val="libNormal"/>
        <w:rPr>
          <w:rtl/>
        </w:rPr>
      </w:pPr>
      <w:r>
        <w:rPr>
          <w:rFonts w:hint="eastAsia"/>
          <w:rtl/>
        </w:rPr>
        <w:lastRenderedPageBreak/>
        <w:t>انبياء</w:t>
      </w:r>
      <w:r w:rsidR="001F628F">
        <w:rPr>
          <w:rtl/>
        </w:rPr>
        <w:t>:</w:t>
      </w:r>
      <w:r w:rsidR="001F628F">
        <w:rPr>
          <w:rFonts w:hint="eastAsia"/>
          <w:rtl/>
        </w:rPr>
        <w:t>انبياء</w:t>
      </w:r>
      <w:r w:rsidR="001F628F">
        <w:rPr>
          <w:rtl/>
        </w:rPr>
        <w:t xml:space="preserve"> كا بشر ہونا _1; انبياء كا مرد ہونا 2،7; انبياء كو وحى 3; انبياء كى بعثت كے آثار 8; انبياء كى تاريخ 4; انبياء كى جنس2; انبياء كى خصوصيات كى تحقيق18; انبياء كى نعمات6; حضرت محمد</w:t>
      </w:r>
      <w:r w:rsidR="00F031CD" w:rsidRPr="00F031CD">
        <w:rPr>
          <w:rStyle w:val="libAlaemChar"/>
          <w:rtl/>
        </w:rPr>
        <w:t xml:space="preserve"> صلى‌الله‌عليه‌وآله‌وسلم </w:t>
      </w:r>
      <w:r w:rsidR="001F628F">
        <w:rPr>
          <w:rtl/>
        </w:rPr>
        <w:t xml:space="preserve"> سے پہلے انبياء 4</w:t>
      </w:r>
    </w:p>
    <w:p w:rsidR="001F628F" w:rsidRDefault="001F628F" w:rsidP="00DC087A">
      <w:pPr>
        <w:pStyle w:val="libNormal"/>
        <w:rPr>
          <w:rtl/>
        </w:rPr>
      </w:pPr>
      <w:r>
        <w:rPr>
          <w:rFonts w:hint="eastAsia"/>
          <w:rtl/>
        </w:rPr>
        <w:t>انسان</w:t>
      </w:r>
      <w:r>
        <w:rPr>
          <w:rtl/>
        </w:rPr>
        <w:t>:</w:t>
      </w:r>
      <w:r>
        <w:rPr>
          <w:rFonts w:hint="eastAsia"/>
          <w:rtl/>
        </w:rPr>
        <w:t>انسان</w:t>
      </w:r>
      <w:r>
        <w:rPr>
          <w:rtl/>
        </w:rPr>
        <w:t xml:space="preserve"> كا اختيار 9; انسانو</w:t>
      </w:r>
      <w:r w:rsidR="00083993">
        <w:rPr>
          <w:rtl/>
        </w:rPr>
        <w:t xml:space="preserve">ں </w:t>
      </w:r>
      <w:r>
        <w:rPr>
          <w:rtl/>
        </w:rPr>
        <w:t>كى ہدايت 9</w:t>
      </w:r>
    </w:p>
    <w:p w:rsidR="001F628F" w:rsidRDefault="001F628F" w:rsidP="00DC087A">
      <w:pPr>
        <w:pStyle w:val="libNormal"/>
        <w:rPr>
          <w:rtl/>
        </w:rPr>
      </w:pPr>
      <w:r>
        <w:rPr>
          <w:rFonts w:hint="eastAsia"/>
          <w:rtl/>
        </w:rPr>
        <w:t>تقليد</w:t>
      </w:r>
      <w:r>
        <w:rPr>
          <w:rtl/>
        </w:rPr>
        <w:t>:</w:t>
      </w:r>
      <w:r>
        <w:rPr>
          <w:rFonts w:hint="eastAsia"/>
          <w:rtl/>
        </w:rPr>
        <w:t>علماء</w:t>
      </w:r>
      <w:r>
        <w:rPr>
          <w:rtl/>
        </w:rPr>
        <w:t xml:space="preserve"> كى تقليد 12; تقليدكے وجوب كے دلائل 12</w:t>
      </w:r>
    </w:p>
    <w:p w:rsidR="001F628F" w:rsidRDefault="001F628F" w:rsidP="00DC087A">
      <w:pPr>
        <w:pStyle w:val="libNormal"/>
        <w:rPr>
          <w:rtl/>
        </w:rPr>
      </w:pPr>
      <w:r>
        <w:rPr>
          <w:rFonts w:hint="eastAsia"/>
          <w:rtl/>
        </w:rPr>
        <w:t>جبر</w:t>
      </w:r>
      <w:r>
        <w:rPr>
          <w:rtl/>
        </w:rPr>
        <w:t xml:space="preserve"> واختيار:</w:t>
      </w:r>
      <w:r>
        <w:rPr>
          <w:rFonts w:hint="eastAsia"/>
          <w:rtl/>
        </w:rPr>
        <w:t>جبر</w:t>
      </w:r>
      <w:r>
        <w:rPr>
          <w:rtl/>
        </w:rPr>
        <w:t xml:space="preserve"> و اختيار كے باطل ہونے كے دلائل 8</w:t>
      </w:r>
    </w:p>
    <w:p w:rsidR="001F628F" w:rsidRDefault="001F628F" w:rsidP="00DC087A">
      <w:pPr>
        <w:pStyle w:val="libNormal"/>
        <w:rPr>
          <w:rtl/>
        </w:rPr>
      </w:pPr>
      <w:r>
        <w:rPr>
          <w:rFonts w:hint="eastAsia"/>
          <w:rtl/>
        </w:rPr>
        <w:t>جہلائ</w:t>
      </w:r>
      <w:r>
        <w:rPr>
          <w:rtl/>
        </w:rPr>
        <w:t>:</w:t>
      </w:r>
      <w:r>
        <w:rPr>
          <w:rFonts w:hint="eastAsia"/>
          <w:rtl/>
        </w:rPr>
        <w:t>جہلا</w:t>
      </w:r>
      <w:r>
        <w:rPr>
          <w:rtl/>
        </w:rPr>
        <w:t xml:space="preserve"> اور </w:t>
      </w:r>
      <w:r w:rsidR="005E05E0">
        <w:rPr>
          <w:rtl/>
        </w:rPr>
        <w:t>علماء</w:t>
      </w:r>
      <w:r>
        <w:rPr>
          <w:rtl/>
        </w:rPr>
        <w:t>12</w:t>
      </w:r>
    </w:p>
    <w:p w:rsidR="001F628F" w:rsidRDefault="001F628F" w:rsidP="00DC087A">
      <w:pPr>
        <w:pStyle w:val="libNormal"/>
        <w:rPr>
          <w:rtl/>
        </w:rPr>
      </w:pPr>
      <w:r>
        <w:rPr>
          <w:rFonts w:hint="eastAsia"/>
          <w:rtl/>
        </w:rPr>
        <w:t>حقائق</w:t>
      </w:r>
      <w:r>
        <w:rPr>
          <w:rtl/>
        </w:rPr>
        <w:t xml:space="preserve"> :</w:t>
      </w:r>
      <w:r>
        <w:rPr>
          <w:rFonts w:hint="eastAsia"/>
          <w:rtl/>
        </w:rPr>
        <w:t>حقائق</w:t>
      </w:r>
      <w:r>
        <w:rPr>
          <w:rtl/>
        </w:rPr>
        <w:t xml:space="preserve"> بيان كرنے كے اسباب13</w:t>
      </w:r>
    </w:p>
    <w:p w:rsidR="001F628F" w:rsidRDefault="001F628F" w:rsidP="00DC087A">
      <w:pPr>
        <w:pStyle w:val="libNormal"/>
        <w:rPr>
          <w:rtl/>
        </w:rPr>
      </w:pPr>
      <w:r>
        <w:rPr>
          <w:rFonts w:hint="eastAsia"/>
          <w:rtl/>
        </w:rPr>
        <w:t>دين</w:t>
      </w:r>
      <w:r>
        <w:rPr>
          <w:rtl/>
        </w:rPr>
        <w:t>:</w:t>
      </w:r>
      <w:r>
        <w:rPr>
          <w:rFonts w:hint="eastAsia"/>
          <w:rtl/>
        </w:rPr>
        <w:t>دين</w:t>
      </w:r>
      <w:r>
        <w:rPr>
          <w:rtl/>
        </w:rPr>
        <w:t xml:space="preserve"> كے حقائق كى تحقيق18</w:t>
      </w:r>
    </w:p>
    <w:p w:rsidR="001F628F" w:rsidRDefault="001F628F" w:rsidP="001F628F">
      <w:pPr>
        <w:pStyle w:val="libNormal"/>
        <w:rPr>
          <w:rtl/>
        </w:rPr>
      </w:pPr>
      <w:r>
        <w:rPr>
          <w:rFonts w:hint="eastAsia"/>
          <w:rtl/>
        </w:rPr>
        <w:t>روايت</w:t>
      </w:r>
      <w:r>
        <w:rPr>
          <w:rtl/>
        </w:rPr>
        <w:t>:19</w:t>
      </w:r>
    </w:p>
    <w:p w:rsidR="001F628F" w:rsidRDefault="001F628F" w:rsidP="00DC087A">
      <w:pPr>
        <w:pStyle w:val="libNormal"/>
        <w:rPr>
          <w:rtl/>
        </w:rPr>
      </w:pPr>
      <w:r>
        <w:rPr>
          <w:rFonts w:hint="eastAsia"/>
          <w:rtl/>
        </w:rPr>
        <w:t>سوال</w:t>
      </w:r>
      <w:r>
        <w:rPr>
          <w:rtl/>
        </w:rPr>
        <w:t>:</w:t>
      </w:r>
      <w:r>
        <w:rPr>
          <w:rFonts w:hint="eastAsia"/>
          <w:rtl/>
        </w:rPr>
        <w:t>سوال</w:t>
      </w:r>
      <w:r>
        <w:rPr>
          <w:rtl/>
        </w:rPr>
        <w:t xml:space="preserve"> كرنے كے فوائد 14</w:t>
      </w:r>
    </w:p>
    <w:p w:rsidR="001F628F" w:rsidRDefault="001F628F" w:rsidP="00DC087A">
      <w:pPr>
        <w:pStyle w:val="libNormal"/>
        <w:rPr>
          <w:rtl/>
        </w:rPr>
      </w:pPr>
      <w:r>
        <w:rPr>
          <w:rFonts w:hint="eastAsia"/>
          <w:rtl/>
        </w:rPr>
        <w:t>شناخت</w:t>
      </w:r>
      <w:r>
        <w:rPr>
          <w:rtl/>
        </w:rPr>
        <w:t>:</w:t>
      </w:r>
      <w:r>
        <w:rPr>
          <w:rFonts w:hint="eastAsia"/>
          <w:rtl/>
        </w:rPr>
        <w:t>شناخت</w:t>
      </w:r>
      <w:r>
        <w:rPr>
          <w:rtl/>
        </w:rPr>
        <w:t xml:space="preserve"> كے وسائل 14</w:t>
      </w:r>
    </w:p>
    <w:p w:rsidR="001F628F" w:rsidRDefault="001F628F" w:rsidP="00DC087A">
      <w:pPr>
        <w:pStyle w:val="libNormal"/>
        <w:rPr>
          <w:rtl/>
        </w:rPr>
      </w:pPr>
      <w:r>
        <w:rPr>
          <w:rFonts w:hint="eastAsia"/>
          <w:rtl/>
        </w:rPr>
        <w:t>علم</w:t>
      </w:r>
      <w:r>
        <w:rPr>
          <w:rtl/>
        </w:rPr>
        <w:t>:</w:t>
      </w:r>
      <w:r>
        <w:rPr>
          <w:rFonts w:hint="eastAsia"/>
          <w:rtl/>
        </w:rPr>
        <w:t>علم</w:t>
      </w:r>
      <w:r>
        <w:rPr>
          <w:rtl/>
        </w:rPr>
        <w:t xml:space="preserve"> كو چھپانے كى مذمت 19;علم كے آثار13</w:t>
      </w:r>
    </w:p>
    <w:p w:rsidR="001F628F" w:rsidRDefault="005E05E0" w:rsidP="00DC087A">
      <w:pPr>
        <w:pStyle w:val="libNormal"/>
        <w:rPr>
          <w:rtl/>
        </w:rPr>
      </w:pPr>
      <w:r>
        <w:rPr>
          <w:rFonts w:hint="eastAsia"/>
          <w:rtl/>
        </w:rPr>
        <w:t>علماء</w:t>
      </w:r>
      <w:r w:rsidR="001F628F">
        <w:rPr>
          <w:rtl/>
        </w:rPr>
        <w:t>:</w:t>
      </w:r>
      <w:r w:rsidR="001F628F">
        <w:rPr>
          <w:rFonts w:hint="eastAsia"/>
          <w:rtl/>
        </w:rPr>
        <w:t>صدر</w:t>
      </w:r>
      <w:r w:rsidR="001F628F">
        <w:rPr>
          <w:rtl/>
        </w:rPr>
        <w:t xml:space="preserve"> اسلام كے علماء 16;علماء اور انبياء 16; علماء كا كردار 11،12; علماء سے سوال10،17،19; علماء كى طرف رجوع 12،17; علماء كى طرف رجوع كى اہميت 11; علماء كے قول كى حجيّت كى حدود 15</w:t>
      </w:r>
    </w:p>
    <w:p w:rsidR="001F628F" w:rsidRDefault="001F628F" w:rsidP="001F628F">
      <w:pPr>
        <w:pStyle w:val="libNormal"/>
        <w:rPr>
          <w:rtl/>
        </w:rPr>
      </w:pPr>
      <w:r>
        <w:rPr>
          <w:rFonts w:hint="eastAsia"/>
          <w:rtl/>
        </w:rPr>
        <w:t>علماء</w:t>
      </w:r>
      <w:r>
        <w:rPr>
          <w:rtl/>
        </w:rPr>
        <w:t xml:space="preserve"> مكہ:16</w:t>
      </w:r>
    </w:p>
    <w:p w:rsidR="001F628F" w:rsidRDefault="001F628F" w:rsidP="00DC087A">
      <w:pPr>
        <w:pStyle w:val="libNormal"/>
        <w:rPr>
          <w:rtl/>
        </w:rPr>
      </w:pPr>
      <w:r>
        <w:rPr>
          <w:rFonts w:hint="eastAsia"/>
          <w:rtl/>
        </w:rPr>
        <w:t>مشركين</w:t>
      </w:r>
      <w:r>
        <w:rPr>
          <w:rtl/>
        </w:rPr>
        <w:t>:</w:t>
      </w:r>
      <w:r>
        <w:rPr>
          <w:rFonts w:hint="eastAsia"/>
          <w:rtl/>
        </w:rPr>
        <w:t>مشركين</w:t>
      </w:r>
      <w:r>
        <w:rPr>
          <w:rtl/>
        </w:rPr>
        <w:t xml:space="preserve"> كا باطل عقيدہ 8; مشركين كى جبر گرائي8</w:t>
      </w:r>
    </w:p>
    <w:p w:rsidR="001F628F" w:rsidRDefault="001F628F" w:rsidP="00DC087A">
      <w:pPr>
        <w:pStyle w:val="libNormal"/>
        <w:rPr>
          <w:rtl/>
        </w:rPr>
      </w:pPr>
      <w:r>
        <w:rPr>
          <w:rFonts w:hint="eastAsia"/>
          <w:rtl/>
        </w:rPr>
        <w:t>مشركين</w:t>
      </w:r>
      <w:r>
        <w:rPr>
          <w:rtl/>
        </w:rPr>
        <w:t xml:space="preserve"> مكہ:</w:t>
      </w:r>
      <w:r>
        <w:rPr>
          <w:rFonts w:hint="eastAsia"/>
          <w:rtl/>
        </w:rPr>
        <w:t>مشركين</w:t>
      </w:r>
      <w:r>
        <w:rPr>
          <w:rtl/>
        </w:rPr>
        <w:t xml:space="preserve"> اور بشر كا نبى ہونا 5; مشركين مكہ كو دعوت10; مشركين مكہ كى فكر 5</w:t>
      </w:r>
    </w:p>
    <w:p w:rsidR="001F628F" w:rsidRDefault="001F628F" w:rsidP="00DC087A">
      <w:pPr>
        <w:pStyle w:val="libNormal"/>
        <w:rPr>
          <w:rtl/>
        </w:rPr>
      </w:pPr>
      <w:r>
        <w:rPr>
          <w:rFonts w:hint="eastAsia"/>
          <w:rtl/>
        </w:rPr>
        <w:t>نبوت</w:t>
      </w:r>
      <w:r>
        <w:rPr>
          <w:rtl/>
        </w:rPr>
        <w:t>:</w:t>
      </w:r>
      <w:r>
        <w:rPr>
          <w:rFonts w:hint="eastAsia"/>
          <w:rtl/>
        </w:rPr>
        <w:t>نبوت</w:t>
      </w:r>
      <w:r>
        <w:rPr>
          <w:rtl/>
        </w:rPr>
        <w:t xml:space="preserve"> كے شرائط 7</w:t>
      </w:r>
    </w:p>
    <w:p w:rsidR="001F628F" w:rsidRDefault="001F628F" w:rsidP="001F628F">
      <w:pPr>
        <w:pStyle w:val="libNormal"/>
        <w:rPr>
          <w:rtl/>
        </w:rPr>
      </w:pPr>
      <w:r>
        <w:rPr>
          <w:rFonts w:hint="eastAsia"/>
          <w:rtl/>
        </w:rPr>
        <w:t>نبوت</w:t>
      </w:r>
      <w:r>
        <w:rPr>
          <w:rtl/>
        </w:rPr>
        <w:t xml:space="preserve"> كى نعمت 6</w:t>
      </w:r>
    </w:p>
    <w:p w:rsidR="001F628F" w:rsidRDefault="001F628F" w:rsidP="00DC087A">
      <w:pPr>
        <w:pStyle w:val="libNormal"/>
        <w:rPr>
          <w:rtl/>
        </w:rPr>
      </w:pPr>
      <w:r>
        <w:rPr>
          <w:rFonts w:hint="eastAsia"/>
          <w:rtl/>
        </w:rPr>
        <w:t>وحي</w:t>
      </w:r>
      <w:r>
        <w:rPr>
          <w:rtl/>
        </w:rPr>
        <w:t>:</w:t>
      </w:r>
      <w:r>
        <w:rPr>
          <w:rFonts w:hint="eastAsia"/>
          <w:rtl/>
        </w:rPr>
        <w:t>بشر</w:t>
      </w:r>
      <w:r>
        <w:rPr>
          <w:rtl/>
        </w:rPr>
        <w:t xml:space="preserve"> پر وحى كا نازل ہونا 5; بشر پر وحى نازل ہونے كے بارے مي</w:t>
      </w:r>
      <w:r w:rsidR="00083993">
        <w:rPr>
          <w:rtl/>
        </w:rPr>
        <w:t xml:space="preserve">ں </w:t>
      </w:r>
      <w:r>
        <w:rPr>
          <w:rtl/>
        </w:rPr>
        <w:t>سوال 10</w:t>
      </w:r>
    </w:p>
    <w:p w:rsidR="001F628F" w:rsidRDefault="001F628F" w:rsidP="00DC087A">
      <w:pPr>
        <w:pStyle w:val="libNormal"/>
        <w:rPr>
          <w:rtl/>
        </w:rPr>
      </w:pPr>
      <w:r>
        <w:rPr>
          <w:rFonts w:hint="eastAsia"/>
          <w:rtl/>
        </w:rPr>
        <w:t>ہوشيارى</w:t>
      </w:r>
      <w:r>
        <w:rPr>
          <w:rtl/>
        </w:rPr>
        <w:t xml:space="preserve"> :</w:t>
      </w:r>
      <w:r>
        <w:rPr>
          <w:rFonts w:hint="eastAsia"/>
          <w:rtl/>
        </w:rPr>
        <w:t>ہوشيارى</w:t>
      </w:r>
      <w:r>
        <w:rPr>
          <w:rtl/>
        </w:rPr>
        <w:t xml:space="preserve"> كے اسباب 13</w:t>
      </w:r>
    </w:p>
    <w:p w:rsidR="00DC087A" w:rsidRDefault="001E7F9D" w:rsidP="00F73EDE">
      <w:pPr>
        <w:pStyle w:val="libPoemTini"/>
        <w:rPr>
          <w:rtl/>
        </w:rPr>
      </w:pPr>
      <w:r>
        <w:rPr>
          <w:rtl/>
        </w:rPr>
        <w:br w:type="page"/>
      </w:r>
    </w:p>
    <w:p w:rsidR="00DC087A" w:rsidRDefault="00DC087A" w:rsidP="00DC087A">
      <w:pPr>
        <w:pStyle w:val="Heading2Center"/>
        <w:rPr>
          <w:rtl/>
        </w:rPr>
      </w:pPr>
      <w:bookmarkStart w:id="190" w:name="_Toc28081868"/>
      <w:r>
        <w:rPr>
          <w:rFonts w:hint="cs"/>
          <w:rtl/>
        </w:rPr>
        <w:lastRenderedPageBreak/>
        <w:t>آیت 44</w:t>
      </w:r>
      <w:bookmarkEnd w:id="190"/>
    </w:p>
    <w:p w:rsidR="001F628F" w:rsidRDefault="00E260F9" w:rsidP="00DC087A">
      <w:pPr>
        <w:pStyle w:val="libNormal"/>
        <w:rPr>
          <w:rtl/>
        </w:rPr>
      </w:pPr>
      <w:r w:rsidRPr="00E260F9">
        <w:rPr>
          <w:rStyle w:val="libAlaemChar"/>
          <w:rFonts w:hint="eastAsia"/>
          <w:rtl/>
        </w:rPr>
        <w:t>(</w:t>
      </w:r>
      <w:r w:rsidRPr="00DC087A">
        <w:rPr>
          <w:rStyle w:val="libAieChar"/>
          <w:rFonts w:hint="eastAsia"/>
          <w:rtl/>
        </w:rPr>
        <w:t>بِالْبَيِّنَاتِ</w:t>
      </w:r>
      <w:r w:rsidRPr="00DC087A">
        <w:rPr>
          <w:rStyle w:val="libAieChar"/>
          <w:rtl/>
        </w:rPr>
        <w:t xml:space="preserve"> وَالزُّبُرِ وَأَنزَلْنَا إِلَيْكَ الذِّكْرَ لِتُبَيِّنَ لِلنَّاسِ مَا نُزِّلَ إِلَيْهِمْ وَلَعَلَّهُمْ يَتَفَكَّرُونَ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ان رسولو</w:t>
      </w:r>
      <w:r w:rsidR="00083993">
        <w:rPr>
          <w:rtl/>
        </w:rPr>
        <w:t xml:space="preserve">ں </w:t>
      </w:r>
      <w:r>
        <w:rPr>
          <w:rtl/>
        </w:rPr>
        <w:t>كو معجزات اور كتابو</w:t>
      </w:r>
      <w:r w:rsidR="00083993">
        <w:rPr>
          <w:rtl/>
        </w:rPr>
        <w:t xml:space="preserve">ں </w:t>
      </w:r>
      <w:r>
        <w:rPr>
          <w:rtl/>
        </w:rPr>
        <w:t>كے ساتھ بھيجا ہے اور آپ كى طرف بھى ذكر كو (قرآن) نازل كيا ہے تا كہ ان كے لئے ان احكام كو واضح كردي</w:t>
      </w:r>
      <w:r w:rsidR="00083993">
        <w:rPr>
          <w:rtl/>
        </w:rPr>
        <w:t xml:space="preserve">ں </w:t>
      </w:r>
      <w:r>
        <w:rPr>
          <w:rtl/>
        </w:rPr>
        <w:t>جو انكى طرف نازل كئے گئے ہي</w:t>
      </w:r>
      <w:r w:rsidR="00083993">
        <w:rPr>
          <w:rtl/>
        </w:rPr>
        <w:t xml:space="preserve">ں </w:t>
      </w:r>
      <w:r>
        <w:rPr>
          <w:rtl/>
        </w:rPr>
        <w:t>اور شايد يہ اس بارے مي</w:t>
      </w:r>
      <w:r w:rsidR="00083993">
        <w:rPr>
          <w:rtl/>
        </w:rPr>
        <w:t xml:space="preserve">ں </w:t>
      </w:r>
      <w:r>
        <w:rPr>
          <w:rtl/>
        </w:rPr>
        <w:t>كچھ غور و فكر كري</w:t>
      </w:r>
      <w:r w:rsidR="00083993">
        <w:rPr>
          <w:rtl/>
        </w:rPr>
        <w:t xml:space="preserve">ں </w:t>
      </w:r>
      <w:r>
        <w:rPr>
          <w:rtl/>
        </w:rPr>
        <w:t>_</w:t>
      </w:r>
    </w:p>
    <w:p w:rsidR="001F628F" w:rsidRDefault="001F628F" w:rsidP="00DC087A">
      <w:pPr>
        <w:pStyle w:val="libNormal"/>
        <w:rPr>
          <w:rtl/>
        </w:rPr>
      </w:pPr>
      <w:r>
        <w:rPr>
          <w:rtl/>
        </w:rPr>
        <w:t>1_ خداوند عالم نے اپنے تمام انبياء اور رسولو</w:t>
      </w:r>
      <w:r w:rsidR="00083993">
        <w:rPr>
          <w:rtl/>
        </w:rPr>
        <w:t xml:space="preserve">ں </w:t>
      </w:r>
      <w:r>
        <w:rPr>
          <w:rtl/>
        </w:rPr>
        <w:t>كو روشن دلائل ( معجزات ) اور كتاب كے ساتھ لوگو</w:t>
      </w:r>
      <w:r w:rsidR="00083993">
        <w:rPr>
          <w:rtl/>
        </w:rPr>
        <w:t xml:space="preserve">ں </w:t>
      </w:r>
      <w:r>
        <w:rPr>
          <w:rtl/>
        </w:rPr>
        <w:t>كيطرف بھيجا ہے_</w:t>
      </w:r>
      <w:r w:rsidRPr="00DC087A">
        <w:rPr>
          <w:rStyle w:val="libArabicChar"/>
          <w:rFonts w:hint="eastAsia"/>
          <w:rtl/>
        </w:rPr>
        <w:t>وماء</w:t>
      </w:r>
      <w:r w:rsidRPr="00DC087A">
        <w:rPr>
          <w:rStyle w:val="libArabicChar"/>
          <w:rtl/>
        </w:rPr>
        <w:t xml:space="preserve"> ارسلنا من قبلك الا رجالاً بالبينّ</w:t>
      </w:r>
      <w:r w:rsidR="007D15BB">
        <w:rPr>
          <w:rStyle w:val="libArabicChar"/>
          <w:rFonts w:hint="cs"/>
          <w:rtl/>
        </w:rPr>
        <w:t>ا</w:t>
      </w:r>
      <w:r w:rsidRPr="00DC087A">
        <w:rPr>
          <w:rStyle w:val="libArabicChar"/>
          <w:rtl/>
        </w:rPr>
        <w:t>ت و الزبر</w:t>
      </w:r>
    </w:p>
    <w:p w:rsidR="001F628F" w:rsidRDefault="001F628F" w:rsidP="001F628F">
      <w:pPr>
        <w:pStyle w:val="libNormal"/>
        <w:rPr>
          <w:rtl/>
        </w:rPr>
      </w:pPr>
      <w:r>
        <w:rPr>
          <w:rtl/>
        </w:rPr>
        <w:t>''زبر'' ''زبور'' كى جمع ہے جس كا معنى كتابي</w:t>
      </w:r>
      <w:r w:rsidR="00083993">
        <w:rPr>
          <w:rtl/>
        </w:rPr>
        <w:t xml:space="preserve">ں </w:t>
      </w:r>
      <w:r>
        <w:rPr>
          <w:rtl/>
        </w:rPr>
        <w:t>ہي</w:t>
      </w:r>
      <w:r w:rsidR="00083993">
        <w:rPr>
          <w:rtl/>
        </w:rPr>
        <w:t xml:space="preserve">ں </w:t>
      </w:r>
      <w:r>
        <w:rPr>
          <w:rtl/>
        </w:rPr>
        <w:t>_</w:t>
      </w:r>
    </w:p>
    <w:p w:rsidR="001F628F" w:rsidRDefault="001F628F" w:rsidP="00DC087A">
      <w:pPr>
        <w:pStyle w:val="libNormal"/>
        <w:rPr>
          <w:rtl/>
        </w:rPr>
      </w:pPr>
      <w:r>
        <w:rPr>
          <w:rtl/>
        </w:rPr>
        <w:t>2_ انبياء اور د يگر انسانو</w:t>
      </w:r>
      <w:r w:rsidR="00083993">
        <w:rPr>
          <w:rtl/>
        </w:rPr>
        <w:t xml:space="preserve">ں </w:t>
      </w:r>
      <w:r>
        <w:rPr>
          <w:rtl/>
        </w:rPr>
        <w:t>مي</w:t>
      </w:r>
      <w:r w:rsidR="00083993">
        <w:rPr>
          <w:rtl/>
        </w:rPr>
        <w:t xml:space="preserve">ں </w:t>
      </w:r>
      <w:r>
        <w:rPr>
          <w:rtl/>
        </w:rPr>
        <w:t>فرق يہ ہے كہ انبياء ،خدا سے وحى دريافت كرتے اور مقام نبوت و آسمانى كتاب كے حامل ہوتے ہي</w:t>
      </w:r>
      <w:r w:rsidR="00083993">
        <w:rPr>
          <w:rtl/>
        </w:rPr>
        <w:t xml:space="preserve">ں </w:t>
      </w:r>
      <w:r>
        <w:rPr>
          <w:rtl/>
        </w:rPr>
        <w:t>_</w:t>
      </w:r>
      <w:r w:rsidRPr="00DC087A">
        <w:rPr>
          <w:rStyle w:val="libArabicChar"/>
          <w:rFonts w:hint="eastAsia"/>
          <w:rtl/>
        </w:rPr>
        <w:t>وما</w:t>
      </w:r>
      <w:r w:rsidRPr="00DC087A">
        <w:rPr>
          <w:rStyle w:val="libArabicChar"/>
          <w:rtl/>
        </w:rPr>
        <w:t xml:space="preserve"> ارسلنا من قبلك الاّ رجالاً نوحى الي</w:t>
      </w:r>
      <w:r w:rsidR="00120F63" w:rsidRPr="00B2551F">
        <w:rPr>
          <w:rStyle w:val="libArabicChar"/>
          <w:rFonts w:hint="cs"/>
          <w:rtl/>
        </w:rPr>
        <w:t>ه</w:t>
      </w:r>
      <w:r w:rsidRPr="00DC087A">
        <w:rPr>
          <w:rStyle w:val="libArabicChar"/>
          <w:rFonts w:hint="cs"/>
          <w:rtl/>
        </w:rPr>
        <w:t>م</w:t>
      </w:r>
      <w:r w:rsidRPr="00DC087A">
        <w:rPr>
          <w:rStyle w:val="libArabicChar"/>
          <w:rtl/>
        </w:rPr>
        <w:t xml:space="preserve"> ...</w:t>
      </w:r>
      <w:r w:rsidR="004866ED" w:rsidRPr="004866ED">
        <w:rPr>
          <w:rStyle w:val="libArabicChar"/>
          <w:rFonts w:hint="cs"/>
          <w:rtl/>
        </w:rPr>
        <w:t>بالبيّنات</w:t>
      </w:r>
      <w:r w:rsidRPr="00DC087A">
        <w:rPr>
          <w:rStyle w:val="libArabicChar"/>
          <w:rtl/>
        </w:rPr>
        <w:t xml:space="preserve"> </w:t>
      </w:r>
      <w:r w:rsidRPr="00DC087A">
        <w:rPr>
          <w:rStyle w:val="libArabicChar"/>
          <w:rFonts w:hint="cs"/>
          <w:rtl/>
        </w:rPr>
        <w:t>و</w:t>
      </w:r>
      <w:r w:rsidRPr="00DC087A">
        <w:rPr>
          <w:rStyle w:val="libArabicChar"/>
          <w:rtl/>
        </w:rPr>
        <w:t xml:space="preserve"> الزبر</w:t>
      </w:r>
    </w:p>
    <w:p w:rsidR="001F628F" w:rsidRDefault="001F628F" w:rsidP="001F628F">
      <w:pPr>
        <w:pStyle w:val="libNormal"/>
        <w:rPr>
          <w:rtl/>
        </w:rPr>
      </w:pPr>
      <w:r>
        <w:rPr>
          <w:rFonts w:hint="eastAsia"/>
          <w:rtl/>
        </w:rPr>
        <w:t>مذكورہ</w:t>
      </w:r>
      <w:r>
        <w:rPr>
          <w:rtl/>
        </w:rPr>
        <w:t xml:space="preserve"> مطلب اس نكتہ كى بناء پر ہے جب آيت مي</w:t>
      </w:r>
      <w:r w:rsidR="00083993">
        <w:rPr>
          <w:rtl/>
        </w:rPr>
        <w:t xml:space="preserve">ں </w:t>
      </w:r>
      <w:r>
        <w:rPr>
          <w:rtl/>
        </w:rPr>
        <w:t>انبياء كے بارے مي</w:t>
      </w:r>
      <w:r w:rsidR="00083993">
        <w:rPr>
          <w:rtl/>
        </w:rPr>
        <w:t xml:space="preserve">ں </w:t>
      </w:r>
      <w:r>
        <w:rPr>
          <w:rtl/>
        </w:rPr>
        <w:t>گفتگو جارى ہو وہ اسطرح كہ ان كا تعلق جنس بشريت سے ہے _(</w:t>
      </w:r>
      <w:r w:rsidRPr="00DC087A">
        <w:rPr>
          <w:rStyle w:val="libArabicChar"/>
          <w:rtl/>
        </w:rPr>
        <w:t>وما ارسلنا من قبلك الاّ رجالاً نوحى الي</w:t>
      </w:r>
      <w:r w:rsidR="00120F63" w:rsidRPr="00B2551F">
        <w:rPr>
          <w:rStyle w:val="libArabicChar"/>
          <w:rFonts w:hint="cs"/>
          <w:rtl/>
        </w:rPr>
        <w:t>ه</w:t>
      </w:r>
      <w:r w:rsidRPr="00DC087A">
        <w:rPr>
          <w:rStyle w:val="libArabicChar"/>
          <w:rFonts w:hint="cs"/>
          <w:rtl/>
        </w:rPr>
        <w:t>م</w:t>
      </w:r>
      <w:r>
        <w:rPr>
          <w:rtl/>
        </w:rPr>
        <w:t xml:space="preserve"> ...) اور ان كيطرف وحى نازل ہوتى ہے وغيرہ</w:t>
      </w:r>
    </w:p>
    <w:p w:rsidR="001F628F" w:rsidRDefault="001F628F" w:rsidP="001F628F">
      <w:pPr>
        <w:pStyle w:val="libNormal"/>
        <w:rPr>
          <w:rtl/>
        </w:rPr>
      </w:pPr>
      <w:r>
        <w:rPr>
          <w:rtl/>
        </w:rPr>
        <w:t>3_خدوند عالم نے انبياء كو دلائل و كتاب دينے كے سلسلہ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كو قرآن مجيد عطا كيا ہے_</w:t>
      </w:r>
    </w:p>
    <w:p w:rsidR="001F628F" w:rsidRDefault="001F628F" w:rsidP="00DC087A">
      <w:pPr>
        <w:pStyle w:val="libArabic"/>
        <w:rPr>
          <w:rtl/>
        </w:rPr>
      </w:pPr>
      <w:r>
        <w:rPr>
          <w:rFonts w:hint="eastAsia"/>
          <w:rtl/>
        </w:rPr>
        <w:t>وأنزلنا</w:t>
      </w:r>
      <w:r>
        <w:rPr>
          <w:rtl/>
        </w:rPr>
        <w:t xml:space="preserve"> اليك الذكر</w:t>
      </w:r>
    </w:p>
    <w:p w:rsidR="001F628F" w:rsidRDefault="001F628F" w:rsidP="001F628F">
      <w:pPr>
        <w:pStyle w:val="libNormal"/>
        <w:rPr>
          <w:rtl/>
        </w:rPr>
      </w:pPr>
      <w:r>
        <w:rPr>
          <w:rtl/>
        </w:rPr>
        <w:t>5_ قرآن كريم كے نامو</w:t>
      </w:r>
      <w:r w:rsidR="00083993">
        <w:rPr>
          <w:rtl/>
        </w:rPr>
        <w:t xml:space="preserve">ں </w:t>
      </w:r>
      <w:r>
        <w:rPr>
          <w:rtl/>
        </w:rPr>
        <w:t>مي</w:t>
      </w:r>
      <w:r w:rsidR="00083993">
        <w:rPr>
          <w:rtl/>
        </w:rPr>
        <w:t xml:space="preserve">ں </w:t>
      </w:r>
      <w:r>
        <w:rPr>
          <w:rtl/>
        </w:rPr>
        <w:t>سے ايك نام ''ذكر'' ہے_</w:t>
      </w:r>
    </w:p>
    <w:p w:rsidR="00DC087A" w:rsidRDefault="001E7F9D" w:rsidP="00F73EDE">
      <w:pPr>
        <w:pStyle w:val="libPoemTini"/>
        <w:rPr>
          <w:rtl/>
        </w:rPr>
      </w:pPr>
      <w:r>
        <w:rPr>
          <w:rtl/>
        </w:rPr>
        <w:cr/>
      </w:r>
      <w:r>
        <w:rPr>
          <w:rtl/>
        </w:rPr>
        <w:br w:type="page"/>
      </w:r>
    </w:p>
    <w:p w:rsidR="001F628F" w:rsidRDefault="001F628F" w:rsidP="00DC087A">
      <w:pPr>
        <w:pStyle w:val="libArabic"/>
        <w:rPr>
          <w:rtl/>
        </w:rPr>
      </w:pPr>
      <w:r>
        <w:rPr>
          <w:rFonts w:hint="eastAsia"/>
          <w:rtl/>
        </w:rPr>
        <w:lastRenderedPageBreak/>
        <w:t>وأنزلنا</w:t>
      </w:r>
      <w:r>
        <w:rPr>
          <w:rtl/>
        </w:rPr>
        <w:t xml:space="preserve"> اليك الذكر</w:t>
      </w:r>
    </w:p>
    <w:p w:rsidR="001F628F" w:rsidRDefault="001F628F" w:rsidP="00DC087A">
      <w:pPr>
        <w:pStyle w:val="libNormal"/>
        <w:rPr>
          <w:rtl/>
        </w:rPr>
      </w:pPr>
      <w:r>
        <w:rPr>
          <w:rtl/>
        </w:rPr>
        <w:t>6_ پيغمبر اكرم</w:t>
      </w:r>
      <w:r w:rsidR="00F031CD" w:rsidRPr="00F031CD">
        <w:rPr>
          <w:rStyle w:val="libAlaemChar"/>
          <w:rtl/>
        </w:rPr>
        <w:t xml:space="preserve"> صلى‌الله‌عليه‌وآله‌وسلم </w:t>
      </w:r>
      <w:r>
        <w:rPr>
          <w:rtl/>
        </w:rPr>
        <w:t xml:space="preserve"> كى يہ ذمّہ دارى ہے كہ وہ لوگو</w:t>
      </w:r>
      <w:r w:rsidR="00083993">
        <w:rPr>
          <w:rtl/>
        </w:rPr>
        <w:t xml:space="preserve">ں </w:t>
      </w:r>
      <w:r>
        <w:rPr>
          <w:rtl/>
        </w:rPr>
        <w:t>كے ليے قرآن مجيد كى وضاحت كر ي</w:t>
      </w:r>
      <w:r w:rsidR="00083993">
        <w:rPr>
          <w:rtl/>
        </w:rPr>
        <w:t xml:space="preserve">ں </w:t>
      </w:r>
      <w:r>
        <w:rPr>
          <w:rtl/>
        </w:rPr>
        <w:t>_</w:t>
      </w:r>
      <w:r w:rsidRPr="00DC087A">
        <w:rPr>
          <w:rStyle w:val="libArabicChar"/>
          <w:rFonts w:hint="eastAsia"/>
          <w:rtl/>
        </w:rPr>
        <w:t>وأنزلنا</w:t>
      </w:r>
      <w:r w:rsidRPr="00DC087A">
        <w:rPr>
          <w:rStyle w:val="libArabicChar"/>
          <w:rtl/>
        </w:rPr>
        <w:t xml:space="preserve"> اليك الذكر لبيّن للناس</w:t>
      </w:r>
    </w:p>
    <w:p w:rsidR="001F628F" w:rsidRDefault="001F628F" w:rsidP="00DC087A">
      <w:pPr>
        <w:pStyle w:val="libNormal"/>
        <w:rPr>
          <w:rtl/>
        </w:rPr>
      </w:pPr>
      <w:r>
        <w:rPr>
          <w:rtl/>
        </w:rPr>
        <w:t>7_ قرآن كے مخاطب، تمام افراد ہي</w:t>
      </w:r>
      <w:r w:rsidR="00083993">
        <w:rPr>
          <w:rtl/>
        </w:rPr>
        <w:t xml:space="preserve">ں </w:t>
      </w:r>
      <w:r>
        <w:rPr>
          <w:rtl/>
        </w:rPr>
        <w:t>اور اس كا پيغام عالميگر ہے_</w:t>
      </w:r>
      <w:r w:rsidRPr="00DC087A">
        <w:rPr>
          <w:rStyle w:val="libArabicChar"/>
          <w:rFonts w:hint="eastAsia"/>
          <w:rtl/>
        </w:rPr>
        <w:t>وأنزلنا</w:t>
      </w:r>
      <w:r w:rsidRPr="00DC087A">
        <w:rPr>
          <w:rStyle w:val="libArabicChar"/>
          <w:rtl/>
        </w:rPr>
        <w:t xml:space="preserve"> اليك الذكر لتبيّن ما نزّل الي</w:t>
      </w:r>
      <w:r w:rsidR="00120F63" w:rsidRPr="00B2551F">
        <w:rPr>
          <w:rStyle w:val="libArabicChar"/>
          <w:rFonts w:hint="cs"/>
          <w:rtl/>
        </w:rPr>
        <w:t>ه</w:t>
      </w:r>
      <w:r w:rsidRPr="00DC087A">
        <w:rPr>
          <w:rStyle w:val="libArabicChar"/>
          <w:rFonts w:hint="cs"/>
          <w:rtl/>
        </w:rPr>
        <w:t>م</w:t>
      </w:r>
    </w:p>
    <w:p w:rsidR="001F628F" w:rsidRDefault="001F628F" w:rsidP="00DC087A">
      <w:pPr>
        <w:pStyle w:val="libNormal"/>
        <w:rPr>
          <w:rtl/>
        </w:rPr>
      </w:pPr>
      <w:r>
        <w:rPr>
          <w:rtl/>
        </w:rPr>
        <w:t>8_پيغمبر اكرم</w:t>
      </w:r>
      <w:r w:rsidR="00F031CD" w:rsidRPr="00F031CD">
        <w:rPr>
          <w:rStyle w:val="libAlaemChar"/>
          <w:rtl/>
        </w:rPr>
        <w:t xml:space="preserve"> صلى‌الله‌عليه‌وآله‌وسلم </w:t>
      </w:r>
      <w:r>
        <w:rPr>
          <w:rtl/>
        </w:rPr>
        <w:t xml:space="preserve"> كا فہم و درك ، تمام انسانو</w:t>
      </w:r>
      <w:r w:rsidR="00083993">
        <w:rPr>
          <w:rtl/>
        </w:rPr>
        <w:t xml:space="preserve">ں </w:t>
      </w:r>
      <w:r>
        <w:rPr>
          <w:rtl/>
        </w:rPr>
        <w:t>كے فہم سے زيادہ ہے_</w:t>
      </w:r>
      <w:r w:rsidRPr="00DC087A">
        <w:rPr>
          <w:rStyle w:val="libArabicChar"/>
          <w:rFonts w:hint="eastAsia"/>
          <w:rtl/>
        </w:rPr>
        <w:t>وأنزلنا</w:t>
      </w:r>
      <w:r w:rsidRPr="00DC087A">
        <w:rPr>
          <w:rStyle w:val="libArabicChar"/>
          <w:rtl/>
        </w:rPr>
        <w:t xml:space="preserve"> اليك الذكر لتبيّن للناس</w:t>
      </w:r>
    </w:p>
    <w:p w:rsidR="001F628F" w:rsidRDefault="001F628F" w:rsidP="00DC087A">
      <w:pPr>
        <w:pStyle w:val="libNormal"/>
        <w:rPr>
          <w:rtl/>
        </w:rPr>
      </w:pPr>
      <w:r>
        <w:rPr>
          <w:rtl/>
        </w:rPr>
        <w:t>9_پيغمبر اكرم</w:t>
      </w:r>
      <w:r w:rsidR="00F031CD" w:rsidRPr="00F031CD">
        <w:rPr>
          <w:rStyle w:val="libAlaemChar"/>
          <w:rtl/>
        </w:rPr>
        <w:t xml:space="preserve"> صلى‌الله‌عليه‌وآله‌وسلم </w:t>
      </w:r>
      <w:r>
        <w:rPr>
          <w:rtl/>
        </w:rPr>
        <w:t xml:space="preserve"> كا علم ، فراموشى اور نسيان سے منزا او مبرّا ہے_</w:t>
      </w:r>
      <w:r w:rsidRPr="00DC087A">
        <w:rPr>
          <w:rStyle w:val="libArabicChar"/>
          <w:rFonts w:hint="eastAsia"/>
          <w:rtl/>
        </w:rPr>
        <w:t>وأنزلنا</w:t>
      </w:r>
      <w:r w:rsidRPr="00DC087A">
        <w:rPr>
          <w:rStyle w:val="libArabicChar"/>
          <w:rtl/>
        </w:rPr>
        <w:t xml:space="preserve"> الذكر لتبيّن للناس</w:t>
      </w:r>
    </w:p>
    <w:p w:rsidR="001F628F" w:rsidRDefault="001F628F" w:rsidP="001F628F">
      <w:pPr>
        <w:pStyle w:val="libNormal"/>
        <w:rPr>
          <w:rtl/>
        </w:rPr>
      </w:pPr>
      <w:r>
        <w:rPr>
          <w:rFonts w:hint="eastAsia"/>
          <w:rtl/>
        </w:rPr>
        <w:t>مذكورہ</w:t>
      </w:r>
      <w:r>
        <w:rPr>
          <w:rtl/>
        </w:rPr>
        <w:t xml:space="preserve"> مطلب اس نكتہ پر موقوف ہے جب ''مانزل اليہم'' كے قرينہ كى بناء پر ''الذكر'' سے مراد ''علم '' ہو اور لغت مي</w:t>
      </w:r>
      <w:r w:rsidR="00083993">
        <w:rPr>
          <w:rtl/>
        </w:rPr>
        <w:t xml:space="preserve">ں </w:t>
      </w:r>
      <w:r>
        <w:rPr>
          <w:rtl/>
        </w:rPr>
        <w:t>''ذكر''سے مراد كسى چيز كا (علمى صورت) مي</w:t>
      </w:r>
      <w:r w:rsidR="00083993">
        <w:rPr>
          <w:rtl/>
        </w:rPr>
        <w:t xml:space="preserve">ں </w:t>
      </w:r>
      <w:r>
        <w:rPr>
          <w:rtl/>
        </w:rPr>
        <w:t>ہونا ہے چونكہ پيغمبر اكرم كو عطا شدہ علم كو ذكر سے تعبير كيا گيا ہے_لہذا احتمال ہے كہ يہ اس وجہ سے ہے چونكہ اس مي</w:t>
      </w:r>
      <w:r w:rsidR="00083993">
        <w:rPr>
          <w:rtl/>
        </w:rPr>
        <w:t xml:space="preserve">ں </w:t>
      </w:r>
      <w:r>
        <w:rPr>
          <w:rtl/>
        </w:rPr>
        <w:t>غفلت و فراموشى در كار نہي</w:t>
      </w:r>
      <w:r w:rsidR="00083993">
        <w:rPr>
          <w:rtl/>
        </w:rPr>
        <w:t xml:space="preserve">ں </w:t>
      </w:r>
      <w:r>
        <w:rPr>
          <w:rtl/>
        </w:rPr>
        <w:t>ہے_</w:t>
      </w:r>
    </w:p>
    <w:p w:rsidR="001F628F" w:rsidRDefault="001F628F" w:rsidP="001F628F">
      <w:pPr>
        <w:pStyle w:val="libNormal"/>
        <w:rPr>
          <w:rtl/>
        </w:rPr>
      </w:pPr>
      <w:r>
        <w:rPr>
          <w:rtl/>
        </w:rPr>
        <w:t>10_قرآن ايسى تعليمات و حقائق پر مشتمل ہے كہ جن كے فہم كى كنجى پيغمبر اكرم</w:t>
      </w:r>
      <w:r w:rsidR="00F031CD" w:rsidRPr="00F031CD">
        <w:rPr>
          <w:rStyle w:val="libAlaemChar"/>
          <w:rtl/>
        </w:rPr>
        <w:t xml:space="preserve"> صلى‌الله‌عليه‌وآله‌وسلم </w:t>
      </w:r>
      <w:r>
        <w:rPr>
          <w:rtl/>
        </w:rPr>
        <w:t xml:space="preserve"> كے ہاتھ مي</w:t>
      </w:r>
      <w:r w:rsidR="00083993">
        <w:rPr>
          <w:rtl/>
        </w:rPr>
        <w:t xml:space="preserve">ں </w:t>
      </w:r>
      <w:r>
        <w:rPr>
          <w:rtl/>
        </w:rPr>
        <w:t>ہے_</w:t>
      </w:r>
    </w:p>
    <w:p w:rsidR="001F628F" w:rsidRDefault="001F628F" w:rsidP="00DC087A">
      <w:pPr>
        <w:pStyle w:val="libArabic"/>
        <w:rPr>
          <w:rtl/>
        </w:rPr>
      </w:pPr>
      <w:r>
        <w:rPr>
          <w:rFonts w:hint="eastAsia"/>
          <w:rtl/>
        </w:rPr>
        <w:t>وأنزلنا</w:t>
      </w:r>
      <w:r>
        <w:rPr>
          <w:rtl/>
        </w:rPr>
        <w:t xml:space="preserve"> اليك الذكر لتبيّن للناس ما نزّل الي</w:t>
      </w:r>
      <w:r w:rsidR="00120F63" w:rsidRPr="00ED5DE8">
        <w:rPr>
          <w:rFonts w:hint="cs"/>
          <w:rtl/>
        </w:rPr>
        <w:t>ه</w:t>
      </w:r>
      <w:r>
        <w:rPr>
          <w:rFonts w:hint="cs"/>
          <w:rtl/>
        </w:rPr>
        <w:t>م</w:t>
      </w:r>
    </w:p>
    <w:p w:rsidR="001F628F" w:rsidRDefault="001F628F" w:rsidP="001F628F">
      <w:pPr>
        <w:pStyle w:val="libNormal"/>
        <w:rPr>
          <w:rtl/>
        </w:rPr>
      </w:pPr>
      <w:r>
        <w:rPr>
          <w:rtl/>
        </w:rPr>
        <w:t>11_فقط قرآن وہ كتاب ہے جو گذشتہ انبياء كے دلائل اور معجزات كے كردار كو ادا كرنے والى ہے_</w:t>
      </w:r>
    </w:p>
    <w:p w:rsidR="001F628F" w:rsidRDefault="001F628F" w:rsidP="00DC087A">
      <w:pPr>
        <w:pStyle w:val="libArabic"/>
        <w:rPr>
          <w:rtl/>
        </w:rPr>
      </w:pPr>
      <w:r>
        <w:rPr>
          <w:rFonts w:hint="eastAsia"/>
          <w:rtl/>
        </w:rPr>
        <w:t>وما</w:t>
      </w:r>
      <w:r>
        <w:rPr>
          <w:rtl/>
        </w:rPr>
        <w:t xml:space="preserve"> أرسلنا ...</w:t>
      </w:r>
      <w:r w:rsidR="004866ED" w:rsidRPr="004866ED">
        <w:rPr>
          <w:rtl/>
        </w:rPr>
        <w:t>بالبيّنات</w:t>
      </w:r>
      <w:r>
        <w:rPr>
          <w:rtl/>
        </w:rPr>
        <w:t xml:space="preserve"> و الزبر و انزلنا اليك الذكر يتبيّن ما نزل الي</w:t>
      </w:r>
      <w:r w:rsidR="00120F63" w:rsidRPr="00ED5DE8">
        <w:rPr>
          <w:rFonts w:hint="cs"/>
          <w:rtl/>
        </w:rPr>
        <w:t>ه</w:t>
      </w:r>
      <w:r>
        <w:rPr>
          <w:rFonts w:hint="cs"/>
          <w:rtl/>
        </w:rPr>
        <w:t>م</w:t>
      </w:r>
    </w:p>
    <w:p w:rsidR="001F628F" w:rsidRDefault="001F628F" w:rsidP="001F628F">
      <w:pPr>
        <w:pStyle w:val="libNormal"/>
        <w:rPr>
          <w:rtl/>
        </w:rPr>
      </w:pPr>
      <w:r>
        <w:rPr>
          <w:rFonts w:hint="eastAsia"/>
          <w:rtl/>
        </w:rPr>
        <w:t>چونكہ</w:t>
      </w:r>
      <w:r>
        <w:rPr>
          <w:rtl/>
        </w:rPr>
        <w:t xml:space="preserve"> خداوند عالم نے گذشتہ انبياء كو روشن دلائل اور كتاب عطا كرنے كے ذكر كے ساتھ پيغمبر اكرم</w:t>
      </w:r>
      <w:r w:rsidR="00F031CD" w:rsidRPr="00F031CD">
        <w:rPr>
          <w:rStyle w:val="libAlaemChar"/>
          <w:rtl/>
        </w:rPr>
        <w:t xml:space="preserve"> صلى‌الله‌عليه‌وآله‌وسلم </w:t>
      </w:r>
      <w:r>
        <w:rPr>
          <w:rtl/>
        </w:rPr>
        <w:t xml:space="preserve"> كے لئے مخصوص كتاب كا ذكر كيا ہے لہذا ممكن ہے يہ مذكورہ نكتہ كى بناء پر ہو_</w:t>
      </w:r>
    </w:p>
    <w:p w:rsidR="001F628F" w:rsidRDefault="001F628F" w:rsidP="00DC087A">
      <w:pPr>
        <w:pStyle w:val="libNormal"/>
        <w:rPr>
          <w:rtl/>
        </w:rPr>
      </w:pPr>
      <w:r>
        <w:rPr>
          <w:rtl/>
        </w:rPr>
        <w:t>12_خداوند عالم نے گذشتہ انبياء كو حسّى معجزات عطافرمائے اور ان كے مقابلہ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كو ايك عالميگر آسمانى كتاب عنايت فرمائي ہے_</w:t>
      </w:r>
      <w:r w:rsidRPr="00DC087A">
        <w:rPr>
          <w:rStyle w:val="libArabicChar"/>
          <w:rFonts w:hint="eastAsia"/>
          <w:rtl/>
        </w:rPr>
        <w:t>وما</w:t>
      </w:r>
      <w:r w:rsidRPr="00DC087A">
        <w:rPr>
          <w:rStyle w:val="libArabicChar"/>
          <w:rtl/>
        </w:rPr>
        <w:t xml:space="preserve"> أرسلنا ...بالبيّنات والزبر و انزلنا اليك الذكر</w:t>
      </w:r>
    </w:p>
    <w:p w:rsidR="001F628F" w:rsidRDefault="001F628F" w:rsidP="001F628F">
      <w:pPr>
        <w:pStyle w:val="libNormal"/>
        <w:rPr>
          <w:rtl/>
        </w:rPr>
      </w:pPr>
      <w:r>
        <w:rPr>
          <w:rtl/>
        </w:rPr>
        <w:t>''بيّنة'' كا معنى واضح اور روشن دليل ہے چاہے وہ دليل عقلى ہو يا حسى تا ريخى شواہد كے مطابق آيت مي</w:t>
      </w:r>
      <w:r w:rsidR="00083993">
        <w:rPr>
          <w:rtl/>
        </w:rPr>
        <w:t xml:space="preserve">ں </w:t>
      </w:r>
      <w:r>
        <w:rPr>
          <w:rtl/>
        </w:rPr>
        <w:t>''بيّنات'' سے مراد ممكن ہے حسى معجزات ہو</w:t>
      </w:r>
      <w:r w:rsidR="00083993">
        <w:rPr>
          <w:rtl/>
        </w:rPr>
        <w:t xml:space="preserve">ں </w:t>
      </w:r>
      <w:r>
        <w:rPr>
          <w:rtl/>
        </w:rPr>
        <w:t>، قرآن عطا كرنے كے سلسلہ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كو جدا ذكر كرنا، مذكورہ مطلب كى طرف اشارہ ہے_</w:t>
      </w:r>
    </w:p>
    <w:p w:rsidR="001F628F" w:rsidRDefault="001F628F" w:rsidP="001F628F">
      <w:pPr>
        <w:pStyle w:val="libNormal"/>
        <w:rPr>
          <w:rtl/>
        </w:rPr>
      </w:pPr>
      <w:r>
        <w:rPr>
          <w:rtl/>
        </w:rPr>
        <w:t>13_لوگو</w:t>
      </w:r>
      <w:r w:rsidR="00083993">
        <w:rPr>
          <w:rtl/>
        </w:rPr>
        <w:t xml:space="preserve">ں </w:t>
      </w:r>
      <w:r>
        <w:rPr>
          <w:rtl/>
        </w:rPr>
        <w:t>كو چاہيے كہ وہ درك و فہم اور حقائق كو كشف كرنے كے ليے پيغمبر اكرم</w:t>
      </w:r>
      <w:r w:rsidR="00F031CD" w:rsidRPr="00F031CD">
        <w:rPr>
          <w:rStyle w:val="libAlaemChar"/>
          <w:rtl/>
        </w:rPr>
        <w:t xml:space="preserve"> صلى‌الله‌عليه‌وآله‌وسلم </w:t>
      </w:r>
      <w:r>
        <w:rPr>
          <w:rtl/>
        </w:rPr>
        <w:t xml:space="preserve"> كى طرف رجوع كري</w:t>
      </w:r>
      <w:r w:rsidR="00083993">
        <w:rPr>
          <w:rtl/>
        </w:rPr>
        <w:t xml:space="preserve">ں </w:t>
      </w:r>
      <w:r>
        <w:rPr>
          <w:rtl/>
        </w:rPr>
        <w:t>_</w:t>
      </w:r>
    </w:p>
    <w:p w:rsidR="001F628F" w:rsidRDefault="001F628F" w:rsidP="00DC087A">
      <w:pPr>
        <w:pStyle w:val="libArabic"/>
        <w:rPr>
          <w:rtl/>
        </w:rPr>
      </w:pPr>
      <w:r>
        <w:rPr>
          <w:rFonts w:hint="eastAsia"/>
          <w:rtl/>
        </w:rPr>
        <w:t>فاسئلو</w:t>
      </w:r>
      <w:r>
        <w:rPr>
          <w:rtl/>
        </w:rPr>
        <w:t xml:space="preserve"> ا</w:t>
      </w:r>
      <w:r w:rsidR="00120F63" w:rsidRPr="00ED5DE8">
        <w:rPr>
          <w:rFonts w:hint="cs"/>
          <w:rtl/>
        </w:rPr>
        <w:t>ه</w:t>
      </w:r>
      <w:r>
        <w:rPr>
          <w:rFonts w:hint="cs"/>
          <w:rtl/>
        </w:rPr>
        <w:t>ل</w:t>
      </w:r>
      <w:r>
        <w:rPr>
          <w:rtl/>
        </w:rPr>
        <w:t xml:space="preserve"> </w:t>
      </w:r>
      <w:r>
        <w:rPr>
          <w:rFonts w:hint="cs"/>
          <w:rtl/>
        </w:rPr>
        <w:t>الذكر</w:t>
      </w:r>
      <w:r>
        <w:rPr>
          <w:rtl/>
        </w:rPr>
        <w:t xml:space="preserve"> </w:t>
      </w:r>
      <w:r>
        <w:rPr>
          <w:rFonts w:hint="cs"/>
          <w:rtl/>
        </w:rPr>
        <w:t>ان</w:t>
      </w:r>
      <w:r>
        <w:rPr>
          <w:rtl/>
        </w:rPr>
        <w:t xml:space="preserve"> </w:t>
      </w:r>
      <w:r>
        <w:rPr>
          <w:rFonts w:hint="cs"/>
          <w:rtl/>
        </w:rPr>
        <w:t>كنتم</w:t>
      </w:r>
      <w:r>
        <w:rPr>
          <w:rtl/>
        </w:rPr>
        <w:t xml:space="preserve"> </w:t>
      </w:r>
      <w:r>
        <w:rPr>
          <w:rFonts w:hint="cs"/>
          <w:rtl/>
        </w:rPr>
        <w:t>لا</w:t>
      </w:r>
      <w:r>
        <w:rPr>
          <w:rtl/>
        </w:rPr>
        <w:t xml:space="preserve"> </w:t>
      </w:r>
      <w:r>
        <w:rPr>
          <w:rFonts w:hint="cs"/>
          <w:rtl/>
        </w:rPr>
        <w:t>تعلمون</w:t>
      </w:r>
      <w:r>
        <w:rPr>
          <w:rtl/>
        </w:rPr>
        <w:t xml:space="preserve"> ...</w:t>
      </w:r>
      <w:r>
        <w:rPr>
          <w:rFonts w:hint="cs"/>
          <w:rtl/>
        </w:rPr>
        <w:t>أنزلنااليك</w:t>
      </w:r>
      <w:r>
        <w:rPr>
          <w:rtl/>
        </w:rPr>
        <w:t xml:space="preserve"> </w:t>
      </w:r>
      <w:r>
        <w:rPr>
          <w:rFonts w:hint="cs"/>
          <w:rtl/>
        </w:rPr>
        <w:t>الذكر</w:t>
      </w:r>
      <w:r>
        <w:rPr>
          <w:rtl/>
        </w:rPr>
        <w:t xml:space="preserve"> </w:t>
      </w:r>
      <w:r>
        <w:rPr>
          <w:rFonts w:hint="cs"/>
          <w:rtl/>
        </w:rPr>
        <w:t>لتبيّن</w:t>
      </w:r>
      <w:r>
        <w:rPr>
          <w:rtl/>
        </w:rPr>
        <w:t xml:space="preserve"> للناس</w:t>
      </w:r>
    </w:p>
    <w:p w:rsidR="00DC087A" w:rsidRDefault="001E7F9D" w:rsidP="00F73EDE">
      <w:pPr>
        <w:pStyle w:val="libPoemTini"/>
        <w:rPr>
          <w:rtl/>
        </w:rPr>
      </w:pPr>
      <w:r>
        <w:rPr>
          <w:rtl/>
        </w:rPr>
        <w:br w:type="page"/>
      </w:r>
    </w:p>
    <w:p w:rsidR="001F628F" w:rsidRDefault="001F628F" w:rsidP="00DC087A">
      <w:pPr>
        <w:pStyle w:val="libNormal"/>
        <w:rPr>
          <w:rtl/>
        </w:rPr>
      </w:pPr>
      <w:r>
        <w:rPr>
          <w:rtl/>
        </w:rPr>
        <w:lastRenderedPageBreak/>
        <w:t>14_قرآن كے نزول اور اس كى وضاحت اور تفسير كا مقصد ، لوگو</w:t>
      </w:r>
      <w:r w:rsidR="00083993">
        <w:rPr>
          <w:rtl/>
        </w:rPr>
        <w:t xml:space="preserve">ں </w:t>
      </w:r>
      <w:r>
        <w:rPr>
          <w:rtl/>
        </w:rPr>
        <w:t>كى فكر ى سطح كو بلند كرنا ہے _</w:t>
      </w:r>
    </w:p>
    <w:p w:rsidR="001F628F" w:rsidRDefault="001F628F" w:rsidP="00DC087A">
      <w:pPr>
        <w:pStyle w:val="libArabic"/>
        <w:rPr>
          <w:rtl/>
        </w:rPr>
      </w:pPr>
      <w:r>
        <w:rPr>
          <w:rFonts w:hint="eastAsia"/>
          <w:rtl/>
        </w:rPr>
        <w:t>وأنزلنا</w:t>
      </w:r>
      <w:r>
        <w:rPr>
          <w:rtl/>
        </w:rPr>
        <w:t xml:space="preserve"> اليك الذكر لتبيّن للناس ...لعلّ</w:t>
      </w:r>
      <w:r w:rsidR="00120F63" w:rsidRPr="00ED5DE8">
        <w:rPr>
          <w:rFonts w:hint="cs"/>
          <w:rtl/>
        </w:rPr>
        <w:t>ه</w:t>
      </w:r>
      <w:r>
        <w:rPr>
          <w:rFonts w:hint="cs"/>
          <w:rtl/>
        </w:rPr>
        <w:t>م</w:t>
      </w:r>
      <w:r>
        <w:rPr>
          <w:rtl/>
        </w:rPr>
        <w:t xml:space="preserve"> </w:t>
      </w:r>
      <w:r>
        <w:rPr>
          <w:rFonts w:hint="cs"/>
          <w:rtl/>
        </w:rPr>
        <w:t>يت</w:t>
      </w:r>
      <w:r>
        <w:rPr>
          <w:rtl/>
        </w:rPr>
        <w:t>فكّرون</w:t>
      </w:r>
    </w:p>
    <w:p w:rsidR="001F628F" w:rsidRDefault="001F628F" w:rsidP="00DC087A">
      <w:pPr>
        <w:pStyle w:val="libNormal"/>
        <w:rPr>
          <w:rtl/>
        </w:rPr>
      </w:pPr>
      <w:r>
        <w:rPr>
          <w:rtl/>
        </w:rPr>
        <w:t>15_ تفكر ، معرفت اور حقائق كو درك كرنے كا ذريعہ ہے_...</w:t>
      </w:r>
      <w:r w:rsidRPr="00DC087A">
        <w:rPr>
          <w:rStyle w:val="libArabicChar"/>
          <w:rtl/>
        </w:rPr>
        <w:t>ولعلّ</w:t>
      </w:r>
      <w:r w:rsidR="00120F63" w:rsidRPr="00B2551F">
        <w:rPr>
          <w:rStyle w:val="libArabicChar"/>
          <w:rFonts w:hint="cs"/>
          <w:rtl/>
        </w:rPr>
        <w:t>ه</w:t>
      </w:r>
      <w:r w:rsidRPr="00DC087A">
        <w:rPr>
          <w:rStyle w:val="libArabicChar"/>
          <w:rFonts w:hint="cs"/>
          <w:rtl/>
        </w:rPr>
        <w:t>م</w:t>
      </w:r>
      <w:r w:rsidRPr="00DC087A">
        <w:rPr>
          <w:rStyle w:val="libArabicChar"/>
          <w:rtl/>
        </w:rPr>
        <w:t xml:space="preserve"> </w:t>
      </w:r>
      <w:r w:rsidRPr="00DC087A">
        <w:rPr>
          <w:rStyle w:val="libArabicChar"/>
          <w:rFonts w:hint="cs"/>
          <w:rtl/>
        </w:rPr>
        <w:t>يتفكرون</w:t>
      </w:r>
    </w:p>
    <w:p w:rsidR="001F628F" w:rsidRDefault="001F628F" w:rsidP="00DC087A">
      <w:pPr>
        <w:pStyle w:val="libNormal"/>
        <w:rPr>
          <w:rtl/>
        </w:rPr>
      </w:pPr>
      <w:r>
        <w:rPr>
          <w:rtl/>
        </w:rPr>
        <w:t>16_قرآن، د و قسم كے نزول( دفعى و تدريجي) كا حامل ہے_</w:t>
      </w:r>
      <w:r w:rsidRPr="00DC087A">
        <w:rPr>
          <w:rStyle w:val="libArabicChar"/>
          <w:rFonts w:hint="eastAsia"/>
          <w:rtl/>
        </w:rPr>
        <w:t>وأنزلنا</w:t>
      </w:r>
      <w:r w:rsidRPr="00DC087A">
        <w:rPr>
          <w:rStyle w:val="libArabicChar"/>
          <w:rtl/>
        </w:rPr>
        <w:t xml:space="preserve"> اليك الذكر لتبيّن للناس ما نزّل الي</w:t>
      </w:r>
      <w:r w:rsidR="00120F63" w:rsidRPr="00B2551F">
        <w:rPr>
          <w:rStyle w:val="libArabicChar"/>
          <w:rFonts w:hint="cs"/>
          <w:rtl/>
        </w:rPr>
        <w:t>ه</w:t>
      </w:r>
      <w:r w:rsidRPr="00DC087A">
        <w:rPr>
          <w:rStyle w:val="libArabicChar"/>
          <w:rFonts w:hint="cs"/>
          <w:rtl/>
        </w:rPr>
        <w:t>م</w:t>
      </w:r>
    </w:p>
    <w:p w:rsidR="001F628F" w:rsidRDefault="001F628F" w:rsidP="001F628F">
      <w:pPr>
        <w:pStyle w:val="libNormal"/>
        <w:rPr>
          <w:rtl/>
        </w:rPr>
      </w:pPr>
      <w:r>
        <w:rPr>
          <w:rFonts w:hint="eastAsia"/>
          <w:rtl/>
        </w:rPr>
        <w:t>نزول</w:t>
      </w:r>
      <w:r>
        <w:rPr>
          <w:rtl/>
        </w:rPr>
        <w:t xml:space="preserve"> قرآن كے ليے دو فعل ''انزل ''اور ''نزّل'' كو لانا شايد اس وجہ سے ہو كہ '' نزل'' كا معنى پراگندہ اور تدريجى نزول ہے_</w:t>
      </w:r>
    </w:p>
    <w:p w:rsidR="001F628F" w:rsidRDefault="001F628F" w:rsidP="001F628F">
      <w:pPr>
        <w:pStyle w:val="libNormal"/>
        <w:rPr>
          <w:rtl/>
        </w:rPr>
      </w:pPr>
      <w:r>
        <w:rPr>
          <w:rtl/>
        </w:rPr>
        <w:t>17_قرآنى آيات مي</w:t>
      </w:r>
      <w:r w:rsidR="00083993">
        <w:rPr>
          <w:rtl/>
        </w:rPr>
        <w:t xml:space="preserve">ں </w:t>
      </w:r>
      <w:r>
        <w:rPr>
          <w:rtl/>
        </w:rPr>
        <w:t>تفكر، حقانيت كو كشف كرنے اور بشر پر نزول وحى كے جائز و ممكن ہونے كا سبب ہے_</w:t>
      </w:r>
    </w:p>
    <w:p w:rsidR="001F628F" w:rsidRDefault="001F628F" w:rsidP="00DC087A">
      <w:pPr>
        <w:pStyle w:val="libArabic"/>
        <w:rPr>
          <w:rtl/>
        </w:rPr>
      </w:pPr>
      <w:r>
        <w:rPr>
          <w:rFonts w:hint="eastAsia"/>
          <w:rtl/>
        </w:rPr>
        <w:t>وما</w:t>
      </w:r>
      <w:r>
        <w:rPr>
          <w:rtl/>
        </w:rPr>
        <w:t xml:space="preserve"> ارسلنا من قبلك الا رجالاً نوحى الي</w:t>
      </w:r>
      <w:r w:rsidR="00120F63" w:rsidRPr="00ED5DE8">
        <w:rPr>
          <w:rFonts w:hint="cs"/>
          <w:rtl/>
        </w:rPr>
        <w:t>ه</w:t>
      </w:r>
      <w:r>
        <w:rPr>
          <w:rFonts w:hint="cs"/>
          <w:rtl/>
        </w:rPr>
        <w:t>م</w:t>
      </w:r>
      <w:r>
        <w:rPr>
          <w:rtl/>
        </w:rPr>
        <w:t xml:space="preserve"> ... </w:t>
      </w:r>
      <w:r>
        <w:rPr>
          <w:rFonts w:hint="cs"/>
          <w:rtl/>
        </w:rPr>
        <w:t>وأنزلنا</w:t>
      </w:r>
      <w:r>
        <w:rPr>
          <w:rtl/>
        </w:rPr>
        <w:t xml:space="preserve"> </w:t>
      </w:r>
      <w:r>
        <w:rPr>
          <w:rFonts w:hint="cs"/>
          <w:rtl/>
        </w:rPr>
        <w:t>الذكر</w:t>
      </w:r>
      <w:r>
        <w:rPr>
          <w:rtl/>
        </w:rPr>
        <w:t xml:space="preserve"> </w:t>
      </w:r>
      <w:r>
        <w:rPr>
          <w:rFonts w:hint="cs"/>
          <w:rtl/>
        </w:rPr>
        <w:t>لتبيّن</w:t>
      </w:r>
      <w:r>
        <w:rPr>
          <w:rtl/>
        </w:rPr>
        <w:t xml:space="preserve"> </w:t>
      </w:r>
      <w:r>
        <w:rPr>
          <w:rFonts w:hint="cs"/>
          <w:rtl/>
        </w:rPr>
        <w:t>للناس</w:t>
      </w:r>
      <w:r>
        <w:rPr>
          <w:rtl/>
        </w:rPr>
        <w:t xml:space="preserve"> ... </w:t>
      </w:r>
      <w:r>
        <w:rPr>
          <w:rFonts w:hint="cs"/>
          <w:rtl/>
        </w:rPr>
        <w:t>ولعلّ</w:t>
      </w:r>
      <w:r w:rsidR="00120F63" w:rsidRPr="00ED5DE8">
        <w:rPr>
          <w:rFonts w:hint="cs"/>
          <w:rtl/>
        </w:rPr>
        <w:t>ه</w:t>
      </w:r>
      <w:r>
        <w:rPr>
          <w:rFonts w:hint="cs"/>
          <w:rtl/>
        </w:rPr>
        <w:t>م</w:t>
      </w:r>
      <w:r>
        <w:rPr>
          <w:rtl/>
        </w:rPr>
        <w:t xml:space="preserve"> </w:t>
      </w:r>
      <w:r>
        <w:rPr>
          <w:rFonts w:hint="cs"/>
          <w:rtl/>
        </w:rPr>
        <w:t>يتف</w:t>
      </w:r>
      <w:r>
        <w:rPr>
          <w:rtl/>
        </w:rPr>
        <w:t>كرّون</w:t>
      </w:r>
    </w:p>
    <w:p w:rsidR="001F628F" w:rsidRDefault="001F628F" w:rsidP="001F628F">
      <w:pPr>
        <w:pStyle w:val="libNormal"/>
        <w:rPr>
          <w:rtl/>
        </w:rPr>
      </w:pPr>
      <w:r>
        <w:rPr>
          <w:rFonts w:hint="eastAsia"/>
          <w:rtl/>
        </w:rPr>
        <w:t>احتمال</w:t>
      </w:r>
      <w:r>
        <w:rPr>
          <w:rtl/>
        </w:rPr>
        <w:t xml:space="preserve"> ہے كہ ''يتفكّرون'' كا متعلق وہ اعتراض ہو جو مشركين كى طرف سے پيش كيا گيا ہے كہ بشر پر وحى كا نزول ، ممكن نہي</w:t>
      </w:r>
      <w:r w:rsidR="00083993">
        <w:rPr>
          <w:rtl/>
        </w:rPr>
        <w:t xml:space="preserve">ں </w:t>
      </w:r>
      <w:r>
        <w:rPr>
          <w:rtl/>
        </w:rPr>
        <w:t>ہے_</w:t>
      </w:r>
    </w:p>
    <w:p w:rsidR="001F628F" w:rsidRDefault="001F628F" w:rsidP="00DC087A">
      <w:pPr>
        <w:pStyle w:val="libNormal"/>
        <w:rPr>
          <w:rtl/>
        </w:rPr>
      </w:pPr>
      <w:r>
        <w:rPr>
          <w:rtl/>
        </w:rPr>
        <w:t>18_تفكر اور غور و فكر، ايك مطلوب اور شائستہ چيز ہے_</w:t>
      </w:r>
      <w:r w:rsidRPr="00DC087A">
        <w:rPr>
          <w:rStyle w:val="libArabicChar"/>
          <w:rFonts w:hint="eastAsia"/>
          <w:rtl/>
        </w:rPr>
        <w:t>ولعلّ</w:t>
      </w:r>
      <w:r w:rsidR="00120F63" w:rsidRPr="00B2551F">
        <w:rPr>
          <w:rStyle w:val="libArabicChar"/>
          <w:rFonts w:hint="cs"/>
          <w:rtl/>
        </w:rPr>
        <w:t>ه</w:t>
      </w:r>
      <w:r w:rsidRPr="00DC087A">
        <w:rPr>
          <w:rStyle w:val="libArabicChar"/>
          <w:rFonts w:hint="cs"/>
          <w:rtl/>
        </w:rPr>
        <w:t>م</w:t>
      </w:r>
      <w:r w:rsidRPr="00DC087A">
        <w:rPr>
          <w:rStyle w:val="libArabicChar"/>
          <w:rtl/>
        </w:rPr>
        <w:t xml:space="preserve"> يتفكّرون</w:t>
      </w:r>
    </w:p>
    <w:p w:rsidR="001F628F" w:rsidRDefault="001F628F" w:rsidP="001F628F">
      <w:pPr>
        <w:pStyle w:val="libNormal"/>
        <w:rPr>
          <w:rtl/>
        </w:rPr>
      </w:pPr>
      <w:r>
        <w:rPr>
          <w:rtl/>
        </w:rPr>
        <w:t xml:space="preserve">19_ </w:t>
      </w:r>
      <w:r w:rsidRPr="00DC087A">
        <w:rPr>
          <w:rStyle w:val="libArabicChar"/>
          <w:rtl/>
        </w:rPr>
        <w:t>''عن ابى عبداللّ</w:t>
      </w:r>
      <w:r w:rsidR="00120F63" w:rsidRPr="00B2551F">
        <w:rPr>
          <w:rStyle w:val="libArabicChar"/>
          <w:rFonts w:hint="cs"/>
          <w:rtl/>
        </w:rPr>
        <w:t>ه</w:t>
      </w:r>
      <w:r w:rsidR="00367F17" w:rsidRPr="00367F17">
        <w:rPr>
          <w:rStyle w:val="libAlaemChar"/>
          <w:rtl/>
        </w:rPr>
        <w:t xml:space="preserve"> عليه‌السلام </w:t>
      </w:r>
      <w:r w:rsidRPr="00DC087A">
        <w:rPr>
          <w:rStyle w:val="libArabicChar"/>
          <w:rtl/>
        </w:rPr>
        <w:t xml:space="preserve"> ...</w:t>
      </w:r>
      <w:r w:rsidRPr="00DC087A">
        <w:rPr>
          <w:rStyle w:val="libArabicChar"/>
          <w:rFonts w:hint="cs"/>
          <w:rtl/>
        </w:rPr>
        <w:t>وسمّى</w:t>
      </w:r>
      <w:r w:rsidRPr="00DC087A">
        <w:rPr>
          <w:rStyle w:val="libArabicChar"/>
          <w:rtl/>
        </w:rPr>
        <w:t xml:space="preserve"> </w:t>
      </w:r>
      <w:r w:rsidRPr="00DC087A">
        <w:rPr>
          <w:rStyle w:val="libArabicChar"/>
          <w:rFonts w:hint="cs"/>
          <w:rtl/>
        </w:rPr>
        <w:t>اللّ</w:t>
      </w:r>
      <w:r w:rsidR="00120F63" w:rsidRPr="00B2551F">
        <w:rPr>
          <w:rStyle w:val="libArabicChar"/>
          <w:rFonts w:hint="cs"/>
          <w:rtl/>
        </w:rPr>
        <w:t>ه</w:t>
      </w:r>
      <w:r w:rsidRPr="00DC087A">
        <w:rPr>
          <w:rStyle w:val="libArabicChar"/>
          <w:rtl/>
        </w:rPr>
        <w:t xml:space="preserve"> </w:t>
      </w:r>
      <w:r w:rsidRPr="00DC087A">
        <w:rPr>
          <w:rStyle w:val="libArabicChar"/>
          <w:rFonts w:hint="cs"/>
          <w:rtl/>
        </w:rPr>
        <w:t>عزّوجل</w:t>
      </w:r>
      <w:r w:rsidRPr="00DC087A">
        <w:rPr>
          <w:rStyle w:val="libArabicChar"/>
          <w:rtl/>
        </w:rPr>
        <w:t xml:space="preserve"> </w:t>
      </w:r>
      <w:r w:rsidRPr="00DC087A">
        <w:rPr>
          <w:rStyle w:val="libArabicChar"/>
          <w:rFonts w:hint="cs"/>
          <w:rtl/>
        </w:rPr>
        <w:t>القرآن</w:t>
      </w:r>
      <w:r w:rsidRPr="00DC087A">
        <w:rPr>
          <w:rStyle w:val="libArabicChar"/>
          <w:rtl/>
        </w:rPr>
        <w:t xml:space="preserve"> </w:t>
      </w:r>
      <w:r w:rsidRPr="00DC087A">
        <w:rPr>
          <w:rStyle w:val="libArabicChar"/>
          <w:rFonts w:hint="cs"/>
          <w:rtl/>
        </w:rPr>
        <w:t>ذكراً</w:t>
      </w:r>
      <w:r w:rsidRPr="00DC087A">
        <w:rPr>
          <w:rStyle w:val="libArabicChar"/>
          <w:rtl/>
        </w:rPr>
        <w:t xml:space="preserve"> </w:t>
      </w:r>
      <w:r w:rsidRPr="00DC087A">
        <w:rPr>
          <w:rStyle w:val="libArabicChar"/>
          <w:rFonts w:hint="cs"/>
          <w:rtl/>
        </w:rPr>
        <w:t>فقال</w:t>
      </w:r>
      <w:r w:rsidRPr="00DC087A">
        <w:rPr>
          <w:rStyle w:val="libArabicChar"/>
          <w:rtl/>
        </w:rPr>
        <w:t xml:space="preserve"> </w:t>
      </w:r>
      <w:r w:rsidRPr="00DC087A">
        <w:rPr>
          <w:rStyle w:val="libArabicChar"/>
          <w:rFonts w:hint="cs"/>
          <w:rtl/>
        </w:rPr>
        <w:t>تبارك</w:t>
      </w:r>
      <w:r w:rsidRPr="00DC087A">
        <w:rPr>
          <w:rStyle w:val="libArabicChar"/>
          <w:rtl/>
        </w:rPr>
        <w:t xml:space="preserve"> </w:t>
      </w:r>
      <w:r w:rsidRPr="00DC087A">
        <w:rPr>
          <w:rStyle w:val="libArabicChar"/>
          <w:rFonts w:hint="cs"/>
          <w:rtl/>
        </w:rPr>
        <w:t>و</w:t>
      </w:r>
      <w:r w:rsidRPr="00DC087A">
        <w:rPr>
          <w:rStyle w:val="libArabicChar"/>
          <w:rtl/>
        </w:rPr>
        <w:t xml:space="preserve"> </w:t>
      </w:r>
      <w:r w:rsidRPr="00DC087A">
        <w:rPr>
          <w:rStyle w:val="libArabicChar"/>
          <w:rFonts w:hint="cs"/>
          <w:rtl/>
        </w:rPr>
        <w:t>تعالي</w:t>
      </w:r>
      <w:r w:rsidRPr="00DC087A">
        <w:rPr>
          <w:rStyle w:val="libArabicChar"/>
          <w:rtl/>
        </w:rPr>
        <w:t>: ''</w:t>
      </w:r>
      <w:r w:rsidRPr="00DC087A">
        <w:rPr>
          <w:rStyle w:val="libArabicChar"/>
          <w:rFonts w:hint="cs"/>
          <w:rtl/>
        </w:rPr>
        <w:t>وأنزلنا</w:t>
      </w:r>
      <w:r w:rsidRPr="00DC087A">
        <w:rPr>
          <w:rStyle w:val="libArabicChar"/>
          <w:rtl/>
        </w:rPr>
        <w:t xml:space="preserve"> </w:t>
      </w:r>
      <w:r w:rsidRPr="00DC087A">
        <w:rPr>
          <w:rStyle w:val="libArabicChar"/>
          <w:rFonts w:hint="cs"/>
          <w:rtl/>
        </w:rPr>
        <w:t>اليك</w:t>
      </w:r>
      <w:r w:rsidRPr="00DC087A">
        <w:rPr>
          <w:rStyle w:val="libArabicChar"/>
          <w:rtl/>
        </w:rPr>
        <w:t xml:space="preserve"> </w:t>
      </w:r>
      <w:r w:rsidRPr="00DC087A">
        <w:rPr>
          <w:rStyle w:val="libArabicChar"/>
          <w:rFonts w:hint="cs"/>
          <w:rtl/>
        </w:rPr>
        <w:t>الذكر</w:t>
      </w:r>
      <w:r w:rsidRPr="00DC087A">
        <w:rPr>
          <w:rStyle w:val="libArabicChar"/>
          <w:rtl/>
        </w:rPr>
        <w:t xml:space="preserve"> ...''</w:t>
      </w:r>
      <w:r w:rsidRPr="00DC087A">
        <w:rPr>
          <w:rStyle w:val="libFootnotenumChar"/>
          <w:rtl/>
        </w:rPr>
        <w:t>(1)</w:t>
      </w:r>
    </w:p>
    <w:p w:rsidR="001F628F" w:rsidRDefault="001F628F" w:rsidP="001F628F">
      <w:pPr>
        <w:pStyle w:val="libNormal"/>
        <w:rPr>
          <w:rtl/>
        </w:rPr>
      </w:pPr>
      <w:r>
        <w:rPr>
          <w:rFonts w:hint="eastAsia"/>
          <w:rtl/>
        </w:rPr>
        <w:t>امام</w:t>
      </w:r>
      <w:r>
        <w:rPr>
          <w:rtl/>
        </w:rPr>
        <w:t xml:space="preserve"> صادق </w:t>
      </w:r>
      <w:r w:rsidR="00367F17" w:rsidRPr="00367F17">
        <w:rPr>
          <w:rStyle w:val="libAlaemChar"/>
          <w:rtl/>
        </w:rPr>
        <w:t xml:space="preserve"> عليه‌السلام </w:t>
      </w:r>
      <w:r>
        <w:rPr>
          <w:rtl/>
        </w:rPr>
        <w:t xml:space="preserve"> سے روايت نقل ہوئي ہے كہ خداوند عالم نے قران كو ''ذكر ''كا نام ديا ہے_ اور فرمايا ہے </w:t>
      </w:r>
      <w:r w:rsidRPr="00DC087A">
        <w:rPr>
          <w:rStyle w:val="libArabicChar"/>
          <w:rtl/>
        </w:rPr>
        <w:t>''وأنزلنا اليك الذكر''</w:t>
      </w:r>
    </w:p>
    <w:p w:rsidR="001F628F" w:rsidRDefault="001F628F" w:rsidP="00DC087A">
      <w:pPr>
        <w:pStyle w:val="libNormal"/>
        <w:rPr>
          <w:rtl/>
        </w:rPr>
      </w:pPr>
      <w:r>
        <w:rPr>
          <w:rFonts w:hint="eastAsia"/>
          <w:rtl/>
        </w:rPr>
        <w:t>الله</w:t>
      </w:r>
      <w:r>
        <w:rPr>
          <w:rtl/>
        </w:rPr>
        <w:t xml:space="preserve"> تعالي:</w:t>
      </w:r>
      <w:r>
        <w:rPr>
          <w:rFonts w:hint="eastAsia"/>
          <w:rtl/>
        </w:rPr>
        <w:t>الله</w:t>
      </w:r>
      <w:r>
        <w:rPr>
          <w:rtl/>
        </w:rPr>
        <w:t xml:space="preserve"> تعالى كے عطايا 3،12</w:t>
      </w:r>
    </w:p>
    <w:p w:rsidR="001F628F" w:rsidRDefault="003D0BA1" w:rsidP="00DC087A">
      <w:pPr>
        <w:pStyle w:val="libNormal"/>
        <w:rPr>
          <w:rtl/>
        </w:rPr>
      </w:pPr>
      <w:r>
        <w:rPr>
          <w:rFonts w:hint="eastAsia"/>
          <w:rtl/>
        </w:rPr>
        <w:t>انبياء</w:t>
      </w:r>
      <w:r w:rsidR="001F628F">
        <w:rPr>
          <w:rtl/>
        </w:rPr>
        <w:t>:</w:t>
      </w:r>
      <w:r w:rsidR="001F628F">
        <w:rPr>
          <w:rFonts w:hint="eastAsia"/>
          <w:rtl/>
        </w:rPr>
        <w:t>آنحضرت</w:t>
      </w:r>
      <w:r w:rsidR="001F628F">
        <w:rPr>
          <w:rtl/>
        </w:rPr>
        <w:t xml:space="preserve"> سے پہلے والے انبياء كے معجزہ كى خصوصيات 12; انبياء </w:t>
      </w:r>
      <w:r w:rsidR="00367F17" w:rsidRPr="00367F17">
        <w:rPr>
          <w:rStyle w:val="libAlaemChar"/>
          <w:rtl/>
        </w:rPr>
        <w:t xml:space="preserve"> عليه‌السلام </w:t>
      </w:r>
      <w:r w:rsidR="001F628F">
        <w:rPr>
          <w:rtl/>
        </w:rPr>
        <w:t xml:space="preserve"> كو وحي2;انبياء </w:t>
      </w:r>
      <w:r w:rsidR="00367F17" w:rsidRPr="00367F17">
        <w:rPr>
          <w:rStyle w:val="libAlaemChar"/>
          <w:rtl/>
        </w:rPr>
        <w:t xml:space="preserve"> عليه‌السلام </w:t>
      </w:r>
      <w:r w:rsidR="001F628F">
        <w:rPr>
          <w:rtl/>
        </w:rPr>
        <w:t xml:space="preserve"> كى بعثت كے دلائل1; انبياء </w:t>
      </w:r>
      <w:r w:rsidR="00367F17" w:rsidRPr="00367F17">
        <w:rPr>
          <w:rStyle w:val="libAlaemChar"/>
          <w:rtl/>
        </w:rPr>
        <w:t xml:space="preserve"> عليه‌السلام </w:t>
      </w:r>
      <w:r w:rsidR="001F628F">
        <w:rPr>
          <w:rtl/>
        </w:rPr>
        <w:t xml:space="preserve"> كى كتاب1،2; انبياء </w:t>
      </w:r>
      <w:r w:rsidR="00367F17" w:rsidRPr="00367F17">
        <w:rPr>
          <w:rStyle w:val="libAlaemChar"/>
          <w:rtl/>
        </w:rPr>
        <w:t xml:space="preserve"> عليه‌السلام </w:t>
      </w:r>
      <w:r w:rsidR="001F628F">
        <w:rPr>
          <w:rtl/>
        </w:rPr>
        <w:t xml:space="preserve"> كى نبوت 2; انبياء </w:t>
      </w:r>
      <w:r w:rsidR="00367F17" w:rsidRPr="00367F17">
        <w:rPr>
          <w:rStyle w:val="libAlaemChar"/>
          <w:rtl/>
        </w:rPr>
        <w:t xml:space="preserve"> عليه‌السلام </w:t>
      </w:r>
      <w:r w:rsidR="001F628F">
        <w:rPr>
          <w:rtl/>
        </w:rPr>
        <w:t xml:space="preserve"> كے بيّنات 1،2،3;انبياء </w:t>
      </w:r>
      <w:r w:rsidR="00367F17" w:rsidRPr="00367F17">
        <w:rPr>
          <w:rStyle w:val="libAlaemChar"/>
          <w:rtl/>
        </w:rPr>
        <w:t xml:space="preserve"> عليه‌السلام </w:t>
      </w:r>
      <w:r w:rsidR="001F628F">
        <w:rPr>
          <w:rtl/>
        </w:rPr>
        <w:t xml:space="preserve"> كے حسى معجزات 12; انبياء </w:t>
      </w:r>
      <w:r w:rsidR="00367F17" w:rsidRPr="00367F17">
        <w:rPr>
          <w:rStyle w:val="libAlaemChar"/>
          <w:rtl/>
        </w:rPr>
        <w:t xml:space="preserve"> عليه‌السلام </w:t>
      </w:r>
      <w:r w:rsidR="001F628F">
        <w:rPr>
          <w:rtl/>
        </w:rPr>
        <w:t xml:space="preserve"> كے خصوصيات 2; انبياء </w:t>
      </w:r>
      <w:r w:rsidR="00367F17" w:rsidRPr="00367F17">
        <w:rPr>
          <w:rStyle w:val="libAlaemChar"/>
          <w:rtl/>
        </w:rPr>
        <w:t xml:space="preserve"> عليه‌السلام </w:t>
      </w:r>
      <w:r w:rsidR="001F628F">
        <w:rPr>
          <w:rtl/>
        </w:rPr>
        <w:t xml:space="preserve"> كے معجزات 1</w:t>
      </w:r>
    </w:p>
    <w:p w:rsidR="001F628F" w:rsidRDefault="001F628F" w:rsidP="001F628F">
      <w:pPr>
        <w:pStyle w:val="libNormal"/>
        <w:rPr>
          <w:rtl/>
        </w:rPr>
      </w:pPr>
      <w:r>
        <w:rPr>
          <w:rFonts w:hint="eastAsia"/>
          <w:rtl/>
        </w:rPr>
        <w:t>تذكر</w:t>
      </w:r>
      <w:r>
        <w:rPr>
          <w:rtl/>
        </w:rPr>
        <w:t xml:space="preserve"> كے اسباب</w:t>
      </w:r>
    </w:p>
    <w:p w:rsidR="001F628F" w:rsidRDefault="001F628F" w:rsidP="00DC087A">
      <w:pPr>
        <w:pStyle w:val="libNormal"/>
        <w:rPr>
          <w:rtl/>
        </w:rPr>
      </w:pPr>
      <w:r>
        <w:rPr>
          <w:rFonts w:hint="eastAsia"/>
          <w:rtl/>
        </w:rPr>
        <w:t>تفكر</w:t>
      </w:r>
      <w:r>
        <w:rPr>
          <w:rtl/>
        </w:rPr>
        <w:t>:</w:t>
      </w:r>
      <w:r>
        <w:rPr>
          <w:rFonts w:hint="eastAsia"/>
          <w:rtl/>
        </w:rPr>
        <w:t>تفكر</w:t>
      </w:r>
      <w:r>
        <w:rPr>
          <w:rtl/>
        </w:rPr>
        <w:t xml:space="preserve"> كى اہميت 18; تفكر كے آثار 15; قرآن مي</w:t>
      </w:r>
      <w:r w:rsidR="00083993">
        <w:rPr>
          <w:rtl/>
        </w:rPr>
        <w:t xml:space="preserve">ں </w:t>
      </w:r>
      <w:r>
        <w:rPr>
          <w:rtl/>
        </w:rPr>
        <w:t>تفكر كے آثار 17</w:t>
      </w:r>
    </w:p>
    <w:p w:rsidR="001F628F" w:rsidRDefault="001F628F" w:rsidP="001F628F">
      <w:pPr>
        <w:pStyle w:val="libNormal"/>
        <w:rPr>
          <w:rtl/>
        </w:rPr>
      </w:pPr>
      <w:r>
        <w:rPr>
          <w:rFonts w:hint="eastAsia"/>
          <w:rtl/>
        </w:rPr>
        <w:t>حقائق</w:t>
      </w:r>
      <w:r>
        <w:rPr>
          <w:rtl/>
        </w:rPr>
        <w:t>:</w:t>
      </w:r>
    </w:p>
    <w:p w:rsidR="001F628F" w:rsidRDefault="00B84D3B" w:rsidP="00B84D3B">
      <w:pPr>
        <w:pStyle w:val="libLine"/>
        <w:rPr>
          <w:rtl/>
        </w:rPr>
      </w:pPr>
      <w:r>
        <w:rPr>
          <w:rtl/>
        </w:rPr>
        <w:t>____________________</w:t>
      </w:r>
    </w:p>
    <w:p w:rsidR="001F628F" w:rsidRDefault="001F628F" w:rsidP="00DC087A">
      <w:pPr>
        <w:pStyle w:val="libFootnote"/>
        <w:rPr>
          <w:rtl/>
        </w:rPr>
      </w:pPr>
      <w:r>
        <w:rPr>
          <w:rtl/>
        </w:rPr>
        <w:t>1) كافى ،ج1،ص295، نوراثقلين،ج3 ص57، ح97_</w:t>
      </w:r>
    </w:p>
    <w:p w:rsidR="00DC087A" w:rsidRDefault="001E7F9D" w:rsidP="00F73EDE">
      <w:pPr>
        <w:pStyle w:val="libPoemTini"/>
        <w:rPr>
          <w:rtl/>
        </w:rPr>
      </w:pPr>
      <w:r>
        <w:rPr>
          <w:rtl/>
        </w:rPr>
        <w:br w:type="page"/>
      </w:r>
    </w:p>
    <w:p w:rsidR="001F628F" w:rsidRDefault="001F628F" w:rsidP="00DC087A">
      <w:pPr>
        <w:pStyle w:val="libNormal"/>
        <w:rPr>
          <w:rtl/>
        </w:rPr>
      </w:pPr>
      <w:r>
        <w:rPr>
          <w:rFonts w:hint="eastAsia"/>
          <w:rtl/>
        </w:rPr>
        <w:lastRenderedPageBreak/>
        <w:t>حقائق</w:t>
      </w:r>
      <w:r>
        <w:rPr>
          <w:rtl/>
        </w:rPr>
        <w:t xml:space="preserve"> كو بيان كرنے كى روش13; حقائق كو بيان كرنے كے اسباب17; حقائق درك كو كرنے كے وسائل15</w:t>
      </w:r>
    </w:p>
    <w:p w:rsidR="001F628F" w:rsidRDefault="001F628F" w:rsidP="001F628F">
      <w:pPr>
        <w:pStyle w:val="libNormal"/>
        <w:rPr>
          <w:rtl/>
        </w:rPr>
      </w:pPr>
      <w:r>
        <w:rPr>
          <w:rFonts w:hint="eastAsia"/>
          <w:rtl/>
        </w:rPr>
        <w:t>ذكر</w:t>
      </w:r>
      <w:r>
        <w:rPr>
          <w:rtl/>
        </w:rPr>
        <w:t>:5،19</w:t>
      </w:r>
    </w:p>
    <w:p w:rsidR="001F628F" w:rsidRDefault="001F628F" w:rsidP="001F628F">
      <w:pPr>
        <w:pStyle w:val="libNormal"/>
        <w:rPr>
          <w:rtl/>
        </w:rPr>
      </w:pPr>
      <w:r>
        <w:rPr>
          <w:rFonts w:hint="eastAsia"/>
          <w:rtl/>
        </w:rPr>
        <w:t>روايت</w:t>
      </w:r>
      <w:r>
        <w:rPr>
          <w:rtl/>
        </w:rPr>
        <w:t>19</w:t>
      </w:r>
    </w:p>
    <w:p w:rsidR="001F628F" w:rsidRDefault="001F628F" w:rsidP="00DC087A">
      <w:pPr>
        <w:pStyle w:val="libNormal"/>
        <w:rPr>
          <w:rtl/>
        </w:rPr>
      </w:pPr>
      <w:r>
        <w:rPr>
          <w:rFonts w:hint="eastAsia"/>
          <w:rtl/>
        </w:rPr>
        <w:t>شناخت</w:t>
      </w:r>
      <w:r>
        <w:rPr>
          <w:rtl/>
        </w:rPr>
        <w:t>:</w:t>
      </w:r>
      <w:r>
        <w:rPr>
          <w:rFonts w:hint="eastAsia"/>
          <w:rtl/>
        </w:rPr>
        <w:t>شناخت</w:t>
      </w:r>
      <w:r>
        <w:rPr>
          <w:rtl/>
        </w:rPr>
        <w:t xml:space="preserve"> كے وسائل15</w:t>
      </w:r>
    </w:p>
    <w:p w:rsidR="001F628F" w:rsidRDefault="001F628F" w:rsidP="00DC087A">
      <w:pPr>
        <w:pStyle w:val="libNormal"/>
        <w:rPr>
          <w:rtl/>
        </w:rPr>
      </w:pPr>
      <w:r>
        <w:rPr>
          <w:rFonts w:hint="eastAsia"/>
          <w:rtl/>
        </w:rPr>
        <w:t>عمل</w:t>
      </w:r>
      <w:r>
        <w:rPr>
          <w:rtl/>
        </w:rPr>
        <w:t>:</w:t>
      </w:r>
      <w:r>
        <w:rPr>
          <w:rFonts w:hint="eastAsia"/>
          <w:rtl/>
        </w:rPr>
        <w:t>پسنديدہ</w:t>
      </w:r>
      <w:r>
        <w:rPr>
          <w:rtl/>
        </w:rPr>
        <w:t xml:space="preserve"> عمل18</w:t>
      </w:r>
    </w:p>
    <w:p w:rsidR="001F628F" w:rsidRDefault="001F628F" w:rsidP="00DC087A">
      <w:pPr>
        <w:pStyle w:val="libNormal"/>
        <w:rPr>
          <w:rtl/>
        </w:rPr>
      </w:pPr>
      <w:r>
        <w:rPr>
          <w:rFonts w:hint="eastAsia"/>
          <w:rtl/>
        </w:rPr>
        <w:t>قرآن</w:t>
      </w:r>
      <w:r>
        <w:rPr>
          <w:rtl/>
        </w:rPr>
        <w:t>:</w:t>
      </w:r>
      <w:r>
        <w:rPr>
          <w:rFonts w:hint="eastAsia"/>
          <w:rtl/>
        </w:rPr>
        <w:t>قرآن</w:t>
      </w:r>
      <w:r>
        <w:rPr>
          <w:rtl/>
        </w:rPr>
        <w:t xml:space="preserve"> فہمى كے اسباب10; قرآن كا اعجاز11،12; قرآن كا تدريجى نزول 16; قرآن كا كردار4; قرآن كا نزول دفعي16; قرآن كو بيان كرنا6; قرآن كوبيان كرنے كا فلسفہ14; قرآن كى فضيلت11،12; قرآن كے خصوصيات 4; قرآن كے مخاطب7; قرآن كے نام 5،19;قرآن كے نزول كا فلسفہ 14; قرآن م</w:t>
      </w:r>
      <w:r>
        <w:rPr>
          <w:rFonts w:hint="eastAsia"/>
          <w:rtl/>
        </w:rPr>
        <w:t>بين</w:t>
      </w:r>
      <w:r>
        <w:rPr>
          <w:rtl/>
        </w:rPr>
        <w:t>10</w:t>
      </w:r>
    </w:p>
    <w:p w:rsidR="001F628F" w:rsidRDefault="001F628F" w:rsidP="00DC087A">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sidR="00F031CD" w:rsidRPr="00F031CD">
        <w:rPr>
          <w:rStyle w:val="libAlaemChar"/>
          <w:rtl/>
        </w:rPr>
        <w:t xml:space="preserve"> صلى‌الله‌عليه‌وآله‌وسلم </w:t>
      </w:r>
      <w:r>
        <w:rPr>
          <w:rtl/>
        </w:rPr>
        <w:t xml:space="preserve"> پر نزول قرآن3;محمد</w:t>
      </w:r>
      <w:r w:rsidR="00F031CD" w:rsidRPr="00F031CD">
        <w:rPr>
          <w:rStyle w:val="libAlaemChar"/>
          <w:rtl/>
        </w:rPr>
        <w:t xml:space="preserve"> صلى‌الله‌عليه‌وآله‌وسلم </w:t>
      </w:r>
      <w:r>
        <w:rPr>
          <w:rtl/>
        </w:rPr>
        <w:t xml:space="preserve"> كا كردار10،13; محمد </w:t>
      </w:r>
      <w:r w:rsidR="00F031CD" w:rsidRPr="00F031CD">
        <w:rPr>
          <w:rStyle w:val="libAlaemChar"/>
          <w:rtl/>
        </w:rPr>
        <w:t xml:space="preserve"> صلى‌الله‌عليه‌وآله‌وسلم </w:t>
      </w:r>
      <w:r>
        <w:rPr>
          <w:rtl/>
        </w:rPr>
        <w:t xml:space="preserve"> كا منزہ ہونا 9; محمد </w:t>
      </w:r>
      <w:r w:rsidR="00F031CD" w:rsidRPr="00F031CD">
        <w:rPr>
          <w:rStyle w:val="libAlaemChar"/>
          <w:rtl/>
        </w:rPr>
        <w:t xml:space="preserve"> صلى‌الله‌عليه‌وآله‌وسلم </w:t>
      </w:r>
      <w:r>
        <w:rPr>
          <w:rtl/>
        </w:rPr>
        <w:t xml:space="preserve"> كى ذمہ داري6; محمد</w:t>
      </w:r>
      <w:r w:rsidR="00F031CD" w:rsidRPr="00F031CD">
        <w:rPr>
          <w:rStyle w:val="libAlaemChar"/>
          <w:rtl/>
        </w:rPr>
        <w:t xml:space="preserve"> صلى‌الله‌عليه‌وآله‌وسلم </w:t>
      </w:r>
      <w:r>
        <w:rPr>
          <w:rtl/>
        </w:rPr>
        <w:t xml:space="preserve"> كى طرف رجوع 13; محمد</w:t>
      </w:r>
      <w:r w:rsidR="00F031CD" w:rsidRPr="00F031CD">
        <w:rPr>
          <w:rStyle w:val="libAlaemChar"/>
          <w:rtl/>
        </w:rPr>
        <w:t xml:space="preserve"> صلى‌الله‌عليه‌وآله‌وسلم </w:t>
      </w:r>
      <w:r>
        <w:rPr>
          <w:rtl/>
        </w:rPr>
        <w:t xml:space="preserve"> كى فہم و فراست8; محمد </w:t>
      </w:r>
      <w:r w:rsidR="00F031CD" w:rsidRPr="00F031CD">
        <w:rPr>
          <w:rStyle w:val="libAlaemChar"/>
          <w:rtl/>
        </w:rPr>
        <w:t xml:space="preserve"> صلى‌الله‌عليه‌وآله‌وسلم </w:t>
      </w:r>
      <w:r>
        <w:rPr>
          <w:rtl/>
        </w:rPr>
        <w:t xml:space="preserve"> كى كتاب3; محمد </w:t>
      </w:r>
      <w:r w:rsidR="00F031CD" w:rsidRPr="00F031CD">
        <w:rPr>
          <w:rStyle w:val="libAlaemChar"/>
          <w:rtl/>
        </w:rPr>
        <w:t xml:space="preserve"> صلى‌الله‌عليه‌وآله‌وسلم </w:t>
      </w:r>
      <w:r>
        <w:rPr>
          <w:rtl/>
        </w:rPr>
        <w:t xml:space="preserve"> كے فضائل 8،9،10،12; محمد </w:t>
      </w:r>
      <w:r w:rsidR="00F031CD" w:rsidRPr="00F031CD">
        <w:rPr>
          <w:rStyle w:val="libAlaemChar"/>
          <w:rtl/>
        </w:rPr>
        <w:t xml:space="preserve"> صلى‌الله‌عليه‌وآله‌وسلم </w:t>
      </w:r>
      <w:r>
        <w:rPr>
          <w:rtl/>
        </w:rPr>
        <w:t xml:space="preserve"> كے علم كى خصوصيات 9; محمد</w:t>
      </w:r>
      <w:r w:rsidR="00F031CD" w:rsidRPr="00F031CD">
        <w:rPr>
          <w:rStyle w:val="libAlaemChar"/>
          <w:rtl/>
        </w:rPr>
        <w:t xml:space="preserve"> صلى‌الله‌عليه‌وآله‌وسلم </w:t>
      </w:r>
      <w:r>
        <w:rPr>
          <w:rtl/>
        </w:rPr>
        <w:t xml:space="preserve"> كے معجزہ كى خصوصيات12; محمد</w:t>
      </w:r>
      <w:r w:rsidR="00F031CD" w:rsidRPr="00F031CD">
        <w:rPr>
          <w:rStyle w:val="libAlaemChar"/>
          <w:rtl/>
        </w:rPr>
        <w:t xml:space="preserve"> صلى‌الله‌عليه‌وآله‌وسلم </w:t>
      </w:r>
      <w:r>
        <w:rPr>
          <w:rtl/>
        </w:rPr>
        <w:t xml:space="preserve"> و فراموشي9; محمد</w:t>
      </w:r>
      <w:r w:rsidR="00F031CD" w:rsidRPr="00F031CD">
        <w:rPr>
          <w:rStyle w:val="libAlaemChar"/>
          <w:rtl/>
        </w:rPr>
        <w:t xml:space="preserve"> صلى‌الله‌عليه‌وآله‌وسلم </w:t>
      </w:r>
      <w:r>
        <w:rPr>
          <w:rtl/>
        </w:rPr>
        <w:t xml:space="preserve"> و قرآن6</w:t>
      </w:r>
    </w:p>
    <w:p w:rsidR="001F628F" w:rsidRDefault="00DC087A" w:rsidP="00DC087A">
      <w:pPr>
        <w:pStyle w:val="Heading2Center"/>
        <w:rPr>
          <w:rtl/>
        </w:rPr>
      </w:pPr>
      <w:bookmarkStart w:id="191" w:name="_Toc28081869"/>
      <w:r>
        <w:rPr>
          <w:rFonts w:hint="cs"/>
          <w:rtl/>
        </w:rPr>
        <w:t>آیت 45</w:t>
      </w:r>
      <w:bookmarkEnd w:id="191"/>
    </w:p>
    <w:p w:rsidR="001F628F" w:rsidRDefault="00E260F9" w:rsidP="00DC087A">
      <w:pPr>
        <w:pStyle w:val="libNormal"/>
        <w:rPr>
          <w:rtl/>
        </w:rPr>
      </w:pPr>
      <w:r w:rsidRPr="00E260F9">
        <w:rPr>
          <w:rStyle w:val="libAlaemChar"/>
          <w:rFonts w:hint="eastAsia"/>
          <w:rtl/>
        </w:rPr>
        <w:t>(</w:t>
      </w:r>
      <w:r w:rsidRPr="00DC087A">
        <w:rPr>
          <w:rStyle w:val="libAieChar"/>
          <w:rFonts w:hint="eastAsia"/>
          <w:rtl/>
        </w:rPr>
        <w:t>أَفَأَمِنَ</w:t>
      </w:r>
      <w:r w:rsidRPr="00DC087A">
        <w:rPr>
          <w:rStyle w:val="libAieChar"/>
          <w:rtl/>
        </w:rPr>
        <w:t xml:space="preserve"> الَّذِينَ مَكَرُواْ السَّيِّئَاتِ أَن يَخْسِفَ اللّهُ بِهِمُ الأَرْضَ أَوْ يَأْتِيَهُمُ الْعَذَابُ مِنْ حَيْثُ لاَ يَشْعُرُونَ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يہ برائيو</w:t>
      </w:r>
      <w:r w:rsidR="00083993">
        <w:rPr>
          <w:rtl/>
        </w:rPr>
        <w:t xml:space="preserve">ں </w:t>
      </w:r>
      <w:r>
        <w:rPr>
          <w:rtl/>
        </w:rPr>
        <w:t>كى تدبيري</w:t>
      </w:r>
      <w:r w:rsidR="00083993">
        <w:rPr>
          <w:rtl/>
        </w:rPr>
        <w:t xml:space="preserve">ں </w:t>
      </w:r>
      <w:r>
        <w:rPr>
          <w:rtl/>
        </w:rPr>
        <w:t>كرنے والے كفار اس بات سے مطمئن ہوگئے ہي</w:t>
      </w:r>
      <w:r w:rsidR="00083993">
        <w:rPr>
          <w:rtl/>
        </w:rPr>
        <w:t xml:space="preserve">ں </w:t>
      </w:r>
      <w:r>
        <w:rPr>
          <w:rtl/>
        </w:rPr>
        <w:t>كہ اللہ اچانك انہي</w:t>
      </w:r>
      <w:r w:rsidR="00083993">
        <w:rPr>
          <w:rtl/>
        </w:rPr>
        <w:t xml:space="preserve">ں </w:t>
      </w:r>
      <w:r>
        <w:rPr>
          <w:rtl/>
        </w:rPr>
        <w:t>زمين مي</w:t>
      </w:r>
      <w:r w:rsidR="00083993">
        <w:rPr>
          <w:rtl/>
        </w:rPr>
        <w:t xml:space="preserve">ں </w:t>
      </w:r>
      <w:r>
        <w:rPr>
          <w:rtl/>
        </w:rPr>
        <w:t>دھنسا دے يا ان تك اس طرح عذاب آجائے كہ انھي</w:t>
      </w:r>
      <w:r w:rsidR="00083993">
        <w:rPr>
          <w:rtl/>
        </w:rPr>
        <w:t xml:space="preserve">ں </w:t>
      </w:r>
      <w:r>
        <w:rPr>
          <w:rtl/>
        </w:rPr>
        <w:t>اس كا شعور بھى نہ ہو _</w:t>
      </w:r>
    </w:p>
    <w:p w:rsidR="001F628F" w:rsidRDefault="001F628F" w:rsidP="001F628F">
      <w:pPr>
        <w:pStyle w:val="libNormal"/>
        <w:rPr>
          <w:rtl/>
        </w:rPr>
      </w:pPr>
      <w:r>
        <w:rPr>
          <w:rtl/>
        </w:rPr>
        <w:t>1_خداوند عالم نے پيغمبر كے خلاف سازش كرنے والو</w:t>
      </w:r>
      <w:r w:rsidR="00083993">
        <w:rPr>
          <w:rtl/>
        </w:rPr>
        <w:t xml:space="preserve">ں </w:t>
      </w:r>
      <w:r>
        <w:rPr>
          <w:rtl/>
        </w:rPr>
        <w:t>كو دھنسا دينے كى دھمكى دى _</w:t>
      </w:r>
    </w:p>
    <w:p w:rsidR="002745E1" w:rsidRDefault="001E7F9D" w:rsidP="00F73EDE">
      <w:pPr>
        <w:pStyle w:val="libPoemTini"/>
        <w:rPr>
          <w:rtl/>
        </w:rPr>
      </w:pPr>
      <w:r>
        <w:rPr>
          <w:rtl/>
        </w:rPr>
        <w:cr/>
      </w:r>
      <w:r>
        <w:rPr>
          <w:rtl/>
        </w:rPr>
        <w:br w:type="page"/>
      </w:r>
    </w:p>
    <w:p w:rsidR="001F628F" w:rsidRDefault="001F628F" w:rsidP="002745E1">
      <w:pPr>
        <w:pStyle w:val="libArabic"/>
        <w:rPr>
          <w:rtl/>
        </w:rPr>
      </w:pPr>
      <w:r>
        <w:rPr>
          <w:rFonts w:hint="eastAsia"/>
          <w:rtl/>
        </w:rPr>
        <w:lastRenderedPageBreak/>
        <w:t>أفا</w:t>
      </w:r>
      <w:r>
        <w:rPr>
          <w:rtl/>
        </w:rPr>
        <w:t xml:space="preserve"> من الذين مكرو 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الأرض</w:t>
      </w:r>
    </w:p>
    <w:p w:rsidR="001F628F" w:rsidRDefault="001F628F" w:rsidP="001F628F">
      <w:pPr>
        <w:pStyle w:val="libNormal"/>
        <w:rPr>
          <w:rtl/>
        </w:rPr>
      </w:pPr>
      <w:r>
        <w:rPr>
          <w:rFonts w:hint="eastAsia"/>
          <w:rtl/>
        </w:rPr>
        <w:t>ما</w:t>
      </w:r>
      <w:r>
        <w:rPr>
          <w:rtl/>
        </w:rPr>
        <w:t xml:space="preserve"> قبل آيات جو كہ مشركين اور پيغمبر اكرم</w:t>
      </w:r>
      <w:r w:rsidR="00F031CD" w:rsidRPr="00F031CD">
        <w:rPr>
          <w:rStyle w:val="libAlaemChar"/>
          <w:rtl/>
        </w:rPr>
        <w:t xml:space="preserve"> صلى‌الله‌عليه‌وآله‌وسلم </w:t>
      </w:r>
      <w:r>
        <w:rPr>
          <w:rtl/>
        </w:rPr>
        <w:t xml:space="preserve"> وقرآن كے خلاف ان كى سازشو</w:t>
      </w:r>
      <w:r w:rsidR="00083993">
        <w:rPr>
          <w:rtl/>
        </w:rPr>
        <w:t xml:space="preserve">ں </w:t>
      </w:r>
      <w:r>
        <w:rPr>
          <w:rtl/>
        </w:rPr>
        <w:t>كے بارے مي</w:t>
      </w:r>
      <w:r w:rsidR="00083993">
        <w:rPr>
          <w:rtl/>
        </w:rPr>
        <w:t xml:space="preserve">ں </w:t>
      </w:r>
      <w:r>
        <w:rPr>
          <w:rtl/>
        </w:rPr>
        <w:t>ہي</w:t>
      </w:r>
      <w:r w:rsidR="00083993">
        <w:rPr>
          <w:rtl/>
        </w:rPr>
        <w:t xml:space="preserve">ں </w:t>
      </w:r>
      <w:r>
        <w:rPr>
          <w:rtl/>
        </w:rPr>
        <w:t xml:space="preserve">كے قرينہ كى بناء پر </w:t>
      </w:r>
      <w:r w:rsidRPr="002745E1">
        <w:rPr>
          <w:rStyle w:val="libArabicChar"/>
          <w:rtl/>
        </w:rPr>
        <w:t>''الذين كفروا''</w:t>
      </w:r>
      <w:r>
        <w:rPr>
          <w:rtl/>
        </w:rPr>
        <w:t>سے مراد وہ افراد ہي</w:t>
      </w:r>
      <w:r w:rsidR="00083993">
        <w:rPr>
          <w:rtl/>
        </w:rPr>
        <w:t xml:space="preserve">ں </w:t>
      </w:r>
      <w:r>
        <w:rPr>
          <w:rtl/>
        </w:rPr>
        <w:t>جو پيغمبر اكرم</w:t>
      </w:r>
      <w:r w:rsidR="00F031CD" w:rsidRPr="00F031CD">
        <w:rPr>
          <w:rStyle w:val="libAlaemChar"/>
          <w:rtl/>
        </w:rPr>
        <w:t xml:space="preserve"> صلى‌الله‌عليه‌وآله‌وسلم </w:t>
      </w:r>
      <w:r>
        <w:rPr>
          <w:rtl/>
        </w:rPr>
        <w:t xml:space="preserve"> كى راہ مي</w:t>
      </w:r>
      <w:r w:rsidR="00083993">
        <w:rPr>
          <w:rtl/>
        </w:rPr>
        <w:t xml:space="preserve">ں </w:t>
      </w:r>
      <w:r>
        <w:rPr>
          <w:rtl/>
        </w:rPr>
        <w:t>ركاوٹ بنے ہوئے تھے_</w:t>
      </w:r>
    </w:p>
    <w:p w:rsidR="001F628F" w:rsidRDefault="001F628F" w:rsidP="001F628F">
      <w:pPr>
        <w:pStyle w:val="libNormal"/>
        <w:rPr>
          <w:rtl/>
        </w:rPr>
      </w:pPr>
      <w:r>
        <w:rPr>
          <w:rtl/>
        </w:rPr>
        <w:t>2_ قيامت اور پيغمبر اكرم</w:t>
      </w:r>
      <w:r w:rsidR="00F031CD" w:rsidRPr="00F031CD">
        <w:rPr>
          <w:rStyle w:val="libAlaemChar"/>
          <w:rtl/>
        </w:rPr>
        <w:t xml:space="preserve"> صلى‌الله‌عليه‌وآله‌وسلم </w:t>
      </w:r>
      <w:r>
        <w:rPr>
          <w:rtl/>
        </w:rPr>
        <w:t xml:space="preserve"> كے بارے مي</w:t>
      </w:r>
      <w:r w:rsidR="00083993">
        <w:rPr>
          <w:rtl/>
        </w:rPr>
        <w:t xml:space="preserve">ں </w:t>
      </w:r>
      <w:r>
        <w:rPr>
          <w:rtl/>
        </w:rPr>
        <w:t>شبہ پيدا كرنا ، قبيح اور ناپسنديدہ عمل ہے_</w:t>
      </w:r>
    </w:p>
    <w:p w:rsidR="001F628F" w:rsidRDefault="001F628F" w:rsidP="002745E1">
      <w:pPr>
        <w:pStyle w:val="libArabic"/>
        <w:rPr>
          <w:rtl/>
        </w:rPr>
      </w:pPr>
      <w:r>
        <w:rPr>
          <w:rFonts w:hint="eastAsia"/>
          <w:rtl/>
        </w:rPr>
        <w:t>واقسموا</w:t>
      </w:r>
      <w:r>
        <w:rPr>
          <w:rtl/>
        </w:rPr>
        <w:t xml:space="preserve"> باللّ</w:t>
      </w:r>
      <w:r w:rsidR="00120F63" w:rsidRPr="00ED5DE8">
        <w:rPr>
          <w:rFonts w:hint="cs"/>
          <w:rtl/>
        </w:rPr>
        <w:t>ه</w:t>
      </w:r>
      <w:r>
        <w:rPr>
          <w:rtl/>
        </w:rPr>
        <w:t xml:space="preserve"> </w:t>
      </w:r>
      <w:r>
        <w:rPr>
          <w:rFonts w:hint="cs"/>
          <w:rtl/>
        </w:rPr>
        <w:t>ج</w:t>
      </w:r>
      <w:r w:rsidR="00120F63" w:rsidRPr="00ED5DE8">
        <w:rPr>
          <w:rFonts w:hint="cs"/>
          <w:rtl/>
        </w:rPr>
        <w:t>ه</w:t>
      </w:r>
      <w:r>
        <w:rPr>
          <w:rFonts w:hint="cs"/>
          <w:rtl/>
        </w:rPr>
        <w:t>د</w:t>
      </w:r>
      <w:r>
        <w:rPr>
          <w:rtl/>
        </w:rPr>
        <w:t xml:space="preserve"> </w:t>
      </w:r>
      <w:r>
        <w:rPr>
          <w:rFonts w:hint="cs"/>
          <w:rtl/>
        </w:rPr>
        <w:t>ايمان</w:t>
      </w:r>
      <w:r w:rsidR="00120F63" w:rsidRPr="00ED5DE8">
        <w:rPr>
          <w:rFonts w:hint="cs"/>
          <w:rtl/>
        </w:rPr>
        <w:t>ه</w:t>
      </w:r>
      <w:r>
        <w:rPr>
          <w:rFonts w:hint="cs"/>
          <w:rtl/>
        </w:rPr>
        <w:t>م</w:t>
      </w:r>
      <w:r>
        <w:rPr>
          <w:rtl/>
        </w:rPr>
        <w:t xml:space="preserve"> لا يبعث اللّ</w:t>
      </w:r>
      <w:r w:rsidR="00120F63" w:rsidRPr="00ED5DE8">
        <w:rPr>
          <w:rFonts w:hint="cs"/>
          <w:rtl/>
        </w:rPr>
        <w:t>ه</w:t>
      </w:r>
      <w:r>
        <w:rPr>
          <w:rtl/>
        </w:rPr>
        <w:t xml:space="preserve"> </w:t>
      </w:r>
      <w:r>
        <w:rPr>
          <w:rFonts w:hint="cs"/>
          <w:rtl/>
        </w:rPr>
        <w:t>من</w:t>
      </w:r>
      <w:r>
        <w:rPr>
          <w:rtl/>
        </w:rPr>
        <w:t xml:space="preserve"> </w:t>
      </w:r>
      <w:r>
        <w:rPr>
          <w:rFonts w:hint="cs"/>
          <w:rtl/>
        </w:rPr>
        <w:t>يموت</w:t>
      </w:r>
      <w:r>
        <w:rPr>
          <w:rtl/>
        </w:rPr>
        <w:t xml:space="preserve"> ...</w:t>
      </w:r>
      <w:r>
        <w:rPr>
          <w:rFonts w:hint="cs"/>
          <w:rtl/>
        </w:rPr>
        <w:t>وما</w:t>
      </w:r>
      <w:r>
        <w:rPr>
          <w:rtl/>
        </w:rPr>
        <w:t xml:space="preserve"> </w:t>
      </w:r>
      <w:r>
        <w:rPr>
          <w:rFonts w:hint="cs"/>
          <w:rtl/>
        </w:rPr>
        <w:t>ارسلنا</w:t>
      </w:r>
      <w:r>
        <w:rPr>
          <w:rtl/>
        </w:rPr>
        <w:t xml:space="preserve"> </w:t>
      </w:r>
      <w:r>
        <w:rPr>
          <w:rFonts w:hint="cs"/>
          <w:rtl/>
        </w:rPr>
        <w:t>من</w:t>
      </w:r>
      <w:r>
        <w:rPr>
          <w:rtl/>
        </w:rPr>
        <w:t xml:space="preserve"> </w:t>
      </w:r>
      <w:r>
        <w:rPr>
          <w:rFonts w:hint="cs"/>
          <w:rtl/>
        </w:rPr>
        <w:t>قبلك</w:t>
      </w:r>
      <w:r>
        <w:rPr>
          <w:rtl/>
        </w:rPr>
        <w:t xml:space="preserve"> </w:t>
      </w:r>
      <w:r>
        <w:rPr>
          <w:rFonts w:hint="cs"/>
          <w:rtl/>
        </w:rPr>
        <w:t>الا</w:t>
      </w:r>
      <w:r>
        <w:rPr>
          <w:rtl/>
        </w:rPr>
        <w:t xml:space="preserve"> </w:t>
      </w:r>
      <w:r>
        <w:rPr>
          <w:rFonts w:hint="cs"/>
          <w:rtl/>
        </w:rPr>
        <w:t>رجالاً</w:t>
      </w:r>
      <w:r>
        <w:rPr>
          <w:rtl/>
        </w:rPr>
        <w:t xml:space="preserve"> </w:t>
      </w:r>
      <w:r>
        <w:rPr>
          <w:rFonts w:hint="cs"/>
          <w:rtl/>
        </w:rPr>
        <w:t>نوحى</w:t>
      </w:r>
      <w:r>
        <w:rPr>
          <w:rtl/>
        </w:rPr>
        <w:t xml:space="preserve"> </w:t>
      </w:r>
      <w:r>
        <w:rPr>
          <w:rFonts w:hint="cs"/>
          <w:rtl/>
        </w:rPr>
        <w:t>الي</w:t>
      </w:r>
      <w:r w:rsidR="00120F63" w:rsidRPr="00ED5DE8">
        <w:rPr>
          <w:rFonts w:hint="cs"/>
          <w:rtl/>
        </w:rPr>
        <w:t>ه</w:t>
      </w:r>
      <w:r>
        <w:rPr>
          <w:rFonts w:hint="cs"/>
          <w:rtl/>
        </w:rPr>
        <w:t>م</w:t>
      </w:r>
      <w:r>
        <w:rPr>
          <w:rtl/>
        </w:rPr>
        <w:t xml:space="preserve"> ...</w:t>
      </w:r>
      <w:r>
        <w:rPr>
          <w:rFonts w:hint="cs"/>
          <w:rtl/>
        </w:rPr>
        <w:t>أفا</w:t>
      </w:r>
      <w:r>
        <w:rPr>
          <w:rtl/>
        </w:rPr>
        <w:t xml:space="preserve"> </w:t>
      </w:r>
      <w:r>
        <w:rPr>
          <w:rFonts w:hint="cs"/>
          <w:rtl/>
        </w:rPr>
        <w:t>من</w:t>
      </w:r>
      <w:r>
        <w:rPr>
          <w:rtl/>
        </w:rPr>
        <w:t xml:space="preserve"> </w:t>
      </w:r>
      <w:r>
        <w:rPr>
          <w:rFonts w:hint="cs"/>
          <w:rtl/>
        </w:rPr>
        <w:t>الذين</w:t>
      </w:r>
      <w:r>
        <w:rPr>
          <w:rtl/>
        </w:rPr>
        <w:t xml:space="preserve"> </w:t>
      </w:r>
      <w:r>
        <w:rPr>
          <w:rFonts w:hint="cs"/>
          <w:rtl/>
        </w:rPr>
        <w:t>مكرو</w:t>
      </w:r>
      <w:r>
        <w:rPr>
          <w:rtl/>
        </w:rPr>
        <w:t xml:space="preserve"> </w:t>
      </w:r>
      <w:r>
        <w:rPr>
          <w:rFonts w:hint="cs"/>
          <w:rtl/>
        </w:rPr>
        <w:t>ا</w:t>
      </w:r>
      <w:r>
        <w:rPr>
          <w:rtl/>
        </w:rPr>
        <w:t>لسيّات</w:t>
      </w:r>
    </w:p>
    <w:p w:rsidR="001F628F" w:rsidRDefault="001F628F" w:rsidP="001F628F">
      <w:pPr>
        <w:pStyle w:val="libNormal"/>
        <w:rPr>
          <w:rtl/>
        </w:rPr>
      </w:pPr>
      <w:r>
        <w:rPr>
          <w:rtl/>
        </w:rPr>
        <w:t>''سيّة'' كى جمع''سيّات'' ہر قبيح عمل كے معنى مي</w:t>
      </w:r>
      <w:r w:rsidR="00083993">
        <w:rPr>
          <w:rtl/>
        </w:rPr>
        <w:t xml:space="preserve">ں </w:t>
      </w:r>
      <w:r>
        <w:rPr>
          <w:rtl/>
        </w:rPr>
        <w:t>ہے ''فاصابہم السيّات ما عملوا'' كے قرينہ كى بناء پر آيات مي</w:t>
      </w:r>
      <w:r w:rsidR="00083993">
        <w:rPr>
          <w:rtl/>
        </w:rPr>
        <w:t xml:space="preserve">ں </w:t>
      </w:r>
      <w:r>
        <w:rPr>
          <w:rtl/>
        </w:rPr>
        <w:t>''سيّات'' سے مراد ، ممكن ہے ايسے شبہات ہو</w:t>
      </w:r>
      <w:r w:rsidR="00083993">
        <w:rPr>
          <w:rtl/>
        </w:rPr>
        <w:t xml:space="preserve">ں </w:t>
      </w:r>
      <w:r>
        <w:rPr>
          <w:rtl/>
        </w:rPr>
        <w:t>جو ما قبل آيات مي</w:t>
      </w:r>
      <w:r w:rsidR="00083993">
        <w:rPr>
          <w:rtl/>
        </w:rPr>
        <w:t xml:space="preserve">ں </w:t>
      </w:r>
      <w:r>
        <w:rPr>
          <w:rtl/>
        </w:rPr>
        <w:t>مشركين كى جانب سے پيش كے گئے تھے_</w:t>
      </w:r>
    </w:p>
    <w:p w:rsidR="001F628F" w:rsidRDefault="001F628F" w:rsidP="001F628F">
      <w:pPr>
        <w:pStyle w:val="libNormal"/>
        <w:rPr>
          <w:rtl/>
        </w:rPr>
      </w:pPr>
      <w:r>
        <w:rPr>
          <w:rtl/>
        </w:rPr>
        <w:t>3_پيغمبراكرم</w:t>
      </w:r>
      <w:r w:rsidR="00F031CD" w:rsidRPr="00F031CD">
        <w:rPr>
          <w:rStyle w:val="libAlaemChar"/>
          <w:rtl/>
        </w:rPr>
        <w:t xml:space="preserve"> صلى‌الله‌عليه‌وآله‌وسلم </w:t>
      </w:r>
      <w:r>
        <w:rPr>
          <w:rtl/>
        </w:rPr>
        <w:t xml:space="preserve"> كے خلاف سازش كرنے والے مشركين كے احساس امن كى خداوند عالم نے مذمت كى ہے_</w:t>
      </w:r>
    </w:p>
    <w:p w:rsidR="001F628F" w:rsidRDefault="001F628F" w:rsidP="002745E1">
      <w:pPr>
        <w:pStyle w:val="libArabic"/>
        <w:rPr>
          <w:rtl/>
        </w:rPr>
      </w:pPr>
      <w:r>
        <w:rPr>
          <w:rFonts w:hint="eastAsia"/>
          <w:rtl/>
        </w:rPr>
        <w:t>أفأمن</w:t>
      </w:r>
      <w:r>
        <w:rPr>
          <w:rtl/>
        </w:rPr>
        <w:t xml:space="preserve"> الذين مكروالسيّات</w:t>
      </w:r>
    </w:p>
    <w:p w:rsidR="001F628F" w:rsidRDefault="001F628F" w:rsidP="001F628F">
      <w:pPr>
        <w:pStyle w:val="libNormal"/>
        <w:rPr>
          <w:rtl/>
        </w:rPr>
      </w:pPr>
      <w:r>
        <w:rPr>
          <w:rtl/>
        </w:rPr>
        <w:t>''ا فأمن'' مي</w:t>
      </w:r>
      <w:r w:rsidR="00083993">
        <w:rPr>
          <w:rtl/>
        </w:rPr>
        <w:t xml:space="preserve">ں </w:t>
      </w:r>
      <w:r>
        <w:rPr>
          <w:rtl/>
        </w:rPr>
        <w:t>ہمزہ استفہام تو توبيخ كے ليے ہے_</w:t>
      </w:r>
    </w:p>
    <w:p w:rsidR="001F628F" w:rsidRDefault="001F628F" w:rsidP="001F628F">
      <w:pPr>
        <w:pStyle w:val="libNormal"/>
        <w:rPr>
          <w:rtl/>
        </w:rPr>
      </w:pPr>
      <w:r>
        <w:rPr>
          <w:rtl/>
        </w:rPr>
        <w:t>4_بد كردار افراد، كو كبھى بھى الہى عذاب سے امان كا احساس نہي</w:t>
      </w:r>
      <w:r w:rsidR="00083993">
        <w:rPr>
          <w:rtl/>
        </w:rPr>
        <w:t xml:space="preserve">ں </w:t>
      </w:r>
      <w:r>
        <w:rPr>
          <w:rtl/>
        </w:rPr>
        <w:t>كرنا چاہيے_</w:t>
      </w:r>
    </w:p>
    <w:p w:rsidR="001F628F" w:rsidRDefault="001F628F" w:rsidP="002745E1">
      <w:pPr>
        <w:pStyle w:val="libArabic"/>
        <w:rPr>
          <w:rtl/>
        </w:rPr>
      </w:pPr>
      <w:r>
        <w:rPr>
          <w:rFonts w:hint="eastAsia"/>
          <w:rtl/>
        </w:rPr>
        <w:t>ا</w:t>
      </w:r>
      <w:r>
        <w:rPr>
          <w:rtl/>
        </w:rPr>
        <w:t xml:space="preserve"> فامن الذين مكرو 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الارض</w:t>
      </w:r>
    </w:p>
    <w:p w:rsidR="001F628F" w:rsidRDefault="001F628F" w:rsidP="002745E1">
      <w:pPr>
        <w:pStyle w:val="libNormal"/>
        <w:rPr>
          <w:rtl/>
        </w:rPr>
      </w:pPr>
      <w:r>
        <w:rPr>
          <w:rtl/>
        </w:rPr>
        <w:t>5_ پيغمبر اكرم</w:t>
      </w:r>
      <w:r w:rsidR="00F031CD" w:rsidRPr="00F031CD">
        <w:rPr>
          <w:rStyle w:val="libAlaemChar"/>
          <w:rtl/>
        </w:rPr>
        <w:t xml:space="preserve"> صلى‌الله‌عليه‌وآله‌وسلم </w:t>
      </w:r>
      <w:r>
        <w:rPr>
          <w:rtl/>
        </w:rPr>
        <w:t xml:space="preserve"> كو ان كے مقصد سے روكنے كے ليے ہر قسم كى كوشش قبيح ہے_</w:t>
      </w:r>
      <w:r w:rsidRPr="002745E1">
        <w:rPr>
          <w:rStyle w:val="libArabicChar"/>
          <w:rFonts w:hint="eastAsia"/>
          <w:rtl/>
        </w:rPr>
        <w:t>ا</w:t>
      </w:r>
      <w:r w:rsidRPr="002745E1">
        <w:rPr>
          <w:rStyle w:val="libArabicChar"/>
          <w:rtl/>
        </w:rPr>
        <w:t xml:space="preserve"> فأمن الذين مكروا لسيّات</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''مكر'' كا معنى كسى شخص كو اس كے مقصد سے روكنا ہے اور ''سيّات '' فعل ''مكروا'' كے ليے مفعول بہ اور اس مي</w:t>
      </w:r>
      <w:r w:rsidR="00083993">
        <w:rPr>
          <w:rtl/>
        </w:rPr>
        <w:t xml:space="preserve">ں </w:t>
      </w:r>
      <w:r>
        <w:rPr>
          <w:rtl/>
        </w:rPr>
        <w:t>''عملوا'' جيسے فعل متعدى كا معنى متضمن ہے_</w:t>
      </w:r>
    </w:p>
    <w:p w:rsidR="001F628F" w:rsidRDefault="001F628F" w:rsidP="002745E1">
      <w:pPr>
        <w:pStyle w:val="libNormal"/>
        <w:rPr>
          <w:rtl/>
        </w:rPr>
      </w:pPr>
      <w:r>
        <w:rPr>
          <w:rtl/>
        </w:rPr>
        <w:t>6_زمين ، الہى عذاب كا ايك ذريعہ ہے_</w:t>
      </w:r>
      <w:r w:rsidRPr="002745E1">
        <w:rPr>
          <w:rStyle w:val="libArabicChar"/>
          <w:rFonts w:hint="eastAsia"/>
          <w:rtl/>
        </w:rPr>
        <w:t>ان</w:t>
      </w:r>
      <w:r w:rsidRPr="002745E1">
        <w:rPr>
          <w:rStyle w:val="libArabicChar"/>
          <w:rtl/>
        </w:rPr>
        <w:t xml:space="preserve"> يخسف 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الارض</w:t>
      </w:r>
    </w:p>
    <w:p w:rsidR="001F628F" w:rsidRDefault="001F628F" w:rsidP="001F628F">
      <w:pPr>
        <w:pStyle w:val="libNormal"/>
        <w:rPr>
          <w:rtl/>
        </w:rPr>
      </w:pPr>
      <w:r>
        <w:rPr>
          <w:rtl/>
        </w:rPr>
        <w:t>7_ قبيح اعمال كے ليے نقشہ كشى اور پروگرام بنانے والے،انواع و اقسام كے الہى عذاب سے دوچار ہو</w:t>
      </w:r>
      <w:r w:rsidR="00083993">
        <w:rPr>
          <w:rtl/>
        </w:rPr>
        <w:t xml:space="preserve">ں </w:t>
      </w:r>
      <w:r>
        <w:rPr>
          <w:rtl/>
        </w:rPr>
        <w:t>گے _</w:t>
      </w:r>
    </w:p>
    <w:p w:rsidR="001F628F" w:rsidRDefault="001F628F" w:rsidP="002745E1">
      <w:pPr>
        <w:pStyle w:val="libArabic"/>
        <w:rPr>
          <w:rtl/>
        </w:rPr>
      </w:pPr>
      <w:r>
        <w:rPr>
          <w:rFonts w:hint="eastAsia"/>
          <w:rtl/>
        </w:rPr>
        <w:t>ا</w:t>
      </w:r>
      <w:r>
        <w:rPr>
          <w:rtl/>
        </w:rPr>
        <w:t xml:space="preserve"> فأمن الذين مكروا 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الأرض</w:t>
      </w:r>
      <w:r>
        <w:rPr>
          <w:rtl/>
        </w:rPr>
        <w:t xml:space="preserve"> </w:t>
      </w:r>
      <w:r>
        <w:rPr>
          <w:rFonts w:hint="cs"/>
          <w:rtl/>
        </w:rPr>
        <w:t>او</w:t>
      </w:r>
      <w:r>
        <w:rPr>
          <w:rtl/>
        </w:rPr>
        <w:t xml:space="preserve"> </w:t>
      </w:r>
      <w:r>
        <w:rPr>
          <w:rFonts w:hint="cs"/>
          <w:rtl/>
        </w:rPr>
        <w:t>يأتي</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من</w:t>
      </w:r>
      <w:r>
        <w:rPr>
          <w:rtl/>
        </w:rPr>
        <w:t xml:space="preserve"> </w:t>
      </w:r>
      <w:r>
        <w:rPr>
          <w:rFonts w:hint="cs"/>
          <w:rtl/>
        </w:rPr>
        <w:t>حيث</w:t>
      </w:r>
      <w:r>
        <w:rPr>
          <w:rtl/>
        </w:rPr>
        <w:t xml:space="preserve"> </w:t>
      </w:r>
      <w:r>
        <w:rPr>
          <w:rFonts w:hint="cs"/>
          <w:rtl/>
        </w:rPr>
        <w:t>لا</w:t>
      </w:r>
      <w:r>
        <w:rPr>
          <w:rtl/>
        </w:rPr>
        <w:t xml:space="preserve"> يشعرون</w:t>
      </w:r>
    </w:p>
    <w:p w:rsidR="001F628F" w:rsidRDefault="001F628F" w:rsidP="002745E1">
      <w:pPr>
        <w:pStyle w:val="libNormal"/>
        <w:rPr>
          <w:rtl/>
        </w:rPr>
      </w:pPr>
      <w:r>
        <w:rPr>
          <w:rtl/>
        </w:rPr>
        <w:t>8_ خداوند عالم كى قدرت ، پيغمبر اكرم</w:t>
      </w:r>
      <w:r w:rsidR="00F031CD" w:rsidRPr="00F031CD">
        <w:rPr>
          <w:rStyle w:val="libAlaemChar"/>
          <w:rtl/>
        </w:rPr>
        <w:t xml:space="preserve"> صلى‌الله‌عليه‌وآله‌وسلم </w:t>
      </w:r>
      <w:r>
        <w:rPr>
          <w:rtl/>
        </w:rPr>
        <w:t xml:space="preserve"> كے خلاف سازش كى نقشہ كشى اور ان كے خلاف سازش كرنے والو</w:t>
      </w:r>
      <w:r w:rsidR="00083993">
        <w:rPr>
          <w:rtl/>
        </w:rPr>
        <w:t xml:space="preserve">ں </w:t>
      </w:r>
      <w:r>
        <w:rPr>
          <w:rtl/>
        </w:rPr>
        <w:t>نيز ان كے مكر سے بلند و برتر ہے_</w:t>
      </w:r>
      <w:r w:rsidRPr="002745E1">
        <w:rPr>
          <w:rStyle w:val="libArabicChar"/>
          <w:rFonts w:hint="eastAsia"/>
          <w:rtl/>
        </w:rPr>
        <w:t>ا</w:t>
      </w:r>
      <w:r w:rsidRPr="002745E1">
        <w:rPr>
          <w:rStyle w:val="libArabicChar"/>
          <w:rtl/>
        </w:rPr>
        <w:t xml:space="preserve"> فأمن الذين مكرو السّيات ان يخسف 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الأرض</w:t>
      </w:r>
    </w:p>
    <w:p w:rsidR="001F628F" w:rsidRDefault="001F628F" w:rsidP="001F628F">
      <w:pPr>
        <w:pStyle w:val="libNormal"/>
        <w:rPr>
          <w:rtl/>
        </w:rPr>
      </w:pPr>
      <w:r>
        <w:rPr>
          <w:rtl/>
        </w:rPr>
        <w:t>9_پيغمبر اكرم</w:t>
      </w:r>
      <w:r w:rsidR="00F031CD" w:rsidRPr="00F031CD">
        <w:rPr>
          <w:rStyle w:val="libAlaemChar"/>
          <w:rtl/>
        </w:rPr>
        <w:t xml:space="preserve"> صلى‌الله‌عليه‌وآله‌وسلم </w:t>
      </w:r>
      <w:r>
        <w:rPr>
          <w:rtl/>
        </w:rPr>
        <w:t xml:space="preserve"> كو ان كے مقصد سے روكنے كے ليے لوگو</w:t>
      </w:r>
      <w:r w:rsidR="00083993">
        <w:rPr>
          <w:rtl/>
        </w:rPr>
        <w:t xml:space="preserve">ں </w:t>
      </w:r>
    </w:p>
    <w:p w:rsidR="002745E1" w:rsidRDefault="001E7F9D" w:rsidP="00F73EDE">
      <w:pPr>
        <w:pStyle w:val="libPoemTini"/>
        <w:rPr>
          <w:rtl/>
        </w:rPr>
      </w:pPr>
      <w:r>
        <w:rPr>
          <w:rtl/>
        </w:rPr>
        <w:br w:type="page"/>
      </w:r>
    </w:p>
    <w:p w:rsidR="001F628F" w:rsidRDefault="001F628F" w:rsidP="002745E1">
      <w:pPr>
        <w:pStyle w:val="libNormal"/>
        <w:rPr>
          <w:rtl/>
        </w:rPr>
      </w:pPr>
      <w:r>
        <w:rPr>
          <w:rFonts w:hint="eastAsia"/>
          <w:rtl/>
        </w:rPr>
        <w:lastRenderedPageBreak/>
        <w:t>كے</w:t>
      </w:r>
      <w:r>
        <w:rPr>
          <w:rtl/>
        </w:rPr>
        <w:t xml:space="preserve"> ذہن مي</w:t>
      </w:r>
      <w:r w:rsidR="00083993">
        <w:rPr>
          <w:rtl/>
        </w:rPr>
        <w:t xml:space="preserve">ں </w:t>
      </w:r>
      <w:r>
        <w:rPr>
          <w:rtl/>
        </w:rPr>
        <w:t>خدا، معاد اور پيغمبر كے بارے مي</w:t>
      </w:r>
      <w:r w:rsidR="00083993">
        <w:rPr>
          <w:rtl/>
        </w:rPr>
        <w:t xml:space="preserve">ں </w:t>
      </w:r>
      <w:r>
        <w:rPr>
          <w:rtl/>
        </w:rPr>
        <w:t>شبہہ پيدا كرنا، مشركين كا نہايت ہى گھٹيا فعل تھا_</w:t>
      </w:r>
    </w:p>
    <w:p w:rsidR="001F628F" w:rsidRDefault="001F628F" w:rsidP="002745E1">
      <w:pPr>
        <w:pStyle w:val="libArabic"/>
        <w:rPr>
          <w:rtl/>
        </w:rPr>
      </w:pPr>
      <w:r>
        <w:rPr>
          <w:rFonts w:hint="eastAsia"/>
          <w:rtl/>
        </w:rPr>
        <w:t>قالوا</w:t>
      </w:r>
      <w:r>
        <w:rPr>
          <w:rtl/>
        </w:rPr>
        <w:t xml:space="preserve"> لوشاء اللّ</w:t>
      </w:r>
      <w:r w:rsidR="00120F63" w:rsidRPr="00ED5DE8">
        <w:rPr>
          <w:rFonts w:hint="cs"/>
          <w:rtl/>
        </w:rPr>
        <w:t>ه</w:t>
      </w:r>
      <w:r>
        <w:rPr>
          <w:rtl/>
        </w:rPr>
        <w:t xml:space="preserve"> </w:t>
      </w:r>
      <w:r>
        <w:rPr>
          <w:rFonts w:hint="cs"/>
          <w:rtl/>
        </w:rPr>
        <w:t>ما</w:t>
      </w:r>
      <w:r>
        <w:rPr>
          <w:rtl/>
        </w:rPr>
        <w:t xml:space="preserve"> </w:t>
      </w:r>
      <w:r>
        <w:rPr>
          <w:rFonts w:hint="cs"/>
          <w:rtl/>
        </w:rPr>
        <w:t>عبدنا</w:t>
      </w:r>
      <w:r>
        <w:rPr>
          <w:rtl/>
        </w:rPr>
        <w:t xml:space="preserve"> </w:t>
      </w:r>
      <w:r>
        <w:rPr>
          <w:rFonts w:hint="cs"/>
          <w:rtl/>
        </w:rPr>
        <w:t>من</w:t>
      </w:r>
      <w:r>
        <w:rPr>
          <w:rtl/>
        </w:rPr>
        <w:t xml:space="preserve"> </w:t>
      </w:r>
      <w:r>
        <w:rPr>
          <w:rFonts w:hint="cs"/>
          <w:rtl/>
        </w:rPr>
        <w:t>دون</w:t>
      </w:r>
      <w:r w:rsidR="00120F63" w:rsidRPr="00ED5DE8">
        <w:rPr>
          <w:rFonts w:hint="cs"/>
          <w:rtl/>
        </w:rPr>
        <w:t>ه</w:t>
      </w:r>
      <w:r>
        <w:rPr>
          <w:rtl/>
        </w:rPr>
        <w:t xml:space="preserve"> </w:t>
      </w:r>
      <w:r>
        <w:rPr>
          <w:rFonts w:hint="cs"/>
          <w:rtl/>
        </w:rPr>
        <w:t>من</w:t>
      </w:r>
      <w:r>
        <w:rPr>
          <w:rtl/>
        </w:rPr>
        <w:t xml:space="preserve"> </w:t>
      </w:r>
      <w:r>
        <w:rPr>
          <w:rFonts w:hint="cs"/>
          <w:rtl/>
        </w:rPr>
        <w:t>شيء</w:t>
      </w:r>
      <w:r>
        <w:rPr>
          <w:rtl/>
        </w:rPr>
        <w:t xml:space="preserve"> ...</w:t>
      </w:r>
      <w:r>
        <w:rPr>
          <w:rFonts w:hint="cs"/>
          <w:rtl/>
        </w:rPr>
        <w:t>واقسموا</w:t>
      </w:r>
      <w:r>
        <w:rPr>
          <w:rtl/>
        </w:rPr>
        <w:t xml:space="preserve"> </w:t>
      </w:r>
      <w:r>
        <w:rPr>
          <w:rFonts w:hint="cs"/>
          <w:rtl/>
        </w:rPr>
        <w:t>باللّ</w:t>
      </w:r>
      <w:r w:rsidR="00120F63" w:rsidRPr="00ED5DE8">
        <w:rPr>
          <w:rFonts w:hint="cs"/>
          <w:rtl/>
        </w:rPr>
        <w:t>ه</w:t>
      </w:r>
      <w:r>
        <w:rPr>
          <w:rtl/>
        </w:rPr>
        <w:t xml:space="preserve"> ... </w:t>
      </w:r>
      <w:r>
        <w:rPr>
          <w:rFonts w:hint="cs"/>
          <w:rtl/>
        </w:rPr>
        <w:t>لا</w:t>
      </w:r>
      <w:r>
        <w:rPr>
          <w:rtl/>
        </w:rPr>
        <w:t xml:space="preserve"> </w:t>
      </w:r>
      <w:r>
        <w:rPr>
          <w:rFonts w:hint="cs"/>
          <w:rtl/>
        </w:rPr>
        <w:t>يبعث</w:t>
      </w:r>
      <w:r>
        <w:rPr>
          <w:rtl/>
        </w:rPr>
        <w:t xml:space="preserve"> </w:t>
      </w:r>
      <w:r>
        <w:rPr>
          <w:rFonts w:hint="cs"/>
          <w:rtl/>
        </w:rPr>
        <w:t>اللّ</w:t>
      </w:r>
      <w:r w:rsidR="00120F63" w:rsidRPr="00ED5DE8">
        <w:rPr>
          <w:rFonts w:hint="cs"/>
          <w:rtl/>
        </w:rPr>
        <w:t>ه</w:t>
      </w:r>
      <w:r>
        <w:rPr>
          <w:rtl/>
        </w:rPr>
        <w:t xml:space="preserve"> </w:t>
      </w:r>
      <w:r>
        <w:rPr>
          <w:rFonts w:hint="cs"/>
          <w:rtl/>
        </w:rPr>
        <w:t>من</w:t>
      </w:r>
      <w:r>
        <w:rPr>
          <w:rtl/>
        </w:rPr>
        <w:t xml:space="preserve"> </w:t>
      </w:r>
      <w:r>
        <w:rPr>
          <w:rFonts w:hint="cs"/>
          <w:rtl/>
        </w:rPr>
        <w:t>يموت</w:t>
      </w:r>
      <w:r>
        <w:rPr>
          <w:rtl/>
        </w:rPr>
        <w:t xml:space="preserve"> ... </w:t>
      </w:r>
      <w:r>
        <w:rPr>
          <w:rFonts w:hint="cs"/>
          <w:rtl/>
        </w:rPr>
        <w:t>وما</w:t>
      </w:r>
      <w:r>
        <w:rPr>
          <w:rtl/>
        </w:rPr>
        <w:t xml:space="preserve"> </w:t>
      </w:r>
      <w:r>
        <w:rPr>
          <w:rFonts w:hint="cs"/>
          <w:rtl/>
        </w:rPr>
        <w:t>ارسلنا</w:t>
      </w:r>
      <w:r>
        <w:rPr>
          <w:rtl/>
        </w:rPr>
        <w:t xml:space="preserve"> </w:t>
      </w:r>
      <w:r>
        <w:rPr>
          <w:rFonts w:hint="cs"/>
          <w:rtl/>
        </w:rPr>
        <w:t>من</w:t>
      </w:r>
      <w:r>
        <w:rPr>
          <w:rtl/>
        </w:rPr>
        <w:t xml:space="preserve"> </w:t>
      </w:r>
      <w:r>
        <w:rPr>
          <w:rFonts w:hint="cs"/>
          <w:rtl/>
        </w:rPr>
        <w:t>قبلك</w:t>
      </w:r>
      <w:r>
        <w:rPr>
          <w:rtl/>
        </w:rPr>
        <w:t xml:space="preserve"> </w:t>
      </w:r>
      <w:r>
        <w:rPr>
          <w:rFonts w:hint="cs"/>
          <w:rtl/>
        </w:rPr>
        <w:t>الا</w:t>
      </w:r>
      <w:r>
        <w:rPr>
          <w:rtl/>
        </w:rPr>
        <w:t xml:space="preserve"> </w:t>
      </w:r>
      <w:r>
        <w:rPr>
          <w:rFonts w:hint="cs"/>
          <w:rtl/>
        </w:rPr>
        <w:t>رجالاً</w:t>
      </w:r>
      <w:r>
        <w:rPr>
          <w:rtl/>
        </w:rPr>
        <w:t xml:space="preserve"> </w:t>
      </w:r>
      <w:r>
        <w:rPr>
          <w:rFonts w:hint="cs"/>
          <w:rtl/>
        </w:rPr>
        <w:t>نو</w:t>
      </w:r>
      <w:r>
        <w:rPr>
          <w:rtl/>
        </w:rPr>
        <w:t>حى الي</w:t>
      </w:r>
      <w:r w:rsidR="00120F63" w:rsidRPr="00ED5DE8">
        <w:rPr>
          <w:rFonts w:hint="cs"/>
          <w:rtl/>
        </w:rPr>
        <w:t>ه</w:t>
      </w:r>
      <w:r>
        <w:rPr>
          <w:rFonts w:hint="cs"/>
          <w:rtl/>
        </w:rPr>
        <w:t>م</w:t>
      </w:r>
      <w:r>
        <w:rPr>
          <w:rtl/>
        </w:rPr>
        <w:t xml:space="preserve"> ...</w:t>
      </w:r>
      <w:r>
        <w:rPr>
          <w:rFonts w:hint="cs"/>
          <w:rtl/>
        </w:rPr>
        <w:t>ا</w:t>
      </w:r>
      <w:r>
        <w:rPr>
          <w:rtl/>
        </w:rPr>
        <w:t xml:space="preserve"> </w:t>
      </w:r>
      <w:r>
        <w:rPr>
          <w:rFonts w:hint="cs"/>
          <w:rtl/>
        </w:rPr>
        <w:t>فامن</w:t>
      </w:r>
      <w:r>
        <w:rPr>
          <w:rtl/>
        </w:rPr>
        <w:t xml:space="preserve"> </w:t>
      </w:r>
      <w:r>
        <w:rPr>
          <w:rFonts w:hint="cs"/>
          <w:rtl/>
        </w:rPr>
        <w:t>الذين</w:t>
      </w:r>
      <w:r>
        <w:rPr>
          <w:rtl/>
        </w:rPr>
        <w:t xml:space="preserve"> </w:t>
      </w:r>
      <w:r>
        <w:rPr>
          <w:rFonts w:hint="cs"/>
          <w:rtl/>
        </w:rPr>
        <w:t>مكروا</w:t>
      </w:r>
      <w:r>
        <w:rPr>
          <w:rtl/>
        </w:rPr>
        <w:t>لسيّات</w:t>
      </w:r>
    </w:p>
    <w:p w:rsidR="001F628F" w:rsidRDefault="001F628F" w:rsidP="001F628F">
      <w:pPr>
        <w:pStyle w:val="libNormal"/>
        <w:rPr>
          <w:rtl/>
        </w:rPr>
      </w:pPr>
      <w:r>
        <w:rPr>
          <w:rFonts w:hint="eastAsia"/>
          <w:rtl/>
        </w:rPr>
        <w:t>يہ</w:t>
      </w:r>
      <w:r>
        <w:rPr>
          <w:rtl/>
        </w:rPr>
        <w:t xml:space="preserve"> مطلب اس بناء پر ہے جب ''سيّات ''اس مصدر محذوف كے ليے صفت ہوجو فعل ''مكروا'' كے ليے مفعول مطلق ہے اس بناء پر قبيح اور برے مكر سے مراد، وہى نكات ہي</w:t>
      </w:r>
      <w:r w:rsidR="00083993">
        <w:rPr>
          <w:rtl/>
        </w:rPr>
        <w:t xml:space="preserve">ں </w:t>
      </w:r>
      <w:r>
        <w:rPr>
          <w:rtl/>
        </w:rPr>
        <w:t xml:space="preserve">جو مشركين كى طرف سے خدا ، معاد اور پيغمبر اكرم </w:t>
      </w:r>
      <w:r w:rsidR="00F031CD" w:rsidRPr="00F031CD">
        <w:rPr>
          <w:rStyle w:val="libAlaemChar"/>
          <w:rtl/>
        </w:rPr>
        <w:t xml:space="preserve"> صلى‌الله‌عليه‌وآله‌وسلم </w:t>
      </w:r>
      <w:r>
        <w:rPr>
          <w:rtl/>
        </w:rPr>
        <w:t xml:space="preserve"> كے بارے مي</w:t>
      </w:r>
      <w:r w:rsidR="00083993">
        <w:rPr>
          <w:rtl/>
        </w:rPr>
        <w:t xml:space="preserve">ں </w:t>
      </w:r>
      <w:r>
        <w:rPr>
          <w:rtl/>
        </w:rPr>
        <w:t>بيان كيے جاتے تھے_</w:t>
      </w:r>
    </w:p>
    <w:p w:rsidR="001F628F" w:rsidRDefault="001F628F" w:rsidP="001F628F">
      <w:pPr>
        <w:pStyle w:val="libNormal"/>
        <w:rPr>
          <w:rtl/>
        </w:rPr>
      </w:pPr>
      <w:r>
        <w:rPr>
          <w:rtl/>
        </w:rPr>
        <w:t>10_بعض گناہو</w:t>
      </w:r>
      <w:r w:rsidR="00083993">
        <w:rPr>
          <w:rtl/>
        </w:rPr>
        <w:t xml:space="preserve">ں </w:t>
      </w:r>
      <w:r>
        <w:rPr>
          <w:rtl/>
        </w:rPr>
        <w:t>كا ارتكاب، دنياوى عذاب كا حامل ہے_</w:t>
      </w:r>
    </w:p>
    <w:p w:rsidR="001F628F" w:rsidRDefault="001F628F" w:rsidP="002745E1">
      <w:pPr>
        <w:pStyle w:val="libArabic"/>
        <w:rPr>
          <w:rtl/>
        </w:rPr>
      </w:pPr>
      <w:r>
        <w:rPr>
          <w:rFonts w:hint="eastAsia"/>
          <w:rtl/>
        </w:rPr>
        <w:t>ا</w:t>
      </w:r>
      <w:r>
        <w:rPr>
          <w:rtl/>
        </w:rPr>
        <w:t xml:space="preserve"> فأمن الذين مكروا 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الارض</w:t>
      </w:r>
      <w:r>
        <w:rPr>
          <w:rtl/>
        </w:rPr>
        <w:t xml:space="preserve"> </w:t>
      </w:r>
      <w:r>
        <w:rPr>
          <w:rFonts w:hint="cs"/>
          <w:rtl/>
        </w:rPr>
        <w:t>اويأتي</w:t>
      </w:r>
      <w:r w:rsidR="00120F63" w:rsidRPr="00ED5DE8">
        <w:rPr>
          <w:rFonts w:hint="cs"/>
          <w:rtl/>
        </w:rPr>
        <w:t>ه</w:t>
      </w:r>
      <w:r>
        <w:rPr>
          <w:rFonts w:hint="cs"/>
          <w:rtl/>
        </w:rPr>
        <w:t>م</w:t>
      </w:r>
      <w:r>
        <w:rPr>
          <w:rtl/>
        </w:rPr>
        <w:t xml:space="preserve"> </w:t>
      </w:r>
      <w:r>
        <w:rPr>
          <w:rFonts w:hint="cs"/>
          <w:rtl/>
        </w:rPr>
        <w:t>العذاب</w:t>
      </w:r>
    </w:p>
    <w:p w:rsidR="001F628F" w:rsidRDefault="001F628F" w:rsidP="002745E1">
      <w:pPr>
        <w:pStyle w:val="libNormal"/>
        <w:rPr>
          <w:rtl/>
        </w:rPr>
      </w:pPr>
      <w:r>
        <w:rPr>
          <w:rtl/>
        </w:rPr>
        <w:t>11_ كچھ گناہ ،زمين مي</w:t>
      </w:r>
      <w:r w:rsidR="00083993">
        <w:rPr>
          <w:rtl/>
        </w:rPr>
        <w:t xml:space="preserve">ں </w:t>
      </w:r>
      <w:r>
        <w:rPr>
          <w:rtl/>
        </w:rPr>
        <w:t>دھنسے كى سزاكے حامل ہي</w:t>
      </w:r>
      <w:r w:rsidR="00083993">
        <w:rPr>
          <w:rtl/>
        </w:rPr>
        <w:t xml:space="preserve">ں </w:t>
      </w:r>
      <w:r>
        <w:rPr>
          <w:rtl/>
        </w:rPr>
        <w:t>_</w:t>
      </w:r>
      <w:r w:rsidRPr="002745E1">
        <w:rPr>
          <w:rStyle w:val="libArabicChar"/>
          <w:rFonts w:hint="eastAsia"/>
          <w:rtl/>
        </w:rPr>
        <w:t>ا</w:t>
      </w:r>
      <w:r w:rsidRPr="002745E1">
        <w:rPr>
          <w:rStyle w:val="libArabicChar"/>
          <w:rtl/>
        </w:rPr>
        <w:t xml:space="preserve"> فأمن الذين مكروالسيّات ان يخسف الله 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الارض</w:t>
      </w:r>
    </w:p>
    <w:p w:rsidR="001F628F" w:rsidRDefault="001F628F" w:rsidP="001F628F">
      <w:pPr>
        <w:pStyle w:val="libNormal"/>
        <w:rPr>
          <w:rtl/>
        </w:rPr>
      </w:pPr>
      <w:r>
        <w:rPr>
          <w:rtl/>
        </w:rPr>
        <w:t>12_پيغمبر اكرم</w:t>
      </w:r>
      <w:r w:rsidR="00F031CD" w:rsidRPr="00F031CD">
        <w:rPr>
          <w:rStyle w:val="libAlaemChar"/>
          <w:rtl/>
        </w:rPr>
        <w:t xml:space="preserve"> صلى‌الله‌عليه‌وآله‌وسلم </w:t>
      </w:r>
      <w:r>
        <w:rPr>
          <w:rtl/>
        </w:rPr>
        <w:t xml:space="preserve"> كے خلاف سازش كرنے والے مشركين كو ناگہانى عذاب كى دھمكى دى جانا _</w:t>
      </w:r>
    </w:p>
    <w:p w:rsidR="001F628F" w:rsidRDefault="001F628F" w:rsidP="002745E1">
      <w:pPr>
        <w:pStyle w:val="libArabic"/>
        <w:rPr>
          <w:rtl/>
        </w:rPr>
      </w:pPr>
      <w:r>
        <w:rPr>
          <w:rFonts w:hint="eastAsia"/>
          <w:rtl/>
        </w:rPr>
        <w:t>ا</w:t>
      </w:r>
      <w:r>
        <w:rPr>
          <w:rtl/>
        </w:rPr>
        <w:t xml:space="preserve"> فأمن الذين مكروالسيّات ...اويأتي</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من</w:t>
      </w:r>
      <w:r>
        <w:rPr>
          <w:rtl/>
        </w:rPr>
        <w:t xml:space="preserve"> </w:t>
      </w:r>
      <w:r>
        <w:rPr>
          <w:rFonts w:hint="cs"/>
          <w:rtl/>
        </w:rPr>
        <w:t>حيث</w:t>
      </w:r>
      <w:r>
        <w:rPr>
          <w:rtl/>
        </w:rPr>
        <w:t xml:space="preserve"> </w:t>
      </w:r>
      <w:r>
        <w:rPr>
          <w:rFonts w:hint="cs"/>
          <w:rtl/>
        </w:rPr>
        <w:t>لا</w:t>
      </w:r>
      <w:r>
        <w:rPr>
          <w:rtl/>
        </w:rPr>
        <w:t xml:space="preserve"> </w:t>
      </w:r>
      <w:r>
        <w:rPr>
          <w:rFonts w:hint="cs"/>
          <w:rtl/>
        </w:rPr>
        <w:t>يشعرون</w:t>
      </w:r>
    </w:p>
    <w:p w:rsidR="001F628F" w:rsidRDefault="001F628F" w:rsidP="002745E1">
      <w:pPr>
        <w:pStyle w:val="libNormal"/>
        <w:rPr>
          <w:rtl/>
        </w:rPr>
      </w:pPr>
      <w:r>
        <w:rPr>
          <w:rtl/>
        </w:rPr>
        <w:t>13_ الہى عذاب، درك، پيشگوئي اور دفع كے قابل نہي</w:t>
      </w:r>
      <w:r w:rsidR="00083993">
        <w:rPr>
          <w:rtl/>
        </w:rPr>
        <w:t xml:space="preserve">ں </w:t>
      </w:r>
      <w:r>
        <w:rPr>
          <w:rtl/>
        </w:rPr>
        <w:t>ہے_</w:t>
      </w:r>
      <w:r w:rsidRPr="002745E1">
        <w:rPr>
          <w:rStyle w:val="libArabicChar"/>
          <w:rFonts w:hint="eastAsia"/>
          <w:rtl/>
        </w:rPr>
        <w:t>ا</w:t>
      </w:r>
      <w:r w:rsidRPr="002745E1">
        <w:rPr>
          <w:rStyle w:val="libArabicChar"/>
          <w:rtl/>
        </w:rPr>
        <w:t xml:space="preserve"> ويأتي</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العذاب</w:t>
      </w:r>
      <w:r w:rsidRPr="002745E1">
        <w:rPr>
          <w:rStyle w:val="libArabicChar"/>
          <w:rtl/>
        </w:rPr>
        <w:t xml:space="preserve"> </w:t>
      </w:r>
      <w:r w:rsidRPr="002745E1">
        <w:rPr>
          <w:rStyle w:val="libArabicChar"/>
          <w:rFonts w:hint="cs"/>
          <w:rtl/>
        </w:rPr>
        <w:t>من</w:t>
      </w:r>
      <w:r w:rsidRPr="002745E1">
        <w:rPr>
          <w:rStyle w:val="libArabicChar"/>
          <w:rtl/>
        </w:rPr>
        <w:t xml:space="preserve"> </w:t>
      </w:r>
      <w:r w:rsidRPr="002745E1">
        <w:rPr>
          <w:rStyle w:val="libArabicChar"/>
          <w:rFonts w:hint="cs"/>
          <w:rtl/>
        </w:rPr>
        <w:t>حيث</w:t>
      </w:r>
      <w:r w:rsidRPr="002745E1">
        <w:rPr>
          <w:rStyle w:val="libArabicChar"/>
          <w:rtl/>
        </w:rPr>
        <w:t xml:space="preserve"> </w:t>
      </w:r>
      <w:r w:rsidRPr="002745E1">
        <w:rPr>
          <w:rStyle w:val="libArabicChar"/>
          <w:rFonts w:hint="cs"/>
          <w:rtl/>
        </w:rPr>
        <w:t>لا</w:t>
      </w:r>
      <w:r w:rsidRPr="002745E1">
        <w:rPr>
          <w:rStyle w:val="libArabicChar"/>
          <w:rtl/>
        </w:rPr>
        <w:t xml:space="preserve"> </w:t>
      </w:r>
      <w:r w:rsidRPr="002745E1">
        <w:rPr>
          <w:rStyle w:val="libArabicChar"/>
          <w:rFonts w:hint="cs"/>
          <w:rtl/>
        </w:rPr>
        <w:t>يشعرون</w:t>
      </w:r>
    </w:p>
    <w:p w:rsidR="001F628F" w:rsidRDefault="001F628F" w:rsidP="002745E1">
      <w:pPr>
        <w:pStyle w:val="libNormal"/>
        <w:rPr>
          <w:rtl/>
        </w:rPr>
      </w:pPr>
      <w:r>
        <w:rPr>
          <w:rtl/>
        </w:rPr>
        <w:t>14_ قبيح اعمال كا ارتكاب اور پيغمبر اكرم</w:t>
      </w:r>
      <w:r w:rsidR="00F031CD" w:rsidRPr="00F031CD">
        <w:rPr>
          <w:rStyle w:val="libAlaemChar"/>
          <w:rtl/>
        </w:rPr>
        <w:t xml:space="preserve"> صلى‌الله‌عليه‌وآله‌وسلم </w:t>
      </w:r>
      <w:r>
        <w:rPr>
          <w:rtl/>
        </w:rPr>
        <w:t xml:space="preserve"> و دين كے خلاف سازش كرنے والے ، انواع و اقسام كے عذاب سے دوچار ہي</w:t>
      </w:r>
      <w:r w:rsidR="00083993">
        <w:rPr>
          <w:rtl/>
        </w:rPr>
        <w:t xml:space="preserve">ں </w:t>
      </w:r>
      <w:r>
        <w:rPr>
          <w:rtl/>
        </w:rPr>
        <w:t>_</w:t>
      </w:r>
      <w:r w:rsidRPr="002745E1">
        <w:rPr>
          <w:rStyle w:val="libArabicChar"/>
          <w:rFonts w:hint="eastAsia"/>
          <w:rtl/>
        </w:rPr>
        <w:t>ا</w:t>
      </w:r>
      <w:r w:rsidRPr="002745E1">
        <w:rPr>
          <w:rStyle w:val="libArabicChar"/>
          <w:rtl/>
        </w:rPr>
        <w:t xml:space="preserve"> فأمن الذين مكروا لسيّات ان يخسف 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الأرض</w:t>
      </w:r>
      <w:r w:rsidRPr="002745E1">
        <w:rPr>
          <w:rStyle w:val="libArabicChar"/>
          <w:rtl/>
        </w:rPr>
        <w:t xml:space="preserve"> </w:t>
      </w:r>
      <w:r w:rsidRPr="002745E1">
        <w:rPr>
          <w:rStyle w:val="libArabicChar"/>
          <w:rFonts w:hint="cs"/>
          <w:rtl/>
        </w:rPr>
        <w:t>اويأتي</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العذاب</w:t>
      </w:r>
    </w:p>
    <w:p w:rsidR="001F628F" w:rsidRDefault="001F628F" w:rsidP="002745E1">
      <w:pPr>
        <w:pStyle w:val="libNormal"/>
        <w:rPr>
          <w:rtl/>
        </w:rPr>
      </w:pPr>
      <w:r>
        <w:rPr>
          <w:rtl/>
        </w:rPr>
        <w:t>15_ جس وقت انبياء و دين كے خلاف سازش كرنے والو</w:t>
      </w:r>
      <w:r w:rsidR="00083993">
        <w:rPr>
          <w:rtl/>
        </w:rPr>
        <w:t xml:space="preserve">ں </w:t>
      </w:r>
      <w:r>
        <w:rPr>
          <w:rtl/>
        </w:rPr>
        <w:t>كى سازشي</w:t>
      </w:r>
      <w:r w:rsidR="00083993">
        <w:rPr>
          <w:rtl/>
        </w:rPr>
        <w:t xml:space="preserve">ں </w:t>
      </w:r>
      <w:r>
        <w:rPr>
          <w:rtl/>
        </w:rPr>
        <w:t>سنگين اور حدسے بڑھ جائي</w:t>
      </w:r>
      <w:r w:rsidR="00083993">
        <w:rPr>
          <w:rtl/>
        </w:rPr>
        <w:t xml:space="preserve">ں </w:t>
      </w:r>
      <w:r>
        <w:rPr>
          <w:rtl/>
        </w:rPr>
        <w:t>تو ان كا راستہ روكنے كے ليے خداوند عالم مداخلت كرتاہے_</w:t>
      </w:r>
      <w:r w:rsidRPr="002745E1">
        <w:rPr>
          <w:rStyle w:val="libArabicChar"/>
          <w:rFonts w:hint="eastAsia"/>
          <w:rtl/>
        </w:rPr>
        <w:t>ا</w:t>
      </w:r>
      <w:r w:rsidRPr="002745E1">
        <w:rPr>
          <w:rStyle w:val="libArabicChar"/>
          <w:rtl/>
        </w:rPr>
        <w:t xml:space="preserve"> فأمن الذين مكروالسيّات ان يخسف 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الأرض</w:t>
      </w:r>
      <w:r w:rsidRPr="002745E1">
        <w:rPr>
          <w:rStyle w:val="libArabicChar"/>
          <w:rtl/>
        </w:rPr>
        <w:t xml:space="preserve"> </w:t>
      </w:r>
      <w:r w:rsidRPr="002745E1">
        <w:rPr>
          <w:rStyle w:val="libArabicChar"/>
          <w:rFonts w:hint="cs"/>
          <w:rtl/>
        </w:rPr>
        <w:t>او</w:t>
      </w:r>
      <w:r w:rsidRPr="002745E1">
        <w:rPr>
          <w:rStyle w:val="libArabicChar"/>
          <w:rtl/>
        </w:rPr>
        <w:t xml:space="preserve"> </w:t>
      </w:r>
      <w:r w:rsidRPr="002745E1">
        <w:rPr>
          <w:rStyle w:val="libArabicChar"/>
          <w:rFonts w:hint="cs"/>
          <w:rtl/>
        </w:rPr>
        <w:t>يأتي</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العذاب</w:t>
      </w:r>
    </w:p>
    <w:p w:rsidR="001F628F" w:rsidRDefault="001F628F" w:rsidP="001F628F">
      <w:pPr>
        <w:pStyle w:val="libNormal"/>
        <w:rPr>
          <w:rtl/>
        </w:rPr>
      </w:pPr>
      <w:r>
        <w:rPr>
          <w:rFonts w:hint="eastAsia"/>
          <w:rtl/>
        </w:rPr>
        <w:t>سازش</w:t>
      </w:r>
      <w:r>
        <w:rPr>
          <w:rtl/>
        </w:rPr>
        <w:t xml:space="preserve"> كرنے والو</w:t>
      </w:r>
      <w:r w:rsidR="00083993">
        <w:rPr>
          <w:rtl/>
        </w:rPr>
        <w:t xml:space="preserve">ں </w:t>
      </w:r>
      <w:r>
        <w:rPr>
          <w:rtl/>
        </w:rPr>
        <w:t>كا سامنا كرنے كے ليے''خسف''(زمين مي</w:t>
      </w:r>
      <w:r w:rsidR="00083993">
        <w:rPr>
          <w:rtl/>
        </w:rPr>
        <w:t xml:space="preserve">ں </w:t>
      </w:r>
      <w:r>
        <w:rPr>
          <w:rtl/>
        </w:rPr>
        <w:t>دھننسا) اور عذاب كو خداوند عالم كى طرف نسبت دنيا، ايك قسم كى پيغمبر</w:t>
      </w:r>
      <w:r w:rsidR="00F031CD" w:rsidRPr="00F031CD">
        <w:rPr>
          <w:rStyle w:val="libAlaemChar"/>
          <w:rtl/>
        </w:rPr>
        <w:t xml:space="preserve"> صلى‌الله‌عليه‌وآله‌وسلم </w:t>
      </w:r>
      <w:r>
        <w:rPr>
          <w:rtl/>
        </w:rPr>
        <w:t xml:space="preserve"> اور ان كے خلاف سازش برداشت نہ كرنے سے حكايت ہے ''سيّات'' كو الف لام كے ساتھ جمع لانا جوكہ عموميت كا فائدہ دے رہا ہے ممكن ہے سازش كى ا</w:t>
      </w:r>
      <w:r>
        <w:rPr>
          <w:rFonts w:hint="eastAsia"/>
          <w:rtl/>
        </w:rPr>
        <w:t>قسام</w:t>
      </w:r>
      <w:r>
        <w:rPr>
          <w:rtl/>
        </w:rPr>
        <w:t xml:space="preserve"> اور سنگينى اور اس كے مختلف زاويو</w:t>
      </w:r>
      <w:r w:rsidR="00083993">
        <w:rPr>
          <w:rtl/>
        </w:rPr>
        <w:t xml:space="preserve">ں </w:t>
      </w:r>
      <w:r>
        <w:rPr>
          <w:rtl/>
        </w:rPr>
        <w:t>سے حكايت ہو_</w:t>
      </w:r>
    </w:p>
    <w:p w:rsidR="001F628F" w:rsidRPr="002745E1" w:rsidRDefault="001F628F" w:rsidP="001F628F">
      <w:pPr>
        <w:pStyle w:val="libNormal"/>
        <w:rPr>
          <w:rStyle w:val="libArabicChar"/>
          <w:rtl/>
        </w:rPr>
      </w:pPr>
      <w:r>
        <w:rPr>
          <w:rtl/>
        </w:rPr>
        <w:t xml:space="preserve">16_ </w:t>
      </w:r>
      <w:r w:rsidRPr="002745E1">
        <w:rPr>
          <w:rStyle w:val="libArabicChar"/>
          <w:rtl/>
        </w:rPr>
        <w:t>''عن ابى عبداللّ</w:t>
      </w:r>
      <w:r w:rsidR="00120F63" w:rsidRPr="00B2551F">
        <w:rPr>
          <w:rStyle w:val="libArabicChar"/>
          <w:rFonts w:hint="cs"/>
          <w:rtl/>
        </w:rPr>
        <w:t>ه</w:t>
      </w:r>
      <w:r w:rsidR="00367F17" w:rsidRPr="00367F17">
        <w:rPr>
          <w:rStyle w:val="libAlaemChar"/>
          <w:rtl/>
        </w:rPr>
        <w:t xml:space="preserve"> عليه‌السلام </w:t>
      </w:r>
      <w:r w:rsidRPr="002745E1">
        <w:rPr>
          <w:rStyle w:val="libArabicChar"/>
          <w:rtl/>
        </w:rPr>
        <w:t xml:space="preserve">'' </w:t>
      </w:r>
      <w:r w:rsidRPr="002745E1">
        <w:rPr>
          <w:rStyle w:val="libArabicChar"/>
          <w:rFonts w:hint="cs"/>
          <w:rtl/>
        </w:rPr>
        <w:t>سئل</w:t>
      </w:r>
      <w:r w:rsidRPr="002745E1">
        <w:rPr>
          <w:rStyle w:val="libArabicChar"/>
          <w:rtl/>
        </w:rPr>
        <w:t xml:space="preserve"> </w:t>
      </w:r>
      <w:r w:rsidRPr="002745E1">
        <w:rPr>
          <w:rStyle w:val="libArabicChar"/>
          <w:rFonts w:hint="cs"/>
          <w:rtl/>
        </w:rPr>
        <w:t>عن</w:t>
      </w:r>
      <w:r w:rsidRPr="002745E1">
        <w:rPr>
          <w:rStyle w:val="libArabicChar"/>
          <w:rtl/>
        </w:rPr>
        <w:t xml:space="preserve"> </w:t>
      </w:r>
      <w:r w:rsidRPr="002745E1">
        <w:rPr>
          <w:rStyle w:val="libArabicChar"/>
          <w:rFonts w:hint="cs"/>
          <w:rtl/>
        </w:rPr>
        <w:t>قول</w:t>
      </w:r>
      <w:r w:rsidRPr="002745E1">
        <w:rPr>
          <w:rStyle w:val="libArabicChar"/>
          <w:rtl/>
        </w:rPr>
        <w:t xml:space="preserve"> </w:t>
      </w:r>
      <w:r w:rsidRPr="002745E1">
        <w:rPr>
          <w:rStyle w:val="libArabicChar"/>
          <w:rFonts w:hint="cs"/>
          <w:rtl/>
        </w:rPr>
        <w:t>اللّ</w:t>
      </w:r>
      <w:r w:rsidR="00120F63" w:rsidRPr="00B2551F">
        <w:rPr>
          <w:rStyle w:val="libArabicChar"/>
          <w:rFonts w:hint="cs"/>
          <w:rtl/>
        </w:rPr>
        <w:t>ه</w:t>
      </w:r>
      <w:r w:rsidRPr="002745E1">
        <w:rPr>
          <w:rStyle w:val="libArabicChar"/>
          <w:rtl/>
        </w:rPr>
        <w:t>: ''</w:t>
      </w:r>
      <w:r w:rsidRPr="002745E1">
        <w:rPr>
          <w:rStyle w:val="libArabicChar"/>
          <w:rFonts w:hint="cs"/>
          <w:rtl/>
        </w:rPr>
        <w:t>ا</w:t>
      </w:r>
      <w:r w:rsidRPr="002745E1">
        <w:rPr>
          <w:rStyle w:val="libArabicChar"/>
          <w:rtl/>
        </w:rPr>
        <w:t xml:space="preserve"> </w:t>
      </w:r>
      <w:r w:rsidRPr="002745E1">
        <w:rPr>
          <w:rStyle w:val="libArabicChar"/>
          <w:rFonts w:hint="cs"/>
          <w:rtl/>
        </w:rPr>
        <w:t>فأمن</w:t>
      </w:r>
      <w:r w:rsidRPr="002745E1">
        <w:rPr>
          <w:rStyle w:val="libArabicChar"/>
          <w:rtl/>
        </w:rPr>
        <w:t xml:space="preserve"> </w:t>
      </w:r>
      <w:r w:rsidRPr="002745E1">
        <w:rPr>
          <w:rStyle w:val="libArabicChar"/>
          <w:rFonts w:hint="cs"/>
          <w:rtl/>
        </w:rPr>
        <w:t>الذين</w:t>
      </w:r>
      <w:r w:rsidRPr="002745E1">
        <w:rPr>
          <w:rStyle w:val="libArabicChar"/>
          <w:rtl/>
        </w:rPr>
        <w:t xml:space="preserve"> </w:t>
      </w:r>
      <w:r w:rsidRPr="002745E1">
        <w:rPr>
          <w:rStyle w:val="libArabicChar"/>
          <w:rFonts w:hint="cs"/>
          <w:rtl/>
        </w:rPr>
        <w:t>مكروا</w:t>
      </w:r>
      <w:r w:rsidRPr="002745E1">
        <w:rPr>
          <w:rStyle w:val="libArabicChar"/>
          <w:rtl/>
        </w:rPr>
        <w:t xml:space="preserve"> </w:t>
      </w:r>
      <w:r w:rsidRPr="002745E1">
        <w:rPr>
          <w:rStyle w:val="libArabicChar"/>
          <w:rFonts w:hint="cs"/>
          <w:rtl/>
        </w:rPr>
        <w:t>لسيّات</w:t>
      </w:r>
      <w:r w:rsidRPr="002745E1">
        <w:rPr>
          <w:rStyle w:val="libArabicChar"/>
          <w:rtl/>
        </w:rPr>
        <w:t xml:space="preserve"> </w:t>
      </w:r>
      <w:r w:rsidRPr="002745E1">
        <w:rPr>
          <w:rStyle w:val="libArabicChar"/>
          <w:rFonts w:hint="cs"/>
          <w:rtl/>
        </w:rPr>
        <w:t>ان</w:t>
      </w:r>
      <w:r w:rsidRPr="002745E1">
        <w:rPr>
          <w:rStyle w:val="libArabicChar"/>
          <w:rtl/>
        </w:rPr>
        <w:t xml:space="preserve"> </w:t>
      </w:r>
      <w:r w:rsidRPr="002745E1">
        <w:rPr>
          <w:rStyle w:val="libArabicChar"/>
          <w:rFonts w:hint="cs"/>
          <w:rtl/>
        </w:rPr>
        <w:t>يخسف</w:t>
      </w:r>
      <w:r w:rsidRPr="002745E1">
        <w:rPr>
          <w:rStyle w:val="libArabicChar"/>
          <w:rtl/>
        </w:rPr>
        <w:t xml:space="preserve"> </w:t>
      </w:r>
      <w:r w:rsidRPr="002745E1">
        <w:rPr>
          <w:rStyle w:val="libArabicChar"/>
          <w:rFonts w:hint="cs"/>
          <w:rtl/>
        </w:rPr>
        <w:t>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الارض</w:t>
      </w:r>
      <w:r w:rsidRPr="002745E1">
        <w:rPr>
          <w:rStyle w:val="libArabicChar"/>
          <w:rtl/>
        </w:rPr>
        <w:t>''</w:t>
      </w:r>
      <w:r w:rsidRPr="002745E1">
        <w:rPr>
          <w:rStyle w:val="libArabicChar"/>
          <w:rFonts w:hint="cs"/>
          <w:rtl/>
        </w:rPr>
        <w:t>قال</w:t>
      </w:r>
      <w:r w:rsidRPr="002745E1">
        <w:rPr>
          <w:rStyle w:val="libArabicChar"/>
          <w:rtl/>
        </w:rPr>
        <w:t xml:space="preserve"> :</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اعداء</w:t>
      </w:r>
      <w:r w:rsidRPr="002745E1">
        <w:rPr>
          <w:rStyle w:val="libArabicChar"/>
          <w:rtl/>
        </w:rPr>
        <w:t xml:space="preserve"> </w:t>
      </w:r>
      <w:r w:rsidRPr="002745E1">
        <w:rPr>
          <w:rStyle w:val="libArabicChar"/>
          <w:rFonts w:hint="cs"/>
          <w:rtl/>
        </w:rPr>
        <w:t>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و</w:t>
      </w:r>
      <w:r w:rsidR="00120F63" w:rsidRPr="00B2551F">
        <w:rPr>
          <w:rStyle w:val="libArabicChar"/>
          <w:rFonts w:hint="cs"/>
          <w:rtl/>
        </w:rPr>
        <w:t>ه</w:t>
      </w:r>
      <w:r w:rsidRPr="002745E1">
        <w:rPr>
          <w:rStyle w:val="libArabicChar"/>
          <w:rFonts w:hint="cs"/>
          <w:rtl/>
        </w:rPr>
        <w:t>م</w:t>
      </w:r>
    </w:p>
    <w:p w:rsidR="002745E1" w:rsidRDefault="001E7F9D" w:rsidP="00F73EDE">
      <w:pPr>
        <w:pStyle w:val="libPoemTini"/>
        <w:rPr>
          <w:rtl/>
        </w:rPr>
      </w:pPr>
      <w:r>
        <w:rPr>
          <w:rtl/>
        </w:rPr>
        <w:br w:type="page"/>
      </w:r>
    </w:p>
    <w:p w:rsidR="001F628F" w:rsidRDefault="001F628F" w:rsidP="002745E1">
      <w:pPr>
        <w:pStyle w:val="libNormal"/>
        <w:rPr>
          <w:rtl/>
        </w:rPr>
      </w:pPr>
      <w:r w:rsidRPr="002745E1">
        <w:rPr>
          <w:rStyle w:val="libArabicChar"/>
          <w:rFonts w:hint="eastAsia"/>
          <w:rtl/>
        </w:rPr>
        <w:lastRenderedPageBreak/>
        <w:t>يمسخون</w:t>
      </w:r>
      <w:r w:rsidRPr="002745E1">
        <w:rPr>
          <w:rStyle w:val="libArabicChar"/>
          <w:rtl/>
        </w:rPr>
        <w:t xml:space="preserve"> و يقذقون و يسيخون فى الأرض</w:t>
      </w:r>
      <w:r w:rsidRPr="002745E1">
        <w:rPr>
          <w:rStyle w:val="libFootnotenumChar"/>
          <w:rtl/>
        </w:rPr>
        <w:t>(1)</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خداوند عالم كے اس قول </w:t>
      </w:r>
      <w:r w:rsidRPr="002745E1">
        <w:rPr>
          <w:rStyle w:val="libArabicChar"/>
          <w:rtl/>
        </w:rPr>
        <w:t>''ا فأمن الذين مكروا السيّات ان يخسف اللّ</w:t>
      </w:r>
      <w:r w:rsidR="00120F63" w:rsidRPr="00B2551F">
        <w:rPr>
          <w:rStyle w:val="libArabicChar"/>
          <w:rFonts w:hint="cs"/>
          <w:rtl/>
        </w:rPr>
        <w:t>ه</w:t>
      </w:r>
      <w:r w:rsidRPr="002745E1">
        <w:rPr>
          <w:rStyle w:val="libArabicChar"/>
          <w:rtl/>
        </w:rPr>
        <w:t xml:space="preserve"> </w:t>
      </w:r>
      <w:r w:rsidRPr="002745E1">
        <w:rPr>
          <w:rStyle w:val="libArabicChar"/>
          <w:rFonts w:hint="cs"/>
          <w:rtl/>
        </w:rPr>
        <w:t>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الارض</w:t>
      </w:r>
      <w:r w:rsidRPr="002745E1">
        <w:rPr>
          <w:rStyle w:val="libArabicChar"/>
          <w:rtl/>
        </w:rPr>
        <w:t>''</w:t>
      </w:r>
      <w:r>
        <w:rPr>
          <w:rtl/>
        </w:rPr>
        <w:t xml:space="preserve"> كے بارے مي</w:t>
      </w:r>
      <w:r w:rsidR="00083993">
        <w:rPr>
          <w:rtl/>
        </w:rPr>
        <w:t xml:space="preserve">ں </w:t>
      </w:r>
      <w:r>
        <w:rPr>
          <w:rtl/>
        </w:rPr>
        <w:t>سوال كيا گيا تو امام نے جواب مي</w:t>
      </w:r>
      <w:r w:rsidR="00083993">
        <w:rPr>
          <w:rtl/>
        </w:rPr>
        <w:t xml:space="preserve">ں </w:t>
      </w:r>
      <w:r>
        <w:rPr>
          <w:rtl/>
        </w:rPr>
        <w:t>فرمايا كہ وہ دشمنان الہى ہي</w:t>
      </w:r>
      <w:r w:rsidR="00083993">
        <w:rPr>
          <w:rtl/>
        </w:rPr>
        <w:t xml:space="preserve">ں </w:t>
      </w:r>
      <w:r>
        <w:rPr>
          <w:rtl/>
        </w:rPr>
        <w:t>اور مسخ شدہ ہي</w:t>
      </w:r>
      <w:r w:rsidR="00083993">
        <w:rPr>
          <w:rtl/>
        </w:rPr>
        <w:t xml:space="preserve">ں </w:t>
      </w:r>
      <w:r>
        <w:rPr>
          <w:rtl/>
        </w:rPr>
        <w:t>اور انہي</w:t>
      </w:r>
      <w:r w:rsidR="00083993">
        <w:rPr>
          <w:rtl/>
        </w:rPr>
        <w:t xml:space="preserve">ں </w:t>
      </w:r>
      <w:r>
        <w:rPr>
          <w:rtl/>
        </w:rPr>
        <w:t>نشانہ بنايا جائے گا اور وہ زمين مي</w:t>
      </w:r>
      <w:r w:rsidR="00083993">
        <w:rPr>
          <w:rtl/>
        </w:rPr>
        <w:t xml:space="preserve">ں </w:t>
      </w:r>
      <w:r>
        <w:rPr>
          <w:rtl/>
        </w:rPr>
        <w:t>دھنس جائي</w:t>
      </w:r>
      <w:r w:rsidR="00083993">
        <w:rPr>
          <w:rtl/>
        </w:rPr>
        <w:t xml:space="preserve">ں </w:t>
      </w:r>
      <w:r>
        <w:rPr>
          <w:rtl/>
        </w:rPr>
        <w:t>گے _</w:t>
      </w:r>
    </w:p>
    <w:p w:rsidR="001F628F" w:rsidRDefault="001F628F" w:rsidP="001F628F">
      <w:pPr>
        <w:pStyle w:val="libNormal"/>
        <w:rPr>
          <w:rtl/>
        </w:rPr>
      </w:pPr>
      <w:r>
        <w:rPr>
          <w:rFonts w:hint="eastAsia"/>
          <w:rtl/>
        </w:rPr>
        <w:t>عياشى</w:t>
      </w:r>
      <w:r>
        <w:rPr>
          <w:rtl/>
        </w:rPr>
        <w:t xml:space="preserve"> كے نسخہ مي</w:t>
      </w:r>
      <w:r w:rsidR="00083993">
        <w:rPr>
          <w:rtl/>
        </w:rPr>
        <w:t xml:space="preserve">ں </w:t>
      </w:r>
      <w:r>
        <w:rPr>
          <w:rtl/>
        </w:rPr>
        <w:t>''يسسيحون '' لكھا ہے ليكن ہم نے نورالثقلين سے نقل كيا ہے جو كہ صحيح معلوم ہوتا ہے_</w:t>
      </w:r>
    </w:p>
    <w:p w:rsidR="001F628F" w:rsidRDefault="001F628F" w:rsidP="002745E1">
      <w:pPr>
        <w:pStyle w:val="libNormal"/>
        <w:rPr>
          <w:rtl/>
        </w:rPr>
      </w:pPr>
      <w:r>
        <w:rPr>
          <w:rFonts w:hint="eastAsia"/>
          <w:rtl/>
        </w:rPr>
        <w:t>الله</w:t>
      </w:r>
      <w:r>
        <w:rPr>
          <w:rtl/>
        </w:rPr>
        <w:t xml:space="preserve"> تعالي:</w:t>
      </w:r>
      <w:r>
        <w:rPr>
          <w:rFonts w:hint="eastAsia"/>
          <w:rtl/>
        </w:rPr>
        <w:t>الله</w:t>
      </w:r>
      <w:r>
        <w:rPr>
          <w:rtl/>
        </w:rPr>
        <w:t xml:space="preserve"> تعالى كا كردار15;الله تعالى كى سرزنشي</w:t>
      </w:r>
      <w:r w:rsidR="00083993">
        <w:rPr>
          <w:rtl/>
        </w:rPr>
        <w:t xml:space="preserve">ں </w:t>
      </w:r>
      <w:r>
        <w:rPr>
          <w:rtl/>
        </w:rPr>
        <w:t>3; الله تعالى كى قدرت8; الله تعالى كے انذار 1;الله تعالى كے بارے مي</w:t>
      </w:r>
      <w:r w:rsidR="00083993">
        <w:rPr>
          <w:rtl/>
        </w:rPr>
        <w:t xml:space="preserve">ں </w:t>
      </w:r>
      <w:r>
        <w:rPr>
          <w:rtl/>
        </w:rPr>
        <w:t>شبہہ ڈالنا9; الله تعالى كے دشمنو</w:t>
      </w:r>
      <w:r w:rsidR="00083993">
        <w:rPr>
          <w:rtl/>
        </w:rPr>
        <w:t xml:space="preserve">ں </w:t>
      </w:r>
      <w:r>
        <w:rPr>
          <w:rtl/>
        </w:rPr>
        <w:t>كو سز ا_16;الله تعالى كے عذاب كى خصوصيات 13</w:t>
      </w:r>
    </w:p>
    <w:p w:rsidR="001F628F" w:rsidRDefault="001F628F" w:rsidP="002745E1">
      <w:pPr>
        <w:pStyle w:val="libNormal"/>
        <w:rPr>
          <w:rtl/>
        </w:rPr>
      </w:pPr>
      <w:r>
        <w:rPr>
          <w:rFonts w:hint="eastAsia"/>
          <w:rtl/>
        </w:rPr>
        <w:t>انذار</w:t>
      </w:r>
      <w:r>
        <w:rPr>
          <w:rtl/>
        </w:rPr>
        <w:t>:</w:t>
      </w:r>
      <w:r>
        <w:rPr>
          <w:rFonts w:hint="eastAsia"/>
          <w:rtl/>
        </w:rPr>
        <w:t>زمين</w:t>
      </w:r>
      <w:r>
        <w:rPr>
          <w:rtl/>
        </w:rPr>
        <w:t xml:space="preserve"> مي</w:t>
      </w:r>
      <w:r w:rsidR="00083993">
        <w:rPr>
          <w:rtl/>
        </w:rPr>
        <w:t xml:space="preserve">ں </w:t>
      </w:r>
      <w:r>
        <w:rPr>
          <w:rtl/>
        </w:rPr>
        <w:t>دھنس جانے والے عذاب سے ڈرانا 1; عذاب سے ڈرانا12</w:t>
      </w:r>
    </w:p>
    <w:p w:rsidR="001F628F" w:rsidRDefault="001F628F" w:rsidP="002745E1">
      <w:pPr>
        <w:pStyle w:val="libNormal"/>
        <w:rPr>
          <w:rtl/>
        </w:rPr>
      </w:pPr>
      <w:r>
        <w:rPr>
          <w:rFonts w:hint="eastAsia"/>
          <w:rtl/>
        </w:rPr>
        <w:t>بدكار</w:t>
      </w:r>
      <w:r>
        <w:rPr>
          <w:rtl/>
        </w:rPr>
        <w:t>:</w:t>
      </w:r>
      <w:r>
        <w:rPr>
          <w:rFonts w:hint="eastAsia"/>
          <w:rtl/>
        </w:rPr>
        <w:t>بدكارو</w:t>
      </w:r>
      <w:r w:rsidR="00083993">
        <w:rPr>
          <w:rFonts w:hint="eastAsia"/>
          <w:rtl/>
        </w:rPr>
        <w:t xml:space="preserve">ں </w:t>
      </w:r>
      <w:r>
        <w:rPr>
          <w:rtl/>
        </w:rPr>
        <w:t>كا عذاب 14;بدكارو</w:t>
      </w:r>
      <w:r w:rsidR="00083993">
        <w:rPr>
          <w:rtl/>
        </w:rPr>
        <w:t xml:space="preserve">ں </w:t>
      </w:r>
      <w:r>
        <w:rPr>
          <w:rtl/>
        </w:rPr>
        <w:t>كے عذاب كا حتمى ہونا4</w:t>
      </w:r>
    </w:p>
    <w:p w:rsidR="001F628F" w:rsidRDefault="001F628F" w:rsidP="002745E1">
      <w:pPr>
        <w:pStyle w:val="libNormal"/>
        <w:rPr>
          <w:rtl/>
        </w:rPr>
      </w:pPr>
      <w:r>
        <w:rPr>
          <w:rFonts w:hint="eastAsia"/>
          <w:rtl/>
        </w:rPr>
        <w:t>دين</w:t>
      </w:r>
      <w:r>
        <w:rPr>
          <w:rtl/>
        </w:rPr>
        <w:t>:</w:t>
      </w:r>
      <w:r>
        <w:rPr>
          <w:rFonts w:hint="eastAsia"/>
          <w:rtl/>
        </w:rPr>
        <w:t>دين</w:t>
      </w:r>
      <w:r>
        <w:rPr>
          <w:rtl/>
        </w:rPr>
        <w:t xml:space="preserve"> كے خلاف سازش كرنے كى ممانعت 15; دين كے دشمنو</w:t>
      </w:r>
      <w:r w:rsidR="00083993">
        <w:rPr>
          <w:rtl/>
        </w:rPr>
        <w:t xml:space="preserve">ں </w:t>
      </w:r>
      <w:r>
        <w:rPr>
          <w:rtl/>
        </w:rPr>
        <w:t>كو عذاب14</w:t>
      </w:r>
    </w:p>
    <w:p w:rsidR="001F628F" w:rsidRDefault="001F628F" w:rsidP="001F628F">
      <w:pPr>
        <w:pStyle w:val="libNormal"/>
        <w:rPr>
          <w:rtl/>
        </w:rPr>
      </w:pPr>
      <w:r>
        <w:rPr>
          <w:rFonts w:hint="eastAsia"/>
          <w:rtl/>
        </w:rPr>
        <w:t>روايت</w:t>
      </w:r>
      <w:r>
        <w:rPr>
          <w:rtl/>
        </w:rPr>
        <w:t>:16</w:t>
      </w:r>
    </w:p>
    <w:p w:rsidR="001F628F" w:rsidRDefault="001F628F" w:rsidP="002745E1">
      <w:pPr>
        <w:pStyle w:val="libNormal"/>
        <w:rPr>
          <w:rtl/>
        </w:rPr>
      </w:pPr>
      <w:r>
        <w:rPr>
          <w:rFonts w:hint="eastAsia"/>
          <w:rtl/>
        </w:rPr>
        <w:t>زمين</w:t>
      </w:r>
      <w:r>
        <w:rPr>
          <w:rtl/>
        </w:rPr>
        <w:t>:</w:t>
      </w:r>
      <w:r>
        <w:rPr>
          <w:rFonts w:hint="eastAsia"/>
          <w:rtl/>
        </w:rPr>
        <w:t>زمين</w:t>
      </w:r>
      <w:r>
        <w:rPr>
          <w:rtl/>
        </w:rPr>
        <w:t xml:space="preserve"> دھنس جانا16; زمين مي</w:t>
      </w:r>
      <w:r w:rsidR="00083993">
        <w:rPr>
          <w:rtl/>
        </w:rPr>
        <w:t xml:space="preserve">ں </w:t>
      </w:r>
      <w:r>
        <w:rPr>
          <w:rtl/>
        </w:rPr>
        <w:t>دھنس جانے كے اسباب11</w:t>
      </w:r>
    </w:p>
    <w:p w:rsidR="001F628F" w:rsidRDefault="001F628F" w:rsidP="002745E1">
      <w:pPr>
        <w:pStyle w:val="libNormal"/>
        <w:rPr>
          <w:rtl/>
        </w:rPr>
      </w:pPr>
      <w:r>
        <w:rPr>
          <w:rFonts w:hint="eastAsia"/>
          <w:rtl/>
        </w:rPr>
        <w:t>سازش</w:t>
      </w:r>
      <w:r>
        <w:rPr>
          <w:rtl/>
        </w:rPr>
        <w:t xml:space="preserve"> كرنے والے:</w:t>
      </w:r>
      <w:r>
        <w:rPr>
          <w:rFonts w:hint="eastAsia"/>
          <w:rtl/>
        </w:rPr>
        <w:t>سازش</w:t>
      </w:r>
      <w:r>
        <w:rPr>
          <w:rtl/>
        </w:rPr>
        <w:t xml:space="preserve"> كرنے والو</w:t>
      </w:r>
      <w:r w:rsidR="00083993">
        <w:rPr>
          <w:rtl/>
        </w:rPr>
        <w:t xml:space="preserve">ں </w:t>
      </w:r>
      <w:r>
        <w:rPr>
          <w:rtl/>
        </w:rPr>
        <w:t>كو عذاب7</w:t>
      </w:r>
    </w:p>
    <w:p w:rsidR="001F628F" w:rsidRDefault="001F628F" w:rsidP="002745E1">
      <w:pPr>
        <w:pStyle w:val="libNormal"/>
        <w:rPr>
          <w:rtl/>
        </w:rPr>
      </w:pPr>
      <w:r>
        <w:rPr>
          <w:rFonts w:hint="eastAsia"/>
          <w:rtl/>
        </w:rPr>
        <w:t>عذاب</w:t>
      </w:r>
      <w:r>
        <w:rPr>
          <w:rtl/>
        </w:rPr>
        <w:t>:</w:t>
      </w:r>
      <w:r>
        <w:rPr>
          <w:rFonts w:hint="eastAsia"/>
          <w:rtl/>
        </w:rPr>
        <w:t>دنياوى</w:t>
      </w:r>
      <w:r>
        <w:rPr>
          <w:rtl/>
        </w:rPr>
        <w:t xml:space="preserve"> عذاب كے اسباب10;عذاب سے محفوظ ہونے كا احساس4;عذاب كا ٹل جانا13; عذاب كى پيشگوئي13;زمين كے ساتھ عذاب6; عذاب كے وسائل6</w:t>
      </w:r>
    </w:p>
    <w:p w:rsidR="001F628F" w:rsidRDefault="001F628F" w:rsidP="002745E1">
      <w:pPr>
        <w:pStyle w:val="libNormal"/>
        <w:rPr>
          <w:rtl/>
        </w:rPr>
      </w:pPr>
      <w:r>
        <w:rPr>
          <w:rFonts w:hint="eastAsia"/>
          <w:rtl/>
        </w:rPr>
        <w:t>عمل</w:t>
      </w:r>
      <w:r>
        <w:rPr>
          <w:rtl/>
        </w:rPr>
        <w:t xml:space="preserve"> :</w:t>
      </w:r>
      <w:r>
        <w:rPr>
          <w:rFonts w:hint="eastAsia"/>
          <w:rtl/>
        </w:rPr>
        <w:t>ناپسنديدہ</w:t>
      </w:r>
      <w:r>
        <w:rPr>
          <w:rtl/>
        </w:rPr>
        <w:t xml:space="preserve"> عمل 2،5;ناپسنديدہ عمل كى نقشہ كشى كرنے والو</w:t>
      </w:r>
      <w:r w:rsidR="00083993">
        <w:rPr>
          <w:rtl/>
        </w:rPr>
        <w:t xml:space="preserve">ں </w:t>
      </w:r>
      <w:r>
        <w:rPr>
          <w:rtl/>
        </w:rPr>
        <w:t>كا عذاب7</w:t>
      </w:r>
    </w:p>
    <w:p w:rsidR="001F628F" w:rsidRDefault="001F628F" w:rsidP="002745E1">
      <w:pPr>
        <w:pStyle w:val="libNormal"/>
        <w:rPr>
          <w:rtl/>
        </w:rPr>
      </w:pPr>
      <w:r>
        <w:rPr>
          <w:rFonts w:hint="eastAsia"/>
          <w:rtl/>
        </w:rPr>
        <w:t>گناہ</w:t>
      </w:r>
      <w:r>
        <w:rPr>
          <w:rtl/>
        </w:rPr>
        <w:t>:</w:t>
      </w:r>
      <w:r>
        <w:rPr>
          <w:rFonts w:hint="eastAsia"/>
          <w:rtl/>
        </w:rPr>
        <w:t>گناہ</w:t>
      </w:r>
      <w:r>
        <w:rPr>
          <w:rtl/>
        </w:rPr>
        <w:t xml:space="preserve"> كا دنياوى كيفر و سزا10; گناہ كى سزا_ 11; گناہ كے آثار 10</w:t>
      </w:r>
    </w:p>
    <w:p w:rsidR="001F628F" w:rsidRDefault="001F628F" w:rsidP="002745E1">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كے بارے مي</w:t>
      </w:r>
      <w:r w:rsidR="00083993">
        <w:rPr>
          <w:rtl/>
        </w:rPr>
        <w:t xml:space="preserve">ں </w:t>
      </w:r>
      <w:r>
        <w:rPr>
          <w:rtl/>
        </w:rPr>
        <w:t>شبہہ پيداكرنے والو</w:t>
      </w:r>
      <w:r w:rsidR="00083993">
        <w:rPr>
          <w:rtl/>
        </w:rPr>
        <w:t xml:space="preserve">ں </w:t>
      </w:r>
      <w:r>
        <w:rPr>
          <w:rtl/>
        </w:rPr>
        <w:t>كى سرزنش2; حضرت محمد</w:t>
      </w:r>
      <w:r w:rsidR="00F031CD" w:rsidRPr="00F031CD">
        <w:rPr>
          <w:rStyle w:val="libAlaemChar"/>
          <w:rtl/>
        </w:rPr>
        <w:t xml:space="preserve"> صلى‌الله‌عليه‌وآله‌وسلم </w:t>
      </w:r>
      <w:r>
        <w:rPr>
          <w:rtl/>
        </w:rPr>
        <w:t xml:space="preserve"> كے بارے مي</w:t>
      </w:r>
      <w:r w:rsidR="00083993">
        <w:rPr>
          <w:rtl/>
        </w:rPr>
        <w:t xml:space="preserve">ں </w:t>
      </w:r>
    </w:p>
    <w:p w:rsidR="001F628F" w:rsidRDefault="00B84D3B" w:rsidP="00B84D3B">
      <w:pPr>
        <w:pStyle w:val="libLine"/>
        <w:rPr>
          <w:rtl/>
        </w:rPr>
      </w:pPr>
      <w:r>
        <w:rPr>
          <w:rtl/>
        </w:rPr>
        <w:t>____________________</w:t>
      </w:r>
    </w:p>
    <w:p w:rsidR="001F628F" w:rsidRDefault="001F628F" w:rsidP="002745E1">
      <w:pPr>
        <w:pStyle w:val="libFootnote"/>
        <w:rPr>
          <w:rtl/>
        </w:rPr>
      </w:pPr>
      <w:r>
        <w:rPr>
          <w:rtl/>
        </w:rPr>
        <w:t>1)تفسير عياشي، ج2، ص261، ح35 ، نور الثقلين، ج3 ص59، ح105_</w:t>
      </w:r>
    </w:p>
    <w:p w:rsidR="002745E1" w:rsidRDefault="001E7F9D" w:rsidP="00F73EDE">
      <w:pPr>
        <w:pStyle w:val="libPoemTini"/>
        <w:rPr>
          <w:rtl/>
        </w:rPr>
      </w:pPr>
      <w:r>
        <w:rPr>
          <w:rtl/>
        </w:rPr>
        <w:br w:type="page"/>
      </w:r>
    </w:p>
    <w:p w:rsidR="001F628F" w:rsidRDefault="001F628F" w:rsidP="002745E1">
      <w:pPr>
        <w:pStyle w:val="libNormal"/>
        <w:rPr>
          <w:rtl/>
        </w:rPr>
      </w:pPr>
      <w:r>
        <w:rPr>
          <w:rFonts w:hint="eastAsia"/>
          <w:rtl/>
        </w:rPr>
        <w:lastRenderedPageBreak/>
        <w:t>شبہہ</w:t>
      </w:r>
      <w:r>
        <w:rPr>
          <w:rtl/>
        </w:rPr>
        <w:t xml:space="preserve"> ڈالنا9; حضرت محمد </w:t>
      </w:r>
      <w:r w:rsidR="00F031CD" w:rsidRPr="00F031CD">
        <w:rPr>
          <w:rStyle w:val="libAlaemChar"/>
          <w:rtl/>
        </w:rPr>
        <w:t xml:space="preserve"> صلى‌الله‌عليه‌وآله‌وسلم </w:t>
      </w:r>
      <w:r>
        <w:rPr>
          <w:rtl/>
        </w:rPr>
        <w:t xml:space="preserve"> كے خلاف سازش كرنے پر سرزنش5; حضرت محمد </w:t>
      </w:r>
      <w:r w:rsidR="00F031CD" w:rsidRPr="00F031CD">
        <w:rPr>
          <w:rStyle w:val="libAlaemChar"/>
          <w:rtl/>
        </w:rPr>
        <w:t xml:space="preserve"> صلى‌الله‌عليه‌وآله‌وسلم </w:t>
      </w:r>
      <w:r>
        <w:rPr>
          <w:rtl/>
        </w:rPr>
        <w:t xml:space="preserve"> كے خلاف سازش كرنے كى ممانعت 15;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كا مكر و فريب; حضرت محمد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كو انذار 1،12; حضرت محمد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كو عذاب 14;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كى سا زش8،9</w:t>
      </w:r>
    </w:p>
    <w:p w:rsidR="001F628F" w:rsidRDefault="001F628F" w:rsidP="002745E1">
      <w:pPr>
        <w:pStyle w:val="libNormal"/>
        <w:rPr>
          <w:rtl/>
        </w:rPr>
      </w:pPr>
      <w:r>
        <w:rPr>
          <w:rFonts w:hint="eastAsia"/>
          <w:rtl/>
        </w:rPr>
        <w:t>مشركين</w:t>
      </w:r>
      <w:r>
        <w:rPr>
          <w:rtl/>
        </w:rPr>
        <w:t>:</w:t>
      </w:r>
      <w:r>
        <w:rPr>
          <w:rFonts w:hint="eastAsia"/>
          <w:rtl/>
        </w:rPr>
        <w:t>مشركين</w:t>
      </w:r>
      <w:r>
        <w:rPr>
          <w:rtl/>
        </w:rPr>
        <w:t xml:space="preserve"> كا ناپسنديدہ عمل 9; مشركين كو انذار12; مشركين كے امنيت كے احساس كى سرزنش3; مشركين كے شبہہ ڈالنے كا فلسفہ9</w:t>
      </w:r>
    </w:p>
    <w:p w:rsidR="001F628F" w:rsidRDefault="001F628F" w:rsidP="002745E1">
      <w:pPr>
        <w:pStyle w:val="libNormal"/>
        <w:rPr>
          <w:rtl/>
        </w:rPr>
      </w:pPr>
      <w:r>
        <w:rPr>
          <w:rFonts w:hint="eastAsia"/>
          <w:rtl/>
        </w:rPr>
        <w:t>معاد</w:t>
      </w:r>
      <w:r>
        <w:rPr>
          <w:rtl/>
        </w:rPr>
        <w:t>:</w:t>
      </w:r>
      <w:r>
        <w:rPr>
          <w:rFonts w:hint="eastAsia"/>
          <w:rtl/>
        </w:rPr>
        <w:t>معاد</w:t>
      </w:r>
      <w:r>
        <w:rPr>
          <w:rtl/>
        </w:rPr>
        <w:t xml:space="preserve"> كے بارے مي</w:t>
      </w:r>
      <w:r w:rsidR="00083993">
        <w:rPr>
          <w:rtl/>
        </w:rPr>
        <w:t xml:space="preserve">ں </w:t>
      </w:r>
      <w:r>
        <w:rPr>
          <w:rtl/>
        </w:rPr>
        <w:t>شبہہ ڈالنا 9; معاد كے بارے مي</w:t>
      </w:r>
      <w:r w:rsidR="00083993">
        <w:rPr>
          <w:rtl/>
        </w:rPr>
        <w:t xml:space="preserve">ں </w:t>
      </w:r>
      <w:r>
        <w:rPr>
          <w:rtl/>
        </w:rPr>
        <w:t>شبہہ ڈالنے كى سرزنش2</w:t>
      </w:r>
    </w:p>
    <w:p w:rsidR="001F628F" w:rsidRDefault="002745E1" w:rsidP="002745E1">
      <w:pPr>
        <w:pStyle w:val="Heading2Center"/>
        <w:rPr>
          <w:rtl/>
        </w:rPr>
      </w:pPr>
      <w:bookmarkStart w:id="192" w:name="_Toc28081870"/>
      <w:r>
        <w:rPr>
          <w:rFonts w:hint="cs"/>
          <w:rtl/>
        </w:rPr>
        <w:t>آیت 46</w:t>
      </w:r>
      <w:bookmarkEnd w:id="192"/>
    </w:p>
    <w:p w:rsidR="001F628F" w:rsidRDefault="00E260F9" w:rsidP="002745E1">
      <w:pPr>
        <w:pStyle w:val="libNormal"/>
        <w:rPr>
          <w:rtl/>
        </w:rPr>
      </w:pPr>
      <w:r w:rsidRPr="00E260F9">
        <w:rPr>
          <w:rStyle w:val="libAlaemChar"/>
          <w:rFonts w:hint="eastAsia"/>
          <w:rtl/>
        </w:rPr>
        <w:t>(</w:t>
      </w:r>
      <w:r w:rsidRPr="002745E1">
        <w:rPr>
          <w:rStyle w:val="libAieChar"/>
          <w:rFonts w:hint="eastAsia"/>
          <w:rtl/>
        </w:rPr>
        <w:t>أَوْ</w:t>
      </w:r>
      <w:r w:rsidRPr="002745E1">
        <w:rPr>
          <w:rStyle w:val="libAieChar"/>
          <w:rtl/>
        </w:rPr>
        <w:t xml:space="preserve"> يَأْخُذَهُمْ فِي تَقَلُّبِهِمْ فَمَا هُم بِمُعْجِزِينَ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يا</w:t>
      </w:r>
      <w:r>
        <w:rPr>
          <w:rtl/>
        </w:rPr>
        <w:t xml:space="preserve"> انہي</w:t>
      </w:r>
      <w:r w:rsidR="00083993">
        <w:rPr>
          <w:rtl/>
        </w:rPr>
        <w:t xml:space="preserve">ں </w:t>
      </w:r>
      <w:r>
        <w:rPr>
          <w:rtl/>
        </w:rPr>
        <w:t>چلتے پھرتے گرفتار كرلياجائے كہ يہ اللہ كو عاجز نہي</w:t>
      </w:r>
      <w:r w:rsidR="00083993">
        <w:rPr>
          <w:rtl/>
        </w:rPr>
        <w:t xml:space="preserve">ں </w:t>
      </w:r>
      <w:r>
        <w:rPr>
          <w:rtl/>
        </w:rPr>
        <w:t>كرسكتے ہي</w:t>
      </w:r>
      <w:r w:rsidR="00083993">
        <w:rPr>
          <w:rtl/>
        </w:rPr>
        <w:t xml:space="preserve">ں </w:t>
      </w:r>
      <w:r>
        <w:rPr>
          <w:rtl/>
        </w:rPr>
        <w:t>_</w:t>
      </w:r>
    </w:p>
    <w:p w:rsidR="001F628F" w:rsidRDefault="001F628F" w:rsidP="001F628F">
      <w:pPr>
        <w:pStyle w:val="libNormal"/>
        <w:rPr>
          <w:rtl/>
        </w:rPr>
      </w:pPr>
      <w:r>
        <w:rPr>
          <w:rtl/>
        </w:rPr>
        <w:t>1_ پيغمبر اكرم</w:t>
      </w:r>
      <w:r w:rsidR="00F031CD" w:rsidRPr="00F031CD">
        <w:rPr>
          <w:rStyle w:val="libAlaemChar"/>
          <w:rtl/>
        </w:rPr>
        <w:t xml:space="preserve"> صلى‌الله‌عليه‌وآله‌وسلم </w:t>
      </w:r>
      <w:r>
        <w:rPr>
          <w:rtl/>
        </w:rPr>
        <w:t xml:space="preserve"> كے خلاف سارش كرنے وا لو</w:t>
      </w:r>
      <w:r w:rsidR="00083993">
        <w:rPr>
          <w:rtl/>
        </w:rPr>
        <w:t xml:space="preserve">ں </w:t>
      </w:r>
      <w:r>
        <w:rPr>
          <w:rtl/>
        </w:rPr>
        <w:t>كو ان كى روزمرّہ كى سرگرميو</w:t>
      </w:r>
      <w:r w:rsidR="00083993">
        <w:rPr>
          <w:rtl/>
        </w:rPr>
        <w:t xml:space="preserve">ں </w:t>
      </w:r>
      <w:r>
        <w:rPr>
          <w:rtl/>
        </w:rPr>
        <w:t>كى بناء پرہلاكت آميز عذاب كى دھمكى _</w:t>
      </w:r>
    </w:p>
    <w:p w:rsidR="001F628F" w:rsidRDefault="001F628F" w:rsidP="004D073A">
      <w:pPr>
        <w:pStyle w:val="libArabic"/>
        <w:rPr>
          <w:rtl/>
        </w:rPr>
      </w:pPr>
      <w:r>
        <w:rPr>
          <w:rFonts w:hint="eastAsia"/>
          <w:rtl/>
        </w:rPr>
        <w:t>ا</w:t>
      </w:r>
      <w:r>
        <w:rPr>
          <w:rtl/>
        </w:rPr>
        <w:t xml:space="preserve"> فأمن الذين مكروالسيّات ... اويأخ</w:t>
      </w:r>
      <w:r w:rsidRPr="004D073A">
        <w:rPr>
          <w:rtl/>
        </w:rPr>
        <w:t>ذ</w:t>
      </w:r>
      <w:r w:rsidR="004D073A" w:rsidRPr="004D073A">
        <w:rPr>
          <w:rFonts w:hint="cs"/>
          <w:rtl/>
        </w:rPr>
        <w:t>ه</w:t>
      </w:r>
      <w:r w:rsidRPr="004D073A">
        <w:rPr>
          <w:rtl/>
        </w:rPr>
        <w:t>م</w:t>
      </w:r>
      <w:r>
        <w:rPr>
          <w:rtl/>
        </w:rPr>
        <w:t xml:space="preserve"> </w:t>
      </w:r>
      <w:r>
        <w:rPr>
          <w:rFonts w:hint="cs"/>
          <w:rtl/>
        </w:rPr>
        <w:t>فى</w:t>
      </w:r>
      <w:r>
        <w:rPr>
          <w:rtl/>
        </w:rPr>
        <w:t xml:space="preserve"> </w:t>
      </w:r>
      <w:r w:rsidRPr="004D073A">
        <w:rPr>
          <w:rtl/>
        </w:rPr>
        <w:t>تقلّب</w:t>
      </w:r>
      <w:r w:rsidR="004D073A" w:rsidRPr="004D073A">
        <w:rPr>
          <w:rFonts w:hint="cs"/>
          <w:rtl/>
        </w:rPr>
        <w:t>ه</w:t>
      </w:r>
      <w:r w:rsidRPr="004D073A">
        <w:rPr>
          <w:rtl/>
        </w:rPr>
        <w:t>م</w:t>
      </w:r>
    </w:p>
    <w:p w:rsidR="001F628F" w:rsidRDefault="001F628F" w:rsidP="001F628F">
      <w:pPr>
        <w:pStyle w:val="libNormal"/>
        <w:rPr>
          <w:rtl/>
        </w:rPr>
      </w:pPr>
      <w:r>
        <w:rPr>
          <w:rtl/>
        </w:rPr>
        <w:t>''اخذ''(لينا) ہلاكت سے كنايہ ہے اور ''تقلّب'' (تصرف) ممكن ہے كہ ہر قسم كى تلاش و كوشش اور آنے جانے اور سرگرميو</w:t>
      </w:r>
      <w:r w:rsidR="00083993">
        <w:rPr>
          <w:rtl/>
        </w:rPr>
        <w:t xml:space="preserve">ں </w:t>
      </w:r>
      <w:r>
        <w:rPr>
          <w:rtl/>
        </w:rPr>
        <w:t>سے كنايہ ہو_</w:t>
      </w:r>
    </w:p>
    <w:p w:rsidR="001F628F" w:rsidRDefault="001F628F" w:rsidP="001F628F">
      <w:pPr>
        <w:pStyle w:val="libNormal"/>
        <w:rPr>
          <w:rtl/>
        </w:rPr>
      </w:pPr>
      <w:r>
        <w:rPr>
          <w:rtl/>
        </w:rPr>
        <w:t>2_ بدكارلوگو</w:t>
      </w:r>
      <w:r w:rsidR="00083993">
        <w:rPr>
          <w:rtl/>
        </w:rPr>
        <w:t xml:space="preserve">ں </w:t>
      </w:r>
      <w:r>
        <w:rPr>
          <w:rtl/>
        </w:rPr>
        <w:t>كو خداوند عالم كى طرف سے ہلاكت اور عذاب استيصال كى دھمكى دى گئي ہے_</w:t>
      </w:r>
    </w:p>
    <w:p w:rsidR="001F628F" w:rsidRDefault="001F628F" w:rsidP="002745E1">
      <w:pPr>
        <w:pStyle w:val="libArabic"/>
        <w:rPr>
          <w:rtl/>
        </w:rPr>
      </w:pPr>
      <w:r>
        <w:rPr>
          <w:rFonts w:hint="eastAsia"/>
          <w:rtl/>
        </w:rPr>
        <w:t>ا</w:t>
      </w:r>
      <w:r>
        <w:rPr>
          <w:rtl/>
        </w:rPr>
        <w:t xml:space="preserve"> فأمن الذين مكروالسيّات ... اوياخذ </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تقلّب</w:t>
      </w:r>
      <w:r w:rsidR="00120F63" w:rsidRPr="00ED5DE8">
        <w:rPr>
          <w:rFonts w:hint="cs"/>
          <w:rtl/>
        </w:rPr>
        <w:t>ه</w:t>
      </w:r>
      <w:r>
        <w:rPr>
          <w:rFonts w:hint="cs"/>
          <w:rtl/>
        </w:rPr>
        <w:t>م</w:t>
      </w:r>
    </w:p>
    <w:p w:rsidR="001F628F" w:rsidRDefault="001F628F" w:rsidP="001F628F">
      <w:pPr>
        <w:pStyle w:val="libNormal"/>
        <w:rPr>
          <w:rtl/>
        </w:rPr>
      </w:pPr>
      <w:r>
        <w:rPr>
          <w:rtl/>
        </w:rPr>
        <w:t xml:space="preserve">3_ پيغمبر اكرم </w:t>
      </w:r>
      <w:r w:rsidR="00F031CD" w:rsidRPr="00F031CD">
        <w:rPr>
          <w:rStyle w:val="libAlaemChar"/>
          <w:rtl/>
        </w:rPr>
        <w:t xml:space="preserve"> صلى‌الله‌عليه‌وآله‌وسلم </w:t>
      </w:r>
      <w:r>
        <w:rPr>
          <w:rtl/>
        </w:rPr>
        <w:t xml:space="preserve"> كے خلاف سازش كرنے والو</w:t>
      </w:r>
      <w:r w:rsidR="00083993">
        <w:rPr>
          <w:rtl/>
        </w:rPr>
        <w:t xml:space="preserve">ں </w:t>
      </w:r>
      <w:r>
        <w:rPr>
          <w:rtl/>
        </w:rPr>
        <w:t>كو خداوند عالم كى طرف سے يہ دھمكى كہ انہي</w:t>
      </w:r>
      <w:r w:rsidR="00083993">
        <w:rPr>
          <w:rtl/>
        </w:rPr>
        <w:t xml:space="preserve">ں </w:t>
      </w:r>
      <w:r>
        <w:rPr>
          <w:rtl/>
        </w:rPr>
        <w:t>سازش كے وقت ،ہلاكت آميز عذاب اپنى لپيٹ مي</w:t>
      </w:r>
      <w:r w:rsidR="00083993">
        <w:rPr>
          <w:rtl/>
        </w:rPr>
        <w:t xml:space="preserve">ں </w:t>
      </w:r>
      <w:r>
        <w:rPr>
          <w:rtl/>
        </w:rPr>
        <w:t>لے لے گا_</w:t>
      </w:r>
    </w:p>
    <w:p w:rsidR="002745E1" w:rsidRDefault="001E7F9D" w:rsidP="00F73EDE">
      <w:pPr>
        <w:pStyle w:val="libPoemTini"/>
        <w:rPr>
          <w:rtl/>
        </w:rPr>
      </w:pPr>
      <w:r>
        <w:rPr>
          <w:rtl/>
        </w:rPr>
        <w:br w:type="page"/>
      </w:r>
    </w:p>
    <w:p w:rsidR="001F628F" w:rsidRDefault="001F628F" w:rsidP="002745E1">
      <w:pPr>
        <w:pStyle w:val="libArabic"/>
        <w:rPr>
          <w:rtl/>
        </w:rPr>
      </w:pPr>
      <w:r>
        <w:rPr>
          <w:rFonts w:hint="eastAsia"/>
          <w:rtl/>
        </w:rPr>
        <w:lastRenderedPageBreak/>
        <w:t>ا</w:t>
      </w:r>
      <w:r>
        <w:rPr>
          <w:rtl/>
        </w:rPr>
        <w:t xml:space="preserve"> فأمن الذين مكرو السيّات ...اويأخذ</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ت</w:t>
      </w:r>
      <w:r>
        <w:rPr>
          <w:rtl/>
        </w:rPr>
        <w:t>قلّب</w:t>
      </w:r>
      <w:r w:rsidR="00120F63" w:rsidRPr="00ED5DE8">
        <w:rPr>
          <w:rFonts w:hint="cs"/>
          <w:rtl/>
        </w:rPr>
        <w:t>ه</w:t>
      </w:r>
      <w:r>
        <w:rPr>
          <w:rFonts w:hint="cs"/>
          <w:rtl/>
        </w:rPr>
        <w:t>م</w:t>
      </w:r>
    </w:p>
    <w:p w:rsidR="001F628F" w:rsidRDefault="001F628F" w:rsidP="001F628F">
      <w:pPr>
        <w:pStyle w:val="libNormal"/>
        <w:rPr>
          <w:rtl/>
        </w:rPr>
      </w:pPr>
      <w:r>
        <w:rPr>
          <w:rFonts w:hint="eastAsia"/>
          <w:rtl/>
        </w:rPr>
        <w:t>مذكورہ</w:t>
      </w:r>
      <w:r>
        <w:rPr>
          <w:rtl/>
        </w:rPr>
        <w:t xml:space="preserve"> بالا مطلب اس بناء پرہے كہ جب ''تقلّبہم'' سے مراد، مشركين اور سازش كرنے والو</w:t>
      </w:r>
      <w:r w:rsidR="00083993">
        <w:rPr>
          <w:rtl/>
        </w:rPr>
        <w:t xml:space="preserve">ں </w:t>
      </w:r>
      <w:r>
        <w:rPr>
          <w:rtl/>
        </w:rPr>
        <w:t xml:space="preserve">كى پيغمبر اكرم </w:t>
      </w:r>
      <w:r w:rsidR="00F031CD" w:rsidRPr="00F031CD">
        <w:rPr>
          <w:rStyle w:val="libAlaemChar"/>
          <w:rtl/>
        </w:rPr>
        <w:t xml:space="preserve"> صلى‌الله‌عليه‌وآله‌وسلم </w:t>
      </w:r>
      <w:r>
        <w:rPr>
          <w:rtl/>
        </w:rPr>
        <w:t xml:space="preserve"> كے خلاف اپنے مقاصد كو عملى جامہ پہنا نے كى كوشش ہو_</w:t>
      </w:r>
    </w:p>
    <w:p w:rsidR="001F628F" w:rsidRDefault="001F628F" w:rsidP="002745E1">
      <w:pPr>
        <w:pStyle w:val="libNormal"/>
        <w:rPr>
          <w:rtl/>
        </w:rPr>
      </w:pPr>
      <w:r>
        <w:rPr>
          <w:rtl/>
        </w:rPr>
        <w:t>4_خداوند عالم كے دنياوى عذابو</w:t>
      </w:r>
      <w:r w:rsidR="00083993">
        <w:rPr>
          <w:rtl/>
        </w:rPr>
        <w:t xml:space="preserve">ں </w:t>
      </w:r>
      <w:r>
        <w:rPr>
          <w:rtl/>
        </w:rPr>
        <w:t>مي</w:t>
      </w:r>
      <w:r w:rsidR="00083993">
        <w:rPr>
          <w:rtl/>
        </w:rPr>
        <w:t xml:space="preserve">ں </w:t>
      </w:r>
      <w:r>
        <w:rPr>
          <w:rtl/>
        </w:rPr>
        <w:t>سے ايك ناگہانى ہلاكت ہے_</w:t>
      </w:r>
      <w:r w:rsidRPr="002745E1">
        <w:rPr>
          <w:rStyle w:val="libArabicChar"/>
          <w:rFonts w:hint="eastAsia"/>
          <w:rtl/>
        </w:rPr>
        <w:t>أو</w:t>
      </w:r>
      <w:r w:rsidRPr="002745E1">
        <w:rPr>
          <w:rStyle w:val="libArabicChar"/>
          <w:rtl/>
        </w:rPr>
        <w:t xml:space="preserve"> يأخذ </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فى</w:t>
      </w:r>
      <w:r w:rsidRPr="002745E1">
        <w:rPr>
          <w:rStyle w:val="libArabicChar"/>
          <w:rtl/>
        </w:rPr>
        <w:t xml:space="preserve"> </w:t>
      </w:r>
      <w:r w:rsidRPr="002745E1">
        <w:rPr>
          <w:rStyle w:val="libArabicChar"/>
          <w:rFonts w:hint="cs"/>
          <w:rtl/>
        </w:rPr>
        <w:t>ت</w:t>
      </w:r>
      <w:r w:rsidRPr="002745E1">
        <w:rPr>
          <w:rStyle w:val="libArabicChar"/>
          <w:rtl/>
        </w:rPr>
        <w:t>قلّب</w:t>
      </w:r>
      <w:r w:rsidR="00120F63" w:rsidRPr="00B2551F">
        <w:rPr>
          <w:rStyle w:val="libArabicChar"/>
          <w:rFonts w:hint="cs"/>
          <w:rtl/>
        </w:rPr>
        <w:t>ه</w:t>
      </w:r>
      <w:r w:rsidRPr="002745E1">
        <w:rPr>
          <w:rStyle w:val="libArabicChar"/>
          <w:rFonts w:hint="cs"/>
          <w:rtl/>
        </w:rPr>
        <w:t>م</w:t>
      </w:r>
    </w:p>
    <w:p w:rsidR="001F628F" w:rsidRDefault="001F628F" w:rsidP="001F628F">
      <w:pPr>
        <w:pStyle w:val="libNormal"/>
        <w:rPr>
          <w:rtl/>
        </w:rPr>
      </w:pPr>
      <w:r>
        <w:rPr>
          <w:rtl/>
        </w:rPr>
        <w:t>5_بد كارلوگ كبھى بھى خداوند عالم كے عذاب استيصال اور ہلاكت آميز عذاب سے امان مي</w:t>
      </w:r>
      <w:r w:rsidR="00083993">
        <w:rPr>
          <w:rtl/>
        </w:rPr>
        <w:t xml:space="preserve">ں </w:t>
      </w:r>
      <w:r>
        <w:rPr>
          <w:rtl/>
        </w:rPr>
        <w:t>نہي</w:t>
      </w:r>
      <w:r w:rsidR="00083993">
        <w:rPr>
          <w:rtl/>
        </w:rPr>
        <w:t xml:space="preserve">ں </w:t>
      </w:r>
      <w:r>
        <w:rPr>
          <w:rtl/>
        </w:rPr>
        <w:t>ہي</w:t>
      </w:r>
      <w:r w:rsidR="00083993">
        <w:rPr>
          <w:rtl/>
        </w:rPr>
        <w:t xml:space="preserve">ں </w:t>
      </w:r>
      <w:r>
        <w:rPr>
          <w:rtl/>
        </w:rPr>
        <w:t>_</w:t>
      </w:r>
    </w:p>
    <w:p w:rsidR="001F628F" w:rsidRDefault="001F628F" w:rsidP="002745E1">
      <w:pPr>
        <w:pStyle w:val="libArabic"/>
        <w:rPr>
          <w:rtl/>
        </w:rPr>
      </w:pPr>
      <w:r>
        <w:rPr>
          <w:rFonts w:hint="eastAsia"/>
          <w:rtl/>
        </w:rPr>
        <w:t>ا</w:t>
      </w:r>
      <w:r>
        <w:rPr>
          <w:rtl/>
        </w:rPr>
        <w:t xml:space="preserve"> فأمن الذين مكروالسيّات ...اويأخذ </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تقلّب</w:t>
      </w:r>
      <w:r w:rsidR="00120F63" w:rsidRPr="00ED5DE8">
        <w:rPr>
          <w:rFonts w:hint="cs"/>
          <w:rtl/>
        </w:rPr>
        <w:t>ه</w:t>
      </w:r>
      <w:r>
        <w:rPr>
          <w:rFonts w:hint="cs"/>
          <w:rtl/>
        </w:rPr>
        <w:t>م</w:t>
      </w:r>
    </w:p>
    <w:p w:rsidR="001F628F" w:rsidRDefault="001F628F" w:rsidP="001F628F">
      <w:pPr>
        <w:pStyle w:val="libNormal"/>
        <w:rPr>
          <w:rtl/>
        </w:rPr>
      </w:pPr>
      <w:r>
        <w:rPr>
          <w:rtl/>
        </w:rPr>
        <w:t>6_پيغمبر اكرم</w:t>
      </w:r>
      <w:r w:rsidR="00F031CD" w:rsidRPr="00F031CD">
        <w:rPr>
          <w:rStyle w:val="libAlaemChar"/>
          <w:rtl/>
        </w:rPr>
        <w:t xml:space="preserve"> صلى‌الله‌عليه‌وآله‌وسلم </w:t>
      </w:r>
      <w:r>
        <w:rPr>
          <w:rtl/>
        </w:rPr>
        <w:t xml:space="preserve"> كے خلاف سازش كرنے والے اپنے آپ كو كبھى بھى عذاب استيصال الہى سے محفوظ نہ سمجھي</w:t>
      </w:r>
      <w:r w:rsidR="00083993">
        <w:rPr>
          <w:rtl/>
        </w:rPr>
        <w:t xml:space="preserve">ں </w:t>
      </w:r>
      <w:r>
        <w:rPr>
          <w:rtl/>
        </w:rPr>
        <w:t>_</w:t>
      </w:r>
    </w:p>
    <w:p w:rsidR="001F628F" w:rsidRDefault="001F628F" w:rsidP="002745E1">
      <w:pPr>
        <w:pStyle w:val="libArabic"/>
        <w:rPr>
          <w:rtl/>
        </w:rPr>
      </w:pPr>
      <w:r>
        <w:rPr>
          <w:rFonts w:hint="eastAsia"/>
          <w:rtl/>
        </w:rPr>
        <w:t>ا</w:t>
      </w:r>
      <w:r>
        <w:rPr>
          <w:rtl/>
        </w:rPr>
        <w:t xml:space="preserve"> فأمن الذين مكروالسيّات ...أويأخذ </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ت</w:t>
      </w:r>
      <w:r>
        <w:rPr>
          <w:rtl/>
        </w:rPr>
        <w:t>قلّب</w:t>
      </w:r>
      <w:r w:rsidR="00120F63" w:rsidRPr="00ED5DE8">
        <w:rPr>
          <w:rFonts w:hint="cs"/>
          <w:rtl/>
        </w:rPr>
        <w:t>ه</w:t>
      </w:r>
      <w:r>
        <w:rPr>
          <w:rFonts w:hint="cs"/>
          <w:rtl/>
        </w:rPr>
        <w:t>م</w:t>
      </w:r>
    </w:p>
    <w:p w:rsidR="001F628F" w:rsidRDefault="001F628F" w:rsidP="002745E1">
      <w:pPr>
        <w:pStyle w:val="libNormal"/>
        <w:rPr>
          <w:rtl/>
        </w:rPr>
      </w:pPr>
      <w:r>
        <w:rPr>
          <w:rtl/>
        </w:rPr>
        <w:t>7_پيغمبر اكرم</w:t>
      </w:r>
      <w:r w:rsidR="00F031CD" w:rsidRPr="00F031CD">
        <w:rPr>
          <w:rStyle w:val="libAlaemChar"/>
          <w:rtl/>
        </w:rPr>
        <w:t xml:space="preserve"> صلى‌الله‌عليه‌وآله‌وسلم </w:t>
      </w:r>
      <w:r>
        <w:rPr>
          <w:rtl/>
        </w:rPr>
        <w:t xml:space="preserve"> كے خلاف سازش كرنے والو</w:t>
      </w:r>
      <w:r w:rsidR="00083993">
        <w:rPr>
          <w:rtl/>
        </w:rPr>
        <w:t xml:space="preserve">ں </w:t>
      </w:r>
      <w:r>
        <w:rPr>
          <w:rtl/>
        </w:rPr>
        <w:t>كے پاس خداوند عالم كے عذاب استيصال سے فرار كا كوئي راستہ نہي</w:t>
      </w:r>
      <w:r w:rsidR="00083993">
        <w:rPr>
          <w:rtl/>
        </w:rPr>
        <w:t xml:space="preserve">ں </w:t>
      </w:r>
      <w:r>
        <w:rPr>
          <w:rtl/>
        </w:rPr>
        <w:t>تھے_</w:t>
      </w:r>
      <w:r w:rsidRPr="002745E1">
        <w:rPr>
          <w:rStyle w:val="libArabicChar"/>
          <w:rFonts w:hint="eastAsia"/>
          <w:rtl/>
        </w:rPr>
        <w:t>ا</w:t>
      </w:r>
      <w:r w:rsidRPr="002745E1">
        <w:rPr>
          <w:rStyle w:val="libArabicChar"/>
          <w:rtl/>
        </w:rPr>
        <w:t xml:space="preserve"> فأمن الذين مكروالسيّات ...اويأخذ </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فى</w:t>
      </w:r>
      <w:r w:rsidRPr="002745E1">
        <w:rPr>
          <w:rStyle w:val="libArabicChar"/>
          <w:rtl/>
        </w:rPr>
        <w:t xml:space="preserve"> </w:t>
      </w:r>
      <w:r w:rsidRPr="002745E1">
        <w:rPr>
          <w:rStyle w:val="libArabicChar"/>
          <w:rFonts w:hint="cs"/>
          <w:rtl/>
        </w:rPr>
        <w:t>تقلّب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فى</w:t>
      </w:r>
      <w:r w:rsidRPr="002745E1">
        <w:rPr>
          <w:rStyle w:val="libArabicChar"/>
          <w:rtl/>
        </w:rPr>
        <w:t xml:space="preserve"> </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بمعجزين</w:t>
      </w:r>
    </w:p>
    <w:p w:rsidR="001F628F" w:rsidRDefault="001F628F" w:rsidP="002745E1">
      <w:pPr>
        <w:pStyle w:val="libNormal"/>
        <w:rPr>
          <w:rtl/>
        </w:rPr>
      </w:pPr>
      <w:r>
        <w:rPr>
          <w:rtl/>
        </w:rPr>
        <w:t>8_ خداوند عالم كے عذاب كے مقابلے مي</w:t>
      </w:r>
      <w:r w:rsidR="00083993">
        <w:rPr>
          <w:rtl/>
        </w:rPr>
        <w:t xml:space="preserve">ں </w:t>
      </w:r>
      <w:r>
        <w:rPr>
          <w:rtl/>
        </w:rPr>
        <w:t>انسانى توانائيا</w:t>
      </w:r>
      <w:r w:rsidR="00083993">
        <w:rPr>
          <w:rtl/>
        </w:rPr>
        <w:t xml:space="preserve">ں </w:t>
      </w:r>
      <w:r>
        <w:rPr>
          <w:rtl/>
        </w:rPr>
        <w:t>بے كار ہي</w:t>
      </w:r>
      <w:r w:rsidR="00083993">
        <w:rPr>
          <w:rtl/>
        </w:rPr>
        <w:t xml:space="preserve">ں </w:t>
      </w:r>
      <w:r>
        <w:rPr>
          <w:rtl/>
        </w:rPr>
        <w:t>_</w:t>
      </w:r>
      <w:r w:rsidRPr="002745E1">
        <w:rPr>
          <w:rStyle w:val="libArabicChar"/>
          <w:rFonts w:hint="eastAsia"/>
          <w:rtl/>
        </w:rPr>
        <w:t>ا</w:t>
      </w:r>
      <w:r w:rsidRPr="002745E1">
        <w:rPr>
          <w:rStyle w:val="libArabicChar"/>
          <w:rtl/>
        </w:rPr>
        <w:t xml:space="preserve"> ويأخذ</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فى</w:t>
      </w:r>
      <w:r w:rsidRPr="002745E1">
        <w:rPr>
          <w:rStyle w:val="libArabicChar"/>
          <w:rtl/>
        </w:rPr>
        <w:t xml:space="preserve"> </w:t>
      </w:r>
      <w:r w:rsidRPr="002745E1">
        <w:rPr>
          <w:rStyle w:val="libArabicChar"/>
          <w:rFonts w:hint="cs"/>
          <w:rtl/>
        </w:rPr>
        <w:t>تقلّب</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فما</w:t>
      </w:r>
      <w:r w:rsidRPr="002745E1">
        <w:rPr>
          <w:rStyle w:val="libArabicChar"/>
          <w:rtl/>
        </w:rPr>
        <w:t xml:space="preserve"> </w:t>
      </w:r>
      <w:r w:rsidR="00120F63" w:rsidRPr="00B2551F">
        <w:rPr>
          <w:rStyle w:val="libArabicChar"/>
          <w:rFonts w:hint="cs"/>
          <w:rtl/>
        </w:rPr>
        <w:t>ه</w:t>
      </w:r>
      <w:r w:rsidRPr="002745E1">
        <w:rPr>
          <w:rStyle w:val="libArabicChar"/>
          <w:rFonts w:hint="cs"/>
          <w:rtl/>
        </w:rPr>
        <w:t>م</w:t>
      </w:r>
      <w:r w:rsidRPr="002745E1">
        <w:rPr>
          <w:rStyle w:val="libArabicChar"/>
          <w:rtl/>
        </w:rPr>
        <w:t xml:space="preserve"> </w:t>
      </w:r>
      <w:r w:rsidRPr="002745E1">
        <w:rPr>
          <w:rStyle w:val="libArabicChar"/>
          <w:rFonts w:hint="cs"/>
          <w:rtl/>
        </w:rPr>
        <w:t>بمعجزين</w:t>
      </w:r>
    </w:p>
    <w:p w:rsidR="001F628F" w:rsidRDefault="001F628F" w:rsidP="001F628F">
      <w:pPr>
        <w:pStyle w:val="libNormal"/>
        <w:rPr>
          <w:rtl/>
        </w:rPr>
      </w:pPr>
      <w:r>
        <w:rPr>
          <w:rtl/>
        </w:rPr>
        <w:t>9_ عذاب الہى كے مقابلے مي</w:t>
      </w:r>
      <w:r w:rsidR="00083993">
        <w:rPr>
          <w:rtl/>
        </w:rPr>
        <w:t xml:space="preserve">ں </w:t>
      </w:r>
      <w:r>
        <w:rPr>
          <w:rtl/>
        </w:rPr>
        <w:t>ناتوانى سبب بنتى ہے كہ انسان عذاب استيصال كے مقابلے مي</w:t>
      </w:r>
      <w:r w:rsidR="00083993">
        <w:rPr>
          <w:rtl/>
        </w:rPr>
        <w:t xml:space="preserve">ں </w:t>
      </w:r>
      <w:r>
        <w:rPr>
          <w:rtl/>
        </w:rPr>
        <w:t>سر تسليم خم كرلے_</w:t>
      </w:r>
    </w:p>
    <w:p w:rsidR="001F628F" w:rsidRDefault="001F628F" w:rsidP="002745E1">
      <w:pPr>
        <w:pStyle w:val="libArabic"/>
        <w:rPr>
          <w:rtl/>
        </w:rPr>
      </w:pPr>
      <w:r>
        <w:rPr>
          <w:rFonts w:hint="eastAsia"/>
          <w:rtl/>
        </w:rPr>
        <w:t>أويأخذ</w:t>
      </w:r>
      <w:r w:rsidR="00120F63" w:rsidRPr="00ED5DE8">
        <w:rPr>
          <w:rFonts w:hint="cs"/>
          <w:rtl/>
        </w:rPr>
        <w:t>ه</w:t>
      </w:r>
      <w:r>
        <w:rPr>
          <w:rFonts w:hint="cs"/>
          <w:rtl/>
        </w:rPr>
        <w:t>م</w:t>
      </w:r>
      <w:r>
        <w:rPr>
          <w:rtl/>
        </w:rPr>
        <w:t xml:space="preserve"> فى تقلّب</w:t>
      </w:r>
      <w:r w:rsidR="00120F63" w:rsidRPr="00ED5DE8">
        <w:rPr>
          <w:rFonts w:hint="cs"/>
          <w:rtl/>
        </w:rPr>
        <w:t>ه</w:t>
      </w:r>
      <w:r>
        <w:rPr>
          <w:rFonts w:hint="cs"/>
          <w:rtl/>
        </w:rPr>
        <w:t>م</w:t>
      </w:r>
      <w:r>
        <w:rPr>
          <w:rtl/>
        </w:rPr>
        <w:t xml:space="preserve"> </w:t>
      </w:r>
      <w:r>
        <w:rPr>
          <w:rFonts w:hint="cs"/>
          <w:rtl/>
        </w:rPr>
        <w:t>فما</w:t>
      </w:r>
      <w:r>
        <w:rPr>
          <w:rtl/>
        </w:rPr>
        <w:t xml:space="preserve"> </w:t>
      </w:r>
      <w:r w:rsidR="00120F63" w:rsidRPr="00ED5DE8">
        <w:rPr>
          <w:rFonts w:hint="cs"/>
          <w:rtl/>
        </w:rPr>
        <w:t>ه</w:t>
      </w:r>
      <w:r>
        <w:rPr>
          <w:rFonts w:hint="cs"/>
          <w:rtl/>
        </w:rPr>
        <w:t>م</w:t>
      </w:r>
      <w:r>
        <w:rPr>
          <w:rtl/>
        </w:rPr>
        <w:t xml:space="preserve"> </w:t>
      </w:r>
      <w:r>
        <w:rPr>
          <w:rFonts w:hint="cs"/>
          <w:rtl/>
        </w:rPr>
        <w:t>ب</w:t>
      </w:r>
      <w:r>
        <w:rPr>
          <w:rtl/>
        </w:rPr>
        <w:t>معجزين</w:t>
      </w:r>
    </w:p>
    <w:p w:rsidR="001F628F" w:rsidRDefault="001F628F" w:rsidP="001F628F">
      <w:pPr>
        <w:pStyle w:val="libNormal"/>
        <w:rPr>
          <w:rtl/>
        </w:rPr>
      </w:pPr>
      <w:r>
        <w:rPr>
          <w:rtl/>
        </w:rPr>
        <w:t>''فما ہم ''مي</w:t>
      </w:r>
      <w:r w:rsidR="00083993">
        <w:rPr>
          <w:rtl/>
        </w:rPr>
        <w:t xml:space="preserve">ں </w:t>
      </w:r>
      <w:r>
        <w:rPr>
          <w:rtl/>
        </w:rPr>
        <w:t>''فا'' علّت كے ليے ہے_</w:t>
      </w:r>
    </w:p>
    <w:p w:rsidR="001F628F" w:rsidRDefault="001F628F" w:rsidP="002745E1">
      <w:pPr>
        <w:pStyle w:val="libNormal"/>
        <w:rPr>
          <w:rtl/>
        </w:rPr>
      </w:pPr>
      <w:r>
        <w:rPr>
          <w:rFonts w:hint="eastAsia"/>
          <w:rtl/>
        </w:rPr>
        <w:t>الله</w:t>
      </w:r>
      <w:r>
        <w:rPr>
          <w:rtl/>
        </w:rPr>
        <w:t xml:space="preserve"> تعالي:</w:t>
      </w:r>
      <w:r>
        <w:rPr>
          <w:rFonts w:hint="eastAsia"/>
          <w:rtl/>
        </w:rPr>
        <w:t>الله</w:t>
      </w:r>
      <w:r>
        <w:rPr>
          <w:rtl/>
        </w:rPr>
        <w:t xml:space="preserve"> تعالى كے انذار2،3</w:t>
      </w:r>
    </w:p>
    <w:p w:rsidR="001F628F" w:rsidRDefault="001F628F" w:rsidP="002745E1">
      <w:pPr>
        <w:pStyle w:val="libNormal"/>
        <w:rPr>
          <w:rtl/>
        </w:rPr>
      </w:pPr>
      <w:r>
        <w:rPr>
          <w:rFonts w:hint="eastAsia"/>
          <w:rtl/>
        </w:rPr>
        <w:t>انذار</w:t>
      </w:r>
      <w:r>
        <w:rPr>
          <w:rtl/>
        </w:rPr>
        <w:t>:</w:t>
      </w:r>
      <w:r>
        <w:rPr>
          <w:rFonts w:hint="eastAsia"/>
          <w:rtl/>
        </w:rPr>
        <w:t>عذاب</w:t>
      </w:r>
      <w:r>
        <w:rPr>
          <w:rtl/>
        </w:rPr>
        <w:t xml:space="preserve"> استيصال سے انذار2; عذاب سے انذار 1،3</w:t>
      </w:r>
    </w:p>
    <w:p w:rsidR="001F628F" w:rsidRDefault="001F628F" w:rsidP="002745E1">
      <w:pPr>
        <w:pStyle w:val="libNormal"/>
        <w:rPr>
          <w:rtl/>
        </w:rPr>
      </w:pPr>
      <w:r>
        <w:rPr>
          <w:rFonts w:hint="eastAsia"/>
          <w:rtl/>
        </w:rPr>
        <w:t>انسان</w:t>
      </w:r>
      <w:r>
        <w:rPr>
          <w:rtl/>
        </w:rPr>
        <w:t>:</w:t>
      </w:r>
      <w:r>
        <w:rPr>
          <w:rFonts w:hint="eastAsia"/>
          <w:rtl/>
        </w:rPr>
        <w:t>انسان</w:t>
      </w:r>
      <w:r>
        <w:rPr>
          <w:rtl/>
        </w:rPr>
        <w:t xml:space="preserve"> كا عجز8</w:t>
      </w:r>
    </w:p>
    <w:p w:rsidR="001F628F" w:rsidRDefault="001F628F" w:rsidP="002745E1">
      <w:pPr>
        <w:pStyle w:val="libNormal"/>
        <w:rPr>
          <w:rtl/>
        </w:rPr>
      </w:pPr>
      <w:r>
        <w:rPr>
          <w:rFonts w:hint="eastAsia"/>
          <w:rtl/>
        </w:rPr>
        <w:t>بدكار</w:t>
      </w:r>
      <w:r>
        <w:rPr>
          <w:rtl/>
        </w:rPr>
        <w:t>:</w:t>
      </w:r>
      <w:r>
        <w:rPr>
          <w:rFonts w:hint="eastAsia"/>
          <w:rtl/>
        </w:rPr>
        <w:t>بدكارو</w:t>
      </w:r>
      <w:r w:rsidR="00083993">
        <w:rPr>
          <w:rFonts w:hint="eastAsia"/>
          <w:rtl/>
        </w:rPr>
        <w:t xml:space="preserve">ں </w:t>
      </w:r>
      <w:r>
        <w:rPr>
          <w:rtl/>
        </w:rPr>
        <w:t>كو انذار2; بدكارو</w:t>
      </w:r>
      <w:r w:rsidR="00083993">
        <w:rPr>
          <w:rtl/>
        </w:rPr>
        <w:t xml:space="preserve">ں </w:t>
      </w:r>
      <w:r>
        <w:rPr>
          <w:rtl/>
        </w:rPr>
        <w:t>كے عذاب كا حتمى ہونا5</w:t>
      </w:r>
    </w:p>
    <w:p w:rsidR="001F628F" w:rsidRDefault="001F628F" w:rsidP="002745E1">
      <w:pPr>
        <w:pStyle w:val="libNormal"/>
        <w:rPr>
          <w:rtl/>
        </w:rPr>
      </w:pPr>
      <w:r>
        <w:rPr>
          <w:rFonts w:hint="eastAsia"/>
          <w:rtl/>
        </w:rPr>
        <w:t>عجز</w:t>
      </w:r>
      <w:r>
        <w:rPr>
          <w:rtl/>
        </w:rPr>
        <w:t>:</w:t>
      </w:r>
      <w:r>
        <w:rPr>
          <w:rFonts w:hint="eastAsia"/>
          <w:rtl/>
        </w:rPr>
        <w:t>عجز</w:t>
      </w:r>
      <w:r>
        <w:rPr>
          <w:rtl/>
        </w:rPr>
        <w:t xml:space="preserve"> كے آثار9</w:t>
      </w:r>
    </w:p>
    <w:p w:rsidR="002745E1" w:rsidRDefault="001E7F9D" w:rsidP="00F73EDE">
      <w:pPr>
        <w:pStyle w:val="libPoemTini"/>
        <w:rPr>
          <w:rtl/>
        </w:rPr>
      </w:pPr>
      <w:r>
        <w:rPr>
          <w:rtl/>
        </w:rPr>
        <w:br w:type="page"/>
      </w:r>
    </w:p>
    <w:p w:rsidR="001F628F" w:rsidRDefault="001F628F" w:rsidP="002745E1">
      <w:pPr>
        <w:pStyle w:val="libNormal"/>
        <w:rPr>
          <w:rtl/>
        </w:rPr>
      </w:pPr>
      <w:r>
        <w:rPr>
          <w:rFonts w:hint="eastAsia"/>
          <w:rtl/>
        </w:rPr>
        <w:lastRenderedPageBreak/>
        <w:t>عذاب</w:t>
      </w:r>
      <w:r>
        <w:rPr>
          <w:rtl/>
        </w:rPr>
        <w:t>:</w:t>
      </w:r>
      <w:r>
        <w:rPr>
          <w:rFonts w:hint="eastAsia"/>
          <w:rtl/>
        </w:rPr>
        <w:t>عذاب</w:t>
      </w:r>
      <w:r>
        <w:rPr>
          <w:rtl/>
        </w:rPr>
        <w:t xml:space="preserve"> استيصال سے عذاب7; عذاب سے محفوظ ہونے كا احساس6; عذاب سے نجات8;عذاب كے مقابلے مي</w:t>
      </w:r>
      <w:r w:rsidR="00083993">
        <w:rPr>
          <w:rtl/>
        </w:rPr>
        <w:t xml:space="preserve">ں </w:t>
      </w:r>
      <w:r>
        <w:rPr>
          <w:rtl/>
        </w:rPr>
        <w:t>تسليم ہوجانا9</w:t>
      </w:r>
    </w:p>
    <w:p w:rsidR="001F628F" w:rsidRDefault="001F628F" w:rsidP="002745E1">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كو انذار 1،3;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كى ہلاكت1; حضرت محمد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كے عذاب كا حتمى ہونا 6،7</w:t>
      </w:r>
    </w:p>
    <w:p w:rsidR="001F628F" w:rsidRDefault="001F628F" w:rsidP="002745E1">
      <w:pPr>
        <w:pStyle w:val="libNormal"/>
        <w:rPr>
          <w:rtl/>
        </w:rPr>
      </w:pPr>
      <w:r>
        <w:rPr>
          <w:rFonts w:hint="eastAsia"/>
          <w:rtl/>
        </w:rPr>
        <w:t>ہلاكت</w:t>
      </w:r>
      <w:r>
        <w:rPr>
          <w:rtl/>
        </w:rPr>
        <w:t>:</w:t>
      </w:r>
      <w:r>
        <w:rPr>
          <w:rFonts w:hint="eastAsia"/>
          <w:rtl/>
        </w:rPr>
        <w:t>ناگہانى</w:t>
      </w:r>
      <w:r>
        <w:rPr>
          <w:rtl/>
        </w:rPr>
        <w:t xml:space="preserve"> ہلاكت</w:t>
      </w:r>
    </w:p>
    <w:p w:rsidR="001F628F" w:rsidRDefault="002745E1" w:rsidP="002745E1">
      <w:pPr>
        <w:pStyle w:val="Heading2Center"/>
        <w:rPr>
          <w:rtl/>
        </w:rPr>
      </w:pPr>
      <w:bookmarkStart w:id="193" w:name="_Toc28081871"/>
      <w:r>
        <w:rPr>
          <w:rFonts w:hint="cs"/>
          <w:rtl/>
        </w:rPr>
        <w:t>آیت 47</w:t>
      </w:r>
      <w:bookmarkEnd w:id="193"/>
    </w:p>
    <w:p w:rsidR="001F628F" w:rsidRDefault="00E260F9" w:rsidP="002745E1">
      <w:pPr>
        <w:pStyle w:val="libNormal"/>
        <w:rPr>
          <w:rtl/>
        </w:rPr>
      </w:pPr>
      <w:r w:rsidRPr="00E260F9">
        <w:rPr>
          <w:rStyle w:val="libAlaemChar"/>
          <w:rFonts w:hint="eastAsia"/>
          <w:rtl/>
        </w:rPr>
        <w:t>(</w:t>
      </w:r>
      <w:r w:rsidRPr="002745E1">
        <w:rPr>
          <w:rStyle w:val="libAieChar"/>
          <w:rFonts w:hint="eastAsia"/>
          <w:rtl/>
        </w:rPr>
        <w:t>أَوْ</w:t>
      </w:r>
      <w:r w:rsidRPr="002745E1">
        <w:rPr>
          <w:rStyle w:val="libAieChar"/>
          <w:rtl/>
        </w:rPr>
        <w:t xml:space="preserve"> يَأْخُذَهُمْ عَلَى تَخَوُّفٍ فَإِنَّ رَبَّكُمْ لَرؤُوفٌ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يا</w:t>
      </w:r>
      <w:r>
        <w:rPr>
          <w:rtl/>
        </w:rPr>
        <w:t xml:space="preserve"> پھر انھي</w:t>
      </w:r>
      <w:r w:rsidR="00083993">
        <w:rPr>
          <w:rtl/>
        </w:rPr>
        <w:t xml:space="preserve">ں </w:t>
      </w:r>
      <w:r>
        <w:rPr>
          <w:rtl/>
        </w:rPr>
        <w:t>ڈرا ڈرا كر دھيرے دھيرے گرفت مي</w:t>
      </w:r>
      <w:r w:rsidR="00083993">
        <w:rPr>
          <w:rtl/>
        </w:rPr>
        <w:t xml:space="preserve">ں </w:t>
      </w:r>
      <w:r>
        <w:rPr>
          <w:rtl/>
        </w:rPr>
        <w:t>ليا جائے كہ تمھارا پروردگار بڑا شفيق اور مہربان ہے _</w:t>
      </w:r>
    </w:p>
    <w:p w:rsidR="001F628F" w:rsidRDefault="001F628F" w:rsidP="001F628F">
      <w:pPr>
        <w:pStyle w:val="libNormal"/>
        <w:rPr>
          <w:rtl/>
        </w:rPr>
      </w:pPr>
      <w:r>
        <w:rPr>
          <w:rtl/>
        </w:rPr>
        <w:t>1_ پيغمبر اكرم</w:t>
      </w:r>
      <w:r w:rsidR="00F031CD" w:rsidRPr="00F031CD">
        <w:rPr>
          <w:rStyle w:val="libAlaemChar"/>
          <w:rtl/>
        </w:rPr>
        <w:t xml:space="preserve"> صلى‌الله‌عليه‌وآله‌وسلم </w:t>
      </w:r>
      <w:r>
        <w:rPr>
          <w:rtl/>
        </w:rPr>
        <w:t xml:space="preserve"> كے خلاف سازش كرنے والو</w:t>
      </w:r>
      <w:r w:rsidR="00083993">
        <w:rPr>
          <w:rtl/>
        </w:rPr>
        <w:t xml:space="preserve">ں </w:t>
      </w:r>
      <w:r>
        <w:rPr>
          <w:rtl/>
        </w:rPr>
        <w:t>كو خوف و ہراس كى حالت مي</w:t>
      </w:r>
      <w:r w:rsidR="00083993">
        <w:rPr>
          <w:rtl/>
        </w:rPr>
        <w:t xml:space="preserve">ں </w:t>
      </w:r>
      <w:r>
        <w:rPr>
          <w:rtl/>
        </w:rPr>
        <w:t>ہلاكت كى دھمكى دى گئي ہے_</w:t>
      </w:r>
    </w:p>
    <w:p w:rsidR="001F628F" w:rsidRDefault="001F628F" w:rsidP="002745E1">
      <w:pPr>
        <w:pStyle w:val="libArabic"/>
        <w:rPr>
          <w:rtl/>
        </w:rPr>
      </w:pPr>
      <w:r>
        <w:rPr>
          <w:rFonts w:hint="eastAsia"/>
          <w:rtl/>
        </w:rPr>
        <w:t>ا</w:t>
      </w:r>
      <w:r>
        <w:rPr>
          <w:rtl/>
        </w:rPr>
        <w:t xml:space="preserve"> فأمن الذين مكرو السيّات ... اويأخذ</w:t>
      </w:r>
      <w:r w:rsidR="00120F63" w:rsidRPr="00ED5DE8">
        <w:rPr>
          <w:rFonts w:hint="cs"/>
          <w:rtl/>
        </w:rPr>
        <w:t>ه</w:t>
      </w:r>
      <w:r>
        <w:rPr>
          <w:rFonts w:hint="cs"/>
          <w:rtl/>
        </w:rPr>
        <w:t>م</w:t>
      </w:r>
      <w:r>
        <w:rPr>
          <w:rtl/>
        </w:rPr>
        <w:t xml:space="preserve"> </w:t>
      </w:r>
      <w:r>
        <w:rPr>
          <w:rFonts w:hint="cs"/>
          <w:rtl/>
        </w:rPr>
        <w:t>عل</w:t>
      </w:r>
      <w:r>
        <w:rPr>
          <w:rtl/>
        </w:rPr>
        <w:t>ى تخوّف</w:t>
      </w:r>
    </w:p>
    <w:p w:rsidR="001F628F" w:rsidRDefault="001F628F" w:rsidP="001F628F">
      <w:pPr>
        <w:pStyle w:val="libNormal"/>
        <w:rPr>
          <w:rtl/>
        </w:rPr>
      </w:pPr>
      <w:r>
        <w:rPr>
          <w:rtl/>
        </w:rPr>
        <w:t>''أخذ'' (لينا) ہلاكت سے كنايہ ہے اور ''على تخوّف'' ''يأخذ'' كے مفعول كے ليے حال ہے ممكن ہے ''تخّوف''كى اصل خوف ہو جس كا معنى ڈر ہے_</w:t>
      </w:r>
    </w:p>
    <w:p w:rsidR="001F628F" w:rsidRDefault="001F628F" w:rsidP="001F628F">
      <w:pPr>
        <w:pStyle w:val="libNormal"/>
        <w:rPr>
          <w:rtl/>
        </w:rPr>
      </w:pPr>
      <w:r>
        <w:rPr>
          <w:rtl/>
        </w:rPr>
        <w:t>2_ بدكردار افراد كو خوف و ہراس كى حالت مي</w:t>
      </w:r>
      <w:r w:rsidR="00083993">
        <w:rPr>
          <w:rtl/>
        </w:rPr>
        <w:t xml:space="preserve">ں </w:t>
      </w:r>
      <w:r>
        <w:rPr>
          <w:rtl/>
        </w:rPr>
        <w:t>دھمكى دى گئي ہے_</w:t>
      </w:r>
    </w:p>
    <w:p w:rsidR="001F628F" w:rsidRDefault="001F628F" w:rsidP="002745E1">
      <w:pPr>
        <w:pStyle w:val="libArabic"/>
        <w:rPr>
          <w:rtl/>
        </w:rPr>
      </w:pPr>
      <w:r>
        <w:rPr>
          <w:rFonts w:hint="eastAsia"/>
          <w:rtl/>
        </w:rPr>
        <w:t>ا</w:t>
      </w:r>
      <w:r>
        <w:rPr>
          <w:rtl/>
        </w:rPr>
        <w:t xml:space="preserve"> فأمن الذين مكرو السيّات ...اويأخذ </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تخّوف</w:t>
      </w:r>
    </w:p>
    <w:p w:rsidR="001F628F" w:rsidRDefault="001F628F" w:rsidP="001F628F">
      <w:pPr>
        <w:pStyle w:val="libNormal"/>
        <w:rPr>
          <w:rtl/>
        </w:rPr>
      </w:pPr>
      <w:r>
        <w:rPr>
          <w:rtl/>
        </w:rPr>
        <w:t>3_ پيغمبر اكرم</w:t>
      </w:r>
      <w:r w:rsidR="00F031CD" w:rsidRPr="00F031CD">
        <w:rPr>
          <w:rStyle w:val="libAlaemChar"/>
          <w:rtl/>
        </w:rPr>
        <w:t xml:space="preserve"> صلى‌الله‌عليه‌وآله‌وسلم </w:t>
      </w:r>
      <w:r>
        <w:rPr>
          <w:rtl/>
        </w:rPr>
        <w:t xml:space="preserve"> كے خلاف سازش كرنے والو</w:t>
      </w:r>
      <w:r w:rsidR="00083993">
        <w:rPr>
          <w:rtl/>
        </w:rPr>
        <w:t xml:space="preserve">ں </w:t>
      </w:r>
      <w:r>
        <w:rPr>
          <w:rtl/>
        </w:rPr>
        <w:t>كو تدريجى ہلاكت كى دھمكى دى گئي ہے_</w:t>
      </w:r>
    </w:p>
    <w:p w:rsidR="001F628F" w:rsidRDefault="001F628F" w:rsidP="002745E1">
      <w:pPr>
        <w:pStyle w:val="libArabic"/>
        <w:rPr>
          <w:rtl/>
        </w:rPr>
      </w:pPr>
      <w:r>
        <w:rPr>
          <w:rFonts w:hint="eastAsia"/>
          <w:rtl/>
        </w:rPr>
        <w:t>ا</w:t>
      </w:r>
      <w:r>
        <w:rPr>
          <w:rtl/>
        </w:rPr>
        <w:t xml:space="preserve"> فأمن الذين مكرو السيّات ...او يأخذ </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تخّوف</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''تخّوف'' كا معنى ''تنقص'' ذكرہوا ہے جس سے مراد ، موت كى وجہ سے انسانو</w:t>
      </w:r>
      <w:r w:rsidR="00083993">
        <w:rPr>
          <w:rtl/>
        </w:rPr>
        <w:t xml:space="preserve">ں </w:t>
      </w:r>
      <w:r>
        <w:rPr>
          <w:rtl/>
        </w:rPr>
        <w:t>كے اموال اور نفوس كى تعداد مي</w:t>
      </w:r>
      <w:r w:rsidR="00083993">
        <w:rPr>
          <w:rtl/>
        </w:rPr>
        <w:t xml:space="preserve">ں </w:t>
      </w:r>
      <w:r>
        <w:rPr>
          <w:rtl/>
        </w:rPr>
        <w:t>كمى واقع ہونا ہے اس بناء پر ''تخّوف'' يہ ہے كہ كچھ تعداد ہلاك ہوگئي ہے اور پھر دوسرے گروہ كى بارى آئے گى اور يہ</w:t>
      </w:r>
    </w:p>
    <w:p w:rsidR="002745E1" w:rsidRDefault="001E7F9D" w:rsidP="00F73EDE">
      <w:pPr>
        <w:pStyle w:val="libPoemTini"/>
        <w:rPr>
          <w:rtl/>
        </w:rPr>
      </w:pPr>
      <w:r>
        <w:rPr>
          <w:rtl/>
        </w:rPr>
        <w:br w:type="page"/>
      </w:r>
    </w:p>
    <w:p w:rsidR="001F628F" w:rsidRDefault="001F628F" w:rsidP="002745E1">
      <w:pPr>
        <w:pStyle w:val="libNormal"/>
        <w:rPr>
          <w:rtl/>
        </w:rPr>
      </w:pPr>
      <w:r>
        <w:rPr>
          <w:rFonts w:hint="eastAsia"/>
          <w:rtl/>
        </w:rPr>
        <w:lastRenderedPageBreak/>
        <w:t>تدريجى</w:t>
      </w:r>
      <w:r>
        <w:rPr>
          <w:rtl/>
        </w:rPr>
        <w:t xml:space="preserve"> ہلاكت سے حكايت ہے_</w:t>
      </w:r>
    </w:p>
    <w:p w:rsidR="001F628F" w:rsidRDefault="001F628F" w:rsidP="002745E1">
      <w:pPr>
        <w:pStyle w:val="libNormal"/>
        <w:rPr>
          <w:rtl/>
        </w:rPr>
      </w:pPr>
      <w:r>
        <w:rPr>
          <w:rtl/>
        </w:rPr>
        <w:t>4_لوگو</w:t>
      </w:r>
      <w:r w:rsidR="00083993">
        <w:rPr>
          <w:rtl/>
        </w:rPr>
        <w:t xml:space="preserve">ں </w:t>
      </w:r>
      <w:r>
        <w:rPr>
          <w:rtl/>
        </w:rPr>
        <w:t>كے ايك گروہ كو ہلاك كرنا اور اس كے بعد باقى افراد مي</w:t>
      </w:r>
      <w:r w:rsidR="00083993">
        <w:rPr>
          <w:rtl/>
        </w:rPr>
        <w:t xml:space="preserve">ں </w:t>
      </w:r>
      <w:r>
        <w:rPr>
          <w:rtl/>
        </w:rPr>
        <w:t>نفسياتى بحران پيدا كرنا ، خداوند عالم كا ايك دنياو ى عذاب ہے_</w:t>
      </w:r>
      <w:r w:rsidRPr="002745E1">
        <w:rPr>
          <w:rStyle w:val="libArabicChar"/>
          <w:rFonts w:hint="eastAsia"/>
          <w:rtl/>
        </w:rPr>
        <w:t>اويأخذ</w:t>
      </w:r>
      <w:r w:rsidR="00120F63" w:rsidRPr="00B2551F">
        <w:rPr>
          <w:rStyle w:val="libArabicChar"/>
          <w:rFonts w:hint="cs"/>
          <w:rtl/>
        </w:rPr>
        <w:t>ه</w:t>
      </w:r>
      <w:r w:rsidRPr="002745E1">
        <w:rPr>
          <w:rStyle w:val="libArabicChar"/>
          <w:rFonts w:hint="cs"/>
          <w:rtl/>
        </w:rPr>
        <w:t>م</w:t>
      </w:r>
      <w:r w:rsidRPr="002745E1">
        <w:rPr>
          <w:rStyle w:val="libArabicChar"/>
          <w:rtl/>
        </w:rPr>
        <w:t xml:space="preserve"> على تخّوف</w:t>
      </w:r>
    </w:p>
    <w:p w:rsidR="001F628F" w:rsidRDefault="001F628F" w:rsidP="002745E1">
      <w:pPr>
        <w:pStyle w:val="libNormal"/>
        <w:rPr>
          <w:rtl/>
        </w:rPr>
      </w:pPr>
      <w:r>
        <w:rPr>
          <w:rtl/>
        </w:rPr>
        <w:t>5_ خداوند عالم ، رؤوف( محبت ركھنے والا) اور رحيم (مہربان) ہے_</w:t>
      </w:r>
      <w:r w:rsidRPr="002745E1">
        <w:rPr>
          <w:rStyle w:val="libArabicChar"/>
          <w:rFonts w:hint="eastAsia"/>
          <w:rtl/>
        </w:rPr>
        <w:t>فان</w:t>
      </w:r>
      <w:r w:rsidRPr="002745E1">
        <w:rPr>
          <w:rStyle w:val="libArabicChar"/>
          <w:rtl/>
        </w:rPr>
        <w:t xml:space="preserve"> ربّكم لروؤف رحيم</w:t>
      </w:r>
    </w:p>
    <w:p w:rsidR="001F628F" w:rsidRDefault="001F628F" w:rsidP="002745E1">
      <w:pPr>
        <w:pStyle w:val="libNormal"/>
        <w:rPr>
          <w:rtl/>
        </w:rPr>
      </w:pPr>
      <w:r>
        <w:rPr>
          <w:rtl/>
        </w:rPr>
        <w:t>6_خداوند عالم كى بندو</w:t>
      </w:r>
      <w:r w:rsidR="00083993">
        <w:rPr>
          <w:rtl/>
        </w:rPr>
        <w:t xml:space="preserve">ں </w:t>
      </w:r>
      <w:r>
        <w:rPr>
          <w:rtl/>
        </w:rPr>
        <w:t>پر مہربانى و رحمت، اس كى ربوبيّت كا تقاضا ہے_</w:t>
      </w:r>
      <w:r w:rsidRPr="002745E1">
        <w:rPr>
          <w:rStyle w:val="libArabicChar"/>
          <w:rFonts w:hint="eastAsia"/>
          <w:rtl/>
        </w:rPr>
        <w:t>فان</w:t>
      </w:r>
      <w:r w:rsidRPr="002745E1">
        <w:rPr>
          <w:rStyle w:val="libArabicChar"/>
          <w:rtl/>
        </w:rPr>
        <w:t xml:space="preserve"> ربّكم لروؤف رحيم</w:t>
      </w:r>
    </w:p>
    <w:p w:rsidR="001F628F" w:rsidRDefault="001F628F" w:rsidP="001F628F">
      <w:pPr>
        <w:pStyle w:val="libNormal"/>
        <w:rPr>
          <w:rtl/>
        </w:rPr>
      </w:pPr>
      <w:r>
        <w:rPr>
          <w:rtl/>
        </w:rPr>
        <w:t>7_ پيغمبر اكرم</w:t>
      </w:r>
      <w:r w:rsidR="00F031CD" w:rsidRPr="00F031CD">
        <w:rPr>
          <w:rStyle w:val="libAlaemChar"/>
          <w:rtl/>
        </w:rPr>
        <w:t xml:space="preserve"> صلى‌الله‌عليه‌وآله‌وسلم </w:t>
      </w:r>
      <w:r>
        <w:rPr>
          <w:rtl/>
        </w:rPr>
        <w:t xml:space="preserve"> كے خلاف سازش كرنے والو</w:t>
      </w:r>
      <w:r w:rsidR="00083993">
        <w:rPr>
          <w:rtl/>
        </w:rPr>
        <w:t xml:space="preserve">ں </w:t>
      </w:r>
      <w:r>
        <w:rPr>
          <w:rtl/>
        </w:rPr>
        <w:t>كو دھمكى دينا ، خداوند عالم كى مؤمنين پر نرمى اور رحمت كا جلوہ ہے _</w:t>
      </w:r>
    </w:p>
    <w:p w:rsidR="001F628F" w:rsidRDefault="001F628F" w:rsidP="002745E1">
      <w:pPr>
        <w:pStyle w:val="libArabic"/>
        <w:rPr>
          <w:rtl/>
        </w:rPr>
      </w:pPr>
      <w:r>
        <w:rPr>
          <w:rFonts w:hint="eastAsia"/>
          <w:rtl/>
        </w:rPr>
        <w:t>ا</w:t>
      </w:r>
      <w:r>
        <w:rPr>
          <w:rtl/>
        </w:rPr>
        <w:t xml:space="preserve"> فأمن الذين مكروالسيّات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أويأتي</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فان</w:t>
      </w:r>
      <w:r>
        <w:rPr>
          <w:rtl/>
        </w:rPr>
        <w:t xml:space="preserve"> </w:t>
      </w:r>
      <w:r>
        <w:rPr>
          <w:rFonts w:hint="cs"/>
          <w:rtl/>
        </w:rPr>
        <w:t>ربّكم</w:t>
      </w:r>
      <w:r>
        <w:rPr>
          <w:rtl/>
        </w:rPr>
        <w:t xml:space="preserve"> </w:t>
      </w:r>
      <w:r>
        <w:rPr>
          <w:rFonts w:hint="cs"/>
          <w:rtl/>
        </w:rPr>
        <w:t>لروؤف</w:t>
      </w:r>
      <w:r>
        <w:rPr>
          <w:rtl/>
        </w:rPr>
        <w:t xml:space="preserve"> </w:t>
      </w:r>
      <w:r>
        <w:rPr>
          <w:rFonts w:hint="cs"/>
          <w:rtl/>
        </w:rPr>
        <w:t>رحيم</w:t>
      </w:r>
    </w:p>
    <w:p w:rsidR="001F628F" w:rsidRDefault="001F628F" w:rsidP="001F628F">
      <w:pPr>
        <w:pStyle w:val="libNormal"/>
        <w:rPr>
          <w:rtl/>
        </w:rPr>
      </w:pPr>
      <w:r>
        <w:rPr>
          <w:rFonts w:hint="eastAsia"/>
          <w:rtl/>
        </w:rPr>
        <w:t>مذكورہ</w:t>
      </w:r>
      <w:r>
        <w:rPr>
          <w:rtl/>
        </w:rPr>
        <w:t xml:space="preserve"> مطلب اس بناء پر ہے جب عبارت ''فان ربّكم لروؤف رحيم'' مؤمنين كو خطاب ہو اور سازشيو</w:t>
      </w:r>
      <w:r w:rsidR="00083993">
        <w:rPr>
          <w:rtl/>
        </w:rPr>
        <w:t xml:space="preserve">ں </w:t>
      </w:r>
      <w:r>
        <w:rPr>
          <w:rtl/>
        </w:rPr>
        <w:t>كے خلاف انواع و اقسام كى دھميكو</w:t>
      </w:r>
      <w:r w:rsidR="00083993">
        <w:rPr>
          <w:rtl/>
        </w:rPr>
        <w:t xml:space="preserve">ں </w:t>
      </w:r>
      <w:r>
        <w:rPr>
          <w:rtl/>
        </w:rPr>
        <w:t>كے بعد اس كا ذكر ممكن ہے مذكورہ نكتہ كى طرف اشارہ ہو_</w:t>
      </w:r>
    </w:p>
    <w:p w:rsidR="001F628F" w:rsidRDefault="001F628F" w:rsidP="001F628F">
      <w:pPr>
        <w:pStyle w:val="libNormal"/>
        <w:rPr>
          <w:rtl/>
        </w:rPr>
      </w:pPr>
      <w:r>
        <w:rPr>
          <w:rtl/>
        </w:rPr>
        <w:t>8_بدكردار اور سازش كرنے والو</w:t>
      </w:r>
      <w:r w:rsidR="00083993">
        <w:rPr>
          <w:rtl/>
        </w:rPr>
        <w:t xml:space="preserve">ں </w:t>
      </w:r>
      <w:r>
        <w:rPr>
          <w:rtl/>
        </w:rPr>
        <w:t>كو تدريجى طور پر ہلاك كرنا ، خداوند عالم كى نرمى اور رحمت كا جلوہ ہے_</w:t>
      </w:r>
    </w:p>
    <w:p w:rsidR="001F628F" w:rsidRDefault="001F628F" w:rsidP="002745E1">
      <w:pPr>
        <w:pStyle w:val="libArabic"/>
        <w:rPr>
          <w:rtl/>
        </w:rPr>
      </w:pPr>
      <w:r>
        <w:rPr>
          <w:rFonts w:hint="eastAsia"/>
          <w:rtl/>
        </w:rPr>
        <w:t>ا</w:t>
      </w:r>
      <w:r>
        <w:rPr>
          <w:rtl/>
        </w:rPr>
        <w:t xml:space="preserve"> فأمن الذين امنوا مكروالسيّات ...اويأخذ</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تخوّف</w:t>
      </w:r>
      <w:r>
        <w:rPr>
          <w:rtl/>
        </w:rPr>
        <w:t xml:space="preserve"> </w:t>
      </w:r>
      <w:r>
        <w:rPr>
          <w:rFonts w:hint="cs"/>
          <w:rtl/>
        </w:rPr>
        <w:t>فان</w:t>
      </w:r>
      <w:r>
        <w:rPr>
          <w:rtl/>
        </w:rPr>
        <w:t xml:space="preserve"> </w:t>
      </w:r>
      <w:r>
        <w:rPr>
          <w:rFonts w:hint="cs"/>
          <w:rtl/>
        </w:rPr>
        <w:t>ربّكم</w:t>
      </w:r>
      <w:r>
        <w:rPr>
          <w:rtl/>
        </w:rPr>
        <w:t xml:space="preserve"> </w:t>
      </w:r>
      <w:r>
        <w:rPr>
          <w:rFonts w:hint="cs"/>
          <w:rtl/>
        </w:rPr>
        <w:t>لروؤف</w:t>
      </w:r>
      <w:r>
        <w:rPr>
          <w:rtl/>
        </w:rPr>
        <w:t xml:space="preserve"> </w:t>
      </w:r>
      <w:r>
        <w:rPr>
          <w:rFonts w:hint="cs"/>
          <w:rtl/>
        </w:rPr>
        <w:t>رحيم</w:t>
      </w:r>
    </w:p>
    <w:p w:rsidR="001F628F" w:rsidRDefault="001F628F" w:rsidP="001F628F">
      <w:pPr>
        <w:pStyle w:val="libNormal"/>
        <w:rPr>
          <w:rtl/>
        </w:rPr>
      </w:pPr>
      <w:r>
        <w:rPr>
          <w:rtl/>
        </w:rPr>
        <w:t>''فانّ'' مي</w:t>
      </w:r>
      <w:r w:rsidR="00083993">
        <w:rPr>
          <w:rtl/>
        </w:rPr>
        <w:t xml:space="preserve">ں </w:t>
      </w:r>
      <w:r>
        <w:rPr>
          <w:rtl/>
        </w:rPr>
        <w:t>''فا'' علّت كے ليے ہے اور ممكن ہے بدكردار افراد كى ہلاكت كے تدريجى ہونے كى علّت كے سلسلہ مي</w:t>
      </w:r>
      <w:r w:rsidR="00083993">
        <w:rPr>
          <w:rtl/>
        </w:rPr>
        <w:t xml:space="preserve">ں </w:t>
      </w:r>
      <w:r>
        <w:rPr>
          <w:rtl/>
        </w:rPr>
        <w:t>ہو_</w:t>
      </w:r>
    </w:p>
    <w:p w:rsidR="001F628F" w:rsidRDefault="001F628F" w:rsidP="001F628F">
      <w:pPr>
        <w:pStyle w:val="libNormal"/>
        <w:rPr>
          <w:rtl/>
        </w:rPr>
      </w:pPr>
      <w:r>
        <w:rPr>
          <w:rtl/>
        </w:rPr>
        <w:t>9_بدكردار اور پيغمبر</w:t>
      </w:r>
      <w:r w:rsidR="00F031CD" w:rsidRPr="00F031CD">
        <w:rPr>
          <w:rStyle w:val="libAlaemChar"/>
          <w:rtl/>
        </w:rPr>
        <w:t xml:space="preserve"> صلى‌الله‌عليه‌وآله‌وسلم </w:t>
      </w:r>
      <w:r>
        <w:rPr>
          <w:rtl/>
        </w:rPr>
        <w:t xml:space="preserve"> كے خلاف سازش كرنے والے، انواع و اقسام كے دنياوى عذاب سے دوچار ہي</w:t>
      </w:r>
      <w:r w:rsidR="00083993">
        <w:rPr>
          <w:rtl/>
        </w:rPr>
        <w:t xml:space="preserve">ں </w:t>
      </w:r>
      <w:r>
        <w:rPr>
          <w:rtl/>
        </w:rPr>
        <w:t>_</w:t>
      </w:r>
    </w:p>
    <w:p w:rsidR="001F628F" w:rsidRDefault="001F628F" w:rsidP="002745E1">
      <w:pPr>
        <w:pStyle w:val="libArabic"/>
        <w:rPr>
          <w:rtl/>
        </w:rPr>
      </w:pPr>
      <w:r>
        <w:rPr>
          <w:rFonts w:hint="eastAsia"/>
          <w:rtl/>
        </w:rPr>
        <w:t>ا</w:t>
      </w:r>
      <w:r>
        <w:rPr>
          <w:rtl/>
        </w:rPr>
        <w:t xml:space="preserve"> فأمن الذين مكروالسيّات ان يخسف 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الأرض</w:t>
      </w:r>
      <w:r>
        <w:rPr>
          <w:rtl/>
        </w:rPr>
        <w:t xml:space="preserve"> </w:t>
      </w:r>
      <w:r>
        <w:rPr>
          <w:rFonts w:hint="cs"/>
          <w:rtl/>
        </w:rPr>
        <w:t>أويأتي</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اويأخذ</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تقلّب</w:t>
      </w:r>
      <w:r w:rsidR="00120F63" w:rsidRPr="00ED5DE8">
        <w:rPr>
          <w:rFonts w:hint="cs"/>
          <w:rtl/>
        </w:rPr>
        <w:t>ه</w:t>
      </w:r>
      <w:r>
        <w:rPr>
          <w:rFonts w:hint="cs"/>
          <w:rtl/>
        </w:rPr>
        <w:t>م</w:t>
      </w:r>
      <w:r>
        <w:rPr>
          <w:rtl/>
        </w:rPr>
        <w:t xml:space="preserve"> ...</w:t>
      </w:r>
      <w:r>
        <w:rPr>
          <w:rFonts w:hint="cs"/>
          <w:rtl/>
        </w:rPr>
        <w:t>اوياخذ</w:t>
      </w:r>
      <w:r w:rsidR="00120F63" w:rsidRPr="00ED5DE8">
        <w:rPr>
          <w:rFonts w:hint="cs"/>
          <w:rtl/>
        </w:rPr>
        <w:t>ه</w:t>
      </w:r>
      <w:r>
        <w:rPr>
          <w:rtl/>
        </w:rPr>
        <w:t>م على تخّوف</w:t>
      </w:r>
    </w:p>
    <w:p w:rsidR="001F628F" w:rsidRDefault="001F628F" w:rsidP="001F628F">
      <w:pPr>
        <w:pStyle w:val="libNormal"/>
        <w:rPr>
          <w:rtl/>
        </w:rPr>
      </w:pPr>
      <w:r>
        <w:rPr>
          <w:rtl/>
        </w:rPr>
        <w:t>10_ منطقى استدلال كے بعد بدكردار و</w:t>
      </w:r>
      <w:r w:rsidR="00083993">
        <w:rPr>
          <w:rtl/>
        </w:rPr>
        <w:t xml:space="preserve">ں </w:t>
      </w:r>
      <w:r>
        <w:rPr>
          <w:rtl/>
        </w:rPr>
        <w:t>كو دھمكى دينا، قرآن كريم كا ايك تبليغى شيوہ ہے_</w:t>
      </w:r>
    </w:p>
    <w:p w:rsidR="001F628F" w:rsidRDefault="001F628F" w:rsidP="002745E1">
      <w:pPr>
        <w:pStyle w:val="libArabic"/>
        <w:rPr>
          <w:rtl/>
        </w:rPr>
      </w:pPr>
      <w:r>
        <w:rPr>
          <w:rFonts w:hint="eastAsia"/>
          <w:rtl/>
        </w:rPr>
        <w:t>وما</w:t>
      </w:r>
      <w:r>
        <w:rPr>
          <w:rtl/>
        </w:rPr>
        <w:t xml:space="preserve"> ارسلنا من قبلك الارجالاً نوحى الي</w:t>
      </w:r>
      <w:r w:rsidR="00120F63" w:rsidRPr="00ED5DE8">
        <w:rPr>
          <w:rFonts w:hint="cs"/>
          <w:rtl/>
        </w:rPr>
        <w:t>ه</w:t>
      </w:r>
      <w:r>
        <w:rPr>
          <w:rFonts w:hint="cs"/>
          <w:rtl/>
        </w:rPr>
        <w:t>م</w:t>
      </w:r>
      <w:r>
        <w:rPr>
          <w:rtl/>
        </w:rPr>
        <w:t xml:space="preserve"> </w:t>
      </w:r>
      <w:r>
        <w:rPr>
          <w:rFonts w:hint="cs"/>
          <w:rtl/>
        </w:rPr>
        <w:t>فاسئلوا</w:t>
      </w:r>
      <w:r>
        <w:rPr>
          <w:rtl/>
        </w:rPr>
        <w:t xml:space="preserve"> </w:t>
      </w:r>
      <w:r>
        <w:rPr>
          <w:rFonts w:hint="cs"/>
          <w:rtl/>
        </w:rPr>
        <w:t>ا</w:t>
      </w:r>
      <w:r w:rsidR="00120F63" w:rsidRPr="00ED5DE8">
        <w:rPr>
          <w:rFonts w:hint="cs"/>
          <w:rtl/>
        </w:rPr>
        <w:t>ه</w:t>
      </w:r>
      <w:r>
        <w:rPr>
          <w:rFonts w:hint="cs"/>
          <w:rtl/>
        </w:rPr>
        <w:t>ل</w:t>
      </w:r>
      <w:r>
        <w:rPr>
          <w:rtl/>
        </w:rPr>
        <w:t xml:space="preserve"> </w:t>
      </w:r>
      <w:r>
        <w:rPr>
          <w:rFonts w:hint="cs"/>
          <w:rtl/>
        </w:rPr>
        <w:t>الذكر</w:t>
      </w:r>
      <w:r>
        <w:rPr>
          <w:rtl/>
        </w:rPr>
        <w:t xml:space="preserve"> ...</w:t>
      </w:r>
      <w:r>
        <w:rPr>
          <w:rFonts w:hint="cs"/>
          <w:rtl/>
        </w:rPr>
        <w:t>وأنزلنا</w:t>
      </w:r>
      <w:r>
        <w:rPr>
          <w:rtl/>
        </w:rPr>
        <w:t xml:space="preserve"> </w:t>
      </w:r>
      <w:r>
        <w:rPr>
          <w:rFonts w:hint="cs"/>
          <w:rtl/>
        </w:rPr>
        <w:t>اليك</w:t>
      </w:r>
      <w:r>
        <w:rPr>
          <w:rtl/>
        </w:rPr>
        <w:t xml:space="preserve"> </w:t>
      </w:r>
      <w:r>
        <w:rPr>
          <w:rFonts w:hint="cs"/>
          <w:rtl/>
        </w:rPr>
        <w:t>الذكر</w:t>
      </w:r>
      <w:r>
        <w:rPr>
          <w:rtl/>
        </w:rPr>
        <w:t xml:space="preserve"> </w:t>
      </w:r>
      <w:r>
        <w:rPr>
          <w:rFonts w:hint="cs"/>
          <w:rtl/>
        </w:rPr>
        <w:t>لتبيّن</w:t>
      </w:r>
      <w:r>
        <w:rPr>
          <w:rtl/>
        </w:rPr>
        <w:t xml:space="preserve"> </w:t>
      </w:r>
      <w:r>
        <w:rPr>
          <w:rFonts w:hint="cs"/>
          <w:rtl/>
        </w:rPr>
        <w:t>للنّاس</w:t>
      </w:r>
      <w:r>
        <w:rPr>
          <w:rtl/>
        </w:rPr>
        <w:t xml:space="preserve"> ...</w:t>
      </w:r>
      <w:r>
        <w:rPr>
          <w:rFonts w:hint="cs"/>
          <w:rtl/>
        </w:rPr>
        <w:t>ا</w:t>
      </w:r>
      <w:r>
        <w:rPr>
          <w:rtl/>
        </w:rPr>
        <w:t xml:space="preserve"> </w:t>
      </w:r>
      <w:r>
        <w:rPr>
          <w:rFonts w:hint="cs"/>
          <w:rtl/>
        </w:rPr>
        <w:t>فأمن</w:t>
      </w:r>
      <w:r>
        <w:rPr>
          <w:rtl/>
        </w:rPr>
        <w:t xml:space="preserve"> </w:t>
      </w:r>
      <w:r>
        <w:rPr>
          <w:rFonts w:hint="cs"/>
          <w:rtl/>
        </w:rPr>
        <w:t>الذين</w:t>
      </w:r>
      <w:r>
        <w:rPr>
          <w:rtl/>
        </w:rPr>
        <w:t xml:space="preserve"> </w:t>
      </w:r>
      <w:r>
        <w:rPr>
          <w:rFonts w:hint="cs"/>
          <w:rtl/>
        </w:rPr>
        <w:t>مكروا</w:t>
      </w:r>
      <w:r>
        <w:rPr>
          <w:rtl/>
        </w:rPr>
        <w:t xml:space="preserve"> ...</w:t>
      </w:r>
      <w:r>
        <w:rPr>
          <w:rFonts w:hint="cs"/>
          <w:rtl/>
        </w:rPr>
        <w:t>ان</w:t>
      </w:r>
      <w:r>
        <w:rPr>
          <w:rtl/>
        </w:rPr>
        <w:t xml:space="preserve"> </w:t>
      </w:r>
      <w:r>
        <w:rPr>
          <w:rFonts w:hint="cs"/>
          <w:rtl/>
        </w:rPr>
        <w:t>يخسف</w:t>
      </w:r>
      <w:r>
        <w:rPr>
          <w:rtl/>
        </w:rPr>
        <w:t xml:space="preserve"> </w:t>
      </w:r>
      <w:r>
        <w:rPr>
          <w:rFonts w:hint="cs"/>
          <w:rtl/>
        </w:rPr>
        <w:t>اللّ</w:t>
      </w:r>
      <w:r w:rsidR="00120F63" w:rsidRPr="00ED5DE8">
        <w:rPr>
          <w:rFonts w:hint="cs"/>
          <w:rtl/>
        </w:rPr>
        <w:t>ه</w:t>
      </w:r>
      <w:r>
        <w:rPr>
          <w:rtl/>
        </w:rPr>
        <w:t xml:space="preserve"> </w:t>
      </w:r>
      <w:r>
        <w:rPr>
          <w:rFonts w:hint="cs"/>
          <w:rtl/>
        </w:rPr>
        <w:t>ب</w:t>
      </w:r>
      <w:r w:rsidR="00120F63" w:rsidRPr="00ED5DE8">
        <w:rPr>
          <w:rFonts w:hint="cs"/>
          <w:rtl/>
        </w:rPr>
        <w:t>ه</w:t>
      </w:r>
      <w:r>
        <w:rPr>
          <w:rFonts w:hint="cs"/>
          <w:rtl/>
        </w:rPr>
        <w:t>م</w:t>
      </w:r>
      <w:r>
        <w:rPr>
          <w:rtl/>
        </w:rPr>
        <w:t xml:space="preserve"> ...</w:t>
      </w:r>
      <w:r>
        <w:rPr>
          <w:rFonts w:hint="cs"/>
          <w:rtl/>
        </w:rPr>
        <w:t>اؤيأخذ</w:t>
      </w:r>
      <w:r w:rsidR="00120F63" w:rsidRPr="00ED5DE8">
        <w:rPr>
          <w:rFonts w:hint="cs"/>
          <w:rtl/>
        </w:rPr>
        <w:t>ه</w:t>
      </w:r>
      <w:r>
        <w:rPr>
          <w:rFonts w:hint="cs"/>
          <w:rtl/>
        </w:rPr>
        <w:t>م</w:t>
      </w:r>
      <w:r>
        <w:rPr>
          <w:rtl/>
        </w:rPr>
        <w:t xml:space="preserve"> </w:t>
      </w:r>
      <w:r>
        <w:rPr>
          <w:rFonts w:hint="cs"/>
          <w:rtl/>
        </w:rPr>
        <w:t>على</w:t>
      </w:r>
      <w:r>
        <w:rPr>
          <w:rtl/>
        </w:rPr>
        <w:t xml:space="preserve"> تخوّف</w:t>
      </w:r>
    </w:p>
    <w:p w:rsidR="001F628F" w:rsidRDefault="001F628F" w:rsidP="001F628F">
      <w:pPr>
        <w:pStyle w:val="libNormal"/>
        <w:rPr>
          <w:rtl/>
        </w:rPr>
      </w:pPr>
      <w:r>
        <w:rPr>
          <w:rtl/>
        </w:rPr>
        <w:t>11_ انسانو</w:t>
      </w:r>
      <w:r w:rsidR="00083993">
        <w:rPr>
          <w:rtl/>
        </w:rPr>
        <w:t xml:space="preserve">ں </w:t>
      </w:r>
      <w:r>
        <w:rPr>
          <w:rtl/>
        </w:rPr>
        <w:t>مي</w:t>
      </w:r>
      <w:r w:rsidR="00083993">
        <w:rPr>
          <w:rtl/>
        </w:rPr>
        <w:t xml:space="preserve">ں </w:t>
      </w:r>
      <w:r>
        <w:rPr>
          <w:rtl/>
        </w:rPr>
        <w:t>خوف و اميد كى حالت پيدا كرنا ، قرآن كريم كا ايك تبليغى طريقہ ہے_</w:t>
      </w:r>
    </w:p>
    <w:p w:rsidR="001F628F" w:rsidRDefault="001F628F" w:rsidP="002745E1">
      <w:pPr>
        <w:pStyle w:val="libArabic"/>
        <w:rPr>
          <w:rtl/>
        </w:rPr>
      </w:pPr>
      <w:r>
        <w:rPr>
          <w:rFonts w:hint="eastAsia"/>
          <w:rtl/>
        </w:rPr>
        <w:t>أويأخذ</w:t>
      </w:r>
      <w:r>
        <w:rPr>
          <w:rtl/>
        </w:rPr>
        <w:t xml:space="preserve"> </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تخّوف</w:t>
      </w:r>
      <w:r>
        <w:rPr>
          <w:rtl/>
        </w:rPr>
        <w:t xml:space="preserve"> </w:t>
      </w:r>
      <w:r>
        <w:rPr>
          <w:rFonts w:hint="cs"/>
          <w:rtl/>
        </w:rPr>
        <w:t>فان</w:t>
      </w:r>
      <w:r>
        <w:rPr>
          <w:rtl/>
        </w:rPr>
        <w:t xml:space="preserve"> </w:t>
      </w:r>
      <w:r>
        <w:rPr>
          <w:rFonts w:hint="cs"/>
          <w:rtl/>
        </w:rPr>
        <w:t>ربّكم</w:t>
      </w:r>
      <w:r>
        <w:rPr>
          <w:rtl/>
        </w:rPr>
        <w:t xml:space="preserve"> </w:t>
      </w:r>
      <w:r>
        <w:rPr>
          <w:rFonts w:hint="cs"/>
          <w:rtl/>
        </w:rPr>
        <w:t>لرؤو</w:t>
      </w:r>
      <w:r>
        <w:rPr>
          <w:rtl/>
        </w:rPr>
        <w:t>ف رحيم</w:t>
      </w:r>
    </w:p>
    <w:p w:rsidR="001F628F" w:rsidRDefault="001F628F" w:rsidP="001F628F">
      <w:pPr>
        <w:pStyle w:val="libNormal"/>
        <w:rPr>
          <w:rtl/>
        </w:rPr>
      </w:pPr>
      <w:r>
        <w:rPr>
          <w:rFonts w:hint="eastAsia"/>
          <w:rtl/>
        </w:rPr>
        <w:t>بدكردار</w:t>
      </w:r>
      <w:r>
        <w:rPr>
          <w:rtl/>
        </w:rPr>
        <w:t xml:space="preserve"> افراد كو دھمكى دينے كے بعد </w:t>
      </w:r>
      <w:r w:rsidRPr="002745E1">
        <w:rPr>
          <w:rStyle w:val="libArabicChar"/>
          <w:rtl/>
        </w:rPr>
        <w:t>''فان ربّكم</w:t>
      </w:r>
    </w:p>
    <w:p w:rsidR="002745E1" w:rsidRDefault="001E7F9D" w:rsidP="00F73EDE">
      <w:pPr>
        <w:pStyle w:val="libPoemTini"/>
        <w:rPr>
          <w:rtl/>
        </w:rPr>
      </w:pPr>
      <w:r>
        <w:rPr>
          <w:rtl/>
        </w:rPr>
        <w:cr/>
      </w:r>
      <w:r>
        <w:rPr>
          <w:rtl/>
        </w:rPr>
        <w:br w:type="page"/>
      </w:r>
    </w:p>
    <w:p w:rsidR="001F628F" w:rsidRDefault="001F628F" w:rsidP="002745E1">
      <w:pPr>
        <w:pStyle w:val="libNormal"/>
        <w:rPr>
          <w:rtl/>
        </w:rPr>
      </w:pPr>
      <w:r w:rsidRPr="002745E1">
        <w:rPr>
          <w:rStyle w:val="libArabicChar"/>
          <w:rFonts w:hint="eastAsia"/>
          <w:rtl/>
        </w:rPr>
        <w:lastRenderedPageBreak/>
        <w:t>لرؤوف</w:t>
      </w:r>
      <w:r w:rsidRPr="002745E1">
        <w:rPr>
          <w:rStyle w:val="libArabicChar"/>
          <w:rtl/>
        </w:rPr>
        <w:t xml:space="preserve"> رحيم''</w:t>
      </w:r>
      <w:r>
        <w:rPr>
          <w:rtl/>
        </w:rPr>
        <w:t xml:space="preserve"> كى عبارت جو كہ خداوند عالم كى محبت و مہربانى پر دلالت كررہى ہے كا ذكر ممكن ہے مذكورہ نكتہ كى طرف اشارہ ہو_</w:t>
      </w:r>
    </w:p>
    <w:p w:rsidR="001F628F" w:rsidRDefault="001F628F" w:rsidP="001F628F">
      <w:pPr>
        <w:pStyle w:val="libNormal"/>
        <w:rPr>
          <w:rtl/>
        </w:rPr>
      </w:pPr>
      <w:r>
        <w:rPr>
          <w:rtl/>
        </w:rPr>
        <w:t>12_عملى طور پر اقدام كى جگہ عذاب كى دھمكى دينے كا سرچشمہ ، خداوند عالم كى نرمى اور رحمت ہے_</w:t>
      </w:r>
    </w:p>
    <w:p w:rsidR="001F628F" w:rsidRDefault="001F628F" w:rsidP="002745E1">
      <w:pPr>
        <w:pStyle w:val="libArabic"/>
        <w:rPr>
          <w:rtl/>
        </w:rPr>
      </w:pPr>
      <w:r>
        <w:rPr>
          <w:rFonts w:hint="eastAsia"/>
          <w:rtl/>
        </w:rPr>
        <w:t>أويأخذ</w:t>
      </w:r>
      <w:r>
        <w:rPr>
          <w:rtl/>
        </w:rPr>
        <w:t xml:space="preserve"> </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تخوّف</w:t>
      </w:r>
      <w:r>
        <w:rPr>
          <w:rtl/>
        </w:rPr>
        <w:t xml:space="preserve"> </w:t>
      </w:r>
      <w:r>
        <w:rPr>
          <w:rFonts w:hint="cs"/>
          <w:rtl/>
        </w:rPr>
        <w:t>فان</w:t>
      </w:r>
      <w:r>
        <w:rPr>
          <w:rtl/>
        </w:rPr>
        <w:t xml:space="preserve"> </w:t>
      </w:r>
      <w:r>
        <w:rPr>
          <w:rFonts w:hint="cs"/>
          <w:rtl/>
        </w:rPr>
        <w:t>ربّكم</w:t>
      </w:r>
      <w:r>
        <w:rPr>
          <w:rtl/>
        </w:rPr>
        <w:t xml:space="preserve"> </w:t>
      </w:r>
      <w:r>
        <w:rPr>
          <w:rFonts w:hint="cs"/>
          <w:rtl/>
        </w:rPr>
        <w:t>لروؤف</w:t>
      </w:r>
      <w:r>
        <w:rPr>
          <w:rtl/>
        </w:rPr>
        <w:t xml:space="preserve"> رحيم</w:t>
      </w:r>
    </w:p>
    <w:p w:rsidR="001F628F" w:rsidRDefault="001F628F" w:rsidP="002745E1">
      <w:pPr>
        <w:pStyle w:val="libNormal"/>
        <w:rPr>
          <w:rtl/>
        </w:rPr>
      </w:pPr>
      <w:r>
        <w:rPr>
          <w:rFonts w:hint="eastAsia"/>
          <w:rtl/>
        </w:rPr>
        <w:t>اسماء</w:t>
      </w:r>
      <w:r>
        <w:rPr>
          <w:rtl/>
        </w:rPr>
        <w:t xml:space="preserve"> و صفات:</w:t>
      </w:r>
      <w:r>
        <w:rPr>
          <w:rFonts w:hint="eastAsia"/>
          <w:rtl/>
        </w:rPr>
        <w:t>روؤف</w:t>
      </w:r>
      <w:r>
        <w:rPr>
          <w:rtl/>
        </w:rPr>
        <w:t>5;رحيم5</w:t>
      </w:r>
    </w:p>
    <w:p w:rsidR="001F628F" w:rsidRDefault="001F628F" w:rsidP="002745E1">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كے آثار 6; الله تعالى كى رحمت كى نشانيا</w:t>
      </w:r>
      <w:r w:rsidR="00083993">
        <w:rPr>
          <w:rtl/>
        </w:rPr>
        <w:t xml:space="preserve">ں </w:t>
      </w:r>
      <w:r>
        <w:rPr>
          <w:rtl/>
        </w:rPr>
        <w:t>7،8; الله تعالى كى رحمت كے آثار12; الله تعالى كى مہربانى كا سرچشمہ6; الله تعالى كى مہربانى كى نشانيا</w:t>
      </w:r>
      <w:r w:rsidR="00083993">
        <w:rPr>
          <w:rtl/>
        </w:rPr>
        <w:t xml:space="preserve">ں </w:t>
      </w:r>
      <w:r>
        <w:rPr>
          <w:rtl/>
        </w:rPr>
        <w:t>7،8; الله تعالى كى مہربانى كے آثار12</w:t>
      </w:r>
    </w:p>
    <w:p w:rsidR="001F628F" w:rsidRDefault="001F628F" w:rsidP="002745E1">
      <w:pPr>
        <w:pStyle w:val="libNormal"/>
        <w:rPr>
          <w:rtl/>
        </w:rPr>
      </w:pPr>
      <w:r>
        <w:rPr>
          <w:rFonts w:hint="eastAsia"/>
          <w:rtl/>
        </w:rPr>
        <w:t>انذار</w:t>
      </w:r>
      <w:r>
        <w:rPr>
          <w:rtl/>
        </w:rPr>
        <w:t>:</w:t>
      </w:r>
      <w:r>
        <w:rPr>
          <w:rFonts w:hint="eastAsia"/>
          <w:rtl/>
        </w:rPr>
        <w:t>عذاب</w:t>
      </w:r>
      <w:r>
        <w:rPr>
          <w:rtl/>
        </w:rPr>
        <w:t xml:space="preserve"> سے انذار1،2،3; عذاب سے انذار كا سرچشمہ12</w:t>
      </w:r>
    </w:p>
    <w:p w:rsidR="001F628F" w:rsidRDefault="001F628F" w:rsidP="002745E1">
      <w:pPr>
        <w:pStyle w:val="libNormal"/>
        <w:rPr>
          <w:rtl/>
        </w:rPr>
      </w:pPr>
      <w:r>
        <w:rPr>
          <w:rFonts w:hint="eastAsia"/>
          <w:rtl/>
        </w:rPr>
        <w:t>بدكار</w:t>
      </w:r>
      <w:r>
        <w:rPr>
          <w:rtl/>
        </w:rPr>
        <w:t>:</w:t>
      </w:r>
      <w:r>
        <w:rPr>
          <w:rFonts w:hint="eastAsia"/>
          <w:rtl/>
        </w:rPr>
        <w:t>بدكارو</w:t>
      </w:r>
      <w:r w:rsidR="00083993">
        <w:rPr>
          <w:rFonts w:hint="eastAsia"/>
          <w:rtl/>
        </w:rPr>
        <w:t xml:space="preserve">ں </w:t>
      </w:r>
      <w:r>
        <w:rPr>
          <w:rtl/>
        </w:rPr>
        <w:t>پر اتمام حجت 10;بدكارو</w:t>
      </w:r>
      <w:r w:rsidR="00083993">
        <w:rPr>
          <w:rtl/>
        </w:rPr>
        <w:t xml:space="preserve">ں </w:t>
      </w:r>
      <w:r>
        <w:rPr>
          <w:rtl/>
        </w:rPr>
        <w:t>كا دنياوى عذاب9;بدكارو</w:t>
      </w:r>
      <w:r w:rsidR="00083993">
        <w:rPr>
          <w:rtl/>
        </w:rPr>
        <w:t xml:space="preserve">ں </w:t>
      </w:r>
      <w:r>
        <w:rPr>
          <w:rtl/>
        </w:rPr>
        <w:t>كو انذار 2،10; بدكارو</w:t>
      </w:r>
      <w:r w:rsidR="00083993">
        <w:rPr>
          <w:rtl/>
        </w:rPr>
        <w:t xml:space="preserve">ں </w:t>
      </w:r>
      <w:r>
        <w:rPr>
          <w:rtl/>
        </w:rPr>
        <w:t>كو ڈر2; بدكارو</w:t>
      </w:r>
      <w:r w:rsidR="00083993">
        <w:rPr>
          <w:rtl/>
        </w:rPr>
        <w:t xml:space="preserve">ں </w:t>
      </w:r>
      <w:r>
        <w:rPr>
          <w:rtl/>
        </w:rPr>
        <w:t>كى تدريجى ہلاكت 8; بدكارو</w:t>
      </w:r>
      <w:r w:rsidR="00083993">
        <w:rPr>
          <w:rtl/>
        </w:rPr>
        <w:t xml:space="preserve">ں </w:t>
      </w:r>
      <w:r>
        <w:rPr>
          <w:rtl/>
        </w:rPr>
        <w:t>كى ہلاكت 2;</w:t>
      </w:r>
    </w:p>
    <w:p w:rsidR="001F628F" w:rsidRDefault="001F628F" w:rsidP="002745E1">
      <w:pPr>
        <w:pStyle w:val="libNormal"/>
        <w:rPr>
          <w:rtl/>
        </w:rPr>
      </w:pPr>
      <w:r>
        <w:rPr>
          <w:rFonts w:hint="eastAsia"/>
          <w:rtl/>
        </w:rPr>
        <w:t>تبليغ</w:t>
      </w:r>
      <w:r>
        <w:rPr>
          <w:rtl/>
        </w:rPr>
        <w:t>:</w:t>
      </w:r>
      <w:r>
        <w:rPr>
          <w:rFonts w:hint="eastAsia"/>
          <w:rtl/>
        </w:rPr>
        <w:t>تبليغ</w:t>
      </w:r>
      <w:r>
        <w:rPr>
          <w:rtl/>
        </w:rPr>
        <w:t xml:space="preserve"> كا طريقہ كار10،11</w:t>
      </w:r>
    </w:p>
    <w:p w:rsidR="001F628F" w:rsidRDefault="001F628F" w:rsidP="002745E1">
      <w:pPr>
        <w:pStyle w:val="libNormal"/>
        <w:rPr>
          <w:rtl/>
        </w:rPr>
      </w:pPr>
      <w:r>
        <w:rPr>
          <w:rFonts w:hint="eastAsia"/>
          <w:rtl/>
        </w:rPr>
        <w:t>خوف</w:t>
      </w:r>
      <w:r>
        <w:rPr>
          <w:rtl/>
        </w:rPr>
        <w:t>:</w:t>
      </w:r>
      <w:r>
        <w:rPr>
          <w:rFonts w:hint="eastAsia"/>
          <w:rtl/>
        </w:rPr>
        <w:t>خوف</w:t>
      </w:r>
      <w:r>
        <w:rPr>
          <w:rtl/>
        </w:rPr>
        <w:t xml:space="preserve"> و اميد11</w:t>
      </w:r>
    </w:p>
    <w:p w:rsidR="001F628F" w:rsidRDefault="001F628F" w:rsidP="002745E1">
      <w:pPr>
        <w:pStyle w:val="libNormal"/>
        <w:rPr>
          <w:rtl/>
        </w:rPr>
      </w:pPr>
      <w:r>
        <w:rPr>
          <w:rFonts w:hint="eastAsia"/>
          <w:rtl/>
        </w:rPr>
        <w:t>سازش</w:t>
      </w:r>
      <w:r>
        <w:rPr>
          <w:rtl/>
        </w:rPr>
        <w:t xml:space="preserve"> كرنے والے:</w:t>
      </w:r>
      <w:r>
        <w:rPr>
          <w:rFonts w:hint="eastAsia"/>
          <w:rtl/>
        </w:rPr>
        <w:t>سازش</w:t>
      </w:r>
      <w:r>
        <w:rPr>
          <w:rtl/>
        </w:rPr>
        <w:t xml:space="preserve"> كرنے والو</w:t>
      </w:r>
      <w:r w:rsidR="00083993">
        <w:rPr>
          <w:rtl/>
        </w:rPr>
        <w:t xml:space="preserve">ں </w:t>
      </w:r>
      <w:r>
        <w:rPr>
          <w:rtl/>
        </w:rPr>
        <w:t>كى تدريجى ہلاكت 8</w:t>
      </w:r>
    </w:p>
    <w:p w:rsidR="001F628F" w:rsidRDefault="001F628F" w:rsidP="002745E1">
      <w:pPr>
        <w:pStyle w:val="libNormal"/>
        <w:rPr>
          <w:rtl/>
        </w:rPr>
      </w:pPr>
      <w:r>
        <w:rPr>
          <w:rFonts w:hint="eastAsia"/>
          <w:rtl/>
        </w:rPr>
        <w:t>عذاب</w:t>
      </w:r>
      <w:r>
        <w:rPr>
          <w:rtl/>
        </w:rPr>
        <w:t>:</w:t>
      </w:r>
      <w:r>
        <w:rPr>
          <w:rFonts w:hint="eastAsia"/>
          <w:rtl/>
        </w:rPr>
        <w:t>دنياوى</w:t>
      </w:r>
      <w:r>
        <w:rPr>
          <w:rtl/>
        </w:rPr>
        <w:t xml:space="preserve"> عذاب 4;عذاب سے باقى بچ جانے والو</w:t>
      </w:r>
      <w:r w:rsidR="00083993">
        <w:rPr>
          <w:rtl/>
        </w:rPr>
        <w:t xml:space="preserve">ں </w:t>
      </w:r>
      <w:r>
        <w:rPr>
          <w:rtl/>
        </w:rPr>
        <w:t>كا خوف4</w:t>
      </w:r>
    </w:p>
    <w:p w:rsidR="001F628F" w:rsidRDefault="001F628F" w:rsidP="002745E1">
      <w:pPr>
        <w:pStyle w:val="libNormal"/>
        <w:rPr>
          <w:rtl/>
        </w:rPr>
      </w:pPr>
      <w:r>
        <w:rPr>
          <w:rFonts w:hint="eastAsia"/>
          <w:rtl/>
        </w:rPr>
        <w:t>مؤمنين</w:t>
      </w:r>
      <w:r>
        <w:rPr>
          <w:rtl/>
        </w:rPr>
        <w:t>:</w:t>
      </w:r>
      <w:r>
        <w:rPr>
          <w:rFonts w:hint="eastAsia"/>
          <w:rtl/>
        </w:rPr>
        <w:t>مؤمنين</w:t>
      </w:r>
      <w:r>
        <w:rPr>
          <w:rtl/>
        </w:rPr>
        <w:t xml:space="preserve"> پر رحمت7</w:t>
      </w:r>
    </w:p>
    <w:p w:rsidR="001F628F" w:rsidRDefault="001F628F" w:rsidP="002745E1">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 xml:space="preserve">كاخوف1; حضرت محمد </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كو انذار 1،3،7;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كى تدريجى ہلاكت 3;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كى ہلاكت 1; حضرت محمد</w:t>
      </w:r>
      <w:r w:rsidR="00F031CD" w:rsidRPr="00F031CD">
        <w:rPr>
          <w:rStyle w:val="libAlaemChar"/>
          <w:rtl/>
        </w:rPr>
        <w:t xml:space="preserve"> صلى‌الله‌عليه‌وآله‌وسلم </w:t>
      </w:r>
      <w:r>
        <w:rPr>
          <w:rtl/>
        </w:rPr>
        <w:t xml:space="preserve"> كے دشمنو</w:t>
      </w:r>
      <w:r w:rsidR="00083993">
        <w:rPr>
          <w:rtl/>
        </w:rPr>
        <w:t xml:space="preserve">ں </w:t>
      </w:r>
      <w:r>
        <w:rPr>
          <w:rtl/>
        </w:rPr>
        <w:t>كے ليے دنياوى عذاب9</w:t>
      </w:r>
    </w:p>
    <w:p w:rsidR="002745E1" w:rsidRDefault="001E7F9D" w:rsidP="00F73EDE">
      <w:pPr>
        <w:pStyle w:val="libPoemTini"/>
        <w:rPr>
          <w:rtl/>
        </w:rPr>
      </w:pPr>
      <w:r>
        <w:rPr>
          <w:rtl/>
        </w:rPr>
        <w:br w:type="page"/>
      </w:r>
    </w:p>
    <w:p w:rsidR="002745E1" w:rsidRPr="00120F63" w:rsidRDefault="002745E1" w:rsidP="002745E1">
      <w:pPr>
        <w:pStyle w:val="Heading2Center"/>
        <w:rPr>
          <w:rtl/>
        </w:rPr>
      </w:pPr>
      <w:bookmarkStart w:id="194" w:name="_Toc28081872"/>
      <w:r>
        <w:rPr>
          <w:rFonts w:hint="cs"/>
          <w:rtl/>
        </w:rPr>
        <w:lastRenderedPageBreak/>
        <w:t>آیت 4</w:t>
      </w:r>
      <w:r w:rsidRPr="00120F63">
        <w:rPr>
          <w:rFonts w:hint="cs"/>
          <w:rtl/>
        </w:rPr>
        <w:t>8</w:t>
      </w:r>
      <w:bookmarkEnd w:id="194"/>
    </w:p>
    <w:p w:rsidR="001F628F" w:rsidRDefault="00E260F9" w:rsidP="002745E1">
      <w:pPr>
        <w:pStyle w:val="libNormal"/>
        <w:rPr>
          <w:rtl/>
        </w:rPr>
      </w:pPr>
      <w:r w:rsidRPr="00E260F9">
        <w:rPr>
          <w:rStyle w:val="libAlaemChar"/>
          <w:rFonts w:hint="eastAsia"/>
          <w:rtl/>
        </w:rPr>
        <w:t>(</w:t>
      </w:r>
      <w:r w:rsidRPr="002745E1">
        <w:rPr>
          <w:rStyle w:val="libAieChar"/>
          <w:rFonts w:hint="eastAsia"/>
          <w:rtl/>
        </w:rPr>
        <w:t>أَوَ</w:t>
      </w:r>
      <w:r w:rsidRPr="002745E1">
        <w:rPr>
          <w:rStyle w:val="libAieChar"/>
          <w:rtl/>
        </w:rPr>
        <w:t xml:space="preserve"> لَمْ يَرَوْاْ إِلَى مَا خَلَقَ اللّهُ مِن شَيْءٍ يَتَفَيَّأُ ظِلاَلُهُ عَنِ الْيَمِينِ وَالْشَّمَآئِلِ سُجَّداً لِلّهِ وَهُمْ دَاخِرُونَ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ان لوگو</w:t>
      </w:r>
      <w:r w:rsidR="00083993">
        <w:rPr>
          <w:rtl/>
        </w:rPr>
        <w:t xml:space="preserve">ں </w:t>
      </w:r>
      <w:r>
        <w:rPr>
          <w:rtl/>
        </w:rPr>
        <w:t>نے ان مخلوقات كو نہي</w:t>
      </w:r>
      <w:r w:rsidR="00083993">
        <w:rPr>
          <w:rtl/>
        </w:rPr>
        <w:t xml:space="preserve">ں </w:t>
      </w:r>
      <w:r>
        <w:rPr>
          <w:rtl/>
        </w:rPr>
        <w:t>ديكھا ہے جن كا سايہ داہنے بائي</w:t>
      </w:r>
      <w:r w:rsidR="00083993">
        <w:rPr>
          <w:rtl/>
        </w:rPr>
        <w:t xml:space="preserve">ں </w:t>
      </w:r>
      <w:r>
        <w:rPr>
          <w:rtl/>
        </w:rPr>
        <w:t>پلٹتا رہتا ہے كہ سب اس كى بارگاہ مي</w:t>
      </w:r>
      <w:r w:rsidR="00083993">
        <w:rPr>
          <w:rtl/>
        </w:rPr>
        <w:t xml:space="preserve">ں </w:t>
      </w:r>
      <w:r>
        <w:rPr>
          <w:rtl/>
        </w:rPr>
        <w:t>تواضع و انكسار كے ساتھ سجدہ ريز ہي</w:t>
      </w:r>
      <w:r w:rsidR="00083993">
        <w:rPr>
          <w:rtl/>
        </w:rPr>
        <w:t xml:space="preserve">ں </w:t>
      </w:r>
      <w:r>
        <w:rPr>
          <w:rtl/>
        </w:rPr>
        <w:t>_</w:t>
      </w:r>
    </w:p>
    <w:p w:rsidR="001F628F" w:rsidRDefault="001F628F" w:rsidP="001F628F">
      <w:pPr>
        <w:pStyle w:val="libNormal"/>
        <w:rPr>
          <w:rtl/>
        </w:rPr>
      </w:pPr>
      <w:r>
        <w:rPr>
          <w:rtl/>
        </w:rPr>
        <w:t>1_ خداوند عالم نے انسانو</w:t>
      </w:r>
      <w:r w:rsidR="00083993">
        <w:rPr>
          <w:rtl/>
        </w:rPr>
        <w:t xml:space="preserve">ں </w:t>
      </w:r>
      <w:r>
        <w:rPr>
          <w:rtl/>
        </w:rPr>
        <w:t>كو مادى موجودات اور ان كے سايہ كى گردش مي</w:t>
      </w:r>
      <w:r w:rsidR="00083993">
        <w:rPr>
          <w:rtl/>
        </w:rPr>
        <w:t xml:space="preserve">ں </w:t>
      </w:r>
      <w:r>
        <w:rPr>
          <w:rtl/>
        </w:rPr>
        <w:t>دقت اور مطالعہ كى دعوت دى ہے_</w:t>
      </w:r>
    </w:p>
    <w:p w:rsidR="001F628F" w:rsidRDefault="001F628F" w:rsidP="002745E1">
      <w:pPr>
        <w:pStyle w:val="libArabic"/>
        <w:rPr>
          <w:rtl/>
        </w:rPr>
      </w:pPr>
      <w:r>
        <w:rPr>
          <w:rFonts w:hint="eastAsia"/>
          <w:rtl/>
        </w:rPr>
        <w:t>أولم</w:t>
      </w:r>
      <w:r>
        <w:rPr>
          <w:rtl/>
        </w:rPr>
        <w:t xml:space="preserve"> يروا الى ماخلق اللّ</w:t>
      </w:r>
      <w:r w:rsidR="00120F63" w:rsidRPr="00ED5DE8">
        <w:rPr>
          <w:rFonts w:hint="cs"/>
          <w:rtl/>
        </w:rPr>
        <w:t>ه</w:t>
      </w:r>
      <w:r>
        <w:rPr>
          <w:rtl/>
        </w:rPr>
        <w:t xml:space="preserve"> </w:t>
      </w:r>
      <w:r>
        <w:rPr>
          <w:rFonts w:hint="cs"/>
          <w:rtl/>
        </w:rPr>
        <w:t>من</w:t>
      </w:r>
      <w:r>
        <w:rPr>
          <w:rtl/>
        </w:rPr>
        <w:t xml:space="preserve"> </w:t>
      </w:r>
      <w:r>
        <w:rPr>
          <w:rFonts w:hint="cs"/>
          <w:rtl/>
        </w:rPr>
        <w:t>شى</w:t>
      </w:r>
      <w:r>
        <w:rPr>
          <w:rtl/>
        </w:rPr>
        <w:t xml:space="preserve"> </w:t>
      </w:r>
      <w:r>
        <w:rPr>
          <w:rFonts w:hint="cs"/>
          <w:rtl/>
        </w:rPr>
        <w:t>يتفيّوا</w:t>
      </w:r>
      <w:r>
        <w:rPr>
          <w:rtl/>
        </w:rPr>
        <w:t xml:space="preserve"> </w:t>
      </w:r>
      <w:r>
        <w:rPr>
          <w:rFonts w:hint="cs"/>
          <w:rtl/>
        </w:rPr>
        <w:t>ظلال</w:t>
      </w:r>
      <w:r w:rsidR="00120F63" w:rsidRPr="00ED5DE8">
        <w:rPr>
          <w:rFonts w:hint="cs"/>
          <w:rtl/>
        </w:rPr>
        <w:t>ه</w:t>
      </w:r>
      <w:r>
        <w:rPr>
          <w:rtl/>
        </w:rPr>
        <w:t xml:space="preserve"> </w:t>
      </w:r>
      <w:r>
        <w:rPr>
          <w:rFonts w:hint="cs"/>
          <w:rtl/>
        </w:rPr>
        <w:t>عن</w:t>
      </w:r>
      <w:r>
        <w:rPr>
          <w:rtl/>
        </w:rPr>
        <w:t xml:space="preserve"> </w:t>
      </w:r>
      <w:r>
        <w:rPr>
          <w:rFonts w:hint="cs"/>
          <w:rtl/>
        </w:rPr>
        <w:t>اليمين</w:t>
      </w:r>
      <w:r>
        <w:rPr>
          <w:rtl/>
        </w:rPr>
        <w:t xml:space="preserve"> </w:t>
      </w:r>
      <w:r>
        <w:rPr>
          <w:rFonts w:hint="cs"/>
          <w:rtl/>
        </w:rPr>
        <w:t>و</w:t>
      </w:r>
      <w:r>
        <w:rPr>
          <w:rtl/>
        </w:rPr>
        <w:t xml:space="preserve"> </w:t>
      </w:r>
      <w:r>
        <w:rPr>
          <w:rFonts w:hint="cs"/>
          <w:rtl/>
        </w:rPr>
        <w:t>ا</w:t>
      </w:r>
      <w:r>
        <w:rPr>
          <w:rtl/>
        </w:rPr>
        <w:t>لشمائل</w:t>
      </w:r>
    </w:p>
    <w:p w:rsidR="001F628F" w:rsidRDefault="001F628F" w:rsidP="001F628F">
      <w:pPr>
        <w:pStyle w:val="libNormal"/>
        <w:rPr>
          <w:rtl/>
        </w:rPr>
      </w:pPr>
      <w:r>
        <w:rPr>
          <w:rFonts w:hint="eastAsia"/>
          <w:rtl/>
        </w:rPr>
        <w:t>مذكورہ</w:t>
      </w:r>
      <w:r>
        <w:rPr>
          <w:rtl/>
        </w:rPr>
        <w:t xml:space="preserve"> مطلب درج ذيل نكات پر موقوف ہے _1_فعل''راي''جب ''الي'' كے ساتھ متصل ہو تو اس مي</w:t>
      </w:r>
      <w:r w:rsidR="00083993">
        <w:rPr>
          <w:rtl/>
        </w:rPr>
        <w:t xml:space="preserve">ں </w:t>
      </w:r>
      <w:r>
        <w:rPr>
          <w:rtl/>
        </w:rPr>
        <w:t>''نظر '' كا معنى متضمن ہوتا ہے اور لغت مي</w:t>
      </w:r>
      <w:r w:rsidR="00083993">
        <w:rPr>
          <w:rtl/>
        </w:rPr>
        <w:t xml:space="preserve">ں </w:t>
      </w:r>
      <w:r>
        <w:rPr>
          <w:rtl/>
        </w:rPr>
        <w:t>''نظر'' كا معنى كسى چيز مي</w:t>
      </w:r>
      <w:r w:rsidR="00083993">
        <w:rPr>
          <w:rtl/>
        </w:rPr>
        <w:t xml:space="preserve">ں </w:t>
      </w:r>
      <w:r>
        <w:rPr>
          <w:rtl/>
        </w:rPr>
        <w:t>نگاہ كے ذريعہ تامّل كرنا ہے _2_ آيت مي</w:t>
      </w:r>
      <w:r w:rsidR="00083993">
        <w:rPr>
          <w:rtl/>
        </w:rPr>
        <w:t xml:space="preserve">ں </w:t>
      </w:r>
      <w:r>
        <w:rPr>
          <w:rtl/>
        </w:rPr>
        <w:t>''يروا'' كى ضمير كے مرجع كے بارے مي</w:t>
      </w:r>
      <w:r w:rsidR="00083993">
        <w:rPr>
          <w:rtl/>
        </w:rPr>
        <w:t xml:space="preserve">ں </w:t>
      </w:r>
      <w:r>
        <w:rPr>
          <w:rtl/>
        </w:rPr>
        <w:t>احتمال ہے كہ وہ ''الن</w:t>
      </w:r>
      <w:r>
        <w:rPr>
          <w:rFonts w:hint="eastAsia"/>
          <w:rtl/>
        </w:rPr>
        <w:t>اس</w:t>
      </w:r>
      <w:r>
        <w:rPr>
          <w:rtl/>
        </w:rPr>
        <w:t>'' ہو _ 3_ ہمزہ استفہام انكار تو بيخى ہے اور اس كا نتيجہ مطالعہ كى دعوت ہے _</w:t>
      </w:r>
    </w:p>
    <w:p w:rsidR="001F628F" w:rsidRDefault="001F628F" w:rsidP="001F628F">
      <w:pPr>
        <w:pStyle w:val="libNormal"/>
        <w:rPr>
          <w:rtl/>
        </w:rPr>
      </w:pPr>
      <w:r>
        <w:rPr>
          <w:rtl/>
        </w:rPr>
        <w:t>2_خداوند عالم نے مشركين كو مادى موجودات اور ان كے سايہ كى گردش مي</w:t>
      </w:r>
      <w:r w:rsidR="00083993">
        <w:rPr>
          <w:rtl/>
        </w:rPr>
        <w:t xml:space="preserve">ں </w:t>
      </w:r>
      <w:r>
        <w:rPr>
          <w:rtl/>
        </w:rPr>
        <w:t>دقت اور مطالعہ كى دعوت دى ہے_</w:t>
      </w:r>
    </w:p>
    <w:p w:rsidR="001F628F" w:rsidRDefault="001F628F" w:rsidP="002745E1">
      <w:pPr>
        <w:pStyle w:val="libArabic"/>
        <w:rPr>
          <w:rtl/>
        </w:rPr>
      </w:pPr>
      <w:r>
        <w:rPr>
          <w:rFonts w:hint="eastAsia"/>
          <w:rtl/>
        </w:rPr>
        <w:t>أولم</w:t>
      </w:r>
      <w:r>
        <w:rPr>
          <w:rtl/>
        </w:rPr>
        <w:t xml:space="preserve"> يروا الى ما خلق اللّ</w:t>
      </w:r>
      <w:r w:rsidR="00120F63" w:rsidRPr="00ED5DE8">
        <w:rPr>
          <w:rFonts w:hint="cs"/>
          <w:rtl/>
        </w:rPr>
        <w:t>ه</w:t>
      </w:r>
      <w:r>
        <w:rPr>
          <w:rtl/>
        </w:rPr>
        <w:t xml:space="preserve"> </w:t>
      </w:r>
      <w:r>
        <w:rPr>
          <w:rFonts w:hint="cs"/>
          <w:rtl/>
        </w:rPr>
        <w:t>من</w:t>
      </w:r>
      <w:r>
        <w:rPr>
          <w:rtl/>
        </w:rPr>
        <w:t xml:space="preserve"> </w:t>
      </w:r>
      <w:r>
        <w:rPr>
          <w:rFonts w:hint="cs"/>
          <w:rtl/>
        </w:rPr>
        <w:t>شى</w:t>
      </w:r>
      <w:r>
        <w:rPr>
          <w:rtl/>
        </w:rPr>
        <w:t xml:space="preserve"> </w:t>
      </w:r>
      <w:r>
        <w:rPr>
          <w:rFonts w:hint="cs"/>
          <w:rtl/>
        </w:rPr>
        <w:t>يتفّيوا</w:t>
      </w:r>
      <w:r>
        <w:rPr>
          <w:rtl/>
        </w:rPr>
        <w:t xml:space="preserve"> ظلال</w:t>
      </w:r>
      <w:r w:rsidR="00120F63" w:rsidRPr="00ED5DE8">
        <w:rPr>
          <w:rFonts w:hint="cs"/>
          <w:rtl/>
        </w:rPr>
        <w:t>ه</w:t>
      </w:r>
    </w:p>
    <w:p w:rsidR="001F628F" w:rsidRDefault="001F628F" w:rsidP="001F628F">
      <w:pPr>
        <w:pStyle w:val="libNormal"/>
        <w:rPr>
          <w:rtl/>
        </w:rPr>
      </w:pPr>
      <w:r>
        <w:rPr>
          <w:rFonts w:hint="eastAsia"/>
          <w:rtl/>
        </w:rPr>
        <w:t>اس</w:t>
      </w:r>
      <w:r>
        <w:rPr>
          <w:rtl/>
        </w:rPr>
        <w:t xml:space="preserve"> مطلب مي</w:t>
      </w:r>
      <w:r w:rsidR="00083993">
        <w:rPr>
          <w:rtl/>
        </w:rPr>
        <w:t xml:space="preserve">ں </w:t>
      </w:r>
      <w:r>
        <w:rPr>
          <w:rtl/>
        </w:rPr>
        <w:t>''يروا'' كى ضمير كا مرجع مشركين ہے كہ جن كے بارے مي</w:t>
      </w:r>
      <w:r w:rsidR="00083993">
        <w:rPr>
          <w:rtl/>
        </w:rPr>
        <w:t xml:space="preserve">ں </w:t>
      </w:r>
      <w:r>
        <w:rPr>
          <w:rtl/>
        </w:rPr>
        <w:t>ما قبل آيات مي</w:t>
      </w:r>
      <w:r w:rsidR="00083993">
        <w:rPr>
          <w:rtl/>
        </w:rPr>
        <w:t xml:space="preserve">ں </w:t>
      </w:r>
      <w:r>
        <w:rPr>
          <w:rtl/>
        </w:rPr>
        <w:t>گفتگو ہوئي ہے_</w:t>
      </w:r>
    </w:p>
    <w:p w:rsidR="001F628F" w:rsidRDefault="001F628F" w:rsidP="001F628F">
      <w:pPr>
        <w:pStyle w:val="libNormal"/>
        <w:rPr>
          <w:rtl/>
        </w:rPr>
      </w:pPr>
      <w:r>
        <w:rPr>
          <w:rtl/>
        </w:rPr>
        <w:t>3_ خداوند عالم نے نظام شمسى كے حركات و آثار مي</w:t>
      </w:r>
      <w:r w:rsidR="00083993">
        <w:rPr>
          <w:rtl/>
        </w:rPr>
        <w:t xml:space="preserve">ں </w:t>
      </w:r>
      <w:r>
        <w:rPr>
          <w:rtl/>
        </w:rPr>
        <w:t>دقت اور مطالعہ كى دعوت دى ہے_</w:t>
      </w:r>
    </w:p>
    <w:p w:rsidR="001F628F" w:rsidRDefault="001F628F" w:rsidP="002745E1">
      <w:pPr>
        <w:pStyle w:val="libArabic"/>
        <w:rPr>
          <w:rtl/>
        </w:rPr>
      </w:pPr>
      <w:r>
        <w:rPr>
          <w:rFonts w:hint="eastAsia"/>
          <w:rtl/>
        </w:rPr>
        <w:t>أولم</w:t>
      </w:r>
      <w:r>
        <w:rPr>
          <w:rtl/>
        </w:rPr>
        <w:t xml:space="preserve"> يروا الى ما خلق اللّ</w:t>
      </w:r>
      <w:r w:rsidR="00120F63" w:rsidRPr="00ED5DE8">
        <w:rPr>
          <w:rFonts w:hint="cs"/>
          <w:rtl/>
        </w:rPr>
        <w:t>ه</w:t>
      </w:r>
      <w:r>
        <w:rPr>
          <w:rtl/>
        </w:rPr>
        <w:t xml:space="preserve"> </w:t>
      </w:r>
      <w:r>
        <w:rPr>
          <w:rFonts w:hint="cs"/>
          <w:rtl/>
        </w:rPr>
        <w:t>من</w:t>
      </w:r>
      <w:r>
        <w:rPr>
          <w:rtl/>
        </w:rPr>
        <w:t xml:space="preserve"> </w:t>
      </w:r>
      <w:r>
        <w:rPr>
          <w:rFonts w:hint="cs"/>
          <w:rtl/>
        </w:rPr>
        <w:t>شيء</w:t>
      </w:r>
      <w:r>
        <w:rPr>
          <w:rtl/>
        </w:rPr>
        <w:t xml:space="preserve"> </w:t>
      </w:r>
      <w:r>
        <w:rPr>
          <w:rFonts w:hint="cs"/>
          <w:rtl/>
        </w:rPr>
        <w:t>يتفيّوا</w:t>
      </w:r>
      <w:r>
        <w:rPr>
          <w:rtl/>
        </w:rPr>
        <w:t xml:space="preserve"> </w:t>
      </w:r>
      <w:r>
        <w:rPr>
          <w:rFonts w:hint="cs"/>
          <w:rtl/>
        </w:rPr>
        <w:t>ظلال</w:t>
      </w:r>
      <w:r w:rsidR="00120F63" w:rsidRPr="00ED5DE8">
        <w:rPr>
          <w:rFonts w:hint="cs"/>
          <w:rtl/>
        </w:rPr>
        <w:t>ه</w:t>
      </w:r>
      <w:r>
        <w:rPr>
          <w:rtl/>
        </w:rPr>
        <w:t xml:space="preserve"> </w:t>
      </w:r>
      <w:r>
        <w:rPr>
          <w:rFonts w:hint="cs"/>
          <w:rtl/>
        </w:rPr>
        <w:t>من</w:t>
      </w:r>
      <w:r>
        <w:rPr>
          <w:rtl/>
        </w:rPr>
        <w:t xml:space="preserve"> </w:t>
      </w:r>
      <w:r>
        <w:rPr>
          <w:rFonts w:hint="cs"/>
          <w:rtl/>
        </w:rPr>
        <w:t>اليمين</w:t>
      </w:r>
      <w:r>
        <w:rPr>
          <w:rtl/>
        </w:rPr>
        <w:t xml:space="preserve"> </w:t>
      </w:r>
      <w:r>
        <w:rPr>
          <w:rFonts w:hint="cs"/>
          <w:rtl/>
        </w:rPr>
        <w:t>وا</w:t>
      </w:r>
      <w:r>
        <w:rPr>
          <w:rtl/>
        </w:rPr>
        <w:t>لشمائل</w:t>
      </w:r>
    </w:p>
    <w:p w:rsidR="001F628F" w:rsidRDefault="001F628F" w:rsidP="001F628F">
      <w:pPr>
        <w:pStyle w:val="libNormal"/>
        <w:rPr>
          <w:rtl/>
        </w:rPr>
      </w:pPr>
      <w:r>
        <w:rPr>
          <w:rFonts w:hint="eastAsia"/>
          <w:rtl/>
        </w:rPr>
        <w:t>مادى</w:t>
      </w:r>
      <w:r>
        <w:rPr>
          <w:rtl/>
        </w:rPr>
        <w:t xml:space="preserve"> موجودات كے سايو</w:t>
      </w:r>
      <w:r w:rsidR="00083993">
        <w:rPr>
          <w:rtl/>
        </w:rPr>
        <w:t xml:space="preserve">ں </w:t>
      </w:r>
      <w:r>
        <w:rPr>
          <w:rtl/>
        </w:rPr>
        <w:t>مي</w:t>
      </w:r>
      <w:r w:rsidR="00083993">
        <w:rPr>
          <w:rtl/>
        </w:rPr>
        <w:t xml:space="preserve">ں </w:t>
      </w:r>
      <w:r>
        <w:rPr>
          <w:rtl/>
        </w:rPr>
        <w:t>دقيق نگاہ كى دعوت دنيا، ممكن ہے نظام شمسى مي</w:t>
      </w:r>
      <w:r w:rsidR="00083993">
        <w:rPr>
          <w:rtl/>
        </w:rPr>
        <w:t xml:space="preserve">ں </w:t>
      </w:r>
      <w:r>
        <w:rPr>
          <w:rtl/>
        </w:rPr>
        <w:t>مطالعہ كى طرف اشارہ ہو كيونكہ اجسام كے سايہ كى گردش كى علت خود اجسام نہي</w:t>
      </w:r>
      <w:r w:rsidR="00083993">
        <w:rPr>
          <w:rtl/>
        </w:rPr>
        <w:t xml:space="preserve">ں </w:t>
      </w:r>
      <w:r>
        <w:rPr>
          <w:rtl/>
        </w:rPr>
        <w:t>ہي</w:t>
      </w:r>
      <w:r w:rsidR="00083993">
        <w:rPr>
          <w:rtl/>
        </w:rPr>
        <w:t xml:space="preserve">ں </w:t>
      </w:r>
      <w:r>
        <w:rPr>
          <w:rtl/>
        </w:rPr>
        <w:t>بلكہ نظام شمسى كے طلوع و غروب اور گردش كا نتيجہ ہے_</w:t>
      </w:r>
    </w:p>
    <w:p w:rsidR="001F628F" w:rsidRDefault="001F628F" w:rsidP="001F628F">
      <w:pPr>
        <w:pStyle w:val="libNormal"/>
        <w:rPr>
          <w:rtl/>
        </w:rPr>
      </w:pPr>
      <w:r>
        <w:rPr>
          <w:rtl/>
        </w:rPr>
        <w:t>4_انسانو</w:t>
      </w:r>
      <w:r w:rsidR="00083993">
        <w:rPr>
          <w:rtl/>
        </w:rPr>
        <w:t xml:space="preserve">ں </w:t>
      </w:r>
      <w:r>
        <w:rPr>
          <w:rtl/>
        </w:rPr>
        <w:t>كو چاہيے كہ وہ مادى موجودات اور ان كے</w:t>
      </w:r>
    </w:p>
    <w:p w:rsidR="002745E1" w:rsidRDefault="001E7F9D" w:rsidP="00F73EDE">
      <w:pPr>
        <w:pStyle w:val="libPoemTini"/>
        <w:rPr>
          <w:rtl/>
        </w:rPr>
      </w:pPr>
      <w:r>
        <w:rPr>
          <w:rtl/>
        </w:rPr>
        <w:cr/>
      </w:r>
      <w:r>
        <w:rPr>
          <w:rtl/>
        </w:rPr>
        <w:br w:type="page"/>
      </w:r>
    </w:p>
    <w:p w:rsidR="001F628F" w:rsidRDefault="001F628F" w:rsidP="002745E1">
      <w:pPr>
        <w:pStyle w:val="libNormal"/>
        <w:rPr>
          <w:rtl/>
        </w:rPr>
      </w:pPr>
      <w:r>
        <w:rPr>
          <w:rFonts w:hint="eastAsia"/>
          <w:rtl/>
        </w:rPr>
        <w:lastRenderedPageBreak/>
        <w:t>تحولات</w:t>
      </w:r>
      <w:r>
        <w:rPr>
          <w:rtl/>
        </w:rPr>
        <w:t xml:space="preserve"> كا مشاہدہ كرنے كے ذريعہ ان كے بارے مي</w:t>
      </w:r>
      <w:r w:rsidR="00083993">
        <w:rPr>
          <w:rtl/>
        </w:rPr>
        <w:t xml:space="preserve">ں </w:t>
      </w:r>
      <w:r>
        <w:rPr>
          <w:rtl/>
        </w:rPr>
        <w:t>دقيق مطالعہ كري</w:t>
      </w:r>
      <w:r w:rsidR="00083993">
        <w:rPr>
          <w:rtl/>
        </w:rPr>
        <w:t xml:space="preserve">ں </w:t>
      </w:r>
      <w:r>
        <w:rPr>
          <w:rtl/>
        </w:rPr>
        <w:t>_</w:t>
      </w:r>
    </w:p>
    <w:p w:rsidR="001F628F" w:rsidRDefault="001F628F" w:rsidP="002745E1">
      <w:pPr>
        <w:pStyle w:val="libArabic"/>
        <w:rPr>
          <w:rtl/>
        </w:rPr>
      </w:pPr>
      <w:r>
        <w:rPr>
          <w:rFonts w:hint="eastAsia"/>
          <w:rtl/>
        </w:rPr>
        <w:t>ا</w:t>
      </w:r>
      <w:r>
        <w:rPr>
          <w:rtl/>
        </w:rPr>
        <w:t xml:space="preserve"> ولم يروا الى ما خلق اللّ</w:t>
      </w:r>
      <w:r w:rsidR="00120F63" w:rsidRPr="00ED5DE8">
        <w:rPr>
          <w:rFonts w:hint="cs"/>
          <w:rtl/>
        </w:rPr>
        <w:t>ه</w:t>
      </w:r>
      <w:r>
        <w:rPr>
          <w:rtl/>
        </w:rPr>
        <w:t xml:space="preserve"> </w:t>
      </w:r>
      <w:r>
        <w:rPr>
          <w:rFonts w:hint="cs"/>
          <w:rtl/>
        </w:rPr>
        <w:t>من</w:t>
      </w:r>
      <w:r>
        <w:rPr>
          <w:rtl/>
        </w:rPr>
        <w:t xml:space="preserve"> </w:t>
      </w:r>
      <w:r>
        <w:rPr>
          <w:rFonts w:hint="cs"/>
          <w:rtl/>
        </w:rPr>
        <w:t>ش</w:t>
      </w:r>
      <w:r>
        <w:rPr>
          <w:rtl/>
        </w:rPr>
        <w:t>ى يتفيّوا ظلال</w:t>
      </w:r>
      <w:r w:rsidR="00120F63" w:rsidRPr="00ED5DE8">
        <w:rPr>
          <w:rFonts w:hint="cs"/>
          <w:rtl/>
        </w:rPr>
        <w:t>ه</w:t>
      </w:r>
      <w:r>
        <w:rPr>
          <w:rtl/>
        </w:rPr>
        <w:t xml:space="preserve"> </w:t>
      </w:r>
      <w:r>
        <w:rPr>
          <w:rFonts w:hint="cs"/>
          <w:rtl/>
        </w:rPr>
        <w:t>من</w:t>
      </w:r>
      <w:r>
        <w:rPr>
          <w:rtl/>
        </w:rPr>
        <w:t xml:space="preserve"> </w:t>
      </w:r>
      <w:r>
        <w:rPr>
          <w:rFonts w:hint="cs"/>
          <w:rtl/>
        </w:rPr>
        <w:t>اليمين</w:t>
      </w:r>
      <w:r>
        <w:rPr>
          <w:rtl/>
        </w:rPr>
        <w:t xml:space="preserve"> </w:t>
      </w:r>
      <w:r>
        <w:rPr>
          <w:rFonts w:hint="cs"/>
          <w:rtl/>
        </w:rPr>
        <w:t>وا</w:t>
      </w:r>
      <w:r>
        <w:rPr>
          <w:rtl/>
        </w:rPr>
        <w:t>لشمائل</w:t>
      </w:r>
    </w:p>
    <w:p w:rsidR="001F628F" w:rsidRDefault="001F628F" w:rsidP="001F628F">
      <w:pPr>
        <w:pStyle w:val="libNormal"/>
        <w:rPr>
          <w:rtl/>
        </w:rPr>
      </w:pPr>
      <w:r>
        <w:rPr>
          <w:rtl/>
        </w:rPr>
        <w:t>''ا ولم يروا''مي</w:t>
      </w:r>
      <w:r w:rsidR="00083993">
        <w:rPr>
          <w:rtl/>
        </w:rPr>
        <w:t xml:space="preserve">ں </w:t>
      </w:r>
      <w:r>
        <w:rPr>
          <w:rtl/>
        </w:rPr>
        <w:t>ہمزہ ، توبيخى ہے اور 'راي'' كا معنى ديكھنا ہے چونكہ خداوند عالم نے لوگو</w:t>
      </w:r>
      <w:r w:rsidR="00083993">
        <w:rPr>
          <w:rtl/>
        </w:rPr>
        <w:t xml:space="preserve">ں </w:t>
      </w:r>
      <w:r>
        <w:rPr>
          <w:rtl/>
        </w:rPr>
        <w:t>كو مادى اشياء كو نہ ديكھنے كى وجہ سے مورد سرزنش قرار ديا ہے لہذا يقيناً ان كى طرف نہ ديكھنے سے مراد ، نگاہ نہ كرنا نہي</w:t>
      </w:r>
      <w:r w:rsidR="00083993">
        <w:rPr>
          <w:rtl/>
        </w:rPr>
        <w:t xml:space="preserve">ں </w:t>
      </w:r>
      <w:r>
        <w:rPr>
          <w:rtl/>
        </w:rPr>
        <w:t>ہے چونكہ لوگ مادى اشياء كو ديكھتے ہي</w:t>
      </w:r>
      <w:r w:rsidR="00083993">
        <w:rPr>
          <w:rtl/>
        </w:rPr>
        <w:t xml:space="preserve">ں </w:t>
      </w:r>
      <w:r>
        <w:rPr>
          <w:rtl/>
        </w:rPr>
        <w:t>لہذا لو</w:t>
      </w:r>
      <w:r>
        <w:rPr>
          <w:rFonts w:hint="eastAsia"/>
          <w:rtl/>
        </w:rPr>
        <w:t>گو</w:t>
      </w:r>
      <w:r w:rsidR="00083993">
        <w:rPr>
          <w:rFonts w:hint="eastAsia"/>
          <w:rtl/>
        </w:rPr>
        <w:t xml:space="preserve">ں </w:t>
      </w:r>
      <w:r>
        <w:rPr>
          <w:rtl/>
        </w:rPr>
        <w:t>كى سرزنش ، ان مادى موجودادت مي</w:t>
      </w:r>
      <w:r w:rsidR="00083993">
        <w:rPr>
          <w:rtl/>
        </w:rPr>
        <w:t xml:space="preserve">ں </w:t>
      </w:r>
      <w:r>
        <w:rPr>
          <w:rtl/>
        </w:rPr>
        <w:t>عميق نگاہ نہ كرنے كى وجہ سے ہے_</w:t>
      </w:r>
    </w:p>
    <w:p w:rsidR="001F628F" w:rsidRDefault="001F628F" w:rsidP="002745E1">
      <w:pPr>
        <w:pStyle w:val="libNormal"/>
        <w:rPr>
          <w:rtl/>
        </w:rPr>
      </w:pPr>
      <w:r>
        <w:rPr>
          <w:rtl/>
        </w:rPr>
        <w:t>5_ مادى موجودات اور ان كے سايہ كى پيدا</w:t>
      </w:r>
      <w:r w:rsidR="009F604A">
        <w:rPr>
          <w:rtl/>
        </w:rPr>
        <w:t>ئش</w:t>
      </w:r>
      <w:r>
        <w:rPr>
          <w:rtl/>
        </w:rPr>
        <w:t xml:space="preserve"> نيز دائي</w:t>
      </w:r>
      <w:r w:rsidR="00083993">
        <w:rPr>
          <w:rtl/>
        </w:rPr>
        <w:t xml:space="preserve">ں </w:t>
      </w:r>
      <w:r>
        <w:rPr>
          <w:rtl/>
        </w:rPr>
        <w:t>اوربائي</w:t>
      </w:r>
      <w:r w:rsidR="00083993">
        <w:rPr>
          <w:rtl/>
        </w:rPr>
        <w:t xml:space="preserve">ں </w:t>
      </w:r>
      <w:r>
        <w:rPr>
          <w:rtl/>
        </w:rPr>
        <w:t>طرف ان كى گردش ، خداوند عالم كى نشانيو</w:t>
      </w:r>
      <w:r w:rsidR="00083993">
        <w:rPr>
          <w:rtl/>
        </w:rPr>
        <w:t xml:space="preserve">ں </w:t>
      </w:r>
      <w:r>
        <w:rPr>
          <w:rtl/>
        </w:rPr>
        <w:t>مي</w:t>
      </w:r>
      <w:r w:rsidR="00083993">
        <w:rPr>
          <w:rtl/>
        </w:rPr>
        <w:t xml:space="preserve">ں </w:t>
      </w:r>
      <w:r>
        <w:rPr>
          <w:rtl/>
        </w:rPr>
        <w:t>سے ہے_</w:t>
      </w:r>
      <w:r w:rsidRPr="002745E1">
        <w:rPr>
          <w:rStyle w:val="libArabicChar"/>
          <w:rFonts w:hint="eastAsia"/>
          <w:rtl/>
        </w:rPr>
        <w:t>أولم</w:t>
      </w:r>
      <w:r w:rsidRPr="002745E1">
        <w:rPr>
          <w:rStyle w:val="libArabicChar"/>
          <w:rtl/>
        </w:rPr>
        <w:t xml:space="preserve"> يروا الى ما خلق الله من شى يتفيّوا ظلال</w:t>
      </w:r>
      <w:r w:rsidR="00120F63" w:rsidRPr="00B2551F">
        <w:rPr>
          <w:rStyle w:val="libArabicChar"/>
          <w:rFonts w:hint="cs"/>
          <w:rtl/>
        </w:rPr>
        <w:t>ه</w:t>
      </w:r>
      <w:r w:rsidRPr="002745E1">
        <w:rPr>
          <w:rStyle w:val="libArabicChar"/>
          <w:rtl/>
        </w:rPr>
        <w:t xml:space="preserve"> </w:t>
      </w:r>
      <w:r w:rsidRPr="002745E1">
        <w:rPr>
          <w:rStyle w:val="libArabicChar"/>
          <w:rFonts w:hint="cs"/>
          <w:rtl/>
        </w:rPr>
        <w:t>من</w:t>
      </w:r>
      <w:r w:rsidRPr="002745E1">
        <w:rPr>
          <w:rStyle w:val="libArabicChar"/>
          <w:rtl/>
        </w:rPr>
        <w:t xml:space="preserve"> </w:t>
      </w:r>
      <w:r w:rsidRPr="002745E1">
        <w:rPr>
          <w:rStyle w:val="libArabicChar"/>
          <w:rFonts w:hint="cs"/>
          <w:rtl/>
        </w:rPr>
        <w:t>اليمين</w:t>
      </w:r>
      <w:r w:rsidRPr="002745E1">
        <w:rPr>
          <w:rStyle w:val="libArabicChar"/>
          <w:rtl/>
        </w:rPr>
        <w:t xml:space="preserve"> </w:t>
      </w:r>
      <w:r w:rsidRPr="002745E1">
        <w:rPr>
          <w:rStyle w:val="libArabicChar"/>
          <w:rFonts w:hint="cs"/>
          <w:rtl/>
        </w:rPr>
        <w:t>وا</w:t>
      </w:r>
      <w:r w:rsidRPr="002745E1">
        <w:rPr>
          <w:rStyle w:val="libArabicChar"/>
          <w:rtl/>
        </w:rPr>
        <w:t>لشمائل</w:t>
      </w:r>
    </w:p>
    <w:p w:rsidR="001F628F" w:rsidRDefault="001F628F" w:rsidP="001F628F">
      <w:pPr>
        <w:pStyle w:val="libNormal"/>
        <w:rPr>
          <w:rtl/>
        </w:rPr>
      </w:pPr>
      <w:r>
        <w:rPr>
          <w:rFonts w:hint="eastAsia"/>
          <w:rtl/>
        </w:rPr>
        <w:t>اشياء</w:t>
      </w:r>
      <w:r>
        <w:rPr>
          <w:rtl/>
        </w:rPr>
        <w:t xml:space="preserve"> اور ان كے سايہ كى گردش مي</w:t>
      </w:r>
      <w:r w:rsidR="00083993">
        <w:rPr>
          <w:rtl/>
        </w:rPr>
        <w:t xml:space="preserve">ں </w:t>
      </w:r>
      <w:r>
        <w:rPr>
          <w:rtl/>
        </w:rPr>
        <w:t>عميق نگاہ نہ كرنے والو</w:t>
      </w:r>
      <w:r w:rsidR="00083993">
        <w:rPr>
          <w:rtl/>
        </w:rPr>
        <w:t xml:space="preserve">ں </w:t>
      </w:r>
      <w:r>
        <w:rPr>
          <w:rtl/>
        </w:rPr>
        <w:t>كى سرزنش، يقيناً خود ان كى وجہ سے نہي</w:t>
      </w:r>
      <w:r w:rsidR="00083993">
        <w:rPr>
          <w:rtl/>
        </w:rPr>
        <w:t xml:space="preserve">ں </w:t>
      </w:r>
      <w:r>
        <w:rPr>
          <w:rtl/>
        </w:rPr>
        <w:t>ہے بلكہ اس وجہ سے ہے كہ ان كى طرف نگاہ كے ذريعہ وہ خداوند عالم كو درك كرسكي</w:t>
      </w:r>
      <w:r w:rsidR="00083993">
        <w:rPr>
          <w:rtl/>
        </w:rPr>
        <w:t xml:space="preserve">ں </w:t>
      </w:r>
      <w:r>
        <w:rPr>
          <w:rtl/>
        </w:rPr>
        <w:t>_</w:t>
      </w:r>
    </w:p>
    <w:p w:rsidR="001F628F" w:rsidRDefault="001F628F" w:rsidP="001F628F">
      <w:pPr>
        <w:pStyle w:val="libNormal"/>
        <w:rPr>
          <w:rtl/>
        </w:rPr>
      </w:pPr>
      <w:r>
        <w:rPr>
          <w:rtl/>
        </w:rPr>
        <w:t>6_مادى موجودات مي</w:t>
      </w:r>
      <w:r w:rsidR="00083993">
        <w:rPr>
          <w:rtl/>
        </w:rPr>
        <w:t xml:space="preserve">ں </w:t>
      </w:r>
      <w:r>
        <w:rPr>
          <w:rtl/>
        </w:rPr>
        <w:t>عميق نگاہ نہ كرنے كى وجہ سے مشركين ، خداوند عالم كى مذمت كے مصداق ٹھہرے ہي</w:t>
      </w:r>
      <w:r w:rsidR="00083993">
        <w:rPr>
          <w:rtl/>
        </w:rPr>
        <w:t xml:space="preserve">ں </w:t>
      </w:r>
      <w:r>
        <w:rPr>
          <w:rtl/>
        </w:rPr>
        <w:t>_</w:t>
      </w:r>
    </w:p>
    <w:p w:rsidR="001F628F" w:rsidRDefault="001F628F" w:rsidP="002745E1">
      <w:pPr>
        <w:pStyle w:val="libArabic"/>
        <w:rPr>
          <w:rtl/>
        </w:rPr>
      </w:pPr>
      <w:r>
        <w:rPr>
          <w:rFonts w:hint="eastAsia"/>
          <w:rtl/>
        </w:rPr>
        <w:t>أولم</w:t>
      </w:r>
      <w:r>
        <w:rPr>
          <w:rtl/>
        </w:rPr>
        <w:t xml:space="preserve"> يروا الى ما خلق الله من شى يتفيّوا ظلال</w:t>
      </w:r>
      <w:r w:rsidR="00120F63" w:rsidRPr="00ED5DE8">
        <w:rPr>
          <w:rFonts w:hint="cs"/>
          <w:rtl/>
        </w:rPr>
        <w:t>ه</w:t>
      </w:r>
      <w:r>
        <w:rPr>
          <w:rtl/>
        </w:rPr>
        <w:t xml:space="preserve"> </w:t>
      </w:r>
      <w:r>
        <w:rPr>
          <w:rFonts w:hint="cs"/>
          <w:rtl/>
        </w:rPr>
        <w:t>من</w:t>
      </w:r>
      <w:r>
        <w:rPr>
          <w:rtl/>
        </w:rPr>
        <w:t xml:space="preserve"> </w:t>
      </w:r>
      <w:r>
        <w:rPr>
          <w:rFonts w:hint="cs"/>
          <w:rtl/>
        </w:rPr>
        <w:t>اليمين</w:t>
      </w:r>
      <w:r>
        <w:rPr>
          <w:rtl/>
        </w:rPr>
        <w:t xml:space="preserve"> </w:t>
      </w:r>
      <w:r>
        <w:rPr>
          <w:rFonts w:hint="cs"/>
          <w:rtl/>
        </w:rPr>
        <w:t>وا</w:t>
      </w:r>
      <w:r>
        <w:rPr>
          <w:rtl/>
        </w:rPr>
        <w:t>لشمائل</w:t>
      </w:r>
    </w:p>
    <w:p w:rsidR="001F628F" w:rsidRDefault="001F628F" w:rsidP="001F628F">
      <w:pPr>
        <w:pStyle w:val="libNormal"/>
        <w:rPr>
          <w:rtl/>
        </w:rPr>
      </w:pPr>
      <w:r>
        <w:rPr>
          <w:rtl/>
        </w:rPr>
        <w:t>7_ سايہ دار اجسام اور ان كے سايہ كى تخليق ، خداوند عالم كے اختيار مي</w:t>
      </w:r>
      <w:r w:rsidR="00083993">
        <w:rPr>
          <w:rtl/>
        </w:rPr>
        <w:t xml:space="preserve">ں </w:t>
      </w:r>
      <w:r>
        <w:rPr>
          <w:rtl/>
        </w:rPr>
        <w:t>ہے_</w:t>
      </w:r>
    </w:p>
    <w:p w:rsidR="001F628F" w:rsidRDefault="001F628F" w:rsidP="002745E1">
      <w:pPr>
        <w:pStyle w:val="libArabic"/>
        <w:rPr>
          <w:rtl/>
        </w:rPr>
      </w:pPr>
      <w:r>
        <w:rPr>
          <w:rFonts w:hint="eastAsia"/>
          <w:rtl/>
        </w:rPr>
        <w:t>أولم</w:t>
      </w:r>
      <w:r>
        <w:rPr>
          <w:rtl/>
        </w:rPr>
        <w:t xml:space="preserve"> يروا الى ما خلق اللّ</w:t>
      </w:r>
      <w:r w:rsidR="00120F63" w:rsidRPr="00ED5DE8">
        <w:rPr>
          <w:rFonts w:hint="cs"/>
          <w:rtl/>
        </w:rPr>
        <w:t>ه</w:t>
      </w:r>
      <w:r>
        <w:rPr>
          <w:rtl/>
        </w:rPr>
        <w:t xml:space="preserve"> </w:t>
      </w:r>
      <w:r>
        <w:rPr>
          <w:rFonts w:hint="cs"/>
          <w:rtl/>
        </w:rPr>
        <w:t>من</w:t>
      </w:r>
      <w:r>
        <w:rPr>
          <w:rtl/>
        </w:rPr>
        <w:t xml:space="preserve"> </w:t>
      </w:r>
      <w:r>
        <w:rPr>
          <w:rFonts w:hint="cs"/>
          <w:rtl/>
        </w:rPr>
        <w:t>شى</w:t>
      </w:r>
      <w:r>
        <w:rPr>
          <w:rtl/>
        </w:rPr>
        <w:t xml:space="preserve"> </w:t>
      </w:r>
      <w:r>
        <w:rPr>
          <w:rFonts w:hint="cs"/>
          <w:rtl/>
        </w:rPr>
        <w:t>يتفيّوا</w:t>
      </w:r>
      <w:r>
        <w:rPr>
          <w:rtl/>
        </w:rPr>
        <w:t xml:space="preserve"> </w:t>
      </w:r>
      <w:r>
        <w:rPr>
          <w:rFonts w:hint="cs"/>
          <w:rtl/>
        </w:rPr>
        <w:t>ظلال</w:t>
      </w:r>
      <w:r w:rsidR="00120F63" w:rsidRPr="00ED5DE8">
        <w:rPr>
          <w:rFonts w:hint="cs"/>
          <w:rtl/>
        </w:rPr>
        <w:t>ه</w:t>
      </w:r>
      <w:r>
        <w:rPr>
          <w:rtl/>
        </w:rPr>
        <w:t xml:space="preserve"> </w:t>
      </w:r>
      <w:r>
        <w:rPr>
          <w:rFonts w:hint="cs"/>
          <w:rtl/>
        </w:rPr>
        <w:t>من</w:t>
      </w:r>
      <w:r>
        <w:rPr>
          <w:rtl/>
        </w:rPr>
        <w:t xml:space="preserve"> </w:t>
      </w:r>
      <w:r>
        <w:rPr>
          <w:rFonts w:hint="cs"/>
          <w:rtl/>
        </w:rPr>
        <w:t>اليمين</w:t>
      </w:r>
      <w:r>
        <w:rPr>
          <w:rtl/>
        </w:rPr>
        <w:t xml:space="preserve"> </w:t>
      </w:r>
      <w:r>
        <w:rPr>
          <w:rFonts w:hint="cs"/>
          <w:rtl/>
        </w:rPr>
        <w:t>وا</w:t>
      </w:r>
      <w:r>
        <w:rPr>
          <w:rtl/>
        </w:rPr>
        <w:t>لشمائل</w:t>
      </w:r>
    </w:p>
    <w:p w:rsidR="001F628F" w:rsidRDefault="001F628F" w:rsidP="001F628F">
      <w:pPr>
        <w:pStyle w:val="libNormal"/>
        <w:rPr>
          <w:rtl/>
        </w:rPr>
      </w:pPr>
      <w:r>
        <w:rPr>
          <w:rtl/>
        </w:rPr>
        <w:t>8_ اجسام كے سايہ كى گردش ، خداوند عالم كے سامنے سجدہ ، فرمانبردارى اور ان كے تذلّل كى نشانى ہے _</w:t>
      </w:r>
    </w:p>
    <w:p w:rsidR="001F628F" w:rsidRDefault="001F628F" w:rsidP="002745E1">
      <w:pPr>
        <w:pStyle w:val="libArabic"/>
        <w:rPr>
          <w:rtl/>
        </w:rPr>
      </w:pPr>
      <w:r>
        <w:rPr>
          <w:rFonts w:hint="eastAsia"/>
          <w:rtl/>
        </w:rPr>
        <w:t>اولم</w:t>
      </w:r>
      <w:r>
        <w:rPr>
          <w:rtl/>
        </w:rPr>
        <w:t xml:space="preserve"> يروا الى ما خلق الله من شى يتفيّوا ظلال</w:t>
      </w:r>
      <w:r w:rsidR="00120F63" w:rsidRPr="00ED5DE8">
        <w:rPr>
          <w:rFonts w:hint="cs"/>
          <w:rtl/>
        </w:rPr>
        <w:t>ه</w:t>
      </w:r>
      <w:r>
        <w:rPr>
          <w:rtl/>
        </w:rPr>
        <w:t xml:space="preserve"> </w:t>
      </w:r>
      <w:r>
        <w:rPr>
          <w:rFonts w:hint="cs"/>
          <w:rtl/>
        </w:rPr>
        <w:t>من</w:t>
      </w:r>
      <w:r>
        <w:rPr>
          <w:rtl/>
        </w:rPr>
        <w:t xml:space="preserve"> </w:t>
      </w:r>
      <w:r>
        <w:rPr>
          <w:rFonts w:hint="cs"/>
          <w:rtl/>
        </w:rPr>
        <w:t>اليمين</w:t>
      </w:r>
      <w:r>
        <w:rPr>
          <w:rtl/>
        </w:rPr>
        <w:t xml:space="preserve"> </w:t>
      </w:r>
      <w:r>
        <w:rPr>
          <w:rFonts w:hint="cs"/>
          <w:rtl/>
        </w:rPr>
        <w:t>والشمائل</w:t>
      </w:r>
      <w:r>
        <w:rPr>
          <w:rtl/>
        </w:rPr>
        <w:t xml:space="preserve"> </w:t>
      </w:r>
      <w:r>
        <w:rPr>
          <w:rFonts w:hint="cs"/>
          <w:rtl/>
        </w:rPr>
        <w:t>سجداً</w:t>
      </w:r>
      <w:r>
        <w:rPr>
          <w:rtl/>
        </w:rPr>
        <w:t xml:space="preserve"> </w:t>
      </w:r>
      <w:r>
        <w:rPr>
          <w:rFonts w:hint="cs"/>
          <w:rtl/>
        </w:rPr>
        <w:t>لله</w:t>
      </w:r>
      <w:r>
        <w:rPr>
          <w:rtl/>
        </w:rPr>
        <w:t xml:space="preserve"> </w:t>
      </w:r>
      <w:r>
        <w:rPr>
          <w:rFonts w:hint="cs"/>
          <w:rtl/>
        </w:rPr>
        <w:t>و</w:t>
      </w:r>
      <w:r w:rsidR="00120F63" w:rsidRPr="00ED5DE8">
        <w:rPr>
          <w:rFonts w:hint="cs"/>
          <w:rtl/>
        </w:rPr>
        <w:t>ه</w:t>
      </w:r>
      <w:r>
        <w:rPr>
          <w:rFonts w:hint="cs"/>
          <w:rtl/>
        </w:rPr>
        <w:t>م</w:t>
      </w:r>
      <w:r>
        <w:rPr>
          <w:rtl/>
        </w:rPr>
        <w:t xml:space="preserve"> داخرون</w:t>
      </w:r>
    </w:p>
    <w:p w:rsidR="001F628F" w:rsidRDefault="001F628F" w:rsidP="002745E1">
      <w:pPr>
        <w:pStyle w:val="libNormal"/>
        <w:rPr>
          <w:rtl/>
        </w:rPr>
      </w:pPr>
      <w:r>
        <w:rPr>
          <w:rtl/>
        </w:rPr>
        <w:t>9_ مادى موجودات مي</w:t>
      </w:r>
      <w:r w:rsidR="00083993">
        <w:rPr>
          <w:rtl/>
        </w:rPr>
        <w:t xml:space="preserve">ں </w:t>
      </w:r>
      <w:r>
        <w:rPr>
          <w:rtl/>
        </w:rPr>
        <w:t>گہرا مطالعہ كرنے كے ذريعہ ، خداوند كے سامنے ان كى فرمانبردارى اور تذلل كا استفادہ كيا جا سكتا ہے_</w:t>
      </w:r>
      <w:r w:rsidRPr="002745E1">
        <w:rPr>
          <w:rStyle w:val="libArabicChar"/>
          <w:rFonts w:hint="eastAsia"/>
          <w:rtl/>
        </w:rPr>
        <w:t>اولم</w:t>
      </w:r>
      <w:r w:rsidRPr="002745E1">
        <w:rPr>
          <w:rStyle w:val="libArabicChar"/>
          <w:rtl/>
        </w:rPr>
        <w:t xml:space="preserve"> يروا الى ما خلق الله من شى يتفيّوا ظلال</w:t>
      </w:r>
      <w:r w:rsidR="00120F63" w:rsidRPr="00B2551F">
        <w:rPr>
          <w:rStyle w:val="libArabicChar"/>
          <w:rFonts w:hint="cs"/>
          <w:rtl/>
        </w:rPr>
        <w:t>ه</w:t>
      </w:r>
      <w:r w:rsidRPr="002745E1">
        <w:rPr>
          <w:rStyle w:val="libArabicChar"/>
          <w:rtl/>
        </w:rPr>
        <w:t xml:space="preserve"> </w:t>
      </w:r>
      <w:r w:rsidRPr="002745E1">
        <w:rPr>
          <w:rStyle w:val="libArabicChar"/>
          <w:rFonts w:hint="cs"/>
          <w:rtl/>
        </w:rPr>
        <w:t>عن</w:t>
      </w:r>
      <w:r w:rsidRPr="002745E1">
        <w:rPr>
          <w:rStyle w:val="libArabicChar"/>
          <w:rtl/>
        </w:rPr>
        <w:t xml:space="preserve"> </w:t>
      </w:r>
      <w:r w:rsidRPr="002745E1">
        <w:rPr>
          <w:rStyle w:val="libArabicChar"/>
          <w:rFonts w:hint="cs"/>
          <w:rtl/>
        </w:rPr>
        <w:t>اليمين</w:t>
      </w:r>
      <w:r w:rsidRPr="002745E1">
        <w:rPr>
          <w:rStyle w:val="libArabicChar"/>
          <w:rtl/>
        </w:rPr>
        <w:t xml:space="preserve"> </w:t>
      </w:r>
      <w:r w:rsidRPr="002745E1">
        <w:rPr>
          <w:rStyle w:val="libArabicChar"/>
          <w:rFonts w:hint="cs"/>
          <w:rtl/>
        </w:rPr>
        <w:t>و</w:t>
      </w:r>
      <w:r w:rsidRPr="002745E1">
        <w:rPr>
          <w:rStyle w:val="libArabicChar"/>
          <w:rtl/>
        </w:rPr>
        <w:t xml:space="preserve"> </w:t>
      </w:r>
      <w:r w:rsidRPr="002745E1">
        <w:rPr>
          <w:rStyle w:val="libArabicChar"/>
          <w:rFonts w:hint="cs"/>
          <w:rtl/>
        </w:rPr>
        <w:t>الشمائل</w:t>
      </w:r>
      <w:r w:rsidRPr="002745E1">
        <w:rPr>
          <w:rStyle w:val="libArabicChar"/>
          <w:rtl/>
        </w:rPr>
        <w:t xml:space="preserve"> </w:t>
      </w:r>
      <w:r w:rsidRPr="002745E1">
        <w:rPr>
          <w:rStyle w:val="libArabicChar"/>
          <w:rFonts w:hint="cs"/>
          <w:rtl/>
        </w:rPr>
        <w:t>سجداً</w:t>
      </w:r>
      <w:r w:rsidRPr="002745E1">
        <w:rPr>
          <w:rStyle w:val="libArabicChar"/>
          <w:rtl/>
        </w:rPr>
        <w:t xml:space="preserve"> </w:t>
      </w:r>
      <w:r w:rsidRPr="002745E1">
        <w:rPr>
          <w:rStyle w:val="libArabicChar"/>
          <w:rFonts w:hint="cs"/>
          <w:rtl/>
        </w:rPr>
        <w:t>للّ</w:t>
      </w:r>
      <w:r w:rsidR="00120F63" w:rsidRPr="00B2551F">
        <w:rPr>
          <w:rStyle w:val="libArabicChar"/>
          <w:rFonts w:hint="cs"/>
          <w:rtl/>
        </w:rPr>
        <w:t>ه</w:t>
      </w:r>
      <w:r w:rsidRPr="002745E1">
        <w:rPr>
          <w:rStyle w:val="libArabicChar"/>
          <w:rtl/>
        </w:rPr>
        <w:t xml:space="preserve"> </w:t>
      </w:r>
      <w:r w:rsidRPr="002745E1">
        <w:rPr>
          <w:rStyle w:val="libArabicChar"/>
          <w:rFonts w:hint="cs"/>
          <w:rtl/>
        </w:rPr>
        <w:t>و</w:t>
      </w:r>
      <w:r w:rsidR="00120F63" w:rsidRPr="00B2551F">
        <w:rPr>
          <w:rStyle w:val="libArabicChar"/>
          <w:rFonts w:hint="cs"/>
          <w:rtl/>
        </w:rPr>
        <w:t>ه</w:t>
      </w:r>
      <w:r w:rsidRPr="002745E1">
        <w:rPr>
          <w:rStyle w:val="libArabicChar"/>
          <w:rFonts w:hint="cs"/>
          <w:rtl/>
        </w:rPr>
        <w:t>م</w:t>
      </w:r>
      <w:r w:rsidRPr="002745E1">
        <w:rPr>
          <w:rStyle w:val="libArabicChar"/>
          <w:rtl/>
        </w:rPr>
        <w:t xml:space="preserve"> داخرون</w:t>
      </w:r>
    </w:p>
    <w:p w:rsidR="001F628F" w:rsidRDefault="001F628F" w:rsidP="002745E1">
      <w:pPr>
        <w:pStyle w:val="libNormal"/>
        <w:rPr>
          <w:rtl/>
        </w:rPr>
      </w:pPr>
      <w:r>
        <w:rPr>
          <w:rtl/>
        </w:rPr>
        <w:t>10_خداوند عالم كے سامنے مادى موجودات كى فرمانبردارى اور تذلل ، يہ زمينہ فراہم كرتا ہے كہ انسان خدا كے سامنے تسليم خم ہو جائے _</w:t>
      </w:r>
      <w:r w:rsidRPr="002745E1">
        <w:rPr>
          <w:rStyle w:val="libArabicChar"/>
          <w:rFonts w:hint="eastAsia"/>
          <w:rtl/>
        </w:rPr>
        <w:t>اولم</w:t>
      </w:r>
      <w:r w:rsidRPr="002745E1">
        <w:rPr>
          <w:rStyle w:val="libArabicChar"/>
          <w:rtl/>
        </w:rPr>
        <w:t xml:space="preserve"> يروا الى ما خلق الله من شى ء يتفيّوا ظلال</w:t>
      </w:r>
      <w:r w:rsidR="00120F63" w:rsidRPr="00B2551F">
        <w:rPr>
          <w:rStyle w:val="libArabicChar"/>
          <w:rFonts w:hint="cs"/>
          <w:rtl/>
        </w:rPr>
        <w:t>ه</w:t>
      </w:r>
      <w:r w:rsidRPr="002745E1">
        <w:rPr>
          <w:rStyle w:val="libArabicChar"/>
          <w:rtl/>
        </w:rPr>
        <w:t xml:space="preserve"> </w:t>
      </w:r>
      <w:r w:rsidRPr="002745E1">
        <w:rPr>
          <w:rStyle w:val="libArabicChar"/>
          <w:rFonts w:hint="cs"/>
          <w:rtl/>
        </w:rPr>
        <w:t>عن</w:t>
      </w:r>
      <w:r w:rsidRPr="002745E1">
        <w:rPr>
          <w:rStyle w:val="libArabicChar"/>
          <w:rtl/>
        </w:rPr>
        <w:t xml:space="preserve"> </w:t>
      </w:r>
      <w:r w:rsidRPr="002745E1">
        <w:rPr>
          <w:rStyle w:val="libArabicChar"/>
          <w:rFonts w:hint="cs"/>
          <w:rtl/>
        </w:rPr>
        <w:t>اليمين</w:t>
      </w:r>
      <w:r w:rsidRPr="002745E1">
        <w:rPr>
          <w:rStyle w:val="libArabicChar"/>
          <w:rtl/>
        </w:rPr>
        <w:t xml:space="preserve"> </w:t>
      </w:r>
      <w:r w:rsidRPr="002745E1">
        <w:rPr>
          <w:rStyle w:val="libArabicChar"/>
          <w:rFonts w:hint="cs"/>
          <w:rtl/>
        </w:rPr>
        <w:t>و</w:t>
      </w:r>
      <w:r w:rsidRPr="002745E1">
        <w:rPr>
          <w:rStyle w:val="libArabicChar"/>
          <w:rtl/>
        </w:rPr>
        <w:t xml:space="preserve"> </w:t>
      </w:r>
      <w:r w:rsidRPr="002745E1">
        <w:rPr>
          <w:rStyle w:val="libArabicChar"/>
          <w:rFonts w:hint="cs"/>
          <w:rtl/>
        </w:rPr>
        <w:t>الشمائل</w:t>
      </w:r>
      <w:r w:rsidRPr="002745E1">
        <w:rPr>
          <w:rStyle w:val="libArabicChar"/>
          <w:rtl/>
        </w:rPr>
        <w:t xml:space="preserve"> </w:t>
      </w:r>
      <w:r w:rsidRPr="002745E1">
        <w:rPr>
          <w:rStyle w:val="libArabicChar"/>
          <w:rFonts w:hint="cs"/>
          <w:rtl/>
        </w:rPr>
        <w:t>سجداً</w:t>
      </w:r>
      <w:r w:rsidRPr="002745E1">
        <w:rPr>
          <w:rStyle w:val="libArabicChar"/>
          <w:rtl/>
        </w:rPr>
        <w:t xml:space="preserve"> </w:t>
      </w:r>
      <w:r w:rsidRPr="002745E1">
        <w:rPr>
          <w:rStyle w:val="libArabicChar"/>
          <w:rFonts w:hint="cs"/>
          <w:rtl/>
        </w:rPr>
        <w:t>و</w:t>
      </w:r>
      <w:r w:rsidR="00120F63" w:rsidRPr="00B2551F">
        <w:rPr>
          <w:rStyle w:val="libArabicChar"/>
          <w:rFonts w:hint="cs"/>
          <w:rtl/>
        </w:rPr>
        <w:t>ه</w:t>
      </w:r>
      <w:r w:rsidRPr="002745E1">
        <w:rPr>
          <w:rStyle w:val="libArabicChar"/>
          <w:rFonts w:hint="cs"/>
          <w:rtl/>
        </w:rPr>
        <w:t>م</w:t>
      </w:r>
      <w:r w:rsidRPr="002745E1">
        <w:rPr>
          <w:rStyle w:val="libArabicChar"/>
          <w:rtl/>
        </w:rPr>
        <w:t xml:space="preserve"> داخرون</w:t>
      </w:r>
    </w:p>
    <w:p w:rsidR="001F628F" w:rsidRDefault="001F628F" w:rsidP="001F628F">
      <w:pPr>
        <w:pStyle w:val="libNormal"/>
        <w:rPr>
          <w:rtl/>
        </w:rPr>
      </w:pPr>
      <w:r>
        <w:rPr>
          <w:rFonts w:hint="eastAsia"/>
          <w:rtl/>
        </w:rPr>
        <w:t>خداوند</w:t>
      </w:r>
      <w:r>
        <w:rPr>
          <w:rtl/>
        </w:rPr>
        <w:t xml:space="preserve"> عالم كے مقابلہ مي</w:t>
      </w:r>
      <w:r w:rsidR="00083993">
        <w:rPr>
          <w:rtl/>
        </w:rPr>
        <w:t xml:space="preserve">ں </w:t>
      </w:r>
      <w:r>
        <w:rPr>
          <w:rtl/>
        </w:rPr>
        <w:t>مادى موجودات كے تذلل اور سجدہ كے بارے مي</w:t>
      </w:r>
      <w:r w:rsidR="00083993">
        <w:rPr>
          <w:rtl/>
        </w:rPr>
        <w:t xml:space="preserve">ں </w:t>
      </w:r>
      <w:r>
        <w:rPr>
          <w:rtl/>
        </w:rPr>
        <w:t>غور فكر كى دعوت حقيقت مي</w:t>
      </w:r>
      <w:r w:rsidR="00083993">
        <w:rPr>
          <w:rtl/>
        </w:rPr>
        <w:t xml:space="preserve">ں </w:t>
      </w:r>
      <w:r>
        <w:rPr>
          <w:rtl/>
        </w:rPr>
        <w:t>ان سے عبرت لينے كى دعوت ہے_</w:t>
      </w:r>
    </w:p>
    <w:p w:rsidR="001F628F" w:rsidRDefault="001F628F" w:rsidP="001F628F">
      <w:pPr>
        <w:pStyle w:val="libNormal"/>
        <w:rPr>
          <w:rtl/>
        </w:rPr>
      </w:pPr>
      <w:r>
        <w:rPr>
          <w:rtl/>
        </w:rPr>
        <w:t>11_تمام موجودات مادي، مكمل خضوع كے ساتھ خداوند</w:t>
      </w:r>
    </w:p>
    <w:p w:rsidR="002745E1" w:rsidRDefault="001E7F9D" w:rsidP="00F73EDE">
      <w:pPr>
        <w:pStyle w:val="libPoemTini"/>
        <w:rPr>
          <w:rtl/>
        </w:rPr>
      </w:pPr>
      <w:r>
        <w:rPr>
          <w:rtl/>
        </w:rPr>
        <w:br w:type="page"/>
      </w:r>
    </w:p>
    <w:p w:rsidR="001F628F" w:rsidRDefault="001F628F" w:rsidP="002745E1">
      <w:pPr>
        <w:pStyle w:val="libNormal"/>
        <w:rPr>
          <w:rtl/>
        </w:rPr>
      </w:pPr>
      <w:r>
        <w:rPr>
          <w:rFonts w:hint="eastAsia"/>
          <w:rtl/>
        </w:rPr>
        <w:lastRenderedPageBreak/>
        <w:t>عالم</w:t>
      </w:r>
      <w:r>
        <w:rPr>
          <w:rtl/>
        </w:rPr>
        <w:t xml:space="preserve"> كو سجدہ كرتے ہي</w:t>
      </w:r>
      <w:r w:rsidR="00083993">
        <w:rPr>
          <w:rtl/>
        </w:rPr>
        <w:t xml:space="preserve">ں </w:t>
      </w:r>
      <w:r>
        <w:rPr>
          <w:rtl/>
        </w:rPr>
        <w:t>_</w:t>
      </w:r>
      <w:r w:rsidRPr="002745E1">
        <w:rPr>
          <w:rStyle w:val="libArabicChar"/>
          <w:rFonts w:hint="eastAsia"/>
          <w:rtl/>
        </w:rPr>
        <w:t>اولم</w:t>
      </w:r>
      <w:r w:rsidRPr="002745E1">
        <w:rPr>
          <w:rStyle w:val="libArabicChar"/>
          <w:rtl/>
        </w:rPr>
        <w:t xml:space="preserve"> يروا، من شيء ...سجداً للّ</w:t>
      </w:r>
      <w:r w:rsidR="00120F63" w:rsidRPr="00B2551F">
        <w:rPr>
          <w:rStyle w:val="libArabicChar"/>
          <w:rFonts w:hint="cs"/>
          <w:rtl/>
        </w:rPr>
        <w:t>ه</w:t>
      </w:r>
      <w:r w:rsidRPr="002745E1">
        <w:rPr>
          <w:rStyle w:val="libArabicChar"/>
          <w:rtl/>
        </w:rPr>
        <w:t xml:space="preserve"> </w:t>
      </w:r>
      <w:r w:rsidRPr="002745E1">
        <w:rPr>
          <w:rStyle w:val="libArabicChar"/>
          <w:rFonts w:hint="cs"/>
          <w:rtl/>
        </w:rPr>
        <w:t>و</w:t>
      </w:r>
      <w:r w:rsidR="00120F63" w:rsidRPr="00B2551F">
        <w:rPr>
          <w:rStyle w:val="libArabicChar"/>
          <w:rFonts w:hint="cs"/>
          <w:rtl/>
        </w:rPr>
        <w:t>ه</w:t>
      </w:r>
      <w:r w:rsidRPr="002745E1">
        <w:rPr>
          <w:rStyle w:val="libArabicChar"/>
          <w:rFonts w:hint="cs"/>
          <w:rtl/>
        </w:rPr>
        <w:t>م</w:t>
      </w:r>
      <w:r w:rsidRPr="002745E1">
        <w:rPr>
          <w:rStyle w:val="libArabicChar"/>
          <w:rtl/>
        </w:rPr>
        <w:t xml:space="preserve"> داخرون</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''داخر'' كا معنى ذليل ہے اور جملہ ''وہم ذاخرون'' كلمہ ''ظلال'' كے ليے حال ہے_</w:t>
      </w:r>
    </w:p>
    <w:p w:rsidR="001F628F" w:rsidRDefault="001F628F" w:rsidP="001F628F">
      <w:pPr>
        <w:pStyle w:val="libNormal"/>
        <w:rPr>
          <w:rtl/>
        </w:rPr>
      </w:pPr>
      <w:r>
        <w:rPr>
          <w:rtl/>
        </w:rPr>
        <w:t>12_خداوند عالم كے سامنے سايو</w:t>
      </w:r>
      <w:r w:rsidR="00083993">
        <w:rPr>
          <w:rtl/>
        </w:rPr>
        <w:t xml:space="preserve">ں </w:t>
      </w:r>
      <w:r>
        <w:rPr>
          <w:rtl/>
        </w:rPr>
        <w:t>كا مكمل خضوع و فرمانبردارى نے انہي</w:t>
      </w:r>
      <w:r w:rsidR="00083993">
        <w:rPr>
          <w:rtl/>
        </w:rPr>
        <w:t xml:space="preserve">ں </w:t>
      </w:r>
      <w:r>
        <w:rPr>
          <w:rtl/>
        </w:rPr>
        <w:t>ايك خاص اہميت عطا كى ہے_</w:t>
      </w:r>
    </w:p>
    <w:p w:rsidR="001F628F" w:rsidRDefault="001F628F" w:rsidP="002745E1">
      <w:pPr>
        <w:pStyle w:val="libArabic"/>
        <w:rPr>
          <w:rtl/>
        </w:rPr>
      </w:pPr>
      <w:r>
        <w:rPr>
          <w:rFonts w:hint="eastAsia"/>
          <w:rtl/>
        </w:rPr>
        <w:t>من</w:t>
      </w:r>
      <w:r>
        <w:rPr>
          <w:rtl/>
        </w:rPr>
        <w:t xml:space="preserve"> شيء يتفيّوا ظلال</w:t>
      </w:r>
      <w:r w:rsidR="00120F63" w:rsidRPr="00ED5DE8">
        <w:rPr>
          <w:rFonts w:hint="cs"/>
          <w:rtl/>
        </w:rPr>
        <w:t>ه</w:t>
      </w:r>
      <w:r>
        <w:rPr>
          <w:rtl/>
        </w:rPr>
        <w:t xml:space="preserve"> ...</w:t>
      </w:r>
      <w:r>
        <w:rPr>
          <w:rFonts w:hint="cs"/>
          <w:rtl/>
        </w:rPr>
        <w:t>سجداًللّ</w:t>
      </w:r>
      <w:r w:rsidR="00120F63" w:rsidRPr="00ED5DE8">
        <w:rPr>
          <w:rFonts w:hint="cs"/>
          <w:rtl/>
        </w:rPr>
        <w:t>ه</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د</w:t>
      </w:r>
      <w:r>
        <w:rPr>
          <w:rtl/>
        </w:rPr>
        <w:t>اخرون</w:t>
      </w:r>
    </w:p>
    <w:p w:rsidR="001F628F" w:rsidRDefault="001F628F" w:rsidP="001F628F">
      <w:pPr>
        <w:pStyle w:val="libNormal"/>
        <w:rPr>
          <w:rtl/>
        </w:rPr>
      </w:pPr>
      <w:r>
        <w:rPr>
          <w:rtl/>
        </w:rPr>
        <w:t>''ہم ''كى ضمير ذوالعقول كے ليے استعمال ہوتى ہے ''ظلال'' كے بارے مي</w:t>
      </w:r>
      <w:r w:rsidR="00083993">
        <w:rPr>
          <w:rtl/>
        </w:rPr>
        <w:t xml:space="preserve">ں </w:t>
      </w:r>
      <w:r>
        <w:rPr>
          <w:rtl/>
        </w:rPr>
        <w:t>اس كا استعمال ممكن ہے مذكورہ نكتہ كى طرف اشارہ ہو_</w:t>
      </w:r>
    </w:p>
    <w:p w:rsidR="001F628F" w:rsidRDefault="001F628F" w:rsidP="007B2632">
      <w:pPr>
        <w:pStyle w:val="libNormal"/>
        <w:rPr>
          <w:rtl/>
        </w:rPr>
      </w:pPr>
      <w:r>
        <w:rPr>
          <w:rFonts w:hint="eastAsia"/>
          <w:rtl/>
        </w:rPr>
        <w:t>آيات</w:t>
      </w:r>
      <w:r>
        <w:rPr>
          <w:rtl/>
        </w:rPr>
        <w:t xml:space="preserve"> خدا:</w:t>
      </w:r>
      <w:r>
        <w:rPr>
          <w:rFonts w:hint="eastAsia"/>
          <w:rtl/>
        </w:rPr>
        <w:t>خداوند</w:t>
      </w:r>
      <w:r>
        <w:rPr>
          <w:rtl/>
        </w:rPr>
        <w:t xml:space="preserve"> عالم كى آفاقى آيات5</w:t>
      </w:r>
    </w:p>
    <w:p w:rsidR="001F628F" w:rsidRDefault="001F628F" w:rsidP="007B2632">
      <w:pPr>
        <w:pStyle w:val="libNormal"/>
        <w:rPr>
          <w:rtl/>
        </w:rPr>
      </w:pPr>
      <w:r>
        <w:rPr>
          <w:rFonts w:hint="eastAsia"/>
          <w:rtl/>
        </w:rPr>
        <w:t>اقدار</w:t>
      </w:r>
      <w:r>
        <w:rPr>
          <w:rtl/>
        </w:rPr>
        <w:t>:</w:t>
      </w:r>
      <w:r>
        <w:rPr>
          <w:rFonts w:hint="eastAsia"/>
          <w:rtl/>
        </w:rPr>
        <w:t>اقدار</w:t>
      </w:r>
      <w:r>
        <w:rPr>
          <w:rtl/>
        </w:rPr>
        <w:t xml:space="preserve"> كا ملاك12</w:t>
      </w:r>
    </w:p>
    <w:p w:rsidR="001F628F" w:rsidRDefault="001F628F" w:rsidP="007B2632">
      <w:pPr>
        <w:pStyle w:val="libNormal"/>
        <w:rPr>
          <w:rtl/>
        </w:rPr>
      </w:pPr>
      <w:r>
        <w:rPr>
          <w:rFonts w:hint="eastAsia"/>
          <w:rtl/>
        </w:rPr>
        <w:t>پيدا</w:t>
      </w:r>
      <w:r w:rsidR="009F604A">
        <w:rPr>
          <w:rFonts w:hint="eastAsia"/>
          <w:rtl/>
        </w:rPr>
        <w:t>ئش</w:t>
      </w:r>
      <w:r>
        <w:rPr>
          <w:rtl/>
        </w:rPr>
        <w:t xml:space="preserve"> كائنات:</w:t>
      </w:r>
      <w:r>
        <w:rPr>
          <w:rFonts w:hint="eastAsia"/>
          <w:rtl/>
        </w:rPr>
        <w:t>پيدا</w:t>
      </w:r>
      <w:r w:rsidR="009F604A">
        <w:rPr>
          <w:rFonts w:hint="eastAsia"/>
          <w:rtl/>
        </w:rPr>
        <w:t>ئش</w:t>
      </w:r>
      <w:r>
        <w:rPr>
          <w:rtl/>
        </w:rPr>
        <w:t xml:space="preserve"> كائنات كے مطالعہ كى اہميت 4،6; پيدا</w:t>
      </w:r>
      <w:r w:rsidR="009F604A">
        <w:rPr>
          <w:rtl/>
        </w:rPr>
        <w:t>ئش</w:t>
      </w:r>
      <w:r>
        <w:rPr>
          <w:rtl/>
        </w:rPr>
        <w:t xml:space="preserve"> كائنات كے مطالعہ كى دعوت 1،2،3;</w:t>
      </w:r>
    </w:p>
    <w:p w:rsidR="001F628F" w:rsidRDefault="001F628F" w:rsidP="007B2632">
      <w:pPr>
        <w:pStyle w:val="libNormal"/>
        <w:rPr>
          <w:rtl/>
        </w:rPr>
      </w:pPr>
      <w:r>
        <w:rPr>
          <w:rFonts w:hint="eastAsia"/>
          <w:rtl/>
        </w:rPr>
        <w:t>تسليم</w:t>
      </w:r>
      <w:r>
        <w:rPr>
          <w:rtl/>
        </w:rPr>
        <w:t>:</w:t>
      </w:r>
      <w:r>
        <w:rPr>
          <w:rFonts w:hint="eastAsia"/>
          <w:rtl/>
        </w:rPr>
        <w:t>خدا</w:t>
      </w:r>
      <w:r>
        <w:rPr>
          <w:rtl/>
        </w:rPr>
        <w:t xml:space="preserve"> كے سامنے سر تسليم خم كرنے كا سرچشمہ9،10</w:t>
      </w:r>
    </w:p>
    <w:p w:rsidR="001F628F" w:rsidRDefault="001F628F" w:rsidP="007B2632">
      <w:pPr>
        <w:pStyle w:val="libNormal"/>
        <w:rPr>
          <w:rtl/>
        </w:rPr>
      </w:pPr>
      <w:r>
        <w:rPr>
          <w:rFonts w:hint="eastAsia"/>
          <w:rtl/>
        </w:rPr>
        <w:t>خدا</w:t>
      </w:r>
      <w:r>
        <w:rPr>
          <w:rtl/>
        </w:rPr>
        <w:t>:</w:t>
      </w:r>
      <w:r>
        <w:rPr>
          <w:rFonts w:hint="eastAsia"/>
          <w:rtl/>
        </w:rPr>
        <w:t>خداوند</w:t>
      </w:r>
      <w:r>
        <w:rPr>
          <w:rtl/>
        </w:rPr>
        <w:t xml:space="preserve"> عالم كى خالقيت7; خداوند عالم كى دعوتي</w:t>
      </w:r>
      <w:r w:rsidR="00083993">
        <w:rPr>
          <w:rtl/>
        </w:rPr>
        <w:t xml:space="preserve">ں </w:t>
      </w:r>
      <w:r>
        <w:rPr>
          <w:rtl/>
        </w:rPr>
        <w:t>1،2،3; خداوند عالم كى سرزنشي</w:t>
      </w:r>
      <w:r w:rsidR="00083993">
        <w:rPr>
          <w:rtl/>
        </w:rPr>
        <w:t xml:space="preserve">ں </w:t>
      </w:r>
      <w:r>
        <w:rPr>
          <w:rtl/>
        </w:rPr>
        <w:t>6</w:t>
      </w:r>
    </w:p>
    <w:p w:rsidR="001F628F" w:rsidRDefault="001F628F" w:rsidP="007B2632">
      <w:pPr>
        <w:pStyle w:val="libNormal"/>
        <w:rPr>
          <w:rtl/>
        </w:rPr>
      </w:pPr>
      <w:r>
        <w:rPr>
          <w:rFonts w:hint="eastAsia"/>
          <w:rtl/>
        </w:rPr>
        <w:t>ذكر</w:t>
      </w:r>
      <w:r>
        <w:rPr>
          <w:rtl/>
        </w:rPr>
        <w:t>:</w:t>
      </w:r>
      <w:r>
        <w:rPr>
          <w:rFonts w:hint="eastAsia"/>
          <w:rtl/>
        </w:rPr>
        <w:t>موجودات</w:t>
      </w:r>
      <w:r>
        <w:rPr>
          <w:rtl/>
        </w:rPr>
        <w:t xml:space="preserve"> كے تسليم ہونے كے ذكر كے آثار 10; موجودات كے خضوع كے ذكر كے آثار 10</w:t>
      </w:r>
    </w:p>
    <w:p w:rsidR="001F628F" w:rsidRDefault="001F628F" w:rsidP="007B2632">
      <w:pPr>
        <w:pStyle w:val="libNormal"/>
        <w:rPr>
          <w:rtl/>
        </w:rPr>
      </w:pPr>
      <w:r>
        <w:rPr>
          <w:rFonts w:hint="eastAsia"/>
          <w:rtl/>
        </w:rPr>
        <w:t>سايہ</w:t>
      </w:r>
      <w:r>
        <w:rPr>
          <w:rtl/>
        </w:rPr>
        <w:t>:</w:t>
      </w:r>
      <w:r>
        <w:rPr>
          <w:rFonts w:hint="eastAsia"/>
          <w:rtl/>
        </w:rPr>
        <w:t>سايہ</w:t>
      </w:r>
      <w:r>
        <w:rPr>
          <w:rtl/>
        </w:rPr>
        <w:t xml:space="preserve"> كا تسليم ہونا 8; سايہ كا خضوع 8; سايہ كا سجدہ كرنا8; سايہ كى قدر و قيمت12; سايہ كى گردش5،8; سايہ كى گردش كا سرچشمہ7; سايہ كے تسليم خم ہونے كے آثار 12; سايہ كے خضوع كے آثار12</w:t>
      </w:r>
    </w:p>
    <w:p w:rsidR="001F628F" w:rsidRDefault="001F628F" w:rsidP="007B2632">
      <w:pPr>
        <w:pStyle w:val="libNormal"/>
        <w:rPr>
          <w:rtl/>
        </w:rPr>
      </w:pPr>
      <w:r>
        <w:rPr>
          <w:rFonts w:hint="eastAsia"/>
          <w:rtl/>
        </w:rPr>
        <w:t>سجدہ</w:t>
      </w:r>
      <w:r>
        <w:rPr>
          <w:rtl/>
        </w:rPr>
        <w:t>:</w:t>
      </w:r>
      <w:r>
        <w:rPr>
          <w:rFonts w:hint="eastAsia"/>
          <w:rtl/>
        </w:rPr>
        <w:t>خدا</w:t>
      </w:r>
      <w:r>
        <w:rPr>
          <w:rtl/>
        </w:rPr>
        <w:t xml:space="preserve"> كے ليے سجدہ8،11</w:t>
      </w:r>
    </w:p>
    <w:p w:rsidR="001F628F" w:rsidRDefault="001F628F" w:rsidP="007B2632">
      <w:pPr>
        <w:pStyle w:val="libNormal"/>
        <w:rPr>
          <w:rtl/>
        </w:rPr>
      </w:pPr>
      <w:r>
        <w:rPr>
          <w:rFonts w:hint="eastAsia"/>
          <w:rtl/>
        </w:rPr>
        <w:t>مشركين</w:t>
      </w:r>
      <w:r>
        <w:rPr>
          <w:rtl/>
        </w:rPr>
        <w:t>:</w:t>
      </w:r>
      <w:r>
        <w:rPr>
          <w:rFonts w:hint="eastAsia"/>
          <w:rtl/>
        </w:rPr>
        <w:t>مشركين</w:t>
      </w:r>
      <w:r>
        <w:rPr>
          <w:rtl/>
        </w:rPr>
        <w:t xml:space="preserve"> كو دعوت 2; مشركين كو سرزنش6</w:t>
      </w:r>
    </w:p>
    <w:p w:rsidR="001F628F" w:rsidRDefault="001F628F" w:rsidP="007B2632">
      <w:pPr>
        <w:pStyle w:val="libNormal"/>
        <w:rPr>
          <w:rtl/>
        </w:rPr>
      </w:pPr>
      <w:r>
        <w:rPr>
          <w:rFonts w:hint="eastAsia"/>
          <w:rtl/>
        </w:rPr>
        <w:t>منظومہ</w:t>
      </w:r>
      <w:r>
        <w:rPr>
          <w:rtl/>
        </w:rPr>
        <w:t xml:space="preserve"> شمسي:</w:t>
      </w:r>
      <w:r>
        <w:rPr>
          <w:rFonts w:hint="eastAsia"/>
          <w:rtl/>
        </w:rPr>
        <w:t>منظومہ</w:t>
      </w:r>
      <w:r>
        <w:rPr>
          <w:rtl/>
        </w:rPr>
        <w:t xml:space="preserve"> شمسى كى حركت كا مطالعہ3</w:t>
      </w:r>
    </w:p>
    <w:p w:rsidR="001F628F" w:rsidRDefault="001F628F" w:rsidP="007B2632">
      <w:pPr>
        <w:pStyle w:val="libNormal"/>
        <w:rPr>
          <w:rtl/>
        </w:rPr>
      </w:pPr>
      <w:r>
        <w:rPr>
          <w:rFonts w:hint="eastAsia"/>
          <w:rtl/>
        </w:rPr>
        <w:t>موجودات</w:t>
      </w:r>
      <w:r>
        <w:rPr>
          <w:rtl/>
        </w:rPr>
        <w:t>:</w:t>
      </w:r>
      <w:r>
        <w:rPr>
          <w:rFonts w:hint="eastAsia"/>
          <w:rtl/>
        </w:rPr>
        <w:t>سايہ</w:t>
      </w:r>
      <w:r>
        <w:rPr>
          <w:rtl/>
        </w:rPr>
        <w:t xml:space="preserve"> دار موجودات كى خلقت7;مادى موجودات 5; مادى موجودات كے مطالعہ كے آثار9; موجودات كا خضوع11 ; موجودات كا سجدہ11; موجودات كا سرتسليم كرنا9،11</w:t>
      </w:r>
    </w:p>
    <w:p w:rsidR="007B2632" w:rsidRDefault="001E7F9D" w:rsidP="00F73EDE">
      <w:pPr>
        <w:pStyle w:val="libPoemTini"/>
        <w:rPr>
          <w:rtl/>
        </w:rPr>
      </w:pPr>
      <w:r>
        <w:rPr>
          <w:rtl/>
        </w:rPr>
        <w:cr/>
      </w:r>
      <w:r>
        <w:rPr>
          <w:rtl/>
        </w:rPr>
        <w:br w:type="page"/>
      </w:r>
    </w:p>
    <w:p w:rsidR="007B2632" w:rsidRPr="00120F63" w:rsidRDefault="007B2632" w:rsidP="007B2632">
      <w:pPr>
        <w:pStyle w:val="Heading2Center"/>
        <w:rPr>
          <w:rtl/>
        </w:rPr>
      </w:pPr>
      <w:bookmarkStart w:id="195" w:name="_Toc28081873"/>
      <w:r>
        <w:rPr>
          <w:rFonts w:hint="cs"/>
          <w:rtl/>
        </w:rPr>
        <w:lastRenderedPageBreak/>
        <w:t>آیت 49</w:t>
      </w:r>
      <w:bookmarkEnd w:id="195"/>
    </w:p>
    <w:p w:rsidR="001F628F" w:rsidRDefault="00E260F9" w:rsidP="007B2632">
      <w:pPr>
        <w:pStyle w:val="libNormal"/>
        <w:rPr>
          <w:rtl/>
        </w:rPr>
      </w:pPr>
      <w:r w:rsidRPr="00E260F9">
        <w:rPr>
          <w:rStyle w:val="libAlaemChar"/>
          <w:rFonts w:hint="eastAsia"/>
          <w:rtl/>
        </w:rPr>
        <w:t>(</w:t>
      </w:r>
      <w:r w:rsidRPr="007B2632">
        <w:rPr>
          <w:rStyle w:val="libAieChar"/>
          <w:rFonts w:hint="eastAsia"/>
          <w:rtl/>
        </w:rPr>
        <w:t>وَلِلّهِ</w:t>
      </w:r>
      <w:r w:rsidRPr="007B2632">
        <w:rPr>
          <w:rStyle w:val="libAieChar"/>
          <w:rtl/>
        </w:rPr>
        <w:t xml:space="preserve"> يَسْجُدُ مَا فِي السَّمَاوَاتِ وَمَا فِي الأَرْضِ مِن دَآبَّةٍ وَالْمَلآئِكَةُ وَهُمْ لاَ يَسْتَكْبِرُونَ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كے لئے آسمان كى تمام چيزي</w:t>
      </w:r>
      <w:r w:rsidR="00083993">
        <w:rPr>
          <w:rtl/>
        </w:rPr>
        <w:t xml:space="preserve">ں </w:t>
      </w:r>
      <w:r>
        <w:rPr>
          <w:rtl/>
        </w:rPr>
        <w:t>اور زمين كے تمام چلنے والے اورملائكہ سجدہ ريز ہي</w:t>
      </w:r>
      <w:r w:rsidR="00083993">
        <w:rPr>
          <w:rtl/>
        </w:rPr>
        <w:t xml:space="preserve">ں </w:t>
      </w:r>
      <w:r>
        <w:rPr>
          <w:rtl/>
        </w:rPr>
        <w:t>اور كوئي استكبار كرنے والا نہي</w:t>
      </w:r>
      <w:r w:rsidR="00083993">
        <w:rPr>
          <w:rtl/>
        </w:rPr>
        <w:t xml:space="preserve">ں </w:t>
      </w:r>
      <w:r>
        <w:rPr>
          <w:rtl/>
        </w:rPr>
        <w:t>ہے _</w:t>
      </w:r>
    </w:p>
    <w:p w:rsidR="001F628F" w:rsidRDefault="001F628F" w:rsidP="001F628F">
      <w:pPr>
        <w:pStyle w:val="libNormal"/>
        <w:rPr>
          <w:rtl/>
        </w:rPr>
      </w:pPr>
      <w:r>
        <w:rPr>
          <w:rtl/>
        </w:rPr>
        <w:t>1_دنيا كے تمام چلنے والے موجودات ، خداوند عالم كے سامنے ہميشہ مطيع اور سجدہ ريز ہي</w:t>
      </w:r>
      <w:r w:rsidR="00083993">
        <w:rPr>
          <w:rtl/>
        </w:rPr>
        <w:t xml:space="preserve">ں </w:t>
      </w:r>
      <w:r>
        <w:rPr>
          <w:rtl/>
        </w:rPr>
        <w:t>_</w:t>
      </w:r>
    </w:p>
    <w:p w:rsidR="001F628F" w:rsidRDefault="001F628F" w:rsidP="007B2632">
      <w:pPr>
        <w:pStyle w:val="libArabic"/>
        <w:rPr>
          <w:rtl/>
        </w:rPr>
      </w:pPr>
      <w:r>
        <w:rPr>
          <w:rFonts w:hint="eastAsia"/>
          <w:rtl/>
        </w:rPr>
        <w:t>وللّ</w:t>
      </w:r>
      <w:r w:rsidR="00120F63" w:rsidRPr="00ED5DE8">
        <w:rPr>
          <w:rFonts w:hint="cs"/>
          <w:rtl/>
        </w:rPr>
        <w:t>ه</w:t>
      </w:r>
      <w:r>
        <w:rPr>
          <w:rtl/>
        </w:rPr>
        <w:t xml:space="preserve"> يسجد ما فى السموات وما فى الأرض من دابّة والملائكة</w:t>
      </w:r>
    </w:p>
    <w:p w:rsidR="001F628F" w:rsidRDefault="001F628F" w:rsidP="007B2632">
      <w:pPr>
        <w:pStyle w:val="libNormal"/>
        <w:rPr>
          <w:rtl/>
        </w:rPr>
      </w:pPr>
      <w:r>
        <w:rPr>
          <w:rtl/>
        </w:rPr>
        <w:t>2_آسمانو</w:t>
      </w:r>
      <w:r w:rsidR="00083993">
        <w:rPr>
          <w:rtl/>
        </w:rPr>
        <w:t xml:space="preserve">ں </w:t>
      </w:r>
      <w:r>
        <w:rPr>
          <w:rtl/>
        </w:rPr>
        <w:t>مي</w:t>
      </w:r>
      <w:r w:rsidR="00083993">
        <w:rPr>
          <w:rtl/>
        </w:rPr>
        <w:t xml:space="preserve">ں </w:t>
      </w:r>
      <w:r>
        <w:rPr>
          <w:rtl/>
        </w:rPr>
        <w:t>چلنے والے جسمانى موجودات كا موجود ہونا_</w:t>
      </w:r>
      <w:r w:rsidRPr="007B2632">
        <w:rPr>
          <w:rStyle w:val="libArabicChar"/>
          <w:rFonts w:hint="eastAsia"/>
          <w:rtl/>
        </w:rPr>
        <w:t>وللّ</w:t>
      </w:r>
      <w:r w:rsidR="00120F63" w:rsidRPr="00B2551F">
        <w:rPr>
          <w:rStyle w:val="libArabicChar"/>
          <w:rFonts w:hint="cs"/>
          <w:rtl/>
        </w:rPr>
        <w:t>ه</w:t>
      </w:r>
      <w:r w:rsidRPr="007B2632">
        <w:rPr>
          <w:rStyle w:val="libArabicChar"/>
          <w:rtl/>
        </w:rPr>
        <w:t xml:space="preserve"> يسجد ما فى السموات ...من دابّة</w:t>
      </w:r>
    </w:p>
    <w:p w:rsidR="001F628F" w:rsidRDefault="001F628F" w:rsidP="001F628F">
      <w:pPr>
        <w:pStyle w:val="libNormal"/>
        <w:rPr>
          <w:rtl/>
        </w:rPr>
      </w:pPr>
      <w:r>
        <w:rPr>
          <w:rtl/>
        </w:rPr>
        <w:t>''من'' ''ما'' موصولہ كے بيان كے ليے ہے لغت مي</w:t>
      </w:r>
      <w:r w:rsidR="00083993">
        <w:rPr>
          <w:rtl/>
        </w:rPr>
        <w:t xml:space="preserve">ں </w:t>
      </w:r>
      <w:r>
        <w:rPr>
          <w:rtl/>
        </w:rPr>
        <w:t>''دابة ''كا معنى ايسا چلنے والا ہے جس كى حركت محسوس نہ ہو ''دابة'' محلاً منصوب ہے اور''يسجد'' كے فاعل كے ليے حال ہے، اس بنا ء پر ''ما ''پر ملائكہ جو كہ مجرد موجودات ہي</w:t>
      </w:r>
      <w:r w:rsidR="00083993">
        <w:rPr>
          <w:rtl/>
        </w:rPr>
        <w:t xml:space="preserve">ں </w:t>
      </w:r>
      <w:r>
        <w:rPr>
          <w:rtl/>
        </w:rPr>
        <w:t>كا عطف كے قرينہ كى بناء پر ممكن ہے جسمان</w:t>
      </w:r>
      <w:r>
        <w:rPr>
          <w:rFonts w:hint="eastAsia"/>
          <w:rtl/>
        </w:rPr>
        <w:t>ى</w:t>
      </w:r>
      <w:r>
        <w:rPr>
          <w:rtl/>
        </w:rPr>
        <w:t xml:space="preserve"> موجودات ہو</w:t>
      </w:r>
      <w:r w:rsidR="00083993">
        <w:rPr>
          <w:rtl/>
        </w:rPr>
        <w:t xml:space="preserve">ں </w:t>
      </w:r>
      <w:r>
        <w:rPr>
          <w:rtl/>
        </w:rPr>
        <w:t>_</w:t>
      </w:r>
    </w:p>
    <w:p w:rsidR="001F628F" w:rsidRDefault="001F628F" w:rsidP="007B2632">
      <w:pPr>
        <w:pStyle w:val="libNormal"/>
        <w:rPr>
          <w:rtl/>
        </w:rPr>
      </w:pPr>
      <w:r>
        <w:rPr>
          <w:rtl/>
        </w:rPr>
        <w:t>3_كائنات كے متعدد آسمان ہي</w:t>
      </w:r>
      <w:r w:rsidR="00083993">
        <w:rPr>
          <w:rtl/>
        </w:rPr>
        <w:t xml:space="preserve">ں </w:t>
      </w:r>
      <w:r>
        <w:rPr>
          <w:rtl/>
        </w:rPr>
        <w:t>_</w:t>
      </w:r>
      <w:r w:rsidRPr="007B2632">
        <w:rPr>
          <w:rStyle w:val="libArabicChar"/>
          <w:rFonts w:hint="eastAsia"/>
          <w:rtl/>
        </w:rPr>
        <w:t>ما</w:t>
      </w:r>
      <w:r w:rsidRPr="007B2632">
        <w:rPr>
          <w:rStyle w:val="libArabicChar"/>
          <w:rtl/>
        </w:rPr>
        <w:t xml:space="preserve"> فى السموات وما فى الارض</w:t>
      </w:r>
    </w:p>
    <w:p w:rsidR="001F628F" w:rsidRDefault="001F628F" w:rsidP="001F628F">
      <w:pPr>
        <w:pStyle w:val="libNormal"/>
        <w:rPr>
          <w:rtl/>
        </w:rPr>
      </w:pPr>
      <w:r>
        <w:rPr>
          <w:rtl/>
        </w:rPr>
        <w:t>4_ تمام چلنے والے موجودات اور ملائكہ ، فقط خداوند عالم كے سامنے سجدہ ريز ہوتے ہي</w:t>
      </w:r>
      <w:r w:rsidR="00083993">
        <w:rPr>
          <w:rtl/>
        </w:rPr>
        <w:t xml:space="preserve">ں </w:t>
      </w:r>
      <w:r>
        <w:rPr>
          <w:rtl/>
        </w:rPr>
        <w:t>_</w:t>
      </w:r>
    </w:p>
    <w:p w:rsidR="001F628F" w:rsidRDefault="001F628F" w:rsidP="007B2632">
      <w:pPr>
        <w:pStyle w:val="libArabic"/>
        <w:rPr>
          <w:rtl/>
        </w:rPr>
      </w:pPr>
      <w:r>
        <w:rPr>
          <w:rFonts w:hint="eastAsia"/>
          <w:rtl/>
        </w:rPr>
        <w:t>وللّ</w:t>
      </w:r>
      <w:r w:rsidR="00120F63" w:rsidRPr="00ED5DE8">
        <w:rPr>
          <w:rFonts w:hint="cs"/>
          <w:rtl/>
        </w:rPr>
        <w:t>ه</w:t>
      </w:r>
      <w:r>
        <w:rPr>
          <w:rtl/>
        </w:rPr>
        <w:t xml:space="preserve"> يسجد ما فى السموات وما فى الأرض من دابة والملائكة</w:t>
      </w:r>
    </w:p>
    <w:p w:rsidR="001F628F" w:rsidRDefault="001F628F" w:rsidP="001F628F">
      <w:pPr>
        <w:pStyle w:val="libNormal"/>
        <w:rPr>
          <w:rtl/>
        </w:rPr>
      </w:pPr>
      <w:r>
        <w:rPr>
          <w:rtl/>
        </w:rPr>
        <w:t>5_كائنات كے زندہ موجودات كے د رميان، ملائكہ كا ايك بلند و بالا مقام ہے_</w:t>
      </w:r>
    </w:p>
    <w:p w:rsidR="001F628F" w:rsidRDefault="001F628F" w:rsidP="007B2632">
      <w:pPr>
        <w:pStyle w:val="libArabic"/>
        <w:rPr>
          <w:rtl/>
        </w:rPr>
      </w:pPr>
      <w:r>
        <w:rPr>
          <w:rFonts w:hint="eastAsia"/>
          <w:rtl/>
        </w:rPr>
        <w:t>ولله</w:t>
      </w:r>
      <w:r>
        <w:rPr>
          <w:rtl/>
        </w:rPr>
        <w:t xml:space="preserve"> يسجد ما فى السموات وما فى الارض من دابة والملائكة</w:t>
      </w:r>
    </w:p>
    <w:p w:rsidR="001F628F" w:rsidRDefault="001F628F" w:rsidP="001F628F">
      <w:pPr>
        <w:pStyle w:val="libNormal"/>
        <w:rPr>
          <w:rtl/>
        </w:rPr>
      </w:pPr>
      <w:r>
        <w:rPr>
          <w:rFonts w:hint="eastAsia"/>
          <w:rtl/>
        </w:rPr>
        <w:t>تمام</w:t>
      </w:r>
      <w:r>
        <w:rPr>
          <w:rtl/>
        </w:rPr>
        <w:t xml:space="preserve"> موجودات مي</w:t>
      </w:r>
      <w:r w:rsidR="00083993">
        <w:rPr>
          <w:rtl/>
        </w:rPr>
        <w:t xml:space="preserve">ں </w:t>
      </w:r>
      <w:r>
        <w:rPr>
          <w:rtl/>
        </w:rPr>
        <w:t>ملائكہ كے ذكر كے ساتھ تخصيص ممكن ہے ان كے بلند مقام سے حكايت ہو_</w:t>
      </w:r>
    </w:p>
    <w:p w:rsidR="001F628F" w:rsidRDefault="001F628F" w:rsidP="001F628F">
      <w:pPr>
        <w:pStyle w:val="libNormal"/>
        <w:rPr>
          <w:rtl/>
        </w:rPr>
      </w:pPr>
      <w:r>
        <w:rPr>
          <w:rtl/>
        </w:rPr>
        <w:t>6_تمام چلنے والے موجودات ، خداوند عالم كے مقابلہ مي</w:t>
      </w:r>
      <w:r w:rsidR="00083993">
        <w:rPr>
          <w:rtl/>
        </w:rPr>
        <w:t xml:space="preserve">ں </w:t>
      </w:r>
      <w:r>
        <w:rPr>
          <w:rtl/>
        </w:rPr>
        <w:t>مطيع ہي</w:t>
      </w:r>
      <w:r w:rsidR="00083993">
        <w:rPr>
          <w:rtl/>
        </w:rPr>
        <w:t xml:space="preserve">ں </w:t>
      </w:r>
      <w:r>
        <w:rPr>
          <w:rtl/>
        </w:rPr>
        <w:t>اور وہ غرور تكبر سے كام نہي</w:t>
      </w:r>
      <w:r w:rsidR="00083993">
        <w:rPr>
          <w:rtl/>
        </w:rPr>
        <w:t xml:space="preserve">ں </w:t>
      </w:r>
      <w:r>
        <w:rPr>
          <w:rtl/>
        </w:rPr>
        <w:t>ليتے ہي</w:t>
      </w:r>
      <w:r w:rsidR="00083993">
        <w:rPr>
          <w:rtl/>
        </w:rPr>
        <w:t xml:space="preserve">ں </w:t>
      </w:r>
      <w:r>
        <w:rPr>
          <w:rtl/>
        </w:rPr>
        <w:t>_</w:t>
      </w:r>
    </w:p>
    <w:p w:rsidR="001F628F" w:rsidRDefault="001F628F" w:rsidP="007B2632">
      <w:pPr>
        <w:pStyle w:val="libArabic"/>
        <w:rPr>
          <w:rtl/>
        </w:rPr>
      </w:pPr>
      <w:r>
        <w:rPr>
          <w:rFonts w:hint="eastAsia"/>
          <w:rtl/>
        </w:rPr>
        <w:t>ولله</w:t>
      </w:r>
      <w:r>
        <w:rPr>
          <w:rtl/>
        </w:rPr>
        <w:t xml:space="preserve"> يسجد ما فى السموات وما فى الارض من دابة ...و</w:t>
      </w:r>
      <w:r w:rsidR="00120F63" w:rsidRPr="00ED5DE8">
        <w:rPr>
          <w:rFonts w:hint="cs"/>
          <w:rtl/>
        </w:rPr>
        <w:t>ه</w:t>
      </w:r>
      <w:r>
        <w:rPr>
          <w:rFonts w:hint="cs"/>
          <w:rtl/>
        </w:rPr>
        <w:t>م</w:t>
      </w:r>
      <w:r>
        <w:rPr>
          <w:rtl/>
        </w:rPr>
        <w:t xml:space="preserve"> </w:t>
      </w:r>
      <w:r>
        <w:rPr>
          <w:rFonts w:hint="cs"/>
          <w:rtl/>
        </w:rPr>
        <w:t>لايست</w:t>
      </w:r>
      <w:r>
        <w:rPr>
          <w:rtl/>
        </w:rPr>
        <w:t>كبرون</w:t>
      </w:r>
    </w:p>
    <w:p w:rsidR="007B2632" w:rsidRDefault="001E7F9D" w:rsidP="00F73EDE">
      <w:pPr>
        <w:pStyle w:val="libPoemTini"/>
        <w:rPr>
          <w:rtl/>
        </w:rPr>
      </w:pPr>
      <w:r>
        <w:rPr>
          <w:rtl/>
        </w:rPr>
        <w:br w:type="page"/>
      </w:r>
    </w:p>
    <w:p w:rsidR="001F628F" w:rsidRDefault="001F628F" w:rsidP="007B2632">
      <w:pPr>
        <w:pStyle w:val="libNormal"/>
        <w:rPr>
          <w:rtl/>
        </w:rPr>
      </w:pPr>
      <w:r>
        <w:rPr>
          <w:rtl/>
        </w:rPr>
        <w:lastRenderedPageBreak/>
        <w:t>7_ تمام ملائكہ ، خداوند عالم كے مطيع اور فرمانبردار اور اس كى احكام كى نافرمانى نہي</w:t>
      </w:r>
      <w:r w:rsidR="00083993">
        <w:rPr>
          <w:rtl/>
        </w:rPr>
        <w:t xml:space="preserve">ں </w:t>
      </w:r>
      <w:r>
        <w:rPr>
          <w:rtl/>
        </w:rPr>
        <w:t>كرتے ہي</w:t>
      </w:r>
      <w:r w:rsidR="00083993">
        <w:rPr>
          <w:rtl/>
        </w:rPr>
        <w:t xml:space="preserve">ں </w:t>
      </w:r>
      <w:r>
        <w:rPr>
          <w:rtl/>
        </w:rPr>
        <w:t>_</w:t>
      </w:r>
    </w:p>
    <w:p w:rsidR="001F628F" w:rsidRDefault="001F628F" w:rsidP="007B2632">
      <w:pPr>
        <w:pStyle w:val="libArabic"/>
        <w:rPr>
          <w:rtl/>
        </w:rPr>
      </w:pPr>
      <w:r>
        <w:rPr>
          <w:rFonts w:hint="eastAsia"/>
          <w:rtl/>
        </w:rPr>
        <w:t>وللّ</w:t>
      </w:r>
      <w:r w:rsidR="00120F63" w:rsidRPr="00ED5DE8">
        <w:rPr>
          <w:rFonts w:hint="cs"/>
          <w:rtl/>
        </w:rPr>
        <w:t>ه</w:t>
      </w:r>
      <w:r>
        <w:rPr>
          <w:rtl/>
        </w:rPr>
        <w:t xml:space="preserve"> يسجد ... والملائك</w:t>
      </w:r>
      <w:r w:rsidR="00120F63" w:rsidRPr="00ED5DE8">
        <w:rPr>
          <w:rFonts w:hint="cs"/>
          <w:rtl/>
        </w:rPr>
        <w:t>ه</w:t>
      </w:r>
      <w:r>
        <w:rPr>
          <w:rtl/>
        </w:rPr>
        <w:t xml:space="preserve"> </w:t>
      </w:r>
      <w:r>
        <w:rPr>
          <w:rFonts w:hint="cs"/>
          <w:rtl/>
        </w:rPr>
        <w:t>و</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يس</w:t>
      </w:r>
      <w:r>
        <w:rPr>
          <w:rtl/>
        </w:rPr>
        <w:t>تكبرون</w:t>
      </w:r>
    </w:p>
    <w:p w:rsidR="001F628F" w:rsidRDefault="001F628F" w:rsidP="007B2632">
      <w:pPr>
        <w:pStyle w:val="libNormal"/>
        <w:rPr>
          <w:rtl/>
        </w:rPr>
      </w:pPr>
      <w:r>
        <w:rPr>
          <w:rtl/>
        </w:rPr>
        <w:t>8_استكبار ى فكر ، ايك ناپسنديدہ اور قبيح چيز ہے_</w:t>
      </w:r>
      <w:r w:rsidRPr="007B2632">
        <w:rPr>
          <w:rStyle w:val="libArabicChar"/>
          <w:rFonts w:hint="eastAsia"/>
          <w:rtl/>
        </w:rPr>
        <w:t>و</w:t>
      </w:r>
      <w:r w:rsidR="00120F63" w:rsidRPr="00B2551F">
        <w:rPr>
          <w:rStyle w:val="libArabicChar"/>
          <w:rFonts w:hint="cs"/>
          <w:rtl/>
        </w:rPr>
        <w:t>ه</w:t>
      </w:r>
      <w:r w:rsidRPr="007B2632">
        <w:rPr>
          <w:rStyle w:val="libArabicChar"/>
          <w:rFonts w:hint="cs"/>
          <w:rtl/>
        </w:rPr>
        <w:t>م</w:t>
      </w:r>
      <w:r w:rsidRPr="007B2632">
        <w:rPr>
          <w:rStyle w:val="libArabicChar"/>
          <w:rtl/>
        </w:rPr>
        <w:t xml:space="preserve"> لا يستكبرون</w:t>
      </w:r>
    </w:p>
    <w:p w:rsidR="001F628F" w:rsidRDefault="001F628F" w:rsidP="001F628F">
      <w:pPr>
        <w:pStyle w:val="libNormal"/>
        <w:rPr>
          <w:rtl/>
        </w:rPr>
      </w:pPr>
      <w:r>
        <w:rPr>
          <w:rFonts w:hint="eastAsia"/>
          <w:rtl/>
        </w:rPr>
        <w:t>فرشتو</w:t>
      </w:r>
      <w:r w:rsidR="00083993">
        <w:rPr>
          <w:rFonts w:hint="eastAsia"/>
          <w:rtl/>
        </w:rPr>
        <w:t xml:space="preserve">ں </w:t>
      </w:r>
      <w:r>
        <w:rPr>
          <w:rtl/>
        </w:rPr>
        <w:t>كى توصيف كے ليے ان سے تكبر كى نفى اس كے مذموم ہونے سے حكايت ہے_</w:t>
      </w:r>
    </w:p>
    <w:p w:rsidR="001F628F" w:rsidRDefault="001F628F" w:rsidP="007B2632">
      <w:pPr>
        <w:pStyle w:val="libNormal"/>
        <w:rPr>
          <w:rtl/>
        </w:rPr>
      </w:pPr>
      <w:r>
        <w:rPr>
          <w:rFonts w:hint="eastAsia"/>
          <w:rtl/>
        </w:rPr>
        <w:t>آسمان</w:t>
      </w:r>
      <w:r>
        <w:rPr>
          <w:rtl/>
        </w:rPr>
        <w:t>:</w:t>
      </w:r>
      <w:r>
        <w:rPr>
          <w:rFonts w:hint="eastAsia"/>
          <w:rtl/>
        </w:rPr>
        <w:t>آسمان</w:t>
      </w:r>
      <w:r>
        <w:rPr>
          <w:rtl/>
        </w:rPr>
        <w:t xml:space="preserve"> كا متعدد ہونا 3</w:t>
      </w:r>
    </w:p>
    <w:p w:rsidR="001F628F" w:rsidRDefault="001F628F" w:rsidP="007B2632">
      <w:pPr>
        <w:pStyle w:val="libNormal"/>
        <w:rPr>
          <w:rtl/>
        </w:rPr>
      </w:pPr>
      <w:r>
        <w:rPr>
          <w:rFonts w:hint="eastAsia"/>
          <w:rtl/>
        </w:rPr>
        <w:t>اخلاق</w:t>
      </w:r>
      <w:r>
        <w:rPr>
          <w:rtl/>
        </w:rPr>
        <w:t>:</w:t>
      </w:r>
      <w:r>
        <w:rPr>
          <w:rFonts w:hint="eastAsia"/>
          <w:rtl/>
        </w:rPr>
        <w:t>رزائل</w:t>
      </w:r>
      <w:r>
        <w:rPr>
          <w:rtl/>
        </w:rPr>
        <w:t xml:space="preserve"> اخلاقي8</w:t>
      </w:r>
    </w:p>
    <w:p w:rsidR="001F628F" w:rsidRDefault="001F628F" w:rsidP="007B2632">
      <w:pPr>
        <w:pStyle w:val="libNormal"/>
        <w:rPr>
          <w:rtl/>
        </w:rPr>
      </w:pPr>
      <w:r>
        <w:rPr>
          <w:rFonts w:hint="eastAsia"/>
          <w:rtl/>
        </w:rPr>
        <w:t>استكبار</w:t>
      </w:r>
      <w:r>
        <w:rPr>
          <w:rtl/>
        </w:rPr>
        <w:t>:</w:t>
      </w:r>
      <w:r>
        <w:rPr>
          <w:rFonts w:hint="eastAsia"/>
          <w:rtl/>
        </w:rPr>
        <w:t>استكبار</w:t>
      </w:r>
      <w:r>
        <w:rPr>
          <w:rtl/>
        </w:rPr>
        <w:t xml:space="preserve"> كا ناپسنديدہ ہونا 8</w:t>
      </w:r>
    </w:p>
    <w:p w:rsidR="001F628F" w:rsidRDefault="001F628F" w:rsidP="007B2632">
      <w:pPr>
        <w:pStyle w:val="libNormal"/>
        <w:rPr>
          <w:rtl/>
        </w:rPr>
      </w:pPr>
      <w:r>
        <w:rPr>
          <w:rFonts w:hint="eastAsia"/>
          <w:rtl/>
        </w:rPr>
        <w:t>اطاعت</w:t>
      </w:r>
      <w:r>
        <w:rPr>
          <w:rtl/>
        </w:rPr>
        <w:t>:</w:t>
      </w:r>
      <w:r>
        <w:rPr>
          <w:rFonts w:hint="eastAsia"/>
          <w:rtl/>
        </w:rPr>
        <w:t>خداوند</w:t>
      </w:r>
      <w:r>
        <w:rPr>
          <w:rtl/>
        </w:rPr>
        <w:t xml:space="preserve"> عالم كى اطاعت6،7</w:t>
      </w:r>
    </w:p>
    <w:p w:rsidR="001F628F" w:rsidRDefault="001F628F" w:rsidP="007B2632">
      <w:pPr>
        <w:pStyle w:val="libNormal"/>
        <w:rPr>
          <w:rtl/>
        </w:rPr>
      </w:pPr>
      <w:r>
        <w:rPr>
          <w:rFonts w:hint="eastAsia"/>
          <w:rtl/>
        </w:rPr>
        <w:t>چوپائے</w:t>
      </w:r>
      <w:r>
        <w:rPr>
          <w:rtl/>
        </w:rPr>
        <w:t>:</w:t>
      </w:r>
      <w:r>
        <w:rPr>
          <w:rFonts w:hint="eastAsia"/>
          <w:rtl/>
        </w:rPr>
        <w:t>چوپائے</w:t>
      </w:r>
      <w:r>
        <w:rPr>
          <w:rtl/>
        </w:rPr>
        <w:t xml:space="preserve"> آسمانى مادي2;چوپائے اور استكبار 6; چوپاؤ</w:t>
      </w:r>
      <w:r w:rsidR="00083993">
        <w:rPr>
          <w:rtl/>
        </w:rPr>
        <w:t xml:space="preserve">ں </w:t>
      </w:r>
      <w:r>
        <w:rPr>
          <w:rtl/>
        </w:rPr>
        <w:t>كا سجدہ 1،4; چوپاؤ</w:t>
      </w:r>
      <w:r w:rsidR="00083993">
        <w:rPr>
          <w:rtl/>
        </w:rPr>
        <w:t xml:space="preserve">ں </w:t>
      </w:r>
      <w:r>
        <w:rPr>
          <w:rtl/>
        </w:rPr>
        <w:t>كا سر تسليم خم كرنا1،6; چوپاؤ</w:t>
      </w:r>
      <w:r w:rsidR="00083993">
        <w:rPr>
          <w:rtl/>
        </w:rPr>
        <w:t xml:space="preserve">ں </w:t>
      </w:r>
      <w:r>
        <w:rPr>
          <w:rtl/>
        </w:rPr>
        <w:t>كى توحيد عبادى 4</w:t>
      </w:r>
    </w:p>
    <w:p w:rsidR="001F628F" w:rsidRDefault="001F628F" w:rsidP="007B2632">
      <w:pPr>
        <w:pStyle w:val="libNormal"/>
        <w:rPr>
          <w:rtl/>
        </w:rPr>
      </w:pPr>
      <w:r>
        <w:rPr>
          <w:rFonts w:hint="eastAsia"/>
          <w:rtl/>
        </w:rPr>
        <w:t>سجدہ</w:t>
      </w:r>
      <w:r>
        <w:rPr>
          <w:rtl/>
        </w:rPr>
        <w:t>:</w:t>
      </w:r>
      <w:r>
        <w:rPr>
          <w:rFonts w:hint="eastAsia"/>
          <w:rtl/>
        </w:rPr>
        <w:t>خداوند</w:t>
      </w:r>
      <w:r>
        <w:rPr>
          <w:rtl/>
        </w:rPr>
        <w:t xml:space="preserve"> عالم كے ليے سجدہ1،4</w:t>
      </w:r>
    </w:p>
    <w:p w:rsidR="001F628F" w:rsidRDefault="001F628F" w:rsidP="007B2632">
      <w:pPr>
        <w:pStyle w:val="libNormal"/>
        <w:rPr>
          <w:rtl/>
        </w:rPr>
      </w:pPr>
      <w:r>
        <w:rPr>
          <w:rFonts w:hint="eastAsia"/>
          <w:rtl/>
        </w:rPr>
        <w:t>ملائكہ</w:t>
      </w:r>
      <w:r>
        <w:rPr>
          <w:rtl/>
        </w:rPr>
        <w:t>:</w:t>
      </w:r>
      <w:r>
        <w:rPr>
          <w:rFonts w:hint="eastAsia"/>
          <w:rtl/>
        </w:rPr>
        <w:t>ملائكہ</w:t>
      </w:r>
      <w:r>
        <w:rPr>
          <w:rtl/>
        </w:rPr>
        <w:t xml:space="preserve"> او رمعصيت7; ملائكہ كا سجدہ 4; ملائكہ كا سر تسليم خم كرنا7; ملائكہ كى توحيد عبادي4; ملائكہ كے خصوصيات 7; ملائكہ كے فضائل 5</w:t>
      </w:r>
    </w:p>
    <w:p w:rsidR="001F628F" w:rsidRDefault="007B2632" w:rsidP="007B2632">
      <w:pPr>
        <w:pStyle w:val="Heading2Center"/>
        <w:rPr>
          <w:rtl/>
        </w:rPr>
      </w:pPr>
      <w:bookmarkStart w:id="196" w:name="_Toc28081874"/>
      <w:r>
        <w:rPr>
          <w:rFonts w:hint="cs"/>
          <w:rtl/>
        </w:rPr>
        <w:t>آیت 50</w:t>
      </w:r>
      <w:bookmarkEnd w:id="196"/>
    </w:p>
    <w:p w:rsidR="001F628F" w:rsidRDefault="00E260F9" w:rsidP="007B2632">
      <w:pPr>
        <w:pStyle w:val="libNormal"/>
        <w:rPr>
          <w:rtl/>
        </w:rPr>
      </w:pPr>
      <w:r w:rsidRPr="00E260F9">
        <w:rPr>
          <w:rStyle w:val="libAlaemChar"/>
          <w:rFonts w:hint="eastAsia"/>
          <w:rtl/>
        </w:rPr>
        <w:t>(</w:t>
      </w:r>
      <w:r w:rsidRPr="007B2632">
        <w:rPr>
          <w:rStyle w:val="libAieChar"/>
          <w:rFonts w:hint="eastAsia"/>
          <w:rtl/>
        </w:rPr>
        <w:t>يَخَافُونَ</w:t>
      </w:r>
      <w:r w:rsidRPr="007B2632">
        <w:rPr>
          <w:rStyle w:val="libAieChar"/>
          <w:rtl/>
        </w:rPr>
        <w:t xml:space="preserve"> رَبَّهُم مِّن فَوْقِهِمْ وَيَفْعَلُونَ مَا يُؤْمَرُونَ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سب اپنے پروردگار كى برترى اور عظمت سے خوفزدہ ہي</w:t>
      </w:r>
      <w:r w:rsidR="00083993">
        <w:rPr>
          <w:rtl/>
        </w:rPr>
        <w:t xml:space="preserve">ں </w:t>
      </w:r>
      <w:r>
        <w:rPr>
          <w:rtl/>
        </w:rPr>
        <w:t>اور اسى كے امر كے مطابق كام كر رہے ہي</w:t>
      </w:r>
      <w:r w:rsidR="00083993">
        <w:rPr>
          <w:rtl/>
        </w:rPr>
        <w:t xml:space="preserve">ں </w:t>
      </w:r>
      <w:r>
        <w:rPr>
          <w:rtl/>
        </w:rPr>
        <w:t>_</w:t>
      </w:r>
    </w:p>
    <w:p w:rsidR="001F628F" w:rsidRDefault="001F628F" w:rsidP="001F628F">
      <w:pPr>
        <w:pStyle w:val="libNormal"/>
        <w:rPr>
          <w:rtl/>
        </w:rPr>
      </w:pPr>
      <w:r>
        <w:rPr>
          <w:rtl/>
        </w:rPr>
        <w:t>1_ملائكہ، ہميشہ خداوند عالم كے مقام ربوبيت اور اس كے قہر و غضب سے خوف وہراس مي</w:t>
      </w:r>
      <w:r w:rsidR="00083993">
        <w:rPr>
          <w:rtl/>
        </w:rPr>
        <w:t xml:space="preserve">ں </w:t>
      </w:r>
      <w:r>
        <w:rPr>
          <w:rtl/>
        </w:rPr>
        <w:t>ہي</w:t>
      </w:r>
      <w:r w:rsidR="00083993">
        <w:rPr>
          <w:rtl/>
        </w:rPr>
        <w:t xml:space="preserve">ں </w:t>
      </w:r>
      <w:r>
        <w:rPr>
          <w:rtl/>
        </w:rPr>
        <w:t>_</w:t>
      </w:r>
    </w:p>
    <w:p w:rsidR="001F628F" w:rsidRDefault="001F628F" w:rsidP="007B2632">
      <w:pPr>
        <w:pStyle w:val="libArabic"/>
        <w:rPr>
          <w:rtl/>
        </w:rPr>
      </w:pPr>
      <w:r>
        <w:rPr>
          <w:rFonts w:hint="eastAsia"/>
          <w:rtl/>
        </w:rPr>
        <w:t>والملائك</w:t>
      </w:r>
      <w:r w:rsidR="00120F63" w:rsidRPr="00ED5DE8">
        <w:rPr>
          <w:rFonts w:hint="cs"/>
          <w:rtl/>
        </w:rPr>
        <w:t>ه</w:t>
      </w:r>
      <w:r>
        <w:rPr>
          <w:rtl/>
        </w:rPr>
        <w:t xml:space="preserve"> ...يخافون ربّ</w:t>
      </w:r>
      <w:r w:rsidR="00120F63" w:rsidRPr="00ED5DE8">
        <w:rPr>
          <w:rFonts w:hint="cs"/>
          <w:rtl/>
        </w:rPr>
        <w:t>ه</w:t>
      </w:r>
      <w:r>
        <w:rPr>
          <w:rFonts w:hint="cs"/>
          <w:rtl/>
        </w:rPr>
        <w:t>م</w:t>
      </w:r>
      <w:r>
        <w:rPr>
          <w:rtl/>
        </w:rPr>
        <w:t xml:space="preserve"> </w:t>
      </w:r>
      <w:r>
        <w:rPr>
          <w:rFonts w:hint="cs"/>
          <w:rtl/>
        </w:rPr>
        <w:t>من</w:t>
      </w:r>
      <w:r>
        <w:rPr>
          <w:rtl/>
        </w:rPr>
        <w:t xml:space="preserve"> فوق</w:t>
      </w:r>
      <w:r w:rsidR="00120F63" w:rsidRPr="00ED5DE8">
        <w:rPr>
          <w:rFonts w:hint="cs"/>
          <w:rtl/>
        </w:rPr>
        <w:t>ه</w:t>
      </w:r>
      <w:r>
        <w:rPr>
          <w:rFonts w:hint="cs"/>
          <w:rtl/>
        </w:rPr>
        <w:t>م</w:t>
      </w:r>
    </w:p>
    <w:p w:rsidR="001F628F" w:rsidRDefault="001F628F" w:rsidP="001F628F">
      <w:pPr>
        <w:pStyle w:val="libNormal"/>
        <w:rPr>
          <w:rtl/>
        </w:rPr>
      </w:pPr>
      <w:r>
        <w:rPr>
          <w:rtl/>
        </w:rPr>
        <w:t>''من فوقہم'' ''رب'' كے ليے حال ہے او ر خداوند عالم كے اس علم و برترى پر دلالت كر رہا ہے جو اس كے قہر و غضب سے حاكى ہے او رفعل مضارع ''يخافون'' ہميشگى پر دلالت كررہا ہے_</w:t>
      </w:r>
    </w:p>
    <w:p w:rsidR="007B2632" w:rsidRDefault="001E7F9D" w:rsidP="00F73EDE">
      <w:pPr>
        <w:pStyle w:val="libPoemTini"/>
        <w:rPr>
          <w:rtl/>
        </w:rPr>
      </w:pPr>
      <w:r>
        <w:rPr>
          <w:rtl/>
        </w:rPr>
        <w:br w:type="page"/>
      </w:r>
    </w:p>
    <w:p w:rsidR="001F628F" w:rsidRDefault="001F628F" w:rsidP="007B2632">
      <w:pPr>
        <w:pStyle w:val="libNormal"/>
        <w:rPr>
          <w:rtl/>
        </w:rPr>
      </w:pPr>
      <w:r>
        <w:rPr>
          <w:rtl/>
        </w:rPr>
        <w:lastRenderedPageBreak/>
        <w:t>2_ملائكہ ، نفسياتى تاثير اور انعطاف كے حامل ہي</w:t>
      </w:r>
      <w:r w:rsidR="00083993">
        <w:rPr>
          <w:rtl/>
        </w:rPr>
        <w:t xml:space="preserve">ں </w:t>
      </w:r>
      <w:r>
        <w:rPr>
          <w:rtl/>
        </w:rPr>
        <w:t>_</w:t>
      </w:r>
      <w:r w:rsidRPr="007B2632">
        <w:rPr>
          <w:rStyle w:val="libArabicChar"/>
          <w:rFonts w:hint="eastAsia"/>
          <w:rtl/>
        </w:rPr>
        <w:t>والملائكة</w:t>
      </w:r>
      <w:r w:rsidRPr="007B2632">
        <w:rPr>
          <w:rStyle w:val="libArabicChar"/>
          <w:rtl/>
        </w:rPr>
        <w:t xml:space="preserve"> ...يخافون ربّ</w:t>
      </w:r>
      <w:r w:rsidR="00120F63" w:rsidRPr="00B2551F">
        <w:rPr>
          <w:rStyle w:val="libArabicChar"/>
          <w:rFonts w:hint="cs"/>
          <w:rtl/>
        </w:rPr>
        <w:t>ه</w:t>
      </w:r>
      <w:r w:rsidRPr="007B2632">
        <w:rPr>
          <w:rStyle w:val="libArabicChar"/>
          <w:rFonts w:hint="cs"/>
          <w:rtl/>
        </w:rPr>
        <w:t>م</w:t>
      </w:r>
    </w:p>
    <w:p w:rsidR="001F628F" w:rsidRDefault="001F628F" w:rsidP="007B2632">
      <w:pPr>
        <w:pStyle w:val="libNormal"/>
        <w:rPr>
          <w:rtl/>
        </w:rPr>
      </w:pPr>
      <w:r>
        <w:rPr>
          <w:rtl/>
        </w:rPr>
        <w:t>3_ملائكہ ہميشہ خداوند عالم كے بلند و برتر مقام كى طرف توجہ كئے ہوئے ہي</w:t>
      </w:r>
      <w:r w:rsidR="00083993">
        <w:rPr>
          <w:rtl/>
        </w:rPr>
        <w:t xml:space="preserve">ں </w:t>
      </w:r>
      <w:r>
        <w:rPr>
          <w:rtl/>
        </w:rPr>
        <w:t>_</w:t>
      </w:r>
      <w:r w:rsidRPr="007B2632">
        <w:rPr>
          <w:rStyle w:val="libArabicChar"/>
          <w:rFonts w:hint="eastAsia"/>
          <w:rtl/>
        </w:rPr>
        <w:t>يخافون</w:t>
      </w:r>
      <w:r w:rsidRPr="007B2632">
        <w:rPr>
          <w:rStyle w:val="libArabicChar"/>
          <w:rtl/>
        </w:rPr>
        <w:t xml:space="preserve"> ربّ</w:t>
      </w:r>
      <w:r w:rsidR="00120F63" w:rsidRPr="00B2551F">
        <w:rPr>
          <w:rStyle w:val="libArabicChar"/>
          <w:rFonts w:hint="cs"/>
          <w:rtl/>
        </w:rPr>
        <w:t>ه</w:t>
      </w:r>
      <w:r w:rsidRPr="007B2632">
        <w:rPr>
          <w:rStyle w:val="libArabicChar"/>
          <w:rFonts w:hint="cs"/>
          <w:rtl/>
        </w:rPr>
        <w:t>م</w:t>
      </w:r>
      <w:r w:rsidRPr="007B2632">
        <w:rPr>
          <w:rStyle w:val="libArabicChar"/>
          <w:rtl/>
        </w:rPr>
        <w:t xml:space="preserve"> </w:t>
      </w:r>
      <w:r w:rsidRPr="007B2632">
        <w:rPr>
          <w:rStyle w:val="libArabicChar"/>
          <w:rFonts w:hint="cs"/>
          <w:rtl/>
        </w:rPr>
        <w:t>من</w:t>
      </w:r>
      <w:r w:rsidRPr="007B2632">
        <w:rPr>
          <w:rStyle w:val="libArabicChar"/>
          <w:rtl/>
        </w:rPr>
        <w:t xml:space="preserve"> </w:t>
      </w:r>
      <w:r w:rsidRPr="007B2632">
        <w:rPr>
          <w:rStyle w:val="libArabicChar"/>
          <w:rFonts w:hint="cs"/>
          <w:rtl/>
        </w:rPr>
        <w:t>فوق</w:t>
      </w:r>
      <w:r w:rsidR="00120F63" w:rsidRPr="00B2551F">
        <w:rPr>
          <w:rStyle w:val="libArabicChar"/>
          <w:rFonts w:hint="cs"/>
          <w:rtl/>
        </w:rPr>
        <w:t>ه</w:t>
      </w:r>
      <w:r w:rsidRPr="007B2632">
        <w:rPr>
          <w:rStyle w:val="libArabicChar"/>
          <w:rFonts w:hint="cs"/>
          <w:rtl/>
        </w:rPr>
        <w:t>م</w:t>
      </w:r>
      <w:r w:rsidRPr="007B2632">
        <w:rPr>
          <w:rStyle w:val="libArabicChar"/>
          <w:rtl/>
        </w:rPr>
        <w:t xml:space="preserve"> يفعلون</w:t>
      </w:r>
    </w:p>
    <w:p w:rsidR="001F628F" w:rsidRDefault="001F628F" w:rsidP="007B2632">
      <w:pPr>
        <w:pStyle w:val="libNormal"/>
        <w:rPr>
          <w:rtl/>
        </w:rPr>
      </w:pPr>
      <w:r>
        <w:rPr>
          <w:rtl/>
        </w:rPr>
        <w:t>4_خداوند عالم كى ربوبيت و قہر كا مقام ، خوف و ہراس كے سزا وار ہے_</w:t>
      </w:r>
      <w:r w:rsidRPr="007B2632">
        <w:rPr>
          <w:rStyle w:val="libArabicChar"/>
          <w:rFonts w:hint="eastAsia"/>
          <w:rtl/>
        </w:rPr>
        <w:t>يخافون</w:t>
      </w:r>
      <w:r w:rsidRPr="007B2632">
        <w:rPr>
          <w:rStyle w:val="libArabicChar"/>
          <w:rtl/>
        </w:rPr>
        <w:t xml:space="preserve"> ربّ</w:t>
      </w:r>
      <w:r w:rsidR="00120F63" w:rsidRPr="00B2551F">
        <w:rPr>
          <w:rStyle w:val="libArabicChar"/>
          <w:rFonts w:hint="cs"/>
          <w:rtl/>
        </w:rPr>
        <w:t>ه</w:t>
      </w:r>
      <w:r w:rsidRPr="007B2632">
        <w:rPr>
          <w:rStyle w:val="libArabicChar"/>
          <w:rFonts w:hint="cs"/>
          <w:rtl/>
        </w:rPr>
        <w:t>م</w:t>
      </w:r>
      <w:r w:rsidRPr="007B2632">
        <w:rPr>
          <w:rStyle w:val="libArabicChar"/>
          <w:rtl/>
        </w:rPr>
        <w:t xml:space="preserve"> </w:t>
      </w:r>
      <w:r w:rsidRPr="007B2632">
        <w:rPr>
          <w:rStyle w:val="libArabicChar"/>
          <w:rFonts w:hint="cs"/>
          <w:rtl/>
        </w:rPr>
        <w:t>من</w:t>
      </w:r>
      <w:r w:rsidRPr="007B2632">
        <w:rPr>
          <w:rStyle w:val="libArabicChar"/>
          <w:rtl/>
        </w:rPr>
        <w:t xml:space="preserve"> فوق</w:t>
      </w:r>
      <w:r w:rsidR="00120F63" w:rsidRPr="00B2551F">
        <w:rPr>
          <w:rStyle w:val="libArabicChar"/>
          <w:rFonts w:hint="cs"/>
          <w:rtl/>
        </w:rPr>
        <w:t>ه</w:t>
      </w:r>
      <w:r w:rsidRPr="007B2632">
        <w:rPr>
          <w:rStyle w:val="libArabicChar"/>
          <w:rFonts w:hint="cs"/>
          <w:rtl/>
        </w:rPr>
        <w:t>م</w:t>
      </w:r>
    </w:p>
    <w:p w:rsidR="001F628F" w:rsidRDefault="001F628F" w:rsidP="001F628F">
      <w:pPr>
        <w:pStyle w:val="libNormal"/>
        <w:rPr>
          <w:rtl/>
        </w:rPr>
      </w:pPr>
      <w:r>
        <w:rPr>
          <w:rtl/>
        </w:rPr>
        <w:t>5_ملائكہ ،ہميشہ خداوند عالم كے احكام اور فرامين كے مطيع ہي</w:t>
      </w:r>
      <w:r w:rsidR="00083993">
        <w:rPr>
          <w:rtl/>
        </w:rPr>
        <w:t xml:space="preserve">ں </w:t>
      </w:r>
      <w:r>
        <w:rPr>
          <w:rtl/>
        </w:rPr>
        <w:t>اور اس كى نافرمانى نہي</w:t>
      </w:r>
      <w:r w:rsidR="00083993">
        <w:rPr>
          <w:rtl/>
        </w:rPr>
        <w:t xml:space="preserve">ں </w:t>
      </w:r>
      <w:r>
        <w:rPr>
          <w:rtl/>
        </w:rPr>
        <w:t>كرتے ہي</w:t>
      </w:r>
      <w:r w:rsidR="00083993">
        <w:rPr>
          <w:rtl/>
        </w:rPr>
        <w:t xml:space="preserve">ں </w:t>
      </w:r>
      <w:r>
        <w:rPr>
          <w:rtl/>
        </w:rPr>
        <w:t>_</w:t>
      </w:r>
    </w:p>
    <w:p w:rsidR="001F628F" w:rsidRDefault="001F628F" w:rsidP="00200CA5">
      <w:pPr>
        <w:pStyle w:val="libNormal"/>
        <w:rPr>
          <w:rtl/>
        </w:rPr>
      </w:pPr>
      <w:r>
        <w:rPr>
          <w:rtl/>
        </w:rPr>
        <w:t>(نافرمانى سے معصوم ہي</w:t>
      </w:r>
      <w:r w:rsidR="00083993">
        <w:rPr>
          <w:rtl/>
        </w:rPr>
        <w:t xml:space="preserve">ں </w:t>
      </w:r>
      <w:r>
        <w:rPr>
          <w:rtl/>
        </w:rPr>
        <w:t>)</w:t>
      </w:r>
      <w:r w:rsidRPr="00200CA5">
        <w:rPr>
          <w:rStyle w:val="libArabicChar"/>
          <w:rFonts w:hint="eastAsia"/>
          <w:rtl/>
        </w:rPr>
        <w:t>والملائكة</w:t>
      </w:r>
      <w:r w:rsidRPr="00200CA5">
        <w:rPr>
          <w:rStyle w:val="libArabicChar"/>
          <w:rtl/>
        </w:rPr>
        <w:t xml:space="preserve"> ...يفعلون ما يؤمرون</w:t>
      </w:r>
    </w:p>
    <w:p w:rsidR="001F628F" w:rsidRDefault="001F628F" w:rsidP="00200CA5">
      <w:pPr>
        <w:pStyle w:val="libNormal"/>
        <w:rPr>
          <w:rtl/>
        </w:rPr>
      </w:pPr>
      <w:r>
        <w:rPr>
          <w:rtl/>
        </w:rPr>
        <w:t>6_ملائكة ،اوامر الہى كو انجام دينے پرمامور ہي</w:t>
      </w:r>
      <w:r w:rsidR="00083993">
        <w:rPr>
          <w:rtl/>
        </w:rPr>
        <w:t xml:space="preserve">ں </w:t>
      </w:r>
      <w:r>
        <w:rPr>
          <w:rtl/>
        </w:rPr>
        <w:t>_</w:t>
      </w:r>
      <w:r w:rsidRPr="00200CA5">
        <w:rPr>
          <w:rStyle w:val="libArabicChar"/>
          <w:rFonts w:hint="eastAsia"/>
          <w:rtl/>
        </w:rPr>
        <w:t>والملائكة</w:t>
      </w:r>
      <w:r w:rsidRPr="00200CA5">
        <w:rPr>
          <w:rStyle w:val="libArabicChar"/>
          <w:rtl/>
        </w:rPr>
        <w:t xml:space="preserve"> ...ويفعلون ما يؤمرون</w:t>
      </w:r>
    </w:p>
    <w:p w:rsidR="001F628F" w:rsidRDefault="001F628F" w:rsidP="00200CA5">
      <w:pPr>
        <w:pStyle w:val="libNormal"/>
        <w:rPr>
          <w:rtl/>
        </w:rPr>
      </w:pPr>
      <w:r>
        <w:rPr>
          <w:rtl/>
        </w:rPr>
        <w:t>7_خوف الہي، اس كے احكام كى بجا آورى كا زمينہ فراہم كرتا ہے_</w:t>
      </w:r>
      <w:r w:rsidRPr="00200CA5">
        <w:rPr>
          <w:rStyle w:val="libArabicChar"/>
          <w:rFonts w:hint="eastAsia"/>
          <w:rtl/>
        </w:rPr>
        <w:t>يخافون</w:t>
      </w:r>
      <w:r w:rsidRPr="00200CA5">
        <w:rPr>
          <w:rStyle w:val="libArabicChar"/>
          <w:rtl/>
        </w:rPr>
        <w:t xml:space="preserve"> ربّ</w:t>
      </w:r>
      <w:r w:rsidR="00120F63" w:rsidRPr="00B2551F">
        <w:rPr>
          <w:rStyle w:val="libArabicChar"/>
          <w:rFonts w:hint="cs"/>
          <w:rtl/>
        </w:rPr>
        <w:t>ه</w:t>
      </w:r>
      <w:r w:rsidRPr="00200CA5">
        <w:rPr>
          <w:rStyle w:val="libArabicChar"/>
          <w:rFonts w:hint="cs"/>
          <w:rtl/>
        </w:rPr>
        <w:t>م</w:t>
      </w:r>
      <w:r w:rsidRPr="00200CA5">
        <w:rPr>
          <w:rStyle w:val="libArabicChar"/>
          <w:rtl/>
        </w:rPr>
        <w:t xml:space="preserve"> ...</w:t>
      </w:r>
      <w:r w:rsidRPr="00200CA5">
        <w:rPr>
          <w:rStyle w:val="libArabicChar"/>
          <w:rFonts w:hint="cs"/>
          <w:rtl/>
        </w:rPr>
        <w:t>ويفعلون</w:t>
      </w:r>
      <w:r w:rsidRPr="00200CA5">
        <w:rPr>
          <w:rStyle w:val="libArabicChar"/>
          <w:rtl/>
        </w:rPr>
        <w:t xml:space="preserve"> </w:t>
      </w:r>
      <w:r w:rsidRPr="00200CA5">
        <w:rPr>
          <w:rStyle w:val="libArabicChar"/>
          <w:rFonts w:hint="cs"/>
          <w:rtl/>
        </w:rPr>
        <w:t>ما</w:t>
      </w:r>
      <w:r w:rsidRPr="00200CA5">
        <w:rPr>
          <w:rStyle w:val="libArabicChar"/>
          <w:rtl/>
        </w:rPr>
        <w:t xml:space="preserve"> يؤمرون</w:t>
      </w:r>
    </w:p>
    <w:p w:rsidR="001F628F" w:rsidRDefault="001F628F" w:rsidP="001F628F">
      <w:pPr>
        <w:pStyle w:val="libNormal"/>
        <w:rPr>
          <w:rtl/>
        </w:rPr>
      </w:pPr>
      <w:r>
        <w:rPr>
          <w:rtl/>
        </w:rPr>
        <w:t>8_خوف خدا اور اس كے فرامين كو بے چون وچرا انجام دينا ، پسنديدہ اور مطلوب امر ہے _</w:t>
      </w:r>
    </w:p>
    <w:p w:rsidR="001F628F" w:rsidRDefault="001F628F" w:rsidP="00200CA5">
      <w:pPr>
        <w:pStyle w:val="libArabic"/>
        <w:rPr>
          <w:rtl/>
        </w:rPr>
      </w:pPr>
      <w:r>
        <w:rPr>
          <w:rFonts w:hint="eastAsia"/>
          <w:rtl/>
        </w:rPr>
        <w:t>يخافون</w:t>
      </w:r>
      <w:r>
        <w:rPr>
          <w:rtl/>
        </w:rPr>
        <w:t xml:space="preserve"> ربّ</w:t>
      </w:r>
      <w:r w:rsidR="00120F63" w:rsidRPr="00ED5DE8">
        <w:rPr>
          <w:rFonts w:hint="cs"/>
          <w:rtl/>
        </w:rPr>
        <w:t>ه</w:t>
      </w:r>
      <w:r>
        <w:rPr>
          <w:rFonts w:hint="cs"/>
          <w:rtl/>
        </w:rPr>
        <w:t>م</w:t>
      </w:r>
      <w:r>
        <w:rPr>
          <w:rtl/>
        </w:rPr>
        <w:t xml:space="preserve"> ...</w:t>
      </w:r>
      <w:r>
        <w:rPr>
          <w:rFonts w:hint="cs"/>
          <w:rtl/>
        </w:rPr>
        <w:t>ويفعلون</w:t>
      </w:r>
      <w:r>
        <w:rPr>
          <w:rtl/>
        </w:rPr>
        <w:t xml:space="preserve"> </w:t>
      </w:r>
      <w:r>
        <w:rPr>
          <w:rFonts w:hint="cs"/>
          <w:rtl/>
        </w:rPr>
        <w:t>ما</w:t>
      </w:r>
      <w:r>
        <w:rPr>
          <w:rtl/>
        </w:rPr>
        <w:t xml:space="preserve"> </w:t>
      </w:r>
      <w:r>
        <w:rPr>
          <w:rFonts w:hint="cs"/>
          <w:rtl/>
        </w:rPr>
        <w:t>ي</w:t>
      </w:r>
      <w:r>
        <w:rPr>
          <w:rtl/>
        </w:rPr>
        <w:t>ؤمرون</w:t>
      </w:r>
    </w:p>
    <w:p w:rsidR="001F628F" w:rsidRDefault="001F628F" w:rsidP="00200CA5">
      <w:pPr>
        <w:pStyle w:val="libNormal"/>
        <w:rPr>
          <w:rtl/>
        </w:rPr>
      </w:pPr>
      <w:r>
        <w:rPr>
          <w:rtl/>
        </w:rPr>
        <w:t>9_ملائكہ ، خداوند عالم كى خاص ربوبيت كے تحت ہي</w:t>
      </w:r>
      <w:r w:rsidR="00083993">
        <w:rPr>
          <w:rtl/>
        </w:rPr>
        <w:t xml:space="preserve">ں </w:t>
      </w:r>
      <w:r>
        <w:rPr>
          <w:rtl/>
        </w:rPr>
        <w:t>_</w:t>
      </w:r>
      <w:r w:rsidRPr="00200CA5">
        <w:rPr>
          <w:rStyle w:val="libArabicChar"/>
          <w:rFonts w:hint="eastAsia"/>
          <w:rtl/>
        </w:rPr>
        <w:t>والملائكة</w:t>
      </w:r>
      <w:r w:rsidRPr="00200CA5">
        <w:rPr>
          <w:rStyle w:val="libArabicChar"/>
          <w:rtl/>
        </w:rPr>
        <w:t xml:space="preserve"> ...يخافون ربّ</w:t>
      </w:r>
      <w:r w:rsidR="00120F63" w:rsidRPr="00B2551F">
        <w:rPr>
          <w:rStyle w:val="libArabicChar"/>
          <w:rFonts w:hint="cs"/>
          <w:rtl/>
        </w:rPr>
        <w:t>ه</w:t>
      </w:r>
      <w:r w:rsidRPr="00200CA5">
        <w:rPr>
          <w:rStyle w:val="libArabicChar"/>
          <w:rFonts w:hint="cs"/>
          <w:rtl/>
        </w:rPr>
        <w:t>م</w:t>
      </w:r>
    </w:p>
    <w:p w:rsidR="001F628F" w:rsidRDefault="001F628F" w:rsidP="001F628F">
      <w:pPr>
        <w:pStyle w:val="libNormal"/>
        <w:rPr>
          <w:rtl/>
        </w:rPr>
      </w:pPr>
      <w:r>
        <w:rPr>
          <w:rFonts w:hint="eastAsia"/>
          <w:rtl/>
        </w:rPr>
        <w:t>خداوند</w:t>
      </w:r>
      <w:r>
        <w:rPr>
          <w:rtl/>
        </w:rPr>
        <w:t xml:space="preserve"> عالم كا تمام موجودات كے ''رب'' ہونے كو ملحوظ خاطر ركھتے ہوئے اور لفظ ''رب'' كا ضمير ''ہم''كہ جس كا مرجع ملائكہ ہے كى طرف اضافہ ممكن ہے مذكورہ نكتہ كى طرف اشارہ ہو_</w:t>
      </w:r>
    </w:p>
    <w:p w:rsidR="001F628F" w:rsidRDefault="001F628F" w:rsidP="00200CA5">
      <w:pPr>
        <w:pStyle w:val="libNormal"/>
        <w:rPr>
          <w:rtl/>
        </w:rPr>
      </w:pPr>
      <w:r>
        <w:rPr>
          <w:rtl/>
        </w:rPr>
        <w:t>10_ مشركين ، ملائكہ كے بلند مقامات و مرتبہ كے معتقد تھے_</w:t>
      </w:r>
      <w:r w:rsidRPr="00200CA5">
        <w:rPr>
          <w:rStyle w:val="libArabicChar"/>
          <w:rFonts w:hint="eastAsia"/>
          <w:rtl/>
        </w:rPr>
        <w:t>والملائكة</w:t>
      </w:r>
      <w:r w:rsidRPr="00200CA5">
        <w:rPr>
          <w:rStyle w:val="libArabicChar"/>
          <w:rtl/>
        </w:rPr>
        <w:t xml:space="preserve"> و</w:t>
      </w:r>
      <w:r w:rsidR="00120F63" w:rsidRPr="00B2551F">
        <w:rPr>
          <w:rStyle w:val="libArabicChar"/>
          <w:rFonts w:hint="cs"/>
          <w:rtl/>
        </w:rPr>
        <w:t>ه</w:t>
      </w:r>
      <w:r w:rsidRPr="00200CA5">
        <w:rPr>
          <w:rStyle w:val="libArabicChar"/>
          <w:rFonts w:hint="cs"/>
          <w:rtl/>
        </w:rPr>
        <w:t>م</w:t>
      </w:r>
      <w:r w:rsidRPr="00200CA5">
        <w:rPr>
          <w:rStyle w:val="libArabicChar"/>
          <w:rtl/>
        </w:rPr>
        <w:t xml:space="preserve"> </w:t>
      </w:r>
      <w:r w:rsidRPr="00200CA5">
        <w:rPr>
          <w:rStyle w:val="libArabicChar"/>
          <w:rFonts w:hint="cs"/>
          <w:rtl/>
        </w:rPr>
        <w:t>لا</w:t>
      </w:r>
      <w:r w:rsidRPr="00200CA5">
        <w:rPr>
          <w:rStyle w:val="libArabicChar"/>
          <w:rtl/>
        </w:rPr>
        <w:t xml:space="preserve"> </w:t>
      </w:r>
      <w:r w:rsidRPr="00200CA5">
        <w:rPr>
          <w:rStyle w:val="libArabicChar"/>
          <w:rFonts w:hint="cs"/>
          <w:rtl/>
        </w:rPr>
        <w:t>يستكبرون</w:t>
      </w:r>
      <w:r w:rsidRPr="00200CA5">
        <w:rPr>
          <w:rStyle w:val="libArabicChar"/>
          <w:rtl/>
        </w:rPr>
        <w:t xml:space="preserve"> _</w:t>
      </w:r>
      <w:r w:rsidRPr="00200CA5">
        <w:rPr>
          <w:rStyle w:val="libArabicChar"/>
          <w:rFonts w:hint="cs"/>
          <w:rtl/>
        </w:rPr>
        <w:t>ي</w:t>
      </w:r>
      <w:r w:rsidRPr="00200CA5">
        <w:rPr>
          <w:rStyle w:val="libArabicChar"/>
          <w:rtl/>
        </w:rPr>
        <w:t>خافون ربّ</w:t>
      </w:r>
      <w:r w:rsidR="00120F63" w:rsidRPr="00B2551F">
        <w:rPr>
          <w:rStyle w:val="libArabicChar"/>
          <w:rFonts w:hint="cs"/>
          <w:rtl/>
        </w:rPr>
        <w:t>ه</w:t>
      </w:r>
      <w:r w:rsidRPr="00200CA5">
        <w:rPr>
          <w:rStyle w:val="libArabicChar"/>
          <w:rFonts w:hint="cs"/>
          <w:rtl/>
        </w:rPr>
        <w:t>م</w:t>
      </w:r>
    </w:p>
    <w:p w:rsidR="001F628F" w:rsidRDefault="001F628F" w:rsidP="001F628F">
      <w:pPr>
        <w:pStyle w:val="libNormal"/>
        <w:rPr>
          <w:rtl/>
        </w:rPr>
      </w:pPr>
      <w:r>
        <w:rPr>
          <w:rFonts w:hint="eastAsia"/>
          <w:rtl/>
        </w:rPr>
        <w:t>احتمال</w:t>
      </w:r>
      <w:r>
        <w:rPr>
          <w:rtl/>
        </w:rPr>
        <w:t xml:space="preserve"> ہے كہ موجودات مي</w:t>
      </w:r>
      <w:r w:rsidR="00083993">
        <w:rPr>
          <w:rtl/>
        </w:rPr>
        <w:t xml:space="preserve">ں </w:t>
      </w:r>
      <w:r>
        <w:rPr>
          <w:rtl/>
        </w:rPr>
        <w:t>سے ملائكہ كا خاص ذكر ، خداوند عالم كے سامنے ان كى اطاعت اور فرمانبردارى كى بناء پر ہو چونكہ مشركين ان كے بارے مي</w:t>
      </w:r>
      <w:r w:rsidR="00083993">
        <w:rPr>
          <w:rtl/>
        </w:rPr>
        <w:t xml:space="preserve">ں </w:t>
      </w:r>
      <w:r>
        <w:rPr>
          <w:rtl/>
        </w:rPr>
        <w:t>بلند مقامات كے معتقد تھے خداوند عالم نے ان كى اطاعت اور فرمانبر دارى پر تاكيد كے ذريعہ مشركين كو اس فكر كے كسب كى دعو</w:t>
      </w:r>
      <w:r>
        <w:rPr>
          <w:rFonts w:hint="eastAsia"/>
          <w:rtl/>
        </w:rPr>
        <w:t>ت</w:t>
      </w:r>
      <w:r>
        <w:rPr>
          <w:rtl/>
        </w:rPr>
        <w:t xml:space="preserve"> دى ہے_</w:t>
      </w:r>
    </w:p>
    <w:p w:rsidR="001F628F" w:rsidRDefault="001F628F" w:rsidP="00200CA5">
      <w:pPr>
        <w:pStyle w:val="libNormal"/>
        <w:rPr>
          <w:rtl/>
        </w:rPr>
      </w:pPr>
      <w:r>
        <w:rPr>
          <w:rFonts w:hint="eastAsia"/>
          <w:rtl/>
        </w:rPr>
        <w:t>اطاعت</w:t>
      </w:r>
      <w:r>
        <w:rPr>
          <w:rtl/>
        </w:rPr>
        <w:t>:</w:t>
      </w:r>
      <w:r>
        <w:rPr>
          <w:rFonts w:hint="eastAsia"/>
          <w:rtl/>
        </w:rPr>
        <w:t>خداوند</w:t>
      </w:r>
      <w:r>
        <w:rPr>
          <w:rtl/>
        </w:rPr>
        <w:t xml:space="preserve"> عالم كى اطاعت5،8; خداوند عالم كى اطاعت كا زمينہ7</w:t>
      </w:r>
    </w:p>
    <w:p w:rsidR="001F628F" w:rsidRDefault="001F628F" w:rsidP="00200CA5">
      <w:pPr>
        <w:pStyle w:val="libNormal"/>
        <w:rPr>
          <w:rtl/>
        </w:rPr>
      </w:pPr>
      <w:r>
        <w:rPr>
          <w:rFonts w:hint="eastAsia"/>
          <w:rtl/>
        </w:rPr>
        <w:t>الله</w:t>
      </w:r>
      <w:r>
        <w:rPr>
          <w:rtl/>
        </w:rPr>
        <w:t xml:space="preserve"> تعالى :</w:t>
      </w:r>
      <w:r>
        <w:rPr>
          <w:rFonts w:hint="eastAsia"/>
          <w:rtl/>
        </w:rPr>
        <w:t>الله</w:t>
      </w:r>
      <w:r>
        <w:rPr>
          <w:rtl/>
        </w:rPr>
        <w:t xml:space="preserve"> تعالى كا علو3;الله تعالى كى خاص ربوبيّت9; اوامر الہي7،8</w:t>
      </w:r>
    </w:p>
    <w:p w:rsidR="001F628F" w:rsidRDefault="001F628F" w:rsidP="00200CA5">
      <w:pPr>
        <w:pStyle w:val="libNormal"/>
        <w:rPr>
          <w:rtl/>
        </w:rPr>
      </w:pPr>
      <w:r>
        <w:rPr>
          <w:rFonts w:hint="eastAsia"/>
          <w:rtl/>
        </w:rPr>
        <w:t>ذكر</w:t>
      </w:r>
      <w:r>
        <w:rPr>
          <w:rtl/>
        </w:rPr>
        <w:t>:</w:t>
      </w:r>
      <w:r>
        <w:rPr>
          <w:rFonts w:hint="eastAsia"/>
          <w:rtl/>
        </w:rPr>
        <w:t>ذكر</w:t>
      </w:r>
      <w:r>
        <w:rPr>
          <w:rtl/>
        </w:rPr>
        <w:t xml:space="preserve"> الہي3</w:t>
      </w:r>
    </w:p>
    <w:p w:rsidR="001F628F" w:rsidRDefault="001F628F" w:rsidP="001F628F">
      <w:pPr>
        <w:pStyle w:val="libNormal"/>
        <w:rPr>
          <w:rtl/>
        </w:rPr>
      </w:pPr>
      <w:r>
        <w:rPr>
          <w:rFonts w:hint="eastAsia"/>
          <w:rtl/>
        </w:rPr>
        <w:t>خوف</w:t>
      </w:r>
      <w:r>
        <w:rPr>
          <w:rtl/>
        </w:rPr>
        <w:t>:</w:t>
      </w:r>
    </w:p>
    <w:p w:rsidR="00200CA5" w:rsidRDefault="001E7F9D" w:rsidP="00F73EDE">
      <w:pPr>
        <w:pStyle w:val="libPoemTini"/>
        <w:rPr>
          <w:rtl/>
        </w:rPr>
      </w:pPr>
      <w:r>
        <w:rPr>
          <w:rtl/>
        </w:rPr>
        <w:br w:type="page"/>
      </w:r>
    </w:p>
    <w:p w:rsidR="001F628F" w:rsidRDefault="001F628F" w:rsidP="00200CA5">
      <w:pPr>
        <w:pStyle w:val="libNormal"/>
        <w:rPr>
          <w:rtl/>
        </w:rPr>
      </w:pPr>
      <w:r>
        <w:rPr>
          <w:rFonts w:hint="eastAsia"/>
          <w:rtl/>
        </w:rPr>
        <w:lastRenderedPageBreak/>
        <w:t>خوف</w:t>
      </w:r>
      <w:r>
        <w:rPr>
          <w:rtl/>
        </w:rPr>
        <w:t xml:space="preserve"> خدا_8; خوف خدا كے آثار7; ربوبيت الہى كا خوف1،4; قہاريت الہى كا خوف1،4</w:t>
      </w:r>
    </w:p>
    <w:p w:rsidR="001F628F" w:rsidRDefault="001F628F" w:rsidP="00200CA5">
      <w:pPr>
        <w:pStyle w:val="libNormal"/>
        <w:rPr>
          <w:rtl/>
        </w:rPr>
      </w:pPr>
      <w:r>
        <w:rPr>
          <w:rFonts w:hint="eastAsia"/>
          <w:rtl/>
        </w:rPr>
        <w:t>عمل</w:t>
      </w:r>
      <w:r>
        <w:rPr>
          <w:rtl/>
        </w:rPr>
        <w:t>:</w:t>
      </w:r>
      <w:r>
        <w:rPr>
          <w:rFonts w:hint="eastAsia"/>
          <w:rtl/>
        </w:rPr>
        <w:t>پسنديدہ</w:t>
      </w:r>
      <w:r>
        <w:rPr>
          <w:rtl/>
        </w:rPr>
        <w:t xml:space="preserve"> عمل8</w:t>
      </w:r>
    </w:p>
    <w:p w:rsidR="001F628F" w:rsidRDefault="001F628F" w:rsidP="00200CA5">
      <w:pPr>
        <w:pStyle w:val="libNormal"/>
        <w:rPr>
          <w:rtl/>
        </w:rPr>
      </w:pPr>
      <w:r>
        <w:rPr>
          <w:rFonts w:hint="eastAsia"/>
          <w:rtl/>
        </w:rPr>
        <w:t>مشركين</w:t>
      </w:r>
      <w:r>
        <w:rPr>
          <w:rtl/>
        </w:rPr>
        <w:t>:</w:t>
      </w:r>
      <w:r>
        <w:rPr>
          <w:rFonts w:hint="eastAsia"/>
          <w:rtl/>
        </w:rPr>
        <w:t>مشركين</w:t>
      </w:r>
      <w:r>
        <w:rPr>
          <w:rtl/>
        </w:rPr>
        <w:t xml:space="preserve"> كا عقيدہ 10</w:t>
      </w:r>
    </w:p>
    <w:p w:rsidR="001F628F" w:rsidRDefault="001F628F" w:rsidP="00200CA5">
      <w:pPr>
        <w:pStyle w:val="libNormal"/>
        <w:rPr>
          <w:rtl/>
        </w:rPr>
      </w:pPr>
      <w:r>
        <w:rPr>
          <w:rFonts w:hint="eastAsia"/>
          <w:rtl/>
        </w:rPr>
        <w:t>ملائكہ</w:t>
      </w:r>
      <w:r>
        <w:rPr>
          <w:rtl/>
        </w:rPr>
        <w:t>:</w:t>
      </w:r>
      <w:r>
        <w:rPr>
          <w:rFonts w:hint="eastAsia"/>
          <w:rtl/>
        </w:rPr>
        <w:t>ملائكہ</w:t>
      </w:r>
      <w:r>
        <w:rPr>
          <w:rtl/>
        </w:rPr>
        <w:t xml:space="preserve"> كا اثر قبول كرنا2; ملائكہ كا خوف_1; ملائكہ كا سر تسليم خم كرنا 5; ملائكہ كا مرّبي9; ملائكہ كى خصوصيات 5; ملائكہ كى ذمّہ دارى 6; ملائكہ كى عصمت5; ملائكہ كے مقامات كا عقيدہ ركھنا10</w:t>
      </w:r>
    </w:p>
    <w:p w:rsidR="001F628F" w:rsidRDefault="00200CA5" w:rsidP="00200CA5">
      <w:pPr>
        <w:pStyle w:val="Heading2Center"/>
        <w:rPr>
          <w:rtl/>
        </w:rPr>
      </w:pPr>
      <w:bookmarkStart w:id="197" w:name="_Toc28081875"/>
      <w:r>
        <w:rPr>
          <w:rFonts w:hint="cs"/>
          <w:rtl/>
        </w:rPr>
        <w:t>آیت 51</w:t>
      </w:r>
      <w:bookmarkEnd w:id="197"/>
    </w:p>
    <w:p w:rsidR="001F628F" w:rsidRDefault="00E260F9" w:rsidP="00200CA5">
      <w:pPr>
        <w:pStyle w:val="libNormal"/>
        <w:rPr>
          <w:rtl/>
        </w:rPr>
      </w:pPr>
      <w:r w:rsidRPr="00E260F9">
        <w:rPr>
          <w:rStyle w:val="libAlaemChar"/>
          <w:rFonts w:hint="eastAsia"/>
          <w:rtl/>
        </w:rPr>
        <w:t>(</w:t>
      </w:r>
      <w:r w:rsidRPr="00200CA5">
        <w:rPr>
          <w:rStyle w:val="libAieChar"/>
          <w:rFonts w:hint="eastAsia"/>
          <w:rtl/>
        </w:rPr>
        <w:t>وَقَالَ</w:t>
      </w:r>
      <w:r w:rsidRPr="00200CA5">
        <w:rPr>
          <w:rStyle w:val="libAieChar"/>
          <w:rtl/>
        </w:rPr>
        <w:t xml:space="preserve"> اللّهُ لاَ تَتَّخِذُواْ إِلـهَيْنِ اثْنَيْنِ إِنَّمَا هُوَ إِلهٌ وَاحِدٌ فَإيَّايَ فَارْهَبُونِ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نے كہہ ديا ہے كہ خبردار و خدا نہ بناؤ كہ اللہ صرف خدائے واحد ہے لہذا مجھ ہى سے ڈرو_</w:t>
      </w:r>
    </w:p>
    <w:p w:rsidR="001F628F" w:rsidRDefault="001F628F" w:rsidP="001F628F">
      <w:pPr>
        <w:pStyle w:val="libNormal"/>
        <w:rPr>
          <w:rtl/>
        </w:rPr>
      </w:pPr>
      <w:r>
        <w:rPr>
          <w:rtl/>
        </w:rPr>
        <w:t>1_دو معبودو</w:t>
      </w:r>
      <w:r w:rsidR="00083993">
        <w:rPr>
          <w:rtl/>
        </w:rPr>
        <w:t xml:space="preserve">ں </w:t>
      </w:r>
      <w:r>
        <w:rPr>
          <w:rtl/>
        </w:rPr>
        <w:t>كے انتخاب اور اس دو گانگى پر عقيدہ ركھنے سے خداوند عالم نے منع كيا ہے_</w:t>
      </w:r>
    </w:p>
    <w:p w:rsidR="001F628F" w:rsidRDefault="001F628F" w:rsidP="00200CA5">
      <w:pPr>
        <w:pStyle w:val="libArabic"/>
        <w:rPr>
          <w:rtl/>
        </w:rPr>
      </w:pPr>
      <w:r>
        <w:rPr>
          <w:rFonts w:hint="eastAsia"/>
          <w:rtl/>
        </w:rPr>
        <w:t>قال</w:t>
      </w:r>
      <w:r>
        <w:rPr>
          <w:rtl/>
        </w:rPr>
        <w:t xml:space="preserve"> اللّ</w:t>
      </w:r>
      <w:r w:rsidR="00120F63" w:rsidRPr="00ED5DE8">
        <w:rPr>
          <w:rFonts w:hint="cs"/>
          <w:rtl/>
        </w:rPr>
        <w:t>ه</w:t>
      </w:r>
      <w:r>
        <w:rPr>
          <w:rtl/>
        </w:rPr>
        <w:t xml:space="preserve"> </w:t>
      </w:r>
      <w:r>
        <w:rPr>
          <w:rFonts w:hint="cs"/>
          <w:rtl/>
        </w:rPr>
        <w:t>لا</w:t>
      </w:r>
      <w:r>
        <w:rPr>
          <w:rtl/>
        </w:rPr>
        <w:t xml:space="preserve"> </w:t>
      </w:r>
      <w:r>
        <w:rPr>
          <w:rFonts w:hint="cs"/>
          <w:rtl/>
        </w:rPr>
        <w:t>تتخّذ</w:t>
      </w:r>
      <w:r>
        <w:rPr>
          <w:rtl/>
        </w:rPr>
        <w:t xml:space="preserve"> </w:t>
      </w:r>
      <w:r>
        <w:rPr>
          <w:rFonts w:hint="cs"/>
          <w:rtl/>
        </w:rPr>
        <w:t>واال</w:t>
      </w:r>
      <w:r w:rsidR="00120F63" w:rsidRPr="00ED5DE8">
        <w:rPr>
          <w:rFonts w:hint="cs"/>
          <w:rtl/>
        </w:rPr>
        <w:t>ه</w:t>
      </w:r>
      <w:r>
        <w:rPr>
          <w:rFonts w:hint="cs"/>
          <w:rtl/>
        </w:rPr>
        <w:t>ين</w:t>
      </w:r>
      <w:r>
        <w:rPr>
          <w:rtl/>
        </w:rPr>
        <w:t xml:space="preserve"> اثنين</w:t>
      </w:r>
    </w:p>
    <w:p w:rsidR="001F628F" w:rsidRDefault="001F628F" w:rsidP="00200CA5">
      <w:pPr>
        <w:pStyle w:val="libNormal"/>
        <w:rPr>
          <w:rtl/>
        </w:rPr>
      </w:pPr>
      <w:r>
        <w:rPr>
          <w:rtl/>
        </w:rPr>
        <w:t>2_خداوند عالم ، معبود يكتا اور خدائے وحدہ لا شريك ہے_</w:t>
      </w:r>
      <w:r w:rsidRPr="00200CA5">
        <w:rPr>
          <w:rStyle w:val="libArabicChar"/>
          <w:rFonts w:hint="eastAsia"/>
          <w:rtl/>
        </w:rPr>
        <w:t>انّما</w:t>
      </w:r>
      <w:r w:rsidRPr="00200CA5">
        <w:rPr>
          <w:rStyle w:val="libArabicChar"/>
          <w:rtl/>
        </w:rPr>
        <w:t xml:space="preserve">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واحد</w:t>
      </w:r>
    </w:p>
    <w:p w:rsidR="001F628F" w:rsidRDefault="001F628F" w:rsidP="00200CA5">
      <w:pPr>
        <w:pStyle w:val="libNormal"/>
        <w:rPr>
          <w:rtl/>
        </w:rPr>
      </w:pPr>
      <w:r>
        <w:rPr>
          <w:rtl/>
        </w:rPr>
        <w:t>3_خود خداوند عالم كى طرف سے اس كى يكتا ئي كا اعلان_</w:t>
      </w:r>
      <w:r w:rsidRPr="00200CA5">
        <w:rPr>
          <w:rStyle w:val="libArabicChar"/>
          <w:rFonts w:hint="eastAsia"/>
          <w:rtl/>
        </w:rPr>
        <w:t>وقال</w:t>
      </w:r>
      <w:r w:rsidRPr="00200CA5">
        <w:rPr>
          <w:rStyle w:val="libArabicChar"/>
          <w:rtl/>
        </w:rPr>
        <w:t xml:space="preserve"> اللّ</w:t>
      </w:r>
      <w:r w:rsidR="00120F63" w:rsidRPr="00B2551F">
        <w:rPr>
          <w:rStyle w:val="libArabicChar"/>
          <w:rFonts w:hint="cs"/>
          <w:rtl/>
        </w:rPr>
        <w:t>ه</w:t>
      </w:r>
      <w:r w:rsidRPr="00200CA5">
        <w:rPr>
          <w:rStyle w:val="libArabicChar"/>
          <w:rtl/>
        </w:rPr>
        <w:t xml:space="preserve"> ...</w:t>
      </w:r>
      <w:r w:rsidRPr="00200CA5">
        <w:rPr>
          <w:rStyle w:val="libArabicChar"/>
          <w:rFonts w:hint="cs"/>
          <w:rtl/>
        </w:rPr>
        <w:t>انّما</w:t>
      </w:r>
      <w:r w:rsidRPr="00200CA5">
        <w:rPr>
          <w:rStyle w:val="libArabicChar"/>
          <w:rtl/>
        </w:rPr>
        <w:t xml:space="preserve">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واحد</w:t>
      </w:r>
    </w:p>
    <w:p w:rsidR="001F628F" w:rsidRDefault="001F628F" w:rsidP="001F628F">
      <w:pPr>
        <w:pStyle w:val="libNormal"/>
        <w:rPr>
          <w:rtl/>
        </w:rPr>
      </w:pPr>
      <w:r>
        <w:rPr>
          <w:rtl/>
        </w:rPr>
        <w:t>4_توحيد كى دعوت اور شرك كى نفى ، اديان الہى كى روح ہے_</w:t>
      </w:r>
    </w:p>
    <w:p w:rsidR="001F628F" w:rsidRDefault="001F628F" w:rsidP="00200CA5">
      <w:pPr>
        <w:pStyle w:val="libArabic"/>
        <w:rPr>
          <w:rtl/>
        </w:rPr>
      </w:pPr>
      <w:r>
        <w:rPr>
          <w:rFonts w:hint="eastAsia"/>
          <w:rtl/>
        </w:rPr>
        <w:t>وقال</w:t>
      </w:r>
      <w:r>
        <w:rPr>
          <w:rtl/>
        </w:rPr>
        <w:t xml:space="preserve"> اللّ</w:t>
      </w:r>
      <w:r w:rsidR="00120F63" w:rsidRPr="00ED5DE8">
        <w:rPr>
          <w:rFonts w:hint="cs"/>
          <w:rtl/>
        </w:rPr>
        <w:t>ه</w:t>
      </w:r>
      <w:r>
        <w:rPr>
          <w:rtl/>
        </w:rPr>
        <w:t xml:space="preserve"> </w:t>
      </w:r>
      <w:r>
        <w:rPr>
          <w:rFonts w:hint="cs"/>
          <w:rtl/>
        </w:rPr>
        <w:t>لا</w:t>
      </w:r>
      <w:r>
        <w:rPr>
          <w:rtl/>
        </w:rPr>
        <w:t xml:space="preserve"> </w:t>
      </w:r>
      <w:r>
        <w:rPr>
          <w:rFonts w:hint="cs"/>
          <w:rtl/>
        </w:rPr>
        <w:t>تتخذوا</w:t>
      </w:r>
      <w:r>
        <w:rPr>
          <w:rtl/>
        </w:rPr>
        <w:t xml:space="preserve"> </w:t>
      </w:r>
      <w:r>
        <w:rPr>
          <w:rFonts w:hint="cs"/>
          <w:rtl/>
        </w:rPr>
        <w:t>ال</w:t>
      </w:r>
      <w:r w:rsidR="00120F63" w:rsidRPr="00ED5DE8">
        <w:rPr>
          <w:rFonts w:hint="cs"/>
          <w:rtl/>
        </w:rPr>
        <w:t>ه</w:t>
      </w:r>
      <w:r>
        <w:rPr>
          <w:rFonts w:hint="cs"/>
          <w:rtl/>
        </w:rPr>
        <w:t>ين</w:t>
      </w:r>
      <w:r>
        <w:rPr>
          <w:rtl/>
        </w:rPr>
        <w:t xml:space="preserve"> </w:t>
      </w:r>
      <w:r>
        <w:rPr>
          <w:rFonts w:hint="cs"/>
          <w:rtl/>
        </w:rPr>
        <w:t>اثنين</w:t>
      </w:r>
      <w:r>
        <w:rPr>
          <w:rtl/>
        </w:rPr>
        <w:t xml:space="preserve"> </w:t>
      </w:r>
      <w:r>
        <w:rPr>
          <w:rFonts w:hint="cs"/>
          <w:rtl/>
        </w:rPr>
        <w:t>انّما</w:t>
      </w:r>
      <w:r>
        <w:rPr>
          <w:rtl/>
        </w:rPr>
        <w:t xml:space="preserve"> </w:t>
      </w:r>
      <w:r w:rsidR="00120F63" w:rsidRPr="00ED5DE8">
        <w:rPr>
          <w:rFonts w:hint="cs"/>
          <w:rtl/>
        </w:rPr>
        <w:t>ه</w:t>
      </w:r>
      <w:r>
        <w:rPr>
          <w:rFonts w:hint="cs"/>
          <w:rtl/>
        </w:rPr>
        <w:t>و</w:t>
      </w:r>
      <w:r>
        <w:rPr>
          <w:rtl/>
        </w:rPr>
        <w:t xml:space="preserve"> </w:t>
      </w:r>
      <w:r>
        <w:rPr>
          <w:rFonts w:hint="cs"/>
          <w:rtl/>
        </w:rPr>
        <w:t>ال</w:t>
      </w:r>
      <w:r w:rsidR="00120F63" w:rsidRPr="00ED5DE8">
        <w:rPr>
          <w:rFonts w:hint="cs"/>
          <w:rtl/>
        </w:rPr>
        <w:t>ه</w:t>
      </w:r>
      <w:r>
        <w:rPr>
          <w:rFonts w:hint="cs"/>
          <w:rtl/>
        </w:rPr>
        <w:t>ٌ</w:t>
      </w:r>
      <w:r>
        <w:rPr>
          <w:rtl/>
        </w:rPr>
        <w:t xml:space="preserve"> واحد</w:t>
      </w:r>
    </w:p>
    <w:p w:rsidR="001F628F" w:rsidRDefault="001F628F" w:rsidP="001F628F">
      <w:pPr>
        <w:pStyle w:val="libNormal"/>
        <w:rPr>
          <w:rtl/>
        </w:rPr>
      </w:pPr>
      <w:r>
        <w:rPr>
          <w:rtl/>
        </w:rPr>
        <w:t>5_ خداوند عالم كى يكتا ئي اوراس كے علاوہ ہر معبود كا باطل ہونا ، شرك سے اجتناب كے ضرورى ہونے پر دليل ہے_</w:t>
      </w:r>
    </w:p>
    <w:p w:rsidR="001F628F" w:rsidRDefault="001F628F" w:rsidP="00200CA5">
      <w:pPr>
        <w:pStyle w:val="libArabic"/>
        <w:rPr>
          <w:rtl/>
        </w:rPr>
      </w:pPr>
      <w:r>
        <w:rPr>
          <w:rFonts w:hint="eastAsia"/>
          <w:rtl/>
        </w:rPr>
        <w:t>وقال</w:t>
      </w:r>
      <w:r>
        <w:rPr>
          <w:rtl/>
        </w:rPr>
        <w:t xml:space="preserve"> اللّ</w:t>
      </w:r>
      <w:r w:rsidR="00120F63" w:rsidRPr="00ED5DE8">
        <w:rPr>
          <w:rFonts w:hint="cs"/>
          <w:rtl/>
        </w:rPr>
        <w:t>ه</w:t>
      </w:r>
      <w:r>
        <w:rPr>
          <w:rtl/>
        </w:rPr>
        <w:t xml:space="preserve"> </w:t>
      </w:r>
      <w:r>
        <w:rPr>
          <w:rFonts w:hint="cs"/>
          <w:rtl/>
        </w:rPr>
        <w:t>لا</w:t>
      </w:r>
      <w:r>
        <w:rPr>
          <w:rtl/>
        </w:rPr>
        <w:t xml:space="preserve"> </w:t>
      </w:r>
      <w:r>
        <w:rPr>
          <w:rFonts w:hint="cs"/>
          <w:rtl/>
        </w:rPr>
        <w:t>تتخذوا</w:t>
      </w:r>
      <w:r>
        <w:rPr>
          <w:rtl/>
        </w:rPr>
        <w:t xml:space="preserve"> </w:t>
      </w:r>
      <w:r>
        <w:rPr>
          <w:rFonts w:hint="cs"/>
          <w:rtl/>
        </w:rPr>
        <w:t>ال</w:t>
      </w:r>
      <w:r w:rsidR="00120F63" w:rsidRPr="00ED5DE8">
        <w:rPr>
          <w:rFonts w:hint="cs"/>
          <w:rtl/>
        </w:rPr>
        <w:t>ه</w:t>
      </w:r>
      <w:r>
        <w:rPr>
          <w:rFonts w:hint="cs"/>
          <w:rtl/>
        </w:rPr>
        <w:t>ين</w:t>
      </w:r>
      <w:r>
        <w:rPr>
          <w:rtl/>
        </w:rPr>
        <w:t xml:space="preserve"> </w:t>
      </w:r>
      <w:r>
        <w:rPr>
          <w:rFonts w:hint="cs"/>
          <w:rtl/>
        </w:rPr>
        <w:t>اثنين</w:t>
      </w:r>
      <w:r>
        <w:rPr>
          <w:rtl/>
        </w:rPr>
        <w:t xml:space="preserve"> </w:t>
      </w:r>
      <w:r>
        <w:rPr>
          <w:rFonts w:hint="cs"/>
          <w:rtl/>
        </w:rPr>
        <w:t>انّما</w:t>
      </w:r>
      <w:r>
        <w:rPr>
          <w:rtl/>
        </w:rPr>
        <w:t xml:space="preserve"> </w:t>
      </w:r>
      <w:r w:rsidR="00120F63" w:rsidRPr="00ED5DE8">
        <w:rPr>
          <w:rFonts w:hint="cs"/>
          <w:rtl/>
        </w:rPr>
        <w:t>ه</w:t>
      </w:r>
      <w:r>
        <w:rPr>
          <w:rFonts w:hint="cs"/>
          <w:rtl/>
        </w:rPr>
        <w:t>و</w:t>
      </w:r>
      <w:r>
        <w:rPr>
          <w:rtl/>
        </w:rPr>
        <w:t xml:space="preserve"> </w:t>
      </w:r>
      <w:r>
        <w:rPr>
          <w:rFonts w:hint="cs"/>
          <w:rtl/>
        </w:rPr>
        <w:t>ال</w:t>
      </w:r>
      <w:r w:rsidR="00120F63" w:rsidRPr="00ED5DE8">
        <w:rPr>
          <w:rFonts w:hint="cs"/>
          <w:rtl/>
        </w:rPr>
        <w:t>ه</w:t>
      </w:r>
      <w:r>
        <w:rPr>
          <w:rFonts w:hint="cs"/>
          <w:rtl/>
        </w:rPr>
        <w:t>ٌ</w:t>
      </w:r>
      <w:r>
        <w:rPr>
          <w:rtl/>
        </w:rPr>
        <w:t xml:space="preserve"> واحد</w:t>
      </w:r>
    </w:p>
    <w:p w:rsidR="00200CA5" w:rsidRDefault="001F628F" w:rsidP="00200CA5">
      <w:pPr>
        <w:pStyle w:val="libNormal"/>
        <w:rPr>
          <w:rtl/>
        </w:rPr>
      </w:pPr>
      <w:r w:rsidRPr="00200CA5">
        <w:rPr>
          <w:rStyle w:val="libArabicChar"/>
          <w:rtl/>
        </w:rPr>
        <w:t xml:space="preserve">''انّما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xml:space="preserve"> </w:t>
      </w:r>
      <w:r w:rsidRPr="00200CA5">
        <w:rPr>
          <w:rStyle w:val="libArabicChar"/>
          <w:rFonts w:hint="cs"/>
          <w:rtl/>
        </w:rPr>
        <w:t>واحد</w:t>
      </w:r>
      <w:r w:rsidRPr="00200CA5">
        <w:rPr>
          <w:rStyle w:val="libArabicChar"/>
          <w:rtl/>
        </w:rPr>
        <w:t>'</w:t>
      </w:r>
      <w:r>
        <w:rPr>
          <w:rtl/>
        </w:rPr>
        <w:t xml:space="preserve">' كا جملہ </w:t>
      </w:r>
      <w:r w:rsidRPr="00200CA5">
        <w:rPr>
          <w:rStyle w:val="libArabicChar"/>
          <w:rtl/>
        </w:rPr>
        <w:t>''لا تتخذوا</w:t>
      </w:r>
      <w:r>
        <w:rPr>
          <w:rtl/>
        </w:rPr>
        <w:t xml:space="preserve"> '' نہى كے ليے علت ہے اور خداوند عالم كى</w:t>
      </w:r>
      <w:r w:rsidR="00200CA5" w:rsidRPr="00200CA5">
        <w:rPr>
          <w:rFonts w:hint="eastAsia"/>
          <w:rtl/>
        </w:rPr>
        <w:t xml:space="preserve"> </w:t>
      </w:r>
      <w:r w:rsidR="00200CA5">
        <w:rPr>
          <w:rFonts w:hint="eastAsia"/>
          <w:rtl/>
        </w:rPr>
        <w:t>وحدانيت</w:t>
      </w:r>
      <w:r w:rsidR="00200CA5">
        <w:rPr>
          <w:rtl/>
        </w:rPr>
        <w:t xml:space="preserve"> اور اس كے علاوہ ہر غير خدا اور معبود كے بطلان پر دلالت كررہا ہے_</w:t>
      </w:r>
    </w:p>
    <w:p w:rsidR="00200CA5" w:rsidRDefault="00200CA5" w:rsidP="00200CA5">
      <w:pPr>
        <w:pStyle w:val="libNormal"/>
        <w:rPr>
          <w:rtl/>
        </w:rPr>
      </w:pPr>
      <w:r>
        <w:rPr>
          <w:rtl/>
        </w:rPr>
        <w:t>6_ فقط خداوند عالم كى ذات سے ڈرنا چاہيے_</w:t>
      </w:r>
      <w:r w:rsidRPr="00200CA5">
        <w:rPr>
          <w:rStyle w:val="libArabicChar"/>
          <w:rFonts w:hint="eastAsia"/>
          <w:rtl/>
        </w:rPr>
        <w:t>فاي</w:t>
      </w:r>
      <w:r w:rsidR="004D073A">
        <w:rPr>
          <w:rStyle w:val="libArabicChar"/>
          <w:rFonts w:hint="cs"/>
          <w:rtl/>
        </w:rPr>
        <w:t>ا</w:t>
      </w:r>
      <w:r w:rsidRPr="00200CA5">
        <w:rPr>
          <w:rStyle w:val="libArabicChar"/>
          <w:rFonts w:hint="eastAsia"/>
          <w:rtl/>
        </w:rPr>
        <w:t>ّى</w:t>
      </w:r>
      <w:r w:rsidRPr="00200CA5">
        <w:rPr>
          <w:rStyle w:val="libArabicChar"/>
          <w:rtl/>
        </w:rPr>
        <w:t xml:space="preserve"> فار</w:t>
      </w:r>
      <w:r w:rsidR="00120F63" w:rsidRPr="00B2551F">
        <w:rPr>
          <w:rStyle w:val="libArabicChar"/>
          <w:rFonts w:hint="cs"/>
          <w:rtl/>
        </w:rPr>
        <w:t>ه</w:t>
      </w:r>
      <w:r w:rsidRPr="00200CA5">
        <w:rPr>
          <w:rStyle w:val="libArabicChar"/>
          <w:rFonts w:hint="cs"/>
          <w:rtl/>
        </w:rPr>
        <w:t>بون</w:t>
      </w:r>
    </w:p>
    <w:p w:rsidR="00200CA5" w:rsidRDefault="00200CA5" w:rsidP="00200CA5">
      <w:pPr>
        <w:pStyle w:val="libNormal"/>
        <w:rPr>
          <w:rtl/>
        </w:rPr>
      </w:pPr>
      <w:r>
        <w:rPr>
          <w:rFonts w:hint="eastAsia"/>
          <w:rtl/>
        </w:rPr>
        <w:t>لغت</w:t>
      </w:r>
      <w:r>
        <w:rPr>
          <w:rtl/>
        </w:rPr>
        <w:t xml:space="preserve"> ميں ''رہب'' ايسا خوف ہے جس كے ساتھ اضطراب ہو_</w:t>
      </w:r>
    </w:p>
    <w:p w:rsidR="001F628F" w:rsidRDefault="001F628F" w:rsidP="001F628F">
      <w:pPr>
        <w:pStyle w:val="libNormal"/>
        <w:rPr>
          <w:rtl/>
        </w:rPr>
      </w:pPr>
    </w:p>
    <w:p w:rsidR="00200CA5" w:rsidRDefault="001E7F9D" w:rsidP="00F73EDE">
      <w:pPr>
        <w:pStyle w:val="libPoemTini"/>
        <w:rPr>
          <w:rtl/>
        </w:rPr>
      </w:pPr>
      <w:r>
        <w:rPr>
          <w:rtl/>
        </w:rPr>
        <w:cr/>
      </w:r>
      <w:r>
        <w:rPr>
          <w:rtl/>
        </w:rPr>
        <w:br w:type="page"/>
      </w:r>
    </w:p>
    <w:p w:rsidR="001F628F" w:rsidRDefault="001F628F" w:rsidP="00200CA5">
      <w:pPr>
        <w:pStyle w:val="libNormal"/>
        <w:rPr>
          <w:rtl/>
        </w:rPr>
      </w:pPr>
      <w:r>
        <w:rPr>
          <w:rtl/>
        </w:rPr>
        <w:lastRenderedPageBreak/>
        <w:t>7_احكام كو مستدلّ اور منطقى قرار دينا ، ايك مطلوب اور پسنديدہ طريقہ اور اس كى پابندى كے ليے رغبت پيدا كرنے كى روش ہے_</w:t>
      </w:r>
      <w:r w:rsidRPr="00200CA5">
        <w:rPr>
          <w:rStyle w:val="libArabicChar"/>
          <w:rFonts w:hint="eastAsia"/>
          <w:rtl/>
        </w:rPr>
        <w:t>لا</w:t>
      </w:r>
      <w:r w:rsidRPr="00200CA5">
        <w:rPr>
          <w:rStyle w:val="libArabicChar"/>
          <w:rtl/>
        </w:rPr>
        <w:t xml:space="preserve"> تتخذوا ال</w:t>
      </w:r>
      <w:r w:rsidR="00120F63" w:rsidRPr="00B2551F">
        <w:rPr>
          <w:rStyle w:val="libArabicChar"/>
          <w:rFonts w:hint="cs"/>
          <w:rtl/>
        </w:rPr>
        <w:t>ه</w:t>
      </w:r>
      <w:r w:rsidRPr="00200CA5">
        <w:rPr>
          <w:rStyle w:val="libArabicChar"/>
          <w:rFonts w:hint="cs"/>
          <w:rtl/>
        </w:rPr>
        <w:t>ين</w:t>
      </w:r>
      <w:r w:rsidRPr="00200CA5">
        <w:rPr>
          <w:rStyle w:val="libArabicChar"/>
          <w:rtl/>
        </w:rPr>
        <w:t xml:space="preserve"> </w:t>
      </w:r>
      <w:r w:rsidRPr="00200CA5">
        <w:rPr>
          <w:rStyle w:val="libArabicChar"/>
          <w:rFonts w:hint="cs"/>
          <w:rtl/>
        </w:rPr>
        <w:t>انّما</w:t>
      </w:r>
      <w:r w:rsidRPr="00200CA5">
        <w:rPr>
          <w:rStyle w:val="libArabicChar"/>
          <w:rtl/>
        </w:rPr>
        <w:t xml:space="preserve">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واحد</w:t>
      </w:r>
    </w:p>
    <w:p w:rsidR="001F628F" w:rsidRDefault="001F628F" w:rsidP="001F628F">
      <w:pPr>
        <w:pStyle w:val="libNormal"/>
        <w:rPr>
          <w:rtl/>
        </w:rPr>
      </w:pPr>
      <w:r>
        <w:rPr>
          <w:rtl/>
        </w:rPr>
        <w:t>''انّما ہو الہٌ واحد'' كى علت لانا ممكن ہے مذكورہ نكتے كى طرف اشارہ ہو_</w:t>
      </w:r>
    </w:p>
    <w:p w:rsidR="001F628F" w:rsidRDefault="001F628F" w:rsidP="001F628F">
      <w:pPr>
        <w:pStyle w:val="libNormal"/>
        <w:rPr>
          <w:rtl/>
        </w:rPr>
      </w:pPr>
      <w:r>
        <w:rPr>
          <w:rtl/>
        </w:rPr>
        <w:t>8_خداوند عالم كى يكتا ئي كا لازمہ يہ ہے كہ خوف كو صرف اس كى ذات سے ڈرنا قرار ديا جائے_</w:t>
      </w:r>
    </w:p>
    <w:p w:rsidR="001F628F" w:rsidRDefault="001F628F" w:rsidP="00200CA5">
      <w:pPr>
        <w:pStyle w:val="libArabic"/>
        <w:rPr>
          <w:rtl/>
        </w:rPr>
      </w:pPr>
      <w:r>
        <w:rPr>
          <w:rFonts w:hint="eastAsia"/>
          <w:rtl/>
        </w:rPr>
        <w:t>انّما</w:t>
      </w:r>
      <w:r>
        <w:rPr>
          <w:rtl/>
        </w:rPr>
        <w:t xml:space="preserve"> </w:t>
      </w:r>
      <w:r w:rsidR="00120F63" w:rsidRPr="00ED5DE8">
        <w:rPr>
          <w:rFonts w:hint="cs"/>
          <w:rtl/>
        </w:rPr>
        <w:t>ه</w:t>
      </w:r>
      <w:r>
        <w:rPr>
          <w:rFonts w:hint="cs"/>
          <w:rtl/>
        </w:rPr>
        <w:t>و</w:t>
      </w:r>
      <w:r>
        <w:rPr>
          <w:rtl/>
        </w:rPr>
        <w:t xml:space="preserve"> </w:t>
      </w:r>
      <w:r>
        <w:rPr>
          <w:rFonts w:hint="cs"/>
          <w:rtl/>
        </w:rPr>
        <w:t>ال</w:t>
      </w:r>
      <w:r w:rsidR="00120F63" w:rsidRPr="00ED5DE8">
        <w:rPr>
          <w:rFonts w:hint="cs"/>
          <w:rtl/>
        </w:rPr>
        <w:t>ه</w:t>
      </w:r>
      <w:r>
        <w:rPr>
          <w:rFonts w:hint="cs"/>
          <w:rtl/>
        </w:rPr>
        <w:t>ٌ</w:t>
      </w:r>
      <w:r>
        <w:rPr>
          <w:rtl/>
        </w:rPr>
        <w:t xml:space="preserve"> </w:t>
      </w:r>
      <w:r>
        <w:rPr>
          <w:rFonts w:hint="cs"/>
          <w:rtl/>
        </w:rPr>
        <w:t>واحد</w:t>
      </w:r>
      <w:r>
        <w:rPr>
          <w:rtl/>
        </w:rPr>
        <w:t xml:space="preserve"> </w:t>
      </w:r>
      <w:r>
        <w:rPr>
          <w:rFonts w:hint="cs"/>
          <w:rtl/>
        </w:rPr>
        <w:t>فاي</w:t>
      </w:r>
      <w:r w:rsidR="004D073A">
        <w:rPr>
          <w:rFonts w:hint="cs"/>
          <w:rtl/>
        </w:rPr>
        <w:t>ا</w:t>
      </w:r>
      <w:r>
        <w:rPr>
          <w:rFonts w:hint="cs"/>
          <w:rtl/>
        </w:rPr>
        <w:t>ّى</w:t>
      </w:r>
      <w:r>
        <w:rPr>
          <w:rtl/>
        </w:rPr>
        <w:t xml:space="preserve"> </w:t>
      </w:r>
      <w:r>
        <w:rPr>
          <w:rFonts w:hint="cs"/>
          <w:rtl/>
        </w:rPr>
        <w:t>فا</w:t>
      </w:r>
      <w:r>
        <w:rPr>
          <w:rtl/>
        </w:rPr>
        <w:t>ر</w:t>
      </w:r>
      <w:r w:rsidR="00120F63" w:rsidRPr="00ED5DE8">
        <w:rPr>
          <w:rFonts w:hint="cs"/>
          <w:rtl/>
        </w:rPr>
        <w:t>ه</w:t>
      </w:r>
      <w:r>
        <w:rPr>
          <w:rFonts w:hint="cs"/>
          <w:rtl/>
        </w:rPr>
        <w:t>بون</w:t>
      </w:r>
    </w:p>
    <w:p w:rsidR="001F628F" w:rsidRDefault="001F628F" w:rsidP="00200CA5">
      <w:pPr>
        <w:pStyle w:val="libNormal"/>
        <w:rPr>
          <w:rtl/>
        </w:rPr>
      </w:pPr>
      <w:r>
        <w:rPr>
          <w:rtl/>
        </w:rPr>
        <w:t>9_متعدد خداوؤ</w:t>
      </w:r>
      <w:r w:rsidR="00083993">
        <w:rPr>
          <w:rtl/>
        </w:rPr>
        <w:t xml:space="preserve">ں </w:t>
      </w:r>
      <w:r>
        <w:rPr>
          <w:rtl/>
        </w:rPr>
        <w:t>كا اعتقاد ركھنے والے مشركين اپنے معبودو</w:t>
      </w:r>
      <w:r w:rsidR="00083993">
        <w:rPr>
          <w:rtl/>
        </w:rPr>
        <w:t xml:space="preserve">ں </w:t>
      </w:r>
      <w:r>
        <w:rPr>
          <w:rtl/>
        </w:rPr>
        <w:t>سے ہر اسا</w:t>
      </w:r>
      <w:r w:rsidR="00083993">
        <w:rPr>
          <w:rtl/>
        </w:rPr>
        <w:t xml:space="preserve">ں </w:t>
      </w:r>
      <w:r>
        <w:rPr>
          <w:rtl/>
        </w:rPr>
        <w:t>تھے_</w:t>
      </w:r>
      <w:r w:rsidRPr="00200CA5">
        <w:rPr>
          <w:rStyle w:val="libArabicChar"/>
          <w:rFonts w:hint="eastAsia"/>
          <w:rtl/>
        </w:rPr>
        <w:t>لا</w:t>
      </w:r>
      <w:r w:rsidRPr="00200CA5">
        <w:rPr>
          <w:rStyle w:val="libArabicChar"/>
          <w:rtl/>
        </w:rPr>
        <w:t xml:space="preserve"> تتخذوا ال</w:t>
      </w:r>
      <w:r w:rsidR="00120F63" w:rsidRPr="00B2551F">
        <w:rPr>
          <w:rStyle w:val="libArabicChar"/>
          <w:rFonts w:hint="cs"/>
          <w:rtl/>
        </w:rPr>
        <w:t>ه</w:t>
      </w:r>
      <w:r w:rsidRPr="00200CA5">
        <w:rPr>
          <w:rStyle w:val="libArabicChar"/>
          <w:rFonts w:hint="cs"/>
          <w:rtl/>
        </w:rPr>
        <w:t>ين</w:t>
      </w:r>
      <w:r w:rsidRPr="00200CA5">
        <w:rPr>
          <w:rStyle w:val="libArabicChar"/>
          <w:rtl/>
        </w:rPr>
        <w:t xml:space="preserve"> </w:t>
      </w:r>
      <w:r w:rsidRPr="00200CA5">
        <w:rPr>
          <w:rStyle w:val="libArabicChar"/>
          <w:rFonts w:hint="cs"/>
          <w:rtl/>
        </w:rPr>
        <w:t>اثنين</w:t>
      </w:r>
      <w:r w:rsidRPr="00200CA5">
        <w:rPr>
          <w:rStyle w:val="libArabicChar"/>
          <w:rtl/>
        </w:rPr>
        <w:t xml:space="preserve"> ...</w:t>
      </w:r>
      <w:r w:rsidRPr="00200CA5">
        <w:rPr>
          <w:rStyle w:val="libArabicChar"/>
          <w:rFonts w:hint="cs"/>
          <w:rtl/>
        </w:rPr>
        <w:t>فاي</w:t>
      </w:r>
      <w:r w:rsidR="004D073A">
        <w:rPr>
          <w:rStyle w:val="libArabicChar"/>
          <w:rFonts w:hint="cs"/>
          <w:rtl/>
        </w:rPr>
        <w:t>ا</w:t>
      </w:r>
      <w:r w:rsidRPr="00200CA5">
        <w:rPr>
          <w:rStyle w:val="libArabicChar"/>
          <w:rFonts w:hint="cs"/>
          <w:rtl/>
        </w:rPr>
        <w:t>ّى</w:t>
      </w:r>
      <w:r w:rsidRPr="00200CA5">
        <w:rPr>
          <w:rStyle w:val="libArabicChar"/>
          <w:rtl/>
        </w:rPr>
        <w:t xml:space="preserve"> </w:t>
      </w:r>
      <w:r w:rsidRPr="00200CA5">
        <w:rPr>
          <w:rStyle w:val="libArabicChar"/>
          <w:rFonts w:hint="cs"/>
          <w:rtl/>
        </w:rPr>
        <w:t>ف</w:t>
      </w:r>
      <w:r w:rsidRPr="00200CA5">
        <w:rPr>
          <w:rStyle w:val="libArabicChar"/>
          <w:rtl/>
        </w:rPr>
        <w:t>ار</w:t>
      </w:r>
      <w:r w:rsidR="00120F63" w:rsidRPr="00B2551F">
        <w:rPr>
          <w:rStyle w:val="libArabicChar"/>
          <w:rFonts w:hint="cs"/>
          <w:rtl/>
        </w:rPr>
        <w:t>ه</w:t>
      </w:r>
      <w:r w:rsidRPr="00200CA5">
        <w:rPr>
          <w:rStyle w:val="libArabicChar"/>
          <w:rFonts w:hint="cs"/>
          <w:rtl/>
        </w:rPr>
        <w:t>بون</w:t>
      </w:r>
    </w:p>
    <w:p w:rsidR="001F628F" w:rsidRDefault="001F628F" w:rsidP="001F628F">
      <w:pPr>
        <w:pStyle w:val="libNormal"/>
        <w:rPr>
          <w:rtl/>
        </w:rPr>
      </w:pPr>
      <w:r w:rsidRPr="004D073A">
        <w:rPr>
          <w:rStyle w:val="libArabicChar"/>
          <w:rtl/>
        </w:rPr>
        <w:t>''فايّاى ''</w:t>
      </w:r>
      <w:r>
        <w:rPr>
          <w:rtl/>
        </w:rPr>
        <w:t xml:space="preserve"> مي</w:t>
      </w:r>
      <w:r w:rsidR="00083993">
        <w:rPr>
          <w:rtl/>
        </w:rPr>
        <w:t xml:space="preserve">ں </w:t>
      </w:r>
      <w:r>
        <w:rPr>
          <w:rtl/>
        </w:rPr>
        <w:t>''فا'' جو شرط مقدر كا جواب ہے اور اس كو مفعول مقدم كى ابتدا ء مي</w:t>
      </w:r>
      <w:r w:rsidR="00083993">
        <w:rPr>
          <w:rtl/>
        </w:rPr>
        <w:t xml:space="preserve">ں </w:t>
      </w:r>
      <w:r>
        <w:rPr>
          <w:rtl/>
        </w:rPr>
        <w:t>لانا جو كہ حصر كا فائدہ دے رہا ہے ممكن ہے مذكورہ نكتہ كى طرف اشارہ ہو_</w:t>
      </w:r>
    </w:p>
    <w:p w:rsidR="001F628F" w:rsidRDefault="001F628F" w:rsidP="00200CA5">
      <w:pPr>
        <w:pStyle w:val="libNormal"/>
        <w:rPr>
          <w:rtl/>
        </w:rPr>
      </w:pPr>
      <w:r>
        <w:rPr>
          <w:rFonts w:hint="eastAsia"/>
          <w:rtl/>
        </w:rPr>
        <w:t>اديان</w:t>
      </w:r>
      <w:r>
        <w:rPr>
          <w:rtl/>
        </w:rPr>
        <w:t>:</w:t>
      </w:r>
      <w:r>
        <w:rPr>
          <w:rFonts w:hint="eastAsia"/>
          <w:rtl/>
        </w:rPr>
        <w:t>اديان</w:t>
      </w:r>
      <w:r>
        <w:rPr>
          <w:rtl/>
        </w:rPr>
        <w:t xml:space="preserve"> كى تعليمات4; اديان كى ہم آہنگي4</w:t>
      </w:r>
    </w:p>
    <w:p w:rsidR="001F628F" w:rsidRDefault="001F628F" w:rsidP="00200CA5">
      <w:pPr>
        <w:pStyle w:val="libNormal"/>
        <w:rPr>
          <w:rtl/>
        </w:rPr>
      </w:pPr>
      <w:r>
        <w:rPr>
          <w:rFonts w:hint="eastAsia"/>
          <w:rtl/>
        </w:rPr>
        <w:t>استدلال</w:t>
      </w:r>
      <w:r>
        <w:rPr>
          <w:rtl/>
        </w:rPr>
        <w:t>:</w:t>
      </w:r>
      <w:r>
        <w:rPr>
          <w:rFonts w:hint="eastAsia"/>
          <w:rtl/>
        </w:rPr>
        <w:t>استدلال</w:t>
      </w:r>
      <w:r>
        <w:rPr>
          <w:rtl/>
        </w:rPr>
        <w:t xml:space="preserve"> كى اہميت7; اوامر مي</w:t>
      </w:r>
      <w:r w:rsidR="00083993">
        <w:rPr>
          <w:rtl/>
        </w:rPr>
        <w:t xml:space="preserve">ں </w:t>
      </w:r>
      <w:r>
        <w:rPr>
          <w:rtl/>
        </w:rPr>
        <w:t>استدلال7</w:t>
      </w:r>
    </w:p>
    <w:p w:rsidR="001F628F" w:rsidRDefault="001F628F" w:rsidP="00200CA5">
      <w:pPr>
        <w:pStyle w:val="libNormal"/>
        <w:rPr>
          <w:rtl/>
        </w:rPr>
      </w:pPr>
      <w:r>
        <w:rPr>
          <w:rFonts w:hint="eastAsia"/>
          <w:rtl/>
        </w:rPr>
        <w:t>اطاعت</w:t>
      </w:r>
      <w:r>
        <w:rPr>
          <w:rtl/>
        </w:rPr>
        <w:t>:</w:t>
      </w:r>
      <w:r>
        <w:rPr>
          <w:rFonts w:hint="eastAsia"/>
          <w:rtl/>
        </w:rPr>
        <w:t>اطاعت</w:t>
      </w:r>
      <w:r>
        <w:rPr>
          <w:rtl/>
        </w:rPr>
        <w:t xml:space="preserve"> پر تشويق كرنے كى روش7</w:t>
      </w:r>
    </w:p>
    <w:p w:rsidR="001F628F" w:rsidRDefault="001F628F" w:rsidP="00200CA5">
      <w:pPr>
        <w:pStyle w:val="libNormal"/>
        <w:rPr>
          <w:rtl/>
        </w:rPr>
      </w:pPr>
      <w:r>
        <w:rPr>
          <w:rFonts w:hint="eastAsia"/>
          <w:rtl/>
        </w:rPr>
        <w:t>الله</w:t>
      </w:r>
      <w:r>
        <w:rPr>
          <w:rtl/>
        </w:rPr>
        <w:t xml:space="preserve"> تعالي:</w:t>
      </w:r>
      <w:r>
        <w:rPr>
          <w:rFonts w:hint="eastAsia"/>
          <w:rtl/>
        </w:rPr>
        <w:t>الله</w:t>
      </w:r>
      <w:r>
        <w:rPr>
          <w:rtl/>
        </w:rPr>
        <w:t xml:space="preserve"> تعالى اور توحيد 3;الله تعالى كى نواہي1; الله تعالى كے مختصّات6،8</w:t>
      </w:r>
    </w:p>
    <w:p w:rsidR="001F628F" w:rsidRDefault="001F628F" w:rsidP="00200CA5">
      <w:pPr>
        <w:pStyle w:val="libNormal"/>
        <w:rPr>
          <w:rtl/>
        </w:rPr>
      </w:pPr>
      <w:r>
        <w:rPr>
          <w:rFonts w:hint="eastAsia"/>
          <w:rtl/>
        </w:rPr>
        <w:t>الوہيت</w:t>
      </w:r>
      <w:r>
        <w:rPr>
          <w:rtl/>
        </w:rPr>
        <w:t>:</w:t>
      </w:r>
      <w:r>
        <w:rPr>
          <w:rFonts w:hint="eastAsia"/>
          <w:rtl/>
        </w:rPr>
        <w:t>غير</w:t>
      </w:r>
      <w:r>
        <w:rPr>
          <w:rtl/>
        </w:rPr>
        <w:t xml:space="preserve"> خدا كى الوہيت كا بطلان5</w:t>
      </w:r>
    </w:p>
    <w:p w:rsidR="001F628F" w:rsidRDefault="001F628F" w:rsidP="00200CA5">
      <w:pPr>
        <w:pStyle w:val="libNormal"/>
        <w:rPr>
          <w:rtl/>
        </w:rPr>
      </w:pPr>
      <w:r>
        <w:rPr>
          <w:rFonts w:hint="eastAsia"/>
          <w:rtl/>
        </w:rPr>
        <w:t>توحيد</w:t>
      </w:r>
      <w:r>
        <w:rPr>
          <w:rtl/>
        </w:rPr>
        <w:t>:</w:t>
      </w:r>
      <w:r>
        <w:rPr>
          <w:rFonts w:hint="eastAsia"/>
          <w:rtl/>
        </w:rPr>
        <w:t>توحيد</w:t>
      </w:r>
      <w:r>
        <w:rPr>
          <w:rtl/>
        </w:rPr>
        <w:t xml:space="preserve"> ذاتى 2،5; توحيد كى طرف دعوت 4;توحيد عبادى 2;توحيد كا اعلان 3; توحيد كى اہميت4; توحيد كے آثار8</w:t>
      </w:r>
    </w:p>
    <w:p w:rsidR="001F628F" w:rsidRDefault="001F628F" w:rsidP="00200CA5">
      <w:pPr>
        <w:pStyle w:val="libNormal"/>
        <w:rPr>
          <w:rtl/>
        </w:rPr>
      </w:pPr>
      <w:r>
        <w:rPr>
          <w:rFonts w:hint="eastAsia"/>
          <w:rtl/>
        </w:rPr>
        <w:t>ثنويت</w:t>
      </w:r>
      <w:r>
        <w:rPr>
          <w:rtl/>
        </w:rPr>
        <w:t xml:space="preserve"> :</w:t>
      </w:r>
      <w:r>
        <w:rPr>
          <w:rFonts w:hint="eastAsia"/>
          <w:rtl/>
        </w:rPr>
        <w:t>ثنويت</w:t>
      </w:r>
      <w:r>
        <w:rPr>
          <w:rtl/>
        </w:rPr>
        <w:t xml:space="preserve"> كى نفي1</w:t>
      </w:r>
    </w:p>
    <w:p w:rsidR="001F628F" w:rsidRDefault="001F628F" w:rsidP="00200CA5">
      <w:pPr>
        <w:pStyle w:val="libNormal"/>
        <w:rPr>
          <w:rtl/>
        </w:rPr>
      </w:pPr>
      <w:r>
        <w:rPr>
          <w:rFonts w:hint="eastAsia"/>
          <w:rtl/>
        </w:rPr>
        <w:t>خوف</w:t>
      </w:r>
      <w:r>
        <w:rPr>
          <w:rtl/>
        </w:rPr>
        <w:t>:</w:t>
      </w:r>
      <w:r>
        <w:rPr>
          <w:rFonts w:hint="eastAsia"/>
          <w:rtl/>
        </w:rPr>
        <w:t>باطل</w:t>
      </w:r>
      <w:r>
        <w:rPr>
          <w:rtl/>
        </w:rPr>
        <w:t xml:space="preserve"> معبودو</w:t>
      </w:r>
      <w:r w:rsidR="00083993">
        <w:rPr>
          <w:rtl/>
        </w:rPr>
        <w:t xml:space="preserve">ں </w:t>
      </w:r>
      <w:r>
        <w:rPr>
          <w:rtl/>
        </w:rPr>
        <w:t>سے خوف 9;خوف الہي6،8</w:t>
      </w:r>
    </w:p>
    <w:p w:rsidR="001F628F" w:rsidRDefault="001F628F" w:rsidP="00200CA5">
      <w:pPr>
        <w:pStyle w:val="libNormal"/>
        <w:rPr>
          <w:rtl/>
        </w:rPr>
      </w:pPr>
      <w:r>
        <w:rPr>
          <w:rFonts w:hint="eastAsia"/>
          <w:rtl/>
        </w:rPr>
        <w:t>شرك</w:t>
      </w:r>
      <w:r>
        <w:rPr>
          <w:rtl/>
        </w:rPr>
        <w:t>:</w:t>
      </w:r>
      <w:r>
        <w:rPr>
          <w:rFonts w:hint="eastAsia"/>
          <w:rtl/>
        </w:rPr>
        <w:t>شرك</w:t>
      </w:r>
      <w:r>
        <w:rPr>
          <w:rtl/>
        </w:rPr>
        <w:t xml:space="preserve"> سے اجتناب كى دعوت4; شرك سے اجتناب كے دلائل 5 شرك سے نہي1</w:t>
      </w:r>
    </w:p>
    <w:p w:rsidR="001F628F" w:rsidRDefault="001F628F" w:rsidP="00200CA5">
      <w:pPr>
        <w:pStyle w:val="libNormal"/>
        <w:rPr>
          <w:rtl/>
        </w:rPr>
      </w:pPr>
      <w:r>
        <w:rPr>
          <w:rFonts w:hint="eastAsia"/>
          <w:rtl/>
        </w:rPr>
        <w:t>مديريت</w:t>
      </w:r>
      <w:r>
        <w:rPr>
          <w:rtl/>
        </w:rPr>
        <w:t>:</w:t>
      </w:r>
      <w:r>
        <w:rPr>
          <w:rFonts w:hint="eastAsia"/>
          <w:rtl/>
        </w:rPr>
        <w:t>مديريت</w:t>
      </w:r>
      <w:r>
        <w:rPr>
          <w:rtl/>
        </w:rPr>
        <w:t xml:space="preserve"> كى روش7</w:t>
      </w:r>
    </w:p>
    <w:p w:rsidR="001F628F" w:rsidRDefault="001F628F" w:rsidP="00200CA5">
      <w:pPr>
        <w:pStyle w:val="libNormal"/>
        <w:rPr>
          <w:rtl/>
        </w:rPr>
      </w:pPr>
      <w:r>
        <w:rPr>
          <w:rFonts w:hint="eastAsia"/>
          <w:rtl/>
        </w:rPr>
        <w:t>مشركين</w:t>
      </w:r>
      <w:r>
        <w:rPr>
          <w:rtl/>
        </w:rPr>
        <w:t>:</w:t>
      </w:r>
      <w:r>
        <w:rPr>
          <w:rFonts w:hint="eastAsia"/>
          <w:rtl/>
        </w:rPr>
        <w:t>مشركين</w:t>
      </w:r>
      <w:r>
        <w:rPr>
          <w:rtl/>
        </w:rPr>
        <w:t xml:space="preserve"> كا خوف9</w:t>
      </w:r>
    </w:p>
    <w:p w:rsidR="00200CA5" w:rsidRDefault="001E7F9D" w:rsidP="00F73EDE">
      <w:pPr>
        <w:pStyle w:val="libPoemTini"/>
        <w:rPr>
          <w:rtl/>
        </w:rPr>
      </w:pPr>
      <w:r>
        <w:rPr>
          <w:rtl/>
        </w:rPr>
        <w:br w:type="page"/>
      </w:r>
    </w:p>
    <w:p w:rsidR="00200CA5" w:rsidRDefault="00200CA5" w:rsidP="00200CA5">
      <w:pPr>
        <w:pStyle w:val="Heading2Center"/>
        <w:rPr>
          <w:rtl/>
        </w:rPr>
      </w:pPr>
      <w:bookmarkStart w:id="198" w:name="_Toc28081876"/>
      <w:r>
        <w:rPr>
          <w:rFonts w:hint="cs"/>
          <w:rtl/>
        </w:rPr>
        <w:lastRenderedPageBreak/>
        <w:t>آیت 52</w:t>
      </w:r>
      <w:bookmarkEnd w:id="198"/>
    </w:p>
    <w:p w:rsidR="001F628F" w:rsidRDefault="00E260F9" w:rsidP="00200CA5">
      <w:pPr>
        <w:pStyle w:val="libNormal"/>
        <w:rPr>
          <w:rtl/>
        </w:rPr>
      </w:pPr>
      <w:r w:rsidRPr="00E260F9">
        <w:rPr>
          <w:rStyle w:val="libAlaemChar"/>
          <w:rFonts w:hint="eastAsia"/>
          <w:rtl/>
        </w:rPr>
        <w:t>(</w:t>
      </w:r>
      <w:r w:rsidRPr="00200CA5">
        <w:rPr>
          <w:rStyle w:val="libAieChar"/>
          <w:rFonts w:hint="eastAsia"/>
          <w:rtl/>
        </w:rPr>
        <w:t>وَلَهُ</w:t>
      </w:r>
      <w:r w:rsidRPr="00200CA5">
        <w:rPr>
          <w:rStyle w:val="libAieChar"/>
          <w:rtl/>
        </w:rPr>
        <w:t xml:space="preserve"> مَا فِي الْسَّمَاوَاتِ وَالأَرْضِ وَلَهُ الدِّينُ وَاصِباً أَفَغَيْرَ اللّهِ تَتَّقُونَ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اسى كے لئے زمين وآسمان كى ہر شے ہے اور اسى كے لئے دائمى اطاعت بھى ہے تو كيا تم غير خدا سے بھى ڈرتے ہو_</w:t>
      </w:r>
    </w:p>
    <w:p w:rsidR="001F628F" w:rsidRDefault="001F628F" w:rsidP="001F628F">
      <w:pPr>
        <w:pStyle w:val="libNormal"/>
        <w:rPr>
          <w:rtl/>
        </w:rPr>
      </w:pPr>
      <w:r>
        <w:rPr>
          <w:rtl/>
        </w:rPr>
        <w:t>1_تمام آسمان اور زمين كے موجودات كى مالكيت اور ان پر حاكميت ، خداوند عالم كى ذات مي</w:t>
      </w:r>
      <w:r w:rsidR="00083993">
        <w:rPr>
          <w:rtl/>
        </w:rPr>
        <w:t xml:space="preserve">ں </w:t>
      </w:r>
      <w:r>
        <w:rPr>
          <w:rtl/>
        </w:rPr>
        <w:t>منحصر ہے _</w:t>
      </w:r>
    </w:p>
    <w:p w:rsidR="001F628F" w:rsidRDefault="001F628F" w:rsidP="00200CA5">
      <w:pPr>
        <w:pStyle w:val="libArabic"/>
        <w:rPr>
          <w:rtl/>
        </w:rPr>
      </w:pPr>
      <w:r>
        <w:rPr>
          <w:rFonts w:hint="eastAsia"/>
          <w:rtl/>
        </w:rPr>
        <w:t>ول</w:t>
      </w:r>
      <w:r w:rsidR="00120F63" w:rsidRPr="00ED5DE8">
        <w:rPr>
          <w:rFonts w:hint="cs"/>
          <w:rtl/>
        </w:rPr>
        <w:t>ه</w:t>
      </w:r>
      <w:r>
        <w:rPr>
          <w:rtl/>
        </w:rPr>
        <w:t xml:space="preserve"> ما فى السموات والارض</w:t>
      </w:r>
    </w:p>
    <w:p w:rsidR="001F628F" w:rsidRDefault="001F628F" w:rsidP="001F628F">
      <w:pPr>
        <w:pStyle w:val="libNormal"/>
        <w:rPr>
          <w:rtl/>
        </w:rPr>
      </w:pPr>
      <w:r>
        <w:rPr>
          <w:rFonts w:hint="eastAsia"/>
          <w:rtl/>
        </w:rPr>
        <w:t>مالكيت</w:t>
      </w:r>
      <w:r>
        <w:rPr>
          <w:rtl/>
        </w:rPr>
        <w:t xml:space="preserve"> كا لازمہ ، حاكميت ہے ممكن ہے عبارت ''افغير اللّہ تتقون'( كيا تم غير خدا سے ڈرتے ہو) اس بات پر قرينہ ہو كہ ''لہ ما فى السموات و ...'' سے مراد حاكميت بھى ہے_</w:t>
      </w:r>
    </w:p>
    <w:p w:rsidR="001F628F" w:rsidRDefault="001F628F" w:rsidP="00200CA5">
      <w:pPr>
        <w:pStyle w:val="libNormal"/>
        <w:rPr>
          <w:rtl/>
        </w:rPr>
      </w:pPr>
      <w:r>
        <w:rPr>
          <w:rtl/>
        </w:rPr>
        <w:t>2_كائنات مي</w:t>
      </w:r>
      <w:r w:rsidR="00083993">
        <w:rPr>
          <w:rtl/>
        </w:rPr>
        <w:t xml:space="preserve">ں </w:t>
      </w:r>
      <w:r>
        <w:rPr>
          <w:rtl/>
        </w:rPr>
        <w:t>متعدد آسمان ہي</w:t>
      </w:r>
      <w:r w:rsidR="00083993">
        <w:rPr>
          <w:rtl/>
        </w:rPr>
        <w:t xml:space="preserve">ں </w:t>
      </w:r>
      <w:r>
        <w:rPr>
          <w:rtl/>
        </w:rPr>
        <w:t>_</w:t>
      </w:r>
      <w:r w:rsidRPr="00200CA5">
        <w:rPr>
          <w:rStyle w:val="libArabicChar"/>
          <w:rFonts w:hint="eastAsia"/>
          <w:rtl/>
        </w:rPr>
        <w:t>ول</w:t>
      </w:r>
      <w:r w:rsidR="00120F63" w:rsidRPr="00B2551F">
        <w:rPr>
          <w:rStyle w:val="libArabicChar"/>
          <w:rFonts w:hint="cs"/>
          <w:rtl/>
        </w:rPr>
        <w:t>ه</w:t>
      </w:r>
      <w:r w:rsidRPr="00200CA5">
        <w:rPr>
          <w:rStyle w:val="libArabicChar"/>
          <w:rtl/>
        </w:rPr>
        <w:t xml:space="preserve"> ما فى السموات والارض</w:t>
      </w:r>
    </w:p>
    <w:p w:rsidR="001F628F" w:rsidRDefault="001F628F" w:rsidP="00200CA5">
      <w:pPr>
        <w:pStyle w:val="libNormal"/>
        <w:rPr>
          <w:rtl/>
        </w:rPr>
      </w:pPr>
      <w:r>
        <w:rPr>
          <w:rtl/>
        </w:rPr>
        <w:t>3_تمام موجودات پر خداوند عالم كى مالكيت ، اس كى وحدانيت كى دليل ہے_</w:t>
      </w:r>
      <w:r w:rsidRPr="00200CA5">
        <w:rPr>
          <w:rStyle w:val="libArabicChar"/>
          <w:rFonts w:hint="eastAsia"/>
          <w:rtl/>
        </w:rPr>
        <w:t>انّما</w:t>
      </w:r>
      <w:r w:rsidRPr="00200CA5">
        <w:rPr>
          <w:rStyle w:val="libArabicChar"/>
          <w:rtl/>
        </w:rPr>
        <w:t xml:space="preserve">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xml:space="preserve"> </w:t>
      </w:r>
      <w:r w:rsidRPr="00200CA5">
        <w:rPr>
          <w:rStyle w:val="libArabicChar"/>
          <w:rFonts w:hint="cs"/>
          <w:rtl/>
        </w:rPr>
        <w:t>واحد</w:t>
      </w:r>
      <w:r w:rsidRPr="00200CA5">
        <w:rPr>
          <w:rStyle w:val="libArabicChar"/>
          <w:rtl/>
        </w:rPr>
        <w:t xml:space="preserve"> ...</w:t>
      </w:r>
      <w:r w:rsidRPr="00200CA5">
        <w:rPr>
          <w:rStyle w:val="libArabicChar"/>
          <w:rFonts w:hint="cs"/>
          <w:rtl/>
        </w:rPr>
        <w:t>ول</w:t>
      </w:r>
      <w:r w:rsidR="00120F63" w:rsidRPr="00B2551F">
        <w:rPr>
          <w:rStyle w:val="libArabicChar"/>
          <w:rFonts w:hint="cs"/>
          <w:rtl/>
        </w:rPr>
        <w:t>ه</w:t>
      </w:r>
      <w:r w:rsidRPr="00200CA5">
        <w:rPr>
          <w:rStyle w:val="libArabicChar"/>
          <w:rtl/>
        </w:rPr>
        <w:t xml:space="preserve"> </w:t>
      </w:r>
      <w:r w:rsidRPr="00200CA5">
        <w:rPr>
          <w:rStyle w:val="libArabicChar"/>
          <w:rFonts w:hint="cs"/>
          <w:rtl/>
        </w:rPr>
        <w:t>ما</w:t>
      </w:r>
      <w:r w:rsidRPr="00200CA5">
        <w:rPr>
          <w:rStyle w:val="libArabicChar"/>
          <w:rtl/>
        </w:rPr>
        <w:t xml:space="preserve"> </w:t>
      </w:r>
      <w:r w:rsidRPr="00200CA5">
        <w:rPr>
          <w:rStyle w:val="libArabicChar"/>
          <w:rFonts w:hint="cs"/>
          <w:rtl/>
        </w:rPr>
        <w:t>فى</w:t>
      </w:r>
      <w:r w:rsidRPr="00200CA5">
        <w:rPr>
          <w:rStyle w:val="libArabicChar"/>
          <w:rtl/>
        </w:rPr>
        <w:t xml:space="preserve"> </w:t>
      </w:r>
      <w:r w:rsidRPr="00200CA5">
        <w:rPr>
          <w:rStyle w:val="libArabicChar"/>
          <w:rFonts w:hint="cs"/>
          <w:rtl/>
        </w:rPr>
        <w:t>السموات</w:t>
      </w:r>
      <w:r w:rsidRPr="00200CA5">
        <w:rPr>
          <w:rStyle w:val="libArabicChar"/>
          <w:rtl/>
        </w:rPr>
        <w:t xml:space="preserve"> والارض</w:t>
      </w:r>
    </w:p>
    <w:p w:rsidR="001F628F" w:rsidRDefault="001F628F" w:rsidP="00200CA5">
      <w:pPr>
        <w:pStyle w:val="libNormal"/>
        <w:rPr>
          <w:rtl/>
        </w:rPr>
      </w:pPr>
      <w:r>
        <w:rPr>
          <w:rtl/>
        </w:rPr>
        <w:t>4_دين كى تشريع اور قانون سازى كا حق، خداوند عالم كے ساتھ مخصوص ہے_</w:t>
      </w:r>
      <w:r w:rsidRPr="00200CA5">
        <w:rPr>
          <w:rStyle w:val="libArabicChar"/>
          <w:rFonts w:hint="eastAsia"/>
          <w:rtl/>
        </w:rPr>
        <w:t>ول</w:t>
      </w:r>
      <w:r w:rsidR="00120F63" w:rsidRPr="00B2551F">
        <w:rPr>
          <w:rStyle w:val="libArabicChar"/>
          <w:rFonts w:hint="cs"/>
          <w:rtl/>
        </w:rPr>
        <w:t>ه</w:t>
      </w:r>
      <w:r w:rsidRPr="00200CA5">
        <w:rPr>
          <w:rStyle w:val="libArabicChar"/>
          <w:rtl/>
        </w:rPr>
        <w:t xml:space="preserve"> الدين واصب</w:t>
      </w:r>
    </w:p>
    <w:p w:rsidR="001F628F" w:rsidRDefault="001F628F" w:rsidP="00200CA5">
      <w:pPr>
        <w:pStyle w:val="libNormal"/>
        <w:rPr>
          <w:rtl/>
        </w:rPr>
      </w:pPr>
      <w:r>
        <w:rPr>
          <w:rtl/>
        </w:rPr>
        <w:t>5_فقط خداوند عالم دائمى اطاعت كے سزاوار ہے_</w:t>
      </w:r>
      <w:r w:rsidRPr="00200CA5">
        <w:rPr>
          <w:rStyle w:val="libArabicChar"/>
          <w:rFonts w:hint="eastAsia"/>
          <w:rtl/>
        </w:rPr>
        <w:t>ول</w:t>
      </w:r>
      <w:r w:rsidR="00120F63" w:rsidRPr="00B2551F">
        <w:rPr>
          <w:rStyle w:val="libArabicChar"/>
          <w:rFonts w:hint="cs"/>
          <w:rtl/>
        </w:rPr>
        <w:t>ه</w:t>
      </w:r>
      <w:r w:rsidRPr="00200CA5">
        <w:rPr>
          <w:rStyle w:val="libArabicChar"/>
          <w:rtl/>
        </w:rPr>
        <w:t xml:space="preserve"> الدين واصب</w:t>
      </w:r>
      <w:r w:rsidR="004D073A">
        <w:rPr>
          <w:rStyle w:val="libArabicChar"/>
          <w:rFonts w:hint="cs"/>
          <w:rtl/>
        </w:rPr>
        <w:t>ا</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''دين'' كے بيان كے گئے معانى مي</w:t>
      </w:r>
      <w:r w:rsidR="00083993">
        <w:rPr>
          <w:rtl/>
        </w:rPr>
        <w:t xml:space="preserve">ں </w:t>
      </w:r>
      <w:r>
        <w:rPr>
          <w:rtl/>
        </w:rPr>
        <w:t>سے ايك معنى اطاعت ہے يہ تفسير اس مذكورہ معنى كى بناء پر ہے_</w:t>
      </w:r>
    </w:p>
    <w:p w:rsidR="001F628F" w:rsidRDefault="001F628F" w:rsidP="001F628F">
      <w:pPr>
        <w:pStyle w:val="libNormal"/>
        <w:rPr>
          <w:rtl/>
        </w:rPr>
      </w:pPr>
      <w:r>
        <w:rPr>
          <w:rtl/>
        </w:rPr>
        <w:t>6_خداوند عالم كى يكتا ئي كا لازمہ يہ ہے كہ دين كى تشريع كا حق اس كے ساتھ خاص ہے _</w:t>
      </w:r>
    </w:p>
    <w:p w:rsidR="001F628F" w:rsidRDefault="001F628F" w:rsidP="00200CA5">
      <w:pPr>
        <w:pStyle w:val="libArabic"/>
        <w:rPr>
          <w:rtl/>
        </w:rPr>
      </w:pPr>
      <w:r>
        <w:rPr>
          <w:rFonts w:hint="eastAsia"/>
          <w:rtl/>
        </w:rPr>
        <w:t>انمّا</w:t>
      </w:r>
      <w:r>
        <w:rPr>
          <w:rtl/>
        </w:rPr>
        <w:t xml:space="preserve"> </w:t>
      </w:r>
      <w:r w:rsidR="00120F63" w:rsidRPr="00ED5DE8">
        <w:rPr>
          <w:rFonts w:hint="cs"/>
          <w:rtl/>
        </w:rPr>
        <w:t>ه</w:t>
      </w:r>
      <w:r>
        <w:rPr>
          <w:rFonts w:hint="cs"/>
          <w:rtl/>
        </w:rPr>
        <w:t>و</w:t>
      </w:r>
      <w:r>
        <w:rPr>
          <w:rtl/>
        </w:rPr>
        <w:t xml:space="preserve"> </w:t>
      </w:r>
      <w:r>
        <w:rPr>
          <w:rFonts w:hint="cs"/>
          <w:rtl/>
        </w:rPr>
        <w:t>ال</w:t>
      </w:r>
      <w:r w:rsidR="00120F63" w:rsidRPr="00ED5DE8">
        <w:rPr>
          <w:rFonts w:hint="cs"/>
          <w:rtl/>
        </w:rPr>
        <w:t>ه</w:t>
      </w:r>
      <w:r>
        <w:rPr>
          <w:rtl/>
        </w:rPr>
        <w:t xml:space="preserve"> </w:t>
      </w:r>
      <w:r>
        <w:rPr>
          <w:rFonts w:hint="cs"/>
          <w:rtl/>
        </w:rPr>
        <w:t>واحد</w:t>
      </w:r>
      <w:r>
        <w:rPr>
          <w:rtl/>
        </w:rPr>
        <w:t xml:space="preserve"> ...</w:t>
      </w:r>
      <w:r>
        <w:rPr>
          <w:rFonts w:hint="cs"/>
          <w:rtl/>
        </w:rPr>
        <w:t>ول</w:t>
      </w:r>
      <w:r w:rsidR="00120F63" w:rsidRPr="00ED5DE8">
        <w:rPr>
          <w:rFonts w:hint="cs"/>
          <w:rtl/>
        </w:rPr>
        <w:t>ه</w:t>
      </w:r>
      <w:r>
        <w:rPr>
          <w:rtl/>
        </w:rPr>
        <w:t xml:space="preserve"> </w:t>
      </w:r>
      <w:r>
        <w:rPr>
          <w:rFonts w:hint="cs"/>
          <w:rtl/>
        </w:rPr>
        <w:t>الدي</w:t>
      </w:r>
      <w:r>
        <w:rPr>
          <w:rtl/>
        </w:rPr>
        <w:t>ن واصب</w:t>
      </w:r>
      <w:r w:rsidR="004D073A">
        <w:rPr>
          <w:rFonts w:hint="cs"/>
          <w:rtl/>
        </w:rPr>
        <w:t>ا</w:t>
      </w:r>
    </w:p>
    <w:p w:rsidR="001F628F" w:rsidRDefault="001F628F" w:rsidP="001F628F">
      <w:pPr>
        <w:pStyle w:val="libNormal"/>
        <w:rPr>
          <w:rtl/>
        </w:rPr>
      </w:pPr>
      <w:r>
        <w:rPr>
          <w:rFonts w:hint="eastAsia"/>
          <w:rtl/>
        </w:rPr>
        <w:t>يہ</w:t>
      </w:r>
      <w:r>
        <w:rPr>
          <w:rtl/>
        </w:rPr>
        <w:t xml:space="preserve"> جو خداوند عالم نے دو خداؤ</w:t>
      </w:r>
      <w:r w:rsidR="00083993">
        <w:rPr>
          <w:rtl/>
        </w:rPr>
        <w:t xml:space="preserve">ں </w:t>
      </w:r>
      <w:r>
        <w:rPr>
          <w:rtl/>
        </w:rPr>
        <w:t>پر عقيدہ سے اجتناب كے حكم كے سلسلہ مي</w:t>
      </w:r>
      <w:r w:rsidR="00083993">
        <w:rPr>
          <w:rtl/>
        </w:rPr>
        <w:t xml:space="preserve">ں </w:t>
      </w:r>
      <w:r>
        <w:rPr>
          <w:rtl/>
        </w:rPr>
        <w:t>اپنى كچھ خصوصيات كہ جن مي</w:t>
      </w:r>
      <w:r w:rsidR="00083993">
        <w:rPr>
          <w:rtl/>
        </w:rPr>
        <w:t xml:space="preserve">ں </w:t>
      </w:r>
      <w:r>
        <w:rPr>
          <w:rtl/>
        </w:rPr>
        <w:t>دين كا اس كے ساتھ خاص ہونا بھى ہے كا ذكر كيا ہے لہذا احتمال يہ ہے كہ ايسا مذكورہ نكتہ كے بيان كے ليے ہو_</w:t>
      </w:r>
    </w:p>
    <w:p w:rsidR="001D0AAB" w:rsidRDefault="001F628F" w:rsidP="001D0AAB">
      <w:pPr>
        <w:pStyle w:val="libNormal"/>
        <w:rPr>
          <w:rtl/>
        </w:rPr>
      </w:pPr>
      <w:r>
        <w:rPr>
          <w:rtl/>
        </w:rPr>
        <w:t>7_ بندو</w:t>
      </w:r>
      <w:r w:rsidR="00083993">
        <w:rPr>
          <w:rtl/>
        </w:rPr>
        <w:t xml:space="preserve">ں </w:t>
      </w:r>
      <w:r>
        <w:rPr>
          <w:rtl/>
        </w:rPr>
        <w:t>كو جزا(سزاوثواب) دينا، خداوند عالم كا دائمى</w:t>
      </w:r>
      <w:r w:rsidR="001D0AAB" w:rsidRPr="001D0AAB">
        <w:rPr>
          <w:rFonts w:hint="eastAsia"/>
          <w:rtl/>
        </w:rPr>
        <w:t xml:space="preserve"> </w:t>
      </w:r>
      <w:r w:rsidR="001D0AAB">
        <w:rPr>
          <w:rFonts w:hint="eastAsia"/>
          <w:rtl/>
        </w:rPr>
        <w:t>اور</w:t>
      </w:r>
      <w:r w:rsidR="001D0AAB">
        <w:rPr>
          <w:rtl/>
        </w:rPr>
        <w:t xml:space="preserve"> مخصوص حق ہے_</w:t>
      </w:r>
      <w:r w:rsidR="001D0AAB" w:rsidRPr="00200CA5">
        <w:rPr>
          <w:rStyle w:val="libArabicChar"/>
          <w:rFonts w:hint="eastAsia"/>
          <w:rtl/>
        </w:rPr>
        <w:t>ول</w:t>
      </w:r>
      <w:r w:rsidR="00120F63" w:rsidRPr="00B2551F">
        <w:rPr>
          <w:rStyle w:val="libArabicChar"/>
          <w:rFonts w:hint="cs"/>
          <w:rtl/>
        </w:rPr>
        <w:t>ه</w:t>
      </w:r>
      <w:r w:rsidR="001D0AAB" w:rsidRPr="00200CA5">
        <w:rPr>
          <w:rStyle w:val="libArabicChar"/>
          <w:rtl/>
        </w:rPr>
        <w:t xml:space="preserve"> الدين واصب</w:t>
      </w:r>
      <w:r w:rsidR="004D073A">
        <w:rPr>
          <w:rStyle w:val="libArabicChar"/>
          <w:rFonts w:hint="cs"/>
          <w:rtl/>
        </w:rPr>
        <w:t>ا</w:t>
      </w:r>
    </w:p>
    <w:p w:rsidR="001D0AAB" w:rsidRDefault="001D0AAB" w:rsidP="001D0AAB">
      <w:pPr>
        <w:pStyle w:val="libNormal"/>
        <w:rPr>
          <w:rtl/>
        </w:rPr>
      </w:pPr>
      <w:r>
        <w:rPr>
          <w:rtl/>
        </w:rPr>
        <w:t>''دين'' كے چند معانى ميں سے ايك معنى جزا ہے مذكورہ تفسير اس معنى كى بناء پر ہے_</w:t>
      </w:r>
    </w:p>
    <w:p w:rsidR="001D0AAB" w:rsidRDefault="001D0AAB" w:rsidP="001D0AAB">
      <w:pPr>
        <w:pStyle w:val="libNormal"/>
        <w:rPr>
          <w:rtl/>
        </w:rPr>
      </w:pPr>
      <w:r>
        <w:rPr>
          <w:rtl/>
        </w:rPr>
        <w:t>8_غير خدا سے ڈرنا ،ايك نا پسنديدہ اور مذموم امر ہے_</w:t>
      </w:r>
      <w:r w:rsidRPr="00200CA5">
        <w:rPr>
          <w:rStyle w:val="libArabicChar"/>
          <w:rFonts w:hint="eastAsia"/>
          <w:rtl/>
        </w:rPr>
        <w:t>افغير</w:t>
      </w:r>
      <w:r w:rsidRPr="00200CA5">
        <w:rPr>
          <w:rStyle w:val="libArabicChar"/>
          <w:rtl/>
        </w:rPr>
        <w:t xml:space="preserve"> اللّ</w:t>
      </w:r>
      <w:r w:rsidR="00120F63" w:rsidRPr="00B2551F">
        <w:rPr>
          <w:rStyle w:val="libArabicChar"/>
          <w:rFonts w:hint="cs"/>
          <w:rtl/>
        </w:rPr>
        <w:t>ه</w:t>
      </w:r>
      <w:r w:rsidRPr="00200CA5">
        <w:rPr>
          <w:rStyle w:val="libArabicChar"/>
          <w:rtl/>
        </w:rPr>
        <w:t xml:space="preserve"> تتقون</w:t>
      </w:r>
    </w:p>
    <w:p w:rsidR="001D0AAB" w:rsidRDefault="001D0AAB" w:rsidP="001D0AAB">
      <w:pPr>
        <w:pStyle w:val="libNormal"/>
        <w:rPr>
          <w:rtl/>
        </w:rPr>
      </w:pPr>
      <w:r>
        <w:rPr>
          <w:rFonts w:hint="eastAsia"/>
          <w:rtl/>
        </w:rPr>
        <w:t>تقوى</w:t>
      </w:r>
      <w:r>
        <w:rPr>
          <w:rtl/>
        </w:rPr>
        <w:t xml:space="preserve"> كا اصل ميں معنى يہ ہے كہ اپنے آپ كو ايسى چيز سے محفوظ ركھنا جو پريشانى اور خوف كا سبب ہو اور يہ خود خوف كے معنى ميں بھى آيا ہے مذكورہ تفسير دوسرے معنى كى بناء پر ہے_</w:t>
      </w:r>
    </w:p>
    <w:p w:rsidR="00200CA5" w:rsidRDefault="001E7F9D" w:rsidP="00F73EDE">
      <w:pPr>
        <w:pStyle w:val="libPoemTini"/>
        <w:rPr>
          <w:rtl/>
        </w:rPr>
      </w:pPr>
      <w:r>
        <w:rPr>
          <w:rtl/>
        </w:rPr>
        <w:br w:type="page"/>
      </w:r>
    </w:p>
    <w:p w:rsidR="001F628F" w:rsidRDefault="001F628F" w:rsidP="00200CA5">
      <w:pPr>
        <w:pStyle w:val="libNormal"/>
        <w:rPr>
          <w:rtl/>
        </w:rPr>
      </w:pPr>
      <w:r>
        <w:rPr>
          <w:rtl/>
        </w:rPr>
        <w:lastRenderedPageBreak/>
        <w:t>9_خداوند عالم كى وحدانيت اور كائنات پر اس كى تنہا مالكيت پر توجہ كرتے ہوئے ، غير خدا كا توہم كرنا تعجب خيز او رغير منطقى چيز ہے_</w:t>
      </w:r>
      <w:r w:rsidRPr="00200CA5">
        <w:rPr>
          <w:rStyle w:val="libArabicChar"/>
          <w:rFonts w:hint="eastAsia"/>
          <w:rtl/>
        </w:rPr>
        <w:t>انمّا</w:t>
      </w:r>
      <w:r w:rsidRPr="00200CA5">
        <w:rPr>
          <w:rStyle w:val="libArabicChar"/>
          <w:rtl/>
        </w:rPr>
        <w:t xml:space="preserve"> </w:t>
      </w:r>
      <w:r w:rsidR="00120F63" w:rsidRPr="00B2551F">
        <w:rPr>
          <w:rStyle w:val="libArabicChar"/>
          <w:rFonts w:hint="cs"/>
          <w:rtl/>
        </w:rPr>
        <w:t>ه</w:t>
      </w:r>
      <w:r w:rsidRPr="00200CA5">
        <w:rPr>
          <w:rStyle w:val="libArabicChar"/>
          <w:rFonts w:hint="cs"/>
          <w:rtl/>
        </w:rPr>
        <w:t>و</w:t>
      </w:r>
      <w:r w:rsidRPr="00200CA5">
        <w:rPr>
          <w:rStyle w:val="libArabicChar"/>
          <w:rtl/>
        </w:rPr>
        <w:t xml:space="preserve"> </w:t>
      </w:r>
      <w:r w:rsidRPr="00200CA5">
        <w:rPr>
          <w:rStyle w:val="libArabicChar"/>
          <w:rFonts w:hint="cs"/>
          <w:rtl/>
        </w:rPr>
        <w:t>ال</w:t>
      </w:r>
      <w:r w:rsidR="00120F63" w:rsidRPr="00B2551F">
        <w:rPr>
          <w:rStyle w:val="libArabicChar"/>
          <w:rFonts w:hint="cs"/>
          <w:rtl/>
        </w:rPr>
        <w:t>ه</w:t>
      </w:r>
      <w:r w:rsidRPr="00200CA5">
        <w:rPr>
          <w:rStyle w:val="libArabicChar"/>
          <w:rtl/>
        </w:rPr>
        <w:t xml:space="preserve"> </w:t>
      </w:r>
      <w:r w:rsidRPr="00200CA5">
        <w:rPr>
          <w:rStyle w:val="libArabicChar"/>
          <w:rFonts w:hint="cs"/>
          <w:rtl/>
        </w:rPr>
        <w:t>واحد</w:t>
      </w:r>
      <w:r w:rsidRPr="00200CA5">
        <w:rPr>
          <w:rStyle w:val="libArabicChar"/>
          <w:rtl/>
        </w:rPr>
        <w:t xml:space="preserve"> ...</w:t>
      </w:r>
      <w:r w:rsidRPr="00200CA5">
        <w:rPr>
          <w:rStyle w:val="libArabicChar"/>
          <w:rFonts w:hint="cs"/>
          <w:rtl/>
        </w:rPr>
        <w:t>ول</w:t>
      </w:r>
      <w:r w:rsidR="00120F63" w:rsidRPr="00B2551F">
        <w:rPr>
          <w:rStyle w:val="libArabicChar"/>
          <w:rFonts w:hint="cs"/>
          <w:rtl/>
        </w:rPr>
        <w:t>ه</w:t>
      </w:r>
      <w:r w:rsidRPr="00200CA5">
        <w:rPr>
          <w:rStyle w:val="libArabicChar"/>
          <w:rtl/>
        </w:rPr>
        <w:t xml:space="preserve"> </w:t>
      </w:r>
      <w:r w:rsidRPr="00200CA5">
        <w:rPr>
          <w:rStyle w:val="libArabicChar"/>
          <w:rFonts w:hint="cs"/>
          <w:rtl/>
        </w:rPr>
        <w:t>ما</w:t>
      </w:r>
      <w:r w:rsidRPr="00200CA5">
        <w:rPr>
          <w:rStyle w:val="libArabicChar"/>
          <w:rtl/>
        </w:rPr>
        <w:t xml:space="preserve"> </w:t>
      </w:r>
      <w:r w:rsidRPr="00200CA5">
        <w:rPr>
          <w:rStyle w:val="libArabicChar"/>
          <w:rFonts w:hint="cs"/>
          <w:rtl/>
        </w:rPr>
        <w:t>فى</w:t>
      </w:r>
      <w:r w:rsidRPr="00200CA5">
        <w:rPr>
          <w:rStyle w:val="libArabicChar"/>
          <w:rtl/>
        </w:rPr>
        <w:t xml:space="preserve"> </w:t>
      </w:r>
      <w:r w:rsidRPr="00200CA5">
        <w:rPr>
          <w:rStyle w:val="libArabicChar"/>
          <w:rFonts w:hint="cs"/>
          <w:rtl/>
        </w:rPr>
        <w:t>السموات</w:t>
      </w:r>
      <w:r w:rsidRPr="00200CA5">
        <w:rPr>
          <w:rStyle w:val="libArabicChar"/>
          <w:rtl/>
        </w:rPr>
        <w:t xml:space="preserve"> </w:t>
      </w:r>
      <w:r w:rsidRPr="00200CA5">
        <w:rPr>
          <w:rStyle w:val="libArabicChar"/>
          <w:rFonts w:hint="cs"/>
          <w:rtl/>
        </w:rPr>
        <w:t>والأرض</w:t>
      </w:r>
      <w:r w:rsidRPr="00200CA5">
        <w:rPr>
          <w:rStyle w:val="libArabicChar"/>
          <w:rtl/>
        </w:rPr>
        <w:t xml:space="preserve"> ...</w:t>
      </w:r>
      <w:r w:rsidRPr="00200CA5">
        <w:rPr>
          <w:rStyle w:val="libArabicChar"/>
          <w:rFonts w:hint="cs"/>
          <w:rtl/>
        </w:rPr>
        <w:t>افغير</w:t>
      </w:r>
      <w:r w:rsidRPr="00200CA5">
        <w:rPr>
          <w:rStyle w:val="libArabicChar"/>
          <w:rtl/>
        </w:rPr>
        <w:t xml:space="preserve"> </w:t>
      </w:r>
      <w:r w:rsidRPr="00200CA5">
        <w:rPr>
          <w:rStyle w:val="libArabicChar"/>
          <w:rFonts w:hint="cs"/>
          <w:rtl/>
        </w:rPr>
        <w:t>اللّ</w:t>
      </w:r>
      <w:r w:rsidR="00120F63" w:rsidRPr="00B2551F">
        <w:rPr>
          <w:rStyle w:val="libArabicChar"/>
          <w:rFonts w:hint="cs"/>
          <w:rtl/>
        </w:rPr>
        <w:t>ه</w:t>
      </w:r>
      <w:r w:rsidRPr="00200CA5">
        <w:rPr>
          <w:rStyle w:val="libArabicChar"/>
          <w:rtl/>
        </w:rPr>
        <w:t xml:space="preserve"> تتقون</w:t>
      </w:r>
    </w:p>
    <w:p w:rsidR="001F628F" w:rsidRDefault="001F628F" w:rsidP="001F628F">
      <w:pPr>
        <w:pStyle w:val="libNormal"/>
        <w:rPr>
          <w:rtl/>
        </w:rPr>
      </w:pPr>
      <w:r>
        <w:rPr>
          <w:rtl/>
        </w:rPr>
        <w:t>''افغير اللّہ'' مي</w:t>
      </w:r>
      <w:r w:rsidR="00083993">
        <w:rPr>
          <w:rtl/>
        </w:rPr>
        <w:t xml:space="preserve">ں </w:t>
      </w:r>
      <w:r>
        <w:rPr>
          <w:rtl/>
        </w:rPr>
        <w:t>ہمزہ استفہام انكار ہے اور تعجب كے معنى كو متضمن ہے _ تعجب و ہا</w:t>
      </w:r>
      <w:r w:rsidR="00083993">
        <w:rPr>
          <w:rtl/>
        </w:rPr>
        <w:t xml:space="preserve">ں </w:t>
      </w:r>
      <w:r>
        <w:rPr>
          <w:rtl/>
        </w:rPr>
        <w:t>ہوتا ہے جہا</w:t>
      </w:r>
      <w:r w:rsidR="00083993">
        <w:rPr>
          <w:rtl/>
        </w:rPr>
        <w:t xml:space="preserve">ں </w:t>
      </w:r>
      <w:r>
        <w:rPr>
          <w:rtl/>
        </w:rPr>
        <w:t>كام غير طبيعى اور معمول سے ہٹ كر ہو يہ جو ''انمّا ہو الہ واحد'' اور ''لہ ما فى السموات والارض'' كى ياد دہانى كے بعد تعجب خيز انذازمي</w:t>
      </w:r>
      <w:r w:rsidR="00083993">
        <w:rPr>
          <w:rtl/>
        </w:rPr>
        <w:t xml:space="preserve">ں </w:t>
      </w:r>
      <w:r>
        <w:rPr>
          <w:rtl/>
        </w:rPr>
        <w:t xml:space="preserve">''افغير اللّہ تتقون'' كا </w:t>
      </w:r>
      <w:r>
        <w:rPr>
          <w:rFonts w:hint="eastAsia"/>
          <w:rtl/>
        </w:rPr>
        <w:t>اظہار</w:t>
      </w:r>
      <w:r>
        <w:rPr>
          <w:rtl/>
        </w:rPr>
        <w:t xml:space="preserve"> كيا گيا ہے اس سے مذكورہ تفسير كا استفادہ ہوتا ہے_</w:t>
      </w:r>
    </w:p>
    <w:p w:rsidR="001F628F" w:rsidRDefault="001F628F" w:rsidP="00200CA5">
      <w:pPr>
        <w:pStyle w:val="libNormal"/>
        <w:rPr>
          <w:rtl/>
        </w:rPr>
      </w:pPr>
      <w:r>
        <w:rPr>
          <w:rtl/>
        </w:rPr>
        <w:t>10_جزا(ثواب و عقاب) كا خداوند عالم كى ذات مي</w:t>
      </w:r>
      <w:r w:rsidR="00083993">
        <w:rPr>
          <w:rtl/>
        </w:rPr>
        <w:t xml:space="preserve">ں </w:t>
      </w:r>
      <w:r>
        <w:rPr>
          <w:rtl/>
        </w:rPr>
        <w:t>منحصر ہونے كا تقاضا يہ ہے كہ خوف كو اسى كے خوف كے ساتھ خاص قرارد يا :جائے_</w:t>
      </w:r>
      <w:r w:rsidRPr="00200CA5">
        <w:rPr>
          <w:rStyle w:val="libArabicChar"/>
          <w:rFonts w:hint="eastAsia"/>
          <w:rtl/>
        </w:rPr>
        <w:t>ول</w:t>
      </w:r>
      <w:r w:rsidR="00120F63" w:rsidRPr="00B2551F">
        <w:rPr>
          <w:rStyle w:val="libArabicChar"/>
          <w:rFonts w:hint="cs"/>
          <w:rtl/>
        </w:rPr>
        <w:t>ه</w:t>
      </w:r>
      <w:r w:rsidRPr="00200CA5">
        <w:rPr>
          <w:rStyle w:val="libArabicChar"/>
          <w:rtl/>
        </w:rPr>
        <w:t xml:space="preserve"> الدين واصباً افغير اللّ</w:t>
      </w:r>
      <w:r w:rsidR="00120F63" w:rsidRPr="00B2551F">
        <w:rPr>
          <w:rStyle w:val="libArabicChar"/>
          <w:rFonts w:hint="cs"/>
          <w:rtl/>
        </w:rPr>
        <w:t>ه</w:t>
      </w:r>
      <w:r w:rsidRPr="00200CA5">
        <w:rPr>
          <w:rStyle w:val="libArabicChar"/>
          <w:rtl/>
        </w:rPr>
        <w:t xml:space="preserve"> تتقون</w:t>
      </w:r>
    </w:p>
    <w:p w:rsidR="001F628F" w:rsidRDefault="001F628F" w:rsidP="001F628F">
      <w:pPr>
        <w:pStyle w:val="libNormal"/>
        <w:rPr>
          <w:rtl/>
        </w:rPr>
      </w:pPr>
      <w:r>
        <w:rPr>
          <w:rFonts w:hint="eastAsia"/>
          <w:rtl/>
        </w:rPr>
        <w:t>موضوع</w:t>
      </w:r>
      <w:r>
        <w:rPr>
          <w:rtl/>
        </w:rPr>
        <w:t xml:space="preserve"> (غير خدا سے ڈرنے كى مذمت) كى مناسبت سے احتمال ہے كہ ''الدين'' سے مراد ، جزا ہو يہ جو غير خدا سے ڈرنے كى مذمت كى گئي ہے ممكن ہے اس وجہ سے ہو كہ جزا خداوند عالم كے اختيار مي</w:t>
      </w:r>
      <w:r w:rsidR="00083993">
        <w:rPr>
          <w:rtl/>
        </w:rPr>
        <w:t xml:space="preserve">ں </w:t>
      </w:r>
      <w:r>
        <w:rPr>
          <w:rtl/>
        </w:rPr>
        <w:t>منحصر ہے اور اس صورت مي</w:t>
      </w:r>
      <w:r w:rsidR="00083993">
        <w:rPr>
          <w:rtl/>
        </w:rPr>
        <w:t xml:space="preserve">ں </w:t>
      </w:r>
      <w:r>
        <w:rPr>
          <w:rtl/>
        </w:rPr>
        <w:t>غير خدا سے ڈرنے كا كوئي معنى نہي</w:t>
      </w:r>
      <w:r w:rsidR="00083993">
        <w:rPr>
          <w:rtl/>
        </w:rPr>
        <w:t xml:space="preserve">ں </w:t>
      </w:r>
      <w:r>
        <w:rPr>
          <w:rtl/>
        </w:rPr>
        <w:t>بنتا_</w:t>
      </w:r>
    </w:p>
    <w:p w:rsidR="001F628F" w:rsidRDefault="001F628F" w:rsidP="001F628F">
      <w:pPr>
        <w:pStyle w:val="libNormal"/>
        <w:rPr>
          <w:rtl/>
        </w:rPr>
      </w:pPr>
      <w:r>
        <w:rPr>
          <w:rtl/>
        </w:rPr>
        <w:t xml:space="preserve">11_ </w:t>
      </w:r>
      <w:r w:rsidRPr="00200CA5">
        <w:rPr>
          <w:rStyle w:val="libArabicChar"/>
          <w:rtl/>
        </w:rPr>
        <w:t>''سماعة عن أبى عبداللّ</w:t>
      </w:r>
      <w:r w:rsidR="00120F63" w:rsidRPr="00B2551F">
        <w:rPr>
          <w:rStyle w:val="libArabicChar"/>
          <w:rFonts w:hint="cs"/>
          <w:rtl/>
        </w:rPr>
        <w:t>ه</w:t>
      </w:r>
      <w:r w:rsidR="00367F17" w:rsidRPr="00367F17">
        <w:rPr>
          <w:rStyle w:val="libAlaemChar"/>
          <w:rtl/>
        </w:rPr>
        <w:t xml:space="preserve"> عليه‌السلام </w:t>
      </w:r>
      <w:r w:rsidRPr="00200CA5">
        <w:rPr>
          <w:rStyle w:val="libArabicChar"/>
          <w:rtl/>
        </w:rPr>
        <w:t xml:space="preserve"> </w:t>
      </w:r>
      <w:r w:rsidRPr="00200CA5">
        <w:rPr>
          <w:rStyle w:val="libArabicChar"/>
          <w:rFonts w:hint="cs"/>
          <w:rtl/>
        </w:rPr>
        <w:t>قال</w:t>
      </w:r>
      <w:r w:rsidRPr="00200CA5">
        <w:rPr>
          <w:rStyle w:val="libArabicChar"/>
          <w:rtl/>
        </w:rPr>
        <w:t xml:space="preserve">: </w:t>
      </w:r>
      <w:r w:rsidRPr="00200CA5">
        <w:rPr>
          <w:rStyle w:val="libArabicChar"/>
          <w:rFonts w:hint="cs"/>
          <w:rtl/>
        </w:rPr>
        <w:t>سا</w:t>
      </w:r>
      <w:r w:rsidRPr="00200CA5">
        <w:rPr>
          <w:rStyle w:val="libArabicChar"/>
          <w:rtl/>
        </w:rPr>
        <w:t xml:space="preserve"> </w:t>
      </w:r>
      <w:r w:rsidRPr="00200CA5">
        <w:rPr>
          <w:rStyle w:val="libArabicChar"/>
          <w:rFonts w:hint="cs"/>
          <w:rtl/>
        </w:rPr>
        <w:t>لت</w:t>
      </w:r>
      <w:r w:rsidR="00120F63" w:rsidRPr="00B2551F">
        <w:rPr>
          <w:rStyle w:val="libArabicChar"/>
          <w:rFonts w:hint="cs"/>
          <w:rtl/>
        </w:rPr>
        <w:t>ه</w:t>
      </w:r>
      <w:r w:rsidRPr="00200CA5">
        <w:rPr>
          <w:rStyle w:val="libArabicChar"/>
          <w:rtl/>
        </w:rPr>
        <w:t xml:space="preserve"> </w:t>
      </w:r>
      <w:r w:rsidRPr="00200CA5">
        <w:rPr>
          <w:rStyle w:val="libArabicChar"/>
          <w:rFonts w:hint="cs"/>
          <w:rtl/>
        </w:rPr>
        <w:t>عن</w:t>
      </w:r>
      <w:r w:rsidRPr="00200CA5">
        <w:rPr>
          <w:rStyle w:val="libArabicChar"/>
          <w:rtl/>
        </w:rPr>
        <w:t xml:space="preserve"> </w:t>
      </w:r>
      <w:r w:rsidRPr="00200CA5">
        <w:rPr>
          <w:rStyle w:val="libArabicChar"/>
          <w:rFonts w:hint="cs"/>
          <w:rtl/>
        </w:rPr>
        <w:t>قول</w:t>
      </w:r>
      <w:r w:rsidRPr="00200CA5">
        <w:rPr>
          <w:rStyle w:val="libArabicChar"/>
          <w:rtl/>
        </w:rPr>
        <w:t xml:space="preserve"> </w:t>
      </w:r>
      <w:r w:rsidRPr="00200CA5">
        <w:rPr>
          <w:rStyle w:val="libArabicChar"/>
          <w:rFonts w:hint="cs"/>
          <w:rtl/>
        </w:rPr>
        <w:t>اللّ</w:t>
      </w:r>
      <w:r w:rsidR="00120F63" w:rsidRPr="00B2551F">
        <w:rPr>
          <w:rStyle w:val="libArabicChar"/>
          <w:rFonts w:hint="cs"/>
          <w:rtl/>
        </w:rPr>
        <w:t>ه</w:t>
      </w:r>
      <w:r w:rsidRPr="00200CA5">
        <w:rPr>
          <w:rStyle w:val="libArabicChar"/>
          <w:rtl/>
        </w:rPr>
        <w:t xml:space="preserve"> : ''</w:t>
      </w:r>
      <w:r w:rsidRPr="00200CA5">
        <w:rPr>
          <w:rStyle w:val="libArabicChar"/>
          <w:rFonts w:hint="cs"/>
          <w:rtl/>
        </w:rPr>
        <w:t>ول</w:t>
      </w:r>
      <w:r w:rsidR="00120F63" w:rsidRPr="00B2551F">
        <w:rPr>
          <w:rStyle w:val="libArabicChar"/>
          <w:rFonts w:hint="cs"/>
          <w:rtl/>
        </w:rPr>
        <w:t>ه</w:t>
      </w:r>
      <w:r w:rsidRPr="00200CA5">
        <w:rPr>
          <w:rStyle w:val="libArabicChar"/>
          <w:rtl/>
        </w:rPr>
        <w:t xml:space="preserve"> </w:t>
      </w:r>
      <w:r w:rsidRPr="00200CA5">
        <w:rPr>
          <w:rStyle w:val="libArabicChar"/>
          <w:rFonts w:hint="cs"/>
          <w:rtl/>
        </w:rPr>
        <w:t>الدين</w:t>
      </w:r>
      <w:r w:rsidRPr="00200CA5">
        <w:rPr>
          <w:rStyle w:val="libArabicChar"/>
          <w:rtl/>
        </w:rPr>
        <w:t xml:space="preserve"> </w:t>
      </w:r>
      <w:r w:rsidRPr="00200CA5">
        <w:rPr>
          <w:rStyle w:val="libArabicChar"/>
          <w:rFonts w:hint="cs"/>
          <w:rtl/>
        </w:rPr>
        <w:t>واصباً</w:t>
      </w:r>
      <w:r w:rsidRPr="00200CA5">
        <w:rPr>
          <w:rStyle w:val="libArabicChar"/>
          <w:rtl/>
        </w:rPr>
        <w:t xml:space="preserve">'' </w:t>
      </w:r>
      <w:r w:rsidRPr="00200CA5">
        <w:rPr>
          <w:rStyle w:val="libArabicChar"/>
          <w:rFonts w:hint="cs"/>
          <w:rtl/>
        </w:rPr>
        <w:t>قال</w:t>
      </w:r>
      <w:r w:rsidRPr="00200CA5">
        <w:rPr>
          <w:rStyle w:val="libArabicChar"/>
          <w:rtl/>
        </w:rPr>
        <w:t xml:space="preserve"> </w:t>
      </w:r>
      <w:r w:rsidRPr="00200CA5">
        <w:rPr>
          <w:rStyle w:val="libArabicChar"/>
          <w:rFonts w:hint="cs"/>
          <w:rtl/>
        </w:rPr>
        <w:t>واجباً</w:t>
      </w:r>
      <w:r w:rsidRPr="001D0AAB">
        <w:rPr>
          <w:rStyle w:val="libFootnotenumChar"/>
          <w:rtl/>
        </w:rPr>
        <w:t>(1)</w:t>
      </w:r>
    </w:p>
    <w:p w:rsidR="001F628F" w:rsidRDefault="001F628F" w:rsidP="001F628F">
      <w:pPr>
        <w:pStyle w:val="libNormal"/>
        <w:rPr>
          <w:rtl/>
        </w:rPr>
      </w:pPr>
      <w:r>
        <w:rPr>
          <w:rFonts w:hint="eastAsia"/>
          <w:rtl/>
        </w:rPr>
        <w:t>سماعة</w:t>
      </w:r>
      <w:r>
        <w:rPr>
          <w:rtl/>
        </w:rPr>
        <w:t xml:space="preserve"> كہتے ہي</w:t>
      </w:r>
      <w:r w:rsidR="00083993">
        <w:rPr>
          <w:rtl/>
        </w:rPr>
        <w:t xml:space="preserve">ں </w:t>
      </w:r>
      <w:r>
        <w:rPr>
          <w:rtl/>
        </w:rPr>
        <w:t>كہ مي</w:t>
      </w:r>
      <w:r w:rsidR="00083993">
        <w:rPr>
          <w:rtl/>
        </w:rPr>
        <w:t xml:space="preserve">ں </w:t>
      </w:r>
      <w:r>
        <w:rPr>
          <w:rtl/>
        </w:rPr>
        <w:t xml:space="preserve">نے حضرت امام جعفر صادق </w:t>
      </w:r>
      <w:r w:rsidR="00367F17" w:rsidRPr="00367F17">
        <w:rPr>
          <w:rStyle w:val="libAlaemChar"/>
          <w:rtl/>
        </w:rPr>
        <w:t xml:space="preserve"> عليه‌السلام </w:t>
      </w:r>
      <w:r>
        <w:rPr>
          <w:rtl/>
        </w:rPr>
        <w:t xml:space="preserve"> سے خداوند عالم كے اس قول ''ولہ الدين واصباً'' كے بارے مي</w:t>
      </w:r>
      <w:r w:rsidR="00083993">
        <w:rPr>
          <w:rtl/>
        </w:rPr>
        <w:t xml:space="preserve">ں </w:t>
      </w:r>
      <w:r>
        <w:rPr>
          <w:rtl/>
        </w:rPr>
        <w:t>سوال كيا تو حضرت نے فرمايا ''واصب''كا معنى واجب ہے_</w:t>
      </w:r>
    </w:p>
    <w:p w:rsidR="001F628F" w:rsidRDefault="001F628F" w:rsidP="001D0AAB">
      <w:pPr>
        <w:pStyle w:val="libNormal"/>
        <w:rPr>
          <w:rtl/>
        </w:rPr>
      </w:pPr>
      <w:r>
        <w:rPr>
          <w:rFonts w:hint="eastAsia"/>
          <w:rtl/>
        </w:rPr>
        <w:t>آسمان</w:t>
      </w:r>
      <w:r>
        <w:rPr>
          <w:rtl/>
        </w:rPr>
        <w:t>:</w:t>
      </w:r>
      <w:r>
        <w:rPr>
          <w:rFonts w:hint="eastAsia"/>
          <w:rtl/>
        </w:rPr>
        <w:t>آسمان</w:t>
      </w:r>
      <w:r>
        <w:rPr>
          <w:rtl/>
        </w:rPr>
        <w:t xml:space="preserve"> كا متعدد ہونا 2</w:t>
      </w:r>
    </w:p>
    <w:p w:rsidR="001F628F" w:rsidRDefault="001F628F" w:rsidP="001D0AAB">
      <w:pPr>
        <w:pStyle w:val="libNormal"/>
        <w:rPr>
          <w:rtl/>
        </w:rPr>
      </w:pPr>
      <w:r>
        <w:rPr>
          <w:rFonts w:hint="eastAsia"/>
          <w:rtl/>
        </w:rPr>
        <w:t>اطاعت</w:t>
      </w:r>
      <w:r>
        <w:rPr>
          <w:rtl/>
        </w:rPr>
        <w:t>:</w:t>
      </w:r>
      <w:r>
        <w:rPr>
          <w:rFonts w:hint="eastAsia"/>
          <w:rtl/>
        </w:rPr>
        <w:t>اللّہ</w:t>
      </w:r>
      <w:r>
        <w:rPr>
          <w:rtl/>
        </w:rPr>
        <w:t xml:space="preserve"> تعالى كى اطاعت5</w:t>
      </w:r>
    </w:p>
    <w:p w:rsidR="001F628F" w:rsidRDefault="001F628F" w:rsidP="001D0AAB">
      <w:pPr>
        <w:pStyle w:val="libNormal"/>
        <w:rPr>
          <w:rtl/>
        </w:rPr>
      </w:pPr>
      <w:r>
        <w:rPr>
          <w:rFonts w:hint="eastAsia"/>
          <w:rtl/>
        </w:rPr>
        <w:t>امور</w:t>
      </w:r>
      <w:r>
        <w:rPr>
          <w:rtl/>
        </w:rPr>
        <w:t>:</w:t>
      </w:r>
      <w:r>
        <w:rPr>
          <w:rFonts w:hint="eastAsia"/>
          <w:rtl/>
        </w:rPr>
        <w:t>حيرت</w:t>
      </w:r>
      <w:r>
        <w:rPr>
          <w:rtl/>
        </w:rPr>
        <w:t xml:space="preserve"> انگيز امور9</w:t>
      </w:r>
    </w:p>
    <w:p w:rsidR="001F628F" w:rsidRDefault="00B84D3B" w:rsidP="00B84D3B">
      <w:pPr>
        <w:pStyle w:val="libLine"/>
        <w:rPr>
          <w:rtl/>
        </w:rPr>
      </w:pPr>
      <w:r>
        <w:rPr>
          <w:rtl/>
        </w:rPr>
        <w:t>____________________</w:t>
      </w:r>
    </w:p>
    <w:p w:rsidR="001F628F" w:rsidRDefault="001F628F" w:rsidP="001D0AAB">
      <w:pPr>
        <w:pStyle w:val="libFootnote"/>
        <w:rPr>
          <w:rtl/>
        </w:rPr>
      </w:pPr>
      <w:r>
        <w:rPr>
          <w:rtl/>
        </w:rPr>
        <w:t>1) تفسير عياشى ،ج2ص262،ح37 ،تفسير برہان ،ج2،ص373 ،ح1_</w:t>
      </w:r>
    </w:p>
    <w:p w:rsidR="001D0AAB" w:rsidRDefault="001E7F9D" w:rsidP="00F73EDE">
      <w:pPr>
        <w:pStyle w:val="libPoemTini"/>
        <w:rPr>
          <w:rtl/>
        </w:rPr>
      </w:pPr>
      <w:r>
        <w:rPr>
          <w:rtl/>
        </w:rPr>
        <w:br w:type="page"/>
      </w:r>
    </w:p>
    <w:p w:rsidR="001F628F" w:rsidRDefault="001F628F" w:rsidP="001D0AAB">
      <w:pPr>
        <w:pStyle w:val="libNormal"/>
        <w:rPr>
          <w:rtl/>
        </w:rPr>
      </w:pPr>
      <w:r>
        <w:rPr>
          <w:rFonts w:hint="eastAsia"/>
          <w:rtl/>
        </w:rPr>
        <w:lastRenderedPageBreak/>
        <w:t>الله</w:t>
      </w:r>
      <w:r>
        <w:rPr>
          <w:rtl/>
        </w:rPr>
        <w:t xml:space="preserve"> تعالي:</w:t>
      </w:r>
      <w:r>
        <w:rPr>
          <w:rFonts w:hint="eastAsia"/>
          <w:rtl/>
        </w:rPr>
        <w:t>الله</w:t>
      </w:r>
      <w:r>
        <w:rPr>
          <w:rtl/>
        </w:rPr>
        <w:t xml:space="preserve"> تعالى كى حاكميت1;الله تعالى كى مالكيت1; الله تعالى كى مالكيت كے آثار3;الله تعالى كے مختصات 1،3،4،5،7،10; حقوق الله 4،6،7</w:t>
      </w:r>
    </w:p>
    <w:p w:rsidR="001F628F" w:rsidRDefault="001F628F" w:rsidP="00CF6C36">
      <w:pPr>
        <w:pStyle w:val="libNormal"/>
        <w:rPr>
          <w:rtl/>
        </w:rPr>
      </w:pPr>
      <w:r>
        <w:rPr>
          <w:rFonts w:hint="eastAsia"/>
          <w:rtl/>
        </w:rPr>
        <w:t>پاداش</w:t>
      </w:r>
      <w:r>
        <w:rPr>
          <w:rtl/>
        </w:rPr>
        <w:t>:</w:t>
      </w:r>
      <w:r>
        <w:rPr>
          <w:rFonts w:hint="eastAsia"/>
          <w:rtl/>
        </w:rPr>
        <w:t>پاداش</w:t>
      </w:r>
      <w:r>
        <w:rPr>
          <w:rtl/>
        </w:rPr>
        <w:t xml:space="preserve"> كا سرچشمہ7،10</w:t>
      </w:r>
    </w:p>
    <w:p w:rsidR="001F628F" w:rsidRDefault="001F628F" w:rsidP="00CF6C36">
      <w:pPr>
        <w:pStyle w:val="libNormal"/>
        <w:rPr>
          <w:rtl/>
        </w:rPr>
      </w:pPr>
      <w:r>
        <w:rPr>
          <w:rFonts w:hint="eastAsia"/>
          <w:rtl/>
        </w:rPr>
        <w:t>توحيد</w:t>
      </w:r>
      <w:r>
        <w:rPr>
          <w:rtl/>
        </w:rPr>
        <w:t>:</w:t>
      </w:r>
      <w:r>
        <w:rPr>
          <w:rFonts w:hint="eastAsia"/>
          <w:rtl/>
        </w:rPr>
        <w:t>توحيد</w:t>
      </w:r>
      <w:r>
        <w:rPr>
          <w:rtl/>
        </w:rPr>
        <w:t xml:space="preserve"> كے آثار 6; توحيد كے دلائل 3</w:t>
      </w:r>
    </w:p>
    <w:p w:rsidR="001F628F" w:rsidRDefault="001F628F" w:rsidP="00CF6C36">
      <w:pPr>
        <w:pStyle w:val="libNormal"/>
        <w:rPr>
          <w:rtl/>
        </w:rPr>
      </w:pPr>
      <w:r>
        <w:rPr>
          <w:rFonts w:hint="eastAsia"/>
          <w:rtl/>
        </w:rPr>
        <w:t>حقوق</w:t>
      </w:r>
      <w:r>
        <w:rPr>
          <w:rtl/>
        </w:rPr>
        <w:t>:</w:t>
      </w:r>
      <w:r>
        <w:rPr>
          <w:rFonts w:hint="eastAsia"/>
          <w:rtl/>
        </w:rPr>
        <w:t>قانون</w:t>
      </w:r>
      <w:r>
        <w:rPr>
          <w:rtl/>
        </w:rPr>
        <w:t xml:space="preserve"> سازى كا حق 4</w:t>
      </w:r>
    </w:p>
    <w:p w:rsidR="001F628F" w:rsidRDefault="001F628F" w:rsidP="00CF6C36">
      <w:pPr>
        <w:pStyle w:val="libNormal"/>
        <w:rPr>
          <w:rtl/>
        </w:rPr>
      </w:pPr>
      <w:r>
        <w:rPr>
          <w:rFonts w:hint="eastAsia"/>
          <w:rtl/>
        </w:rPr>
        <w:t>خوف</w:t>
      </w:r>
      <w:r>
        <w:rPr>
          <w:rtl/>
        </w:rPr>
        <w:t>:</w:t>
      </w:r>
      <w:r>
        <w:rPr>
          <w:rFonts w:hint="eastAsia"/>
          <w:rtl/>
        </w:rPr>
        <w:t>غير</w:t>
      </w:r>
      <w:r>
        <w:rPr>
          <w:rtl/>
        </w:rPr>
        <w:t xml:space="preserve"> خدا سے خوف پر حيرت زدگى 9;غير خدا سے خوف پر سرزنش 8; غير خدا سے خوف كے اسباب10</w:t>
      </w:r>
    </w:p>
    <w:p w:rsidR="001F628F" w:rsidRDefault="001F628F" w:rsidP="00CF6C36">
      <w:pPr>
        <w:pStyle w:val="libNormal"/>
        <w:rPr>
          <w:rtl/>
        </w:rPr>
      </w:pPr>
      <w:r>
        <w:rPr>
          <w:rFonts w:hint="eastAsia"/>
          <w:rtl/>
        </w:rPr>
        <w:t>دين</w:t>
      </w:r>
      <w:r>
        <w:rPr>
          <w:rtl/>
        </w:rPr>
        <w:t>:</w:t>
      </w:r>
      <w:r>
        <w:rPr>
          <w:rFonts w:hint="eastAsia"/>
          <w:rtl/>
        </w:rPr>
        <w:t>دين</w:t>
      </w:r>
      <w:r>
        <w:rPr>
          <w:rtl/>
        </w:rPr>
        <w:t xml:space="preserve"> كى پيروى كا واجب ہونا11; دين كى تشريع كا سرچشمہ 4،6</w:t>
      </w:r>
    </w:p>
    <w:p w:rsidR="001F628F" w:rsidRDefault="001F628F" w:rsidP="00CF6C36">
      <w:pPr>
        <w:pStyle w:val="libNormal"/>
        <w:rPr>
          <w:rtl/>
        </w:rPr>
      </w:pPr>
      <w:r>
        <w:rPr>
          <w:rFonts w:hint="eastAsia"/>
          <w:rtl/>
        </w:rPr>
        <w:t>ذكر</w:t>
      </w:r>
      <w:r>
        <w:rPr>
          <w:rtl/>
        </w:rPr>
        <w:t>:</w:t>
      </w:r>
      <w:r>
        <w:rPr>
          <w:rFonts w:hint="eastAsia"/>
          <w:rtl/>
        </w:rPr>
        <w:t>توحيد</w:t>
      </w:r>
      <w:r>
        <w:rPr>
          <w:rtl/>
        </w:rPr>
        <w:t xml:space="preserve"> كا ذكر9; خدا كى مالكيت كا ذكر9</w:t>
      </w:r>
    </w:p>
    <w:p w:rsidR="001F628F" w:rsidRDefault="001F628F" w:rsidP="001F628F">
      <w:pPr>
        <w:pStyle w:val="libNormal"/>
        <w:rPr>
          <w:rtl/>
        </w:rPr>
      </w:pPr>
      <w:r>
        <w:rPr>
          <w:rFonts w:hint="eastAsia"/>
          <w:rtl/>
        </w:rPr>
        <w:t>روايت</w:t>
      </w:r>
      <w:r>
        <w:rPr>
          <w:rtl/>
        </w:rPr>
        <w:t>:11</w:t>
      </w:r>
    </w:p>
    <w:p w:rsidR="001F628F" w:rsidRDefault="001F628F" w:rsidP="00CF6C36">
      <w:pPr>
        <w:pStyle w:val="libNormal"/>
        <w:rPr>
          <w:rtl/>
        </w:rPr>
      </w:pPr>
      <w:r>
        <w:rPr>
          <w:rFonts w:hint="eastAsia"/>
          <w:rtl/>
        </w:rPr>
        <w:t>سزا</w:t>
      </w:r>
      <w:r>
        <w:rPr>
          <w:rtl/>
        </w:rPr>
        <w:t>:</w:t>
      </w:r>
      <w:r>
        <w:rPr>
          <w:rFonts w:hint="eastAsia"/>
          <w:rtl/>
        </w:rPr>
        <w:t>سزا</w:t>
      </w:r>
      <w:r>
        <w:rPr>
          <w:rtl/>
        </w:rPr>
        <w:t xml:space="preserve"> كا سرچشمہ 7،10</w:t>
      </w:r>
    </w:p>
    <w:p w:rsidR="001F628F" w:rsidRDefault="001F628F" w:rsidP="00CF6C36">
      <w:pPr>
        <w:pStyle w:val="libNormal"/>
        <w:rPr>
          <w:rtl/>
        </w:rPr>
      </w:pPr>
      <w:r>
        <w:rPr>
          <w:rFonts w:hint="eastAsia"/>
          <w:rtl/>
        </w:rPr>
        <w:t>صفات</w:t>
      </w:r>
      <w:r>
        <w:rPr>
          <w:rtl/>
        </w:rPr>
        <w:t>:</w:t>
      </w:r>
      <w:r>
        <w:rPr>
          <w:rFonts w:hint="eastAsia"/>
          <w:rtl/>
        </w:rPr>
        <w:t>ناپسنديدہ</w:t>
      </w:r>
      <w:r>
        <w:rPr>
          <w:rtl/>
        </w:rPr>
        <w:t xml:space="preserve"> صفات8</w:t>
      </w:r>
    </w:p>
    <w:p w:rsidR="001F628F" w:rsidRDefault="001F628F" w:rsidP="00CF6C36">
      <w:pPr>
        <w:pStyle w:val="libNormal"/>
        <w:rPr>
          <w:rtl/>
        </w:rPr>
      </w:pPr>
      <w:r>
        <w:rPr>
          <w:rFonts w:hint="eastAsia"/>
          <w:rtl/>
        </w:rPr>
        <w:t>موجودات</w:t>
      </w:r>
      <w:r>
        <w:rPr>
          <w:rtl/>
        </w:rPr>
        <w:t>:</w:t>
      </w:r>
      <w:r>
        <w:rPr>
          <w:rFonts w:hint="eastAsia"/>
          <w:rtl/>
        </w:rPr>
        <w:t>موجودات</w:t>
      </w:r>
      <w:r>
        <w:rPr>
          <w:rtl/>
        </w:rPr>
        <w:t xml:space="preserve"> كا حاكم ،1; موجودات كا مالك، 1</w:t>
      </w:r>
    </w:p>
    <w:p w:rsidR="001F628F" w:rsidRDefault="001F628F" w:rsidP="00CF6C36">
      <w:pPr>
        <w:pStyle w:val="libNormal"/>
      </w:pPr>
      <w:r>
        <w:rPr>
          <w:rFonts w:hint="eastAsia"/>
          <w:rtl/>
        </w:rPr>
        <w:t>نظريہ</w:t>
      </w:r>
      <w:r>
        <w:rPr>
          <w:rtl/>
        </w:rPr>
        <w:t xml:space="preserve"> كائنات:</w:t>
      </w:r>
      <w:r>
        <w:rPr>
          <w:rFonts w:hint="eastAsia"/>
          <w:rtl/>
        </w:rPr>
        <w:t>توحيدى</w:t>
      </w:r>
      <w:r>
        <w:rPr>
          <w:rtl/>
        </w:rPr>
        <w:t xml:space="preserve"> نظريہ كائنات1</w:t>
      </w:r>
    </w:p>
    <w:p w:rsidR="00CF6C36" w:rsidRPr="00CF6C36" w:rsidRDefault="00CF6C36" w:rsidP="00CF6C36">
      <w:pPr>
        <w:pStyle w:val="Heading2Center"/>
        <w:rPr>
          <w:rtl/>
        </w:rPr>
      </w:pPr>
      <w:bookmarkStart w:id="199" w:name="_Toc28081877"/>
      <w:r>
        <w:rPr>
          <w:rFonts w:hint="cs"/>
          <w:rtl/>
        </w:rPr>
        <w:t>آیت 53</w:t>
      </w:r>
      <w:bookmarkEnd w:id="199"/>
    </w:p>
    <w:p w:rsidR="001F628F" w:rsidRDefault="00E260F9" w:rsidP="00CF6C36">
      <w:pPr>
        <w:pStyle w:val="libNormal"/>
        <w:rPr>
          <w:rtl/>
        </w:rPr>
      </w:pPr>
      <w:r w:rsidRPr="00E260F9">
        <w:rPr>
          <w:rStyle w:val="libAlaemChar"/>
          <w:rFonts w:hint="eastAsia"/>
          <w:rtl/>
        </w:rPr>
        <w:t>(</w:t>
      </w:r>
      <w:r w:rsidRPr="00CF6C36">
        <w:rPr>
          <w:rStyle w:val="libAieChar"/>
          <w:rFonts w:hint="eastAsia"/>
          <w:rtl/>
        </w:rPr>
        <w:t>وَمَا</w:t>
      </w:r>
      <w:r w:rsidRPr="00CF6C36">
        <w:rPr>
          <w:rStyle w:val="libAieChar"/>
          <w:rtl/>
        </w:rPr>
        <w:t xml:space="preserve"> بِكُم مِّن نِّعْمَةٍ فَمِنَ اللّهِ ثُمَّ إِذَا مَسَّكُمُ الضُّرُّ فَإِلَيْهِ تَجْأَرُونَ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تا</w:t>
      </w:r>
      <w:r>
        <w:rPr>
          <w:rtl/>
        </w:rPr>
        <w:t xml:space="preserve"> كہ ان نعمتو</w:t>
      </w:r>
      <w:r w:rsidR="00083993">
        <w:rPr>
          <w:rtl/>
        </w:rPr>
        <w:t xml:space="preserve">ں </w:t>
      </w:r>
      <w:r>
        <w:rPr>
          <w:rtl/>
        </w:rPr>
        <w:t>كا انكار كردي</w:t>
      </w:r>
      <w:r w:rsidR="00083993">
        <w:rPr>
          <w:rtl/>
        </w:rPr>
        <w:t xml:space="preserve">ں </w:t>
      </w:r>
      <w:r>
        <w:rPr>
          <w:rtl/>
        </w:rPr>
        <w:t>جو ہم نے انھي</w:t>
      </w:r>
      <w:r w:rsidR="00083993">
        <w:rPr>
          <w:rtl/>
        </w:rPr>
        <w:t xml:space="preserve">ں </w:t>
      </w:r>
      <w:r>
        <w:rPr>
          <w:rtl/>
        </w:rPr>
        <w:t>عطا كى ہي</w:t>
      </w:r>
      <w:r w:rsidR="00083993">
        <w:rPr>
          <w:rtl/>
        </w:rPr>
        <w:t xml:space="preserve">ں </w:t>
      </w:r>
      <w:r>
        <w:rPr>
          <w:rtl/>
        </w:rPr>
        <w:t>خير چند روز اور مزے كرلو اس كے بعد انجام معلوم ہى ہوجائے گا _</w:t>
      </w:r>
    </w:p>
    <w:p w:rsidR="001F628F" w:rsidRDefault="001F628F" w:rsidP="00CF6C36">
      <w:pPr>
        <w:pStyle w:val="libNormal"/>
        <w:rPr>
          <w:rtl/>
        </w:rPr>
      </w:pPr>
      <w:r>
        <w:rPr>
          <w:rtl/>
        </w:rPr>
        <w:t>1_تمام نعمات، خداوند عالم كے اختيار مي</w:t>
      </w:r>
      <w:r w:rsidR="00083993">
        <w:rPr>
          <w:rtl/>
        </w:rPr>
        <w:t xml:space="preserve">ں </w:t>
      </w:r>
      <w:r>
        <w:rPr>
          <w:rtl/>
        </w:rPr>
        <w:t>ہي</w:t>
      </w:r>
      <w:r w:rsidR="00083993">
        <w:rPr>
          <w:rtl/>
        </w:rPr>
        <w:t xml:space="preserve">ں </w:t>
      </w:r>
      <w:r>
        <w:rPr>
          <w:rtl/>
        </w:rPr>
        <w:t>_</w:t>
      </w:r>
      <w:r w:rsidRPr="00CF6C36">
        <w:rPr>
          <w:rStyle w:val="libArabicChar"/>
          <w:rFonts w:hint="eastAsia"/>
          <w:rtl/>
        </w:rPr>
        <w:t>وما</w:t>
      </w:r>
      <w:r w:rsidRPr="00CF6C36">
        <w:rPr>
          <w:rStyle w:val="libArabicChar"/>
          <w:rtl/>
        </w:rPr>
        <w:t xml:space="preserve"> بكم من نعمة فمن اللّ</w:t>
      </w:r>
      <w:r w:rsidR="00120F63" w:rsidRPr="00B2551F">
        <w:rPr>
          <w:rStyle w:val="libArabicChar"/>
          <w:rFonts w:hint="cs"/>
          <w:rtl/>
        </w:rPr>
        <w:t>ه</w:t>
      </w:r>
    </w:p>
    <w:p w:rsidR="00CF6C36" w:rsidRDefault="001E7F9D" w:rsidP="00F73EDE">
      <w:pPr>
        <w:pStyle w:val="libPoemTini"/>
        <w:rPr>
          <w:rtl/>
        </w:rPr>
      </w:pPr>
      <w:r>
        <w:rPr>
          <w:rtl/>
        </w:rPr>
        <w:br w:type="page"/>
      </w:r>
    </w:p>
    <w:p w:rsidR="001F628F" w:rsidRDefault="001F628F" w:rsidP="00CF6C36">
      <w:pPr>
        <w:pStyle w:val="libNormal"/>
        <w:rPr>
          <w:rtl/>
        </w:rPr>
      </w:pPr>
      <w:r>
        <w:rPr>
          <w:rtl/>
        </w:rPr>
        <w:lastRenderedPageBreak/>
        <w:t>2_ خداوند عالم كا تمام نعمتو</w:t>
      </w:r>
      <w:r w:rsidR="00083993">
        <w:rPr>
          <w:rtl/>
        </w:rPr>
        <w:t xml:space="preserve">ں </w:t>
      </w:r>
      <w:r>
        <w:rPr>
          <w:rtl/>
        </w:rPr>
        <w:t>كے بنيادى سر چشمہ ہونے كا تقاضا يہ ہے كہ خوف كو اس كى ذات كے خوف سے مخصوص قرارد يا جائے_</w:t>
      </w:r>
      <w:r w:rsidRPr="00CF6C36">
        <w:rPr>
          <w:rStyle w:val="libArabicChar"/>
          <w:rFonts w:hint="eastAsia"/>
          <w:rtl/>
        </w:rPr>
        <w:t>افغير</w:t>
      </w:r>
      <w:r w:rsidRPr="00CF6C36">
        <w:rPr>
          <w:rStyle w:val="libArabicChar"/>
          <w:rtl/>
        </w:rPr>
        <w:t xml:space="preserve">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تتقون</w:t>
      </w:r>
      <w:r w:rsidRPr="00CF6C36">
        <w:rPr>
          <w:rStyle w:val="libArabicChar"/>
          <w:rtl/>
        </w:rPr>
        <w:t xml:space="preserve"> ...</w:t>
      </w:r>
      <w:r w:rsidRPr="00CF6C36">
        <w:rPr>
          <w:rStyle w:val="libArabicChar"/>
          <w:rFonts w:hint="cs"/>
          <w:rtl/>
        </w:rPr>
        <w:t>وما</w:t>
      </w:r>
      <w:r w:rsidRPr="00CF6C36">
        <w:rPr>
          <w:rStyle w:val="libArabicChar"/>
          <w:rtl/>
        </w:rPr>
        <w:t xml:space="preserve"> </w:t>
      </w:r>
      <w:r w:rsidRPr="00CF6C36">
        <w:rPr>
          <w:rStyle w:val="libArabicChar"/>
          <w:rFonts w:hint="cs"/>
          <w:rtl/>
        </w:rPr>
        <w:t>بكم</w:t>
      </w:r>
      <w:r w:rsidRPr="00CF6C36">
        <w:rPr>
          <w:rStyle w:val="libArabicChar"/>
          <w:rtl/>
        </w:rPr>
        <w:t xml:space="preserve"> </w:t>
      </w:r>
      <w:r w:rsidRPr="00CF6C36">
        <w:rPr>
          <w:rStyle w:val="libArabicChar"/>
          <w:rFonts w:hint="cs"/>
          <w:rtl/>
        </w:rPr>
        <w:t>من</w:t>
      </w:r>
      <w:r w:rsidRPr="00CF6C36">
        <w:rPr>
          <w:rStyle w:val="libArabicChar"/>
          <w:rtl/>
        </w:rPr>
        <w:t xml:space="preserve"> </w:t>
      </w:r>
      <w:r w:rsidRPr="00CF6C36">
        <w:rPr>
          <w:rStyle w:val="libArabicChar"/>
          <w:rFonts w:hint="cs"/>
          <w:rtl/>
        </w:rPr>
        <w:t>نعمة</w:t>
      </w:r>
      <w:r w:rsidRPr="00CF6C36">
        <w:rPr>
          <w:rStyle w:val="libArabicChar"/>
          <w:rtl/>
        </w:rPr>
        <w:t xml:space="preserve"> </w:t>
      </w:r>
      <w:r w:rsidRPr="00CF6C36">
        <w:rPr>
          <w:rStyle w:val="libArabicChar"/>
          <w:rFonts w:hint="cs"/>
          <w:rtl/>
        </w:rPr>
        <w:t>فمن</w:t>
      </w:r>
      <w:r w:rsidRPr="00CF6C36">
        <w:rPr>
          <w:rStyle w:val="libArabicChar"/>
          <w:rtl/>
        </w:rPr>
        <w:t xml:space="preserve"> اللّ</w:t>
      </w:r>
      <w:r w:rsidR="00120F63" w:rsidRPr="00B2551F">
        <w:rPr>
          <w:rStyle w:val="libArabicChar"/>
          <w:rFonts w:hint="cs"/>
          <w:rtl/>
        </w:rPr>
        <w:t>ه</w:t>
      </w:r>
    </w:p>
    <w:p w:rsidR="001F628F" w:rsidRDefault="001F628F" w:rsidP="001F628F">
      <w:pPr>
        <w:pStyle w:val="libNormal"/>
        <w:rPr>
          <w:rtl/>
        </w:rPr>
      </w:pPr>
      <w:r>
        <w:rPr>
          <w:rFonts w:hint="eastAsia"/>
          <w:rtl/>
        </w:rPr>
        <w:t>چونكہ</w:t>
      </w:r>
      <w:r>
        <w:rPr>
          <w:rtl/>
        </w:rPr>
        <w:t xml:space="preserve"> آيات كا سياق ايكہے او ريہ ايسے نكات كو بيان كہ رہى ہي</w:t>
      </w:r>
      <w:r w:rsidR="00083993">
        <w:rPr>
          <w:rtl/>
        </w:rPr>
        <w:t xml:space="preserve">ں </w:t>
      </w:r>
      <w:r>
        <w:rPr>
          <w:rtl/>
        </w:rPr>
        <w:t>جو انسانو</w:t>
      </w:r>
      <w:r w:rsidR="00083993">
        <w:rPr>
          <w:rtl/>
        </w:rPr>
        <w:t xml:space="preserve">ں </w:t>
      </w:r>
      <w:r>
        <w:rPr>
          <w:rtl/>
        </w:rPr>
        <w:t>كو خداوند عالم سے خوف كى ترغيب دلاتے ہي</w:t>
      </w:r>
      <w:r w:rsidR="00083993">
        <w:rPr>
          <w:rtl/>
        </w:rPr>
        <w:t xml:space="preserve">ں </w:t>
      </w:r>
      <w:r>
        <w:rPr>
          <w:rtl/>
        </w:rPr>
        <w:t>لہذا غير خدا سے خوف كى توبيخ كے بعد ''</w:t>
      </w:r>
      <w:r w:rsidRPr="00CF6C36">
        <w:rPr>
          <w:rStyle w:val="libArabicChar"/>
          <w:rtl/>
        </w:rPr>
        <w:t>وما بكم من نعمة ...</w:t>
      </w:r>
      <w:r>
        <w:rPr>
          <w:rtl/>
        </w:rPr>
        <w:t>'' كا بيان ممكن ہے مذكورہ مطلب كى خاطر ہو_</w:t>
      </w:r>
    </w:p>
    <w:p w:rsidR="001F628F" w:rsidRDefault="001F628F" w:rsidP="00CF6C36">
      <w:pPr>
        <w:pStyle w:val="libNormal"/>
        <w:rPr>
          <w:rtl/>
        </w:rPr>
      </w:pPr>
      <w:r>
        <w:rPr>
          <w:rtl/>
        </w:rPr>
        <w:t>3_ انسان ، فقط ضعف كا احساس اور رنج و تكليف مي</w:t>
      </w:r>
      <w:r w:rsidR="00083993">
        <w:rPr>
          <w:rtl/>
        </w:rPr>
        <w:t xml:space="preserve">ں </w:t>
      </w:r>
      <w:r>
        <w:rPr>
          <w:rtl/>
        </w:rPr>
        <w:t>مبتلا ہونے كى صورت مي</w:t>
      </w:r>
      <w:r w:rsidR="00083993">
        <w:rPr>
          <w:rtl/>
        </w:rPr>
        <w:t xml:space="preserve">ں </w:t>
      </w:r>
      <w:r>
        <w:rPr>
          <w:rtl/>
        </w:rPr>
        <w:t>تضرع اور در خواست كے ساتھ بارگاہ خداوندى كا رخ كرتے ہي</w:t>
      </w:r>
      <w:r w:rsidR="00083993">
        <w:rPr>
          <w:rtl/>
        </w:rPr>
        <w:t xml:space="preserve">ں </w:t>
      </w:r>
      <w:r>
        <w:rPr>
          <w:rtl/>
        </w:rPr>
        <w:t>_</w:t>
      </w:r>
      <w:r w:rsidRPr="00CF6C36">
        <w:rPr>
          <w:rStyle w:val="libArabicChar"/>
          <w:rFonts w:hint="eastAsia"/>
          <w:rtl/>
        </w:rPr>
        <w:t>ثم</w:t>
      </w:r>
      <w:r w:rsidRPr="00CF6C36">
        <w:rPr>
          <w:rStyle w:val="libArabicChar"/>
          <w:rtl/>
        </w:rPr>
        <w:t xml:space="preserve"> اذا مسّكم الضّر فالي</w:t>
      </w:r>
      <w:r w:rsidR="00120F63" w:rsidRPr="00B2551F">
        <w:rPr>
          <w:rStyle w:val="libArabicChar"/>
          <w:rFonts w:hint="cs"/>
          <w:rtl/>
        </w:rPr>
        <w:t>ه</w:t>
      </w:r>
      <w:r w:rsidRPr="00CF6C36">
        <w:rPr>
          <w:rStyle w:val="libArabicChar"/>
          <w:rtl/>
        </w:rPr>
        <w:t xml:space="preserve"> تجئرون</w:t>
      </w:r>
    </w:p>
    <w:p w:rsidR="001F628F" w:rsidRDefault="001F628F" w:rsidP="001F628F">
      <w:pPr>
        <w:pStyle w:val="libNormal"/>
        <w:rPr>
          <w:rtl/>
        </w:rPr>
      </w:pPr>
      <w:r>
        <w:rPr>
          <w:rtl/>
        </w:rPr>
        <w:t>''ضرّ'' كا معنى جسمانى اور روحانى بيمارى اور اقتصادى كمى ہے اور ''جؤار مصدر سے'' ''تجئرون'' كا معنى تضرع مي</w:t>
      </w:r>
      <w:r w:rsidR="00083993">
        <w:rPr>
          <w:rtl/>
        </w:rPr>
        <w:t xml:space="preserve">ں </w:t>
      </w:r>
      <w:r>
        <w:rPr>
          <w:rtl/>
        </w:rPr>
        <w:t>زيادتى ذكر ہوا ہے_</w:t>
      </w:r>
    </w:p>
    <w:p w:rsidR="001F628F" w:rsidRDefault="001F628F" w:rsidP="00CF6C36">
      <w:pPr>
        <w:pStyle w:val="libNormal"/>
        <w:rPr>
          <w:rtl/>
        </w:rPr>
      </w:pPr>
      <w:r>
        <w:rPr>
          <w:rtl/>
        </w:rPr>
        <w:t>4_تمام انسان فطرتى طور پر فقط خداوند عالم كو اپنا ملجاء و ماؤى سمجھتے ہي</w:t>
      </w:r>
      <w:r w:rsidR="00083993">
        <w:rPr>
          <w:rtl/>
        </w:rPr>
        <w:t xml:space="preserve">ں </w:t>
      </w:r>
      <w:r>
        <w:rPr>
          <w:rtl/>
        </w:rPr>
        <w:t>_</w:t>
      </w:r>
      <w:r w:rsidRPr="00CF6C36">
        <w:rPr>
          <w:rStyle w:val="libArabicChar"/>
          <w:rFonts w:hint="eastAsia"/>
          <w:rtl/>
        </w:rPr>
        <w:t>ثم</w:t>
      </w:r>
      <w:r w:rsidRPr="00CF6C36">
        <w:rPr>
          <w:rStyle w:val="libArabicChar"/>
          <w:rtl/>
        </w:rPr>
        <w:t xml:space="preserve"> اذا مسَّكْم الضّر فالي</w:t>
      </w:r>
      <w:r w:rsidR="00120F63" w:rsidRPr="00B2551F">
        <w:rPr>
          <w:rStyle w:val="libArabicChar"/>
          <w:rFonts w:hint="cs"/>
          <w:rtl/>
        </w:rPr>
        <w:t>ه</w:t>
      </w:r>
      <w:r w:rsidRPr="00CF6C36">
        <w:rPr>
          <w:rStyle w:val="libArabicChar"/>
          <w:rtl/>
        </w:rPr>
        <w:t xml:space="preserve"> تجئرون</w:t>
      </w:r>
    </w:p>
    <w:p w:rsidR="001F628F" w:rsidRDefault="001F628F" w:rsidP="001F628F">
      <w:pPr>
        <w:pStyle w:val="libNormal"/>
        <w:rPr>
          <w:rtl/>
        </w:rPr>
      </w:pPr>
      <w:r>
        <w:rPr>
          <w:rtl/>
        </w:rPr>
        <w:t>5_خداوند عالم كا تمام نعمتو</w:t>
      </w:r>
      <w:r w:rsidR="00083993">
        <w:rPr>
          <w:rtl/>
        </w:rPr>
        <w:t xml:space="preserve">ں </w:t>
      </w:r>
      <w:r>
        <w:rPr>
          <w:rtl/>
        </w:rPr>
        <w:t>كے ليے سرچشمہ اور اس كا مصيبت اور رنج مي</w:t>
      </w:r>
      <w:r w:rsidR="00083993">
        <w:rPr>
          <w:rtl/>
        </w:rPr>
        <w:t xml:space="preserve">ں </w:t>
      </w:r>
      <w:r>
        <w:rPr>
          <w:rtl/>
        </w:rPr>
        <w:t>گرفتار افراد كى تنہا پنا گاہ ہونا ، اس كى وحدانيت اور ( عقيدہ) دوگانگى كے بطلان پر دليل ہے_</w:t>
      </w:r>
    </w:p>
    <w:p w:rsidR="001F628F" w:rsidRDefault="001F628F" w:rsidP="00CF6C36">
      <w:pPr>
        <w:pStyle w:val="libArabic"/>
        <w:rPr>
          <w:rtl/>
        </w:rPr>
      </w:pPr>
      <w:r>
        <w:rPr>
          <w:rFonts w:hint="eastAsia"/>
          <w:rtl/>
        </w:rPr>
        <w:t>وقال</w:t>
      </w:r>
      <w:r>
        <w:rPr>
          <w:rtl/>
        </w:rPr>
        <w:t xml:space="preserve"> اللّ</w:t>
      </w:r>
      <w:r w:rsidR="00120F63" w:rsidRPr="00ED5DE8">
        <w:rPr>
          <w:rFonts w:hint="cs"/>
          <w:rtl/>
        </w:rPr>
        <w:t>ه</w:t>
      </w:r>
      <w:r>
        <w:rPr>
          <w:rtl/>
        </w:rPr>
        <w:t xml:space="preserve"> </w:t>
      </w:r>
      <w:r>
        <w:rPr>
          <w:rFonts w:hint="cs"/>
          <w:rtl/>
        </w:rPr>
        <w:t>لا</w:t>
      </w:r>
      <w:r>
        <w:rPr>
          <w:rtl/>
        </w:rPr>
        <w:t xml:space="preserve"> </w:t>
      </w:r>
      <w:r>
        <w:rPr>
          <w:rFonts w:hint="cs"/>
          <w:rtl/>
        </w:rPr>
        <w:t>تتخذوا</w:t>
      </w:r>
      <w:r>
        <w:rPr>
          <w:rtl/>
        </w:rPr>
        <w:t xml:space="preserve"> </w:t>
      </w:r>
      <w:r>
        <w:rPr>
          <w:rFonts w:hint="cs"/>
          <w:rtl/>
        </w:rPr>
        <w:t>ال</w:t>
      </w:r>
      <w:r w:rsidR="00120F63" w:rsidRPr="00ED5DE8">
        <w:rPr>
          <w:rFonts w:hint="cs"/>
          <w:rtl/>
        </w:rPr>
        <w:t>ه</w:t>
      </w:r>
      <w:r>
        <w:rPr>
          <w:rFonts w:hint="cs"/>
          <w:rtl/>
        </w:rPr>
        <w:t>ين</w:t>
      </w:r>
      <w:r>
        <w:rPr>
          <w:rtl/>
        </w:rPr>
        <w:t xml:space="preserve"> </w:t>
      </w:r>
      <w:r>
        <w:rPr>
          <w:rFonts w:hint="cs"/>
          <w:rtl/>
        </w:rPr>
        <w:t>اثنين</w:t>
      </w:r>
      <w:r>
        <w:rPr>
          <w:rtl/>
        </w:rPr>
        <w:t xml:space="preserve"> </w:t>
      </w:r>
      <w:r w:rsidR="00120F63" w:rsidRPr="00ED5DE8">
        <w:rPr>
          <w:rFonts w:hint="cs"/>
          <w:rtl/>
        </w:rPr>
        <w:t>ه</w:t>
      </w:r>
      <w:r>
        <w:rPr>
          <w:rFonts w:hint="cs"/>
          <w:rtl/>
        </w:rPr>
        <w:t>و</w:t>
      </w:r>
      <w:r>
        <w:rPr>
          <w:rtl/>
        </w:rPr>
        <w:t xml:space="preserve"> </w:t>
      </w:r>
      <w:r>
        <w:rPr>
          <w:rFonts w:hint="cs"/>
          <w:rtl/>
        </w:rPr>
        <w:t>ال</w:t>
      </w:r>
      <w:r w:rsidR="00120F63" w:rsidRPr="00ED5DE8">
        <w:rPr>
          <w:rFonts w:hint="cs"/>
          <w:rtl/>
        </w:rPr>
        <w:t>ه</w:t>
      </w:r>
      <w:r>
        <w:rPr>
          <w:rtl/>
        </w:rPr>
        <w:t xml:space="preserve"> </w:t>
      </w:r>
      <w:r>
        <w:rPr>
          <w:rFonts w:hint="cs"/>
          <w:rtl/>
        </w:rPr>
        <w:t>واحد</w:t>
      </w:r>
      <w:r>
        <w:rPr>
          <w:rtl/>
        </w:rPr>
        <w:t xml:space="preserve"> ...</w:t>
      </w:r>
      <w:r>
        <w:rPr>
          <w:rFonts w:hint="cs"/>
          <w:rtl/>
        </w:rPr>
        <w:t>ومابكم</w:t>
      </w:r>
      <w:r>
        <w:rPr>
          <w:rtl/>
        </w:rPr>
        <w:t xml:space="preserve"> </w:t>
      </w:r>
      <w:r>
        <w:rPr>
          <w:rFonts w:hint="cs"/>
          <w:rtl/>
        </w:rPr>
        <w:t>من</w:t>
      </w:r>
      <w:r>
        <w:rPr>
          <w:rtl/>
        </w:rPr>
        <w:t xml:space="preserve"> </w:t>
      </w:r>
      <w:r>
        <w:rPr>
          <w:rFonts w:hint="cs"/>
          <w:rtl/>
        </w:rPr>
        <w:t>نعمة</w:t>
      </w:r>
      <w:r>
        <w:rPr>
          <w:rtl/>
        </w:rPr>
        <w:t xml:space="preserve"> </w:t>
      </w:r>
      <w:r>
        <w:rPr>
          <w:rFonts w:hint="cs"/>
          <w:rtl/>
        </w:rPr>
        <w:t>فمن</w:t>
      </w:r>
      <w:r>
        <w:rPr>
          <w:rtl/>
        </w:rPr>
        <w:t xml:space="preserve"> </w:t>
      </w:r>
      <w:r>
        <w:rPr>
          <w:rFonts w:hint="cs"/>
          <w:rtl/>
        </w:rPr>
        <w:t>اللّ</w:t>
      </w:r>
      <w:r w:rsidR="00120F63" w:rsidRPr="00ED5DE8">
        <w:rPr>
          <w:rFonts w:hint="cs"/>
          <w:rtl/>
        </w:rPr>
        <w:t>ه</w:t>
      </w:r>
      <w:r>
        <w:rPr>
          <w:rtl/>
        </w:rPr>
        <w:t xml:space="preserve"> </w:t>
      </w:r>
      <w:r>
        <w:rPr>
          <w:rFonts w:hint="cs"/>
          <w:rtl/>
        </w:rPr>
        <w:t>ثم</w:t>
      </w:r>
      <w:r>
        <w:rPr>
          <w:rtl/>
        </w:rPr>
        <w:t xml:space="preserve"> </w:t>
      </w:r>
      <w:r>
        <w:rPr>
          <w:rFonts w:hint="cs"/>
          <w:rtl/>
        </w:rPr>
        <w:t>اذا</w:t>
      </w:r>
      <w:r>
        <w:rPr>
          <w:rtl/>
        </w:rPr>
        <w:t xml:space="preserve"> </w:t>
      </w:r>
      <w:r>
        <w:rPr>
          <w:rFonts w:hint="cs"/>
          <w:rtl/>
        </w:rPr>
        <w:t>مسكم</w:t>
      </w:r>
      <w:r>
        <w:rPr>
          <w:rtl/>
        </w:rPr>
        <w:t xml:space="preserve"> </w:t>
      </w:r>
      <w:r>
        <w:rPr>
          <w:rFonts w:hint="cs"/>
          <w:rtl/>
        </w:rPr>
        <w:t>الضرّ</w:t>
      </w:r>
      <w:r>
        <w:rPr>
          <w:rtl/>
        </w:rPr>
        <w:t xml:space="preserve"> </w:t>
      </w:r>
      <w:r>
        <w:rPr>
          <w:rFonts w:hint="cs"/>
          <w:rtl/>
        </w:rPr>
        <w:t>فالي</w:t>
      </w:r>
      <w:r w:rsidR="00120F63" w:rsidRPr="00ED5DE8">
        <w:rPr>
          <w:rFonts w:hint="cs"/>
          <w:rtl/>
        </w:rPr>
        <w:t>ه</w:t>
      </w:r>
      <w:r>
        <w:rPr>
          <w:rtl/>
        </w:rPr>
        <w:t xml:space="preserve"> </w:t>
      </w:r>
      <w:r>
        <w:rPr>
          <w:rFonts w:hint="cs"/>
          <w:rtl/>
        </w:rPr>
        <w:t>ت</w:t>
      </w:r>
      <w:r>
        <w:rPr>
          <w:rtl/>
        </w:rPr>
        <w:t>جئرون</w:t>
      </w:r>
    </w:p>
    <w:p w:rsidR="001F628F" w:rsidRDefault="001F628F" w:rsidP="00CF6C36">
      <w:pPr>
        <w:pStyle w:val="libNormal"/>
        <w:rPr>
          <w:rtl/>
        </w:rPr>
      </w:pPr>
      <w:r>
        <w:rPr>
          <w:rtl/>
        </w:rPr>
        <w:t>6_انسانو</w:t>
      </w:r>
      <w:r w:rsidR="00083993">
        <w:rPr>
          <w:rtl/>
        </w:rPr>
        <w:t xml:space="preserve">ں </w:t>
      </w:r>
      <w:r>
        <w:rPr>
          <w:rtl/>
        </w:rPr>
        <w:t>كى دنياوى زندگى ، نعمت و محروميت پر مشتمل ہے_</w:t>
      </w:r>
      <w:r w:rsidRPr="00CF6C36">
        <w:rPr>
          <w:rStyle w:val="libArabicChar"/>
          <w:rFonts w:hint="eastAsia"/>
          <w:rtl/>
        </w:rPr>
        <w:t>وما</w:t>
      </w:r>
      <w:r w:rsidRPr="00CF6C36">
        <w:rPr>
          <w:rStyle w:val="libArabicChar"/>
          <w:rtl/>
        </w:rPr>
        <w:t xml:space="preserve"> بكم من نعمة من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ثم</w:t>
      </w:r>
      <w:r w:rsidRPr="00CF6C36">
        <w:rPr>
          <w:rStyle w:val="libArabicChar"/>
          <w:rtl/>
        </w:rPr>
        <w:t xml:space="preserve"> </w:t>
      </w:r>
      <w:r w:rsidRPr="00CF6C36">
        <w:rPr>
          <w:rStyle w:val="libArabicChar"/>
          <w:rFonts w:hint="cs"/>
          <w:rtl/>
        </w:rPr>
        <w:t>اذا</w:t>
      </w:r>
      <w:r w:rsidRPr="00CF6C36">
        <w:rPr>
          <w:rStyle w:val="libArabicChar"/>
          <w:rtl/>
        </w:rPr>
        <w:t xml:space="preserve"> </w:t>
      </w:r>
      <w:r w:rsidRPr="00CF6C36">
        <w:rPr>
          <w:rStyle w:val="libArabicChar"/>
          <w:rFonts w:hint="cs"/>
          <w:rtl/>
        </w:rPr>
        <w:t>مسّكم</w:t>
      </w:r>
      <w:r w:rsidRPr="00CF6C36">
        <w:rPr>
          <w:rStyle w:val="libArabicChar"/>
          <w:rtl/>
        </w:rPr>
        <w:t xml:space="preserve"> الضّر</w:t>
      </w:r>
    </w:p>
    <w:p w:rsidR="001F628F" w:rsidRDefault="001F628F" w:rsidP="001F628F">
      <w:pPr>
        <w:pStyle w:val="libNormal"/>
        <w:rPr>
          <w:rtl/>
        </w:rPr>
      </w:pPr>
      <w:r>
        <w:rPr>
          <w:rtl/>
        </w:rPr>
        <w:t>7_مشكلات و تكاليف مي</w:t>
      </w:r>
      <w:r w:rsidR="00083993">
        <w:rPr>
          <w:rtl/>
        </w:rPr>
        <w:t xml:space="preserve">ں </w:t>
      </w:r>
      <w:r>
        <w:rPr>
          <w:rtl/>
        </w:rPr>
        <w:t>گرفتار ہونا، انسانو</w:t>
      </w:r>
      <w:r w:rsidR="00083993">
        <w:rPr>
          <w:rtl/>
        </w:rPr>
        <w:t xml:space="preserve">ں </w:t>
      </w:r>
      <w:r>
        <w:rPr>
          <w:rtl/>
        </w:rPr>
        <w:t>كى توحيدى فطرت كو بيدار كرنے كا سبب ہے_</w:t>
      </w:r>
    </w:p>
    <w:p w:rsidR="001F628F" w:rsidRDefault="001F628F" w:rsidP="00CF6C36">
      <w:pPr>
        <w:pStyle w:val="libArabic"/>
        <w:rPr>
          <w:rtl/>
        </w:rPr>
      </w:pPr>
      <w:r>
        <w:rPr>
          <w:rFonts w:hint="eastAsia"/>
          <w:rtl/>
        </w:rPr>
        <w:t>ثم</w:t>
      </w:r>
      <w:r>
        <w:rPr>
          <w:rtl/>
        </w:rPr>
        <w:t xml:space="preserve"> اذا مسّكم الضرّ فالي</w:t>
      </w:r>
      <w:r w:rsidR="00120F63" w:rsidRPr="00ED5DE8">
        <w:rPr>
          <w:rFonts w:hint="cs"/>
          <w:rtl/>
        </w:rPr>
        <w:t>ه</w:t>
      </w:r>
      <w:r>
        <w:rPr>
          <w:rtl/>
        </w:rPr>
        <w:t xml:space="preserve"> </w:t>
      </w:r>
      <w:r>
        <w:rPr>
          <w:rFonts w:hint="cs"/>
          <w:rtl/>
        </w:rPr>
        <w:t>ت</w:t>
      </w:r>
      <w:r>
        <w:rPr>
          <w:rtl/>
        </w:rPr>
        <w:t>جئرون</w:t>
      </w:r>
    </w:p>
    <w:p w:rsidR="001F628F" w:rsidRDefault="001F628F" w:rsidP="001F628F">
      <w:pPr>
        <w:pStyle w:val="libNormal"/>
        <w:rPr>
          <w:rtl/>
        </w:rPr>
      </w:pPr>
      <w:r>
        <w:rPr>
          <w:rtl/>
        </w:rPr>
        <w:t>8_ مشكلات سے دوچار ہونے كے وقت ، انسانو</w:t>
      </w:r>
      <w:r w:rsidR="00083993">
        <w:rPr>
          <w:rtl/>
        </w:rPr>
        <w:t xml:space="preserve">ں </w:t>
      </w:r>
      <w:r>
        <w:rPr>
          <w:rtl/>
        </w:rPr>
        <w:t>كا خداوند عالم كى طرف متوجہ ہونا ، وجود خداوند ى پر دليل ہے _</w:t>
      </w:r>
    </w:p>
    <w:p w:rsidR="001F628F" w:rsidRDefault="001F628F" w:rsidP="00CF6C36">
      <w:pPr>
        <w:pStyle w:val="libArabic"/>
        <w:rPr>
          <w:rtl/>
        </w:rPr>
      </w:pPr>
      <w:r>
        <w:rPr>
          <w:rFonts w:hint="eastAsia"/>
          <w:rtl/>
        </w:rPr>
        <w:t>ثم</w:t>
      </w:r>
      <w:r>
        <w:rPr>
          <w:rtl/>
        </w:rPr>
        <w:t xml:space="preserve"> اذا مسّكم الضّر فالي</w:t>
      </w:r>
      <w:r w:rsidR="00120F63" w:rsidRPr="00ED5DE8">
        <w:rPr>
          <w:rFonts w:hint="cs"/>
          <w:rtl/>
        </w:rPr>
        <w:t>ه</w:t>
      </w:r>
      <w:r>
        <w:rPr>
          <w:rtl/>
        </w:rPr>
        <w:t xml:space="preserve"> </w:t>
      </w:r>
      <w:r>
        <w:rPr>
          <w:rFonts w:hint="cs"/>
          <w:rtl/>
        </w:rPr>
        <w:t>ت</w:t>
      </w:r>
      <w:r>
        <w:rPr>
          <w:rtl/>
        </w:rPr>
        <w:t>جئرون</w:t>
      </w:r>
    </w:p>
    <w:p w:rsidR="001F628F" w:rsidRDefault="001F628F" w:rsidP="001F628F">
      <w:pPr>
        <w:pStyle w:val="libNormal"/>
        <w:rPr>
          <w:rtl/>
        </w:rPr>
      </w:pPr>
      <w:r>
        <w:rPr>
          <w:rFonts w:hint="eastAsia"/>
          <w:rtl/>
        </w:rPr>
        <w:t>اگرچہ</w:t>
      </w:r>
      <w:r>
        <w:rPr>
          <w:rtl/>
        </w:rPr>
        <w:t xml:space="preserve"> ما قبل آيات مي</w:t>
      </w:r>
      <w:r w:rsidR="00083993">
        <w:rPr>
          <w:rtl/>
        </w:rPr>
        <w:t xml:space="preserve">ں </w:t>
      </w:r>
      <w:r>
        <w:rPr>
          <w:rtl/>
        </w:rPr>
        <w:t>خداوند عالم كا شريك قرار دينے سے منع كيا گيا ہے اور بعد والى آيت مي</w:t>
      </w:r>
      <w:r w:rsidR="00083993">
        <w:rPr>
          <w:rtl/>
        </w:rPr>
        <w:t xml:space="preserve">ں </w:t>
      </w:r>
      <w:r>
        <w:rPr>
          <w:rtl/>
        </w:rPr>
        <w:t>بھى انسانو</w:t>
      </w:r>
      <w:r w:rsidR="00083993">
        <w:rPr>
          <w:rtl/>
        </w:rPr>
        <w:t xml:space="preserve">ں </w:t>
      </w:r>
      <w:r>
        <w:rPr>
          <w:rtl/>
        </w:rPr>
        <w:t>كے شرك سے ان كے مشكلات كے بارے مي</w:t>
      </w:r>
      <w:r w:rsidR="00083993">
        <w:rPr>
          <w:rtl/>
        </w:rPr>
        <w:t xml:space="preserve">ں </w:t>
      </w:r>
      <w:r>
        <w:rPr>
          <w:rtl/>
        </w:rPr>
        <w:t>گفتگو ہوئي ہے اور ان آيات كا سياق توحيد كے بارے مي</w:t>
      </w:r>
      <w:r w:rsidR="00083993">
        <w:rPr>
          <w:rtl/>
        </w:rPr>
        <w:t xml:space="preserve">ں </w:t>
      </w:r>
      <w:r>
        <w:rPr>
          <w:rtl/>
        </w:rPr>
        <w:t>ہے ليكن ان تمام اوصاف كے ذريعہ دلالت اقتضائي كى بناء پر يہ استفادہ كيا جا سكتا ہے كہ اس طريقہ سے بھى وجود خداوند عالم قابل اثبات ہے _</w:t>
      </w:r>
    </w:p>
    <w:p w:rsidR="001F628F" w:rsidRDefault="001F628F" w:rsidP="001F628F">
      <w:pPr>
        <w:pStyle w:val="libNormal"/>
        <w:rPr>
          <w:rtl/>
        </w:rPr>
      </w:pPr>
      <w:r>
        <w:rPr>
          <w:rFonts w:hint="eastAsia"/>
          <w:rtl/>
        </w:rPr>
        <w:t>ابتلائ</w:t>
      </w:r>
      <w:r>
        <w:rPr>
          <w:rtl/>
        </w:rPr>
        <w:t>:</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سختى</w:t>
      </w:r>
      <w:r>
        <w:rPr>
          <w:rtl/>
        </w:rPr>
        <w:t xml:space="preserve"> مي</w:t>
      </w:r>
      <w:r w:rsidR="00083993">
        <w:rPr>
          <w:rtl/>
        </w:rPr>
        <w:t xml:space="preserve">ں </w:t>
      </w:r>
      <w:r>
        <w:rPr>
          <w:rtl/>
        </w:rPr>
        <w:t>ابتلاء كے آثار7</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كى پناہ 4،5; الله تعالى كى نعمتي</w:t>
      </w:r>
      <w:r w:rsidR="00083993">
        <w:rPr>
          <w:rtl/>
        </w:rPr>
        <w:t xml:space="preserve">ں </w:t>
      </w:r>
      <w:r>
        <w:rPr>
          <w:rtl/>
        </w:rPr>
        <w:t>1; الله تعالى كے مختصات4; خدا شناسى كے دلائل8</w:t>
      </w:r>
    </w:p>
    <w:p w:rsidR="001F628F" w:rsidRDefault="001F628F" w:rsidP="00CF6C36">
      <w:pPr>
        <w:pStyle w:val="libNormal"/>
        <w:rPr>
          <w:rtl/>
        </w:rPr>
      </w:pPr>
      <w:r>
        <w:rPr>
          <w:rFonts w:hint="eastAsia"/>
          <w:rtl/>
        </w:rPr>
        <w:t>انسان</w:t>
      </w:r>
      <w:r>
        <w:rPr>
          <w:rtl/>
        </w:rPr>
        <w:t>:</w:t>
      </w:r>
      <w:r>
        <w:rPr>
          <w:rFonts w:hint="eastAsia"/>
          <w:rtl/>
        </w:rPr>
        <w:t>انسان</w:t>
      </w:r>
      <w:r>
        <w:rPr>
          <w:rtl/>
        </w:rPr>
        <w:t xml:space="preserve"> كى پناہ گاہ3،4،5; انسان كى خصوصيات 3; انسانو</w:t>
      </w:r>
      <w:r w:rsidR="00083993">
        <w:rPr>
          <w:rtl/>
        </w:rPr>
        <w:t xml:space="preserve">ں </w:t>
      </w:r>
      <w:r>
        <w:rPr>
          <w:rtl/>
        </w:rPr>
        <w:t>كى زندگى كے تحولات6: انسان كى فطريات4; انسان كے عجز كے آثار 3; سختى مي</w:t>
      </w:r>
      <w:r w:rsidR="00083993">
        <w:rPr>
          <w:rtl/>
        </w:rPr>
        <w:t xml:space="preserve">ں </w:t>
      </w:r>
      <w:r>
        <w:rPr>
          <w:rtl/>
        </w:rPr>
        <w:t>انسان3</w:t>
      </w:r>
    </w:p>
    <w:p w:rsidR="001F628F" w:rsidRDefault="001F628F" w:rsidP="00CF6C36">
      <w:pPr>
        <w:pStyle w:val="libNormal"/>
        <w:rPr>
          <w:rtl/>
        </w:rPr>
      </w:pPr>
      <w:r>
        <w:rPr>
          <w:rFonts w:hint="eastAsia"/>
          <w:rtl/>
        </w:rPr>
        <w:t>توحيد</w:t>
      </w:r>
      <w:r>
        <w:rPr>
          <w:rtl/>
        </w:rPr>
        <w:t>:</w:t>
      </w:r>
      <w:r>
        <w:rPr>
          <w:rFonts w:hint="eastAsia"/>
          <w:rtl/>
        </w:rPr>
        <w:t>توحيد</w:t>
      </w:r>
      <w:r>
        <w:rPr>
          <w:rtl/>
        </w:rPr>
        <w:t xml:space="preserve"> كے دلائل5</w:t>
      </w:r>
    </w:p>
    <w:p w:rsidR="001F628F" w:rsidRDefault="001F628F" w:rsidP="00CF6C36">
      <w:pPr>
        <w:pStyle w:val="libNormal"/>
        <w:rPr>
          <w:rtl/>
        </w:rPr>
      </w:pPr>
      <w:r>
        <w:rPr>
          <w:rFonts w:hint="eastAsia"/>
          <w:rtl/>
        </w:rPr>
        <w:t>ثنويت</w:t>
      </w:r>
      <w:r>
        <w:rPr>
          <w:rtl/>
        </w:rPr>
        <w:t>:</w:t>
      </w:r>
      <w:r>
        <w:rPr>
          <w:rFonts w:hint="eastAsia"/>
          <w:rtl/>
        </w:rPr>
        <w:t>ثنويت</w:t>
      </w:r>
      <w:r>
        <w:rPr>
          <w:rtl/>
        </w:rPr>
        <w:t xml:space="preserve"> كے بطلان كے دلائل5</w:t>
      </w:r>
    </w:p>
    <w:p w:rsidR="001F628F" w:rsidRDefault="001F628F" w:rsidP="00CF6C36">
      <w:pPr>
        <w:pStyle w:val="libNormal"/>
        <w:rPr>
          <w:rtl/>
        </w:rPr>
      </w:pPr>
      <w:r>
        <w:rPr>
          <w:rFonts w:hint="eastAsia"/>
          <w:rtl/>
        </w:rPr>
        <w:t>خوف</w:t>
      </w:r>
      <w:r>
        <w:rPr>
          <w:rtl/>
        </w:rPr>
        <w:t>:</w:t>
      </w:r>
      <w:r>
        <w:rPr>
          <w:rFonts w:hint="eastAsia"/>
          <w:rtl/>
        </w:rPr>
        <w:t>خوف</w:t>
      </w:r>
      <w:r>
        <w:rPr>
          <w:rtl/>
        </w:rPr>
        <w:t xml:space="preserve"> خدا كے دلائل2</w:t>
      </w:r>
    </w:p>
    <w:p w:rsidR="001F628F" w:rsidRDefault="001F628F" w:rsidP="00CF6C36">
      <w:pPr>
        <w:pStyle w:val="libNormal"/>
        <w:rPr>
          <w:rtl/>
        </w:rPr>
      </w:pPr>
      <w:r>
        <w:rPr>
          <w:rFonts w:hint="eastAsia"/>
          <w:rtl/>
        </w:rPr>
        <w:t>ذكر</w:t>
      </w:r>
      <w:r>
        <w:rPr>
          <w:rtl/>
        </w:rPr>
        <w:t>:</w:t>
      </w:r>
      <w:r>
        <w:rPr>
          <w:rFonts w:hint="eastAsia"/>
          <w:rtl/>
        </w:rPr>
        <w:t>سختى</w:t>
      </w:r>
      <w:r>
        <w:rPr>
          <w:rtl/>
        </w:rPr>
        <w:t xml:space="preserve"> كے وقت ذكر خدا8</w:t>
      </w:r>
    </w:p>
    <w:p w:rsidR="001F628F" w:rsidRDefault="001F628F" w:rsidP="00CF6C36">
      <w:pPr>
        <w:pStyle w:val="libNormal"/>
        <w:rPr>
          <w:rtl/>
        </w:rPr>
      </w:pPr>
      <w:r>
        <w:rPr>
          <w:rFonts w:hint="eastAsia"/>
          <w:rtl/>
        </w:rPr>
        <w:t>زندگي</w:t>
      </w:r>
      <w:r>
        <w:rPr>
          <w:rtl/>
        </w:rPr>
        <w:t>:</w:t>
      </w:r>
      <w:r>
        <w:rPr>
          <w:rFonts w:hint="eastAsia"/>
          <w:rtl/>
        </w:rPr>
        <w:t>دنياوى</w:t>
      </w:r>
      <w:r>
        <w:rPr>
          <w:rtl/>
        </w:rPr>
        <w:t xml:space="preserve"> زندگى مي</w:t>
      </w:r>
      <w:r w:rsidR="00083993">
        <w:rPr>
          <w:rtl/>
        </w:rPr>
        <w:t xml:space="preserve">ں </w:t>
      </w:r>
      <w:r>
        <w:rPr>
          <w:rtl/>
        </w:rPr>
        <w:t>محروميت6; دنياوى زندگى مي</w:t>
      </w:r>
      <w:r w:rsidR="00083993">
        <w:rPr>
          <w:rtl/>
        </w:rPr>
        <w:t xml:space="preserve">ں </w:t>
      </w:r>
      <w:r>
        <w:rPr>
          <w:rtl/>
        </w:rPr>
        <w:t>نعمت 6</w:t>
      </w:r>
    </w:p>
    <w:p w:rsidR="001F628F" w:rsidRDefault="001F628F" w:rsidP="00CF6C36">
      <w:pPr>
        <w:pStyle w:val="libNormal"/>
        <w:rPr>
          <w:rtl/>
        </w:rPr>
      </w:pPr>
      <w:r>
        <w:rPr>
          <w:rFonts w:hint="eastAsia"/>
          <w:rtl/>
        </w:rPr>
        <w:t>سختي</w:t>
      </w:r>
      <w:r>
        <w:rPr>
          <w:rtl/>
        </w:rPr>
        <w:t>:</w:t>
      </w:r>
      <w:r>
        <w:rPr>
          <w:rFonts w:hint="eastAsia"/>
          <w:rtl/>
        </w:rPr>
        <w:t>سختى</w:t>
      </w:r>
      <w:r>
        <w:rPr>
          <w:rtl/>
        </w:rPr>
        <w:t xml:space="preserve"> مي</w:t>
      </w:r>
      <w:r w:rsidR="00083993">
        <w:rPr>
          <w:rtl/>
        </w:rPr>
        <w:t xml:space="preserve">ں </w:t>
      </w:r>
      <w:r>
        <w:rPr>
          <w:rtl/>
        </w:rPr>
        <w:t>تضرّع3</w:t>
      </w:r>
    </w:p>
    <w:p w:rsidR="001F628F" w:rsidRDefault="001F628F" w:rsidP="00CF6C36">
      <w:pPr>
        <w:pStyle w:val="libNormal"/>
        <w:rPr>
          <w:rtl/>
        </w:rPr>
      </w:pPr>
      <w:r>
        <w:rPr>
          <w:rFonts w:hint="eastAsia"/>
          <w:rtl/>
        </w:rPr>
        <w:t>فطرت</w:t>
      </w:r>
      <w:r>
        <w:rPr>
          <w:rtl/>
        </w:rPr>
        <w:t>:</w:t>
      </w:r>
      <w:r>
        <w:rPr>
          <w:rFonts w:hint="eastAsia"/>
          <w:rtl/>
        </w:rPr>
        <w:t>فطرت</w:t>
      </w:r>
      <w:r>
        <w:rPr>
          <w:rtl/>
        </w:rPr>
        <w:t xml:space="preserve"> توحيدي7; فطرت كو متنبّہ كرنے كے اسباب7</w:t>
      </w:r>
    </w:p>
    <w:p w:rsidR="001F628F" w:rsidRDefault="001F628F" w:rsidP="00CF6C36">
      <w:pPr>
        <w:pStyle w:val="libNormal"/>
        <w:rPr>
          <w:rtl/>
        </w:rPr>
      </w:pPr>
      <w:r>
        <w:rPr>
          <w:rFonts w:hint="eastAsia"/>
          <w:rtl/>
        </w:rPr>
        <w:t>نعمت</w:t>
      </w:r>
      <w:r>
        <w:rPr>
          <w:rtl/>
        </w:rPr>
        <w:t>:</w:t>
      </w:r>
      <w:r>
        <w:rPr>
          <w:rFonts w:hint="eastAsia"/>
          <w:rtl/>
        </w:rPr>
        <w:t>نعمت</w:t>
      </w:r>
      <w:r>
        <w:rPr>
          <w:rtl/>
        </w:rPr>
        <w:t xml:space="preserve"> كا سرچشمہ1،2،5</w:t>
      </w:r>
    </w:p>
    <w:p w:rsidR="001F628F" w:rsidRPr="00120F63" w:rsidRDefault="00CF6C36" w:rsidP="00CF6C36">
      <w:pPr>
        <w:pStyle w:val="Heading2Center"/>
        <w:rPr>
          <w:rtl/>
        </w:rPr>
      </w:pPr>
      <w:bookmarkStart w:id="200" w:name="_Toc28081878"/>
      <w:r>
        <w:rPr>
          <w:rFonts w:hint="cs"/>
          <w:rtl/>
        </w:rPr>
        <w:t xml:space="preserve">آیت </w:t>
      </w:r>
      <w:r w:rsidRPr="00120F63">
        <w:rPr>
          <w:rFonts w:hint="cs"/>
          <w:rtl/>
        </w:rPr>
        <w:t>54</w:t>
      </w:r>
      <w:bookmarkEnd w:id="200"/>
    </w:p>
    <w:p w:rsidR="001F628F" w:rsidRDefault="00E260F9" w:rsidP="00CF6C36">
      <w:pPr>
        <w:pStyle w:val="libNormal"/>
        <w:rPr>
          <w:rtl/>
        </w:rPr>
      </w:pPr>
      <w:r w:rsidRPr="00E260F9">
        <w:rPr>
          <w:rStyle w:val="libAlaemChar"/>
          <w:rFonts w:hint="eastAsia"/>
          <w:rtl/>
        </w:rPr>
        <w:t>(</w:t>
      </w:r>
      <w:r w:rsidRPr="00CF6C36">
        <w:rPr>
          <w:rStyle w:val="libAieChar"/>
          <w:rFonts w:hint="eastAsia"/>
          <w:rtl/>
        </w:rPr>
        <w:t>ثُمَّ</w:t>
      </w:r>
      <w:r w:rsidRPr="00CF6C36">
        <w:rPr>
          <w:rStyle w:val="libAieChar"/>
          <w:rtl/>
        </w:rPr>
        <w:t xml:space="preserve"> إِذَا كَشَفَ الضُّرَّ عَنكُمْ إِذَا فَرِيقٌ مِّنكُم بِرَبِّهِمْ يُشْرِكُونَ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وہ تكليف كو دور كرديتا ہے تو تم مي</w:t>
      </w:r>
      <w:r w:rsidR="00083993">
        <w:rPr>
          <w:rtl/>
        </w:rPr>
        <w:t xml:space="preserve">ں </w:t>
      </w:r>
      <w:r>
        <w:rPr>
          <w:rtl/>
        </w:rPr>
        <w:t>سے ايك گروہ اپنے پروردگار كا شريك بنانے لگتا ہے _</w:t>
      </w:r>
    </w:p>
    <w:p w:rsidR="001F628F" w:rsidRDefault="001F628F" w:rsidP="001F628F">
      <w:pPr>
        <w:pStyle w:val="libNormal"/>
        <w:rPr>
          <w:rtl/>
        </w:rPr>
      </w:pPr>
      <w:r>
        <w:rPr>
          <w:rtl/>
        </w:rPr>
        <w:t>1_مصائب سے دوچار ہونے كے وقت ، انسانو</w:t>
      </w:r>
      <w:r w:rsidR="00083993">
        <w:rPr>
          <w:rtl/>
        </w:rPr>
        <w:t xml:space="preserve">ں </w:t>
      </w:r>
      <w:r>
        <w:rPr>
          <w:rtl/>
        </w:rPr>
        <w:t>كا تضرع كى حالت مي</w:t>
      </w:r>
      <w:r w:rsidR="00083993">
        <w:rPr>
          <w:rtl/>
        </w:rPr>
        <w:t xml:space="preserve">ں </w:t>
      </w:r>
      <w:r>
        <w:rPr>
          <w:rtl/>
        </w:rPr>
        <w:t>خداوند عالم كى طرف رخ كرنے كے باوجود مشكلات كے دور ہوجانے كے بعد ان مي</w:t>
      </w:r>
      <w:r w:rsidR="00083993">
        <w:rPr>
          <w:rtl/>
        </w:rPr>
        <w:t xml:space="preserve">ں </w:t>
      </w:r>
      <w:r>
        <w:rPr>
          <w:rtl/>
        </w:rPr>
        <w:t>ايك گروہ منہ پھير ليتا ہے اور شرك اختيار كر ليتا ہے _</w:t>
      </w:r>
    </w:p>
    <w:p w:rsidR="001F628F" w:rsidRDefault="001F628F" w:rsidP="00CF6C36">
      <w:pPr>
        <w:pStyle w:val="libArabic"/>
        <w:rPr>
          <w:rtl/>
        </w:rPr>
      </w:pPr>
      <w:r>
        <w:rPr>
          <w:rFonts w:hint="eastAsia"/>
          <w:rtl/>
        </w:rPr>
        <w:t>ثم</w:t>
      </w:r>
      <w:r>
        <w:rPr>
          <w:rtl/>
        </w:rPr>
        <w:t xml:space="preserve"> اذا مسّكم الضرّ فالي</w:t>
      </w:r>
      <w:r w:rsidR="00120F63" w:rsidRPr="00ED5DE8">
        <w:rPr>
          <w:rFonts w:hint="cs"/>
          <w:rtl/>
        </w:rPr>
        <w:t>ه</w:t>
      </w:r>
      <w:r>
        <w:rPr>
          <w:rtl/>
        </w:rPr>
        <w:t xml:space="preserve"> </w:t>
      </w:r>
      <w:r>
        <w:rPr>
          <w:rFonts w:hint="cs"/>
          <w:rtl/>
        </w:rPr>
        <w:t>تجئرون</w:t>
      </w:r>
      <w:r>
        <w:rPr>
          <w:rtl/>
        </w:rPr>
        <w:t xml:space="preserve"> _</w:t>
      </w:r>
      <w:r>
        <w:rPr>
          <w:rFonts w:hint="cs"/>
          <w:rtl/>
        </w:rPr>
        <w:t>ثم</w:t>
      </w:r>
      <w:r>
        <w:rPr>
          <w:rtl/>
        </w:rPr>
        <w:t xml:space="preserve"> </w:t>
      </w:r>
      <w:r>
        <w:rPr>
          <w:rFonts w:hint="cs"/>
          <w:rtl/>
        </w:rPr>
        <w:t>ا</w:t>
      </w:r>
      <w:r>
        <w:rPr>
          <w:rtl/>
        </w:rPr>
        <w:t>ذا كشف</w:t>
      </w:r>
    </w:p>
    <w:p w:rsidR="00CF6C36" w:rsidRDefault="001E7F9D" w:rsidP="00F73EDE">
      <w:pPr>
        <w:pStyle w:val="libPoemTini"/>
        <w:rPr>
          <w:rtl/>
        </w:rPr>
      </w:pPr>
      <w:r>
        <w:rPr>
          <w:rtl/>
        </w:rPr>
        <w:br w:type="page"/>
      </w:r>
    </w:p>
    <w:p w:rsidR="001F628F" w:rsidRDefault="001F628F" w:rsidP="00CF6C36">
      <w:pPr>
        <w:pStyle w:val="libArabic"/>
        <w:rPr>
          <w:rtl/>
        </w:rPr>
      </w:pPr>
      <w:r>
        <w:rPr>
          <w:rFonts w:hint="eastAsia"/>
          <w:rtl/>
        </w:rPr>
        <w:lastRenderedPageBreak/>
        <w:t>الضرّ</w:t>
      </w:r>
      <w:r>
        <w:rPr>
          <w:rtl/>
        </w:rPr>
        <w:t xml:space="preserve"> عنكم اذا فريق من</w:t>
      </w:r>
      <w:r w:rsidR="00120F63" w:rsidRPr="00ED5DE8">
        <w:rPr>
          <w:rFonts w:hint="cs"/>
          <w:rtl/>
        </w:rPr>
        <w:t>ه</w:t>
      </w:r>
      <w:r>
        <w:rPr>
          <w:rFonts w:hint="cs"/>
          <w:rtl/>
        </w:rPr>
        <w:t>م</w:t>
      </w:r>
      <w:r>
        <w:rPr>
          <w:rtl/>
        </w:rPr>
        <w:t xml:space="preserve"> </w:t>
      </w:r>
      <w:r>
        <w:rPr>
          <w:rFonts w:hint="cs"/>
          <w:rtl/>
        </w:rPr>
        <w:t>برّبو</w:t>
      </w:r>
      <w:r w:rsidR="00120F63" w:rsidRPr="00ED5DE8">
        <w:rPr>
          <w:rFonts w:hint="cs"/>
          <w:rtl/>
        </w:rPr>
        <w:t>ه</w:t>
      </w:r>
      <w:r>
        <w:rPr>
          <w:rFonts w:hint="cs"/>
          <w:rtl/>
        </w:rPr>
        <w:t>م</w:t>
      </w:r>
      <w:r>
        <w:rPr>
          <w:rtl/>
        </w:rPr>
        <w:t xml:space="preserve"> يشركون</w:t>
      </w:r>
    </w:p>
    <w:p w:rsidR="001F628F" w:rsidRDefault="001F628F" w:rsidP="00CF6C36">
      <w:pPr>
        <w:pStyle w:val="libNormal"/>
        <w:rPr>
          <w:rtl/>
        </w:rPr>
      </w:pPr>
      <w:r>
        <w:rPr>
          <w:rtl/>
        </w:rPr>
        <w:t>2_انسانو</w:t>
      </w:r>
      <w:r w:rsidR="00083993">
        <w:rPr>
          <w:rtl/>
        </w:rPr>
        <w:t xml:space="preserve">ں </w:t>
      </w:r>
      <w:r>
        <w:rPr>
          <w:rtl/>
        </w:rPr>
        <w:t>كى مشكلات اور مصائب كو دور كرنا ، خداوند عالم كے اختيار مي</w:t>
      </w:r>
      <w:r w:rsidR="00083993">
        <w:rPr>
          <w:rtl/>
        </w:rPr>
        <w:t xml:space="preserve">ں </w:t>
      </w:r>
      <w:r>
        <w:rPr>
          <w:rtl/>
        </w:rPr>
        <w:t>ہے_</w:t>
      </w:r>
      <w:r w:rsidRPr="00CF6C36">
        <w:rPr>
          <w:rStyle w:val="libArabicChar"/>
          <w:rFonts w:hint="eastAsia"/>
          <w:rtl/>
        </w:rPr>
        <w:t>ثم</w:t>
      </w:r>
      <w:r w:rsidRPr="00CF6C36">
        <w:rPr>
          <w:rStyle w:val="libArabicChar"/>
          <w:rtl/>
        </w:rPr>
        <w:t xml:space="preserve"> اذل كشف الضرّ عنكم</w:t>
      </w:r>
    </w:p>
    <w:p w:rsidR="001F628F" w:rsidRDefault="001F628F" w:rsidP="001F628F">
      <w:pPr>
        <w:pStyle w:val="libNormal"/>
        <w:rPr>
          <w:rtl/>
        </w:rPr>
      </w:pPr>
      <w:r>
        <w:rPr>
          <w:rtl/>
        </w:rPr>
        <w:t>3_ناگوار حالات سے دوچار، انسانو</w:t>
      </w:r>
      <w:r w:rsidR="00083993">
        <w:rPr>
          <w:rtl/>
        </w:rPr>
        <w:t xml:space="preserve">ں </w:t>
      </w:r>
      <w:r>
        <w:rPr>
          <w:rtl/>
        </w:rPr>
        <w:t>كى دعا اور تضرّع خداوند عالم كى بارگاہ مي</w:t>
      </w:r>
      <w:r w:rsidR="00083993">
        <w:rPr>
          <w:rtl/>
        </w:rPr>
        <w:t xml:space="preserve">ں </w:t>
      </w:r>
      <w:r>
        <w:rPr>
          <w:rtl/>
        </w:rPr>
        <w:t>مستجا ب ہوتى ہے_</w:t>
      </w:r>
    </w:p>
    <w:p w:rsidR="001F628F" w:rsidRDefault="001F628F" w:rsidP="00CF6C36">
      <w:pPr>
        <w:pStyle w:val="libArabic"/>
        <w:rPr>
          <w:rtl/>
        </w:rPr>
      </w:pPr>
      <w:r>
        <w:rPr>
          <w:rFonts w:hint="eastAsia"/>
          <w:rtl/>
        </w:rPr>
        <w:t>اذا</w:t>
      </w:r>
      <w:r>
        <w:rPr>
          <w:rtl/>
        </w:rPr>
        <w:t xml:space="preserve"> مسّكم الضرّ فالي</w:t>
      </w:r>
      <w:r w:rsidR="00120F63" w:rsidRPr="00ED5DE8">
        <w:rPr>
          <w:rFonts w:hint="cs"/>
          <w:rtl/>
        </w:rPr>
        <w:t>ه</w:t>
      </w:r>
      <w:r>
        <w:rPr>
          <w:rtl/>
        </w:rPr>
        <w:t xml:space="preserve"> </w:t>
      </w:r>
      <w:r>
        <w:rPr>
          <w:rFonts w:hint="cs"/>
          <w:rtl/>
        </w:rPr>
        <w:t>تجئرون</w:t>
      </w:r>
      <w:r>
        <w:rPr>
          <w:rtl/>
        </w:rPr>
        <w:t xml:space="preserve"> _</w:t>
      </w:r>
      <w:r>
        <w:rPr>
          <w:rFonts w:hint="cs"/>
          <w:rtl/>
        </w:rPr>
        <w:t>ثم</w:t>
      </w:r>
      <w:r>
        <w:rPr>
          <w:rtl/>
        </w:rPr>
        <w:t xml:space="preserve"> </w:t>
      </w:r>
      <w:r>
        <w:rPr>
          <w:rFonts w:hint="cs"/>
          <w:rtl/>
        </w:rPr>
        <w:t>اذا</w:t>
      </w:r>
      <w:r>
        <w:rPr>
          <w:rtl/>
        </w:rPr>
        <w:t xml:space="preserve"> </w:t>
      </w:r>
      <w:r>
        <w:rPr>
          <w:rFonts w:hint="cs"/>
          <w:rtl/>
        </w:rPr>
        <w:t>كشف</w:t>
      </w:r>
      <w:r>
        <w:rPr>
          <w:rtl/>
        </w:rPr>
        <w:t xml:space="preserve"> </w:t>
      </w:r>
      <w:r>
        <w:rPr>
          <w:rFonts w:hint="cs"/>
          <w:rtl/>
        </w:rPr>
        <w:t>الضر</w:t>
      </w:r>
      <w:r>
        <w:rPr>
          <w:rtl/>
        </w:rPr>
        <w:t>ّ عنكم</w:t>
      </w:r>
    </w:p>
    <w:p w:rsidR="001F628F" w:rsidRDefault="001F628F" w:rsidP="001F628F">
      <w:pPr>
        <w:pStyle w:val="libNormal"/>
        <w:rPr>
          <w:rtl/>
        </w:rPr>
      </w:pPr>
      <w:r>
        <w:rPr>
          <w:rFonts w:hint="eastAsia"/>
          <w:rtl/>
        </w:rPr>
        <w:t>خداوند</w:t>
      </w:r>
      <w:r>
        <w:rPr>
          <w:rtl/>
        </w:rPr>
        <w:t xml:space="preserve"> عالم كى بارگاہ مي</w:t>
      </w:r>
      <w:r w:rsidR="00083993">
        <w:rPr>
          <w:rtl/>
        </w:rPr>
        <w:t xml:space="preserve">ں </w:t>
      </w:r>
      <w:r>
        <w:rPr>
          <w:rtl/>
        </w:rPr>
        <w:t>ملتمسانہ دعا كرنے والے مصائب مي</w:t>
      </w:r>
      <w:r w:rsidR="00083993">
        <w:rPr>
          <w:rtl/>
        </w:rPr>
        <w:t xml:space="preserve">ں </w:t>
      </w:r>
      <w:r>
        <w:rPr>
          <w:rtl/>
        </w:rPr>
        <w:t>گرفتار افراد سے ناگوراى كو برطرف كرنا ، ممكن ہے ان كى دعاؤ</w:t>
      </w:r>
      <w:r w:rsidR="00083993">
        <w:rPr>
          <w:rtl/>
        </w:rPr>
        <w:t xml:space="preserve">ں </w:t>
      </w:r>
      <w:r>
        <w:rPr>
          <w:rtl/>
        </w:rPr>
        <w:t>كے سبب ہو_</w:t>
      </w:r>
    </w:p>
    <w:p w:rsidR="001F628F" w:rsidRDefault="001F628F" w:rsidP="001F628F">
      <w:pPr>
        <w:pStyle w:val="libNormal"/>
        <w:rPr>
          <w:rtl/>
        </w:rPr>
      </w:pPr>
      <w:r>
        <w:rPr>
          <w:rtl/>
        </w:rPr>
        <w:t>4_مشكلات سے نجات يافتہ انسانو</w:t>
      </w:r>
      <w:r w:rsidR="00083993">
        <w:rPr>
          <w:rtl/>
        </w:rPr>
        <w:t xml:space="preserve">ں </w:t>
      </w:r>
      <w:r>
        <w:rPr>
          <w:rtl/>
        </w:rPr>
        <w:t>كا خداوند عالم كى ربوبيت مي</w:t>
      </w:r>
      <w:r w:rsidR="00083993">
        <w:rPr>
          <w:rtl/>
        </w:rPr>
        <w:t xml:space="preserve">ں </w:t>
      </w:r>
      <w:r>
        <w:rPr>
          <w:rtl/>
        </w:rPr>
        <w:t>شرك كرنا در حالانكہ انہى مصائب نے خداوند عالم كى طرف متوجہ كيا تھا ،ايك خلاف توقع اور تعجب خيز امر ہے_</w:t>
      </w:r>
    </w:p>
    <w:p w:rsidR="001F628F" w:rsidRDefault="001F628F" w:rsidP="00CF6C36">
      <w:pPr>
        <w:pStyle w:val="libArabic"/>
        <w:rPr>
          <w:rtl/>
        </w:rPr>
      </w:pPr>
      <w:r>
        <w:rPr>
          <w:rFonts w:hint="eastAsia"/>
          <w:rtl/>
        </w:rPr>
        <w:t>ثم</w:t>
      </w:r>
      <w:r>
        <w:rPr>
          <w:rtl/>
        </w:rPr>
        <w:t xml:space="preserve"> اذا كشف الضّر عنكم اذا فريق منكم برب</w:t>
      </w:r>
      <w:r w:rsidR="00120F63" w:rsidRPr="00ED5DE8">
        <w:rPr>
          <w:rFonts w:hint="cs"/>
          <w:rtl/>
        </w:rPr>
        <w:t>ه</w:t>
      </w:r>
      <w:r>
        <w:rPr>
          <w:rFonts w:hint="cs"/>
          <w:rtl/>
        </w:rPr>
        <w:t>ّم</w:t>
      </w:r>
      <w:r>
        <w:rPr>
          <w:rtl/>
        </w:rPr>
        <w:t xml:space="preserve"> يشركون</w:t>
      </w:r>
    </w:p>
    <w:p w:rsidR="001F628F" w:rsidRDefault="001F628F" w:rsidP="001F628F">
      <w:pPr>
        <w:pStyle w:val="libNormal"/>
        <w:rPr>
          <w:rtl/>
        </w:rPr>
      </w:pPr>
      <w:r>
        <w:rPr>
          <w:rFonts w:hint="eastAsia"/>
          <w:rtl/>
        </w:rPr>
        <w:t>اس</w:t>
      </w:r>
      <w:r>
        <w:rPr>
          <w:rtl/>
        </w:rPr>
        <w:t xml:space="preserve"> مقام پر ''اذا'' فجائيہ كا استعمال جو كہ خلاف توقع اور ناگہانى امور مي</w:t>
      </w:r>
      <w:r w:rsidR="00083993">
        <w:rPr>
          <w:rtl/>
        </w:rPr>
        <w:t xml:space="preserve">ں </w:t>
      </w:r>
      <w:r>
        <w:rPr>
          <w:rtl/>
        </w:rPr>
        <w:t>استعمال ہوتا ہے ممكن ہے مذكورہ مطلب پر دليل ہو ضمير ''ہم'' كى طرف كلمہ ''رب'' كا مضاف ہونا بھى ممكن ہے مذكورہ مطلب پر مؤيد ہو_</w:t>
      </w:r>
    </w:p>
    <w:p w:rsidR="001F628F" w:rsidRDefault="001F628F" w:rsidP="001F628F">
      <w:pPr>
        <w:pStyle w:val="libNormal"/>
        <w:rPr>
          <w:rtl/>
        </w:rPr>
      </w:pPr>
      <w:r>
        <w:rPr>
          <w:rtl/>
        </w:rPr>
        <w:t>5_انسان، آسا</w:t>
      </w:r>
      <w:r w:rsidR="009F604A">
        <w:rPr>
          <w:rtl/>
        </w:rPr>
        <w:t>ئش</w:t>
      </w:r>
      <w:r>
        <w:rPr>
          <w:rtl/>
        </w:rPr>
        <w:t xml:space="preserve"> اور مصائب سے چھٹكارے كے وقت يكسا</w:t>
      </w:r>
      <w:r w:rsidR="00083993">
        <w:rPr>
          <w:rtl/>
        </w:rPr>
        <w:t xml:space="preserve">ں </w:t>
      </w:r>
      <w:r>
        <w:rPr>
          <w:rtl/>
        </w:rPr>
        <w:t>نہي</w:t>
      </w:r>
      <w:r w:rsidR="00083993">
        <w:rPr>
          <w:rtl/>
        </w:rPr>
        <w:t xml:space="preserve">ں </w:t>
      </w:r>
      <w:r>
        <w:rPr>
          <w:rtl/>
        </w:rPr>
        <w:t>ہي</w:t>
      </w:r>
      <w:r w:rsidR="00083993">
        <w:rPr>
          <w:rtl/>
        </w:rPr>
        <w:t xml:space="preserve">ں </w:t>
      </w:r>
      <w:r>
        <w:rPr>
          <w:rtl/>
        </w:rPr>
        <w:t>_</w:t>
      </w:r>
    </w:p>
    <w:p w:rsidR="001F628F" w:rsidRDefault="001F628F" w:rsidP="00CF6C36">
      <w:pPr>
        <w:pStyle w:val="libArabic"/>
        <w:rPr>
          <w:rtl/>
        </w:rPr>
      </w:pPr>
      <w:r>
        <w:rPr>
          <w:rFonts w:hint="eastAsia"/>
          <w:rtl/>
        </w:rPr>
        <w:t>ثم</w:t>
      </w:r>
      <w:r>
        <w:rPr>
          <w:rtl/>
        </w:rPr>
        <w:t xml:space="preserve"> اذا كشف الضّر عنكم اذا فريق منكم برب</w:t>
      </w:r>
      <w:r w:rsidR="00120F63" w:rsidRPr="00ED5DE8">
        <w:rPr>
          <w:rFonts w:hint="cs"/>
          <w:rtl/>
        </w:rPr>
        <w:t>ه</w:t>
      </w:r>
      <w:r>
        <w:rPr>
          <w:rFonts w:hint="cs"/>
          <w:rtl/>
        </w:rPr>
        <w:t>ّم</w:t>
      </w:r>
      <w:r>
        <w:rPr>
          <w:rtl/>
        </w:rPr>
        <w:t xml:space="preserve"> يشركون</w:t>
      </w:r>
    </w:p>
    <w:p w:rsidR="001F628F" w:rsidRDefault="001F628F" w:rsidP="001F628F">
      <w:pPr>
        <w:pStyle w:val="libNormal"/>
        <w:rPr>
          <w:rtl/>
        </w:rPr>
      </w:pPr>
      <w:r>
        <w:rPr>
          <w:rtl/>
        </w:rPr>
        <w:t>6_ايسے انسان موجود ہي</w:t>
      </w:r>
      <w:r w:rsidR="00083993">
        <w:rPr>
          <w:rtl/>
        </w:rPr>
        <w:t xml:space="preserve">ں </w:t>
      </w:r>
      <w:r>
        <w:rPr>
          <w:rtl/>
        </w:rPr>
        <w:t>جو ہر حالت مي</w:t>
      </w:r>
      <w:r w:rsidR="00083993">
        <w:rPr>
          <w:rtl/>
        </w:rPr>
        <w:t xml:space="preserve">ں </w:t>
      </w:r>
      <w:r>
        <w:rPr>
          <w:rtl/>
        </w:rPr>
        <w:t>اپنے توحيدى عقيدہ كى حافظت كرتے ہي</w:t>
      </w:r>
      <w:r w:rsidR="00083993">
        <w:rPr>
          <w:rtl/>
        </w:rPr>
        <w:t xml:space="preserve">ں </w:t>
      </w:r>
      <w:r>
        <w:rPr>
          <w:rtl/>
        </w:rPr>
        <w:t>_</w:t>
      </w:r>
    </w:p>
    <w:p w:rsidR="001F628F" w:rsidRDefault="001F628F" w:rsidP="00CF6C36">
      <w:pPr>
        <w:pStyle w:val="libArabic"/>
        <w:rPr>
          <w:rtl/>
        </w:rPr>
      </w:pPr>
      <w:r>
        <w:rPr>
          <w:rFonts w:hint="eastAsia"/>
          <w:rtl/>
        </w:rPr>
        <w:t>ثم</w:t>
      </w:r>
      <w:r>
        <w:rPr>
          <w:rtl/>
        </w:rPr>
        <w:t xml:space="preserve"> اذا كشف الضّر عنكم اذا فريق منكم بربّ</w:t>
      </w:r>
      <w:r w:rsidR="00120F63" w:rsidRPr="00ED5DE8">
        <w:rPr>
          <w:rFonts w:hint="cs"/>
          <w:rtl/>
        </w:rPr>
        <w:t>ه</w:t>
      </w:r>
      <w:r>
        <w:rPr>
          <w:rFonts w:hint="cs"/>
          <w:rtl/>
        </w:rPr>
        <w:t>م</w:t>
      </w:r>
      <w:r>
        <w:rPr>
          <w:rtl/>
        </w:rPr>
        <w:t xml:space="preserve"> يشركون</w:t>
      </w:r>
    </w:p>
    <w:p w:rsidR="001F628F" w:rsidRDefault="001F628F" w:rsidP="00CF6C36">
      <w:pPr>
        <w:pStyle w:val="libNormal"/>
        <w:rPr>
          <w:rtl/>
        </w:rPr>
      </w:pPr>
      <w:r>
        <w:rPr>
          <w:rtl/>
        </w:rPr>
        <w:t>7_مصائب سے چھٹكارا پانے والے كہ جنہو</w:t>
      </w:r>
      <w:r w:rsidR="00083993">
        <w:rPr>
          <w:rtl/>
        </w:rPr>
        <w:t xml:space="preserve">ں </w:t>
      </w:r>
      <w:r>
        <w:rPr>
          <w:rtl/>
        </w:rPr>
        <w:t>نے شرك اختيار كيا با وجود اس كے كہ انہو</w:t>
      </w:r>
      <w:r w:rsidR="00083993">
        <w:rPr>
          <w:rtl/>
        </w:rPr>
        <w:t xml:space="preserve">ں </w:t>
      </w:r>
      <w:r>
        <w:rPr>
          <w:rtl/>
        </w:rPr>
        <w:t>نے مصائب مي</w:t>
      </w:r>
      <w:r w:rsidR="00083993">
        <w:rPr>
          <w:rtl/>
        </w:rPr>
        <w:t xml:space="preserve">ں </w:t>
      </w:r>
      <w:r>
        <w:rPr>
          <w:rtl/>
        </w:rPr>
        <w:t>دوچار ہوتے وقت خداوند عالم كى بارگاہ مي</w:t>
      </w:r>
      <w:r w:rsidR="00083993">
        <w:rPr>
          <w:rtl/>
        </w:rPr>
        <w:t xml:space="preserve">ں </w:t>
      </w:r>
      <w:r>
        <w:rPr>
          <w:rtl/>
        </w:rPr>
        <w:t>التماس كى تھى انہو</w:t>
      </w:r>
      <w:r w:rsidR="00083993">
        <w:rPr>
          <w:rtl/>
        </w:rPr>
        <w:t xml:space="preserve">ں </w:t>
      </w:r>
      <w:r>
        <w:rPr>
          <w:rtl/>
        </w:rPr>
        <w:t>نے توحيد ربوبى كو قبول نہي</w:t>
      </w:r>
      <w:r w:rsidR="00083993">
        <w:rPr>
          <w:rtl/>
        </w:rPr>
        <w:t xml:space="preserve">ں </w:t>
      </w:r>
      <w:r>
        <w:rPr>
          <w:rtl/>
        </w:rPr>
        <w:t>كيا اور اپنى نجات كے سلسلہ مي</w:t>
      </w:r>
      <w:r w:rsidR="00083993">
        <w:rPr>
          <w:rtl/>
        </w:rPr>
        <w:t xml:space="preserve">ں </w:t>
      </w:r>
      <w:r>
        <w:rPr>
          <w:rtl/>
        </w:rPr>
        <w:t>دوسرے اسباب كو دخيل سمجھتے ہي</w:t>
      </w:r>
      <w:r w:rsidR="00083993">
        <w:rPr>
          <w:rtl/>
        </w:rPr>
        <w:t xml:space="preserve">ں </w:t>
      </w:r>
      <w:r>
        <w:rPr>
          <w:rtl/>
        </w:rPr>
        <w:t>_</w:t>
      </w:r>
      <w:r w:rsidRPr="00CF6C36">
        <w:rPr>
          <w:rStyle w:val="libArabicChar"/>
          <w:rFonts w:hint="eastAsia"/>
          <w:rtl/>
        </w:rPr>
        <w:t>ثم</w:t>
      </w:r>
      <w:r w:rsidRPr="00CF6C36">
        <w:rPr>
          <w:rStyle w:val="libArabicChar"/>
          <w:rtl/>
        </w:rPr>
        <w:t xml:space="preserve"> اذا كشف الضّر عنكم اذا فريق منكم بربّ</w:t>
      </w:r>
      <w:r w:rsidR="00120F63" w:rsidRPr="00B2551F">
        <w:rPr>
          <w:rStyle w:val="libArabicChar"/>
          <w:rFonts w:hint="cs"/>
          <w:rtl/>
        </w:rPr>
        <w:t>ه</w:t>
      </w:r>
      <w:r w:rsidRPr="00CF6C36">
        <w:rPr>
          <w:rStyle w:val="libArabicChar"/>
          <w:rFonts w:hint="cs"/>
          <w:rtl/>
        </w:rPr>
        <w:t>م</w:t>
      </w:r>
      <w:r w:rsidRPr="00CF6C36">
        <w:rPr>
          <w:rStyle w:val="libArabicChar"/>
          <w:rtl/>
        </w:rPr>
        <w:t xml:space="preserve"> يشركون</w:t>
      </w:r>
    </w:p>
    <w:p w:rsidR="001F628F" w:rsidRDefault="001F628F" w:rsidP="001F628F">
      <w:pPr>
        <w:pStyle w:val="libNormal"/>
        <w:rPr>
          <w:rtl/>
        </w:rPr>
      </w:pPr>
      <w:r>
        <w:rPr>
          <w:rtl/>
        </w:rPr>
        <w:t>''بربّہم'' فعل ''يشركون ''كے متعلق ہے مطلق كلام لانے يا توحيد كے باقى موارد كے ذكر كے بجائے كلمہ ''رب'' كا ذكر ان كى ربوبيت مي</w:t>
      </w:r>
      <w:r w:rsidR="00083993">
        <w:rPr>
          <w:rtl/>
        </w:rPr>
        <w:t xml:space="preserve">ں </w:t>
      </w:r>
      <w:r>
        <w:rPr>
          <w:rtl/>
        </w:rPr>
        <w:t>شرك سے حكايت ہے اور خود يہى ممكن ہے اس بات پر قرينہ ہو كہ ان كا شرك ربوبيت كو اختيار كرنے كا شايد سبب ان كے عقيدہ مي</w:t>
      </w:r>
      <w:r w:rsidR="00083993">
        <w:rPr>
          <w:rtl/>
        </w:rPr>
        <w:t xml:space="preserve">ں </w:t>
      </w:r>
      <w:r>
        <w:rPr>
          <w:rtl/>
        </w:rPr>
        <w:t>دوسرے اسبا</w:t>
      </w:r>
      <w:r>
        <w:rPr>
          <w:rFonts w:hint="eastAsia"/>
          <w:rtl/>
        </w:rPr>
        <w:t>ب</w:t>
      </w:r>
      <w:r>
        <w:rPr>
          <w:rtl/>
        </w:rPr>
        <w:t xml:space="preserve"> كا موثر ہونا بھى ہو_</w:t>
      </w:r>
    </w:p>
    <w:p w:rsidR="001F628F" w:rsidRDefault="001F628F" w:rsidP="001F628F">
      <w:pPr>
        <w:pStyle w:val="libNormal"/>
        <w:rPr>
          <w:rtl/>
        </w:rPr>
      </w:pPr>
      <w:r>
        <w:rPr>
          <w:rtl/>
        </w:rPr>
        <w:t>8_خداوند عالم كے ذريعہ، انسانو</w:t>
      </w:r>
      <w:r w:rsidR="00083993">
        <w:rPr>
          <w:rtl/>
        </w:rPr>
        <w:t xml:space="preserve">ں </w:t>
      </w:r>
      <w:r>
        <w:rPr>
          <w:rtl/>
        </w:rPr>
        <w:t>سے مصائب و مشكلات كو دوركرنا ظاہرى اسباب و عوامل كى بناء پر ہے_</w:t>
      </w:r>
    </w:p>
    <w:p w:rsidR="00CF6C36" w:rsidRDefault="001E7F9D" w:rsidP="00F73EDE">
      <w:pPr>
        <w:pStyle w:val="libPoemTini"/>
        <w:rPr>
          <w:rtl/>
        </w:rPr>
      </w:pPr>
      <w:r>
        <w:rPr>
          <w:rtl/>
        </w:rPr>
        <w:br w:type="page"/>
      </w:r>
    </w:p>
    <w:p w:rsidR="001F628F" w:rsidRDefault="001F628F" w:rsidP="00CF6C36">
      <w:pPr>
        <w:pStyle w:val="libArabic"/>
        <w:rPr>
          <w:rtl/>
        </w:rPr>
      </w:pPr>
      <w:r>
        <w:rPr>
          <w:rFonts w:hint="eastAsia"/>
          <w:rtl/>
        </w:rPr>
        <w:lastRenderedPageBreak/>
        <w:t>ثم</w:t>
      </w:r>
      <w:r>
        <w:rPr>
          <w:rtl/>
        </w:rPr>
        <w:t xml:space="preserve"> اذا كشف الضّر عنكم اذا فريق منكم بربّ</w:t>
      </w:r>
      <w:r w:rsidR="00120F63" w:rsidRPr="00ED5DE8">
        <w:rPr>
          <w:rFonts w:hint="cs"/>
          <w:rtl/>
        </w:rPr>
        <w:t>ه</w:t>
      </w:r>
      <w:r>
        <w:rPr>
          <w:rFonts w:hint="cs"/>
          <w:rtl/>
        </w:rPr>
        <w:t>م</w:t>
      </w:r>
      <w:r>
        <w:rPr>
          <w:rtl/>
        </w:rPr>
        <w:t xml:space="preserve"> يشركون</w:t>
      </w:r>
    </w:p>
    <w:p w:rsidR="001F628F" w:rsidRDefault="001F628F" w:rsidP="00CF6C36">
      <w:pPr>
        <w:pStyle w:val="libNormal"/>
        <w:rPr>
          <w:rtl/>
        </w:rPr>
      </w:pPr>
      <w:r>
        <w:rPr>
          <w:rFonts w:hint="eastAsia"/>
          <w:rtl/>
        </w:rPr>
        <w:t>ايمان</w:t>
      </w:r>
      <w:r>
        <w:rPr>
          <w:rtl/>
        </w:rPr>
        <w:t>:</w:t>
      </w:r>
      <w:r>
        <w:rPr>
          <w:rFonts w:hint="eastAsia"/>
          <w:rtl/>
        </w:rPr>
        <w:t>سختى</w:t>
      </w:r>
      <w:r>
        <w:rPr>
          <w:rtl/>
        </w:rPr>
        <w:t xml:space="preserve"> مي</w:t>
      </w:r>
      <w:r w:rsidR="00083993">
        <w:rPr>
          <w:rtl/>
        </w:rPr>
        <w:t xml:space="preserve">ں </w:t>
      </w:r>
      <w:r>
        <w:rPr>
          <w:rtl/>
        </w:rPr>
        <w:t>ايمان 1</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كى افعال 2; الله تعالى كے افعال كے مجاري8</w:t>
      </w:r>
    </w:p>
    <w:p w:rsidR="001F628F" w:rsidRDefault="001F628F" w:rsidP="00CF6C36">
      <w:pPr>
        <w:pStyle w:val="libNormal"/>
        <w:rPr>
          <w:rtl/>
        </w:rPr>
      </w:pPr>
      <w:r>
        <w:rPr>
          <w:rFonts w:hint="eastAsia"/>
          <w:rtl/>
        </w:rPr>
        <w:t>امور</w:t>
      </w:r>
      <w:r>
        <w:rPr>
          <w:rtl/>
        </w:rPr>
        <w:t>:</w:t>
      </w:r>
      <w:r>
        <w:rPr>
          <w:rFonts w:hint="eastAsia"/>
          <w:rtl/>
        </w:rPr>
        <w:t>تعجب</w:t>
      </w:r>
      <w:r>
        <w:rPr>
          <w:rtl/>
        </w:rPr>
        <w:t xml:space="preserve"> انگيز امور4</w:t>
      </w:r>
    </w:p>
    <w:p w:rsidR="001F628F" w:rsidRDefault="001F628F" w:rsidP="00CF6C36">
      <w:pPr>
        <w:pStyle w:val="libNormal"/>
        <w:rPr>
          <w:rtl/>
        </w:rPr>
      </w:pPr>
      <w:r>
        <w:rPr>
          <w:rFonts w:hint="eastAsia"/>
          <w:rtl/>
        </w:rPr>
        <w:t>انسان</w:t>
      </w:r>
      <w:r>
        <w:rPr>
          <w:rtl/>
        </w:rPr>
        <w:t>:</w:t>
      </w:r>
      <w:r>
        <w:rPr>
          <w:rFonts w:hint="eastAsia"/>
          <w:rtl/>
        </w:rPr>
        <w:t>آسا</w:t>
      </w:r>
      <w:r w:rsidR="009F604A">
        <w:rPr>
          <w:rFonts w:hint="eastAsia"/>
          <w:rtl/>
        </w:rPr>
        <w:t>ئش</w:t>
      </w:r>
      <w:r>
        <w:rPr>
          <w:rtl/>
        </w:rPr>
        <w:t xml:space="preserve"> كے وقت انسان5; انسانو</w:t>
      </w:r>
      <w:r w:rsidR="00083993">
        <w:rPr>
          <w:rtl/>
        </w:rPr>
        <w:t xml:space="preserve">ں </w:t>
      </w:r>
      <w:r>
        <w:rPr>
          <w:rtl/>
        </w:rPr>
        <w:t>كا تفاوت 5; سختى كے خاتمے پر انسان5</w:t>
      </w:r>
    </w:p>
    <w:p w:rsidR="001F628F" w:rsidRDefault="001F628F" w:rsidP="00CF6C36">
      <w:pPr>
        <w:pStyle w:val="libNormal"/>
        <w:rPr>
          <w:rtl/>
        </w:rPr>
      </w:pPr>
      <w:r>
        <w:rPr>
          <w:rFonts w:hint="eastAsia"/>
          <w:rtl/>
        </w:rPr>
        <w:t>توحيد</w:t>
      </w:r>
      <w:r>
        <w:rPr>
          <w:rtl/>
        </w:rPr>
        <w:t>:</w:t>
      </w:r>
      <w:r>
        <w:rPr>
          <w:rFonts w:hint="eastAsia"/>
          <w:rtl/>
        </w:rPr>
        <w:t>توحيد</w:t>
      </w:r>
      <w:r>
        <w:rPr>
          <w:rtl/>
        </w:rPr>
        <w:t xml:space="preserve"> ربوبى كو جھٹلانے والے 7</w:t>
      </w:r>
    </w:p>
    <w:p w:rsidR="001F628F" w:rsidRDefault="001F628F" w:rsidP="00CF6C36">
      <w:pPr>
        <w:pStyle w:val="libNormal"/>
        <w:rPr>
          <w:rtl/>
        </w:rPr>
      </w:pPr>
      <w:r>
        <w:rPr>
          <w:rFonts w:hint="eastAsia"/>
          <w:rtl/>
        </w:rPr>
        <w:t>دعا</w:t>
      </w:r>
      <w:r>
        <w:rPr>
          <w:rtl/>
        </w:rPr>
        <w:t>:</w:t>
      </w:r>
      <w:r>
        <w:rPr>
          <w:rFonts w:hint="eastAsia"/>
          <w:rtl/>
        </w:rPr>
        <w:t>دعا</w:t>
      </w:r>
      <w:r>
        <w:rPr>
          <w:rtl/>
        </w:rPr>
        <w:t xml:space="preserve"> كا مستجاب ہونا 3</w:t>
      </w:r>
    </w:p>
    <w:p w:rsidR="001F628F" w:rsidRDefault="001F628F" w:rsidP="00CF6C36">
      <w:pPr>
        <w:pStyle w:val="libNormal"/>
        <w:rPr>
          <w:rtl/>
        </w:rPr>
      </w:pPr>
      <w:r>
        <w:rPr>
          <w:rFonts w:hint="eastAsia"/>
          <w:rtl/>
        </w:rPr>
        <w:t>سختي</w:t>
      </w:r>
      <w:r>
        <w:rPr>
          <w:rtl/>
        </w:rPr>
        <w:t>:</w:t>
      </w:r>
      <w:r>
        <w:rPr>
          <w:rFonts w:hint="eastAsia"/>
          <w:rtl/>
        </w:rPr>
        <w:t>سختى</w:t>
      </w:r>
      <w:r>
        <w:rPr>
          <w:rtl/>
        </w:rPr>
        <w:t xml:space="preserve"> كے ختم ہونے كا سرچشمہ2،8;سختى مي</w:t>
      </w:r>
      <w:r w:rsidR="00083993">
        <w:rPr>
          <w:rtl/>
        </w:rPr>
        <w:t xml:space="preserve">ں </w:t>
      </w:r>
      <w:r>
        <w:rPr>
          <w:rtl/>
        </w:rPr>
        <w:t>تضرّع 3 ، 7; سختى مي</w:t>
      </w:r>
      <w:r w:rsidR="00083993">
        <w:rPr>
          <w:rtl/>
        </w:rPr>
        <w:t xml:space="preserve">ں </w:t>
      </w:r>
      <w:r>
        <w:rPr>
          <w:rtl/>
        </w:rPr>
        <w:t>دعا 3</w:t>
      </w:r>
    </w:p>
    <w:p w:rsidR="001F628F" w:rsidRDefault="001F628F" w:rsidP="00CF6C36">
      <w:pPr>
        <w:pStyle w:val="libNormal"/>
        <w:rPr>
          <w:rtl/>
        </w:rPr>
      </w:pPr>
      <w:r>
        <w:rPr>
          <w:rFonts w:hint="eastAsia"/>
          <w:rtl/>
        </w:rPr>
        <w:t>شرك</w:t>
      </w:r>
      <w:r>
        <w:rPr>
          <w:rtl/>
        </w:rPr>
        <w:t>:</w:t>
      </w:r>
      <w:r>
        <w:rPr>
          <w:rFonts w:hint="eastAsia"/>
          <w:rtl/>
        </w:rPr>
        <w:t>سختى</w:t>
      </w:r>
      <w:r>
        <w:rPr>
          <w:rtl/>
        </w:rPr>
        <w:t xml:space="preserve"> كے ختم ہونے كے وقت شرك1،4</w:t>
      </w:r>
    </w:p>
    <w:p w:rsidR="001F628F" w:rsidRDefault="001F628F" w:rsidP="00CF6C36">
      <w:pPr>
        <w:pStyle w:val="libNormal"/>
        <w:rPr>
          <w:rtl/>
        </w:rPr>
      </w:pPr>
      <w:r>
        <w:rPr>
          <w:rFonts w:hint="eastAsia"/>
          <w:rtl/>
        </w:rPr>
        <w:t>طبيعى</w:t>
      </w:r>
      <w:r>
        <w:rPr>
          <w:rtl/>
        </w:rPr>
        <w:t xml:space="preserve"> اسباب:</w:t>
      </w:r>
      <w:r>
        <w:rPr>
          <w:rFonts w:hint="eastAsia"/>
          <w:rtl/>
        </w:rPr>
        <w:t>طبيعى</w:t>
      </w:r>
      <w:r>
        <w:rPr>
          <w:rtl/>
        </w:rPr>
        <w:t xml:space="preserve"> عوامل و اسباب كا كردار8</w:t>
      </w:r>
    </w:p>
    <w:p w:rsidR="001F628F" w:rsidRDefault="001F628F" w:rsidP="00CF6C36">
      <w:pPr>
        <w:pStyle w:val="libNormal"/>
        <w:rPr>
          <w:rtl/>
        </w:rPr>
      </w:pPr>
      <w:r>
        <w:rPr>
          <w:rFonts w:hint="eastAsia"/>
          <w:rtl/>
        </w:rPr>
        <w:t>مشركين</w:t>
      </w:r>
      <w:r>
        <w:rPr>
          <w:rtl/>
        </w:rPr>
        <w:t>:</w:t>
      </w:r>
      <w:r>
        <w:rPr>
          <w:rFonts w:hint="eastAsia"/>
          <w:rtl/>
        </w:rPr>
        <w:t>مشركين</w:t>
      </w:r>
      <w:r>
        <w:rPr>
          <w:rtl/>
        </w:rPr>
        <w:t xml:space="preserve"> كا عقيدہ 7; سختى كے ختم ہونے كے وقت مشركين7; سختى مي</w:t>
      </w:r>
      <w:r w:rsidR="00083993">
        <w:rPr>
          <w:rtl/>
        </w:rPr>
        <w:t xml:space="preserve">ں </w:t>
      </w:r>
      <w:r>
        <w:rPr>
          <w:rtl/>
        </w:rPr>
        <w:t>مشركين 7</w:t>
      </w:r>
    </w:p>
    <w:p w:rsidR="001F628F" w:rsidRDefault="001F628F" w:rsidP="00CF6C36">
      <w:pPr>
        <w:pStyle w:val="libNormal"/>
        <w:rPr>
          <w:rtl/>
        </w:rPr>
      </w:pPr>
      <w:r>
        <w:rPr>
          <w:rFonts w:hint="eastAsia"/>
          <w:rtl/>
        </w:rPr>
        <w:t>موحدين</w:t>
      </w:r>
      <w:r>
        <w:rPr>
          <w:rtl/>
        </w:rPr>
        <w:t>:</w:t>
      </w:r>
      <w:r>
        <w:rPr>
          <w:rFonts w:hint="eastAsia"/>
          <w:rtl/>
        </w:rPr>
        <w:t>موحدين</w:t>
      </w:r>
      <w:r>
        <w:rPr>
          <w:rtl/>
        </w:rPr>
        <w:t xml:space="preserve"> كى استقامت6</w:t>
      </w:r>
    </w:p>
    <w:p w:rsidR="001F628F" w:rsidRDefault="001F628F" w:rsidP="001F628F">
      <w:pPr>
        <w:pStyle w:val="libNormal"/>
        <w:rPr>
          <w:rtl/>
        </w:rPr>
      </w:pPr>
      <w:r>
        <w:rPr>
          <w:rFonts w:hint="eastAsia"/>
          <w:rtl/>
        </w:rPr>
        <w:t>نظام</w:t>
      </w:r>
      <w:r>
        <w:rPr>
          <w:rtl/>
        </w:rPr>
        <w:t xml:space="preserve"> علّيت8</w:t>
      </w:r>
    </w:p>
    <w:p w:rsidR="001F628F" w:rsidRDefault="00CF6C36" w:rsidP="00CF6C36">
      <w:pPr>
        <w:pStyle w:val="Heading2Center"/>
        <w:rPr>
          <w:rtl/>
        </w:rPr>
      </w:pPr>
      <w:bookmarkStart w:id="201" w:name="_Toc28081879"/>
      <w:r>
        <w:rPr>
          <w:rFonts w:hint="cs"/>
          <w:rtl/>
        </w:rPr>
        <w:t>آیت 55</w:t>
      </w:r>
      <w:bookmarkEnd w:id="201"/>
    </w:p>
    <w:p w:rsidR="001F628F" w:rsidRDefault="00E260F9" w:rsidP="00CF6C36">
      <w:pPr>
        <w:pStyle w:val="libNormal"/>
        <w:rPr>
          <w:rtl/>
        </w:rPr>
      </w:pPr>
      <w:r w:rsidRPr="00E260F9">
        <w:rPr>
          <w:rStyle w:val="libAlaemChar"/>
          <w:rFonts w:hint="eastAsia"/>
          <w:rtl/>
        </w:rPr>
        <w:t>(</w:t>
      </w:r>
      <w:r w:rsidRPr="00CF6C36">
        <w:rPr>
          <w:rStyle w:val="libAieChar"/>
          <w:rFonts w:hint="eastAsia"/>
          <w:rtl/>
        </w:rPr>
        <w:t>لِيَكْفُرُواْ</w:t>
      </w:r>
      <w:r w:rsidRPr="00CF6C36">
        <w:rPr>
          <w:rStyle w:val="libAieChar"/>
          <w:rtl/>
        </w:rPr>
        <w:t xml:space="preserve"> بِمَا آتَيْنَاهُمْ فَتَمَتَّعُواْ فَسَوْفَ تَعْلَمُونَ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تا</w:t>
      </w:r>
      <w:r>
        <w:rPr>
          <w:rtl/>
        </w:rPr>
        <w:t xml:space="preserve"> كہ ان نعمتو</w:t>
      </w:r>
      <w:r w:rsidR="00083993">
        <w:rPr>
          <w:rtl/>
        </w:rPr>
        <w:t xml:space="preserve">ں </w:t>
      </w:r>
      <w:r>
        <w:rPr>
          <w:rtl/>
        </w:rPr>
        <w:t>كا انكار كردي</w:t>
      </w:r>
      <w:r w:rsidR="00083993">
        <w:rPr>
          <w:rtl/>
        </w:rPr>
        <w:t xml:space="preserve">ں </w:t>
      </w:r>
      <w:r>
        <w:rPr>
          <w:rtl/>
        </w:rPr>
        <w:t>جو ہم نے انھي</w:t>
      </w:r>
      <w:r w:rsidR="00083993">
        <w:rPr>
          <w:rtl/>
        </w:rPr>
        <w:t xml:space="preserve">ں </w:t>
      </w:r>
      <w:r>
        <w:rPr>
          <w:rtl/>
        </w:rPr>
        <w:t>عطا كى ہي</w:t>
      </w:r>
      <w:r w:rsidR="00083993">
        <w:rPr>
          <w:rtl/>
        </w:rPr>
        <w:t xml:space="preserve">ں </w:t>
      </w:r>
      <w:r>
        <w:rPr>
          <w:rtl/>
        </w:rPr>
        <w:t>خير چند روز اور مزے كرلو اس كے بعد انجام معلوم ہى ہوجائے گا _</w:t>
      </w:r>
    </w:p>
    <w:p w:rsidR="001F628F" w:rsidRDefault="001F628F" w:rsidP="001F628F">
      <w:pPr>
        <w:pStyle w:val="libNormal"/>
        <w:rPr>
          <w:rtl/>
        </w:rPr>
      </w:pPr>
      <w:r>
        <w:rPr>
          <w:rtl/>
        </w:rPr>
        <w:t>1_مصائب سے نجات يافتہ افراد كا شرك ربوبيت ، خداوند عالم كى نعمتو</w:t>
      </w:r>
      <w:r w:rsidR="00083993">
        <w:rPr>
          <w:rtl/>
        </w:rPr>
        <w:t xml:space="preserve">ں </w:t>
      </w:r>
      <w:r>
        <w:rPr>
          <w:rtl/>
        </w:rPr>
        <w:t>كى ناشكرى ہے_</w:t>
      </w:r>
    </w:p>
    <w:p w:rsidR="00CF6C36" w:rsidRDefault="001E7F9D" w:rsidP="00F73EDE">
      <w:pPr>
        <w:pStyle w:val="libPoemTini"/>
        <w:rPr>
          <w:rtl/>
        </w:rPr>
      </w:pPr>
      <w:r>
        <w:rPr>
          <w:rtl/>
        </w:rPr>
        <w:br w:type="page"/>
      </w:r>
    </w:p>
    <w:p w:rsidR="001F628F" w:rsidRDefault="001F628F" w:rsidP="00CF6C36">
      <w:pPr>
        <w:pStyle w:val="libArabic"/>
        <w:rPr>
          <w:rtl/>
        </w:rPr>
      </w:pPr>
      <w:r>
        <w:rPr>
          <w:rFonts w:hint="eastAsia"/>
          <w:rtl/>
        </w:rPr>
        <w:lastRenderedPageBreak/>
        <w:t>بربّ</w:t>
      </w:r>
      <w:r w:rsidR="00120F63" w:rsidRPr="00ED5DE8">
        <w:rPr>
          <w:rFonts w:hint="cs"/>
          <w:rtl/>
        </w:rPr>
        <w:t>ه</w:t>
      </w:r>
      <w:r>
        <w:rPr>
          <w:rFonts w:hint="cs"/>
          <w:rtl/>
        </w:rPr>
        <w:t>م</w:t>
      </w:r>
      <w:r>
        <w:rPr>
          <w:rtl/>
        </w:rPr>
        <w:t xml:space="preserve"> يشركون ليكفر وا بما آتينا</w:t>
      </w:r>
      <w:r w:rsidR="00120F63" w:rsidRPr="00ED5DE8">
        <w:rPr>
          <w:rFonts w:hint="cs"/>
          <w:rtl/>
        </w:rPr>
        <w:t>ه</w:t>
      </w:r>
      <w:r>
        <w:rPr>
          <w:rFonts w:hint="cs"/>
          <w:rtl/>
        </w:rPr>
        <w:t>م</w:t>
      </w:r>
    </w:p>
    <w:p w:rsidR="001F628F" w:rsidRDefault="001F628F" w:rsidP="001F628F">
      <w:pPr>
        <w:pStyle w:val="libNormal"/>
        <w:rPr>
          <w:rtl/>
        </w:rPr>
      </w:pPr>
      <w:r>
        <w:rPr>
          <w:rFonts w:hint="eastAsia"/>
          <w:rtl/>
        </w:rPr>
        <w:t>احتمال</w:t>
      </w:r>
      <w:r>
        <w:rPr>
          <w:rtl/>
        </w:rPr>
        <w:t xml:space="preserve"> ہے كہ''ليكفروا'' مي</w:t>
      </w:r>
      <w:r w:rsidR="00083993">
        <w:rPr>
          <w:rtl/>
        </w:rPr>
        <w:t xml:space="preserve">ں </w:t>
      </w:r>
      <w:r>
        <w:rPr>
          <w:rtl/>
        </w:rPr>
        <w:t>لام عاقبت كے ليے ہو اس بناء پر معنى يو</w:t>
      </w:r>
      <w:r w:rsidR="00083993">
        <w:rPr>
          <w:rtl/>
        </w:rPr>
        <w:t xml:space="preserve">ں </w:t>
      </w:r>
      <w:r>
        <w:rPr>
          <w:rtl/>
        </w:rPr>
        <w:t>ہوگا :ان كے شرك كى عاقبت نعمتو</w:t>
      </w:r>
      <w:r w:rsidR="00083993">
        <w:rPr>
          <w:rtl/>
        </w:rPr>
        <w:t xml:space="preserve">ں </w:t>
      </w:r>
      <w:r>
        <w:rPr>
          <w:rtl/>
        </w:rPr>
        <w:t>كا كفران ٹھرى لازم الذكر ہے كہ ''ما آتينا ہم'' كى مناسبت سے ''يكفروا''سے مراد ،ناشكرى ہے _</w:t>
      </w:r>
    </w:p>
    <w:p w:rsidR="001F628F" w:rsidRDefault="001F628F" w:rsidP="00CF6C36">
      <w:pPr>
        <w:pStyle w:val="libNormal"/>
        <w:rPr>
          <w:rtl/>
        </w:rPr>
      </w:pPr>
      <w:r>
        <w:rPr>
          <w:rtl/>
        </w:rPr>
        <w:t>2_مصائب سے چھٹكارا پانے والو</w:t>
      </w:r>
      <w:r w:rsidR="00083993">
        <w:rPr>
          <w:rtl/>
        </w:rPr>
        <w:t xml:space="preserve">ں </w:t>
      </w:r>
      <w:r>
        <w:rPr>
          <w:rtl/>
        </w:rPr>
        <w:t>كا شرك كى طرف ميلان ركھنے كا مقصد ، اپنى نجات كے خدائي ہونے سے انكار كرنا ہے_</w:t>
      </w:r>
      <w:r w:rsidRPr="00CF6C36">
        <w:rPr>
          <w:rStyle w:val="libArabicChar"/>
          <w:rFonts w:hint="eastAsia"/>
          <w:rtl/>
        </w:rPr>
        <w:t>ثم</w:t>
      </w:r>
      <w:r w:rsidRPr="00CF6C36">
        <w:rPr>
          <w:rStyle w:val="libArabicChar"/>
          <w:rtl/>
        </w:rPr>
        <w:t xml:space="preserve"> اذا مسّكم الضرّ ...ليكفروا بما آتينا </w:t>
      </w:r>
      <w:r w:rsidR="00120F63" w:rsidRPr="00B2551F">
        <w:rPr>
          <w:rStyle w:val="libArabicChar"/>
          <w:rFonts w:hint="cs"/>
          <w:rtl/>
        </w:rPr>
        <w:t>ه</w:t>
      </w:r>
      <w:r w:rsidRPr="00CF6C36">
        <w:rPr>
          <w:rStyle w:val="libArabicChar"/>
          <w:rFonts w:hint="cs"/>
          <w:rtl/>
        </w:rPr>
        <w:t>م</w:t>
      </w:r>
    </w:p>
    <w:p w:rsidR="001F628F" w:rsidRDefault="001F628F" w:rsidP="001F628F">
      <w:pPr>
        <w:pStyle w:val="libNormal"/>
        <w:rPr>
          <w:rtl/>
        </w:rPr>
      </w:pPr>
      <w:r>
        <w:rPr>
          <w:rFonts w:hint="eastAsia"/>
          <w:rtl/>
        </w:rPr>
        <w:t>احتمال</w:t>
      </w:r>
      <w:r>
        <w:rPr>
          <w:rtl/>
        </w:rPr>
        <w:t xml:space="preserve"> يہ كہ ''ليكفروا'' مي</w:t>
      </w:r>
      <w:r w:rsidR="00083993">
        <w:rPr>
          <w:rtl/>
        </w:rPr>
        <w:t xml:space="preserve">ں </w:t>
      </w:r>
      <w:r>
        <w:rPr>
          <w:rtl/>
        </w:rPr>
        <w:t>لام ''كى '' كے معنى مي</w:t>
      </w:r>
      <w:r w:rsidR="00083993">
        <w:rPr>
          <w:rtl/>
        </w:rPr>
        <w:t xml:space="preserve">ں </w:t>
      </w:r>
      <w:r>
        <w:rPr>
          <w:rtl/>
        </w:rPr>
        <w:t>ہو اس بناء پر آيت كا معنى يو</w:t>
      </w:r>
      <w:r w:rsidR="00083993">
        <w:rPr>
          <w:rtl/>
        </w:rPr>
        <w:t xml:space="preserve">ں </w:t>
      </w:r>
      <w:r>
        <w:rPr>
          <w:rtl/>
        </w:rPr>
        <w:t>ہوگا انہو</w:t>
      </w:r>
      <w:r w:rsidR="00083993">
        <w:rPr>
          <w:rtl/>
        </w:rPr>
        <w:t xml:space="preserve">ں </w:t>
      </w:r>
      <w:r>
        <w:rPr>
          <w:rtl/>
        </w:rPr>
        <w:t>نے شرك اختيار كيا تا كہ يہ ثابت كري</w:t>
      </w:r>
      <w:r w:rsidR="00083993">
        <w:rPr>
          <w:rtl/>
        </w:rPr>
        <w:t xml:space="preserve">ں </w:t>
      </w:r>
      <w:r>
        <w:rPr>
          <w:rtl/>
        </w:rPr>
        <w:t>كہ ان كى نجات خداوند عالم كى طرف سے نہي</w:t>
      </w:r>
      <w:r w:rsidR="00083993">
        <w:rPr>
          <w:rtl/>
        </w:rPr>
        <w:t xml:space="preserve">ں </w:t>
      </w:r>
      <w:r>
        <w:rPr>
          <w:rtl/>
        </w:rPr>
        <w:t>ہے اس تفسير مي</w:t>
      </w:r>
      <w:r w:rsidR="00083993">
        <w:rPr>
          <w:rtl/>
        </w:rPr>
        <w:t xml:space="preserve">ں </w:t>
      </w:r>
      <w:r>
        <w:rPr>
          <w:rtl/>
        </w:rPr>
        <w:t>''ما اتينا ہم'' سے مراد ، مصائب كو دور كرنا اور ''يكفروا'' كا معنى چ</w:t>
      </w:r>
      <w:r>
        <w:rPr>
          <w:rFonts w:hint="eastAsia"/>
          <w:rtl/>
        </w:rPr>
        <w:t>ھپانا</w:t>
      </w:r>
      <w:r>
        <w:rPr>
          <w:rtl/>
        </w:rPr>
        <w:t xml:space="preserve"> اور انكار كرنا ہے_</w:t>
      </w:r>
    </w:p>
    <w:p w:rsidR="001F628F" w:rsidRDefault="001F628F" w:rsidP="00CF6C36">
      <w:pPr>
        <w:pStyle w:val="libNormal"/>
        <w:rPr>
          <w:rtl/>
        </w:rPr>
      </w:pPr>
      <w:r>
        <w:rPr>
          <w:rtl/>
        </w:rPr>
        <w:t>3_مصائب اور مشكلات كو دور كرنا ، خداوند عالم كى نعمت اور عطيّہ ہے_</w:t>
      </w:r>
      <w:r w:rsidRPr="00CF6C36">
        <w:rPr>
          <w:rStyle w:val="libArabicChar"/>
          <w:rFonts w:hint="eastAsia"/>
          <w:rtl/>
        </w:rPr>
        <w:t>ثم</w:t>
      </w:r>
      <w:r w:rsidRPr="00CF6C36">
        <w:rPr>
          <w:rStyle w:val="libArabicChar"/>
          <w:rtl/>
        </w:rPr>
        <w:t xml:space="preserve"> اذا كشف الضّر عنكم ...بما آتينا </w:t>
      </w:r>
      <w:r w:rsidR="00120F63" w:rsidRPr="00B2551F">
        <w:rPr>
          <w:rStyle w:val="libArabicChar"/>
          <w:rFonts w:hint="cs"/>
          <w:rtl/>
        </w:rPr>
        <w:t>ه</w:t>
      </w:r>
      <w:r w:rsidRPr="00CF6C36">
        <w:rPr>
          <w:rStyle w:val="libArabicChar"/>
          <w:rFonts w:hint="cs"/>
          <w:rtl/>
        </w:rPr>
        <w:t>م</w:t>
      </w:r>
    </w:p>
    <w:p w:rsidR="001F628F" w:rsidRDefault="001F628F" w:rsidP="001F628F">
      <w:pPr>
        <w:pStyle w:val="libNormal"/>
        <w:rPr>
          <w:rtl/>
        </w:rPr>
      </w:pPr>
      <w:r>
        <w:rPr>
          <w:rtl/>
        </w:rPr>
        <w:t>4_ قد رناشناس مشركين، خداوند عالم كى شديد مذّمت كے مصداق ٹھہرے ہي</w:t>
      </w:r>
      <w:r w:rsidR="00083993">
        <w:rPr>
          <w:rtl/>
        </w:rPr>
        <w:t xml:space="preserve">ں </w:t>
      </w:r>
      <w:r>
        <w:rPr>
          <w:rtl/>
        </w:rPr>
        <w:t>_</w:t>
      </w:r>
    </w:p>
    <w:p w:rsidR="001F628F" w:rsidRDefault="001F628F" w:rsidP="00CF6C36">
      <w:pPr>
        <w:pStyle w:val="libArabic"/>
        <w:rPr>
          <w:rtl/>
        </w:rPr>
      </w:pPr>
      <w:r>
        <w:rPr>
          <w:rFonts w:hint="eastAsia"/>
          <w:rtl/>
        </w:rPr>
        <w:t>بربّ</w:t>
      </w:r>
      <w:r w:rsidR="00120F63" w:rsidRPr="00ED5DE8">
        <w:rPr>
          <w:rFonts w:hint="cs"/>
          <w:rtl/>
        </w:rPr>
        <w:t>ه</w:t>
      </w:r>
      <w:r>
        <w:rPr>
          <w:rFonts w:hint="cs"/>
          <w:rtl/>
        </w:rPr>
        <w:t>م</w:t>
      </w:r>
      <w:r>
        <w:rPr>
          <w:rtl/>
        </w:rPr>
        <w:t xml:space="preserve"> يشركون _ليكفروا ...فتمتّعوا فسوف تعلمون</w:t>
      </w:r>
    </w:p>
    <w:p w:rsidR="001F628F" w:rsidRDefault="001F628F" w:rsidP="00CF6C36">
      <w:pPr>
        <w:pStyle w:val="libNormal"/>
        <w:rPr>
          <w:rtl/>
        </w:rPr>
      </w:pPr>
      <w:r>
        <w:rPr>
          <w:rtl/>
        </w:rPr>
        <w:t>5_نعمتو</w:t>
      </w:r>
      <w:r w:rsidR="00083993">
        <w:rPr>
          <w:rtl/>
        </w:rPr>
        <w:t xml:space="preserve">ں </w:t>
      </w:r>
      <w:r>
        <w:rPr>
          <w:rtl/>
        </w:rPr>
        <w:t>كى ناشكرى كرنے والے مشركين ،الہى نعمتو</w:t>
      </w:r>
      <w:r w:rsidR="00083993">
        <w:rPr>
          <w:rtl/>
        </w:rPr>
        <w:t xml:space="preserve">ں </w:t>
      </w:r>
      <w:r>
        <w:rPr>
          <w:rtl/>
        </w:rPr>
        <w:t>كے كفران كے باوجود ان سے بہرہ مند ہوئے اور انہي</w:t>
      </w:r>
      <w:r w:rsidR="00083993">
        <w:rPr>
          <w:rtl/>
        </w:rPr>
        <w:t xml:space="preserve">ں </w:t>
      </w:r>
      <w:r>
        <w:rPr>
          <w:rtl/>
        </w:rPr>
        <w:t>زندگى كى مہلت مل گئي ہے _</w:t>
      </w:r>
      <w:r w:rsidRPr="00CF6C36">
        <w:rPr>
          <w:rStyle w:val="libArabicChar"/>
          <w:rFonts w:hint="eastAsia"/>
          <w:rtl/>
        </w:rPr>
        <w:t>بربّ</w:t>
      </w:r>
      <w:r w:rsidR="00120F63" w:rsidRPr="00B2551F">
        <w:rPr>
          <w:rStyle w:val="libArabicChar"/>
          <w:rFonts w:hint="cs"/>
          <w:rtl/>
        </w:rPr>
        <w:t>ه</w:t>
      </w:r>
      <w:r w:rsidRPr="00CF6C36">
        <w:rPr>
          <w:rStyle w:val="libArabicChar"/>
          <w:rFonts w:hint="cs"/>
          <w:rtl/>
        </w:rPr>
        <w:t>م</w:t>
      </w:r>
      <w:r w:rsidRPr="00CF6C36">
        <w:rPr>
          <w:rStyle w:val="libArabicChar"/>
          <w:rtl/>
        </w:rPr>
        <w:t xml:space="preserve"> يشركون _ليكفروا بما اتينا </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فتمتّعوا</w:t>
      </w:r>
      <w:r w:rsidRPr="00CF6C36">
        <w:rPr>
          <w:rStyle w:val="libArabicChar"/>
          <w:rtl/>
        </w:rPr>
        <w:t xml:space="preserve"> </w:t>
      </w:r>
      <w:r w:rsidRPr="00CF6C36">
        <w:rPr>
          <w:rStyle w:val="libArabicChar"/>
          <w:rFonts w:hint="cs"/>
          <w:rtl/>
        </w:rPr>
        <w:t>فسوف</w:t>
      </w:r>
      <w:r w:rsidRPr="00CF6C36">
        <w:rPr>
          <w:rStyle w:val="libArabicChar"/>
          <w:rtl/>
        </w:rPr>
        <w:t xml:space="preserve"> تعلمون</w:t>
      </w:r>
    </w:p>
    <w:p w:rsidR="001F628F" w:rsidRDefault="001F628F" w:rsidP="00CF6C36">
      <w:pPr>
        <w:pStyle w:val="libNormal"/>
        <w:rPr>
          <w:rtl/>
        </w:rPr>
      </w:pPr>
      <w:r>
        <w:rPr>
          <w:rtl/>
        </w:rPr>
        <w:t>6_ناسپاس مشركين ، اپنى ناشكرى كى سزا سے مطلع ہوجائي</w:t>
      </w:r>
      <w:r w:rsidR="00083993">
        <w:rPr>
          <w:rtl/>
        </w:rPr>
        <w:t xml:space="preserve">ں </w:t>
      </w:r>
      <w:r>
        <w:rPr>
          <w:rtl/>
        </w:rPr>
        <w:t>گے_</w:t>
      </w:r>
      <w:r w:rsidRPr="00CF6C36">
        <w:rPr>
          <w:rStyle w:val="libArabicChar"/>
          <w:rFonts w:hint="eastAsia"/>
          <w:rtl/>
        </w:rPr>
        <w:t>بربّ</w:t>
      </w:r>
      <w:r w:rsidR="00120F63" w:rsidRPr="00B2551F">
        <w:rPr>
          <w:rStyle w:val="libArabicChar"/>
          <w:rFonts w:hint="cs"/>
          <w:rtl/>
        </w:rPr>
        <w:t>ه</w:t>
      </w:r>
      <w:r w:rsidRPr="00CF6C36">
        <w:rPr>
          <w:rStyle w:val="libArabicChar"/>
          <w:rFonts w:hint="cs"/>
          <w:rtl/>
        </w:rPr>
        <w:t>م</w:t>
      </w:r>
      <w:r w:rsidRPr="00CF6C36">
        <w:rPr>
          <w:rStyle w:val="libArabicChar"/>
          <w:rtl/>
        </w:rPr>
        <w:t xml:space="preserve"> يشركون ...فتمتعوا فسوف تعلمون</w:t>
      </w:r>
    </w:p>
    <w:p w:rsidR="001F628F" w:rsidRDefault="001F628F" w:rsidP="001F628F">
      <w:pPr>
        <w:pStyle w:val="libNormal"/>
        <w:rPr>
          <w:rtl/>
        </w:rPr>
      </w:pPr>
      <w:r>
        <w:rPr>
          <w:rtl/>
        </w:rPr>
        <w:t>7_مشكلات و مصائب سے نجات پانے والے ناسپاس مشركين ، خداوند عالم كے شديد قہر و غضب كا نشانہ ہي</w:t>
      </w:r>
      <w:r w:rsidR="00083993">
        <w:rPr>
          <w:rtl/>
        </w:rPr>
        <w:t xml:space="preserve">ں </w:t>
      </w:r>
      <w:r>
        <w:rPr>
          <w:rtl/>
        </w:rPr>
        <w:t>_</w:t>
      </w:r>
    </w:p>
    <w:p w:rsidR="001F628F" w:rsidRDefault="001F628F" w:rsidP="00CF6C36">
      <w:pPr>
        <w:pStyle w:val="libArabic"/>
        <w:rPr>
          <w:rtl/>
        </w:rPr>
      </w:pPr>
      <w:r>
        <w:rPr>
          <w:rFonts w:hint="eastAsia"/>
          <w:rtl/>
        </w:rPr>
        <w:t>ثم</w:t>
      </w:r>
      <w:r>
        <w:rPr>
          <w:rtl/>
        </w:rPr>
        <w:t xml:space="preserve"> اذا كشف الضّر عنكم اذا ...بربّ</w:t>
      </w:r>
      <w:r w:rsidR="00120F63" w:rsidRPr="00ED5DE8">
        <w:rPr>
          <w:rFonts w:hint="cs"/>
          <w:rtl/>
        </w:rPr>
        <w:t>ه</w:t>
      </w:r>
      <w:r>
        <w:rPr>
          <w:rFonts w:hint="cs"/>
          <w:rtl/>
        </w:rPr>
        <w:t>م</w:t>
      </w:r>
      <w:r>
        <w:rPr>
          <w:rtl/>
        </w:rPr>
        <w:t xml:space="preserve"> </w:t>
      </w:r>
      <w:r>
        <w:rPr>
          <w:rFonts w:hint="cs"/>
          <w:rtl/>
        </w:rPr>
        <w:t>يشركون</w:t>
      </w:r>
      <w:r>
        <w:rPr>
          <w:rtl/>
        </w:rPr>
        <w:t xml:space="preserve"> ...</w:t>
      </w:r>
      <w:r>
        <w:rPr>
          <w:rFonts w:hint="cs"/>
          <w:rtl/>
        </w:rPr>
        <w:t>فتمتعوا</w:t>
      </w:r>
      <w:r>
        <w:rPr>
          <w:rtl/>
        </w:rPr>
        <w:t xml:space="preserve"> </w:t>
      </w:r>
      <w:r>
        <w:rPr>
          <w:rFonts w:hint="cs"/>
          <w:rtl/>
        </w:rPr>
        <w:t>فسوف</w:t>
      </w:r>
      <w:r>
        <w:rPr>
          <w:rtl/>
        </w:rPr>
        <w:t xml:space="preserve"> </w:t>
      </w:r>
      <w:r>
        <w:rPr>
          <w:rFonts w:hint="cs"/>
          <w:rtl/>
        </w:rPr>
        <w:t>ت</w:t>
      </w:r>
      <w:r>
        <w:rPr>
          <w:rtl/>
        </w:rPr>
        <w:t>عملون</w:t>
      </w:r>
    </w:p>
    <w:p w:rsidR="001F628F" w:rsidRDefault="001F628F" w:rsidP="001F628F">
      <w:pPr>
        <w:pStyle w:val="libNormal"/>
        <w:rPr>
          <w:rtl/>
        </w:rPr>
      </w:pPr>
      <w:r>
        <w:rPr>
          <w:rFonts w:hint="eastAsia"/>
          <w:rtl/>
        </w:rPr>
        <w:t>احتمال</w:t>
      </w:r>
      <w:r>
        <w:rPr>
          <w:rtl/>
        </w:rPr>
        <w:t xml:space="preserve"> ہے كہ غيب كے صيغہ سے مخاطب كى طرف عدول كرنا ، خداوند عالم كے قہر و غضب كى شدت كو بيان كرنے كے ليے ہو_</w:t>
      </w:r>
    </w:p>
    <w:p w:rsidR="001F628F" w:rsidRDefault="001F628F" w:rsidP="001F628F">
      <w:pPr>
        <w:pStyle w:val="libNormal"/>
        <w:rPr>
          <w:rtl/>
        </w:rPr>
      </w:pPr>
      <w:r>
        <w:rPr>
          <w:rtl/>
        </w:rPr>
        <w:t>8_دنياوى لذتو</w:t>
      </w:r>
      <w:r w:rsidR="00083993">
        <w:rPr>
          <w:rtl/>
        </w:rPr>
        <w:t xml:space="preserve">ں </w:t>
      </w:r>
      <w:r>
        <w:rPr>
          <w:rtl/>
        </w:rPr>
        <w:t>اور نعمتو</w:t>
      </w:r>
      <w:r w:rsidR="00083993">
        <w:rPr>
          <w:rtl/>
        </w:rPr>
        <w:t xml:space="preserve">ں </w:t>
      </w:r>
      <w:r>
        <w:rPr>
          <w:rtl/>
        </w:rPr>
        <w:t>سے بہرہ مند ہونے كے بعد مشركين كا عذاب الہى مي</w:t>
      </w:r>
      <w:r w:rsidR="00083993">
        <w:rPr>
          <w:rtl/>
        </w:rPr>
        <w:t xml:space="preserve">ں </w:t>
      </w:r>
      <w:r>
        <w:rPr>
          <w:rtl/>
        </w:rPr>
        <w:t>گرفتار ہونا_</w:t>
      </w:r>
    </w:p>
    <w:p w:rsidR="001F628F" w:rsidRDefault="001F628F" w:rsidP="00CF6C36">
      <w:pPr>
        <w:pStyle w:val="libArabic"/>
        <w:rPr>
          <w:rtl/>
        </w:rPr>
      </w:pPr>
      <w:r>
        <w:rPr>
          <w:rFonts w:hint="eastAsia"/>
          <w:rtl/>
        </w:rPr>
        <w:t>فتمتعوا</w:t>
      </w:r>
      <w:r>
        <w:rPr>
          <w:rtl/>
        </w:rPr>
        <w:t xml:space="preserve"> فسوف تعلمون</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كى طرف سے نجات دينے كو جھٹلانے والے 2; الله تعالى كى نعمتي</w:t>
      </w:r>
      <w:r w:rsidR="00083993">
        <w:rPr>
          <w:rtl/>
        </w:rPr>
        <w:t xml:space="preserve">ں </w:t>
      </w:r>
      <w:r>
        <w:rPr>
          <w:rtl/>
        </w:rPr>
        <w:t>3; الله تعالى كے انذار4</w:t>
      </w:r>
    </w:p>
    <w:p w:rsidR="001F628F" w:rsidRDefault="001F628F" w:rsidP="001F628F">
      <w:pPr>
        <w:pStyle w:val="libNormal"/>
        <w:rPr>
          <w:rtl/>
        </w:rPr>
      </w:pPr>
      <w:r>
        <w:rPr>
          <w:rFonts w:hint="eastAsia"/>
          <w:rtl/>
        </w:rPr>
        <w:t>شرك</w:t>
      </w:r>
      <w:r>
        <w:rPr>
          <w:rtl/>
        </w:rPr>
        <w:t>:</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سختى</w:t>
      </w:r>
      <w:r>
        <w:rPr>
          <w:rtl/>
        </w:rPr>
        <w:t xml:space="preserve"> كے ختم ہونے كے بعد شرك1</w:t>
      </w:r>
    </w:p>
    <w:p w:rsidR="001F628F" w:rsidRDefault="001F628F" w:rsidP="00CF6C36">
      <w:pPr>
        <w:pStyle w:val="libNormal"/>
        <w:rPr>
          <w:rtl/>
        </w:rPr>
      </w:pPr>
      <w:r>
        <w:rPr>
          <w:rFonts w:hint="eastAsia"/>
          <w:rtl/>
        </w:rPr>
        <w:t>كفران</w:t>
      </w:r>
      <w:r>
        <w:rPr>
          <w:rtl/>
        </w:rPr>
        <w:t>:</w:t>
      </w:r>
      <w:r>
        <w:rPr>
          <w:rFonts w:hint="eastAsia"/>
          <w:rtl/>
        </w:rPr>
        <w:t>كفران</w:t>
      </w:r>
      <w:r>
        <w:rPr>
          <w:rtl/>
        </w:rPr>
        <w:t xml:space="preserve"> نعمت1،5; كفران نعمت كى سزا 6</w:t>
      </w:r>
    </w:p>
    <w:p w:rsidR="001F628F" w:rsidRDefault="001F628F" w:rsidP="00CF6C36">
      <w:pPr>
        <w:pStyle w:val="libNormal"/>
        <w:rPr>
          <w:rtl/>
        </w:rPr>
      </w:pPr>
      <w:r>
        <w:rPr>
          <w:rFonts w:hint="eastAsia"/>
          <w:rtl/>
        </w:rPr>
        <w:t>مشركين</w:t>
      </w:r>
      <w:r>
        <w:rPr>
          <w:rtl/>
        </w:rPr>
        <w:t>:</w:t>
      </w:r>
      <w:r>
        <w:rPr>
          <w:rFonts w:hint="eastAsia"/>
          <w:rtl/>
        </w:rPr>
        <w:t>سختى</w:t>
      </w:r>
      <w:r>
        <w:rPr>
          <w:rtl/>
        </w:rPr>
        <w:t xml:space="preserve"> كے ختم ہوتے وقت2; مشركين كا كفر 1،4،5; مشركين كو عذاب 8; مشركين كو مہلت5;</w:t>
      </w:r>
    </w:p>
    <w:p w:rsidR="001F628F" w:rsidRDefault="001F628F" w:rsidP="001F628F">
      <w:pPr>
        <w:pStyle w:val="libNormal"/>
        <w:rPr>
          <w:rtl/>
        </w:rPr>
      </w:pPr>
      <w:r>
        <w:rPr>
          <w:rFonts w:hint="eastAsia"/>
          <w:rtl/>
        </w:rPr>
        <w:t>ناسپاس</w:t>
      </w:r>
      <w:r>
        <w:rPr>
          <w:rtl/>
        </w:rPr>
        <w:t xml:space="preserve"> مشركين پر غضب7;مشركين كى آگاہى 6; مشركين كے انذار_7; مشركين كے مقاصد 2; مشركين كى دنياوى نعمت</w:t>
      </w:r>
    </w:p>
    <w:p w:rsidR="001F628F" w:rsidRDefault="001F628F" w:rsidP="001F628F">
      <w:pPr>
        <w:pStyle w:val="libNormal"/>
        <w:rPr>
          <w:rtl/>
        </w:rPr>
      </w:pPr>
      <w:r>
        <w:rPr>
          <w:rFonts w:hint="eastAsia"/>
          <w:rtl/>
        </w:rPr>
        <w:t>مغضوبان</w:t>
      </w:r>
      <w:r>
        <w:rPr>
          <w:rtl/>
        </w:rPr>
        <w:t xml:space="preserve"> خدا:7</w:t>
      </w:r>
    </w:p>
    <w:p w:rsidR="001F628F" w:rsidRDefault="001F628F" w:rsidP="00CF6C36">
      <w:pPr>
        <w:pStyle w:val="libNormal"/>
        <w:rPr>
          <w:rtl/>
        </w:rPr>
      </w:pPr>
      <w:r>
        <w:rPr>
          <w:rFonts w:hint="eastAsia"/>
          <w:rtl/>
        </w:rPr>
        <w:t>نعمت</w:t>
      </w:r>
      <w:r>
        <w:rPr>
          <w:rtl/>
        </w:rPr>
        <w:t>:</w:t>
      </w:r>
      <w:r>
        <w:rPr>
          <w:rFonts w:hint="eastAsia"/>
          <w:rtl/>
        </w:rPr>
        <w:t>سختى</w:t>
      </w:r>
      <w:r>
        <w:rPr>
          <w:rtl/>
        </w:rPr>
        <w:t xml:space="preserve"> كے ختم ہونے كے نعمت3</w:t>
      </w:r>
    </w:p>
    <w:p w:rsidR="001F628F" w:rsidRPr="00120F63" w:rsidRDefault="00CF6C36" w:rsidP="00CF6C36">
      <w:pPr>
        <w:pStyle w:val="Heading2Center"/>
        <w:rPr>
          <w:rtl/>
        </w:rPr>
      </w:pPr>
      <w:bookmarkStart w:id="202" w:name="_Toc28081880"/>
      <w:r>
        <w:rPr>
          <w:rFonts w:hint="cs"/>
          <w:rtl/>
        </w:rPr>
        <w:t xml:space="preserve">آیت </w:t>
      </w:r>
      <w:r w:rsidRPr="00120F63">
        <w:rPr>
          <w:rFonts w:hint="cs"/>
          <w:rtl/>
        </w:rPr>
        <w:t>56</w:t>
      </w:r>
      <w:bookmarkEnd w:id="202"/>
    </w:p>
    <w:p w:rsidR="001F628F" w:rsidRDefault="00E260F9" w:rsidP="00CF6C36">
      <w:pPr>
        <w:pStyle w:val="libNormal"/>
        <w:rPr>
          <w:rtl/>
        </w:rPr>
      </w:pPr>
      <w:r w:rsidRPr="00E260F9">
        <w:rPr>
          <w:rStyle w:val="libAlaemChar"/>
          <w:rFonts w:hint="eastAsia"/>
          <w:rtl/>
        </w:rPr>
        <w:t>(</w:t>
      </w:r>
      <w:r w:rsidRPr="00CF6C36">
        <w:rPr>
          <w:rStyle w:val="libAieChar"/>
          <w:rFonts w:hint="eastAsia"/>
          <w:rtl/>
        </w:rPr>
        <w:t>وَيَجْعَلُونَ</w:t>
      </w:r>
      <w:r w:rsidRPr="00CF6C36">
        <w:rPr>
          <w:rStyle w:val="libAieChar"/>
          <w:rtl/>
        </w:rPr>
        <w:t xml:space="preserve"> لِمَا لاَ يَعْلَمُونَ نَصِيباً مِّمَّا رَزَقْنَاهُمْ تَاللّهِ لَتُسْأَلُنَّ عَمَّا كُنتُمْ تَفْتَرُونَ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ہمارے ديئے ہوئے رزق مي</w:t>
      </w:r>
      <w:r w:rsidR="00083993">
        <w:rPr>
          <w:rtl/>
        </w:rPr>
        <w:t xml:space="preserve">ں </w:t>
      </w:r>
      <w:r>
        <w:rPr>
          <w:rtl/>
        </w:rPr>
        <w:t>سے ان كا بھى حصّہ قرار ديتے ہي</w:t>
      </w:r>
      <w:r w:rsidR="00083993">
        <w:rPr>
          <w:rtl/>
        </w:rPr>
        <w:t xml:space="preserve">ں </w:t>
      </w:r>
      <w:r>
        <w:rPr>
          <w:rtl/>
        </w:rPr>
        <w:t>جنھي</w:t>
      </w:r>
      <w:r w:rsidR="00083993">
        <w:rPr>
          <w:rtl/>
        </w:rPr>
        <w:t xml:space="preserve">ں </w:t>
      </w:r>
      <w:r>
        <w:rPr>
          <w:rtl/>
        </w:rPr>
        <w:t>جانتے بھى نہي</w:t>
      </w:r>
      <w:r w:rsidR="00083993">
        <w:rPr>
          <w:rtl/>
        </w:rPr>
        <w:t xml:space="preserve">ں </w:t>
      </w:r>
      <w:r>
        <w:rPr>
          <w:rtl/>
        </w:rPr>
        <w:t>ہي</w:t>
      </w:r>
      <w:r w:rsidR="00083993">
        <w:rPr>
          <w:rtl/>
        </w:rPr>
        <w:t xml:space="preserve">ں </w:t>
      </w:r>
      <w:r>
        <w:rPr>
          <w:rtl/>
        </w:rPr>
        <w:t>تو عنقريب تم سے تمھارے افترا كے بارے مي</w:t>
      </w:r>
      <w:r w:rsidR="00083993">
        <w:rPr>
          <w:rtl/>
        </w:rPr>
        <w:t xml:space="preserve">ں </w:t>
      </w:r>
      <w:r>
        <w:rPr>
          <w:rtl/>
        </w:rPr>
        <w:t>بھى سوال كيا جائےگا_</w:t>
      </w:r>
    </w:p>
    <w:p w:rsidR="001F628F" w:rsidRDefault="001F628F" w:rsidP="001F628F">
      <w:pPr>
        <w:pStyle w:val="libNormal"/>
        <w:rPr>
          <w:rtl/>
        </w:rPr>
      </w:pPr>
      <w:r>
        <w:rPr>
          <w:rtl/>
        </w:rPr>
        <w:t>1_مشركين ، عطا شدہ رزق مي</w:t>
      </w:r>
      <w:r w:rsidR="00083993">
        <w:rPr>
          <w:rtl/>
        </w:rPr>
        <w:t xml:space="preserve">ں </w:t>
      </w:r>
      <w:r>
        <w:rPr>
          <w:rtl/>
        </w:rPr>
        <w:t>اپنے معبودو</w:t>
      </w:r>
      <w:r w:rsidR="00083993">
        <w:rPr>
          <w:rtl/>
        </w:rPr>
        <w:t xml:space="preserve">ں </w:t>
      </w:r>
      <w:r>
        <w:rPr>
          <w:rtl/>
        </w:rPr>
        <w:t>كے ليے حصہ كے قائل تھے_</w:t>
      </w:r>
    </w:p>
    <w:p w:rsidR="001F628F" w:rsidRDefault="001F628F" w:rsidP="00CF6C36">
      <w:pPr>
        <w:pStyle w:val="libArabic"/>
        <w:rPr>
          <w:rtl/>
        </w:rPr>
      </w:pPr>
      <w:r>
        <w:rPr>
          <w:rFonts w:hint="eastAsia"/>
          <w:rtl/>
        </w:rPr>
        <w:t>يشركون</w:t>
      </w:r>
      <w:r>
        <w:rPr>
          <w:rtl/>
        </w:rPr>
        <w:t xml:space="preserve"> ... و يجعلون لما لا يعلمون نصيباً ممّا رزقنا</w:t>
      </w:r>
      <w:r w:rsidR="00120F63" w:rsidRPr="00ED5DE8">
        <w:rPr>
          <w:rFonts w:hint="cs"/>
          <w:rtl/>
        </w:rPr>
        <w:t>ه</w:t>
      </w:r>
      <w:r>
        <w:rPr>
          <w:rFonts w:hint="cs"/>
          <w:rtl/>
        </w:rPr>
        <w:t>م</w:t>
      </w:r>
    </w:p>
    <w:p w:rsidR="001F628F" w:rsidRDefault="001F628F" w:rsidP="001F628F">
      <w:pPr>
        <w:pStyle w:val="libNormal"/>
        <w:rPr>
          <w:rtl/>
        </w:rPr>
      </w:pPr>
      <w:r>
        <w:rPr>
          <w:rFonts w:hint="eastAsia"/>
          <w:rtl/>
        </w:rPr>
        <w:t>آيت</w:t>
      </w:r>
      <w:r>
        <w:rPr>
          <w:rtl/>
        </w:rPr>
        <w:t xml:space="preserve"> مشركين كى خلاف كاريو</w:t>
      </w:r>
      <w:r w:rsidR="00083993">
        <w:rPr>
          <w:rtl/>
        </w:rPr>
        <w:t xml:space="preserve">ں </w:t>
      </w:r>
      <w:r>
        <w:rPr>
          <w:rtl/>
        </w:rPr>
        <w:t>كے بيان كا تسلسل ہے مذكورہ بالا مطلب اس پر موقوف ہے كہ ''ما'' موصول سے مراد معبود ہي</w:t>
      </w:r>
      <w:r w:rsidR="00083993">
        <w:rPr>
          <w:rtl/>
        </w:rPr>
        <w:t xml:space="preserve">ں </w:t>
      </w:r>
      <w:r>
        <w:rPr>
          <w:rtl/>
        </w:rPr>
        <w:t>اور فعل ''يعلمون'' كا مفعول بہ محذوف ہے_</w:t>
      </w:r>
    </w:p>
    <w:p w:rsidR="001F628F" w:rsidRDefault="001F628F" w:rsidP="001F628F">
      <w:pPr>
        <w:pStyle w:val="libNormal"/>
        <w:rPr>
          <w:rtl/>
        </w:rPr>
      </w:pPr>
      <w:r>
        <w:rPr>
          <w:rtl/>
        </w:rPr>
        <w:t>2_مشركين ، امور كى انجام دہى مي</w:t>
      </w:r>
      <w:r w:rsidR="00083993">
        <w:rPr>
          <w:rtl/>
        </w:rPr>
        <w:t xml:space="preserve">ں </w:t>
      </w:r>
      <w:r>
        <w:rPr>
          <w:rtl/>
        </w:rPr>
        <w:t>اسباب اور ظاہري علل كى مستقل تاثير كے قائل تھے_</w:t>
      </w:r>
    </w:p>
    <w:p w:rsidR="001F628F" w:rsidRDefault="001F628F" w:rsidP="00CF6C36">
      <w:pPr>
        <w:pStyle w:val="libArabic"/>
        <w:rPr>
          <w:rtl/>
        </w:rPr>
      </w:pPr>
      <w:r>
        <w:rPr>
          <w:rFonts w:hint="eastAsia"/>
          <w:rtl/>
        </w:rPr>
        <w:t>برب</w:t>
      </w:r>
      <w:r w:rsidR="00120F63" w:rsidRPr="00ED5DE8">
        <w:rPr>
          <w:rFonts w:hint="cs"/>
          <w:rtl/>
        </w:rPr>
        <w:t>ه</w:t>
      </w:r>
      <w:r>
        <w:rPr>
          <w:rFonts w:hint="cs"/>
          <w:rtl/>
        </w:rPr>
        <w:t>ّم</w:t>
      </w:r>
      <w:r>
        <w:rPr>
          <w:rtl/>
        </w:rPr>
        <w:t xml:space="preserve"> يشركون _ليكفروا بما اتينا</w:t>
      </w:r>
      <w:r w:rsidR="00120F63" w:rsidRPr="00ED5DE8">
        <w:rPr>
          <w:rFonts w:hint="cs"/>
          <w:rtl/>
        </w:rPr>
        <w:t>ه</w:t>
      </w:r>
      <w:r>
        <w:rPr>
          <w:rFonts w:hint="cs"/>
          <w:rtl/>
        </w:rPr>
        <w:t>م</w:t>
      </w:r>
      <w:r>
        <w:rPr>
          <w:rtl/>
        </w:rPr>
        <w:t xml:space="preserve"> ... </w:t>
      </w:r>
      <w:r>
        <w:rPr>
          <w:rFonts w:hint="cs"/>
          <w:rtl/>
        </w:rPr>
        <w:t>و</w:t>
      </w:r>
      <w:r>
        <w:rPr>
          <w:rtl/>
        </w:rPr>
        <w:t xml:space="preserve"> </w:t>
      </w:r>
      <w:r>
        <w:rPr>
          <w:rFonts w:hint="cs"/>
          <w:rtl/>
        </w:rPr>
        <w:t>يجعلون</w:t>
      </w:r>
      <w:r>
        <w:rPr>
          <w:rtl/>
        </w:rPr>
        <w:t xml:space="preserve"> </w:t>
      </w:r>
      <w:r>
        <w:rPr>
          <w:rFonts w:hint="cs"/>
          <w:rtl/>
        </w:rPr>
        <w:t>لما</w:t>
      </w:r>
      <w:r>
        <w:rPr>
          <w:rtl/>
        </w:rPr>
        <w:t xml:space="preserve"> </w:t>
      </w:r>
      <w:r>
        <w:rPr>
          <w:rFonts w:hint="cs"/>
          <w:rtl/>
        </w:rPr>
        <w:t>لا</w:t>
      </w:r>
      <w:r>
        <w:rPr>
          <w:rtl/>
        </w:rPr>
        <w:t xml:space="preserve"> </w:t>
      </w:r>
      <w:r>
        <w:rPr>
          <w:rFonts w:hint="cs"/>
          <w:rtl/>
        </w:rPr>
        <w:t>يعلمون</w:t>
      </w:r>
      <w:r>
        <w:rPr>
          <w:rtl/>
        </w:rPr>
        <w:t xml:space="preserve"> </w:t>
      </w:r>
      <w:r>
        <w:rPr>
          <w:rFonts w:hint="cs"/>
          <w:rtl/>
        </w:rPr>
        <w:t>نصيباً</w:t>
      </w:r>
      <w:r>
        <w:rPr>
          <w:rtl/>
        </w:rPr>
        <w:t xml:space="preserve"> </w:t>
      </w:r>
      <w:r>
        <w:rPr>
          <w:rFonts w:hint="cs"/>
          <w:rtl/>
        </w:rPr>
        <w:t>ممّا</w:t>
      </w:r>
      <w:r>
        <w:rPr>
          <w:rtl/>
        </w:rPr>
        <w:t xml:space="preserve"> </w:t>
      </w:r>
      <w:r>
        <w:rPr>
          <w:rFonts w:hint="cs"/>
          <w:rtl/>
        </w:rPr>
        <w:t>ر</w:t>
      </w:r>
      <w:r>
        <w:rPr>
          <w:rtl/>
        </w:rPr>
        <w:t>زقنا</w:t>
      </w:r>
      <w:r w:rsidR="00120F63" w:rsidRPr="00ED5DE8">
        <w:rPr>
          <w:rFonts w:hint="cs"/>
          <w:rtl/>
        </w:rPr>
        <w:t>ه</w:t>
      </w:r>
      <w:r>
        <w:rPr>
          <w:rFonts w:hint="cs"/>
          <w:rtl/>
        </w:rPr>
        <w:t>م</w:t>
      </w:r>
    </w:p>
    <w:p w:rsidR="001F628F" w:rsidRDefault="001F628F" w:rsidP="001F628F">
      <w:pPr>
        <w:pStyle w:val="libNormal"/>
        <w:rPr>
          <w:rtl/>
        </w:rPr>
      </w:pPr>
      <w:r>
        <w:rPr>
          <w:rFonts w:hint="eastAsia"/>
          <w:rtl/>
        </w:rPr>
        <w:t>مذكورہ</w:t>
      </w:r>
      <w:r>
        <w:rPr>
          <w:rtl/>
        </w:rPr>
        <w:t xml:space="preserve"> بالا تفسير اس صورت مي</w:t>
      </w:r>
      <w:r w:rsidR="00083993">
        <w:rPr>
          <w:rtl/>
        </w:rPr>
        <w:t xml:space="preserve">ں </w:t>
      </w:r>
      <w:r>
        <w:rPr>
          <w:rtl/>
        </w:rPr>
        <w:t>ہے جب ''ما '' موصول سے مراد ، وہ اسباب اور عوامل ہو</w:t>
      </w:r>
      <w:r w:rsidR="00083993">
        <w:rPr>
          <w:rtl/>
        </w:rPr>
        <w:t xml:space="preserve">ں </w:t>
      </w:r>
      <w:r>
        <w:rPr>
          <w:rtl/>
        </w:rPr>
        <w:t>جنہي</w:t>
      </w:r>
      <w:r w:rsidR="00083993">
        <w:rPr>
          <w:rtl/>
        </w:rPr>
        <w:t xml:space="preserve">ں </w:t>
      </w:r>
      <w:r>
        <w:rPr>
          <w:rtl/>
        </w:rPr>
        <w:t>مشركين مشكلات سے اپنى نجات كے سلسلہ مي</w:t>
      </w:r>
      <w:r w:rsidR="00083993">
        <w:rPr>
          <w:rtl/>
        </w:rPr>
        <w:t xml:space="preserve">ں </w:t>
      </w:r>
      <w:r>
        <w:rPr>
          <w:rtl/>
        </w:rPr>
        <w:t>دخيل سمجھتے تھے در حالانكہ ان كى كيفيت سے آگاہ نہي</w:t>
      </w:r>
      <w:r w:rsidR="00083993">
        <w:rPr>
          <w:rtl/>
        </w:rPr>
        <w:t xml:space="preserve">ں </w:t>
      </w:r>
      <w:r>
        <w:rPr>
          <w:rtl/>
        </w:rPr>
        <w:t>تھے اور يہ جو خداوند عالم نے مشركين كو اس فكر كى وجہ سے مورد سرزنش قرار ديا ہے اس سے معلوم ہوتا ہے كہ وہ ايسے اسباب كى</w:t>
      </w:r>
    </w:p>
    <w:p w:rsidR="00CF6C36" w:rsidRDefault="001E7F9D" w:rsidP="00F73EDE">
      <w:pPr>
        <w:pStyle w:val="libPoemTini"/>
        <w:rPr>
          <w:rtl/>
        </w:rPr>
      </w:pPr>
      <w:r>
        <w:rPr>
          <w:rtl/>
        </w:rPr>
        <w:cr/>
      </w:r>
      <w:r>
        <w:rPr>
          <w:rtl/>
        </w:rPr>
        <w:br w:type="page"/>
      </w:r>
    </w:p>
    <w:p w:rsidR="001F628F" w:rsidRDefault="001F628F" w:rsidP="00CF6C36">
      <w:pPr>
        <w:pStyle w:val="libNormal"/>
        <w:rPr>
          <w:rtl/>
        </w:rPr>
      </w:pPr>
      <w:r>
        <w:rPr>
          <w:rFonts w:hint="eastAsia"/>
          <w:rtl/>
        </w:rPr>
        <w:lastRenderedPageBreak/>
        <w:t>مستقل</w:t>
      </w:r>
      <w:r>
        <w:rPr>
          <w:rtl/>
        </w:rPr>
        <w:t xml:space="preserve"> تاثير كے قائل تھے ورنہ سرزنش اور مذمت كا كوئي مقام نہي</w:t>
      </w:r>
      <w:r w:rsidR="00083993">
        <w:rPr>
          <w:rtl/>
        </w:rPr>
        <w:t xml:space="preserve">ں </w:t>
      </w:r>
      <w:r>
        <w:rPr>
          <w:rtl/>
        </w:rPr>
        <w:t>تھا_</w:t>
      </w:r>
    </w:p>
    <w:p w:rsidR="001F628F" w:rsidRDefault="001F628F" w:rsidP="00CF6C36">
      <w:pPr>
        <w:pStyle w:val="libNormal"/>
        <w:rPr>
          <w:rtl/>
        </w:rPr>
      </w:pPr>
      <w:r>
        <w:rPr>
          <w:rtl/>
        </w:rPr>
        <w:t>3_مشركين اپنى آمدنى كا كچھ حصّہ اپنے معبودو</w:t>
      </w:r>
      <w:r w:rsidR="00083993">
        <w:rPr>
          <w:rtl/>
        </w:rPr>
        <w:t xml:space="preserve">ں </w:t>
      </w:r>
      <w:r>
        <w:rPr>
          <w:rtl/>
        </w:rPr>
        <w:t>كے ليے مخصوص كرتے تھے_</w:t>
      </w:r>
      <w:r w:rsidRPr="00CF6C36">
        <w:rPr>
          <w:rStyle w:val="libArabicChar"/>
          <w:rFonts w:hint="eastAsia"/>
          <w:rtl/>
        </w:rPr>
        <w:t>ويجعلون</w:t>
      </w:r>
      <w:r w:rsidRPr="00CF6C36">
        <w:rPr>
          <w:rStyle w:val="libArabicChar"/>
          <w:rtl/>
        </w:rPr>
        <w:t xml:space="preserve"> لما لا يعلمون نصيباً ممّا رزقنا</w:t>
      </w:r>
      <w:r w:rsidR="00120F63" w:rsidRPr="00B2551F">
        <w:rPr>
          <w:rStyle w:val="libArabicChar"/>
          <w:rFonts w:hint="cs"/>
          <w:rtl/>
        </w:rPr>
        <w:t>ه</w:t>
      </w:r>
      <w:r w:rsidRPr="00CF6C36">
        <w:rPr>
          <w:rStyle w:val="libArabicChar"/>
          <w:rFonts w:hint="cs"/>
          <w:rtl/>
        </w:rPr>
        <w:t>م</w:t>
      </w:r>
    </w:p>
    <w:p w:rsidR="001F628F" w:rsidRDefault="001F628F" w:rsidP="001F628F">
      <w:pPr>
        <w:pStyle w:val="libNormal"/>
        <w:rPr>
          <w:rtl/>
        </w:rPr>
      </w:pPr>
      <w:r>
        <w:rPr>
          <w:rFonts w:hint="eastAsia"/>
          <w:rtl/>
        </w:rPr>
        <w:t>مذكورہ</w:t>
      </w:r>
      <w:r>
        <w:rPr>
          <w:rtl/>
        </w:rPr>
        <w:t xml:space="preserve"> بالا مطلب اس بناء پر ہے جب ''لا يعلمون'' كا فاعل ''ما'' ہو كہ جس سے مراد، بْت ہو</w:t>
      </w:r>
      <w:r w:rsidR="00083993">
        <w:rPr>
          <w:rtl/>
        </w:rPr>
        <w:t xml:space="preserve">ں </w:t>
      </w:r>
      <w:r>
        <w:rPr>
          <w:rtl/>
        </w:rPr>
        <w:t>اور اس كا مفعول حذف ہوا ہو اس بناء پر عبارت كا معنى يو</w:t>
      </w:r>
      <w:r w:rsidR="00083993">
        <w:rPr>
          <w:rtl/>
        </w:rPr>
        <w:t xml:space="preserve">ں </w:t>
      </w:r>
      <w:r>
        <w:rPr>
          <w:rtl/>
        </w:rPr>
        <w:t>ہوگا مشركين ايسے موجودات كے ليے حصّہ قرار ديتے ہي</w:t>
      </w:r>
      <w:r w:rsidR="00083993">
        <w:rPr>
          <w:rtl/>
        </w:rPr>
        <w:t xml:space="preserve">ں </w:t>
      </w:r>
      <w:r>
        <w:rPr>
          <w:rtl/>
        </w:rPr>
        <w:t>جنہي</w:t>
      </w:r>
      <w:r w:rsidR="00083993">
        <w:rPr>
          <w:rtl/>
        </w:rPr>
        <w:t xml:space="preserve">ں </w:t>
      </w:r>
      <w:r>
        <w:rPr>
          <w:rtl/>
        </w:rPr>
        <w:t>كچھ معلوم نہي</w:t>
      </w:r>
      <w:r w:rsidR="00083993">
        <w:rPr>
          <w:rtl/>
        </w:rPr>
        <w:t xml:space="preserve">ں </w:t>
      </w:r>
      <w:r>
        <w:rPr>
          <w:rtl/>
        </w:rPr>
        <w:t>ہے_</w:t>
      </w:r>
    </w:p>
    <w:p w:rsidR="001F628F" w:rsidRDefault="001F628F" w:rsidP="00CF6C36">
      <w:pPr>
        <w:pStyle w:val="libNormal"/>
        <w:rPr>
          <w:rtl/>
        </w:rPr>
      </w:pPr>
      <w:r>
        <w:rPr>
          <w:rtl/>
        </w:rPr>
        <w:t>4_مشركين كے معبود، بے خبر اور نا آگاہ موجودات ہي</w:t>
      </w:r>
      <w:r w:rsidR="00083993">
        <w:rPr>
          <w:rtl/>
        </w:rPr>
        <w:t xml:space="preserve">ں </w:t>
      </w:r>
      <w:r>
        <w:rPr>
          <w:rtl/>
        </w:rPr>
        <w:t>_</w:t>
      </w:r>
      <w:r w:rsidRPr="00CF6C36">
        <w:rPr>
          <w:rStyle w:val="libArabicChar"/>
          <w:rFonts w:hint="eastAsia"/>
          <w:rtl/>
        </w:rPr>
        <w:t>ويجعلون</w:t>
      </w:r>
      <w:r w:rsidRPr="00CF6C36">
        <w:rPr>
          <w:rStyle w:val="libArabicChar"/>
          <w:rtl/>
        </w:rPr>
        <w:t xml:space="preserve"> لما لا يعلمون نصيب</w:t>
      </w:r>
    </w:p>
    <w:p w:rsidR="001F628F" w:rsidRDefault="001F628F" w:rsidP="001F628F">
      <w:pPr>
        <w:pStyle w:val="libNormal"/>
        <w:rPr>
          <w:rtl/>
        </w:rPr>
      </w:pPr>
      <w:r>
        <w:rPr>
          <w:rFonts w:hint="eastAsia"/>
          <w:rtl/>
        </w:rPr>
        <w:t>احتمال</w:t>
      </w:r>
      <w:r>
        <w:rPr>
          <w:rtl/>
        </w:rPr>
        <w:t xml:space="preserve"> ہے كہ ''يعلمون'' كى ضمير كا مرجع وہ ''آلہہ'' ہو جس كا ''ما'' سے استفادہ ہوتا ہے لہذا جملہ </w:t>
      </w:r>
      <w:r w:rsidRPr="00CF6C36">
        <w:rPr>
          <w:rStyle w:val="libArabicChar"/>
          <w:rtl/>
        </w:rPr>
        <w:t>''لا يعلمون''</w:t>
      </w:r>
      <w:r>
        <w:rPr>
          <w:rtl/>
        </w:rPr>
        <w:t xml:space="preserve"> ''ما'' كى توصيف كے بيان كے ليے ہے_</w:t>
      </w:r>
    </w:p>
    <w:p w:rsidR="001F628F" w:rsidRDefault="001F628F" w:rsidP="00CF6C36">
      <w:pPr>
        <w:pStyle w:val="libNormal"/>
        <w:rPr>
          <w:rtl/>
        </w:rPr>
      </w:pPr>
      <w:r>
        <w:rPr>
          <w:rtl/>
        </w:rPr>
        <w:t>5_تمام انسا نو</w:t>
      </w:r>
      <w:r w:rsidR="00083993">
        <w:rPr>
          <w:rtl/>
        </w:rPr>
        <w:t xml:space="preserve">ں </w:t>
      </w:r>
      <w:r>
        <w:rPr>
          <w:rtl/>
        </w:rPr>
        <w:t>كى مانند مشركين كا رزق ، خداوند عالم كے اختيار مي</w:t>
      </w:r>
      <w:r w:rsidR="00083993">
        <w:rPr>
          <w:rtl/>
        </w:rPr>
        <w:t xml:space="preserve">ں </w:t>
      </w:r>
      <w:r>
        <w:rPr>
          <w:rtl/>
        </w:rPr>
        <w:t>ہے_</w:t>
      </w:r>
      <w:r w:rsidRPr="00CF6C36">
        <w:rPr>
          <w:rStyle w:val="libArabicChar"/>
          <w:rFonts w:hint="eastAsia"/>
          <w:rtl/>
        </w:rPr>
        <w:t>ممّا</w:t>
      </w:r>
      <w:r w:rsidRPr="00CF6C36">
        <w:rPr>
          <w:rStyle w:val="libArabicChar"/>
          <w:rtl/>
        </w:rPr>
        <w:t xml:space="preserve"> رزقنا</w:t>
      </w:r>
      <w:r w:rsidR="00120F63" w:rsidRPr="00B2551F">
        <w:rPr>
          <w:rStyle w:val="libArabicChar"/>
          <w:rFonts w:hint="cs"/>
          <w:rtl/>
        </w:rPr>
        <w:t>ه</w:t>
      </w:r>
      <w:r w:rsidRPr="00CF6C36">
        <w:rPr>
          <w:rStyle w:val="libArabicChar"/>
          <w:rFonts w:hint="cs"/>
          <w:rtl/>
        </w:rPr>
        <w:t>م</w:t>
      </w:r>
    </w:p>
    <w:p w:rsidR="001F628F" w:rsidRDefault="001F628F" w:rsidP="001F628F">
      <w:pPr>
        <w:pStyle w:val="libNormal"/>
        <w:rPr>
          <w:rtl/>
        </w:rPr>
      </w:pPr>
      <w:r>
        <w:rPr>
          <w:rtl/>
        </w:rPr>
        <w:t>6_ اپنے اموال كا، كچھ حصّہ باطل معبودو</w:t>
      </w:r>
      <w:r w:rsidR="00083993">
        <w:rPr>
          <w:rtl/>
        </w:rPr>
        <w:t xml:space="preserve">ں </w:t>
      </w:r>
      <w:r>
        <w:rPr>
          <w:rtl/>
        </w:rPr>
        <w:t>كے ليے مخصوص قرار دينا ، مشركين كى بدعت ہے_</w:t>
      </w:r>
    </w:p>
    <w:p w:rsidR="001F628F" w:rsidRDefault="001F628F" w:rsidP="00CF6C36">
      <w:pPr>
        <w:pStyle w:val="libArabic"/>
        <w:rPr>
          <w:rtl/>
        </w:rPr>
      </w:pPr>
      <w:r>
        <w:rPr>
          <w:rFonts w:hint="eastAsia"/>
          <w:rtl/>
        </w:rPr>
        <w:t>ويجعلون</w:t>
      </w:r>
      <w:r>
        <w:rPr>
          <w:rtl/>
        </w:rPr>
        <w:t xml:space="preserve"> لما يعلمون نصيباً ممّا رزقنا</w:t>
      </w:r>
      <w:r w:rsidR="00120F63" w:rsidRPr="00ED5DE8">
        <w:rPr>
          <w:rFonts w:hint="cs"/>
          <w:rtl/>
        </w:rPr>
        <w:t>ه</w:t>
      </w:r>
      <w:r>
        <w:rPr>
          <w:rFonts w:hint="cs"/>
          <w:rtl/>
        </w:rPr>
        <w:t>م</w:t>
      </w:r>
      <w:r>
        <w:rPr>
          <w:rtl/>
        </w:rPr>
        <w:t xml:space="preserve"> </w:t>
      </w:r>
      <w:r>
        <w:rPr>
          <w:rFonts w:hint="cs"/>
          <w:rtl/>
        </w:rPr>
        <w:t>تالله</w:t>
      </w:r>
      <w:r>
        <w:rPr>
          <w:rtl/>
        </w:rPr>
        <w:t xml:space="preserve"> </w:t>
      </w:r>
      <w:r>
        <w:rPr>
          <w:rFonts w:hint="cs"/>
          <w:rtl/>
        </w:rPr>
        <w:t>ت</w:t>
      </w:r>
      <w:r>
        <w:rPr>
          <w:rtl/>
        </w:rPr>
        <w:t>سئلنّ</w:t>
      </w:r>
    </w:p>
    <w:p w:rsidR="001F628F" w:rsidRDefault="001F628F" w:rsidP="001F628F">
      <w:pPr>
        <w:pStyle w:val="libNormal"/>
        <w:rPr>
          <w:rtl/>
        </w:rPr>
      </w:pPr>
      <w:r>
        <w:rPr>
          <w:rtl/>
        </w:rPr>
        <w:t>7_ عطا شدہ رزق مي</w:t>
      </w:r>
      <w:r w:rsidR="00083993">
        <w:rPr>
          <w:rtl/>
        </w:rPr>
        <w:t xml:space="preserve">ں </w:t>
      </w:r>
      <w:r>
        <w:rPr>
          <w:rtl/>
        </w:rPr>
        <w:t>باطل مبعودو</w:t>
      </w:r>
      <w:r w:rsidR="00083993">
        <w:rPr>
          <w:rtl/>
        </w:rPr>
        <w:t xml:space="preserve">ں </w:t>
      </w:r>
      <w:r>
        <w:rPr>
          <w:rtl/>
        </w:rPr>
        <w:t>كا حصّہ خيال كرنے كى خداوند عالم نے سرزنش كى ہے_</w:t>
      </w:r>
    </w:p>
    <w:p w:rsidR="001F628F" w:rsidRDefault="001F628F" w:rsidP="00CF6C36">
      <w:pPr>
        <w:pStyle w:val="libArabic"/>
        <w:rPr>
          <w:rtl/>
        </w:rPr>
      </w:pPr>
      <w:r>
        <w:rPr>
          <w:rFonts w:hint="eastAsia"/>
          <w:rtl/>
        </w:rPr>
        <w:t>ويجعلون</w:t>
      </w:r>
      <w:r>
        <w:rPr>
          <w:rtl/>
        </w:rPr>
        <w:t xml:space="preserve"> لما يعلمون نصيباً ممّا رزقنا</w:t>
      </w:r>
      <w:r w:rsidR="00120F63" w:rsidRPr="00ED5DE8">
        <w:rPr>
          <w:rFonts w:hint="cs"/>
          <w:rtl/>
        </w:rPr>
        <w:t>ه</w:t>
      </w:r>
      <w:r>
        <w:rPr>
          <w:rFonts w:hint="cs"/>
          <w:rtl/>
        </w:rPr>
        <w:t>م</w:t>
      </w:r>
      <w:r>
        <w:rPr>
          <w:rtl/>
        </w:rPr>
        <w:t xml:space="preserve"> </w:t>
      </w:r>
      <w:r>
        <w:rPr>
          <w:rFonts w:hint="cs"/>
          <w:rtl/>
        </w:rPr>
        <w:t>تالله</w:t>
      </w:r>
      <w:r>
        <w:rPr>
          <w:rtl/>
        </w:rPr>
        <w:t xml:space="preserve"> </w:t>
      </w:r>
      <w:r>
        <w:rPr>
          <w:rFonts w:hint="cs"/>
          <w:rtl/>
        </w:rPr>
        <w:t>ت</w:t>
      </w:r>
      <w:r>
        <w:rPr>
          <w:rtl/>
        </w:rPr>
        <w:t>سئلنّ</w:t>
      </w:r>
    </w:p>
    <w:p w:rsidR="001F628F" w:rsidRDefault="001F628F" w:rsidP="001F628F">
      <w:pPr>
        <w:pStyle w:val="libNormal"/>
        <w:rPr>
          <w:rtl/>
        </w:rPr>
      </w:pPr>
      <w:r>
        <w:rPr>
          <w:rtl/>
        </w:rPr>
        <w:t>8_الله تعالى كے عطا كردہ رزق مي</w:t>
      </w:r>
      <w:r w:rsidR="00083993">
        <w:rPr>
          <w:rtl/>
        </w:rPr>
        <w:t xml:space="preserve">ں </w:t>
      </w:r>
      <w:r>
        <w:rPr>
          <w:rtl/>
        </w:rPr>
        <w:t>باطل مبعودو</w:t>
      </w:r>
      <w:r w:rsidR="00083993">
        <w:rPr>
          <w:rtl/>
        </w:rPr>
        <w:t xml:space="preserve">ں </w:t>
      </w:r>
      <w:r>
        <w:rPr>
          <w:rtl/>
        </w:rPr>
        <w:t>كا كچھ حصّہ مخصوص كرنے پر خداوند عالم نے مذمت كى ہے_</w:t>
      </w:r>
    </w:p>
    <w:p w:rsidR="001F628F" w:rsidRDefault="001F628F" w:rsidP="00CF6C36">
      <w:pPr>
        <w:pStyle w:val="libArabic"/>
        <w:rPr>
          <w:rtl/>
        </w:rPr>
      </w:pPr>
      <w:r>
        <w:rPr>
          <w:rFonts w:hint="eastAsia"/>
          <w:rtl/>
        </w:rPr>
        <w:t>يجعلون</w:t>
      </w:r>
      <w:r>
        <w:rPr>
          <w:rtl/>
        </w:rPr>
        <w:t xml:space="preserve"> لّما لا يعلمون نصيباً ممّا رزقنا</w:t>
      </w:r>
      <w:r w:rsidR="00120F63" w:rsidRPr="00ED5DE8">
        <w:rPr>
          <w:rFonts w:hint="cs"/>
          <w:rtl/>
        </w:rPr>
        <w:t>ه</w:t>
      </w:r>
      <w:r>
        <w:rPr>
          <w:rFonts w:hint="cs"/>
          <w:rtl/>
        </w:rPr>
        <w:t>م</w:t>
      </w:r>
      <w:r>
        <w:rPr>
          <w:rtl/>
        </w:rPr>
        <w:t xml:space="preserve"> </w:t>
      </w:r>
      <w:r>
        <w:rPr>
          <w:rFonts w:hint="cs"/>
          <w:rtl/>
        </w:rPr>
        <w:t>تاللّ</w:t>
      </w:r>
      <w:r w:rsidR="00120F63" w:rsidRPr="00ED5DE8">
        <w:rPr>
          <w:rFonts w:hint="cs"/>
          <w:rtl/>
        </w:rPr>
        <w:t>ه</w:t>
      </w:r>
      <w:r>
        <w:rPr>
          <w:rtl/>
        </w:rPr>
        <w:t xml:space="preserve"> </w:t>
      </w:r>
      <w:r>
        <w:rPr>
          <w:rFonts w:hint="cs"/>
          <w:rtl/>
        </w:rPr>
        <w:t>لس</w:t>
      </w:r>
      <w:r>
        <w:rPr>
          <w:rtl/>
        </w:rPr>
        <w:t>تئلنّ</w:t>
      </w:r>
    </w:p>
    <w:p w:rsidR="001F628F" w:rsidRDefault="001F628F" w:rsidP="001F628F">
      <w:pPr>
        <w:pStyle w:val="libNormal"/>
        <w:rPr>
          <w:rtl/>
        </w:rPr>
      </w:pPr>
      <w:r>
        <w:rPr>
          <w:rtl/>
        </w:rPr>
        <w:t>9_مشركين كو خبردار اور مورد مواخذہ قرار دينے كے ليے خداوند عالم نے اپنى ذات كى قسم اٹھائي ہے_</w:t>
      </w:r>
    </w:p>
    <w:p w:rsidR="001F628F" w:rsidRDefault="001F628F" w:rsidP="00CF6C36">
      <w:pPr>
        <w:pStyle w:val="libArabic"/>
        <w:rPr>
          <w:rtl/>
        </w:rPr>
      </w:pPr>
      <w:r>
        <w:rPr>
          <w:rFonts w:hint="eastAsia"/>
          <w:rtl/>
        </w:rPr>
        <w:t>تاللّ</w:t>
      </w:r>
      <w:r w:rsidR="00120F63" w:rsidRPr="00ED5DE8">
        <w:rPr>
          <w:rFonts w:hint="cs"/>
          <w:rtl/>
        </w:rPr>
        <w:t>ه</w:t>
      </w:r>
      <w:r>
        <w:rPr>
          <w:rtl/>
        </w:rPr>
        <w:t xml:space="preserve"> تسئلنّ عمّا كنتم تفترون</w:t>
      </w:r>
    </w:p>
    <w:p w:rsidR="001F628F" w:rsidRDefault="001F628F" w:rsidP="00CF6C36">
      <w:pPr>
        <w:pStyle w:val="libNormal"/>
        <w:rPr>
          <w:rtl/>
        </w:rPr>
      </w:pPr>
      <w:r>
        <w:rPr>
          <w:rtl/>
        </w:rPr>
        <w:t>10_خداوند عالم پر افتراء باندھنے كى وجہ سے مشركين كا مورد مواخذہ قرار پانا ،يقينى امر ہے _</w:t>
      </w:r>
      <w:r w:rsidRPr="00CF6C36">
        <w:rPr>
          <w:rStyle w:val="libArabicChar"/>
          <w:rFonts w:hint="eastAsia"/>
          <w:rtl/>
        </w:rPr>
        <w:t>تالله</w:t>
      </w:r>
      <w:r w:rsidRPr="00CF6C36">
        <w:rPr>
          <w:rStyle w:val="libArabicChar"/>
          <w:rtl/>
        </w:rPr>
        <w:t xml:space="preserve"> لتسئلنّ عمّا كنتم تفترون</w:t>
      </w:r>
    </w:p>
    <w:p w:rsidR="001F628F" w:rsidRDefault="001F628F" w:rsidP="001F628F">
      <w:pPr>
        <w:pStyle w:val="libNormal"/>
        <w:rPr>
          <w:rtl/>
        </w:rPr>
      </w:pPr>
      <w:r>
        <w:rPr>
          <w:rtl/>
        </w:rPr>
        <w:t>11_ مشكلات سے نجات دينے ( جو كہ خداوند عالم كا كام ہے) كى نسبت غير خدا كى طرف دينے پر شديد مؤاخذہ كيا جائے گا_</w:t>
      </w:r>
    </w:p>
    <w:p w:rsidR="001F628F" w:rsidRDefault="001F628F" w:rsidP="00CF6C36">
      <w:pPr>
        <w:pStyle w:val="libArabic"/>
        <w:rPr>
          <w:rtl/>
        </w:rPr>
      </w:pPr>
      <w:r>
        <w:rPr>
          <w:rFonts w:hint="eastAsia"/>
          <w:rtl/>
        </w:rPr>
        <w:t>ثم</w:t>
      </w:r>
      <w:r>
        <w:rPr>
          <w:rtl/>
        </w:rPr>
        <w:t xml:space="preserve"> اذا كشف الضرّ عنكم اذا فريق منكم بربّ</w:t>
      </w:r>
      <w:r w:rsidR="00120F63" w:rsidRPr="00ED5DE8">
        <w:rPr>
          <w:rFonts w:hint="cs"/>
          <w:rtl/>
        </w:rPr>
        <w:t>ه</w:t>
      </w:r>
      <w:r>
        <w:rPr>
          <w:rFonts w:hint="cs"/>
          <w:rtl/>
        </w:rPr>
        <w:t>م</w:t>
      </w:r>
      <w:r>
        <w:rPr>
          <w:rtl/>
        </w:rPr>
        <w:t xml:space="preserve"> </w:t>
      </w:r>
      <w:r>
        <w:rPr>
          <w:rFonts w:hint="cs"/>
          <w:rtl/>
        </w:rPr>
        <w:t>يشركون</w:t>
      </w:r>
      <w:r>
        <w:rPr>
          <w:rtl/>
        </w:rPr>
        <w:t xml:space="preserve"> ...</w:t>
      </w:r>
      <w:r>
        <w:rPr>
          <w:rFonts w:hint="cs"/>
          <w:rtl/>
        </w:rPr>
        <w:t>ويجعلون</w:t>
      </w:r>
      <w:r>
        <w:rPr>
          <w:rtl/>
        </w:rPr>
        <w:t xml:space="preserve"> </w:t>
      </w:r>
      <w:r>
        <w:rPr>
          <w:rFonts w:hint="cs"/>
          <w:rtl/>
        </w:rPr>
        <w:t>لما</w:t>
      </w:r>
      <w:r>
        <w:rPr>
          <w:rtl/>
        </w:rPr>
        <w:t xml:space="preserve"> </w:t>
      </w:r>
      <w:r>
        <w:rPr>
          <w:rFonts w:hint="cs"/>
          <w:rtl/>
        </w:rPr>
        <w:t>لا</w:t>
      </w:r>
      <w:r>
        <w:rPr>
          <w:rtl/>
        </w:rPr>
        <w:t xml:space="preserve"> </w:t>
      </w:r>
      <w:r>
        <w:rPr>
          <w:rFonts w:hint="cs"/>
          <w:rtl/>
        </w:rPr>
        <w:t>يعلمون</w:t>
      </w:r>
      <w:r>
        <w:rPr>
          <w:rtl/>
        </w:rPr>
        <w:t xml:space="preserve"> </w:t>
      </w:r>
      <w:r>
        <w:rPr>
          <w:rFonts w:hint="cs"/>
          <w:rtl/>
        </w:rPr>
        <w:t>نصيباً</w:t>
      </w:r>
      <w:r>
        <w:rPr>
          <w:rtl/>
        </w:rPr>
        <w:t xml:space="preserve"> ...</w:t>
      </w:r>
      <w:r>
        <w:rPr>
          <w:rFonts w:hint="cs"/>
          <w:rtl/>
        </w:rPr>
        <w:t>تاللّ</w:t>
      </w:r>
      <w:r w:rsidR="00120F63" w:rsidRPr="00ED5DE8">
        <w:rPr>
          <w:rFonts w:hint="cs"/>
          <w:rtl/>
        </w:rPr>
        <w:t>ه</w:t>
      </w:r>
      <w:r>
        <w:rPr>
          <w:rtl/>
        </w:rPr>
        <w:t xml:space="preserve"> </w:t>
      </w:r>
      <w:r>
        <w:rPr>
          <w:rFonts w:hint="cs"/>
          <w:rtl/>
        </w:rPr>
        <w:t>لتسئلنّ</w:t>
      </w:r>
      <w:r>
        <w:rPr>
          <w:rtl/>
        </w:rPr>
        <w:t xml:space="preserve"> </w:t>
      </w:r>
      <w:r>
        <w:rPr>
          <w:rFonts w:hint="cs"/>
          <w:rtl/>
        </w:rPr>
        <w:t>عمّا</w:t>
      </w:r>
      <w:r>
        <w:rPr>
          <w:rtl/>
        </w:rPr>
        <w:t xml:space="preserve"> </w:t>
      </w:r>
      <w:r>
        <w:rPr>
          <w:rFonts w:hint="cs"/>
          <w:rtl/>
        </w:rPr>
        <w:t>كنتم</w:t>
      </w:r>
      <w:r>
        <w:rPr>
          <w:rtl/>
        </w:rPr>
        <w:t xml:space="preserve"> تفترون</w:t>
      </w:r>
    </w:p>
    <w:p w:rsidR="00CF6C36" w:rsidRDefault="001E7F9D" w:rsidP="00F73EDE">
      <w:pPr>
        <w:pStyle w:val="libPoemTini"/>
        <w:rPr>
          <w:rtl/>
        </w:rPr>
      </w:pPr>
      <w:r>
        <w:rPr>
          <w:rtl/>
        </w:rPr>
        <w:br w:type="page"/>
      </w:r>
    </w:p>
    <w:p w:rsidR="001F628F" w:rsidRDefault="001F628F" w:rsidP="00CF6C36">
      <w:pPr>
        <w:pStyle w:val="libNormal"/>
        <w:rPr>
          <w:rtl/>
        </w:rPr>
      </w:pPr>
      <w:r>
        <w:rPr>
          <w:rtl/>
        </w:rPr>
        <w:lastRenderedPageBreak/>
        <w:t>12_ بندو</w:t>
      </w:r>
      <w:r w:rsidR="00083993">
        <w:rPr>
          <w:rtl/>
        </w:rPr>
        <w:t xml:space="preserve">ں </w:t>
      </w:r>
      <w:r>
        <w:rPr>
          <w:rtl/>
        </w:rPr>
        <w:t>كو رزق پہنچانے مي</w:t>
      </w:r>
      <w:r w:rsidR="00083993">
        <w:rPr>
          <w:rtl/>
        </w:rPr>
        <w:t xml:space="preserve">ں </w:t>
      </w:r>
      <w:r>
        <w:rPr>
          <w:rtl/>
        </w:rPr>
        <w:t>باطل معبودو</w:t>
      </w:r>
      <w:r w:rsidR="00083993">
        <w:rPr>
          <w:rtl/>
        </w:rPr>
        <w:t xml:space="preserve">ں </w:t>
      </w:r>
      <w:r>
        <w:rPr>
          <w:rtl/>
        </w:rPr>
        <w:t>كو دخيل سمجھنا، افتراء ہے_</w:t>
      </w:r>
    </w:p>
    <w:p w:rsidR="001F628F" w:rsidRDefault="001F628F" w:rsidP="00CF6C36">
      <w:pPr>
        <w:pStyle w:val="libArabic"/>
        <w:rPr>
          <w:rtl/>
        </w:rPr>
      </w:pPr>
      <w:r>
        <w:rPr>
          <w:rFonts w:hint="eastAsia"/>
          <w:rtl/>
        </w:rPr>
        <w:t>ويجعلون</w:t>
      </w:r>
      <w:r>
        <w:rPr>
          <w:rtl/>
        </w:rPr>
        <w:t xml:space="preserve"> لما لا يعلمون نصيباً ممّا رزقنا </w:t>
      </w:r>
      <w:r w:rsidR="00120F63" w:rsidRPr="00ED5DE8">
        <w:rPr>
          <w:rFonts w:hint="cs"/>
          <w:rtl/>
        </w:rPr>
        <w:t>ه</w:t>
      </w:r>
      <w:r>
        <w:rPr>
          <w:rFonts w:hint="cs"/>
          <w:rtl/>
        </w:rPr>
        <w:t>م</w:t>
      </w:r>
      <w:r>
        <w:rPr>
          <w:rtl/>
        </w:rPr>
        <w:t xml:space="preserve"> </w:t>
      </w:r>
      <w:r>
        <w:rPr>
          <w:rFonts w:hint="cs"/>
          <w:rtl/>
        </w:rPr>
        <w:t>تالله</w:t>
      </w:r>
      <w:r>
        <w:rPr>
          <w:rtl/>
        </w:rPr>
        <w:t xml:space="preserve"> </w:t>
      </w:r>
      <w:r>
        <w:rPr>
          <w:rFonts w:hint="cs"/>
          <w:rtl/>
        </w:rPr>
        <w:t>لتسئلن</w:t>
      </w:r>
      <w:r>
        <w:rPr>
          <w:rtl/>
        </w:rPr>
        <w:t xml:space="preserve"> </w:t>
      </w:r>
      <w:r>
        <w:rPr>
          <w:rFonts w:hint="cs"/>
          <w:rtl/>
        </w:rPr>
        <w:t>عمّا</w:t>
      </w:r>
      <w:r>
        <w:rPr>
          <w:rtl/>
        </w:rPr>
        <w:t xml:space="preserve"> </w:t>
      </w:r>
      <w:r>
        <w:rPr>
          <w:rFonts w:hint="cs"/>
          <w:rtl/>
        </w:rPr>
        <w:t>كنتم</w:t>
      </w:r>
      <w:r>
        <w:rPr>
          <w:rtl/>
        </w:rPr>
        <w:t xml:space="preserve"> تفترون</w:t>
      </w:r>
    </w:p>
    <w:p w:rsidR="001F628F" w:rsidRDefault="001F628F" w:rsidP="001F628F">
      <w:pPr>
        <w:pStyle w:val="libNormal"/>
        <w:rPr>
          <w:rtl/>
        </w:rPr>
      </w:pPr>
      <w:r>
        <w:rPr>
          <w:rFonts w:hint="eastAsia"/>
          <w:rtl/>
        </w:rPr>
        <w:t>ممكن</w:t>
      </w:r>
      <w:r>
        <w:rPr>
          <w:rtl/>
        </w:rPr>
        <w:t xml:space="preserve"> ہے ''تفترون'' كا متعلق مشركين كى جانب سے باطل مبعودو</w:t>
      </w:r>
      <w:r w:rsidR="00083993">
        <w:rPr>
          <w:rtl/>
        </w:rPr>
        <w:t xml:space="preserve">ں </w:t>
      </w:r>
      <w:r>
        <w:rPr>
          <w:rtl/>
        </w:rPr>
        <w:t>كے ليے ''جعل نصيب'' (حصّہ قرارد دينا ہو) اور معبودو</w:t>
      </w:r>
      <w:r w:rsidR="00083993">
        <w:rPr>
          <w:rtl/>
        </w:rPr>
        <w:t xml:space="preserve">ں </w:t>
      </w:r>
      <w:r>
        <w:rPr>
          <w:rtl/>
        </w:rPr>
        <w:t>كے سہم قرار دينے سے مراد ، انہي</w:t>
      </w:r>
      <w:r w:rsidR="00083993">
        <w:rPr>
          <w:rtl/>
        </w:rPr>
        <w:t xml:space="preserve">ں </w:t>
      </w:r>
      <w:r>
        <w:rPr>
          <w:rtl/>
        </w:rPr>
        <w:t>رزق پہنچانے كے سلسلہ مي</w:t>
      </w:r>
      <w:r w:rsidR="00083993">
        <w:rPr>
          <w:rtl/>
        </w:rPr>
        <w:t xml:space="preserve">ں </w:t>
      </w:r>
      <w:r>
        <w:rPr>
          <w:rtl/>
        </w:rPr>
        <w:t>دخيل سمجھنا ہے_</w:t>
      </w:r>
    </w:p>
    <w:p w:rsidR="001F628F" w:rsidRDefault="001F628F" w:rsidP="00CF6C36">
      <w:pPr>
        <w:pStyle w:val="libNormal"/>
        <w:rPr>
          <w:rtl/>
        </w:rPr>
      </w:pPr>
      <w:r>
        <w:rPr>
          <w:rtl/>
        </w:rPr>
        <w:t>13_خداوند عالم پر افتراء با ندھنا ( جو امر رزق مي</w:t>
      </w:r>
      <w:r w:rsidR="00083993">
        <w:rPr>
          <w:rtl/>
        </w:rPr>
        <w:t xml:space="preserve">ں </w:t>
      </w:r>
      <w:r>
        <w:rPr>
          <w:rtl/>
        </w:rPr>
        <w:t>خداوند عالم كے شريك قرارد ينے پر مشتمل ہو) شرك ربوبيت پر اعتماد ركھنے والو</w:t>
      </w:r>
      <w:r w:rsidR="00083993">
        <w:rPr>
          <w:rtl/>
        </w:rPr>
        <w:t xml:space="preserve">ں </w:t>
      </w:r>
      <w:r>
        <w:rPr>
          <w:rtl/>
        </w:rPr>
        <w:t>كا دائمى فعل ہے_</w:t>
      </w:r>
      <w:r w:rsidRPr="00CF6C36">
        <w:rPr>
          <w:rStyle w:val="libArabicChar"/>
          <w:rFonts w:hint="eastAsia"/>
          <w:rtl/>
        </w:rPr>
        <w:t>بربّ</w:t>
      </w:r>
      <w:r w:rsidR="00120F63" w:rsidRPr="00B2551F">
        <w:rPr>
          <w:rStyle w:val="libArabicChar"/>
          <w:rFonts w:hint="cs"/>
          <w:rtl/>
        </w:rPr>
        <w:t>ه</w:t>
      </w:r>
      <w:r w:rsidRPr="00CF6C36">
        <w:rPr>
          <w:rStyle w:val="libArabicChar"/>
          <w:rFonts w:hint="cs"/>
          <w:rtl/>
        </w:rPr>
        <w:t>م</w:t>
      </w:r>
      <w:r w:rsidRPr="00CF6C36">
        <w:rPr>
          <w:rStyle w:val="libArabicChar"/>
          <w:rtl/>
        </w:rPr>
        <w:t xml:space="preserve"> يشركون ...ويجعلون لما لا يعلمون نصيباً ممّا رزقنا</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كنتم</w:t>
      </w:r>
      <w:r w:rsidRPr="00CF6C36">
        <w:rPr>
          <w:rStyle w:val="libArabicChar"/>
          <w:rtl/>
        </w:rPr>
        <w:t xml:space="preserve"> تفترون</w:t>
      </w:r>
    </w:p>
    <w:p w:rsidR="001F628F" w:rsidRDefault="001F628F" w:rsidP="001F628F">
      <w:pPr>
        <w:pStyle w:val="libNormal"/>
        <w:rPr>
          <w:rtl/>
        </w:rPr>
      </w:pPr>
      <w:r>
        <w:rPr>
          <w:rtl/>
        </w:rPr>
        <w:t>14_ خداوند عالم پر افتراء باندھنا ، خداوند عالم كے شديد غضب و ناراضگى كا سبب ہے_</w:t>
      </w:r>
    </w:p>
    <w:p w:rsidR="001F628F" w:rsidRDefault="001F628F" w:rsidP="00CF6C36">
      <w:pPr>
        <w:pStyle w:val="libArabic"/>
        <w:rPr>
          <w:rtl/>
        </w:rPr>
      </w:pPr>
      <w:r>
        <w:rPr>
          <w:rFonts w:hint="eastAsia"/>
          <w:rtl/>
        </w:rPr>
        <w:t>ويجعلون</w:t>
      </w:r>
      <w:r>
        <w:rPr>
          <w:rtl/>
        </w:rPr>
        <w:t xml:space="preserve"> لمّا لا يعلمون نصيباً ممّا رزقنا </w:t>
      </w:r>
      <w:r w:rsidR="00120F63" w:rsidRPr="00ED5DE8">
        <w:rPr>
          <w:rFonts w:hint="cs"/>
          <w:rtl/>
        </w:rPr>
        <w:t>ه</w:t>
      </w:r>
      <w:r>
        <w:rPr>
          <w:rFonts w:hint="cs"/>
          <w:rtl/>
        </w:rPr>
        <w:t>م</w:t>
      </w:r>
      <w:r>
        <w:rPr>
          <w:rtl/>
        </w:rPr>
        <w:t xml:space="preserve"> </w:t>
      </w:r>
      <w:r>
        <w:rPr>
          <w:rFonts w:hint="cs"/>
          <w:rtl/>
        </w:rPr>
        <w:t>تالله</w:t>
      </w:r>
      <w:r>
        <w:rPr>
          <w:rtl/>
        </w:rPr>
        <w:t xml:space="preserve"> </w:t>
      </w:r>
      <w:r>
        <w:rPr>
          <w:rFonts w:hint="cs"/>
          <w:rtl/>
        </w:rPr>
        <w:t>لتسئلن</w:t>
      </w:r>
      <w:r>
        <w:rPr>
          <w:rtl/>
        </w:rPr>
        <w:t xml:space="preserve"> </w:t>
      </w:r>
      <w:r>
        <w:rPr>
          <w:rFonts w:hint="cs"/>
          <w:rtl/>
        </w:rPr>
        <w:t>عمّا</w:t>
      </w:r>
      <w:r>
        <w:rPr>
          <w:rtl/>
        </w:rPr>
        <w:t xml:space="preserve"> </w:t>
      </w:r>
      <w:r>
        <w:rPr>
          <w:rFonts w:hint="cs"/>
          <w:rtl/>
        </w:rPr>
        <w:t>كنتم</w:t>
      </w:r>
      <w:r>
        <w:rPr>
          <w:rtl/>
        </w:rPr>
        <w:t xml:space="preserve"> </w:t>
      </w:r>
      <w:r>
        <w:rPr>
          <w:rFonts w:hint="cs"/>
          <w:rtl/>
        </w:rPr>
        <w:t>ت</w:t>
      </w:r>
      <w:r>
        <w:rPr>
          <w:rtl/>
        </w:rPr>
        <w:t>فترون</w:t>
      </w:r>
    </w:p>
    <w:p w:rsidR="001F628F" w:rsidRDefault="001F628F" w:rsidP="001F628F">
      <w:pPr>
        <w:pStyle w:val="libNormal"/>
        <w:rPr>
          <w:rtl/>
        </w:rPr>
      </w:pPr>
      <w:r>
        <w:rPr>
          <w:rFonts w:hint="eastAsia"/>
          <w:rtl/>
        </w:rPr>
        <w:t>مخاطب</w:t>
      </w:r>
      <w:r>
        <w:rPr>
          <w:rtl/>
        </w:rPr>
        <w:t xml:space="preserve"> سے غائب كے صيغہ كى طرف عدول ، ممكن ہے مذكورہ نكتہ سے حكايت ہو _ لفظ جلالہ كے ذريعہ قسم اٹھانا اور فعل مجہول ''تْسئلنّ '' پر نون تاكيد كا آنا، نيز ممكن ہے مذكورہ تفسير پر مؤيّد ہو_</w:t>
      </w:r>
    </w:p>
    <w:p w:rsidR="001F628F" w:rsidRDefault="001F628F" w:rsidP="00CF6C36">
      <w:pPr>
        <w:pStyle w:val="libNormal"/>
        <w:rPr>
          <w:rtl/>
        </w:rPr>
      </w:pPr>
      <w:r>
        <w:rPr>
          <w:rtl/>
        </w:rPr>
        <w:t>15_ شرك ربوبيّت (رزق پہنچانے مي</w:t>
      </w:r>
      <w:r w:rsidR="00083993">
        <w:rPr>
          <w:rtl/>
        </w:rPr>
        <w:t xml:space="preserve">ں </w:t>
      </w:r>
      <w:r>
        <w:rPr>
          <w:rtl/>
        </w:rPr>
        <w:t>خدا كا شريك قرار دينا) كے معتقد افراد نے اپنے اعتقاد كى بنياد ، خود ساختہ جھوٹ پر ركھى ہے_</w:t>
      </w:r>
      <w:r w:rsidRPr="00CF6C36">
        <w:rPr>
          <w:rStyle w:val="libArabicChar"/>
          <w:rFonts w:hint="eastAsia"/>
          <w:rtl/>
        </w:rPr>
        <w:t>بربّ</w:t>
      </w:r>
      <w:r w:rsidR="00120F63" w:rsidRPr="00B2551F">
        <w:rPr>
          <w:rStyle w:val="libArabicChar"/>
          <w:rFonts w:hint="cs"/>
          <w:rtl/>
        </w:rPr>
        <w:t>ه</w:t>
      </w:r>
      <w:r w:rsidRPr="00CF6C36">
        <w:rPr>
          <w:rStyle w:val="libArabicChar"/>
          <w:rFonts w:hint="cs"/>
          <w:rtl/>
        </w:rPr>
        <w:t>م</w:t>
      </w:r>
      <w:r w:rsidRPr="00CF6C36">
        <w:rPr>
          <w:rStyle w:val="libArabicChar"/>
          <w:rtl/>
        </w:rPr>
        <w:t xml:space="preserve"> يشركون ...ويجعلون لما لا يعلمون نصيباً ...عمّا كنتم تفترون</w:t>
      </w:r>
    </w:p>
    <w:p w:rsidR="001F628F" w:rsidRDefault="001F628F" w:rsidP="001F628F">
      <w:pPr>
        <w:pStyle w:val="libNormal"/>
        <w:rPr>
          <w:rtl/>
        </w:rPr>
      </w:pPr>
      <w:r>
        <w:rPr>
          <w:rtl/>
        </w:rPr>
        <w:t>(مصدر ثلاثى مزيد)سے ''يفترون''كا معنى جھوٹ ہے اس كے اور كذب (خبر كا واقع كے مطابق نہ ہونا) كے در ميان فرق يہ ہے كہ ''افتراء ' خود ساختہ اور جعلى ہے_</w:t>
      </w:r>
    </w:p>
    <w:p w:rsidR="001F628F" w:rsidRDefault="001F628F" w:rsidP="001F628F">
      <w:pPr>
        <w:pStyle w:val="libNormal"/>
        <w:rPr>
          <w:rtl/>
        </w:rPr>
      </w:pPr>
      <w:r>
        <w:rPr>
          <w:rFonts w:hint="eastAsia"/>
          <w:rtl/>
        </w:rPr>
        <w:t>عوامل</w:t>
      </w:r>
      <w:r>
        <w:rPr>
          <w:rtl/>
        </w:rPr>
        <w:t xml:space="preserve"> اور اسباب كے كرداركو مستقل قرارد ينا ، ايسا افتراء ہے جس پر مواخذہ كيا جا ئيگا_</w:t>
      </w:r>
    </w:p>
    <w:p w:rsidR="001F628F" w:rsidRDefault="001F628F" w:rsidP="00CF6C36">
      <w:pPr>
        <w:pStyle w:val="libArabic"/>
        <w:rPr>
          <w:rtl/>
        </w:rPr>
      </w:pPr>
      <w:r>
        <w:rPr>
          <w:rFonts w:hint="eastAsia"/>
          <w:rtl/>
        </w:rPr>
        <w:t>ويجعلون</w:t>
      </w:r>
      <w:r>
        <w:rPr>
          <w:rtl/>
        </w:rPr>
        <w:t xml:space="preserve"> لما لا يعلمون نصيباً ...تاللّ</w:t>
      </w:r>
      <w:r w:rsidR="00120F63" w:rsidRPr="00ED5DE8">
        <w:rPr>
          <w:rFonts w:hint="cs"/>
          <w:rtl/>
        </w:rPr>
        <w:t>ه</w:t>
      </w:r>
      <w:r>
        <w:rPr>
          <w:rtl/>
        </w:rPr>
        <w:t xml:space="preserve"> </w:t>
      </w:r>
      <w:r>
        <w:rPr>
          <w:rFonts w:hint="cs"/>
          <w:rtl/>
        </w:rPr>
        <w:t>لتسئلن</w:t>
      </w:r>
      <w:r>
        <w:rPr>
          <w:rtl/>
        </w:rPr>
        <w:t xml:space="preserve"> </w:t>
      </w:r>
      <w:r>
        <w:rPr>
          <w:rFonts w:hint="cs"/>
          <w:rtl/>
        </w:rPr>
        <w:t>عمّا</w:t>
      </w:r>
      <w:r>
        <w:rPr>
          <w:rtl/>
        </w:rPr>
        <w:t xml:space="preserve"> </w:t>
      </w:r>
      <w:r>
        <w:rPr>
          <w:rFonts w:hint="cs"/>
          <w:rtl/>
        </w:rPr>
        <w:t>كنتم</w:t>
      </w:r>
      <w:r>
        <w:rPr>
          <w:rtl/>
        </w:rPr>
        <w:t xml:space="preserve"> </w:t>
      </w:r>
      <w:r>
        <w:rPr>
          <w:rFonts w:hint="cs"/>
          <w:rtl/>
        </w:rPr>
        <w:t>ت</w:t>
      </w:r>
      <w:r>
        <w:rPr>
          <w:rtl/>
        </w:rPr>
        <w:t>فترون</w:t>
      </w:r>
    </w:p>
    <w:p w:rsidR="001F628F" w:rsidRDefault="001F628F" w:rsidP="00CF6C36">
      <w:pPr>
        <w:pStyle w:val="libNormal"/>
        <w:rPr>
          <w:rtl/>
        </w:rPr>
      </w:pPr>
      <w:r>
        <w:rPr>
          <w:rFonts w:hint="eastAsia"/>
          <w:rtl/>
        </w:rPr>
        <w:t>افترائ</w:t>
      </w:r>
      <w:r>
        <w:rPr>
          <w:rtl/>
        </w:rPr>
        <w:t>:</w:t>
      </w:r>
      <w:r>
        <w:rPr>
          <w:rFonts w:hint="eastAsia"/>
          <w:rtl/>
        </w:rPr>
        <w:t>خدا</w:t>
      </w:r>
      <w:r>
        <w:rPr>
          <w:rtl/>
        </w:rPr>
        <w:t xml:space="preserve"> پر افتراء باندھنے كے آثار 14; افتراء كى مغضوبيت14; افتراء كے موارد12،16</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كے انذار9; الله تعالى كى رازقيّت5; الله تعالى كى سرزنشي</w:t>
      </w:r>
      <w:r w:rsidR="00083993">
        <w:rPr>
          <w:rtl/>
        </w:rPr>
        <w:t xml:space="preserve">ں </w:t>
      </w:r>
      <w:r>
        <w:rPr>
          <w:rtl/>
        </w:rPr>
        <w:t>7،8; الله تعالى كے مواخذے 11 ، 16; الله تعالى كے غضب كے اسباب14</w:t>
      </w:r>
    </w:p>
    <w:p w:rsidR="001F628F" w:rsidRDefault="001F628F" w:rsidP="00CF6C36">
      <w:pPr>
        <w:pStyle w:val="libNormal"/>
        <w:rPr>
          <w:rtl/>
        </w:rPr>
      </w:pPr>
      <w:r>
        <w:rPr>
          <w:rFonts w:hint="eastAsia"/>
          <w:rtl/>
        </w:rPr>
        <w:t>باطل</w:t>
      </w:r>
      <w:r>
        <w:rPr>
          <w:rtl/>
        </w:rPr>
        <w:t>:</w:t>
      </w:r>
      <w:r>
        <w:rPr>
          <w:rFonts w:hint="eastAsia"/>
          <w:rtl/>
        </w:rPr>
        <w:t>باطل</w:t>
      </w:r>
      <w:r>
        <w:rPr>
          <w:rtl/>
        </w:rPr>
        <w:t xml:space="preserve"> معبود و</w:t>
      </w:r>
      <w:r w:rsidR="00083993">
        <w:rPr>
          <w:rtl/>
        </w:rPr>
        <w:t xml:space="preserve">ں </w:t>
      </w:r>
      <w:r>
        <w:rPr>
          <w:rtl/>
        </w:rPr>
        <w:t>كا جہل 4; باطل معبودو</w:t>
      </w:r>
      <w:r w:rsidR="00083993">
        <w:rPr>
          <w:rtl/>
        </w:rPr>
        <w:t xml:space="preserve">ں </w:t>
      </w:r>
      <w:r>
        <w:rPr>
          <w:rtl/>
        </w:rPr>
        <w:t>كى رازقيّت 12،13; باطل معبودو</w:t>
      </w:r>
      <w:r w:rsidR="00083993">
        <w:rPr>
          <w:rtl/>
        </w:rPr>
        <w:t xml:space="preserve">ں </w:t>
      </w:r>
      <w:r>
        <w:rPr>
          <w:rtl/>
        </w:rPr>
        <w:t>كے سہم المال كى سرزنش8; باطل معبودو</w:t>
      </w:r>
      <w:r w:rsidR="00083993">
        <w:rPr>
          <w:rtl/>
        </w:rPr>
        <w:t xml:space="preserve">ں </w:t>
      </w:r>
      <w:r>
        <w:rPr>
          <w:rtl/>
        </w:rPr>
        <w:t>كا سہم المال3،6; باطل معبود اور رازقيّت1</w:t>
      </w:r>
    </w:p>
    <w:p w:rsidR="001F628F" w:rsidRDefault="001F628F" w:rsidP="001F628F">
      <w:pPr>
        <w:pStyle w:val="libNormal"/>
        <w:rPr>
          <w:rtl/>
        </w:rPr>
      </w:pPr>
      <w:r>
        <w:rPr>
          <w:rFonts w:hint="eastAsia"/>
          <w:rtl/>
        </w:rPr>
        <w:t>خدا</w:t>
      </w:r>
      <w:r>
        <w:rPr>
          <w:rtl/>
        </w:rPr>
        <w:t xml:space="preserve"> پر افتراء باندھنے والے:</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خدا</w:t>
      </w:r>
      <w:r>
        <w:rPr>
          <w:rtl/>
        </w:rPr>
        <w:t xml:space="preserve"> پر افتراء باندھنے والو</w:t>
      </w:r>
      <w:r w:rsidR="00083993">
        <w:rPr>
          <w:rtl/>
        </w:rPr>
        <w:t xml:space="preserve">ں </w:t>
      </w:r>
      <w:r>
        <w:rPr>
          <w:rtl/>
        </w:rPr>
        <w:t>كے مواخذہ كا حتمى ہونا10</w:t>
      </w:r>
    </w:p>
    <w:p w:rsidR="001F628F" w:rsidRDefault="001F628F" w:rsidP="00CF6C36">
      <w:pPr>
        <w:pStyle w:val="libNormal"/>
        <w:rPr>
          <w:rtl/>
        </w:rPr>
      </w:pPr>
      <w:r>
        <w:rPr>
          <w:rFonts w:hint="eastAsia"/>
          <w:rtl/>
        </w:rPr>
        <w:t>روزي</w:t>
      </w:r>
      <w:r>
        <w:rPr>
          <w:rtl/>
        </w:rPr>
        <w:t>:</w:t>
      </w:r>
      <w:r>
        <w:rPr>
          <w:rFonts w:hint="eastAsia"/>
          <w:rtl/>
        </w:rPr>
        <w:t>روزى</w:t>
      </w:r>
      <w:r>
        <w:rPr>
          <w:rtl/>
        </w:rPr>
        <w:t xml:space="preserve"> كا سرچشمہ 5</w:t>
      </w:r>
    </w:p>
    <w:p w:rsidR="001F628F" w:rsidRDefault="001F628F" w:rsidP="00CF6C36">
      <w:pPr>
        <w:pStyle w:val="libNormal"/>
        <w:rPr>
          <w:rtl/>
        </w:rPr>
      </w:pPr>
      <w:r>
        <w:rPr>
          <w:rFonts w:hint="eastAsia"/>
          <w:rtl/>
        </w:rPr>
        <w:t>شرك</w:t>
      </w:r>
      <w:r>
        <w:rPr>
          <w:rtl/>
        </w:rPr>
        <w:t>:</w:t>
      </w:r>
      <w:r>
        <w:rPr>
          <w:rFonts w:hint="eastAsia"/>
          <w:rtl/>
        </w:rPr>
        <w:t>رازقيّت</w:t>
      </w:r>
      <w:r>
        <w:rPr>
          <w:rtl/>
        </w:rPr>
        <w:t xml:space="preserve"> مي</w:t>
      </w:r>
      <w:r w:rsidR="00083993">
        <w:rPr>
          <w:rtl/>
        </w:rPr>
        <w:t xml:space="preserve">ں </w:t>
      </w:r>
      <w:r>
        <w:rPr>
          <w:rtl/>
        </w:rPr>
        <w:t>شرك1،12،13;رازقيّت مي</w:t>
      </w:r>
      <w:r w:rsidR="00083993">
        <w:rPr>
          <w:rtl/>
        </w:rPr>
        <w:t xml:space="preserve">ں </w:t>
      </w:r>
      <w:r>
        <w:rPr>
          <w:rtl/>
        </w:rPr>
        <w:t>شرك كى سرزنش 7;شرك افعالى 2; شرك افعالى پر مواخذہ16; شرك ربوبى كا فضول ہونا 15</w:t>
      </w:r>
    </w:p>
    <w:p w:rsidR="001F628F" w:rsidRDefault="001F628F" w:rsidP="00CF6C36">
      <w:pPr>
        <w:pStyle w:val="libNormal"/>
        <w:rPr>
          <w:rtl/>
        </w:rPr>
      </w:pPr>
      <w:r>
        <w:rPr>
          <w:rFonts w:hint="eastAsia"/>
          <w:rtl/>
        </w:rPr>
        <w:t>طبيعى</w:t>
      </w:r>
      <w:r>
        <w:rPr>
          <w:rtl/>
        </w:rPr>
        <w:t xml:space="preserve"> عوامل:</w:t>
      </w:r>
      <w:r>
        <w:rPr>
          <w:rFonts w:hint="eastAsia"/>
          <w:rtl/>
        </w:rPr>
        <w:t>طبيعى</w:t>
      </w:r>
      <w:r>
        <w:rPr>
          <w:rtl/>
        </w:rPr>
        <w:t xml:space="preserve"> عوامل كا كردار2،16</w:t>
      </w:r>
    </w:p>
    <w:p w:rsidR="001F628F" w:rsidRDefault="001F628F" w:rsidP="00CF6C36">
      <w:pPr>
        <w:pStyle w:val="libNormal"/>
        <w:rPr>
          <w:rtl/>
        </w:rPr>
      </w:pPr>
      <w:r>
        <w:rPr>
          <w:rFonts w:hint="eastAsia"/>
          <w:rtl/>
        </w:rPr>
        <w:t>عقيدہ</w:t>
      </w:r>
      <w:r>
        <w:rPr>
          <w:rtl/>
        </w:rPr>
        <w:t>:</w:t>
      </w:r>
      <w:r>
        <w:rPr>
          <w:rFonts w:hint="eastAsia"/>
          <w:rtl/>
        </w:rPr>
        <w:t>باطل</w:t>
      </w:r>
      <w:r>
        <w:rPr>
          <w:rtl/>
        </w:rPr>
        <w:t xml:space="preserve"> معبودو</w:t>
      </w:r>
      <w:r w:rsidR="00083993">
        <w:rPr>
          <w:rtl/>
        </w:rPr>
        <w:t xml:space="preserve">ں </w:t>
      </w:r>
      <w:r>
        <w:rPr>
          <w:rtl/>
        </w:rPr>
        <w:t>كى رازقيّت پر سرزنش 7; شرك ربوبى كا عقيدہ13</w:t>
      </w:r>
    </w:p>
    <w:p w:rsidR="001F628F" w:rsidRDefault="001F628F" w:rsidP="00CF6C36">
      <w:pPr>
        <w:pStyle w:val="libNormal"/>
        <w:rPr>
          <w:rtl/>
        </w:rPr>
      </w:pPr>
      <w:r>
        <w:rPr>
          <w:rFonts w:hint="eastAsia"/>
          <w:rtl/>
        </w:rPr>
        <w:t>قرآن</w:t>
      </w:r>
      <w:r>
        <w:rPr>
          <w:rtl/>
        </w:rPr>
        <w:t>:</w:t>
      </w:r>
      <w:r>
        <w:rPr>
          <w:rFonts w:hint="eastAsia"/>
          <w:rtl/>
        </w:rPr>
        <w:t>قرآن</w:t>
      </w:r>
      <w:r>
        <w:rPr>
          <w:rtl/>
        </w:rPr>
        <w:t xml:space="preserve"> مجيد كى قسم9</w:t>
      </w:r>
    </w:p>
    <w:p w:rsidR="001F628F" w:rsidRDefault="001F628F" w:rsidP="00CF6C36">
      <w:pPr>
        <w:pStyle w:val="libNormal"/>
        <w:rPr>
          <w:rtl/>
        </w:rPr>
      </w:pPr>
      <w:r>
        <w:rPr>
          <w:rFonts w:hint="eastAsia"/>
          <w:rtl/>
        </w:rPr>
        <w:t>قسم</w:t>
      </w:r>
      <w:r>
        <w:rPr>
          <w:rtl/>
        </w:rPr>
        <w:t>:</w:t>
      </w:r>
      <w:r>
        <w:rPr>
          <w:rFonts w:hint="eastAsia"/>
          <w:rtl/>
        </w:rPr>
        <w:t>خدا</w:t>
      </w:r>
      <w:r>
        <w:rPr>
          <w:rtl/>
        </w:rPr>
        <w:t xml:space="preserve"> كى قسم9</w:t>
      </w:r>
    </w:p>
    <w:p w:rsidR="001F628F" w:rsidRDefault="001F628F" w:rsidP="00CF6C36">
      <w:pPr>
        <w:pStyle w:val="libNormal"/>
        <w:rPr>
          <w:rtl/>
        </w:rPr>
      </w:pPr>
      <w:r>
        <w:rPr>
          <w:rFonts w:hint="eastAsia"/>
          <w:rtl/>
        </w:rPr>
        <w:t>مشركين</w:t>
      </w:r>
      <w:r>
        <w:rPr>
          <w:rtl/>
        </w:rPr>
        <w:t>:</w:t>
      </w:r>
      <w:r>
        <w:rPr>
          <w:rFonts w:hint="eastAsia"/>
          <w:rtl/>
        </w:rPr>
        <w:t>مشركين</w:t>
      </w:r>
      <w:r>
        <w:rPr>
          <w:rtl/>
        </w:rPr>
        <w:t xml:space="preserve"> اور باطل معبود 3; مشركين كا مواخذہ 9;مشركين كى بدعت گذاري6; مشركين كى تہديد 9; مشركين كى روزي5; مشركين كى فكر1،2; مشركين كى كذب بياني15; مشركين كے افتراء 13; مشركين كے عقيدتى مباني5; مشركين كے مواخذ كا حتمى ہونا10</w:t>
      </w:r>
    </w:p>
    <w:p w:rsidR="001F628F" w:rsidRDefault="001F628F" w:rsidP="00CF6C36">
      <w:pPr>
        <w:pStyle w:val="libNormal"/>
        <w:rPr>
          <w:rtl/>
        </w:rPr>
      </w:pPr>
      <w:r>
        <w:rPr>
          <w:rFonts w:hint="eastAsia"/>
          <w:rtl/>
        </w:rPr>
        <w:t>نجات</w:t>
      </w:r>
      <w:r>
        <w:rPr>
          <w:rtl/>
        </w:rPr>
        <w:t>:</w:t>
      </w:r>
      <w:r>
        <w:rPr>
          <w:rFonts w:hint="eastAsia"/>
          <w:rtl/>
        </w:rPr>
        <w:t>غيرخدا</w:t>
      </w:r>
      <w:r>
        <w:rPr>
          <w:rtl/>
        </w:rPr>
        <w:t xml:space="preserve"> كى طرف نجات دينے كى نسبت كى سزا1</w:t>
      </w:r>
    </w:p>
    <w:p w:rsidR="001F628F" w:rsidRDefault="00CF6C36" w:rsidP="00CF6C36">
      <w:pPr>
        <w:pStyle w:val="Heading2Center"/>
        <w:rPr>
          <w:rtl/>
        </w:rPr>
      </w:pPr>
      <w:bookmarkStart w:id="203" w:name="_Toc28081881"/>
      <w:r>
        <w:rPr>
          <w:rFonts w:hint="cs"/>
          <w:rtl/>
        </w:rPr>
        <w:t>آیت 57</w:t>
      </w:r>
      <w:bookmarkEnd w:id="203"/>
    </w:p>
    <w:p w:rsidR="001F628F" w:rsidRDefault="00E260F9" w:rsidP="00CF6C36">
      <w:pPr>
        <w:pStyle w:val="libNormal"/>
        <w:rPr>
          <w:rtl/>
        </w:rPr>
      </w:pPr>
      <w:r w:rsidRPr="00E260F9">
        <w:rPr>
          <w:rStyle w:val="libAlaemChar"/>
          <w:rFonts w:hint="eastAsia"/>
          <w:rtl/>
        </w:rPr>
        <w:t>(</w:t>
      </w:r>
      <w:r w:rsidRPr="00CF6C36">
        <w:rPr>
          <w:rStyle w:val="libAieChar"/>
          <w:rFonts w:hint="eastAsia"/>
          <w:rtl/>
        </w:rPr>
        <w:t>وَيَجْعَلُونَ</w:t>
      </w:r>
      <w:r w:rsidRPr="00CF6C36">
        <w:rPr>
          <w:rStyle w:val="libAieChar"/>
          <w:rtl/>
        </w:rPr>
        <w:t xml:space="preserve"> لِلّهِ الْبَنَاتِ سُبْحَانَهُ وَلَهُم مَّا يَشْتَهُونَ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اللہ كے لئے لڑكيا</w:t>
      </w:r>
      <w:r w:rsidR="00083993">
        <w:rPr>
          <w:rtl/>
        </w:rPr>
        <w:t xml:space="preserve">ں </w:t>
      </w:r>
      <w:r>
        <w:rPr>
          <w:rtl/>
        </w:rPr>
        <w:t>قرار ديتے ہي</w:t>
      </w:r>
      <w:r w:rsidR="00083993">
        <w:rPr>
          <w:rtl/>
        </w:rPr>
        <w:t xml:space="preserve">ں </w:t>
      </w:r>
      <w:r>
        <w:rPr>
          <w:rtl/>
        </w:rPr>
        <w:t>جب كہ وہ پاك اور بے نياز ہے اور يہ جو كچھ چاہتے ہي</w:t>
      </w:r>
      <w:r w:rsidR="00083993">
        <w:rPr>
          <w:rtl/>
        </w:rPr>
        <w:t xml:space="preserve">ں </w:t>
      </w:r>
      <w:r>
        <w:rPr>
          <w:rtl/>
        </w:rPr>
        <w:t>وہ سب انھي</w:t>
      </w:r>
      <w:r w:rsidR="00083993">
        <w:rPr>
          <w:rtl/>
        </w:rPr>
        <w:t xml:space="preserve">ں </w:t>
      </w:r>
      <w:r>
        <w:rPr>
          <w:rtl/>
        </w:rPr>
        <w:t>كے لئے ہے _</w:t>
      </w:r>
    </w:p>
    <w:p w:rsidR="001F628F" w:rsidRDefault="001F628F" w:rsidP="00CF6C36">
      <w:pPr>
        <w:pStyle w:val="libNormal"/>
        <w:rPr>
          <w:rtl/>
        </w:rPr>
      </w:pPr>
      <w:r>
        <w:rPr>
          <w:rtl/>
        </w:rPr>
        <w:t>1_زمانہ جاہليت كے مشركين ، خداوند عالم كى بيٹيو</w:t>
      </w:r>
      <w:r w:rsidR="00083993">
        <w:rPr>
          <w:rtl/>
        </w:rPr>
        <w:t xml:space="preserve">ں </w:t>
      </w:r>
      <w:r>
        <w:rPr>
          <w:rtl/>
        </w:rPr>
        <w:t>كے قائل تھے_</w:t>
      </w:r>
      <w:r w:rsidRPr="00CF6C36">
        <w:rPr>
          <w:rStyle w:val="libArabicChar"/>
          <w:rFonts w:hint="eastAsia"/>
          <w:rtl/>
        </w:rPr>
        <w:t>ويجعلون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البنات</w:t>
      </w:r>
    </w:p>
    <w:p w:rsidR="001F628F" w:rsidRDefault="001F628F" w:rsidP="00CF6C36">
      <w:pPr>
        <w:pStyle w:val="libNormal"/>
        <w:rPr>
          <w:rtl/>
        </w:rPr>
      </w:pPr>
      <w:r>
        <w:rPr>
          <w:rtl/>
        </w:rPr>
        <w:t>2_مشركين ، وجود خدا كے معتقد تھے_</w:t>
      </w:r>
      <w:r w:rsidRPr="00CF6C36">
        <w:rPr>
          <w:rStyle w:val="libArabicChar"/>
          <w:rFonts w:hint="eastAsia"/>
          <w:rtl/>
        </w:rPr>
        <w:t>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البنات</w:t>
      </w:r>
    </w:p>
    <w:p w:rsidR="001F628F" w:rsidRDefault="001F628F" w:rsidP="001F628F">
      <w:pPr>
        <w:pStyle w:val="libNormal"/>
        <w:rPr>
          <w:rtl/>
        </w:rPr>
      </w:pPr>
      <w:r>
        <w:rPr>
          <w:rtl/>
        </w:rPr>
        <w:t>3_خداوند عالم، بيٹيو</w:t>
      </w:r>
      <w:r w:rsidR="00083993">
        <w:rPr>
          <w:rtl/>
        </w:rPr>
        <w:t xml:space="preserve">ں </w:t>
      </w:r>
      <w:r>
        <w:rPr>
          <w:rtl/>
        </w:rPr>
        <w:t>جيسى اولاد سے منزّہ ہے_</w:t>
      </w:r>
    </w:p>
    <w:p w:rsidR="00CF6C36" w:rsidRDefault="001E7F9D" w:rsidP="00F73EDE">
      <w:pPr>
        <w:pStyle w:val="libPoemTini"/>
        <w:rPr>
          <w:rtl/>
        </w:rPr>
      </w:pPr>
      <w:r>
        <w:rPr>
          <w:rtl/>
        </w:rPr>
        <w:cr/>
      </w:r>
      <w:r>
        <w:rPr>
          <w:rtl/>
        </w:rPr>
        <w:br w:type="page"/>
      </w:r>
    </w:p>
    <w:p w:rsidR="001F628F" w:rsidRDefault="001F628F" w:rsidP="00CF6C36">
      <w:pPr>
        <w:pStyle w:val="libArabic"/>
        <w:rPr>
          <w:rtl/>
        </w:rPr>
      </w:pPr>
      <w:r>
        <w:rPr>
          <w:rFonts w:hint="eastAsia"/>
          <w:rtl/>
        </w:rPr>
        <w:lastRenderedPageBreak/>
        <w:t>ويجعلون</w:t>
      </w:r>
      <w:r>
        <w:rPr>
          <w:rtl/>
        </w:rPr>
        <w:t xml:space="preserve"> للّ</w:t>
      </w:r>
      <w:r w:rsidR="00120F63" w:rsidRPr="00ED5DE8">
        <w:rPr>
          <w:rFonts w:hint="cs"/>
          <w:rtl/>
        </w:rPr>
        <w:t>ه</w:t>
      </w:r>
      <w:r>
        <w:rPr>
          <w:rtl/>
        </w:rPr>
        <w:t xml:space="preserve"> </w:t>
      </w:r>
      <w:r>
        <w:rPr>
          <w:rFonts w:hint="cs"/>
          <w:rtl/>
        </w:rPr>
        <w:t>البنات</w:t>
      </w:r>
      <w:r>
        <w:rPr>
          <w:rtl/>
        </w:rPr>
        <w:t xml:space="preserve"> سبحان</w:t>
      </w:r>
      <w:r w:rsidR="00120F63" w:rsidRPr="00ED5DE8">
        <w:rPr>
          <w:rFonts w:hint="cs"/>
          <w:rtl/>
        </w:rPr>
        <w:t>ه</w:t>
      </w:r>
    </w:p>
    <w:p w:rsidR="001F628F" w:rsidRDefault="001F628F" w:rsidP="00CF6C36">
      <w:pPr>
        <w:pStyle w:val="libNormal"/>
        <w:rPr>
          <w:rtl/>
        </w:rPr>
      </w:pPr>
      <w:r>
        <w:rPr>
          <w:rtl/>
        </w:rPr>
        <w:t>4_خداوند علم كے ليے اولاد (بيٹى كا ہونا ) نقص ہے_</w:t>
      </w:r>
      <w:r w:rsidRPr="00CF6C36">
        <w:rPr>
          <w:rStyle w:val="libArabicChar"/>
          <w:rFonts w:hint="eastAsia"/>
          <w:rtl/>
        </w:rPr>
        <w:t>ويجعلون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البنات</w:t>
      </w:r>
      <w:r w:rsidRPr="00CF6C36">
        <w:rPr>
          <w:rStyle w:val="libArabicChar"/>
          <w:rtl/>
        </w:rPr>
        <w:t xml:space="preserve"> سبحان</w:t>
      </w:r>
      <w:r w:rsidR="00120F63" w:rsidRPr="00B2551F">
        <w:rPr>
          <w:rStyle w:val="libArabicChar"/>
          <w:rFonts w:hint="cs"/>
          <w:rtl/>
        </w:rPr>
        <w:t>ه</w:t>
      </w:r>
    </w:p>
    <w:p w:rsidR="001F628F" w:rsidRDefault="001F628F" w:rsidP="001F628F">
      <w:pPr>
        <w:pStyle w:val="libNormal"/>
        <w:rPr>
          <w:rtl/>
        </w:rPr>
      </w:pPr>
      <w:r>
        <w:rPr>
          <w:rFonts w:hint="eastAsia"/>
          <w:rtl/>
        </w:rPr>
        <w:t>تنزيہ</w:t>
      </w:r>
      <w:r>
        <w:rPr>
          <w:rtl/>
        </w:rPr>
        <w:t xml:space="preserve"> كے ليے ''سبحان'' كا ذكر خداوند عالم كو اس نسبت سے منزّہ و مبرہّ قرار ديناہے جو مشركين اس كى طرف ديتے تھے اور يہ تنزيہ اس نقص و عيب سے حكايت ہے جو خداوند عالم كى طرف اولادكى نسبت دينے سے پيدا ہوتاہے_</w:t>
      </w:r>
    </w:p>
    <w:p w:rsidR="001F628F" w:rsidRDefault="001F628F" w:rsidP="00CF6C36">
      <w:pPr>
        <w:pStyle w:val="libNormal"/>
        <w:rPr>
          <w:rtl/>
        </w:rPr>
      </w:pPr>
      <w:r>
        <w:rPr>
          <w:rtl/>
        </w:rPr>
        <w:t>5_خداوند عالم، اولاد و نسل سے منزّہ ہے_</w:t>
      </w:r>
      <w:r w:rsidRPr="00CF6C36">
        <w:rPr>
          <w:rStyle w:val="libArabicChar"/>
          <w:rFonts w:hint="eastAsia"/>
          <w:rtl/>
        </w:rPr>
        <w:t>ويجعلون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البنات</w:t>
      </w:r>
      <w:r w:rsidRPr="00CF6C36">
        <w:rPr>
          <w:rStyle w:val="libArabicChar"/>
          <w:rtl/>
        </w:rPr>
        <w:t xml:space="preserve"> سبحان</w:t>
      </w:r>
      <w:r w:rsidR="00120F63" w:rsidRPr="00B2551F">
        <w:rPr>
          <w:rStyle w:val="libArabicChar"/>
          <w:rFonts w:hint="cs"/>
          <w:rtl/>
        </w:rPr>
        <w:t>ه</w:t>
      </w:r>
    </w:p>
    <w:p w:rsidR="001F628F" w:rsidRDefault="001F628F" w:rsidP="001F628F">
      <w:pPr>
        <w:pStyle w:val="libNormal"/>
        <w:rPr>
          <w:rtl/>
        </w:rPr>
      </w:pPr>
      <w:r>
        <w:rPr>
          <w:rtl/>
        </w:rPr>
        <w:t>6_مشركين كا خدا كى طرف بيٹيو</w:t>
      </w:r>
      <w:r w:rsidR="00083993">
        <w:rPr>
          <w:rtl/>
        </w:rPr>
        <w:t xml:space="preserve">ں </w:t>
      </w:r>
      <w:r>
        <w:rPr>
          <w:rtl/>
        </w:rPr>
        <w:t>كى نسبت دينا ، افتراء اور خودساختہ جھوٹ ہے_</w:t>
      </w:r>
    </w:p>
    <w:p w:rsidR="001F628F" w:rsidRDefault="001F628F" w:rsidP="00CF6C36">
      <w:pPr>
        <w:pStyle w:val="libArabic"/>
        <w:rPr>
          <w:rtl/>
        </w:rPr>
      </w:pPr>
      <w:r>
        <w:rPr>
          <w:rFonts w:hint="eastAsia"/>
          <w:rtl/>
        </w:rPr>
        <w:t>ويجعلون</w:t>
      </w:r>
      <w:r>
        <w:rPr>
          <w:rtl/>
        </w:rPr>
        <w:t xml:space="preserve"> للّ</w:t>
      </w:r>
      <w:r w:rsidR="00120F63" w:rsidRPr="00ED5DE8">
        <w:rPr>
          <w:rFonts w:hint="cs"/>
          <w:rtl/>
        </w:rPr>
        <w:t>ه</w:t>
      </w:r>
      <w:r>
        <w:rPr>
          <w:rtl/>
        </w:rPr>
        <w:t xml:space="preserve"> </w:t>
      </w:r>
      <w:r>
        <w:rPr>
          <w:rFonts w:hint="cs"/>
          <w:rtl/>
        </w:rPr>
        <w:t>البنات</w:t>
      </w:r>
      <w:r>
        <w:rPr>
          <w:rtl/>
        </w:rPr>
        <w:t xml:space="preserve"> </w:t>
      </w:r>
      <w:r>
        <w:rPr>
          <w:rFonts w:hint="cs"/>
          <w:rtl/>
        </w:rPr>
        <w:t>س</w:t>
      </w:r>
      <w:r>
        <w:rPr>
          <w:rtl/>
        </w:rPr>
        <w:t>بحان</w:t>
      </w:r>
      <w:r w:rsidR="00120F63" w:rsidRPr="00ED5DE8">
        <w:rPr>
          <w:rFonts w:hint="cs"/>
          <w:rtl/>
        </w:rPr>
        <w:t>ه</w:t>
      </w:r>
    </w:p>
    <w:p w:rsidR="001F628F" w:rsidRDefault="001F628F" w:rsidP="00CF6C36">
      <w:pPr>
        <w:pStyle w:val="libNormal"/>
        <w:rPr>
          <w:rtl/>
        </w:rPr>
      </w:pPr>
      <w:r>
        <w:rPr>
          <w:rtl/>
        </w:rPr>
        <w:t>7_مشركين كے تمايلات كى بنياد ، خواہشات نفسانى تھي_</w:t>
      </w:r>
      <w:r w:rsidRPr="00CF6C36">
        <w:rPr>
          <w:rStyle w:val="libArabicChar"/>
          <w:rFonts w:hint="eastAsia"/>
          <w:rtl/>
        </w:rPr>
        <w:t>ول</w:t>
      </w:r>
      <w:r w:rsidR="00120F63" w:rsidRPr="00B2551F">
        <w:rPr>
          <w:rStyle w:val="libArabicChar"/>
          <w:rFonts w:hint="cs"/>
          <w:rtl/>
        </w:rPr>
        <w:t>ه</w:t>
      </w:r>
      <w:r w:rsidRPr="00CF6C36">
        <w:rPr>
          <w:rStyle w:val="libArabicChar"/>
          <w:rFonts w:hint="cs"/>
          <w:rtl/>
        </w:rPr>
        <w:t>م</w:t>
      </w:r>
      <w:r w:rsidRPr="00CF6C36">
        <w:rPr>
          <w:rStyle w:val="libArabicChar"/>
          <w:rtl/>
        </w:rPr>
        <w:t xml:space="preserve"> ما يشت</w:t>
      </w:r>
      <w:r w:rsidR="00120F63" w:rsidRPr="00B2551F">
        <w:rPr>
          <w:rStyle w:val="libArabicChar"/>
          <w:rFonts w:hint="cs"/>
          <w:rtl/>
        </w:rPr>
        <w:t>ه</w:t>
      </w:r>
      <w:r w:rsidRPr="00CF6C36">
        <w:rPr>
          <w:rStyle w:val="libArabicChar"/>
          <w:rFonts w:hint="cs"/>
          <w:rtl/>
        </w:rPr>
        <w:t>ون</w:t>
      </w:r>
    </w:p>
    <w:p w:rsidR="001F628F" w:rsidRDefault="001F628F" w:rsidP="00CF6C36">
      <w:pPr>
        <w:pStyle w:val="libNormal"/>
        <w:rPr>
          <w:rtl/>
        </w:rPr>
      </w:pPr>
      <w:r>
        <w:rPr>
          <w:rtl/>
        </w:rPr>
        <w:t>8_مشركين كے نزديك ، بيٹا ركھنا پسنديدہ اور بيٹى كا ہونا نا پسنديدہ تھا_</w:t>
      </w:r>
      <w:r w:rsidRPr="00CF6C36">
        <w:rPr>
          <w:rStyle w:val="libArabicChar"/>
          <w:rFonts w:hint="eastAsia"/>
          <w:rtl/>
        </w:rPr>
        <w:t>ويجعلون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البنات</w:t>
      </w:r>
      <w:r w:rsidRPr="00CF6C36">
        <w:rPr>
          <w:rStyle w:val="libArabicChar"/>
          <w:rtl/>
        </w:rPr>
        <w:t xml:space="preserve"> ...</w:t>
      </w:r>
      <w:r w:rsidRPr="00CF6C36">
        <w:rPr>
          <w:rStyle w:val="libArabicChar"/>
          <w:rFonts w:hint="cs"/>
          <w:rtl/>
        </w:rPr>
        <w:t>ول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يشت</w:t>
      </w:r>
      <w:r w:rsidR="00120F63" w:rsidRPr="00B2551F">
        <w:rPr>
          <w:rStyle w:val="libArabicChar"/>
          <w:rFonts w:hint="cs"/>
          <w:rtl/>
        </w:rPr>
        <w:t>ه</w:t>
      </w:r>
      <w:r w:rsidRPr="00CF6C36">
        <w:rPr>
          <w:rStyle w:val="libArabicChar"/>
          <w:rFonts w:hint="cs"/>
          <w:rtl/>
        </w:rPr>
        <w:t>ون</w:t>
      </w:r>
    </w:p>
    <w:p w:rsidR="001F628F" w:rsidRDefault="001F628F" w:rsidP="001F628F">
      <w:pPr>
        <w:pStyle w:val="libNormal"/>
        <w:rPr>
          <w:rtl/>
        </w:rPr>
      </w:pPr>
      <w:r>
        <w:rPr>
          <w:rFonts w:hint="eastAsia"/>
          <w:rtl/>
        </w:rPr>
        <w:t>قرينہ</w:t>
      </w:r>
      <w:r>
        <w:rPr>
          <w:rtl/>
        </w:rPr>
        <w:t xml:space="preserve"> مقابلہ كى بناء پر احتمال ہے كہ ''ما'' سے مراد بيٹے كى صورت مي</w:t>
      </w:r>
      <w:r w:rsidR="00083993">
        <w:rPr>
          <w:rtl/>
        </w:rPr>
        <w:t xml:space="preserve">ں </w:t>
      </w:r>
      <w:r>
        <w:rPr>
          <w:rtl/>
        </w:rPr>
        <w:t>اولاد ہے_ مشركين كا خداوند عالم كى طرف بيٹى كى نسبت دينے كا مقصد اس كى تنقيص تھا اور يہ اس چيز سے حكايت ہے كہ وہ لڑكى كے وجود سے نفرت كرتے تھے_</w:t>
      </w:r>
    </w:p>
    <w:p w:rsidR="001F628F" w:rsidRDefault="001F628F" w:rsidP="00CF6C36">
      <w:pPr>
        <w:pStyle w:val="libNormal"/>
        <w:rPr>
          <w:rtl/>
        </w:rPr>
      </w:pPr>
      <w:r>
        <w:rPr>
          <w:rtl/>
        </w:rPr>
        <w:t>9_مشركين كا خداوند عالم كے ليے بيٹى ركھنے اور اپنے ليے دلخواہ اولاد ( بيٹا ) ركھنے كے بارے مي</w:t>
      </w:r>
      <w:r w:rsidR="00083993">
        <w:rPr>
          <w:rtl/>
        </w:rPr>
        <w:t xml:space="preserve">ں </w:t>
      </w:r>
      <w:r>
        <w:rPr>
          <w:rtl/>
        </w:rPr>
        <w:t>اظہار نظر كى بنياد، خواہش نفسانى تھي_</w:t>
      </w:r>
      <w:r w:rsidRPr="00CF6C36">
        <w:rPr>
          <w:rStyle w:val="libArabicChar"/>
          <w:rFonts w:hint="eastAsia"/>
          <w:rtl/>
        </w:rPr>
        <w:t>ويجعلون</w:t>
      </w:r>
      <w:r w:rsidRPr="00CF6C36">
        <w:rPr>
          <w:rStyle w:val="libArabicChar"/>
          <w:rtl/>
        </w:rPr>
        <w:t xml:space="preserve"> لله البنات ...ول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يشت</w:t>
      </w:r>
      <w:r w:rsidR="00120F63" w:rsidRPr="00B2551F">
        <w:rPr>
          <w:rStyle w:val="libArabicChar"/>
          <w:rFonts w:hint="cs"/>
          <w:rtl/>
        </w:rPr>
        <w:t>ه</w:t>
      </w:r>
      <w:r w:rsidRPr="00CF6C36">
        <w:rPr>
          <w:rStyle w:val="libArabicChar"/>
          <w:rFonts w:hint="cs"/>
          <w:rtl/>
        </w:rPr>
        <w:t>ون</w:t>
      </w:r>
    </w:p>
    <w:p w:rsidR="001F628F" w:rsidRDefault="001F628F" w:rsidP="001F628F">
      <w:pPr>
        <w:pStyle w:val="libNormal"/>
        <w:rPr>
          <w:rtl/>
        </w:rPr>
      </w:pPr>
      <w:r>
        <w:rPr>
          <w:rtl/>
        </w:rPr>
        <w:t>10_ مشركين ، خداوند عالم كى طرف بيٹى كى نسبت دينے كے مقابلے مي</w:t>
      </w:r>
      <w:r w:rsidR="00083993">
        <w:rPr>
          <w:rtl/>
        </w:rPr>
        <w:t xml:space="preserve">ں </w:t>
      </w:r>
      <w:r>
        <w:rPr>
          <w:rtl/>
        </w:rPr>
        <w:t>اپنى طرف دلخواہ اولاد (بيٹے) كى نسبت ديتے تھے_</w:t>
      </w:r>
    </w:p>
    <w:p w:rsidR="001F628F" w:rsidRDefault="001F628F" w:rsidP="00CF6C36">
      <w:pPr>
        <w:pStyle w:val="libArabic"/>
        <w:rPr>
          <w:rtl/>
        </w:rPr>
      </w:pPr>
      <w:r>
        <w:rPr>
          <w:rFonts w:hint="eastAsia"/>
          <w:rtl/>
        </w:rPr>
        <w:t>ويجعلون</w:t>
      </w:r>
      <w:r>
        <w:rPr>
          <w:rtl/>
        </w:rPr>
        <w:t xml:space="preserve"> للّ</w:t>
      </w:r>
      <w:r w:rsidR="00120F63" w:rsidRPr="00ED5DE8">
        <w:rPr>
          <w:rFonts w:hint="cs"/>
          <w:rtl/>
        </w:rPr>
        <w:t>ه</w:t>
      </w:r>
      <w:r>
        <w:rPr>
          <w:rtl/>
        </w:rPr>
        <w:t xml:space="preserve"> </w:t>
      </w:r>
      <w:r>
        <w:rPr>
          <w:rFonts w:hint="cs"/>
          <w:rtl/>
        </w:rPr>
        <w:t>البنات</w:t>
      </w:r>
      <w:r>
        <w:rPr>
          <w:rtl/>
        </w:rPr>
        <w:t xml:space="preserve"> ...</w:t>
      </w:r>
      <w:r>
        <w:rPr>
          <w:rFonts w:hint="cs"/>
          <w:rtl/>
        </w:rPr>
        <w:t>ول</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ي</w:t>
      </w:r>
      <w:r>
        <w:rPr>
          <w:rtl/>
        </w:rPr>
        <w:t>شت</w:t>
      </w:r>
      <w:r w:rsidR="00120F63" w:rsidRPr="00ED5DE8">
        <w:rPr>
          <w:rFonts w:hint="cs"/>
          <w:rtl/>
        </w:rPr>
        <w:t>ه</w:t>
      </w:r>
      <w:r>
        <w:rPr>
          <w:rFonts w:hint="cs"/>
          <w:rtl/>
        </w:rPr>
        <w:t>ون</w:t>
      </w:r>
    </w:p>
    <w:p w:rsidR="001F628F" w:rsidRDefault="001F628F" w:rsidP="001F628F">
      <w:pPr>
        <w:pStyle w:val="libNormal"/>
        <w:rPr>
          <w:rtl/>
        </w:rPr>
      </w:pPr>
      <w:r>
        <w:rPr>
          <w:rtl/>
        </w:rPr>
        <w:t>''ولہم'' مي</w:t>
      </w:r>
      <w:r w:rsidR="00083993">
        <w:rPr>
          <w:rtl/>
        </w:rPr>
        <w:t xml:space="preserve">ں </w:t>
      </w:r>
      <w:r>
        <w:rPr>
          <w:rtl/>
        </w:rPr>
        <w:t>ممكن ہے ''واو'' حاليہ ہو او ريہ بھى ممكن ہے كہ عاطفہ ہو_ عاطفہ ہونے كى صورت مي</w:t>
      </w:r>
      <w:r w:rsidR="00083993">
        <w:rPr>
          <w:rtl/>
        </w:rPr>
        <w:t xml:space="preserve">ں </w:t>
      </w:r>
      <w:r>
        <w:rPr>
          <w:rtl/>
        </w:rPr>
        <w:t>جملہ ''ما ...'' ''البنات'' پر عطف كى وجہ سے محلاً منصوب ہوگا بہرحال ہر صورت مي</w:t>
      </w:r>
      <w:r w:rsidR="00083993">
        <w:rPr>
          <w:rtl/>
        </w:rPr>
        <w:t xml:space="preserve">ں </w:t>
      </w:r>
      <w:r>
        <w:rPr>
          <w:rtl/>
        </w:rPr>
        <w:t>مذكورہ تفسير قابل استفادہ ہے اور خداوند عالم كى طرف بيٹى كى نسبت دينا اس بات پر قري</w:t>
      </w:r>
      <w:r>
        <w:rPr>
          <w:rFonts w:hint="eastAsia"/>
          <w:rtl/>
        </w:rPr>
        <w:t>نہ</w:t>
      </w:r>
      <w:r>
        <w:rPr>
          <w:rtl/>
        </w:rPr>
        <w:t xml:space="preserve"> ہے كہ ''ما يشتہون''مي</w:t>
      </w:r>
      <w:r w:rsidR="00083993">
        <w:rPr>
          <w:rtl/>
        </w:rPr>
        <w:t xml:space="preserve">ں </w:t>
      </w:r>
      <w:r>
        <w:rPr>
          <w:rtl/>
        </w:rPr>
        <w:t>''ما '' سے مراد، بيٹے كى صورت مي</w:t>
      </w:r>
      <w:r w:rsidR="00083993">
        <w:rPr>
          <w:rtl/>
        </w:rPr>
        <w:t xml:space="preserve">ں </w:t>
      </w:r>
      <w:r>
        <w:rPr>
          <w:rtl/>
        </w:rPr>
        <w:t>اولاد ہے_</w:t>
      </w:r>
    </w:p>
    <w:p w:rsidR="001F628F" w:rsidRDefault="001F628F" w:rsidP="00CF6C36">
      <w:pPr>
        <w:pStyle w:val="libNormal"/>
        <w:rPr>
          <w:rtl/>
        </w:rPr>
      </w:pPr>
      <w:r>
        <w:rPr>
          <w:rFonts w:hint="eastAsia"/>
          <w:rtl/>
        </w:rPr>
        <w:t>اسماء</w:t>
      </w:r>
      <w:r>
        <w:rPr>
          <w:rtl/>
        </w:rPr>
        <w:t xml:space="preserve"> وصفات:</w:t>
      </w:r>
      <w:r>
        <w:rPr>
          <w:rFonts w:hint="eastAsia"/>
          <w:rtl/>
        </w:rPr>
        <w:t>صفات</w:t>
      </w:r>
      <w:r>
        <w:rPr>
          <w:rtl/>
        </w:rPr>
        <w:t xml:space="preserve"> جلال 3،4،5</w:t>
      </w:r>
    </w:p>
    <w:p w:rsidR="001F628F" w:rsidRDefault="001F628F" w:rsidP="00CF6C36">
      <w:pPr>
        <w:pStyle w:val="libNormal"/>
        <w:rPr>
          <w:rtl/>
        </w:rPr>
      </w:pPr>
      <w:r>
        <w:rPr>
          <w:rFonts w:hint="eastAsia"/>
          <w:rtl/>
        </w:rPr>
        <w:t>افترائ</w:t>
      </w:r>
      <w:r>
        <w:rPr>
          <w:rtl/>
        </w:rPr>
        <w:t>:</w:t>
      </w:r>
      <w:r>
        <w:rPr>
          <w:rFonts w:hint="eastAsia"/>
          <w:rtl/>
        </w:rPr>
        <w:t>الله</w:t>
      </w:r>
      <w:r>
        <w:rPr>
          <w:rtl/>
        </w:rPr>
        <w:t xml:space="preserve"> تعالى پرافترائ6</w:t>
      </w:r>
    </w:p>
    <w:p w:rsidR="001F628F" w:rsidRDefault="001F628F" w:rsidP="001F628F">
      <w:pPr>
        <w:pStyle w:val="libNormal"/>
        <w:rPr>
          <w:rtl/>
        </w:rPr>
      </w:pPr>
      <w:r>
        <w:rPr>
          <w:rFonts w:hint="eastAsia"/>
          <w:rtl/>
        </w:rPr>
        <w:t>الله</w:t>
      </w:r>
      <w:r>
        <w:rPr>
          <w:rtl/>
        </w:rPr>
        <w:t xml:space="preserve"> تعالي:</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الله</w:t>
      </w:r>
      <w:r>
        <w:rPr>
          <w:rtl/>
        </w:rPr>
        <w:t xml:space="preserve"> تعالى اور بيٹى 3،4; الله تعالى اور توليد مثل 5; الله تعالى كا منزّہ ہونا 3،4،5;الله تعالى كى طرف بيٹى كى نسبت 1،6،9،10</w:t>
      </w:r>
    </w:p>
    <w:p w:rsidR="001F628F" w:rsidRDefault="001F628F" w:rsidP="00CF6C36">
      <w:pPr>
        <w:pStyle w:val="libNormal"/>
        <w:rPr>
          <w:rtl/>
        </w:rPr>
      </w:pPr>
      <w:r>
        <w:rPr>
          <w:rFonts w:hint="eastAsia"/>
          <w:rtl/>
        </w:rPr>
        <w:t>جاہليت</w:t>
      </w:r>
      <w:r>
        <w:rPr>
          <w:rtl/>
        </w:rPr>
        <w:t>:</w:t>
      </w:r>
      <w:r>
        <w:rPr>
          <w:rFonts w:hint="eastAsia"/>
          <w:rtl/>
        </w:rPr>
        <w:t>جاہليت</w:t>
      </w:r>
      <w:r>
        <w:rPr>
          <w:rtl/>
        </w:rPr>
        <w:t xml:space="preserve"> كے مشركين 6،9;جاہليت كے مشركين كا عقيدہ 1</w:t>
      </w:r>
    </w:p>
    <w:p w:rsidR="001F628F" w:rsidRDefault="001F628F" w:rsidP="00CF6C36">
      <w:pPr>
        <w:pStyle w:val="libNormal"/>
        <w:rPr>
          <w:rtl/>
        </w:rPr>
      </w:pPr>
      <w:r>
        <w:rPr>
          <w:rFonts w:hint="eastAsia"/>
          <w:rtl/>
        </w:rPr>
        <w:t>عقيدہ</w:t>
      </w:r>
      <w:r>
        <w:rPr>
          <w:rtl/>
        </w:rPr>
        <w:t>:</w:t>
      </w:r>
      <w:r>
        <w:rPr>
          <w:rFonts w:hint="eastAsia"/>
          <w:rtl/>
        </w:rPr>
        <w:t>الله</w:t>
      </w:r>
      <w:r>
        <w:rPr>
          <w:rtl/>
        </w:rPr>
        <w:t xml:space="preserve"> تعالى كے فرزند ركھنے كا عقيدہ1</w:t>
      </w:r>
    </w:p>
    <w:p w:rsidR="001F628F" w:rsidRDefault="001F628F" w:rsidP="00CF6C36">
      <w:pPr>
        <w:pStyle w:val="libNormal"/>
        <w:rPr>
          <w:rtl/>
        </w:rPr>
      </w:pPr>
      <w:r>
        <w:rPr>
          <w:rFonts w:hint="eastAsia"/>
          <w:rtl/>
        </w:rPr>
        <w:t>علائق</w:t>
      </w:r>
      <w:r>
        <w:rPr>
          <w:rtl/>
        </w:rPr>
        <w:t xml:space="preserve"> و محبت:</w:t>
      </w:r>
      <w:r>
        <w:rPr>
          <w:rFonts w:hint="eastAsia"/>
          <w:rtl/>
        </w:rPr>
        <w:t>بيٹے</w:t>
      </w:r>
      <w:r>
        <w:rPr>
          <w:rtl/>
        </w:rPr>
        <w:t xml:space="preserve"> كے ساتھ محبت8</w:t>
      </w:r>
    </w:p>
    <w:p w:rsidR="001F628F" w:rsidRDefault="001F628F" w:rsidP="00CF6C36">
      <w:pPr>
        <w:pStyle w:val="libNormal"/>
        <w:rPr>
          <w:rtl/>
        </w:rPr>
      </w:pPr>
      <w:r>
        <w:rPr>
          <w:rFonts w:hint="eastAsia"/>
          <w:rtl/>
        </w:rPr>
        <w:t>مشركين</w:t>
      </w:r>
      <w:r>
        <w:rPr>
          <w:rtl/>
        </w:rPr>
        <w:t>:</w:t>
      </w:r>
      <w:r>
        <w:rPr>
          <w:rFonts w:hint="eastAsia"/>
          <w:rtl/>
        </w:rPr>
        <w:t>مشركين</w:t>
      </w:r>
      <w:r>
        <w:rPr>
          <w:rtl/>
        </w:rPr>
        <w:t xml:space="preserve"> اور بيٹى 8; مشركين كا بيٹے كو پسند كرنا8،9،10; مشركين كا عقيدہ 2; مشركين كى خواہشات نفسانى كى پرستش7;مشركين كى خدا شناسى 2; مشركين كى فكر 10;مشركين كے افترائ6; مشركين كے خواہشات كى پيروى كے آثار 9; مشركين كے علائق و بحث 8،10; مشركين كے ميلانات كا سر</w:t>
      </w:r>
      <w:r>
        <w:rPr>
          <w:rFonts w:hint="eastAsia"/>
          <w:rtl/>
        </w:rPr>
        <w:t>چشمہ</w:t>
      </w:r>
      <w:r>
        <w:rPr>
          <w:rtl/>
        </w:rPr>
        <w:t xml:space="preserve"> 7</w:t>
      </w:r>
    </w:p>
    <w:p w:rsidR="001F628F" w:rsidRPr="00120F63" w:rsidRDefault="00CF6C36" w:rsidP="00CF6C36">
      <w:pPr>
        <w:pStyle w:val="Heading2Center"/>
        <w:rPr>
          <w:rtl/>
        </w:rPr>
      </w:pPr>
      <w:bookmarkStart w:id="204" w:name="_Toc28081882"/>
      <w:r>
        <w:rPr>
          <w:rFonts w:hint="cs"/>
          <w:rtl/>
        </w:rPr>
        <w:t xml:space="preserve">آیت </w:t>
      </w:r>
      <w:r w:rsidRPr="00120F63">
        <w:rPr>
          <w:rFonts w:hint="cs"/>
          <w:rtl/>
        </w:rPr>
        <w:t>58</w:t>
      </w:r>
      <w:bookmarkEnd w:id="204"/>
    </w:p>
    <w:p w:rsidR="001F628F" w:rsidRDefault="00E260F9" w:rsidP="00CF6C36">
      <w:pPr>
        <w:pStyle w:val="libNormal"/>
        <w:rPr>
          <w:rtl/>
        </w:rPr>
      </w:pPr>
      <w:r w:rsidRPr="00E260F9">
        <w:rPr>
          <w:rStyle w:val="libAlaemChar"/>
          <w:rFonts w:hint="eastAsia"/>
          <w:rtl/>
        </w:rPr>
        <w:t>(</w:t>
      </w:r>
      <w:r w:rsidRPr="00CF6C36">
        <w:rPr>
          <w:rStyle w:val="libAieChar"/>
          <w:rFonts w:hint="eastAsia"/>
          <w:rtl/>
        </w:rPr>
        <w:t>وَإِذَا</w:t>
      </w:r>
      <w:r w:rsidRPr="00CF6C36">
        <w:rPr>
          <w:rStyle w:val="libAieChar"/>
          <w:rtl/>
        </w:rPr>
        <w:t xml:space="preserve"> بُشِّرَ أَحَدُهُمْ بِالأُنثَى ظَلَّ وَجْهُهُ مُسْوَدّاً وَهُوَ كَظِيمٌ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خود ان مي</w:t>
      </w:r>
      <w:r w:rsidR="00083993">
        <w:rPr>
          <w:rtl/>
        </w:rPr>
        <w:t xml:space="preserve">ں </w:t>
      </w:r>
      <w:r>
        <w:rPr>
          <w:rtl/>
        </w:rPr>
        <w:t>سے كسى كو لڑكى كى بشارت دى جاتى ہے تو اس كا چہرہ سياہ پڑجاتا ہے اور وہ خون كے گھونٹ پينے لگتا ہے _</w:t>
      </w:r>
    </w:p>
    <w:p w:rsidR="001F628F" w:rsidRDefault="001F628F" w:rsidP="001F628F">
      <w:pPr>
        <w:pStyle w:val="libNormal"/>
        <w:rPr>
          <w:rtl/>
        </w:rPr>
      </w:pPr>
      <w:r>
        <w:rPr>
          <w:rtl/>
        </w:rPr>
        <w:t>1_ لڑكى كى ولادت كى خبر سن كر زمانہّ جاہليت كے مشركين كا چہرہ، غصّہ اور ناراضگى كى شدت سے متغيّرہوجاتاتھا_</w:t>
      </w:r>
    </w:p>
    <w:p w:rsidR="001F628F" w:rsidRDefault="001F628F" w:rsidP="00CF6C36">
      <w:pPr>
        <w:pStyle w:val="libArabic"/>
        <w:rPr>
          <w:rtl/>
        </w:rPr>
      </w:pPr>
      <w:r>
        <w:rPr>
          <w:rFonts w:hint="eastAsia"/>
          <w:rtl/>
        </w:rPr>
        <w:t>واذا</w:t>
      </w:r>
      <w:r>
        <w:rPr>
          <w:rtl/>
        </w:rPr>
        <w:t xml:space="preserve"> بشّر أحد</w:t>
      </w:r>
      <w:r w:rsidR="00120F63" w:rsidRPr="00ED5DE8">
        <w:rPr>
          <w:rFonts w:hint="cs"/>
          <w:rtl/>
        </w:rPr>
        <w:t>ه</w:t>
      </w:r>
      <w:r>
        <w:rPr>
          <w:rFonts w:hint="cs"/>
          <w:rtl/>
        </w:rPr>
        <w:t>م</w:t>
      </w:r>
      <w:r>
        <w:rPr>
          <w:rtl/>
        </w:rPr>
        <w:t xml:space="preserve"> </w:t>
      </w:r>
      <w:r>
        <w:rPr>
          <w:rFonts w:hint="cs"/>
          <w:rtl/>
        </w:rPr>
        <w:t>بالانثى</w:t>
      </w:r>
      <w:r>
        <w:rPr>
          <w:rtl/>
        </w:rPr>
        <w:t xml:space="preserve"> </w:t>
      </w:r>
      <w:r>
        <w:rPr>
          <w:rFonts w:hint="cs"/>
          <w:rtl/>
        </w:rPr>
        <w:t>ظلّ</w:t>
      </w:r>
      <w:r>
        <w:rPr>
          <w:rtl/>
        </w:rPr>
        <w:t xml:space="preserve"> </w:t>
      </w:r>
      <w:r>
        <w:rPr>
          <w:rFonts w:hint="cs"/>
          <w:rtl/>
        </w:rPr>
        <w:t>و</w:t>
      </w:r>
      <w:r>
        <w:rPr>
          <w:rtl/>
        </w:rPr>
        <w:t xml:space="preserve"> </w:t>
      </w:r>
      <w:r>
        <w:rPr>
          <w:rFonts w:hint="cs"/>
          <w:rtl/>
        </w:rPr>
        <w:t>ج</w:t>
      </w:r>
      <w:r w:rsidR="00120F63" w:rsidRPr="00ED5DE8">
        <w:rPr>
          <w:rFonts w:hint="cs"/>
          <w:rtl/>
        </w:rPr>
        <w:t>هه</w:t>
      </w:r>
      <w:r>
        <w:rPr>
          <w:rtl/>
        </w:rPr>
        <w:t xml:space="preserve"> مسودّ</w:t>
      </w:r>
      <w:r w:rsidR="00EC4874">
        <w:rPr>
          <w:rFonts w:hint="cs"/>
          <w:rtl/>
        </w:rPr>
        <w:t>ا</w:t>
      </w:r>
    </w:p>
    <w:p w:rsidR="001F628F" w:rsidRDefault="001F628F" w:rsidP="00CF6C36">
      <w:pPr>
        <w:pStyle w:val="libNormal"/>
        <w:rPr>
          <w:rtl/>
        </w:rPr>
      </w:pPr>
      <w:r>
        <w:rPr>
          <w:rtl/>
        </w:rPr>
        <w:t>2_ انسان كے نفيساتى حالات كا اثر، اس كے جسم اور چہرہ پر ظاہر ہوتا ہے_</w:t>
      </w:r>
      <w:r w:rsidRPr="00CF6C36">
        <w:rPr>
          <w:rStyle w:val="libArabicChar"/>
          <w:rFonts w:hint="eastAsia"/>
          <w:rtl/>
        </w:rPr>
        <w:t>واذا</w:t>
      </w:r>
      <w:r w:rsidRPr="00CF6C36">
        <w:rPr>
          <w:rStyle w:val="libArabicChar"/>
          <w:rtl/>
        </w:rPr>
        <w:t xml:space="preserve"> بشّر أحد</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بالانثى</w:t>
      </w:r>
      <w:r w:rsidRPr="00CF6C36">
        <w:rPr>
          <w:rStyle w:val="libArabicChar"/>
          <w:rtl/>
        </w:rPr>
        <w:t xml:space="preserve"> </w:t>
      </w:r>
      <w:r w:rsidRPr="00CF6C36">
        <w:rPr>
          <w:rStyle w:val="libArabicChar"/>
          <w:rFonts w:hint="cs"/>
          <w:rtl/>
        </w:rPr>
        <w:t>ظّ</w:t>
      </w:r>
      <w:r w:rsidRPr="00CF6C36">
        <w:rPr>
          <w:rStyle w:val="libArabicChar"/>
          <w:rtl/>
        </w:rPr>
        <w:t>ل وج</w:t>
      </w:r>
      <w:r w:rsidR="00120F63" w:rsidRPr="00B2551F">
        <w:rPr>
          <w:rStyle w:val="libArabicChar"/>
          <w:rFonts w:hint="cs"/>
          <w:rtl/>
        </w:rPr>
        <w:t>هه</w:t>
      </w:r>
    </w:p>
    <w:p w:rsidR="001F628F" w:rsidRDefault="001F628F" w:rsidP="001F628F">
      <w:pPr>
        <w:pStyle w:val="libNormal"/>
        <w:rPr>
          <w:rtl/>
        </w:rPr>
      </w:pPr>
      <w:r>
        <w:rPr>
          <w:rFonts w:hint="eastAsia"/>
          <w:rtl/>
        </w:rPr>
        <w:t>اگر</w:t>
      </w:r>
      <w:r>
        <w:rPr>
          <w:rtl/>
        </w:rPr>
        <w:t xml:space="preserve"> چہ آيات مي</w:t>
      </w:r>
      <w:r w:rsidR="00083993">
        <w:rPr>
          <w:rtl/>
        </w:rPr>
        <w:t xml:space="preserve">ں </w:t>
      </w:r>
      <w:r>
        <w:rPr>
          <w:rtl/>
        </w:rPr>
        <w:t>فقط ايك مقام پر ذكرہوا ہے كہ خبرچہر ے كے تغيّر و تبدل كا باعث ہوتى ہے ليكن يہى ايك مورد مذكورہ دعوى كے ليے كافى اور اس قضيہ كو ثابت كررہا ہے_</w:t>
      </w:r>
    </w:p>
    <w:p w:rsidR="001F628F" w:rsidRDefault="001F628F" w:rsidP="00CF6C36">
      <w:pPr>
        <w:pStyle w:val="libNormal"/>
        <w:rPr>
          <w:rtl/>
        </w:rPr>
      </w:pPr>
      <w:r>
        <w:rPr>
          <w:rtl/>
        </w:rPr>
        <w:t>3_ ناگوار خبري</w:t>
      </w:r>
      <w:r w:rsidR="00083993">
        <w:rPr>
          <w:rtl/>
        </w:rPr>
        <w:t xml:space="preserve">ں </w:t>
      </w:r>
      <w:r>
        <w:rPr>
          <w:rtl/>
        </w:rPr>
        <w:t>، انسان پر اپنا اثر چھوڑتى ہي</w:t>
      </w:r>
      <w:r w:rsidR="00083993">
        <w:rPr>
          <w:rtl/>
        </w:rPr>
        <w:t xml:space="preserve">ں </w:t>
      </w:r>
      <w:r>
        <w:rPr>
          <w:rtl/>
        </w:rPr>
        <w:t>_</w:t>
      </w:r>
      <w:r w:rsidRPr="00CF6C36">
        <w:rPr>
          <w:rStyle w:val="libArabicChar"/>
          <w:rFonts w:hint="eastAsia"/>
          <w:rtl/>
        </w:rPr>
        <w:t>واذا</w:t>
      </w:r>
      <w:r w:rsidRPr="00CF6C36">
        <w:rPr>
          <w:rStyle w:val="libArabicChar"/>
          <w:rtl/>
        </w:rPr>
        <w:t xml:space="preserve"> بشّر احد</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بالانثى</w:t>
      </w:r>
      <w:r w:rsidRPr="00CF6C36">
        <w:rPr>
          <w:rStyle w:val="libArabicChar"/>
          <w:rtl/>
        </w:rPr>
        <w:t xml:space="preserve"> </w:t>
      </w:r>
      <w:r w:rsidRPr="00CF6C36">
        <w:rPr>
          <w:rStyle w:val="libArabicChar"/>
          <w:rFonts w:hint="cs"/>
          <w:rtl/>
        </w:rPr>
        <w:t>ظلّ</w:t>
      </w:r>
      <w:r w:rsidRPr="00CF6C36">
        <w:rPr>
          <w:rStyle w:val="libArabicChar"/>
          <w:rtl/>
        </w:rPr>
        <w:t xml:space="preserve"> </w:t>
      </w:r>
      <w:r w:rsidRPr="00CF6C36">
        <w:rPr>
          <w:rStyle w:val="libArabicChar"/>
          <w:rFonts w:hint="cs"/>
          <w:rtl/>
        </w:rPr>
        <w:t>وج</w:t>
      </w:r>
      <w:r w:rsidR="00120F63" w:rsidRPr="00B2551F">
        <w:rPr>
          <w:rStyle w:val="libArabicChar"/>
          <w:rFonts w:hint="cs"/>
          <w:rtl/>
        </w:rPr>
        <w:t>هه</w:t>
      </w:r>
      <w:r w:rsidRPr="00CF6C36">
        <w:rPr>
          <w:rStyle w:val="libArabicChar"/>
          <w:rtl/>
        </w:rPr>
        <w:t xml:space="preserve"> مسوّد</w:t>
      </w:r>
      <w:r w:rsidR="00EC4874">
        <w:rPr>
          <w:rStyle w:val="libArabicChar"/>
          <w:rFonts w:hint="cs"/>
          <w:rtl/>
        </w:rPr>
        <w:t>ا</w:t>
      </w:r>
    </w:p>
    <w:p w:rsidR="001F628F" w:rsidRDefault="001F628F" w:rsidP="001F628F">
      <w:pPr>
        <w:pStyle w:val="libNormal"/>
        <w:rPr>
          <w:rtl/>
        </w:rPr>
      </w:pPr>
      <w:r>
        <w:rPr>
          <w:rtl/>
        </w:rPr>
        <w:t>4_ بيٹى كى ولادت كى خبر سن كر مشركين كا دل غم و غصّہ</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سے</w:t>
      </w:r>
      <w:r>
        <w:rPr>
          <w:rtl/>
        </w:rPr>
        <w:t xml:space="preserve"> بھرجاتا تھا اور وہ انتہائي شرمندگى كى وجہ سے اپنا چہرہ نہي</w:t>
      </w:r>
      <w:r w:rsidR="00083993">
        <w:rPr>
          <w:rtl/>
        </w:rPr>
        <w:t xml:space="preserve">ں </w:t>
      </w:r>
      <w:r>
        <w:rPr>
          <w:rtl/>
        </w:rPr>
        <w:t>دكھا تے تھے_</w:t>
      </w:r>
      <w:r w:rsidRPr="00CF6C36">
        <w:rPr>
          <w:rStyle w:val="libArabicChar"/>
          <w:rFonts w:hint="eastAsia"/>
          <w:rtl/>
        </w:rPr>
        <w:t>واذا</w:t>
      </w:r>
      <w:r w:rsidRPr="00CF6C36">
        <w:rPr>
          <w:rStyle w:val="libArabicChar"/>
          <w:rtl/>
        </w:rPr>
        <w:t xml:space="preserve"> بشرّ احد</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ب</w:t>
      </w:r>
      <w:r w:rsidRPr="00CF6C36">
        <w:rPr>
          <w:rStyle w:val="libArabicChar"/>
          <w:rtl/>
        </w:rPr>
        <w:t>الانثى</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''كظم ''كا معنى نفس كے خروج كا راستہ ہے اور نفس كے حبس اور سكوت كے معنى مي</w:t>
      </w:r>
      <w:r w:rsidR="00083993">
        <w:rPr>
          <w:rtl/>
        </w:rPr>
        <w:t xml:space="preserve">ں </w:t>
      </w:r>
      <w:r>
        <w:rPr>
          <w:rtl/>
        </w:rPr>
        <w:t>بھى استعمال ہوتا ہے اور آيت مي</w:t>
      </w:r>
      <w:r w:rsidR="00083993">
        <w:rPr>
          <w:rtl/>
        </w:rPr>
        <w:t xml:space="preserve">ں </w:t>
      </w:r>
      <w:r>
        <w:rPr>
          <w:rtl/>
        </w:rPr>
        <w:t>''كظيم'' سے مراد ، و ہ شخص ہے جو غم واندہ سے پر ہو _</w:t>
      </w:r>
    </w:p>
    <w:p w:rsidR="001F628F" w:rsidRDefault="001F628F" w:rsidP="001F628F">
      <w:pPr>
        <w:pStyle w:val="libNormal"/>
        <w:rPr>
          <w:rtl/>
        </w:rPr>
      </w:pPr>
      <w:r>
        <w:rPr>
          <w:rtl/>
        </w:rPr>
        <w:t>6_مشركين، بيٹيا</w:t>
      </w:r>
      <w:r w:rsidR="00083993">
        <w:rPr>
          <w:rtl/>
        </w:rPr>
        <w:t xml:space="preserve">ں </w:t>
      </w:r>
      <w:r>
        <w:rPr>
          <w:rtl/>
        </w:rPr>
        <w:t>ركھنے سے نفرت كرنے كے با وجود انہي</w:t>
      </w:r>
      <w:r w:rsidR="00083993">
        <w:rPr>
          <w:rtl/>
        </w:rPr>
        <w:t xml:space="preserve">ں </w:t>
      </w:r>
      <w:r>
        <w:rPr>
          <w:rtl/>
        </w:rPr>
        <w:t>خداوند عالم كى طرف نسبت ديتے تھے _</w:t>
      </w:r>
    </w:p>
    <w:p w:rsidR="001F628F" w:rsidRDefault="001F628F" w:rsidP="00CF6C36">
      <w:pPr>
        <w:pStyle w:val="libArabic"/>
        <w:rPr>
          <w:rtl/>
        </w:rPr>
      </w:pPr>
      <w:r>
        <w:rPr>
          <w:rFonts w:hint="eastAsia"/>
          <w:rtl/>
        </w:rPr>
        <w:t>ويجعلون</w:t>
      </w:r>
      <w:r>
        <w:rPr>
          <w:rtl/>
        </w:rPr>
        <w:t xml:space="preserve"> للّ</w:t>
      </w:r>
      <w:r w:rsidR="00120F63" w:rsidRPr="00ED5DE8">
        <w:rPr>
          <w:rFonts w:hint="cs"/>
          <w:rtl/>
        </w:rPr>
        <w:t>ه</w:t>
      </w:r>
      <w:r>
        <w:rPr>
          <w:rtl/>
        </w:rPr>
        <w:t xml:space="preserve"> </w:t>
      </w:r>
      <w:r>
        <w:rPr>
          <w:rFonts w:hint="cs"/>
          <w:rtl/>
        </w:rPr>
        <w:t>البنات</w:t>
      </w:r>
      <w:r>
        <w:rPr>
          <w:rtl/>
        </w:rPr>
        <w:t xml:space="preserve"> ...</w:t>
      </w:r>
      <w:r>
        <w:rPr>
          <w:rFonts w:hint="cs"/>
          <w:rtl/>
        </w:rPr>
        <w:t>واذا</w:t>
      </w:r>
      <w:r>
        <w:rPr>
          <w:rtl/>
        </w:rPr>
        <w:t xml:space="preserve"> </w:t>
      </w:r>
      <w:r>
        <w:rPr>
          <w:rFonts w:hint="cs"/>
          <w:rtl/>
        </w:rPr>
        <w:t>بشر</w:t>
      </w:r>
      <w:r>
        <w:rPr>
          <w:rtl/>
        </w:rPr>
        <w:t xml:space="preserve"> </w:t>
      </w:r>
      <w:r>
        <w:rPr>
          <w:rFonts w:hint="cs"/>
          <w:rtl/>
        </w:rPr>
        <w:t>أحد</w:t>
      </w:r>
      <w:r w:rsidR="00120F63" w:rsidRPr="00ED5DE8">
        <w:rPr>
          <w:rFonts w:hint="cs"/>
          <w:rtl/>
        </w:rPr>
        <w:t>ه</w:t>
      </w:r>
      <w:r>
        <w:rPr>
          <w:rFonts w:hint="cs"/>
          <w:rtl/>
        </w:rPr>
        <w:t>م</w:t>
      </w:r>
      <w:r>
        <w:rPr>
          <w:rtl/>
        </w:rPr>
        <w:t xml:space="preserve"> </w:t>
      </w:r>
      <w:r>
        <w:rPr>
          <w:rFonts w:hint="cs"/>
          <w:rtl/>
        </w:rPr>
        <w:t>بالانثى</w:t>
      </w:r>
      <w:r>
        <w:rPr>
          <w:rtl/>
        </w:rPr>
        <w:t xml:space="preserve"> </w:t>
      </w:r>
      <w:r>
        <w:rPr>
          <w:rFonts w:hint="cs"/>
          <w:rtl/>
        </w:rPr>
        <w:t>ظلّ</w:t>
      </w:r>
      <w:r>
        <w:rPr>
          <w:rtl/>
        </w:rPr>
        <w:t xml:space="preserve"> </w:t>
      </w:r>
      <w:r>
        <w:rPr>
          <w:rFonts w:hint="cs"/>
          <w:rtl/>
        </w:rPr>
        <w:t>وج</w:t>
      </w:r>
      <w:r w:rsidR="00120F63" w:rsidRPr="00ED5DE8">
        <w:rPr>
          <w:rFonts w:hint="cs"/>
          <w:rtl/>
        </w:rPr>
        <w:t>هه</w:t>
      </w:r>
      <w:r>
        <w:rPr>
          <w:rtl/>
        </w:rPr>
        <w:t xml:space="preserve"> </w:t>
      </w:r>
      <w:r>
        <w:rPr>
          <w:rFonts w:hint="cs"/>
          <w:rtl/>
        </w:rPr>
        <w:t>مسودّا</w:t>
      </w:r>
      <w:r>
        <w:rPr>
          <w:rtl/>
        </w:rPr>
        <w:t xml:space="preserve"> كظيم</w:t>
      </w:r>
    </w:p>
    <w:p w:rsidR="001F628F" w:rsidRDefault="001F628F" w:rsidP="00CF6C36">
      <w:pPr>
        <w:pStyle w:val="libNormal"/>
        <w:rPr>
          <w:rtl/>
        </w:rPr>
      </w:pPr>
      <w:r>
        <w:rPr>
          <w:rtl/>
        </w:rPr>
        <w:t>7_انسان اپنے غصّہ اور جذبات كو كنٹرول كرنے پر قادر ہے_</w:t>
      </w:r>
      <w:r w:rsidRPr="00CF6C36">
        <w:rPr>
          <w:rStyle w:val="libArabicChar"/>
          <w:rFonts w:hint="eastAsia"/>
          <w:rtl/>
        </w:rPr>
        <w:t>واذا</w:t>
      </w:r>
      <w:r w:rsidRPr="00CF6C36">
        <w:rPr>
          <w:rStyle w:val="libArabicChar"/>
          <w:rtl/>
        </w:rPr>
        <w:t xml:space="preserve"> بشّر احد</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بالانثى</w:t>
      </w:r>
      <w:r w:rsidRPr="00CF6C36">
        <w:rPr>
          <w:rStyle w:val="libArabicChar"/>
          <w:rtl/>
        </w:rPr>
        <w:t xml:space="preserve"> </w:t>
      </w:r>
      <w:r w:rsidRPr="00CF6C36">
        <w:rPr>
          <w:rStyle w:val="libArabicChar"/>
          <w:rFonts w:hint="cs"/>
          <w:rtl/>
        </w:rPr>
        <w:t>ظلّ</w:t>
      </w:r>
      <w:r w:rsidRPr="00CF6C36">
        <w:rPr>
          <w:rStyle w:val="libArabicChar"/>
          <w:rtl/>
        </w:rPr>
        <w:t xml:space="preserve"> </w:t>
      </w:r>
      <w:r w:rsidRPr="00CF6C36">
        <w:rPr>
          <w:rStyle w:val="libArabicChar"/>
          <w:rFonts w:hint="cs"/>
          <w:rtl/>
        </w:rPr>
        <w:t>وج</w:t>
      </w:r>
      <w:r w:rsidR="00120F63" w:rsidRPr="00B2551F">
        <w:rPr>
          <w:rStyle w:val="libArabicChar"/>
          <w:rFonts w:hint="cs"/>
          <w:rtl/>
        </w:rPr>
        <w:t>هه</w:t>
      </w:r>
      <w:r w:rsidRPr="00CF6C36">
        <w:rPr>
          <w:rStyle w:val="libArabicChar"/>
          <w:rtl/>
        </w:rPr>
        <w:t xml:space="preserve"> </w:t>
      </w:r>
      <w:r w:rsidRPr="00CF6C36">
        <w:rPr>
          <w:rStyle w:val="libArabicChar"/>
          <w:rFonts w:hint="cs"/>
          <w:rtl/>
        </w:rPr>
        <w:t>مسودّا</w:t>
      </w:r>
      <w:r w:rsidRPr="00CF6C36">
        <w:rPr>
          <w:rStyle w:val="libArabicChar"/>
          <w:rtl/>
        </w:rPr>
        <w:t xml:space="preserve"> </w:t>
      </w:r>
      <w:r w:rsidRPr="00CF6C36">
        <w:rPr>
          <w:rStyle w:val="libArabicChar"/>
          <w:rFonts w:hint="cs"/>
          <w:rtl/>
        </w:rPr>
        <w:t>و</w:t>
      </w:r>
      <w:r w:rsidR="00120F63" w:rsidRPr="00B2551F">
        <w:rPr>
          <w:rStyle w:val="libArabicChar"/>
          <w:rFonts w:hint="cs"/>
          <w:rtl/>
        </w:rPr>
        <w:t>ه</w:t>
      </w:r>
      <w:r w:rsidRPr="00CF6C36">
        <w:rPr>
          <w:rStyle w:val="libArabicChar"/>
          <w:rtl/>
        </w:rPr>
        <w:t>و كظيم</w:t>
      </w:r>
    </w:p>
    <w:p w:rsidR="001F628F" w:rsidRDefault="001F628F" w:rsidP="00CF6C36">
      <w:pPr>
        <w:pStyle w:val="libNormal"/>
        <w:rPr>
          <w:rtl/>
        </w:rPr>
      </w:pPr>
      <w:r>
        <w:rPr>
          <w:rFonts w:hint="eastAsia"/>
          <w:rtl/>
        </w:rPr>
        <w:t>احساسات</w:t>
      </w:r>
      <w:r>
        <w:rPr>
          <w:rtl/>
        </w:rPr>
        <w:t xml:space="preserve"> :</w:t>
      </w:r>
      <w:r>
        <w:rPr>
          <w:rFonts w:hint="eastAsia"/>
          <w:rtl/>
        </w:rPr>
        <w:t>احساسات</w:t>
      </w:r>
      <w:r>
        <w:rPr>
          <w:rtl/>
        </w:rPr>
        <w:t xml:space="preserve"> كا معتدل كرنا7</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كى طرف بيٹى كى نسبت6</w:t>
      </w:r>
    </w:p>
    <w:p w:rsidR="001F628F" w:rsidRDefault="001F628F" w:rsidP="00CF6C36">
      <w:pPr>
        <w:pStyle w:val="libNormal"/>
        <w:rPr>
          <w:rtl/>
        </w:rPr>
      </w:pPr>
      <w:r>
        <w:rPr>
          <w:rFonts w:hint="eastAsia"/>
          <w:rtl/>
        </w:rPr>
        <w:t>انسان</w:t>
      </w:r>
      <w:r>
        <w:rPr>
          <w:rtl/>
        </w:rPr>
        <w:t>:</w:t>
      </w:r>
      <w:r>
        <w:rPr>
          <w:rFonts w:hint="eastAsia"/>
          <w:rtl/>
        </w:rPr>
        <w:t>انسان</w:t>
      </w:r>
      <w:r>
        <w:rPr>
          <w:rtl/>
        </w:rPr>
        <w:t xml:space="preserve"> كا غضب7; انسان كى انعطاف پذيري3; انسان كى صفات3،7</w:t>
      </w:r>
    </w:p>
    <w:p w:rsidR="001F628F" w:rsidRDefault="001F628F" w:rsidP="00CF6C36">
      <w:pPr>
        <w:pStyle w:val="libNormal"/>
        <w:rPr>
          <w:rtl/>
        </w:rPr>
      </w:pPr>
      <w:r>
        <w:rPr>
          <w:rFonts w:hint="eastAsia"/>
          <w:rtl/>
        </w:rPr>
        <w:t>بدن</w:t>
      </w:r>
      <w:r>
        <w:rPr>
          <w:rtl/>
        </w:rPr>
        <w:t>:</w:t>
      </w:r>
      <w:r>
        <w:rPr>
          <w:rFonts w:hint="eastAsia"/>
          <w:rtl/>
        </w:rPr>
        <w:t>بدن</w:t>
      </w:r>
      <w:r>
        <w:rPr>
          <w:rtl/>
        </w:rPr>
        <w:t xml:space="preserve"> مي</w:t>
      </w:r>
      <w:r w:rsidR="00083993">
        <w:rPr>
          <w:rtl/>
        </w:rPr>
        <w:t xml:space="preserve">ں </w:t>
      </w:r>
      <w:r>
        <w:rPr>
          <w:rtl/>
        </w:rPr>
        <w:t>موثر اسباب2</w:t>
      </w:r>
    </w:p>
    <w:p w:rsidR="001F628F" w:rsidRDefault="001F628F" w:rsidP="00CF6C36">
      <w:pPr>
        <w:pStyle w:val="libNormal"/>
        <w:rPr>
          <w:rtl/>
        </w:rPr>
      </w:pPr>
      <w:r>
        <w:rPr>
          <w:rFonts w:hint="eastAsia"/>
          <w:rtl/>
        </w:rPr>
        <w:t>بشارت</w:t>
      </w:r>
      <w:r>
        <w:rPr>
          <w:rtl/>
        </w:rPr>
        <w:t>:</w:t>
      </w:r>
      <w:r>
        <w:rPr>
          <w:rFonts w:hint="eastAsia"/>
          <w:rtl/>
        </w:rPr>
        <w:t>فرزند</w:t>
      </w:r>
      <w:r>
        <w:rPr>
          <w:rtl/>
        </w:rPr>
        <w:t xml:space="preserve"> كى ولاد ت كى بشارت4</w:t>
      </w:r>
    </w:p>
    <w:p w:rsidR="001F628F" w:rsidRDefault="001F628F" w:rsidP="00CF6C36">
      <w:pPr>
        <w:pStyle w:val="libNormal"/>
        <w:rPr>
          <w:rtl/>
        </w:rPr>
      </w:pPr>
      <w:r>
        <w:rPr>
          <w:rFonts w:hint="eastAsia"/>
          <w:rtl/>
        </w:rPr>
        <w:t>جاہليت</w:t>
      </w:r>
      <w:r>
        <w:rPr>
          <w:rtl/>
        </w:rPr>
        <w:t>:</w:t>
      </w:r>
      <w:r>
        <w:rPr>
          <w:rFonts w:hint="eastAsia"/>
          <w:rtl/>
        </w:rPr>
        <w:t>جاہليت</w:t>
      </w:r>
      <w:r>
        <w:rPr>
          <w:rtl/>
        </w:rPr>
        <w:t xml:space="preserve"> كى رسوم; جاہليت كے مشركين1،5،6; جاہليت مي</w:t>
      </w:r>
      <w:r w:rsidR="00083993">
        <w:rPr>
          <w:rtl/>
        </w:rPr>
        <w:t xml:space="preserve">ں </w:t>
      </w:r>
      <w:r>
        <w:rPr>
          <w:rtl/>
        </w:rPr>
        <w:t>بيٹى 1; جاہليت مي</w:t>
      </w:r>
      <w:r w:rsidR="00083993">
        <w:rPr>
          <w:rtl/>
        </w:rPr>
        <w:t xml:space="preserve">ں </w:t>
      </w:r>
      <w:r>
        <w:rPr>
          <w:rtl/>
        </w:rPr>
        <w:t>فرزند كى ولايت</w:t>
      </w:r>
    </w:p>
    <w:p w:rsidR="001F628F" w:rsidRDefault="001F628F" w:rsidP="00CF6C36">
      <w:pPr>
        <w:pStyle w:val="libNormal"/>
        <w:rPr>
          <w:rtl/>
        </w:rPr>
      </w:pPr>
      <w:r>
        <w:rPr>
          <w:rFonts w:hint="eastAsia"/>
          <w:rtl/>
        </w:rPr>
        <w:t>حالات</w:t>
      </w:r>
      <w:r>
        <w:rPr>
          <w:rtl/>
        </w:rPr>
        <w:t xml:space="preserve"> رواني:</w:t>
      </w:r>
      <w:r>
        <w:rPr>
          <w:rFonts w:hint="eastAsia"/>
          <w:rtl/>
        </w:rPr>
        <w:t>حالات</w:t>
      </w:r>
      <w:r>
        <w:rPr>
          <w:rtl/>
        </w:rPr>
        <w:t xml:space="preserve"> روانى كے آثار 2</w:t>
      </w:r>
    </w:p>
    <w:p w:rsidR="001F628F" w:rsidRDefault="001F628F" w:rsidP="00CF6C36">
      <w:pPr>
        <w:pStyle w:val="libNormal"/>
        <w:rPr>
          <w:rtl/>
        </w:rPr>
      </w:pPr>
      <w:r>
        <w:rPr>
          <w:rFonts w:hint="eastAsia"/>
          <w:rtl/>
        </w:rPr>
        <w:t>مشركين</w:t>
      </w:r>
      <w:r>
        <w:rPr>
          <w:rtl/>
        </w:rPr>
        <w:t>:</w:t>
      </w:r>
      <w:r>
        <w:rPr>
          <w:rFonts w:hint="eastAsia"/>
          <w:rtl/>
        </w:rPr>
        <w:t>مشركين</w:t>
      </w:r>
      <w:r>
        <w:rPr>
          <w:rtl/>
        </w:rPr>
        <w:t xml:space="preserve"> اور بيٹى 1،5،6; مشركين كا غم 5; مشركين كى صورت 1;; مشركين كى فكر6</w:t>
      </w:r>
    </w:p>
    <w:p w:rsidR="001F628F" w:rsidRDefault="001F628F" w:rsidP="001F628F">
      <w:pPr>
        <w:pStyle w:val="libNormal"/>
        <w:rPr>
          <w:rtl/>
        </w:rPr>
      </w:pPr>
      <w:r>
        <w:rPr>
          <w:rFonts w:hint="eastAsia"/>
          <w:rtl/>
        </w:rPr>
        <w:t>مشركين</w:t>
      </w:r>
      <w:r>
        <w:rPr>
          <w:rtl/>
        </w:rPr>
        <w:t xml:space="preserve"> كے غضب كے اسباب1</w:t>
      </w:r>
    </w:p>
    <w:p w:rsidR="00CF6C36" w:rsidRDefault="001E7F9D" w:rsidP="00F73EDE">
      <w:pPr>
        <w:pStyle w:val="libPoemTini"/>
        <w:rPr>
          <w:rtl/>
        </w:rPr>
      </w:pPr>
      <w:r>
        <w:rPr>
          <w:rtl/>
        </w:rPr>
        <w:br w:type="page"/>
      </w:r>
    </w:p>
    <w:p w:rsidR="00CF6C36" w:rsidRDefault="00CF6C36" w:rsidP="00CF6C36">
      <w:pPr>
        <w:pStyle w:val="Heading2Center"/>
        <w:rPr>
          <w:rtl/>
        </w:rPr>
      </w:pPr>
      <w:bookmarkStart w:id="205" w:name="_Toc28081883"/>
      <w:r>
        <w:rPr>
          <w:rFonts w:hint="cs"/>
          <w:rtl/>
        </w:rPr>
        <w:lastRenderedPageBreak/>
        <w:t>آیت 59</w:t>
      </w:r>
      <w:bookmarkEnd w:id="205"/>
    </w:p>
    <w:p w:rsidR="001F628F" w:rsidRDefault="00E260F9" w:rsidP="00CF6C36">
      <w:pPr>
        <w:pStyle w:val="libNormal"/>
        <w:rPr>
          <w:rtl/>
        </w:rPr>
      </w:pPr>
      <w:r w:rsidRPr="00E260F9">
        <w:rPr>
          <w:rStyle w:val="libAlaemChar"/>
          <w:rFonts w:hint="eastAsia"/>
          <w:rtl/>
        </w:rPr>
        <w:t>(</w:t>
      </w:r>
      <w:r w:rsidRPr="00CF6C36">
        <w:rPr>
          <w:rStyle w:val="libAieChar"/>
          <w:rFonts w:hint="eastAsia"/>
          <w:rtl/>
        </w:rPr>
        <w:t>يَتَوَارَى</w:t>
      </w:r>
      <w:r w:rsidRPr="00CF6C36">
        <w:rPr>
          <w:rStyle w:val="libAieChar"/>
          <w:rtl/>
        </w:rPr>
        <w:t xml:space="preserve"> مِنَ الْقَوْمِ مِن سُوءِ مَا بُشِّرَ بِهِ أَيُمْسِكُهُ عَلَى هُونٍ أَمْ يَدُسُّهُ فِي التُّرَابِ أَلاَ سَاء مَا يَحْكُمُونَ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قوم</w:t>
      </w:r>
      <w:r>
        <w:rPr>
          <w:rtl/>
        </w:rPr>
        <w:t xml:space="preserve"> ہے منھ چھپا تا ہے که بہت برى خبرسنائي گئى ہے اب اس کو ذلت سميت زنده رکهے يا خاک مي</w:t>
      </w:r>
      <w:r w:rsidR="00083993">
        <w:rPr>
          <w:rtl/>
        </w:rPr>
        <w:t xml:space="preserve">ں </w:t>
      </w:r>
      <w:r>
        <w:rPr>
          <w:rtl/>
        </w:rPr>
        <w:t>ملادے يقينا يہ لوگ بہت برا فيصلہ كر رہے ہي</w:t>
      </w:r>
      <w:r w:rsidR="00083993">
        <w:rPr>
          <w:rtl/>
        </w:rPr>
        <w:t xml:space="preserve">ں </w:t>
      </w:r>
      <w:r>
        <w:rPr>
          <w:rtl/>
        </w:rPr>
        <w:t>_</w:t>
      </w:r>
    </w:p>
    <w:p w:rsidR="001F628F" w:rsidRDefault="001F628F" w:rsidP="00CF6C36">
      <w:pPr>
        <w:pStyle w:val="libNormal"/>
        <w:rPr>
          <w:rtl/>
        </w:rPr>
      </w:pPr>
      <w:r>
        <w:rPr>
          <w:rtl/>
        </w:rPr>
        <w:t>1_زمانہ جاہليت مي</w:t>
      </w:r>
      <w:r w:rsidR="00083993">
        <w:rPr>
          <w:rtl/>
        </w:rPr>
        <w:t xml:space="preserve">ں </w:t>
      </w:r>
      <w:r>
        <w:rPr>
          <w:rtl/>
        </w:rPr>
        <w:t>بيٹيا</w:t>
      </w:r>
      <w:r w:rsidR="00083993">
        <w:rPr>
          <w:rtl/>
        </w:rPr>
        <w:t xml:space="preserve">ں </w:t>
      </w:r>
      <w:r>
        <w:rPr>
          <w:rtl/>
        </w:rPr>
        <w:t>ركھنے والے مشركين كا مخفى اورچھپنے كا سبب وہ ناراضگى تھى جو بيٹى كى ولادت كى خبر سے پيدا ہوتى تھي_</w:t>
      </w:r>
      <w:r w:rsidRPr="00CF6C36">
        <w:rPr>
          <w:rStyle w:val="libArabicChar"/>
          <w:rFonts w:hint="eastAsia"/>
          <w:rtl/>
        </w:rPr>
        <w:t>واذا</w:t>
      </w:r>
      <w:r w:rsidRPr="00CF6C36">
        <w:rPr>
          <w:rStyle w:val="libArabicChar"/>
          <w:rtl/>
        </w:rPr>
        <w:t xml:space="preserve"> بشرّ احد</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بالانثى</w:t>
      </w:r>
      <w:r w:rsidRPr="00CF6C36">
        <w:rPr>
          <w:rStyle w:val="libArabicChar"/>
          <w:rtl/>
        </w:rPr>
        <w:t xml:space="preserve"> ...</w:t>
      </w:r>
      <w:r w:rsidRPr="00CF6C36">
        <w:rPr>
          <w:rStyle w:val="libArabicChar"/>
          <w:rFonts w:hint="cs"/>
          <w:rtl/>
        </w:rPr>
        <w:t>يت</w:t>
      </w:r>
      <w:r w:rsidRPr="00CF6C36">
        <w:rPr>
          <w:rStyle w:val="libArabicChar"/>
          <w:rtl/>
        </w:rPr>
        <w:t>ورى من القوم من سؤ ما بشرّ ب</w:t>
      </w:r>
      <w:r w:rsidR="00120F63" w:rsidRPr="00B2551F">
        <w:rPr>
          <w:rStyle w:val="libArabicChar"/>
          <w:rFonts w:hint="cs"/>
          <w:rtl/>
        </w:rPr>
        <w:t>ه</w:t>
      </w:r>
    </w:p>
    <w:p w:rsidR="001F628F" w:rsidRDefault="001F628F" w:rsidP="00CF6C36">
      <w:pPr>
        <w:pStyle w:val="libNormal"/>
        <w:rPr>
          <w:rtl/>
        </w:rPr>
      </w:pPr>
      <w:r>
        <w:rPr>
          <w:rtl/>
        </w:rPr>
        <w:t>2_لڑكى كى ولادت كى خبر، مشركين كے ليے ناگور اور برى خبر تھي_</w:t>
      </w:r>
      <w:r w:rsidRPr="00CF6C36">
        <w:rPr>
          <w:rStyle w:val="libArabicChar"/>
          <w:rFonts w:hint="eastAsia"/>
          <w:rtl/>
        </w:rPr>
        <w:t>يتورى</w:t>
      </w:r>
      <w:r w:rsidRPr="00CF6C36">
        <w:rPr>
          <w:rStyle w:val="libArabicChar"/>
          <w:rtl/>
        </w:rPr>
        <w:t xml:space="preserve"> من القوم من سؤ ما بشرّ ب</w:t>
      </w:r>
      <w:r w:rsidR="00120F63" w:rsidRPr="00B2551F">
        <w:rPr>
          <w:rStyle w:val="libArabicChar"/>
          <w:rFonts w:hint="cs"/>
          <w:rtl/>
        </w:rPr>
        <w:t>ه</w:t>
      </w:r>
    </w:p>
    <w:p w:rsidR="001F628F" w:rsidRDefault="001F628F" w:rsidP="001F628F">
      <w:pPr>
        <w:pStyle w:val="libNormal"/>
        <w:rPr>
          <w:rtl/>
        </w:rPr>
      </w:pPr>
      <w:r>
        <w:rPr>
          <w:rtl/>
        </w:rPr>
        <w:t>3_زمانہ جاہليت مي</w:t>
      </w:r>
      <w:r w:rsidR="00083993">
        <w:rPr>
          <w:rtl/>
        </w:rPr>
        <w:t xml:space="preserve">ں </w:t>
      </w:r>
      <w:r>
        <w:rPr>
          <w:rtl/>
        </w:rPr>
        <w:t>خاندانو</w:t>
      </w:r>
      <w:r w:rsidR="00083993">
        <w:rPr>
          <w:rtl/>
        </w:rPr>
        <w:t xml:space="preserve">ں </w:t>
      </w:r>
      <w:r>
        <w:rPr>
          <w:rtl/>
        </w:rPr>
        <w:t>پرمرد كى حاكميت_</w:t>
      </w:r>
    </w:p>
    <w:p w:rsidR="001F628F" w:rsidRDefault="001F628F" w:rsidP="00CF6C36">
      <w:pPr>
        <w:pStyle w:val="libArabic"/>
        <w:rPr>
          <w:rtl/>
        </w:rPr>
      </w:pPr>
      <w:r>
        <w:rPr>
          <w:rFonts w:hint="eastAsia"/>
          <w:rtl/>
        </w:rPr>
        <w:t>واذا</w:t>
      </w:r>
      <w:r>
        <w:rPr>
          <w:rtl/>
        </w:rPr>
        <w:t xml:space="preserve"> بشّر احد</w:t>
      </w:r>
      <w:r w:rsidR="00120F63" w:rsidRPr="00ED5DE8">
        <w:rPr>
          <w:rFonts w:hint="cs"/>
          <w:rtl/>
        </w:rPr>
        <w:t>ه</w:t>
      </w:r>
      <w:r>
        <w:rPr>
          <w:rFonts w:hint="cs"/>
          <w:rtl/>
        </w:rPr>
        <w:t>م</w:t>
      </w:r>
      <w:r>
        <w:rPr>
          <w:rtl/>
        </w:rPr>
        <w:t xml:space="preserve"> </w:t>
      </w:r>
      <w:r>
        <w:rPr>
          <w:rFonts w:hint="cs"/>
          <w:rtl/>
        </w:rPr>
        <w:t>بالانثى</w:t>
      </w:r>
      <w:r>
        <w:rPr>
          <w:rtl/>
        </w:rPr>
        <w:t xml:space="preserve"> </w:t>
      </w:r>
      <w:r>
        <w:rPr>
          <w:rFonts w:hint="cs"/>
          <w:rtl/>
        </w:rPr>
        <w:t>ظلّ</w:t>
      </w:r>
      <w:r>
        <w:rPr>
          <w:rtl/>
        </w:rPr>
        <w:t xml:space="preserve"> </w:t>
      </w:r>
      <w:r>
        <w:rPr>
          <w:rFonts w:hint="cs"/>
          <w:rtl/>
        </w:rPr>
        <w:t>وج</w:t>
      </w:r>
      <w:r w:rsidR="00120F63" w:rsidRPr="00ED5DE8">
        <w:rPr>
          <w:rFonts w:hint="cs"/>
          <w:rtl/>
        </w:rPr>
        <w:t>هه</w:t>
      </w:r>
      <w:r>
        <w:rPr>
          <w:rtl/>
        </w:rPr>
        <w:t xml:space="preserve"> ...</w:t>
      </w:r>
      <w:r>
        <w:rPr>
          <w:rFonts w:hint="cs"/>
          <w:rtl/>
        </w:rPr>
        <w:t>يتورى</w:t>
      </w:r>
      <w:r>
        <w:rPr>
          <w:rtl/>
        </w:rPr>
        <w:t xml:space="preserve"> </w:t>
      </w:r>
      <w:r>
        <w:rPr>
          <w:rFonts w:hint="cs"/>
          <w:rtl/>
        </w:rPr>
        <w:t>من</w:t>
      </w:r>
      <w:r>
        <w:rPr>
          <w:rtl/>
        </w:rPr>
        <w:t xml:space="preserve"> </w:t>
      </w:r>
      <w:r>
        <w:rPr>
          <w:rFonts w:hint="cs"/>
          <w:rtl/>
        </w:rPr>
        <w:t>القوم</w:t>
      </w:r>
      <w:r>
        <w:rPr>
          <w:rtl/>
        </w:rPr>
        <w:t xml:space="preserve"> </w:t>
      </w:r>
      <w:r>
        <w:rPr>
          <w:rFonts w:hint="cs"/>
          <w:rtl/>
        </w:rPr>
        <w:t>من</w:t>
      </w:r>
      <w:r>
        <w:rPr>
          <w:rtl/>
        </w:rPr>
        <w:t xml:space="preserve"> </w:t>
      </w:r>
      <w:r>
        <w:rPr>
          <w:rFonts w:hint="cs"/>
          <w:rtl/>
        </w:rPr>
        <w:t>سو</w:t>
      </w:r>
      <w:r>
        <w:rPr>
          <w:rtl/>
        </w:rPr>
        <w:t xml:space="preserve"> </w:t>
      </w:r>
      <w:r>
        <w:rPr>
          <w:rFonts w:hint="cs"/>
          <w:rtl/>
        </w:rPr>
        <w:t>ما</w:t>
      </w:r>
      <w:r>
        <w:rPr>
          <w:rtl/>
        </w:rPr>
        <w:t xml:space="preserve"> </w:t>
      </w:r>
      <w:r>
        <w:rPr>
          <w:rFonts w:hint="cs"/>
          <w:rtl/>
        </w:rPr>
        <w:t>بشر</w:t>
      </w:r>
      <w:r>
        <w:rPr>
          <w:rtl/>
        </w:rPr>
        <w:t xml:space="preserve"> </w:t>
      </w:r>
      <w:r>
        <w:rPr>
          <w:rFonts w:hint="cs"/>
          <w:rtl/>
        </w:rPr>
        <w:t>ب</w:t>
      </w:r>
      <w:r w:rsidR="00120F63" w:rsidRPr="00ED5DE8">
        <w:rPr>
          <w:rFonts w:hint="cs"/>
          <w:rtl/>
        </w:rPr>
        <w:t>ه</w:t>
      </w:r>
      <w:r>
        <w:rPr>
          <w:rtl/>
        </w:rPr>
        <w:t xml:space="preserve"> </w:t>
      </w:r>
      <w:r>
        <w:rPr>
          <w:rFonts w:hint="cs"/>
          <w:rtl/>
        </w:rPr>
        <w:t>ايمسك</w:t>
      </w:r>
      <w:r w:rsidR="00120F63" w:rsidRPr="00ED5DE8">
        <w:rPr>
          <w:rFonts w:hint="cs"/>
          <w:rtl/>
        </w:rPr>
        <w:t>ه</w:t>
      </w:r>
      <w:r>
        <w:rPr>
          <w:rtl/>
        </w:rPr>
        <w:t xml:space="preserve"> </w:t>
      </w:r>
      <w:r>
        <w:rPr>
          <w:rFonts w:hint="cs"/>
          <w:rtl/>
        </w:rPr>
        <w:t>على</w:t>
      </w:r>
      <w:r>
        <w:rPr>
          <w:rtl/>
        </w:rPr>
        <w:t xml:space="preserve"> </w:t>
      </w:r>
      <w:r w:rsidR="00120F63" w:rsidRPr="00ED5DE8">
        <w:rPr>
          <w:rFonts w:hint="cs"/>
          <w:rtl/>
        </w:rPr>
        <w:t>ه</w:t>
      </w:r>
      <w:r>
        <w:rPr>
          <w:rFonts w:hint="cs"/>
          <w:rtl/>
        </w:rPr>
        <w:t>ون</w:t>
      </w:r>
      <w:r>
        <w:rPr>
          <w:rtl/>
        </w:rPr>
        <w:t xml:space="preserve"> </w:t>
      </w:r>
      <w:r>
        <w:rPr>
          <w:rFonts w:hint="cs"/>
          <w:rtl/>
        </w:rPr>
        <w:t>ام</w:t>
      </w:r>
      <w:r>
        <w:rPr>
          <w:rtl/>
        </w:rPr>
        <w:t xml:space="preserve"> </w:t>
      </w:r>
      <w:r>
        <w:rPr>
          <w:rFonts w:hint="cs"/>
          <w:rtl/>
        </w:rPr>
        <w:t>يدس</w:t>
      </w:r>
      <w:r>
        <w:rPr>
          <w:rtl/>
        </w:rPr>
        <w:t>ّ</w:t>
      </w:r>
      <w:r w:rsidR="00120F63" w:rsidRPr="00ED5DE8">
        <w:rPr>
          <w:rFonts w:hint="cs"/>
          <w:rtl/>
        </w:rPr>
        <w:t>ه</w:t>
      </w:r>
      <w:r>
        <w:rPr>
          <w:rtl/>
        </w:rPr>
        <w:t xml:space="preserve"> </w:t>
      </w:r>
      <w:r>
        <w:rPr>
          <w:rFonts w:hint="cs"/>
          <w:rtl/>
        </w:rPr>
        <w:t>فى</w:t>
      </w:r>
      <w:r>
        <w:rPr>
          <w:rtl/>
        </w:rPr>
        <w:t xml:space="preserve"> </w:t>
      </w:r>
      <w:r>
        <w:rPr>
          <w:rFonts w:hint="cs"/>
          <w:rtl/>
        </w:rPr>
        <w:t>ا</w:t>
      </w:r>
      <w:r>
        <w:rPr>
          <w:rtl/>
        </w:rPr>
        <w:t>لتراب</w:t>
      </w:r>
    </w:p>
    <w:p w:rsidR="001F628F" w:rsidRDefault="001F628F" w:rsidP="001F628F">
      <w:pPr>
        <w:pStyle w:val="libNormal"/>
        <w:rPr>
          <w:rtl/>
        </w:rPr>
      </w:pPr>
      <w:r>
        <w:rPr>
          <w:rtl/>
        </w:rPr>
        <w:t>4_مشركين اس بات مي</w:t>
      </w:r>
      <w:r w:rsidR="00083993">
        <w:rPr>
          <w:rtl/>
        </w:rPr>
        <w:t xml:space="preserve">ں </w:t>
      </w:r>
      <w:r>
        <w:rPr>
          <w:rtl/>
        </w:rPr>
        <w:t>متحيّر اور متردّدتھے كہ نوذاد بيٹى كى كفالت ذلت كے ساتھ كري</w:t>
      </w:r>
      <w:r w:rsidR="00083993">
        <w:rPr>
          <w:rtl/>
        </w:rPr>
        <w:t xml:space="preserve">ں </w:t>
      </w:r>
      <w:r>
        <w:rPr>
          <w:rtl/>
        </w:rPr>
        <w:t>يا اسے زندہ در گور كردي</w:t>
      </w:r>
      <w:r w:rsidR="00083993">
        <w:rPr>
          <w:rtl/>
        </w:rPr>
        <w:t xml:space="preserve">ں </w:t>
      </w:r>
      <w:r>
        <w:rPr>
          <w:rtl/>
        </w:rPr>
        <w:t>_</w:t>
      </w:r>
    </w:p>
    <w:p w:rsidR="001F628F" w:rsidRDefault="001F628F" w:rsidP="00CF6C36">
      <w:pPr>
        <w:pStyle w:val="libArabic"/>
        <w:rPr>
          <w:rtl/>
        </w:rPr>
      </w:pPr>
      <w:r>
        <w:rPr>
          <w:rFonts w:hint="eastAsia"/>
          <w:rtl/>
        </w:rPr>
        <w:t>أيمسك</w:t>
      </w:r>
      <w:r w:rsidR="00120F63" w:rsidRPr="00ED5DE8">
        <w:rPr>
          <w:rFonts w:hint="cs"/>
          <w:rtl/>
        </w:rPr>
        <w:t>ه</w:t>
      </w:r>
      <w:r>
        <w:rPr>
          <w:rtl/>
        </w:rPr>
        <w:t xml:space="preserve"> على </w:t>
      </w:r>
      <w:r w:rsidR="00120F63" w:rsidRPr="00ED5DE8">
        <w:rPr>
          <w:rFonts w:hint="cs"/>
          <w:rtl/>
        </w:rPr>
        <w:t>ه</w:t>
      </w:r>
      <w:r>
        <w:rPr>
          <w:rFonts w:hint="cs"/>
          <w:rtl/>
        </w:rPr>
        <w:t>ون</w:t>
      </w:r>
      <w:r>
        <w:rPr>
          <w:rtl/>
        </w:rPr>
        <w:t xml:space="preserve"> </w:t>
      </w:r>
      <w:r>
        <w:rPr>
          <w:rFonts w:hint="cs"/>
          <w:rtl/>
        </w:rPr>
        <w:t>ام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w:t>
      </w:r>
      <w:r>
        <w:rPr>
          <w:rtl/>
        </w:rPr>
        <w:t>لتراب</w:t>
      </w:r>
    </w:p>
    <w:p w:rsidR="001F628F" w:rsidRDefault="001F628F" w:rsidP="001F628F">
      <w:pPr>
        <w:pStyle w:val="libNormal"/>
        <w:rPr>
          <w:rtl/>
        </w:rPr>
      </w:pPr>
      <w:r>
        <w:rPr>
          <w:rtl/>
        </w:rPr>
        <w:t>''يمسكہ'' مي</w:t>
      </w:r>
      <w:r w:rsidR="00083993">
        <w:rPr>
          <w:rtl/>
        </w:rPr>
        <w:t xml:space="preserve">ں </w:t>
      </w:r>
      <w:r>
        <w:rPr>
          <w:rtl/>
        </w:rPr>
        <w:t>ضمير كامرجع ''مبشر بہ'' ہے اور اس سے مراد ، نوزاد بيٹى ہے اور ''على ہون'' ''يمسكہ''كى ضمير مفعول كے ليے حال ہے ''ہون'' كا معنى ذلّت اور خوارى ہے (دسّ) مصدر سے ''يدسّ'' كا معنى مخفى كرنا ذكر ہوا ہے_</w:t>
      </w:r>
    </w:p>
    <w:p w:rsidR="001F628F" w:rsidRDefault="001F628F" w:rsidP="001F628F">
      <w:pPr>
        <w:pStyle w:val="libNormal"/>
        <w:rPr>
          <w:rtl/>
        </w:rPr>
      </w:pPr>
      <w:r>
        <w:rPr>
          <w:rtl/>
        </w:rPr>
        <w:t>5_زمانہ جاہليت مي</w:t>
      </w:r>
      <w:r w:rsidR="00083993">
        <w:rPr>
          <w:rtl/>
        </w:rPr>
        <w:t xml:space="preserve">ں </w:t>
      </w:r>
      <w:r>
        <w:rPr>
          <w:rtl/>
        </w:rPr>
        <w:t>خواتين اور لڑكيو</w:t>
      </w:r>
      <w:r w:rsidR="00083993">
        <w:rPr>
          <w:rtl/>
        </w:rPr>
        <w:t xml:space="preserve">ں </w:t>
      </w:r>
      <w:r>
        <w:rPr>
          <w:rtl/>
        </w:rPr>
        <w:t>كى كوئي قدر و قيمت نہي</w:t>
      </w:r>
      <w:r w:rsidR="00083993">
        <w:rPr>
          <w:rtl/>
        </w:rPr>
        <w:t xml:space="preserve">ں </w:t>
      </w:r>
      <w:r>
        <w:rPr>
          <w:rtl/>
        </w:rPr>
        <w:t>تھى اور وہ مايہ ننگ و عار شمار ہوتى تھي</w:t>
      </w:r>
      <w:r w:rsidR="00083993">
        <w:rPr>
          <w:rtl/>
        </w:rPr>
        <w:t xml:space="preserve">ں </w:t>
      </w:r>
      <w:r>
        <w:rPr>
          <w:rtl/>
        </w:rPr>
        <w:t>_</w:t>
      </w:r>
    </w:p>
    <w:p w:rsidR="001F628F" w:rsidRDefault="001F628F" w:rsidP="00CF6C36">
      <w:pPr>
        <w:pStyle w:val="libArabic"/>
        <w:rPr>
          <w:rtl/>
        </w:rPr>
      </w:pPr>
      <w:r>
        <w:rPr>
          <w:rFonts w:hint="eastAsia"/>
          <w:rtl/>
        </w:rPr>
        <w:t>أيمسك</w:t>
      </w:r>
      <w:r w:rsidR="00120F63" w:rsidRPr="00ED5DE8">
        <w:rPr>
          <w:rFonts w:hint="cs"/>
          <w:rtl/>
        </w:rPr>
        <w:t>ه</w:t>
      </w:r>
      <w:r>
        <w:rPr>
          <w:rtl/>
        </w:rPr>
        <w:t xml:space="preserve"> على </w:t>
      </w:r>
      <w:r w:rsidR="00120F63" w:rsidRPr="00ED5DE8">
        <w:rPr>
          <w:rFonts w:hint="cs"/>
          <w:rtl/>
        </w:rPr>
        <w:t>ه</w:t>
      </w:r>
      <w:r>
        <w:rPr>
          <w:rFonts w:hint="cs"/>
          <w:rtl/>
        </w:rPr>
        <w:t>ون</w:t>
      </w:r>
      <w:r>
        <w:rPr>
          <w:rtl/>
        </w:rPr>
        <w:t xml:space="preserve"> </w:t>
      </w:r>
      <w:r>
        <w:rPr>
          <w:rFonts w:hint="cs"/>
          <w:rtl/>
        </w:rPr>
        <w:t>ام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w:t>
      </w:r>
      <w:r>
        <w:rPr>
          <w:rtl/>
        </w:rPr>
        <w:t>لتراب</w:t>
      </w:r>
    </w:p>
    <w:p w:rsidR="001F628F" w:rsidRDefault="001F628F" w:rsidP="001F628F">
      <w:pPr>
        <w:pStyle w:val="libNormal"/>
        <w:rPr>
          <w:rtl/>
        </w:rPr>
      </w:pPr>
      <w:r>
        <w:rPr>
          <w:rtl/>
        </w:rPr>
        <w:t>6_زمانہ جاہليت مي</w:t>
      </w:r>
      <w:r w:rsidR="00083993">
        <w:rPr>
          <w:rtl/>
        </w:rPr>
        <w:t xml:space="preserve">ں </w:t>
      </w:r>
      <w:r>
        <w:rPr>
          <w:rtl/>
        </w:rPr>
        <w:t>بيٹى ركھنے والے مشركين، بيٹيو</w:t>
      </w:r>
      <w:r w:rsidR="00083993">
        <w:rPr>
          <w:rtl/>
        </w:rPr>
        <w:t xml:space="preserve">ں </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كى</w:t>
      </w:r>
      <w:r>
        <w:rPr>
          <w:rtl/>
        </w:rPr>
        <w:t xml:space="preserve"> كفالت كو اپنے ليے ننگ وعار سمجھتے تھے_</w:t>
      </w:r>
      <w:r w:rsidRPr="00CF6C36">
        <w:rPr>
          <w:rStyle w:val="libArabicChar"/>
          <w:rFonts w:hint="eastAsia"/>
          <w:rtl/>
        </w:rPr>
        <w:t>أيمسك</w:t>
      </w:r>
      <w:r w:rsidR="00120F63" w:rsidRPr="00B2551F">
        <w:rPr>
          <w:rStyle w:val="libArabicChar"/>
          <w:rFonts w:hint="cs"/>
          <w:rtl/>
        </w:rPr>
        <w:t>ه</w:t>
      </w:r>
      <w:r w:rsidRPr="00CF6C36">
        <w:rPr>
          <w:rStyle w:val="libArabicChar"/>
          <w:rtl/>
        </w:rPr>
        <w:t xml:space="preserve"> على </w:t>
      </w:r>
      <w:r w:rsidR="00120F63" w:rsidRPr="00B2551F">
        <w:rPr>
          <w:rStyle w:val="libArabicChar"/>
          <w:rFonts w:hint="cs"/>
          <w:rtl/>
        </w:rPr>
        <w:t>ه</w:t>
      </w:r>
      <w:r w:rsidRPr="00CF6C36">
        <w:rPr>
          <w:rStyle w:val="libArabicChar"/>
          <w:rFonts w:hint="cs"/>
          <w:rtl/>
        </w:rPr>
        <w:t>ون</w:t>
      </w:r>
    </w:p>
    <w:p w:rsidR="001F628F" w:rsidRDefault="001F628F" w:rsidP="001F628F">
      <w:pPr>
        <w:pStyle w:val="libNormal"/>
        <w:rPr>
          <w:rtl/>
        </w:rPr>
      </w:pPr>
      <w:r>
        <w:rPr>
          <w:rFonts w:hint="eastAsia"/>
          <w:rtl/>
        </w:rPr>
        <w:t>مذكورہ</w:t>
      </w:r>
      <w:r>
        <w:rPr>
          <w:rtl/>
        </w:rPr>
        <w:t xml:space="preserve"> بالا مطلب اس بناء پر ہے كہ''على ہون'' ''يمسكہ'' كى ضمير فاعل كے ليے حال ہو _</w:t>
      </w:r>
    </w:p>
    <w:p w:rsidR="001F628F" w:rsidRDefault="001F628F" w:rsidP="001F628F">
      <w:pPr>
        <w:pStyle w:val="libNormal"/>
        <w:rPr>
          <w:rtl/>
        </w:rPr>
      </w:pPr>
      <w:r>
        <w:rPr>
          <w:rtl/>
        </w:rPr>
        <w:t>7_زمانہ جاہليت مي</w:t>
      </w:r>
      <w:r w:rsidR="00083993">
        <w:rPr>
          <w:rtl/>
        </w:rPr>
        <w:t xml:space="preserve">ں </w:t>
      </w:r>
      <w:r>
        <w:rPr>
          <w:rtl/>
        </w:rPr>
        <w:t>مرد حضرات كو اپنى اولاد پر مكمل ولايت و اختيار حاصل تھا _</w:t>
      </w:r>
    </w:p>
    <w:p w:rsidR="001F628F" w:rsidRDefault="001F628F" w:rsidP="00CF6C36">
      <w:pPr>
        <w:pStyle w:val="libArabic"/>
        <w:rPr>
          <w:rtl/>
        </w:rPr>
      </w:pPr>
      <w:r>
        <w:rPr>
          <w:rFonts w:hint="eastAsia"/>
          <w:rtl/>
        </w:rPr>
        <w:t>أيمسك</w:t>
      </w:r>
      <w:r w:rsidR="00120F63" w:rsidRPr="00ED5DE8">
        <w:rPr>
          <w:rFonts w:hint="cs"/>
          <w:rtl/>
        </w:rPr>
        <w:t>ه</w:t>
      </w:r>
      <w:r>
        <w:rPr>
          <w:rtl/>
        </w:rPr>
        <w:t xml:space="preserve"> على </w:t>
      </w:r>
      <w:r w:rsidR="00120F63" w:rsidRPr="00ED5DE8">
        <w:rPr>
          <w:rFonts w:hint="cs"/>
          <w:rtl/>
        </w:rPr>
        <w:t>ه</w:t>
      </w:r>
      <w:r>
        <w:rPr>
          <w:rFonts w:hint="cs"/>
          <w:rtl/>
        </w:rPr>
        <w:t>ون</w:t>
      </w:r>
      <w:r>
        <w:rPr>
          <w:rtl/>
        </w:rPr>
        <w:t xml:space="preserve"> </w:t>
      </w:r>
      <w:r>
        <w:rPr>
          <w:rFonts w:hint="cs"/>
          <w:rtl/>
        </w:rPr>
        <w:t>ام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w:t>
      </w:r>
      <w:r>
        <w:rPr>
          <w:rtl/>
        </w:rPr>
        <w:t>لتراب</w:t>
      </w:r>
    </w:p>
    <w:p w:rsidR="001F628F" w:rsidRDefault="001F628F" w:rsidP="001F628F">
      <w:pPr>
        <w:pStyle w:val="libNormal"/>
        <w:rPr>
          <w:rtl/>
        </w:rPr>
      </w:pPr>
      <w:r>
        <w:rPr>
          <w:rFonts w:hint="eastAsia"/>
          <w:rtl/>
        </w:rPr>
        <w:t>يہ</w:t>
      </w:r>
      <w:r>
        <w:rPr>
          <w:rtl/>
        </w:rPr>
        <w:t xml:space="preserve"> جو خداوند عالم نے نوزاد بيٹيو</w:t>
      </w:r>
      <w:r w:rsidR="00083993">
        <w:rPr>
          <w:rtl/>
        </w:rPr>
        <w:t xml:space="preserve">ں </w:t>
      </w:r>
      <w:r>
        <w:rPr>
          <w:rtl/>
        </w:rPr>
        <w:t>كے بارے مي</w:t>
      </w:r>
      <w:r w:rsidR="00083993">
        <w:rPr>
          <w:rtl/>
        </w:rPr>
        <w:t xml:space="preserve">ں </w:t>
      </w:r>
      <w:r>
        <w:rPr>
          <w:rtl/>
        </w:rPr>
        <w:t>مشركين كے اس ارادے كا ذكر كيا ہے كہ وہ انہي</w:t>
      </w:r>
      <w:r w:rsidR="00083993">
        <w:rPr>
          <w:rtl/>
        </w:rPr>
        <w:t xml:space="preserve">ں </w:t>
      </w:r>
      <w:r>
        <w:rPr>
          <w:rtl/>
        </w:rPr>
        <w:t>زندہ ركھي</w:t>
      </w:r>
      <w:r w:rsidR="00083993">
        <w:rPr>
          <w:rtl/>
        </w:rPr>
        <w:t xml:space="preserve">ں </w:t>
      </w:r>
      <w:r>
        <w:rPr>
          <w:rtl/>
        </w:rPr>
        <w:t>يا زندہ در گور كردي</w:t>
      </w:r>
      <w:r w:rsidR="00083993">
        <w:rPr>
          <w:rtl/>
        </w:rPr>
        <w:t xml:space="preserve">ں </w:t>
      </w:r>
      <w:r>
        <w:rPr>
          <w:rtl/>
        </w:rPr>
        <w:t>اور كسى دوسرے شخص كو دخيل اور اعتراض كرنے والا قرار نہي</w:t>
      </w:r>
      <w:r w:rsidR="00083993">
        <w:rPr>
          <w:rtl/>
        </w:rPr>
        <w:t xml:space="preserve">ں </w:t>
      </w:r>
      <w:r>
        <w:rPr>
          <w:rtl/>
        </w:rPr>
        <w:t>ديا لہذا ممكن ہے يہ مذكورہ نكتہ سے حكايت ہو_</w:t>
      </w:r>
    </w:p>
    <w:p w:rsidR="001F628F" w:rsidRDefault="001F628F" w:rsidP="001F628F">
      <w:pPr>
        <w:pStyle w:val="libNormal"/>
        <w:rPr>
          <w:rtl/>
        </w:rPr>
      </w:pPr>
      <w:r>
        <w:rPr>
          <w:rtl/>
        </w:rPr>
        <w:t>8_ بيٹى ركھنے والے مشركين ، بيٹى ركھنے كى وجہ سے اپنى اجتماعى شخصيت كو خطر ے مي</w:t>
      </w:r>
      <w:r w:rsidR="00083993">
        <w:rPr>
          <w:rtl/>
        </w:rPr>
        <w:t xml:space="preserve">ں </w:t>
      </w:r>
      <w:r>
        <w:rPr>
          <w:rtl/>
        </w:rPr>
        <w:t>ديكھتے تھے _</w:t>
      </w:r>
    </w:p>
    <w:p w:rsidR="001F628F" w:rsidRDefault="001F628F" w:rsidP="00CF6C36">
      <w:pPr>
        <w:pStyle w:val="libArabic"/>
        <w:rPr>
          <w:rtl/>
        </w:rPr>
      </w:pPr>
      <w:r>
        <w:rPr>
          <w:rFonts w:hint="eastAsia"/>
          <w:rtl/>
        </w:rPr>
        <w:t>يتورى</w:t>
      </w:r>
      <w:r>
        <w:rPr>
          <w:rtl/>
        </w:rPr>
        <w:t xml:space="preserve"> من القوم من سوء ما بشرّ ب</w:t>
      </w:r>
      <w:r w:rsidR="00120F63" w:rsidRPr="00ED5DE8">
        <w:rPr>
          <w:rFonts w:hint="cs"/>
          <w:rtl/>
        </w:rPr>
        <w:t>ه</w:t>
      </w:r>
      <w:r>
        <w:rPr>
          <w:rtl/>
        </w:rPr>
        <w:t xml:space="preserve"> </w:t>
      </w:r>
      <w:r>
        <w:rPr>
          <w:rFonts w:hint="cs"/>
          <w:rtl/>
        </w:rPr>
        <w:t>أم</w:t>
      </w:r>
      <w:r>
        <w:rPr>
          <w:rtl/>
        </w:rPr>
        <w:t xml:space="preserve"> </w:t>
      </w:r>
      <w:r>
        <w:rPr>
          <w:rFonts w:hint="cs"/>
          <w:rtl/>
        </w:rPr>
        <w:t>يمسك</w:t>
      </w:r>
      <w:r w:rsidR="00120F63" w:rsidRPr="00ED5DE8">
        <w:rPr>
          <w:rFonts w:hint="cs"/>
          <w:rtl/>
        </w:rPr>
        <w:t>ه</w:t>
      </w:r>
      <w:r>
        <w:rPr>
          <w:rtl/>
        </w:rPr>
        <w:t xml:space="preserve"> </w:t>
      </w:r>
      <w:r>
        <w:rPr>
          <w:rFonts w:hint="cs"/>
          <w:rtl/>
        </w:rPr>
        <w:t>على</w:t>
      </w:r>
      <w:r>
        <w:rPr>
          <w:rtl/>
        </w:rPr>
        <w:t xml:space="preserve"> </w:t>
      </w:r>
      <w:r w:rsidR="00120F63" w:rsidRPr="00ED5DE8">
        <w:rPr>
          <w:rFonts w:hint="cs"/>
          <w:rtl/>
        </w:rPr>
        <w:t>ه</w:t>
      </w:r>
      <w:r>
        <w:rPr>
          <w:rFonts w:hint="cs"/>
          <w:rtl/>
        </w:rPr>
        <w:t>ون</w:t>
      </w:r>
      <w:r>
        <w:rPr>
          <w:rtl/>
        </w:rPr>
        <w:t xml:space="preserve"> </w:t>
      </w:r>
      <w:r>
        <w:rPr>
          <w:rFonts w:hint="cs"/>
          <w:rtl/>
        </w:rPr>
        <w:t>أم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w:t>
      </w:r>
      <w:r>
        <w:rPr>
          <w:rtl/>
        </w:rPr>
        <w:t>لتراب</w:t>
      </w:r>
    </w:p>
    <w:p w:rsidR="001F628F" w:rsidRDefault="001F628F" w:rsidP="001F628F">
      <w:pPr>
        <w:pStyle w:val="libNormal"/>
        <w:rPr>
          <w:rtl/>
        </w:rPr>
      </w:pPr>
      <w:r>
        <w:rPr>
          <w:rtl/>
        </w:rPr>
        <w:t>9_مشركين كى طرف سے خداوند عالم كے ليے بيٹى اور اپنے ليے بيٹا قرار دينا ، نہايت قبيح اور نامناسب فيصلہ تھا_</w:t>
      </w:r>
    </w:p>
    <w:p w:rsidR="001F628F" w:rsidRDefault="001F628F" w:rsidP="00CF6C36">
      <w:pPr>
        <w:pStyle w:val="libArabic"/>
        <w:rPr>
          <w:rtl/>
        </w:rPr>
      </w:pPr>
      <w:r>
        <w:rPr>
          <w:rFonts w:hint="eastAsia"/>
          <w:rtl/>
        </w:rPr>
        <w:t>ويجعلون</w:t>
      </w:r>
      <w:r>
        <w:rPr>
          <w:rtl/>
        </w:rPr>
        <w:t xml:space="preserve"> للّ</w:t>
      </w:r>
      <w:r w:rsidR="00120F63" w:rsidRPr="00ED5DE8">
        <w:rPr>
          <w:rFonts w:hint="cs"/>
          <w:rtl/>
        </w:rPr>
        <w:t>ه</w:t>
      </w:r>
      <w:r>
        <w:rPr>
          <w:rtl/>
        </w:rPr>
        <w:t xml:space="preserve"> </w:t>
      </w:r>
      <w:r>
        <w:rPr>
          <w:rFonts w:hint="cs"/>
          <w:rtl/>
        </w:rPr>
        <w:t>البنات</w:t>
      </w:r>
      <w:r>
        <w:rPr>
          <w:rtl/>
        </w:rPr>
        <w:t xml:space="preserve"> </w:t>
      </w:r>
      <w:r>
        <w:rPr>
          <w:rFonts w:hint="cs"/>
          <w:rtl/>
        </w:rPr>
        <w:t>سبحان</w:t>
      </w:r>
      <w:r w:rsidR="00120F63" w:rsidRPr="00ED5DE8">
        <w:rPr>
          <w:rFonts w:hint="cs"/>
          <w:rtl/>
        </w:rPr>
        <w:t>ه</w:t>
      </w:r>
      <w:r>
        <w:rPr>
          <w:rtl/>
        </w:rPr>
        <w:t xml:space="preserve"> </w:t>
      </w:r>
      <w:r>
        <w:rPr>
          <w:rFonts w:hint="cs"/>
          <w:rtl/>
        </w:rPr>
        <w:t>و</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يشت</w:t>
      </w:r>
      <w:r w:rsidR="00120F63" w:rsidRPr="00ED5DE8">
        <w:rPr>
          <w:rFonts w:hint="cs"/>
          <w:rtl/>
        </w:rPr>
        <w:t>ه</w:t>
      </w:r>
      <w:r>
        <w:rPr>
          <w:rFonts w:hint="cs"/>
          <w:rtl/>
        </w:rPr>
        <w:t>ون</w:t>
      </w:r>
      <w:r>
        <w:rPr>
          <w:rtl/>
        </w:rPr>
        <w:t xml:space="preserve"> ... </w:t>
      </w:r>
      <w:r>
        <w:rPr>
          <w:rFonts w:hint="cs"/>
          <w:rtl/>
        </w:rPr>
        <w:t>الأ</w:t>
      </w:r>
      <w:r>
        <w:rPr>
          <w:rtl/>
        </w:rPr>
        <w:t xml:space="preserve"> </w:t>
      </w:r>
      <w:r>
        <w:rPr>
          <w:rFonts w:hint="cs"/>
          <w:rtl/>
        </w:rPr>
        <w:t>ساء</w:t>
      </w:r>
      <w:r>
        <w:rPr>
          <w:rtl/>
        </w:rPr>
        <w:t xml:space="preserve"> </w:t>
      </w:r>
      <w:r>
        <w:rPr>
          <w:rFonts w:hint="cs"/>
          <w:rtl/>
        </w:rPr>
        <w:t>ما</w:t>
      </w:r>
      <w:r>
        <w:rPr>
          <w:rtl/>
        </w:rPr>
        <w:t xml:space="preserve"> </w:t>
      </w:r>
      <w:r>
        <w:rPr>
          <w:rFonts w:hint="cs"/>
          <w:rtl/>
        </w:rPr>
        <w:t>ي</w:t>
      </w:r>
      <w:r>
        <w:rPr>
          <w:rtl/>
        </w:rPr>
        <w:t>حكمون</w:t>
      </w:r>
    </w:p>
    <w:p w:rsidR="001F628F" w:rsidRDefault="001F628F" w:rsidP="00CF6C36">
      <w:pPr>
        <w:pStyle w:val="libNormal"/>
        <w:rPr>
          <w:rtl/>
        </w:rPr>
      </w:pPr>
      <w:r>
        <w:rPr>
          <w:rtl/>
        </w:rPr>
        <w:t>10_زمانہ جاہليت كے مشركين كى طرف سے لڑكيو</w:t>
      </w:r>
      <w:r w:rsidR="00083993">
        <w:rPr>
          <w:rtl/>
        </w:rPr>
        <w:t xml:space="preserve">ں </w:t>
      </w:r>
      <w:r>
        <w:rPr>
          <w:rtl/>
        </w:rPr>
        <w:t>اور لڑكو</w:t>
      </w:r>
      <w:r w:rsidR="00083993">
        <w:rPr>
          <w:rtl/>
        </w:rPr>
        <w:t xml:space="preserve">ں </w:t>
      </w:r>
      <w:r>
        <w:rPr>
          <w:rtl/>
        </w:rPr>
        <w:t>كے ما بين تفاوت كا قائل ہونا، نا مناسب اور قبيح فيصلہ تھا_</w:t>
      </w:r>
      <w:r w:rsidRPr="00CF6C36">
        <w:rPr>
          <w:rStyle w:val="libArabicChar"/>
          <w:rFonts w:hint="eastAsia"/>
          <w:rtl/>
        </w:rPr>
        <w:t>ويجعلون</w:t>
      </w:r>
      <w:r w:rsidRPr="00CF6C36">
        <w:rPr>
          <w:rStyle w:val="libArabicChar"/>
          <w:rtl/>
        </w:rPr>
        <w:t xml:space="preserve"> 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البنات</w:t>
      </w:r>
      <w:r w:rsidRPr="00CF6C36">
        <w:rPr>
          <w:rStyle w:val="libArabicChar"/>
          <w:rtl/>
        </w:rPr>
        <w:t xml:space="preserve"> </w:t>
      </w:r>
      <w:r w:rsidRPr="00CF6C36">
        <w:rPr>
          <w:rStyle w:val="libArabicChar"/>
          <w:rFonts w:hint="cs"/>
          <w:rtl/>
        </w:rPr>
        <w:t>سبحان</w:t>
      </w:r>
      <w:r w:rsidR="00120F63" w:rsidRPr="00B2551F">
        <w:rPr>
          <w:rStyle w:val="libArabicChar"/>
          <w:rFonts w:hint="cs"/>
          <w:rtl/>
        </w:rPr>
        <w:t>ه</w:t>
      </w:r>
      <w:r w:rsidRPr="00CF6C36">
        <w:rPr>
          <w:rStyle w:val="libArabicChar"/>
          <w:rtl/>
        </w:rPr>
        <w:t xml:space="preserve"> </w:t>
      </w:r>
      <w:r w:rsidRPr="00CF6C36">
        <w:rPr>
          <w:rStyle w:val="libArabicChar"/>
          <w:rFonts w:hint="cs"/>
          <w:rtl/>
        </w:rPr>
        <w:t>ول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w:t>
      </w:r>
      <w:r w:rsidRPr="00CF6C36">
        <w:rPr>
          <w:rStyle w:val="libArabicChar"/>
          <w:rFonts w:hint="cs"/>
          <w:rtl/>
        </w:rPr>
        <w:t>يشت</w:t>
      </w:r>
      <w:r w:rsidR="00120F63" w:rsidRPr="00B2551F">
        <w:rPr>
          <w:rStyle w:val="libArabicChar"/>
          <w:rFonts w:hint="cs"/>
          <w:rtl/>
        </w:rPr>
        <w:t>ه</w:t>
      </w:r>
      <w:r w:rsidRPr="00CF6C36">
        <w:rPr>
          <w:rStyle w:val="libArabicChar"/>
          <w:rFonts w:hint="cs"/>
          <w:rtl/>
        </w:rPr>
        <w:t>ون</w:t>
      </w:r>
      <w:r w:rsidRPr="00CF6C36">
        <w:rPr>
          <w:rStyle w:val="libArabicChar"/>
          <w:rtl/>
        </w:rPr>
        <w:t xml:space="preserve"> ...</w:t>
      </w:r>
      <w:r w:rsidRPr="00CF6C36">
        <w:rPr>
          <w:rStyle w:val="libArabicChar"/>
          <w:rFonts w:hint="cs"/>
          <w:rtl/>
        </w:rPr>
        <w:t>الا</w:t>
      </w:r>
      <w:r w:rsidRPr="00CF6C36">
        <w:rPr>
          <w:rStyle w:val="libArabicChar"/>
          <w:rtl/>
        </w:rPr>
        <w:t xml:space="preserve"> </w:t>
      </w:r>
      <w:r w:rsidRPr="00CF6C36">
        <w:rPr>
          <w:rStyle w:val="libArabicChar"/>
          <w:rFonts w:hint="cs"/>
          <w:rtl/>
        </w:rPr>
        <w:t>ساء</w:t>
      </w:r>
      <w:r w:rsidRPr="00CF6C36">
        <w:rPr>
          <w:rStyle w:val="libArabicChar"/>
          <w:rtl/>
        </w:rPr>
        <w:t xml:space="preserve"> ما يحكمون</w:t>
      </w:r>
    </w:p>
    <w:p w:rsidR="001F628F" w:rsidRDefault="001F628F" w:rsidP="00CF6C36">
      <w:pPr>
        <w:pStyle w:val="libNormal"/>
        <w:rPr>
          <w:rtl/>
        </w:rPr>
      </w:pPr>
      <w:r>
        <w:rPr>
          <w:rtl/>
        </w:rPr>
        <w:t>11_نوزاد بيٹيو</w:t>
      </w:r>
      <w:r w:rsidR="00083993">
        <w:rPr>
          <w:rtl/>
        </w:rPr>
        <w:t xml:space="preserve">ں </w:t>
      </w:r>
      <w:r>
        <w:rPr>
          <w:rtl/>
        </w:rPr>
        <w:t>كى ذلّت كے ساتھ كفالت يا انہي</w:t>
      </w:r>
      <w:r w:rsidR="00083993">
        <w:rPr>
          <w:rtl/>
        </w:rPr>
        <w:t xml:space="preserve">ں </w:t>
      </w:r>
      <w:r>
        <w:rPr>
          <w:rtl/>
        </w:rPr>
        <w:t>در گور كرنے كے بارے مي</w:t>
      </w:r>
      <w:r w:rsidR="00083993">
        <w:rPr>
          <w:rtl/>
        </w:rPr>
        <w:t xml:space="preserve">ں </w:t>
      </w:r>
      <w:r>
        <w:rPr>
          <w:rtl/>
        </w:rPr>
        <w:t>مشركين كا ارادہ نہايت قبيح اور نامناسب ارادہ تھا_</w:t>
      </w:r>
      <w:r w:rsidRPr="00CF6C36">
        <w:rPr>
          <w:rStyle w:val="libArabicChar"/>
          <w:rFonts w:hint="eastAsia"/>
          <w:rtl/>
        </w:rPr>
        <w:t>أيمسك</w:t>
      </w:r>
      <w:r w:rsidR="00120F63" w:rsidRPr="00B2551F">
        <w:rPr>
          <w:rStyle w:val="libArabicChar"/>
          <w:rFonts w:hint="cs"/>
          <w:rtl/>
        </w:rPr>
        <w:t>ه</w:t>
      </w:r>
      <w:r w:rsidRPr="00CF6C36">
        <w:rPr>
          <w:rStyle w:val="libArabicChar"/>
          <w:rtl/>
        </w:rPr>
        <w:t xml:space="preserve"> على </w:t>
      </w:r>
      <w:r w:rsidR="00120F63" w:rsidRPr="00B2551F">
        <w:rPr>
          <w:rStyle w:val="libArabicChar"/>
          <w:rFonts w:hint="cs"/>
          <w:rtl/>
        </w:rPr>
        <w:t>ه</w:t>
      </w:r>
      <w:r w:rsidRPr="00CF6C36">
        <w:rPr>
          <w:rStyle w:val="libArabicChar"/>
          <w:rFonts w:hint="cs"/>
          <w:rtl/>
        </w:rPr>
        <w:t>ون</w:t>
      </w:r>
      <w:r w:rsidRPr="00CF6C36">
        <w:rPr>
          <w:rStyle w:val="libArabicChar"/>
          <w:rtl/>
        </w:rPr>
        <w:t xml:space="preserve"> </w:t>
      </w:r>
      <w:r w:rsidRPr="00CF6C36">
        <w:rPr>
          <w:rStyle w:val="libArabicChar"/>
          <w:rFonts w:hint="cs"/>
          <w:rtl/>
        </w:rPr>
        <w:t>ام</w:t>
      </w:r>
      <w:r w:rsidRPr="00CF6C36">
        <w:rPr>
          <w:rStyle w:val="libArabicChar"/>
          <w:rtl/>
        </w:rPr>
        <w:t xml:space="preserve"> </w:t>
      </w:r>
      <w:r w:rsidRPr="00CF6C36">
        <w:rPr>
          <w:rStyle w:val="libArabicChar"/>
          <w:rFonts w:hint="cs"/>
          <w:rtl/>
        </w:rPr>
        <w:t>يدسّ</w:t>
      </w:r>
      <w:r w:rsidR="00120F63" w:rsidRPr="00B2551F">
        <w:rPr>
          <w:rStyle w:val="libArabicChar"/>
          <w:rFonts w:hint="cs"/>
          <w:rtl/>
        </w:rPr>
        <w:t>ه</w:t>
      </w:r>
      <w:r w:rsidRPr="00CF6C36">
        <w:rPr>
          <w:rStyle w:val="libArabicChar"/>
          <w:rtl/>
        </w:rPr>
        <w:t xml:space="preserve"> </w:t>
      </w:r>
      <w:r w:rsidRPr="00CF6C36">
        <w:rPr>
          <w:rStyle w:val="libArabicChar"/>
          <w:rFonts w:hint="cs"/>
          <w:rtl/>
        </w:rPr>
        <w:t>فى</w:t>
      </w:r>
      <w:r w:rsidRPr="00CF6C36">
        <w:rPr>
          <w:rStyle w:val="libArabicChar"/>
          <w:rtl/>
        </w:rPr>
        <w:t xml:space="preserve"> </w:t>
      </w:r>
      <w:r w:rsidRPr="00CF6C36">
        <w:rPr>
          <w:rStyle w:val="libArabicChar"/>
          <w:rFonts w:hint="cs"/>
          <w:rtl/>
        </w:rPr>
        <w:t>التراب</w:t>
      </w:r>
      <w:r w:rsidRPr="00CF6C36">
        <w:rPr>
          <w:rStyle w:val="libArabicChar"/>
          <w:rtl/>
        </w:rPr>
        <w:t xml:space="preserve"> </w:t>
      </w:r>
      <w:r w:rsidRPr="00CF6C36">
        <w:rPr>
          <w:rStyle w:val="libArabicChar"/>
          <w:rFonts w:hint="cs"/>
          <w:rtl/>
        </w:rPr>
        <w:t>الا</w:t>
      </w:r>
      <w:r w:rsidRPr="00CF6C36">
        <w:rPr>
          <w:rStyle w:val="libArabicChar"/>
          <w:rtl/>
        </w:rPr>
        <w:t xml:space="preserve"> </w:t>
      </w:r>
      <w:r w:rsidRPr="00CF6C36">
        <w:rPr>
          <w:rStyle w:val="libArabicChar"/>
          <w:rFonts w:hint="cs"/>
          <w:rtl/>
        </w:rPr>
        <w:t>ساء</w:t>
      </w:r>
      <w:r w:rsidRPr="00CF6C36">
        <w:rPr>
          <w:rStyle w:val="libArabicChar"/>
          <w:rtl/>
        </w:rPr>
        <w:t xml:space="preserve"> </w:t>
      </w:r>
      <w:r w:rsidRPr="00CF6C36">
        <w:rPr>
          <w:rStyle w:val="libArabicChar"/>
          <w:rFonts w:hint="cs"/>
          <w:rtl/>
        </w:rPr>
        <w:t>ما</w:t>
      </w:r>
      <w:r w:rsidRPr="00CF6C36">
        <w:rPr>
          <w:rStyle w:val="libArabicChar"/>
          <w:rtl/>
        </w:rPr>
        <w:t xml:space="preserve"> يحكمون</w:t>
      </w:r>
    </w:p>
    <w:p w:rsidR="001F628F" w:rsidRDefault="001F628F" w:rsidP="001F628F">
      <w:pPr>
        <w:pStyle w:val="libNormal"/>
        <w:rPr>
          <w:rtl/>
        </w:rPr>
      </w:pPr>
      <w:r>
        <w:rPr>
          <w:rtl/>
        </w:rPr>
        <w:t>12_ خداوند عالم نے مشركين كو نوزاد بيٹيو</w:t>
      </w:r>
      <w:r w:rsidR="00083993">
        <w:rPr>
          <w:rtl/>
        </w:rPr>
        <w:t xml:space="preserve">ں </w:t>
      </w:r>
      <w:r>
        <w:rPr>
          <w:rtl/>
        </w:rPr>
        <w:t>كے بارے مي</w:t>
      </w:r>
      <w:r w:rsidR="00083993">
        <w:rPr>
          <w:rtl/>
        </w:rPr>
        <w:t xml:space="preserve">ں </w:t>
      </w:r>
      <w:r>
        <w:rPr>
          <w:rtl/>
        </w:rPr>
        <w:t>تصميم لينے پر خبردار كيا ہے_</w:t>
      </w:r>
    </w:p>
    <w:p w:rsidR="001F628F" w:rsidRDefault="001F628F" w:rsidP="00CF6C36">
      <w:pPr>
        <w:pStyle w:val="libArabic"/>
        <w:rPr>
          <w:rtl/>
        </w:rPr>
      </w:pPr>
      <w:r>
        <w:rPr>
          <w:rFonts w:hint="eastAsia"/>
          <w:rtl/>
        </w:rPr>
        <w:t>أيمسك</w:t>
      </w:r>
      <w:r w:rsidR="00120F63" w:rsidRPr="00ED5DE8">
        <w:rPr>
          <w:rFonts w:hint="cs"/>
          <w:rtl/>
        </w:rPr>
        <w:t>ه</w:t>
      </w:r>
      <w:r>
        <w:rPr>
          <w:rtl/>
        </w:rPr>
        <w:t xml:space="preserve"> على </w:t>
      </w:r>
      <w:r w:rsidR="00120F63" w:rsidRPr="00ED5DE8">
        <w:rPr>
          <w:rFonts w:hint="cs"/>
          <w:rtl/>
        </w:rPr>
        <w:t>ه</w:t>
      </w:r>
      <w:r>
        <w:rPr>
          <w:rFonts w:hint="cs"/>
          <w:rtl/>
        </w:rPr>
        <w:t>ون</w:t>
      </w:r>
      <w:r>
        <w:rPr>
          <w:rtl/>
        </w:rPr>
        <w:t xml:space="preserve"> </w:t>
      </w:r>
      <w:r>
        <w:rPr>
          <w:rFonts w:hint="cs"/>
          <w:rtl/>
        </w:rPr>
        <w:t>أم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التراب</w:t>
      </w:r>
      <w:r>
        <w:rPr>
          <w:rtl/>
        </w:rPr>
        <w:t xml:space="preserve"> </w:t>
      </w:r>
      <w:r>
        <w:rPr>
          <w:rFonts w:hint="cs"/>
          <w:rtl/>
        </w:rPr>
        <w:t>الا</w:t>
      </w:r>
      <w:r>
        <w:rPr>
          <w:rtl/>
        </w:rPr>
        <w:t xml:space="preserve"> </w:t>
      </w:r>
      <w:r>
        <w:rPr>
          <w:rFonts w:hint="cs"/>
          <w:rtl/>
        </w:rPr>
        <w:t>ساء</w:t>
      </w:r>
      <w:r>
        <w:rPr>
          <w:rtl/>
        </w:rPr>
        <w:t xml:space="preserve"> </w:t>
      </w:r>
      <w:r>
        <w:rPr>
          <w:rFonts w:hint="cs"/>
          <w:rtl/>
        </w:rPr>
        <w:t>ما</w:t>
      </w:r>
      <w:r>
        <w:rPr>
          <w:rtl/>
        </w:rPr>
        <w:t xml:space="preserve"> </w:t>
      </w:r>
      <w:r>
        <w:rPr>
          <w:rFonts w:hint="cs"/>
          <w:rtl/>
        </w:rPr>
        <w:t>ي</w:t>
      </w:r>
      <w:r>
        <w:rPr>
          <w:rtl/>
        </w:rPr>
        <w:t>حكمون</w:t>
      </w:r>
    </w:p>
    <w:p w:rsidR="001F628F" w:rsidRDefault="001F628F" w:rsidP="00CF6C36">
      <w:pPr>
        <w:pStyle w:val="libNormal"/>
        <w:rPr>
          <w:rtl/>
        </w:rPr>
      </w:pPr>
      <w:r>
        <w:rPr>
          <w:rtl/>
        </w:rPr>
        <w:t>13_ اسلام نے عورتو</w:t>
      </w:r>
      <w:r w:rsidR="00083993">
        <w:rPr>
          <w:rtl/>
        </w:rPr>
        <w:t xml:space="preserve">ں </w:t>
      </w:r>
      <w:r>
        <w:rPr>
          <w:rtl/>
        </w:rPr>
        <w:t>اور لڑكيو</w:t>
      </w:r>
      <w:r w:rsidR="00083993">
        <w:rPr>
          <w:rtl/>
        </w:rPr>
        <w:t xml:space="preserve">ں </w:t>
      </w:r>
      <w:r>
        <w:rPr>
          <w:rtl/>
        </w:rPr>
        <w:t>كى شخصيت اور حقوق كا دفاع كيا ہے_</w:t>
      </w:r>
      <w:r w:rsidRPr="00CF6C36">
        <w:rPr>
          <w:rStyle w:val="libArabicChar"/>
          <w:rFonts w:hint="eastAsia"/>
          <w:rtl/>
        </w:rPr>
        <w:t>ألا</w:t>
      </w:r>
      <w:r w:rsidRPr="00CF6C36">
        <w:rPr>
          <w:rStyle w:val="libArabicChar"/>
          <w:rtl/>
        </w:rPr>
        <w:t xml:space="preserve"> ساء ما يحكمون</w:t>
      </w:r>
    </w:p>
    <w:p w:rsidR="001F628F" w:rsidRDefault="001F628F" w:rsidP="00CF6C36">
      <w:pPr>
        <w:pStyle w:val="libNormal"/>
        <w:rPr>
          <w:rtl/>
        </w:rPr>
      </w:pPr>
      <w:r>
        <w:rPr>
          <w:rFonts w:hint="eastAsia"/>
          <w:rtl/>
        </w:rPr>
        <w:t>الله</w:t>
      </w:r>
      <w:r>
        <w:rPr>
          <w:rtl/>
        </w:rPr>
        <w:t xml:space="preserve"> تعالى :</w:t>
      </w:r>
      <w:r>
        <w:rPr>
          <w:rFonts w:hint="eastAsia"/>
          <w:rtl/>
        </w:rPr>
        <w:t>الله</w:t>
      </w:r>
      <w:r>
        <w:rPr>
          <w:rtl/>
        </w:rPr>
        <w:t xml:space="preserve"> تعالى كى طرف بيٹى كى نسبت دينا9; الله تعالى كے انذار12</w:t>
      </w:r>
    </w:p>
    <w:p w:rsidR="001F628F" w:rsidRDefault="001F628F" w:rsidP="00CF6C36">
      <w:pPr>
        <w:pStyle w:val="libNormal"/>
        <w:rPr>
          <w:rtl/>
        </w:rPr>
      </w:pPr>
      <w:r>
        <w:rPr>
          <w:rFonts w:hint="eastAsia"/>
          <w:rtl/>
        </w:rPr>
        <w:t>باپ</w:t>
      </w:r>
      <w:r>
        <w:rPr>
          <w:rtl/>
        </w:rPr>
        <w:t>:</w:t>
      </w:r>
      <w:r>
        <w:rPr>
          <w:rFonts w:hint="eastAsia"/>
          <w:rtl/>
        </w:rPr>
        <w:t>باپ</w:t>
      </w:r>
      <w:r>
        <w:rPr>
          <w:rtl/>
        </w:rPr>
        <w:t xml:space="preserve"> كى ولايت7</w:t>
      </w:r>
    </w:p>
    <w:p w:rsidR="001F628F" w:rsidRDefault="001F628F" w:rsidP="00CF6C36">
      <w:pPr>
        <w:pStyle w:val="libNormal"/>
        <w:rPr>
          <w:rtl/>
        </w:rPr>
      </w:pPr>
      <w:r>
        <w:rPr>
          <w:rFonts w:hint="eastAsia"/>
          <w:rtl/>
        </w:rPr>
        <w:t>بيٹي</w:t>
      </w:r>
      <w:r>
        <w:rPr>
          <w:rtl/>
        </w:rPr>
        <w:t>:</w:t>
      </w:r>
      <w:r>
        <w:rPr>
          <w:rFonts w:hint="eastAsia"/>
          <w:rtl/>
        </w:rPr>
        <w:t>بيٹى</w:t>
      </w:r>
      <w:r>
        <w:rPr>
          <w:rtl/>
        </w:rPr>
        <w:t xml:space="preserve"> كا زندہ در گور كرنا4; بيٹى كے زندہ در گور كرنے</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كا</w:t>
      </w:r>
      <w:r>
        <w:rPr>
          <w:rtl/>
        </w:rPr>
        <w:t xml:space="preserve"> ناپسنديدہ ہونا 11</w:t>
      </w:r>
    </w:p>
    <w:p w:rsidR="001F628F" w:rsidRDefault="001F628F" w:rsidP="00CF6C36">
      <w:pPr>
        <w:pStyle w:val="libNormal"/>
        <w:rPr>
          <w:rtl/>
        </w:rPr>
      </w:pPr>
      <w:r>
        <w:rPr>
          <w:rFonts w:hint="eastAsia"/>
          <w:rtl/>
        </w:rPr>
        <w:t>جاہليت</w:t>
      </w:r>
      <w:r>
        <w:rPr>
          <w:rtl/>
        </w:rPr>
        <w:t>:</w:t>
      </w:r>
      <w:r>
        <w:rPr>
          <w:rFonts w:hint="eastAsia"/>
          <w:rtl/>
        </w:rPr>
        <w:t>جاہليت</w:t>
      </w:r>
      <w:r>
        <w:rPr>
          <w:rtl/>
        </w:rPr>
        <w:t xml:space="preserve"> كى رسوم1،3،11; جاہليت كے مشركين 1، 2 ،12; جاہليت كے مشركين كا بيٹے سے محبت كرنا 9; جاہليت كے مشركين كا متحير ہونا 4; جاہليت كے مشركين كى فكر6،8; جاہليت كے مشركين كى ناپسنديدہ قضاوت 9،10; جاہليت مي</w:t>
      </w:r>
      <w:r w:rsidR="00083993">
        <w:rPr>
          <w:rtl/>
        </w:rPr>
        <w:t xml:space="preserve">ں </w:t>
      </w:r>
      <w:r>
        <w:rPr>
          <w:rtl/>
        </w:rPr>
        <w:t>امتيازى سلوك 10 ; جاہليت مي</w:t>
      </w:r>
      <w:r w:rsidR="00083993">
        <w:rPr>
          <w:rtl/>
        </w:rPr>
        <w:t xml:space="preserve">ں </w:t>
      </w:r>
      <w:r>
        <w:rPr>
          <w:rtl/>
        </w:rPr>
        <w:t>بيٹى 2،4،8،11،12; جاہلي</w:t>
      </w:r>
      <w:r>
        <w:rPr>
          <w:rFonts w:hint="eastAsia"/>
          <w:rtl/>
        </w:rPr>
        <w:t>ت</w:t>
      </w:r>
      <w:r>
        <w:rPr>
          <w:rtl/>
        </w:rPr>
        <w:t xml:space="preserve"> مي</w:t>
      </w:r>
      <w:r w:rsidR="00083993">
        <w:rPr>
          <w:rtl/>
        </w:rPr>
        <w:t xml:space="preserve">ں </w:t>
      </w:r>
      <w:r>
        <w:rPr>
          <w:rtl/>
        </w:rPr>
        <w:t>بيٹى كا بے وقعت ہونا 5; جاہليت مي</w:t>
      </w:r>
      <w:r w:rsidR="00083993">
        <w:rPr>
          <w:rtl/>
        </w:rPr>
        <w:t xml:space="preserve">ں </w:t>
      </w:r>
      <w:r>
        <w:rPr>
          <w:rtl/>
        </w:rPr>
        <w:t>بيٹى كى ذلّت6; جاہليت مي</w:t>
      </w:r>
      <w:r w:rsidR="00083993">
        <w:rPr>
          <w:rtl/>
        </w:rPr>
        <w:t xml:space="preserve">ں </w:t>
      </w:r>
      <w:r>
        <w:rPr>
          <w:rtl/>
        </w:rPr>
        <w:t>خاندان كا نظام 3; جاہليت مي</w:t>
      </w:r>
      <w:r w:rsidR="00083993">
        <w:rPr>
          <w:rtl/>
        </w:rPr>
        <w:t xml:space="preserve">ں </w:t>
      </w:r>
      <w:r>
        <w:rPr>
          <w:rtl/>
        </w:rPr>
        <w:t>عورت كابے وقعت ہونا 5; جاہليت مي</w:t>
      </w:r>
      <w:r w:rsidR="00083993">
        <w:rPr>
          <w:rtl/>
        </w:rPr>
        <w:t xml:space="preserve">ں </w:t>
      </w:r>
      <w:r>
        <w:rPr>
          <w:rtl/>
        </w:rPr>
        <w:t>مرد كى حاكميت 3،7</w:t>
      </w:r>
    </w:p>
    <w:p w:rsidR="001F628F" w:rsidRDefault="001F628F" w:rsidP="00CF6C36">
      <w:pPr>
        <w:pStyle w:val="libNormal"/>
        <w:rPr>
          <w:rtl/>
        </w:rPr>
      </w:pPr>
      <w:r>
        <w:rPr>
          <w:rFonts w:hint="eastAsia"/>
          <w:rtl/>
        </w:rPr>
        <w:t>ذلت</w:t>
      </w:r>
      <w:r>
        <w:rPr>
          <w:rtl/>
        </w:rPr>
        <w:t>:</w:t>
      </w:r>
      <w:r>
        <w:rPr>
          <w:rFonts w:hint="eastAsia"/>
          <w:rtl/>
        </w:rPr>
        <w:t>ذلّت</w:t>
      </w:r>
      <w:r>
        <w:rPr>
          <w:rtl/>
        </w:rPr>
        <w:t xml:space="preserve"> كے اسباب</w:t>
      </w:r>
    </w:p>
    <w:p w:rsidR="001F628F" w:rsidRDefault="001F628F" w:rsidP="00CF6C36">
      <w:pPr>
        <w:pStyle w:val="libNormal"/>
        <w:rPr>
          <w:rtl/>
        </w:rPr>
      </w:pPr>
      <w:r>
        <w:rPr>
          <w:rFonts w:hint="eastAsia"/>
          <w:rtl/>
        </w:rPr>
        <w:t>عورت</w:t>
      </w:r>
      <w:r>
        <w:rPr>
          <w:rtl/>
        </w:rPr>
        <w:t>:</w:t>
      </w:r>
      <w:r>
        <w:rPr>
          <w:rFonts w:hint="eastAsia"/>
          <w:rtl/>
        </w:rPr>
        <w:t>عورت</w:t>
      </w:r>
      <w:r>
        <w:rPr>
          <w:rtl/>
        </w:rPr>
        <w:t xml:space="preserve"> كى شخصيت13;عورت كے حقوق13</w:t>
      </w:r>
    </w:p>
    <w:p w:rsidR="001F628F" w:rsidRDefault="001F628F" w:rsidP="00CF6C36">
      <w:pPr>
        <w:pStyle w:val="libNormal"/>
        <w:rPr>
          <w:rtl/>
        </w:rPr>
      </w:pPr>
      <w:r>
        <w:rPr>
          <w:rFonts w:hint="eastAsia"/>
          <w:rtl/>
        </w:rPr>
        <w:t>فرزند</w:t>
      </w:r>
      <w:r>
        <w:rPr>
          <w:rtl/>
        </w:rPr>
        <w:t>:</w:t>
      </w:r>
      <w:r>
        <w:rPr>
          <w:rFonts w:hint="eastAsia"/>
          <w:rtl/>
        </w:rPr>
        <w:t>فرزند</w:t>
      </w:r>
      <w:r>
        <w:rPr>
          <w:rtl/>
        </w:rPr>
        <w:t xml:space="preserve"> پر ولايت7</w:t>
      </w:r>
    </w:p>
    <w:p w:rsidR="001F628F" w:rsidRDefault="001F628F" w:rsidP="00CF6C36">
      <w:pPr>
        <w:pStyle w:val="libNormal"/>
        <w:rPr>
          <w:rtl/>
        </w:rPr>
      </w:pPr>
      <w:r>
        <w:rPr>
          <w:rFonts w:hint="eastAsia"/>
          <w:rtl/>
        </w:rPr>
        <w:t>مشركين</w:t>
      </w:r>
      <w:r>
        <w:rPr>
          <w:rtl/>
        </w:rPr>
        <w:t>:</w:t>
      </w:r>
      <w:r>
        <w:rPr>
          <w:rFonts w:hint="eastAsia"/>
          <w:rtl/>
        </w:rPr>
        <w:t>مشركين</w:t>
      </w:r>
      <w:r>
        <w:rPr>
          <w:rtl/>
        </w:rPr>
        <w:t xml:space="preserve"> اور بيٹى 1،2; مشركين كا فرار 1; مشركين كے انذار 12</w:t>
      </w:r>
    </w:p>
    <w:p w:rsidR="001F628F" w:rsidRDefault="00CF6C36" w:rsidP="00CF6C36">
      <w:pPr>
        <w:pStyle w:val="Heading2Center"/>
        <w:rPr>
          <w:rtl/>
        </w:rPr>
      </w:pPr>
      <w:bookmarkStart w:id="206" w:name="_Toc28081884"/>
      <w:r>
        <w:rPr>
          <w:rFonts w:hint="cs"/>
          <w:rtl/>
        </w:rPr>
        <w:t>آیت 60</w:t>
      </w:r>
      <w:bookmarkEnd w:id="206"/>
    </w:p>
    <w:p w:rsidR="001F628F" w:rsidRDefault="00E260F9" w:rsidP="00CF6C36">
      <w:pPr>
        <w:pStyle w:val="libNormal"/>
        <w:rPr>
          <w:rtl/>
        </w:rPr>
      </w:pPr>
      <w:r w:rsidRPr="00E260F9">
        <w:rPr>
          <w:rStyle w:val="libAlaemChar"/>
          <w:rFonts w:hint="eastAsia"/>
          <w:rtl/>
        </w:rPr>
        <w:t>(</w:t>
      </w:r>
      <w:r w:rsidRPr="00CF6C36">
        <w:rPr>
          <w:rStyle w:val="libAieChar"/>
          <w:rFonts w:hint="eastAsia"/>
          <w:rtl/>
        </w:rPr>
        <w:t>لِلَّذِينَ</w:t>
      </w:r>
      <w:r w:rsidRPr="00CF6C36">
        <w:rPr>
          <w:rStyle w:val="libAieChar"/>
          <w:rtl/>
        </w:rPr>
        <w:t xml:space="preserve"> لاَ يُؤْمِنُونَ بِالآخِرَةِ مَثَلُ السَّوْءِ وَلِلّهِ الْمَثَلُ الأَعْلَىَ وَهُوَ الْعَزِيزُ الْحَكِيمُ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w:t>
      </w:r>
      <w:r>
        <w:rPr>
          <w:rtl/>
        </w:rPr>
        <w:t xml:space="preserve"> لوگو</w:t>
      </w:r>
      <w:r w:rsidR="00083993">
        <w:rPr>
          <w:rtl/>
        </w:rPr>
        <w:t xml:space="preserve">ں </w:t>
      </w:r>
      <w:r>
        <w:rPr>
          <w:rtl/>
        </w:rPr>
        <w:t>كا آخرت پر ايمان نہي</w:t>
      </w:r>
      <w:r w:rsidR="00083993">
        <w:rPr>
          <w:rtl/>
        </w:rPr>
        <w:t xml:space="preserve">ں </w:t>
      </w:r>
      <w:r>
        <w:rPr>
          <w:rtl/>
        </w:rPr>
        <w:t>ہے ان كى مثال بدترين مثال ہے اور اللہ كے لئے بہترين مثال ہے كہ وہى صاحب عزّت اور صاحب حكمت ہے _</w:t>
      </w:r>
    </w:p>
    <w:p w:rsidR="001F628F" w:rsidRDefault="001F628F" w:rsidP="001F628F">
      <w:pPr>
        <w:pStyle w:val="libNormal"/>
        <w:rPr>
          <w:rtl/>
        </w:rPr>
      </w:pPr>
      <w:r>
        <w:rPr>
          <w:rtl/>
        </w:rPr>
        <w:t>1_ زمانہ جاہليت كے مشركين كا بيٹى كو قتل كرنے كا سبب، عالم آخرت پر ايمان نہ ركھنا ہے_</w:t>
      </w:r>
    </w:p>
    <w:p w:rsidR="001F628F" w:rsidRDefault="001F628F" w:rsidP="00CF6C36">
      <w:pPr>
        <w:pStyle w:val="libArabic"/>
        <w:rPr>
          <w:rtl/>
        </w:rPr>
      </w:pPr>
      <w:r>
        <w:rPr>
          <w:rFonts w:hint="eastAsia"/>
          <w:rtl/>
        </w:rPr>
        <w:t>واذا</w:t>
      </w:r>
      <w:r>
        <w:rPr>
          <w:rtl/>
        </w:rPr>
        <w:t xml:space="preserve"> بشرّ احد</w:t>
      </w:r>
      <w:r w:rsidR="00120F63" w:rsidRPr="00ED5DE8">
        <w:rPr>
          <w:rFonts w:hint="cs"/>
          <w:rtl/>
        </w:rPr>
        <w:t>ه</w:t>
      </w:r>
      <w:r>
        <w:rPr>
          <w:rFonts w:hint="cs"/>
          <w:rtl/>
        </w:rPr>
        <w:t>م</w:t>
      </w:r>
      <w:r>
        <w:rPr>
          <w:rtl/>
        </w:rPr>
        <w:t xml:space="preserve"> </w:t>
      </w:r>
      <w:r>
        <w:rPr>
          <w:rFonts w:hint="cs"/>
          <w:rtl/>
        </w:rPr>
        <w:t>ب</w:t>
      </w:r>
      <w:r>
        <w:rPr>
          <w:rtl/>
        </w:rPr>
        <w:t>الانثى يتورى من القوم ...ام يد سّ</w:t>
      </w:r>
      <w:r w:rsidR="00120F63" w:rsidRPr="00ED5DE8">
        <w:rPr>
          <w:rFonts w:hint="cs"/>
          <w:rtl/>
        </w:rPr>
        <w:t>ه</w:t>
      </w:r>
      <w:r>
        <w:rPr>
          <w:rtl/>
        </w:rPr>
        <w:t xml:space="preserve"> </w:t>
      </w:r>
      <w:r>
        <w:rPr>
          <w:rFonts w:hint="cs"/>
          <w:rtl/>
        </w:rPr>
        <w:t>فى</w:t>
      </w:r>
      <w:r>
        <w:rPr>
          <w:rtl/>
        </w:rPr>
        <w:t xml:space="preserve"> </w:t>
      </w:r>
      <w:r>
        <w:rPr>
          <w:rFonts w:hint="cs"/>
          <w:rtl/>
        </w:rPr>
        <w:t>التراب</w:t>
      </w:r>
      <w:r>
        <w:rPr>
          <w:rtl/>
        </w:rPr>
        <w:t xml:space="preserve"> ...</w:t>
      </w:r>
      <w:r>
        <w:rPr>
          <w:rFonts w:hint="cs"/>
          <w:rtl/>
        </w:rPr>
        <w:t>للذين</w:t>
      </w:r>
      <w:r>
        <w:rPr>
          <w:rtl/>
        </w:rPr>
        <w:t xml:space="preserve"> </w:t>
      </w:r>
      <w:r>
        <w:rPr>
          <w:rFonts w:hint="cs"/>
          <w:rtl/>
        </w:rPr>
        <w:t>لا</w:t>
      </w:r>
      <w:r>
        <w:rPr>
          <w:rtl/>
        </w:rPr>
        <w:t xml:space="preserve"> </w:t>
      </w:r>
      <w:r>
        <w:rPr>
          <w:rFonts w:hint="cs"/>
          <w:rtl/>
        </w:rPr>
        <w:t>يومنون</w:t>
      </w:r>
      <w:r>
        <w:rPr>
          <w:rtl/>
        </w:rPr>
        <w:t xml:space="preserve"> </w:t>
      </w:r>
      <w:r>
        <w:rPr>
          <w:rFonts w:hint="cs"/>
          <w:rtl/>
        </w:rPr>
        <w:t>ب</w:t>
      </w:r>
      <w:r>
        <w:rPr>
          <w:rtl/>
        </w:rPr>
        <w:t>الاخرة</w:t>
      </w:r>
    </w:p>
    <w:p w:rsidR="001F628F" w:rsidRDefault="001F628F" w:rsidP="001F628F">
      <w:pPr>
        <w:pStyle w:val="libNormal"/>
        <w:rPr>
          <w:rtl/>
        </w:rPr>
      </w:pPr>
      <w:r>
        <w:rPr>
          <w:rtl/>
        </w:rPr>
        <w:t>2_ عالم آخرت پر ايمان نہ ركھنے والے ، قبيح صفت اور بدسيرت كے مالك ہي</w:t>
      </w:r>
      <w:r w:rsidR="00083993">
        <w:rPr>
          <w:rtl/>
        </w:rPr>
        <w:t xml:space="preserve">ں </w:t>
      </w:r>
      <w:r>
        <w:rPr>
          <w:rtl/>
        </w:rPr>
        <w:t>_</w:t>
      </w:r>
    </w:p>
    <w:p w:rsidR="001F628F" w:rsidRDefault="001F628F" w:rsidP="00CF6C36">
      <w:pPr>
        <w:pStyle w:val="libArabic"/>
        <w:rPr>
          <w:rtl/>
        </w:rPr>
      </w:pPr>
      <w:r>
        <w:rPr>
          <w:rFonts w:hint="eastAsia"/>
          <w:rtl/>
        </w:rPr>
        <w:t>للذين</w:t>
      </w:r>
      <w:r>
        <w:rPr>
          <w:rtl/>
        </w:rPr>
        <w:t xml:space="preserve"> لا يومنون بالاخرة مثل السّوئ</w:t>
      </w:r>
    </w:p>
    <w:p w:rsidR="001F628F" w:rsidRDefault="001F628F" w:rsidP="001F628F">
      <w:pPr>
        <w:pStyle w:val="libNormal"/>
        <w:rPr>
          <w:rtl/>
        </w:rPr>
      </w:pPr>
      <w:r>
        <w:rPr>
          <w:rtl/>
        </w:rPr>
        <w:t>''مثل السّوئ''سے مراد جيسا كہ مفسرين كى جماعت نے كہا ہے _برى اور قبيح صفت ہے_</w:t>
      </w:r>
    </w:p>
    <w:p w:rsidR="00CF6C36" w:rsidRDefault="001E7F9D" w:rsidP="00F73EDE">
      <w:pPr>
        <w:pStyle w:val="libPoemTini"/>
        <w:rPr>
          <w:rtl/>
        </w:rPr>
      </w:pPr>
      <w:r>
        <w:rPr>
          <w:rtl/>
        </w:rPr>
        <w:br w:type="page"/>
      </w:r>
    </w:p>
    <w:p w:rsidR="001F628F" w:rsidRDefault="001F628F" w:rsidP="00CF6C36">
      <w:pPr>
        <w:pStyle w:val="libNormal"/>
        <w:rPr>
          <w:rtl/>
        </w:rPr>
      </w:pPr>
      <w:r>
        <w:rPr>
          <w:rtl/>
        </w:rPr>
        <w:lastRenderedPageBreak/>
        <w:t>3_عصر جاہليت كے مشركين، عالم آخرت كے منكر تھے_</w:t>
      </w:r>
      <w:r w:rsidRPr="00CF6C36">
        <w:rPr>
          <w:rStyle w:val="libArabicChar"/>
          <w:rFonts w:hint="eastAsia"/>
          <w:rtl/>
        </w:rPr>
        <w:t>للذين</w:t>
      </w:r>
      <w:r w:rsidRPr="00CF6C36">
        <w:rPr>
          <w:rStyle w:val="libArabicChar"/>
          <w:rtl/>
        </w:rPr>
        <w:t xml:space="preserve"> لا يومنون بالآخرة</w:t>
      </w:r>
    </w:p>
    <w:p w:rsidR="001F628F" w:rsidRDefault="001F628F" w:rsidP="001F628F">
      <w:pPr>
        <w:pStyle w:val="libNormal"/>
        <w:rPr>
          <w:rtl/>
        </w:rPr>
      </w:pPr>
      <w:r>
        <w:rPr>
          <w:rFonts w:hint="eastAsia"/>
          <w:rtl/>
        </w:rPr>
        <w:t>يہ</w:t>
      </w:r>
      <w:r>
        <w:rPr>
          <w:rtl/>
        </w:rPr>
        <w:t xml:space="preserve"> آيت ان آيات كے سياق مي</w:t>
      </w:r>
      <w:r w:rsidR="00083993">
        <w:rPr>
          <w:rtl/>
        </w:rPr>
        <w:t xml:space="preserve">ں </w:t>
      </w:r>
      <w:r>
        <w:rPr>
          <w:rtl/>
        </w:rPr>
        <w:t>ہے جو مشركين كى مذمت كے بارے مي</w:t>
      </w:r>
      <w:r w:rsidR="00083993">
        <w:rPr>
          <w:rtl/>
        </w:rPr>
        <w:t xml:space="preserve">ں </w:t>
      </w:r>
      <w:r>
        <w:rPr>
          <w:rtl/>
        </w:rPr>
        <w:t>تھي</w:t>
      </w:r>
      <w:r w:rsidR="00083993">
        <w:rPr>
          <w:rtl/>
        </w:rPr>
        <w:t xml:space="preserve">ں </w:t>
      </w:r>
      <w:r>
        <w:rPr>
          <w:rtl/>
        </w:rPr>
        <w:t>اور يہ خود اس پر قرينہ ہے كہ ''الذّين'' سے مراد ، مشركين ہي</w:t>
      </w:r>
      <w:r w:rsidR="00083993">
        <w:rPr>
          <w:rtl/>
        </w:rPr>
        <w:t xml:space="preserve">ں </w:t>
      </w:r>
      <w:r>
        <w:rPr>
          <w:rtl/>
        </w:rPr>
        <w:t>_</w:t>
      </w:r>
    </w:p>
    <w:p w:rsidR="001F628F" w:rsidRDefault="001F628F" w:rsidP="00CF6C36">
      <w:pPr>
        <w:pStyle w:val="libNormal"/>
        <w:rPr>
          <w:rtl/>
        </w:rPr>
      </w:pPr>
      <w:r>
        <w:rPr>
          <w:rtl/>
        </w:rPr>
        <w:t>4_ جاہل مشركين كے نزديك بيٹى ركھنا ، قبيح صفت شمار ہوتا تھا_</w:t>
      </w:r>
      <w:r w:rsidRPr="00CF6C36">
        <w:rPr>
          <w:rStyle w:val="libArabicChar"/>
          <w:rFonts w:hint="eastAsia"/>
          <w:rtl/>
        </w:rPr>
        <w:t>للذين</w:t>
      </w:r>
      <w:r w:rsidRPr="00CF6C36">
        <w:rPr>
          <w:rStyle w:val="libArabicChar"/>
          <w:rtl/>
        </w:rPr>
        <w:t xml:space="preserve"> لا يومنون بالآخرة مثل السوّئ</w:t>
      </w:r>
    </w:p>
    <w:p w:rsidR="001F628F" w:rsidRDefault="001F628F" w:rsidP="001F628F">
      <w:pPr>
        <w:pStyle w:val="libNormal"/>
        <w:rPr>
          <w:rtl/>
        </w:rPr>
      </w:pPr>
      <w:r>
        <w:rPr>
          <w:rtl/>
        </w:rPr>
        <w:t>''مثل السوئ'' ايسى مثل ہے جو كہ جاہل مشركين بيٹى والو</w:t>
      </w:r>
      <w:r w:rsidR="00083993">
        <w:rPr>
          <w:rtl/>
        </w:rPr>
        <w:t xml:space="preserve">ں </w:t>
      </w:r>
      <w:r>
        <w:rPr>
          <w:rtl/>
        </w:rPr>
        <w:t>كے ليے استعمال كرتے تھے اور ان كى اس سے مراد بد حالى اور برائي كے ليے ضرب المثل تھا يہ جو خداوند عالم نے نوزاد بيٹى كے بارے مي</w:t>
      </w:r>
      <w:r w:rsidR="00083993">
        <w:rPr>
          <w:rtl/>
        </w:rPr>
        <w:t xml:space="preserve">ں </w:t>
      </w:r>
      <w:r>
        <w:rPr>
          <w:rtl/>
        </w:rPr>
        <w:t xml:space="preserve">ان كے نظريے كو بيان اور ان كى مذمت كرنے كے بعد ، ''مثل السوئ'' كو خود ان </w:t>
      </w:r>
      <w:r>
        <w:rPr>
          <w:rFonts w:hint="eastAsia"/>
          <w:rtl/>
        </w:rPr>
        <w:t>كى</w:t>
      </w:r>
      <w:r>
        <w:rPr>
          <w:rtl/>
        </w:rPr>
        <w:t xml:space="preserve"> طرف نسبت دى ہے ممكن ہے مذكورہ مطلب پر قرينہ ہو_</w:t>
      </w:r>
    </w:p>
    <w:p w:rsidR="001F628F" w:rsidRDefault="001F628F" w:rsidP="00CF6C36">
      <w:pPr>
        <w:pStyle w:val="libNormal"/>
        <w:rPr>
          <w:rtl/>
        </w:rPr>
      </w:pPr>
      <w:r>
        <w:rPr>
          <w:rtl/>
        </w:rPr>
        <w:t>5_ عالم آخرت پر ايمان نہ لانا،قبيح ہے نہ كہ بيٹى ركھنا_</w:t>
      </w:r>
      <w:r w:rsidRPr="00CF6C36">
        <w:rPr>
          <w:rStyle w:val="libArabicChar"/>
          <w:rFonts w:hint="eastAsia"/>
          <w:rtl/>
        </w:rPr>
        <w:t>للذين</w:t>
      </w:r>
      <w:r w:rsidRPr="00CF6C36">
        <w:rPr>
          <w:rStyle w:val="libArabicChar"/>
          <w:rtl/>
        </w:rPr>
        <w:t xml:space="preserve"> لا يومنون بالآخرة مثل السّوئ</w:t>
      </w:r>
    </w:p>
    <w:p w:rsidR="001F628F" w:rsidRDefault="001F628F" w:rsidP="001F628F">
      <w:pPr>
        <w:pStyle w:val="libNormal"/>
        <w:rPr>
          <w:rtl/>
        </w:rPr>
      </w:pPr>
      <w:r>
        <w:rPr>
          <w:rFonts w:hint="eastAsia"/>
          <w:rtl/>
        </w:rPr>
        <w:t>احتمال</w:t>
      </w:r>
      <w:r>
        <w:rPr>
          <w:rtl/>
        </w:rPr>
        <w:t xml:space="preserve"> ہے كہ آيت ان مشركين پر انگشت نمائي كررہى ہے جو بيٹى ركھنے كو''مثل السّوئ'' سے تعبير كرتے تھے اور خداوند عالم جواب دے رہا ہے كہ عالم آخرت پر ايمان نہ ركھنا ''مثل السّوئ'' ہے_</w:t>
      </w:r>
    </w:p>
    <w:p w:rsidR="001F628F" w:rsidRDefault="001F628F" w:rsidP="001F628F">
      <w:pPr>
        <w:pStyle w:val="libNormal"/>
        <w:rPr>
          <w:rtl/>
        </w:rPr>
      </w:pPr>
      <w:r>
        <w:rPr>
          <w:rtl/>
        </w:rPr>
        <w:t>6_عالم آخرت پر ايمان نہ ركھنے كى وجہ سے مشركين، قبيح صفت كے مالك ہي</w:t>
      </w:r>
      <w:r w:rsidR="00083993">
        <w:rPr>
          <w:rtl/>
        </w:rPr>
        <w:t xml:space="preserve">ں </w:t>
      </w:r>
      <w:r>
        <w:rPr>
          <w:rtl/>
        </w:rPr>
        <w:t>_</w:t>
      </w:r>
    </w:p>
    <w:p w:rsidR="001F628F" w:rsidRDefault="001F628F" w:rsidP="00CF6C36">
      <w:pPr>
        <w:pStyle w:val="libArabic"/>
        <w:rPr>
          <w:rtl/>
        </w:rPr>
      </w:pPr>
      <w:r>
        <w:rPr>
          <w:rFonts w:hint="eastAsia"/>
          <w:rtl/>
        </w:rPr>
        <w:t>للذين</w:t>
      </w:r>
      <w:r>
        <w:rPr>
          <w:rtl/>
        </w:rPr>
        <w:t xml:space="preserve"> لا يومنون بالآخرة مثل السّوئ</w:t>
      </w:r>
    </w:p>
    <w:p w:rsidR="001F628F" w:rsidRDefault="001F628F" w:rsidP="001F628F">
      <w:pPr>
        <w:pStyle w:val="libNormal"/>
        <w:rPr>
          <w:rtl/>
        </w:rPr>
      </w:pPr>
      <w:r>
        <w:rPr>
          <w:rFonts w:hint="eastAsia"/>
          <w:rtl/>
        </w:rPr>
        <w:t>اسم</w:t>
      </w:r>
      <w:r>
        <w:rPr>
          <w:rtl/>
        </w:rPr>
        <w:t xml:space="preserve"> ظاہر كى جگہ'' الذين'' موصول كو قرار دينا اس مطلب كى طرف اشارہ ہے كہ ان كا بد صفت سے متصف ہونا ان كے كفر كى وجہ سے ہے_</w:t>
      </w:r>
    </w:p>
    <w:p w:rsidR="001F628F" w:rsidRDefault="001F628F" w:rsidP="00CF6C36">
      <w:pPr>
        <w:pStyle w:val="libNormal"/>
        <w:rPr>
          <w:rtl/>
        </w:rPr>
      </w:pPr>
      <w:r>
        <w:rPr>
          <w:rtl/>
        </w:rPr>
        <w:t>7_عقيدہ، انسان كى روحانى صفات اور خصلتو</w:t>
      </w:r>
      <w:r w:rsidR="00083993">
        <w:rPr>
          <w:rtl/>
        </w:rPr>
        <w:t xml:space="preserve">ں </w:t>
      </w:r>
      <w:r>
        <w:rPr>
          <w:rtl/>
        </w:rPr>
        <w:t>پر موثر ہوتا ہے_</w:t>
      </w:r>
      <w:r w:rsidRPr="00CF6C36">
        <w:rPr>
          <w:rStyle w:val="libArabicChar"/>
          <w:rFonts w:hint="eastAsia"/>
          <w:rtl/>
        </w:rPr>
        <w:t>للذين</w:t>
      </w:r>
      <w:r w:rsidRPr="00CF6C36">
        <w:rPr>
          <w:rStyle w:val="libArabicChar"/>
          <w:rtl/>
        </w:rPr>
        <w:t xml:space="preserve"> لا يومنون بالآخرة مثل السّوئ</w:t>
      </w:r>
    </w:p>
    <w:p w:rsidR="001F628F" w:rsidRDefault="001F628F" w:rsidP="00CF6C36">
      <w:pPr>
        <w:pStyle w:val="libNormal"/>
        <w:rPr>
          <w:rtl/>
        </w:rPr>
      </w:pPr>
      <w:r>
        <w:rPr>
          <w:rtl/>
        </w:rPr>
        <w:t>8_فقط خداوند عالم، بلند ترين صفات كا مالك ہے_</w:t>
      </w:r>
      <w:r w:rsidRPr="00CF6C36">
        <w:rPr>
          <w:rStyle w:val="libArabicChar"/>
          <w:rFonts w:hint="eastAsia"/>
          <w:rtl/>
        </w:rPr>
        <w:t>ولله</w:t>
      </w:r>
      <w:r w:rsidRPr="00CF6C36">
        <w:rPr>
          <w:rStyle w:val="libArabicChar"/>
          <w:rtl/>
        </w:rPr>
        <w:t xml:space="preserve"> المثل الا علي</w:t>
      </w:r>
    </w:p>
    <w:p w:rsidR="001F628F" w:rsidRDefault="001F628F" w:rsidP="001F628F">
      <w:pPr>
        <w:pStyle w:val="libNormal"/>
        <w:rPr>
          <w:rtl/>
        </w:rPr>
      </w:pPr>
      <w:r>
        <w:rPr>
          <w:rtl/>
        </w:rPr>
        <w:t>9_بلند ترين صفات كا مالك ہونا، اس بات پر دليل ہے كہ خداوند عالم مشركين كى ناروا نسبتو</w:t>
      </w:r>
      <w:r w:rsidR="00083993">
        <w:rPr>
          <w:rtl/>
        </w:rPr>
        <w:t xml:space="preserve">ں </w:t>
      </w:r>
      <w:r>
        <w:rPr>
          <w:rtl/>
        </w:rPr>
        <w:t>سے منزّہ ہے_</w:t>
      </w:r>
    </w:p>
    <w:p w:rsidR="001F628F" w:rsidRDefault="001F628F" w:rsidP="00CF6C36">
      <w:pPr>
        <w:pStyle w:val="libArabic"/>
        <w:rPr>
          <w:rtl/>
        </w:rPr>
      </w:pPr>
      <w:r>
        <w:rPr>
          <w:rFonts w:hint="eastAsia"/>
          <w:rtl/>
        </w:rPr>
        <w:t>ويجعلون</w:t>
      </w:r>
      <w:r>
        <w:rPr>
          <w:rtl/>
        </w:rPr>
        <w:t xml:space="preserve"> لما لا نصيباً ممّا رزقنا</w:t>
      </w:r>
      <w:r w:rsidR="00120F63" w:rsidRPr="00ED5DE8">
        <w:rPr>
          <w:rFonts w:hint="cs"/>
          <w:rtl/>
        </w:rPr>
        <w:t>ه</w:t>
      </w:r>
      <w:r>
        <w:rPr>
          <w:rFonts w:hint="cs"/>
          <w:rtl/>
        </w:rPr>
        <w:t>م</w:t>
      </w:r>
      <w:r>
        <w:rPr>
          <w:rtl/>
        </w:rPr>
        <w:t xml:space="preserve"> ...</w:t>
      </w:r>
      <w:r>
        <w:rPr>
          <w:rFonts w:hint="cs"/>
          <w:rtl/>
        </w:rPr>
        <w:t>كنتم</w:t>
      </w:r>
      <w:r>
        <w:rPr>
          <w:rtl/>
        </w:rPr>
        <w:t xml:space="preserve"> </w:t>
      </w:r>
      <w:r>
        <w:rPr>
          <w:rFonts w:hint="cs"/>
          <w:rtl/>
        </w:rPr>
        <w:t>تفترون</w:t>
      </w:r>
      <w:r>
        <w:rPr>
          <w:rtl/>
        </w:rPr>
        <w:t xml:space="preserve"> ...</w:t>
      </w:r>
      <w:r>
        <w:rPr>
          <w:rFonts w:hint="cs"/>
          <w:rtl/>
        </w:rPr>
        <w:t>ويجعلون</w:t>
      </w:r>
      <w:r>
        <w:rPr>
          <w:rtl/>
        </w:rPr>
        <w:t xml:space="preserve"> </w:t>
      </w:r>
      <w:r>
        <w:rPr>
          <w:rFonts w:hint="cs"/>
          <w:rtl/>
        </w:rPr>
        <w:t>لله</w:t>
      </w:r>
      <w:r>
        <w:rPr>
          <w:rtl/>
        </w:rPr>
        <w:t xml:space="preserve"> </w:t>
      </w:r>
      <w:r>
        <w:rPr>
          <w:rFonts w:hint="cs"/>
          <w:rtl/>
        </w:rPr>
        <w:t>النبات</w:t>
      </w:r>
      <w:r>
        <w:rPr>
          <w:rtl/>
        </w:rPr>
        <w:t xml:space="preserve"> </w:t>
      </w:r>
      <w:r>
        <w:rPr>
          <w:rFonts w:hint="cs"/>
          <w:rtl/>
        </w:rPr>
        <w:t>سبحان</w:t>
      </w:r>
      <w:r w:rsidR="00120F63" w:rsidRPr="00ED5DE8">
        <w:rPr>
          <w:rFonts w:hint="cs"/>
          <w:rtl/>
        </w:rPr>
        <w:t>ه</w:t>
      </w:r>
      <w:r>
        <w:rPr>
          <w:rtl/>
        </w:rPr>
        <w:t xml:space="preserve"> ...</w:t>
      </w:r>
      <w:r>
        <w:rPr>
          <w:rFonts w:hint="cs"/>
          <w:rtl/>
        </w:rPr>
        <w:t>ولله</w:t>
      </w:r>
      <w:r>
        <w:rPr>
          <w:rtl/>
        </w:rPr>
        <w:t xml:space="preserve"> </w:t>
      </w:r>
      <w:r>
        <w:rPr>
          <w:rFonts w:hint="cs"/>
          <w:rtl/>
        </w:rPr>
        <w:t>المثل</w:t>
      </w:r>
      <w:r>
        <w:rPr>
          <w:rtl/>
        </w:rPr>
        <w:t xml:space="preserve"> </w:t>
      </w:r>
      <w:r>
        <w:rPr>
          <w:rFonts w:hint="cs"/>
          <w:rtl/>
        </w:rPr>
        <w:t>ال</w:t>
      </w:r>
      <w:r>
        <w:rPr>
          <w:rtl/>
        </w:rPr>
        <w:t>ا علي</w:t>
      </w:r>
    </w:p>
    <w:p w:rsidR="001F628F" w:rsidRDefault="001F628F" w:rsidP="001F628F">
      <w:pPr>
        <w:pStyle w:val="libNormal"/>
        <w:rPr>
          <w:rtl/>
        </w:rPr>
      </w:pPr>
      <w:r>
        <w:rPr>
          <w:rtl/>
        </w:rPr>
        <w:t>10_خداوند عالم كى طرف بيٹى كى نسبت دينا ، اس كى بلند صفات اور اس كے بلند و برتر مقام سے سازگار نہي</w:t>
      </w:r>
      <w:r w:rsidR="00083993">
        <w:rPr>
          <w:rtl/>
        </w:rPr>
        <w:t xml:space="preserve">ں </w:t>
      </w:r>
      <w:r>
        <w:rPr>
          <w:rtl/>
        </w:rPr>
        <w:t>ہے_</w:t>
      </w:r>
    </w:p>
    <w:p w:rsidR="001F628F" w:rsidRDefault="001F628F" w:rsidP="00CF6C36">
      <w:pPr>
        <w:pStyle w:val="libArabic"/>
        <w:rPr>
          <w:rtl/>
        </w:rPr>
      </w:pPr>
      <w:r>
        <w:rPr>
          <w:rFonts w:hint="eastAsia"/>
          <w:rtl/>
        </w:rPr>
        <w:t>ولله</w:t>
      </w:r>
      <w:r>
        <w:rPr>
          <w:rtl/>
        </w:rPr>
        <w:t xml:space="preserve"> المثل الاعلي</w:t>
      </w:r>
    </w:p>
    <w:p w:rsidR="001F628F" w:rsidRDefault="001F628F" w:rsidP="001F628F">
      <w:pPr>
        <w:pStyle w:val="libNormal"/>
        <w:rPr>
          <w:rtl/>
        </w:rPr>
      </w:pPr>
      <w:r>
        <w:rPr>
          <w:rFonts w:hint="eastAsia"/>
          <w:rtl/>
        </w:rPr>
        <w:t>عبارت</w:t>
      </w:r>
      <w:r w:rsidRPr="00CF6C36">
        <w:rPr>
          <w:rStyle w:val="libArabicChar"/>
          <w:rtl/>
        </w:rPr>
        <w:t xml:space="preserve">'' ولله المثل الا علي'' </w:t>
      </w:r>
      <w:r>
        <w:rPr>
          <w:rtl/>
        </w:rPr>
        <w:t>اس ناروا نسبت كے جو اب كے مقام پر ہے جو مشركين خداوند عالم كى طرف ديتے تھے اور وہ نسبت خدا كے ليے بيٹى كا ہونا ہے در حالانكہ خداوند عالم بلند</w:t>
      </w:r>
    </w:p>
    <w:p w:rsidR="00CF6C36"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ترين</w:t>
      </w:r>
      <w:r>
        <w:rPr>
          <w:rtl/>
        </w:rPr>
        <w:t xml:space="preserve"> صفات كا مالك ہے اور يہ نسبت اس دعوى كے ساتھ سازگار نہي</w:t>
      </w:r>
      <w:r w:rsidR="00083993">
        <w:rPr>
          <w:rtl/>
        </w:rPr>
        <w:t xml:space="preserve">ں </w:t>
      </w:r>
      <w:r>
        <w:rPr>
          <w:rtl/>
        </w:rPr>
        <w:t>ہے_</w:t>
      </w:r>
    </w:p>
    <w:p w:rsidR="001F628F" w:rsidRDefault="001F628F" w:rsidP="00CF6C36">
      <w:pPr>
        <w:pStyle w:val="libNormal"/>
        <w:rPr>
          <w:rtl/>
        </w:rPr>
      </w:pPr>
      <w:r>
        <w:rPr>
          <w:rtl/>
        </w:rPr>
        <w:t>11_خداوند عالم عزير (ناقابل شكست) اور حكيم (صاحب حكمت) ہے_</w:t>
      </w:r>
      <w:r w:rsidRPr="00CF6C36">
        <w:rPr>
          <w:rStyle w:val="libArabicChar"/>
          <w:rFonts w:hint="eastAsia"/>
          <w:rtl/>
        </w:rPr>
        <w:t>و</w:t>
      </w:r>
      <w:r w:rsidR="00120F63" w:rsidRPr="00B2551F">
        <w:rPr>
          <w:rStyle w:val="libArabicChar"/>
          <w:rFonts w:hint="cs"/>
          <w:rtl/>
        </w:rPr>
        <w:t>ه</w:t>
      </w:r>
      <w:r w:rsidRPr="00CF6C36">
        <w:rPr>
          <w:rStyle w:val="libArabicChar"/>
          <w:rFonts w:hint="cs"/>
          <w:rtl/>
        </w:rPr>
        <w:t>و</w:t>
      </w:r>
      <w:r w:rsidRPr="00CF6C36">
        <w:rPr>
          <w:rStyle w:val="libArabicChar"/>
          <w:rtl/>
        </w:rPr>
        <w:t xml:space="preserve"> العزيز الحكيم</w:t>
      </w:r>
    </w:p>
    <w:p w:rsidR="001F628F" w:rsidRDefault="001F628F" w:rsidP="00CF6C36">
      <w:pPr>
        <w:pStyle w:val="libNormal"/>
        <w:rPr>
          <w:rtl/>
        </w:rPr>
      </w:pPr>
      <w:r>
        <w:rPr>
          <w:rtl/>
        </w:rPr>
        <w:t>12_ عزت اور حكمت ، خداوند عالم كى عالى ترين صفات كا مظہر ہي</w:t>
      </w:r>
      <w:r w:rsidR="00083993">
        <w:rPr>
          <w:rtl/>
        </w:rPr>
        <w:t xml:space="preserve">ں </w:t>
      </w:r>
      <w:r>
        <w:rPr>
          <w:rtl/>
        </w:rPr>
        <w:t>_</w:t>
      </w:r>
      <w:r w:rsidRPr="00CF6C36">
        <w:rPr>
          <w:rStyle w:val="libArabicChar"/>
          <w:rFonts w:hint="eastAsia"/>
          <w:rtl/>
        </w:rPr>
        <w:t>ولله</w:t>
      </w:r>
      <w:r w:rsidRPr="00CF6C36">
        <w:rPr>
          <w:rStyle w:val="libArabicChar"/>
          <w:rtl/>
        </w:rPr>
        <w:t xml:space="preserve"> المثل الا على و</w:t>
      </w:r>
      <w:r w:rsidR="00120F63" w:rsidRPr="00B2551F">
        <w:rPr>
          <w:rStyle w:val="libArabicChar"/>
          <w:rFonts w:hint="cs"/>
          <w:rtl/>
        </w:rPr>
        <w:t>ه</w:t>
      </w:r>
      <w:r w:rsidRPr="00CF6C36">
        <w:rPr>
          <w:rStyle w:val="libArabicChar"/>
          <w:rFonts w:hint="cs"/>
          <w:rtl/>
        </w:rPr>
        <w:t>و</w:t>
      </w:r>
      <w:r w:rsidRPr="00CF6C36">
        <w:rPr>
          <w:rStyle w:val="libArabicChar"/>
          <w:rtl/>
        </w:rPr>
        <w:t xml:space="preserve"> </w:t>
      </w:r>
      <w:r w:rsidRPr="00CF6C36">
        <w:rPr>
          <w:rStyle w:val="libArabicChar"/>
          <w:rFonts w:hint="cs"/>
          <w:rtl/>
        </w:rPr>
        <w:t>العزيز</w:t>
      </w:r>
      <w:r w:rsidRPr="00CF6C36">
        <w:rPr>
          <w:rStyle w:val="libArabicChar"/>
          <w:rtl/>
        </w:rPr>
        <w:t xml:space="preserve"> الحكيم</w:t>
      </w:r>
    </w:p>
    <w:p w:rsidR="001F628F" w:rsidRDefault="001F628F" w:rsidP="001F628F">
      <w:pPr>
        <w:pStyle w:val="libNormal"/>
        <w:rPr>
          <w:rtl/>
        </w:rPr>
      </w:pPr>
      <w:r>
        <w:rPr>
          <w:rtl/>
        </w:rPr>
        <w:t>13_خداوند عالم كى عزت و حكمت اس چيز سے سازگار نہي</w:t>
      </w:r>
      <w:r w:rsidR="00083993">
        <w:rPr>
          <w:rtl/>
        </w:rPr>
        <w:t xml:space="preserve">ں </w:t>
      </w:r>
      <w:r>
        <w:rPr>
          <w:rtl/>
        </w:rPr>
        <w:t>كہ اس كى طرف بيٹى كى نسبت دى جائے _</w:t>
      </w:r>
    </w:p>
    <w:p w:rsidR="001F628F" w:rsidRDefault="001F628F" w:rsidP="00CF6C36">
      <w:pPr>
        <w:pStyle w:val="libArabic"/>
        <w:rPr>
          <w:rtl/>
        </w:rPr>
      </w:pPr>
      <w:r>
        <w:rPr>
          <w:rFonts w:hint="eastAsia"/>
          <w:rtl/>
        </w:rPr>
        <w:t>ويجعلون</w:t>
      </w:r>
      <w:r>
        <w:rPr>
          <w:rtl/>
        </w:rPr>
        <w:t xml:space="preserve"> لله البنات ...و</w:t>
      </w:r>
      <w:r w:rsidR="00120F63" w:rsidRPr="00ED5DE8">
        <w:rPr>
          <w:rFonts w:hint="cs"/>
          <w:rtl/>
        </w:rPr>
        <w:t>ه</w:t>
      </w:r>
      <w:r>
        <w:rPr>
          <w:rFonts w:hint="cs"/>
          <w:rtl/>
        </w:rPr>
        <w:t>و</w:t>
      </w:r>
      <w:r>
        <w:rPr>
          <w:rtl/>
        </w:rPr>
        <w:t xml:space="preserve"> </w:t>
      </w:r>
      <w:r>
        <w:rPr>
          <w:rFonts w:hint="cs"/>
          <w:rtl/>
        </w:rPr>
        <w:t>العزيز</w:t>
      </w:r>
      <w:r>
        <w:rPr>
          <w:rtl/>
        </w:rPr>
        <w:t xml:space="preserve"> </w:t>
      </w:r>
      <w:r>
        <w:rPr>
          <w:rFonts w:hint="cs"/>
          <w:rtl/>
        </w:rPr>
        <w:t>ا</w:t>
      </w:r>
      <w:r>
        <w:rPr>
          <w:rtl/>
        </w:rPr>
        <w:t>لحكيم</w:t>
      </w:r>
    </w:p>
    <w:p w:rsidR="001F628F" w:rsidRDefault="001F628F" w:rsidP="001F628F">
      <w:pPr>
        <w:pStyle w:val="libNormal"/>
        <w:rPr>
          <w:rtl/>
        </w:rPr>
      </w:pPr>
      <w:r>
        <w:rPr>
          <w:rtl/>
        </w:rPr>
        <w:t xml:space="preserve">14_ </w:t>
      </w:r>
      <w:r w:rsidRPr="00CF6C36">
        <w:rPr>
          <w:rStyle w:val="libArabicChar"/>
          <w:rtl/>
        </w:rPr>
        <w:t xml:space="preserve">عن الصادق </w:t>
      </w:r>
      <w:r w:rsidR="00367F17" w:rsidRPr="00367F17">
        <w:rPr>
          <w:rStyle w:val="libAlaemChar"/>
          <w:rtl/>
        </w:rPr>
        <w:t xml:space="preserve"> عليه‌السلام </w:t>
      </w:r>
      <w:r w:rsidRPr="00CF6C36">
        <w:rPr>
          <w:rStyle w:val="libArabicChar"/>
          <w:rtl/>
        </w:rPr>
        <w:t xml:space="preserve"> فى معنى قول</w:t>
      </w:r>
      <w:r w:rsidR="00120F63" w:rsidRPr="00B2551F">
        <w:rPr>
          <w:rStyle w:val="libArabicChar"/>
          <w:rFonts w:hint="cs"/>
          <w:rtl/>
        </w:rPr>
        <w:t>ه</w:t>
      </w:r>
      <w:r w:rsidRPr="00CF6C36">
        <w:rPr>
          <w:rStyle w:val="libArabicChar"/>
          <w:rtl/>
        </w:rPr>
        <w:t xml:space="preserve"> </w:t>
      </w:r>
      <w:r w:rsidRPr="00CF6C36">
        <w:rPr>
          <w:rStyle w:val="libArabicChar"/>
          <w:rFonts w:hint="cs"/>
          <w:rtl/>
        </w:rPr>
        <w:t>تعالي</w:t>
      </w:r>
      <w:r w:rsidRPr="00CF6C36">
        <w:rPr>
          <w:rStyle w:val="libArabicChar"/>
          <w:rtl/>
        </w:rPr>
        <w:t>''</w:t>
      </w:r>
      <w:r w:rsidRPr="00CF6C36">
        <w:rPr>
          <w:rStyle w:val="libArabicChar"/>
          <w:rFonts w:hint="cs"/>
          <w:rtl/>
        </w:rPr>
        <w:t>وللّ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المثل</w:t>
      </w:r>
      <w:r w:rsidRPr="00CF6C36">
        <w:rPr>
          <w:rStyle w:val="libArabicChar"/>
          <w:rtl/>
        </w:rPr>
        <w:t xml:space="preserve"> </w:t>
      </w:r>
      <w:r w:rsidRPr="00CF6C36">
        <w:rPr>
          <w:rStyle w:val="libArabicChar"/>
          <w:rFonts w:hint="cs"/>
          <w:rtl/>
        </w:rPr>
        <w:t>الا</w:t>
      </w:r>
      <w:r w:rsidRPr="00CF6C36">
        <w:rPr>
          <w:rStyle w:val="libArabicChar"/>
          <w:rtl/>
        </w:rPr>
        <w:t xml:space="preserve"> </w:t>
      </w:r>
      <w:r w:rsidRPr="00CF6C36">
        <w:rPr>
          <w:rStyle w:val="libArabicChar"/>
          <w:rFonts w:hint="cs"/>
          <w:rtl/>
        </w:rPr>
        <w:t>علي</w:t>
      </w:r>
      <w:r w:rsidRPr="00CF6C36">
        <w:rPr>
          <w:rStyle w:val="libArabicChar"/>
          <w:rtl/>
        </w:rPr>
        <w:t xml:space="preserve">'' </w:t>
      </w:r>
      <w:r w:rsidRPr="00CF6C36">
        <w:rPr>
          <w:rStyle w:val="libArabicChar"/>
          <w:rFonts w:hint="cs"/>
          <w:rtl/>
        </w:rPr>
        <w:t>انّ</w:t>
      </w:r>
      <w:r w:rsidR="00120F63" w:rsidRPr="00B2551F">
        <w:rPr>
          <w:rStyle w:val="libArabicChar"/>
          <w:rFonts w:hint="cs"/>
          <w:rtl/>
        </w:rPr>
        <w:t>ه</w:t>
      </w:r>
      <w:r w:rsidRPr="00CF6C36">
        <w:rPr>
          <w:rStyle w:val="libArabicChar"/>
          <w:rtl/>
        </w:rPr>
        <w:t xml:space="preserve"> </w:t>
      </w:r>
      <w:r w:rsidRPr="00CF6C36">
        <w:rPr>
          <w:rStyle w:val="libArabicChar"/>
          <w:rFonts w:hint="cs"/>
          <w:rtl/>
        </w:rPr>
        <w:t>قال</w:t>
      </w:r>
      <w:r w:rsidRPr="00CF6C36">
        <w:rPr>
          <w:rStyle w:val="libArabicChar"/>
          <w:rtl/>
        </w:rPr>
        <w:t xml:space="preserve">: </w:t>
      </w:r>
      <w:r w:rsidRPr="00CF6C36">
        <w:rPr>
          <w:rStyle w:val="libArabicChar"/>
          <w:rFonts w:hint="cs"/>
          <w:rtl/>
        </w:rPr>
        <w:t>الذى</w:t>
      </w:r>
      <w:r w:rsidRPr="00CF6C36">
        <w:rPr>
          <w:rStyle w:val="libArabicChar"/>
          <w:rtl/>
        </w:rPr>
        <w:t xml:space="preserve"> </w:t>
      </w:r>
      <w:r w:rsidRPr="00CF6C36">
        <w:rPr>
          <w:rStyle w:val="libArabicChar"/>
          <w:rFonts w:hint="cs"/>
          <w:rtl/>
        </w:rPr>
        <w:t>لا</w:t>
      </w:r>
      <w:r w:rsidRPr="00CF6C36">
        <w:rPr>
          <w:rStyle w:val="libArabicChar"/>
          <w:rtl/>
        </w:rPr>
        <w:t xml:space="preserve"> </w:t>
      </w:r>
      <w:r w:rsidRPr="00CF6C36">
        <w:rPr>
          <w:rStyle w:val="libArabicChar"/>
          <w:rFonts w:hint="cs"/>
          <w:rtl/>
        </w:rPr>
        <w:t>يشتب</w:t>
      </w:r>
      <w:r w:rsidR="00120F63" w:rsidRPr="00B2551F">
        <w:rPr>
          <w:rStyle w:val="libArabicChar"/>
          <w:rFonts w:hint="cs"/>
          <w:rtl/>
        </w:rPr>
        <w:t>ه</w:t>
      </w:r>
      <w:r w:rsidRPr="00CF6C36">
        <w:rPr>
          <w:rStyle w:val="libArabicChar"/>
          <w:rtl/>
        </w:rPr>
        <w:t xml:space="preserve"> </w:t>
      </w:r>
      <w:r w:rsidRPr="00CF6C36">
        <w:rPr>
          <w:rStyle w:val="libArabicChar"/>
          <w:rFonts w:hint="cs"/>
          <w:rtl/>
        </w:rPr>
        <w:t>شى</w:t>
      </w:r>
      <w:r w:rsidRPr="00CF6C36">
        <w:rPr>
          <w:rStyle w:val="libArabicChar"/>
          <w:rtl/>
        </w:rPr>
        <w:t xml:space="preserve"> </w:t>
      </w:r>
      <w:r w:rsidRPr="00CF6C36">
        <w:rPr>
          <w:rStyle w:val="libArabicChar"/>
          <w:rFonts w:hint="cs"/>
          <w:rtl/>
        </w:rPr>
        <w:t>ولا</w:t>
      </w:r>
      <w:r w:rsidRPr="00CF6C36">
        <w:rPr>
          <w:rStyle w:val="libArabicChar"/>
          <w:rtl/>
        </w:rPr>
        <w:t xml:space="preserve"> </w:t>
      </w:r>
      <w:r w:rsidRPr="00CF6C36">
        <w:rPr>
          <w:rStyle w:val="libArabicChar"/>
          <w:rFonts w:hint="cs"/>
          <w:rtl/>
        </w:rPr>
        <w:t>يوصف</w:t>
      </w:r>
      <w:r w:rsidRPr="00CF6C36">
        <w:rPr>
          <w:rStyle w:val="libArabicChar"/>
          <w:rtl/>
        </w:rPr>
        <w:t xml:space="preserve"> </w:t>
      </w:r>
      <w:r w:rsidRPr="00CF6C36">
        <w:rPr>
          <w:rStyle w:val="libArabicChar"/>
          <w:rFonts w:hint="cs"/>
          <w:rtl/>
        </w:rPr>
        <w:t>ولا</w:t>
      </w:r>
      <w:r w:rsidRPr="00CF6C36">
        <w:rPr>
          <w:rStyle w:val="libArabicChar"/>
          <w:rtl/>
        </w:rPr>
        <w:t xml:space="preserve"> </w:t>
      </w:r>
      <w:r w:rsidRPr="00CF6C36">
        <w:rPr>
          <w:rStyle w:val="libArabicChar"/>
          <w:rFonts w:hint="cs"/>
          <w:rtl/>
        </w:rPr>
        <w:t>يتو</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ملاك</w:t>
      </w:r>
      <w:r w:rsidRPr="00CF6C36">
        <w:rPr>
          <w:rStyle w:val="libArabicChar"/>
          <w:rtl/>
        </w:rPr>
        <w:t xml:space="preserve"> </w:t>
      </w:r>
      <w:r w:rsidRPr="00CF6C36">
        <w:rPr>
          <w:rStyle w:val="libArabicChar"/>
          <w:rFonts w:hint="cs"/>
          <w:rtl/>
        </w:rPr>
        <w:t>المثل</w:t>
      </w:r>
      <w:r w:rsidRPr="00CF6C36">
        <w:rPr>
          <w:rStyle w:val="libArabicChar"/>
          <w:rtl/>
        </w:rPr>
        <w:t xml:space="preserve"> </w:t>
      </w:r>
      <w:r w:rsidRPr="00CF6C36">
        <w:rPr>
          <w:rStyle w:val="libArabicChar"/>
          <w:rFonts w:hint="cs"/>
          <w:rtl/>
        </w:rPr>
        <w:t>الا</w:t>
      </w:r>
      <w:r w:rsidRPr="00CF6C36">
        <w:rPr>
          <w:rStyle w:val="libArabicChar"/>
          <w:rtl/>
        </w:rPr>
        <w:t xml:space="preserve"> </w:t>
      </w:r>
      <w:r w:rsidRPr="00CF6C36">
        <w:rPr>
          <w:rStyle w:val="libArabicChar"/>
          <w:rFonts w:hint="cs"/>
          <w:rtl/>
        </w:rPr>
        <w:t>علي</w:t>
      </w:r>
      <w:r w:rsidRPr="00CF6C36">
        <w:rPr>
          <w:rStyle w:val="libArabicChar"/>
          <w:rtl/>
        </w:rPr>
        <w:t>''</w:t>
      </w:r>
      <w:r w:rsidRPr="00CF6C36">
        <w:rPr>
          <w:rStyle w:val="libFootnotenumChar"/>
          <w:rtl/>
        </w:rPr>
        <w:t>(1)</w:t>
      </w:r>
    </w:p>
    <w:p w:rsidR="001F628F" w:rsidRDefault="001F628F" w:rsidP="001F628F">
      <w:pPr>
        <w:pStyle w:val="libNormal"/>
        <w:rPr>
          <w:rtl/>
        </w:rPr>
      </w:pPr>
      <w:r>
        <w:rPr>
          <w:rFonts w:hint="eastAsia"/>
          <w:rtl/>
        </w:rPr>
        <w:t>امام</w:t>
      </w:r>
      <w:r>
        <w:rPr>
          <w:rtl/>
        </w:rPr>
        <w:t xml:space="preserve"> صادق سے خداوند عالم كے اس قول </w:t>
      </w:r>
      <w:r w:rsidRPr="00CF6C36">
        <w:rPr>
          <w:rStyle w:val="libArabicChar"/>
          <w:rtl/>
        </w:rPr>
        <w:t>''وللّ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w:t>
      </w:r>
      <w:r w:rsidRPr="00CF6C36">
        <w:rPr>
          <w:rStyle w:val="libArabicChar"/>
          <w:rtl/>
        </w:rPr>
        <w:t>لمثل الّا علي''</w:t>
      </w:r>
      <w:r>
        <w:rPr>
          <w:rtl/>
        </w:rPr>
        <w:t xml:space="preserve"> كے معنى كے بارے مي</w:t>
      </w:r>
      <w:r w:rsidR="00083993">
        <w:rPr>
          <w:rtl/>
        </w:rPr>
        <w:t xml:space="preserve">ں </w:t>
      </w:r>
      <w:r>
        <w:rPr>
          <w:rtl/>
        </w:rPr>
        <w:t xml:space="preserve">روايت نقل ہوئي ہے : آپ </w:t>
      </w:r>
      <w:r w:rsidR="00367F17" w:rsidRPr="00367F17">
        <w:rPr>
          <w:rStyle w:val="libAlaemChar"/>
          <w:rtl/>
        </w:rPr>
        <w:t xml:space="preserve"> عليه‌السلام </w:t>
      </w:r>
      <w:r>
        <w:rPr>
          <w:rtl/>
        </w:rPr>
        <w:t xml:space="preserve"> نے فرمايا : خداوند عالم وہ ذات ہے جس كے مشابہ كوئي چيز نہي</w:t>
      </w:r>
      <w:r w:rsidR="00083993">
        <w:rPr>
          <w:rtl/>
        </w:rPr>
        <w:t xml:space="preserve">ں </w:t>
      </w:r>
      <w:r>
        <w:rPr>
          <w:rtl/>
        </w:rPr>
        <w:t>اور وہ قابل توصيف نہي</w:t>
      </w:r>
      <w:r w:rsidR="00083993">
        <w:rPr>
          <w:rtl/>
        </w:rPr>
        <w:t xml:space="preserve">ں </w:t>
      </w:r>
      <w:r>
        <w:rPr>
          <w:rtl/>
        </w:rPr>
        <w:t>ہے اور نہ ہى وہ وہم و خيال مي</w:t>
      </w:r>
      <w:r w:rsidR="00083993">
        <w:rPr>
          <w:rtl/>
        </w:rPr>
        <w:t xml:space="preserve">ں </w:t>
      </w:r>
      <w:r>
        <w:rPr>
          <w:rtl/>
        </w:rPr>
        <w:t xml:space="preserve">سما سكتا ہے اور يہى </w:t>
      </w:r>
      <w:r w:rsidRPr="00CF6C36">
        <w:rPr>
          <w:rStyle w:val="libArabicChar"/>
          <w:rtl/>
        </w:rPr>
        <w:t>''ولله المثل ال</w:t>
      </w:r>
      <w:r w:rsidRPr="00CF6C36">
        <w:rPr>
          <w:rStyle w:val="libArabicChar"/>
          <w:rFonts w:hint="eastAsia"/>
          <w:rtl/>
        </w:rPr>
        <w:t>ا</w:t>
      </w:r>
      <w:r w:rsidRPr="00CF6C36">
        <w:rPr>
          <w:rStyle w:val="libArabicChar"/>
          <w:rtl/>
        </w:rPr>
        <w:t xml:space="preserve"> علي''</w:t>
      </w:r>
      <w:r>
        <w:rPr>
          <w:rtl/>
        </w:rPr>
        <w:t xml:space="preserve"> كا مطلب ہے_</w:t>
      </w:r>
    </w:p>
    <w:p w:rsidR="001F628F" w:rsidRDefault="001F628F" w:rsidP="00CF6C36">
      <w:pPr>
        <w:pStyle w:val="libNormal"/>
        <w:rPr>
          <w:rtl/>
        </w:rPr>
      </w:pPr>
      <w:r>
        <w:rPr>
          <w:rFonts w:hint="eastAsia"/>
          <w:rtl/>
        </w:rPr>
        <w:t>آخرت</w:t>
      </w:r>
      <w:r>
        <w:rPr>
          <w:rtl/>
        </w:rPr>
        <w:t>:</w:t>
      </w:r>
      <w:r>
        <w:rPr>
          <w:rFonts w:hint="eastAsia"/>
          <w:rtl/>
        </w:rPr>
        <w:t>آخرت</w:t>
      </w:r>
      <w:r>
        <w:rPr>
          <w:rtl/>
        </w:rPr>
        <w:t xml:space="preserve"> كو جھٹلانے والو</w:t>
      </w:r>
      <w:r w:rsidR="00083993">
        <w:rPr>
          <w:rtl/>
        </w:rPr>
        <w:t xml:space="preserve">ں </w:t>
      </w:r>
      <w:r>
        <w:rPr>
          <w:rtl/>
        </w:rPr>
        <w:t>كى پليدى 2; آخرت كو جھٹلانے والے 3</w:t>
      </w:r>
    </w:p>
    <w:p w:rsidR="001F628F" w:rsidRDefault="001F628F" w:rsidP="00CF6C36">
      <w:pPr>
        <w:pStyle w:val="libNormal"/>
        <w:rPr>
          <w:rtl/>
        </w:rPr>
      </w:pPr>
      <w:r>
        <w:rPr>
          <w:rFonts w:hint="eastAsia"/>
          <w:rtl/>
        </w:rPr>
        <w:t>اسماء</w:t>
      </w:r>
      <w:r>
        <w:rPr>
          <w:rtl/>
        </w:rPr>
        <w:t xml:space="preserve"> وصفات:</w:t>
      </w:r>
      <w:r>
        <w:rPr>
          <w:rFonts w:hint="eastAsia"/>
          <w:rtl/>
        </w:rPr>
        <w:t>حكيم</w:t>
      </w:r>
      <w:r>
        <w:rPr>
          <w:rtl/>
        </w:rPr>
        <w:t>11; عزيز11</w:t>
      </w:r>
    </w:p>
    <w:p w:rsidR="001F628F" w:rsidRDefault="001F628F" w:rsidP="00CF6C36">
      <w:pPr>
        <w:pStyle w:val="libNormal"/>
        <w:rPr>
          <w:rtl/>
        </w:rPr>
      </w:pPr>
      <w:r>
        <w:rPr>
          <w:rFonts w:hint="eastAsia"/>
          <w:rtl/>
        </w:rPr>
        <w:t>الله</w:t>
      </w:r>
      <w:r>
        <w:rPr>
          <w:rtl/>
        </w:rPr>
        <w:t xml:space="preserve"> تعالي:</w:t>
      </w:r>
      <w:r>
        <w:rPr>
          <w:rFonts w:hint="eastAsia"/>
          <w:rtl/>
        </w:rPr>
        <w:t>الله</w:t>
      </w:r>
      <w:r>
        <w:rPr>
          <w:rtl/>
        </w:rPr>
        <w:t xml:space="preserve"> تعالى كا بے نظير ہونا 14; الله تعالى كى توصيف14; الله تعالى كى حكمت 12،13; الله تعالى كى صفات8،9،10،11; الله تعالى كى طرف بيٹى كى نسبت دينا10،13; الله تعالى كى عزّت 12،13; الله تعالى كے مختصّات8; الله تعالى كے منزّہ ہونے كے دلائل 9</w:t>
      </w:r>
    </w:p>
    <w:p w:rsidR="001F628F" w:rsidRDefault="001F628F" w:rsidP="00CF6C36">
      <w:pPr>
        <w:pStyle w:val="libNormal"/>
        <w:rPr>
          <w:rtl/>
        </w:rPr>
      </w:pPr>
      <w:r>
        <w:rPr>
          <w:rFonts w:hint="eastAsia"/>
          <w:rtl/>
        </w:rPr>
        <w:t>جاہليت</w:t>
      </w:r>
      <w:r>
        <w:rPr>
          <w:rtl/>
        </w:rPr>
        <w:t>:</w:t>
      </w:r>
      <w:r>
        <w:rPr>
          <w:rFonts w:hint="eastAsia"/>
          <w:rtl/>
        </w:rPr>
        <w:t>جاہليت</w:t>
      </w:r>
      <w:r>
        <w:rPr>
          <w:rtl/>
        </w:rPr>
        <w:t xml:space="preserve"> كى رسوم1; جاہليت كے مشركين كا عقيدہ 3; جاہليت كے مشركين كى فكر 4; جاہليت مي</w:t>
      </w:r>
      <w:r w:rsidR="00083993">
        <w:rPr>
          <w:rtl/>
        </w:rPr>
        <w:t xml:space="preserve">ں </w:t>
      </w:r>
      <w:r>
        <w:rPr>
          <w:rtl/>
        </w:rPr>
        <w:t>بيٹى 4; جاہليت مي</w:t>
      </w:r>
      <w:r w:rsidR="00083993">
        <w:rPr>
          <w:rtl/>
        </w:rPr>
        <w:t xml:space="preserve">ں </w:t>
      </w:r>
      <w:r>
        <w:rPr>
          <w:rtl/>
        </w:rPr>
        <w:t>د ختر كشى كا سرچشمہ1</w:t>
      </w:r>
    </w:p>
    <w:p w:rsidR="001F628F" w:rsidRDefault="001F628F" w:rsidP="001F628F">
      <w:pPr>
        <w:pStyle w:val="libNormal"/>
        <w:rPr>
          <w:rtl/>
        </w:rPr>
      </w:pPr>
      <w:r>
        <w:rPr>
          <w:rFonts w:hint="eastAsia"/>
          <w:rtl/>
        </w:rPr>
        <w:t>روايت</w:t>
      </w:r>
      <w:r>
        <w:rPr>
          <w:rtl/>
        </w:rPr>
        <w:t>:14</w:t>
      </w:r>
    </w:p>
    <w:p w:rsidR="001F628F" w:rsidRDefault="001F628F" w:rsidP="00CF6C36">
      <w:pPr>
        <w:pStyle w:val="libNormal"/>
        <w:rPr>
          <w:rtl/>
        </w:rPr>
      </w:pPr>
      <w:r>
        <w:rPr>
          <w:rFonts w:hint="eastAsia"/>
          <w:rtl/>
        </w:rPr>
        <w:t>صفات</w:t>
      </w:r>
      <w:r>
        <w:rPr>
          <w:rtl/>
        </w:rPr>
        <w:t>:</w:t>
      </w:r>
      <w:r>
        <w:rPr>
          <w:rFonts w:hint="eastAsia"/>
          <w:rtl/>
        </w:rPr>
        <w:t>عالى</w:t>
      </w:r>
      <w:r>
        <w:rPr>
          <w:rtl/>
        </w:rPr>
        <w:t xml:space="preserve"> ترين صفات 8،9،10; ناپسنديدہ صفات 5</w:t>
      </w:r>
    </w:p>
    <w:p w:rsidR="001F628F" w:rsidRDefault="001F628F" w:rsidP="00CF6C36">
      <w:pPr>
        <w:pStyle w:val="libNormal"/>
        <w:rPr>
          <w:rtl/>
        </w:rPr>
      </w:pPr>
      <w:r>
        <w:rPr>
          <w:rFonts w:hint="eastAsia"/>
          <w:rtl/>
        </w:rPr>
        <w:t>عقيدہ</w:t>
      </w:r>
      <w:r>
        <w:rPr>
          <w:rtl/>
        </w:rPr>
        <w:t>:</w:t>
      </w:r>
      <w:r>
        <w:rPr>
          <w:rFonts w:hint="eastAsia"/>
          <w:rtl/>
        </w:rPr>
        <w:t>عقيدہ</w:t>
      </w:r>
      <w:r>
        <w:rPr>
          <w:rtl/>
        </w:rPr>
        <w:t xml:space="preserve"> كے نفيساتى آثار 7</w:t>
      </w:r>
    </w:p>
    <w:p w:rsidR="001F628F" w:rsidRDefault="00B84D3B" w:rsidP="00B84D3B">
      <w:pPr>
        <w:pStyle w:val="libLine"/>
        <w:rPr>
          <w:rtl/>
        </w:rPr>
      </w:pPr>
      <w:r>
        <w:rPr>
          <w:rtl/>
        </w:rPr>
        <w:t>____________________</w:t>
      </w:r>
    </w:p>
    <w:p w:rsidR="001F628F" w:rsidRDefault="001F628F" w:rsidP="00CF6C36">
      <w:pPr>
        <w:pStyle w:val="libFootnote"/>
        <w:rPr>
          <w:rtl/>
        </w:rPr>
      </w:pPr>
      <w:r>
        <w:rPr>
          <w:rtl/>
        </w:rPr>
        <w:t>1) توحيد صدوق ، ص324، ح1 ،50 تفسير برہان ، ج2 ، ص373 ،ح4_</w:t>
      </w:r>
    </w:p>
    <w:p w:rsidR="00CF6C36" w:rsidRDefault="001E7F9D" w:rsidP="00F73EDE">
      <w:pPr>
        <w:pStyle w:val="libPoemTini"/>
        <w:rPr>
          <w:rtl/>
        </w:rPr>
      </w:pPr>
      <w:r>
        <w:rPr>
          <w:rtl/>
        </w:rPr>
        <w:br w:type="page"/>
      </w:r>
    </w:p>
    <w:p w:rsidR="00CF6C36" w:rsidRDefault="00CF6C36" w:rsidP="00CF6C36">
      <w:pPr>
        <w:pStyle w:val="Heading2Center"/>
        <w:rPr>
          <w:rtl/>
        </w:rPr>
      </w:pPr>
      <w:bookmarkStart w:id="207" w:name="_Toc28081885"/>
      <w:r>
        <w:rPr>
          <w:rFonts w:hint="cs"/>
          <w:rtl/>
        </w:rPr>
        <w:lastRenderedPageBreak/>
        <w:t>آیت 61</w:t>
      </w:r>
      <w:bookmarkEnd w:id="207"/>
    </w:p>
    <w:p w:rsidR="001F628F" w:rsidRDefault="00E260F9" w:rsidP="00CF6C36">
      <w:pPr>
        <w:pStyle w:val="libNormal"/>
        <w:rPr>
          <w:rtl/>
        </w:rPr>
      </w:pPr>
      <w:r w:rsidRPr="00E260F9">
        <w:rPr>
          <w:rStyle w:val="libAlaemChar"/>
          <w:rFonts w:hint="eastAsia"/>
          <w:rtl/>
        </w:rPr>
        <w:t>(</w:t>
      </w:r>
      <w:r w:rsidRPr="00CF6C36">
        <w:rPr>
          <w:rStyle w:val="libAieChar"/>
          <w:rFonts w:hint="eastAsia"/>
          <w:rtl/>
        </w:rPr>
        <w:t>وَلَوْ</w:t>
      </w:r>
      <w:r w:rsidRPr="00CF6C36">
        <w:rPr>
          <w:rStyle w:val="libAieChar"/>
          <w:rtl/>
        </w:rPr>
        <w:t xml:space="preserve"> يُؤَاخِذُ اللّهُ النَّاسَ بِظُلْمِهِم مَّا تَرَكَ عَلَيْهَا مِن دَآبَّةٍ وَلَكِن يُؤَخِّرُهُمْ إلَى أَجَلٍ مُّسَمًّى فَإِذَا جَاء أَجَلُهُمْ لاَ يَسْتَأْخِرُونَ سَاعَةً وَلاَ يَسْتَقْدِمُونَ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اگر</w:t>
      </w:r>
      <w:r>
        <w:rPr>
          <w:rtl/>
        </w:rPr>
        <w:t xml:space="preserve"> خدا لوگو</w:t>
      </w:r>
      <w:r w:rsidR="00083993">
        <w:rPr>
          <w:rtl/>
        </w:rPr>
        <w:t xml:space="preserve">ں </w:t>
      </w:r>
      <w:r>
        <w:rPr>
          <w:rtl/>
        </w:rPr>
        <w:t>سے ان كے ظلم كا مواخذہ كرنے لگتا تو روئے زمين پر كسى رينگنے والے كو بھى نہ چھوڑتا ليكن وہ سب كو ايك معين مدّت تك كے لئے ڈھيل ديتا ہے اس كے بعد جب وقت آ جائے گا تو پھر نہ ايك ساعت كى تاخير ہوگى اور نہ تقديم _</w:t>
      </w:r>
    </w:p>
    <w:p w:rsidR="001F628F" w:rsidRDefault="001F628F" w:rsidP="001F628F">
      <w:pPr>
        <w:pStyle w:val="libNormal"/>
        <w:rPr>
          <w:rtl/>
        </w:rPr>
      </w:pPr>
      <w:r>
        <w:rPr>
          <w:rtl/>
        </w:rPr>
        <w:t>1_خداوند عالم ، ظالم افراد كو مہلت ديتا ہے اور انہي</w:t>
      </w:r>
      <w:r w:rsidR="00083993">
        <w:rPr>
          <w:rtl/>
        </w:rPr>
        <w:t xml:space="preserve">ں </w:t>
      </w:r>
      <w:r>
        <w:rPr>
          <w:rtl/>
        </w:rPr>
        <w:t>ان كى خلاف كاريو</w:t>
      </w:r>
      <w:r w:rsidR="00083993">
        <w:rPr>
          <w:rtl/>
        </w:rPr>
        <w:t xml:space="preserve">ں </w:t>
      </w:r>
      <w:r>
        <w:rPr>
          <w:rtl/>
        </w:rPr>
        <w:t>كے مقابلہ مي</w:t>
      </w:r>
      <w:r w:rsidR="00083993">
        <w:rPr>
          <w:rtl/>
        </w:rPr>
        <w:t xml:space="preserve">ں </w:t>
      </w:r>
      <w:r>
        <w:rPr>
          <w:rtl/>
        </w:rPr>
        <w:t>فوراً ہلاك كرتا ہے _</w:t>
      </w:r>
    </w:p>
    <w:p w:rsidR="001F628F" w:rsidRDefault="001F628F" w:rsidP="00CF6C36">
      <w:pPr>
        <w:pStyle w:val="libArabic"/>
        <w:rPr>
          <w:rtl/>
        </w:rPr>
      </w:pPr>
      <w:r>
        <w:rPr>
          <w:rFonts w:hint="eastAsia"/>
          <w:rtl/>
        </w:rPr>
        <w:t>ولو</w:t>
      </w:r>
      <w:r>
        <w:rPr>
          <w:rtl/>
        </w:rPr>
        <w:t xml:space="preserve"> يؤاخذ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w:t>
      </w:r>
      <w:r>
        <w:rPr>
          <w:rFonts w:hint="cs"/>
          <w:rtl/>
        </w:rPr>
        <w:t>دابّة</w:t>
      </w:r>
      <w:r>
        <w:rPr>
          <w:rtl/>
        </w:rPr>
        <w:t xml:space="preserve"> </w:t>
      </w:r>
      <w:r>
        <w:rPr>
          <w:rFonts w:hint="cs"/>
          <w:rtl/>
        </w:rPr>
        <w:t>ولكن</w:t>
      </w:r>
      <w:r>
        <w:rPr>
          <w:rtl/>
        </w:rPr>
        <w:t xml:space="preserve"> </w:t>
      </w:r>
      <w:r>
        <w:rPr>
          <w:rFonts w:hint="cs"/>
          <w:rtl/>
        </w:rPr>
        <w:t>يوخّر</w:t>
      </w:r>
      <w:r>
        <w:rPr>
          <w:rtl/>
        </w:rPr>
        <w:t xml:space="preserve"> </w:t>
      </w:r>
      <w:r w:rsidR="00120F63" w:rsidRPr="00ED5DE8">
        <w:rPr>
          <w:rFonts w:hint="cs"/>
          <w:rtl/>
        </w:rPr>
        <w:t>ه</w:t>
      </w:r>
      <w:r>
        <w:rPr>
          <w:rFonts w:hint="cs"/>
          <w:rtl/>
        </w:rPr>
        <w:t>م</w:t>
      </w:r>
      <w:r>
        <w:rPr>
          <w:rtl/>
        </w:rPr>
        <w:t xml:space="preserve"> </w:t>
      </w:r>
      <w:r>
        <w:rPr>
          <w:rFonts w:hint="cs"/>
          <w:rtl/>
        </w:rPr>
        <w:t>الى</w:t>
      </w:r>
      <w:r>
        <w:rPr>
          <w:rtl/>
        </w:rPr>
        <w:t xml:space="preserve"> </w:t>
      </w:r>
      <w:r>
        <w:rPr>
          <w:rFonts w:hint="cs"/>
          <w:rtl/>
        </w:rPr>
        <w:t>اجل</w:t>
      </w:r>
      <w:r>
        <w:rPr>
          <w:rtl/>
        </w:rPr>
        <w:t>: مسمّي</w:t>
      </w:r>
    </w:p>
    <w:p w:rsidR="001F628F" w:rsidRDefault="001F628F" w:rsidP="001F628F">
      <w:pPr>
        <w:pStyle w:val="libNormal"/>
        <w:rPr>
          <w:rtl/>
        </w:rPr>
      </w:pPr>
      <w:r>
        <w:rPr>
          <w:rFonts w:hint="eastAsia"/>
          <w:rtl/>
        </w:rPr>
        <w:t>ظلم</w:t>
      </w:r>
      <w:r>
        <w:rPr>
          <w:rtl/>
        </w:rPr>
        <w:t xml:space="preserve"> كے معنى _ جو كہ اشياء كو ان كے مناسب مقام پر قراد نہ دينا ہے_ كو مد نظر ركھتے ہوئے اس سے مراد ،ہر غلط اور نامناسب كا م ہے_</w:t>
      </w:r>
    </w:p>
    <w:p w:rsidR="001F628F" w:rsidRDefault="001F628F" w:rsidP="00CF6C36">
      <w:pPr>
        <w:pStyle w:val="libNormal"/>
        <w:rPr>
          <w:rtl/>
        </w:rPr>
      </w:pPr>
      <w:r>
        <w:rPr>
          <w:rtl/>
        </w:rPr>
        <w:t>2_ظالم انسانو</w:t>
      </w:r>
      <w:r w:rsidR="00083993">
        <w:rPr>
          <w:rtl/>
        </w:rPr>
        <w:t xml:space="preserve">ں </w:t>
      </w:r>
      <w:r>
        <w:rPr>
          <w:rtl/>
        </w:rPr>
        <w:t>كا مورد مؤاخذہ قرار پانا ، خود ان كے عمل كا نتيجہ ہے _</w:t>
      </w:r>
      <w:r w:rsidRPr="00CF6C36">
        <w:rPr>
          <w:rStyle w:val="libArabicChar"/>
          <w:rFonts w:hint="eastAsia"/>
          <w:rtl/>
        </w:rPr>
        <w:t>ولو</w:t>
      </w:r>
      <w:r w:rsidRPr="00CF6C36">
        <w:rPr>
          <w:rStyle w:val="libArabicChar"/>
          <w:rtl/>
        </w:rPr>
        <w:t xml:space="preserve"> يؤاخذاللّ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الناس</w:t>
      </w:r>
      <w:r w:rsidRPr="00CF6C36">
        <w:rPr>
          <w:rStyle w:val="libArabicChar"/>
          <w:rtl/>
        </w:rPr>
        <w:t xml:space="preserve"> بظلم</w:t>
      </w:r>
      <w:r w:rsidR="00120F63" w:rsidRPr="00B2551F">
        <w:rPr>
          <w:rStyle w:val="libArabicChar"/>
          <w:rFonts w:hint="cs"/>
          <w:rtl/>
        </w:rPr>
        <w:t>ه</w:t>
      </w:r>
      <w:r w:rsidRPr="00CF6C36">
        <w:rPr>
          <w:rStyle w:val="libArabicChar"/>
          <w:rFonts w:hint="cs"/>
          <w:rtl/>
        </w:rPr>
        <w:t>م</w:t>
      </w:r>
    </w:p>
    <w:p w:rsidR="001F628F" w:rsidRDefault="001F628F" w:rsidP="001F628F">
      <w:pPr>
        <w:pStyle w:val="libNormal"/>
        <w:rPr>
          <w:rtl/>
        </w:rPr>
      </w:pPr>
      <w:r>
        <w:rPr>
          <w:rtl/>
        </w:rPr>
        <w:t>3_ خداوند عالم كى طرف سے ظالم افراد كے دنياوى مؤاخذہ كى صورت مي</w:t>
      </w:r>
      <w:r w:rsidR="00083993">
        <w:rPr>
          <w:rtl/>
        </w:rPr>
        <w:t xml:space="preserve">ں </w:t>
      </w:r>
      <w:r>
        <w:rPr>
          <w:rtl/>
        </w:rPr>
        <w:t>زمين پر چلنے والى كوئي چيز باقى نہي</w:t>
      </w:r>
      <w:r w:rsidR="00083993">
        <w:rPr>
          <w:rtl/>
        </w:rPr>
        <w:t xml:space="preserve">ں </w:t>
      </w:r>
      <w:r>
        <w:rPr>
          <w:rtl/>
        </w:rPr>
        <w:t>رہے گي_</w:t>
      </w:r>
    </w:p>
    <w:p w:rsidR="001F628F" w:rsidRDefault="001F628F" w:rsidP="00CF6C36">
      <w:pPr>
        <w:pStyle w:val="libArabic"/>
        <w:rPr>
          <w:rtl/>
        </w:rPr>
      </w:pPr>
      <w:r>
        <w:rPr>
          <w:rFonts w:hint="eastAsia"/>
          <w:rtl/>
        </w:rPr>
        <w:t>ولو</w:t>
      </w:r>
      <w:r>
        <w:rPr>
          <w:rtl/>
        </w:rPr>
        <w:t xml:space="preserve"> يؤاخذ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دابّة</w:t>
      </w:r>
    </w:p>
    <w:p w:rsidR="001F628F" w:rsidRDefault="001F628F" w:rsidP="001F628F">
      <w:pPr>
        <w:pStyle w:val="libNormal"/>
        <w:rPr>
          <w:rtl/>
        </w:rPr>
      </w:pPr>
      <w:r>
        <w:rPr>
          <w:rtl/>
        </w:rPr>
        <w:t>4_ خدا پر افتراء اور شرك كى سزا، اس قدر شديد اور سخت ہے كہ اس كے تحقق كى صورت مي</w:t>
      </w:r>
      <w:r w:rsidR="00083993">
        <w:rPr>
          <w:rtl/>
        </w:rPr>
        <w:t xml:space="preserve">ں </w:t>
      </w:r>
      <w:r>
        <w:rPr>
          <w:rtl/>
        </w:rPr>
        <w:t>تمام چلنے والى اشياء اس سے محفوظ نہي</w:t>
      </w:r>
      <w:r w:rsidR="00083993">
        <w:rPr>
          <w:rtl/>
        </w:rPr>
        <w:t xml:space="preserve">ں </w:t>
      </w:r>
      <w:r>
        <w:rPr>
          <w:rtl/>
        </w:rPr>
        <w:t>رہي</w:t>
      </w:r>
      <w:r w:rsidR="00083993">
        <w:rPr>
          <w:rtl/>
        </w:rPr>
        <w:t xml:space="preserve">ں </w:t>
      </w:r>
      <w:r>
        <w:rPr>
          <w:rtl/>
        </w:rPr>
        <w:t>گي_</w:t>
      </w:r>
    </w:p>
    <w:p w:rsidR="001F628F" w:rsidRDefault="001F628F" w:rsidP="00CF6C36">
      <w:pPr>
        <w:pStyle w:val="libArabic"/>
        <w:rPr>
          <w:rtl/>
        </w:rPr>
      </w:pPr>
      <w:r>
        <w:rPr>
          <w:rFonts w:hint="eastAsia"/>
          <w:rtl/>
        </w:rPr>
        <w:t>بربّ</w:t>
      </w:r>
      <w:r w:rsidR="00120F63" w:rsidRPr="00ED5DE8">
        <w:rPr>
          <w:rFonts w:hint="cs"/>
          <w:rtl/>
        </w:rPr>
        <w:t>ه</w:t>
      </w:r>
      <w:r>
        <w:rPr>
          <w:rFonts w:hint="cs"/>
          <w:rtl/>
        </w:rPr>
        <w:t>م</w:t>
      </w:r>
      <w:r>
        <w:rPr>
          <w:rtl/>
        </w:rPr>
        <w:t xml:space="preserve"> يشركون ...كنتم تفترون _يجعلون لله البنات ولويوا 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دابّة</w:t>
      </w:r>
    </w:p>
    <w:p w:rsidR="00CF6C36" w:rsidRDefault="00CF6C36" w:rsidP="00CF6C36">
      <w:pPr>
        <w:pStyle w:val="libNormal"/>
        <w:rPr>
          <w:rtl/>
        </w:rPr>
      </w:pPr>
      <w:r>
        <w:rPr>
          <w:rtl/>
        </w:rPr>
        <w:t>5_ خداوند عالم كى طرف نامناسب امور كى نسبت دينا اوربيٹيوں كا قتل ، ايك ظالمانہ فعل ہے_</w:t>
      </w:r>
    </w:p>
    <w:p w:rsidR="00CF6C36" w:rsidRDefault="00CF6C36" w:rsidP="00CF6C36">
      <w:pPr>
        <w:pStyle w:val="libArabic"/>
        <w:rPr>
          <w:rtl/>
        </w:rPr>
      </w:pPr>
      <w:r>
        <w:rPr>
          <w:rFonts w:hint="eastAsia"/>
          <w:rtl/>
        </w:rPr>
        <w:t>كنتم</w:t>
      </w:r>
      <w:r>
        <w:rPr>
          <w:rtl/>
        </w:rPr>
        <w:t xml:space="preserve"> تفترون _ ويجعلون لله البنات سبحان</w:t>
      </w:r>
      <w:r w:rsidR="00120F63" w:rsidRPr="00ED5DE8">
        <w:rPr>
          <w:rFonts w:hint="cs"/>
          <w:rtl/>
        </w:rPr>
        <w:t>ه</w:t>
      </w:r>
      <w:r>
        <w:rPr>
          <w:rtl/>
        </w:rPr>
        <w:t xml:space="preserve"> ...</w:t>
      </w:r>
      <w:r>
        <w:rPr>
          <w:rFonts w:hint="cs"/>
          <w:rtl/>
        </w:rPr>
        <w:t>ا</w:t>
      </w:r>
      <w:r>
        <w:rPr>
          <w:rtl/>
        </w:rPr>
        <w:t xml:space="preserve"> </w:t>
      </w:r>
      <w:r>
        <w:rPr>
          <w:rFonts w:hint="cs"/>
          <w:rtl/>
        </w:rPr>
        <w:t>م</w:t>
      </w:r>
      <w:r>
        <w:rPr>
          <w:rtl/>
        </w:rPr>
        <w:t xml:space="preserve"> </w:t>
      </w:r>
      <w:r>
        <w:rPr>
          <w:rFonts w:hint="cs"/>
          <w:rtl/>
        </w:rPr>
        <w:t>يدسّ</w:t>
      </w:r>
      <w:r w:rsidR="00120F63" w:rsidRPr="00ED5DE8">
        <w:rPr>
          <w:rFonts w:hint="cs"/>
          <w:rtl/>
        </w:rPr>
        <w:t>ه</w:t>
      </w:r>
      <w:r>
        <w:rPr>
          <w:rtl/>
        </w:rPr>
        <w:t xml:space="preserve"> </w:t>
      </w:r>
      <w:r>
        <w:rPr>
          <w:rFonts w:hint="cs"/>
          <w:rtl/>
        </w:rPr>
        <w:t>فى</w:t>
      </w:r>
      <w:r>
        <w:rPr>
          <w:rtl/>
        </w:rPr>
        <w:t xml:space="preserve"> </w:t>
      </w:r>
      <w:r>
        <w:rPr>
          <w:rFonts w:hint="cs"/>
          <w:rtl/>
        </w:rPr>
        <w:t>التراب</w:t>
      </w:r>
      <w:r>
        <w:rPr>
          <w:rtl/>
        </w:rPr>
        <w:t xml:space="preserve"> ...ولو يؤاخذ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دابّة</w:t>
      </w:r>
    </w:p>
    <w:p w:rsidR="00CF6C36" w:rsidRDefault="00CF6C36" w:rsidP="00CF6C36">
      <w:pPr>
        <w:pStyle w:val="libNormal"/>
        <w:rPr>
          <w:rtl/>
        </w:rPr>
      </w:pPr>
      <w:r>
        <w:rPr>
          <w:rFonts w:hint="eastAsia"/>
          <w:rtl/>
        </w:rPr>
        <w:t>آيات</w:t>
      </w:r>
      <w:r>
        <w:rPr>
          <w:rtl/>
        </w:rPr>
        <w:t xml:space="preserve"> كا سياق جو كہ مشركين اور خدا كے بارے ميں ان كے باطل عقائد كے سلسلہ ميں تھا كے قرينہ كى بناء پر ممكن ہے ''الناس'' سے مراد ، مشركين ہوں اور ''الناس'' پر الف لام عہد ذكرى ہو_</w:t>
      </w:r>
    </w:p>
    <w:p w:rsidR="00CF6C36" w:rsidRDefault="00CF6C36" w:rsidP="00CF6C36">
      <w:pPr>
        <w:pStyle w:val="libNormal"/>
        <w:rPr>
          <w:rtl/>
        </w:rPr>
      </w:pPr>
      <w:r>
        <w:rPr>
          <w:rtl/>
        </w:rPr>
        <w:t>6_ خداوند عالم كى طرف ناروا باتوں كى نسبت دينے كے با وجود مشركين مكہ دنياوى عقوبت ميں گرفتار نہ ہوئے اور انہيں زندگى كى مہلت مل گئي_</w:t>
      </w:r>
      <w:r w:rsidRPr="00CF6C36">
        <w:rPr>
          <w:rStyle w:val="libArabicChar"/>
          <w:rFonts w:hint="eastAsia"/>
          <w:rtl/>
        </w:rPr>
        <w:t>كنتم</w:t>
      </w:r>
      <w:r w:rsidRPr="00CF6C36">
        <w:rPr>
          <w:rStyle w:val="libArabicChar"/>
          <w:rtl/>
        </w:rPr>
        <w:t xml:space="preserve"> تفترون _ويجعلون لله لبنات ... ولو يؤاخذ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الناس</w:t>
      </w:r>
      <w:r w:rsidRPr="00CF6C36">
        <w:rPr>
          <w:rStyle w:val="libArabicChar"/>
          <w:rtl/>
        </w:rPr>
        <w:t xml:space="preserve"> </w:t>
      </w:r>
      <w:r w:rsidRPr="00CF6C36">
        <w:rPr>
          <w:rStyle w:val="libArabicChar"/>
          <w:rFonts w:hint="cs"/>
          <w:rtl/>
        </w:rPr>
        <w:t>من</w:t>
      </w:r>
      <w:r w:rsidRPr="00CF6C36">
        <w:rPr>
          <w:rStyle w:val="libArabicChar"/>
          <w:rtl/>
        </w:rPr>
        <w:t xml:space="preserve"> </w:t>
      </w:r>
      <w:r w:rsidRPr="00CF6C36">
        <w:rPr>
          <w:rStyle w:val="libArabicChar"/>
          <w:rFonts w:hint="cs"/>
          <w:rtl/>
        </w:rPr>
        <w:t>بظلم</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w:t>
      </w:r>
      <w:r w:rsidRPr="00CF6C36">
        <w:rPr>
          <w:rStyle w:val="libArabicChar"/>
          <w:rFonts w:hint="cs"/>
          <w:rtl/>
        </w:rPr>
        <w:t>ترك</w:t>
      </w:r>
      <w:r w:rsidRPr="00CF6C36">
        <w:rPr>
          <w:rStyle w:val="libArabicChar"/>
          <w:rtl/>
        </w:rPr>
        <w:t xml:space="preserve"> </w:t>
      </w:r>
      <w:r w:rsidRPr="00CF6C36">
        <w:rPr>
          <w:rStyle w:val="libArabicChar"/>
          <w:rFonts w:hint="cs"/>
          <w:rtl/>
        </w:rPr>
        <w:t>علي</w:t>
      </w:r>
      <w:r w:rsidR="00120F63" w:rsidRPr="00B2551F">
        <w:rPr>
          <w:rStyle w:val="libArabicChar"/>
          <w:rFonts w:hint="cs"/>
          <w:rtl/>
        </w:rPr>
        <w:t>ه</w:t>
      </w:r>
      <w:r w:rsidRPr="00CF6C36">
        <w:rPr>
          <w:rStyle w:val="libArabicChar"/>
          <w:rFonts w:hint="cs"/>
          <w:rtl/>
        </w:rPr>
        <w:t>ا</w:t>
      </w:r>
      <w:r w:rsidRPr="00CF6C36">
        <w:rPr>
          <w:rStyle w:val="libArabicChar"/>
          <w:rtl/>
        </w:rPr>
        <w:t xml:space="preserve"> </w:t>
      </w:r>
      <w:r w:rsidRPr="00CF6C36">
        <w:rPr>
          <w:rStyle w:val="libArabicChar"/>
          <w:rFonts w:hint="cs"/>
          <w:rtl/>
        </w:rPr>
        <w:t>من</w:t>
      </w:r>
      <w:r w:rsidRPr="00CF6C36">
        <w:rPr>
          <w:rStyle w:val="libArabicChar"/>
          <w:rtl/>
        </w:rPr>
        <w:t xml:space="preserve"> دابّة</w:t>
      </w:r>
    </w:p>
    <w:p w:rsidR="00CF6C36" w:rsidRDefault="001E7F9D" w:rsidP="00F73EDE">
      <w:pPr>
        <w:pStyle w:val="libPoemTini"/>
        <w:rPr>
          <w:rtl/>
        </w:rPr>
      </w:pPr>
      <w:r>
        <w:rPr>
          <w:rtl/>
        </w:rPr>
        <w:br w:type="page"/>
      </w:r>
    </w:p>
    <w:p w:rsidR="001F628F" w:rsidRDefault="001F628F" w:rsidP="00CF6C36">
      <w:pPr>
        <w:pStyle w:val="libNormal"/>
        <w:rPr>
          <w:rtl/>
        </w:rPr>
      </w:pPr>
      <w:r>
        <w:rPr>
          <w:rtl/>
        </w:rPr>
        <w:lastRenderedPageBreak/>
        <w:t>7_ظالمو</w:t>
      </w:r>
      <w:r w:rsidR="00083993">
        <w:rPr>
          <w:rtl/>
        </w:rPr>
        <w:t xml:space="preserve">ں </w:t>
      </w:r>
      <w:r>
        <w:rPr>
          <w:rtl/>
        </w:rPr>
        <w:t>كے دنياوى مؤاخذہ اور عقوبت پر خداوند عالم كى تصميم كى صورت مي</w:t>
      </w:r>
      <w:r w:rsidR="00083993">
        <w:rPr>
          <w:rtl/>
        </w:rPr>
        <w:t xml:space="preserve">ں </w:t>
      </w:r>
      <w:r>
        <w:rPr>
          <w:rtl/>
        </w:rPr>
        <w:t>تمام انسان ہلاك ہو جاتے اور ان كى نسل ختم ہو جاتى _</w:t>
      </w:r>
      <w:r w:rsidRPr="00CF6C36">
        <w:rPr>
          <w:rStyle w:val="libArabicChar"/>
          <w:rFonts w:hint="eastAsia"/>
          <w:rtl/>
        </w:rPr>
        <w:t>ولو</w:t>
      </w:r>
      <w:r w:rsidRPr="00CF6C36">
        <w:rPr>
          <w:rStyle w:val="libArabicChar"/>
          <w:rtl/>
        </w:rPr>
        <w:t xml:space="preserve"> يؤاخذ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الناس</w:t>
      </w:r>
      <w:r w:rsidRPr="00CF6C36">
        <w:rPr>
          <w:rStyle w:val="libArabicChar"/>
          <w:rtl/>
        </w:rPr>
        <w:t xml:space="preserve"> </w:t>
      </w:r>
      <w:r w:rsidRPr="00CF6C36">
        <w:rPr>
          <w:rStyle w:val="libArabicChar"/>
          <w:rFonts w:hint="cs"/>
          <w:rtl/>
        </w:rPr>
        <w:t>بظلم</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w:t>
      </w:r>
      <w:r w:rsidRPr="00CF6C36">
        <w:rPr>
          <w:rStyle w:val="libArabicChar"/>
          <w:rFonts w:hint="cs"/>
          <w:rtl/>
        </w:rPr>
        <w:t>ترك</w:t>
      </w:r>
      <w:r w:rsidRPr="00CF6C36">
        <w:rPr>
          <w:rStyle w:val="libArabicChar"/>
          <w:rtl/>
        </w:rPr>
        <w:t xml:space="preserve"> </w:t>
      </w:r>
      <w:r w:rsidRPr="00CF6C36">
        <w:rPr>
          <w:rStyle w:val="libArabicChar"/>
          <w:rFonts w:hint="cs"/>
          <w:rtl/>
        </w:rPr>
        <w:t>علي</w:t>
      </w:r>
      <w:r w:rsidR="00120F63" w:rsidRPr="00B2551F">
        <w:rPr>
          <w:rStyle w:val="libArabicChar"/>
          <w:rFonts w:hint="cs"/>
          <w:rtl/>
        </w:rPr>
        <w:t>ه</w:t>
      </w:r>
      <w:r w:rsidRPr="00CF6C36">
        <w:rPr>
          <w:rStyle w:val="libArabicChar"/>
          <w:rFonts w:hint="cs"/>
          <w:rtl/>
        </w:rPr>
        <w:t>ا</w:t>
      </w:r>
      <w:r w:rsidRPr="00CF6C36">
        <w:rPr>
          <w:rStyle w:val="libArabicChar"/>
          <w:rtl/>
        </w:rPr>
        <w:t xml:space="preserve"> </w:t>
      </w:r>
      <w:r w:rsidRPr="00CF6C36">
        <w:rPr>
          <w:rStyle w:val="libArabicChar"/>
          <w:rFonts w:hint="cs"/>
          <w:rtl/>
        </w:rPr>
        <w:t>من</w:t>
      </w:r>
      <w:r w:rsidRPr="00CF6C36">
        <w:rPr>
          <w:rStyle w:val="libArabicChar"/>
          <w:rtl/>
        </w:rPr>
        <w:t xml:space="preserve"> دابّة</w:t>
      </w:r>
    </w:p>
    <w:p w:rsidR="001F628F" w:rsidRDefault="001F628F" w:rsidP="001F628F">
      <w:pPr>
        <w:pStyle w:val="libNormal"/>
        <w:rPr>
          <w:rtl/>
        </w:rPr>
      </w:pPr>
      <w:r>
        <w:rPr>
          <w:rFonts w:hint="eastAsia"/>
          <w:rtl/>
        </w:rPr>
        <w:t>احتمال</w:t>
      </w:r>
      <w:r>
        <w:rPr>
          <w:rtl/>
        </w:rPr>
        <w:t xml:space="preserve"> ہے كہ ''الناس'' اور ''بظلمہم '' كے قرينہ نيز گناہ گار كے گناہ سے متناسب سزا كى بناء پر ''دابّة'' سے مراد ، انسان ہو</w:t>
      </w:r>
      <w:r w:rsidR="00083993">
        <w:rPr>
          <w:rtl/>
        </w:rPr>
        <w:t xml:space="preserve">ں </w:t>
      </w:r>
      <w:r>
        <w:rPr>
          <w:rtl/>
        </w:rPr>
        <w:t>_</w:t>
      </w:r>
    </w:p>
    <w:p w:rsidR="001F628F" w:rsidRDefault="001F628F" w:rsidP="00CF6C36">
      <w:pPr>
        <w:pStyle w:val="libNormal"/>
        <w:rPr>
          <w:rtl/>
        </w:rPr>
      </w:pPr>
      <w:r>
        <w:rPr>
          <w:rtl/>
        </w:rPr>
        <w:t>8_تمام انسانو</w:t>
      </w:r>
      <w:r w:rsidR="00083993">
        <w:rPr>
          <w:rtl/>
        </w:rPr>
        <w:t xml:space="preserve">ں </w:t>
      </w:r>
      <w:r>
        <w:rPr>
          <w:rtl/>
        </w:rPr>
        <w:t>كى موت كا وقت، مقرر ہے_</w:t>
      </w:r>
      <w:r w:rsidRPr="00CF6C36">
        <w:rPr>
          <w:rStyle w:val="libArabicChar"/>
          <w:rFonts w:hint="eastAsia"/>
          <w:rtl/>
        </w:rPr>
        <w:t>ولكن</w:t>
      </w:r>
      <w:r w:rsidRPr="00CF6C36">
        <w:rPr>
          <w:rStyle w:val="libArabicChar"/>
          <w:rtl/>
        </w:rPr>
        <w:t xml:space="preserve"> يوخّر </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الى</w:t>
      </w:r>
      <w:r w:rsidRPr="00CF6C36">
        <w:rPr>
          <w:rStyle w:val="libArabicChar"/>
          <w:rtl/>
        </w:rPr>
        <w:t xml:space="preserve"> </w:t>
      </w:r>
      <w:r w:rsidRPr="00CF6C36">
        <w:rPr>
          <w:rStyle w:val="libArabicChar"/>
          <w:rFonts w:hint="cs"/>
          <w:rtl/>
        </w:rPr>
        <w:t>ا</w:t>
      </w:r>
      <w:r w:rsidRPr="00CF6C36">
        <w:rPr>
          <w:rStyle w:val="libArabicChar"/>
          <w:rtl/>
        </w:rPr>
        <w:t xml:space="preserve"> </w:t>
      </w:r>
      <w:r w:rsidRPr="00CF6C36">
        <w:rPr>
          <w:rStyle w:val="libArabicChar"/>
          <w:rFonts w:hint="cs"/>
          <w:rtl/>
        </w:rPr>
        <w:t>جل</w:t>
      </w:r>
      <w:r w:rsidRPr="00CF6C36">
        <w:rPr>
          <w:rStyle w:val="libArabicChar"/>
          <w:rtl/>
        </w:rPr>
        <w:t xml:space="preserve"> مسمّي</w:t>
      </w:r>
    </w:p>
    <w:p w:rsidR="001F628F" w:rsidRDefault="001F628F" w:rsidP="00CF6C36">
      <w:pPr>
        <w:pStyle w:val="libNormal"/>
        <w:rPr>
          <w:rtl/>
        </w:rPr>
      </w:pPr>
      <w:r>
        <w:rPr>
          <w:rtl/>
        </w:rPr>
        <w:t>9_ظالم افراد كو وقتى طور پر معاف كرنا اور ان كى عقوبت اور مؤاخذہ مي</w:t>
      </w:r>
      <w:r w:rsidR="00083993">
        <w:rPr>
          <w:rtl/>
        </w:rPr>
        <w:t xml:space="preserve">ں </w:t>
      </w:r>
      <w:r>
        <w:rPr>
          <w:rtl/>
        </w:rPr>
        <w:t>تاخير كرنے كا مطلب يہ نہي</w:t>
      </w:r>
      <w:r w:rsidR="00083993">
        <w:rPr>
          <w:rtl/>
        </w:rPr>
        <w:t xml:space="preserve">ں </w:t>
      </w:r>
      <w:r>
        <w:rPr>
          <w:rtl/>
        </w:rPr>
        <w:t>ہے كہ انہي</w:t>
      </w:r>
      <w:r w:rsidR="00083993">
        <w:rPr>
          <w:rtl/>
        </w:rPr>
        <w:t xml:space="preserve">ں </w:t>
      </w:r>
      <w:r>
        <w:rPr>
          <w:rtl/>
        </w:rPr>
        <w:t>ہميشہ كے ليے چھوڑديا گيا ہے_</w:t>
      </w:r>
      <w:r w:rsidRPr="00CF6C36">
        <w:rPr>
          <w:rStyle w:val="libArabicChar"/>
          <w:rFonts w:hint="eastAsia"/>
          <w:rtl/>
        </w:rPr>
        <w:t>ولو</w:t>
      </w:r>
      <w:r w:rsidRPr="00CF6C36">
        <w:rPr>
          <w:rStyle w:val="libArabicChar"/>
          <w:rtl/>
        </w:rPr>
        <w:t xml:space="preserve"> يؤاخذ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الناس</w:t>
      </w:r>
      <w:r w:rsidRPr="00CF6C36">
        <w:rPr>
          <w:rStyle w:val="libArabicChar"/>
          <w:rtl/>
        </w:rPr>
        <w:t xml:space="preserve"> </w:t>
      </w:r>
      <w:r w:rsidRPr="00CF6C36">
        <w:rPr>
          <w:rStyle w:val="libArabicChar"/>
          <w:rFonts w:hint="cs"/>
          <w:rtl/>
        </w:rPr>
        <w:t>بظلم</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ما</w:t>
      </w:r>
      <w:r w:rsidRPr="00CF6C36">
        <w:rPr>
          <w:rStyle w:val="libArabicChar"/>
          <w:rtl/>
        </w:rPr>
        <w:t xml:space="preserve"> </w:t>
      </w:r>
      <w:r w:rsidRPr="00CF6C36">
        <w:rPr>
          <w:rStyle w:val="libArabicChar"/>
          <w:rFonts w:hint="cs"/>
          <w:rtl/>
        </w:rPr>
        <w:t>ترك</w:t>
      </w:r>
      <w:r w:rsidRPr="00CF6C36">
        <w:rPr>
          <w:rStyle w:val="libArabicChar"/>
          <w:rtl/>
        </w:rPr>
        <w:t xml:space="preserve"> </w:t>
      </w:r>
      <w:r w:rsidRPr="00CF6C36">
        <w:rPr>
          <w:rStyle w:val="libArabicChar"/>
          <w:rFonts w:hint="cs"/>
          <w:rtl/>
        </w:rPr>
        <w:t>علي</w:t>
      </w:r>
      <w:r w:rsidR="00120F63" w:rsidRPr="00B2551F">
        <w:rPr>
          <w:rStyle w:val="libArabicChar"/>
          <w:rFonts w:hint="cs"/>
          <w:rtl/>
        </w:rPr>
        <w:t>ه</w:t>
      </w:r>
      <w:r w:rsidRPr="00CF6C36">
        <w:rPr>
          <w:rStyle w:val="libArabicChar"/>
          <w:rFonts w:hint="cs"/>
          <w:rtl/>
        </w:rPr>
        <w:t>ا</w:t>
      </w:r>
      <w:r w:rsidRPr="00CF6C36">
        <w:rPr>
          <w:rStyle w:val="libArabicChar"/>
          <w:rtl/>
        </w:rPr>
        <w:t xml:space="preserve"> </w:t>
      </w:r>
      <w:r w:rsidRPr="00CF6C36">
        <w:rPr>
          <w:rStyle w:val="libArabicChar"/>
          <w:rFonts w:hint="cs"/>
          <w:rtl/>
        </w:rPr>
        <w:t>من</w:t>
      </w:r>
      <w:r w:rsidRPr="00CF6C36">
        <w:rPr>
          <w:rStyle w:val="libArabicChar"/>
          <w:rtl/>
        </w:rPr>
        <w:t xml:space="preserve"> </w:t>
      </w:r>
      <w:r w:rsidRPr="00CF6C36">
        <w:rPr>
          <w:rStyle w:val="libArabicChar"/>
          <w:rFonts w:hint="cs"/>
          <w:rtl/>
        </w:rPr>
        <w:t>دابّة</w:t>
      </w:r>
      <w:r w:rsidRPr="00CF6C36">
        <w:rPr>
          <w:rStyle w:val="libArabicChar"/>
          <w:rtl/>
        </w:rPr>
        <w:t xml:space="preserve"> </w:t>
      </w:r>
      <w:r w:rsidRPr="00CF6C36">
        <w:rPr>
          <w:rStyle w:val="libArabicChar"/>
          <w:rFonts w:hint="cs"/>
          <w:rtl/>
        </w:rPr>
        <w:t>ولكن</w:t>
      </w:r>
      <w:r w:rsidRPr="00CF6C36">
        <w:rPr>
          <w:rStyle w:val="libArabicChar"/>
          <w:rtl/>
        </w:rPr>
        <w:t xml:space="preserve"> </w:t>
      </w:r>
      <w:r w:rsidRPr="00CF6C36">
        <w:rPr>
          <w:rStyle w:val="libArabicChar"/>
          <w:rFonts w:hint="cs"/>
          <w:rtl/>
        </w:rPr>
        <w:t>يوخّر</w:t>
      </w:r>
      <w:r w:rsidRPr="00CF6C36">
        <w:rPr>
          <w:rStyle w:val="libArabicChar"/>
          <w:rtl/>
        </w:rPr>
        <w:t xml:space="preserve"> </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ا</w:t>
      </w:r>
      <w:r w:rsidRPr="00CF6C36">
        <w:rPr>
          <w:rStyle w:val="libArabicChar"/>
          <w:rtl/>
        </w:rPr>
        <w:t>لى اجل مسّّمي</w:t>
      </w:r>
    </w:p>
    <w:p w:rsidR="001F628F" w:rsidRDefault="001F628F" w:rsidP="001F628F">
      <w:pPr>
        <w:pStyle w:val="libNormal"/>
        <w:rPr>
          <w:rtl/>
        </w:rPr>
      </w:pPr>
      <w:r>
        <w:rPr>
          <w:rtl/>
        </w:rPr>
        <w:t>10_ تمام انسان ايك قسم كے گناہ اور نامناسب فعل كے مرتكب ہوتے ہي</w:t>
      </w:r>
      <w:r w:rsidR="00083993">
        <w:rPr>
          <w:rtl/>
        </w:rPr>
        <w:t xml:space="preserve">ں </w:t>
      </w:r>
      <w:r>
        <w:rPr>
          <w:rtl/>
        </w:rPr>
        <w:t>_</w:t>
      </w:r>
    </w:p>
    <w:p w:rsidR="001F628F" w:rsidRDefault="001F628F" w:rsidP="00CF6C36">
      <w:pPr>
        <w:pStyle w:val="libArabic"/>
        <w:rPr>
          <w:rtl/>
        </w:rPr>
      </w:pPr>
      <w:r>
        <w:rPr>
          <w:rFonts w:hint="eastAsia"/>
          <w:rtl/>
        </w:rPr>
        <w:t>ولو</w:t>
      </w:r>
      <w:r>
        <w:rPr>
          <w:rtl/>
        </w:rPr>
        <w:t xml:space="preserve"> يؤاخذ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دابّة</w:t>
      </w:r>
    </w:p>
    <w:p w:rsidR="001F628F" w:rsidRDefault="001F628F" w:rsidP="001F628F">
      <w:pPr>
        <w:pStyle w:val="libNormal"/>
        <w:rPr>
          <w:rtl/>
        </w:rPr>
      </w:pPr>
      <w:r>
        <w:rPr>
          <w:rFonts w:hint="eastAsia"/>
          <w:rtl/>
        </w:rPr>
        <w:t>كلمہ</w:t>
      </w:r>
      <w:r>
        <w:rPr>
          <w:rtl/>
        </w:rPr>
        <w:t>''الناس'' پر الف لام استغراق كى وجہ سے عموميت پر دلالت كررہا ہے اور نيز يہ كہ عقوبت اور مؤاخذہ كى صورت مي</w:t>
      </w:r>
      <w:r w:rsidR="00083993">
        <w:rPr>
          <w:rtl/>
        </w:rPr>
        <w:t xml:space="preserve">ں </w:t>
      </w:r>
      <w:r>
        <w:rPr>
          <w:rtl/>
        </w:rPr>
        <w:t>كوئي انسان ( اگر دابّة سے مراد انسان ہو</w:t>
      </w:r>
      <w:r w:rsidR="00083993">
        <w:rPr>
          <w:rtl/>
        </w:rPr>
        <w:t xml:space="preserve">ں </w:t>
      </w:r>
      <w:r>
        <w:rPr>
          <w:rtl/>
        </w:rPr>
        <w:t>) باقى نہي</w:t>
      </w:r>
      <w:r w:rsidR="00083993">
        <w:rPr>
          <w:rtl/>
        </w:rPr>
        <w:t xml:space="preserve">ں </w:t>
      </w:r>
      <w:r>
        <w:rPr>
          <w:rtl/>
        </w:rPr>
        <w:t>بچے گا ممكن ہے يہ مذكورہ تفسير كے ليے مويّد ہو_</w:t>
      </w:r>
    </w:p>
    <w:p w:rsidR="001F628F" w:rsidRPr="00CF6C36" w:rsidRDefault="001F628F" w:rsidP="00CF6C36">
      <w:pPr>
        <w:pStyle w:val="libNormal"/>
        <w:rPr>
          <w:rStyle w:val="libArabicChar"/>
          <w:rtl/>
        </w:rPr>
      </w:pPr>
      <w:r>
        <w:rPr>
          <w:rtl/>
        </w:rPr>
        <w:t>11_ظالم انسانو</w:t>
      </w:r>
      <w:r w:rsidR="00083993">
        <w:rPr>
          <w:rtl/>
        </w:rPr>
        <w:t xml:space="preserve">ں </w:t>
      </w:r>
      <w:r>
        <w:rPr>
          <w:rtl/>
        </w:rPr>
        <w:t>كى سزا اور مؤاخذہ، مقررہ وقت پر انجام پائے گا_</w:t>
      </w:r>
      <w:r w:rsidRPr="00CF6C36">
        <w:rPr>
          <w:rStyle w:val="libArabicChar"/>
          <w:rFonts w:hint="eastAsia"/>
          <w:rtl/>
        </w:rPr>
        <w:t>ولو</w:t>
      </w:r>
      <w:r w:rsidRPr="00CF6C36">
        <w:rPr>
          <w:rStyle w:val="libArabicChar"/>
          <w:rtl/>
        </w:rPr>
        <w:t xml:space="preserve"> يؤاخذ اللّ</w:t>
      </w:r>
      <w:r w:rsidR="00120F63" w:rsidRPr="00B2551F">
        <w:rPr>
          <w:rStyle w:val="libArabicChar"/>
          <w:rFonts w:hint="cs"/>
          <w:rtl/>
        </w:rPr>
        <w:t>ه</w:t>
      </w:r>
      <w:r w:rsidRPr="00CF6C36">
        <w:rPr>
          <w:rStyle w:val="libArabicChar"/>
          <w:rtl/>
        </w:rPr>
        <w:t xml:space="preserve"> </w:t>
      </w:r>
      <w:r w:rsidRPr="00CF6C36">
        <w:rPr>
          <w:rStyle w:val="libArabicChar"/>
          <w:rFonts w:hint="cs"/>
          <w:rtl/>
        </w:rPr>
        <w:t>الناس</w:t>
      </w:r>
      <w:r w:rsidRPr="00CF6C36">
        <w:rPr>
          <w:rStyle w:val="libArabicChar"/>
          <w:rtl/>
        </w:rPr>
        <w:t xml:space="preserve"> </w:t>
      </w:r>
      <w:r w:rsidRPr="00CF6C36">
        <w:rPr>
          <w:rStyle w:val="libArabicChar"/>
          <w:rFonts w:hint="cs"/>
          <w:rtl/>
        </w:rPr>
        <w:t>بظلم</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ولكن</w:t>
      </w:r>
      <w:r w:rsidRPr="00CF6C36">
        <w:rPr>
          <w:rStyle w:val="libArabicChar"/>
          <w:rtl/>
        </w:rPr>
        <w:t xml:space="preserve"> </w:t>
      </w:r>
      <w:r w:rsidRPr="00CF6C36">
        <w:rPr>
          <w:rStyle w:val="libArabicChar"/>
          <w:rFonts w:hint="cs"/>
          <w:rtl/>
        </w:rPr>
        <w:t>يوخّر</w:t>
      </w:r>
      <w:r w:rsidRPr="00CF6C36">
        <w:rPr>
          <w:rStyle w:val="libArabicChar"/>
          <w:rtl/>
        </w:rPr>
        <w:t xml:space="preserve"> </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الى</w:t>
      </w:r>
      <w:r w:rsidRPr="00CF6C36">
        <w:rPr>
          <w:rStyle w:val="libArabicChar"/>
          <w:rtl/>
        </w:rPr>
        <w:t xml:space="preserve"> </w:t>
      </w:r>
      <w:r w:rsidRPr="00CF6C36">
        <w:rPr>
          <w:rStyle w:val="libArabicChar"/>
          <w:rFonts w:hint="cs"/>
          <w:rtl/>
        </w:rPr>
        <w:t>اجل</w:t>
      </w:r>
      <w:r w:rsidRPr="00CF6C36">
        <w:rPr>
          <w:rStyle w:val="libArabicChar"/>
          <w:rtl/>
        </w:rPr>
        <w:t xml:space="preserve"> مسمّي</w:t>
      </w:r>
    </w:p>
    <w:p w:rsidR="001F628F" w:rsidRDefault="001F628F" w:rsidP="001F628F">
      <w:pPr>
        <w:pStyle w:val="libNormal"/>
        <w:rPr>
          <w:rtl/>
        </w:rPr>
      </w:pPr>
      <w:r>
        <w:rPr>
          <w:rtl/>
        </w:rPr>
        <w:t>12_ظالم انسانو</w:t>
      </w:r>
      <w:r w:rsidR="00083993">
        <w:rPr>
          <w:rtl/>
        </w:rPr>
        <w:t xml:space="preserve">ں </w:t>
      </w:r>
      <w:r>
        <w:rPr>
          <w:rtl/>
        </w:rPr>
        <w:t>كى موت كا وقت مقرر ہونا، ان كے مؤاخذہ اور عقوبت كو تاخير مي</w:t>
      </w:r>
      <w:r w:rsidR="00083993">
        <w:rPr>
          <w:rtl/>
        </w:rPr>
        <w:t xml:space="preserve">ں </w:t>
      </w:r>
      <w:r>
        <w:rPr>
          <w:rtl/>
        </w:rPr>
        <w:t>ڈالنے پر دليل ہے_</w:t>
      </w:r>
    </w:p>
    <w:p w:rsidR="001F628F" w:rsidRDefault="001F628F" w:rsidP="00CF6C36">
      <w:pPr>
        <w:pStyle w:val="libArabic"/>
        <w:rPr>
          <w:rtl/>
        </w:rPr>
      </w:pPr>
      <w:r>
        <w:rPr>
          <w:rFonts w:hint="eastAsia"/>
          <w:rtl/>
        </w:rPr>
        <w:t>ولو</w:t>
      </w:r>
      <w:r>
        <w:rPr>
          <w:rtl/>
        </w:rPr>
        <w:t xml:space="preserve"> يؤاخذ</w:t>
      </w:r>
      <w:r w:rsidR="00120F63" w:rsidRPr="00ED5DE8">
        <w:rPr>
          <w:rFonts w:hint="cs"/>
          <w:rtl/>
        </w:rPr>
        <w:t>ه</w:t>
      </w:r>
      <w:r>
        <w:rPr>
          <w:rtl/>
        </w:rPr>
        <w:t xml:space="preserve"> </w:t>
      </w:r>
      <w:r>
        <w:rPr>
          <w:rFonts w:hint="cs"/>
          <w:rtl/>
        </w:rPr>
        <w:t>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ولكن</w:t>
      </w:r>
      <w:r>
        <w:rPr>
          <w:rtl/>
        </w:rPr>
        <w:t xml:space="preserve"> </w:t>
      </w:r>
      <w:r>
        <w:rPr>
          <w:rFonts w:hint="cs"/>
          <w:rtl/>
        </w:rPr>
        <w:t>يوخّر</w:t>
      </w:r>
      <w:r>
        <w:rPr>
          <w:rtl/>
        </w:rPr>
        <w:t xml:space="preserve"> </w:t>
      </w:r>
      <w:r w:rsidR="00120F63" w:rsidRPr="00ED5DE8">
        <w:rPr>
          <w:rFonts w:hint="cs"/>
          <w:rtl/>
        </w:rPr>
        <w:t>ه</w:t>
      </w:r>
      <w:r>
        <w:rPr>
          <w:rFonts w:hint="cs"/>
          <w:rtl/>
        </w:rPr>
        <w:t>م</w:t>
      </w:r>
      <w:r>
        <w:rPr>
          <w:rtl/>
        </w:rPr>
        <w:t xml:space="preserve"> </w:t>
      </w:r>
      <w:r>
        <w:rPr>
          <w:rFonts w:hint="cs"/>
          <w:rtl/>
        </w:rPr>
        <w:t>الى</w:t>
      </w:r>
      <w:r>
        <w:rPr>
          <w:rtl/>
        </w:rPr>
        <w:t xml:space="preserve"> </w:t>
      </w:r>
      <w:r>
        <w:rPr>
          <w:rFonts w:hint="cs"/>
          <w:rtl/>
        </w:rPr>
        <w:t>اجل</w:t>
      </w:r>
      <w:r>
        <w:rPr>
          <w:rtl/>
        </w:rPr>
        <w:t xml:space="preserve"> : مسمّي</w:t>
      </w:r>
    </w:p>
    <w:p w:rsidR="00CF6C36" w:rsidRDefault="001F628F" w:rsidP="00CF6C36">
      <w:pPr>
        <w:pStyle w:val="libNormal"/>
        <w:rPr>
          <w:rtl/>
        </w:rPr>
      </w:pPr>
      <w:r>
        <w:rPr>
          <w:rtl/>
        </w:rPr>
        <w:t>13_ انسانو</w:t>
      </w:r>
      <w:r w:rsidR="00083993">
        <w:rPr>
          <w:rtl/>
        </w:rPr>
        <w:t xml:space="preserve">ں </w:t>
      </w:r>
      <w:r>
        <w:rPr>
          <w:rtl/>
        </w:rPr>
        <w:t>كے ليے موت كا وقت مقرر كرنا اور</w:t>
      </w:r>
      <w:r w:rsidR="00CF6C36" w:rsidRPr="00CF6C36">
        <w:rPr>
          <w:rFonts w:hint="eastAsia"/>
          <w:rtl/>
        </w:rPr>
        <w:t xml:space="preserve"> </w:t>
      </w:r>
      <w:r w:rsidR="00CF6C36">
        <w:rPr>
          <w:rFonts w:hint="eastAsia"/>
          <w:rtl/>
        </w:rPr>
        <w:t xml:space="preserve">ظالموں </w:t>
      </w:r>
      <w:r w:rsidR="00CF6C36">
        <w:rPr>
          <w:rtl/>
        </w:rPr>
        <w:t>كو سزا اور مؤاخذہ دينے كا ارادہ كرنا يا اسے موخّر كرنا خداوند عالم كے اختيار ميں ہے_</w:t>
      </w:r>
    </w:p>
    <w:p w:rsidR="00CF6C36" w:rsidRDefault="00CF6C36" w:rsidP="00CF6C36">
      <w:pPr>
        <w:pStyle w:val="libArabic"/>
        <w:rPr>
          <w:rtl/>
        </w:rPr>
      </w:pPr>
      <w:r>
        <w:rPr>
          <w:rFonts w:hint="eastAsia"/>
          <w:rtl/>
        </w:rPr>
        <w:t>ولو</w:t>
      </w:r>
      <w:r>
        <w:rPr>
          <w:rtl/>
        </w:rPr>
        <w:t xml:space="preserve"> يؤاخذ</w:t>
      </w:r>
      <w:r w:rsidR="00120F63" w:rsidRPr="00ED5DE8">
        <w:rPr>
          <w:rFonts w:hint="cs"/>
          <w:rtl/>
        </w:rPr>
        <w:t>ه</w:t>
      </w:r>
      <w:r>
        <w:rPr>
          <w:rtl/>
        </w:rPr>
        <w:t xml:space="preserve"> </w:t>
      </w:r>
      <w:r>
        <w:rPr>
          <w:rFonts w:hint="cs"/>
          <w:rtl/>
        </w:rPr>
        <w:t>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w:t>
      </w:r>
      <w:r>
        <w:rPr>
          <w:rFonts w:hint="cs"/>
          <w:rtl/>
        </w:rPr>
        <w:t>دابّة</w:t>
      </w:r>
      <w:r>
        <w:rPr>
          <w:rtl/>
        </w:rPr>
        <w:t xml:space="preserve"> </w:t>
      </w:r>
      <w:r>
        <w:rPr>
          <w:rFonts w:hint="cs"/>
          <w:rtl/>
        </w:rPr>
        <w:t>ولكن</w:t>
      </w:r>
      <w:r>
        <w:rPr>
          <w:rtl/>
        </w:rPr>
        <w:t xml:space="preserve"> </w:t>
      </w:r>
      <w:r>
        <w:rPr>
          <w:rFonts w:hint="cs"/>
          <w:rtl/>
        </w:rPr>
        <w:t>يوخّر</w:t>
      </w:r>
      <w:r w:rsidR="00120F63" w:rsidRPr="00ED5DE8">
        <w:rPr>
          <w:rFonts w:hint="cs"/>
          <w:rtl/>
        </w:rPr>
        <w:t>ه</w:t>
      </w:r>
      <w:r>
        <w:rPr>
          <w:rFonts w:hint="cs"/>
          <w:rtl/>
        </w:rPr>
        <w:t>م</w:t>
      </w:r>
      <w:r>
        <w:rPr>
          <w:rtl/>
        </w:rPr>
        <w:t xml:space="preserve"> </w:t>
      </w:r>
      <w:r>
        <w:rPr>
          <w:rFonts w:hint="cs"/>
          <w:rtl/>
        </w:rPr>
        <w:t>الى</w:t>
      </w:r>
      <w:r>
        <w:rPr>
          <w:rtl/>
        </w:rPr>
        <w:t xml:space="preserve"> </w:t>
      </w:r>
      <w:r>
        <w:rPr>
          <w:rFonts w:hint="cs"/>
          <w:rtl/>
        </w:rPr>
        <w:t>اجل</w:t>
      </w:r>
      <w:r>
        <w:rPr>
          <w:rtl/>
        </w:rPr>
        <w:t>: مسمّي</w:t>
      </w:r>
    </w:p>
    <w:p w:rsidR="00CF6C36" w:rsidRDefault="00CF6C36" w:rsidP="00CF6C36">
      <w:pPr>
        <w:pStyle w:val="libNormal"/>
        <w:rPr>
          <w:rtl/>
        </w:rPr>
      </w:pPr>
      <w:r>
        <w:rPr>
          <w:rtl/>
        </w:rPr>
        <w:t>14_زمين پر زندگى كى بقاء كى مصلحت ، ظالموں كودنياوى سزا دينے كى مصلحت سے زيادہ اہم ہے _</w:t>
      </w:r>
    </w:p>
    <w:p w:rsidR="00CF6C36" w:rsidRDefault="00CF6C36" w:rsidP="00CF6C36">
      <w:pPr>
        <w:pStyle w:val="libArabic"/>
        <w:rPr>
          <w:rtl/>
        </w:rPr>
      </w:pPr>
      <w:r>
        <w:rPr>
          <w:rFonts w:hint="eastAsia"/>
          <w:rtl/>
        </w:rPr>
        <w:t>ولو</w:t>
      </w:r>
      <w:r>
        <w:rPr>
          <w:rtl/>
        </w:rPr>
        <w:t xml:space="preserve"> يؤاخذ اللّ</w:t>
      </w:r>
      <w:r w:rsidR="00120F63" w:rsidRPr="00ED5DE8">
        <w:rPr>
          <w:rFonts w:hint="cs"/>
          <w:rtl/>
        </w:rPr>
        <w:t>ه</w:t>
      </w:r>
      <w:r>
        <w:rPr>
          <w:rtl/>
        </w:rPr>
        <w:t xml:space="preserve"> </w:t>
      </w:r>
      <w:r>
        <w:rPr>
          <w:rFonts w:hint="cs"/>
          <w:rtl/>
        </w:rPr>
        <w:t>الناس</w:t>
      </w:r>
      <w:r>
        <w:rPr>
          <w:rtl/>
        </w:rPr>
        <w:t xml:space="preserve"> </w:t>
      </w:r>
      <w:r>
        <w:rPr>
          <w:rFonts w:hint="cs"/>
          <w:rtl/>
        </w:rPr>
        <w:t>بظلم</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ترك</w:t>
      </w:r>
      <w:r>
        <w:rPr>
          <w:rtl/>
        </w:rPr>
        <w:t xml:space="preserve"> </w:t>
      </w:r>
      <w:r>
        <w:rPr>
          <w:rFonts w:hint="cs"/>
          <w:rtl/>
        </w:rPr>
        <w:t>علي</w:t>
      </w:r>
      <w:r w:rsidR="00120F63" w:rsidRPr="00ED5DE8">
        <w:rPr>
          <w:rFonts w:hint="cs"/>
          <w:rtl/>
        </w:rPr>
        <w:t>ه</w:t>
      </w:r>
      <w:r>
        <w:rPr>
          <w:rFonts w:hint="cs"/>
          <w:rtl/>
        </w:rPr>
        <w:t>ا</w:t>
      </w:r>
      <w:r>
        <w:rPr>
          <w:rtl/>
        </w:rPr>
        <w:t xml:space="preserve"> </w:t>
      </w:r>
      <w:r>
        <w:rPr>
          <w:rFonts w:hint="cs"/>
          <w:rtl/>
        </w:rPr>
        <w:t>من</w:t>
      </w:r>
      <w:r>
        <w:rPr>
          <w:rtl/>
        </w:rPr>
        <w:t xml:space="preserve"> </w:t>
      </w:r>
      <w:r>
        <w:rPr>
          <w:rFonts w:hint="cs"/>
          <w:rtl/>
        </w:rPr>
        <w:t>دابّة</w:t>
      </w:r>
      <w:r>
        <w:rPr>
          <w:rtl/>
        </w:rPr>
        <w:t xml:space="preserve"> </w:t>
      </w:r>
      <w:r>
        <w:rPr>
          <w:rFonts w:hint="cs"/>
          <w:rtl/>
        </w:rPr>
        <w:t>ولكن</w:t>
      </w:r>
      <w:r>
        <w:rPr>
          <w:rtl/>
        </w:rPr>
        <w:t xml:space="preserve"> </w:t>
      </w:r>
      <w:r>
        <w:rPr>
          <w:rFonts w:hint="cs"/>
          <w:rtl/>
        </w:rPr>
        <w:t>يوخرّ</w:t>
      </w:r>
      <w:r>
        <w:rPr>
          <w:rtl/>
        </w:rPr>
        <w:t xml:space="preserve"> </w:t>
      </w:r>
      <w:r w:rsidR="00120F63" w:rsidRPr="00ED5DE8">
        <w:rPr>
          <w:rFonts w:hint="cs"/>
          <w:rtl/>
        </w:rPr>
        <w:t>ه</w:t>
      </w:r>
      <w:r>
        <w:rPr>
          <w:rFonts w:hint="cs"/>
          <w:rtl/>
        </w:rPr>
        <w:t>م</w:t>
      </w:r>
      <w:r>
        <w:rPr>
          <w:rtl/>
        </w:rPr>
        <w:t xml:space="preserve"> </w:t>
      </w:r>
      <w:r>
        <w:rPr>
          <w:rFonts w:hint="cs"/>
          <w:rtl/>
        </w:rPr>
        <w:t>الى</w:t>
      </w:r>
      <w:r>
        <w:rPr>
          <w:rtl/>
        </w:rPr>
        <w:t xml:space="preserve"> </w:t>
      </w:r>
      <w:r>
        <w:rPr>
          <w:rFonts w:hint="cs"/>
          <w:rtl/>
        </w:rPr>
        <w:t>اجل</w:t>
      </w:r>
      <w:r>
        <w:rPr>
          <w:rtl/>
        </w:rPr>
        <w:t>: مسمّي</w:t>
      </w:r>
    </w:p>
    <w:p w:rsidR="00CF6C36" w:rsidRDefault="00CF6C36" w:rsidP="00CF6C36">
      <w:pPr>
        <w:pStyle w:val="libNormal"/>
        <w:rPr>
          <w:rtl/>
        </w:rPr>
      </w:pPr>
      <w:r>
        <w:rPr>
          <w:rtl/>
        </w:rPr>
        <w:t>15_ ظالم انسانوں كى موت كا مقرر وقت پہنچتے ہى وہ بغير كسى فاصلہ كے فوراً مرجائيں گے_</w:t>
      </w:r>
    </w:p>
    <w:p w:rsidR="00CF6C36" w:rsidRDefault="00CF6C36" w:rsidP="00CF6C36">
      <w:pPr>
        <w:pStyle w:val="libArabic"/>
        <w:rPr>
          <w:rtl/>
        </w:rPr>
      </w:pPr>
      <w:r>
        <w:rPr>
          <w:rFonts w:hint="eastAsia"/>
          <w:rtl/>
        </w:rPr>
        <w:t>فاذا</w:t>
      </w:r>
      <w:r>
        <w:rPr>
          <w:rtl/>
        </w:rPr>
        <w:t xml:space="preserve"> جاء ا جل</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يستا</w:t>
      </w:r>
      <w:r>
        <w:rPr>
          <w:rtl/>
        </w:rPr>
        <w:t xml:space="preserve"> </w:t>
      </w:r>
      <w:r>
        <w:rPr>
          <w:rFonts w:hint="cs"/>
          <w:rtl/>
        </w:rPr>
        <w:t>خرون</w:t>
      </w:r>
      <w:r>
        <w:rPr>
          <w:rtl/>
        </w:rPr>
        <w:t xml:space="preserve"> </w:t>
      </w:r>
      <w:r>
        <w:rPr>
          <w:rFonts w:hint="cs"/>
          <w:rtl/>
        </w:rPr>
        <w:t>ساعة</w:t>
      </w:r>
      <w:r>
        <w:rPr>
          <w:rtl/>
        </w:rPr>
        <w:t xml:space="preserve"> </w:t>
      </w:r>
      <w:r>
        <w:rPr>
          <w:rFonts w:hint="cs"/>
          <w:rtl/>
        </w:rPr>
        <w:t>ولا</w:t>
      </w:r>
      <w:r>
        <w:rPr>
          <w:rtl/>
        </w:rPr>
        <w:t xml:space="preserve"> </w:t>
      </w:r>
      <w:r>
        <w:rPr>
          <w:rFonts w:hint="cs"/>
          <w:rtl/>
        </w:rPr>
        <w:t>يس</w:t>
      </w:r>
      <w:r>
        <w:rPr>
          <w:rtl/>
        </w:rPr>
        <w:t>تقدمون</w:t>
      </w:r>
    </w:p>
    <w:p w:rsidR="001F628F" w:rsidRDefault="001F628F" w:rsidP="001F628F">
      <w:pPr>
        <w:pStyle w:val="libNormal"/>
        <w:rPr>
          <w:rtl/>
        </w:rPr>
      </w:pPr>
    </w:p>
    <w:p w:rsidR="00CF6C36" w:rsidRDefault="001E7F9D" w:rsidP="00F73EDE">
      <w:pPr>
        <w:pStyle w:val="libPoemTini"/>
        <w:rPr>
          <w:rtl/>
        </w:rPr>
      </w:pPr>
      <w:r>
        <w:rPr>
          <w:rtl/>
        </w:rPr>
        <w:br w:type="page"/>
      </w:r>
    </w:p>
    <w:p w:rsidR="001F628F" w:rsidRDefault="001F628F" w:rsidP="001F628F">
      <w:pPr>
        <w:pStyle w:val="libNormal"/>
        <w:rPr>
          <w:rtl/>
        </w:rPr>
      </w:pPr>
      <w:r>
        <w:rPr>
          <w:rtl/>
        </w:rPr>
        <w:lastRenderedPageBreak/>
        <w:t>16_ كوئي سبب بھى انسانو</w:t>
      </w:r>
      <w:r w:rsidR="00083993">
        <w:rPr>
          <w:rtl/>
        </w:rPr>
        <w:t xml:space="preserve">ں </w:t>
      </w:r>
      <w:r>
        <w:rPr>
          <w:rtl/>
        </w:rPr>
        <w:t>كى موت كے مقررہ وقت مي</w:t>
      </w:r>
      <w:r w:rsidR="00083993">
        <w:rPr>
          <w:rtl/>
        </w:rPr>
        <w:t xml:space="preserve">ں </w:t>
      </w:r>
      <w:r>
        <w:rPr>
          <w:rtl/>
        </w:rPr>
        <w:t>كمى و بيشى نہي</w:t>
      </w:r>
      <w:r w:rsidR="00083993">
        <w:rPr>
          <w:rtl/>
        </w:rPr>
        <w:t xml:space="preserve">ں </w:t>
      </w:r>
      <w:r>
        <w:rPr>
          <w:rtl/>
        </w:rPr>
        <w:t>كر سكتا _</w:t>
      </w:r>
    </w:p>
    <w:p w:rsidR="001F628F" w:rsidRDefault="001F628F" w:rsidP="00CF6C36">
      <w:pPr>
        <w:pStyle w:val="libArabic"/>
        <w:rPr>
          <w:rtl/>
        </w:rPr>
      </w:pPr>
      <w:r>
        <w:rPr>
          <w:rFonts w:hint="eastAsia"/>
          <w:rtl/>
        </w:rPr>
        <w:t>فاذا</w:t>
      </w:r>
      <w:r>
        <w:rPr>
          <w:rtl/>
        </w:rPr>
        <w:t xml:space="preserve"> اجل</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يستاخرون</w:t>
      </w:r>
      <w:r>
        <w:rPr>
          <w:rtl/>
        </w:rPr>
        <w:t xml:space="preserve"> </w:t>
      </w:r>
      <w:r>
        <w:rPr>
          <w:rFonts w:hint="cs"/>
          <w:rtl/>
        </w:rPr>
        <w:t>ساعة</w:t>
      </w:r>
      <w:r>
        <w:rPr>
          <w:rtl/>
        </w:rPr>
        <w:t xml:space="preserve"> </w:t>
      </w:r>
      <w:r>
        <w:rPr>
          <w:rFonts w:hint="cs"/>
          <w:rtl/>
        </w:rPr>
        <w:t>ولا</w:t>
      </w:r>
      <w:r>
        <w:rPr>
          <w:rtl/>
        </w:rPr>
        <w:t xml:space="preserve"> </w:t>
      </w:r>
      <w:r>
        <w:rPr>
          <w:rFonts w:hint="cs"/>
          <w:rtl/>
        </w:rPr>
        <w:t>يس</w:t>
      </w:r>
      <w:r>
        <w:rPr>
          <w:rtl/>
        </w:rPr>
        <w:t>تقدمون</w:t>
      </w:r>
    </w:p>
    <w:p w:rsidR="001F628F" w:rsidRDefault="001F628F" w:rsidP="001F628F">
      <w:pPr>
        <w:pStyle w:val="libNormal"/>
        <w:rPr>
          <w:rtl/>
        </w:rPr>
      </w:pPr>
      <w:r>
        <w:rPr>
          <w:rtl/>
        </w:rPr>
        <w:t>17_</w:t>
      </w:r>
      <w:r w:rsidRPr="00CF6C36">
        <w:rPr>
          <w:rStyle w:val="libArabicChar"/>
          <w:rtl/>
        </w:rPr>
        <w:t>''عن ابى عبداللّ</w:t>
      </w:r>
      <w:r w:rsidR="00120F63" w:rsidRPr="00B2551F">
        <w:rPr>
          <w:rStyle w:val="libArabicChar"/>
          <w:rFonts w:hint="cs"/>
          <w:rtl/>
        </w:rPr>
        <w:t>ه</w:t>
      </w:r>
      <w:r w:rsidRPr="00CF6C36">
        <w:rPr>
          <w:rStyle w:val="libArabicChar"/>
          <w:rtl/>
        </w:rPr>
        <w:t>'' ...وامّا الاجل المسمّى ف</w:t>
      </w:r>
      <w:r w:rsidR="00120F63" w:rsidRPr="00B2551F">
        <w:rPr>
          <w:rStyle w:val="libArabicChar"/>
          <w:rFonts w:hint="cs"/>
          <w:rtl/>
        </w:rPr>
        <w:t>ه</w:t>
      </w:r>
      <w:r w:rsidRPr="00CF6C36">
        <w:rPr>
          <w:rStyle w:val="libArabicChar"/>
          <w:rFonts w:hint="cs"/>
          <w:rtl/>
        </w:rPr>
        <w:t>و</w:t>
      </w:r>
      <w:r w:rsidRPr="00CF6C36">
        <w:rPr>
          <w:rStyle w:val="libArabicChar"/>
          <w:rtl/>
        </w:rPr>
        <w:t xml:space="preserve"> </w:t>
      </w:r>
      <w:r w:rsidRPr="00CF6C36">
        <w:rPr>
          <w:rStyle w:val="libArabicChar"/>
          <w:rFonts w:hint="cs"/>
          <w:rtl/>
        </w:rPr>
        <w:t>الذى</w:t>
      </w:r>
      <w:r w:rsidRPr="00CF6C36">
        <w:rPr>
          <w:rStyle w:val="libArabicChar"/>
          <w:rtl/>
        </w:rPr>
        <w:t xml:space="preserve"> </w:t>
      </w:r>
      <w:r w:rsidRPr="00CF6C36">
        <w:rPr>
          <w:rStyle w:val="libArabicChar"/>
          <w:rFonts w:hint="cs"/>
          <w:rtl/>
        </w:rPr>
        <w:t>ينزّل</w:t>
      </w:r>
      <w:r w:rsidRPr="00CF6C36">
        <w:rPr>
          <w:rStyle w:val="libArabicChar"/>
          <w:rtl/>
        </w:rPr>
        <w:t xml:space="preserve"> </w:t>
      </w:r>
      <w:r w:rsidRPr="00CF6C36">
        <w:rPr>
          <w:rStyle w:val="libArabicChar"/>
          <w:rFonts w:hint="cs"/>
          <w:rtl/>
        </w:rPr>
        <w:t>ممّا</w:t>
      </w:r>
      <w:r w:rsidRPr="00CF6C36">
        <w:rPr>
          <w:rStyle w:val="libArabicChar"/>
          <w:rtl/>
        </w:rPr>
        <w:t xml:space="preserve"> </w:t>
      </w:r>
      <w:r w:rsidRPr="00CF6C36">
        <w:rPr>
          <w:rStyle w:val="libArabicChar"/>
          <w:rFonts w:hint="cs"/>
          <w:rtl/>
        </w:rPr>
        <w:t>يريد</w:t>
      </w:r>
      <w:r w:rsidRPr="00CF6C36">
        <w:rPr>
          <w:rStyle w:val="libArabicChar"/>
          <w:rtl/>
        </w:rPr>
        <w:t xml:space="preserve"> </w:t>
      </w:r>
      <w:r w:rsidRPr="00CF6C36">
        <w:rPr>
          <w:rStyle w:val="libArabicChar"/>
          <w:rFonts w:hint="cs"/>
          <w:rtl/>
        </w:rPr>
        <w:t>ان</w:t>
      </w:r>
      <w:r w:rsidRPr="00CF6C36">
        <w:rPr>
          <w:rStyle w:val="libArabicChar"/>
          <w:rtl/>
        </w:rPr>
        <w:t xml:space="preserve"> </w:t>
      </w:r>
      <w:r w:rsidRPr="00CF6C36">
        <w:rPr>
          <w:rStyle w:val="libArabicChar"/>
          <w:rFonts w:hint="cs"/>
          <w:rtl/>
        </w:rPr>
        <w:t>يكون</w:t>
      </w:r>
      <w:r w:rsidRPr="00CF6C36">
        <w:rPr>
          <w:rStyle w:val="libArabicChar"/>
          <w:rtl/>
        </w:rPr>
        <w:t xml:space="preserve"> </w:t>
      </w:r>
      <w:r w:rsidRPr="00CF6C36">
        <w:rPr>
          <w:rStyle w:val="libArabicChar"/>
          <w:rFonts w:hint="cs"/>
          <w:rtl/>
        </w:rPr>
        <w:t>من</w:t>
      </w:r>
      <w:r w:rsidRPr="00CF6C36">
        <w:rPr>
          <w:rStyle w:val="libArabicChar"/>
          <w:rtl/>
        </w:rPr>
        <w:t xml:space="preserve"> </w:t>
      </w:r>
      <w:r w:rsidRPr="00CF6C36">
        <w:rPr>
          <w:rStyle w:val="libArabicChar"/>
          <w:rFonts w:hint="cs"/>
          <w:rtl/>
        </w:rPr>
        <w:t>ليلة</w:t>
      </w:r>
      <w:r w:rsidRPr="00CF6C36">
        <w:rPr>
          <w:rStyle w:val="libArabicChar"/>
          <w:rtl/>
        </w:rPr>
        <w:t xml:space="preserve"> </w:t>
      </w:r>
      <w:r w:rsidRPr="00CF6C36">
        <w:rPr>
          <w:rStyle w:val="libArabicChar"/>
          <w:rFonts w:hint="cs"/>
          <w:rtl/>
        </w:rPr>
        <w:t>القدر</w:t>
      </w:r>
      <w:r w:rsidRPr="00CF6C36">
        <w:rPr>
          <w:rStyle w:val="libArabicChar"/>
          <w:rtl/>
        </w:rPr>
        <w:t xml:space="preserve"> </w:t>
      </w:r>
      <w:r w:rsidRPr="00CF6C36">
        <w:rPr>
          <w:rStyle w:val="libArabicChar"/>
          <w:rFonts w:hint="cs"/>
          <w:rtl/>
        </w:rPr>
        <w:t>الى</w:t>
      </w:r>
      <w:r w:rsidRPr="00CF6C36">
        <w:rPr>
          <w:rStyle w:val="libArabicChar"/>
          <w:rtl/>
        </w:rPr>
        <w:t xml:space="preserve"> </w:t>
      </w:r>
      <w:r w:rsidRPr="00CF6C36">
        <w:rPr>
          <w:rStyle w:val="libArabicChar"/>
          <w:rFonts w:hint="cs"/>
          <w:rtl/>
        </w:rPr>
        <w:t>مثل</w:t>
      </w:r>
      <w:r w:rsidR="00120F63" w:rsidRPr="00B2551F">
        <w:rPr>
          <w:rStyle w:val="libArabicChar"/>
          <w:rFonts w:hint="cs"/>
          <w:rtl/>
        </w:rPr>
        <w:t>ه</w:t>
      </w:r>
      <w:r w:rsidRPr="00CF6C36">
        <w:rPr>
          <w:rStyle w:val="libArabicChar"/>
          <w:rFonts w:hint="cs"/>
          <w:rtl/>
        </w:rPr>
        <w:t>ا</w:t>
      </w:r>
      <w:r w:rsidRPr="00CF6C36">
        <w:rPr>
          <w:rStyle w:val="libArabicChar"/>
          <w:rtl/>
        </w:rPr>
        <w:t xml:space="preserve"> </w:t>
      </w:r>
      <w:r w:rsidRPr="00CF6C36">
        <w:rPr>
          <w:rStyle w:val="libArabicChar"/>
          <w:rFonts w:hint="cs"/>
          <w:rtl/>
        </w:rPr>
        <w:t>من</w:t>
      </w:r>
      <w:r w:rsidRPr="00CF6C36">
        <w:rPr>
          <w:rStyle w:val="libArabicChar"/>
          <w:rtl/>
        </w:rPr>
        <w:t xml:space="preserve"> </w:t>
      </w:r>
      <w:r w:rsidRPr="00CF6C36">
        <w:rPr>
          <w:rStyle w:val="libArabicChar"/>
          <w:rFonts w:hint="cs"/>
          <w:rtl/>
        </w:rPr>
        <w:t>قابل</w:t>
      </w:r>
      <w:r w:rsidRPr="00CF6C36">
        <w:rPr>
          <w:rStyle w:val="libArabicChar"/>
          <w:rtl/>
        </w:rPr>
        <w:t xml:space="preserve"> ...''</w:t>
      </w:r>
      <w:r w:rsidRPr="00CF6C36">
        <w:rPr>
          <w:rStyle w:val="libFootnotenumChar"/>
          <w:rtl/>
        </w:rPr>
        <w:t>(1)</w:t>
      </w:r>
    </w:p>
    <w:p w:rsidR="001F628F" w:rsidRDefault="001F628F" w:rsidP="001F628F">
      <w:pPr>
        <w:pStyle w:val="libNormal"/>
        <w:rPr>
          <w:rtl/>
        </w:rPr>
      </w:pPr>
      <w:r>
        <w:rPr>
          <w:rFonts w:hint="eastAsia"/>
          <w:rtl/>
        </w:rPr>
        <w:t>امام</w:t>
      </w:r>
      <w:r>
        <w:rPr>
          <w:rtl/>
        </w:rPr>
        <w:t xml:space="preserve"> صادق </w:t>
      </w:r>
      <w:r w:rsidR="00367F17" w:rsidRPr="00367F17">
        <w:rPr>
          <w:rStyle w:val="libAlaemChar"/>
          <w:rtl/>
        </w:rPr>
        <w:t xml:space="preserve"> عليه‌السلام </w:t>
      </w:r>
      <w:r>
        <w:rPr>
          <w:rtl/>
        </w:rPr>
        <w:t xml:space="preserve"> سے روايت نقل ہوئي ہے ...''اجل مسمّي''يہ ہے كہ خداوند عالم ايك شب قدر سے دوسرى شب قدر كے ما بين جس چيز كا ارادہ كرتا ہے اس كا وقت پہنچ جاتا ہے_</w:t>
      </w:r>
    </w:p>
    <w:p w:rsidR="001F628F" w:rsidRDefault="001F628F" w:rsidP="001F628F">
      <w:pPr>
        <w:pStyle w:val="libNormal"/>
        <w:rPr>
          <w:rtl/>
        </w:rPr>
      </w:pPr>
      <w:r>
        <w:rPr>
          <w:rtl/>
        </w:rPr>
        <w:t xml:space="preserve">18_ </w:t>
      </w:r>
      <w:r w:rsidRPr="00CF6C36">
        <w:rPr>
          <w:rStyle w:val="libArabicChar"/>
          <w:rtl/>
        </w:rPr>
        <w:t>''عن ابى عبداللّ</w:t>
      </w:r>
      <w:r w:rsidR="00120F63" w:rsidRPr="00B2551F">
        <w:rPr>
          <w:rStyle w:val="libArabicChar"/>
          <w:rFonts w:hint="cs"/>
          <w:rtl/>
        </w:rPr>
        <w:t>ه</w:t>
      </w:r>
      <w:r w:rsidRPr="00CF6C36">
        <w:rPr>
          <w:rStyle w:val="libArabicChar"/>
          <w:rtl/>
        </w:rPr>
        <w:t xml:space="preserve"> </w:t>
      </w:r>
      <w:r w:rsidR="00367F17" w:rsidRPr="00367F17">
        <w:rPr>
          <w:rStyle w:val="libAlaemChar"/>
          <w:rtl/>
        </w:rPr>
        <w:t xml:space="preserve"> عليه‌السلام </w:t>
      </w:r>
      <w:r w:rsidRPr="00CF6C36">
        <w:rPr>
          <w:rStyle w:val="libArabicChar"/>
          <w:rtl/>
        </w:rPr>
        <w:t xml:space="preserve"> '' ...</w:t>
      </w:r>
      <w:r w:rsidRPr="00CF6C36">
        <w:rPr>
          <w:rStyle w:val="libArabicChar"/>
          <w:rFonts w:hint="cs"/>
          <w:rtl/>
        </w:rPr>
        <w:t>قال</w:t>
      </w:r>
      <w:r w:rsidRPr="00CF6C36">
        <w:rPr>
          <w:rStyle w:val="libArabicChar"/>
          <w:rtl/>
        </w:rPr>
        <w:t xml:space="preserve">: </w:t>
      </w:r>
      <w:r w:rsidRPr="00CF6C36">
        <w:rPr>
          <w:rStyle w:val="libArabicChar"/>
          <w:rFonts w:hint="cs"/>
          <w:rtl/>
        </w:rPr>
        <w:t>تعدّ</w:t>
      </w:r>
      <w:r w:rsidRPr="00CF6C36">
        <w:rPr>
          <w:rStyle w:val="libArabicChar"/>
          <w:rtl/>
        </w:rPr>
        <w:t xml:space="preserve"> </w:t>
      </w:r>
      <w:r w:rsidRPr="00CF6C36">
        <w:rPr>
          <w:rStyle w:val="libArabicChar"/>
          <w:rFonts w:hint="cs"/>
          <w:rtl/>
        </w:rPr>
        <w:t>السنين</w:t>
      </w:r>
      <w:r w:rsidRPr="00CF6C36">
        <w:rPr>
          <w:rStyle w:val="libArabicChar"/>
          <w:rtl/>
        </w:rPr>
        <w:t xml:space="preserve"> </w:t>
      </w:r>
      <w:r w:rsidRPr="00CF6C36">
        <w:rPr>
          <w:rStyle w:val="libArabicChar"/>
          <w:rFonts w:hint="cs"/>
          <w:rtl/>
        </w:rPr>
        <w:t>ثم</w:t>
      </w:r>
      <w:r w:rsidRPr="00CF6C36">
        <w:rPr>
          <w:rStyle w:val="libArabicChar"/>
          <w:rtl/>
        </w:rPr>
        <w:t xml:space="preserve"> </w:t>
      </w:r>
      <w:r w:rsidRPr="00CF6C36">
        <w:rPr>
          <w:rStyle w:val="libArabicChar"/>
          <w:rFonts w:hint="cs"/>
          <w:rtl/>
        </w:rPr>
        <w:t>تعّد</w:t>
      </w:r>
      <w:r w:rsidRPr="00CF6C36">
        <w:rPr>
          <w:rStyle w:val="libArabicChar"/>
          <w:rtl/>
        </w:rPr>
        <w:t xml:space="preserve"> </w:t>
      </w:r>
      <w:r w:rsidRPr="00CF6C36">
        <w:rPr>
          <w:rStyle w:val="libArabicChar"/>
          <w:rFonts w:hint="cs"/>
          <w:rtl/>
        </w:rPr>
        <w:t>الش</w:t>
      </w:r>
      <w:r w:rsidR="00120F63" w:rsidRPr="00B2551F">
        <w:rPr>
          <w:rStyle w:val="libArabicChar"/>
          <w:rFonts w:hint="cs"/>
          <w:rtl/>
        </w:rPr>
        <w:t>ه</w:t>
      </w:r>
      <w:r w:rsidRPr="00CF6C36">
        <w:rPr>
          <w:rStyle w:val="libArabicChar"/>
          <w:rFonts w:hint="cs"/>
          <w:rtl/>
        </w:rPr>
        <w:t>ور</w:t>
      </w:r>
      <w:r w:rsidRPr="00CF6C36">
        <w:rPr>
          <w:rStyle w:val="libArabicChar"/>
          <w:rtl/>
        </w:rPr>
        <w:t xml:space="preserve"> </w:t>
      </w:r>
      <w:r w:rsidRPr="00CF6C36">
        <w:rPr>
          <w:rStyle w:val="libArabicChar"/>
          <w:rFonts w:hint="cs"/>
          <w:rtl/>
        </w:rPr>
        <w:t>ثم</w:t>
      </w:r>
      <w:r w:rsidRPr="00CF6C36">
        <w:rPr>
          <w:rStyle w:val="libArabicChar"/>
          <w:rtl/>
        </w:rPr>
        <w:t xml:space="preserve"> </w:t>
      </w:r>
      <w:r w:rsidRPr="00CF6C36">
        <w:rPr>
          <w:rStyle w:val="libArabicChar"/>
          <w:rFonts w:hint="cs"/>
          <w:rtl/>
        </w:rPr>
        <w:t>تعدّ</w:t>
      </w:r>
      <w:r w:rsidRPr="00CF6C36">
        <w:rPr>
          <w:rStyle w:val="libArabicChar"/>
          <w:rtl/>
        </w:rPr>
        <w:t xml:space="preserve"> </w:t>
      </w:r>
      <w:r w:rsidRPr="00CF6C36">
        <w:rPr>
          <w:rStyle w:val="libArabicChar"/>
          <w:rFonts w:hint="cs"/>
          <w:rtl/>
        </w:rPr>
        <w:t>الايام</w:t>
      </w:r>
      <w:r w:rsidRPr="00CF6C36">
        <w:rPr>
          <w:rStyle w:val="libArabicChar"/>
          <w:rtl/>
        </w:rPr>
        <w:t xml:space="preserve"> </w:t>
      </w:r>
      <w:r w:rsidRPr="00CF6C36">
        <w:rPr>
          <w:rStyle w:val="libArabicChar"/>
          <w:rFonts w:hint="cs"/>
          <w:rtl/>
        </w:rPr>
        <w:t>ثم</w:t>
      </w:r>
      <w:r w:rsidRPr="00CF6C36">
        <w:rPr>
          <w:rStyle w:val="libArabicChar"/>
          <w:rtl/>
        </w:rPr>
        <w:t xml:space="preserve"> </w:t>
      </w:r>
      <w:r w:rsidRPr="00CF6C36">
        <w:rPr>
          <w:rStyle w:val="libArabicChar"/>
          <w:rFonts w:hint="cs"/>
          <w:rtl/>
        </w:rPr>
        <w:t>تعدّا</w:t>
      </w:r>
      <w:r w:rsidRPr="00CF6C36">
        <w:rPr>
          <w:rStyle w:val="libArabicChar"/>
          <w:rtl/>
        </w:rPr>
        <w:t xml:space="preserve"> </w:t>
      </w:r>
      <w:r w:rsidRPr="00CF6C36">
        <w:rPr>
          <w:rStyle w:val="libArabicChar"/>
          <w:rFonts w:hint="cs"/>
          <w:rtl/>
        </w:rPr>
        <w:t>الساعات</w:t>
      </w:r>
      <w:r w:rsidRPr="00CF6C36">
        <w:rPr>
          <w:rStyle w:val="libArabicChar"/>
          <w:rtl/>
        </w:rPr>
        <w:t xml:space="preserve"> </w:t>
      </w:r>
      <w:r w:rsidRPr="00CF6C36">
        <w:rPr>
          <w:rStyle w:val="libArabicChar"/>
          <w:rFonts w:hint="cs"/>
          <w:rtl/>
        </w:rPr>
        <w:t>ثم</w:t>
      </w:r>
      <w:r w:rsidRPr="00CF6C36">
        <w:rPr>
          <w:rStyle w:val="libArabicChar"/>
          <w:rtl/>
        </w:rPr>
        <w:t xml:space="preserve"> </w:t>
      </w:r>
      <w:r w:rsidRPr="00CF6C36">
        <w:rPr>
          <w:rStyle w:val="libArabicChar"/>
          <w:rFonts w:hint="cs"/>
          <w:rtl/>
        </w:rPr>
        <w:t>تعّد</w:t>
      </w:r>
      <w:r w:rsidRPr="00CF6C36">
        <w:rPr>
          <w:rStyle w:val="libArabicChar"/>
          <w:rtl/>
        </w:rPr>
        <w:t xml:space="preserve"> </w:t>
      </w:r>
      <w:r w:rsidRPr="00CF6C36">
        <w:rPr>
          <w:rStyle w:val="libArabicChar"/>
          <w:rFonts w:hint="cs"/>
          <w:rtl/>
        </w:rPr>
        <w:t>النفس</w:t>
      </w:r>
      <w:r w:rsidRPr="00CF6C36">
        <w:rPr>
          <w:rStyle w:val="libArabicChar"/>
          <w:rtl/>
        </w:rPr>
        <w:t xml:space="preserve"> ''</w:t>
      </w:r>
      <w:r w:rsidRPr="00CF6C36">
        <w:rPr>
          <w:rStyle w:val="libArabicChar"/>
          <w:rFonts w:hint="cs"/>
          <w:rtl/>
        </w:rPr>
        <w:t>فإذا</w:t>
      </w:r>
      <w:r w:rsidRPr="00CF6C36">
        <w:rPr>
          <w:rStyle w:val="libArabicChar"/>
          <w:rtl/>
        </w:rPr>
        <w:t xml:space="preserve"> </w:t>
      </w:r>
      <w:r w:rsidRPr="00CF6C36">
        <w:rPr>
          <w:rStyle w:val="libArabicChar"/>
          <w:rFonts w:hint="cs"/>
          <w:rtl/>
        </w:rPr>
        <w:t>جاء</w:t>
      </w:r>
      <w:r w:rsidRPr="00CF6C36">
        <w:rPr>
          <w:rStyle w:val="libArabicChar"/>
          <w:rtl/>
        </w:rPr>
        <w:t xml:space="preserve"> </w:t>
      </w:r>
      <w:r w:rsidRPr="00CF6C36">
        <w:rPr>
          <w:rStyle w:val="libArabicChar"/>
          <w:rFonts w:hint="cs"/>
          <w:rtl/>
        </w:rPr>
        <w:t>اجل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لا</w:t>
      </w:r>
      <w:r w:rsidRPr="00CF6C36">
        <w:rPr>
          <w:rStyle w:val="libArabicChar"/>
          <w:rtl/>
        </w:rPr>
        <w:t xml:space="preserve"> </w:t>
      </w:r>
      <w:r w:rsidRPr="00CF6C36">
        <w:rPr>
          <w:rStyle w:val="libArabicChar"/>
          <w:rFonts w:hint="cs"/>
          <w:rtl/>
        </w:rPr>
        <w:t>يستاخرون</w:t>
      </w:r>
      <w:r w:rsidRPr="00CF6C36">
        <w:rPr>
          <w:rStyle w:val="libArabicChar"/>
          <w:rtl/>
        </w:rPr>
        <w:t xml:space="preserve"> </w:t>
      </w:r>
      <w:r w:rsidRPr="00CF6C36">
        <w:rPr>
          <w:rStyle w:val="libArabicChar"/>
          <w:rFonts w:hint="cs"/>
          <w:rtl/>
        </w:rPr>
        <w:t>ساعة</w:t>
      </w:r>
      <w:r w:rsidRPr="00CF6C36">
        <w:rPr>
          <w:rStyle w:val="libArabicChar"/>
          <w:rtl/>
        </w:rPr>
        <w:t xml:space="preserve"> </w:t>
      </w:r>
      <w:r w:rsidRPr="00CF6C36">
        <w:rPr>
          <w:rStyle w:val="libArabicChar"/>
          <w:rFonts w:hint="cs"/>
          <w:rtl/>
        </w:rPr>
        <w:t>ولا</w:t>
      </w:r>
      <w:r w:rsidRPr="00CF6C36">
        <w:rPr>
          <w:rStyle w:val="libArabicChar"/>
          <w:rtl/>
        </w:rPr>
        <w:t xml:space="preserve"> </w:t>
      </w:r>
      <w:r w:rsidRPr="00CF6C36">
        <w:rPr>
          <w:rStyle w:val="libArabicChar"/>
          <w:rFonts w:hint="cs"/>
          <w:rtl/>
        </w:rPr>
        <w:t>يستقدمون</w:t>
      </w:r>
      <w:r w:rsidRPr="00CF6C36">
        <w:rPr>
          <w:rStyle w:val="libArabicChar"/>
          <w:rtl/>
        </w:rPr>
        <w:t>''</w:t>
      </w:r>
      <w:r w:rsidRPr="00CF6C36">
        <w:rPr>
          <w:rStyle w:val="libFootnotenumChar"/>
          <w:rtl/>
        </w:rPr>
        <w:t>(2)</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روايت نقل ہوئي ہے كہ آپ</w:t>
      </w:r>
      <w:r w:rsidR="00367F17" w:rsidRPr="00367F17">
        <w:rPr>
          <w:rStyle w:val="libAlaemChar"/>
          <w:rtl/>
        </w:rPr>
        <w:t xml:space="preserve"> عليه‌السلام </w:t>
      </w:r>
      <w:r>
        <w:rPr>
          <w:rtl/>
        </w:rPr>
        <w:t xml:space="preserve"> نے فرمايا: عمر كے سال شمار ہوتے ہي</w:t>
      </w:r>
      <w:r w:rsidR="00083993">
        <w:rPr>
          <w:rtl/>
        </w:rPr>
        <w:t xml:space="preserve">ں </w:t>
      </w:r>
      <w:r>
        <w:rPr>
          <w:rtl/>
        </w:rPr>
        <w:t>پھر اس كے مہينہ اور پھر اس كے دن اور اس كے بعد اس كى گھڑيا</w:t>
      </w:r>
      <w:r w:rsidR="00083993">
        <w:rPr>
          <w:rtl/>
        </w:rPr>
        <w:t xml:space="preserve">ں </w:t>
      </w:r>
      <w:r>
        <w:rPr>
          <w:rtl/>
        </w:rPr>
        <w:t>اور پھر انسان كے سانس: فإذا جاء اجلہم</w:t>
      </w:r>
    </w:p>
    <w:p w:rsidR="001F628F" w:rsidRDefault="001F628F" w:rsidP="001F628F">
      <w:pPr>
        <w:pStyle w:val="libNormal"/>
        <w:rPr>
          <w:rtl/>
        </w:rPr>
      </w:pPr>
      <w:r>
        <w:rPr>
          <w:rtl/>
        </w:rPr>
        <w:t xml:space="preserve">19_ </w:t>
      </w:r>
      <w:r w:rsidRPr="00CF6C36">
        <w:rPr>
          <w:rStyle w:val="libArabicChar"/>
          <w:rtl/>
        </w:rPr>
        <w:t>''عن ابى عبداللّ</w:t>
      </w:r>
      <w:r w:rsidR="00120F63" w:rsidRPr="00B2551F">
        <w:rPr>
          <w:rStyle w:val="libArabicChar"/>
          <w:rFonts w:hint="cs"/>
          <w:rtl/>
        </w:rPr>
        <w:t>ه</w:t>
      </w:r>
      <w:r w:rsidRPr="00CF6C36">
        <w:rPr>
          <w:rStyle w:val="libArabicChar"/>
          <w:rtl/>
        </w:rPr>
        <w:t xml:space="preserve"> </w:t>
      </w:r>
      <w:r w:rsidR="00367F17" w:rsidRPr="00367F17">
        <w:rPr>
          <w:rStyle w:val="libAlaemChar"/>
          <w:rtl/>
        </w:rPr>
        <w:t xml:space="preserve"> عليه‌السلام </w:t>
      </w:r>
      <w:r w:rsidRPr="00CF6C36">
        <w:rPr>
          <w:rStyle w:val="libArabicChar"/>
          <w:rtl/>
        </w:rPr>
        <w:t xml:space="preserve"> </w:t>
      </w:r>
      <w:r w:rsidRPr="00CF6C36">
        <w:rPr>
          <w:rStyle w:val="libArabicChar"/>
          <w:rFonts w:hint="cs"/>
          <w:rtl/>
        </w:rPr>
        <w:t>فى</w:t>
      </w:r>
      <w:r w:rsidRPr="00CF6C36">
        <w:rPr>
          <w:rStyle w:val="libArabicChar"/>
          <w:rtl/>
        </w:rPr>
        <w:t xml:space="preserve"> </w:t>
      </w:r>
      <w:r w:rsidRPr="00CF6C36">
        <w:rPr>
          <w:rStyle w:val="libArabicChar"/>
          <w:rFonts w:hint="cs"/>
          <w:rtl/>
        </w:rPr>
        <w:t>قول</w:t>
      </w:r>
      <w:r w:rsidR="00120F63" w:rsidRPr="00B2551F">
        <w:rPr>
          <w:rStyle w:val="libArabicChar"/>
          <w:rFonts w:hint="cs"/>
          <w:rtl/>
        </w:rPr>
        <w:t>ه</w:t>
      </w:r>
      <w:r w:rsidRPr="00CF6C36">
        <w:rPr>
          <w:rStyle w:val="libArabicChar"/>
          <w:rtl/>
        </w:rPr>
        <w:t xml:space="preserve"> </w:t>
      </w:r>
      <w:r w:rsidRPr="00CF6C36">
        <w:rPr>
          <w:rStyle w:val="libArabicChar"/>
          <w:rFonts w:hint="cs"/>
          <w:rtl/>
        </w:rPr>
        <w:t>تعالي</w:t>
      </w:r>
      <w:r w:rsidRPr="00CF6C36">
        <w:rPr>
          <w:rStyle w:val="libArabicChar"/>
          <w:rtl/>
        </w:rPr>
        <w:t>''</w:t>
      </w:r>
      <w:r w:rsidRPr="00CF6C36">
        <w:rPr>
          <w:rStyle w:val="libArabicChar"/>
          <w:rFonts w:hint="cs"/>
          <w:rtl/>
        </w:rPr>
        <w:t>اجل</w:t>
      </w:r>
      <w:r w:rsidRPr="00CF6C36">
        <w:rPr>
          <w:rStyle w:val="libArabicChar"/>
          <w:rtl/>
        </w:rPr>
        <w:t xml:space="preserve"> </w:t>
      </w:r>
      <w:r w:rsidRPr="00CF6C36">
        <w:rPr>
          <w:rStyle w:val="libArabicChar"/>
          <w:rFonts w:hint="cs"/>
          <w:rtl/>
        </w:rPr>
        <w:t>مسمّى</w:t>
      </w:r>
      <w:r w:rsidRPr="00CF6C36">
        <w:rPr>
          <w:rStyle w:val="libArabicChar"/>
          <w:rtl/>
        </w:rPr>
        <w:t xml:space="preserve"> ''</w:t>
      </w:r>
      <w:r w:rsidRPr="00CF6C36">
        <w:rPr>
          <w:rStyle w:val="libArabicChar"/>
          <w:rFonts w:hint="cs"/>
          <w:rtl/>
        </w:rPr>
        <w:t>قال</w:t>
      </w:r>
      <w:r w:rsidRPr="00CF6C36">
        <w:rPr>
          <w:rStyle w:val="libArabicChar"/>
          <w:rtl/>
        </w:rPr>
        <w:t xml:space="preserve"> : ...</w:t>
      </w:r>
      <w:r w:rsidR="00120F63" w:rsidRPr="00B2551F">
        <w:rPr>
          <w:rStyle w:val="libArabicChar"/>
          <w:rFonts w:hint="cs"/>
          <w:rtl/>
        </w:rPr>
        <w:t>ه</w:t>
      </w:r>
      <w:r w:rsidRPr="00CF6C36">
        <w:rPr>
          <w:rStyle w:val="libArabicChar"/>
          <w:rFonts w:hint="cs"/>
          <w:rtl/>
        </w:rPr>
        <w:t>و</w:t>
      </w:r>
      <w:r w:rsidRPr="00CF6C36">
        <w:rPr>
          <w:rStyle w:val="libArabicChar"/>
          <w:rtl/>
        </w:rPr>
        <w:t xml:space="preserve"> </w:t>
      </w:r>
      <w:r w:rsidRPr="00CF6C36">
        <w:rPr>
          <w:rStyle w:val="libArabicChar"/>
          <w:rFonts w:hint="cs"/>
          <w:rtl/>
        </w:rPr>
        <w:t>الذى</w:t>
      </w:r>
      <w:r w:rsidRPr="00CF6C36">
        <w:rPr>
          <w:rStyle w:val="libArabicChar"/>
          <w:rtl/>
        </w:rPr>
        <w:t xml:space="preserve"> </w:t>
      </w:r>
      <w:r w:rsidRPr="00CF6C36">
        <w:rPr>
          <w:rStyle w:val="libArabicChar"/>
          <w:rFonts w:hint="cs"/>
          <w:rtl/>
        </w:rPr>
        <w:t>قال</w:t>
      </w:r>
      <w:r w:rsidRPr="00CF6C36">
        <w:rPr>
          <w:rStyle w:val="libArabicChar"/>
          <w:rtl/>
        </w:rPr>
        <w:t xml:space="preserve"> </w:t>
      </w:r>
      <w:r w:rsidRPr="00CF6C36">
        <w:rPr>
          <w:rStyle w:val="libArabicChar"/>
          <w:rFonts w:hint="cs"/>
          <w:rtl/>
        </w:rPr>
        <w:t>اللّ</w:t>
      </w:r>
      <w:r w:rsidR="00120F63" w:rsidRPr="00B2551F">
        <w:rPr>
          <w:rStyle w:val="libArabicChar"/>
          <w:rFonts w:hint="cs"/>
          <w:rtl/>
        </w:rPr>
        <w:t>ه</w:t>
      </w:r>
      <w:r w:rsidRPr="00CF6C36">
        <w:rPr>
          <w:rStyle w:val="libArabicChar"/>
          <w:rtl/>
        </w:rPr>
        <w:t xml:space="preserve"> : (</w:t>
      </w:r>
      <w:r w:rsidRPr="00CF6C36">
        <w:rPr>
          <w:rStyle w:val="libArabicChar"/>
          <w:rFonts w:hint="cs"/>
          <w:rtl/>
        </w:rPr>
        <w:t>اذا</w:t>
      </w:r>
      <w:r w:rsidRPr="00CF6C36">
        <w:rPr>
          <w:rStyle w:val="libArabicChar"/>
          <w:rtl/>
        </w:rPr>
        <w:t xml:space="preserve"> </w:t>
      </w:r>
      <w:r w:rsidRPr="00CF6C36">
        <w:rPr>
          <w:rStyle w:val="libArabicChar"/>
          <w:rFonts w:hint="cs"/>
          <w:rtl/>
        </w:rPr>
        <w:t>جاء</w:t>
      </w:r>
      <w:r w:rsidRPr="00CF6C36">
        <w:rPr>
          <w:rStyle w:val="libArabicChar"/>
          <w:rtl/>
        </w:rPr>
        <w:t xml:space="preserve"> </w:t>
      </w:r>
      <w:r w:rsidRPr="00CF6C36">
        <w:rPr>
          <w:rStyle w:val="libArabicChar"/>
          <w:rFonts w:hint="cs"/>
          <w:rtl/>
        </w:rPr>
        <w:t>أجل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لايستأخرون</w:t>
      </w:r>
      <w:r w:rsidRPr="00CF6C36">
        <w:rPr>
          <w:rStyle w:val="libArabicChar"/>
          <w:rtl/>
        </w:rPr>
        <w:t xml:space="preserve"> </w:t>
      </w:r>
      <w:r w:rsidRPr="00CF6C36">
        <w:rPr>
          <w:rStyle w:val="libArabicChar"/>
          <w:rFonts w:hint="cs"/>
          <w:rtl/>
        </w:rPr>
        <w:t>ساعة</w:t>
      </w:r>
      <w:r w:rsidRPr="00CF6C36">
        <w:rPr>
          <w:rStyle w:val="libArabicChar"/>
          <w:rtl/>
        </w:rPr>
        <w:t xml:space="preserve"> </w:t>
      </w:r>
      <w:r w:rsidRPr="00CF6C36">
        <w:rPr>
          <w:rStyle w:val="libArabicChar"/>
          <w:rFonts w:hint="cs"/>
          <w:rtl/>
        </w:rPr>
        <w:t>ولا</w:t>
      </w:r>
      <w:r w:rsidRPr="00CF6C36">
        <w:rPr>
          <w:rStyle w:val="libArabicChar"/>
          <w:rtl/>
        </w:rPr>
        <w:t xml:space="preserve"> </w:t>
      </w:r>
      <w:r w:rsidRPr="00CF6C36">
        <w:rPr>
          <w:rStyle w:val="libArabicChar"/>
          <w:rFonts w:hint="cs"/>
          <w:rtl/>
        </w:rPr>
        <w:t>يستقدمون</w:t>
      </w:r>
      <w:r w:rsidRPr="00CF6C36">
        <w:rPr>
          <w:rStyle w:val="libArabicChar"/>
          <w:rtl/>
        </w:rPr>
        <w:t xml:space="preserve">'' </w:t>
      </w:r>
      <w:r w:rsidRPr="00CF6C36">
        <w:rPr>
          <w:rStyle w:val="libArabicChar"/>
          <w:rFonts w:hint="cs"/>
          <w:rtl/>
        </w:rPr>
        <w:t>و</w:t>
      </w:r>
      <w:r w:rsidR="00120F63" w:rsidRPr="00B2551F">
        <w:rPr>
          <w:rStyle w:val="libArabicChar"/>
          <w:rFonts w:hint="cs"/>
          <w:rtl/>
        </w:rPr>
        <w:t>ه</w:t>
      </w:r>
      <w:r w:rsidRPr="00CF6C36">
        <w:rPr>
          <w:rStyle w:val="libArabicChar"/>
          <w:rFonts w:hint="cs"/>
          <w:rtl/>
        </w:rPr>
        <w:t>والذى</w:t>
      </w:r>
      <w:r w:rsidRPr="00CF6C36">
        <w:rPr>
          <w:rStyle w:val="libArabicChar"/>
          <w:rtl/>
        </w:rPr>
        <w:t xml:space="preserve"> </w:t>
      </w:r>
      <w:r w:rsidRPr="00CF6C36">
        <w:rPr>
          <w:rStyle w:val="libArabicChar"/>
          <w:rFonts w:hint="cs"/>
          <w:rtl/>
        </w:rPr>
        <w:t>سمّى</w:t>
      </w:r>
      <w:r w:rsidRPr="00CF6C36">
        <w:rPr>
          <w:rStyle w:val="libArabicChar"/>
          <w:rtl/>
        </w:rPr>
        <w:t xml:space="preserve"> </w:t>
      </w:r>
      <w:r w:rsidRPr="00CF6C36">
        <w:rPr>
          <w:rStyle w:val="libArabicChar"/>
          <w:rFonts w:hint="cs"/>
          <w:rtl/>
        </w:rPr>
        <w:t>لملك</w:t>
      </w:r>
      <w:r w:rsidRPr="00CF6C36">
        <w:rPr>
          <w:rStyle w:val="libArabicChar"/>
          <w:rtl/>
        </w:rPr>
        <w:t xml:space="preserve"> </w:t>
      </w:r>
      <w:r w:rsidRPr="00CF6C36">
        <w:rPr>
          <w:rStyle w:val="libArabicChar"/>
          <w:rFonts w:hint="cs"/>
          <w:rtl/>
        </w:rPr>
        <w:t>الموت</w:t>
      </w:r>
      <w:r w:rsidRPr="00CF6C36">
        <w:rPr>
          <w:rStyle w:val="libArabicChar"/>
          <w:rtl/>
        </w:rPr>
        <w:t xml:space="preserve"> </w:t>
      </w:r>
      <w:r w:rsidRPr="00CF6C36">
        <w:rPr>
          <w:rStyle w:val="libArabicChar"/>
          <w:rFonts w:hint="cs"/>
          <w:rtl/>
        </w:rPr>
        <w:t>فى</w:t>
      </w:r>
      <w:r w:rsidRPr="00CF6C36">
        <w:rPr>
          <w:rStyle w:val="libArabicChar"/>
          <w:rtl/>
        </w:rPr>
        <w:t xml:space="preserve"> </w:t>
      </w:r>
      <w:r w:rsidRPr="00CF6C36">
        <w:rPr>
          <w:rStyle w:val="libArabicChar"/>
          <w:rFonts w:hint="cs"/>
          <w:rtl/>
        </w:rPr>
        <w:t>ليلة</w:t>
      </w:r>
      <w:r w:rsidRPr="00CF6C36">
        <w:rPr>
          <w:rStyle w:val="libArabicChar"/>
          <w:rtl/>
        </w:rPr>
        <w:t xml:space="preserve"> </w:t>
      </w:r>
      <w:r w:rsidRPr="00CF6C36">
        <w:rPr>
          <w:rStyle w:val="libArabicChar"/>
          <w:rFonts w:hint="cs"/>
          <w:rtl/>
        </w:rPr>
        <w:t>القدر</w:t>
      </w:r>
      <w:r>
        <w:rPr>
          <w:rtl/>
        </w:rPr>
        <w:t xml:space="preserve"> ...</w:t>
      </w:r>
      <w:r w:rsidRPr="00CF6C36">
        <w:rPr>
          <w:rStyle w:val="libFootnotenumChar"/>
          <w:rtl/>
        </w:rPr>
        <w:t>(3)</w:t>
      </w:r>
    </w:p>
    <w:p w:rsidR="001F628F" w:rsidRDefault="001F628F" w:rsidP="001F628F">
      <w:pPr>
        <w:pStyle w:val="libNormal"/>
        <w:rPr>
          <w:rtl/>
        </w:rPr>
      </w:pPr>
      <w:r>
        <w:rPr>
          <w:rFonts w:hint="eastAsia"/>
          <w:rtl/>
        </w:rPr>
        <w:t>امام</w:t>
      </w:r>
      <w:r>
        <w:rPr>
          <w:rtl/>
        </w:rPr>
        <w:t xml:space="preserve"> صادق </w:t>
      </w:r>
      <w:r w:rsidR="00367F17" w:rsidRPr="00367F17">
        <w:rPr>
          <w:rStyle w:val="libAlaemChar"/>
          <w:rtl/>
        </w:rPr>
        <w:t xml:space="preserve"> عليه‌السلام </w:t>
      </w:r>
      <w:r>
        <w:rPr>
          <w:rtl/>
        </w:rPr>
        <w:t xml:space="preserve"> سے اجل مسمّى كے بارے مي</w:t>
      </w:r>
      <w:r w:rsidR="00083993">
        <w:rPr>
          <w:rtl/>
        </w:rPr>
        <w:t xml:space="preserve">ں </w:t>
      </w:r>
      <w:r>
        <w:rPr>
          <w:rtl/>
        </w:rPr>
        <w:t xml:space="preserve">روايت نقل ہوئي ہے كہ آپ </w:t>
      </w:r>
      <w:r w:rsidR="00367F17" w:rsidRPr="00367F17">
        <w:rPr>
          <w:rStyle w:val="libAlaemChar"/>
          <w:rtl/>
        </w:rPr>
        <w:t xml:space="preserve"> عليه‌السلام </w:t>
      </w:r>
      <w:r>
        <w:rPr>
          <w:rtl/>
        </w:rPr>
        <w:t xml:space="preserve"> نے فرمايا كہ وہ اجل يہ ہے كہ جس كے بارے مي</w:t>
      </w:r>
      <w:r w:rsidR="00083993">
        <w:rPr>
          <w:rtl/>
        </w:rPr>
        <w:t xml:space="preserve">ں </w:t>
      </w:r>
      <w:r>
        <w:rPr>
          <w:rtl/>
        </w:rPr>
        <w:t xml:space="preserve">خداوند عالم نے يہ فرمايا ہے: </w:t>
      </w:r>
      <w:r w:rsidRPr="00CF6C36">
        <w:rPr>
          <w:rStyle w:val="libArabicChar"/>
          <w:rtl/>
        </w:rPr>
        <w:t>''اذا جاء اجل</w:t>
      </w:r>
      <w:r w:rsidR="00120F63" w:rsidRPr="00B2551F">
        <w:rPr>
          <w:rStyle w:val="libArabicChar"/>
          <w:rFonts w:hint="cs"/>
          <w:rtl/>
        </w:rPr>
        <w:t>ه</w:t>
      </w:r>
      <w:r w:rsidRPr="00CF6C36">
        <w:rPr>
          <w:rStyle w:val="libArabicChar"/>
          <w:rFonts w:hint="cs"/>
          <w:rtl/>
        </w:rPr>
        <w:t>م</w:t>
      </w:r>
      <w:r w:rsidRPr="00CF6C36">
        <w:rPr>
          <w:rStyle w:val="libArabicChar"/>
          <w:rtl/>
        </w:rPr>
        <w:t xml:space="preserve"> </w:t>
      </w:r>
      <w:r w:rsidRPr="00CF6C36">
        <w:rPr>
          <w:rStyle w:val="libArabicChar"/>
          <w:rFonts w:hint="cs"/>
          <w:rtl/>
        </w:rPr>
        <w:t>ديستا</w:t>
      </w:r>
      <w:r w:rsidRPr="00CF6C36">
        <w:rPr>
          <w:rStyle w:val="libArabicChar"/>
          <w:rtl/>
        </w:rPr>
        <w:t xml:space="preserve"> </w:t>
      </w:r>
      <w:r w:rsidRPr="00CF6C36">
        <w:rPr>
          <w:rStyle w:val="libArabicChar"/>
          <w:rFonts w:hint="cs"/>
          <w:rtl/>
        </w:rPr>
        <w:t>خرون</w:t>
      </w:r>
      <w:r w:rsidRPr="00CF6C36">
        <w:rPr>
          <w:rStyle w:val="libArabicChar"/>
          <w:rtl/>
        </w:rPr>
        <w:t xml:space="preserve"> </w:t>
      </w:r>
      <w:r w:rsidRPr="00CF6C36">
        <w:rPr>
          <w:rStyle w:val="libArabicChar"/>
          <w:rFonts w:hint="cs"/>
          <w:rtl/>
        </w:rPr>
        <w:t>ساعة</w:t>
      </w:r>
      <w:r w:rsidRPr="00CF6C36">
        <w:rPr>
          <w:rStyle w:val="libArabicChar"/>
          <w:rtl/>
        </w:rPr>
        <w:t xml:space="preserve"> </w:t>
      </w:r>
      <w:r w:rsidRPr="00CF6C36">
        <w:rPr>
          <w:rStyle w:val="libArabicChar"/>
          <w:rFonts w:hint="cs"/>
          <w:rtl/>
        </w:rPr>
        <w:t>ولا</w:t>
      </w:r>
      <w:r w:rsidRPr="00CF6C36">
        <w:rPr>
          <w:rStyle w:val="libArabicChar"/>
          <w:rtl/>
        </w:rPr>
        <w:t xml:space="preserve"> </w:t>
      </w:r>
      <w:r w:rsidRPr="00CF6C36">
        <w:rPr>
          <w:rStyle w:val="libArabicChar"/>
          <w:rFonts w:hint="cs"/>
          <w:rtl/>
        </w:rPr>
        <w:t>يستقدمون</w:t>
      </w:r>
      <w:r w:rsidRPr="00CF6C36">
        <w:rPr>
          <w:rStyle w:val="libArabicChar"/>
          <w:rtl/>
        </w:rPr>
        <w:t>''</w:t>
      </w:r>
      <w:r>
        <w:rPr>
          <w:rtl/>
        </w:rPr>
        <w:t xml:space="preserve"> اور وہى ہے كہ جس كا ذكر شب قدر مي</w:t>
      </w:r>
      <w:r w:rsidR="00083993">
        <w:rPr>
          <w:rtl/>
        </w:rPr>
        <w:t xml:space="preserve">ں </w:t>
      </w:r>
      <w:r>
        <w:rPr>
          <w:rtl/>
        </w:rPr>
        <w:t xml:space="preserve">آسمان كے ملائكہ كے ليے كيا گيا ہے </w:t>
      </w:r>
      <w:r>
        <w:rPr>
          <w:rFonts w:hint="eastAsia"/>
          <w:rtl/>
        </w:rPr>
        <w:t>اور</w:t>
      </w:r>
      <w:r>
        <w:rPr>
          <w:rtl/>
        </w:rPr>
        <w:t xml:space="preserve"> وہ معين شدہ ہے_</w:t>
      </w:r>
    </w:p>
    <w:p w:rsidR="001F628F" w:rsidRDefault="00B84D3B" w:rsidP="00B84D3B">
      <w:pPr>
        <w:pStyle w:val="libLine"/>
        <w:rPr>
          <w:rtl/>
        </w:rPr>
      </w:pPr>
      <w:r>
        <w:rPr>
          <w:rtl/>
        </w:rPr>
        <w:t>____________________</w:t>
      </w:r>
    </w:p>
    <w:p w:rsidR="001F628F" w:rsidRDefault="001F628F" w:rsidP="00CF6C36">
      <w:pPr>
        <w:pStyle w:val="libFootnote"/>
        <w:rPr>
          <w:rtl/>
        </w:rPr>
      </w:pPr>
      <w:r>
        <w:rPr>
          <w:rtl/>
        </w:rPr>
        <w:t>1) تفسير عياشى ،ج1 ،ص354،ح5 ، نوراثقلين،ج1 ،ص703 ، ح14</w:t>
      </w:r>
    </w:p>
    <w:p w:rsidR="001F628F" w:rsidRDefault="001F628F" w:rsidP="00CF6C36">
      <w:pPr>
        <w:pStyle w:val="libFootnote"/>
        <w:rPr>
          <w:rtl/>
        </w:rPr>
      </w:pPr>
      <w:r>
        <w:rPr>
          <w:rtl/>
        </w:rPr>
        <w:t>2) كافى ج3، ص262،ح44 نورا لثقلين ،ج2، ص27 ح98_</w:t>
      </w:r>
    </w:p>
    <w:p w:rsidR="001F628F" w:rsidRDefault="001F628F" w:rsidP="00CF6C36">
      <w:pPr>
        <w:pStyle w:val="libFootnote"/>
        <w:rPr>
          <w:rtl/>
        </w:rPr>
      </w:pPr>
      <w:r>
        <w:rPr>
          <w:rtl/>
        </w:rPr>
        <w:t>3) تفسير عياشى ،ج1،ص354، ح6نورالثقلين ،ج2 ،ص27 ، ح100_</w:t>
      </w:r>
    </w:p>
    <w:p w:rsidR="001F628F" w:rsidRDefault="001E7F9D" w:rsidP="00F73EDE">
      <w:pPr>
        <w:pStyle w:val="libPoemTini"/>
        <w:rPr>
          <w:rtl/>
        </w:rPr>
      </w:pPr>
      <w:r>
        <w:rPr>
          <w:rtl/>
        </w:rPr>
        <w:br w:type="page"/>
      </w:r>
    </w:p>
    <w:p w:rsidR="001F628F" w:rsidRDefault="001F628F" w:rsidP="00CF6C36">
      <w:pPr>
        <w:pStyle w:val="libNormal"/>
        <w:rPr>
          <w:rtl/>
        </w:rPr>
      </w:pPr>
      <w:r>
        <w:rPr>
          <w:rFonts w:hint="eastAsia"/>
          <w:rtl/>
        </w:rPr>
        <w:lastRenderedPageBreak/>
        <w:t>اجل</w:t>
      </w:r>
      <w:r>
        <w:rPr>
          <w:rtl/>
        </w:rPr>
        <w:t>:</w:t>
      </w:r>
      <w:r>
        <w:rPr>
          <w:rFonts w:hint="eastAsia"/>
          <w:rtl/>
        </w:rPr>
        <w:t>اجل</w:t>
      </w:r>
      <w:r>
        <w:rPr>
          <w:rtl/>
        </w:rPr>
        <w:t xml:space="preserve"> مسمّي8،15; اجل مسمّى سے مراد17; اجل مسمّى كا حتمى ہونا 16،18،19; اجل مسمّى كو معين كرنے كا سرچشمہ 13</w:t>
      </w:r>
    </w:p>
    <w:p w:rsidR="001F628F" w:rsidRDefault="001F628F" w:rsidP="00FF03E1">
      <w:pPr>
        <w:pStyle w:val="libNormal"/>
        <w:rPr>
          <w:rtl/>
        </w:rPr>
      </w:pPr>
      <w:r>
        <w:rPr>
          <w:rFonts w:hint="eastAsia"/>
          <w:rtl/>
        </w:rPr>
        <w:t>افترائ</w:t>
      </w:r>
      <w:r>
        <w:rPr>
          <w:rtl/>
        </w:rPr>
        <w:t>:</w:t>
      </w:r>
      <w:r>
        <w:rPr>
          <w:rFonts w:hint="eastAsia"/>
          <w:rtl/>
        </w:rPr>
        <w:t>الله</w:t>
      </w:r>
      <w:r>
        <w:rPr>
          <w:rtl/>
        </w:rPr>
        <w:t xml:space="preserve"> تعالى پر افتراء 6; الله تعالى پرافتراء كا ظلم ہونا 5; الله تعالى پر افتراء كى سزا4</w:t>
      </w:r>
    </w:p>
    <w:p w:rsidR="001F628F" w:rsidRDefault="001F628F" w:rsidP="00FF03E1">
      <w:pPr>
        <w:pStyle w:val="libNormal"/>
        <w:rPr>
          <w:rtl/>
        </w:rPr>
      </w:pPr>
      <w:r>
        <w:rPr>
          <w:rFonts w:hint="eastAsia"/>
          <w:rtl/>
        </w:rPr>
        <w:t>الله</w:t>
      </w:r>
      <w:r>
        <w:rPr>
          <w:rtl/>
        </w:rPr>
        <w:t xml:space="preserve"> تعالي:</w:t>
      </w:r>
      <w:r>
        <w:rPr>
          <w:rFonts w:hint="eastAsia"/>
          <w:rtl/>
        </w:rPr>
        <w:t>الله</w:t>
      </w:r>
      <w:r>
        <w:rPr>
          <w:rtl/>
        </w:rPr>
        <w:t xml:space="preserve"> تعالى كا ارادہ 7; الله تعالى كى سنتي</w:t>
      </w:r>
      <w:r w:rsidR="00083993">
        <w:rPr>
          <w:rtl/>
        </w:rPr>
        <w:t xml:space="preserve">ں </w:t>
      </w:r>
      <w:r>
        <w:rPr>
          <w:rtl/>
        </w:rPr>
        <w:t>1; الله تعالى كى مہلتو</w:t>
      </w:r>
      <w:r w:rsidR="00083993">
        <w:rPr>
          <w:rtl/>
        </w:rPr>
        <w:t xml:space="preserve">ں </w:t>
      </w:r>
      <w:r>
        <w:rPr>
          <w:rtl/>
        </w:rPr>
        <w:t>كا فلسفہ 3; الله تعالى كى مہلتي</w:t>
      </w:r>
      <w:r w:rsidR="00083993">
        <w:rPr>
          <w:rtl/>
        </w:rPr>
        <w:t xml:space="preserve">ں </w:t>
      </w:r>
      <w:r>
        <w:rPr>
          <w:rtl/>
        </w:rPr>
        <w:t>1،6</w:t>
      </w:r>
    </w:p>
    <w:p w:rsidR="001F628F" w:rsidRDefault="001F628F" w:rsidP="00FF03E1">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كا ختم ہو جانا 7; انسان كا معصيت كرنا 10 ; انسانو</w:t>
      </w:r>
      <w:r w:rsidR="00083993">
        <w:rPr>
          <w:rtl/>
        </w:rPr>
        <w:t xml:space="preserve">ں </w:t>
      </w:r>
      <w:r>
        <w:rPr>
          <w:rtl/>
        </w:rPr>
        <w:t>كى اجل 8،13; انسانو</w:t>
      </w:r>
      <w:r w:rsidR="00083993">
        <w:rPr>
          <w:rtl/>
        </w:rPr>
        <w:t xml:space="preserve">ں </w:t>
      </w:r>
      <w:r>
        <w:rPr>
          <w:rtl/>
        </w:rPr>
        <w:t>كى موت 15</w:t>
      </w:r>
    </w:p>
    <w:p w:rsidR="001F628F" w:rsidRDefault="001F628F" w:rsidP="00FF03E1">
      <w:pPr>
        <w:pStyle w:val="libNormal"/>
        <w:rPr>
          <w:rtl/>
        </w:rPr>
      </w:pPr>
      <w:r>
        <w:rPr>
          <w:rFonts w:hint="eastAsia"/>
          <w:rtl/>
        </w:rPr>
        <w:t>دختر</w:t>
      </w:r>
      <w:r>
        <w:rPr>
          <w:rtl/>
        </w:rPr>
        <w:t xml:space="preserve"> كشي:</w:t>
      </w:r>
      <w:r>
        <w:rPr>
          <w:rFonts w:hint="eastAsia"/>
          <w:rtl/>
        </w:rPr>
        <w:t>دختركشى</w:t>
      </w:r>
      <w:r>
        <w:rPr>
          <w:rtl/>
        </w:rPr>
        <w:t xml:space="preserve"> كا ظلم ہونا 5</w:t>
      </w:r>
    </w:p>
    <w:p w:rsidR="001F628F" w:rsidRDefault="001F628F" w:rsidP="001F628F">
      <w:pPr>
        <w:pStyle w:val="libNormal"/>
        <w:rPr>
          <w:rtl/>
        </w:rPr>
      </w:pPr>
      <w:r>
        <w:rPr>
          <w:rFonts w:hint="eastAsia"/>
          <w:rtl/>
        </w:rPr>
        <w:t>روايت</w:t>
      </w:r>
      <w:r>
        <w:rPr>
          <w:rtl/>
        </w:rPr>
        <w:t>:17،18،19</w:t>
      </w:r>
    </w:p>
    <w:p w:rsidR="001F628F" w:rsidRDefault="001F628F" w:rsidP="00FF03E1">
      <w:pPr>
        <w:pStyle w:val="libNormal"/>
        <w:rPr>
          <w:rtl/>
        </w:rPr>
      </w:pPr>
      <w:r>
        <w:rPr>
          <w:rFonts w:hint="eastAsia"/>
          <w:rtl/>
        </w:rPr>
        <w:t>سنت</w:t>
      </w:r>
      <w:r>
        <w:rPr>
          <w:rtl/>
        </w:rPr>
        <w:t xml:space="preserve"> الہي:</w:t>
      </w:r>
      <w:r>
        <w:rPr>
          <w:rFonts w:hint="eastAsia"/>
          <w:rtl/>
        </w:rPr>
        <w:t>الہى</w:t>
      </w:r>
      <w:r>
        <w:rPr>
          <w:rtl/>
        </w:rPr>
        <w:t xml:space="preserve"> سنت كا مہلت دينا 1</w:t>
      </w:r>
    </w:p>
    <w:p w:rsidR="001F628F" w:rsidRDefault="001F628F" w:rsidP="00FF03E1">
      <w:pPr>
        <w:pStyle w:val="libNormal"/>
        <w:rPr>
          <w:rtl/>
        </w:rPr>
      </w:pPr>
      <w:r>
        <w:rPr>
          <w:rFonts w:hint="eastAsia"/>
          <w:rtl/>
        </w:rPr>
        <w:t>سزا</w:t>
      </w:r>
      <w:r>
        <w:rPr>
          <w:rtl/>
        </w:rPr>
        <w:t>:</w:t>
      </w:r>
      <w:r>
        <w:rPr>
          <w:rFonts w:hint="eastAsia"/>
          <w:rtl/>
        </w:rPr>
        <w:t>سزا</w:t>
      </w:r>
      <w:r>
        <w:rPr>
          <w:rtl/>
        </w:rPr>
        <w:t xml:space="preserve"> كے مراتب</w:t>
      </w:r>
    </w:p>
    <w:p w:rsidR="001F628F" w:rsidRDefault="001F628F" w:rsidP="00FF03E1">
      <w:pPr>
        <w:pStyle w:val="libNormal"/>
        <w:rPr>
          <w:rtl/>
        </w:rPr>
      </w:pPr>
      <w:r>
        <w:rPr>
          <w:rFonts w:hint="eastAsia"/>
          <w:rtl/>
        </w:rPr>
        <w:t>شرك</w:t>
      </w:r>
      <w:r>
        <w:rPr>
          <w:rtl/>
        </w:rPr>
        <w:t>:</w:t>
      </w:r>
      <w:r>
        <w:rPr>
          <w:rFonts w:hint="eastAsia"/>
          <w:rtl/>
        </w:rPr>
        <w:t>شرك</w:t>
      </w:r>
      <w:r>
        <w:rPr>
          <w:rtl/>
        </w:rPr>
        <w:t xml:space="preserve"> كى سزا4</w:t>
      </w:r>
    </w:p>
    <w:p w:rsidR="001F628F" w:rsidRDefault="001F628F" w:rsidP="00FF03E1">
      <w:pPr>
        <w:pStyle w:val="libNormal"/>
        <w:rPr>
          <w:rtl/>
        </w:rPr>
      </w:pPr>
      <w:r>
        <w:rPr>
          <w:rFonts w:hint="eastAsia"/>
          <w:rtl/>
        </w:rPr>
        <w:t>ظالمين</w:t>
      </w:r>
      <w:r>
        <w:rPr>
          <w:rtl/>
        </w:rPr>
        <w:t>:</w:t>
      </w:r>
      <w:r>
        <w:rPr>
          <w:rFonts w:hint="eastAsia"/>
          <w:rtl/>
        </w:rPr>
        <w:t>ظالمو</w:t>
      </w:r>
      <w:r w:rsidR="00083993">
        <w:rPr>
          <w:rFonts w:hint="eastAsia"/>
          <w:rtl/>
        </w:rPr>
        <w:t xml:space="preserve">ں </w:t>
      </w:r>
      <w:r>
        <w:rPr>
          <w:rtl/>
        </w:rPr>
        <w:t>كو مہلت دينا 1،9، 14; ظالمو</w:t>
      </w:r>
      <w:r w:rsidR="00083993">
        <w:rPr>
          <w:rtl/>
        </w:rPr>
        <w:t xml:space="preserve">ں </w:t>
      </w:r>
      <w:r>
        <w:rPr>
          <w:rtl/>
        </w:rPr>
        <w:t>كو مہلت دينے كا فلسفہ 3،12; ظالمو</w:t>
      </w:r>
      <w:r w:rsidR="00083993">
        <w:rPr>
          <w:rtl/>
        </w:rPr>
        <w:t xml:space="preserve">ں </w:t>
      </w:r>
      <w:r>
        <w:rPr>
          <w:rtl/>
        </w:rPr>
        <w:t>كى دنياوى سزا14; ظالمو</w:t>
      </w:r>
      <w:r w:rsidR="00083993">
        <w:rPr>
          <w:rtl/>
        </w:rPr>
        <w:t xml:space="preserve">ں </w:t>
      </w:r>
      <w:r>
        <w:rPr>
          <w:rtl/>
        </w:rPr>
        <w:t>كى دنياوى سزا كے آثار 7; ظالمو</w:t>
      </w:r>
      <w:r w:rsidR="00083993">
        <w:rPr>
          <w:rtl/>
        </w:rPr>
        <w:t xml:space="preserve">ں </w:t>
      </w:r>
      <w:r>
        <w:rPr>
          <w:rtl/>
        </w:rPr>
        <w:t>كى سزا2; ظالمو</w:t>
      </w:r>
      <w:r w:rsidR="00083993">
        <w:rPr>
          <w:rtl/>
        </w:rPr>
        <w:t xml:space="preserve">ں </w:t>
      </w:r>
      <w:r>
        <w:rPr>
          <w:rtl/>
        </w:rPr>
        <w:t>كى سزا كا حتمى ہونا 11; ظالمو</w:t>
      </w:r>
      <w:r w:rsidR="00083993">
        <w:rPr>
          <w:rtl/>
        </w:rPr>
        <w:t xml:space="preserve">ں </w:t>
      </w:r>
      <w:r>
        <w:rPr>
          <w:rtl/>
        </w:rPr>
        <w:t>كى سزا كا سرچشمہ 13; ظالمو</w:t>
      </w:r>
      <w:r w:rsidR="00083993">
        <w:rPr>
          <w:rtl/>
        </w:rPr>
        <w:t xml:space="preserve">ں </w:t>
      </w:r>
      <w:r>
        <w:rPr>
          <w:rtl/>
        </w:rPr>
        <w:t>كى سزا كى تاخير كا فلسفہ 12; ظالمو</w:t>
      </w:r>
      <w:r w:rsidR="00083993">
        <w:rPr>
          <w:rtl/>
        </w:rPr>
        <w:t xml:space="preserve">ں </w:t>
      </w:r>
      <w:r>
        <w:rPr>
          <w:rtl/>
        </w:rPr>
        <w:t>كى سزا مي</w:t>
      </w:r>
      <w:r w:rsidR="00083993">
        <w:rPr>
          <w:rtl/>
        </w:rPr>
        <w:t xml:space="preserve">ں </w:t>
      </w:r>
      <w:r>
        <w:rPr>
          <w:rtl/>
        </w:rPr>
        <w:t>تاخير 9</w:t>
      </w:r>
      <w:r>
        <w:rPr>
          <w:rFonts w:hint="eastAsia"/>
          <w:rtl/>
        </w:rPr>
        <w:t>،</w:t>
      </w:r>
      <w:r>
        <w:rPr>
          <w:rtl/>
        </w:rPr>
        <w:t>13; ظالمو</w:t>
      </w:r>
      <w:r w:rsidR="00083993">
        <w:rPr>
          <w:rtl/>
        </w:rPr>
        <w:t xml:space="preserve">ں </w:t>
      </w:r>
      <w:r>
        <w:rPr>
          <w:rtl/>
        </w:rPr>
        <w:t>كے دنياوى مؤاخذہ كے آثار 7</w:t>
      </w:r>
    </w:p>
    <w:p w:rsidR="001F628F" w:rsidRDefault="001F628F" w:rsidP="00FF03E1">
      <w:pPr>
        <w:pStyle w:val="libNormal"/>
        <w:rPr>
          <w:rtl/>
        </w:rPr>
      </w:pPr>
      <w:r>
        <w:rPr>
          <w:rFonts w:hint="eastAsia"/>
          <w:rtl/>
        </w:rPr>
        <w:t>ظلم</w:t>
      </w:r>
      <w:r>
        <w:rPr>
          <w:rtl/>
        </w:rPr>
        <w:t>:</w:t>
      </w:r>
      <w:r>
        <w:rPr>
          <w:rFonts w:hint="eastAsia"/>
          <w:rtl/>
        </w:rPr>
        <w:t>ظلم</w:t>
      </w:r>
      <w:r>
        <w:rPr>
          <w:rtl/>
        </w:rPr>
        <w:t xml:space="preserve"> كے موارد5</w:t>
      </w:r>
    </w:p>
    <w:p w:rsidR="001F628F" w:rsidRDefault="001F628F" w:rsidP="00FF03E1">
      <w:pPr>
        <w:pStyle w:val="libNormal"/>
        <w:rPr>
          <w:rtl/>
        </w:rPr>
      </w:pPr>
      <w:r>
        <w:rPr>
          <w:rFonts w:hint="eastAsia"/>
          <w:rtl/>
        </w:rPr>
        <w:t>عذاب</w:t>
      </w:r>
      <w:r>
        <w:rPr>
          <w:rtl/>
        </w:rPr>
        <w:t>:</w:t>
      </w:r>
      <w:r>
        <w:rPr>
          <w:rFonts w:hint="eastAsia"/>
          <w:rtl/>
        </w:rPr>
        <w:t>عذاب</w:t>
      </w:r>
      <w:r>
        <w:rPr>
          <w:rtl/>
        </w:rPr>
        <w:t xml:space="preserve"> كے اسباب2</w:t>
      </w:r>
    </w:p>
    <w:p w:rsidR="001F628F" w:rsidRDefault="001F628F" w:rsidP="00FF03E1">
      <w:pPr>
        <w:pStyle w:val="libNormal"/>
        <w:rPr>
          <w:rtl/>
        </w:rPr>
      </w:pPr>
      <w:r>
        <w:rPr>
          <w:rFonts w:hint="eastAsia"/>
          <w:rtl/>
        </w:rPr>
        <w:t>عمل</w:t>
      </w:r>
      <w:r>
        <w:rPr>
          <w:rtl/>
        </w:rPr>
        <w:t>:</w:t>
      </w:r>
      <w:r>
        <w:rPr>
          <w:rFonts w:hint="eastAsia"/>
          <w:rtl/>
        </w:rPr>
        <w:t>عمل</w:t>
      </w:r>
      <w:r>
        <w:rPr>
          <w:rtl/>
        </w:rPr>
        <w:t xml:space="preserve"> كے آثار2</w:t>
      </w:r>
    </w:p>
    <w:p w:rsidR="001F628F" w:rsidRDefault="001F628F" w:rsidP="001F628F">
      <w:pPr>
        <w:pStyle w:val="libNormal"/>
        <w:rPr>
          <w:rtl/>
        </w:rPr>
      </w:pPr>
      <w:r>
        <w:rPr>
          <w:rFonts w:hint="eastAsia"/>
          <w:rtl/>
        </w:rPr>
        <w:t>گناہ</w:t>
      </w:r>
      <w:r>
        <w:rPr>
          <w:rtl/>
        </w:rPr>
        <w:t xml:space="preserve"> گار:10</w:t>
      </w:r>
    </w:p>
    <w:p w:rsidR="001F628F" w:rsidRDefault="001F628F" w:rsidP="00FF03E1">
      <w:pPr>
        <w:pStyle w:val="libNormal"/>
        <w:rPr>
          <w:rtl/>
        </w:rPr>
      </w:pPr>
      <w:r>
        <w:rPr>
          <w:rFonts w:hint="eastAsia"/>
          <w:rtl/>
        </w:rPr>
        <w:t>مكّہ</w:t>
      </w:r>
      <w:r>
        <w:rPr>
          <w:rtl/>
        </w:rPr>
        <w:t xml:space="preserve"> كے مشركين:</w:t>
      </w:r>
      <w:r>
        <w:rPr>
          <w:rFonts w:hint="eastAsia"/>
          <w:rtl/>
        </w:rPr>
        <w:t>مكّہ</w:t>
      </w:r>
      <w:r>
        <w:rPr>
          <w:rtl/>
        </w:rPr>
        <w:t xml:space="preserve"> كے مشركين كا افترائ6; مكّہ كے مشركين كو مہلت دينا 6</w:t>
      </w:r>
    </w:p>
    <w:p w:rsidR="001F628F" w:rsidRDefault="001F628F" w:rsidP="00FF03E1">
      <w:pPr>
        <w:pStyle w:val="libNormal"/>
        <w:rPr>
          <w:rtl/>
        </w:rPr>
      </w:pPr>
      <w:r>
        <w:rPr>
          <w:rFonts w:hint="eastAsia"/>
          <w:rtl/>
        </w:rPr>
        <w:t>نسل</w:t>
      </w:r>
      <w:r>
        <w:rPr>
          <w:rtl/>
        </w:rPr>
        <w:t>:</w:t>
      </w:r>
      <w:r>
        <w:rPr>
          <w:rFonts w:hint="eastAsia"/>
          <w:rtl/>
        </w:rPr>
        <w:t>نسل</w:t>
      </w:r>
      <w:r>
        <w:rPr>
          <w:rtl/>
        </w:rPr>
        <w:t xml:space="preserve"> كى بقاء كى اہميت 14</w:t>
      </w:r>
    </w:p>
    <w:p w:rsidR="00FF03E1" w:rsidRDefault="001E7F9D" w:rsidP="00F73EDE">
      <w:pPr>
        <w:pStyle w:val="libPoemTini"/>
        <w:rPr>
          <w:rtl/>
        </w:rPr>
      </w:pPr>
      <w:r>
        <w:rPr>
          <w:rtl/>
        </w:rPr>
        <w:br w:type="page"/>
      </w:r>
    </w:p>
    <w:p w:rsidR="00FF03E1" w:rsidRDefault="00FF03E1" w:rsidP="00FF03E1">
      <w:pPr>
        <w:pStyle w:val="Heading2Center"/>
        <w:rPr>
          <w:rtl/>
        </w:rPr>
      </w:pPr>
      <w:bookmarkStart w:id="208" w:name="_Toc28081886"/>
      <w:r>
        <w:rPr>
          <w:rFonts w:hint="cs"/>
          <w:rtl/>
        </w:rPr>
        <w:lastRenderedPageBreak/>
        <w:t>آیت 62</w:t>
      </w:r>
      <w:bookmarkEnd w:id="208"/>
    </w:p>
    <w:p w:rsidR="001F628F" w:rsidRDefault="00E260F9" w:rsidP="00FF03E1">
      <w:pPr>
        <w:pStyle w:val="libNormal"/>
        <w:rPr>
          <w:rtl/>
        </w:rPr>
      </w:pPr>
      <w:r w:rsidRPr="00E260F9">
        <w:rPr>
          <w:rStyle w:val="libAlaemChar"/>
          <w:rFonts w:hint="eastAsia"/>
          <w:rtl/>
        </w:rPr>
        <w:t>(</w:t>
      </w:r>
      <w:r w:rsidRPr="00FF03E1">
        <w:rPr>
          <w:rStyle w:val="libAieChar"/>
          <w:rFonts w:hint="eastAsia"/>
          <w:rtl/>
        </w:rPr>
        <w:t>وَيَجْعَلُونَ</w:t>
      </w:r>
      <w:r w:rsidRPr="00FF03E1">
        <w:rPr>
          <w:rStyle w:val="libAieChar"/>
          <w:rtl/>
        </w:rPr>
        <w:t xml:space="preserve"> لِلّهِ مَا يَكْرَهُونَ وَتَصِفُ أَلْسِنَتُهُمُ الْكَذِبَ أَنَّ لَهُمُ الْحُسْنَى لاَ جَرَمَ أَنَّ لَهُمُ الْنَّارَ وَأَنَّهُم مُّفْرَطُونَ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خدا كے لئے وہ قرار ديتے ہي</w:t>
      </w:r>
      <w:r w:rsidR="00083993">
        <w:rPr>
          <w:rtl/>
        </w:rPr>
        <w:t xml:space="preserve">ں </w:t>
      </w:r>
      <w:r>
        <w:rPr>
          <w:rtl/>
        </w:rPr>
        <w:t>جو خود اپنے لئے ناپسند كرتے ہي</w:t>
      </w:r>
      <w:r w:rsidR="00083993">
        <w:rPr>
          <w:rtl/>
        </w:rPr>
        <w:t xml:space="preserve">ں </w:t>
      </w:r>
      <w:r>
        <w:rPr>
          <w:rtl/>
        </w:rPr>
        <w:t>اور ان كى زباني</w:t>
      </w:r>
      <w:r w:rsidR="00083993">
        <w:rPr>
          <w:rtl/>
        </w:rPr>
        <w:t xml:space="preserve">ں </w:t>
      </w:r>
      <w:r>
        <w:rPr>
          <w:rtl/>
        </w:rPr>
        <w:t>يہ غلط بيانى بھى كرتى ہي</w:t>
      </w:r>
      <w:r w:rsidR="00083993">
        <w:rPr>
          <w:rtl/>
        </w:rPr>
        <w:t xml:space="preserve">ں </w:t>
      </w:r>
      <w:r>
        <w:rPr>
          <w:rtl/>
        </w:rPr>
        <w:t>كہ آخرت مي</w:t>
      </w:r>
      <w:r w:rsidR="00083993">
        <w:rPr>
          <w:rtl/>
        </w:rPr>
        <w:t xml:space="preserve">ں </w:t>
      </w:r>
      <w:r>
        <w:rPr>
          <w:rtl/>
        </w:rPr>
        <w:t>ان كے لئے نيكى ہے حالانكہ يقينى طور پر ان كے لئے جہنم ہے اور يہ سب سے پہلے ہى ڈالے جائي</w:t>
      </w:r>
      <w:r w:rsidR="00083993">
        <w:rPr>
          <w:rtl/>
        </w:rPr>
        <w:t xml:space="preserve">ں </w:t>
      </w:r>
      <w:r>
        <w:rPr>
          <w:rtl/>
        </w:rPr>
        <w:t>گے _</w:t>
      </w:r>
    </w:p>
    <w:p w:rsidR="001F628F" w:rsidRDefault="001F628F" w:rsidP="00FF03E1">
      <w:pPr>
        <w:pStyle w:val="libNormal"/>
        <w:rPr>
          <w:rtl/>
        </w:rPr>
      </w:pPr>
      <w:r>
        <w:rPr>
          <w:rtl/>
        </w:rPr>
        <w:t>1_زمانہ جاہليت كے مشركين ، خداوند عالم كى طرف ايسى چيزو</w:t>
      </w:r>
      <w:r w:rsidR="00083993">
        <w:rPr>
          <w:rtl/>
        </w:rPr>
        <w:t xml:space="preserve">ں </w:t>
      </w:r>
      <w:r>
        <w:rPr>
          <w:rtl/>
        </w:rPr>
        <w:t>كى نسبت ديتے تھے _جنہي</w:t>
      </w:r>
      <w:r w:rsidR="00083993">
        <w:rPr>
          <w:rtl/>
        </w:rPr>
        <w:t xml:space="preserve">ں </w:t>
      </w:r>
      <w:r>
        <w:rPr>
          <w:rtl/>
        </w:rPr>
        <w:t>وہ خود اپنے ليے پسند نہي</w:t>
      </w:r>
      <w:r w:rsidR="00083993">
        <w:rPr>
          <w:rtl/>
        </w:rPr>
        <w:t xml:space="preserve">ں </w:t>
      </w:r>
      <w:r>
        <w:rPr>
          <w:rtl/>
        </w:rPr>
        <w:t>كرتے تھے_</w:t>
      </w:r>
      <w:r w:rsidRPr="00FF03E1">
        <w:rPr>
          <w:rStyle w:val="libArabicChar"/>
          <w:rFonts w:hint="eastAsia"/>
          <w:rtl/>
        </w:rPr>
        <w:t>ويجعلون</w:t>
      </w:r>
      <w:r w:rsidRPr="00FF03E1">
        <w:rPr>
          <w:rStyle w:val="libArabicChar"/>
          <w:rtl/>
        </w:rPr>
        <w:t xml:space="preserve"> لله ما يكر</w:t>
      </w:r>
      <w:r w:rsidR="00120F63" w:rsidRPr="00B2551F">
        <w:rPr>
          <w:rStyle w:val="libArabicChar"/>
          <w:rFonts w:hint="cs"/>
          <w:rtl/>
        </w:rPr>
        <w:t>ه</w:t>
      </w:r>
      <w:r w:rsidRPr="00FF03E1">
        <w:rPr>
          <w:rStyle w:val="libArabicChar"/>
          <w:rFonts w:hint="cs"/>
          <w:rtl/>
        </w:rPr>
        <w:t>ون</w:t>
      </w:r>
    </w:p>
    <w:p w:rsidR="001F628F" w:rsidRDefault="001F628F" w:rsidP="001F628F">
      <w:pPr>
        <w:pStyle w:val="libNormal"/>
        <w:rPr>
          <w:rtl/>
        </w:rPr>
      </w:pPr>
      <w:r>
        <w:rPr>
          <w:rFonts w:hint="eastAsia"/>
          <w:rtl/>
        </w:rPr>
        <w:t>ما</w:t>
      </w:r>
      <w:r>
        <w:rPr>
          <w:rtl/>
        </w:rPr>
        <w:t xml:space="preserve"> قبل آيات ( ويجعلون لله البنات) كے قرينہ كى بناء پر ''يجعلون'' ( وہ قرار ديتے ہي</w:t>
      </w:r>
      <w:r w:rsidR="00083993">
        <w:rPr>
          <w:rtl/>
        </w:rPr>
        <w:t xml:space="preserve">ں </w:t>
      </w:r>
      <w:r>
        <w:rPr>
          <w:rtl/>
        </w:rPr>
        <w:t>) سے مراد، نسبت دينا اور متصف كرنا ہے_</w:t>
      </w:r>
    </w:p>
    <w:p w:rsidR="001F628F" w:rsidRDefault="001F628F" w:rsidP="001F628F">
      <w:pPr>
        <w:pStyle w:val="libNormal"/>
        <w:rPr>
          <w:rtl/>
        </w:rPr>
      </w:pPr>
      <w:r>
        <w:rPr>
          <w:rtl/>
        </w:rPr>
        <w:t>2_ زمانہ جاہليت كے مشركين ، اپنے ہا</w:t>
      </w:r>
      <w:r w:rsidR="00083993">
        <w:rPr>
          <w:rtl/>
        </w:rPr>
        <w:t xml:space="preserve">ں </w:t>
      </w:r>
      <w:r>
        <w:rPr>
          <w:rtl/>
        </w:rPr>
        <w:t>بيٹى كى ولادت سے نفرت كرتے تھے_</w:t>
      </w:r>
    </w:p>
    <w:p w:rsidR="001F628F" w:rsidRDefault="001F628F" w:rsidP="00FF03E1">
      <w:pPr>
        <w:pStyle w:val="libArabic"/>
        <w:rPr>
          <w:rtl/>
        </w:rPr>
      </w:pPr>
      <w:r>
        <w:rPr>
          <w:rFonts w:hint="eastAsia"/>
          <w:rtl/>
        </w:rPr>
        <w:t>ويجلعون</w:t>
      </w:r>
      <w:r>
        <w:rPr>
          <w:rtl/>
        </w:rPr>
        <w:t xml:space="preserve"> لله البنات ...واذا بشرّ احد</w:t>
      </w:r>
      <w:r w:rsidR="00120F63" w:rsidRPr="00ED5DE8">
        <w:rPr>
          <w:rFonts w:hint="cs"/>
          <w:rtl/>
        </w:rPr>
        <w:t>ه</w:t>
      </w:r>
      <w:r>
        <w:rPr>
          <w:rFonts w:hint="cs"/>
          <w:rtl/>
        </w:rPr>
        <w:t>م</w:t>
      </w:r>
      <w:r>
        <w:rPr>
          <w:rtl/>
        </w:rPr>
        <w:t xml:space="preserve"> </w:t>
      </w:r>
      <w:r>
        <w:rPr>
          <w:rFonts w:hint="cs"/>
          <w:rtl/>
        </w:rPr>
        <w:t>بالانثى</w:t>
      </w:r>
      <w:r>
        <w:rPr>
          <w:rtl/>
        </w:rPr>
        <w:t xml:space="preserve"> </w:t>
      </w:r>
      <w:r>
        <w:rPr>
          <w:rFonts w:hint="cs"/>
          <w:rtl/>
        </w:rPr>
        <w:t>ظلّ</w:t>
      </w:r>
      <w:r>
        <w:rPr>
          <w:rtl/>
        </w:rPr>
        <w:t xml:space="preserve"> </w:t>
      </w:r>
      <w:r>
        <w:rPr>
          <w:rFonts w:hint="cs"/>
          <w:rtl/>
        </w:rPr>
        <w:t>وج</w:t>
      </w:r>
      <w:r w:rsidR="00120F63" w:rsidRPr="00ED5DE8">
        <w:rPr>
          <w:rFonts w:hint="cs"/>
          <w:rtl/>
        </w:rPr>
        <w:t>هه</w:t>
      </w:r>
      <w:r>
        <w:rPr>
          <w:rtl/>
        </w:rPr>
        <w:t xml:space="preserve"> </w:t>
      </w:r>
      <w:r>
        <w:rPr>
          <w:rFonts w:hint="cs"/>
          <w:rtl/>
        </w:rPr>
        <w:t>مسوداً</w:t>
      </w:r>
      <w:r>
        <w:rPr>
          <w:rtl/>
        </w:rPr>
        <w:t xml:space="preserve"> </w:t>
      </w:r>
      <w:r>
        <w:rPr>
          <w:rFonts w:hint="cs"/>
          <w:rtl/>
        </w:rPr>
        <w:t>و</w:t>
      </w:r>
      <w:r>
        <w:rPr>
          <w:rtl/>
        </w:rPr>
        <w:t xml:space="preserve"> </w:t>
      </w:r>
      <w:r w:rsidR="00120F63" w:rsidRPr="00ED5DE8">
        <w:rPr>
          <w:rFonts w:hint="cs"/>
          <w:rtl/>
        </w:rPr>
        <w:t>ه</w:t>
      </w:r>
      <w:r>
        <w:rPr>
          <w:rFonts w:hint="cs"/>
          <w:rtl/>
        </w:rPr>
        <w:t>و</w:t>
      </w:r>
      <w:r>
        <w:rPr>
          <w:rtl/>
        </w:rPr>
        <w:t xml:space="preserve"> </w:t>
      </w:r>
      <w:r>
        <w:rPr>
          <w:rFonts w:hint="cs"/>
          <w:rtl/>
        </w:rPr>
        <w:t>كظيم</w:t>
      </w:r>
      <w:r>
        <w:rPr>
          <w:rtl/>
        </w:rPr>
        <w:t xml:space="preserve"> ...</w:t>
      </w:r>
      <w:r>
        <w:rPr>
          <w:rFonts w:hint="cs"/>
          <w:rtl/>
        </w:rPr>
        <w:t>ويجعلون</w:t>
      </w:r>
      <w:r>
        <w:rPr>
          <w:rtl/>
        </w:rPr>
        <w:t xml:space="preserve"> </w:t>
      </w:r>
      <w:r>
        <w:rPr>
          <w:rFonts w:hint="cs"/>
          <w:rtl/>
        </w:rPr>
        <w:t>لله</w:t>
      </w:r>
      <w:r>
        <w:rPr>
          <w:rtl/>
        </w:rPr>
        <w:t xml:space="preserve"> </w:t>
      </w:r>
      <w:r>
        <w:rPr>
          <w:rFonts w:hint="cs"/>
          <w:rtl/>
        </w:rPr>
        <w:t>ما</w:t>
      </w:r>
      <w:r>
        <w:rPr>
          <w:rtl/>
        </w:rPr>
        <w:t xml:space="preserve"> يكر</w:t>
      </w:r>
      <w:r w:rsidR="00120F63" w:rsidRPr="00ED5DE8">
        <w:rPr>
          <w:rFonts w:hint="cs"/>
          <w:rtl/>
        </w:rPr>
        <w:t>ه</w:t>
      </w:r>
      <w:r>
        <w:rPr>
          <w:rFonts w:hint="cs"/>
          <w:rtl/>
        </w:rPr>
        <w:t>ون</w:t>
      </w:r>
    </w:p>
    <w:p w:rsidR="001F628F" w:rsidRDefault="001F628F" w:rsidP="001F628F">
      <w:pPr>
        <w:pStyle w:val="libNormal"/>
        <w:rPr>
          <w:rtl/>
        </w:rPr>
      </w:pPr>
      <w:r>
        <w:rPr>
          <w:rFonts w:hint="eastAsia"/>
          <w:rtl/>
        </w:rPr>
        <w:t>آيت</w:t>
      </w:r>
      <w:r>
        <w:rPr>
          <w:rtl/>
        </w:rPr>
        <w:t xml:space="preserve"> نمبر (57) ''ويجعلون لله البنات'' كے قرينہ كى بناء پر ''ما يكرہون'' مي</w:t>
      </w:r>
      <w:r w:rsidR="00083993">
        <w:rPr>
          <w:rtl/>
        </w:rPr>
        <w:t xml:space="preserve">ں </w:t>
      </w:r>
      <w:r>
        <w:rPr>
          <w:rtl/>
        </w:rPr>
        <w:t>''ما '' سے مرد ممكن ہے ''بنات'' ہو_</w:t>
      </w:r>
    </w:p>
    <w:p w:rsidR="001F628F" w:rsidRDefault="001F628F" w:rsidP="00FF03E1">
      <w:pPr>
        <w:pStyle w:val="libNormal"/>
        <w:rPr>
          <w:rtl/>
        </w:rPr>
      </w:pPr>
      <w:r>
        <w:rPr>
          <w:rtl/>
        </w:rPr>
        <w:t>3_ مشركين، خداوند عالم كى پاكيزگى كو ختم اور اس كى عظمت كو كم كرنے كے در پے تھے_</w:t>
      </w:r>
      <w:r w:rsidRPr="00FF03E1">
        <w:rPr>
          <w:rStyle w:val="libArabicChar"/>
          <w:rFonts w:hint="eastAsia"/>
          <w:rtl/>
        </w:rPr>
        <w:t>ويجعلون</w:t>
      </w:r>
      <w:r w:rsidRPr="00FF03E1">
        <w:rPr>
          <w:rStyle w:val="libArabicChar"/>
          <w:rtl/>
        </w:rPr>
        <w:t xml:space="preserve"> لله ما يكر</w:t>
      </w:r>
      <w:r w:rsidR="00120F63" w:rsidRPr="00B2551F">
        <w:rPr>
          <w:rStyle w:val="libArabicChar"/>
          <w:rFonts w:hint="cs"/>
          <w:rtl/>
        </w:rPr>
        <w:t>ه</w:t>
      </w:r>
      <w:r w:rsidRPr="00FF03E1">
        <w:rPr>
          <w:rStyle w:val="libArabicChar"/>
          <w:rFonts w:hint="cs"/>
          <w:rtl/>
        </w:rPr>
        <w:t>ون</w:t>
      </w:r>
    </w:p>
    <w:p w:rsidR="001F628F" w:rsidRDefault="001F628F" w:rsidP="001F628F">
      <w:pPr>
        <w:pStyle w:val="libNormal"/>
        <w:rPr>
          <w:rtl/>
        </w:rPr>
      </w:pPr>
      <w:r>
        <w:rPr>
          <w:rFonts w:hint="eastAsia"/>
          <w:rtl/>
        </w:rPr>
        <w:t>احتمال</w:t>
      </w:r>
      <w:r>
        <w:rPr>
          <w:rtl/>
        </w:rPr>
        <w:t xml:space="preserve"> ہے كہ خداوند عالم كى طرف مشركين كا ايسى مذموم چيز كہ جو خود ان كے ليے ناپسنديدہ تھى كى نسبت دينے كا مقصد، ممكن ہے مذكورہ نكتہ ہو_</w:t>
      </w:r>
    </w:p>
    <w:p w:rsidR="001F628F" w:rsidRDefault="001F628F" w:rsidP="001F628F">
      <w:pPr>
        <w:pStyle w:val="libNormal"/>
        <w:rPr>
          <w:rtl/>
        </w:rPr>
      </w:pPr>
      <w:r>
        <w:rPr>
          <w:rtl/>
        </w:rPr>
        <w:t>4_زمانہ جاہليت كے مشركين ، خداوند عالم كى طرف ناروا چيزو</w:t>
      </w:r>
      <w:r w:rsidR="00083993">
        <w:rPr>
          <w:rtl/>
        </w:rPr>
        <w:t xml:space="preserve">ں </w:t>
      </w:r>
      <w:r>
        <w:rPr>
          <w:rtl/>
        </w:rPr>
        <w:t>كى نسبت دينے كے باوجود اس كى</w:t>
      </w:r>
    </w:p>
    <w:p w:rsidR="00FF03E1" w:rsidRDefault="001E7F9D" w:rsidP="00F73EDE">
      <w:pPr>
        <w:pStyle w:val="libPoemTini"/>
        <w:rPr>
          <w:rtl/>
        </w:rPr>
      </w:pPr>
      <w:r>
        <w:rPr>
          <w:rtl/>
        </w:rPr>
        <w:br w:type="page"/>
      </w:r>
    </w:p>
    <w:p w:rsidR="001F628F" w:rsidRDefault="001F628F" w:rsidP="00FF03E1">
      <w:pPr>
        <w:pStyle w:val="libNormal"/>
        <w:rPr>
          <w:rtl/>
        </w:rPr>
      </w:pPr>
      <w:r>
        <w:rPr>
          <w:rFonts w:hint="eastAsia"/>
          <w:rtl/>
        </w:rPr>
        <w:lastRenderedPageBreak/>
        <w:t>ذات</w:t>
      </w:r>
      <w:r>
        <w:rPr>
          <w:rtl/>
        </w:rPr>
        <w:t xml:space="preserve"> پر يقين ركھتے تھے_</w:t>
      </w:r>
      <w:r w:rsidRPr="00FF03E1">
        <w:rPr>
          <w:rStyle w:val="libArabicChar"/>
          <w:rFonts w:hint="eastAsia"/>
          <w:rtl/>
        </w:rPr>
        <w:t>ويجعلون</w:t>
      </w:r>
      <w:r w:rsidRPr="00FF03E1">
        <w:rPr>
          <w:rStyle w:val="libArabicChar"/>
          <w:rtl/>
        </w:rPr>
        <w:t xml:space="preserve"> لله ما يكر</w:t>
      </w:r>
      <w:r w:rsidR="00120F63" w:rsidRPr="00B2551F">
        <w:rPr>
          <w:rStyle w:val="libArabicChar"/>
          <w:rFonts w:hint="cs"/>
          <w:rtl/>
        </w:rPr>
        <w:t>ه</w:t>
      </w:r>
      <w:r w:rsidRPr="00FF03E1">
        <w:rPr>
          <w:rStyle w:val="libArabicChar"/>
          <w:rFonts w:hint="cs"/>
          <w:rtl/>
        </w:rPr>
        <w:t>ون</w:t>
      </w:r>
    </w:p>
    <w:p w:rsidR="001F628F" w:rsidRDefault="001F628F" w:rsidP="001F628F">
      <w:pPr>
        <w:pStyle w:val="libNormal"/>
        <w:rPr>
          <w:rtl/>
        </w:rPr>
      </w:pPr>
      <w:r>
        <w:rPr>
          <w:rtl/>
        </w:rPr>
        <w:t>5_زمانہ جاہليت كے مشركين ، جھوٹ بولنے والے اور جھوٹے مطالب كوآراستہ و مزّين كرنے والے تھے_</w:t>
      </w:r>
    </w:p>
    <w:p w:rsidR="001F628F" w:rsidRDefault="001F628F" w:rsidP="00FF03E1">
      <w:pPr>
        <w:pStyle w:val="libArabic"/>
        <w:rPr>
          <w:rtl/>
        </w:rPr>
      </w:pPr>
      <w:r>
        <w:rPr>
          <w:rFonts w:hint="eastAsia"/>
          <w:rtl/>
        </w:rPr>
        <w:t>وتصف</w:t>
      </w:r>
      <w:r>
        <w:rPr>
          <w:rtl/>
        </w:rPr>
        <w:t xml:space="preserve"> السنت</w:t>
      </w:r>
      <w:r w:rsidR="00120F63" w:rsidRPr="00ED5DE8">
        <w:rPr>
          <w:rFonts w:hint="cs"/>
          <w:rtl/>
        </w:rPr>
        <w:t>ه</w:t>
      </w:r>
      <w:r>
        <w:rPr>
          <w:rFonts w:hint="cs"/>
          <w:rtl/>
        </w:rPr>
        <w:t>م</w:t>
      </w:r>
      <w:r>
        <w:rPr>
          <w:rtl/>
        </w:rPr>
        <w:t xml:space="preserve"> الكذب</w:t>
      </w:r>
    </w:p>
    <w:p w:rsidR="001F628F" w:rsidRDefault="001F628F" w:rsidP="001F628F">
      <w:pPr>
        <w:pStyle w:val="libNormal"/>
        <w:rPr>
          <w:rtl/>
        </w:rPr>
      </w:pPr>
      <w:r>
        <w:rPr>
          <w:rtl/>
        </w:rPr>
        <w:t>''الكذب ''''تصف'' كا مفعول ہے _ مشركين كے ليے فعل ''يكذب '' كى بجائے اس طرح صفت لانا ، اس چيز سے حكايت ہے كہ وہ جھوٹے مطالب كى توصيف كرتے اور ان كو آراستہ و مزّين صورت مي</w:t>
      </w:r>
      <w:r w:rsidR="00083993">
        <w:rPr>
          <w:rtl/>
        </w:rPr>
        <w:t xml:space="preserve">ں </w:t>
      </w:r>
      <w:r>
        <w:rPr>
          <w:rtl/>
        </w:rPr>
        <w:t>پيش كرتے تھے_</w:t>
      </w:r>
    </w:p>
    <w:p w:rsidR="001F628F" w:rsidRDefault="001F628F" w:rsidP="001F628F">
      <w:pPr>
        <w:pStyle w:val="libNormal"/>
        <w:rPr>
          <w:rtl/>
        </w:rPr>
      </w:pPr>
      <w:r>
        <w:rPr>
          <w:rtl/>
        </w:rPr>
        <w:t>6_ خداوند عالم كى طرف ناپسنديدہ امور كى نسبت دينے كے باو جود ، مشركين اپنے ليے اچھى عاقبت كا دعوى كرتے تھے_</w:t>
      </w:r>
    </w:p>
    <w:p w:rsidR="001F628F" w:rsidRDefault="001F628F" w:rsidP="00FF03E1">
      <w:pPr>
        <w:pStyle w:val="libArabic"/>
        <w:rPr>
          <w:rtl/>
        </w:rPr>
      </w:pPr>
      <w:r>
        <w:rPr>
          <w:rFonts w:hint="eastAsia"/>
          <w:rtl/>
        </w:rPr>
        <w:t>ويجعلون</w:t>
      </w:r>
      <w:r>
        <w:rPr>
          <w:rtl/>
        </w:rPr>
        <w:t xml:space="preserve"> لله ما يكر</w:t>
      </w:r>
      <w:r w:rsidR="00120F63" w:rsidRPr="00ED5DE8">
        <w:rPr>
          <w:rFonts w:hint="cs"/>
          <w:rtl/>
        </w:rPr>
        <w:t>ه</w:t>
      </w:r>
      <w:r>
        <w:rPr>
          <w:rFonts w:hint="cs"/>
          <w:rtl/>
        </w:rPr>
        <w:t>ون</w:t>
      </w:r>
      <w:r>
        <w:rPr>
          <w:rtl/>
        </w:rPr>
        <w:t xml:space="preserve"> </w:t>
      </w:r>
      <w:r>
        <w:rPr>
          <w:rFonts w:hint="cs"/>
          <w:rtl/>
        </w:rPr>
        <w:t>و</w:t>
      </w:r>
      <w:r>
        <w:rPr>
          <w:rtl/>
        </w:rPr>
        <w:t xml:space="preserve"> </w:t>
      </w:r>
      <w:r>
        <w:rPr>
          <w:rFonts w:hint="cs"/>
          <w:rtl/>
        </w:rPr>
        <w:t>تصف</w:t>
      </w:r>
      <w:r>
        <w:rPr>
          <w:rtl/>
        </w:rPr>
        <w:t xml:space="preserve"> </w:t>
      </w:r>
      <w:r>
        <w:rPr>
          <w:rFonts w:hint="cs"/>
          <w:rtl/>
        </w:rPr>
        <w:t>السنت</w:t>
      </w:r>
      <w:r w:rsidR="00120F63" w:rsidRPr="00ED5DE8">
        <w:rPr>
          <w:rFonts w:hint="cs"/>
          <w:rtl/>
        </w:rPr>
        <w:t>ه</w:t>
      </w:r>
      <w:r>
        <w:rPr>
          <w:rFonts w:hint="cs"/>
          <w:rtl/>
        </w:rPr>
        <w:t>م</w:t>
      </w:r>
      <w:r>
        <w:rPr>
          <w:rtl/>
        </w:rPr>
        <w:t xml:space="preserve"> </w:t>
      </w:r>
      <w:r>
        <w:rPr>
          <w:rFonts w:hint="cs"/>
          <w:rtl/>
        </w:rPr>
        <w:t>الكذب</w:t>
      </w:r>
      <w:r>
        <w:rPr>
          <w:rtl/>
        </w:rPr>
        <w:t xml:space="preserve"> </w:t>
      </w:r>
      <w:r>
        <w:rPr>
          <w:rFonts w:hint="cs"/>
          <w:rtl/>
        </w:rPr>
        <w:t>ان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w:t>
      </w:r>
      <w:r>
        <w:rPr>
          <w:rtl/>
        </w:rPr>
        <w:t>لحسنى</w:t>
      </w:r>
    </w:p>
    <w:p w:rsidR="001F628F" w:rsidRDefault="001F628F" w:rsidP="00FF03E1">
      <w:pPr>
        <w:pStyle w:val="libNormal"/>
        <w:rPr>
          <w:rtl/>
        </w:rPr>
      </w:pPr>
      <w:r>
        <w:rPr>
          <w:rtl/>
        </w:rPr>
        <w:t>7_ مشركين كا اپنے ليے اچھے انجام كا دعوى كرنا ، ايك جھوٹا اور حقيقت سے دور دعوى تھا _</w:t>
      </w:r>
      <w:r w:rsidRPr="00FF03E1">
        <w:rPr>
          <w:rStyle w:val="libArabicChar"/>
          <w:rFonts w:hint="eastAsia"/>
          <w:rtl/>
        </w:rPr>
        <w:t>وتصف</w:t>
      </w:r>
      <w:r w:rsidRPr="00FF03E1">
        <w:rPr>
          <w:rStyle w:val="libArabicChar"/>
          <w:rtl/>
        </w:rPr>
        <w:t xml:space="preserve"> السنت</w:t>
      </w:r>
      <w:r w:rsidR="00120F63" w:rsidRPr="00B2551F">
        <w:rPr>
          <w:rStyle w:val="libArabicChar"/>
          <w:rFonts w:hint="cs"/>
          <w:rtl/>
        </w:rPr>
        <w:t>ه</w:t>
      </w:r>
      <w:r w:rsidRPr="00FF03E1">
        <w:rPr>
          <w:rStyle w:val="libArabicChar"/>
          <w:rFonts w:hint="cs"/>
          <w:rtl/>
        </w:rPr>
        <w:t>م</w:t>
      </w:r>
      <w:r w:rsidRPr="00FF03E1">
        <w:rPr>
          <w:rStyle w:val="libArabicChar"/>
          <w:rtl/>
        </w:rPr>
        <w:t xml:space="preserve"> </w:t>
      </w:r>
      <w:r w:rsidRPr="00FF03E1">
        <w:rPr>
          <w:rStyle w:val="libArabicChar"/>
          <w:rFonts w:hint="cs"/>
          <w:rtl/>
        </w:rPr>
        <w:t>الكذب</w:t>
      </w:r>
      <w:r w:rsidRPr="00FF03E1">
        <w:rPr>
          <w:rStyle w:val="libArabicChar"/>
          <w:rtl/>
        </w:rPr>
        <w:t xml:space="preserve"> </w:t>
      </w:r>
      <w:r w:rsidRPr="00FF03E1">
        <w:rPr>
          <w:rStyle w:val="libArabicChar"/>
          <w:rFonts w:hint="cs"/>
          <w:rtl/>
        </w:rPr>
        <w:t>ان</w:t>
      </w:r>
      <w:r w:rsidRPr="00FF03E1">
        <w:rPr>
          <w:rStyle w:val="libArabicChar"/>
          <w:rtl/>
        </w:rPr>
        <w:t xml:space="preserve"> </w:t>
      </w:r>
      <w:r w:rsidRPr="00FF03E1">
        <w:rPr>
          <w:rStyle w:val="libArabicChar"/>
          <w:rFonts w:hint="cs"/>
          <w:rtl/>
        </w:rPr>
        <w:t>ل</w:t>
      </w:r>
      <w:r w:rsidR="00120F63" w:rsidRPr="00B2551F">
        <w:rPr>
          <w:rStyle w:val="libArabicChar"/>
          <w:rFonts w:hint="cs"/>
          <w:rtl/>
        </w:rPr>
        <w:t>ه</w:t>
      </w:r>
      <w:r w:rsidRPr="00FF03E1">
        <w:rPr>
          <w:rStyle w:val="libArabicChar"/>
          <w:rFonts w:hint="cs"/>
          <w:rtl/>
        </w:rPr>
        <w:t>م</w:t>
      </w:r>
      <w:r w:rsidRPr="00FF03E1">
        <w:rPr>
          <w:rStyle w:val="libArabicChar"/>
          <w:rtl/>
        </w:rPr>
        <w:t xml:space="preserve"> </w:t>
      </w:r>
      <w:r w:rsidRPr="00FF03E1">
        <w:rPr>
          <w:rStyle w:val="libArabicChar"/>
          <w:rFonts w:hint="cs"/>
          <w:rtl/>
        </w:rPr>
        <w:t>ال</w:t>
      </w:r>
      <w:r w:rsidRPr="00FF03E1">
        <w:rPr>
          <w:rStyle w:val="libArabicChar"/>
          <w:rtl/>
        </w:rPr>
        <w:t>حسنى</w:t>
      </w:r>
      <w:r w:rsidR="00FF03E1" w:rsidRPr="00FF03E1">
        <w:rPr>
          <w:rStyle w:val="libArabicChar"/>
          <w:rFonts w:hint="cs"/>
          <w:rtl/>
        </w:rPr>
        <w:t xml:space="preserve"> </w:t>
      </w:r>
      <w:r w:rsidR="00FF03E1">
        <w:rPr>
          <w:rStyle w:val="libArabicChar"/>
          <w:rFonts w:hint="cs"/>
          <w:rtl/>
        </w:rPr>
        <w:t xml:space="preserve">  </w:t>
      </w:r>
      <w:r w:rsidRPr="00FF03E1">
        <w:rPr>
          <w:rStyle w:val="libArabicChar"/>
          <w:rtl/>
        </w:rPr>
        <w:t>''ا ن ل</w:t>
      </w:r>
      <w:r w:rsidR="00120F63" w:rsidRPr="00B2551F">
        <w:rPr>
          <w:rStyle w:val="libArabicChar"/>
          <w:rFonts w:hint="cs"/>
          <w:rtl/>
        </w:rPr>
        <w:t>ه</w:t>
      </w:r>
      <w:r w:rsidRPr="00FF03E1">
        <w:rPr>
          <w:rStyle w:val="libArabicChar"/>
          <w:rFonts w:hint="cs"/>
          <w:rtl/>
        </w:rPr>
        <w:t>م</w:t>
      </w:r>
      <w:r w:rsidRPr="00FF03E1">
        <w:rPr>
          <w:rStyle w:val="libArabicChar"/>
          <w:rtl/>
        </w:rPr>
        <w:t xml:space="preserve"> </w:t>
      </w:r>
      <w:r w:rsidRPr="00FF03E1">
        <w:rPr>
          <w:rStyle w:val="libArabicChar"/>
          <w:rFonts w:hint="cs"/>
          <w:rtl/>
        </w:rPr>
        <w:t>الحسنى</w:t>
      </w:r>
      <w:r w:rsidRPr="00FF03E1">
        <w:rPr>
          <w:rStyle w:val="libArabicChar"/>
          <w:rtl/>
        </w:rPr>
        <w:t xml:space="preserve"> ''</w:t>
      </w:r>
      <w:r>
        <w:rPr>
          <w:rtl/>
        </w:rPr>
        <w:t xml:space="preserve"> ''الكذب'' كے ليے بدل ہے_</w:t>
      </w:r>
    </w:p>
    <w:p w:rsidR="001F628F" w:rsidRDefault="001F628F" w:rsidP="00FF03E1">
      <w:pPr>
        <w:pStyle w:val="libNormal"/>
        <w:rPr>
          <w:rtl/>
        </w:rPr>
      </w:pPr>
      <w:r>
        <w:rPr>
          <w:rtl/>
        </w:rPr>
        <w:t>8_ مشركين يہ دعوى كرتے تھے كہ جنت ان كے ليے ہے _</w:t>
      </w:r>
      <w:r w:rsidRPr="00FF03E1">
        <w:rPr>
          <w:rStyle w:val="libArabicChar"/>
          <w:rFonts w:hint="eastAsia"/>
          <w:rtl/>
        </w:rPr>
        <w:t>وتصف</w:t>
      </w:r>
      <w:r w:rsidRPr="00FF03E1">
        <w:rPr>
          <w:rStyle w:val="libArabicChar"/>
          <w:rtl/>
        </w:rPr>
        <w:t xml:space="preserve"> السنت</w:t>
      </w:r>
      <w:r w:rsidR="00120F63" w:rsidRPr="00B2551F">
        <w:rPr>
          <w:rStyle w:val="libArabicChar"/>
          <w:rFonts w:hint="cs"/>
          <w:rtl/>
        </w:rPr>
        <w:t>ه</w:t>
      </w:r>
      <w:r w:rsidRPr="00FF03E1">
        <w:rPr>
          <w:rStyle w:val="libArabicChar"/>
          <w:rFonts w:hint="cs"/>
          <w:rtl/>
        </w:rPr>
        <w:t>م</w:t>
      </w:r>
      <w:r w:rsidRPr="00FF03E1">
        <w:rPr>
          <w:rStyle w:val="libArabicChar"/>
          <w:rtl/>
        </w:rPr>
        <w:t xml:space="preserve"> </w:t>
      </w:r>
      <w:r w:rsidRPr="00FF03E1">
        <w:rPr>
          <w:rStyle w:val="libArabicChar"/>
          <w:rFonts w:hint="cs"/>
          <w:rtl/>
        </w:rPr>
        <w:t>الكذب</w:t>
      </w:r>
      <w:r w:rsidRPr="00FF03E1">
        <w:rPr>
          <w:rStyle w:val="libArabicChar"/>
          <w:rtl/>
        </w:rPr>
        <w:t xml:space="preserve"> </w:t>
      </w:r>
      <w:r w:rsidRPr="00FF03E1">
        <w:rPr>
          <w:rStyle w:val="libArabicChar"/>
          <w:rFonts w:hint="cs"/>
          <w:rtl/>
        </w:rPr>
        <w:t>ان</w:t>
      </w:r>
      <w:r w:rsidRPr="00FF03E1">
        <w:rPr>
          <w:rStyle w:val="libArabicChar"/>
          <w:rtl/>
        </w:rPr>
        <w:t xml:space="preserve"> </w:t>
      </w:r>
      <w:r w:rsidRPr="00FF03E1">
        <w:rPr>
          <w:rStyle w:val="libArabicChar"/>
          <w:rFonts w:hint="cs"/>
          <w:rtl/>
        </w:rPr>
        <w:t>ل</w:t>
      </w:r>
      <w:r w:rsidR="00120F63" w:rsidRPr="00B2551F">
        <w:rPr>
          <w:rStyle w:val="libArabicChar"/>
          <w:rFonts w:hint="cs"/>
          <w:rtl/>
        </w:rPr>
        <w:t>ه</w:t>
      </w:r>
      <w:r w:rsidRPr="00FF03E1">
        <w:rPr>
          <w:rStyle w:val="libArabicChar"/>
          <w:rFonts w:hint="cs"/>
          <w:rtl/>
        </w:rPr>
        <w:t>م</w:t>
      </w:r>
      <w:r w:rsidRPr="00FF03E1">
        <w:rPr>
          <w:rStyle w:val="libArabicChar"/>
          <w:rtl/>
        </w:rPr>
        <w:t xml:space="preserve"> الحسنى</w:t>
      </w:r>
    </w:p>
    <w:p w:rsidR="001F628F" w:rsidRDefault="001F628F" w:rsidP="001F628F">
      <w:pPr>
        <w:pStyle w:val="libNormal"/>
        <w:rPr>
          <w:rtl/>
        </w:rPr>
      </w:pPr>
      <w:r>
        <w:rPr>
          <w:rFonts w:hint="eastAsia"/>
          <w:rtl/>
        </w:rPr>
        <w:t>احتمال</w:t>
      </w:r>
      <w:r>
        <w:rPr>
          <w:rtl/>
        </w:rPr>
        <w:t xml:space="preserve"> ہے كہ بعد والے جملہ''ان لہم النار'' كے قرينہ كى بناء پر ''ان لہم الحسني'' سے مراد، بہشت ہو_</w:t>
      </w:r>
    </w:p>
    <w:p w:rsidR="001F628F" w:rsidRDefault="001F628F" w:rsidP="001F628F">
      <w:pPr>
        <w:pStyle w:val="libNormal"/>
        <w:rPr>
          <w:rtl/>
        </w:rPr>
      </w:pPr>
      <w:r>
        <w:rPr>
          <w:rtl/>
        </w:rPr>
        <w:t>9_مشركين ، بيٹے كے ذريعہ اپنى نسل كوباقى ركھنا، اپنے ليے نيك انجام خيال كرتے تھے_</w:t>
      </w:r>
    </w:p>
    <w:p w:rsidR="001F628F" w:rsidRDefault="001F628F" w:rsidP="00FF03E1">
      <w:pPr>
        <w:pStyle w:val="libArabic"/>
        <w:rPr>
          <w:rtl/>
        </w:rPr>
      </w:pPr>
      <w:r>
        <w:rPr>
          <w:rFonts w:hint="eastAsia"/>
          <w:rtl/>
        </w:rPr>
        <w:t>ويجعلون</w:t>
      </w:r>
      <w:r>
        <w:rPr>
          <w:rtl/>
        </w:rPr>
        <w:t xml:space="preserve"> لله ما يكر</w:t>
      </w:r>
      <w:r w:rsidR="00120F63" w:rsidRPr="00ED5DE8">
        <w:rPr>
          <w:rFonts w:hint="cs"/>
          <w:rtl/>
        </w:rPr>
        <w:t>ه</w:t>
      </w:r>
      <w:r>
        <w:rPr>
          <w:rFonts w:hint="cs"/>
          <w:rtl/>
        </w:rPr>
        <w:t>ون</w:t>
      </w:r>
      <w:r>
        <w:rPr>
          <w:rtl/>
        </w:rPr>
        <w:t xml:space="preserve"> </w:t>
      </w:r>
      <w:r>
        <w:rPr>
          <w:rFonts w:hint="cs"/>
          <w:rtl/>
        </w:rPr>
        <w:t>و</w:t>
      </w:r>
      <w:r>
        <w:rPr>
          <w:rtl/>
        </w:rPr>
        <w:t xml:space="preserve"> </w:t>
      </w:r>
      <w:r>
        <w:rPr>
          <w:rFonts w:hint="cs"/>
          <w:rtl/>
        </w:rPr>
        <w:t>تصف</w:t>
      </w:r>
      <w:r>
        <w:rPr>
          <w:rtl/>
        </w:rPr>
        <w:t xml:space="preserve"> </w:t>
      </w:r>
      <w:r>
        <w:rPr>
          <w:rFonts w:hint="cs"/>
          <w:rtl/>
        </w:rPr>
        <w:t>السنت</w:t>
      </w:r>
      <w:r w:rsidR="00120F63" w:rsidRPr="00ED5DE8">
        <w:rPr>
          <w:rFonts w:hint="cs"/>
          <w:rtl/>
        </w:rPr>
        <w:t>ه</w:t>
      </w:r>
      <w:r>
        <w:rPr>
          <w:rFonts w:hint="cs"/>
          <w:rtl/>
        </w:rPr>
        <w:t>م</w:t>
      </w:r>
      <w:r>
        <w:rPr>
          <w:rtl/>
        </w:rPr>
        <w:t xml:space="preserve"> </w:t>
      </w:r>
      <w:r>
        <w:rPr>
          <w:rFonts w:hint="cs"/>
          <w:rtl/>
        </w:rPr>
        <w:t>الكذب</w:t>
      </w:r>
      <w:r>
        <w:rPr>
          <w:rtl/>
        </w:rPr>
        <w:t xml:space="preserve"> </w:t>
      </w:r>
      <w:r>
        <w:rPr>
          <w:rFonts w:hint="cs"/>
          <w:rtl/>
        </w:rPr>
        <w:t>ان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w:t>
      </w:r>
      <w:r>
        <w:rPr>
          <w:rtl/>
        </w:rPr>
        <w:t>لحسنى</w:t>
      </w:r>
    </w:p>
    <w:p w:rsidR="001F628F" w:rsidRDefault="001F628F" w:rsidP="001F628F">
      <w:pPr>
        <w:pStyle w:val="libNormal"/>
        <w:rPr>
          <w:rtl/>
        </w:rPr>
      </w:pPr>
      <w:r>
        <w:rPr>
          <w:rFonts w:hint="eastAsia"/>
          <w:rtl/>
        </w:rPr>
        <w:t>احتمال</w:t>
      </w:r>
      <w:r>
        <w:rPr>
          <w:rtl/>
        </w:rPr>
        <w:t xml:space="preserve"> ہے كہ ''يجعلون لله البنات ...و لہم ما يشتہون'' اور 'يجعلون لله ما يكرہون'' كے قرينہ كى بناء پر ''الحسنى '' سے مراد، مشركين كا ان بيٹو</w:t>
      </w:r>
      <w:r w:rsidR="00083993">
        <w:rPr>
          <w:rtl/>
        </w:rPr>
        <w:t xml:space="preserve">ں </w:t>
      </w:r>
      <w:r>
        <w:rPr>
          <w:rtl/>
        </w:rPr>
        <w:t>كے ذريعہ كہ جن كا وہ اپنے ليے دعوى كرتے تھے ، نسل كو جارى ركھنا ہے_</w:t>
      </w:r>
    </w:p>
    <w:p w:rsidR="001F628F" w:rsidRDefault="001F628F" w:rsidP="001F628F">
      <w:pPr>
        <w:pStyle w:val="libNormal"/>
        <w:rPr>
          <w:rtl/>
        </w:rPr>
      </w:pPr>
      <w:r>
        <w:rPr>
          <w:rtl/>
        </w:rPr>
        <w:t>10_ خداوند عالم كى طرف ناروا امور كى نسبت دينے كے مقابلہ مي</w:t>
      </w:r>
      <w:r w:rsidR="00083993">
        <w:rPr>
          <w:rtl/>
        </w:rPr>
        <w:t xml:space="preserve">ں </w:t>
      </w:r>
      <w:r>
        <w:rPr>
          <w:rtl/>
        </w:rPr>
        <w:t>مشركين اپنے ليے برتر چيزو</w:t>
      </w:r>
      <w:r w:rsidR="00083993">
        <w:rPr>
          <w:rtl/>
        </w:rPr>
        <w:t xml:space="preserve">ں </w:t>
      </w:r>
      <w:r>
        <w:rPr>
          <w:rtl/>
        </w:rPr>
        <w:t>كے قائل تھے_</w:t>
      </w:r>
    </w:p>
    <w:p w:rsidR="001F628F" w:rsidRDefault="001F628F" w:rsidP="00FF03E1">
      <w:pPr>
        <w:pStyle w:val="libArabic"/>
        <w:rPr>
          <w:rtl/>
        </w:rPr>
      </w:pPr>
      <w:r>
        <w:rPr>
          <w:rFonts w:hint="eastAsia"/>
          <w:rtl/>
        </w:rPr>
        <w:t>ويجعلون</w:t>
      </w:r>
      <w:r>
        <w:rPr>
          <w:rtl/>
        </w:rPr>
        <w:t xml:space="preserve"> لله ما يكر</w:t>
      </w:r>
      <w:r w:rsidR="00120F63" w:rsidRPr="00ED5DE8">
        <w:rPr>
          <w:rFonts w:hint="cs"/>
          <w:rtl/>
        </w:rPr>
        <w:t>ه</w:t>
      </w:r>
      <w:r>
        <w:rPr>
          <w:rFonts w:hint="cs"/>
          <w:rtl/>
        </w:rPr>
        <w:t>ون</w:t>
      </w:r>
      <w:r>
        <w:rPr>
          <w:rtl/>
        </w:rPr>
        <w:t xml:space="preserve"> ...</w:t>
      </w:r>
      <w:r>
        <w:rPr>
          <w:rFonts w:hint="cs"/>
          <w:rtl/>
        </w:rPr>
        <w:t>ان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w:t>
      </w:r>
      <w:r>
        <w:rPr>
          <w:rtl/>
        </w:rPr>
        <w:t>لحسنى</w:t>
      </w:r>
    </w:p>
    <w:p w:rsidR="001F628F" w:rsidRDefault="001F628F" w:rsidP="00FF03E1">
      <w:pPr>
        <w:pStyle w:val="libNormal"/>
        <w:rPr>
          <w:rtl/>
        </w:rPr>
      </w:pPr>
      <w:r>
        <w:rPr>
          <w:rtl/>
        </w:rPr>
        <w:t>11_ بے شك، خداوند عالم پر افتراء باندھنے والے مشركين كى سزا ،جہنم كى آگ ہے_</w:t>
      </w:r>
      <w:r w:rsidRPr="00FF03E1">
        <w:rPr>
          <w:rStyle w:val="libArabicChar"/>
          <w:rFonts w:hint="eastAsia"/>
          <w:rtl/>
        </w:rPr>
        <w:t>لاجرم</w:t>
      </w:r>
      <w:r w:rsidRPr="00FF03E1">
        <w:rPr>
          <w:rStyle w:val="libArabicChar"/>
          <w:rtl/>
        </w:rPr>
        <w:t xml:space="preserve"> ان ل</w:t>
      </w:r>
      <w:r w:rsidR="00120F63" w:rsidRPr="00B2551F">
        <w:rPr>
          <w:rStyle w:val="libArabicChar"/>
          <w:rFonts w:hint="cs"/>
          <w:rtl/>
        </w:rPr>
        <w:t>ه</w:t>
      </w:r>
      <w:r w:rsidRPr="00FF03E1">
        <w:rPr>
          <w:rStyle w:val="libArabicChar"/>
          <w:rFonts w:hint="cs"/>
          <w:rtl/>
        </w:rPr>
        <w:t>م</w:t>
      </w:r>
      <w:r w:rsidRPr="00FF03E1">
        <w:rPr>
          <w:rStyle w:val="libArabicChar"/>
          <w:rtl/>
        </w:rPr>
        <w:t xml:space="preserve"> النار</w:t>
      </w:r>
    </w:p>
    <w:p w:rsidR="001F628F" w:rsidRDefault="001F628F" w:rsidP="001F628F">
      <w:pPr>
        <w:pStyle w:val="libNormal"/>
        <w:rPr>
          <w:rtl/>
        </w:rPr>
      </w:pPr>
      <w:r>
        <w:rPr>
          <w:rtl/>
        </w:rPr>
        <w:t>12_ خداوند عالم پر افتراء باندھنا اور اس كى طرف ناروا نسبت دينا ، جہنم كى آگ كا سبب ہے_</w:t>
      </w:r>
    </w:p>
    <w:p w:rsidR="001F628F" w:rsidRDefault="001F628F" w:rsidP="00FF03E1">
      <w:pPr>
        <w:pStyle w:val="libArabic"/>
        <w:rPr>
          <w:rtl/>
        </w:rPr>
      </w:pPr>
      <w:r>
        <w:rPr>
          <w:rFonts w:hint="eastAsia"/>
          <w:rtl/>
        </w:rPr>
        <w:t>عمّا</w:t>
      </w:r>
      <w:r>
        <w:rPr>
          <w:rtl/>
        </w:rPr>
        <w:t xml:space="preserve"> كنتم تفترون ويجعلون لله البنات ...ويجعلون لله ما يكر</w:t>
      </w:r>
      <w:r w:rsidR="00120F63" w:rsidRPr="00ED5DE8">
        <w:rPr>
          <w:rFonts w:hint="cs"/>
          <w:rtl/>
        </w:rPr>
        <w:t>ه</w:t>
      </w:r>
      <w:r>
        <w:rPr>
          <w:rFonts w:hint="cs"/>
          <w:rtl/>
        </w:rPr>
        <w:t>ون</w:t>
      </w:r>
      <w:r>
        <w:rPr>
          <w:rtl/>
        </w:rPr>
        <w:t xml:space="preserve"> ...</w:t>
      </w:r>
      <w:r>
        <w:rPr>
          <w:rFonts w:hint="cs"/>
          <w:rtl/>
        </w:rPr>
        <w:t>لا</w:t>
      </w:r>
      <w:r>
        <w:rPr>
          <w:rtl/>
        </w:rPr>
        <w:t xml:space="preserve"> </w:t>
      </w:r>
      <w:r>
        <w:rPr>
          <w:rFonts w:hint="cs"/>
          <w:rtl/>
        </w:rPr>
        <w:t>جرم</w:t>
      </w:r>
      <w:r>
        <w:rPr>
          <w:rtl/>
        </w:rPr>
        <w:t xml:space="preserve"> </w:t>
      </w:r>
      <w:r>
        <w:rPr>
          <w:rFonts w:hint="cs"/>
          <w:rtl/>
        </w:rPr>
        <w:t>ان</w:t>
      </w:r>
      <w:r>
        <w:rPr>
          <w:rtl/>
        </w:rPr>
        <w:t xml:space="preserve"> </w:t>
      </w:r>
      <w:r>
        <w:rPr>
          <w:rFonts w:hint="cs"/>
          <w:rtl/>
        </w:rPr>
        <w:t>ل</w:t>
      </w:r>
      <w:r w:rsidR="00120F63" w:rsidRPr="00ED5DE8">
        <w:rPr>
          <w:rFonts w:hint="cs"/>
          <w:rtl/>
        </w:rPr>
        <w:t>ه</w:t>
      </w:r>
      <w:r>
        <w:rPr>
          <w:rFonts w:hint="cs"/>
          <w:rtl/>
        </w:rPr>
        <w:t>م</w:t>
      </w:r>
      <w:r>
        <w:rPr>
          <w:rtl/>
        </w:rPr>
        <w:t xml:space="preserve"> النار</w:t>
      </w:r>
    </w:p>
    <w:p w:rsidR="00FF03E1" w:rsidRDefault="001E7F9D" w:rsidP="00F73EDE">
      <w:pPr>
        <w:pStyle w:val="libPoemTini"/>
        <w:rPr>
          <w:rtl/>
        </w:rPr>
      </w:pPr>
      <w:r>
        <w:rPr>
          <w:rtl/>
        </w:rPr>
        <w:br w:type="page"/>
      </w:r>
    </w:p>
    <w:p w:rsidR="001F628F" w:rsidRDefault="001F628F" w:rsidP="00FF03E1">
      <w:pPr>
        <w:pStyle w:val="libNormal"/>
        <w:rPr>
          <w:rtl/>
        </w:rPr>
      </w:pPr>
      <w:r>
        <w:rPr>
          <w:rtl/>
        </w:rPr>
        <w:lastRenderedPageBreak/>
        <w:t>13_ مشركين ، سب سے پہلے جہنم كى آگ مي</w:t>
      </w:r>
      <w:r w:rsidR="00083993">
        <w:rPr>
          <w:rtl/>
        </w:rPr>
        <w:t xml:space="preserve">ں </w:t>
      </w:r>
      <w:r>
        <w:rPr>
          <w:rtl/>
        </w:rPr>
        <w:t>داخل ہو نگے_</w:t>
      </w:r>
      <w:r w:rsidRPr="00FF03E1">
        <w:rPr>
          <w:rStyle w:val="libArabicChar"/>
          <w:rFonts w:hint="eastAsia"/>
          <w:rtl/>
        </w:rPr>
        <w:t>لا</w:t>
      </w:r>
      <w:r w:rsidRPr="00FF03E1">
        <w:rPr>
          <w:rStyle w:val="libArabicChar"/>
          <w:rtl/>
        </w:rPr>
        <w:t xml:space="preserve"> جرم ان ل</w:t>
      </w:r>
      <w:r w:rsidR="00120F63" w:rsidRPr="00B2551F">
        <w:rPr>
          <w:rStyle w:val="libArabicChar"/>
          <w:rFonts w:hint="cs"/>
          <w:rtl/>
        </w:rPr>
        <w:t>ه</w:t>
      </w:r>
      <w:r w:rsidRPr="00FF03E1">
        <w:rPr>
          <w:rStyle w:val="libArabicChar"/>
          <w:rFonts w:hint="cs"/>
          <w:rtl/>
        </w:rPr>
        <w:t>م</w:t>
      </w:r>
      <w:r w:rsidRPr="00FF03E1">
        <w:rPr>
          <w:rStyle w:val="libArabicChar"/>
          <w:rtl/>
        </w:rPr>
        <w:t xml:space="preserve"> </w:t>
      </w:r>
      <w:r w:rsidRPr="00FF03E1">
        <w:rPr>
          <w:rStyle w:val="libArabicChar"/>
          <w:rFonts w:hint="cs"/>
          <w:rtl/>
        </w:rPr>
        <w:t>النار</w:t>
      </w:r>
      <w:r w:rsidRPr="00FF03E1">
        <w:rPr>
          <w:rStyle w:val="libArabicChar"/>
          <w:rtl/>
        </w:rPr>
        <w:t xml:space="preserve"> </w:t>
      </w:r>
      <w:r w:rsidRPr="00FF03E1">
        <w:rPr>
          <w:rStyle w:val="libArabicChar"/>
          <w:rFonts w:hint="cs"/>
          <w:rtl/>
        </w:rPr>
        <w:t>و</w:t>
      </w:r>
      <w:r w:rsidRPr="00FF03E1">
        <w:rPr>
          <w:rStyle w:val="libArabicChar"/>
          <w:rtl/>
        </w:rPr>
        <w:t xml:space="preserve"> </w:t>
      </w:r>
      <w:r w:rsidRPr="00FF03E1">
        <w:rPr>
          <w:rStyle w:val="libArabicChar"/>
          <w:rFonts w:hint="cs"/>
          <w:rtl/>
        </w:rPr>
        <w:t>ان</w:t>
      </w:r>
      <w:r w:rsidR="00120F63" w:rsidRPr="00B2551F">
        <w:rPr>
          <w:rStyle w:val="libArabicChar"/>
          <w:rFonts w:hint="cs"/>
          <w:rtl/>
        </w:rPr>
        <w:t>ه</w:t>
      </w:r>
      <w:r w:rsidRPr="00FF03E1">
        <w:rPr>
          <w:rStyle w:val="libArabicChar"/>
          <w:rFonts w:hint="cs"/>
          <w:rtl/>
        </w:rPr>
        <w:t>م</w:t>
      </w:r>
      <w:r w:rsidRPr="00FF03E1">
        <w:rPr>
          <w:rStyle w:val="libArabicChar"/>
          <w:rtl/>
        </w:rPr>
        <w:t xml:space="preserve"> مفرطون</w:t>
      </w:r>
    </w:p>
    <w:p w:rsidR="001F628F" w:rsidRDefault="001F628F" w:rsidP="001F628F">
      <w:pPr>
        <w:pStyle w:val="libNormal"/>
        <w:rPr>
          <w:rtl/>
        </w:rPr>
      </w:pPr>
      <w:r>
        <w:rPr>
          <w:rtl/>
        </w:rPr>
        <w:t>(فرط مصدر) سے مفرط كا معنى آگے ہونا ، سبقت اور جلدى كرنا ہے_</w:t>
      </w:r>
    </w:p>
    <w:p w:rsidR="001F628F" w:rsidRDefault="001F628F" w:rsidP="001F628F">
      <w:pPr>
        <w:pStyle w:val="libNormal"/>
        <w:rPr>
          <w:rtl/>
        </w:rPr>
      </w:pPr>
      <w:r>
        <w:rPr>
          <w:rtl/>
        </w:rPr>
        <w:t>14_ افتراء باندھنے والے مشركين كو جہنم مي</w:t>
      </w:r>
      <w:r w:rsidR="00083993">
        <w:rPr>
          <w:rtl/>
        </w:rPr>
        <w:t xml:space="preserve">ں </w:t>
      </w:r>
      <w:r>
        <w:rPr>
          <w:rtl/>
        </w:rPr>
        <w:t>ان كے حال پر چھوڑ ديا جائے گا اور ان كو فراموش كرد يا جائے گا_</w:t>
      </w:r>
    </w:p>
    <w:p w:rsidR="001F628F" w:rsidRDefault="001F628F" w:rsidP="00FF03E1">
      <w:pPr>
        <w:pStyle w:val="libArabic"/>
        <w:rPr>
          <w:rtl/>
        </w:rPr>
      </w:pPr>
      <w:r>
        <w:rPr>
          <w:rFonts w:hint="eastAsia"/>
          <w:rtl/>
        </w:rPr>
        <w:t>لا</w:t>
      </w:r>
      <w:r>
        <w:rPr>
          <w:rtl/>
        </w:rPr>
        <w:t xml:space="preserve"> جرم ان ل</w:t>
      </w:r>
      <w:r w:rsidR="00120F63" w:rsidRPr="00ED5DE8">
        <w:rPr>
          <w:rFonts w:hint="cs"/>
          <w:rtl/>
        </w:rPr>
        <w:t>ه</w:t>
      </w:r>
      <w:r>
        <w:rPr>
          <w:rFonts w:hint="cs"/>
          <w:rtl/>
        </w:rPr>
        <w:t>م</w:t>
      </w:r>
      <w:r>
        <w:rPr>
          <w:rtl/>
        </w:rPr>
        <w:t xml:space="preserve"> </w:t>
      </w:r>
      <w:r>
        <w:rPr>
          <w:rFonts w:hint="cs"/>
          <w:rtl/>
        </w:rPr>
        <w:t>النار</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م</w:t>
      </w:r>
      <w:r>
        <w:rPr>
          <w:rtl/>
        </w:rPr>
        <w:t>فرطون</w:t>
      </w:r>
    </w:p>
    <w:p w:rsidR="001F628F" w:rsidRDefault="001F628F" w:rsidP="001F628F">
      <w:pPr>
        <w:pStyle w:val="libNormal"/>
        <w:rPr>
          <w:rtl/>
        </w:rPr>
      </w:pPr>
      <w:r>
        <w:rPr>
          <w:rFonts w:hint="eastAsia"/>
          <w:rtl/>
        </w:rPr>
        <w:t>لغت</w:t>
      </w:r>
      <w:r>
        <w:rPr>
          <w:rtl/>
        </w:rPr>
        <w:t xml:space="preserve"> مي</w:t>
      </w:r>
      <w:r w:rsidR="00083993">
        <w:rPr>
          <w:rtl/>
        </w:rPr>
        <w:t xml:space="preserve">ں </w:t>
      </w:r>
      <w:r>
        <w:rPr>
          <w:rtl/>
        </w:rPr>
        <w:t>''فرط''كا معنى ترك ذكر ہوا ہے اور مذكورہ تفسير اسى معنى كى بناء پر ہے_</w:t>
      </w:r>
    </w:p>
    <w:p w:rsidR="001F628F" w:rsidRDefault="001F628F" w:rsidP="00FF03E1">
      <w:pPr>
        <w:pStyle w:val="libNormal"/>
        <w:rPr>
          <w:rtl/>
        </w:rPr>
      </w:pPr>
      <w:r>
        <w:rPr>
          <w:rFonts w:hint="eastAsia"/>
          <w:rtl/>
        </w:rPr>
        <w:t>افترائ</w:t>
      </w:r>
      <w:r>
        <w:rPr>
          <w:rtl/>
        </w:rPr>
        <w:t>:</w:t>
      </w:r>
      <w:r>
        <w:rPr>
          <w:rFonts w:hint="eastAsia"/>
          <w:rtl/>
        </w:rPr>
        <w:t>الله</w:t>
      </w:r>
      <w:r>
        <w:rPr>
          <w:rtl/>
        </w:rPr>
        <w:t xml:space="preserve"> تعالى پر افتراء 1،10; الله تعالى پر افتراء باندھنے كى سزا 12</w:t>
      </w:r>
    </w:p>
    <w:p w:rsidR="001F628F" w:rsidRDefault="001F628F" w:rsidP="00FF03E1">
      <w:pPr>
        <w:pStyle w:val="libNormal"/>
        <w:rPr>
          <w:rtl/>
        </w:rPr>
      </w:pPr>
      <w:r>
        <w:rPr>
          <w:rFonts w:hint="eastAsia"/>
          <w:rtl/>
        </w:rPr>
        <w:t>الله</w:t>
      </w:r>
      <w:r>
        <w:rPr>
          <w:rtl/>
        </w:rPr>
        <w:t xml:space="preserve"> تعالي:</w:t>
      </w:r>
      <w:r>
        <w:rPr>
          <w:rFonts w:hint="eastAsia"/>
          <w:rtl/>
        </w:rPr>
        <w:t>الله</w:t>
      </w:r>
      <w:r>
        <w:rPr>
          <w:rtl/>
        </w:rPr>
        <w:t xml:space="preserve"> تعالى پر افتراء باندھنے والو</w:t>
      </w:r>
      <w:r w:rsidR="00083993">
        <w:rPr>
          <w:rtl/>
        </w:rPr>
        <w:t xml:space="preserve">ں </w:t>
      </w:r>
      <w:r>
        <w:rPr>
          <w:rtl/>
        </w:rPr>
        <w:t>كا جہنم مي</w:t>
      </w:r>
      <w:r w:rsidR="00083993">
        <w:rPr>
          <w:rtl/>
        </w:rPr>
        <w:t xml:space="preserve">ں </w:t>
      </w:r>
      <w:r>
        <w:rPr>
          <w:rtl/>
        </w:rPr>
        <w:t>ہونا 14; الله تعالى پر افتراء باندھنے والو</w:t>
      </w:r>
      <w:r w:rsidR="00083993">
        <w:rPr>
          <w:rtl/>
        </w:rPr>
        <w:t xml:space="preserve">ں </w:t>
      </w:r>
      <w:r>
        <w:rPr>
          <w:rtl/>
        </w:rPr>
        <w:t>كى سزا 11; الله تعالى پر افتراء باندھنے والے افراد 1،4; الله تعالى كى پاكيزگى كو ختم كرنا 3</w:t>
      </w:r>
    </w:p>
    <w:p w:rsidR="001F628F" w:rsidRDefault="001F628F" w:rsidP="00FF03E1">
      <w:pPr>
        <w:pStyle w:val="libNormal"/>
        <w:rPr>
          <w:rtl/>
        </w:rPr>
      </w:pPr>
      <w:r>
        <w:rPr>
          <w:rFonts w:hint="eastAsia"/>
          <w:rtl/>
        </w:rPr>
        <w:t>بيٹي</w:t>
      </w:r>
      <w:r>
        <w:rPr>
          <w:rtl/>
        </w:rPr>
        <w:t>:</w:t>
      </w:r>
      <w:r>
        <w:rPr>
          <w:rFonts w:hint="eastAsia"/>
          <w:rtl/>
        </w:rPr>
        <w:t>بيٹى</w:t>
      </w:r>
      <w:r>
        <w:rPr>
          <w:rtl/>
        </w:rPr>
        <w:t xml:space="preserve"> سے نفرت</w:t>
      </w:r>
    </w:p>
    <w:p w:rsidR="001F628F" w:rsidRDefault="001F628F" w:rsidP="00FF03E1">
      <w:pPr>
        <w:pStyle w:val="libNormal"/>
        <w:rPr>
          <w:rtl/>
        </w:rPr>
      </w:pPr>
      <w:r>
        <w:rPr>
          <w:rFonts w:hint="eastAsia"/>
          <w:rtl/>
        </w:rPr>
        <w:t>جاہليت</w:t>
      </w:r>
      <w:r>
        <w:rPr>
          <w:rtl/>
        </w:rPr>
        <w:t>:</w:t>
      </w:r>
      <w:r>
        <w:rPr>
          <w:rFonts w:hint="eastAsia"/>
          <w:rtl/>
        </w:rPr>
        <w:t>زمانہ</w:t>
      </w:r>
      <w:r>
        <w:rPr>
          <w:rtl/>
        </w:rPr>
        <w:t xml:space="preserve"> جاہليت كى رسومات2;زمانہ جاہليت كے مشركين كا افتراء 1;زمانہ جاہليت كے مشركين كا بيٹے كو پسند كرنا9; زمانہ جاہليت كے مشركين كا جھوٹ بولنا 5; زمانہ جاہليت كے مشركين كا دعوي8; زمانہ جاہليت كے مشركين كى خدا شناسى 4; زمانہ جاہليت كے مشركين كا عقيدہ 4; زمان</w:t>
      </w:r>
      <w:r>
        <w:rPr>
          <w:rFonts w:hint="eastAsia"/>
          <w:rtl/>
        </w:rPr>
        <w:t>ہ</w:t>
      </w:r>
      <w:r>
        <w:rPr>
          <w:rtl/>
        </w:rPr>
        <w:t xml:space="preserve"> جاہليت كے مشركين كى فكر9; زمانہ جاہليت كے مشركين 1،6،7; زمانہ جاہليت كے مشركين كے سلوك كا طريقہ 5; زمانہ جاہليت مي</w:t>
      </w:r>
      <w:r w:rsidR="00083993">
        <w:rPr>
          <w:rtl/>
        </w:rPr>
        <w:t xml:space="preserve">ں </w:t>
      </w:r>
      <w:r>
        <w:rPr>
          <w:rtl/>
        </w:rPr>
        <w:t>بيٹى كا وجود2</w:t>
      </w:r>
    </w:p>
    <w:p w:rsidR="001F628F" w:rsidRDefault="001F628F" w:rsidP="00FF03E1">
      <w:pPr>
        <w:pStyle w:val="libNormal"/>
        <w:rPr>
          <w:rtl/>
        </w:rPr>
      </w:pPr>
      <w:r>
        <w:rPr>
          <w:rFonts w:hint="eastAsia"/>
          <w:rtl/>
        </w:rPr>
        <w:t>جہنم</w:t>
      </w:r>
      <w:r>
        <w:rPr>
          <w:rtl/>
        </w:rPr>
        <w:t>:</w:t>
      </w:r>
      <w:r>
        <w:rPr>
          <w:rFonts w:hint="eastAsia"/>
          <w:rtl/>
        </w:rPr>
        <w:t>جہنم</w:t>
      </w:r>
      <w:r>
        <w:rPr>
          <w:rtl/>
        </w:rPr>
        <w:t xml:space="preserve"> كے اسباب 11،12;جہنم مي</w:t>
      </w:r>
      <w:r w:rsidR="00083993">
        <w:rPr>
          <w:rtl/>
        </w:rPr>
        <w:t xml:space="preserve">ں </w:t>
      </w:r>
      <w:r>
        <w:rPr>
          <w:rtl/>
        </w:rPr>
        <w:t>پہلے داخل ہونے والے 13</w:t>
      </w:r>
    </w:p>
    <w:p w:rsidR="001F628F" w:rsidRDefault="001F628F" w:rsidP="00FF03E1">
      <w:pPr>
        <w:pStyle w:val="libNormal"/>
        <w:rPr>
          <w:rtl/>
        </w:rPr>
      </w:pPr>
      <w:r>
        <w:rPr>
          <w:rFonts w:hint="eastAsia"/>
          <w:rtl/>
        </w:rPr>
        <w:t>جھوٹ</w:t>
      </w:r>
      <w:r>
        <w:rPr>
          <w:rtl/>
        </w:rPr>
        <w:t>:</w:t>
      </w:r>
      <w:r>
        <w:rPr>
          <w:rFonts w:hint="eastAsia"/>
          <w:rtl/>
        </w:rPr>
        <w:t>جھوٹ</w:t>
      </w:r>
      <w:r>
        <w:rPr>
          <w:rtl/>
        </w:rPr>
        <w:t xml:space="preserve"> بولنے والے افراد 5; جھوٹ كو مزّين و آراستہ كرنا5</w:t>
      </w:r>
    </w:p>
    <w:p w:rsidR="001F628F" w:rsidRDefault="001F628F" w:rsidP="00FF03E1">
      <w:pPr>
        <w:pStyle w:val="libNormal"/>
        <w:rPr>
          <w:rtl/>
        </w:rPr>
      </w:pPr>
      <w:r>
        <w:rPr>
          <w:rFonts w:hint="eastAsia"/>
          <w:rtl/>
        </w:rPr>
        <w:t>مشركين</w:t>
      </w:r>
      <w:r>
        <w:rPr>
          <w:rtl/>
        </w:rPr>
        <w:t>:</w:t>
      </w:r>
      <w:r>
        <w:rPr>
          <w:rFonts w:hint="eastAsia"/>
          <w:rtl/>
        </w:rPr>
        <w:t>مشركين</w:t>
      </w:r>
      <w:r>
        <w:rPr>
          <w:rtl/>
        </w:rPr>
        <w:t xml:space="preserve"> اور جنت 8; مشركين اور نيك انجام 6،7،9; مشركين جہنم مي</w:t>
      </w:r>
      <w:r w:rsidR="00083993">
        <w:rPr>
          <w:rtl/>
        </w:rPr>
        <w:t xml:space="preserve">ں </w:t>
      </w:r>
      <w:r>
        <w:rPr>
          <w:rtl/>
        </w:rPr>
        <w:t>13،14; مشركين كا باطل دعوى 7،8; مشركين كو فراموش كرد ياجانا 14; مشركين كى دشمني3; مشركين كى سزا 11; مشركين كى نسل كى بقائ9; مشركين كے افتراء 10; مشركين كے تسلط كى خواہش10; مشركين كے دعوے6</w:t>
      </w:r>
    </w:p>
    <w:p w:rsidR="00FF03E1" w:rsidRDefault="001E7F9D" w:rsidP="00F73EDE">
      <w:pPr>
        <w:pStyle w:val="libPoemTini"/>
        <w:rPr>
          <w:rtl/>
        </w:rPr>
      </w:pPr>
      <w:r>
        <w:rPr>
          <w:rtl/>
        </w:rPr>
        <w:br w:type="page"/>
      </w:r>
    </w:p>
    <w:p w:rsidR="00FF03E1" w:rsidRPr="00120F63" w:rsidRDefault="00FF03E1" w:rsidP="00B118E7">
      <w:pPr>
        <w:pStyle w:val="Heading2Center"/>
        <w:rPr>
          <w:rtl/>
        </w:rPr>
      </w:pPr>
      <w:bookmarkStart w:id="209" w:name="_Toc28081887"/>
      <w:r>
        <w:rPr>
          <w:rFonts w:hint="cs"/>
          <w:rtl/>
        </w:rPr>
        <w:lastRenderedPageBreak/>
        <w:t xml:space="preserve">آیت </w:t>
      </w:r>
      <w:r w:rsidR="00B118E7" w:rsidRPr="00120F63">
        <w:rPr>
          <w:rFonts w:hint="cs"/>
          <w:rtl/>
        </w:rPr>
        <w:t>63</w:t>
      </w:r>
      <w:bookmarkEnd w:id="209"/>
    </w:p>
    <w:p w:rsidR="001F628F" w:rsidRDefault="00E260F9" w:rsidP="00B118E7">
      <w:pPr>
        <w:pStyle w:val="libNormal"/>
        <w:rPr>
          <w:rtl/>
        </w:rPr>
      </w:pPr>
      <w:r w:rsidRPr="00E260F9">
        <w:rPr>
          <w:rStyle w:val="libAlaemChar"/>
          <w:rFonts w:hint="eastAsia"/>
          <w:rtl/>
        </w:rPr>
        <w:t>(</w:t>
      </w:r>
      <w:r w:rsidRPr="00B118E7">
        <w:rPr>
          <w:rStyle w:val="libAieChar"/>
          <w:rFonts w:hint="eastAsia"/>
          <w:rtl/>
        </w:rPr>
        <w:t>تَاللّهِ</w:t>
      </w:r>
      <w:r w:rsidRPr="00B118E7">
        <w:rPr>
          <w:rStyle w:val="libAieChar"/>
          <w:rtl/>
        </w:rPr>
        <w:t xml:space="preserve"> لَقَدْ أَرْسَلْنَا إِلَى أُمَمٍ مِّن قَبْلِكَ فَزَيَّنَ لَهُمُ الشَّيْطَانُ أَعْمَالَهُمْ فَهُوَ وَلِيُّهُمُ الْيَوْمَ وَلَهُمْ عَذَابٌ أَلِيمٌ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اللہ</w:t>
      </w:r>
      <w:r>
        <w:rPr>
          <w:rtl/>
        </w:rPr>
        <w:t xml:space="preserve"> كى اپنى قسم كہ ہم نے تم سے پہلے مختلف قومو</w:t>
      </w:r>
      <w:r w:rsidR="00083993">
        <w:rPr>
          <w:rtl/>
        </w:rPr>
        <w:t xml:space="preserve">ں </w:t>
      </w:r>
      <w:r>
        <w:rPr>
          <w:rtl/>
        </w:rPr>
        <w:t>كى طرف رسول بھيجے تو شيطان نے ان كار و بار كو ان كے لئے آراستہ كرديا اور وہى آج بھى ان كا سرپرست ہے اور ان كے لئے بڑا دردناك عذاب ہے _</w:t>
      </w:r>
    </w:p>
    <w:p w:rsidR="001F628F" w:rsidRDefault="001F628F" w:rsidP="001F628F">
      <w:pPr>
        <w:pStyle w:val="libNormal"/>
        <w:rPr>
          <w:rtl/>
        </w:rPr>
      </w:pPr>
      <w:r>
        <w:rPr>
          <w:rtl/>
        </w:rPr>
        <w:t>1_ ظہور اسلام سے قبل ، مختلف امتو</w:t>
      </w:r>
      <w:r w:rsidR="00083993">
        <w:rPr>
          <w:rtl/>
        </w:rPr>
        <w:t xml:space="preserve">ں </w:t>
      </w:r>
      <w:r>
        <w:rPr>
          <w:rtl/>
        </w:rPr>
        <w:t>كى طرف انبياء كوبھيجنے كے سلسلہ مي</w:t>
      </w:r>
      <w:r w:rsidR="00083993">
        <w:rPr>
          <w:rtl/>
        </w:rPr>
        <w:t xml:space="preserve">ں </w:t>
      </w:r>
      <w:r>
        <w:rPr>
          <w:rtl/>
        </w:rPr>
        <w:t>خداوند عالم كا اپنى ذات كى قسم اٹھا نا_</w:t>
      </w:r>
    </w:p>
    <w:p w:rsidR="001F628F" w:rsidRDefault="001F628F" w:rsidP="00B118E7">
      <w:pPr>
        <w:pStyle w:val="libArabic"/>
        <w:rPr>
          <w:rtl/>
        </w:rPr>
      </w:pPr>
      <w:r>
        <w:rPr>
          <w:rFonts w:hint="eastAsia"/>
          <w:rtl/>
        </w:rPr>
        <w:t>تالله</w:t>
      </w:r>
      <w:r>
        <w:rPr>
          <w:rtl/>
        </w:rPr>
        <w:t xml:space="preserve"> لقد ارسلنا الى امم مي</w:t>
      </w:r>
      <w:r w:rsidR="00083993">
        <w:rPr>
          <w:rtl/>
        </w:rPr>
        <w:t xml:space="preserve">ں </w:t>
      </w:r>
      <w:r>
        <w:rPr>
          <w:rtl/>
        </w:rPr>
        <w:t>قبلك</w:t>
      </w:r>
    </w:p>
    <w:p w:rsidR="001F628F" w:rsidRDefault="001F628F" w:rsidP="00B118E7">
      <w:pPr>
        <w:pStyle w:val="libNormal"/>
        <w:rPr>
          <w:rtl/>
        </w:rPr>
      </w:pPr>
      <w:r>
        <w:rPr>
          <w:rtl/>
        </w:rPr>
        <w:t>2_ خداوند عالم نے پيغمبر اكرم</w:t>
      </w:r>
      <w:r w:rsidR="00F031CD" w:rsidRPr="00F031CD">
        <w:rPr>
          <w:rStyle w:val="libAlaemChar"/>
          <w:rtl/>
        </w:rPr>
        <w:t xml:space="preserve"> صلى‌الله‌عليه‌وآله‌وسلم </w:t>
      </w:r>
      <w:r>
        <w:rPr>
          <w:rtl/>
        </w:rPr>
        <w:t xml:space="preserve"> سے پہلے ، امتو</w:t>
      </w:r>
      <w:r w:rsidR="00083993">
        <w:rPr>
          <w:rtl/>
        </w:rPr>
        <w:t xml:space="preserve">ں </w:t>
      </w:r>
      <w:r>
        <w:rPr>
          <w:rtl/>
        </w:rPr>
        <w:t>مي</w:t>
      </w:r>
      <w:r w:rsidR="00083993">
        <w:rPr>
          <w:rtl/>
        </w:rPr>
        <w:t xml:space="preserve">ں </w:t>
      </w:r>
      <w:r>
        <w:rPr>
          <w:rtl/>
        </w:rPr>
        <w:t>انبياء كو بھيجاہے_</w:t>
      </w:r>
      <w:r w:rsidRPr="00B118E7">
        <w:rPr>
          <w:rStyle w:val="libArabicChar"/>
          <w:rFonts w:hint="eastAsia"/>
          <w:rtl/>
        </w:rPr>
        <w:t>تاللّ</w:t>
      </w:r>
      <w:r w:rsidR="00120F63" w:rsidRPr="00B2551F">
        <w:rPr>
          <w:rStyle w:val="libArabicChar"/>
          <w:rFonts w:hint="cs"/>
          <w:rtl/>
        </w:rPr>
        <w:t>ه</w:t>
      </w:r>
      <w:r w:rsidRPr="00B118E7">
        <w:rPr>
          <w:rStyle w:val="libArabicChar"/>
          <w:rtl/>
        </w:rPr>
        <w:t xml:space="preserve"> لقد ارسلنا الى امم من قبلك</w:t>
      </w:r>
    </w:p>
    <w:p w:rsidR="001F628F" w:rsidRDefault="001F628F" w:rsidP="001F628F">
      <w:pPr>
        <w:pStyle w:val="libNormal"/>
        <w:rPr>
          <w:rtl/>
        </w:rPr>
      </w:pPr>
      <w:r>
        <w:rPr>
          <w:rtl/>
        </w:rPr>
        <w:t>3_ شيطان نے گذشتہ امتو</w:t>
      </w:r>
      <w:r w:rsidR="00083993">
        <w:rPr>
          <w:rtl/>
        </w:rPr>
        <w:t xml:space="preserve">ں </w:t>
      </w:r>
      <w:r>
        <w:rPr>
          <w:rtl/>
        </w:rPr>
        <w:t>كے قبيح اعمال كو ان كى نگاہو</w:t>
      </w:r>
      <w:r w:rsidR="00083993">
        <w:rPr>
          <w:rtl/>
        </w:rPr>
        <w:t xml:space="preserve">ں </w:t>
      </w:r>
      <w:r>
        <w:rPr>
          <w:rtl/>
        </w:rPr>
        <w:t>مي</w:t>
      </w:r>
      <w:r w:rsidR="00083993">
        <w:rPr>
          <w:rtl/>
        </w:rPr>
        <w:t xml:space="preserve">ں </w:t>
      </w:r>
      <w:r>
        <w:rPr>
          <w:rtl/>
        </w:rPr>
        <w:t>مزّين كركے پيش كيا ہے_</w:t>
      </w:r>
    </w:p>
    <w:p w:rsidR="001F628F" w:rsidRDefault="001F628F" w:rsidP="00B118E7">
      <w:pPr>
        <w:pStyle w:val="libArabic"/>
        <w:rPr>
          <w:rtl/>
        </w:rPr>
      </w:pPr>
      <w:r>
        <w:rPr>
          <w:rFonts w:hint="eastAsia"/>
          <w:rtl/>
        </w:rPr>
        <w:t>لقد</w:t>
      </w:r>
      <w:r>
        <w:rPr>
          <w:rtl/>
        </w:rPr>
        <w:t xml:space="preserve"> ارسلنا الى امم من قبلك فزين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w:t>
      </w:r>
      <w:r>
        <w:rPr>
          <w:rtl/>
        </w:rPr>
        <w:t>عمل</w:t>
      </w:r>
      <w:r w:rsidR="00120F63" w:rsidRPr="00ED5DE8">
        <w:rPr>
          <w:rFonts w:hint="cs"/>
          <w:rtl/>
        </w:rPr>
        <w:t>ه</w:t>
      </w:r>
      <w:r>
        <w:rPr>
          <w:rFonts w:hint="cs"/>
          <w:rtl/>
        </w:rPr>
        <w:t>م</w:t>
      </w:r>
    </w:p>
    <w:p w:rsidR="001F628F" w:rsidRDefault="001F628F" w:rsidP="001F628F">
      <w:pPr>
        <w:pStyle w:val="libNormal"/>
        <w:rPr>
          <w:rtl/>
        </w:rPr>
      </w:pPr>
      <w:r>
        <w:rPr>
          <w:rFonts w:hint="eastAsia"/>
          <w:rtl/>
        </w:rPr>
        <w:t>عمل</w:t>
      </w:r>
      <w:r>
        <w:rPr>
          <w:rtl/>
        </w:rPr>
        <w:t xml:space="preserve"> و كردار كو مزّين كرنا اور آيت كا ذيل ''ولہم عذاب اليم'' اس بات پر قرينہ ہے كہ اعمال سے مراد، نامناسب اور قبيح كردار ہے_</w:t>
      </w:r>
    </w:p>
    <w:p w:rsidR="001F628F" w:rsidRDefault="001F628F" w:rsidP="00B118E7">
      <w:pPr>
        <w:pStyle w:val="libNormal"/>
        <w:rPr>
          <w:rtl/>
        </w:rPr>
      </w:pPr>
      <w:r>
        <w:rPr>
          <w:rtl/>
        </w:rPr>
        <w:t>4_ نامناسب اعمال كو مزّين كركے پيش كرنا، شيطان كے اغوا كرنے كا ايك طريقہ ہے_</w:t>
      </w:r>
      <w:r w:rsidRPr="00B118E7">
        <w:rPr>
          <w:rStyle w:val="libArabicChar"/>
          <w:rFonts w:hint="eastAsia"/>
          <w:rtl/>
        </w:rPr>
        <w:t>فزيّن</w:t>
      </w:r>
      <w:r w:rsidRPr="00B118E7">
        <w:rPr>
          <w:rStyle w:val="libArabicChar"/>
          <w:rtl/>
        </w:rPr>
        <w:t xml:space="preserve"> ل</w:t>
      </w:r>
      <w:r w:rsidR="00120F63" w:rsidRPr="00B2551F">
        <w:rPr>
          <w:rStyle w:val="libArabicChar"/>
          <w:rFonts w:hint="cs"/>
          <w:rtl/>
        </w:rPr>
        <w:t>ه</w:t>
      </w:r>
      <w:r w:rsidRPr="00B118E7">
        <w:rPr>
          <w:rStyle w:val="libArabicChar"/>
          <w:rFonts w:hint="cs"/>
          <w:rtl/>
        </w:rPr>
        <w:t>م</w:t>
      </w:r>
      <w:r w:rsidRPr="00B118E7">
        <w:rPr>
          <w:rStyle w:val="libArabicChar"/>
          <w:rtl/>
        </w:rPr>
        <w:t xml:space="preserve"> </w:t>
      </w:r>
      <w:r w:rsidRPr="00B118E7">
        <w:rPr>
          <w:rStyle w:val="libArabicChar"/>
          <w:rFonts w:hint="cs"/>
          <w:rtl/>
        </w:rPr>
        <w:t>الشيطن</w:t>
      </w:r>
      <w:r w:rsidRPr="00B118E7">
        <w:rPr>
          <w:rStyle w:val="libArabicChar"/>
          <w:rtl/>
        </w:rPr>
        <w:t xml:space="preserve"> اعمل</w:t>
      </w:r>
      <w:r w:rsidR="00120F63" w:rsidRPr="00B2551F">
        <w:rPr>
          <w:rStyle w:val="libArabicChar"/>
          <w:rFonts w:hint="cs"/>
          <w:rtl/>
        </w:rPr>
        <w:t>ه</w:t>
      </w:r>
      <w:r w:rsidRPr="00B118E7">
        <w:rPr>
          <w:rStyle w:val="libArabicChar"/>
          <w:rFonts w:hint="cs"/>
          <w:rtl/>
        </w:rPr>
        <w:t>م</w:t>
      </w:r>
    </w:p>
    <w:p w:rsidR="001F628F" w:rsidRDefault="001F628F" w:rsidP="00B118E7">
      <w:pPr>
        <w:pStyle w:val="libNormal"/>
        <w:rPr>
          <w:rtl/>
        </w:rPr>
      </w:pPr>
      <w:r>
        <w:rPr>
          <w:rtl/>
        </w:rPr>
        <w:t>5_ انسان خوبصورتى كى طرف ميلان وجھكاؤ ركھتا ہے جبكہ بد صورتى سے منہ پھير تا ہے _</w:t>
      </w:r>
      <w:r w:rsidRPr="00B118E7">
        <w:rPr>
          <w:rStyle w:val="libArabicChar"/>
          <w:rFonts w:hint="eastAsia"/>
          <w:rtl/>
        </w:rPr>
        <w:t>فزين</w:t>
      </w:r>
      <w:r w:rsidRPr="00B118E7">
        <w:rPr>
          <w:rStyle w:val="libArabicChar"/>
          <w:rtl/>
        </w:rPr>
        <w:t xml:space="preserve"> ل</w:t>
      </w:r>
      <w:r w:rsidR="00120F63" w:rsidRPr="00B2551F">
        <w:rPr>
          <w:rStyle w:val="libArabicChar"/>
          <w:rFonts w:hint="cs"/>
          <w:rtl/>
        </w:rPr>
        <w:t>ه</w:t>
      </w:r>
      <w:r w:rsidRPr="00B118E7">
        <w:rPr>
          <w:rStyle w:val="libArabicChar"/>
          <w:rFonts w:hint="cs"/>
          <w:rtl/>
        </w:rPr>
        <w:t>م</w:t>
      </w:r>
      <w:r w:rsidRPr="00B118E7">
        <w:rPr>
          <w:rStyle w:val="libArabicChar"/>
          <w:rtl/>
        </w:rPr>
        <w:t xml:space="preserve"> </w:t>
      </w:r>
      <w:r w:rsidRPr="00B118E7">
        <w:rPr>
          <w:rStyle w:val="libArabicChar"/>
          <w:rFonts w:hint="cs"/>
          <w:rtl/>
        </w:rPr>
        <w:t>الشيطن</w:t>
      </w:r>
      <w:r w:rsidRPr="00B118E7">
        <w:rPr>
          <w:rStyle w:val="libArabicChar"/>
          <w:rtl/>
        </w:rPr>
        <w:t xml:space="preserve"> اعمل</w:t>
      </w:r>
      <w:r w:rsidR="00120F63" w:rsidRPr="00B2551F">
        <w:rPr>
          <w:rStyle w:val="libArabicChar"/>
          <w:rFonts w:hint="cs"/>
          <w:rtl/>
        </w:rPr>
        <w:t>ه</w:t>
      </w:r>
      <w:r w:rsidRPr="00B118E7">
        <w:rPr>
          <w:rStyle w:val="libArabicChar"/>
          <w:rFonts w:hint="cs"/>
          <w:rtl/>
        </w:rPr>
        <w:t>م</w:t>
      </w:r>
    </w:p>
    <w:p w:rsidR="001F628F" w:rsidRDefault="001F628F" w:rsidP="001F628F">
      <w:pPr>
        <w:pStyle w:val="libNormal"/>
        <w:rPr>
          <w:rtl/>
        </w:rPr>
      </w:pPr>
      <w:r>
        <w:rPr>
          <w:rFonts w:hint="eastAsia"/>
          <w:rtl/>
        </w:rPr>
        <w:t>چونكہ</w:t>
      </w:r>
      <w:r>
        <w:rPr>
          <w:rtl/>
        </w:rPr>
        <w:t xml:space="preserve"> شيطان ،لوگو</w:t>
      </w:r>
      <w:r w:rsidR="00083993">
        <w:rPr>
          <w:rtl/>
        </w:rPr>
        <w:t xml:space="preserve">ں </w:t>
      </w:r>
      <w:r>
        <w:rPr>
          <w:rtl/>
        </w:rPr>
        <w:t>كے قبيح اعمال كو آراستہ كركے پيش كرتا ہے اور اس طرح وہ ان كو گمراہ</w:t>
      </w:r>
    </w:p>
    <w:p w:rsidR="00B118E7" w:rsidRDefault="001E7F9D" w:rsidP="00F73EDE">
      <w:pPr>
        <w:pStyle w:val="libPoemTini"/>
        <w:rPr>
          <w:rtl/>
        </w:rPr>
      </w:pPr>
      <w:r>
        <w:rPr>
          <w:rtl/>
        </w:rPr>
        <w:cr/>
      </w:r>
      <w:r>
        <w:rPr>
          <w:rtl/>
        </w:rPr>
        <w:br w:type="page"/>
      </w:r>
    </w:p>
    <w:p w:rsidR="001F628F" w:rsidRDefault="001F628F" w:rsidP="00B118E7">
      <w:pPr>
        <w:pStyle w:val="libNormal"/>
        <w:rPr>
          <w:rtl/>
        </w:rPr>
      </w:pPr>
      <w:r>
        <w:rPr>
          <w:rFonts w:hint="eastAsia"/>
          <w:rtl/>
        </w:rPr>
        <w:lastRenderedPageBreak/>
        <w:t>كرتا</w:t>
      </w:r>
      <w:r>
        <w:rPr>
          <w:rtl/>
        </w:rPr>
        <w:t xml:space="preserve"> ہے يہ مذكورہ نكتہ پر علامت ہے_</w:t>
      </w:r>
    </w:p>
    <w:p w:rsidR="001F628F" w:rsidRDefault="001F628F" w:rsidP="001F628F">
      <w:pPr>
        <w:pStyle w:val="libNormal"/>
        <w:rPr>
          <w:rtl/>
        </w:rPr>
      </w:pPr>
      <w:r>
        <w:rPr>
          <w:rtl/>
        </w:rPr>
        <w:t>6_ گذشتہ اميت</w:t>
      </w:r>
      <w:r w:rsidR="00083993">
        <w:rPr>
          <w:rtl/>
        </w:rPr>
        <w:t xml:space="preserve">ں </w:t>
      </w:r>
      <w:r>
        <w:rPr>
          <w:rtl/>
        </w:rPr>
        <w:t>شيطان پر فريفتہ ہوئي</w:t>
      </w:r>
      <w:r w:rsidR="00083993">
        <w:rPr>
          <w:rtl/>
        </w:rPr>
        <w:t xml:space="preserve">ں </w:t>
      </w:r>
      <w:r>
        <w:rPr>
          <w:rtl/>
        </w:rPr>
        <w:t>او رانہو</w:t>
      </w:r>
      <w:r w:rsidR="00083993">
        <w:rPr>
          <w:rtl/>
        </w:rPr>
        <w:t xml:space="preserve">ں </w:t>
      </w:r>
      <w:r>
        <w:rPr>
          <w:rtl/>
        </w:rPr>
        <w:t>نے انبياء كى اطاعت نہي</w:t>
      </w:r>
      <w:r w:rsidR="00083993">
        <w:rPr>
          <w:rtl/>
        </w:rPr>
        <w:t xml:space="preserve">ں </w:t>
      </w:r>
      <w:r>
        <w:rPr>
          <w:rtl/>
        </w:rPr>
        <w:t>كي_</w:t>
      </w:r>
    </w:p>
    <w:p w:rsidR="001F628F" w:rsidRDefault="001F628F" w:rsidP="00B118E7">
      <w:pPr>
        <w:pStyle w:val="libArabic"/>
        <w:rPr>
          <w:rtl/>
        </w:rPr>
      </w:pPr>
      <w:r>
        <w:rPr>
          <w:rFonts w:hint="eastAsia"/>
          <w:rtl/>
        </w:rPr>
        <w:t>لقد</w:t>
      </w:r>
      <w:r>
        <w:rPr>
          <w:rtl/>
        </w:rPr>
        <w:t xml:space="preserve"> ارسلنا الى امم من قبلك فز ّين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w:t>
      </w:r>
      <w:r>
        <w:rPr>
          <w:rtl/>
        </w:rPr>
        <w:t>عمال</w:t>
      </w:r>
      <w:r w:rsidR="00120F63" w:rsidRPr="00ED5DE8">
        <w:rPr>
          <w:rFonts w:hint="cs"/>
          <w:rtl/>
        </w:rPr>
        <w:t>ه</w:t>
      </w:r>
      <w:r>
        <w:rPr>
          <w:rFonts w:hint="cs"/>
          <w:rtl/>
        </w:rPr>
        <w:t>م</w:t>
      </w:r>
    </w:p>
    <w:p w:rsidR="001F628F" w:rsidRDefault="001F628F" w:rsidP="001F628F">
      <w:pPr>
        <w:pStyle w:val="libNormal"/>
        <w:rPr>
          <w:rtl/>
        </w:rPr>
      </w:pPr>
      <w:r>
        <w:rPr>
          <w:rFonts w:hint="eastAsia"/>
          <w:rtl/>
        </w:rPr>
        <w:t>اس</w:t>
      </w:r>
      <w:r>
        <w:rPr>
          <w:rtl/>
        </w:rPr>
        <w:t xml:space="preserve"> آيت مي</w:t>
      </w:r>
      <w:r w:rsidR="00083993">
        <w:rPr>
          <w:rtl/>
        </w:rPr>
        <w:t xml:space="preserve">ں </w:t>
      </w:r>
      <w:r>
        <w:rPr>
          <w:rtl/>
        </w:rPr>
        <w:t>امتو</w:t>
      </w:r>
      <w:r w:rsidR="00083993">
        <w:rPr>
          <w:rtl/>
        </w:rPr>
        <w:t xml:space="preserve">ں </w:t>
      </w:r>
      <w:r>
        <w:rPr>
          <w:rtl/>
        </w:rPr>
        <w:t>كو ديئے گئے وعدہ عذاب كے قرينہ كى بناء پر جملہ ''زيّنا لہم الشيطان'' اس بات سے كنايہ ہے كہ وہ انبياء كے سامنے سر تسليم خم نہي</w:t>
      </w:r>
      <w:r w:rsidR="00083993">
        <w:rPr>
          <w:rtl/>
        </w:rPr>
        <w:t xml:space="preserve">ں </w:t>
      </w:r>
      <w:r>
        <w:rPr>
          <w:rtl/>
        </w:rPr>
        <w:t>ہوئي</w:t>
      </w:r>
      <w:r w:rsidR="00083993">
        <w:rPr>
          <w:rtl/>
        </w:rPr>
        <w:t xml:space="preserve">ں </w:t>
      </w:r>
      <w:r>
        <w:rPr>
          <w:rtl/>
        </w:rPr>
        <w:t>_</w:t>
      </w:r>
    </w:p>
    <w:p w:rsidR="001F628F" w:rsidRDefault="001F628F" w:rsidP="00B118E7">
      <w:pPr>
        <w:pStyle w:val="libNormal"/>
        <w:rPr>
          <w:rtl/>
        </w:rPr>
      </w:pPr>
      <w:r>
        <w:rPr>
          <w:rtl/>
        </w:rPr>
        <w:t>7_ ظاہرى نمود و نما</w:t>
      </w:r>
      <w:r w:rsidR="009F604A">
        <w:rPr>
          <w:rtl/>
        </w:rPr>
        <w:t>ئش</w:t>
      </w:r>
      <w:r>
        <w:rPr>
          <w:rtl/>
        </w:rPr>
        <w:t xml:space="preserve"> كے ذريعہ ،دوسرو</w:t>
      </w:r>
      <w:r w:rsidR="00083993">
        <w:rPr>
          <w:rtl/>
        </w:rPr>
        <w:t xml:space="preserve">ں </w:t>
      </w:r>
      <w:r>
        <w:rPr>
          <w:rtl/>
        </w:rPr>
        <w:t>كو دھو كہ دينا شيطانى اور مذموم كام ہے_</w:t>
      </w:r>
      <w:r w:rsidRPr="00B118E7">
        <w:rPr>
          <w:rStyle w:val="libArabicChar"/>
          <w:rFonts w:hint="eastAsia"/>
          <w:rtl/>
        </w:rPr>
        <w:t>فزيّن</w:t>
      </w:r>
      <w:r w:rsidRPr="00B118E7">
        <w:rPr>
          <w:rStyle w:val="libArabicChar"/>
          <w:rtl/>
        </w:rPr>
        <w:t xml:space="preserve"> ل</w:t>
      </w:r>
      <w:r w:rsidR="00120F63" w:rsidRPr="00B2551F">
        <w:rPr>
          <w:rStyle w:val="libArabicChar"/>
          <w:rFonts w:hint="cs"/>
          <w:rtl/>
        </w:rPr>
        <w:t>ه</w:t>
      </w:r>
      <w:r w:rsidRPr="00B118E7">
        <w:rPr>
          <w:rStyle w:val="libArabicChar"/>
          <w:rFonts w:hint="cs"/>
          <w:rtl/>
        </w:rPr>
        <w:t>م</w:t>
      </w:r>
      <w:r w:rsidRPr="00B118E7">
        <w:rPr>
          <w:rStyle w:val="libArabicChar"/>
          <w:rtl/>
        </w:rPr>
        <w:t xml:space="preserve"> </w:t>
      </w:r>
      <w:r w:rsidRPr="00B118E7">
        <w:rPr>
          <w:rStyle w:val="libArabicChar"/>
          <w:rFonts w:hint="cs"/>
          <w:rtl/>
        </w:rPr>
        <w:t>الشيطان</w:t>
      </w:r>
      <w:r w:rsidRPr="00B118E7">
        <w:rPr>
          <w:rStyle w:val="libArabicChar"/>
          <w:rtl/>
        </w:rPr>
        <w:t xml:space="preserve"> </w:t>
      </w:r>
      <w:r w:rsidRPr="00B118E7">
        <w:rPr>
          <w:rStyle w:val="libArabicChar"/>
          <w:rFonts w:hint="cs"/>
          <w:rtl/>
        </w:rPr>
        <w:t>ا</w:t>
      </w:r>
      <w:r w:rsidRPr="00B118E7">
        <w:rPr>
          <w:rStyle w:val="libArabicChar"/>
          <w:rtl/>
        </w:rPr>
        <w:t>عمال</w:t>
      </w:r>
      <w:r w:rsidR="00120F63" w:rsidRPr="00B2551F">
        <w:rPr>
          <w:rStyle w:val="libArabicChar"/>
          <w:rFonts w:hint="cs"/>
          <w:rtl/>
        </w:rPr>
        <w:t>ه</w:t>
      </w:r>
      <w:r w:rsidRPr="00B118E7">
        <w:rPr>
          <w:rStyle w:val="libArabicChar"/>
          <w:rFonts w:hint="cs"/>
          <w:rtl/>
        </w:rPr>
        <w:t>م</w:t>
      </w:r>
    </w:p>
    <w:p w:rsidR="001F628F" w:rsidRDefault="001F628F" w:rsidP="001F628F">
      <w:pPr>
        <w:pStyle w:val="libNormal"/>
        <w:rPr>
          <w:rtl/>
        </w:rPr>
      </w:pPr>
      <w:r>
        <w:rPr>
          <w:rtl/>
        </w:rPr>
        <w:t>8_وہ امتي</w:t>
      </w:r>
      <w:r w:rsidR="00083993">
        <w:rPr>
          <w:rtl/>
        </w:rPr>
        <w:t xml:space="preserve">ں </w:t>
      </w:r>
      <w:r>
        <w:rPr>
          <w:rtl/>
        </w:rPr>
        <w:t>جنہو</w:t>
      </w:r>
      <w:r w:rsidR="00083993">
        <w:rPr>
          <w:rtl/>
        </w:rPr>
        <w:t xml:space="preserve">ں </w:t>
      </w:r>
      <w:r>
        <w:rPr>
          <w:rtl/>
        </w:rPr>
        <w:t>نے شيطانى كى گمراہى كے تحت تاثير، انبياء كى اطاعت نہي</w:t>
      </w:r>
      <w:r w:rsidR="00083993">
        <w:rPr>
          <w:rtl/>
        </w:rPr>
        <w:t xml:space="preserve">ں </w:t>
      </w:r>
      <w:r>
        <w:rPr>
          <w:rtl/>
        </w:rPr>
        <w:t>كى وہ شياطين كى ولايت كے زير سايہ ہي</w:t>
      </w:r>
      <w:r w:rsidR="00083993">
        <w:rPr>
          <w:rtl/>
        </w:rPr>
        <w:t xml:space="preserve">ں </w:t>
      </w:r>
      <w:r>
        <w:rPr>
          <w:rtl/>
        </w:rPr>
        <w:t>_</w:t>
      </w:r>
    </w:p>
    <w:p w:rsidR="001F628F" w:rsidRDefault="001F628F" w:rsidP="00B118E7">
      <w:pPr>
        <w:pStyle w:val="libArabic"/>
        <w:rPr>
          <w:rtl/>
        </w:rPr>
      </w:pPr>
      <w:r>
        <w:rPr>
          <w:rFonts w:hint="eastAsia"/>
          <w:rtl/>
        </w:rPr>
        <w:t>امم</w:t>
      </w:r>
      <w:r>
        <w:rPr>
          <w:rtl/>
        </w:rPr>
        <w:t xml:space="preserve"> من قبلك فزيّن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اعمال</w:t>
      </w:r>
      <w:r w:rsidR="00120F63" w:rsidRPr="00ED5DE8">
        <w:rPr>
          <w:rFonts w:hint="cs"/>
          <w:rtl/>
        </w:rPr>
        <w:t>ه</w:t>
      </w:r>
      <w:r>
        <w:rPr>
          <w:rFonts w:hint="cs"/>
          <w:rtl/>
        </w:rPr>
        <w:t>م</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وليّ</w:t>
      </w:r>
      <w:r w:rsidR="00120F63" w:rsidRPr="00ED5DE8">
        <w:rPr>
          <w:rFonts w:hint="cs"/>
          <w:rtl/>
        </w:rPr>
        <w:t>ه</w:t>
      </w:r>
      <w:r>
        <w:rPr>
          <w:rFonts w:hint="cs"/>
          <w:rtl/>
        </w:rPr>
        <w:t>م</w:t>
      </w:r>
      <w:r>
        <w:rPr>
          <w:rtl/>
        </w:rPr>
        <w:t xml:space="preserve"> اليوم</w:t>
      </w:r>
    </w:p>
    <w:p w:rsidR="001F628F" w:rsidRDefault="001F628F" w:rsidP="001F628F">
      <w:pPr>
        <w:pStyle w:val="libNormal"/>
        <w:rPr>
          <w:rtl/>
        </w:rPr>
      </w:pPr>
      <w:r>
        <w:rPr>
          <w:rtl/>
        </w:rPr>
        <w:t>9_ مشركين كا خداوند عالم پر افتراء اور اس كى طرف ناروا نسبت دينے كا سرچشمہ ، شيطان كى گمراہى ہے _</w:t>
      </w:r>
    </w:p>
    <w:p w:rsidR="001F628F" w:rsidRDefault="001F628F" w:rsidP="00B118E7">
      <w:pPr>
        <w:pStyle w:val="libArabic"/>
        <w:rPr>
          <w:rtl/>
        </w:rPr>
      </w:pPr>
      <w:r>
        <w:rPr>
          <w:rFonts w:hint="eastAsia"/>
          <w:rtl/>
        </w:rPr>
        <w:t>ويجعلون</w:t>
      </w:r>
      <w:r>
        <w:rPr>
          <w:rtl/>
        </w:rPr>
        <w:t xml:space="preserve"> لله النبات ... ويجعلون لله ما يكر</w:t>
      </w:r>
      <w:r w:rsidR="00120F63" w:rsidRPr="00ED5DE8">
        <w:rPr>
          <w:rFonts w:hint="cs"/>
          <w:rtl/>
        </w:rPr>
        <w:t>ه</w:t>
      </w:r>
      <w:r>
        <w:rPr>
          <w:rFonts w:hint="cs"/>
          <w:rtl/>
        </w:rPr>
        <w:t>ون</w:t>
      </w:r>
      <w:r>
        <w:rPr>
          <w:rtl/>
        </w:rPr>
        <w:t xml:space="preserve"> ... </w:t>
      </w:r>
      <w:r>
        <w:rPr>
          <w:rFonts w:hint="cs"/>
          <w:rtl/>
        </w:rPr>
        <w:t>لقد</w:t>
      </w:r>
      <w:r>
        <w:rPr>
          <w:rtl/>
        </w:rPr>
        <w:t xml:space="preserve"> </w:t>
      </w:r>
      <w:r>
        <w:rPr>
          <w:rFonts w:hint="cs"/>
          <w:rtl/>
        </w:rPr>
        <w:t>ارسلنا</w:t>
      </w:r>
      <w:r>
        <w:rPr>
          <w:rtl/>
        </w:rPr>
        <w:t xml:space="preserve"> </w:t>
      </w:r>
      <w:r>
        <w:rPr>
          <w:rFonts w:hint="cs"/>
          <w:rtl/>
        </w:rPr>
        <w:t>الى</w:t>
      </w:r>
      <w:r>
        <w:rPr>
          <w:rtl/>
        </w:rPr>
        <w:t xml:space="preserve"> </w:t>
      </w:r>
      <w:r>
        <w:rPr>
          <w:rFonts w:hint="cs"/>
          <w:rtl/>
        </w:rPr>
        <w:t>امم</w:t>
      </w:r>
      <w:r>
        <w:rPr>
          <w:rtl/>
        </w:rPr>
        <w:t xml:space="preserve"> </w:t>
      </w:r>
      <w:r>
        <w:rPr>
          <w:rFonts w:hint="cs"/>
          <w:rtl/>
        </w:rPr>
        <w:t>من</w:t>
      </w:r>
      <w:r>
        <w:rPr>
          <w:rtl/>
        </w:rPr>
        <w:t xml:space="preserve"> </w:t>
      </w:r>
      <w:r>
        <w:rPr>
          <w:rFonts w:hint="cs"/>
          <w:rtl/>
        </w:rPr>
        <w:t>قبلك</w:t>
      </w:r>
      <w:r>
        <w:rPr>
          <w:rtl/>
        </w:rPr>
        <w:t xml:space="preserve"> </w:t>
      </w:r>
      <w:r>
        <w:rPr>
          <w:rFonts w:hint="cs"/>
          <w:rtl/>
        </w:rPr>
        <w:t>فزيّن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w:t>
      </w:r>
      <w:r>
        <w:rPr>
          <w:rtl/>
        </w:rPr>
        <w:t>عمال</w:t>
      </w:r>
      <w:r w:rsidR="00120F63" w:rsidRPr="00ED5DE8">
        <w:rPr>
          <w:rFonts w:hint="cs"/>
          <w:rtl/>
        </w:rPr>
        <w:t>ه</w:t>
      </w:r>
      <w:r>
        <w:rPr>
          <w:rFonts w:hint="cs"/>
          <w:rtl/>
        </w:rPr>
        <w:t>م</w:t>
      </w:r>
    </w:p>
    <w:p w:rsidR="001F628F" w:rsidRDefault="001F628F" w:rsidP="001F628F">
      <w:pPr>
        <w:pStyle w:val="libNormal"/>
        <w:rPr>
          <w:rtl/>
        </w:rPr>
      </w:pPr>
      <w:r>
        <w:rPr>
          <w:rFonts w:hint="eastAsia"/>
          <w:rtl/>
        </w:rPr>
        <w:t>گذشتہ</w:t>
      </w:r>
      <w:r>
        <w:rPr>
          <w:rtl/>
        </w:rPr>
        <w:t xml:space="preserve"> امتو</w:t>
      </w:r>
      <w:r w:rsidR="00083993">
        <w:rPr>
          <w:rtl/>
        </w:rPr>
        <w:t xml:space="preserve">ں </w:t>
      </w:r>
      <w:r>
        <w:rPr>
          <w:rtl/>
        </w:rPr>
        <w:t>كے درميان انبياء كى بعثت اور ان كا شياطين كى گمراہى كے تحت تاثير قرار پانے كاذكر ، ممكن ہے ان مشركين مكّہ پر انگشت نمائي ہو جو خداوند عالم كى طرف ناروا چيزو</w:t>
      </w:r>
      <w:r w:rsidR="00083993">
        <w:rPr>
          <w:rtl/>
        </w:rPr>
        <w:t xml:space="preserve">ں </w:t>
      </w:r>
      <w:r>
        <w:rPr>
          <w:rtl/>
        </w:rPr>
        <w:t>كى نسبت ديتے تھے_</w:t>
      </w:r>
    </w:p>
    <w:p w:rsidR="001F628F" w:rsidRDefault="001F628F" w:rsidP="001F628F">
      <w:pPr>
        <w:pStyle w:val="libNormal"/>
        <w:rPr>
          <w:rtl/>
        </w:rPr>
      </w:pPr>
      <w:r>
        <w:rPr>
          <w:rtl/>
        </w:rPr>
        <w:t>10_ مشركين كے منفى پر وپيگنڈہ اور افتراء كے مقابلے مي</w:t>
      </w:r>
      <w:r w:rsidR="00083993">
        <w:rPr>
          <w:rtl/>
        </w:rPr>
        <w:t xml:space="preserve">ں </w:t>
      </w:r>
      <w:r>
        <w:rPr>
          <w:rtl/>
        </w:rPr>
        <w:t xml:space="preserve">خداوند عالم نے پيغمبر اكرم </w:t>
      </w:r>
      <w:r w:rsidR="00F031CD" w:rsidRPr="00F031CD">
        <w:rPr>
          <w:rStyle w:val="libAlaemChar"/>
          <w:rtl/>
        </w:rPr>
        <w:t xml:space="preserve"> صلى‌الله‌عليه‌وآله‌وسلم </w:t>
      </w:r>
      <w:r>
        <w:rPr>
          <w:rtl/>
        </w:rPr>
        <w:t xml:space="preserve"> كو تسلّى دى ہے _</w:t>
      </w:r>
    </w:p>
    <w:p w:rsidR="001F628F" w:rsidRDefault="001F628F" w:rsidP="00B118E7">
      <w:pPr>
        <w:pStyle w:val="libArabic"/>
        <w:rPr>
          <w:rtl/>
        </w:rPr>
      </w:pPr>
      <w:r>
        <w:rPr>
          <w:rFonts w:hint="eastAsia"/>
          <w:rtl/>
        </w:rPr>
        <w:t>ويجعلون</w:t>
      </w:r>
      <w:r>
        <w:rPr>
          <w:rtl/>
        </w:rPr>
        <w:t xml:space="preserve"> لله البنات ...ويجعلون لله ما يكر</w:t>
      </w:r>
      <w:r w:rsidR="00120F63" w:rsidRPr="00ED5DE8">
        <w:rPr>
          <w:rFonts w:hint="cs"/>
          <w:rtl/>
        </w:rPr>
        <w:t>ه</w:t>
      </w:r>
      <w:r>
        <w:rPr>
          <w:rFonts w:hint="cs"/>
          <w:rtl/>
        </w:rPr>
        <w:t>ون</w:t>
      </w:r>
      <w:r>
        <w:rPr>
          <w:rtl/>
        </w:rPr>
        <w:t xml:space="preserve"> ... </w:t>
      </w:r>
      <w:r>
        <w:rPr>
          <w:rFonts w:hint="cs"/>
          <w:rtl/>
        </w:rPr>
        <w:t>تا</w:t>
      </w:r>
      <w:r>
        <w:rPr>
          <w:rtl/>
        </w:rPr>
        <w:t>للّ</w:t>
      </w:r>
      <w:r w:rsidR="00120F63" w:rsidRPr="00ED5DE8">
        <w:rPr>
          <w:rFonts w:hint="cs"/>
          <w:rtl/>
        </w:rPr>
        <w:t>ه</w:t>
      </w:r>
      <w:r>
        <w:rPr>
          <w:rtl/>
        </w:rPr>
        <w:t xml:space="preserve"> </w:t>
      </w:r>
      <w:r>
        <w:rPr>
          <w:rFonts w:hint="cs"/>
          <w:rtl/>
        </w:rPr>
        <w:t>لقد</w:t>
      </w:r>
      <w:r>
        <w:rPr>
          <w:rtl/>
        </w:rPr>
        <w:t xml:space="preserve"> </w:t>
      </w:r>
      <w:r>
        <w:rPr>
          <w:rFonts w:hint="cs"/>
          <w:rtl/>
        </w:rPr>
        <w:t>ارسلنا</w:t>
      </w:r>
      <w:r>
        <w:rPr>
          <w:rtl/>
        </w:rPr>
        <w:t xml:space="preserve"> </w:t>
      </w:r>
      <w:r>
        <w:rPr>
          <w:rFonts w:hint="cs"/>
          <w:rtl/>
        </w:rPr>
        <w:t>الى</w:t>
      </w:r>
      <w:r>
        <w:rPr>
          <w:rtl/>
        </w:rPr>
        <w:t xml:space="preserve"> </w:t>
      </w:r>
      <w:r>
        <w:rPr>
          <w:rFonts w:hint="cs"/>
          <w:rtl/>
        </w:rPr>
        <w:t>امم</w:t>
      </w:r>
      <w:r>
        <w:rPr>
          <w:rtl/>
        </w:rPr>
        <w:t xml:space="preserve"> </w:t>
      </w:r>
      <w:r>
        <w:rPr>
          <w:rFonts w:hint="cs"/>
          <w:rtl/>
        </w:rPr>
        <w:t>من</w:t>
      </w:r>
      <w:r>
        <w:rPr>
          <w:rtl/>
        </w:rPr>
        <w:t xml:space="preserve"> </w:t>
      </w:r>
      <w:r>
        <w:rPr>
          <w:rFonts w:hint="cs"/>
          <w:rtl/>
        </w:rPr>
        <w:t>قبلك</w:t>
      </w:r>
      <w:r>
        <w:rPr>
          <w:rtl/>
        </w:rPr>
        <w:t xml:space="preserve"> </w:t>
      </w:r>
      <w:r>
        <w:rPr>
          <w:rFonts w:hint="cs"/>
          <w:rtl/>
        </w:rPr>
        <w:t>فزيّن</w:t>
      </w:r>
      <w:r>
        <w:rPr>
          <w:rtl/>
        </w:rPr>
        <w:t xml:space="preserve"> </w:t>
      </w:r>
      <w:r>
        <w:rPr>
          <w:rFonts w:hint="cs"/>
          <w:rtl/>
        </w:rPr>
        <w:t>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w:t>
      </w:r>
      <w:r>
        <w:rPr>
          <w:rtl/>
        </w:rPr>
        <w:t>عمال</w:t>
      </w:r>
      <w:r w:rsidR="00120F63" w:rsidRPr="00ED5DE8">
        <w:rPr>
          <w:rFonts w:hint="cs"/>
          <w:rtl/>
        </w:rPr>
        <w:t>ه</w:t>
      </w:r>
      <w:r>
        <w:rPr>
          <w:rFonts w:hint="cs"/>
          <w:rtl/>
        </w:rPr>
        <w:t>م</w:t>
      </w:r>
    </w:p>
    <w:p w:rsidR="001F628F" w:rsidRDefault="001F628F" w:rsidP="001F628F">
      <w:pPr>
        <w:pStyle w:val="libNormal"/>
        <w:rPr>
          <w:rtl/>
        </w:rPr>
      </w:pPr>
      <w:r>
        <w:rPr>
          <w:rFonts w:hint="eastAsia"/>
          <w:rtl/>
        </w:rPr>
        <w:t>ان</w:t>
      </w:r>
      <w:r>
        <w:rPr>
          <w:rtl/>
        </w:rPr>
        <w:t xml:space="preserve"> آيات كہ جن كا سياق ايك ہے ان مي</w:t>
      </w:r>
      <w:r w:rsidR="00083993">
        <w:rPr>
          <w:rtl/>
        </w:rPr>
        <w:t xml:space="preserve">ں </w:t>
      </w:r>
      <w:r>
        <w:rPr>
          <w:rtl/>
        </w:rPr>
        <w:t>غيب كے صيغہ سے مخاطب كى طرف انصراف كرنے سے احتمال يہ ہے كہ يہ مذكورہ مطلب كى خاطر ہو _</w:t>
      </w:r>
    </w:p>
    <w:p w:rsidR="001F628F" w:rsidRPr="00B118E7" w:rsidRDefault="001F628F" w:rsidP="00B118E7">
      <w:pPr>
        <w:pStyle w:val="libNormal"/>
        <w:rPr>
          <w:rStyle w:val="libArabicChar"/>
          <w:rtl/>
        </w:rPr>
      </w:pPr>
      <w:r>
        <w:rPr>
          <w:rtl/>
        </w:rPr>
        <w:t>11_ شيطان كى ظاہرى نمود نما</w:t>
      </w:r>
      <w:r w:rsidR="009F604A">
        <w:rPr>
          <w:rtl/>
        </w:rPr>
        <w:t>ئش</w:t>
      </w:r>
      <w:r>
        <w:rPr>
          <w:rtl/>
        </w:rPr>
        <w:t xml:space="preserve"> ، انبياء كى تحريك كے ليے مانع ہے_</w:t>
      </w:r>
      <w:r w:rsidRPr="00B118E7">
        <w:rPr>
          <w:rStyle w:val="libArabicChar"/>
          <w:rFonts w:hint="eastAsia"/>
          <w:rtl/>
        </w:rPr>
        <w:t>تاللّ</w:t>
      </w:r>
      <w:r w:rsidR="00120F63" w:rsidRPr="00B2551F">
        <w:rPr>
          <w:rStyle w:val="libArabicChar"/>
          <w:rFonts w:hint="cs"/>
          <w:rtl/>
        </w:rPr>
        <w:t>ه</w:t>
      </w:r>
      <w:r w:rsidRPr="00B118E7">
        <w:rPr>
          <w:rStyle w:val="libArabicChar"/>
          <w:rtl/>
        </w:rPr>
        <w:t xml:space="preserve"> لقد ارسلنا الى امم من قبلك فزيّن ل</w:t>
      </w:r>
      <w:r w:rsidR="00120F63" w:rsidRPr="00B2551F">
        <w:rPr>
          <w:rStyle w:val="libArabicChar"/>
          <w:rFonts w:hint="cs"/>
          <w:rtl/>
        </w:rPr>
        <w:t>ه</w:t>
      </w:r>
      <w:r w:rsidRPr="00B118E7">
        <w:rPr>
          <w:rStyle w:val="libArabicChar"/>
          <w:rFonts w:hint="cs"/>
          <w:rtl/>
        </w:rPr>
        <w:t>م</w:t>
      </w:r>
      <w:r w:rsidRPr="00B118E7">
        <w:rPr>
          <w:rStyle w:val="libArabicChar"/>
          <w:rtl/>
        </w:rPr>
        <w:t xml:space="preserve"> </w:t>
      </w:r>
      <w:r w:rsidRPr="00B118E7">
        <w:rPr>
          <w:rStyle w:val="libArabicChar"/>
          <w:rFonts w:hint="cs"/>
          <w:rtl/>
        </w:rPr>
        <w:t>الشيطان</w:t>
      </w:r>
      <w:r w:rsidRPr="00B118E7">
        <w:rPr>
          <w:rStyle w:val="libArabicChar"/>
          <w:rtl/>
        </w:rPr>
        <w:t xml:space="preserve"> </w:t>
      </w:r>
      <w:r w:rsidRPr="00B118E7">
        <w:rPr>
          <w:rStyle w:val="libArabicChar"/>
          <w:rFonts w:hint="cs"/>
          <w:rtl/>
        </w:rPr>
        <w:t>اع</w:t>
      </w:r>
      <w:r w:rsidRPr="00B118E7">
        <w:rPr>
          <w:rStyle w:val="libArabicChar"/>
          <w:rtl/>
        </w:rPr>
        <w:t>مال</w:t>
      </w:r>
      <w:r w:rsidR="00120F63" w:rsidRPr="00B2551F">
        <w:rPr>
          <w:rStyle w:val="libArabicChar"/>
          <w:rFonts w:hint="cs"/>
          <w:rtl/>
        </w:rPr>
        <w:t>ه</w:t>
      </w:r>
      <w:r w:rsidRPr="00B118E7">
        <w:rPr>
          <w:rStyle w:val="libArabicChar"/>
          <w:rFonts w:hint="cs"/>
          <w:rtl/>
        </w:rPr>
        <w:t>م</w:t>
      </w:r>
    </w:p>
    <w:p w:rsidR="001F628F" w:rsidRDefault="001F628F" w:rsidP="001F628F">
      <w:pPr>
        <w:pStyle w:val="libNormal"/>
        <w:rPr>
          <w:rtl/>
        </w:rPr>
      </w:pPr>
      <w:r>
        <w:rPr>
          <w:rtl/>
        </w:rPr>
        <w:t>12_ شيطان كى گمراہى اور اس كا ظاہرسازى كو تسلم كرنا ، اس كى سرپرستى كو قبول كرنے كا سبب ہے_</w:t>
      </w:r>
    </w:p>
    <w:p w:rsidR="001F628F" w:rsidRDefault="001F628F" w:rsidP="00B118E7">
      <w:pPr>
        <w:pStyle w:val="libArabic"/>
        <w:rPr>
          <w:rtl/>
        </w:rPr>
      </w:pPr>
      <w:r>
        <w:rPr>
          <w:rFonts w:hint="eastAsia"/>
          <w:rtl/>
        </w:rPr>
        <w:t>فز</w:t>
      </w:r>
      <w:r>
        <w:rPr>
          <w:rtl/>
        </w:rPr>
        <w:t xml:space="preserve"> ّين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اعمال</w:t>
      </w:r>
      <w:r w:rsidR="00120F63" w:rsidRPr="00ED5DE8">
        <w:rPr>
          <w:rFonts w:hint="cs"/>
          <w:rtl/>
        </w:rPr>
        <w:t>ه</w:t>
      </w:r>
      <w:r>
        <w:rPr>
          <w:rFonts w:hint="cs"/>
          <w:rtl/>
        </w:rPr>
        <w:t>م</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و</w:t>
      </w:r>
      <w:r>
        <w:rPr>
          <w:rtl/>
        </w:rPr>
        <w:t xml:space="preserve"> </w:t>
      </w:r>
      <w:r>
        <w:rPr>
          <w:rFonts w:hint="cs"/>
          <w:rtl/>
        </w:rPr>
        <w:t>ليّ</w:t>
      </w:r>
      <w:r w:rsidR="00120F63" w:rsidRPr="00ED5DE8">
        <w:rPr>
          <w:rFonts w:hint="cs"/>
          <w:rtl/>
        </w:rPr>
        <w:t>ه</w:t>
      </w:r>
      <w:r>
        <w:rPr>
          <w:rFonts w:hint="cs"/>
          <w:rtl/>
        </w:rPr>
        <w:t>م</w:t>
      </w:r>
      <w:r>
        <w:rPr>
          <w:rtl/>
        </w:rPr>
        <w:t xml:space="preserve"> اليوم</w:t>
      </w:r>
    </w:p>
    <w:p w:rsidR="001F628F" w:rsidRDefault="001F628F" w:rsidP="001F628F">
      <w:pPr>
        <w:pStyle w:val="libNormal"/>
        <w:rPr>
          <w:rtl/>
        </w:rPr>
      </w:pPr>
      <w:r>
        <w:rPr>
          <w:rtl/>
        </w:rPr>
        <w:t>13_طول تاريخ مي</w:t>
      </w:r>
      <w:r w:rsidR="00083993">
        <w:rPr>
          <w:rtl/>
        </w:rPr>
        <w:t xml:space="preserve">ں </w:t>
      </w:r>
      <w:r>
        <w:rPr>
          <w:rtl/>
        </w:rPr>
        <w:t>انبياء كى مخالفت كے واقعات ايك جيسے ہي</w:t>
      </w:r>
      <w:r w:rsidR="00083993">
        <w:rPr>
          <w:rtl/>
        </w:rPr>
        <w:t xml:space="preserve">ں </w:t>
      </w:r>
      <w:r>
        <w:rPr>
          <w:rtl/>
        </w:rPr>
        <w:t>_</w:t>
      </w:r>
    </w:p>
    <w:p w:rsidR="001F628F" w:rsidRDefault="001F628F" w:rsidP="00B118E7">
      <w:pPr>
        <w:pStyle w:val="libArabic"/>
        <w:rPr>
          <w:rtl/>
        </w:rPr>
      </w:pPr>
      <w:r>
        <w:rPr>
          <w:rFonts w:hint="eastAsia"/>
          <w:rtl/>
        </w:rPr>
        <w:t>تاللّ</w:t>
      </w:r>
      <w:r w:rsidR="00120F63" w:rsidRPr="00ED5DE8">
        <w:rPr>
          <w:rFonts w:hint="cs"/>
          <w:rtl/>
        </w:rPr>
        <w:t>ه</w:t>
      </w:r>
      <w:r>
        <w:rPr>
          <w:rtl/>
        </w:rPr>
        <w:t xml:space="preserve"> لقد ارسلنا الى امم من قبلك فز ّين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اعمال</w:t>
      </w:r>
      <w:r w:rsidR="00120F63" w:rsidRPr="00ED5DE8">
        <w:rPr>
          <w:rFonts w:hint="cs"/>
          <w:rtl/>
        </w:rPr>
        <w:t>ه</w:t>
      </w:r>
      <w:r>
        <w:rPr>
          <w:rFonts w:hint="cs"/>
          <w:rtl/>
        </w:rPr>
        <w:t>م</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وليّ</w:t>
      </w:r>
      <w:r w:rsidR="00120F63" w:rsidRPr="00ED5DE8">
        <w:rPr>
          <w:rFonts w:hint="cs"/>
          <w:rtl/>
        </w:rPr>
        <w:t>ه</w:t>
      </w:r>
      <w:r>
        <w:rPr>
          <w:rFonts w:hint="cs"/>
          <w:rtl/>
        </w:rPr>
        <w:t>م</w:t>
      </w:r>
      <w:r>
        <w:rPr>
          <w:rtl/>
        </w:rPr>
        <w:t xml:space="preserve"> اليوم</w:t>
      </w:r>
    </w:p>
    <w:p w:rsidR="001F628F" w:rsidRDefault="001F628F" w:rsidP="001F628F">
      <w:pPr>
        <w:pStyle w:val="libNormal"/>
        <w:rPr>
          <w:rtl/>
        </w:rPr>
      </w:pPr>
      <w:r>
        <w:rPr>
          <w:rtl/>
        </w:rPr>
        <w:t>14_ انبياء كى دعوت كا مناسب جو اب نہ دينے والى امتو</w:t>
      </w:r>
      <w:r w:rsidR="00083993">
        <w:rPr>
          <w:rtl/>
        </w:rPr>
        <w:t xml:space="preserve">ں </w:t>
      </w:r>
      <w:r>
        <w:rPr>
          <w:rtl/>
        </w:rPr>
        <w:t>كے ليے دردناك عذاب ہے_</w:t>
      </w:r>
    </w:p>
    <w:p w:rsidR="00B118E7" w:rsidRDefault="001E7F9D" w:rsidP="00F73EDE">
      <w:pPr>
        <w:pStyle w:val="libPoemTini"/>
        <w:rPr>
          <w:rtl/>
        </w:rPr>
      </w:pPr>
      <w:r>
        <w:rPr>
          <w:rtl/>
        </w:rPr>
        <w:br w:type="page"/>
      </w:r>
    </w:p>
    <w:p w:rsidR="001F628F" w:rsidRDefault="001F628F" w:rsidP="00B118E7">
      <w:pPr>
        <w:pStyle w:val="libArabic"/>
        <w:rPr>
          <w:rtl/>
        </w:rPr>
      </w:pPr>
      <w:r>
        <w:rPr>
          <w:rFonts w:hint="eastAsia"/>
          <w:rtl/>
        </w:rPr>
        <w:lastRenderedPageBreak/>
        <w:t>ول</w:t>
      </w:r>
      <w:r w:rsidR="00120F63" w:rsidRPr="00ED5DE8">
        <w:rPr>
          <w:rFonts w:hint="cs"/>
          <w:rtl/>
        </w:rPr>
        <w:t>ه</w:t>
      </w:r>
      <w:r>
        <w:rPr>
          <w:rFonts w:hint="cs"/>
          <w:rtl/>
        </w:rPr>
        <w:t>م</w:t>
      </w:r>
      <w:r>
        <w:rPr>
          <w:rtl/>
        </w:rPr>
        <w:t xml:space="preserve"> عذاب اليم</w:t>
      </w:r>
    </w:p>
    <w:p w:rsidR="001F628F" w:rsidRDefault="001F628F" w:rsidP="001F628F">
      <w:pPr>
        <w:pStyle w:val="libNormal"/>
        <w:rPr>
          <w:rtl/>
        </w:rPr>
      </w:pPr>
      <w:r>
        <w:rPr>
          <w:rtl/>
        </w:rPr>
        <w:t>15_ خداوند عالم نے مشركين كو شيطان كے گمراہ كرنے اور اس كى ظاہرى سازش سے اجتناب كرنے سے خبر دار كيا ہے_</w:t>
      </w:r>
    </w:p>
    <w:p w:rsidR="001F628F" w:rsidRDefault="001F628F" w:rsidP="00B118E7">
      <w:pPr>
        <w:pStyle w:val="libArabic"/>
        <w:rPr>
          <w:rtl/>
        </w:rPr>
      </w:pPr>
      <w:r>
        <w:rPr>
          <w:rFonts w:hint="eastAsia"/>
          <w:rtl/>
        </w:rPr>
        <w:t>تااللّ</w:t>
      </w:r>
      <w:r w:rsidR="00120F63" w:rsidRPr="00ED5DE8">
        <w:rPr>
          <w:rFonts w:hint="cs"/>
          <w:rtl/>
        </w:rPr>
        <w:t>ه</w:t>
      </w:r>
      <w:r>
        <w:rPr>
          <w:rtl/>
        </w:rPr>
        <w:t xml:space="preserve"> لقد ارسلنا الى امم من قبلك فزيّن ل</w:t>
      </w:r>
      <w:r w:rsidR="00120F63" w:rsidRPr="00ED5DE8">
        <w:rPr>
          <w:rFonts w:hint="cs"/>
          <w:rtl/>
        </w:rPr>
        <w:t>ه</w:t>
      </w:r>
      <w:r>
        <w:rPr>
          <w:rFonts w:hint="cs"/>
          <w:rtl/>
        </w:rPr>
        <w:t>م</w:t>
      </w:r>
      <w:r>
        <w:rPr>
          <w:rtl/>
        </w:rPr>
        <w:t xml:space="preserve"> </w:t>
      </w:r>
      <w:r>
        <w:rPr>
          <w:rFonts w:hint="cs"/>
          <w:rtl/>
        </w:rPr>
        <w:t>الشيطان</w:t>
      </w:r>
      <w:r>
        <w:rPr>
          <w:rtl/>
        </w:rPr>
        <w:t xml:space="preserve"> </w:t>
      </w:r>
      <w:r>
        <w:rPr>
          <w:rFonts w:hint="cs"/>
          <w:rtl/>
        </w:rPr>
        <w:t>اعمال</w:t>
      </w:r>
      <w:r w:rsidR="00120F63" w:rsidRPr="00ED5DE8">
        <w:rPr>
          <w:rFonts w:hint="cs"/>
          <w:rtl/>
        </w:rPr>
        <w:t>ه</w:t>
      </w:r>
      <w:r>
        <w:rPr>
          <w:rFonts w:hint="cs"/>
          <w:rtl/>
        </w:rPr>
        <w:t>م</w:t>
      </w:r>
      <w:r>
        <w:rPr>
          <w:rtl/>
        </w:rPr>
        <w:t xml:space="preserve"> ... </w:t>
      </w:r>
      <w:r>
        <w:rPr>
          <w:rFonts w:hint="cs"/>
          <w:rtl/>
        </w:rPr>
        <w:t>ول</w:t>
      </w:r>
      <w:r w:rsidR="00120F63" w:rsidRPr="00ED5DE8">
        <w:rPr>
          <w:rFonts w:hint="cs"/>
          <w:rtl/>
        </w:rPr>
        <w:t>ه</w:t>
      </w:r>
      <w:r>
        <w:rPr>
          <w:rFonts w:hint="cs"/>
          <w:rtl/>
        </w:rPr>
        <w:t>م</w:t>
      </w:r>
      <w:r>
        <w:rPr>
          <w:rtl/>
        </w:rPr>
        <w:t xml:space="preserve"> </w:t>
      </w:r>
      <w:r>
        <w:rPr>
          <w:rFonts w:hint="cs"/>
          <w:rtl/>
        </w:rPr>
        <w:t>عذاب</w:t>
      </w:r>
      <w:r>
        <w:rPr>
          <w:rtl/>
        </w:rPr>
        <w:t xml:space="preserve"> اليم</w:t>
      </w:r>
    </w:p>
    <w:p w:rsidR="001F628F" w:rsidRDefault="001F628F" w:rsidP="00B118E7">
      <w:pPr>
        <w:pStyle w:val="libNormal"/>
        <w:rPr>
          <w:rtl/>
        </w:rPr>
      </w:pPr>
      <w:r>
        <w:rPr>
          <w:rFonts w:hint="eastAsia"/>
          <w:rtl/>
        </w:rPr>
        <w:t>اغوا</w:t>
      </w:r>
      <w:r>
        <w:rPr>
          <w:rtl/>
        </w:rPr>
        <w:t xml:space="preserve"> كرنا:</w:t>
      </w:r>
      <w:r>
        <w:rPr>
          <w:rFonts w:hint="eastAsia"/>
          <w:rtl/>
        </w:rPr>
        <w:t>اغوا</w:t>
      </w:r>
      <w:r>
        <w:rPr>
          <w:rtl/>
        </w:rPr>
        <w:t xml:space="preserve"> كرنے كى سرزنش7</w:t>
      </w:r>
    </w:p>
    <w:p w:rsidR="001F628F" w:rsidRDefault="001F628F" w:rsidP="00B118E7">
      <w:pPr>
        <w:pStyle w:val="libNormal"/>
        <w:rPr>
          <w:rtl/>
        </w:rPr>
      </w:pPr>
      <w:r>
        <w:rPr>
          <w:rFonts w:hint="eastAsia"/>
          <w:rtl/>
        </w:rPr>
        <w:t>افترائ</w:t>
      </w:r>
      <w:r>
        <w:rPr>
          <w:rtl/>
        </w:rPr>
        <w:t>:</w:t>
      </w:r>
      <w:r>
        <w:rPr>
          <w:rFonts w:hint="eastAsia"/>
          <w:rtl/>
        </w:rPr>
        <w:t>خدا</w:t>
      </w:r>
      <w:r>
        <w:rPr>
          <w:rtl/>
        </w:rPr>
        <w:t xml:space="preserve"> كى طرف افتراء باندھنے كا سرچشمہ 9</w:t>
      </w:r>
    </w:p>
    <w:p w:rsidR="001F628F" w:rsidRDefault="001F628F" w:rsidP="00B118E7">
      <w:pPr>
        <w:pStyle w:val="libNormal"/>
        <w:rPr>
          <w:rtl/>
        </w:rPr>
      </w:pPr>
      <w:r>
        <w:rPr>
          <w:rFonts w:hint="eastAsia"/>
          <w:rtl/>
        </w:rPr>
        <w:t>الله</w:t>
      </w:r>
      <w:r>
        <w:rPr>
          <w:rtl/>
        </w:rPr>
        <w:t xml:space="preserve"> تعالي:</w:t>
      </w:r>
      <w:r>
        <w:rPr>
          <w:rFonts w:hint="eastAsia"/>
          <w:rtl/>
        </w:rPr>
        <w:t>الله</w:t>
      </w:r>
      <w:r>
        <w:rPr>
          <w:rtl/>
        </w:rPr>
        <w:t xml:space="preserve"> تعالى كى قسم1; الله تعالى كے انذار15</w:t>
      </w:r>
    </w:p>
    <w:p w:rsidR="001F628F" w:rsidRDefault="001F628F" w:rsidP="00B118E7">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Fonts w:hint="eastAsia"/>
          <w:rtl/>
        </w:rPr>
        <w:t>كے</w:t>
      </w:r>
      <w:r>
        <w:rPr>
          <w:rtl/>
        </w:rPr>
        <w:t xml:space="preserve"> عمال كو مزّين كرنا3</w:t>
      </w:r>
    </w:p>
    <w:p w:rsidR="001F628F" w:rsidRDefault="003D0BA1" w:rsidP="00B118E7">
      <w:pPr>
        <w:pStyle w:val="libNormal"/>
        <w:rPr>
          <w:rtl/>
        </w:rPr>
      </w:pPr>
      <w:r>
        <w:rPr>
          <w:rFonts w:hint="eastAsia"/>
          <w:rtl/>
        </w:rPr>
        <w:t>انبياء</w:t>
      </w:r>
      <w:r w:rsidR="001F628F">
        <w:rPr>
          <w:rtl/>
        </w:rPr>
        <w:t>:</w:t>
      </w:r>
      <w:r w:rsidR="001F628F">
        <w:rPr>
          <w:rFonts w:hint="eastAsia"/>
          <w:rtl/>
        </w:rPr>
        <w:t>انبياء</w:t>
      </w:r>
      <w:r w:rsidR="001F628F">
        <w:rPr>
          <w:rtl/>
        </w:rPr>
        <w:t xml:space="preserve"> كى تاريخ2،13; انبياء كى تحريك كے موانع 11; انبياء كے دشمن 13; بعثت </w:t>
      </w:r>
      <w:r>
        <w:rPr>
          <w:rtl/>
        </w:rPr>
        <w:t>انبياء</w:t>
      </w:r>
      <w:r w:rsidR="001F628F">
        <w:rPr>
          <w:rtl/>
        </w:rPr>
        <w:t>1; حضرت محمد</w:t>
      </w:r>
      <w:r w:rsidR="00F031CD" w:rsidRPr="00F031CD">
        <w:rPr>
          <w:rStyle w:val="libAlaemChar"/>
          <w:rtl/>
        </w:rPr>
        <w:t xml:space="preserve"> صلى‌الله‌عليه‌وآله‌وسلم </w:t>
      </w:r>
      <w:r w:rsidR="001F628F">
        <w:rPr>
          <w:rtl/>
        </w:rPr>
        <w:t xml:space="preserve"> سے قبل </w:t>
      </w:r>
      <w:r>
        <w:rPr>
          <w:rtl/>
        </w:rPr>
        <w:t>انبياء</w:t>
      </w:r>
      <w:r w:rsidR="001F628F">
        <w:rPr>
          <w:rtl/>
        </w:rPr>
        <w:t>1،2</w:t>
      </w:r>
    </w:p>
    <w:p w:rsidR="001F628F" w:rsidRDefault="001F628F" w:rsidP="00B118E7">
      <w:pPr>
        <w:pStyle w:val="libNormal"/>
        <w:rPr>
          <w:rtl/>
        </w:rPr>
      </w:pPr>
      <w:r>
        <w:rPr>
          <w:rFonts w:hint="eastAsia"/>
          <w:rtl/>
        </w:rPr>
        <w:t>انسان</w:t>
      </w:r>
      <w:r>
        <w:rPr>
          <w:rtl/>
        </w:rPr>
        <w:t>:</w:t>
      </w:r>
      <w:r>
        <w:rPr>
          <w:rFonts w:hint="eastAsia"/>
          <w:rtl/>
        </w:rPr>
        <w:t>انسان</w:t>
      </w:r>
      <w:r>
        <w:rPr>
          <w:rtl/>
        </w:rPr>
        <w:t xml:space="preserve"> كى زيبائي طلبي5; انسان كے ميلانات 5</w:t>
      </w:r>
    </w:p>
    <w:p w:rsidR="001F628F" w:rsidRDefault="001F628F" w:rsidP="00B118E7">
      <w:pPr>
        <w:pStyle w:val="libNormal"/>
        <w:rPr>
          <w:rtl/>
        </w:rPr>
      </w:pPr>
      <w:r>
        <w:rPr>
          <w:rFonts w:hint="eastAsia"/>
          <w:rtl/>
        </w:rPr>
        <w:t>برائي</w:t>
      </w:r>
      <w:r>
        <w:rPr>
          <w:rtl/>
        </w:rPr>
        <w:t>:</w:t>
      </w:r>
      <w:r>
        <w:rPr>
          <w:rFonts w:hint="eastAsia"/>
          <w:rtl/>
        </w:rPr>
        <w:t>برائي</w:t>
      </w:r>
      <w:r>
        <w:rPr>
          <w:rtl/>
        </w:rPr>
        <w:t xml:space="preserve"> سے نفرت 5</w:t>
      </w:r>
    </w:p>
    <w:p w:rsidR="001F628F" w:rsidRDefault="001F628F" w:rsidP="00B118E7">
      <w:pPr>
        <w:pStyle w:val="libNormal"/>
        <w:rPr>
          <w:rtl/>
        </w:rPr>
      </w:pPr>
      <w:r>
        <w:rPr>
          <w:rFonts w:hint="eastAsia"/>
          <w:rtl/>
        </w:rPr>
        <w:t>تاريخ</w:t>
      </w:r>
      <w:r>
        <w:rPr>
          <w:rtl/>
        </w:rPr>
        <w:t>:</w:t>
      </w:r>
      <w:r>
        <w:rPr>
          <w:rFonts w:hint="eastAsia"/>
          <w:rtl/>
        </w:rPr>
        <w:t>تاريخ</w:t>
      </w:r>
      <w:r>
        <w:rPr>
          <w:rtl/>
        </w:rPr>
        <w:t xml:space="preserve"> كا تكرار13</w:t>
      </w:r>
    </w:p>
    <w:p w:rsidR="001F628F" w:rsidRDefault="001F628F" w:rsidP="00B118E7">
      <w:pPr>
        <w:pStyle w:val="libNormal"/>
        <w:rPr>
          <w:rtl/>
        </w:rPr>
      </w:pPr>
      <w:r>
        <w:rPr>
          <w:rFonts w:hint="eastAsia"/>
          <w:rtl/>
        </w:rPr>
        <w:t>شيطان</w:t>
      </w:r>
      <w:r>
        <w:rPr>
          <w:rtl/>
        </w:rPr>
        <w:t>:</w:t>
      </w:r>
      <w:r>
        <w:rPr>
          <w:rFonts w:hint="eastAsia"/>
          <w:rtl/>
        </w:rPr>
        <w:t>شيطان</w:t>
      </w:r>
      <w:r>
        <w:rPr>
          <w:rtl/>
        </w:rPr>
        <w:t xml:space="preserve"> سے اجتناب 15; شيطان كا ور غلانا 3، 15; شيطان كى سرپرستى كا زمينہ12; شيطان كى سرپرستى كے شامل حالاافراد 8; شيطان كے پيروكار 6; شيطان كے پيرو كارو</w:t>
      </w:r>
      <w:r w:rsidR="00083993">
        <w:rPr>
          <w:rtl/>
        </w:rPr>
        <w:t xml:space="preserve">ں </w:t>
      </w:r>
      <w:r>
        <w:rPr>
          <w:rtl/>
        </w:rPr>
        <w:t>پر ولايت8; شيطان كے ور غلانے كى روش 4; شيطان كے ور غلانے كے آثار 9،11; شيطان كے بہكاوے مي</w:t>
      </w:r>
      <w:r w:rsidR="00083993">
        <w:rPr>
          <w:rtl/>
        </w:rPr>
        <w:t xml:space="preserve">ں </w:t>
      </w:r>
      <w:r>
        <w:rPr>
          <w:rtl/>
        </w:rPr>
        <w:t>آنے كے آثار 12</w:t>
      </w:r>
    </w:p>
    <w:p w:rsidR="001F628F" w:rsidRDefault="001F628F" w:rsidP="00B118E7">
      <w:pPr>
        <w:pStyle w:val="libNormal"/>
        <w:rPr>
          <w:rtl/>
        </w:rPr>
      </w:pPr>
      <w:r>
        <w:rPr>
          <w:rFonts w:hint="eastAsia"/>
          <w:rtl/>
        </w:rPr>
        <w:t>عذاب</w:t>
      </w:r>
      <w:r>
        <w:rPr>
          <w:rtl/>
        </w:rPr>
        <w:t>:</w:t>
      </w:r>
      <w:r>
        <w:rPr>
          <w:rFonts w:hint="eastAsia"/>
          <w:rtl/>
        </w:rPr>
        <w:t>عذاب</w:t>
      </w:r>
      <w:r>
        <w:rPr>
          <w:rtl/>
        </w:rPr>
        <w:t xml:space="preserve"> كے اسباب 14; عذاب كے مراتب 14</w:t>
      </w:r>
    </w:p>
    <w:p w:rsidR="001F628F" w:rsidRDefault="001F628F" w:rsidP="00B118E7">
      <w:pPr>
        <w:pStyle w:val="libNormal"/>
        <w:rPr>
          <w:rtl/>
        </w:rPr>
      </w:pPr>
      <w:r>
        <w:rPr>
          <w:rFonts w:hint="eastAsia"/>
          <w:rtl/>
        </w:rPr>
        <w:t>عصيان</w:t>
      </w:r>
      <w:r>
        <w:rPr>
          <w:rtl/>
        </w:rPr>
        <w:t>:</w:t>
      </w:r>
      <w:r>
        <w:rPr>
          <w:rFonts w:hint="eastAsia"/>
          <w:rtl/>
        </w:rPr>
        <w:t>انبياء</w:t>
      </w:r>
      <w:r>
        <w:rPr>
          <w:rtl/>
        </w:rPr>
        <w:t xml:space="preserve"> كى معصيت 6،14;انبياء كى معصيت كرنے كے آثار 8; انبياء كى معصيت كرنے والو</w:t>
      </w:r>
      <w:r w:rsidR="00083993">
        <w:rPr>
          <w:rtl/>
        </w:rPr>
        <w:t xml:space="preserve">ں </w:t>
      </w:r>
      <w:r>
        <w:rPr>
          <w:rtl/>
        </w:rPr>
        <w:t>كو سزا 14</w:t>
      </w:r>
    </w:p>
    <w:p w:rsidR="001F628F" w:rsidRDefault="001F628F" w:rsidP="00B118E7">
      <w:pPr>
        <w:pStyle w:val="libNormal"/>
        <w:rPr>
          <w:rtl/>
        </w:rPr>
      </w:pPr>
      <w:r>
        <w:rPr>
          <w:rFonts w:hint="eastAsia"/>
          <w:rtl/>
        </w:rPr>
        <w:t>عمل</w:t>
      </w:r>
      <w:r>
        <w:rPr>
          <w:rtl/>
        </w:rPr>
        <w:t>:</w:t>
      </w:r>
      <w:r>
        <w:rPr>
          <w:rFonts w:hint="eastAsia"/>
          <w:rtl/>
        </w:rPr>
        <w:t>شيطانى</w:t>
      </w:r>
      <w:r>
        <w:rPr>
          <w:rtl/>
        </w:rPr>
        <w:t xml:space="preserve"> عمل7; ناپسنديدہ عمل 7; ناپسنديدہ عمل كو مزيّن كرنا 3،4</w:t>
      </w:r>
    </w:p>
    <w:p w:rsidR="001F628F" w:rsidRDefault="001F628F" w:rsidP="00B118E7">
      <w:pPr>
        <w:pStyle w:val="libNormal"/>
        <w:rPr>
          <w:rtl/>
        </w:rPr>
      </w:pPr>
      <w:r>
        <w:rPr>
          <w:rFonts w:hint="eastAsia"/>
          <w:rtl/>
        </w:rPr>
        <w:t>قرآن</w:t>
      </w:r>
      <w:r>
        <w:rPr>
          <w:rtl/>
        </w:rPr>
        <w:t>:</w:t>
      </w:r>
      <w:r>
        <w:rPr>
          <w:rFonts w:hint="eastAsia"/>
          <w:rtl/>
        </w:rPr>
        <w:t>قرآن</w:t>
      </w:r>
      <w:r>
        <w:rPr>
          <w:rtl/>
        </w:rPr>
        <w:t xml:space="preserve"> كى قسمي</w:t>
      </w:r>
      <w:r w:rsidR="00083993">
        <w:rPr>
          <w:rtl/>
        </w:rPr>
        <w:t xml:space="preserve">ں </w:t>
      </w:r>
      <w:r>
        <w:rPr>
          <w:rtl/>
        </w:rPr>
        <w:t>1</w:t>
      </w:r>
    </w:p>
    <w:p w:rsidR="00B118E7" w:rsidRDefault="001E7F9D" w:rsidP="00F73EDE">
      <w:pPr>
        <w:pStyle w:val="libPoemTini"/>
        <w:rPr>
          <w:rtl/>
        </w:rPr>
      </w:pPr>
      <w:r>
        <w:rPr>
          <w:rtl/>
        </w:rPr>
        <w:cr/>
      </w:r>
      <w:r>
        <w:rPr>
          <w:rtl/>
        </w:rPr>
        <w:br w:type="page"/>
      </w:r>
    </w:p>
    <w:p w:rsidR="001F628F" w:rsidRDefault="001F628F" w:rsidP="007B3E93">
      <w:pPr>
        <w:pStyle w:val="libNormal"/>
        <w:rPr>
          <w:rtl/>
        </w:rPr>
      </w:pPr>
      <w:r>
        <w:rPr>
          <w:rFonts w:hint="eastAsia"/>
          <w:rtl/>
        </w:rPr>
        <w:lastRenderedPageBreak/>
        <w:t>گذشتہ</w:t>
      </w:r>
      <w:r>
        <w:rPr>
          <w:rtl/>
        </w:rPr>
        <w:t xml:space="preserve"> امتي</w:t>
      </w:r>
      <w:r w:rsidR="00083993">
        <w:rPr>
          <w:rtl/>
        </w:rPr>
        <w:t xml:space="preserve">ں </w:t>
      </w:r>
      <w:r>
        <w:rPr>
          <w:rtl/>
        </w:rPr>
        <w:t>:</w:t>
      </w:r>
      <w:r>
        <w:rPr>
          <w:rFonts w:hint="eastAsia"/>
          <w:rtl/>
        </w:rPr>
        <w:t>گذشتہ</w:t>
      </w:r>
      <w:r>
        <w:rPr>
          <w:rtl/>
        </w:rPr>
        <w:t xml:space="preserve"> امتو</w:t>
      </w:r>
      <w:r w:rsidR="00083993">
        <w:rPr>
          <w:rtl/>
        </w:rPr>
        <w:t xml:space="preserve">ں </w:t>
      </w:r>
      <w:r>
        <w:rPr>
          <w:rtl/>
        </w:rPr>
        <w:t>كا ورغلانے مي</w:t>
      </w:r>
      <w:r w:rsidR="00083993">
        <w:rPr>
          <w:rtl/>
        </w:rPr>
        <w:t xml:space="preserve">ں </w:t>
      </w:r>
      <w:r>
        <w:rPr>
          <w:rtl/>
        </w:rPr>
        <w:t>آجانا 6</w:t>
      </w:r>
    </w:p>
    <w:p w:rsidR="001F628F" w:rsidRDefault="001F628F" w:rsidP="007B3E93">
      <w:pPr>
        <w:pStyle w:val="libNormal"/>
        <w:rPr>
          <w:rtl/>
        </w:rPr>
      </w:pPr>
      <w:r>
        <w:rPr>
          <w:rFonts w:hint="eastAsia"/>
          <w:rtl/>
        </w:rPr>
        <w:t>ميلانات</w:t>
      </w:r>
      <w:r>
        <w:rPr>
          <w:rtl/>
        </w:rPr>
        <w:t xml:space="preserve"> :</w:t>
      </w:r>
      <w:r>
        <w:rPr>
          <w:rFonts w:hint="eastAsia"/>
          <w:rtl/>
        </w:rPr>
        <w:t>زيبائي</w:t>
      </w:r>
      <w:r>
        <w:rPr>
          <w:rtl/>
        </w:rPr>
        <w:t xml:space="preserve"> كى طرف ميلانات 5</w:t>
      </w:r>
    </w:p>
    <w:p w:rsidR="001F628F" w:rsidRDefault="001F628F" w:rsidP="007B3E93">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sidR="00F031CD" w:rsidRPr="00F031CD">
        <w:rPr>
          <w:rStyle w:val="libAlaemChar"/>
          <w:rtl/>
        </w:rPr>
        <w:t xml:space="preserve"> صلى‌الله‌عليه‌وآله‌وسلم </w:t>
      </w:r>
      <w:r>
        <w:rPr>
          <w:rtl/>
        </w:rPr>
        <w:t xml:space="preserve"> كى دلداري10</w:t>
      </w:r>
    </w:p>
    <w:p w:rsidR="001F628F" w:rsidRDefault="001F628F" w:rsidP="007B3E93">
      <w:pPr>
        <w:pStyle w:val="libNormal"/>
        <w:rPr>
          <w:rtl/>
        </w:rPr>
      </w:pPr>
      <w:r>
        <w:rPr>
          <w:rFonts w:hint="eastAsia"/>
          <w:rtl/>
        </w:rPr>
        <w:t>مشركين</w:t>
      </w:r>
      <w:r>
        <w:rPr>
          <w:rtl/>
        </w:rPr>
        <w:t>:</w:t>
      </w:r>
      <w:r>
        <w:rPr>
          <w:rFonts w:hint="eastAsia"/>
          <w:rtl/>
        </w:rPr>
        <w:t>مشركين</w:t>
      </w:r>
      <w:r>
        <w:rPr>
          <w:rtl/>
        </w:rPr>
        <w:t xml:space="preserve"> كا افترائ10; مشركين كے افتراء كا سرچشمہ9</w:t>
      </w:r>
    </w:p>
    <w:p w:rsidR="001F628F" w:rsidRDefault="001F628F" w:rsidP="007B3E93">
      <w:pPr>
        <w:pStyle w:val="libNormal"/>
        <w:rPr>
          <w:rtl/>
        </w:rPr>
      </w:pPr>
      <w:r>
        <w:rPr>
          <w:rFonts w:hint="eastAsia"/>
          <w:rtl/>
        </w:rPr>
        <w:t>مشركين</w:t>
      </w:r>
      <w:r>
        <w:rPr>
          <w:rtl/>
        </w:rPr>
        <w:t xml:space="preserve"> مكّہ :</w:t>
      </w:r>
      <w:r>
        <w:rPr>
          <w:rFonts w:hint="eastAsia"/>
          <w:rtl/>
        </w:rPr>
        <w:t>مشركين</w:t>
      </w:r>
      <w:r>
        <w:rPr>
          <w:rtl/>
        </w:rPr>
        <w:t xml:space="preserve"> مكہ كو انذار15</w:t>
      </w:r>
    </w:p>
    <w:p w:rsidR="001F628F" w:rsidRDefault="002C3E99" w:rsidP="002C3E99">
      <w:pPr>
        <w:pStyle w:val="Heading2Center"/>
        <w:rPr>
          <w:rtl/>
        </w:rPr>
      </w:pPr>
      <w:bookmarkStart w:id="210" w:name="_Toc28081888"/>
      <w:r>
        <w:rPr>
          <w:rFonts w:hint="cs"/>
          <w:rtl/>
        </w:rPr>
        <w:t>آیت 64</w:t>
      </w:r>
      <w:bookmarkEnd w:id="210"/>
    </w:p>
    <w:p w:rsidR="001F628F" w:rsidRDefault="00E260F9" w:rsidP="002C3E99">
      <w:pPr>
        <w:pStyle w:val="libNormal"/>
        <w:rPr>
          <w:rtl/>
        </w:rPr>
      </w:pPr>
      <w:r w:rsidRPr="00E260F9">
        <w:rPr>
          <w:rStyle w:val="libAlaemChar"/>
          <w:rFonts w:hint="eastAsia"/>
          <w:rtl/>
        </w:rPr>
        <w:t>(</w:t>
      </w:r>
      <w:r w:rsidRPr="002C3E99">
        <w:rPr>
          <w:rStyle w:val="libAieChar"/>
          <w:rFonts w:hint="eastAsia"/>
          <w:rtl/>
        </w:rPr>
        <w:t>وَمَا</w:t>
      </w:r>
      <w:r w:rsidRPr="002C3E99">
        <w:rPr>
          <w:rStyle w:val="libAieChar"/>
          <w:rtl/>
        </w:rPr>
        <w:t xml:space="preserve"> أَنزَلْنَا عَلَيْكَ الْكِتَابَ إِلاَّ لِتُبَيِّنَ لَهُمُ الَّذِي اخْتَلَفُواْ فِيهِ وَهُدًى وَرَحْمَةً لِّقَوْمٍ يُؤْمِنُونَ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آپ پر كتاب صرف اس لئے نازل كى ہے كہ آپ ان مسائل كى وضاحت كردي</w:t>
      </w:r>
      <w:r w:rsidR="00083993">
        <w:rPr>
          <w:rtl/>
        </w:rPr>
        <w:t xml:space="preserve">ں </w:t>
      </w:r>
      <w:r>
        <w:rPr>
          <w:rtl/>
        </w:rPr>
        <w:t>جن مي</w:t>
      </w:r>
      <w:r w:rsidR="00083993">
        <w:rPr>
          <w:rtl/>
        </w:rPr>
        <w:t xml:space="preserve">ں </w:t>
      </w:r>
      <w:r>
        <w:rPr>
          <w:rtl/>
        </w:rPr>
        <w:t>يہ اختلاف كئے ہوئے ہي</w:t>
      </w:r>
      <w:r w:rsidR="00083993">
        <w:rPr>
          <w:rtl/>
        </w:rPr>
        <w:t xml:space="preserve">ں </w:t>
      </w:r>
      <w:r>
        <w:rPr>
          <w:rtl/>
        </w:rPr>
        <w:t>اور يہ كتاب صاحبان ايمان كے لئے مجسمہ ہدايت اور رحمت ہے_</w:t>
      </w:r>
    </w:p>
    <w:p w:rsidR="001F628F" w:rsidRDefault="001F628F" w:rsidP="002C3E99">
      <w:pPr>
        <w:pStyle w:val="libNormal"/>
        <w:rPr>
          <w:rtl/>
        </w:rPr>
      </w:pPr>
      <w:r>
        <w:rPr>
          <w:rtl/>
        </w:rPr>
        <w:t xml:space="preserve">1_ قرآن ،خداوند عالم كى طرف سے پيغمبر اكرم </w:t>
      </w:r>
      <w:r w:rsidR="00F031CD" w:rsidRPr="00F031CD">
        <w:rPr>
          <w:rStyle w:val="libAlaemChar"/>
          <w:rtl/>
        </w:rPr>
        <w:t xml:space="preserve"> صلى‌الله‌عليه‌وآله‌وسلم </w:t>
      </w:r>
      <w:r>
        <w:rPr>
          <w:rtl/>
        </w:rPr>
        <w:t xml:space="preserve"> پر نازل شدہ كتاب ہے_</w:t>
      </w:r>
      <w:r w:rsidRPr="002C3E99">
        <w:rPr>
          <w:rStyle w:val="libArabicChar"/>
          <w:rFonts w:hint="eastAsia"/>
          <w:rtl/>
        </w:rPr>
        <w:t>وأنزلنا</w:t>
      </w:r>
      <w:r w:rsidRPr="002C3E99">
        <w:rPr>
          <w:rStyle w:val="libArabicChar"/>
          <w:rtl/>
        </w:rPr>
        <w:t xml:space="preserve"> عليك الكتاب</w:t>
      </w:r>
    </w:p>
    <w:p w:rsidR="001F628F" w:rsidRDefault="001F628F" w:rsidP="001F628F">
      <w:pPr>
        <w:pStyle w:val="libNormal"/>
        <w:rPr>
          <w:rtl/>
        </w:rPr>
      </w:pPr>
      <w:r>
        <w:rPr>
          <w:rtl/>
        </w:rPr>
        <w:t>''الكتاب'' مي</w:t>
      </w:r>
      <w:r w:rsidR="00083993">
        <w:rPr>
          <w:rtl/>
        </w:rPr>
        <w:t xml:space="preserve">ں </w:t>
      </w:r>
      <w:r>
        <w:rPr>
          <w:rtl/>
        </w:rPr>
        <w:t>''الف لام'' عہدى ذہنى ہے اور اس سے مراد ، قرآن كريم ہے_</w:t>
      </w:r>
    </w:p>
    <w:p w:rsidR="001F628F" w:rsidRDefault="001F628F" w:rsidP="002C3E99">
      <w:pPr>
        <w:pStyle w:val="libNormal"/>
        <w:rPr>
          <w:rtl/>
        </w:rPr>
      </w:pPr>
      <w:r>
        <w:rPr>
          <w:rtl/>
        </w:rPr>
        <w:t>2_ قرآن، نزول كے ابتدائي زمانہ سے ہى كتاب كے عنوان سے جانا پہچانا جاتا ہے_</w:t>
      </w:r>
      <w:r w:rsidRPr="002C3E99">
        <w:rPr>
          <w:rStyle w:val="libArabicChar"/>
          <w:rFonts w:hint="eastAsia"/>
          <w:rtl/>
        </w:rPr>
        <w:t>وما</w:t>
      </w:r>
      <w:r w:rsidRPr="002C3E99">
        <w:rPr>
          <w:rStyle w:val="libArabicChar"/>
          <w:rtl/>
        </w:rPr>
        <w:t xml:space="preserve"> أنزلنا عليك الكتاب</w:t>
      </w:r>
    </w:p>
    <w:p w:rsidR="001F628F" w:rsidRDefault="001F628F" w:rsidP="001F628F">
      <w:pPr>
        <w:pStyle w:val="libNormal"/>
        <w:rPr>
          <w:rtl/>
        </w:rPr>
      </w:pPr>
      <w:r>
        <w:rPr>
          <w:rtl/>
        </w:rPr>
        <w:t>3_ قرآن كريم كے نزول كا مقصد ، لوگو</w:t>
      </w:r>
      <w:r w:rsidR="00083993">
        <w:rPr>
          <w:rtl/>
        </w:rPr>
        <w:t xml:space="preserve">ں </w:t>
      </w:r>
      <w:r>
        <w:rPr>
          <w:rtl/>
        </w:rPr>
        <w:t>كے عقائدى اختلافات كى وضاحت كرنا ہے_</w:t>
      </w:r>
    </w:p>
    <w:p w:rsidR="001F628F" w:rsidRDefault="001F628F" w:rsidP="002C3E99">
      <w:pPr>
        <w:pStyle w:val="libArabic"/>
        <w:rPr>
          <w:rtl/>
        </w:rPr>
      </w:pPr>
      <w:r>
        <w:rPr>
          <w:rFonts w:hint="eastAsia"/>
          <w:rtl/>
        </w:rPr>
        <w:t>وما</w:t>
      </w:r>
      <w:r>
        <w:rPr>
          <w:rtl/>
        </w:rPr>
        <w:t xml:space="preserve"> أنزلنا عليك الكتاب الاّلتبيّن ل</w:t>
      </w:r>
      <w:r w:rsidR="00120F63" w:rsidRPr="00ED5DE8">
        <w:rPr>
          <w:rFonts w:hint="cs"/>
          <w:rtl/>
        </w:rPr>
        <w:t>ه</w:t>
      </w:r>
      <w:r>
        <w:rPr>
          <w:rFonts w:hint="cs"/>
          <w:rtl/>
        </w:rPr>
        <w:t>م</w:t>
      </w:r>
      <w:r>
        <w:rPr>
          <w:rtl/>
        </w:rPr>
        <w:t xml:space="preserve"> </w:t>
      </w:r>
      <w:r>
        <w:rPr>
          <w:rFonts w:hint="cs"/>
          <w:rtl/>
        </w:rPr>
        <w:t>الذى</w:t>
      </w:r>
      <w:r>
        <w:rPr>
          <w:rtl/>
        </w:rPr>
        <w:t xml:space="preserve"> </w:t>
      </w:r>
      <w:r>
        <w:rPr>
          <w:rFonts w:hint="cs"/>
          <w:rtl/>
        </w:rPr>
        <w:t>اختلفو</w:t>
      </w:r>
      <w:r>
        <w:rPr>
          <w:rtl/>
        </w:rPr>
        <w:t>ا في</w:t>
      </w:r>
      <w:r w:rsidR="00120F63" w:rsidRPr="00ED5DE8">
        <w:rPr>
          <w:rFonts w:hint="cs"/>
          <w:rtl/>
        </w:rPr>
        <w:t>ه</w:t>
      </w:r>
    </w:p>
    <w:p w:rsidR="001F628F" w:rsidRDefault="001F628F" w:rsidP="001F628F">
      <w:pPr>
        <w:pStyle w:val="libNormal"/>
        <w:rPr>
          <w:rtl/>
        </w:rPr>
      </w:pPr>
      <w:r>
        <w:rPr>
          <w:rtl/>
        </w:rPr>
        <w:t>4_ لوگو</w:t>
      </w:r>
      <w:r w:rsidR="00083993">
        <w:rPr>
          <w:rtl/>
        </w:rPr>
        <w:t xml:space="preserve">ں </w:t>
      </w:r>
      <w:r>
        <w:rPr>
          <w:rtl/>
        </w:rPr>
        <w:t>كے عقائدى اختلافات كى وضاحت كرنا ،</w:t>
      </w:r>
    </w:p>
    <w:p w:rsidR="002C3E99" w:rsidRDefault="001E7F9D" w:rsidP="00F73EDE">
      <w:pPr>
        <w:pStyle w:val="libPoemTini"/>
        <w:rPr>
          <w:rtl/>
        </w:rPr>
      </w:pPr>
      <w:r>
        <w:rPr>
          <w:rtl/>
        </w:rPr>
        <w:cr/>
      </w:r>
      <w:r>
        <w:rPr>
          <w:rtl/>
        </w:rPr>
        <w:br w:type="page"/>
      </w:r>
    </w:p>
    <w:p w:rsidR="001F628F" w:rsidRDefault="001F628F" w:rsidP="002C3E99">
      <w:pPr>
        <w:pStyle w:val="libNormal"/>
        <w:rPr>
          <w:rtl/>
        </w:rPr>
      </w:pPr>
      <w:r>
        <w:rPr>
          <w:rFonts w:hint="eastAsia"/>
          <w:rtl/>
        </w:rPr>
        <w:lastRenderedPageBreak/>
        <w:t>نہايت</w:t>
      </w:r>
      <w:r>
        <w:rPr>
          <w:rtl/>
        </w:rPr>
        <w:t xml:space="preserve"> اہم اور ضرورى امر ہے_</w:t>
      </w:r>
      <w:r w:rsidRPr="002C3E99">
        <w:rPr>
          <w:rStyle w:val="libArabicChar"/>
          <w:rFonts w:hint="eastAsia"/>
          <w:rtl/>
        </w:rPr>
        <w:t>وما</w:t>
      </w:r>
      <w:r w:rsidRPr="002C3E99">
        <w:rPr>
          <w:rStyle w:val="libArabicChar"/>
          <w:rtl/>
        </w:rPr>
        <w:t xml:space="preserve"> أنزلنا عليك الكتب الاّ لتبيّن ل</w:t>
      </w:r>
      <w:r w:rsidR="00120F63" w:rsidRPr="00B2551F">
        <w:rPr>
          <w:rStyle w:val="libArabicChar"/>
          <w:rFonts w:hint="cs"/>
          <w:rtl/>
        </w:rPr>
        <w:t>ه</w:t>
      </w:r>
      <w:r w:rsidRPr="002C3E99">
        <w:rPr>
          <w:rStyle w:val="libArabicChar"/>
          <w:rFonts w:hint="cs"/>
          <w:rtl/>
        </w:rPr>
        <w:t>م</w:t>
      </w:r>
      <w:r w:rsidRPr="002C3E99">
        <w:rPr>
          <w:rStyle w:val="libArabicChar"/>
          <w:rtl/>
        </w:rPr>
        <w:t xml:space="preserve"> </w:t>
      </w:r>
      <w:r w:rsidRPr="002C3E99">
        <w:rPr>
          <w:rStyle w:val="libArabicChar"/>
          <w:rFonts w:hint="cs"/>
          <w:rtl/>
        </w:rPr>
        <w:t>الذى</w:t>
      </w:r>
      <w:r w:rsidRPr="002C3E99">
        <w:rPr>
          <w:rStyle w:val="libArabicChar"/>
          <w:rtl/>
        </w:rPr>
        <w:t xml:space="preserve"> </w:t>
      </w:r>
      <w:r w:rsidRPr="002C3E99">
        <w:rPr>
          <w:rStyle w:val="libArabicChar"/>
          <w:rFonts w:hint="cs"/>
          <w:rtl/>
        </w:rPr>
        <w:t>اختلفو</w:t>
      </w:r>
      <w:r w:rsidRPr="002C3E99">
        <w:rPr>
          <w:rStyle w:val="libArabicChar"/>
          <w:rtl/>
        </w:rPr>
        <w:t xml:space="preserve"> ا في</w:t>
      </w:r>
      <w:r w:rsidR="00120F63" w:rsidRPr="00B2551F">
        <w:rPr>
          <w:rStyle w:val="libArabicChar"/>
          <w:rFonts w:hint="cs"/>
          <w:rtl/>
        </w:rPr>
        <w:t>ه</w:t>
      </w:r>
    </w:p>
    <w:p w:rsidR="001F628F" w:rsidRDefault="001F628F" w:rsidP="001F628F">
      <w:pPr>
        <w:pStyle w:val="libNormal"/>
        <w:rPr>
          <w:rtl/>
        </w:rPr>
      </w:pPr>
      <w:r>
        <w:rPr>
          <w:rtl/>
        </w:rPr>
        <w:t>5_لوگو</w:t>
      </w:r>
      <w:r w:rsidR="00083993">
        <w:rPr>
          <w:rtl/>
        </w:rPr>
        <w:t xml:space="preserve">ں </w:t>
      </w:r>
      <w:r>
        <w:rPr>
          <w:rtl/>
        </w:rPr>
        <w:t>كے عقائدى اختلاف كو حل كرنے كے ليے قرآن مجيد كى وضاحت كرنا، پيغمبر اكرم كى ايك ذمہ دارى ہے_</w:t>
      </w:r>
    </w:p>
    <w:p w:rsidR="001F628F" w:rsidRDefault="001F628F" w:rsidP="002C3E99">
      <w:pPr>
        <w:pStyle w:val="libArabic"/>
        <w:rPr>
          <w:rtl/>
        </w:rPr>
      </w:pPr>
      <w:r>
        <w:rPr>
          <w:rFonts w:hint="eastAsia"/>
          <w:rtl/>
        </w:rPr>
        <w:t>وما</w:t>
      </w:r>
      <w:r>
        <w:rPr>
          <w:rtl/>
        </w:rPr>
        <w:t xml:space="preserve"> أنزلناعليك الكتاب لتبيّن ل</w:t>
      </w:r>
      <w:r w:rsidR="00120F63" w:rsidRPr="00ED5DE8">
        <w:rPr>
          <w:rFonts w:hint="cs"/>
          <w:rtl/>
        </w:rPr>
        <w:t>ه</w:t>
      </w:r>
      <w:r>
        <w:rPr>
          <w:rFonts w:hint="cs"/>
          <w:rtl/>
        </w:rPr>
        <w:t>م</w:t>
      </w:r>
      <w:r>
        <w:rPr>
          <w:rtl/>
        </w:rPr>
        <w:t xml:space="preserve"> </w:t>
      </w:r>
      <w:r>
        <w:rPr>
          <w:rFonts w:hint="cs"/>
          <w:rtl/>
        </w:rPr>
        <w:t>الذى</w:t>
      </w:r>
      <w:r>
        <w:rPr>
          <w:rtl/>
        </w:rPr>
        <w:t xml:space="preserve"> </w:t>
      </w:r>
      <w:r>
        <w:rPr>
          <w:rFonts w:hint="cs"/>
          <w:rtl/>
        </w:rPr>
        <w:t>اختلفو</w:t>
      </w:r>
      <w:r>
        <w:rPr>
          <w:rtl/>
        </w:rPr>
        <w:t>ا في</w:t>
      </w:r>
      <w:r w:rsidR="00120F63" w:rsidRPr="00ED5DE8">
        <w:rPr>
          <w:rFonts w:hint="cs"/>
          <w:rtl/>
        </w:rPr>
        <w:t>ه</w:t>
      </w:r>
    </w:p>
    <w:p w:rsidR="001F628F" w:rsidRDefault="001F628F" w:rsidP="001F628F">
      <w:pPr>
        <w:pStyle w:val="libNormal"/>
        <w:rPr>
          <w:rtl/>
        </w:rPr>
      </w:pPr>
      <w:r>
        <w:rPr>
          <w:rtl/>
        </w:rPr>
        <w:t>6_ قرآن، معاشرہ مي</w:t>
      </w:r>
      <w:r w:rsidR="00083993">
        <w:rPr>
          <w:rtl/>
        </w:rPr>
        <w:t xml:space="preserve">ں </w:t>
      </w:r>
      <w:r>
        <w:rPr>
          <w:rtl/>
        </w:rPr>
        <w:t>عملى طور پر متحقق ہونے كے ليے ايك مفسر قرآن كامحتاج ہے_</w:t>
      </w:r>
    </w:p>
    <w:p w:rsidR="001F628F" w:rsidRDefault="001F628F" w:rsidP="002C3E99">
      <w:pPr>
        <w:pStyle w:val="libArabic"/>
        <w:rPr>
          <w:rtl/>
        </w:rPr>
      </w:pPr>
      <w:r>
        <w:rPr>
          <w:rFonts w:hint="eastAsia"/>
          <w:rtl/>
        </w:rPr>
        <w:t>وما</w:t>
      </w:r>
      <w:r>
        <w:rPr>
          <w:rtl/>
        </w:rPr>
        <w:t xml:space="preserve"> أنزلنا عليك الكتاب التبيّن ل</w:t>
      </w:r>
      <w:r w:rsidR="00120F63" w:rsidRPr="00ED5DE8">
        <w:rPr>
          <w:rFonts w:hint="cs"/>
          <w:rtl/>
        </w:rPr>
        <w:t>ه</w:t>
      </w:r>
      <w:r>
        <w:rPr>
          <w:rFonts w:hint="cs"/>
          <w:rtl/>
        </w:rPr>
        <w:t>م</w:t>
      </w:r>
      <w:r>
        <w:rPr>
          <w:rtl/>
        </w:rPr>
        <w:t xml:space="preserve"> </w:t>
      </w:r>
      <w:r>
        <w:rPr>
          <w:rFonts w:hint="cs"/>
          <w:rtl/>
        </w:rPr>
        <w:t>ال</w:t>
      </w:r>
      <w:r>
        <w:rPr>
          <w:rtl/>
        </w:rPr>
        <w:t>ذى اختلفوا في</w:t>
      </w:r>
      <w:r w:rsidR="00120F63" w:rsidRPr="00ED5DE8">
        <w:rPr>
          <w:rFonts w:hint="cs"/>
          <w:rtl/>
        </w:rPr>
        <w:t>ه</w:t>
      </w:r>
    </w:p>
    <w:p w:rsidR="001F628F" w:rsidRDefault="001F628F" w:rsidP="002C3E99">
      <w:pPr>
        <w:pStyle w:val="libNormal"/>
        <w:rPr>
          <w:rtl/>
        </w:rPr>
      </w:pPr>
      <w:r>
        <w:rPr>
          <w:rtl/>
        </w:rPr>
        <w:t>7_ انسان، عقائدى اختلافات كو دور كرنے اور صحيح و برتر عقيدہ تك رسائي حاصل كرنے كے ليے وحى اور آسمانى تعليمات كا محتاج ہے_</w:t>
      </w:r>
      <w:r w:rsidRPr="002C3E99">
        <w:rPr>
          <w:rStyle w:val="libArabicChar"/>
          <w:rFonts w:hint="eastAsia"/>
          <w:rtl/>
        </w:rPr>
        <w:t>وما</w:t>
      </w:r>
      <w:r w:rsidRPr="002C3E99">
        <w:rPr>
          <w:rStyle w:val="libArabicChar"/>
          <w:rtl/>
        </w:rPr>
        <w:t xml:space="preserve"> أنزلنا عليك الكتاب لتبيّن ل</w:t>
      </w:r>
      <w:r w:rsidR="00120F63" w:rsidRPr="00B2551F">
        <w:rPr>
          <w:rStyle w:val="libArabicChar"/>
          <w:rFonts w:hint="cs"/>
          <w:rtl/>
        </w:rPr>
        <w:t>ه</w:t>
      </w:r>
      <w:r w:rsidRPr="002C3E99">
        <w:rPr>
          <w:rStyle w:val="libArabicChar"/>
          <w:rFonts w:hint="cs"/>
          <w:rtl/>
        </w:rPr>
        <w:t>م</w:t>
      </w:r>
    </w:p>
    <w:p w:rsidR="001F628F" w:rsidRDefault="001F628F" w:rsidP="002C3E99">
      <w:pPr>
        <w:pStyle w:val="libNormal"/>
        <w:rPr>
          <w:rtl/>
        </w:rPr>
      </w:pPr>
      <w:r>
        <w:rPr>
          <w:rtl/>
        </w:rPr>
        <w:t>9_قرآن مجيد ، مؤمنين كے ليے ہدايت اور رحمت كى كتاب ہے_</w:t>
      </w:r>
      <w:r w:rsidRPr="002C3E99">
        <w:rPr>
          <w:rStyle w:val="libArabicChar"/>
          <w:rFonts w:hint="eastAsia"/>
          <w:rtl/>
        </w:rPr>
        <w:t>وما</w:t>
      </w:r>
      <w:r w:rsidRPr="002C3E99">
        <w:rPr>
          <w:rStyle w:val="libArabicChar"/>
          <w:rtl/>
        </w:rPr>
        <w:t xml:space="preserve"> أنزلنا عليك الكتاب ...</w:t>
      </w:r>
      <w:r w:rsidR="00120F63" w:rsidRPr="00B2551F">
        <w:rPr>
          <w:rStyle w:val="libArabicChar"/>
          <w:rFonts w:hint="cs"/>
          <w:rtl/>
        </w:rPr>
        <w:t>ه</w:t>
      </w:r>
      <w:r w:rsidRPr="002C3E99">
        <w:rPr>
          <w:rStyle w:val="libArabicChar"/>
          <w:rFonts w:hint="cs"/>
          <w:rtl/>
        </w:rPr>
        <w:t>ديً</w:t>
      </w:r>
      <w:r w:rsidRPr="002C3E99">
        <w:rPr>
          <w:rStyle w:val="libArabicChar"/>
          <w:rtl/>
        </w:rPr>
        <w:t xml:space="preserve"> ورحمة لقوم يومنؤن</w:t>
      </w:r>
    </w:p>
    <w:p w:rsidR="001F628F" w:rsidRDefault="001F628F" w:rsidP="002C3E99">
      <w:pPr>
        <w:pStyle w:val="libNormal"/>
        <w:rPr>
          <w:rtl/>
        </w:rPr>
      </w:pPr>
      <w:r>
        <w:rPr>
          <w:rFonts w:hint="eastAsia"/>
          <w:rtl/>
        </w:rPr>
        <w:t>انسان</w:t>
      </w:r>
      <w:r>
        <w:rPr>
          <w:rtl/>
        </w:rPr>
        <w:t xml:space="preserve"> :</w:t>
      </w:r>
      <w:r>
        <w:rPr>
          <w:rFonts w:hint="eastAsia"/>
          <w:rtl/>
        </w:rPr>
        <w:t>انسان</w:t>
      </w:r>
      <w:r>
        <w:rPr>
          <w:rtl/>
        </w:rPr>
        <w:t xml:space="preserve"> كى معنوى ضرورتي</w:t>
      </w:r>
      <w:r w:rsidR="00083993">
        <w:rPr>
          <w:rtl/>
        </w:rPr>
        <w:t xml:space="preserve">ں </w:t>
      </w:r>
      <w:r>
        <w:rPr>
          <w:rtl/>
        </w:rPr>
        <w:t>7</w:t>
      </w:r>
    </w:p>
    <w:p w:rsidR="001F628F" w:rsidRDefault="001F628F" w:rsidP="002C3E99">
      <w:pPr>
        <w:pStyle w:val="libNormal"/>
        <w:rPr>
          <w:rtl/>
        </w:rPr>
      </w:pPr>
      <w:r>
        <w:rPr>
          <w:rFonts w:hint="eastAsia"/>
          <w:rtl/>
        </w:rPr>
        <w:t>ضرورتي</w:t>
      </w:r>
      <w:r w:rsidR="00083993">
        <w:rPr>
          <w:rFonts w:hint="eastAsia"/>
          <w:rtl/>
        </w:rPr>
        <w:t xml:space="preserve">ں </w:t>
      </w:r>
      <w:r>
        <w:rPr>
          <w:rtl/>
        </w:rPr>
        <w:t>:</w:t>
      </w:r>
      <w:r>
        <w:rPr>
          <w:rFonts w:hint="eastAsia"/>
          <w:rtl/>
        </w:rPr>
        <w:t>دين</w:t>
      </w:r>
      <w:r>
        <w:rPr>
          <w:rtl/>
        </w:rPr>
        <w:t xml:space="preserve"> كى ضرورت 7; وحى كى ضرورت 7</w:t>
      </w:r>
    </w:p>
    <w:p w:rsidR="001F628F" w:rsidRDefault="001F628F" w:rsidP="002C3E99">
      <w:pPr>
        <w:pStyle w:val="libNormal"/>
        <w:rPr>
          <w:rtl/>
        </w:rPr>
      </w:pPr>
      <w:r>
        <w:rPr>
          <w:rFonts w:hint="eastAsia"/>
          <w:rtl/>
        </w:rPr>
        <w:t>عقيدہ</w:t>
      </w:r>
      <w:r>
        <w:rPr>
          <w:rtl/>
        </w:rPr>
        <w:t>:</w:t>
      </w:r>
      <w:r>
        <w:rPr>
          <w:rFonts w:hint="eastAsia"/>
          <w:rtl/>
        </w:rPr>
        <w:t>عقيدتى</w:t>
      </w:r>
      <w:r>
        <w:rPr>
          <w:rtl/>
        </w:rPr>
        <w:t xml:space="preserve"> اختلاف كو بيان كرنا3; عقيدتى اختلاف كوحل كرنا 5،7; عقيدتى اختلاف كو حل كرنے كى اہميت 4; عقيدہ كى تصحيح كے عوامل و اسباب7</w:t>
      </w:r>
    </w:p>
    <w:p w:rsidR="001F628F" w:rsidRDefault="005E05E0" w:rsidP="002C3E99">
      <w:pPr>
        <w:pStyle w:val="libNormal"/>
        <w:rPr>
          <w:rtl/>
        </w:rPr>
      </w:pPr>
      <w:r>
        <w:rPr>
          <w:rFonts w:hint="eastAsia"/>
          <w:rtl/>
        </w:rPr>
        <w:t>علماء</w:t>
      </w:r>
      <w:r w:rsidR="001F628F">
        <w:rPr>
          <w:rtl/>
        </w:rPr>
        <w:t>:</w:t>
      </w:r>
      <w:r w:rsidR="001F628F">
        <w:rPr>
          <w:rFonts w:hint="eastAsia"/>
          <w:rtl/>
        </w:rPr>
        <w:t>علماء</w:t>
      </w:r>
      <w:r w:rsidR="001F628F">
        <w:rPr>
          <w:rtl/>
        </w:rPr>
        <w:t xml:space="preserve"> كى ذمہ دارى 6</w:t>
      </w:r>
    </w:p>
    <w:p w:rsidR="001F628F" w:rsidRDefault="001F628F" w:rsidP="002C3E99">
      <w:pPr>
        <w:pStyle w:val="libNormal"/>
        <w:rPr>
          <w:rtl/>
        </w:rPr>
      </w:pPr>
      <w:r>
        <w:rPr>
          <w:rFonts w:hint="eastAsia"/>
          <w:rtl/>
        </w:rPr>
        <w:t>قرآن</w:t>
      </w:r>
      <w:r>
        <w:rPr>
          <w:rtl/>
        </w:rPr>
        <w:t>:</w:t>
      </w:r>
      <w:r>
        <w:rPr>
          <w:rFonts w:hint="eastAsia"/>
          <w:rtl/>
        </w:rPr>
        <w:t>تاريخ</w:t>
      </w:r>
      <w:r>
        <w:rPr>
          <w:rtl/>
        </w:rPr>
        <w:t xml:space="preserve"> قرآن2; قرآن كا كردار6; قرآن كا نزول 1; قرآن كا وحى ہونا 1; قرآن كا ہدايت كرنا3،9; قرآن كو بيان كرنا5; قرآن كو بيان كرنے كى اہميت6; قرآن كى رحمت9; قرآن كے اسماء گرامي2</w:t>
      </w:r>
    </w:p>
    <w:p w:rsidR="001F628F" w:rsidRDefault="001F628F" w:rsidP="001F628F">
      <w:pPr>
        <w:pStyle w:val="libNormal"/>
        <w:rPr>
          <w:rtl/>
        </w:rPr>
      </w:pPr>
      <w:r>
        <w:rPr>
          <w:rFonts w:hint="eastAsia"/>
          <w:rtl/>
        </w:rPr>
        <w:t>كتاب</w:t>
      </w:r>
      <w:r>
        <w:rPr>
          <w:rtl/>
        </w:rPr>
        <w:t>:2</w:t>
      </w:r>
    </w:p>
    <w:p w:rsidR="001F628F" w:rsidRDefault="001F628F" w:rsidP="002C3E99">
      <w:pPr>
        <w:pStyle w:val="libNormal"/>
        <w:rPr>
          <w:rtl/>
        </w:rPr>
      </w:pPr>
      <w:r>
        <w:rPr>
          <w:rFonts w:hint="eastAsia"/>
          <w:rtl/>
        </w:rPr>
        <w:t>مؤمنين</w:t>
      </w:r>
      <w:r>
        <w:rPr>
          <w:rtl/>
        </w:rPr>
        <w:t>:</w:t>
      </w:r>
      <w:r>
        <w:rPr>
          <w:rFonts w:hint="eastAsia"/>
          <w:rtl/>
        </w:rPr>
        <w:t>مؤمنين</w:t>
      </w:r>
      <w:r>
        <w:rPr>
          <w:rtl/>
        </w:rPr>
        <w:t xml:space="preserve"> پر رحمت9; مؤمنين كى ہدايت 9</w:t>
      </w:r>
    </w:p>
    <w:p w:rsidR="001F628F" w:rsidRDefault="001F628F" w:rsidP="002C3E99">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sidR="00F031CD" w:rsidRPr="00F031CD">
        <w:rPr>
          <w:rStyle w:val="libAlaemChar"/>
          <w:rtl/>
        </w:rPr>
        <w:t xml:space="preserve"> صلى‌الله‌عليه‌وآله‌وسلم </w:t>
      </w:r>
      <w:r>
        <w:rPr>
          <w:rtl/>
        </w:rPr>
        <w:t xml:space="preserve"> اور قرآن 8; محمد</w:t>
      </w:r>
      <w:r w:rsidR="00F031CD" w:rsidRPr="00F031CD">
        <w:rPr>
          <w:rStyle w:val="libAlaemChar"/>
          <w:rtl/>
        </w:rPr>
        <w:t xml:space="preserve"> صلى‌الله‌عليه‌وآله‌وسلم </w:t>
      </w:r>
      <w:r>
        <w:rPr>
          <w:rtl/>
        </w:rPr>
        <w:t xml:space="preserve"> كا علم8; محمد</w:t>
      </w:r>
      <w:r w:rsidR="00F031CD" w:rsidRPr="00F031CD">
        <w:rPr>
          <w:rStyle w:val="libAlaemChar"/>
          <w:rtl/>
        </w:rPr>
        <w:t xml:space="preserve"> صلى‌الله‌عليه‌وآله‌وسلم </w:t>
      </w:r>
      <w:r>
        <w:rPr>
          <w:rtl/>
        </w:rPr>
        <w:t xml:space="preserve"> كو وحى 1; محمد</w:t>
      </w:r>
      <w:r w:rsidR="00F031CD" w:rsidRPr="00F031CD">
        <w:rPr>
          <w:rStyle w:val="libAlaemChar"/>
          <w:rtl/>
        </w:rPr>
        <w:t xml:space="preserve"> صلى‌الله‌عليه‌وآله‌وسلم </w:t>
      </w:r>
      <w:r>
        <w:rPr>
          <w:rtl/>
        </w:rPr>
        <w:t xml:space="preserve"> كى ذمہ دارى 5</w:t>
      </w:r>
    </w:p>
    <w:p w:rsidR="002C3E99" w:rsidRDefault="001E7F9D" w:rsidP="00F73EDE">
      <w:pPr>
        <w:pStyle w:val="libPoemTini"/>
        <w:rPr>
          <w:rtl/>
        </w:rPr>
      </w:pPr>
      <w:r>
        <w:rPr>
          <w:rtl/>
        </w:rPr>
        <w:br w:type="page"/>
      </w:r>
    </w:p>
    <w:p w:rsidR="002C3E99" w:rsidRDefault="002C3E99" w:rsidP="002C3E99">
      <w:pPr>
        <w:pStyle w:val="Heading2Center"/>
        <w:rPr>
          <w:rtl/>
        </w:rPr>
      </w:pPr>
      <w:bookmarkStart w:id="211" w:name="_Toc28081889"/>
      <w:r>
        <w:rPr>
          <w:rFonts w:hint="cs"/>
          <w:rtl/>
        </w:rPr>
        <w:lastRenderedPageBreak/>
        <w:t>آیت 65</w:t>
      </w:r>
      <w:bookmarkEnd w:id="211"/>
    </w:p>
    <w:p w:rsidR="001F628F" w:rsidRDefault="00E260F9" w:rsidP="002C3E99">
      <w:pPr>
        <w:pStyle w:val="libNormal"/>
        <w:rPr>
          <w:rtl/>
        </w:rPr>
      </w:pPr>
      <w:r w:rsidRPr="00E260F9">
        <w:rPr>
          <w:rStyle w:val="libAlaemChar"/>
          <w:rFonts w:hint="eastAsia"/>
          <w:rtl/>
        </w:rPr>
        <w:t>(</w:t>
      </w:r>
      <w:r w:rsidRPr="002C3E99">
        <w:rPr>
          <w:rStyle w:val="libAieChar"/>
          <w:rFonts w:hint="eastAsia"/>
          <w:rtl/>
        </w:rPr>
        <w:t>وَاللّهُ</w:t>
      </w:r>
      <w:r w:rsidRPr="002C3E99">
        <w:rPr>
          <w:rStyle w:val="libAieChar"/>
          <w:rtl/>
        </w:rPr>
        <w:t xml:space="preserve"> أَنزَلَ مِنَ السَّمَاءِ مَاءً فَأَحْيَا بِهِ الأَرْضَ بَعْدَ مَوْتِهَا إِنَّ فِي ذَلِكَ لآيَةً لِّقَوْمٍ يَسْمَعُونَ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آسمان سے پانى برسايا ہے اور اس كے ذريعہ زمين كو مردہ ہونے كے بعد دوبارہ زندہ كيا ہے اس مي</w:t>
      </w:r>
      <w:r w:rsidR="00083993">
        <w:rPr>
          <w:rtl/>
        </w:rPr>
        <w:t xml:space="preserve">ں </w:t>
      </w:r>
      <w:r>
        <w:rPr>
          <w:rtl/>
        </w:rPr>
        <w:t>بھى بات سننے والى قوم كے لئے نشانيا</w:t>
      </w:r>
      <w:r w:rsidR="00083993">
        <w:rPr>
          <w:rtl/>
        </w:rPr>
        <w:t xml:space="preserve">ں </w:t>
      </w:r>
      <w:r>
        <w:rPr>
          <w:rtl/>
        </w:rPr>
        <w:t>پائي جاتى ہي</w:t>
      </w:r>
      <w:r w:rsidR="00083993">
        <w:rPr>
          <w:rtl/>
        </w:rPr>
        <w:t xml:space="preserve">ں </w:t>
      </w:r>
      <w:r>
        <w:rPr>
          <w:rtl/>
        </w:rPr>
        <w:t>_</w:t>
      </w:r>
    </w:p>
    <w:p w:rsidR="001F628F" w:rsidRDefault="001F628F" w:rsidP="002C3E99">
      <w:pPr>
        <w:pStyle w:val="libNormal"/>
        <w:rPr>
          <w:rtl/>
        </w:rPr>
      </w:pPr>
      <w:r>
        <w:rPr>
          <w:rtl/>
        </w:rPr>
        <w:t>1_ خداوند عالم آسمان سے پانى (بارش) كو نازل كرنے والا ہے_</w:t>
      </w:r>
      <w:r w:rsidRPr="002C3E99">
        <w:rPr>
          <w:rStyle w:val="libArabicChar"/>
          <w:rFonts w:hint="eastAsia"/>
          <w:rtl/>
        </w:rPr>
        <w:t>واللّ</w:t>
      </w:r>
      <w:r w:rsidR="00120F63" w:rsidRPr="00B2551F">
        <w:rPr>
          <w:rStyle w:val="libArabicChar"/>
          <w:rFonts w:hint="cs"/>
          <w:rtl/>
        </w:rPr>
        <w:t>ه</w:t>
      </w:r>
      <w:r w:rsidRPr="002C3E99">
        <w:rPr>
          <w:rStyle w:val="libArabicChar"/>
          <w:rtl/>
        </w:rPr>
        <w:t xml:space="preserve"> انزل من السّماء</w:t>
      </w:r>
      <w:r w:rsidR="00630A2A" w:rsidRPr="00630A2A">
        <w:rPr>
          <w:rStyle w:val="libArabicChar"/>
          <w:rtl/>
        </w:rPr>
        <w:t xml:space="preserve"> ماء</w:t>
      </w:r>
    </w:p>
    <w:p w:rsidR="001F628F" w:rsidRDefault="001F628F" w:rsidP="002C3E99">
      <w:pPr>
        <w:pStyle w:val="libNormal"/>
        <w:rPr>
          <w:rtl/>
        </w:rPr>
      </w:pPr>
      <w:r>
        <w:rPr>
          <w:rtl/>
        </w:rPr>
        <w:t>2_ آسمان ، پانى كا سرچشمہ ہے_</w:t>
      </w:r>
      <w:r w:rsidRPr="002C3E99">
        <w:rPr>
          <w:rStyle w:val="libArabicChar"/>
          <w:rFonts w:hint="eastAsia"/>
          <w:rtl/>
        </w:rPr>
        <w:t>واللّ</w:t>
      </w:r>
      <w:r w:rsidR="00120F63" w:rsidRPr="00B2551F">
        <w:rPr>
          <w:rStyle w:val="libArabicChar"/>
          <w:rFonts w:hint="cs"/>
          <w:rtl/>
        </w:rPr>
        <w:t>ه</w:t>
      </w:r>
      <w:r w:rsidRPr="002C3E99">
        <w:rPr>
          <w:rStyle w:val="libArabicChar"/>
          <w:rtl/>
        </w:rPr>
        <w:t xml:space="preserve"> انزل من السّماء</w:t>
      </w:r>
      <w:r w:rsidR="00630A2A" w:rsidRPr="00630A2A">
        <w:rPr>
          <w:rStyle w:val="libArabicChar"/>
          <w:rtl/>
        </w:rPr>
        <w:t xml:space="preserve"> ماء</w:t>
      </w:r>
    </w:p>
    <w:p w:rsidR="001F628F" w:rsidRDefault="001F628F" w:rsidP="001F628F">
      <w:pPr>
        <w:pStyle w:val="libNormal"/>
        <w:rPr>
          <w:rtl/>
        </w:rPr>
      </w:pPr>
      <w:r>
        <w:rPr>
          <w:rtl/>
        </w:rPr>
        <w:t>3_ خداوند عالم ، بارش كے پانى كے ذريعہ مردہ زمينو</w:t>
      </w:r>
      <w:r w:rsidR="00083993">
        <w:rPr>
          <w:rtl/>
        </w:rPr>
        <w:t xml:space="preserve">ں </w:t>
      </w:r>
      <w:r>
        <w:rPr>
          <w:rtl/>
        </w:rPr>
        <w:t>كو زندہ كرنے والا ہے_</w:t>
      </w:r>
    </w:p>
    <w:p w:rsidR="001F628F" w:rsidRDefault="001F628F" w:rsidP="002C3E99">
      <w:pPr>
        <w:pStyle w:val="libArabic"/>
        <w:rPr>
          <w:rtl/>
        </w:rPr>
      </w:pPr>
      <w:r>
        <w:rPr>
          <w:rFonts w:hint="eastAsia"/>
          <w:rtl/>
        </w:rPr>
        <w:t>واللّ</w:t>
      </w:r>
      <w:r w:rsidR="00120F63" w:rsidRPr="00ED5DE8">
        <w:rPr>
          <w:rFonts w:hint="cs"/>
          <w:rtl/>
        </w:rPr>
        <w:t>ه</w:t>
      </w:r>
      <w:r>
        <w:rPr>
          <w:rtl/>
        </w:rPr>
        <w:t xml:space="preserve"> انزل من السّماء ماء فا حيا ب</w:t>
      </w:r>
      <w:r w:rsidR="00120F63" w:rsidRPr="00ED5DE8">
        <w:rPr>
          <w:rFonts w:hint="cs"/>
          <w:rtl/>
        </w:rPr>
        <w:t>ه</w:t>
      </w:r>
      <w:r>
        <w:rPr>
          <w:rtl/>
        </w:rPr>
        <w:t xml:space="preserve"> </w:t>
      </w:r>
      <w:r>
        <w:rPr>
          <w:rFonts w:hint="cs"/>
          <w:rtl/>
        </w:rPr>
        <w:t>الارض</w:t>
      </w:r>
      <w:r>
        <w:rPr>
          <w:rtl/>
        </w:rPr>
        <w:t xml:space="preserve"> </w:t>
      </w:r>
      <w:r>
        <w:rPr>
          <w:rFonts w:hint="cs"/>
          <w:rtl/>
        </w:rPr>
        <w:t>بعد</w:t>
      </w:r>
      <w:r>
        <w:rPr>
          <w:rtl/>
        </w:rPr>
        <w:t xml:space="preserve"> موت</w:t>
      </w:r>
      <w:r w:rsidR="00F21947" w:rsidRPr="00B2551F">
        <w:rPr>
          <w:rFonts w:hint="cs"/>
          <w:rtl/>
        </w:rPr>
        <w:t>ه</w:t>
      </w:r>
    </w:p>
    <w:p w:rsidR="001F628F" w:rsidRDefault="001F628F" w:rsidP="002C3E99">
      <w:pPr>
        <w:pStyle w:val="libNormal"/>
        <w:rPr>
          <w:rtl/>
        </w:rPr>
      </w:pPr>
      <w:r>
        <w:rPr>
          <w:rtl/>
        </w:rPr>
        <w:t>4_ خداوند عالم نے پانى كو زندہ موجودات كے ليے مايہ حيات قرارديا ہے_</w:t>
      </w:r>
      <w:r w:rsidRPr="002C3E99">
        <w:rPr>
          <w:rStyle w:val="libArabicChar"/>
          <w:rFonts w:hint="eastAsia"/>
          <w:rtl/>
        </w:rPr>
        <w:t>فا</w:t>
      </w:r>
      <w:r w:rsidRPr="002C3E99">
        <w:rPr>
          <w:rStyle w:val="libArabicChar"/>
          <w:rtl/>
        </w:rPr>
        <w:t xml:space="preserve"> حيا ب</w:t>
      </w:r>
      <w:r w:rsidR="00120F63" w:rsidRPr="00B2551F">
        <w:rPr>
          <w:rStyle w:val="libArabicChar"/>
          <w:rFonts w:hint="cs"/>
          <w:rtl/>
        </w:rPr>
        <w:t>ه</w:t>
      </w:r>
      <w:r w:rsidRPr="002C3E99">
        <w:rPr>
          <w:rStyle w:val="libArabicChar"/>
          <w:rtl/>
        </w:rPr>
        <w:t xml:space="preserve"> </w:t>
      </w:r>
      <w:r w:rsidRPr="002C3E99">
        <w:rPr>
          <w:rStyle w:val="libArabicChar"/>
          <w:rFonts w:hint="cs"/>
          <w:rtl/>
        </w:rPr>
        <w:t>الارض</w:t>
      </w:r>
      <w:r w:rsidRPr="002C3E99">
        <w:rPr>
          <w:rStyle w:val="libArabicChar"/>
          <w:rtl/>
        </w:rPr>
        <w:t xml:space="preserve"> </w:t>
      </w:r>
      <w:r w:rsidRPr="002C3E99">
        <w:rPr>
          <w:rStyle w:val="libArabicChar"/>
          <w:rFonts w:hint="cs"/>
          <w:rtl/>
        </w:rPr>
        <w:t>بع</w:t>
      </w:r>
      <w:r w:rsidRPr="002C3E99">
        <w:rPr>
          <w:rStyle w:val="libArabicChar"/>
          <w:rtl/>
        </w:rPr>
        <w:t>د موت</w:t>
      </w:r>
      <w:r w:rsidR="00F21947" w:rsidRPr="00B2551F">
        <w:rPr>
          <w:rStyle w:val="libArabicChar"/>
          <w:rFonts w:hint="cs"/>
          <w:rtl/>
        </w:rPr>
        <w:t>ه</w:t>
      </w:r>
    </w:p>
    <w:p w:rsidR="001F628F" w:rsidRDefault="001F628F" w:rsidP="001F628F">
      <w:pPr>
        <w:pStyle w:val="libNormal"/>
        <w:rPr>
          <w:rtl/>
        </w:rPr>
      </w:pPr>
      <w:r>
        <w:rPr>
          <w:rFonts w:hint="eastAsia"/>
          <w:rtl/>
        </w:rPr>
        <w:t>مذكورہ</w:t>
      </w:r>
      <w:r>
        <w:rPr>
          <w:rtl/>
        </w:rPr>
        <w:t xml:space="preserve"> مطلب اس نكتہ پر موقوف ہے كہ جب ''الارض'' ''اہل زمين'' سے مراد ،ايسے زندہ موجودات ہو</w:t>
      </w:r>
      <w:r w:rsidR="00083993">
        <w:rPr>
          <w:rtl/>
        </w:rPr>
        <w:t xml:space="preserve">ں </w:t>
      </w:r>
      <w:r>
        <w:rPr>
          <w:rtl/>
        </w:rPr>
        <w:t>جو زندگى اور موت كى لياقت ركھتے ہو</w:t>
      </w:r>
      <w:r w:rsidR="00083993">
        <w:rPr>
          <w:rtl/>
        </w:rPr>
        <w:t xml:space="preserve">ں </w:t>
      </w:r>
      <w:r>
        <w:rPr>
          <w:rtl/>
        </w:rPr>
        <w:t>_</w:t>
      </w:r>
    </w:p>
    <w:p w:rsidR="001F628F" w:rsidRDefault="001F628F" w:rsidP="002C3E99">
      <w:pPr>
        <w:pStyle w:val="libNormal"/>
        <w:rPr>
          <w:rtl/>
        </w:rPr>
      </w:pPr>
      <w:r>
        <w:rPr>
          <w:rtl/>
        </w:rPr>
        <w:t>5_ زمين، پانى سے بہرہ مند ہونے سے پہلے حيات سے محروم تھي_</w:t>
      </w:r>
      <w:r w:rsidRPr="002C3E99">
        <w:rPr>
          <w:rStyle w:val="libArabicChar"/>
          <w:rFonts w:hint="eastAsia"/>
          <w:rtl/>
        </w:rPr>
        <w:t>فاحياء</w:t>
      </w:r>
      <w:r w:rsidRPr="002C3E99">
        <w:rPr>
          <w:rStyle w:val="libArabicChar"/>
          <w:rtl/>
        </w:rPr>
        <w:t xml:space="preserve"> ب</w:t>
      </w:r>
      <w:r w:rsidR="00120F63" w:rsidRPr="00B2551F">
        <w:rPr>
          <w:rStyle w:val="libArabicChar"/>
          <w:rFonts w:hint="cs"/>
          <w:rtl/>
        </w:rPr>
        <w:t>ه</w:t>
      </w:r>
      <w:r w:rsidRPr="002C3E99">
        <w:rPr>
          <w:rStyle w:val="libArabicChar"/>
          <w:rtl/>
        </w:rPr>
        <w:t xml:space="preserve"> </w:t>
      </w:r>
      <w:r w:rsidRPr="002C3E99">
        <w:rPr>
          <w:rStyle w:val="libArabicChar"/>
          <w:rFonts w:hint="cs"/>
          <w:rtl/>
        </w:rPr>
        <w:t>الارض</w:t>
      </w:r>
      <w:r w:rsidRPr="002C3E99">
        <w:rPr>
          <w:rStyle w:val="libArabicChar"/>
          <w:rtl/>
        </w:rPr>
        <w:t xml:space="preserve"> </w:t>
      </w:r>
      <w:r w:rsidRPr="002C3E99">
        <w:rPr>
          <w:rStyle w:val="libArabicChar"/>
          <w:rFonts w:hint="cs"/>
          <w:rtl/>
        </w:rPr>
        <w:t>بع</w:t>
      </w:r>
      <w:r w:rsidRPr="002C3E99">
        <w:rPr>
          <w:rStyle w:val="libArabicChar"/>
          <w:rtl/>
        </w:rPr>
        <w:t>د موت</w:t>
      </w:r>
      <w:r w:rsidR="00F21947" w:rsidRPr="00B2551F">
        <w:rPr>
          <w:rStyle w:val="libArabicChar"/>
          <w:rFonts w:hint="cs"/>
          <w:rtl/>
        </w:rPr>
        <w:t>ه</w:t>
      </w:r>
    </w:p>
    <w:p w:rsidR="001F628F" w:rsidRDefault="001F628F" w:rsidP="001F628F">
      <w:pPr>
        <w:pStyle w:val="libNormal"/>
        <w:rPr>
          <w:rtl/>
        </w:rPr>
      </w:pPr>
      <w:r>
        <w:rPr>
          <w:rtl/>
        </w:rPr>
        <w:t>6_ طبيعى اسباب، خداوند عالم كى مشيت و ارادہ كے جارى ہونے كا مقام ہي</w:t>
      </w:r>
      <w:r w:rsidR="00083993">
        <w:rPr>
          <w:rtl/>
        </w:rPr>
        <w:t xml:space="preserve">ں </w:t>
      </w:r>
      <w:r>
        <w:rPr>
          <w:rtl/>
        </w:rPr>
        <w:t>_</w:t>
      </w:r>
    </w:p>
    <w:p w:rsidR="001F628F" w:rsidRDefault="001F628F" w:rsidP="002C3E99">
      <w:pPr>
        <w:pStyle w:val="libArabic"/>
        <w:rPr>
          <w:rtl/>
        </w:rPr>
      </w:pPr>
      <w:r>
        <w:rPr>
          <w:rFonts w:hint="eastAsia"/>
          <w:rtl/>
        </w:rPr>
        <w:t>واللّ</w:t>
      </w:r>
      <w:r w:rsidR="00120F63" w:rsidRPr="00ED5DE8">
        <w:rPr>
          <w:rFonts w:hint="cs"/>
          <w:rtl/>
        </w:rPr>
        <w:t>ه</w:t>
      </w:r>
      <w:r>
        <w:rPr>
          <w:rtl/>
        </w:rPr>
        <w:t xml:space="preserve"> انزل من السماء</w:t>
      </w:r>
      <w:r w:rsidR="00630A2A" w:rsidRPr="00630A2A">
        <w:rPr>
          <w:rtl/>
        </w:rPr>
        <w:t xml:space="preserve"> ماء</w:t>
      </w:r>
      <w:r>
        <w:rPr>
          <w:rtl/>
        </w:rPr>
        <w:t xml:space="preserve"> فاحيا ء ب</w:t>
      </w:r>
      <w:r w:rsidR="00120F63" w:rsidRPr="00ED5DE8">
        <w:rPr>
          <w:rFonts w:hint="cs"/>
          <w:rtl/>
        </w:rPr>
        <w:t>ه</w:t>
      </w:r>
      <w:r>
        <w:rPr>
          <w:rtl/>
        </w:rPr>
        <w:t xml:space="preserve"> </w:t>
      </w:r>
      <w:r>
        <w:rPr>
          <w:rFonts w:hint="cs"/>
          <w:rtl/>
        </w:rPr>
        <w:t>الارض</w:t>
      </w:r>
      <w:r>
        <w:rPr>
          <w:rtl/>
        </w:rPr>
        <w:t xml:space="preserve"> </w:t>
      </w:r>
      <w:r>
        <w:rPr>
          <w:rFonts w:hint="cs"/>
          <w:rtl/>
        </w:rPr>
        <w:t>بعد</w:t>
      </w:r>
      <w:r>
        <w:rPr>
          <w:rtl/>
        </w:rPr>
        <w:t xml:space="preserve"> موت</w:t>
      </w:r>
      <w:r w:rsidR="00F21947" w:rsidRPr="00B2551F">
        <w:rPr>
          <w:rFonts w:hint="cs"/>
          <w:rtl/>
        </w:rPr>
        <w:t>ه</w:t>
      </w:r>
    </w:p>
    <w:p w:rsidR="002C3E99" w:rsidRDefault="001E7F9D" w:rsidP="00F73EDE">
      <w:pPr>
        <w:pStyle w:val="libPoemTini"/>
        <w:rPr>
          <w:rtl/>
        </w:rPr>
      </w:pPr>
      <w:r>
        <w:rPr>
          <w:rtl/>
        </w:rPr>
        <w:br w:type="page"/>
      </w:r>
    </w:p>
    <w:p w:rsidR="001F628F" w:rsidRDefault="001F628F" w:rsidP="002C3E99">
      <w:pPr>
        <w:pStyle w:val="libNormal"/>
        <w:rPr>
          <w:rtl/>
        </w:rPr>
      </w:pPr>
      <w:r>
        <w:rPr>
          <w:rFonts w:hint="eastAsia"/>
          <w:rtl/>
        </w:rPr>
        <w:lastRenderedPageBreak/>
        <w:t>يہ</w:t>
      </w:r>
      <w:r>
        <w:rPr>
          <w:rtl/>
        </w:rPr>
        <w:t xml:space="preserve"> جو خداوند عالم نے زمين كو پانى كے ذريعہ ، زندہ كيا( فاحيا بہ الارض) ممكن ہے مذكورہ تفسير كو بيان كررہا ہو _</w:t>
      </w:r>
    </w:p>
    <w:p w:rsidR="001F628F" w:rsidRDefault="001F628F" w:rsidP="001F628F">
      <w:pPr>
        <w:pStyle w:val="libNormal"/>
        <w:rPr>
          <w:rtl/>
        </w:rPr>
      </w:pPr>
      <w:r>
        <w:rPr>
          <w:rtl/>
        </w:rPr>
        <w:t>7_ آسمان سے ، بارش كا نزول اور اس كا ذريعہ ،مردہ زمين كا زندہ ہونا ، خداوند عالم كى نشانى ہے_</w:t>
      </w:r>
    </w:p>
    <w:p w:rsidR="001F628F" w:rsidRDefault="001F628F" w:rsidP="002C3E99">
      <w:pPr>
        <w:pStyle w:val="libArabic"/>
        <w:rPr>
          <w:rtl/>
        </w:rPr>
      </w:pPr>
      <w:r>
        <w:rPr>
          <w:rFonts w:hint="eastAsia"/>
          <w:rtl/>
        </w:rPr>
        <w:t>واللّ</w:t>
      </w:r>
      <w:r w:rsidR="00120F63" w:rsidRPr="00ED5DE8">
        <w:rPr>
          <w:rFonts w:hint="cs"/>
          <w:rtl/>
        </w:rPr>
        <w:t>ه</w:t>
      </w:r>
      <w:r>
        <w:rPr>
          <w:rtl/>
        </w:rPr>
        <w:t xml:space="preserve"> انزل من السّماء ماء فا حيا ب</w:t>
      </w:r>
      <w:r w:rsidR="00120F63" w:rsidRPr="00ED5DE8">
        <w:rPr>
          <w:rFonts w:hint="cs"/>
          <w:rtl/>
        </w:rPr>
        <w:t>ه</w:t>
      </w:r>
      <w:r>
        <w:rPr>
          <w:rtl/>
        </w:rPr>
        <w:t xml:space="preserve"> </w:t>
      </w:r>
      <w:r>
        <w:rPr>
          <w:rFonts w:hint="cs"/>
          <w:rtl/>
        </w:rPr>
        <w:t>الارض</w:t>
      </w:r>
      <w:r>
        <w:rPr>
          <w:rtl/>
        </w:rPr>
        <w:t xml:space="preserve"> </w:t>
      </w:r>
      <w:r>
        <w:rPr>
          <w:rFonts w:hint="cs"/>
          <w:rtl/>
        </w:rPr>
        <w:t>بعد</w:t>
      </w:r>
      <w:r>
        <w:rPr>
          <w:rtl/>
        </w:rPr>
        <w:t xml:space="preserve"> </w:t>
      </w:r>
      <w:r>
        <w:rPr>
          <w:rFonts w:hint="cs"/>
          <w:rtl/>
        </w:rPr>
        <w:t>موت</w:t>
      </w:r>
      <w:r w:rsidR="00F21947" w:rsidRPr="00B2551F">
        <w:rPr>
          <w:rFonts w:hint="cs"/>
          <w:rtl/>
        </w:rPr>
        <w:t>ه</w:t>
      </w:r>
      <w:r>
        <w:rPr>
          <w:rFonts w:hint="cs"/>
          <w:rtl/>
        </w:rPr>
        <w:t>ا</w:t>
      </w:r>
      <w:r>
        <w:rPr>
          <w:rtl/>
        </w:rPr>
        <w:t xml:space="preserve">_ </w:t>
      </w:r>
      <w:r>
        <w:rPr>
          <w:rFonts w:hint="cs"/>
          <w:rtl/>
        </w:rPr>
        <w:t>ان</w:t>
      </w:r>
      <w:r>
        <w:rPr>
          <w:rtl/>
        </w:rPr>
        <w:t xml:space="preserve"> </w:t>
      </w:r>
      <w:r>
        <w:rPr>
          <w:rFonts w:hint="cs"/>
          <w:rtl/>
        </w:rPr>
        <w:t>فى</w:t>
      </w:r>
      <w:r>
        <w:rPr>
          <w:rtl/>
        </w:rPr>
        <w:t xml:space="preserve"> </w:t>
      </w:r>
      <w:r>
        <w:rPr>
          <w:rFonts w:hint="cs"/>
          <w:rtl/>
        </w:rPr>
        <w:t>ذل</w:t>
      </w:r>
      <w:r>
        <w:rPr>
          <w:rtl/>
        </w:rPr>
        <w:t>ك لاية</w:t>
      </w:r>
    </w:p>
    <w:p w:rsidR="001F628F" w:rsidRDefault="001F628F" w:rsidP="001F628F">
      <w:pPr>
        <w:pStyle w:val="libNormal"/>
        <w:rPr>
          <w:rtl/>
        </w:rPr>
      </w:pPr>
      <w:r>
        <w:rPr>
          <w:rtl/>
        </w:rPr>
        <w:t>8_ بارش كے پانى اور موجودات كى حيات كا خداوندعالم كى نشانى ہونا ، اہل حق كے ليے قابل درك ہے_</w:t>
      </w:r>
    </w:p>
    <w:p w:rsidR="001F628F" w:rsidRDefault="001F628F" w:rsidP="002C3E99">
      <w:pPr>
        <w:pStyle w:val="libArabic"/>
        <w:rPr>
          <w:rtl/>
        </w:rPr>
      </w:pPr>
      <w:r>
        <w:rPr>
          <w:rFonts w:hint="eastAsia"/>
          <w:rtl/>
        </w:rPr>
        <w:t>واللّ</w:t>
      </w:r>
      <w:r w:rsidR="00120F63" w:rsidRPr="00ED5DE8">
        <w:rPr>
          <w:rFonts w:hint="cs"/>
          <w:rtl/>
        </w:rPr>
        <w:t>ه</w:t>
      </w:r>
      <w:r>
        <w:rPr>
          <w:rtl/>
        </w:rPr>
        <w:t xml:space="preserve"> انزل من السماء ماء ...ان فى ذلك لاية لقوم يسمعون</w:t>
      </w:r>
    </w:p>
    <w:p w:rsidR="001F628F" w:rsidRDefault="001F628F" w:rsidP="002C3E99">
      <w:pPr>
        <w:pStyle w:val="libNormal"/>
        <w:rPr>
          <w:rtl/>
        </w:rPr>
      </w:pPr>
      <w:r>
        <w:rPr>
          <w:rtl/>
        </w:rPr>
        <w:t>9_ حق كى سماعت، حقائق كو درك كا پيش خيمہ ہے_</w:t>
      </w:r>
      <w:r w:rsidRPr="002C3E99">
        <w:rPr>
          <w:rStyle w:val="libArabicChar"/>
          <w:rFonts w:hint="eastAsia"/>
          <w:rtl/>
        </w:rPr>
        <w:t>إن</w:t>
      </w:r>
      <w:r w:rsidRPr="002C3E99">
        <w:rPr>
          <w:rStyle w:val="libArabicChar"/>
          <w:rtl/>
        </w:rPr>
        <w:t xml:space="preserve"> فى ذلك لا ية لقوم يسمعون</w:t>
      </w:r>
    </w:p>
    <w:p w:rsidR="001F628F" w:rsidRDefault="001F628F" w:rsidP="002C3E99">
      <w:pPr>
        <w:pStyle w:val="libNormal"/>
        <w:rPr>
          <w:rtl/>
        </w:rPr>
      </w:pPr>
      <w:r>
        <w:rPr>
          <w:rFonts w:hint="eastAsia"/>
          <w:rtl/>
        </w:rPr>
        <w:t>آسمان</w:t>
      </w:r>
      <w:r>
        <w:rPr>
          <w:rtl/>
        </w:rPr>
        <w:t>:</w:t>
      </w:r>
      <w:r>
        <w:rPr>
          <w:rFonts w:hint="eastAsia"/>
          <w:rtl/>
        </w:rPr>
        <w:t>آسمان</w:t>
      </w:r>
      <w:r>
        <w:rPr>
          <w:rtl/>
        </w:rPr>
        <w:t xml:space="preserve"> كے فوائد 2</w:t>
      </w:r>
    </w:p>
    <w:p w:rsidR="001F628F" w:rsidRDefault="001F628F" w:rsidP="002C3E99">
      <w:pPr>
        <w:pStyle w:val="libNormal"/>
        <w:rPr>
          <w:rtl/>
        </w:rPr>
      </w:pPr>
      <w:r>
        <w:rPr>
          <w:rFonts w:hint="eastAsia"/>
          <w:rtl/>
        </w:rPr>
        <w:t>آيات</w:t>
      </w:r>
      <w:r>
        <w:rPr>
          <w:rtl/>
        </w:rPr>
        <w:t xml:space="preserve"> خدا:</w:t>
      </w:r>
      <w:r>
        <w:rPr>
          <w:rFonts w:hint="eastAsia"/>
          <w:rtl/>
        </w:rPr>
        <w:t>الله</w:t>
      </w:r>
      <w:r>
        <w:rPr>
          <w:rtl/>
        </w:rPr>
        <w:t xml:space="preserve"> تعالى كى آفاقى آيات 7; آيات خدا كو درك كرنا8</w:t>
      </w:r>
    </w:p>
    <w:p w:rsidR="001F628F" w:rsidRDefault="001F628F" w:rsidP="002C3E99">
      <w:pPr>
        <w:pStyle w:val="libNormal"/>
        <w:rPr>
          <w:rtl/>
        </w:rPr>
      </w:pPr>
      <w:r>
        <w:rPr>
          <w:rFonts w:hint="eastAsia"/>
          <w:rtl/>
        </w:rPr>
        <w:t>برسنا</w:t>
      </w:r>
      <w:r>
        <w:rPr>
          <w:rtl/>
        </w:rPr>
        <w:t>:</w:t>
      </w:r>
      <w:r>
        <w:rPr>
          <w:rFonts w:hint="eastAsia"/>
          <w:rtl/>
        </w:rPr>
        <w:t>بارش</w:t>
      </w:r>
      <w:r>
        <w:rPr>
          <w:rtl/>
        </w:rPr>
        <w:t xml:space="preserve"> كا برسنا 7; بارش كے فوائد 3; بارش كے برسنے كا سرچشمہ 1</w:t>
      </w:r>
    </w:p>
    <w:p w:rsidR="001F628F" w:rsidRDefault="001F628F" w:rsidP="002C3E99">
      <w:pPr>
        <w:pStyle w:val="libNormal"/>
        <w:rPr>
          <w:rtl/>
        </w:rPr>
      </w:pPr>
      <w:r>
        <w:rPr>
          <w:rFonts w:hint="eastAsia"/>
          <w:rtl/>
        </w:rPr>
        <w:t>پاني</w:t>
      </w:r>
      <w:r>
        <w:rPr>
          <w:rtl/>
        </w:rPr>
        <w:t>:</w:t>
      </w:r>
      <w:r>
        <w:rPr>
          <w:rFonts w:hint="eastAsia"/>
          <w:rtl/>
        </w:rPr>
        <w:t>پانى</w:t>
      </w:r>
      <w:r>
        <w:rPr>
          <w:rtl/>
        </w:rPr>
        <w:t xml:space="preserve"> كے فوائد4،5; پانى كے منابع 2</w:t>
      </w:r>
    </w:p>
    <w:p w:rsidR="001F628F" w:rsidRDefault="001F628F" w:rsidP="002C3E99">
      <w:pPr>
        <w:pStyle w:val="libNormal"/>
        <w:rPr>
          <w:rtl/>
        </w:rPr>
      </w:pPr>
      <w:r>
        <w:rPr>
          <w:rFonts w:hint="eastAsia"/>
          <w:rtl/>
        </w:rPr>
        <w:t>حقائق</w:t>
      </w:r>
      <w:r>
        <w:rPr>
          <w:rtl/>
        </w:rPr>
        <w:t>:</w:t>
      </w:r>
      <w:r>
        <w:rPr>
          <w:rFonts w:hint="eastAsia"/>
          <w:rtl/>
        </w:rPr>
        <w:t>حقائق</w:t>
      </w:r>
      <w:r>
        <w:rPr>
          <w:rtl/>
        </w:rPr>
        <w:t xml:space="preserve"> كو درك كرنے كا پيش خيمہ 9</w:t>
      </w:r>
    </w:p>
    <w:p w:rsidR="001F628F" w:rsidRDefault="001F628F" w:rsidP="002C3E99">
      <w:pPr>
        <w:pStyle w:val="libNormal"/>
        <w:rPr>
          <w:rtl/>
        </w:rPr>
      </w:pPr>
      <w:r>
        <w:rPr>
          <w:rFonts w:hint="eastAsia"/>
          <w:rtl/>
        </w:rPr>
        <w:t>حق</w:t>
      </w:r>
      <w:r>
        <w:rPr>
          <w:rtl/>
        </w:rPr>
        <w:t>:</w:t>
      </w:r>
      <w:r>
        <w:rPr>
          <w:rFonts w:hint="eastAsia"/>
          <w:rtl/>
        </w:rPr>
        <w:t>حق</w:t>
      </w:r>
      <w:r>
        <w:rPr>
          <w:rtl/>
        </w:rPr>
        <w:t xml:space="preserve"> كو قبول كرنے كے آثار 6; حق كو قبول كرنے والو</w:t>
      </w:r>
      <w:r w:rsidR="00083993">
        <w:rPr>
          <w:rtl/>
        </w:rPr>
        <w:t xml:space="preserve">ں </w:t>
      </w:r>
      <w:r>
        <w:rPr>
          <w:rtl/>
        </w:rPr>
        <w:t>كا ادراك 8</w:t>
      </w:r>
    </w:p>
    <w:p w:rsidR="001F628F" w:rsidRDefault="001F628F" w:rsidP="002C3E99">
      <w:pPr>
        <w:pStyle w:val="libNormal"/>
        <w:rPr>
          <w:rtl/>
        </w:rPr>
      </w:pPr>
      <w:r>
        <w:rPr>
          <w:rFonts w:hint="eastAsia"/>
          <w:rtl/>
        </w:rPr>
        <w:t>خدا</w:t>
      </w:r>
      <w:r>
        <w:rPr>
          <w:rtl/>
        </w:rPr>
        <w:t xml:space="preserve"> :</w:t>
      </w:r>
      <w:r>
        <w:rPr>
          <w:rFonts w:hint="eastAsia"/>
          <w:rtl/>
        </w:rPr>
        <w:t>خدا</w:t>
      </w:r>
      <w:r>
        <w:rPr>
          <w:rtl/>
        </w:rPr>
        <w:t xml:space="preserve"> كا زندگى عطا كرنا3;خدا كى مشيت كے مقامات كا اجراء 6; خدا كے افعال 1،3</w:t>
      </w:r>
    </w:p>
    <w:p w:rsidR="001F628F" w:rsidRDefault="001F628F" w:rsidP="002C3E99">
      <w:pPr>
        <w:pStyle w:val="libNormal"/>
        <w:rPr>
          <w:rtl/>
        </w:rPr>
      </w:pPr>
      <w:r>
        <w:rPr>
          <w:rFonts w:hint="eastAsia"/>
          <w:rtl/>
        </w:rPr>
        <w:t>زمين</w:t>
      </w:r>
      <w:r>
        <w:rPr>
          <w:rtl/>
        </w:rPr>
        <w:t>:</w:t>
      </w:r>
      <w:r>
        <w:rPr>
          <w:rFonts w:hint="eastAsia"/>
          <w:rtl/>
        </w:rPr>
        <w:t>زمين</w:t>
      </w:r>
      <w:r>
        <w:rPr>
          <w:rtl/>
        </w:rPr>
        <w:t xml:space="preserve"> پرزندگى عطا كرنے كا سرچشمہ3; زمين پرزندگى كے اسباب5; زمين كو زندگى عطا كرنا 7; زمين كى تاريخ5</w:t>
      </w:r>
    </w:p>
    <w:p w:rsidR="001F628F" w:rsidRDefault="001F628F" w:rsidP="002C3E99">
      <w:pPr>
        <w:pStyle w:val="libNormal"/>
        <w:rPr>
          <w:rtl/>
        </w:rPr>
      </w:pPr>
      <w:r>
        <w:rPr>
          <w:rFonts w:hint="eastAsia"/>
          <w:rtl/>
        </w:rPr>
        <w:t>طبيعى</w:t>
      </w:r>
      <w:r>
        <w:rPr>
          <w:rtl/>
        </w:rPr>
        <w:t xml:space="preserve"> اسباب:</w:t>
      </w:r>
      <w:r>
        <w:rPr>
          <w:rFonts w:hint="eastAsia"/>
          <w:rtl/>
        </w:rPr>
        <w:t>طبيعى</w:t>
      </w:r>
      <w:r>
        <w:rPr>
          <w:rtl/>
        </w:rPr>
        <w:t xml:space="preserve"> اسباب كا كردار 6</w:t>
      </w:r>
    </w:p>
    <w:p w:rsidR="001F628F" w:rsidRDefault="001F628F" w:rsidP="002C3E99">
      <w:pPr>
        <w:pStyle w:val="libNormal"/>
        <w:rPr>
          <w:rtl/>
        </w:rPr>
      </w:pPr>
      <w:r>
        <w:rPr>
          <w:rFonts w:hint="eastAsia"/>
          <w:rtl/>
        </w:rPr>
        <w:t>موجودات</w:t>
      </w:r>
      <w:r>
        <w:rPr>
          <w:rtl/>
        </w:rPr>
        <w:t>:</w:t>
      </w:r>
      <w:r>
        <w:rPr>
          <w:rFonts w:hint="eastAsia"/>
          <w:rtl/>
        </w:rPr>
        <w:t>موجودات</w:t>
      </w:r>
      <w:r>
        <w:rPr>
          <w:rtl/>
        </w:rPr>
        <w:t xml:space="preserve"> كى زندگى كے اسباب4</w:t>
      </w:r>
    </w:p>
    <w:p w:rsidR="002C3E99" w:rsidRDefault="001E7F9D" w:rsidP="00F73EDE">
      <w:pPr>
        <w:pStyle w:val="libPoemTini"/>
        <w:rPr>
          <w:rtl/>
        </w:rPr>
      </w:pPr>
      <w:r>
        <w:rPr>
          <w:rtl/>
        </w:rPr>
        <w:cr/>
      </w:r>
      <w:r>
        <w:rPr>
          <w:rtl/>
        </w:rPr>
        <w:br w:type="page"/>
      </w:r>
    </w:p>
    <w:p w:rsidR="002C3E99" w:rsidRDefault="002C3E99" w:rsidP="002C3E99">
      <w:pPr>
        <w:pStyle w:val="Heading2Center"/>
        <w:rPr>
          <w:rtl/>
        </w:rPr>
      </w:pPr>
      <w:bookmarkStart w:id="212" w:name="_Toc28081890"/>
      <w:r>
        <w:rPr>
          <w:rFonts w:hint="cs"/>
          <w:rtl/>
        </w:rPr>
        <w:lastRenderedPageBreak/>
        <w:t>آیت 66</w:t>
      </w:r>
      <w:bookmarkEnd w:id="212"/>
    </w:p>
    <w:p w:rsidR="001F628F" w:rsidRDefault="00E260F9" w:rsidP="002C3E99">
      <w:pPr>
        <w:pStyle w:val="libNormal"/>
        <w:rPr>
          <w:rtl/>
        </w:rPr>
      </w:pPr>
      <w:r w:rsidRPr="00E260F9">
        <w:rPr>
          <w:rStyle w:val="libAlaemChar"/>
          <w:rFonts w:hint="eastAsia"/>
          <w:rtl/>
        </w:rPr>
        <w:t>(</w:t>
      </w:r>
      <w:r w:rsidRPr="002C3E99">
        <w:rPr>
          <w:rStyle w:val="libAieChar"/>
          <w:rFonts w:hint="eastAsia"/>
          <w:rtl/>
        </w:rPr>
        <w:t>وَإِنَّ</w:t>
      </w:r>
      <w:r w:rsidRPr="002C3E99">
        <w:rPr>
          <w:rStyle w:val="libAieChar"/>
          <w:rtl/>
        </w:rPr>
        <w:t xml:space="preserve"> لَكُمْ فِي الأَنْعَامِ لَعِبْرَةً نُّسْقِيكُم مِّمَّا فِي بُطُونِهِ مِن بَيْنِ فَرْثٍ وَدَمٍ لَّبَناً خَالِصاً سَآئِغاً لِلشَّارِبِينَ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تمھارے لئے حيوانات مي</w:t>
      </w:r>
      <w:r w:rsidR="00083993">
        <w:rPr>
          <w:rtl/>
        </w:rPr>
        <w:t xml:space="preserve">ں </w:t>
      </w:r>
      <w:r>
        <w:rPr>
          <w:rtl/>
        </w:rPr>
        <w:t>بھى عبرت كا سامان ہے كہ ہم ان كے شكم سے گوبر اور خون كے درميان سے خالص دودھ نكالتے ہي</w:t>
      </w:r>
      <w:r w:rsidR="00083993">
        <w:rPr>
          <w:rtl/>
        </w:rPr>
        <w:t xml:space="preserve">ں </w:t>
      </w:r>
      <w:r>
        <w:rPr>
          <w:rtl/>
        </w:rPr>
        <w:t>جو پينے والو</w:t>
      </w:r>
      <w:r w:rsidR="00083993">
        <w:rPr>
          <w:rtl/>
        </w:rPr>
        <w:t xml:space="preserve">ں </w:t>
      </w:r>
      <w:r>
        <w:rPr>
          <w:rtl/>
        </w:rPr>
        <w:t>كے لئے انتہائي خوشگوار معلوم ہوتا ہے _</w:t>
      </w:r>
    </w:p>
    <w:p w:rsidR="001F628F" w:rsidRDefault="001F628F" w:rsidP="002C3E99">
      <w:pPr>
        <w:pStyle w:val="libNormal"/>
        <w:rPr>
          <w:rtl/>
        </w:rPr>
      </w:pPr>
      <w:r>
        <w:rPr>
          <w:rtl/>
        </w:rPr>
        <w:t>1_ اونٹ ، گائے اور گوسفند مي</w:t>
      </w:r>
      <w:r w:rsidR="00083993">
        <w:rPr>
          <w:rtl/>
        </w:rPr>
        <w:t xml:space="preserve">ں </w:t>
      </w:r>
      <w:r>
        <w:rPr>
          <w:rtl/>
        </w:rPr>
        <w:t>انسانو</w:t>
      </w:r>
      <w:r w:rsidR="00083993">
        <w:rPr>
          <w:rtl/>
        </w:rPr>
        <w:t xml:space="preserve">ں </w:t>
      </w:r>
      <w:r>
        <w:rPr>
          <w:rtl/>
        </w:rPr>
        <w:t>كے ليے درس عبرت ہے_</w:t>
      </w:r>
      <w:r w:rsidRPr="002C3E99">
        <w:rPr>
          <w:rStyle w:val="libArabicChar"/>
          <w:rFonts w:hint="eastAsia"/>
          <w:rtl/>
        </w:rPr>
        <w:t>وان</w:t>
      </w:r>
      <w:r w:rsidRPr="002C3E99">
        <w:rPr>
          <w:rStyle w:val="libArabicChar"/>
          <w:rtl/>
        </w:rPr>
        <w:t xml:space="preserve"> لكم فى الانعام لعبرة نسقيكم</w:t>
      </w:r>
    </w:p>
    <w:p w:rsidR="001F628F" w:rsidRDefault="001F628F" w:rsidP="001F628F">
      <w:pPr>
        <w:pStyle w:val="libNormal"/>
        <w:rPr>
          <w:rtl/>
        </w:rPr>
      </w:pPr>
      <w:r>
        <w:rPr>
          <w:rtl/>
        </w:rPr>
        <w:t>''انعام'' اونٹ ، گائے اور گوسفند كو كہا جاتا ہے_</w:t>
      </w:r>
    </w:p>
    <w:p w:rsidR="001F628F" w:rsidRDefault="001F628F" w:rsidP="002C3E99">
      <w:pPr>
        <w:pStyle w:val="libNormal"/>
        <w:rPr>
          <w:rtl/>
        </w:rPr>
      </w:pPr>
      <w:r>
        <w:rPr>
          <w:rtl/>
        </w:rPr>
        <w:t>2_ خداوند عالم ،اونٹ ، گائے اور گوسفند كے داخل معدہ مي</w:t>
      </w:r>
      <w:r w:rsidR="00083993">
        <w:rPr>
          <w:rtl/>
        </w:rPr>
        <w:t xml:space="preserve">ں </w:t>
      </w:r>
      <w:r>
        <w:rPr>
          <w:rtl/>
        </w:rPr>
        <w:t>فضلات اور خون كے درميان سے خالص دودھ نكالنے والا ہے_</w:t>
      </w:r>
      <w:r w:rsidRPr="002C3E99">
        <w:rPr>
          <w:rStyle w:val="libArabicChar"/>
          <w:rFonts w:hint="eastAsia"/>
          <w:rtl/>
        </w:rPr>
        <w:t>وان</w:t>
      </w:r>
      <w:r w:rsidRPr="002C3E99">
        <w:rPr>
          <w:rStyle w:val="libArabicChar"/>
          <w:rtl/>
        </w:rPr>
        <w:t xml:space="preserve"> لكم فى الانعام لعبرة نسقيكم ممّا فى بطون</w:t>
      </w:r>
      <w:r w:rsidR="00120F63" w:rsidRPr="00B2551F">
        <w:rPr>
          <w:rStyle w:val="libArabicChar"/>
          <w:rFonts w:hint="cs"/>
          <w:rtl/>
        </w:rPr>
        <w:t>ه</w:t>
      </w:r>
      <w:r w:rsidRPr="002C3E99">
        <w:rPr>
          <w:rStyle w:val="libArabicChar"/>
          <w:rtl/>
        </w:rPr>
        <w:t xml:space="preserve"> من بين فرث ودم لبناً خالصا ً سائغاً للشاربين</w:t>
      </w:r>
    </w:p>
    <w:p w:rsidR="001F628F" w:rsidRDefault="001F628F" w:rsidP="001F628F">
      <w:pPr>
        <w:pStyle w:val="libNormal"/>
        <w:rPr>
          <w:rtl/>
        </w:rPr>
      </w:pPr>
      <w:r>
        <w:rPr>
          <w:rtl/>
        </w:rPr>
        <w:t>''فرث'' وہ گو برہے جو معدے كے اندر ہو اور ابھى باہر نہ نكلا ہو_</w:t>
      </w:r>
    </w:p>
    <w:p w:rsidR="001F628F" w:rsidRPr="002C3E99" w:rsidRDefault="001F628F" w:rsidP="002C3E99">
      <w:pPr>
        <w:pStyle w:val="libNormal"/>
        <w:rPr>
          <w:rStyle w:val="libArabicChar"/>
          <w:rtl/>
        </w:rPr>
      </w:pPr>
      <w:r>
        <w:rPr>
          <w:rtl/>
        </w:rPr>
        <w:t>3_ اونٹ گائے اور گوسفند كے داخل معدہ مي</w:t>
      </w:r>
      <w:r w:rsidR="00083993">
        <w:rPr>
          <w:rtl/>
        </w:rPr>
        <w:t xml:space="preserve">ں </w:t>
      </w:r>
      <w:r>
        <w:rPr>
          <w:rtl/>
        </w:rPr>
        <w:t>فضلات اور خون كے درميان سے خالص دودھ كو نكالنے اور اس كو پينے كے قابل بنانا ، خداوند عالم كى نشانى ہے_</w:t>
      </w:r>
      <w:r w:rsidRPr="002C3E99">
        <w:rPr>
          <w:rStyle w:val="libArabicChar"/>
          <w:rFonts w:hint="eastAsia"/>
          <w:rtl/>
        </w:rPr>
        <w:t>وانّ</w:t>
      </w:r>
      <w:r w:rsidRPr="002C3E99">
        <w:rPr>
          <w:rStyle w:val="libArabicChar"/>
          <w:rtl/>
        </w:rPr>
        <w:t xml:space="preserve"> لكم فى الا نعم لعبرة نسقيكم ممّا فى بطون</w:t>
      </w:r>
      <w:r w:rsidR="00120F63" w:rsidRPr="00B2551F">
        <w:rPr>
          <w:rStyle w:val="libArabicChar"/>
          <w:rFonts w:hint="cs"/>
          <w:rtl/>
        </w:rPr>
        <w:t>ه</w:t>
      </w:r>
      <w:r w:rsidRPr="002C3E99">
        <w:rPr>
          <w:rStyle w:val="libArabicChar"/>
          <w:rtl/>
        </w:rPr>
        <w:t xml:space="preserve"> </w:t>
      </w:r>
      <w:r w:rsidRPr="002C3E99">
        <w:rPr>
          <w:rStyle w:val="libArabicChar"/>
          <w:rFonts w:hint="cs"/>
          <w:rtl/>
        </w:rPr>
        <w:t>من</w:t>
      </w:r>
      <w:r w:rsidRPr="002C3E99">
        <w:rPr>
          <w:rStyle w:val="libArabicChar"/>
          <w:rtl/>
        </w:rPr>
        <w:t xml:space="preserve"> </w:t>
      </w:r>
      <w:r w:rsidRPr="002C3E99">
        <w:rPr>
          <w:rStyle w:val="libArabicChar"/>
          <w:rFonts w:hint="cs"/>
          <w:rtl/>
        </w:rPr>
        <w:t>بين</w:t>
      </w:r>
      <w:r w:rsidRPr="002C3E99">
        <w:rPr>
          <w:rStyle w:val="libArabicChar"/>
          <w:rtl/>
        </w:rPr>
        <w:t xml:space="preserve"> </w:t>
      </w:r>
      <w:r w:rsidRPr="002C3E99">
        <w:rPr>
          <w:rStyle w:val="libArabicChar"/>
          <w:rFonts w:hint="cs"/>
          <w:rtl/>
        </w:rPr>
        <w:t>فرث</w:t>
      </w:r>
      <w:r w:rsidRPr="002C3E99">
        <w:rPr>
          <w:rStyle w:val="libArabicChar"/>
          <w:rtl/>
        </w:rPr>
        <w:t xml:space="preserve"> </w:t>
      </w:r>
      <w:r w:rsidRPr="002C3E99">
        <w:rPr>
          <w:rStyle w:val="libArabicChar"/>
          <w:rFonts w:hint="cs"/>
          <w:rtl/>
        </w:rPr>
        <w:t>و</w:t>
      </w:r>
      <w:r w:rsidRPr="002C3E99">
        <w:rPr>
          <w:rStyle w:val="libArabicChar"/>
          <w:rtl/>
        </w:rPr>
        <w:t xml:space="preserve"> </w:t>
      </w:r>
      <w:r w:rsidRPr="002C3E99">
        <w:rPr>
          <w:rStyle w:val="libArabicChar"/>
          <w:rFonts w:hint="cs"/>
          <w:rtl/>
        </w:rPr>
        <w:t>دم</w:t>
      </w:r>
      <w:r w:rsidRPr="002C3E99">
        <w:rPr>
          <w:rStyle w:val="libArabicChar"/>
          <w:rtl/>
        </w:rPr>
        <w:t xml:space="preserve"> </w:t>
      </w:r>
      <w:r w:rsidRPr="002C3E99">
        <w:rPr>
          <w:rStyle w:val="libArabicChar"/>
          <w:rFonts w:hint="cs"/>
          <w:rtl/>
        </w:rPr>
        <w:t>لبناً</w:t>
      </w:r>
      <w:r w:rsidRPr="002C3E99">
        <w:rPr>
          <w:rStyle w:val="libArabicChar"/>
          <w:rtl/>
        </w:rPr>
        <w:t xml:space="preserve"> </w:t>
      </w:r>
      <w:r w:rsidRPr="002C3E99">
        <w:rPr>
          <w:rStyle w:val="libArabicChar"/>
          <w:rFonts w:hint="cs"/>
          <w:rtl/>
        </w:rPr>
        <w:t>خالصاً</w:t>
      </w:r>
      <w:r w:rsidRPr="002C3E99">
        <w:rPr>
          <w:rStyle w:val="libArabicChar"/>
          <w:rtl/>
        </w:rPr>
        <w:t xml:space="preserve"> </w:t>
      </w:r>
      <w:r w:rsidRPr="002C3E99">
        <w:rPr>
          <w:rStyle w:val="libArabicChar"/>
          <w:rFonts w:hint="cs"/>
          <w:rtl/>
        </w:rPr>
        <w:t>سائغاً</w:t>
      </w:r>
      <w:r w:rsidRPr="002C3E99">
        <w:rPr>
          <w:rStyle w:val="libArabicChar"/>
          <w:rtl/>
        </w:rPr>
        <w:t xml:space="preserve"> </w:t>
      </w:r>
      <w:r w:rsidRPr="002C3E99">
        <w:rPr>
          <w:rStyle w:val="libArabicChar"/>
          <w:rFonts w:hint="cs"/>
          <w:rtl/>
        </w:rPr>
        <w:t>للش</w:t>
      </w:r>
      <w:r w:rsidRPr="002C3E99">
        <w:rPr>
          <w:rStyle w:val="libArabicChar"/>
          <w:rtl/>
        </w:rPr>
        <w:t>اربين</w:t>
      </w:r>
    </w:p>
    <w:p w:rsidR="001F628F" w:rsidRDefault="001F628F" w:rsidP="002C3E99">
      <w:pPr>
        <w:pStyle w:val="libNormal"/>
        <w:rPr>
          <w:rtl/>
        </w:rPr>
      </w:pPr>
      <w:r>
        <w:rPr>
          <w:rtl/>
        </w:rPr>
        <w:t>4_ اونٹ، گائے اور گوسفند كے غذائي فضلہ اور خون كے درميان سے خالص دودھ كو خارج كرنے مي</w:t>
      </w:r>
      <w:r w:rsidR="00083993">
        <w:rPr>
          <w:rtl/>
        </w:rPr>
        <w:t xml:space="preserve">ں </w:t>
      </w:r>
      <w:r>
        <w:rPr>
          <w:rtl/>
        </w:rPr>
        <w:t>انسا نو</w:t>
      </w:r>
      <w:r w:rsidR="00083993">
        <w:rPr>
          <w:rtl/>
        </w:rPr>
        <w:t xml:space="preserve">ں </w:t>
      </w:r>
      <w:r>
        <w:rPr>
          <w:rtl/>
        </w:rPr>
        <w:t>كے ليے عبرت ہے_</w:t>
      </w:r>
      <w:r w:rsidRPr="002C3E99">
        <w:rPr>
          <w:rStyle w:val="libArabicChar"/>
          <w:rFonts w:hint="eastAsia"/>
          <w:rtl/>
        </w:rPr>
        <w:t>وانّ</w:t>
      </w:r>
      <w:r w:rsidRPr="002C3E99">
        <w:rPr>
          <w:rStyle w:val="libArabicChar"/>
          <w:rtl/>
        </w:rPr>
        <w:t xml:space="preserve"> لكم فى الا نعم لبعرةٌ نسقيكم ممّا فى بطون</w:t>
      </w:r>
      <w:r w:rsidR="00120F63" w:rsidRPr="00B2551F">
        <w:rPr>
          <w:rStyle w:val="libArabicChar"/>
          <w:rFonts w:hint="cs"/>
          <w:rtl/>
        </w:rPr>
        <w:t>ه</w:t>
      </w:r>
      <w:r w:rsidRPr="002C3E99">
        <w:rPr>
          <w:rStyle w:val="libArabicChar"/>
          <w:rtl/>
        </w:rPr>
        <w:t xml:space="preserve"> </w:t>
      </w:r>
      <w:r w:rsidRPr="002C3E99">
        <w:rPr>
          <w:rStyle w:val="libArabicChar"/>
          <w:rFonts w:hint="cs"/>
          <w:rtl/>
        </w:rPr>
        <w:t>من</w:t>
      </w:r>
      <w:r w:rsidRPr="002C3E99">
        <w:rPr>
          <w:rStyle w:val="libArabicChar"/>
          <w:rtl/>
        </w:rPr>
        <w:t xml:space="preserve"> </w:t>
      </w:r>
      <w:r w:rsidRPr="002C3E99">
        <w:rPr>
          <w:rStyle w:val="libArabicChar"/>
          <w:rFonts w:hint="cs"/>
          <w:rtl/>
        </w:rPr>
        <w:t>بين</w:t>
      </w:r>
      <w:r w:rsidRPr="002C3E99">
        <w:rPr>
          <w:rStyle w:val="libArabicChar"/>
          <w:rtl/>
        </w:rPr>
        <w:t xml:space="preserve"> فرث ودم لبناًخالصاً سائغ</w:t>
      </w:r>
    </w:p>
    <w:p w:rsidR="002C3E99" w:rsidRDefault="001E7F9D" w:rsidP="00F73EDE">
      <w:pPr>
        <w:pStyle w:val="libPoemTini"/>
        <w:rPr>
          <w:rtl/>
        </w:rPr>
      </w:pPr>
      <w:r>
        <w:rPr>
          <w:rtl/>
        </w:rPr>
        <w:cr/>
      </w:r>
      <w:r>
        <w:rPr>
          <w:rtl/>
        </w:rPr>
        <w:br w:type="page"/>
      </w:r>
    </w:p>
    <w:p w:rsidR="001F628F" w:rsidRDefault="001F628F" w:rsidP="002C3E99">
      <w:pPr>
        <w:pStyle w:val="libArabic"/>
        <w:rPr>
          <w:rtl/>
        </w:rPr>
      </w:pPr>
      <w:r>
        <w:rPr>
          <w:rFonts w:hint="eastAsia"/>
          <w:rtl/>
        </w:rPr>
        <w:lastRenderedPageBreak/>
        <w:t>للشاربين</w:t>
      </w:r>
    </w:p>
    <w:p w:rsidR="001F628F" w:rsidRDefault="001F628F" w:rsidP="001F628F">
      <w:pPr>
        <w:pStyle w:val="libNormal"/>
        <w:rPr>
          <w:rtl/>
        </w:rPr>
      </w:pPr>
      <w:r>
        <w:rPr>
          <w:rtl/>
        </w:rPr>
        <w:t>5_ اونٹ ، گائے اور گوسفند كا دودھ پينے كے قابل ، سالم اور تناول مي</w:t>
      </w:r>
      <w:r w:rsidR="00083993">
        <w:rPr>
          <w:rtl/>
        </w:rPr>
        <w:t xml:space="preserve">ں </w:t>
      </w:r>
      <w:r>
        <w:rPr>
          <w:rtl/>
        </w:rPr>
        <w:t>سہل ہے_</w:t>
      </w:r>
    </w:p>
    <w:p w:rsidR="001F628F" w:rsidRDefault="001F628F" w:rsidP="002C3E99">
      <w:pPr>
        <w:pStyle w:val="libArabic"/>
        <w:rPr>
          <w:rtl/>
        </w:rPr>
      </w:pPr>
      <w:r>
        <w:rPr>
          <w:rFonts w:hint="eastAsia"/>
          <w:rtl/>
        </w:rPr>
        <w:t>وان</w:t>
      </w:r>
      <w:r>
        <w:rPr>
          <w:rtl/>
        </w:rPr>
        <w:t xml:space="preserve"> لكم فى الا نعم لعبرةٌ نسقيكم ممّا فى بطون</w:t>
      </w:r>
      <w:r w:rsidR="00120F63" w:rsidRPr="00ED5DE8">
        <w:rPr>
          <w:rFonts w:hint="cs"/>
          <w:rtl/>
        </w:rPr>
        <w:t>ه</w:t>
      </w:r>
      <w:r>
        <w:rPr>
          <w:rtl/>
        </w:rPr>
        <w:t xml:space="preserve"> </w:t>
      </w:r>
      <w:r>
        <w:rPr>
          <w:rFonts w:hint="cs"/>
          <w:rtl/>
        </w:rPr>
        <w:t>من</w:t>
      </w:r>
      <w:r>
        <w:rPr>
          <w:rtl/>
        </w:rPr>
        <w:t xml:space="preserve"> </w:t>
      </w:r>
      <w:r>
        <w:rPr>
          <w:rFonts w:hint="cs"/>
          <w:rtl/>
        </w:rPr>
        <w:t>بين</w:t>
      </w:r>
      <w:r>
        <w:rPr>
          <w:rtl/>
        </w:rPr>
        <w:t xml:space="preserve"> </w:t>
      </w:r>
      <w:r>
        <w:rPr>
          <w:rFonts w:hint="cs"/>
          <w:rtl/>
        </w:rPr>
        <w:t>فرث</w:t>
      </w:r>
      <w:r>
        <w:rPr>
          <w:rtl/>
        </w:rPr>
        <w:t xml:space="preserve"> </w:t>
      </w:r>
      <w:r>
        <w:rPr>
          <w:rFonts w:hint="cs"/>
          <w:rtl/>
        </w:rPr>
        <w:t>و</w:t>
      </w:r>
      <w:r>
        <w:rPr>
          <w:rtl/>
        </w:rPr>
        <w:t xml:space="preserve"> </w:t>
      </w:r>
      <w:r>
        <w:rPr>
          <w:rFonts w:hint="cs"/>
          <w:rtl/>
        </w:rPr>
        <w:t>دم</w:t>
      </w:r>
      <w:r>
        <w:rPr>
          <w:rtl/>
        </w:rPr>
        <w:t xml:space="preserve"> </w:t>
      </w:r>
      <w:r>
        <w:rPr>
          <w:rFonts w:hint="cs"/>
          <w:rtl/>
        </w:rPr>
        <w:t>لبناً</w:t>
      </w:r>
      <w:r>
        <w:rPr>
          <w:rtl/>
        </w:rPr>
        <w:t xml:space="preserve"> </w:t>
      </w:r>
      <w:r>
        <w:rPr>
          <w:rFonts w:hint="cs"/>
          <w:rtl/>
        </w:rPr>
        <w:t>خالصاً</w:t>
      </w:r>
      <w:r>
        <w:rPr>
          <w:rtl/>
        </w:rPr>
        <w:t xml:space="preserve"> </w:t>
      </w:r>
      <w:r>
        <w:rPr>
          <w:rFonts w:hint="cs"/>
          <w:rtl/>
        </w:rPr>
        <w:t>سائغاً</w:t>
      </w:r>
      <w:r>
        <w:rPr>
          <w:rtl/>
        </w:rPr>
        <w:t xml:space="preserve"> </w:t>
      </w:r>
      <w:r>
        <w:rPr>
          <w:rFonts w:hint="cs"/>
          <w:rtl/>
        </w:rPr>
        <w:t>لل</w:t>
      </w:r>
      <w:r>
        <w:rPr>
          <w:rtl/>
        </w:rPr>
        <w:t>شاربين</w:t>
      </w:r>
    </w:p>
    <w:p w:rsidR="001F628F" w:rsidRDefault="001F628F" w:rsidP="001F628F">
      <w:pPr>
        <w:pStyle w:val="libNormal"/>
        <w:rPr>
          <w:rtl/>
        </w:rPr>
      </w:pPr>
      <w:r>
        <w:rPr>
          <w:rtl/>
        </w:rPr>
        <w:t>''خالصاً'' ( ہر چيز كا نچوڑ) اس كى سلامتى سے حكايت اور ، ''سائضاً'' (آسانى سے جارى ہونے والا)تناول مي</w:t>
      </w:r>
      <w:r w:rsidR="00083993">
        <w:rPr>
          <w:rtl/>
        </w:rPr>
        <w:t xml:space="preserve">ں </w:t>
      </w:r>
      <w:r>
        <w:rPr>
          <w:rtl/>
        </w:rPr>
        <w:t>سہل ہونے سے حكايت كررہاہے_</w:t>
      </w:r>
    </w:p>
    <w:p w:rsidR="001F628F" w:rsidRDefault="001F628F" w:rsidP="002C3E99">
      <w:pPr>
        <w:pStyle w:val="libNormal"/>
        <w:rPr>
          <w:rtl/>
        </w:rPr>
      </w:pPr>
      <w:r>
        <w:rPr>
          <w:rtl/>
        </w:rPr>
        <w:t>6_ طبيعى اسباب، خداوند عالم كے ارادہ اور مشيت كے تحقق كا مقام ہي</w:t>
      </w:r>
      <w:r w:rsidR="00083993">
        <w:rPr>
          <w:rtl/>
        </w:rPr>
        <w:t xml:space="preserve">ں </w:t>
      </w:r>
      <w:r>
        <w:rPr>
          <w:rtl/>
        </w:rPr>
        <w:t>_</w:t>
      </w:r>
      <w:r w:rsidRPr="002C3E99">
        <w:rPr>
          <w:rStyle w:val="libArabicChar"/>
          <w:rFonts w:hint="eastAsia"/>
          <w:rtl/>
        </w:rPr>
        <w:t>نسقيكم</w:t>
      </w:r>
      <w:r w:rsidRPr="002C3E99">
        <w:rPr>
          <w:rStyle w:val="libArabicChar"/>
          <w:rtl/>
        </w:rPr>
        <w:t xml:space="preserve"> ممّا فى بطون</w:t>
      </w:r>
      <w:r w:rsidR="00120F63" w:rsidRPr="00B2551F">
        <w:rPr>
          <w:rStyle w:val="libArabicChar"/>
          <w:rFonts w:hint="cs"/>
          <w:rtl/>
        </w:rPr>
        <w:t>ه</w:t>
      </w:r>
      <w:r w:rsidRPr="002C3E99">
        <w:rPr>
          <w:rStyle w:val="libArabicChar"/>
          <w:rtl/>
        </w:rPr>
        <w:t xml:space="preserve"> ...</w:t>
      </w:r>
      <w:r w:rsidRPr="002C3E99">
        <w:rPr>
          <w:rStyle w:val="libArabicChar"/>
          <w:rFonts w:hint="cs"/>
          <w:rtl/>
        </w:rPr>
        <w:t>لبناً</w:t>
      </w:r>
      <w:r w:rsidRPr="002C3E99">
        <w:rPr>
          <w:rStyle w:val="libArabicChar"/>
          <w:rtl/>
        </w:rPr>
        <w:t xml:space="preserve"> </w:t>
      </w:r>
      <w:r w:rsidRPr="002C3E99">
        <w:rPr>
          <w:rStyle w:val="libArabicChar"/>
          <w:rFonts w:hint="cs"/>
          <w:rtl/>
        </w:rPr>
        <w:t>خالصا</w:t>
      </w:r>
      <w:r w:rsidRPr="002C3E99">
        <w:rPr>
          <w:rStyle w:val="libArabicChar"/>
          <w:rtl/>
        </w:rPr>
        <w:t>ً سائغ</w:t>
      </w:r>
    </w:p>
    <w:p w:rsidR="001F628F" w:rsidRDefault="001F628F" w:rsidP="001F628F">
      <w:pPr>
        <w:pStyle w:val="libNormal"/>
        <w:rPr>
          <w:rtl/>
        </w:rPr>
      </w:pPr>
      <w:r>
        <w:rPr>
          <w:rFonts w:hint="eastAsia"/>
          <w:rtl/>
        </w:rPr>
        <w:t>يہ</w:t>
      </w:r>
      <w:r>
        <w:rPr>
          <w:rtl/>
        </w:rPr>
        <w:t xml:space="preserve"> جو خداوند عالم نے اونٹ گائے اور گوسفند كے خون اور فضلات سے انسان كے ليے خالص دودھ قرار ديا ہے_ممكن ہے مذكورہ نكتے كو بيان كررہا ہو_</w:t>
      </w:r>
    </w:p>
    <w:p w:rsidR="001F628F" w:rsidRDefault="001F628F" w:rsidP="001F628F">
      <w:pPr>
        <w:pStyle w:val="libNormal"/>
        <w:rPr>
          <w:rtl/>
        </w:rPr>
      </w:pPr>
      <w:r>
        <w:rPr>
          <w:rtl/>
        </w:rPr>
        <w:t>7_ اونٹ ، گائے اور گوسفند كے دودھ كى پيدا وار كا نظام اور اس كے غذائي مواد كى كيفيت ايك دوسرے سے مشابہ ہے_</w:t>
      </w:r>
    </w:p>
    <w:p w:rsidR="001F628F" w:rsidRDefault="001F628F" w:rsidP="002C3E99">
      <w:pPr>
        <w:pStyle w:val="libArabic"/>
        <w:rPr>
          <w:rtl/>
        </w:rPr>
      </w:pPr>
      <w:r>
        <w:rPr>
          <w:rFonts w:hint="eastAsia"/>
          <w:rtl/>
        </w:rPr>
        <w:t>وان</w:t>
      </w:r>
      <w:r>
        <w:rPr>
          <w:rtl/>
        </w:rPr>
        <w:t xml:space="preserve"> لكم فى الا نعم لعبرة نسقيكم ممّا فى بطون</w:t>
      </w:r>
      <w:r w:rsidR="00120F63" w:rsidRPr="00ED5DE8">
        <w:rPr>
          <w:rFonts w:hint="cs"/>
          <w:rtl/>
        </w:rPr>
        <w:t>ه</w:t>
      </w:r>
      <w:r>
        <w:rPr>
          <w:rtl/>
        </w:rPr>
        <w:t xml:space="preserve"> </w:t>
      </w:r>
      <w:r>
        <w:rPr>
          <w:rFonts w:hint="cs"/>
          <w:rtl/>
        </w:rPr>
        <w:t>من</w:t>
      </w:r>
      <w:r>
        <w:rPr>
          <w:rtl/>
        </w:rPr>
        <w:t xml:space="preserve"> </w:t>
      </w:r>
      <w:r>
        <w:rPr>
          <w:rFonts w:hint="cs"/>
          <w:rtl/>
        </w:rPr>
        <w:t>بين</w:t>
      </w:r>
      <w:r>
        <w:rPr>
          <w:rtl/>
        </w:rPr>
        <w:t xml:space="preserve"> </w:t>
      </w:r>
      <w:r>
        <w:rPr>
          <w:rFonts w:hint="cs"/>
          <w:rtl/>
        </w:rPr>
        <w:t>فرث</w:t>
      </w:r>
      <w:r>
        <w:rPr>
          <w:rtl/>
        </w:rPr>
        <w:t xml:space="preserve"> </w:t>
      </w:r>
      <w:r>
        <w:rPr>
          <w:rFonts w:hint="cs"/>
          <w:rtl/>
        </w:rPr>
        <w:t>ودم</w:t>
      </w:r>
      <w:r>
        <w:rPr>
          <w:rtl/>
        </w:rPr>
        <w:t xml:space="preserve"> </w:t>
      </w:r>
      <w:r>
        <w:rPr>
          <w:rFonts w:hint="cs"/>
          <w:rtl/>
        </w:rPr>
        <w:t>لبناً</w:t>
      </w:r>
      <w:r>
        <w:rPr>
          <w:rtl/>
        </w:rPr>
        <w:t xml:space="preserve"> </w:t>
      </w:r>
      <w:r>
        <w:rPr>
          <w:rFonts w:hint="cs"/>
          <w:rtl/>
        </w:rPr>
        <w:t>خالصاً</w:t>
      </w:r>
      <w:r>
        <w:rPr>
          <w:rtl/>
        </w:rPr>
        <w:t xml:space="preserve"> </w:t>
      </w:r>
      <w:r>
        <w:rPr>
          <w:rFonts w:hint="cs"/>
          <w:rtl/>
        </w:rPr>
        <w:t>سائغاً</w:t>
      </w:r>
      <w:r>
        <w:rPr>
          <w:rtl/>
        </w:rPr>
        <w:t xml:space="preserve"> للشاربين</w:t>
      </w:r>
    </w:p>
    <w:p w:rsidR="001F628F" w:rsidRDefault="001F628F" w:rsidP="001F628F">
      <w:pPr>
        <w:pStyle w:val="libNormal"/>
        <w:rPr>
          <w:rtl/>
        </w:rPr>
      </w:pPr>
      <w:r>
        <w:rPr>
          <w:rFonts w:hint="eastAsia"/>
          <w:rtl/>
        </w:rPr>
        <w:t>مذكورہ</w:t>
      </w:r>
      <w:r>
        <w:rPr>
          <w:rtl/>
        </w:rPr>
        <w:t xml:space="preserve"> حيوانات كو مشترك تعبير ''انعام'' كے ساتھ ذكر كرنا ممكن ہے مذكورہ مطلب كو بيان كو رہا ہو_</w:t>
      </w:r>
    </w:p>
    <w:p w:rsidR="001F628F" w:rsidRDefault="001F628F" w:rsidP="002C3E99">
      <w:pPr>
        <w:pStyle w:val="libNormal"/>
        <w:rPr>
          <w:rtl/>
        </w:rPr>
      </w:pPr>
      <w:r>
        <w:rPr>
          <w:rFonts w:hint="eastAsia"/>
          <w:rtl/>
        </w:rPr>
        <w:t>آيات</w:t>
      </w:r>
      <w:r>
        <w:rPr>
          <w:rtl/>
        </w:rPr>
        <w:t xml:space="preserve"> الہي:</w:t>
      </w:r>
      <w:r>
        <w:rPr>
          <w:rFonts w:hint="eastAsia"/>
          <w:rtl/>
        </w:rPr>
        <w:t>آيات</w:t>
      </w:r>
      <w:r>
        <w:rPr>
          <w:rtl/>
        </w:rPr>
        <w:t xml:space="preserve"> الہى كے موارد3</w:t>
      </w:r>
    </w:p>
    <w:p w:rsidR="001F628F" w:rsidRDefault="001F628F" w:rsidP="002C3E99">
      <w:pPr>
        <w:pStyle w:val="libNormal"/>
        <w:rPr>
          <w:rtl/>
        </w:rPr>
      </w:pPr>
      <w:r>
        <w:rPr>
          <w:rFonts w:hint="eastAsia"/>
          <w:rtl/>
        </w:rPr>
        <w:t>الله</w:t>
      </w:r>
      <w:r>
        <w:rPr>
          <w:rtl/>
        </w:rPr>
        <w:t xml:space="preserve"> تعالي:</w:t>
      </w:r>
      <w:r>
        <w:rPr>
          <w:rFonts w:hint="eastAsia"/>
          <w:rtl/>
        </w:rPr>
        <w:t>الله</w:t>
      </w:r>
      <w:r>
        <w:rPr>
          <w:rtl/>
        </w:rPr>
        <w:t xml:space="preserve"> تعالى كى مشيت كے اجرا كے مقام6; الله تعالى كے افعال 2</w:t>
      </w:r>
    </w:p>
    <w:p w:rsidR="001F628F" w:rsidRDefault="001F628F" w:rsidP="002C3E99">
      <w:pPr>
        <w:pStyle w:val="libNormal"/>
        <w:rPr>
          <w:rtl/>
        </w:rPr>
      </w:pPr>
      <w:r>
        <w:rPr>
          <w:rFonts w:hint="eastAsia"/>
          <w:rtl/>
        </w:rPr>
        <w:t>چوپائے</w:t>
      </w:r>
      <w:r>
        <w:rPr>
          <w:rtl/>
        </w:rPr>
        <w:t>:</w:t>
      </w:r>
      <w:r>
        <w:rPr>
          <w:rFonts w:hint="eastAsia"/>
          <w:rtl/>
        </w:rPr>
        <w:t>چوپاؤ</w:t>
      </w:r>
      <w:r w:rsidR="00083993">
        <w:rPr>
          <w:rFonts w:hint="eastAsia"/>
          <w:rtl/>
        </w:rPr>
        <w:t xml:space="preserve">ں </w:t>
      </w:r>
      <w:r>
        <w:rPr>
          <w:rtl/>
        </w:rPr>
        <w:t>كے دودھ دينے مي</w:t>
      </w:r>
      <w:r w:rsidR="00083993">
        <w:rPr>
          <w:rtl/>
        </w:rPr>
        <w:t xml:space="preserve">ں </w:t>
      </w:r>
      <w:r>
        <w:rPr>
          <w:rtl/>
        </w:rPr>
        <w:t>مشابہت 7; چوپاؤ</w:t>
      </w:r>
      <w:r w:rsidR="00083993">
        <w:rPr>
          <w:rtl/>
        </w:rPr>
        <w:t xml:space="preserve">ں </w:t>
      </w:r>
      <w:r>
        <w:rPr>
          <w:rtl/>
        </w:rPr>
        <w:t>كے دودھ مي</w:t>
      </w:r>
      <w:r w:rsidR="00083993">
        <w:rPr>
          <w:rtl/>
        </w:rPr>
        <w:t xml:space="preserve">ں </w:t>
      </w:r>
      <w:r>
        <w:rPr>
          <w:rtl/>
        </w:rPr>
        <w:t>مشابہت7</w:t>
      </w:r>
    </w:p>
    <w:p w:rsidR="001F628F" w:rsidRDefault="001F628F" w:rsidP="002C3E99">
      <w:pPr>
        <w:pStyle w:val="libNormal"/>
        <w:rPr>
          <w:rtl/>
        </w:rPr>
      </w:pPr>
      <w:r>
        <w:rPr>
          <w:rFonts w:hint="eastAsia"/>
          <w:rtl/>
        </w:rPr>
        <w:t>شتر</w:t>
      </w:r>
      <w:r>
        <w:rPr>
          <w:rtl/>
        </w:rPr>
        <w:t>:</w:t>
      </w:r>
      <w:r>
        <w:rPr>
          <w:rFonts w:hint="eastAsia"/>
          <w:rtl/>
        </w:rPr>
        <w:t>اونٹ</w:t>
      </w:r>
      <w:r>
        <w:rPr>
          <w:rtl/>
        </w:rPr>
        <w:t xml:space="preserve"> سے عبرت حاصل كرنا1; اونٹ كے دودھ كا آيات الہى سے ہونا 3; اونٹ كے دودھ كے فوائد 5; اونٹ كے دودھ كے نكلنے سے عبرت حاصل كرنا 4; اونٹ كے دودھ كے نكلنے كى كيفيت 2</w:t>
      </w:r>
    </w:p>
    <w:p w:rsidR="001F628F" w:rsidRDefault="001F628F" w:rsidP="002C3E99">
      <w:pPr>
        <w:pStyle w:val="libNormal"/>
        <w:rPr>
          <w:rtl/>
        </w:rPr>
      </w:pPr>
      <w:r>
        <w:rPr>
          <w:rFonts w:hint="eastAsia"/>
          <w:rtl/>
        </w:rPr>
        <w:t>طبيعى</w:t>
      </w:r>
      <w:r>
        <w:rPr>
          <w:rtl/>
        </w:rPr>
        <w:t xml:space="preserve"> عوامل:</w:t>
      </w:r>
      <w:r>
        <w:rPr>
          <w:rFonts w:hint="eastAsia"/>
          <w:rtl/>
        </w:rPr>
        <w:t>طبيعى</w:t>
      </w:r>
      <w:r>
        <w:rPr>
          <w:rtl/>
        </w:rPr>
        <w:t xml:space="preserve"> عوامل و اسباب كا كردار 6</w:t>
      </w:r>
    </w:p>
    <w:p w:rsidR="001F628F" w:rsidRDefault="001F628F" w:rsidP="002C3E99">
      <w:pPr>
        <w:pStyle w:val="libNormal"/>
        <w:rPr>
          <w:rtl/>
        </w:rPr>
      </w:pPr>
      <w:r>
        <w:rPr>
          <w:rFonts w:hint="eastAsia"/>
          <w:rtl/>
        </w:rPr>
        <w:t>عبرت</w:t>
      </w:r>
      <w:r>
        <w:rPr>
          <w:rtl/>
        </w:rPr>
        <w:t>:</w:t>
      </w:r>
      <w:r>
        <w:rPr>
          <w:rFonts w:hint="eastAsia"/>
          <w:rtl/>
        </w:rPr>
        <w:t>عبرت</w:t>
      </w:r>
      <w:r>
        <w:rPr>
          <w:rtl/>
        </w:rPr>
        <w:t xml:space="preserve"> كے اسباب 1،4</w:t>
      </w:r>
    </w:p>
    <w:p w:rsidR="001F628F" w:rsidRDefault="001F628F" w:rsidP="002C3E99">
      <w:pPr>
        <w:pStyle w:val="libNormal"/>
        <w:rPr>
          <w:rtl/>
        </w:rPr>
      </w:pPr>
      <w:r>
        <w:rPr>
          <w:rFonts w:hint="eastAsia"/>
          <w:rtl/>
        </w:rPr>
        <w:t>غذا</w:t>
      </w:r>
      <w:r>
        <w:rPr>
          <w:rtl/>
        </w:rPr>
        <w:t>:</w:t>
      </w:r>
      <w:r>
        <w:rPr>
          <w:rFonts w:hint="eastAsia"/>
          <w:rtl/>
        </w:rPr>
        <w:t>غذا</w:t>
      </w:r>
      <w:r>
        <w:rPr>
          <w:rtl/>
        </w:rPr>
        <w:t xml:space="preserve"> كے منابع5</w:t>
      </w:r>
    </w:p>
    <w:p w:rsidR="002C3E99" w:rsidRDefault="001E7F9D" w:rsidP="00F73EDE">
      <w:pPr>
        <w:pStyle w:val="libPoemTini"/>
        <w:rPr>
          <w:rtl/>
        </w:rPr>
      </w:pPr>
      <w:r>
        <w:rPr>
          <w:rtl/>
        </w:rPr>
        <w:br w:type="page"/>
      </w:r>
    </w:p>
    <w:p w:rsidR="001F628F" w:rsidRDefault="001F628F" w:rsidP="002C3E99">
      <w:pPr>
        <w:pStyle w:val="libNormal"/>
        <w:rPr>
          <w:rtl/>
        </w:rPr>
      </w:pPr>
      <w:r>
        <w:rPr>
          <w:rFonts w:hint="eastAsia"/>
          <w:rtl/>
        </w:rPr>
        <w:lastRenderedPageBreak/>
        <w:t>گائے</w:t>
      </w:r>
      <w:r>
        <w:rPr>
          <w:rtl/>
        </w:rPr>
        <w:t>:</w:t>
      </w:r>
      <w:r>
        <w:rPr>
          <w:rFonts w:hint="eastAsia"/>
          <w:rtl/>
        </w:rPr>
        <w:t>گائے</w:t>
      </w:r>
      <w:r>
        <w:rPr>
          <w:rtl/>
        </w:rPr>
        <w:t xml:space="preserve"> سے عبرت 1; گائے كے دودھ كا آيات الہى سے ہونا 3; گائے كے دودھ كے فوائد 5; گائے كے دودھ كے نكلنے سے عبرت 4; گائے كے دودھ كے نكلنے كى كيفيت2</w:t>
      </w:r>
    </w:p>
    <w:p w:rsidR="001F628F" w:rsidRDefault="001F628F" w:rsidP="002C3E99">
      <w:pPr>
        <w:pStyle w:val="libNormal"/>
        <w:rPr>
          <w:rtl/>
        </w:rPr>
      </w:pPr>
      <w:r>
        <w:rPr>
          <w:rFonts w:hint="eastAsia"/>
          <w:rtl/>
        </w:rPr>
        <w:t>گوسفند</w:t>
      </w:r>
      <w:r>
        <w:rPr>
          <w:rtl/>
        </w:rPr>
        <w:t>:</w:t>
      </w:r>
      <w:r>
        <w:rPr>
          <w:rFonts w:hint="eastAsia"/>
          <w:rtl/>
        </w:rPr>
        <w:t>گوسفند</w:t>
      </w:r>
      <w:r>
        <w:rPr>
          <w:rtl/>
        </w:rPr>
        <w:t xml:space="preserve"> سے عبرت 1; گوسفند كے دودھ كا آيات الہى سے ہونا 3; گوسفند كے دودھ كے فوائد5; گوسفند كے دودھ كے نكلنے سے عبرت 4; گوسفند كے دودھ كے نكلنے كى كيفيت 2</w:t>
      </w:r>
    </w:p>
    <w:p w:rsidR="001F628F" w:rsidRPr="00120F63" w:rsidRDefault="002C3E99" w:rsidP="002C3E99">
      <w:pPr>
        <w:pStyle w:val="Heading2Center"/>
        <w:rPr>
          <w:rtl/>
        </w:rPr>
      </w:pPr>
      <w:bookmarkStart w:id="213" w:name="_Toc28081891"/>
      <w:r>
        <w:rPr>
          <w:rFonts w:hint="cs"/>
          <w:rtl/>
        </w:rPr>
        <w:t xml:space="preserve">آیت </w:t>
      </w:r>
      <w:r w:rsidRPr="00120F63">
        <w:rPr>
          <w:rFonts w:hint="cs"/>
          <w:rtl/>
        </w:rPr>
        <w:t>67</w:t>
      </w:r>
      <w:bookmarkEnd w:id="213"/>
    </w:p>
    <w:p w:rsidR="001F628F" w:rsidRDefault="00E260F9" w:rsidP="002C3E99">
      <w:pPr>
        <w:pStyle w:val="libNormal"/>
        <w:rPr>
          <w:rtl/>
        </w:rPr>
      </w:pPr>
      <w:r w:rsidRPr="00E260F9">
        <w:rPr>
          <w:rStyle w:val="libAlaemChar"/>
          <w:rFonts w:hint="eastAsia"/>
          <w:rtl/>
        </w:rPr>
        <w:t>(</w:t>
      </w:r>
      <w:r w:rsidRPr="002C3E99">
        <w:rPr>
          <w:rStyle w:val="libAieChar"/>
          <w:rFonts w:hint="eastAsia"/>
          <w:rtl/>
        </w:rPr>
        <w:t>وَمِن</w:t>
      </w:r>
      <w:r w:rsidRPr="002C3E99">
        <w:rPr>
          <w:rStyle w:val="libAieChar"/>
          <w:rtl/>
        </w:rPr>
        <w:t xml:space="preserve"> ثَمَرَاتِ النَّخِيلِ وَالأَعْنَابِ تَتَّخِذُونَ مِنْهُ سَكَراً وَرِزْقاً حَسَناً إِنَّ فِي ذَلِكَ لآيَةً لِّقَوْمٍ يَعْقِلُونَ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پھر خرمہ اور انگور كے پھلو</w:t>
      </w:r>
      <w:r w:rsidR="00083993">
        <w:rPr>
          <w:rtl/>
        </w:rPr>
        <w:t xml:space="preserve">ں </w:t>
      </w:r>
      <w:r>
        <w:rPr>
          <w:rtl/>
        </w:rPr>
        <w:t>سے وہ شيرہ نكالتے ہي</w:t>
      </w:r>
      <w:r w:rsidR="00083993">
        <w:rPr>
          <w:rtl/>
        </w:rPr>
        <w:t xml:space="preserve">ں </w:t>
      </w:r>
      <w:r>
        <w:rPr>
          <w:rtl/>
        </w:rPr>
        <w:t>جس سے تم نشہ اور بہترين رزق سب كچھ تيار كرليتے ہو اس مي</w:t>
      </w:r>
      <w:r w:rsidR="00083993">
        <w:rPr>
          <w:rtl/>
        </w:rPr>
        <w:t xml:space="preserve">ں </w:t>
      </w:r>
      <w:r>
        <w:rPr>
          <w:rtl/>
        </w:rPr>
        <w:t>بھى صاحبان عقل كے لئے نشانيا</w:t>
      </w:r>
      <w:r w:rsidR="00083993">
        <w:rPr>
          <w:rtl/>
        </w:rPr>
        <w:t xml:space="preserve">ں </w:t>
      </w:r>
      <w:r>
        <w:rPr>
          <w:rtl/>
        </w:rPr>
        <w:t>پائي جاتى ہي</w:t>
      </w:r>
      <w:r w:rsidR="00083993">
        <w:rPr>
          <w:rtl/>
        </w:rPr>
        <w:t xml:space="preserve">ں </w:t>
      </w:r>
      <w:r>
        <w:rPr>
          <w:rtl/>
        </w:rPr>
        <w:t>_</w:t>
      </w:r>
    </w:p>
    <w:p w:rsidR="001F628F" w:rsidRDefault="001F628F" w:rsidP="001F628F">
      <w:pPr>
        <w:pStyle w:val="libNormal"/>
        <w:rPr>
          <w:rtl/>
        </w:rPr>
      </w:pPr>
      <w:r>
        <w:rPr>
          <w:rtl/>
        </w:rPr>
        <w:t>1_ خداوند عالم نے انسانو</w:t>
      </w:r>
      <w:r w:rsidR="00083993">
        <w:rPr>
          <w:rtl/>
        </w:rPr>
        <w:t xml:space="preserve">ں </w:t>
      </w:r>
      <w:r>
        <w:rPr>
          <w:rtl/>
        </w:rPr>
        <w:t>كے ليے كجھور اور انگور كے ميوہ دار درختو</w:t>
      </w:r>
      <w:r w:rsidR="00083993">
        <w:rPr>
          <w:rtl/>
        </w:rPr>
        <w:t xml:space="preserve">ں </w:t>
      </w:r>
      <w:r>
        <w:rPr>
          <w:rtl/>
        </w:rPr>
        <w:t>سے قابل نوش مائعات كا انتظام كياہے_</w:t>
      </w:r>
    </w:p>
    <w:p w:rsidR="001F628F" w:rsidRDefault="001F628F" w:rsidP="002C3E99">
      <w:pPr>
        <w:pStyle w:val="libArabic"/>
        <w:rPr>
          <w:rtl/>
        </w:rPr>
      </w:pPr>
      <w:r>
        <w:rPr>
          <w:rFonts w:hint="eastAsia"/>
          <w:rtl/>
        </w:rPr>
        <w:t>نسقيكم</w:t>
      </w:r>
      <w:r>
        <w:rPr>
          <w:rtl/>
        </w:rPr>
        <w:t xml:space="preserve"> ممّا ... ومن ثمرات النخيل وال</w:t>
      </w:r>
      <w:r w:rsidR="00EC4874" w:rsidRPr="00EC4874">
        <w:rPr>
          <w:rtl/>
        </w:rPr>
        <w:t>ا عناب</w:t>
      </w:r>
    </w:p>
    <w:p w:rsidR="001F628F" w:rsidRDefault="001F628F" w:rsidP="001F628F">
      <w:pPr>
        <w:pStyle w:val="libNormal"/>
        <w:rPr>
          <w:rtl/>
        </w:rPr>
      </w:pPr>
      <w:r>
        <w:rPr>
          <w:rtl/>
        </w:rPr>
        <w:t xml:space="preserve">''من ثمرات'' جارو مجرور ما قبل آيت ذكر ''نسقيكم'' كے قرينہ كى بناء پر كا متعلق ''نسقيكم'' مقدر ہے اوراسى طرح اس كا جملہ </w:t>
      </w:r>
      <w:r w:rsidRPr="00EE080F">
        <w:rPr>
          <w:rStyle w:val="libArabicChar"/>
          <w:rtl/>
        </w:rPr>
        <w:t>''ان ّ لكم فى الانعام لعبرة''</w:t>
      </w:r>
      <w:r>
        <w:rPr>
          <w:rtl/>
        </w:rPr>
        <w:t xml:space="preserve"> پر عطف ہوا ہے_</w:t>
      </w:r>
    </w:p>
    <w:p w:rsidR="001F628F" w:rsidRDefault="001F628F" w:rsidP="001F628F">
      <w:pPr>
        <w:pStyle w:val="libNormal"/>
        <w:rPr>
          <w:rtl/>
        </w:rPr>
      </w:pPr>
      <w:r>
        <w:rPr>
          <w:rtl/>
        </w:rPr>
        <w:t>2_ كجھور و انگور كے درخت اور ان سے پينے والى چيزو</w:t>
      </w:r>
      <w:r w:rsidR="00083993">
        <w:rPr>
          <w:rtl/>
        </w:rPr>
        <w:t xml:space="preserve">ں </w:t>
      </w:r>
      <w:r>
        <w:rPr>
          <w:rtl/>
        </w:rPr>
        <w:t>كا حصول ،نصيحت اور عبرت ہے_</w:t>
      </w:r>
    </w:p>
    <w:p w:rsidR="001F628F" w:rsidRDefault="001F628F" w:rsidP="00EE080F">
      <w:pPr>
        <w:pStyle w:val="libArabic"/>
        <w:rPr>
          <w:rtl/>
        </w:rPr>
      </w:pPr>
      <w:r>
        <w:rPr>
          <w:rFonts w:hint="eastAsia"/>
          <w:rtl/>
        </w:rPr>
        <w:t>من</w:t>
      </w:r>
      <w:r>
        <w:rPr>
          <w:rtl/>
        </w:rPr>
        <w:t xml:space="preserve"> ثمرات النخيل و ال</w:t>
      </w:r>
      <w:r w:rsidR="00EC4874" w:rsidRPr="00EC4874">
        <w:rPr>
          <w:rtl/>
        </w:rPr>
        <w:t>ا عناب</w:t>
      </w:r>
      <w:r>
        <w:rPr>
          <w:rtl/>
        </w:rPr>
        <w:t xml:space="preserve"> تتخذون من</w:t>
      </w:r>
      <w:r w:rsidR="00120F63" w:rsidRPr="00ED5DE8">
        <w:rPr>
          <w:rFonts w:hint="cs"/>
          <w:rtl/>
        </w:rPr>
        <w:t>ه</w:t>
      </w:r>
      <w:r>
        <w:rPr>
          <w:rtl/>
        </w:rPr>
        <w:t xml:space="preserve"> </w:t>
      </w:r>
      <w:r>
        <w:rPr>
          <w:rFonts w:hint="cs"/>
          <w:rtl/>
        </w:rPr>
        <w:t>سكر</w:t>
      </w:r>
    </w:p>
    <w:p w:rsidR="001F628F" w:rsidRDefault="001F628F" w:rsidP="001F628F">
      <w:pPr>
        <w:pStyle w:val="libNormal"/>
        <w:rPr>
          <w:rtl/>
        </w:rPr>
      </w:pPr>
      <w:r>
        <w:rPr>
          <w:rFonts w:hint="eastAsia"/>
          <w:rtl/>
        </w:rPr>
        <w:t>جملہ</w:t>
      </w:r>
      <w:r>
        <w:rPr>
          <w:rtl/>
        </w:rPr>
        <w:t xml:space="preserve"> </w:t>
      </w:r>
      <w:r w:rsidRPr="00EE080F">
        <w:rPr>
          <w:rStyle w:val="libArabicChar"/>
          <w:rtl/>
        </w:rPr>
        <w:t>''من ثمرات</w:t>
      </w:r>
      <w:r>
        <w:rPr>
          <w:rtl/>
        </w:rPr>
        <w:t xml:space="preserve"> ...'' كا جملہ</w:t>
      </w:r>
      <w:r w:rsidRPr="00EE080F">
        <w:rPr>
          <w:rStyle w:val="libArabicChar"/>
          <w:rtl/>
        </w:rPr>
        <w:t xml:space="preserve">''وان لكم فى الانعام لعبرة'' </w:t>
      </w:r>
      <w:r>
        <w:rPr>
          <w:rtl/>
        </w:rPr>
        <w:t>پر عطف كو ملحوظ خاطر ركھتے ہوئے مذكورہ تفسير كا استفادہ كيا گيا ہے_</w:t>
      </w:r>
    </w:p>
    <w:p w:rsidR="00EE080F" w:rsidRDefault="001F628F" w:rsidP="00EE080F">
      <w:pPr>
        <w:pStyle w:val="libNormal"/>
        <w:rPr>
          <w:rtl/>
        </w:rPr>
      </w:pPr>
      <w:r>
        <w:rPr>
          <w:rtl/>
        </w:rPr>
        <w:t>3_ كجھور اورانگور كے درخت ، انواع و اقسام كے</w:t>
      </w:r>
      <w:r w:rsidR="00EE080F" w:rsidRPr="00EE080F">
        <w:rPr>
          <w:rFonts w:hint="eastAsia"/>
          <w:rtl/>
        </w:rPr>
        <w:t xml:space="preserve"> </w:t>
      </w:r>
      <w:r w:rsidR="00EE080F">
        <w:rPr>
          <w:rFonts w:hint="eastAsia"/>
          <w:rtl/>
        </w:rPr>
        <w:t>محصولات</w:t>
      </w:r>
      <w:r w:rsidR="00EE080F">
        <w:rPr>
          <w:rtl/>
        </w:rPr>
        <w:t xml:space="preserve"> اور ثمرات كے حامل ہيں _</w:t>
      </w:r>
      <w:r w:rsidR="00EE080F" w:rsidRPr="00EE080F">
        <w:rPr>
          <w:rStyle w:val="libArabicChar"/>
          <w:rFonts w:hint="eastAsia"/>
          <w:rtl/>
        </w:rPr>
        <w:t>ومن</w:t>
      </w:r>
      <w:r w:rsidR="00EE080F" w:rsidRPr="00EE080F">
        <w:rPr>
          <w:rStyle w:val="libArabicChar"/>
          <w:rtl/>
        </w:rPr>
        <w:t xml:space="preserve"> ثمرات النخيل وال</w:t>
      </w:r>
      <w:r w:rsidR="00EC4874" w:rsidRPr="00EC4874">
        <w:rPr>
          <w:rStyle w:val="libArabicChar"/>
          <w:rtl/>
        </w:rPr>
        <w:t>ا عناب</w:t>
      </w:r>
      <w:r w:rsidR="00EE080F" w:rsidRPr="00EE080F">
        <w:rPr>
          <w:rStyle w:val="libArabicChar"/>
          <w:rtl/>
        </w:rPr>
        <w:t xml:space="preserve"> تتخذون من</w:t>
      </w:r>
      <w:r w:rsidR="00120F63" w:rsidRPr="00B2551F">
        <w:rPr>
          <w:rStyle w:val="libArabicChar"/>
          <w:rFonts w:hint="cs"/>
          <w:rtl/>
        </w:rPr>
        <w:t>ه</w:t>
      </w:r>
      <w:r w:rsidR="00EE080F" w:rsidRPr="00EE080F">
        <w:rPr>
          <w:rStyle w:val="libArabicChar"/>
          <w:rtl/>
        </w:rPr>
        <w:t xml:space="preserve"> </w:t>
      </w:r>
      <w:r w:rsidR="00EE080F" w:rsidRPr="00EE080F">
        <w:rPr>
          <w:rStyle w:val="libArabicChar"/>
          <w:rFonts w:hint="cs"/>
          <w:rtl/>
        </w:rPr>
        <w:t>سكراً</w:t>
      </w:r>
      <w:r w:rsidR="00EE080F" w:rsidRPr="00EE080F">
        <w:rPr>
          <w:rStyle w:val="libArabicChar"/>
          <w:rtl/>
        </w:rPr>
        <w:t xml:space="preserve"> </w:t>
      </w:r>
      <w:r w:rsidR="00EE080F" w:rsidRPr="00EE080F">
        <w:rPr>
          <w:rStyle w:val="libArabicChar"/>
          <w:rFonts w:hint="cs"/>
          <w:rtl/>
        </w:rPr>
        <w:t>ورزق</w:t>
      </w:r>
      <w:r w:rsidR="00EE080F" w:rsidRPr="00EE080F">
        <w:rPr>
          <w:rStyle w:val="libArabicChar"/>
          <w:rtl/>
        </w:rPr>
        <w:t>اً حسن</w:t>
      </w:r>
    </w:p>
    <w:p w:rsidR="00EE080F" w:rsidRDefault="00EE080F" w:rsidP="00EE080F">
      <w:pPr>
        <w:pStyle w:val="libNormal"/>
        <w:rPr>
          <w:rtl/>
        </w:rPr>
      </w:pPr>
      <w:r>
        <w:rPr>
          <w:rtl/>
        </w:rPr>
        <w:t>4_ صدراسلام ميں كجھور اور انگور سے شراب تيار كرنا رائج تھا_</w:t>
      </w:r>
    </w:p>
    <w:p w:rsidR="00EE080F" w:rsidRDefault="00EE080F" w:rsidP="00EE080F">
      <w:pPr>
        <w:pStyle w:val="libArabic"/>
        <w:rPr>
          <w:rtl/>
        </w:rPr>
      </w:pPr>
      <w:r>
        <w:rPr>
          <w:rFonts w:hint="eastAsia"/>
          <w:rtl/>
        </w:rPr>
        <w:t>ومن</w:t>
      </w:r>
      <w:r>
        <w:rPr>
          <w:rtl/>
        </w:rPr>
        <w:t xml:space="preserve"> ثمرات النخيل و ال</w:t>
      </w:r>
      <w:r w:rsidR="00EC4874" w:rsidRPr="00EC4874">
        <w:rPr>
          <w:rtl/>
        </w:rPr>
        <w:t>ا عناب</w:t>
      </w:r>
      <w:r>
        <w:rPr>
          <w:rtl/>
        </w:rPr>
        <w:t xml:space="preserve"> تتخذون من</w:t>
      </w:r>
      <w:r w:rsidR="00120F63" w:rsidRPr="00ED5DE8">
        <w:rPr>
          <w:rFonts w:hint="cs"/>
          <w:rtl/>
        </w:rPr>
        <w:t>ه</w:t>
      </w:r>
      <w:r>
        <w:rPr>
          <w:rtl/>
        </w:rPr>
        <w:t xml:space="preserve"> </w:t>
      </w:r>
      <w:r>
        <w:rPr>
          <w:rFonts w:hint="cs"/>
          <w:rtl/>
        </w:rPr>
        <w:t>سكراً</w:t>
      </w:r>
      <w:r>
        <w:rPr>
          <w:rtl/>
        </w:rPr>
        <w:t xml:space="preserve"> </w:t>
      </w:r>
      <w:r>
        <w:rPr>
          <w:rFonts w:hint="cs"/>
          <w:rtl/>
        </w:rPr>
        <w:t>و</w:t>
      </w:r>
      <w:r>
        <w:rPr>
          <w:rtl/>
        </w:rPr>
        <w:t xml:space="preserve"> </w:t>
      </w:r>
      <w:r>
        <w:rPr>
          <w:rFonts w:hint="cs"/>
          <w:rtl/>
        </w:rPr>
        <w:t>رزقا</w:t>
      </w:r>
      <w:r>
        <w:rPr>
          <w:rtl/>
        </w:rPr>
        <w:t>ً حسن</w:t>
      </w:r>
    </w:p>
    <w:p w:rsidR="00EE080F" w:rsidRDefault="00EE080F" w:rsidP="00EE080F">
      <w:pPr>
        <w:pStyle w:val="libNormal"/>
        <w:rPr>
          <w:rtl/>
        </w:rPr>
      </w:pPr>
      <w:r>
        <w:rPr>
          <w:rtl/>
        </w:rPr>
        <w:t>5_ نشہ آور چيزوں كے علاوہ كجھور اورانگور كے تمام محصولات اچھے اور پسنديدہ ہيں _</w:t>
      </w:r>
    </w:p>
    <w:p w:rsidR="00EE080F" w:rsidRDefault="00EE080F" w:rsidP="00EE080F">
      <w:pPr>
        <w:pStyle w:val="libArabic"/>
        <w:rPr>
          <w:rtl/>
        </w:rPr>
      </w:pPr>
      <w:r>
        <w:rPr>
          <w:rFonts w:hint="eastAsia"/>
          <w:rtl/>
        </w:rPr>
        <w:t>ومن</w:t>
      </w:r>
      <w:r>
        <w:rPr>
          <w:rtl/>
        </w:rPr>
        <w:t xml:space="preserve"> ثمرات النخيل وال</w:t>
      </w:r>
      <w:r w:rsidR="00EC4874" w:rsidRPr="00EC4874">
        <w:rPr>
          <w:rtl/>
        </w:rPr>
        <w:t>ا عناب</w:t>
      </w:r>
      <w:r>
        <w:rPr>
          <w:rtl/>
        </w:rPr>
        <w:t xml:space="preserve"> تتخذون من</w:t>
      </w:r>
      <w:r w:rsidR="00120F63" w:rsidRPr="00ED5DE8">
        <w:rPr>
          <w:rFonts w:hint="cs"/>
          <w:rtl/>
        </w:rPr>
        <w:t>ه</w:t>
      </w:r>
      <w:r>
        <w:rPr>
          <w:rtl/>
        </w:rPr>
        <w:t xml:space="preserve"> </w:t>
      </w:r>
      <w:r>
        <w:rPr>
          <w:rFonts w:hint="cs"/>
          <w:rtl/>
        </w:rPr>
        <w:t>سكراً</w:t>
      </w:r>
      <w:r>
        <w:rPr>
          <w:rtl/>
        </w:rPr>
        <w:t xml:space="preserve"> </w:t>
      </w:r>
      <w:r>
        <w:rPr>
          <w:rFonts w:hint="cs"/>
          <w:rtl/>
        </w:rPr>
        <w:t>ورزقا</w:t>
      </w:r>
      <w:r>
        <w:rPr>
          <w:rtl/>
        </w:rPr>
        <w:t>ً حسن</w:t>
      </w:r>
    </w:p>
    <w:p w:rsidR="00EE080F"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مذكورہ</w:t>
      </w:r>
      <w:r>
        <w:rPr>
          <w:rtl/>
        </w:rPr>
        <w:t xml:space="preserve"> ''تفسير'' سكركے </w:t>
      </w:r>
      <w:r w:rsidRPr="00EE080F">
        <w:rPr>
          <w:rStyle w:val="libArabicChar"/>
          <w:rtl/>
        </w:rPr>
        <w:t>''رزقاً حسناً''</w:t>
      </w:r>
      <w:r>
        <w:rPr>
          <w:rtl/>
        </w:rPr>
        <w:t xml:space="preserve"> كے تقابل سے حاصل ہوئي ہے يعنى سكرات كے علاوہ خرما اور انگور كے تمام محصولات كو اچھا اور پسنديدہ رزق قرار ديا گيا ہے_</w:t>
      </w:r>
    </w:p>
    <w:p w:rsidR="001F628F" w:rsidRDefault="001F628F" w:rsidP="001F628F">
      <w:pPr>
        <w:pStyle w:val="libNormal"/>
        <w:rPr>
          <w:rtl/>
        </w:rPr>
      </w:pPr>
      <w:r>
        <w:rPr>
          <w:rtl/>
        </w:rPr>
        <w:t>6_ اسلام مي</w:t>
      </w:r>
      <w:r w:rsidR="00083993">
        <w:rPr>
          <w:rtl/>
        </w:rPr>
        <w:t xml:space="preserve">ں </w:t>
      </w:r>
      <w:r>
        <w:rPr>
          <w:rtl/>
        </w:rPr>
        <w:t>مسكرات كا مقابلہ تدريجى صورت مي</w:t>
      </w:r>
      <w:r w:rsidR="00083993">
        <w:rPr>
          <w:rtl/>
        </w:rPr>
        <w:t xml:space="preserve">ں </w:t>
      </w:r>
      <w:r>
        <w:rPr>
          <w:rtl/>
        </w:rPr>
        <w:t>اور مرحلہ وار تھا_</w:t>
      </w:r>
    </w:p>
    <w:p w:rsidR="001F628F" w:rsidRDefault="001F628F" w:rsidP="00EE080F">
      <w:pPr>
        <w:pStyle w:val="libArabic"/>
        <w:rPr>
          <w:rtl/>
        </w:rPr>
      </w:pPr>
      <w:r>
        <w:rPr>
          <w:rFonts w:hint="eastAsia"/>
          <w:rtl/>
        </w:rPr>
        <w:t>ومن</w:t>
      </w:r>
      <w:r>
        <w:rPr>
          <w:rtl/>
        </w:rPr>
        <w:t xml:space="preserve"> ثمرات النخيل وال</w:t>
      </w:r>
      <w:r w:rsidR="00EC4874" w:rsidRPr="00EC4874">
        <w:rPr>
          <w:rtl/>
        </w:rPr>
        <w:t>ا عناب</w:t>
      </w:r>
      <w:r>
        <w:rPr>
          <w:rtl/>
        </w:rPr>
        <w:t xml:space="preserve"> تتخذون من</w:t>
      </w:r>
      <w:r w:rsidR="00120F63" w:rsidRPr="00ED5DE8">
        <w:rPr>
          <w:rFonts w:hint="cs"/>
          <w:rtl/>
        </w:rPr>
        <w:t>ه</w:t>
      </w:r>
      <w:r>
        <w:rPr>
          <w:rtl/>
        </w:rPr>
        <w:t xml:space="preserve"> </w:t>
      </w:r>
      <w:r>
        <w:rPr>
          <w:rFonts w:hint="cs"/>
          <w:rtl/>
        </w:rPr>
        <w:t>سكراً</w:t>
      </w:r>
      <w:r>
        <w:rPr>
          <w:rtl/>
        </w:rPr>
        <w:t xml:space="preserve"> </w:t>
      </w:r>
      <w:r>
        <w:rPr>
          <w:rFonts w:hint="cs"/>
          <w:rtl/>
        </w:rPr>
        <w:t>ورزقا</w:t>
      </w:r>
      <w:r>
        <w:rPr>
          <w:rtl/>
        </w:rPr>
        <w:t>ً حسن</w:t>
      </w:r>
    </w:p>
    <w:p w:rsidR="001F628F" w:rsidRDefault="001F628F" w:rsidP="001F628F">
      <w:pPr>
        <w:pStyle w:val="libNormal"/>
        <w:rPr>
          <w:rtl/>
        </w:rPr>
      </w:pPr>
      <w:r>
        <w:rPr>
          <w:rFonts w:hint="eastAsia"/>
          <w:rtl/>
        </w:rPr>
        <w:t>اس</w:t>
      </w:r>
      <w:r>
        <w:rPr>
          <w:rtl/>
        </w:rPr>
        <w:t xml:space="preserve"> چيز كو مد نظر ركھتے ہوئے كہ يہ سورة مكى ہے اور اس وقت مسكرات ، حرام نہي</w:t>
      </w:r>
      <w:r w:rsidR="00083993">
        <w:rPr>
          <w:rtl/>
        </w:rPr>
        <w:t xml:space="preserve">ں </w:t>
      </w:r>
      <w:r>
        <w:rPr>
          <w:rtl/>
        </w:rPr>
        <w:t>ہوئے تھے _ لہذا مسكرات كو پسنديدہ رزق كے مقابلہ مي</w:t>
      </w:r>
      <w:r w:rsidR="00083993">
        <w:rPr>
          <w:rtl/>
        </w:rPr>
        <w:t xml:space="preserve">ں </w:t>
      </w:r>
      <w:r>
        <w:rPr>
          <w:rtl/>
        </w:rPr>
        <w:t>قرارد ينا ، مسكرات كے خلاف جہاد كرنے كے سلسلہ مي</w:t>
      </w:r>
      <w:r w:rsidR="00083993">
        <w:rPr>
          <w:rtl/>
        </w:rPr>
        <w:t xml:space="preserve">ں </w:t>
      </w:r>
      <w:r>
        <w:rPr>
          <w:rtl/>
        </w:rPr>
        <w:t>پہلا قدم شمار كيا گيا ہے_</w:t>
      </w:r>
    </w:p>
    <w:p w:rsidR="001F628F" w:rsidRDefault="001F628F" w:rsidP="001F628F">
      <w:pPr>
        <w:pStyle w:val="libNormal"/>
        <w:rPr>
          <w:rtl/>
        </w:rPr>
      </w:pPr>
      <w:r>
        <w:rPr>
          <w:rtl/>
        </w:rPr>
        <w:t>7_ خرما اور انگور كے محصولات، انسان كے ليے كھانے پينے كے بہترين اور سالم محصولات ہي</w:t>
      </w:r>
      <w:r w:rsidR="00083993">
        <w:rPr>
          <w:rtl/>
        </w:rPr>
        <w:t xml:space="preserve">ں </w:t>
      </w:r>
      <w:r>
        <w:rPr>
          <w:rtl/>
        </w:rPr>
        <w:t>_</w:t>
      </w:r>
    </w:p>
    <w:p w:rsidR="001F628F" w:rsidRDefault="001F628F" w:rsidP="00EE080F">
      <w:pPr>
        <w:pStyle w:val="libArabic"/>
        <w:rPr>
          <w:rtl/>
        </w:rPr>
      </w:pPr>
      <w:r>
        <w:rPr>
          <w:rFonts w:hint="eastAsia"/>
          <w:rtl/>
        </w:rPr>
        <w:t>نسقيكم</w:t>
      </w:r>
      <w:r>
        <w:rPr>
          <w:rtl/>
        </w:rPr>
        <w:t xml:space="preserve"> ممّا ...من ثمرات النخيل وال</w:t>
      </w:r>
      <w:r w:rsidR="00EC4874" w:rsidRPr="00EC4874">
        <w:rPr>
          <w:rtl/>
        </w:rPr>
        <w:t>ا عناب</w:t>
      </w:r>
      <w:r>
        <w:rPr>
          <w:rtl/>
        </w:rPr>
        <w:t xml:space="preserve"> تتخذون من</w:t>
      </w:r>
      <w:r w:rsidR="00120F63" w:rsidRPr="00ED5DE8">
        <w:rPr>
          <w:rFonts w:hint="cs"/>
          <w:rtl/>
        </w:rPr>
        <w:t>ه</w:t>
      </w:r>
      <w:r>
        <w:rPr>
          <w:rtl/>
        </w:rPr>
        <w:t xml:space="preserve"> </w:t>
      </w:r>
      <w:r>
        <w:rPr>
          <w:rFonts w:hint="cs"/>
          <w:rtl/>
        </w:rPr>
        <w:t>سكراً</w:t>
      </w:r>
      <w:r>
        <w:rPr>
          <w:rtl/>
        </w:rPr>
        <w:t xml:space="preserve"> </w:t>
      </w:r>
      <w:r>
        <w:rPr>
          <w:rFonts w:hint="cs"/>
          <w:rtl/>
        </w:rPr>
        <w:t>ورزقا</w:t>
      </w:r>
      <w:r>
        <w:rPr>
          <w:rtl/>
        </w:rPr>
        <w:t>ً حسن</w:t>
      </w:r>
    </w:p>
    <w:p w:rsidR="001F628F" w:rsidRDefault="001F628F" w:rsidP="001F628F">
      <w:pPr>
        <w:pStyle w:val="libNormal"/>
        <w:rPr>
          <w:rtl/>
        </w:rPr>
      </w:pPr>
      <w:r>
        <w:rPr>
          <w:rFonts w:hint="eastAsia"/>
          <w:rtl/>
        </w:rPr>
        <w:t>تمام</w:t>
      </w:r>
      <w:r>
        <w:rPr>
          <w:rtl/>
        </w:rPr>
        <w:t xml:space="preserve"> كھانے پينے كى چيزو</w:t>
      </w:r>
      <w:r w:rsidR="00083993">
        <w:rPr>
          <w:rtl/>
        </w:rPr>
        <w:t xml:space="preserve">ں </w:t>
      </w:r>
      <w:r>
        <w:rPr>
          <w:rtl/>
        </w:rPr>
        <w:t>مي</w:t>
      </w:r>
      <w:r w:rsidR="00083993">
        <w:rPr>
          <w:rtl/>
        </w:rPr>
        <w:t xml:space="preserve">ں </w:t>
      </w:r>
      <w:r>
        <w:rPr>
          <w:rtl/>
        </w:rPr>
        <w:t>انگور اور كجھور كے درختو</w:t>
      </w:r>
      <w:r w:rsidR="00083993">
        <w:rPr>
          <w:rtl/>
        </w:rPr>
        <w:t xml:space="preserve">ں </w:t>
      </w:r>
      <w:r>
        <w:rPr>
          <w:rtl/>
        </w:rPr>
        <w:t>كے محصولات كا خاص وطور پر ذكر كرنا، ممكن ہے مذكورہ تفسير كى طرف اشارہ ہو_</w:t>
      </w:r>
    </w:p>
    <w:p w:rsidR="001F628F" w:rsidRDefault="001F628F" w:rsidP="001F628F">
      <w:pPr>
        <w:pStyle w:val="libNormal"/>
        <w:rPr>
          <w:rtl/>
        </w:rPr>
      </w:pPr>
      <w:r>
        <w:rPr>
          <w:rtl/>
        </w:rPr>
        <w:t>8_ صاحبان عقل كے ليے كجھور اور انگور كے محصولات مي</w:t>
      </w:r>
      <w:r w:rsidR="00083993">
        <w:rPr>
          <w:rtl/>
        </w:rPr>
        <w:t xml:space="preserve">ں </w:t>
      </w:r>
      <w:r>
        <w:rPr>
          <w:rtl/>
        </w:rPr>
        <w:t>خداوند عالم كى قدرت اور ربوبيت كى آيت اور نشانى ہے _</w:t>
      </w:r>
    </w:p>
    <w:p w:rsidR="001F628F" w:rsidRDefault="001F628F" w:rsidP="00EE080F">
      <w:pPr>
        <w:pStyle w:val="libArabic"/>
        <w:rPr>
          <w:rtl/>
        </w:rPr>
      </w:pPr>
      <w:r>
        <w:rPr>
          <w:rFonts w:hint="eastAsia"/>
          <w:rtl/>
        </w:rPr>
        <w:t>ومن</w:t>
      </w:r>
      <w:r>
        <w:rPr>
          <w:rtl/>
        </w:rPr>
        <w:t xml:space="preserve"> ثمرات النخيل والاعنب تتخذون من</w:t>
      </w:r>
      <w:r w:rsidR="00120F63" w:rsidRPr="00ED5DE8">
        <w:rPr>
          <w:rFonts w:hint="cs"/>
          <w:rtl/>
        </w:rPr>
        <w:t>ه</w:t>
      </w:r>
      <w:r>
        <w:rPr>
          <w:rtl/>
        </w:rPr>
        <w:t xml:space="preserve"> </w:t>
      </w:r>
      <w:r>
        <w:rPr>
          <w:rFonts w:hint="cs"/>
          <w:rtl/>
        </w:rPr>
        <w:t>سكراً</w:t>
      </w:r>
      <w:r>
        <w:rPr>
          <w:rtl/>
        </w:rPr>
        <w:t xml:space="preserve"> </w:t>
      </w:r>
      <w:r>
        <w:rPr>
          <w:rFonts w:hint="cs"/>
          <w:rtl/>
        </w:rPr>
        <w:t>ورز</w:t>
      </w:r>
      <w:r>
        <w:rPr>
          <w:rtl/>
        </w:rPr>
        <w:t>قاً حسناً ان فى ذلك لا ي</w:t>
      </w:r>
      <w:r w:rsidR="00120F63" w:rsidRPr="00ED5DE8">
        <w:rPr>
          <w:rFonts w:hint="cs"/>
          <w:rtl/>
        </w:rPr>
        <w:t>ه</w:t>
      </w:r>
      <w:r>
        <w:rPr>
          <w:rtl/>
        </w:rPr>
        <w:t xml:space="preserve"> </w:t>
      </w:r>
      <w:r>
        <w:rPr>
          <w:rFonts w:hint="cs"/>
          <w:rtl/>
        </w:rPr>
        <w:t>لقوم</w:t>
      </w:r>
      <w:r>
        <w:rPr>
          <w:rtl/>
        </w:rPr>
        <w:t xml:space="preserve"> </w:t>
      </w:r>
      <w:r>
        <w:rPr>
          <w:rFonts w:hint="cs"/>
          <w:rtl/>
        </w:rPr>
        <w:t>ي</w:t>
      </w:r>
      <w:r>
        <w:rPr>
          <w:rtl/>
        </w:rPr>
        <w:t>عقلون</w:t>
      </w:r>
    </w:p>
    <w:p w:rsidR="001F628F" w:rsidRDefault="001F628F" w:rsidP="001F628F">
      <w:pPr>
        <w:pStyle w:val="libNormal"/>
        <w:rPr>
          <w:rtl/>
        </w:rPr>
      </w:pPr>
      <w:r>
        <w:rPr>
          <w:rtl/>
        </w:rPr>
        <w:t>9_ كائنات كے حقائق كو صحيح درك كرنے اور آيات الہى سے بہرہ مند ى كے ليے سمجھ بوجھ اور عقل مندى شرط ہے_</w:t>
      </w:r>
    </w:p>
    <w:p w:rsidR="001F628F" w:rsidRDefault="001F628F" w:rsidP="00EE080F">
      <w:pPr>
        <w:pStyle w:val="libArabic"/>
        <w:rPr>
          <w:rtl/>
        </w:rPr>
      </w:pPr>
      <w:r>
        <w:rPr>
          <w:rFonts w:hint="eastAsia"/>
          <w:rtl/>
        </w:rPr>
        <w:t>ان</w:t>
      </w:r>
      <w:r>
        <w:rPr>
          <w:rtl/>
        </w:rPr>
        <w:t xml:space="preserve"> فى ذلك لا ي</w:t>
      </w:r>
      <w:r w:rsidR="00120F63" w:rsidRPr="00ED5DE8">
        <w:rPr>
          <w:rFonts w:hint="cs"/>
          <w:rtl/>
        </w:rPr>
        <w:t>ه</w:t>
      </w:r>
      <w:r>
        <w:rPr>
          <w:rtl/>
        </w:rPr>
        <w:t xml:space="preserve"> </w:t>
      </w:r>
      <w:r>
        <w:rPr>
          <w:rFonts w:hint="cs"/>
          <w:rtl/>
        </w:rPr>
        <w:t>لقوم</w:t>
      </w:r>
      <w:r>
        <w:rPr>
          <w:rtl/>
        </w:rPr>
        <w:t xml:space="preserve"> </w:t>
      </w:r>
      <w:r>
        <w:rPr>
          <w:rFonts w:hint="cs"/>
          <w:rtl/>
        </w:rPr>
        <w:t>ي</w:t>
      </w:r>
      <w:r>
        <w:rPr>
          <w:rtl/>
        </w:rPr>
        <w:t>عقلون</w:t>
      </w:r>
    </w:p>
    <w:p w:rsidR="001F628F" w:rsidRDefault="001F628F" w:rsidP="001F628F">
      <w:pPr>
        <w:pStyle w:val="libNormal"/>
        <w:rPr>
          <w:rtl/>
        </w:rPr>
      </w:pPr>
      <w:r>
        <w:rPr>
          <w:rtl/>
        </w:rPr>
        <w:t>10_ طبيعت اور قدرت الہيہ كے آثار كى شناخت كے ليے تعقل و خردمندى كے ذريعہ انسان كى تشويق كرنا چاہيے_</w:t>
      </w:r>
    </w:p>
    <w:p w:rsidR="001F628F" w:rsidRDefault="001F628F" w:rsidP="00EE080F">
      <w:pPr>
        <w:pStyle w:val="libArabic"/>
        <w:rPr>
          <w:rtl/>
        </w:rPr>
      </w:pPr>
      <w:r>
        <w:rPr>
          <w:rFonts w:hint="eastAsia"/>
          <w:rtl/>
        </w:rPr>
        <w:t>ومن</w:t>
      </w:r>
      <w:r>
        <w:rPr>
          <w:rtl/>
        </w:rPr>
        <w:t xml:space="preserve"> ثمرات النخيل ...ان فى ذلك لا ية لقوم يعقلون</w:t>
      </w:r>
    </w:p>
    <w:p w:rsidR="001F628F" w:rsidRDefault="001F628F" w:rsidP="001F628F">
      <w:pPr>
        <w:pStyle w:val="libNormal"/>
        <w:rPr>
          <w:rtl/>
        </w:rPr>
      </w:pPr>
      <w:r>
        <w:rPr>
          <w:rFonts w:hint="eastAsia"/>
          <w:rtl/>
        </w:rPr>
        <w:t>مذكورہ</w:t>
      </w:r>
      <w:r>
        <w:rPr>
          <w:rtl/>
        </w:rPr>
        <w:t xml:space="preserve"> تفسير اس نكتہ كو ملحوظ خاطر ركھتے ہوتے ہے كہ آيت شريفہ كا لحن اور انداز تشويق اور ترغيب دلانے كے ساتھ سازگار ہے_</w:t>
      </w:r>
    </w:p>
    <w:p w:rsidR="001F628F" w:rsidRDefault="001F628F" w:rsidP="001F628F">
      <w:pPr>
        <w:pStyle w:val="libNormal"/>
        <w:rPr>
          <w:rtl/>
        </w:rPr>
      </w:pPr>
      <w:r>
        <w:rPr>
          <w:rtl/>
        </w:rPr>
        <w:t>11_ تعقل اور خردمندى ، حقائق كى صيحح شناخت كا ذريعہ</w:t>
      </w:r>
    </w:p>
    <w:p w:rsidR="00EE080F" w:rsidRDefault="001E7F9D" w:rsidP="00F73EDE">
      <w:pPr>
        <w:pStyle w:val="libPoemTini"/>
        <w:rPr>
          <w:rtl/>
        </w:rPr>
      </w:pPr>
      <w:r>
        <w:rPr>
          <w:rtl/>
        </w:rPr>
        <w:cr/>
      </w:r>
      <w:r>
        <w:rPr>
          <w:rtl/>
        </w:rPr>
        <w:br w:type="page"/>
      </w:r>
    </w:p>
    <w:p w:rsidR="001F628F" w:rsidRDefault="001F628F" w:rsidP="00EE080F">
      <w:pPr>
        <w:pStyle w:val="libNormal"/>
        <w:rPr>
          <w:rtl/>
        </w:rPr>
      </w:pPr>
      <w:r>
        <w:rPr>
          <w:rFonts w:hint="eastAsia"/>
          <w:rtl/>
        </w:rPr>
        <w:lastRenderedPageBreak/>
        <w:t>ہے</w:t>
      </w:r>
      <w:r>
        <w:rPr>
          <w:rtl/>
        </w:rPr>
        <w:t>_</w:t>
      </w:r>
      <w:r w:rsidRPr="00EE080F">
        <w:rPr>
          <w:rStyle w:val="libArabicChar"/>
          <w:rFonts w:hint="eastAsia"/>
          <w:rtl/>
        </w:rPr>
        <w:t>انّ</w:t>
      </w:r>
      <w:r w:rsidRPr="00EE080F">
        <w:rPr>
          <w:rStyle w:val="libArabicChar"/>
          <w:rtl/>
        </w:rPr>
        <w:t xml:space="preserve"> فى ذلك لاية لقوم يعقلون</w:t>
      </w:r>
    </w:p>
    <w:p w:rsidR="001F628F" w:rsidRDefault="001F628F" w:rsidP="001F628F">
      <w:pPr>
        <w:pStyle w:val="libNormal"/>
        <w:rPr>
          <w:rtl/>
        </w:rPr>
      </w:pPr>
      <w:r>
        <w:rPr>
          <w:rFonts w:hint="eastAsia"/>
          <w:rtl/>
        </w:rPr>
        <w:t>يہ</w:t>
      </w:r>
      <w:r>
        <w:rPr>
          <w:rtl/>
        </w:rPr>
        <w:t xml:space="preserve"> تفسير اس نكتہ كو مد نظر ركھتے ہوئے ہے كہ خداوند عالم نے طبيعت اور قدرت ربوبيت كے آثار كى شناخت كے سلسلہ مي</w:t>
      </w:r>
      <w:r w:rsidR="00083993">
        <w:rPr>
          <w:rtl/>
        </w:rPr>
        <w:t xml:space="preserve">ں </w:t>
      </w:r>
      <w:r>
        <w:rPr>
          <w:rtl/>
        </w:rPr>
        <w:t>انسان كوتعقل اور فہم كى دعوت اور تشويق دلائي ہے_</w:t>
      </w:r>
    </w:p>
    <w:p w:rsidR="001F628F" w:rsidRDefault="001F628F" w:rsidP="001F628F">
      <w:pPr>
        <w:pStyle w:val="libNormal"/>
        <w:rPr>
          <w:rtl/>
        </w:rPr>
      </w:pPr>
      <w:r>
        <w:rPr>
          <w:rtl/>
        </w:rPr>
        <w:t xml:space="preserve">12_ </w:t>
      </w:r>
      <w:r w:rsidRPr="00EE080F">
        <w:rPr>
          <w:rStyle w:val="libArabicChar"/>
          <w:rtl/>
        </w:rPr>
        <w:t>''عن ابى عبداللّ</w:t>
      </w:r>
      <w:r w:rsidR="00120F63" w:rsidRPr="00B2551F">
        <w:rPr>
          <w:rStyle w:val="libArabicChar"/>
          <w:rFonts w:hint="cs"/>
          <w:rtl/>
        </w:rPr>
        <w:t>ه</w:t>
      </w:r>
      <w:r w:rsidRPr="00EE080F">
        <w:rPr>
          <w:rStyle w:val="libArabicChar"/>
          <w:rtl/>
        </w:rPr>
        <w:t xml:space="preserve"> </w:t>
      </w:r>
      <w:r w:rsidR="00367F17" w:rsidRPr="00367F17">
        <w:rPr>
          <w:rStyle w:val="libAlaemChar"/>
          <w:rtl/>
        </w:rPr>
        <w:t xml:space="preserve"> عليه‌السلام </w:t>
      </w:r>
      <w:r w:rsidRPr="00EE080F">
        <w:rPr>
          <w:rStyle w:val="libArabicChar"/>
          <w:rtl/>
        </w:rPr>
        <w:t xml:space="preserve"> </w:t>
      </w:r>
      <w:r w:rsidRPr="00EE080F">
        <w:rPr>
          <w:rStyle w:val="libArabicChar"/>
          <w:rFonts w:hint="cs"/>
          <w:rtl/>
        </w:rPr>
        <w:t>قال</w:t>
      </w:r>
      <w:r w:rsidRPr="00EE080F">
        <w:rPr>
          <w:rStyle w:val="libArabicChar"/>
          <w:rtl/>
        </w:rPr>
        <w:t xml:space="preserve"> ...</w:t>
      </w:r>
      <w:r w:rsidRPr="00EE080F">
        <w:rPr>
          <w:rStyle w:val="libArabicChar"/>
          <w:rFonts w:hint="cs"/>
          <w:rtl/>
        </w:rPr>
        <w:t>قد</w:t>
      </w:r>
      <w:r w:rsidRPr="00EE080F">
        <w:rPr>
          <w:rStyle w:val="libArabicChar"/>
          <w:rtl/>
        </w:rPr>
        <w:t xml:space="preserve"> </w:t>
      </w:r>
      <w:r w:rsidRPr="00EE080F">
        <w:rPr>
          <w:rStyle w:val="libArabicChar"/>
          <w:rFonts w:hint="cs"/>
          <w:rtl/>
        </w:rPr>
        <w:t>انزل</w:t>
      </w:r>
      <w:r w:rsidRPr="00EE080F">
        <w:rPr>
          <w:rStyle w:val="libArabicChar"/>
          <w:rtl/>
        </w:rPr>
        <w:t xml:space="preserve"> </w:t>
      </w:r>
      <w:r w:rsidRPr="00EE080F">
        <w:rPr>
          <w:rStyle w:val="libArabicChar"/>
          <w:rFonts w:hint="cs"/>
          <w:rtl/>
        </w:rPr>
        <w:t>اللّ</w:t>
      </w:r>
      <w:r w:rsidR="00120F63" w:rsidRPr="00B2551F">
        <w:rPr>
          <w:rStyle w:val="libArabicChar"/>
          <w:rFonts w:hint="cs"/>
          <w:rtl/>
        </w:rPr>
        <w:t>ه</w:t>
      </w:r>
      <w:r w:rsidRPr="00EE080F">
        <w:rPr>
          <w:rStyle w:val="libArabicChar"/>
          <w:rtl/>
        </w:rPr>
        <w:t xml:space="preserve"> ...''</w:t>
      </w:r>
      <w:r w:rsidRPr="00EE080F">
        <w:rPr>
          <w:rStyle w:val="libArabicChar"/>
          <w:rFonts w:hint="cs"/>
          <w:rtl/>
        </w:rPr>
        <w:t>ومن</w:t>
      </w:r>
      <w:r w:rsidRPr="00EE080F">
        <w:rPr>
          <w:rStyle w:val="libArabicChar"/>
          <w:rtl/>
        </w:rPr>
        <w:t xml:space="preserve"> </w:t>
      </w:r>
      <w:r w:rsidRPr="00EE080F">
        <w:rPr>
          <w:rStyle w:val="libArabicChar"/>
          <w:rFonts w:hint="cs"/>
          <w:rtl/>
        </w:rPr>
        <w:t>ثمرات</w:t>
      </w:r>
      <w:r w:rsidRPr="00EE080F">
        <w:rPr>
          <w:rStyle w:val="libArabicChar"/>
          <w:rtl/>
        </w:rPr>
        <w:t xml:space="preserve"> </w:t>
      </w:r>
      <w:r w:rsidRPr="00EE080F">
        <w:rPr>
          <w:rStyle w:val="libArabicChar"/>
          <w:rFonts w:hint="cs"/>
          <w:rtl/>
        </w:rPr>
        <w:t>النخيل</w:t>
      </w:r>
      <w:r w:rsidRPr="00EE080F">
        <w:rPr>
          <w:rStyle w:val="libArabicChar"/>
          <w:rtl/>
        </w:rPr>
        <w:t xml:space="preserve"> </w:t>
      </w:r>
      <w:r w:rsidRPr="00EE080F">
        <w:rPr>
          <w:rStyle w:val="libArabicChar"/>
          <w:rFonts w:hint="cs"/>
          <w:rtl/>
        </w:rPr>
        <w:t>و</w:t>
      </w:r>
      <w:r w:rsidRPr="00EE080F">
        <w:rPr>
          <w:rStyle w:val="libArabicChar"/>
          <w:rtl/>
        </w:rPr>
        <w:t xml:space="preserve"> </w:t>
      </w:r>
      <w:r w:rsidRPr="00EE080F">
        <w:rPr>
          <w:rStyle w:val="libArabicChar"/>
          <w:rFonts w:hint="cs"/>
          <w:rtl/>
        </w:rPr>
        <w:t>الاعناب</w:t>
      </w:r>
      <w:r w:rsidRPr="00EE080F">
        <w:rPr>
          <w:rStyle w:val="libArabicChar"/>
          <w:rtl/>
        </w:rPr>
        <w:t xml:space="preserve"> </w:t>
      </w:r>
      <w:r w:rsidRPr="00EE080F">
        <w:rPr>
          <w:rStyle w:val="libArabicChar"/>
          <w:rFonts w:hint="cs"/>
          <w:rtl/>
        </w:rPr>
        <w:t>تتخذون</w:t>
      </w:r>
      <w:r w:rsidRPr="00EE080F">
        <w:rPr>
          <w:rStyle w:val="libArabicChar"/>
          <w:rtl/>
        </w:rPr>
        <w:t xml:space="preserve"> من</w:t>
      </w:r>
      <w:r w:rsidR="00120F63" w:rsidRPr="00B2551F">
        <w:rPr>
          <w:rStyle w:val="libArabicChar"/>
          <w:rFonts w:hint="cs"/>
          <w:rtl/>
        </w:rPr>
        <w:t>ه</w:t>
      </w:r>
      <w:r w:rsidRPr="00EE080F">
        <w:rPr>
          <w:rStyle w:val="libArabicChar"/>
          <w:rtl/>
        </w:rPr>
        <w:t xml:space="preserve"> </w:t>
      </w:r>
      <w:r w:rsidRPr="00EE080F">
        <w:rPr>
          <w:rStyle w:val="libArabicChar"/>
          <w:rFonts w:hint="cs"/>
          <w:rtl/>
        </w:rPr>
        <w:t>سكراً</w:t>
      </w:r>
      <w:r w:rsidRPr="00EE080F">
        <w:rPr>
          <w:rStyle w:val="libArabicChar"/>
          <w:rtl/>
        </w:rPr>
        <w:t xml:space="preserve"> </w:t>
      </w:r>
      <w:r w:rsidRPr="00EE080F">
        <w:rPr>
          <w:rStyle w:val="libArabicChar"/>
          <w:rFonts w:hint="cs"/>
          <w:rtl/>
        </w:rPr>
        <w:t>ورزقاً</w:t>
      </w:r>
      <w:r w:rsidRPr="00EE080F">
        <w:rPr>
          <w:rStyle w:val="libArabicChar"/>
          <w:rtl/>
        </w:rPr>
        <w:t xml:space="preserve"> </w:t>
      </w:r>
      <w:r w:rsidRPr="00EE080F">
        <w:rPr>
          <w:rStyle w:val="libArabicChar"/>
          <w:rFonts w:hint="cs"/>
          <w:rtl/>
        </w:rPr>
        <w:t>حسناً</w:t>
      </w:r>
      <w:r w:rsidRPr="00EE080F">
        <w:rPr>
          <w:rStyle w:val="libArabicChar"/>
          <w:rtl/>
        </w:rPr>
        <w:t xml:space="preserve"> ''</w:t>
      </w:r>
      <w:r w:rsidRPr="00EE080F">
        <w:rPr>
          <w:rStyle w:val="libArabicChar"/>
          <w:rFonts w:hint="cs"/>
          <w:rtl/>
        </w:rPr>
        <w:t>فكان</w:t>
      </w:r>
      <w:r w:rsidRPr="00EE080F">
        <w:rPr>
          <w:rStyle w:val="libArabicChar"/>
          <w:rtl/>
        </w:rPr>
        <w:t xml:space="preserve"> </w:t>
      </w:r>
      <w:r w:rsidRPr="00EE080F">
        <w:rPr>
          <w:rStyle w:val="libArabicChar"/>
          <w:rFonts w:hint="cs"/>
          <w:rtl/>
        </w:rPr>
        <w:t>المسلمون</w:t>
      </w:r>
      <w:r w:rsidRPr="00EE080F">
        <w:rPr>
          <w:rStyle w:val="libArabicChar"/>
          <w:rtl/>
        </w:rPr>
        <w:t xml:space="preserve"> </w:t>
      </w:r>
      <w:r w:rsidRPr="00EE080F">
        <w:rPr>
          <w:rStyle w:val="libArabicChar"/>
          <w:rFonts w:hint="cs"/>
          <w:rtl/>
        </w:rPr>
        <w:t>بذلك</w:t>
      </w:r>
      <w:r w:rsidRPr="00EE080F">
        <w:rPr>
          <w:rStyle w:val="libArabicChar"/>
          <w:rtl/>
        </w:rPr>
        <w:t xml:space="preserve"> </w:t>
      </w:r>
      <w:r w:rsidRPr="00EE080F">
        <w:rPr>
          <w:rStyle w:val="libArabicChar"/>
          <w:rFonts w:hint="cs"/>
          <w:rtl/>
        </w:rPr>
        <w:t>ثم</w:t>
      </w:r>
      <w:r w:rsidRPr="00EE080F">
        <w:rPr>
          <w:rStyle w:val="libArabicChar"/>
          <w:rtl/>
        </w:rPr>
        <w:t xml:space="preserve"> </w:t>
      </w:r>
      <w:r w:rsidRPr="00EE080F">
        <w:rPr>
          <w:rStyle w:val="libArabicChar"/>
          <w:rFonts w:hint="cs"/>
          <w:rtl/>
        </w:rPr>
        <w:t>انزل</w:t>
      </w:r>
      <w:r w:rsidRPr="00EE080F">
        <w:rPr>
          <w:rStyle w:val="libArabicChar"/>
          <w:rtl/>
        </w:rPr>
        <w:t xml:space="preserve"> </w:t>
      </w:r>
      <w:r w:rsidRPr="00EE080F">
        <w:rPr>
          <w:rStyle w:val="libArabicChar"/>
          <w:rFonts w:hint="cs"/>
          <w:rtl/>
        </w:rPr>
        <w:t>اللّ</w:t>
      </w:r>
      <w:r w:rsidR="00120F63" w:rsidRPr="00B2551F">
        <w:rPr>
          <w:rStyle w:val="libArabicChar"/>
          <w:rFonts w:hint="cs"/>
          <w:rtl/>
        </w:rPr>
        <w:t>ه</w:t>
      </w:r>
      <w:r w:rsidRPr="00EE080F">
        <w:rPr>
          <w:rStyle w:val="libArabicChar"/>
          <w:rtl/>
        </w:rPr>
        <w:t xml:space="preserve"> </w:t>
      </w:r>
      <w:r w:rsidRPr="00EE080F">
        <w:rPr>
          <w:rStyle w:val="libArabicChar"/>
          <w:rFonts w:hint="cs"/>
          <w:rtl/>
        </w:rPr>
        <w:t>آية</w:t>
      </w:r>
      <w:r w:rsidRPr="00EE080F">
        <w:rPr>
          <w:rStyle w:val="libArabicChar"/>
          <w:rtl/>
        </w:rPr>
        <w:t xml:space="preserve"> </w:t>
      </w:r>
      <w:r w:rsidRPr="00EE080F">
        <w:rPr>
          <w:rStyle w:val="libArabicChar"/>
          <w:rFonts w:hint="cs"/>
          <w:rtl/>
        </w:rPr>
        <w:t>التحريم</w:t>
      </w:r>
      <w:r w:rsidRPr="00EE080F">
        <w:rPr>
          <w:rStyle w:val="libArabicChar"/>
          <w:rtl/>
        </w:rPr>
        <w:t xml:space="preserve"> </w:t>
      </w:r>
      <w:r w:rsidR="00120F63" w:rsidRPr="00B2551F">
        <w:rPr>
          <w:rStyle w:val="libArabicChar"/>
          <w:rFonts w:hint="cs"/>
          <w:rtl/>
        </w:rPr>
        <w:t>ه</w:t>
      </w:r>
      <w:r w:rsidRPr="00EE080F">
        <w:rPr>
          <w:rStyle w:val="libArabicChar"/>
          <w:rFonts w:hint="cs"/>
          <w:rtl/>
        </w:rPr>
        <w:t>ذ</w:t>
      </w:r>
      <w:r w:rsidR="00120F63" w:rsidRPr="00B2551F">
        <w:rPr>
          <w:rStyle w:val="libArabicChar"/>
          <w:rFonts w:hint="cs"/>
          <w:rtl/>
        </w:rPr>
        <w:t>ه</w:t>
      </w:r>
      <w:r w:rsidRPr="00EE080F">
        <w:rPr>
          <w:rStyle w:val="libArabicChar"/>
          <w:rtl/>
        </w:rPr>
        <w:t xml:space="preserve"> </w:t>
      </w:r>
      <w:r w:rsidRPr="00EE080F">
        <w:rPr>
          <w:rStyle w:val="libArabicChar"/>
          <w:rFonts w:hint="cs"/>
          <w:rtl/>
        </w:rPr>
        <w:t>الآية</w:t>
      </w:r>
      <w:r w:rsidRPr="00EE080F">
        <w:rPr>
          <w:rStyle w:val="libArabicChar"/>
          <w:rtl/>
        </w:rPr>
        <w:t>:''</w:t>
      </w:r>
      <w:r w:rsidRPr="00EE080F">
        <w:rPr>
          <w:rStyle w:val="libArabicChar"/>
          <w:rFonts w:hint="cs"/>
          <w:rtl/>
        </w:rPr>
        <w:t>انّما</w:t>
      </w:r>
      <w:r w:rsidRPr="00EE080F">
        <w:rPr>
          <w:rStyle w:val="libArabicChar"/>
          <w:rtl/>
        </w:rPr>
        <w:t xml:space="preserve"> </w:t>
      </w:r>
      <w:r w:rsidRPr="00EE080F">
        <w:rPr>
          <w:rStyle w:val="libArabicChar"/>
          <w:rFonts w:hint="cs"/>
          <w:rtl/>
        </w:rPr>
        <w:t>الخمر</w:t>
      </w:r>
      <w:r w:rsidRPr="00EE080F">
        <w:rPr>
          <w:rStyle w:val="libArabicChar"/>
          <w:rtl/>
        </w:rPr>
        <w:t xml:space="preserve"> </w:t>
      </w:r>
      <w:r w:rsidRPr="00EE080F">
        <w:rPr>
          <w:rStyle w:val="libArabicChar"/>
          <w:rFonts w:hint="cs"/>
          <w:rtl/>
        </w:rPr>
        <w:t>والميسر</w:t>
      </w:r>
      <w:r w:rsidRPr="00EE080F">
        <w:rPr>
          <w:rStyle w:val="libArabicChar"/>
          <w:rtl/>
        </w:rPr>
        <w:t xml:space="preserve"> </w:t>
      </w:r>
      <w:r w:rsidRPr="00EE080F">
        <w:rPr>
          <w:rStyle w:val="libArabicChar"/>
          <w:rFonts w:hint="cs"/>
          <w:rtl/>
        </w:rPr>
        <w:t>والانصاب</w:t>
      </w:r>
      <w:r w:rsidRPr="00EE080F">
        <w:rPr>
          <w:rStyle w:val="libArabicChar"/>
          <w:rtl/>
        </w:rPr>
        <w:t xml:space="preserve"> ... </w:t>
      </w:r>
      <w:r w:rsidRPr="00EE080F">
        <w:rPr>
          <w:rStyle w:val="libArabicChar"/>
          <w:rFonts w:hint="cs"/>
          <w:rtl/>
        </w:rPr>
        <w:t>فاجتنبوا</w:t>
      </w:r>
      <w:r w:rsidRPr="00EE080F">
        <w:rPr>
          <w:rStyle w:val="libArabicChar"/>
          <w:rtl/>
        </w:rPr>
        <w:t xml:space="preserve"> ...'' </w:t>
      </w:r>
      <w:r w:rsidRPr="00EE080F">
        <w:rPr>
          <w:rStyle w:val="libArabicChar"/>
          <w:rFonts w:hint="cs"/>
          <w:rtl/>
        </w:rPr>
        <w:t>ف</w:t>
      </w:r>
      <w:r w:rsidR="00120F63" w:rsidRPr="00B2551F">
        <w:rPr>
          <w:rStyle w:val="libArabicChar"/>
          <w:rFonts w:hint="cs"/>
          <w:rtl/>
        </w:rPr>
        <w:t>ه</w:t>
      </w:r>
      <w:r w:rsidRPr="00EE080F">
        <w:rPr>
          <w:rStyle w:val="libArabicChar"/>
          <w:rFonts w:hint="cs"/>
          <w:rtl/>
        </w:rPr>
        <w:t>ذ</w:t>
      </w:r>
      <w:r w:rsidR="00120F63" w:rsidRPr="00B2551F">
        <w:rPr>
          <w:rStyle w:val="libArabicChar"/>
          <w:rFonts w:hint="cs"/>
          <w:rtl/>
        </w:rPr>
        <w:t>ه</w:t>
      </w:r>
      <w:r w:rsidRPr="00EE080F">
        <w:rPr>
          <w:rStyle w:val="libArabicChar"/>
          <w:rtl/>
        </w:rPr>
        <w:t xml:space="preserve"> </w:t>
      </w:r>
      <w:r w:rsidRPr="00EE080F">
        <w:rPr>
          <w:rStyle w:val="libArabicChar"/>
          <w:rFonts w:hint="cs"/>
          <w:rtl/>
        </w:rPr>
        <w:t>آية</w:t>
      </w:r>
      <w:r w:rsidRPr="00EE080F">
        <w:rPr>
          <w:rStyle w:val="libArabicChar"/>
          <w:rtl/>
        </w:rPr>
        <w:t xml:space="preserve"> </w:t>
      </w:r>
      <w:r w:rsidRPr="00EE080F">
        <w:rPr>
          <w:rStyle w:val="libArabicChar"/>
          <w:rFonts w:hint="cs"/>
          <w:rtl/>
        </w:rPr>
        <w:t>التحريم</w:t>
      </w:r>
      <w:r w:rsidRPr="00EE080F">
        <w:rPr>
          <w:rStyle w:val="libArabicChar"/>
          <w:rtl/>
        </w:rPr>
        <w:t xml:space="preserve"> </w:t>
      </w:r>
      <w:r w:rsidRPr="00EE080F">
        <w:rPr>
          <w:rStyle w:val="libArabicChar"/>
          <w:rFonts w:hint="cs"/>
          <w:rtl/>
        </w:rPr>
        <w:t>و</w:t>
      </w:r>
      <w:r w:rsidR="00120F63" w:rsidRPr="00B2551F">
        <w:rPr>
          <w:rStyle w:val="libArabicChar"/>
          <w:rFonts w:hint="cs"/>
          <w:rtl/>
        </w:rPr>
        <w:t>ه</w:t>
      </w:r>
      <w:r w:rsidRPr="00EE080F">
        <w:rPr>
          <w:rStyle w:val="libArabicChar"/>
          <w:rFonts w:hint="cs"/>
          <w:rtl/>
        </w:rPr>
        <w:t>ى</w:t>
      </w:r>
      <w:r w:rsidRPr="00EE080F">
        <w:rPr>
          <w:rStyle w:val="libArabicChar"/>
          <w:rtl/>
        </w:rPr>
        <w:t xml:space="preserve"> </w:t>
      </w:r>
      <w:r w:rsidRPr="00EE080F">
        <w:rPr>
          <w:rStyle w:val="libArabicChar"/>
          <w:rFonts w:hint="cs"/>
          <w:rtl/>
        </w:rPr>
        <w:t>نسخت</w:t>
      </w:r>
      <w:r w:rsidRPr="00EE080F">
        <w:rPr>
          <w:rStyle w:val="libArabicChar"/>
          <w:rtl/>
        </w:rPr>
        <w:t xml:space="preserve"> </w:t>
      </w:r>
      <w:r w:rsidRPr="00EE080F">
        <w:rPr>
          <w:rStyle w:val="libArabicChar"/>
          <w:rFonts w:hint="cs"/>
          <w:rtl/>
        </w:rPr>
        <w:t>الآية</w:t>
      </w:r>
      <w:r w:rsidRPr="00EE080F">
        <w:rPr>
          <w:rStyle w:val="libArabicChar"/>
          <w:rtl/>
        </w:rPr>
        <w:t xml:space="preserve"> </w:t>
      </w:r>
      <w:r w:rsidRPr="00EE080F">
        <w:rPr>
          <w:rStyle w:val="libArabicChar"/>
          <w:rFonts w:hint="cs"/>
          <w:rtl/>
        </w:rPr>
        <w:t>ال</w:t>
      </w:r>
      <w:r w:rsidRPr="00EE080F">
        <w:rPr>
          <w:rStyle w:val="libArabicChar"/>
          <w:rtl/>
        </w:rPr>
        <w:t>اخري''</w:t>
      </w:r>
      <w:r w:rsidRPr="00EE080F">
        <w:rPr>
          <w:rStyle w:val="libFootnotenumChar"/>
          <w:rtl/>
        </w:rPr>
        <w:t>(1)</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رويات نقل ہوئي ہے كہ آپ </w:t>
      </w:r>
      <w:r w:rsidR="00367F17" w:rsidRPr="00367F17">
        <w:rPr>
          <w:rStyle w:val="libAlaemChar"/>
          <w:rtl/>
        </w:rPr>
        <w:t xml:space="preserve"> عليه‌السلام </w:t>
      </w:r>
      <w:r>
        <w:rPr>
          <w:rtl/>
        </w:rPr>
        <w:t xml:space="preserve"> نے فرمايا كہ بے شك خداوند عالم نے ( يہ آيت) نازل فرمائي ہے </w:t>
      </w:r>
      <w:r w:rsidRPr="00EE080F">
        <w:rPr>
          <w:rStyle w:val="libArabicChar"/>
          <w:rtl/>
        </w:rPr>
        <w:t>''ومن ثمرات النخيل والاعناب تتخذون من</w:t>
      </w:r>
      <w:r w:rsidR="00120F63" w:rsidRPr="00B2551F">
        <w:rPr>
          <w:rStyle w:val="libArabicChar"/>
          <w:rFonts w:hint="cs"/>
          <w:rtl/>
        </w:rPr>
        <w:t>ه</w:t>
      </w:r>
      <w:r w:rsidRPr="00EE080F">
        <w:rPr>
          <w:rStyle w:val="libArabicChar"/>
          <w:rtl/>
        </w:rPr>
        <w:t xml:space="preserve"> </w:t>
      </w:r>
      <w:r w:rsidRPr="00EE080F">
        <w:rPr>
          <w:rStyle w:val="libArabicChar"/>
          <w:rFonts w:hint="cs"/>
          <w:rtl/>
        </w:rPr>
        <w:t>سكراً</w:t>
      </w:r>
      <w:r w:rsidRPr="00EE080F">
        <w:rPr>
          <w:rStyle w:val="libArabicChar"/>
          <w:rtl/>
        </w:rPr>
        <w:t xml:space="preserve"> </w:t>
      </w:r>
      <w:r w:rsidRPr="00EE080F">
        <w:rPr>
          <w:rStyle w:val="libArabicChar"/>
          <w:rFonts w:hint="cs"/>
          <w:rtl/>
        </w:rPr>
        <w:t>ورزقاً</w:t>
      </w:r>
      <w:r w:rsidRPr="00EE080F">
        <w:rPr>
          <w:rStyle w:val="libArabicChar"/>
          <w:rtl/>
        </w:rPr>
        <w:t xml:space="preserve"> </w:t>
      </w:r>
      <w:r w:rsidRPr="00EE080F">
        <w:rPr>
          <w:rStyle w:val="libArabicChar"/>
          <w:rFonts w:hint="cs"/>
          <w:rtl/>
        </w:rPr>
        <w:t>حسناً</w:t>
      </w:r>
      <w:r w:rsidRPr="00EE080F">
        <w:rPr>
          <w:rStyle w:val="libArabicChar"/>
          <w:rtl/>
        </w:rPr>
        <w:t>''</w:t>
      </w:r>
      <w:r>
        <w:rPr>
          <w:rtl/>
        </w:rPr>
        <w:t xml:space="preserve"> لہذا مسلمان اس طرح ( شراب بنانا اور اس كو پينا) عمل كرتے تھے پھر خداوند عالم نے شراب كى تحريم كے سلسلہ مي</w:t>
      </w:r>
      <w:r w:rsidR="00083993">
        <w:rPr>
          <w:rtl/>
        </w:rPr>
        <w:t xml:space="preserve">ں </w:t>
      </w:r>
      <w:r>
        <w:rPr>
          <w:rtl/>
        </w:rPr>
        <w:t xml:space="preserve">يہ آيت نازل فرمائي </w:t>
      </w:r>
      <w:r w:rsidRPr="00CD2824">
        <w:rPr>
          <w:rStyle w:val="libArabicChar"/>
          <w:rtl/>
        </w:rPr>
        <w:t>''انمّا الخمر والمسير والا نصاب</w:t>
      </w:r>
      <w:r>
        <w:rPr>
          <w:rtl/>
        </w:rPr>
        <w:t xml:space="preserve"> ...</w:t>
      </w:r>
      <w:r w:rsidRPr="00CD2824">
        <w:rPr>
          <w:rStyle w:val="libArabicChar"/>
          <w:rtl/>
        </w:rPr>
        <w:t>فاجتنبوا ...</w:t>
      </w:r>
      <w:r>
        <w:rPr>
          <w:rtl/>
        </w:rPr>
        <w:t>''پس يہ آيت تحريم اور آيت دوسرى آيت كو نسخ كررہى ہے_</w:t>
      </w:r>
    </w:p>
    <w:p w:rsidR="001F628F" w:rsidRDefault="001F628F" w:rsidP="00CD2824">
      <w:pPr>
        <w:pStyle w:val="libNormal"/>
        <w:rPr>
          <w:rtl/>
        </w:rPr>
      </w:pPr>
      <w:r>
        <w:rPr>
          <w:rFonts w:hint="eastAsia"/>
          <w:rtl/>
        </w:rPr>
        <w:t>اللّہ</w:t>
      </w:r>
      <w:r>
        <w:rPr>
          <w:rtl/>
        </w:rPr>
        <w:t xml:space="preserve"> تعالى :</w:t>
      </w:r>
      <w:r>
        <w:rPr>
          <w:rFonts w:hint="eastAsia"/>
          <w:rtl/>
        </w:rPr>
        <w:t>الله</w:t>
      </w:r>
      <w:r>
        <w:rPr>
          <w:rtl/>
        </w:rPr>
        <w:t xml:space="preserve"> تعالى كى ربوبيت كى نشانيا</w:t>
      </w:r>
      <w:r w:rsidR="00083993">
        <w:rPr>
          <w:rtl/>
        </w:rPr>
        <w:t xml:space="preserve">ں </w:t>
      </w:r>
      <w:r>
        <w:rPr>
          <w:rtl/>
        </w:rPr>
        <w:t>8; الله تعالى كى قدرت كى نشانيا</w:t>
      </w:r>
      <w:r w:rsidR="00083993">
        <w:rPr>
          <w:rtl/>
        </w:rPr>
        <w:t xml:space="preserve">ں </w:t>
      </w:r>
      <w:r>
        <w:rPr>
          <w:rtl/>
        </w:rPr>
        <w:t>8; الله تعالى كے افعال1</w:t>
      </w:r>
    </w:p>
    <w:p w:rsidR="001F628F" w:rsidRDefault="001F628F" w:rsidP="00CD2824">
      <w:pPr>
        <w:pStyle w:val="libNormal"/>
        <w:rPr>
          <w:rtl/>
        </w:rPr>
      </w:pPr>
      <w:r>
        <w:rPr>
          <w:rFonts w:hint="eastAsia"/>
          <w:rtl/>
        </w:rPr>
        <w:t>آيات</w:t>
      </w:r>
      <w:r>
        <w:rPr>
          <w:rtl/>
        </w:rPr>
        <w:t xml:space="preserve"> خدا:</w:t>
      </w:r>
      <w:r>
        <w:rPr>
          <w:rFonts w:hint="eastAsia"/>
          <w:rtl/>
        </w:rPr>
        <w:t>آيات</w:t>
      </w:r>
      <w:r>
        <w:rPr>
          <w:rtl/>
        </w:rPr>
        <w:t xml:space="preserve"> آفاقى كو درك كرنے كى تشويق10; آيات خدا سے استفادہ كرنے كے شرائط 9; آيات خدا كو درك كرنے كے شرائط 9; الله تعالى كى آفاقى آيات 8</w:t>
      </w:r>
    </w:p>
    <w:p w:rsidR="001F628F" w:rsidRDefault="001F628F" w:rsidP="00CD2824">
      <w:pPr>
        <w:pStyle w:val="libNormal"/>
        <w:rPr>
          <w:rtl/>
        </w:rPr>
      </w:pPr>
      <w:r>
        <w:rPr>
          <w:rFonts w:hint="eastAsia"/>
          <w:rtl/>
        </w:rPr>
        <w:t>احكام</w:t>
      </w:r>
      <w:r>
        <w:rPr>
          <w:rtl/>
        </w:rPr>
        <w:t>:</w:t>
      </w:r>
      <w:r>
        <w:rPr>
          <w:rFonts w:hint="eastAsia"/>
          <w:rtl/>
        </w:rPr>
        <w:t>احكام</w:t>
      </w:r>
      <w:r>
        <w:rPr>
          <w:rtl/>
        </w:rPr>
        <w:t xml:space="preserve"> كا تدريجى ہونا 12</w:t>
      </w:r>
    </w:p>
    <w:p w:rsidR="001F628F" w:rsidRDefault="001F628F" w:rsidP="00CD2824">
      <w:pPr>
        <w:pStyle w:val="libNormal"/>
        <w:rPr>
          <w:rtl/>
        </w:rPr>
      </w:pPr>
      <w:r>
        <w:rPr>
          <w:rFonts w:hint="eastAsia"/>
          <w:rtl/>
        </w:rPr>
        <w:t>انگور</w:t>
      </w:r>
      <w:r>
        <w:rPr>
          <w:rtl/>
        </w:rPr>
        <w:t>:</w:t>
      </w:r>
      <w:r>
        <w:rPr>
          <w:rFonts w:hint="eastAsia"/>
          <w:rtl/>
        </w:rPr>
        <w:t>آب</w:t>
      </w:r>
      <w:r>
        <w:rPr>
          <w:rtl/>
        </w:rPr>
        <w:t xml:space="preserve"> انگور 1; انگور كا آيات الہى سے ہونا8; انگور كى محصولات 2،5،8; انگور كى محصولات كا متنوع ہونا 3;: انگور كے درخت سے عبرت 2;انگور كے درخت كے فوائد3; انگور كے فوائد1،7</w:t>
      </w:r>
    </w:p>
    <w:p w:rsidR="001F628F" w:rsidRDefault="001F628F" w:rsidP="00CD2824">
      <w:pPr>
        <w:pStyle w:val="libNormal"/>
        <w:rPr>
          <w:rtl/>
        </w:rPr>
      </w:pPr>
      <w:r>
        <w:rPr>
          <w:rFonts w:hint="eastAsia"/>
          <w:rtl/>
        </w:rPr>
        <w:t>تعقل</w:t>
      </w:r>
      <w:r>
        <w:rPr>
          <w:rtl/>
        </w:rPr>
        <w:t>:</w:t>
      </w:r>
      <w:r>
        <w:rPr>
          <w:rFonts w:hint="eastAsia"/>
          <w:rtl/>
        </w:rPr>
        <w:t>تعقل</w:t>
      </w:r>
      <w:r>
        <w:rPr>
          <w:rtl/>
        </w:rPr>
        <w:t xml:space="preserve"> كے آثار 9،10،11</w:t>
      </w:r>
    </w:p>
    <w:p w:rsidR="001F628F" w:rsidRDefault="001F628F" w:rsidP="001F628F">
      <w:pPr>
        <w:pStyle w:val="libNormal"/>
        <w:rPr>
          <w:rtl/>
        </w:rPr>
      </w:pPr>
      <w:r>
        <w:rPr>
          <w:rFonts w:hint="eastAsia"/>
          <w:rtl/>
        </w:rPr>
        <w:t>روايت</w:t>
      </w:r>
      <w:r>
        <w:rPr>
          <w:rtl/>
        </w:rPr>
        <w:t>:12</w:t>
      </w:r>
    </w:p>
    <w:p w:rsidR="001F628F" w:rsidRDefault="001F628F" w:rsidP="00CD2824">
      <w:pPr>
        <w:pStyle w:val="libNormal"/>
        <w:rPr>
          <w:rtl/>
        </w:rPr>
      </w:pPr>
      <w:r>
        <w:rPr>
          <w:rFonts w:hint="eastAsia"/>
          <w:rtl/>
        </w:rPr>
        <w:t>روزي</w:t>
      </w:r>
      <w:r>
        <w:rPr>
          <w:rtl/>
        </w:rPr>
        <w:t>:</w:t>
      </w:r>
      <w:r>
        <w:rPr>
          <w:rFonts w:hint="eastAsia"/>
          <w:rtl/>
        </w:rPr>
        <w:t>پسنديدہ</w:t>
      </w:r>
      <w:r>
        <w:rPr>
          <w:rtl/>
        </w:rPr>
        <w:t xml:space="preserve"> روزي5</w:t>
      </w:r>
    </w:p>
    <w:p w:rsidR="001F628F" w:rsidRDefault="001F628F" w:rsidP="00CD2824">
      <w:pPr>
        <w:pStyle w:val="libNormal"/>
        <w:rPr>
          <w:rtl/>
        </w:rPr>
      </w:pPr>
      <w:r>
        <w:rPr>
          <w:rFonts w:hint="eastAsia"/>
          <w:rtl/>
        </w:rPr>
        <w:t>شناخت</w:t>
      </w:r>
      <w:r>
        <w:rPr>
          <w:rtl/>
        </w:rPr>
        <w:t>:</w:t>
      </w:r>
      <w:r>
        <w:rPr>
          <w:rFonts w:hint="eastAsia"/>
          <w:rtl/>
        </w:rPr>
        <w:t>شناخت</w:t>
      </w:r>
      <w:r>
        <w:rPr>
          <w:rtl/>
        </w:rPr>
        <w:t xml:space="preserve"> كے وسائل 11</w:t>
      </w:r>
    </w:p>
    <w:p w:rsidR="001F628F" w:rsidRDefault="00B84D3B" w:rsidP="00B84D3B">
      <w:pPr>
        <w:pStyle w:val="libLine"/>
        <w:rPr>
          <w:rtl/>
        </w:rPr>
      </w:pPr>
      <w:r>
        <w:rPr>
          <w:rtl/>
        </w:rPr>
        <w:t>____________________</w:t>
      </w:r>
    </w:p>
    <w:p w:rsidR="001F628F" w:rsidRDefault="001F628F" w:rsidP="00CD2824">
      <w:pPr>
        <w:pStyle w:val="libFootnote"/>
        <w:rPr>
          <w:rtl/>
        </w:rPr>
      </w:pPr>
      <w:r>
        <w:rPr>
          <w:rtl/>
        </w:rPr>
        <w:t>1) تفسير عياشى ج4، ص 263، ح 40 ; نور الثقلين، ج3، ص63، ح6 12_</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شراب</w:t>
      </w:r>
      <w:r>
        <w:rPr>
          <w:rtl/>
        </w:rPr>
        <w:t>:</w:t>
      </w:r>
      <w:r>
        <w:rPr>
          <w:rFonts w:hint="eastAsia"/>
          <w:rtl/>
        </w:rPr>
        <w:t>انگور</w:t>
      </w:r>
      <w:r>
        <w:rPr>
          <w:rtl/>
        </w:rPr>
        <w:t xml:space="preserve"> سے شراب كا تيار ہونا 4; شراب كا شرعى طور پر حرام ہونا 12; شراب كو آمادہ كرنے كى تاريخ 4; شراب كے احكام12;صدر اسلام مي</w:t>
      </w:r>
      <w:r w:rsidR="00083993">
        <w:rPr>
          <w:rtl/>
        </w:rPr>
        <w:t xml:space="preserve">ں </w:t>
      </w:r>
      <w:r>
        <w:rPr>
          <w:rtl/>
        </w:rPr>
        <w:t>شراب4; كھجور سے شراب كا تيار ہونا 4</w:t>
      </w:r>
    </w:p>
    <w:p w:rsidR="001F628F" w:rsidRDefault="001F628F" w:rsidP="00CD2824">
      <w:pPr>
        <w:pStyle w:val="libNormal"/>
        <w:rPr>
          <w:rtl/>
        </w:rPr>
      </w:pPr>
      <w:r>
        <w:rPr>
          <w:rFonts w:hint="eastAsia"/>
          <w:rtl/>
        </w:rPr>
        <w:t>طبيعت</w:t>
      </w:r>
      <w:r>
        <w:rPr>
          <w:rtl/>
        </w:rPr>
        <w:t>:</w:t>
      </w:r>
      <w:r>
        <w:rPr>
          <w:rFonts w:hint="eastAsia"/>
          <w:rtl/>
        </w:rPr>
        <w:t>طبيعت</w:t>
      </w:r>
      <w:r>
        <w:rPr>
          <w:rtl/>
        </w:rPr>
        <w:t xml:space="preserve"> شناسى كى تشويق10</w:t>
      </w:r>
    </w:p>
    <w:p w:rsidR="001F628F" w:rsidRDefault="001F628F" w:rsidP="00CD2824">
      <w:pPr>
        <w:pStyle w:val="libNormal"/>
        <w:rPr>
          <w:rtl/>
        </w:rPr>
      </w:pPr>
      <w:r>
        <w:rPr>
          <w:rFonts w:hint="eastAsia"/>
          <w:rtl/>
        </w:rPr>
        <w:t>عقلمند</w:t>
      </w:r>
      <w:r>
        <w:rPr>
          <w:rtl/>
        </w:rPr>
        <w:t>:</w:t>
      </w:r>
      <w:r>
        <w:rPr>
          <w:rFonts w:hint="eastAsia"/>
          <w:rtl/>
        </w:rPr>
        <w:t>عقلمند</w:t>
      </w:r>
      <w:r>
        <w:rPr>
          <w:rtl/>
        </w:rPr>
        <w:t xml:space="preserve"> اور آيات الہي8</w:t>
      </w:r>
    </w:p>
    <w:p w:rsidR="001F628F" w:rsidRDefault="001F628F" w:rsidP="00CD2824">
      <w:pPr>
        <w:pStyle w:val="libNormal"/>
        <w:rPr>
          <w:rtl/>
        </w:rPr>
      </w:pPr>
      <w:r>
        <w:rPr>
          <w:rFonts w:hint="eastAsia"/>
          <w:rtl/>
        </w:rPr>
        <w:t>عبرت</w:t>
      </w:r>
      <w:r>
        <w:rPr>
          <w:rtl/>
        </w:rPr>
        <w:t>:</w:t>
      </w:r>
      <w:r>
        <w:rPr>
          <w:rFonts w:hint="eastAsia"/>
          <w:rtl/>
        </w:rPr>
        <w:t>عبرت</w:t>
      </w:r>
      <w:r>
        <w:rPr>
          <w:rtl/>
        </w:rPr>
        <w:t xml:space="preserve"> كے اسباب2</w:t>
      </w:r>
    </w:p>
    <w:p w:rsidR="001F628F" w:rsidRDefault="001F628F" w:rsidP="00CD2824">
      <w:pPr>
        <w:pStyle w:val="libNormal"/>
        <w:rPr>
          <w:rtl/>
        </w:rPr>
      </w:pPr>
      <w:r>
        <w:rPr>
          <w:rFonts w:hint="eastAsia"/>
          <w:rtl/>
        </w:rPr>
        <w:t>قرآن</w:t>
      </w:r>
      <w:r>
        <w:rPr>
          <w:rtl/>
        </w:rPr>
        <w:t>:</w:t>
      </w:r>
      <w:r>
        <w:rPr>
          <w:rFonts w:hint="eastAsia"/>
          <w:rtl/>
        </w:rPr>
        <w:t>قرآن</w:t>
      </w:r>
      <w:r>
        <w:rPr>
          <w:rtl/>
        </w:rPr>
        <w:t xml:space="preserve"> كى منسوخ آيات 12</w:t>
      </w:r>
    </w:p>
    <w:p w:rsidR="001F628F" w:rsidRDefault="001F628F" w:rsidP="00CD2824">
      <w:pPr>
        <w:pStyle w:val="libNormal"/>
        <w:rPr>
          <w:rtl/>
        </w:rPr>
      </w:pPr>
      <w:r>
        <w:rPr>
          <w:rFonts w:hint="eastAsia"/>
          <w:rtl/>
        </w:rPr>
        <w:t>كھانے</w:t>
      </w:r>
      <w:r>
        <w:rPr>
          <w:rtl/>
        </w:rPr>
        <w:t xml:space="preserve"> كى اشيائ:</w:t>
      </w:r>
      <w:r>
        <w:rPr>
          <w:rFonts w:hint="eastAsia"/>
          <w:rtl/>
        </w:rPr>
        <w:t>كھانے</w:t>
      </w:r>
      <w:r>
        <w:rPr>
          <w:rtl/>
        </w:rPr>
        <w:t xml:space="preserve"> كى بہترين اشياء 7; كھانے كى صحيح و سالم</w:t>
      </w:r>
    </w:p>
    <w:p w:rsidR="001F628F" w:rsidRDefault="001F628F" w:rsidP="001F628F">
      <w:pPr>
        <w:pStyle w:val="libNormal"/>
        <w:rPr>
          <w:rtl/>
        </w:rPr>
      </w:pPr>
      <w:r>
        <w:rPr>
          <w:rFonts w:hint="eastAsia"/>
          <w:rtl/>
        </w:rPr>
        <w:t>اشياء</w:t>
      </w:r>
      <w:r>
        <w:rPr>
          <w:rtl/>
        </w:rPr>
        <w:t xml:space="preserve"> 7</w:t>
      </w:r>
    </w:p>
    <w:p w:rsidR="001F628F" w:rsidRDefault="001F628F" w:rsidP="00CD2824">
      <w:pPr>
        <w:pStyle w:val="libNormal"/>
        <w:rPr>
          <w:rtl/>
        </w:rPr>
      </w:pPr>
      <w:r>
        <w:rPr>
          <w:rFonts w:hint="eastAsia"/>
          <w:rtl/>
        </w:rPr>
        <w:t>كھجور</w:t>
      </w:r>
      <w:r>
        <w:rPr>
          <w:rtl/>
        </w:rPr>
        <w:t>:</w:t>
      </w:r>
      <w:r>
        <w:rPr>
          <w:rFonts w:hint="eastAsia"/>
          <w:rtl/>
        </w:rPr>
        <w:t>كھجوركا</w:t>
      </w:r>
      <w:r>
        <w:rPr>
          <w:rtl/>
        </w:rPr>
        <w:t xml:space="preserve"> آيات الہى سے ہونا 8; كھجور كى محصولات 2،5،8;كھجوركى محصولات كا متنوع ہونا 3; كھجوركے فوائد 1،7</w:t>
      </w:r>
    </w:p>
    <w:p w:rsidR="001F628F" w:rsidRDefault="001F628F" w:rsidP="00CD2824">
      <w:pPr>
        <w:pStyle w:val="libNormal"/>
        <w:rPr>
          <w:rtl/>
        </w:rPr>
      </w:pPr>
      <w:r>
        <w:rPr>
          <w:rFonts w:hint="eastAsia"/>
          <w:rtl/>
        </w:rPr>
        <w:t>كھجوركا</w:t>
      </w:r>
      <w:r>
        <w:rPr>
          <w:rtl/>
        </w:rPr>
        <w:t xml:space="preserve"> درخت:</w:t>
      </w:r>
      <w:r>
        <w:rPr>
          <w:rFonts w:hint="eastAsia"/>
          <w:rtl/>
        </w:rPr>
        <w:t>كھجور</w:t>
      </w:r>
      <w:r>
        <w:rPr>
          <w:rtl/>
        </w:rPr>
        <w:t xml:space="preserve"> كے درخت سے عبرت 2; كھجور كے درخت كے فوائد3</w:t>
      </w:r>
    </w:p>
    <w:p w:rsidR="001F628F" w:rsidRDefault="001F628F" w:rsidP="00CD2824">
      <w:pPr>
        <w:pStyle w:val="libNormal"/>
        <w:rPr>
          <w:rtl/>
        </w:rPr>
      </w:pPr>
      <w:r>
        <w:rPr>
          <w:rFonts w:hint="eastAsia"/>
          <w:rtl/>
        </w:rPr>
        <w:t>مائع</w:t>
      </w:r>
      <w:r>
        <w:rPr>
          <w:rtl/>
        </w:rPr>
        <w:t xml:space="preserve"> جات:</w:t>
      </w:r>
      <w:r>
        <w:rPr>
          <w:rFonts w:hint="eastAsia"/>
          <w:rtl/>
        </w:rPr>
        <w:t>بہترين</w:t>
      </w:r>
      <w:r>
        <w:rPr>
          <w:rtl/>
        </w:rPr>
        <w:t xml:space="preserve"> مائع جات 7; سالم مائع جات7</w:t>
      </w:r>
    </w:p>
    <w:p w:rsidR="001F628F" w:rsidRDefault="001F628F" w:rsidP="001F628F">
      <w:pPr>
        <w:pStyle w:val="libNormal"/>
        <w:rPr>
          <w:rtl/>
        </w:rPr>
      </w:pPr>
      <w:r>
        <w:rPr>
          <w:rFonts w:hint="eastAsia"/>
          <w:rtl/>
        </w:rPr>
        <w:t>محرمات</w:t>
      </w:r>
      <w:r>
        <w:rPr>
          <w:rtl/>
        </w:rPr>
        <w:t>;12</w:t>
      </w:r>
    </w:p>
    <w:p w:rsidR="001F628F" w:rsidRDefault="001F628F" w:rsidP="00CD2824">
      <w:pPr>
        <w:pStyle w:val="libNormal"/>
        <w:rPr>
          <w:rtl/>
        </w:rPr>
      </w:pPr>
      <w:r>
        <w:rPr>
          <w:rFonts w:hint="eastAsia"/>
          <w:rtl/>
        </w:rPr>
        <w:t>مسكرات</w:t>
      </w:r>
      <w:r>
        <w:rPr>
          <w:rtl/>
        </w:rPr>
        <w:t>:</w:t>
      </w:r>
      <w:r>
        <w:rPr>
          <w:rFonts w:hint="eastAsia"/>
          <w:rtl/>
        </w:rPr>
        <w:t>مسكرات</w:t>
      </w:r>
      <w:r>
        <w:rPr>
          <w:rtl/>
        </w:rPr>
        <w:t xml:space="preserve"> كا ناپسنديدہ ہونا 5; مسكرات كے خلاف جہاد كى روش6</w:t>
      </w:r>
    </w:p>
    <w:p w:rsidR="001F628F" w:rsidRDefault="00CD2824" w:rsidP="00CD2824">
      <w:pPr>
        <w:pStyle w:val="Heading2Center"/>
        <w:rPr>
          <w:rtl/>
        </w:rPr>
      </w:pPr>
      <w:bookmarkStart w:id="214" w:name="_Toc28081892"/>
      <w:r>
        <w:rPr>
          <w:rFonts w:hint="cs"/>
          <w:rtl/>
        </w:rPr>
        <w:t>آیت 68</w:t>
      </w:r>
      <w:bookmarkEnd w:id="214"/>
    </w:p>
    <w:p w:rsidR="001F628F" w:rsidRDefault="00E260F9" w:rsidP="00CD2824">
      <w:pPr>
        <w:pStyle w:val="libNormal"/>
        <w:rPr>
          <w:rtl/>
        </w:rPr>
      </w:pPr>
      <w:r w:rsidRPr="00E260F9">
        <w:rPr>
          <w:rStyle w:val="libAlaemChar"/>
          <w:rFonts w:hint="eastAsia"/>
          <w:rtl/>
        </w:rPr>
        <w:t>(</w:t>
      </w:r>
      <w:r w:rsidRPr="00CD2824">
        <w:rPr>
          <w:rStyle w:val="libAieChar"/>
          <w:rFonts w:hint="eastAsia"/>
          <w:rtl/>
        </w:rPr>
        <w:t>وَأَوْحَى</w:t>
      </w:r>
      <w:r w:rsidRPr="00CD2824">
        <w:rPr>
          <w:rStyle w:val="libAieChar"/>
          <w:rtl/>
        </w:rPr>
        <w:t xml:space="preserve"> رَبُّكَ إِلَى النَّحْلِ أَنِ اتَّخِذِي مِنَ الْجِبَالِ بُيُوتاً وَمِنَ الشَّجَرِ وَمِمَّا يَعْرِشُونَ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تمھارے پروردگار نے شہد كى مكھى كو اشارہ ديا كہ پہاڑو</w:t>
      </w:r>
      <w:r w:rsidR="00083993">
        <w:rPr>
          <w:rtl/>
        </w:rPr>
        <w:t xml:space="preserve">ں </w:t>
      </w:r>
      <w:r>
        <w:rPr>
          <w:rtl/>
        </w:rPr>
        <w:t>اور درختو</w:t>
      </w:r>
      <w:r w:rsidR="00083993">
        <w:rPr>
          <w:rtl/>
        </w:rPr>
        <w:t xml:space="preserve">ں </w:t>
      </w:r>
      <w:r>
        <w:rPr>
          <w:rtl/>
        </w:rPr>
        <w:t>اور گھرو</w:t>
      </w:r>
      <w:r w:rsidR="00083993">
        <w:rPr>
          <w:rtl/>
        </w:rPr>
        <w:t xml:space="preserve">ں </w:t>
      </w:r>
      <w:r>
        <w:rPr>
          <w:rtl/>
        </w:rPr>
        <w:t>كى بلنديو</w:t>
      </w:r>
      <w:r w:rsidR="00083993">
        <w:rPr>
          <w:rtl/>
        </w:rPr>
        <w:t xml:space="preserve">ں </w:t>
      </w:r>
      <w:r>
        <w:rPr>
          <w:rtl/>
        </w:rPr>
        <w:t>مي</w:t>
      </w:r>
      <w:r w:rsidR="00083993">
        <w:rPr>
          <w:rtl/>
        </w:rPr>
        <w:t xml:space="preserve">ں </w:t>
      </w:r>
      <w:r>
        <w:rPr>
          <w:rtl/>
        </w:rPr>
        <w:t>اپنے گھر بنائے _</w:t>
      </w:r>
    </w:p>
    <w:p w:rsidR="001F628F" w:rsidRDefault="001F628F" w:rsidP="001F628F">
      <w:pPr>
        <w:pStyle w:val="libNormal"/>
        <w:rPr>
          <w:rtl/>
        </w:rPr>
      </w:pPr>
      <w:r>
        <w:rPr>
          <w:rtl/>
        </w:rPr>
        <w:t>1_ شہد كى مكھيو</w:t>
      </w:r>
      <w:r w:rsidR="00083993">
        <w:rPr>
          <w:rtl/>
        </w:rPr>
        <w:t xml:space="preserve">ں </w:t>
      </w:r>
      <w:r>
        <w:rPr>
          <w:rtl/>
        </w:rPr>
        <w:t>كا الہى الہام كے ذريعہ پہاڑو</w:t>
      </w:r>
      <w:r w:rsidR="00083993">
        <w:rPr>
          <w:rtl/>
        </w:rPr>
        <w:t xml:space="preserve">ں </w:t>
      </w:r>
      <w:r>
        <w:rPr>
          <w:rtl/>
        </w:rPr>
        <w:t>، درختو</w:t>
      </w:r>
      <w:r w:rsidR="00083993">
        <w:rPr>
          <w:rtl/>
        </w:rPr>
        <w:t xml:space="preserve">ں </w:t>
      </w:r>
      <w:r>
        <w:rPr>
          <w:rtl/>
        </w:rPr>
        <w:t>،گھرو</w:t>
      </w:r>
      <w:r w:rsidR="00083993">
        <w:rPr>
          <w:rtl/>
        </w:rPr>
        <w:t xml:space="preserve">ں </w:t>
      </w:r>
      <w:r>
        <w:rPr>
          <w:rtl/>
        </w:rPr>
        <w:t>كى بلنديو</w:t>
      </w:r>
      <w:r w:rsidR="00083993">
        <w:rPr>
          <w:rtl/>
        </w:rPr>
        <w:t xml:space="preserve">ں </w:t>
      </w:r>
      <w:r>
        <w:rPr>
          <w:rtl/>
        </w:rPr>
        <w:t>اور سائبانو</w:t>
      </w:r>
      <w:r w:rsidR="00083993">
        <w:rPr>
          <w:rtl/>
        </w:rPr>
        <w:t xml:space="preserve">ں </w:t>
      </w:r>
      <w:r>
        <w:rPr>
          <w:rtl/>
        </w:rPr>
        <w:t>مي</w:t>
      </w:r>
      <w:r w:rsidR="00083993">
        <w:rPr>
          <w:rtl/>
        </w:rPr>
        <w:t xml:space="preserve">ں </w:t>
      </w:r>
      <w:r>
        <w:rPr>
          <w:rtl/>
        </w:rPr>
        <w:t>گھر</w:t>
      </w:r>
    </w:p>
    <w:p w:rsidR="00CD2824" w:rsidRDefault="001E7F9D" w:rsidP="00F73EDE">
      <w:pPr>
        <w:pStyle w:val="libPoemTini"/>
        <w:rPr>
          <w:rtl/>
        </w:rPr>
      </w:pPr>
      <w:r>
        <w:rPr>
          <w:rtl/>
        </w:rPr>
        <w:cr/>
      </w:r>
      <w:r>
        <w:rPr>
          <w:rtl/>
        </w:rPr>
        <w:br w:type="page"/>
      </w:r>
    </w:p>
    <w:p w:rsidR="001F628F" w:rsidRDefault="001F628F" w:rsidP="00CD2824">
      <w:pPr>
        <w:pStyle w:val="libNormal"/>
        <w:rPr>
          <w:rtl/>
        </w:rPr>
      </w:pPr>
      <w:r>
        <w:rPr>
          <w:rFonts w:hint="eastAsia"/>
          <w:rtl/>
        </w:rPr>
        <w:lastRenderedPageBreak/>
        <w:t>كا</w:t>
      </w:r>
      <w:r>
        <w:rPr>
          <w:rtl/>
        </w:rPr>
        <w:t xml:space="preserve"> انتخاب كرنا_</w:t>
      </w:r>
      <w:r w:rsidRPr="00CD2824">
        <w:rPr>
          <w:rStyle w:val="libArabicChar"/>
          <w:rFonts w:hint="eastAsia"/>
          <w:rtl/>
        </w:rPr>
        <w:t>واوحى</w:t>
      </w:r>
      <w:r w:rsidRPr="00CD2824">
        <w:rPr>
          <w:rStyle w:val="libArabicChar"/>
          <w:rtl/>
        </w:rPr>
        <w:t xml:space="preserve"> ربّك النحل ان اتخذى من الجبال بيوتاً ومن الشجر وممّا يعرشون</w:t>
      </w:r>
    </w:p>
    <w:p w:rsidR="001F628F" w:rsidRDefault="001F628F" w:rsidP="00CD2824">
      <w:pPr>
        <w:pStyle w:val="libNormal"/>
        <w:rPr>
          <w:rtl/>
        </w:rPr>
      </w:pPr>
      <w:r>
        <w:rPr>
          <w:rtl/>
        </w:rPr>
        <w:t>2_ شہد كى مكھيو</w:t>
      </w:r>
      <w:r w:rsidR="00083993">
        <w:rPr>
          <w:rtl/>
        </w:rPr>
        <w:t xml:space="preserve">ں </w:t>
      </w:r>
      <w:r>
        <w:rPr>
          <w:rtl/>
        </w:rPr>
        <w:t>كو خداوند عالم كا الہام اور انہي</w:t>
      </w:r>
      <w:r w:rsidR="00083993">
        <w:rPr>
          <w:rtl/>
        </w:rPr>
        <w:t xml:space="preserve">ں </w:t>
      </w:r>
      <w:r>
        <w:rPr>
          <w:rtl/>
        </w:rPr>
        <w:t>اپنے ليے مناسب گھر بنانے كى ہدايت كرنا ، اس كى ربوبيت كا تقاضا ہے_</w:t>
      </w:r>
      <w:r w:rsidRPr="00CD2824">
        <w:rPr>
          <w:rStyle w:val="libArabicChar"/>
          <w:rFonts w:hint="eastAsia"/>
          <w:rtl/>
        </w:rPr>
        <w:t>واوحى</w:t>
      </w:r>
      <w:r w:rsidRPr="00CD2824">
        <w:rPr>
          <w:rStyle w:val="libArabicChar"/>
          <w:rtl/>
        </w:rPr>
        <w:t xml:space="preserve"> ربّك الى النحل ...وممّا يعرشون</w:t>
      </w:r>
    </w:p>
    <w:p w:rsidR="001F628F" w:rsidRDefault="001F628F" w:rsidP="001F628F">
      <w:pPr>
        <w:pStyle w:val="libNormal"/>
        <w:rPr>
          <w:rtl/>
        </w:rPr>
      </w:pPr>
      <w:r>
        <w:rPr>
          <w:rtl/>
        </w:rPr>
        <w:t>3_ شہد كى مكھيو</w:t>
      </w:r>
      <w:r w:rsidR="00083993">
        <w:rPr>
          <w:rtl/>
        </w:rPr>
        <w:t xml:space="preserve">ں </w:t>
      </w:r>
      <w:r>
        <w:rPr>
          <w:rtl/>
        </w:rPr>
        <w:t>مي</w:t>
      </w:r>
      <w:r w:rsidR="00083993">
        <w:rPr>
          <w:rtl/>
        </w:rPr>
        <w:t xml:space="preserve">ں </w:t>
      </w:r>
      <w:r>
        <w:rPr>
          <w:rtl/>
        </w:rPr>
        <w:t>ايك قسم كا شعور اور وحى و الہى الہام دريافت كرنے كى صلاحيت موجود ہے_</w:t>
      </w:r>
    </w:p>
    <w:p w:rsidR="001F628F" w:rsidRDefault="001F628F" w:rsidP="00CD2824">
      <w:pPr>
        <w:pStyle w:val="libArabic"/>
        <w:rPr>
          <w:rtl/>
        </w:rPr>
      </w:pPr>
      <w:r>
        <w:rPr>
          <w:rFonts w:hint="eastAsia"/>
          <w:rtl/>
        </w:rPr>
        <w:t>واوحى</w:t>
      </w:r>
      <w:r>
        <w:rPr>
          <w:rtl/>
        </w:rPr>
        <w:t xml:space="preserve"> ربّك الى النحل</w:t>
      </w:r>
    </w:p>
    <w:p w:rsidR="001F628F" w:rsidRDefault="001F628F" w:rsidP="00CD2824">
      <w:pPr>
        <w:pStyle w:val="libNormal"/>
        <w:rPr>
          <w:rtl/>
        </w:rPr>
      </w:pPr>
      <w:r>
        <w:rPr>
          <w:rtl/>
        </w:rPr>
        <w:t>4_ شہد كى مكھيو</w:t>
      </w:r>
      <w:r w:rsidR="00083993">
        <w:rPr>
          <w:rtl/>
        </w:rPr>
        <w:t xml:space="preserve">ں </w:t>
      </w:r>
      <w:r>
        <w:rPr>
          <w:rtl/>
        </w:rPr>
        <w:t>كى زندگى كے ليے پہاڑو</w:t>
      </w:r>
      <w:r w:rsidR="00083993">
        <w:rPr>
          <w:rtl/>
        </w:rPr>
        <w:t xml:space="preserve">ں </w:t>
      </w:r>
      <w:r>
        <w:rPr>
          <w:rtl/>
        </w:rPr>
        <w:t>كے دامن ، درختو</w:t>
      </w:r>
      <w:r w:rsidR="00083993">
        <w:rPr>
          <w:rtl/>
        </w:rPr>
        <w:t xml:space="preserve">ں </w:t>
      </w:r>
      <w:r>
        <w:rPr>
          <w:rtl/>
        </w:rPr>
        <w:t>، گھرو</w:t>
      </w:r>
      <w:r w:rsidR="00083993">
        <w:rPr>
          <w:rtl/>
        </w:rPr>
        <w:t xml:space="preserve">ں </w:t>
      </w:r>
      <w:r>
        <w:rPr>
          <w:rtl/>
        </w:rPr>
        <w:t>اور سائبانو</w:t>
      </w:r>
      <w:r w:rsidR="00083993">
        <w:rPr>
          <w:rtl/>
        </w:rPr>
        <w:t xml:space="preserve">ں </w:t>
      </w:r>
      <w:r>
        <w:rPr>
          <w:rtl/>
        </w:rPr>
        <w:t>كى بلندى طبيعى اور مناسب مقام ہے_</w:t>
      </w:r>
      <w:r w:rsidRPr="00CD2824">
        <w:rPr>
          <w:rStyle w:val="libArabicChar"/>
          <w:rFonts w:hint="eastAsia"/>
          <w:rtl/>
        </w:rPr>
        <w:t>واوحى</w:t>
      </w:r>
      <w:r w:rsidRPr="00CD2824">
        <w:rPr>
          <w:rStyle w:val="libArabicChar"/>
          <w:rtl/>
        </w:rPr>
        <w:t xml:space="preserve"> ربّك الى النحل ان اتخذى من الجبال بيوتاً ومن الشجر وممّا يعرشون</w:t>
      </w:r>
    </w:p>
    <w:p w:rsidR="001F628F" w:rsidRDefault="001F628F" w:rsidP="00CD2824">
      <w:pPr>
        <w:pStyle w:val="libNormal"/>
        <w:rPr>
          <w:rtl/>
        </w:rPr>
      </w:pPr>
      <w:r>
        <w:rPr>
          <w:rtl/>
        </w:rPr>
        <w:t>5_رات كے وقت شہد كى مكھيا</w:t>
      </w:r>
      <w:r w:rsidR="00083993">
        <w:rPr>
          <w:rtl/>
        </w:rPr>
        <w:t xml:space="preserve">ں </w:t>
      </w:r>
      <w:r>
        <w:rPr>
          <w:rtl/>
        </w:rPr>
        <w:t>، پہاڑو</w:t>
      </w:r>
      <w:r w:rsidR="00083993">
        <w:rPr>
          <w:rtl/>
        </w:rPr>
        <w:t xml:space="preserve">ں </w:t>
      </w:r>
      <w:r>
        <w:rPr>
          <w:rtl/>
        </w:rPr>
        <w:t>كے دامن درختو</w:t>
      </w:r>
      <w:r w:rsidR="00083993">
        <w:rPr>
          <w:rtl/>
        </w:rPr>
        <w:t xml:space="preserve">ں </w:t>
      </w:r>
      <w:r>
        <w:rPr>
          <w:rtl/>
        </w:rPr>
        <w:t>،مكانو</w:t>
      </w:r>
      <w:r w:rsidR="00083993">
        <w:rPr>
          <w:rtl/>
        </w:rPr>
        <w:t xml:space="preserve">ں </w:t>
      </w:r>
      <w:r>
        <w:rPr>
          <w:rtl/>
        </w:rPr>
        <w:t>اور سائبانو</w:t>
      </w:r>
      <w:r w:rsidR="00083993">
        <w:rPr>
          <w:rtl/>
        </w:rPr>
        <w:t xml:space="preserve">ں </w:t>
      </w:r>
      <w:r>
        <w:rPr>
          <w:rtl/>
        </w:rPr>
        <w:t>كى بلنديو</w:t>
      </w:r>
      <w:r w:rsidR="00083993">
        <w:rPr>
          <w:rtl/>
        </w:rPr>
        <w:t xml:space="preserve">ں </w:t>
      </w:r>
      <w:r>
        <w:rPr>
          <w:rtl/>
        </w:rPr>
        <w:t>پر استراحت كرتى اور انہي</w:t>
      </w:r>
      <w:r w:rsidR="00083993">
        <w:rPr>
          <w:rtl/>
        </w:rPr>
        <w:t xml:space="preserve">ں </w:t>
      </w:r>
      <w:r>
        <w:rPr>
          <w:rtl/>
        </w:rPr>
        <w:t>اپنى پناہ گاہ قرار ديتى ہي</w:t>
      </w:r>
      <w:r w:rsidR="00083993">
        <w:rPr>
          <w:rtl/>
        </w:rPr>
        <w:t xml:space="preserve">ں </w:t>
      </w:r>
      <w:r>
        <w:rPr>
          <w:rtl/>
        </w:rPr>
        <w:t>_</w:t>
      </w:r>
      <w:r w:rsidRPr="00CD2824">
        <w:rPr>
          <w:rStyle w:val="libArabicChar"/>
          <w:rFonts w:hint="eastAsia"/>
          <w:rtl/>
        </w:rPr>
        <w:t>وأوحى</w:t>
      </w:r>
      <w:r w:rsidRPr="00CD2824">
        <w:rPr>
          <w:rStyle w:val="libArabicChar"/>
          <w:rtl/>
        </w:rPr>
        <w:t xml:space="preserve"> ربّك الى النحل ان اتخذى من الجبال بيوتاً ومن الشجر وممّا يعرشون</w:t>
      </w:r>
    </w:p>
    <w:p w:rsidR="001F628F" w:rsidRDefault="001F628F" w:rsidP="001F628F">
      <w:pPr>
        <w:pStyle w:val="libNormal"/>
        <w:rPr>
          <w:rtl/>
        </w:rPr>
      </w:pPr>
      <w:r>
        <w:rPr>
          <w:rtl/>
        </w:rPr>
        <w:t>''بيت '' كا اصلى معنى رات كے وقت انسان كى پناہ گاہ ہے ( مفردات راغب ) شہد كى مكھى كے گھر كو ''بيت '' كا نام دينے كى وجہ ممكن ہے مذكورہ مطلب ہو_</w:t>
      </w:r>
    </w:p>
    <w:p w:rsidR="001F628F" w:rsidRDefault="001F628F" w:rsidP="001F628F">
      <w:pPr>
        <w:pStyle w:val="libNormal"/>
        <w:rPr>
          <w:rtl/>
        </w:rPr>
      </w:pPr>
      <w:r>
        <w:rPr>
          <w:rtl/>
        </w:rPr>
        <w:t xml:space="preserve">6_ </w:t>
      </w:r>
      <w:r w:rsidRPr="00CD2824">
        <w:rPr>
          <w:rStyle w:val="libArabicChar"/>
          <w:rtl/>
        </w:rPr>
        <w:t>محمد بن يوسف عن ابي</w:t>
      </w:r>
      <w:r w:rsidR="00120F63" w:rsidRPr="00B2551F">
        <w:rPr>
          <w:rStyle w:val="libArabicChar"/>
          <w:rFonts w:hint="cs"/>
          <w:rtl/>
        </w:rPr>
        <w:t>ه</w:t>
      </w:r>
      <w:r w:rsidRPr="00CD2824">
        <w:rPr>
          <w:rStyle w:val="libArabicChar"/>
          <w:rtl/>
        </w:rPr>
        <w:t xml:space="preserve"> </w:t>
      </w:r>
      <w:r w:rsidRPr="00CD2824">
        <w:rPr>
          <w:rStyle w:val="libArabicChar"/>
          <w:rFonts w:hint="cs"/>
          <w:rtl/>
        </w:rPr>
        <w:t>قال</w:t>
      </w:r>
      <w:r w:rsidRPr="00CD2824">
        <w:rPr>
          <w:rStyle w:val="libArabicChar"/>
          <w:rtl/>
        </w:rPr>
        <w:t xml:space="preserve"> : </w:t>
      </w:r>
      <w:r w:rsidRPr="00CD2824">
        <w:rPr>
          <w:rStyle w:val="libArabicChar"/>
          <w:rFonts w:hint="cs"/>
          <w:rtl/>
        </w:rPr>
        <w:t>سا</w:t>
      </w:r>
      <w:r w:rsidRPr="00CD2824">
        <w:rPr>
          <w:rStyle w:val="libArabicChar"/>
          <w:rtl/>
        </w:rPr>
        <w:t xml:space="preserve"> </w:t>
      </w:r>
      <w:r w:rsidRPr="00CD2824">
        <w:rPr>
          <w:rStyle w:val="libArabicChar"/>
          <w:rFonts w:hint="cs"/>
          <w:rtl/>
        </w:rPr>
        <w:t>لت</w:t>
      </w:r>
      <w:r w:rsidRPr="00CD2824">
        <w:rPr>
          <w:rStyle w:val="libArabicChar"/>
          <w:rtl/>
        </w:rPr>
        <w:t xml:space="preserve"> </w:t>
      </w:r>
      <w:r w:rsidRPr="00CD2824">
        <w:rPr>
          <w:rStyle w:val="libArabicChar"/>
          <w:rFonts w:hint="cs"/>
          <w:rtl/>
        </w:rPr>
        <w:t>ا</w:t>
      </w:r>
      <w:r w:rsidRPr="00CD2824">
        <w:rPr>
          <w:rStyle w:val="libArabicChar"/>
          <w:rtl/>
        </w:rPr>
        <w:t xml:space="preserve"> </w:t>
      </w:r>
      <w:r w:rsidRPr="00CD2824">
        <w:rPr>
          <w:rStyle w:val="libArabicChar"/>
          <w:rFonts w:hint="cs"/>
          <w:rtl/>
        </w:rPr>
        <w:t>با</w:t>
      </w:r>
      <w:r w:rsidRPr="00CD2824">
        <w:rPr>
          <w:rStyle w:val="libArabicChar"/>
          <w:rtl/>
        </w:rPr>
        <w:t xml:space="preserve"> </w:t>
      </w:r>
      <w:r w:rsidRPr="00CD2824">
        <w:rPr>
          <w:rStyle w:val="libArabicChar"/>
          <w:rFonts w:hint="cs"/>
          <w:rtl/>
        </w:rPr>
        <w:t>جعفر</w:t>
      </w:r>
      <w:r w:rsidRPr="00CD2824">
        <w:rPr>
          <w:rStyle w:val="libArabicChar"/>
          <w:rtl/>
        </w:rPr>
        <w:t xml:space="preserve"> </w:t>
      </w:r>
      <w:r w:rsidR="00367F17" w:rsidRPr="00367F17">
        <w:rPr>
          <w:rStyle w:val="libAlaemChar"/>
          <w:rtl/>
        </w:rPr>
        <w:t xml:space="preserve"> عليه‌السلام </w:t>
      </w:r>
      <w:r w:rsidRPr="00CD2824">
        <w:rPr>
          <w:rStyle w:val="libArabicChar"/>
          <w:rtl/>
        </w:rPr>
        <w:t xml:space="preserve"> </w:t>
      </w:r>
      <w:r w:rsidRPr="00CD2824">
        <w:rPr>
          <w:rStyle w:val="libArabicChar"/>
          <w:rFonts w:hint="cs"/>
          <w:rtl/>
        </w:rPr>
        <w:t>عن</w:t>
      </w:r>
      <w:r w:rsidRPr="00CD2824">
        <w:rPr>
          <w:rStyle w:val="libArabicChar"/>
          <w:rtl/>
        </w:rPr>
        <w:t xml:space="preserve"> </w:t>
      </w:r>
      <w:r w:rsidRPr="00CD2824">
        <w:rPr>
          <w:rStyle w:val="libArabicChar"/>
          <w:rFonts w:hint="cs"/>
          <w:rtl/>
        </w:rPr>
        <w:t>قول</w:t>
      </w:r>
      <w:r w:rsidRPr="00CD2824">
        <w:rPr>
          <w:rStyle w:val="libArabicChar"/>
          <w:rtl/>
        </w:rPr>
        <w:t xml:space="preserve"> </w:t>
      </w:r>
      <w:r w:rsidRPr="00CD2824">
        <w:rPr>
          <w:rStyle w:val="libArabicChar"/>
          <w:rFonts w:hint="cs"/>
          <w:rtl/>
        </w:rPr>
        <w:t>اللّ</w:t>
      </w:r>
      <w:r w:rsidR="00120F63" w:rsidRPr="00B2551F">
        <w:rPr>
          <w:rStyle w:val="libArabicChar"/>
          <w:rFonts w:hint="cs"/>
          <w:rtl/>
        </w:rPr>
        <w:t>ه</w:t>
      </w:r>
      <w:r w:rsidRPr="00CD2824">
        <w:rPr>
          <w:rStyle w:val="libArabicChar"/>
          <w:rtl/>
        </w:rPr>
        <w:t xml:space="preserve"> : ''</w:t>
      </w:r>
      <w:r w:rsidRPr="00CD2824">
        <w:rPr>
          <w:rStyle w:val="libArabicChar"/>
          <w:rFonts w:hint="cs"/>
          <w:rtl/>
        </w:rPr>
        <w:t>واوحى</w:t>
      </w:r>
      <w:r w:rsidRPr="00CD2824">
        <w:rPr>
          <w:rStyle w:val="libArabicChar"/>
          <w:rtl/>
        </w:rPr>
        <w:t xml:space="preserve"> </w:t>
      </w:r>
      <w:r w:rsidRPr="00CD2824">
        <w:rPr>
          <w:rStyle w:val="libArabicChar"/>
          <w:rFonts w:hint="cs"/>
          <w:rtl/>
        </w:rPr>
        <w:t>ربّك</w:t>
      </w:r>
      <w:r w:rsidRPr="00CD2824">
        <w:rPr>
          <w:rStyle w:val="libArabicChar"/>
          <w:rtl/>
        </w:rPr>
        <w:t xml:space="preserve"> </w:t>
      </w:r>
      <w:r w:rsidRPr="00CD2824">
        <w:rPr>
          <w:rStyle w:val="libArabicChar"/>
          <w:rFonts w:hint="cs"/>
          <w:rtl/>
        </w:rPr>
        <w:t>الى</w:t>
      </w:r>
      <w:r w:rsidRPr="00CD2824">
        <w:rPr>
          <w:rStyle w:val="libArabicChar"/>
          <w:rtl/>
        </w:rPr>
        <w:t xml:space="preserve"> </w:t>
      </w:r>
      <w:r w:rsidRPr="00CD2824">
        <w:rPr>
          <w:rStyle w:val="libArabicChar"/>
          <w:rFonts w:hint="cs"/>
          <w:rtl/>
        </w:rPr>
        <w:t>النحل</w:t>
      </w:r>
      <w:r w:rsidRPr="00CD2824">
        <w:rPr>
          <w:rStyle w:val="libArabicChar"/>
          <w:rtl/>
        </w:rPr>
        <w:t xml:space="preserve"> ''</w:t>
      </w:r>
      <w:r w:rsidRPr="00CD2824">
        <w:rPr>
          <w:rStyle w:val="libArabicChar"/>
          <w:rFonts w:hint="cs"/>
          <w:rtl/>
        </w:rPr>
        <w:t>قال</w:t>
      </w:r>
      <w:r w:rsidRPr="00CD2824">
        <w:rPr>
          <w:rStyle w:val="libArabicChar"/>
          <w:rtl/>
        </w:rPr>
        <w:t xml:space="preserve"> : </w:t>
      </w:r>
      <w:r w:rsidRPr="00CD2824">
        <w:rPr>
          <w:rStyle w:val="libArabicChar"/>
          <w:rFonts w:hint="cs"/>
          <w:rtl/>
        </w:rPr>
        <w:t>ال</w:t>
      </w:r>
      <w:r w:rsidR="00120F63" w:rsidRPr="00B2551F">
        <w:rPr>
          <w:rStyle w:val="libArabicChar"/>
          <w:rFonts w:hint="cs"/>
          <w:rtl/>
        </w:rPr>
        <w:t>ه</w:t>
      </w:r>
      <w:r w:rsidRPr="00CD2824">
        <w:rPr>
          <w:rStyle w:val="libArabicChar"/>
          <w:rFonts w:hint="cs"/>
          <w:rtl/>
        </w:rPr>
        <w:t>ام</w:t>
      </w:r>
      <w:r w:rsidRPr="00CD2824">
        <w:rPr>
          <w:rStyle w:val="libFootnotenumChar"/>
          <w:rtl/>
        </w:rPr>
        <w:t>(1)</w:t>
      </w:r>
    </w:p>
    <w:p w:rsidR="001F628F" w:rsidRDefault="001F628F" w:rsidP="001F628F">
      <w:pPr>
        <w:pStyle w:val="libNormal"/>
        <w:rPr>
          <w:rtl/>
        </w:rPr>
      </w:pPr>
      <w:r>
        <w:rPr>
          <w:rFonts w:hint="eastAsia"/>
          <w:rtl/>
        </w:rPr>
        <w:t>محمد</w:t>
      </w:r>
      <w:r>
        <w:rPr>
          <w:rtl/>
        </w:rPr>
        <w:t xml:space="preserve"> بن يوسف نے اپنے باپ سے نقل كيا ہے كہ وہ كہتے ہي</w:t>
      </w:r>
      <w:r w:rsidR="00083993">
        <w:rPr>
          <w:rtl/>
        </w:rPr>
        <w:t xml:space="preserve">ں </w:t>
      </w:r>
      <w:r>
        <w:rPr>
          <w:rtl/>
        </w:rPr>
        <w:t>كہ مي</w:t>
      </w:r>
      <w:r w:rsidR="00083993">
        <w:rPr>
          <w:rtl/>
        </w:rPr>
        <w:t xml:space="preserve">ں </w:t>
      </w:r>
      <w:r>
        <w:rPr>
          <w:rtl/>
        </w:rPr>
        <w:t>نے امام باقر</w:t>
      </w:r>
      <w:r w:rsidR="00367F17" w:rsidRPr="00367F17">
        <w:rPr>
          <w:rStyle w:val="libAlaemChar"/>
          <w:rtl/>
        </w:rPr>
        <w:t xml:space="preserve"> عليه‌السلام </w:t>
      </w:r>
      <w:r>
        <w:rPr>
          <w:rtl/>
        </w:rPr>
        <w:t xml:space="preserve"> سے خداوند عالم كے اس قول</w:t>
      </w:r>
      <w:r w:rsidRPr="00CD2824">
        <w:rPr>
          <w:rStyle w:val="libArabicChar"/>
          <w:rtl/>
        </w:rPr>
        <w:t xml:space="preserve">''واوحى ربّك الى النحل'' </w:t>
      </w:r>
      <w:r>
        <w:rPr>
          <w:rtl/>
        </w:rPr>
        <w:t>كے بارے مي</w:t>
      </w:r>
      <w:r w:rsidR="00083993">
        <w:rPr>
          <w:rtl/>
        </w:rPr>
        <w:t xml:space="preserve">ں </w:t>
      </w:r>
      <w:r>
        <w:rPr>
          <w:rtl/>
        </w:rPr>
        <w:t xml:space="preserve">سوال كيا تو حضرت </w:t>
      </w:r>
      <w:r w:rsidR="00367F17" w:rsidRPr="00367F17">
        <w:rPr>
          <w:rStyle w:val="libAlaemChar"/>
          <w:rtl/>
        </w:rPr>
        <w:t xml:space="preserve"> عليه‌السلام </w:t>
      </w:r>
      <w:r>
        <w:rPr>
          <w:rtl/>
        </w:rPr>
        <w:t xml:space="preserve"> نے فرمايا :اس آيت مي</w:t>
      </w:r>
      <w:r w:rsidR="00083993">
        <w:rPr>
          <w:rtl/>
        </w:rPr>
        <w:t xml:space="preserve">ں </w:t>
      </w:r>
      <w:r>
        <w:rPr>
          <w:rtl/>
        </w:rPr>
        <w:t>وحى كا معنى الہام ہے_</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كے آثار2</w:t>
      </w:r>
    </w:p>
    <w:p w:rsidR="001F628F" w:rsidRDefault="001F628F" w:rsidP="00CD2824">
      <w:pPr>
        <w:pStyle w:val="libNormal"/>
        <w:rPr>
          <w:rtl/>
        </w:rPr>
      </w:pPr>
      <w:r>
        <w:rPr>
          <w:rFonts w:hint="eastAsia"/>
          <w:rtl/>
        </w:rPr>
        <w:t>چھتا</w:t>
      </w:r>
      <w:r>
        <w:rPr>
          <w:rtl/>
        </w:rPr>
        <w:t xml:space="preserve"> بنانا:</w:t>
      </w:r>
      <w:r>
        <w:rPr>
          <w:rFonts w:hint="eastAsia"/>
          <w:rtl/>
        </w:rPr>
        <w:t>درختو</w:t>
      </w:r>
      <w:r w:rsidR="00083993">
        <w:rPr>
          <w:rFonts w:hint="eastAsia"/>
          <w:rtl/>
        </w:rPr>
        <w:t xml:space="preserve">ں </w:t>
      </w:r>
      <w:r>
        <w:rPr>
          <w:rtl/>
        </w:rPr>
        <w:t>كے اوپر چھتا بنانا4;سائبانو</w:t>
      </w:r>
      <w:r w:rsidR="00083993">
        <w:rPr>
          <w:rtl/>
        </w:rPr>
        <w:t xml:space="preserve">ں </w:t>
      </w:r>
      <w:r>
        <w:rPr>
          <w:rtl/>
        </w:rPr>
        <w:t>كے اوپر چھتابنانا4;گھرو</w:t>
      </w:r>
      <w:r w:rsidR="00083993">
        <w:rPr>
          <w:rtl/>
        </w:rPr>
        <w:t xml:space="preserve">ں </w:t>
      </w:r>
      <w:r>
        <w:rPr>
          <w:rtl/>
        </w:rPr>
        <w:t>كے اوپر چھتا بنانا4</w:t>
      </w:r>
    </w:p>
    <w:p w:rsidR="001F628F" w:rsidRDefault="001F628F" w:rsidP="001F628F">
      <w:pPr>
        <w:pStyle w:val="libNormal"/>
        <w:rPr>
          <w:rtl/>
        </w:rPr>
      </w:pPr>
      <w:r>
        <w:rPr>
          <w:rFonts w:hint="eastAsia"/>
          <w:rtl/>
        </w:rPr>
        <w:t>روايت</w:t>
      </w:r>
      <w:r>
        <w:rPr>
          <w:rtl/>
        </w:rPr>
        <w:t>:6</w:t>
      </w:r>
    </w:p>
    <w:p w:rsidR="001F628F" w:rsidRDefault="001F628F" w:rsidP="00CD2824">
      <w:pPr>
        <w:pStyle w:val="libNormal"/>
        <w:rPr>
          <w:rtl/>
        </w:rPr>
      </w:pPr>
      <w:r>
        <w:rPr>
          <w:rFonts w:hint="eastAsia"/>
          <w:rtl/>
        </w:rPr>
        <w:t>شہد</w:t>
      </w:r>
      <w:r>
        <w:rPr>
          <w:rtl/>
        </w:rPr>
        <w:t xml:space="preserve"> كى مكھي:</w:t>
      </w:r>
      <w:r>
        <w:rPr>
          <w:rFonts w:hint="eastAsia"/>
          <w:rtl/>
        </w:rPr>
        <w:t>شہد</w:t>
      </w:r>
      <w:r>
        <w:rPr>
          <w:rtl/>
        </w:rPr>
        <w:t xml:space="preserve"> كى مكھى رات كو 5; شہد كى مكھى كا چھتا بنانے كا سرچشمہ 1،2; شہد كى مكھى كاشعور3; شہد كى مكھى كو الہام 1،2،3،6; شہد كى مكھى كى استعداد3;شہد كى مكھى كى خصوصيات 3; شہد كى مكھى كى زندگى كرنے كا مكان 4; شہد كى مكھى كے استراحت كا زمانہ 5</w:t>
      </w:r>
    </w:p>
    <w:p w:rsidR="00CD2824" w:rsidRDefault="001E7F9D" w:rsidP="00F73EDE">
      <w:pPr>
        <w:pStyle w:val="libPoemTini"/>
        <w:rPr>
          <w:rtl/>
        </w:rPr>
      </w:pPr>
      <w:r>
        <w:rPr>
          <w:rtl/>
        </w:rPr>
        <w:br w:type="page"/>
      </w:r>
    </w:p>
    <w:p w:rsidR="00CD2824" w:rsidRDefault="00CD2824" w:rsidP="00CD2824">
      <w:pPr>
        <w:pStyle w:val="Heading2Center"/>
        <w:rPr>
          <w:rtl/>
        </w:rPr>
      </w:pPr>
      <w:bookmarkStart w:id="215" w:name="_Toc28081893"/>
      <w:r>
        <w:rPr>
          <w:rFonts w:hint="cs"/>
          <w:rtl/>
        </w:rPr>
        <w:lastRenderedPageBreak/>
        <w:t>آیت 69</w:t>
      </w:r>
      <w:bookmarkEnd w:id="215"/>
    </w:p>
    <w:p w:rsidR="001F628F" w:rsidRDefault="00E260F9" w:rsidP="00CD2824">
      <w:pPr>
        <w:pStyle w:val="libNormal"/>
        <w:rPr>
          <w:rtl/>
        </w:rPr>
      </w:pPr>
      <w:r w:rsidRPr="00E260F9">
        <w:rPr>
          <w:rStyle w:val="libAlaemChar"/>
          <w:rFonts w:hint="eastAsia"/>
          <w:rtl/>
        </w:rPr>
        <w:t>(</w:t>
      </w:r>
      <w:r w:rsidRPr="00CD2824">
        <w:rPr>
          <w:rStyle w:val="libAieChar"/>
          <w:rFonts w:hint="eastAsia"/>
          <w:rtl/>
        </w:rPr>
        <w:t>ثُمَّ</w:t>
      </w:r>
      <w:r w:rsidRPr="00CD2824">
        <w:rPr>
          <w:rStyle w:val="libAieChar"/>
          <w:rtl/>
        </w:rPr>
        <w:t xml:space="preserve"> كُلِي مِن كُلِّ الثَّمَرَاتِ فَاسْلُكِي سُبُلَ رَبِّكِ ذُلُلاً يَخْرُجُ مِن بُطُونِهَا شَرَابٌ مُّخْتَلِفٌ أَلْوَانُهُ فِيهِ شِفَاء لِلنَّاسِ إِنَّ فِي ذَلِكَ لآيَةً لِّقَوْمٍ يَتَفَكَّرُونَ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بعد مختلف پھلو</w:t>
      </w:r>
      <w:r w:rsidR="00083993">
        <w:rPr>
          <w:rtl/>
        </w:rPr>
        <w:t xml:space="preserve">ں </w:t>
      </w:r>
      <w:r>
        <w:rPr>
          <w:rtl/>
        </w:rPr>
        <w:t>سے غذا حاصل كرے اور نرمى كے ساتھ خدائي راستہ پر چلے جس كے بعد اس كے شكم سے مختلف قسم كے مشروب برآمد ہو</w:t>
      </w:r>
      <w:r w:rsidR="00083993">
        <w:rPr>
          <w:rtl/>
        </w:rPr>
        <w:t xml:space="preserve">ں </w:t>
      </w:r>
      <w:r>
        <w:rPr>
          <w:rtl/>
        </w:rPr>
        <w:t>گے جس مي</w:t>
      </w:r>
      <w:r w:rsidR="00083993">
        <w:rPr>
          <w:rtl/>
        </w:rPr>
        <w:t xml:space="preserve">ں </w:t>
      </w:r>
      <w:r>
        <w:rPr>
          <w:rtl/>
        </w:rPr>
        <w:t>پورے عالم انسانيت كے لئے شفا كا سامان ہے اور اس مي</w:t>
      </w:r>
      <w:r w:rsidR="00083993">
        <w:rPr>
          <w:rtl/>
        </w:rPr>
        <w:t xml:space="preserve">ں </w:t>
      </w:r>
      <w:r>
        <w:rPr>
          <w:rtl/>
        </w:rPr>
        <w:t>بھى فكر كرنے والى قوم كے لئے ايك نشانى ہے _</w:t>
      </w:r>
    </w:p>
    <w:p w:rsidR="001F628F" w:rsidRDefault="001F628F" w:rsidP="001F628F">
      <w:pPr>
        <w:pStyle w:val="libNormal"/>
        <w:rPr>
          <w:rtl/>
        </w:rPr>
      </w:pPr>
      <w:r>
        <w:rPr>
          <w:rtl/>
        </w:rPr>
        <w:t>1_ خداوند عالم نے شہد كى مكھيو</w:t>
      </w:r>
      <w:r w:rsidR="00083993">
        <w:rPr>
          <w:rtl/>
        </w:rPr>
        <w:t xml:space="preserve">ں </w:t>
      </w:r>
      <w:r>
        <w:rPr>
          <w:rtl/>
        </w:rPr>
        <w:t>كو گھر بنانے كے ليے الہام كرنے كے بعد انہي</w:t>
      </w:r>
      <w:r w:rsidR="00083993">
        <w:rPr>
          <w:rtl/>
        </w:rPr>
        <w:t xml:space="preserve">ں </w:t>
      </w:r>
      <w:r>
        <w:rPr>
          <w:rtl/>
        </w:rPr>
        <w:t>پھولو</w:t>
      </w:r>
      <w:r w:rsidR="00083993">
        <w:rPr>
          <w:rtl/>
        </w:rPr>
        <w:t xml:space="preserve">ں </w:t>
      </w:r>
      <w:r>
        <w:rPr>
          <w:rtl/>
        </w:rPr>
        <w:t>، پھلو</w:t>
      </w:r>
      <w:r w:rsidR="00083993">
        <w:rPr>
          <w:rtl/>
        </w:rPr>
        <w:t xml:space="preserve">ں </w:t>
      </w:r>
      <w:r>
        <w:rPr>
          <w:rtl/>
        </w:rPr>
        <w:t>كے غنچو</w:t>
      </w:r>
      <w:r w:rsidR="00083993">
        <w:rPr>
          <w:rtl/>
        </w:rPr>
        <w:t xml:space="preserve">ں </w:t>
      </w:r>
      <w:r>
        <w:rPr>
          <w:rtl/>
        </w:rPr>
        <w:t>، درختو</w:t>
      </w:r>
      <w:r w:rsidR="00083993">
        <w:rPr>
          <w:rtl/>
        </w:rPr>
        <w:t xml:space="preserve">ں </w:t>
      </w:r>
      <w:r>
        <w:rPr>
          <w:rtl/>
        </w:rPr>
        <w:t>اور كوہستانى محصولات سے غذا حاصل كرنے كى راہنمائي كى ہے_</w:t>
      </w:r>
    </w:p>
    <w:p w:rsidR="001F628F" w:rsidRDefault="001F628F" w:rsidP="00CD2824">
      <w:pPr>
        <w:pStyle w:val="libArabic"/>
        <w:rPr>
          <w:rtl/>
        </w:rPr>
      </w:pPr>
      <w:r>
        <w:rPr>
          <w:rFonts w:hint="eastAsia"/>
          <w:rtl/>
        </w:rPr>
        <w:t>واوحى</w:t>
      </w:r>
      <w:r>
        <w:rPr>
          <w:rtl/>
        </w:rPr>
        <w:t xml:space="preserve"> ربّك الى النحل ان اتخذى من الجبال بيوتاً ... ثم كلى من كل الثمرات</w:t>
      </w:r>
    </w:p>
    <w:p w:rsidR="001F628F" w:rsidRDefault="001F628F" w:rsidP="001F628F">
      <w:pPr>
        <w:pStyle w:val="libNormal"/>
        <w:rPr>
          <w:rtl/>
        </w:rPr>
      </w:pPr>
      <w:r>
        <w:rPr>
          <w:rFonts w:hint="eastAsia"/>
          <w:rtl/>
        </w:rPr>
        <w:t>شہد</w:t>
      </w:r>
      <w:r>
        <w:rPr>
          <w:rtl/>
        </w:rPr>
        <w:t xml:space="preserve"> كى مكھى ايسا موجود ہے جو پھلو</w:t>
      </w:r>
      <w:r w:rsidR="00083993">
        <w:rPr>
          <w:rtl/>
        </w:rPr>
        <w:t xml:space="preserve">ں </w:t>
      </w:r>
      <w:r>
        <w:rPr>
          <w:rtl/>
        </w:rPr>
        <w:t>، درختو</w:t>
      </w:r>
      <w:r w:rsidR="00083993">
        <w:rPr>
          <w:rtl/>
        </w:rPr>
        <w:t xml:space="preserve">ں </w:t>
      </w:r>
      <w:r>
        <w:rPr>
          <w:rtl/>
        </w:rPr>
        <w:t>اور نباتات كے شگوفو</w:t>
      </w:r>
      <w:r w:rsidR="00083993">
        <w:rPr>
          <w:rtl/>
        </w:rPr>
        <w:t xml:space="preserve">ں </w:t>
      </w:r>
      <w:r>
        <w:rPr>
          <w:rtl/>
        </w:rPr>
        <w:t>سے غذا حاصل كرتا ہے_</w:t>
      </w:r>
    </w:p>
    <w:p w:rsidR="001F628F" w:rsidRDefault="001F628F" w:rsidP="00CD2824">
      <w:pPr>
        <w:pStyle w:val="libArabic"/>
        <w:rPr>
          <w:rtl/>
        </w:rPr>
      </w:pPr>
      <w:r>
        <w:rPr>
          <w:rFonts w:hint="eastAsia"/>
          <w:rtl/>
        </w:rPr>
        <w:t>ثم</w:t>
      </w:r>
      <w:r>
        <w:rPr>
          <w:rtl/>
        </w:rPr>
        <w:t xml:space="preserve"> كلى من كل الثمرات</w:t>
      </w:r>
    </w:p>
    <w:p w:rsidR="001F628F" w:rsidRDefault="001F628F" w:rsidP="001F628F">
      <w:pPr>
        <w:pStyle w:val="libNormal"/>
        <w:rPr>
          <w:rtl/>
        </w:rPr>
      </w:pPr>
      <w:r>
        <w:rPr>
          <w:rtl/>
        </w:rPr>
        <w:t>3_ خداوند عالم نے شہد كى مكھيو</w:t>
      </w:r>
      <w:r w:rsidR="00083993">
        <w:rPr>
          <w:rtl/>
        </w:rPr>
        <w:t xml:space="preserve">ں </w:t>
      </w:r>
      <w:r>
        <w:rPr>
          <w:rtl/>
        </w:rPr>
        <w:t>كى زندگى گذارنے كے ليے ان كے ليے مناسب راستو</w:t>
      </w:r>
      <w:r w:rsidR="00083993">
        <w:rPr>
          <w:rtl/>
        </w:rPr>
        <w:t xml:space="preserve">ں </w:t>
      </w:r>
      <w:r>
        <w:rPr>
          <w:rtl/>
        </w:rPr>
        <w:t>كو ہموار كيا ہے _</w:t>
      </w:r>
    </w:p>
    <w:p w:rsidR="001F628F" w:rsidRDefault="001F628F" w:rsidP="00CD2824">
      <w:pPr>
        <w:pStyle w:val="libNormal"/>
        <w:rPr>
          <w:rtl/>
        </w:rPr>
      </w:pPr>
      <w:r w:rsidRPr="00CD2824">
        <w:rPr>
          <w:rStyle w:val="libArabicChar"/>
          <w:rFonts w:hint="eastAsia"/>
          <w:rtl/>
        </w:rPr>
        <w:t>فاسلكى</w:t>
      </w:r>
      <w:r w:rsidRPr="00CD2824">
        <w:rPr>
          <w:rStyle w:val="libArabicChar"/>
          <w:rtl/>
        </w:rPr>
        <w:t xml:space="preserve"> سبل ربّك ذلل</w:t>
      </w:r>
      <w:r w:rsidR="00CD2824">
        <w:rPr>
          <w:rFonts w:hint="cs"/>
          <w:rtl/>
        </w:rPr>
        <w:t xml:space="preserve">  </w:t>
      </w:r>
      <w:r>
        <w:rPr>
          <w:rFonts w:hint="eastAsia"/>
          <w:rtl/>
        </w:rPr>
        <w:t>مذكورہ</w:t>
      </w:r>
      <w:r>
        <w:rPr>
          <w:rtl/>
        </w:rPr>
        <w:t xml:space="preserve"> تفسير اس نكتہ پر موقوف ہے جب ''ذللاً'' ''سبل''كے ليے حال ہو_</w:t>
      </w:r>
    </w:p>
    <w:p w:rsidR="001F628F" w:rsidRDefault="001F628F" w:rsidP="00CD2824">
      <w:pPr>
        <w:pStyle w:val="libNormal"/>
        <w:rPr>
          <w:rtl/>
        </w:rPr>
      </w:pPr>
      <w:r>
        <w:rPr>
          <w:rtl/>
        </w:rPr>
        <w:t>4_ خداوند عالم نے شہد كى مكھيو</w:t>
      </w:r>
      <w:r w:rsidR="00083993">
        <w:rPr>
          <w:rtl/>
        </w:rPr>
        <w:t xml:space="preserve">ں </w:t>
      </w:r>
      <w:r>
        <w:rPr>
          <w:rtl/>
        </w:rPr>
        <w:t>كو ان كے مقرر كردہ راستو</w:t>
      </w:r>
      <w:r w:rsidR="00083993">
        <w:rPr>
          <w:rtl/>
        </w:rPr>
        <w:t xml:space="preserve">ں </w:t>
      </w:r>
      <w:r>
        <w:rPr>
          <w:rtl/>
        </w:rPr>
        <w:t>پر انہي</w:t>
      </w:r>
      <w:r w:rsidR="00083993">
        <w:rPr>
          <w:rtl/>
        </w:rPr>
        <w:t xml:space="preserve">ں </w:t>
      </w:r>
      <w:r>
        <w:rPr>
          <w:rtl/>
        </w:rPr>
        <w:t>اطاعت و خضوع كى حالت مي</w:t>
      </w:r>
      <w:r w:rsidR="00083993">
        <w:rPr>
          <w:rtl/>
        </w:rPr>
        <w:t xml:space="preserve">ں </w:t>
      </w:r>
      <w:r>
        <w:rPr>
          <w:rtl/>
        </w:rPr>
        <w:t>حركت كرنے كا الہام كيا ہے_</w:t>
      </w:r>
      <w:r w:rsidRPr="00CD2824">
        <w:rPr>
          <w:rStyle w:val="libArabicChar"/>
          <w:rFonts w:hint="eastAsia"/>
          <w:rtl/>
        </w:rPr>
        <w:t>فاسلكى</w:t>
      </w:r>
      <w:r w:rsidRPr="00CD2824">
        <w:rPr>
          <w:rStyle w:val="libArabicChar"/>
          <w:rtl/>
        </w:rPr>
        <w:t xml:space="preserve"> سبل ربّك ذلل</w:t>
      </w:r>
    </w:p>
    <w:p w:rsidR="001F628F" w:rsidRDefault="001F628F" w:rsidP="001F628F">
      <w:pPr>
        <w:pStyle w:val="libNormal"/>
        <w:rPr>
          <w:rtl/>
        </w:rPr>
      </w:pPr>
      <w:r>
        <w:rPr>
          <w:rFonts w:hint="eastAsia"/>
          <w:rtl/>
        </w:rPr>
        <w:t>مذكورہ</w:t>
      </w:r>
      <w:r>
        <w:rPr>
          <w:rtl/>
        </w:rPr>
        <w:t xml:space="preserve"> تفسير اس نظريہ كى بناء پر ہے جب''ذللاً'' فعل ''فاسلكي''سے فاعل جو كہ ''انت '' كى ضمير ہے كے ليے حال ہو_</w:t>
      </w:r>
    </w:p>
    <w:p w:rsidR="00CD2824" w:rsidRDefault="001E7F9D" w:rsidP="00F73EDE">
      <w:pPr>
        <w:pStyle w:val="libPoemTini"/>
        <w:rPr>
          <w:rtl/>
        </w:rPr>
      </w:pPr>
      <w:r>
        <w:rPr>
          <w:rtl/>
        </w:rPr>
        <w:cr/>
      </w:r>
      <w:r>
        <w:rPr>
          <w:rtl/>
        </w:rPr>
        <w:br w:type="page"/>
      </w:r>
    </w:p>
    <w:p w:rsidR="001F628F" w:rsidRDefault="001F628F" w:rsidP="00CD2824">
      <w:pPr>
        <w:pStyle w:val="libNormal"/>
        <w:rPr>
          <w:rtl/>
        </w:rPr>
      </w:pPr>
      <w:r>
        <w:rPr>
          <w:rtl/>
        </w:rPr>
        <w:lastRenderedPageBreak/>
        <w:t>5_ شہد كى مكھيا</w:t>
      </w:r>
      <w:r w:rsidR="00083993">
        <w:rPr>
          <w:rtl/>
        </w:rPr>
        <w:t xml:space="preserve">ں </w:t>
      </w:r>
      <w:r>
        <w:rPr>
          <w:rtl/>
        </w:rPr>
        <w:t>، خداوند عالم كے الہام كے مقابلہ مي</w:t>
      </w:r>
      <w:r w:rsidR="00083993">
        <w:rPr>
          <w:rtl/>
        </w:rPr>
        <w:t xml:space="preserve">ں </w:t>
      </w:r>
      <w:r>
        <w:rPr>
          <w:rtl/>
        </w:rPr>
        <w:t>خاشع اور مطيع ہي</w:t>
      </w:r>
      <w:r w:rsidR="00083993">
        <w:rPr>
          <w:rtl/>
        </w:rPr>
        <w:t xml:space="preserve">ں </w:t>
      </w:r>
      <w:r>
        <w:rPr>
          <w:rtl/>
        </w:rPr>
        <w:t>اور عالم طبيعت مي</w:t>
      </w:r>
      <w:r w:rsidR="00083993">
        <w:rPr>
          <w:rtl/>
        </w:rPr>
        <w:t xml:space="preserve">ں </w:t>
      </w:r>
      <w:r>
        <w:rPr>
          <w:rtl/>
        </w:rPr>
        <w:t>مقرر شدہ راستہ پر گا مزن ہوتى ہي</w:t>
      </w:r>
      <w:r w:rsidR="00083993">
        <w:rPr>
          <w:rtl/>
        </w:rPr>
        <w:t xml:space="preserve">ں </w:t>
      </w:r>
      <w:r>
        <w:rPr>
          <w:rtl/>
        </w:rPr>
        <w:t>_</w:t>
      </w:r>
      <w:r w:rsidRPr="00CD2824">
        <w:rPr>
          <w:rStyle w:val="libArabicChar"/>
          <w:rFonts w:hint="eastAsia"/>
          <w:rtl/>
        </w:rPr>
        <w:t>فاسلكى</w:t>
      </w:r>
      <w:r w:rsidRPr="00CD2824">
        <w:rPr>
          <w:rStyle w:val="libArabicChar"/>
          <w:rtl/>
        </w:rPr>
        <w:t xml:space="preserve"> سبل ربّك ذلل</w:t>
      </w:r>
    </w:p>
    <w:p w:rsidR="001F628F" w:rsidRDefault="001F628F" w:rsidP="00CD2824">
      <w:pPr>
        <w:pStyle w:val="libNormal"/>
        <w:rPr>
          <w:rtl/>
        </w:rPr>
      </w:pPr>
      <w:r>
        <w:rPr>
          <w:rtl/>
        </w:rPr>
        <w:t>6_ عالم طبيعت مي</w:t>
      </w:r>
      <w:r w:rsidR="00083993">
        <w:rPr>
          <w:rtl/>
        </w:rPr>
        <w:t xml:space="preserve">ں </w:t>
      </w:r>
      <w:r>
        <w:rPr>
          <w:rtl/>
        </w:rPr>
        <w:t>شہد كى مكھيو</w:t>
      </w:r>
      <w:r w:rsidR="00083993">
        <w:rPr>
          <w:rtl/>
        </w:rPr>
        <w:t xml:space="preserve">ں </w:t>
      </w:r>
      <w:r>
        <w:rPr>
          <w:rtl/>
        </w:rPr>
        <w:t>كى زندگى كا راستہ متعدد اور مختلف قسم كا ہے_</w:t>
      </w:r>
      <w:r w:rsidRPr="00CD2824">
        <w:rPr>
          <w:rStyle w:val="libArabicChar"/>
          <w:rFonts w:hint="eastAsia"/>
          <w:rtl/>
        </w:rPr>
        <w:t>فاسلكى</w:t>
      </w:r>
      <w:r w:rsidRPr="00CD2824">
        <w:rPr>
          <w:rStyle w:val="libArabicChar"/>
          <w:rtl/>
        </w:rPr>
        <w:t xml:space="preserve"> سبل ربّك ذلل</w:t>
      </w:r>
      <w:r w:rsidR="00356D6A">
        <w:rPr>
          <w:rStyle w:val="libArabicChar"/>
          <w:rFonts w:hint="cs"/>
          <w:rtl/>
        </w:rPr>
        <w:t>ا</w:t>
      </w:r>
    </w:p>
    <w:p w:rsidR="001F628F" w:rsidRDefault="001F628F" w:rsidP="001F628F">
      <w:pPr>
        <w:pStyle w:val="libNormal"/>
        <w:rPr>
          <w:rtl/>
        </w:rPr>
      </w:pPr>
      <w:r>
        <w:rPr>
          <w:rFonts w:hint="eastAsia"/>
          <w:rtl/>
        </w:rPr>
        <w:t>مذكورہ</w:t>
      </w:r>
      <w:r>
        <w:rPr>
          <w:rtl/>
        </w:rPr>
        <w:t xml:space="preserve"> بالا تفسير ''سبل'' كے جمع آنے سے حاصل ہوئي ہے_</w:t>
      </w:r>
    </w:p>
    <w:p w:rsidR="001F628F" w:rsidRDefault="001F628F" w:rsidP="00CD2824">
      <w:pPr>
        <w:pStyle w:val="libNormal"/>
        <w:rPr>
          <w:rtl/>
        </w:rPr>
      </w:pPr>
      <w:r>
        <w:rPr>
          <w:rtl/>
        </w:rPr>
        <w:t>7_ شہدكى مكھيو</w:t>
      </w:r>
      <w:r w:rsidR="00083993">
        <w:rPr>
          <w:rtl/>
        </w:rPr>
        <w:t xml:space="preserve">ں </w:t>
      </w:r>
      <w:r>
        <w:rPr>
          <w:rtl/>
        </w:rPr>
        <w:t>كو طبيعى زندگي( گھربنانے كے انگيزہ كو ابھارنا ، نباتات سے عذا حاصل كرنا اور شہد كى پيداوار) كے راستہ كى نشاندہي، وپروردگار كى ربوبيت كا تقاضا ہے_</w:t>
      </w:r>
      <w:r w:rsidRPr="00CD2824">
        <w:rPr>
          <w:rStyle w:val="libArabicChar"/>
          <w:rFonts w:hint="eastAsia"/>
          <w:rtl/>
        </w:rPr>
        <w:t>فاسلكى</w:t>
      </w:r>
      <w:r w:rsidRPr="00CD2824">
        <w:rPr>
          <w:rStyle w:val="libArabicChar"/>
          <w:rtl/>
        </w:rPr>
        <w:t xml:space="preserve"> سبل ربّك ذلل</w:t>
      </w:r>
      <w:r w:rsidR="00356D6A">
        <w:rPr>
          <w:rStyle w:val="libArabicChar"/>
          <w:rFonts w:hint="cs"/>
          <w:rtl/>
        </w:rPr>
        <w:t>ا</w:t>
      </w:r>
    </w:p>
    <w:p w:rsidR="001F628F" w:rsidRDefault="001F628F" w:rsidP="00CD2824">
      <w:pPr>
        <w:pStyle w:val="libNormal"/>
        <w:rPr>
          <w:rtl/>
        </w:rPr>
      </w:pPr>
      <w:r>
        <w:rPr>
          <w:rtl/>
        </w:rPr>
        <w:t>8_ خداوند عالم كى ربوبيت كا تقاضا يہ ہے كہ كائنات خشوع و اطاعت كى حالت مي</w:t>
      </w:r>
      <w:r w:rsidR="00083993">
        <w:rPr>
          <w:rtl/>
        </w:rPr>
        <w:t xml:space="preserve">ں </w:t>
      </w:r>
      <w:r>
        <w:rPr>
          <w:rtl/>
        </w:rPr>
        <w:t>حركت كرے او ر انسان اس كى جانب سے مقرر شدہ راستہ پر گا مزن ہو_</w:t>
      </w:r>
      <w:r w:rsidRPr="00CD2824">
        <w:rPr>
          <w:rStyle w:val="libArabicChar"/>
          <w:rFonts w:hint="eastAsia"/>
          <w:rtl/>
        </w:rPr>
        <w:t>فاسلكى</w:t>
      </w:r>
      <w:r w:rsidRPr="00CD2824">
        <w:rPr>
          <w:rStyle w:val="libArabicChar"/>
          <w:rtl/>
        </w:rPr>
        <w:t xml:space="preserve"> سبل ربّك ذلل</w:t>
      </w:r>
      <w:r w:rsidR="00356D6A">
        <w:rPr>
          <w:rStyle w:val="libArabicChar"/>
          <w:rFonts w:hint="cs"/>
          <w:rtl/>
        </w:rPr>
        <w:t>ا</w:t>
      </w:r>
    </w:p>
    <w:p w:rsidR="001F628F" w:rsidRDefault="001F628F" w:rsidP="001F628F">
      <w:pPr>
        <w:pStyle w:val="libNormal"/>
        <w:rPr>
          <w:rtl/>
        </w:rPr>
      </w:pPr>
      <w:r>
        <w:rPr>
          <w:rFonts w:hint="eastAsia"/>
          <w:rtl/>
        </w:rPr>
        <w:t>اگر</w:t>
      </w:r>
      <w:r>
        <w:rPr>
          <w:rtl/>
        </w:rPr>
        <w:t xml:space="preserve"> چہ آيت شريفہ شہد كى مكھى كے بارے مي</w:t>
      </w:r>
      <w:r w:rsidR="00083993">
        <w:rPr>
          <w:rtl/>
        </w:rPr>
        <w:t xml:space="preserve">ں </w:t>
      </w:r>
      <w:r>
        <w:rPr>
          <w:rtl/>
        </w:rPr>
        <w:t>ہے ليكن انسان كے ليے ان كى زندگى كى ياد ممكن ہے اس پيغام كو ليے ہوئے ہو كہ انسان بھى دوسرے عالم طبيعت كے موجودات كى طرح ہے لہذا اسے اپنے پروردگار كے راستہ پر گامزن ہونا چاہيے_</w:t>
      </w:r>
    </w:p>
    <w:p w:rsidR="001F628F" w:rsidRDefault="001F628F" w:rsidP="001F628F">
      <w:pPr>
        <w:pStyle w:val="libNormal"/>
        <w:rPr>
          <w:rtl/>
        </w:rPr>
      </w:pPr>
      <w:r>
        <w:rPr>
          <w:rtl/>
        </w:rPr>
        <w:t>9_ وسائل اور خداوند عالم كى نعمت سے اسكى مقررہ كردہ حدود مي</w:t>
      </w:r>
      <w:r w:rsidR="00083993">
        <w:rPr>
          <w:rtl/>
        </w:rPr>
        <w:t xml:space="preserve">ں </w:t>
      </w:r>
      <w:r>
        <w:rPr>
          <w:rtl/>
        </w:rPr>
        <w:t>رہتے ہوئے بہرہ مند ہونا چاہيے _</w:t>
      </w:r>
    </w:p>
    <w:p w:rsidR="001F628F" w:rsidRDefault="001F628F" w:rsidP="00CD2824">
      <w:pPr>
        <w:pStyle w:val="libArabic"/>
        <w:rPr>
          <w:rtl/>
        </w:rPr>
      </w:pPr>
      <w:r>
        <w:rPr>
          <w:rFonts w:hint="eastAsia"/>
          <w:rtl/>
        </w:rPr>
        <w:t>واوحى</w:t>
      </w:r>
      <w:r>
        <w:rPr>
          <w:rtl/>
        </w:rPr>
        <w:t xml:space="preserve"> ربّك الى النحل ان اتخذى من الجبال بيوتاً ثم كلى من كل الثمرات فاسلكى سبل ربّك ذلل</w:t>
      </w:r>
      <w:r w:rsidR="00356D6A">
        <w:rPr>
          <w:rFonts w:hint="cs"/>
          <w:rtl/>
        </w:rPr>
        <w:t>ا</w:t>
      </w:r>
    </w:p>
    <w:p w:rsidR="001F628F" w:rsidRDefault="001F628F" w:rsidP="001F628F">
      <w:pPr>
        <w:pStyle w:val="libNormal"/>
        <w:rPr>
          <w:rtl/>
        </w:rPr>
      </w:pPr>
      <w:r>
        <w:rPr>
          <w:rtl/>
        </w:rPr>
        <w:t>10_ شہد كى مكھيو</w:t>
      </w:r>
      <w:r w:rsidR="00083993">
        <w:rPr>
          <w:rtl/>
        </w:rPr>
        <w:t xml:space="preserve">ں </w:t>
      </w:r>
      <w:r>
        <w:rPr>
          <w:rtl/>
        </w:rPr>
        <w:t>كا شكم، پھلو</w:t>
      </w:r>
      <w:r w:rsidR="00083993">
        <w:rPr>
          <w:rtl/>
        </w:rPr>
        <w:t xml:space="preserve">ں </w:t>
      </w:r>
      <w:r>
        <w:rPr>
          <w:rtl/>
        </w:rPr>
        <w:t>اور پودو</w:t>
      </w:r>
      <w:r w:rsidR="00083993">
        <w:rPr>
          <w:rtl/>
        </w:rPr>
        <w:t xml:space="preserve">ں </w:t>
      </w:r>
      <w:r>
        <w:rPr>
          <w:rtl/>
        </w:rPr>
        <w:t>كے اس كو شہد مي</w:t>
      </w:r>
      <w:r w:rsidR="00083993">
        <w:rPr>
          <w:rtl/>
        </w:rPr>
        <w:t xml:space="preserve">ں </w:t>
      </w:r>
      <w:r>
        <w:rPr>
          <w:rtl/>
        </w:rPr>
        <w:t>تبديل كرنے كا مقام ہے_</w:t>
      </w:r>
    </w:p>
    <w:p w:rsidR="001F628F" w:rsidRDefault="001F628F" w:rsidP="00CD2824">
      <w:pPr>
        <w:pStyle w:val="libArabic"/>
        <w:rPr>
          <w:rtl/>
        </w:rPr>
      </w:pPr>
      <w:r>
        <w:rPr>
          <w:rFonts w:hint="eastAsia"/>
          <w:rtl/>
        </w:rPr>
        <w:t>ثم</w:t>
      </w:r>
      <w:r>
        <w:rPr>
          <w:rtl/>
        </w:rPr>
        <w:t xml:space="preserve"> كلى من كلّ الثمرات ...يخرج من بطون</w:t>
      </w:r>
      <w:r w:rsidR="00120F63" w:rsidRPr="00ED5DE8">
        <w:rPr>
          <w:rFonts w:hint="cs"/>
          <w:rtl/>
        </w:rPr>
        <w:t>ه</w:t>
      </w:r>
      <w:r>
        <w:rPr>
          <w:rtl/>
        </w:rPr>
        <w:t>ا شراب</w:t>
      </w:r>
    </w:p>
    <w:p w:rsidR="001F628F" w:rsidRDefault="001F628F" w:rsidP="00CD2824">
      <w:pPr>
        <w:pStyle w:val="libNormal"/>
        <w:rPr>
          <w:rtl/>
        </w:rPr>
      </w:pPr>
      <w:r>
        <w:rPr>
          <w:rtl/>
        </w:rPr>
        <w:t>11_ طبيعى اور خالص شہد مختلف قسم كے رنگو</w:t>
      </w:r>
      <w:r w:rsidR="00083993">
        <w:rPr>
          <w:rtl/>
        </w:rPr>
        <w:t xml:space="preserve">ں </w:t>
      </w:r>
      <w:r>
        <w:rPr>
          <w:rtl/>
        </w:rPr>
        <w:t>مي</w:t>
      </w:r>
      <w:r w:rsidR="00083993">
        <w:rPr>
          <w:rtl/>
        </w:rPr>
        <w:t xml:space="preserve">ں </w:t>
      </w:r>
      <w:r>
        <w:rPr>
          <w:rtl/>
        </w:rPr>
        <w:t>دستياب ہے _</w:t>
      </w:r>
      <w:r w:rsidRPr="00CD2824">
        <w:rPr>
          <w:rStyle w:val="libArabicChar"/>
          <w:rFonts w:hint="eastAsia"/>
          <w:rtl/>
        </w:rPr>
        <w:t>يخرج</w:t>
      </w:r>
      <w:r w:rsidRPr="00CD2824">
        <w:rPr>
          <w:rStyle w:val="libArabicChar"/>
          <w:rtl/>
        </w:rPr>
        <w:t xml:space="preserve"> من بطون</w:t>
      </w:r>
      <w:r w:rsidR="00120F63" w:rsidRPr="00B2551F">
        <w:rPr>
          <w:rStyle w:val="libArabicChar"/>
          <w:rFonts w:hint="cs"/>
          <w:rtl/>
        </w:rPr>
        <w:t>ه</w:t>
      </w:r>
      <w:r w:rsidRPr="00CD2824">
        <w:rPr>
          <w:rStyle w:val="libArabicChar"/>
          <w:rFonts w:hint="cs"/>
          <w:rtl/>
        </w:rPr>
        <w:t>ا</w:t>
      </w:r>
      <w:r w:rsidRPr="00CD2824">
        <w:rPr>
          <w:rStyle w:val="libArabicChar"/>
          <w:rtl/>
        </w:rPr>
        <w:t xml:space="preserve"> </w:t>
      </w:r>
      <w:r w:rsidRPr="00CD2824">
        <w:rPr>
          <w:rStyle w:val="libArabicChar"/>
          <w:rFonts w:hint="cs"/>
          <w:rtl/>
        </w:rPr>
        <w:t>شراب</w:t>
      </w:r>
      <w:r w:rsidRPr="00CD2824">
        <w:rPr>
          <w:rStyle w:val="libArabicChar"/>
          <w:rtl/>
        </w:rPr>
        <w:t xml:space="preserve"> </w:t>
      </w:r>
      <w:r w:rsidRPr="00CD2824">
        <w:rPr>
          <w:rStyle w:val="libArabicChar"/>
          <w:rFonts w:hint="cs"/>
          <w:rtl/>
        </w:rPr>
        <w:t>مختلف</w:t>
      </w:r>
      <w:r w:rsidRPr="00CD2824">
        <w:rPr>
          <w:rStyle w:val="libArabicChar"/>
          <w:rtl/>
        </w:rPr>
        <w:t xml:space="preserve"> الوان</w:t>
      </w:r>
      <w:r w:rsidR="00120F63" w:rsidRPr="00B2551F">
        <w:rPr>
          <w:rStyle w:val="libArabicChar"/>
          <w:rFonts w:hint="cs"/>
          <w:rtl/>
        </w:rPr>
        <w:t>ه</w:t>
      </w:r>
    </w:p>
    <w:p w:rsidR="001F628F" w:rsidRDefault="001F628F" w:rsidP="001F628F">
      <w:pPr>
        <w:pStyle w:val="libNormal"/>
        <w:rPr>
          <w:rtl/>
        </w:rPr>
      </w:pPr>
      <w:r>
        <w:rPr>
          <w:rtl/>
        </w:rPr>
        <w:t>12_شہد كا انوا ع و اقسام كے رنگو</w:t>
      </w:r>
      <w:r w:rsidR="00083993">
        <w:rPr>
          <w:rtl/>
        </w:rPr>
        <w:t xml:space="preserve">ں </w:t>
      </w:r>
      <w:r>
        <w:rPr>
          <w:rtl/>
        </w:rPr>
        <w:t>مي</w:t>
      </w:r>
      <w:r w:rsidR="00083993">
        <w:rPr>
          <w:rtl/>
        </w:rPr>
        <w:t xml:space="preserve">ں </w:t>
      </w:r>
      <w:r>
        <w:rPr>
          <w:rtl/>
        </w:rPr>
        <w:t>ہونا ، شہد كى مكھيو</w:t>
      </w:r>
      <w:r w:rsidR="00083993">
        <w:rPr>
          <w:rtl/>
        </w:rPr>
        <w:t xml:space="preserve">ں </w:t>
      </w:r>
      <w:r>
        <w:rPr>
          <w:rtl/>
        </w:rPr>
        <w:t>كا مختلف قسم كے پودو</w:t>
      </w:r>
      <w:r w:rsidR="00083993">
        <w:rPr>
          <w:rtl/>
        </w:rPr>
        <w:t xml:space="preserve">ں </w:t>
      </w:r>
      <w:r>
        <w:rPr>
          <w:rtl/>
        </w:rPr>
        <w:t>سے استفادہ كا نتيجہ ہے _</w:t>
      </w:r>
    </w:p>
    <w:p w:rsidR="001F628F" w:rsidRDefault="001F628F" w:rsidP="00CD2824">
      <w:pPr>
        <w:pStyle w:val="libArabic"/>
        <w:rPr>
          <w:rtl/>
        </w:rPr>
      </w:pPr>
      <w:r>
        <w:rPr>
          <w:rFonts w:hint="eastAsia"/>
          <w:rtl/>
        </w:rPr>
        <w:t>ثم</w:t>
      </w:r>
      <w:r>
        <w:rPr>
          <w:rtl/>
        </w:rPr>
        <w:t xml:space="preserve"> كلى من كل الثمرات _ يخرج من بطون</w:t>
      </w:r>
      <w:r w:rsidR="00120F63" w:rsidRPr="00ED5DE8">
        <w:rPr>
          <w:rFonts w:hint="cs"/>
          <w:rtl/>
        </w:rPr>
        <w:t>ه</w:t>
      </w:r>
      <w:r>
        <w:rPr>
          <w:rtl/>
        </w:rPr>
        <w:t>ا شراب</w:t>
      </w:r>
    </w:p>
    <w:p w:rsidR="001F628F" w:rsidRDefault="001F628F" w:rsidP="001F628F">
      <w:pPr>
        <w:pStyle w:val="libNormal"/>
        <w:rPr>
          <w:rtl/>
        </w:rPr>
      </w:pPr>
      <w:r>
        <w:rPr>
          <w:rFonts w:hint="eastAsia"/>
          <w:rtl/>
        </w:rPr>
        <w:t>پھلو</w:t>
      </w:r>
      <w:r w:rsidR="00083993">
        <w:rPr>
          <w:rFonts w:hint="eastAsia"/>
          <w:rtl/>
        </w:rPr>
        <w:t xml:space="preserve">ں </w:t>
      </w:r>
      <w:r>
        <w:rPr>
          <w:rtl/>
        </w:rPr>
        <w:t>اور مختلف نباتات سے شہد كى مكھيو</w:t>
      </w:r>
      <w:r w:rsidR="00083993">
        <w:rPr>
          <w:rtl/>
        </w:rPr>
        <w:t xml:space="preserve">ں </w:t>
      </w:r>
      <w:r>
        <w:rPr>
          <w:rtl/>
        </w:rPr>
        <w:t>كى غذا حاصل كرنے كے بيان كے بعد انواع و اقسام كے شہد كا ذكر، ممكن ہے مذكورہ تفسير كى خاطر ہو_</w:t>
      </w:r>
    </w:p>
    <w:p w:rsidR="001F628F" w:rsidRDefault="001F628F" w:rsidP="00CD2824">
      <w:pPr>
        <w:pStyle w:val="libNormal"/>
        <w:rPr>
          <w:rtl/>
        </w:rPr>
      </w:pPr>
      <w:r>
        <w:rPr>
          <w:rtl/>
        </w:rPr>
        <w:t>13_شہد، تمام انسانو</w:t>
      </w:r>
      <w:r w:rsidR="00083993">
        <w:rPr>
          <w:rtl/>
        </w:rPr>
        <w:t xml:space="preserve">ں </w:t>
      </w:r>
      <w:r>
        <w:rPr>
          <w:rtl/>
        </w:rPr>
        <w:t>كے ليے شفا بخش دوا ہے_</w:t>
      </w:r>
      <w:r w:rsidRPr="00CD2824">
        <w:rPr>
          <w:rStyle w:val="libArabicChar"/>
          <w:rFonts w:hint="eastAsia"/>
          <w:rtl/>
        </w:rPr>
        <w:t>في</w:t>
      </w:r>
      <w:r w:rsidR="00120F63" w:rsidRPr="00B2551F">
        <w:rPr>
          <w:rStyle w:val="libArabicChar"/>
          <w:rFonts w:hint="cs"/>
          <w:rtl/>
        </w:rPr>
        <w:t>ه</w:t>
      </w:r>
      <w:r w:rsidRPr="00CD2824">
        <w:rPr>
          <w:rStyle w:val="libArabicChar"/>
          <w:rtl/>
        </w:rPr>
        <w:t xml:space="preserve"> شفاء للنّاس</w:t>
      </w:r>
    </w:p>
    <w:p w:rsidR="001F628F" w:rsidRDefault="001F628F" w:rsidP="001F628F">
      <w:pPr>
        <w:pStyle w:val="libNormal"/>
        <w:rPr>
          <w:rtl/>
        </w:rPr>
      </w:pPr>
      <w:r>
        <w:rPr>
          <w:rtl/>
        </w:rPr>
        <w:t>14_ خالص شہد سے استفادہ كرنے كے ليے خداوند عالم</w:t>
      </w:r>
    </w:p>
    <w:p w:rsidR="00CD2824" w:rsidRDefault="001E7F9D" w:rsidP="00F73EDE">
      <w:pPr>
        <w:pStyle w:val="libPoemTini"/>
        <w:rPr>
          <w:rtl/>
        </w:rPr>
      </w:pPr>
      <w:r>
        <w:rPr>
          <w:rtl/>
        </w:rPr>
        <w:br w:type="page"/>
      </w:r>
    </w:p>
    <w:p w:rsidR="001F628F" w:rsidRDefault="001F628F" w:rsidP="00356D6A">
      <w:pPr>
        <w:pStyle w:val="libNormal"/>
        <w:rPr>
          <w:rtl/>
        </w:rPr>
      </w:pPr>
      <w:r>
        <w:rPr>
          <w:rFonts w:hint="eastAsia"/>
          <w:rtl/>
        </w:rPr>
        <w:lastRenderedPageBreak/>
        <w:t>نے</w:t>
      </w:r>
      <w:r>
        <w:rPr>
          <w:rtl/>
        </w:rPr>
        <w:t xml:space="preserve"> تشويق دلائي ہے_</w:t>
      </w:r>
      <w:r w:rsidRPr="00CD2824">
        <w:rPr>
          <w:rStyle w:val="libArabicChar"/>
          <w:rFonts w:hint="eastAsia"/>
          <w:rtl/>
        </w:rPr>
        <w:t>في</w:t>
      </w:r>
      <w:r w:rsidR="00120F63" w:rsidRPr="00B2551F">
        <w:rPr>
          <w:rStyle w:val="libArabicChar"/>
          <w:rFonts w:hint="cs"/>
          <w:rtl/>
        </w:rPr>
        <w:t>ه</w:t>
      </w:r>
      <w:r w:rsidRPr="00CD2824">
        <w:rPr>
          <w:rStyle w:val="libArabicChar"/>
          <w:rtl/>
        </w:rPr>
        <w:t xml:space="preserve"> شفاء للناس</w:t>
      </w:r>
      <w:r w:rsidR="00356D6A">
        <w:rPr>
          <w:rStyle w:val="libArabicChar"/>
          <w:rFonts w:hint="cs"/>
          <w:rtl/>
        </w:rPr>
        <w:t xml:space="preserve">   </w:t>
      </w:r>
      <w:r>
        <w:rPr>
          <w:rFonts w:hint="eastAsia"/>
          <w:rtl/>
        </w:rPr>
        <w:t>مذكورہ</w:t>
      </w:r>
      <w:r>
        <w:rPr>
          <w:rtl/>
        </w:rPr>
        <w:t xml:space="preserve"> تشويق آيت كے انداز سے سمجھى جارہى ہے_</w:t>
      </w:r>
    </w:p>
    <w:p w:rsidR="001F628F" w:rsidRDefault="001F628F" w:rsidP="001F628F">
      <w:pPr>
        <w:pStyle w:val="libNormal"/>
        <w:rPr>
          <w:rtl/>
        </w:rPr>
      </w:pPr>
      <w:r>
        <w:rPr>
          <w:rtl/>
        </w:rPr>
        <w:t>15_ طبيعت ( پہاڑ اور صحرا) اور شہد كى مكھى كو انسان كى خدمت كے ليے قرار ديا گيا ہے_</w:t>
      </w:r>
    </w:p>
    <w:p w:rsidR="001F628F" w:rsidRDefault="001F628F" w:rsidP="00CD2824">
      <w:pPr>
        <w:pStyle w:val="libArabic"/>
        <w:rPr>
          <w:rtl/>
        </w:rPr>
      </w:pPr>
      <w:r>
        <w:rPr>
          <w:rFonts w:hint="eastAsia"/>
          <w:rtl/>
        </w:rPr>
        <w:t>واوحى</w:t>
      </w:r>
      <w:r>
        <w:rPr>
          <w:rtl/>
        </w:rPr>
        <w:t xml:space="preserve"> ربّك الى النحل ان اتخذى من الجبال بيوتاً ...ثم كلى من كل ّ الثمرات ...في</w:t>
      </w:r>
      <w:r w:rsidR="00120F63" w:rsidRPr="00ED5DE8">
        <w:rPr>
          <w:rFonts w:hint="cs"/>
          <w:rtl/>
        </w:rPr>
        <w:t>ه</w:t>
      </w:r>
      <w:r>
        <w:rPr>
          <w:rtl/>
        </w:rPr>
        <w:t xml:space="preserve"> </w:t>
      </w:r>
      <w:r>
        <w:rPr>
          <w:rFonts w:hint="cs"/>
          <w:rtl/>
        </w:rPr>
        <w:t>شفاء</w:t>
      </w:r>
      <w:r>
        <w:rPr>
          <w:rtl/>
        </w:rPr>
        <w:t xml:space="preserve"> للناس</w:t>
      </w:r>
    </w:p>
    <w:p w:rsidR="001F628F" w:rsidRDefault="001F628F" w:rsidP="001F628F">
      <w:pPr>
        <w:pStyle w:val="libNormal"/>
        <w:rPr>
          <w:rtl/>
        </w:rPr>
      </w:pPr>
      <w:r>
        <w:rPr>
          <w:rtl/>
        </w:rPr>
        <w:t>16_خداوند عالم نے انسان كے امر اض كى شفا كو طبيعى علل واسباب مي</w:t>
      </w:r>
      <w:r w:rsidR="00083993">
        <w:rPr>
          <w:rtl/>
        </w:rPr>
        <w:t xml:space="preserve">ں </w:t>
      </w:r>
      <w:r>
        <w:rPr>
          <w:rtl/>
        </w:rPr>
        <w:t>قرار ديا ہے_</w:t>
      </w:r>
    </w:p>
    <w:p w:rsidR="001F628F" w:rsidRDefault="001F628F" w:rsidP="00CD2824">
      <w:pPr>
        <w:pStyle w:val="libArabic"/>
        <w:rPr>
          <w:rtl/>
        </w:rPr>
      </w:pPr>
      <w:r>
        <w:rPr>
          <w:rFonts w:hint="eastAsia"/>
          <w:rtl/>
        </w:rPr>
        <w:t>شراب</w:t>
      </w:r>
      <w:r>
        <w:rPr>
          <w:rtl/>
        </w:rPr>
        <w:t xml:space="preserve"> مختلف الوان</w:t>
      </w:r>
      <w:r w:rsidR="00120F63" w:rsidRPr="00ED5DE8">
        <w:rPr>
          <w:rFonts w:hint="cs"/>
          <w:rtl/>
        </w:rPr>
        <w:t>ه</w:t>
      </w:r>
      <w:r>
        <w:rPr>
          <w:rtl/>
        </w:rPr>
        <w:t xml:space="preserve"> </w:t>
      </w:r>
      <w:r>
        <w:rPr>
          <w:rFonts w:hint="cs"/>
          <w:rtl/>
        </w:rPr>
        <w:t>في</w:t>
      </w:r>
      <w:r w:rsidR="00120F63" w:rsidRPr="00ED5DE8">
        <w:rPr>
          <w:rFonts w:hint="cs"/>
          <w:rtl/>
        </w:rPr>
        <w:t>ه</w:t>
      </w:r>
      <w:r>
        <w:rPr>
          <w:rtl/>
        </w:rPr>
        <w:t xml:space="preserve"> </w:t>
      </w:r>
      <w:r>
        <w:rPr>
          <w:rFonts w:hint="cs"/>
          <w:rtl/>
        </w:rPr>
        <w:t>شفا</w:t>
      </w:r>
      <w:r>
        <w:rPr>
          <w:rtl/>
        </w:rPr>
        <w:t xml:space="preserve"> للناس</w:t>
      </w:r>
    </w:p>
    <w:p w:rsidR="001F628F" w:rsidRDefault="001F628F" w:rsidP="001F628F">
      <w:pPr>
        <w:pStyle w:val="libNormal"/>
        <w:rPr>
          <w:rtl/>
        </w:rPr>
      </w:pPr>
      <w:r>
        <w:rPr>
          <w:rFonts w:hint="eastAsia"/>
          <w:rtl/>
        </w:rPr>
        <w:t>مذكورہ</w:t>
      </w:r>
      <w:r>
        <w:rPr>
          <w:rtl/>
        </w:rPr>
        <w:t xml:space="preserve"> تفسير اس وجہ سے ہے كہ خداوند عالم نے انسان كى بيمارى كى بہبود كو شہد جو كہ طبيعى طريقہ سے حاصل ہوتا ہے اور يہ خود اسباب طبيعت مي</w:t>
      </w:r>
      <w:r w:rsidR="00083993">
        <w:rPr>
          <w:rtl/>
        </w:rPr>
        <w:t xml:space="preserve">ں </w:t>
      </w:r>
      <w:r>
        <w:rPr>
          <w:rtl/>
        </w:rPr>
        <w:t>سے ہے قرارد يا ہے_</w:t>
      </w:r>
    </w:p>
    <w:p w:rsidR="001F628F" w:rsidRDefault="001F628F" w:rsidP="001F628F">
      <w:pPr>
        <w:pStyle w:val="libNormal"/>
        <w:rPr>
          <w:rtl/>
        </w:rPr>
      </w:pPr>
      <w:r>
        <w:rPr>
          <w:rtl/>
        </w:rPr>
        <w:t>17_ انسان ، عالم طبيعت كے ديگر موجودات كے مقابلہ مي</w:t>
      </w:r>
      <w:r w:rsidR="00083993">
        <w:rPr>
          <w:rtl/>
        </w:rPr>
        <w:t xml:space="preserve">ں </w:t>
      </w:r>
      <w:r>
        <w:rPr>
          <w:rtl/>
        </w:rPr>
        <w:t>ايك خاص مقام و منزلت كا حامل ہے _</w:t>
      </w:r>
    </w:p>
    <w:p w:rsidR="001F628F" w:rsidRDefault="001F628F" w:rsidP="00CD2824">
      <w:pPr>
        <w:pStyle w:val="libArabic"/>
        <w:rPr>
          <w:rtl/>
        </w:rPr>
      </w:pPr>
      <w:r>
        <w:rPr>
          <w:rFonts w:hint="eastAsia"/>
          <w:rtl/>
        </w:rPr>
        <w:t>ان</w:t>
      </w:r>
      <w:r>
        <w:rPr>
          <w:rtl/>
        </w:rPr>
        <w:t xml:space="preserve"> لكم فى الانعام لعبرة نسقيكم ...شراب مختلف الوان</w:t>
      </w:r>
      <w:r w:rsidR="00120F63" w:rsidRPr="00ED5DE8">
        <w:rPr>
          <w:rFonts w:hint="cs"/>
          <w:rtl/>
        </w:rPr>
        <w:t>ه</w:t>
      </w:r>
      <w:r>
        <w:rPr>
          <w:rtl/>
        </w:rPr>
        <w:t xml:space="preserve"> </w:t>
      </w:r>
      <w:r>
        <w:rPr>
          <w:rFonts w:hint="cs"/>
          <w:rtl/>
        </w:rPr>
        <w:t>في</w:t>
      </w:r>
      <w:r w:rsidR="00120F63" w:rsidRPr="00ED5DE8">
        <w:rPr>
          <w:rFonts w:hint="cs"/>
          <w:rtl/>
        </w:rPr>
        <w:t>ه</w:t>
      </w:r>
      <w:r>
        <w:rPr>
          <w:rtl/>
        </w:rPr>
        <w:t xml:space="preserve"> </w:t>
      </w:r>
      <w:r>
        <w:rPr>
          <w:rFonts w:hint="cs"/>
          <w:rtl/>
        </w:rPr>
        <w:t>شفا</w:t>
      </w:r>
      <w:r>
        <w:rPr>
          <w:rtl/>
        </w:rPr>
        <w:t xml:space="preserve"> للناس</w:t>
      </w:r>
    </w:p>
    <w:p w:rsidR="001F628F" w:rsidRDefault="001F628F" w:rsidP="001F628F">
      <w:pPr>
        <w:pStyle w:val="libNormal"/>
        <w:rPr>
          <w:rtl/>
        </w:rPr>
      </w:pPr>
      <w:r>
        <w:rPr>
          <w:rFonts w:hint="eastAsia"/>
          <w:rtl/>
        </w:rPr>
        <w:t>خداوند</w:t>
      </w:r>
      <w:r>
        <w:rPr>
          <w:rtl/>
        </w:rPr>
        <w:t xml:space="preserve"> عالم نے عالم طبيعت كے بہت سے موجودات جيسے اونٹ ، گائے گوسفند اور شہد كى مكھيو</w:t>
      </w:r>
      <w:r w:rsidR="00083993">
        <w:rPr>
          <w:rtl/>
        </w:rPr>
        <w:t xml:space="preserve">ں </w:t>
      </w:r>
      <w:r>
        <w:rPr>
          <w:rtl/>
        </w:rPr>
        <w:t>كو انسان كى بہر ہ مند ى كے ليے خلق كيا ہے يہ موضوع ممكن ہے كائنات مي</w:t>
      </w:r>
      <w:r w:rsidR="00083993">
        <w:rPr>
          <w:rtl/>
        </w:rPr>
        <w:t xml:space="preserve">ں </w:t>
      </w:r>
      <w:r>
        <w:rPr>
          <w:rtl/>
        </w:rPr>
        <w:t>انسان كى خصوصى شرافت و منزلت سے حكايت كررہا ہو_</w:t>
      </w:r>
    </w:p>
    <w:p w:rsidR="001F628F" w:rsidRDefault="001F628F" w:rsidP="001F628F">
      <w:pPr>
        <w:pStyle w:val="libNormal"/>
        <w:rPr>
          <w:rtl/>
        </w:rPr>
      </w:pPr>
      <w:r>
        <w:rPr>
          <w:rtl/>
        </w:rPr>
        <w:t>18_ شہد كى مكھيو</w:t>
      </w:r>
      <w:r w:rsidR="00083993">
        <w:rPr>
          <w:rtl/>
        </w:rPr>
        <w:t xml:space="preserve">ں </w:t>
      </w:r>
      <w:r>
        <w:rPr>
          <w:rtl/>
        </w:rPr>
        <w:t>كى زندگى مي</w:t>
      </w:r>
      <w:r w:rsidR="00083993">
        <w:rPr>
          <w:rtl/>
        </w:rPr>
        <w:t xml:space="preserve">ں </w:t>
      </w:r>
      <w:r>
        <w:rPr>
          <w:rtl/>
        </w:rPr>
        <w:t>صاحبان عقل و فكر كے ليے خدا كى شناخت پر اہم نشانى موجود ہے _</w:t>
      </w:r>
    </w:p>
    <w:p w:rsidR="001F628F" w:rsidRDefault="001F628F" w:rsidP="00CD2824">
      <w:pPr>
        <w:pStyle w:val="libArabic"/>
        <w:rPr>
          <w:rtl/>
        </w:rPr>
      </w:pPr>
      <w:r>
        <w:rPr>
          <w:rFonts w:hint="eastAsia"/>
          <w:rtl/>
        </w:rPr>
        <w:t>واوحى</w:t>
      </w:r>
      <w:r>
        <w:rPr>
          <w:rtl/>
        </w:rPr>
        <w:t xml:space="preserve"> ربّك الى النحل ...ان فى ذلك لدية لقوم يتفكرون</w:t>
      </w:r>
    </w:p>
    <w:p w:rsidR="001F628F" w:rsidRDefault="001F628F" w:rsidP="001F628F">
      <w:pPr>
        <w:pStyle w:val="libNormal"/>
        <w:rPr>
          <w:rtl/>
        </w:rPr>
      </w:pPr>
      <w:r>
        <w:rPr>
          <w:rtl/>
        </w:rPr>
        <w:t>19_ تفكر اور غور فكر ، حقائق كو صحيح درك كرنے اور آيات الہى سے بہرہ مند ى كى شرط ہے_</w:t>
      </w:r>
    </w:p>
    <w:p w:rsidR="001F628F" w:rsidRDefault="001F628F" w:rsidP="00CD2824">
      <w:pPr>
        <w:pStyle w:val="libArabic"/>
        <w:rPr>
          <w:rtl/>
        </w:rPr>
      </w:pPr>
      <w:r>
        <w:rPr>
          <w:rFonts w:hint="eastAsia"/>
          <w:rtl/>
        </w:rPr>
        <w:t>ان</w:t>
      </w:r>
      <w:r>
        <w:rPr>
          <w:rtl/>
        </w:rPr>
        <w:t xml:space="preserve"> فى ذلك لاية لقوم يتفكرون</w:t>
      </w:r>
    </w:p>
    <w:p w:rsidR="001F628F" w:rsidRDefault="001F628F" w:rsidP="001F628F">
      <w:pPr>
        <w:pStyle w:val="libNormal"/>
        <w:rPr>
          <w:rtl/>
        </w:rPr>
      </w:pPr>
      <w:r>
        <w:rPr>
          <w:rtl/>
        </w:rPr>
        <w:t>20_ خداوند عالم كا الہى حقائق كى شناخت كے ليے عالم طبيعت مي</w:t>
      </w:r>
      <w:r w:rsidR="00083993">
        <w:rPr>
          <w:rtl/>
        </w:rPr>
        <w:t xml:space="preserve">ں </w:t>
      </w:r>
      <w:r>
        <w:rPr>
          <w:rtl/>
        </w:rPr>
        <w:t>تفكر اور غور و فكر كى تشويق اور دعوت دينا_</w:t>
      </w:r>
    </w:p>
    <w:p w:rsidR="001F628F" w:rsidRDefault="001F628F" w:rsidP="00CD2824">
      <w:pPr>
        <w:pStyle w:val="libArabic"/>
        <w:rPr>
          <w:rtl/>
        </w:rPr>
      </w:pPr>
      <w:r>
        <w:rPr>
          <w:rFonts w:hint="eastAsia"/>
          <w:rtl/>
        </w:rPr>
        <w:t>ان</w:t>
      </w:r>
      <w:r>
        <w:rPr>
          <w:rtl/>
        </w:rPr>
        <w:t xml:space="preserve"> فى ذلك لاية لقوم يتفكرون</w:t>
      </w:r>
    </w:p>
    <w:p w:rsidR="001F628F" w:rsidRDefault="001F628F" w:rsidP="001F628F">
      <w:pPr>
        <w:pStyle w:val="libNormal"/>
        <w:rPr>
          <w:rtl/>
        </w:rPr>
      </w:pPr>
      <w:r>
        <w:rPr>
          <w:rtl/>
        </w:rPr>
        <w:t>21_عالم طبيعت مي</w:t>
      </w:r>
      <w:r w:rsidR="00083993">
        <w:rPr>
          <w:rtl/>
        </w:rPr>
        <w:t xml:space="preserve">ں </w:t>
      </w:r>
      <w:r>
        <w:rPr>
          <w:rtl/>
        </w:rPr>
        <w:t>غور و فكر اور تعقّل ، خداوند عالم كى شناخت اور كائنات كے حقائق كو درك كرنے كا راستہ ہے _</w:t>
      </w:r>
    </w:p>
    <w:p w:rsidR="001F628F" w:rsidRDefault="001F628F" w:rsidP="00CD2824">
      <w:pPr>
        <w:pStyle w:val="libArabic"/>
        <w:rPr>
          <w:rtl/>
        </w:rPr>
      </w:pPr>
      <w:r>
        <w:rPr>
          <w:rFonts w:hint="eastAsia"/>
          <w:rtl/>
        </w:rPr>
        <w:t>ان</w:t>
      </w:r>
      <w:r>
        <w:rPr>
          <w:rtl/>
        </w:rPr>
        <w:t xml:space="preserve"> فى ذلك لاية لقوم يتفكرون</w:t>
      </w:r>
    </w:p>
    <w:p w:rsidR="001F628F" w:rsidRDefault="001F628F" w:rsidP="001F628F">
      <w:pPr>
        <w:pStyle w:val="libNormal"/>
        <w:rPr>
          <w:rtl/>
        </w:rPr>
      </w:pPr>
      <w:r>
        <w:rPr>
          <w:rtl/>
        </w:rPr>
        <w:t xml:space="preserve">22_ </w:t>
      </w:r>
      <w:r w:rsidRPr="00CD2824">
        <w:rPr>
          <w:rStyle w:val="libArabicChar"/>
          <w:rtl/>
        </w:rPr>
        <w:t>''عن امير المؤمنين</w:t>
      </w:r>
      <w:r w:rsidR="00367F17" w:rsidRPr="00367F17">
        <w:rPr>
          <w:rStyle w:val="libAlaemChar"/>
          <w:rtl/>
        </w:rPr>
        <w:t xml:space="preserve"> عليه‌السلام </w:t>
      </w:r>
      <w:r w:rsidRPr="00CD2824">
        <w:rPr>
          <w:rStyle w:val="libArabicChar"/>
          <w:rtl/>
        </w:rPr>
        <w:t xml:space="preserve"> قال ...لعق العسل شفاء من كلّ داء قال الله تبارك و تعالي:''يخرج من بطون</w:t>
      </w:r>
      <w:r w:rsidR="00120F63" w:rsidRPr="00B2551F">
        <w:rPr>
          <w:rStyle w:val="libArabicChar"/>
          <w:rFonts w:hint="cs"/>
          <w:rtl/>
        </w:rPr>
        <w:t>ه</w:t>
      </w:r>
      <w:r w:rsidRPr="00CD2824">
        <w:rPr>
          <w:rStyle w:val="libArabicChar"/>
          <w:rFonts w:hint="cs"/>
          <w:rtl/>
        </w:rPr>
        <w:t>ا</w:t>
      </w:r>
      <w:r w:rsidRPr="00CD2824">
        <w:rPr>
          <w:rStyle w:val="libArabicChar"/>
          <w:rtl/>
        </w:rPr>
        <w:t xml:space="preserve"> </w:t>
      </w:r>
      <w:r w:rsidRPr="00CD2824">
        <w:rPr>
          <w:rStyle w:val="libArabicChar"/>
          <w:rFonts w:hint="cs"/>
          <w:rtl/>
        </w:rPr>
        <w:t>شراب</w:t>
      </w:r>
      <w:r w:rsidRPr="00CD2824">
        <w:rPr>
          <w:rStyle w:val="libArabicChar"/>
          <w:rtl/>
        </w:rPr>
        <w:t xml:space="preserve"> </w:t>
      </w:r>
      <w:r w:rsidRPr="00CD2824">
        <w:rPr>
          <w:rStyle w:val="libArabicChar"/>
          <w:rFonts w:hint="cs"/>
          <w:rtl/>
        </w:rPr>
        <w:t>مختلف</w:t>
      </w:r>
      <w:r w:rsidRPr="00CD2824">
        <w:rPr>
          <w:rStyle w:val="libArabicChar"/>
          <w:rtl/>
        </w:rPr>
        <w:t xml:space="preserve"> </w:t>
      </w:r>
      <w:r w:rsidRPr="00CD2824">
        <w:rPr>
          <w:rStyle w:val="libArabicChar"/>
          <w:rFonts w:hint="cs"/>
          <w:rtl/>
        </w:rPr>
        <w:t>الوان</w:t>
      </w:r>
      <w:r w:rsidR="00120F63" w:rsidRPr="00B2551F">
        <w:rPr>
          <w:rStyle w:val="libArabicChar"/>
          <w:rFonts w:hint="cs"/>
          <w:rtl/>
        </w:rPr>
        <w:t>ه</w:t>
      </w:r>
      <w:r w:rsidRPr="00CD2824">
        <w:rPr>
          <w:rStyle w:val="libArabicChar"/>
          <w:rtl/>
        </w:rPr>
        <w:t xml:space="preserve"> </w:t>
      </w:r>
      <w:r w:rsidRPr="00CD2824">
        <w:rPr>
          <w:rStyle w:val="libArabicChar"/>
          <w:rFonts w:hint="cs"/>
          <w:rtl/>
        </w:rPr>
        <w:t>في</w:t>
      </w:r>
      <w:r w:rsidR="00120F63" w:rsidRPr="00B2551F">
        <w:rPr>
          <w:rStyle w:val="libArabicChar"/>
          <w:rFonts w:hint="cs"/>
          <w:rtl/>
        </w:rPr>
        <w:t>ه</w:t>
      </w:r>
      <w:r w:rsidRPr="00CD2824">
        <w:rPr>
          <w:rStyle w:val="libArabicChar"/>
          <w:rtl/>
        </w:rPr>
        <w:t xml:space="preserve"> </w:t>
      </w:r>
      <w:r w:rsidRPr="00CD2824">
        <w:rPr>
          <w:rStyle w:val="libArabicChar"/>
          <w:rFonts w:hint="cs"/>
          <w:rtl/>
        </w:rPr>
        <w:t>شفاء</w:t>
      </w:r>
      <w:r w:rsidRPr="00CD2824">
        <w:rPr>
          <w:rStyle w:val="libArabicChar"/>
          <w:rtl/>
        </w:rPr>
        <w:t xml:space="preserve"> </w:t>
      </w:r>
      <w:r w:rsidRPr="00CD2824">
        <w:rPr>
          <w:rStyle w:val="libArabicChar"/>
          <w:rFonts w:hint="cs"/>
          <w:rtl/>
        </w:rPr>
        <w:t>للناس</w:t>
      </w:r>
      <w:r w:rsidRPr="00CD2824">
        <w:rPr>
          <w:rStyle w:val="libArabicChar"/>
          <w:rtl/>
        </w:rPr>
        <w:t xml:space="preserve">'' </w:t>
      </w:r>
      <w:r w:rsidRPr="00CD2824">
        <w:rPr>
          <w:rStyle w:val="libArabicChar"/>
          <w:rFonts w:hint="cs"/>
          <w:rtl/>
        </w:rPr>
        <w:t>و</w:t>
      </w:r>
      <w:r w:rsidR="00120F63" w:rsidRPr="00B2551F">
        <w:rPr>
          <w:rStyle w:val="libArabicChar"/>
          <w:rFonts w:hint="cs"/>
          <w:rtl/>
        </w:rPr>
        <w:t>ه</w:t>
      </w:r>
      <w:r w:rsidRPr="00CD2824">
        <w:rPr>
          <w:rStyle w:val="libArabicChar"/>
          <w:rFonts w:hint="cs"/>
          <w:rtl/>
        </w:rPr>
        <w:t>و</w:t>
      </w:r>
      <w:r w:rsidRPr="00CD2824">
        <w:rPr>
          <w:rStyle w:val="libArabicChar"/>
          <w:rtl/>
        </w:rPr>
        <w:t xml:space="preserve"> </w:t>
      </w:r>
      <w:r w:rsidRPr="00CD2824">
        <w:rPr>
          <w:rStyle w:val="libArabicChar"/>
          <w:rFonts w:hint="cs"/>
          <w:rtl/>
        </w:rPr>
        <w:t>مع</w:t>
      </w:r>
      <w:r w:rsidRPr="00CD2824">
        <w:rPr>
          <w:rStyle w:val="libArabicChar"/>
          <w:rtl/>
        </w:rPr>
        <w:t xml:space="preserve"> </w:t>
      </w:r>
      <w:r w:rsidRPr="00CD2824">
        <w:rPr>
          <w:rStyle w:val="libArabicChar"/>
          <w:rFonts w:hint="cs"/>
          <w:rtl/>
        </w:rPr>
        <w:t>قراء</w:t>
      </w:r>
      <w:r w:rsidRPr="00CD2824">
        <w:rPr>
          <w:rStyle w:val="libArabicChar"/>
          <w:rtl/>
        </w:rPr>
        <w:t xml:space="preserve"> </w:t>
      </w:r>
      <w:r w:rsidRPr="00CD2824">
        <w:rPr>
          <w:rStyle w:val="libArabicChar"/>
          <w:rFonts w:hint="cs"/>
          <w:rtl/>
        </w:rPr>
        <w:t>ة</w:t>
      </w:r>
      <w:r w:rsidRPr="00CD2824">
        <w:rPr>
          <w:rStyle w:val="libArabicChar"/>
          <w:rtl/>
        </w:rPr>
        <w:t xml:space="preserve"> </w:t>
      </w:r>
      <w:r w:rsidRPr="00CD2824">
        <w:rPr>
          <w:rStyle w:val="libArabicChar"/>
          <w:rFonts w:hint="cs"/>
          <w:rtl/>
        </w:rPr>
        <w:t>ا</w:t>
      </w:r>
      <w:r w:rsidRPr="00CD2824">
        <w:rPr>
          <w:rStyle w:val="libArabicChar"/>
          <w:rtl/>
        </w:rPr>
        <w:t>لقرآن</w:t>
      </w:r>
      <w:r>
        <w:rPr>
          <w:rtl/>
        </w:rPr>
        <w:t xml:space="preserve"> ...</w:t>
      </w:r>
      <w:r w:rsidRPr="00CD2824">
        <w:rPr>
          <w:rStyle w:val="libFootnotenumChar"/>
          <w:rtl/>
        </w:rPr>
        <w:t>(1)</w:t>
      </w:r>
    </w:p>
    <w:p w:rsidR="001F628F" w:rsidRDefault="001F628F" w:rsidP="001F628F">
      <w:pPr>
        <w:pStyle w:val="libNormal"/>
        <w:rPr>
          <w:rtl/>
        </w:rPr>
      </w:pPr>
      <w:r>
        <w:rPr>
          <w:rFonts w:hint="eastAsia"/>
          <w:rtl/>
        </w:rPr>
        <w:t>امير</w:t>
      </w:r>
      <w:r>
        <w:rPr>
          <w:rtl/>
        </w:rPr>
        <w:t xml:space="preserve"> المؤمنين </w:t>
      </w:r>
      <w:r w:rsidR="00367F17" w:rsidRPr="00367F17">
        <w:rPr>
          <w:rStyle w:val="libAlaemChar"/>
          <w:rtl/>
        </w:rPr>
        <w:t xml:space="preserve"> عليه‌السلام </w:t>
      </w:r>
      <w:r>
        <w:rPr>
          <w:rtl/>
        </w:rPr>
        <w:t xml:space="preserve"> سے روايت نقل ہوئي ہے كہ آپ</w:t>
      </w:r>
      <w:r w:rsidR="00367F17" w:rsidRPr="00367F17">
        <w:rPr>
          <w:rStyle w:val="libAlaemChar"/>
          <w:rtl/>
        </w:rPr>
        <w:t xml:space="preserve"> عليه‌السلام </w:t>
      </w:r>
    </w:p>
    <w:p w:rsidR="001F628F" w:rsidRDefault="00B84D3B" w:rsidP="00B84D3B">
      <w:pPr>
        <w:pStyle w:val="libLine"/>
        <w:rPr>
          <w:rtl/>
        </w:rPr>
      </w:pPr>
      <w:r>
        <w:rPr>
          <w:rtl/>
        </w:rPr>
        <w:t>____________________</w:t>
      </w:r>
    </w:p>
    <w:p w:rsidR="001F628F" w:rsidRDefault="001F628F" w:rsidP="00CD2824">
      <w:pPr>
        <w:pStyle w:val="libFootnote"/>
        <w:rPr>
          <w:rtl/>
        </w:rPr>
      </w:pPr>
      <w:r>
        <w:rPr>
          <w:rtl/>
        </w:rPr>
        <w:t>1) كافي، ج6 ،ص 332 ، ح2 ،نورالثقلين ، ج3 ، ص 66 ،ح139_</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نے</w:t>
      </w:r>
      <w:r>
        <w:rPr>
          <w:rtl/>
        </w:rPr>
        <w:t xml:space="preserve"> فرمايا: ايك انگشت كى مقدار مي</w:t>
      </w:r>
      <w:r w:rsidR="00083993">
        <w:rPr>
          <w:rtl/>
        </w:rPr>
        <w:t xml:space="preserve">ں </w:t>
      </w:r>
      <w:r>
        <w:rPr>
          <w:rtl/>
        </w:rPr>
        <w:t>شہد كھانا تمام بيماريو</w:t>
      </w:r>
      <w:r w:rsidR="00083993">
        <w:rPr>
          <w:rtl/>
        </w:rPr>
        <w:t xml:space="preserve">ں </w:t>
      </w:r>
      <w:r>
        <w:rPr>
          <w:rtl/>
        </w:rPr>
        <w:t xml:space="preserve">كے ليے شفاء ہے خداوند عالم نے فرمايا ہے </w:t>
      </w:r>
      <w:r w:rsidRPr="00CD2824">
        <w:rPr>
          <w:rStyle w:val="libArabicChar"/>
          <w:rtl/>
        </w:rPr>
        <w:t>''يخرج من بطون</w:t>
      </w:r>
      <w:r w:rsidR="00120F63" w:rsidRPr="00B2551F">
        <w:rPr>
          <w:rStyle w:val="libArabicChar"/>
          <w:rFonts w:hint="cs"/>
          <w:rtl/>
        </w:rPr>
        <w:t>ه</w:t>
      </w:r>
      <w:r w:rsidRPr="00CD2824">
        <w:rPr>
          <w:rStyle w:val="libArabicChar"/>
          <w:rFonts w:hint="cs"/>
          <w:rtl/>
        </w:rPr>
        <w:t>ا</w:t>
      </w:r>
      <w:r w:rsidRPr="00CD2824">
        <w:rPr>
          <w:rStyle w:val="libArabicChar"/>
          <w:rtl/>
        </w:rPr>
        <w:t xml:space="preserve"> </w:t>
      </w:r>
      <w:r w:rsidRPr="00CD2824">
        <w:rPr>
          <w:rStyle w:val="libArabicChar"/>
          <w:rFonts w:hint="cs"/>
          <w:rtl/>
        </w:rPr>
        <w:t>شرابٌ</w:t>
      </w:r>
      <w:r w:rsidRPr="00CD2824">
        <w:rPr>
          <w:rStyle w:val="libArabicChar"/>
          <w:rtl/>
        </w:rPr>
        <w:t xml:space="preserve"> </w:t>
      </w:r>
      <w:r w:rsidRPr="00CD2824">
        <w:rPr>
          <w:rStyle w:val="libArabicChar"/>
          <w:rFonts w:hint="cs"/>
          <w:rtl/>
        </w:rPr>
        <w:t>مختلف</w:t>
      </w:r>
      <w:r w:rsidRPr="00CD2824">
        <w:rPr>
          <w:rStyle w:val="libArabicChar"/>
          <w:rtl/>
        </w:rPr>
        <w:t xml:space="preserve"> </w:t>
      </w:r>
      <w:r w:rsidRPr="00CD2824">
        <w:rPr>
          <w:rStyle w:val="libArabicChar"/>
          <w:rFonts w:hint="cs"/>
          <w:rtl/>
        </w:rPr>
        <w:t>الوان</w:t>
      </w:r>
      <w:r w:rsidR="00120F63" w:rsidRPr="00B2551F">
        <w:rPr>
          <w:rStyle w:val="libArabicChar"/>
          <w:rFonts w:hint="cs"/>
          <w:rtl/>
        </w:rPr>
        <w:t>ه</w:t>
      </w:r>
      <w:r w:rsidRPr="00CD2824">
        <w:rPr>
          <w:rStyle w:val="libArabicChar"/>
          <w:rtl/>
        </w:rPr>
        <w:t xml:space="preserve"> </w:t>
      </w:r>
      <w:r w:rsidRPr="00CD2824">
        <w:rPr>
          <w:rStyle w:val="libArabicChar"/>
          <w:rFonts w:hint="cs"/>
          <w:rtl/>
        </w:rPr>
        <w:t>في</w:t>
      </w:r>
      <w:r w:rsidR="00120F63" w:rsidRPr="00B2551F">
        <w:rPr>
          <w:rStyle w:val="libArabicChar"/>
          <w:rFonts w:hint="cs"/>
          <w:rtl/>
        </w:rPr>
        <w:t>ه</w:t>
      </w:r>
      <w:r w:rsidRPr="00CD2824">
        <w:rPr>
          <w:rStyle w:val="libArabicChar"/>
          <w:rtl/>
        </w:rPr>
        <w:t xml:space="preserve"> </w:t>
      </w:r>
      <w:r w:rsidRPr="00CD2824">
        <w:rPr>
          <w:rStyle w:val="libArabicChar"/>
          <w:rFonts w:hint="cs"/>
          <w:rtl/>
        </w:rPr>
        <w:t>شفاء</w:t>
      </w:r>
      <w:r w:rsidRPr="00CD2824">
        <w:rPr>
          <w:rStyle w:val="libArabicChar"/>
          <w:rtl/>
        </w:rPr>
        <w:t xml:space="preserve"> </w:t>
      </w:r>
      <w:r w:rsidRPr="00CD2824">
        <w:rPr>
          <w:rStyle w:val="libArabicChar"/>
          <w:rFonts w:hint="cs"/>
          <w:rtl/>
        </w:rPr>
        <w:t>للناس</w:t>
      </w:r>
      <w:r w:rsidRPr="00CD2824">
        <w:rPr>
          <w:rStyle w:val="libArabicChar"/>
          <w:rtl/>
        </w:rPr>
        <w:t xml:space="preserve"> ''</w:t>
      </w:r>
      <w:r>
        <w:rPr>
          <w:rtl/>
        </w:rPr>
        <w:t xml:space="preserve"> يہ اس صورت مي</w:t>
      </w:r>
      <w:r w:rsidR="00083993">
        <w:rPr>
          <w:rtl/>
        </w:rPr>
        <w:t xml:space="preserve">ں </w:t>
      </w:r>
      <w:r>
        <w:rPr>
          <w:rtl/>
        </w:rPr>
        <w:t>ہے جب قرآن كى تلاوت بھى اس كے ساتھ ہو ...</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كا شفا دينا16; الله تعالى كا كردار 3; الله تعالى كى تقديري</w:t>
      </w:r>
      <w:r w:rsidR="00083993">
        <w:rPr>
          <w:rtl/>
        </w:rPr>
        <w:t xml:space="preserve">ں </w:t>
      </w:r>
      <w:r>
        <w:rPr>
          <w:rtl/>
        </w:rPr>
        <w:t>16 ; الله تعالى كى دعوتي</w:t>
      </w:r>
      <w:r w:rsidR="00083993">
        <w:rPr>
          <w:rtl/>
        </w:rPr>
        <w:t xml:space="preserve">ں </w:t>
      </w:r>
      <w:r>
        <w:rPr>
          <w:rtl/>
        </w:rPr>
        <w:t>20; الله تعالى كى ربوبيت كے آثار 7،8; خداشناسى كے دلائل 18،21</w:t>
      </w:r>
    </w:p>
    <w:p w:rsidR="001F628F" w:rsidRDefault="001F628F" w:rsidP="00CD2824">
      <w:pPr>
        <w:pStyle w:val="libNormal"/>
        <w:rPr>
          <w:rtl/>
        </w:rPr>
      </w:pPr>
      <w:r>
        <w:rPr>
          <w:rFonts w:hint="eastAsia"/>
          <w:rtl/>
        </w:rPr>
        <w:t>الله</w:t>
      </w:r>
      <w:r>
        <w:rPr>
          <w:rtl/>
        </w:rPr>
        <w:t xml:space="preserve"> تعالى كى نشانيا</w:t>
      </w:r>
      <w:r w:rsidR="00083993">
        <w:rPr>
          <w:rtl/>
        </w:rPr>
        <w:t xml:space="preserve">ں </w:t>
      </w:r>
      <w:r>
        <w:rPr>
          <w:rtl/>
        </w:rPr>
        <w:t>:</w:t>
      </w:r>
      <w:r>
        <w:rPr>
          <w:rFonts w:hint="eastAsia"/>
          <w:rtl/>
        </w:rPr>
        <w:t>الله</w:t>
      </w:r>
      <w:r>
        <w:rPr>
          <w:rtl/>
        </w:rPr>
        <w:t xml:space="preserve"> تعالى كى آفاقى نشانيا</w:t>
      </w:r>
      <w:r w:rsidR="00083993">
        <w:rPr>
          <w:rtl/>
        </w:rPr>
        <w:t xml:space="preserve">ں </w:t>
      </w:r>
      <w:r>
        <w:rPr>
          <w:rtl/>
        </w:rPr>
        <w:t>18; الله تعالى كى نشانيو</w:t>
      </w:r>
      <w:r w:rsidR="00083993">
        <w:rPr>
          <w:rtl/>
        </w:rPr>
        <w:t xml:space="preserve">ں </w:t>
      </w:r>
      <w:r>
        <w:rPr>
          <w:rtl/>
        </w:rPr>
        <w:t>سے استفادہ كرنے كے شرائط 19</w:t>
      </w:r>
    </w:p>
    <w:p w:rsidR="001F628F" w:rsidRDefault="001F628F" w:rsidP="00CD2824">
      <w:pPr>
        <w:pStyle w:val="libNormal"/>
        <w:rPr>
          <w:rtl/>
        </w:rPr>
      </w:pPr>
      <w:r>
        <w:rPr>
          <w:rFonts w:hint="eastAsia"/>
          <w:rtl/>
        </w:rPr>
        <w:t>اطاعت</w:t>
      </w:r>
      <w:r>
        <w:rPr>
          <w:rtl/>
        </w:rPr>
        <w:t>:</w:t>
      </w:r>
      <w:r>
        <w:rPr>
          <w:rFonts w:hint="eastAsia"/>
          <w:rtl/>
        </w:rPr>
        <w:t>الله</w:t>
      </w:r>
      <w:r>
        <w:rPr>
          <w:rtl/>
        </w:rPr>
        <w:t xml:space="preserve"> تعالى كى اطاعت كى اہميت 9</w:t>
      </w:r>
    </w:p>
    <w:p w:rsidR="001F628F" w:rsidRDefault="001F628F" w:rsidP="00CD2824">
      <w:pPr>
        <w:pStyle w:val="libNormal"/>
        <w:rPr>
          <w:rtl/>
        </w:rPr>
      </w:pPr>
      <w:r>
        <w:rPr>
          <w:rFonts w:hint="eastAsia"/>
          <w:rtl/>
        </w:rPr>
        <w:t>انسان</w:t>
      </w:r>
      <w:r>
        <w:rPr>
          <w:rtl/>
        </w:rPr>
        <w:t>:</w:t>
      </w:r>
      <w:r>
        <w:rPr>
          <w:rFonts w:hint="eastAsia"/>
          <w:rtl/>
        </w:rPr>
        <w:t>انسان</w:t>
      </w:r>
      <w:r>
        <w:rPr>
          <w:rtl/>
        </w:rPr>
        <w:t xml:space="preserve"> كے تسليم ہونے كے اسباب 8; انسان كے فضائل 15، 17</w:t>
      </w:r>
    </w:p>
    <w:p w:rsidR="001F628F" w:rsidRDefault="001F628F" w:rsidP="00CD2824">
      <w:pPr>
        <w:pStyle w:val="libNormal"/>
        <w:rPr>
          <w:rtl/>
        </w:rPr>
      </w:pPr>
      <w:r>
        <w:rPr>
          <w:rFonts w:hint="eastAsia"/>
          <w:rtl/>
        </w:rPr>
        <w:t>بيماري</w:t>
      </w:r>
      <w:r>
        <w:rPr>
          <w:rtl/>
        </w:rPr>
        <w:t>:</w:t>
      </w:r>
      <w:r>
        <w:rPr>
          <w:rFonts w:hint="eastAsia"/>
          <w:rtl/>
        </w:rPr>
        <w:t>بيمارى</w:t>
      </w:r>
      <w:r>
        <w:rPr>
          <w:rtl/>
        </w:rPr>
        <w:t xml:space="preserve"> سے شفا حاصل كرنے كے اسباب16</w:t>
      </w:r>
    </w:p>
    <w:p w:rsidR="001F628F" w:rsidRDefault="001F628F" w:rsidP="00CD2824">
      <w:pPr>
        <w:pStyle w:val="libNormal"/>
        <w:rPr>
          <w:rtl/>
        </w:rPr>
      </w:pPr>
      <w:r>
        <w:rPr>
          <w:rFonts w:hint="eastAsia"/>
          <w:rtl/>
        </w:rPr>
        <w:t>تفكر</w:t>
      </w:r>
      <w:r>
        <w:rPr>
          <w:rtl/>
        </w:rPr>
        <w:t>:</w:t>
      </w:r>
      <w:r>
        <w:rPr>
          <w:rFonts w:hint="eastAsia"/>
          <w:rtl/>
        </w:rPr>
        <w:t>تفكر</w:t>
      </w:r>
      <w:r>
        <w:rPr>
          <w:rtl/>
        </w:rPr>
        <w:t xml:space="preserve"> كى اہميت19; تفكر كى ترغيب20; تفكر كى دعوت 20; تفكر كے آثار 19; طبيعت مي</w:t>
      </w:r>
      <w:r w:rsidR="00083993">
        <w:rPr>
          <w:rtl/>
        </w:rPr>
        <w:t xml:space="preserve">ں </w:t>
      </w:r>
      <w:r>
        <w:rPr>
          <w:rtl/>
        </w:rPr>
        <w:t>تفكر 20; طبيعت مي</w:t>
      </w:r>
      <w:r w:rsidR="00083993">
        <w:rPr>
          <w:rtl/>
        </w:rPr>
        <w:t xml:space="preserve">ں </w:t>
      </w:r>
      <w:r>
        <w:rPr>
          <w:rtl/>
        </w:rPr>
        <w:t>تفكر كرنے كے آثار21</w:t>
      </w:r>
    </w:p>
    <w:p w:rsidR="001F628F" w:rsidRDefault="001F628F" w:rsidP="00CD2824">
      <w:pPr>
        <w:pStyle w:val="libNormal"/>
        <w:rPr>
          <w:rtl/>
        </w:rPr>
      </w:pPr>
      <w:r>
        <w:rPr>
          <w:rFonts w:hint="eastAsia"/>
          <w:rtl/>
        </w:rPr>
        <w:t>حقائق</w:t>
      </w:r>
      <w:r>
        <w:rPr>
          <w:rtl/>
        </w:rPr>
        <w:t>:</w:t>
      </w:r>
      <w:r>
        <w:rPr>
          <w:rFonts w:hint="eastAsia"/>
          <w:rtl/>
        </w:rPr>
        <w:t>حقائق</w:t>
      </w:r>
      <w:r>
        <w:rPr>
          <w:rtl/>
        </w:rPr>
        <w:t xml:space="preserve"> كو درك كرنے كى روش21; حقائق كو درك كرنے كے شرائط19; حقائق كى تشخيص كى اہميت 20</w:t>
      </w:r>
    </w:p>
    <w:p w:rsidR="001F628F" w:rsidRDefault="001F628F" w:rsidP="001F628F">
      <w:pPr>
        <w:pStyle w:val="libNormal"/>
        <w:rPr>
          <w:rtl/>
        </w:rPr>
      </w:pPr>
      <w:r>
        <w:rPr>
          <w:rFonts w:hint="eastAsia"/>
          <w:rtl/>
        </w:rPr>
        <w:t>روايت</w:t>
      </w:r>
      <w:r>
        <w:rPr>
          <w:rtl/>
        </w:rPr>
        <w:t>:22</w:t>
      </w:r>
    </w:p>
    <w:p w:rsidR="001F628F" w:rsidRDefault="001F628F" w:rsidP="00CD2824">
      <w:pPr>
        <w:pStyle w:val="libNormal"/>
        <w:rPr>
          <w:rtl/>
        </w:rPr>
      </w:pPr>
      <w:r>
        <w:rPr>
          <w:rFonts w:hint="eastAsia"/>
          <w:rtl/>
        </w:rPr>
        <w:t>شناخت</w:t>
      </w:r>
      <w:r>
        <w:rPr>
          <w:rtl/>
        </w:rPr>
        <w:t>:</w:t>
      </w:r>
      <w:r>
        <w:rPr>
          <w:rFonts w:hint="eastAsia"/>
          <w:rtl/>
        </w:rPr>
        <w:t>شناخت</w:t>
      </w:r>
      <w:r>
        <w:rPr>
          <w:rtl/>
        </w:rPr>
        <w:t xml:space="preserve"> كے وسائل20</w:t>
      </w:r>
    </w:p>
    <w:p w:rsidR="001F628F" w:rsidRDefault="001F628F" w:rsidP="00CD2824">
      <w:pPr>
        <w:pStyle w:val="libNormal"/>
        <w:rPr>
          <w:rtl/>
        </w:rPr>
      </w:pPr>
      <w:r>
        <w:rPr>
          <w:rFonts w:hint="eastAsia"/>
          <w:rtl/>
        </w:rPr>
        <w:t>شہد</w:t>
      </w:r>
      <w:r>
        <w:rPr>
          <w:rtl/>
        </w:rPr>
        <w:t>:</w:t>
      </w:r>
      <w:r>
        <w:rPr>
          <w:rFonts w:hint="eastAsia"/>
          <w:rtl/>
        </w:rPr>
        <w:t>شہد</w:t>
      </w:r>
      <w:r>
        <w:rPr>
          <w:rtl/>
        </w:rPr>
        <w:t xml:space="preserve"> بنانے كا سرچشمہ7; شہد سے استفادہ كرنے كى ترغيب 14; شہد كا شفا بخش ہونا 13،22; شہد كا مختلف رنگو</w:t>
      </w:r>
      <w:r w:rsidR="00083993">
        <w:rPr>
          <w:rtl/>
        </w:rPr>
        <w:t xml:space="preserve">ں </w:t>
      </w:r>
      <w:r>
        <w:rPr>
          <w:rtl/>
        </w:rPr>
        <w:t>مي</w:t>
      </w:r>
      <w:r w:rsidR="00083993">
        <w:rPr>
          <w:rtl/>
        </w:rPr>
        <w:t xml:space="preserve">ں </w:t>
      </w:r>
      <w:r>
        <w:rPr>
          <w:rtl/>
        </w:rPr>
        <w:t>ہونا 11;شہد كو بنانے كى جگہ 10; شہد كے فوائد13; شہد كے مختلف رنگو</w:t>
      </w:r>
      <w:r w:rsidR="00083993">
        <w:rPr>
          <w:rtl/>
        </w:rPr>
        <w:t xml:space="preserve">ں </w:t>
      </w:r>
      <w:r>
        <w:rPr>
          <w:rtl/>
        </w:rPr>
        <w:t>مي</w:t>
      </w:r>
      <w:r w:rsidR="00083993">
        <w:rPr>
          <w:rtl/>
        </w:rPr>
        <w:t xml:space="preserve">ں </w:t>
      </w:r>
      <w:r>
        <w:rPr>
          <w:rtl/>
        </w:rPr>
        <w:t>ہونے كا سرچشمہ12</w:t>
      </w:r>
    </w:p>
    <w:p w:rsidR="001F628F" w:rsidRDefault="001F628F" w:rsidP="00CD2824">
      <w:pPr>
        <w:pStyle w:val="libNormal"/>
        <w:rPr>
          <w:rtl/>
        </w:rPr>
      </w:pPr>
      <w:r>
        <w:rPr>
          <w:rFonts w:hint="eastAsia"/>
          <w:rtl/>
        </w:rPr>
        <w:t>شہد</w:t>
      </w:r>
      <w:r>
        <w:rPr>
          <w:rtl/>
        </w:rPr>
        <w:t xml:space="preserve"> كى مكھي:</w:t>
      </w:r>
      <w:r>
        <w:rPr>
          <w:rFonts w:hint="eastAsia"/>
          <w:rtl/>
        </w:rPr>
        <w:t>شہد</w:t>
      </w:r>
      <w:r>
        <w:rPr>
          <w:rtl/>
        </w:rPr>
        <w:t xml:space="preserve"> كى مكھى سے استفادہ كرنا 15; شہد كى مكھى كا تسليم ہونا4،5;شہد كى مكھى كو الہام 1،4،5; شہد كى مكھى كى حركت كا سرچشمہ 4،7; شہد كى مكھى كى خصوصيات 10; شہد كى مكھى كى زندگى كا سرچشمہ7; شہد كى مكھى كى زندگى كا مطالعہ كرنے كے آثار 18; شہد كى مكھى كى زندگى كى </w:t>
      </w:r>
      <w:r>
        <w:rPr>
          <w:rFonts w:hint="eastAsia"/>
          <w:rtl/>
        </w:rPr>
        <w:t>روش</w:t>
      </w:r>
      <w:r>
        <w:rPr>
          <w:rtl/>
        </w:rPr>
        <w:t>3،6; شہد كى مكھى كى غذا 1،2،12; شہد كى مكھى كى غذا كا سرچشمہ 7; شہد</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كى</w:t>
      </w:r>
      <w:r>
        <w:rPr>
          <w:rtl/>
        </w:rPr>
        <w:t xml:space="preserve"> مكھى كے چھتا بنانے كا سرچشمہ7 ;شہد كى مكھى كے فوائد22</w:t>
      </w:r>
    </w:p>
    <w:p w:rsidR="001F628F" w:rsidRDefault="001F628F" w:rsidP="00CD2824">
      <w:pPr>
        <w:pStyle w:val="libNormal"/>
        <w:rPr>
          <w:rtl/>
        </w:rPr>
      </w:pPr>
      <w:r>
        <w:rPr>
          <w:rFonts w:hint="eastAsia"/>
          <w:rtl/>
        </w:rPr>
        <w:t>طبيعى</w:t>
      </w:r>
      <w:r>
        <w:rPr>
          <w:rtl/>
        </w:rPr>
        <w:t xml:space="preserve"> اسباب:</w:t>
      </w:r>
      <w:r>
        <w:rPr>
          <w:rFonts w:hint="eastAsia"/>
          <w:rtl/>
        </w:rPr>
        <w:t>طبيعى</w:t>
      </w:r>
      <w:r>
        <w:rPr>
          <w:rtl/>
        </w:rPr>
        <w:t xml:space="preserve"> اسباب كا كردار16</w:t>
      </w:r>
    </w:p>
    <w:p w:rsidR="001F628F" w:rsidRDefault="001F628F" w:rsidP="00CD2824">
      <w:pPr>
        <w:pStyle w:val="libNormal"/>
        <w:rPr>
          <w:rtl/>
        </w:rPr>
      </w:pPr>
      <w:r>
        <w:rPr>
          <w:rFonts w:hint="eastAsia"/>
          <w:rtl/>
        </w:rPr>
        <w:t>طبيعت</w:t>
      </w:r>
      <w:r>
        <w:rPr>
          <w:rtl/>
        </w:rPr>
        <w:t>:</w:t>
      </w:r>
      <w:r>
        <w:rPr>
          <w:rFonts w:hint="eastAsia"/>
          <w:rtl/>
        </w:rPr>
        <w:t>طبيعت</w:t>
      </w:r>
      <w:r>
        <w:rPr>
          <w:rtl/>
        </w:rPr>
        <w:t xml:space="preserve"> سے استفادہ كرنا15</w:t>
      </w:r>
    </w:p>
    <w:p w:rsidR="001F628F" w:rsidRDefault="001F628F" w:rsidP="00CD2824">
      <w:pPr>
        <w:pStyle w:val="libNormal"/>
        <w:rPr>
          <w:rtl/>
        </w:rPr>
      </w:pPr>
      <w:r>
        <w:rPr>
          <w:rFonts w:hint="eastAsia"/>
          <w:rtl/>
        </w:rPr>
        <w:t>غذا</w:t>
      </w:r>
      <w:r>
        <w:rPr>
          <w:rtl/>
        </w:rPr>
        <w:t>:</w:t>
      </w:r>
      <w:r>
        <w:rPr>
          <w:rFonts w:hint="eastAsia"/>
          <w:rtl/>
        </w:rPr>
        <w:t>پھل</w:t>
      </w:r>
      <w:r>
        <w:rPr>
          <w:rtl/>
        </w:rPr>
        <w:t xml:space="preserve"> سے غذا 1،2; پھول سے غذا 1; شگوفہ سے</w:t>
      </w:r>
    </w:p>
    <w:p w:rsidR="001F628F" w:rsidRDefault="001F628F" w:rsidP="001F628F">
      <w:pPr>
        <w:pStyle w:val="libNormal"/>
        <w:rPr>
          <w:rtl/>
        </w:rPr>
      </w:pPr>
      <w:r>
        <w:rPr>
          <w:rFonts w:hint="eastAsia"/>
          <w:rtl/>
        </w:rPr>
        <w:t>غذا</w:t>
      </w:r>
      <w:r>
        <w:rPr>
          <w:rtl/>
        </w:rPr>
        <w:t xml:space="preserve"> 1،2; غذا كے منابع2</w:t>
      </w:r>
    </w:p>
    <w:p w:rsidR="001F628F" w:rsidRDefault="001F628F" w:rsidP="00CD2824">
      <w:pPr>
        <w:pStyle w:val="libNormal"/>
        <w:rPr>
          <w:rtl/>
        </w:rPr>
      </w:pPr>
      <w:r>
        <w:rPr>
          <w:rFonts w:hint="eastAsia"/>
          <w:rtl/>
        </w:rPr>
        <w:t>كائنات</w:t>
      </w:r>
      <w:r>
        <w:rPr>
          <w:rtl/>
        </w:rPr>
        <w:t>:</w:t>
      </w:r>
      <w:r>
        <w:rPr>
          <w:rFonts w:hint="eastAsia"/>
          <w:rtl/>
        </w:rPr>
        <w:t>كائنات</w:t>
      </w:r>
      <w:r>
        <w:rPr>
          <w:rtl/>
        </w:rPr>
        <w:t xml:space="preserve"> كے تسليم ہونے كے اسباب 8</w:t>
      </w:r>
    </w:p>
    <w:p w:rsidR="001F628F" w:rsidRDefault="001F628F" w:rsidP="00CD2824">
      <w:pPr>
        <w:pStyle w:val="libNormal"/>
        <w:rPr>
          <w:rtl/>
        </w:rPr>
      </w:pPr>
      <w:r>
        <w:rPr>
          <w:rFonts w:hint="eastAsia"/>
          <w:rtl/>
        </w:rPr>
        <w:t>گياہ</w:t>
      </w:r>
      <w:r>
        <w:rPr>
          <w:rtl/>
        </w:rPr>
        <w:t>:</w:t>
      </w:r>
      <w:r>
        <w:rPr>
          <w:rFonts w:hint="eastAsia"/>
          <w:rtl/>
        </w:rPr>
        <w:t>گياہ</w:t>
      </w:r>
      <w:r>
        <w:rPr>
          <w:rtl/>
        </w:rPr>
        <w:t xml:space="preserve"> كے متنوع رنگ كے آثار 12</w:t>
      </w:r>
    </w:p>
    <w:p w:rsidR="001F628F" w:rsidRDefault="001F628F" w:rsidP="00CD2824">
      <w:pPr>
        <w:pStyle w:val="libNormal"/>
        <w:rPr>
          <w:rtl/>
        </w:rPr>
      </w:pPr>
      <w:r>
        <w:rPr>
          <w:rFonts w:hint="eastAsia"/>
          <w:rtl/>
        </w:rPr>
        <w:t>نعمت</w:t>
      </w:r>
      <w:r>
        <w:rPr>
          <w:rtl/>
        </w:rPr>
        <w:t>:</w:t>
      </w:r>
      <w:r>
        <w:rPr>
          <w:rFonts w:hint="eastAsia"/>
          <w:rtl/>
        </w:rPr>
        <w:t>نعمت</w:t>
      </w:r>
      <w:r>
        <w:rPr>
          <w:rtl/>
        </w:rPr>
        <w:t xml:space="preserve"> سے استفادہ كرنے كى كيفيت9</w:t>
      </w:r>
    </w:p>
    <w:p w:rsidR="001F628F" w:rsidRDefault="00CD2824" w:rsidP="00CD2824">
      <w:pPr>
        <w:pStyle w:val="Heading2Center"/>
        <w:rPr>
          <w:rtl/>
        </w:rPr>
      </w:pPr>
      <w:bookmarkStart w:id="216" w:name="_Toc28081894"/>
      <w:r>
        <w:rPr>
          <w:rFonts w:hint="cs"/>
          <w:rtl/>
        </w:rPr>
        <w:t>آیت 70</w:t>
      </w:r>
      <w:bookmarkEnd w:id="216"/>
    </w:p>
    <w:p w:rsidR="001F628F" w:rsidRDefault="00E260F9" w:rsidP="00CD2824">
      <w:pPr>
        <w:pStyle w:val="libNormal"/>
        <w:rPr>
          <w:rtl/>
        </w:rPr>
      </w:pPr>
      <w:r w:rsidRPr="00E260F9">
        <w:rPr>
          <w:rStyle w:val="libAlaemChar"/>
          <w:rFonts w:hint="eastAsia"/>
          <w:rtl/>
        </w:rPr>
        <w:t>(</w:t>
      </w:r>
      <w:r w:rsidRPr="00CD2824">
        <w:rPr>
          <w:rStyle w:val="libAieChar"/>
          <w:rFonts w:hint="eastAsia"/>
          <w:rtl/>
        </w:rPr>
        <w:t>وَاللّهُ</w:t>
      </w:r>
      <w:r w:rsidRPr="00CD2824">
        <w:rPr>
          <w:rStyle w:val="libAieChar"/>
          <w:rtl/>
        </w:rPr>
        <w:t xml:space="preserve"> خَلَقَكُمْ ثُمَّ يَتَوَفَّاكُمْ وَمِنكُم مَّن يُرَدُّ إِلَى أَرْذَلِ الْعُمُرِ لِكَيْ لاَ يَعْلَمَ بَعْدَ عِلْمٍ شَيْئاً إِنَّ اللّهَ عَلِيمٌ قَدِيرٌ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تمھي</w:t>
      </w:r>
      <w:r w:rsidR="00083993">
        <w:rPr>
          <w:rtl/>
        </w:rPr>
        <w:t xml:space="preserve">ں </w:t>
      </w:r>
      <w:r>
        <w:rPr>
          <w:rtl/>
        </w:rPr>
        <w:t>پيدا كيا ہے پھر وہ ہى وفات ديتا ہے اور بعض لوگو</w:t>
      </w:r>
      <w:r w:rsidR="00083993">
        <w:rPr>
          <w:rtl/>
        </w:rPr>
        <w:t xml:space="preserve">ں </w:t>
      </w:r>
      <w:r>
        <w:rPr>
          <w:rtl/>
        </w:rPr>
        <w:t>كو اتنى بدترين عمر تك پلٹا ديا جاتا ہے كہ علم كے بعد بھى كچھ جاننے كے قابل نہ رہ جائي</w:t>
      </w:r>
      <w:r w:rsidR="00083993">
        <w:rPr>
          <w:rtl/>
        </w:rPr>
        <w:t xml:space="preserve">ں </w:t>
      </w:r>
      <w:r>
        <w:rPr>
          <w:rtl/>
        </w:rPr>
        <w:t>بيشك اللہ ہر شے كا جاننے والا اور ہر شے پر قدرت ركھنے والا ہے _</w:t>
      </w:r>
    </w:p>
    <w:p w:rsidR="001F628F" w:rsidRDefault="001F628F" w:rsidP="00CD2824">
      <w:pPr>
        <w:pStyle w:val="libNormal"/>
        <w:rPr>
          <w:rtl/>
        </w:rPr>
      </w:pPr>
      <w:r>
        <w:rPr>
          <w:rtl/>
        </w:rPr>
        <w:t>1_انسانو</w:t>
      </w:r>
      <w:r w:rsidR="00083993">
        <w:rPr>
          <w:rtl/>
        </w:rPr>
        <w:t xml:space="preserve">ں </w:t>
      </w:r>
      <w:r>
        <w:rPr>
          <w:rtl/>
        </w:rPr>
        <w:t>كى خلقت اور موت خداوندعالم كے اختيار مي</w:t>
      </w:r>
      <w:r w:rsidR="00083993">
        <w:rPr>
          <w:rtl/>
        </w:rPr>
        <w:t xml:space="preserve">ں </w:t>
      </w:r>
      <w:r>
        <w:rPr>
          <w:rtl/>
        </w:rPr>
        <w:t>ہے_</w:t>
      </w:r>
      <w:r w:rsidRPr="00CD2824">
        <w:rPr>
          <w:rStyle w:val="libArabicChar"/>
          <w:rFonts w:hint="eastAsia"/>
          <w:rtl/>
        </w:rPr>
        <w:t>واللّ</w:t>
      </w:r>
      <w:r w:rsidR="00120F63" w:rsidRPr="00B2551F">
        <w:rPr>
          <w:rStyle w:val="libArabicChar"/>
          <w:rFonts w:hint="cs"/>
          <w:rtl/>
        </w:rPr>
        <w:t>ه</w:t>
      </w:r>
      <w:r w:rsidRPr="00CD2824">
        <w:rPr>
          <w:rStyle w:val="libArabicChar"/>
          <w:rtl/>
        </w:rPr>
        <w:t xml:space="preserve"> خلقكم ثم </w:t>
      </w:r>
      <w:r w:rsidR="00F0350E" w:rsidRPr="00F0350E">
        <w:rPr>
          <w:rStyle w:val="libArabicChar"/>
          <w:rtl/>
        </w:rPr>
        <w:t>يتوفّاكم</w:t>
      </w:r>
    </w:p>
    <w:p w:rsidR="001F628F" w:rsidRDefault="001F628F" w:rsidP="001F628F">
      <w:pPr>
        <w:pStyle w:val="libNormal"/>
        <w:rPr>
          <w:rtl/>
        </w:rPr>
      </w:pPr>
      <w:r>
        <w:rPr>
          <w:rtl/>
        </w:rPr>
        <w:t>2_ موت، خداوند عالم كى طرف سے انسان كى مكمل طور پر روح كو قبض كرنا ہے نہ كہ اس كى نابودى مراد ہے_</w:t>
      </w:r>
    </w:p>
    <w:p w:rsidR="00CD2824" w:rsidRDefault="00CD2824" w:rsidP="00CD2824">
      <w:pPr>
        <w:pStyle w:val="libArabic"/>
        <w:rPr>
          <w:rtl/>
        </w:rPr>
      </w:pPr>
      <w:r>
        <w:rPr>
          <w:rFonts w:hint="eastAsia"/>
          <w:rtl/>
        </w:rPr>
        <w:t>واللّ</w:t>
      </w:r>
      <w:r w:rsidR="00120F63" w:rsidRPr="00ED5DE8">
        <w:rPr>
          <w:rFonts w:hint="cs"/>
          <w:rtl/>
        </w:rPr>
        <w:t>ه</w:t>
      </w:r>
      <w:r>
        <w:rPr>
          <w:rtl/>
        </w:rPr>
        <w:t xml:space="preserve"> خلقكم ثم </w:t>
      </w:r>
      <w:r w:rsidR="00F0350E" w:rsidRPr="00F0350E">
        <w:rPr>
          <w:rtl/>
        </w:rPr>
        <w:t>يتوفّاكم</w:t>
      </w:r>
    </w:p>
    <w:p w:rsidR="00CD2824" w:rsidRDefault="00CD2824" w:rsidP="00CD2824">
      <w:pPr>
        <w:pStyle w:val="libNormal"/>
        <w:rPr>
          <w:rtl/>
        </w:rPr>
      </w:pPr>
      <w:r>
        <w:rPr>
          <w:rFonts w:hint="eastAsia"/>
          <w:rtl/>
        </w:rPr>
        <w:t>بات</w:t>
      </w:r>
      <w:r>
        <w:rPr>
          <w:rtl/>
        </w:rPr>
        <w:t xml:space="preserve"> تفاعل سے ''توفّي'' كا معنى كسى چيز كو مكمل اور پورے طور پر لينا ہے واضح سى بات ہے كہ موت كے وقت انسان كا بدن زمين كے اوپر باقى رہ جاتا ہے اور خداوند عالم كى طرف سے قبض كى جانے والى چيز وہ حقيقت ہے جس كا نام روح ہے _</w:t>
      </w:r>
    </w:p>
    <w:p w:rsidR="00CD2824" w:rsidRDefault="00CD2824" w:rsidP="00CD2824">
      <w:pPr>
        <w:pStyle w:val="libNormal"/>
        <w:rPr>
          <w:rtl/>
        </w:rPr>
      </w:pPr>
      <w:r>
        <w:rPr>
          <w:rtl/>
        </w:rPr>
        <w:t>3_ انسان كى روح اس كى انسانى حقيقت اور ماہيت كو تشكيل دينے والى ہے_</w:t>
      </w:r>
      <w:r w:rsidRPr="00CD2824">
        <w:rPr>
          <w:rStyle w:val="libArabicChar"/>
          <w:rFonts w:hint="eastAsia"/>
          <w:rtl/>
        </w:rPr>
        <w:t>واللّ</w:t>
      </w:r>
      <w:r w:rsidR="00120F63" w:rsidRPr="00B2551F">
        <w:rPr>
          <w:rStyle w:val="libArabicChar"/>
          <w:rFonts w:hint="cs"/>
          <w:rtl/>
        </w:rPr>
        <w:t>ه</w:t>
      </w:r>
      <w:r w:rsidRPr="00CD2824">
        <w:rPr>
          <w:rStyle w:val="libArabicChar"/>
          <w:rtl/>
        </w:rPr>
        <w:t xml:space="preserve"> خلقكم ثم </w:t>
      </w:r>
      <w:r w:rsidR="00F0350E" w:rsidRPr="00F0350E">
        <w:rPr>
          <w:rStyle w:val="libArabicChar"/>
          <w:rtl/>
        </w:rPr>
        <w:t>يتوفّاكم</w:t>
      </w:r>
    </w:p>
    <w:p w:rsidR="00CD2824" w:rsidRDefault="001E7F9D" w:rsidP="00F73EDE">
      <w:pPr>
        <w:pStyle w:val="libPoemTini"/>
        <w:rPr>
          <w:rtl/>
        </w:rPr>
      </w:pPr>
      <w:r>
        <w:rPr>
          <w:rtl/>
        </w:rPr>
        <w:cr/>
      </w:r>
      <w:r>
        <w:rPr>
          <w:rtl/>
        </w:rPr>
        <w:br w:type="page"/>
      </w:r>
    </w:p>
    <w:p w:rsidR="001F628F" w:rsidRDefault="001F628F" w:rsidP="001F628F">
      <w:pPr>
        <w:pStyle w:val="libNormal"/>
        <w:rPr>
          <w:rtl/>
        </w:rPr>
      </w:pPr>
      <w:r>
        <w:rPr>
          <w:rFonts w:hint="eastAsia"/>
          <w:rtl/>
        </w:rPr>
        <w:lastRenderedPageBreak/>
        <w:t>مذكورہ</w:t>
      </w:r>
      <w:r>
        <w:rPr>
          <w:rtl/>
        </w:rPr>
        <w:t xml:space="preserve"> بالا مطلب اس بناء پر ہے جب موت كے وقت انسان كا جسم اس طرح باقى ہے اور وہ چيز خداوند عالم كے توسط سے قبض كى جائے گى وہ وہى روح ہے جسكو ضمير ''كم '' سے تعبير كيا گيا ہے_</w:t>
      </w:r>
    </w:p>
    <w:p w:rsidR="001F628F" w:rsidRDefault="001F628F" w:rsidP="00CD2824">
      <w:pPr>
        <w:pStyle w:val="libNormal"/>
        <w:rPr>
          <w:rtl/>
        </w:rPr>
      </w:pPr>
      <w:r>
        <w:rPr>
          <w:rtl/>
        </w:rPr>
        <w:t>4_ انسان كى زندگى كا آغاز ، ادارك اور جسم كے پست ترين مراتب سے ہوتا ہے اور بالآخر اس كى بازگشت اس نقطہ كى طرف ہوتى ہے_</w:t>
      </w:r>
      <w:r w:rsidRPr="00CD2824">
        <w:rPr>
          <w:rStyle w:val="libArabicChar"/>
          <w:rFonts w:hint="eastAsia"/>
          <w:rtl/>
        </w:rPr>
        <w:t>واللّ</w:t>
      </w:r>
      <w:r w:rsidR="00120F63" w:rsidRPr="00B2551F">
        <w:rPr>
          <w:rStyle w:val="libArabicChar"/>
          <w:rFonts w:hint="cs"/>
          <w:rtl/>
        </w:rPr>
        <w:t>ه</w:t>
      </w:r>
      <w:r w:rsidRPr="00CD2824">
        <w:rPr>
          <w:rStyle w:val="libArabicChar"/>
          <w:rtl/>
        </w:rPr>
        <w:t xml:space="preserve"> خلقكم ثم يتوفكم و منكم من يردّالى ارذل</w:t>
      </w:r>
    </w:p>
    <w:p w:rsidR="001F628F" w:rsidRDefault="001F628F" w:rsidP="001F628F">
      <w:pPr>
        <w:pStyle w:val="libNormal"/>
        <w:rPr>
          <w:rtl/>
        </w:rPr>
      </w:pPr>
      <w:r>
        <w:rPr>
          <w:rFonts w:hint="eastAsia"/>
          <w:rtl/>
        </w:rPr>
        <w:t>مادہ</w:t>
      </w:r>
      <w:r>
        <w:rPr>
          <w:rtl/>
        </w:rPr>
        <w:t xml:space="preserve"> ''يردّ'' مي</w:t>
      </w:r>
      <w:r w:rsidR="00083993">
        <w:rPr>
          <w:rtl/>
        </w:rPr>
        <w:t xml:space="preserve">ں </w:t>
      </w:r>
      <w:r>
        <w:rPr>
          <w:rtl/>
        </w:rPr>
        <w:t>بازگشت كا معنى مضمر ہے اس بناء پر يہ آيت اس بات پر دلالت كررہى ہے كہ ابتدا ء مي</w:t>
      </w:r>
      <w:r w:rsidR="00083993">
        <w:rPr>
          <w:rtl/>
        </w:rPr>
        <w:t xml:space="preserve">ں </w:t>
      </w:r>
      <w:r>
        <w:rPr>
          <w:rtl/>
        </w:rPr>
        <w:t>انسان نطفہ تھا پھر اس نے كمال كے سفر كو طے كيا او ر بالآخر اسى نقطہ آغاز كى طرف لوٹ جائے گا خداوند عالم نے اس ابتدائي نقطہ كوزندگى كے پست ترين نقطہ سے ياد كيا ہے_</w:t>
      </w:r>
    </w:p>
    <w:p w:rsidR="001F628F" w:rsidRDefault="001F628F" w:rsidP="001F628F">
      <w:pPr>
        <w:pStyle w:val="libNormal"/>
        <w:rPr>
          <w:rtl/>
        </w:rPr>
      </w:pPr>
      <w:r>
        <w:rPr>
          <w:rtl/>
        </w:rPr>
        <w:t>5_ بڑھاپے مي</w:t>
      </w:r>
      <w:r w:rsidR="00083993">
        <w:rPr>
          <w:rtl/>
        </w:rPr>
        <w:t xml:space="preserve">ں </w:t>
      </w:r>
      <w:r>
        <w:rPr>
          <w:rtl/>
        </w:rPr>
        <w:t>انسان كى جسمانى اور فكر ى قوتو</w:t>
      </w:r>
      <w:r w:rsidR="00083993">
        <w:rPr>
          <w:rtl/>
        </w:rPr>
        <w:t xml:space="preserve">ں </w:t>
      </w:r>
      <w:r>
        <w:rPr>
          <w:rtl/>
        </w:rPr>
        <w:t>كا ضعف ، تدبير الہى كے مقابلہ مي</w:t>
      </w:r>
      <w:r w:rsidR="00083993">
        <w:rPr>
          <w:rtl/>
        </w:rPr>
        <w:t xml:space="preserve">ں </w:t>
      </w:r>
      <w:r>
        <w:rPr>
          <w:rtl/>
        </w:rPr>
        <w:t>اس كے مغلوب ہونے كا جلوہ ہے_</w:t>
      </w:r>
    </w:p>
    <w:p w:rsidR="001F628F" w:rsidRDefault="001F628F" w:rsidP="00CD2824">
      <w:pPr>
        <w:pStyle w:val="libArabic"/>
        <w:rPr>
          <w:rtl/>
        </w:rPr>
      </w:pPr>
      <w:r>
        <w:rPr>
          <w:rFonts w:hint="eastAsia"/>
          <w:rtl/>
        </w:rPr>
        <w:t>ومنكم</w:t>
      </w:r>
      <w:r>
        <w:rPr>
          <w:rtl/>
        </w:rPr>
        <w:t xml:space="preserve"> من يردّ الى ارذل العمر</w:t>
      </w:r>
    </w:p>
    <w:p w:rsidR="001F628F" w:rsidRDefault="001F628F" w:rsidP="001F628F">
      <w:pPr>
        <w:pStyle w:val="libNormal"/>
        <w:rPr>
          <w:rtl/>
        </w:rPr>
      </w:pPr>
      <w:r>
        <w:rPr>
          <w:rFonts w:hint="eastAsia"/>
          <w:rtl/>
        </w:rPr>
        <w:t>خداوند</w:t>
      </w:r>
      <w:r>
        <w:rPr>
          <w:rtl/>
        </w:rPr>
        <w:t xml:space="preserve"> عالم كازمانہ توانائي كے بعد انسان كى ناتوانى كا ذكر كرنا، ممكن ہے تدبير الہى كے مقابلہ مي</w:t>
      </w:r>
      <w:r w:rsidR="00083993">
        <w:rPr>
          <w:rtl/>
        </w:rPr>
        <w:t xml:space="preserve">ں </w:t>
      </w:r>
      <w:r>
        <w:rPr>
          <w:rtl/>
        </w:rPr>
        <w:t>انسان كى مغلوبيت كى طرف اشارہ ہو كيو</w:t>
      </w:r>
      <w:r w:rsidR="00083993">
        <w:rPr>
          <w:rtl/>
        </w:rPr>
        <w:t xml:space="preserve">ں </w:t>
      </w:r>
      <w:r>
        <w:rPr>
          <w:rtl/>
        </w:rPr>
        <w:t>كہ كلمہ ''يرّد'' جو مجہول كى صورت مي</w:t>
      </w:r>
      <w:r w:rsidR="00083993">
        <w:rPr>
          <w:rtl/>
        </w:rPr>
        <w:t xml:space="preserve">ں </w:t>
      </w:r>
      <w:r>
        <w:rPr>
          <w:rtl/>
        </w:rPr>
        <w:t>آيا ہے انسان سے اختيار كى نفى كررہا ہے اور آيت مي</w:t>
      </w:r>
      <w:r w:rsidR="00083993">
        <w:rPr>
          <w:rtl/>
        </w:rPr>
        <w:t xml:space="preserve">ں </w:t>
      </w:r>
      <w:r>
        <w:rPr>
          <w:rtl/>
        </w:rPr>
        <w:t>''اللّہ خلقكم'' كى تعبير ممكن ہے اس چيز كى طرف اشارہ ہو كہ يہ بازگشت صرف اسى ذات كے اختيار مي</w:t>
      </w:r>
      <w:r w:rsidR="00083993">
        <w:rPr>
          <w:rtl/>
        </w:rPr>
        <w:t xml:space="preserve">ں </w:t>
      </w:r>
      <w:r>
        <w:rPr>
          <w:rtl/>
        </w:rPr>
        <w:t>ہے جس كے قبضہ قدرت مي</w:t>
      </w:r>
      <w:r w:rsidR="00083993">
        <w:rPr>
          <w:rtl/>
        </w:rPr>
        <w:t xml:space="preserve">ں </w:t>
      </w:r>
      <w:r>
        <w:rPr>
          <w:rtl/>
        </w:rPr>
        <w:t>زندگى اور موت ہے_</w:t>
      </w:r>
    </w:p>
    <w:p w:rsidR="001F628F" w:rsidRDefault="001F628F" w:rsidP="001F628F">
      <w:pPr>
        <w:pStyle w:val="libNormal"/>
        <w:rPr>
          <w:rtl/>
        </w:rPr>
      </w:pPr>
      <w:r>
        <w:rPr>
          <w:rtl/>
        </w:rPr>
        <w:t>6_ بعض انسان ، زندگى كے تمام مراحل مي</w:t>
      </w:r>
      <w:r w:rsidR="00083993">
        <w:rPr>
          <w:rtl/>
        </w:rPr>
        <w:t xml:space="preserve">ں </w:t>
      </w:r>
      <w:r>
        <w:rPr>
          <w:rtl/>
        </w:rPr>
        <w:t>اپنے علمى سرمايہ كى حفاظت كرنے سے عاجز ہي</w:t>
      </w:r>
      <w:r w:rsidR="00083993">
        <w:rPr>
          <w:rtl/>
        </w:rPr>
        <w:t xml:space="preserve">ں </w:t>
      </w:r>
      <w:r>
        <w:rPr>
          <w:rtl/>
        </w:rPr>
        <w:t>_</w:t>
      </w:r>
    </w:p>
    <w:p w:rsidR="001F628F" w:rsidRDefault="001F628F" w:rsidP="00CD2824">
      <w:pPr>
        <w:pStyle w:val="libArabic"/>
        <w:rPr>
          <w:rtl/>
        </w:rPr>
      </w:pPr>
      <w:r>
        <w:rPr>
          <w:rFonts w:hint="eastAsia"/>
          <w:rtl/>
        </w:rPr>
        <w:t>ومنكم</w:t>
      </w:r>
      <w:r>
        <w:rPr>
          <w:rtl/>
        </w:rPr>
        <w:t xml:space="preserve"> من يرّد الي ...لكى لا يعلم بعد علم شي</w:t>
      </w:r>
    </w:p>
    <w:p w:rsidR="001F628F" w:rsidRDefault="001F628F" w:rsidP="001F628F">
      <w:pPr>
        <w:pStyle w:val="libNormal"/>
        <w:rPr>
          <w:rtl/>
        </w:rPr>
      </w:pPr>
      <w:r>
        <w:rPr>
          <w:rtl/>
        </w:rPr>
        <w:t>7_ انسان كى زندگى كا پست ترين مرحلہ بڑھاپے كا وہ زمانہ ہے جس مي</w:t>
      </w:r>
      <w:r w:rsidR="00083993">
        <w:rPr>
          <w:rtl/>
        </w:rPr>
        <w:t xml:space="preserve">ں </w:t>
      </w:r>
      <w:r>
        <w:rPr>
          <w:rtl/>
        </w:rPr>
        <w:t>نادانى اور جہالت ہو _</w:t>
      </w:r>
    </w:p>
    <w:p w:rsidR="001F628F" w:rsidRDefault="001F628F" w:rsidP="00CD2824">
      <w:pPr>
        <w:pStyle w:val="libArabic"/>
        <w:rPr>
          <w:rtl/>
        </w:rPr>
      </w:pPr>
      <w:r>
        <w:rPr>
          <w:rFonts w:hint="eastAsia"/>
          <w:rtl/>
        </w:rPr>
        <w:t>ومنكم</w:t>
      </w:r>
      <w:r>
        <w:rPr>
          <w:rtl/>
        </w:rPr>
        <w:t xml:space="preserve"> من يرّد الى ارذل العمر لكى لا يعلم بعد علم شي</w:t>
      </w:r>
    </w:p>
    <w:p w:rsidR="001F628F" w:rsidRDefault="001F628F" w:rsidP="00CD2824">
      <w:pPr>
        <w:pStyle w:val="libNormal"/>
        <w:rPr>
          <w:rtl/>
        </w:rPr>
      </w:pPr>
      <w:r>
        <w:rPr>
          <w:rtl/>
        </w:rPr>
        <w:t>8_ كچھ انسانو</w:t>
      </w:r>
      <w:r w:rsidR="00083993">
        <w:rPr>
          <w:rtl/>
        </w:rPr>
        <w:t xml:space="preserve">ں </w:t>
      </w:r>
      <w:r>
        <w:rPr>
          <w:rtl/>
        </w:rPr>
        <w:t>پر بڑھا پا اس طرح آتاہے كہ وہ اپنے تمام علمى سرمايہ سے ہاتھ دھو بيٹھے ہي</w:t>
      </w:r>
      <w:r w:rsidR="00083993">
        <w:rPr>
          <w:rtl/>
        </w:rPr>
        <w:t xml:space="preserve">ں </w:t>
      </w:r>
      <w:r>
        <w:rPr>
          <w:rtl/>
        </w:rPr>
        <w:t>_</w:t>
      </w:r>
      <w:r w:rsidRPr="00CD2824">
        <w:rPr>
          <w:rStyle w:val="libArabicChar"/>
          <w:rFonts w:hint="eastAsia"/>
          <w:rtl/>
        </w:rPr>
        <w:t>ومنكم</w:t>
      </w:r>
      <w:r w:rsidRPr="00CD2824">
        <w:rPr>
          <w:rStyle w:val="libArabicChar"/>
          <w:rtl/>
        </w:rPr>
        <w:t xml:space="preserve"> ...</w:t>
      </w:r>
    </w:p>
    <w:p w:rsidR="00CD2824" w:rsidRDefault="001F628F" w:rsidP="00CD2824">
      <w:pPr>
        <w:pStyle w:val="libArabic"/>
        <w:rPr>
          <w:rtl/>
        </w:rPr>
      </w:pPr>
      <w:r>
        <w:rPr>
          <w:rtl/>
        </w:rPr>
        <w:t>9_ علم و آگاہى كے بغير زندگى پست اور بے قيمت ہے_</w:t>
      </w:r>
      <w:r w:rsidRPr="00CD2824">
        <w:rPr>
          <w:rStyle w:val="libArabicChar"/>
          <w:rFonts w:hint="eastAsia"/>
          <w:rtl/>
        </w:rPr>
        <w:t>من</w:t>
      </w:r>
      <w:r w:rsidRPr="00CD2824">
        <w:rPr>
          <w:rStyle w:val="libArabicChar"/>
          <w:rtl/>
        </w:rPr>
        <w:t xml:space="preserve"> يرّد إلى ارذل العمر لكى لا يعلم بعد علم</w:t>
      </w:r>
      <w:r w:rsidR="00CD2824" w:rsidRPr="00CD2824">
        <w:rPr>
          <w:rFonts w:hint="eastAsia"/>
          <w:rtl/>
        </w:rPr>
        <w:t xml:space="preserve"> </w:t>
      </w:r>
      <w:r w:rsidR="00CD2824">
        <w:rPr>
          <w:rFonts w:hint="eastAsia"/>
          <w:rtl/>
        </w:rPr>
        <w:t>شي</w:t>
      </w:r>
    </w:p>
    <w:p w:rsidR="00CD2824" w:rsidRDefault="00CD2824" w:rsidP="00CD2824">
      <w:pPr>
        <w:pStyle w:val="libNormal"/>
        <w:rPr>
          <w:rtl/>
        </w:rPr>
      </w:pPr>
      <w:r>
        <w:rPr>
          <w:rFonts w:hint="eastAsia"/>
          <w:rtl/>
        </w:rPr>
        <w:t>مذكورہ</w:t>
      </w:r>
      <w:r>
        <w:rPr>
          <w:rtl/>
        </w:rPr>
        <w:t xml:space="preserve"> تفسير اس نكتہ كى بناء پر ہے كہ خداوند عالم نے انسان كى لا علمى اور ہر قسم كى آگاہى سے محروميت كے مرحلہ كو پست ترين مرحلہ قرار ديا ہے_</w:t>
      </w:r>
    </w:p>
    <w:p w:rsidR="00CD2824" w:rsidRDefault="001E7F9D" w:rsidP="00F73EDE">
      <w:pPr>
        <w:pStyle w:val="libPoemTini"/>
        <w:rPr>
          <w:rtl/>
        </w:rPr>
      </w:pPr>
      <w:r>
        <w:rPr>
          <w:rtl/>
        </w:rPr>
        <w:br w:type="page"/>
      </w:r>
    </w:p>
    <w:p w:rsidR="001F628F" w:rsidRDefault="001F628F" w:rsidP="00CD2824">
      <w:pPr>
        <w:pStyle w:val="libNormal"/>
        <w:rPr>
          <w:rtl/>
        </w:rPr>
      </w:pPr>
      <w:r>
        <w:rPr>
          <w:rtl/>
        </w:rPr>
        <w:lastRenderedPageBreak/>
        <w:t>10_ خداوند عالم ، وسيع علم و قدرت كا مالك ہے_</w:t>
      </w:r>
      <w:r w:rsidRPr="00CD2824">
        <w:rPr>
          <w:rStyle w:val="libArabicChar"/>
          <w:rFonts w:hint="eastAsia"/>
          <w:rtl/>
        </w:rPr>
        <w:t>ان</w:t>
      </w:r>
      <w:r w:rsidRPr="00CD2824">
        <w:rPr>
          <w:rStyle w:val="libArabicChar"/>
          <w:rtl/>
        </w:rPr>
        <w:t xml:space="preserve"> ّ اللّ</w:t>
      </w:r>
      <w:r w:rsidR="00120F63" w:rsidRPr="00B2551F">
        <w:rPr>
          <w:rStyle w:val="libArabicChar"/>
          <w:rFonts w:hint="cs"/>
          <w:rtl/>
        </w:rPr>
        <w:t>ه</w:t>
      </w:r>
      <w:r w:rsidRPr="00CD2824">
        <w:rPr>
          <w:rStyle w:val="libArabicChar"/>
          <w:rtl/>
        </w:rPr>
        <w:t xml:space="preserve"> </w:t>
      </w:r>
      <w:r w:rsidRPr="00CD2824">
        <w:rPr>
          <w:rStyle w:val="libArabicChar"/>
          <w:rFonts w:hint="cs"/>
          <w:rtl/>
        </w:rPr>
        <w:t>علي</w:t>
      </w:r>
      <w:r w:rsidRPr="00CD2824">
        <w:rPr>
          <w:rStyle w:val="libArabicChar"/>
          <w:rtl/>
        </w:rPr>
        <w:t>م قدير</w:t>
      </w:r>
    </w:p>
    <w:p w:rsidR="001F628F" w:rsidRDefault="001F628F" w:rsidP="001F628F">
      <w:pPr>
        <w:pStyle w:val="libNormal"/>
        <w:rPr>
          <w:rtl/>
        </w:rPr>
      </w:pPr>
      <w:r>
        <w:rPr>
          <w:rtl/>
        </w:rPr>
        <w:t>11_خلقت ، موت او ر انسان كو علم عطا كرنا يا اس سے محروم كرنا ، علم و قدرت الہى كا جلوہ ہے_</w:t>
      </w:r>
    </w:p>
    <w:p w:rsidR="001F628F" w:rsidRDefault="001F628F" w:rsidP="00CD2824">
      <w:pPr>
        <w:pStyle w:val="libArabic"/>
        <w:rPr>
          <w:rtl/>
        </w:rPr>
      </w:pPr>
      <w:r>
        <w:rPr>
          <w:rFonts w:hint="eastAsia"/>
          <w:rtl/>
        </w:rPr>
        <w:t>واللّ</w:t>
      </w:r>
      <w:r w:rsidR="00120F63" w:rsidRPr="00ED5DE8">
        <w:rPr>
          <w:rFonts w:hint="cs"/>
          <w:rtl/>
        </w:rPr>
        <w:t>ه</w:t>
      </w:r>
      <w:r>
        <w:rPr>
          <w:rtl/>
        </w:rPr>
        <w:t xml:space="preserve"> خلقكم ثم </w:t>
      </w:r>
      <w:r w:rsidR="00F0350E" w:rsidRPr="00F0350E">
        <w:rPr>
          <w:rtl/>
        </w:rPr>
        <w:t>يتوفّاكم</w:t>
      </w:r>
      <w:r>
        <w:rPr>
          <w:rtl/>
        </w:rPr>
        <w:t xml:space="preserve"> ... ان اللّ</w:t>
      </w:r>
      <w:r w:rsidR="00120F63" w:rsidRPr="00ED5DE8">
        <w:rPr>
          <w:rFonts w:hint="cs"/>
          <w:rtl/>
        </w:rPr>
        <w:t>ه</w:t>
      </w:r>
      <w:r>
        <w:rPr>
          <w:rtl/>
        </w:rPr>
        <w:t xml:space="preserve"> </w:t>
      </w:r>
      <w:r>
        <w:rPr>
          <w:rFonts w:hint="cs"/>
          <w:rtl/>
        </w:rPr>
        <w:t>عليم</w:t>
      </w:r>
      <w:r>
        <w:rPr>
          <w:rtl/>
        </w:rPr>
        <w:t xml:space="preserve"> قدير</w:t>
      </w:r>
    </w:p>
    <w:p w:rsidR="001F628F" w:rsidRDefault="001F628F" w:rsidP="001F628F">
      <w:pPr>
        <w:pStyle w:val="libNormal"/>
        <w:rPr>
          <w:rtl/>
        </w:rPr>
      </w:pPr>
      <w:r>
        <w:rPr>
          <w:rtl/>
        </w:rPr>
        <w:t>12_ انسان كا علم و قدرت ناپائيدار اور خداوند عالم كى قدرت و علم جاودانى ہے_</w:t>
      </w:r>
    </w:p>
    <w:p w:rsidR="001F628F" w:rsidRDefault="001F628F" w:rsidP="00CD2824">
      <w:pPr>
        <w:pStyle w:val="libArabic"/>
        <w:rPr>
          <w:rtl/>
        </w:rPr>
      </w:pPr>
      <w:r>
        <w:rPr>
          <w:rFonts w:hint="eastAsia"/>
          <w:rtl/>
        </w:rPr>
        <w:t>ومنكم</w:t>
      </w:r>
      <w:r>
        <w:rPr>
          <w:rtl/>
        </w:rPr>
        <w:t xml:space="preserve"> من يرّد الى ارذل العمر لكى لا يعلم بعد علم شياً ان اللّ</w:t>
      </w:r>
      <w:r w:rsidR="00120F63" w:rsidRPr="00ED5DE8">
        <w:rPr>
          <w:rFonts w:hint="cs"/>
          <w:rtl/>
        </w:rPr>
        <w:t>ه</w:t>
      </w:r>
      <w:r>
        <w:rPr>
          <w:rtl/>
        </w:rPr>
        <w:t xml:space="preserve"> </w:t>
      </w:r>
      <w:r>
        <w:rPr>
          <w:rFonts w:hint="cs"/>
          <w:rtl/>
        </w:rPr>
        <w:t>عليم</w:t>
      </w:r>
      <w:r>
        <w:rPr>
          <w:rtl/>
        </w:rPr>
        <w:t xml:space="preserve"> قدير</w:t>
      </w:r>
    </w:p>
    <w:p w:rsidR="001F628F" w:rsidRDefault="001F628F" w:rsidP="001F628F">
      <w:pPr>
        <w:pStyle w:val="libNormal"/>
        <w:rPr>
          <w:rtl/>
        </w:rPr>
      </w:pPr>
      <w:r>
        <w:rPr>
          <w:rtl/>
        </w:rPr>
        <w:t xml:space="preserve">13_ </w:t>
      </w:r>
      <w:r w:rsidRPr="00CD2824">
        <w:rPr>
          <w:rStyle w:val="libArabicChar"/>
          <w:rtl/>
        </w:rPr>
        <w:t>''عن ابى جعفر</w:t>
      </w:r>
      <w:r w:rsidR="00367F17" w:rsidRPr="00367F17">
        <w:rPr>
          <w:rStyle w:val="libAlaemChar"/>
          <w:rtl/>
        </w:rPr>
        <w:t xml:space="preserve"> عليه‌السلام </w:t>
      </w:r>
      <w:r w:rsidRPr="00CD2824">
        <w:rPr>
          <w:rStyle w:val="libArabicChar"/>
          <w:rtl/>
        </w:rPr>
        <w:t xml:space="preserve"> اذا بلغ العبد</w:t>
      </w:r>
      <w:r w:rsidR="00630A2A" w:rsidRPr="00630A2A">
        <w:rPr>
          <w:rStyle w:val="libArabicChar"/>
          <w:rtl/>
        </w:rPr>
        <w:t xml:space="preserve"> ماء</w:t>
      </w:r>
      <w:r w:rsidRPr="00CD2824">
        <w:rPr>
          <w:rStyle w:val="libArabicChar"/>
          <w:rtl/>
        </w:rPr>
        <w:t>ة من</w:t>
      </w:r>
      <w:r w:rsidR="00120F63" w:rsidRPr="00B2551F">
        <w:rPr>
          <w:rStyle w:val="libArabicChar"/>
          <w:rFonts w:hint="cs"/>
          <w:rtl/>
        </w:rPr>
        <w:t>ه</w:t>
      </w:r>
      <w:r w:rsidRPr="00CD2824">
        <w:rPr>
          <w:rStyle w:val="libArabicChar"/>
          <w:rtl/>
        </w:rPr>
        <w:t xml:space="preserve"> </w:t>
      </w:r>
      <w:r w:rsidRPr="00CD2824">
        <w:rPr>
          <w:rStyle w:val="libArabicChar"/>
          <w:rFonts w:hint="cs"/>
          <w:rtl/>
        </w:rPr>
        <w:t>فذلك</w:t>
      </w:r>
      <w:r w:rsidRPr="00CD2824">
        <w:rPr>
          <w:rStyle w:val="libArabicChar"/>
          <w:rtl/>
        </w:rPr>
        <w:t xml:space="preserve"> </w:t>
      </w:r>
      <w:r w:rsidRPr="00CD2824">
        <w:rPr>
          <w:rStyle w:val="libArabicChar"/>
          <w:rFonts w:hint="cs"/>
          <w:rtl/>
        </w:rPr>
        <w:t>ارذل</w:t>
      </w:r>
      <w:r w:rsidRPr="00CD2824">
        <w:rPr>
          <w:rStyle w:val="libArabicChar"/>
          <w:rtl/>
        </w:rPr>
        <w:t xml:space="preserve"> </w:t>
      </w:r>
      <w:r w:rsidRPr="00CD2824">
        <w:rPr>
          <w:rStyle w:val="libArabicChar"/>
          <w:rFonts w:hint="cs"/>
          <w:rtl/>
        </w:rPr>
        <w:t>العمر</w:t>
      </w:r>
      <w:r w:rsidRPr="00CD2824">
        <w:rPr>
          <w:rStyle w:val="libArabicChar"/>
          <w:rtl/>
        </w:rPr>
        <w:t>''</w:t>
      </w:r>
      <w:r w:rsidRPr="00CD2824">
        <w:rPr>
          <w:rStyle w:val="libFootnotenumChar"/>
          <w:rtl/>
        </w:rPr>
        <w:t>(1)</w:t>
      </w:r>
    </w:p>
    <w:p w:rsidR="001F628F" w:rsidRDefault="001F628F" w:rsidP="001F628F">
      <w:pPr>
        <w:pStyle w:val="libNormal"/>
        <w:rPr>
          <w:rtl/>
        </w:rPr>
      </w:pPr>
      <w:r>
        <w:rPr>
          <w:rFonts w:hint="eastAsia"/>
          <w:rtl/>
        </w:rPr>
        <w:t>امام</w:t>
      </w:r>
      <w:r>
        <w:rPr>
          <w:rtl/>
        </w:rPr>
        <w:t xml:space="preserve"> محمد باقر</w:t>
      </w:r>
      <w:r w:rsidR="00367F17" w:rsidRPr="00367F17">
        <w:rPr>
          <w:rStyle w:val="libAlaemChar"/>
          <w:rtl/>
        </w:rPr>
        <w:t xml:space="preserve"> عليه‌السلام </w:t>
      </w:r>
      <w:r>
        <w:rPr>
          <w:rtl/>
        </w:rPr>
        <w:t xml:space="preserve"> سے روايت نقل ہوئي ہے كہ جس وقت بندہ سوسال كا ہو جائے تو ( اس كى عمر) ''ارذل العمر'' پست ترين عمر ہے_</w:t>
      </w:r>
    </w:p>
    <w:p w:rsidR="001F628F" w:rsidRDefault="001F628F" w:rsidP="001F628F">
      <w:pPr>
        <w:pStyle w:val="libNormal"/>
        <w:rPr>
          <w:rtl/>
        </w:rPr>
      </w:pPr>
      <w:r>
        <w:rPr>
          <w:rtl/>
        </w:rPr>
        <w:t>14_</w:t>
      </w:r>
      <w:r w:rsidRPr="00CD2824">
        <w:rPr>
          <w:rStyle w:val="libArabicChar"/>
          <w:rtl/>
        </w:rPr>
        <w:t>''عن على فى قول</w:t>
      </w:r>
      <w:r w:rsidR="00120F63" w:rsidRPr="00B2551F">
        <w:rPr>
          <w:rStyle w:val="libArabicChar"/>
          <w:rFonts w:hint="cs"/>
          <w:rtl/>
        </w:rPr>
        <w:t>ه</w:t>
      </w:r>
      <w:r w:rsidRPr="00CD2824">
        <w:rPr>
          <w:rStyle w:val="libArabicChar"/>
          <w:rtl/>
        </w:rPr>
        <w:t xml:space="preserve"> ''</w:t>
      </w:r>
      <w:r w:rsidRPr="00CD2824">
        <w:rPr>
          <w:rStyle w:val="libArabicChar"/>
          <w:rFonts w:hint="cs"/>
          <w:rtl/>
        </w:rPr>
        <w:t>و</w:t>
      </w:r>
      <w:r w:rsidRPr="00CD2824">
        <w:rPr>
          <w:rStyle w:val="libArabicChar"/>
          <w:rtl/>
        </w:rPr>
        <w:t xml:space="preserve"> </w:t>
      </w:r>
      <w:r w:rsidRPr="00CD2824">
        <w:rPr>
          <w:rStyle w:val="libArabicChar"/>
          <w:rFonts w:hint="cs"/>
          <w:rtl/>
        </w:rPr>
        <w:t>منكم</w:t>
      </w:r>
      <w:r w:rsidRPr="00CD2824">
        <w:rPr>
          <w:rStyle w:val="libArabicChar"/>
          <w:rtl/>
        </w:rPr>
        <w:t xml:space="preserve"> </w:t>
      </w:r>
      <w:r w:rsidRPr="00CD2824">
        <w:rPr>
          <w:rStyle w:val="libArabicChar"/>
          <w:rFonts w:hint="cs"/>
          <w:rtl/>
        </w:rPr>
        <w:t>من</w:t>
      </w:r>
      <w:r w:rsidRPr="00CD2824">
        <w:rPr>
          <w:rStyle w:val="libArabicChar"/>
          <w:rtl/>
        </w:rPr>
        <w:t xml:space="preserve"> </w:t>
      </w:r>
      <w:r w:rsidRPr="00CD2824">
        <w:rPr>
          <w:rStyle w:val="libArabicChar"/>
          <w:rFonts w:hint="cs"/>
          <w:rtl/>
        </w:rPr>
        <w:t>يرّدالى</w:t>
      </w:r>
      <w:r w:rsidRPr="00CD2824">
        <w:rPr>
          <w:rStyle w:val="libArabicChar"/>
          <w:rtl/>
        </w:rPr>
        <w:t xml:space="preserve"> </w:t>
      </w:r>
      <w:r w:rsidRPr="00CD2824">
        <w:rPr>
          <w:rStyle w:val="libArabicChar"/>
          <w:rFonts w:hint="cs"/>
          <w:rtl/>
        </w:rPr>
        <w:t>ارذل</w:t>
      </w:r>
      <w:r w:rsidRPr="00CD2824">
        <w:rPr>
          <w:rStyle w:val="libArabicChar"/>
          <w:rtl/>
        </w:rPr>
        <w:t xml:space="preserve"> </w:t>
      </w:r>
      <w:r w:rsidRPr="00CD2824">
        <w:rPr>
          <w:rStyle w:val="libArabicChar"/>
          <w:rFonts w:hint="cs"/>
          <w:rtl/>
        </w:rPr>
        <w:t>العمر</w:t>
      </w:r>
      <w:r w:rsidRPr="00CD2824">
        <w:rPr>
          <w:rStyle w:val="libArabicChar"/>
          <w:rtl/>
        </w:rPr>
        <w:t xml:space="preserve">'' </w:t>
      </w:r>
      <w:r w:rsidRPr="00CD2824">
        <w:rPr>
          <w:rStyle w:val="libArabicChar"/>
          <w:rFonts w:hint="cs"/>
          <w:rtl/>
        </w:rPr>
        <w:t>قال</w:t>
      </w:r>
      <w:r w:rsidRPr="00CD2824">
        <w:rPr>
          <w:rStyle w:val="libArabicChar"/>
          <w:rtl/>
        </w:rPr>
        <w:t xml:space="preserve"> </w:t>
      </w:r>
      <w:r w:rsidRPr="00CD2824">
        <w:rPr>
          <w:rStyle w:val="libArabicChar"/>
          <w:rFonts w:hint="cs"/>
          <w:rtl/>
        </w:rPr>
        <w:t>خمس</w:t>
      </w:r>
      <w:r w:rsidRPr="00CD2824">
        <w:rPr>
          <w:rStyle w:val="libArabicChar"/>
          <w:rtl/>
        </w:rPr>
        <w:t xml:space="preserve"> </w:t>
      </w:r>
      <w:r w:rsidRPr="00CD2824">
        <w:rPr>
          <w:rStyle w:val="libArabicChar"/>
          <w:rFonts w:hint="cs"/>
          <w:rtl/>
        </w:rPr>
        <w:t>و</w:t>
      </w:r>
      <w:r w:rsidRPr="00CD2824">
        <w:rPr>
          <w:rStyle w:val="libArabicChar"/>
          <w:rtl/>
        </w:rPr>
        <w:t xml:space="preserve"> </w:t>
      </w:r>
      <w:r w:rsidRPr="00CD2824">
        <w:rPr>
          <w:rStyle w:val="libArabicChar"/>
          <w:rFonts w:hint="cs"/>
          <w:rtl/>
        </w:rPr>
        <w:t>سبعون</w:t>
      </w:r>
      <w:r w:rsidRPr="00CD2824">
        <w:rPr>
          <w:rStyle w:val="libArabicChar"/>
          <w:rtl/>
        </w:rPr>
        <w:t xml:space="preserve"> </w:t>
      </w:r>
      <w:r w:rsidRPr="00CD2824">
        <w:rPr>
          <w:rStyle w:val="libArabicChar"/>
          <w:rFonts w:hint="cs"/>
          <w:rtl/>
        </w:rPr>
        <w:t>سنة</w:t>
      </w:r>
      <w:r w:rsidRPr="00CD2824">
        <w:rPr>
          <w:rStyle w:val="libArabicChar"/>
          <w:rtl/>
        </w:rPr>
        <w:t>''</w:t>
      </w:r>
      <w:r w:rsidRPr="00CD2824">
        <w:rPr>
          <w:rStyle w:val="libFootnotenumChar"/>
          <w:rtl/>
        </w:rPr>
        <w:t>(2)</w:t>
      </w:r>
    </w:p>
    <w:p w:rsidR="001F628F" w:rsidRDefault="001F628F" w:rsidP="001F628F">
      <w:pPr>
        <w:pStyle w:val="libNormal"/>
        <w:rPr>
          <w:rtl/>
        </w:rPr>
      </w:pPr>
      <w:r>
        <w:rPr>
          <w:rFonts w:hint="eastAsia"/>
          <w:rtl/>
        </w:rPr>
        <w:t>حضرت</w:t>
      </w:r>
      <w:r>
        <w:rPr>
          <w:rtl/>
        </w:rPr>
        <w:t xml:space="preserve"> اما م علي</w:t>
      </w:r>
      <w:r w:rsidR="00367F17" w:rsidRPr="00367F17">
        <w:rPr>
          <w:rStyle w:val="libAlaemChar"/>
          <w:rtl/>
        </w:rPr>
        <w:t xml:space="preserve"> عليه‌السلام </w:t>
      </w:r>
      <w:r>
        <w:rPr>
          <w:rtl/>
        </w:rPr>
        <w:t xml:space="preserve"> سے روايت ہے كہ آپ</w:t>
      </w:r>
      <w:r w:rsidR="00367F17" w:rsidRPr="00367F17">
        <w:rPr>
          <w:rStyle w:val="libAlaemChar"/>
          <w:rtl/>
        </w:rPr>
        <w:t xml:space="preserve"> عليه‌السلام </w:t>
      </w:r>
      <w:r>
        <w:rPr>
          <w:rtl/>
        </w:rPr>
        <w:t xml:space="preserve"> نے خداوند عالم كے اس قول </w:t>
      </w:r>
      <w:r w:rsidRPr="00F0350E">
        <w:rPr>
          <w:rStyle w:val="libArabicChar"/>
          <w:rtl/>
        </w:rPr>
        <w:t>''منكم من يرّد الى ارذل العمر''</w:t>
      </w:r>
      <w:r>
        <w:rPr>
          <w:rtl/>
        </w:rPr>
        <w:t xml:space="preserve"> كے بارے مي</w:t>
      </w:r>
      <w:r w:rsidR="00083993">
        <w:rPr>
          <w:rtl/>
        </w:rPr>
        <w:t xml:space="preserve">ں </w:t>
      </w:r>
      <w:r>
        <w:rPr>
          <w:rtl/>
        </w:rPr>
        <w:t>فرمايا: ارذل العمر''(پست ترين عمر) پچہتر سال كى ہے _</w:t>
      </w:r>
    </w:p>
    <w:p w:rsidR="001F628F" w:rsidRDefault="001F628F" w:rsidP="001F628F">
      <w:pPr>
        <w:pStyle w:val="libNormal"/>
        <w:rPr>
          <w:rtl/>
        </w:rPr>
      </w:pPr>
      <w:r>
        <w:rPr>
          <w:rtl/>
        </w:rPr>
        <w:t xml:space="preserve">15_ </w:t>
      </w:r>
      <w:r w:rsidRPr="00CD2824">
        <w:rPr>
          <w:rStyle w:val="libArabicChar"/>
          <w:rtl/>
        </w:rPr>
        <w:t>روي: ان ارذل العمر ان يكون عقل</w:t>
      </w:r>
      <w:r w:rsidR="00120F63" w:rsidRPr="00B2551F">
        <w:rPr>
          <w:rStyle w:val="libArabicChar"/>
          <w:rFonts w:hint="cs"/>
          <w:rtl/>
        </w:rPr>
        <w:t>ه</w:t>
      </w:r>
      <w:r w:rsidRPr="00CD2824">
        <w:rPr>
          <w:rStyle w:val="libArabicChar"/>
          <w:rtl/>
        </w:rPr>
        <w:t xml:space="preserve"> </w:t>
      </w:r>
      <w:r w:rsidRPr="00CD2824">
        <w:rPr>
          <w:rStyle w:val="libArabicChar"/>
          <w:rFonts w:hint="cs"/>
          <w:rtl/>
        </w:rPr>
        <w:t>عقل</w:t>
      </w:r>
      <w:r w:rsidRPr="00CD2824">
        <w:rPr>
          <w:rStyle w:val="libArabicChar"/>
          <w:rtl/>
        </w:rPr>
        <w:t xml:space="preserve"> </w:t>
      </w:r>
      <w:r w:rsidRPr="00CD2824">
        <w:rPr>
          <w:rStyle w:val="libArabicChar"/>
          <w:rFonts w:hint="cs"/>
          <w:rtl/>
        </w:rPr>
        <w:t>ابن</w:t>
      </w:r>
      <w:r w:rsidRPr="00CD2824">
        <w:rPr>
          <w:rStyle w:val="libArabicChar"/>
          <w:rtl/>
        </w:rPr>
        <w:t xml:space="preserve"> </w:t>
      </w:r>
      <w:r w:rsidRPr="00CD2824">
        <w:rPr>
          <w:rStyle w:val="libArabicChar"/>
          <w:rFonts w:hint="cs"/>
          <w:rtl/>
        </w:rPr>
        <w:t>سبع</w:t>
      </w:r>
      <w:r w:rsidRPr="00CD2824">
        <w:rPr>
          <w:rStyle w:val="libArabicChar"/>
          <w:rtl/>
        </w:rPr>
        <w:t xml:space="preserve"> </w:t>
      </w:r>
      <w:r w:rsidRPr="00CD2824">
        <w:rPr>
          <w:rStyle w:val="libArabicChar"/>
          <w:rFonts w:hint="cs"/>
          <w:rtl/>
        </w:rPr>
        <w:t>سنين</w:t>
      </w:r>
      <w:r w:rsidRPr="00CD2824">
        <w:rPr>
          <w:rStyle w:val="libFootnotenumChar"/>
          <w:rtl/>
        </w:rPr>
        <w:t>(3)</w:t>
      </w:r>
    </w:p>
    <w:p w:rsidR="001F628F" w:rsidRDefault="001F628F" w:rsidP="001F628F">
      <w:pPr>
        <w:pStyle w:val="libNormal"/>
        <w:rPr>
          <w:rtl/>
        </w:rPr>
      </w:pPr>
      <w:r>
        <w:rPr>
          <w:rFonts w:hint="eastAsia"/>
          <w:rtl/>
        </w:rPr>
        <w:t>روايت</w:t>
      </w:r>
      <w:r>
        <w:rPr>
          <w:rtl/>
        </w:rPr>
        <w:t xml:space="preserve"> نقل ہوئي ہے كہ ''ارذل العمر '' (پست ترين عمر) وہ ہے كہ (بڑھا پے كى وجہ سے) انسان كى عقل سات سالہ بچے كى مانند ہو_</w:t>
      </w:r>
    </w:p>
    <w:p w:rsidR="001F628F" w:rsidRDefault="001F628F" w:rsidP="00CD2824">
      <w:pPr>
        <w:pStyle w:val="libNormal"/>
        <w:rPr>
          <w:rtl/>
        </w:rPr>
      </w:pPr>
      <w:r>
        <w:rPr>
          <w:rFonts w:hint="eastAsia"/>
          <w:rtl/>
        </w:rPr>
        <w:t>اسماء</w:t>
      </w:r>
      <w:r>
        <w:rPr>
          <w:rtl/>
        </w:rPr>
        <w:t xml:space="preserve"> وصفات:</w:t>
      </w:r>
      <w:r>
        <w:rPr>
          <w:rFonts w:hint="eastAsia"/>
          <w:rtl/>
        </w:rPr>
        <w:t>عليم</w:t>
      </w:r>
      <w:r>
        <w:rPr>
          <w:rtl/>
        </w:rPr>
        <w:t>10;قدير10</w:t>
      </w:r>
    </w:p>
    <w:p w:rsidR="001F628F" w:rsidRDefault="001F628F" w:rsidP="00CD2824">
      <w:pPr>
        <w:pStyle w:val="libNormal"/>
        <w:rPr>
          <w:rtl/>
        </w:rPr>
      </w:pPr>
      <w:r>
        <w:rPr>
          <w:rFonts w:hint="eastAsia"/>
          <w:rtl/>
        </w:rPr>
        <w:t>اقدار</w:t>
      </w:r>
      <w:r>
        <w:rPr>
          <w:rtl/>
        </w:rPr>
        <w:t>:</w:t>
      </w:r>
      <w:r>
        <w:rPr>
          <w:rFonts w:hint="eastAsia"/>
          <w:rtl/>
        </w:rPr>
        <w:t>اقدار</w:t>
      </w:r>
      <w:r>
        <w:rPr>
          <w:rtl/>
        </w:rPr>
        <w:t xml:space="preserve"> كا ملاك9</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كى تدبير 5; الله تعالى كى قدرت كى جاودانگى 12; الله تعالى كى قدرت كى نشانيا</w:t>
      </w:r>
      <w:r w:rsidR="00083993">
        <w:rPr>
          <w:rtl/>
        </w:rPr>
        <w:t xml:space="preserve">ں </w:t>
      </w:r>
      <w:r>
        <w:rPr>
          <w:rtl/>
        </w:rPr>
        <w:t>11; الله تعالى كے افعال 1،12; الله تعالى كے علم كى جاودانگى 12; علم الہى 10; علم الہى كى علامت 11; قدرت الہى 10</w:t>
      </w:r>
    </w:p>
    <w:p w:rsidR="001F628F" w:rsidRDefault="00B84D3B" w:rsidP="00B84D3B">
      <w:pPr>
        <w:pStyle w:val="libLine"/>
        <w:rPr>
          <w:rtl/>
        </w:rPr>
      </w:pPr>
      <w:r>
        <w:rPr>
          <w:rtl/>
        </w:rPr>
        <w:t>____________________</w:t>
      </w:r>
    </w:p>
    <w:p w:rsidR="001F628F" w:rsidRDefault="001F628F" w:rsidP="00CD2824">
      <w:pPr>
        <w:pStyle w:val="libFootnote"/>
        <w:rPr>
          <w:rtl/>
        </w:rPr>
      </w:pPr>
      <w:r>
        <w:rPr>
          <w:rtl/>
        </w:rPr>
        <w:t>1) تفسير قمي،ج2 ص79، تفسير برہان ،ج2 ، ص376، ح1 _</w:t>
      </w:r>
    </w:p>
    <w:p w:rsidR="001F628F" w:rsidRDefault="001F628F" w:rsidP="00CD2824">
      <w:pPr>
        <w:pStyle w:val="libFootnote"/>
        <w:rPr>
          <w:rtl/>
        </w:rPr>
      </w:pPr>
      <w:r>
        <w:rPr>
          <w:rtl/>
        </w:rPr>
        <w:t>2) تفسير طبرى ،ج7 ص615، الدر المنشور ، ج5 ص146_</w:t>
      </w:r>
    </w:p>
    <w:p w:rsidR="001F628F" w:rsidRDefault="001F628F" w:rsidP="00CD2824">
      <w:pPr>
        <w:pStyle w:val="libFootnote"/>
        <w:rPr>
          <w:rtl/>
        </w:rPr>
      </w:pPr>
      <w:r>
        <w:rPr>
          <w:rtl/>
        </w:rPr>
        <w:t>3) خصال صدوق ، ص546، ح25، نور الثقلين ،ج3، ص67،ح144_</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انسان</w:t>
      </w:r>
      <w:r>
        <w:rPr>
          <w:rtl/>
        </w:rPr>
        <w:t>:</w:t>
      </w:r>
      <w:r>
        <w:rPr>
          <w:rFonts w:hint="eastAsia"/>
          <w:rtl/>
        </w:rPr>
        <w:t>انسان</w:t>
      </w:r>
      <w:r>
        <w:rPr>
          <w:rtl/>
        </w:rPr>
        <w:t xml:space="preserve"> كا انجام 4; انسان كى فراموشى 11; انسان كا بڑھاپا 13; انسان كى حقيقت 3: انسان كى خلقت 11: انسان كى خلقت كا سرچشمہ 1; انسان كى عمر 4،6،7،8; انسان كى قدرت كا نا پائيدار ہونا 12; انسان كے ابعاد 3; انسان كے علم كا ناپائيدار ہونا 12; انسانو</w:t>
      </w:r>
      <w:r w:rsidR="00083993">
        <w:rPr>
          <w:rtl/>
        </w:rPr>
        <w:t xml:space="preserve">ں </w:t>
      </w:r>
      <w:r>
        <w:rPr>
          <w:rtl/>
        </w:rPr>
        <w:t>كا عجز آنا6; ا</w:t>
      </w:r>
      <w:r>
        <w:rPr>
          <w:rFonts w:hint="eastAsia"/>
          <w:rtl/>
        </w:rPr>
        <w:t>نسانو</w:t>
      </w:r>
      <w:r w:rsidR="00083993">
        <w:rPr>
          <w:rFonts w:hint="eastAsia"/>
          <w:rtl/>
        </w:rPr>
        <w:t xml:space="preserve">ں </w:t>
      </w:r>
      <w:r>
        <w:rPr>
          <w:rtl/>
        </w:rPr>
        <w:t>كا علم 6،11; انسانو</w:t>
      </w:r>
      <w:r w:rsidR="00083993">
        <w:rPr>
          <w:rtl/>
        </w:rPr>
        <w:t xml:space="preserve">ں </w:t>
      </w:r>
      <w:r>
        <w:rPr>
          <w:rtl/>
        </w:rPr>
        <w:t>كى موت11</w:t>
      </w:r>
    </w:p>
    <w:p w:rsidR="001F628F" w:rsidRDefault="001F628F" w:rsidP="00CD2824">
      <w:pPr>
        <w:pStyle w:val="libNormal"/>
        <w:rPr>
          <w:rtl/>
        </w:rPr>
      </w:pPr>
      <w:r>
        <w:rPr>
          <w:rFonts w:hint="eastAsia"/>
          <w:rtl/>
        </w:rPr>
        <w:t>بڑھاپا</w:t>
      </w:r>
      <w:r>
        <w:rPr>
          <w:rtl/>
        </w:rPr>
        <w:t>:</w:t>
      </w:r>
      <w:r>
        <w:rPr>
          <w:rFonts w:hint="eastAsia"/>
          <w:rtl/>
        </w:rPr>
        <w:t>بڑھاپے</w:t>
      </w:r>
      <w:r>
        <w:rPr>
          <w:rtl/>
        </w:rPr>
        <w:t xml:space="preserve"> كے آثار15; بڑھاپے مي</w:t>
      </w:r>
      <w:r w:rsidR="00083993">
        <w:rPr>
          <w:rtl/>
        </w:rPr>
        <w:t xml:space="preserve">ں </w:t>
      </w:r>
      <w:r>
        <w:rPr>
          <w:rtl/>
        </w:rPr>
        <w:t>جہالت 7; بڑھاپے مي</w:t>
      </w:r>
      <w:r w:rsidR="00083993">
        <w:rPr>
          <w:rtl/>
        </w:rPr>
        <w:t xml:space="preserve">ں </w:t>
      </w:r>
      <w:r>
        <w:rPr>
          <w:rtl/>
        </w:rPr>
        <w:t>ضعف5; بڑھاپے مي</w:t>
      </w:r>
      <w:r w:rsidR="00083993">
        <w:rPr>
          <w:rtl/>
        </w:rPr>
        <w:t xml:space="preserve">ں </w:t>
      </w:r>
      <w:r>
        <w:rPr>
          <w:rtl/>
        </w:rPr>
        <w:t>فراموشى 8</w:t>
      </w:r>
    </w:p>
    <w:p w:rsidR="001F628F" w:rsidRDefault="001F628F" w:rsidP="001F628F">
      <w:pPr>
        <w:pStyle w:val="libNormal"/>
        <w:rPr>
          <w:rtl/>
        </w:rPr>
      </w:pPr>
      <w:r>
        <w:rPr>
          <w:rFonts w:hint="eastAsia"/>
          <w:rtl/>
        </w:rPr>
        <w:t>روايت</w:t>
      </w:r>
      <w:r>
        <w:rPr>
          <w:rtl/>
        </w:rPr>
        <w:t>:13،14،15</w:t>
      </w:r>
    </w:p>
    <w:p w:rsidR="001F628F" w:rsidRDefault="001F628F" w:rsidP="00CD2824">
      <w:pPr>
        <w:pStyle w:val="libNormal"/>
        <w:rPr>
          <w:rtl/>
        </w:rPr>
      </w:pPr>
      <w:r>
        <w:rPr>
          <w:rFonts w:hint="eastAsia"/>
          <w:rtl/>
        </w:rPr>
        <w:t>روح</w:t>
      </w:r>
      <w:r>
        <w:rPr>
          <w:rtl/>
        </w:rPr>
        <w:t>:</w:t>
      </w:r>
      <w:r>
        <w:rPr>
          <w:rFonts w:hint="eastAsia"/>
          <w:rtl/>
        </w:rPr>
        <w:t>روح</w:t>
      </w:r>
      <w:r>
        <w:rPr>
          <w:rtl/>
        </w:rPr>
        <w:t xml:space="preserve"> كا كردار ;روح كو قبض كرنے والا2</w:t>
      </w:r>
    </w:p>
    <w:p w:rsidR="001F628F" w:rsidRDefault="001F628F" w:rsidP="00CD2824">
      <w:pPr>
        <w:pStyle w:val="libNormal"/>
        <w:rPr>
          <w:rtl/>
        </w:rPr>
      </w:pPr>
      <w:r>
        <w:rPr>
          <w:rFonts w:hint="eastAsia"/>
          <w:rtl/>
        </w:rPr>
        <w:t>زندگي</w:t>
      </w:r>
      <w:r>
        <w:rPr>
          <w:rtl/>
        </w:rPr>
        <w:t>:</w:t>
      </w:r>
      <w:r>
        <w:rPr>
          <w:rFonts w:hint="eastAsia"/>
          <w:rtl/>
        </w:rPr>
        <w:t>زندگى</w:t>
      </w:r>
      <w:r>
        <w:rPr>
          <w:rtl/>
        </w:rPr>
        <w:t xml:space="preserve"> كا بے قيمت ہونا 9</w:t>
      </w:r>
    </w:p>
    <w:p w:rsidR="001F628F" w:rsidRDefault="001F628F" w:rsidP="00CD2824">
      <w:pPr>
        <w:pStyle w:val="libNormal"/>
        <w:rPr>
          <w:rtl/>
        </w:rPr>
      </w:pPr>
      <w:r>
        <w:rPr>
          <w:rFonts w:hint="eastAsia"/>
          <w:rtl/>
        </w:rPr>
        <w:t>علم</w:t>
      </w:r>
      <w:r>
        <w:rPr>
          <w:rtl/>
        </w:rPr>
        <w:t>:</w:t>
      </w:r>
      <w:r>
        <w:rPr>
          <w:rFonts w:hint="eastAsia"/>
          <w:rtl/>
        </w:rPr>
        <w:t>علم</w:t>
      </w:r>
      <w:r>
        <w:rPr>
          <w:rtl/>
        </w:rPr>
        <w:t xml:space="preserve"> كى ارزش9</w:t>
      </w:r>
    </w:p>
    <w:p w:rsidR="001F628F" w:rsidRDefault="001F628F" w:rsidP="00CD2824">
      <w:pPr>
        <w:pStyle w:val="libNormal"/>
        <w:rPr>
          <w:rtl/>
        </w:rPr>
      </w:pPr>
      <w:r>
        <w:rPr>
          <w:rFonts w:hint="eastAsia"/>
          <w:rtl/>
        </w:rPr>
        <w:t>عمر</w:t>
      </w:r>
      <w:r>
        <w:rPr>
          <w:rtl/>
        </w:rPr>
        <w:t>:</w:t>
      </w:r>
      <w:r>
        <w:rPr>
          <w:rFonts w:hint="eastAsia"/>
          <w:rtl/>
        </w:rPr>
        <w:t>آغاز</w:t>
      </w:r>
      <w:r>
        <w:rPr>
          <w:rtl/>
        </w:rPr>
        <w:t xml:space="preserve"> عمر 4; عمر كا بدترين دورانيہ 7،13،14،15; عمر كا دورانيہ 4،6،8</w:t>
      </w:r>
    </w:p>
    <w:p w:rsidR="001F628F" w:rsidRDefault="001F628F" w:rsidP="00CD2824">
      <w:pPr>
        <w:pStyle w:val="libNormal"/>
        <w:rPr>
          <w:rtl/>
        </w:rPr>
      </w:pPr>
      <w:r>
        <w:rPr>
          <w:rFonts w:hint="eastAsia"/>
          <w:rtl/>
        </w:rPr>
        <w:t>موت</w:t>
      </w:r>
      <w:r>
        <w:rPr>
          <w:rtl/>
        </w:rPr>
        <w:t>:</w:t>
      </w:r>
      <w:r>
        <w:rPr>
          <w:rFonts w:hint="eastAsia"/>
          <w:rtl/>
        </w:rPr>
        <w:t>موت</w:t>
      </w:r>
      <w:r>
        <w:rPr>
          <w:rtl/>
        </w:rPr>
        <w:t xml:space="preserve"> كا سرچشمہ 1; موت كى حقيقت 2</w:t>
      </w:r>
    </w:p>
    <w:p w:rsidR="001F628F" w:rsidRDefault="00CD2824" w:rsidP="00CD2824">
      <w:pPr>
        <w:pStyle w:val="Heading2Center"/>
        <w:rPr>
          <w:rtl/>
        </w:rPr>
      </w:pPr>
      <w:bookmarkStart w:id="217" w:name="_Toc28081895"/>
      <w:r>
        <w:rPr>
          <w:rFonts w:hint="cs"/>
          <w:rtl/>
        </w:rPr>
        <w:t>آیت 71</w:t>
      </w:r>
      <w:bookmarkEnd w:id="217"/>
    </w:p>
    <w:p w:rsidR="001F628F" w:rsidRDefault="00E260F9" w:rsidP="00CD2824">
      <w:pPr>
        <w:pStyle w:val="libNormal"/>
        <w:rPr>
          <w:rtl/>
        </w:rPr>
      </w:pPr>
      <w:r w:rsidRPr="00E260F9">
        <w:rPr>
          <w:rStyle w:val="libAlaemChar"/>
          <w:rFonts w:hint="eastAsia"/>
          <w:rtl/>
        </w:rPr>
        <w:t>(</w:t>
      </w:r>
      <w:r w:rsidRPr="00CD2824">
        <w:rPr>
          <w:rStyle w:val="libAieChar"/>
          <w:rFonts w:hint="eastAsia"/>
          <w:rtl/>
        </w:rPr>
        <w:t>وَاللّهُ</w:t>
      </w:r>
      <w:r w:rsidRPr="00CD2824">
        <w:rPr>
          <w:rStyle w:val="libAieChar"/>
          <w:rtl/>
        </w:rPr>
        <w:t xml:space="preserve"> فَضَّلَ بَعْضَكُمْ عَلَى بَعْضٍ فِي الْرِّزْقِ فَمَا الَّذِينَ فُضِّلُواْ بِرَآدِّي رِزْقِهِمْ عَلَى مَا مَلَكَتْ أَيْمَانُهُمْ فَهُمْ فِيهِ سَوَاء أَفَبِنِعْمَةِ اللّهِ يَجْحَدُونَ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بعض كو رزق مي</w:t>
      </w:r>
      <w:r w:rsidR="00083993">
        <w:rPr>
          <w:rtl/>
        </w:rPr>
        <w:t xml:space="preserve">ں </w:t>
      </w:r>
      <w:r>
        <w:rPr>
          <w:rtl/>
        </w:rPr>
        <w:t>بعض پر فضيلت دى ہے تو جن كو بہترين بنايا گيا ہے وہ اپنا بقيہ رزق ان كى طرف نہي</w:t>
      </w:r>
      <w:r w:rsidR="00083993">
        <w:rPr>
          <w:rtl/>
        </w:rPr>
        <w:t xml:space="preserve">ں </w:t>
      </w:r>
      <w:r>
        <w:rPr>
          <w:rtl/>
        </w:rPr>
        <w:t>پلٹا ديتے ہي</w:t>
      </w:r>
      <w:r w:rsidR="00083993">
        <w:rPr>
          <w:rtl/>
        </w:rPr>
        <w:t xml:space="preserve">ں </w:t>
      </w:r>
      <w:r>
        <w:rPr>
          <w:rtl/>
        </w:rPr>
        <w:t>جو ان كے ہاتھو</w:t>
      </w:r>
      <w:r w:rsidR="00083993">
        <w:rPr>
          <w:rtl/>
        </w:rPr>
        <w:t xml:space="preserve">ں </w:t>
      </w:r>
      <w:r>
        <w:rPr>
          <w:rtl/>
        </w:rPr>
        <w:t>كى ملكيت ہي</w:t>
      </w:r>
      <w:r w:rsidR="00083993">
        <w:rPr>
          <w:rtl/>
        </w:rPr>
        <w:t xml:space="preserve">ں </w:t>
      </w:r>
      <w:r>
        <w:rPr>
          <w:rtl/>
        </w:rPr>
        <w:t>حالانكہ رزق مي</w:t>
      </w:r>
      <w:r w:rsidR="00083993">
        <w:rPr>
          <w:rtl/>
        </w:rPr>
        <w:t xml:space="preserve">ں </w:t>
      </w:r>
      <w:r>
        <w:rPr>
          <w:rtl/>
        </w:rPr>
        <w:t>سب برابر كى حيثيت ركھنے والے ہي</w:t>
      </w:r>
      <w:r w:rsidR="00083993">
        <w:rPr>
          <w:rtl/>
        </w:rPr>
        <w:t xml:space="preserve">ں </w:t>
      </w:r>
      <w:r>
        <w:rPr>
          <w:rtl/>
        </w:rPr>
        <w:t>تو كيا يہ لوگ اللہ ہى كى نعمت كا انكار كر رہے ہي</w:t>
      </w:r>
      <w:r w:rsidR="00083993">
        <w:rPr>
          <w:rtl/>
        </w:rPr>
        <w:t xml:space="preserve">ں </w:t>
      </w:r>
      <w:r>
        <w:rPr>
          <w:rtl/>
        </w:rPr>
        <w:t>_</w:t>
      </w:r>
    </w:p>
    <w:p w:rsidR="00CD2824" w:rsidRDefault="001F628F" w:rsidP="00CD2824">
      <w:pPr>
        <w:pStyle w:val="libNormal"/>
        <w:rPr>
          <w:rtl/>
        </w:rPr>
      </w:pPr>
      <w:r>
        <w:rPr>
          <w:rtl/>
        </w:rPr>
        <w:t>انسانو</w:t>
      </w:r>
      <w:r w:rsidR="00083993">
        <w:rPr>
          <w:rtl/>
        </w:rPr>
        <w:t xml:space="preserve">ں </w:t>
      </w:r>
      <w:r>
        <w:rPr>
          <w:rtl/>
        </w:rPr>
        <w:t>كى نسبت بعض افراد كے رزق كي زياد تى ، خداوند عالم كے اختيار اور اس كى تقدير كے تحت</w:t>
      </w:r>
      <w:r w:rsidR="00CD2824" w:rsidRPr="00CD2824">
        <w:rPr>
          <w:rFonts w:hint="eastAsia"/>
          <w:rtl/>
        </w:rPr>
        <w:t xml:space="preserve"> </w:t>
      </w:r>
      <w:r w:rsidR="00CD2824">
        <w:rPr>
          <w:rFonts w:hint="eastAsia"/>
          <w:rtl/>
        </w:rPr>
        <w:t>ہے</w:t>
      </w:r>
      <w:r w:rsidR="00CD2824">
        <w:rPr>
          <w:rtl/>
        </w:rPr>
        <w:t>_</w:t>
      </w:r>
      <w:r w:rsidR="00CD2824" w:rsidRPr="00CD2824">
        <w:rPr>
          <w:rStyle w:val="libArabicChar"/>
          <w:rFonts w:hint="eastAsia"/>
          <w:rtl/>
        </w:rPr>
        <w:t>والله</w:t>
      </w:r>
      <w:r w:rsidR="00CD2824" w:rsidRPr="00CD2824">
        <w:rPr>
          <w:rStyle w:val="libArabicChar"/>
          <w:rtl/>
        </w:rPr>
        <w:t xml:space="preserve"> فضّل بعضكم على بعض فى الرزق</w:t>
      </w:r>
    </w:p>
    <w:p w:rsidR="00CD2824" w:rsidRDefault="00CD2824" w:rsidP="00CD2824">
      <w:pPr>
        <w:pStyle w:val="libNormal"/>
        <w:rPr>
          <w:rtl/>
        </w:rPr>
      </w:pPr>
      <w:r>
        <w:rPr>
          <w:rtl/>
        </w:rPr>
        <w:t>2_ خدائي رزق و روزى سے بہرہ مند ہونے كے لحاظ سے انسان متفاوت ہيں _</w:t>
      </w:r>
      <w:r w:rsidRPr="00CD2824">
        <w:rPr>
          <w:rStyle w:val="libArabicChar"/>
          <w:rFonts w:hint="eastAsia"/>
          <w:rtl/>
        </w:rPr>
        <w:t>والله</w:t>
      </w:r>
      <w:r w:rsidRPr="00CD2824">
        <w:rPr>
          <w:rStyle w:val="libArabicChar"/>
          <w:rtl/>
        </w:rPr>
        <w:t xml:space="preserve"> فضّل بعضكم على بعض فى الرزق</w:t>
      </w:r>
    </w:p>
    <w:p w:rsidR="00CD2824" w:rsidRDefault="00CD2824" w:rsidP="00CD2824">
      <w:pPr>
        <w:pStyle w:val="libNormal"/>
        <w:rPr>
          <w:rtl/>
        </w:rPr>
      </w:pPr>
      <w:r>
        <w:rPr>
          <w:rtl/>
        </w:rPr>
        <w:t>3_ انسانوں كا رزق متفاوت ہونے كے لحاظ سے خداوند عالم كى مشيت كا سرچشمہ ان كى ضروريات اور ان كے حقيقى مصالح سے متعلق اس كا علم ہے_</w:t>
      </w:r>
      <w:r w:rsidRPr="00CD2824">
        <w:rPr>
          <w:rStyle w:val="libArabicChar"/>
          <w:rFonts w:hint="eastAsia"/>
          <w:rtl/>
        </w:rPr>
        <w:t>انّ</w:t>
      </w:r>
      <w:r w:rsidRPr="00CD2824">
        <w:rPr>
          <w:rStyle w:val="libArabicChar"/>
          <w:rtl/>
        </w:rPr>
        <w:t xml:space="preserve"> الله عليم قدير_ والله فضّل بعضكم على بعض فى الرزّق</w:t>
      </w:r>
    </w:p>
    <w:p w:rsidR="00CD2824"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خداوند</w:t>
      </w:r>
      <w:r>
        <w:rPr>
          <w:rtl/>
        </w:rPr>
        <w:t xml:space="preserve"> عالم كے عالم و قادر ہونے كى يا د آورى كے بعد اس بات كى وضاحت كرنا كہ دوسرو</w:t>
      </w:r>
      <w:r w:rsidR="00083993">
        <w:rPr>
          <w:rtl/>
        </w:rPr>
        <w:t xml:space="preserve">ں </w:t>
      </w:r>
      <w:r>
        <w:rPr>
          <w:rtl/>
        </w:rPr>
        <w:t>كى نسبت بعض افراد كے رزق كى زيادتى كا سبب خداوند عالم كى ذات ہے ممكن ہے يہ اس حقيقت كو بيان كو رہا ہو كہ يہ برترى علم پر مشتمل ہے اور اس كا سرچشمہ انسانو</w:t>
      </w:r>
      <w:r w:rsidR="00083993">
        <w:rPr>
          <w:rtl/>
        </w:rPr>
        <w:t xml:space="preserve">ں </w:t>
      </w:r>
      <w:r>
        <w:rPr>
          <w:rtl/>
        </w:rPr>
        <w:t>كے مصالح اور ان كى واقعى ضرورتو</w:t>
      </w:r>
      <w:r w:rsidR="00083993">
        <w:rPr>
          <w:rtl/>
        </w:rPr>
        <w:t xml:space="preserve">ں </w:t>
      </w:r>
      <w:r>
        <w:rPr>
          <w:rtl/>
        </w:rPr>
        <w:t>سے خداوند عالم كى آگاہى ہے_</w:t>
      </w:r>
    </w:p>
    <w:p w:rsidR="001F628F" w:rsidRDefault="001F628F" w:rsidP="001F628F">
      <w:pPr>
        <w:pStyle w:val="libNormal"/>
        <w:rPr>
          <w:rtl/>
        </w:rPr>
      </w:pPr>
      <w:r>
        <w:rPr>
          <w:rtl/>
        </w:rPr>
        <w:t>4_ انسانو</w:t>
      </w:r>
      <w:r w:rsidR="00083993">
        <w:rPr>
          <w:rtl/>
        </w:rPr>
        <w:t xml:space="preserve">ں </w:t>
      </w:r>
      <w:r>
        <w:rPr>
          <w:rtl/>
        </w:rPr>
        <w:t>كے درميان ، مادى اور اقتصادى وسائل سے بہرہ مندى كے لحاظ سے مكمل مساوات ممكن نہي</w:t>
      </w:r>
      <w:r w:rsidR="00083993">
        <w:rPr>
          <w:rtl/>
        </w:rPr>
        <w:t xml:space="preserve">ں </w:t>
      </w:r>
      <w:r>
        <w:rPr>
          <w:rtl/>
        </w:rPr>
        <w:t>ہے _</w:t>
      </w:r>
    </w:p>
    <w:p w:rsidR="001F628F" w:rsidRDefault="001F628F" w:rsidP="00CD2824">
      <w:pPr>
        <w:pStyle w:val="libArabic"/>
        <w:rPr>
          <w:rtl/>
        </w:rPr>
      </w:pPr>
      <w:r>
        <w:rPr>
          <w:rFonts w:hint="eastAsia"/>
          <w:rtl/>
        </w:rPr>
        <w:t>والله</w:t>
      </w:r>
      <w:r>
        <w:rPr>
          <w:rtl/>
        </w:rPr>
        <w:t xml:space="preserve"> فضل بعضكم على بعض</w:t>
      </w:r>
    </w:p>
    <w:p w:rsidR="001F628F" w:rsidRDefault="001F628F" w:rsidP="001F628F">
      <w:pPr>
        <w:pStyle w:val="libNormal"/>
        <w:rPr>
          <w:rtl/>
        </w:rPr>
      </w:pPr>
      <w:r>
        <w:rPr>
          <w:rFonts w:hint="eastAsia"/>
          <w:rtl/>
        </w:rPr>
        <w:t>مذكورہ</w:t>
      </w:r>
      <w:r>
        <w:rPr>
          <w:rtl/>
        </w:rPr>
        <w:t xml:space="preserve"> مطلب اس بناء پر ہے كہ خداوند عالم نے انسانو</w:t>
      </w:r>
      <w:r w:rsidR="00083993">
        <w:rPr>
          <w:rtl/>
        </w:rPr>
        <w:t xml:space="preserve">ں </w:t>
      </w:r>
      <w:r>
        <w:rPr>
          <w:rtl/>
        </w:rPr>
        <w:t>كے تفاوت كو ايك سنت اور طريقہ كى صورت مي</w:t>
      </w:r>
      <w:r w:rsidR="00083993">
        <w:rPr>
          <w:rtl/>
        </w:rPr>
        <w:t xml:space="preserve">ں </w:t>
      </w:r>
      <w:r>
        <w:rPr>
          <w:rtl/>
        </w:rPr>
        <w:t>ذكر كيا ہے اور نيز الہى سنتي</w:t>
      </w:r>
      <w:r w:rsidR="00083993">
        <w:rPr>
          <w:rtl/>
        </w:rPr>
        <w:t xml:space="preserve">ں </w:t>
      </w:r>
      <w:r>
        <w:rPr>
          <w:rtl/>
        </w:rPr>
        <w:t>قابل تغيير نہي</w:t>
      </w:r>
      <w:r w:rsidR="00083993">
        <w:rPr>
          <w:rtl/>
        </w:rPr>
        <w:t xml:space="preserve">ں </w:t>
      </w:r>
      <w:r>
        <w:rPr>
          <w:rtl/>
        </w:rPr>
        <w:t>ہي</w:t>
      </w:r>
      <w:r w:rsidR="00083993">
        <w:rPr>
          <w:rtl/>
        </w:rPr>
        <w:t xml:space="preserve">ں </w:t>
      </w:r>
      <w:r>
        <w:rPr>
          <w:rtl/>
        </w:rPr>
        <w:t>_</w:t>
      </w:r>
    </w:p>
    <w:p w:rsidR="001F628F" w:rsidRDefault="001F628F" w:rsidP="00CD2824">
      <w:pPr>
        <w:pStyle w:val="libNormal"/>
        <w:rPr>
          <w:rtl/>
        </w:rPr>
      </w:pPr>
      <w:r>
        <w:rPr>
          <w:rtl/>
        </w:rPr>
        <w:t>5_ مالك كبھى بھى اپنے غلامو</w:t>
      </w:r>
      <w:r w:rsidR="00083993">
        <w:rPr>
          <w:rtl/>
        </w:rPr>
        <w:t xml:space="preserve">ں </w:t>
      </w:r>
      <w:r>
        <w:rPr>
          <w:rtl/>
        </w:rPr>
        <w:t>كو اپنے فراوان اقتصادى وسائل اور معيشت مي</w:t>
      </w:r>
      <w:r w:rsidR="00083993">
        <w:rPr>
          <w:rtl/>
        </w:rPr>
        <w:t xml:space="preserve">ں </w:t>
      </w:r>
      <w:r>
        <w:rPr>
          <w:rtl/>
        </w:rPr>
        <w:t>شريك نہي</w:t>
      </w:r>
      <w:r w:rsidR="00083993">
        <w:rPr>
          <w:rtl/>
        </w:rPr>
        <w:t xml:space="preserve">ں </w:t>
      </w:r>
      <w:r>
        <w:rPr>
          <w:rtl/>
        </w:rPr>
        <w:t>كرتے ا ور اپنے آپ كو ان كے مساوى و برابر نہي</w:t>
      </w:r>
      <w:r w:rsidR="00083993">
        <w:rPr>
          <w:rtl/>
        </w:rPr>
        <w:t xml:space="preserve">ں </w:t>
      </w:r>
      <w:r>
        <w:rPr>
          <w:rtl/>
        </w:rPr>
        <w:t>سمجھتے ہي</w:t>
      </w:r>
      <w:r w:rsidR="00083993">
        <w:rPr>
          <w:rtl/>
        </w:rPr>
        <w:t xml:space="preserve">ں </w:t>
      </w:r>
      <w:r>
        <w:rPr>
          <w:rtl/>
        </w:rPr>
        <w:t>_</w:t>
      </w:r>
      <w:r w:rsidRPr="00CD2824">
        <w:rPr>
          <w:rStyle w:val="libArabicChar"/>
          <w:rFonts w:hint="eastAsia"/>
          <w:rtl/>
        </w:rPr>
        <w:t>فما</w:t>
      </w:r>
      <w:r w:rsidRPr="00CD2824">
        <w:rPr>
          <w:rStyle w:val="libArabicChar"/>
          <w:rtl/>
        </w:rPr>
        <w:t xml:space="preserve"> الذين فضلّوا برادّى رزق</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على</w:t>
      </w:r>
      <w:r w:rsidRPr="00CD2824">
        <w:rPr>
          <w:rStyle w:val="libArabicChar"/>
          <w:rtl/>
        </w:rPr>
        <w:t xml:space="preserve"> </w:t>
      </w:r>
      <w:r w:rsidRPr="00CD2824">
        <w:rPr>
          <w:rStyle w:val="libArabicChar"/>
          <w:rFonts w:hint="cs"/>
          <w:rtl/>
        </w:rPr>
        <w:t>ما</w:t>
      </w:r>
      <w:r w:rsidRPr="00CD2824">
        <w:rPr>
          <w:rStyle w:val="libArabicChar"/>
          <w:rtl/>
        </w:rPr>
        <w:t xml:space="preserve"> </w:t>
      </w:r>
      <w:r w:rsidRPr="00CD2824">
        <w:rPr>
          <w:rStyle w:val="libArabicChar"/>
          <w:rFonts w:hint="cs"/>
          <w:rtl/>
        </w:rPr>
        <w:t>ملكت</w:t>
      </w:r>
      <w:r w:rsidRPr="00CD2824">
        <w:rPr>
          <w:rStyle w:val="libArabicChar"/>
          <w:rtl/>
        </w:rPr>
        <w:t xml:space="preserve"> </w:t>
      </w:r>
      <w:r w:rsidRPr="00CD2824">
        <w:rPr>
          <w:rStyle w:val="libArabicChar"/>
          <w:rFonts w:hint="cs"/>
          <w:rtl/>
        </w:rPr>
        <w:t>ايمن</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ف</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في</w:t>
      </w:r>
      <w:r w:rsidR="00120F63" w:rsidRPr="00B2551F">
        <w:rPr>
          <w:rStyle w:val="libArabicChar"/>
          <w:rFonts w:hint="cs"/>
          <w:rtl/>
        </w:rPr>
        <w:t>ه</w:t>
      </w:r>
      <w:r w:rsidRPr="00CD2824">
        <w:rPr>
          <w:rStyle w:val="libArabicChar"/>
          <w:rtl/>
        </w:rPr>
        <w:t xml:space="preserve"> سوائ</w:t>
      </w:r>
    </w:p>
    <w:p w:rsidR="001F628F" w:rsidRDefault="001F628F" w:rsidP="001F628F">
      <w:pPr>
        <w:pStyle w:val="libNormal"/>
        <w:rPr>
          <w:rtl/>
        </w:rPr>
      </w:pPr>
      <w:r>
        <w:rPr>
          <w:rFonts w:hint="eastAsia"/>
          <w:rtl/>
        </w:rPr>
        <w:t>مذكورہ</w:t>
      </w:r>
      <w:r>
        <w:rPr>
          <w:rtl/>
        </w:rPr>
        <w:t xml:space="preserve"> مطلب اس نكتہ كى بناء پر ہے جب آيت غلامو</w:t>
      </w:r>
      <w:r w:rsidR="00083993">
        <w:rPr>
          <w:rtl/>
        </w:rPr>
        <w:t xml:space="preserve">ں </w:t>
      </w:r>
      <w:r>
        <w:rPr>
          <w:rtl/>
        </w:rPr>
        <w:t>سے متعلق حكم واقعى كے بيان كے سلسلہ مي</w:t>
      </w:r>
      <w:r w:rsidR="00083993">
        <w:rPr>
          <w:rtl/>
        </w:rPr>
        <w:t xml:space="preserve">ں </w:t>
      </w:r>
      <w:r>
        <w:rPr>
          <w:rtl/>
        </w:rPr>
        <w:t>نہ ہو بلكہ ايك حقيقت اور مسئلہ شرك سے اس كے ربط كو بيان كررہى ہو اس بناء پر آيت كا پيغام يہ ہوگا جب تم لوگ خودغلامو</w:t>
      </w:r>
      <w:r w:rsidR="00083993">
        <w:rPr>
          <w:rtl/>
        </w:rPr>
        <w:t xml:space="preserve">ں </w:t>
      </w:r>
      <w:r>
        <w:rPr>
          <w:rtl/>
        </w:rPr>
        <w:t>كو اپنے جيسا نہي</w:t>
      </w:r>
      <w:r w:rsidR="00083993">
        <w:rPr>
          <w:rtl/>
        </w:rPr>
        <w:t xml:space="preserve">ں </w:t>
      </w:r>
      <w:r>
        <w:rPr>
          <w:rtl/>
        </w:rPr>
        <w:t>سمجھتے ہو تو پھر تم كيسے خدا كے كچ</w:t>
      </w:r>
      <w:r>
        <w:rPr>
          <w:rFonts w:hint="eastAsia"/>
          <w:rtl/>
        </w:rPr>
        <w:t>ھ</w:t>
      </w:r>
      <w:r>
        <w:rPr>
          <w:rtl/>
        </w:rPr>
        <w:t xml:space="preserve"> بندو</w:t>
      </w:r>
      <w:r w:rsidR="00083993">
        <w:rPr>
          <w:rtl/>
        </w:rPr>
        <w:t xml:space="preserve">ں </w:t>
      </w:r>
      <w:r>
        <w:rPr>
          <w:rtl/>
        </w:rPr>
        <w:t>كو خدا كے برابر قرار ديتے ہو اور انہي</w:t>
      </w:r>
      <w:r w:rsidR="00083993">
        <w:rPr>
          <w:rtl/>
        </w:rPr>
        <w:t xml:space="preserve">ں </w:t>
      </w:r>
      <w:r>
        <w:rPr>
          <w:rtl/>
        </w:rPr>
        <w:t>خدا كا شريك خيال كرتے ہو؟</w:t>
      </w:r>
    </w:p>
    <w:p w:rsidR="001F628F" w:rsidRDefault="001F628F" w:rsidP="001F628F">
      <w:pPr>
        <w:pStyle w:val="libNormal"/>
        <w:rPr>
          <w:rtl/>
        </w:rPr>
      </w:pPr>
      <w:r>
        <w:rPr>
          <w:rtl/>
        </w:rPr>
        <w:t>6_ مالك حضرات اپنے آپ كو غلامو</w:t>
      </w:r>
      <w:r w:rsidR="00083993">
        <w:rPr>
          <w:rtl/>
        </w:rPr>
        <w:t xml:space="preserve">ں </w:t>
      </w:r>
      <w:r>
        <w:rPr>
          <w:rtl/>
        </w:rPr>
        <w:t>جيسا نہي</w:t>
      </w:r>
      <w:r w:rsidR="00083993">
        <w:rPr>
          <w:rtl/>
        </w:rPr>
        <w:t xml:space="preserve">ں </w:t>
      </w:r>
      <w:r>
        <w:rPr>
          <w:rtl/>
        </w:rPr>
        <w:t>سمجھتے اور كبھى بھى ان كى غلامى سے دستبردار نہي</w:t>
      </w:r>
      <w:r w:rsidR="00083993">
        <w:rPr>
          <w:rtl/>
        </w:rPr>
        <w:t xml:space="preserve">ں </w:t>
      </w:r>
      <w:r>
        <w:rPr>
          <w:rtl/>
        </w:rPr>
        <w:t>ہوتے ہي</w:t>
      </w:r>
      <w:r w:rsidR="00083993">
        <w:rPr>
          <w:rtl/>
        </w:rPr>
        <w:t xml:space="preserve">ں </w:t>
      </w:r>
      <w:r>
        <w:rPr>
          <w:rtl/>
        </w:rPr>
        <w:t>_</w:t>
      </w:r>
    </w:p>
    <w:p w:rsidR="001F628F" w:rsidRDefault="001F628F" w:rsidP="00CD2824">
      <w:pPr>
        <w:pStyle w:val="libArabic"/>
        <w:rPr>
          <w:rtl/>
        </w:rPr>
      </w:pPr>
      <w:r>
        <w:rPr>
          <w:rFonts w:hint="eastAsia"/>
          <w:rtl/>
        </w:rPr>
        <w:t>فما</w:t>
      </w:r>
      <w:r>
        <w:rPr>
          <w:rtl/>
        </w:rPr>
        <w:t xml:space="preserve"> الذين فضّلوا برادّى رزق</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ما</w:t>
      </w:r>
      <w:r>
        <w:rPr>
          <w:rtl/>
        </w:rPr>
        <w:t xml:space="preserve"> </w:t>
      </w:r>
      <w:r>
        <w:rPr>
          <w:rFonts w:hint="cs"/>
          <w:rtl/>
        </w:rPr>
        <w:t>ملكت</w:t>
      </w:r>
      <w:r>
        <w:rPr>
          <w:rtl/>
        </w:rPr>
        <w:t xml:space="preserve"> </w:t>
      </w:r>
      <w:r>
        <w:rPr>
          <w:rFonts w:hint="cs"/>
          <w:rtl/>
        </w:rPr>
        <w:t>ايمن</w:t>
      </w:r>
      <w:r w:rsidR="00120F63" w:rsidRPr="00ED5DE8">
        <w:rPr>
          <w:rFonts w:hint="cs"/>
          <w:rtl/>
        </w:rPr>
        <w:t>ه</w:t>
      </w:r>
      <w:r>
        <w:rPr>
          <w:rFonts w:hint="cs"/>
          <w:rtl/>
        </w:rPr>
        <w:t>م</w:t>
      </w:r>
      <w:r>
        <w:rPr>
          <w:rtl/>
        </w:rPr>
        <w:t xml:space="preserve"> </w:t>
      </w:r>
      <w:r>
        <w:rPr>
          <w:rFonts w:hint="cs"/>
          <w:rtl/>
        </w:rPr>
        <w:t>ف</w:t>
      </w:r>
      <w:r w:rsidR="00120F63" w:rsidRPr="00ED5DE8">
        <w:rPr>
          <w:rFonts w:hint="cs"/>
          <w:rtl/>
        </w:rPr>
        <w:t>ه</w:t>
      </w:r>
      <w:r>
        <w:rPr>
          <w:rFonts w:hint="cs"/>
          <w:rtl/>
        </w:rPr>
        <w:t>م</w:t>
      </w:r>
      <w:r>
        <w:rPr>
          <w:rtl/>
        </w:rPr>
        <w:t xml:space="preserve"> </w:t>
      </w:r>
      <w:r>
        <w:rPr>
          <w:rFonts w:hint="cs"/>
          <w:rtl/>
        </w:rPr>
        <w:t>في</w:t>
      </w:r>
      <w:r w:rsidR="00120F63" w:rsidRPr="00ED5DE8">
        <w:rPr>
          <w:rFonts w:hint="cs"/>
          <w:rtl/>
        </w:rPr>
        <w:t>ه</w:t>
      </w:r>
      <w:r>
        <w:rPr>
          <w:rtl/>
        </w:rPr>
        <w:t xml:space="preserve"> سوائ</w:t>
      </w:r>
    </w:p>
    <w:p w:rsidR="001F628F" w:rsidRDefault="001F628F" w:rsidP="00CD2824">
      <w:pPr>
        <w:pStyle w:val="libNormal"/>
        <w:rPr>
          <w:rtl/>
        </w:rPr>
      </w:pPr>
      <w:r>
        <w:rPr>
          <w:rtl/>
        </w:rPr>
        <w:t>7_ انسانو</w:t>
      </w:r>
      <w:r w:rsidR="00083993">
        <w:rPr>
          <w:rtl/>
        </w:rPr>
        <w:t xml:space="preserve">ں </w:t>
      </w:r>
      <w:r>
        <w:rPr>
          <w:rtl/>
        </w:rPr>
        <w:t>كے رزق كے تفاوت مي</w:t>
      </w:r>
      <w:r w:rsidR="00083993">
        <w:rPr>
          <w:rtl/>
        </w:rPr>
        <w:t xml:space="preserve">ں </w:t>
      </w:r>
      <w:r>
        <w:rPr>
          <w:rtl/>
        </w:rPr>
        <w:t>سنت الہى كا مطلب يہ نہي</w:t>
      </w:r>
      <w:r w:rsidR="00083993">
        <w:rPr>
          <w:rtl/>
        </w:rPr>
        <w:t xml:space="preserve">ں </w:t>
      </w:r>
      <w:r>
        <w:rPr>
          <w:rtl/>
        </w:rPr>
        <w:t>ہے كہ ان كى نسبت مساوات اور اجتماعى عدالت كا لحاظ نہي</w:t>
      </w:r>
      <w:r w:rsidR="00083993">
        <w:rPr>
          <w:rtl/>
        </w:rPr>
        <w:t xml:space="preserve">ں </w:t>
      </w:r>
      <w:r>
        <w:rPr>
          <w:rtl/>
        </w:rPr>
        <w:t>كيا گيا ہے_</w:t>
      </w:r>
      <w:r w:rsidRPr="00CD2824">
        <w:rPr>
          <w:rStyle w:val="libArabicChar"/>
          <w:rFonts w:hint="eastAsia"/>
          <w:rtl/>
        </w:rPr>
        <w:t>والله</w:t>
      </w:r>
      <w:r w:rsidRPr="00CD2824">
        <w:rPr>
          <w:rStyle w:val="libArabicChar"/>
          <w:rtl/>
        </w:rPr>
        <w:t xml:space="preserve"> فضلّ ...فما الدين فضّلو برادّى رزق</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على</w:t>
      </w:r>
      <w:r w:rsidRPr="00CD2824">
        <w:rPr>
          <w:rStyle w:val="libArabicChar"/>
          <w:rtl/>
        </w:rPr>
        <w:t xml:space="preserve"> </w:t>
      </w:r>
      <w:r w:rsidRPr="00CD2824">
        <w:rPr>
          <w:rStyle w:val="libArabicChar"/>
          <w:rFonts w:hint="cs"/>
          <w:rtl/>
        </w:rPr>
        <w:t>ما</w:t>
      </w:r>
      <w:r w:rsidRPr="00CD2824">
        <w:rPr>
          <w:rStyle w:val="libArabicChar"/>
          <w:rtl/>
        </w:rPr>
        <w:t xml:space="preserve"> </w:t>
      </w:r>
      <w:r w:rsidRPr="00CD2824">
        <w:rPr>
          <w:rStyle w:val="libArabicChar"/>
          <w:rFonts w:hint="cs"/>
          <w:rtl/>
        </w:rPr>
        <w:t>ملكت</w:t>
      </w:r>
      <w:r w:rsidRPr="00CD2824">
        <w:rPr>
          <w:rStyle w:val="libArabicChar"/>
          <w:rtl/>
        </w:rPr>
        <w:t xml:space="preserve"> </w:t>
      </w:r>
      <w:r w:rsidRPr="00CD2824">
        <w:rPr>
          <w:rStyle w:val="libArabicChar"/>
          <w:rFonts w:hint="cs"/>
          <w:rtl/>
        </w:rPr>
        <w:t>ايمن</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ف</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في</w:t>
      </w:r>
      <w:r w:rsidR="00120F63" w:rsidRPr="00B2551F">
        <w:rPr>
          <w:rStyle w:val="libArabicChar"/>
          <w:rFonts w:hint="cs"/>
          <w:rtl/>
        </w:rPr>
        <w:t>ه</w:t>
      </w:r>
      <w:r w:rsidRPr="00CD2824">
        <w:rPr>
          <w:rStyle w:val="libArabicChar"/>
          <w:rtl/>
        </w:rPr>
        <w:t xml:space="preserve"> سوائ</w:t>
      </w:r>
    </w:p>
    <w:p w:rsidR="001F628F" w:rsidRDefault="001F628F" w:rsidP="001F628F">
      <w:pPr>
        <w:pStyle w:val="libNormal"/>
        <w:rPr>
          <w:rtl/>
        </w:rPr>
      </w:pPr>
      <w:r>
        <w:rPr>
          <w:rFonts w:hint="eastAsia"/>
          <w:rtl/>
        </w:rPr>
        <w:t>مذكورہ</w:t>
      </w:r>
      <w:r>
        <w:rPr>
          <w:rtl/>
        </w:rPr>
        <w:t xml:space="preserve"> مطلب اس نكتہ كى بناء پر ہے كہ جملہ ''</w:t>
      </w:r>
      <w:r w:rsidRPr="00F0350E">
        <w:rPr>
          <w:rStyle w:val="libArabicChar"/>
          <w:rtl/>
        </w:rPr>
        <w:t>فما الذين فضلّوا ...</w:t>
      </w:r>
      <w:r>
        <w:rPr>
          <w:rtl/>
        </w:rPr>
        <w:t>'' ان افراد كى توبيخ اور سرزنش</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كے</w:t>
      </w:r>
      <w:r>
        <w:rPr>
          <w:rtl/>
        </w:rPr>
        <w:t xml:space="preserve"> مقام پر ہو جو اپنے درميان مساوات كا لحاظ نہي</w:t>
      </w:r>
      <w:r w:rsidR="00083993">
        <w:rPr>
          <w:rtl/>
        </w:rPr>
        <w:t xml:space="preserve">ں </w:t>
      </w:r>
      <w:r>
        <w:rPr>
          <w:rtl/>
        </w:rPr>
        <w:t>كرتے ہي</w:t>
      </w:r>
      <w:r w:rsidR="00083993">
        <w:rPr>
          <w:rtl/>
        </w:rPr>
        <w:t xml:space="preserve">ں </w:t>
      </w:r>
      <w:r>
        <w:rPr>
          <w:rtl/>
        </w:rPr>
        <w:t>ابتداء آيت كو مدنظر ركھتے ہوئے يہ استفادہ كيا جاسكتا ہے كہ اگر چہ خداوند عالم نے رزق كے سلسلہ مي</w:t>
      </w:r>
      <w:r w:rsidR="00083993">
        <w:rPr>
          <w:rtl/>
        </w:rPr>
        <w:t xml:space="preserve">ں </w:t>
      </w:r>
      <w:r>
        <w:rPr>
          <w:rtl/>
        </w:rPr>
        <w:t>انسانو</w:t>
      </w:r>
      <w:r w:rsidR="00083993">
        <w:rPr>
          <w:rtl/>
        </w:rPr>
        <w:t xml:space="preserve">ں </w:t>
      </w:r>
      <w:r>
        <w:rPr>
          <w:rtl/>
        </w:rPr>
        <w:t>كو متفاوت قرارديا ہے ليكن اس كا يہ مطلب نہي</w:t>
      </w:r>
      <w:r w:rsidR="00083993">
        <w:rPr>
          <w:rtl/>
        </w:rPr>
        <w:t xml:space="preserve">ں </w:t>
      </w:r>
      <w:r>
        <w:rPr>
          <w:rtl/>
        </w:rPr>
        <w:t>ہے كہ لوگ اپنے درميان مساوات كى رعايت نہ كري</w:t>
      </w:r>
      <w:r w:rsidR="00083993">
        <w:rPr>
          <w:rtl/>
        </w:rPr>
        <w:t xml:space="preserve">ں </w:t>
      </w:r>
      <w:r>
        <w:rPr>
          <w:rtl/>
        </w:rPr>
        <w:t xml:space="preserve">_ </w:t>
      </w:r>
    </w:p>
    <w:p w:rsidR="001F628F" w:rsidRDefault="001F628F" w:rsidP="00CD2824">
      <w:pPr>
        <w:pStyle w:val="libNormal"/>
        <w:rPr>
          <w:rtl/>
        </w:rPr>
      </w:pPr>
      <w:r>
        <w:rPr>
          <w:rtl/>
        </w:rPr>
        <w:t>8_ زندگى كے تمام حالات مي</w:t>
      </w:r>
      <w:r w:rsidR="00083993">
        <w:rPr>
          <w:rtl/>
        </w:rPr>
        <w:t xml:space="preserve">ں </w:t>
      </w:r>
      <w:r>
        <w:rPr>
          <w:rtl/>
        </w:rPr>
        <w:t>آزادى و استقلال اور الہى رزق وروزى كى عطاء خداوند عالم كى واضح اور عظيم الشان نعمتو</w:t>
      </w:r>
      <w:r w:rsidR="00083993">
        <w:rPr>
          <w:rtl/>
        </w:rPr>
        <w:t xml:space="preserve">ں </w:t>
      </w:r>
      <w:r>
        <w:rPr>
          <w:rtl/>
        </w:rPr>
        <w:t>مي</w:t>
      </w:r>
      <w:r w:rsidR="00083993">
        <w:rPr>
          <w:rtl/>
        </w:rPr>
        <w:t xml:space="preserve">ں </w:t>
      </w:r>
      <w:r>
        <w:rPr>
          <w:rtl/>
        </w:rPr>
        <w:t>سے ہے_</w:t>
      </w:r>
      <w:r w:rsidRPr="00CD2824">
        <w:rPr>
          <w:rStyle w:val="libArabicChar"/>
          <w:rFonts w:hint="eastAsia"/>
          <w:rtl/>
        </w:rPr>
        <w:t>فماالذين</w:t>
      </w:r>
      <w:r w:rsidRPr="00CD2824">
        <w:rPr>
          <w:rStyle w:val="libArabicChar"/>
          <w:rtl/>
        </w:rPr>
        <w:t xml:space="preserve"> فضلّوا برادّى رزق</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على</w:t>
      </w:r>
      <w:r w:rsidRPr="00CD2824">
        <w:rPr>
          <w:rStyle w:val="libArabicChar"/>
          <w:rtl/>
        </w:rPr>
        <w:t xml:space="preserve"> </w:t>
      </w:r>
      <w:r w:rsidRPr="00CD2824">
        <w:rPr>
          <w:rStyle w:val="libArabicChar"/>
          <w:rFonts w:hint="cs"/>
          <w:rtl/>
        </w:rPr>
        <w:t>ما</w:t>
      </w:r>
      <w:r w:rsidRPr="00CD2824">
        <w:rPr>
          <w:rStyle w:val="libArabicChar"/>
          <w:rtl/>
        </w:rPr>
        <w:t xml:space="preserve"> </w:t>
      </w:r>
      <w:r w:rsidRPr="00CD2824">
        <w:rPr>
          <w:rStyle w:val="libArabicChar"/>
          <w:rFonts w:hint="cs"/>
          <w:rtl/>
        </w:rPr>
        <w:t>ملكت</w:t>
      </w:r>
      <w:r w:rsidRPr="00CD2824">
        <w:rPr>
          <w:rStyle w:val="libArabicChar"/>
          <w:rtl/>
        </w:rPr>
        <w:t xml:space="preserve"> </w:t>
      </w:r>
      <w:r w:rsidRPr="00CD2824">
        <w:rPr>
          <w:rStyle w:val="libArabicChar"/>
          <w:rFonts w:hint="cs"/>
          <w:rtl/>
        </w:rPr>
        <w:t>ا</w:t>
      </w:r>
      <w:r w:rsidRPr="00CD2824">
        <w:rPr>
          <w:rStyle w:val="libArabicChar"/>
          <w:rtl/>
        </w:rPr>
        <w:t>يمان</w:t>
      </w:r>
      <w:r w:rsidR="00120F63" w:rsidRPr="00B2551F">
        <w:rPr>
          <w:rStyle w:val="libArabicChar"/>
          <w:rFonts w:hint="cs"/>
          <w:rtl/>
        </w:rPr>
        <w:t>ه</w:t>
      </w:r>
      <w:r w:rsidRPr="00CD2824">
        <w:rPr>
          <w:rStyle w:val="libArabicChar"/>
          <w:rFonts w:hint="cs"/>
          <w:rtl/>
        </w:rPr>
        <w:t>م</w:t>
      </w:r>
    </w:p>
    <w:p w:rsidR="001F628F" w:rsidRDefault="001F628F" w:rsidP="001F628F">
      <w:pPr>
        <w:pStyle w:val="libNormal"/>
        <w:rPr>
          <w:rtl/>
        </w:rPr>
      </w:pPr>
      <w:r>
        <w:rPr>
          <w:rtl/>
        </w:rPr>
        <w:t>9_ وسائل سے بہرہ مند ہونا اور اپنے ما تحت افراد كو ان سے محروم ركھنا، حقيقت مي</w:t>
      </w:r>
      <w:r w:rsidR="00083993">
        <w:rPr>
          <w:rtl/>
        </w:rPr>
        <w:t xml:space="preserve">ں </w:t>
      </w:r>
      <w:r>
        <w:rPr>
          <w:rtl/>
        </w:rPr>
        <w:t>نعمت خداوند ى كا انكار ہے _</w:t>
      </w:r>
    </w:p>
    <w:p w:rsidR="001F628F" w:rsidRDefault="001F628F" w:rsidP="00CD2824">
      <w:pPr>
        <w:pStyle w:val="libArabic"/>
        <w:rPr>
          <w:rtl/>
        </w:rPr>
      </w:pPr>
      <w:r>
        <w:rPr>
          <w:rFonts w:hint="eastAsia"/>
          <w:rtl/>
        </w:rPr>
        <w:t>فما</w:t>
      </w:r>
      <w:r>
        <w:rPr>
          <w:rtl/>
        </w:rPr>
        <w:t xml:space="preserve"> الذين فضلّوا برادّى رزق</w:t>
      </w:r>
      <w:r w:rsidR="00120F63" w:rsidRPr="00ED5DE8">
        <w:rPr>
          <w:rFonts w:hint="cs"/>
          <w:rtl/>
        </w:rPr>
        <w:t>ه</w:t>
      </w:r>
      <w:r>
        <w:rPr>
          <w:rFonts w:hint="cs"/>
          <w:rtl/>
        </w:rPr>
        <w:t>م</w:t>
      </w:r>
      <w:r>
        <w:rPr>
          <w:rtl/>
        </w:rPr>
        <w:t xml:space="preserve"> </w:t>
      </w:r>
      <w:r>
        <w:rPr>
          <w:rFonts w:hint="cs"/>
          <w:rtl/>
        </w:rPr>
        <w:t>على</w:t>
      </w:r>
      <w:r>
        <w:rPr>
          <w:rtl/>
        </w:rPr>
        <w:t xml:space="preserve"> </w:t>
      </w:r>
      <w:r>
        <w:rPr>
          <w:rFonts w:hint="cs"/>
          <w:rtl/>
        </w:rPr>
        <w:t>ما</w:t>
      </w:r>
      <w:r>
        <w:rPr>
          <w:rtl/>
        </w:rPr>
        <w:t xml:space="preserve"> </w:t>
      </w:r>
      <w:r>
        <w:rPr>
          <w:rFonts w:hint="cs"/>
          <w:rtl/>
        </w:rPr>
        <w:t>ملكت</w:t>
      </w:r>
      <w:r>
        <w:rPr>
          <w:rtl/>
        </w:rPr>
        <w:t xml:space="preserve"> </w:t>
      </w:r>
      <w:r>
        <w:rPr>
          <w:rFonts w:hint="cs"/>
          <w:rtl/>
        </w:rPr>
        <w:t>ايمن</w:t>
      </w:r>
      <w:r w:rsidR="00120F63" w:rsidRPr="00ED5DE8">
        <w:rPr>
          <w:rFonts w:hint="cs"/>
          <w:rtl/>
        </w:rPr>
        <w:t>ه</w:t>
      </w:r>
      <w:r>
        <w:rPr>
          <w:rtl/>
        </w:rPr>
        <w:t>م ف</w:t>
      </w:r>
      <w:r w:rsidR="00120F63" w:rsidRPr="00ED5DE8">
        <w:rPr>
          <w:rFonts w:hint="cs"/>
          <w:rtl/>
        </w:rPr>
        <w:t>ه</w:t>
      </w:r>
      <w:r>
        <w:rPr>
          <w:rFonts w:hint="cs"/>
          <w:rtl/>
        </w:rPr>
        <w:t>م</w:t>
      </w:r>
      <w:r>
        <w:rPr>
          <w:rtl/>
        </w:rPr>
        <w:t xml:space="preserve"> </w:t>
      </w:r>
      <w:r>
        <w:rPr>
          <w:rFonts w:hint="cs"/>
          <w:rtl/>
        </w:rPr>
        <w:t>في</w:t>
      </w:r>
      <w:r w:rsidR="00120F63" w:rsidRPr="00ED5DE8">
        <w:rPr>
          <w:rFonts w:hint="cs"/>
          <w:rtl/>
        </w:rPr>
        <w:t>ه</w:t>
      </w:r>
      <w:r>
        <w:rPr>
          <w:rtl/>
        </w:rPr>
        <w:t xml:space="preserve"> </w:t>
      </w:r>
      <w:r>
        <w:rPr>
          <w:rFonts w:hint="cs"/>
          <w:rtl/>
        </w:rPr>
        <w:t>سواء</w:t>
      </w:r>
      <w:r>
        <w:rPr>
          <w:rtl/>
        </w:rPr>
        <w:t xml:space="preserve"> </w:t>
      </w:r>
      <w:r>
        <w:rPr>
          <w:rFonts w:hint="cs"/>
          <w:rtl/>
        </w:rPr>
        <w:t>ا</w:t>
      </w:r>
      <w:r>
        <w:rPr>
          <w:rtl/>
        </w:rPr>
        <w:t xml:space="preserve"> </w:t>
      </w:r>
      <w:r>
        <w:rPr>
          <w:rFonts w:hint="cs"/>
          <w:rtl/>
        </w:rPr>
        <w:t>فبغمة</w:t>
      </w:r>
      <w:r>
        <w:rPr>
          <w:rtl/>
        </w:rPr>
        <w:t xml:space="preserve"> </w:t>
      </w:r>
      <w:r>
        <w:rPr>
          <w:rFonts w:hint="cs"/>
          <w:rtl/>
        </w:rPr>
        <w:t>اللّ</w:t>
      </w:r>
      <w:r w:rsidR="00120F63" w:rsidRPr="00ED5DE8">
        <w:rPr>
          <w:rFonts w:hint="cs"/>
          <w:rtl/>
        </w:rPr>
        <w:t>ه</w:t>
      </w:r>
      <w:r>
        <w:rPr>
          <w:rtl/>
        </w:rPr>
        <w:t xml:space="preserve"> </w:t>
      </w:r>
      <w:r>
        <w:rPr>
          <w:rFonts w:hint="cs"/>
          <w:rtl/>
        </w:rPr>
        <w:t>ي</w:t>
      </w:r>
      <w:r>
        <w:rPr>
          <w:rtl/>
        </w:rPr>
        <w:t>جحدون</w:t>
      </w:r>
    </w:p>
    <w:p w:rsidR="001F628F" w:rsidRDefault="001F628F" w:rsidP="00CD2824">
      <w:pPr>
        <w:pStyle w:val="libNormal"/>
        <w:rPr>
          <w:rtl/>
        </w:rPr>
      </w:pPr>
      <w:r>
        <w:rPr>
          <w:rtl/>
        </w:rPr>
        <w:t>10_خداوند عالم كا شريك قرار دينا، اس كى نعمتو</w:t>
      </w:r>
      <w:r w:rsidR="00083993">
        <w:rPr>
          <w:rtl/>
        </w:rPr>
        <w:t xml:space="preserve">ں </w:t>
      </w:r>
      <w:r>
        <w:rPr>
          <w:rtl/>
        </w:rPr>
        <w:t>كا انكار ہے _</w:t>
      </w:r>
      <w:r w:rsidRPr="00CD2824">
        <w:rPr>
          <w:rStyle w:val="libArabicChar"/>
          <w:rFonts w:hint="eastAsia"/>
          <w:rtl/>
        </w:rPr>
        <w:t>ا</w:t>
      </w:r>
      <w:r w:rsidRPr="00CD2824">
        <w:rPr>
          <w:rStyle w:val="libArabicChar"/>
          <w:rtl/>
        </w:rPr>
        <w:t xml:space="preserve"> فبعمة الله يجحدون</w:t>
      </w:r>
    </w:p>
    <w:p w:rsidR="001F628F" w:rsidRDefault="001F628F" w:rsidP="001F628F">
      <w:pPr>
        <w:pStyle w:val="libNormal"/>
        <w:rPr>
          <w:rtl/>
        </w:rPr>
      </w:pPr>
      <w:r>
        <w:rPr>
          <w:rFonts w:hint="eastAsia"/>
          <w:rtl/>
        </w:rPr>
        <w:t>مذكورہ</w:t>
      </w:r>
      <w:r>
        <w:rPr>
          <w:rtl/>
        </w:rPr>
        <w:t xml:space="preserve"> مطلب اس نكتہ كوملحوظ خاطر ركھتے ہوئے ہے كہ آيت كے مخاطب ، مشركين مكّہ ہو</w:t>
      </w:r>
      <w:r w:rsidR="00083993">
        <w:rPr>
          <w:rtl/>
        </w:rPr>
        <w:t xml:space="preserve">ں </w:t>
      </w:r>
      <w:r>
        <w:rPr>
          <w:rtl/>
        </w:rPr>
        <w:t>_</w:t>
      </w:r>
    </w:p>
    <w:p w:rsidR="001F628F" w:rsidRDefault="001F628F" w:rsidP="00CD2824">
      <w:pPr>
        <w:pStyle w:val="libNormal"/>
        <w:rPr>
          <w:rtl/>
        </w:rPr>
      </w:pPr>
      <w:r>
        <w:rPr>
          <w:rFonts w:hint="eastAsia"/>
          <w:rtl/>
        </w:rPr>
        <w:t>آزادي</w:t>
      </w:r>
      <w:r>
        <w:rPr>
          <w:rtl/>
        </w:rPr>
        <w:t>:</w:t>
      </w:r>
      <w:r>
        <w:rPr>
          <w:rFonts w:hint="eastAsia"/>
          <w:rtl/>
        </w:rPr>
        <w:t>آزادى</w:t>
      </w:r>
      <w:r>
        <w:rPr>
          <w:rtl/>
        </w:rPr>
        <w:t xml:space="preserve"> كا سرچشمہ8</w:t>
      </w:r>
    </w:p>
    <w:p w:rsidR="001F628F" w:rsidRDefault="001F628F" w:rsidP="00CD2824">
      <w:pPr>
        <w:pStyle w:val="libNormal"/>
        <w:rPr>
          <w:rtl/>
        </w:rPr>
      </w:pPr>
      <w:r>
        <w:rPr>
          <w:rFonts w:hint="eastAsia"/>
          <w:rtl/>
        </w:rPr>
        <w:t>الله</w:t>
      </w:r>
      <w:r>
        <w:rPr>
          <w:rtl/>
        </w:rPr>
        <w:t xml:space="preserve"> تعالي:</w:t>
      </w:r>
      <w:r>
        <w:rPr>
          <w:rFonts w:hint="eastAsia"/>
          <w:rtl/>
        </w:rPr>
        <w:t>ارادہ</w:t>
      </w:r>
      <w:r>
        <w:rPr>
          <w:rtl/>
        </w:rPr>
        <w:t xml:space="preserve"> الہي3; الله تعالى كى روزى 1،2،8; الله تعالى كى سنتي</w:t>
      </w:r>
      <w:r w:rsidR="00083993">
        <w:rPr>
          <w:rtl/>
        </w:rPr>
        <w:t xml:space="preserve">ں </w:t>
      </w:r>
      <w:r>
        <w:rPr>
          <w:rtl/>
        </w:rPr>
        <w:t>7; الله تعالى كى نعمتو</w:t>
      </w:r>
      <w:r w:rsidR="00083993">
        <w:rPr>
          <w:rtl/>
        </w:rPr>
        <w:t xml:space="preserve">ں </w:t>
      </w:r>
      <w:r>
        <w:rPr>
          <w:rtl/>
        </w:rPr>
        <w:t>كى تكذيب9; الله تعالى كى نعمتي</w:t>
      </w:r>
      <w:r w:rsidR="00083993">
        <w:rPr>
          <w:rtl/>
        </w:rPr>
        <w:t xml:space="preserve">ں </w:t>
      </w:r>
      <w:r>
        <w:rPr>
          <w:rtl/>
        </w:rPr>
        <w:t>8; الله تعالى كے علم كے آثار 3: الله تعالى كے مقدرات 1</w:t>
      </w:r>
    </w:p>
    <w:p w:rsidR="001F628F" w:rsidRDefault="001F628F" w:rsidP="00CD2824">
      <w:pPr>
        <w:pStyle w:val="libNormal"/>
        <w:rPr>
          <w:rtl/>
        </w:rPr>
      </w:pPr>
      <w:r>
        <w:rPr>
          <w:rFonts w:hint="eastAsia"/>
          <w:rtl/>
        </w:rPr>
        <w:t>امور</w:t>
      </w:r>
      <w:r>
        <w:rPr>
          <w:rtl/>
        </w:rPr>
        <w:t>:</w:t>
      </w:r>
      <w:r>
        <w:rPr>
          <w:rFonts w:hint="eastAsia"/>
          <w:rtl/>
        </w:rPr>
        <w:t>ناممكن</w:t>
      </w:r>
      <w:r>
        <w:rPr>
          <w:rtl/>
        </w:rPr>
        <w:t xml:space="preserve"> امور4</w:t>
      </w:r>
    </w:p>
    <w:p w:rsidR="001F628F" w:rsidRDefault="001F628F" w:rsidP="00CD2824">
      <w:pPr>
        <w:pStyle w:val="libNormal"/>
        <w:rPr>
          <w:rtl/>
        </w:rPr>
      </w:pPr>
      <w:r>
        <w:rPr>
          <w:rFonts w:hint="eastAsia"/>
          <w:rtl/>
        </w:rPr>
        <w:t>انسان</w:t>
      </w:r>
      <w:r>
        <w:rPr>
          <w:rtl/>
        </w:rPr>
        <w:t>:</w:t>
      </w:r>
      <w:r>
        <w:rPr>
          <w:rFonts w:hint="eastAsia"/>
          <w:rtl/>
        </w:rPr>
        <w:t>انسان</w:t>
      </w:r>
      <w:r>
        <w:rPr>
          <w:rtl/>
        </w:rPr>
        <w:t xml:space="preserve"> كى مادى ضرورتي</w:t>
      </w:r>
      <w:r w:rsidR="00083993">
        <w:rPr>
          <w:rtl/>
        </w:rPr>
        <w:t xml:space="preserve">ں </w:t>
      </w:r>
      <w:r>
        <w:rPr>
          <w:rtl/>
        </w:rPr>
        <w:t>3; انسان كے مصالح 3; انسانو</w:t>
      </w:r>
      <w:r w:rsidR="00083993">
        <w:rPr>
          <w:rtl/>
        </w:rPr>
        <w:t xml:space="preserve">ں </w:t>
      </w:r>
      <w:r>
        <w:rPr>
          <w:rtl/>
        </w:rPr>
        <w:t>كا اقتصادى لحاظ سے متفاوت ہونا 2،4; انسانو</w:t>
      </w:r>
      <w:r w:rsidR="00083993">
        <w:rPr>
          <w:rtl/>
        </w:rPr>
        <w:t xml:space="preserve">ں </w:t>
      </w:r>
      <w:r>
        <w:rPr>
          <w:rtl/>
        </w:rPr>
        <w:t>كى روزى كا متفاوت ہونا 2،7; انسانو</w:t>
      </w:r>
      <w:r w:rsidR="00083993">
        <w:rPr>
          <w:rtl/>
        </w:rPr>
        <w:t xml:space="preserve">ں </w:t>
      </w:r>
      <w:r>
        <w:rPr>
          <w:rtl/>
        </w:rPr>
        <w:t>كى روزى كے متفاوت ہونے كا سرچشمہ 3; انسانو</w:t>
      </w:r>
      <w:r w:rsidR="00083993">
        <w:rPr>
          <w:rtl/>
        </w:rPr>
        <w:t xml:space="preserve">ں </w:t>
      </w:r>
      <w:r>
        <w:rPr>
          <w:rtl/>
        </w:rPr>
        <w:t>مي</w:t>
      </w:r>
      <w:r w:rsidR="00083993">
        <w:rPr>
          <w:rtl/>
        </w:rPr>
        <w:t xml:space="preserve">ں </w:t>
      </w:r>
      <w:r>
        <w:rPr>
          <w:rtl/>
        </w:rPr>
        <w:t>مساوات 5،7</w:t>
      </w:r>
    </w:p>
    <w:p w:rsidR="001F628F" w:rsidRDefault="001F628F" w:rsidP="00CD2824">
      <w:pPr>
        <w:pStyle w:val="libNormal"/>
        <w:rPr>
          <w:rtl/>
        </w:rPr>
      </w:pPr>
      <w:r>
        <w:rPr>
          <w:rFonts w:hint="eastAsia"/>
          <w:rtl/>
        </w:rPr>
        <w:t>انفاق</w:t>
      </w:r>
      <w:r>
        <w:rPr>
          <w:rtl/>
        </w:rPr>
        <w:t>:</w:t>
      </w:r>
      <w:r>
        <w:rPr>
          <w:rFonts w:hint="eastAsia"/>
          <w:rtl/>
        </w:rPr>
        <w:t>انفاق</w:t>
      </w:r>
      <w:r>
        <w:rPr>
          <w:rtl/>
        </w:rPr>
        <w:t xml:space="preserve"> كو ترك كرنے كى حقيقت 9; ما تحت افرا د پر انفاق كو ترك كرنا9</w:t>
      </w:r>
    </w:p>
    <w:p w:rsidR="001F628F" w:rsidRDefault="001F628F" w:rsidP="00CD2824">
      <w:pPr>
        <w:pStyle w:val="libNormal"/>
        <w:rPr>
          <w:rtl/>
        </w:rPr>
      </w:pPr>
      <w:r>
        <w:rPr>
          <w:rFonts w:hint="eastAsia"/>
          <w:rtl/>
        </w:rPr>
        <w:t>روزي</w:t>
      </w:r>
      <w:r>
        <w:rPr>
          <w:rtl/>
        </w:rPr>
        <w:t>:</w:t>
      </w:r>
      <w:r>
        <w:rPr>
          <w:rFonts w:hint="eastAsia"/>
          <w:rtl/>
        </w:rPr>
        <w:t>روزى</w:t>
      </w:r>
      <w:r>
        <w:rPr>
          <w:rtl/>
        </w:rPr>
        <w:t xml:space="preserve"> كے زيادہ كر نے كا سرچشمہ 1</w:t>
      </w:r>
    </w:p>
    <w:p w:rsidR="001F628F" w:rsidRDefault="001F628F" w:rsidP="00CD2824">
      <w:pPr>
        <w:pStyle w:val="libNormal"/>
        <w:rPr>
          <w:rtl/>
        </w:rPr>
      </w:pPr>
      <w:r>
        <w:rPr>
          <w:rFonts w:hint="eastAsia"/>
          <w:rtl/>
        </w:rPr>
        <w:t>شرك</w:t>
      </w:r>
      <w:r>
        <w:rPr>
          <w:rtl/>
        </w:rPr>
        <w:t>:</w:t>
      </w:r>
      <w:r>
        <w:rPr>
          <w:rFonts w:hint="eastAsia"/>
          <w:rtl/>
        </w:rPr>
        <w:t>حقيقت</w:t>
      </w:r>
      <w:r>
        <w:rPr>
          <w:rtl/>
        </w:rPr>
        <w:t xml:space="preserve"> شرك10</w:t>
      </w:r>
    </w:p>
    <w:p w:rsidR="001F628F" w:rsidRDefault="001F628F" w:rsidP="00CD2824">
      <w:pPr>
        <w:pStyle w:val="libNormal"/>
        <w:rPr>
          <w:rtl/>
        </w:rPr>
      </w:pPr>
      <w:r>
        <w:rPr>
          <w:rFonts w:hint="eastAsia"/>
          <w:rtl/>
        </w:rPr>
        <w:t>عدالت</w:t>
      </w:r>
      <w:r>
        <w:rPr>
          <w:rtl/>
        </w:rPr>
        <w:t>:</w:t>
      </w:r>
      <w:r>
        <w:rPr>
          <w:rFonts w:hint="eastAsia"/>
          <w:rtl/>
        </w:rPr>
        <w:t>سماجى</w:t>
      </w:r>
      <w:r>
        <w:rPr>
          <w:rtl/>
        </w:rPr>
        <w:t xml:space="preserve"> عدالت كى اہميت7</w:t>
      </w:r>
    </w:p>
    <w:p w:rsidR="001F628F" w:rsidRDefault="001F628F" w:rsidP="001F628F">
      <w:pPr>
        <w:pStyle w:val="libNormal"/>
        <w:rPr>
          <w:rtl/>
        </w:rPr>
      </w:pPr>
      <w:r>
        <w:rPr>
          <w:rFonts w:hint="eastAsia"/>
          <w:rtl/>
        </w:rPr>
        <w:t>غلام</w:t>
      </w:r>
      <w:r>
        <w:rPr>
          <w:rtl/>
        </w:rPr>
        <w:t>:</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غلام</w:t>
      </w:r>
      <w:r>
        <w:rPr>
          <w:rtl/>
        </w:rPr>
        <w:t xml:space="preserve"> كى اقتصادى محروميت5</w:t>
      </w:r>
    </w:p>
    <w:p w:rsidR="001F628F" w:rsidRDefault="001F628F" w:rsidP="00CD2824">
      <w:pPr>
        <w:pStyle w:val="libNormal"/>
        <w:rPr>
          <w:rtl/>
        </w:rPr>
      </w:pPr>
      <w:r>
        <w:rPr>
          <w:rFonts w:hint="eastAsia"/>
          <w:rtl/>
        </w:rPr>
        <w:t>غلام</w:t>
      </w:r>
      <w:r>
        <w:rPr>
          <w:rtl/>
        </w:rPr>
        <w:t xml:space="preserve"> ركھنے والے:</w:t>
      </w:r>
      <w:r>
        <w:rPr>
          <w:rFonts w:hint="eastAsia"/>
          <w:rtl/>
        </w:rPr>
        <w:t>غلام</w:t>
      </w:r>
      <w:r>
        <w:rPr>
          <w:rtl/>
        </w:rPr>
        <w:t xml:space="preserve"> ركھنے والو</w:t>
      </w:r>
      <w:r w:rsidR="00083993">
        <w:rPr>
          <w:rtl/>
        </w:rPr>
        <w:t xml:space="preserve">ں </w:t>
      </w:r>
      <w:r>
        <w:rPr>
          <w:rtl/>
        </w:rPr>
        <w:t>كا برتاؤ 5; غلام ركھنے والو</w:t>
      </w:r>
      <w:r w:rsidR="00083993">
        <w:rPr>
          <w:rtl/>
        </w:rPr>
        <w:t xml:space="preserve">ں </w:t>
      </w:r>
      <w:r>
        <w:rPr>
          <w:rtl/>
        </w:rPr>
        <w:t>كى فكر 5،6; غلام ركھنے والو</w:t>
      </w:r>
      <w:r w:rsidR="00083993">
        <w:rPr>
          <w:rtl/>
        </w:rPr>
        <w:t xml:space="preserve">ں </w:t>
      </w:r>
      <w:r>
        <w:rPr>
          <w:rtl/>
        </w:rPr>
        <w:t>كى لجاجت6</w:t>
      </w:r>
    </w:p>
    <w:p w:rsidR="001F628F" w:rsidRDefault="001F628F" w:rsidP="00CD2824">
      <w:pPr>
        <w:pStyle w:val="libNormal"/>
        <w:rPr>
          <w:rtl/>
        </w:rPr>
      </w:pPr>
      <w:r>
        <w:rPr>
          <w:rFonts w:hint="eastAsia"/>
          <w:rtl/>
        </w:rPr>
        <w:t>كفران</w:t>
      </w:r>
      <w:r>
        <w:rPr>
          <w:rtl/>
        </w:rPr>
        <w:t>:</w:t>
      </w:r>
      <w:r>
        <w:rPr>
          <w:rFonts w:hint="eastAsia"/>
          <w:rtl/>
        </w:rPr>
        <w:t>كفران</w:t>
      </w:r>
      <w:r>
        <w:rPr>
          <w:rtl/>
        </w:rPr>
        <w:t xml:space="preserve"> نعمت10</w:t>
      </w:r>
    </w:p>
    <w:p w:rsidR="001F628F" w:rsidRDefault="001F628F" w:rsidP="00CD2824">
      <w:pPr>
        <w:pStyle w:val="libNormal"/>
        <w:rPr>
          <w:rtl/>
        </w:rPr>
      </w:pPr>
      <w:r>
        <w:rPr>
          <w:rFonts w:hint="eastAsia"/>
          <w:rtl/>
        </w:rPr>
        <w:t>نعمت</w:t>
      </w:r>
      <w:r>
        <w:rPr>
          <w:rtl/>
        </w:rPr>
        <w:t>:</w:t>
      </w:r>
      <w:r>
        <w:rPr>
          <w:rFonts w:hint="eastAsia"/>
          <w:rtl/>
        </w:rPr>
        <w:t>آزادى</w:t>
      </w:r>
      <w:r>
        <w:rPr>
          <w:rtl/>
        </w:rPr>
        <w:t xml:space="preserve"> كى نعمت 8; استقلال كى اہميت8</w:t>
      </w:r>
    </w:p>
    <w:p w:rsidR="001F628F" w:rsidRDefault="00CD2824" w:rsidP="00CD2824">
      <w:pPr>
        <w:pStyle w:val="Heading2Center"/>
        <w:rPr>
          <w:rtl/>
        </w:rPr>
      </w:pPr>
      <w:bookmarkStart w:id="218" w:name="_Toc28081896"/>
      <w:r>
        <w:rPr>
          <w:rFonts w:hint="cs"/>
          <w:rtl/>
        </w:rPr>
        <w:t>آیت 72</w:t>
      </w:r>
      <w:bookmarkEnd w:id="218"/>
    </w:p>
    <w:p w:rsidR="001F628F" w:rsidRDefault="00E260F9" w:rsidP="00CD2824">
      <w:pPr>
        <w:pStyle w:val="libNormal"/>
        <w:rPr>
          <w:rtl/>
        </w:rPr>
      </w:pPr>
      <w:r w:rsidRPr="00E260F9">
        <w:rPr>
          <w:rStyle w:val="libAlaemChar"/>
          <w:rFonts w:hint="eastAsia"/>
          <w:rtl/>
        </w:rPr>
        <w:t>(</w:t>
      </w:r>
      <w:r w:rsidRPr="00CD2824">
        <w:rPr>
          <w:rStyle w:val="libAieChar"/>
          <w:rFonts w:hint="eastAsia"/>
          <w:rtl/>
        </w:rPr>
        <w:t>وَاللّهُ</w:t>
      </w:r>
      <w:r w:rsidRPr="00CD2824">
        <w:rPr>
          <w:rStyle w:val="libAieChar"/>
          <w:rtl/>
        </w:rPr>
        <w:t xml:space="preserve"> جَعَلَ لَكُم مِّنْ أَنفُسِكُمْ أَزْوَاجاً وَجَعَلَ لَكُم مِّنْ أَزْوَاجِكُم بَنِينَ وَحَفَدَةً وَرَزَقَكُم مِّنَ الطَّيِّبَاتِ أَفَبِالْبَاطِلِ يُؤْمِنُونَ وَبِنِعْمَتِ اللّهِ هُمْ يَكْفُرُونَ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نے تمھي</w:t>
      </w:r>
      <w:r w:rsidR="00083993">
        <w:rPr>
          <w:rtl/>
        </w:rPr>
        <w:t xml:space="preserve">ں </w:t>
      </w:r>
      <w:r>
        <w:rPr>
          <w:rtl/>
        </w:rPr>
        <w:t>مي</w:t>
      </w:r>
      <w:r w:rsidR="00083993">
        <w:rPr>
          <w:rtl/>
        </w:rPr>
        <w:t xml:space="preserve">ں </w:t>
      </w:r>
      <w:r>
        <w:rPr>
          <w:rtl/>
        </w:rPr>
        <w:t>سے تمھارا جوڑا بنايا ہے پھر اس جوڑے سے اولاد اور اولاد اولاد قرار دى ہے اور سب كو پاكيزہ رزق ديا ہے تو كيا يہ لوگ باطل پر ايمان ركھتے ہي</w:t>
      </w:r>
      <w:r w:rsidR="00083993">
        <w:rPr>
          <w:rtl/>
        </w:rPr>
        <w:t xml:space="preserve">ں </w:t>
      </w:r>
      <w:r>
        <w:rPr>
          <w:rtl/>
        </w:rPr>
        <w:t>اور اللہ ہى كى نعمت سے انكار كرتے ہي</w:t>
      </w:r>
      <w:r w:rsidR="00083993">
        <w:rPr>
          <w:rtl/>
        </w:rPr>
        <w:t xml:space="preserve">ں </w:t>
      </w:r>
      <w:r>
        <w:rPr>
          <w:rtl/>
        </w:rPr>
        <w:t>_</w:t>
      </w:r>
    </w:p>
    <w:p w:rsidR="001F628F" w:rsidRDefault="001F628F" w:rsidP="001F628F">
      <w:pPr>
        <w:pStyle w:val="libNormal"/>
        <w:rPr>
          <w:rtl/>
        </w:rPr>
      </w:pPr>
      <w:r>
        <w:rPr>
          <w:rtl/>
        </w:rPr>
        <w:t>1_ انسانو</w:t>
      </w:r>
      <w:r w:rsidR="00083993">
        <w:rPr>
          <w:rtl/>
        </w:rPr>
        <w:t xml:space="preserve">ں </w:t>
      </w:r>
      <w:r>
        <w:rPr>
          <w:rtl/>
        </w:rPr>
        <w:t>كے ليے خود ان كى جنس سے شريك حيات قرارد ينا، خداوند عالم كى نعمتو</w:t>
      </w:r>
      <w:r w:rsidR="00083993">
        <w:rPr>
          <w:rtl/>
        </w:rPr>
        <w:t xml:space="preserve">ں </w:t>
      </w:r>
      <w:r>
        <w:rPr>
          <w:rtl/>
        </w:rPr>
        <w:t>مي</w:t>
      </w:r>
      <w:r w:rsidR="00083993">
        <w:rPr>
          <w:rtl/>
        </w:rPr>
        <w:t xml:space="preserve">ں </w:t>
      </w:r>
      <w:r>
        <w:rPr>
          <w:rtl/>
        </w:rPr>
        <w:t>سے ہے _</w:t>
      </w:r>
    </w:p>
    <w:p w:rsidR="001F628F" w:rsidRDefault="001F628F" w:rsidP="00CD2824">
      <w:pPr>
        <w:pStyle w:val="libArabic"/>
        <w:rPr>
          <w:rtl/>
        </w:rPr>
      </w:pPr>
      <w:r>
        <w:rPr>
          <w:rFonts w:hint="eastAsia"/>
          <w:rtl/>
        </w:rPr>
        <w:t>واللّ</w:t>
      </w:r>
      <w:r w:rsidR="00120F63" w:rsidRPr="00ED5DE8">
        <w:rPr>
          <w:rFonts w:hint="cs"/>
          <w:rtl/>
        </w:rPr>
        <w:t>ه</w:t>
      </w:r>
      <w:r>
        <w:rPr>
          <w:rtl/>
        </w:rPr>
        <w:t xml:space="preserve"> جعل لكم من انفسكم ازواج</w:t>
      </w:r>
      <w:r w:rsidR="00F0350E">
        <w:rPr>
          <w:rFonts w:hint="cs"/>
          <w:rtl/>
        </w:rPr>
        <w:t>ا</w:t>
      </w:r>
    </w:p>
    <w:p w:rsidR="001F628F" w:rsidRDefault="001F628F" w:rsidP="001F628F">
      <w:pPr>
        <w:pStyle w:val="libNormal"/>
        <w:rPr>
          <w:rtl/>
        </w:rPr>
      </w:pPr>
      <w:r>
        <w:rPr>
          <w:rtl/>
        </w:rPr>
        <w:t>2_انسانو</w:t>
      </w:r>
      <w:r w:rsidR="00083993">
        <w:rPr>
          <w:rtl/>
        </w:rPr>
        <w:t xml:space="preserve">ں </w:t>
      </w:r>
      <w:r>
        <w:rPr>
          <w:rtl/>
        </w:rPr>
        <w:t>كے نظام زندگى مي</w:t>
      </w:r>
      <w:r w:rsidR="00083993">
        <w:rPr>
          <w:rtl/>
        </w:rPr>
        <w:t xml:space="preserve">ں </w:t>
      </w:r>
      <w:r>
        <w:rPr>
          <w:rtl/>
        </w:rPr>
        <w:t>ان كے منافع اور مصالح كى خاطر زوجيت ايك نعمت ہے _</w:t>
      </w:r>
    </w:p>
    <w:p w:rsidR="001F628F" w:rsidRDefault="001F628F" w:rsidP="00CD2824">
      <w:pPr>
        <w:pStyle w:val="libArabic"/>
        <w:rPr>
          <w:rtl/>
        </w:rPr>
      </w:pPr>
      <w:r>
        <w:rPr>
          <w:rFonts w:hint="eastAsia"/>
          <w:rtl/>
        </w:rPr>
        <w:t>والله</w:t>
      </w:r>
      <w:r>
        <w:rPr>
          <w:rtl/>
        </w:rPr>
        <w:t xml:space="preserve"> جعل لكم من انفسكم ازواج</w:t>
      </w:r>
      <w:r w:rsidR="00F0350E">
        <w:rPr>
          <w:rFonts w:hint="cs"/>
          <w:rtl/>
        </w:rPr>
        <w:t>ا</w:t>
      </w:r>
    </w:p>
    <w:p w:rsidR="001F628F" w:rsidRDefault="001F628F" w:rsidP="001F628F">
      <w:pPr>
        <w:pStyle w:val="libNormal"/>
        <w:rPr>
          <w:rtl/>
        </w:rPr>
      </w:pPr>
      <w:r>
        <w:rPr>
          <w:rFonts w:hint="eastAsia"/>
          <w:rtl/>
        </w:rPr>
        <w:t>مذكورہ</w:t>
      </w:r>
      <w:r>
        <w:rPr>
          <w:rtl/>
        </w:rPr>
        <w:t xml:space="preserve"> تفسير ،''لكم'' مي</w:t>
      </w:r>
      <w:r w:rsidR="00083993">
        <w:rPr>
          <w:rtl/>
        </w:rPr>
        <w:t xml:space="preserve">ں </w:t>
      </w:r>
      <w:r>
        <w:rPr>
          <w:rtl/>
        </w:rPr>
        <w:t>''لام '' سے استفادہ كرتے ہوئے ہے جو كہ انتفاع كے ليے ہے_</w:t>
      </w:r>
    </w:p>
    <w:p w:rsidR="001F628F" w:rsidRDefault="001F628F" w:rsidP="00CD2824">
      <w:pPr>
        <w:pStyle w:val="libNormal"/>
        <w:rPr>
          <w:rtl/>
        </w:rPr>
      </w:pPr>
      <w:r>
        <w:rPr>
          <w:rtl/>
        </w:rPr>
        <w:t>3_ مرد اور عورت ايك انسانى حقيقت و نفس كے مالك اور انسانيت كے لحاظ سے ان مي</w:t>
      </w:r>
      <w:r w:rsidR="00083993">
        <w:rPr>
          <w:rtl/>
        </w:rPr>
        <w:t xml:space="preserve">ں </w:t>
      </w:r>
      <w:r>
        <w:rPr>
          <w:rtl/>
        </w:rPr>
        <w:t>ذرہّ برابر بھى تفاوت نہي</w:t>
      </w:r>
      <w:r w:rsidR="00083993">
        <w:rPr>
          <w:rtl/>
        </w:rPr>
        <w:t xml:space="preserve">ں </w:t>
      </w:r>
      <w:r>
        <w:rPr>
          <w:rtl/>
        </w:rPr>
        <w:t>ہے_</w:t>
      </w:r>
      <w:r w:rsidRPr="00CD2824">
        <w:rPr>
          <w:rStyle w:val="libArabicChar"/>
          <w:rFonts w:hint="eastAsia"/>
          <w:rtl/>
        </w:rPr>
        <w:t>والله</w:t>
      </w:r>
      <w:r w:rsidRPr="00CD2824">
        <w:rPr>
          <w:rStyle w:val="libArabicChar"/>
          <w:rtl/>
        </w:rPr>
        <w:t xml:space="preserve"> جعل لكم من انفسكم ازوج</w:t>
      </w:r>
      <w:r w:rsidR="00F0350E">
        <w:rPr>
          <w:rStyle w:val="libArabicChar"/>
          <w:rFonts w:hint="cs"/>
          <w:rtl/>
        </w:rPr>
        <w:t>ا</w:t>
      </w:r>
    </w:p>
    <w:p w:rsidR="001F628F" w:rsidRDefault="001F628F" w:rsidP="001F628F">
      <w:pPr>
        <w:pStyle w:val="libNormal"/>
        <w:rPr>
          <w:rtl/>
        </w:rPr>
      </w:pPr>
      <w:r>
        <w:rPr>
          <w:rFonts w:hint="eastAsia"/>
          <w:rtl/>
        </w:rPr>
        <w:t>يہ</w:t>
      </w:r>
      <w:r>
        <w:rPr>
          <w:rtl/>
        </w:rPr>
        <w:t xml:space="preserve"> تفسير اس بناء پر ہے كہ تمام انسان چاہے وہ مرد ہو</w:t>
      </w:r>
      <w:r w:rsidR="00083993">
        <w:rPr>
          <w:rtl/>
        </w:rPr>
        <w:t xml:space="preserve">ں </w:t>
      </w:r>
      <w:r>
        <w:rPr>
          <w:rtl/>
        </w:rPr>
        <w:t>ياعورت ''انفسكم'' كا مخاطب قرار پائے ہي</w:t>
      </w:r>
      <w:r w:rsidR="00083993">
        <w:rPr>
          <w:rtl/>
        </w:rPr>
        <w:t xml:space="preserve">ں </w:t>
      </w:r>
      <w:r>
        <w:rPr>
          <w:rtl/>
        </w:rPr>
        <w:t>اور ان سب كو ايك روح اور جان شمار كيا گيا ہے_</w:t>
      </w:r>
    </w:p>
    <w:p w:rsidR="001F628F" w:rsidRDefault="001F628F" w:rsidP="001F628F">
      <w:pPr>
        <w:pStyle w:val="libNormal"/>
        <w:rPr>
          <w:rtl/>
        </w:rPr>
      </w:pPr>
      <w:r>
        <w:rPr>
          <w:rtl/>
        </w:rPr>
        <w:t>4_ شريك حيات كے نظام كے زير سايہ انسان كا اولاد</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كى</w:t>
      </w:r>
      <w:r>
        <w:rPr>
          <w:rtl/>
        </w:rPr>
        <w:t xml:space="preserve"> نعمت سے بہرہ مند ہونا، خداوند عالم كى نعمت اور اس كى نشانيو</w:t>
      </w:r>
      <w:r w:rsidR="00083993">
        <w:rPr>
          <w:rtl/>
        </w:rPr>
        <w:t xml:space="preserve">ں </w:t>
      </w:r>
      <w:r>
        <w:rPr>
          <w:rtl/>
        </w:rPr>
        <w:t>مي</w:t>
      </w:r>
      <w:r w:rsidR="00083993">
        <w:rPr>
          <w:rtl/>
        </w:rPr>
        <w:t xml:space="preserve">ں </w:t>
      </w:r>
      <w:r>
        <w:rPr>
          <w:rtl/>
        </w:rPr>
        <w:t>سے ہے_</w:t>
      </w:r>
    </w:p>
    <w:p w:rsidR="001F628F" w:rsidRDefault="001F628F" w:rsidP="00CD2824">
      <w:pPr>
        <w:pStyle w:val="libArabic"/>
        <w:rPr>
          <w:rtl/>
        </w:rPr>
      </w:pPr>
      <w:r>
        <w:rPr>
          <w:rFonts w:hint="eastAsia"/>
          <w:rtl/>
        </w:rPr>
        <w:t>والله</w:t>
      </w:r>
      <w:r>
        <w:rPr>
          <w:rtl/>
        </w:rPr>
        <w:t xml:space="preserve"> جعل لكم من انفسكم ازوجاً وجعل لكم من ازوجكم بنين و حفد</w:t>
      </w:r>
      <w:r w:rsidR="00120F63" w:rsidRPr="00ED5DE8">
        <w:rPr>
          <w:rFonts w:hint="cs"/>
          <w:rtl/>
        </w:rPr>
        <w:t>ه</w:t>
      </w:r>
    </w:p>
    <w:p w:rsidR="001F628F" w:rsidRDefault="001F628F" w:rsidP="001F628F">
      <w:pPr>
        <w:pStyle w:val="libNormal"/>
        <w:rPr>
          <w:rtl/>
        </w:rPr>
      </w:pPr>
      <w:r>
        <w:rPr>
          <w:rFonts w:hint="eastAsia"/>
          <w:rtl/>
        </w:rPr>
        <w:t>مذكورہ</w:t>
      </w:r>
      <w:r>
        <w:rPr>
          <w:rtl/>
        </w:rPr>
        <w:t xml:space="preserve"> آيت ان ما قبل چند آيات مي</w:t>
      </w:r>
      <w:r w:rsidR="00083993">
        <w:rPr>
          <w:rtl/>
        </w:rPr>
        <w:t xml:space="preserve">ں </w:t>
      </w:r>
      <w:r>
        <w:rPr>
          <w:rtl/>
        </w:rPr>
        <w:t>سے ہے جو انسان پر احسان اور توحيد اور شرك كے باطل ہونے كے بارے مي</w:t>
      </w:r>
      <w:r w:rsidR="00083993">
        <w:rPr>
          <w:rtl/>
        </w:rPr>
        <w:t xml:space="preserve">ں </w:t>
      </w:r>
      <w:r>
        <w:rPr>
          <w:rtl/>
        </w:rPr>
        <w:t>ہي</w:t>
      </w:r>
      <w:r w:rsidR="00083993">
        <w:rPr>
          <w:rtl/>
        </w:rPr>
        <w:t xml:space="preserve">ں </w:t>
      </w:r>
      <w:r>
        <w:rPr>
          <w:rtl/>
        </w:rPr>
        <w:t>قابل ذكر ہے كہ اس آيت (</w:t>
      </w:r>
      <w:r w:rsidRPr="00CD2824">
        <w:rPr>
          <w:rStyle w:val="libArabicChar"/>
          <w:rtl/>
        </w:rPr>
        <w:t>ا فباطل يومنون</w:t>
      </w:r>
      <w:r>
        <w:rPr>
          <w:rtl/>
        </w:rPr>
        <w:t xml:space="preserve"> ...) كا ذيل مذكورہ تفسير پر مويّد ہے_</w:t>
      </w:r>
    </w:p>
    <w:p w:rsidR="001F628F" w:rsidRDefault="001F628F" w:rsidP="001F628F">
      <w:pPr>
        <w:pStyle w:val="libNormal"/>
        <w:rPr>
          <w:rtl/>
        </w:rPr>
      </w:pPr>
      <w:r>
        <w:rPr>
          <w:rtl/>
        </w:rPr>
        <w:t>5_ زوجيت اور ہمسرى كے ذريعہ نسل انسانى كے بقاء كى ضمانت دينا،خداوند عالم كى نعمت ہے_</w:t>
      </w:r>
    </w:p>
    <w:p w:rsidR="001F628F" w:rsidRDefault="001F628F" w:rsidP="00CD2824">
      <w:pPr>
        <w:pStyle w:val="libArabic"/>
        <w:rPr>
          <w:rtl/>
        </w:rPr>
      </w:pPr>
      <w:r>
        <w:rPr>
          <w:rFonts w:hint="eastAsia"/>
          <w:rtl/>
        </w:rPr>
        <w:t>والله</w:t>
      </w:r>
      <w:r>
        <w:rPr>
          <w:rtl/>
        </w:rPr>
        <w:t xml:space="preserve"> جعل لكم من انفسكم ازواجاً و جعل لكم من ازوجكم بنين وحفدة</w:t>
      </w:r>
    </w:p>
    <w:p w:rsidR="001F628F" w:rsidRDefault="001F628F" w:rsidP="001F628F">
      <w:pPr>
        <w:pStyle w:val="libNormal"/>
        <w:rPr>
          <w:rtl/>
        </w:rPr>
      </w:pPr>
      <w:r>
        <w:rPr>
          <w:rtl/>
        </w:rPr>
        <w:t>6_ ازدواج و ہمسرى اور اولاد سے بہرہ مند ہونا الہى سنت اور انسانى فطرت مي</w:t>
      </w:r>
      <w:r w:rsidR="00083993">
        <w:rPr>
          <w:rtl/>
        </w:rPr>
        <w:t xml:space="preserve">ں </w:t>
      </w:r>
      <w:r>
        <w:rPr>
          <w:rtl/>
        </w:rPr>
        <w:t>شامل ہے_</w:t>
      </w:r>
    </w:p>
    <w:p w:rsidR="001F628F" w:rsidRDefault="001F628F" w:rsidP="00CD2824">
      <w:pPr>
        <w:pStyle w:val="libArabic"/>
        <w:rPr>
          <w:rtl/>
        </w:rPr>
      </w:pPr>
      <w:r>
        <w:rPr>
          <w:rFonts w:hint="eastAsia"/>
          <w:rtl/>
        </w:rPr>
        <w:t>والله</w:t>
      </w:r>
      <w:r>
        <w:rPr>
          <w:rtl/>
        </w:rPr>
        <w:t xml:space="preserve"> جعل لكم من انفسكم ازواجاً وجعل لكم من ازواجكم بنين وحفدة</w:t>
      </w:r>
    </w:p>
    <w:p w:rsidR="001F628F" w:rsidRDefault="001F628F" w:rsidP="001F628F">
      <w:pPr>
        <w:pStyle w:val="libNormal"/>
        <w:rPr>
          <w:rtl/>
        </w:rPr>
      </w:pPr>
      <w:r>
        <w:rPr>
          <w:rFonts w:hint="eastAsia"/>
          <w:rtl/>
        </w:rPr>
        <w:t>مذكورہ</w:t>
      </w:r>
      <w:r>
        <w:rPr>
          <w:rtl/>
        </w:rPr>
        <w:t xml:space="preserve"> بالا تفسير اس نكتہ كو ملحوظ خاطر ركھتے ہوئے ہے كہ مادہ ''جعل'' سنت الہى كو بيان كررہا ہے اور وہ چيز جو سنت كے عنوان سے بيان ہوئي ہے وہ طبيعى معمول كے مطابق ہوگي_</w:t>
      </w:r>
    </w:p>
    <w:p w:rsidR="001F628F" w:rsidRDefault="001F628F" w:rsidP="00CD2824">
      <w:pPr>
        <w:pStyle w:val="libNormal"/>
        <w:rPr>
          <w:rtl/>
        </w:rPr>
      </w:pPr>
      <w:r>
        <w:rPr>
          <w:rtl/>
        </w:rPr>
        <w:t>7_ ازدواجى زندگى مي</w:t>
      </w:r>
      <w:r w:rsidR="00083993">
        <w:rPr>
          <w:rtl/>
        </w:rPr>
        <w:t xml:space="preserve">ں </w:t>
      </w:r>
      <w:r>
        <w:rPr>
          <w:rtl/>
        </w:rPr>
        <w:t>انسان كا اپنى اولاد اور رشتہ دارو</w:t>
      </w:r>
      <w:r w:rsidR="00083993">
        <w:rPr>
          <w:rtl/>
        </w:rPr>
        <w:t xml:space="preserve">ں </w:t>
      </w:r>
      <w:r>
        <w:rPr>
          <w:rtl/>
        </w:rPr>
        <w:t>جيسے افراد كى بے دريغ مدد سے بہرہ مند ہونا، خداوند عالم كى نعمت اور اس كى نشانيو</w:t>
      </w:r>
      <w:r w:rsidR="00083993">
        <w:rPr>
          <w:rtl/>
        </w:rPr>
        <w:t xml:space="preserve">ں </w:t>
      </w:r>
      <w:r>
        <w:rPr>
          <w:rtl/>
        </w:rPr>
        <w:t>مي</w:t>
      </w:r>
      <w:r w:rsidR="00083993">
        <w:rPr>
          <w:rtl/>
        </w:rPr>
        <w:t xml:space="preserve">ں </w:t>
      </w:r>
      <w:r>
        <w:rPr>
          <w:rtl/>
        </w:rPr>
        <w:t>سے ہے_</w:t>
      </w:r>
      <w:r w:rsidRPr="00CD2824">
        <w:rPr>
          <w:rStyle w:val="libArabicChar"/>
          <w:rFonts w:hint="eastAsia"/>
          <w:rtl/>
        </w:rPr>
        <w:t>وجعل</w:t>
      </w:r>
      <w:r w:rsidRPr="00CD2824">
        <w:rPr>
          <w:rStyle w:val="libArabicChar"/>
          <w:rtl/>
        </w:rPr>
        <w:t xml:space="preserve"> لكم من ازواجكم بنين وحفدة</w:t>
      </w:r>
    </w:p>
    <w:p w:rsidR="001F628F" w:rsidRDefault="001F628F" w:rsidP="001F628F">
      <w:pPr>
        <w:pStyle w:val="libNormal"/>
        <w:rPr>
          <w:rtl/>
        </w:rPr>
      </w:pPr>
      <w:r>
        <w:rPr>
          <w:rtl/>
        </w:rPr>
        <w:t>''حفدة'' كا مادہ ان مددگارو</w:t>
      </w:r>
      <w:r w:rsidR="00083993">
        <w:rPr>
          <w:rtl/>
        </w:rPr>
        <w:t xml:space="preserve">ں </w:t>
      </w:r>
      <w:r>
        <w:rPr>
          <w:rtl/>
        </w:rPr>
        <w:t>كے ليے استعمال ہوتا ہے جو خدمت گذارى كے سلسلہ مي</w:t>
      </w:r>
      <w:r w:rsidR="00083993">
        <w:rPr>
          <w:rtl/>
        </w:rPr>
        <w:t xml:space="preserve">ں </w:t>
      </w:r>
      <w:r>
        <w:rPr>
          <w:rtl/>
        </w:rPr>
        <w:t>كسى قسم كا دريغ نہي</w:t>
      </w:r>
      <w:r w:rsidR="00083993">
        <w:rPr>
          <w:rtl/>
        </w:rPr>
        <w:t xml:space="preserve">ں </w:t>
      </w:r>
      <w:r>
        <w:rPr>
          <w:rtl/>
        </w:rPr>
        <w:t>كرتے اور مفسرين نے اولاد يا تمام رشتہ دارو</w:t>
      </w:r>
      <w:r w:rsidR="00083993">
        <w:rPr>
          <w:rtl/>
        </w:rPr>
        <w:t xml:space="preserve">ں </w:t>
      </w:r>
      <w:r>
        <w:rPr>
          <w:rtl/>
        </w:rPr>
        <w:t>كو ا س معنى كا مصداق قرارد يا ہے_</w:t>
      </w:r>
    </w:p>
    <w:p w:rsidR="001F628F" w:rsidRDefault="001F628F" w:rsidP="00CD2824">
      <w:pPr>
        <w:pStyle w:val="libNormal"/>
        <w:rPr>
          <w:rtl/>
        </w:rPr>
      </w:pPr>
      <w:r>
        <w:rPr>
          <w:rtl/>
        </w:rPr>
        <w:t>8_انسان كى زندگى مي</w:t>
      </w:r>
      <w:r w:rsidR="00083993">
        <w:rPr>
          <w:rtl/>
        </w:rPr>
        <w:t xml:space="preserve">ں </w:t>
      </w:r>
      <w:r>
        <w:rPr>
          <w:rtl/>
        </w:rPr>
        <w:t>رشتہ دارى كے تعاون كا اہم كردار</w:t>
      </w:r>
      <w:r w:rsidRPr="00CD2824">
        <w:rPr>
          <w:rStyle w:val="libArabicChar"/>
          <w:rFonts w:hint="eastAsia"/>
          <w:rtl/>
        </w:rPr>
        <w:t>وجعل</w:t>
      </w:r>
      <w:r w:rsidRPr="00CD2824">
        <w:rPr>
          <w:rStyle w:val="libArabicChar"/>
          <w:rtl/>
        </w:rPr>
        <w:t xml:space="preserve"> لكم ...حفدة</w:t>
      </w:r>
    </w:p>
    <w:p w:rsidR="001F628F" w:rsidRDefault="001F628F" w:rsidP="001F628F">
      <w:pPr>
        <w:pStyle w:val="libNormal"/>
        <w:rPr>
          <w:rtl/>
        </w:rPr>
      </w:pPr>
      <w:r>
        <w:rPr>
          <w:rFonts w:hint="eastAsia"/>
          <w:rtl/>
        </w:rPr>
        <w:t>مذكورہ</w:t>
      </w:r>
      <w:r>
        <w:rPr>
          <w:rtl/>
        </w:rPr>
        <w:t xml:space="preserve"> تفسير اس بناء پر ہے كہ خداوند عالم نے شريك حيات اور اولاد كے موضوع كے بعد چند اہم نعمتو</w:t>
      </w:r>
      <w:r w:rsidR="00083993">
        <w:rPr>
          <w:rtl/>
        </w:rPr>
        <w:t xml:space="preserve">ں </w:t>
      </w:r>
      <w:r>
        <w:rPr>
          <w:rtl/>
        </w:rPr>
        <w:t>كو شمار كرنے كے ضمن مي</w:t>
      </w:r>
      <w:r w:rsidR="00083993">
        <w:rPr>
          <w:rtl/>
        </w:rPr>
        <w:t xml:space="preserve">ں </w:t>
      </w:r>
      <w:r>
        <w:rPr>
          <w:rtl/>
        </w:rPr>
        <w:t>رشتہ دارى كے متعلق مسئلہ كى طرف اشارہ فرمايا ہے جس كا''حفدہ'' كے لغوى معنى سے استفادہ كيا گيا ہے_</w:t>
      </w:r>
    </w:p>
    <w:p w:rsidR="001F628F" w:rsidRDefault="001F628F" w:rsidP="001F628F">
      <w:pPr>
        <w:pStyle w:val="libNormal"/>
        <w:rPr>
          <w:rtl/>
        </w:rPr>
      </w:pPr>
      <w:r>
        <w:rPr>
          <w:rtl/>
        </w:rPr>
        <w:t>9_ انسان كا پاكيزہ اور پسنديدہ غذاؤ</w:t>
      </w:r>
      <w:r w:rsidR="00083993">
        <w:rPr>
          <w:rtl/>
        </w:rPr>
        <w:t xml:space="preserve">ں </w:t>
      </w:r>
      <w:r>
        <w:rPr>
          <w:rtl/>
        </w:rPr>
        <w:t>سے بہرہ مند ہونا ، خداوند عالم كى نعمت اور اس كى نشانيو</w:t>
      </w:r>
      <w:r w:rsidR="00083993">
        <w:rPr>
          <w:rtl/>
        </w:rPr>
        <w:t xml:space="preserve">ں </w:t>
      </w:r>
      <w:r>
        <w:rPr>
          <w:rtl/>
        </w:rPr>
        <w:t>مي</w:t>
      </w:r>
      <w:r w:rsidR="00083993">
        <w:rPr>
          <w:rtl/>
        </w:rPr>
        <w:t xml:space="preserve">ں </w:t>
      </w:r>
      <w:r>
        <w:rPr>
          <w:rtl/>
        </w:rPr>
        <w:t>سے ہے _</w:t>
      </w:r>
    </w:p>
    <w:p w:rsidR="001F628F" w:rsidRDefault="001F628F" w:rsidP="00CD2824">
      <w:pPr>
        <w:pStyle w:val="libArabic"/>
        <w:rPr>
          <w:rtl/>
        </w:rPr>
      </w:pPr>
      <w:r>
        <w:rPr>
          <w:rFonts w:hint="eastAsia"/>
          <w:rtl/>
        </w:rPr>
        <w:t>والله</w:t>
      </w:r>
      <w:r>
        <w:rPr>
          <w:rtl/>
        </w:rPr>
        <w:t xml:space="preserve"> جعل لكم ...ورزقكم من الطيبّ</w:t>
      </w:r>
      <w:r w:rsidR="00EB40D2">
        <w:rPr>
          <w:rFonts w:hint="cs"/>
          <w:rtl/>
        </w:rPr>
        <w:t>ا</w:t>
      </w:r>
      <w:r>
        <w:rPr>
          <w:rtl/>
        </w:rPr>
        <w:t>ت</w:t>
      </w:r>
    </w:p>
    <w:p w:rsidR="001F628F" w:rsidRDefault="001F628F" w:rsidP="00CD2824">
      <w:pPr>
        <w:pStyle w:val="libNormal"/>
        <w:rPr>
          <w:rStyle w:val="libArabicChar"/>
          <w:rtl/>
        </w:rPr>
      </w:pPr>
      <w:r>
        <w:rPr>
          <w:rtl/>
        </w:rPr>
        <w:t>10_ اپنى زندگى كے تمام شعبو</w:t>
      </w:r>
      <w:r w:rsidR="00083993">
        <w:rPr>
          <w:rtl/>
        </w:rPr>
        <w:t xml:space="preserve">ں </w:t>
      </w:r>
      <w:r>
        <w:rPr>
          <w:rtl/>
        </w:rPr>
        <w:t>مي</w:t>
      </w:r>
      <w:r w:rsidR="00083993">
        <w:rPr>
          <w:rtl/>
        </w:rPr>
        <w:t xml:space="preserve">ں </w:t>
      </w:r>
      <w:r>
        <w:rPr>
          <w:rtl/>
        </w:rPr>
        <w:t>الہى نعمتو</w:t>
      </w:r>
      <w:r w:rsidR="00083993">
        <w:rPr>
          <w:rtl/>
        </w:rPr>
        <w:t xml:space="preserve">ں </w:t>
      </w:r>
      <w:r>
        <w:rPr>
          <w:rtl/>
        </w:rPr>
        <w:t>اور آثار كا مشاہدہ كرنے كے باوجود ، كفار بطلان پر يقين ركھنے كى خاطر خداوند عالم كى سرزنش كا مصداق ٹھہرے ہي</w:t>
      </w:r>
      <w:r w:rsidR="00083993">
        <w:rPr>
          <w:rtl/>
        </w:rPr>
        <w:t xml:space="preserve">ں </w:t>
      </w:r>
      <w:r>
        <w:rPr>
          <w:rtl/>
        </w:rPr>
        <w:t>_</w:t>
      </w:r>
      <w:r w:rsidRPr="00CD2824">
        <w:rPr>
          <w:rStyle w:val="libArabicChar"/>
          <w:rFonts w:hint="eastAsia"/>
          <w:rtl/>
        </w:rPr>
        <w:t>والله</w:t>
      </w:r>
      <w:r w:rsidRPr="00CD2824">
        <w:rPr>
          <w:rStyle w:val="libArabicChar"/>
          <w:rtl/>
        </w:rPr>
        <w:t xml:space="preserve"> جعل لكم ...اْفبالبطل يؤمنون و بنعمت الله </w:t>
      </w:r>
      <w:r w:rsidR="00120F63" w:rsidRPr="00B2551F">
        <w:rPr>
          <w:rStyle w:val="libArabicChar"/>
          <w:rFonts w:hint="cs"/>
          <w:rtl/>
        </w:rPr>
        <w:t>ه</w:t>
      </w:r>
      <w:r w:rsidRPr="00CD2824">
        <w:rPr>
          <w:rStyle w:val="libArabicChar"/>
          <w:rFonts w:hint="cs"/>
          <w:rtl/>
        </w:rPr>
        <w:t>م</w:t>
      </w:r>
      <w:r w:rsidRPr="00CD2824">
        <w:rPr>
          <w:rStyle w:val="libArabicChar"/>
          <w:rtl/>
        </w:rPr>
        <w:t xml:space="preserve"> يكفرون</w:t>
      </w:r>
    </w:p>
    <w:p w:rsidR="00CD2824" w:rsidRDefault="00CD2824" w:rsidP="00CD2824">
      <w:pPr>
        <w:pStyle w:val="libNormal"/>
        <w:rPr>
          <w:rtl/>
        </w:rPr>
      </w:pPr>
      <w:r>
        <w:rPr>
          <w:rtl/>
        </w:rPr>
        <w:t>11_خاندان كى تشكيل ، صاحب اولاد ہونے ، اجتماعى تعاون اور خدائي حلال روزى سے بہرہ مند ہونے سے اعراض كرنا</w:t>
      </w:r>
    </w:p>
    <w:p w:rsidR="00CD2824" w:rsidRDefault="001E7F9D" w:rsidP="00F73EDE">
      <w:pPr>
        <w:pStyle w:val="libPoemTini"/>
        <w:rPr>
          <w:rtl/>
        </w:rPr>
      </w:pPr>
      <w:r>
        <w:rPr>
          <w:rtl/>
        </w:rPr>
        <w:br w:type="page"/>
      </w:r>
    </w:p>
    <w:p w:rsidR="001F628F" w:rsidRDefault="001F628F" w:rsidP="00CD2824">
      <w:pPr>
        <w:pStyle w:val="libNormal"/>
        <w:rPr>
          <w:rtl/>
        </w:rPr>
      </w:pPr>
      <w:r>
        <w:rPr>
          <w:rtl/>
        </w:rPr>
        <w:lastRenderedPageBreak/>
        <w:t>ايك باطل اور غلط طريقہ ہے_</w:t>
      </w:r>
      <w:r w:rsidRPr="00CD2824">
        <w:rPr>
          <w:rStyle w:val="libArabicChar"/>
          <w:rFonts w:hint="eastAsia"/>
          <w:rtl/>
        </w:rPr>
        <w:t>والله</w:t>
      </w:r>
      <w:r w:rsidRPr="00CD2824">
        <w:rPr>
          <w:rStyle w:val="libArabicChar"/>
          <w:rtl/>
        </w:rPr>
        <w:t xml:space="preserve"> جعل لكم من انفسكم ازوجاً ... ا فبالبطل يؤمنون</w:t>
      </w:r>
    </w:p>
    <w:p w:rsidR="001F628F" w:rsidRDefault="001F628F" w:rsidP="001F628F">
      <w:pPr>
        <w:pStyle w:val="libNormal"/>
        <w:rPr>
          <w:rtl/>
        </w:rPr>
      </w:pPr>
      <w:r>
        <w:rPr>
          <w:rFonts w:hint="eastAsia"/>
          <w:rtl/>
        </w:rPr>
        <w:t>مذكورہ</w:t>
      </w:r>
      <w:r>
        <w:rPr>
          <w:rtl/>
        </w:rPr>
        <w:t xml:space="preserve"> تفسير اس احتمال كى بناء پر ہے كہ ''</w:t>
      </w:r>
      <w:r w:rsidRPr="00CD2824">
        <w:rPr>
          <w:rStyle w:val="libArabicChar"/>
          <w:rtl/>
        </w:rPr>
        <w:t>والله جعل لكم ...</w:t>
      </w:r>
      <w:r>
        <w:rPr>
          <w:rtl/>
        </w:rPr>
        <w:t>'' شريك حيات و غيرہ كے موضوع كو اہميت دينے كے مقام بيان مي</w:t>
      </w:r>
      <w:r w:rsidR="00083993">
        <w:rPr>
          <w:rtl/>
        </w:rPr>
        <w:t xml:space="preserve">ں </w:t>
      </w:r>
      <w:r>
        <w:rPr>
          <w:rtl/>
        </w:rPr>
        <w:t>ہے _ اور آخرمي</w:t>
      </w:r>
      <w:r w:rsidR="00083993">
        <w:rPr>
          <w:rtl/>
        </w:rPr>
        <w:t xml:space="preserve">ں </w:t>
      </w:r>
      <w:r>
        <w:rPr>
          <w:rtl/>
        </w:rPr>
        <w:t xml:space="preserve">اعتراض آميز بيان </w:t>
      </w:r>
      <w:r w:rsidRPr="00CD2824">
        <w:rPr>
          <w:rStyle w:val="libArabicChar"/>
          <w:rtl/>
        </w:rPr>
        <w:t>''ا فبالباطل يومنون''</w:t>
      </w:r>
      <w:r>
        <w:rPr>
          <w:rtl/>
        </w:rPr>
        <w:t xml:space="preserve"> ان لوگو</w:t>
      </w:r>
      <w:r w:rsidR="00083993">
        <w:rPr>
          <w:rtl/>
        </w:rPr>
        <w:t xml:space="preserve">ں </w:t>
      </w:r>
      <w:r>
        <w:rPr>
          <w:rtl/>
        </w:rPr>
        <w:t>كے ردكے سلسلہ مي</w:t>
      </w:r>
      <w:r w:rsidR="00083993">
        <w:rPr>
          <w:rtl/>
        </w:rPr>
        <w:t xml:space="preserve">ں </w:t>
      </w:r>
      <w:r>
        <w:rPr>
          <w:rtl/>
        </w:rPr>
        <w:t>ہے جو ان اقدار سے رو گردانى كرتے ہي</w:t>
      </w:r>
      <w:r w:rsidR="00083993">
        <w:rPr>
          <w:rtl/>
        </w:rPr>
        <w:t xml:space="preserve">ں </w:t>
      </w:r>
      <w:r>
        <w:rPr>
          <w:rtl/>
        </w:rPr>
        <w:t>_</w:t>
      </w:r>
    </w:p>
    <w:p w:rsidR="001F628F" w:rsidRDefault="001F628F" w:rsidP="001F628F">
      <w:pPr>
        <w:pStyle w:val="libNormal"/>
        <w:rPr>
          <w:rtl/>
        </w:rPr>
      </w:pPr>
      <w:r>
        <w:rPr>
          <w:rtl/>
        </w:rPr>
        <w:t>12_ كائنات كے مناظر مي</w:t>
      </w:r>
      <w:r w:rsidR="00083993">
        <w:rPr>
          <w:rtl/>
        </w:rPr>
        <w:t xml:space="preserve">ں </w:t>
      </w:r>
      <w:r>
        <w:rPr>
          <w:rtl/>
        </w:rPr>
        <w:t>وجود خداوند كے آثار سے چشم پوشى كرنا ، اس كى نعمتو</w:t>
      </w:r>
      <w:r w:rsidR="00083993">
        <w:rPr>
          <w:rtl/>
        </w:rPr>
        <w:t xml:space="preserve">ں </w:t>
      </w:r>
      <w:r>
        <w:rPr>
          <w:rtl/>
        </w:rPr>
        <w:t>كا كفرا ن اور ناشكرى ہے _</w:t>
      </w:r>
    </w:p>
    <w:p w:rsidR="001F628F" w:rsidRDefault="001F628F" w:rsidP="00CD2824">
      <w:pPr>
        <w:pStyle w:val="libArabic"/>
        <w:rPr>
          <w:rtl/>
        </w:rPr>
      </w:pPr>
      <w:r>
        <w:rPr>
          <w:rFonts w:hint="eastAsia"/>
          <w:rtl/>
        </w:rPr>
        <w:t>والله</w:t>
      </w:r>
      <w:r>
        <w:rPr>
          <w:rtl/>
        </w:rPr>
        <w:t xml:space="preserve"> جعل لكم ...بنعمت الله </w:t>
      </w:r>
      <w:r w:rsidR="00120F63" w:rsidRPr="00ED5DE8">
        <w:rPr>
          <w:rFonts w:hint="cs"/>
          <w:rtl/>
        </w:rPr>
        <w:t>ه</w:t>
      </w:r>
      <w:r>
        <w:rPr>
          <w:rFonts w:hint="cs"/>
          <w:rtl/>
        </w:rPr>
        <w:t>م</w:t>
      </w:r>
      <w:r>
        <w:rPr>
          <w:rtl/>
        </w:rPr>
        <w:t xml:space="preserve"> </w:t>
      </w:r>
      <w:r>
        <w:rPr>
          <w:rFonts w:hint="cs"/>
          <w:rtl/>
        </w:rPr>
        <w:t>ي</w:t>
      </w:r>
      <w:r>
        <w:rPr>
          <w:rtl/>
        </w:rPr>
        <w:t>كفرون</w:t>
      </w:r>
    </w:p>
    <w:p w:rsidR="001F628F" w:rsidRDefault="001F628F" w:rsidP="00CD2824">
      <w:pPr>
        <w:pStyle w:val="libNormal"/>
        <w:rPr>
          <w:rtl/>
        </w:rPr>
      </w:pPr>
      <w:r>
        <w:rPr>
          <w:rtl/>
        </w:rPr>
        <w:t>13_ نعمت كى طرف توجہ كا لازمہ، منعم كى شكر گذارى ہے_</w:t>
      </w:r>
      <w:r w:rsidRPr="00CD2824">
        <w:rPr>
          <w:rStyle w:val="libArabicChar"/>
          <w:rFonts w:hint="eastAsia"/>
          <w:rtl/>
        </w:rPr>
        <w:t>ا</w:t>
      </w:r>
      <w:r w:rsidRPr="00CD2824">
        <w:rPr>
          <w:rStyle w:val="libArabicChar"/>
          <w:rtl/>
        </w:rPr>
        <w:t xml:space="preserve"> فبالباطل يؤمنون و بنعمت الله </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يكفرون</w:t>
      </w:r>
    </w:p>
    <w:p w:rsidR="001F628F" w:rsidRDefault="001F628F" w:rsidP="001F628F">
      <w:pPr>
        <w:pStyle w:val="libNormal"/>
        <w:rPr>
          <w:rtl/>
        </w:rPr>
      </w:pPr>
      <w:r>
        <w:rPr>
          <w:rtl/>
        </w:rPr>
        <w:t>14_</w:t>
      </w:r>
      <w:r w:rsidRPr="00CD2824">
        <w:rPr>
          <w:rStyle w:val="libArabicChar"/>
          <w:rtl/>
        </w:rPr>
        <w:t xml:space="preserve">''عن ابى عبدالله </w:t>
      </w:r>
      <w:r w:rsidR="00367F17" w:rsidRPr="00367F17">
        <w:rPr>
          <w:rStyle w:val="libAlaemChar"/>
          <w:rtl/>
        </w:rPr>
        <w:t xml:space="preserve"> عليه‌السلام </w:t>
      </w:r>
      <w:r w:rsidRPr="00CD2824">
        <w:rPr>
          <w:rStyle w:val="libArabicChar"/>
          <w:rtl/>
        </w:rPr>
        <w:t xml:space="preserve"> فى قول</w:t>
      </w:r>
      <w:r w:rsidR="00120F63" w:rsidRPr="00B2551F">
        <w:rPr>
          <w:rStyle w:val="libArabicChar"/>
          <w:rFonts w:hint="cs"/>
          <w:rtl/>
        </w:rPr>
        <w:t>ه</w:t>
      </w:r>
      <w:r w:rsidRPr="00CD2824">
        <w:rPr>
          <w:rStyle w:val="libArabicChar"/>
          <w:rtl/>
        </w:rPr>
        <w:t xml:space="preserve"> </w:t>
      </w:r>
      <w:r w:rsidRPr="00CD2824">
        <w:rPr>
          <w:rStyle w:val="libArabicChar"/>
          <w:rFonts w:hint="cs"/>
          <w:rtl/>
        </w:rPr>
        <w:t>الله</w:t>
      </w:r>
      <w:r w:rsidRPr="00CD2824">
        <w:rPr>
          <w:rStyle w:val="libArabicChar"/>
          <w:rtl/>
        </w:rPr>
        <w:t xml:space="preserve"> ''</w:t>
      </w:r>
      <w:r w:rsidRPr="00CD2824">
        <w:rPr>
          <w:rStyle w:val="libArabicChar"/>
          <w:rFonts w:hint="cs"/>
          <w:rtl/>
        </w:rPr>
        <w:t>وجعل</w:t>
      </w:r>
      <w:r w:rsidRPr="00CD2824">
        <w:rPr>
          <w:rStyle w:val="libArabicChar"/>
          <w:rtl/>
        </w:rPr>
        <w:t xml:space="preserve"> </w:t>
      </w:r>
      <w:r w:rsidRPr="00CD2824">
        <w:rPr>
          <w:rStyle w:val="libArabicChar"/>
          <w:rFonts w:hint="cs"/>
          <w:rtl/>
        </w:rPr>
        <w:t>لكم</w:t>
      </w:r>
      <w:r w:rsidRPr="00CD2824">
        <w:rPr>
          <w:rStyle w:val="libArabicChar"/>
          <w:rtl/>
        </w:rPr>
        <w:t xml:space="preserve"> </w:t>
      </w:r>
      <w:r w:rsidRPr="00CD2824">
        <w:rPr>
          <w:rStyle w:val="libArabicChar"/>
          <w:rFonts w:hint="cs"/>
          <w:rtl/>
        </w:rPr>
        <w:t>من</w:t>
      </w:r>
      <w:r w:rsidRPr="00CD2824">
        <w:rPr>
          <w:rStyle w:val="libArabicChar"/>
          <w:rtl/>
        </w:rPr>
        <w:t xml:space="preserve"> </w:t>
      </w:r>
      <w:r w:rsidRPr="00CD2824">
        <w:rPr>
          <w:rStyle w:val="libArabicChar"/>
          <w:rFonts w:hint="cs"/>
          <w:rtl/>
        </w:rPr>
        <w:t>ازواجكم</w:t>
      </w:r>
      <w:r w:rsidRPr="00CD2824">
        <w:rPr>
          <w:rStyle w:val="libArabicChar"/>
          <w:rtl/>
        </w:rPr>
        <w:t xml:space="preserve"> </w:t>
      </w:r>
      <w:r w:rsidRPr="00CD2824">
        <w:rPr>
          <w:rStyle w:val="libArabicChar"/>
          <w:rFonts w:hint="cs"/>
          <w:rtl/>
        </w:rPr>
        <w:t>بنين</w:t>
      </w:r>
      <w:r w:rsidRPr="00CD2824">
        <w:rPr>
          <w:rStyle w:val="libArabicChar"/>
          <w:rtl/>
        </w:rPr>
        <w:t xml:space="preserve"> </w:t>
      </w:r>
      <w:r w:rsidRPr="00CD2824">
        <w:rPr>
          <w:rStyle w:val="libArabicChar"/>
          <w:rFonts w:hint="cs"/>
          <w:rtl/>
        </w:rPr>
        <w:t>وحفدة</w:t>
      </w:r>
      <w:r w:rsidRPr="00CD2824">
        <w:rPr>
          <w:rStyle w:val="libArabicChar"/>
          <w:rtl/>
        </w:rPr>
        <w:t xml:space="preserve">'' </w:t>
      </w:r>
      <w:r w:rsidRPr="00CD2824">
        <w:rPr>
          <w:rStyle w:val="libArabicChar"/>
          <w:rFonts w:hint="cs"/>
          <w:rtl/>
        </w:rPr>
        <w:t>قال</w:t>
      </w:r>
      <w:r w:rsidRPr="00CD2824">
        <w:rPr>
          <w:rStyle w:val="libArabicChar"/>
          <w:rtl/>
        </w:rPr>
        <w:t xml:space="preserve">: </w:t>
      </w:r>
      <w:r w:rsidRPr="00CD2824">
        <w:rPr>
          <w:rStyle w:val="libArabicChar"/>
          <w:rFonts w:hint="cs"/>
          <w:rtl/>
        </w:rPr>
        <w:t>الحفدة</w:t>
      </w:r>
      <w:r w:rsidRPr="00CD2824">
        <w:rPr>
          <w:rStyle w:val="libArabicChar"/>
          <w:rtl/>
        </w:rPr>
        <w:t xml:space="preserve"> </w:t>
      </w:r>
      <w:r w:rsidRPr="00CD2824">
        <w:rPr>
          <w:rStyle w:val="libArabicChar"/>
          <w:rFonts w:hint="cs"/>
          <w:rtl/>
        </w:rPr>
        <w:t>بنو</w:t>
      </w:r>
      <w:r w:rsidRPr="00CD2824">
        <w:rPr>
          <w:rStyle w:val="libArabicChar"/>
          <w:rtl/>
        </w:rPr>
        <w:t xml:space="preserve"> </w:t>
      </w:r>
      <w:r w:rsidRPr="00CD2824">
        <w:rPr>
          <w:rStyle w:val="libArabicChar"/>
          <w:rFonts w:hint="cs"/>
          <w:rtl/>
        </w:rPr>
        <w:t>البن</w:t>
      </w:r>
      <w:r w:rsidRPr="00CD2824">
        <w:rPr>
          <w:rStyle w:val="libArabicChar"/>
          <w:rtl/>
        </w:rPr>
        <w:t>ت ونحن حفدة رسول الله</w:t>
      </w:r>
      <w:r>
        <w:rPr>
          <w:rtl/>
        </w:rPr>
        <w:t xml:space="preserve"> </w:t>
      </w:r>
      <w:r w:rsidRPr="00CD2824">
        <w:rPr>
          <w:rStyle w:val="libFootnotenumChar"/>
          <w:rtl/>
        </w:rPr>
        <w:t>(1)</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خداوند عالم كے اس قول ''وجعل لكم من ازواجكم بنين وحفدہ'' كے بارے مي</w:t>
      </w:r>
      <w:r w:rsidR="00083993">
        <w:rPr>
          <w:rtl/>
        </w:rPr>
        <w:t xml:space="preserve">ں </w:t>
      </w:r>
      <w:r>
        <w:rPr>
          <w:rtl/>
        </w:rPr>
        <w:t>روايت نقل ہوئي ہے كہ آپ</w:t>
      </w:r>
      <w:r w:rsidR="00367F17" w:rsidRPr="00367F17">
        <w:rPr>
          <w:rStyle w:val="libAlaemChar"/>
          <w:rtl/>
        </w:rPr>
        <w:t xml:space="preserve"> عليه‌السلام </w:t>
      </w:r>
      <w:r>
        <w:rPr>
          <w:rtl/>
        </w:rPr>
        <w:t xml:space="preserve"> نے فرمايا ''حفدہ'' سے مراد بيٹى كے بيٹے ہي</w:t>
      </w:r>
      <w:r w:rsidR="00083993">
        <w:rPr>
          <w:rtl/>
        </w:rPr>
        <w:t xml:space="preserve">ں </w:t>
      </w:r>
      <w:r>
        <w:rPr>
          <w:rtl/>
        </w:rPr>
        <w:t xml:space="preserve">اورہم رسول خدا </w:t>
      </w:r>
      <w:r w:rsidR="00367F17" w:rsidRPr="00367F17">
        <w:rPr>
          <w:rStyle w:val="libAlaemChar"/>
          <w:rtl/>
        </w:rPr>
        <w:t xml:space="preserve"> عليه‌السلام </w:t>
      </w:r>
      <w:r>
        <w:rPr>
          <w:rtl/>
        </w:rPr>
        <w:t xml:space="preserve"> كے نواسے ہي</w:t>
      </w:r>
      <w:r w:rsidR="00083993">
        <w:rPr>
          <w:rtl/>
        </w:rPr>
        <w:t xml:space="preserve">ں </w:t>
      </w:r>
      <w:r>
        <w:rPr>
          <w:rtl/>
        </w:rPr>
        <w:t>_</w:t>
      </w:r>
    </w:p>
    <w:p w:rsidR="001F628F" w:rsidRDefault="001F628F" w:rsidP="001F628F">
      <w:pPr>
        <w:pStyle w:val="libNormal"/>
        <w:rPr>
          <w:rtl/>
        </w:rPr>
      </w:pPr>
      <w:r>
        <w:rPr>
          <w:rtl/>
        </w:rPr>
        <w:t xml:space="preserve">15_ </w:t>
      </w:r>
      <w:r w:rsidRPr="00CD2824">
        <w:rPr>
          <w:rStyle w:val="libArabicChar"/>
          <w:rtl/>
        </w:rPr>
        <w:t>''الحفد</w:t>
      </w:r>
      <w:r w:rsidR="00120F63" w:rsidRPr="00B2551F">
        <w:rPr>
          <w:rStyle w:val="libArabicChar"/>
          <w:rFonts w:hint="cs"/>
          <w:rtl/>
        </w:rPr>
        <w:t>ه</w:t>
      </w:r>
      <w:r w:rsidRPr="00CD2824">
        <w:rPr>
          <w:rStyle w:val="libArabicChar"/>
          <w:rtl/>
        </w:rPr>
        <w:t xml:space="preserve">'' </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اختان</w:t>
      </w:r>
      <w:r w:rsidRPr="00CD2824">
        <w:rPr>
          <w:rStyle w:val="libArabicChar"/>
          <w:rtl/>
        </w:rPr>
        <w:t xml:space="preserve"> </w:t>
      </w:r>
      <w:r w:rsidRPr="00CD2824">
        <w:rPr>
          <w:rStyle w:val="libArabicChar"/>
          <w:rFonts w:hint="cs"/>
          <w:rtl/>
        </w:rPr>
        <w:t>الرجل</w:t>
      </w:r>
      <w:r w:rsidRPr="00CD2824">
        <w:rPr>
          <w:rStyle w:val="libArabicChar"/>
          <w:rtl/>
        </w:rPr>
        <w:t xml:space="preserve"> </w:t>
      </w:r>
      <w:r w:rsidRPr="00CD2824">
        <w:rPr>
          <w:rStyle w:val="libArabicChar"/>
          <w:rFonts w:hint="cs"/>
          <w:rtl/>
        </w:rPr>
        <w:t>على</w:t>
      </w:r>
      <w:r w:rsidRPr="00CD2824">
        <w:rPr>
          <w:rStyle w:val="libArabicChar"/>
          <w:rtl/>
        </w:rPr>
        <w:t xml:space="preserve"> </w:t>
      </w:r>
      <w:r w:rsidRPr="00CD2824">
        <w:rPr>
          <w:rStyle w:val="libArabicChar"/>
          <w:rFonts w:hint="cs"/>
          <w:rtl/>
        </w:rPr>
        <w:t>بنات</w:t>
      </w:r>
      <w:r w:rsidR="00120F63" w:rsidRPr="00B2551F">
        <w:rPr>
          <w:rStyle w:val="libArabicChar"/>
          <w:rFonts w:hint="cs"/>
          <w:rtl/>
        </w:rPr>
        <w:t>ه</w:t>
      </w:r>
      <w:r w:rsidRPr="00CD2824">
        <w:rPr>
          <w:rStyle w:val="libArabicChar"/>
          <w:rtl/>
        </w:rPr>
        <w:t xml:space="preserve"> و</w:t>
      </w:r>
      <w:r w:rsidR="00120F63" w:rsidRPr="00B2551F">
        <w:rPr>
          <w:rStyle w:val="libArabicChar"/>
          <w:rFonts w:hint="cs"/>
          <w:rtl/>
        </w:rPr>
        <w:t>ه</w:t>
      </w:r>
      <w:r w:rsidRPr="00CD2824">
        <w:rPr>
          <w:rStyle w:val="libArabicChar"/>
          <w:rFonts w:hint="cs"/>
          <w:rtl/>
        </w:rPr>
        <w:t>و</w:t>
      </w:r>
      <w:r w:rsidRPr="00CD2824">
        <w:rPr>
          <w:rStyle w:val="libArabicChar"/>
          <w:rtl/>
        </w:rPr>
        <w:t xml:space="preserve"> </w:t>
      </w:r>
      <w:r w:rsidRPr="00CD2824">
        <w:rPr>
          <w:rStyle w:val="libArabicChar"/>
          <w:rFonts w:hint="cs"/>
          <w:rtl/>
        </w:rPr>
        <w:t>المروى</w:t>
      </w:r>
      <w:r w:rsidRPr="00CD2824">
        <w:rPr>
          <w:rStyle w:val="libArabicChar"/>
          <w:rtl/>
        </w:rPr>
        <w:t xml:space="preserve"> </w:t>
      </w:r>
      <w:r w:rsidRPr="00CD2824">
        <w:rPr>
          <w:rStyle w:val="libArabicChar"/>
          <w:rFonts w:hint="cs"/>
          <w:rtl/>
        </w:rPr>
        <w:t>عن</w:t>
      </w:r>
      <w:r w:rsidRPr="00CD2824">
        <w:rPr>
          <w:rStyle w:val="libArabicChar"/>
          <w:rtl/>
        </w:rPr>
        <w:t xml:space="preserve"> </w:t>
      </w:r>
      <w:r w:rsidRPr="00CD2824">
        <w:rPr>
          <w:rStyle w:val="libArabicChar"/>
          <w:rFonts w:hint="cs"/>
          <w:rtl/>
        </w:rPr>
        <w:t>ابى</w:t>
      </w:r>
      <w:r w:rsidRPr="00CD2824">
        <w:rPr>
          <w:rStyle w:val="libArabicChar"/>
          <w:rtl/>
        </w:rPr>
        <w:t xml:space="preserve"> </w:t>
      </w:r>
      <w:r w:rsidRPr="00CD2824">
        <w:rPr>
          <w:rStyle w:val="libArabicChar"/>
          <w:rFonts w:hint="cs"/>
          <w:rtl/>
        </w:rPr>
        <w:t>عبدالل</w:t>
      </w:r>
      <w:r w:rsidRPr="00CD2824">
        <w:rPr>
          <w:rStyle w:val="libArabicChar"/>
          <w:rtl/>
        </w:rPr>
        <w:t xml:space="preserve">ه </w:t>
      </w:r>
      <w:r w:rsidR="00367F17" w:rsidRPr="00367F17">
        <w:rPr>
          <w:rStyle w:val="libAlaemChar"/>
          <w:rtl/>
        </w:rPr>
        <w:t xml:space="preserve"> عليه‌السلام </w:t>
      </w:r>
      <w:r>
        <w:rPr>
          <w:rtl/>
        </w:rPr>
        <w:t xml:space="preserve"> </w:t>
      </w:r>
      <w:r w:rsidRPr="00CD2824">
        <w:rPr>
          <w:rStyle w:val="libFootnotenumChar"/>
          <w:rtl/>
        </w:rPr>
        <w:t>(2)</w:t>
      </w:r>
    </w:p>
    <w:p w:rsidR="001F628F" w:rsidRDefault="001F628F" w:rsidP="001F628F">
      <w:pPr>
        <w:pStyle w:val="libNormal"/>
        <w:rPr>
          <w:rtl/>
        </w:rPr>
      </w:pPr>
      <w:r>
        <w:rPr>
          <w:rFonts w:hint="eastAsia"/>
          <w:rtl/>
        </w:rPr>
        <w:t>بيٹيو</w:t>
      </w:r>
      <w:r w:rsidR="00083993">
        <w:rPr>
          <w:rFonts w:hint="eastAsia"/>
          <w:rtl/>
        </w:rPr>
        <w:t xml:space="preserve">ں </w:t>
      </w:r>
      <w:r>
        <w:rPr>
          <w:rtl/>
        </w:rPr>
        <w:t xml:space="preserve">كے شوہر (داماد) كو الحفدہ كہا جاتا ہے اور يہ مطلب امام صادق </w:t>
      </w:r>
      <w:r w:rsidR="00367F17" w:rsidRPr="00367F17">
        <w:rPr>
          <w:rStyle w:val="libAlaemChar"/>
          <w:rtl/>
        </w:rPr>
        <w:t xml:space="preserve"> عليه‌السلام </w:t>
      </w:r>
      <w:r>
        <w:rPr>
          <w:rtl/>
        </w:rPr>
        <w:t xml:space="preserve"> سے نقل ہوا ہے_</w:t>
      </w:r>
    </w:p>
    <w:p w:rsidR="001F628F" w:rsidRDefault="001F628F" w:rsidP="001F628F">
      <w:pPr>
        <w:pStyle w:val="libNormal"/>
        <w:rPr>
          <w:rtl/>
        </w:rPr>
      </w:pPr>
      <w:r>
        <w:rPr>
          <w:rFonts w:hint="eastAsia"/>
          <w:rtl/>
        </w:rPr>
        <w:t>آيات</w:t>
      </w:r>
      <w:r>
        <w:rPr>
          <w:rtl/>
        </w:rPr>
        <w:t xml:space="preserve"> خدا:4،7</w:t>
      </w:r>
    </w:p>
    <w:p w:rsidR="001F628F" w:rsidRDefault="001F628F" w:rsidP="001F628F">
      <w:pPr>
        <w:pStyle w:val="libNormal"/>
        <w:rPr>
          <w:rtl/>
        </w:rPr>
      </w:pPr>
      <w:r>
        <w:rPr>
          <w:rFonts w:hint="eastAsia"/>
          <w:rtl/>
        </w:rPr>
        <w:t>آيات</w:t>
      </w:r>
      <w:r>
        <w:rPr>
          <w:rtl/>
        </w:rPr>
        <w:t xml:space="preserve"> خدا سے منہ موڑنا12</w:t>
      </w:r>
    </w:p>
    <w:p w:rsidR="001F628F" w:rsidRDefault="001F628F" w:rsidP="00CD2824">
      <w:pPr>
        <w:pStyle w:val="libNormal"/>
        <w:rPr>
          <w:rtl/>
        </w:rPr>
      </w:pPr>
      <w:r>
        <w:rPr>
          <w:rFonts w:hint="eastAsia"/>
          <w:rtl/>
        </w:rPr>
        <w:t>ائمہ</w:t>
      </w:r>
      <w:r w:rsidR="00367F17" w:rsidRPr="00367F17">
        <w:rPr>
          <w:rStyle w:val="libAlaemChar"/>
          <w:rtl/>
        </w:rPr>
        <w:t xml:space="preserve"> عليه‌السلام </w:t>
      </w:r>
      <w:r>
        <w:rPr>
          <w:rtl/>
        </w:rPr>
        <w:t xml:space="preserve"> :</w:t>
      </w:r>
      <w:r>
        <w:rPr>
          <w:rFonts w:hint="eastAsia"/>
          <w:rtl/>
        </w:rPr>
        <w:t>ائمہ</w:t>
      </w:r>
      <w:r>
        <w:rPr>
          <w:rtl/>
        </w:rPr>
        <w:t xml:space="preserve"> </w:t>
      </w:r>
      <w:r w:rsidR="00367F17" w:rsidRPr="00367F17">
        <w:rPr>
          <w:rStyle w:val="libAlaemChar"/>
          <w:rtl/>
        </w:rPr>
        <w:t xml:space="preserve"> عليه‌السلام </w:t>
      </w:r>
      <w:r>
        <w:rPr>
          <w:rtl/>
        </w:rPr>
        <w:t xml:space="preserve"> كے فضائل 14</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كى سرزنشي</w:t>
      </w:r>
      <w:r w:rsidR="00083993">
        <w:rPr>
          <w:rtl/>
        </w:rPr>
        <w:t xml:space="preserve">ں </w:t>
      </w:r>
      <w:r>
        <w:rPr>
          <w:rtl/>
        </w:rPr>
        <w:t>10; الله تعالى كى سنتي</w:t>
      </w:r>
      <w:r w:rsidR="00083993">
        <w:rPr>
          <w:rtl/>
        </w:rPr>
        <w:t xml:space="preserve">ں </w:t>
      </w:r>
      <w:r>
        <w:rPr>
          <w:rtl/>
        </w:rPr>
        <w:t>6; الله تعالى كى نعمات 1،2،4،5،7،9</w:t>
      </w:r>
    </w:p>
    <w:p w:rsidR="001F628F" w:rsidRDefault="001F628F" w:rsidP="00CD2824">
      <w:pPr>
        <w:pStyle w:val="libNormal"/>
        <w:rPr>
          <w:rtl/>
        </w:rPr>
      </w:pPr>
      <w:r>
        <w:rPr>
          <w:rFonts w:hint="eastAsia"/>
          <w:rtl/>
        </w:rPr>
        <w:t>الله</w:t>
      </w:r>
      <w:r>
        <w:rPr>
          <w:rtl/>
        </w:rPr>
        <w:t xml:space="preserve"> تعالى كى سنتي</w:t>
      </w:r>
      <w:r w:rsidR="00083993">
        <w:rPr>
          <w:rtl/>
        </w:rPr>
        <w:t xml:space="preserve">ں </w:t>
      </w:r>
      <w:r>
        <w:rPr>
          <w:rtl/>
        </w:rPr>
        <w:t>:</w:t>
      </w:r>
      <w:r>
        <w:rPr>
          <w:rFonts w:hint="eastAsia"/>
          <w:rtl/>
        </w:rPr>
        <w:t>الله</w:t>
      </w:r>
      <w:r>
        <w:rPr>
          <w:rtl/>
        </w:rPr>
        <w:t xml:space="preserve"> تعالى كى بقاء نسل كى سنت 6</w:t>
      </w:r>
    </w:p>
    <w:p w:rsidR="001F628F" w:rsidRDefault="001F628F" w:rsidP="00CD2824">
      <w:pPr>
        <w:pStyle w:val="libNormal"/>
        <w:rPr>
          <w:rtl/>
        </w:rPr>
      </w:pPr>
      <w:r>
        <w:rPr>
          <w:rFonts w:hint="eastAsia"/>
          <w:rtl/>
        </w:rPr>
        <w:t>انسان</w:t>
      </w:r>
      <w:r>
        <w:rPr>
          <w:rtl/>
        </w:rPr>
        <w:t>:</w:t>
      </w:r>
      <w:r>
        <w:rPr>
          <w:rFonts w:hint="eastAsia"/>
          <w:rtl/>
        </w:rPr>
        <w:t>انسان</w:t>
      </w:r>
      <w:r>
        <w:rPr>
          <w:rtl/>
        </w:rPr>
        <w:t xml:space="preserve"> كى فطرت 6; انسان كے ابعاد 6; انسان كے مصالح2</w:t>
      </w:r>
    </w:p>
    <w:p w:rsidR="001F628F" w:rsidRDefault="00B84D3B" w:rsidP="00B84D3B">
      <w:pPr>
        <w:pStyle w:val="libLine"/>
        <w:rPr>
          <w:rtl/>
        </w:rPr>
      </w:pPr>
      <w:r>
        <w:rPr>
          <w:rtl/>
        </w:rPr>
        <w:t>____________________</w:t>
      </w:r>
    </w:p>
    <w:p w:rsidR="001F628F" w:rsidRDefault="001F628F" w:rsidP="00CD2824">
      <w:pPr>
        <w:pStyle w:val="libFootnote"/>
        <w:rPr>
          <w:rtl/>
        </w:rPr>
      </w:pPr>
      <w:r>
        <w:rPr>
          <w:rtl/>
        </w:rPr>
        <w:t>1) تفسير عياشى ج20،ص264، ح46، نورالثقلين ج3، خ68، ح150_</w:t>
      </w:r>
    </w:p>
    <w:p w:rsidR="001F628F" w:rsidRDefault="001F628F" w:rsidP="00CD2824">
      <w:pPr>
        <w:pStyle w:val="libFootnote"/>
        <w:rPr>
          <w:rtl/>
        </w:rPr>
      </w:pPr>
      <w:r>
        <w:rPr>
          <w:rtl/>
        </w:rPr>
        <w:t>2) مجمع البيان ، ج6،ص576،نورالثقلين ، ج3، ص68، ح152، فى مجمع البحرين '' ختن الرجل زوج البنتہ''_</w:t>
      </w:r>
    </w:p>
    <w:p w:rsidR="00CD2824" w:rsidRDefault="001E7F9D" w:rsidP="00F73EDE">
      <w:pPr>
        <w:pStyle w:val="libPoemTini"/>
        <w:rPr>
          <w:rtl/>
        </w:rPr>
      </w:pPr>
      <w:r>
        <w:rPr>
          <w:rtl/>
        </w:rPr>
        <w:br w:type="page"/>
      </w:r>
    </w:p>
    <w:p w:rsidR="001F628F" w:rsidRDefault="001F628F" w:rsidP="00CD2824">
      <w:pPr>
        <w:pStyle w:val="libNormal"/>
        <w:rPr>
          <w:rtl/>
        </w:rPr>
      </w:pPr>
      <w:r>
        <w:rPr>
          <w:rFonts w:hint="eastAsia"/>
          <w:rtl/>
        </w:rPr>
        <w:lastRenderedPageBreak/>
        <w:t>باہمى</w:t>
      </w:r>
      <w:r>
        <w:rPr>
          <w:rtl/>
        </w:rPr>
        <w:t xml:space="preserve"> امداد:</w:t>
      </w:r>
      <w:r>
        <w:rPr>
          <w:rFonts w:hint="eastAsia"/>
          <w:rtl/>
        </w:rPr>
        <w:t>باہمى</w:t>
      </w:r>
      <w:r>
        <w:rPr>
          <w:rtl/>
        </w:rPr>
        <w:t xml:space="preserve"> امدادكے آثار 8; سماجى امداد كو ترك كرنا 11; گھر يلو امداد 8</w:t>
      </w:r>
    </w:p>
    <w:p w:rsidR="001F628F" w:rsidRDefault="001F628F" w:rsidP="00CD2824">
      <w:pPr>
        <w:pStyle w:val="libNormal"/>
        <w:rPr>
          <w:rtl/>
        </w:rPr>
      </w:pPr>
      <w:r>
        <w:rPr>
          <w:rFonts w:hint="eastAsia"/>
          <w:rtl/>
        </w:rPr>
        <w:t>داماد</w:t>
      </w:r>
      <w:r>
        <w:rPr>
          <w:rtl/>
        </w:rPr>
        <w:t>:</w:t>
      </w:r>
      <w:r>
        <w:rPr>
          <w:rFonts w:hint="eastAsia"/>
          <w:rtl/>
        </w:rPr>
        <w:t>داماد</w:t>
      </w:r>
      <w:r>
        <w:rPr>
          <w:rtl/>
        </w:rPr>
        <w:t xml:space="preserve"> كى رشتہ دارى 15</w:t>
      </w:r>
    </w:p>
    <w:p w:rsidR="001F628F" w:rsidRDefault="001F628F" w:rsidP="00CD2824">
      <w:pPr>
        <w:pStyle w:val="libNormal"/>
        <w:rPr>
          <w:rtl/>
        </w:rPr>
      </w:pPr>
      <w:r>
        <w:rPr>
          <w:rFonts w:hint="eastAsia"/>
          <w:rtl/>
        </w:rPr>
        <w:t>ذكر</w:t>
      </w:r>
      <w:r>
        <w:rPr>
          <w:rtl/>
        </w:rPr>
        <w:t>:</w:t>
      </w:r>
      <w:r>
        <w:rPr>
          <w:rFonts w:hint="eastAsia"/>
          <w:rtl/>
        </w:rPr>
        <w:t>نعمت</w:t>
      </w:r>
      <w:r>
        <w:rPr>
          <w:rtl/>
        </w:rPr>
        <w:t xml:space="preserve"> كے ذكر كے آثار 13</w:t>
      </w:r>
    </w:p>
    <w:p w:rsidR="001F628F" w:rsidRDefault="001F628F" w:rsidP="00CD2824">
      <w:pPr>
        <w:pStyle w:val="libNormal"/>
        <w:rPr>
          <w:rtl/>
        </w:rPr>
      </w:pPr>
      <w:r>
        <w:rPr>
          <w:rFonts w:hint="eastAsia"/>
          <w:rtl/>
        </w:rPr>
        <w:t>رشتہ</w:t>
      </w:r>
      <w:r>
        <w:rPr>
          <w:rtl/>
        </w:rPr>
        <w:t xml:space="preserve"> دار:</w:t>
      </w:r>
      <w:r>
        <w:rPr>
          <w:rFonts w:hint="eastAsia"/>
          <w:rtl/>
        </w:rPr>
        <w:t>رشتہ</w:t>
      </w:r>
      <w:r>
        <w:rPr>
          <w:rtl/>
        </w:rPr>
        <w:t xml:space="preserve"> دارو</w:t>
      </w:r>
      <w:r w:rsidR="00083993">
        <w:rPr>
          <w:rtl/>
        </w:rPr>
        <w:t xml:space="preserve">ں </w:t>
      </w:r>
      <w:r>
        <w:rPr>
          <w:rtl/>
        </w:rPr>
        <w:t>كى امداد7; رشتہ دارو</w:t>
      </w:r>
      <w:r w:rsidR="00083993">
        <w:rPr>
          <w:rtl/>
        </w:rPr>
        <w:t xml:space="preserve">ں </w:t>
      </w:r>
      <w:r>
        <w:rPr>
          <w:rtl/>
        </w:rPr>
        <w:t>كى اہميت8</w:t>
      </w:r>
    </w:p>
    <w:p w:rsidR="001F628F" w:rsidRDefault="001F628F" w:rsidP="001F628F">
      <w:pPr>
        <w:pStyle w:val="libNormal"/>
        <w:rPr>
          <w:rtl/>
        </w:rPr>
      </w:pPr>
      <w:r>
        <w:rPr>
          <w:rFonts w:hint="eastAsia"/>
          <w:rtl/>
        </w:rPr>
        <w:t>رويات</w:t>
      </w:r>
      <w:r>
        <w:rPr>
          <w:rtl/>
        </w:rPr>
        <w:t>:14،15</w:t>
      </w:r>
    </w:p>
    <w:p w:rsidR="001F628F" w:rsidRDefault="001F628F" w:rsidP="00CD2824">
      <w:pPr>
        <w:pStyle w:val="libNormal"/>
        <w:rPr>
          <w:rtl/>
        </w:rPr>
      </w:pPr>
      <w:r>
        <w:rPr>
          <w:rFonts w:hint="eastAsia"/>
          <w:rtl/>
        </w:rPr>
        <w:t>روزي</w:t>
      </w:r>
      <w:r>
        <w:rPr>
          <w:rtl/>
        </w:rPr>
        <w:t>:</w:t>
      </w:r>
      <w:r>
        <w:rPr>
          <w:rFonts w:hint="eastAsia"/>
          <w:rtl/>
        </w:rPr>
        <w:t>حلال</w:t>
      </w:r>
      <w:r>
        <w:rPr>
          <w:rtl/>
        </w:rPr>
        <w:t xml:space="preserve"> روزى سے استفادہ كو ترك كرنا11</w:t>
      </w:r>
    </w:p>
    <w:p w:rsidR="001F628F" w:rsidRDefault="001F628F" w:rsidP="00CD2824">
      <w:pPr>
        <w:pStyle w:val="libNormal"/>
        <w:rPr>
          <w:rtl/>
        </w:rPr>
      </w:pPr>
      <w:r>
        <w:rPr>
          <w:rFonts w:hint="eastAsia"/>
          <w:rtl/>
        </w:rPr>
        <w:t>زہد</w:t>
      </w:r>
      <w:r>
        <w:rPr>
          <w:rtl/>
        </w:rPr>
        <w:t>:</w:t>
      </w:r>
      <w:r>
        <w:rPr>
          <w:rFonts w:hint="eastAsia"/>
          <w:rtl/>
        </w:rPr>
        <w:t>ناپسنديدہ</w:t>
      </w:r>
      <w:r>
        <w:rPr>
          <w:rtl/>
        </w:rPr>
        <w:t xml:space="preserve"> زہد</w:t>
      </w:r>
    </w:p>
    <w:p w:rsidR="001F628F" w:rsidRDefault="001F628F" w:rsidP="00CD2824">
      <w:pPr>
        <w:pStyle w:val="libNormal"/>
        <w:rPr>
          <w:rtl/>
        </w:rPr>
      </w:pPr>
      <w:r>
        <w:rPr>
          <w:rFonts w:hint="eastAsia"/>
          <w:rtl/>
        </w:rPr>
        <w:t>شادي</w:t>
      </w:r>
      <w:r>
        <w:rPr>
          <w:rtl/>
        </w:rPr>
        <w:t>:</w:t>
      </w:r>
      <w:r>
        <w:rPr>
          <w:rFonts w:hint="eastAsia"/>
          <w:rtl/>
        </w:rPr>
        <w:t>شادى</w:t>
      </w:r>
      <w:r>
        <w:rPr>
          <w:rtl/>
        </w:rPr>
        <w:t xml:space="preserve"> كا فطرى ہونا 6; شادى كو ترك كرنا 11; شادى كے آثار 5</w:t>
      </w:r>
    </w:p>
    <w:p w:rsidR="001F628F" w:rsidRDefault="001F628F" w:rsidP="00CD2824">
      <w:pPr>
        <w:pStyle w:val="libNormal"/>
        <w:rPr>
          <w:rtl/>
        </w:rPr>
      </w:pPr>
      <w:r>
        <w:rPr>
          <w:rFonts w:hint="eastAsia"/>
          <w:rtl/>
        </w:rPr>
        <w:t>شكر</w:t>
      </w:r>
      <w:r>
        <w:rPr>
          <w:rtl/>
        </w:rPr>
        <w:t>:</w:t>
      </w:r>
      <w:r>
        <w:rPr>
          <w:rFonts w:hint="eastAsia"/>
          <w:rtl/>
        </w:rPr>
        <w:t>نعمت</w:t>
      </w:r>
      <w:r>
        <w:rPr>
          <w:rtl/>
        </w:rPr>
        <w:t xml:space="preserve"> كے شكر كا زمينہ13</w:t>
      </w:r>
    </w:p>
    <w:p w:rsidR="001F628F" w:rsidRDefault="001F628F" w:rsidP="00CD2824">
      <w:pPr>
        <w:pStyle w:val="libNormal"/>
        <w:rPr>
          <w:rtl/>
        </w:rPr>
      </w:pPr>
      <w:r>
        <w:rPr>
          <w:rFonts w:hint="eastAsia"/>
          <w:rtl/>
        </w:rPr>
        <w:t>طيّبات</w:t>
      </w:r>
      <w:r>
        <w:rPr>
          <w:rtl/>
        </w:rPr>
        <w:t>:</w:t>
      </w:r>
      <w:r>
        <w:rPr>
          <w:rFonts w:hint="eastAsia"/>
          <w:rtl/>
        </w:rPr>
        <w:t>طيّبات</w:t>
      </w:r>
      <w:r>
        <w:rPr>
          <w:rtl/>
        </w:rPr>
        <w:t xml:space="preserve"> سے استفادہ كرنا9</w:t>
      </w:r>
    </w:p>
    <w:p w:rsidR="001F628F" w:rsidRDefault="001F628F" w:rsidP="00CD2824">
      <w:pPr>
        <w:pStyle w:val="libNormal"/>
        <w:rPr>
          <w:rtl/>
        </w:rPr>
      </w:pPr>
      <w:r>
        <w:rPr>
          <w:rFonts w:hint="eastAsia"/>
          <w:rtl/>
        </w:rPr>
        <w:t>عمل</w:t>
      </w:r>
      <w:r>
        <w:rPr>
          <w:rtl/>
        </w:rPr>
        <w:t xml:space="preserve"> :</w:t>
      </w:r>
      <w:r>
        <w:rPr>
          <w:rFonts w:hint="eastAsia"/>
          <w:rtl/>
        </w:rPr>
        <w:t>ناپسنديدہ</w:t>
      </w:r>
      <w:r>
        <w:rPr>
          <w:rtl/>
        </w:rPr>
        <w:t xml:space="preserve"> عمل 11</w:t>
      </w:r>
    </w:p>
    <w:p w:rsidR="001F628F" w:rsidRDefault="001F628F" w:rsidP="00CD2824">
      <w:pPr>
        <w:pStyle w:val="libNormal"/>
        <w:rPr>
          <w:rtl/>
        </w:rPr>
      </w:pPr>
      <w:r>
        <w:rPr>
          <w:rFonts w:hint="eastAsia"/>
          <w:rtl/>
        </w:rPr>
        <w:t>عورت</w:t>
      </w:r>
      <w:r>
        <w:rPr>
          <w:rtl/>
        </w:rPr>
        <w:t>:</w:t>
      </w:r>
      <w:r>
        <w:rPr>
          <w:rFonts w:hint="eastAsia"/>
          <w:rtl/>
        </w:rPr>
        <w:t>عورت</w:t>
      </w:r>
      <w:r>
        <w:rPr>
          <w:rtl/>
        </w:rPr>
        <w:t xml:space="preserve"> كى حقيقت 3; عورت و مرد كا مساوى ہونا 3</w:t>
      </w:r>
    </w:p>
    <w:p w:rsidR="001F628F" w:rsidRDefault="001F628F" w:rsidP="00CD2824">
      <w:pPr>
        <w:pStyle w:val="libNormal"/>
        <w:rPr>
          <w:rtl/>
        </w:rPr>
      </w:pPr>
      <w:r>
        <w:rPr>
          <w:rFonts w:hint="eastAsia"/>
          <w:rtl/>
        </w:rPr>
        <w:t>كفار</w:t>
      </w:r>
      <w:r>
        <w:rPr>
          <w:rtl/>
        </w:rPr>
        <w:t>:</w:t>
      </w:r>
      <w:r>
        <w:rPr>
          <w:rFonts w:hint="eastAsia"/>
          <w:rtl/>
        </w:rPr>
        <w:t>كفار</w:t>
      </w:r>
      <w:r>
        <w:rPr>
          <w:rtl/>
        </w:rPr>
        <w:t xml:space="preserve"> كا باطل عقيدہ 10; كفار كو سرزنش 10; كفار كى لجاجت 10</w:t>
      </w:r>
    </w:p>
    <w:p w:rsidR="001F628F" w:rsidRDefault="001F628F" w:rsidP="00CD2824">
      <w:pPr>
        <w:pStyle w:val="libNormal"/>
        <w:rPr>
          <w:rtl/>
        </w:rPr>
      </w:pPr>
      <w:r>
        <w:rPr>
          <w:rFonts w:hint="eastAsia"/>
          <w:rtl/>
        </w:rPr>
        <w:t>كفران</w:t>
      </w:r>
      <w:r>
        <w:rPr>
          <w:rtl/>
        </w:rPr>
        <w:t>:</w:t>
      </w:r>
      <w:r>
        <w:rPr>
          <w:rFonts w:hint="eastAsia"/>
          <w:rtl/>
        </w:rPr>
        <w:t>كفران</w:t>
      </w:r>
      <w:r>
        <w:rPr>
          <w:rtl/>
        </w:rPr>
        <w:t xml:space="preserve"> نعمت 12</w:t>
      </w:r>
    </w:p>
    <w:p w:rsidR="001F628F" w:rsidRDefault="001F628F" w:rsidP="00CD2824">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Pr>
          <w:rtl/>
        </w:rPr>
        <w:t xml:space="preserve"> </w:t>
      </w:r>
      <w:r w:rsidR="00F031CD" w:rsidRPr="00F031CD">
        <w:rPr>
          <w:rStyle w:val="libAlaemChar"/>
          <w:rtl/>
        </w:rPr>
        <w:t xml:space="preserve"> صلى‌الله‌عليه‌وآله‌وسلم </w:t>
      </w:r>
      <w:r>
        <w:rPr>
          <w:rtl/>
        </w:rPr>
        <w:t xml:space="preserve"> كى نسل (نواسے ...)</w:t>
      </w:r>
    </w:p>
    <w:p w:rsidR="001F628F" w:rsidRDefault="001F628F" w:rsidP="00CD2824">
      <w:pPr>
        <w:pStyle w:val="libNormal"/>
        <w:rPr>
          <w:rtl/>
        </w:rPr>
      </w:pPr>
      <w:r>
        <w:rPr>
          <w:rFonts w:hint="eastAsia"/>
          <w:rtl/>
        </w:rPr>
        <w:t>مرد</w:t>
      </w:r>
      <w:r>
        <w:rPr>
          <w:rtl/>
        </w:rPr>
        <w:t>:</w:t>
      </w:r>
      <w:r>
        <w:rPr>
          <w:rFonts w:hint="eastAsia"/>
          <w:rtl/>
        </w:rPr>
        <w:t>مرد</w:t>
      </w:r>
      <w:r>
        <w:rPr>
          <w:rtl/>
        </w:rPr>
        <w:t xml:space="preserve"> كى حقيقت3</w:t>
      </w:r>
    </w:p>
    <w:p w:rsidR="001F628F" w:rsidRDefault="001F628F" w:rsidP="00CD2824">
      <w:pPr>
        <w:pStyle w:val="libNormal"/>
        <w:rPr>
          <w:rtl/>
        </w:rPr>
      </w:pPr>
      <w:r>
        <w:rPr>
          <w:rFonts w:hint="eastAsia"/>
          <w:rtl/>
        </w:rPr>
        <w:t>نسل</w:t>
      </w:r>
      <w:r>
        <w:rPr>
          <w:rtl/>
        </w:rPr>
        <w:t>:</w:t>
      </w:r>
      <w:r>
        <w:rPr>
          <w:rFonts w:hint="eastAsia"/>
          <w:rtl/>
        </w:rPr>
        <w:t>بقاء</w:t>
      </w:r>
      <w:r>
        <w:rPr>
          <w:rtl/>
        </w:rPr>
        <w:t xml:space="preserve"> نسل كى روش 5</w:t>
      </w:r>
    </w:p>
    <w:p w:rsidR="001F628F" w:rsidRDefault="001F628F" w:rsidP="00CD2824">
      <w:pPr>
        <w:pStyle w:val="libNormal"/>
        <w:rPr>
          <w:rtl/>
        </w:rPr>
      </w:pPr>
      <w:r>
        <w:rPr>
          <w:rFonts w:hint="eastAsia"/>
          <w:rtl/>
        </w:rPr>
        <w:t>نعمت</w:t>
      </w:r>
      <w:r>
        <w:rPr>
          <w:rtl/>
        </w:rPr>
        <w:t>:</w:t>
      </w:r>
      <w:r>
        <w:rPr>
          <w:rFonts w:hint="eastAsia"/>
          <w:rtl/>
        </w:rPr>
        <w:t>انسانو</w:t>
      </w:r>
      <w:r w:rsidR="00083993">
        <w:rPr>
          <w:rFonts w:hint="eastAsia"/>
          <w:rtl/>
        </w:rPr>
        <w:t xml:space="preserve">ں </w:t>
      </w:r>
      <w:r>
        <w:rPr>
          <w:rtl/>
        </w:rPr>
        <w:t>مي</w:t>
      </w:r>
      <w:r w:rsidR="00083993">
        <w:rPr>
          <w:rtl/>
        </w:rPr>
        <w:t xml:space="preserve">ں </w:t>
      </w:r>
      <w:r>
        <w:rPr>
          <w:rtl/>
        </w:rPr>
        <w:t>زوجيت كى نعمت 2;بقاء نسل كى نعمت 5; پاكيزہ طعام كى نعمت 9; رشتہ دارو</w:t>
      </w:r>
      <w:r w:rsidR="00083993">
        <w:rPr>
          <w:rtl/>
        </w:rPr>
        <w:t xml:space="preserve">ں </w:t>
      </w:r>
      <w:r>
        <w:rPr>
          <w:rtl/>
        </w:rPr>
        <w:t>كى نعمت 7; طيّبات كى نعمت 9; فرزند كى نعمت 4; ميا</w:t>
      </w:r>
      <w:r w:rsidR="00083993">
        <w:rPr>
          <w:rtl/>
        </w:rPr>
        <w:t xml:space="preserve">ں </w:t>
      </w:r>
      <w:r>
        <w:rPr>
          <w:rtl/>
        </w:rPr>
        <w:t>بيوى كى نعمت 1; نسل ( پوتے ونواسے ) كى نعمت 7</w:t>
      </w:r>
    </w:p>
    <w:p w:rsidR="001F628F" w:rsidRDefault="001F628F" w:rsidP="001F628F">
      <w:pPr>
        <w:pStyle w:val="libNormal"/>
        <w:rPr>
          <w:rtl/>
        </w:rPr>
      </w:pPr>
      <w:r>
        <w:rPr>
          <w:rFonts w:hint="eastAsia"/>
          <w:rtl/>
        </w:rPr>
        <w:t>نسل</w:t>
      </w:r>
      <w:r>
        <w:rPr>
          <w:rtl/>
        </w:rPr>
        <w:t xml:space="preserve"> كى امداد: 7</w:t>
      </w:r>
    </w:p>
    <w:p w:rsidR="00CD2824" w:rsidRDefault="001E7F9D" w:rsidP="00F73EDE">
      <w:pPr>
        <w:pStyle w:val="libPoemTini"/>
        <w:rPr>
          <w:rtl/>
        </w:rPr>
      </w:pPr>
      <w:r>
        <w:rPr>
          <w:rtl/>
        </w:rPr>
        <w:br w:type="page"/>
      </w:r>
    </w:p>
    <w:p w:rsidR="00CD2824" w:rsidRDefault="00CD2824" w:rsidP="00CD2824">
      <w:pPr>
        <w:pStyle w:val="Heading2Center"/>
        <w:rPr>
          <w:rtl/>
        </w:rPr>
      </w:pPr>
      <w:bookmarkStart w:id="219" w:name="_Toc28081897"/>
      <w:r>
        <w:rPr>
          <w:rFonts w:hint="cs"/>
          <w:rtl/>
        </w:rPr>
        <w:lastRenderedPageBreak/>
        <w:t>آیت 73</w:t>
      </w:r>
      <w:bookmarkEnd w:id="219"/>
    </w:p>
    <w:p w:rsidR="001F628F" w:rsidRDefault="00E260F9" w:rsidP="00CD2824">
      <w:pPr>
        <w:pStyle w:val="libNormal"/>
        <w:rPr>
          <w:rtl/>
        </w:rPr>
      </w:pPr>
      <w:r w:rsidRPr="00E260F9">
        <w:rPr>
          <w:rStyle w:val="libAlaemChar"/>
          <w:rFonts w:hint="eastAsia"/>
          <w:rtl/>
        </w:rPr>
        <w:t>(</w:t>
      </w:r>
      <w:r w:rsidRPr="00CD2824">
        <w:rPr>
          <w:rStyle w:val="libAieChar"/>
          <w:rFonts w:hint="eastAsia"/>
          <w:rtl/>
        </w:rPr>
        <w:t>وَيَعْبُدُونَ</w:t>
      </w:r>
      <w:r w:rsidRPr="00CD2824">
        <w:rPr>
          <w:rStyle w:val="libAieChar"/>
          <w:rtl/>
        </w:rPr>
        <w:t xml:space="preserve"> مِن دُونِ اللّهِ مَا لاَ يَمْلِكُ لَهُمْ رِزْقاً مِّنَ السَّمَاوَاتِ وَالأَرْضِ شَيْئاً وَلاَ يَسْتَطِيعُونَ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يہ لوگ اللہ كو چھوڑ كر ان كى عبادت كرتے ہي</w:t>
      </w:r>
      <w:r w:rsidR="00083993">
        <w:rPr>
          <w:rtl/>
        </w:rPr>
        <w:t xml:space="preserve">ں </w:t>
      </w:r>
      <w:r>
        <w:rPr>
          <w:rtl/>
        </w:rPr>
        <w:t>جو نہ آسمان و زمين مي</w:t>
      </w:r>
      <w:r w:rsidR="00083993">
        <w:rPr>
          <w:rtl/>
        </w:rPr>
        <w:t xml:space="preserve">ں </w:t>
      </w:r>
      <w:r>
        <w:rPr>
          <w:rtl/>
        </w:rPr>
        <w:t>كسى رزق كے مالك ہي</w:t>
      </w:r>
      <w:r w:rsidR="00083993">
        <w:rPr>
          <w:rtl/>
        </w:rPr>
        <w:t xml:space="preserve">ں </w:t>
      </w:r>
      <w:r>
        <w:rPr>
          <w:rtl/>
        </w:rPr>
        <w:t>اور نہ كسى چيز كى طاقت ہى ركھتے ہي</w:t>
      </w:r>
      <w:r w:rsidR="00083993">
        <w:rPr>
          <w:rtl/>
        </w:rPr>
        <w:t xml:space="preserve">ں </w:t>
      </w:r>
      <w:r>
        <w:rPr>
          <w:rtl/>
        </w:rPr>
        <w:t>_</w:t>
      </w:r>
    </w:p>
    <w:p w:rsidR="001F628F" w:rsidRDefault="001F628F" w:rsidP="001F628F">
      <w:pPr>
        <w:pStyle w:val="libNormal"/>
        <w:rPr>
          <w:rtl/>
        </w:rPr>
      </w:pPr>
      <w:r>
        <w:rPr>
          <w:rtl/>
        </w:rPr>
        <w:t>1_ مشركين كے خدا ، انسانو</w:t>
      </w:r>
      <w:r w:rsidR="00083993">
        <w:rPr>
          <w:rtl/>
        </w:rPr>
        <w:t xml:space="preserve">ں </w:t>
      </w:r>
      <w:r>
        <w:rPr>
          <w:rtl/>
        </w:rPr>
        <w:t>كو روز ى پہنچانے كے سلسلہ مي</w:t>
      </w:r>
      <w:r w:rsidR="00083993">
        <w:rPr>
          <w:rtl/>
        </w:rPr>
        <w:t xml:space="preserve">ں </w:t>
      </w:r>
      <w:r>
        <w:rPr>
          <w:rtl/>
        </w:rPr>
        <w:t>كسى قسم كى تاثير نہي</w:t>
      </w:r>
      <w:r w:rsidR="00083993">
        <w:rPr>
          <w:rtl/>
        </w:rPr>
        <w:t xml:space="preserve">ں </w:t>
      </w:r>
      <w:r>
        <w:rPr>
          <w:rtl/>
        </w:rPr>
        <w:t>ركھتے ہي</w:t>
      </w:r>
      <w:r w:rsidR="00083993">
        <w:rPr>
          <w:rtl/>
        </w:rPr>
        <w:t xml:space="preserve">ں </w:t>
      </w:r>
      <w:r>
        <w:rPr>
          <w:rtl/>
        </w:rPr>
        <w:t>_</w:t>
      </w:r>
    </w:p>
    <w:p w:rsidR="001F628F" w:rsidRDefault="001F628F" w:rsidP="00CD2824">
      <w:pPr>
        <w:pStyle w:val="libArabic"/>
        <w:rPr>
          <w:rtl/>
        </w:rPr>
      </w:pPr>
      <w:r>
        <w:rPr>
          <w:rFonts w:hint="eastAsia"/>
          <w:rtl/>
        </w:rPr>
        <w:t>ويعبدون</w:t>
      </w:r>
      <w:r>
        <w:rPr>
          <w:rtl/>
        </w:rPr>
        <w:t xml:space="preserve"> من دون الله ما لا يملك ل</w:t>
      </w:r>
      <w:r w:rsidR="00120F63" w:rsidRPr="00ED5DE8">
        <w:rPr>
          <w:rFonts w:hint="cs"/>
          <w:rtl/>
        </w:rPr>
        <w:t>ه</w:t>
      </w:r>
      <w:r>
        <w:rPr>
          <w:rtl/>
        </w:rPr>
        <w:t>م رزق</w:t>
      </w:r>
      <w:r w:rsidR="00EB40D2">
        <w:rPr>
          <w:rFonts w:hint="cs"/>
          <w:rtl/>
        </w:rPr>
        <w:t>ا</w:t>
      </w:r>
    </w:p>
    <w:p w:rsidR="001F628F" w:rsidRDefault="001F628F" w:rsidP="001F628F">
      <w:pPr>
        <w:pStyle w:val="libNormal"/>
        <w:rPr>
          <w:rtl/>
        </w:rPr>
      </w:pPr>
      <w:r>
        <w:rPr>
          <w:rtl/>
        </w:rPr>
        <w:t>2_ فقط خداوند عالم، انسانو</w:t>
      </w:r>
      <w:r w:rsidR="00083993">
        <w:rPr>
          <w:rtl/>
        </w:rPr>
        <w:t xml:space="preserve">ں </w:t>
      </w:r>
      <w:r>
        <w:rPr>
          <w:rtl/>
        </w:rPr>
        <w:t>كو روزى عطا كرنے والا اور وہى تنہا پرستش كے لائق ہے_</w:t>
      </w:r>
    </w:p>
    <w:p w:rsidR="001F628F" w:rsidRDefault="001F628F" w:rsidP="00CD2824">
      <w:pPr>
        <w:pStyle w:val="libArabic"/>
        <w:rPr>
          <w:rtl/>
        </w:rPr>
      </w:pPr>
      <w:r>
        <w:rPr>
          <w:rFonts w:hint="eastAsia"/>
          <w:rtl/>
        </w:rPr>
        <w:t>ا</w:t>
      </w:r>
      <w:r>
        <w:rPr>
          <w:rtl/>
        </w:rPr>
        <w:t xml:space="preserve"> فبالباطل يؤمنون ...ويعبدون من دون الله ما لا يملك ل</w:t>
      </w:r>
      <w:r w:rsidR="00120F63" w:rsidRPr="00ED5DE8">
        <w:rPr>
          <w:rFonts w:hint="cs"/>
          <w:rtl/>
        </w:rPr>
        <w:t>ه</w:t>
      </w:r>
      <w:r>
        <w:rPr>
          <w:rFonts w:hint="cs"/>
          <w:rtl/>
        </w:rPr>
        <w:t>م</w:t>
      </w:r>
      <w:r>
        <w:rPr>
          <w:rtl/>
        </w:rPr>
        <w:t xml:space="preserve"> </w:t>
      </w:r>
      <w:r>
        <w:rPr>
          <w:rFonts w:hint="cs"/>
          <w:rtl/>
        </w:rPr>
        <w:t>رزق</w:t>
      </w:r>
      <w:r w:rsidR="00EB40D2">
        <w:rPr>
          <w:rFonts w:hint="cs"/>
          <w:rtl/>
        </w:rPr>
        <w:t>ا</w:t>
      </w:r>
    </w:p>
    <w:p w:rsidR="001F628F" w:rsidRDefault="001F628F" w:rsidP="001F628F">
      <w:pPr>
        <w:pStyle w:val="libNormal"/>
        <w:rPr>
          <w:rtl/>
        </w:rPr>
      </w:pPr>
      <w:r>
        <w:rPr>
          <w:rFonts w:hint="eastAsia"/>
          <w:rtl/>
        </w:rPr>
        <w:t>اس</w:t>
      </w:r>
      <w:r>
        <w:rPr>
          <w:rtl/>
        </w:rPr>
        <w:t xml:space="preserve"> آيت اور ما قبل آيت كے درميان ربط سے يہ استفادہ ہوتا ہے كہ خداوندعالم نے رازق ہونے كو اپنى ذات مي</w:t>
      </w:r>
      <w:r w:rsidR="00083993">
        <w:rPr>
          <w:rtl/>
        </w:rPr>
        <w:t xml:space="preserve">ں </w:t>
      </w:r>
      <w:r>
        <w:rPr>
          <w:rtl/>
        </w:rPr>
        <w:t>منحصر قرارد يا ہے اور حقيقى روزى رسا</w:t>
      </w:r>
      <w:r w:rsidR="00083993">
        <w:rPr>
          <w:rtl/>
        </w:rPr>
        <w:t xml:space="preserve">ں </w:t>
      </w:r>
      <w:r>
        <w:rPr>
          <w:rtl/>
        </w:rPr>
        <w:t>كو عبادت كے لائق سمجھاہے اور اس ضمن مي</w:t>
      </w:r>
      <w:r w:rsidR="00083993">
        <w:rPr>
          <w:rtl/>
        </w:rPr>
        <w:t xml:space="preserve">ں </w:t>
      </w:r>
      <w:r>
        <w:rPr>
          <w:rtl/>
        </w:rPr>
        <w:t>رازقيت مي</w:t>
      </w:r>
      <w:r w:rsidR="00083993">
        <w:rPr>
          <w:rtl/>
        </w:rPr>
        <w:t xml:space="preserve">ں </w:t>
      </w:r>
      <w:r>
        <w:rPr>
          <w:rtl/>
        </w:rPr>
        <w:t>بتو</w:t>
      </w:r>
      <w:r w:rsidR="00083993">
        <w:rPr>
          <w:rtl/>
        </w:rPr>
        <w:t xml:space="preserve">ں </w:t>
      </w:r>
      <w:r>
        <w:rPr>
          <w:rtl/>
        </w:rPr>
        <w:t>كے ہر قسم كے كردار كى نفى كى ہے_</w:t>
      </w:r>
    </w:p>
    <w:p w:rsidR="001F628F" w:rsidRDefault="001F628F" w:rsidP="00CD2824">
      <w:pPr>
        <w:pStyle w:val="libNormal"/>
        <w:rPr>
          <w:rtl/>
        </w:rPr>
      </w:pPr>
      <w:r>
        <w:rPr>
          <w:rtl/>
        </w:rPr>
        <w:t>3_ معبود حقيقى كا اس كے غير سے شناخت كا معيار، روزى پہنچانا ہے_</w:t>
      </w:r>
      <w:r w:rsidRPr="00CD2824">
        <w:rPr>
          <w:rStyle w:val="libArabicChar"/>
          <w:rFonts w:hint="eastAsia"/>
          <w:rtl/>
        </w:rPr>
        <w:t>ويعبدون</w:t>
      </w:r>
      <w:r w:rsidRPr="00CD2824">
        <w:rPr>
          <w:rStyle w:val="libArabicChar"/>
          <w:rtl/>
        </w:rPr>
        <w:t xml:space="preserve"> من دون الله ما لايملك ل</w:t>
      </w:r>
      <w:r w:rsidR="00120F63" w:rsidRPr="00B2551F">
        <w:rPr>
          <w:rStyle w:val="libArabicChar"/>
          <w:rFonts w:hint="cs"/>
          <w:rtl/>
        </w:rPr>
        <w:t>ه</w:t>
      </w:r>
      <w:r w:rsidRPr="00CD2824">
        <w:rPr>
          <w:rStyle w:val="libArabicChar"/>
          <w:rtl/>
        </w:rPr>
        <w:t>م رزق</w:t>
      </w:r>
      <w:r w:rsidR="00EB40D2">
        <w:rPr>
          <w:rStyle w:val="libArabicChar"/>
          <w:rFonts w:hint="cs"/>
          <w:rtl/>
        </w:rPr>
        <w:t>ا</w:t>
      </w:r>
    </w:p>
    <w:p w:rsidR="001F628F" w:rsidRDefault="001F628F" w:rsidP="00CD2824">
      <w:pPr>
        <w:pStyle w:val="libNormal"/>
        <w:rPr>
          <w:rtl/>
        </w:rPr>
      </w:pPr>
      <w:r>
        <w:rPr>
          <w:rtl/>
        </w:rPr>
        <w:t>4_ انسانو</w:t>
      </w:r>
      <w:r w:rsidR="00083993">
        <w:rPr>
          <w:rtl/>
        </w:rPr>
        <w:t xml:space="preserve">ں </w:t>
      </w:r>
      <w:r>
        <w:rPr>
          <w:rtl/>
        </w:rPr>
        <w:t>كو روزى پہنچانے مي</w:t>
      </w:r>
      <w:r w:rsidR="00083993">
        <w:rPr>
          <w:rtl/>
        </w:rPr>
        <w:t xml:space="preserve">ں </w:t>
      </w:r>
      <w:r>
        <w:rPr>
          <w:rtl/>
        </w:rPr>
        <w:t>آسمان اور زمين موثر ہي</w:t>
      </w:r>
      <w:r w:rsidR="00083993">
        <w:rPr>
          <w:rtl/>
        </w:rPr>
        <w:t xml:space="preserve">ں </w:t>
      </w:r>
      <w:r>
        <w:rPr>
          <w:rtl/>
        </w:rPr>
        <w:t>_</w:t>
      </w:r>
      <w:r w:rsidRPr="00CD2824">
        <w:rPr>
          <w:rStyle w:val="libArabicChar"/>
          <w:rFonts w:hint="eastAsia"/>
          <w:rtl/>
        </w:rPr>
        <w:t>مالا</w:t>
      </w:r>
      <w:r w:rsidRPr="00CD2824">
        <w:rPr>
          <w:rStyle w:val="libArabicChar"/>
          <w:rtl/>
        </w:rPr>
        <w:t xml:space="preserve"> يملك ل</w:t>
      </w:r>
      <w:r w:rsidR="00120F63" w:rsidRPr="00B2551F">
        <w:rPr>
          <w:rStyle w:val="libArabicChar"/>
          <w:rFonts w:hint="cs"/>
          <w:rtl/>
        </w:rPr>
        <w:t>ه</w:t>
      </w:r>
      <w:r w:rsidRPr="00CD2824">
        <w:rPr>
          <w:rStyle w:val="libArabicChar"/>
          <w:rFonts w:hint="cs"/>
          <w:rtl/>
        </w:rPr>
        <w:t>م</w:t>
      </w:r>
      <w:r w:rsidRPr="00CD2824">
        <w:rPr>
          <w:rStyle w:val="libArabicChar"/>
          <w:rtl/>
        </w:rPr>
        <w:t xml:space="preserve"> </w:t>
      </w:r>
      <w:r w:rsidRPr="00CD2824">
        <w:rPr>
          <w:rStyle w:val="libArabicChar"/>
          <w:rFonts w:hint="cs"/>
          <w:rtl/>
        </w:rPr>
        <w:t>رزقاً</w:t>
      </w:r>
      <w:r w:rsidRPr="00CD2824">
        <w:rPr>
          <w:rStyle w:val="libArabicChar"/>
          <w:rtl/>
        </w:rPr>
        <w:t xml:space="preserve"> </w:t>
      </w:r>
      <w:r w:rsidRPr="00CD2824">
        <w:rPr>
          <w:rStyle w:val="libArabicChar"/>
          <w:rFonts w:hint="cs"/>
          <w:rtl/>
        </w:rPr>
        <w:t>من</w:t>
      </w:r>
      <w:r w:rsidRPr="00CD2824">
        <w:rPr>
          <w:rStyle w:val="libArabicChar"/>
          <w:rtl/>
        </w:rPr>
        <w:t xml:space="preserve"> </w:t>
      </w:r>
      <w:r w:rsidRPr="00CD2824">
        <w:rPr>
          <w:rStyle w:val="libArabicChar"/>
          <w:rFonts w:hint="cs"/>
          <w:rtl/>
        </w:rPr>
        <w:t>السموات</w:t>
      </w:r>
      <w:r w:rsidRPr="00CD2824">
        <w:rPr>
          <w:rStyle w:val="libArabicChar"/>
          <w:rtl/>
        </w:rPr>
        <w:t xml:space="preserve"> </w:t>
      </w:r>
      <w:r w:rsidRPr="00CD2824">
        <w:rPr>
          <w:rStyle w:val="libArabicChar"/>
          <w:rFonts w:hint="cs"/>
          <w:rtl/>
        </w:rPr>
        <w:t>وال</w:t>
      </w:r>
      <w:r w:rsidRPr="00CD2824">
        <w:rPr>
          <w:rStyle w:val="libArabicChar"/>
          <w:rtl/>
        </w:rPr>
        <w:t>ارض شي</w:t>
      </w:r>
    </w:p>
    <w:p w:rsidR="001F628F" w:rsidRDefault="001F628F" w:rsidP="001F628F">
      <w:pPr>
        <w:pStyle w:val="libNormal"/>
        <w:rPr>
          <w:rtl/>
        </w:rPr>
      </w:pPr>
      <w:r>
        <w:rPr>
          <w:rFonts w:hint="eastAsia"/>
          <w:rtl/>
        </w:rPr>
        <w:t>يہ</w:t>
      </w:r>
      <w:r>
        <w:rPr>
          <w:rtl/>
        </w:rPr>
        <w:t xml:space="preserve"> جو خداوند عالم نے فرماياہے كہ معبود ، آسمان اور زمين سے انسان كو رزق پہنچانے پر قادر نہي</w:t>
      </w:r>
      <w:r w:rsidR="00083993">
        <w:rPr>
          <w:rtl/>
        </w:rPr>
        <w:t xml:space="preserve">ں </w:t>
      </w:r>
      <w:r>
        <w:rPr>
          <w:rtl/>
        </w:rPr>
        <w:t>ہي</w:t>
      </w:r>
      <w:r w:rsidR="00083993">
        <w:rPr>
          <w:rtl/>
        </w:rPr>
        <w:t xml:space="preserve">ں </w:t>
      </w:r>
      <w:r>
        <w:rPr>
          <w:rtl/>
        </w:rPr>
        <w:t>اس سے يہ استفادہ ہوتاہے كہ زمين اور آسمانو</w:t>
      </w:r>
      <w:r w:rsidR="00083993">
        <w:rPr>
          <w:rtl/>
        </w:rPr>
        <w:t xml:space="preserve">ں </w:t>
      </w:r>
      <w:r>
        <w:rPr>
          <w:rtl/>
        </w:rPr>
        <w:t>مي</w:t>
      </w:r>
      <w:r w:rsidR="00083993">
        <w:rPr>
          <w:rtl/>
        </w:rPr>
        <w:t xml:space="preserve">ں </w:t>
      </w:r>
      <w:r>
        <w:rPr>
          <w:rtl/>
        </w:rPr>
        <w:t>رزق پہنچانے كازمينہ موجود ہے_</w:t>
      </w:r>
    </w:p>
    <w:p w:rsidR="001F628F" w:rsidRDefault="001F628F" w:rsidP="001F628F">
      <w:pPr>
        <w:pStyle w:val="libNormal"/>
        <w:rPr>
          <w:rtl/>
        </w:rPr>
      </w:pPr>
      <w:r>
        <w:rPr>
          <w:rtl/>
        </w:rPr>
        <w:t>5_ غيرخدا كى عبادت، باطل پر ايمان اور الہى نعمتو</w:t>
      </w:r>
      <w:r w:rsidR="00083993">
        <w:rPr>
          <w:rtl/>
        </w:rPr>
        <w:t xml:space="preserve">ں </w:t>
      </w:r>
      <w:r>
        <w:rPr>
          <w:rtl/>
        </w:rPr>
        <w:t>كا كفران ہے_</w:t>
      </w:r>
    </w:p>
    <w:p w:rsidR="001F628F" w:rsidRDefault="001F628F" w:rsidP="00CD2824">
      <w:pPr>
        <w:pStyle w:val="libArabic"/>
        <w:rPr>
          <w:rtl/>
        </w:rPr>
      </w:pPr>
      <w:r>
        <w:rPr>
          <w:rFonts w:hint="eastAsia"/>
          <w:rtl/>
        </w:rPr>
        <w:t>ا</w:t>
      </w:r>
      <w:r>
        <w:rPr>
          <w:rtl/>
        </w:rPr>
        <w:t xml:space="preserve"> فبالباطل يؤمنون و بنعمت الله </w:t>
      </w:r>
      <w:r w:rsidR="00120F63" w:rsidRPr="00ED5DE8">
        <w:rPr>
          <w:rFonts w:hint="cs"/>
          <w:rtl/>
        </w:rPr>
        <w:t>ه</w:t>
      </w:r>
      <w:r>
        <w:rPr>
          <w:rFonts w:hint="cs"/>
          <w:rtl/>
        </w:rPr>
        <w:t>م</w:t>
      </w:r>
      <w:r>
        <w:rPr>
          <w:rtl/>
        </w:rPr>
        <w:t xml:space="preserve"> </w:t>
      </w:r>
      <w:r>
        <w:rPr>
          <w:rFonts w:hint="cs"/>
          <w:rtl/>
        </w:rPr>
        <w:t>يكفرون</w:t>
      </w:r>
      <w:r>
        <w:rPr>
          <w:rtl/>
        </w:rPr>
        <w:t xml:space="preserve"> </w:t>
      </w:r>
      <w:r>
        <w:rPr>
          <w:rFonts w:hint="cs"/>
          <w:rtl/>
        </w:rPr>
        <w:t>ويعبدون</w:t>
      </w:r>
      <w:r>
        <w:rPr>
          <w:rtl/>
        </w:rPr>
        <w:t xml:space="preserve"> </w:t>
      </w:r>
      <w:r>
        <w:rPr>
          <w:rFonts w:hint="cs"/>
          <w:rtl/>
        </w:rPr>
        <w:t>من</w:t>
      </w:r>
      <w:r>
        <w:rPr>
          <w:rtl/>
        </w:rPr>
        <w:t xml:space="preserve"> </w:t>
      </w:r>
      <w:r>
        <w:rPr>
          <w:rFonts w:hint="cs"/>
          <w:rtl/>
        </w:rPr>
        <w:t>دون</w:t>
      </w:r>
      <w:r>
        <w:rPr>
          <w:rtl/>
        </w:rPr>
        <w:t xml:space="preserve"> </w:t>
      </w:r>
      <w:r>
        <w:rPr>
          <w:rFonts w:hint="cs"/>
          <w:rtl/>
        </w:rPr>
        <w:t>الله</w:t>
      </w:r>
    </w:p>
    <w:p w:rsidR="00CD2824" w:rsidRDefault="001E7F9D" w:rsidP="00F73EDE">
      <w:pPr>
        <w:pStyle w:val="libPoemTini"/>
        <w:rPr>
          <w:rtl/>
        </w:rPr>
      </w:pPr>
      <w:r>
        <w:rPr>
          <w:rtl/>
        </w:rPr>
        <w:cr/>
      </w:r>
      <w:r>
        <w:rPr>
          <w:rtl/>
        </w:rPr>
        <w:br w:type="page"/>
      </w:r>
    </w:p>
    <w:p w:rsidR="001F628F" w:rsidRDefault="001F628F" w:rsidP="00CD2824">
      <w:pPr>
        <w:pStyle w:val="libNormal"/>
        <w:rPr>
          <w:rtl/>
        </w:rPr>
      </w:pPr>
      <w:r>
        <w:rPr>
          <w:rtl/>
        </w:rPr>
        <w:lastRenderedPageBreak/>
        <w:t>6_ غير موثر اور ناتوان عناصر كى پرستش ، مشركين كى پست فكرى اورجہالت كى علامت ہے _</w:t>
      </w:r>
    </w:p>
    <w:p w:rsidR="001F628F" w:rsidRDefault="001F628F" w:rsidP="00CD2824">
      <w:pPr>
        <w:pStyle w:val="libArabic"/>
        <w:rPr>
          <w:rtl/>
        </w:rPr>
      </w:pPr>
      <w:r>
        <w:rPr>
          <w:rFonts w:hint="eastAsia"/>
          <w:rtl/>
        </w:rPr>
        <w:t>ويعبدون</w:t>
      </w:r>
      <w:r>
        <w:rPr>
          <w:rtl/>
        </w:rPr>
        <w:t xml:space="preserve"> من دون الله مالا يملك ل</w:t>
      </w:r>
      <w:r w:rsidR="00120F63" w:rsidRPr="00ED5DE8">
        <w:rPr>
          <w:rFonts w:hint="cs"/>
          <w:rtl/>
        </w:rPr>
        <w:t>ه</w:t>
      </w:r>
      <w:r>
        <w:rPr>
          <w:rFonts w:hint="cs"/>
          <w:rtl/>
        </w:rPr>
        <w:t>م</w:t>
      </w:r>
      <w:r>
        <w:rPr>
          <w:rtl/>
        </w:rPr>
        <w:t xml:space="preserve"> </w:t>
      </w:r>
      <w:r>
        <w:rPr>
          <w:rFonts w:hint="cs"/>
          <w:rtl/>
        </w:rPr>
        <w:t>رزقاً</w:t>
      </w:r>
      <w:r>
        <w:rPr>
          <w:rtl/>
        </w:rPr>
        <w:t xml:space="preserve"> ...</w:t>
      </w:r>
      <w:r>
        <w:rPr>
          <w:rFonts w:hint="cs"/>
          <w:rtl/>
        </w:rPr>
        <w:t>ولا</w:t>
      </w:r>
      <w:r>
        <w:rPr>
          <w:rtl/>
        </w:rPr>
        <w:t xml:space="preserve"> </w:t>
      </w:r>
      <w:r>
        <w:rPr>
          <w:rFonts w:hint="cs"/>
          <w:rtl/>
        </w:rPr>
        <w:t>يس</w:t>
      </w:r>
      <w:r>
        <w:rPr>
          <w:rtl/>
        </w:rPr>
        <w:t>تطيعون</w:t>
      </w:r>
    </w:p>
    <w:p w:rsidR="001F628F" w:rsidRDefault="001F628F" w:rsidP="001F628F">
      <w:pPr>
        <w:pStyle w:val="libNormal"/>
        <w:rPr>
          <w:rtl/>
        </w:rPr>
      </w:pPr>
      <w:r>
        <w:rPr>
          <w:rtl/>
        </w:rPr>
        <w:t>7_ مشركين كے معبود، كائنا ت مي</w:t>
      </w:r>
      <w:r w:rsidR="00083993">
        <w:rPr>
          <w:rtl/>
        </w:rPr>
        <w:t xml:space="preserve">ں </w:t>
      </w:r>
      <w:r>
        <w:rPr>
          <w:rtl/>
        </w:rPr>
        <w:t>ہر قسم كى توانائي اور قدرت سے عارى ہي</w:t>
      </w:r>
      <w:r w:rsidR="00083993">
        <w:rPr>
          <w:rtl/>
        </w:rPr>
        <w:t xml:space="preserve">ں </w:t>
      </w:r>
      <w:r>
        <w:rPr>
          <w:rtl/>
        </w:rPr>
        <w:t>_</w:t>
      </w:r>
    </w:p>
    <w:p w:rsidR="001F628F" w:rsidRDefault="001F628F" w:rsidP="00CD2824">
      <w:pPr>
        <w:pStyle w:val="libArabic"/>
        <w:rPr>
          <w:rtl/>
        </w:rPr>
      </w:pPr>
      <w:r>
        <w:rPr>
          <w:rFonts w:hint="eastAsia"/>
          <w:rtl/>
        </w:rPr>
        <w:t>ويعبدون</w:t>
      </w:r>
      <w:r>
        <w:rPr>
          <w:rtl/>
        </w:rPr>
        <w:t xml:space="preserve"> من دون الله ما لا يملك ...ولا يستطيعون</w:t>
      </w:r>
    </w:p>
    <w:p w:rsidR="001F628F" w:rsidRDefault="001F628F" w:rsidP="00CD2824">
      <w:pPr>
        <w:pStyle w:val="libNormal"/>
        <w:rPr>
          <w:rtl/>
        </w:rPr>
      </w:pPr>
      <w:r>
        <w:rPr>
          <w:rFonts w:hint="eastAsia"/>
          <w:rtl/>
        </w:rPr>
        <w:t>آسمان</w:t>
      </w:r>
      <w:r>
        <w:rPr>
          <w:rtl/>
        </w:rPr>
        <w:t>:</w:t>
      </w:r>
      <w:r>
        <w:rPr>
          <w:rFonts w:hint="eastAsia"/>
          <w:rtl/>
        </w:rPr>
        <w:t>آسمان</w:t>
      </w:r>
      <w:r>
        <w:rPr>
          <w:rtl/>
        </w:rPr>
        <w:t xml:space="preserve"> كے فوائد4</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كى رازقيت2;الله تعالى كے مختصات2</w:t>
      </w:r>
    </w:p>
    <w:p w:rsidR="001F628F" w:rsidRDefault="001F628F" w:rsidP="00CD2824">
      <w:pPr>
        <w:pStyle w:val="libNormal"/>
        <w:rPr>
          <w:rtl/>
        </w:rPr>
      </w:pPr>
      <w:r>
        <w:rPr>
          <w:rFonts w:hint="eastAsia"/>
          <w:rtl/>
        </w:rPr>
        <w:t>الوہيت</w:t>
      </w:r>
      <w:r>
        <w:rPr>
          <w:rtl/>
        </w:rPr>
        <w:t>:</w:t>
      </w:r>
      <w:r>
        <w:rPr>
          <w:rFonts w:hint="eastAsia"/>
          <w:rtl/>
        </w:rPr>
        <w:t>الوہيت</w:t>
      </w:r>
      <w:r>
        <w:rPr>
          <w:rtl/>
        </w:rPr>
        <w:t xml:space="preserve"> كا معيار 3</w:t>
      </w:r>
    </w:p>
    <w:p w:rsidR="001F628F" w:rsidRDefault="001F628F" w:rsidP="00CD2824">
      <w:pPr>
        <w:pStyle w:val="libNormal"/>
        <w:rPr>
          <w:rtl/>
        </w:rPr>
      </w:pPr>
      <w:r>
        <w:rPr>
          <w:rFonts w:hint="eastAsia"/>
          <w:rtl/>
        </w:rPr>
        <w:t>باطل</w:t>
      </w:r>
      <w:r>
        <w:rPr>
          <w:rtl/>
        </w:rPr>
        <w:t xml:space="preserve"> معبود:</w:t>
      </w:r>
      <w:r>
        <w:rPr>
          <w:rFonts w:hint="eastAsia"/>
          <w:rtl/>
        </w:rPr>
        <w:t>باطل</w:t>
      </w:r>
      <w:r>
        <w:rPr>
          <w:rtl/>
        </w:rPr>
        <w:t xml:space="preserve"> معبود اور رازقيت1;باطل مبعودو</w:t>
      </w:r>
      <w:r w:rsidR="00083993">
        <w:rPr>
          <w:rtl/>
        </w:rPr>
        <w:t xml:space="preserve">ں </w:t>
      </w:r>
      <w:r>
        <w:rPr>
          <w:rtl/>
        </w:rPr>
        <w:t>كا عجز7; باطل معبودو</w:t>
      </w:r>
      <w:r w:rsidR="00083993">
        <w:rPr>
          <w:rtl/>
        </w:rPr>
        <w:t xml:space="preserve">ں </w:t>
      </w:r>
      <w:r>
        <w:rPr>
          <w:rtl/>
        </w:rPr>
        <w:t>كى عبادت6</w:t>
      </w:r>
    </w:p>
    <w:p w:rsidR="001F628F" w:rsidRDefault="001F628F" w:rsidP="00CD2824">
      <w:pPr>
        <w:pStyle w:val="libNormal"/>
        <w:rPr>
          <w:rtl/>
        </w:rPr>
      </w:pPr>
      <w:r>
        <w:rPr>
          <w:rFonts w:hint="eastAsia"/>
          <w:rtl/>
        </w:rPr>
        <w:t>توحيد</w:t>
      </w:r>
      <w:r>
        <w:rPr>
          <w:rtl/>
        </w:rPr>
        <w:t>:</w:t>
      </w:r>
      <w:r>
        <w:rPr>
          <w:rFonts w:hint="eastAsia"/>
          <w:rtl/>
        </w:rPr>
        <w:t>توحيد</w:t>
      </w:r>
      <w:r>
        <w:rPr>
          <w:rtl/>
        </w:rPr>
        <w:t xml:space="preserve"> افعالى 2; توحيد عبادي2; رازقيت مي</w:t>
      </w:r>
      <w:r w:rsidR="00083993">
        <w:rPr>
          <w:rtl/>
        </w:rPr>
        <w:t xml:space="preserve">ں </w:t>
      </w:r>
      <w:r>
        <w:rPr>
          <w:rtl/>
        </w:rPr>
        <w:t>توحيد 2</w:t>
      </w:r>
    </w:p>
    <w:p w:rsidR="001F628F" w:rsidRDefault="001F628F" w:rsidP="00CD2824">
      <w:pPr>
        <w:pStyle w:val="libNormal"/>
        <w:rPr>
          <w:rtl/>
        </w:rPr>
      </w:pPr>
      <w:r>
        <w:rPr>
          <w:rFonts w:hint="eastAsia"/>
          <w:rtl/>
        </w:rPr>
        <w:t>جہلا</w:t>
      </w:r>
      <w:r>
        <w:rPr>
          <w:rtl/>
        </w:rPr>
        <w:t>:</w:t>
      </w:r>
      <w:r>
        <w:rPr>
          <w:rFonts w:hint="eastAsia"/>
          <w:rtl/>
        </w:rPr>
        <w:t>جہلا</w:t>
      </w:r>
      <w:r>
        <w:rPr>
          <w:rtl/>
        </w:rPr>
        <w:t xml:space="preserve"> كى نشانيا</w:t>
      </w:r>
      <w:r w:rsidR="00083993">
        <w:rPr>
          <w:rtl/>
        </w:rPr>
        <w:t xml:space="preserve">ں </w:t>
      </w:r>
      <w:r>
        <w:rPr>
          <w:rtl/>
        </w:rPr>
        <w:t>6</w:t>
      </w:r>
    </w:p>
    <w:p w:rsidR="001F628F" w:rsidRDefault="001F628F" w:rsidP="00CD2824">
      <w:pPr>
        <w:pStyle w:val="libNormal"/>
        <w:rPr>
          <w:rtl/>
        </w:rPr>
      </w:pPr>
      <w:r>
        <w:rPr>
          <w:rFonts w:hint="eastAsia"/>
          <w:rtl/>
        </w:rPr>
        <w:t>روزي</w:t>
      </w:r>
      <w:r>
        <w:rPr>
          <w:rtl/>
        </w:rPr>
        <w:t>:</w:t>
      </w:r>
      <w:r>
        <w:rPr>
          <w:rFonts w:hint="eastAsia"/>
          <w:rtl/>
        </w:rPr>
        <w:t>روزى</w:t>
      </w:r>
      <w:r>
        <w:rPr>
          <w:rtl/>
        </w:rPr>
        <w:t xml:space="preserve"> كے موثر اسباب 4</w:t>
      </w:r>
    </w:p>
    <w:p w:rsidR="001F628F" w:rsidRDefault="001F628F" w:rsidP="00CD2824">
      <w:pPr>
        <w:pStyle w:val="libNormal"/>
        <w:rPr>
          <w:rtl/>
        </w:rPr>
      </w:pPr>
      <w:r>
        <w:rPr>
          <w:rFonts w:hint="eastAsia"/>
          <w:rtl/>
        </w:rPr>
        <w:t>زمين</w:t>
      </w:r>
      <w:r>
        <w:rPr>
          <w:rtl/>
        </w:rPr>
        <w:t>:</w:t>
      </w:r>
      <w:r>
        <w:rPr>
          <w:rFonts w:hint="eastAsia"/>
          <w:rtl/>
        </w:rPr>
        <w:t>زمين</w:t>
      </w:r>
      <w:r>
        <w:rPr>
          <w:rtl/>
        </w:rPr>
        <w:t xml:space="preserve"> كے فوائد4</w:t>
      </w:r>
    </w:p>
    <w:p w:rsidR="001F628F" w:rsidRDefault="001F628F" w:rsidP="00CD2824">
      <w:pPr>
        <w:pStyle w:val="libNormal"/>
        <w:rPr>
          <w:rtl/>
        </w:rPr>
      </w:pPr>
      <w:r>
        <w:rPr>
          <w:rFonts w:hint="eastAsia"/>
          <w:rtl/>
        </w:rPr>
        <w:t>شرك</w:t>
      </w:r>
      <w:r>
        <w:rPr>
          <w:rtl/>
        </w:rPr>
        <w:t>:</w:t>
      </w:r>
      <w:r>
        <w:rPr>
          <w:rFonts w:hint="eastAsia"/>
          <w:rtl/>
        </w:rPr>
        <w:t>شرك</w:t>
      </w:r>
      <w:r>
        <w:rPr>
          <w:rtl/>
        </w:rPr>
        <w:t xml:space="preserve"> كى حقيقت 5</w:t>
      </w:r>
    </w:p>
    <w:p w:rsidR="001F628F" w:rsidRDefault="001F628F" w:rsidP="00CD2824">
      <w:pPr>
        <w:pStyle w:val="libNormal"/>
        <w:rPr>
          <w:rtl/>
        </w:rPr>
      </w:pPr>
      <w:r>
        <w:rPr>
          <w:rFonts w:hint="eastAsia"/>
          <w:rtl/>
        </w:rPr>
        <w:t>صادق</w:t>
      </w:r>
      <w:r>
        <w:rPr>
          <w:rtl/>
        </w:rPr>
        <w:t xml:space="preserve"> معبود:</w:t>
      </w:r>
      <w:r>
        <w:rPr>
          <w:rFonts w:hint="eastAsia"/>
          <w:rtl/>
        </w:rPr>
        <w:t>صادق</w:t>
      </w:r>
      <w:r>
        <w:rPr>
          <w:rtl/>
        </w:rPr>
        <w:t xml:space="preserve"> معبودو</w:t>
      </w:r>
      <w:r w:rsidR="00083993">
        <w:rPr>
          <w:rtl/>
        </w:rPr>
        <w:t xml:space="preserve">ں </w:t>
      </w:r>
      <w:r>
        <w:rPr>
          <w:rtl/>
        </w:rPr>
        <w:t>كى رازقيت 3</w:t>
      </w:r>
    </w:p>
    <w:p w:rsidR="001F628F" w:rsidRDefault="001F628F" w:rsidP="00CD2824">
      <w:pPr>
        <w:pStyle w:val="libNormal"/>
        <w:rPr>
          <w:rtl/>
        </w:rPr>
      </w:pPr>
      <w:r>
        <w:rPr>
          <w:rFonts w:hint="eastAsia"/>
          <w:rtl/>
        </w:rPr>
        <w:t>عبادت</w:t>
      </w:r>
      <w:r>
        <w:rPr>
          <w:rtl/>
        </w:rPr>
        <w:t>:</w:t>
      </w:r>
      <w:r>
        <w:rPr>
          <w:rFonts w:hint="eastAsia"/>
          <w:rtl/>
        </w:rPr>
        <w:t>غير</w:t>
      </w:r>
      <w:r>
        <w:rPr>
          <w:rtl/>
        </w:rPr>
        <w:t xml:space="preserve"> خدا كى عبادت5; غير خدا كى عبادت كے آثار6</w:t>
      </w:r>
    </w:p>
    <w:p w:rsidR="001F628F" w:rsidRDefault="001F628F" w:rsidP="00CD2824">
      <w:pPr>
        <w:pStyle w:val="libNormal"/>
        <w:rPr>
          <w:rtl/>
        </w:rPr>
      </w:pPr>
      <w:r>
        <w:rPr>
          <w:rFonts w:hint="eastAsia"/>
          <w:rtl/>
        </w:rPr>
        <w:t>عقيدہ</w:t>
      </w:r>
      <w:r>
        <w:rPr>
          <w:rtl/>
        </w:rPr>
        <w:t>:</w:t>
      </w:r>
      <w:r>
        <w:rPr>
          <w:rFonts w:hint="eastAsia"/>
          <w:rtl/>
        </w:rPr>
        <w:t>باطل</w:t>
      </w:r>
      <w:r>
        <w:rPr>
          <w:rtl/>
        </w:rPr>
        <w:t xml:space="preserve"> عقيدہ5</w:t>
      </w:r>
    </w:p>
    <w:p w:rsidR="001F628F" w:rsidRDefault="001F628F" w:rsidP="00CD2824">
      <w:pPr>
        <w:pStyle w:val="libNormal"/>
        <w:rPr>
          <w:rtl/>
        </w:rPr>
      </w:pPr>
      <w:r>
        <w:rPr>
          <w:rFonts w:hint="eastAsia"/>
          <w:rtl/>
        </w:rPr>
        <w:t>كائنات</w:t>
      </w:r>
      <w:r>
        <w:rPr>
          <w:rtl/>
        </w:rPr>
        <w:t>:</w:t>
      </w:r>
      <w:r>
        <w:rPr>
          <w:rFonts w:hint="eastAsia"/>
          <w:rtl/>
        </w:rPr>
        <w:t>توحيدى</w:t>
      </w:r>
      <w:r>
        <w:rPr>
          <w:rtl/>
        </w:rPr>
        <w:t xml:space="preserve"> نظريہ كائنات 2</w:t>
      </w:r>
    </w:p>
    <w:p w:rsidR="001F628F" w:rsidRDefault="001F628F" w:rsidP="00CD2824">
      <w:pPr>
        <w:pStyle w:val="libNormal"/>
        <w:rPr>
          <w:rtl/>
        </w:rPr>
      </w:pPr>
      <w:r>
        <w:rPr>
          <w:rFonts w:hint="eastAsia"/>
          <w:rtl/>
        </w:rPr>
        <w:t>كفران</w:t>
      </w:r>
      <w:r>
        <w:rPr>
          <w:rtl/>
        </w:rPr>
        <w:t>:</w:t>
      </w:r>
      <w:r>
        <w:rPr>
          <w:rFonts w:hint="eastAsia"/>
          <w:rtl/>
        </w:rPr>
        <w:t>كفران</w:t>
      </w:r>
      <w:r>
        <w:rPr>
          <w:rtl/>
        </w:rPr>
        <w:t xml:space="preserve"> نعمت 5</w:t>
      </w:r>
    </w:p>
    <w:p w:rsidR="001F628F" w:rsidRDefault="001F628F" w:rsidP="00CD2824">
      <w:pPr>
        <w:pStyle w:val="libNormal"/>
        <w:rPr>
          <w:rtl/>
        </w:rPr>
      </w:pPr>
      <w:r>
        <w:rPr>
          <w:rFonts w:hint="eastAsia"/>
          <w:rtl/>
        </w:rPr>
        <w:t>مشركين</w:t>
      </w:r>
      <w:r>
        <w:rPr>
          <w:rtl/>
        </w:rPr>
        <w:t>:</w:t>
      </w:r>
      <w:r>
        <w:rPr>
          <w:rFonts w:hint="eastAsia"/>
          <w:rtl/>
        </w:rPr>
        <w:t>مشركين</w:t>
      </w:r>
      <w:r>
        <w:rPr>
          <w:rtl/>
        </w:rPr>
        <w:t xml:space="preserve"> كى جہالت6; مشركين كے معبود7</w:t>
      </w:r>
    </w:p>
    <w:p w:rsidR="00CD2824" w:rsidRDefault="001E7F9D" w:rsidP="00F73EDE">
      <w:pPr>
        <w:pStyle w:val="libPoemTini"/>
        <w:rPr>
          <w:rtl/>
        </w:rPr>
      </w:pPr>
      <w:r>
        <w:rPr>
          <w:rtl/>
        </w:rPr>
        <w:cr/>
      </w:r>
      <w:r>
        <w:rPr>
          <w:rtl/>
        </w:rPr>
        <w:br w:type="page"/>
      </w:r>
    </w:p>
    <w:p w:rsidR="00CD2824" w:rsidRDefault="00CD2824" w:rsidP="00CD2824">
      <w:pPr>
        <w:pStyle w:val="Heading2Center"/>
        <w:rPr>
          <w:rtl/>
        </w:rPr>
      </w:pPr>
      <w:bookmarkStart w:id="220" w:name="_Toc28081898"/>
      <w:r>
        <w:rPr>
          <w:rFonts w:hint="cs"/>
          <w:rtl/>
        </w:rPr>
        <w:lastRenderedPageBreak/>
        <w:t>آیت 74</w:t>
      </w:r>
      <w:bookmarkEnd w:id="220"/>
    </w:p>
    <w:p w:rsidR="001F628F" w:rsidRDefault="00E260F9" w:rsidP="00CD2824">
      <w:pPr>
        <w:pStyle w:val="libNormal"/>
        <w:rPr>
          <w:rtl/>
        </w:rPr>
      </w:pPr>
      <w:r w:rsidRPr="00E260F9">
        <w:rPr>
          <w:rStyle w:val="libAlaemChar"/>
          <w:rFonts w:hint="eastAsia"/>
          <w:rtl/>
        </w:rPr>
        <w:t>(</w:t>
      </w:r>
      <w:r w:rsidRPr="00CD2824">
        <w:rPr>
          <w:rStyle w:val="libAieChar"/>
          <w:rFonts w:hint="eastAsia"/>
          <w:rtl/>
        </w:rPr>
        <w:t>فَلاَ</w:t>
      </w:r>
      <w:r w:rsidRPr="00CD2824">
        <w:rPr>
          <w:rStyle w:val="libAieChar"/>
          <w:rtl/>
        </w:rPr>
        <w:t xml:space="preserve"> تَضْرِبُواْ لِلّهِ الأَمْثَالَ إِنَّ اللّهَ يَعْلَمُ وَأَنتُمْ لاَ تَعْلَمُونَ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خبردار اللہ كے لئے مثالي</w:t>
      </w:r>
      <w:r w:rsidR="00083993">
        <w:rPr>
          <w:rtl/>
        </w:rPr>
        <w:t xml:space="preserve">ں </w:t>
      </w:r>
      <w:r>
        <w:rPr>
          <w:rtl/>
        </w:rPr>
        <w:t>بيان نہ كرو كہ اللہ كچھ جانتا ہے اور تم كچھ نہي</w:t>
      </w:r>
      <w:r w:rsidR="00083993">
        <w:rPr>
          <w:rtl/>
        </w:rPr>
        <w:t xml:space="preserve">ں </w:t>
      </w:r>
      <w:r>
        <w:rPr>
          <w:rtl/>
        </w:rPr>
        <w:t>جانتے ہو _</w:t>
      </w:r>
    </w:p>
    <w:p w:rsidR="001F628F" w:rsidRDefault="001F628F" w:rsidP="00CD2824">
      <w:pPr>
        <w:pStyle w:val="libNormal"/>
        <w:rPr>
          <w:rtl/>
        </w:rPr>
      </w:pPr>
      <w:r>
        <w:rPr>
          <w:rtl/>
        </w:rPr>
        <w:t>1_ خداوند عالم كى مالكيت اور قدرت مطلقہ كا تقاضا يہ ہے كہ انسان توحيد كى طرف ميلان پيدا كرے اور اس كا شريك قرار دينے سے اجتناب كرے _</w:t>
      </w:r>
      <w:r w:rsidRPr="00CD2824">
        <w:rPr>
          <w:rStyle w:val="libArabicChar"/>
          <w:rFonts w:hint="eastAsia"/>
          <w:rtl/>
        </w:rPr>
        <w:t>فلا</w:t>
      </w:r>
      <w:r w:rsidRPr="00CD2824">
        <w:rPr>
          <w:rStyle w:val="libArabicChar"/>
          <w:rtl/>
        </w:rPr>
        <w:t xml:space="preserve"> تضربوا لله الا مثال</w:t>
      </w:r>
    </w:p>
    <w:p w:rsidR="001F628F" w:rsidRDefault="001F628F" w:rsidP="001F628F">
      <w:pPr>
        <w:pStyle w:val="libNormal"/>
        <w:rPr>
          <w:rtl/>
        </w:rPr>
      </w:pPr>
      <w:r>
        <w:rPr>
          <w:rFonts w:hint="eastAsia"/>
          <w:rtl/>
        </w:rPr>
        <w:t>مذكورہ</w:t>
      </w:r>
      <w:r>
        <w:rPr>
          <w:rtl/>
        </w:rPr>
        <w:t xml:space="preserve"> تفسير دو نكتو</w:t>
      </w:r>
      <w:r w:rsidR="00083993">
        <w:rPr>
          <w:rtl/>
        </w:rPr>
        <w:t xml:space="preserve">ں </w:t>
      </w:r>
      <w:r>
        <w:rPr>
          <w:rtl/>
        </w:rPr>
        <w:t xml:space="preserve">پر موقوف ہے </w:t>
      </w:r>
      <w:r w:rsidRPr="00CD2824">
        <w:rPr>
          <w:rStyle w:val="libFootnotenumChar"/>
          <w:rtl/>
        </w:rPr>
        <w:t>(1)</w:t>
      </w:r>
      <w:r>
        <w:rPr>
          <w:rtl/>
        </w:rPr>
        <w:t xml:space="preserve"> ''فا'' نے اس آيت كے مضمون كو ماقبل آيت پر متفرع كيا ہے اور ما قبل آيت مي</w:t>
      </w:r>
      <w:r w:rsidR="00083993">
        <w:rPr>
          <w:rtl/>
        </w:rPr>
        <w:t xml:space="preserve">ں </w:t>
      </w:r>
      <w:r>
        <w:rPr>
          <w:rtl/>
        </w:rPr>
        <w:t>خدا كى مالكيت اور قدرت مطلقہ كے بارے مي</w:t>
      </w:r>
      <w:r w:rsidR="00083993">
        <w:rPr>
          <w:rtl/>
        </w:rPr>
        <w:t xml:space="preserve">ں </w:t>
      </w:r>
      <w:r>
        <w:rPr>
          <w:rtl/>
        </w:rPr>
        <w:t>گفتگوہوئي ہے_</w:t>
      </w:r>
    </w:p>
    <w:p w:rsidR="001F628F" w:rsidRDefault="001F628F" w:rsidP="001F628F">
      <w:pPr>
        <w:pStyle w:val="libNormal"/>
        <w:rPr>
          <w:rtl/>
        </w:rPr>
      </w:pPr>
      <w:r>
        <w:rPr>
          <w:rtl/>
        </w:rPr>
        <w:t>(ب)''ضَرَبَ مثَل''سے مراد، خداوند عالم كا شريك قراردينا ہو_</w:t>
      </w:r>
    </w:p>
    <w:p w:rsidR="001F628F" w:rsidRDefault="001F628F" w:rsidP="001F628F">
      <w:pPr>
        <w:pStyle w:val="libNormal"/>
        <w:rPr>
          <w:rtl/>
        </w:rPr>
      </w:pPr>
      <w:r>
        <w:rPr>
          <w:rtl/>
        </w:rPr>
        <w:t>2_ خداوند عالم كا مخلوقات سے مقائسہ كرنا اور اس كى صفات كو مخلوق كى صفات كے مشابہ قرار دينا، ممنوع ہے_</w:t>
      </w:r>
    </w:p>
    <w:p w:rsidR="001F628F" w:rsidRDefault="001F628F" w:rsidP="00CD2824">
      <w:pPr>
        <w:pStyle w:val="libArabic"/>
        <w:rPr>
          <w:rtl/>
        </w:rPr>
      </w:pPr>
      <w:r>
        <w:rPr>
          <w:rFonts w:hint="eastAsia"/>
          <w:rtl/>
        </w:rPr>
        <w:t>فلا</w:t>
      </w:r>
      <w:r>
        <w:rPr>
          <w:rtl/>
        </w:rPr>
        <w:t xml:space="preserve"> تضربوا للّ</w:t>
      </w:r>
      <w:r w:rsidR="00120F63" w:rsidRPr="00ED5DE8">
        <w:rPr>
          <w:rFonts w:hint="cs"/>
          <w:rtl/>
        </w:rPr>
        <w:t>ه</w:t>
      </w:r>
      <w:r>
        <w:rPr>
          <w:rtl/>
        </w:rPr>
        <w:t xml:space="preserve"> </w:t>
      </w:r>
      <w:r>
        <w:rPr>
          <w:rFonts w:hint="cs"/>
          <w:rtl/>
        </w:rPr>
        <w:t>ال</w:t>
      </w:r>
      <w:r>
        <w:rPr>
          <w:rtl/>
        </w:rPr>
        <w:t>ا مثال</w:t>
      </w:r>
    </w:p>
    <w:p w:rsidR="001F628F" w:rsidRDefault="001F628F" w:rsidP="00CD2824">
      <w:pPr>
        <w:pStyle w:val="libNormal"/>
        <w:rPr>
          <w:rtl/>
        </w:rPr>
      </w:pPr>
      <w:r>
        <w:rPr>
          <w:rtl/>
        </w:rPr>
        <w:t>3_ خداوند عالم كى مالكيت و قدرت مطلقہ كى طرف توجہ اور اس كے مقابلہ مي</w:t>
      </w:r>
      <w:r w:rsidR="00083993">
        <w:rPr>
          <w:rtl/>
        </w:rPr>
        <w:t xml:space="preserve">ں </w:t>
      </w:r>
      <w:r>
        <w:rPr>
          <w:rtl/>
        </w:rPr>
        <w:t>موجودات كى عاجز ى كا لازمہ يہ ہے كہ اس كو غير كے ساتھ تشبيہ نہ دى جائے_</w:t>
      </w:r>
      <w:r w:rsidRPr="00CD2824">
        <w:rPr>
          <w:rStyle w:val="libArabicChar"/>
          <w:rFonts w:hint="eastAsia"/>
          <w:rtl/>
        </w:rPr>
        <w:t>ويعبدون</w:t>
      </w:r>
      <w:r w:rsidRPr="00CD2824">
        <w:rPr>
          <w:rStyle w:val="libArabicChar"/>
          <w:rtl/>
        </w:rPr>
        <w:t xml:space="preserve"> من دون الله مالا يملك ...فلا تضربوا للّ</w:t>
      </w:r>
      <w:r w:rsidR="00120F63" w:rsidRPr="00B2551F">
        <w:rPr>
          <w:rStyle w:val="libArabicChar"/>
          <w:rFonts w:hint="cs"/>
          <w:rtl/>
        </w:rPr>
        <w:t>ه</w:t>
      </w:r>
      <w:r w:rsidRPr="00CD2824">
        <w:rPr>
          <w:rStyle w:val="libArabicChar"/>
          <w:rtl/>
        </w:rPr>
        <w:t xml:space="preserve"> </w:t>
      </w:r>
      <w:r w:rsidRPr="00CD2824">
        <w:rPr>
          <w:rStyle w:val="libArabicChar"/>
          <w:rFonts w:hint="cs"/>
          <w:rtl/>
        </w:rPr>
        <w:t>ا</w:t>
      </w:r>
      <w:r w:rsidRPr="00CD2824">
        <w:rPr>
          <w:rStyle w:val="libArabicChar"/>
          <w:rtl/>
        </w:rPr>
        <w:t>لامثال</w:t>
      </w:r>
    </w:p>
    <w:p w:rsidR="001F628F" w:rsidRDefault="001F628F" w:rsidP="001F628F">
      <w:pPr>
        <w:pStyle w:val="libNormal"/>
        <w:rPr>
          <w:rtl/>
        </w:rPr>
      </w:pPr>
      <w:r>
        <w:rPr>
          <w:rFonts w:hint="eastAsia"/>
          <w:rtl/>
        </w:rPr>
        <w:t>ما</w:t>
      </w:r>
      <w:r>
        <w:rPr>
          <w:rtl/>
        </w:rPr>
        <w:t xml:space="preserve"> قبل آيات سے جس بہترين موضوع كا استفادہ ہوتا ہے وہ خداوند عالم كى مالكيت وقدرت مطلقہ اور مشركين كے جھوٹے خداو</w:t>
      </w:r>
      <w:r w:rsidR="00083993">
        <w:rPr>
          <w:rtl/>
        </w:rPr>
        <w:t xml:space="preserve">ں </w:t>
      </w:r>
      <w:r>
        <w:rPr>
          <w:rtl/>
        </w:rPr>
        <w:t>سے ہر قسم كى مالكيت و قدرت كى نفى ہے اس آيت مي</w:t>
      </w:r>
      <w:r w:rsidR="00083993">
        <w:rPr>
          <w:rtl/>
        </w:rPr>
        <w:t xml:space="preserve">ں </w:t>
      </w:r>
      <w:r>
        <w:rPr>
          <w:rtl/>
        </w:rPr>
        <w:t>خداوند عالم نے مذكورہ مطلب كا نتيجہ و لازمہ يہ قرار ديا ہے كہ اس كوغير كے ساتھ تشبيہ نہ دى جائے_</w:t>
      </w:r>
    </w:p>
    <w:p w:rsidR="001F628F" w:rsidRDefault="001F628F" w:rsidP="00CD2824">
      <w:pPr>
        <w:pStyle w:val="libNormal"/>
        <w:rPr>
          <w:rtl/>
        </w:rPr>
      </w:pPr>
      <w:r>
        <w:rPr>
          <w:rtl/>
        </w:rPr>
        <w:t>4_ فقط خداوند عالم ہى اپنى ذات كى حقيقت سے آگاہ ہے_</w:t>
      </w:r>
      <w:r w:rsidRPr="00CD2824">
        <w:rPr>
          <w:rStyle w:val="libArabicChar"/>
          <w:rFonts w:hint="eastAsia"/>
          <w:rtl/>
        </w:rPr>
        <w:t>فلا</w:t>
      </w:r>
      <w:r w:rsidRPr="00CD2824">
        <w:rPr>
          <w:rStyle w:val="libArabicChar"/>
          <w:rtl/>
        </w:rPr>
        <w:t xml:space="preserve"> تضربوا للّ</w:t>
      </w:r>
      <w:r w:rsidR="00120F63" w:rsidRPr="00B2551F">
        <w:rPr>
          <w:rStyle w:val="libArabicChar"/>
          <w:rFonts w:hint="cs"/>
          <w:rtl/>
        </w:rPr>
        <w:t>ه</w:t>
      </w:r>
      <w:r w:rsidRPr="00CD2824">
        <w:rPr>
          <w:rStyle w:val="libArabicChar"/>
          <w:rtl/>
        </w:rPr>
        <w:t xml:space="preserve"> </w:t>
      </w:r>
      <w:r w:rsidRPr="00CD2824">
        <w:rPr>
          <w:rStyle w:val="libArabicChar"/>
          <w:rFonts w:hint="cs"/>
          <w:rtl/>
        </w:rPr>
        <w:t>الا</w:t>
      </w:r>
      <w:r w:rsidRPr="00CD2824">
        <w:rPr>
          <w:rStyle w:val="libArabicChar"/>
          <w:rtl/>
        </w:rPr>
        <w:t xml:space="preserve"> </w:t>
      </w:r>
      <w:r w:rsidRPr="00CD2824">
        <w:rPr>
          <w:rStyle w:val="libArabicChar"/>
          <w:rFonts w:hint="cs"/>
          <w:rtl/>
        </w:rPr>
        <w:t>مثال</w:t>
      </w:r>
      <w:r w:rsidRPr="00CD2824">
        <w:rPr>
          <w:rStyle w:val="libArabicChar"/>
          <w:rtl/>
        </w:rPr>
        <w:t xml:space="preserve"> </w:t>
      </w:r>
      <w:r w:rsidRPr="00CD2824">
        <w:rPr>
          <w:rStyle w:val="libArabicChar"/>
          <w:rFonts w:hint="cs"/>
          <w:rtl/>
        </w:rPr>
        <w:t>ان</w:t>
      </w:r>
      <w:r w:rsidRPr="00CD2824">
        <w:rPr>
          <w:rStyle w:val="libArabicChar"/>
          <w:rtl/>
        </w:rPr>
        <w:t xml:space="preserve"> </w:t>
      </w:r>
      <w:r w:rsidRPr="00CD2824">
        <w:rPr>
          <w:rStyle w:val="libArabicChar"/>
          <w:rFonts w:hint="cs"/>
          <w:rtl/>
        </w:rPr>
        <w:t>الله</w:t>
      </w:r>
      <w:r w:rsidRPr="00CD2824">
        <w:rPr>
          <w:rStyle w:val="libArabicChar"/>
          <w:rtl/>
        </w:rPr>
        <w:t xml:space="preserve"> </w:t>
      </w:r>
      <w:r w:rsidRPr="00CD2824">
        <w:rPr>
          <w:rStyle w:val="libArabicChar"/>
          <w:rFonts w:hint="cs"/>
          <w:rtl/>
        </w:rPr>
        <w:t>يعلم</w:t>
      </w:r>
      <w:r w:rsidRPr="00CD2824">
        <w:rPr>
          <w:rStyle w:val="libArabicChar"/>
          <w:rtl/>
        </w:rPr>
        <w:t xml:space="preserve"> </w:t>
      </w:r>
      <w:r w:rsidRPr="00CD2824">
        <w:rPr>
          <w:rStyle w:val="libArabicChar"/>
          <w:rFonts w:hint="cs"/>
          <w:rtl/>
        </w:rPr>
        <w:t>و</w:t>
      </w:r>
      <w:r w:rsidRPr="00CD2824">
        <w:rPr>
          <w:rStyle w:val="libArabicChar"/>
          <w:rtl/>
        </w:rPr>
        <w:t xml:space="preserve"> </w:t>
      </w:r>
      <w:r w:rsidRPr="00CD2824">
        <w:rPr>
          <w:rStyle w:val="libArabicChar"/>
          <w:rFonts w:hint="cs"/>
          <w:rtl/>
        </w:rPr>
        <w:t>انتم</w:t>
      </w:r>
      <w:r w:rsidRPr="00CD2824">
        <w:rPr>
          <w:rStyle w:val="libArabicChar"/>
          <w:rtl/>
        </w:rPr>
        <w:t xml:space="preserve"> تعلمون</w:t>
      </w:r>
    </w:p>
    <w:p w:rsidR="001F628F" w:rsidRDefault="001F628F" w:rsidP="001F628F">
      <w:pPr>
        <w:pStyle w:val="libNormal"/>
        <w:rPr>
          <w:rtl/>
        </w:rPr>
      </w:pPr>
      <w:r>
        <w:rPr>
          <w:rtl/>
        </w:rPr>
        <w:t>5_ انسان كے ليے خداوند عالم كى ذات و صفات كى</w:t>
      </w:r>
    </w:p>
    <w:p w:rsidR="00CD2824" w:rsidRDefault="001E7F9D" w:rsidP="00F73EDE">
      <w:pPr>
        <w:pStyle w:val="libPoemTini"/>
        <w:rPr>
          <w:rtl/>
        </w:rPr>
      </w:pPr>
      <w:r>
        <w:rPr>
          <w:rtl/>
        </w:rPr>
        <w:cr/>
      </w:r>
      <w:r>
        <w:rPr>
          <w:rtl/>
        </w:rPr>
        <w:br w:type="page"/>
      </w:r>
    </w:p>
    <w:p w:rsidR="001F628F" w:rsidRDefault="001F628F" w:rsidP="00CD2824">
      <w:pPr>
        <w:pStyle w:val="libNormal"/>
        <w:rPr>
          <w:rtl/>
        </w:rPr>
      </w:pPr>
      <w:r>
        <w:rPr>
          <w:rFonts w:hint="eastAsia"/>
          <w:rtl/>
        </w:rPr>
        <w:lastRenderedPageBreak/>
        <w:t>حقيقت</w:t>
      </w:r>
      <w:r>
        <w:rPr>
          <w:rtl/>
        </w:rPr>
        <w:t xml:space="preserve"> سے شناخت كا واحد راستہ، وحى ہے _</w:t>
      </w:r>
      <w:r w:rsidRPr="00CD2824">
        <w:rPr>
          <w:rStyle w:val="libArabicChar"/>
          <w:rFonts w:hint="eastAsia"/>
          <w:rtl/>
        </w:rPr>
        <w:t>فلا</w:t>
      </w:r>
      <w:r w:rsidRPr="00CD2824">
        <w:rPr>
          <w:rStyle w:val="libArabicChar"/>
          <w:rtl/>
        </w:rPr>
        <w:t xml:space="preserve"> تضربوا للّ</w:t>
      </w:r>
      <w:r w:rsidR="00120F63" w:rsidRPr="00B2551F">
        <w:rPr>
          <w:rStyle w:val="libArabicChar"/>
          <w:rFonts w:hint="cs"/>
          <w:rtl/>
        </w:rPr>
        <w:t>ه</w:t>
      </w:r>
      <w:r w:rsidRPr="00CD2824">
        <w:rPr>
          <w:rStyle w:val="libArabicChar"/>
          <w:rtl/>
        </w:rPr>
        <w:t xml:space="preserve"> </w:t>
      </w:r>
      <w:r w:rsidRPr="00CD2824">
        <w:rPr>
          <w:rStyle w:val="libArabicChar"/>
          <w:rFonts w:hint="cs"/>
          <w:rtl/>
        </w:rPr>
        <w:t>الا</w:t>
      </w:r>
      <w:r w:rsidRPr="00CD2824">
        <w:rPr>
          <w:rStyle w:val="libArabicChar"/>
          <w:rtl/>
        </w:rPr>
        <w:t xml:space="preserve"> </w:t>
      </w:r>
      <w:r w:rsidRPr="00CD2824">
        <w:rPr>
          <w:rStyle w:val="libArabicChar"/>
          <w:rFonts w:hint="cs"/>
          <w:rtl/>
        </w:rPr>
        <w:t>مثال</w:t>
      </w:r>
      <w:r w:rsidRPr="00CD2824">
        <w:rPr>
          <w:rStyle w:val="libArabicChar"/>
          <w:rtl/>
        </w:rPr>
        <w:t xml:space="preserve"> </w:t>
      </w:r>
      <w:r w:rsidRPr="00CD2824">
        <w:rPr>
          <w:rStyle w:val="libArabicChar"/>
          <w:rFonts w:hint="cs"/>
          <w:rtl/>
        </w:rPr>
        <w:t>ان</w:t>
      </w:r>
      <w:r w:rsidRPr="00CD2824">
        <w:rPr>
          <w:rStyle w:val="libArabicChar"/>
          <w:rtl/>
        </w:rPr>
        <w:t xml:space="preserve"> </w:t>
      </w:r>
      <w:r w:rsidRPr="00CD2824">
        <w:rPr>
          <w:rStyle w:val="libArabicChar"/>
          <w:rFonts w:hint="cs"/>
          <w:rtl/>
        </w:rPr>
        <w:t>اللّ</w:t>
      </w:r>
      <w:r w:rsidR="00120F63" w:rsidRPr="00B2551F">
        <w:rPr>
          <w:rStyle w:val="libArabicChar"/>
          <w:rFonts w:hint="cs"/>
          <w:rtl/>
        </w:rPr>
        <w:t>ه</w:t>
      </w:r>
      <w:r w:rsidRPr="00CD2824">
        <w:rPr>
          <w:rStyle w:val="libArabicChar"/>
          <w:rtl/>
        </w:rPr>
        <w:t xml:space="preserve"> </w:t>
      </w:r>
      <w:r w:rsidRPr="00CD2824">
        <w:rPr>
          <w:rStyle w:val="libArabicChar"/>
          <w:rFonts w:hint="cs"/>
          <w:rtl/>
        </w:rPr>
        <w:t>يعلم</w:t>
      </w:r>
      <w:r w:rsidRPr="00CD2824">
        <w:rPr>
          <w:rStyle w:val="libArabicChar"/>
          <w:rtl/>
        </w:rPr>
        <w:t xml:space="preserve"> </w:t>
      </w:r>
      <w:r w:rsidRPr="00CD2824">
        <w:rPr>
          <w:rStyle w:val="libArabicChar"/>
          <w:rFonts w:hint="cs"/>
          <w:rtl/>
        </w:rPr>
        <w:t>و</w:t>
      </w:r>
      <w:r w:rsidRPr="00CD2824">
        <w:rPr>
          <w:rStyle w:val="libArabicChar"/>
          <w:rtl/>
        </w:rPr>
        <w:t xml:space="preserve"> </w:t>
      </w:r>
      <w:r w:rsidRPr="00CD2824">
        <w:rPr>
          <w:rStyle w:val="libArabicChar"/>
          <w:rFonts w:hint="cs"/>
          <w:rtl/>
        </w:rPr>
        <w:t>انتم</w:t>
      </w:r>
      <w:r w:rsidRPr="00CD2824">
        <w:rPr>
          <w:rStyle w:val="libArabicChar"/>
          <w:rtl/>
        </w:rPr>
        <w:t xml:space="preserve"> </w:t>
      </w:r>
      <w:r w:rsidRPr="00CD2824">
        <w:rPr>
          <w:rStyle w:val="libArabicChar"/>
          <w:rFonts w:hint="cs"/>
          <w:rtl/>
        </w:rPr>
        <w:t>لا</w:t>
      </w:r>
      <w:r w:rsidRPr="00CD2824">
        <w:rPr>
          <w:rStyle w:val="libArabicChar"/>
          <w:rtl/>
        </w:rPr>
        <w:t xml:space="preserve"> تعلمون</w:t>
      </w:r>
    </w:p>
    <w:p w:rsidR="001F628F" w:rsidRDefault="001F628F" w:rsidP="001F628F">
      <w:pPr>
        <w:pStyle w:val="libNormal"/>
        <w:rPr>
          <w:rtl/>
        </w:rPr>
      </w:pPr>
      <w:r>
        <w:rPr>
          <w:rFonts w:hint="eastAsia"/>
          <w:rtl/>
        </w:rPr>
        <w:t>مذكورہ</w:t>
      </w:r>
      <w:r>
        <w:rPr>
          <w:rtl/>
        </w:rPr>
        <w:t xml:space="preserve"> تفسير اس نكتہ پر موقوف ہ كہ جملہ</w:t>
      </w:r>
      <w:r w:rsidRPr="00CD2824">
        <w:rPr>
          <w:rStyle w:val="libArabicChar"/>
          <w:rtl/>
        </w:rPr>
        <w:t>''ان اللّ</w:t>
      </w:r>
      <w:r w:rsidR="00120F63" w:rsidRPr="00B2551F">
        <w:rPr>
          <w:rStyle w:val="libArabicChar"/>
          <w:rFonts w:hint="cs"/>
          <w:rtl/>
        </w:rPr>
        <w:t>ه</w:t>
      </w:r>
      <w:r w:rsidRPr="00CD2824">
        <w:rPr>
          <w:rStyle w:val="libArabicChar"/>
          <w:rtl/>
        </w:rPr>
        <w:t xml:space="preserve"> </w:t>
      </w:r>
      <w:r w:rsidRPr="00CD2824">
        <w:rPr>
          <w:rStyle w:val="libArabicChar"/>
          <w:rFonts w:hint="cs"/>
          <w:rtl/>
        </w:rPr>
        <w:t>يعلم</w:t>
      </w:r>
      <w:r w:rsidRPr="00CD2824">
        <w:rPr>
          <w:rStyle w:val="libArabicChar"/>
          <w:rtl/>
        </w:rPr>
        <w:t xml:space="preserve"> </w:t>
      </w:r>
      <w:r w:rsidRPr="00CD2824">
        <w:rPr>
          <w:rStyle w:val="libArabicChar"/>
          <w:rFonts w:hint="cs"/>
          <w:rtl/>
        </w:rPr>
        <w:t>و</w:t>
      </w:r>
      <w:r w:rsidRPr="00CD2824">
        <w:rPr>
          <w:rStyle w:val="libArabicChar"/>
          <w:rtl/>
        </w:rPr>
        <w:t xml:space="preserve"> </w:t>
      </w:r>
      <w:r w:rsidRPr="00CD2824">
        <w:rPr>
          <w:rStyle w:val="libArabicChar"/>
          <w:rFonts w:hint="cs"/>
          <w:rtl/>
        </w:rPr>
        <w:t>انتم</w:t>
      </w:r>
      <w:r w:rsidRPr="00CD2824">
        <w:rPr>
          <w:rStyle w:val="libArabicChar"/>
          <w:rtl/>
        </w:rPr>
        <w:t xml:space="preserve"> </w:t>
      </w:r>
      <w:r w:rsidRPr="00CD2824">
        <w:rPr>
          <w:rStyle w:val="libArabicChar"/>
          <w:rFonts w:hint="cs"/>
          <w:rtl/>
        </w:rPr>
        <w:t>لا</w:t>
      </w:r>
      <w:r w:rsidRPr="00CD2824">
        <w:rPr>
          <w:rStyle w:val="libArabicChar"/>
          <w:rtl/>
        </w:rPr>
        <w:t xml:space="preserve"> </w:t>
      </w:r>
      <w:r w:rsidRPr="00CD2824">
        <w:rPr>
          <w:rStyle w:val="libArabicChar"/>
          <w:rFonts w:hint="cs"/>
          <w:rtl/>
        </w:rPr>
        <w:t>تعلمون</w:t>
      </w:r>
      <w:r w:rsidRPr="00CD2824">
        <w:rPr>
          <w:rStyle w:val="libArabicChar"/>
          <w:rtl/>
        </w:rPr>
        <w:t xml:space="preserve">'' </w:t>
      </w:r>
      <w:r>
        <w:rPr>
          <w:rtl/>
        </w:rPr>
        <w:t xml:space="preserve">جملہ </w:t>
      </w:r>
      <w:r w:rsidRPr="00CD2824">
        <w:rPr>
          <w:rStyle w:val="libArabicChar"/>
          <w:rtl/>
        </w:rPr>
        <w:t>''فلا تضربواللّ</w:t>
      </w:r>
      <w:r w:rsidR="00120F63" w:rsidRPr="00B2551F">
        <w:rPr>
          <w:rStyle w:val="libArabicChar"/>
          <w:rFonts w:hint="cs"/>
          <w:rtl/>
        </w:rPr>
        <w:t>ه</w:t>
      </w:r>
      <w:r w:rsidRPr="00CD2824">
        <w:rPr>
          <w:rStyle w:val="libArabicChar"/>
          <w:rtl/>
        </w:rPr>
        <w:t xml:space="preserve"> </w:t>
      </w:r>
      <w:r w:rsidRPr="00CD2824">
        <w:rPr>
          <w:rStyle w:val="libArabicChar"/>
          <w:rFonts w:hint="cs"/>
          <w:rtl/>
        </w:rPr>
        <w:t>الامثال</w:t>
      </w:r>
      <w:r w:rsidRPr="00CD2824">
        <w:rPr>
          <w:rStyle w:val="libArabicChar"/>
          <w:rtl/>
        </w:rPr>
        <w:t>''</w:t>
      </w:r>
      <w:r>
        <w:rPr>
          <w:rtl/>
        </w:rPr>
        <w:t xml:space="preserve"> كے ليے تعليل واقع ہو اور فعل''يعلم'' و''تعلمون'' كا متعلق اور مفعول ،خدا اور اس كى مقدس ذات ہو يعنى تم خدا كے ليے شريك او رمثل تصور نہ كرو كيو</w:t>
      </w:r>
      <w:r w:rsidR="00083993">
        <w:rPr>
          <w:rtl/>
        </w:rPr>
        <w:t xml:space="preserve">ں </w:t>
      </w:r>
      <w:r>
        <w:rPr>
          <w:rtl/>
        </w:rPr>
        <w:t xml:space="preserve">كہ تم </w:t>
      </w:r>
      <w:r>
        <w:rPr>
          <w:rFonts w:hint="eastAsia"/>
          <w:rtl/>
        </w:rPr>
        <w:t>اس</w:t>
      </w:r>
      <w:r>
        <w:rPr>
          <w:rtl/>
        </w:rPr>
        <w:t xml:space="preserve"> كى ذات اور حقيقت كو درك نہي</w:t>
      </w:r>
      <w:r w:rsidR="00083993">
        <w:rPr>
          <w:rtl/>
        </w:rPr>
        <w:t xml:space="preserve">ں </w:t>
      </w:r>
      <w:r>
        <w:rPr>
          <w:rtl/>
        </w:rPr>
        <w:t>كر سكوگے اور اس كا علم فقط خداوند عالم كو ہے نيز و حى كے علاوہ اس كى شناخت ممكن نہي</w:t>
      </w:r>
      <w:r w:rsidR="00083993">
        <w:rPr>
          <w:rtl/>
        </w:rPr>
        <w:t xml:space="preserve">ں </w:t>
      </w:r>
      <w:r>
        <w:rPr>
          <w:rtl/>
        </w:rPr>
        <w:t>ہے_</w:t>
      </w:r>
    </w:p>
    <w:p w:rsidR="001F628F" w:rsidRDefault="001F628F" w:rsidP="00CD2824">
      <w:pPr>
        <w:pStyle w:val="libNormal"/>
        <w:rPr>
          <w:rtl/>
        </w:rPr>
      </w:pPr>
      <w:r>
        <w:rPr>
          <w:rtl/>
        </w:rPr>
        <w:t>6_خداوند عالم كو دوسرے موجودات سے تشبيہ دينے كا سرچشمہ يہ ہے كہ انسان خداوند عالم كے غير كى نسبت اس كى ذات و صفات كے امتيازات سے جاہل ہے_</w:t>
      </w:r>
      <w:r w:rsidRPr="00CD2824">
        <w:rPr>
          <w:rStyle w:val="libArabicChar"/>
          <w:rFonts w:hint="eastAsia"/>
          <w:rtl/>
        </w:rPr>
        <w:t>فلا</w:t>
      </w:r>
      <w:r w:rsidRPr="00CD2824">
        <w:rPr>
          <w:rStyle w:val="libArabicChar"/>
          <w:rtl/>
        </w:rPr>
        <w:t xml:space="preserve"> تضربوللّ</w:t>
      </w:r>
      <w:r w:rsidR="00120F63" w:rsidRPr="00B2551F">
        <w:rPr>
          <w:rStyle w:val="libArabicChar"/>
          <w:rFonts w:hint="cs"/>
          <w:rtl/>
        </w:rPr>
        <w:t>ه</w:t>
      </w:r>
      <w:r w:rsidRPr="00CD2824">
        <w:rPr>
          <w:rStyle w:val="libArabicChar"/>
          <w:rtl/>
        </w:rPr>
        <w:t xml:space="preserve"> </w:t>
      </w:r>
      <w:r w:rsidRPr="00CD2824">
        <w:rPr>
          <w:rStyle w:val="libArabicChar"/>
          <w:rFonts w:hint="cs"/>
          <w:rtl/>
        </w:rPr>
        <w:t>الامثال</w:t>
      </w:r>
      <w:r w:rsidRPr="00CD2824">
        <w:rPr>
          <w:rStyle w:val="libArabicChar"/>
          <w:rtl/>
        </w:rPr>
        <w:t xml:space="preserve"> ...</w:t>
      </w:r>
      <w:r w:rsidRPr="00CD2824">
        <w:rPr>
          <w:rStyle w:val="libArabicChar"/>
          <w:rFonts w:hint="cs"/>
          <w:rtl/>
        </w:rPr>
        <w:t>انتم</w:t>
      </w:r>
      <w:r w:rsidRPr="00CD2824">
        <w:rPr>
          <w:rStyle w:val="libArabicChar"/>
          <w:rtl/>
        </w:rPr>
        <w:t xml:space="preserve"> </w:t>
      </w:r>
      <w:r w:rsidRPr="00CD2824">
        <w:rPr>
          <w:rStyle w:val="libArabicChar"/>
          <w:rFonts w:hint="cs"/>
          <w:rtl/>
        </w:rPr>
        <w:t>لا</w:t>
      </w:r>
      <w:r w:rsidRPr="00CD2824">
        <w:rPr>
          <w:rStyle w:val="libArabicChar"/>
          <w:rtl/>
        </w:rPr>
        <w:t xml:space="preserve"> تعلمون</w:t>
      </w:r>
    </w:p>
    <w:p w:rsidR="001F628F" w:rsidRDefault="001F628F" w:rsidP="001F628F">
      <w:pPr>
        <w:pStyle w:val="libNormal"/>
        <w:rPr>
          <w:rtl/>
        </w:rPr>
      </w:pPr>
      <w:r>
        <w:rPr>
          <w:rFonts w:hint="eastAsia"/>
          <w:rtl/>
        </w:rPr>
        <w:t>چونكہ</w:t>
      </w:r>
      <w:r w:rsidRPr="00CD2824">
        <w:rPr>
          <w:rStyle w:val="libArabicChar"/>
          <w:rtl/>
        </w:rPr>
        <w:t xml:space="preserve">''انتم لا تعلمون'' </w:t>
      </w:r>
      <w:r>
        <w:rPr>
          <w:rtl/>
        </w:rPr>
        <w:t>سے مراد ، مطلق علم كى نفى نہي</w:t>
      </w:r>
      <w:r w:rsidR="00083993">
        <w:rPr>
          <w:rtl/>
        </w:rPr>
        <w:t xml:space="preserve">ں </w:t>
      </w:r>
      <w:r>
        <w:rPr>
          <w:rtl/>
        </w:rPr>
        <w:t>ہے كيونكہ واضح سى بات ہے كہ انسان اپنى مادى زندگى كےشعبو</w:t>
      </w:r>
      <w:r w:rsidR="00083993">
        <w:rPr>
          <w:rtl/>
        </w:rPr>
        <w:t xml:space="preserve">ں </w:t>
      </w:r>
      <w:r>
        <w:rPr>
          <w:rtl/>
        </w:rPr>
        <w:t>مي</w:t>
      </w:r>
      <w:r w:rsidR="00083993">
        <w:rPr>
          <w:rtl/>
        </w:rPr>
        <w:t xml:space="preserve">ں </w:t>
      </w:r>
      <w:r>
        <w:rPr>
          <w:rtl/>
        </w:rPr>
        <w:t>علم ركھتا ہے بلكہ علم كى نفى كا تعلق اس چيز سے ہے جس كا آيت مي</w:t>
      </w:r>
      <w:r w:rsidR="00083993">
        <w:rPr>
          <w:rtl/>
        </w:rPr>
        <w:t xml:space="preserve">ں </w:t>
      </w:r>
      <w:r>
        <w:rPr>
          <w:rtl/>
        </w:rPr>
        <w:t>ذكر ہوا ہے يعنى خداوند عالم كى ذات و صفات دوسرى مخلوقات سے قابل مقائسہ نہي</w:t>
      </w:r>
      <w:r w:rsidR="00083993">
        <w:rPr>
          <w:rtl/>
        </w:rPr>
        <w:t xml:space="preserve">ں </w:t>
      </w:r>
      <w:r>
        <w:rPr>
          <w:rtl/>
        </w:rPr>
        <w:t>ہي</w:t>
      </w:r>
      <w:r w:rsidR="00083993">
        <w:rPr>
          <w:rtl/>
        </w:rPr>
        <w:t xml:space="preserve">ں </w:t>
      </w:r>
      <w:r>
        <w:rPr>
          <w:rtl/>
        </w:rPr>
        <w:t>لہذا اس سے مذكورہ تفسير كا استفادہ ہوتا ہے_</w:t>
      </w:r>
    </w:p>
    <w:p w:rsidR="001F628F" w:rsidRDefault="001F628F" w:rsidP="00CD2824">
      <w:pPr>
        <w:pStyle w:val="libNormal"/>
        <w:rPr>
          <w:rtl/>
        </w:rPr>
      </w:pPr>
      <w:r>
        <w:rPr>
          <w:rFonts w:hint="eastAsia"/>
          <w:rtl/>
        </w:rPr>
        <w:t>الله</w:t>
      </w:r>
      <w:r>
        <w:rPr>
          <w:rtl/>
        </w:rPr>
        <w:t xml:space="preserve"> تعالي:</w:t>
      </w:r>
      <w:r>
        <w:rPr>
          <w:rFonts w:hint="eastAsia"/>
          <w:rtl/>
        </w:rPr>
        <w:t>الله</w:t>
      </w:r>
      <w:r>
        <w:rPr>
          <w:rtl/>
        </w:rPr>
        <w:t xml:space="preserve"> تعالى كا علم حضوري4; الله تعالى كى تشبيہ دينے كا سرچشمہ 6; الله تعالى كى تشبيہ دينے كے موانع3; الله تعالى كى قدرت كے آثار1; الله تعالى كى مالكيت كے آثار 1; الله تعالى كے مختصات 4; خدا شناسى كے راستے 5; صفات خدا كى خصوصيات6</w:t>
      </w:r>
    </w:p>
    <w:p w:rsidR="001F628F" w:rsidRDefault="001F628F" w:rsidP="00CD2824">
      <w:pPr>
        <w:pStyle w:val="libNormal"/>
        <w:rPr>
          <w:rtl/>
        </w:rPr>
      </w:pPr>
      <w:r>
        <w:rPr>
          <w:rFonts w:hint="eastAsia"/>
          <w:rtl/>
        </w:rPr>
        <w:t>ايمان</w:t>
      </w:r>
      <w:r>
        <w:rPr>
          <w:rtl/>
        </w:rPr>
        <w:t>:</w:t>
      </w:r>
      <w:r>
        <w:rPr>
          <w:rFonts w:hint="eastAsia"/>
          <w:rtl/>
        </w:rPr>
        <w:t>توحيد</w:t>
      </w:r>
      <w:r>
        <w:rPr>
          <w:rtl/>
        </w:rPr>
        <w:t xml:space="preserve"> پر ايمان لانے كا زمينہ 1</w:t>
      </w:r>
    </w:p>
    <w:p w:rsidR="001F628F" w:rsidRDefault="001F628F" w:rsidP="00CD2824">
      <w:pPr>
        <w:pStyle w:val="libNormal"/>
        <w:rPr>
          <w:rtl/>
        </w:rPr>
      </w:pPr>
      <w:r>
        <w:rPr>
          <w:rFonts w:hint="eastAsia"/>
          <w:rtl/>
        </w:rPr>
        <w:t>جہالت</w:t>
      </w:r>
      <w:r>
        <w:rPr>
          <w:rtl/>
        </w:rPr>
        <w:t>:</w:t>
      </w:r>
      <w:r>
        <w:rPr>
          <w:rFonts w:hint="eastAsia"/>
          <w:rtl/>
        </w:rPr>
        <w:t>جہالت</w:t>
      </w:r>
      <w:r>
        <w:rPr>
          <w:rtl/>
        </w:rPr>
        <w:t xml:space="preserve"> كے آثار 6</w:t>
      </w:r>
    </w:p>
    <w:p w:rsidR="001F628F" w:rsidRDefault="001F628F" w:rsidP="00CD2824">
      <w:pPr>
        <w:pStyle w:val="libNormal"/>
        <w:rPr>
          <w:rtl/>
        </w:rPr>
      </w:pPr>
      <w:r>
        <w:rPr>
          <w:rFonts w:hint="eastAsia"/>
          <w:rtl/>
        </w:rPr>
        <w:t>ذكر</w:t>
      </w:r>
      <w:r>
        <w:rPr>
          <w:rtl/>
        </w:rPr>
        <w:t>:</w:t>
      </w:r>
      <w:r>
        <w:rPr>
          <w:rFonts w:hint="eastAsia"/>
          <w:rtl/>
        </w:rPr>
        <w:t>خدا</w:t>
      </w:r>
      <w:r>
        <w:rPr>
          <w:rtl/>
        </w:rPr>
        <w:t xml:space="preserve"> كى مالكيت كا ذكر 3; قدرت خدا كا ذكر3</w:t>
      </w:r>
    </w:p>
    <w:p w:rsidR="001F628F" w:rsidRDefault="001F628F" w:rsidP="00CD2824">
      <w:pPr>
        <w:pStyle w:val="libNormal"/>
        <w:rPr>
          <w:rtl/>
        </w:rPr>
      </w:pPr>
      <w:r>
        <w:rPr>
          <w:rFonts w:hint="eastAsia"/>
          <w:rtl/>
        </w:rPr>
        <w:t>شرك</w:t>
      </w:r>
      <w:r>
        <w:rPr>
          <w:rtl/>
        </w:rPr>
        <w:t>:</w:t>
      </w:r>
      <w:r>
        <w:rPr>
          <w:rFonts w:hint="eastAsia"/>
          <w:rtl/>
        </w:rPr>
        <w:t>شرك</w:t>
      </w:r>
      <w:r>
        <w:rPr>
          <w:rtl/>
        </w:rPr>
        <w:t xml:space="preserve"> سے اجتناب كا زمينہ1</w:t>
      </w:r>
    </w:p>
    <w:p w:rsidR="001F628F" w:rsidRDefault="001F628F" w:rsidP="00CD2824">
      <w:pPr>
        <w:pStyle w:val="libNormal"/>
        <w:rPr>
          <w:rtl/>
        </w:rPr>
      </w:pPr>
      <w:r>
        <w:rPr>
          <w:rFonts w:hint="eastAsia"/>
          <w:rtl/>
        </w:rPr>
        <w:t>شناخت</w:t>
      </w:r>
      <w:r>
        <w:rPr>
          <w:rtl/>
        </w:rPr>
        <w:t>:</w:t>
      </w:r>
      <w:r>
        <w:rPr>
          <w:rFonts w:hint="eastAsia"/>
          <w:rtl/>
        </w:rPr>
        <w:t>شناخت</w:t>
      </w:r>
      <w:r>
        <w:rPr>
          <w:rtl/>
        </w:rPr>
        <w:t xml:space="preserve"> كے وسائل5</w:t>
      </w:r>
    </w:p>
    <w:p w:rsidR="001F628F" w:rsidRDefault="001F628F" w:rsidP="00CD2824">
      <w:pPr>
        <w:pStyle w:val="libNormal"/>
        <w:rPr>
          <w:rtl/>
        </w:rPr>
      </w:pPr>
      <w:r>
        <w:rPr>
          <w:rFonts w:hint="eastAsia"/>
          <w:rtl/>
        </w:rPr>
        <w:t>قياس</w:t>
      </w:r>
      <w:r>
        <w:rPr>
          <w:rtl/>
        </w:rPr>
        <w:t>:</w:t>
      </w:r>
      <w:r>
        <w:rPr>
          <w:rFonts w:hint="eastAsia"/>
          <w:rtl/>
        </w:rPr>
        <w:t>قياس</w:t>
      </w:r>
      <w:r>
        <w:rPr>
          <w:rtl/>
        </w:rPr>
        <w:t xml:space="preserve"> كا ممنوع ہونا 2</w:t>
      </w:r>
    </w:p>
    <w:p w:rsidR="001F628F" w:rsidRDefault="001F628F" w:rsidP="00CD2824">
      <w:pPr>
        <w:pStyle w:val="libNormal"/>
        <w:rPr>
          <w:rtl/>
        </w:rPr>
      </w:pPr>
      <w:r>
        <w:rPr>
          <w:rFonts w:hint="eastAsia"/>
          <w:rtl/>
        </w:rPr>
        <w:t>موجودات</w:t>
      </w:r>
      <w:r>
        <w:rPr>
          <w:rtl/>
        </w:rPr>
        <w:t xml:space="preserve"> :</w:t>
      </w:r>
      <w:r>
        <w:rPr>
          <w:rFonts w:hint="eastAsia"/>
          <w:rtl/>
        </w:rPr>
        <w:t>موجودات</w:t>
      </w:r>
      <w:r>
        <w:rPr>
          <w:rtl/>
        </w:rPr>
        <w:t xml:space="preserve"> كا عجز3</w:t>
      </w:r>
    </w:p>
    <w:p w:rsidR="001F628F" w:rsidRDefault="001F628F" w:rsidP="00CD2824">
      <w:pPr>
        <w:pStyle w:val="libNormal"/>
        <w:rPr>
          <w:rtl/>
        </w:rPr>
      </w:pPr>
      <w:r>
        <w:rPr>
          <w:rFonts w:hint="eastAsia"/>
          <w:rtl/>
        </w:rPr>
        <w:t>وحي</w:t>
      </w:r>
      <w:r>
        <w:rPr>
          <w:rtl/>
        </w:rPr>
        <w:t>:</w:t>
      </w:r>
      <w:r>
        <w:rPr>
          <w:rFonts w:hint="eastAsia"/>
          <w:rtl/>
        </w:rPr>
        <w:t>وحى</w:t>
      </w:r>
      <w:r>
        <w:rPr>
          <w:rtl/>
        </w:rPr>
        <w:t xml:space="preserve"> كا كردار5</w:t>
      </w:r>
    </w:p>
    <w:p w:rsidR="00CD2824" w:rsidRDefault="001E7F9D" w:rsidP="00F73EDE">
      <w:pPr>
        <w:pStyle w:val="libPoemTini"/>
        <w:rPr>
          <w:rtl/>
        </w:rPr>
      </w:pPr>
      <w:r>
        <w:rPr>
          <w:rtl/>
        </w:rPr>
        <w:br w:type="page"/>
      </w:r>
    </w:p>
    <w:p w:rsidR="00CD2824" w:rsidRDefault="00CD2824" w:rsidP="00CD2824">
      <w:pPr>
        <w:pStyle w:val="Heading2Center"/>
        <w:rPr>
          <w:rtl/>
        </w:rPr>
      </w:pPr>
      <w:bookmarkStart w:id="221" w:name="_Toc28081899"/>
      <w:r>
        <w:rPr>
          <w:rFonts w:hint="cs"/>
          <w:rtl/>
        </w:rPr>
        <w:lastRenderedPageBreak/>
        <w:t>آیت 75</w:t>
      </w:r>
      <w:bookmarkEnd w:id="221"/>
    </w:p>
    <w:p w:rsidR="001F628F" w:rsidRDefault="00E260F9" w:rsidP="00CD2824">
      <w:pPr>
        <w:pStyle w:val="libNormal"/>
        <w:rPr>
          <w:rtl/>
        </w:rPr>
      </w:pPr>
      <w:r w:rsidRPr="00E260F9">
        <w:rPr>
          <w:rStyle w:val="libAlaemChar"/>
          <w:rFonts w:hint="eastAsia"/>
          <w:rtl/>
        </w:rPr>
        <w:t>(</w:t>
      </w:r>
      <w:r w:rsidRPr="00CD2824">
        <w:rPr>
          <w:rStyle w:val="libAieChar"/>
          <w:rFonts w:hint="eastAsia"/>
          <w:rtl/>
        </w:rPr>
        <w:t>ضَرَبَ</w:t>
      </w:r>
      <w:r w:rsidRPr="00CD2824">
        <w:rPr>
          <w:rStyle w:val="libAieChar"/>
          <w:rtl/>
        </w:rPr>
        <w:t xml:space="preserve"> اللّهُ مَثَلاً عَبْداً مَّمْلُوكاً لاَّ يَقْدِرُ عَلَى شَيْءٍ وَمَن رَّزَقْنَاهُ مِنَّا رِزْقاً حَسَناً فَهُوَ يُنفِقُ مِنْهُ سِرّاً وَجَهْراً هَلْ يَسْتَوُونَ الْحَمْدُ لِلّهِ بَلْ أَكْثَرُهُمْ لاَ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اللہ</w:t>
      </w:r>
      <w:r>
        <w:rPr>
          <w:rtl/>
        </w:rPr>
        <w:t xml:space="preserve"> نے خود اس غلام مملوك كى مثال بيان كى ہے جو كسى چيز كا اختيار نہي</w:t>
      </w:r>
      <w:r w:rsidR="00083993">
        <w:rPr>
          <w:rtl/>
        </w:rPr>
        <w:t xml:space="preserve">ں </w:t>
      </w:r>
      <w:r>
        <w:rPr>
          <w:rtl/>
        </w:rPr>
        <w:t>ركھتا ہے اور اس آزاد انسان كى مثال بيان كى ہے جسے ہم نے بہترين رزق عطا كيا ہے اور وہ اس مي</w:t>
      </w:r>
      <w:r w:rsidR="00083993">
        <w:rPr>
          <w:rtl/>
        </w:rPr>
        <w:t xml:space="preserve">ں </w:t>
      </w:r>
      <w:r>
        <w:rPr>
          <w:rtl/>
        </w:rPr>
        <w:t>خفيہ اور علانيہ انفاق كرتا رہتا ہے تو كيا يہ دونو</w:t>
      </w:r>
      <w:r w:rsidR="00083993">
        <w:rPr>
          <w:rtl/>
        </w:rPr>
        <w:t xml:space="preserve">ں </w:t>
      </w:r>
      <w:r>
        <w:rPr>
          <w:rtl/>
        </w:rPr>
        <w:t>برابر ہوسكتے ہي</w:t>
      </w:r>
      <w:r w:rsidR="00083993">
        <w:rPr>
          <w:rtl/>
        </w:rPr>
        <w:t xml:space="preserve">ں </w:t>
      </w:r>
      <w:r>
        <w:rPr>
          <w:rtl/>
        </w:rPr>
        <w:t>_ سارى تعريف صرف اللہ كے ل</w:t>
      </w:r>
      <w:r>
        <w:rPr>
          <w:rFonts w:hint="eastAsia"/>
          <w:rtl/>
        </w:rPr>
        <w:t>ئے</w:t>
      </w:r>
      <w:r>
        <w:rPr>
          <w:rtl/>
        </w:rPr>
        <w:t xml:space="preserve"> ہى ہے مگر ان لوگو</w:t>
      </w:r>
      <w:r w:rsidR="00083993">
        <w:rPr>
          <w:rtl/>
        </w:rPr>
        <w:t xml:space="preserve">ں </w:t>
      </w:r>
      <w:r>
        <w:rPr>
          <w:rtl/>
        </w:rPr>
        <w:t>كى اكثريت كچھ نہي</w:t>
      </w:r>
      <w:r w:rsidR="00083993">
        <w:rPr>
          <w:rtl/>
        </w:rPr>
        <w:t xml:space="preserve">ں </w:t>
      </w:r>
      <w:r>
        <w:rPr>
          <w:rtl/>
        </w:rPr>
        <w:t>جانتى ہے _</w:t>
      </w:r>
    </w:p>
    <w:p w:rsidR="001F628F" w:rsidRDefault="001F628F" w:rsidP="001F628F">
      <w:pPr>
        <w:pStyle w:val="libNormal"/>
        <w:rPr>
          <w:rtl/>
        </w:rPr>
      </w:pPr>
      <w:r>
        <w:rPr>
          <w:rtl/>
        </w:rPr>
        <w:t>1_ خداوند عالم كے مقابلے مي</w:t>
      </w:r>
      <w:r w:rsidR="00083993">
        <w:rPr>
          <w:rtl/>
        </w:rPr>
        <w:t xml:space="preserve">ں </w:t>
      </w:r>
      <w:r>
        <w:rPr>
          <w:rtl/>
        </w:rPr>
        <w:t>مخلوق اس زر خريد غلام كى مانند ہے جو زرہ برابر ارادہ اختيار نہي</w:t>
      </w:r>
      <w:r w:rsidR="00083993">
        <w:rPr>
          <w:rtl/>
        </w:rPr>
        <w:t xml:space="preserve">ں </w:t>
      </w:r>
      <w:r>
        <w:rPr>
          <w:rtl/>
        </w:rPr>
        <w:t>ركھتا ہے_</w:t>
      </w:r>
    </w:p>
    <w:p w:rsidR="001F628F" w:rsidRDefault="001F628F" w:rsidP="00CD2824">
      <w:pPr>
        <w:pStyle w:val="libArabic"/>
        <w:rPr>
          <w:rtl/>
        </w:rPr>
      </w:pPr>
      <w:r>
        <w:rPr>
          <w:rFonts w:hint="eastAsia"/>
          <w:rtl/>
        </w:rPr>
        <w:t>ضرب</w:t>
      </w:r>
      <w:r>
        <w:rPr>
          <w:rtl/>
        </w:rPr>
        <w:t xml:space="preserve"> مثلاً عبداً معلوكاً لا يقدر على شيئ</w:t>
      </w:r>
    </w:p>
    <w:p w:rsidR="001F628F" w:rsidRDefault="001F628F" w:rsidP="001F628F">
      <w:pPr>
        <w:pStyle w:val="libNormal"/>
        <w:rPr>
          <w:rtl/>
        </w:rPr>
      </w:pPr>
      <w:r>
        <w:rPr>
          <w:rtl/>
        </w:rPr>
        <w:t>2_ خداوند عالم نے عوام الناس كے ذہن كو مفاہيم وحى سے آشناكرنے كے ليے مثال اور تشبيہ سے استفادہ كيا ہے_</w:t>
      </w:r>
    </w:p>
    <w:p w:rsidR="001F628F" w:rsidRDefault="001F628F" w:rsidP="00CD2824">
      <w:pPr>
        <w:pStyle w:val="libArabic"/>
        <w:rPr>
          <w:rtl/>
        </w:rPr>
      </w:pPr>
      <w:r>
        <w:rPr>
          <w:rFonts w:hint="eastAsia"/>
          <w:rtl/>
        </w:rPr>
        <w:t>ضرب</w:t>
      </w:r>
      <w:r>
        <w:rPr>
          <w:rtl/>
        </w:rPr>
        <w:t xml:space="preserve"> اللّ</w:t>
      </w:r>
      <w:r w:rsidR="00120F63" w:rsidRPr="00ED5DE8">
        <w:rPr>
          <w:rFonts w:hint="cs"/>
          <w:rtl/>
        </w:rPr>
        <w:t>ه</w:t>
      </w:r>
      <w:r>
        <w:rPr>
          <w:rtl/>
        </w:rPr>
        <w:t xml:space="preserve"> </w:t>
      </w:r>
      <w:r>
        <w:rPr>
          <w:rFonts w:hint="cs"/>
          <w:rtl/>
        </w:rPr>
        <w:t>مثلا</w:t>
      </w:r>
      <w:r>
        <w:rPr>
          <w:rtl/>
        </w:rPr>
        <w:t>ً عبد</w:t>
      </w:r>
      <w:r w:rsidR="00EB40D2">
        <w:rPr>
          <w:rFonts w:hint="cs"/>
          <w:rtl/>
        </w:rPr>
        <w:t>ا</w:t>
      </w:r>
    </w:p>
    <w:p w:rsidR="001F628F" w:rsidRDefault="001F628F" w:rsidP="00CD2824">
      <w:pPr>
        <w:pStyle w:val="libNormal"/>
        <w:rPr>
          <w:rtl/>
        </w:rPr>
      </w:pPr>
      <w:r>
        <w:rPr>
          <w:rtl/>
        </w:rPr>
        <w:t>3_انسانو</w:t>
      </w:r>
      <w:r w:rsidR="00083993">
        <w:rPr>
          <w:rtl/>
        </w:rPr>
        <w:t xml:space="preserve">ں </w:t>
      </w:r>
      <w:r>
        <w:rPr>
          <w:rtl/>
        </w:rPr>
        <w:t>كا رزق و روزي، خداوند عالم كى جانب سے ہے_</w:t>
      </w:r>
      <w:r w:rsidRPr="00CD2824">
        <w:rPr>
          <w:rStyle w:val="libArabicChar"/>
          <w:rFonts w:hint="eastAsia"/>
          <w:rtl/>
        </w:rPr>
        <w:t>ومن</w:t>
      </w:r>
      <w:r w:rsidRPr="00CD2824">
        <w:rPr>
          <w:rStyle w:val="libArabicChar"/>
          <w:rtl/>
        </w:rPr>
        <w:t xml:space="preserve"> رزقنا</w:t>
      </w:r>
      <w:r w:rsidR="00120F63" w:rsidRPr="00B2551F">
        <w:rPr>
          <w:rStyle w:val="libArabicChar"/>
          <w:rFonts w:hint="cs"/>
          <w:rtl/>
        </w:rPr>
        <w:t>ه</w:t>
      </w:r>
      <w:r w:rsidRPr="00CD2824">
        <w:rPr>
          <w:rStyle w:val="libArabicChar"/>
          <w:rtl/>
        </w:rPr>
        <w:t xml:space="preserve"> </w:t>
      </w:r>
      <w:r w:rsidRPr="00CD2824">
        <w:rPr>
          <w:rStyle w:val="libArabicChar"/>
          <w:rFonts w:hint="cs"/>
          <w:rtl/>
        </w:rPr>
        <w:t>منّا</w:t>
      </w:r>
      <w:r w:rsidRPr="00CD2824">
        <w:rPr>
          <w:rStyle w:val="libArabicChar"/>
          <w:rtl/>
        </w:rPr>
        <w:t xml:space="preserve"> </w:t>
      </w:r>
      <w:r w:rsidRPr="00CD2824">
        <w:rPr>
          <w:rStyle w:val="libArabicChar"/>
          <w:rFonts w:hint="cs"/>
          <w:rtl/>
        </w:rPr>
        <w:t>رزق</w:t>
      </w:r>
      <w:r w:rsidRPr="00CD2824">
        <w:rPr>
          <w:rStyle w:val="libArabicChar"/>
          <w:rtl/>
        </w:rPr>
        <w:t>اً حسن</w:t>
      </w:r>
    </w:p>
    <w:p w:rsidR="001F628F" w:rsidRDefault="001F628F" w:rsidP="001F628F">
      <w:pPr>
        <w:pStyle w:val="libNormal"/>
        <w:rPr>
          <w:rtl/>
        </w:rPr>
      </w:pPr>
      <w:r>
        <w:rPr>
          <w:rtl/>
        </w:rPr>
        <w:t>4_انفاق كرنے كے ساتھ صاحب قدرت ہونا ، خداوند عالم كا انسان پر لطف اور اس كى نعمت ہے_</w:t>
      </w:r>
    </w:p>
    <w:p w:rsidR="001F628F" w:rsidRDefault="001F628F" w:rsidP="00CD2824">
      <w:pPr>
        <w:pStyle w:val="libArabic"/>
        <w:rPr>
          <w:rtl/>
        </w:rPr>
      </w:pPr>
      <w:r>
        <w:rPr>
          <w:rFonts w:hint="eastAsia"/>
          <w:rtl/>
        </w:rPr>
        <w:t>ومن</w:t>
      </w:r>
      <w:r>
        <w:rPr>
          <w:rtl/>
        </w:rPr>
        <w:t xml:space="preserve"> رزقنا </w:t>
      </w:r>
      <w:r w:rsidR="00120F63" w:rsidRPr="00ED5DE8">
        <w:rPr>
          <w:rFonts w:hint="cs"/>
          <w:rtl/>
        </w:rPr>
        <w:t>ه</w:t>
      </w:r>
      <w:r>
        <w:rPr>
          <w:rtl/>
        </w:rPr>
        <w:t xml:space="preserve"> </w:t>
      </w:r>
      <w:r>
        <w:rPr>
          <w:rFonts w:hint="cs"/>
          <w:rtl/>
        </w:rPr>
        <w:t>مناً</w:t>
      </w:r>
      <w:r>
        <w:rPr>
          <w:rtl/>
        </w:rPr>
        <w:t xml:space="preserve"> </w:t>
      </w:r>
      <w:r>
        <w:rPr>
          <w:rFonts w:hint="cs"/>
          <w:rtl/>
        </w:rPr>
        <w:t>رزقاً</w:t>
      </w:r>
      <w:r>
        <w:rPr>
          <w:rtl/>
        </w:rPr>
        <w:t xml:space="preserve"> </w:t>
      </w:r>
      <w:r>
        <w:rPr>
          <w:rFonts w:hint="cs"/>
          <w:rtl/>
        </w:rPr>
        <w:t>حسناً</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ينفق</w:t>
      </w:r>
      <w:r>
        <w:rPr>
          <w:rtl/>
        </w:rPr>
        <w:t xml:space="preserve"> </w:t>
      </w:r>
      <w:r>
        <w:rPr>
          <w:rFonts w:hint="cs"/>
          <w:rtl/>
        </w:rPr>
        <w:t>من</w:t>
      </w:r>
      <w:r w:rsidR="00120F63" w:rsidRPr="00ED5DE8">
        <w:rPr>
          <w:rFonts w:hint="cs"/>
          <w:rtl/>
        </w:rPr>
        <w:t>ه</w:t>
      </w:r>
      <w:r>
        <w:rPr>
          <w:rtl/>
        </w:rPr>
        <w:t xml:space="preserve"> </w:t>
      </w:r>
      <w:r>
        <w:rPr>
          <w:rFonts w:hint="cs"/>
          <w:rtl/>
        </w:rPr>
        <w:t>سراً</w:t>
      </w:r>
      <w:r>
        <w:rPr>
          <w:rtl/>
        </w:rPr>
        <w:t xml:space="preserve"> وج</w:t>
      </w:r>
      <w:r w:rsidR="00F21947" w:rsidRPr="00B2551F">
        <w:rPr>
          <w:rFonts w:hint="cs"/>
          <w:rtl/>
        </w:rPr>
        <w:t>ه</w:t>
      </w:r>
      <w:r>
        <w:rPr>
          <w:rFonts w:hint="cs"/>
          <w:rtl/>
        </w:rPr>
        <w:t>ر</w:t>
      </w:r>
    </w:p>
    <w:p w:rsidR="001F628F" w:rsidRDefault="001F628F" w:rsidP="001F628F">
      <w:pPr>
        <w:pStyle w:val="libNormal"/>
        <w:rPr>
          <w:rtl/>
        </w:rPr>
      </w:pPr>
      <w:r>
        <w:rPr>
          <w:rtl/>
        </w:rPr>
        <w:t>5_ مالكيت اور اختيارات كے سلسلہ مي</w:t>
      </w:r>
      <w:r w:rsidR="00083993">
        <w:rPr>
          <w:rtl/>
        </w:rPr>
        <w:t xml:space="preserve">ں </w:t>
      </w:r>
      <w:r>
        <w:rPr>
          <w:rtl/>
        </w:rPr>
        <w:t>انسان متفاوت ہي</w:t>
      </w:r>
      <w:r w:rsidR="00083993">
        <w:rPr>
          <w:rtl/>
        </w:rPr>
        <w:t xml:space="preserve">ں </w:t>
      </w:r>
      <w:r>
        <w:rPr>
          <w:rtl/>
        </w:rPr>
        <w:t>_</w:t>
      </w:r>
    </w:p>
    <w:p w:rsidR="00CD2824" w:rsidRDefault="00CD2824" w:rsidP="00CD2824">
      <w:pPr>
        <w:pStyle w:val="libArabic"/>
        <w:rPr>
          <w:rtl/>
        </w:rPr>
      </w:pPr>
      <w:r>
        <w:rPr>
          <w:rFonts w:hint="eastAsia"/>
          <w:rtl/>
        </w:rPr>
        <w:t>عبداً</w:t>
      </w:r>
      <w:r>
        <w:rPr>
          <w:rtl/>
        </w:rPr>
        <w:t xml:space="preserve"> مملوكا لا يقدر على شيء ومن رزقن</w:t>
      </w:r>
      <w:r w:rsidR="00120F63" w:rsidRPr="00ED5DE8">
        <w:rPr>
          <w:rFonts w:hint="cs"/>
          <w:rtl/>
        </w:rPr>
        <w:t>ه</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ينفق</w:t>
      </w:r>
      <w:r>
        <w:rPr>
          <w:rtl/>
        </w:rPr>
        <w:t xml:space="preserve"> </w:t>
      </w:r>
      <w:r>
        <w:rPr>
          <w:rFonts w:hint="cs"/>
          <w:rtl/>
        </w:rPr>
        <w:t>سرا</w:t>
      </w:r>
      <w:r>
        <w:rPr>
          <w:rtl/>
        </w:rPr>
        <w:t>ً وج</w:t>
      </w:r>
      <w:r w:rsidR="00F21947" w:rsidRPr="00B2551F">
        <w:rPr>
          <w:rFonts w:hint="cs"/>
          <w:rtl/>
        </w:rPr>
        <w:t>ه</w:t>
      </w:r>
      <w:r>
        <w:rPr>
          <w:rFonts w:hint="cs"/>
          <w:rtl/>
        </w:rPr>
        <w:t>ر</w:t>
      </w:r>
    </w:p>
    <w:p w:rsidR="00CD2824" w:rsidRDefault="00CD2824" w:rsidP="00CD2824">
      <w:pPr>
        <w:pStyle w:val="libNormal"/>
        <w:rPr>
          <w:rtl/>
        </w:rPr>
      </w:pPr>
      <w:r>
        <w:rPr>
          <w:rFonts w:hint="eastAsia"/>
          <w:rtl/>
        </w:rPr>
        <w:t>مذكورہ</w:t>
      </w:r>
      <w:r>
        <w:rPr>
          <w:rtl/>
        </w:rPr>
        <w:t xml:space="preserve"> تفسير اس وجہ سے ہے كہ قرآن كى مثاليں حقيقى اور خارجى واقعيت سے حكايت كرتى ہيں نہ يہ كہ فرضى اور خيالى ہيں _</w:t>
      </w:r>
    </w:p>
    <w:p w:rsidR="00CD2824" w:rsidRDefault="00CD2824" w:rsidP="00CD2824">
      <w:pPr>
        <w:pStyle w:val="libNormal"/>
        <w:rPr>
          <w:rtl/>
        </w:rPr>
      </w:pPr>
      <w:r>
        <w:rPr>
          <w:rFonts w:hint="eastAsia"/>
          <w:rtl/>
        </w:rPr>
        <w:t xml:space="preserve">پنہاں </w:t>
      </w:r>
      <w:r>
        <w:rPr>
          <w:rtl/>
        </w:rPr>
        <w:t>اور پوشيدہ طورپر انفاق، على الاعلان اور آشكار انفاق سے بہتر اور قابل قدر ہے_</w:t>
      </w:r>
      <w:r w:rsidRPr="00CD2824">
        <w:rPr>
          <w:rStyle w:val="libArabicChar"/>
          <w:rFonts w:hint="eastAsia"/>
          <w:rtl/>
        </w:rPr>
        <w:t>ف</w:t>
      </w:r>
      <w:r w:rsidR="00120F63" w:rsidRPr="00B2551F">
        <w:rPr>
          <w:rStyle w:val="libArabicChar"/>
          <w:rFonts w:hint="cs"/>
          <w:rtl/>
        </w:rPr>
        <w:t>ه</w:t>
      </w:r>
      <w:r w:rsidRPr="00CD2824">
        <w:rPr>
          <w:rStyle w:val="libArabicChar"/>
          <w:rFonts w:hint="cs"/>
          <w:rtl/>
        </w:rPr>
        <w:t>و</w:t>
      </w:r>
      <w:r w:rsidRPr="00CD2824">
        <w:rPr>
          <w:rStyle w:val="libArabicChar"/>
          <w:rtl/>
        </w:rPr>
        <w:t xml:space="preserve"> ينفق سراً و ج</w:t>
      </w:r>
      <w:r w:rsidR="00F21947" w:rsidRPr="00B2551F">
        <w:rPr>
          <w:rStyle w:val="libArabicChar"/>
          <w:rFonts w:hint="cs"/>
          <w:rtl/>
        </w:rPr>
        <w:t>ه</w:t>
      </w:r>
      <w:r w:rsidRPr="00CD2824">
        <w:rPr>
          <w:rStyle w:val="libArabicChar"/>
          <w:rFonts w:hint="cs"/>
          <w:rtl/>
        </w:rPr>
        <w:t>ر</w:t>
      </w:r>
    </w:p>
    <w:p w:rsidR="00CD2824" w:rsidRDefault="00CD2824" w:rsidP="00CD2824">
      <w:pPr>
        <w:pStyle w:val="libNormal"/>
        <w:rPr>
          <w:rtl/>
        </w:rPr>
      </w:pPr>
      <w:r>
        <w:rPr>
          <w:rFonts w:hint="eastAsia"/>
          <w:rtl/>
        </w:rPr>
        <w:t>اس</w:t>
      </w:r>
      <w:r>
        <w:rPr>
          <w:rtl/>
        </w:rPr>
        <w:t xml:space="preserve"> مطلب كا استفادہ اس ليے كيا گيا ہے كہ ''سراً'' كلمہ ''جھراً'' پر مقدم ہے_</w:t>
      </w:r>
    </w:p>
    <w:p w:rsidR="00CD2824" w:rsidRDefault="00CD2824" w:rsidP="001F628F">
      <w:pPr>
        <w:pStyle w:val="libNormal"/>
        <w:rPr>
          <w:rtl/>
        </w:rPr>
      </w:pPr>
    </w:p>
    <w:p w:rsidR="00CD2824" w:rsidRDefault="001E7F9D" w:rsidP="00F73EDE">
      <w:pPr>
        <w:pStyle w:val="libPoemTini"/>
        <w:rPr>
          <w:rtl/>
        </w:rPr>
      </w:pPr>
      <w:r>
        <w:rPr>
          <w:rtl/>
        </w:rPr>
        <w:br w:type="page"/>
      </w:r>
    </w:p>
    <w:p w:rsidR="001F628F" w:rsidRDefault="001F628F" w:rsidP="001F628F">
      <w:pPr>
        <w:pStyle w:val="libNormal"/>
        <w:rPr>
          <w:rtl/>
        </w:rPr>
      </w:pPr>
      <w:r>
        <w:rPr>
          <w:rtl/>
        </w:rPr>
        <w:lastRenderedPageBreak/>
        <w:t>7_حقيقى طور پر آزاد وہ ہے جو مال و منال كى بندگى سے آزاد اور اپنى دولت كو پنہان و آشكار خرچ كرنے والا ہو_</w:t>
      </w:r>
    </w:p>
    <w:p w:rsidR="001F628F" w:rsidRDefault="001F628F" w:rsidP="00CD2824">
      <w:pPr>
        <w:pStyle w:val="libArabic"/>
        <w:rPr>
          <w:rtl/>
        </w:rPr>
      </w:pPr>
      <w:r>
        <w:rPr>
          <w:rFonts w:hint="eastAsia"/>
          <w:rtl/>
        </w:rPr>
        <w:t>عبداً</w:t>
      </w:r>
      <w:r>
        <w:rPr>
          <w:rtl/>
        </w:rPr>
        <w:t xml:space="preserve"> مملوكاً لا يقدر على شيء ومن رزقن</w:t>
      </w:r>
      <w:r w:rsidR="00120F63" w:rsidRPr="00ED5DE8">
        <w:rPr>
          <w:rFonts w:hint="cs"/>
          <w:rtl/>
        </w:rPr>
        <w:t>ه</w:t>
      </w:r>
      <w:r>
        <w:rPr>
          <w:rtl/>
        </w:rPr>
        <w:t xml:space="preserve"> </w:t>
      </w:r>
      <w:r>
        <w:rPr>
          <w:rFonts w:hint="cs"/>
          <w:rtl/>
        </w:rPr>
        <w:t>منّا</w:t>
      </w:r>
      <w:r>
        <w:rPr>
          <w:rtl/>
        </w:rPr>
        <w:t xml:space="preserve"> </w:t>
      </w:r>
      <w:r>
        <w:rPr>
          <w:rFonts w:hint="cs"/>
          <w:rtl/>
        </w:rPr>
        <w:t>رزقاً</w:t>
      </w:r>
      <w:r>
        <w:rPr>
          <w:rtl/>
        </w:rPr>
        <w:t xml:space="preserve"> </w:t>
      </w:r>
      <w:r>
        <w:rPr>
          <w:rFonts w:hint="cs"/>
          <w:rtl/>
        </w:rPr>
        <w:t>حسناً</w:t>
      </w:r>
      <w:r>
        <w:rPr>
          <w:rtl/>
        </w:rPr>
        <w:t xml:space="preserve"> </w:t>
      </w:r>
      <w:r>
        <w:rPr>
          <w:rFonts w:hint="cs"/>
          <w:rtl/>
        </w:rPr>
        <w:t>ف</w:t>
      </w:r>
      <w:r w:rsidR="00F21947" w:rsidRPr="00B2551F">
        <w:rPr>
          <w:rFonts w:hint="cs"/>
          <w:rtl/>
        </w:rPr>
        <w:t>ه</w:t>
      </w:r>
      <w:r>
        <w:rPr>
          <w:rFonts w:hint="cs"/>
          <w:rtl/>
        </w:rPr>
        <w:t>و</w:t>
      </w:r>
      <w:r>
        <w:rPr>
          <w:rtl/>
        </w:rPr>
        <w:t xml:space="preserve"> </w:t>
      </w:r>
      <w:r>
        <w:rPr>
          <w:rFonts w:hint="cs"/>
          <w:rtl/>
        </w:rPr>
        <w:t>ينفق</w:t>
      </w:r>
      <w:r>
        <w:rPr>
          <w:rtl/>
        </w:rPr>
        <w:t xml:space="preserve"> </w:t>
      </w:r>
      <w:r>
        <w:rPr>
          <w:rFonts w:hint="cs"/>
          <w:rtl/>
        </w:rPr>
        <w:t>من</w:t>
      </w:r>
      <w:r w:rsidR="00120F63" w:rsidRPr="00ED5DE8">
        <w:rPr>
          <w:rFonts w:hint="cs"/>
          <w:rtl/>
        </w:rPr>
        <w:t>ه</w:t>
      </w:r>
      <w:r>
        <w:rPr>
          <w:rtl/>
        </w:rPr>
        <w:t xml:space="preserve"> </w:t>
      </w:r>
      <w:r>
        <w:rPr>
          <w:rFonts w:hint="cs"/>
          <w:rtl/>
        </w:rPr>
        <w:t>سراً</w:t>
      </w:r>
      <w:r>
        <w:rPr>
          <w:rtl/>
        </w:rPr>
        <w:t xml:space="preserve"> وج</w:t>
      </w:r>
      <w:r w:rsidR="00F21947" w:rsidRPr="00B2551F">
        <w:rPr>
          <w:rFonts w:hint="cs"/>
          <w:rtl/>
        </w:rPr>
        <w:t>ه</w:t>
      </w:r>
      <w:r>
        <w:rPr>
          <w:rFonts w:hint="cs"/>
          <w:rtl/>
        </w:rPr>
        <w:t>ر</w:t>
      </w:r>
      <w:r w:rsidR="00EB40D2">
        <w:rPr>
          <w:rFonts w:hint="cs"/>
          <w:rtl/>
        </w:rPr>
        <w:t>ا</w:t>
      </w:r>
    </w:p>
    <w:p w:rsidR="001F628F" w:rsidRDefault="001F628F" w:rsidP="001F628F">
      <w:pPr>
        <w:pStyle w:val="libNormal"/>
        <w:rPr>
          <w:rtl/>
        </w:rPr>
      </w:pPr>
      <w:r>
        <w:rPr>
          <w:rFonts w:hint="eastAsia"/>
          <w:rtl/>
        </w:rPr>
        <w:t>مذكورہ</w:t>
      </w:r>
      <w:r>
        <w:rPr>
          <w:rtl/>
        </w:rPr>
        <w:t xml:space="preserve"> تفسير اس بناء پرہے كہ خداوند عالم نے صاحب قدرت انفاق كرنے والے انسان كو فاقد قدرت غلامو</w:t>
      </w:r>
      <w:r w:rsidR="00083993">
        <w:rPr>
          <w:rtl/>
        </w:rPr>
        <w:t xml:space="preserve">ں </w:t>
      </w:r>
      <w:r>
        <w:rPr>
          <w:rtl/>
        </w:rPr>
        <w:t>كے مقابلہ مي</w:t>
      </w:r>
      <w:r w:rsidR="00083993">
        <w:rPr>
          <w:rtl/>
        </w:rPr>
        <w:t xml:space="preserve">ں </w:t>
      </w:r>
      <w:r>
        <w:rPr>
          <w:rtl/>
        </w:rPr>
        <w:t>قرار ديا ہے يعنى وہ شخص جو قدرت ركھتا ہو اور انفاق كرے وہ غلام نہي</w:t>
      </w:r>
      <w:r w:rsidR="00083993">
        <w:rPr>
          <w:rtl/>
        </w:rPr>
        <w:t xml:space="preserve">ں </w:t>
      </w:r>
      <w:r>
        <w:rPr>
          <w:rtl/>
        </w:rPr>
        <w:t>بلكہ حر اور آزاد ہے_</w:t>
      </w:r>
    </w:p>
    <w:p w:rsidR="001F628F" w:rsidRDefault="001F628F" w:rsidP="001F628F">
      <w:pPr>
        <w:pStyle w:val="libNormal"/>
        <w:rPr>
          <w:rtl/>
        </w:rPr>
      </w:pPr>
      <w:r>
        <w:rPr>
          <w:rtl/>
        </w:rPr>
        <w:t>8_ فقط حلال اور پسنديدہ روزى مقدّر شدہ اور الہى روزى ہے نہ كہ حرام اور ناپسنديدہ روزى _</w:t>
      </w:r>
    </w:p>
    <w:p w:rsidR="001F628F" w:rsidRDefault="001F628F" w:rsidP="00CD2824">
      <w:pPr>
        <w:pStyle w:val="libArabic"/>
        <w:rPr>
          <w:rtl/>
        </w:rPr>
      </w:pPr>
      <w:r>
        <w:rPr>
          <w:rFonts w:hint="eastAsia"/>
          <w:rtl/>
        </w:rPr>
        <w:t>ومن</w:t>
      </w:r>
      <w:r>
        <w:rPr>
          <w:rtl/>
        </w:rPr>
        <w:t xml:space="preserve"> رزقنا</w:t>
      </w:r>
      <w:r w:rsidR="00120F63" w:rsidRPr="00ED5DE8">
        <w:rPr>
          <w:rFonts w:hint="cs"/>
          <w:rtl/>
        </w:rPr>
        <w:t>ه</w:t>
      </w:r>
      <w:r>
        <w:rPr>
          <w:rtl/>
        </w:rPr>
        <w:t xml:space="preserve"> </w:t>
      </w:r>
      <w:r>
        <w:rPr>
          <w:rFonts w:hint="cs"/>
          <w:rtl/>
        </w:rPr>
        <w:t>مناً</w:t>
      </w:r>
      <w:r>
        <w:rPr>
          <w:rtl/>
        </w:rPr>
        <w:t xml:space="preserve"> </w:t>
      </w:r>
      <w:r>
        <w:rPr>
          <w:rFonts w:hint="cs"/>
          <w:rtl/>
        </w:rPr>
        <w:t>رزقا</w:t>
      </w:r>
      <w:r>
        <w:rPr>
          <w:rtl/>
        </w:rPr>
        <w:t>ً حسن</w:t>
      </w:r>
    </w:p>
    <w:p w:rsidR="001F628F" w:rsidRDefault="001F628F" w:rsidP="001F628F">
      <w:pPr>
        <w:pStyle w:val="libNormal"/>
        <w:rPr>
          <w:rtl/>
        </w:rPr>
      </w:pPr>
      <w:r>
        <w:rPr>
          <w:rFonts w:hint="eastAsia"/>
          <w:rtl/>
        </w:rPr>
        <w:t>چونكہ</w:t>
      </w:r>
      <w:r>
        <w:rPr>
          <w:rtl/>
        </w:rPr>
        <w:t xml:space="preserve"> خداوند عالم نے اپنى روزى ''رزقناہ'' كو اچھى و پسنديدہ روزى ''رزقاً حسناً'' سے مقيّد كيا ہے لہذا ممكن ہے كہ مذكورہ مطلب كا استفادہ كيا جا سكے_</w:t>
      </w:r>
    </w:p>
    <w:p w:rsidR="001F628F" w:rsidRDefault="001F628F" w:rsidP="001F628F">
      <w:pPr>
        <w:pStyle w:val="libNormal"/>
        <w:rPr>
          <w:rtl/>
        </w:rPr>
      </w:pPr>
      <w:r>
        <w:rPr>
          <w:rtl/>
        </w:rPr>
        <w:t>9_ خداوند عالم جيسے غنى كے مقابلہ مي</w:t>
      </w:r>
      <w:r w:rsidR="00083993">
        <w:rPr>
          <w:rtl/>
        </w:rPr>
        <w:t xml:space="preserve">ں </w:t>
      </w:r>
      <w:r>
        <w:rPr>
          <w:rtl/>
        </w:rPr>
        <w:t>تمام موجودات فقير اور ہر لحاظ سے محتاج ہي</w:t>
      </w:r>
      <w:r w:rsidR="00083993">
        <w:rPr>
          <w:rtl/>
        </w:rPr>
        <w:t xml:space="preserve">ں </w:t>
      </w:r>
      <w:r>
        <w:rPr>
          <w:rtl/>
        </w:rPr>
        <w:t>_</w:t>
      </w:r>
    </w:p>
    <w:p w:rsidR="001F628F" w:rsidRDefault="001F628F" w:rsidP="00CD2824">
      <w:pPr>
        <w:pStyle w:val="libArabic"/>
        <w:rPr>
          <w:rtl/>
        </w:rPr>
      </w:pPr>
      <w:r>
        <w:rPr>
          <w:rFonts w:hint="eastAsia"/>
          <w:rtl/>
        </w:rPr>
        <w:t>ضرب</w:t>
      </w:r>
      <w:r>
        <w:rPr>
          <w:rtl/>
        </w:rPr>
        <w:t xml:space="preserve"> اللّ</w:t>
      </w:r>
      <w:r w:rsidR="00120F63" w:rsidRPr="00ED5DE8">
        <w:rPr>
          <w:rFonts w:hint="cs"/>
          <w:rtl/>
        </w:rPr>
        <w:t>ه</w:t>
      </w:r>
      <w:r>
        <w:rPr>
          <w:rtl/>
        </w:rPr>
        <w:t xml:space="preserve"> </w:t>
      </w:r>
      <w:r>
        <w:rPr>
          <w:rFonts w:hint="cs"/>
          <w:rtl/>
        </w:rPr>
        <w:t>مثلاً</w:t>
      </w:r>
      <w:r>
        <w:rPr>
          <w:rtl/>
        </w:rPr>
        <w:t xml:space="preserve"> </w:t>
      </w:r>
      <w:r>
        <w:rPr>
          <w:rFonts w:hint="cs"/>
          <w:rtl/>
        </w:rPr>
        <w:t>عبداً</w:t>
      </w:r>
      <w:r>
        <w:rPr>
          <w:rtl/>
        </w:rPr>
        <w:t xml:space="preserve"> </w:t>
      </w:r>
      <w:r>
        <w:rPr>
          <w:rFonts w:hint="cs"/>
          <w:rtl/>
        </w:rPr>
        <w:t>مملوكاً</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شيء</w:t>
      </w:r>
      <w:r>
        <w:rPr>
          <w:rtl/>
        </w:rPr>
        <w:t xml:space="preserve"> </w:t>
      </w:r>
      <w:r>
        <w:rPr>
          <w:rFonts w:hint="cs"/>
          <w:rtl/>
        </w:rPr>
        <w:t>ومن</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ينفق</w:t>
      </w:r>
      <w:r>
        <w:rPr>
          <w:rtl/>
        </w:rPr>
        <w:t xml:space="preserve"> </w:t>
      </w:r>
      <w:r>
        <w:rPr>
          <w:rFonts w:hint="cs"/>
          <w:rtl/>
        </w:rPr>
        <w:t>من</w:t>
      </w:r>
      <w:r w:rsidR="00120F63" w:rsidRPr="00ED5DE8">
        <w:rPr>
          <w:rFonts w:hint="cs"/>
          <w:rtl/>
        </w:rPr>
        <w:t>ه</w:t>
      </w:r>
      <w:r>
        <w:rPr>
          <w:rtl/>
        </w:rPr>
        <w:t xml:space="preserve"> </w:t>
      </w:r>
      <w:r>
        <w:rPr>
          <w:rFonts w:hint="cs"/>
          <w:rtl/>
        </w:rPr>
        <w:t>سراً</w:t>
      </w:r>
      <w:r>
        <w:rPr>
          <w:rtl/>
        </w:rPr>
        <w:t xml:space="preserve"> وج</w:t>
      </w:r>
      <w:r w:rsidR="00F21947" w:rsidRPr="00B2551F">
        <w:rPr>
          <w:rFonts w:hint="cs"/>
          <w:rtl/>
        </w:rPr>
        <w:t>ه</w:t>
      </w:r>
      <w:r>
        <w:rPr>
          <w:rFonts w:hint="cs"/>
          <w:rtl/>
        </w:rPr>
        <w:t>ر</w:t>
      </w:r>
    </w:p>
    <w:p w:rsidR="001F628F" w:rsidRDefault="001F628F" w:rsidP="001F628F">
      <w:pPr>
        <w:pStyle w:val="libNormal"/>
        <w:rPr>
          <w:rtl/>
        </w:rPr>
      </w:pPr>
      <w:r>
        <w:rPr>
          <w:rFonts w:hint="eastAsia"/>
          <w:rtl/>
        </w:rPr>
        <w:t>مذكورہ</w:t>
      </w:r>
      <w:r>
        <w:rPr>
          <w:rtl/>
        </w:rPr>
        <w:t xml:space="preserve"> تفسير اس بناء پر ہے كہ خاوند عالم نے مشركين كے عقيدہ كو رد كرنے كے مقام پر اور اس حقيقت كى وضاحت كرتے ہوئے كہ خداوند عالم مخلوقات كے ساتھ قابل مقائسہ نہي</w:t>
      </w:r>
      <w:r w:rsidR="00083993">
        <w:rPr>
          <w:rtl/>
        </w:rPr>
        <w:t xml:space="preserve">ں </w:t>
      </w:r>
      <w:r>
        <w:rPr>
          <w:rtl/>
        </w:rPr>
        <w:t>ہے ايسى مثال سے استفادہ كيا ہے جس مي</w:t>
      </w:r>
      <w:r w:rsidR="00083993">
        <w:rPr>
          <w:rtl/>
        </w:rPr>
        <w:t xml:space="preserve">ں </w:t>
      </w:r>
      <w:r>
        <w:rPr>
          <w:rtl/>
        </w:rPr>
        <w:t>تمام كائنات كو ايك ناتوان غلام اور خداوند عالم كو صاحب ق</w:t>
      </w:r>
      <w:r>
        <w:rPr>
          <w:rFonts w:hint="eastAsia"/>
          <w:rtl/>
        </w:rPr>
        <w:t>درت</w:t>
      </w:r>
      <w:r>
        <w:rPr>
          <w:rtl/>
        </w:rPr>
        <w:t xml:space="preserve"> انفاق كرنے والے كى مانند قرار ديا گيا ہے كہ كائنات جس كى نعمتو</w:t>
      </w:r>
      <w:r w:rsidR="00083993">
        <w:rPr>
          <w:rtl/>
        </w:rPr>
        <w:t xml:space="preserve">ں </w:t>
      </w:r>
      <w:r>
        <w:rPr>
          <w:rtl/>
        </w:rPr>
        <w:t>سے بہرہ مند ہوتى ہے_</w:t>
      </w:r>
    </w:p>
    <w:p w:rsidR="001F628F" w:rsidRDefault="001F628F" w:rsidP="00CD2824">
      <w:pPr>
        <w:pStyle w:val="libNormal"/>
        <w:rPr>
          <w:rtl/>
        </w:rPr>
      </w:pPr>
      <w:r>
        <w:rPr>
          <w:rtl/>
        </w:rPr>
        <w:t>10_ دوسرى تعليمات اور اقدار الہى كى نسبت، انفاق ايك خاص مقام اور اہميت كا حامل ہے _</w:t>
      </w:r>
      <w:r w:rsidRPr="00CD2824">
        <w:rPr>
          <w:rStyle w:val="libArabicChar"/>
          <w:rFonts w:hint="eastAsia"/>
          <w:rtl/>
        </w:rPr>
        <w:t>ف</w:t>
      </w:r>
      <w:r w:rsidR="00120F63" w:rsidRPr="00B2551F">
        <w:rPr>
          <w:rStyle w:val="libArabicChar"/>
          <w:rFonts w:hint="cs"/>
          <w:rtl/>
        </w:rPr>
        <w:t>ه</w:t>
      </w:r>
      <w:r w:rsidRPr="00CD2824">
        <w:rPr>
          <w:rStyle w:val="libArabicChar"/>
          <w:rFonts w:hint="cs"/>
          <w:rtl/>
        </w:rPr>
        <w:t>و</w:t>
      </w:r>
      <w:r w:rsidRPr="00CD2824">
        <w:rPr>
          <w:rStyle w:val="libArabicChar"/>
          <w:rtl/>
        </w:rPr>
        <w:t xml:space="preserve"> ينفق من</w:t>
      </w:r>
      <w:r w:rsidR="00120F63" w:rsidRPr="00B2551F">
        <w:rPr>
          <w:rStyle w:val="libArabicChar"/>
          <w:rFonts w:hint="cs"/>
          <w:rtl/>
        </w:rPr>
        <w:t>ه</w:t>
      </w:r>
    </w:p>
    <w:p w:rsidR="001F628F" w:rsidRDefault="001F628F" w:rsidP="001F628F">
      <w:pPr>
        <w:pStyle w:val="libNormal"/>
        <w:rPr>
          <w:rtl/>
        </w:rPr>
      </w:pPr>
      <w:r>
        <w:rPr>
          <w:rFonts w:hint="eastAsia"/>
          <w:rtl/>
        </w:rPr>
        <w:t>يہ</w:t>
      </w:r>
      <w:r>
        <w:rPr>
          <w:rtl/>
        </w:rPr>
        <w:t xml:space="preserve"> جو خداوند عالم نے اچھے اور برے انسانو</w:t>
      </w:r>
      <w:r w:rsidR="00083993">
        <w:rPr>
          <w:rtl/>
        </w:rPr>
        <w:t xml:space="preserve">ں </w:t>
      </w:r>
      <w:r>
        <w:rPr>
          <w:rtl/>
        </w:rPr>
        <w:t>كے ما بين فقط انفاق سے مقائسہ كيا ہے ممكن ہے اس تفسير كو بيان كررہا ہو_</w:t>
      </w:r>
    </w:p>
    <w:p w:rsidR="001F628F" w:rsidRDefault="001F628F" w:rsidP="001F628F">
      <w:pPr>
        <w:pStyle w:val="libNormal"/>
        <w:rPr>
          <w:rtl/>
        </w:rPr>
      </w:pPr>
      <w:r>
        <w:rPr>
          <w:rtl/>
        </w:rPr>
        <w:t>11_ مالى لحاظ سے مستقل ہونا اور تونگرى كے ساتھ انفاق كرنا، دوسرو</w:t>
      </w:r>
      <w:r w:rsidR="00083993">
        <w:rPr>
          <w:rtl/>
        </w:rPr>
        <w:t xml:space="preserve">ں </w:t>
      </w:r>
      <w:r>
        <w:rPr>
          <w:rtl/>
        </w:rPr>
        <w:t>پر مالى لحاظ سے انحصار كرنا اور فقر او ر انفاق كرنے سے ناتوانى كے ساتھ قابل مقائسہ نہي</w:t>
      </w:r>
      <w:r w:rsidR="00083993">
        <w:rPr>
          <w:rtl/>
        </w:rPr>
        <w:t xml:space="preserve">ں </w:t>
      </w:r>
      <w:r>
        <w:rPr>
          <w:rtl/>
        </w:rPr>
        <w:t>ہے_</w:t>
      </w:r>
    </w:p>
    <w:p w:rsidR="00CD2824" w:rsidRDefault="001E7F9D" w:rsidP="00F73EDE">
      <w:pPr>
        <w:pStyle w:val="libPoemTini"/>
        <w:rPr>
          <w:rtl/>
        </w:rPr>
      </w:pPr>
      <w:r>
        <w:rPr>
          <w:rtl/>
        </w:rPr>
        <w:br w:type="page"/>
      </w:r>
    </w:p>
    <w:p w:rsidR="001F628F" w:rsidRDefault="001F628F" w:rsidP="00CD2824">
      <w:pPr>
        <w:pStyle w:val="libArabic"/>
        <w:rPr>
          <w:rtl/>
        </w:rPr>
      </w:pPr>
      <w:r>
        <w:rPr>
          <w:rFonts w:hint="eastAsia"/>
          <w:rtl/>
        </w:rPr>
        <w:lastRenderedPageBreak/>
        <w:t>ضرب</w:t>
      </w:r>
      <w:r>
        <w:rPr>
          <w:rtl/>
        </w:rPr>
        <w:t xml:space="preserve"> اللّ</w:t>
      </w:r>
      <w:r w:rsidR="00120F63" w:rsidRPr="00ED5DE8">
        <w:rPr>
          <w:rFonts w:hint="cs"/>
          <w:rtl/>
        </w:rPr>
        <w:t>ه</w:t>
      </w:r>
      <w:r>
        <w:rPr>
          <w:rtl/>
        </w:rPr>
        <w:t xml:space="preserve"> </w:t>
      </w:r>
      <w:r>
        <w:rPr>
          <w:rFonts w:hint="cs"/>
          <w:rtl/>
        </w:rPr>
        <w:t>مثلاً</w:t>
      </w:r>
      <w:r>
        <w:rPr>
          <w:rtl/>
        </w:rPr>
        <w:t xml:space="preserve"> </w:t>
      </w:r>
      <w:r>
        <w:rPr>
          <w:rFonts w:hint="cs"/>
          <w:rtl/>
        </w:rPr>
        <w:t>مملوكاً</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شيء</w:t>
      </w:r>
      <w:r>
        <w:rPr>
          <w:rtl/>
        </w:rPr>
        <w:t xml:space="preserve"> </w:t>
      </w:r>
      <w:r>
        <w:rPr>
          <w:rFonts w:hint="cs"/>
          <w:rtl/>
        </w:rPr>
        <w:t>ومن</w:t>
      </w:r>
      <w:r>
        <w:rPr>
          <w:rtl/>
        </w:rPr>
        <w:t xml:space="preserve"> </w:t>
      </w:r>
      <w:r>
        <w:rPr>
          <w:rFonts w:hint="cs"/>
          <w:rtl/>
        </w:rPr>
        <w:t>رزقن</w:t>
      </w:r>
      <w:r w:rsidR="00120F63" w:rsidRPr="00ED5DE8">
        <w:rPr>
          <w:rFonts w:hint="cs"/>
          <w:rtl/>
        </w:rPr>
        <w:t>ه</w:t>
      </w:r>
      <w:r>
        <w:rPr>
          <w:rtl/>
        </w:rPr>
        <w:t xml:space="preserve"> </w:t>
      </w:r>
      <w:r w:rsidR="00120F63" w:rsidRPr="00ED5DE8">
        <w:rPr>
          <w:rFonts w:hint="cs"/>
          <w:rtl/>
        </w:rPr>
        <w:t>ه</w:t>
      </w:r>
      <w:r>
        <w:rPr>
          <w:rFonts w:hint="cs"/>
          <w:rtl/>
        </w:rPr>
        <w:t>ل</w:t>
      </w:r>
      <w:r>
        <w:rPr>
          <w:rtl/>
        </w:rPr>
        <w:t xml:space="preserve"> يستون</w:t>
      </w:r>
    </w:p>
    <w:p w:rsidR="001F628F" w:rsidRDefault="001F628F" w:rsidP="001F628F">
      <w:pPr>
        <w:pStyle w:val="libNormal"/>
        <w:rPr>
          <w:rtl/>
        </w:rPr>
      </w:pPr>
      <w:r>
        <w:rPr>
          <w:rtl/>
        </w:rPr>
        <w:t>12_ خدا كے ساتھ مخلوقات كا قابل مقائسہ نہ ہونا ايك واضح اور غير مبہم چيز ہے_</w:t>
      </w:r>
    </w:p>
    <w:p w:rsidR="001F628F" w:rsidRDefault="001F628F" w:rsidP="00CD2824">
      <w:pPr>
        <w:pStyle w:val="libArabic"/>
        <w:rPr>
          <w:rtl/>
        </w:rPr>
      </w:pPr>
      <w:r>
        <w:rPr>
          <w:rFonts w:hint="eastAsia"/>
          <w:rtl/>
        </w:rPr>
        <w:t>ضرب</w:t>
      </w:r>
      <w:r>
        <w:rPr>
          <w:rtl/>
        </w:rPr>
        <w:t xml:space="preserve"> اللّ</w:t>
      </w:r>
      <w:r w:rsidR="00120F63" w:rsidRPr="00ED5DE8">
        <w:rPr>
          <w:rFonts w:hint="cs"/>
          <w:rtl/>
        </w:rPr>
        <w:t>ه</w:t>
      </w:r>
      <w:r>
        <w:rPr>
          <w:rtl/>
        </w:rPr>
        <w:t xml:space="preserve"> </w:t>
      </w:r>
      <w:r>
        <w:rPr>
          <w:rFonts w:hint="cs"/>
          <w:rtl/>
        </w:rPr>
        <w:t>مثلاً</w:t>
      </w:r>
      <w:r>
        <w:rPr>
          <w:rtl/>
        </w:rPr>
        <w:t xml:space="preserve"> </w:t>
      </w:r>
      <w:r>
        <w:rPr>
          <w:rFonts w:hint="cs"/>
          <w:rtl/>
        </w:rPr>
        <w:t>عبداً</w:t>
      </w:r>
      <w:r>
        <w:rPr>
          <w:rtl/>
        </w:rPr>
        <w:t xml:space="preserve"> </w:t>
      </w:r>
      <w:r>
        <w:rPr>
          <w:rFonts w:hint="cs"/>
          <w:rtl/>
        </w:rPr>
        <w:t>مملوكاً</w:t>
      </w:r>
      <w:r>
        <w:rPr>
          <w:rtl/>
        </w:rPr>
        <w:t xml:space="preserve"> ...</w:t>
      </w:r>
      <w:r>
        <w:rPr>
          <w:rFonts w:hint="cs"/>
          <w:rtl/>
        </w:rPr>
        <w:t>ومن</w:t>
      </w:r>
      <w:r>
        <w:rPr>
          <w:rtl/>
        </w:rPr>
        <w:t xml:space="preserve"> ...</w:t>
      </w:r>
      <w:r>
        <w:rPr>
          <w:rFonts w:hint="cs"/>
          <w:rtl/>
        </w:rPr>
        <w:t>ف</w:t>
      </w:r>
      <w:r w:rsidR="00120F63" w:rsidRPr="00ED5DE8">
        <w:rPr>
          <w:rFonts w:hint="cs"/>
          <w:rtl/>
        </w:rPr>
        <w:t>ه</w:t>
      </w:r>
      <w:r>
        <w:rPr>
          <w:rFonts w:hint="cs"/>
          <w:rtl/>
        </w:rPr>
        <w:t>و</w:t>
      </w:r>
      <w:r>
        <w:rPr>
          <w:rtl/>
        </w:rPr>
        <w:t xml:space="preserve"> </w:t>
      </w:r>
      <w:r>
        <w:rPr>
          <w:rFonts w:hint="cs"/>
          <w:rtl/>
        </w:rPr>
        <w:t>ينفق</w:t>
      </w:r>
      <w:r>
        <w:rPr>
          <w:rtl/>
        </w:rPr>
        <w:t xml:space="preserve"> </w:t>
      </w:r>
      <w:r>
        <w:rPr>
          <w:rFonts w:hint="cs"/>
          <w:rtl/>
        </w:rPr>
        <w:t>من</w:t>
      </w:r>
      <w:r w:rsidR="00120F63" w:rsidRPr="00ED5DE8">
        <w:rPr>
          <w:rFonts w:hint="cs"/>
          <w:rtl/>
        </w:rPr>
        <w:t>ه</w:t>
      </w:r>
      <w:r>
        <w:rPr>
          <w:rtl/>
        </w:rPr>
        <w:t xml:space="preserve"> </w:t>
      </w:r>
      <w:r>
        <w:rPr>
          <w:rFonts w:hint="cs"/>
          <w:rtl/>
        </w:rPr>
        <w:t>سراً</w:t>
      </w:r>
      <w:r>
        <w:rPr>
          <w:rtl/>
        </w:rPr>
        <w:t xml:space="preserve"> </w:t>
      </w:r>
      <w:r>
        <w:rPr>
          <w:rFonts w:hint="cs"/>
          <w:rtl/>
        </w:rPr>
        <w:t>وج</w:t>
      </w:r>
      <w:r w:rsidR="00F21947" w:rsidRPr="00B2551F">
        <w:rPr>
          <w:rFonts w:hint="cs"/>
          <w:rtl/>
        </w:rPr>
        <w:t>ه</w:t>
      </w:r>
      <w:r>
        <w:rPr>
          <w:rFonts w:hint="cs"/>
          <w:rtl/>
        </w:rPr>
        <w:t>راً</w:t>
      </w:r>
      <w:r>
        <w:rPr>
          <w:rtl/>
        </w:rPr>
        <w:t xml:space="preserve"> </w:t>
      </w:r>
      <w:r w:rsidR="00F21947" w:rsidRPr="00B2551F">
        <w:rPr>
          <w:rFonts w:hint="cs"/>
          <w:rtl/>
        </w:rPr>
        <w:t>ه</w:t>
      </w:r>
      <w:r>
        <w:rPr>
          <w:rFonts w:hint="cs"/>
          <w:rtl/>
        </w:rPr>
        <w:t>ل</w:t>
      </w:r>
      <w:r>
        <w:rPr>
          <w:rtl/>
        </w:rPr>
        <w:t xml:space="preserve"> يستون</w:t>
      </w:r>
    </w:p>
    <w:p w:rsidR="001F628F" w:rsidRDefault="001F628F" w:rsidP="001F628F">
      <w:pPr>
        <w:pStyle w:val="libNormal"/>
        <w:rPr>
          <w:rtl/>
        </w:rPr>
      </w:pPr>
      <w:r>
        <w:rPr>
          <w:rtl/>
        </w:rPr>
        <w:t>''ہل يستون'' كا جواب واضح اور روشن ہونے كى وجہ سے ذكر نہي</w:t>
      </w:r>
      <w:r w:rsidR="00083993">
        <w:rPr>
          <w:rtl/>
        </w:rPr>
        <w:t xml:space="preserve">ں </w:t>
      </w:r>
      <w:r>
        <w:rPr>
          <w:rtl/>
        </w:rPr>
        <w:t>ہوا ہے در حقيقت خداوند عالم فرمارہا ہے كہ جس طرح اختيار سے عارى غلام كا ايك قدرت اور آزاد كرنے والے شخص سے مقائسہنہي</w:t>
      </w:r>
      <w:r w:rsidR="00083993">
        <w:rPr>
          <w:rtl/>
        </w:rPr>
        <w:t xml:space="preserve">ں </w:t>
      </w:r>
      <w:r>
        <w:rPr>
          <w:rtl/>
        </w:rPr>
        <w:t>كيا جا سكتا ہے اور يہ موضوع واضح اور بيان كے محتاج نہي</w:t>
      </w:r>
      <w:r w:rsidR="00083993">
        <w:rPr>
          <w:rtl/>
        </w:rPr>
        <w:t xml:space="preserve">ں </w:t>
      </w:r>
      <w:r>
        <w:rPr>
          <w:rtl/>
        </w:rPr>
        <w:t>اسى طرح مخلوق كا خدا سے مقائسہ كرنا بھى ہے_</w:t>
      </w:r>
    </w:p>
    <w:p w:rsidR="001F628F" w:rsidRDefault="001F628F" w:rsidP="00CD2824">
      <w:pPr>
        <w:pStyle w:val="libNormal"/>
        <w:rPr>
          <w:rtl/>
        </w:rPr>
      </w:pPr>
      <w:r>
        <w:rPr>
          <w:rtl/>
        </w:rPr>
        <w:t>13_ حمد وستا</w:t>
      </w:r>
      <w:r w:rsidR="009F604A">
        <w:rPr>
          <w:rtl/>
        </w:rPr>
        <w:t>ئش</w:t>
      </w:r>
      <w:r>
        <w:rPr>
          <w:rtl/>
        </w:rPr>
        <w:t>، خداوند عالم كے ساتھ مخصوص ہے_</w:t>
      </w:r>
      <w:r w:rsidRPr="00CD2824">
        <w:rPr>
          <w:rStyle w:val="libArabicChar"/>
          <w:rFonts w:hint="eastAsia"/>
          <w:rtl/>
        </w:rPr>
        <w:t>الحمدللّ</w:t>
      </w:r>
      <w:r w:rsidR="00120F63" w:rsidRPr="00B2551F">
        <w:rPr>
          <w:rStyle w:val="libArabicChar"/>
          <w:rFonts w:hint="cs"/>
          <w:rtl/>
        </w:rPr>
        <w:t>ه</w:t>
      </w:r>
    </w:p>
    <w:p w:rsidR="001F628F" w:rsidRDefault="001F628F" w:rsidP="00CD2824">
      <w:pPr>
        <w:pStyle w:val="libNormal"/>
        <w:rPr>
          <w:rtl/>
        </w:rPr>
      </w:pPr>
      <w:r>
        <w:rPr>
          <w:rtl/>
        </w:rPr>
        <w:t>14_ تمام تعريفي</w:t>
      </w:r>
      <w:r w:rsidR="00083993">
        <w:rPr>
          <w:rtl/>
        </w:rPr>
        <w:t xml:space="preserve">ں </w:t>
      </w:r>
      <w:r>
        <w:rPr>
          <w:rtl/>
        </w:rPr>
        <w:t>اس خدا كے ليے ہي</w:t>
      </w:r>
      <w:r w:rsidR="00083993">
        <w:rPr>
          <w:rtl/>
        </w:rPr>
        <w:t xml:space="preserve">ں </w:t>
      </w:r>
      <w:r>
        <w:rPr>
          <w:rtl/>
        </w:rPr>
        <w:t>اور وہى اس كا سزا وار ہے_</w:t>
      </w:r>
      <w:r w:rsidRPr="00CD2824">
        <w:rPr>
          <w:rStyle w:val="libArabicChar"/>
          <w:rFonts w:hint="eastAsia"/>
          <w:rtl/>
        </w:rPr>
        <w:t>الحمداللّ</w:t>
      </w:r>
      <w:r w:rsidR="00120F63" w:rsidRPr="00B2551F">
        <w:rPr>
          <w:rStyle w:val="libArabicChar"/>
          <w:rFonts w:hint="cs"/>
          <w:rtl/>
        </w:rPr>
        <w:t>ه</w:t>
      </w:r>
    </w:p>
    <w:p w:rsidR="001F628F" w:rsidRDefault="001F628F" w:rsidP="00CD2824">
      <w:pPr>
        <w:pStyle w:val="libNormal"/>
        <w:rPr>
          <w:rtl/>
        </w:rPr>
      </w:pPr>
      <w:r>
        <w:rPr>
          <w:rtl/>
        </w:rPr>
        <w:t>''الحمدللّہ'' مي</w:t>
      </w:r>
      <w:r w:rsidR="00083993">
        <w:rPr>
          <w:rtl/>
        </w:rPr>
        <w:t xml:space="preserve">ں </w:t>
      </w:r>
      <w:r>
        <w:rPr>
          <w:rtl/>
        </w:rPr>
        <w:t>' الف و لام'' جنس كاہے اوراستغراق ( عموميت ) كا فائدہ دے رہا ہے_</w:t>
      </w:r>
      <w:r>
        <w:rPr>
          <w:rFonts w:hint="eastAsia"/>
          <w:rtl/>
        </w:rPr>
        <w:t>يعنى</w:t>
      </w:r>
      <w:r>
        <w:rPr>
          <w:rtl/>
        </w:rPr>
        <w:t xml:space="preserve"> </w:t>
      </w:r>
      <w:r w:rsidRPr="00CD2824">
        <w:rPr>
          <w:rStyle w:val="libArabicChar"/>
          <w:rtl/>
        </w:rPr>
        <w:t>''كل حمدٌ لله ''</w:t>
      </w:r>
    </w:p>
    <w:p w:rsidR="001F628F" w:rsidRDefault="001F628F" w:rsidP="00CD2824">
      <w:pPr>
        <w:pStyle w:val="libNormal"/>
        <w:rPr>
          <w:rtl/>
        </w:rPr>
      </w:pPr>
      <w:r>
        <w:rPr>
          <w:rtl/>
        </w:rPr>
        <w:t>15_ كائنات كے نظام مي</w:t>
      </w:r>
      <w:r w:rsidR="00083993">
        <w:rPr>
          <w:rtl/>
        </w:rPr>
        <w:t xml:space="preserve">ں </w:t>
      </w:r>
      <w:r>
        <w:rPr>
          <w:rtl/>
        </w:rPr>
        <w:t>ہر قدر وقيمت اور خوبصورتى كا سرچشمہ، خداوند عالم كى ذات ہے _</w:t>
      </w:r>
      <w:r w:rsidRPr="00CD2824">
        <w:rPr>
          <w:rStyle w:val="libArabicChar"/>
          <w:rFonts w:hint="eastAsia"/>
          <w:rtl/>
        </w:rPr>
        <w:t>الحمدلله</w:t>
      </w:r>
    </w:p>
    <w:p w:rsidR="001F628F" w:rsidRDefault="001F628F" w:rsidP="00EC296F">
      <w:pPr>
        <w:pStyle w:val="libNormal"/>
        <w:rPr>
          <w:rtl/>
        </w:rPr>
      </w:pPr>
      <w:r>
        <w:rPr>
          <w:rFonts w:hint="eastAsia"/>
          <w:rtl/>
        </w:rPr>
        <w:t>خداوند</w:t>
      </w:r>
      <w:r>
        <w:rPr>
          <w:rtl/>
        </w:rPr>
        <w:t xml:space="preserve"> عالم كى ذات كے ليے ستا</w:t>
      </w:r>
      <w:r w:rsidR="009F604A">
        <w:rPr>
          <w:rtl/>
        </w:rPr>
        <w:t>ئش</w:t>
      </w:r>
      <w:r>
        <w:rPr>
          <w:rtl/>
        </w:rPr>
        <w:t xml:space="preserve"> كا منحصر ہونا اس وجہ سے ہے كہ خوبصورتى اور ہر ستا</w:t>
      </w:r>
      <w:r w:rsidR="009F604A">
        <w:rPr>
          <w:rtl/>
        </w:rPr>
        <w:t>ئش</w:t>
      </w:r>
      <w:r>
        <w:rPr>
          <w:rtl/>
        </w:rPr>
        <w:t xml:space="preserve"> كا سرچشمہ اس كى ذات ہے اور اس مطلب پر مويّد جملہ''</w:t>
      </w:r>
      <w:r w:rsidRPr="00EB40D2">
        <w:rPr>
          <w:rStyle w:val="libArabicChar"/>
          <w:rtl/>
        </w:rPr>
        <w:t>ضرب الل</w:t>
      </w:r>
      <w:r w:rsidRPr="00EC296F">
        <w:rPr>
          <w:rStyle w:val="libArabicChar"/>
          <w:rtl/>
        </w:rPr>
        <w:t>ّ</w:t>
      </w:r>
      <w:r w:rsidR="00EC296F" w:rsidRPr="00EC296F">
        <w:rPr>
          <w:rStyle w:val="libArabicChar"/>
          <w:rFonts w:hint="cs"/>
          <w:rtl/>
        </w:rPr>
        <w:t>ه</w:t>
      </w:r>
      <w:r w:rsidRPr="00EC296F">
        <w:rPr>
          <w:rStyle w:val="libArabicChar"/>
          <w:rtl/>
        </w:rPr>
        <w:t xml:space="preserve"> </w:t>
      </w:r>
      <w:r w:rsidRPr="00EB40D2">
        <w:rPr>
          <w:rStyle w:val="libArabicChar"/>
          <w:rFonts w:hint="cs"/>
          <w:rtl/>
        </w:rPr>
        <w:t>مثلاً</w:t>
      </w:r>
      <w:r w:rsidRPr="00EB40D2">
        <w:rPr>
          <w:rStyle w:val="libArabicChar"/>
          <w:rtl/>
        </w:rPr>
        <w:t xml:space="preserve"> </w:t>
      </w:r>
      <w:r w:rsidRPr="00EB40D2">
        <w:rPr>
          <w:rStyle w:val="libArabicChar"/>
          <w:rFonts w:hint="cs"/>
          <w:rtl/>
        </w:rPr>
        <w:t>عبداً</w:t>
      </w:r>
      <w:r w:rsidRPr="00EB40D2">
        <w:rPr>
          <w:rStyle w:val="libArabicChar"/>
          <w:rtl/>
        </w:rPr>
        <w:t xml:space="preserve"> </w:t>
      </w:r>
      <w:r>
        <w:rPr>
          <w:rtl/>
        </w:rPr>
        <w:t>...'' جو خدا اور مخلوقات كے درميان مقائسہ كے سلسلہ مي</w:t>
      </w:r>
      <w:r w:rsidR="00083993">
        <w:rPr>
          <w:rtl/>
        </w:rPr>
        <w:t xml:space="preserve">ں </w:t>
      </w:r>
      <w:r>
        <w:rPr>
          <w:rtl/>
        </w:rPr>
        <w:t>ہے يعنى مخلوقات كے پاس جو كچھ بھى ہے وہ خدا كا عطا كردہ ہے_</w:t>
      </w:r>
    </w:p>
    <w:p w:rsidR="001F628F" w:rsidRDefault="001F628F" w:rsidP="00CD2824">
      <w:pPr>
        <w:pStyle w:val="libNormal"/>
        <w:rPr>
          <w:rtl/>
        </w:rPr>
      </w:pPr>
      <w:r>
        <w:rPr>
          <w:rtl/>
        </w:rPr>
        <w:t>16_ خداوند عالم كے علاوہ كوئي موجود بھى كمال ، جمال ، كامل اور مستقل نہي</w:t>
      </w:r>
      <w:r w:rsidR="00083993">
        <w:rPr>
          <w:rtl/>
        </w:rPr>
        <w:t xml:space="preserve">ں </w:t>
      </w:r>
      <w:r>
        <w:rPr>
          <w:rtl/>
        </w:rPr>
        <w:t>ہے_</w:t>
      </w:r>
      <w:r w:rsidRPr="00CD2824">
        <w:rPr>
          <w:rStyle w:val="libArabicChar"/>
          <w:rFonts w:hint="eastAsia"/>
          <w:rtl/>
        </w:rPr>
        <w:t>الحمدللّ</w:t>
      </w:r>
      <w:r w:rsidR="00120F63" w:rsidRPr="00B2551F">
        <w:rPr>
          <w:rStyle w:val="libArabicChar"/>
          <w:rFonts w:hint="cs"/>
          <w:rtl/>
        </w:rPr>
        <w:t>ه</w:t>
      </w:r>
    </w:p>
    <w:p w:rsidR="001F628F" w:rsidRDefault="001F628F" w:rsidP="001F628F">
      <w:pPr>
        <w:pStyle w:val="libNormal"/>
        <w:rPr>
          <w:rtl/>
        </w:rPr>
      </w:pPr>
      <w:r>
        <w:rPr>
          <w:rFonts w:hint="eastAsia"/>
          <w:rtl/>
        </w:rPr>
        <w:t>بے</w:t>
      </w:r>
      <w:r>
        <w:rPr>
          <w:rtl/>
        </w:rPr>
        <w:t xml:space="preserve"> شك كائنات كے تمام موجودات ايك طرح كے جمال سے بہرہ مند ہي</w:t>
      </w:r>
      <w:r w:rsidR="00083993">
        <w:rPr>
          <w:rtl/>
        </w:rPr>
        <w:t xml:space="preserve">ں </w:t>
      </w:r>
      <w:r>
        <w:rPr>
          <w:rtl/>
        </w:rPr>
        <w:t>لہذا تمام ستا</w:t>
      </w:r>
      <w:r w:rsidR="009F604A">
        <w:rPr>
          <w:rtl/>
        </w:rPr>
        <w:t>ئش</w:t>
      </w:r>
      <w:r>
        <w:rPr>
          <w:rtl/>
        </w:rPr>
        <w:t xml:space="preserve"> كا خداوند عالم كى ذات مي</w:t>
      </w:r>
      <w:r w:rsidR="00083993">
        <w:rPr>
          <w:rtl/>
        </w:rPr>
        <w:t xml:space="preserve">ں </w:t>
      </w:r>
      <w:r>
        <w:rPr>
          <w:rtl/>
        </w:rPr>
        <w:t>منحصر ہوناممكن ہے اس حقيقت كو بيان كررہا ہو كا ان كا كما ل و جمال مستقلنہي</w:t>
      </w:r>
      <w:r w:rsidR="00083993">
        <w:rPr>
          <w:rtl/>
        </w:rPr>
        <w:t xml:space="preserve">ں </w:t>
      </w:r>
      <w:r>
        <w:rPr>
          <w:rtl/>
        </w:rPr>
        <w:t>ہے بلكہ ناقص اور خدا سے وابستہ ہے_</w:t>
      </w:r>
    </w:p>
    <w:p w:rsidR="001F628F" w:rsidRDefault="001F628F" w:rsidP="001F628F">
      <w:pPr>
        <w:pStyle w:val="libNormal"/>
        <w:rPr>
          <w:rtl/>
        </w:rPr>
      </w:pPr>
      <w:r>
        <w:rPr>
          <w:rtl/>
        </w:rPr>
        <w:t>17_ خداو عالم كى صفات اور مخلوقات كا اس سے قابل مقائسہ نہ ہونے كے لحاظ سے اكثر مشركين جاہل ہي</w:t>
      </w:r>
      <w:r w:rsidR="00083993">
        <w:rPr>
          <w:rtl/>
        </w:rPr>
        <w:t xml:space="preserve">ں </w:t>
      </w:r>
      <w:r>
        <w:rPr>
          <w:rtl/>
        </w:rPr>
        <w:t>_</w:t>
      </w:r>
    </w:p>
    <w:p w:rsidR="001F628F" w:rsidRDefault="001F628F" w:rsidP="00CD2824">
      <w:pPr>
        <w:pStyle w:val="libArabic"/>
        <w:rPr>
          <w:rtl/>
        </w:rPr>
      </w:pPr>
      <w:r>
        <w:rPr>
          <w:rFonts w:hint="eastAsia"/>
          <w:rtl/>
        </w:rPr>
        <w:t>بل</w:t>
      </w:r>
      <w:r>
        <w:rPr>
          <w:rtl/>
        </w:rPr>
        <w:t xml:space="preserve"> اكثر </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w:t>
      </w:r>
      <w:r>
        <w:rPr>
          <w:rtl/>
        </w:rPr>
        <w:t>علمون</w:t>
      </w:r>
    </w:p>
    <w:p w:rsidR="001F628F" w:rsidRDefault="001F628F" w:rsidP="001F628F">
      <w:pPr>
        <w:pStyle w:val="libNormal"/>
        <w:rPr>
          <w:rtl/>
        </w:rPr>
      </w:pPr>
      <w:r>
        <w:rPr>
          <w:rFonts w:hint="eastAsia"/>
          <w:rtl/>
        </w:rPr>
        <w:t>مذكورہ</w:t>
      </w:r>
      <w:r>
        <w:rPr>
          <w:rtl/>
        </w:rPr>
        <w:t xml:space="preserve"> تفسير اس وجہ سے ہے كہ ابتدا ء آيت ، مخلوق كا خدا سے قابل مقائسہ نہ ہونے كے بارے مي</w:t>
      </w:r>
      <w:r w:rsidR="00083993">
        <w:rPr>
          <w:rtl/>
        </w:rPr>
        <w:t xml:space="preserve">ں </w:t>
      </w:r>
      <w:r>
        <w:rPr>
          <w:rtl/>
        </w:rPr>
        <w:t>ذكر ہوئي ہے اور علم كى نفى ''لا يعلمون'' بھى اسى لحاظ سے ہے_</w:t>
      </w:r>
    </w:p>
    <w:p w:rsidR="001F628F" w:rsidRDefault="001F628F" w:rsidP="001F628F">
      <w:pPr>
        <w:pStyle w:val="libNormal"/>
        <w:rPr>
          <w:rtl/>
        </w:rPr>
      </w:pPr>
      <w:r>
        <w:rPr>
          <w:rtl/>
        </w:rPr>
        <w:t>18_ شرك كا سبب، جہالت اور پست فكرى ہے_</w:t>
      </w:r>
    </w:p>
    <w:p w:rsidR="00CD2824" w:rsidRDefault="001E7F9D" w:rsidP="00F73EDE">
      <w:pPr>
        <w:pStyle w:val="libPoemTini"/>
        <w:rPr>
          <w:rtl/>
        </w:rPr>
      </w:pPr>
      <w:r>
        <w:rPr>
          <w:rtl/>
        </w:rPr>
        <w:br w:type="page"/>
      </w:r>
    </w:p>
    <w:p w:rsidR="001F628F" w:rsidRDefault="001F628F" w:rsidP="00CD2824">
      <w:pPr>
        <w:pStyle w:val="libArabic"/>
        <w:rPr>
          <w:rtl/>
        </w:rPr>
      </w:pPr>
      <w:r>
        <w:rPr>
          <w:rFonts w:hint="eastAsia"/>
          <w:rtl/>
        </w:rPr>
        <w:lastRenderedPageBreak/>
        <w:t>بل</w:t>
      </w:r>
      <w:r>
        <w:rPr>
          <w:rtl/>
        </w:rPr>
        <w:t xml:space="preserve"> اكثر </w:t>
      </w:r>
      <w:r w:rsidR="00120F63" w:rsidRPr="00ED5DE8">
        <w:rPr>
          <w:rFonts w:hint="cs"/>
          <w:rtl/>
        </w:rPr>
        <w:t>ه</w:t>
      </w:r>
      <w:r>
        <w:rPr>
          <w:rFonts w:hint="cs"/>
          <w:rtl/>
        </w:rPr>
        <w:t>م</w:t>
      </w:r>
      <w:r>
        <w:rPr>
          <w:rtl/>
        </w:rPr>
        <w:t xml:space="preserve"> </w:t>
      </w:r>
      <w:r>
        <w:rPr>
          <w:rFonts w:hint="cs"/>
          <w:rtl/>
        </w:rPr>
        <w:t>لا</w:t>
      </w:r>
      <w:r>
        <w:rPr>
          <w:rtl/>
        </w:rPr>
        <w:t xml:space="preserve"> يعلمون</w:t>
      </w:r>
    </w:p>
    <w:p w:rsidR="001F628F" w:rsidRDefault="001F628F" w:rsidP="001F628F">
      <w:pPr>
        <w:pStyle w:val="libNormal"/>
        <w:rPr>
          <w:rtl/>
        </w:rPr>
      </w:pPr>
      <w:r>
        <w:rPr>
          <w:rFonts w:hint="eastAsia"/>
          <w:rtl/>
        </w:rPr>
        <w:t>خداوند</w:t>
      </w:r>
      <w:r>
        <w:rPr>
          <w:rtl/>
        </w:rPr>
        <w:t xml:space="preserve"> عالم نے مخلوق كا خدا كے ساتھ قابل مقائسہ نہ ہونے كو سمجھانے كے ليے ايك واضح سى مثال سے استفادہ كيا ہے اور فرمايا ہے ان تمام وضاحت كے باوجود پھر بھى اگر مشركين شرك كے راستہ كو اختيار كرتے ہي</w:t>
      </w:r>
      <w:r w:rsidR="00083993">
        <w:rPr>
          <w:rtl/>
        </w:rPr>
        <w:t xml:space="preserve">ں </w:t>
      </w:r>
      <w:r>
        <w:rPr>
          <w:rtl/>
        </w:rPr>
        <w:t>تو اس كا سبب فقط ان كى جہالت اور نادانى ہے_</w:t>
      </w:r>
    </w:p>
    <w:p w:rsidR="001F628F" w:rsidRDefault="001F628F" w:rsidP="001F628F">
      <w:pPr>
        <w:pStyle w:val="libNormal"/>
        <w:rPr>
          <w:rtl/>
        </w:rPr>
      </w:pPr>
      <w:r>
        <w:rPr>
          <w:rtl/>
        </w:rPr>
        <w:t xml:space="preserve">19_ </w:t>
      </w:r>
      <w:r w:rsidRPr="000A065C">
        <w:rPr>
          <w:rStyle w:val="libArabicChar"/>
          <w:rtl/>
        </w:rPr>
        <w:t xml:space="preserve">''عن ابى جعفر </w:t>
      </w:r>
      <w:r w:rsidR="00367F17" w:rsidRPr="00367F17">
        <w:rPr>
          <w:rStyle w:val="libAlaemChar"/>
          <w:rtl/>
        </w:rPr>
        <w:t xml:space="preserve"> عليه‌السلام </w:t>
      </w:r>
      <w:r w:rsidRPr="000A065C">
        <w:rPr>
          <w:rStyle w:val="libArabicChar"/>
          <w:rtl/>
        </w:rPr>
        <w:t xml:space="preserve"> وابى عبداللّ</w:t>
      </w:r>
      <w:r w:rsidR="00120F63" w:rsidRPr="00B2551F">
        <w:rPr>
          <w:rStyle w:val="libArabicChar"/>
          <w:rFonts w:hint="cs"/>
          <w:rtl/>
        </w:rPr>
        <w:t>ه</w:t>
      </w:r>
      <w:r w:rsidRPr="000A065C">
        <w:rPr>
          <w:rStyle w:val="libArabicChar"/>
          <w:rtl/>
        </w:rPr>
        <w:t xml:space="preserve"> </w:t>
      </w:r>
      <w:r w:rsidR="00367F17" w:rsidRPr="00367F17">
        <w:rPr>
          <w:rStyle w:val="libAlaemChar"/>
          <w:rtl/>
        </w:rPr>
        <w:t xml:space="preserve"> عليه‌السلام </w:t>
      </w:r>
      <w:r w:rsidRPr="000A065C">
        <w:rPr>
          <w:rStyle w:val="libArabicChar"/>
          <w:rtl/>
        </w:rPr>
        <w:t xml:space="preserve"> </w:t>
      </w:r>
      <w:r w:rsidRPr="000A065C">
        <w:rPr>
          <w:rStyle w:val="libArabicChar"/>
          <w:rFonts w:hint="cs"/>
          <w:rtl/>
        </w:rPr>
        <w:t>قالا</w:t>
      </w:r>
      <w:r w:rsidRPr="000A065C">
        <w:rPr>
          <w:rStyle w:val="libArabicChar"/>
          <w:rtl/>
        </w:rPr>
        <w:t>: المملوك لا يجوز طلاق</w:t>
      </w:r>
      <w:r w:rsidR="00120F63" w:rsidRPr="00B2551F">
        <w:rPr>
          <w:rStyle w:val="libArabicChar"/>
          <w:rFonts w:hint="cs"/>
          <w:rtl/>
        </w:rPr>
        <w:t>ه</w:t>
      </w:r>
      <w:r w:rsidRPr="000A065C">
        <w:rPr>
          <w:rStyle w:val="libArabicChar"/>
          <w:rtl/>
        </w:rPr>
        <w:t xml:space="preserve"> </w:t>
      </w:r>
      <w:r w:rsidRPr="000A065C">
        <w:rPr>
          <w:rStyle w:val="libArabicChar"/>
          <w:rFonts w:hint="cs"/>
          <w:rtl/>
        </w:rPr>
        <w:t>ولا</w:t>
      </w:r>
      <w:r w:rsidRPr="000A065C">
        <w:rPr>
          <w:rStyle w:val="libArabicChar"/>
          <w:rtl/>
        </w:rPr>
        <w:t xml:space="preserve"> </w:t>
      </w:r>
      <w:r w:rsidRPr="000A065C">
        <w:rPr>
          <w:rStyle w:val="libArabicChar"/>
          <w:rFonts w:hint="cs"/>
          <w:rtl/>
        </w:rPr>
        <w:t>نكاح</w:t>
      </w:r>
      <w:r w:rsidR="00120F63" w:rsidRPr="00B2551F">
        <w:rPr>
          <w:rStyle w:val="libArabicChar"/>
          <w:rFonts w:hint="cs"/>
          <w:rtl/>
        </w:rPr>
        <w:t>ه</w:t>
      </w:r>
      <w:r w:rsidRPr="000A065C">
        <w:rPr>
          <w:rStyle w:val="libArabicChar"/>
          <w:rtl/>
        </w:rPr>
        <w:t xml:space="preserve"> </w:t>
      </w:r>
      <w:r w:rsidRPr="000A065C">
        <w:rPr>
          <w:rStyle w:val="libArabicChar"/>
          <w:rFonts w:hint="cs"/>
          <w:rtl/>
        </w:rPr>
        <w:t>الاّ</w:t>
      </w:r>
      <w:r w:rsidRPr="000A065C">
        <w:rPr>
          <w:rStyle w:val="libArabicChar"/>
          <w:rtl/>
        </w:rPr>
        <w:t xml:space="preserve"> </w:t>
      </w:r>
      <w:r w:rsidRPr="000A065C">
        <w:rPr>
          <w:rStyle w:val="libArabicChar"/>
          <w:rFonts w:hint="cs"/>
          <w:rtl/>
        </w:rPr>
        <w:t>باذن</w:t>
      </w:r>
      <w:r w:rsidRPr="000A065C">
        <w:rPr>
          <w:rStyle w:val="libArabicChar"/>
          <w:rtl/>
        </w:rPr>
        <w:t xml:space="preserve"> </w:t>
      </w:r>
      <w:r w:rsidRPr="000A065C">
        <w:rPr>
          <w:rStyle w:val="libArabicChar"/>
          <w:rFonts w:hint="cs"/>
          <w:rtl/>
        </w:rPr>
        <w:t>سيد</w:t>
      </w:r>
      <w:r w:rsidR="00120F63" w:rsidRPr="00B2551F">
        <w:rPr>
          <w:rStyle w:val="libArabicChar"/>
          <w:rFonts w:hint="cs"/>
          <w:rtl/>
        </w:rPr>
        <w:t>ه</w:t>
      </w:r>
      <w:r w:rsidRPr="000A065C">
        <w:rPr>
          <w:rStyle w:val="libArabicChar"/>
          <w:rtl/>
        </w:rPr>
        <w:t xml:space="preserve"> ...''</w:t>
      </w:r>
      <w:r w:rsidRPr="000A065C">
        <w:rPr>
          <w:rStyle w:val="libArabicChar"/>
          <w:rFonts w:hint="cs"/>
          <w:rtl/>
        </w:rPr>
        <w:t>ضرب</w:t>
      </w:r>
      <w:r w:rsidRPr="000A065C">
        <w:rPr>
          <w:rStyle w:val="libArabicChar"/>
          <w:rtl/>
        </w:rPr>
        <w:t xml:space="preserve"> </w:t>
      </w:r>
      <w:r w:rsidRPr="000A065C">
        <w:rPr>
          <w:rStyle w:val="libArabicChar"/>
          <w:rFonts w:hint="cs"/>
          <w:rtl/>
        </w:rPr>
        <w:t>اللّ</w:t>
      </w:r>
      <w:r w:rsidR="00120F63" w:rsidRPr="00B2551F">
        <w:rPr>
          <w:rStyle w:val="libArabicChar"/>
          <w:rFonts w:hint="cs"/>
          <w:rtl/>
        </w:rPr>
        <w:t>ه</w:t>
      </w:r>
      <w:r w:rsidRPr="000A065C">
        <w:rPr>
          <w:rStyle w:val="libArabicChar"/>
          <w:rtl/>
        </w:rPr>
        <w:t xml:space="preserve"> </w:t>
      </w:r>
      <w:r w:rsidRPr="000A065C">
        <w:rPr>
          <w:rStyle w:val="libArabicChar"/>
          <w:rFonts w:hint="cs"/>
          <w:rtl/>
        </w:rPr>
        <w:t>مثلاً</w:t>
      </w:r>
      <w:r w:rsidRPr="000A065C">
        <w:rPr>
          <w:rStyle w:val="libArabicChar"/>
          <w:rtl/>
        </w:rPr>
        <w:t xml:space="preserve"> </w:t>
      </w:r>
      <w:r w:rsidRPr="000A065C">
        <w:rPr>
          <w:rStyle w:val="libArabicChar"/>
          <w:rFonts w:hint="cs"/>
          <w:rtl/>
        </w:rPr>
        <w:t>عبداً</w:t>
      </w:r>
      <w:r w:rsidRPr="000A065C">
        <w:rPr>
          <w:rStyle w:val="libArabicChar"/>
          <w:rtl/>
        </w:rPr>
        <w:t xml:space="preserve"> </w:t>
      </w:r>
      <w:r w:rsidRPr="000A065C">
        <w:rPr>
          <w:rStyle w:val="libArabicChar"/>
          <w:rFonts w:hint="cs"/>
          <w:rtl/>
        </w:rPr>
        <w:t>مملوكاً</w:t>
      </w:r>
      <w:r w:rsidRPr="000A065C">
        <w:rPr>
          <w:rStyle w:val="libArabicChar"/>
          <w:rtl/>
        </w:rPr>
        <w:t xml:space="preserve"> </w:t>
      </w:r>
      <w:r w:rsidRPr="000A065C">
        <w:rPr>
          <w:rStyle w:val="libArabicChar"/>
          <w:rFonts w:hint="cs"/>
          <w:rtl/>
        </w:rPr>
        <w:t>لا</w:t>
      </w:r>
      <w:r w:rsidRPr="000A065C">
        <w:rPr>
          <w:rStyle w:val="libArabicChar"/>
          <w:rtl/>
        </w:rPr>
        <w:t xml:space="preserve"> </w:t>
      </w:r>
      <w:r w:rsidRPr="000A065C">
        <w:rPr>
          <w:rStyle w:val="libArabicChar"/>
          <w:rFonts w:hint="cs"/>
          <w:rtl/>
        </w:rPr>
        <w:t>يقدر</w:t>
      </w:r>
      <w:r w:rsidRPr="000A065C">
        <w:rPr>
          <w:rStyle w:val="libArabicChar"/>
          <w:rtl/>
        </w:rPr>
        <w:t xml:space="preserve"> </w:t>
      </w:r>
      <w:r w:rsidRPr="000A065C">
        <w:rPr>
          <w:rStyle w:val="libArabicChar"/>
          <w:rFonts w:hint="cs"/>
          <w:rtl/>
        </w:rPr>
        <w:t>على</w:t>
      </w:r>
      <w:r w:rsidRPr="000A065C">
        <w:rPr>
          <w:rStyle w:val="libArabicChar"/>
          <w:rtl/>
        </w:rPr>
        <w:t xml:space="preserve"> شيئ''</w:t>
      </w:r>
      <w:r w:rsidRPr="000A065C">
        <w:rPr>
          <w:rStyle w:val="libFootnotenumChar"/>
          <w:rtl/>
        </w:rPr>
        <w:t>(1)</w:t>
      </w:r>
    </w:p>
    <w:p w:rsidR="001F628F" w:rsidRDefault="001F628F" w:rsidP="000A065C">
      <w:pPr>
        <w:pStyle w:val="libNormal"/>
        <w:rPr>
          <w:rtl/>
        </w:rPr>
      </w:pPr>
      <w:r>
        <w:rPr>
          <w:rFonts w:hint="eastAsia"/>
          <w:rtl/>
        </w:rPr>
        <w:t>امام</w:t>
      </w:r>
      <w:r>
        <w:rPr>
          <w:rtl/>
        </w:rPr>
        <w:t xml:space="preserve"> باقر</w:t>
      </w:r>
      <w:r w:rsidR="00367F17" w:rsidRPr="00367F17">
        <w:rPr>
          <w:rStyle w:val="libAlaemChar"/>
          <w:rtl/>
        </w:rPr>
        <w:t xml:space="preserve"> عليه‌السلام </w:t>
      </w:r>
      <w:r>
        <w:rPr>
          <w:rtl/>
        </w:rPr>
        <w:t xml:space="preserve"> و امام جعفر صادق</w:t>
      </w:r>
      <w:r w:rsidR="00367F17" w:rsidRPr="00367F17">
        <w:rPr>
          <w:rStyle w:val="libAlaemChar"/>
          <w:rtl/>
        </w:rPr>
        <w:t xml:space="preserve"> عليه‌السلام </w:t>
      </w:r>
      <w:r>
        <w:rPr>
          <w:rtl/>
        </w:rPr>
        <w:t xml:space="preserve"> سے رويات نقل ہوئي ہے كہ آپ </w:t>
      </w:r>
      <w:r w:rsidR="00367F17" w:rsidRPr="00367F17">
        <w:rPr>
          <w:rStyle w:val="libAlaemChar"/>
          <w:rtl/>
        </w:rPr>
        <w:t xml:space="preserve"> عليه‌السلام </w:t>
      </w:r>
      <w:r>
        <w:rPr>
          <w:rtl/>
        </w:rPr>
        <w:t xml:space="preserve"> نے فرمايا غلام كا نكا ح اور طلاق اس كے مالك كى اجازت كے بغير نافذ نہي</w:t>
      </w:r>
      <w:r w:rsidR="00083993">
        <w:rPr>
          <w:rtl/>
        </w:rPr>
        <w:t xml:space="preserve">ں </w:t>
      </w:r>
      <w:r>
        <w:rPr>
          <w:rtl/>
        </w:rPr>
        <w:t>ہے _</w:t>
      </w:r>
      <w:r w:rsidRPr="000A065C">
        <w:rPr>
          <w:rStyle w:val="libArabicChar"/>
          <w:rFonts w:hint="eastAsia"/>
          <w:rtl/>
        </w:rPr>
        <w:t>ضرب</w:t>
      </w:r>
      <w:r w:rsidRPr="000A065C">
        <w:rPr>
          <w:rStyle w:val="libArabicChar"/>
          <w:rtl/>
        </w:rPr>
        <w:t xml:space="preserve"> اللّ</w:t>
      </w:r>
      <w:r w:rsidR="00120F63" w:rsidRPr="00B2551F">
        <w:rPr>
          <w:rStyle w:val="libArabicChar"/>
          <w:rFonts w:hint="cs"/>
          <w:rtl/>
        </w:rPr>
        <w:t>ه</w:t>
      </w:r>
      <w:r w:rsidRPr="000A065C">
        <w:rPr>
          <w:rStyle w:val="libArabicChar"/>
          <w:rtl/>
        </w:rPr>
        <w:t xml:space="preserve"> </w:t>
      </w:r>
      <w:r w:rsidRPr="000A065C">
        <w:rPr>
          <w:rStyle w:val="libArabicChar"/>
          <w:rFonts w:hint="cs"/>
          <w:rtl/>
        </w:rPr>
        <w:t>مثل</w:t>
      </w:r>
      <w:r w:rsidRPr="000A065C">
        <w:rPr>
          <w:rStyle w:val="libArabicChar"/>
          <w:rtl/>
        </w:rPr>
        <w:t>اً عبداً مملوكاً لا يقدر على شيء</w:t>
      </w:r>
      <w:r>
        <w:rPr>
          <w:rtl/>
        </w:rPr>
        <w:t xml:space="preserve"> ...</w:t>
      </w:r>
    </w:p>
    <w:p w:rsidR="001F628F" w:rsidRDefault="001F628F" w:rsidP="001F628F">
      <w:pPr>
        <w:pStyle w:val="libNormal"/>
        <w:rPr>
          <w:rtl/>
        </w:rPr>
      </w:pPr>
      <w:r>
        <w:rPr>
          <w:rtl/>
        </w:rPr>
        <w:t xml:space="preserve">20_ </w:t>
      </w:r>
      <w:r w:rsidRPr="000A065C">
        <w:rPr>
          <w:rStyle w:val="libArabicChar"/>
          <w:rtl/>
        </w:rPr>
        <w:t>''حسن العطّار ، قال: سا لت ابا عبداللّ</w:t>
      </w:r>
      <w:r w:rsidR="00120F63" w:rsidRPr="00B2551F">
        <w:rPr>
          <w:rStyle w:val="libArabicChar"/>
          <w:rFonts w:hint="cs"/>
          <w:rtl/>
        </w:rPr>
        <w:t>ه</w:t>
      </w:r>
      <w:r w:rsidRPr="000A065C">
        <w:rPr>
          <w:rStyle w:val="libArabicChar"/>
          <w:rtl/>
        </w:rPr>
        <w:t xml:space="preserve"> </w:t>
      </w:r>
      <w:r w:rsidR="00367F17" w:rsidRPr="00367F17">
        <w:rPr>
          <w:rStyle w:val="libAlaemChar"/>
          <w:rtl/>
        </w:rPr>
        <w:t xml:space="preserve"> عليه‌السلام </w:t>
      </w:r>
      <w:r w:rsidRPr="000A065C">
        <w:rPr>
          <w:rStyle w:val="libArabicChar"/>
          <w:rtl/>
        </w:rPr>
        <w:t xml:space="preserve"> </w:t>
      </w:r>
      <w:r w:rsidRPr="000A065C">
        <w:rPr>
          <w:rStyle w:val="libArabicChar"/>
          <w:rFonts w:hint="cs"/>
          <w:rtl/>
        </w:rPr>
        <w:t>عن</w:t>
      </w:r>
      <w:r w:rsidRPr="000A065C">
        <w:rPr>
          <w:rStyle w:val="libArabicChar"/>
          <w:rtl/>
        </w:rPr>
        <w:t xml:space="preserve"> </w:t>
      </w:r>
      <w:r w:rsidRPr="000A065C">
        <w:rPr>
          <w:rStyle w:val="libArabicChar"/>
          <w:rFonts w:hint="cs"/>
          <w:rtl/>
        </w:rPr>
        <w:t>رجل</w:t>
      </w:r>
      <w:r w:rsidRPr="000A065C">
        <w:rPr>
          <w:rStyle w:val="libArabicChar"/>
          <w:rtl/>
        </w:rPr>
        <w:t xml:space="preserve"> </w:t>
      </w:r>
      <w:r w:rsidRPr="000A065C">
        <w:rPr>
          <w:rStyle w:val="libArabicChar"/>
          <w:rFonts w:hint="cs"/>
          <w:rtl/>
        </w:rPr>
        <w:t>امر</w:t>
      </w:r>
      <w:r w:rsidRPr="000A065C">
        <w:rPr>
          <w:rStyle w:val="libArabicChar"/>
          <w:rtl/>
        </w:rPr>
        <w:t xml:space="preserve"> </w:t>
      </w:r>
      <w:r w:rsidRPr="000A065C">
        <w:rPr>
          <w:rStyle w:val="libArabicChar"/>
          <w:rFonts w:hint="cs"/>
          <w:rtl/>
        </w:rPr>
        <w:t>مملوك</w:t>
      </w:r>
      <w:r w:rsidR="00120F63" w:rsidRPr="00B2551F">
        <w:rPr>
          <w:rStyle w:val="libArabicChar"/>
          <w:rFonts w:hint="cs"/>
          <w:rtl/>
        </w:rPr>
        <w:t>ه</w:t>
      </w:r>
      <w:r w:rsidRPr="000A065C">
        <w:rPr>
          <w:rStyle w:val="libArabicChar"/>
          <w:rtl/>
        </w:rPr>
        <w:t xml:space="preserve"> </w:t>
      </w:r>
      <w:r w:rsidRPr="000A065C">
        <w:rPr>
          <w:rStyle w:val="libArabicChar"/>
          <w:rFonts w:hint="cs"/>
          <w:rtl/>
        </w:rPr>
        <w:t>ان</w:t>
      </w:r>
      <w:r w:rsidRPr="000A065C">
        <w:rPr>
          <w:rStyle w:val="libArabicChar"/>
          <w:rtl/>
        </w:rPr>
        <w:t xml:space="preserve"> </w:t>
      </w:r>
      <w:r w:rsidRPr="000A065C">
        <w:rPr>
          <w:rStyle w:val="libArabicChar"/>
          <w:rFonts w:hint="cs"/>
          <w:rtl/>
        </w:rPr>
        <w:t>يتمتع</w:t>
      </w:r>
      <w:r w:rsidRPr="000A065C">
        <w:rPr>
          <w:rStyle w:val="libArabicChar"/>
          <w:rtl/>
        </w:rPr>
        <w:t xml:space="preserve"> </w:t>
      </w:r>
      <w:r w:rsidRPr="000A065C">
        <w:rPr>
          <w:rStyle w:val="libArabicChar"/>
          <w:rFonts w:hint="cs"/>
          <w:rtl/>
        </w:rPr>
        <w:t>بالعمرة</w:t>
      </w:r>
      <w:r w:rsidRPr="000A065C">
        <w:rPr>
          <w:rStyle w:val="libArabicChar"/>
          <w:rtl/>
        </w:rPr>
        <w:t xml:space="preserve"> </w:t>
      </w:r>
      <w:r w:rsidRPr="000A065C">
        <w:rPr>
          <w:rStyle w:val="libArabicChar"/>
          <w:rFonts w:hint="cs"/>
          <w:rtl/>
        </w:rPr>
        <w:t>الى</w:t>
      </w:r>
      <w:r w:rsidRPr="000A065C">
        <w:rPr>
          <w:rStyle w:val="libArabicChar"/>
          <w:rtl/>
        </w:rPr>
        <w:t xml:space="preserve"> </w:t>
      </w:r>
      <w:r w:rsidRPr="000A065C">
        <w:rPr>
          <w:rStyle w:val="libArabicChar"/>
          <w:rFonts w:hint="cs"/>
          <w:rtl/>
        </w:rPr>
        <w:t>الحج</w:t>
      </w:r>
      <w:r w:rsidRPr="000A065C">
        <w:rPr>
          <w:rStyle w:val="libArabicChar"/>
          <w:rtl/>
        </w:rPr>
        <w:t xml:space="preserve"> </w:t>
      </w:r>
      <w:r w:rsidRPr="000A065C">
        <w:rPr>
          <w:rStyle w:val="libArabicChar"/>
          <w:rFonts w:hint="cs"/>
          <w:rtl/>
        </w:rPr>
        <w:t>اعلي</w:t>
      </w:r>
      <w:r w:rsidR="00120F63" w:rsidRPr="00B2551F">
        <w:rPr>
          <w:rStyle w:val="libArabicChar"/>
          <w:rFonts w:hint="cs"/>
          <w:rtl/>
        </w:rPr>
        <w:t>ه</w:t>
      </w:r>
      <w:r w:rsidRPr="000A065C">
        <w:rPr>
          <w:rStyle w:val="libArabicChar"/>
          <w:rtl/>
        </w:rPr>
        <w:t xml:space="preserve"> </w:t>
      </w:r>
      <w:r w:rsidRPr="000A065C">
        <w:rPr>
          <w:rStyle w:val="libArabicChar"/>
          <w:rFonts w:hint="cs"/>
          <w:rtl/>
        </w:rPr>
        <w:t>ان</w:t>
      </w:r>
      <w:r w:rsidRPr="000A065C">
        <w:rPr>
          <w:rStyle w:val="libArabicChar"/>
          <w:rtl/>
        </w:rPr>
        <w:t xml:space="preserve"> </w:t>
      </w:r>
      <w:r w:rsidRPr="000A065C">
        <w:rPr>
          <w:rStyle w:val="libArabicChar"/>
          <w:rFonts w:hint="cs"/>
          <w:rtl/>
        </w:rPr>
        <w:t>يذبح</w:t>
      </w:r>
      <w:r w:rsidRPr="000A065C">
        <w:rPr>
          <w:rStyle w:val="libArabicChar"/>
          <w:rtl/>
        </w:rPr>
        <w:t xml:space="preserve"> </w:t>
      </w:r>
      <w:r w:rsidRPr="000A065C">
        <w:rPr>
          <w:rStyle w:val="libArabicChar"/>
          <w:rFonts w:hint="cs"/>
          <w:rtl/>
        </w:rPr>
        <w:t>عن</w:t>
      </w:r>
      <w:r w:rsidR="00120F63" w:rsidRPr="00B2551F">
        <w:rPr>
          <w:rStyle w:val="libArabicChar"/>
          <w:rFonts w:hint="cs"/>
          <w:rtl/>
        </w:rPr>
        <w:t>ه</w:t>
      </w:r>
      <w:r w:rsidRPr="000A065C">
        <w:rPr>
          <w:rStyle w:val="libArabicChar"/>
          <w:rtl/>
        </w:rPr>
        <w:t xml:space="preserve"> </w:t>
      </w:r>
      <w:r w:rsidRPr="000A065C">
        <w:rPr>
          <w:rStyle w:val="libArabicChar"/>
          <w:rFonts w:hint="cs"/>
          <w:rtl/>
        </w:rPr>
        <w:t>؟</w:t>
      </w:r>
      <w:r w:rsidRPr="000A065C">
        <w:rPr>
          <w:rStyle w:val="libArabicChar"/>
          <w:rtl/>
        </w:rPr>
        <w:t xml:space="preserve"> </w:t>
      </w:r>
      <w:r w:rsidRPr="000A065C">
        <w:rPr>
          <w:rStyle w:val="libArabicChar"/>
          <w:rFonts w:hint="cs"/>
          <w:rtl/>
        </w:rPr>
        <w:t>قال</w:t>
      </w:r>
      <w:r w:rsidRPr="000A065C">
        <w:rPr>
          <w:rStyle w:val="libArabicChar"/>
          <w:rtl/>
        </w:rPr>
        <w:t xml:space="preserve"> : </w:t>
      </w:r>
      <w:r w:rsidRPr="000A065C">
        <w:rPr>
          <w:rStyle w:val="libArabicChar"/>
          <w:rFonts w:hint="cs"/>
          <w:rtl/>
        </w:rPr>
        <w:t>لا</w:t>
      </w:r>
      <w:r w:rsidRPr="000A065C">
        <w:rPr>
          <w:rStyle w:val="libArabicChar"/>
          <w:rtl/>
        </w:rPr>
        <w:t xml:space="preserve"> </w:t>
      </w:r>
      <w:r w:rsidRPr="000A065C">
        <w:rPr>
          <w:rStyle w:val="libArabicChar"/>
          <w:rFonts w:hint="cs"/>
          <w:rtl/>
        </w:rPr>
        <w:t>ان</w:t>
      </w:r>
      <w:r w:rsidRPr="000A065C">
        <w:rPr>
          <w:rStyle w:val="libArabicChar"/>
          <w:rtl/>
        </w:rPr>
        <w:t xml:space="preserve"> </w:t>
      </w:r>
      <w:r w:rsidRPr="000A065C">
        <w:rPr>
          <w:rStyle w:val="libArabicChar"/>
          <w:rFonts w:hint="cs"/>
          <w:rtl/>
        </w:rPr>
        <w:t>اللّ</w:t>
      </w:r>
      <w:r w:rsidR="00120F63" w:rsidRPr="00B2551F">
        <w:rPr>
          <w:rStyle w:val="libArabicChar"/>
          <w:rFonts w:hint="cs"/>
          <w:rtl/>
        </w:rPr>
        <w:t>ه</w:t>
      </w:r>
      <w:r w:rsidRPr="000A065C">
        <w:rPr>
          <w:rStyle w:val="libArabicChar"/>
          <w:rtl/>
        </w:rPr>
        <w:t xml:space="preserve"> </w:t>
      </w:r>
      <w:r w:rsidRPr="000A065C">
        <w:rPr>
          <w:rStyle w:val="libArabicChar"/>
          <w:rFonts w:hint="cs"/>
          <w:rtl/>
        </w:rPr>
        <w:t>تعالى</w:t>
      </w:r>
      <w:r w:rsidRPr="000A065C">
        <w:rPr>
          <w:rStyle w:val="libArabicChar"/>
          <w:rtl/>
        </w:rPr>
        <w:t xml:space="preserve"> </w:t>
      </w:r>
      <w:r w:rsidRPr="000A065C">
        <w:rPr>
          <w:rStyle w:val="libArabicChar"/>
          <w:rFonts w:hint="cs"/>
          <w:rtl/>
        </w:rPr>
        <w:t>يقول</w:t>
      </w:r>
      <w:r w:rsidRPr="000A065C">
        <w:rPr>
          <w:rStyle w:val="libArabicChar"/>
          <w:rtl/>
        </w:rPr>
        <w:t xml:space="preserve"> : ''</w:t>
      </w:r>
      <w:r w:rsidRPr="000A065C">
        <w:rPr>
          <w:rStyle w:val="libArabicChar"/>
          <w:rFonts w:hint="cs"/>
          <w:rtl/>
        </w:rPr>
        <w:t>عبداً</w:t>
      </w:r>
      <w:r w:rsidRPr="000A065C">
        <w:rPr>
          <w:rStyle w:val="libArabicChar"/>
          <w:rtl/>
        </w:rPr>
        <w:t xml:space="preserve"> </w:t>
      </w:r>
      <w:r w:rsidRPr="000A065C">
        <w:rPr>
          <w:rStyle w:val="libArabicChar"/>
          <w:rFonts w:hint="cs"/>
          <w:rtl/>
        </w:rPr>
        <w:t>مملوكاً</w:t>
      </w:r>
      <w:r w:rsidRPr="000A065C">
        <w:rPr>
          <w:rStyle w:val="libArabicChar"/>
          <w:rtl/>
        </w:rPr>
        <w:t xml:space="preserve"> </w:t>
      </w:r>
      <w:r w:rsidRPr="000A065C">
        <w:rPr>
          <w:rStyle w:val="libArabicChar"/>
          <w:rFonts w:hint="cs"/>
          <w:rtl/>
        </w:rPr>
        <w:t>لا</w:t>
      </w:r>
      <w:r w:rsidRPr="000A065C">
        <w:rPr>
          <w:rStyle w:val="libArabicChar"/>
          <w:rtl/>
        </w:rPr>
        <w:t xml:space="preserve"> </w:t>
      </w:r>
      <w:r w:rsidRPr="000A065C">
        <w:rPr>
          <w:rStyle w:val="libArabicChar"/>
          <w:rFonts w:hint="cs"/>
          <w:rtl/>
        </w:rPr>
        <w:t>يقدر</w:t>
      </w:r>
      <w:r w:rsidRPr="000A065C">
        <w:rPr>
          <w:rStyle w:val="libArabicChar"/>
          <w:rtl/>
        </w:rPr>
        <w:t xml:space="preserve"> </w:t>
      </w:r>
      <w:r w:rsidRPr="000A065C">
        <w:rPr>
          <w:rStyle w:val="libArabicChar"/>
          <w:rFonts w:hint="cs"/>
          <w:rtl/>
        </w:rPr>
        <w:t>على</w:t>
      </w:r>
      <w:r w:rsidRPr="000A065C">
        <w:rPr>
          <w:rStyle w:val="libArabicChar"/>
          <w:rtl/>
        </w:rPr>
        <w:t xml:space="preserve"> </w:t>
      </w:r>
      <w:r w:rsidRPr="000A065C">
        <w:rPr>
          <w:rStyle w:val="libArabicChar"/>
          <w:rFonts w:hint="cs"/>
          <w:rtl/>
        </w:rPr>
        <w:t>شيئ</w:t>
      </w:r>
      <w:r w:rsidRPr="000A065C">
        <w:rPr>
          <w:rStyle w:val="libFootnotenumChar"/>
          <w:rtl/>
        </w:rPr>
        <w:t>(2)</w:t>
      </w:r>
    </w:p>
    <w:p w:rsidR="001F628F" w:rsidRDefault="001F628F" w:rsidP="001F628F">
      <w:pPr>
        <w:pStyle w:val="libNormal"/>
        <w:rPr>
          <w:rtl/>
        </w:rPr>
      </w:pPr>
      <w:r>
        <w:rPr>
          <w:rFonts w:hint="eastAsia"/>
          <w:rtl/>
        </w:rPr>
        <w:t>حسن</w:t>
      </w:r>
      <w:r>
        <w:rPr>
          <w:rtl/>
        </w:rPr>
        <w:t xml:space="preserve"> عطا ركہتے ہي</w:t>
      </w:r>
      <w:r w:rsidR="00083993">
        <w:rPr>
          <w:rtl/>
        </w:rPr>
        <w:t xml:space="preserve">ں </w:t>
      </w:r>
      <w:r>
        <w:rPr>
          <w:rtl/>
        </w:rPr>
        <w:t>مي</w:t>
      </w:r>
      <w:r w:rsidR="00083993">
        <w:rPr>
          <w:rtl/>
        </w:rPr>
        <w:t xml:space="preserve">ں </w:t>
      </w:r>
      <w:r>
        <w:rPr>
          <w:rtl/>
        </w:rPr>
        <w:t>نے امام صادق</w:t>
      </w:r>
      <w:r w:rsidR="00367F17" w:rsidRPr="00367F17">
        <w:rPr>
          <w:rStyle w:val="libAlaemChar"/>
          <w:rtl/>
        </w:rPr>
        <w:t xml:space="preserve"> عليه‌السلام </w:t>
      </w:r>
      <w:r>
        <w:rPr>
          <w:rtl/>
        </w:rPr>
        <w:t xml:space="preserve"> سے سوال كيا كہ ايك شخص نے اپنے زر خريد غلام كو حكم ديا كہ وہ حج تمتع بجا لائے كيا اس غلام پر اپنے مولى كى طرف سے قربانى دينا واجب ہے ؟حضرت نے فرمايا نہي</w:t>
      </w:r>
      <w:r w:rsidR="00083993">
        <w:rPr>
          <w:rtl/>
        </w:rPr>
        <w:t xml:space="preserve">ں </w:t>
      </w:r>
      <w:r>
        <w:rPr>
          <w:rtl/>
        </w:rPr>
        <w:t xml:space="preserve">خداوند عالم نے فرمايا ہے :'' </w:t>
      </w:r>
      <w:r w:rsidRPr="000A065C">
        <w:rPr>
          <w:rStyle w:val="libArabicChar"/>
          <w:rtl/>
        </w:rPr>
        <w:t>عبداً مملوكاً لا يقدر على شي''</w:t>
      </w:r>
    </w:p>
    <w:p w:rsidR="001F628F" w:rsidRDefault="001F628F" w:rsidP="000A065C">
      <w:pPr>
        <w:pStyle w:val="libNormal"/>
        <w:rPr>
          <w:rtl/>
        </w:rPr>
      </w:pPr>
      <w:r>
        <w:rPr>
          <w:rFonts w:hint="eastAsia"/>
          <w:rtl/>
        </w:rPr>
        <w:t>آزاد</w:t>
      </w:r>
      <w:r>
        <w:rPr>
          <w:rtl/>
        </w:rPr>
        <w:t>:</w:t>
      </w:r>
      <w:r>
        <w:rPr>
          <w:rFonts w:hint="eastAsia"/>
          <w:rtl/>
        </w:rPr>
        <w:t>آزاد</w:t>
      </w:r>
      <w:r>
        <w:rPr>
          <w:rtl/>
        </w:rPr>
        <w:t xml:space="preserve"> بندو</w:t>
      </w:r>
      <w:r w:rsidR="00083993">
        <w:rPr>
          <w:rtl/>
        </w:rPr>
        <w:t xml:space="preserve">ں </w:t>
      </w:r>
      <w:r>
        <w:rPr>
          <w:rtl/>
        </w:rPr>
        <w:t>كا انفاق7; آزاد بندو</w:t>
      </w:r>
      <w:r w:rsidR="00083993">
        <w:rPr>
          <w:rtl/>
        </w:rPr>
        <w:t xml:space="preserve">ں </w:t>
      </w:r>
      <w:r>
        <w:rPr>
          <w:rtl/>
        </w:rPr>
        <w:t>كى خصوصيات 7</w:t>
      </w:r>
    </w:p>
    <w:p w:rsidR="001F628F" w:rsidRDefault="001F628F" w:rsidP="001F628F">
      <w:pPr>
        <w:pStyle w:val="libNormal"/>
        <w:rPr>
          <w:rtl/>
        </w:rPr>
      </w:pPr>
      <w:r>
        <w:rPr>
          <w:rFonts w:hint="eastAsia"/>
          <w:rtl/>
        </w:rPr>
        <w:t>احكام</w:t>
      </w:r>
      <w:r>
        <w:rPr>
          <w:rtl/>
        </w:rPr>
        <w:t>:19،20</w:t>
      </w:r>
    </w:p>
    <w:p w:rsidR="001F628F" w:rsidRDefault="001F628F" w:rsidP="000A065C">
      <w:pPr>
        <w:pStyle w:val="libNormal"/>
        <w:rPr>
          <w:rtl/>
        </w:rPr>
      </w:pPr>
      <w:r>
        <w:rPr>
          <w:rFonts w:hint="eastAsia"/>
          <w:rtl/>
        </w:rPr>
        <w:t>ازدواج</w:t>
      </w:r>
      <w:r>
        <w:rPr>
          <w:rtl/>
        </w:rPr>
        <w:t>:</w:t>
      </w:r>
      <w:r>
        <w:rPr>
          <w:rFonts w:hint="eastAsia"/>
          <w:rtl/>
        </w:rPr>
        <w:t>ازدواج</w:t>
      </w:r>
      <w:r>
        <w:rPr>
          <w:rtl/>
        </w:rPr>
        <w:t xml:space="preserve"> كے احكام 19</w:t>
      </w:r>
    </w:p>
    <w:p w:rsidR="001F628F" w:rsidRDefault="001F628F" w:rsidP="000A065C">
      <w:pPr>
        <w:pStyle w:val="libNormal"/>
        <w:rPr>
          <w:rtl/>
        </w:rPr>
      </w:pPr>
      <w:r>
        <w:rPr>
          <w:rFonts w:hint="eastAsia"/>
          <w:rtl/>
        </w:rPr>
        <w:t>استقلال</w:t>
      </w:r>
      <w:r>
        <w:rPr>
          <w:rtl/>
        </w:rPr>
        <w:t>:</w:t>
      </w:r>
      <w:r>
        <w:rPr>
          <w:rFonts w:hint="eastAsia"/>
          <w:rtl/>
        </w:rPr>
        <w:t>مالى</w:t>
      </w:r>
      <w:r>
        <w:rPr>
          <w:rtl/>
        </w:rPr>
        <w:t xml:space="preserve"> استقلال كى اہميت 11</w:t>
      </w:r>
    </w:p>
    <w:p w:rsidR="001F628F" w:rsidRDefault="001F628F" w:rsidP="000A065C">
      <w:pPr>
        <w:pStyle w:val="libNormal"/>
        <w:rPr>
          <w:rtl/>
        </w:rPr>
      </w:pPr>
      <w:r>
        <w:rPr>
          <w:rFonts w:hint="eastAsia"/>
          <w:rtl/>
        </w:rPr>
        <w:t>اقدار</w:t>
      </w:r>
      <w:r>
        <w:rPr>
          <w:rtl/>
        </w:rPr>
        <w:t>:6،10</w:t>
      </w:r>
      <w:r>
        <w:rPr>
          <w:rFonts w:hint="eastAsia"/>
          <w:rtl/>
        </w:rPr>
        <w:t>اقدار</w:t>
      </w:r>
      <w:r>
        <w:rPr>
          <w:rtl/>
        </w:rPr>
        <w:t xml:space="preserve"> كا سرچشمہ 15</w:t>
      </w:r>
    </w:p>
    <w:p w:rsidR="001F628F" w:rsidRDefault="001F628F" w:rsidP="000A065C">
      <w:pPr>
        <w:pStyle w:val="libNormal"/>
        <w:rPr>
          <w:rtl/>
        </w:rPr>
      </w:pPr>
      <w:r>
        <w:rPr>
          <w:rFonts w:hint="eastAsia"/>
          <w:rtl/>
        </w:rPr>
        <w:t>الله</w:t>
      </w:r>
      <w:r>
        <w:rPr>
          <w:rtl/>
        </w:rPr>
        <w:t xml:space="preserve"> تعالي:</w:t>
      </w:r>
      <w:r>
        <w:rPr>
          <w:rFonts w:hint="eastAsia"/>
          <w:rtl/>
        </w:rPr>
        <w:t>الله</w:t>
      </w:r>
      <w:r>
        <w:rPr>
          <w:rtl/>
        </w:rPr>
        <w:t xml:space="preserve"> تعالى كا بے نظير ہونا 17; الله تعالى كا بے نياز ہونا 9; الله تعالى كا كردار 15; الله تعالى كى رازقيت 3; الله تعالى كى روزى 8; الله تعالى كى نعمات 4; الله تعالى كے صفات17; الله تعالى كے كمال 16; الله تعالى كے مختصات13،14،16; الله تعالى كے مقدّرات</w:t>
      </w:r>
    </w:p>
    <w:p w:rsidR="001F628F" w:rsidRDefault="001F628F" w:rsidP="000A065C">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مالكيت كى حدود5; انسانو</w:t>
      </w:r>
      <w:r w:rsidR="00083993">
        <w:rPr>
          <w:rtl/>
        </w:rPr>
        <w:t xml:space="preserve">ں </w:t>
      </w:r>
      <w:r>
        <w:rPr>
          <w:rtl/>
        </w:rPr>
        <w:t>كے دائرہ اختيار كى حدود 5; انسانو</w:t>
      </w:r>
      <w:r w:rsidR="00083993">
        <w:rPr>
          <w:rtl/>
        </w:rPr>
        <w:t xml:space="preserve">ں </w:t>
      </w:r>
      <w:r>
        <w:rPr>
          <w:rtl/>
        </w:rPr>
        <w:t>مي</w:t>
      </w:r>
      <w:r w:rsidR="00083993">
        <w:rPr>
          <w:rtl/>
        </w:rPr>
        <w:t xml:space="preserve">ں </w:t>
      </w:r>
      <w:r>
        <w:rPr>
          <w:rtl/>
        </w:rPr>
        <w:t>اقتصادى تفاوت5</w:t>
      </w:r>
    </w:p>
    <w:p w:rsidR="000A065C" w:rsidRDefault="001E7F9D" w:rsidP="00F73EDE">
      <w:pPr>
        <w:pStyle w:val="libPoemTini"/>
        <w:rPr>
          <w:rtl/>
        </w:rPr>
      </w:pPr>
      <w:r>
        <w:rPr>
          <w:rtl/>
        </w:rPr>
        <w:br w:type="page"/>
      </w:r>
    </w:p>
    <w:p w:rsidR="001F628F" w:rsidRDefault="001F628F" w:rsidP="000A065C">
      <w:pPr>
        <w:pStyle w:val="libNormal"/>
        <w:rPr>
          <w:rtl/>
        </w:rPr>
      </w:pPr>
      <w:r>
        <w:rPr>
          <w:rFonts w:hint="eastAsia"/>
          <w:rtl/>
        </w:rPr>
        <w:lastRenderedPageBreak/>
        <w:t>جہالت</w:t>
      </w:r>
      <w:r>
        <w:rPr>
          <w:rtl/>
        </w:rPr>
        <w:t>:</w:t>
      </w:r>
      <w:r>
        <w:rPr>
          <w:rFonts w:hint="eastAsia"/>
          <w:rtl/>
        </w:rPr>
        <w:t>جہالتكے</w:t>
      </w:r>
      <w:r>
        <w:rPr>
          <w:rtl/>
        </w:rPr>
        <w:t xml:space="preserve"> آثار 18</w:t>
      </w:r>
    </w:p>
    <w:p w:rsidR="001F628F" w:rsidRDefault="001F628F" w:rsidP="000A065C">
      <w:pPr>
        <w:pStyle w:val="libNormal"/>
        <w:rPr>
          <w:rtl/>
        </w:rPr>
      </w:pPr>
      <w:r>
        <w:rPr>
          <w:rFonts w:hint="eastAsia"/>
          <w:rtl/>
        </w:rPr>
        <w:t>حمد</w:t>
      </w:r>
      <w:r>
        <w:rPr>
          <w:rtl/>
        </w:rPr>
        <w:t>:</w:t>
      </w:r>
      <w:r>
        <w:rPr>
          <w:rFonts w:hint="eastAsia"/>
          <w:rtl/>
        </w:rPr>
        <w:t>خدا</w:t>
      </w:r>
      <w:r>
        <w:rPr>
          <w:rtl/>
        </w:rPr>
        <w:t xml:space="preserve"> كى حمد 13،14</w:t>
      </w:r>
    </w:p>
    <w:p w:rsidR="001F628F" w:rsidRDefault="001F628F" w:rsidP="001F628F">
      <w:pPr>
        <w:pStyle w:val="libNormal"/>
        <w:rPr>
          <w:rtl/>
        </w:rPr>
      </w:pPr>
      <w:r>
        <w:rPr>
          <w:rFonts w:hint="eastAsia"/>
          <w:rtl/>
        </w:rPr>
        <w:t>روايت</w:t>
      </w:r>
      <w:r>
        <w:rPr>
          <w:rtl/>
        </w:rPr>
        <w:t>:19،20</w:t>
      </w:r>
    </w:p>
    <w:p w:rsidR="001F628F" w:rsidRDefault="001F628F" w:rsidP="000A065C">
      <w:pPr>
        <w:pStyle w:val="libNormal"/>
        <w:rPr>
          <w:rtl/>
        </w:rPr>
      </w:pPr>
      <w:r>
        <w:rPr>
          <w:rFonts w:hint="eastAsia"/>
          <w:rtl/>
        </w:rPr>
        <w:t>روزى</w:t>
      </w:r>
      <w:r>
        <w:rPr>
          <w:rtl/>
        </w:rPr>
        <w:t xml:space="preserve"> :</w:t>
      </w:r>
      <w:r>
        <w:rPr>
          <w:rFonts w:hint="eastAsia"/>
          <w:rtl/>
        </w:rPr>
        <w:t>پسنديدہ</w:t>
      </w:r>
      <w:r>
        <w:rPr>
          <w:rtl/>
        </w:rPr>
        <w:t xml:space="preserve"> روزى 8; حلال روزى 8: روزى كا سرچشمہ 3</w:t>
      </w:r>
    </w:p>
    <w:p w:rsidR="001F628F" w:rsidRDefault="001F628F" w:rsidP="000A065C">
      <w:pPr>
        <w:pStyle w:val="libNormal"/>
        <w:rPr>
          <w:rtl/>
        </w:rPr>
      </w:pPr>
      <w:r>
        <w:rPr>
          <w:rFonts w:hint="eastAsia"/>
          <w:rtl/>
        </w:rPr>
        <w:t>زيبائي</w:t>
      </w:r>
      <w:r>
        <w:rPr>
          <w:rtl/>
        </w:rPr>
        <w:t>:</w:t>
      </w:r>
      <w:r>
        <w:rPr>
          <w:rFonts w:hint="eastAsia"/>
          <w:rtl/>
        </w:rPr>
        <w:t>زيبائي</w:t>
      </w:r>
      <w:r>
        <w:rPr>
          <w:rtl/>
        </w:rPr>
        <w:t xml:space="preserve"> كا سرچشمہ 15</w:t>
      </w:r>
    </w:p>
    <w:p w:rsidR="001F628F" w:rsidRDefault="001F628F" w:rsidP="000A065C">
      <w:pPr>
        <w:pStyle w:val="libNormal"/>
        <w:rPr>
          <w:rtl/>
        </w:rPr>
      </w:pPr>
      <w:r>
        <w:rPr>
          <w:rFonts w:hint="eastAsia"/>
          <w:rtl/>
        </w:rPr>
        <w:t>شرك</w:t>
      </w:r>
      <w:r>
        <w:rPr>
          <w:rtl/>
        </w:rPr>
        <w:t>:</w:t>
      </w:r>
      <w:r>
        <w:rPr>
          <w:rFonts w:hint="eastAsia"/>
          <w:rtl/>
        </w:rPr>
        <w:t>شرك</w:t>
      </w:r>
      <w:r>
        <w:rPr>
          <w:rtl/>
        </w:rPr>
        <w:t xml:space="preserve"> كے اسباب18</w:t>
      </w:r>
    </w:p>
    <w:p w:rsidR="001F628F" w:rsidRDefault="001F628F" w:rsidP="000A065C">
      <w:pPr>
        <w:pStyle w:val="libNormal"/>
        <w:rPr>
          <w:rtl/>
        </w:rPr>
      </w:pPr>
      <w:r>
        <w:rPr>
          <w:rFonts w:hint="eastAsia"/>
          <w:rtl/>
        </w:rPr>
        <w:t>طلاق</w:t>
      </w:r>
      <w:r>
        <w:rPr>
          <w:rtl/>
        </w:rPr>
        <w:t>:</w:t>
      </w:r>
      <w:r>
        <w:rPr>
          <w:rFonts w:hint="eastAsia"/>
          <w:rtl/>
        </w:rPr>
        <w:t>طلاق</w:t>
      </w:r>
      <w:r>
        <w:rPr>
          <w:rtl/>
        </w:rPr>
        <w:t xml:space="preserve"> كے احكام 19</w:t>
      </w:r>
    </w:p>
    <w:p w:rsidR="001F628F" w:rsidRDefault="001F628F" w:rsidP="000A065C">
      <w:pPr>
        <w:pStyle w:val="libNormal"/>
        <w:rPr>
          <w:rtl/>
        </w:rPr>
      </w:pPr>
      <w:r>
        <w:rPr>
          <w:rFonts w:hint="eastAsia"/>
          <w:rtl/>
        </w:rPr>
        <w:t>غلام</w:t>
      </w:r>
      <w:r>
        <w:rPr>
          <w:rtl/>
        </w:rPr>
        <w:t>:</w:t>
      </w:r>
      <w:r>
        <w:rPr>
          <w:rFonts w:hint="eastAsia"/>
          <w:rtl/>
        </w:rPr>
        <w:t>غلام</w:t>
      </w:r>
      <w:r>
        <w:rPr>
          <w:rtl/>
        </w:rPr>
        <w:t xml:space="preserve"> كا حج 20</w:t>
      </w:r>
    </w:p>
    <w:p w:rsidR="001F628F" w:rsidRDefault="001F628F" w:rsidP="000A065C">
      <w:pPr>
        <w:pStyle w:val="libNormal"/>
        <w:rPr>
          <w:rtl/>
        </w:rPr>
      </w:pPr>
      <w:r>
        <w:rPr>
          <w:rFonts w:hint="eastAsia"/>
          <w:rtl/>
        </w:rPr>
        <w:t>قرآن</w:t>
      </w:r>
      <w:r>
        <w:rPr>
          <w:rtl/>
        </w:rPr>
        <w:t>:</w:t>
      </w:r>
      <w:r>
        <w:rPr>
          <w:rFonts w:hint="eastAsia"/>
          <w:rtl/>
        </w:rPr>
        <w:t>قرآن</w:t>
      </w:r>
      <w:r>
        <w:rPr>
          <w:rtl/>
        </w:rPr>
        <w:t xml:space="preserve"> كى تعليمات كى روش 2; قرآنى مثالو</w:t>
      </w:r>
      <w:r w:rsidR="00083993">
        <w:rPr>
          <w:rtl/>
        </w:rPr>
        <w:t xml:space="preserve">ں </w:t>
      </w:r>
      <w:r>
        <w:rPr>
          <w:rtl/>
        </w:rPr>
        <w:t>كا فلسفہ 2; قرآنى مثالي</w:t>
      </w:r>
      <w:r w:rsidR="00083993">
        <w:rPr>
          <w:rtl/>
        </w:rPr>
        <w:t xml:space="preserve">ں </w:t>
      </w:r>
      <w:r>
        <w:rPr>
          <w:rtl/>
        </w:rPr>
        <w:t>1</w:t>
      </w:r>
    </w:p>
    <w:p w:rsidR="001F628F" w:rsidRDefault="001F628F" w:rsidP="000A065C">
      <w:pPr>
        <w:pStyle w:val="libNormal"/>
        <w:rPr>
          <w:rtl/>
        </w:rPr>
      </w:pPr>
      <w:r>
        <w:rPr>
          <w:rFonts w:hint="eastAsia"/>
          <w:rtl/>
        </w:rPr>
        <w:t>قرآنى</w:t>
      </w:r>
      <w:r>
        <w:rPr>
          <w:rtl/>
        </w:rPr>
        <w:t xml:space="preserve"> مثالي</w:t>
      </w:r>
      <w:r w:rsidR="00083993">
        <w:rPr>
          <w:rtl/>
        </w:rPr>
        <w:t xml:space="preserve">ں </w:t>
      </w:r>
      <w:r>
        <w:rPr>
          <w:rtl/>
        </w:rPr>
        <w:t>:</w:t>
      </w:r>
      <w:r>
        <w:rPr>
          <w:rFonts w:hint="eastAsia"/>
          <w:rtl/>
        </w:rPr>
        <w:t>غلام</w:t>
      </w:r>
      <w:r>
        <w:rPr>
          <w:rtl/>
        </w:rPr>
        <w:t xml:space="preserve"> كے ساتھ تشبيہ 1; موجودات كى مثال1</w:t>
      </w:r>
    </w:p>
    <w:p w:rsidR="001F628F" w:rsidRDefault="001F628F" w:rsidP="000A065C">
      <w:pPr>
        <w:pStyle w:val="libNormal"/>
        <w:rPr>
          <w:rtl/>
        </w:rPr>
      </w:pPr>
      <w:r>
        <w:rPr>
          <w:rFonts w:hint="eastAsia"/>
          <w:rtl/>
        </w:rPr>
        <w:t>قياس</w:t>
      </w:r>
      <w:r>
        <w:rPr>
          <w:rtl/>
        </w:rPr>
        <w:t>:</w:t>
      </w:r>
      <w:r>
        <w:rPr>
          <w:rFonts w:hint="eastAsia"/>
          <w:rtl/>
        </w:rPr>
        <w:t>باطل</w:t>
      </w:r>
      <w:r>
        <w:rPr>
          <w:rtl/>
        </w:rPr>
        <w:t xml:space="preserve"> قياس 11،12; موجودات كا خدا كے ساتھ قياس 12،17</w:t>
      </w:r>
    </w:p>
    <w:p w:rsidR="001F628F" w:rsidRDefault="001F628F" w:rsidP="000A065C">
      <w:pPr>
        <w:pStyle w:val="libNormal"/>
        <w:rPr>
          <w:rtl/>
        </w:rPr>
      </w:pPr>
      <w:r>
        <w:rPr>
          <w:rFonts w:hint="eastAsia"/>
          <w:rtl/>
        </w:rPr>
        <w:t>كائنات</w:t>
      </w:r>
      <w:r>
        <w:rPr>
          <w:rtl/>
        </w:rPr>
        <w:t>:</w:t>
      </w:r>
      <w:r>
        <w:rPr>
          <w:rFonts w:hint="eastAsia"/>
          <w:rtl/>
        </w:rPr>
        <w:t>كائنات</w:t>
      </w:r>
      <w:r>
        <w:rPr>
          <w:rtl/>
        </w:rPr>
        <w:t xml:space="preserve"> كى نياز مندى 9</w:t>
      </w:r>
    </w:p>
    <w:p w:rsidR="001F628F" w:rsidRDefault="001F628F" w:rsidP="000A065C">
      <w:pPr>
        <w:pStyle w:val="libNormal"/>
        <w:rPr>
          <w:rtl/>
        </w:rPr>
      </w:pPr>
      <w:r>
        <w:rPr>
          <w:rFonts w:hint="eastAsia"/>
          <w:rtl/>
        </w:rPr>
        <w:t>مشركين</w:t>
      </w:r>
      <w:r>
        <w:rPr>
          <w:rtl/>
        </w:rPr>
        <w:t>:</w:t>
      </w:r>
      <w:r>
        <w:rPr>
          <w:rFonts w:hint="eastAsia"/>
          <w:rtl/>
        </w:rPr>
        <w:t>مشركين</w:t>
      </w:r>
      <w:r>
        <w:rPr>
          <w:rtl/>
        </w:rPr>
        <w:t xml:space="preserve"> كى اكثريت 17; مشركين كى جہالت 17</w:t>
      </w:r>
    </w:p>
    <w:p w:rsidR="001F628F" w:rsidRDefault="001F628F" w:rsidP="000A065C">
      <w:pPr>
        <w:pStyle w:val="libNormal"/>
        <w:rPr>
          <w:rtl/>
        </w:rPr>
      </w:pPr>
      <w:r>
        <w:rPr>
          <w:rFonts w:hint="eastAsia"/>
          <w:rtl/>
        </w:rPr>
        <w:t>موجودات</w:t>
      </w:r>
      <w:r>
        <w:rPr>
          <w:rtl/>
        </w:rPr>
        <w:t>:</w:t>
      </w:r>
      <w:r>
        <w:rPr>
          <w:rFonts w:hint="eastAsia"/>
          <w:rtl/>
        </w:rPr>
        <w:t>موجودات</w:t>
      </w:r>
      <w:r>
        <w:rPr>
          <w:rtl/>
        </w:rPr>
        <w:t xml:space="preserve"> كا عجز 1; موجودات كا نقص 16</w:t>
      </w:r>
    </w:p>
    <w:p w:rsidR="001F628F" w:rsidRDefault="001F628F" w:rsidP="000A065C">
      <w:pPr>
        <w:pStyle w:val="libNormal"/>
        <w:rPr>
          <w:rtl/>
        </w:rPr>
      </w:pPr>
      <w:r>
        <w:rPr>
          <w:rFonts w:hint="eastAsia"/>
          <w:rtl/>
        </w:rPr>
        <w:t>نعمت</w:t>
      </w:r>
      <w:r>
        <w:rPr>
          <w:rtl/>
        </w:rPr>
        <w:t>:</w:t>
      </w:r>
      <w:r>
        <w:rPr>
          <w:rFonts w:hint="eastAsia"/>
          <w:rtl/>
        </w:rPr>
        <w:t>ثروت</w:t>
      </w:r>
      <w:r>
        <w:rPr>
          <w:rtl/>
        </w:rPr>
        <w:t xml:space="preserve"> كى نعمت 4</w:t>
      </w:r>
    </w:p>
    <w:p w:rsidR="000A065C" w:rsidRDefault="001E7F9D" w:rsidP="00F73EDE">
      <w:pPr>
        <w:pStyle w:val="libPoemTini"/>
        <w:rPr>
          <w:rtl/>
        </w:rPr>
      </w:pPr>
      <w:r>
        <w:rPr>
          <w:rtl/>
        </w:rPr>
        <w:br w:type="page"/>
      </w:r>
    </w:p>
    <w:p w:rsidR="000A065C" w:rsidRDefault="000A065C" w:rsidP="000A065C">
      <w:pPr>
        <w:pStyle w:val="Heading2Center"/>
        <w:rPr>
          <w:rtl/>
        </w:rPr>
      </w:pPr>
      <w:bookmarkStart w:id="222" w:name="_Toc28081900"/>
      <w:r>
        <w:rPr>
          <w:rFonts w:hint="cs"/>
          <w:rtl/>
        </w:rPr>
        <w:lastRenderedPageBreak/>
        <w:t>آیت 76</w:t>
      </w:r>
      <w:bookmarkEnd w:id="222"/>
    </w:p>
    <w:p w:rsidR="001F628F" w:rsidRDefault="00E260F9" w:rsidP="000A065C">
      <w:pPr>
        <w:pStyle w:val="libNormal"/>
        <w:rPr>
          <w:rtl/>
        </w:rPr>
      </w:pPr>
      <w:r w:rsidRPr="00E260F9">
        <w:rPr>
          <w:rStyle w:val="libAlaemChar"/>
          <w:rFonts w:hint="eastAsia"/>
          <w:rtl/>
        </w:rPr>
        <w:t>(</w:t>
      </w:r>
      <w:r w:rsidRPr="000A065C">
        <w:rPr>
          <w:rStyle w:val="libAieChar"/>
          <w:rFonts w:hint="eastAsia"/>
          <w:rtl/>
        </w:rPr>
        <w:t>وَضَرَبَ</w:t>
      </w:r>
      <w:r w:rsidRPr="000A065C">
        <w:rPr>
          <w:rStyle w:val="libAieChar"/>
          <w:rtl/>
        </w:rPr>
        <w:t xml:space="preserve"> اللّهُ مَثَلاً رَّجُلَيْنِ أَحَدُهُمَا أَبْكَمُ لاَ يَقْدِرُ عَلَىَ شَيْءٍ وَهُوَ كَلٌّ عَلَى مَوْلاهُ أَيْنَمَا يُوَجِّههُّ لاَ يَأْتِ بِخَيْرٍ هَلْ يَسْتَوِي هُوَ وَمَن يَأْمُرُ بِالْعَدْلِ وَهُوَ عَلَى صِرَاطٍ مُّسْتَقِيمٍ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نے ايك اور مثال ان دو انسانو</w:t>
      </w:r>
      <w:r w:rsidR="00083993">
        <w:rPr>
          <w:rtl/>
        </w:rPr>
        <w:t xml:space="preserve">ں </w:t>
      </w:r>
      <w:r>
        <w:rPr>
          <w:rtl/>
        </w:rPr>
        <w:t>كى بيان كى ہے جن مي</w:t>
      </w:r>
      <w:r w:rsidR="00083993">
        <w:rPr>
          <w:rtl/>
        </w:rPr>
        <w:t xml:space="preserve">ں </w:t>
      </w:r>
      <w:r>
        <w:rPr>
          <w:rtl/>
        </w:rPr>
        <w:t>سے ايك گونگا ہے اور اس كے بس مي</w:t>
      </w:r>
      <w:r w:rsidR="00083993">
        <w:rPr>
          <w:rtl/>
        </w:rPr>
        <w:t xml:space="preserve">ں </w:t>
      </w:r>
      <w:r>
        <w:rPr>
          <w:rtl/>
        </w:rPr>
        <w:t>كچھ نہي</w:t>
      </w:r>
      <w:r w:rsidR="00083993">
        <w:rPr>
          <w:rtl/>
        </w:rPr>
        <w:t xml:space="preserve">ں </w:t>
      </w:r>
      <w:r>
        <w:rPr>
          <w:rtl/>
        </w:rPr>
        <w:t>ہے بلكہ وہ خود اپنے مولا كے سر پر ايك بوجھ ہے كہ جس طرف بھى بھيج دے كوئي خير لے كر نہ آئے گا تو كيا وہ اس كے برابر ہوسكتا ہے جو عدل كا حكم ديتا ہے اور سيد</w:t>
      </w:r>
      <w:r>
        <w:rPr>
          <w:rFonts w:hint="eastAsia"/>
          <w:rtl/>
        </w:rPr>
        <w:t>ھے</w:t>
      </w:r>
      <w:r>
        <w:rPr>
          <w:rtl/>
        </w:rPr>
        <w:t xml:space="preserve"> راستہ پر گامزن ہے _</w:t>
      </w:r>
    </w:p>
    <w:p w:rsidR="001F628F" w:rsidRDefault="001F628F" w:rsidP="001F628F">
      <w:pPr>
        <w:pStyle w:val="libNormal"/>
        <w:rPr>
          <w:rtl/>
        </w:rPr>
      </w:pPr>
      <w:r>
        <w:rPr>
          <w:rtl/>
        </w:rPr>
        <w:t>1_ خداوند عالم كى نسبت، مخلوق ناتوان ،گونگو</w:t>
      </w:r>
      <w:r w:rsidR="00083993">
        <w:rPr>
          <w:rtl/>
        </w:rPr>
        <w:t xml:space="preserve">ں </w:t>
      </w:r>
      <w:r>
        <w:rPr>
          <w:rtl/>
        </w:rPr>
        <w:t>كى مثل اور سرپرست كى محتاج ہے_</w:t>
      </w:r>
    </w:p>
    <w:p w:rsidR="001F628F" w:rsidRDefault="001F628F" w:rsidP="000A065C">
      <w:pPr>
        <w:pStyle w:val="libArabic"/>
        <w:rPr>
          <w:rtl/>
        </w:rPr>
      </w:pPr>
      <w:r>
        <w:rPr>
          <w:rFonts w:hint="eastAsia"/>
          <w:rtl/>
        </w:rPr>
        <w:t>وضرب</w:t>
      </w:r>
      <w:r>
        <w:rPr>
          <w:rtl/>
        </w:rPr>
        <w:t xml:space="preserve"> الله مثلاً رجلين احد </w:t>
      </w:r>
      <w:r w:rsidR="00120F63" w:rsidRPr="00ED5DE8">
        <w:rPr>
          <w:rFonts w:hint="cs"/>
          <w:rtl/>
        </w:rPr>
        <w:t>ه</w:t>
      </w:r>
      <w:r>
        <w:rPr>
          <w:rFonts w:hint="cs"/>
          <w:rtl/>
        </w:rPr>
        <w:t>ما</w:t>
      </w:r>
      <w:r>
        <w:rPr>
          <w:rtl/>
        </w:rPr>
        <w:t xml:space="preserve"> </w:t>
      </w:r>
      <w:r>
        <w:rPr>
          <w:rFonts w:hint="cs"/>
          <w:rtl/>
        </w:rPr>
        <w:t>ابكم</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شيء</w:t>
      </w:r>
      <w:r>
        <w:rPr>
          <w:rtl/>
        </w:rPr>
        <w:t xml:space="preserve"> </w:t>
      </w:r>
      <w:r>
        <w:rPr>
          <w:rFonts w:hint="cs"/>
          <w:rtl/>
        </w:rPr>
        <w:t>و</w:t>
      </w:r>
      <w:r w:rsidR="00120F63" w:rsidRPr="00ED5DE8">
        <w:rPr>
          <w:rFonts w:hint="cs"/>
          <w:rtl/>
        </w:rPr>
        <w:t>ه</w:t>
      </w:r>
      <w:r>
        <w:rPr>
          <w:rFonts w:hint="cs"/>
          <w:rtl/>
        </w:rPr>
        <w:t>و</w:t>
      </w:r>
      <w:r>
        <w:rPr>
          <w:rtl/>
        </w:rPr>
        <w:t xml:space="preserve"> </w:t>
      </w:r>
      <w:r>
        <w:rPr>
          <w:rFonts w:hint="cs"/>
          <w:rtl/>
        </w:rPr>
        <w:t>كل</w:t>
      </w:r>
      <w:r>
        <w:rPr>
          <w:rtl/>
        </w:rPr>
        <w:t xml:space="preserve"> </w:t>
      </w:r>
      <w:r>
        <w:rPr>
          <w:rFonts w:hint="cs"/>
          <w:rtl/>
        </w:rPr>
        <w:t>ّ</w:t>
      </w:r>
      <w:r>
        <w:rPr>
          <w:rtl/>
        </w:rPr>
        <w:t xml:space="preserve"> </w:t>
      </w:r>
      <w:r>
        <w:rPr>
          <w:rFonts w:hint="cs"/>
          <w:rtl/>
        </w:rPr>
        <w:t>عل</w:t>
      </w:r>
      <w:r>
        <w:rPr>
          <w:rtl/>
        </w:rPr>
        <w:t>ى مول</w:t>
      </w:r>
      <w:r w:rsidR="00120F63" w:rsidRPr="00ED5DE8">
        <w:rPr>
          <w:rFonts w:hint="cs"/>
          <w:rtl/>
        </w:rPr>
        <w:t>ه</w:t>
      </w:r>
    </w:p>
    <w:p w:rsidR="001F628F" w:rsidRDefault="001F628F" w:rsidP="001F628F">
      <w:pPr>
        <w:pStyle w:val="libNormal"/>
        <w:rPr>
          <w:rtl/>
        </w:rPr>
      </w:pPr>
      <w:r>
        <w:rPr>
          <w:rtl/>
        </w:rPr>
        <w:t>2_ خداوند عالم كا عوام الناس كو مفاہيم وحى سے آشنا كرنے كے ليے مثال اور تشبيہ سے استفادہ كرنا _</w:t>
      </w:r>
    </w:p>
    <w:p w:rsidR="001F628F" w:rsidRDefault="001F628F" w:rsidP="000A065C">
      <w:pPr>
        <w:pStyle w:val="libArabic"/>
        <w:rPr>
          <w:rtl/>
        </w:rPr>
      </w:pPr>
      <w:r>
        <w:rPr>
          <w:rFonts w:hint="eastAsia"/>
          <w:rtl/>
        </w:rPr>
        <w:t>وضرب</w:t>
      </w:r>
      <w:r>
        <w:rPr>
          <w:rtl/>
        </w:rPr>
        <w:t xml:space="preserve"> اللّ</w:t>
      </w:r>
      <w:r w:rsidR="00120F63" w:rsidRPr="00ED5DE8">
        <w:rPr>
          <w:rFonts w:hint="cs"/>
          <w:rtl/>
        </w:rPr>
        <w:t>ه</w:t>
      </w:r>
      <w:r>
        <w:rPr>
          <w:rtl/>
        </w:rPr>
        <w:t xml:space="preserve"> </w:t>
      </w:r>
      <w:r>
        <w:rPr>
          <w:rFonts w:hint="cs"/>
          <w:rtl/>
        </w:rPr>
        <w:t>مثلاً</w:t>
      </w:r>
      <w:r>
        <w:rPr>
          <w:rtl/>
        </w:rPr>
        <w:t xml:space="preserve"> رجلين</w:t>
      </w:r>
    </w:p>
    <w:p w:rsidR="001F628F" w:rsidRDefault="001F628F" w:rsidP="000A065C">
      <w:pPr>
        <w:pStyle w:val="libNormal"/>
        <w:rPr>
          <w:rtl/>
        </w:rPr>
      </w:pPr>
      <w:r>
        <w:rPr>
          <w:rtl/>
        </w:rPr>
        <w:t>3_ كائنات كے موجودات عاجز اور اپنى حيات مي</w:t>
      </w:r>
      <w:r w:rsidR="00083993">
        <w:rPr>
          <w:rtl/>
        </w:rPr>
        <w:t xml:space="preserve">ں </w:t>
      </w:r>
      <w:r>
        <w:rPr>
          <w:rtl/>
        </w:rPr>
        <w:t>خداوند عالم پر بھروسہ كيے ہوئے ہي</w:t>
      </w:r>
      <w:r w:rsidR="00083993">
        <w:rPr>
          <w:rtl/>
        </w:rPr>
        <w:t xml:space="preserve">ں </w:t>
      </w:r>
      <w:r>
        <w:rPr>
          <w:rtl/>
        </w:rPr>
        <w:t>_</w:t>
      </w:r>
      <w:r w:rsidRPr="000A065C">
        <w:rPr>
          <w:rStyle w:val="libArabicChar"/>
          <w:rFonts w:hint="eastAsia"/>
          <w:rtl/>
        </w:rPr>
        <w:t>لا</w:t>
      </w:r>
      <w:r w:rsidRPr="000A065C">
        <w:rPr>
          <w:rStyle w:val="libArabicChar"/>
          <w:rtl/>
        </w:rPr>
        <w:t xml:space="preserve"> يقدر على شيء و</w:t>
      </w:r>
      <w:r w:rsidR="00120F63" w:rsidRPr="00B2551F">
        <w:rPr>
          <w:rStyle w:val="libArabicChar"/>
          <w:rFonts w:hint="cs"/>
          <w:rtl/>
        </w:rPr>
        <w:t>ه</w:t>
      </w:r>
      <w:r w:rsidRPr="000A065C">
        <w:rPr>
          <w:rStyle w:val="libArabicChar"/>
          <w:rFonts w:hint="cs"/>
          <w:rtl/>
        </w:rPr>
        <w:t>وكلّ</w:t>
      </w:r>
      <w:r w:rsidRPr="000A065C">
        <w:rPr>
          <w:rStyle w:val="libArabicChar"/>
          <w:rtl/>
        </w:rPr>
        <w:t xml:space="preserve"> </w:t>
      </w:r>
      <w:r w:rsidRPr="000A065C">
        <w:rPr>
          <w:rStyle w:val="libArabicChar"/>
          <w:rFonts w:hint="cs"/>
          <w:rtl/>
        </w:rPr>
        <w:t>عل</w:t>
      </w:r>
      <w:r w:rsidRPr="000A065C">
        <w:rPr>
          <w:rStyle w:val="libArabicChar"/>
          <w:rtl/>
        </w:rPr>
        <w:t>ى مول</w:t>
      </w:r>
      <w:r w:rsidR="00120F63" w:rsidRPr="00B2551F">
        <w:rPr>
          <w:rStyle w:val="libArabicChar"/>
          <w:rFonts w:hint="cs"/>
          <w:rtl/>
        </w:rPr>
        <w:t>ه</w:t>
      </w:r>
    </w:p>
    <w:p w:rsidR="001F628F" w:rsidRDefault="001F628F" w:rsidP="000A065C">
      <w:pPr>
        <w:pStyle w:val="libNormal"/>
        <w:rPr>
          <w:rtl/>
        </w:rPr>
      </w:pPr>
      <w:r>
        <w:rPr>
          <w:rtl/>
        </w:rPr>
        <w:t>4_ كائنات كے تمام موجودات، خداوند عالم كى امداد اور تدبير كے بغير امور كى انجام دہى اور رائے خير وكمال كى نشاندہى مي</w:t>
      </w:r>
      <w:r w:rsidR="00083993">
        <w:rPr>
          <w:rtl/>
        </w:rPr>
        <w:t xml:space="preserve">ں </w:t>
      </w:r>
      <w:r>
        <w:rPr>
          <w:rtl/>
        </w:rPr>
        <w:t>عاجز ہي</w:t>
      </w:r>
      <w:r w:rsidR="00083993">
        <w:rPr>
          <w:rtl/>
        </w:rPr>
        <w:t xml:space="preserve">ں </w:t>
      </w:r>
      <w:r>
        <w:rPr>
          <w:rtl/>
        </w:rPr>
        <w:t>_</w:t>
      </w:r>
      <w:r w:rsidRPr="000A065C">
        <w:rPr>
          <w:rStyle w:val="libArabicChar"/>
          <w:rFonts w:hint="eastAsia"/>
          <w:rtl/>
        </w:rPr>
        <w:t>لا</w:t>
      </w:r>
      <w:r w:rsidRPr="000A065C">
        <w:rPr>
          <w:rStyle w:val="libArabicChar"/>
          <w:rtl/>
        </w:rPr>
        <w:t xml:space="preserve"> يقدر على شيء ...اينما يوجّ</w:t>
      </w:r>
      <w:r w:rsidR="00120F63" w:rsidRPr="00B2551F">
        <w:rPr>
          <w:rStyle w:val="libArabicChar"/>
          <w:rFonts w:hint="cs"/>
          <w:rtl/>
        </w:rPr>
        <w:t>هه</w:t>
      </w:r>
      <w:r w:rsidRPr="000A065C">
        <w:rPr>
          <w:rStyle w:val="libArabicChar"/>
          <w:rtl/>
        </w:rPr>
        <w:t xml:space="preserve"> </w:t>
      </w:r>
      <w:r w:rsidRPr="000A065C">
        <w:rPr>
          <w:rStyle w:val="libArabicChar"/>
          <w:rFonts w:hint="cs"/>
          <w:rtl/>
        </w:rPr>
        <w:t>لا</w:t>
      </w:r>
      <w:r w:rsidRPr="000A065C">
        <w:rPr>
          <w:rStyle w:val="libArabicChar"/>
          <w:rtl/>
        </w:rPr>
        <w:t xml:space="preserve"> </w:t>
      </w:r>
      <w:r w:rsidRPr="000A065C">
        <w:rPr>
          <w:rStyle w:val="libArabicChar"/>
          <w:rFonts w:hint="cs"/>
          <w:rtl/>
        </w:rPr>
        <w:t>يأ</w:t>
      </w:r>
      <w:r w:rsidRPr="000A065C">
        <w:rPr>
          <w:rStyle w:val="libArabicChar"/>
          <w:rtl/>
        </w:rPr>
        <w:t>ت بخير</w:t>
      </w:r>
    </w:p>
    <w:p w:rsidR="001F628F" w:rsidRDefault="001F628F" w:rsidP="000A065C">
      <w:pPr>
        <w:pStyle w:val="libNormal"/>
        <w:rPr>
          <w:rtl/>
        </w:rPr>
      </w:pPr>
      <w:r>
        <w:rPr>
          <w:rtl/>
        </w:rPr>
        <w:t>5_ انسان كى حقيقى قدر و قيمت، اس كا سودمند اور اس كى خلقت كے اثر كا مثبت ہونا ہے_</w:t>
      </w:r>
      <w:r>
        <w:rPr>
          <w:rFonts w:hint="eastAsia"/>
          <w:rtl/>
        </w:rPr>
        <w:t>اينما</w:t>
      </w:r>
      <w:r>
        <w:rPr>
          <w:rtl/>
        </w:rPr>
        <w:t xml:space="preserve"> يوجّہہ لايا ت بخير</w:t>
      </w:r>
    </w:p>
    <w:p w:rsidR="001F628F" w:rsidRDefault="001E7F9D" w:rsidP="000A065C">
      <w:pPr>
        <w:pStyle w:val="libNormal"/>
        <w:rPr>
          <w:rtl/>
        </w:rPr>
      </w:pPr>
      <w:r>
        <w:rPr>
          <w:rtl/>
        </w:rPr>
        <w:cr/>
      </w:r>
      <w:r w:rsidRPr="00F73EDE">
        <w:rPr>
          <w:rStyle w:val="libPoemTiniChar0"/>
          <w:rtl/>
        </w:rPr>
        <w:br w:type="page"/>
      </w:r>
      <w:r w:rsidR="001F628F">
        <w:rPr>
          <w:rtl/>
        </w:rPr>
        <w:lastRenderedPageBreak/>
        <w:t>6_ كائنات كے موجودات كى تمام اچھا ئيو</w:t>
      </w:r>
      <w:r w:rsidR="00083993">
        <w:rPr>
          <w:rtl/>
        </w:rPr>
        <w:t xml:space="preserve">ں </w:t>
      </w:r>
      <w:r w:rsidR="001F628F">
        <w:rPr>
          <w:rtl/>
        </w:rPr>
        <w:t>اور كمالات كا سرچشمہ، خداوند عالم كى ذات ہے _</w:t>
      </w:r>
      <w:r w:rsidR="001F628F" w:rsidRPr="000A065C">
        <w:rPr>
          <w:rStyle w:val="libArabicChar"/>
          <w:rFonts w:hint="eastAsia"/>
          <w:rtl/>
        </w:rPr>
        <w:t>أينما</w:t>
      </w:r>
      <w:r w:rsidR="001F628F" w:rsidRPr="000A065C">
        <w:rPr>
          <w:rStyle w:val="libArabicChar"/>
          <w:rtl/>
        </w:rPr>
        <w:t xml:space="preserve"> يوجّ</w:t>
      </w:r>
      <w:r w:rsidR="00120F63" w:rsidRPr="00B2551F">
        <w:rPr>
          <w:rStyle w:val="libArabicChar"/>
          <w:rFonts w:hint="cs"/>
          <w:rtl/>
        </w:rPr>
        <w:t>هه</w:t>
      </w:r>
      <w:r w:rsidR="001F628F" w:rsidRPr="000A065C">
        <w:rPr>
          <w:rStyle w:val="libArabicChar"/>
          <w:rtl/>
        </w:rPr>
        <w:t xml:space="preserve"> </w:t>
      </w:r>
      <w:r w:rsidR="001F628F" w:rsidRPr="000A065C">
        <w:rPr>
          <w:rStyle w:val="libArabicChar"/>
          <w:rFonts w:hint="cs"/>
          <w:rtl/>
        </w:rPr>
        <w:t>لايأ</w:t>
      </w:r>
      <w:r w:rsidR="001F628F" w:rsidRPr="000A065C">
        <w:rPr>
          <w:rStyle w:val="libArabicChar"/>
          <w:rtl/>
        </w:rPr>
        <w:t>ت بخير</w:t>
      </w:r>
    </w:p>
    <w:p w:rsidR="001F628F" w:rsidRDefault="001F628F" w:rsidP="001F628F">
      <w:pPr>
        <w:pStyle w:val="libNormal"/>
        <w:rPr>
          <w:rtl/>
        </w:rPr>
      </w:pPr>
      <w:r>
        <w:rPr>
          <w:rFonts w:hint="eastAsia"/>
          <w:rtl/>
        </w:rPr>
        <w:t>بے</w:t>
      </w:r>
      <w:r>
        <w:rPr>
          <w:rtl/>
        </w:rPr>
        <w:t xml:space="preserve"> شك تمام موجودات ايك قسم كے خير اور فيض كمال سے بہرہ مند ہي</w:t>
      </w:r>
      <w:r w:rsidR="00083993">
        <w:rPr>
          <w:rtl/>
        </w:rPr>
        <w:t xml:space="preserve">ں </w:t>
      </w:r>
      <w:r>
        <w:rPr>
          <w:rtl/>
        </w:rPr>
        <w:t>لہذا موجودات سے خير رسانى كى نفى كرنا اس بات پر دليل ہے كہ تمام اچھائيو</w:t>
      </w:r>
      <w:r w:rsidR="00083993">
        <w:rPr>
          <w:rtl/>
        </w:rPr>
        <w:t xml:space="preserve">ں </w:t>
      </w:r>
      <w:r>
        <w:rPr>
          <w:rtl/>
        </w:rPr>
        <w:t>كا سرچشمہ خداوند عالم ہے _</w:t>
      </w:r>
    </w:p>
    <w:p w:rsidR="001F628F" w:rsidRDefault="001F628F" w:rsidP="001F628F">
      <w:pPr>
        <w:pStyle w:val="libNormal"/>
        <w:rPr>
          <w:rtl/>
        </w:rPr>
      </w:pPr>
      <w:r>
        <w:rPr>
          <w:rtl/>
        </w:rPr>
        <w:t>7_ عدل كى دعوت دينا ،ايك جليل القدر انسان كى نشانى اور علامت ہے_</w:t>
      </w:r>
    </w:p>
    <w:p w:rsidR="001F628F" w:rsidRDefault="001F628F" w:rsidP="000A065C">
      <w:pPr>
        <w:pStyle w:val="libArabic"/>
        <w:rPr>
          <w:rtl/>
        </w:rPr>
      </w:pPr>
      <w:r>
        <w:rPr>
          <w:rFonts w:hint="eastAsia"/>
          <w:rtl/>
        </w:rPr>
        <w:t>ضرب</w:t>
      </w:r>
      <w:r>
        <w:rPr>
          <w:rtl/>
        </w:rPr>
        <w:t xml:space="preserve"> اللّ</w:t>
      </w:r>
      <w:r w:rsidR="00120F63" w:rsidRPr="00ED5DE8">
        <w:rPr>
          <w:rFonts w:hint="cs"/>
          <w:rtl/>
        </w:rPr>
        <w:t>ه</w:t>
      </w:r>
      <w:r>
        <w:rPr>
          <w:rtl/>
        </w:rPr>
        <w:t xml:space="preserve"> </w:t>
      </w:r>
      <w:r>
        <w:rPr>
          <w:rFonts w:hint="cs"/>
          <w:rtl/>
        </w:rPr>
        <w:t>مثلاً</w:t>
      </w:r>
      <w:r>
        <w:rPr>
          <w:rtl/>
        </w:rPr>
        <w:t xml:space="preserve"> </w:t>
      </w:r>
      <w:r>
        <w:rPr>
          <w:rFonts w:hint="cs"/>
          <w:rtl/>
        </w:rPr>
        <w:t>رجلين</w:t>
      </w:r>
      <w:r>
        <w:rPr>
          <w:rtl/>
        </w:rPr>
        <w:t xml:space="preserve"> </w:t>
      </w:r>
      <w:r>
        <w:rPr>
          <w:rFonts w:hint="cs"/>
          <w:rtl/>
        </w:rPr>
        <w:t>احد</w:t>
      </w:r>
      <w:r>
        <w:rPr>
          <w:rtl/>
        </w:rPr>
        <w:t xml:space="preserve"> </w:t>
      </w:r>
      <w:r w:rsidR="00120F63" w:rsidRPr="00ED5DE8">
        <w:rPr>
          <w:rFonts w:hint="cs"/>
          <w:rtl/>
        </w:rPr>
        <w:t>ه</w:t>
      </w:r>
      <w:r>
        <w:rPr>
          <w:rFonts w:hint="cs"/>
          <w:rtl/>
        </w:rPr>
        <w:t>ما</w:t>
      </w:r>
      <w:r>
        <w:rPr>
          <w:rtl/>
        </w:rPr>
        <w:t xml:space="preserve"> </w:t>
      </w:r>
      <w:r>
        <w:rPr>
          <w:rFonts w:hint="cs"/>
          <w:rtl/>
        </w:rPr>
        <w:t>ابكم</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شيئ</w:t>
      </w:r>
      <w:r>
        <w:rPr>
          <w:rtl/>
        </w:rPr>
        <w:t xml:space="preserve"> ...</w:t>
      </w:r>
      <w:r w:rsidR="00120F63" w:rsidRPr="00ED5DE8">
        <w:rPr>
          <w:rFonts w:hint="cs"/>
          <w:rtl/>
        </w:rPr>
        <w:t>ه</w:t>
      </w:r>
      <w:r>
        <w:rPr>
          <w:rFonts w:hint="cs"/>
          <w:rtl/>
        </w:rPr>
        <w:t>ل</w:t>
      </w:r>
      <w:r>
        <w:rPr>
          <w:rtl/>
        </w:rPr>
        <w:t xml:space="preserve"> </w:t>
      </w:r>
      <w:r>
        <w:rPr>
          <w:rFonts w:hint="cs"/>
          <w:rtl/>
        </w:rPr>
        <w:t>يستوى</w:t>
      </w:r>
      <w:r>
        <w:rPr>
          <w:rtl/>
        </w:rPr>
        <w:t xml:space="preserve"> </w:t>
      </w:r>
      <w:r w:rsidR="00120F63" w:rsidRPr="00ED5DE8">
        <w:rPr>
          <w:rFonts w:hint="cs"/>
          <w:rtl/>
        </w:rPr>
        <w:t>ه</w:t>
      </w:r>
      <w:r>
        <w:rPr>
          <w:rFonts w:hint="cs"/>
          <w:rtl/>
        </w:rPr>
        <w:t>وو</w:t>
      </w:r>
      <w:r>
        <w:rPr>
          <w:rtl/>
        </w:rPr>
        <w:t xml:space="preserve"> </w:t>
      </w:r>
      <w:r>
        <w:rPr>
          <w:rFonts w:hint="cs"/>
          <w:rtl/>
        </w:rPr>
        <w:t>من</w:t>
      </w:r>
      <w:r>
        <w:rPr>
          <w:rtl/>
        </w:rPr>
        <w:t xml:space="preserve"> </w:t>
      </w:r>
      <w:r>
        <w:rPr>
          <w:rFonts w:hint="cs"/>
          <w:rtl/>
        </w:rPr>
        <w:t>يا</w:t>
      </w:r>
      <w:r>
        <w:rPr>
          <w:rtl/>
        </w:rPr>
        <w:t xml:space="preserve"> </w:t>
      </w:r>
      <w:r>
        <w:rPr>
          <w:rFonts w:hint="cs"/>
          <w:rtl/>
        </w:rPr>
        <w:t>مر</w:t>
      </w:r>
      <w:r>
        <w:rPr>
          <w:rtl/>
        </w:rPr>
        <w:t xml:space="preserve"> </w:t>
      </w:r>
      <w:r>
        <w:rPr>
          <w:rFonts w:hint="cs"/>
          <w:rtl/>
        </w:rPr>
        <w:t>ب</w:t>
      </w:r>
      <w:r>
        <w:rPr>
          <w:rtl/>
        </w:rPr>
        <w:t>العدل</w:t>
      </w:r>
    </w:p>
    <w:p w:rsidR="001F628F" w:rsidRDefault="001F628F" w:rsidP="001F628F">
      <w:pPr>
        <w:pStyle w:val="libNormal"/>
        <w:rPr>
          <w:rtl/>
        </w:rPr>
      </w:pPr>
      <w:r>
        <w:rPr>
          <w:rtl/>
        </w:rPr>
        <w:t>8_مخلوقات كا خداوند عالم سے قابل مقائسہ نہ ہونا، ايك واضح ، روش اور غير مبہم امر ہے _</w:t>
      </w:r>
    </w:p>
    <w:p w:rsidR="001F628F" w:rsidRDefault="001F628F" w:rsidP="000A065C">
      <w:pPr>
        <w:pStyle w:val="libArabic"/>
        <w:rPr>
          <w:rtl/>
        </w:rPr>
      </w:pPr>
      <w:r>
        <w:rPr>
          <w:rFonts w:hint="eastAsia"/>
          <w:rtl/>
        </w:rPr>
        <w:t>وضرب</w:t>
      </w:r>
      <w:r>
        <w:rPr>
          <w:rtl/>
        </w:rPr>
        <w:t xml:space="preserve"> اللّ</w:t>
      </w:r>
      <w:r w:rsidR="00120F63" w:rsidRPr="00ED5DE8">
        <w:rPr>
          <w:rFonts w:hint="cs"/>
          <w:rtl/>
        </w:rPr>
        <w:t>ه</w:t>
      </w:r>
      <w:r>
        <w:rPr>
          <w:rtl/>
        </w:rPr>
        <w:t xml:space="preserve"> </w:t>
      </w:r>
      <w:r>
        <w:rPr>
          <w:rFonts w:hint="cs"/>
          <w:rtl/>
        </w:rPr>
        <w:t>مثلاً</w:t>
      </w:r>
      <w:r>
        <w:rPr>
          <w:rtl/>
        </w:rPr>
        <w:t xml:space="preserve"> </w:t>
      </w:r>
      <w:r>
        <w:rPr>
          <w:rFonts w:hint="cs"/>
          <w:rtl/>
        </w:rPr>
        <w:t>رجلين</w:t>
      </w:r>
      <w:r>
        <w:rPr>
          <w:rtl/>
        </w:rPr>
        <w:t xml:space="preserve"> </w:t>
      </w:r>
      <w:r>
        <w:rPr>
          <w:rFonts w:hint="cs"/>
          <w:rtl/>
        </w:rPr>
        <w:t>احد</w:t>
      </w:r>
      <w:r w:rsidR="00120F63" w:rsidRPr="00ED5DE8">
        <w:rPr>
          <w:rFonts w:hint="cs"/>
          <w:rtl/>
        </w:rPr>
        <w:t>ه</w:t>
      </w:r>
      <w:r>
        <w:rPr>
          <w:rFonts w:hint="cs"/>
          <w:rtl/>
        </w:rPr>
        <w:t>ما</w:t>
      </w:r>
      <w:r>
        <w:rPr>
          <w:rtl/>
        </w:rPr>
        <w:t xml:space="preserve"> </w:t>
      </w:r>
      <w:r>
        <w:rPr>
          <w:rFonts w:hint="cs"/>
          <w:rtl/>
        </w:rPr>
        <w:t>ابكم</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شيء</w:t>
      </w:r>
      <w:r>
        <w:rPr>
          <w:rtl/>
        </w:rPr>
        <w:t xml:space="preserve"> ...</w:t>
      </w:r>
      <w:r w:rsidR="00120F63" w:rsidRPr="00ED5DE8">
        <w:rPr>
          <w:rFonts w:hint="cs"/>
          <w:rtl/>
        </w:rPr>
        <w:t>ه</w:t>
      </w:r>
      <w:r>
        <w:rPr>
          <w:rFonts w:hint="cs"/>
          <w:rtl/>
        </w:rPr>
        <w:t>ل</w:t>
      </w:r>
      <w:r>
        <w:rPr>
          <w:rtl/>
        </w:rPr>
        <w:t xml:space="preserve"> </w:t>
      </w:r>
      <w:r>
        <w:rPr>
          <w:rFonts w:hint="cs"/>
          <w:rtl/>
        </w:rPr>
        <w:t>يستوى</w:t>
      </w:r>
      <w:r>
        <w:rPr>
          <w:rtl/>
        </w:rPr>
        <w:t xml:space="preserve"> </w:t>
      </w:r>
      <w:r w:rsidR="00120F63" w:rsidRPr="00ED5DE8">
        <w:rPr>
          <w:rFonts w:hint="cs"/>
          <w:rtl/>
        </w:rPr>
        <w:t>ه</w:t>
      </w:r>
      <w:r>
        <w:rPr>
          <w:rFonts w:hint="cs"/>
          <w:rtl/>
        </w:rPr>
        <w:t>و</w:t>
      </w:r>
      <w:r>
        <w:rPr>
          <w:rtl/>
        </w:rPr>
        <w:t xml:space="preserve"> </w:t>
      </w:r>
      <w:r>
        <w:rPr>
          <w:rFonts w:hint="cs"/>
          <w:rtl/>
        </w:rPr>
        <w:t>و</w:t>
      </w:r>
      <w:r>
        <w:rPr>
          <w:rtl/>
        </w:rPr>
        <w:t xml:space="preserve"> </w:t>
      </w:r>
      <w:r>
        <w:rPr>
          <w:rFonts w:hint="cs"/>
          <w:rtl/>
        </w:rPr>
        <w:t>من</w:t>
      </w:r>
      <w:r>
        <w:rPr>
          <w:rtl/>
        </w:rPr>
        <w:t xml:space="preserve"> </w:t>
      </w:r>
      <w:r>
        <w:rPr>
          <w:rFonts w:hint="cs"/>
          <w:rtl/>
        </w:rPr>
        <w:t>يامر</w:t>
      </w:r>
      <w:r>
        <w:rPr>
          <w:rtl/>
        </w:rPr>
        <w:t xml:space="preserve"> </w:t>
      </w:r>
      <w:r>
        <w:rPr>
          <w:rFonts w:hint="cs"/>
          <w:rtl/>
        </w:rPr>
        <w:t>ب</w:t>
      </w:r>
      <w:r>
        <w:rPr>
          <w:rtl/>
        </w:rPr>
        <w:t>العدل</w:t>
      </w:r>
    </w:p>
    <w:p w:rsidR="001F628F" w:rsidRDefault="001F628F" w:rsidP="001F628F">
      <w:pPr>
        <w:pStyle w:val="libNormal"/>
        <w:rPr>
          <w:rtl/>
        </w:rPr>
      </w:pPr>
      <w:r>
        <w:rPr>
          <w:rFonts w:hint="eastAsia"/>
          <w:rtl/>
        </w:rPr>
        <w:t>مذكورہ</w:t>
      </w:r>
      <w:r>
        <w:rPr>
          <w:rtl/>
        </w:rPr>
        <w:t xml:space="preserve"> تفسير كا استفادہ جو اب استفہام ( ہل يستوى ہو ...) كے حذف سے كيا گيا ہے ممكن ہے كہ جسے واضح اور بديہى ہونے كى بناء پر حذف كيا گيا ہو_</w:t>
      </w:r>
    </w:p>
    <w:p w:rsidR="001F628F" w:rsidRDefault="001F628F" w:rsidP="000A065C">
      <w:pPr>
        <w:pStyle w:val="libNormal"/>
        <w:rPr>
          <w:rtl/>
        </w:rPr>
      </w:pPr>
      <w:r>
        <w:rPr>
          <w:rtl/>
        </w:rPr>
        <w:t>9_ خداوند عالم انسانو</w:t>
      </w:r>
      <w:r w:rsidR="00083993">
        <w:rPr>
          <w:rtl/>
        </w:rPr>
        <w:t xml:space="preserve">ں </w:t>
      </w:r>
      <w:r>
        <w:rPr>
          <w:rtl/>
        </w:rPr>
        <w:t>كو عدل كى دعوت دينے والا ہے_</w:t>
      </w:r>
      <w:r w:rsidR="00120F63" w:rsidRPr="00B2551F">
        <w:rPr>
          <w:rStyle w:val="libArabicChar"/>
          <w:rFonts w:hint="cs"/>
          <w:rtl/>
        </w:rPr>
        <w:t>ه</w:t>
      </w:r>
      <w:r w:rsidRPr="000A065C">
        <w:rPr>
          <w:rStyle w:val="libArabicChar"/>
          <w:rFonts w:hint="cs"/>
          <w:rtl/>
        </w:rPr>
        <w:t>ل</w:t>
      </w:r>
      <w:r w:rsidRPr="000A065C">
        <w:rPr>
          <w:rStyle w:val="libArabicChar"/>
          <w:rtl/>
        </w:rPr>
        <w:t xml:space="preserve"> يستوى </w:t>
      </w:r>
      <w:r w:rsidR="00120F63" w:rsidRPr="00B2551F">
        <w:rPr>
          <w:rStyle w:val="libArabicChar"/>
          <w:rFonts w:hint="cs"/>
          <w:rtl/>
        </w:rPr>
        <w:t>ه</w:t>
      </w:r>
      <w:r w:rsidRPr="000A065C">
        <w:rPr>
          <w:rStyle w:val="libArabicChar"/>
          <w:rFonts w:hint="cs"/>
          <w:rtl/>
        </w:rPr>
        <w:t>و</w:t>
      </w:r>
      <w:r w:rsidRPr="000A065C">
        <w:rPr>
          <w:rStyle w:val="libArabicChar"/>
          <w:rtl/>
        </w:rPr>
        <w:t xml:space="preserve"> </w:t>
      </w:r>
      <w:r w:rsidRPr="000A065C">
        <w:rPr>
          <w:rStyle w:val="libArabicChar"/>
          <w:rFonts w:hint="cs"/>
          <w:rtl/>
        </w:rPr>
        <w:t>ومن</w:t>
      </w:r>
      <w:r w:rsidRPr="000A065C">
        <w:rPr>
          <w:rStyle w:val="libArabicChar"/>
          <w:rtl/>
        </w:rPr>
        <w:t xml:space="preserve"> </w:t>
      </w:r>
      <w:r w:rsidRPr="000A065C">
        <w:rPr>
          <w:rStyle w:val="libArabicChar"/>
          <w:rFonts w:hint="cs"/>
          <w:rtl/>
        </w:rPr>
        <w:t>يا</w:t>
      </w:r>
      <w:r w:rsidRPr="000A065C">
        <w:rPr>
          <w:rStyle w:val="libArabicChar"/>
          <w:rtl/>
        </w:rPr>
        <w:t xml:space="preserve"> </w:t>
      </w:r>
      <w:r w:rsidRPr="000A065C">
        <w:rPr>
          <w:rStyle w:val="libArabicChar"/>
          <w:rFonts w:hint="cs"/>
          <w:rtl/>
        </w:rPr>
        <w:t>مر</w:t>
      </w:r>
      <w:r w:rsidRPr="000A065C">
        <w:rPr>
          <w:rStyle w:val="libArabicChar"/>
          <w:rtl/>
        </w:rPr>
        <w:t xml:space="preserve"> بالعدل</w:t>
      </w:r>
    </w:p>
    <w:p w:rsidR="001F628F" w:rsidRDefault="001F628F" w:rsidP="001F628F">
      <w:pPr>
        <w:pStyle w:val="libNormal"/>
        <w:rPr>
          <w:rtl/>
        </w:rPr>
      </w:pPr>
      <w:r>
        <w:rPr>
          <w:rFonts w:hint="eastAsia"/>
          <w:rtl/>
        </w:rPr>
        <w:t>مذكورہ</w:t>
      </w:r>
      <w:r>
        <w:rPr>
          <w:rtl/>
        </w:rPr>
        <w:t xml:space="preserve"> تفسير اس بناء پر ہے كہ آيت كى ضرب المثل كو شرك كى نفى كے ليے قرار دي</w:t>
      </w:r>
      <w:r w:rsidR="00083993">
        <w:rPr>
          <w:rtl/>
        </w:rPr>
        <w:t xml:space="preserve">ں </w:t>
      </w:r>
      <w:r>
        <w:rPr>
          <w:rtl/>
        </w:rPr>
        <w:t>يعنى عاجز گونگا انسان ، مخلوقات كے ليے مثال ہو اور عدل كا حكم دينے والا خداوند عالم كے ليے مثال ہو_</w:t>
      </w:r>
    </w:p>
    <w:p w:rsidR="001F628F" w:rsidRDefault="001F628F" w:rsidP="001F628F">
      <w:pPr>
        <w:pStyle w:val="libNormal"/>
        <w:rPr>
          <w:rtl/>
        </w:rPr>
      </w:pPr>
      <w:r>
        <w:rPr>
          <w:rtl/>
        </w:rPr>
        <w:t>10_ فقط باكردار او رصراط مسقيم پر قائم انسان، دوسرو</w:t>
      </w:r>
      <w:r w:rsidR="00083993">
        <w:rPr>
          <w:rtl/>
        </w:rPr>
        <w:t xml:space="preserve">ں </w:t>
      </w:r>
      <w:r>
        <w:rPr>
          <w:rtl/>
        </w:rPr>
        <w:t>كو عدل كى دعوت دينے كى لياقت ركھتا ہے_</w:t>
      </w:r>
    </w:p>
    <w:p w:rsidR="001F628F" w:rsidRDefault="001F628F" w:rsidP="0009742C">
      <w:pPr>
        <w:pStyle w:val="libArabic"/>
        <w:rPr>
          <w:rtl/>
        </w:rPr>
      </w:pPr>
      <w:r>
        <w:rPr>
          <w:rFonts w:hint="eastAsia"/>
          <w:rtl/>
        </w:rPr>
        <w:t>ومن</w:t>
      </w:r>
      <w:r>
        <w:rPr>
          <w:rtl/>
        </w:rPr>
        <w:t xml:space="preserve"> يا مر بالعدل و</w:t>
      </w:r>
      <w:r w:rsidR="00120F63" w:rsidRPr="00ED5DE8">
        <w:rPr>
          <w:rFonts w:hint="cs"/>
          <w:rtl/>
        </w:rPr>
        <w:t>ه</w:t>
      </w:r>
      <w:r>
        <w:rPr>
          <w:rFonts w:hint="cs"/>
          <w:rtl/>
        </w:rPr>
        <w:t>و</w:t>
      </w:r>
      <w:r>
        <w:rPr>
          <w:rtl/>
        </w:rPr>
        <w:t xml:space="preserve"> </w:t>
      </w:r>
      <w:r>
        <w:rPr>
          <w:rFonts w:hint="cs"/>
          <w:rtl/>
        </w:rPr>
        <w:t>على</w:t>
      </w:r>
      <w:r>
        <w:rPr>
          <w:rtl/>
        </w:rPr>
        <w:t xml:space="preserve"> </w:t>
      </w:r>
      <w:r>
        <w:rPr>
          <w:rFonts w:hint="cs"/>
          <w:rtl/>
        </w:rPr>
        <w:t>شيء</w:t>
      </w:r>
      <w:r>
        <w:rPr>
          <w:rtl/>
        </w:rPr>
        <w:t xml:space="preserve"> </w:t>
      </w:r>
      <w:r>
        <w:rPr>
          <w:rFonts w:hint="cs"/>
          <w:rtl/>
        </w:rPr>
        <w:t>صراط</w:t>
      </w:r>
      <w:r>
        <w:rPr>
          <w:rtl/>
        </w:rPr>
        <w:t xml:space="preserve"> </w:t>
      </w:r>
      <w:r>
        <w:rPr>
          <w:rFonts w:hint="cs"/>
          <w:rtl/>
        </w:rPr>
        <w:t>م</w:t>
      </w:r>
      <w:r>
        <w:rPr>
          <w:rtl/>
        </w:rPr>
        <w:t>ستقيم</w:t>
      </w:r>
    </w:p>
    <w:p w:rsidR="001F628F" w:rsidRDefault="001F628F" w:rsidP="001F628F">
      <w:pPr>
        <w:pStyle w:val="libNormal"/>
        <w:rPr>
          <w:rtl/>
        </w:rPr>
      </w:pPr>
      <w:r>
        <w:rPr>
          <w:rFonts w:hint="eastAsia"/>
          <w:rtl/>
        </w:rPr>
        <w:t>عدل</w:t>
      </w:r>
      <w:r>
        <w:rPr>
          <w:rtl/>
        </w:rPr>
        <w:t xml:space="preserve"> كى دعوت دينے والے كو اس بات سے متصف كرنا كہ وہ خود صراط مستقيم پر ہو يہ در حقيقت اس مسؤليت كى لياقت كے ليے شرط كو بيان كرنے كے ليے ہے_</w:t>
      </w:r>
    </w:p>
    <w:p w:rsidR="001F628F" w:rsidRDefault="001F628F" w:rsidP="001F628F">
      <w:pPr>
        <w:pStyle w:val="libNormal"/>
        <w:rPr>
          <w:rtl/>
        </w:rPr>
      </w:pPr>
      <w:r>
        <w:rPr>
          <w:rtl/>
        </w:rPr>
        <w:t>11_ نظريہ عدالت پر انسانى معاشرہ كى اصلاح كرنا ضرورى ہے اور فقط اپنى تربيت پر اكتفا ء نہ كيا جائے_</w:t>
      </w:r>
    </w:p>
    <w:p w:rsidR="001F628F" w:rsidRDefault="001F628F" w:rsidP="0009742C">
      <w:pPr>
        <w:pStyle w:val="libArabic"/>
        <w:rPr>
          <w:rtl/>
        </w:rPr>
      </w:pPr>
      <w:r>
        <w:rPr>
          <w:rFonts w:hint="eastAsia"/>
          <w:rtl/>
        </w:rPr>
        <w:t>ومن</w:t>
      </w:r>
      <w:r>
        <w:rPr>
          <w:rtl/>
        </w:rPr>
        <w:t xml:space="preserve"> يامر بالعدل و</w:t>
      </w:r>
      <w:r w:rsidR="00120F63" w:rsidRPr="00ED5DE8">
        <w:rPr>
          <w:rFonts w:hint="cs"/>
          <w:rtl/>
        </w:rPr>
        <w:t>ه</w:t>
      </w:r>
      <w:r>
        <w:rPr>
          <w:rFonts w:hint="cs"/>
          <w:rtl/>
        </w:rPr>
        <w:t>و</w:t>
      </w:r>
      <w:r>
        <w:rPr>
          <w:rtl/>
        </w:rPr>
        <w:t xml:space="preserve"> </w:t>
      </w:r>
      <w:r>
        <w:rPr>
          <w:rFonts w:hint="cs"/>
          <w:rtl/>
        </w:rPr>
        <w:t>على</w:t>
      </w:r>
      <w:r>
        <w:rPr>
          <w:rtl/>
        </w:rPr>
        <w:t xml:space="preserve"> </w:t>
      </w:r>
      <w:r>
        <w:rPr>
          <w:rFonts w:hint="cs"/>
          <w:rtl/>
        </w:rPr>
        <w:t>صراط</w:t>
      </w:r>
      <w:r>
        <w:rPr>
          <w:rtl/>
        </w:rPr>
        <w:t xml:space="preserve"> </w:t>
      </w:r>
      <w:r>
        <w:rPr>
          <w:rFonts w:hint="cs"/>
          <w:rtl/>
        </w:rPr>
        <w:t>م</w:t>
      </w:r>
      <w:r>
        <w:rPr>
          <w:rtl/>
        </w:rPr>
        <w:t>ستقيم</w:t>
      </w:r>
    </w:p>
    <w:p w:rsidR="001F628F" w:rsidRDefault="001F628F" w:rsidP="001F628F">
      <w:pPr>
        <w:pStyle w:val="libNormal"/>
        <w:rPr>
          <w:rtl/>
        </w:rPr>
      </w:pPr>
      <w:r>
        <w:rPr>
          <w:rFonts w:hint="eastAsia"/>
          <w:rtl/>
        </w:rPr>
        <w:t>مذكور</w:t>
      </w:r>
      <w:r>
        <w:rPr>
          <w:rtl/>
        </w:rPr>
        <w:t xml:space="preserve"> تفسير اس بناء پر ہے ہے كہ خداوند عالم نے جہا</w:t>
      </w:r>
      <w:r w:rsidR="00083993">
        <w:rPr>
          <w:rtl/>
        </w:rPr>
        <w:t xml:space="preserve">ں </w:t>
      </w:r>
      <w:r>
        <w:rPr>
          <w:rtl/>
        </w:rPr>
        <w:t>اس بيان ''وہو على صراط مستقيم'' كے ذريعہ خود سازى كو اہميت دى ہے وہا</w:t>
      </w:r>
      <w:r w:rsidR="00083993">
        <w:rPr>
          <w:rtl/>
        </w:rPr>
        <w:t xml:space="preserve">ں </w:t>
      </w:r>
      <w:r>
        <w:rPr>
          <w:rtl/>
        </w:rPr>
        <w:t>عدالت كى طرف دعوت اور اصلاح معاشرہ كو بھى بيان فرمايا ہے بلكہ اس كو مقدّم قرار ديا ہے_</w:t>
      </w:r>
    </w:p>
    <w:p w:rsidR="001F628F" w:rsidRDefault="001F628F" w:rsidP="001F628F">
      <w:pPr>
        <w:pStyle w:val="libNormal"/>
        <w:rPr>
          <w:rtl/>
        </w:rPr>
      </w:pPr>
      <w:r>
        <w:rPr>
          <w:rtl/>
        </w:rPr>
        <w:t>12_ عدالت كى دعوت اور صراط مستقيم پر ہونا ، قدرت، استقلال اور معاشرہ كے ليے خير كا سبب ہے_</w:t>
      </w:r>
    </w:p>
    <w:p w:rsidR="001F628F" w:rsidRDefault="001F628F" w:rsidP="0009742C">
      <w:pPr>
        <w:pStyle w:val="libArabic"/>
        <w:rPr>
          <w:rtl/>
        </w:rPr>
      </w:pPr>
      <w:r>
        <w:rPr>
          <w:rFonts w:hint="eastAsia"/>
          <w:rtl/>
        </w:rPr>
        <w:t>احد</w:t>
      </w:r>
      <w:r>
        <w:rPr>
          <w:rtl/>
        </w:rPr>
        <w:t xml:space="preserve"> </w:t>
      </w:r>
      <w:r w:rsidR="00120F63" w:rsidRPr="00ED5DE8">
        <w:rPr>
          <w:rFonts w:hint="cs"/>
          <w:rtl/>
        </w:rPr>
        <w:t>ه</w:t>
      </w:r>
      <w:r>
        <w:rPr>
          <w:rFonts w:hint="cs"/>
          <w:rtl/>
        </w:rPr>
        <w:t>ما</w:t>
      </w:r>
      <w:r>
        <w:rPr>
          <w:rtl/>
        </w:rPr>
        <w:t xml:space="preserve"> </w:t>
      </w:r>
      <w:r>
        <w:rPr>
          <w:rFonts w:hint="cs"/>
          <w:rtl/>
        </w:rPr>
        <w:t>ابكم</w:t>
      </w:r>
      <w:r>
        <w:rPr>
          <w:rtl/>
        </w:rPr>
        <w:t xml:space="preserve"> </w:t>
      </w:r>
      <w:r>
        <w:rPr>
          <w:rFonts w:hint="cs"/>
          <w:rtl/>
        </w:rPr>
        <w:t>لا</w:t>
      </w:r>
      <w:r>
        <w:rPr>
          <w:rtl/>
        </w:rPr>
        <w:t xml:space="preserve"> </w:t>
      </w:r>
      <w:r>
        <w:rPr>
          <w:rFonts w:hint="cs"/>
          <w:rtl/>
        </w:rPr>
        <w:t>يقدر</w:t>
      </w:r>
      <w:r>
        <w:rPr>
          <w:rtl/>
        </w:rPr>
        <w:t xml:space="preserve"> </w:t>
      </w:r>
      <w:r>
        <w:rPr>
          <w:rFonts w:hint="cs"/>
          <w:rtl/>
        </w:rPr>
        <w:t>على</w:t>
      </w:r>
      <w:r>
        <w:rPr>
          <w:rtl/>
        </w:rPr>
        <w:t xml:space="preserve"> </w:t>
      </w:r>
      <w:r>
        <w:rPr>
          <w:rFonts w:hint="cs"/>
          <w:rtl/>
        </w:rPr>
        <w:t>شيء</w:t>
      </w:r>
      <w:r>
        <w:rPr>
          <w:rtl/>
        </w:rPr>
        <w:t xml:space="preserve"> ...</w:t>
      </w:r>
      <w:r w:rsidR="00120F63" w:rsidRPr="00ED5DE8">
        <w:rPr>
          <w:rFonts w:hint="cs"/>
          <w:rtl/>
        </w:rPr>
        <w:t>ه</w:t>
      </w:r>
      <w:r>
        <w:rPr>
          <w:rFonts w:hint="cs"/>
          <w:rtl/>
        </w:rPr>
        <w:t>ل</w:t>
      </w:r>
      <w:r>
        <w:rPr>
          <w:rtl/>
        </w:rPr>
        <w:t xml:space="preserve"> </w:t>
      </w:r>
      <w:r>
        <w:rPr>
          <w:rFonts w:hint="cs"/>
          <w:rtl/>
        </w:rPr>
        <w:t>يستون</w:t>
      </w:r>
      <w:r>
        <w:rPr>
          <w:rtl/>
        </w:rPr>
        <w:t xml:space="preserve"> </w:t>
      </w:r>
      <w:r w:rsidR="00120F63" w:rsidRPr="00ED5DE8">
        <w:rPr>
          <w:rFonts w:hint="cs"/>
          <w:rtl/>
        </w:rPr>
        <w:t>ه</w:t>
      </w:r>
      <w:r>
        <w:rPr>
          <w:rFonts w:hint="cs"/>
          <w:rtl/>
        </w:rPr>
        <w:t>و</w:t>
      </w:r>
      <w:r>
        <w:rPr>
          <w:rtl/>
        </w:rPr>
        <w:t xml:space="preserve"> </w:t>
      </w:r>
      <w:r>
        <w:rPr>
          <w:rFonts w:hint="cs"/>
          <w:rtl/>
        </w:rPr>
        <w:t>ومن</w:t>
      </w:r>
      <w:r>
        <w:rPr>
          <w:rtl/>
        </w:rPr>
        <w:t xml:space="preserve"> </w:t>
      </w:r>
      <w:r>
        <w:rPr>
          <w:rFonts w:hint="cs"/>
          <w:rtl/>
        </w:rPr>
        <w:t>يا</w:t>
      </w:r>
      <w:r>
        <w:rPr>
          <w:rtl/>
        </w:rPr>
        <w:t xml:space="preserve"> </w:t>
      </w:r>
      <w:r>
        <w:rPr>
          <w:rFonts w:hint="cs"/>
          <w:rtl/>
        </w:rPr>
        <w:t>مر</w:t>
      </w:r>
      <w:r>
        <w:rPr>
          <w:rtl/>
        </w:rPr>
        <w:t xml:space="preserve"> </w:t>
      </w:r>
      <w:r>
        <w:rPr>
          <w:rFonts w:hint="cs"/>
          <w:rtl/>
        </w:rPr>
        <w:t>بالعدل</w:t>
      </w:r>
      <w:r>
        <w:rPr>
          <w:rtl/>
        </w:rPr>
        <w:t xml:space="preserve"> </w:t>
      </w:r>
      <w:r>
        <w:rPr>
          <w:rFonts w:hint="cs"/>
          <w:rtl/>
        </w:rPr>
        <w:t>و</w:t>
      </w:r>
      <w:r w:rsidR="00120F63" w:rsidRPr="00ED5DE8">
        <w:rPr>
          <w:rFonts w:hint="cs"/>
          <w:rtl/>
        </w:rPr>
        <w:t>ه</w:t>
      </w:r>
      <w:r>
        <w:rPr>
          <w:rFonts w:hint="cs"/>
          <w:rtl/>
        </w:rPr>
        <w:t>و</w:t>
      </w:r>
      <w:r>
        <w:rPr>
          <w:rtl/>
        </w:rPr>
        <w:t xml:space="preserve"> </w:t>
      </w:r>
      <w:r>
        <w:rPr>
          <w:rFonts w:hint="cs"/>
          <w:rtl/>
        </w:rPr>
        <w:t>على</w:t>
      </w:r>
      <w:r>
        <w:rPr>
          <w:rtl/>
        </w:rPr>
        <w:t xml:space="preserve"> </w:t>
      </w:r>
      <w:r>
        <w:rPr>
          <w:rFonts w:hint="cs"/>
          <w:rtl/>
        </w:rPr>
        <w:t>صراط</w:t>
      </w:r>
      <w:r>
        <w:rPr>
          <w:rtl/>
        </w:rPr>
        <w:t xml:space="preserve"> </w:t>
      </w:r>
      <w:r>
        <w:rPr>
          <w:rFonts w:hint="cs"/>
          <w:rtl/>
        </w:rPr>
        <w:t>م</w:t>
      </w:r>
      <w:r>
        <w:rPr>
          <w:rtl/>
        </w:rPr>
        <w:t>ستقيم</w:t>
      </w:r>
    </w:p>
    <w:p w:rsidR="0009742C" w:rsidRDefault="001E7F9D" w:rsidP="00F73EDE">
      <w:pPr>
        <w:pStyle w:val="libPoemTini"/>
        <w:rPr>
          <w:rtl/>
        </w:rPr>
      </w:pPr>
      <w:r>
        <w:rPr>
          <w:rtl/>
        </w:rPr>
        <w:br w:type="page"/>
      </w:r>
    </w:p>
    <w:p w:rsidR="001F628F" w:rsidRDefault="001F628F" w:rsidP="0009742C">
      <w:pPr>
        <w:pStyle w:val="libNormal"/>
        <w:rPr>
          <w:rtl/>
        </w:rPr>
      </w:pPr>
      <w:r>
        <w:rPr>
          <w:rFonts w:hint="eastAsia"/>
          <w:rtl/>
        </w:rPr>
        <w:lastRenderedPageBreak/>
        <w:t>مذكورہ</w:t>
      </w:r>
      <w:r>
        <w:rPr>
          <w:rtl/>
        </w:rPr>
        <w:t xml:space="preserve"> تفسير كا ''</w:t>
      </w:r>
      <w:r w:rsidRPr="0009742C">
        <w:rPr>
          <w:rStyle w:val="libArabicChar"/>
          <w:rtl/>
        </w:rPr>
        <w:t xml:space="preserve">من يامر بالعدل </w:t>
      </w:r>
      <w:r>
        <w:rPr>
          <w:rtl/>
        </w:rPr>
        <w:t xml:space="preserve">...''اور </w:t>
      </w:r>
      <w:r w:rsidRPr="0009742C">
        <w:rPr>
          <w:rStyle w:val="libArabicChar"/>
          <w:rtl/>
        </w:rPr>
        <w:t xml:space="preserve">''احد </w:t>
      </w:r>
      <w:r w:rsidR="00120F63" w:rsidRPr="00B2551F">
        <w:rPr>
          <w:rStyle w:val="libArabicChar"/>
          <w:rFonts w:hint="cs"/>
          <w:rtl/>
        </w:rPr>
        <w:t>ه</w:t>
      </w:r>
      <w:r w:rsidRPr="0009742C">
        <w:rPr>
          <w:rStyle w:val="libArabicChar"/>
          <w:rFonts w:hint="cs"/>
          <w:rtl/>
        </w:rPr>
        <w:t>ما</w:t>
      </w:r>
      <w:r w:rsidRPr="0009742C">
        <w:rPr>
          <w:rStyle w:val="libArabicChar"/>
          <w:rtl/>
        </w:rPr>
        <w:t xml:space="preserve"> </w:t>
      </w:r>
      <w:r w:rsidRPr="0009742C">
        <w:rPr>
          <w:rStyle w:val="libArabicChar"/>
          <w:rFonts w:hint="cs"/>
          <w:rtl/>
        </w:rPr>
        <w:t>ابكم</w:t>
      </w:r>
      <w:r w:rsidRPr="0009742C">
        <w:rPr>
          <w:rStyle w:val="libArabicChar"/>
          <w:rtl/>
        </w:rPr>
        <w:t xml:space="preserve"> ...''</w:t>
      </w:r>
      <w:r>
        <w:rPr>
          <w:rtl/>
        </w:rPr>
        <w:t xml:space="preserve"> ''لايات بخير'' كے باہمى مقابل سے استفادہ كيا گيا ہے_</w:t>
      </w:r>
    </w:p>
    <w:p w:rsidR="001F628F" w:rsidRDefault="001F628F" w:rsidP="001F628F">
      <w:pPr>
        <w:pStyle w:val="libNormal"/>
        <w:rPr>
          <w:rtl/>
        </w:rPr>
      </w:pPr>
      <w:r>
        <w:rPr>
          <w:rtl/>
        </w:rPr>
        <w:t>13_عدالت طلبى كى فكر سے عارى انسان ، الہى فكر كے مطابق گونگا اور بے قدر و قيمت انسان ہے _</w:t>
      </w:r>
    </w:p>
    <w:p w:rsidR="001F628F" w:rsidRDefault="001F628F" w:rsidP="0009742C">
      <w:pPr>
        <w:pStyle w:val="libArabic"/>
        <w:rPr>
          <w:rtl/>
        </w:rPr>
      </w:pPr>
      <w:r>
        <w:rPr>
          <w:rFonts w:hint="eastAsia"/>
          <w:rtl/>
        </w:rPr>
        <w:t>احد</w:t>
      </w:r>
      <w:r>
        <w:rPr>
          <w:rtl/>
        </w:rPr>
        <w:t xml:space="preserve"> </w:t>
      </w:r>
      <w:r w:rsidR="00120F63" w:rsidRPr="00ED5DE8">
        <w:rPr>
          <w:rFonts w:hint="cs"/>
          <w:rtl/>
        </w:rPr>
        <w:t>ه</w:t>
      </w:r>
      <w:r>
        <w:rPr>
          <w:rFonts w:hint="cs"/>
          <w:rtl/>
        </w:rPr>
        <w:t>ما</w:t>
      </w:r>
      <w:r>
        <w:rPr>
          <w:rtl/>
        </w:rPr>
        <w:t xml:space="preserve"> </w:t>
      </w:r>
      <w:r>
        <w:rPr>
          <w:rFonts w:hint="cs"/>
          <w:rtl/>
        </w:rPr>
        <w:t>ابكم</w:t>
      </w:r>
      <w:r>
        <w:rPr>
          <w:rtl/>
        </w:rPr>
        <w:t xml:space="preserve"> ...</w:t>
      </w:r>
      <w:r>
        <w:rPr>
          <w:rFonts w:hint="cs"/>
          <w:rtl/>
        </w:rPr>
        <w:t>ومن</w:t>
      </w:r>
      <w:r>
        <w:rPr>
          <w:rtl/>
        </w:rPr>
        <w:t xml:space="preserve"> </w:t>
      </w:r>
      <w:r>
        <w:rPr>
          <w:rFonts w:hint="cs"/>
          <w:rtl/>
        </w:rPr>
        <w:t>يا</w:t>
      </w:r>
      <w:r>
        <w:rPr>
          <w:rtl/>
        </w:rPr>
        <w:t xml:space="preserve"> </w:t>
      </w:r>
      <w:r>
        <w:rPr>
          <w:rFonts w:hint="cs"/>
          <w:rtl/>
        </w:rPr>
        <w:t>مر</w:t>
      </w:r>
      <w:r>
        <w:rPr>
          <w:rtl/>
        </w:rPr>
        <w:t xml:space="preserve"> </w:t>
      </w:r>
      <w:r>
        <w:rPr>
          <w:rFonts w:hint="cs"/>
          <w:rtl/>
        </w:rPr>
        <w:t>ب</w:t>
      </w:r>
      <w:r>
        <w:rPr>
          <w:rtl/>
        </w:rPr>
        <w:t>العدل</w:t>
      </w:r>
    </w:p>
    <w:p w:rsidR="001F628F" w:rsidRDefault="001F628F" w:rsidP="001F628F">
      <w:pPr>
        <w:pStyle w:val="libNormal"/>
        <w:rPr>
          <w:rtl/>
        </w:rPr>
      </w:pPr>
      <w:r>
        <w:rPr>
          <w:rFonts w:hint="eastAsia"/>
          <w:rtl/>
        </w:rPr>
        <w:t>مذكورہ</w:t>
      </w:r>
      <w:r>
        <w:rPr>
          <w:rtl/>
        </w:rPr>
        <w:t xml:space="preserve"> مطلب كا ''يامر بالعدل '' ''ا بكم''سے تقابل كى بناء پر استفادہ كيا گيا ہے_</w:t>
      </w:r>
    </w:p>
    <w:p w:rsidR="001F628F" w:rsidRDefault="001F628F" w:rsidP="0009742C">
      <w:pPr>
        <w:pStyle w:val="libNormal"/>
        <w:rPr>
          <w:rtl/>
        </w:rPr>
      </w:pPr>
      <w:r>
        <w:rPr>
          <w:rFonts w:hint="eastAsia"/>
          <w:rtl/>
        </w:rPr>
        <w:t>اصلاح</w:t>
      </w:r>
      <w:r>
        <w:rPr>
          <w:rtl/>
        </w:rPr>
        <w:t>:</w:t>
      </w:r>
      <w:r>
        <w:rPr>
          <w:rFonts w:hint="eastAsia"/>
          <w:rtl/>
        </w:rPr>
        <w:t>سماجى</w:t>
      </w:r>
      <w:r>
        <w:rPr>
          <w:rtl/>
        </w:rPr>
        <w:t xml:space="preserve"> اصلاح كى اہميت11</w:t>
      </w:r>
    </w:p>
    <w:p w:rsidR="001F628F" w:rsidRDefault="001F628F" w:rsidP="0009742C">
      <w:pPr>
        <w:pStyle w:val="libNormal"/>
        <w:rPr>
          <w:rtl/>
        </w:rPr>
      </w:pPr>
      <w:r>
        <w:rPr>
          <w:rFonts w:hint="eastAsia"/>
          <w:rtl/>
        </w:rPr>
        <w:t>اقدار</w:t>
      </w:r>
      <w:r>
        <w:rPr>
          <w:rtl/>
        </w:rPr>
        <w:t>:</w:t>
      </w:r>
      <w:r>
        <w:rPr>
          <w:rFonts w:hint="eastAsia"/>
          <w:rtl/>
        </w:rPr>
        <w:t>اقدار</w:t>
      </w:r>
      <w:r>
        <w:rPr>
          <w:rtl/>
        </w:rPr>
        <w:t xml:space="preserve"> كا ملاك</w:t>
      </w:r>
    </w:p>
    <w:p w:rsidR="001F628F" w:rsidRDefault="001F628F" w:rsidP="0009742C">
      <w:pPr>
        <w:pStyle w:val="libNormal"/>
        <w:rPr>
          <w:rtl/>
        </w:rPr>
      </w:pPr>
      <w:r>
        <w:rPr>
          <w:rFonts w:hint="eastAsia"/>
          <w:rtl/>
        </w:rPr>
        <w:t>الله</w:t>
      </w:r>
      <w:r>
        <w:rPr>
          <w:rtl/>
        </w:rPr>
        <w:t xml:space="preserve"> تعالي:</w:t>
      </w:r>
      <w:r>
        <w:rPr>
          <w:rFonts w:hint="eastAsia"/>
          <w:rtl/>
        </w:rPr>
        <w:t>الله</w:t>
      </w:r>
      <w:r>
        <w:rPr>
          <w:rtl/>
        </w:rPr>
        <w:t xml:space="preserve"> تعالى كى امدار كے آثار4; الله تعالى كى تدبير كے آثار 4; الله تعالى كى دعوتي</w:t>
      </w:r>
      <w:r w:rsidR="00083993">
        <w:rPr>
          <w:rtl/>
        </w:rPr>
        <w:t xml:space="preserve">ں </w:t>
      </w:r>
      <w:r>
        <w:rPr>
          <w:rtl/>
        </w:rPr>
        <w:t>9</w:t>
      </w:r>
    </w:p>
    <w:p w:rsidR="001F628F" w:rsidRDefault="001F628F" w:rsidP="0009742C">
      <w:pPr>
        <w:pStyle w:val="libNormal"/>
        <w:rPr>
          <w:rtl/>
        </w:rPr>
      </w:pPr>
      <w:r>
        <w:rPr>
          <w:rFonts w:hint="eastAsia"/>
          <w:rtl/>
        </w:rPr>
        <w:t>انسان</w:t>
      </w:r>
      <w:r>
        <w:rPr>
          <w:rtl/>
        </w:rPr>
        <w:t>:</w:t>
      </w:r>
      <w:r>
        <w:rPr>
          <w:rFonts w:hint="eastAsia"/>
          <w:rtl/>
        </w:rPr>
        <w:t>انسان</w:t>
      </w:r>
      <w:r>
        <w:rPr>
          <w:rtl/>
        </w:rPr>
        <w:t xml:space="preserve"> كى سودمند ى كے آثار 5; انسان كى قدر وقيمت كا معيار 5; با ارزش انسان كى علامت 7</w:t>
      </w:r>
    </w:p>
    <w:p w:rsidR="001F628F" w:rsidRDefault="001F628F" w:rsidP="0009742C">
      <w:pPr>
        <w:pStyle w:val="libNormal"/>
        <w:rPr>
          <w:rtl/>
        </w:rPr>
      </w:pPr>
      <w:r>
        <w:rPr>
          <w:rFonts w:hint="eastAsia"/>
          <w:rtl/>
        </w:rPr>
        <w:t>بھروسہ</w:t>
      </w:r>
      <w:r>
        <w:rPr>
          <w:rtl/>
        </w:rPr>
        <w:t xml:space="preserve"> :</w:t>
      </w:r>
      <w:r>
        <w:rPr>
          <w:rFonts w:hint="eastAsia"/>
          <w:rtl/>
        </w:rPr>
        <w:t>الله</w:t>
      </w:r>
      <w:r>
        <w:rPr>
          <w:rtl/>
        </w:rPr>
        <w:t xml:space="preserve"> تعالى پر بھروسہ 3</w:t>
      </w:r>
    </w:p>
    <w:p w:rsidR="001F628F" w:rsidRDefault="001F628F" w:rsidP="0009742C">
      <w:pPr>
        <w:pStyle w:val="libNormal"/>
        <w:rPr>
          <w:rtl/>
        </w:rPr>
      </w:pPr>
      <w:r>
        <w:rPr>
          <w:rFonts w:hint="eastAsia"/>
          <w:rtl/>
        </w:rPr>
        <w:t>تزكيہ</w:t>
      </w:r>
      <w:r>
        <w:rPr>
          <w:rtl/>
        </w:rPr>
        <w:t>:</w:t>
      </w:r>
      <w:r>
        <w:rPr>
          <w:rFonts w:hint="eastAsia"/>
          <w:rtl/>
        </w:rPr>
        <w:t>تزكيہ</w:t>
      </w:r>
      <w:r>
        <w:rPr>
          <w:rtl/>
        </w:rPr>
        <w:t xml:space="preserve"> كى اہميت11</w:t>
      </w:r>
    </w:p>
    <w:p w:rsidR="001F628F" w:rsidRDefault="001F628F" w:rsidP="0009742C">
      <w:pPr>
        <w:pStyle w:val="libNormal"/>
        <w:rPr>
          <w:rtl/>
        </w:rPr>
      </w:pPr>
      <w:r>
        <w:rPr>
          <w:rFonts w:hint="eastAsia"/>
          <w:rtl/>
        </w:rPr>
        <w:t>ثابت</w:t>
      </w:r>
      <w:r>
        <w:rPr>
          <w:rtl/>
        </w:rPr>
        <w:t xml:space="preserve"> قدم رہنے والے:</w:t>
      </w:r>
      <w:r>
        <w:rPr>
          <w:rFonts w:hint="eastAsia"/>
          <w:rtl/>
        </w:rPr>
        <w:t>صراط</w:t>
      </w:r>
      <w:r>
        <w:rPr>
          <w:rtl/>
        </w:rPr>
        <w:t xml:space="preserve"> مستقيم پر ثابت قدم رہنے والے10</w:t>
      </w:r>
    </w:p>
    <w:p w:rsidR="001F628F" w:rsidRDefault="001F628F" w:rsidP="0009742C">
      <w:pPr>
        <w:pStyle w:val="libNormal"/>
        <w:rPr>
          <w:rtl/>
        </w:rPr>
      </w:pPr>
      <w:r>
        <w:rPr>
          <w:rFonts w:hint="eastAsia"/>
          <w:rtl/>
        </w:rPr>
        <w:t>خير</w:t>
      </w:r>
      <w:r>
        <w:rPr>
          <w:rtl/>
        </w:rPr>
        <w:t>:</w:t>
      </w:r>
      <w:r>
        <w:rPr>
          <w:rFonts w:hint="eastAsia"/>
          <w:rtl/>
        </w:rPr>
        <w:t>خير</w:t>
      </w:r>
      <w:r>
        <w:rPr>
          <w:rtl/>
        </w:rPr>
        <w:t xml:space="preserve"> كا سرچشمہ 6</w:t>
      </w:r>
    </w:p>
    <w:p w:rsidR="001F628F" w:rsidRDefault="001F628F" w:rsidP="0009742C">
      <w:pPr>
        <w:pStyle w:val="libNormal"/>
        <w:rPr>
          <w:rtl/>
        </w:rPr>
      </w:pPr>
      <w:r>
        <w:rPr>
          <w:rFonts w:hint="eastAsia"/>
          <w:rtl/>
        </w:rPr>
        <w:t>شخصيت</w:t>
      </w:r>
      <w:r>
        <w:rPr>
          <w:rtl/>
        </w:rPr>
        <w:t xml:space="preserve"> :</w:t>
      </w:r>
      <w:r>
        <w:rPr>
          <w:rFonts w:hint="eastAsia"/>
          <w:rtl/>
        </w:rPr>
        <w:t>شخصيت</w:t>
      </w:r>
      <w:r>
        <w:rPr>
          <w:rtl/>
        </w:rPr>
        <w:t xml:space="preserve"> كو نقصان پہنچانا13</w:t>
      </w:r>
    </w:p>
    <w:p w:rsidR="001F628F" w:rsidRDefault="001F628F" w:rsidP="0009742C">
      <w:pPr>
        <w:pStyle w:val="libNormal"/>
        <w:rPr>
          <w:rtl/>
        </w:rPr>
      </w:pPr>
      <w:r>
        <w:rPr>
          <w:rFonts w:hint="eastAsia"/>
          <w:rtl/>
        </w:rPr>
        <w:t>صالحين</w:t>
      </w:r>
      <w:r>
        <w:rPr>
          <w:rtl/>
        </w:rPr>
        <w:t>:</w:t>
      </w:r>
      <w:r>
        <w:rPr>
          <w:rFonts w:hint="eastAsia"/>
          <w:rtl/>
        </w:rPr>
        <w:t>صالحين</w:t>
      </w:r>
      <w:r>
        <w:rPr>
          <w:rtl/>
        </w:rPr>
        <w:t xml:space="preserve"> كى دعوتي</w:t>
      </w:r>
      <w:r w:rsidR="00083993">
        <w:rPr>
          <w:rtl/>
        </w:rPr>
        <w:t xml:space="preserve">ں </w:t>
      </w:r>
      <w:r>
        <w:rPr>
          <w:rtl/>
        </w:rPr>
        <w:t>10</w:t>
      </w:r>
    </w:p>
    <w:p w:rsidR="001F628F" w:rsidRDefault="001F628F" w:rsidP="0009742C">
      <w:pPr>
        <w:pStyle w:val="libNormal"/>
        <w:rPr>
          <w:rtl/>
        </w:rPr>
      </w:pPr>
      <w:r>
        <w:rPr>
          <w:rFonts w:hint="eastAsia"/>
          <w:rtl/>
        </w:rPr>
        <w:t>صراط</w:t>
      </w:r>
      <w:r>
        <w:rPr>
          <w:rtl/>
        </w:rPr>
        <w:t xml:space="preserve"> مستقيم:</w:t>
      </w:r>
      <w:r>
        <w:rPr>
          <w:rFonts w:hint="eastAsia"/>
          <w:rtl/>
        </w:rPr>
        <w:t>صراط</w:t>
      </w:r>
      <w:r>
        <w:rPr>
          <w:rtl/>
        </w:rPr>
        <w:t xml:space="preserve"> مستقيم كى دعوت 12</w:t>
      </w:r>
    </w:p>
    <w:p w:rsidR="001F628F" w:rsidRDefault="001F628F" w:rsidP="0009742C">
      <w:pPr>
        <w:pStyle w:val="libNormal"/>
        <w:rPr>
          <w:rtl/>
        </w:rPr>
      </w:pPr>
      <w:r>
        <w:rPr>
          <w:rFonts w:hint="eastAsia"/>
          <w:rtl/>
        </w:rPr>
        <w:t>ظالم</w:t>
      </w:r>
      <w:r>
        <w:rPr>
          <w:rtl/>
        </w:rPr>
        <w:t>:</w:t>
      </w:r>
      <w:r>
        <w:rPr>
          <w:rFonts w:hint="eastAsia"/>
          <w:rtl/>
        </w:rPr>
        <w:t>ظالمو</w:t>
      </w:r>
      <w:r w:rsidR="00083993">
        <w:rPr>
          <w:rFonts w:hint="eastAsia"/>
          <w:rtl/>
        </w:rPr>
        <w:t xml:space="preserve">ں </w:t>
      </w:r>
      <w:r>
        <w:rPr>
          <w:rtl/>
        </w:rPr>
        <w:t>كا گنگ ہونا 13</w:t>
      </w:r>
    </w:p>
    <w:p w:rsidR="001F628F" w:rsidRDefault="001F628F" w:rsidP="0009742C">
      <w:pPr>
        <w:pStyle w:val="libNormal"/>
        <w:rPr>
          <w:rtl/>
        </w:rPr>
      </w:pPr>
      <w:r>
        <w:rPr>
          <w:rFonts w:hint="eastAsia"/>
          <w:rtl/>
        </w:rPr>
        <w:t>عدالت</w:t>
      </w:r>
      <w:r>
        <w:rPr>
          <w:rtl/>
        </w:rPr>
        <w:t>:</w:t>
      </w:r>
      <w:r>
        <w:rPr>
          <w:rFonts w:hint="eastAsia"/>
          <w:rtl/>
        </w:rPr>
        <w:t>عدالت</w:t>
      </w:r>
      <w:r>
        <w:rPr>
          <w:rtl/>
        </w:rPr>
        <w:t xml:space="preserve"> كى طرف دعوت دينا 7،9،10،12</w:t>
      </w:r>
    </w:p>
    <w:p w:rsidR="001F628F" w:rsidRDefault="001F628F" w:rsidP="0009742C">
      <w:pPr>
        <w:pStyle w:val="libNormal"/>
        <w:rPr>
          <w:rtl/>
        </w:rPr>
      </w:pPr>
      <w:r>
        <w:rPr>
          <w:rFonts w:hint="eastAsia"/>
          <w:rtl/>
        </w:rPr>
        <w:t>عدالت</w:t>
      </w:r>
      <w:r>
        <w:rPr>
          <w:rtl/>
        </w:rPr>
        <w:t xml:space="preserve"> خواہي:</w:t>
      </w:r>
      <w:r>
        <w:rPr>
          <w:rFonts w:hint="eastAsia"/>
          <w:rtl/>
        </w:rPr>
        <w:t>عدالت</w:t>
      </w:r>
      <w:r>
        <w:rPr>
          <w:rtl/>
        </w:rPr>
        <w:t xml:space="preserve"> خواہى كى اہميت13</w:t>
      </w:r>
    </w:p>
    <w:p w:rsidR="001F628F" w:rsidRDefault="001F628F" w:rsidP="0009742C">
      <w:pPr>
        <w:pStyle w:val="libNormal"/>
        <w:rPr>
          <w:rtl/>
        </w:rPr>
      </w:pPr>
      <w:r>
        <w:rPr>
          <w:rFonts w:hint="eastAsia"/>
          <w:rtl/>
        </w:rPr>
        <w:t>قرآن</w:t>
      </w:r>
      <w:r>
        <w:rPr>
          <w:rtl/>
        </w:rPr>
        <w:t>:</w:t>
      </w:r>
      <w:r>
        <w:rPr>
          <w:rFonts w:hint="eastAsia"/>
          <w:rtl/>
        </w:rPr>
        <w:t>قرآن</w:t>
      </w:r>
      <w:r>
        <w:rPr>
          <w:rtl/>
        </w:rPr>
        <w:t xml:space="preserve"> كى تعليمات كى روش2; قرآنى مثالي</w:t>
      </w:r>
      <w:r w:rsidR="00083993">
        <w:rPr>
          <w:rtl/>
        </w:rPr>
        <w:t xml:space="preserve">ں </w:t>
      </w:r>
      <w:r>
        <w:rPr>
          <w:rtl/>
        </w:rPr>
        <w:t>1،2</w:t>
      </w:r>
    </w:p>
    <w:p w:rsidR="001F628F" w:rsidRDefault="001F628F" w:rsidP="001F628F">
      <w:pPr>
        <w:pStyle w:val="libNormal"/>
        <w:rPr>
          <w:rtl/>
        </w:rPr>
      </w:pPr>
      <w:r>
        <w:rPr>
          <w:rFonts w:hint="eastAsia"/>
          <w:rtl/>
        </w:rPr>
        <w:t>قرآنى</w:t>
      </w:r>
      <w:r>
        <w:rPr>
          <w:rtl/>
        </w:rPr>
        <w:t xml:space="preserve"> مثالي</w:t>
      </w:r>
      <w:r w:rsidR="00083993">
        <w:rPr>
          <w:rtl/>
        </w:rPr>
        <w:t xml:space="preserve">ں </w:t>
      </w:r>
      <w:r>
        <w:rPr>
          <w:rtl/>
        </w:rPr>
        <w:t>:</w:t>
      </w:r>
    </w:p>
    <w:p w:rsidR="0009742C" w:rsidRDefault="001E7F9D" w:rsidP="00F73EDE">
      <w:pPr>
        <w:pStyle w:val="libPoemTini"/>
        <w:rPr>
          <w:rtl/>
        </w:rPr>
      </w:pPr>
      <w:r>
        <w:rPr>
          <w:rtl/>
        </w:rPr>
        <w:br w:type="page"/>
      </w:r>
    </w:p>
    <w:p w:rsidR="001F628F" w:rsidRDefault="001F628F" w:rsidP="0009742C">
      <w:pPr>
        <w:pStyle w:val="libNormal"/>
        <w:rPr>
          <w:rtl/>
        </w:rPr>
      </w:pPr>
      <w:r>
        <w:rPr>
          <w:rFonts w:hint="eastAsia"/>
          <w:rtl/>
        </w:rPr>
        <w:lastRenderedPageBreak/>
        <w:t>گنگ</w:t>
      </w:r>
      <w:r>
        <w:rPr>
          <w:rtl/>
        </w:rPr>
        <w:t xml:space="preserve"> ہوجانے كى مثال1; موجودات كى مثال1</w:t>
      </w:r>
    </w:p>
    <w:p w:rsidR="001F628F" w:rsidRDefault="001F628F" w:rsidP="0009742C">
      <w:pPr>
        <w:pStyle w:val="libNormal"/>
        <w:rPr>
          <w:rtl/>
        </w:rPr>
      </w:pPr>
      <w:r>
        <w:rPr>
          <w:rFonts w:hint="eastAsia"/>
          <w:rtl/>
        </w:rPr>
        <w:t>قياس</w:t>
      </w:r>
      <w:r>
        <w:rPr>
          <w:rtl/>
        </w:rPr>
        <w:t>:</w:t>
      </w:r>
      <w:r>
        <w:rPr>
          <w:rFonts w:hint="eastAsia"/>
          <w:rtl/>
        </w:rPr>
        <w:t>باطل</w:t>
      </w:r>
      <w:r>
        <w:rPr>
          <w:rtl/>
        </w:rPr>
        <w:t xml:space="preserve"> قياس8; موجودات كا خدا كے ساتھ قياس 1،8</w:t>
      </w:r>
    </w:p>
    <w:p w:rsidR="001F628F" w:rsidRDefault="001F628F" w:rsidP="0009742C">
      <w:pPr>
        <w:pStyle w:val="libNormal"/>
        <w:rPr>
          <w:rtl/>
        </w:rPr>
      </w:pPr>
      <w:r>
        <w:rPr>
          <w:rFonts w:hint="eastAsia"/>
          <w:rtl/>
        </w:rPr>
        <w:t>مثال</w:t>
      </w:r>
      <w:r>
        <w:rPr>
          <w:rtl/>
        </w:rPr>
        <w:t>:</w:t>
      </w:r>
      <w:r>
        <w:rPr>
          <w:rFonts w:hint="eastAsia"/>
          <w:rtl/>
        </w:rPr>
        <w:t>مثال</w:t>
      </w:r>
      <w:r>
        <w:rPr>
          <w:rtl/>
        </w:rPr>
        <w:t xml:space="preserve"> كے فوائد2</w:t>
      </w:r>
    </w:p>
    <w:p w:rsidR="001F628F" w:rsidRDefault="001F628F" w:rsidP="0009742C">
      <w:pPr>
        <w:pStyle w:val="libNormal"/>
        <w:rPr>
          <w:rtl/>
        </w:rPr>
      </w:pPr>
      <w:r>
        <w:rPr>
          <w:rFonts w:hint="eastAsia"/>
          <w:rtl/>
        </w:rPr>
        <w:t>معاشرہ</w:t>
      </w:r>
      <w:r>
        <w:rPr>
          <w:rtl/>
        </w:rPr>
        <w:t>:</w:t>
      </w:r>
      <w:r>
        <w:rPr>
          <w:rFonts w:hint="eastAsia"/>
          <w:rtl/>
        </w:rPr>
        <w:t>معاشرے</w:t>
      </w:r>
      <w:r>
        <w:rPr>
          <w:rtl/>
        </w:rPr>
        <w:t xml:space="preserve"> كے استقلال كا سرچشمہ 12; معاشرے كى قدرت كا سرچشمہ12</w:t>
      </w:r>
    </w:p>
    <w:p w:rsidR="001F628F" w:rsidRDefault="001F628F" w:rsidP="0009742C">
      <w:pPr>
        <w:pStyle w:val="libNormal"/>
        <w:rPr>
          <w:rtl/>
        </w:rPr>
      </w:pPr>
      <w:r>
        <w:rPr>
          <w:rFonts w:hint="eastAsia"/>
          <w:rtl/>
        </w:rPr>
        <w:t>موجودات</w:t>
      </w:r>
      <w:r>
        <w:rPr>
          <w:rtl/>
        </w:rPr>
        <w:t>:</w:t>
      </w:r>
      <w:r>
        <w:rPr>
          <w:rFonts w:hint="eastAsia"/>
          <w:rtl/>
        </w:rPr>
        <w:t>موجودات</w:t>
      </w:r>
      <w:r>
        <w:rPr>
          <w:rtl/>
        </w:rPr>
        <w:t xml:space="preserve"> پر بھروسہ3;موجودات كا عجز 3،4</w:t>
      </w:r>
    </w:p>
    <w:p w:rsidR="001F628F" w:rsidRDefault="001F628F" w:rsidP="0009742C">
      <w:pPr>
        <w:pStyle w:val="libNormal"/>
        <w:rPr>
          <w:rtl/>
        </w:rPr>
      </w:pPr>
      <w:r>
        <w:rPr>
          <w:rFonts w:hint="eastAsia"/>
          <w:rtl/>
        </w:rPr>
        <w:t>ہدايت</w:t>
      </w:r>
      <w:r>
        <w:rPr>
          <w:rtl/>
        </w:rPr>
        <w:t xml:space="preserve"> پانے والے:</w:t>
      </w:r>
      <w:r>
        <w:rPr>
          <w:rFonts w:hint="eastAsia"/>
          <w:rtl/>
        </w:rPr>
        <w:t>ہدايت</w:t>
      </w:r>
      <w:r>
        <w:rPr>
          <w:rtl/>
        </w:rPr>
        <w:t xml:space="preserve"> پانے والو</w:t>
      </w:r>
      <w:r w:rsidR="00083993">
        <w:rPr>
          <w:rtl/>
        </w:rPr>
        <w:t xml:space="preserve">ں </w:t>
      </w:r>
      <w:r>
        <w:rPr>
          <w:rtl/>
        </w:rPr>
        <w:t>كى دعوتي</w:t>
      </w:r>
      <w:r w:rsidR="00083993">
        <w:rPr>
          <w:rtl/>
        </w:rPr>
        <w:t xml:space="preserve">ں </w:t>
      </w:r>
      <w:r>
        <w:rPr>
          <w:rtl/>
        </w:rPr>
        <w:t>10</w:t>
      </w:r>
    </w:p>
    <w:p w:rsidR="001F628F" w:rsidRDefault="0009742C" w:rsidP="0009742C">
      <w:pPr>
        <w:pStyle w:val="Heading2Center"/>
        <w:rPr>
          <w:rtl/>
        </w:rPr>
      </w:pPr>
      <w:bookmarkStart w:id="223" w:name="_Toc28081901"/>
      <w:r>
        <w:rPr>
          <w:rFonts w:hint="cs"/>
          <w:rtl/>
        </w:rPr>
        <w:t>آیت 77</w:t>
      </w:r>
      <w:bookmarkEnd w:id="223"/>
    </w:p>
    <w:p w:rsidR="001F628F" w:rsidRDefault="00E260F9" w:rsidP="0009742C">
      <w:pPr>
        <w:pStyle w:val="libNormal"/>
        <w:rPr>
          <w:rtl/>
        </w:rPr>
      </w:pPr>
      <w:r w:rsidRPr="00E260F9">
        <w:rPr>
          <w:rStyle w:val="libAlaemChar"/>
          <w:rFonts w:hint="eastAsia"/>
          <w:rtl/>
        </w:rPr>
        <w:t>(</w:t>
      </w:r>
      <w:r w:rsidRPr="0009742C">
        <w:rPr>
          <w:rStyle w:val="libAieChar"/>
          <w:rFonts w:hint="eastAsia"/>
          <w:rtl/>
        </w:rPr>
        <w:t>وَلِلّهِ</w:t>
      </w:r>
      <w:r w:rsidRPr="0009742C">
        <w:rPr>
          <w:rStyle w:val="libAieChar"/>
          <w:rtl/>
        </w:rPr>
        <w:t xml:space="preserve"> غَيْبُ السَّمَاوَاتِ وَالأَرْضِ وَمَا أَمْرُ السَّاعَةِ إِلاَّ كَلَمْحِ الْبَصَرِ أَوْ هُوَ أَقْرَبُ إِنَّ اللّهَ عَلَى كُلِّ شَيْءٍ قَدِيرٌ</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آسمان</w:t>
      </w:r>
      <w:r>
        <w:rPr>
          <w:rtl/>
        </w:rPr>
        <w:t xml:space="preserve"> و زمين كا سارا غيب اللہ ہى كے لئے ہے اور قيامت كا حكم تو صرف ايك پلك جھپكنے كے برابر يا اس سے بھى قريب تر ہے اور يقينا اللہ ہر شے پر قدرت ركھنے والا ہے _</w:t>
      </w:r>
    </w:p>
    <w:p w:rsidR="001F628F" w:rsidRDefault="001F628F" w:rsidP="0009742C">
      <w:pPr>
        <w:pStyle w:val="libNormal"/>
        <w:rPr>
          <w:rtl/>
        </w:rPr>
      </w:pPr>
      <w:r>
        <w:rPr>
          <w:rtl/>
        </w:rPr>
        <w:t>1_ آسمانو</w:t>
      </w:r>
      <w:r w:rsidR="00083993">
        <w:rPr>
          <w:rtl/>
        </w:rPr>
        <w:t xml:space="preserve">ں </w:t>
      </w:r>
      <w:r>
        <w:rPr>
          <w:rtl/>
        </w:rPr>
        <w:t>اور زمين كے غيبى امور، خداوند عالم كے ساتھ خاص ہي</w:t>
      </w:r>
      <w:r w:rsidR="00083993">
        <w:rPr>
          <w:rtl/>
        </w:rPr>
        <w:t xml:space="preserve">ں </w:t>
      </w:r>
      <w:r>
        <w:rPr>
          <w:rtl/>
        </w:rPr>
        <w:t>_</w:t>
      </w:r>
      <w:r w:rsidRPr="0009742C">
        <w:rPr>
          <w:rStyle w:val="libArabicChar"/>
          <w:rFonts w:hint="eastAsia"/>
          <w:rtl/>
        </w:rPr>
        <w:t>ولله</w:t>
      </w:r>
      <w:r w:rsidRPr="0009742C">
        <w:rPr>
          <w:rStyle w:val="libArabicChar"/>
          <w:rtl/>
        </w:rPr>
        <w:t xml:space="preserve"> غيب السموات والارض</w:t>
      </w:r>
    </w:p>
    <w:p w:rsidR="001F628F" w:rsidRDefault="001F628F" w:rsidP="001F628F">
      <w:pPr>
        <w:pStyle w:val="libNormal"/>
        <w:rPr>
          <w:rtl/>
        </w:rPr>
      </w:pPr>
      <w:r>
        <w:rPr>
          <w:rtl/>
        </w:rPr>
        <w:t>2_ آسمانو</w:t>
      </w:r>
      <w:r w:rsidR="00083993">
        <w:rPr>
          <w:rtl/>
        </w:rPr>
        <w:t xml:space="preserve">ں </w:t>
      </w:r>
      <w:r>
        <w:rPr>
          <w:rtl/>
        </w:rPr>
        <w:t>اور زمين كے پنہانى حوادث كا وجود، انسانو</w:t>
      </w:r>
      <w:r w:rsidR="00083993">
        <w:rPr>
          <w:rtl/>
        </w:rPr>
        <w:t xml:space="preserve">ں </w:t>
      </w:r>
      <w:r>
        <w:rPr>
          <w:rtl/>
        </w:rPr>
        <w:t>كے ليے قابل كشف نہي</w:t>
      </w:r>
      <w:r w:rsidR="00083993">
        <w:rPr>
          <w:rtl/>
        </w:rPr>
        <w:t xml:space="preserve">ں </w:t>
      </w:r>
      <w:r>
        <w:rPr>
          <w:rtl/>
        </w:rPr>
        <w:t>ہے_</w:t>
      </w:r>
    </w:p>
    <w:p w:rsidR="001F628F" w:rsidRDefault="001F628F" w:rsidP="0009742C">
      <w:pPr>
        <w:pStyle w:val="libArabic"/>
        <w:rPr>
          <w:rtl/>
        </w:rPr>
      </w:pPr>
      <w:r>
        <w:rPr>
          <w:rFonts w:hint="eastAsia"/>
          <w:rtl/>
        </w:rPr>
        <w:t>ولله</w:t>
      </w:r>
      <w:r>
        <w:rPr>
          <w:rtl/>
        </w:rPr>
        <w:t xml:space="preserve"> غيب السموات والارض</w:t>
      </w:r>
    </w:p>
    <w:p w:rsidR="001F628F" w:rsidRDefault="001F628F" w:rsidP="001F628F">
      <w:pPr>
        <w:pStyle w:val="libNormal"/>
        <w:rPr>
          <w:rtl/>
        </w:rPr>
      </w:pPr>
      <w:r>
        <w:rPr>
          <w:rFonts w:hint="eastAsia"/>
          <w:rtl/>
        </w:rPr>
        <w:t>آسمانو</w:t>
      </w:r>
      <w:r w:rsidR="00083993">
        <w:rPr>
          <w:rFonts w:hint="eastAsia"/>
          <w:rtl/>
        </w:rPr>
        <w:t xml:space="preserve">ں </w:t>
      </w:r>
      <w:r>
        <w:rPr>
          <w:rtl/>
        </w:rPr>
        <w:t>مي</w:t>
      </w:r>
      <w:r w:rsidR="00083993">
        <w:rPr>
          <w:rtl/>
        </w:rPr>
        <w:t xml:space="preserve">ں </w:t>
      </w:r>
      <w:r>
        <w:rPr>
          <w:rtl/>
        </w:rPr>
        <w:t>موجود بعض واقعات اور اموركو غيب قرار دينا، اس بات پر دليل ہے كہ يہ انسانى علم كے دائرہ سے خارج ہي</w:t>
      </w:r>
      <w:r w:rsidR="00083993">
        <w:rPr>
          <w:rtl/>
        </w:rPr>
        <w:t xml:space="preserve">ں </w:t>
      </w:r>
      <w:r>
        <w:rPr>
          <w:rtl/>
        </w:rPr>
        <w:t>_</w:t>
      </w:r>
    </w:p>
    <w:p w:rsidR="001F628F" w:rsidRDefault="001F628F" w:rsidP="0009742C">
      <w:pPr>
        <w:pStyle w:val="libNormal"/>
        <w:rPr>
          <w:rtl/>
        </w:rPr>
      </w:pPr>
      <w:r>
        <w:rPr>
          <w:rtl/>
        </w:rPr>
        <w:t>3_آنكھ جھپكنے يا اس سے بھى كم تر وقت مي</w:t>
      </w:r>
      <w:r w:rsidR="00083993">
        <w:rPr>
          <w:rtl/>
        </w:rPr>
        <w:t xml:space="preserve">ں </w:t>
      </w:r>
      <w:r>
        <w:rPr>
          <w:rtl/>
        </w:rPr>
        <w:t>لحظہ قيامت كا واقع ہونا _</w:t>
      </w:r>
      <w:r w:rsidRPr="0009742C">
        <w:rPr>
          <w:rStyle w:val="libArabicChar"/>
          <w:rFonts w:hint="eastAsia"/>
          <w:rtl/>
        </w:rPr>
        <w:t>وما</w:t>
      </w:r>
      <w:r w:rsidRPr="0009742C">
        <w:rPr>
          <w:rStyle w:val="libArabicChar"/>
          <w:rtl/>
        </w:rPr>
        <w:t xml:space="preserve"> ا مر الساعة الاّ كلمح البصر ا و </w:t>
      </w:r>
      <w:r w:rsidR="00120F63" w:rsidRPr="00B2551F">
        <w:rPr>
          <w:rStyle w:val="libArabicChar"/>
          <w:rFonts w:hint="cs"/>
          <w:rtl/>
        </w:rPr>
        <w:t>ه</w:t>
      </w:r>
      <w:r w:rsidRPr="0009742C">
        <w:rPr>
          <w:rStyle w:val="libArabicChar"/>
          <w:rFonts w:hint="cs"/>
          <w:rtl/>
        </w:rPr>
        <w:t>و</w:t>
      </w:r>
      <w:r w:rsidRPr="0009742C">
        <w:rPr>
          <w:rStyle w:val="libArabicChar"/>
          <w:rtl/>
        </w:rPr>
        <w:t xml:space="preserve"> ا قرب</w:t>
      </w:r>
    </w:p>
    <w:p w:rsidR="0009742C" w:rsidRDefault="001E7F9D" w:rsidP="00F73EDE">
      <w:pPr>
        <w:pStyle w:val="libPoemTini"/>
        <w:rPr>
          <w:rtl/>
        </w:rPr>
      </w:pPr>
      <w:r>
        <w:rPr>
          <w:rtl/>
        </w:rPr>
        <w:br w:type="page"/>
      </w:r>
    </w:p>
    <w:p w:rsidR="001F628F" w:rsidRDefault="001F628F" w:rsidP="0009742C">
      <w:pPr>
        <w:pStyle w:val="libNormal"/>
        <w:rPr>
          <w:rtl/>
        </w:rPr>
      </w:pPr>
      <w:r>
        <w:rPr>
          <w:rtl/>
        </w:rPr>
        <w:lastRenderedPageBreak/>
        <w:t>4_قيامت كا بر پا اپنى تمام وسعت اور عظمت كے باوجود، خداوند عالم كے ليے آسان ہے_</w:t>
      </w:r>
    </w:p>
    <w:p w:rsidR="001F628F" w:rsidRDefault="001F628F" w:rsidP="0009742C">
      <w:pPr>
        <w:pStyle w:val="libArabic"/>
        <w:rPr>
          <w:rtl/>
        </w:rPr>
      </w:pPr>
      <w:r>
        <w:rPr>
          <w:rFonts w:hint="eastAsia"/>
          <w:rtl/>
        </w:rPr>
        <w:t>وما</w:t>
      </w:r>
      <w:r>
        <w:rPr>
          <w:rtl/>
        </w:rPr>
        <w:t xml:space="preserve"> ا مر الساعة الا كلمح البصر ا و </w:t>
      </w:r>
      <w:r w:rsidR="00120F63" w:rsidRPr="00ED5DE8">
        <w:rPr>
          <w:rFonts w:hint="cs"/>
          <w:rtl/>
        </w:rPr>
        <w:t>ه</w:t>
      </w:r>
      <w:r>
        <w:rPr>
          <w:rFonts w:hint="cs"/>
          <w:rtl/>
        </w:rPr>
        <w:t>و</w:t>
      </w:r>
      <w:r>
        <w:rPr>
          <w:rtl/>
        </w:rPr>
        <w:t xml:space="preserve"> ا قرب</w:t>
      </w:r>
    </w:p>
    <w:p w:rsidR="001F628F" w:rsidRDefault="001F628F" w:rsidP="001F628F">
      <w:pPr>
        <w:pStyle w:val="libNormal"/>
        <w:rPr>
          <w:rtl/>
        </w:rPr>
      </w:pPr>
      <w:r>
        <w:rPr>
          <w:rtl/>
        </w:rPr>
        <w:t>5_ انسانو</w:t>
      </w:r>
      <w:r w:rsidR="00083993">
        <w:rPr>
          <w:rtl/>
        </w:rPr>
        <w:t xml:space="preserve">ں </w:t>
      </w:r>
      <w:r>
        <w:rPr>
          <w:rtl/>
        </w:rPr>
        <w:t>كى نگاہ مي</w:t>
      </w:r>
      <w:r w:rsidR="00083993">
        <w:rPr>
          <w:rtl/>
        </w:rPr>
        <w:t xml:space="preserve">ں </w:t>
      </w:r>
      <w:r>
        <w:rPr>
          <w:rtl/>
        </w:rPr>
        <w:t>قيامت كا برپا ہونے كى دورى كے باوجود، نگاہ قدرت مي</w:t>
      </w:r>
      <w:r w:rsidR="00083993">
        <w:rPr>
          <w:rtl/>
        </w:rPr>
        <w:t xml:space="preserve">ں </w:t>
      </w:r>
      <w:r>
        <w:rPr>
          <w:rtl/>
        </w:rPr>
        <w:t>اس كا نزديك ہونا _</w:t>
      </w:r>
    </w:p>
    <w:p w:rsidR="001F628F" w:rsidRDefault="001F628F" w:rsidP="0009742C">
      <w:pPr>
        <w:pStyle w:val="libArabic"/>
        <w:rPr>
          <w:rtl/>
        </w:rPr>
      </w:pPr>
      <w:r>
        <w:rPr>
          <w:rFonts w:hint="eastAsia"/>
          <w:rtl/>
        </w:rPr>
        <w:t>وما</w:t>
      </w:r>
      <w:r>
        <w:rPr>
          <w:rtl/>
        </w:rPr>
        <w:t xml:space="preserve"> ا مر الساعة الاّ كلمح البصر ا و</w:t>
      </w:r>
      <w:r w:rsidR="00120F63" w:rsidRPr="00ED5DE8">
        <w:rPr>
          <w:rFonts w:hint="cs"/>
          <w:rtl/>
        </w:rPr>
        <w:t>ه</w:t>
      </w:r>
      <w:r>
        <w:rPr>
          <w:rFonts w:hint="cs"/>
          <w:rtl/>
        </w:rPr>
        <w:t>و</w:t>
      </w:r>
      <w:r>
        <w:rPr>
          <w:rtl/>
        </w:rPr>
        <w:t xml:space="preserve"> ا قرب</w:t>
      </w:r>
    </w:p>
    <w:p w:rsidR="001F628F" w:rsidRDefault="001F628F" w:rsidP="001F628F">
      <w:pPr>
        <w:pStyle w:val="libNormal"/>
        <w:rPr>
          <w:rtl/>
        </w:rPr>
      </w:pPr>
      <w:r>
        <w:rPr>
          <w:rFonts w:hint="eastAsia"/>
          <w:rtl/>
        </w:rPr>
        <w:t>مذكورہ</w:t>
      </w:r>
      <w:r>
        <w:rPr>
          <w:rtl/>
        </w:rPr>
        <w:t xml:space="preserve"> تفسير اس نكتہ اس بناء پر ہے كہ ''امر الساعة'' سے مراد ، قيامت كا واقع ہونا ہو نہ كہ اس كے برپا ہونے كا حكم اس صورت مي</w:t>
      </w:r>
      <w:r w:rsidR="00083993">
        <w:rPr>
          <w:rtl/>
        </w:rPr>
        <w:t xml:space="preserve">ں </w:t>
      </w:r>
      <w:r>
        <w:rPr>
          <w:rtl/>
        </w:rPr>
        <w:t>ممكن ہے آيت اس چيز كى طرف اشارہ كرے كہ قيامت كا واقع ہونا لوگو</w:t>
      </w:r>
      <w:r w:rsidR="00083993">
        <w:rPr>
          <w:rtl/>
        </w:rPr>
        <w:t xml:space="preserve">ں </w:t>
      </w:r>
      <w:r>
        <w:rPr>
          <w:rtl/>
        </w:rPr>
        <w:t>كى نگاہ مي</w:t>
      </w:r>
      <w:r w:rsidR="00083993">
        <w:rPr>
          <w:rtl/>
        </w:rPr>
        <w:t xml:space="preserve">ں </w:t>
      </w:r>
      <w:r>
        <w:rPr>
          <w:rtl/>
        </w:rPr>
        <w:t>دور ہے_</w:t>
      </w:r>
    </w:p>
    <w:p w:rsidR="001F628F" w:rsidRDefault="001F628F" w:rsidP="0009742C">
      <w:pPr>
        <w:pStyle w:val="libNormal"/>
        <w:rPr>
          <w:rtl/>
        </w:rPr>
      </w:pPr>
      <w:r>
        <w:rPr>
          <w:rtl/>
        </w:rPr>
        <w:t>6_ قيامت كا برپا ہونا آسمانو</w:t>
      </w:r>
      <w:r w:rsidR="00083993">
        <w:rPr>
          <w:rtl/>
        </w:rPr>
        <w:t xml:space="preserve">ں </w:t>
      </w:r>
      <w:r>
        <w:rPr>
          <w:rtl/>
        </w:rPr>
        <w:t>اور زمين كے غيبى امور مي</w:t>
      </w:r>
      <w:r w:rsidR="00083993">
        <w:rPr>
          <w:rtl/>
        </w:rPr>
        <w:t xml:space="preserve">ں </w:t>
      </w:r>
      <w:r>
        <w:rPr>
          <w:rtl/>
        </w:rPr>
        <w:t>سے ہے_</w:t>
      </w:r>
      <w:r w:rsidRPr="0009742C">
        <w:rPr>
          <w:rStyle w:val="libArabicChar"/>
          <w:rFonts w:hint="eastAsia"/>
          <w:rtl/>
        </w:rPr>
        <w:t>ولله</w:t>
      </w:r>
      <w:r w:rsidRPr="0009742C">
        <w:rPr>
          <w:rStyle w:val="libArabicChar"/>
          <w:rtl/>
        </w:rPr>
        <w:t xml:space="preserve"> غيب السموات والارض وما ا مر الساعة</w:t>
      </w:r>
    </w:p>
    <w:p w:rsidR="001F628F" w:rsidRDefault="001F628F" w:rsidP="001F628F">
      <w:pPr>
        <w:pStyle w:val="libNormal"/>
        <w:rPr>
          <w:rtl/>
        </w:rPr>
      </w:pPr>
      <w:r>
        <w:rPr>
          <w:rFonts w:hint="eastAsia"/>
          <w:rtl/>
        </w:rPr>
        <w:t>امور</w:t>
      </w:r>
      <w:r>
        <w:rPr>
          <w:rtl/>
        </w:rPr>
        <w:t xml:space="preserve"> غيبى كو خداوند عالم كے ساتھ خاص كرنے بعد قيامت كے بر پا ہونے كے مسئلہ كى ياد آورى ممكن ہے اس كو امور غيبى مي</w:t>
      </w:r>
      <w:r w:rsidR="00083993">
        <w:rPr>
          <w:rtl/>
        </w:rPr>
        <w:t xml:space="preserve">ں </w:t>
      </w:r>
      <w:r>
        <w:rPr>
          <w:rtl/>
        </w:rPr>
        <w:t>سے قرار دے رہى ہو_</w:t>
      </w:r>
    </w:p>
    <w:p w:rsidR="001F628F" w:rsidRDefault="001F628F" w:rsidP="001F628F">
      <w:pPr>
        <w:pStyle w:val="libNormal"/>
        <w:rPr>
          <w:rtl/>
        </w:rPr>
      </w:pPr>
      <w:r>
        <w:rPr>
          <w:rtl/>
        </w:rPr>
        <w:t>7_وحى كے علاوہ انسان كے ليے قيامت كى حقيقت ، كيفيت اور اس كے وقوع كے وقت سے آگاہى ممكن نہي</w:t>
      </w:r>
      <w:r w:rsidR="00083993">
        <w:rPr>
          <w:rtl/>
        </w:rPr>
        <w:t xml:space="preserve">ں </w:t>
      </w:r>
      <w:r>
        <w:rPr>
          <w:rtl/>
        </w:rPr>
        <w:t>ہے_</w:t>
      </w:r>
    </w:p>
    <w:p w:rsidR="001F628F" w:rsidRDefault="001F628F" w:rsidP="009F604A">
      <w:pPr>
        <w:pStyle w:val="libArabic"/>
        <w:rPr>
          <w:rtl/>
        </w:rPr>
      </w:pPr>
      <w:r>
        <w:rPr>
          <w:rFonts w:hint="eastAsia"/>
          <w:rtl/>
        </w:rPr>
        <w:t>ولله</w:t>
      </w:r>
      <w:r>
        <w:rPr>
          <w:rtl/>
        </w:rPr>
        <w:t xml:space="preserve"> غيب السموات الارض وما ا مر الساعة</w:t>
      </w:r>
    </w:p>
    <w:p w:rsidR="001F628F" w:rsidRDefault="001F628F" w:rsidP="001F628F">
      <w:pPr>
        <w:pStyle w:val="libNormal"/>
        <w:rPr>
          <w:rtl/>
        </w:rPr>
      </w:pPr>
      <w:r>
        <w:rPr>
          <w:rtl/>
        </w:rPr>
        <w:t>''لله غيب السموات '' كے بعد ''امر الساعة'' كا بيان ممكن ہے عام كے بعد خاص كے ذكر كے عنوان سے ہو_</w:t>
      </w:r>
    </w:p>
    <w:p w:rsidR="001F628F" w:rsidRDefault="001F628F" w:rsidP="009F604A">
      <w:pPr>
        <w:pStyle w:val="libNormal"/>
        <w:rPr>
          <w:rtl/>
        </w:rPr>
      </w:pPr>
      <w:r>
        <w:rPr>
          <w:rtl/>
        </w:rPr>
        <w:t>8_توحيد كے بعد معاد اور قيامت، دينى معارف كے اہم ترين موضوعات مي</w:t>
      </w:r>
      <w:r w:rsidR="00083993">
        <w:rPr>
          <w:rtl/>
        </w:rPr>
        <w:t xml:space="preserve">ں </w:t>
      </w:r>
      <w:r>
        <w:rPr>
          <w:rtl/>
        </w:rPr>
        <w:t>سے ہي</w:t>
      </w:r>
      <w:r w:rsidR="00083993">
        <w:rPr>
          <w:rtl/>
        </w:rPr>
        <w:t xml:space="preserve">ں </w:t>
      </w:r>
      <w:r>
        <w:rPr>
          <w:rtl/>
        </w:rPr>
        <w:t>_</w:t>
      </w:r>
      <w:r w:rsidRPr="009F604A">
        <w:rPr>
          <w:rStyle w:val="libArabicChar"/>
          <w:rFonts w:hint="eastAsia"/>
          <w:rtl/>
        </w:rPr>
        <w:t>وماا</w:t>
      </w:r>
      <w:r w:rsidRPr="009F604A">
        <w:rPr>
          <w:rStyle w:val="libArabicChar"/>
          <w:rtl/>
        </w:rPr>
        <w:t xml:space="preserve"> مر الساعة الا كلمح البصر</w:t>
      </w:r>
    </w:p>
    <w:p w:rsidR="001F628F" w:rsidRDefault="001F628F" w:rsidP="001F628F">
      <w:pPr>
        <w:pStyle w:val="libNormal"/>
        <w:rPr>
          <w:rtl/>
        </w:rPr>
      </w:pPr>
      <w:r>
        <w:rPr>
          <w:rFonts w:hint="eastAsia"/>
          <w:rtl/>
        </w:rPr>
        <w:t>مذكورہ</w:t>
      </w:r>
      <w:r>
        <w:rPr>
          <w:rtl/>
        </w:rPr>
        <w:t xml:space="preserve"> تفسير كو آيات كے باہمى ارتباط اور گذشتہ آيات مي</w:t>
      </w:r>
      <w:r w:rsidR="00083993">
        <w:rPr>
          <w:rtl/>
        </w:rPr>
        <w:t xml:space="preserve">ں </w:t>
      </w:r>
      <w:r>
        <w:rPr>
          <w:rtl/>
        </w:rPr>
        <w:t>اصل موضوع توحيد اور شرك سے پرہيز كى بناء پر اور اس آيت مي</w:t>
      </w:r>
      <w:r w:rsidR="00083993">
        <w:rPr>
          <w:rtl/>
        </w:rPr>
        <w:t xml:space="preserve">ں </w:t>
      </w:r>
      <w:r>
        <w:rPr>
          <w:rtl/>
        </w:rPr>
        <w:t>جو قيامت كے برپا ہونے كے بارے مي</w:t>
      </w:r>
      <w:r w:rsidR="00083993">
        <w:rPr>
          <w:rtl/>
        </w:rPr>
        <w:t xml:space="preserve">ں </w:t>
      </w:r>
      <w:r>
        <w:rPr>
          <w:rtl/>
        </w:rPr>
        <w:t>گفتگو ہوئي ہے سے استفادہ كيا گيا ہے_</w:t>
      </w:r>
    </w:p>
    <w:p w:rsidR="001F628F" w:rsidRDefault="001F628F" w:rsidP="009F604A">
      <w:pPr>
        <w:pStyle w:val="libNormal"/>
        <w:rPr>
          <w:rtl/>
        </w:rPr>
      </w:pPr>
      <w:r>
        <w:rPr>
          <w:rtl/>
        </w:rPr>
        <w:t>9_ خداوند عالم كى قدرت كى حدو انتہا نہي</w:t>
      </w:r>
      <w:r w:rsidR="00083993">
        <w:rPr>
          <w:rtl/>
        </w:rPr>
        <w:t xml:space="preserve">ں </w:t>
      </w:r>
      <w:r>
        <w:rPr>
          <w:rtl/>
        </w:rPr>
        <w:t>ہے اور وہ ہر كام انجام دينے پر قادر ہے_</w:t>
      </w:r>
      <w:r w:rsidRPr="009F604A">
        <w:rPr>
          <w:rStyle w:val="libArabicChar"/>
          <w:rFonts w:hint="eastAsia"/>
          <w:rtl/>
        </w:rPr>
        <w:t>انّ</w:t>
      </w:r>
      <w:r w:rsidRPr="009F604A">
        <w:rPr>
          <w:rStyle w:val="libArabicChar"/>
          <w:rtl/>
        </w:rPr>
        <w:t xml:space="preserve"> اللّ</w:t>
      </w:r>
      <w:r w:rsidR="00120F63" w:rsidRPr="00B2551F">
        <w:rPr>
          <w:rStyle w:val="libArabicChar"/>
          <w:rFonts w:hint="cs"/>
          <w:rtl/>
        </w:rPr>
        <w:t>ه</w:t>
      </w:r>
      <w:r w:rsidRPr="009F604A">
        <w:rPr>
          <w:rStyle w:val="libArabicChar"/>
          <w:rtl/>
        </w:rPr>
        <w:t xml:space="preserve"> </w:t>
      </w:r>
      <w:r w:rsidRPr="009F604A">
        <w:rPr>
          <w:rStyle w:val="libArabicChar"/>
          <w:rFonts w:hint="cs"/>
          <w:rtl/>
        </w:rPr>
        <w:t>على</w:t>
      </w:r>
      <w:r w:rsidRPr="009F604A">
        <w:rPr>
          <w:rStyle w:val="libArabicChar"/>
          <w:rtl/>
        </w:rPr>
        <w:t xml:space="preserve"> </w:t>
      </w:r>
      <w:r w:rsidRPr="009F604A">
        <w:rPr>
          <w:rStyle w:val="libArabicChar"/>
          <w:rFonts w:hint="cs"/>
          <w:rtl/>
        </w:rPr>
        <w:t>كلّ</w:t>
      </w:r>
      <w:r w:rsidRPr="009F604A">
        <w:rPr>
          <w:rStyle w:val="libArabicChar"/>
          <w:rtl/>
        </w:rPr>
        <w:t xml:space="preserve"> </w:t>
      </w:r>
      <w:r w:rsidRPr="009F604A">
        <w:rPr>
          <w:rStyle w:val="libArabicChar"/>
          <w:rFonts w:hint="cs"/>
          <w:rtl/>
        </w:rPr>
        <w:t>شي</w:t>
      </w:r>
      <w:r w:rsidRPr="009F604A">
        <w:rPr>
          <w:rStyle w:val="libArabicChar"/>
          <w:rtl/>
        </w:rPr>
        <w:t>ء قدير</w:t>
      </w:r>
    </w:p>
    <w:p w:rsidR="001F628F" w:rsidRDefault="001F628F" w:rsidP="009F604A">
      <w:pPr>
        <w:pStyle w:val="libNormal"/>
        <w:rPr>
          <w:rtl/>
        </w:rPr>
      </w:pPr>
      <w:r>
        <w:rPr>
          <w:rtl/>
        </w:rPr>
        <w:t>10_ قيامت كا برپا ہونا ، الہى قدرت مطلقہ كا جلوہ ہے_</w:t>
      </w:r>
      <w:r w:rsidRPr="009F604A">
        <w:rPr>
          <w:rStyle w:val="libArabicChar"/>
          <w:rFonts w:hint="eastAsia"/>
          <w:rtl/>
        </w:rPr>
        <w:t>وماا</w:t>
      </w:r>
      <w:r w:rsidRPr="009F604A">
        <w:rPr>
          <w:rStyle w:val="libArabicChar"/>
          <w:rtl/>
        </w:rPr>
        <w:t xml:space="preserve"> مر الساعة الا كلمح البصر ا ...ان اللّ</w:t>
      </w:r>
      <w:r w:rsidR="00120F63" w:rsidRPr="00B2551F">
        <w:rPr>
          <w:rStyle w:val="libArabicChar"/>
          <w:rFonts w:hint="cs"/>
          <w:rtl/>
        </w:rPr>
        <w:t>ه</w:t>
      </w:r>
      <w:r w:rsidRPr="009F604A">
        <w:rPr>
          <w:rStyle w:val="libArabicChar"/>
          <w:rtl/>
        </w:rPr>
        <w:t xml:space="preserve"> </w:t>
      </w:r>
      <w:r w:rsidRPr="009F604A">
        <w:rPr>
          <w:rStyle w:val="libArabicChar"/>
          <w:rFonts w:hint="cs"/>
          <w:rtl/>
        </w:rPr>
        <w:t>على</w:t>
      </w:r>
      <w:r w:rsidRPr="009F604A">
        <w:rPr>
          <w:rStyle w:val="libArabicChar"/>
          <w:rtl/>
        </w:rPr>
        <w:t xml:space="preserve"> </w:t>
      </w:r>
      <w:r w:rsidRPr="009F604A">
        <w:rPr>
          <w:rStyle w:val="libArabicChar"/>
          <w:rFonts w:hint="cs"/>
          <w:rtl/>
        </w:rPr>
        <w:t>كلّ</w:t>
      </w:r>
      <w:r w:rsidRPr="009F604A">
        <w:rPr>
          <w:rStyle w:val="libArabicChar"/>
          <w:rtl/>
        </w:rPr>
        <w:t xml:space="preserve"> </w:t>
      </w:r>
      <w:r w:rsidRPr="009F604A">
        <w:rPr>
          <w:rStyle w:val="libArabicChar"/>
          <w:rFonts w:hint="cs"/>
          <w:rtl/>
        </w:rPr>
        <w:t>شي</w:t>
      </w:r>
      <w:r w:rsidRPr="009F604A">
        <w:rPr>
          <w:rStyle w:val="libArabicChar"/>
          <w:rtl/>
        </w:rPr>
        <w:t>ء قدير</w:t>
      </w:r>
    </w:p>
    <w:p w:rsidR="001F628F" w:rsidRDefault="001F628F" w:rsidP="001F628F">
      <w:pPr>
        <w:pStyle w:val="libNormal"/>
        <w:rPr>
          <w:rtl/>
        </w:rPr>
      </w:pPr>
      <w:r>
        <w:rPr>
          <w:rtl/>
        </w:rPr>
        <w:t>11_ خداوند عالم كى مطلق اور لا متناہى قدرت اس بات پر دليل ہے كہ قيامت كا بر پا اس كے ليے آسان ہے_</w:t>
      </w:r>
    </w:p>
    <w:p w:rsidR="001F628F" w:rsidRDefault="001F628F" w:rsidP="009F604A">
      <w:pPr>
        <w:pStyle w:val="libArabic"/>
        <w:rPr>
          <w:rtl/>
        </w:rPr>
      </w:pPr>
      <w:r>
        <w:rPr>
          <w:rFonts w:hint="eastAsia"/>
          <w:rtl/>
        </w:rPr>
        <w:t>وما</w:t>
      </w:r>
      <w:r>
        <w:rPr>
          <w:rtl/>
        </w:rPr>
        <w:t xml:space="preserve"> ا مر الساعة الا كلمح البصر ا و </w:t>
      </w:r>
      <w:r w:rsidR="00120F63" w:rsidRPr="00ED5DE8">
        <w:rPr>
          <w:rFonts w:hint="cs"/>
          <w:rtl/>
        </w:rPr>
        <w:t>ه</w:t>
      </w:r>
      <w:r>
        <w:rPr>
          <w:rFonts w:hint="cs"/>
          <w:rtl/>
        </w:rPr>
        <w:t>و</w:t>
      </w:r>
      <w:r>
        <w:rPr>
          <w:rtl/>
        </w:rPr>
        <w:t xml:space="preserve"> </w:t>
      </w:r>
      <w:r>
        <w:rPr>
          <w:rFonts w:hint="cs"/>
          <w:rtl/>
        </w:rPr>
        <w:t>ا</w:t>
      </w:r>
      <w:r>
        <w:rPr>
          <w:rtl/>
        </w:rPr>
        <w:t xml:space="preserve"> </w:t>
      </w:r>
      <w:r>
        <w:rPr>
          <w:rFonts w:hint="cs"/>
          <w:rtl/>
        </w:rPr>
        <w:t>قرب</w:t>
      </w:r>
      <w:r>
        <w:rPr>
          <w:rtl/>
        </w:rPr>
        <w:t xml:space="preserve"> </w:t>
      </w:r>
      <w:r>
        <w:rPr>
          <w:rFonts w:hint="cs"/>
          <w:rtl/>
        </w:rPr>
        <w:t>إنّ</w:t>
      </w:r>
      <w:r>
        <w:rPr>
          <w:rtl/>
        </w:rPr>
        <w:t xml:space="preserve"> </w:t>
      </w:r>
      <w:r>
        <w:rPr>
          <w:rFonts w:hint="cs"/>
          <w:rtl/>
        </w:rPr>
        <w:t>اللّ</w:t>
      </w:r>
      <w:r w:rsidR="00120F63" w:rsidRPr="00ED5DE8">
        <w:rPr>
          <w:rFonts w:hint="cs"/>
          <w:rtl/>
        </w:rPr>
        <w:t>ه</w:t>
      </w:r>
      <w:r>
        <w:rPr>
          <w:rtl/>
        </w:rPr>
        <w:t xml:space="preserve"> </w:t>
      </w:r>
      <w:r>
        <w:rPr>
          <w:rFonts w:hint="cs"/>
          <w:rtl/>
        </w:rPr>
        <w:t>على</w:t>
      </w:r>
      <w:r>
        <w:rPr>
          <w:rtl/>
        </w:rPr>
        <w:t xml:space="preserve"> </w:t>
      </w:r>
      <w:r>
        <w:rPr>
          <w:rFonts w:hint="cs"/>
          <w:rtl/>
        </w:rPr>
        <w:t>كلّ</w:t>
      </w:r>
      <w:r>
        <w:rPr>
          <w:rtl/>
        </w:rPr>
        <w:t xml:space="preserve"> </w:t>
      </w:r>
      <w:r>
        <w:rPr>
          <w:rFonts w:hint="cs"/>
          <w:rtl/>
        </w:rPr>
        <w:t>شيء</w:t>
      </w:r>
      <w:r>
        <w:rPr>
          <w:rtl/>
        </w:rPr>
        <w:t xml:space="preserve"> قدير</w:t>
      </w:r>
    </w:p>
    <w:p w:rsidR="001F628F" w:rsidRDefault="001F628F" w:rsidP="001F628F">
      <w:pPr>
        <w:pStyle w:val="libNormal"/>
        <w:rPr>
          <w:rtl/>
        </w:rPr>
      </w:pPr>
      <w:r>
        <w:rPr>
          <w:rFonts w:hint="eastAsia"/>
          <w:rtl/>
        </w:rPr>
        <w:t>جملہ</w:t>
      </w:r>
      <w:r>
        <w:rPr>
          <w:rtl/>
        </w:rPr>
        <w:t>'' انّ اللّہ ...''جملہ ''وما ا مر الساعة ...'' كے ليے تعليل كے مقام امر قيامت، خدا كے ليے آسان ہے چونكہ وہ ہر كام انجام دينے پر قادر ہے_</w:t>
      </w:r>
    </w:p>
    <w:p w:rsidR="009F604A" w:rsidRDefault="001E7F9D" w:rsidP="00F73EDE">
      <w:pPr>
        <w:pStyle w:val="libPoemTini"/>
        <w:rPr>
          <w:rtl/>
        </w:rPr>
      </w:pPr>
      <w:r>
        <w:rPr>
          <w:rtl/>
        </w:rPr>
        <w:br w:type="page"/>
      </w:r>
    </w:p>
    <w:p w:rsidR="001F628F" w:rsidRDefault="001F628F" w:rsidP="009F604A">
      <w:pPr>
        <w:pStyle w:val="libNormal"/>
        <w:rPr>
          <w:rtl/>
        </w:rPr>
      </w:pPr>
      <w:r>
        <w:rPr>
          <w:rFonts w:hint="eastAsia"/>
          <w:rtl/>
        </w:rPr>
        <w:lastRenderedPageBreak/>
        <w:t>آسمان</w:t>
      </w:r>
      <w:r>
        <w:rPr>
          <w:rtl/>
        </w:rPr>
        <w:t>:</w:t>
      </w:r>
      <w:r>
        <w:rPr>
          <w:rFonts w:hint="eastAsia"/>
          <w:rtl/>
        </w:rPr>
        <w:t>آسمانو</w:t>
      </w:r>
      <w:r w:rsidR="00083993">
        <w:rPr>
          <w:rFonts w:hint="eastAsia"/>
          <w:rtl/>
        </w:rPr>
        <w:t xml:space="preserve">ں </w:t>
      </w:r>
      <w:r>
        <w:rPr>
          <w:rtl/>
        </w:rPr>
        <w:t>كے پوشيدہ راز 1،2،6</w:t>
      </w:r>
    </w:p>
    <w:p w:rsidR="001F628F" w:rsidRDefault="001F628F" w:rsidP="009F604A">
      <w:pPr>
        <w:pStyle w:val="libNormal"/>
        <w:rPr>
          <w:rtl/>
        </w:rPr>
      </w:pPr>
      <w:r>
        <w:rPr>
          <w:rFonts w:hint="eastAsia"/>
          <w:rtl/>
        </w:rPr>
        <w:t>الله</w:t>
      </w:r>
      <w:r>
        <w:rPr>
          <w:rtl/>
        </w:rPr>
        <w:t xml:space="preserve"> تعالي:</w:t>
      </w:r>
      <w:r>
        <w:rPr>
          <w:rFonts w:hint="eastAsia"/>
          <w:rtl/>
        </w:rPr>
        <w:t>الله</w:t>
      </w:r>
      <w:r>
        <w:rPr>
          <w:rtl/>
        </w:rPr>
        <w:t xml:space="preserve"> تعالى كا علم غيب1; الله تعالى كى قدرت4; الله تعالى كى قدرت كى خصوصيات 9; الله تعالى كى قدرت كى نشانيا</w:t>
      </w:r>
      <w:r w:rsidR="00083993">
        <w:rPr>
          <w:rtl/>
        </w:rPr>
        <w:t xml:space="preserve">ں </w:t>
      </w:r>
      <w:r>
        <w:rPr>
          <w:rtl/>
        </w:rPr>
        <w:t>10; الله تعالى كى قدرت كے آثار11; الله تعالى كى وسعت قدرت 9; الله تعالى كے مختصّات1</w:t>
      </w:r>
    </w:p>
    <w:p w:rsidR="001F628F" w:rsidRDefault="001F628F" w:rsidP="009F604A">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جہالت 2</w:t>
      </w:r>
    </w:p>
    <w:p w:rsidR="001F628F" w:rsidRDefault="001F628F" w:rsidP="009F604A">
      <w:pPr>
        <w:pStyle w:val="libNormal"/>
        <w:rPr>
          <w:rtl/>
        </w:rPr>
      </w:pPr>
      <w:r>
        <w:rPr>
          <w:rFonts w:hint="eastAsia"/>
          <w:rtl/>
        </w:rPr>
        <w:t>توحيد</w:t>
      </w:r>
      <w:r>
        <w:rPr>
          <w:rtl/>
        </w:rPr>
        <w:t>:</w:t>
      </w:r>
      <w:r>
        <w:rPr>
          <w:rFonts w:hint="eastAsia"/>
          <w:rtl/>
        </w:rPr>
        <w:t>توحيد</w:t>
      </w:r>
      <w:r>
        <w:rPr>
          <w:rtl/>
        </w:rPr>
        <w:t xml:space="preserve"> كى اہميت8</w:t>
      </w:r>
    </w:p>
    <w:p w:rsidR="001F628F" w:rsidRDefault="001F628F" w:rsidP="009F604A">
      <w:pPr>
        <w:pStyle w:val="libNormal"/>
        <w:rPr>
          <w:rtl/>
        </w:rPr>
      </w:pPr>
      <w:r>
        <w:rPr>
          <w:rFonts w:hint="eastAsia"/>
          <w:rtl/>
        </w:rPr>
        <w:t>حقائق</w:t>
      </w:r>
      <w:r>
        <w:rPr>
          <w:rtl/>
        </w:rPr>
        <w:t>:</w:t>
      </w:r>
      <w:r>
        <w:rPr>
          <w:rFonts w:hint="eastAsia"/>
          <w:rtl/>
        </w:rPr>
        <w:t>حقائق</w:t>
      </w:r>
      <w:r>
        <w:rPr>
          <w:rtl/>
        </w:rPr>
        <w:t xml:space="preserve"> غيبي6</w:t>
      </w:r>
    </w:p>
    <w:p w:rsidR="001F628F" w:rsidRDefault="001F628F" w:rsidP="009F604A">
      <w:pPr>
        <w:pStyle w:val="libNormal"/>
        <w:rPr>
          <w:rtl/>
        </w:rPr>
      </w:pPr>
      <w:r>
        <w:rPr>
          <w:rFonts w:hint="eastAsia"/>
          <w:rtl/>
        </w:rPr>
        <w:t>دين</w:t>
      </w:r>
      <w:r>
        <w:rPr>
          <w:rtl/>
        </w:rPr>
        <w:t>:</w:t>
      </w:r>
      <w:r>
        <w:rPr>
          <w:rFonts w:hint="eastAsia"/>
          <w:rtl/>
        </w:rPr>
        <w:t>اصول</w:t>
      </w:r>
      <w:r>
        <w:rPr>
          <w:rtl/>
        </w:rPr>
        <w:t xml:space="preserve"> دين8</w:t>
      </w:r>
    </w:p>
    <w:p w:rsidR="001F628F" w:rsidRDefault="001F628F" w:rsidP="009F604A">
      <w:pPr>
        <w:pStyle w:val="libNormal"/>
        <w:rPr>
          <w:rtl/>
        </w:rPr>
      </w:pPr>
      <w:r>
        <w:rPr>
          <w:rFonts w:hint="eastAsia"/>
          <w:rtl/>
        </w:rPr>
        <w:t>زمين</w:t>
      </w:r>
      <w:r>
        <w:rPr>
          <w:rtl/>
        </w:rPr>
        <w:t>:</w:t>
      </w:r>
      <w:r>
        <w:rPr>
          <w:rFonts w:hint="eastAsia"/>
          <w:rtl/>
        </w:rPr>
        <w:t>زمين</w:t>
      </w:r>
      <w:r>
        <w:rPr>
          <w:rtl/>
        </w:rPr>
        <w:t xml:space="preserve"> كے پوشيدہ راز 1،2،6</w:t>
      </w:r>
    </w:p>
    <w:p w:rsidR="001F628F" w:rsidRDefault="001F628F" w:rsidP="009F604A">
      <w:pPr>
        <w:pStyle w:val="libNormal"/>
        <w:rPr>
          <w:rtl/>
        </w:rPr>
      </w:pPr>
      <w:r>
        <w:rPr>
          <w:rFonts w:hint="eastAsia"/>
          <w:rtl/>
        </w:rPr>
        <w:t>قيامت</w:t>
      </w:r>
      <w:r>
        <w:rPr>
          <w:rtl/>
        </w:rPr>
        <w:t>:</w:t>
      </w:r>
      <w:r>
        <w:rPr>
          <w:rFonts w:hint="eastAsia"/>
          <w:rtl/>
        </w:rPr>
        <w:t>قيامت</w:t>
      </w:r>
      <w:r>
        <w:rPr>
          <w:rtl/>
        </w:rPr>
        <w:t xml:space="preserve"> كا برپا ہونا 6،10; قيامت كا علم 7; قيامت كا ناگہانى بر پا ہونا 3; قيامت كا نزديك ہونا 5; قيامت كا وقت 5; قيامت كى اہميت8; قيامت كى خصوصيات 3; قيامت كى سہولت كے دلائل 11</w:t>
      </w:r>
    </w:p>
    <w:p w:rsidR="001F628F" w:rsidRDefault="001F628F" w:rsidP="009F604A">
      <w:pPr>
        <w:pStyle w:val="libNormal"/>
        <w:rPr>
          <w:rtl/>
        </w:rPr>
      </w:pPr>
      <w:r>
        <w:rPr>
          <w:rFonts w:hint="eastAsia"/>
          <w:rtl/>
        </w:rPr>
        <w:t>معاد</w:t>
      </w:r>
      <w:r>
        <w:rPr>
          <w:rtl/>
        </w:rPr>
        <w:t>:</w:t>
      </w:r>
      <w:r>
        <w:rPr>
          <w:rFonts w:hint="eastAsia"/>
          <w:rtl/>
        </w:rPr>
        <w:t>معاد</w:t>
      </w:r>
      <w:r>
        <w:rPr>
          <w:rtl/>
        </w:rPr>
        <w:t xml:space="preserve"> كى اہميت 8</w:t>
      </w:r>
    </w:p>
    <w:p w:rsidR="001F628F" w:rsidRDefault="001F628F" w:rsidP="009F604A">
      <w:pPr>
        <w:pStyle w:val="libNormal"/>
        <w:rPr>
          <w:rtl/>
        </w:rPr>
      </w:pPr>
      <w:r>
        <w:rPr>
          <w:rFonts w:hint="eastAsia"/>
          <w:rtl/>
        </w:rPr>
        <w:t>وحي</w:t>
      </w:r>
      <w:r>
        <w:rPr>
          <w:rtl/>
        </w:rPr>
        <w:t>:</w:t>
      </w:r>
      <w:r>
        <w:rPr>
          <w:rFonts w:hint="eastAsia"/>
          <w:rtl/>
        </w:rPr>
        <w:t>وحى</w:t>
      </w:r>
      <w:r>
        <w:rPr>
          <w:rtl/>
        </w:rPr>
        <w:t xml:space="preserve"> كا كردار7</w:t>
      </w:r>
    </w:p>
    <w:p w:rsidR="001F628F" w:rsidRPr="00120F63" w:rsidRDefault="009F604A" w:rsidP="009F604A">
      <w:pPr>
        <w:pStyle w:val="Heading2Center"/>
        <w:rPr>
          <w:rtl/>
        </w:rPr>
      </w:pPr>
      <w:bookmarkStart w:id="224" w:name="_Toc28081902"/>
      <w:r>
        <w:rPr>
          <w:rFonts w:hint="cs"/>
          <w:rtl/>
        </w:rPr>
        <w:t xml:space="preserve">آیت </w:t>
      </w:r>
      <w:r w:rsidRPr="00120F63">
        <w:rPr>
          <w:rFonts w:hint="cs"/>
          <w:rtl/>
        </w:rPr>
        <w:t>78</w:t>
      </w:r>
      <w:bookmarkEnd w:id="224"/>
    </w:p>
    <w:p w:rsidR="001F628F" w:rsidRDefault="00E260F9" w:rsidP="009F604A">
      <w:pPr>
        <w:pStyle w:val="libNormal"/>
        <w:rPr>
          <w:rtl/>
        </w:rPr>
      </w:pPr>
      <w:r w:rsidRPr="00E260F9">
        <w:rPr>
          <w:rStyle w:val="libAlaemChar"/>
          <w:rFonts w:hint="eastAsia"/>
          <w:rtl/>
        </w:rPr>
        <w:t>(</w:t>
      </w:r>
      <w:r w:rsidRPr="009F604A">
        <w:rPr>
          <w:rStyle w:val="libAieChar"/>
          <w:rFonts w:hint="eastAsia"/>
          <w:rtl/>
        </w:rPr>
        <w:t>اللّهُ</w:t>
      </w:r>
      <w:r w:rsidRPr="009F604A">
        <w:rPr>
          <w:rStyle w:val="libAieChar"/>
          <w:rtl/>
        </w:rPr>
        <w:t xml:space="preserve"> أَخْرَجَكُم مِّن بُطُونِ أُمَّهَاتِكُمْ لاَ تَعْلَمُونَ شَيْئاً وَجَعَلَ لَكُمُ الْسَّمْعَ وَالأَبْصَارَ وَالأَفْئِدَةَ لَعَلَّكُمْ تَشْكُرُونَ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تمھي</w:t>
      </w:r>
      <w:r w:rsidR="00083993">
        <w:rPr>
          <w:rtl/>
        </w:rPr>
        <w:t xml:space="preserve">ں </w:t>
      </w:r>
      <w:r>
        <w:rPr>
          <w:rtl/>
        </w:rPr>
        <w:t>شكم مادر سے اس طرح نكالا ہے كہ تم كچھ نہي</w:t>
      </w:r>
      <w:r w:rsidR="00083993">
        <w:rPr>
          <w:rtl/>
        </w:rPr>
        <w:t xml:space="preserve">ں </w:t>
      </w:r>
      <w:r>
        <w:rPr>
          <w:rtl/>
        </w:rPr>
        <w:t>جانتے تھے اور اسى نے تمھارے لئے كان آنكھ اور دل قرار ديئے ہي</w:t>
      </w:r>
      <w:r w:rsidR="00083993">
        <w:rPr>
          <w:rtl/>
        </w:rPr>
        <w:t xml:space="preserve">ں </w:t>
      </w:r>
      <w:r>
        <w:rPr>
          <w:rtl/>
        </w:rPr>
        <w:t>كہ شايد تم شكرگذار بن جاؤ _</w:t>
      </w:r>
    </w:p>
    <w:p w:rsidR="001F628F" w:rsidRDefault="001F628F" w:rsidP="001F628F">
      <w:pPr>
        <w:pStyle w:val="libNormal"/>
        <w:rPr>
          <w:rtl/>
        </w:rPr>
      </w:pPr>
      <w:r>
        <w:rPr>
          <w:rtl/>
        </w:rPr>
        <w:t>1_ انسانو</w:t>
      </w:r>
      <w:r w:rsidR="00083993">
        <w:rPr>
          <w:rtl/>
        </w:rPr>
        <w:t xml:space="preserve">ں </w:t>
      </w:r>
      <w:r>
        <w:rPr>
          <w:rtl/>
        </w:rPr>
        <w:t>كى اپنى ماؤ</w:t>
      </w:r>
      <w:r w:rsidR="00083993">
        <w:rPr>
          <w:rtl/>
        </w:rPr>
        <w:t xml:space="preserve">ں </w:t>
      </w:r>
      <w:r>
        <w:rPr>
          <w:rtl/>
        </w:rPr>
        <w:t>سے ولادت، خداوند عالم كى قدرت مطلقہ كا جلوہ ہے_</w:t>
      </w:r>
    </w:p>
    <w:p w:rsidR="009F604A" w:rsidRDefault="009F604A" w:rsidP="009F604A">
      <w:pPr>
        <w:pStyle w:val="libArabic"/>
        <w:rPr>
          <w:rtl/>
        </w:rPr>
      </w:pPr>
      <w:r>
        <w:rPr>
          <w:rFonts w:hint="eastAsia"/>
          <w:rtl/>
        </w:rPr>
        <w:t>ان</w:t>
      </w:r>
      <w:r>
        <w:rPr>
          <w:rtl/>
        </w:rPr>
        <w:t xml:space="preserve"> ّ اللّ</w:t>
      </w:r>
      <w:r w:rsidR="00120F63" w:rsidRPr="00ED5DE8">
        <w:rPr>
          <w:rFonts w:hint="cs"/>
          <w:rtl/>
        </w:rPr>
        <w:t>ه</w:t>
      </w:r>
      <w:r>
        <w:rPr>
          <w:rtl/>
        </w:rPr>
        <w:t xml:space="preserve"> </w:t>
      </w:r>
      <w:r>
        <w:rPr>
          <w:rFonts w:hint="cs"/>
          <w:rtl/>
        </w:rPr>
        <w:t>على</w:t>
      </w:r>
      <w:r>
        <w:rPr>
          <w:rtl/>
        </w:rPr>
        <w:t xml:space="preserve"> </w:t>
      </w:r>
      <w:r>
        <w:rPr>
          <w:rFonts w:hint="cs"/>
          <w:rtl/>
        </w:rPr>
        <w:t>كلّ</w:t>
      </w:r>
      <w:r>
        <w:rPr>
          <w:rtl/>
        </w:rPr>
        <w:t xml:space="preserve"> </w:t>
      </w:r>
      <w:r>
        <w:rPr>
          <w:rFonts w:hint="cs"/>
          <w:rtl/>
        </w:rPr>
        <w:t>شى</w:t>
      </w:r>
      <w:r>
        <w:rPr>
          <w:rtl/>
        </w:rPr>
        <w:t xml:space="preserve"> </w:t>
      </w:r>
      <w:r>
        <w:rPr>
          <w:rFonts w:hint="cs"/>
          <w:rtl/>
        </w:rPr>
        <w:t>قدير</w:t>
      </w:r>
      <w:r>
        <w:rPr>
          <w:rtl/>
        </w:rPr>
        <w:t xml:space="preserve"> </w:t>
      </w:r>
      <w:r>
        <w:rPr>
          <w:rFonts w:hint="cs"/>
          <w:rtl/>
        </w:rPr>
        <w:t>واللّ</w:t>
      </w:r>
      <w:r w:rsidR="00120F63" w:rsidRPr="00ED5DE8">
        <w:rPr>
          <w:rFonts w:hint="cs"/>
          <w:rtl/>
        </w:rPr>
        <w:t>ه</w:t>
      </w:r>
      <w:r>
        <w:rPr>
          <w:rtl/>
        </w:rPr>
        <w:t xml:space="preserve"> </w:t>
      </w:r>
      <w:r>
        <w:rPr>
          <w:rFonts w:hint="cs"/>
          <w:rtl/>
        </w:rPr>
        <w:t>اخرجكم</w:t>
      </w:r>
      <w:r>
        <w:rPr>
          <w:rtl/>
        </w:rPr>
        <w:t xml:space="preserve"> </w:t>
      </w:r>
      <w:r>
        <w:rPr>
          <w:rFonts w:hint="cs"/>
          <w:rtl/>
        </w:rPr>
        <w:t>من</w:t>
      </w:r>
      <w:r>
        <w:rPr>
          <w:rtl/>
        </w:rPr>
        <w:t xml:space="preserve"> </w:t>
      </w:r>
      <w:r>
        <w:rPr>
          <w:rFonts w:hint="cs"/>
          <w:rtl/>
        </w:rPr>
        <w:t>بطون</w:t>
      </w:r>
      <w:r>
        <w:rPr>
          <w:rtl/>
        </w:rPr>
        <w:t xml:space="preserve"> </w:t>
      </w:r>
      <w:r>
        <w:rPr>
          <w:rFonts w:hint="cs"/>
          <w:rtl/>
        </w:rPr>
        <w:t>ا</w:t>
      </w:r>
      <w:r>
        <w:rPr>
          <w:rtl/>
        </w:rPr>
        <w:t>م</w:t>
      </w:r>
      <w:r w:rsidR="00120F63" w:rsidRPr="00ED5DE8">
        <w:rPr>
          <w:rFonts w:hint="cs"/>
          <w:rtl/>
        </w:rPr>
        <w:t>ه</w:t>
      </w:r>
      <w:r>
        <w:rPr>
          <w:rFonts w:hint="cs"/>
          <w:rtl/>
        </w:rPr>
        <w:t>اتكم</w:t>
      </w:r>
    </w:p>
    <w:p w:rsidR="009F604A" w:rsidRDefault="009F604A" w:rsidP="009F604A">
      <w:pPr>
        <w:pStyle w:val="libNormal"/>
        <w:rPr>
          <w:rtl/>
        </w:rPr>
      </w:pPr>
      <w:r>
        <w:rPr>
          <w:rFonts w:hint="eastAsia"/>
          <w:rtl/>
        </w:rPr>
        <w:t>مذكورہ</w:t>
      </w:r>
      <w:r>
        <w:rPr>
          <w:rtl/>
        </w:rPr>
        <w:t xml:space="preserve"> تفسير كا اس آيت اور ما قبل آيت كہ جس كے آخر ميں خداوند عالم كى لا متناہى قدرت كے بارے ميں گفتگو ہوئي ہے كہ باہمى ارتباط سے استفادہ كيا گيا ہے_</w:t>
      </w:r>
    </w:p>
    <w:p w:rsidR="009F604A" w:rsidRDefault="001E7F9D" w:rsidP="00F73EDE">
      <w:pPr>
        <w:pStyle w:val="libPoemTini"/>
        <w:rPr>
          <w:rtl/>
        </w:rPr>
      </w:pPr>
      <w:r>
        <w:rPr>
          <w:rtl/>
        </w:rPr>
        <w:cr/>
      </w:r>
      <w:r>
        <w:rPr>
          <w:rtl/>
        </w:rPr>
        <w:br w:type="page"/>
      </w:r>
    </w:p>
    <w:p w:rsidR="001F628F" w:rsidRDefault="001F628F" w:rsidP="009F604A">
      <w:pPr>
        <w:pStyle w:val="libNormal"/>
        <w:rPr>
          <w:rtl/>
        </w:rPr>
      </w:pPr>
      <w:r>
        <w:rPr>
          <w:rtl/>
        </w:rPr>
        <w:lastRenderedPageBreak/>
        <w:t>2_والدہ سے پيدا</w:t>
      </w:r>
      <w:r w:rsidR="009F604A">
        <w:rPr>
          <w:rtl/>
        </w:rPr>
        <w:t>ئش</w:t>
      </w:r>
      <w:r>
        <w:rPr>
          <w:rtl/>
        </w:rPr>
        <w:t xml:space="preserve"> كے وقت انسان ،ہر قسم كے علم و آگاہى سے عارى ہے_</w:t>
      </w:r>
      <w:r w:rsidRPr="009F604A">
        <w:rPr>
          <w:rStyle w:val="libArabicChar"/>
          <w:rFonts w:hint="eastAsia"/>
          <w:rtl/>
        </w:rPr>
        <w:t>اخرجكم</w:t>
      </w:r>
      <w:r w:rsidRPr="009F604A">
        <w:rPr>
          <w:rStyle w:val="libArabicChar"/>
          <w:rtl/>
        </w:rPr>
        <w:t xml:space="preserve"> من بطون ام</w:t>
      </w:r>
      <w:r w:rsidR="00120F63" w:rsidRPr="00B2551F">
        <w:rPr>
          <w:rStyle w:val="libArabicChar"/>
          <w:rFonts w:hint="cs"/>
          <w:rtl/>
        </w:rPr>
        <w:t>ه</w:t>
      </w:r>
      <w:r w:rsidRPr="009F604A">
        <w:rPr>
          <w:rStyle w:val="libArabicChar"/>
          <w:rFonts w:hint="cs"/>
          <w:rtl/>
        </w:rPr>
        <w:t>تكم</w:t>
      </w:r>
      <w:r w:rsidRPr="009F604A">
        <w:rPr>
          <w:rStyle w:val="libArabicChar"/>
          <w:rtl/>
        </w:rPr>
        <w:t xml:space="preserve"> </w:t>
      </w:r>
      <w:r w:rsidRPr="009F604A">
        <w:rPr>
          <w:rStyle w:val="libArabicChar"/>
          <w:rFonts w:hint="cs"/>
          <w:rtl/>
        </w:rPr>
        <w:t>لا</w:t>
      </w:r>
      <w:r w:rsidRPr="009F604A">
        <w:rPr>
          <w:rStyle w:val="libArabicChar"/>
          <w:rtl/>
        </w:rPr>
        <w:t xml:space="preserve"> </w:t>
      </w:r>
      <w:r w:rsidRPr="009F604A">
        <w:rPr>
          <w:rStyle w:val="libArabicChar"/>
          <w:rFonts w:hint="cs"/>
          <w:rtl/>
        </w:rPr>
        <w:t>تعل</w:t>
      </w:r>
      <w:r w:rsidRPr="009F604A">
        <w:rPr>
          <w:rStyle w:val="libArabicChar"/>
          <w:rtl/>
        </w:rPr>
        <w:t>مون شي</w:t>
      </w:r>
    </w:p>
    <w:p w:rsidR="001F628F" w:rsidRDefault="001F628F" w:rsidP="009F604A">
      <w:pPr>
        <w:pStyle w:val="libNormal"/>
        <w:rPr>
          <w:rtl/>
        </w:rPr>
      </w:pPr>
      <w:r>
        <w:rPr>
          <w:rtl/>
        </w:rPr>
        <w:t>3_ ولادت كے وقت اولاد انسان كا سماعت ،بصارت اور قلب كے ذريعہ علم و آگاہى سے بہرہ مند نہ ہونا الہى تدبير اور حكمت كى علامت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اخر جكم من بطون ام</w:t>
      </w:r>
      <w:r w:rsidR="00120F63" w:rsidRPr="00B2551F">
        <w:rPr>
          <w:rStyle w:val="libArabicChar"/>
          <w:rFonts w:hint="cs"/>
          <w:rtl/>
        </w:rPr>
        <w:t>ه</w:t>
      </w:r>
      <w:r w:rsidRPr="009F604A">
        <w:rPr>
          <w:rStyle w:val="libArabicChar"/>
          <w:rFonts w:hint="cs"/>
          <w:rtl/>
        </w:rPr>
        <w:t>تكم</w:t>
      </w:r>
      <w:r w:rsidRPr="009F604A">
        <w:rPr>
          <w:rStyle w:val="libArabicChar"/>
          <w:rtl/>
        </w:rPr>
        <w:t xml:space="preserve"> </w:t>
      </w:r>
      <w:r w:rsidRPr="009F604A">
        <w:rPr>
          <w:rStyle w:val="libArabicChar"/>
          <w:rFonts w:hint="cs"/>
          <w:rtl/>
        </w:rPr>
        <w:t>لا</w:t>
      </w:r>
      <w:r w:rsidRPr="009F604A">
        <w:rPr>
          <w:rStyle w:val="libArabicChar"/>
          <w:rtl/>
        </w:rPr>
        <w:t xml:space="preserve"> </w:t>
      </w:r>
      <w:r w:rsidRPr="009F604A">
        <w:rPr>
          <w:rStyle w:val="libArabicChar"/>
          <w:rFonts w:hint="cs"/>
          <w:rtl/>
        </w:rPr>
        <w:t>تعل</w:t>
      </w:r>
      <w:r w:rsidRPr="009F604A">
        <w:rPr>
          <w:rStyle w:val="libArabicChar"/>
          <w:rtl/>
        </w:rPr>
        <w:t>مون شي</w:t>
      </w:r>
    </w:p>
    <w:p w:rsidR="001F628F" w:rsidRDefault="001F628F" w:rsidP="001F628F">
      <w:pPr>
        <w:pStyle w:val="libNormal"/>
        <w:rPr>
          <w:rtl/>
        </w:rPr>
      </w:pPr>
      <w:r>
        <w:rPr>
          <w:rFonts w:hint="eastAsia"/>
          <w:rtl/>
        </w:rPr>
        <w:t>يہ</w:t>
      </w:r>
      <w:r>
        <w:rPr>
          <w:rtl/>
        </w:rPr>
        <w:t xml:space="preserve"> آيت توحيد كے اثبات اور انسانو</w:t>
      </w:r>
      <w:r w:rsidR="00083993">
        <w:rPr>
          <w:rtl/>
        </w:rPr>
        <w:t xml:space="preserve">ں </w:t>
      </w:r>
      <w:r>
        <w:rPr>
          <w:rtl/>
        </w:rPr>
        <w:t>كو الہى آثار و نشانيو</w:t>
      </w:r>
      <w:r w:rsidR="00083993">
        <w:rPr>
          <w:rtl/>
        </w:rPr>
        <w:t xml:space="preserve">ں </w:t>
      </w:r>
      <w:r>
        <w:rPr>
          <w:rtl/>
        </w:rPr>
        <w:t>كى طرف متوجہ كرنے كے مقام پر ہے اس بناء پر ولادت كے مراحل اوراس كے بعد اولاد انسان كا علم سے خالى ہونا او راپنى حيثيت كى طرف اس كى عدم توجہى ممكن ہے حكمت الہى اور انسانو</w:t>
      </w:r>
      <w:r w:rsidR="00083993">
        <w:rPr>
          <w:rtl/>
        </w:rPr>
        <w:t xml:space="preserve">ں </w:t>
      </w:r>
      <w:r>
        <w:rPr>
          <w:rtl/>
        </w:rPr>
        <w:t>كى زندگى مي</w:t>
      </w:r>
      <w:r w:rsidR="00083993">
        <w:rPr>
          <w:rtl/>
        </w:rPr>
        <w:t xml:space="preserve">ں </w:t>
      </w:r>
      <w:r>
        <w:rPr>
          <w:rtl/>
        </w:rPr>
        <w:t>اس موضوع كى اہم</w:t>
      </w:r>
      <w:r>
        <w:rPr>
          <w:rFonts w:hint="eastAsia"/>
          <w:rtl/>
        </w:rPr>
        <w:t>يت</w:t>
      </w:r>
      <w:r>
        <w:rPr>
          <w:rtl/>
        </w:rPr>
        <w:t xml:space="preserve"> كى طرف اشارہ ہو_</w:t>
      </w:r>
    </w:p>
    <w:p w:rsidR="001F628F" w:rsidRDefault="001F628F" w:rsidP="001F628F">
      <w:pPr>
        <w:pStyle w:val="libNormal"/>
        <w:rPr>
          <w:rtl/>
        </w:rPr>
      </w:pPr>
      <w:r>
        <w:rPr>
          <w:rtl/>
        </w:rPr>
        <w:t>4_ سماعت ، بصارت اور قلب( ادراك كا مركز) شناخت كے اہم ترين ذرائع ہي</w:t>
      </w:r>
      <w:r w:rsidR="00083993">
        <w:rPr>
          <w:rtl/>
        </w:rPr>
        <w:t xml:space="preserve">ں </w:t>
      </w:r>
      <w:r>
        <w:rPr>
          <w:rtl/>
        </w:rPr>
        <w:t>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اخرجكم ...لا تعلمون شيائً وجعل لكم السمع والابصرا والا فئدة</w:t>
      </w:r>
    </w:p>
    <w:p w:rsidR="001F628F" w:rsidRDefault="001F628F" w:rsidP="001F628F">
      <w:pPr>
        <w:pStyle w:val="libNormal"/>
        <w:rPr>
          <w:rtl/>
        </w:rPr>
      </w:pPr>
      <w:r>
        <w:rPr>
          <w:rtl/>
        </w:rPr>
        <w:t>5_ سماعت ، بصارت اور دل ( ادارك كى قدرت ) خداوند عالم كى اہم ترين نعمتو</w:t>
      </w:r>
      <w:r w:rsidR="00083993">
        <w:rPr>
          <w:rtl/>
        </w:rPr>
        <w:t xml:space="preserve">ں </w:t>
      </w:r>
      <w:r>
        <w:rPr>
          <w:rtl/>
        </w:rPr>
        <w:t>مي</w:t>
      </w:r>
      <w:r w:rsidR="00083993">
        <w:rPr>
          <w:rtl/>
        </w:rPr>
        <w:t xml:space="preserve">ں </w:t>
      </w:r>
      <w:r>
        <w:rPr>
          <w:rtl/>
        </w:rPr>
        <w:t>سے ہے_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اخر جكم ... وجعل لكم السمع الا بصر والا فئدة</w:t>
      </w:r>
    </w:p>
    <w:p w:rsidR="001F628F" w:rsidRDefault="001F628F" w:rsidP="001F628F">
      <w:pPr>
        <w:pStyle w:val="libNormal"/>
        <w:rPr>
          <w:rtl/>
        </w:rPr>
      </w:pPr>
      <w:r>
        <w:rPr>
          <w:rFonts w:hint="eastAsia"/>
          <w:rtl/>
        </w:rPr>
        <w:t>مذكورہ</w:t>
      </w:r>
      <w:r>
        <w:rPr>
          <w:rtl/>
        </w:rPr>
        <w:t xml:space="preserve"> مطلب اس بناء پر ہے كے آيت كريمہ قدرت الہى كى نشانيو</w:t>
      </w:r>
      <w:r w:rsidR="00083993">
        <w:rPr>
          <w:rtl/>
        </w:rPr>
        <w:t xml:space="preserve">ں </w:t>
      </w:r>
      <w:r>
        <w:rPr>
          <w:rtl/>
        </w:rPr>
        <w:t>كو بيان كرنے كے علاوہ الہى نعمتو</w:t>
      </w:r>
      <w:r w:rsidR="00083993">
        <w:rPr>
          <w:rtl/>
        </w:rPr>
        <w:t xml:space="preserve">ں </w:t>
      </w:r>
      <w:r>
        <w:rPr>
          <w:rtl/>
        </w:rPr>
        <w:t>كو شمار كرنے كے ساتھ مقام امتنان مي</w:t>
      </w:r>
      <w:r w:rsidR="00083993">
        <w:rPr>
          <w:rtl/>
        </w:rPr>
        <w:t xml:space="preserve">ں </w:t>
      </w:r>
      <w:r>
        <w:rPr>
          <w:rtl/>
        </w:rPr>
        <w:t>ہے_</w:t>
      </w:r>
    </w:p>
    <w:p w:rsidR="001F628F" w:rsidRDefault="001F628F" w:rsidP="009F604A">
      <w:pPr>
        <w:pStyle w:val="libNormal"/>
        <w:rPr>
          <w:rtl/>
        </w:rPr>
      </w:pPr>
      <w:r>
        <w:rPr>
          <w:rtl/>
        </w:rPr>
        <w:t>6_حقائق كى شناخت كے ليے انسان كے پاس حسى اور غير حسى دو ذرائع ہي</w:t>
      </w:r>
      <w:r w:rsidR="00083993">
        <w:rPr>
          <w:rtl/>
        </w:rPr>
        <w:t xml:space="preserve">ں </w:t>
      </w:r>
      <w:r>
        <w:rPr>
          <w:rtl/>
        </w:rPr>
        <w:t>_</w:t>
      </w:r>
      <w:r w:rsidRPr="009F604A">
        <w:rPr>
          <w:rStyle w:val="libArabicChar"/>
          <w:rFonts w:hint="eastAsia"/>
          <w:rtl/>
        </w:rPr>
        <w:t>وجعل</w:t>
      </w:r>
      <w:r w:rsidRPr="009F604A">
        <w:rPr>
          <w:rStyle w:val="libArabicChar"/>
          <w:rtl/>
        </w:rPr>
        <w:t xml:space="preserve"> لكم السمع والابصر والا فئدة</w:t>
      </w:r>
    </w:p>
    <w:p w:rsidR="001F628F" w:rsidRDefault="001F628F" w:rsidP="001F628F">
      <w:pPr>
        <w:pStyle w:val="libNormal"/>
        <w:rPr>
          <w:rtl/>
        </w:rPr>
      </w:pPr>
      <w:r>
        <w:rPr>
          <w:rtl/>
        </w:rPr>
        <w:t>7_ حس اور تجربہ ( سننا اور ديكھنا) ادراك اور انسانى علوم كے پروان چڑھنے كا سبب ہي</w:t>
      </w:r>
      <w:r w:rsidR="00083993">
        <w:rPr>
          <w:rtl/>
        </w:rPr>
        <w:t xml:space="preserve">ں </w:t>
      </w:r>
      <w:r>
        <w:rPr>
          <w:rtl/>
        </w:rPr>
        <w:t>_</w:t>
      </w:r>
    </w:p>
    <w:p w:rsidR="001F628F" w:rsidRDefault="001F628F" w:rsidP="009F604A">
      <w:pPr>
        <w:pStyle w:val="libArabic"/>
        <w:rPr>
          <w:rtl/>
        </w:rPr>
      </w:pPr>
      <w:r>
        <w:rPr>
          <w:rFonts w:hint="eastAsia"/>
          <w:rtl/>
        </w:rPr>
        <w:t>وجعل</w:t>
      </w:r>
      <w:r>
        <w:rPr>
          <w:rtl/>
        </w:rPr>
        <w:t xml:space="preserve"> لكم السمع و الابصر والافئدة</w:t>
      </w:r>
    </w:p>
    <w:p w:rsidR="001F628F" w:rsidRDefault="001F628F" w:rsidP="001F628F">
      <w:pPr>
        <w:pStyle w:val="libNormal"/>
        <w:rPr>
          <w:rtl/>
        </w:rPr>
      </w:pPr>
      <w:r>
        <w:rPr>
          <w:rFonts w:hint="eastAsia"/>
          <w:rtl/>
        </w:rPr>
        <w:t>يہ</w:t>
      </w:r>
      <w:r>
        <w:rPr>
          <w:rtl/>
        </w:rPr>
        <w:t xml:space="preserve"> تفسيراس احتمال كى بناء پر ہے كہ ''السمع والابصار'' كا ''ا فئدة'' پر مقدم ہونا ،مذكورہ مطلب كى طرف اشارہ ہو_</w:t>
      </w:r>
    </w:p>
    <w:p w:rsidR="001F628F" w:rsidRDefault="001F628F" w:rsidP="001F628F">
      <w:pPr>
        <w:pStyle w:val="libNormal"/>
        <w:rPr>
          <w:rtl/>
        </w:rPr>
      </w:pPr>
      <w:r>
        <w:rPr>
          <w:rtl/>
        </w:rPr>
        <w:t>8_سماعت ، بصارت اور ادراك كى اہميت كى طرف توجہ كا لازمہ يہ ہے كہ انسان خداوند عالم كا شكر ادا كرے_</w:t>
      </w:r>
    </w:p>
    <w:p w:rsidR="001F628F" w:rsidRDefault="001F628F" w:rsidP="009F604A">
      <w:pPr>
        <w:pStyle w:val="libArabic"/>
        <w:rPr>
          <w:rtl/>
        </w:rPr>
      </w:pPr>
      <w:r>
        <w:rPr>
          <w:rFonts w:hint="eastAsia"/>
          <w:rtl/>
        </w:rPr>
        <w:t>وجعل</w:t>
      </w:r>
      <w:r>
        <w:rPr>
          <w:rtl/>
        </w:rPr>
        <w:t xml:space="preserve"> لكم السمع والا بصر والا فئدة لعلّكم تشكرون</w:t>
      </w:r>
    </w:p>
    <w:p w:rsidR="001F628F" w:rsidRDefault="001F628F" w:rsidP="001F628F">
      <w:pPr>
        <w:pStyle w:val="libNormal"/>
        <w:rPr>
          <w:rtl/>
        </w:rPr>
      </w:pPr>
      <w:r>
        <w:rPr>
          <w:rtl/>
        </w:rPr>
        <w:t>9_ خداوند عالم كى نعمتو</w:t>
      </w:r>
      <w:r w:rsidR="00083993">
        <w:rPr>
          <w:rtl/>
        </w:rPr>
        <w:t xml:space="preserve">ں </w:t>
      </w:r>
      <w:r>
        <w:rPr>
          <w:rtl/>
        </w:rPr>
        <w:t>كا شكر ،ايك ضرورى اور لازمى چيز ہے_</w:t>
      </w:r>
    </w:p>
    <w:p w:rsidR="009F604A" w:rsidRDefault="001E7F9D" w:rsidP="00F73EDE">
      <w:pPr>
        <w:pStyle w:val="libPoemTini"/>
        <w:rPr>
          <w:rtl/>
        </w:rPr>
      </w:pPr>
      <w:r>
        <w:rPr>
          <w:rtl/>
        </w:rPr>
        <w:br w:type="page"/>
      </w:r>
    </w:p>
    <w:p w:rsidR="001F628F" w:rsidRDefault="001F628F" w:rsidP="009F604A">
      <w:pPr>
        <w:pStyle w:val="libArabic"/>
        <w:rPr>
          <w:rtl/>
        </w:rPr>
      </w:pPr>
      <w:r>
        <w:rPr>
          <w:rFonts w:hint="eastAsia"/>
          <w:rtl/>
        </w:rPr>
        <w:lastRenderedPageBreak/>
        <w:t>وجعل</w:t>
      </w:r>
      <w:r>
        <w:rPr>
          <w:rtl/>
        </w:rPr>
        <w:t xml:space="preserve"> لكم ...لعلّكم تشكرون</w:t>
      </w:r>
    </w:p>
    <w:p w:rsidR="001F628F" w:rsidRDefault="001F628F" w:rsidP="009F604A">
      <w:pPr>
        <w:pStyle w:val="libNormal"/>
        <w:rPr>
          <w:rtl/>
        </w:rPr>
      </w:pPr>
      <w:r>
        <w:rPr>
          <w:rtl/>
        </w:rPr>
        <w:t>10_ انسان كى خلقت اور اس كو نعمت ( قوت ادراك و غيرہ) عطا كرنے كا مقصد، خداوند عالم كى شناخت اور اس كا شكرہے_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اخرجكم من بطون ...وجعل لكم السمع ...لعلّكم تشكرون</w:t>
      </w:r>
    </w:p>
    <w:p w:rsidR="001F628F" w:rsidRDefault="001F628F" w:rsidP="001F628F">
      <w:pPr>
        <w:pStyle w:val="libNormal"/>
        <w:rPr>
          <w:rtl/>
        </w:rPr>
      </w:pPr>
      <w:r>
        <w:rPr>
          <w:rtl/>
        </w:rPr>
        <w:t>11_ انسان، خداوند عالم كى نعمتو</w:t>
      </w:r>
      <w:r w:rsidR="00083993">
        <w:rPr>
          <w:rtl/>
        </w:rPr>
        <w:t xml:space="preserve">ں </w:t>
      </w:r>
      <w:r>
        <w:rPr>
          <w:rtl/>
        </w:rPr>
        <w:t>كى ناشكر ى كے خطر ہ سے دوچار ہے_</w:t>
      </w:r>
    </w:p>
    <w:p w:rsidR="001F628F" w:rsidRDefault="001F628F" w:rsidP="009F604A">
      <w:pPr>
        <w:pStyle w:val="libNormal"/>
        <w:rPr>
          <w:rtl/>
        </w:rPr>
      </w:pPr>
      <w:r>
        <w:rPr>
          <w:rFonts w:hint="eastAsia"/>
          <w:rtl/>
        </w:rPr>
        <w:t>ادراك</w:t>
      </w:r>
      <w:r>
        <w:rPr>
          <w:rtl/>
        </w:rPr>
        <w:t>:</w:t>
      </w:r>
      <w:r>
        <w:rPr>
          <w:rFonts w:hint="eastAsia"/>
          <w:rtl/>
        </w:rPr>
        <w:t>ادراك</w:t>
      </w:r>
      <w:r>
        <w:rPr>
          <w:rtl/>
        </w:rPr>
        <w:t xml:space="preserve"> كا زمينہ7; ادراك كى اہميت 8; قوت ادراكى كا فلسفہ 10</w:t>
      </w:r>
    </w:p>
    <w:p w:rsidR="001F628F" w:rsidRDefault="001F628F" w:rsidP="009F604A">
      <w:pPr>
        <w:pStyle w:val="libNormal"/>
        <w:rPr>
          <w:rtl/>
        </w:rPr>
      </w:pPr>
      <w:r>
        <w:rPr>
          <w:rFonts w:hint="eastAsia"/>
          <w:rtl/>
        </w:rPr>
        <w:t>الله</w:t>
      </w:r>
      <w:r>
        <w:rPr>
          <w:rtl/>
        </w:rPr>
        <w:t xml:space="preserve"> تعالي:</w:t>
      </w:r>
      <w:r>
        <w:rPr>
          <w:rFonts w:hint="eastAsia"/>
          <w:rtl/>
        </w:rPr>
        <w:t>الہى</w:t>
      </w:r>
      <w:r>
        <w:rPr>
          <w:rtl/>
        </w:rPr>
        <w:t xml:space="preserve"> تدابير كى علامات3; الہى حكمت كى علامات 3; الہى قدرت كى علامات 1; الہى نعمات5; الہى نعمات كا فلسفہ 10; خداشناسى كى اہميت 10</w:t>
      </w:r>
    </w:p>
    <w:p w:rsidR="001F628F" w:rsidRDefault="001F628F" w:rsidP="009F604A">
      <w:pPr>
        <w:pStyle w:val="libNormal"/>
        <w:rPr>
          <w:rtl/>
        </w:rPr>
      </w:pPr>
      <w:r>
        <w:rPr>
          <w:rFonts w:hint="eastAsia"/>
          <w:rtl/>
        </w:rPr>
        <w:t>انسان</w:t>
      </w:r>
      <w:r>
        <w:rPr>
          <w:rtl/>
        </w:rPr>
        <w:t>:</w:t>
      </w:r>
      <w:r>
        <w:rPr>
          <w:rFonts w:hint="eastAsia"/>
          <w:rtl/>
        </w:rPr>
        <w:t>انسان</w:t>
      </w:r>
      <w:r>
        <w:rPr>
          <w:rtl/>
        </w:rPr>
        <w:t xml:space="preserve"> كى خلقت كا فلسفہ 10;انسانو</w:t>
      </w:r>
      <w:r w:rsidR="00083993">
        <w:rPr>
          <w:rtl/>
        </w:rPr>
        <w:t xml:space="preserve">ں </w:t>
      </w:r>
      <w:r>
        <w:rPr>
          <w:rtl/>
        </w:rPr>
        <w:t>كى جہالت2 2،3; انسانو</w:t>
      </w:r>
      <w:r w:rsidR="00083993">
        <w:rPr>
          <w:rtl/>
        </w:rPr>
        <w:t xml:space="preserve">ں </w:t>
      </w:r>
      <w:r>
        <w:rPr>
          <w:rtl/>
        </w:rPr>
        <w:t>كى ولادت 1،2،3</w:t>
      </w:r>
    </w:p>
    <w:p w:rsidR="001F628F" w:rsidRDefault="001F628F" w:rsidP="009F604A">
      <w:pPr>
        <w:pStyle w:val="libNormal"/>
        <w:rPr>
          <w:rtl/>
        </w:rPr>
      </w:pPr>
      <w:r>
        <w:rPr>
          <w:rFonts w:hint="eastAsia"/>
          <w:rtl/>
        </w:rPr>
        <w:t>بچہ</w:t>
      </w:r>
      <w:r>
        <w:rPr>
          <w:rtl/>
        </w:rPr>
        <w:t>:</w:t>
      </w:r>
      <w:r>
        <w:rPr>
          <w:rFonts w:hint="eastAsia"/>
          <w:rtl/>
        </w:rPr>
        <w:t>بچے</w:t>
      </w:r>
      <w:r>
        <w:rPr>
          <w:rtl/>
        </w:rPr>
        <w:t xml:space="preserve"> كا ادراك 3; بچے كا دل 3; بچے كى بينائي 3; بچے كى سماعت 3</w:t>
      </w:r>
    </w:p>
    <w:p w:rsidR="001F628F" w:rsidRDefault="001F628F" w:rsidP="009F604A">
      <w:pPr>
        <w:pStyle w:val="libNormal"/>
        <w:rPr>
          <w:rtl/>
        </w:rPr>
      </w:pPr>
      <w:r>
        <w:rPr>
          <w:rFonts w:hint="eastAsia"/>
          <w:rtl/>
        </w:rPr>
        <w:t>بينائي</w:t>
      </w:r>
      <w:r>
        <w:rPr>
          <w:rtl/>
        </w:rPr>
        <w:t xml:space="preserve"> :</w:t>
      </w:r>
      <w:r>
        <w:rPr>
          <w:rFonts w:hint="eastAsia"/>
          <w:rtl/>
        </w:rPr>
        <w:t>بينائي</w:t>
      </w:r>
      <w:r>
        <w:rPr>
          <w:rtl/>
        </w:rPr>
        <w:t xml:space="preserve"> كا كردار 7;بينائي كى اہميت 4،8</w:t>
      </w:r>
    </w:p>
    <w:p w:rsidR="001F628F" w:rsidRDefault="001F628F" w:rsidP="009F604A">
      <w:pPr>
        <w:pStyle w:val="libNormal"/>
        <w:rPr>
          <w:rtl/>
        </w:rPr>
      </w:pPr>
      <w:r>
        <w:rPr>
          <w:rFonts w:hint="eastAsia"/>
          <w:rtl/>
        </w:rPr>
        <w:t>تجربہ</w:t>
      </w:r>
      <w:r>
        <w:rPr>
          <w:rtl/>
        </w:rPr>
        <w:t>:</w:t>
      </w:r>
      <w:r>
        <w:rPr>
          <w:rFonts w:hint="eastAsia"/>
          <w:rtl/>
        </w:rPr>
        <w:t>تجربہ</w:t>
      </w:r>
      <w:r>
        <w:rPr>
          <w:rtl/>
        </w:rPr>
        <w:t xml:space="preserve"> كردار7</w:t>
      </w:r>
    </w:p>
    <w:p w:rsidR="001F628F" w:rsidRDefault="001F628F" w:rsidP="009F604A">
      <w:pPr>
        <w:pStyle w:val="libNormal"/>
        <w:rPr>
          <w:rtl/>
        </w:rPr>
      </w:pPr>
      <w:r>
        <w:rPr>
          <w:rFonts w:hint="eastAsia"/>
          <w:rtl/>
        </w:rPr>
        <w:t>تعليم</w:t>
      </w:r>
      <w:r>
        <w:rPr>
          <w:rtl/>
        </w:rPr>
        <w:t>:</w:t>
      </w:r>
      <w:r>
        <w:rPr>
          <w:rFonts w:hint="eastAsia"/>
          <w:rtl/>
        </w:rPr>
        <w:t>تعليم</w:t>
      </w:r>
      <w:r>
        <w:rPr>
          <w:rtl/>
        </w:rPr>
        <w:t xml:space="preserve"> كا زمينہ 7</w:t>
      </w:r>
    </w:p>
    <w:p w:rsidR="001F628F" w:rsidRDefault="001F628F" w:rsidP="009F604A">
      <w:pPr>
        <w:pStyle w:val="libNormal"/>
        <w:rPr>
          <w:rtl/>
        </w:rPr>
      </w:pPr>
      <w:r>
        <w:rPr>
          <w:rFonts w:hint="eastAsia"/>
          <w:rtl/>
        </w:rPr>
        <w:t>حواس</w:t>
      </w:r>
      <w:r>
        <w:rPr>
          <w:rtl/>
        </w:rPr>
        <w:t>:</w:t>
      </w:r>
      <w:r>
        <w:rPr>
          <w:rFonts w:hint="eastAsia"/>
          <w:rtl/>
        </w:rPr>
        <w:t>حواس</w:t>
      </w:r>
      <w:r>
        <w:rPr>
          <w:rtl/>
        </w:rPr>
        <w:t xml:space="preserve"> كے ذكر كے آثار 8</w:t>
      </w:r>
    </w:p>
    <w:p w:rsidR="001F628F" w:rsidRDefault="001F628F" w:rsidP="009F604A">
      <w:pPr>
        <w:pStyle w:val="libNormal"/>
        <w:rPr>
          <w:rtl/>
        </w:rPr>
      </w:pPr>
      <w:r>
        <w:rPr>
          <w:rFonts w:hint="eastAsia"/>
          <w:rtl/>
        </w:rPr>
        <w:t>سماعت</w:t>
      </w:r>
      <w:r>
        <w:rPr>
          <w:rtl/>
        </w:rPr>
        <w:t>:</w:t>
      </w:r>
      <w:r>
        <w:rPr>
          <w:rFonts w:hint="eastAsia"/>
          <w:rtl/>
        </w:rPr>
        <w:t>سماعت</w:t>
      </w:r>
      <w:r>
        <w:rPr>
          <w:rtl/>
        </w:rPr>
        <w:t xml:space="preserve"> كا كردار7;سماعت كى اہميت 4،8</w:t>
      </w:r>
    </w:p>
    <w:p w:rsidR="001F628F" w:rsidRDefault="001F628F" w:rsidP="009F604A">
      <w:pPr>
        <w:pStyle w:val="libNormal"/>
        <w:rPr>
          <w:rtl/>
        </w:rPr>
      </w:pPr>
      <w:r>
        <w:rPr>
          <w:rFonts w:hint="eastAsia"/>
          <w:rtl/>
        </w:rPr>
        <w:t>شكر</w:t>
      </w:r>
      <w:r>
        <w:rPr>
          <w:rtl/>
        </w:rPr>
        <w:t>:</w:t>
      </w:r>
      <w:r>
        <w:rPr>
          <w:rFonts w:hint="eastAsia"/>
          <w:rtl/>
        </w:rPr>
        <w:t>شكر</w:t>
      </w:r>
      <w:r>
        <w:rPr>
          <w:rtl/>
        </w:rPr>
        <w:t xml:space="preserve"> خداكى اہميت 10; شكر كا زمينہ 8; شكر نعمت كى اہميت9</w:t>
      </w:r>
    </w:p>
    <w:p w:rsidR="001F628F" w:rsidRDefault="001F628F" w:rsidP="009F604A">
      <w:pPr>
        <w:pStyle w:val="libNormal"/>
        <w:rPr>
          <w:rtl/>
        </w:rPr>
      </w:pPr>
      <w:r>
        <w:rPr>
          <w:rFonts w:hint="eastAsia"/>
          <w:rtl/>
        </w:rPr>
        <w:t>شناخت</w:t>
      </w:r>
      <w:r>
        <w:rPr>
          <w:rtl/>
        </w:rPr>
        <w:t>:</w:t>
      </w:r>
      <w:r>
        <w:rPr>
          <w:rFonts w:hint="eastAsia"/>
          <w:rtl/>
        </w:rPr>
        <w:t>شناخت</w:t>
      </w:r>
      <w:r>
        <w:rPr>
          <w:rtl/>
        </w:rPr>
        <w:t xml:space="preserve"> حسى كے وسائل 6; شناخت كے وسائل 3،4; شناخت كے وسائل كى اقسام 6; غير حسى شناخت كے وسائل6</w:t>
      </w:r>
    </w:p>
    <w:p w:rsidR="001F628F" w:rsidRDefault="001F628F" w:rsidP="009F604A">
      <w:pPr>
        <w:pStyle w:val="libNormal"/>
        <w:rPr>
          <w:rtl/>
        </w:rPr>
      </w:pPr>
      <w:r>
        <w:rPr>
          <w:rFonts w:hint="eastAsia"/>
          <w:rtl/>
        </w:rPr>
        <w:t>قلب</w:t>
      </w:r>
      <w:r>
        <w:rPr>
          <w:rtl/>
        </w:rPr>
        <w:t>:</w:t>
      </w:r>
      <w:r>
        <w:rPr>
          <w:rFonts w:hint="eastAsia"/>
          <w:rtl/>
        </w:rPr>
        <w:t>قلب</w:t>
      </w:r>
      <w:r>
        <w:rPr>
          <w:rtl/>
        </w:rPr>
        <w:t xml:space="preserve"> كى اہميت4</w:t>
      </w:r>
    </w:p>
    <w:p w:rsidR="001F628F" w:rsidRDefault="001F628F" w:rsidP="009F604A">
      <w:pPr>
        <w:pStyle w:val="libNormal"/>
        <w:rPr>
          <w:rtl/>
        </w:rPr>
      </w:pPr>
      <w:r>
        <w:rPr>
          <w:rFonts w:hint="eastAsia"/>
          <w:rtl/>
        </w:rPr>
        <w:t>كفران</w:t>
      </w:r>
      <w:r>
        <w:rPr>
          <w:rtl/>
        </w:rPr>
        <w:t>:</w:t>
      </w:r>
      <w:r>
        <w:rPr>
          <w:rFonts w:hint="eastAsia"/>
          <w:rtl/>
        </w:rPr>
        <w:t>كفران</w:t>
      </w:r>
      <w:r>
        <w:rPr>
          <w:rtl/>
        </w:rPr>
        <w:t xml:space="preserve"> نعمت كا زمينہ11</w:t>
      </w:r>
    </w:p>
    <w:p w:rsidR="001F628F" w:rsidRDefault="001F628F" w:rsidP="009F604A">
      <w:pPr>
        <w:pStyle w:val="libNormal"/>
        <w:rPr>
          <w:rtl/>
        </w:rPr>
      </w:pPr>
      <w:r>
        <w:rPr>
          <w:rFonts w:hint="eastAsia"/>
          <w:rtl/>
        </w:rPr>
        <w:t>نعمت</w:t>
      </w:r>
      <w:r>
        <w:rPr>
          <w:rtl/>
        </w:rPr>
        <w:t>:</w:t>
      </w:r>
      <w:r>
        <w:rPr>
          <w:rFonts w:hint="eastAsia"/>
          <w:rtl/>
        </w:rPr>
        <w:t>بينائي</w:t>
      </w:r>
      <w:r>
        <w:rPr>
          <w:rtl/>
        </w:rPr>
        <w:t xml:space="preserve"> كى نعمت5; دل كى نعمت 5; سماعت كى نعمت 5 ; قوت ادراك كى نعمت 5; مہم ترين نعمت 5</w:t>
      </w:r>
    </w:p>
    <w:p w:rsidR="009F604A" w:rsidRDefault="001E7F9D" w:rsidP="00F73EDE">
      <w:pPr>
        <w:pStyle w:val="libPoemTini"/>
        <w:rPr>
          <w:rtl/>
        </w:rPr>
      </w:pPr>
      <w:r>
        <w:rPr>
          <w:rtl/>
        </w:rPr>
        <w:br w:type="page"/>
      </w:r>
    </w:p>
    <w:p w:rsidR="009F604A" w:rsidRPr="00120F63" w:rsidRDefault="009F604A" w:rsidP="009F604A">
      <w:pPr>
        <w:pStyle w:val="Heading2Center"/>
        <w:rPr>
          <w:rtl/>
        </w:rPr>
      </w:pPr>
      <w:bookmarkStart w:id="225" w:name="_Toc28081903"/>
      <w:r>
        <w:rPr>
          <w:rFonts w:hint="cs"/>
          <w:rtl/>
        </w:rPr>
        <w:lastRenderedPageBreak/>
        <w:t xml:space="preserve">آیت </w:t>
      </w:r>
      <w:r w:rsidRPr="00120F63">
        <w:rPr>
          <w:rFonts w:hint="cs"/>
          <w:rtl/>
        </w:rPr>
        <w:t>79</w:t>
      </w:r>
      <w:bookmarkEnd w:id="225"/>
    </w:p>
    <w:p w:rsidR="001F628F" w:rsidRDefault="00E260F9" w:rsidP="009F604A">
      <w:pPr>
        <w:pStyle w:val="libNormal"/>
        <w:rPr>
          <w:rtl/>
        </w:rPr>
      </w:pPr>
      <w:r w:rsidRPr="00E260F9">
        <w:rPr>
          <w:rStyle w:val="libAlaemChar"/>
          <w:rFonts w:hint="eastAsia"/>
          <w:rtl/>
        </w:rPr>
        <w:t>(</w:t>
      </w:r>
      <w:r w:rsidRPr="009F604A">
        <w:rPr>
          <w:rStyle w:val="libAieChar"/>
          <w:rFonts w:hint="eastAsia"/>
          <w:rtl/>
        </w:rPr>
        <w:t>أَلَمْ</w:t>
      </w:r>
      <w:r w:rsidRPr="009F604A">
        <w:rPr>
          <w:rStyle w:val="libAieChar"/>
          <w:rtl/>
        </w:rPr>
        <w:t xml:space="preserve"> يَرَوْاْ إِلَى الطَّيْرِ مُسَخَّرَاتٍ فِي جَوِّ السَّمَاء مَا يُمْسِكُهُنَّ إِلاَّ اللّهُ إِنَّ فِي ذَلِكَ لَآيَاتٍ لِّقَوْمٍ يُؤْمِنُونَ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كيا</w:t>
      </w:r>
      <w:r>
        <w:rPr>
          <w:rtl/>
        </w:rPr>
        <w:t xml:space="preserve"> ان لوگو</w:t>
      </w:r>
      <w:r w:rsidR="00083993">
        <w:rPr>
          <w:rtl/>
        </w:rPr>
        <w:t xml:space="preserve">ں </w:t>
      </w:r>
      <w:r>
        <w:rPr>
          <w:rtl/>
        </w:rPr>
        <w:t>نے پرندو</w:t>
      </w:r>
      <w:r w:rsidR="00083993">
        <w:rPr>
          <w:rtl/>
        </w:rPr>
        <w:t xml:space="preserve">ں </w:t>
      </w:r>
      <w:r>
        <w:rPr>
          <w:rtl/>
        </w:rPr>
        <w:t>كى طرف نہي</w:t>
      </w:r>
      <w:r w:rsidR="00083993">
        <w:rPr>
          <w:rtl/>
        </w:rPr>
        <w:t xml:space="preserve">ں </w:t>
      </w:r>
      <w:r>
        <w:rPr>
          <w:rtl/>
        </w:rPr>
        <w:t>ديكھاكہ وہ كس طرح فضائے آسمان مي</w:t>
      </w:r>
      <w:r w:rsidR="00083993">
        <w:rPr>
          <w:rtl/>
        </w:rPr>
        <w:t xml:space="preserve">ں </w:t>
      </w:r>
      <w:r>
        <w:rPr>
          <w:rtl/>
        </w:rPr>
        <w:t>مسخر ہي</w:t>
      </w:r>
      <w:r w:rsidR="00083993">
        <w:rPr>
          <w:rtl/>
        </w:rPr>
        <w:t xml:space="preserve">ں </w:t>
      </w:r>
      <w:r>
        <w:rPr>
          <w:rtl/>
        </w:rPr>
        <w:t>كہ اللہ كے علاوہ انھي</w:t>
      </w:r>
      <w:r w:rsidR="00083993">
        <w:rPr>
          <w:rtl/>
        </w:rPr>
        <w:t xml:space="preserve">ں </w:t>
      </w:r>
      <w:r>
        <w:rPr>
          <w:rtl/>
        </w:rPr>
        <w:t>كوئي روكنے والا اور سنبھالنے والا نہي</w:t>
      </w:r>
      <w:r w:rsidR="00083993">
        <w:rPr>
          <w:rtl/>
        </w:rPr>
        <w:t xml:space="preserve">ں </w:t>
      </w:r>
      <w:r>
        <w:rPr>
          <w:rtl/>
        </w:rPr>
        <w:t>ہے بيشك اس مي</w:t>
      </w:r>
      <w:r w:rsidR="00083993">
        <w:rPr>
          <w:rtl/>
        </w:rPr>
        <w:t xml:space="preserve">ں </w:t>
      </w:r>
      <w:r>
        <w:rPr>
          <w:rtl/>
        </w:rPr>
        <w:t>بھى اس قوم كے لئے بہت سى نشانيا</w:t>
      </w:r>
      <w:r w:rsidR="00083993">
        <w:rPr>
          <w:rtl/>
        </w:rPr>
        <w:t xml:space="preserve">ں </w:t>
      </w:r>
      <w:r>
        <w:rPr>
          <w:rtl/>
        </w:rPr>
        <w:t>ہي</w:t>
      </w:r>
      <w:r w:rsidR="00083993">
        <w:rPr>
          <w:rtl/>
        </w:rPr>
        <w:t xml:space="preserve">ں </w:t>
      </w:r>
      <w:r>
        <w:rPr>
          <w:rtl/>
        </w:rPr>
        <w:t>جو ايمان ركھنے والى قوم ہے _</w:t>
      </w:r>
    </w:p>
    <w:p w:rsidR="001F628F" w:rsidRDefault="001F628F" w:rsidP="009F604A">
      <w:pPr>
        <w:pStyle w:val="libNormal"/>
        <w:rPr>
          <w:rtl/>
        </w:rPr>
      </w:pPr>
      <w:r>
        <w:rPr>
          <w:rtl/>
        </w:rPr>
        <w:t xml:space="preserve">1_ انسانو </w:t>
      </w:r>
      <w:r w:rsidR="00083993">
        <w:rPr>
          <w:rtl/>
        </w:rPr>
        <w:t xml:space="preserve">ں </w:t>
      </w:r>
      <w:r>
        <w:rPr>
          <w:rtl/>
        </w:rPr>
        <w:t>كے ليے آسمانى فضامي</w:t>
      </w:r>
      <w:r w:rsidR="00083993">
        <w:rPr>
          <w:rtl/>
        </w:rPr>
        <w:t xml:space="preserve">ں </w:t>
      </w:r>
      <w:r>
        <w:rPr>
          <w:rtl/>
        </w:rPr>
        <w:t>پرندو</w:t>
      </w:r>
      <w:r w:rsidR="00083993">
        <w:rPr>
          <w:rtl/>
        </w:rPr>
        <w:t xml:space="preserve">ں </w:t>
      </w:r>
      <w:r>
        <w:rPr>
          <w:rtl/>
        </w:rPr>
        <w:t>كى پرواز كى كيفيت اور اس پر حاكم قوانين كے بارے مي</w:t>
      </w:r>
      <w:r w:rsidR="00083993">
        <w:rPr>
          <w:rtl/>
        </w:rPr>
        <w:t xml:space="preserve">ں </w:t>
      </w:r>
      <w:r>
        <w:rPr>
          <w:rtl/>
        </w:rPr>
        <w:t>تدبرّ كرنا ضرورى ہے_</w:t>
      </w:r>
      <w:r w:rsidRPr="009F604A">
        <w:rPr>
          <w:rStyle w:val="libArabicChar"/>
          <w:rFonts w:hint="eastAsia"/>
          <w:rtl/>
        </w:rPr>
        <w:t>ا</w:t>
      </w:r>
      <w:r w:rsidRPr="009F604A">
        <w:rPr>
          <w:rStyle w:val="libArabicChar"/>
          <w:rtl/>
        </w:rPr>
        <w:t xml:space="preserve"> لم يروا الى الطير مسخّرات: فى جوّ </w:t>
      </w:r>
      <w:r w:rsidR="00F72CEB" w:rsidRPr="00F72CEB">
        <w:rPr>
          <w:rStyle w:val="libArabicChar"/>
          <w:rtl/>
        </w:rPr>
        <w:t>السّماء</w:t>
      </w:r>
    </w:p>
    <w:p w:rsidR="001F628F" w:rsidRDefault="001F628F" w:rsidP="001F628F">
      <w:pPr>
        <w:pStyle w:val="libNormal"/>
        <w:rPr>
          <w:rtl/>
        </w:rPr>
      </w:pPr>
      <w:r>
        <w:rPr>
          <w:rtl/>
        </w:rPr>
        <w:t>''روئيت''كہ جس كا معنى آنكھ كے ذريعہ ديكھنا ہے جب بھى ''الى '' كے ذريعہ متعدى ہو اس مي</w:t>
      </w:r>
      <w:r w:rsidR="00083993">
        <w:rPr>
          <w:rtl/>
        </w:rPr>
        <w:t xml:space="preserve">ں </w:t>
      </w:r>
      <w:r>
        <w:rPr>
          <w:rtl/>
        </w:rPr>
        <w:t>دقت اور غور كا معنى متضمن ہوتا ہے_</w:t>
      </w:r>
    </w:p>
    <w:p w:rsidR="001F628F" w:rsidRDefault="001F628F" w:rsidP="001F628F">
      <w:pPr>
        <w:pStyle w:val="libNormal"/>
        <w:rPr>
          <w:rtl/>
        </w:rPr>
      </w:pPr>
      <w:r>
        <w:rPr>
          <w:rtl/>
        </w:rPr>
        <w:t>2_پرندو</w:t>
      </w:r>
      <w:r w:rsidR="00083993">
        <w:rPr>
          <w:rtl/>
        </w:rPr>
        <w:t xml:space="preserve">ں </w:t>
      </w:r>
      <w:r>
        <w:rPr>
          <w:rtl/>
        </w:rPr>
        <w:t>كى پرواز كى كيفيت مي</w:t>
      </w:r>
      <w:r w:rsidR="00083993">
        <w:rPr>
          <w:rtl/>
        </w:rPr>
        <w:t xml:space="preserve">ں </w:t>
      </w:r>
      <w:r>
        <w:rPr>
          <w:rtl/>
        </w:rPr>
        <w:t>دقت اور فكر ، خدا كى شناخت كا ايك ذريعہ ہے_</w:t>
      </w:r>
    </w:p>
    <w:p w:rsidR="001F628F" w:rsidRDefault="001F628F" w:rsidP="009F604A">
      <w:pPr>
        <w:pStyle w:val="libArabic"/>
        <w:rPr>
          <w:rtl/>
        </w:rPr>
      </w:pPr>
      <w:r>
        <w:rPr>
          <w:rFonts w:hint="eastAsia"/>
          <w:rtl/>
        </w:rPr>
        <w:t>ا</w:t>
      </w:r>
      <w:r>
        <w:rPr>
          <w:rtl/>
        </w:rPr>
        <w:t xml:space="preserve"> لم يروا الى الطير مسخرات فى جو السّما ما يمسك</w:t>
      </w:r>
      <w:r w:rsidR="00120F63" w:rsidRPr="00ED5DE8">
        <w:rPr>
          <w:rFonts w:hint="cs"/>
          <w:rtl/>
        </w:rPr>
        <w:t>ه</w:t>
      </w:r>
      <w:r>
        <w:rPr>
          <w:rFonts w:hint="cs"/>
          <w:rtl/>
        </w:rPr>
        <w:t>نّ</w:t>
      </w:r>
      <w:r>
        <w:rPr>
          <w:rtl/>
        </w:rPr>
        <w:t xml:space="preserve"> </w:t>
      </w:r>
      <w:r>
        <w:rPr>
          <w:rFonts w:hint="cs"/>
          <w:rtl/>
        </w:rPr>
        <w:t>الا</w:t>
      </w:r>
      <w:r>
        <w:rPr>
          <w:rtl/>
        </w:rPr>
        <w:t xml:space="preserve"> </w:t>
      </w:r>
      <w:r>
        <w:rPr>
          <w:rFonts w:hint="cs"/>
          <w:rtl/>
        </w:rPr>
        <w:t>اللّ</w:t>
      </w:r>
      <w:r w:rsidR="00120F63" w:rsidRPr="00ED5DE8">
        <w:rPr>
          <w:rFonts w:hint="cs"/>
          <w:rtl/>
        </w:rPr>
        <w:t>ه</w:t>
      </w:r>
    </w:p>
    <w:p w:rsidR="001F628F" w:rsidRDefault="001F628F" w:rsidP="001F628F">
      <w:pPr>
        <w:pStyle w:val="libNormal"/>
        <w:rPr>
          <w:rtl/>
        </w:rPr>
      </w:pPr>
      <w:r>
        <w:rPr>
          <w:rtl/>
        </w:rPr>
        <w:t>3_اجرام فلكى كى منظم حركت اور ان كى تسخير مي</w:t>
      </w:r>
      <w:r w:rsidR="00083993">
        <w:rPr>
          <w:rtl/>
        </w:rPr>
        <w:t xml:space="preserve">ں </w:t>
      </w:r>
      <w:r>
        <w:rPr>
          <w:rtl/>
        </w:rPr>
        <w:t>خدا وند عالم كى شناخت كا ايك طريقہ ہے _</w:t>
      </w:r>
    </w:p>
    <w:p w:rsidR="001F628F" w:rsidRDefault="001F628F" w:rsidP="009F604A">
      <w:pPr>
        <w:pStyle w:val="libArabic"/>
        <w:rPr>
          <w:rtl/>
        </w:rPr>
      </w:pPr>
      <w:r>
        <w:rPr>
          <w:rFonts w:hint="eastAsia"/>
          <w:rtl/>
        </w:rPr>
        <w:t>الم</w:t>
      </w:r>
      <w:r>
        <w:rPr>
          <w:rtl/>
        </w:rPr>
        <w:t xml:space="preserve"> يروا الى الطير ...ما يمسك</w:t>
      </w:r>
      <w:r w:rsidR="00120F63" w:rsidRPr="00ED5DE8">
        <w:rPr>
          <w:rFonts w:hint="cs"/>
          <w:rtl/>
        </w:rPr>
        <w:t>ه</w:t>
      </w:r>
      <w:r>
        <w:rPr>
          <w:rFonts w:hint="cs"/>
          <w:rtl/>
        </w:rPr>
        <w:t>نّ</w:t>
      </w:r>
      <w:r>
        <w:rPr>
          <w:rtl/>
        </w:rPr>
        <w:t xml:space="preserve"> </w:t>
      </w:r>
      <w:r>
        <w:rPr>
          <w:rFonts w:hint="cs"/>
          <w:rtl/>
        </w:rPr>
        <w:t>الا</w:t>
      </w:r>
      <w:r>
        <w:rPr>
          <w:rtl/>
        </w:rPr>
        <w:t xml:space="preserve"> اللّ</w:t>
      </w:r>
      <w:r w:rsidR="00120F63" w:rsidRPr="00ED5DE8">
        <w:rPr>
          <w:rFonts w:hint="cs"/>
          <w:rtl/>
        </w:rPr>
        <w:t>ه</w:t>
      </w:r>
    </w:p>
    <w:p w:rsidR="001F628F" w:rsidRDefault="001F628F" w:rsidP="001F628F">
      <w:pPr>
        <w:pStyle w:val="libNormal"/>
        <w:rPr>
          <w:rtl/>
        </w:rPr>
      </w:pPr>
      <w:r>
        <w:rPr>
          <w:rFonts w:hint="eastAsia"/>
          <w:rtl/>
        </w:rPr>
        <w:t>ممكن</w:t>
      </w:r>
      <w:r>
        <w:rPr>
          <w:rtl/>
        </w:rPr>
        <w:t xml:space="preserve"> ہے كے ''طير'' سے مراد صرف پرندے نہ ہو</w:t>
      </w:r>
      <w:r w:rsidR="00083993">
        <w:rPr>
          <w:rtl/>
        </w:rPr>
        <w:t xml:space="preserve">ں </w:t>
      </w:r>
      <w:r>
        <w:rPr>
          <w:rtl/>
        </w:rPr>
        <w:t>بلكہ يہ فضامي</w:t>
      </w:r>
      <w:r w:rsidR="00083993">
        <w:rPr>
          <w:rtl/>
        </w:rPr>
        <w:t xml:space="preserve">ں </w:t>
      </w:r>
      <w:r>
        <w:rPr>
          <w:rtl/>
        </w:rPr>
        <w:t>پرواز كرنے والے تمام اجسام كو شامل ہو_</w:t>
      </w:r>
    </w:p>
    <w:p w:rsidR="001F628F" w:rsidRDefault="001F628F" w:rsidP="001F628F">
      <w:pPr>
        <w:pStyle w:val="libNormal"/>
        <w:rPr>
          <w:rtl/>
        </w:rPr>
      </w:pPr>
      <w:r>
        <w:rPr>
          <w:rtl/>
        </w:rPr>
        <w:t>4_آسمانى فضامي</w:t>
      </w:r>
      <w:r w:rsidR="00083993">
        <w:rPr>
          <w:rtl/>
        </w:rPr>
        <w:t xml:space="preserve">ں </w:t>
      </w:r>
      <w:r>
        <w:rPr>
          <w:rtl/>
        </w:rPr>
        <w:t>سكوت كيے بغير پرندو</w:t>
      </w:r>
      <w:r w:rsidR="00083993">
        <w:rPr>
          <w:rtl/>
        </w:rPr>
        <w:t xml:space="preserve">ں </w:t>
      </w:r>
      <w:r>
        <w:rPr>
          <w:rtl/>
        </w:rPr>
        <w:t>كى پرواز قدرت الہى كى نشانيو</w:t>
      </w:r>
      <w:r w:rsidR="00083993">
        <w:rPr>
          <w:rtl/>
        </w:rPr>
        <w:t xml:space="preserve">ں </w:t>
      </w:r>
      <w:r>
        <w:rPr>
          <w:rtl/>
        </w:rPr>
        <w:t>مي</w:t>
      </w:r>
      <w:r w:rsidR="00083993">
        <w:rPr>
          <w:rtl/>
        </w:rPr>
        <w:t xml:space="preserve">ں </w:t>
      </w:r>
      <w:r>
        <w:rPr>
          <w:rtl/>
        </w:rPr>
        <w:t>سے ہے_</w:t>
      </w:r>
    </w:p>
    <w:p w:rsidR="001F628F" w:rsidRDefault="001F628F" w:rsidP="009F604A">
      <w:pPr>
        <w:pStyle w:val="libArabic"/>
        <w:rPr>
          <w:rtl/>
        </w:rPr>
      </w:pPr>
      <w:r>
        <w:rPr>
          <w:rFonts w:hint="eastAsia"/>
          <w:rtl/>
        </w:rPr>
        <w:t>الم</w:t>
      </w:r>
      <w:r>
        <w:rPr>
          <w:rtl/>
        </w:rPr>
        <w:t xml:space="preserve"> يروا الى الطير مسخرت فى جوّ السماء ما يمسك</w:t>
      </w:r>
      <w:r w:rsidR="00120F63" w:rsidRPr="00ED5DE8">
        <w:rPr>
          <w:rFonts w:hint="cs"/>
          <w:rtl/>
        </w:rPr>
        <w:t>ه</w:t>
      </w:r>
      <w:r>
        <w:rPr>
          <w:rFonts w:hint="cs"/>
          <w:rtl/>
        </w:rPr>
        <w:t>نّ</w:t>
      </w:r>
      <w:r>
        <w:rPr>
          <w:rtl/>
        </w:rPr>
        <w:t xml:space="preserve"> الا اللّ</w:t>
      </w:r>
      <w:r w:rsidR="00120F63" w:rsidRPr="00ED5DE8">
        <w:rPr>
          <w:rFonts w:hint="cs"/>
          <w:rtl/>
        </w:rPr>
        <w:t>ه</w:t>
      </w:r>
    </w:p>
    <w:p w:rsidR="009F604A" w:rsidRDefault="001E7F9D" w:rsidP="00F73EDE">
      <w:pPr>
        <w:pStyle w:val="libPoemTini"/>
        <w:rPr>
          <w:rtl/>
        </w:rPr>
      </w:pPr>
      <w:r>
        <w:rPr>
          <w:rtl/>
        </w:rPr>
        <w:cr/>
      </w:r>
      <w:r>
        <w:rPr>
          <w:rtl/>
        </w:rPr>
        <w:br w:type="page"/>
      </w:r>
    </w:p>
    <w:p w:rsidR="001F628F" w:rsidRDefault="001F628F" w:rsidP="009F604A">
      <w:pPr>
        <w:pStyle w:val="libNormal"/>
        <w:rPr>
          <w:rtl/>
        </w:rPr>
      </w:pPr>
      <w:r>
        <w:rPr>
          <w:rtl/>
        </w:rPr>
        <w:lastRenderedPageBreak/>
        <w:t>5_ طبيعى اسباب، خداوند علم كى قدرت اور ارادے كے جارى ہونے كا مقام ہي</w:t>
      </w:r>
      <w:r w:rsidR="00083993">
        <w:rPr>
          <w:rtl/>
        </w:rPr>
        <w:t xml:space="preserve">ں </w:t>
      </w:r>
      <w:r>
        <w:rPr>
          <w:rtl/>
        </w:rPr>
        <w:t>_</w:t>
      </w:r>
    </w:p>
    <w:p w:rsidR="001F628F" w:rsidRDefault="001F628F" w:rsidP="009F604A">
      <w:pPr>
        <w:pStyle w:val="libArabic"/>
        <w:rPr>
          <w:rtl/>
        </w:rPr>
      </w:pPr>
      <w:r>
        <w:rPr>
          <w:rFonts w:hint="eastAsia"/>
          <w:rtl/>
        </w:rPr>
        <w:t>الم</w:t>
      </w:r>
      <w:r>
        <w:rPr>
          <w:rtl/>
        </w:rPr>
        <w:t xml:space="preserve"> يروا الى الطير ...ما يمسك</w:t>
      </w:r>
      <w:r w:rsidR="00120F63" w:rsidRPr="00ED5DE8">
        <w:rPr>
          <w:rFonts w:hint="cs"/>
          <w:rtl/>
        </w:rPr>
        <w:t>ه</w:t>
      </w:r>
      <w:r>
        <w:rPr>
          <w:rFonts w:hint="cs"/>
          <w:rtl/>
        </w:rPr>
        <w:t>نّ</w:t>
      </w:r>
      <w:r>
        <w:rPr>
          <w:rtl/>
        </w:rPr>
        <w:t xml:space="preserve"> </w:t>
      </w:r>
      <w:r>
        <w:rPr>
          <w:rFonts w:hint="cs"/>
          <w:rtl/>
        </w:rPr>
        <w:t>الا</w:t>
      </w:r>
      <w:r>
        <w:rPr>
          <w:rtl/>
        </w:rPr>
        <w:t xml:space="preserve"> اللّ</w:t>
      </w:r>
      <w:r w:rsidR="00120F63" w:rsidRPr="00ED5DE8">
        <w:rPr>
          <w:rFonts w:hint="cs"/>
          <w:rtl/>
        </w:rPr>
        <w:t>ه</w:t>
      </w:r>
    </w:p>
    <w:p w:rsidR="001F628F" w:rsidRDefault="001F628F" w:rsidP="001F628F">
      <w:pPr>
        <w:pStyle w:val="libNormal"/>
        <w:rPr>
          <w:rtl/>
        </w:rPr>
      </w:pPr>
      <w:r>
        <w:rPr>
          <w:rFonts w:hint="eastAsia"/>
          <w:rtl/>
        </w:rPr>
        <w:t>با</w:t>
      </w:r>
      <w:r>
        <w:rPr>
          <w:rtl/>
        </w:rPr>
        <w:t xml:space="preserve"> وجود اس كے كہ پرندو</w:t>
      </w:r>
      <w:r w:rsidR="00083993">
        <w:rPr>
          <w:rtl/>
        </w:rPr>
        <w:t xml:space="preserve">ں </w:t>
      </w:r>
      <w:r>
        <w:rPr>
          <w:rtl/>
        </w:rPr>
        <w:t>كى پرواز اس خاص طاقت كى وجہ سے ہے جو ان كے وجود مي</w:t>
      </w:r>
      <w:r w:rsidR="00083993">
        <w:rPr>
          <w:rtl/>
        </w:rPr>
        <w:t xml:space="preserve">ں </w:t>
      </w:r>
      <w:r>
        <w:rPr>
          <w:rtl/>
        </w:rPr>
        <w:t>پوشيدہ ہے ليكن خداوند عالم نے اس توانائي كو اپنى طرف نسبت دى ہے ا س سے معلوم ہوتا ہے كہ تمام طبيعى اسباب خداوند عالم كے ارادہ كے بل بوتے پر ہي</w:t>
      </w:r>
      <w:r w:rsidR="00083993">
        <w:rPr>
          <w:rtl/>
        </w:rPr>
        <w:t xml:space="preserve">ں </w:t>
      </w:r>
      <w:r>
        <w:rPr>
          <w:rtl/>
        </w:rPr>
        <w:t>_</w:t>
      </w:r>
    </w:p>
    <w:p w:rsidR="001F628F" w:rsidRDefault="001F628F" w:rsidP="001F628F">
      <w:pPr>
        <w:pStyle w:val="libNormal"/>
        <w:rPr>
          <w:rtl/>
        </w:rPr>
      </w:pPr>
      <w:r>
        <w:rPr>
          <w:rtl/>
        </w:rPr>
        <w:t>6_پرندو</w:t>
      </w:r>
      <w:r w:rsidR="00083993">
        <w:rPr>
          <w:rtl/>
        </w:rPr>
        <w:t xml:space="preserve">ں </w:t>
      </w:r>
      <w:r>
        <w:rPr>
          <w:rtl/>
        </w:rPr>
        <w:t>كى حركت، با قاعدہ طو رپر خداوند عالم كى قدرت او رحفاظت پر موقوف ہے_</w:t>
      </w:r>
    </w:p>
    <w:p w:rsidR="001F628F" w:rsidRDefault="001F628F" w:rsidP="009F604A">
      <w:pPr>
        <w:pStyle w:val="libArabic"/>
        <w:rPr>
          <w:rtl/>
        </w:rPr>
      </w:pPr>
      <w:r>
        <w:rPr>
          <w:rFonts w:hint="eastAsia"/>
          <w:rtl/>
        </w:rPr>
        <w:t>الم</w:t>
      </w:r>
      <w:r>
        <w:rPr>
          <w:rtl/>
        </w:rPr>
        <w:t xml:space="preserve"> يروا الى الطير ...ما يمسك</w:t>
      </w:r>
      <w:r w:rsidR="00120F63" w:rsidRPr="00ED5DE8">
        <w:rPr>
          <w:rFonts w:hint="cs"/>
          <w:rtl/>
        </w:rPr>
        <w:t>ه</w:t>
      </w:r>
      <w:r>
        <w:rPr>
          <w:rFonts w:hint="cs"/>
          <w:rtl/>
        </w:rPr>
        <w:t>نّ</w:t>
      </w:r>
      <w:r>
        <w:rPr>
          <w:rtl/>
        </w:rPr>
        <w:t xml:space="preserve"> </w:t>
      </w:r>
      <w:r>
        <w:rPr>
          <w:rFonts w:hint="cs"/>
          <w:rtl/>
        </w:rPr>
        <w:t>الا</w:t>
      </w:r>
      <w:r>
        <w:rPr>
          <w:rtl/>
        </w:rPr>
        <w:t xml:space="preserve"> اللّ</w:t>
      </w:r>
      <w:r w:rsidR="00120F63" w:rsidRPr="00ED5DE8">
        <w:rPr>
          <w:rFonts w:hint="cs"/>
          <w:rtl/>
        </w:rPr>
        <w:t>ه</w:t>
      </w:r>
    </w:p>
    <w:p w:rsidR="001F628F" w:rsidRDefault="001F628F" w:rsidP="001F628F">
      <w:pPr>
        <w:pStyle w:val="libNormal"/>
        <w:rPr>
          <w:rtl/>
        </w:rPr>
      </w:pPr>
      <w:r>
        <w:rPr>
          <w:rtl/>
        </w:rPr>
        <w:t>7_ پرندو</w:t>
      </w:r>
      <w:r w:rsidR="00083993">
        <w:rPr>
          <w:rtl/>
        </w:rPr>
        <w:t xml:space="preserve">ں </w:t>
      </w:r>
      <w:r>
        <w:rPr>
          <w:rtl/>
        </w:rPr>
        <w:t>كى پرواز اور آسمانى اجرام كى حركت مي</w:t>
      </w:r>
      <w:r w:rsidR="00083993">
        <w:rPr>
          <w:rtl/>
        </w:rPr>
        <w:t xml:space="preserve">ں </w:t>
      </w:r>
      <w:r>
        <w:rPr>
          <w:rtl/>
        </w:rPr>
        <w:t>خداوند عالم كى عظمت اور قدرت پر بہت زيادہ نشانيا</w:t>
      </w:r>
      <w:r w:rsidR="00083993">
        <w:rPr>
          <w:rtl/>
        </w:rPr>
        <w:t xml:space="preserve">ں </w:t>
      </w:r>
      <w:r>
        <w:rPr>
          <w:rtl/>
        </w:rPr>
        <w:t>ہي</w:t>
      </w:r>
      <w:r w:rsidR="00083993">
        <w:rPr>
          <w:rtl/>
        </w:rPr>
        <w:t xml:space="preserve">ں </w:t>
      </w:r>
      <w:r>
        <w:rPr>
          <w:rtl/>
        </w:rPr>
        <w:t>_</w:t>
      </w:r>
    </w:p>
    <w:p w:rsidR="001F628F" w:rsidRDefault="001F628F" w:rsidP="009F604A">
      <w:pPr>
        <w:pStyle w:val="libArabic"/>
        <w:rPr>
          <w:rtl/>
        </w:rPr>
      </w:pPr>
      <w:r>
        <w:rPr>
          <w:rFonts w:hint="eastAsia"/>
          <w:rtl/>
        </w:rPr>
        <w:t>الم</w:t>
      </w:r>
      <w:r>
        <w:rPr>
          <w:rtl/>
        </w:rPr>
        <w:t xml:space="preserve"> يروا الى الطير ...ما يمسك</w:t>
      </w:r>
      <w:r w:rsidR="00120F63" w:rsidRPr="00ED5DE8">
        <w:rPr>
          <w:rFonts w:hint="cs"/>
          <w:rtl/>
        </w:rPr>
        <w:t>ه</w:t>
      </w:r>
      <w:r>
        <w:rPr>
          <w:rFonts w:hint="cs"/>
          <w:rtl/>
        </w:rPr>
        <w:t>نّ</w:t>
      </w:r>
      <w:r>
        <w:rPr>
          <w:rtl/>
        </w:rPr>
        <w:t xml:space="preserve"> </w:t>
      </w:r>
      <w:r>
        <w:rPr>
          <w:rFonts w:hint="cs"/>
          <w:rtl/>
        </w:rPr>
        <w:t>الا</w:t>
      </w:r>
      <w:r>
        <w:rPr>
          <w:rtl/>
        </w:rPr>
        <w:t xml:space="preserve"> </w:t>
      </w:r>
      <w:r>
        <w:rPr>
          <w:rFonts w:hint="cs"/>
          <w:rtl/>
        </w:rPr>
        <w:t>اللّ</w:t>
      </w:r>
      <w:r w:rsidR="00120F63" w:rsidRPr="00ED5DE8">
        <w:rPr>
          <w:rFonts w:hint="cs"/>
          <w:rtl/>
        </w:rPr>
        <w:t>ه</w:t>
      </w:r>
      <w:r>
        <w:rPr>
          <w:rtl/>
        </w:rPr>
        <w:t xml:space="preserve"> </w:t>
      </w:r>
      <w:r>
        <w:rPr>
          <w:rFonts w:hint="cs"/>
          <w:rtl/>
        </w:rPr>
        <w:t>ان</w:t>
      </w:r>
      <w:r>
        <w:rPr>
          <w:rtl/>
        </w:rPr>
        <w:t xml:space="preserve"> </w:t>
      </w:r>
      <w:r>
        <w:rPr>
          <w:rFonts w:hint="cs"/>
          <w:rtl/>
        </w:rPr>
        <w:t>فى</w:t>
      </w:r>
      <w:r>
        <w:rPr>
          <w:rtl/>
        </w:rPr>
        <w:t xml:space="preserve"> </w:t>
      </w:r>
      <w:r>
        <w:rPr>
          <w:rFonts w:hint="cs"/>
          <w:rtl/>
        </w:rPr>
        <w:t>ذلك</w:t>
      </w:r>
      <w:r>
        <w:rPr>
          <w:rtl/>
        </w:rPr>
        <w:t xml:space="preserve"> </w:t>
      </w:r>
      <w:r w:rsidR="00961F3A" w:rsidRPr="00961F3A">
        <w:rPr>
          <w:rFonts w:hint="cs"/>
          <w:rtl/>
        </w:rPr>
        <w:t xml:space="preserve">لأيآت </w:t>
      </w:r>
      <w:r>
        <w:rPr>
          <w:rFonts w:hint="cs"/>
          <w:rtl/>
        </w:rPr>
        <w:t>لقوم</w:t>
      </w:r>
      <w:r>
        <w:rPr>
          <w:rtl/>
        </w:rPr>
        <w:t xml:space="preserve"> يؤمنون</w:t>
      </w:r>
    </w:p>
    <w:p w:rsidR="001F628F" w:rsidRDefault="001F628F" w:rsidP="001F628F">
      <w:pPr>
        <w:pStyle w:val="libNormal"/>
        <w:rPr>
          <w:rtl/>
        </w:rPr>
      </w:pPr>
      <w:r>
        <w:rPr>
          <w:rtl/>
        </w:rPr>
        <w:t>8_آيات الہى سے بہرہ مند ہونے كے ليے حق قبول كرنے اور حق كى تلاش كى فكر كا ہونا شرط ہے_</w:t>
      </w:r>
    </w:p>
    <w:p w:rsidR="001F628F" w:rsidRDefault="001F628F" w:rsidP="009F604A">
      <w:pPr>
        <w:pStyle w:val="libArabic"/>
        <w:rPr>
          <w:rtl/>
        </w:rPr>
      </w:pPr>
      <w:r>
        <w:rPr>
          <w:rFonts w:hint="eastAsia"/>
          <w:rtl/>
        </w:rPr>
        <w:t>ان</w:t>
      </w:r>
      <w:r>
        <w:rPr>
          <w:rtl/>
        </w:rPr>
        <w:t xml:space="preserve"> فى ذلك لا يت لقوم يؤمنون</w:t>
      </w:r>
    </w:p>
    <w:p w:rsidR="001F628F" w:rsidRDefault="001F628F" w:rsidP="001F628F">
      <w:pPr>
        <w:pStyle w:val="libNormal"/>
        <w:rPr>
          <w:rtl/>
        </w:rPr>
      </w:pPr>
      <w:r>
        <w:rPr>
          <w:rFonts w:hint="eastAsia"/>
          <w:rtl/>
        </w:rPr>
        <w:t>آسمانى</w:t>
      </w:r>
      <w:r>
        <w:rPr>
          <w:rtl/>
        </w:rPr>
        <w:t xml:space="preserve"> فضا 1،2</w:t>
      </w:r>
    </w:p>
    <w:p w:rsidR="001F628F" w:rsidRDefault="001F628F" w:rsidP="009F604A">
      <w:pPr>
        <w:pStyle w:val="libNormal"/>
        <w:rPr>
          <w:rtl/>
        </w:rPr>
      </w:pPr>
      <w:r>
        <w:rPr>
          <w:rFonts w:hint="eastAsia"/>
          <w:rtl/>
        </w:rPr>
        <w:t>آيات</w:t>
      </w:r>
      <w:r>
        <w:rPr>
          <w:rtl/>
        </w:rPr>
        <w:t xml:space="preserve"> الہي:</w:t>
      </w:r>
      <w:r>
        <w:rPr>
          <w:rFonts w:hint="eastAsia"/>
          <w:rtl/>
        </w:rPr>
        <w:t>آفاقى</w:t>
      </w:r>
      <w:r>
        <w:rPr>
          <w:rtl/>
        </w:rPr>
        <w:t xml:space="preserve"> آيات الہى 2،3; آيات الہى سے استفادہ كى شرائط 8</w:t>
      </w:r>
    </w:p>
    <w:p w:rsidR="001F628F" w:rsidRDefault="001F628F" w:rsidP="009F604A">
      <w:pPr>
        <w:pStyle w:val="libNormal"/>
        <w:rPr>
          <w:rtl/>
        </w:rPr>
      </w:pPr>
      <w:r>
        <w:rPr>
          <w:rFonts w:hint="eastAsia"/>
          <w:rtl/>
        </w:rPr>
        <w:t>اجرام</w:t>
      </w:r>
      <w:r>
        <w:rPr>
          <w:rtl/>
        </w:rPr>
        <w:t xml:space="preserve"> آسماني:</w:t>
      </w:r>
      <w:r>
        <w:rPr>
          <w:rFonts w:hint="eastAsia"/>
          <w:rtl/>
        </w:rPr>
        <w:t>اجرام</w:t>
      </w:r>
      <w:r>
        <w:rPr>
          <w:rtl/>
        </w:rPr>
        <w:t xml:space="preserve"> آسمانى كا سرتسليم خم كرنا 2; اجرام آسمانى كى حركت 7;اجرام آسمانى كى حركت كا مطالعہ3</w:t>
      </w:r>
    </w:p>
    <w:p w:rsidR="001F628F" w:rsidRDefault="001F628F" w:rsidP="009F604A">
      <w:pPr>
        <w:pStyle w:val="libNormal"/>
        <w:rPr>
          <w:rtl/>
        </w:rPr>
      </w:pPr>
      <w:r>
        <w:rPr>
          <w:rFonts w:hint="eastAsia"/>
          <w:rtl/>
        </w:rPr>
        <w:t>الله</w:t>
      </w:r>
      <w:r>
        <w:rPr>
          <w:rtl/>
        </w:rPr>
        <w:t xml:space="preserve"> تعالي:</w:t>
      </w:r>
      <w:r>
        <w:rPr>
          <w:rFonts w:hint="eastAsia"/>
          <w:rtl/>
        </w:rPr>
        <w:t>ارادہ</w:t>
      </w:r>
      <w:r>
        <w:rPr>
          <w:rtl/>
        </w:rPr>
        <w:t xml:space="preserve"> الہى كے جارى ہونے كا مقام5; الله تعالى كى قدرت كے آثار 6; خداشناسى كے دلائل 2،3; عظمت خداكى علامات 7 ; قدرت الہى كى علامات 4،7</w:t>
      </w:r>
    </w:p>
    <w:p w:rsidR="001F628F" w:rsidRDefault="001F628F" w:rsidP="009F604A">
      <w:pPr>
        <w:pStyle w:val="libNormal"/>
        <w:rPr>
          <w:rtl/>
        </w:rPr>
      </w:pPr>
      <w:r>
        <w:rPr>
          <w:rFonts w:hint="eastAsia"/>
          <w:rtl/>
        </w:rPr>
        <w:t>پرندے</w:t>
      </w:r>
      <w:r>
        <w:rPr>
          <w:rtl/>
        </w:rPr>
        <w:t>:</w:t>
      </w:r>
      <w:r>
        <w:rPr>
          <w:rFonts w:hint="eastAsia"/>
          <w:rtl/>
        </w:rPr>
        <w:t>پرندو</w:t>
      </w:r>
      <w:r w:rsidR="00083993">
        <w:rPr>
          <w:rFonts w:hint="eastAsia"/>
          <w:rtl/>
        </w:rPr>
        <w:t xml:space="preserve">ں </w:t>
      </w:r>
      <w:r>
        <w:rPr>
          <w:rtl/>
        </w:rPr>
        <w:t>كا محافظ 6; پرندو</w:t>
      </w:r>
      <w:r w:rsidR="00083993">
        <w:rPr>
          <w:rtl/>
        </w:rPr>
        <w:t xml:space="preserve">ں </w:t>
      </w:r>
      <w:r>
        <w:rPr>
          <w:rtl/>
        </w:rPr>
        <w:t>كى پرواز 4،7; پرندو</w:t>
      </w:r>
      <w:r w:rsidR="00083993">
        <w:rPr>
          <w:rtl/>
        </w:rPr>
        <w:t xml:space="preserve">ں </w:t>
      </w:r>
      <w:r>
        <w:rPr>
          <w:rtl/>
        </w:rPr>
        <w:t>كى پرواز كا سرچشمہ 6; پرندو</w:t>
      </w:r>
      <w:r w:rsidR="00083993">
        <w:rPr>
          <w:rtl/>
        </w:rPr>
        <w:t xml:space="preserve">ں </w:t>
      </w:r>
      <w:r>
        <w:rPr>
          <w:rtl/>
        </w:rPr>
        <w:t>كى پرواز كا مطالعہ 1،2</w:t>
      </w:r>
    </w:p>
    <w:p w:rsidR="001F628F" w:rsidRDefault="001F628F" w:rsidP="009F604A">
      <w:pPr>
        <w:pStyle w:val="libNormal"/>
        <w:rPr>
          <w:rtl/>
        </w:rPr>
      </w:pPr>
      <w:r>
        <w:rPr>
          <w:rFonts w:hint="eastAsia"/>
          <w:rtl/>
        </w:rPr>
        <w:t>تعقّل</w:t>
      </w:r>
      <w:r>
        <w:rPr>
          <w:rtl/>
        </w:rPr>
        <w:t>:</w:t>
      </w:r>
      <w:r>
        <w:rPr>
          <w:rFonts w:hint="eastAsia"/>
          <w:rtl/>
        </w:rPr>
        <w:t>تعقّل</w:t>
      </w:r>
      <w:r>
        <w:rPr>
          <w:rtl/>
        </w:rPr>
        <w:t xml:space="preserve"> كى اہميت1</w:t>
      </w:r>
    </w:p>
    <w:p w:rsidR="001F628F" w:rsidRDefault="001F628F" w:rsidP="009F604A">
      <w:pPr>
        <w:pStyle w:val="libNormal"/>
        <w:rPr>
          <w:rtl/>
        </w:rPr>
      </w:pPr>
      <w:r>
        <w:rPr>
          <w:rFonts w:hint="eastAsia"/>
          <w:rtl/>
        </w:rPr>
        <w:t>حق</w:t>
      </w:r>
      <w:r>
        <w:rPr>
          <w:rtl/>
        </w:rPr>
        <w:t>:</w:t>
      </w:r>
      <w:r>
        <w:rPr>
          <w:rFonts w:hint="eastAsia"/>
          <w:rtl/>
        </w:rPr>
        <w:t>حق</w:t>
      </w:r>
      <w:r>
        <w:rPr>
          <w:rtl/>
        </w:rPr>
        <w:t xml:space="preserve"> كو قبول كرنے كى اہميت 1</w:t>
      </w:r>
    </w:p>
    <w:p w:rsidR="001F628F" w:rsidRDefault="001F628F" w:rsidP="009F604A">
      <w:pPr>
        <w:pStyle w:val="libNormal"/>
        <w:rPr>
          <w:rtl/>
        </w:rPr>
      </w:pPr>
      <w:r>
        <w:rPr>
          <w:rFonts w:hint="eastAsia"/>
          <w:rtl/>
        </w:rPr>
        <w:t>حق</w:t>
      </w:r>
      <w:r>
        <w:rPr>
          <w:rtl/>
        </w:rPr>
        <w:t xml:space="preserve"> طلبي:</w:t>
      </w:r>
      <w:r>
        <w:rPr>
          <w:rFonts w:hint="eastAsia"/>
          <w:rtl/>
        </w:rPr>
        <w:t>حق</w:t>
      </w:r>
      <w:r>
        <w:rPr>
          <w:rtl/>
        </w:rPr>
        <w:t xml:space="preserve"> طلبى كى اہميت 8</w:t>
      </w:r>
    </w:p>
    <w:p w:rsidR="001F628F" w:rsidRDefault="001F628F" w:rsidP="009F604A">
      <w:pPr>
        <w:pStyle w:val="libNormal"/>
        <w:rPr>
          <w:rtl/>
        </w:rPr>
      </w:pPr>
      <w:r>
        <w:rPr>
          <w:rFonts w:hint="eastAsia"/>
          <w:rtl/>
        </w:rPr>
        <w:t>طبيعى</w:t>
      </w:r>
      <w:r>
        <w:rPr>
          <w:rtl/>
        </w:rPr>
        <w:t xml:space="preserve"> عوامل:</w:t>
      </w:r>
      <w:r>
        <w:rPr>
          <w:rFonts w:hint="eastAsia"/>
          <w:rtl/>
        </w:rPr>
        <w:t>طبيعى</w:t>
      </w:r>
      <w:r>
        <w:rPr>
          <w:rtl/>
        </w:rPr>
        <w:t xml:space="preserve"> عوامل كا كردار 5</w:t>
      </w:r>
    </w:p>
    <w:p w:rsidR="001F628F" w:rsidRDefault="001F628F" w:rsidP="009F604A">
      <w:pPr>
        <w:pStyle w:val="libNormal"/>
        <w:rPr>
          <w:rtl/>
        </w:rPr>
      </w:pPr>
      <w:r>
        <w:rPr>
          <w:rFonts w:hint="eastAsia"/>
          <w:rtl/>
        </w:rPr>
        <w:t>كائنات</w:t>
      </w:r>
      <w:r>
        <w:rPr>
          <w:rtl/>
        </w:rPr>
        <w:t>:</w:t>
      </w:r>
      <w:r>
        <w:rPr>
          <w:rFonts w:hint="eastAsia"/>
          <w:rtl/>
        </w:rPr>
        <w:t>كائنات</w:t>
      </w:r>
      <w:r>
        <w:rPr>
          <w:rtl/>
        </w:rPr>
        <w:t xml:space="preserve"> كا مطالعہ 1; نظام كائنات1</w:t>
      </w:r>
    </w:p>
    <w:p w:rsidR="009F604A" w:rsidRDefault="001E7F9D" w:rsidP="00F73EDE">
      <w:pPr>
        <w:pStyle w:val="libPoemTini"/>
        <w:rPr>
          <w:rtl/>
        </w:rPr>
      </w:pPr>
      <w:r>
        <w:rPr>
          <w:rtl/>
        </w:rPr>
        <w:br w:type="page"/>
      </w:r>
    </w:p>
    <w:p w:rsidR="009F604A" w:rsidRPr="00120F63" w:rsidRDefault="009F604A" w:rsidP="009F604A">
      <w:pPr>
        <w:pStyle w:val="Heading2Center"/>
        <w:rPr>
          <w:rtl/>
        </w:rPr>
      </w:pPr>
      <w:bookmarkStart w:id="226" w:name="_Toc28081904"/>
      <w:r>
        <w:rPr>
          <w:rFonts w:hint="cs"/>
          <w:rtl/>
        </w:rPr>
        <w:lastRenderedPageBreak/>
        <w:t xml:space="preserve">آیت </w:t>
      </w:r>
      <w:r w:rsidRPr="00120F63">
        <w:rPr>
          <w:rFonts w:hint="cs"/>
          <w:rtl/>
        </w:rPr>
        <w:t>80</w:t>
      </w:r>
      <w:bookmarkEnd w:id="226"/>
    </w:p>
    <w:p w:rsidR="001F628F" w:rsidRDefault="00E260F9" w:rsidP="009F604A">
      <w:pPr>
        <w:pStyle w:val="libNormal"/>
        <w:rPr>
          <w:rtl/>
        </w:rPr>
      </w:pPr>
      <w:r w:rsidRPr="00E260F9">
        <w:rPr>
          <w:rStyle w:val="libAlaemChar"/>
          <w:rFonts w:hint="eastAsia"/>
          <w:rtl/>
        </w:rPr>
        <w:t>(</w:t>
      </w:r>
      <w:r w:rsidRPr="009F604A">
        <w:rPr>
          <w:rStyle w:val="libAieChar"/>
          <w:rFonts w:hint="eastAsia"/>
          <w:rtl/>
        </w:rPr>
        <w:t>وَاللّهُ</w:t>
      </w:r>
      <w:r w:rsidRPr="009F604A">
        <w:rPr>
          <w:rStyle w:val="libAieChar"/>
          <w:rtl/>
        </w:rPr>
        <w:t xml:space="preserve"> جَعَلَ لَكُم مِّن بُيُوتِكُمْ سَكَناً وَجَعَلَ لَكُم مِّن جُلُودِ الأَنْعَامِ بُيُوتاً تَسْتَخِفُّونَهَا يَوْمَ ظَعْنِكُمْ وَيَوْمَ إِقَامَتِكُمْ وَمِنْ أَصْوَافِهَا وَأَوْبَارِهَا وَأَشْعَارِهَا أَثَاثاً وَمَتَاعاً إِلَى حِينٍ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تمھارے لئے تمھارے گھرو</w:t>
      </w:r>
      <w:r w:rsidR="00083993">
        <w:rPr>
          <w:rtl/>
        </w:rPr>
        <w:t xml:space="preserve">ں </w:t>
      </w:r>
      <w:r>
        <w:rPr>
          <w:rtl/>
        </w:rPr>
        <w:t>كو وجہ سكون بنايا ہے اور تمھارے لئے جانورو</w:t>
      </w:r>
      <w:r w:rsidR="00083993">
        <w:rPr>
          <w:rtl/>
        </w:rPr>
        <w:t xml:space="preserve">ں </w:t>
      </w:r>
      <w:r>
        <w:rPr>
          <w:rtl/>
        </w:rPr>
        <w:t>كى كھالو</w:t>
      </w:r>
      <w:r w:rsidR="00083993">
        <w:rPr>
          <w:rtl/>
        </w:rPr>
        <w:t xml:space="preserve">ں </w:t>
      </w:r>
      <w:r>
        <w:rPr>
          <w:rtl/>
        </w:rPr>
        <w:t>سے ايسے گھر بناديئے ہي</w:t>
      </w:r>
      <w:r w:rsidR="00083993">
        <w:rPr>
          <w:rtl/>
        </w:rPr>
        <w:t xml:space="preserve">ں </w:t>
      </w:r>
      <w:r>
        <w:rPr>
          <w:rtl/>
        </w:rPr>
        <w:t>جن كو تم روز سفر بھى ہلكا سمجھتے ہو اور روز قيامت بھى ہلكا محسوس كرتے ہو اور پھر ان كے اون، روئي</w:t>
      </w:r>
      <w:r w:rsidR="00083993">
        <w:rPr>
          <w:rtl/>
        </w:rPr>
        <w:t xml:space="preserve">ں </w:t>
      </w:r>
      <w:r>
        <w:rPr>
          <w:rtl/>
        </w:rPr>
        <w:t>اور بالو</w:t>
      </w:r>
      <w:r w:rsidR="00083993">
        <w:rPr>
          <w:rtl/>
        </w:rPr>
        <w:t xml:space="preserve">ں </w:t>
      </w:r>
      <w:r>
        <w:rPr>
          <w:rtl/>
        </w:rPr>
        <w:t>سے مختلف سامان زندگى اور ايك مد</w:t>
      </w:r>
      <w:r>
        <w:rPr>
          <w:rFonts w:hint="eastAsia"/>
          <w:rtl/>
        </w:rPr>
        <w:t>ت</w:t>
      </w:r>
      <w:r>
        <w:rPr>
          <w:rtl/>
        </w:rPr>
        <w:t xml:space="preserve"> كے لئے كار آمد چيزي</w:t>
      </w:r>
      <w:r w:rsidR="00083993">
        <w:rPr>
          <w:rtl/>
        </w:rPr>
        <w:t xml:space="preserve">ں </w:t>
      </w:r>
      <w:r>
        <w:rPr>
          <w:rtl/>
        </w:rPr>
        <w:t>بنادي</w:t>
      </w:r>
      <w:r w:rsidR="00083993">
        <w:rPr>
          <w:rtl/>
        </w:rPr>
        <w:t xml:space="preserve">ں </w:t>
      </w:r>
      <w:r>
        <w:rPr>
          <w:rtl/>
        </w:rPr>
        <w:t>_</w:t>
      </w:r>
    </w:p>
    <w:p w:rsidR="001F628F" w:rsidRDefault="001F628F" w:rsidP="009F604A">
      <w:pPr>
        <w:pStyle w:val="libNormal"/>
        <w:rPr>
          <w:rtl/>
        </w:rPr>
      </w:pPr>
      <w:r>
        <w:rPr>
          <w:rtl/>
        </w:rPr>
        <w:t>1_ خداوند عالم نے گھر او ر مكان كو انسان كے ليے آرام اور سكون كا سرچشمہ قررد يا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بيوتكم سكن</w:t>
      </w:r>
    </w:p>
    <w:p w:rsidR="001F628F" w:rsidRDefault="001F628F" w:rsidP="009F604A">
      <w:pPr>
        <w:pStyle w:val="libNormal"/>
        <w:rPr>
          <w:rtl/>
        </w:rPr>
      </w:pPr>
      <w:r>
        <w:rPr>
          <w:rtl/>
        </w:rPr>
        <w:t>2_ انسان كا اپنے گھر مي</w:t>
      </w:r>
      <w:r w:rsidR="00083993">
        <w:rPr>
          <w:rtl/>
        </w:rPr>
        <w:t xml:space="preserve">ں </w:t>
      </w:r>
      <w:r>
        <w:rPr>
          <w:rtl/>
        </w:rPr>
        <w:t>آرام و سكون سے بہرہ مند ہونا ، خداوند عالم كى نعمت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بيوتكم سكن</w:t>
      </w:r>
    </w:p>
    <w:p w:rsidR="001F628F" w:rsidRDefault="001F628F" w:rsidP="009F604A">
      <w:pPr>
        <w:pStyle w:val="libNormal"/>
        <w:rPr>
          <w:rtl/>
        </w:rPr>
      </w:pPr>
      <w:r>
        <w:rPr>
          <w:rtl/>
        </w:rPr>
        <w:t>3_ انسان كى زندگى مي</w:t>
      </w:r>
      <w:r w:rsidR="00083993">
        <w:rPr>
          <w:rtl/>
        </w:rPr>
        <w:t xml:space="preserve">ں </w:t>
      </w:r>
      <w:r>
        <w:rPr>
          <w:rtl/>
        </w:rPr>
        <w:t>آرام و سكون كى اہميت_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بيوتكم سكن</w:t>
      </w:r>
    </w:p>
    <w:p w:rsidR="001F628F" w:rsidRDefault="001F628F" w:rsidP="001F628F">
      <w:pPr>
        <w:pStyle w:val="libNormal"/>
        <w:rPr>
          <w:rtl/>
        </w:rPr>
      </w:pPr>
      <w:r>
        <w:rPr>
          <w:rFonts w:hint="eastAsia"/>
          <w:rtl/>
        </w:rPr>
        <w:t>مذكورہ</w:t>
      </w:r>
      <w:r>
        <w:rPr>
          <w:rtl/>
        </w:rPr>
        <w:t xml:space="preserve"> مطلب كا آيت مي</w:t>
      </w:r>
      <w:r w:rsidR="00083993">
        <w:rPr>
          <w:rtl/>
        </w:rPr>
        <w:t xml:space="preserve">ں </w:t>
      </w:r>
      <w:r>
        <w:rPr>
          <w:rtl/>
        </w:rPr>
        <w:t xml:space="preserve">موجود دو نكات سے استفادہ ہوتا ہے </w:t>
      </w:r>
      <w:r w:rsidRPr="009F604A">
        <w:rPr>
          <w:rtl/>
        </w:rPr>
        <w:t>(1) آيت</w:t>
      </w:r>
      <w:r>
        <w:rPr>
          <w:rtl/>
        </w:rPr>
        <w:t xml:space="preserve"> امتنان اور الہى نعمتو</w:t>
      </w:r>
      <w:r w:rsidR="00083993">
        <w:rPr>
          <w:rtl/>
        </w:rPr>
        <w:t xml:space="preserve">ں </w:t>
      </w:r>
      <w:r>
        <w:rPr>
          <w:rtl/>
        </w:rPr>
        <w:t>كو شمار كرنے كے مقام پر ہے (2) گھر اور منزل كے تمام فوائد مي</w:t>
      </w:r>
      <w:r w:rsidR="00083993">
        <w:rPr>
          <w:rtl/>
        </w:rPr>
        <w:t xml:space="preserve">ں </w:t>
      </w:r>
      <w:r>
        <w:rPr>
          <w:rtl/>
        </w:rPr>
        <w:t>سے فقط اس كے آرام اور سكون كى طرف اشارہ ہوا ہے_</w:t>
      </w:r>
    </w:p>
    <w:p w:rsidR="001F628F" w:rsidRDefault="001F628F" w:rsidP="009F604A">
      <w:pPr>
        <w:pStyle w:val="libNormal"/>
        <w:rPr>
          <w:rtl/>
        </w:rPr>
      </w:pPr>
      <w:r>
        <w:rPr>
          <w:rtl/>
        </w:rPr>
        <w:t>4_ آسا</w:t>
      </w:r>
      <w:r w:rsidR="009F604A">
        <w:rPr>
          <w:rtl/>
        </w:rPr>
        <w:t>ئش</w:t>
      </w:r>
      <w:r>
        <w:rPr>
          <w:rtl/>
        </w:rPr>
        <w:t xml:space="preserve"> و سكون كى فراہمى ، گھر اور منزل بنانے كى حكمت اور فلسفہ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بيوتكم سكن</w:t>
      </w:r>
    </w:p>
    <w:p w:rsidR="009F604A" w:rsidRDefault="001E7F9D" w:rsidP="00F73EDE">
      <w:pPr>
        <w:pStyle w:val="libPoemTini"/>
        <w:rPr>
          <w:rtl/>
        </w:rPr>
      </w:pPr>
      <w:r>
        <w:rPr>
          <w:rtl/>
        </w:rPr>
        <w:cr/>
      </w:r>
      <w:r>
        <w:rPr>
          <w:rtl/>
        </w:rPr>
        <w:br w:type="page"/>
      </w:r>
    </w:p>
    <w:p w:rsidR="001F628F" w:rsidRDefault="001F628F" w:rsidP="009F604A">
      <w:pPr>
        <w:pStyle w:val="libNormal"/>
        <w:rPr>
          <w:rtl/>
        </w:rPr>
      </w:pPr>
      <w:r>
        <w:rPr>
          <w:rtl/>
        </w:rPr>
        <w:lastRenderedPageBreak/>
        <w:t>5_ چوپايو</w:t>
      </w:r>
      <w:r w:rsidR="00083993">
        <w:rPr>
          <w:rtl/>
        </w:rPr>
        <w:t xml:space="preserve">ں </w:t>
      </w:r>
      <w:r>
        <w:rPr>
          <w:rtl/>
        </w:rPr>
        <w:t>( اونٹ ، گائے اور گوسفند ) كى طرح خلقت كہ ان كى جلد سے گھر اور ہلكى اور قابل انتقال پنا ہ گاہ بنائي جائے يہ خداوند عالم كى قدرت ہے 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جلود الا نعم بيوتاً تستحفون</w:t>
      </w:r>
      <w:r w:rsidR="00120F63" w:rsidRPr="00B2551F">
        <w:rPr>
          <w:rStyle w:val="libArabicChar"/>
          <w:rFonts w:hint="cs"/>
          <w:rtl/>
        </w:rPr>
        <w:t>ه</w:t>
      </w:r>
      <w:r w:rsidRPr="009F604A">
        <w:rPr>
          <w:rStyle w:val="libArabicChar"/>
          <w:rFonts w:hint="cs"/>
          <w:rtl/>
        </w:rPr>
        <w:t>ا</w:t>
      </w:r>
      <w:r w:rsidRPr="009F604A">
        <w:rPr>
          <w:rStyle w:val="libArabicChar"/>
          <w:rtl/>
        </w:rPr>
        <w:t xml:space="preserve"> </w:t>
      </w:r>
      <w:r w:rsidRPr="009F604A">
        <w:rPr>
          <w:rStyle w:val="libArabicChar"/>
          <w:rFonts w:hint="cs"/>
          <w:rtl/>
        </w:rPr>
        <w:t>يوم</w:t>
      </w:r>
      <w:r w:rsidRPr="009F604A">
        <w:rPr>
          <w:rStyle w:val="libArabicChar"/>
          <w:rtl/>
        </w:rPr>
        <w:t xml:space="preserve"> </w:t>
      </w:r>
      <w:r w:rsidRPr="009F604A">
        <w:rPr>
          <w:rStyle w:val="libArabicChar"/>
          <w:rFonts w:hint="cs"/>
          <w:rtl/>
        </w:rPr>
        <w:t>ظعنكم</w:t>
      </w:r>
      <w:r w:rsidRPr="009F604A">
        <w:rPr>
          <w:rStyle w:val="libArabicChar"/>
          <w:rtl/>
        </w:rPr>
        <w:t xml:space="preserve"> </w:t>
      </w:r>
      <w:r w:rsidRPr="009F604A">
        <w:rPr>
          <w:rStyle w:val="libArabicChar"/>
          <w:rFonts w:hint="cs"/>
          <w:rtl/>
        </w:rPr>
        <w:t>و</w:t>
      </w:r>
      <w:r w:rsidRPr="009F604A">
        <w:rPr>
          <w:rStyle w:val="libArabicChar"/>
          <w:rtl/>
        </w:rPr>
        <w:t xml:space="preserve"> </w:t>
      </w:r>
      <w:r w:rsidRPr="009F604A">
        <w:rPr>
          <w:rStyle w:val="libArabicChar"/>
          <w:rFonts w:hint="cs"/>
          <w:rtl/>
        </w:rPr>
        <w:t>يوم</w:t>
      </w:r>
      <w:r w:rsidRPr="009F604A">
        <w:rPr>
          <w:rStyle w:val="libArabicChar"/>
          <w:rtl/>
        </w:rPr>
        <w:t xml:space="preserve"> </w:t>
      </w:r>
      <w:r w:rsidRPr="009F604A">
        <w:rPr>
          <w:rStyle w:val="libArabicChar"/>
          <w:rFonts w:hint="cs"/>
          <w:rtl/>
        </w:rPr>
        <w:t>ا</w:t>
      </w:r>
      <w:r w:rsidRPr="009F604A">
        <w:rPr>
          <w:rStyle w:val="libArabicChar"/>
          <w:rtl/>
        </w:rPr>
        <w:t>قامتكم</w:t>
      </w:r>
    </w:p>
    <w:p w:rsidR="001F628F" w:rsidRDefault="001F628F" w:rsidP="009F604A">
      <w:pPr>
        <w:pStyle w:val="libNormal"/>
        <w:rPr>
          <w:rtl/>
        </w:rPr>
      </w:pPr>
      <w:r>
        <w:rPr>
          <w:rtl/>
        </w:rPr>
        <w:t>6_ ہلكى اور قابل ا نتقال چھت بنانے كے ليے چوپايو</w:t>
      </w:r>
      <w:r w:rsidR="00083993">
        <w:rPr>
          <w:rtl/>
        </w:rPr>
        <w:t xml:space="preserve">ں </w:t>
      </w:r>
      <w:r>
        <w:rPr>
          <w:rtl/>
        </w:rPr>
        <w:t>( اونٹ ، گاء ، گوسفند) كے چمڑے سے انسان كا استفادہ كرنا ،الہينعمتو</w:t>
      </w:r>
      <w:r w:rsidR="00083993">
        <w:rPr>
          <w:rtl/>
        </w:rPr>
        <w:t xml:space="preserve">ں </w:t>
      </w:r>
      <w:r>
        <w:rPr>
          <w:rtl/>
        </w:rPr>
        <w:t>مي</w:t>
      </w:r>
      <w:r w:rsidR="00083993">
        <w:rPr>
          <w:rtl/>
        </w:rPr>
        <w:t xml:space="preserve">ں </w:t>
      </w:r>
      <w:r>
        <w:rPr>
          <w:rtl/>
        </w:rPr>
        <w:t>سے ہے_</w:t>
      </w:r>
      <w:r w:rsidRPr="009F604A">
        <w:rPr>
          <w:rStyle w:val="libArabicChar"/>
          <w:rFonts w:hint="eastAsia"/>
          <w:rtl/>
        </w:rPr>
        <w:t>وجعل</w:t>
      </w:r>
      <w:r w:rsidRPr="009F604A">
        <w:rPr>
          <w:rStyle w:val="libArabicChar"/>
          <w:rtl/>
        </w:rPr>
        <w:t xml:space="preserve"> لكم من جلود الا نعم بيوت</w:t>
      </w:r>
    </w:p>
    <w:p w:rsidR="001F628F" w:rsidRDefault="001F628F" w:rsidP="001F628F">
      <w:pPr>
        <w:pStyle w:val="libNormal"/>
        <w:rPr>
          <w:rtl/>
        </w:rPr>
      </w:pPr>
      <w:r>
        <w:rPr>
          <w:rtl/>
        </w:rPr>
        <w:t>7_ سفر و حضر مي</w:t>
      </w:r>
      <w:r w:rsidR="00083993">
        <w:rPr>
          <w:rtl/>
        </w:rPr>
        <w:t xml:space="preserve">ں </w:t>
      </w:r>
      <w:r>
        <w:rPr>
          <w:rtl/>
        </w:rPr>
        <w:t>انسان كى آسا</w:t>
      </w:r>
      <w:r w:rsidR="009F604A">
        <w:rPr>
          <w:rtl/>
        </w:rPr>
        <w:t>ئش</w:t>
      </w:r>
      <w:r>
        <w:rPr>
          <w:rtl/>
        </w:rPr>
        <w:t xml:space="preserve"> اور سہولت كے اسباب كا خداوند عالم كى طرف سے انتظام كيا گيا ہے_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...وجعل لكم ...تستخفون</w:t>
      </w:r>
      <w:r w:rsidR="00120F63" w:rsidRPr="00ED5DE8">
        <w:rPr>
          <w:rFonts w:hint="cs"/>
          <w:rtl/>
        </w:rPr>
        <w:t>ه</w:t>
      </w:r>
      <w:r>
        <w:rPr>
          <w:rFonts w:hint="cs"/>
          <w:rtl/>
        </w:rPr>
        <w:t>ا</w:t>
      </w:r>
      <w:r>
        <w:rPr>
          <w:rtl/>
        </w:rPr>
        <w:t xml:space="preserve"> </w:t>
      </w:r>
      <w:r>
        <w:rPr>
          <w:rFonts w:hint="cs"/>
          <w:rtl/>
        </w:rPr>
        <w:t>يوم</w:t>
      </w:r>
      <w:r>
        <w:rPr>
          <w:rtl/>
        </w:rPr>
        <w:t xml:space="preserve"> </w:t>
      </w:r>
      <w:r>
        <w:rPr>
          <w:rFonts w:hint="cs"/>
          <w:rtl/>
        </w:rPr>
        <w:t>ظعنكم</w:t>
      </w:r>
      <w:r>
        <w:rPr>
          <w:rtl/>
        </w:rPr>
        <w:t xml:space="preserve"> </w:t>
      </w:r>
      <w:r>
        <w:rPr>
          <w:rFonts w:hint="cs"/>
          <w:rtl/>
        </w:rPr>
        <w:t>ويوم</w:t>
      </w:r>
      <w:r>
        <w:rPr>
          <w:rtl/>
        </w:rPr>
        <w:t xml:space="preserve"> </w:t>
      </w:r>
      <w:r>
        <w:rPr>
          <w:rFonts w:hint="cs"/>
          <w:rtl/>
        </w:rPr>
        <w:t>اق</w:t>
      </w:r>
      <w:r>
        <w:rPr>
          <w:rtl/>
        </w:rPr>
        <w:t>امتكم</w:t>
      </w:r>
    </w:p>
    <w:p w:rsidR="001F628F" w:rsidRDefault="001F628F" w:rsidP="001F628F">
      <w:pPr>
        <w:pStyle w:val="libNormal"/>
        <w:rPr>
          <w:rtl/>
        </w:rPr>
      </w:pPr>
      <w:r>
        <w:rPr>
          <w:rtl/>
        </w:rPr>
        <w:t>8_ حيوانات كى پشم كھال اور بالو</w:t>
      </w:r>
      <w:r w:rsidR="00083993">
        <w:rPr>
          <w:rtl/>
        </w:rPr>
        <w:t xml:space="preserve">ں </w:t>
      </w:r>
      <w:r>
        <w:rPr>
          <w:rtl/>
        </w:rPr>
        <w:t>سے زندگى كا ساز و سامان بنانے كے ليے استفادہ كرنا ايك الہى نعمت ہے_</w:t>
      </w:r>
    </w:p>
    <w:p w:rsidR="001F628F" w:rsidRDefault="001F628F" w:rsidP="009F604A">
      <w:pPr>
        <w:pStyle w:val="libArabic"/>
        <w:rPr>
          <w:rtl/>
        </w:rPr>
      </w:pPr>
      <w:r>
        <w:rPr>
          <w:rFonts w:hint="eastAsia"/>
          <w:rtl/>
        </w:rPr>
        <w:t>ومن</w:t>
      </w:r>
      <w:r>
        <w:rPr>
          <w:rtl/>
        </w:rPr>
        <w:t xml:space="preserve"> اصوا ف</w:t>
      </w:r>
      <w:r w:rsidR="00F21947" w:rsidRPr="00B2551F">
        <w:rPr>
          <w:rFonts w:hint="cs"/>
          <w:rtl/>
        </w:rPr>
        <w:t>ه</w:t>
      </w:r>
      <w:r>
        <w:rPr>
          <w:rFonts w:hint="cs"/>
          <w:rtl/>
        </w:rPr>
        <w:t>ا</w:t>
      </w:r>
      <w:r>
        <w:rPr>
          <w:rtl/>
        </w:rPr>
        <w:t xml:space="preserve"> </w:t>
      </w:r>
      <w:r>
        <w:rPr>
          <w:rFonts w:hint="cs"/>
          <w:rtl/>
        </w:rPr>
        <w:t>و</w:t>
      </w:r>
      <w:r>
        <w:rPr>
          <w:rtl/>
        </w:rPr>
        <w:t xml:space="preserve"> </w:t>
      </w:r>
      <w:r>
        <w:rPr>
          <w:rFonts w:hint="cs"/>
          <w:rtl/>
        </w:rPr>
        <w:t>ا</w:t>
      </w:r>
      <w:r>
        <w:rPr>
          <w:rtl/>
        </w:rPr>
        <w:t xml:space="preserve"> </w:t>
      </w:r>
      <w:r>
        <w:rPr>
          <w:rFonts w:hint="cs"/>
          <w:rtl/>
        </w:rPr>
        <w:t>وبار</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اشعار</w:t>
      </w:r>
      <w:r w:rsidR="00120F63" w:rsidRPr="00ED5DE8">
        <w:rPr>
          <w:rFonts w:hint="cs"/>
          <w:rtl/>
        </w:rPr>
        <w:t>ه</w:t>
      </w:r>
      <w:r>
        <w:rPr>
          <w:rFonts w:hint="cs"/>
          <w:rtl/>
        </w:rPr>
        <w:t>ا</w:t>
      </w:r>
      <w:r>
        <w:rPr>
          <w:rtl/>
        </w:rPr>
        <w:t xml:space="preserve"> </w:t>
      </w:r>
      <w:r>
        <w:rPr>
          <w:rFonts w:hint="cs"/>
          <w:rtl/>
        </w:rPr>
        <w:t>ا</w:t>
      </w:r>
      <w:r>
        <w:rPr>
          <w:rtl/>
        </w:rPr>
        <w:t xml:space="preserve"> </w:t>
      </w:r>
      <w:r>
        <w:rPr>
          <w:rFonts w:hint="cs"/>
          <w:rtl/>
        </w:rPr>
        <w:t>ثثاً</w:t>
      </w:r>
      <w:r>
        <w:rPr>
          <w:rtl/>
        </w:rPr>
        <w:t xml:space="preserve"> و مت</w:t>
      </w:r>
      <w:r w:rsidR="006862C5">
        <w:rPr>
          <w:rFonts w:hint="cs"/>
          <w:rtl/>
        </w:rPr>
        <w:t>ا</w:t>
      </w:r>
      <w:r>
        <w:rPr>
          <w:rtl/>
        </w:rPr>
        <w:t>ع</w:t>
      </w:r>
      <w:r w:rsidR="006862C5">
        <w:rPr>
          <w:rFonts w:hint="cs"/>
          <w:rtl/>
        </w:rPr>
        <w:t>ا</w:t>
      </w:r>
    </w:p>
    <w:p w:rsidR="001F628F" w:rsidRDefault="001F628F" w:rsidP="009F604A">
      <w:pPr>
        <w:pStyle w:val="libNormal"/>
        <w:rPr>
          <w:rtl/>
        </w:rPr>
      </w:pPr>
      <w:r>
        <w:rPr>
          <w:rtl/>
        </w:rPr>
        <w:t>9_ چوپايو</w:t>
      </w:r>
      <w:r w:rsidR="00083993">
        <w:rPr>
          <w:rtl/>
        </w:rPr>
        <w:t xml:space="preserve">ں </w:t>
      </w:r>
      <w:r>
        <w:rPr>
          <w:rtl/>
        </w:rPr>
        <w:t>( اونٹ، گائے ، گوسفند) كى پشم ، بال اور كھال زندگى كے لوازمات بنانے كے ليے انسان كى طبيعى زندگى كے مناسب ہي</w:t>
      </w:r>
      <w:r w:rsidR="00083993">
        <w:rPr>
          <w:rtl/>
        </w:rPr>
        <w:t xml:space="preserve">ں </w:t>
      </w:r>
      <w:r>
        <w:rPr>
          <w:rtl/>
        </w:rPr>
        <w:t>_</w:t>
      </w:r>
      <w:r w:rsidRPr="009F604A">
        <w:rPr>
          <w:rStyle w:val="libArabicChar"/>
          <w:rFonts w:hint="eastAsia"/>
          <w:rtl/>
        </w:rPr>
        <w:t>جعل</w:t>
      </w:r>
      <w:r w:rsidRPr="009F604A">
        <w:rPr>
          <w:rStyle w:val="libArabicChar"/>
          <w:rtl/>
        </w:rPr>
        <w:t xml:space="preserve"> لكم من الا نعم ...تستخفون</w:t>
      </w:r>
      <w:r w:rsidR="00120F63" w:rsidRPr="00B2551F">
        <w:rPr>
          <w:rStyle w:val="libArabicChar"/>
          <w:rFonts w:hint="cs"/>
          <w:rtl/>
        </w:rPr>
        <w:t>ه</w:t>
      </w:r>
      <w:r w:rsidRPr="009F604A">
        <w:rPr>
          <w:rStyle w:val="libArabicChar"/>
          <w:rFonts w:hint="cs"/>
          <w:rtl/>
        </w:rPr>
        <w:t>ا</w:t>
      </w:r>
      <w:r w:rsidRPr="009F604A">
        <w:rPr>
          <w:rStyle w:val="libArabicChar"/>
          <w:rtl/>
        </w:rPr>
        <w:t xml:space="preserve"> ...</w:t>
      </w:r>
      <w:r w:rsidRPr="009F604A">
        <w:rPr>
          <w:rStyle w:val="libArabicChar"/>
          <w:rFonts w:hint="cs"/>
          <w:rtl/>
        </w:rPr>
        <w:t>اثثا</w:t>
      </w:r>
      <w:r w:rsidRPr="009F604A">
        <w:rPr>
          <w:rStyle w:val="libArabicChar"/>
          <w:rtl/>
        </w:rPr>
        <w:t>ً ومت</w:t>
      </w:r>
      <w:r w:rsidR="006862C5">
        <w:rPr>
          <w:rStyle w:val="libArabicChar"/>
          <w:rFonts w:hint="cs"/>
          <w:rtl/>
        </w:rPr>
        <w:t>ا</w:t>
      </w:r>
      <w:r w:rsidRPr="009F604A">
        <w:rPr>
          <w:rStyle w:val="libArabicChar"/>
          <w:rtl/>
        </w:rPr>
        <w:t>ع</w:t>
      </w:r>
      <w:r w:rsidR="006862C5">
        <w:rPr>
          <w:rStyle w:val="libArabicChar"/>
          <w:rFonts w:hint="cs"/>
          <w:rtl/>
        </w:rPr>
        <w:t>ا</w:t>
      </w:r>
    </w:p>
    <w:p w:rsidR="001F628F" w:rsidRDefault="001F628F" w:rsidP="001F628F">
      <w:pPr>
        <w:pStyle w:val="libNormal"/>
        <w:rPr>
          <w:rtl/>
        </w:rPr>
      </w:pPr>
      <w:r>
        <w:rPr>
          <w:rFonts w:hint="eastAsia"/>
          <w:rtl/>
        </w:rPr>
        <w:t>يہ</w:t>
      </w:r>
      <w:r>
        <w:rPr>
          <w:rtl/>
        </w:rPr>
        <w:t xml:space="preserve"> جو خداوند عالم نے چوپايو</w:t>
      </w:r>
      <w:r w:rsidR="00083993">
        <w:rPr>
          <w:rtl/>
        </w:rPr>
        <w:t xml:space="preserve">ں </w:t>
      </w:r>
      <w:r>
        <w:rPr>
          <w:rtl/>
        </w:rPr>
        <w:t>كى پشم ، كھال اور بالو</w:t>
      </w:r>
      <w:r w:rsidR="00083993">
        <w:rPr>
          <w:rtl/>
        </w:rPr>
        <w:t xml:space="preserve">ں </w:t>
      </w:r>
      <w:r>
        <w:rPr>
          <w:rtl/>
        </w:rPr>
        <w:t>كو زندگى كا ساز و سامان مہيّا كرنے كے ليے خلق كيا ہے گو يا يہ انسان كى طبيعى زندگى كے متناسب ہے چونكہ خداوند عالم حكيم اور دانا ہے_</w:t>
      </w:r>
    </w:p>
    <w:p w:rsidR="001F628F" w:rsidRDefault="001F628F" w:rsidP="001F628F">
      <w:pPr>
        <w:pStyle w:val="libNormal"/>
        <w:rPr>
          <w:rtl/>
        </w:rPr>
      </w:pPr>
      <w:r>
        <w:rPr>
          <w:rtl/>
        </w:rPr>
        <w:t>10_ انسانو</w:t>
      </w:r>
      <w:r w:rsidR="00083993">
        <w:rPr>
          <w:rtl/>
        </w:rPr>
        <w:t xml:space="preserve">ں </w:t>
      </w:r>
      <w:r>
        <w:rPr>
          <w:rtl/>
        </w:rPr>
        <w:t>كے ليے اپنى زندگى كى طبيعى ترين سہوليات مي</w:t>
      </w:r>
      <w:r w:rsidR="00083993">
        <w:rPr>
          <w:rtl/>
        </w:rPr>
        <w:t xml:space="preserve">ں </w:t>
      </w:r>
      <w:r>
        <w:rPr>
          <w:rtl/>
        </w:rPr>
        <w:t>فكر كرنا اور اس سلسلہ مي</w:t>
      </w:r>
      <w:r w:rsidR="00083993">
        <w:rPr>
          <w:rtl/>
        </w:rPr>
        <w:t xml:space="preserve">ں </w:t>
      </w:r>
      <w:r>
        <w:rPr>
          <w:rtl/>
        </w:rPr>
        <w:t>كردار الہى كى طرف توجہ كرنا ضرورى ہے _</w:t>
      </w:r>
    </w:p>
    <w:p w:rsidR="001F628F" w:rsidRDefault="001F628F" w:rsidP="001F628F">
      <w:pPr>
        <w:pStyle w:val="libNormal"/>
        <w:rPr>
          <w:rtl/>
        </w:rPr>
      </w:pPr>
      <w:r>
        <w:rPr>
          <w:rtl/>
        </w:rPr>
        <w:t>11_ خداوند عالم نے انسان كى ضروريات كو اس كى زندگى كى مختلف شرائط كے متناسب فراہم كيا ہے_</w:t>
      </w:r>
    </w:p>
    <w:p w:rsidR="001F628F" w:rsidRDefault="001F628F" w:rsidP="009F604A">
      <w:pPr>
        <w:pStyle w:val="libArabic"/>
        <w:rPr>
          <w:rtl/>
        </w:rPr>
      </w:pPr>
      <w:r>
        <w:rPr>
          <w:rFonts w:hint="eastAsia"/>
          <w:rtl/>
        </w:rPr>
        <w:t>يوم</w:t>
      </w:r>
      <w:r>
        <w:rPr>
          <w:rtl/>
        </w:rPr>
        <w:t xml:space="preserve"> ظعنكم و يوم اقامتكم ومن اصواف</w:t>
      </w:r>
      <w:r w:rsidR="00120F63" w:rsidRPr="00ED5DE8">
        <w:rPr>
          <w:rFonts w:hint="cs"/>
          <w:rtl/>
        </w:rPr>
        <w:t>ه</w:t>
      </w:r>
      <w:r>
        <w:rPr>
          <w:rFonts w:hint="cs"/>
          <w:rtl/>
        </w:rPr>
        <w:t>ا</w:t>
      </w:r>
      <w:r>
        <w:rPr>
          <w:rtl/>
        </w:rPr>
        <w:t xml:space="preserve"> </w:t>
      </w:r>
      <w:r>
        <w:rPr>
          <w:rFonts w:hint="cs"/>
          <w:rtl/>
        </w:rPr>
        <w:t>واوبار</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اشعار</w:t>
      </w:r>
      <w:r w:rsidR="00120F63" w:rsidRPr="00ED5DE8">
        <w:rPr>
          <w:rFonts w:hint="cs"/>
          <w:rtl/>
        </w:rPr>
        <w:t>ه</w:t>
      </w:r>
      <w:r>
        <w:rPr>
          <w:rFonts w:hint="cs"/>
          <w:rtl/>
        </w:rPr>
        <w:t>ا</w:t>
      </w:r>
      <w:r>
        <w:rPr>
          <w:rtl/>
        </w:rPr>
        <w:t xml:space="preserve"> </w:t>
      </w:r>
      <w:r>
        <w:rPr>
          <w:rFonts w:hint="cs"/>
          <w:rtl/>
        </w:rPr>
        <w:t>اثثاً</w:t>
      </w:r>
      <w:r>
        <w:rPr>
          <w:rtl/>
        </w:rPr>
        <w:t xml:space="preserve"> ومت</w:t>
      </w:r>
      <w:r w:rsidR="006862C5">
        <w:rPr>
          <w:rFonts w:hint="cs"/>
          <w:rtl/>
        </w:rPr>
        <w:t>ا</w:t>
      </w:r>
      <w:r>
        <w:rPr>
          <w:rtl/>
        </w:rPr>
        <w:t>ع</w:t>
      </w:r>
      <w:r w:rsidR="006862C5">
        <w:rPr>
          <w:rFonts w:hint="cs"/>
          <w:rtl/>
        </w:rPr>
        <w:t>ا</w:t>
      </w:r>
    </w:p>
    <w:p w:rsidR="001F628F" w:rsidRDefault="001F628F" w:rsidP="001F628F">
      <w:pPr>
        <w:pStyle w:val="libNormal"/>
        <w:rPr>
          <w:rtl/>
        </w:rPr>
      </w:pPr>
      <w:r>
        <w:rPr>
          <w:rFonts w:hint="eastAsia"/>
          <w:rtl/>
        </w:rPr>
        <w:t>مذكورہ</w:t>
      </w:r>
      <w:r>
        <w:rPr>
          <w:rtl/>
        </w:rPr>
        <w:t xml:space="preserve"> تفسير اس وجہ سے ہے كہ خداوند عالم نے حيوانات كى جلد كو اس لحاظ سے نعمت كے عنوان سے ياد فرمايا كہ يہ سفر و حضرمي</w:t>
      </w:r>
      <w:r w:rsidR="00083993">
        <w:rPr>
          <w:rtl/>
        </w:rPr>
        <w:t xml:space="preserve">ں </w:t>
      </w:r>
      <w:r>
        <w:rPr>
          <w:rtl/>
        </w:rPr>
        <w:t>چھت بنانے كے ليے مناسب و سيلہ ہي</w:t>
      </w:r>
      <w:r w:rsidR="00083993">
        <w:rPr>
          <w:rtl/>
        </w:rPr>
        <w:t xml:space="preserve">ں </w:t>
      </w:r>
      <w:r>
        <w:rPr>
          <w:rtl/>
        </w:rPr>
        <w:t>_</w:t>
      </w:r>
    </w:p>
    <w:p w:rsidR="001F628F" w:rsidRDefault="001F628F" w:rsidP="001F628F">
      <w:pPr>
        <w:pStyle w:val="libNormal"/>
        <w:rPr>
          <w:rtl/>
        </w:rPr>
      </w:pPr>
      <w:r>
        <w:rPr>
          <w:rtl/>
        </w:rPr>
        <w:t>12_ دنيا مي</w:t>
      </w:r>
      <w:r w:rsidR="00083993">
        <w:rPr>
          <w:rtl/>
        </w:rPr>
        <w:t xml:space="preserve">ں </w:t>
      </w:r>
      <w:r>
        <w:rPr>
          <w:rtl/>
        </w:rPr>
        <w:t>انسان كى زندگى محدور اور دنياو ى نعمتو</w:t>
      </w:r>
      <w:r w:rsidR="00083993">
        <w:rPr>
          <w:rtl/>
        </w:rPr>
        <w:t xml:space="preserve">ں </w:t>
      </w:r>
      <w:r>
        <w:rPr>
          <w:rtl/>
        </w:rPr>
        <w:t>سے اس كا بہرہ مند ہونا ،بہت كم اور ايك مقرر مدت تك ہے_</w:t>
      </w:r>
    </w:p>
    <w:p w:rsidR="001F628F" w:rsidRDefault="001F628F" w:rsidP="009F604A">
      <w:pPr>
        <w:pStyle w:val="libArabic"/>
        <w:rPr>
          <w:rtl/>
        </w:rPr>
      </w:pPr>
      <w:r>
        <w:rPr>
          <w:rFonts w:hint="eastAsia"/>
          <w:rtl/>
        </w:rPr>
        <w:t>اثثاً</w:t>
      </w:r>
      <w:r>
        <w:rPr>
          <w:rtl/>
        </w:rPr>
        <w:t xml:space="preserve"> و متعاً الى حين</w:t>
      </w:r>
    </w:p>
    <w:p w:rsidR="001F628F" w:rsidRDefault="001F628F" w:rsidP="001F628F">
      <w:pPr>
        <w:pStyle w:val="libNormal"/>
        <w:rPr>
          <w:rtl/>
        </w:rPr>
      </w:pPr>
      <w:r>
        <w:rPr>
          <w:rtl/>
        </w:rPr>
        <w:t>13_دنياوى نعمتو</w:t>
      </w:r>
      <w:r w:rsidR="00083993">
        <w:rPr>
          <w:rtl/>
        </w:rPr>
        <w:t xml:space="preserve">ں </w:t>
      </w:r>
      <w:r>
        <w:rPr>
          <w:rtl/>
        </w:rPr>
        <w:t>كى ناپائدارى كى طرف توجہ كرنا ضرورى ہے_</w:t>
      </w:r>
    </w:p>
    <w:p w:rsidR="009F604A" w:rsidRDefault="001E7F9D" w:rsidP="00F73EDE">
      <w:pPr>
        <w:pStyle w:val="libPoemTini"/>
        <w:rPr>
          <w:rtl/>
        </w:rPr>
      </w:pPr>
      <w:r>
        <w:rPr>
          <w:rtl/>
        </w:rPr>
        <w:br w:type="page"/>
      </w:r>
    </w:p>
    <w:p w:rsidR="001F628F" w:rsidRDefault="001F628F" w:rsidP="009F604A">
      <w:pPr>
        <w:pStyle w:val="libArabic"/>
        <w:rPr>
          <w:rtl/>
        </w:rPr>
      </w:pPr>
      <w:r>
        <w:rPr>
          <w:rFonts w:hint="eastAsia"/>
          <w:rtl/>
        </w:rPr>
        <w:lastRenderedPageBreak/>
        <w:t>اثاثاً</w:t>
      </w:r>
      <w:r>
        <w:rPr>
          <w:rtl/>
        </w:rPr>
        <w:t xml:space="preserve"> و متعاً الى حين</w:t>
      </w:r>
    </w:p>
    <w:p w:rsidR="001F628F" w:rsidRDefault="001F628F" w:rsidP="001F628F">
      <w:pPr>
        <w:pStyle w:val="libNormal"/>
        <w:rPr>
          <w:rtl/>
        </w:rPr>
      </w:pPr>
      <w:r>
        <w:rPr>
          <w:rtl/>
        </w:rPr>
        <w:t>14_ حيوانات كى پشم ، كھال اور بالو</w:t>
      </w:r>
      <w:r w:rsidR="00083993">
        <w:rPr>
          <w:rtl/>
        </w:rPr>
        <w:t xml:space="preserve">ں </w:t>
      </w:r>
      <w:r>
        <w:rPr>
          <w:rtl/>
        </w:rPr>
        <w:t>سے انسان كا بہرہ مند ہونا، ايك خاص زمانہ تك محدود ہے_</w:t>
      </w:r>
    </w:p>
    <w:p w:rsidR="001F628F" w:rsidRDefault="001F628F" w:rsidP="009F604A">
      <w:pPr>
        <w:pStyle w:val="libArabic"/>
        <w:rPr>
          <w:rtl/>
        </w:rPr>
      </w:pPr>
      <w:r>
        <w:rPr>
          <w:rFonts w:hint="eastAsia"/>
          <w:rtl/>
        </w:rPr>
        <w:t>ومن</w:t>
      </w:r>
      <w:r>
        <w:rPr>
          <w:rtl/>
        </w:rPr>
        <w:t xml:space="preserve"> اصواف</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ا</w:t>
      </w:r>
      <w:r>
        <w:rPr>
          <w:rtl/>
        </w:rPr>
        <w:t xml:space="preserve"> </w:t>
      </w:r>
      <w:r>
        <w:rPr>
          <w:rFonts w:hint="cs"/>
          <w:rtl/>
        </w:rPr>
        <w:t>بار</w:t>
      </w:r>
      <w:r w:rsidR="00120F63" w:rsidRPr="00ED5DE8">
        <w:rPr>
          <w:rFonts w:hint="cs"/>
          <w:rtl/>
        </w:rPr>
        <w:t>ه</w:t>
      </w:r>
      <w:r>
        <w:rPr>
          <w:rFonts w:hint="cs"/>
          <w:rtl/>
        </w:rPr>
        <w:t>ا</w:t>
      </w:r>
      <w:r>
        <w:rPr>
          <w:rtl/>
        </w:rPr>
        <w:t xml:space="preserve"> </w:t>
      </w:r>
      <w:r>
        <w:rPr>
          <w:rFonts w:hint="cs"/>
          <w:rtl/>
        </w:rPr>
        <w:t>وا</w:t>
      </w:r>
      <w:r>
        <w:rPr>
          <w:rtl/>
        </w:rPr>
        <w:t xml:space="preserve"> </w:t>
      </w:r>
      <w:r>
        <w:rPr>
          <w:rFonts w:hint="cs"/>
          <w:rtl/>
        </w:rPr>
        <w:t>شعار</w:t>
      </w:r>
      <w:r>
        <w:rPr>
          <w:rtl/>
        </w:rPr>
        <w:t xml:space="preserve"> </w:t>
      </w:r>
      <w:r w:rsidR="00120F63" w:rsidRPr="00ED5DE8">
        <w:rPr>
          <w:rFonts w:hint="cs"/>
          <w:rtl/>
        </w:rPr>
        <w:t>ه</w:t>
      </w:r>
      <w:r>
        <w:rPr>
          <w:rFonts w:hint="cs"/>
          <w:rtl/>
        </w:rPr>
        <w:t>ا</w:t>
      </w:r>
      <w:r>
        <w:rPr>
          <w:rtl/>
        </w:rPr>
        <w:t xml:space="preserve"> </w:t>
      </w:r>
      <w:r>
        <w:rPr>
          <w:rFonts w:hint="cs"/>
          <w:rtl/>
        </w:rPr>
        <w:t>اثثاً</w:t>
      </w:r>
      <w:r>
        <w:rPr>
          <w:rtl/>
        </w:rPr>
        <w:t xml:space="preserve"> </w:t>
      </w:r>
      <w:r>
        <w:rPr>
          <w:rFonts w:hint="cs"/>
          <w:rtl/>
        </w:rPr>
        <w:t>ومتعاً</w:t>
      </w:r>
      <w:r>
        <w:rPr>
          <w:rtl/>
        </w:rPr>
        <w:t xml:space="preserve"> </w:t>
      </w:r>
      <w:r>
        <w:rPr>
          <w:rFonts w:hint="cs"/>
          <w:rtl/>
        </w:rPr>
        <w:t>ا</w:t>
      </w:r>
      <w:r>
        <w:rPr>
          <w:rtl/>
        </w:rPr>
        <w:t>لى حين</w:t>
      </w:r>
    </w:p>
    <w:p w:rsidR="001F628F" w:rsidRDefault="001F628F" w:rsidP="001F628F">
      <w:pPr>
        <w:pStyle w:val="libNormal"/>
        <w:rPr>
          <w:rtl/>
        </w:rPr>
      </w:pPr>
      <w:r>
        <w:rPr>
          <w:rtl/>
        </w:rPr>
        <w:t>''الى حين'' كے ليے چند احتما ل موجود ہي</w:t>
      </w:r>
      <w:r w:rsidR="00083993">
        <w:rPr>
          <w:rtl/>
        </w:rPr>
        <w:t xml:space="preserve">ں </w:t>
      </w:r>
      <w:r>
        <w:rPr>
          <w:rtl/>
        </w:rPr>
        <w:t>ان مي</w:t>
      </w:r>
      <w:r w:rsidR="00083993">
        <w:rPr>
          <w:rtl/>
        </w:rPr>
        <w:t xml:space="preserve">ں </w:t>
      </w:r>
      <w:r>
        <w:rPr>
          <w:rtl/>
        </w:rPr>
        <w:t>ايك يہ ہے كہ مذكورہ اشياء خاص ادوار اور زمانو</w:t>
      </w:r>
      <w:r w:rsidR="00083993">
        <w:rPr>
          <w:rtl/>
        </w:rPr>
        <w:t xml:space="preserve">ں </w:t>
      </w:r>
      <w:r>
        <w:rPr>
          <w:rtl/>
        </w:rPr>
        <w:t>مي</w:t>
      </w:r>
      <w:r w:rsidR="00083993">
        <w:rPr>
          <w:rtl/>
        </w:rPr>
        <w:t xml:space="preserve">ں </w:t>
      </w:r>
      <w:r>
        <w:rPr>
          <w:rtl/>
        </w:rPr>
        <w:t>قابل استفادہ ہي</w:t>
      </w:r>
      <w:r w:rsidR="00083993">
        <w:rPr>
          <w:rtl/>
        </w:rPr>
        <w:t xml:space="preserve">ں </w:t>
      </w:r>
      <w:r>
        <w:rPr>
          <w:rtl/>
        </w:rPr>
        <w:t>_</w:t>
      </w:r>
    </w:p>
    <w:p w:rsidR="001F628F" w:rsidRDefault="001F628F" w:rsidP="009F604A">
      <w:pPr>
        <w:pStyle w:val="libNormal"/>
        <w:rPr>
          <w:rtl/>
        </w:rPr>
      </w:pPr>
      <w:r>
        <w:rPr>
          <w:rFonts w:hint="eastAsia"/>
          <w:rtl/>
        </w:rPr>
        <w:t>آرام</w:t>
      </w:r>
      <w:r>
        <w:rPr>
          <w:rtl/>
        </w:rPr>
        <w:t xml:space="preserve"> :</w:t>
      </w:r>
      <w:r>
        <w:rPr>
          <w:rFonts w:hint="eastAsia"/>
          <w:rtl/>
        </w:rPr>
        <w:t>آرام</w:t>
      </w:r>
      <w:r>
        <w:rPr>
          <w:rtl/>
        </w:rPr>
        <w:t xml:space="preserve"> كى اہميت3،4; آرام كے عوامل1</w:t>
      </w:r>
    </w:p>
    <w:p w:rsidR="001F628F" w:rsidRDefault="001F628F" w:rsidP="009F604A">
      <w:pPr>
        <w:pStyle w:val="libNormal"/>
        <w:rPr>
          <w:rtl/>
        </w:rPr>
      </w:pPr>
      <w:r>
        <w:rPr>
          <w:rFonts w:hint="eastAsia"/>
          <w:rtl/>
        </w:rPr>
        <w:t>آسا</w:t>
      </w:r>
      <w:r w:rsidR="009F604A">
        <w:rPr>
          <w:rFonts w:hint="eastAsia"/>
          <w:rtl/>
        </w:rPr>
        <w:t>ئش</w:t>
      </w:r>
      <w:r>
        <w:rPr>
          <w:rtl/>
        </w:rPr>
        <w:t xml:space="preserve"> :</w:t>
      </w:r>
      <w:r>
        <w:rPr>
          <w:rFonts w:hint="eastAsia"/>
          <w:rtl/>
        </w:rPr>
        <w:t>آسا</w:t>
      </w:r>
      <w:r w:rsidR="009F604A">
        <w:rPr>
          <w:rFonts w:hint="eastAsia"/>
          <w:rtl/>
        </w:rPr>
        <w:t>ئش</w:t>
      </w:r>
      <w:r>
        <w:rPr>
          <w:rtl/>
        </w:rPr>
        <w:t xml:space="preserve"> كا سرچشمہ 7; آسا</w:t>
      </w:r>
      <w:r w:rsidR="009F604A">
        <w:rPr>
          <w:rtl/>
        </w:rPr>
        <w:t>ئش</w:t>
      </w:r>
      <w:r>
        <w:rPr>
          <w:rtl/>
        </w:rPr>
        <w:t xml:space="preserve"> كى اہميت 4</w:t>
      </w:r>
    </w:p>
    <w:p w:rsidR="001F628F" w:rsidRDefault="001F628F" w:rsidP="009F604A">
      <w:pPr>
        <w:pStyle w:val="libNormal"/>
        <w:rPr>
          <w:rtl/>
        </w:rPr>
      </w:pPr>
      <w:r>
        <w:rPr>
          <w:rFonts w:hint="eastAsia"/>
          <w:rtl/>
        </w:rPr>
        <w:t>الله</w:t>
      </w:r>
      <w:r>
        <w:rPr>
          <w:rtl/>
        </w:rPr>
        <w:t xml:space="preserve"> تعالي:</w:t>
      </w:r>
      <w:r>
        <w:rPr>
          <w:rFonts w:hint="eastAsia"/>
          <w:rtl/>
        </w:rPr>
        <w:t>الله</w:t>
      </w:r>
      <w:r>
        <w:rPr>
          <w:rtl/>
        </w:rPr>
        <w:t xml:space="preserve"> تعالى كى قدرت كے آثار 5; الله تعالى كى نعمات 2،6،8;الله تعالى كے عطايا 11</w:t>
      </w:r>
    </w:p>
    <w:p w:rsidR="001F628F" w:rsidRDefault="001F628F" w:rsidP="009F604A">
      <w:pPr>
        <w:pStyle w:val="libNormal"/>
        <w:rPr>
          <w:rtl/>
        </w:rPr>
      </w:pPr>
      <w:r>
        <w:rPr>
          <w:rFonts w:hint="eastAsia"/>
          <w:rtl/>
        </w:rPr>
        <w:t>انسان</w:t>
      </w:r>
      <w:r>
        <w:rPr>
          <w:rtl/>
        </w:rPr>
        <w:t>:</w:t>
      </w:r>
      <w:r>
        <w:rPr>
          <w:rFonts w:hint="eastAsia"/>
          <w:rtl/>
        </w:rPr>
        <w:t>انسان</w:t>
      </w:r>
      <w:r>
        <w:rPr>
          <w:rtl/>
        </w:rPr>
        <w:t xml:space="preserve"> كى ضرورتو</w:t>
      </w:r>
      <w:r w:rsidR="00083993">
        <w:rPr>
          <w:rtl/>
        </w:rPr>
        <w:t xml:space="preserve">ں </w:t>
      </w:r>
      <w:r>
        <w:rPr>
          <w:rtl/>
        </w:rPr>
        <w:t>كو پورا كرنے كا سرچشمہ 11</w:t>
      </w:r>
    </w:p>
    <w:p w:rsidR="001F628F" w:rsidRDefault="001F628F" w:rsidP="009F604A">
      <w:pPr>
        <w:pStyle w:val="libNormal"/>
        <w:rPr>
          <w:rtl/>
        </w:rPr>
      </w:pPr>
      <w:r>
        <w:rPr>
          <w:rFonts w:hint="eastAsia"/>
          <w:rtl/>
        </w:rPr>
        <w:t>اونٹ</w:t>
      </w:r>
      <w:r>
        <w:rPr>
          <w:rtl/>
        </w:rPr>
        <w:t>:</w:t>
      </w:r>
      <w:r>
        <w:rPr>
          <w:rFonts w:hint="eastAsia"/>
          <w:rtl/>
        </w:rPr>
        <w:t>اونٹ</w:t>
      </w:r>
      <w:r>
        <w:rPr>
          <w:rtl/>
        </w:rPr>
        <w:t xml:space="preserve"> كى پشم كے فوائد9; اونٹ كى كھال كے فوائد9; اونٹ كے بال كے فوائد9; اونٹ كے چمڑے كے فوائد 5،6</w:t>
      </w:r>
    </w:p>
    <w:p w:rsidR="001F628F" w:rsidRDefault="001F628F" w:rsidP="009F604A">
      <w:pPr>
        <w:pStyle w:val="libNormal"/>
        <w:rPr>
          <w:rtl/>
        </w:rPr>
      </w:pPr>
      <w:r>
        <w:rPr>
          <w:rFonts w:hint="eastAsia"/>
          <w:rtl/>
        </w:rPr>
        <w:t>تعقل</w:t>
      </w:r>
      <w:r>
        <w:rPr>
          <w:rtl/>
        </w:rPr>
        <w:t>:</w:t>
      </w:r>
      <w:r>
        <w:rPr>
          <w:rFonts w:hint="eastAsia"/>
          <w:rtl/>
        </w:rPr>
        <w:t>تعقل</w:t>
      </w:r>
      <w:r>
        <w:rPr>
          <w:rtl/>
        </w:rPr>
        <w:t xml:space="preserve"> كى اہميت10; زندگى مي</w:t>
      </w:r>
      <w:r w:rsidR="00083993">
        <w:rPr>
          <w:rtl/>
        </w:rPr>
        <w:t xml:space="preserve">ں </w:t>
      </w:r>
      <w:r>
        <w:rPr>
          <w:rtl/>
        </w:rPr>
        <w:t>تعقل 11</w:t>
      </w:r>
    </w:p>
    <w:p w:rsidR="001F628F" w:rsidRDefault="001F628F" w:rsidP="009F604A">
      <w:pPr>
        <w:pStyle w:val="libNormal"/>
        <w:rPr>
          <w:rtl/>
        </w:rPr>
      </w:pPr>
      <w:r>
        <w:rPr>
          <w:rFonts w:hint="eastAsia"/>
          <w:rtl/>
        </w:rPr>
        <w:t>چوپائے</w:t>
      </w:r>
      <w:r>
        <w:rPr>
          <w:rtl/>
        </w:rPr>
        <w:t xml:space="preserve"> :</w:t>
      </w:r>
      <w:r>
        <w:rPr>
          <w:rFonts w:hint="eastAsia"/>
          <w:rtl/>
        </w:rPr>
        <w:t>چوپايو</w:t>
      </w:r>
      <w:r w:rsidR="00083993">
        <w:rPr>
          <w:rFonts w:hint="eastAsia"/>
          <w:rtl/>
        </w:rPr>
        <w:t xml:space="preserve">ں </w:t>
      </w:r>
      <w:r>
        <w:rPr>
          <w:rtl/>
        </w:rPr>
        <w:t>كى پشم كے فوائد_ 9، 14;چوپايو</w:t>
      </w:r>
      <w:r w:rsidR="00083993">
        <w:rPr>
          <w:rtl/>
        </w:rPr>
        <w:t xml:space="preserve">ں </w:t>
      </w:r>
      <w:r>
        <w:rPr>
          <w:rtl/>
        </w:rPr>
        <w:t>كى خلقت كا فلسفہ5;چوپايو</w:t>
      </w:r>
      <w:r w:rsidR="00083993">
        <w:rPr>
          <w:rtl/>
        </w:rPr>
        <w:t xml:space="preserve">ں </w:t>
      </w:r>
      <w:r>
        <w:rPr>
          <w:rtl/>
        </w:rPr>
        <w:t>كى كھال كے فوائد 5، 6; چوپايو</w:t>
      </w:r>
      <w:r w:rsidR="00083993">
        <w:rPr>
          <w:rtl/>
        </w:rPr>
        <w:t xml:space="preserve">ں </w:t>
      </w:r>
      <w:r>
        <w:rPr>
          <w:rtl/>
        </w:rPr>
        <w:t>كے فوائد 9،14; چوپايو</w:t>
      </w:r>
      <w:r w:rsidR="00083993">
        <w:rPr>
          <w:rtl/>
        </w:rPr>
        <w:t xml:space="preserve">ں </w:t>
      </w:r>
      <w:r>
        <w:rPr>
          <w:rtl/>
        </w:rPr>
        <w:t>كے بالو</w:t>
      </w:r>
      <w:r w:rsidR="00083993">
        <w:rPr>
          <w:rtl/>
        </w:rPr>
        <w:t xml:space="preserve">ں </w:t>
      </w:r>
      <w:r>
        <w:rPr>
          <w:rtl/>
        </w:rPr>
        <w:t>كے فوائد9،14</w:t>
      </w:r>
    </w:p>
    <w:p w:rsidR="001F628F" w:rsidRDefault="001F628F" w:rsidP="009F604A">
      <w:pPr>
        <w:pStyle w:val="libNormal"/>
        <w:rPr>
          <w:rtl/>
        </w:rPr>
      </w:pPr>
      <w:r>
        <w:rPr>
          <w:rFonts w:hint="eastAsia"/>
          <w:rtl/>
        </w:rPr>
        <w:t>حيوانات</w:t>
      </w:r>
      <w:r>
        <w:rPr>
          <w:rtl/>
        </w:rPr>
        <w:t>:</w:t>
      </w:r>
      <w:r>
        <w:rPr>
          <w:rFonts w:hint="eastAsia"/>
          <w:rtl/>
        </w:rPr>
        <w:t>حيوانات</w:t>
      </w:r>
      <w:r>
        <w:rPr>
          <w:rtl/>
        </w:rPr>
        <w:t xml:space="preserve"> سے استفادہ 14;حيوانات كى پشم سے استفادہ 14; حيوانات كے بالو</w:t>
      </w:r>
      <w:r w:rsidR="00083993">
        <w:rPr>
          <w:rtl/>
        </w:rPr>
        <w:t xml:space="preserve">ں </w:t>
      </w:r>
      <w:r>
        <w:rPr>
          <w:rtl/>
        </w:rPr>
        <w:t>سے استفادہ 14</w:t>
      </w:r>
    </w:p>
    <w:p w:rsidR="001F628F" w:rsidRDefault="001F628F" w:rsidP="009F604A">
      <w:pPr>
        <w:pStyle w:val="libNormal"/>
        <w:rPr>
          <w:rtl/>
        </w:rPr>
      </w:pPr>
      <w:r>
        <w:rPr>
          <w:rFonts w:hint="eastAsia"/>
          <w:rtl/>
        </w:rPr>
        <w:t>خانہ</w:t>
      </w:r>
      <w:r>
        <w:rPr>
          <w:rtl/>
        </w:rPr>
        <w:t xml:space="preserve"> بدوش:</w:t>
      </w:r>
      <w:r>
        <w:rPr>
          <w:rFonts w:hint="eastAsia"/>
          <w:rtl/>
        </w:rPr>
        <w:t>خانہ</w:t>
      </w:r>
      <w:r>
        <w:rPr>
          <w:rtl/>
        </w:rPr>
        <w:t xml:space="preserve"> بدوشو</w:t>
      </w:r>
      <w:r w:rsidR="00083993">
        <w:rPr>
          <w:rtl/>
        </w:rPr>
        <w:t xml:space="preserve">ں </w:t>
      </w:r>
      <w:r>
        <w:rPr>
          <w:rtl/>
        </w:rPr>
        <w:t>كا گھر بنانا5</w:t>
      </w:r>
    </w:p>
    <w:p w:rsidR="001F628F" w:rsidRDefault="001F628F" w:rsidP="009F604A">
      <w:pPr>
        <w:pStyle w:val="libNormal"/>
        <w:rPr>
          <w:rtl/>
        </w:rPr>
      </w:pPr>
      <w:r>
        <w:rPr>
          <w:rFonts w:hint="eastAsia"/>
          <w:rtl/>
        </w:rPr>
        <w:t>ذكر</w:t>
      </w:r>
      <w:r>
        <w:rPr>
          <w:rtl/>
        </w:rPr>
        <w:t>:</w:t>
      </w:r>
      <w:r>
        <w:rPr>
          <w:rFonts w:hint="eastAsia"/>
          <w:rtl/>
        </w:rPr>
        <w:t>دنيا</w:t>
      </w:r>
      <w:r>
        <w:rPr>
          <w:rtl/>
        </w:rPr>
        <w:t xml:space="preserve"> كى نعمتو</w:t>
      </w:r>
      <w:r w:rsidR="00083993">
        <w:rPr>
          <w:rtl/>
        </w:rPr>
        <w:t xml:space="preserve">ں </w:t>
      </w:r>
      <w:r>
        <w:rPr>
          <w:rtl/>
        </w:rPr>
        <w:t>كى ناپائدارى كا ذكر13; ذكر خدا كى اہميت 10</w:t>
      </w:r>
    </w:p>
    <w:p w:rsidR="001F628F" w:rsidRDefault="001F628F" w:rsidP="009F604A">
      <w:pPr>
        <w:pStyle w:val="libNormal"/>
        <w:rPr>
          <w:rtl/>
        </w:rPr>
      </w:pPr>
      <w:r>
        <w:rPr>
          <w:rFonts w:hint="eastAsia"/>
          <w:rtl/>
        </w:rPr>
        <w:t>رفاہ</w:t>
      </w:r>
      <w:r>
        <w:rPr>
          <w:rtl/>
        </w:rPr>
        <w:t>:</w:t>
      </w:r>
      <w:r>
        <w:rPr>
          <w:rFonts w:hint="eastAsia"/>
          <w:rtl/>
        </w:rPr>
        <w:t>رفاہ</w:t>
      </w:r>
      <w:r>
        <w:rPr>
          <w:rtl/>
        </w:rPr>
        <w:t xml:space="preserve"> كا سرچشمہ 7</w:t>
      </w:r>
    </w:p>
    <w:p w:rsidR="001F628F" w:rsidRDefault="001F628F" w:rsidP="009F604A">
      <w:pPr>
        <w:pStyle w:val="libNormal"/>
        <w:rPr>
          <w:rtl/>
        </w:rPr>
      </w:pPr>
      <w:r>
        <w:rPr>
          <w:rFonts w:hint="eastAsia"/>
          <w:rtl/>
        </w:rPr>
        <w:t>زندگي</w:t>
      </w:r>
      <w:r>
        <w:rPr>
          <w:rtl/>
        </w:rPr>
        <w:t>:</w:t>
      </w:r>
      <w:r>
        <w:rPr>
          <w:rFonts w:hint="eastAsia"/>
          <w:rtl/>
        </w:rPr>
        <w:t>دنياوى</w:t>
      </w:r>
      <w:r>
        <w:rPr>
          <w:rtl/>
        </w:rPr>
        <w:t xml:space="preserve"> زندگى كا محدود ہونا 12</w:t>
      </w:r>
    </w:p>
    <w:p w:rsidR="001F628F" w:rsidRDefault="001F628F" w:rsidP="009F604A">
      <w:pPr>
        <w:pStyle w:val="libNormal"/>
        <w:rPr>
          <w:rtl/>
        </w:rPr>
      </w:pPr>
      <w:r>
        <w:rPr>
          <w:rFonts w:hint="eastAsia"/>
          <w:rtl/>
        </w:rPr>
        <w:t>صحرا</w:t>
      </w:r>
      <w:r>
        <w:rPr>
          <w:rtl/>
        </w:rPr>
        <w:t xml:space="preserve"> نشين:</w:t>
      </w:r>
      <w:r>
        <w:rPr>
          <w:rFonts w:hint="eastAsia"/>
          <w:rtl/>
        </w:rPr>
        <w:t>صحرا</w:t>
      </w:r>
      <w:r>
        <w:rPr>
          <w:rtl/>
        </w:rPr>
        <w:t xml:space="preserve"> نشينو</w:t>
      </w:r>
      <w:r w:rsidR="00083993">
        <w:rPr>
          <w:rtl/>
        </w:rPr>
        <w:t xml:space="preserve">ں </w:t>
      </w:r>
      <w:r>
        <w:rPr>
          <w:rtl/>
        </w:rPr>
        <w:t>كا گھر بنانا5</w:t>
      </w:r>
    </w:p>
    <w:p w:rsidR="001F628F" w:rsidRDefault="001F628F" w:rsidP="001F628F">
      <w:pPr>
        <w:pStyle w:val="libNormal"/>
        <w:rPr>
          <w:rtl/>
        </w:rPr>
      </w:pPr>
      <w:r>
        <w:rPr>
          <w:rFonts w:hint="eastAsia"/>
          <w:rtl/>
        </w:rPr>
        <w:t>گائے</w:t>
      </w:r>
      <w:r>
        <w:rPr>
          <w:rtl/>
        </w:rPr>
        <w:t>:</w:t>
      </w:r>
    </w:p>
    <w:p w:rsidR="009F604A" w:rsidRDefault="001E7F9D" w:rsidP="00F73EDE">
      <w:pPr>
        <w:pStyle w:val="libPoemTini"/>
        <w:rPr>
          <w:rtl/>
        </w:rPr>
      </w:pPr>
      <w:r>
        <w:rPr>
          <w:rtl/>
        </w:rPr>
        <w:br w:type="page"/>
      </w:r>
    </w:p>
    <w:p w:rsidR="001F628F" w:rsidRDefault="001F628F" w:rsidP="009F604A">
      <w:pPr>
        <w:pStyle w:val="libNormal"/>
        <w:rPr>
          <w:rtl/>
        </w:rPr>
      </w:pPr>
      <w:r>
        <w:rPr>
          <w:rFonts w:hint="eastAsia"/>
          <w:rtl/>
        </w:rPr>
        <w:lastRenderedPageBreak/>
        <w:t>گائے</w:t>
      </w:r>
      <w:r>
        <w:rPr>
          <w:rtl/>
        </w:rPr>
        <w:t xml:space="preserve"> كى كھال كے فوائد 5،6; گائے كے بالو</w:t>
      </w:r>
      <w:r w:rsidR="00083993">
        <w:rPr>
          <w:rtl/>
        </w:rPr>
        <w:t xml:space="preserve">ں </w:t>
      </w:r>
      <w:r>
        <w:rPr>
          <w:rtl/>
        </w:rPr>
        <w:t>كے فوائد 9</w:t>
      </w:r>
    </w:p>
    <w:p w:rsidR="001F628F" w:rsidRDefault="001F628F" w:rsidP="009F604A">
      <w:pPr>
        <w:pStyle w:val="libNormal"/>
        <w:rPr>
          <w:rtl/>
        </w:rPr>
      </w:pPr>
      <w:r>
        <w:rPr>
          <w:rFonts w:hint="eastAsia"/>
          <w:rtl/>
        </w:rPr>
        <w:t>گھر</w:t>
      </w:r>
      <w:r>
        <w:rPr>
          <w:rtl/>
        </w:rPr>
        <w:t>:</w:t>
      </w:r>
      <w:r>
        <w:rPr>
          <w:rFonts w:hint="eastAsia"/>
          <w:rtl/>
        </w:rPr>
        <w:t>گھر</w:t>
      </w:r>
      <w:r>
        <w:rPr>
          <w:rtl/>
        </w:rPr>
        <w:t xml:space="preserve"> كا اثاثہ مہيا كرنا 8،9; گھر كا كردار1;گھر مي</w:t>
      </w:r>
      <w:r w:rsidR="00083993">
        <w:rPr>
          <w:rtl/>
        </w:rPr>
        <w:t xml:space="preserve">ں </w:t>
      </w:r>
      <w:r>
        <w:rPr>
          <w:rtl/>
        </w:rPr>
        <w:t>سكون 1،2; ہلكا گھر بنانے كے وسائل 5،6</w:t>
      </w:r>
    </w:p>
    <w:p w:rsidR="001F628F" w:rsidRDefault="001F628F" w:rsidP="009F604A">
      <w:pPr>
        <w:pStyle w:val="libNormal"/>
        <w:rPr>
          <w:rtl/>
        </w:rPr>
      </w:pPr>
      <w:r>
        <w:rPr>
          <w:rFonts w:hint="eastAsia"/>
          <w:rtl/>
        </w:rPr>
        <w:t>گھر</w:t>
      </w:r>
      <w:r>
        <w:rPr>
          <w:rtl/>
        </w:rPr>
        <w:t xml:space="preserve"> سازي:</w:t>
      </w:r>
      <w:r>
        <w:rPr>
          <w:rFonts w:hint="eastAsia"/>
          <w:rtl/>
        </w:rPr>
        <w:t>گھر</w:t>
      </w:r>
      <w:r>
        <w:rPr>
          <w:rtl/>
        </w:rPr>
        <w:t xml:space="preserve"> سازى كا فلسفہ 4</w:t>
      </w:r>
    </w:p>
    <w:p w:rsidR="001F628F" w:rsidRDefault="001F628F" w:rsidP="009F604A">
      <w:pPr>
        <w:pStyle w:val="libNormal"/>
        <w:rPr>
          <w:rtl/>
        </w:rPr>
      </w:pPr>
      <w:r>
        <w:rPr>
          <w:rFonts w:hint="eastAsia"/>
          <w:rtl/>
        </w:rPr>
        <w:t>گوسفند</w:t>
      </w:r>
      <w:r>
        <w:rPr>
          <w:rtl/>
        </w:rPr>
        <w:t>:</w:t>
      </w:r>
      <w:r>
        <w:rPr>
          <w:rFonts w:hint="eastAsia"/>
          <w:rtl/>
        </w:rPr>
        <w:t>گوسفند</w:t>
      </w:r>
      <w:r>
        <w:rPr>
          <w:rtl/>
        </w:rPr>
        <w:t xml:space="preserve"> كى پشم كے فوائد 9; گوسفند كى كھال كے فوائد 5،6; گوسفند كے فوائد 9</w:t>
      </w:r>
    </w:p>
    <w:p w:rsidR="001F628F" w:rsidRDefault="001F628F" w:rsidP="009F604A">
      <w:pPr>
        <w:pStyle w:val="libNormal"/>
        <w:rPr>
          <w:rtl/>
        </w:rPr>
      </w:pPr>
      <w:r>
        <w:rPr>
          <w:rFonts w:hint="eastAsia"/>
          <w:rtl/>
        </w:rPr>
        <w:t>مسافرت</w:t>
      </w:r>
      <w:r>
        <w:rPr>
          <w:rtl/>
        </w:rPr>
        <w:t>:</w:t>
      </w:r>
      <w:r>
        <w:rPr>
          <w:rFonts w:hint="eastAsia"/>
          <w:rtl/>
        </w:rPr>
        <w:t>مسافرت</w:t>
      </w:r>
      <w:r>
        <w:rPr>
          <w:rtl/>
        </w:rPr>
        <w:t xml:space="preserve"> مي</w:t>
      </w:r>
      <w:r w:rsidR="00083993">
        <w:rPr>
          <w:rtl/>
        </w:rPr>
        <w:t xml:space="preserve">ں </w:t>
      </w:r>
      <w:r>
        <w:rPr>
          <w:rtl/>
        </w:rPr>
        <w:t>آرام7; مسافرت مي</w:t>
      </w:r>
      <w:r w:rsidR="00083993">
        <w:rPr>
          <w:rtl/>
        </w:rPr>
        <w:t xml:space="preserve">ں </w:t>
      </w:r>
      <w:r>
        <w:rPr>
          <w:rtl/>
        </w:rPr>
        <w:t>سكون7</w:t>
      </w:r>
    </w:p>
    <w:p w:rsidR="001F628F" w:rsidRDefault="001F628F" w:rsidP="009F604A">
      <w:pPr>
        <w:pStyle w:val="libNormal"/>
        <w:rPr>
          <w:rtl/>
        </w:rPr>
      </w:pPr>
      <w:r>
        <w:rPr>
          <w:rFonts w:hint="eastAsia"/>
          <w:rtl/>
        </w:rPr>
        <w:t>نعمت</w:t>
      </w:r>
      <w:r>
        <w:rPr>
          <w:rtl/>
        </w:rPr>
        <w:t>:</w:t>
      </w:r>
      <w:r>
        <w:rPr>
          <w:rFonts w:hint="eastAsia"/>
          <w:rtl/>
        </w:rPr>
        <w:t>آرام</w:t>
      </w:r>
      <w:r>
        <w:rPr>
          <w:rtl/>
        </w:rPr>
        <w:t xml:space="preserve"> كى نعمت 2; اونٹ كى كھال كى نعمت 6;حيوانات كى پشم كى نعمت 8; حيوانات كے بالو</w:t>
      </w:r>
      <w:r w:rsidR="00083993">
        <w:rPr>
          <w:rtl/>
        </w:rPr>
        <w:t xml:space="preserve">ں </w:t>
      </w:r>
      <w:r>
        <w:rPr>
          <w:rtl/>
        </w:rPr>
        <w:t>كى نعمت 8; گھائے كى كھال كى نعمت 6; گوسفند كى كھال كى نعمت 6;نعمت سے استفادہ كرنے مي</w:t>
      </w:r>
      <w:r w:rsidR="00083993">
        <w:rPr>
          <w:rtl/>
        </w:rPr>
        <w:t xml:space="preserve">ں </w:t>
      </w:r>
      <w:r>
        <w:rPr>
          <w:rtl/>
        </w:rPr>
        <w:t>محدويت 12</w:t>
      </w:r>
    </w:p>
    <w:p w:rsidR="001F628F" w:rsidRDefault="001F628F" w:rsidP="009F604A">
      <w:pPr>
        <w:pStyle w:val="libNormal"/>
        <w:rPr>
          <w:rtl/>
        </w:rPr>
      </w:pPr>
      <w:r>
        <w:rPr>
          <w:rFonts w:hint="eastAsia"/>
          <w:rtl/>
        </w:rPr>
        <w:t>نيازمندي</w:t>
      </w:r>
      <w:r>
        <w:rPr>
          <w:rtl/>
        </w:rPr>
        <w:t>:</w:t>
      </w:r>
      <w:r>
        <w:rPr>
          <w:rFonts w:hint="eastAsia"/>
          <w:rtl/>
        </w:rPr>
        <w:t>نيازمندى</w:t>
      </w:r>
      <w:r>
        <w:rPr>
          <w:rtl/>
        </w:rPr>
        <w:t xml:space="preserve"> كو پورا كرنے كا سرچشمہ 11</w:t>
      </w:r>
    </w:p>
    <w:p w:rsidR="001F628F" w:rsidRPr="00120F63" w:rsidRDefault="009F604A" w:rsidP="009F604A">
      <w:pPr>
        <w:pStyle w:val="Heading2Center"/>
        <w:rPr>
          <w:rtl/>
        </w:rPr>
      </w:pPr>
      <w:bookmarkStart w:id="227" w:name="_Toc28081905"/>
      <w:r>
        <w:rPr>
          <w:rFonts w:hint="cs"/>
          <w:rtl/>
        </w:rPr>
        <w:t xml:space="preserve">آیت </w:t>
      </w:r>
      <w:r w:rsidRPr="00120F63">
        <w:rPr>
          <w:rFonts w:hint="cs"/>
          <w:rtl/>
        </w:rPr>
        <w:t>81</w:t>
      </w:r>
      <w:bookmarkEnd w:id="227"/>
    </w:p>
    <w:p w:rsidR="001F628F" w:rsidRDefault="00E260F9" w:rsidP="009F604A">
      <w:pPr>
        <w:pStyle w:val="libNormal"/>
        <w:rPr>
          <w:rtl/>
        </w:rPr>
      </w:pPr>
      <w:r w:rsidRPr="00E260F9">
        <w:rPr>
          <w:rStyle w:val="libAlaemChar"/>
          <w:rFonts w:hint="eastAsia"/>
          <w:rtl/>
        </w:rPr>
        <w:t>(</w:t>
      </w:r>
      <w:r w:rsidRPr="009F604A">
        <w:rPr>
          <w:rStyle w:val="libAieChar"/>
          <w:rFonts w:hint="eastAsia"/>
          <w:rtl/>
        </w:rPr>
        <w:t>وَاللّهُ</w:t>
      </w:r>
      <w:r w:rsidRPr="009F604A">
        <w:rPr>
          <w:rStyle w:val="libAieChar"/>
          <w:rtl/>
        </w:rPr>
        <w:t xml:space="preserve"> جَعَلَ لَكُم مِّمَّا خَلَقَ ظِلاَلاً وَجَعَلَ لَكُم مِّنَ الْجِبَالِ أَكْنَاناً وَجَعَلَ لَكُمْ سَرَابِيلَ تَقِيكُمُ الْحَرَّ وَسَرَابِيلَ تَقِيكُم بَأْسَكُمْ </w:t>
      </w:r>
      <w:r w:rsidR="0021672A" w:rsidRPr="0021672A">
        <w:rPr>
          <w:rStyle w:val="libAieChar"/>
          <w:rtl/>
        </w:rPr>
        <w:t>كذالك</w:t>
      </w:r>
      <w:r w:rsidRPr="009F604A">
        <w:rPr>
          <w:rStyle w:val="libAieChar"/>
          <w:rtl/>
        </w:rPr>
        <w:t xml:space="preserve"> يُتِمُّ نِعْمَتَهُ عَلَيْكُمْ لَعَلَّكُمْ تُسْلِمُونَ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ہى نے تمھارے لئے مخلوقات كا سايہ قرار ديا ہے اور پہاڑو</w:t>
      </w:r>
      <w:r w:rsidR="00083993">
        <w:rPr>
          <w:rtl/>
        </w:rPr>
        <w:t xml:space="preserve">ں </w:t>
      </w:r>
      <w:r>
        <w:rPr>
          <w:rtl/>
        </w:rPr>
        <w:t>مي</w:t>
      </w:r>
      <w:r w:rsidR="00083993">
        <w:rPr>
          <w:rtl/>
        </w:rPr>
        <w:t xml:space="preserve">ں </w:t>
      </w:r>
      <w:r>
        <w:rPr>
          <w:rtl/>
        </w:rPr>
        <w:t>چھپنے كى جگہي</w:t>
      </w:r>
      <w:r w:rsidR="00083993">
        <w:rPr>
          <w:rtl/>
        </w:rPr>
        <w:t xml:space="preserve">ں </w:t>
      </w:r>
      <w:r>
        <w:rPr>
          <w:rtl/>
        </w:rPr>
        <w:t>بنائي ہي</w:t>
      </w:r>
      <w:r w:rsidR="00083993">
        <w:rPr>
          <w:rtl/>
        </w:rPr>
        <w:t xml:space="preserve">ں </w:t>
      </w:r>
      <w:r>
        <w:rPr>
          <w:rtl/>
        </w:rPr>
        <w:t>اور ايسے پيراہن بنائے ہي</w:t>
      </w:r>
      <w:r w:rsidR="00083993">
        <w:rPr>
          <w:rtl/>
        </w:rPr>
        <w:t xml:space="preserve">ں </w:t>
      </w:r>
      <w:r>
        <w:rPr>
          <w:rtl/>
        </w:rPr>
        <w:t>جو گرمى سے بچاسكي</w:t>
      </w:r>
      <w:r w:rsidR="00083993">
        <w:rPr>
          <w:rtl/>
        </w:rPr>
        <w:t xml:space="preserve">ں </w:t>
      </w:r>
      <w:r>
        <w:rPr>
          <w:rtl/>
        </w:rPr>
        <w:t>اور پھر ايسے پيراہن بنائے ہي</w:t>
      </w:r>
      <w:r w:rsidR="00083993">
        <w:rPr>
          <w:rtl/>
        </w:rPr>
        <w:t xml:space="preserve">ں </w:t>
      </w:r>
      <w:r>
        <w:rPr>
          <w:rtl/>
        </w:rPr>
        <w:t>جوہتھيارو</w:t>
      </w:r>
      <w:r w:rsidR="00083993">
        <w:rPr>
          <w:rtl/>
        </w:rPr>
        <w:t xml:space="preserve">ں </w:t>
      </w:r>
      <w:r>
        <w:rPr>
          <w:rtl/>
        </w:rPr>
        <w:t>كى زد سے بچا سكي</w:t>
      </w:r>
      <w:r w:rsidR="00083993">
        <w:rPr>
          <w:rtl/>
        </w:rPr>
        <w:t xml:space="preserve">ں </w:t>
      </w:r>
      <w:r>
        <w:rPr>
          <w:rtl/>
        </w:rPr>
        <w:t>_ وہ اسى طرح اپنى نعمتو</w:t>
      </w:r>
      <w:r w:rsidR="00083993">
        <w:rPr>
          <w:rtl/>
        </w:rPr>
        <w:t xml:space="preserve">ں </w:t>
      </w:r>
      <w:r>
        <w:rPr>
          <w:rtl/>
        </w:rPr>
        <w:t>كو تمھارے اوپر تمام كرديتا ہے كہ ش</w:t>
      </w:r>
      <w:r>
        <w:rPr>
          <w:rFonts w:hint="eastAsia"/>
          <w:rtl/>
        </w:rPr>
        <w:t>ايد</w:t>
      </w:r>
      <w:r>
        <w:rPr>
          <w:rtl/>
        </w:rPr>
        <w:t xml:space="preserve"> تم اطاعت گذار بن جاؤ _</w:t>
      </w:r>
    </w:p>
    <w:p w:rsidR="001F628F" w:rsidRDefault="001F628F" w:rsidP="001F628F">
      <w:pPr>
        <w:pStyle w:val="libNormal"/>
        <w:rPr>
          <w:rtl/>
        </w:rPr>
      </w:pPr>
      <w:r>
        <w:rPr>
          <w:rtl/>
        </w:rPr>
        <w:t>1_ ايسے موجودات كى خلقت جو انسان كے ليے سائبان كى خاصيت ركھتے ہي</w:t>
      </w:r>
      <w:r w:rsidR="00083993">
        <w:rPr>
          <w:rtl/>
        </w:rPr>
        <w:t xml:space="preserve">ں </w:t>
      </w:r>
      <w:r>
        <w:rPr>
          <w:rtl/>
        </w:rPr>
        <w:t>خداوند عالم كى قدرت كى بناء پر ہے_</w:t>
      </w:r>
    </w:p>
    <w:p w:rsidR="009F604A" w:rsidRDefault="009F604A" w:rsidP="009F604A">
      <w:pPr>
        <w:pStyle w:val="libArabic"/>
        <w:rPr>
          <w:rtl/>
        </w:rPr>
      </w:pPr>
      <w:r>
        <w:rPr>
          <w:rFonts w:hint="eastAsia"/>
          <w:rtl/>
        </w:rPr>
        <w:t>واللّ</w:t>
      </w:r>
      <w:r w:rsidR="00120F63" w:rsidRPr="00ED5DE8">
        <w:rPr>
          <w:rFonts w:hint="cs"/>
          <w:rtl/>
        </w:rPr>
        <w:t>ه</w:t>
      </w:r>
      <w:r>
        <w:rPr>
          <w:rtl/>
        </w:rPr>
        <w:t xml:space="preserve"> جعل لكم ممّا خلق ظلال</w:t>
      </w:r>
    </w:p>
    <w:p w:rsidR="009F604A" w:rsidRDefault="009F604A" w:rsidP="009F604A">
      <w:pPr>
        <w:pStyle w:val="libNormal"/>
        <w:rPr>
          <w:rtl/>
        </w:rPr>
      </w:pPr>
      <w:r>
        <w:rPr>
          <w:rtl/>
        </w:rPr>
        <w:t>2_انسان كا سائبان اور مختلف اشياء كے ذريعہ چھت سے بہرہ مند ہونا، ايك الہى نعمت ہے_</w:t>
      </w:r>
    </w:p>
    <w:p w:rsidR="009F604A" w:rsidRDefault="009F604A" w:rsidP="009F604A">
      <w:pPr>
        <w:pStyle w:val="libArabic"/>
        <w:rPr>
          <w:rtl/>
        </w:rPr>
      </w:pPr>
      <w:r>
        <w:rPr>
          <w:rFonts w:hint="eastAsia"/>
          <w:rtl/>
        </w:rPr>
        <w:t>واللّ</w:t>
      </w:r>
      <w:r w:rsidR="00120F63" w:rsidRPr="00ED5DE8">
        <w:rPr>
          <w:rFonts w:hint="cs"/>
          <w:rtl/>
        </w:rPr>
        <w:t>ه</w:t>
      </w:r>
      <w:r>
        <w:rPr>
          <w:rtl/>
        </w:rPr>
        <w:t xml:space="preserve"> جعل لكم ممّا خلق ظلال</w:t>
      </w:r>
    </w:p>
    <w:p w:rsidR="009F604A" w:rsidRDefault="009F604A" w:rsidP="009F604A">
      <w:pPr>
        <w:pStyle w:val="libNormal"/>
        <w:rPr>
          <w:rtl/>
        </w:rPr>
      </w:pPr>
      <w:r>
        <w:rPr>
          <w:rtl/>
        </w:rPr>
        <w:t>3_ سايہ كى اہميت ، سايہ كرنے كے اسباب اور مسلسل سورج كى تپش سے محفوظ رہنے ميں غور و فكر كرنا ،خدا كى شناخت كا ايك ذريعہ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ممّا خلق ظلال</w:t>
      </w:r>
    </w:p>
    <w:p w:rsidR="009F604A" w:rsidRDefault="001E7F9D" w:rsidP="00F73EDE">
      <w:pPr>
        <w:pStyle w:val="libPoemTini"/>
        <w:rPr>
          <w:rtl/>
        </w:rPr>
      </w:pPr>
      <w:r>
        <w:rPr>
          <w:rtl/>
        </w:rPr>
        <w:br w:type="page"/>
      </w:r>
    </w:p>
    <w:p w:rsidR="001F628F" w:rsidRDefault="001F628F" w:rsidP="001F628F">
      <w:pPr>
        <w:pStyle w:val="libNormal"/>
        <w:rPr>
          <w:rtl/>
        </w:rPr>
      </w:pPr>
      <w:r>
        <w:rPr>
          <w:rtl/>
        </w:rPr>
        <w:lastRenderedPageBreak/>
        <w:t>4_ پہاڑو</w:t>
      </w:r>
      <w:r w:rsidR="00083993">
        <w:rPr>
          <w:rtl/>
        </w:rPr>
        <w:t xml:space="preserve">ں </w:t>
      </w:r>
      <w:r>
        <w:rPr>
          <w:rtl/>
        </w:rPr>
        <w:t>كى اس طرح خلقت جو انسان كے ليے پناہ لينے كے قابل ہو قدرت خداوند كا نتيجہ ہے_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...جعل لكم من الجبال ا كن</w:t>
      </w:r>
      <w:r w:rsidR="006862C5">
        <w:rPr>
          <w:rFonts w:hint="cs"/>
          <w:rtl/>
        </w:rPr>
        <w:t>ا</w:t>
      </w:r>
      <w:r>
        <w:rPr>
          <w:rtl/>
        </w:rPr>
        <w:t>ن</w:t>
      </w:r>
      <w:r w:rsidR="006862C5">
        <w:rPr>
          <w:rFonts w:hint="cs"/>
          <w:rtl/>
        </w:rPr>
        <w:t>ا</w:t>
      </w:r>
    </w:p>
    <w:p w:rsidR="001F628F" w:rsidRDefault="001F628F" w:rsidP="001F628F">
      <w:pPr>
        <w:pStyle w:val="libNormal"/>
        <w:rPr>
          <w:rtl/>
        </w:rPr>
      </w:pPr>
      <w:r>
        <w:rPr>
          <w:rtl/>
        </w:rPr>
        <w:t>5_ پہاڑو</w:t>
      </w:r>
      <w:r w:rsidR="00083993">
        <w:rPr>
          <w:rtl/>
        </w:rPr>
        <w:t xml:space="preserve">ں </w:t>
      </w:r>
      <w:r>
        <w:rPr>
          <w:rtl/>
        </w:rPr>
        <w:t>كى چوٹيو</w:t>
      </w:r>
      <w:r w:rsidR="00083993">
        <w:rPr>
          <w:rtl/>
        </w:rPr>
        <w:t xml:space="preserve">ں </w:t>
      </w:r>
      <w:r>
        <w:rPr>
          <w:rtl/>
        </w:rPr>
        <w:t>اور غارو</w:t>
      </w:r>
      <w:r w:rsidR="00083993">
        <w:rPr>
          <w:rtl/>
        </w:rPr>
        <w:t xml:space="preserve">ں </w:t>
      </w:r>
      <w:r>
        <w:rPr>
          <w:rtl/>
        </w:rPr>
        <w:t>مي</w:t>
      </w:r>
      <w:r w:rsidR="00083993">
        <w:rPr>
          <w:rtl/>
        </w:rPr>
        <w:t xml:space="preserve">ں </w:t>
      </w:r>
      <w:r>
        <w:rPr>
          <w:rtl/>
        </w:rPr>
        <w:t>انسان كے ليے پناہ گا ہ كا ممكن ہونا، الہى نعمت ہے_</w:t>
      </w:r>
    </w:p>
    <w:p w:rsidR="001F628F" w:rsidRDefault="001F628F" w:rsidP="009F604A">
      <w:pPr>
        <w:pStyle w:val="libArabic"/>
        <w:rPr>
          <w:rtl/>
        </w:rPr>
      </w:pPr>
      <w:r>
        <w:rPr>
          <w:rFonts w:hint="eastAsia"/>
          <w:rtl/>
        </w:rPr>
        <w:t>وجعل</w:t>
      </w:r>
      <w:r>
        <w:rPr>
          <w:rtl/>
        </w:rPr>
        <w:t xml:space="preserve"> لكم من الجبال ا كن</w:t>
      </w:r>
      <w:r w:rsidR="006862C5">
        <w:rPr>
          <w:rFonts w:hint="cs"/>
          <w:rtl/>
        </w:rPr>
        <w:t>ا</w:t>
      </w:r>
      <w:r>
        <w:rPr>
          <w:rtl/>
        </w:rPr>
        <w:t>ن</w:t>
      </w:r>
      <w:r w:rsidR="006862C5">
        <w:rPr>
          <w:rFonts w:hint="cs"/>
          <w:rtl/>
        </w:rPr>
        <w:t>ا</w:t>
      </w:r>
    </w:p>
    <w:p w:rsidR="001F628F" w:rsidRDefault="001F628F" w:rsidP="009F604A">
      <w:pPr>
        <w:pStyle w:val="libNormal"/>
        <w:rPr>
          <w:rtl/>
        </w:rPr>
      </w:pPr>
      <w:r>
        <w:rPr>
          <w:rtl/>
        </w:rPr>
        <w:t>6_ بعض موجودات اور الہى مخلوقات فاقد سايہ ہي</w:t>
      </w:r>
      <w:r w:rsidR="00083993">
        <w:rPr>
          <w:rtl/>
        </w:rPr>
        <w:t xml:space="preserve">ں </w:t>
      </w:r>
      <w:r>
        <w:rPr>
          <w:rtl/>
        </w:rPr>
        <w:t>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ممّاخلق ظلال</w:t>
      </w:r>
    </w:p>
    <w:p w:rsidR="001F628F" w:rsidRDefault="001F628F" w:rsidP="001F628F">
      <w:pPr>
        <w:pStyle w:val="libNormal"/>
        <w:rPr>
          <w:rtl/>
        </w:rPr>
      </w:pPr>
      <w:r>
        <w:rPr>
          <w:rFonts w:hint="eastAsia"/>
          <w:rtl/>
        </w:rPr>
        <w:t>مذكورہ</w:t>
      </w:r>
      <w:r>
        <w:rPr>
          <w:rtl/>
        </w:rPr>
        <w:t xml:space="preserve"> تفسير اس احتما ل كى بناء پر ہے كہ ''ممّا خلق'' مي</w:t>
      </w:r>
      <w:r w:rsidR="00083993">
        <w:rPr>
          <w:rtl/>
        </w:rPr>
        <w:t xml:space="preserve">ں </w:t>
      </w:r>
      <w:r>
        <w:rPr>
          <w:rtl/>
        </w:rPr>
        <w:t>''من'' غير سايہ مخلوقات كو سايہ دار موجودات سے جدا كرنے كے ليے ہو_</w:t>
      </w:r>
    </w:p>
    <w:p w:rsidR="001F628F" w:rsidRDefault="001F628F" w:rsidP="001F628F">
      <w:pPr>
        <w:pStyle w:val="libNormal"/>
        <w:rPr>
          <w:rtl/>
        </w:rPr>
      </w:pPr>
      <w:r>
        <w:rPr>
          <w:rtl/>
        </w:rPr>
        <w:t>7_ حرارت اور جنگى شدائد سے اپنے آپ كو محفوظ ركھنے كے ليے انسان كى مناسب لباس تك دسترسي، الہى نعمت ہے _</w:t>
      </w:r>
    </w:p>
    <w:p w:rsidR="001F628F" w:rsidRDefault="001F628F" w:rsidP="009F604A">
      <w:pPr>
        <w:pStyle w:val="libArabic"/>
        <w:rPr>
          <w:rtl/>
        </w:rPr>
      </w:pPr>
      <w:r>
        <w:rPr>
          <w:rFonts w:hint="eastAsia"/>
          <w:rtl/>
        </w:rPr>
        <w:t>وجعل</w:t>
      </w:r>
      <w:r>
        <w:rPr>
          <w:rtl/>
        </w:rPr>
        <w:t xml:space="preserve"> لكم سرابيل تقيكم الحّر و سربيل تقيكم بائسكم</w:t>
      </w:r>
    </w:p>
    <w:p w:rsidR="001F628F" w:rsidRDefault="001F628F" w:rsidP="001F628F">
      <w:pPr>
        <w:pStyle w:val="libNormal"/>
        <w:rPr>
          <w:rtl/>
        </w:rPr>
      </w:pPr>
      <w:r>
        <w:rPr>
          <w:rtl/>
        </w:rPr>
        <w:t>8_ خدا كى شناخت كے ليے اپنى مورد استعمال اشياء كے خواص مي</w:t>
      </w:r>
      <w:r w:rsidR="00083993">
        <w:rPr>
          <w:rtl/>
        </w:rPr>
        <w:t xml:space="preserve">ں </w:t>
      </w:r>
      <w:r>
        <w:rPr>
          <w:rtl/>
        </w:rPr>
        <w:t>غور و فكر كرنا ،انسان كے ليے ضرورى ہے_</w:t>
      </w:r>
    </w:p>
    <w:p w:rsidR="001F628F" w:rsidRDefault="001F628F" w:rsidP="009F604A">
      <w:pPr>
        <w:pStyle w:val="libArabic"/>
        <w:rPr>
          <w:rtl/>
        </w:rPr>
      </w:pPr>
      <w:r>
        <w:rPr>
          <w:rFonts w:hint="eastAsia"/>
          <w:rtl/>
        </w:rPr>
        <w:t>ممّا</w:t>
      </w:r>
      <w:r>
        <w:rPr>
          <w:rtl/>
        </w:rPr>
        <w:t xml:space="preserve"> خلق ظلالاً ...من الجبال اكن</w:t>
      </w:r>
      <w:r w:rsidR="00B7494D">
        <w:rPr>
          <w:rFonts w:hint="cs"/>
          <w:rtl/>
        </w:rPr>
        <w:t>ا</w:t>
      </w:r>
      <w:r>
        <w:rPr>
          <w:rtl/>
        </w:rPr>
        <w:t>ناً ...سربيل تقيكم الحّر و سربيل تقيكم با سكم</w:t>
      </w:r>
    </w:p>
    <w:p w:rsidR="001F628F" w:rsidRDefault="001F628F" w:rsidP="001F628F">
      <w:pPr>
        <w:pStyle w:val="libNormal"/>
        <w:rPr>
          <w:rtl/>
        </w:rPr>
      </w:pPr>
      <w:r>
        <w:rPr>
          <w:rtl/>
        </w:rPr>
        <w:t>9_ انسان كى زندگى مي</w:t>
      </w:r>
      <w:r w:rsidR="00083993">
        <w:rPr>
          <w:rtl/>
        </w:rPr>
        <w:t xml:space="preserve">ں </w:t>
      </w:r>
      <w:r>
        <w:rPr>
          <w:rtl/>
        </w:rPr>
        <w:t>مسكن ، سايہ ، پہاڑى پناہ گائي</w:t>
      </w:r>
      <w:r w:rsidR="00083993">
        <w:rPr>
          <w:rtl/>
        </w:rPr>
        <w:t xml:space="preserve">ں </w:t>
      </w:r>
      <w:r>
        <w:rPr>
          <w:rtl/>
        </w:rPr>
        <w:t>حفاظتى اور انواع و اقسام كے لباس كى اہميت_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جعل لكم من بيوتكم سكناً ...ضلالاً ...ا كن</w:t>
      </w:r>
      <w:r w:rsidR="00B7494D">
        <w:rPr>
          <w:rFonts w:hint="cs"/>
          <w:rtl/>
        </w:rPr>
        <w:t>ا</w:t>
      </w:r>
      <w:r>
        <w:rPr>
          <w:rtl/>
        </w:rPr>
        <w:t>ناً سربيل تقيكم الحّر ...تقيكم با سكم</w:t>
      </w:r>
    </w:p>
    <w:p w:rsidR="001F628F" w:rsidRDefault="001F628F" w:rsidP="009F604A">
      <w:pPr>
        <w:pStyle w:val="libNormal"/>
        <w:rPr>
          <w:rtl/>
        </w:rPr>
      </w:pPr>
      <w:r>
        <w:rPr>
          <w:rtl/>
        </w:rPr>
        <w:t>10_ انسان كى زندگى كے مختلف وسائل كى فراہمى اور اس كى ضرورتو</w:t>
      </w:r>
      <w:r w:rsidR="00083993">
        <w:rPr>
          <w:rtl/>
        </w:rPr>
        <w:t xml:space="preserve">ں </w:t>
      </w:r>
      <w:r>
        <w:rPr>
          <w:rtl/>
        </w:rPr>
        <w:t>كے متناسب سہوليات كے ذريعہ خداوند عالم نے انسان پر نعمت كو مكمل كر ليا ہے_</w:t>
      </w:r>
      <w:r w:rsidRPr="009F604A">
        <w:rPr>
          <w:rStyle w:val="libArabicChar"/>
          <w:rFonts w:hint="eastAsia"/>
          <w:rtl/>
        </w:rPr>
        <w:t>واللّ</w:t>
      </w:r>
      <w:r w:rsidR="00120F63" w:rsidRPr="00B2551F">
        <w:rPr>
          <w:rStyle w:val="libArabicChar"/>
          <w:rFonts w:hint="cs"/>
          <w:rtl/>
        </w:rPr>
        <w:t>ه</w:t>
      </w:r>
      <w:r w:rsidRPr="009F604A">
        <w:rPr>
          <w:rStyle w:val="libArabicChar"/>
          <w:rtl/>
        </w:rPr>
        <w:t xml:space="preserve"> جعل لكم من بيوتكم سكناً ...اثثاً و متعاً ...سربيل تقيكم با سكم </w:t>
      </w:r>
      <w:r w:rsidR="0021672A" w:rsidRPr="0021672A">
        <w:rPr>
          <w:rStyle w:val="libArabicChar"/>
          <w:rtl/>
        </w:rPr>
        <w:t>كذالك</w:t>
      </w:r>
      <w:r w:rsidRPr="009F604A">
        <w:rPr>
          <w:rStyle w:val="libArabicChar"/>
          <w:rtl/>
        </w:rPr>
        <w:t xml:space="preserve"> يتمّ نعمة عليكم</w:t>
      </w:r>
    </w:p>
    <w:p w:rsidR="009F604A" w:rsidRDefault="001F628F" w:rsidP="009F604A">
      <w:pPr>
        <w:pStyle w:val="libNormal"/>
        <w:rPr>
          <w:rtl/>
        </w:rPr>
      </w:pPr>
      <w:r>
        <w:rPr>
          <w:rtl/>
        </w:rPr>
        <w:t>11_ خداوند عالم كى وسيع نعمتو</w:t>
      </w:r>
      <w:r w:rsidR="00083993">
        <w:rPr>
          <w:rtl/>
        </w:rPr>
        <w:t xml:space="preserve">ں </w:t>
      </w:r>
      <w:r>
        <w:rPr>
          <w:rtl/>
        </w:rPr>
        <w:t>اور اس كى اہميت كى طرف توجہ ،اس بات كا سبب ہے كہ انسان اس كے</w:t>
      </w:r>
      <w:r w:rsidR="009F604A" w:rsidRPr="009F604A">
        <w:rPr>
          <w:rFonts w:hint="eastAsia"/>
          <w:rtl/>
        </w:rPr>
        <w:t xml:space="preserve"> </w:t>
      </w:r>
      <w:r w:rsidR="009F604A">
        <w:rPr>
          <w:rFonts w:hint="eastAsia"/>
          <w:rtl/>
        </w:rPr>
        <w:t>ارادہ</w:t>
      </w:r>
      <w:r w:rsidR="009F604A">
        <w:rPr>
          <w:rtl/>
        </w:rPr>
        <w:t xml:space="preserve"> اور فرمان كے سامنے سر تسليم خم ہو_</w:t>
      </w:r>
      <w:r w:rsidR="0021672A" w:rsidRPr="0021672A">
        <w:rPr>
          <w:rStyle w:val="libArabicChar"/>
          <w:rFonts w:hint="eastAsia"/>
          <w:rtl/>
        </w:rPr>
        <w:t>كذالك</w:t>
      </w:r>
      <w:r w:rsidR="009F604A" w:rsidRPr="009F604A">
        <w:rPr>
          <w:rStyle w:val="libArabicChar"/>
          <w:rtl/>
        </w:rPr>
        <w:t xml:space="preserve"> يتمّ نعمة عليكم</w:t>
      </w:r>
    </w:p>
    <w:p w:rsidR="009F604A" w:rsidRDefault="009F604A" w:rsidP="009F604A">
      <w:pPr>
        <w:pStyle w:val="libNormal"/>
        <w:rPr>
          <w:rtl/>
        </w:rPr>
      </w:pPr>
      <w:r>
        <w:rPr>
          <w:rtl/>
        </w:rPr>
        <w:t>12_ انسان كے اختيار ميں مختلف قسم كى نعمتوں كو دينے كا اصل مقصد يہ ہے وہ خدا كے سامنے سر تسليم خم ہو_</w:t>
      </w:r>
    </w:p>
    <w:p w:rsidR="009F604A" w:rsidRDefault="0021672A" w:rsidP="009F604A">
      <w:pPr>
        <w:pStyle w:val="libArabic"/>
        <w:rPr>
          <w:rtl/>
        </w:rPr>
      </w:pPr>
      <w:r w:rsidRPr="0021672A">
        <w:rPr>
          <w:rFonts w:hint="eastAsia"/>
          <w:rtl/>
        </w:rPr>
        <w:t>كذالك</w:t>
      </w:r>
      <w:r w:rsidR="009F604A">
        <w:rPr>
          <w:rtl/>
        </w:rPr>
        <w:t xml:space="preserve"> يتّم نعمة عليكم لعلّكم</w:t>
      </w:r>
    </w:p>
    <w:p w:rsidR="009F604A" w:rsidRDefault="009F604A" w:rsidP="009F604A">
      <w:pPr>
        <w:pStyle w:val="libNormal"/>
        <w:rPr>
          <w:rtl/>
        </w:rPr>
      </w:pPr>
      <w:r>
        <w:rPr>
          <w:rtl/>
        </w:rPr>
        <w:t>13_ خداوند عالم كے سامنے سر تسليم خم ہونا، اس كے مقابلہ ميں انسان كى شكر گذارى كا ايك نمونہ ہے_</w:t>
      </w:r>
    </w:p>
    <w:p w:rsidR="009F604A" w:rsidRDefault="009F604A" w:rsidP="009F604A">
      <w:pPr>
        <w:pStyle w:val="libArabic"/>
        <w:rPr>
          <w:rtl/>
        </w:rPr>
      </w:pPr>
      <w:r>
        <w:rPr>
          <w:rFonts w:hint="eastAsia"/>
          <w:rtl/>
        </w:rPr>
        <w:t>لعلّكم</w:t>
      </w:r>
      <w:r>
        <w:rPr>
          <w:rtl/>
        </w:rPr>
        <w:t xml:space="preserve"> تشكرون ...</w:t>
      </w:r>
      <w:r w:rsidR="0021672A" w:rsidRPr="0021672A">
        <w:rPr>
          <w:rtl/>
        </w:rPr>
        <w:t>كذالك</w:t>
      </w:r>
      <w:r>
        <w:rPr>
          <w:rtl/>
        </w:rPr>
        <w:t xml:space="preserve"> يتّم نعمة عليكم لعلّكم تسلمون</w:t>
      </w:r>
    </w:p>
    <w:p w:rsidR="001F628F" w:rsidRDefault="001F628F" w:rsidP="001F628F">
      <w:pPr>
        <w:pStyle w:val="libNormal"/>
        <w:rPr>
          <w:rtl/>
        </w:rPr>
      </w:pPr>
    </w:p>
    <w:p w:rsidR="009F604A"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مذكورہ</w:t>
      </w:r>
      <w:r>
        <w:rPr>
          <w:rtl/>
        </w:rPr>
        <w:t xml:space="preserve"> تفسير اس سورہ كى آيت نمبر78( </w:t>
      </w:r>
      <w:r w:rsidRPr="009F604A">
        <w:rPr>
          <w:rStyle w:val="libArabicChar"/>
          <w:rtl/>
        </w:rPr>
        <w:t>واللّ</w:t>
      </w:r>
      <w:r w:rsidR="00120F63" w:rsidRPr="00B2551F">
        <w:rPr>
          <w:rStyle w:val="libArabicChar"/>
          <w:rFonts w:hint="cs"/>
          <w:rtl/>
        </w:rPr>
        <w:t>ه</w:t>
      </w:r>
      <w:r w:rsidRPr="009F604A">
        <w:rPr>
          <w:rStyle w:val="libArabicChar"/>
          <w:rtl/>
        </w:rPr>
        <w:t xml:space="preserve"> </w:t>
      </w:r>
      <w:r w:rsidRPr="009F604A">
        <w:rPr>
          <w:rStyle w:val="libArabicChar"/>
          <w:rFonts w:hint="cs"/>
          <w:rtl/>
        </w:rPr>
        <w:t>اخرجكم</w:t>
      </w:r>
      <w:r w:rsidRPr="009F604A">
        <w:rPr>
          <w:rStyle w:val="libArabicChar"/>
          <w:rtl/>
        </w:rPr>
        <w:t xml:space="preserve"> </w:t>
      </w:r>
      <w:r w:rsidRPr="009F604A">
        <w:rPr>
          <w:rStyle w:val="libArabicChar"/>
          <w:rFonts w:hint="cs"/>
          <w:rtl/>
        </w:rPr>
        <w:t>من</w:t>
      </w:r>
      <w:r w:rsidRPr="009F604A">
        <w:rPr>
          <w:rStyle w:val="libArabicChar"/>
          <w:rtl/>
        </w:rPr>
        <w:t xml:space="preserve"> </w:t>
      </w:r>
      <w:r w:rsidRPr="009F604A">
        <w:rPr>
          <w:rStyle w:val="libArabicChar"/>
          <w:rFonts w:hint="cs"/>
          <w:rtl/>
        </w:rPr>
        <w:t>بطون</w:t>
      </w:r>
      <w:r w:rsidRPr="009F604A">
        <w:rPr>
          <w:rStyle w:val="libArabicChar"/>
          <w:rtl/>
        </w:rPr>
        <w:t xml:space="preserve"> ...</w:t>
      </w:r>
      <w:r w:rsidRPr="009F604A">
        <w:rPr>
          <w:rStyle w:val="libArabicChar"/>
          <w:rFonts w:hint="cs"/>
          <w:rtl/>
        </w:rPr>
        <w:t>لعلّكم</w:t>
      </w:r>
      <w:r w:rsidRPr="009F604A">
        <w:rPr>
          <w:rStyle w:val="libArabicChar"/>
          <w:rtl/>
        </w:rPr>
        <w:t xml:space="preserve"> </w:t>
      </w:r>
      <w:r w:rsidRPr="009F604A">
        <w:rPr>
          <w:rStyle w:val="libArabicChar"/>
          <w:rFonts w:hint="cs"/>
          <w:rtl/>
        </w:rPr>
        <w:t>تشكرون</w:t>
      </w:r>
      <w:r>
        <w:rPr>
          <w:rtl/>
        </w:rPr>
        <w:t>)كہ جس مي</w:t>
      </w:r>
      <w:r w:rsidR="00083993">
        <w:rPr>
          <w:rtl/>
        </w:rPr>
        <w:t xml:space="preserve">ں </w:t>
      </w:r>
      <w:r>
        <w:rPr>
          <w:rtl/>
        </w:rPr>
        <w:t>انسانو</w:t>
      </w:r>
      <w:r w:rsidR="00083993">
        <w:rPr>
          <w:rtl/>
        </w:rPr>
        <w:t xml:space="preserve">ں </w:t>
      </w:r>
      <w:r>
        <w:rPr>
          <w:rtl/>
        </w:rPr>
        <w:t>كو نعمتي</w:t>
      </w:r>
      <w:r w:rsidR="00083993">
        <w:rPr>
          <w:rtl/>
        </w:rPr>
        <w:t xml:space="preserve">ں </w:t>
      </w:r>
      <w:r>
        <w:rPr>
          <w:rtl/>
        </w:rPr>
        <w:t>عطا كرنے كا فلسفہ و مقصد پرودگار كى شكر گذارى بيان كيا گيا ہے كے ساتھ باہمى ربط كو ملحوظ خاطر ركھے ہوئے كى گئي ہے_</w:t>
      </w:r>
    </w:p>
    <w:p w:rsidR="001F628F" w:rsidRDefault="001F628F" w:rsidP="001F628F">
      <w:pPr>
        <w:pStyle w:val="libNormal"/>
        <w:rPr>
          <w:rtl/>
        </w:rPr>
      </w:pPr>
      <w:r>
        <w:rPr>
          <w:rtl/>
        </w:rPr>
        <w:t>14_ مادہ طبيعت كے مناظر ، انسانو</w:t>
      </w:r>
      <w:r w:rsidR="00083993">
        <w:rPr>
          <w:rtl/>
        </w:rPr>
        <w:t xml:space="preserve">ں </w:t>
      </w:r>
      <w:r>
        <w:rPr>
          <w:rtl/>
        </w:rPr>
        <w:t>كا خدمت اور ان كے منافع كى خاطر خلق كيے گئے ہي</w:t>
      </w:r>
      <w:r w:rsidR="00083993">
        <w:rPr>
          <w:rtl/>
        </w:rPr>
        <w:t xml:space="preserve">ں </w:t>
      </w:r>
      <w:r>
        <w:rPr>
          <w:rtl/>
        </w:rPr>
        <w:t>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جعل لكم من بيوتكم ...لعلّكم تسلمون</w:t>
      </w:r>
    </w:p>
    <w:p w:rsidR="001F628F" w:rsidRDefault="001F628F" w:rsidP="001F628F">
      <w:pPr>
        <w:pStyle w:val="libNormal"/>
        <w:rPr>
          <w:rtl/>
        </w:rPr>
      </w:pPr>
      <w:r>
        <w:rPr>
          <w:rtl/>
        </w:rPr>
        <w:t>''لكم'' مي</w:t>
      </w:r>
      <w:r w:rsidR="00083993">
        <w:rPr>
          <w:rtl/>
        </w:rPr>
        <w:t xml:space="preserve">ں </w:t>
      </w:r>
      <w:r>
        <w:rPr>
          <w:rtl/>
        </w:rPr>
        <w:t>''لام'' انتفاع كے ليے اور دونو</w:t>
      </w:r>
      <w:r w:rsidR="00083993">
        <w:rPr>
          <w:rtl/>
        </w:rPr>
        <w:t xml:space="preserve">ں </w:t>
      </w:r>
      <w:r>
        <w:rPr>
          <w:rtl/>
        </w:rPr>
        <w:t>آيات مي</w:t>
      </w:r>
      <w:r w:rsidR="00083993">
        <w:rPr>
          <w:rtl/>
        </w:rPr>
        <w:t xml:space="preserve">ں </w:t>
      </w:r>
      <w:r>
        <w:rPr>
          <w:rtl/>
        </w:rPr>
        <w:t>تكرار كى صورت مي</w:t>
      </w:r>
      <w:r w:rsidR="00083993">
        <w:rPr>
          <w:rtl/>
        </w:rPr>
        <w:t xml:space="preserve">ں </w:t>
      </w:r>
      <w:r>
        <w:rPr>
          <w:rtl/>
        </w:rPr>
        <w:t>اس كا ذكر ہونا ممكن ہے مذكورہ مطلب كو بيان كررہا ہے_</w:t>
      </w:r>
    </w:p>
    <w:p w:rsidR="001F628F" w:rsidRDefault="001F628F" w:rsidP="001F628F">
      <w:pPr>
        <w:pStyle w:val="libNormal"/>
        <w:rPr>
          <w:rtl/>
        </w:rPr>
      </w:pPr>
      <w:r>
        <w:rPr>
          <w:rtl/>
        </w:rPr>
        <w:t>15_ انسان، خداوند عالم كے خاص لطف و كرم اور كائنات مي</w:t>
      </w:r>
      <w:r w:rsidR="00083993">
        <w:rPr>
          <w:rtl/>
        </w:rPr>
        <w:t xml:space="preserve">ں </w:t>
      </w:r>
      <w:r>
        <w:rPr>
          <w:rtl/>
        </w:rPr>
        <w:t>ايك خاص مقام و منزلت پر فائز ہے_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جعل لكم من بيوتكم ...وجعل لكم من الجبال ...لعلّكم تسلمون</w:t>
      </w:r>
    </w:p>
    <w:p w:rsidR="001F628F" w:rsidRDefault="001F628F" w:rsidP="009F604A">
      <w:pPr>
        <w:pStyle w:val="libNormal"/>
        <w:rPr>
          <w:rtl/>
        </w:rPr>
      </w:pPr>
      <w:r>
        <w:rPr>
          <w:rtl/>
        </w:rPr>
        <w:t>16_ انسان كے ليے لباس كى ضرورت ايك دائمى ضرورت ہے اور حيوانى محصولات سے اس كى فراہمى ايك وقتى چيز ہے_</w:t>
      </w:r>
      <w:r w:rsidRPr="009F604A">
        <w:rPr>
          <w:rStyle w:val="libArabicChar"/>
          <w:rFonts w:hint="eastAsia"/>
          <w:rtl/>
        </w:rPr>
        <w:t>ومن</w:t>
      </w:r>
      <w:r w:rsidRPr="009F604A">
        <w:rPr>
          <w:rStyle w:val="libArabicChar"/>
          <w:rtl/>
        </w:rPr>
        <w:t xml:space="preserve"> اصواف</w:t>
      </w:r>
      <w:r w:rsidR="00120F63" w:rsidRPr="00B2551F">
        <w:rPr>
          <w:rStyle w:val="libArabicChar"/>
          <w:rFonts w:hint="cs"/>
          <w:rtl/>
        </w:rPr>
        <w:t>ه</w:t>
      </w:r>
      <w:r w:rsidRPr="009F604A">
        <w:rPr>
          <w:rStyle w:val="libArabicChar"/>
          <w:rFonts w:hint="cs"/>
          <w:rtl/>
        </w:rPr>
        <w:t>ا</w:t>
      </w:r>
      <w:r w:rsidRPr="009F604A">
        <w:rPr>
          <w:rStyle w:val="libArabicChar"/>
          <w:rtl/>
        </w:rPr>
        <w:t xml:space="preserve"> </w:t>
      </w:r>
      <w:r w:rsidRPr="009F604A">
        <w:rPr>
          <w:rStyle w:val="libArabicChar"/>
          <w:rFonts w:hint="cs"/>
          <w:rtl/>
        </w:rPr>
        <w:t>و</w:t>
      </w:r>
      <w:r w:rsidRPr="009F604A">
        <w:rPr>
          <w:rStyle w:val="libArabicChar"/>
          <w:rtl/>
        </w:rPr>
        <w:t xml:space="preserve"> </w:t>
      </w:r>
      <w:r w:rsidRPr="009F604A">
        <w:rPr>
          <w:rStyle w:val="libArabicChar"/>
          <w:rFonts w:hint="cs"/>
          <w:rtl/>
        </w:rPr>
        <w:t>ا</w:t>
      </w:r>
      <w:r w:rsidRPr="009F604A">
        <w:rPr>
          <w:rStyle w:val="libArabicChar"/>
          <w:rtl/>
        </w:rPr>
        <w:t xml:space="preserve"> </w:t>
      </w:r>
      <w:r w:rsidRPr="009F604A">
        <w:rPr>
          <w:rStyle w:val="libArabicChar"/>
          <w:rFonts w:hint="cs"/>
          <w:rtl/>
        </w:rPr>
        <w:t>و</w:t>
      </w:r>
      <w:r w:rsidRPr="009F604A">
        <w:rPr>
          <w:rStyle w:val="libArabicChar"/>
          <w:rtl/>
        </w:rPr>
        <w:t xml:space="preserve"> </w:t>
      </w:r>
      <w:r w:rsidRPr="009F604A">
        <w:rPr>
          <w:rStyle w:val="libArabicChar"/>
          <w:rFonts w:hint="cs"/>
          <w:rtl/>
        </w:rPr>
        <w:t>بار</w:t>
      </w:r>
      <w:r w:rsidR="00120F63" w:rsidRPr="00B2551F">
        <w:rPr>
          <w:rStyle w:val="libArabicChar"/>
          <w:rFonts w:hint="cs"/>
          <w:rtl/>
        </w:rPr>
        <w:t>ه</w:t>
      </w:r>
      <w:r w:rsidRPr="009F604A">
        <w:rPr>
          <w:rStyle w:val="libArabicChar"/>
          <w:rFonts w:hint="cs"/>
          <w:rtl/>
        </w:rPr>
        <w:t>ا</w:t>
      </w:r>
      <w:r w:rsidRPr="009F604A">
        <w:rPr>
          <w:rStyle w:val="libArabicChar"/>
          <w:rtl/>
        </w:rPr>
        <w:t xml:space="preserve"> </w:t>
      </w:r>
      <w:r w:rsidRPr="009F604A">
        <w:rPr>
          <w:rStyle w:val="libArabicChar"/>
          <w:rFonts w:hint="cs"/>
          <w:rtl/>
        </w:rPr>
        <w:t>و</w:t>
      </w:r>
      <w:r w:rsidRPr="009F604A">
        <w:rPr>
          <w:rStyle w:val="libArabicChar"/>
          <w:rtl/>
        </w:rPr>
        <w:t xml:space="preserve"> </w:t>
      </w:r>
      <w:r w:rsidRPr="009F604A">
        <w:rPr>
          <w:rStyle w:val="libArabicChar"/>
          <w:rFonts w:hint="cs"/>
          <w:rtl/>
        </w:rPr>
        <w:t>ا</w:t>
      </w:r>
      <w:r w:rsidRPr="009F604A">
        <w:rPr>
          <w:rStyle w:val="libArabicChar"/>
          <w:rtl/>
        </w:rPr>
        <w:t xml:space="preserve"> </w:t>
      </w:r>
      <w:r w:rsidRPr="009F604A">
        <w:rPr>
          <w:rStyle w:val="libArabicChar"/>
          <w:rFonts w:hint="cs"/>
          <w:rtl/>
        </w:rPr>
        <w:t>شعار</w:t>
      </w:r>
      <w:r w:rsidR="00120F63" w:rsidRPr="00B2551F">
        <w:rPr>
          <w:rStyle w:val="libArabicChar"/>
          <w:rFonts w:hint="cs"/>
          <w:rtl/>
        </w:rPr>
        <w:t>ه</w:t>
      </w:r>
      <w:r w:rsidRPr="009F604A">
        <w:rPr>
          <w:rStyle w:val="libArabicChar"/>
          <w:rFonts w:hint="cs"/>
          <w:rtl/>
        </w:rPr>
        <w:t>ا</w:t>
      </w:r>
      <w:r w:rsidRPr="009F604A">
        <w:rPr>
          <w:rStyle w:val="libArabicChar"/>
          <w:rtl/>
        </w:rPr>
        <w:t xml:space="preserve"> </w:t>
      </w:r>
      <w:r w:rsidRPr="009F604A">
        <w:rPr>
          <w:rStyle w:val="libArabicChar"/>
          <w:rFonts w:hint="cs"/>
          <w:rtl/>
        </w:rPr>
        <w:t>ا</w:t>
      </w:r>
      <w:r w:rsidRPr="009F604A">
        <w:rPr>
          <w:rStyle w:val="libArabicChar"/>
          <w:rtl/>
        </w:rPr>
        <w:t xml:space="preserve"> </w:t>
      </w:r>
      <w:r w:rsidRPr="009F604A">
        <w:rPr>
          <w:rStyle w:val="libArabicChar"/>
          <w:rFonts w:hint="cs"/>
          <w:rtl/>
        </w:rPr>
        <w:t>ثثاً</w:t>
      </w:r>
      <w:r w:rsidRPr="009F604A">
        <w:rPr>
          <w:rStyle w:val="libArabicChar"/>
          <w:rtl/>
        </w:rPr>
        <w:t xml:space="preserve"> </w:t>
      </w:r>
      <w:r w:rsidRPr="009F604A">
        <w:rPr>
          <w:rStyle w:val="libArabicChar"/>
          <w:rFonts w:hint="cs"/>
          <w:rtl/>
        </w:rPr>
        <w:t>و</w:t>
      </w:r>
      <w:r w:rsidRPr="009F604A">
        <w:rPr>
          <w:rStyle w:val="libArabicChar"/>
          <w:rtl/>
        </w:rPr>
        <w:t xml:space="preserve"> </w:t>
      </w:r>
      <w:r w:rsidRPr="009F604A">
        <w:rPr>
          <w:rStyle w:val="libArabicChar"/>
          <w:rFonts w:hint="cs"/>
          <w:rtl/>
        </w:rPr>
        <w:t>متعاً</w:t>
      </w:r>
      <w:r w:rsidRPr="009F604A">
        <w:rPr>
          <w:rStyle w:val="libArabicChar"/>
          <w:rtl/>
        </w:rPr>
        <w:t xml:space="preserve"> </w:t>
      </w:r>
      <w:r w:rsidRPr="009F604A">
        <w:rPr>
          <w:rStyle w:val="libArabicChar"/>
          <w:rFonts w:hint="cs"/>
          <w:rtl/>
        </w:rPr>
        <w:t>الى</w:t>
      </w:r>
      <w:r w:rsidRPr="009F604A">
        <w:rPr>
          <w:rStyle w:val="libArabicChar"/>
          <w:rtl/>
        </w:rPr>
        <w:t xml:space="preserve"> </w:t>
      </w:r>
      <w:r w:rsidRPr="009F604A">
        <w:rPr>
          <w:rStyle w:val="libArabicChar"/>
          <w:rFonts w:hint="cs"/>
          <w:rtl/>
        </w:rPr>
        <w:t>حين</w:t>
      </w:r>
      <w:r w:rsidRPr="009F604A">
        <w:rPr>
          <w:rStyle w:val="libArabicChar"/>
          <w:rtl/>
        </w:rPr>
        <w:t xml:space="preserve"> ...</w:t>
      </w:r>
      <w:r w:rsidRPr="009F604A">
        <w:rPr>
          <w:rStyle w:val="libArabicChar"/>
          <w:rFonts w:hint="cs"/>
          <w:rtl/>
        </w:rPr>
        <w:t>وجعل</w:t>
      </w:r>
      <w:r w:rsidRPr="009F604A">
        <w:rPr>
          <w:rStyle w:val="libArabicChar"/>
          <w:rtl/>
        </w:rPr>
        <w:t xml:space="preserve"> </w:t>
      </w:r>
      <w:r w:rsidRPr="009F604A">
        <w:rPr>
          <w:rStyle w:val="libArabicChar"/>
          <w:rFonts w:hint="cs"/>
          <w:rtl/>
        </w:rPr>
        <w:t>لكم</w:t>
      </w:r>
      <w:r w:rsidRPr="009F604A">
        <w:rPr>
          <w:rStyle w:val="libArabicChar"/>
          <w:rtl/>
        </w:rPr>
        <w:t xml:space="preserve"> </w:t>
      </w:r>
      <w:r w:rsidRPr="009F604A">
        <w:rPr>
          <w:rStyle w:val="libArabicChar"/>
          <w:rFonts w:hint="cs"/>
          <w:rtl/>
        </w:rPr>
        <w:t>سربيل</w:t>
      </w:r>
      <w:r w:rsidRPr="009F604A">
        <w:rPr>
          <w:rStyle w:val="libArabicChar"/>
          <w:rtl/>
        </w:rPr>
        <w:t xml:space="preserve"> </w:t>
      </w:r>
      <w:r w:rsidRPr="009F604A">
        <w:rPr>
          <w:rStyle w:val="libArabicChar"/>
          <w:rFonts w:hint="cs"/>
          <w:rtl/>
        </w:rPr>
        <w:t>تق</w:t>
      </w:r>
      <w:r w:rsidRPr="009F604A">
        <w:rPr>
          <w:rStyle w:val="libArabicChar"/>
          <w:rtl/>
        </w:rPr>
        <w:t>يكم الحرّ</w:t>
      </w:r>
    </w:p>
    <w:p w:rsidR="001F628F" w:rsidRDefault="001F628F" w:rsidP="001F628F">
      <w:pPr>
        <w:pStyle w:val="libNormal"/>
        <w:rPr>
          <w:rtl/>
        </w:rPr>
      </w:pPr>
      <w:r>
        <w:rPr>
          <w:rFonts w:hint="eastAsia"/>
          <w:rtl/>
        </w:rPr>
        <w:t>مذكورہ</w:t>
      </w:r>
      <w:r>
        <w:rPr>
          <w:rtl/>
        </w:rPr>
        <w:t xml:space="preserve"> تفسير اس احتمال كى بناء پر ہے كہ ''الى حين'' كى قيد كا تعلق پشم ، كھال اور بال سے بہر ہ مند ى كے محدود ہونے كے ساتھ ہواور يہ جو مذكورہ اشياء محدود وقت سے مقيّد ہوئي ہي</w:t>
      </w:r>
      <w:r w:rsidR="00083993">
        <w:rPr>
          <w:rtl/>
        </w:rPr>
        <w:t xml:space="preserve">ں </w:t>
      </w:r>
      <w:r>
        <w:rPr>
          <w:rtl/>
        </w:rPr>
        <w:t>ليكن ''سرابيل'' جو خاص كے بعد عام كے ذكر ہونے كے عنوان سے ہے كے ليے اس قيد كا ذك</w:t>
      </w:r>
      <w:r>
        <w:rPr>
          <w:rFonts w:hint="eastAsia"/>
          <w:rtl/>
        </w:rPr>
        <w:t>ر</w:t>
      </w:r>
      <w:r>
        <w:rPr>
          <w:rtl/>
        </w:rPr>
        <w:t xml:space="preserve"> نہي</w:t>
      </w:r>
      <w:r w:rsidR="00083993">
        <w:rPr>
          <w:rtl/>
        </w:rPr>
        <w:t xml:space="preserve">ں </w:t>
      </w:r>
      <w:r>
        <w:rPr>
          <w:rtl/>
        </w:rPr>
        <w:t>ہوا ممكن ہے اس سے مذكورہ نكتہ كا استفادہ ہوتا ہو_</w:t>
      </w:r>
    </w:p>
    <w:p w:rsidR="001F628F" w:rsidRDefault="001F628F" w:rsidP="001F628F">
      <w:pPr>
        <w:pStyle w:val="libNormal"/>
        <w:rPr>
          <w:rtl/>
        </w:rPr>
      </w:pPr>
      <w:r>
        <w:rPr>
          <w:rtl/>
        </w:rPr>
        <w:t>17_ انسانو</w:t>
      </w:r>
      <w:r w:rsidR="00083993">
        <w:rPr>
          <w:rtl/>
        </w:rPr>
        <w:t xml:space="preserve">ں </w:t>
      </w:r>
      <w:r>
        <w:rPr>
          <w:rtl/>
        </w:rPr>
        <w:t>كى لازم ضروريات كى فراہمى كے بعد ان سے ہدايت و تربيت كى اميد ركھنا، ايك بجا اور مناسب اميد ہے_</w:t>
      </w:r>
    </w:p>
    <w:p w:rsidR="001F628F" w:rsidRDefault="001F628F" w:rsidP="009F604A">
      <w:pPr>
        <w:pStyle w:val="libArabic"/>
        <w:rPr>
          <w:rtl/>
        </w:rPr>
      </w:pPr>
      <w:r>
        <w:rPr>
          <w:rFonts w:hint="eastAsia"/>
          <w:rtl/>
        </w:rPr>
        <w:t>واللّ</w:t>
      </w:r>
      <w:r w:rsidR="00120F63" w:rsidRPr="00ED5DE8">
        <w:rPr>
          <w:rFonts w:hint="cs"/>
          <w:rtl/>
        </w:rPr>
        <w:t>ه</w:t>
      </w:r>
      <w:r>
        <w:rPr>
          <w:rtl/>
        </w:rPr>
        <w:t xml:space="preserve"> جعل لكم ...لعلّكم تسلمون</w:t>
      </w:r>
    </w:p>
    <w:p w:rsidR="001F628F" w:rsidRDefault="001F628F" w:rsidP="001F628F">
      <w:pPr>
        <w:pStyle w:val="libNormal"/>
        <w:rPr>
          <w:rtl/>
        </w:rPr>
      </w:pPr>
      <w:r>
        <w:rPr>
          <w:rFonts w:hint="eastAsia"/>
          <w:rtl/>
        </w:rPr>
        <w:t>مذكورہ</w:t>
      </w:r>
      <w:r>
        <w:rPr>
          <w:rtl/>
        </w:rPr>
        <w:t xml:space="preserve"> تفسير اس بناء پر ہے كہ خداوند عالم نے انسانو</w:t>
      </w:r>
      <w:r w:rsidR="00083993">
        <w:rPr>
          <w:rtl/>
        </w:rPr>
        <w:t xml:space="preserve">ں </w:t>
      </w:r>
      <w:r>
        <w:rPr>
          <w:rtl/>
        </w:rPr>
        <w:t>پر اپنى فراوا</w:t>
      </w:r>
      <w:r w:rsidR="00083993">
        <w:rPr>
          <w:rtl/>
        </w:rPr>
        <w:t xml:space="preserve">ں </w:t>
      </w:r>
      <w:r>
        <w:rPr>
          <w:rtl/>
        </w:rPr>
        <w:t>نعمتو</w:t>
      </w:r>
      <w:r w:rsidR="00083993">
        <w:rPr>
          <w:rtl/>
        </w:rPr>
        <w:t xml:space="preserve">ں </w:t>
      </w:r>
      <w:r>
        <w:rPr>
          <w:rtl/>
        </w:rPr>
        <w:t>كا ذكر كرنے كے بعد جملہ''لعلّكم تسلمون'' كو بيان كيا ہے_</w:t>
      </w:r>
    </w:p>
    <w:p w:rsidR="001F628F" w:rsidRDefault="001F628F" w:rsidP="001F628F">
      <w:pPr>
        <w:pStyle w:val="libNormal"/>
        <w:rPr>
          <w:rtl/>
        </w:rPr>
      </w:pPr>
      <w:r>
        <w:rPr>
          <w:rtl/>
        </w:rPr>
        <w:t>18_ خداوند عالم كے سامنے سر تسليم خم ہونا، ايك بلند اور قابل قدر مقام ہے_</w:t>
      </w:r>
    </w:p>
    <w:p w:rsidR="009F604A" w:rsidRDefault="001E7F9D" w:rsidP="00F73EDE">
      <w:pPr>
        <w:pStyle w:val="libPoemTini"/>
        <w:rPr>
          <w:rtl/>
        </w:rPr>
      </w:pPr>
      <w:r>
        <w:rPr>
          <w:rtl/>
        </w:rPr>
        <w:br w:type="page"/>
      </w:r>
    </w:p>
    <w:p w:rsidR="001F628F" w:rsidRDefault="001F628F" w:rsidP="009F604A">
      <w:pPr>
        <w:pStyle w:val="libArabic"/>
        <w:rPr>
          <w:rtl/>
        </w:rPr>
      </w:pPr>
      <w:r>
        <w:rPr>
          <w:rFonts w:hint="eastAsia"/>
          <w:rtl/>
        </w:rPr>
        <w:lastRenderedPageBreak/>
        <w:t>واللّ</w:t>
      </w:r>
      <w:r w:rsidR="00120F63" w:rsidRPr="00ED5DE8">
        <w:rPr>
          <w:rFonts w:hint="cs"/>
          <w:rtl/>
        </w:rPr>
        <w:t>ه</w:t>
      </w:r>
      <w:r>
        <w:rPr>
          <w:rtl/>
        </w:rPr>
        <w:t xml:space="preserve"> جعل لكم عليكم لعلّكم تسلمون</w:t>
      </w:r>
    </w:p>
    <w:p w:rsidR="001F628F" w:rsidRDefault="001F628F" w:rsidP="001F628F">
      <w:pPr>
        <w:pStyle w:val="libNormal"/>
        <w:rPr>
          <w:rtl/>
        </w:rPr>
      </w:pPr>
      <w:r>
        <w:rPr>
          <w:rFonts w:hint="eastAsia"/>
          <w:rtl/>
        </w:rPr>
        <w:t>مذكورہ</w:t>
      </w:r>
      <w:r>
        <w:rPr>
          <w:rtl/>
        </w:rPr>
        <w:t xml:space="preserve"> تفسير اس بات كو مد نظر ركھتے ہوئے ہے كہ انسان كى خلقت اور اس كو انواع و اقسام نعمتو</w:t>
      </w:r>
      <w:r w:rsidR="00083993">
        <w:rPr>
          <w:rtl/>
        </w:rPr>
        <w:t xml:space="preserve">ں </w:t>
      </w:r>
      <w:r>
        <w:rPr>
          <w:rtl/>
        </w:rPr>
        <w:t>كى عطا كا مقصد، انسان كا تسليم ہونا ہے_</w:t>
      </w:r>
    </w:p>
    <w:p w:rsidR="001F628F" w:rsidRDefault="001F628F" w:rsidP="009F604A">
      <w:pPr>
        <w:pStyle w:val="libNormal"/>
        <w:rPr>
          <w:rtl/>
        </w:rPr>
      </w:pPr>
      <w:r>
        <w:rPr>
          <w:rtl/>
        </w:rPr>
        <w:t>19_ خداوند عالم كے مقابلہ مي</w:t>
      </w:r>
      <w:r w:rsidR="00083993">
        <w:rPr>
          <w:rtl/>
        </w:rPr>
        <w:t xml:space="preserve">ں </w:t>
      </w:r>
      <w:r>
        <w:rPr>
          <w:rtl/>
        </w:rPr>
        <w:t>انسان، سر كشى كے خطرہ سے دوچار ہے_</w:t>
      </w:r>
      <w:r w:rsidR="0021672A" w:rsidRPr="0021672A">
        <w:rPr>
          <w:rStyle w:val="libArabicChar"/>
          <w:rFonts w:hint="eastAsia"/>
          <w:rtl/>
        </w:rPr>
        <w:t>كذالك</w:t>
      </w:r>
    </w:p>
    <w:p w:rsidR="001F628F" w:rsidRDefault="001F628F" w:rsidP="001F628F">
      <w:pPr>
        <w:pStyle w:val="libNormal"/>
        <w:rPr>
          <w:rtl/>
        </w:rPr>
      </w:pPr>
      <w:r>
        <w:rPr>
          <w:rFonts w:hint="eastAsia"/>
          <w:rtl/>
        </w:rPr>
        <w:t>كلمہ</w:t>
      </w:r>
      <w:r>
        <w:rPr>
          <w:rtl/>
        </w:rPr>
        <w:t>''لعّل'' كا استعمال جو تو قع اور فقط انتظار كے ليے استعمال ہوتا ہے اس بات كو بيان كررہا ہے كہ اگر خداوند عالم كى فراوا</w:t>
      </w:r>
      <w:r w:rsidR="00083993">
        <w:rPr>
          <w:rtl/>
        </w:rPr>
        <w:t xml:space="preserve">ں </w:t>
      </w:r>
      <w:r>
        <w:rPr>
          <w:rtl/>
        </w:rPr>
        <w:t>نعمتو</w:t>
      </w:r>
      <w:r w:rsidR="00083993">
        <w:rPr>
          <w:rtl/>
        </w:rPr>
        <w:t xml:space="preserve">ں </w:t>
      </w:r>
      <w:r>
        <w:rPr>
          <w:rtl/>
        </w:rPr>
        <w:t>كى طرف توجہ نہ ہوتو اس كے سامنے انسان كا سر تسليم خم ہونا دور كى بات ہے_</w:t>
      </w:r>
    </w:p>
    <w:p w:rsidR="001F628F" w:rsidRDefault="001F628F" w:rsidP="009F604A">
      <w:pPr>
        <w:pStyle w:val="libNormal"/>
        <w:rPr>
          <w:rtl/>
        </w:rPr>
      </w:pPr>
      <w:r>
        <w:rPr>
          <w:rFonts w:hint="eastAsia"/>
          <w:rtl/>
        </w:rPr>
        <w:t>آيات</w:t>
      </w:r>
      <w:r>
        <w:rPr>
          <w:rtl/>
        </w:rPr>
        <w:t xml:space="preserve"> خدا:</w:t>
      </w:r>
      <w:r>
        <w:rPr>
          <w:rFonts w:hint="eastAsia"/>
          <w:rtl/>
        </w:rPr>
        <w:t>الله</w:t>
      </w:r>
      <w:r>
        <w:rPr>
          <w:rtl/>
        </w:rPr>
        <w:t xml:space="preserve"> تعالى كى آفاقى نشانيا</w:t>
      </w:r>
      <w:r w:rsidR="00083993">
        <w:rPr>
          <w:rtl/>
        </w:rPr>
        <w:t xml:space="preserve">ں </w:t>
      </w:r>
    </w:p>
    <w:p w:rsidR="001F628F" w:rsidRDefault="001F628F" w:rsidP="009F604A">
      <w:pPr>
        <w:pStyle w:val="libNormal"/>
        <w:rPr>
          <w:rtl/>
        </w:rPr>
      </w:pPr>
      <w:r>
        <w:rPr>
          <w:rFonts w:hint="eastAsia"/>
          <w:rtl/>
        </w:rPr>
        <w:t>الله</w:t>
      </w:r>
      <w:r>
        <w:rPr>
          <w:rtl/>
        </w:rPr>
        <w:t xml:space="preserve"> تعالي:</w:t>
      </w:r>
      <w:r>
        <w:rPr>
          <w:rFonts w:hint="eastAsia"/>
          <w:rtl/>
        </w:rPr>
        <w:t>الله</w:t>
      </w:r>
      <w:r>
        <w:rPr>
          <w:rtl/>
        </w:rPr>
        <w:t xml:space="preserve"> تعالى كى قدرت كے آثار 1; الہى نعمات 2، 5، 7 ; الہى نعمات كا وافر ہونا11; خداشناسى كے دلائل 3،8; قدرت الہى 4; متنوع الہى نعمات كا فلسفہ 12</w:t>
      </w:r>
    </w:p>
    <w:p w:rsidR="001F628F" w:rsidRDefault="001F628F" w:rsidP="009F604A">
      <w:pPr>
        <w:pStyle w:val="libNormal"/>
        <w:rPr>
          <w:rtl/>
        </w:rPr>
      </w:pPr>
      <w:r>
        <w:rPr>
          <w:rFonts w:hint="eastAsia"/>
          <w:rtl/>
        </w:rPr>
        <w:t>اميدواري</w:t>
      </w:r>
      <w:r>
        <w:rPr>
          <w:rtl/>
        </w:rPr>
        <w:t>:</w:t>
      </w:r>
      <w:r>
        <w:rPr>
          <w:rFonts w:hint="eastAsia"/>
          <w:rtl/>
        </w:rPr>
        <w:t>پسنديدہ</w:t>
      </w:r>
      <w:r>
        <w:rPr>
          <w:rtl/>
        </w:rPr>
        <w:t xml:space="preserve"> اميدوارى 17</w:t>
      </w:r>
    </w:p>
    <w:p w:rsidR="001F628F" w:rsidRDefault="001F628F" w:rsidP="009F604A">
      <w:pPr>
        <w:pStyle w:val="libNormal"/>
        <w:rPr>
          <w:rtl/>
        </w:rPr>
      </w:pPr>
      <w:r>
        <w:rPr>
          <w:rFonts w:hint="eastAsia"/>
          <w:rtl/>
        </w:rPr>
        <w:t>انسان</w:t>
      </w:r>
      <w:r>
        <w:rPr>
          <w:rtl/>
        </w:rPr>
        <w:t>:</w:t>
      </w:r>
      <w:r>
        <w:rPr>
          <w:rFonts w:hint="eastAsia"/>
          <w:rtl/>
        </w:rPr>
        <w:t>انسان</w:t>
      </w:r>
      <w:r>
        <w:rPr>
          <w:rtl/>
        </w:rPr>
        <w:t xml:space="preserve"> كى پناہ گاہ4،5; انسان كى دائمى ضرورتي</w:t>
      </w:r>
      <w:r w:rsidR="00083993">
        <w:rPr>
          <w:rtl/>
        </w:rPr>
        <w:t xml:space="preserve">ں </w:t>
      </w:r>
      <w:r>
        <w:rPr>
          <w:rtl/>
        </w:rPr>
        <w:t>16; انسان كى ضروريات كو پورا كرنا10; انسانو</w:t>
      </w:r>
      <w:r w:rsidR="00083993">
        <w:rPr>
          <w:rtl/>
        </w:rPr>
        <w:t xml:space="preserve">ں </w:t>
      </w:r>
      <w:r>
        <w:rPr>
          <w:rtl/>
        </w:rPr>
        <w:t>كى عصيان گرى كا خطرہ19; انسان كى كرامت 15; انسان كى مادى ضرورتي</w:t>
      </w:r>
      <w:r w:rsidR="00083993">
        <w:rPr>
          <w:rtl/>
        </w:rPr>
        <w:t xml:space="preserve">ں </w:t>
      </w:r>
      <w:r>
        <w:rPr>
          <w:rtl/>
        </w:rPr>
        <w:t>15; انسان كے مقامات 15; انسان كے منافع 14</w:t>
      </w:r>
    </w:p>
    <w:p w:rsidR="001F628F" w:rsidRDefault="001F628F" w:rsidP="009F604A">
      <w:pPr>
        <w:pStyle w:val="libNormal"/>
        <w:rPr>
          <w:rtl/>
        </w:rPr>
      </w:pPr>
      <w:r>
        <w:rPr>
          <w:rFonts w:hint="eastAsia"/>
          <w:rtl/>
        </w:rPr>
        <w:t>پہاڑ</w:t>
      </w:r>
      <w:r>
        <w:rPr>
          <w:rtl/>
        </w:rPr>
        <w:t>:</w:t>
      </w:r>
      <w:r>
        <w:rPr>
          <w:rFonts w:hint="eastAsia"/>
          <w:rtl/>
        </w:rPr>
        <w:t>پہاڑ</w:t>
      </w:r>
      <w:r>
        <w:rPr>
          <w:rtl/>
        </w:rPr>
        <w:t xml:space="preserve"> و</w:t>
      </w:r>
      <w:r w:rsidR="00083993">
        <w:rPr>
          <w:rtl/>
        </w:rPr>
        <w:t xml:space="preserve">ں </w:t>
      </w:r>
      <w:r>
        <w:rPr>
          <w:rtl/>
        </w:rPr>
        <w:t>كى خلقت4; پہاڑو</w:t>
      </w:r>
      <w:r w:rsidR="00083993">
        <w:rPr>
          <w:rtl/>
        </w:rPr>
        <w:t xml:space="preserve">ں </w:t>
      </w:r>
      <w:r>
        <w:rPr>
          <w:rtl/>
        </w:rPr>
        <w:t>مي</w:t>
      </w:r>
      <w:r w:rsidR="00083993">
        <w:rPr>
          <w:rtl/>
        </w:rPr>
        <w:t xml:space="preserve">ں </w:t>
      </w:r>
      <w:r>
        <w:rPr>
          <w:rtl/>
        </w:rPr>
        <w:t>سكونت 5; پہاڑى پناہ گا ہو</w:t>
      </w:r>
      <w:r w:rsidR="00083993">
        <w:rPr>
          <w:rtl/>
        </w:rPr>
        <w:t xml:space="preserve">ں </w:t>
      </w:r>
      <w:r>
        <w:rPr>
          <w:rtl/>
        </w:rPr>
        <w:t>كى اہميت9</w:t>
      </w:r>
    </w:p>
    <w:p w:rsidR="001F628F" w:rsidRDefault="001F628F" w:rsidP="009F604A">
      <w:pPr>
        <w:pStyle w:val="libNormal"/>
        <w:rPr>
          <w:rtl/>
        </w:rPr>
      </w:pPr>
      <w:r>
        <w:rPr>
          <w:rFonts w:hint="eastAsia"/>
          <w:rtl/>
        </w:rPr>
        <w:t>تربيت</w:t>
      </w:r>
      <w:r>
        <w:rPr>
          <w:rtl/>
        </w:rPr>
        <w:t>:</w:t>
      </w:r>
      <w:r>
        <w:rPr>
          <w:rFonts w:hint="eastAsia"/>
          <w:rtl/>
        </w:rPr>
        <w:t>تربيت</w:t>
      </w:r>
      <w:r>
        <w:rPr>
          <w:rtl/>
        </w:rPr>
        <w:t xml:space="preserve"> كا زمينہ17</w:t>
      </w:r>
    </w:p>
    <w:p w:rsidR="001F628F" w:rsidRDefault="001F628F" w:rsidP="009F604A">
      <w:pPr>
        <w:pStyle w:val="libNormal"/>
        <w:rPr>
          <w:rtl/>
        </w:rPr>
      </w:pPr>
      <w:r>
        <w:rPr>
          <w:rFonts w:hint="eastAsia"/>
          <w:rtl/>
        </w:rPr>
        <w:t>تسليم</w:t>
      </w:r>
      <w:r>
        <w:rPr>
          <w:rtl/>
        </w:rPr>
        <w:t>:</w:t>
      </w:r>
      <w:r>
        <w:rPr>
          <w:rFonts w:hint="eastAsia"/>
          <w:rtl/>
        </w:rPr>
        <w:t>خدا</w:t>
      </w:r>
      <w:r>
        <w:rPr>
          <w:rtl/>
        </w:rPr>
        <w:t xml:space="preserve"> كے سامنے تسليم ہونا 13; خدا كے سامنے تسليم ہونے كا زمينہ 11; خدا كے سامنے تسليم ہونے كى اہميت 12، 18; مقام تسليم كى ارزش 18</w:t>
      </w:r>
    </w:p>
    <w:p w:rsidR="001F628F" w:rsidRDefault="001F628F" w:rsidP="009F604A">
      <w:pPr>
        <w:pStyle w:val="libNormal"/>
        <w:rPr>
          <w:rtl/>
        </w:rPr>
      </w:pPr>
      <w:r>
        <w:rPr>
          <w:rFonts w:hint="eastAsia"/>
          <w:rtl/>
        </w:rPr>
        <w:t>تعقل</w:t>
      </w:r>
      <w:r>
        <w:rPr>
          <w:rtl/>
        </w:rPr>
        <w:t>:</w:t>
      </w:r>
      <w:r>
        <w:rPr>
          <w:rFonts w:hint="eastAsia"/>
          <w:rtl/>
        </w:rPr>
        <w:t>تعقل</w:t>
      </w:r>
      <w:r>
        <w:rPr>
          <w:rtl/>
        </w:rPr>
        <w:t xml:space="preserve"> كى اہميت 8; سايہ مي</w:t>
      </w:r>
      <w:r w:rsidR="00083993">
        <w:rPr>
          <w:rtl/>
        </w:rPr>
        <w:t xml:space="preserve">ں </w:t>
      </w:r>
      <w:r>
        <w:rPr>
          <w:rtl/>
        </w:rPr>
        <w:t>تعقل 3</w:t>
      </w:r>
    </w:p>
    <w:p w:rsidR="001F628F" w:rsidRDefault="001F628F" w:rsidP="009F604A">
      <w:pPr>
        <w:pStyle w:val="libNormal"/>
        <w:rPr>
          <w:rtl/>
        </w:rPr>
      </w:pPr>
      <w:r>
        <w:rPr>
          <w:rFonts w:hint="eastAsia"/>
          <w:rtl/>
        </w:rPr>
        <w:t>چوپائے</w:t>
      </w:r>
      <w:r>
        <w:rPr>
          <w:rtl/>
        </w:rPr>
        <w:t xml:space="preserve"> :</w:t>
      </w:r>
      <w:r>
        <w:rPr>
          <w:rFonts w:hint="eastAsia"/>
          <w:rtl/>
        </w:rPr>
        <w:t>چوپايو</w:t>
      </w:r>
      <w:r w:rsidR="00083993">
        <w:rPr>
          <w:rFonts w:hint="eastAsia"/>
          <w:rtl/>
        </w:rPr>
        <w:t xml:space="preserve">ں </w:t>
      </w:r>
      <w:r>
        <w:rPr>
          <w:rtl/>
        </w:rPr>
        <w:t>كے فوائد16</w:t>
      </w:r>
    </w:p>
    <w:p w:rsidR="001F628F" w:rsidRDefault="001F628F" w:rsidP="009F604A">
      <w:pPr>
        <w:pStyle w:val="libNormal"/>
        <w:rPr>
          <w:rtl/>
        </w:rPr>
      </w:pPr>
      <w:r>
        <w:rPr>
          <w:rFonts w:hint="eastAsia"/>
          <w:rtl/>
        </w:rPr>
        <w:t>ذكر</w:t>
      </w:r>
      <w:r>
        <w:rPr>
          <w:rtl/>
        </w:rPr>
        <w:t>:</w:t>
      </w:r>
      <w:r>
        <w:rPr>
          <w:rFonts w:hint="eastAsia"/>
          <w:rtl/>
        </w:rPr>
        <w:t>نعمت</w:t>
      </w:r>
      <w:r>
        <w:rPr>
          <w:rtl/>
        </w:rPr>
        <w:t xml:space="preserve"> كے ذكر كے آثار 11</w:t>
      </w:r>
    </w:p>
    <w:p w:rsidR="001F628F" w:rsidRDefault="001F628F" w:rsidP="009F604A">
      <w:pPr>
        <w:pStyle w:val="libNormal"/>
        <w:rPr>
          <w:rtl/>
        </w:rPr>
      </w:pPr>
      <w:r>
        <w:rPr>
          <w:rFonts w:hint="eastAsia"/>
          <w:rtl/>
        </w:rPr>
        <w:t>شكر</w:t>
      </w:r>
      <w:r>
        <w:rPr>
          <w:rtl/>
        </w:rPr>
        <w:t>:</w:t>
      </w:r>
      <w:r>
        <w:rPr>
          <w:rFonts w:hint="eastAsia"/>
          <w:rtl/>
        </w:rPr>
        <w:t>شكر</w:t>
      </w:r>
      <w:r>
        <w:rPr>
          <w:rtl/>
        </w:rPr>
        <w:t xml:space="preserve"> خدا كى علامات 13</w:t>
      </w:r>
    </w:p>
    <w:p w:rsidR="001F628F" w:rsidRDefault="001F628F" w:rsidP="009F604A">
      <w:pPr>
        <w:pStyle w:val="libNormal"/>
        <w:rPr>
          <w:rtl/>
        </w:rPr>
      </w:pPr>
      <w:r>
        <w:rPr>
          <w:rFonts w:hint="eastAsia"/>
          <w:rtl/>
        </w:rPr>
        <w:t>عصيان</w:t>
      </w:r>
      <w:r>
        <w:rPr>
          <w:rtl/>
        </w:rPr>
        <w:t>:</w:t>
      </w:r>
      <w:r>
        <w:rPr>
          <w:rFonts w:hint="eastAsia"/>
          <w:rtl/>
        </w:rPr>
        <w:t>خدا</w:t>
      </w:r>
      <w:r>
        <w:rPr>
          <w:rtl/>
        </w:rPr>
        <w:t xml:space="preserve"> كى عصيان كا خطرہ19</w:t>
      </w:r>
    </w:p>
    <w:p w:rsidR="009F604A" w:rsidRDefault="001E7F9D" w:rsidP="00F73EDE">
      <w:pPr>
        <w:pStyle w:val="libPoemTini"/>
        <w:rPr>
          <w:rtl/>
        </w:rPr>
      </w:pPr>
      <w:r>
        <w:rPr>
          <w:rtl/>
        </w:rPr>
        <w:br w:type="page"/>
      </w:r>
    </w:p>
    <w:p w:rsidR="001F628F" w:rsidRDefault="001F628F" w:rsidP="009F604A">
      <w:pPr>
        <w:pStyle w:val="libNormal"/>
        <w:rPr>
          <w:rtl/>
        </w:rPr>
      </w:pPr>
      <w:r>
        <w:rPr>
          <w:rFonts w:hint="eastAsia"/>
          <w:rtl/>
        </w:rPr>
        <w:lastRenderedPageBreak/>
        <w:t>لباس</w:t>
      </w:r>
      <w:r>
        <w:rPr>
          <w:rtl/>
        </w:rPr>
        <w:t>:</w:t>
      </w:r>
      <w:r>
        <w:rPr>
          <w:rFonts w:hint="eastAsia"/>
          <w:rtl/>
        </w:rPr>
        <w:t>لباس</w:t>
      </w:r>
      <w:r>
        <w:rPr>
          <w:rtl/>
        </w:rPr>
        <w:t xml:space="preserve"> كو تہيہ كرنے كے منابع16</w:t>
      </w:r>
    </w:p>
    <w:p w:rsidR="001F628F" w:rsidRDefault="001F628F" w:rsidP="009F604A">
      <w:pPr>
        <w:pStyle w:val="libNormal"/>
        <w:rPr>
          <w:rtl/>
        </w:rPr>
      </w:pPr>
      <w:r>
        <w:rPr>
          <w:rFonts w:hint="eastAsia"/>
          <w:rtl/>
        </w:rPr>
        <w:t>لطف</w:t>
      </w:r>
      <w:r>
        <w:rPr>
          <w:rtl/>
        </w:rPr>
        <w:t xml:space="preserve"> خدا:</w:t>
      </w:r>
      <w:r>
        <w:rPr>
          <w:rFonts w:hint="eastAsia"/>
          <w:rtl/>
        </w:rPr>
        <w:t>لطف</w:t>
      </w:r>
      <w:r>
        <w:rPr>
          <w:rtl/>
        </w:rPr>
        <w:t xml:space="preserve"> خداكے شامل حال15</w:t>
      </w:r>
    </w:p>
    <w:p w:rsidR="001F628F" w:rsidRDefault="001F628F" w:rsidP="009F604A">
      <w:pPr>
        <w:pStyle w:val="libNormal"/>
        <w:rPr>
          <w:rtl/>
        </w:rPr>
      </w:pPr>
      <w:r>
        <w:rPr>
          <w:rFonts w:hint="eastAsia"/>
          <w:rtl/>
        </w:rPr>
        <w:t>مادى</w:t>
      </w:r>
      <w:r>
        <w:rPr>
          <w:rtl/>
        </w:rPr>
        <w:t xml:space="preserve"> امكانات :</w:t>
      </w:r>
      <w:r>
        <w:rPr>
          <w:rFonts w:hint="eastAsia"/>
          <w:rtl/>
        </w:rPr>
        <w:t>مادى</w:t>
      </w:r>
      <w:r>
        <w:rPr>
          <w:rtl/>
        </w:rPr>
        <w:t xml:space="preserve"> امكانات سے استفادہ 14; مادى امكانات كا فلسفہ14</w:t>
      </w:r>
    </w:p>
    <w:p w:rsidR="001F628F" w:rsidRDefault="001F628F" w:rsidP="009F604A">
      <w:pPr>
        <w:pStyle w:val="libNormal"/>
        <w:rPr>
          <w:rtl/>
        </w:rPr>
      </w:pPr>
      <w:r>
        <w:rPr>
          <w:rFonts w:hint="eastAsia"/>
          <w:rtl/>
        </w:rPr>
        <w:t>مسكن</w:t>
      </w:r>
      <w:r>
        <w:rPr>
          <w:rtl/>
        </w:rPr>
        <w:t>:</w:t>
      </w:r>
      <w:r>
        <w:rPr>
          <w:rFonts w:hint="eastAsia"/>
          <w:rtl/>
        </w:rPr>
        <w:t>مسكن</w:t>
      </w:r>
      <w:r>
        <w:rPr>
          <w:rtl/>
        </w:rPr>
        <w:t xml:space="preserve"> كى اہميت 9</w:t>
      </w:r>
    </w:p>
    <w:p w:rsidR="001F628F" w:rsidRDefault="001F628F" w:rsidP="009F604A">
      <w:pPr>
        <w:pStyle w:val="libNormal"/>
        <w:rPr>
          <w:rtl/>
        </w:rPr>
      </w:pPr>
      <w:r>
        <w:rPr>
          <w:rFonts w:hint="eastAsia"/>
          <w:rtl/>
        </w:rPr>
        <w:t>نعمت</w:t>
      </w:r>
      <w:r>
        <w:rPr>
          <w:rtl/>
        </w:rPr>
        <w:t>:</w:t>
      </w:r>
      <w:r>
        <w:rPr>
          <w:rFonts w:hint="eastAsia"/>
          <w:rtl/>
        </w:rPr>
        <w:t>اتمام</w:t>
      </w:r>
      <w:r>
        <w:rPr>
          <w:rtl/>
        </w:rPr>
        <w:t xml:space="preserve"> نعمت10; پہاڑو</w:t>
      </w:r>
      <w:r w:rsidR="00083993">
        <w:rPr>
          <w:rtl/>
        </w:rPr>
        <w:t xml:space="preserve">ں </w:t>
      </w:r>
      <w:r>
        <w:rPr>
          <w:rtl/>
        </w:rPr>
        <w:t>كى نعمت 5; سايہ كى نعمت2; لباس كى نعمت 7</w:t>
      </w:r>
    </w:p>
    <w:p w:rsidR="001F628F" w:rsidRDefault="001F628F" w:rsidP="009F604A">
      <w:pPr>
        <w:pStyle w:val="libNormal"/>
        <w:rPr>
          <w:rtl/>
        </w:rPr>
      </w:pPr>
      <w:r>
        <w:rPr>
          <w:rFonts w:hint="eastAsia"/>
          <w:rtl/>
        </w:rPr>
        <w:t>نيازمندى</w:t>
      </w:r>
      <w:r>
        <w:rPr>
          <w:rtl/>
        </w:rPr>
        <w:t xml:space="preserve"> :</w:t>
      </w:r>
      <w:r>
        <w:rPr>
          <w:rFonts w:hint="eastAsia"/>
          <w:rtl/>
        </w:rPr>
        <w:t>ضرورى</w:t>
      </w:r>
      <w:r>
        <w:rPr>
          <w:rtl/>
        </w:rPr>
        <w:t xml:space="preserve"> حاجتو</w:t>
      </w:r>
      <w:r w:rsidR="00083993">
        <w:rPr>
          <w:rtl/>
        </w:rPr>
        <w:t xml:space="preserve">ں </w:t>
      </w:r>
      <w:r>
        <w:rPr>
          <w:rtl/>
        </w:rPr>
        <w:t>كو پورا كرنے كى اہميت 17; لباس كى ضرورت 16</w:t>
      </w:r>
    </w:p>
    <w:p w:rsidR="001F628F" w:rsidRDefault="001F628F" w:rsidP="009F604A">
      <w:pPr>
        <w:pStyle w:val="libNormal"/>
        <w:rPr>
          <w:rtl/>
        </w:rPr>
      </w:pPr>
      <w:r>
        <w:rPr>
          <w:rFonts w:hint="eastAsia"/>
          <w:rtl/>
        </w:rPr>
        <w:t>ہدايت</w:t>
      </w:r>
      <w:r>
        <w:rPr>
          <w:rtl/>
        </w:rPr>
        <w:t>:</w:t>
      </w:r>
      <w:r>
        <w:rPr>
          <w:rFonts w:hint="eastAsia"/>
          <w:rtl/>
        </w:rPr>
        <w:t>ہدايت</w:t>
      </w:r>
      <w:r>
        <w:rPr>
          <w:rtl/>
        </w:rPr>
        <w:t xml:space="preserve"> كا زمينہ17</w:t>
      </w:r>
    </w:p>
    <w:p w:rsidR="001F628F" w:rsidRPr="00120F63" w:rsidRDefault="009F604A" w:rsidP="009F604A">
      <w:pPr>
        <w:pStyle w:val="Heading2Center"/>
        <w:rPr>
          <w:rtl/>
        </w:rPr>
      </w:pPr>
      <w:bookmarkStart w:id="228" w:name="_Toc28081906"/>
      <w:r>
        <w:rPr>
          <w:rFonts w:hint="cs"/>
          <w:rtl/>
        </w:rPr>
        <w:t xml:space="preserve">آیت </w:t>
      </w:r>
      <w:r w:rsidRPr="00120F63">
        <w:rPr>
          <w:rFonts w:hint="cs"/>
          <w:rtl/>
        </w:rPr>
        <w:t>82</w:t>
      </w:r>
      <w:bookmarkEnd w:id="228"/>
    </w:p>
    <w:p w:rsidR="001F628F" w:rsidRDefault="00E260F9" w:rsidP="009F604A">
      <w:pPr>
        <w:pStyle w:val="libNormal"/>
        <w:rPr>
          <w:rtl/>
        </w:rPr>
      </w:pPr>
      <w:r w:rsidRPr="00E260F9">
        <w:rPr>
          <w:rStyle w:val="libAlaemChar"/>
          <w:rFonts w:hint="eastAsia"/>
          <w:rtl/>
        </w:rPr>
        <w:t>(</w:t>
      </w:r>
      <w:r w:rsidRPr="009F604A">
        <w:rPr>
          <w:rStyle w:val="libAieChar"/>
          <w:rFonts w:hint="eastAsia"/>
          <w:rtl/>
        </w:rPr>
        <w:t>فَإِن</w:t>
      </w:r>
      <w:r w:rsidRPr="009F604A">
        <w:rPr>
          <w:rStyle w:val="libAieChar"/>
          <w:rtl/>
        </w:rPr>
        <w:t xml:space="preserve"> تَوَلَّوْاْ فَإِنَّمَا عَلَيْكَ الْبَلاَغُ الْمُبِينُ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پھر</w:t>
      </w:r>
      <w:r>
        <w:rPr>
          <w:rtl/>
        </w:rPr>
        <w:t xml:space="preserve"> اس كے بعد بھى اگر يہ ظالم منھ پھير لي</w:t>
      </w:r>
      <w:r w:rsidR="00083993">
        <w:rPr>
          <w:rtl/>
        </w:rPr>
        <w:t xml:space="preserve">ں </w:t>
      </w:r>
      <w:r>
        <w:rPr>
          <w:rtl/>
        </w:rPr>
        <w:t>تو آپ كا كام صرف واضح پيغام كا پہنچا دينا ہے اور بس _</w:t>
      </w:r>
    </w:p>
    <w:p w:rsidR="001F628F" w:rsidRDefault="001F628F" w:rsidP="000962B3">
      <w:pPr>
        <w:pStyle w:val="libNormal"/>
        <w:rPr>
          <w:rtl/>
        </w:rPr>
      </w:pPr>
      <w:r>
        <w:rPr>
          <w:rtl/>
        </w:rPr>
        <w:t>1_ كفارپرآيات الہى كو واضح كرنے كے بعد آنحضرت</w:t>
      </w:r>
      <w:r w:rsidR="00F031CD" w:rsidRPr="00F031CD">
        <w:rPr>
          <w:rStyle w:val="libAlaemChar"/>
          <w:rtl/>
        </w:rPr>
        <w:t xml:space="preserve"> صلى‌الله‌عليه‌وآله‌وسلم </w:t>
      </w:r>
      <w:r>
        <w:rPr>
          <w:rtl/>
        </w:rPr>
        <w:t xml:space="preserve"> كى دعوت سے ان كى روگردانى كے سلسلہ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كى كوئي ذمہ دارى نہي</w:t>
      </w:r>
      <w:r w:rsidR="00083993">
        <w:rPr>
          <w:rtl/>
        </w:rPr>
        <w:t xml:space="preserve">ں </w:t>
      </w:r>
      <w:r>
        <w:rPr>
          <w:rtl/>
        </w:rPr>
        <w:t>تھي_</w:t>
      </w:r>
      <w:r w:rsidRPr="000962B3">
        <w:rPr>
          <w:rStyle w:val="libArabicChar"/>
          <w:rFonts w:hint="eastAsia"/>
          <w:rtl/>
        </w:rPr>
        <w:t>فان</w:t>
      </w:r>
      <w:r w:rsidRPr="000962B3">
        <w:rPr>
          <w:rStyle w:val="libArabicChar"/>
          <w:rtl/>
        </w:rPr>
        <w:t xml:space="preserve"> تو لّو ا فانّما عليك البلغ المبين</w:t>
      </w:r>
    </w:p>
    <w:p w:rsidR="001F628F" w:rsidRDefault="001F628F" w:rsidP="001F628F">
      <w:pPr>
        <w:pStyle w:val="libNormal"/>
        <w:rPr>
          <w:rtl/>
        </w:rPr>
      </w:pPr>
      <w:r>
        <w:rPr>
          <w:rtl/>
        </w:rPr>
        <w:t>2_ پيغمبر اكرم</w:t>
      </w:r>
      <w:r w:rsidR="00F031CD" w:rsidRPr="00F031CD">
        <w:rPr>
          <w:rStyle w:val="libAlaemChar"/>
          <w:rtl/>
        </w:rPr>
        <w:t xml:space="preserve"> صلى‌الله‌عليه‌وآله‌وسلم </w:t>
      </w:r>
      <w:r>
        <w:rPr>
          <w:rtl/>
        </w:rPr>
        <w:t xml:space="preserve"> كا وظيفہ فقط انسانو</w:t>
      </w:r>
      <w:r w:rsidR="00083993">
        <w:rPr>
          <w:rtl/>
        </w:rPr>
        <w:t xml:space="preserve">ں </w:t>
      </w:r>
      <w:r>
        <w:rPr>
          <w:rtl/>
        </w:rPr>
        <w:t>تك الہى پيغام پہنچانا تھا نہ كہ لوگو</w:t>
      </w:r>
      <w:r w:rsidR="00083993">
        <w:rPr>
          <w:rtl/>
        </w:rPr>
        <w:t xml:space="preserve">ں </w:t>
      </w:r>
      <w:r>
        <w:rPr>
          <w:rtl/>
        </w:rPr>
        <w:t>كو اس پيغام كو قبول كرنے پر مجبور كرنا _</w:t>
      </w:r>
    </w:p>
    <w:p w:rsidR="001F628F" w:rsidRDefault="001F628F" w:rsidP="000962B3">
      <w:pPr>
        <w:pStyle w:val="libArabic"/>
        <w:rPr>
          <w:rtl/>
        </w:rPr>
      </w:pPr>
      <w:r>
        <w:rPr>
          <w:rFonts w:hint="eastAsia"/>
          <w:rtl/>
        </w:rPr>
        <w:t>فانّما</w:t>
      </w:r>
      <w:r>
        <w:rPr>
          <w:rtl/>
        </w:rPr>
        <w:t xml:space="preserve"> عليك البلغ المبين</w:t>
      </w:r>
    </w:p>
    <w:p w:rsidR="001F628F" w:rsidRDefault="001F628F" w:rsidP="001F628F">
      <w:pPr>
        <w:pStyle w:val="libNormal"/>
        <w:rPr>
          <w:rtl/>
        </w:rPr>
      </w:pPr>
      <w:r>
        <w:rPr>
          <w:rFonts w:hint="eastAsia"/>
          <w:rtl/>
        </w:rPr>
        <w:t>مذكورہ</w:t>
      </w:r>
      <w:r>
        <w:rPr>
          <w:rtl/>
        </w:rPr>
        <w:t xml:space="preserve"> آيت مي</w:t>
      </w:r>
      <w:r w:rsidR="00083993">
        <w:rPr>
          <w:rtl/>
        </w:rPr>
        <w:t xml:space="preserve">ں </w:t>
      </w:r>
      <w:r>
        <w:rPr>
          <w:rtl/>
        </w:rPr>
        <w:t>''فانّما عليك'' كى حصر اضافى حصر ہے اور اجبار و كراہت كى نسبت مطابقت ركھتى ہے _</w:t>
      </w:r>
    </w:p>
    <w:p w:rsidR="001F628F" w:rsidRDefault="001F628F" w:rsidP="001F628F">
      <w:pPr>
        <w:pStyle w:val="libNormal"/>
        <w:rPr>
          <w:rtl/>
        </w:rPr>
      </w:pPr>
      <w:r>
        <w:rPr>
          <w:rtl/>
        </w:rPr>
        <w:t>3_ پيغمبر اكرم</w:t>
      </w:r>
      <w:r w:rsidR="00F031CD" w:rsidRPr="00F031CD">
        <w:rPr>
          <w:rStyle w:val="libAlaemChar"/>
          <w:rtl/>
        </w:rPr>
        <w:t xml:space="preserve"> صلى‌الله‌عليه‌وآله‌وسلم </w:t>
      </w:r>
      <w:r>
        <w:rPr>
          <w:rtl/>
        </w:rPr>
        <w:t xml:space="preserve"> كا وظيفہ ہے كہ وہ دين كى تبليغ كے سلسلہ مي</w:t>
      </w:r>
      <w:r w:rsidR="00083993">
        <w:rPr>
          <w:rtl/>
        </w:rPr>
        <w:t xml:space="preserve">ں </w:t>
      </w:r>
      <w:r>
        <w:rPr>
          <w:rtl/>
        </w:rPr>
        <w:t>واضح اور ر وشن مفاہيم كا استعمال كري</w:t>
      </w:r>
      <w:r w:rsidR="00083993">
        <w:rPr>
          <w:rtl/>
        </w:rPr>
        <w:t xml:space="preserve">ں </w:t>
      </w:r>
      <w:r>
        <w:rPr>
          <w:rtl/>
        </w:rPr>
        <w:t>_</w:t>
      </w:r>
    </w:p>
    <w:p w:rsidR="000962B3" w:rsidRDefault="000962B3" w:rsidP="000962B3">
      <w:pPr>
        <w:pStyle w:val="libArabic"/>
        <w:rPr>
          <w:rtl/>
        </w:rPr>
      </w:pPr>
      <w:r>
        <w:rPr>
          <w:rFonts w:hint="eastAsia"/>
          <w:rtl/>
        </w:rPr>
        <w:t>فانّما</w:t>
      </w:r>
      <w:r>
        <w:rPr>
          <w:rtl/>
        </w:rPr>
        <w:t xml:space="preserve"> عليك البلغ المبين</w:t>
      </w:r>
    </w:p>
    <w:p w:rsidR="000962B3" w:rsidRDefault="000962B3" w:rsidP="000962B3">
      <w:pPr>
        <w:pStyle w:val="libNormal"/>
        <w:rPr>
          <w:rtl/>
        </w:rPr>
      </w:pPr>
      <w:r>
        <w:rPr>
          <w:rtl/>
        </w:rPr>
        <w:t>''بلاغ'' كا معنى تبليغ اور پيغام كا پہنچانا ہے اس كى ''المبين''''واضح اور آشكار'' سے توصيف، مذكورہ مطلب كو بيان كررہى ہے_</w:t>
      </w:r>
    </w:p>
    <w:p w:rsidR="000962B3" w:rsidRDefault="000962B3" w:rsidP="000962B3">
      <w:pPr>
        <w:pStyle w:val="libNormal"/>
        <w:rPr>
          <w:rtl/>
        </w:rPr>
      </w:pPr>
      <w:r>
        <w:rPr>
          <w:rtl/>
        </w:rPr>
        <w:t>4_ تبليغ دين كے سلسلہ ميں واضح اور روشن مفاہيم اور مطالب سے استفادہ كرنا ضرورى ہے_</w:t>
      </w:r>
    </w:p>
    <w:p w:rsidR="000962B3" w:rsidRDefault="000962B3" w:rsidP="000962B3">
      <w:pPr>
        <w:pStyle w:val="libArabic"/>
        <w:rPr>
          <w:rtl/>
        </w:rPr>
      </w:pPr>
      <w:r>
        <w:rPr>
          <w:rFonts w:hint="eastAsia"/>
          <w:rtl/>
        </w:rPr>
        <w:t>فانّما</w:t>
      </w:r>
      <w:r>
        <w:rPr>
          <w:rtl/>
        </w:rPr>
        <w:t xml:space="preserve"> عليك البلغ المبين</w:t>
      </w:r>
    </w:p>
    <w:p w:rsidR="000962B3" w:rsidRDefault="001E7F9D" w:rsidP="00F73EDE">
      <w:pPr>
        <w:pStyle w:val="libPoemTini"/>
        <w:rPr>
          <w:rtl/>
        </w:rPr>
      </w:pPr>
      <w:r>
        <w:rPr>
          <w:rtl/>
        </w:rPr>
        <w:cr/>
      </w:r>
      <w:r>
        <w:rPr>
          <w:rtl/>
        </w:rPr>
        <w:br w:type="page"/>
      </w:r>
    </w:p>
    <w:p w:rsidR="001F628F" w:rsidRDefault="001F628F" w:rsidP="000962B3">
      <w:pPr>
        <w:pStyle w:val="libNormal"/>
        <w:rPr>
          <w:rtl/>
        </w:rPr>
      </w:pPr>
      <w:r>
        <w:rPr>
          <w:rtl/>
        </w:rPr>
        <w:lastRenderedPageBreak/>
        <w:t>5_ فقط لوگو</w:t>
      </w:r>
      <w:r w:rsidR="00083993">
        <w:rPr>
          <w:rtl/>
        </w:rPr>
        <w:t xml:space="preserve">ں </w:t>
      </w:r>
      <w:r>
        <w:rPr>
          <w:rtl/>
        </w:rPr>
        <w:t>كى دينى رہبرو</w:t>
      </w:r>
      <w:r w:rsidR="00083993">
        <w:rPr>
          <w:rtl/>
        </w:rPr>
        <w:t xml:space="preserve">ں </w:t>
      </w:r>
      <w:r>
        <w:rPr>
          <w:rtl/>
        </w:rPr>
        <w:t>سے روگردانى كى وجہ سے پيغمبر اكرم</w:t>
      </w:r>
      <w:r w:rsidR="00F031CD" w:rsidRPr="00F031CD">
        <w:rPr>
          <w:rStyle w:val="libAlaemChar"/>
          <w:rtl/>
        </w:rPr>
        <w:t xml:space="preserve"> صلى‌الله‌عليه‌وآله‌وسلم </w:t>
      </w:r>
      <w:r>
        <w:rPr>
          <w:rtl/>
        </w:rPr>
        <w:t xml:space="preserve"> اور دينى راہنماؤ</w:t>
      </w:r>
      <w:r w:rsidR="00083993">
        <w:rPr>
          <w:rtl/>
        </w:rPr>
        <w:t xml:space="preserve">ں </w:t>
      </w:r>
      <w:r>
        <w:rPr>
          <w:rtl/>
        </w:rPr>
        <w:t>سے ابلاغ دين كے وظيفہ كا سلب نہ ہونا _</w:t>
      </w:r>
      <w:r w:rsidRPr="000962B3">
        <w:rPr>
          <w:rStyle w:val="libArabicChar"/>
          <w:rFonts w:hint="eastAsia"/>
          <w:rtl/>
        </w:rPr>
        <w:t>فان</w:t>
      </w:r>
      <w:r w:rsidRPr="000962B3">
        <w:rPr>
          <w:rStyle w:val="libArabicChar"/>
          <w:rtl/>
        </w:rPr>
        <w:t xml:space="preserve"> تولّوا فانّما عليك البلغ المبين</w:t>
      </w:r>
    </w:p>
    <w:p w:rsidR="001F628F" w:rsidRDefault="001F628F" w:rsidP="001F628F">
      <w:pPr>
        <w:pStyle w:val="libNormal"/>
        <w:rPr>
          <w:rtl/>
        </w:rPr>
      </w:pPr>
      <w:r>
        <w:rPr>
          <w:rFonts w:hint="eastAsia"/>
          <w:rtl/>
        </w:rPr>
        <w:t>مذكورہ</w:t>
      </w:r>
      <w:r>
        <w:rPr>
          <w:rtl/>
        </w:rPr>
        <w:t xml:space="preserve"> تفسيركا اس احتمال كى بناء پر استفادہ ہوتا ہے كہ اس آيت كا معنى اس طرح ہو كہ اگر لوگ روگردانى كري</w:t>
      </w:r>
      <w:r w:rsidR="00083993">
        <w:rPr>
          <w:rtl/>
        </w:rPr>
        <w:t xml:space="preserve">ں </w:t>
      </w:r>
      <w:r>
        <w:rPr>
          <w:rtl/>
        </w:rPr>
        <w:t>تو تم اپنى ذمہ دراى كو تر ك نہ كرو بلكہ اس طرح الہى پيغام كے ابلاغ كى كوشش كرتے رہو_قابل ذكر ہے كہ''فانما عليك''كے جملے كا اسميہ كى صورت مي</w:t>
      </w:r>
      <w:r w:rsidR="00083993">
        <w:rPr>
          <w:rtl/>
        </w:rPr>
        <w:t xml:space="preserve">ں </w:t>
      </w:r>
      <w:r>
        <w:rPr>
          <w:rtl/>
        </w:rPr>
        <w:t xml:space="preserve">آنا جو كہ </w:t>
      </w:r>
      <w:r>
        <w:rPr>
          <w:rFonts w:hint="eastAsia"/>
          <w:rtl/>
        </w:rPr>
        <w:t>استمرار</w:t>
      </w:r>
      <w:r>
        <w:rPr>
          <w:rtl/>
        </w:rPr>
        <w:t xml:space="preserve"> پر دلالت كرتا ہے اسى مطلب پر مويّد ہے_</w:t>
      </w:r>
    </w:p>
    <w:p w:rsidR="001F628F" w:rsidRDefault="001F628F" w:rsidP="001F628F">
      <w:pPr>
        <w:pStyle w:val="libNormal"/>
        <w:rPr>
          <w:rtl/>
        </w:rPr>
      </w:pPr>
      <w:r>
        <w:rPr>
          <w:rtl/>
        </w:rPr>
        <w:t>6_ خداوند عالم كا حق قبول نہ كرنے والو</w:t>
      </w:r>
      <w:r w:rsidR="00083993">
        <w:rPr>
          <w:rtl/>
        </w:rPr>
        <w:t xml:space="preserve">ں </w:t>
      </w:r>
      <w:r>
        <w:rPr>
          <w:rtl/>
        </w:rPr>
        <w:t>كى روگردانى كى وجہ سے پيغمبر اكرم</w:t>
      </w:r>
      <w:r w:rsidR="00F031CD" w:rsidRPr="00F031CD">
        <w:rPr>
          <w:rStyle w:val="libAlaemChar"/>
          <w:rtl/>
        </w:rPr>
        <w:t xml:space="preserve"> صلى‌الله‌عليه‌وآله‌وسلم </w:t>
      </w:r>
      <w:r>
        <w:rPr>
          <w:rtl/>
        </w:rPr>
        <w:t xml:space="preserve"> كى پريشانى پر انہي</w:t>
      </w:r>
      <w:r w:rsidR="00083993">
        <w:rPr>
          <w:rtl/>
        </w:rPr>
        <w:t xml:space="preserve">ں </w:t>
      </w:r>
      <w:r>
        <w:rPr>
          <w:rtl/>
        </w:rPr>
        <w:t>تسلّى دينا _</w:t>
      </w:r>
    </w:p>
    <w:p w:rsidR="001F628F" w:rsidRDefault="001F628F" w:rsidP="000962B3">
      <w:pPr>
        <w:pStyle w:val="libArabic"/>
        <w:rPr>
          <w:rtl/>
        </w:rPr>
      </w:pPr>
      <w:r>
        <w:rPr>
          <w:rFonts w:hint="eastAsia"/>
          <w:rtl/>
        </w:rPr>
        <w:t>فان</w:t>
      </w:r>
      <w:r>
        <w:rPr>
          <w:rtl/>
        </w:rPr>
        <w:t xml:space="preserve"> تولّوا فانّما عليك البلغ المبين</w:t>
      </w:r>
    </w:p>
    <w:p w:rsidR="001F628F" w:rsidRDefault="001F628F" w:rsidP="001F628F">
      <w:pPr>
        <w:pStyle w:val="libNormal"/>
        <w:rPr>
          <w:rtl/>
        </w:rPr>
      </w:pPr>
      <w:r>
        <w:rPr>
          <w:rtl/>
        </w:rPr>
        <w:t>7_ حق اور دينى حقائق كے واضح اور روشن ہونے كے باوجود ان سے انسان كى روگردانى ممكن ہے_</w:t>
      </w:r>
    </w:p>
    <w:p w:rsidR="001F628F" w:rsidRDefault="001F628F" w:rsidP="000962B3">
      <w:pPr>
        <w:pStyle w:val="libArabic"/>
        <w:rPr>
          <w:rtl/>
        </w:rPr>
      </w:pPr>
      <w:r>
        <w:rPr>
          <w:rFonts w:hint="eastAsia"/>
          <w:rtl/>
        </w:rPr>
        <w:t>فان</w:t>
      </w:r>
      <w:r>
        <w:rPr>
          <w:rtl/>
        </w:rPr>
        <w:t xml:space="preserve"> تولّوا فانّما عليك البلغ المبين</w:t>
      </w:r>
    </w:p>
    <w:p w:rsidR="001F628F" w:rsidRDefault="001F628F" w:rsidP="001F628F">
      <w:pPr>
        <w:pStyle w:val="libNormal"/>
        <w:rPr>
          <w:rtl/>
        </w:rPr>
      </w:pPr>
      <w:r>
        <w:rPr>
          <w:rtl/>
        </w:rPr>
        <w:t>8_ زندگى كے مختلف شعبو</w:t>
      </w:r>
      <w:r w:rsidR="00083993">
        <w:rPr>
          <w:rtl/>
        </w:rPr>
        <w:t xml:space="preserve">ں </w:t>
      </w:r>
      <w:r>
        <w:rPr>
          <w:rtl/>
        </w:rPr>
        <w:t>مي</w:t>
      </w:r>
      <w:r w:rsidR="00083993">
        <w:rPr>
          <w:rtl/>
        </w:rPr>
        <w:t xml:space="preserve">ں </w:t>
      </w:r>
      <w:r>
        <w:rPr>
          <w:rtl/>
        </w:rPr>
        <w:t>الہى نعمتو</w:t>
      </w:r>
      <w:r w:rsidR="00083993">
        <w:rPr>
          <w:rtl/>
        </w:rPr>
        <w:t xml:space="preserve">ں </w:t>
      </w:r>
      <w:r>
        <w:rPr>
          <w:rtl/>
        </w:rPr>
        <w:t>كا بيان 'بلاغ مبين'' (روشن اور واضح دين كا بيان ) كا مصداق ہے _</w:t>
      </w:r>
    </w:p>
    <w:p w:rsidR="001F628F" w:rsidRDefault="001F628F" w:rsidP="000962B3">
      <w:pPr>
        <w:pStyle w:val="libArabic"/>
        <w:rPr>
          <w:rtl/>
        </w:rPr>
      </w:pPr>
      <w:r>
        <w:rPr>
          <w:rFonts w:hint="eastAsia"/>
          <w:rtl/>
        </w:rPr>
        <w:t>والله</w:t>
      </w:r>
      <w:r>
        <w:rPr>
          <w:rtl/>
        </w:rPr>
        <w:t xml:space="preserve"> جعل لكم ممّا خلق ظلالاً ...</w:t>
      </w:r>
      <w:r w:rsidR="0021672A" w:rsidRPr="0021672A">
        <w:rPr>
          <w:rtl/>
        </w:rPr>
        <w:t>كذالك</w:t>
      </w:r>
      <w:r>
        <w:rPr>
          <w:rtl/>
        </w:rPr>
        <w:t xml:space="preserve"> يتّم نعمة عليك لعلّكم تسلمون ...فإنما عليك البلغ المبين</w:t>
      </w:r>
    </w:p>
    <w:p w:rsidR="001F628F" w:rsidRDefault="001F628F" w:rsidP="001F628F">
      <w:pPr>
        <w:pStyle w:val="libNormal"/>
        <w:rPr>
          <w:rtl/>
        </w:rPr>
      </w:pPr>
      <w:r>
        <w:rPr>
          <w:rFonts w:hint="eastAsia"/>
          <w:rtl/>
        </w:rPr>
        <w:t>گذشتہ</w:t>
      </w:r>
      <w:r>
        <w:rPr>
          <w:rtl/>
        </w:rPr>
        <w:t xml:space="preserve"> آيات مي</w:t>
      </w:r>
      <w:r w:rsidR="00083993">
        <w:rPr>
          <w:rtl/>
        </w:rPr>
        <w:t xml:space="preserve">ں </w:t>
      </w:r>
      <w:r>
        <w:rPr>
          <w:rtl/>
        </w:rPr>
        <w:t>خداوند عالم كى مختلف نعمات بيان ہوئي ہي</w:t>
      </w:r>
      <w:r w:rsidR="00083993">
        <w:rPr>
          <w:rtl/>
        </w:rPr>
        <w:t xml:space="preserve">ں </w:t>
      </w:r>
      <w:r>
        <w:rPr>
          <w:rtl/>
        </w:rPr>
        <w:t>آخر مي</w:t>
      </w:r>
      <w:r w:rsidR="00083993">
        <w:rPr>
          <w:rtl/>
        </w:rPr>
        <w:t xml:space="preserve">ں </w:t>
      </w:r>
      <w:r>
        <w:rPr>
          <w:rtl/>
        </w:rPr>
        <w:t>يہ اشارہ ہوا ہے كہ ان نعمتو</w:t>
      </w:r>
      <w:r w:rsidR="00083993">
        <w:rPr>
          <w:rtl/>
        </w:rPr>
        <w:t xml:space="preserve">ں </w:t>
      </w:r>
      <w:r>
        <w:rPr>
          <w:rtl/>
        </w:rPr>
        <w:t>كے بيان كا مقصد انسانو</w:t>
      </w:r>
      <w:r w:rsidR="00083993">
        <w:rPr>
          <w:rtl/>
        </w:rPr>
        <w:t xml:space="preserve">ں </w:t>
      </w:r>
      <w:r>
        <w:rPr>
          <w:rtl/>
        </w:rPr>
        <w:t>كا خدا كے سامنے سر تسليم خم ہونا ہے اور اگر لوگ رو گردانى كري</w:t>
      </w:r>
      <w:r w:rsidR="00083993">
        <w:rPr>
          <w:rtl/>
        </w:rPr>
        <w:t xml:space="preserve">ں </w:t>
      </w:r>
      <w:r>
        <w:rPr>
          <w:rtl/>
        </w:rPr>
        <w:t>تو اس روشن بيان (نعمتو</w:t>
      </w:r>
      <w:r w:rsidR="00083993">
        <w:rPr>
          <w:rtl/>
        </w:rPr>
        <w:t xml:space="preserve">ں </w:t>
      </w:r>
      <w:r>
        <w:rPr>
          <w:rtl/>
        </w:rPr>
        <w:t>كا بيان ) كے علاوہ كو ئي ذمہ دارى نہي</w:t>
      </w:r>
      <w:r w:rsidR="00083993">
        <w:rPr>
          <w:rtl/>
        </w:rPr>
        <w:t xml:space="preserve">ں </w:t>
      </w:r>
      <w:r>
        <w:rPr>
          <w:rtl/>
        </w:rPr>
        <w:t>ہے_</w:t>
      </w:r>
    </w:p>
    <w:p w:rsidR="001F628F" w:rsidRDefault="001F628F" w:rsidP="000962B3">
      <w:pPr>
        <w:pStyle w:val="libNormal"/>
        <w:rPr>
          <w:rtl/>
        </w:rPr>
      </w:pPr>
      <w:r>
        <w:rPr>
          <w:rFonts w:hint="eastAsia"/>
          <w:rtl/>
        </w:rPr>
        <w:t>آيات</w:t>
      </w:r>
      <w:r>
        <w:rPr>
          <w:rtl/>
        </w:rPr>
        <w:t xml:space="preserve"> خدا:</w:t>
      </w:r>
      <w:r>
        <w:rPr>
          <w:rFonts w:hint="eastAsia"/>
          <w:rtl/>
        </w:rPr>
        <w:t>آيات</w:t>
      </w:r>
      <w:r>
        <w:rPr>
          <w:rtl/>
        </w:rPr>
        <w:t xml:space="preserve"> خداكو بيان كرنا 1</w:t>
      </w:r>
    </w:p>
    <w:p w:rsidR="001F628F" w:rsidRDefault="001F628F" w:rsidP="000962B3">
      <w:pPr>
        <w:pStyle w:val="libNormal"/>
        <w:rPr>
          <w:rtl/>
        </w:rPr>
      </w:pPr>
      <w:r>
        <w:rPr>
          <w:rFonts w:hint="eastAsia"/>
          <w:rtl/>
        </w:rPr>
        <w:t>الله</w:t>
      </w:r>
      <w:r>
        <w:rPr>
          <w:rtl/>
        </w:rPr>
        <w:t xml:space="preserve"> تعالي:</w:t>
      </w:r>
      <w:r>
        <w:rPr>
          <w:rFonts w:hint="eastAsia"/>
          <w:rtl/>
        </w:rPr>
        <w:t>الله</w:t>
      </w:r>
      <w:r>
        <w:rPr>
          <w:rtl/>
        </w:rPr>
        <w:t xml:space="preserve"> تعالى كى نعمات كا بيان 8</w:t>
      </w:r>
    </w:p>
    <w:p w:rsidR="001F628F" w:rsidRDefault="001F628F" w:rsidP="000962B3">
      <w:pPr>
        <w:pStyle w:val="libNormal"/>
        <w:rPr>
          <w:rtl/>
        </w:rPr>
      </w:pPr>
      <w:r>
        <w:rPr>
          <w:rFonts w:hint="eastAsia"/>
          <w:rtl/>
        </w:rPr>
        <w:t>تبليغ</w:t>
      </w:r>
      <w:r>
        <w:rPr>
          <w:rtl/>
        </w:rPr>
        <w:t>:</w:t>
      </w:r>
      <w:r>
        <w:rPr>
          <w:rFonts w:hint="eastAsia"/>
          <w:rtl/>
        </w:rPr>
        <w:t>تبليغ</w:t>
      </w:r>
      <w:r>
        <w:rPr>
          <w:rtl/>
        </w:rPr>
        <w:t xml:space="preserve"> مي</w:t>
      </w:r>
      <w:r w:rsidR="00083993">
        <w:rPr>
          <w:rtl/>
        </w:rPr>
        <w:t xml:space="preserve">ں </w:t>
      </w:r>
      <w:r>
        <w:rPr>
          <w:rtl/>
        </w:rPr>
        <w:t>صراحت3،4</w:t>
      </w:r>
    </w:p>
    <w:p w:rsidR="001F628F" w:rsidRDefault="001F628F" w:rsidP="001F628F">
      <w:pPr>
        <w:pStyle w:val="libNormal"/>
        <w:rPr>
          <w:rtl/>
        </w:rPr>
      </w:pPr>
      <w:r>
        <w:rPr>
          <w:rFonts w:hint="eastAsia"/>
          <w:rtl/>
        </w:rPr>
        <w:t>جبر</w:t>
      </w:r>
      <w:r>
        <w:rPr>
          <w:rtl/>
        </w:rPr>
        <w:t xml:space="preserve"> و اختيار:2</w:t>
      </w:r>
    </w:p>
    <w:p w:rsidR="001F628F" w:rsidRDefault="001F628F" w:rsidP="000962B3">
      <w:pPr>
        <w:pStyle w:val="libNormal"/>
        <w:rPr>
          <w:rtl/>
        </w:rPr>
      </w:pPr>
      <w:r>
        <w:rPr>
          <w:rFonts w:hint="eastAsia"/>
          <w:rtl/>
        </w:rPr>
        <w:t>حق</w:t>
      </w:r>
      <w:r>
        <w:rPr>
          <w:rtl/>
        </w:rPr>
        <w:t>:</w:t>
      </w:r>
      <w:r>
        <w:rPr>
          <w:rFonts w:hint="eastAsia"/>
          <w:rtl/>
        </w:rPr>
        <w:t>حق</w:t>
      </w:r>
      <w:r>
        <w:rPr>
          <w:rtl/>
        </w:rPr>
        <w:t xml:space="preserve"> سے منہ پھيرنا 7;حق كو قبول نہ كرنے والو</w:t>
      </w:r>
      <w:r w:rsidR="00083993">
        <w:rPr>
          <w:rtl/>
        </w:rPr>
        <w:t xml:space="preserve">ں </w:t>
      </w:r>
      <w:r>
        <w:rPr>
          <w:rtl/>
        </w:rPr>
        <w:t>كا اعراض6</w:t>
      </w:r>
    </w:p>
    <w:p w:rsidR="000962B3" w:rsidRDefault="001E7F9D" w:rsidP="00F73EDE">
      <w:pPr>
        <w:pStyle w:val="libPoemTini"/>
        <w:rPr>
          <w:rtl/>
        </w:rPr>
      </w:pPr>
      <w:r>
        <w:rPr>
          <w:rtl/>
        </w:rPr>
        <w:br w:type="page"/>
      </w:r>
    </w:p>
    <w:p w:rsidR="001F628F" w:rsidRDefault="001F628F" w:rsidP="000962B3">
      <w:pPr>
        <w:pStyle w:val="libNormal"/>
        <w:rPr>
          <w:rtl/>
        </w:rPr>
      </w:pPr>
      <w:r>
        <w:rPr>
          <w:rFonts w:hint="eastAsia"/>
          <w:rtl/>
        </w:rPr>
        <w:lastRenderedPageBreak/>
        <w:t>دين</w:t>
      </w:r>
      <w:r>
        <w:rPr>
          <w:rtl/>
        </w:rPr>
        <w:t>:</w:t>
      </w:r>
      <w:r>
        <w:rPr>
          <w:rFonts w:hint="eastAsia"/>
          <w:rtl/>
        </w:rPr>
        <w:t>تبليغ</w:t>
      </w:r>
      <w:r>
        <w:rPr>
          <w:rtl/>
        </w:rPr>
        <w:t xml:space="preserve"> دين كى اہميت 5; تبليغ دين كى روش 3،4; تبليغ دين مي</w:t>
      </w:r>
      <w:r w:rsidR="00083993">
        <w:rPr>
          <w:rtl/>
        </w:rPr>
        <w:t xml:space="preserve">ں </w:t>
      </w:r>
      <w:r>
        <w:rPr>
          <w:rtl/>
        </w:rPr>
        <w:t>استقامت 5،8; دين سے منہ پھيرنا7; دين كو بيان كرنے كى روش_8;دين مي</w:t>
      </w:r>
      <w:r w:rsidR="00083993">
        <w:rPr>
          <w:rtl/>
        </w:rPr>
        <w:t xml:space="preserve">ں </w:t>
      </w:r>
      <w:r>
        <w:rPr>
          <w:rtl/>
        </w:rPr>
        <w:t>اكراہ كى نفي2</w:t>
      </w:r>
    </w:p>
    <w:p w:rsidR="001F628F" w:rsidRDefault="001F628F" w:rsidP="000962B3">
      <w:pPr>
        <w:pStyle w:val="libNormal"/>
        <w:rPr>
          <w:rtl/>
        </w:rPr>
      </w:pPr>
      <w:r>
        <w:rPr>
          <w:rFonts w:hint="eastAsia"/>
          <w:rtl/>
        </w:rPr>
        <w:t>دينى</w:t>
      </w:r>
      <w:r>
        <w:rPr>
          <w:rtl/>
        </w:rPr>
        <w:t xml:space="preserve"> رہبر:</w:t>
      </w:r>
      <w:r>
        <w:rPr>
          <w:rFonts w:hint="eastAsia"/>
          <w:rtl/>
        </w:rPr>
        <w:t>دينى</w:t>
      </w:r>
      <w:r>
        <w:rPr>
          <w:rtl/>
        </w:rPr>
        <w:t xml:space="preserve"> رہبرو</w:t>
      </w:r>
      <w:r w:rsidR="00083993">
        <w:rPr>
          <w:rtl/>
        </w:rPr>
        <w:t xml:space="preserve">ں </w:t>
      </w:r>
      <w:r>
        <w:rPr>
          <w:rtl/>
        </w:rPr>
        <w:t>كى ذمہ داري5</w:t>
      </w:r>
    </w:p>
    <w:p w:rsidR="001F628F" w:rsidRDefault="001F628F" w:rsidP="000962B3">
      <w:pPr>
        <w:pStyle w:val="libNormal"/>
        <w:rPr>
          <w:rtl/>
        </w:rPr>
      </w:pPr>
      <w:r>
        <w:rPr>
          <w:rFonts w:hint="eastAsia"/>
          <w:rtl/>
        </w:rPr>
        <w:t>كفار</w:t>
      </w:r>
      <w:r>
        <w:rPr>
          <w:rtl/>
        </w:rPr>
        <w:t>:</w:t>
      </w:r>
      <w:r>
        <w:rPr>
          <w:rFonts w:hint="eastAsia"/>
          <w:rtl/>
        </w:rPr>
        <w:t>كافرو</w:t>
      </w:r>
      <w:r w:rsidR="00083993">
        <w:rPr>
          <w:rFonts w:hint="eastAsia"/>
          <w:rtl/>
        </w:rPr>
        <w:t xml:space="preserve">ں </w:t>
      </w:r>
      <w:r>
        <w:rPr>
          <w:rtl/>
        </w:rPr>
        <w:t>كا منہ پھير نا1</w:t>
      </w:r>
    </w:p>
    <w:p w:rsidR="001F628F" w:rsidRDefault="001F628F" w:rsidP="000962B3">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 </w:t>
      </w:r>
      <w:r w:rsidR="00F031CD" w:rsidRPr="00F031CD">
        <w:rPr>
          <w:rStyle w:val="libAlaemChar"/>
          <w:rtl/>
        </w:rPr>
        <w:t xml:space="preserve"> صلى‌الله‌عليه‌وآله‌وسلم </w:t>
      </w:r>
      <w:r>
        <w:rPr>
          <w:rtl/>
        </w:rPr>
        <w:t xml:space="preserve"> سے اعراض1; حضرت محمد</w:t>
      </w:r>
      <w:r w:rsidR="00F031CD" w:rsidRPr="00F031CD">
        <w:rPr>
          <w:rStyle w:val="libAlaemChar"/>
          <w:rtl/>
        </w:rPr>
        <w:t xml:space="preserve"> صلى‌الله‌عليه‌وآله‌وسلم </w:t>
      </w:r>
      <w:r>
        <w:rPr>
          <w:rtl/>
        </w:rPr>
        <w:t xml:space="preserve"> كو دلدارى 6; حضرت محمد</w:t>
      </w:r>
      <w:r w:rsidR="00F031CD" w:rsidRPr="00F031CD">
        <w:rPr>
          <w:rStyle w:val="libAlaemChar"/>
          <w:rtl/>
        </w:rPr>
        <w:t xml:space="preserve"> صلى‌الله‌عليه‌وآله‌وسلم </w:t>
      </w:r>
      <w:r>
        <w:rPr>
          <w:rtl/>
        </w:rPr>
        <w:t xml:space="preserve"> كى تبليغ 2،3; حضرت محمد</w:t>
      </w:r>
      <w:r w:rsidR="00F031CD" w:rsidRPr="00F031CD">
        <w:rPr>
          <w:rStyle w:val="libAlaemChar"/>
          <w:rtl/>
        </w:rPr>
        <w:t xml:space="preserve"> صلى‌الله‌عليه‌وآله‌وسلم </w:t>
      </w:r>
      <w:r>
        <w:rPr>
          <w:rtl/>
        </w:rPr>
        <w:t xml:space="preserve"> كى ذمہ داري3،5; حضرت محمد</w:t>
      </w:r>
      <w:r w:rsidR="00F031CD" w:rsidRPr="00F031CD">
        <w:rPr>
          <w:rStyle w:val="libAlaemChar"/>
          <w:rtl/>
        </w:rPr>
        <w:t xml:space="preserve"> صلى‌الله‌عليه‌وآله‌وسلم </w:t>
      </w:r>
      <w:r>
        <w:rPr>
          <w:rtl/>
        </w:rPr>
        <w:t xml:space="preserve"> كى ذمہ دارى كى حدود 1،2</w:t>
      </w:r>
    </w:p>
    <w:p w:rsidR="001F628F" w:rsidRPr="00120F63" w:rsidRDefault="000962B3" w:rsidP="000962B3">
      <w:pPr>
        <w:pStyle w:val="Heading2Center"/>
        <w:rPr>
          <w:rtl/>
        </w:rPr>
      </w:pPr>
      <w:bookmarkStart w:id="229" w:name="_Toc28081907"/>
      <w:r>
        <w:rPr>
          <w:rFonts w:hint="cs"/>
          <w:rtl/>
        </w:rPr>
        <w:t xml:space="preserve">آیت </w:t>
      </w:r>
      <w:r w:rsidRPr="00120F63">
        <w:rPr>
          <w:rFonts w:hint="cs"/>
          <w:rtl/>
        </w:rPr>
        <w:t>83</w:t>
      </w:r>
      <w:bookmarkEnd w:id="229"/>
    </w:p>
    <w:p w:rsidR="001F628F" w:rsidRDefault="00E260F9" w:rsidP="000962B3">
      <w:pPr>
        <w:pStyle w:val="libNormal"/>
        <w:rPr>
          <w:rtl/>
        </w:rPr>
      </w:pPr>
      <w:r w:rsidRPr="00E260F9">
        <w:rPr>
          <w:rStyle w:val="libAlaemChar"/>
          <w:rFonts w:hint="eastAsia"/>
          <w:rtl/>
        </w:rPr>
        <w:t>(</w:t>
      </w:r>
      <w:r w:rsidRPr="000962B3">
        <w:rPr>
          <w:rStyle w:val="libAieChar"/>
          <w:rFonts w:hint="eastAsia"/>
          <w:rtl/>
        </w:rPr>
        <w:t>يَعْرِفُونَ</w:t>
      </w:r>
      <w:r w:rsidRPr="000962B3">
        <w:rPr>
          <w:rStyle w:val="libAieChar"/>
          <w:rtl/>
        </w:rPr>
        <w:t xml:space="preserve"> نِعْمَتَ اللّهِ ثُمَّ يُنكِرُونَهَا وَأَكْثَرُهُمُ الْكَافِرُونَ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لوگ اللہ كى نعمت كو پہچانتے ہي</w:t>
      </w:r>
      <w:r w:rsidR="00083993">
        <w:rPr>
          <w:rtl/>
        </w:rPr>
        <w:t xml:space="preserve">ں </w:t>
      </w:r>
      <w:r>
        <w:rPr>
          <w:rtl/>
        </w:rPr>
        <w:t>اور پھر انكار كرتے ہي</w:t>
      </w:r>
      <w:r w:rsidR="00083993">
        <w:rPr>
          <w:rtl/>
        </w:rPr>
        <w:t xml:space="preserve">ں </w:t>
      </w:r>
      <w:r>
        <w:rPr>
          <w:rtl/>
        </w:rPr>
        <w:t>اور ان كى اكثريت كافر ہے _</w:t>
      </w:r>
    </w:p>
    <w:p w:rsidR="001F628F" w:rsidRDefault="001F628F" w:rsidP="001F628F">
      <w:pPr>
        <w:pStyle w:val="libNormal"/>
        <w:rPr>
          <w:rtl/>
        </w:rPr>
      </w:pPr>
      <w:r>
        <w:rPr>
          <w:rtl/>
        </w:rPr>
        <w:t>1_ مشركين ،الہى نعمتو</w:t>
      </w:r>
      <w:r w:rsidR="00083993">
        <w:rPr>
          <w:rtl/>
        </w:rPr>
        <w:t xml:space="preserve">ں </w:t>
      </w:r>
      <w:r>
        <w:rPr>
          <w:rtl/>
        </w:rPr>
        <w:t>كى شناخت كے باوجود ان كا عملى طور پر انكار كرتے ہي</w:t>
      </w:r>
      <w:r w:rsidR="00083993">
        <w:rPr>
          <w:rtl/>
        </w:rPr>
        <w:t xml:space="preserve">ں </w:t>
      </w:r>
      <w:r>
        <w:rPr>
          <w:rtl/>
        </w:rPr>
        <w:t>اور ناشكرى كى راہ اختيار كرتے ہي</w:t>
      </w:r>
      <w:r w:rsidR="00083993">
        <w:rPr>
          <w:rtl/>
        </w:rPr>
        <w:t xml:space="preserve">ں </w:t>
      </w:r>
      <w:r>
        <w:rPr>
          <w:rtl/>
        </w:rPr>
        <w:t>_</w:t>
      </w:r>
    </w:p>
    <w:p w:rsidR="001F628F" w:rsidRDefault="001F628F" w:rsidP="000962B3">
      <w:pPr>
        <w:pStyle w:val="libArabic"/>
        <w:rPr>
          <w:rtl/>
        </w:rPr>
      </w:pPr>
      <w:r>
        <w:rPr>
          <w:rFonts w:hint="eastAsia"/>
          <w:rtl/>
        </w:rPr>
        <w:t>يعرفون</w:t>
      </w:r>
      <w:r>
        <w:rPr>
          <w:rtl/>
        </w:rPr>
        <w:t xml:space="preserve"> نعمت الله ثم ينكرو ن</w:t>
      </w:r>
      <w:r w:rsidR="00120F63" w:rsidRPr="00ED5DE8">
        <w:rPr>
          <w:rFonts w:hint="cs"/>
          <w:rtl/>
        </w:rPr>
        <w:t>ه</w:t>
      </w:r>
    </w:p>
    <w:p w:rsidR="001F628F" w:rsidRDefault="001F628F" w:rsidP="001F628F">
      <w:pPr>
        <w:pStyle w:val="libNormal"/>
        <w:rPr>
          <w:rtl/>
        </w:rPr>
      </w:pPr>
      <w:r>
        <w:rPr>
          <w:rFonts w:hint="eastAsia"/>
          <w:rtl/>
        </w:rPr>
        <w:t>اس</w:t>
      </w:r>
      <w:r>
        <w:rPr>
          <w:rtl/>
        </w:rPr>
        <w:t xml:space="preserve"> آيت مي</w:t>
      </w:r>
      <w:r w:rsidR="00083993">
        <w:rPr>
          <w:rtl/>
        </w:rPr>
        <w:t xml:space="preserve">ں </w:t>
      </w:r>
      <w:r>
        <w:rPr>
          <w:rtl/>
        </w:rPr>
        <w:t>انكار، معرفت اور شناخت كے مقابلہ مي</w:t>
      </w:r>
      <w:r w:rsidR="00083993">
        <w:rPr>
          <w:rtl/>
        </w:rPr>
        <w:t xml:space="preserve">ں </w:t>
      </w:r>
      <w:r>
        <w:rPr>
          <w:rtl/>
        </w:rPr>
        <w:t>قرار پايا ہے جس سے معلوم ہوتا ہے كہ نعمت كے انكار سے مراد عملى انكار ہے نہ كہ اعتقادى _</w:t>
      </w:r>
    </w:p>
    <w:p w:rsidR="001F628F" w:rsidRDefault="001F628F" w:rsidP="001F628F">
      <w:pPr>
        <w:pStyle w:val="libNormal"/>
        <w:rPr>
          <w:rtl/>
        </w:rPr>
      </w:pPr>
      <w:r>
        <w:rPr>
          <w:rtl/>
        </w:rPr>
        <w:t>2_ صدراسلام كے اكثر مشركين نے الہى نعمتو</w:t>
      </w:r>
      <w:r w:rsidR="00083993">
        <w:rPr>
          <w:rtl/>
        </w:rPr>
        <w:t xml:space="preserve">ں </w:t>
      </w:r>
      <w:r>
        <w:rPr>
          <w:rtl/>
        </w:rPr>
        <w:t>سے آگاہى كے باو جود نا شكرى كے راستہ كو اختيار كيا اور كافر ہوئے_</w:t>
      </w:r>
    </w:p>
    <w:p w:rsidR="001F628F" w:rsidRDefault="001F628F" w:rsidP="000962B3">
      <w:pPr>
        <w:pStyle w:val="libArabic"/>
        <w:rPr>
          <w:rtl/>
        </w:rPr>
      </w:pPr>
      <w:r>
        <w:rPr>
          <w:rFonts w:hint="eastAsia"/>
          <w:rtl/>
        </w:rPr>
        <w:t>يعرفون</w:t>
      </w:r>
      <w:r>
        <w:rPr>
          <w:rtl/>
        </w:rPr>
        <w:t xml:space="preserve"> نعمت الله ثم ينكرون</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اكثر</w:t>
      </w:r>
      <w:r>
        <w:rPr>
          <w:rtl/>
        </w:rPr>
        <w:t xml:space="preserve"> </w:t>
      </w:r>
      <w:r w:rsidR="00120F63" w:rsidRPr="00ED5DE8">
        <w:rPr>
          <w:rFonts w:hint="cs"/>
          <w:rtl/>
        </w:rPr>
        <w:t>ه</w:t>
      </w:r>
      <w:r>
        <w:rPr>
          <w:rFonts w:hint="cs"/>
          <w:rtl/>
        </w:rPr>
        <w:t>م</w:t>
      </w:r>
      <w:r>
        <w:rPr>
          <w:rtl/>
        </w:rPr>
        <w:t xml:space="preserve"> </w:t>
      </w:r>
      <w:r>
        <w:rPr>
          <w:rFonts w:hint="cs"/>
          <w:rtl/>
        </w:rPr>
        <w:t>ال</w:t>
      </w:r>
      <w:r>
        <w:rPr>
          <w:rtl/>
        </w:rPr>
        <w:t>كافرون</w:t>
      </w:r>
    </w:p>
    <w:p w:rsidR="001F628F" w:rsidRDefault="001F628F" w:rsidP="001F628F">
      <w:pPr>
        <w:pStyle w:val="libNormal"/>
        <w:rPr>
          <w:rtl/>
        </w:rPr>
      </w:pPr>
      <w:r>
        <w:rPr>
          <w:rtl/>
        </w:rPr>
        <w:t>3_ صدر اسلام كے اكثر مشركين نے الہى نعمتو</w:t>
      </w:r>
      <w:r w:rsidR="00083993">
        <w:rPr>
          <w:rtl/>
        </w:rPr>
        <w:t xml:space="preserve">ں </w:t>
      </w:r>
      <w:r>
        <w:rPr>
          <w:rtl/>
        </w:rPr>
        <w:t>كا عملاً انكار كرنے كے علاوہ زبانى طور پر بھى كفر اختيار كيا_</w:t>
      </w:r>
    </w:p>
    <w:p w:rsidR="001F628F" w:rsidRDefault="001F628F" w:rsidP="000962B3">
      <w:pPr>
        <w:pStyle w:val="libArabic"/>
        <w:rPr>
          <w:rtl/>
        </w:rPr>
      </w:pPr>
      <w:r>
        <w:rPr>
          <w:rFonts w:hint="eastAsia"/>
          <w:rtl/>
        </w:rPr>
        <w:t>يعرفون</w:t>
      </w:r>
      <w:r>
        <w:rPr>
          <w:rtl/>
        </w:rPr>
        <w:t xml:space="preserve"> نعمت الله ثم ينكرون</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اكثر</w:t>
      </w:r>
      <w:r>
        <w:rPr>
          <w:rtl/>
        </w:rPr>
        <w:t xml:space="preserve"> </w:t>
      </w:r>
      <w:r w:rsidR="00120F63" w:rsidRPr="00ED5DE8">
        <w:rPr>
          <w:rFonts w:hint="cs"/>
          <w:rtl/>
        </w:rPr>
        <w:t>ه</w:t>
      </w:r>
      <w:r>
        <w:rPr>
          <w:rFonts w:hint="cs"/>
          <w:rtl/>
        </w:rPr>
        <w:t>م</w:t>
      </w:r>
      <w:r>
        <w:rPr>
          <w:rtl/>
        </w:rPr>
        <w:t xml:space="preserve"> </w:t>
      </w:r>
      <w:r>
        <w:rPr>
          <w:rFonts w:hint="cs"/>
          <w:rtl/>
        </w:rPr>
        <w:t>ال</w:t>
      </w:r>
      <w:r>
        <w:rPr>
          <w:rtl/>
        </w:rPr>
        <w:t>كافرون</w:t>
      </w:r>
    </w:p>
    <w:p w:rsidR="001F628F" w:rsidRDefault="001F628F" w:rsidP="001F628F">
      <w:pPr>
        <w:pStyle w:val="libNormal"/>
        <w:rPr>
          <w:rtl/>
        </w:rPr>
      </w:pPr>
      <w:r>
        <w:rPr>
          <w:rFonts w:hint="eastAsia"/>
          <w:rtl/>
        </w:rPr>
        <w:t>الہى</w:t>
      </w:r>
      <w:r>
        <w:rPr>
          <w:rtl/>
        </w:rPr>
        <w:t xml:space="preserve"> نعمتو</w:t>
      </w:r>
      <w:r w:rsidR="00083993">
        <w:rPr>
          <w:rtl/>
        </w:rPr>
        <w:t xml:space="preserve">ں </w:t>
      </w:r>
      <w:r>
        <w:rPr>
          <w:rtl/>
        </w:rPr>
        <w:t>كا انكار اور نا شكرى يا زبان كے ساتھ ہے يا عمل كے ذريعہ جملہ''</w:t>
      </w:r>
      <w:r w:rsidRPr="000962B3">
        <w:rPr>
          <w:rStyle w:val="libArabicChar"/>
          <w:rtl/>
        </w:rPr>
        <w:t>ثم ينكرون</w:t>
      </w:r>
      <w:r w:rsidR="00120F63" w:rsidRPr="00B2551F">
        <w:rPr>
          <w:rStyle w:val="libArabicChar"/>
          <w:rFonts w:hint="cs"/>
          <w:rtl/>
        </w:rPr>
        <w:t>ه</w:t>
      </w:r>
      <w:r w:rsidRPr="000962B3">
        <w:rPr>
          <w:rStyle w:val="libArabicChar"/>
          <w:rFonts w:hint="cs"/>
          <w:rtl/>
        </w:rPr>
        <w:t>ا</w:t>
      </w:r>
      <w:r>
        <w:rPr>
          <w:rtl/>
        </w:rPr>
        <w:t xml:space="preserve">''عملى كفران نعمت اور جملہ </w:t>
      </w:r>
      <w:r w:rsidRPr="000962B3">
        <w:rPr>
          <w:rStyle w:val="libArabicChar"/>
          <w:rtl/>
        </w:rPr>
        <w:t>''اكثر</w:t>
      </w:r>
      <w:r w:rsidR="00120F63" w:rsidRPr="00B2551F">
        <w:rPr>
          <w:rStyle w:val="libArabicChar"/>
          <w:rFonts w:hint="cs"/>
          <w:rtl/>
        </w:rPr>
        <w:t>ه</w:t>
      </w:r>
      <w:r w:rsidRPr="000962B3">
        <w:rPr>
          <w:rStyle w:val="libArabicChar"/>
          <w:rFonts w:hint="cs"/>
          <w:rtl/>
        </w:rPr>
        <w:t>م</w:t>
      </w:r>
      <w:r w:rsidRPr="000962B3">
        <w:rPr>
          <w:rStyle w:val="libArabicChar"/>
          <w:rtl/>
        </w:rPr>
        <w:t xml:space="preserve"> </w:t>
      </w:r>
      <w:r w:rsidRPr="000962B3">
        <w:rPr>
          <w:rStyle w:val="libArabicChar"/>
          <w:rFonts w:hint="cs"/>
          <w:rtl/>
        </w:rPr>
        <w:t>الكافرون</w:t>
      </w:r>
      <w:r w:rsidRPr="000962B3">
        <w:rPr>
          <w:rStyle w:val="libArabicChar"/>
          <w:rtl/>
        </w:rPr>
        <w:t>''</w:t>
      </w:r>
      <w:r>
        <w:rPr>
          <w:rtl/>
        </w:rPr>
        <w:t xml:space="preserve"> زبانى طور پر نا شكرى كو بيان كررہا ہے_</w:t>
      </w:r>
    </w:p>
    <w:p w:rsidR="000962B3" w:rsidRDefault="001E7F9D" w:rsidP="00F73EDE">
      <w:pPr>
        <w:pStyle w:val="libPoemTini"/>
        <w:rPr>
          <w:rtl/>
        </w:rPr>
      </w:pPr>
      <w:r>
        <w:rPr>
          <w:rtl/>
        </w:rPr>
        <w:cr/>
      </w:r>
      <w:r>
        <w:rPr>
          <w:rtl/>
        </w:rPr>
        <w:br w:type="page"/>
      </w:r>
    </w:p>
    <w:p w:rsidR="001F628F" w:rsidRDefault="001F628F" w:rsidP="000962B3">
      <w:pPr>
        <w:pStyle w:val="libNormal"/>
        <w:rPr>
          <w:rtl/>
        </w:rPr>
      </w:pPr>
      <w:r>
        <w:rPr>
          <w:rtl/>
        </w:rPr>
        <w:lastRenderedPageBreak/>
        <w:t>4_ الہى نعمتو</w:t>
      </w:r>
      <w:r w:rsidR="00083993">
        <w:rPr>
          <w:rtl/>
        </w:rPr>
        <w:t xml:space="preserve">ں </w:t>
      </w:r>
      <w:r>
        <w:rPr>
          <w:rtl/>
        </w:rPr>
        <w:t>كا اكثر انكار كرنے والے، كفر كا مجسمہ كامل اور مصداق ہي</w:t>
      </w:r>
      <w:r w:rsidR="00083993">
        <w:rPr>
          <w:rtl/>
        </w:rPr>
        <w:t xml:space="preserve">ں </w:t>
      </w:r>
      <w:r>
        <w:rPr>
          <w:rtl/>
        </w:rPr>
        <w:t>_</w:t>
      </w:r>
      <w:r w:rsidRPr="000962B3">
        <w:rPr>
          <w:rStyle w:val="libArabicChar"/>
          <w:rFonts w:hint="eastAsia"/>
          <w:rtl/>
        </w:rPr>
        <w:t>يعرفون</w:t>
      </w:r>
      <w:r w:rsidRPr="000962B3">
        <w:rPr>
          <w:rStyle w:val="libArabicChar"/>
          <w:rtl/>
        </w:rPr>
        <w:t xml:space="preserve"> نعمت الله ...واكثر </w:t>
      </w:r>
      <w:r w:rsidR="00120F63" w:rsidRPr="00B2551F">
        <w:rPr>
          <w:rStyle w:val="libArabicChar"/>
          <w:rFonts w:hint="cs"/>
          <w:rtl/>
        </w:rPr>
        <w:t>ه</w:t>
      </w:r>
      <w:r w:rsidRPr="000962B3">
        <w:rPr>
          <w:rStyle w:val="libArabicChar"/>
          <w:rFonts w:hint="cs"/>
          <w:rtl/>
        </w:rPr>
        <w:t>م</w:t>
      </w:r>
      <w:r w:rsidRPr="000962B3">
        <w:rPr>
          <w:rStyle w:val="libArabicChar"/>
          <w:rtl/>
        </w:rPr>
        <w:t xml:space="preserve"> </w:t>
      </w:r>
      <w:r w:rsidRPr="000962B3">
        <w:rPr>
          <w:rStyle w:val="libArabicChar"/>
          <w:rFonts w:hint="cs"/>
          <w:rtl/>
        </w:rPr>
        <w:t>ال</w:t>
      </w:r>
      <w:r w:rsidRPr="000962B3">
        <w:rPr>
          <w:rStyle w:val="libArabicChar"/>
          <w:rtl/>
        </w:rPr>
        <w:t>كافرون</w:t>
      </w:r>
    </w:p>
    <w:p w:rsidR="001F628F" w:rsidRDefault="001F628F" w:rsidP="001F628F">
      <w:pPr>
        <w:pStyle w:val="libNormal"/>
        <w:rPr>
          <w:rtl/>
        </w:rPr>
      </w:pPr>
      <w:r>
        <w:rPr>
          <w:rFonts w:hint="eastAsia"/>
          <w:rtl/>
        </w:rPr>
        <w:t>مذكورہ</w:t>
      </w:r>
      <w:r>
        <w:rPr>
          <w:rtl/>
        </w:rPr>
        <w:t xml:space="preserve"> تفسير اس نكتہ كى بناء پر ہے كہ ''ہم'' كى ضمير ''يعرفون'' كے فاعل كى طرف لوٹ رہى ہواور ''الكافرون'' مي</w:t>
      </w:r>
      <w:r w:rsidR="00083993">
        <w:rPr>
          <w:rtl/>
        </w:rPr>
        <w:t xml:space="preserve">ں </w:t>
      </w:r>
      <w:r>
        <w:rPr>
          <w:rtl/>
        </w:rPr>
        <w:t>''الف و لام'' استغراق(عموميت) كے ليے ہو_</w:t>
      </w:r>
    </w:p>
    <w:p w:rsidR="001F628F" w:rsidRDefault="001F628F" w:rsidP="000962B3">
      <w:pPr>
        <w:pStyle w:val="libNormal"/>
        <w:rPr>
          <w:rtl/>
        </w:rPr>
      </w:pPr>
      <w:r>
        <w:rPr>
          <w:rFonts w:hint="eastAsia"/>
          <w:rtl/>
        </w:rPr>
        <w:t>الله</w:t>
      </w:r>
      <w:r>
        <w:rPr>
          <w:rtl/>
        </w:rPr>
        <w:t xml:space="preserve"> تعالي:</w:t>
      </w:r>
      <w:r>
        <w:rPr>
          <w:rFonts w:hint="eastAsia"/>
          <w:rtl/>
        </w:rPr>
        <w:t>الله</w:t>
      </w:r>
      <w:r>
        <w:rPr>
          <w:rtl/>
        </w:rPr>
        <w:t xml:space="preserve"> تعالى كى نعمتو</w:t>
      </w:r>
      <w:r w:rsidR="00083993">
        <w:rPr>
          <w:rtl/>
        </w:rPr>
        <w:t xml:space="preserve">ں </w:t>
      </w:r>
      <w:r>
        <w:rPr>
          <w:rtl/>
        </w:rPr>
        <w:t>كى تكذيب كرنے والے 1،3; الله تعالى كى تكذيب كرنے والو</w:t>
      </w:r>
      <w:r w:rsidR="00083993">
        <w:rPr>
          <w:rtl/>
        </w:rPr>
        <w:t xml:space="preserve">ں </w:t>
      </w:r>
      <w:r>
        <w:rPr>
          <w:rtl/>
        </w:rPr>
        <w:t>كى اكثريت 4; الہى نعمتو</w:t>
      </w:r>
      <w:r w:rsidR="00083993">
        <w:rPr>
          <w:rtl/>
        </w:rPr>
        <w:t xml:space="preserve">ں </w:t>
      </w:r>
      <w:r>
        <w:rPr>
          <w:rtl/>
        </w:rPr>
        <w:t>كى تكذيب كرنے والو</w:t>
      </w:r>
      <w:r w:rsidR="00083993">
        <w:rPr>
          <w:rtl/>
        </w:rPr>
        <w:t xml:space="preserve">ں </w:t>
      </w:r>
      <w:r>
        <w:rPr>
          <w:rtl/>
        </w:rPr>
        <w:t>كا كفر4</w:t>
      </w:r>
    </w:p>
    <w:p w:rsidR="001F628F" w:rsidRDefault="001F628F" w:rsidP="001F628F">
      <w:pPr>
        <w:pStyle w:val="libNormal"/>
        <w:rPr>
          <w:rtl/>
        </w:rPr>
      </w:pPr>
      <w:r>
        <w:rPr>
          <w:rFonts w:hint="eastAsia"/>
          <w:rtl/>
        </w:rPr>
        <w:t>كفار</w:t>
      </w:r>
      <w:r>
        <w:rPr>
          <w:rtl/>
        </w:rPr>
        <w:t>:2،3،4</w:t>
      </w:r>
    </w:p>
    <w:p w:rsidR="001F628F" w:rsidRDefault="001F628F" w:rsidP="000962B3">
      <w:pPr>
        <w:pStyle w:val="libNormal"/>
        <w:rPr>
          <w:rtl/>
        </w:rPr>
      </w:pPr>
      <w:r>
        <w:rPr>
          <w:rFonts w:hint="eastAsia"/>
          <w:rtl/>
        </w:rPr>
        <w:t>مشركين</w:t>
      </w:r>
      <w:r>
        <w:rPr>
          <w:rtl/>
        </w:rPr>
        <w:t>:</w:t>
      </w:r>
      <w:r>
        <w:rPr>
          <w:rFonts w:hint="eastAsia"/>
          <w:rtl/>
        </w:rPr>
        <w:t>صدر</w:t>
      </w:r>
      <w:r>
        <w:rPr>
          <w:rtl/>
        </w:rPr>
        <w:t xml:space="preserve"> اسلام كے مشركين كا كفر 2،3; صدر اسلام كے مشركين كا كفران2،3; صدراسلام مي</w:t>
      </w:r>
      <w:r w:rsidR="00083993">
        <w:rPr>
          <w:rtl/>
        </w:rPr>
        <w:t xml:space="preserve">ں </w:t>
      </w:r>
      <w:r>
        <w:rPr>
          <w:rtl/>
        </w:rPr>
        <w:t>مشركين كى اكثريت3; مشركين كا كفر1; مشركين كى لجاجت1</w:t>
      </w:r>
    </w:p>
    <w:p w:rsidR="001F628F" w:rsidRPr="00120F63" w:rsidRDefault="000962B3" w:rsidP="000962B3">
      <w:pPr>
        <w:pStyle w:val="Heading2Center"/>
        <w:rPr>
          <w:rtl/>
        </w:rPr>
      </w:pPr>
      <w:bookmarkStart w:id="230" w:name="_Toc28081908"/>
      <w:r>
        <w:rPr>
          <w:rFonts w:hint="cs"/>
          <w:rtl/>
        </w:rPr>
        <w:t xml:space="preserve">آیت </w:t>
      </w:r>
      <w:r w:rsidRPr="00120F63">
        <w:rPr>
          <w:rFonts w:hint="cs"/>
          <w:rtl/>
        </w:rPr>
        <w:t>84</w:t>
      </w:r>
      <w:bookmarkEnd w:id="230"/>
    </w:p>
    <w:p w:rsidR="001F628F" w:rsidRDefault="00E260F9" w:rsidP="000962B3">
      <w:pPr>
        <w:pStyle w:val="libNormal"/>
        <w:rPr>
          <w:rtl/>
        </w:rPr>
      </w:pPr>
      <w:r w:rsidRPr="00E260F9">
        <w:rPr>
          <w:rStyle w:val="libAlaemChar"/>
          <w:rFonts w:hint="eastAsia"/>
          <w:rtl/>
        </w:rPr>
        <w:t>(</w:t>
      </w:r>
      <w:r w:rsidRPr="000962B3">
        <w:rPr>
          <w:rStyle w:val="libAieChar"/>
          <w:rFonts w:hint="eastAsia"/>
          <w:rtl/>
        </w:rPr>
        <w:t>وَيَوْمَ</w:t>
      </w:r>
      <w:r w:rsidRPr="000962B3">
        <w:rPr>
          <w:rStyle w:val="libAieChar"/>
          <w:rtl/>
        </w:rPr>
        <w:t xml:space="preserve"> نَبْعَثُ مِن كُلِّ أُمَّةٍ شَهِيداً ثُمَّ لاَ يُؤْذَنُ لِلَّذِينَ كَفَرُواْ وَلاَ هُمْ يُسْتَعْتَبُونَ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قيامت كے دن ہم ہر امت مي</w:t>
      </w:r>
      <w:r w:rsidR="00083993">
        <w:rPr>
          <w:rtl/>
        </w:rPr>
        <w:t xml:space="preserve">ں </w:t>
      </w:r>
      <w:r>
        <w:rPr>
          <w:rtl/>
        </w:rPr>
        <w:t>سے ايك گواہ لائي</w:t>
      </w:r>
      <w:r w:rsidR="00083993">
        <w:rPr>
          <w:rtl/>
        </w:rPr>
        <w:t xml:space="preserve">ں </w:t>
      </w:r>
      <w:r>
        <w:rPr>
          <w:rtl/>
        </w:rPr>
        <w:t>گے اور اس كے بعد كافرو</w:t>
      </w:r>
      <w:r w:rsidR="00083993">
        <w:rPr>
          <w:rtl/>
        </w:rPr>
        <w:t xml:space="preserve">ں </w:t>
      </w:r>
      <w:r>
        <w:rPr>
          <w:rtl/>
        </w:rPr>
        <w:t>كو كسى طرح كى اجازت نہ دى جائے گى اور نہ ان كا عذر ہى سناجائے گا _</w:t>
      </w:r>
    </w:p>
    <w:p w:rsidR="001F628F" w:rsidRDefault="001F628F" w:rsidP="000962B3">
      <w:pPr>
        <w:pStyle w:val="libNormal"/>
        <w:rPr>
          <w:rtl/>
        </w:rPr>
      </w:pPr>
      <w:r>
        <w:rPr>
          <w:rtl/>
        </w:rPr>
        <w:t>1_ روز قيامت ہر امت مي</w:t>
      </w:r>
      <w:r w:rsidR="00083993">
        <w:rPr>
          <w:rtl/>
        </w:rPr>
        <w:t xml:space="preserve">ں </w:t>
      </w:r>
      <w:r>
        <w:rPr>
          <w:rtl/>
        </w:rPr>
        <w:t>سے ايك فرد گواہ اورشاہد كے عنوان سے مبعوث ہوگا_</w:t>
      </w:r>
      <w:r w:rsidRPr="000962B3">
        <w:rPr>
          <w:rStyle w:val="libArabicChar"/>
          <w:rFonts w:hint="eastAsia"/>
          <w:rtl/>
        </w:rPr>
        <w:t>ويوم</w:t>
      </w:r>
      <w:r w:rsidRPr="000962B3">
        <w:rPr>
          <w:rStyle w:val="libArabicChar"/>
          <w:rtl/>
        </w:rPr>
        <w:t xml:space="preserve"> نبعث من كل امّة: ش</w:t>
      </w:r>
      <w:r w:rsidR="00120F63" w:rsidRPr="00B2551F">
        <w:rPr>
          <w:rStyle w:val="libArabicChar"/>
          <w:rFonts w:hint="cs"/>
          <w:rtl/>
        </w:rPr>
        <w:t>ه</w:t>
      </w:r>
      <w:r w:rsidRPr="000962B3">
        <w:rPr>
          <w:rStyle w:val="libArabicChar"/>
          <w:rFonts w:hint="cs"/>
          <w:rtl/>
        </w:rPr>
        <w:t>يد</w:t>
      </w:r>
    </w:p>
    <w:p w:rsidR="001F628F" w:rsidRDefault="001F628F" w:rsidP="000962B3">
      <w:pPr>
        <w:pStyle w:val="libNormal"/>
        <w:rPr>
          <w:rtl/>
        </w:rPr>
      </w:pPr>
      <w:r>
        <w:rPr>
          <w:rtl/>
        </w:rPr>
        <w:t>2_ خداوند عالم نے انسانو</w:t>
      </w:r>
      <w:r w:rsidR="00083993">
        <w:rPr>
          <w:rtl/>
        </w:rPr>
        <w:t xml:space="preserve">ں </w:t>
      </w:r>
      <w:r>
        <w:rPr>
          <w:rtl/>
        </w:rPr>
        <w:t>كو قيامت يا د كرنے كى تاكيد كى ہے_</w:t>
      </w:r>
      <w:r w:rsidRPr="000962B3">
        <w:rPr>
          <w:rStyle w:val="libArabicChar"/>
          <w:rFonts w:hint="eastAsia"/>
          <w:rtl/>
        </w:rPr>
        <w:t>ويوم</w:t>
      </w:r>
      <w:r w:rsidRPr="000962B3">
        <w:rPr>
          <w:rStyle w:val="libArabicChar"/>
          <w:rtl/>
        </w:rPr>
        <w:t xml:space="preserve"> نبعث من كل امّة ش</w:t>
      </w:r>
      <w:r w:rsidR="00120F63" w:rsidRPr="00B2551F">
        <w:rPr>
          <w:rStyle w:val="libArabicChar"/>
          <w:rFonts w:hint="cs"/>
          <w:rtl/>
        </w:rPr>
        <w:t>ه</w:t>
      </w:r>
      <w:r w:rsidRPr="000962B3">
        <w:rPr>
          <w:rStyle w:val="libArabicChar"/>
          <w:rFonts w:hint="cs"/>
          <w:rtl/>
        </w:rPr>
        <w:t>يد</w:t>
      </w:r>
    </w:p>
    <w:p w:rsidR="001F628F" w:rsidRDefault="001F628F" w:rsidP="001F628F">
      <w:pPr>
        <w:pStyle w:val="libNormal"/>
        <w:rPr>
          <w:rtl/>
        </w:rPr>
      </w:pPr>
      <w:r>
        <w:rPr>
          <w:rFonts w:hint="eastAsia"/>
          <w:rtl/>
        </w:rPr>
        <w:t>مذكورہ</w:t>
      </w:r>
      <w:r>
        <w:rPr>
          <w:rtl/>
        </w:rPr>
        <w:t xml:space="preserve"> تفسير اس نكتہ پر موقوف ہے كہ ''يوم '' ظرف تقدير مي</w:t>
      </w:r>
      <w:r w:rsidR="00083993">
        <w:rPr>
          <w:rtl/>
        </w:rPr>
        <w:t xml:space="preserve">ں </w:t>
      </w:r>
      <w:r>
        <w:rPr>
          <w:rtl/>
        </w:rPr>
        <w:t>''ذكر'' يا''اذكروا'' كےمتعلق</w:t>
      </w:r>
      <w:r w:rsidR="000962B3">
        <w:rPr>
          <w:rFonts w:hint="cs"/>
          <w:rtl/>
        </w:rPr>
        <w:t xml:space="preserve"> </w:t>
      </w:r>
      <w:r>
        <w:rPr>
          <w:rtl/>
        </w:rPr>
        <w:t>ہو_</w:t>
      </w:r>
    </w:p>
    <w:p w:rsidR="000962B3" w:rsidRDefault="001F628F" w:rsidP="000962B3">
      <w:pPr>
        <w:pStyle w:val="libNormal"/>
        <w:rPr>
          <w:rtl/>
        </w:rPr>
      </w:pPr>
      <w:r>
        <w:rPr>
          <w:rtl/>
        </w:rPr>
        <w:t>3_ روز قيامت تمام زمانو</w:t>
      </w:r>
      <w:r w:rsidR="00083993">
        <w:rPr>
          <w:rtl/>
        </w:rPr>
        <w:t xml:space="preserve">ں </w:t>
      </w:r>
      <w:r>
        <w:rPr>
          <w:rtl/>
        </w:rPr>
        <w:t>كے متعلق ہر امت مي</w:t>
      </w:r>
      <w:r w:rsidR="00083993">
        <w:rPr>
          <w:rtl/>
        </w:rPr>
        <w:t xml:space="preserve">ں </w:t>
      </w:r>
      <w:r>
        <w:rPr>
          <w:rtl/>
        </w:rPr>
        <w:t>سے ايك فرد شاہد اور گواہ كے عنوان سے حاضر</w:t>
      </w:r>
      <w:r w:rsidR="000962B3" w:rsidRPr="000962B3">
        <w:rPr>
          <w:rFonts w:hint="eastAsia"/>
          <w:rtl/>
        </w:rPr>
        <w:t xml:space="preserve"> </w:t>
      </w:r>
      <w:r w:rsidR="000962B3">
        <w:rPr>
          <w:rFonts w:hint="eastAsia"/>
          <w:rtl/>
        </w:rPr>
        <w:t>ہوگا</w:t>
      </w:r>
      <w:r w:rsidR="000962B3">
        <w:rPr>
          <w:rtl/>
        </w:rPr>
        <w:t>_</w:t>
      </w:r>
      <w:r w:rsidR="000962B3" w:rsidRPr="000962B3">
        <w:rPr>
          <w:rStyle w:val="libArabicChar"/>
          <w:rFonts w:hint="eastAsia"/>
          <w:rtl/>
        </w:rPr>
        <w:t>ويوم</w:t>
      </w:r>
      <w:r w:rsidR="000962B3" w:rsidRPr="000962B3">
        <w:rPr>
          <w:rStyle w:val="libArabicChar"/>
          <w:rtl/>
        </w:rPr>
        <w:t xml:space="preserve"> نبعث من كل امة ش</w:t>
      </w:r>
      <w:r w:rsidR="00120F63" w:rsidRPr="00B2551F">
        <w:rPr>
          <w:rStyle w:val="libArabicChar"/>
          <w:rFonts w:hint="cs"/>
          <w:rtl/>
        </w:rPr>
        <w:t>ه</w:t>
      </w:r>
      <w:r w:rsidR="000962B3" w:rsidRPr="000962B3">
        <w:rPr>
          <w:rStyle w:val="libArabicChar"/>
          <w:rFonts w:hint="cs"/>
          <w:rtl/>
        </w:rPr>
        <w:t>يد</w:t>
      </w:r>
    </w:p>
    <w:p w:rsidR="000962B3" w:rsidRDefault="000962B3" w:rsidP="000962B3">
      <w:pPr>
        <w:pStyle w:val="libNormal"/>
        <w:rPr>
          <w:rtl/>
        </w:rPr>
      </w:pPr>
      <w:r>
        <w:rPr>
          <w:rFonts w:hint="eastAsia"/>
          <w:rtl/>
        </w:rPr>
        <w:t>ہر</w:t>
      </w:r>
      <w:r>
        <w:rPr>
          <w:rtl/>
        </w:rPr>
        <w:t xml:space="preserve"> امت كے ايك گواہ كا حاضر ہونا ممكن ہے اس صورت ميں ہو كہ ہر زمانہ اور نسل سے متعلق تمام امتوں ميں سے ايك شخص گواہ كے عنوان سے روز قيامت حاضر ہوگا اس بناء پر نسلوں اور زمانوں كى تعداد كے مطابق گواہ ، گواہى ديں گے_</w:t>
      </w:r>
    </w:p>
    <w:p w:rsidR="000962B3" w:rsidRDefault="000962B3" w:rsidP="000962B3">
      <w:pPr>
        <w:pStyle w:val="libNormal"/>
        <w:rPr>
          <w:rtl/>
        </w:rPr>
      </w:pPr>
      <w:r>
        <w:rPr>
          <w:rtl/>
        </w:rPr>
        <w:t>4_ ہر زمانہ ميں تمام امتوں ميں سے خدا كى جانب سے افراد، لوگوں كے اعمال پر نظارت ركھتے ہيں _</w:t>
      </w:r>
    </w:p>
    <w:p w:rsidR="000962B3" w:rsidRDefault="000962B3" w:rsidP="000962B3">
      <w:pPr>
        <w:pStyle w:val="libArabic"/>
        <w:rPr>
          <w:rtl/>
        </w:rPr>
      </w:pPr>
      <w:r>
        <w:rPr>
          <w:rFonts w:hint="eastAsia"/>
          <w:rtl/>
        </w:rPr>
        <w:t>ويوم</w:t>
      </w:r>
      <w:r>
        <w:rPr>
          <w:rtl/>
        </w:rPr>
        <w:t xml:space="preserve"> نبعث من كل امة ش</w:t>
      </w:r>
      <w:r w:rsidR="00120F63" w:rsidRPr="00ED5DE8">
        <w:rPr>
          <w:rFonts w:hint="cs"/>
          <w:rtl/>
        </w:rPr>
        <w:t>ه</w:t>
      </w:r>
      <w:r>
        <w:rPr>
          <w:rFonts w:hint="cs"/>
          <w:rtl/>
        </w:rPr>
        <w:t>يد</w:t>
      </w:r>
    </w:p>
    <w:p w:rsidR="000962B3"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مذكورہ</w:t>
      </w:r>
      <w:r>
        <w:rPr>
          <w:rtl/>
        </w:rPr>
        <w:t xml:space="preserve"> تفسير اس نكتہ كى بناء پر ہے كہ نظارت ركھنا گواہى دينے كا لازمہ ہے كيونكہ جب تك كسى چيز پر نظارت نہ كى جائے اس كے متعلق گواہى دينا ممكن نہي</w:t>
      </w:r>
      <w:r w:rsidR="00083993">
        <w:rPr>
          <w:rtl/>
        </w:rPr>
        <w:t xml:space="preserve">ں </w:t>
      </w:r>
      <w:r>
        <w:rPr>
          <w:rtl/>
        </w:rPr>
        <w:t>ہوگا_</w:t>
      </w:r>
    </w:p>
    <w:p w:rsidR="001F628F" w:rsidRDefault="001F628F" w:rsidP="000962B3">
      <w:pPr>
        <w:pStyle w:val="libNormal"/>
        <w:rPr>
          <w:rtl/>
        </w:rPr>
      </w:pPr>
      <w:r>
        <w:rPr>
          <w:rtl/>
        </w:rPr>
        <w:t>5_ قيامت ، تمام انسانو</w:t>
      </w:r>
      <w:r w:rsidR="00083993">
        <w:rPr>
          <w:rtl/>
        </w:rPr>
        <w:t xml:space="preserve">ں </w:t>
      </w:r>
      <w:r>
        <w:rPr>
          <w:rtl/>
        </w:rPr>
        <w:t>كے اعمال و كردار اور حقيقت كے ظاہر ہونے كا دن ہے_</w:t>
      </w:r>
      <w:r w:rsidRPr="000962B3">
        <w:rPr>
          <w:rStyle w:val="libArabicChar"/>
          <w:rFonts w:hint="eastAsia"/>
          <w:rtl/>
        </w:rPr>
        <w:t>ويوم</w:t>
      </w:r>
      <w:r w:rsidRPr="000962B3">
        <w:rPr>
          <w:rStyle w:val="libArabicChar"/>
          <w:rtl/>
        </w:rPr>
        <w:t xml:space="preserve"> نبعث من كل امة ش</w:t>
      </w:r>
      <w:r w:rsidR="00120F63" w:rsidRPr="00B2551F">
        <w:rPr>
          <w:rStyle w:val="libArabicChar"/>
          <w:rFonts w:hint="cs"/>
          <w:rtl/>
        </w:rPr>
        <w:t>ه</w:t>
      </w:r>
      <w:r w:rsidRPr="000962B3">
        <w:rPr>
          <w:rStyle w:val="libArabicChar"/>
          <w:rFonts w:hint="cs"/>
          <w:rtl/>
        </w:rPr>
        <w:t>يد</w:t>
      </w:r>
    </w:p>
    <w:p w:rsidR="001F628F" w:rsidRDefault="001F628F" w:rsidP="001F628F">
      <w:pPr>
        <w:pStyle w:val="libNormal"/>
        <w:rPr>
          <w:rtl/>
        </w:rPr>
      </w:pPr>
      <w:r>
        <w:rPr>
          <w:rFonts w:hint="eastAsia"/>
          <w:rtl/>
        </w:rPr>
        <w:t>مذكورہ</w:t>
      </w:r>
      <w:r>
        <w:rPr>
          <w:rtl/>
        </w:rPr>
        <w:t xml:space="preserve"> تفسير اس ليے ہے كہ گواہو</w:t>
      </w:r>
      <w:r w:rsidR="00083993">
        <w:rPr>
          <w:rtl/>
        </w:rPr>
        <w:t xml:space="preserve">ں </w:t>
      </w:r>
      <w:r>
        <w:rPr>
          <w:rtl/>
        </w:rPr>
        <w:t>كى گواہى دينے كے ذريعہ انسانو</w:t>
      </w:r>
      <w:r w:rsidR="00083993">
        <w:rPr>
          <w:rtl/>
        </w:rPr>
        <w:t xml:space="preserve">ں </w:t>
      </w:r>
      <w:r>
        <w:rPr>
          <w:rtl/>
        </w:rPr>
        <w:t>كے اعمال، كردار و غيرہ جو روز قيامت تك پنہا</w:t>
      </w:r>
      <w:r w:rsidR="00083993">
        <w:rPr>
          <w:rtl/>
        </w:rPr>
        <w:t xml:space="preserve">ں </w:t>
      </w:r>
      <w:r>
        <w:rPr>
          <w:rtl/>
        </w:rPr>
        <w:t>ہو</w:t>
      </w:r>
      <w:r w:rsidR="00083993">
        <w:rPr>
          <w:rtl/>
        </w:rPr>
        <w:t xml:space="preserve">ں </w:t>
      </w:r>
      <w:r>
        <w:rPr>
          <w:rtl/>
        </w:rPr>
        <w:t>گے سے پردہ چاك كرديا جائے گا_</w:t>
      </w:r>
    </w:p>
    <w:p w:rsidR="001F628F" w:rsidRDefault="001F628F" w:rsidP="001F628F">
      <w:pPr>
        <w:pStyle w:val="libNormal"/>
        <w:rPr>
          <w:rtl/>
        </w:rPr>
      </w:pPr>
      <w:r>
        <w:rPr>
          <w:rtl/>
        </w:rPr>
        <w:t>6_ قيامت كے دن اپنى امت كے اعمال پر گواہى دينے والے اپنى امت كے بہترين اور ممتاز افراد ہي</w:t>
      </w:r>
      <w:r w:rsidR="00083993">
        <w:rPr>
          <w:rtl/>
        </w:rPr>
        <w:t xml:space="preserve">ں </w:t>
      </w:r>
      <w:r>
        <w:rPr>
          <w:rtl/>
        </w:rPr>
        <w:t>_</w:t>
      </w:r>
    </w:p>
    <w:p w:rsidR="001F628F" w:rsidRDefault="001F628F" w:rsidP="000962B3">
      <w:pPr>
        <w:pStyle w:val="libArabic"/>
        <w:rPr>
          <w:rtl/>
        </w:rPr>
      </w:pPr>
      <w:r>
        <w:rPr>
          <w:rFonts w:hint="eastAsia"/>
          <w:rtl/>
        </w:rPr>
        <w:t>ويوم</w:t>
      </w:r>
      <w:r>
        <w:rPr>
          <w:rtl/>
        </w:rPr>
        <w:t xml:space="preserve"> نبعث من كل امة ش</w:t>
      </w:r>
      <w:r w:rsidR="00120F63" w:rsidRPr="00ED5DE8">
        <w:rPr>
          <w:rFonts w:hint="cs"/>
          <w:rtl/>
        </w:rPr>
        <w:t>ه</w:t>
      </w:r>
      <w:r>
        <w:rPr>
          <w:rFonts w:hint="cs"/>
          <w:rtl/>
        </w:rPr>
        <w:t>يد</w:t>
      </w:r>
    </w:p>
    <w:p w:rsidR="001F628F" w:rsidRDefault="001F628F" w:rsidP="001F628F">
      <w:pPr>
        <w:pStyle w:val="libNormal"/>
        <w:rPr>
          <w:rtl/>
        </w:rPr>
      </w:pPr>
      <w:r>
        <w:rPr>
          <w:rFonts w:hint="eastAsia"/>
          <w:rtl/>
        </w:rPr>
        <w:t>ہر</w:t>
      </w:r>
      <w:r>
        <w:rPr>
          <w:rtl/>
        </w:rPr>
        <w:t xml:space="preserve"> امت مي</w:t>
      </w:r>
      <w:r w:rsidR="00083993">
        <w:rPr>
          <w:rtl/>
        </w:rPr>
        <w:t xml:space="preserve">ں </w:t>
      </w:r>
      <w:r>
        <w:rPr>
          <w:rtl/>
        </w:rPr>
        <w:t>سے گواہ و شاہد كا انتخاب اس چيز كو بيان كررہا ہے كہ وہ گواہ امت كے بہترين اور ممتاز افراد ہو</w:t>
      </w:r>
      <w:r w:rsidR="00083993">
        <w:rPr>
          <w:rtl/>
        </w:rPr>
        <w:t xml:space="preserve">ں </w:t>
      </w:r>
      <w:r>
        <w:rPr>
          <w:rtl/>
        </w:rPr>
        <w:t>گے كيو</w:t>
      </w:r>
      <w:r w:rsidR="00083993">
        <w:rPr>
          <w:rtl/>
        </w:rPr>
        <w:t xml:space="preserve">ں </w:t>
      </w:r>
      <w:r>
        <w:rPr>
          <w:rtl/>
        </w:rPr>
        <w:t>كہ اگر ان كا تعلق بھى گناہ گار افراد سے ہواور ان كے اعمال پر كوئي دوسرا گروہ شاہد ہو تو گواہى دينے كے ليے ان كا انتخاب لغو اور بے ہودہ قرار پائ</w:t>
      </w:r>
      <w:r>
        <w:rPr>
          <w:rFonts w:hint="eastAsia"/>
          <w:rtl/>
        </w:rPr>
        <w:t>ے</w:t>
      </w:r>
      <w:r>
        <w:rPr>
          <w:rtl/>
        </w:rPr>
        <w:t xml:space="preserve"> گا_</w:t>
      </w:r>
    </w:p>
    <w:p w:rsidR="001F628F" w:rsidRDefault="001F628F" w:rsidP="000962B3">
      <w:pPr>
        <w:pStyle w:val="libNormal"/>
        <w:rPr>
          <w:rtl/>
        </w:rPr>
      </w:pPr>
      <w:r>
        <w:rPr>
          <w:rtl/>
        </w:rPr>
        <w:t>7_ ہر زمانے اور عصر مي</w:t>
      </w:r>
      <w:r w:rsidR="00083993">
        <w:rPr>
          <w:rtl/>
        </w:rPr>
        <w:t xml:space="preserve">ں </w:t>
      </w:r>
      <w:r>
        <w:rPr>
          <w:rtl/>
        </w:rPr>
        <w:t>گناہ و خطا سے محفوظ اور صالح انسان موجود ہوتا ہے_</w:t>
      </w:r>
      <w:r w:rsidRPr="000962B3">
        <w:rPr>
          <w:rStyle w:val="libArabicChar"/>
          <w:rFonts w:hint="eastAsia"/>
          <w:rtl/>
        </w:rPr>
        <w:t>ويوم</w:t>
      </w:r>
      <w:r w:rsidRPr="000962B3">
        <w:rPr>
          <w:rStyle w:val="libArabicChar"/>
          <w:rtl/>
        </w:rPr>
        <w:t xml:space="preserve"> نبعث من كل امّة ش</w:t>
      </w:r>
      <w:r w:rsidR="00120F63" w:rsidRPr="00B2551F">
        <w:rPr>
          <w:rStyle w:val="libArabicChar"/>
          <w:rFonts w:hint="cs"/>
          <w:rtl/>
        </w:rPr>
        <w:t>ه</w:t>
      </w:r>
      <w:r w:rsidRPr="000962B3">
        <w:rPr>
          <w:rStyle w:val="libArabicChar"/>
          <w:rFonts w:hint="cs"/>
          <w:rtl/>
        </w:rPr>
        <w:t>يد</w:t>
      </w:r>
    </w:p>
    <w:p w:rsidR="001F628F" w:rsidRDefault="001F628F" w:rsidP="001F628F">
      <w:pPr>
        <w:pStyle w:val="libNormal"/>
        <w:rPr>
          <w:rtl/>
        </w:rPr>
      </w:pPr>
      <w:r>
        <w:rPr>
          <w:rtl/>
        </w:rPr>
        <w:t>8_ روز قيامت امت كے گواہو</w:t>
      </w:r>
      <w:r w:rsidR="00083993">
        <w:rPr>
          <w:rtl/>
        </w:rPr>
        <w:t xml:space="preserve">ں </w:t>
      </w:r>
      <w:r>
        <w:rPr>
          <w:rtl/>
        </w:rPr>
        <w:t>اور شاہد كے حضور كے وقت كفار كو بات اور معذرت كرنے كى اجازت نہي</w:t>
      </w:r>
      <w:r w:rsidR="00083993">
        <w:rPr>
          <w:rtl/>
        </w:rPr>
        <w:t xml:space="preserve">ں </w:t>
      </w:r>
      <w:r>
        <w:rPr>
          <w:rtl/>
        </w:rPr>
        <w:t>ہوگي_</w:t>
      </w:r>
    </w:p>
    <w:p w:rsidR="001F628F" w:rsidRDefault="001F628F" w:rsidP="000962B3">
      <w:pPr>
        <w:pStyle w:val="libArabic"/>
        <w:rPr>
          <w:rtl/>
        </w:rPr>
      </w:pPr>
      <w:r>
        <w:rPr>
          <w:rFonts w:hint="eastAsia"/>
          <w:rtl/>
        </w:rPr>
        <w:t>ويوم</w:t>
      </w:r>
      <w:r>
        <w:rPr>
          <w:rtl/>
        </w:rPr>
        <w:t xml:space="preserve"> نبعث من كل امّة ش</w:t>
      </w:r>
      <w:r w:rsidR="00120F63" w:rsidRPr="00ED5DE8">
        <w:rPr>
          <w:rFonts w:hint="cs"/>
          <w:rtl/>
        </w:rPr>
        <w:t>ه</w:t>
      </w:r>
      <w:r>
        <w:rPr>
          <w:rFonts w:hint="cs"/>
          <w:rtl/>
        </w:rPr>
        <w:t>يداً</w:t>
      </w:r>
      <w:r>
        <w:rPr>
          <w:rtl/>
        </w:rPr>
        <w:t xml:space="preserve"> </w:t>
      </w:r>
      <w:r>
        <w:rPr>
          <w:rFonts w:hint="cs"/>
          <w:rtl/>
        </w:rPr>
        <w:t>ثم</w:t>
      </w:r>
      <w:r>
        <w:rPr>
          <w:rtl/>
        </w:rPr>
        <w:t xml:space="preserve"> </w:t>
      </w:r>
      <w:r>
        <w:rPr>
          <w:rFonts w:hint="cs"/>
          <w:rtl/>
        </w:rPr>
        <w:t>لا</w:t>
      </w:r>
      <w:r>
        <w:rPr>
          <w:rtl/>
        </w:rPr>
        <w:t xml:space="preserve"> </w:t>
      </w:r>
      <w:r>
        <w:rPr>
          <w:rFonts w:hint="cs"/>
          <w:rtl/>
        </w:rPr>
        <w:t>يوذن</w:t>
      </w:r>
      <w:r>
        <w:rPr>
          <w:rtl/>
        </w:rPr>
        <w:t xml:space="preserve"> </w:t>
      </w:r>
      <w:r>
        <w:rPr>
          <w:rFonts w:hint="cs"/>
          <w:rtl/>
        </w:rPr>
        <w:t>للذين</w:t>
      </w:r>
      <w:r>
        <w:rPr>
          <w:rtl/>
        </w:rPr>
        <w:t xml:space="preserve"> كفرو</w:t>
      </w:r>
      <w:r w:rsidR="00B7494D">
        <w:rPr>
          <w:rFonts w:hint="cs"/>
          <w:rtl/>
        </w:rPr>
        <w:t>ا</w:t>
      </w:r>
    </w:p>
    <w:p w:rsidR="001F628F" w:rsidRDefault="001F628F" w:rsidP="001F628F">
      <w:pPr>
        <w:pStyle w:val="libNormal"/>
        <w:rPr>
          <w:rtl/>
        </w:rPr>
      </w:pPr>
      <w:r>
        <w:rPr>
          <w:rtl/>
        </w:rPr>
        <w:t>9_ روز قيامت گواہو</w:t>
      </w:r>
      <w:r w:rsidR="00083993">
        <w:rPr>
          <w:rtl/>
        </w:rPr>
        <w:t xml:space="preserve">ں </w:t>
      </w:r>
      <w:r>
        <w:rPr>
          <w:rtl/>
        </w:rPr>
        <w:t>كے پيش ہونے سے كفار كے ليے اپنا دفاع كرنے كى مہلت ختم ہوجائے گي_</w:t>
      </w:r>
    </w:p>
    <w:p w:rsidR="001F628F" w:rsidRDefault="001F628F" w:rsidP="000962B3">
      <w:pPr>
        <w:pStyle w:val="libArabic"/>
        <w:rPr>
          <w:rtl/>
        </w:rPr>
      </w:pPr>
      <w:r>
        <w:rPr>
          <w:rFonts w:hint="eastAsia"/>
          <w:rtl/>
        </w:rPr>
        <w:t>ويوم</w:t>
      </w:r>
      <w:r>
        <w:rPr>
          <w:rtl/>
        </w:rPr>
        <w:t xml:space="preserve"> نبعث من كل امّة ش</w:t>
      </w:r>
      <w:r w:rsidR="00120F63" w:rsidRPr="00ED5DE8">
        <w:rPr>
          <w:rFonts w:hint="cs"/>
          <w:rtl/>
        </w:rPr>
        <w:t>ه</w:t>
      </w:r>
      <w:r>
        <w:rPr>
          <w:rFonts w:hint="cs"/>
          <w:rtl/>
        </w:rPr>
        <w:t>يداً</w:t>
      </w:r>
      <w:r>
        <w:rPr>
          <w:rtl/>
        </w:rPr>
        <w:t xml:space="preserve"> </w:t>
      </w:r>
      <w:r>
        <w:rPr>
          <w:rFonts w:hint="cs"/>
          <w:rtl/>
        </w:rPr>
        <w:t>ثم</w:t>
      </w:r>
      <w:r>
        <w:rPr>
          <w:rtl/>
        </w:rPr>
        <w:t xml:space="preserve"> </w:t>
      </w:r>
      <w:r>
        <w:rPr>
          <w:rFonts w:hint="cs"/>
          <w:rtl/>
        </w:rPr>
        <w:t>لا</w:t>
      </w:r>
      <w:r>
        <w:rPr>
          <w:rtl/>
        </w:rPr>
        <w:t xml:space="preserve"> </w:t>
      </w:r>
      <w:r>
        <w:rPr>
          <w:rFonts w:hint="cs"/>
          <w:rtl/>
        </w:rPr>
        <w:t>يوذن</w:t>
      </w:r>
      <w:r>
        <w:rPr>
          <w:rtl/>
        </w:rPr>
        <w:t xml:space="preserve"> </w:t>
      </w:r>
      <w:r>
        <w:rPr>
          <w:rFonts w:hint="cs"/>
          <w:rtl/>
        </w:rPr>
        <w:t>للذين</w:t>
      </w:r>
      <w:r>
        <w:rPr>
          <w:rtl/>
        </w:rPr>
        <w:t xml:space="preserve"> كفرو</w:t>
      </w:r>
      <w:r w:rsidR="00B7494D">
        <w:rPr>
          <w:rFonts w:hint="cs"/>
          <w:rtl/>
        </w:rPr>
        <w:t>ا</w:t>
      </w:r>
    </w:p>
    <w:p w:rsidR="001F628F" w:rsidRDefault="001F628F" w:rsidP="001F628F">
      <w:pPr>
        <w:pStyle w:val="libNormal"/>
        <w:rPr>
          <w:rtl/>
        </w:rPr>
      </w:pPr>
      <w:r>
        <w:rPr>
          <w:rFonts w:hint="eastAsia"/>
          <w:rtl/>
        </w:rPr>
        <w:t>كلمہ</w:t>
      </w:r>
      <w:r>
        <w:rPr>
          <w:rtl/>
        </w:rPr>
        <w:t>''ثم'' جو ترتيب كے ليے ہے ممكن ہے اس نكتہ كى طرف اشارہ ہو كہ گواہو</w:t>
      </w:r>
      <w:r w:rsidR="00083993">
        <w:rPr>
          <w:rtl/>
        </w:rPr>
        <w:t xml:space="preserve">ں </w:t>
      </w:r>
      <w:r>
        <w:rPr>
          <w:rtl/>
        </w:rPr>
        <w:t>كے پيش ہونے كے بعد او ر نہ اس سے پہلے كفار كوا جازت نہي</w:t>
      </w:r>
      <w:r w:rsidR="00083993">
        <w:rPr>
          <w:rtl/>
        </w:rPr>
        <w:t xml:space="preserve">ں </w:t>
      </w:r>
      <w:r>
        <w:rPr>
          <w:rtl/>
        </w:rPr>
        <w:t>ہوگي_</w:t>
      </w:r>
    </w:p>
    <w:p w:rsidR="001F628F" w:rsidRDefault="001F628F" w:rsidP="001F628F">
      <w:pPr>
        <w:pStyle w:val="libNormal"/>
        <w:rPr>
          <w:rtl/>
        </w:rPr>
      </w:pPr>
      <w:r>
        <w:rPr>
          <w:rtl/>
        </w:rPr>
        <w:t>10_ قيامت كى عدالت مي</w:t>
      </w:r>
      <w:r w:rsidR="00083993">
        <w:rPr>
          <w:rtl/>
        </w:rPr>
        <w:t xml:space="preserve">ں </w:t>
      </w:r>
      <w:r>
        <w:rPr>
          <w:rtl/>
        </w:rPr>
        <w:t>كفار كى محكوميت گواہو</w:t>
      </w:r>
      <w:r w:rsidR="00083993">
        <w:rPr>
          <w:rtl/>
        </w:rPr>
        <w:t xml:space="preserve">ں </w:t>
      </w:r>
      <w:r>
        <w:rPr>
          <w:rtl/>
        </w:rPr>
        <w:t>كى شہادت كے ذريعہ ہوگي_</w:t>
      </w:r>
    </w:p>
    <w:p w:rsidR="001F628F" w:rsidRDefault="001F628F" w:rsidP="000962B3">
      <w:pPr>
        <w:pStyle w:val="libArabic"/>
        <w:rPr>
          <w:rtl/>
        </w:rPr>
      </w:pPr>
      <w:r>
        <w:rPr>
          <w:rFonts w:hint="eastAsia"/>
          <w:rtl/>
        </w:rPr>
        <w:t>ويوم</w:t>
      </w:r>
      <w:r>
        <w:rPr>
          <w:rtl/>
        </w:rPr>
        <w:t xml:space="preserve"> نبعث من كل امّة ش</w:t>
      </w:r>
      <w:r w:rsidR="00120F63" w:rsidRPr="00ED5DE8">
        <w:rPr>
          <w:rFonts w:hint="cs"/>
          <w:rtl/>
        </w:rPr>
        <w:t>ه</w:t>
      </w:r>
      <w:r>
        <w:rPr>
          <w:rFonts w:hint="cs"/>
          <w:rtl/>
        </w:rPr>
        <w:t>يداً</w:t>
      </w:r>
      <w:r>
        <w:rPr>
          <w:rtl/>
        </w:rPr>
        <w:t xml:space="preserve"> </w:t>
      </w:r>
      <w:r>
        <w:rPr>
          <w:rFonts w:hint="cs"/>
          <w:rtl/>
        </w:rPr>
        <w:t>ثم</w:t>
      </w:r>
      <w:r>
        <w:rPr>
          <w:rtl/>
        </w:rPr>
        <w:t xml:space="preserve"> </w:t>
      </w:r>
      <w:r>
        <w:rPr>
          <w:rFonts w:hint="cs"/>
          <w:rtl/>
        </w:rPr>
        <w:t>لا</w:t>
      </w:r>
      <w:r>
        <w:rPr>
          <w:rtl/>
        </w:rPr>
        <w:t xml:space="preserve"> </w:t>
      </w:r>
      <w:r>
        <w:rPr>
          <w:rFonts w:hint="cs"/>
          <w:rtl/>
        </w:rPr>
        <w:t>يوذن</w:t>
      </w:r>
      <w:r>
        <w:rPr>
          <w:rtl/>
        </w:rPr>
        <w:t xml:space="preserve"> </w:t>
      </w:r>
      <w:r>
        <w:rPr>
          <w:rFonts w:hint="cs"/>
          <w:rtl/>
        </w:rPr>
        <w:t>للذين</w:t>
      </w:r>
      <w:r>
        <w:rPr>
          <w:rtl/>
        </w:rPr>
        <w:t xml:space="preserve"> كفرو</w:t>
      </w:r>
      <w:r w:rsidR="00B7494D">
        <w:rPr>
          <w:rFonts w:hint="cs"/>
          <w:rtl/>
        </w:rPr>
        <w:t>ا</w:t>
      </w:r>
    </w:p>
    <w:p w:rsidR="001F628F" w:rsidRDefault="001F628F" w:rsidP="000962B3">
      <w:pPr>
        <w:pStyle w:val="libNormal"/>
        <w:rPr>
          <w:rtl/>
        </w:rPr>
      </w:pPr>
      <w:r>
        <w:rPr>
          <w:rtl/>
        </w:rPr>
        <w:t>11_ قيامت مي</w:t>
      </w:r>
      <w:r w:rsidR="00083993">
        <w:rPr>
          <w:rtl/>
        </w:rPr>
        <w:t xml:space="preserve">ں </w:t>
      </w:r>
      <w:r>
        <w:rPr>
          <w:rtl/>
        </w:rPr>
        <w:t>گواہو</w:t>
      </w:r>
      <w:r w:rsidR="00083993">
        <w:rPr>
          <w:rtl/>
        </w:rPr>
        <w:t xml:space="preserve">ں </w:t>
      </w:r>
      <w:r>
        <w:rPr>
          <w:rtl/>
        </w:rPr>
        <w:t>كى شہادت ناقابل خدشہ اور رد نہي</w:t>
      </w:r>
      <w:r w:rsidR="00083993">
        <w:rPr>
          <w:rtl/>
        </w:rPr>
        <w:t xml:space="preserve">ں </w:t>
      </w:r>
      <w:r>
        <w:rPr>
          <w:rtl/>
        </w:rPr>
        <w:t>كى جاسكتى ہے_</w:t>
      </w:r>
      <w:r w:rsidRPr="000962B3">
        <w:rPr>
          <w:rStyle w:val="libArabicChar"/>
          <w:rFonts w:hint="eastAsia"/>
          <w:rtl/>
        </w:rPr>
        <w:t>ويوم</w:t>
      </w:r>
      <w:r w:rsidRPr="000962B3">
        <w:rPr>
          <w:rStyle w:val="libArabicChar"/>
          <w:rtl/>
        </w:rPr>
        <w:t xml:space="preserve"> نبعث من كل امّة ش</w:t>
      </w:r>
      <w:r w:rsidR="00120F63" w:rsidRPr="00B2551F">
        <w:rPr>
          <w:rStyle w:val="libArabicChar"/>
          <w:rFonts w:hint="cs"/>
          <w:rtl/>
        </w:rPr>
        <w:t>ه</w:t>
      </w:r>
      <w:r w:rsidRPr="000962B3">
        <w:rPr>
          <w:rStyle w:val="libArabicChar"/>
          <w:rFonts w:hint="cs"/>
          <w:rtl/>
        </w:rPr>
        <w:t>يداً</w:t>
      </w:r>
      <w:r w:rsidRPr="000962B3">
        <w:rPr>
          <w:rStyle w:val="libArabicChar"/>
          <w:rtl/>
        </w:rPr>
        <w:t xml:space="preserve"> </w:t>
      </w:r>
      <w:r w:rsidRPr="000962B3">
        <w:rPr>
          <w:rStyle w:val="libArabicChar"/>
          <w:rFonts w:hint="cs"/>
          <w:rtl/>
        </w:rPr>
        <w:t>ثم</w:t>
      </w:r>
      <w:r w:rsidRPr="000962B3">
        <w:rPr>
          <w:rStyle w:val="libArabicChar"/>
          <w:rtl/>
        </w:rPr>
        <w:t xml:space="preserve"> </w:t>
      </w:r>
      <w:r w:rsidRPr="000962B3">
        <w:rPr>
          <w:rStyle w:val="libArabicChar"/>
          <w:rFonts w:hint="cs"/>
          <w:rtl/>
        </w:rPr>
        <w:t>ل</w:t>
      </w:r>
      <w:r w:rsidRPr="000962B3">
        <w:rPr>
          <w:rStyle w:val="libArabicChar"/>
          <w:rtl/>
        </w:rPr>
        <w:t>ا يوذن</w:t>
      </w:r>
    </w:p>
    <w:p w:rsidR="000962B3" w:rsidRDefault="001E7F9D" w:rsidP="00F73EDE">
      <w:pPr>
        <w:pStyle w:val="libPoemTini"/>
        <w:rPr>
          <w:rtl/>
        </w:rPr>
      </w:pPr>
      <w:r>
        <w:rPr>
          <w:rtl/>
        </w:rPr>
        <w:br w:type="page"/>
      </w:r>
    </w:p>
    <w:p w:rsidR="001F628F" w:rsidRDefault="001F628F" w:rsidP="000962B3">
      <w:pPr>
        <w:pStyle w:val="libArabic"/>
        <w:rPr>
          <w:rtl/>
        </w:rPr>
      </w:pPr>
      <w:r>
        <w:rPr>
          <w:rFonts w:hint="eastAsia"/>
          <w:rtl/>
        </w:rPr>
        <w:lastRenderedPageBreak/>
        <w:t>للذين</w:t>
      </w:r>
      <w:r>
        <w:rPr>
          <w:rtl/>
        </w:rPr>
        <w:t xml:space="preserve"> كفرو</w:t>
      </w:r>
      <w:r w:rsidR="00B7494D">
        <w:rPr>
          <w:rFonts w:hint="cs"/>
          <w:rtl/>
        </w:rPr>
        <w:t>ا</w:t>
      </w:r>
    </w:p>
    <w:p w:rsidR="001F628F" w:rsidRDefault="001F628F" w:rsidP="001F628F">
      <w:pPr>
        <w:pStyle w:val="libNormal"/>
        <w:rPr>
          <w:rtl/>
        </w:rPr>
      </w:pPr>
      <w:r>
        <w:rPr>
          <w:rtl/>
        </w:rPr>
        <w:t>12_ روز قيامت كفار پر خداوند عالم كى رضايت كو جلب كرنے كے تمام راستے مسدود ہوجائي</w:t>
      </w:r>
      <w:r w:rsidR="00083993">
        <w:rPr>
          <w:rtl/>
        </w:rPr>
        <w:t xml:space="preserve">ں </w:t>
      </w:r>
      <w:r>
        <w:rPr>
          <w:rtl/>
        </w:rPr>
        <w:t>گے_</w:t>
      </w:r>
    </w:p>
    <w:p w:rsidR="001F628F" w:rsidRDefault="001F628F" w:rsidP="000962B3">
      <w:pPr>
        <w:pStyle w:val="libArabic"/>
        <w:rPr>
          <w:rtl/>
        </w:rPr>
      </w:pPr>
      <w:r>
        <w:rPr>
          <w:rFonts w:hint="eastAsia"/>
          <w:rtl/>
        </w:rPr>
        <w:t>ثم</w:t>
      </w:r>
      <w:r>
        <w:rPr>
          <w:rtl/>
        </w:rPr>
        <w:t xml:space="preserve"> لا يوذن للذين كفروا ولا </w:t>
      </w:r>
      <w:r w:rsidR="00120F63" w:rsidRPr="00ED5DE8">
        <w:rPr>
          <w:rFonts w:hint="cs"/>
          <w:rtl/>
        </w:rPr>
        <w:t>ه</w:t>
      </w:r>
      <w:r>
        <w:rPr>
          <w:rFonts w:hint="cs"/>
          <w:rtl/>
        </w:rPr>
        <w:t>م</w:t>
      </w:r>
      <w:r>
        <w:rPr>
          <w:rtl/>
        </w:rPr>
        <w:t xml:space="preserve"> </w:t>
      </w:r>
      <w:r>
        <w:rPr>
          <w:rFonts w:hint="cs"/>
          <w:rtl/>
        </w:rPr>
        <w:t>يست</w:t>
      </w:r>
      <w:r>
        <w:rPr>
          <w:rtl/>
        </w:rPr>
        <w:t>عتبون</w:t>
      </w:r>
    </w:p>
    <w:p w:rsidR="001F628F" w:rsidRDefault="001F628F" w:rsidP="001F628F">
      <w:pPr>
        <w:pStyle w:val="libNormal"/>
        <w:rPr>
          <w:rtl/>
        </w:rPr>
      </w:pPr>
      <w:r>
        <w:rPr>
          <w:rtl/>
        </w:rPr>
        <w:t xml:space="preserve">''استعتاب''( يستعتبون) كا مصدر ہے جس كا معنى برائي كرنے والے سے بد كارى سے بازگشت كى در خواست اور جس كے ساتھ برائي ہوئي ہے اس كى جلب رضايت كرنا ہے اس بناء پر جملہ </w:t>
      </w:r>
      <w:r w:rsidRPr="000962B3">
        <w:rPr>
          <w:rStyle w:val="libArabicChar"/>
          <w:rtl/>
        </w:rPr>
        <w:t xml:space="preserve">''ولا </w:t>
      </w:r>
      <w:r w:rsidR="00120F63" w:rsidRPr="00B2551F">
        <w:rPr>
          <w:rStyle w:val="libArabicChar"/>
          <w:rFonts w:hint="cs"/>
          <w:rtl/>
        </w:rPr>
        <w:t>ه</w:t>
      </w:r>
      <w:r w:rsidRPr="000962B3">
        <w:rPr>
          <w:rStyle w:val="libArabicChar"/>
          <w:rFonts w:hint="cs"/>
          <w:rtl/>
        </w:rPr>
        <w:t>م</w:t>
      </w:r>
      <w:r w:rsidRPr="000962B3">
        <w:rPr>
          <w:rStyle w:val="libArabicChar"/>
          <w:rtl/>
        </w:rPr>
        <w:t xml:space="preserve"> </w:t>
      </w:r>
      <w:r w:rsidRPr="000962B3">
        <w:rPr>
          <w:rStyle w:val="libArabicChar"/>
          <w:rFonts w:hint="cs"/>
          <w:rtl/>
        </w:rPr>
        <w:t>يستعتبون</w:t>
      </w:r>
      <w:r w:rsidRPr="000962B3">
        <w:rPr>
          <w:rStyle w:val="libArabicChar"/>
          <w:rtl/>
        </w:rPr>
        <w:t>''</w:t>
      </w:r>
      <w:r>
        <w:rPr>
          <w:rtl/>
        </w:rPr>
        <w:t xml:space="preserve"> كا معنى يہ ہوگا كہ ان يہ نہي</w:t>
      </w:r>
      <w:r w:rsidR="00083993">
        <w:rPr>
          <w:rtl/>
        </w:rPr>
        <w:t xml:space="preserve">ں </w:t>
      </w:r>
      <w:r>
        <w:rPr>
          <w:rtl/>
        </w:rPr>
        <w:t>كہا جائے گا كہ وہ عذر خواہى كري</w:t>
      </w:r>
      <w:r w:rsidR="00083993">
        <w:rPr>
          <w:rtl/>
        </w:rPr>
        <w:t xml:space="preserve">ں </w:t>
      </w:r>
      <w:r>
        <w:rPr>
          <w:rtl/>
        </w:rPr>
        <w:t xml:space="preserve">يا خدا كى </w:t>
      </w:r>
      <w:r>
        <w:rPr>
          <w:rFonts w:hint="eastAsia"/>
          <w:rtl/>
        </w:rPr>
        <w:t>رضايت</w:t>
      </w:r>
      <w:r>
        <w:rPr>
          <w:rtl/>
        </w:rPr>
        <w:t xml:space="preserve"> جلب كرنے كے ليے كوئي اقدام كري</w:t>
      </w:r>
      <w:r w:rsidR="00083993">
        <w:rPr>
          <w:rtl/>
        </w:rPr>
        <w:t xml:space="preserve">ں </w:t>
      </w:r>
      <w:r>
        <w:rPr>
          <w:rtl/>
        </w:rPr>
        <w:t>_</w:t>
      </w:r>
    </w:p>
    <w:p w:rsidR="001F628F" w:rsidRDefault="001F628F" w:rsidP="000962B3">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tl/>
        </w:rPr>
        <w:t>كے برگزيدہ 6; امتو</w:t>
      </w:r>
      <w:r w:rsidR="00083993">
        <w:rPr>
          <w:rtl/>
        </w:rPr>
        <w:t xml:space="preserve">ں </w:t>
      </w:r>
      <w:r>
        <w:rPr>
          <w:rtl/>
        </w:rPr>
        <w:t>كے صلحاء 7; امتو</w:t>
      </w:r>
      <w:r w:rsidR="00083993">
        <w:rPr>
          <w:rtl/>
        </w:rPr>
        <w:t xml:space="preserve">ں </w:t>
      </w:r>
      <w:r>
        <w:rPr>
          <w:rtl/>
        </w:rPr>
        <w:t>كے گواہ1،2،3،4،6،8،9; امتو</w:t>
      </w:r>
      <w:r w:rsidR="00083993">
        <w:rPr>
          <w:rtl/>
        </w:rPr>
        <w:t xml:space="preserve">ں </w:t>
      </w:r>
      <w:r>
        <w:rPr>
          <w:rtl/>
        </w:rPr>
        <w:t>كے معصوم7</w:t>
      </w:r>
    </w:p>
    <w:p w:rsidR="001F628F" w:rsidRDefault="001F628F" w:rsidP="000962B3">
      <w:pPr>
        <w:pStyle w:val="libNormal"/>
        <w:rPr>
          <w:rtl/>
        </w:rPr>
      </w:pPr>
      <w:r>
        <w:rPr>
          <w:rFonts w:hint="eastAsia"/>
          <w:rtl/>
        </w:rPr>
        <w:t>خدا</w:t>
      </w:r>
      <w:r>
        <w:rPr>
          <w:rtl/>
        </w:rPr>
        <w:t>:</w:t>
      </w:r>
      <w:r>
        <w:rPr>
          <w:rFonts w:hint="eastAsia"/>
          <w:rtl/>
        </w:rPr>
        <w:t>خدا</w:t>
      </w:r>
      <w:r>
        <w:rPr>
          <w:rtl/>
        </w:rPr>
        <w:t xml:space="preserve"> كى تاكيدي</w:t>
      </w:r>
      <w:r w:rsidR="00083993">
        <w:rPr>
          <w:rtl/>
        </w:rPr>
        <w:t xml:space="preserve">ں </w:t>
      </w:r>
      <w:r>
        <w:rPr>
          <w:rtl/>
        </w:rPr>
        <w:t>_2</w:t>
      </w:r>
    </w:p>
    <w:p w:rsidR="001F628F" w:rsidRDefault="001F628F" w:rsidP="000962B3">
      <w:pPr>
        <w:pStyle w:val="libNormal"/>
        <w:rPr>
          <w:rtl/>
        </w:rPr>
      </w:pPr>
      <w:r>
        <w:rPr>
          <w:rFonts w:hint="eastAsia"/>
          <w:rtl/>
        </w:rPr>
        <w:t>ذكر</w:t>
      </w:r>
      <w:r>
        <w:rPr>
          <w:rtl/>
        </w:rPr>
        <w:t xml:space="preserve"> :</w:t>
      </w:r>
      <w:r>
        <w:rPr>
          <w:rFonts w:hint="eastAsia"/>
          <w:rtl/>
        </w:rPr>
        <w:t>قيامت</w:t>
      </w:r>
      <w:r>
        <w:rPr>
          <w:rtl/>
        </w:rPr>
        <w:t xml:space="preserve"> كے ذكر كى اہميت2</w:t>
      </w:r>
    </w:p>
    <w:p w:rsidR="001F628F" w:rsidRDefault="001F628F" w:rsidP="000962B3">
      <w:pPr>
        <w:pStyle w:val="libNormal"/>
        <w:rPr>
          <w:rtl/>
        </w:rPr>
      </w:pPr>
      <w:r>
        <w:rPr>
          <w:rFonts w:hint="eastAsia"/>
          <w:rtl/>
        </w:rPr>
        <w:t>عمل</w:t>
      </w:r>
      <w:r>
        <w:rPr>
          <w:rtl/>
        </w:rPr>
        <w:t>:</w:t>
      </w:r>
      <w:r>
        <w:rPr>
          <w:rFonts w:hint="eastAsia"/>
          <w:rtl/>
        </w:rPr>
        <w:t>گواہو</w:t>
      </w:r>
      <w:r w:rsidR="00083993">
        <w:rPr>
          <w:rFonts w:hint="eastAsia"/>
          <w:rtl/>
        </w:rPr>
        <w:t xml:space="preserve">ں </w:t>
      </w:r>
      <w:r>
        <w:rPr>
          <w:rtl/>
        </w:rPr>
        <w:t>كا عمل 4;گواہو</w:t>
      </w:r>
      <w:r w:rsidR="00083993">
        <w:rPr>
          <w:rtl/>
        </w:rPr>
        <w:t xml:space="preserve">ں </w:t>
      </w:r>
      <w:r>
        <w:rPr>
          <w:rtl/>
        </w:rPr>
        <w:t>كے عمل كا برگزيدہ ہونا 6</w:t>
      </w:r>
    </w:p>
    <w:p w:rsidR="001F628F" w:rsidRDefault="001F628F" w:rsidP="000962B3">
      <w:pPr>
        <w:pStyle w:val="libNormal"/>
        <w:rPr>
          <w:rtl/>
        </w:rPr>
      </w:pPr>
      <w:r>
        <w:rPr>
          <w:rFonts w:hint="eastAsia"/>
          <w:rtl/>
        </w:rPr>
        <w:t>قيامت</w:t>
      </w:r>
      <w:r>
        <w:rPr>
          <w:rtl/>
        </w:rPr>
        <w:t>:</w:t>
      </w:r>
      <w:r>
        <w:rPr>
          <w:rFonts w:hint="eastAsia"/>
          <w:rtl/>
        </w:rPr>
        <w:t>قيامت</w:t>
      </w:r>
      <w:r>
        <w:rPr>
          <w:rtl/>
        </w:rPr>
        <w:t xml:space="preserve"> كى خصوصيات 5; قيامت مي</w:t>
      </w:r>
      <w:r w:rsidR="00083993">
        <w:rPr>
          <w:rtl/>
        </w:rPr>
        <w:t xml:space="preserve">ں </w:t>
      </w:r>
      <w:r>
        <w:rPr>
          <w:rtl/>
        </w:rPr>
        <w:t>حقائق كا ظہور5; قيامت مي</w:t>
      </w:r>
      <w:r w:rsidR="00083993">
        <w:rPr>
          <w:rtl/>
        </w:rPr>
        <w:t xml:space="preserve">ں </w:t>
      </w:r>
      <w:r>
        <w:rPr>
          <w:rtl/>
        </w:rPr>
        <w:t>گواہ 1،3،6،8،9; قيامت مي</w:t>
      </w:r>
      <w:r w:rsidR="00083993">
        <w:rPr>
          <w:rtl/>
        </w:rPr>
        <w:t xml:space="preserve">ں </w:t>
      </w:r>
      <w:r>
        <w:rPr>
          <w:rtl/>
        </w:rPr>
        <w:t>گواہى 11; قيامت مي</w:t>
      </w:r>
      <w:r w:rsidR="00083993">
        <w:rPr>
          <w:rtl/>
        </w:rPr>
        <w:t xml:space="preserve">ں </w:t>
      </w:r>
      <w:r>
        <w:rPr>
          <w:rtl/>
        </w:rPr>
        <w:t>گواہى كا قبول ہونا 11; قيامت مي</w:t>
      </w:r>
      <w:r w:rsidR="00083993">
        <w:rPr>
          <w:rtl/>
        </w:rPr>
        <w:t xml:space="preserve">ں </w:t>
      </w:r>
      <w:r>
        <w:rPr>
          <w:rtl/>
        </w:rPr>
        <w:t>گواہى كى خصوصيات11</w:t>
      </w:r>
    </w:p>
    <w:p w:rsidR="001F628F" w:rsidRDefault="001F628F" w:rsidP="00C81DE5">
      <w:pPr>
        <w:pStyle w:val="libNormal"/>
        <w:rPr>
          <w:rtl/>
        </w:rPr>
      </w:pPr>
      <w:r>
        <w:rPr>
          <w:rFonts w:hint="eastAsia"/>
          <w:rtl/>
        </w:rPr>
        <w:t>كفار</w:t>
      </w:r>
      <w:r>
        <w:rPr>
          <w:rtl/>
        </w:rPr>
        <w:t>:</w:t>
      </w:r>
      <w:r>
        <w:rPr>
          <w:rFonts w:hint="eastAsia"/>
          <w:rtl/>
        </w:rPr>
        <w:t>قيامت</w:t>
      </w:r>
      <w:r>
        <w:rPr>
          <w:rtl/>
        </w:rPr>
        <w:t xml:space="preserve"> مي</w:t>
      </w:r>
      <w:r w:rsidR="00083993">
        <w:rPr>
          <w:rtl/>
        </w:rPr>
        <w:t xml:space="preserve">ں </w:t>
      </w:r>
      <w:r>
        <w:rPr>
          <w:rtl/>
        </w:rPr>
        <w:t>كفار12; كفار اور خداوند عالم كى جلب رضايت 12;كفار كى آخرى مہلت9; كفار كى اخروى مذمت 10; كفار كى اخروى معذرت8</w:t>
      </w:r>
    </w:p>
    <w:p w:rsidR="001F628F" w:rsidRDefault="001F628F" w:rsidP="001F628F">
      <w:pPr>
        <w:pStyle w:val="libNormal"/>
        <w:rPr>
          <w:rtl/>
        </w:rPr>
      </w:pPr>
      <w:r>
        <w:rPr>
          <w:rFonts w:hint="eastAsia"/>
          <w:rtl/>
        </w:rPr>
        <w:t>معصومين</w:t>
      </w:r>
      <w:r>
        <w:rPr>
          <w:rtl/>
        </w:rPr>
        <w:t>:7</w:t>
      </w:r>
    </w:p>
    <w:p w:rsidR="00C81DE5" w:rsidRDefault="001E7F9D" w:rsidP="00F73EDE">
      <w:pPr>
        <w:pStyle w:val="libPoemTini"/>
        <w:rPr>
          <w:rtl/>
        </w:rPr>
      </w:pPr>
      <w:r>
        <w:rPr>
          <w:rtl/>
        </w:rPr>
        <w:cr/>
      </w:r>
      <w:r>
        <w:rPr>
          <w:rtl/>
        </w:rPr>
        <w:br w:type="page"/>
      </w:r>
    </w:p>
    <w:p w:rsidR="00C81DE5" w:rsidRPr="00120F63" w:rsidRDefault="00C81DE5" w:rsidP="00C81DE5">
      <w:pPr>
        <w:pStyle w:val="Heading2Center"/>
        <w:rPr>
          <w:rtl/>
        </w:rPr>
      </w:pPr>
      <w:bookmarkStart w:id="231" w:name="_Toc28081909"/>
      <w:r>
        <w:rPr>
          <w:rFonts w:hint="cs"/>
          <w:rtl/>
        </w:rPr>
        <w:lastRenderedPageBreak/>
        <w:t xml:space="preserve">آیت </w:t>
      </w:r>
      <w:r w:rsidRPr="00120F63">
        <w:rPr>
          <w:rFonts w:hint="cs"/>
          <w:rtl/>
        </w:rPr>
        <w:t>85</w:t>
      </w:r>
      <w:bookmarkEnd w:id="231"/>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وَإِذَا</w:t>
      </w:r>
      <w:r w:rsidRPr="00C81DE5">
        <w:rPr>
          <w:rStyle w:val="libAieChar"/>
          <w:rtl/>
        </w:rPr>
        <w:t xml:space="preserve"> رَأى الَّذِينَ ظَلَمُواْ الْعَذَابَ فَلاَ يُخَفَّفُ عَنْهُمْ وَلاَ هُمْ يُنظَرُونَ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ظالمين عذاب كو ديكھ لي</w:t>
      </w:r>
      <w:r w:rsidR="00083993">
        <w:rPr>
          <w:rtl/>
        </w:rPr>
        <w:t xml:space="preserve">ں </w:t>
      </w:r>
      <w:r>
        <w:rPr>
          <w:rtl/>
        </w:rPr>
        <w:t>گے تو پھر اس مي</w:t>
      </w:r>
      <w:r w:rsidR="00083993">
        <w:rPr>
          <w:rtl/>
        </w:rPr>
        <w:t xml:space="preserve">ں </w:t>
      </w:r>
      <w:r>
        <w:rPr>
          <w:rtl/>
        </w:rPr>
        <w:t>كوئي تخفيف نہ ہوگى اور نہ انھي</w:t>
      </w:r>
      <w:r w:rsidR="00083993">
        <w:rPr>
          <w:rtl/>
        </w:rPr>
        <w:t xml:space="preserve">ں </w:t>
      </w:r>
      <w:r>
        <w:rPr>
          <w:rtl/>
        </w:rPr>
        <w:t>كسى قسم كى مہلّت دى جائے گئي _</w:t>
      </w:r>
    </w:p>
    <w:p w:rsidR="001F628F" w:rsidRDefault="001F628F" w:rsidP="001F628F">
      <w:pPr>
        <w:pStyle w:val="libNormal"/>
        <w:rPr>
          <w:rtl/>
        </w:rPr>
      </w:pPr>
      <w:r>
        <w:rPr>
          <w:rtl/>
        </w:rPr>
        <w:t>1_ ظالم افراد اپنے عذاب كے حتمى ہونے كے بعد ذرہ بھر رعايت اور مہلت سے محروم ہو</w:t>
      </w:r>
      <w:r w:rsidR="00083993">
        <w:rPr>
          <w:rtl/>
        </w:rPr>
        <w:t xml:space="preserve">ں </w:t>
      </w:r>
      <w:r>
        <w:rPr>
          <w:rtl/>
        </w:rPr>
        <w:t>گے _</w:t>
      </w:r>
    </w:p>
    <w:p w:rsidR="001F628F" w:rsidRDefault="001F628F" w:rsidP="00C81DE5">
      <w:pPr>
        <w:pStyle w:val="libArabic"/>
        <w:rPr>
          <w:rtl/>
        </w:rPr>
      </w:pPr>
      <w:r>
        <w:rPr>
          <w:rFonts w:hint="eastAsia"/>
          <w:rtl/>
        </w:rPr>
        <w:t>وإذا</w:t>
      </w:r>
      <w:r>
        <w:rPr>
          <w:rtl/>
        </w:rPr>
        <w:t xml:space="preserve"> را الذين ظلموا العذاب فلا يخففّ عن</w:t>
      </w:r>
      <w:r w:rsidR="00120F63" w:rsidRPr="00ED5DE8">
        <w:rPr>
          <w:rFonts w:hint="cs"/>
          <w:rtl/>
        </w:rPr>
        <w:t>ه</w:t>
      </w:r>
      <w:r>
        <w:rPr>
          <w:rFonts w:hint="cs"/>
          <w:rtl/>
        </w:rPr>
        <w:t>م</w:t>
      </w:r>
    </w:p>
    <w:p w:rsidR="001F628F" w:rsidRDefault="001F628F" w:rsidP="001F628F">
      <w:pPr>
        <w:pStyle w:val="libNormal"/>
        <w:rPr>
          <w:rtl/>
        </w:rPr>
      </w:pPr>
      <w:r>
        <w:rPr>
          <w:rFonts w:hint="eastAsia"/>
          <w:rtl/>
        </w:rPr>
        <w:t>اس</w:t>
      </w:r>
      <w:r>
        <w:rPr>
          <w:rtl/>
        </w:rPr>
        <w:t xml:space="preserve"> آيت مي</w:t>
      </w:r>
      <w:r w:rsidR="00083993">
        <w:rPr>
          <w:rtl/>
        </w:rPr>
        <w:t xml:space="preserve">ں </w:t>
      </w:r>
      <w:r>
        <w:rPr>
          <w:rtl/>
        </w:rPr>
        <w:t>''رويت''سے مراد آنكھ سے ديكھنا نہي</w:t>
      </w:r>
      <w:r w:rsidR="00083993">
        <w:rPr>
          <w:rtl/>
        </w:rPr>
        <w:t xml:space="preserve">ں </w:t>
      </w:r>
      <w:r>
        <w:rPr>
          <w:rtl/>
        </w:rPr>
        <w:t>ہے بلكہ اس كا كفائي معنى مراد ہے يعنى عذاب كاحتمى ہونا _</w:t>
      </w:r>
    </w:p>
    <w:p w:rsidR="001F628F" w:rsidRDefault="001F628F" w:rsidP="00C81DE5">
      <w:pPr>
        <w:pStyle w:val="libNormal"/>
        <w:rPr>
          <w:rtl/>
        </w:rPr>
      </w:pPr>
      <w:r>
        <w:rPr>
          <w:rtl/>
        </w:rPr>
        <w:t>2_ كافر، ظالم افراد ہي</w:t>
      </w:r>
      <w:r w:rsidR="00083993">
        <w:rPr>
          <w:rtl/>
        </w:rPr>
        <w:t xml:space="preserve">ں </w:t>
      </w:r>
      <w:r>
        <w:rPr>
          <w:rtl/>
        </w:rPr>
        <w:t>_</w:t>
      </w:r>
      <w:r w:rsidRPr="00C81DE5">
        <w:rPr>
          <w:rStyle w:val="libArabicChar"/>
          <w:rFonts w:hint="eastAsia"/>
          <w:rtl/>
        </w:rPr>
        <w:t>لا</w:t>
      </w:r>
      <w:r w:rsidRPr="00C81DE5">
        <w:rPr>
          <w:rStyle w:val="libArabicChar"/>
          <w:rtl/>
        </w:rPr>
        <w:t xml:space="preserve"> يوذن كفروا ...وإذا رأ الذين ظلموا العذاب</w:t>
      </w:r>
    </w:p>
    <w:p w:rsidR="001F628F" w:rsidRDefault="001F628F" w:rsidP="001F628F">
      <w:pPr>
        <w:pStyle w:val="libNormal"/>
        <w:rPr>
          <w:rtl/>
        </w:rPr>
      </w:pPr>
      <w:r>
        <w:rPr>
          <w:rtl/>
        </w:rPr>
        <w:t>3_ ظلم ، عظيم اور ناقابل بخشش گناہ اور انسان كے اخروى عذاب مي</w:t>
      </w:r>
      <w:r w:rsidR="00083993">
        <w:rPr>
          <w:rtl/>
        </w:rPr>
        <w:t xml:space="preserve">ں </w:t>
      </w:r>
      <w:r>
        <w:rPr>
          <w:rtl/>
        </w:rPr>
        <w:t>مبتلا ء ہونے كا سبب ہے _</w:t>
      </w:r>
    </w:p>
    <w:p w:rsidR="001F628F" w:rsidRDefault="001F628F" w:rsidP="00C81DE5">
      <w:pPr>
        <w:pStyle w:val="libArabic"/>
        <w:rPr>
          <w:rtl/>
        </w:rPr>
      </w:pPr>
      <w:r>
        <w:rPr>
          <w:rFonts w:hint="eastAsia"/>
          <w:rtl/>
        </w:rPr>
        <w:t>وإذا</w:t>
      </w:r>
      <w:r>
        <w:rPr>
          <w:rtl/>
        </w:rPr>
        <w:t xml:space="preserve"> راء الذين ظلموا العذاب</w:t>
      </w:r>
    </w:p>
    <w:p w:rsidR="001F628F" w:rsidRDefault="001F628F" w:rsidP="001F628F">
      <w:pPr>
        <w:pStyle w:val="libNormal"/>
        <w:rPr>
          <w:rtl/>
        </w:rPr>
      </w:pPr>
      <w:r>
        <w:rPr>
          <w:rFonts w:hint="eastAsia"/>
          <w:rtl/>
        </w:rPr>
        <w:t>مذكورہ</w:t>
      </w:r>
      <w:r>
        <w:rPr>
          <w:rtl/>
        </w:rPr>
        <w:t xml:space="preserve"> تفسير اس نكتہ كى بناء پر ہے كہ با وجود اس كے كہ آيت قيامت كے دن كفار كى حالت بيان كرنے كے سلسلہ مي</w:t>
      </w:r>
      <w:r w:rsidR="00083993">
        <w:rPr>
          <w:rtl/>
        </w:rPr>
        <w:t xml:space="preserve">ں </w:t>
      </w:r>
      <w:r>
        <w:rPr>
          <w:rtl/>
        </w:rPr>
        <w:t>ہے ليكن انہي</w:t>
      </w:r>
      <w:r w:rsidR="00083993">
        <w:rPr>
          <w:rtl/>
        </w:rPr>
        <w:t xml:space="preserve">ں </w:t>
      </w:r>
      <w:r>
        <w:rPr>
          <w:rtl/>
        </w:rPr>
        <w:t>ظالم افراد سے توصيف كيا ہے اور وصف علت كو بيان كررہا ہے قابل ذكر ہے كہ اخروى عذاب كا وعدہ اس كے عظيم اور ناقابل معافى ہونے كو بيان كررہ</w:t>
      </w:r>
      <w:r>
        <w:rPr>
          <w:rFonts w:hint="eastAsia"/>
          <w:rtl/>
        </w:rPr>
        <w:t>ا</w:t>
      </w:r>
      <w:r>
        <w:rPr>
          <w:rtl/>
        </w:rPr>
        <w:t xml:space="preserve"> ہے_</w:t>
      </w:r>
    </w:p>
    <w:p w:rsidR="001F628F" w:rsidRDefault="001F628F" w:rsidP="001F628F">
      <w:pPr>
        <w:pStyle w:val="libNormal"/>
        <w:rPr>
          <w:rtl/>
        </w:rPr>
      </w:pPr>
      <w:r>
        <w:rPr>
          <w:rtl/>
        </w:rPr>
        <w:t>4_ ظالم كفار ، عذاب الہى كا مشاہدہ اور سزا كے حتمى ہونے كے بعد اپنى سزا مي</w:t>
      </w:r>
      <w:r w:rsidR="00083993">
        <w:rPr>
          <w:rtl/>
        </w:rPr>
        <w:t xml:space="preserve">ں </w:t>
      </w:r>
      <w:r>
        <w:rPr>
          <w:rtl/>
        </w:rPr>
        <w:t>رعايت اور تاخير كے خواہشمند ہو</w:t>
      </w:r>
      <w:r w:rsidR="00083993">
        <w:rPr>
          <w:rtl/>
        </w:rPr>
        <w:t xml:space="preserve">ں </w:t>
      </w:r>
      <w:r>
        <w:rPr>
          <w:rtl/>
        </w:rPr>
        <w:t>گے_</w:t>
      </w:r>
    </w:p>
    <w:p w:rsidR="001F628F" w:rsidRDefault="001F628F" w:rsidP="00C81DE5">
      <w:pPr>
        <w:pStyle w:val="libArabic"/>
        <w:rPr>
          <w:rtl/>
        </w:rPr>
      </w:pPr>
      <w:r>
        <w:rPr>
          <w:rFonts w:hint="eastAsia"/>
          <w:rtl/>
        </w:rPr>
        <w:t>فلا</w:t>
      </w:r>
      <w:r>
        <w:rPr>
          <w:rtl/>
        </w:rPr>
        <w:t xml:space="preserve"> يخففّ عن</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ولا</w:t>
      </w:r>
      <w:r>
        <w:rPr>
          <w:rtl/>
        </w:rPr>
        <w:t xml:space="preserve"> </w:t>
      </w:r>
      <w:r w:rsidR="00120F63" w:rsidRPr="00ED5DE8">
        <w:rPr>
          <w:rFonts w:hint="cs"/>
          <w:rtl/>
        </w:rPr>
        <w:t>ه</w:t>
      </w:r>
      <w:r>
        <w:rPr>
          <w:rFonts w:hint="cs"/>
          <w:rtl/>
        </w:rPr>
        <w:t>م</w:t>
      </w:r>
      <w:r>
        <w:rPr>
          <w:rtl/>
        </w:rPr>
        <w:t xml:space="preserve"> </w:t>
      </w:r>
      <w:r>
        <w:rPr>
          <w:rFonts w:hint="cs"/>
          <w:rtl/>
        </w:rPr>
        <w:t>ي</w:t>
      </w:r>
      <w:r>
        <w:rPr>
          <w:rtl/>
        </w:rPr>
        <w:t>نظرون</w:t>
      </w:r>
    </w:p>
    <w:p w:rsidR="001F628F" w:rsidRDefault="001F628F" w:rsidP="00C81DE5">
      <w:pPr>
        <w:pStyle w:val="libNormal"/>
        <w:rPr>
          <w:rtl/>
        </w:rPr>
      </w:pPr>
      <w:r>
        <w:rPr>
          <w:rFonts w:hint="eastAsia"/>
          <w:rtl/>
        </w:rPr>
        <w:t>ظالمو</w:t>
      </w:r>
      <w:r w:rsidR="00083993">
        <w:rPr>
          <w:rFonts w:hint="eastAsia"/>
          <w:rtl/>
        </w:rPr>
        <w:t xml:space="preserve">ں </w:t>
      </w:r>
      <w:r>
        <w:rPr>
          <w:rtl/>
        </w:rPr>
        <w:t>كو عذا ب مي</w:t>
      </w:r>
      <w:r w:rsidR="00083993">
        <w:rPr>
          <w:rtl/>
        </w:rPr>
        <w:t xml:space="preserve">ں </w:t>
      </w:r>
      <w:r>
        <w:rPr>
          <w:rtl/>
        </w:rPr>
        <w:t>رعايت اور مہلت نہ دينے كے بارے مي</w:t>
      </w:r>
      <w:r w:rsidR="00083993">
        <w:rPr>
          <w:rtl/>
        </w:rPr>
        <w:t xml:space="preserve">ں </w:t>
      </w:r>
      <w:r>
        <w:rPr>
          <w:rtl/>
        </w:rPr>
        <w:t>الہى تذكر اس بات كى طرف اشارہ ہے كہ وہ رعايت اور مہلت طلب كرنے كے خواہش مندہو</w:t>
      </w:r>
      <w:r w:rsidR="00083993">
        <w:rPr>
          <w:rtl/>
        </w:rPr>
        <w:t xml:space="preserve">ں </w:t>
      </w:r>
      <w:r>
        <w:rPr>
          <w:rtl/>
        </w:rPr>
        <w:t>گے_</w:t>
      </w:r>
    </w:p>
    <w:p w:rsidR="001F628F" w:rsidRDefault="001F628F" w:rsidP="00C81DE5">
      <w:pPr>
        <w:pStyle w:val="libNormal"/>
        <w:rPr>
          <w:rtl/>
        </w:rPr>
      </w:pPr>
      <w:r>
        <w:rPr>
          <w:rFonts w:hint="eastAsia"/>
          <w:rtl/>
        </w:rPr>
        <w:t>ظالم</w:t>
      </w:r>
      <w:r>
        <w:rPr>
          <w:rtl/>
        </w:rPr>
        <w:t>:</w:t>
      </w:r>
      <w:r>
        <w:rPr>
          <w:rFonts w:hint="eastAsia"/>
          <w:rtl/>
        </w:rPr>
        <w:t>عذاب</w:t>
      </w:r>
      <w:r>
        <w:rPr>
          <w:rtl/>
        </w:rPr>
        <w:t xml:space="preserve"> كے وقت ظالم 4; ظالمو</w:t>
      </w:r>
      <w:r w:rsidR="00083993">
        <w:rPr>
          <w:rtl/>
        </w:rPr>
        <w:t xml:space="preserve">ں </w:t>
      </w:r>
      <w:r>
        <w:rPr>
          <w:rtl/>
        </w:rPr>
        <w:t>كے عذاب كا حتمى ہونا 1</w:t>
      </w:r>
    </w:p>
    <w:p w:rsidR="001F628F" w:rsidRDefault="001F628F" w:rsidP="00C81DE5">
      <w:pPr>
        <w:pStyle w:val="libNormal"/>
        <w:rPr>
          <w:rtl/>
        </w:rPr>
      </w:pPr>
      <w:r>
        <w:rPr>
          <w:rFonts w:hint="eastAsia"/>
          <w:rtl/>
        </w:rPr>
        <w:t>ظلم</w:t>
      </w:r>
      <w:r>
        <w:rPr>
          <w:rtl/>
        </w:rPr>
        <w:t>:</w:t>
      </w:r>
      <w:r>
        <w:rPr>
          <w:rFonts w:hint="eastAsia"/>
          <w:rtl/>
        </w:rPr>
        <w:t>ظلم</w:t>
      </w:r>
      <w:r>
        <w:rPr>
          <w:rtl/>
        </w:rPr>
        <w:t xml:space="preserve"> كا گناہ ہونا 3; ظلم كے آثار 3</w:t>
      </w:r>
    </w:p>
    <w:p w:rsidR="001F628F" w:rsidRDefault="001F628F" w:rsidP="00C81DE5">
      <w:pPr>
        <w:pStyle w:val="libNormal"/>
        <w:rPr>
          <w:rtl/>
        </w:rPr>
      </w:pPr>
      <w:r>
        <w:rPr>
          <w:rFonts w:hint="eastAsia"/>
          <w:rtl/>
        </w:rPr>
        <w:t>عذاب</w:t>
      </w:r>
      <w:r>
        <w:rPr>
          <w:rtl/>
        </w:rPr>
        <w:t>:</w:t>
      </w:r>
      <w:r>
        <w:rPr>
          <w:rFonts w:hint="eastAsia"/>
          <w:rtl/>
        </w:rPr>
        <w:t>اخروى</w:t>
      </w:r>
      <w:r>
        <w:rPr>
          <w:rtl/>
        </w:rPr>
        <w:t xml:space="preserve"> عذاب كے اسباب3; عذاب كى تخفيف كى در خواست4</w:t>
      </w:r>
    </w:p>
    <w:p w:rsidR="001F628F" w:rsidRDefault="001F628F" w:rsidP="00C81DE5">
      <w:pPr>
        <w:pStyle w:val="libNormal"/>
        <w:rPr>
          <w:rtl/>
        </w:rPr>
      </w:pPr>
      <w:r>
        <w:rPr>
          <w:rFonts w:hint="eastAsia"/>
          <w:rtl/>
        </w:rPr>
        <w:t>كفار</w:t>
      </w:r>
      <w:r>
        <w:rPr>
          <w:rtl/>
        </w:rPr>
        <w:t>:</w:t>
      </w:r>
      <w:r>
        <w:rPr>
          <w:rFonts w:hint="eastAsia"/>
          <w:rtl/>
        </w:rPr>
        <w:t>عذاب</w:t>
      </w:r>
      <w:r>
        <w:rPr>
          <w:rtl/>
        </w:rPr>
        <w:t xml:space="preserve"> كے وقت كفار 4;كفار كا ظلم2; ظالم كفار كا مہلت طلب كرنا4; ظالم كفار كى خواہشات 4</w:t>
      </w:r>
    </w:p>
    <w:p w:rsidR="001F628F" w:rsidRDefault="001F628F" w:rsidP="00C81DE5">
      <w:pPr>
        <w:pStyle w:val="libNormal"/>
        <w:rPr>
          <w:rtl/>
        </w:rPr>
      </w:pPr>
      <w:r>
        <w:rPr>
          <w:rFonts w:hint="eastAsia"/>
          <w:rtl/>
        </w:rPr>
        <w:t>گناہ</w:t>
      </w:r>
      <w:r>
        <w:rPr>
          <w:rtl/>
        </w:rPr>
        <w:t>:</w:t>
      </w:r>
      <w:r>
        <w:rPr>
          <w:rFonts w:hint="eastAsia"/>
          <w:rtl/>
        </w:rPr>
        <w:t>گناہ</w:t>
      </w:r>
      <w:r>
        <w:rPr>
          <w:rtl/>
        </w:rPr>
        <w:t xml:space="preserve"> كے آثار3; ناقابل معافى گناہ3</w:t>
      </w:r>
    </w:p>
    <w:p w:rsidR="001F628F" w:rsidRDefault="001F628F" w:rsidP="001F628F">
      <w:pPr>
        <w:pStyle w:val="libNormal"/>
        <w:rPr>
          <w:rtl/>
        </w:rPr>
      </w:pPr>
      <w:r>
        <w:rPr>
          <w:rFonts w:hint="eastAsia"/>
          <w:rtl/>
        </w:rPr>
        <w:t>گناہ</w:t>
      </w:r>
      <w:r>
        <w:rPr>
          <w:rtl/>
        </w:rPr>
        <w:t xml:space="preserve"> كبيرہ:3</w:t>
      </w:r>
    </w:p>
    <w:p w:rsidR="00C81DE5" w:rsidRDefault="001E7F9D" w:rsidP="00F73EDE">
      <w:pPr>
        <w:pStyle w:val="libPoemTini"/>
        <w:rPr>
          <w:rtl/>
        </w:rPr>
      </w:pPr>
      <w:r>
        <w:rPr>
          <w:rtl/>
        </w:rPr>
        <w:br w:type="page"/>
      </w:r>
    </w:p>
    <w:p w:rsidR="00C81DE5" w:rsidRPr="00120F63" w:rsidRDefault="00C81DE5" w:rsidP="00C81DE5">
      <w:pPr>
        <w:pStyle w:val="Heading2Center"/>
        <w:rPr>
          <w:rtl/>
        </w:rPr>
      </w:pPr>
      <w:bookmarkStart w:id="232" w:name="_Toc28081910"/>
      <w:r>
        <w:rPr>
          <w:rFonts w:hint="cs"/>
          <w:rtl/>
        </w:rPr>
        <w:lastRenderedPageBreak/>
        <w:t xml:space="preserve">آیت </w:t>
      </w:r>
      <w:r w:rsidRPr="00120F63">
        <w:rPr>
          <w:rFonts w:hint="cs"/>
          <w:rtl/>
        </w:rPr>
        <w:t>86</w:t>
      </w:r>
      <w:bookmarkEnd w:id="232"/>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وَإِذَا</w:t>
      </w:r>
      <w:r w:rsidRPr="00C81DE5">
        <w:rPr>
          <w:rStyle w:val="libAieChar"/>
          <w:rtl/>
        </w:rPr>
        <w:t xml:space="preserve"> رَأى الَّذِينَ أَشْرَكُواْ شُرَكَاءهُمْ قَالُواْ رَبَّنَا هَـؤُلاء شُرَكَآؤُنَا الَّذِينَ كُنَّا نَدْعُوْ مِن دُونِكَ فَألْقَوْا إِلَيْهِمُ الْقَوْلَ إِنَّكُمْ لَكَاذِبُونَ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مشركين اپنے شركاء كو ديكھي</w:t>
      </w:r>
      <w:r w:rsidR="00083993">
        <w:rPr>
          <w:rtl/>
        </w:rPr>
        <w:t xml:space="preserve">ں </w:t>
      </w:r>
      <w:r>
        <w:rPr>
          <w:rtl/>
        </w:rPr>
        <w:t>گے تو كہي</w:t>
      </w:r>
      <w:r w:rsidR="00083993">
        <w:rPr>
          <w:rtl/>
        </w:rPr>
        <w:t xml:space="preserve">ں </w:t>
      </w:r>
      <w:r>
        <w:rPr>
          <w:rtl/>
        </w:rPr>
        <w:t>گے پروردگار يہى ہمارے شركاء تھے جنھي</w:t>
      </w:r>
      <w:r w:rsidR="00083993">
        <w:rPr>
          <w:rtl/>
        </w:rPr>
        <w:t xml:space="preserve">ں </w:t>
      </w:r>
      <w:r>
        <w:rPr>
          <w:rtl/>
        </w:rPr>
        <w:t>ہم تجھے چھوڑكر پكارا كرتے تھے پھر وہ شركاء اس بات كو انھي</w:t>
      </w:r>
      <w:r w:rsidR="00083993">
        <w:rPr>
          <w:rtl/>
        </w:rPr>
        <w:t xml:space="preserve">ں </w:t>
      </w:r>
      <w:r>
        <w:rPr>
          <w:rtl/>
        </w:rPr>
        <w:t>كى طرف پھينك دي</w:t>
      </w:r>
      <w:r w:rsidR="00083993">
        <w:rPr>
          <w:rtl/>
        </w:rPr>
        <w:t xml:space="preserve">ں </w:t>
      </w:r>
      <w:r>
        <w:rPr>
          <w:rtl/>
        </w:rPr>
        <w:t>گے كہ تم لوگ بالكل جھوٹے ہو _</w:t>
      </w:r>
    </w:p>
    <w:p w:rsidR="001F628F" w:rsidRDefault="001F628F" w:rsidP="001F628F">
      <w:pPr>
        <w:pStyle w:val="libNormal"/>
        <w:rPr>
          <w:rtl/>
        </w:rPr>
      </w:pPr>
      <w:r>
        <w:rPr>
          <w:rtl/>
        </w:rPr>
        <w:t>1_ مشركين روز قيامت اپنے جھوٹے معبودو</w:t>
      </w:r>
      <w:r w:rsidR="00083993">
        <w:rPr>
          <w:rtl/>
        </w:rPr>
        <w:t xml:space="preserve">ں </w:t>
      </w:r>
      <w:r>
        <w:rPr>
          <w:rtl/>
        </w:rPr>
        <w:t>كا سامنا كرتے وقت ان سے نزاع پر اترآئي</w:t>
      </w:r>
      <w:r w:rsidR="00083993">
        <w:rPr>
          <w:rtl/>
        </w:rPr>
        <w:t xml:space="preserve">ں </w:t>
      </w:r>
      <w:r>
        <w:rPr>
          <w:rtl/>
        </w:rPr>
        <w:t>گے _</w:t>
      </w:r>
    </w:p>
    <w:p w:rsidR="001F628F" w:rsidRDefault="001F628F" w:rsidP="00C81DE5">
      <w:pPr>
        <w:pStyle w:val="libArabic"/>
        <w:rPr>
          <w:rtl/>
        </w:rPr>
      </w:pPr>
      <w:r>
        <w:rPr>
          <w:rFonts w:hint="eastAsia"/>
          <w:rtl/>
        </w:rPr>
        <w:t>وإذا</w:t>
      </w:r>
      <w:r>
        <w:rPr>
          <w:rtl/>
        </w:rPr>
        <w:t xml:space="preserve"> را الذين اشركوا شركاء </w:t>
      </w:r>
      <w:r w:rsidR="00120F63" w:rsidRPr="00ED5DE8">
        <w:rPr>
          <w:rFonts w:hint="cs"/>
          <w:rtl/>
        </w:rPr>
        <w:t>ه</w:t>
      </w:r>
      <w:r>
        <w:rPr>
          <w:rFonts w:hint="cs"/>
          <w:rtl/>
        </w:rPr>
        <w:t>م</w:t>
      </w:r>
      <w:r>
        <w:rPr>
          <w:rtl/>
        </w:rPr>
        <w:t xml:space="preserve"> </w:t>
      </w:r>
      <w:r>
        <w:rPr>
          <w:rFonts w:hint="cs"/>
          <w:rtl/>
        </w:rPr>
        <w:t>قالوا</w:t>
      </w:r>
      <w:r>
        <w:rPr>
          <w:rtl/>
        </w:rPr>
        <w:t xml:space="preserve"> </w:t>
      </w:r>
      <w:r>
        <w:rPr>
          <w:rFonts w:hint="cs"/>
          <w:rtl/>
        </w:rPr>
        <w:t>ربّنا</w:t>
      </w:r>
      <w:r>
        <w:rPr>
          <w:rtl/>
        </w:rPr>
        <w:t xml:space="preserve"> </w:t>
      </w:r>
      <w:r w:rsidR="00120F63" w:rsidRPr="00ED5DE8">
        <w:rPr>
          <w:rFonts w:hint="cs"/>
          <w:rtl/>
        </w:rPr>
        <w:t>ه</w:t>
      </w:r>
      <w:r>
        <w:rPr>
          <w:rFonts w:hint="cs"/>
          <w:rtl/>
        </w:rPr>
        <w:t>ؤلائ</w:t>
      </w:r>
      <w:r>
        <w:rPr>
          <w:rtl/>
        </w:rPr>
        <w:t xml:space="preserve"> شركاؤن</w:t>
      </w:r>
    </w:p>
    <w:p w:rsidR="001F628F" w:rsidRDefault="001F628F" w:rsidP="00C81DE5">
      <w:pPr>
        <w:pStyle w:val="libNormal"/>
        <w:rPr>
          <w:rtl/>
        </w:rPr>
      </w:pPr>
      <w:r>
        <w:rPr>
          <w:rtl/>
        </w:rPr>
        <w:t>2_ روز قيامت مشركين ، خداوند عالم سے تكلم كري</w:t>
      </w:r>
      <w:r w:rsidR="00083993">
        <w:rPr>
          <w:rtl/>
        </w:rPr>
        <w:t xml:space="preserve">ں </w:t>
      </w:r>
      <w:r>
        <w:rPr>
          <w:rtl/>
        </w:rPr>
        <w:t>گے اور اپنے معبودو</w:t>
      </w:r>
      <w:r w:rsidR="00083993">
        <w:rPr>
          <w:rtl/>
        </w:rPr>
        <w:t xml:space="preserve">ں </w:t>
      </w:r>
      <w:r>
        <w:rPr>
          <w:rtl/>
        </w:rPr>
        <w:t>كى شكايت كري</w:t>
      </w:r>
      <w:r w:rsidR="00083993">
        <w:rPr>
          <w:rtl/>
        </w:rPr>
        <w:t xml:space="preserve">ں </w:t>
      </w:r>
      <w:r>
        <w:rPr>
          <w:rtl/>
        </w:rPr>
        <w:t>گے_</w:t>
      </w:r>
      <w:r w:rsidRPr="00C81DE5">
        <w:rPr>
          <w:rStyle w:val="libArabicChar"/>
          <w:rFonts w:hint="eastAsia"/>
          <w:rtl/>
        </w:rPr>
        <w:t>قالوا</w:t>
      </w:r>
      <w:r w:rsidRPr="00C81DE5">
        <w:rPr>
          <w:rStyle w:val="libArabicChar"/>
          <w:rtl/>
        </w:rPr>
        <w:t xml:space="preserve"> ربّنا </w:t>
      </w:r>
      <w:r w:rsidR="00120F63" w:rsidRPr="00B2551F">
        <w:rPr>
          <w:rStyle w:val="libArabicChar"/>
          <w:rFonts w:hint="cs"/>
          <w:rtl/>
        </w:rPr>
        <w:t>ه</w:t>
      </w:r>
      <w:r w:rsidRPr="00C81DE5">
        <w:rPr>
          <w:rStyle w:val="libArabicChar"/>
          <w:rFonts w:hint="cs"/>
          <w:rtl/>
        </w:rPr>
        <w:t>وء</w:t>
      </w:r>
      <w:r w:rsidRPr="00C81DE5">
        <w:rPr>
          <w:rStyle w:val="libArabicChar"/>
          <w:rtl/>
        </w:rPr>
        <w:t xml:space="preserve"> </w:t>
      </w:r>
      <w:r w:rsidRPr="00C81DE5">
        <w:rPr>
          <w:rStyle w:val="libArabicChar"/>
          <w:rFonts w:hint="cs"/>
          <w:rtl/>
        </w:rPr>
        <w:t>لاء</w:t>
      </w:r>
      <w:r w:rsidRPr="00C81DE5">
        <w:rPr>
          <w:rStyle w:val="libArabicChar"/>
          <w:rtl/>
        </w:rPr>
        <w:t xml:space="preserve"> شركاؤن</w:t>
      </w:r>
    </w:p>
    <w:p w:rsidR="001F628F" w:rsidRDefault="001F628F" w:rsidP="001F628F">
      <w:pPr>
        <w:pStyle w:val="libNormal"/>
        <w:rPr>
          <w:rtl/>
        </w:rPr>
      </w:pPr>
      <w:r>
        <w:rPr>
          <w:rFonts w:hint="eastAsia"/>
          <w:rtl/>
        </w:rPr>
        <w:t>جملہ</w:t>
      </w:r>
      <w:r>
        <w:rPr>
          <w:rtl/>
        </w:rPr>
        <w:t>''</w:t>
      </w:r>
      <w:r w:rsidRPr="00C81DE5">
        <w:rPr>
          <w:rStyle w:val="libArabicChar"/>
          <w:rtl/>
        </w:rPr>
        <w:t>فالقوا الي</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القول</w:t>
      </w:r>
      <w:r w:rsidRPr="00C81DE5">
        <w:rPr>
          <w:rStyle w:val="libArabicChar"/>
          <w:rtl/>
        </w:rPr>
        <w:t xml:space="preserve"> ...</w:t>
      </w:r>
      <w:r>
        <w:rPr>
          <w:rtl/>
        </w:rPr>
        <w:t>'' ممكن ہے اس</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بات</w:t>
      </w:r>
      <w:r>
        <w:rPr>
          <w:rtl/>
        </w:rPr>
        <w:t xml:space="preserve"> پر قرينہ ہو كہ مشركين كى بات ( قالوا ...) شكايت كے عنوان سے ادا ہوگي_</w:t>
      </w:r>
    </w:p>
    <w:p w:rsidR="001F628F" w:rsidRDefault="001F628F" w:rsidP="00C81DE5">
      <w:pPr>
        <w:pStyle w:val="libNormal"/>
        <w:rPr>
          <w:rtl/>
        </w:rPr>
      </w:pPr>
      <w:r>
        <w:rPr>
          <w:rtl/>
        </w:rPr>
        <w:t>3_ قيامت كے دن مشركين ،خداوحدہ كى ربوبيت كا اقرار كري</w:t>
      </w:r>
      <w:r w:rsidR="00083993">
        <w:rPr>
          <w:rtl/>
        </w:rPr>
        <w:t xml:space="preserve">ں </w:t>
      </w:r>
      <w:r>
        <w:rPr>
          <w:rtl/>
        </w:rPr>
        <w:t>گے_</w:t>
      </w:r>
      <w:r w:rsidRPr="00C81DE5">
        <w:rPr>
          <w:rStyle w:val="libArabicChar"/>
          <w:rFonts w:hint="eastAsia"/>
          <w:rtl/>
        </w:rPr>
        <w:t>قالوا</w:t>
      </w:r>
      <w:r w:rsidRPr="00C81DE5">
        <w:rPr>
          <w:rStyle w:val="libArabicChar"/>
          <w:rtl/>
        </w:rPr>
        <w:t xml:space="preserve"> ربّنا </w:t>
      </w:r>
      <w:r w:rsidR="00120F63" w:rsidRPr="00B2551F">
        <w:rPr>
          <w:rStyle w:val="libArabicChar"/>
          <w:rFonts w:hint="cs"/>
          <w:rtl/>
        </w:rPr>
        <w:t>ه</w:t>
      </w:r>
      <w:r w:rsidRPr="00C81DE5">
        <w:rPr>
          <w:rStyle w:val="libArabicChar"/>
          <w:rFonts w:hint="cs"/>
          <w:rtl/>
        </w:rPr>
        <w:t>و</w:t>
      </w:r>
      <w:r w:rsidRPr="00C81DE5">
        <w:rPr>
          <w:rStyle w:val="libArabicChar"/>
          <w:rtl/>
        </w:rPr>
        <w:t xml:space="preserve"> </w:t>
      </w:r>
      <w:r w:rsidRPr="00C81DE5">
        <w:rPr>
          <w:rStyle w:val="libArabicChar"/>
          <w:rFonts w:hint="cs"/>
          <w:rtl/>
        </w:rPr>
        <w:t>لاء</w:t>
      </w:r>
      <w:r w:rsidRPr="00C81DE5">
        <w:rPr>
          <w:rStyle w:val="libArabicChar"/>
          <w:rtl/>
        </w:rPr>
        <w:t xml:space="preserve"> </w:t>
      </w:r>
      <w:r w:rsidRPr="00C81DE5">
        <w:rPr>
          <w:rStyle w:val="libArabicChar"/>
          <w:rFonts w:hint="cs"/>
          <w:rtl/>
        </w:rPr>
        <w:t>ش</w:t>
      </w:r>
      <w:r w:rsidRPr="00C81DE5">
        <w:rPr>
          <w:rStyle w:val="libArabicChar"/>
          <w:rtl/>
        </w:rPr>
        <w:t>ركاء ن</w:t>
      </w:r>
    </w:p>
    <w:p w:rsidR="001F628F" w:rsidRDefault="001F628F" w:rsidP="001F628F">
      <w:pPr>
        <w:pStyle w:val="libNormal"/>
        <w:rPr>
          <w:rtl/>
        </w:rPr>
      </w:pPr>
      <w:r>
        <w:rPr>
          <w:rtl/>
        </w:rPr>
        <w:t>4_ قيامت كے دن مشركين اپنے دائمى شرك كے گناہ اور غلط ہونے كا عتراف كري</w:t>
      </w:r>
      <w:r w:rsidR="00083993">
        <w:rPr>
          <w:rtl/>
        </w:rPr>
        <w:t xml:space="preserve">ں </w:t>
      </w:r>
      <w:r>
        <w:rPr>
          <w:rtl/>
        </w:rPr>
        <w:t>گے_</w:t>
      </w:r>
    </w:p>
    <w:p w:rsidR="001F628F" w:rsidRDefault="00120F63" w:rsidP="00C81DE5">
      <w:pPr>
        <w:pStyle w:val="libArabic"/>
        <w:rPr>
          <w:rtl/>
        </w:rPr>
      </w:pPr>
      <w:r w:rsidRPr="00ED5DE8">
        <w:rPr>
          <w:rFonts w:hint="cs"/>
          <w:rtl/>
        </w:rPr>
        <w:t>ه</w:t>
      </w:r>
      <w:r w:rsidR="001F628F">
        <w:rPr>
          <w:rFonts w:hint="cs"/>
          <w:rtl/>
        </w:rPr>
        <w:t>ولاء</w:t>
      </w:r>
      <w:r w:rsidR="001F628F">
        <w:rPr>
          <w:rtl/>
        </w:rPr>
        <w:t xml:space="preserve"> شركا ء نا الذين كنّا ندعوا من دونك</w:t>
      </w:r>
    </w:p>
    <w:p w:rsidR="001F628F" w:rsidRDefault="001F628F" w:rsidP="00C81DE5">
      <w:pPr>
        <w:pStyle w:val="libNormal"/>
        <w:rPr>
          <w:rtl/>
        </w:rPr>
      </w:pPr>
      <w:r>
        <w:rPr>
          <w:rtl/>
        </w:rPr>
        <w:t>5_ قيامت كے دن مشركين كى يہ كوشش ہوگى كہ وہ اپنى گمراہى كے سلسلہ مي</w:t>
      </w:r>
      <w:r w:rsidR="00083993">
        <w:rPr>
          <w:rtl/>
        </w:rPr>
        <w:t xml:space="preserve">ں </w:t>
      </w:r>
      <w:r>
        <w:rPr>
          <w:rtl/>
        </w:rPr>
        <w:t>اپنے معبودو</w:t>
      </w:r>
      <w:r w:rsidR="00083993">
        <w:rPr>
          <w:rtl/>
        </w:rPr>
        <w:t xml:space="preserve">ں </w:t>
      </w:r>
      <w:r>
        <w:rPr>
          <w:rtl/>
        </w:rPr>
        <w:t>كے جھوٹ كو دخيل قرار دي</w:t>
      </w:r>
      <w:r w:rsidR="00083993">
        <w:rPr>
          <w:rtl/>
        </w:rPr>
        <w:t xml:space="preserve">ں </w:t>
      </w:r>
      <w:r>
        <w:rPr>
          <w:rtl/>
        </w:rPr>
        <w:t>_</w:t>
      </w:r>
      <w:r w:rsidRPr="00C81DE5">
        <w:rPr>
          <w:rStyle w:val="libArabicChar"/>
          <w:rFonts w:hint="eastAsia"/>
          <w:rtl/>
        </w:rPr>
        <w:t>وإذا</w:t>
      </w:r>
      <w:r w:rsidRPr="00C81DE5">
        <w:rPr>
          <w:rStyle w:val="libArabicChar"/>
          <w:rtl/>
        </w:rPr>
        <w:t xml:space="preserve"> رأ الذين اشركوا شركا</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قالوا</w:t>
      </w:r>
      <w:r w:rsidRPr="00C81DE5">
        <w:rPr>
          <w:rStyle w:val="libArabicChar"/>
          <w:rtl/>
        </w:rPr>
        <w:t xml:space="preserve"> </w:t>
      </w:r>
      <w:r w:rsidRPr="00C81DE5">
        <w:rPr>
          <w:rStyle w:val="libArabicChar"/>
          <w:rFonts w:hint="cs"/>
          <w:rtl/>
        </w:rPr>
        <w:t>ربّنا</w:t>
      </w:r>
      <w:r w:rsidRPr="00C81DE5">
        <w:rPr>
          <w:rStyle w:val="libArabicChar"/>
          <w:rtl/>
        </w:rPr>
        <w:t xml:space="preserve"> </w:t>
      </w:r>
      <w:r w:rsidR="00120F63" w:rsidRPr="00B2551F">
        <w:rPr>
          <w:rStyle w:val="libArabicChar"/>
          <w:rFonts w:hint="cs"/>
          <w:rtl/>
        </w:rPr>
        <w:t>ه</w:t>
      </w:r>
      <w:r w:rsidRPr="00C81DE5">
        <w:rPr>
          <w:rStyle w:val="libArabicChar"/>
          <w:rFonts w:hint="cs"/>
          <w:rtl/>
        </w:rPr>
        <w:t>ولاء</w:t>
      </w:r>
      <w:r w:rsidRPr="00C81DE5">
        <w:rPr>
          <w:rStyle w:val="libArabicChar"/>
          <w:rtl/>
        </w:rPr>
        <w:t xml:space="preserve"> </w:t>
      </w:r>
      <w:r w:rsidRPr="00C81DE5">
        <w:rPr>
          <w:rStyle w:val="libArabicChar"/>
          <w:rFonts w:hint="cs"/>
          <w:rtl/>
        </w:rPr>
        <w:t>شركائْ</w:t>
      </w:r>
      <w:r w:rsidRPr="00C81DE5">
        <w:rPr>
          <w:rStyle w:val="libArabicChar"/>
          <w:rtl/>
        </w:rPr>
        <w:t xml:space="preserve"> </w:t>
      </w:r>
      <w:r w:rsidRPr="00C81DE5">
        <w:rPr>
          <w:rStyle w:val="libArabicChar"/>
          <w:rFonts w:hint="cs"/>
          <w:rtl/>
        </w:rPr>
        <w:t>نا</w:t>
      </w:r>
      <w:r w:rsidRPr="00C81DE5">
        <w:rPr>
          <w:rStyle w:val="libArabicChar"/>
          <w:rtl/>
        </w:rPr>
        <w:t xml:space="preserve"> </w:t>
      </w:r>
      <w:r w:rsidRPr="00C81DE5">
        <w:rPr>
          <w:rStyle w:val="libArabicChar"/>
          <w:rFonts w:hint="cs"/>
          <w:rtl/>
        </w:rPr>
        <w:t>الذين</w:t>
      </w:r>
      <w:r w:rsidRPr="00C81DE5">
        <w:rPr>
          <w:rStyle w:val="libArabicChar"/>
          <w:rtl/>
        </w:rPr>
        <w:t xml:space="preserve"> </w:t>
      </w:r>
      <w:r w:rsidRPr="00C81DE5">
        <w:rPr>
          <w:rStyle w:val="libArabicChar"/>
          <w:rFonts w:hint="cs"/>
          <w:rtl/>
        </w:rPr>
        <w:t>كنّا</w:t>
      </w:r>
      <w:r w:rsidRPr="00C81DE5">
        <w:rPr>
          <w:rStyle w:val="libArabicChar"/>
          <w:rtl/>
        </w:rPr>
        <w:t xml:space="preserve"> </w:t>
      </w:r>
      <w:r w:rsidRPr="00C81DE5">
        <w:rPr>
          <w:rStyle w:val="libArabicChar"/>
          <w:rFonts w:hint="cs"/>
          <w:rtl/>
        </w:rPr>
        <w:t>ندعوا</w:t>
      </w:r>
      <w:r w:rsidRPr="00C81DE5">
        <w:rPr>
          <w:rStyle w:val="libArabicChar"/>
          <w:rtl/>
        </w:rPr>
        <w:t xml:space="preserve"> </w:t>
      </w:r>
      <w:r w:rsidRPr="00C81DE5">
        <w:rPr>
          <w:rStyle w:val="libArabicChar"/>
          <w:rFonts w:hint="cs"/>
          <w:rtl/>
        </w:rPr>
        <w:t>م</w:t>
      </w:r>
      <w:r w:rsidRPr="00C81DE5">
        <w:rPr>
          <w:rStyle w:val="libArabicChar"/>
          <w:rtl/>
        </w:rPr>
        <w:t>ن دونك</w:t>
      </w:r>
    </w:p>
    <w:p w:rsidR="001F628F" w:rsidRDefault="001F628F" w:rsidP="001F628F">
      <w:pPr>
        <w:pStyle w:val="libNormal"/>
        <w:rPr>
          <w:rtl/>
        </w:rPr>
      </w:pPr>
      <w:r>
        <w:rPr>
          <w:rFonts w:hint="eastAsia"/>
          <w:rtl/>
        </w:rPr>
        <w:t>مذكورہ</w:t>
      </w:r>
      <w:r>
        <w:rPr>
          <w:rtl/>
        </w:rPr>
        <w:t xml:space="preserve"> تفسير اس احتمال كى بناء پر ہے كہ مشركين كا اپنے جھوٹے معبودو</w:t>
      </w:r>
      <w:r w:rsidR="00083993">
        <w:rPr>
          <w:rtl/>
        </w:rPr>
        <w:t xml:space="preserve">ں </w:t>
      </w:r>
      <w:r>
        <w:rPr>
          <w:rtl/>
        </w:rPr>
        <w:t>كى نشاندہى كرنے كى غرض اپنے گناہ كے بوجھ كو كم كرنا اور اسے اپنے معبودو</w:t>
      </w:r>
      <w:r w:rsidR="00083993">
        <w:rPr>
          <w:rtl/>
        </w:rPr>
        <w:t xml:space="preserve">ں </w:t>
      </w:r>
      <w:r>
        <w:rPr>
          <w:rtl/>
        </w:rPr>
        <w:t>كے دوش پر لادنا ہو_</w:t>
      </w:r>
    </w:p>
    <w:p w:rsidR="001F628F" w:rsidRDefault="001F628F" w:rsidP="00C81DE5">
      <w:pPr>
        <w:pStyle w:val="libNormal"/>
        <w:rPr>
          <w:rtl/>
        </w:rPr>
      </w:pPr>
      <w:r>
        <w:rPr>
          <w:rtl/>
        </w:rPr>
        <w:t>6_ قيامت كے دن مشركين كا خداوند عالم كے ليے معبودو</w:t>
      </w:r>
      <w:r w:rsidR="00083993">
        <w:rPr>
          <w:rtl/>
        </w:rPr>
        <w:t xml:space="preserve">ں </w:t>
      </w:r>
      <w:r>
        <w:rPr>
          <w:rtl/>
        </w:rPr>
        <w:t>كو شريك قرا ر دينے كا دعوى ،خود معبودو</w:t>
      </w:r>
      <w:r w:rsidR="00083993">
        <w:rPr>
          <w:rtl/>
        </w:rPr>
        <w:t xml:space="preserve">ں </w:t>
      </w:r>
      <w:r>
        <w:rPr>
          <w:rtl/>
        </w:rPr>
        <w:t>كى طرف سے جھوٹا قرار ديا جائے گا_</w:t>
      </w:r>
      <w:r w:rsidRPr="00C81DE5">
        <w:rPr>
          <w:rStyle w:val="libArabicChar"/>
          <w:rFonts w:hint="eastAsia"/>
          <w:rtl/>
        </w:rPr>
        <w:t>فالقوا</w:t>
      </w:r>
      <w:r w:rsidRPr="00C81DE5">
        <w:rPr>
          <w:rStyle w:val="libArabicChar"/>
          <w:rtl/>
        </w:rPr>
        <w:t xml:space="preserve"> الي</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القول</w:t>
      </w:r>
      <w:r w:rsidRPr="00C81DE5">
        <w:rPr>
          <w:rStyle w:val="libArabicChar"/>
          <w:rtl/>
        </w:rPr>
        <w:t xml:space="preserve"> </w:t>
      </w:r>
      <w:r w:rsidRPr="00C81DE5">
        <w:rPr>
          <w:rStyle w:val="libArabicChar"/>
          <w:rFonts w:hint="cs"/>
          <w:rtl/>
        </w:rPr>
        <w:t>انّكم</w:t>
      </w:r>
      <w:r w:rsidRPr="00C81DE5">
        <w:rPr>
          <w:rStyle w:val="libArabicChar"/>
          <w:rtl/>
        </w:rPr>
        <w:t xml:space="preserve"> </w:t>
      </w:r>
      <w:r w:rsidRPr="00C81DE5">
        <w:rPr>
          <w:rStyle w:val="libArabicChar"/>
          <w:rFonts w:hint="cs"/>
          <w:rtl/>
        </w:rPr>
        <w:t>ل</w:t>
      </w:r>
      <w:r w:rsidRPr="00C81DE5">
        <w:rPr>
          <w:rStyle w:val="libArabicChar"/>
          <w:rtl/>
        </w:rPr>
        <w:t>كازبون</w:t>
      </w:r>
    </w:p>
    <w:p w:rsidR="001F628F" w:rsidRDefault="001F628F" w:rsidP="001F628F">
      <w:pPr>
        <w:pStyle w:val="libNormal"/>
        <w:rPr>
          <w:rtl/>
        </w:rPr>
      </w:pPr>
      <w:r>
        <w:rPr>
          <w:rFonts w:hint="eastAsia"/>
          <w:rtl/>
        </w:rPr>
        <w:t>قيامت</w:t>
      </w:r>
      <w:r>
        <w:rPr>
          <w:rtl/>
        </w:rPr>
        <w:t xml:space="preserve"> كے دن مشركين كااپنے معبودو</w:t>
      </w:r>
      <w:r w:rsidR="00083993">
        <w:rPr>
          <w:rtl/>
        </w:rPr>
        <w:t xml:space="preserve">ں </w:t>
      </w:r>
      <w:r>
        <w:rPr>
          <w:rtl/>
        </w:rPr>
        <w:t xml:space="preserve">سے شكوہ ( </w:t>
      </w:r>
      <w:r w:rsidRPr="00C81DE5">
        <w:rPr>
          <w:rStyle w:val="libArabicChar"/>
          <w:rtl/>
        </w:rPr>
        <w:t xml:space="preserve">قالوا </w:t>
      </w:r>
      <w:r w:rsidR="00120F63" w:rsidRPr="00B2551F">
        <w:rPr>
          <w:rStyle w:val="libArabicChar"/>
          <w:rFonts w:hint="cs"/>
          <w:rtl/>
        </w:rPr>
        <w:t>ه</w:t>
      </w:r>
      <w:r w:rsidRPr="00C81DE5">
        <w:rPr>
          <w:rStyle w:val="libArabicChar"/>
          <w:rtl/>
        </w:rPr>
        <w:t>ؤلائ</w:t>
      </w:r>
      <w:r>
        <w:rPr>
          <w:rtl/>
        </w:rPr>
        <w:t xml:space="preserve"> ...) ممكن ہے اس وجہ سے ہو كہ وہ معبودو</w:t>
      </w:r>
      <w:r w:rsidR="00083993">
        <w:rPr>
          <w:rtl/>
        </w:rPr>
        <w:t xml:space="preserve">ں </w:t>
      </w:r>
      <w:r>
        <w:rPr>
          <w:rtl/>
        </w:rPr>
        <w:t>كو اپنى گمراہى كا سبب قرار دي</w:t>
      </w:r>
      <w:r w:rsidR="00083993">
        <w:rPr>
          <w:rtl/>
        </w:rPr>
        <w:t xml:space="preserve">ں </w:t>
      </w:r>
      <w:r>
        <w:rPr>
          <w:rtl/>
        </w:rPr>
        <w:t>گے اس بنا پر معبودو</w:t>
      </w:r>
      <w:r w:rsidR="00083993">
        <w:rPr>
          <w:rtl/>
        </w:rPr>
        <w:t xml:space="preserve">ں </w:t>
      </w:r>
      <w:r>
        <w:rPr>
          <w:rtl/>
        </w:rPr>
        <w:t>كى تكذيب ممكن ہے اسى دعوى سے متعلق ہو_</w:t>
      </w:r>
    </w:p>
    <w:p w:rsidR="001F628F" w:rsidRDefault="001F628F" w:rsidP="00C81DE5">
      <w:pPr>
        <w:pStyle w:val="libNormal"/>
        <w:rPr>
          <w:rtl/>
        </w:rPr>
      </w:pPr>
      <w:r>
        <w:rPr>
          <w:rFonts w:hint="eastAsia"/>
          <w:rtl/>
        </w:rPr>
        <w:t>اقرار</w:t>
      </w:r>
      <w:r>
        <w:rPr>
          <w:rtl/>
        </w:rPr>
        <w:t>:</w:t>
      </w:r>
      <w:r>
        <w:rPr>
          <w:rFonts w:hint="eastAsia"/>
          <w:rtl/>
        </w:rPr>
        <w:t>ربوبيت</w:t>
      </w:r>
      <w:r>
        <w:rPr>
          <w:rtl/>
        </w:rPr>
        <w:t xml:space="preserve"> خدا كا اقرار3; گناہ كا اقرار4</w:t>
      </w:r>
    </w:p>
    <w:p w:rsidR="001F628F" w:rsidRDefault="001F628F" w:rsidP="00C81DE5">
      <w:pPr>
        <w:pStyle w:val="libNormal"/>
        <w:rPr>
          <w:rtl/>
        </w:rPr>
      </w:pPr>
      <w:r>
        <w:rPr>
          <w:rFonts w:hint="eastAsia"/>
          <w:rtl/>
        </w:rPr>
        <w:t>باطل</w:t>
      </w:r>
      <w:r>
        <w:rPr>
          <w:rtl/>
        </w:rPr>
        <w:t xml:space="preserve"> معبود:</w:t>
      </w:r>
      <w:r>
        <w:rPr>
          <w:rFonts w:hint="eastAsia"/>
          <w:rtl/>
        </w:rPr>
        <w:t>باطل</w:t>
      </w:r>
      <w:r>
        <w:rPr>
          <w:rtl/>
        </w:rPr>
        <w:t xml:space="preserve"> معبودو</w:t>
      </w:r>
      <w:r w:rsidR="00083993">
        <w:rPr>
          <w:rtl/>
        </w:rPr>
        <w:t xml:space="preserve">ں </w:t>
      </w:r>
      <w:r>
        <w:rPr>
          <w:rtl/>
        </w:rPr>
        <w:t>كا كردار5; باطل معبودو</w:t>
      </w:r>
      <w:r w:rsidR="00083993">
        <w:rPr>
          <w:rtl/>
        </w:rPr>
        <w:t xml:space="preserve">ں </w:t>
      </w:r>
      <w:r>
        <w:rPr>
          <w:rtl/>
        </w:rPr>
        <w:t>كى تكذيب6; باطل معبودو</w:t>
      </w:r>
      <w:r w:rsidR="00083993">
        <w:rPr>
          <w:rtl/>
        </w:rPr>
        <w:t xml:space="preserve">ں </w:t>
      </w:r>
      <w:r>
        <w:rPr>
          <w:rtl/>
        </w:rPr>
        <w:t>كى شكايت2; باطل معبودو</w:t>
      </w:r>
      <w:r w:rsidR="00083993">
        <w:rPr>
          <w:rtl/>
        </w:rPr>
        <w:t xml:space="preserve">ں </w:t>
      </w:r>
      <w:r>
        <w:rPr>
          <w:rtl/>
        </w:rPr>
        <w:t>كے ساتھ نزاع_1</w:t>
      </w:r>
    </w:p>
    <w:p w:rsidR="001F628F" w:rsidRDefault="001F628F" w:rsidP="00C81DE5">
      <w:pPr>
        <w:pStyle w:val="libNormal"/>
        <w:rPr>
          <w:rtl/>
        </w:rPr>
      </w:pPr>
      <w:r>
        <w:rPr>
          <w:rFonts w:hint="eastAsia"/>
          <w:rtl/>
        </w:rPr>
        <w:t>مشركين</w:t>
      </w:r>
      <w:r>
        <w:rPr>
          <w:rtl/>
        </w:rPr>
        <w:t>:</w:t>
      </w:r>
      <w:r>
        <w:rPr>
          <w:rFonts w:hint="eastAsia"/>
          <w:rtl/>
        </w:rPr>
        <w:t>قيامت</w:t>
      </w:r>
      <w:r>
        <w:rPr>
          <w:rtl/>
        </w:rPr>
        <w:t xml:space="preserve"> مي</w:t>
      </w:r>
      <w:r w:rsidR="00083993">
        <w:rPr>
          <w:rtl/>
        </w:rPr>
        <w:t xml:space="preserve">ں </w:t>
      </w:r>
      <w:r>
        <w:rPr>
          <w:rtl/>
        </w:rPr>
        <w:t>مشركين 5،6; مشركين اور باطل معبود1; مشركين كا اخروى اقرار 3،4; مشركين كا اخروى نزاع 1; مشركين كا خدا سے كلام 2; مشركين كى اخروى شكايت 2; مشركين كى اخروى كوشش 5; مشركين كى گمراہى كے اسباب5; مشركين كے دعوى كى تكذيب6</w:t>
      </w:r>
    </w:p>
    <w:p w:rsidR="00C81DE5" w:rsidRDefault="001E7F9D" w:rsidP="00F73EDE">
      <w:pPr>
        <w:pStyle w:val="libPoemTini"/>
        <w:rPr>
          <w:rtl/>
        </w:rPr>
      </w:pPr>
      <w:r>
        <w:rPr>
          <w:rtl/>
        </w:rPr>
        <w:cr/>
      </w:r>
      <w:r>
        <w:rPr>
          <w:rtl/>
        </w:rPr>
        <w:br w:type="page"/>
      </w:r>
    </w:p>
    <w:p w:rsidR="00C81DE5" w:rsidRPr="00120F63" w:rsidRDefault="00C81DE5" w:rsidP="00C81DE5">
      <w:pPr>
        <w:pStyle w:val="Heading2Center"/>
        <w:rPr>
          <w:rtl/>
        </w:rPr>
      </w:pPr>
      <w:bookmarkStart w:id="233" w:name="_Toc28081911"/>
      <w:r>
        <w:rPr>
          <w:rFonts w:hint="cs"/>
          <w:rtl/>
        </w:rPr>
        <w:lastRenderedPageBreak/>
        <w:t xml:space="preserve">آیت </w:t>
      </w:r>
      <w:r w:rsidRPr="00120F63">
        <w:rPr>
          <w:rFonts w:hint="cs"/>
          <w:rtl/>
        </w:rPr>
        <w:t>87</w:t>
      </w:r>
      <w:bookmarkEnd w:id="233"/>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وَأَلْقَوْاْ</w:t>
      </w:r>
      <w:r w:rsidRPr="00C81DE5">
        <w:rPr>
          <w:rStyle w:val="libAieChar"/>
          <w:rtl/>
        </w:rPr>
        <w:t xml:space="preserve"> إِلَى اللّهِ يَوْمَئِذٍ السَّلَمَ وَضَلَّ عَنْهُم مَّا كَانُواْ يَفْتَرُونَ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پھر اس دن اللہ كى بارگاہ مي</w:t>
      </w:r>
      <w:r w:rsidR="00083993">
        <w:rPr>
          <w:rtl/>
        </w:rPr>
        <w:t xml:space="preserve">ں </w:t>
      </w:r>
      <w:r>
        <w:rPr>
          <w:rtl/>
        </w:rPr>
        <w:t>اطاعت كى پيشكش كري</w:t>
      </w:r>
      <w:r w:rsidR="00083993">
        <w:rPr>
          <w:rtl/>
        </w:rPr>
        <w:t xml:space="preserve">ں </w:t>
      </w:r>
      <w:r>
        <w:rPr>
          <w:rtl/>
        </w:rPr>
        <w:t>گے اور جن باتو</w:t>
      </w:r>
      <w:r w:rsidR="00083993">
        <w:rPr>
          <w:rtl/>
        </w:rPr>
        <w:t xml:space="preserve">ں </w:t>
      </w:r>
      <w:r>
        <w:rPr>
          <w:rtl/>
        </w:rPr>
        <w:t>كا افترا كيا كرتے تھے وہ سب غائب اور بے كار ہوجائي</w:t>
      </w:r>
      <w:r w:rsidR="00083993">
        <w:rPr>
          <w:rtl/>
        </w:rPr>
        <w:t xml:space="preserve">ں </w:t>
      </w:r>
      <w:r>
        <w:rPr>
          <w:rtl/>
        </w:rPr>
        <w:t>گى _</w:t>
      </w:r>
    </w:p>
    <w:p w:rsidR="001F628F" w:rsidRDefault="001F628F" w:rsidP="001F628F">
      <w:pPr>
        <w:pStyle w:val="libNormal"/>
        <w:rPr>
          <w:rtl/>
        </w:rPr>
      </w:pPr>
      <w:r>
        <w:rPr>
          <w:rtl/>
        </w:rPr>
        <w:t>1_ روز قيامت مشركين خداوند عالم كے حضور اپنے تسليم ہونے كے مراتب كا اظہار كري</w:t>
      </w:r>
      <w:r w:rsidR="00083993">
        <w:rPr>
          <w:rtl/>
        </w:rPr>
        <w:t xml:space="preserve">ں </w:t>
      </w:r>
      <w:r>
        <w:rPr>
          <w:rtl/>
        </w:rPr>
        <w:t>گے _</w:t>
      </w:r>
    </w:p>
    <w:p w:rsidR="001F628F" w:rsidRDefault="001F628F" w:rsidP="00C81DE5">
      <w:pPr>
        <w:pStyle w:val="libArabic"/>
        <w:rPr>
          <w:rtl/>
        </w:rPr>
      </w:pPr>
      <w:r>
        <w:rPr>
          <w:rFonts w:hint="eastAsia"/>
          <w:rtl/>
        </w:rPr>
        <w:t>وإذا</w:t>
      </w:r>
      <w:r>
        <w:rPr>
          <w:rtl/>
        </w:rPr>
        <w:t xml:space="preserve"> راء الذين ا شركوا ...وا لقوا الى الله يومئذ: السّلم</w:t>
      </w:r>
    </w:p>
    <w:p w:rsidR="001F628F" w:rsidRDefault="001F628F" w:rsidP="00C81DE5">
      <w:pPr>
        <w:pStyle w:val="libNormal"/>
        <w:rPr>
          <w:rtl/>
        </w:rPr>
      </w:pPr>
      <w:r>
        <w:rPr>
          <w:rtl/>
        </w:rPr>
        <w:t>2_ مشركين ، فقط قيامت كے دن اور مجبورى كے بعد تسليم خم ہو</w:t>
      </w:r>
      <w:r w:rsidR="00083993">
        <w:rPr>
          <w:rtl/>
        </w:rPr>
        <w:t xml:space="preserve">ں </w:t>
      </w:r>
      <w:r>
        <w:rPr>
          <w:rtl/>
        </w:rPr>
        <w:t>گے_</w:t>
      </w:r>
      <w:r w:rsidRPr="00C81DE5">
        <w:rPr>
          <w:rStyle w:val="libArabicChar"/>
          <w:rFonts w:hint="eastAsia"/>
          <w:rtl/>
        </w:rPr>
        <w:t>وا</w:t>
      </w:r>
      <w:r w:rsidRPr="00C81DE5">
        <w:rPr>
          <w:rStyle w:val="libArabicChar"/>
          <w:rtl/>
        </w:rPr>
        <w:t xml:space="preserve"> لقوا الى اللّ</w:t>
      </w:r>
      <w:r w:rsidR="00120F63" w:rsidRPr="00B2551F">
        <w:rPr>
          <w:rStyle w:val="libArabicChar"/>
          <w:rFonts w:hint="cs"/>
          <w:rtl/>
        </w:rPr>
        <w:t>ه</w:t>
      </w:r>
      <w:r w:rsidRPr="00C81DE5">
        <w:rPr>
          <w:rStyle w:val="libArabicChar"/>
          <w:rtl/>
        </w:rPr>
        <w:t xml:space="preserve"> </w:t>
      </w:r>
      <w:r w:rsidRPr="00C81DE5">
        <w:rPr>
          <w:rStyle w:val="libArabicChar"/>
          <w:rFonts w:hint="cs"/>
          <w:rtl/>
        </w:rPr>
        <w:t>يومئ</w:t>
      </w:r>
      <w:r w:rsidRPr="00C81DE5">
        <w:rPr>
          <w:rStyle w:val="libArabicChar"/>
          <w:rtl/>
        </w:rPr>
        <w:t>ذ السّلم</w:t>
      </w:r>
    </w:p>
    <w:p w:rsidR="001F628F" w:rsidRDefault="001F628F" w:rsidP="001F628F">
      <w:pPr>
        <w:pStyle w:val="libNormal"/>
        <w:rPr>
          <w:rtl/>
        </w:rPr>
      </w:pPr>
      <w:r>
        <w:rPr>
          <w:rFonts w:hint="eastAsia"/>
          <w:rtl/>
        </w:rPr>
        <w:t>يہ</w:t>
      </w:r>
      <w:r>
        <w:rPr>
          <w:rtl/>
        </w:rPr>
        <w:t xml:space="preserve"> بات مخفى نہ رہے كہ مشركين دنيا مي</w:t>
      </w:r>
      <w:r w:rsidR="00083993">
        <w:rPr>
          <w:rtl/>
        </w:rPr>
        <w:t xml:space="preserve">ں </w:t>
      </w:r>
      <w:r>
        <w:rPr>
          <w:rtl/>
        </w:rPr>
        <w:t>كبھى بھى فرمان خدا كے سامنے سر تسليم خم نہ تھے_</w:t>
      </w:r>
    </w:p>
    <w:p w:rsidR="001F628F" w:rsidRDefault="001F628F" w:rsidP="001F628F">
      <w:pPr>
        <w:pStyle w:val="libNormal"/>
        <w:rPr>
          <w:rtl/>
        </w:rPr>
      </w:pPr>
      <w:r>
        <w:rPr>
          <w:rtl/>
        </w:rPr>
        <w:t>(</w:t>
      </w:r>
      <w:r w:rsidRPr="00C81DE5">
        <w:rPr>
          <w:rStyle w:val="libArabicChar"/>
          <w:rtl/>
        </w:rPr>
        <w:t>يعرفون نعمت الله ثم ينكرو ن</w:t>
      </w:r>
      <w:r w:rsidR="00120F63" w:rsidRPr="00B2551F">
        <w:rPr>
          <w:rStyle w:val="libArabicChar"/>
          <w:rFonts w:hint="cs"/>
          <w:rtl/>
        </w:rPr>
        <w:t>ه</w:t>
      </w:r>
      <w:r w:rsidRPr="00C81DE5">
        <w:rPr>
          <w:rStyle w:val="libArabicChar"/>
          <w:rFonts w:hint="cs"/>
          <w:rtl/>
        </w:rPr>
        <w:t>ا</w:t>
      </w:r>
      <w:r w:rsidRPr="00C81DE5">
        <w:rPr>
          <w:rStyle w:val="libArabicChar"/>
          <w:rtl/>
        </w:rPr>
        <w:t xml:space="preserve"> </w:t>
      </w:r>
      <w:r>
        <w:rPr>
          <w:rtl/>
        </w:rPr>
        <w:t xml:space="preserve">...) اس بناء پر اظہار تسليم كو </w:t>
      </w:r>
      <w:r w:rsidRPr="00C81DE5">
        <w:rPr>
          <w:rStyle w:val="libArabicChar"/>
          <w:rtl/>
        </w:rPr>
        <w:t>''يومئذ''</w:t>
      </w:r>
      <w:r>
        <w:rPr>
          <w:rtl/>
        </w:rPr>
        <w:t xml:space="preserve"> ( اس دن) كے ساتھ مقيّد كرنا مذكورہ تفسير كو بيان كرر ہا ہے_</w:t>
      </w:r>
    </w:p>
    <w:p w:rsidR="001F628F" w:rsidRDefault="001F628F" w:rsidP="001F628F">
      <w:pPr>
        <w:pStyle w:val="libNormal"/>
        <w:rPr>
          <w:rtl/>
        </w:rPr>
      </w:pPr>
      <w:r>
        <w:rPr>
          <w:rtl/>
        </w:rPr>
        <w:t>3_ قيامت كے دن مشركين ، خداوند عالم كا شريك قرار دينے والے اپنے خود ساختہ جھوٹے خداؤ</w:t>
      </w:r>
      <w:r w:rsidR="00083993">
        <w:rPr>
          <w:rtl/>
        </w:rPr>
        <w:t xml:space="preserve">ں </w:t>
      </w:r>
      <w:r>
        <w:rPr>
          <w:rtl/>
        </w:rPr>
        <w:t>كو نہي</w:t>
      </w:r>
      <w:r w:rsidR="00083993">
        <w:rPr>
          <w:rtl/>
        </w:rPr>
        <w:t xml:space="preserve">ں </w:t>
      </w:r>
      <w:r>
        <w:rPr>
          <w:rtl/>
        </w:rPr>
        <w:t>پائي</w:t>
      </w:r>
      <w:r w:rsidR="00083993">
        <w:rPr>
          <w:rtl/>
        </w:rPr>
        <w:t xml:space="preserve">ں </w:t>
      </w:r>
      <w:r>
        <w:rPr>
          <w:rtl/>
        </w:rPr>
        <w:t>گے_</w:t>
      </w:r>
    </w:p>
    <w:p w:rsidR="001F628F" w:rsidRDefault="001F628F" w:rsidP="00C81DE5">
      <w:pPr>
        <w:pStyle w:val="libArabic"/>
        <w:rPr>
          <w:rtl/>
        </w:rPr>
      </w:pPr>
      <w:r>
        <w:rPr>
          <w:rFonts w:hint="eastAsia"/>
          <w:rtl/>
        </w:rPr>
        <w:t>وضلّ</w:t>
      </w:r>
      <w:r>
        <w:rPr>
          <w:rtl/>
        </w:rPr>
        <w:t xml:space="preserve"> عن</w:t>
      </w:r>
      <w:r w:rsidR="00120F63" w:rsidRPr="00ED5DE8">
        <w:rPr>
          <w:rFonts w:hint="cs"/>
          <w:rtl/>
        </w:rPr>
        <w:t>ه</w:t>
      </w:r>
      <w:r>
        <w:rPr>
          <w:rFonts w:hint="cs"/>
          <w:rtl/>
        </w:rPr>
        <w:t>م</w:t>
      </w:r>
      <w:r>
        <w:rPr>
          <w:rtl/>
        </w:rPr>
        <w:t xml:space="preserve"> </w:t>
      </w:r>
      <w:r>
        <w:rPr>
          <w:rFonts w:hint="cs"/>
          <w:rtl/>
        </w:rPr>
        <w:t>ما</w:t>
      </w:r>
      <w:r>
        <w:rPr>
          <w:rtl/>
        </w:rPr>
        <w:t xml:space="preserve"> </w:t>
      </w:r>
      <w:r>
        <w:rPr>
          <w:rFonts w:hint="cs"/>
          <w:rtl/>
        </w:rPr>
        <w:t>كانوا</w:t>
      </w:r>
      <w:r>
        <w:rPr>
          <w:rtl/>
        </w:rPr>
        <w:t xml:space="preserve"> </w:t>
      </w:r>
      <w:r>
        <w:rPr>
          <w:rFonts w:hint="cs"/>
          <w:rtl/>
        </w:rPr>
        <w:t>ي</w:t>
      </w:r>
      <w:r>
        <w:rPr>
          <w:rtl/>
        </w:rPr>
        <w:t>فترون</w:t>
      </w:r>
    </w:p>
    <w:p w:rsidR="001F628F" w:rsidRDefault="001F628F" w:rsidP="001F628F">
      <w:pPr>
        <w:pStyle w:val="libNormal"/>
        <w:rPr>
          <w:rtl/>
        </w:rPr>
      </w:pPr>
      <w:r>
        <w:rPr>
          <w:rtl/>
        </w:rPr>
        <w:t>4_ شرك، جھوٹ سے كام لينا اورشرك آلو نظريات ، باطل اور بے بنياد ہي</w:t>
      </w:r>
      <w:r w:rsidR="00083993">
        <w:rPr>
          <w:rtl/>
        </w:rPr>
        <w:t xml:space="preserve">ں </w:t>
      </w:r>
      <w:r>
        <w:rPr>
          <w:rtl/>
        </w:rPr>
        <w:t>_</w:t>
      </w:r>
    </w:p>
    <w:p w:rsidR="001F628F" w:rsidRDefault="001F628F" w:rsidP="00C81DE5">
      <w:pPr>
        <w:pStyle w:val="libArabic"/>
        <w:rPr>
          <w:rtl/>
        </w:rPr>
      </w:pPr>
      <w:r>
        <w:rPr>
          <w:rFonts w:hint="eastAsia"/>
          <w:rtl/>
        </w:rPr>
        <w:t>وإذا</w:t>
      </w:r>
      <w:r>
        <w:rPr>
          <w:rtl/>
        </w:rPr>
        <w:t xml:space="preserve"> رء الذين اشركوا ...وضلّ عن</w:t>
      </w:r>
      <w:r w:rsidR="00120F63" w:rsidRPr="00ED5DE8">
        <w:rPr>
          <w:rFonts w:hint="cs"/>
          <w:rtl/>
        </w:rPr>
        <w:t>ه</w:t>
      </w:r>
      <w:r>
        <w:rPr>
          <w:rFonts w:hint="cs"/>
          <w:rtl/>
        </w:rPr>
        <w:t>م</w:t>
      </w:r>
      <w:r>
        <w:rPr>
          <w:rtl/>
        </w:rPr>
        <w:t xml:space="preserve"> </w:t>
      </w:r>
      <w:r>
        <w:rPr>
          <w:rFonts w:hint="cs"/>
          <w:rtl/>
        </w:rPr>
        <w:t>ماكانوا</w:t>
      </w:r>
      <w:r>
        <w:rPr>
          <w:rtl/>
        </w:rPr>
        <w:t xml:space="preserve"> </w:t>
      </w:r>
      <w:r>
        <w:rPr>
          <w:rFonts w:hint="cs"/>
          <w:rtl/>
        </w:rPr>
        <w:t>ي</w:t>
      </w:r>
      <w:r>
        <w:rPr>
          <w:rtl/>
        </w:rPr>
        <w:t>فترون</w:t>
      </w:r>
    </w:p>
    <w:p w:rsidR="001F628F" w:rsidRDefault="001F628F" w:rsidP="00C81DE5">
      <w:pPr>
        <w:pStyle w:val="libNormal"/>
        <w:rPr>
          <w:rtl/>
        </w:rPr>
      </w:pPr>
      <w:r>
        <w:rPr>
          <w:rFonts w:hint="eastAsia"/>
          <w:rtl/>
        </w:rPr>
        <w:t>شرك</w:t>
      </w:r>
      <w:r>
        <w:rPr>
          <w:rtl/>
        </w:rPr>
        <w:t>:</w:t>
      </w:r>
      <w:r>
        <w:rPr>
          <w:rFonts w:hint="eastAsia"/>
          <w:rtl/>
        </w:rPr>
        <w:t>شرك</w:t>
      </w:r>
      <w:r>
        <w:rPr>
          <w:rtl/>
        </w:rPr>
        <w:t xml:space="preserve"> كا بے منطق ہونا 4</w:t>
      </w:r>
    </w:p>
    <w:p w:rsidR="00C81DE5" w:rsidRDefault="001E7F9D" w:rsidP="00F73EDE">
      <w:pPr>
        <w:pStyle w:val="libPoemTini"/>
        <w:rPr>
          <w:rtl/>
        </w:rPr>
      </w:pPr>
      <w:r>
        <w:rPr>
          <w:rtl/>
        </w:rPr>
        <w:cr/>
      </w:r>
      <w:r>
        <w:rPr>
          <w:rtl/>
        </w:rPr>
        <w:br w:type="page"/>
      </w:r>
    </w:p>
    <w:p w:rsidR="001F628F" w:rsidRDefault="001F628F" w:rsidP="00C81DE5">
      <w:pPr>
        <w:pStyle w:val="libNormal"/>
        <w:rPr>
          <w:rtl/>
        </w:rPr>
      </w:pPr>
      <w:r>
        <w:rPr>
          <w:rFonts w:hint="eastAsia"/>
          <w:rtl/>
        </w:rPr>
        <w:lastRenderedPageBreak/>
        <w:t>مشركين</w:t>
      </w:r>
      <w:r>
        <w:rPr>
          <w:rtl/>
        </w:rPr>
        <w:t>:</w:t>
      </w:r>
      <w:r>
        <w:rPr>
          <w:rFonts w:hint="eastAsia"/>
          <w:rtl/>
        </w:rPr>
        <w:t>قيامت</w:t>
      </w:r>
      <w:r>
        <w:rPr>
          <w:rtl/>
        </w:rPr>
        <w:t xml:space="preserve"> مي</w:t>
      </w:r>
      <w:r w:rsidR="00083993">
        <w:rPr>
          <w:rtl/>
        </w:rPr>
        <w:t xml:space="preserve">ں </w:t>
      </w:r>
      <w:r>
        <w:rPr>
          <w:rtl/>
        </w:rPr>
        <w:t>مشركين1،2; مشركين كا آخرت مي</w:t>
      </w:r>
      <w:r w:rsidR="00083993">
        <w:rPr>
          <w:rtl/>
        </w:rPr>
        <w:t xml:space="preserve">ں </w:t>
      </w:r>
      <w:r>
        <w:rPr>
          <w:rtl/>
        </w:rPr>
        <w:t>تسليم ہونا 1،2; مشركين كى آخرت مي</w:t>
      </w:r>
      <w:r w:rsidR="00083993">
        <w:rPr>
          <w:rtl/>
        </w:rPr>
        <w:t xml:space="preserve">ں </w:t>
      </w:r>
      <w:r>
        <w:rPr>
          <w:rtl/>
        </w:rPr>
        <w:t>ناكامي3; مشركين كى افتراء بازى 3; مشركين كى فكر3</w:t>
      </w:r>
    </w:p>
    <w:p w:rsidR="001F628F" w:rsidRPr="00120F63" w:rsidRDefault="00C81DE5" w:rsidP="00C81DE5">
      <w:pPr>
        <w:pStyle w:val="Heading2Center"/>
        <w:rPr>
          <w:rtl/>
        </w:rPr>
      </w:pPr>
      <w:bookmarkStart w:id="234" w:name="_Toc28081912"/>
      <w:r>
        <w:rPr>
          <w:rFonts w:hint="cs"/>
          <w:rtl/>
        </w:rPr>
        <w:t xml:space="preserve">آیت </w:t>
      </w:r>
      <w:r w:rsidRPr="00120F63">
        <w:rPr>
          <w:rFonts w:hint="cs"/>
          <w:rtl/>
        </w:rPr>
        <w:t>88</w:t>
      </w:r>
      <w:bookmarkEnd w:id="234"/>
    </w:p>
    <w:p w:rsidR="001F628F" w:rsidRDefault="00E260F9" w:rsidP="00C81DE5">
      <w:pPr>
        <w:pStyle w:val="libNormal"/>
        <w:rPr>
          <w:rtl/>
        </w:rPr>
      </w:pPr>
      <w:r w:rsidRPr="00E260F9">
        <w:rPr>
          <w:rStyle w:val="libAlaemChar"/>
          <w:rFonts w:hint="eastAsia"/>
          <w:rtl/>
        </w:rPr>
        <w:t>(</w:t>
      </w:r>
      <w:r w:rsidRPr="00C81DE5">
        <w:rPr>
          <w:rStyle w:val="libAieChar"/>
          <w:rFonts w:hint="eastAsia"/>
          <w:rtl/>
        </w:rPr>
        <w:t>الَّذِينَ</w:t>
      </w:r>
      <w:r w:rsidRPr="00C81DE5">
        <w:rPr>
          <w:rStyle w:val="libAieChar"/>
          <w:rtl/>
        </w:rPr>
        <w:t xml:space="preserve"> كَفَرُواْ وَصَدُّواْ عَن سَبِيلِ اللّهِ زِدْنَاهُمْ عَذَاباً فَوْقَ الْعَذَابِ بِمَا كَانُواْ يُفْسِدُونَ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جن</w:t>
      </w:r>
      <w:r>
        <w:rPr>
          <w:rtl/>
        </w:rPr>
        <w:t xml:space="preserve"> لوگو</w:t>
      </w:r>
      <w:r w:rsidR="00083993">
        <w:rPr>
          <w:rtl/>
        </w:rPr>
        <w:t xml:space="preserve">ں </w:t>
      </w:r>
      <w:r>
        <w:rPr>
          <w:rtl/>
        </w:rPr>
        <w:t>نے كفر اختيار كيا اور راہ خدا مي</w:t>
      </w:r>
      <w:r w:rsidR="00083993">
        <w:rPr>
          <w:rtl/>
        </w:rPr>
        <w:t xml:space="preserve">ں </w:t>
      </w:r>
      <w:r>
        <w:rPr>
          <w:rtl/>
        </w:rPr>
        <w:t>ركاوٹ پيدا كى ہم نے ان كے عذاب مي</w:t>
      </w:r>
      <w:r w:rsidR="00083993">
        <w:rPr>
          <w:rtl/>
        </w:rPr>
        <w:t xml:space="preserve">ں </w:t>
      </w:r>
      <w:r>
        <w:rPr>
          <w:rtl/>
        </w:rPr>
        <w:t>مزيد اضافہ كرديا كہ يہ لوگ فسادبرپا كيا كرتے تھے_</w:t>
      </w:r>
    </w:p>
    <w:p w:rsidR="001F628F" w:rsidRDefault="001F628F" w:rsidP="001F628F">
      <w:pPr>
        <w:pStyle w:val="libNormal"/>
        <w:rPr>
          <w:rtl/>
        </w:rPr>
      </w:pPr>
      <w:r>
        <w:rPr>
          <w:rtl/>
        </w:rPr>
        <w:t>1_راہ خدا كو مسدود كرنے والے كفار ،دوسرے كفار كى نسبت عظيم عذاب سے دوچار ہي</w:t>
      </w:r>
      <w:r w:rsidR="00083993">
        <w:rPr>
          <w:rtl/>
        </w:rPr>
        <w:t xml:space="preserve">ں </w:t>
      </w:r>
      <w:r>
        <w:rPr>
          <w:rtl/>
        </w:rPr>
        <w:t>_</w:t>
      </w:r>
    </w:p>
    <w:p w:rsidR="001F628F" w:rsidRDefault="001F628F" w:rsidP="00C81DE5">
      <w:pPr>
        <w:pStyle w:val="libArabic"/>
        <w:rPr>
          <w:rtl/>
        </w:rPr>
      </w:pPr>
      <w:r>
        <w:rPr>
          <w:rFonts w:hint="eastAsia"/>
          <w:rtl/>
        </w:rPr>
        <w:t>الذين</w:t>
      </w:r>
      <w:r>
        <w:rPr>
          <w:rtl/>
        </w:rPr>
        <w:t xml:space="preserve"> كفروا وصّد وا عن سبيل الله زدن</w:t>
      </w:r>
      <w:r w:rsidR="00120F63" w:rsidRPr="00ED5DE8">
        <w:rPr>
          <w:rFonts w:hint="cs"/>
          <w:rtl/>
        </w:rPr>
        <w:t>ه</w:t>
      </w:r>
      <w:r>
        <w:rPr>
          <w:rFonts w:hint="cs"/>
          <w:rtl/>
        </w:rPr>
        <w:t>م</w:t>
      </w:r>
      <w:r>
        <w:rPr>
          <w:rtl/>
        </w:rPr>
        <w:t xml:space="preserve"> </w:t>
      </w:r>
      <w:r>
        <w:rPr>
          <w:rFonts w:hint="cs"/>
          <w:rtl/>
        </w:rPr>
        <w:t>عذاباً</w:t>
      </w:r>
      <w:r>
        <w:rPr>
          <w:rtl/>
        </w:rPr>
        <w:t xml:space="preserve"> </w:t>
      </w:r>
      <w:r>
        <w:rPr>
          <w:rFonts w:hint="cs"/>
          <w:rtl/>
        </w:rPr>
        <w:t>فوق</w:t>
      </w:r>
      <w:r>
        <w:rPr>
          <w:rtl/>
        </w:rPr>
        <w:t xml:space="preserve"> العذاب</w:t>
      </w:r>
    </w:p>
    <w:p w:rsidR="001F628F" w:rsidRDefault="001F628F" w:rsidP="00C81DE5">
      <w:pPr>
        <w:pStyle w:val="libNormal"/>
        <w:rPr>
          <w:rtl/>
        </w:rPr>
      </w:pPr>
      <w:r>
        <w:rPr>
          <w:rtl/>
        </w:rPr>
        <w:t>2_ معارف اور آسمانى اديان كے قوانين ، ''سبيل الله '' كا مظہر ہي</w:t>
      </w:r>
      <w:r w:rsidR="00083993">
        <w:rPr>
          <w:rtl/>
        </w:rPr>
        <w:t xml:space="preserve">ں </w:t>
      </w:r>
      <w:r>
        <w:rPr>
          <w:rtl/>
        </w:rPr>
        <w:t>_</w:t>
      </w:r>
      <w:r w:rsidRPr="00C81DE5">
        <w:rPr>
          <w:rStyle w:val="libArabicChar"/>
          <w:rFonts w:hint="eastAsia"/>
          <w:rtl/>
        </w:rPr>
        <w:t>الذين</w:t>
      </w:r>
      <w:r w:rsidRPr="00C81DE5">
        <w:rPr>
          <w:rStyle w:val="libArabicChar"/>
          <w:rtl/>
        </w:rPr>
        <w:t xml:space="preserve"> كفروا و صدّوا عن سبيل اللّ</w:t>
      </w:r>
      <w:r w:rsidR="00120F63" w:rsidRPr="00B2551F">
        <w:rPr>
          <w:rStyle w:val="libArabicChar"/>
          <w:rFonts w:hint="cs"/>
          <w:rtl/>
        </w:rPr>
        <w:t>ه</w:t>
      </w:r>
    </w:p>
    <w:p w:rsidR="001F628F" w:rsidRDefault="001F628F" w:rsidP="001F628F">
      <w:pPr>
        <w:pStyle w:val="libNormal"/>
        <w:rPr>
          <w:rtl/>
        </w:rPr>
      </w:pPr>
      <w:r>
        <w:rPr>
          <w:rtl/>
        </w:rPr>
        <w:t>3_ دين الہى كى ترويج سے روكنا ،فساد بر پا كرنا ہے اور راہ خدا مسدود كرنےوالے مفسد ہي</w:t>
      </w:r>
      <w:r w:rsidR="00083993">
        <w:rPr>
          <w:rtl/>
        </w:rPr>
        <w:t xml:space="preserve">ں </w:t>
      </w:r>
      <w:r>
        <w:rPr>
          <w:rtl/>
        </w:rPr>
        <w:t>_</w:t>
      </w:r>
    </w:p>
    <w:p w:rsidR="001F628F" w:rsidRDefault="001F628F" w:rsidP="00C81DE5">
      <w:pPr>
        <w:pStyle w:val="libArabic"/>
        <w:rPr>
          <w:rtl/>
        </w:rPr>
      </w:pPr>
      <w:r>
        <w:rPr>
          <w:rFonts w:hint="eastAsia"/>
          <w:rtl/>
        </w:rPr>
        <w:t>الذين</w:t>
      </w:r>
      <w:r>
        <w:rPr>
          <w:rtl/>
        </w:rPr>
        <w:t xml:space="preserve"> كفروا و صدّوا عن سبيل الله ...بما كانوايفسدون</w:t>
      </w:r>
    </w:p>
    <w:p w:rsidR="001F628F" w:rsidRDefault="001F628F" w:rsidP="001F628F">
      <w:pPr>
        <w:pStyle w:val="libNormal"/>
        <w:rPr>
          <w:rtl/>
        </w:rPr>
      </w:pPr>
      <w:r>
        <w:rPr>
          <w:rtl/>
        </w:rPr>
        <w:t>4_ معاشرہ مي</w:t>
      </w:r>
      <w:r w:rsidR="00083993">
        <w:rPr>
          <w:rtl/>
        </w:rPr>
        <w:t xml:space="preserve">ں </w:t>
      </w:r>
      <w:r>
        <w:rPr>
          <w:rtl/>
        </w:rPr>
        <w:t>فساد كو ترويج دينے كى سزا فساد سے آلودہ ہونے سے زيادہ ہے_</w:t>
      </w:r>
    </w:p>
    <w:p w:rsidR="001F628F" w:rsidRDefault="001F628F" w:rsidP="00C81DE5">
      <w:pPr>
        <w:pStyle w:val="libArabic"/>
        <w:rPr>
          <w:rtl/>
        </w:rPr>
      </w:pPr>
      <w:r>
        <w:rPr>
          <w:rFonts w:hint="eastAsia"/>
          <w:rtl/>
        </w:rPr>
        <w:t>الذين</w:t>
      </w:r>
      <w:r>
        <w:rPr>
          <w:rtl/>
        </w:rPr>
        <w:t xml:space="preserve"> كفروا وصّدوا عن سبيل الله زدن</w:t>
      </w:r>
      <w:r w:rsidR="00120F63" w:rsidRPr="00ED5DE8">
        <w:rPr>
          <w:rFonts w:hint="cs"/>
          <w:rtl/>
        </w:rPr>
        <w:t>ه</w:t>
      </w:r>
      <w:r>
        <w:rPr>
          <w:rFonts w:hint="cs"/>
          <w:rtl/>
        </w:rPr>
        <w:t>م</w:t>
      </w:r>
      <w:r>
        <w:rPr>
          <w:rtl/>
        </w:rPr>
        <w:t xml:space="preserve"> </w:t>
      </w:r>
      <w:r>
        <w:rPr>
          <w:rFonts w:hint="cs"/>
          <w:rtl/>
        </w:rPr>
        <w:t>عذاباً</w:t>
      </w:r>
      <w:r>
        <w:rPr>
          <w:rtl/>
        </w:rPr>
        <w:t xml:space="preserve"> </w:t>
      </w:r>
      <w:r>
        <w:rPr>
          <w:rFonts w:hint="cs"/>
          <w:rtl/>
        </w:rPr>
        <w:t>فوق</w:t>
      </w:r>
      <w:r>
        <w:rPr>
          <w:rtl/>
        </w:rPr>
        <w:t xml:space="preserve"> </w:t>
      </w:r>
      <w:r>
        <w:rPr>
          <w:rFonts w:hint="cs"/>
          <w:rtl/>
        </w:rPr>
        <w:t>العذاب</w:t>
      </w:r>
      <w:r>
        <w:rPr>
          <w:rtl/>
        </w:rPr>
        <w:t xml:space="preserve"> </w:t>
      </w:r>
      <w:r>
        <w:rPr>
          <w:rFonts w:hint="cs"/>
          <w:rtl/>
        </w:rPr>
        <w:t>بما</w:t>
      </w:r>
      <w:r>
        <w:rPr>
          <w:rtl/>
        </w:rPr>
        <w:t xml:space="preserve"> </w:t>
      </w:r>
      <w:r>
        <w:rPr>
          <w:rFonts w:hint="cs"/>
          <w:rtl/>
        </w:rPr>
        <w:t>كانوا</w:t>
      </w:r>
      <w:r>
        <w:rPr>
          <w:rtl/>
        </w:rPr>
        <w:t xml:space="preserve"> يفسدون</w:t>
      </w:r>
    </w:p>
    <w:p w:rsidR="001F628F" w:rsidRDefault="001F628F" w:rsidP="00C81DE5">
      <w:pPr>
        <w:pStyle w:val="libNormal"/>
        <w:rPr>
          <w:rtl/>
        </w:rPr>
      </w:pPr>
      <w:r>
        <w:rPr>
          <w:rtl/>
        </w:rPr>
        <w:t>5_ الہى اديان ، انسانى معاشرہ كو خير و بھلائي فراہم كرنے كے ليے ہي</w:t>
      </w:r>
      <w:r w:rsidR="00083993">
        <w:rPr>
          <w:rtl/>
        </w:rPr>
        <w:t xml:space="preserve">ں </w:t>
      </w:r>
      <w:r>
        <w:rPr>
          <w:rtl/>
        </w:rPr>
        <w:t>_</w:t>
      </w:r>
      <w:r w:rsidRPr="00C81DE5">
        <w:rPr>
          <w:rStyle w:val="libArabicChar"/>
          <w:rFonts w:hint="eastAsia"/>
          <w:rtl/>
        </w:rPr>
        <w:t>الذين</w:t>
      </w:r>
      <w:r w:rsidRPr="00C81DE5">
        <w:rPr>
          <w:rStyle w:val="libArabicChar"/>
          <w:rtl/>
        </w:rPr>
        <w:t xml:space="preserve"> كفروا ...بما كانوا يفسدون</w:t>
      </w:r>
    </w:p>
    <w:p w:rsidR="00C81DE5" w:rsidRDefault="00C81DE5" w:rsidP="00C81DE5">
      <w:pPr>
        <w:pStyle w:val="libNormal"/>
        <w:rPr>
          <w:rtl/>
        </w:rPr>
      </w:pPr>
      <w:r>
        <w:rPr>
          <w:rtl/>
        </w:rPr>
        <w:t>''افساد '' كے بازگشت كا معنى يہ ہے كہ انسان خير كو ختم كردے يا اس كے تحقق كے ليے ركاوٹ بنے اس بناء پر الہى اديان كى مفسدين كے ساتھ جنگ در حقيقت معاشرہ ميں خير و صلاح سے دفاع ہے_</w:t>
      </w:r>
    </w:p>
    <w:p w:rsidR="00C81DE5" w:rsidRDefault="00C81DE5" w:rsidP="00C81DE5">
      <w:pPr>
        <w:pStyle w:val="libNormal"/>
        <w:rPr>
          <w:rtl/>
        </w:rPr>
      </w:pPr>
      <w:r>
        <w:rPr>
          <w:rtl/>
        </w:rPr>
        <w:t>6_ الہى اديان كے نفوذ كے ليے ركاوٹ بننا اور بے دينى كى ترويج، معاشرہ ميں فساد اور تباہ كار ى كے رائج ہونے كا پيش خيمہ ہے_</w:t>
      </w:r>
      <w:r w:rsidRPr="00C81DE5">
        <w:rPr>
          <w:rStyle w:val="libArabicChar"/>
          <w:rFonts w:hint="eastAsia"/>
          <w:rtl/>
        </w:rPr>
        <w:t>الذين</w:t>
      </w:r>
      <w:r w:rsidRPr="00C81DE5">
        <w:rPr>
          <w:rStyle w:val="libArabicChar"/>
          <w:rtl/>
        </w:rPr>
        <w:t xml:space="preserve"> وكفروا صدّوا عن سبيل الله ...بما كانوا يفسدون</w:t>
      </w:r>
    </w:p>
    <w:p w:rsidR="00C81DE5" w:rsidRDefault="001E7F9D" w:rsidP="00F73EDE">
      <w:pPr>
        <w:pStyle w:val="libPoemTini"/>
        <w:rPr>
          <w:rtl/>
        </w:rPr>
      </w:pPr>
      <w:r>
        <w:rPr>
          <w:rtl/>
        </w:rPr>
        <w:cr/>
      </w:r>
      <w:r>
        <w:rPr>
          <w:rtl/>
        </w:rPr>
        <w:br w:type="page"/>
      </w:r>
    </w:p>
    <w:p w:rsidR="001F628F" w:rsidRDefault="001F628F" w:rsidP="00C81DE5">
      <w:pPr>
        <w:pStyle w:val="libNormal"/>
        <w:rPr>
          <w:rtl/>
        </w:rPr>
      </w:pPr>
      <w:r>
        <w:rPr>
          <w:rtl/>
        </w:rPr>
        <w:lastRenderedPageBreak/>
        <w:t>7_ كفار كا عذاب، ان كے اعمال اور فساد كے لحاظ سے متفاوت ہے_</w:t>
      </w:r>
      <w:r w:rsidRPr="00C81DE5">
        <w:rPr>
          <w:rStyle w:val="libArabicChar"/>
          <w:rFonts w:hint="eastAsia"/>
          <w:rtl/>
        </w:rPr>
        <w:t>زدن</w:t>
      </w:r>
      <w:r w:rsidR="00120F63" w:rsidRPr="00B2551F">
        <w:rPr>
          <w:rStyle w:val="libArabicChar"/>
          <w:rFonts w:hint="cs"/>
          <w:rtl/>
        </w:rPr>
        <w:t>ه</w:t>
      </w:r>
      <w:r w:rsidRPr="00C81DE5">
        <w:rPr>
          <w:rStyle w:val="libArabicChar"/>
          <w:rFonts w:hint="cs"/>
          <w:rtl/>
        </w:rPr>
        <w:t>م</w:t>
      </w:r>
      <w:r w:rsidRPr="00C81DE5">
        <w:rPr>
          <w:rStyle w:val="libArabicChar"/>
          <w:rtl/>
        </w:rPr>
        <w:t xml:space="preserve"> عذاباً ...بما كانوا يفسدون</w:t>
      </w:r>
    </w:p>
    <w:p w:rsidR="001F628F" w:rsidRDefault="001F628F" w:rsidP="00C81DE5">
      <w:pPr>
        <w:pStyle w:val="libNormal"/>
        <w:rPr>
          <w:rtl/>
        </w:rPr>
      </w:pPr>
      <w:r>
        <w:rPr>
          <w:rtl/>
        </w:rPr>
        <w:t>8_ كفار كا اخروى عذاب، خو د ان كے مسلسل فساد پھيلانے كا نتيجہ ہے_</w:t>
      </w:r>
      <w:r w:rsidRPr="00C81DE5">
        <w:rPr>
          <w:rStyle w:val="libArabicChar"/>
          <w:rFonts w:hint="eastAsia"/>
          <w:rtl/>
        </w:rPr>
        <w:t>زدن</w:t>
      </w:r>
      <w:r w:rsidR="00120F63" w:rsidRPr="00B2551F">
        <w:rPr>
          <w:rStyle w:val="libArabicChar"/>
          <w:rFonts w:hint="cs"/>
          <w:rtl/>
        </w:rPr>
        <w:t>ه</w:t>
      </w:r>
      <w:r w:rsidRPr="00C81DE5">
        <w:rPr>
          <w:rStyle w:val="libArabicChar"/>
          <w:rFonts w:hint="cs"/>
          <w:rtl/>
        </w:rPr>
        <w:t>م</w:t>
      </w:r>
      <w:r w:rsidRPr="00C81DE5">
        <w:rPr>
          <w:rStyle w:val="libArabicChar"/>
          <w:rtl/>
        </w:rPr>
        <w:t xml:space="preserve"> عذاباً ...بما كانوا يفسدون</w:t>
      </w:r>
    </w:p>
    <w:p w:rsidR="001F628F" w:rsidRDefault="001F628F" w:rsidP="001F628F">
      <w:pPr>
        <w:pStyle w:val="libNormal"/>
        <w:rPr>
          <w:rtl/>
        </w:rPr>
      </w:pPr>
      <w:r>
        <w:rPr>
          <w:rtl/>
        </w:rPr>
        <w:t>9_</w:t>
      </w:r>
      <w:r w:rsidRPr="00C81DE5">
        <w:rPr>
          <w:rStyle w:val="libArabicChar"/>
          <w:rtl/>
        </w:rPr>
        <w:t xml:space="preserve">''ان النبي'' سئل عن فوق الله ''زدنا </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عذاباً</w:t>
      </w:r>
      <w:r w:rsidRPr="00C81DE5">
        <w:rPr>
          <w:rStyle w:val="libArabicChar"/>
          <w:rtl/>
        </w:rPr>
        <w:t xml:space="preserve"> </w:t>
      </w:r>
      <w:r w:rsidRPr="00C81DE5">
        <w:rPr>
          <w:rStyle w:val="libArabicChar"/>
          <w:rFonts w:hint="cs"/>
          <w:rtl/>
        </w:rPr>
        <w:t>فوق</w:t>
      </w:r>
      <w:r w:rsidRPr="00C81DE5">
        <w:rPr>
          <w:rStyle w:val="libArabicChar"/>
          <w:rtl/>
        </w:rPr>
        <w:t xml:space="preserve"> </w:t>
      </w:r>
      <w:r w:rsidRPr="00C81DE5">
        <w:rPr>
          <w:rStyle w:val="libArabicChar"/>
          <w:rFonts w:hint="cs"/>
          <w:rtl/>
        </w:rPr>
        <w:t>العذاب</w:t>
      </w:r>
      <w:r w:rsidRPr="00C81DE5">
        <w:rPr>
          <w:rStyle w:val="libArabicChar"/>
          <w:rtl/>
        </w:rPr>
        <w:t>''</w:t>
      </w:r>
      <w:r w:rsidRPr="00C81DE5">
        <w:rPr>
          <w:rStyle w:val="libArabicChar"/>
          <w:rFonts w:hint="cs"/>
          <w:rtl/>
        </w:rPr>
        <w:t>قال</w:t>
      </w:r>
      <w:r w:rsidRPr="00C81DE5">
        <w:rPr>
          <w:rStyle w:val="libArabicChar"/>
          <w:rtl/>
        </w:rPr>
        <w:t xml:space="preserve">: </w:t>
      </w:r>
      <w:r w:rsidRPr="00C81DE5">
        <w:rPr>
          <w:rStyle w:val="libArabicChar"/>
          <w:rFonts w:hint="cs"/>
          <w:rtl/>
        </w:rPr>
        <w:t>عقارب</w:t>
      </w:r>
      <w:r w:rsidRPr="00C81DE5">
        <w:rPr>
          <w:rStyle w:val="libArabicChar"/>
          <w:rtl/>
        </w:rPr>
        <w:t xml:space="preserve"> </w:t>
      </w:r>
      <w:r w:rsidRPr="00C81DE5">
        <w:rPr>
          <w:rStyle w:val="libArabicChar"/>
          <w:rFonts w:hint="cs"/>
          <w:rtl/>
        </w:rPr>
        <w:t>ا</w:t>
      </w:r>
      <w:r w:rsidRPr="00C81DE5">
        <w:rPr>
          <w:rStyle w:val="libArabicChar"/>
          <w:rtl/>
        </w:rPr>
        <w:t xml:space="preserve"> </w:t>
      </w:r>
      <w:r w:rsidRPr="00C81DE5">
        <w:rPr>
          <w:rStyle w:val="libArabicChar"/>
          <w:rFonts w:hint="cs"/>
          <w:rtl/>
        </w:rPr>
        <w:t>مثال</w:t>
      </w:r>
      <w:r w:rsidRPr="00C81DE5">
        <w:rPr>
          <w:rStyle w:val="libArabicChar"/>
          <w:rtl/>
        </w:rPr>
        <w:t xml:space="preserve"> </w:t>
      </w:r>
      <w:r w:rsidRPr="00C81DE5">
        <w:rPr>
          <w:rStyle w:val="libArabicChar"/>
          <w:rFonts w:hint="cs"/>
          <w:rtl/>
        </w:rPr>
        <w:t>النخل</w:t>
      </w:r>
      <w:r w:rsidRPr="00C81DE5">
        <w:rPr>
          <w:rStyle w:val="libArabicChar"/>
          <w:rtl/>
        </w:rPr>
        <w:t xml:space="preserve"> </w:t>
      </w:r>
      <w:r w:rsidRPr="00C81DE5">
        <w:rPr>
          <w:rStyle w:val="libArabicChar"/>
          <w:rFonts w:hint="cs"/>
          <w:rtl/>
        </w:rPr>
        <w:t>الطوال</w:t>
      </w:r>
      <w:r w:rsidRPr="00C81DE5">
        <w:rPr>
          <w:rStyle w:val="libArabicChar"/>
          <w:rtl/>
        </w:rPr>
        <w:t xml:space="preserve"> </w:t>
      </w:r>
      <w:r w:rsidRPr="00C81DE5">
        <w:rPr>
          <w:rStyle w:val="libArabicChar"/>
          <w:rFonts w:hint="cs"/>
          <w:rtl/>
        </w:rPr>
        <w:t>ين</w:t>
      </w:r>
      <w:r w:rsidR="00120F63" w:rsidRPr="00B2551F">
        <w:rPr>
          <w:rStyle w:val="libArabicChar"/>
          <w:rFonts w:hint="cs"/>
          <w:rtl/>
        </w:rPr>
        <w:t>ه</w:t>
      </w:r>
      <w:r w:rsidRPr="00C81DE5">
        <w:rPr>
          <w:rStyle w:val="libArabicChar"/>
          <w:rFonts w:hint="cs"/>
          <w:rtl/>
        </w:rPr>
        <w:t>شو</w:t>
      </w:r>
      <w:r w:rsidRPr="00C81DE5">
        <w:rPr>
          <w:rStyle w:val="libArabicChar"/>
          <w:rtl/>
        </w:rPr>
        <w:t xml:space="preserve"> </w:t>
      </w:r>
      <w:r w:rsidRPr="00C81DE5">
        <w:rPr>
          <w:rStyle w:val="libArabicChar"/>
          <w:rFonts w:hint="cs"/>
          <w:rtl/>
        </w:rPr>
        <w:t>ن</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فى</w:t>
      </w:r>
      <w:r w:rsidRPr="00C81DE5">
        <w:rPr>
          <w:rStyle w:val="libArabicChar"/>
          <w:rtl/>
        </w:rPr>
        <w:t xml:space="preserve"> </w:t>
      </w:r>
      <w:r w:rsidRPr="00C81DE5">
        <w:rPr>
          <w:rStyle w:val="libArabicChar"/>
          <w:rFonts w:hint="cs"/>
          <w:rtl/>
        </w:rPr>
        <w:t>ج</w:t>
      </w:r>
      <w:r w:rsidR="00120F63" w:rsidRPr="00B2551F">
        <w:rPr>
          <w:rStyle w:val="libArabicChar"/>
          <w:rFonts w:hint="cs"/>
          <w:rtl/>
        </w:rPr>
        <w:t>ه</w:t>
      </w:r>
      <w:r w:rsidRPr="00C81DE5">
        <w:rPr>
          <w:rStyle w:val="libArabicChar"/>
          <w:rFonts w:hint="cs"/>
          <w:rtl/>
        </w:rPr>
        <w:t>نّم</w:t>
      </w:r>
      <w:r w:rsidRPr="00C81DE5">
        <w:rPr>
          <w:rStyle w:val="libArabicChar"/>
          <w:rtl/>
        </w:rPr>
        <w:t xml:space="preserve"> </w:t>
      </w:r>
      <w:r w:rsidRPr="00C81DE5">
        <w:rPr>
          <w:rStyle w:val="libFootnotenumChar"/>
          <w:rtl/>
        </w:rPr>
        <w:t>(1)</w:t>
      </w:r>
    </w:p>
    <w:p w:rsidR="001F628F" w:rsidRDefault="001F628F" w:rsidP="001F628F">
      <w:pPr>
        <w:pStyle w:val="libNormal"/>
        <w:rPr>
          <w:rtl/>
        </w:rPr>
      </w:pPr>
      <w:r>
        <w:rPr>
          <w:rFonts w:hint="eastAsia"/>
          <w:rtl/>
        </w:rPr>
        <w:t>رسول</w:t>
      </w:r>
      <w:r>
        <w:rPr>
          <w:rtl/>
        </w:rPr>
        <w:t xml:space="preserve"> خدا سے خداوند عالم كے اس قول ''زدنہم فوق العذاب'' كے بارے مي</w:t>
      </w:r>
      <w:r w:rsidR="00083993">
        <w:rPr>
          <w:rtl/>
        </w:rPr>
        <w:t xml:space="preserve">ں </w:t>
      </w:r>
      <w:r>
        <w:rPr>
          <w:rtl/>
        </w:rPr>
        <w:t xml:space="preserve">سوال ہوا تو آنحضرت </w:t>
      </w:r>
      <w:r w:rsidR="00F031CD" w:rsidRPr="00F031CD">
        <w:rPr>
          <w:rStyle w:val="libAlaemChar"/>
          <w:rtl/>
        </w:rPr>
        <w:t xml:space="preserve"> صلى‌الله‌عليه‌وآله‌وسلم </w:t>
      </w:r>
      <w:r>
        <w:rPr>
          <w:rtl/>
        </w:rPr>
        <w:t xml:space="preserve"> نے فرمايا ( عذاب زيادہ ہونا) كجھور كے بلند درختو</w:t>
      </w:r>
      <w:r w:rsidR="00083993">
        <w:rPr>
          <w:rtl/>
        </w:rPr>
        <w:t xml:space="preserve">ں </w:t>
      </w:r>
      <w:r>
        <w:rPr>
          <w:rtl/>
        </w:rPr>
        <w:t>كى مانند بچھوہي</w:t>
      </w:r>
      <w:r w:rsidR="00083993">
        <w:rPr>
          <w:rtl/>
        </w:rPr>
        <w:t xml:space="preserve">ں </w:t>
      </w:r>
      <w:r>
        <w:rPr>
          <w:rtl/>
        </w:rPr>
        <w:t>جو جہنم مي</w:t>
      </w:r>
      <w:r w:rsidR="00083993">
        <w:rPr>
          <w:rtl/>
        </w:rPr>
        <w:t xml:space="preserve">ں </w:t>
      </w:r>
      <w:r>
        <w:rPr>
          <w:rtl/>
        </w:rPr>
        <w:t>جہنميو</w:t>
      </w:r>
      <w:r w:rsidR="00083993">
        <w:rPr>
          <w:rtl/>
        </w:rPr>
        <w:t xml:space="preserve">ں </w:t>
      </w:r>
      <w:r>
        <w:rPr>
          <w:rtl/>
        </w:rPr>
        <w:t>كو ڈسے _</w:t>
      </w:r>
    </w:p>
    <w:p w:rsidR="001F628F" w:rsidRDefault="001F628F" w:rsidP="001F628F">
      <w:pPr>
        <w:pStyle w:val="libNormal"/>
        <w:rPr>
          <w:rtl/>
        </w:rPr>
      </w:pPr>
      <w:r>
        <w:rPr>
          <w:rtl/>
        </w:rPr>
        <w:t xml:space="preserve">10_ </w:t>
      </w:r>
      <w:r w:rsidRPr="00C81DE5">
        <w:rPr>
          <w:rStyle w:val="libArabicChar"/>
          <w:rtl/>
        </w:rPr>
        <w:t>''عن النبي</w:t>
      </w:r>
      <w:r w:rsidR="00F031CD" w:rsidRPr="00F031CD">
        <w:rPr>
          <w:rStyle w:val="libAlaemChar"/>
          <w:rtl/>
        </w:rPr>
        <w:t xml:space="preserve"> صلى‌الله‌عليه‌وآله‌وسلم </w:t>
      </w:r>
      <w:r w:rsidRPr="00C81DE5">
        <w:rPr>
          <w:rStyle w:val="libArabicChar"/>
          <w:rtl/>
        </w:rPr>
        <w:t xml:space="preserve"> ''قال : الزيادة خمسة ا ن</w:t>
      </w:r>
      <w:r w:rsidR="00120F63" w:rsidRPr="00B2551F">
        <w:rPr>
          <w:rStyle w:val="libArabicChar"/>
          <w:rFonts w:hint="cs"/>
          <w:rtl/>
        </w:rPr>
        <w:t>ه</w:t>
      </w:r>
      <w:r w:rsidRPr="00C81DE5">
        <w:rPr>
          <w:rStyle w:val="libArabicChar"/>
          <w:rFonts w:hint="cs"/>
          <w:rtl/>
        </w:rPr>
        <w:t>ار</w:t>
      </w:r>
      <w:r w:rsidRPr="00C81DE5">
        <w:rPr>
          <w:rStyle w:val="libArabicChar"/>
          <w:rtl/>
        </w:rPr>
        <w:t xml:space="preserve"> </w:t>
      </w:r>
      <w:r w:rsidRPr="00C81DE5">
        <w:rPr>
          <w:rStyle w:val="libArabicChar"/>
          <w:rFonts w:hint="cs"/>
          <w:rtl/>
        </w:rPr>
        <w:t>تجرى</w:t>
      </w:r>
      <w:r w:rsidRPr="00C81DE5">
        <w:rPr>
          <w:rStyle w:val="libArabicChar"/>
          <w:rtl/>
        </w:rPr>
        <w:t xml:space="preserve"> </w:t>
      </w:r>
      <w:r w:rsidRPr="00C81DE5">
        <w:rPr>
          <w:rStyle w:val="libArabicChar"/>
          <w:rFonts w:hint="cs"/>
          <w:rtl/>
        </w:rPr>
        <w:t>من</w:t>
      </w:r>
      <w:r w:rsidRPr="00C81DE5">
        <w:rPr>
          <w:rStyle w:val="libArabicChar"/>
          <w:rtl/>
        </w:rPr>
        <w:t xml:space="preserve"> </w:t>
      </w:r>
      <w:r w:rsidRPr="00C81DE5">
        <w:rPr>
          <w:rStyle w:val="libArabicChar"/>
          <w:rFonts w:hint="cs"/>
          <w:rtl/>
        </w:rPr>
        <w:t>تحت</w:t>
      </w:r>
      <w:r w:rsidRPr="00C81DE5">
        <w:rPr>
          <w:rStyle w:val="libArabicChar"/>
          <w:rtl/>
        </w:rPr>
        <w:t xml:space="preserve"> </w:t>
      </w:r>
      <w:r w:rsidRPr="00C81DE5">
        <w:rPr>
          <w:rStyle w:val="libArabicChar"/>
          <w:rFonts w:hint="cs"/>
          <w:rtl/>
        </w:rPr>
        <w:t>العرش</w:t>
      </w:r>
      <w:r w:rsidRPr="00C81DE5">
        <w:rPr>
          <w:rStyle w:val="libArabicChar"/>
          <w:rtl/>
        </w:rPr>
        <w:t xml:space="preserve"> </w:t>
      </w:r>
      <w:r w:rsidRPr="00C81DE5">
        <w:rPr>
          <w:rStyle w:val="libArabicChar"/>
          <w:rFonts w:hint="cs"/>
          <w:rtl/>
        </w:rPr>
        <w:t>على</w:t>
      </w:r>
      <w:r w:rsidRPr="00C81DE5">
        <w:rPr>
          <w:rStyle w:val="libArabicChar"/>
          <w:rtl/>
        </w:rPr>
        <w:t xml:space="preserve"> </w:t>
      </w:r>
      <w:r w:rsidRPr="00C81DE5">
        <w:rPr>
          <w:rStyle w:val="libArabicChar"/>
          <w:rFonts w:hint="cs"/>
          <w:rtl/>
        </w:rPr>
        <w:t>رؤس</w:t>
      </w:r>
      <w:r w:rsidRPr="00C81DE5">
        <w:rPr>
          <w:rStyle w:val="libArabicChar"/>
          <w:rtl/>
        </w:rPr>
        <w:t xml:space="preserve"> </w:t>
      </w:r>
      <w:r w:rsidRPr="00C81DE5">
        <w:rPr>
          <w:rStyle w:val="libArabicChar"/>
          <w:rFonts w:hint="cs"/>
          <w:rtl/>
        </w:rPr>
        <w:t>من</w:t>
      </w:r>
      <w:r w:rsidRPr="00C81DE5">
        <w:rPr>
          <w:rStyle w:val="libArabicChar"/>
          <w:rtl/>
        </w:rPr>
        <w:t xml:space="preserve"> </w:t>
      </w:r>
      <w:r w:rsidRPr="00C81DE5">
        <w:rPr>
          <w:rStyle w:val="libArabicChar"/>
          <w:rFonts w:hint="cs"/>
          <w:rtl/>
        </w:rPr>
        <w:t>ا</w:t>
      </w:r>
      <w:r w:rsidR="00120F63" w:rsidRPr="00B2551F">
        <w:rPr>
          <w:rStyle w:val="libArabicChar"/>
          <w:rFonts w:hint="cs"/>
          <w:rtl/>
        </w:rPr>
        <w:t>ه</w:t>
      </w:r>
      <w:r w:rsidRPr="00C81DE5">
        <w:rPr>
          <w:rStyle w:val="libArabicChar"/>
          <w:rFonts w:hint="cs"/>
          <w:rtl/>
        </w:rPr>
        <w:t>ل</w:t>
      </w:r>
      <w:r w:rsidRPr="00C81DE5">
        <w:rPr>
          <w:rStyle w:val="libArabicChar"/>
          <w:rtl/>
        </w:rPr>
        <w:t xml:space="preserve"> </w:t>
      </w:r>
      <w:r w:rsidRPr="00C81DE5">
        <w:rPr>
          <w:rStyle w:val="libArabicChar"/>
          <w:rFonts w:hint="cs"/>
          <w:rtl/>
        </w:rPr>
        <w:t>النار</w:t>
      </w:r>
      <w:r w:rsidRPr="00C81DE5">
        <w:rPr>
          <w:rStyle w:val="libArabicChar"/>
          <w:rtl/>
        </w:rPr>
        <w:t xml:space="preserve"> </w:t>
      </w:r>
      <w:r w:rsidRPr="00C81DE5">
        <w:rPr>
          <w:rStyle w:val="libArabicChar"/>
          <w:rFonts w:hint="cs"/>
          <w:rtl/>
        </w:rPr>
        <w:t>فذلك</w:t>
      </w:r>
      <w:r w:rsidRPr="00C81DE5">
        <w:rPr>
          <w:rStyle w:val="libArabicChar"/>
          <w:rtl/>
        </w:rPr>
        <w:t xml:space="preserve"> </w:t>
      </w:r>
      <w:r w:rsidRPr="00C81DE5">
        <w:rPr>
          <w:rStyle w:val="libArabicChar"/>
          <w:rFonts w:hint="cs"/>
          <w:rtl/>
        </w:rPr>
        <w:t>قول</w:t>
      </w:r>
      <w:r w:rsidR="00120F63" w:rsidRPr="00B2551F">
        <w:rPr>
          <w:rStyle w:val="libArabicChar"/>
          <w:rFonts w:hint="cs"/>
          <w:rtl/>
        </w:rPr>
        <w:t>ه</w:t>
      </w:r>
      <w:r w:rsidRPr="00C81DE5">
        <w:rPr>
          <w:rStyle w:val="libArabicChar"/>
          <w:rtl/>
        </w:rPr>
        <w:t xml:space="preserve"> :''</w:t>
      </w:r>
      <w:r w:rsidRPr="00C81DE5">
        <w:rPr>
          <w:rStyle w:val="libArabicChar"/>
          <w:rFonts w:hint="cs"/>
          <w:rtl/>
        </w:rPr>
        <w:t>زدنا</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عذاباً</w:t>
      </w:r>
      <w:r w:rsidRPr="00C81DE5">
        <w:rPr>
          <w:rStyle w:val="libArabicChar"/>
          <w:rtl/>
        </w:rPr>
        <w:t xml:space="preserve"> </w:t>
      </w:r>
      <w:r w:rsidRPr="00C81DE5">
        <w:rPr>
          <w:rStyle w:val="libArabicChar"/>
          <w:rFonts w:hint="cs"/>
          <w:rtl/>
        </w:rPr>
        <w:t>فوق</w:t>
      </w:r>
      <w:r w:rsidRPr="00C81DE5">
        <w:rPr>
          <w:rStyle w:val="libArabicChar"/>
          <w:rtl/>
        </w:rPr>
        <w:t xml:space="preserve"> </w:t>
      </w:r>
      <w:r w:rsidRPr="00C81DE5">
        <w:rPr>
          <w:rStyle w:val="libArabicChar"/>
          <w:rFonts w:hint="cs"/>
          <w:rtl/>
        </w:rPr>
        <w:t>العذاب</w:t>
      </w:r>
      <w:r w:rsidRPr="00C81DE5">
        <w:rPr>
          <w:rStyle w:val="libArabicChar"/>
          <w:rtl/>
        </w:rPr>
        <w:t xml:space="preserve"> ...''</w:t>
      </w:r>
      <w:r w:rsidRPr="00C81DE5">
        <w:rPr>
          <w:rStyle w:val="libFootnotenumChar"/>
          <w:rtl/>
        </w:rPr>
        <w:t>(2)</w:t>
      </w:r>
    </w:p>
    <w:p w:rsidR="001F628F" w:rsidRDefault="001F628F" w:rsidP="001F628F">
      <w:pPr>
        <w:pStyle w:val="libNormal"/>
        <w:rPr>
          <w:rtl/>
        </w:rPr>
      </w:pPr>
      <w:r>
        <w:rPr>
          <w:rFonts w:hint="eastAsia"/>
          <w:rtl/>
        </w:rPr>
        <w:t>رسول</w:t>
      </w:r>
      <w:r>
        <w:rPr>
          <w:rtl/>
        </w:rPr>
        <w:t xml:space="preserve"> خدا </w:t>
      </w:r>
      <w:r w:rsidR="00F031CD" w:rsidRPr="00F031CD">
        <w:rPr>
          <w:rStyle w:val="libAlaemChar"/>
          <w:rtl/>
        </w:rPr>
        <w:t xml:space="preserve"> صلى‌الله‌عليه‌وآله‌وسلم </w:t>
      </w:r>
      <w:r>
        <w:rPr>
          <w:rtl/>
        </w:rPr>
        <w:t xml:space="preserve"> سے روايت نقل ہوئي ہے كہ آپ </w:t>
      </w:r>
      <w:r w:rsidR="00F031CD" w:rsidRPr="00F031CD">
        <w:rPr>
          <w:rStyle w:val="libAlaemChar"/>
          <w:rtl/>
        </w:rPr>
        <w:t xml:space="preserve"> صلى‌الله‌عليه‌وآله‌وسلم </w:t>
      </w:r>
      <w:r>
        <w:rPr>
          <w:rtl/>
        </w:rPr>
        <w:t xml:space="preserve"> نے فرمايا : عذاب كا اضافہ پانچ نہري</w:t>
      </w:r>
      <w:r w:rsidR="00083993">
        <w:rPr>
          <w:rtl/>
        </w:rPr>
        <w:t xml:space="preserve">ں </w:t>
      </w:r>
      <w:r>
        <w:rPr>
          <w:rtl/>
        </w:rPr>
        <w:t>ہي</w:t>
      </w:r>
      <w:r w:rsidR="00083993">
        <w:rPr>
          <w:rtl/>
        </w:rPr>
        <w:t xml:space="preserve">ں </w:t>
      </w:r>
      <w:r>
        <w:rPr>
          <w:rtl/>
        </w:rPr>
        <w:t>جو عرش كے نيچے سے اہل جہنم پر جارى ہو</w:t>
      </w:r>
      <w:r w:rsidR="00083993">
        <w:rPr>
          <w:rtl/>
        </w:rPr>
        <w:t xml:space="preserve">ں </w:t>
      </w:r>
      <w:r>
        <w:rPr>
          <w:rtl/>
        </w:rPr>
        <w:t xml:space="preserve">گى ...اور خداوند عالم كے اس قول </w:t>
      </w:r>
      <w:r w:rsidRPr="00C81DE5">
        <w:rPr>
          <w:rStyle w:val="libArabicChar"/>
          <w:rtl/>
        </w:rPr>
        <w:t>''زدن</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عذاباً</w:t>
      </w:r>
      <w:r w:rsidRPr="00C81DE5">
        <w:rPr>
          <w:rStyle w:val="libArabicChar"/>
          <w:rtl/>
        </w:rPr>
        <w:t xml:space="preserve"> </w:t>
      </w:r>
      <w:r w:rsidRPr="00C81DE5">
        <w:rPr>
          <w:rStyle w:val="libArabicChar"/>
          <w:rFonts w:hint="cs"/>
          <w:rtl/>
        </w:rPr>
        <w:t>فوق</w:t>
      </w:r>
      <w:r w:rsidRPr="00C81DE5">
        <w:rPr>
          <w:rStyle w:val="libArabicChar"/>
          <w:rtl/>
        </w:rPr>
        <w:t xml:space="preserve"> </w:t>
      </w:r>
      <w:r w:rsidRPr="00C81DE5">
        <w:rPr>
          <w:rStyle w:val="libArabicChar"/>
          <w:rFonts w:hint="cs"/>
          <w:rtl/>
        </w:rPr>
        <w:t>العذاب</w:t>
      </w:r>
      <w:r w:rsidRPr="00C81DE5">
        <w:rPr>
          <w:rStyle w:val="libArabicChar"/>
          <w:rtl/>
        </w:rPr>
        <w:t>''</w:t>
      </w:r>
      <w:r>
        <w:rPr>
          <w:rtl/>
        </w:rPr>
        <w:t xml:space="preserve"> سے يہى مراد ہے_</w:t>
      </w:r>
    </w:p>
    <w:p w:rsidR="001F628F" w:rsidRDefault="001F628F" w:rsidP="00C81DE5">
      <w:pPr>
        <w:pStyle w:val="libNormal"/>
        <w:rPr>
          <w:rtl/>
        </w:rPr>
      </w:pPr>
      <w:r>
        <w:rPr>
          <w:rFonts w:hint="eastAsia"/>
          <w:rtl/>
        </w:rPr>
        <w:t>اديان</w:t>
      </w:r>
      <w:r>
        <w:rPr>
          <w:rtl/>
        </w:rPr>
        <w:t>:</w:t>
      </w:r>
      <w:r>
        <w:rPr>
          <w:rFonts w:hint="eastAsia"/>
          <w:rtl/>
        </w:rPr>
        <w:t>اديان</w:t>
      </w:r>
      <w:r>
        <w:rPr>
          <w:rtl/>
        </w:rPr>
        <w:t xml:space="preserve"> كا كردار 5; اديان كى تعليمات 2; اديان كے قوانين2</w:t>
      </w:r>
    </w:p>
    <w:p w:rsidR="001F628F" w:rsidRDefault="001F628F" w:rsidP="00C81DE5">
      <w:pPr>
        <w:pStyle w:val="libNormal"/>
        <w:rPr>
          <w:rtl/>
        </w:rPr>
      </w:pPr>
      <w:r>
        <w:rPr>
          <w:rFonts w:hint="eastAsia"/>
          <w:rtl/>
        </w:rPr>
        <w:t>بے</w:t>
      </w:r>
      <w:r>
        <w:rPr>
          <w:rtl/>
        </w:rPr>
        <w:t xml:space="preserve"> ديني:</w:t>
      </w:r>
      <w:r>
        <w:rPr>
          <w:rFonts w:hint="eastAsia"/>
          <w:rtl/>
        </w:rPr>
        <w:t>بے</w:t>
      </w:r>
      <w:r>
        <w:rPr>
          <w:rtl/>
        </w:rPr>
        <w:t xml:space="preserve"> دينى كے آثار6</w:t>
      </w:r>
    </w:p>
    <w:p w:rsidR="001F628F" w:rsidRDefault="001F628F" w:rsidP="00C81DE5">
      <w:pPr>
        <w:pStyle w:val="libNormal"/>
        <w:rPr>
          <w:rtl/>
        </w:rPr>
      </w:pPr>
      <w:r>
        <w:rPr>
          <w:rFonts w:hint="eastAsia"/>
          <w:rtl/>
        </w:rPr>
        <w:t>جرم</w:t>
      </w:r>
      <w:r>
        <w:rPr>
          <w:rtl/>
        </w:rPr>
        <w:t>:</w:t>
      </w:r>
      <w:r>
        <w:rPr>
          <w:rFonts w:hint="eastAsia"/>
          <w:rtl/>
        </w:rPr>
        <w:t>جرم</w:t>
      </w:r>
      <w:r>
        <w:rPr>
          <w:rtl/>
        </w:rPr>
        <w:t xml:space="preserve"> كا زمينہ6</w:t>
      </w:r>
    </w:p>
    <w:p w:rsidR="001F628F" w:rsidRDefault="001F628F" w:rsidP="00C81DE5">
      <w:pPr>
        <w:pStyle w:val="libNormal"/>
        <w:rPr>
          <w:rtl/>
        </w:rPr>
      </w:pPr>
      <w:r>
        <w:rPr>
          <w:rFonts w:hint="eastAsia"/>
          <w:rtl/>
        </w:rPr>
        <w:t>دين</w:t>
      </w:r>
      <w:r>
        <w:rPr>
          <w:rtl/>
        </w:rPr>
        <w:t>:</w:t>
      </w:r>
      <w:r>
        <w:rPr>
          <w:rFonts w:hint="eastAsia"/>
          <w:rtl/>
        </w:rPr>
        <w:t>دين</w:t>
      </w:r>
      <w:r>
        <w:rPr>
          <w:rtl/>
        </w:rPr>
        <w:t xml:space="preserve"> كے پھيلاؤ كى ممانعت 3،6</w:t>
      </w:r>
    </w:p>
    <w:p w:rsidR="001F628F" w:rsidRDefault="001F628F" w:rsidP="001F628F">
      <w:pPr>
        <w:pStyle w:val="libNormal"/>
        <w:rPr>
          <w:rtl/>
        </w:rPr>
      </w:pPr>
      <w:r>
        <w:rPr>
          <w:rFonts w:hint="eastAsia"/>
          <w:rtl/>
        </w:rPr>
        <w:t>روايت</w:t>
      </w:r>
      <w:r>
        <w:rPr>
          <w:rtl/>
        </w:rPr>
        <w:t>:9،10</w:t>
      </w:r>
    </w:p>
    <w:p w:rsidR="001F628F" w:rsidRDefault="001F628F" w:rsidP="00C81DE5">
      <w:pPr>
        <w:pStyle w:val="libNormal"/>
        <w:rPr>
          <w:rtl/>
        </w:rPr>
      </w:pPr>
      <w:r>
        <w:rPr>
          <w:rFonts w:hint="eastAsia"/>
          <w:rtl/>
        </w:rPr>
        <w:t>سبيل</w:t>
      </w:r>
      <w:r>
        <w:rPr>
          <w:rtl/>
        </w:rPr>
        <w:t xml:space="preserve"> الله :</w:t>
      </w:r>
      <w:r>
        <w:rPr>
          <w:rFonts w:hint="eastAsia"/>
          <w:rtl/>
        </w:rPr>
        <w:t>سبيل</w:t>
      </w:r>
      <w:r>
        <w:rPr>
          <w:rtl/>
        </w:rPr>
        <w:t xml:space="preserve"> الله سے روكنے والو</w:t>
      </w:r>
      <w:r w:rsidR="00083993">
        <w:rPr>
          <w:rtl/>
        </w:rPr>
        <w:t xml:space="preserve">ں </w:t>
      </w:r>
      <w:r>
        <w:rPr>
          <w:rtl/>
        </w:rPr>
        <w:t>كا عذاب1; سبيل الله</w:t>
      </w:r>
    </w:p>
    <w:p w:rsidR="001F628F" w:rsidRDefault="00B84D3B" w:rsidP="00B84D3B">
      <w:pPr>
        <w:pStyle w:val="libLine"/>
        <w:rPr>
          <w:rtl/>
        </w:rPr>
      </w:pPr>
      <w:r>
        <w:rPr>
          <w:rtl/>
        </w:rPr>
        <w:t>____________________</w:t>
      </w:r>
    </w:p>
    <w:p w:rsidR="001F628F" w:rsidRDefault="001F628F" w:rsidP="00C81DE5">
      <w:pPr>
        <w:pStyle w:val="libFootnote"/>
        <w:rPr>
          <w:rtl/>
        </w:rPr>
      </w:pPr>
      <w:r>
        <w:rPr>
          <w:rtl/>
        </w:rPr>
        <w:t>1)الدر المنشور ،ج5،ص157_</w:t>
      </w:r>
    </w:p>
    <w:p w:rsidR="001F628F" w:rsidRDefault="001F628F" w:rsidP="00C81DE5">
      <w:pPr>
        <w:pStyle w:val="libFootnote"/>
        <w:rPr>
          <w:rtl/>
        </w:rPr>
      </w:pPr>
      <w:r>
        <w:rPr>
          <w:rtl/>
        </w:rPr>
        <w:t>2) الدر المنشور ،ج5،ص 158_</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سے</w:t>
      </w:r>
      <w:r>
        <w:rPr>
          <w:rtl/>
        </w:rPr>
        <w:t xml:space="preserve"> روكنے والو</w:t>
      </w:r>
      <w:r w:rsidR="00083993">
        <w:rPr>
          <w:rtl/>
        </w:rPr>
        <w:t xml:space="preserve">ں </w:t>
      </w:r>
      <w:r>
        <w:rPr>
          <w:rtl/>
        </w:rPr>
        <w:t>كا فساد كرنا3; سبيل الله كے موارد2</w:t>
      </w:r>
    </w:p>
    <w:p w:rsidR="001F628F" w:rsidRDefault="001F628F" w:rsidP="00C81DE5">
      <w:pPr>
        <w:pStyle w:val="libNormal"/>
        <w:rPr>
          <w:rtl/>
        </w:rPr>
      </w:pPr>
      <w:r>
        <w:rPr>
          <w:rFonts w:hint="eastAsia"/>
          <w:rtl/>
        </w:rPr>
        <w:t>سزا</w:t>
      </w:r>
      <w:r>
        <w:rPr>
          <w:rtl/>
        </w:rPr>
        <w:t>:</w:t>
      </w:r>
      <w:r>
        <w:rPr>
          <w:rFonts w:hint="eastAsia"/>
          <w:rtl/>
        </w:rPr>
        <w:t>سزا</w:t>
      </w:r>
      <w:r>
        <w:rPr>
          <w:rtl/>
        </w:rPr>
        <w:t xml:space="preserve"> كا نظام7; سزا كے مراتب4; گناہ كى مناسبت سے سزا4</w:t>
      </w:r>
    </w:p>
    <w:p w:rsidR="001F628F" w:rsidRDefault="001F628F" w:rsidP="00C81DE5">
      <w:pPr>
        <w:pStyle w:val="libNormal"/>
        <w:rPr>
          <w:rtl/>
        </w:rPr>
      </w:pPr>
      <w:r>
        <w:rPr>
          <w:rFonts w:hint="eastAsia"/>
          <w:rtl/>
        </w:rPr>
        <w:t>عذاب</w:t>
      </w:r>
      <w:r>
        <w:rPr>
          <w:rtl/>
        </w:rPr>
        <w:t>:</w:t>
      </w:r>
      <w:r>
        <w:rPr>
          <w:rFonts w:hint="eastAsia"/>
          <w:rtl/>
        </w:rPr>
        <w:t>عذاب</w:t>
      </w:r>
      <w:r>
        <w:rPr>
          <w:rtl/>
        </w:rPr>
        <w:t xml:space="preserve"> كے مراتب1،7،9،10</w:t>
      </w:r>
    </w:p>
    <w:p w:rsidR="001F628F" w:rsidRDefault="001F628F" w:rsidP="00C81DE5">
      <w:pPr>
        <w:pStyle w:val="libNormal"/>
        <w:rPr>
          <w:rtl/>
        </w:rPr>
      </w:pPr>
      <w:r>
        <w:rPr>
          <w:rFonts w:hint="eastAsia"/>
          <w:rtl/>
        </w:rPr>
        <w:t>فساد</w:t>
      </w:r>
      <w:r>
        <w:rPr>
          <w:rtl/>
        </w:rPr>
        <w:t>:</w:t>
      </w:r>
      <w:r>
        <w:rPr>
          <w:rFonts w:hint="eastAsia"/>
          <w:rtl/>
        </w:rPr>
        <w:t>سماجى</w:t>
      </w:r>
      <w:r>
        <w:rPr>
          <w:rtl/>
        </w:rPr>
        <w:t xml:space="preserve"> فساد كا زمينہ 6; فساد پھيلانے كى سزا 4;فساد كى سزا 4</w:t>
      </w:r>
    </w:p>
    <w:p w:rsidR="001F628F" w:rsidRDefault="001F628F" w:rsidP="00C81DE5">
      <w:pPr>
        <w:pStyle w:val="libNormal"/>
        <w:rPr>
          <w:rtl/>
        </w:rPr>
      </w:pPr>
      <w:r>
        <w:rPr>
          <w:rFonts w:hint="eastAsia"/>
          <w:rtl/>
        </w:rPr>
        <w:t>فساد</w:t>
      </w:r>
      <w:r>
        <w:rPr>
          <w:rtl/>
        </w:rPr>
        <w:t xml:space="preserve"> پھيلا نا:</w:t>
      </w:r>
      <w:r>
        <w:rPr>
          <w:rFonts w:hint="eastAsia"/>
          <w:rtl/>
        </w:rPr>
        <w:t>فساد</w:t>
      </w:r>
      <w:r>
        <w:rPr>
          <w:rtl/>
        </w:rPr>
        <w:t xml:space="preserve"> پھيلا نے كے موارد 3</w:t>
      </w:r>
    </w:p>
    <w:p w:rsidR="001F628F" w:rsidRDefault="001F628F" w:rsidP="00C81DE5">
      <w:pPr>
        <w:pStyle w:val="libNormal"/>
        <w:rPr>
          <w:rtl/>
        </w:rPr>
      </w:pPr>
      <w:r>
        <w:rPr>
          <w:rFonts w:hint="eastAsia"/>
          <w:rtl/>
        </w:rPr>
        <w:t>كفار</w:t>
      </w:r>
      <w:r>
        <w:rPr>
          <w:rtl/>
        </w:rPr>
        <w:t>:</w:t>
      </w:r>
      <w:r>
        <w:rPr>
          <w:rFonts w:hint="eastAsia"/>
          <w:rtl/>
        </w:rPr>
        <w:t>كفار</w:t>
      </w:r>
      <w:r>
        <w:rPr>
          <w:rtl/>
        </w:rPr>
        <w:t xml:space="preserve"> كا فساد پھيلانا 7; كفار كے اخروى عذاب كے اسباب8; كفار كے عذاب 1; كفار كے فساد پھيلانے كے آثار 8</w:t>
      </w:r>
    </w:p>
    <w:p w:rsidR="001F628F" w:rsidRDefault="001F628F" w:rsidP="001F628F">
      <w:pPr>
        <w:pStyle w:val="libNormal"/>
        <w:rPr>
          <w:rtl/>
        </w:rPr>
      </w:pPr>
      <w:r>
        <w:rPr>
          <w:rFonts w:hint="eastAsia"/>
          <w:rtl/>
        </w:rPr>
        <w:t>مفسد</w:t>
      </w:r>
      <w:r>
        <w:rPr>
          <w:rtl/>
        </w:rPr>
        <w:t>:3</w:t>
      </w:r>
    </w:p>
    <w:p w:rsidR="001F628F" w:rsidRDefault="001F628F" w:rsidP="00C81DE5">
      <w:pPr>
        <w:pStyle w:val="libNormal"/>
        <w:rPr>
          <w:rtl/>
        </w:rPr>
      </w:pPr>
      <w:r>
        <w:rPr>
          <w:rFonts w:hint="eastAsia"/>
          <w:rtl/>
        </w:rPr>
        <w:t>معاشرہ</w:t>
      </w:r>
      <w:r>
        <w:rPr>
          <w:rtl/>
        </w:rPr>
        <w:t>:</w:t>
      </w:r>
      <w:r>
        <w:rPr>
          <w:rFonts w:hint="eastAsia"/>
          <w:rtl/>
        </w:rPr>
        <w:t>معاشرہ</w:t>
      </w:r>
      <w:r>
        <w:rPr>
          <w:rtl/>
        </w:rPr>
        <w:t xml:space="preserve"> كى اجتماعى آسيب شناسي6; معاشرہ كے اجتماعى مصالح كو پورا كرنا5</w:t>
      </w:r>
    </w:p>
    <w:p w:rsidR="001F628F" w:rsidRPr="00120F63" w:rsidRDefault="00C81DE5" w:rsidP="00C81DE5">
      <w:pPr>
        <w:pStyle w:val="Heading2Center"/>
        <w:rPr>
          <w:rtl/>
        </w:rPr>
      </w:pPr>
      <w:bookmarkStart w:id="235" w:name="_Toc28081913"/>
      <w:r>
        <w:rPr>
          <w:rFonts w:hint="cs"/>
          <w:rtl/>
        </w:rPr>
        <w:t xml:space="preserve">آیت </w:t>
      </w:r>
      <w:r w:rsidRPr="00120F63">
        <w:rPr>
          <w:rFonts w:hint="cs"/>
          <w:rtl/>
        </w:rPr>
        <w:t>89</w:t>
      </w:r>
      <w:bookmarkEnd w:id="235"/>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وَيَوْمَ</w:t>
      </w:r>
      <w:r w:rsidRPr="00C81DE5">
        <w:rPr>
          <w:rStyle w:val="libAieChar"/>
          <w:rtl/>
        </w:rPr>
        <w:t xml:space="preserve"> نَبْعَثُ فِي كُلِّ أُمَّةٍ شَهِيداً عَلَيْهِم مِّنْ أَنفُسِهِمْ وَجِئْنَا بِكَ شَهِيداً عَلَى هَـؤُلاء وَنَزَّلْنَا عَلَيْكَ الْكِتَابَ تِبْيَاناً لِّكُلِّ شَيْءٍ وَهُدًى وَرَحْمَةً وَبُشْرَى لِلْمُسْلِمِينَ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قيامت كے دن ہم ہر گروہ كے خلاف انھي</w:t>
      </w:r>
      <w:r w:rsidR="00083993">
        <w:rPr>
          <w:rtl/>
        </w:rPr>
        <w:t xml:space="preserve">ں </w:t>
      </w:r>
      <w:r>
        <w:rPr>
          <w:rtl/>
        </w:rPr>
        <w:t>مي</w:t>
      </w:r>
      <w:r w:rsidR="00083993">
        <w:rPr>
          <w:rtl/>
        </w:rPr>
        <w:t xml:space="preserve">ں </w:t>
      </w:r>
      <w:r>
        <w:rPr>
          <w:rtl/>
        </w:rPr>
        <w:t>سے ايك گواہ اٹھائي</w:t>
      </w:r>
      <w:r w:rsidR="00083993">
        <w:rPr>
          <w:rtl/>
        </w:rPr>
        <w:t xml:space="preserve">ں </w:t>
      </w:r>
      <w:r>
        <w:rPr>
          <w:rtl/>
        </w:rPr>
        <w:t>گے اور پيغمبر آپ كو ان سب كا گواہ بناكر لے آئي</w:t>
      </w:r>
      <w:r w:rsidR="00083993">
        <w:rPr>
          <w:rtl/>
        </w:rPr>
        <w:t xml:space="preserve">ں </w:t>
      </w:r>
      <w:r>
        <w:rPr>
          <w:rtl/>
        </w:rPr>
        <w:t>گے اور ہم نے آپ پر كتاب نازل كى ہے جس مي</w:t>
      </w:r>
      <w:r w:rsidR="00083993">
        <w:rPr>
          <w:rtl/>
        </w:rPr>
        <w:t xml:space="preserve">ں </w:t>
      </w:r>
      <w:r>
        <w:rPr>
          <w:rtl/>
        </w:rPr>
        <w:t>ہر شے كى وضاحت موجود ہے اور يہ كتاب اطاعت گذارو</w:t>
      </w:r>
      <w:r w:rsidR="00083993">
        <w:rPr>
          <w:rtl/>
        </w:rPr>
        <w:t xml:space="preserve">ں </w:t>
      </w:r>
      <w:r>
        <w:rPr>
          <w:rtl/>
        </w:rPr>
        <w:t>كے لئے ہدايت، رحمت اور بشارت ہے _</w:t>
      </w:r>
    </w:p>
    <w:p w:rsidR="001F628F" w:rsidRDefault="001F628F" w:rsidP="001F628F">
      <w:pPr>
        <w:pStyle w:val="libNormal"/>
        <w:rPr>
          <w:rtl/>
        </w:rPr>
      </w:pPr>
      <w:r>
        <w:rPr>
          <w:rtl/>
        </w:rPr>
        <w:t>1_ انسان كى ذمہ دارى ہے كہ وہ ہرزمانہ مي</w:t>
      </w:r>
      <w:r w:rsidR="00083993">
        <w:rPr>
          <w:rtl/>
        </w:rPr>
        <w:t xml:space="preserve">ں </w:t>
      </w:r>
      <w:r>
        <w:rPr>
          <w:rtl/>
        </w:rPr>
        <w:t>اپنے اعمال پر الہى گواہو</w:t>
      </w:r>
      <w:r w:rsidR="00083993">
        <w:rPr>
          <w:rtl/>
        </w:rPr>
        <w:t xml:space="preserve">ں </w:t>
      </w:r>
      <w:r>
        <w:rPr>
          <w:rtl/>
        </w:rPr>
        <w:t>كى نظارت كى طرف متوجہ رہے</w:t>
      </w:r>
    </w:p>
    <w:p w:rsidR="00C81DE5" w:rsidRDefault="00C81DE5" w:rsidP="00C81DE5">
      <w:pPr>
        <w:pStyle w:val="libArabic"/>
        <w:rPr>
          <w:rtl/>
        </w:rPr>
      </w:pPr>
      <w:r>
        <w:rPr>
          <w:rFonts w:hint="eastAsia"/>
          <w:rtl/>
        </w:rPr>
        <w:t>ويوم</w:t>
      </w:r>
      <w:r>
        <w:rPr>
          <w:rtl/>
        </w:rPr>
        <w:t xml:space="preserve"> نبعث فى كلّ ا مّة ش</w:t>
      </w:r>
      <w:r w:rsidR="00120F63" w:rsidRPr="00ED5DE8">
        <w:rPr>
          <w:rFonts w:hint="cs"/>
          <w:rtl/>
        </w:rPr>
        <w:t>ه</w:t>
      </w:r>
      <w:r>
        <w:rPr>
          <w:rFonts w:hint="cs"/>
          <w:rtl/>
        </w:rPr>
        <w:t>يد</w:t>
      </w:r>
      <w:r w:rsidR="00B7494D">
        <w:rPr>
          <w:rFonts w:hint="cs"/>
          <w:rtl/>
        </w:rPr>
        <w:t>ا</w:t>
      </w:r>
    </w:p>
    <w:p w:rsidR="00C81DE5" w:rsidRDefault="00C81DE5" w:rsidP="00C81DE5">
      <w:pPr>
        <w:pStyle w:val="libNormal"/>
        <w:rPr>
          <w:rtl/>
        </w:rPr>
      </w:pPr>
      <w:r>
        <w:rPr>
          <w:rFonts w:hint="eastAsia"/>
          <w:rtl/>
        </w:rPr>
        <w:t>چند</w:t>
      </w:r>
      <w:r>
        <w:rPr>
          <w:rtl/>
        </w:rPr>
        <w:t xml:space="preserve"> آيات كے ضمن ميں ''</w:t>
      </w:r>
      <w:r w:rsidRPr="00C81DE5">
        <w:rPr>
          <w:rStyle w:val="libArabicChar"/>
          <w:rtl/>
        </w:rPr>
        <w:t>يوم نبعث ...</w:t>
      </w:r>
      <w:r>
        <w:rPr>
          <w:rtl/>
        </w:rPr>
        <w:t>'' كے مضمون كا تكرار نيز''اذكر'' يا ''اذكروا'' كا تقدير ميں ہونا، الہى گواہوں كى نظارت اور اس سلسلہ ميں انسان كى تكليف كے موضوع كى اہميت كو بيان كررہا ہے_</w:t>
      </w:r>
    </w:p>
    <w:p w:rsidR="00C81DE5" w:rsidRDefault="00C81DE5" w:rsidP="00C81DE5">
      <w:pPr>
        <w:pStyle w:val="libNormal"/>
        <w:rPr>
          <w:rtl/>
        </w:rPr>
      </w:pPr>
      <w:r>
        <w:rPr>
          <w:rtl/>
        </w:rPr>
        <w:t>2_ روز قيامت جن حقائق كا ہر صورت ميں انسانوں كو سامنا كرنا پڑے گا ان كى طرف توجہ كرنا ضرورى ہے_</w:t>
      </w:r>
    </w:p>
    <w:p w:rsidR="00C81DE5" w:rsidRDefault="00C81DE5" w:rsidP="00C81DE5">
      <w:pPr>
        <w:pStyle w:val="libArabic"/>
        <w:rPr>
          <w:rtl/>
        </w:rPr>
      </w:pPr>
      <w:r>
        <w:rPr>
          <w:rFonts w:hint="eastAsia"/>
          <w:rtl/>
        </w:rPr>
        <w:t>ويوم</w:t>
      </w:r>
      <w:r>
        <w:rPr>
          <w:rtl/>
        </w:rPr>
        <w:t xml:space="preserve"> نبعث فى كل امّة ش</w:t>
      </w:r>
      <w:r w:rsidR="00120F63" w:rsidRPr="00ED5DE8">
        <w:rPr>
          <w:rFonts w:hint="cs"/>
          <w:rtl/>
        </w:rPr>
        <w:t>ه</w:t>
      </w:r>
      <w:r>
        <w:rPr>
          <w:rFonts w:hint="cs"/>
          <w:rtl/>
        </w:rPr>
        <w:t>يد</w:t>
      </w:r>
      <w:r w:rsidR="00B7494D">
        <w:rPr>
          <w:rFonts w:hint="cs"/>
          <w:rtl/>
        </w:rPr>
        <w:t>ا</w:t>
      </w:r>
    </w:p>
    <w:p w:rsidR="00C81DE5" w:rsidRDefault="001E7F9D" w:rsidP="00F73EDE">
      <w:pPr>
        <w:pStyle w:val="libPoemTini"/>
        <w:rPr>
          <w:rtl/>
        </w:rPr>
      </w:pPr>
      <w:r>
        <w:rPr>
          <w:rtl/>
        </w:rPr>
        <w:br w:type="page"/>
      </w:r>
    </w:p>
    <w:p w:rsidR="001F628F" w:rsidRDefault="001F628F" w:rsidP="001F628F">
      <w:pPr>
        <w:pStyle w:val="libNormal"/>
        <w:rPr>
          <w:rtl/>
        </w:rPr>
      </w:pPr>
      <w:r>
        <w:rPr>
          <w:rtl/>
        </w:rPr>
        <w:lastRenderedPageBreak/>
        <w:t>''يوم'' سے مراد، قيامت كا دن ہے خداوند عالم كى طرف سے اس دن كى يادآورى كى تاكيد كہ جس كا ''اذكر'' امر سے استفادہ ہوتا ہے مذكورہ مطلب سے حكايت ہے_</w:t>
      </w:r>
    </w:p>
    <w:p w:rsidR="001F628F" w:rsidRDefault="001F628F" w:rsidP="001F628F">
      <w:pPr>
        <w:pStyle w:val="libNormal"/>
        <w:rPr>
          <w:rtl/>
        </w:rPr>
      </w:pPr>
      <w:r>
        <w:rPr>
          <w:rtl/>
        </w:rPr>
        <w:t>3_قيامت، ہرا مت مي</w:t>
      </w:r>
      <w:r w:rsidR="00083993">
        <w:rPr>
          <w:rtl/>
        </w:rPr>
        <w:t xml:space="preserve">ں </w:t>
      </w:r>
      <w:r>
        <w:rPr>
          <w:rtl/>
        </w:rPr>
        <w:t>سے ان كے متعلق شہادت دينے كے ليے گواہو</w:t>
      </w:r>
      <w:r w:rsidR="00083993">
        <w:rPr>
          <w:rtl/>
        </w:rPr>
        <w:t xml:space="preserve">ں </w:t>
      </w:r>
      <w:r>
        <w:rPr>
          <w:rtl/>
        </w:rPr>
        <w:t>كے مبعوث ہونے كا دن ہے _</w:t>
      </w:r>
    </w:p>
    <w:p w:rsidR="001F628F" w:rsidRDefault="001F628F" w:rsidP="00C81DE5">
      <w:pPr>
        <w:pStyle w:val="libArabic"/>
        <w:rPr>
          <w:rtl/>
        </w:rPr>
      </w:pPr>
      <w:r>
        <w:rPr>
          <w:rFonts w:hint="eastAsia"/>
          <w:rtl/>
        </w:rPr>
        <w:t>ويوم</w:t>
      </w:r>
      <w:r>
        <w:rPr>
          <w:rtl/>
        </w:rPr>
        <w:t xml:space="preserve"> نبعث فى كلّ امّة ش</w:t>
      </w:r>
      <w:r w:rsidR="00120F63" w:rsidRPr="00ED5DE8">
        <w:rPr>
          <w:rFonts w:hint="cs"/>
          <w:rtl/>
        </w:rPr>
        <w:t>ه</w:t>
      </w:r>
      <w:r>
        <w:rPr>
          <w:rFonts w:hint="cs"/>
          <w:rtl/>
        </w:rPr>
        <w:t>يداً</w:t>
      </w:r>
      <w:r>
        <w:rPr>
          <w:rtl/>
        </w:rPr>
        <w:t xml:space="preserve"> </w:t>
      </w:r>
      <w:r>
        <w:rPr>
          <w:rFonts w:hint="cs"/>
          <w:rtl/>
        </w:rPr>
        <w:t>علي</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ا</w:t>
      </w:r>
      <w:r>
        <w:rPr>
          <w:rtl/>
        </w:rPr>
        <w:t xml:space="preserve"> نفس</w:t>
      </w:r>
      <w:r w:rsidR="00120F63" w:rsidRPr="00ED5DE8">
        <w:rPr>
          <w:rFonts w:hint="cs"/>
          <w:rtl/>
        </w:rPr>
        <w:t>ه</w:t>
      </w:r>
      <w:r>
        <w:rPr>
          <w:rFonts w:hint="cs"/>
          <w:rtl/>
        </w:rPr>
        <w:t>م</w:t>
      </w:r>
    </w:p>
    <w:p w:rsidR="001F628F" w:rsidRDefault="001F628F" w:rsidP="00C81DE5">
      <w:pPr>
        <w:pStyle w:val="libNormal"/>
        <w:rPr>
          <w:rtl/>
        </w:rPr>
      </w:pPr>
      <w:r>
        <w:rPr>
          <w:rtl/>
        </w:rPr>
        <w:t>4_ قيامت كے دن امت كے اعمال سے متعلق گواہى دينے والے افراد فقط اپنى امت كے بہترين اور ممتاز افراد ہو</w:t>
      </w:r>
      <w:r w:rsidR="00083993">
        <w:rPr>
          <w:rtl/>
        </w:rPr>
        <w:t xml:space="preserve">ں </w:t>
      </w:r>
      <w:r>
        <w:rPr>
          <w:rtl/>
        </w:rPr>
        <w:t>گے_</w:t>
      </w:r>
      <w:r w:rsidRPr="00C81DE5">
        <w:rPr>
          <w:rStyle w:val="libArabicChar"/>
          <w:rFonts w:hint="eastAsia"/>
          <w:rtl/>
        </w:rPr>
        <w:t>ويوم</w:t>
      </w:r>
      <w:r w:rsidRPr="00C81DE5">
        <w:rPr>
          <w:rStyle w:val="libArabicChar"/>
          <w:rtl/>
        </w:rPr>
        <w:t xml:space="preserve"> نبعث فى كلّ امّة علي</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من</w:t>
      </w:r>
      <w:r w:rsidRPr="00C81DE5">
        <w:rPr>
          <w:rStyle w:val="libArabicChar"/>
          <w:rtl/>
        </w:rPr>
        <w:t xml:space="preserve"> انفس</w:t>
      </w:r>
      <w:r w:rsidR="00120F63" w:rsidRPr="00B2551F">
        <w:rPr>
          <w:rStyle w:val="libArabicChar"/>
          <w:rFonts w:hint="cs"/>
          <w:rtl/>
        </w:rPr>
        <w:t>ه</w:t>
      </w:r>
      <w:r w:rsidRPr="00C81DE5">
        <w:rPr>
          <w:rStyle w:val="libArabicChar"/>
          <w:rFonts w:hint="cs"/>
          <w:rtl/>
        </w:rPr>
        <w:t>م</w:t>
      </w:r>
    </w:p>
    <w:p w:rsidR="001F628F" w:rsidRDefault="001F628F" w:rsidP="001F628F">
      <w:pPr>
        <w:pStyle w:val="libNormal"/>
        <w:rPr>
          <w:rtl/>
        </w:rPr>
      </w:pPr>
      <w:r>
        <w:rPr>
          <w:rFonts w:hint="eastAsia"/>
          <w:rtl/>
        </w:rPr>
        <w:t>ہر</w:t>
      </w:r>
      <w:r>
        <w:rPr>
          <w:rtl/>
        </w:rPr>
        <w:t xml:space="preserve"> امت مي</w:t>
      </w:r>
      <w:r w:rsidR="00083993">
        <w:rPr>
          <w:rtl/>
        </w:rPr>
        <w:t xml:space="preserve">ں </w:t>
      </w:r>
      <w:r>
        <w:rPr>
          <w:rtl/>
        </w:rPr>
        <w:t>سے ايك گواہ اور شاہد كا انتخاب اس بات كو بيان كررہا ہے كہ وہ افراد امت كے بہترين اور ممتاز افراد ہو</w:t>
      </w:r>
      <w:r w:rsidR="00083993">
        <w:rPr>
          <w:rtl/>
        </w:rPr>
        <w:t xml:space="preserve">ں </w:t>
      </w:r>
      <w:r>
        <w:rPr>
          <w:rtl/>
        </w:rPr>
        <w:t>گے كيو</w:t>
      </w:r>
      <w:r w:rsidR="00083993">
        <w:rPr>
          <w:rtl/>
        </w:rPr>
        <w:t xml:space="preserve">ں </w:t>
      </w:r>
      <w:r>
        <w:rPr>
          <w:rtl/>
        </w:rPr>
        <w:t>كہ اگر ان افراد كا تعلق گناہ گار افراد سے ہو او ران كے اعمال پركوئي دوسرا گروہ گواہ و شاہد ہو توگواہى و شہادت كے ليے ان كا انتخاب لغو او</w:t>
      </w:r>
      <w:r>
        <w:rPr>
          <w:rFonts w:hint="eastAsia"/>
          <w:rtl/>
        </w:rPr>
        <w:t>ر</w:t>
      </w:r>
      <w:r>
        <w:rPr>
          <w:rtl/>
        </w:rPr>
        <w:t xml:space="preserve"> بے ہو دہ قرار پائے گا_</w:t>
      </w:r>
    </w:p>
    <w:p w:rsidR="001F628F" w:rsidRDefault="001F628F" w:rsidP="00C81DE5">
      <w:pPr>
        <w:pStyle w:val="libNormal"/>
        <w:rPr>
          <w:rtl/>
        </w:rPr>
      </w:pPr>
      <w:r>
        <w:rPr>
          <w:rtl/>
        </w:rPr>
        <w:t>5_ ہر زمانے مي</w:t>
      </w:r>
      <w:r w:rsidR="00083993">
        <w:rPr>
          <w:rtl/>
        </w:rPr>
        <w:t xml:space="preserve">ں </w:t>
      </w:r>
      <w:r>
        <w:rPr>
          <w:rtl/>
        </w:rPr>
        <w:t>گناہ و خطا سے معصوم اور صالح انسان كاموجود ہونا_</w:t>
      </w:r>
      <w:r w:rsidRPr="00C81DE5">
        <w:rPr>
          <w:rStyle w:val="libArabicChar"/>
          <w:rFonts w:hint="eastAsia"/>
          <w:rtl/>
        </w:rPr>
        <w:t>ويوم</w:t>
      </w:r>
      <w:r w:rsidRPr="00C81DE5">
        <w:rPr>
          <w:rStyle w:val="libArabicChar"/>
          <w:rtl/>
        </w:rPr>
        <w:t xml:space="preserve"> نبعث فى كلّ ا مّة ش</w:t>
      </w:r>
      <w:r w:rsidR="00120F63" w:rsidRPr="00B2551F">
        <w:rPr>
          <w:rStyle w:val="libArabicChar"/>
          <w:rFonts w:hint="cs"/>
          <w:rtl/>
        </w:rPr>
        <w:t>ه</w:t>
      </w:r>
      <w:r w:rsidRPr="00C81DE5">
        <w:rPr>
          <w:rStyle w:val="libArabicChar"/>
          <w:rFonts w:hint="cs"/>
          <w:rtl/>
        </w:rPr>
        <w:t>يدا</w:t>
      </w:r>
      <w:r w:rsidRPr="00C81DE5">
        <w:rPr>
          <w:rStyle w:val="libArabicChar"/>
          <w:rtl/>
        </w:rPr>
        <w:t xml:space="preserve"> </w:t>
      </w:r>
      <w:r w:rsidRPr="00C81DE5">
        <w:rPr>
          <w:rStyle w:val="libArabicChar"/>
          <w:rFonts w:hint="cs"/>
          <w:rtl/>
        </w:rPr>
        <w:t>ً</w:t>
      </w:r>
      <w:r w:rsidRPr="00C81DE5">
        <w:rPr>
          <w:rStyle w:val="libArabicChar"/>
          <w:rtl/>
        </w:rPr>
        <w:t xml:space="preserve"> </w:t>
      </w:r>
      <w:r w:rsidRPr="00C81DE5">
        <w:rPr>
          <w:rStyle w:val="libArabicChar"/>
          <w:rFonts w:hint="cs"/>
          <w:rtl/>
        </w:rPr>
        <w:t>علي</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من</w:t>
      </w:r>
      <w:r w:rsidRPr="00C81DE5">
        <w:rPr>
          <w:rStyle w:val="libArabicChar"/>
          <w:rtl/>
        </w:rPr>
        <w:t xml:space="preserve"> انفس</w:t>
      </w:r>
      <w:r w:rsidR="00120F63" w:rsidRPr="00B2551F">
        <w:rPr>
          <w:rStyle w:val="libArabicChar"/>
          <w:rFonts w:hint="cs"/>
          <w:rtl/>
        </w:rPr>
        <w:t>ه</w:t>
      </w:r>
      <w:r w:rsidRPr="00C81DE5">
        <w:rPr>
          <w:rStyle w:val="libArabicChar"/>
          <w:rFonts w:hint="cs"/>
          <w:rtl/>
        </w:rPr>
        <w:t>م</w:t>
      </w:r>
    </w:p>
    <w:p w:rsidR="001F628F" w:rsidRDefault="001F628F" w:rsidP="001F628F">
      <w:pPr>
        <w:pStyle w:val="libNormal"/>
        <w:rPr>
          <w:rtl/>
        </w:rPr>
      </w:pPr>
      <w:r>
        <w:rPr>
          <w:rtl/>
        </w:rPr>
        <w:t>6_ خداوند عالم كا قيامت كے دن انسانو</w:t>
      </w:r>
      <w:r w:rsidR="00083993">
        <w:rPr>
          <w:rtl/>
        </w:rPr>
        <w:t xml:space="preserve">ں </w:t>
      </w:r>
      <w:r>
        <w:rPr>
          <w:rtl/>
        </w:rPr>
        <w:t>كے ما بين فيصلہ اور حكم، دليل او رگواہو</w:t>
      </w:r>
      <w:r w:rsidR="00083993">
        <w:rPr>
          <w:rtl/>
        </w:rPr>
        <w:t xml:space="preserve">ں </w:t>
      </w:r>
      <w:r>
        <w:rPr>
          <w:rtl/>
        </w:rPr>
        <w:t>كى شہادت كى بنياد پرہوگا_</w:t>
      </w:r>
    </w:p>
    <w:p w:rsidR="001F628F" w:rsidRDefault="001F628F" w:rsidP="00C81DE5">
      <w:pPr>
        <w:pStyle w:val="libArabic"/>
        <w:rPr>
          <w:rtl/>
        </w:rPr>
      </w:pPr>
      <w:r>
        <w:rPr>
          <w:rFonts w:hint="eastAsia"/>
          <w:rtl/>
        </w:rPr>
        <w:t>ويوم</w:t>
      </w:r>
      <w:r>
        <w:rPr>
          <w:rtl/>
        </w:rPr>
        <w:t xml:space="preserve"> نبعث فى كلّ ا مّة ش</w:t>
      </w:r>
      <w:r w:rsidR="00120F63" w:rsidRPr="00ED5DE8">
        <w:rPr>
          <w:rFonts w:hint="cs"/>
          <w:rtl/>
        </w:rPr>
        <w:t>ه</w:t>
      </w:r>
      <w:r>
        <w:rPr>
          <w:rFonts w:hint="cs"/>
          <w:rtl/>
        </w:rPr>
        <w:t>يداً</w:t>
      </w:r>
      <w:r>
        <w:rPr>
          <w:rtl/>
        </w:rPr>
        <w:t xml:space="preserve"> </w:t>
      </w:r>
      <w:r>
        <w:rPr>
          <w:rFonts w:hint="cs"/>
          <w:rtl/>
        </w:rPr>
        <w:t>علي</w:t>
      </w:r>
      <w:r w:rsidR="00120F63" w:rsidRPr="00ED5DE8">
        <w:rPr>
          <w:rFonts w:hint="cs"/>
          <w:rtl/>
        </w:rPr>
        <w:t>ه</w:t>
      </w:r>
      <w:r>
        <w:rPr>
          <w:rFonts w:hint="cs"/>
          <w:rtl/>
        </w:rPr>
        <w:t>م</w:t>
      </w:r>
      <w:r>
        <w:rPr>
          <w:rtl/>
        </w:rPr>
        <w:t xml:space="preserve"> </w:t>
      </w:r>
      <w:r>
        <w:rPr>
          <w:rFonts w:hint="cs"/>
          <w:rtl/>
        </w:rPr>
        <w:t>من</w:t>
      </w:r>
      <w:r>
        <w:rPr>
          <w:rtl/>
        </w:rPr>
        <w:t xml:space="preserve"> </w:t>
      </w:r>
      <w:r>
        <w:rPr>
          <w:rFonts w:hint="cs"/>
          <w:rtl/>
        </w:rPr>
        <w:t>ا</w:t>
      </w:r>
      <w:r>
        <w:rPr>
          <w:rtl/>
        </w:rPr>
        <w:t>نفس</w:t>
      </w:r>
      <w:r w:rsidR="00120F63" w:rsidRPr="00ED5DE8">
        <w:rPr>
          <w:rFonts w:hint="cs"/>
          <w:rtl/>
        </w:rPr>
        <w:t>ه</w:t>
      </w:r>
      <w:r>
        <w:rPr>
          <w:rFonts w:hint="cs"/>
          <w:rtl/>
        </w:rPr>
        <w:t>م</w:t>
      </w:r>
    </w:p>
    <w:p w:rsidR="001F628F" w:rsidRDefault="001F628F" w:rsidP="001F628F">
      <w:pPr>
        <w:pStyle w:val="libNormal"/>
        <w:rPr>
          <w:rtl/>
        </w:rPr>
      </w:pPr>
      <w:r>
        <w:rPr>
          <w:rFonts w:hint="eastAsia"/>
          <w:rtl/>
        </w:rPr>
        <w:t>مذكورہ</w:t>
      </w:r>
      <w:r>
        <w:rPr>
          <w:rtl/>
        </w:rPr>
        <w:t xml:space="preserve"> مطلب اس نكتہ كو ملحوظ خاطر ركھنے كى بناء پر ہے كہ گواہو</w:t>
      </w:r>
      <w:r w:rsidR="00083993">
        <w:rPr>
          <w:rtl/>
        </w:rPr>
        <w:t xml:space="preserve">ں </w:t>
      </w:r>
      <w:r>
        <w:rPr>
          <w:rtl/>
        </w:rPr>
        <w:t>كى پيشي، حكم اورفيصلہ كے سلسلہ مي</w:t>
      </w:r>
      <w:r w:rsidR="00083993">
        <w:rPr>
          <w:rtl/>
        </w:rPr>
        <w:t xml:space="preserve">ں </w:t>
      </w:r>
      <w:r>
        <w:rPr>
          <w:rtl/>
        </w:rPr>
        <w:t>ہے اور نيز يہ اتمام حجت كى خاطر اس كا م كو انجام ديا جائے گا_</w:t>
      </w:r>
    </w:p>
    <w:p w:rsidR="001F628F" w:rsidRDefault="001F628F" w:rsidP="00C81DE5">
      <w:pPr>
        <w:pStyle w:val="libNormal"/>
        <w:rPr>
          <w:rtl/>
        </w:rPr>
      </w:pPr>
      <w:r>
        <w:rPr>
          <w:rtl/>
        </w:rPr>
        <w:t>7_ ہرزمانے اور گروہو</w:t>
      </w:r>
      <w:r w:rsidR="00083993">
        <w:rPr>
          <w:rtl/>
        </w:rPr>
        <w:t xml:space="preserve">ں </w:t>
      </w:r>
      <w:r>
        <w:rPr>
          <w:rtl/>
        </w:rPr>
        <w:t>كے در ميان شائستہ اور بلند كردار انسانو</w:t>
      </w:r>
      <w:r w:rsidR="00083993">
        <w:rPr>
          <w:rtl/>
        </w:rPr>
        <w:t xml:space="preserve">ں </w:t>
      </w:r>
      <w:r>
        <w:rPr>
          <w:rtl/>
        </w:rPr>
        <w:t>كى موجود گى ، خداوند عالم كى دوسرو</w:t>
      </w:r>
      <w:r w:rsidR="00083993">
        <w:rPr>
          <w:rtl/>
        </w:rPr>
        <w:t xml:space="preserve">ں </w:t>
      </w:r>
      <w:r>
        <w:rPr>
          <w:rtl/>
        </w:rPr>
        <w:t>پر اتمام حجت كا سرچشمہ ہے_</w:t>
      </w:r>
      <w:r w:rsidRPr="00C81DE5">
        <w:rPr>
          <w:rStyle w:val="libArabicChar"/>
          <w:rFonts w:hint="eastAsia"/>
          <w:rtl/>
        </w:rPr>
        <w:t>ويوم</w:t>
      </w:r>
      <w:r w:rsidRPr="00C81DE5">
        <w:rPr>
          <w:rStyle w:val="libArabicChar"/>
          <w:rtl/>
        </w:rPr>
        <w:t xml:space="preserve"> نبعث فى كلّ امّة ش</w:t>
      </w:r>
      <w:r w:rsidR="00120F63" w:rsidRPr="00B2551F">
        <w:rPr>
          <w:rStyle w:val="libArabicChar"/>
          <w:rFonts w:hint="cs"/>
          <w:rtl/>
        </w:rPr>
        <w:t>ه</w:t>
      </w:r>
      <w:r w:rsidRPr="00C81DE5">
        <w:rPr>
          <w:rStyle w:val="libArabicChar"/>
          <w:rFonts w:hint="cs"/>
          <w:rtl/>
        </w:rPr>
        <w:t>يداً</w:t>
      </w:r>
      <w:r w:rsidRPr="00C81DE5">
        <w:rPr>
          <w:rStyle w:val="libArabicChar"/>
          <w:rtl/>
        </w:rPr>
        <w:t xml:space="preserve"> </w:t>
      </w:r>
      <w:r w:rsidRPr="00C81DE5">
        <w:rPr>
          <w:rStyle w:val="libArabicChar"/>
          <w:rFonts w:hint="cs"/>
          <w:rtl/>
        </w:rPr>
        <w:t>علي</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من</w:t>
      </w:r>
      <w:r w:rsidRPr="00C81DE5">
        <w:rPr>
          <w:rStyle w:val="libArabicChar"/>
          <w:rtl/>
        </w:rPr>
        <w:t xml:space="preserve"> انفس</w:t>
      </w:r>
      <w:r w:rsidR="00120F63" w:rsidRPr="00B2551F">
        <w:rPr>
          <w:rStyle w:val="libArabicChar"/>
          <w:rFonts w:hint="cs"/>
          <w:rtl/>
        </w:rPr>
        <w:t>ه</w:t>
      </w:r>
      <w:r w:rsidRPr="00C81DE5">
        <w:rPr>
          <w:rStyle w:val="libArabicChar"/>
          <w:rFonts w:hint="cs"/>
          <w:rtl/>
        </w:rPr>
        <w:t>م</w:t>
      </w:r>
    </w:p>
    <w:p w:rsidR="00B7494D" w:rsidRDefault="001F628F" w:rsidP="00B7494D">
      <w:pPr>
        <w:pStyle w:val="libNormal"/>
        <w:rPr>
          <w:rtl/>
        </w:rPr>
      </w:pPr>
      <w:r>
        <w:rPr>
          <w:rFonts w:hint="eastAsia"/>
          <w:rtl/>
        </w:rPr>
        <w:t>مذكورہ</w:t>
      </w:r>
      <w:r>
        <w:rPr>
          <w:rtl/>
        </w:rPr>
        <w:t xml:space="preserve"> تفسير اس احتمال كى بناء پر ہے كہ شہادت اور گواہى سے مراد ، شہادت اور گواہى قولى نہ ہو بلكہ</w:t>
      </w:r>
      <w:r w:rsidR="00B7494D" w:rsidRPr="00B7494D">
        <w:rPr>
          <w:rFonts w:hint="eastAsia"/>
          <w:rtl/>
        </w:rPr>
        <w:t xml:space="preserve"> </w:t>
      </w:r>
      <w:r w:rsidR="00B7494D">
        <w:rPr>
          <w:rFonts w:hint="eastAsia"/>
          <w:rtl/>
        </w:rPr>
        <w:t>شہادت</w:t>
      </w:r>
      <w:r w:rsidR="00B7494D">
        <w:rPr>
          <w:rtl/>
        </w:rPr>
        <w:t xml:space="preserve"> عملى ہو يعنى خود صالح افراد كا وجود دوسروں پر اتمام حجت كا ذريعہ ہے_</w:t>
      </w:r>
    </w:p>
    <w:p w:rsidR="00B7494D" w:rsidRDefault="00B7494D" w:rsidP="00B7494D">
      <w:pPr>
        <w:pStyle w:val="libNormal"/>
        <w:rPr>
          <w:rtl/>
        </w:rPr>
      </w:pPr>
      <w:r>
        <w:rPr>
          <w:rtl/>
        </w:rPr>
        <w:t>8_ پيغمبر اكرم</w:t>
      </w:r>
      <w:r w:rsidRPr="00F031CD">
        <w:rPr>
          <w:rStyle w:val="libAlaemChar"/>
          <w:rtl/>
        </w:rPr>
        <w:t xml:space="preserve"> صلى‌الله‌عليه‌وآله‌وسلم </w:t>
      </w:r>
      <w:r>
        <w:rPr>
          <w:rtl/>
        </w:rPr>
        <w:t xml:space="preserve"> اپنى امت كے اعمال پر ناظر اور روز قيامت ان پر گواہ ہيں _</w:t>
      </w:r>
      <w:r w:rsidRPr="00C81DE5">
        <w:rPr>
          <w:rStyle w:val="libArabicChar"/>
          <w:rFonts w:hint="eastAsia"/>
          <w:rtl/>
        </w:rPr>
        <w:t>وجئنا</w:t>
      </w:r>
      <w:r w:rsidRPr="00C81DE5">
        <w:rPr>
          <w:rStyle w:val="libArabicChar"/>
          <w:rtl/>
        </w:rPr>
        <w:t xml:space="preserve"> بك ش</w:t>
      </w:r>
      <w:r w:rsidRPr="00B2551F">
        <w:rPr>
          <w:rStyle w:val="libArabicChar"/>
          <w:rFonts w:hint="cs"/>
          <w:rtl/>
        </w:rPr>
        <w:t>ه</w:t>
      </w:r>
      <w:r w:rsidRPr="00C81DE5">
        <w:rPr>
          <w:rStyle w:val="libArabicChar"/>
          <w:rFonts w:hint="cs"/>
          <w:rtl/>
        </w:rPr>
        <w:t>يداً</w:t>
      </w:r>
      <w:r w:rsidRPr="00C81DE5">
        <w:rPr>
          <w:rStyle w:val="libArabicChar"/>
          <w:rtl/>
        </w:rPr>
        <w:t xml:space="preserve"> </w:t>
      </w:r>
      <w:r w:rsidRPr="00C81DE5">
        <w:rPr>
          <w:rStyle w:val="libArabicChar"/>
          <w:rFonts w:hint="cs"/>
          <w:rtl/>
        </w:rPr>
        <w:t>على</w:t>
      </w:r>
      <w:r w:rsidRPr="00C81DE5">
        <w:rPr>
          <w:rStyle w:val="libArabicChar"/>
          <w:rtl/>
        </w:rPr>
        <w:t xml:space="preserve"> </w:t>
      </w:r>
      <w:r w:rsidRPr="00B2551F">
        <w:rPr>
          <w:rStyle w:val="libArabicChar"/>
          <w:rFonts w:hint="cs"/>
          <w:rtl/>
        </w:rPr>
        <w:t>ه</w:t>
      </w:r>
      <w:r w:rsidRPr="00C81DE5">
        <w:rPr>
          <w:rStyle w:val="libArabicChar"/>
          <w:rFonts w:hint="cs"/>
          <w:rtl/>
        </w:rPr>
        <w:t>ؤلائ</w:t>
      </w:r>
    </w:p>
    <w:p w:rsidR="001F628F" w:rsidRDefault="00B7494D" w:rsidP="00B7494D">
      <w:pPr>
        <w:pStyle w:val="libNormal"/>
        <w:rPr>
          <w:rtl/>
        </w:rPr>
      </w:pPr>
      <w:r>
        <w:rPr>
          <w:rFonts w:hint="eastAsia"/>
          <w:rtl/>
        </w:rPr>
        <w:t>مذكورہ</w:t>
      </w:r>
      <w:r>
        <w:rPr>
          <w:rtl/>
        </w:rPr>
        <w:t xml:space="preserve"> تفسير آيت ميں موجود دو نكات كو مدنظر ركھتے ہوئے ہے (الف) اس بناء پر كہ ''فى كل امّة'' ميں امت سے مراد ہر زمانے كے لوگ نہ ہوں بلكہ ہرپيغمبر كى امت ہو (ب) ''ہؤلائ'' قيامت كے دن تك پيغمبر اكرم</w:t>
      </w:r>
      <w:r w:rsidRPr="00F031CD">
        <w:rPr>
          <w:rStyle w:val="libAlaemChar"/>
          <w:rtl/>
        </w:rPr>
        <w:t xml:space="preserve"> صلى‌الله‌عليه‌وآله‌وسلم </w:t>
      </w:r>
      <w:r>
        <w:rPr>
          <w:rtl/>
        </w:rPr>
        <w:t xml:space="preserve"> كى تمام امت كى</w:t>
      </w:r>
    </w:p>
    <w:p w:rsidR="00C81DE5" w:rsidRDefault="001E7F9D" w:rsidP="00F73EDE">
      <w:pPr>
        <w:pStyle w:val="libPoemTini"/>
        <w:rPr>
          <w:rtl/>
        </w:rPr>
      </w:pPr>
      <w:r>
        <w:rPr>
          <w:rtl/>
        </w:rPr>
        <w:br w:type="page"/>
      </w:r>
    </w:p>
    <w:p w:rsidR="001F628F" w:rsidRDefault="001F628F" w:rsidP="001F628F">
      <w:pPr>
        <w:pStyle w:val="libNormal"/>
        <w:rPr>
          <w:rtl/>
        </w:rPr>
      </w:pPr>
      <w:r>
        <w:rPr>
          <w:rtl/>
        </w:rPr>
        <w:lastRenderedPageBreak/>
        <w:t xml:space="preserve">طرف اشارہ ہونہ فقط آنحضرت </w:t>
      </w:r>
      <w:r w:rsidR="00F031CD" w:rsidRPr="00F031CD">
        <w:rPr>
          <w:rStyle w:val="libAlaemChar"/>
          <w:rtl/>
        </w:rPr>
        <w:t xml:space="preserve"> صلى‌الله‌عليه‌وآله‌وسلم </w:t>
      </w:r>
      <w:r>
        <w:rPr>
          <w:rtl/>
        </w:rPr>
        <w:t xml:space="preserve"> كے زمانے كے لوگو</w:t>
      </w:r>
      <w:r w:rsidR="00083993">
        <w:rPr>
          <w:rtl/>
        </w:rPr>
        <w:t xml:space="preserve">ں </w:t>
      </w:r>
      <w:r>
        <w:rPr>
          <w:rtl/>
        </w:rPr>
        <w:t>كى طرف _</w:t>
      </w:r>
    </w:p>
    <w:p w:rsidR="001F628F" w:rsidRDefault="001F628F" w:rsidP="00C81DE5">
      <w:pPr>
        <w:pStyle w:val="libNormal"/>
        <w:rPr>
          <w:rtl/>
        </w:rPr>
      </w:pPr>
      <w:r>
        <w:rPr>
          <w:rtl/>
        </w:rPr>
        <w:t>9_ پيغمبر اكرم</w:t>
      </w:r>
      <w:r w:rsidR="00F031CD" w:rsidRPr="00F031CD">
        <w:rPr>
          <w:rStyle w:val="libAlaemChar"/>
          <w:rtl/>
        </w:rPr>
        <w:t xml:space="preserve"> صلى‌الله‌عليه‌وآله‌وسلم </w:t>
      </w:r>
      <w:r>
        <w:rPr>
          <w:rtl/>
        </w:rPr>
        <w:t xml:space="preserve"> مقام عصمت پر فائز ہي</w:t>
      </w:r>
      <w:r w:rsidR="00083993">
        <w:rPr>
          <w:rtl/>
        </w:rPr>
        <w:t xml:space="preserve">ں </w:t>
      </w:r>
      <w:r>
        <w:rPr>
          <w:rtl/>
        </w:rPr>
        <w:t>_</w:t>
      </w:r>
      <w:r w:rsidRPr="00C81DE5">
        <w:rPr>
          <w:rStyle w:val="libArabicChar"/>
          <w:rFonts w:hint="eastAsia"/>
          <w:rtl/>
        </w:rPr>
        <w:t>وجئنا</w:t>
      </w:r>
      <w:r w:rsidRPr="00C81DE5">
        <w:rPr>
          <w:rStyle w:val="libArabicChar"/>
          <w:rtl/>
        </w:rPr>
        <w:t xml:space="preserve"> بك ش</w:t>
      </w:r>
      <w:r w:rsidR="00120F63" w:rsidRPr="00B2551F">
        <w:rPr>
          <w:rStyle w:val="libArabicChar"/>
          <w:rFonts w:hint="cs"/>
          <w:rtl/>
        </w:rPr>
        <w:t>ه</w:t>
      </w:r>
      <w:r w:rsidRPr="00C81DE5">
        <w:rPr>
          <w:rStyle w:val="libArabicChar"/>
          <w:rFonts w:hint="cs"/>
          <w:rtl/>
        </w:rPr>
        <w:t>يدا</w:t>
      </w:r>
      <w:r w:rsidRPr="00C81DE5">
        <w:rPr>
          <w:rStyle w:val="libArabicChar"/>
          <w:rtl/>
        </w:rPr>
        <w:t xml:space="preserve"> </w:t>
      </w:r>
      <w:r w:rsidRPr="00C81DE5">
        <w:rPr>
          <w:rStyle w:val="libArabicChar"/>
          <w:rFonts w:hint="cs"/>
          <w:rtl/>
        </w:rPr>
        <w:t>ً</w:t>
      </w:r>
      <w:r w:rsidRPr="00C81DE5">
        <w:rPr>
          <w:rStyle w:val="libArabicChar"/>
          <w:rtl/>
        </w:rPr>
        <w:t xml:space="preserve"> </w:t>
      </w:r>
      <w:r w:rsidRPr="00C81DE5">
        <w:rPr>
          <w:rStyle w:val="libArabicChar"/>
          <w:rFonts w:hint="cs"/>
          <w:rtl/>
        </w:rPr>
        <w:t>على</w:t>
      </w:r>
      <w:r w:rsidRPr="00C81DE5">
        <w:rPr>
          <w:rStyle w:val="libArabicChar"/>
          <w:rtl/>
        </w:rPr>
        <w:t xml:space="preserve"> </w:t>
      </w:r>
      <w:r w:rsidR="00120F63" w:rsidRPr="00B2551F">
        <w:rPr>
          <w:rStyle w:val="libArabicChar"/>
          <w:rFonts w:hint="cs"/>
          <w:rtl/>
        </w:rPr>
        <w:t>ه</w:t>
      </w:r>
      <w:r w:rsidRPr="00C81DE5">
        <w:rPr>
          <w:rStyle w:val="libArabicChar"/>
          <w:rFonts w:hint="cs"/>
          <w:rtl/>
        </w:rPr>
        <w:t>ؤلائ</w:t>
      </w:r>
    </w:p>
    <w:p w:rsidR="001F628F" w:rsidRDefault="001F628F" w:rsidP="001F628F">
      <w:pPr>
        <w:pStyle w:val="libNormal"/>
        <w:rPr>
          <w:rtl/>
        </w:rPr>
      </w:pPr>
      <w:r>
        <w:rPr>
          <w:rFonts w:hint="eastAsia"/>
          <w:rtl/>
        </w:rPr>
        <w:t>پيغمبر</w:t>
      </w:r>
      <w:r>
        <w:rPr>
          <w:rtl/>
        </w:rPr>
        <w:t xml:space="preserve"> اكرم</w:t>
      </w:r>
      <w:r w:rsidR="00F031CD" w:rsidRPr="00F031CD">
        <w:rPr>
          <w:rStyle w:val="libAlaemChar"/>
          <w:rtl/>
        </w:rPr>
        <w:t xml:space="preserve"> صلى‌الله‌عليه‌وآله‌وسلم </w:t>
      </w:r>
      <w:r>
        <w:rPr>
          <w:rtl/>
        </w:rPr>
        <w:t xml:space="preserve"> كا اپنى امت كى نسبت گواہ ہونے كا لازمہ يہ ہے كہ وہ خود معصوم ہي</w:t>
      </w:r>
      <w:r w:rsidR="00083993">
        <w:rPr>
          <w:rtl/>
        </w:rPr>
        <w:t xml:space="preserve">ں </w:t>
      </w:r>
      <w:r>
        <w:rPr>
          <w:rtl/>
        </w:rPr>
        <w:t>ورنہ وہ خود كسى اور گواہ كے نيازمند ہي</w:t>
      </w:r>
      <w:r w:rsidR="00083993">
        <w:rPr>
          <w:rtl/>
        </w:rPr>
        <w:t xml:space="preserve">ں </w:t>
      </w:r>
      <w:r>
        <w:rPr>
          <w:rtl/>
        </w:rPr>
        <w:t>_</w:t>
      </w:r>
    </w:p>
    <w:p w:rsidR="001F628F" w:rsidRDefault="001F628F" w:rsidP="00C81DE5">
      <w:pPr>
        <w:pStyle w:val="libNormal"/>
        <w:rPr>
          <w:rtl/>
        </w:rPr>
      </w:pPr>
      <w:r>
        <w:rPr>
          <w:rtl/>
        </w:rPr>
        <w:t>10_ پيغمبر اكرم</w:t>
      </w:r>
      <w:r w:rsidR="00F031CD" w:rsidRPr="00F031CD">
        <w:rPr>
          <w:rStyle w:val="libAlaemChar"/>
          <w:rtl/>
        </w:rPr>
        <w:t xml:space="preserve"> صلى‌الله‌عليه‌وآله‌وسلم </w:t>
      </w:r>
      <w:r>
        <w:rPr>
          <w:rtl/>
        </w:rPr>
        <w:t xml:space="preserve"> ،طول تاريخ كے تمام گواہو</w:t>
      </w:r>
      <w:r w:rsidR="00083993">
        <w:rPr>
          <w:rtl/>
        </w:rPr>
        <w:t xml:space="preserve">ں </w:t>
      </w:r>
      <w:r>
        <w:rPr>
          <w:rtl/>
        </w:rPr>
        <w:t>پر شاہد و گواہ ہي</w:t>
      </w:r>
      <w:r w:rsidR="00083993">
        <w:rPr>
          <w:rtl/>
        </w:rPr>
        <w:t xml:space="preserve">ں </w:t>
      </w:r>
      <w:r>
        <w:rPr>
          <w:rtl/>
        </w:rPr>
        <w:t>_</w:t>
      </w:r>
      <w:r w:rsidRPr="00C81DE5">
        <w:rPr>
          <w:rStyle w:val="libArabicChar"/>
          <w:rFonts w:hint="eastAsia"/>
          <w:rtl/>
        </w:rPr>
        <w:t>وجئنابك</w:t>
      </w:r>
      <w:r w:rsidRPr="00C81DE5">
        <w:rPr>
          <w:rStyle w:val="libArabicChar"/>
          <w:rtl/>
        </w:rPr>
        <w:t xml:space="preserve"> ش</w:t>
      </w:r>
      <w:r w:rsidR="00120F63" w:rsidRPr="00B2551F">
        <w:rPr>
          <w:rStyle w:val="libArabicChar"/>
          <w:rFonts w:hint="cs"/>
          <w:rtl/>
        </w:rPr>
        <w:t>ه</w:t>
      </w:r>
      <w:r w:rsidRPr="00C81DE5">
        <w:rPr>
          <w:rStyle w:val="libArabicChar"/>
          <w:rFonts w:hint="cs"/>
          <w:rtl/>
        </w:rPr>
        <w:t>يداً</w:t>
      </w:r>
      <w:r w:rsidRPr="00C81DE5">
        <w:rPr>
          <w:rStyle w:val="libArabicChar"/>
          <w:rtl/>
        </w:rPr>
        <w:t xml:space="preserve"> </w:t>
      </w:r>
      <w:r w:rsidR="00120F63" w:rsidRPr="00B2551F">
        <w:rPr>
          <w:rStyle w:val="libArabicChar"/>
          <w:rFonts w:hint="cs"/>
          <w:rtl/>
        </w:rPr>
        <w:t>ه</w:t>
      </w:r>
      <w:r w:rsidRPr="00C81DE5">
        <w:rPr>
          <w:rStyle w:val="libArabicChar"/>
          <w:rFonts w:hint="cs"/>
          <w:rtl/>
        </w:rPr>
        <w:t>ؤلائ</w:t>
      </w:r>
    </w:p>
    <w:p w:rsidR="001F628F" w:rsidRDefault="001F628F" w:rsidP="001F628F">
      <w:pPr>
        <w:pStyle w:val="libNormal"/>
        <w:rPr>
          <w:rtl/>
        </w:rPr>
      </w:pPr>
      <w:r>
        <w:rPr>
          <w:rFonts w:hint="eastAsia"/>
          <w:rtl/>
        </w:rPr>
        <w:t>مذكورہ</w:t>
      </w:r>
      <w:r>
        <w:rPr>
          <w:rtl/>
        </w:rPr>
        <w:t xml:space="preserve"> مطلب اس بناء پر ہے كا ''ہؤلائ'' كا اشارہ ''شہيداً '' يعنى ہر امت كے گواہو</w:t>
      </w:r>
      <w:r w:rsidR="00083993">
        <w:rPr>
          <w:rtl/>
        </w:rPr>
        <w:t xml:space="preserve">ں </w:t>
      </w:r>
      <w:r>
        <w:rPr>
          <w:rtl/>
        </w:rPr>
        <w:t>كى طرف ہو_</w:t>
      </w:r>
    </w:p>
    <w:p w:rsidR="001F628F" w:rsidRDefault="001F628F" w:rsidP="001F628F">
      <w:pPr>
        <w:pStyle w:val="libNormal"/>
        <w:rPr>
          <w:rtl/>
        </w:rPr>
      </w:pPr>
      <w:r>
        <w:rPr>
          <w:rtl/>
        </w:rPr>
        <w:t>11_تاريخ بشريت مي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،كامل ترين اور بلند كردار انسان ہي</w:t>
      </w:r>
      <w:r w:rsidR="00083993">
        <w:rPr>
          <w:rtl/>
        </w:rPr>
        <w:t xml:space="preserve">ں </w:t>
      </w:r>
      <w:r>
        <w:rPr>
          <w:rtl/>
        </w:rPr>
        <w:t>_</w:t>
      </w:r>
    </w:p>
    <w:p w:rsidR="001F628F" w:rsidRDefault="001F628F" w:rsidP="001F628F">
      <w:pPr>
        <w:pStyle w:val="libNormal"/>
        <w:rPr>
          <w:rtl/>
        </w:rPr>
      </w:pPr>
      <w:r>
        <w:rPr>
          <w:rFonts w:hint="eastAsia"/>
          <w:rtl/>
        </w:rPr>
        <w:t>مذكورہ</w:t>
      </w:r>
      <w:r>
        <w:rPr>
          <w:rtl/>
        </w:rPr>
        <w:t xml:space="preserve"> مطلب اس بناء پر ہے كہ ''ہؤلائ'' كا اشارہ ''شہيداً'' يعنى ہرا مت كے گواہ ہو</w:t>
      </w:r>
      <w:r w:rsidR="00083993">
        <w:rPr>
          <w:rtl/>
        </w:rPr>
        <w:t xml:space="preserve">ں </w:t>
      </w:r>
      <w:r>
        <w:rPr>
          <w:rtl/>
        </w:rPr>
        <w:t>_</w:t>
      </w:r>
    </w:p>
    <w:p w:rsidR="001F628F" w:rsidRDefault="001F628F" w:rsidP="001F628F">
      <w:pPr>
        <w:pStyle w:val="libNormal"/>
        <w:rPr>
          <w:rtl/>
        </w:rPr>
      </w:pPr>
      <w:r>
        <w:rPr>
          <w:rFonts w:hint="eastAsia"/>
          <w:rtl/>
        </w:rPr>
        <w:t>اس</w:t>
      </w:r>
      <w:r>
        <w:rPr>
          <w:rtl/>
        </w:rPr>
        <w:t xml:space="preserve"> صورت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وہ اكيلے انسان ہو</w:t>
      </w:r>
      <w:r w:rsidR="00083993">
        <w:rPr>
          <w:rtl/>
        </w:rPr>
        <w:t xml:space="preserve">ں </w:t>
      </w:r>
      <w:r>
        <w:rPr>
          <w:rtl/>
        </w:rPr>
        <w:t>گئے جو طول تاريخ كے انسانو</w:t>
      </w:r>
      <w:r w:rsidR="00083993">
        <w:rPr>
          <w:rtl/>
        </w:rPr>
        <w:t xml:space="preserve">ں </w:t>
      </w:r>
      <w:r>
        <w:rPr>
          <w:rtl/>
        </w:rPr>
        <w:t>اور تمام گواہو</w:t>
      </w:r>
      <w:r w:rsidR="00083993">
        <w:rPr>
          <w:rtl/>
        </w:rPr>
        <w:t xml:space="preserve">ں </w:t>
      </w:r>
      <w:r>
        <w:rPr>
          <w:rtl/>
        </w:rPr>
        <w:t>پر شرافت و برترى ركھتے ہي</w:t>
      </w:r>
      <w:r w:rsidR="00083993">
        <w:rPr>
          <w:rtl/>
        </w:rPr>
        <w:t xml:space="preserve">ں </w:t>
      </w:r>
      <w:r>
        <w:rPr>
          <w:rtl/>
        </w:rPr>
        <w:t>_</w:t>
      </w:r>
    </w:p>
    <w:p w:rsidR="001F628F" w:rsidRDefault="001F628F" w:rsidP="00C81DE5">
      <w:pPr>
        <w:pStyle w:val="libNormal"/>
        <w:rPr>
          <w:rtl/>
        </w:rPr>
      </w:pPr>
      <w:r>
        <w:rPr>
          <w:rtl/>
        </w:rPr>
        <w:t>12_ پيغمبر اكرم</w:t>
      </w:r>
      <w:r w:rsidR="00F031CD" w:rsidRPr="00F031CD">
        <w:rPr>
          <w:rStyle w:val="libAlaemChar"/>
          <w:rtl/>
        </w:rPr>
        <w:t xml:space="preserve"> صلى‌الله‌عليه‌وآله‌وسلم </w:t>
      </w:r>
      <w:r>
        <w:rPr>
          <w:rtl/>
        </w:rPr>
        <w:t xml:space="preserve"> پر قرآن مجيد كا نزول انسانى رشد و سعادت اور اس كى ہدايت سے متعلق ضروريات كے حقائق كى وضاحت كے ليے ہے_</w:t>
      </w:r>
      <w:r w:rsidRPr="00C81DE5">
        <w:rPr>
          <w:rStyle w:val="libArabicChar"/>
          <w:rFonts w:hint="eastAsia"/>
          <w:rtl/>
        </w:rPr>
        <w:t>ونزلّنا</w:t>
      </w:r>
      <w:r w:rsidRPr="00C81DE5">
        <w:rPr>
          <w:rStyle w:val="libArabicChar"/>
          <w:rtl/>
        </w:rPr>
        <w:t xml:space="preserve"> عليك الكتب تبيّناً لكلّ شيئ</w:t>
      </w:r>
    </w:p>
    <w:p w:rsidR="001F628F" w:rsidRDefault="001F628F" w:rsidP="001F628F">
      <w:pPr>
        <w:pStyle w:val="libNormal"/>
        <w:rPr>
          <w:rtl/>
        </w:rPr>
      </w:pPr>
      <w:r>
        <w:rPr>
          <w:rFonts w:hint="eastAsia"/>
          <w:rtl/>
        </w:rPr>
        <w:t>اگر</w:t>
      </w:r>
      <w:r>
        <w:rPr>
          <w:rtl/>
        </w:rPr>
        <w:t xml:space="preserve"> چہ ''كل شيئ'' عموميت كا فائدہ ديتا ہے او ر ظاہر اً كائنات كے تمام حقائق كو شامل ہو سكتا ہے ليكن يہا</w:t>
      </w:r>
      <w:r w:rsidR="00083993">
        <w:rPr>
          <w:rtl/>
        </w:rPr>
        <w:t xml:space="preserve">ں </w:t>
      </w:r>
      <w:r>
        <w:rPr>
          <w:rtl/>
        </w:rPr>
        <w:t>عرفى قرائن كى بناء پر اس كا دائرہ محدود ہے جن مي</w:t>
      </w:r>
      <w:r w:rsidR="00083993">
        <w:rPr>
          <w:rtl/>
        </w:rPr>
        <w:t xml:space="preserve">ں </w:t>
      </w:r>
      <w:r>
        <w:rPr>
          <w:rtl/>
        </w:rPr>
        <w:t>سے ايك يہ كہ چونكہ قرآن كتاب ہدايت اور سعادت و رشد كى كتاب ہے وہ ايسے حقائق كو بيان كرتى ہے جو ان تين موضوعات سے متعلق ہو</w:t>
      </w:r>
      <w:r w:rsidR="00083993">
        <w:rPr>
          <w:rtl/>
        </w:rPr>
        <w:t xml:space="preserve">ں </w:t>
      </w:r>
      <w:r>
        <w:rPr>
          <w:rtl/>
        </w:rPr>
        <w:t>_</w:t>
      </w:r>
    </w:p>
    <w:p w:rsidR="001F628F" w:rsidRDefault="001F628F" w:rsidP="001F628F">
      <w:pPr>
        <w:pStyle w:val="libNormal"/>
        <w:rPr>
          <w:rtl/>
        </w:rPr>
      </w:pPr>
      <w:r>
        <w:rPr>
          <w:rtl/>
        </w:rPr>
        <w:t>13_ قرآن ، كائنات كے تمام حقائق پر مشتمل ہے جن سب سے آگاہى پيغمبر اكرم</w:t>
      </w:r>
      <w:r w:rsidR="00F031CD" w:rsidRPr="00F031CD">
        <w:rPr>
          <w:rStyle w:val="libAlaemChar"/>
          <w:rtl/>
        </w:rPr>
        <w:t xml:space="preserve"> صلى‌الله‌عليه‌وآله‌وسلم </w:t>
      </w:r>
      <w:r>
        <w:rPr>
          <w:rtl/>
        </w:rPr>
        <w:t xml:space="preserve"> كے اختيار قدرت مي</w:t>
      </w:r>
      <w:r w:rsidR="00083993">
        <w:rPr>
          <w:rtl/>
        </w:rPr>
        <w:t xml:space="preserve">ں </w:t>
      </w:r>
      <w:r>
        <w:rPr>
          <w:rtl/>
        </w:rPr>
        <w:t>ہے _</w:t>
      </w:r>
    </w:p>
    <w:p w:rsidR="001F628F" w:rsidRDefault="001F628F" w:rsidP="00C81DE5">
      <w:pPr>
        <w:pStyle w:val="libArabic"/>
        <w:rPr>
          <w:rtl/>
        </w:rPr>
      </w:pPr>
      <w:r>
        <w:rPr>
          <w:rFonts w:hint="eastAsia"/>
          <w:rtl/>
        </w:rPr>
        <w:t>ونزّلنا</w:t>
      </w:r>
      <w:r>
        <w:rPr>
          <w:rtl/>
        </w:rPr>
        <w:t xml:space="preserve"> عليك الكتب تبيناً لكلّ شيء و</w:t>
      </w:r>
      <w:r w:rsidR="00120F63" w:rsidRPr="00ED5DE8">
        <w:rPr>
          <w:rFonts w:hint="cs"/>
          <w:rtl/>
        </w:rPr>
        <w:t>ه</w:t>
      </w:r>
      <w:r>
        <w:rPr>
          <w:rFonts w:hint="cs"/>
          <w:rtl/>
        </w:rPr>
        <w:t>ديً</w:t>
      </w:r>
    </w:p>
    <w:p w:rsidR="001F628F" w:rsidRDefault="001F628F" w:rsidP="001F628F">
      <w:pPr>
        <w:pStyle w:val="libNormal"/>
        <w:rPr>
          <w:rtl/>
        </w:rPr>
      </w:pPr>
      <w:r>
        <w:rPr>
          <w:rFonts w:hint="eastAsia"/>
          <w:rtl/>
        </w:rPr>
        <w:t>مذكورہ</w:t>
      </w:r>
      <w:r>
        <w:rPr>
          <w:rtl/>
        </w:rPr>
        <w:t xml:space="preserve"> تفسير اس احتمال كى بناء پر ہے كہ </w:t>
      </w:r>
      <w:r w:rsidRPr="00C81DE5">
        <w:rPr>
          <w:rStyle w:val="libArabicChar"/>
          <w:rtl/>
        </w:rPr>
        <w:t>''تبيناً لكل شى ئ''</w:t>
      </w:r>
      <w:r>
        <w:rPr>
          <w:rtl/>
        </w:rPr>
        <w:t xml:space="preserve"> سے مراد ، كائنات كے تمام حقائق ہو</w:t>
      </w:r>
      <w:r w:rsidR="00083993">
        <w:rPr>
          <w:rtl/>
        </w:rPr>
        <w:t xml:space="preserve">ں </w:t>
      </w:r>
      <w:r>
        <w:rPr>
          <w:rtl/>
        </w:rPr>
        <w:t xml:space="preserve">ليكن چونكہ قرآن ذات پيغمبر </w:t>
      </w:r>
      <w:r w:rsidR="00F031CD" w:rsidRPr="00F031CD">
        <w:rPr>
          <w:rStyle w:val="libAlaemChar"/>
          <w:rtl/>
        </w:rPr>
        <w:t xml:space="preserve"> صلى‌الله‌عليه‌وآله‌وسلم </w:t>
      </w:r>
      <w:r>
        <w:rPr>
          <w:rtl/>
        </w:rPr>
        <w:t xml:space="preserve"> پر نازل ہوا </w:t>
      </w:r>
      <w:r w:rsidRPr="00C81DE5">
        <w:rPr>
          <w:rStyle w:val="libArabicChar"/>
          <w:rtl/>
        </w:rPr>
        <w:t>''نزلّنا عليك''</w:t>
      </w:r>
      <w:r>
        <w:rPr>
          <w:rtl/>
        </w:rPr>
        <w:t xml:space="preserve"> اور آپ </w:t>
      </w:r>
      <w:r w:rsidR="00F031CD" w:rsidRPr="00F031CD">
        <w:rPr>
          <w:rStyle w:val="libAlaemChar"/>
          <w:rtl/>
        </w:rPr>
        <w:t xml:space="preserve"> صلى‌الله‌عليه‌وآله‌وسلم </w:t>
      </w:r>
      <w:r>
        <w:rPr>
          <w:rtl/>
        </w:rPr>
        <w:t xml:space="preserve"> قرآن حقائق كى وضاحت كرنے كے ذمہ دارى ہي</w:t>
      </w:r>
      <w:r w:rsidR="00083993">
        <w:rPr>
          <w:rtl/>
        </w:rPr>
        <w:t xml:space="preserve">ں </w:t>
      </w:r>
      <w:r>
        <w:rPr>
          <w:rtl/>
        </w:rPr>
        <w:t>''وانزلن</w:t>
      </w:r>
    </w:p>
    <w:p w:rsidR="00C81DE5" w:rsidRDefault="001E7F9D" w:rsidP="00F73EDE">
      <w:pPr>
        <w:pStyle w:val="libPoemTini"/>
        <w:rPr>
          <w:rtl/>
        </w:rPr>
      </w:pPr>
      <w:r>
        <w:rPr>
          <w:rtl/>
        </w:rPr>
        <w:br w:type="page"/>
      </w:r>
    </w:p>
    <w:p w:rsidR="001F628F" w:rsidRDefault="001F628F" w:rsidP="00C81DE5">
      <w:pPr>
        <w:pStyle w:val="libNormal"/>
        <w:rPr>
          <w:rtl/>
        </w:rPr>
      </w:pPr>
      <w:r w:rsidRPr="00C81DE5">
        <w:rPr>
          <w:rStyle w:val="libArabicChar"/>
          <w:rFonts w:hint="eastAsia"/>
          <w:rtl/>
        </w:rPr>
        <w:lastRenderedPageBreak/>
        <w:t>عليك</w:t>
      </w:r>
      <w:r w:rsidRPr="00C81DE5">
        <w:rPr>
          <w:rStyle w:val="libArabicChar"/>
          <w:rtl/>
        </w:rPr>
        <w:t xml:space="preserve"> الذكر لتبيّن للناس ...''</w:t>
      </w:r>
      <w:r>
        <w:rPr>
          <w:rtl/>
        </w:rPr>
        <w:t xml:space="preserve"> اس ليے يہ كہاجا سكتا ہے كے تمام قرآن كے حقائق جو كائنات كے حقائق پر مشتمل ہي</w:t>
      </w:r>
      <w:r w:rsidR="00083993">
        <w:rPr>
          <w:rtl/>
        </w:rPr>
        <w:t xml:space="preserve">ں </w:t>
      </w:r>
      <w:r>
        <w:rPr>
          <w:rtl/>
        </w:rPr>
        <w:t xml:space="preserve">پيغمبر اكرم </w:t>
      </w:r>
      <w:r w:rsidR="00F031CD" w:rsidRPr="00F031CD">
        <w:rPr>
          <w:rStyle w:val="libAlaemChar"/>
          <w:rtl/>
        </w:rPr>
        <w:t xml:space="preserve"> صلى‌الله‌عليه‌وآله‌وسلم </w:t>
      </w:r>
      <w:r>
        <w:rPr>
          <w:rtl/>
        </w:rPr>
        <w:t xml:space="preserve"> كے پاس موجود ہي</w:t>
      </w:r>
      <w:r w:rsidR="00083993">
        <w:rPr>
          <w:rtl/>
        </w:rPr>
        <w:t xml:space="preserve">ں </w:t>
      </w:r>
      <w:r>
        <w:rPr>
          <w:rtl/>
        </w:rPr>
        <w:t>اور مصلحت كے مطابق كچھ حقائق كو لوگو</w:t>
      </w:r>
      <w:r w:rsidR="00083993">
        <w:rPr>
          <w:rtl/>
        </w:rPr>
        <w:t xml:space="preserve">ں </w:t>
      </w:r>
      <w:r>
        <w:rPr>
          <w:rtl/>
        </w:rPr>
        <w:t>كے ليے بيان كرتے ہي</w:t>
      </w:r>
      <w:r w:rsidR="00083993">
        <w:rPr>
          <w:rtl/>
        </w:rPr>
        <w:t xml:space="preserve">ں </w:t>
      </w:r>
      <w:r>
        <w:rPr>
          <w:rtl/>
        </w:rPr>
        <w:t>_</w:t>
      </w:r>
    </w:p>
    <w:p w:rsidR="001F628F" w:rsidRDefault="001F628F" w:rsidP="001F628F">
      <w:pPr>
        <w:pStyle w:val="libNormal"/>
        <w:rPr>
          <w:rtl/>
        </w:rPr>
      </w:pPr>
      <w:r>
        <w:rPr>
          <w:rtl/>
        </w:rPr>
        <w:t>14_ پيغمبر اكرم</w:t>
      </w:r>
      <w:r w:rsidR="00F031CD" w:rsidRPr="00F031CD">
        <w:rPr>
          <w:rStyle w:val="libAlaemChar"/>
          <w:rtl/>
        </w:rPr>
        <w:t xml:space="preserve"> صلى‌الله‌عليه‌وآله‌وسلم </w:t>
      </w:r>
      <w:r>
        <w:rPr>
          <w:rtl/>
        </w:rPr>
        <w:t xml:space="preserve"> شائستہ ترين انسان اور قرآن مجيد انسانو</w:t>
      </w:r>
      <w:r w:rsidR="00083993">
        <w:rPr>
          <w:rtl/>
        </w:rPr>
        <w:t xml:space="preserve">ں </w:t>
      </w:r>
      <w:r>
        <w:rPr>
          <w:rtl/>
        </w:rPr>
        <w:t>كے رشد اور ہدايت كے ليے كامل ترين پروگرام ہے _</w:t>
      </w:r>
    </w:p>
    <w:p w:rsidR="001F628F" w:rsidRDefault="001F628F" w:rsidP="00C81DE5">
      <w:pPr>
        <w:pStyle w:val="libArabic"/>
        <w:rPr>
          <w:rtl/>
        </w:rPr>
      </w:pPr>
      <w:r>
        <w:rPr>
          <w:rFonts w:hint="eastAsia"/>
          <w:rtl/>
        </w:rPr>
        <w:t>وجئنا</w:t>
      </w:r>
      <w:r>
        <w:rPr>
          <w:rtl/>
        </w:rPr>
        <w:t xml:space="preserve"> بك ش</w:t>
      </w:r>
      <w:r w:rsidR="00120F63" w:rsidRPr="00ED5DE8">
        <w:rPr>
          <w:rFonts w:hint="cs"/>
          <w:rtl/>
        </w:rPr>
        <w:t>ه</w:t>
      </w:r>
      <w:r>
        <w:rPr>
          <w:rFonts w:hint="cs"/>
          <w:rtl/>
        </w:rPr>
        <w:t>يداً</w:t>
      </w:r>
      <w:r>
        <w:rPr>
          <w:rtl/>
        </w:rPr>
        <w:t xml:space="preserve"> </w:t>
      </w:r>
      <w:r>
        <w:rPr>
          <w:rFonts w:hint="cs"/>
          <w:rtl/>
        </w:rPr>
        <w:t>على</w:t>
      </w:r>
      <w:r>
        <w:rPr>
          <w:rtl/>
        </w:rPr>
        <w:t xml:space="preserve"> </w:t>
      </w:r>
      <w:r w:rsidR="00120F63" w:rsidRPr="00ED5DE8">
        <w:rPr>
          <w:rFonts w:hint="cs"/>
          <w:rtl/>
        </w:rPr>
        <w:t>ه</w:t>
      </w:r>
      <w:r>
        <w:rPr>
          <w:rFonts w:hint="cs"/>
          <w:rtl/>
        </w:rPr>
        <w:t>ؤلاء</w:t>
      </w:r>
      <w:r>
        <w:rPr>
          <w:rtl/>
        </w:rPr>
        <w:t xml:space="preserve"> </w:t>
      </w:r>
      <w:r>
        <w:rPr>
          <w:rFonts w:hint="cs"/>
          <w:rtl/>
        </w:rPr>
        <w:t>و</w:t>
      </w:r>
      <w:r>
        <w:rPr>
          <w:rtl/>
        </w:rPr>
        <w:t xml:space="preserve"> </w:t>
      </w:r>
      <w:r>
        <w:rPr>
          <w:rFonts w:hint="cs"/>
          <w:rtl/>
        </w:rPr>
        <w:t>نزلنا</w:t>
      </w:r>
      <w:r>
        <w:rPr>
          <w:rtl/>
        </w:rPr>
        <w:t xml:space="preserve"> </w:t>
      </w:r>
      <w:r>
        <w:rPr>
          <w:rFonts w:hint="cs"/>
          <w:rtl/>
        </w:rPr>
        <w:t>عليك</w:t>
      </w:r>
      <w:r>
        <w:rPr>
          <w:rtl/>
        </w:rPr>
        <w:t xml:space="preserve"> </w:t>
      </w:r>
      <w:r>
        <w:rPr>
          <w:rFonts w:hint="cs"/>
          <w:rtl/>
        </w:rPr>
        <w:t>الكتب</w:t>
      </w:r>
      <w:r>
        <w:rPr>
          <w:rtl/>
        </w:rPr>
        <w:t xml:space="preserve"> </w:t>
      </w:r>
      <w:r>
        <w:rPr>
          <w:rFonts w:hint="cs"/>
          <w:rtl/>
        </w:rPr>
        <w:t>تبياناً</w:t>
      </w:r>
      <w:r>
        <w:rPr>
          <w:rtl/>
        </w:rPr>
        <w:t xml:space="preserve"> </w:t>
      </w:r>
      <w:r>
        <w:rPr>
          <w:rFonts w:hint="cs"/>
          <w:rtl/>
        </w:rPr>
        <w:t>لكلّ</w:t>
      </w:r>
      <w:r>
        <w:rPr>
          <w:rtl/>
        </w:rPr>
        <w:t xml:space="preserve"> </w:t>
      </w:r>
      <w:r>
        <w:rPr>
          <w:rFonts w:hint="cs"/>
          <w:rtl/>
        </w:rPr>
        <w:t>شيء</w:t>
      </w:r>
      <w:r>
        <w:rPr>
          <w:rtl/>
        </w:rPr>
        <w:t xml:space="preserve"> و </w:t>
      </w:r>
      <w:r w:rsidR="00120F63" w:rsidRPr="00ED5DE8">
        <w:rPr>
          <w:rFonts w:hint="cs"/>
          <w:rtl/>
        </w:rPr>
        <w:t>ه</w:t>
      </w:r>
      <w:r>
        <w:rPr>
          <w:rFonts w:hint="cs"/>
          <w:rtl/>
        </w:rPr>
        <w:t>ديً</w:t>
      </w:r>
    </w:p>
    <w:p w:rsidR="001F628F" w:rsidRDefault="001F628F" w:rsidP="001F628F">
      <w:pPr>
        <w:pStyle w:val="libNormal"/>
        <w:rPr>
          <w:rtl/>
        </w:rPr>
      </w:pPr>
      <w:r>
        <w:rPr>
          <w:rFonts w:hint="eastAsia"/>
          <w:rtl/>
        </w:rPr>
        <w:t>آيت</w:t>
      </w:r>
      <w:r>
        <w:rPr>
          <w:rtl/>
        </w:rPr>
        <w:t xml:space="preserve"> كے دوجملو</w:t>
      </w:r>
      <w:r w:rsidR="00083993">
        <w:rPr>
          <w:rtl/>
        </w:rPr>
        <w:t xml:space="preserve">ں </w:t>
      </w:r>
      <w:r>
        <w:rPr>
          <w:rtl/>
        </w:rPr>
        <w:t>كے باہمى ربط كو مد نظر ركھتے ہوئے يعنى ''وجئنا بك شہيداً ...'' اور ''ونزلّنا عليك ...'' نيز اس بناء پر كہ ''شہيداً''كا معنى نمونہ قرار دي</w:t>
      </w:r>
      <w:r w:rsidR="00083993">
        <w:rPr>
          <w:rtl/>
        </w:rPr>
        <w:t xml:space="preserve">ں </w:t>
      </w:r>
      <w:r>
        <w:rPr>
          <w:rtl/>
        </w:rPr>
        <w:t>اور شہادت سے مراد عملى شہادت لي</w:t>
      </w:r>
      <w:r w:rsidR="00083993">
        <w:rPr>
          <w:rtl/>
        </w:rPr>
        <w:t xml:space="preserve">ں </w:t>
      </w:r>
      <w:r>
        <w:rPr>
          <w:rtl/>
        </w:rPr>
        <w:t>تو ممكن ہے كہ مذكورہ مطلب كا استفادہ ہو_</w:t>
      </w:r>
    </w:p>
    <w:p w:rsidR="001F628F" w:rsidRDefault="001F628F" w:rsidP="001F628F">
      <w:pPr>
        <w:pStyle w:val="libNormal"/>
        <w:rPr>
          <w:rtl/>
        </w:rPr>
      </w:pPr>
      <w:r>
        <w:rPr>
          <w:rtl/>
        </w:rPr>
        <w:t>15_ انسان كے رشد و ہدايت كے حقيقى عوامل كى شناخت كے ليے قرآن مجيد كى طرف رجوع كرنا ضرورى ہے _</w:t>
      </w:r>
    </w:p>
    <w:p w:rsidR="001F628F" w:rsidRDefault="001F628F" w:rsidP="00C81DE5">
      <w:pPr>
        <w:pStyle w:val="libArabic"/>
        <w:rPr>
          <w:rtl/>
        </w:rPr>
      </w:pPr>
      <w:r>
        <w:rPr>
          <w:rFonts w:hint="eastAsia"/>
          <w:rtl/>
        </w:rPr>
        <w:t>ونزلّنا</w:t>
      </w:r>
      <w:r>
        <w:rPr>
          <w:rtl/>
        </w:rPr>
        <w:t xml:space="preserve"> عليك الكتب تبياناً لكلّ شيء </w:t>
      </w:r>
      <w:r w:rsidR="00120F63" w:rsidRPr="00ED5DE8">
        <w:rPr>
          <w:rFonts w:hint="cs"/>
          <w:rtl/>
        </w:rPr>
        <w:t>ه</w:t>
      </w:r>
      <w:r>
        <w:rPr>
          <w:rFonts w:hint="cs"/>
          <w:rtl/>
        </w:rPr>
        <w:t>ديً</w:t>
      </w:r>
    </w:p>
    <w:p w:rsidR="001F628F" w:rsidRDefault="001F628F" w:rsidP="001F628F">
      <w:pPr>
        <w:pStyle w:val="libNormal"/>
        <w:rPr>
          <w:rtl/>
        </w:rPr>
      </w:pPr>
      <w:r>
        <w:rPr>
          <w:rtl/>
        </w:rPr>
        <w:t>16_ انسانو</w:t>
      </w:r>
      <w:r w:rsidR="00083993">
        <w:rPr>
          <w:rtl/>
        </w:rPr>
        <w:t xml:space="preserve">ں </w:t>
      </w:r>
      <w:r>
        <w:rPr>
          <w:rtl/>
        </w:rPr>
        <w:t>كے ليے خداوند عالم كى اتمام حجت كے طور پر قرآن مجيد ايك بہترين آئين نامہ ہے _</w:t>
      </w:r>
    </w:p>
    <w:p w:rsidR="001F628F" w:rsidRDefault="001F628F" w:rsidP="00C81DE5">
      <w:pPr>
        <w:pStyle w:val="libArabic"/>
        <w:rPr>
          <w:rtl/>
        </w:rPr>
      </w:pPr>
      <w:r>
        <w:rPr>
          <w:rFonts w:hint="eastAsia"/>
          <w:rtl/>
        </w:rPr>
        <w:t>ويوم</w:t>
      </w:r>
      <w:r>
        <w:rPr>
          <w:rtl/>
        </w:rPr>
        <w:t xml:space="preserve"> نبعث فى كلّ امّة ش</w:t>
      </w:r>
      <w:r w:rsidR="00120F63" w:rsidRPr="00ED5DE8">
        <w:rPr>
          <w:rFonts w:hint="cs"/>
          <w:rtl/>
        </w:rPr>
        <w:t>ه</w:t>
      </w:r>
      <w:r>
        <w:rPr>
          <w:rFonts w:hint="cs"/>
          <w:rtl/>
        </w:rPr>
        <w:t>يداً</w:t>
      </w:r>
      <w:r>
        <w:rPr>
          <w:rtl/>
        </w:rPr>
        <w:t xml:space="preserve"> ...</w:t>
      </w:r>
      <w:r>
        <w:rPr>
          <w:rFonts w:hint="cs"/>
          <w:rtl/>
        </w:rPr>
        <w:t>ونزلّنا</w:t>
      </w:r>
      <w:r>
        <w:rPr>
          <w:rtl/>
        </w:rPr>
        <w:t xml:space="preserve"> </w:t>
      </w:r>
      <w:r>
        <w:rPr>
          <w:rFonts w:hint="cs"/>
          <w:rtl/>
        </w:rPr>
        <w:t>عليك</w:t>
      </w:r>
      <w:r>
        <w:rPr>
          <w:rtl/>
        </w:rPr>
        <w:t xml:space="preserve"> </w:t>
      </w:r>
      <w:r>
        <w:rPr>
          <w:rFonts w:hint="cs"/>
          <w:rtl/>
        </w:rPr>
        <w:t>الكتب</w:t>
      </w:r>
      <w:r>
        <w:rPr>
          <w:rtl/>
        </w:rPr>
        <w:t xml:space="preserve"> </w:t>
      </w:r>
      <w:r>
        <w:rPr>
          <w:rFonts w:hint="cs"/>
          <w:rtl/>
        </w:rPr>
        <w:t>تبياناً</w:t>
      </w:r>
      <w:r>
        <w:rPr>
          <w:rtl/>
        </w:rPr>
        <w:t xml:space="preserve"> </w:t>
      </w:r>
      <w:r>
        <w:rPr>
          <w:rFonts w:hint="cs"/>
          <w:rtl/>
        </w:rPr>
        <w:t>لكلّ</w:t>
      </w:r>
      <w:r>
        <w:rPr>
          <w:rtl/>
        </w:rPr>
        <w:t xml:space="preserve"> </w:t>
      </w:r>
      <w:r>
        <w:rPr>
          <w:rFonts w:hint="cs"/>
          <w:rtl/>
        </w:rPr>
        <w:t>شيء</w:t>
      </w:r>
      <w:r>
        <w:rPr>
          <w:rtl/>
        </w:rPr>
        <w:t xml:space="preserve"> و</w:t>
      </w:r>
      <w:r w:rsidR="00120F63" w:rsidRPr="00ED5DE8">
        <w:rPr>
          <w:rFonts w:hint="cs"/>
          <w:rtl/>
        </w:rPr>
        <w:t>ه</w:t>
      </w:r>
      <w:r>
        <w:rPr>
          <w:rFonts w:hint="cs"/>
          <w:rtl/>
        </w:rPr>
        <w:t>ديً</w:t>
      </w:r>
    </w:p>
    <w:p w:rsidR="001F628F" w:rsidRDefault="001F628F" w:rsidP="001F628F">
      <w:pPr>
        <w:pStyle w:val="libNormal"/>
        <w:rPr>
          <w:rtl/>
        </w:rPr>
      </w:pPr>
      <w:r>
        <w:rPr>
          <w:rtl/>
        </w:rPr>
        <w:t>17_ حق كے سامنے تسليم ہونے والو</w:t>
      </w:r>
      <w:r w:rsidR="00083993">
        <w:rPr>
          <w:rtl/>
        </w:rPr>
        <w:t xml:space="preserve">ں </w:t>
      </w:r>
      <w:r>
        <w:rPr>
          <w:rtl/>
        </w:rPr>
        <w:t>كے ليے قرآن ہدايت ، رحمت اور بشارت كا سرچشمہ ہے _</w:t>
      </w:r>
    </w:p>
    <w:p w:rsidR="001F628F" w:rsidRDefault="001F628F" w:rsidP="00C81DE5">
      <w:pPr>
        <w:pStyle w:val="libArabic"/>
        <w:rPr>
          <w:rtl/>
        </w:rPr>
      </w:pPr>
      <w:r>
        <w:rPr>
          <w:rFonts w:hint="eastAsia"/>
          <w:rtl/>
        </w:rPr>
        <w:t>ونزلنا</w:t>
      </w:r>
      <w:r>
        <w:rPr>
          <w:rtl/>
        </w:rPr>
        <w:t xml:space="preserve"> عليك الكتب ...و</w:t>
      </w:r>
      <w:r w:rsidR="00120F63" w:rsidRPr="00ED5DE8">
        <w:rPr>
          <w:rFonts w:hint="cs"/>
          <w:rtl/>
        </w:rPr>
        <w:t>ه</w:t>
      </w:r>
      <w:r>
        <w:rPr>
          <w:rFonts w:hint="cs"/>
          <w:rtl/>
        </w:rPr>
        <w:t>دى</w:t>
      </w:r>
      <w:r>
        <w:rPr>
          <w:rtl/>
        </w:rPr>
        <w:t xml:space="preserve"> </w:t>
      </w:r>
      <w:r>
        <w:rPr>
          <w:rFonts w:hint="cs"/>
          <w:rtl/>
        </w:rPr>
        <w:t>و</w:t>
      </w:r>
      <w:r>
        <w:rPr>
          <w:rtl/>
        </w:rPr>
        <w:t xml:space="preserve"> رحمة و بشرى للمسلمين</w:t>
      </w:r>
    </w:p>
    <w:p w:rsidR="001F628F" w:rsidRDefault="001F628F" w:rsidP="001F628F">
      <w:pPr>
        <w:pStyle w:val="libNormal"/>
        <w:rPr>
          <w:rtl/>
        </w:rPr>
      </w:pPr>
      <w:r>
        <w:rPr>
          <w:rtl/>
        </w:rPr>
        <w:t>18_ ہدايت ، رحمت اور قرآنى بشارت سے بہرہ مند ہونے كے ليے حق قبول كرنے كى فكر ، شرط ہے_</w:t>
      </w:r>
    </w:p>
    <w:p w:rsidR="001F628F" w:rsidRDefault="001F628F" w:rsidP="00C81DE5">
      <w:pPr>
        <w:pStyle w:val="libArabic"/>
        <w:rPr>
          <w:rtl/>
        </w:rPr>
      </w:pPr>
      <w:r>
        <w:rPr>
          <w:rFonts w:hint="eastAsia"/>
          <w:rtl/>
        </w:rPr>
        <w:t>ونزّلنا</w:t>
      </w:r>
      <w:r>
        <w:rPr>
          <w:rtl/>
        </w:rPr>
        <w:t xml:space="preserve"> عليك الكتب ...و</w:t>
      </w:r>
      <w:r w:rsidR="00120F63" w:rsidRPr="00ED5DE8">
        <w:rPr>
          <w:rFonts w:hint="cs"/>
          <w:rtl/>
        </w:rPr>
        <w:t>ه</w:t>
      </w:r>
      <w:r>
        <w:rPr>
          <w:rFonts w:hint="cs"/>
          <w:rtl/>
        </w:rPr>
        <w:t>ديً</w:t>
      </w:r>
      <w:r>
        <w:rPr>
          <w:rtl/>
        </w:rPr>
        <w:t xml:space="preserve"> </w:t>
      </w:r>
      <w:r>
        <w:rPr>
          <w:rFonts w:hint="cs"/>
          <w:rtl/>
        </w:rPr>
        <w:t>و</w:t>
      </w:r>
      <w:r>
        <w:rPr>
          <w:rtl/>
        </w:rPr>
        <w:t xml:space="preserve"> </w:t>
      </w:r>
      <w:r>
        <w:rPr>
          <w:rFonts w:hint="cs"/>
          <w:rtl/>
        </w:rPr>
        <w:t>رحمة</w:t>
      </w:r>
      <w:r>
        <w:rPr>
          <w:rtl/>
        </w:rPr>
        <w:t xml:space="preserve"> </w:t>
      </w:r>
      <w:r>
        <w:rPr>
          <w:rFonts w:hint="cs"/>
          <w:rtl/>
        </w:rPr>
        <w:t>و</w:t>
      </w:r>
      <w:r>
        <w:rPr>
          <w:rtl/>
        </w:rPr>
        <w:t xml:space="preserve"> </w:t>
      </w:r>
      <w:r>
        <w:rPr>
          <w:rFonts w:hint="cs"/>
          <w:rtl/>
        </w:rPr>
        <w:t>بشرى</w:t>
      </w:r>
      <w:r>
        <w:rPr>
          <w:rtl/>
        </w:rPr>
        <w:t xml:space="preserve"> </w:t>
      </w:r>
      <w:r>
        <w:rPr>
          <w:rFonts w:hint="cs"/>
          <w:rtl/>
        </w:rPr>
        <w:t>لل</w:t>
      </w:r>
      <w:r>
        <w:rPr>
          <w:rtl/>
        </w:rPr>
        <w:t>مسلمين</w:t>
      </w:r>
    </w:p>
    <w:p w:rsidR="001F628F" w:rsidRDefault="001F628F" w:rsidP="00C81DE5">
      <w:pPr>
        <w:pStyle w:val="libNormal"/>
        <w:rPr>
          <w:rtl/>
        </w:rPr>
      </w:pPr>
      <w:r>
        <w:rPr>
          <w:rtl/>
        </w:rPr>
        <w:t>19_ علم ، ہدايت كا مقدمہ اور ہدايت رحمت الہى كو جلب كرنے كا پيش خيمہ اور رحمت مسلمانو</w:t>
      </w:r>
      <w:r w:rsidR="00083993">
        <w:rPr>
          <w:rtl/>
        </w:rPr>
        <w:t xml:space="preserve">ں </w:t>
      </w:r>
      <w:r>
        <w:rPr>
          <w:rtl/>
        </w:rPr>
        <w:t>كى بشارت اور سرورحقيقى كا سبب ہے_</w:t>
      </w:r>
      <w:r w:rsidRPr="00C81DE5">
        <w:rPr>
          <w:rStyle w:val="libArabicChar"/>
          <w:rFonts w:hint="eastAsia"/>
          <w:rtl/>
        </w:rPr>
        <w:t>ونزلّنا</w:t>
      </w:r>
      <w:r w:rsidRPr="00C81DE5">
        <w:rPr>
          <w:rStyle w:val="libArabicChar"/>
          <w:rtl/>
        </w:rPr>
        <w:t xml:space="preserve"> عليك الكتب ...و</w:t>
      </w:r>
      <w:r w:rsidR="00120F63" w:rsidRPr="00B2551F">
        <w:rPr>
          <w:rStyle w:val="libArabicChar"/>
          <w:rFonts w:hint="cs"/>
          <w:rtl/>
        </w:rPr>
        <w:t>ه</w:t>
      </w:r>
      <w:r w:rsidRPr="00C81DE5">
        <w:rPr>
          <w:rStyle w:val="libArabicChar"/>
          <w:rFonts w:hint="cs"/>
          <w:rtl/>
        </w:rPr>
        <w:t>ديً</w:t>
      </w:r>
      <w:r w:rsidRPr="00C81DE5">
        <w:rPr>
          <w:rStyle w:val="libArabicChar"/>
          <w:rtl/>
        </w:rPr>
        <w:t xml:space="preserve"> </w:t>
      </w:r>
      <w:r w:rsidRPr="00C81DE5">
        <w:rPr>
          <w:rStyle w:val="libArabicChar"/>
          <w:rFonts w:hint="cs"/>
          <w:rtl/>
        </w:rPr>
        <w:t>ورحمة</w:t>
      </w:r>
      <w:r w:rsidRPr="00C81DE5">
        <w:rPr>
          <w:rStyle w:val="libArabicChar"/>
          <w:rtl/>
        </w:rPr>
        <w:t xml:space="preserve"> </w:t>
      </w:r>
      <w:r w:rsidRPr="00C81DE5">
        <w:rPr>
          <w:rStyle w:val="libArabicChar"/>
          <w:rFonts w:hint="cs"/>
          <w:rtl/>
        </w:rPr>
        <w:t>وبشرى</w:t>
      </w:r>
      <w:r w:rsidRPr="00C81DE5">
        <w:rPr>
          <w:rStyle w:val="libArabicChar"/>
          <w:rtl/>
        </w:rPr>
        <w:t xml:space="preserve"> </w:t>
      </w:r>
      <w:r w:rsidRPr="00C81DE5">
        <w:rPr>
          <w:rStyle w:val="libArabicChar"/>
          <w:rFonts w:hint="cs"/>
          <w:rtl/>
        </w:rPr>
        <w:t>لل</w:t>
      </w:r>
      <w:r w:rsidRPr="00C81DE5">
        <w:rPr>
          <w:rStyle w:val="libArabicChar"/>
          <w:rtl/>
        </w:rPr>
        <w:t>مسلمين</w:t>
      </w:r>
    </w:p>
    <w:p w:rsidR="001F628F" w:rsidRDefault="001F628F" w:rsidP="001F628F">
      <w:pPr>
        <w:pStyle w:val="libNormal"/>
        <w:rPr>
          <w:rtl/>
        </w:rPr>
      </w:pPr>
      <w:r>
        <w:rPr>
          <w:rFonts w:hint="eastAsia"/>
          <w:rtl/>
        </w:rPr>
        <w:t>مذكورہ</w:t>
      </w:r>
      <w:r>
        <w:rPr>
          <w:rtl/>
        </w:rPr>
        <w:t xml:space="preserve"> مطلب اس نكتہ پر موقوف ہے كہ آيت مي</w:t>
      </w:r>
      <w:r w:rsidR="00083993">
        <w:rPr>
          <w:rtl/>
        </w:rPr>
        <w:t xml:space="preserve">ں </w:t>
      </w:r>
      <w:r>
        <w:rPr>
          <w:rtl/>
        </w:rPr>
        <w:t>ترتيب رہتى ہو يعنى ان مي</w:t>
      </w:r>
      <w:r w:rsidR="00083993">
        <w:rPr>
          <w:rtl/>
        </w:rPr>
        <w:t xml:space="preserve">ں </w:t>
      </w:r>
      <w:r>
        <w:rPr>
          <w:rtl/>
        </w:rPr>
        <w:t>ہر ايك دوسرے كے ليے مقدّمہ ہو_</w:t>
      </w:r>
    </w:p>
    <w:p w:rsidR="001F628F" w:rsidRDefault="001F628F" w:rsidP="00C81DE5">
      <w:pPr>
        <w:pStyle w:val="libNormal"/>
        <w:rPr>
          <w:rtl/>
        </w:rPr>
      </w:pPr>
      <w:r>
        <w:rPr>
          <w:rFonts w:hint="eastAsia"/>
          <w:rtl/>
        </w:rPr>
        <w:t>الله</w:t>
      </w:r>
      <w:r>
        <w:rPr>
          <w:rtl/>
        </w:rPr>
        <w:t xml:space="preserve"> تعالي:</w:t>
      </w:r>
      <w:r>
        <w:rPr>
          <w:rFonts w:hint="eastAsia"/>
          <w:rtl/>
        </w:rPr>
        <w:t>الله</w:t>
      </w:r>
      <w:r>
        <w:rPr>
          <w:rtl/>
        </w:rPr>
        <w:t xml:space="preserve"> تعالى كى اتمام حجت7،16;الله تعالى كى اخروى قضاوت كرنے كا معيار6; الله تعالى كى رحمت كا زمينہ19; الله تعالى كى رحمت كے آثار 19</w:t>
      </w:r>
    </w:p>
    <w:p w:rsidR="001F628F" w:rsidRDefault="001F628F" w:rsidP="00C81DE5">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tl/>
        </w:rPr>
        <w:t>كے برگزيدہ4; امتو</w:t>
      </w:r>
      <w:r w:rsidR="00083993">
        <w:rPr>
          <w:rtl/>
        </w:rPr>
        <w:t xml:space="preserve">ں </w:t>
      </w:r>
      <w:r>
        <w:rPr>
          <w:rtl/>
        </w:rPr>
        <w:t>كے صلحائ5; امتو</w:t>
      </w:r>
      <w:r w:rsidR="00083993">
        <w:rPr>
          <w:rtl/>
        </w:rPr>
        <w:t xml:space="preserve">ں </w:t>
      </w:r>
      <w:r>
        <w:rPr>
          <w:rtl/>
        </w:rPr>
        <w:t>كے صلحاء كا كردار7; امتو</w:t>
      </w:r>
      <w:r w:rsidR="00083993">
        <w:rPr>
          <w:rtl/>
        </w:rPr>
        <w:t xml:space="preserve">ں </w:t>
      </w:r>
      <w:r>
        <w:rPr>
          <w:rtl/>
        </w:rPr>
        <w:t>كے گواہ3 ،4، 8، 10:</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امتو</w:t>
      </w:r>
      <w:r w:rsidR="00083993">
        <w:rPr>
          <w:rFonts w:hint="eastAsia"/>
          <w:rtl/>
        </w:rPr>
        <w:t xml:space="preserve">ں </w:t>
      </w:r>
      <w:r>
        <w:rPr>
          <w:rtl/>
        </w:rPr>
        <w:t>كے گواہو</w:t>
      </w:r>
      <w:r w:rsidR="00083993">
        <w:rPr>
          <w:rtl/>
        </w:rPr>
        <w:t xml:space="preserve">ں </w:t>
      </w:r>
      <w:r>
        <w:rPr>
          <w:rtl/>
        </w:rPr>
        <w:t>كا كردار7; امتو</w:t>
      </w:r>
      <w:r w:rsidR="00083993">
        <w:rPr>
          <w:rtl/>
        </w:rPr>
        <w:t xml:space="preserve">ں </w:t>
      </w:r>
      <w:r>
        <w:rPr>
          <w:rtl/>
        </w:rPr>
        <w:t>كے معصوم5</w:t>
      </w:r>
    </w:p>
    <w:p w:rsidR="001F628F" w:rsidRDefault="001F628F" w:rsidP="00C81DE5">
      <w:pPr>
        <w:pStyle w:val="libNormal"/>
        <w:rPr>
          <w:rtl/>
        </w:rPr>
      </w:pPr>
      <w:r>
        <w:rPr>
          <w:rFonts w:hint="eastAsia"/>
          <w:rtl/>
        </w:rPr>
        <w:t>انسان</w:t>
      </w:r>
      <w:r>
        <w:rPr>
          <w:rtl/>
        </w:rPr>
        <w:t>:</w:t>
      </w:r>
      <w:r>
        <w:rPr>
          <w:rFonts w:hint="eastAsia"/>
          <w:rtl/>
        </w:rPr>
        <w:t>انسان</w:t>
      </w:r>
      <w:r>
        <w:rPr>
          <w:rtl/>
        </w:rPr>
        <w:t xml:space="preserve"> كا مل 11،14; انسان كى ذمہ داري1; انسان كى سعادت كا زمينہ1; انسان كى معنوى ضرورتي</w:t>
      </w:r>
      <w:r w:rsidR="00083993">
        <w:rPr>
          <w:rtl/>
        </w:rPr>
        <w:t xml:space="preserve">ں </w:t>
      </w:r>
      <w:r>
        <w:rPr>
          <w:rtl/>
        </w:rPr>
        <w:t>12</w:t>
      </w:r>
    </w:p>
    <w:p w:rsidR="001F628F" w:rsidRDefault="001F628F" w:rsidP="00C81DE5">
      <w:pPr>
        <w:pStyle w:val="libNormal"/>
        <w:rPr>
          <w:rtl/>
        </w:rPr>
      </w:pPr>
      <w:r>
        <w:rPr>
          <w:rFonts w:hint="eastAsia"/>
          <w:rtl/>
        </w:rPr>
        <w:t>بشارت</w:t>
      </w:r>
      <w:r>
        <w:rPr>
          <w:rtl/>
        </w:rPr>
        <w:t>:</w:t>
      </w:r>
      <w:r>
        <w:rPr>
          <w:rFonts w:hint="eastAsia"/>
          <w:rtl/>
        </w:rPr>
        <w:t>بشارت</w:t>
      </w:r>
      <w:r>
        <w:rPr>
          <w:rtl/>
        </w:rPr>
        <w:t xml:space="preserve"> كے اسباب19</w:t>
      </w:r>
    </w:p>
    <w:p w:rsidR="001F628F" w:rsidRDefault="001F628F" w:rsidP="00C81DE5">
      <w:pPr>
        <w:pStyle w:val="libNormal"/>
        <w:rPr>
          <w:rtl/>
        </w:rPr>
      </w:pPr>
      <w:r>
        <w:rPr>
          <w:rFonts w:hint="eastAsia"/>
          <w:rtl/>
        </w:rPr>
        <w:t>تكامل</w:t>
      </w:r>
      <w:r>
        <w:rPr>
          <w:rtl/>
        </w:rPr>
        <w:t>:</w:t>
      </w:r>
      <w:r>
        <w:rPr>
          <w:rFonts w:hint="eastAsia"/>
          <w:rtl/>
        </w:rPr>
        <w:t>تكامل</w:t>
      </w:r>
      <w:r>
        <w:rPr>
          <w:rtl/>
        </w:rPr>
        <w:t xml:space="preserve"> كا زمينہ 12،14</w:t>
      </w:r>
    </w:p>
    <w:p w:rsidR="001F628F" w:rsidRDefault="001F628F" w:rsidP="00C81DE5">
      <w:pPr>
        <w:pStyle w:val="libNormal"/>
        <w:rPr>
          <w:rtl/>
        </w:rPr>
      </w:pPr>
      <w:r>
        <w:rPr>
          <w:rFonts w:hint="eastAsia"/>
          <w:rtl/>
        </w:rPr>
        <w:t>حق</w:t>
      </w:r>
      <w:r>
        <w:rPr>
          <w:rtl/>
        </w:rPr>
        <w:t>:</w:t>
      </w:r>
      <w:r>
        <w:rPr>
          <w:rFonts w:hint="eastAsia"/>
          <w:rtl/>
        </w:rPr>
        <w:t>حق</w:t>
      </w:r>
      <w:r>
        <w:rPr>
          <w:rtl/>
        </w:rPr>
        <w:t xml:space="preserve"> قبول كرنے والو</w:t>
      </w:r>
      <w:r w:rsidR="00083993">
        <w:rPr>
          <w:rtl/>
        </w:rPr>
        <w:t xml:space="preserve">ں </w:t>
      </w:r>
      <w:r>
        <w:rPr>
          <w:rtl/>
        </w:rPr>
        <w:t>كو بشارت 17;حق قبول كرنے كے آثار 18;حق قبول كرنے والو</w:t>
      </w:r>
      <w:r w:rsidR="00083993">
        <w:rPr>
          <w:rtl/>
        </w:rPr>
        <w:t xml:space="preserve">ں </w:t>
      </w:r>
      <w:r>
        <w:rPr>
          <w:rtl/>
        </w:rPr>
        <w:t>پر رحمت كے اسباب17; حق قبول كرنے والو</w:t>
      </w:r>
      <w:r w:rsidR="00083993">
        <w:rPr>
          <w:rtl/>
        </w:rPr>
        <w:t xml:space="preserve">ں </w:t>
      </w:r>
      <w:r>
        <w:rPr>
          <w:rtl/>
        </w:rPr>
        <w:t>كى ہدايت كے اسباب19</w:t>
      </w:r>
    </w:p>
    <w:p w:rsidR="001F628F" w:rsidRDefault="001F628F" w:rsidP="00C81DE5">
      <w:pPr>
        <w:pStyle w:val="libNormal"/>
        <w:rPr>
          <w:rtl/>
        </w:rPr>
      </w:pPr>
      <w:r>
        <w:rPr>
          <w:rFonts w:hint="eastAsia"/>
          <w:rtl/>
        </w:rPr>
        <w:t>ذكر</w:t>
      </w:r>
      <w:r>
        <w:rPr>
          <w:rtl/>
        </w:rPr>
        <w:t>:</w:t>
      </w:r>
      <w:r>
        <w:rPr>
          <w:rFonts w:hint="eastAsia"/>
          <w:rtl/>
        </w:rPr>
        <w:t>عمل</w:t>
      </w:r>
      <w:r>
        <w:rPr>
          <w:rtl/>
        </w:rPr>
        <w:t xml:space="preserve"> كے گواہو</w:t>
      </w:r>
      <w:r w:rsidR="00083993">
        <w:rPr>
          <w:rtl/>
        </w:rPr>
        <w:t xml:space="preserve">ں </w:t>
      </w:r>
      <w:r>
        <w:rPr>
          <w:rtl/>
        </w:rPr>
        <w:t>كا ذكر1</w:t>
      </w:r>
    </w:p>
    <w:p w:rsidR="001F628F" w:rsidRDefault="001F628F" w:rsidP="00C81DE5">
      <w:pPr>
        <w:pStyle w:val="libNormal"/>
        <w:rPr>
          <w:rtl/>
        </w:rPr>
      </w:pPr>
      <w:r>
        <w:rPr>
          <w:rFonts w:hint="eastAsia"/>
          <w:rtl/>
        </w:rPr>
        <w:t>رحمت</w:t>
      </w:r>
      <w:r>
        <w:rPr>
          <w:rtl/>
        </w:rPr>
        <w:t>:</w:t>
      </w:r>
      <w:r>
        <w:rPr>
          <w:rFonts w:hint="eastAsia"/>
          <w:rtl/>
        </w:rPr>
        <w:t>رحمت</w:t>
      </w:r>
      <w:r>
        <w:rPr>
          <w:rtl/>
        </w:rPr>
        <w:t xml:space="preserve"> سے استفادہ كى شرائط 18; رحمت كا زمينہ19</w:t>
      </w:r>
    </w:p>
    <w:p w:rsidR="001F628F" w:rsidRDefault="001F628F" w:rsidP="00C81DE5">
      <w:pPr>
        <w:pStyle w:val="libNormal"/>
        <w:rPr>
          <w:rtl/>
        </w:rPr>
      </w:pPr>
      <w:r>
        <w:rPr>
          <w:rFonts w:hint="eastAsia"/>
          <w:rtl/>
        </w:rPr>
        <w:t>رشد</w:t>
      </w:r>
      <w:r>
        <w:rPr>
          <w:rtl/>
        </w:rPr>
        <w:t>:</w:t>
      </w:r>
      <w:r>
        <w:rPr>
          <w:rFonts w:hint="eastAsia"/>
          <w:rtl/>
        </w:rPr>
        <w:t>رشد</w:t>
      </w:r>
      <w:r>
        <w:rPr>
          <w:rtl/>
        </w:rPr>
        <w:t xml:space="preserve"> كے اسباب 15</w:t>
      </w:r>
    </w:p>
    <w:p w:rsidR="001F628F" w:rsidRDefault="001F628F" w:rsidP="00C81DE5">
      <w:pPr>
        <w:pStyle w:val="libNormal"/>
        <w:rPr>
          <w:rtl/>
        </w:rPr>
      </w:pPr>
      <w:r>
        <w:rPr>
          <w:rFonts w:hint="eastAsia"/>
          <w:rtl/>
        </w:rPr>
        <w:t>زندگي</w:t>
      </w:r>
      <w:r>
        <w:rPr>
          <w:rtl/>
        </w:rPr>
        <w:t>:</w:t>
      </w:r>
      <w:r>
        <w:rPr>
          <w:rFonts w:hint="eastAsia"/>
          <w:rtl/>
        </w:rPr>
        <w:t>زندگى</w:t>
      </w:r>
      <w:r>
        <w:rPr>
          <w:rtl/>
        </w:rPr>
        <w:t xml:space="preserve"> كا بہرين پروگرام14،16</w:t>
      </w:r>
    </w:p>
    <w:p w:rsidR="001F628F" w:rsidRDefault="001F628F" w:rsidP="00C81DE5">
      <w:pPr>
        <w:pStyle w:val="libNormal"/>
        <w:rPr>
          <w:rtl/>
        </w:rPr>
      </w:pPr>
      <w:r>
        <w:rPr>
          <w:rFonts w:hint="eastAsia"/>
          <w:rtl/>
        </w:rPr>
        <w:t>سرور</w:t>
      </w:r>
      <w:r>
        <w:rPr>
          <w:rtl/>
        </w:rPr>
        <w:t>:</w:t>
      </w:r>
      <w:r>
        <w:rPr>
          <w:rFonts w:hint="eastAsia"/>
          <w:rtl/>
        </w:rPr>
        <w:t>سرور</w:t>
      </w:r>
      <w:r>
        <w:rPr>
          <w:rtl/>
        </w:rPr>
        <w:t xml:space="preserve"> كے اسباب19</w:t>
      </w:r>
    </w:p>
    <w:p w:rsidR="001F628F" w:rsidRDefault="001F628F" w:rsidP="00C81DE5">
      <w:pPr>
        <w:pStyle w:val="libNormal"/>
        <w:rPr>
          <w:rtl/>
        </w:rPr>
      </w:pPr>
      <w:r>
        <w:rPr>
          <w:rFonts w:hint="eastAsia"/>
          <w:rtl/>
        </w:rPr>
        <w:t>عصمت</w:t>
      </w:r>
      <w:r>
        <w:rPr>
          <w:rtl/>
        </w:rPr>
        <w:t>:</w:t>
      </w:r>
      <w:r>
        <w:rPr>
          <w:rFonts w:hint="eastAsia"/>
          <w:rtl/>
        </w:rPr>
        <w:t>مقام</w:t>
      </w:r>
      <w:r>
        <w:rPr>
          <w:rtl/>
        </w:rPr>
        <w:t xml:space="preserve"> عصمت 9</w:t>
      </w:r>
    </w:p>
    <w:p w:rsidR="001F628F" w:rsidRDefault="001F628F" w:rsidP="00C81DE5">
      <w:pPr>
        <w:pStyle w:val="libNormal"/>
        <w:rPr>
          <w:rtl/>
        </w:rPr>
      </w:pPr>
      <w:r>
        <w:rPr>
          <w:rFonts w:hint="eastAsia"/>
          <w:rtl/>
        </w:rPr>
        <w:t>علم</w:t>
      </w:r>
      <w:r>
        <w:rPr>
          <w:rtl/>
        </w:rPr>
        <w:t>:</w:t>
      </w:r>
      <w:r>
        <w:rPr>
          <w:rFonts w:hint="eastAsia"/>
          <w:rtl/>
        </w:rPr>
        <w:t>علم</w:t>
      </w:r>
      <w:r>
        <w:rPr>
          <w:rtl/>
        </w:rPr>
        <w:t xml:space="preserve"> كے آثار 19</w:t>
      </w:r>
    </w:p>
    <w:p w:rsidR="001F628F" w:rsidRDefault="001F628F" w:rsidP="00C81DE5">
      <w:pPr>
        <w:pStyle w:val="libNormal"/>
        <w:rPr>
          <w:rtl/>
        </w:rPr>
      </w:pPr>
      <w:r>
        <w:rPr>
          <w:rFonts w:hint="eastAsia"/>
          <w:rtl/>
        </w:rPr>
        <w:t>عمل</w:t>
      </w:r>
      <w:r>
        <w:rPr>
          <w:rtl/>
        </w:rPr>
        <w:t>:</w:t>
      </w:r>
      <w:r>
        <w:rPr>
          <w:rFonts w:hint="eastAsia"/>
          <w:rtl/>
        </w:rPr>
        <w:t>عمل</w:t>
      </w:r>
      <w:r>
        <w:rPr>
          <w:rtl/>
        </w:rPr>
        <w:t xml:space="preserve"> كے گواہو</w:t>
      </w:r>
      <w:r w:rsidR="00083993">
        <w:rPr>
          <w:rtl/>
        </w:rPr>
        <w:t xml:space="preserve">ں </w:t>
      </w:r>
      <w:r>
        <w:rPr>
          <w:rtl/>
        </w:rPr>
        <w:t>كا برگزيدہ ہونا 4</w:t>
      </w:r>
    </w:p>
    <w:p w:rsidR="001F628F" w:rsidRDefault="001F628F" w:rsidP="00C81DE5">
      <w:pPr>
        <w:pStyle w:val="libNormal"/>
        <w:rPr>
          <w:rtl/>
        </w:rPr>
      </w:pPr>
      <w:r>
        <w:rPr>
          <w:rFonts w:hint="eastAsia"/>
          <w:rtl/>
        </w:rPr>
        <w:t>قرآن</w:t>
      </w:r>
      <w:r>
        <w:rPr>
          <w:rtl/>
        </w:rPr>
        <w:t>:</w:t>
      </w:r>
      <w:r>
        <w:rPr>
          <w:rFonts w:hint="eastAsia"/>
          <w:rtl/>
        </w:rPr>
        <w:t>رحمت</w:t>
      </w:r>
      <w:r>
        <w:rPr>
          <w:rtl/>
        </w:rPr>
        <w:t xml:space="preserve"> قرآن17; فضيلت قرآن 14; قرآن كا كردار12; قرآن كا كمال 14; قرآن كى اہميت 15; قرآن كى بشارتو</w:t>
      </w:r>
      <w:r w:rsidR="00083993">
        <w:rPr>
          <w:rtl/>
        </w:rPr>
        <w:t xml:space="preserve">ں </w:t>
      </w:r>
      <w:r>
        <w:rPr>
          <w:rtl/>
        </w:rPr>
        <w:t>كى تاثير كے شرائط 18; قرآن كى بشارتي</w:t>
      </w:r>
      <w:r w:rsidR="00083993">
        <w:rPr>
          <w:rtl/>
        </w:rPr>
        <w:t xml:space="preserve">ں </w:t>
      </w:r>
      <w:r>
        <w:rPr>
          <w:rtl/>
        </w:rPr>
        <w:t>17;قرآن كى تعليمات 13، 14، 15 ،16 ; قرآن كى خصوصيات13،14; قرآن كى ہدايت كى تاثير كے شرائط 18; قرآن كى ہدايت گرى 12،15 ،17; قرآن كے نزول كا فلسفہ 12</w:t>
      </w:r>
    </w:p>
    <w:p w:rsidR="001F628F" w:rsidRDefault="001F628F" w:rsidP="00C81DE5">
      <w:pPr>
        <w:pStyle w:val="libNormal"/>
        <w:rPr>
          <w:rtl/>
        </w:rPr>
      </w:pPr>
      <w:r>
        <w:rPr>
          <w:rFonts w:hint="eastAsia"/>
          <w:rtl/>
        </w:rPr>
        <w:t>قيامت</w:t>
      </w:r>
      <w:r>
        <w:rPr>
          <w:rtl/>
        </w:rPr>
        <w:t>:</w:t>
      </w:r>
      <w:r>
        <w:rPr>
          <w:rFonts w:hint="eastAsia"/>
          <w:rtl/>
        </w:rPr>
        <w:t>قيامت</w:t>
      </w:r>
      <w:r>
        <w:rPr>
          <w:rtl/>
        </w:rPr>
        <w:t xml:space="preserve"> كے خصوصيات3; قيامت كے گواہو</w:t>
      </w:r>
      <w:r w:rsidR="00083993">
        <w:rPr>
          <w:rtl/>
        </w:rPr>
        <w:t xml:space="preserve">ں </w:t>
      </w:r>
      <w:r>
        <w:rPr>
          <w:rtl/>
        </w:rPr>
        <w:t>كا كردار 6; قيامت مي</w:t>
      </w:r>
      <w:r w:rsidR="00083993">
        <w:rPr>
          <w:rtl/>
        </w:rPr>
        <w:t xml:space="preserve">ں </w:t>
      </w:r>
      <w:r>
        <w:rPr>
          <w:rtl/>
        </w:rPr>
        <w:t>گواہ4،8; قيامت مي</w:t>
      </w:r>
      <w:r w:rsidR="00083993">
        <w:rPr>
          <w:rtl/>
        </w:rPr>
        <w:t xml:space="preserve">ں </w:t>
      </w:r>
      <w:r>
        <w:rPr>
          <w:rtl/>
        </w:rPr>
        <w:t>حقائق كا ظہور كرنا2; قيامت مي</w:t>
      </w:r>
      <w:r w:rsidR="00083993">
        <w:rPr>
          <w:rtl/>
        </w:rPr>
        <w:t xml:space="preserve">ں </w:t>
      </w:r>
      <w:r>
        <w:rPr>
          <w:rtl/>
        </w:rPr>
        <w:t>گواہي3</w:t>
      </w:r>
    </w:p>
    <w:p w:rsidR="001F628F" w:rsidRDefault="001F628F" w:rsidP="00C81DE5">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پر قرآن كانزول 12; حضرت محمد</w:t>
      </w:r>
      <w:r w:rsidR="00F031CD" w:rsidRPr="00F031CD">
        <w:rPr>
          <w:rStyle w:val="libAlaemChar"/>
          <w:rtl/>
        </w:rPr>
        <w:t xml:space="preserve"> صلى‌الله‌عليه‌وآله‌وسلم </w:t>
      </w:r>
      <w:r>
        <w:rPr>
          <w:rtl/>
        </w:rPr>
        <w:t xml:space="preserve"> قيامت مي</w:t>
      </w:r>
      <w:r w:rsidR="00083993">
        <w:rPr>
          <w:rtl/>
        </w:rPr>
        <w:t xml:space="preserve">ں </w:t>
      </w:r>
      <w:r>
        <w:rPr>
          <w:rtl/>
        </w:rPr>
        <w:t>8; حضرت محمد</w:t>
      </w:r>
      <w:r w:rsidR="00F031CD" w:rsidRPr="00F031CD">
        <w:rPr>
          <w:rStyle w:val="libAlaemChar"/>
          <w:rtl/>
        </w:rPr>
        <w:t xml:space="preserve"> صلى‌الله‌عليه‌وآله‌وسلم </w:t>
      </w:r>
      <w:r>
        <w:rPr>
          <w:rtl/>
        </w:rPr>
        <w:t xml:space="preserve"> كا علم لدنى 13; حضرت</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محمد</w:t>
      </w:r>
      <w:r w:rsidR="00F031CD" w:rsidRPr="00F031CD">
        <w:rPr>
          <w:rStyle w:val="libAlaemChar"/>
          <w:rtl/>
        </w:rPr>
        <w:t xml:space="preserve"> صلى‌الله‌عليه‌وآله‌وسلم </w:t>
      </w:r>
      <w:r>
        <w:rPr>
          <w:rtl/>
        </w:rPr>
        <w:t xml:space="preserve"> كا كردار 10; حضرت محمد</w:t>
      </w:r>
      <w:r w:rsidR="00F031CD" w:rsidRPr="00F031CD">
        <w:rPr>
          <w:rStyle w:val="libAlaemChar"/>
          <w:rtl/>
        </w:rPr>
        <w:t xml:space="preserve"> صلى‌الله‌عليه‌وآله‌وسلم </w:t>
      </w:r>
      <w:r>
        <w:rPr>
          <w:rtl/>
        </w:rPr>
        <w:t xml:space="preserve"> كا كمال 11،14; حضرت محمد</w:t>
      </w:r>
      <w:r w:rsidR="00F031CD" w:rsidRPr="00F031CD">
        <w:rPr>
          <w:rStyle w:val="libAlaemChar"/>
          <w:rtl/>
        </w:rPr>
        <w:t xml:space="preserve"> صلى‌الله‌عليه‌وآله‌وسلم </w:t>
      </w:r>
      <w:r>
        <w:rPr>
          <w:rtl/>
        </w:rPr>
        <w:t xml:space="preserve"> كى عصمت 9; حضرت محمد</w:t>
      </w:r>
      <w:r w:rsidR="00F031CD" w:rsidRPr="00F031CD">
        <w:rPr>
          <w:rStyle w:val="libAlaemChar"/>
          <w:rtl/>
        </w:rPr>
        <w:t xml:space="preserve"> صلى‌الله‌عليه‌وآله‌وسلم </w:t>
      </w:r>
      <w:r>
        <w:rPr>
          <w:rtl/>
        </w:rPr>
        <w:t xml:space="preserve"> كى گواہى 8،10; حضرت محمد</w:t>
      </w:r>
      <w:r w:rsidR="00F031CD" w:rsidRPr="00F031CD">
        <w:rPr>
          <w:rStyle w:val="libAlaemChar"/>
          <w:rtl/>
        </w:rPr>
        <w:t xml:space="preserve"> صلى‌الله‌عليه‌وآله‌وسلم </w:t>
      </w:r>
      <w:r>
        <w:rPr>
          <w:rtl/>
        </w:rPr>
        <w:t xml:space="preserve"> كے فضائل 11،14; حضر ت محمد</w:t>
      </w:r>
      <w:r w:rsidR="00F031CD" w:rsidRPr="00F031CD">
        <w:rPr>
          <w:rStyle w:val="libAlaemChar"/>
          <w:rtl/>
        </w:rPr>
        <w:t xml:space="preserve"> صلى‌الله‌عليه‌وآله‌وسلم </w:t>
      </w:r>
      <w:r>
        <w:rPr>
          <w:rtl/>
        </w:rPr>
        <w:t xml:space="preserve"> كے مقامات 9</w:t>
      </w:r>
    </w:p>
    <w:p w:rsidR="001F628F" w:rsidRDefault="001F628F" w:rsidP="00C81DE5">
      <w:pPr>
        <w:pStyle w:val="libNormal"/>
        <w:rPr>
          <w:rtl/>
        </w:rPr>
      </w:pPr>
      <w:r>
        <w:rPr>
          <w:rFonts w:hint="eastAsia"/>
          <w:rtl/>
        </w:rPr>
        <w:t>مسلمان</w:t>
      </w:r>
      <w:r>
        <w:rPr>
          <w:rtl/>
        </w:rPr>
        <w:t>:</w:t>
      </w:r>
      <w:r>
        <w:rPr>
          <w:rFonts w:hint="eastAsia"/>
          <w:rtl/>
        </w:rPr>
        <w:t>مسلمانو</w:t>
      </w:r>
      <w:r w:rsidR="00083993">
        <w:rPr>
          <w:rFonts w:hint="eastAsia"/>
          <w:rtl/>
        </w:rPr>
        <w:t xml:space="preserve">ں </w:t>
      </w:r>
      <w:r>
        <w:rPr>
          <w:rtl/>
        </w:rPr>
        <w:t>كا سرور19;مسلمانو</w:t>
      </w:r>
      <w:r w:rsidR="00083993">
        <w:rPr>
          <w:rtl/>
        </w:rPr>
        <w:t xml:space="preserve">ں </w:t>
      </w:r>
      <w:r>
        <w:rPr>
          <w:rtl/>
        </w:rPr>
        <w:t>كو بشارت 19</w:t>
      </w:r>
    </w:p>
    <w:p w:rsidR="001F628F" w:rsidRDefault="001F628F" w:rsidP="001F628F">
      <w:pPr>
        <w:pStyle w:val="libNormal"/>
        <w:rPr>
          <w:rtl/>
        </w:rPr>
      </w:pPr>
      <w:r>
        <w:rPr>
          <w:rFonts w:hint="eastAsia"/>
          <w:rtl/>
        </w:rPr>
        <w:t>معصومين</w:t>
      </w:r>
      <w:r>
        <w:rPr>
          <w:rtl/>
        </w:rPr>
        <w:t>:5،9</w:t>
      </w:r>
    </w:p>
    <w:p w:rsidR="001F628F" w:rsidRDefault="001F628F" w:rsidP="00C81DE5">
      <w:pPr>
        <w:pStyle w:val="libNormal"/>
        <w:rPr>
          <w:rtl/>
        </w:rPr>
      </w:pPr>
      <w:r>
        <w:rPr>
          <w:rFonts w:hint="eastAsia"/>
          <w:rtl/>
        </w:rPr>
        <w:t>ہدايت</w:t>
      </w:r>
      <w:r>
        <w:rPr>
          <w:rtl/>
        </w:rPr>
        <w:t>:</w:t>
      </w:r>
      <w:r>
        <w:rPr>
          <w:rFonts w:hint="eastAsia"/>
          <w:rtl/>
        </w:rPr>
        <w:t>ہدايت</w:t>
      </w:r>
      <w:r>
        <w:rPr>
          <w:rtl/>
        </w:rPr>
        <w:t xml:space="preserve"> كا زمينہ12; ہدايت كے آثار 19; ہدايت كے اسباب 15</w:t>
      </w:r>
    </w:p>
    <w:p w:rsidR="001F628F" w:rsidRPr="00120F63" w:rsidRDefault="00C81DE5" w:rsidP="00C81DE5">
      <w:pPr>
        <w:pStyle w:val="Heading2Center"/>
        <w:rPr>
          <w:rtl/>
        </w:rPr>
      </w:pPr>
      <w:bookmarkStart w:id="236" w:name="_Toc28081914"/>
      <w:r>
        <w:rPr>
          <w:rFonts w:hint="cs"/>
          <w:rtl/>
        </w:rPr>
        <w:t xml:space="preserve">آیت </w:t>
      </w:r>
      <w:r w:rsidRPr="00120F63">
        <w:rPr>
          <w:rFonts w:hint="cs"/>
          <w:rtl/>
        </w:rPr>
        <w:t>90</w:t>
      </w:r>
      <w:bookmarkEnd w:id="236"/>
    </w:p>
    <w:p w:rsidR="001F628F" w:rsidRDefault="00E260F9" w:rsidP="00C81DE5">
      <w:pPr>
        <w:pStyle w:val="libNormal"/>
        <w:rPr>
          <w:rtl/>
        </w:rPr>
      </w:pPr>
      <w:r w:rsidRPr="00E260F9">
        <w:rPr>
          <w:rStyle w:val="libAlaemChar"/>
          <w:rFonts w:hint="eastAsia"/>
          <w:rtl/>
        </w:rPr>
        <w:t>(</w:t>
      </w:r>
      <w:r w:rsidRPr="00C81DE5">
        <w:rPr>
          <w:rStyle w:val="libAieChar"/>
          <w:rFonts w:hint="eastAsia"/>
          <w:rtl/>
        </w:rPr>
        <w:t>إِنَّ</w:t>
      </w:r>
      <w:r w:rsidRPr="00C81DE5">
        <w:rPr>
          <w:rStyle w:val="libAieChar"/>
          <w:rtl/>
        </w:rPr>
        <w:t xml:space="preserve"> اللّهَ يَأْمُرُ بِالْعَدْلِ وَالإِحْسَانِ وَإِيتَاء ذِي الْقُرْبَى وَيَنْهَى عَنِ الْفَحْشَاء وَالْمُنكَرِ وَالْبَغْيِ يَعِظُكُمْ لَعَلَّكُمْ تَذَكَّرُونَ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اللہ عدل، احسان اور قرابت دارو</w:t>
      </w:r>
      <w:r w:rsidR="00083993">
        <w:rPr>
          <w:rtl/>
        </w:rPr>
        <w:t xml:space="preserve">ں </w:t>
      </w:r>
      <w:r>
        <w:rPr>
          <w:rtl/>
        </w:rPr>
        <w:t>كے حقوق كى ادائيگى كا حكم ديتا ہے اور بدكاري، ناشائستہ حركات اور ظلم سے منع كرتا ہے كہ شايد تم اسى طرح نصيحت حاصل كرلو_</w:t>
      </w:r>
    </w:p>
    <w:p w:rsidR="001F628F" w:rsidRDefault="001F628F" w:rsidP="001F628F">
      <w:pPr>
        <w:pStyle w:val="libNormal"/>
        <w:rPr>
          <w:rtl/>
        </w:rPr>
      </w:pPr>
      <w:r>
        <w:rPr>
          <w:rtl/>
        </w:rPr>
        <w:t>1_خداوند عالم ، عدل كى رعايت اور رشتہ دارو</w:t>
      </w:r>
      <w:r w:rsidR="00083993">
        <w:rPr>
          <w:rtl/>
        </w:rPr>
        <w:t xml:space="preserve">ں </w:t>
      </w:r>
      <w:r>
        <w:rPr>
          <w:rtl/>
        </w:rPr>
        <w:t>پر احسان اور بخشش كا حكم ديتا ہے_</w:t>
      </w:r>
    </w:p>
    <w:p w:rsidR="001F628F" w:rsidRDefault="001F628F" w:rsidP="00C81DE5">
      <w:pPr>
        <w:pStyle w:val="libArabic"/>
        <w:rPr>
          <w:rtl/>
        </w:rPr>
      </w:pPr>
      <w:r>
        <w:rPr>
          <w:rFonts w:hint="eastAsia"/>
          <w:rtl/>
        </w:rPr>
        <w:t>انّ</w:t>
      </w:r>
      <w:r>
        <w:rPr>
          <w:rtl/>
        </w:rPr>
        <w:t xml:space="preserve"> اللّ</w:t>
      </w:r>
      <w:r w:rsidR="00120F63" w:rsidRPr="00ED5DE8">
        <w:rPr>
          <w:rFonts w:hint="cs"/>
          <w:rtl/>
        </w:rPr>
        <w:t>ه</w:t>
      </w:r>
      <w:r>
        <w:rPr>
          <w:rtl/>
        </w:rPr>
        <w:t xml:space="preserve"> </w:t>
      </w:r>
      <w:r>
        <w:rPr>
          <w:rFonts w:hint="cs"/>
          <w:rtl/>
        </w:rPr>
        <w:t>يامر</w:t>
      </w:r>
      <w:r>
        <w:rPr>
          <w:rtl/>
        </w:rPr>
        <w:t xml:space="preserve"> </w:t>
      </w:r>
      <w:r>
        <w:rPr>
          <w:rFonts w:hint="cs"/>
          <w:rtl/>
        </w:rPr>
        <w:t>بالعدل</w:t>
      </w:r>
      <w:r>
        <w:rPr>
          <w:rtl/>
        </w:rPr>
        <w:t xml:space="preserve"> </w:t>
      </w:r>
      <w:r w:rsidR="00B7494D" w:rsidRPr="00B7494D">
        <w:rPr>
          <w:rFonts w:hint="cs"/>
          <w:rtl/>
        </w:rPr>
        <w:t>والاحسان</w:t>
      </w:r>
      <w:r>
        <w:rPr>
          <w:rtl/>
        </w:rPr>
        <w:t xml:space="preserve"> </w:t>
      </w:r>
      <w:r>
        <w:rPr>
          <w:rFonts w:hint="cs"/>
          <w:rtl/>
        </w:rPr>
        <w:t>وايتا</w:t>
      </w:r>
      <w:r>
        <w:rPr>
          <w:rtl/>
        </w:rPr>
        <w:t xml:space="preserve"> </w:t>
      </w:r>
      <w:r>
        <w:rPr>
          <w:rFonts w:hint="cs"/>
          <w:rtl/>
        </w:rPr>
        <w:t>ى</w:t>
      </w:r>
      <w:r>
        <w:rPr>
          <w:rtl/>
        </w:rPr>
        <w:t xml:space="preserve"> </w:t>
      </w:r>
      <w:r>
        <w:rPr>
          <w:rFonts w:hint="cs"/>
          <w:rtl/>
        </w:rPr>
        <w:t>ذى</w:t>
      </w:r>
      <w:r>
        <w:rPr>
          <w:rtl/>
        </w:rPr>
        <w:t xml:space="preserve"> </w:t>
      </w:r>
      <w:r>
        <w:rPr>
          <w:rFonts w:hint="cs"/>
          <w:rtl/>
        </w:rPr>
        <w:t>ا</w:t>
      </w:r>
      <w:r>
        <w:rPr>
          <w:rtl/>
        </w:rPr>
        <w:t>لقربي</w:t>
      </w:r>
    </w:p>
    <w:p w:rsidR="001F628F" w:rsidRDefault="001F628F" w:rsidP="001F628F">
      <w:pPr>
        <w:pStyle w:val="libNormal"/>
        <w:rPr>
          <w:rtl/>
        </w:rPr>
      </w:pPr>
      <w:r>
        <w:rPr>
          <w:rtl/>
        </w:rPr>
        <w:t>2_عدل ،احسان اور صلہ رحمى ،ہدايت قران كے اہم ترين احكام ہي</w:t>
      </w:r>
      <w:r w:rsidR="00083993">
        <w:rPr>
          <w:rtl/>
        </w:rPr>
        <w:t xml:space="preserve">ں </w:t>
      </w:r>
      <w:r>
        <w:rPr>
          <w:rtl/>
        </w:rPr>
        <w:t>_</w:t>
      </w:r>
    </w:p>
    <w:p w:rsidR="001F628F" w:rsidRDefault="001F628F" w:rsidP="00C81DE5">
      <w:pPr>
        <w:pStyle w:val="libArabic"/>
        <w:rPr>
          <w:rtl/>
        </w:rPr>
      </w:pPr>
      <w:r>
        <w:rPr>
          <w:rFonts w:hint="eastAsia"/>
          <w:rtl/>
        </w:rPr>
        <w:t>ونزلنا</w:t>
      </w:r>
      <w:r>
        <w:rPr>
          <w:rtl/>
        </w:rPr>
        <w:t xml:space="preserve"> عليك الكتاب ان اللّ</w:t>
      </w:r>
      <w:r w:rsidR="00120F63" w:rsidRPr="00ED5DE8">
        <w:rPr>
          <w:rFonts w:hint="cs"/>
          <w:rtl/>
        </w:rPr>
        <w:t>ه</w:t>
      </w:r>
      <w:r>
        <w:rPr>
          <w:rtl/>
        </w:rPr>
        <w:t xml:space="preserve"> </w:t>
      </w:r>
      <w:r>
        <w:rPr>
          <w:rFonts w:hint="cs"/>
          <w:rtl/>
        </w:rPr>
        <w:t>يأمربالعدل</w:t>
      </w:r>
      <w:r>
        <w:rPr>
          <w:rtl/>
        </w:rPr>
        <w:t xml:space="preserve"> </w:t>
      </w:r>
      <w:r>
        <w:rPr>
          <w:rFonts w:hint="cs"/>
          <w:rtl/>
        </w:rPr>
        <w:t>والاحسان</w:t>
      </w:r>
      <w:r>
        <w:rPr>
          <w:rtl/>
        </w:rPr>
        <w:t xml:space="preserve"> </w:t>
      </w:r>
      <w:r>
        <w:rPr>
          <w:rFonts w:hint="cs"/>
          <w:rtl/>
        </w:rPr>
        <w:t>وايتاى</w:t>
      </w:r>
      <w:r>
        <w:rPr>
          <w:rtl/>
        </w:rPr>
        <w:t xml:space="preserve"> </w:t>
      </w:r>
      <w:r>
        <w:rPr>
          <w:rFonts w:hint="cs"/>
          <w:rtl/>
        </w:rPr>
        <w:t>ذى</w:t>
      </w:r>
      <w:r>
        <w:rPr>
          <w:rtl/>
        </w:rPr>
        <w:t xml:space="preserve"> </w:t>
      </w:r>
      <w:r>
        <w:rPr>
          <w:rFonts w:hint="cs"/>
          <w:rtl/>
        </w:rPr>
        <w:t>ا</w:t>
      </w:r>
      <w:r>
        <w:rPr>
          <w:rtl/>
        </w:rPr>
        <w:t>لقربي</w:t>
      </w:r>
    </w:p>
    <w:p w:rsidR="001F628F" w:rsidRDefault="001F628F" w:rsidP="001F628F">
      <w:pPr>
        <w:pStyle w:val="libNormal"/>
        <w:rPr>
          <w:rtl/>
        </w:rPr>
      </w:pPr>
      <w:r>
        <w:rPr>
          <w:rFonts w:hint="eastAsia"/>
          <w:rtl/>
        </w:rPr>
        <w:t>خداوند</w:t>
      </w:r>
      <w:r>
        <w:rPr>
          <w:rtl/>
        </w:rPr>
        <w:t xml:space="preserve"> عالم نے قران كے تعارف كے بعد عدل ، احسان اور رشتہ دارو</w:t>
      </w:r>
      <w:r w:rsidR="00083993">
        <w:rPr>
          <w:rtl/>
        </w:rPr>
        <w:t xml:space="preserve">ں </w:t>
      </w:r>
      <w:r>
        <w:rPr>
          <w:rtl/>
        </w:rPr>
        <w:t>پر بخشش كے مسئلہ كو پيش كياہے ان موضوع كا با ہمى ربط ممكن ہے مذكورہ مطلب كو بيان كررہاہو</w:t>
      </w:r>
    </w:p>
    <w:p w:rsidR="001F628F" w:rsidRDefault="001F628F" w:rsidP="001F628F">
      <w:pPr>
        <w:pStyle w:val="libNormal"/>
        <w:rPr>
          <w:rtl/>
        </w:rPr>
      </w:pPr>
      <w:r>
        <w:rPr>
          <w:rtl/>
        </w:rPr>
        <w:t>3_تمام نيكيو</w:t>
      </w:r>
      <w:r w:rsidR="00083993">
        <w:rPr>
          <w:rtl/>
        </w:rPr>
        <w:t xml:space="preserve">ں </w:t>
      </w:r>
      <w:r>
        <w:rPr>
          <w:rtl/>
        </w:rPr>
        <w:t>مي</w:t>
      </w:r>
      <w:r w:rsidR="00083993">
        <w:rPr>
          <w:rtl/>
        </w:rPr>
        <w:t xml:space="preserve">ں </w:t>
      </w:r>
      <w:r>
        <w:rPr>
          <w:rtl/>
        </w:rPr>
        <w:t>سے رشتہ دارو</w:t>
      </w:r>
      <w:r w:rsidR="00083993">
        <w:rPr>
          <w:rtl/>
        </w:rPr>
        <w:t xml:space="preserve">ں </w:t>
      </w:r>
      <w:r>
        <w:rPr>
          <w:rtl/>
        </w:rPr>
        <w:t>پر بخشش ايك خاص اہميت كى حاصل ہے_</w:t>
      </w:r>
    </w:p>
    <w:p w:rsidR="001F628F" w:rsidRDefault="001F628F" w:rsidP="00C81DE5">
      <w:pPr>
        <w:pStyle w:val="libArabic"/>
        <w:rPr>
          <w:rtl/>
        </w:rPr>
      </w:pPr>
      <w:r>
        <w:rPr>
          <w:rFonts w:hint="eastAsia"/>
          <w:rtl/>
        </w:rPr>
        <w:t>ان</w:t>
      </w:r>
      <w:r>
        <w:rPr>
          <w:rtl/>
        </w:rPr>
        <w:t xml:space="preserve"> الله يأمر بالعدل </w:t>
      </w:r>
      <w:r w:rsidR="00B7494D" w:rsidRPr="00B7494D">
        <w:rPr>
          <w:rtl/>
        </w:rPr>
        <w:t>والاحسان</w:t>
      </w:r>
      <w:r>
        <w:rPr>
          <w:rtl/>
        </w:rPr>
        <w:t xml:space="preserve"> وايتاى ذى القربي</w:t>
      </w:r>
    </w:p>
    <w:p w:rsidR="00B7494D" w:rsidRDefault="001F628F" w:rsidP="00B7494D">
      <w:pPr>
        <w:pStyle w:val="libNormal"/>
        <w:rPr>
          <w:rtl/>
        </w:rPr>
      </w:pPr>
      <w:r>
        <w:rPr>
          <w:rFonts w:hint="eastAsia"/>
          <w:rtl/>
        </w:rPr>
        <w:t>مذكورہ</w:t>
      </w:r>
      <w:r>
        <w:rPr>
          <w:rtl/>
        </w:rPr>
        <w:t xml:space="preserve"> تفسير اس بناء پر ہے كہ يقينى طو پر رشتہ دارو</w:t>
      </w:r>
      <w:r w:rsidR="00083993">
        <w:rPr>
          <w:rtl/>
        </w:rPr>
        <w:t xml:space="preserve">ں </w:t>
      </w:r>
      <w:r>
        <w:rPr>
          <w:rtl/>
        </w:rPr>
        <w:t>سے بخشش احسان كے مصاديق مي</w:t>
      </w:r>
      <w:r w:rsidR="00083993">
        <w:rPr>
          <w:rtl/>
        </w:rPr>
        <w:t xml:space="preserve">ں </w:t>
      </w:r>
      <w:r>
        <w:rPr>
          <w:rtl/>
        </w:rPr>
        <w:t>سے</w:t>
      </w:r>
      <w:r w:rsidR="00B7494D" w:rsidRPr="00B7494D">
        <w:rPr>
          <w:rFonts w:hint="eastAsia"/>
          <w:rtl/>
        </w:rPr>
        <w:t xml:space="preserve"> </w:t>
      </w:r>
      <w:r w:rsidR="00B7494D">
        <w:rPr>
          <w:rFonts w:hint="eastAsia"/>
          <w:rtl/>
        </w:rPr>
        <w:t>ہے</w:t>
      </w:r>
      <w:r w:rsidR="00B7494D">
        <w:rPr>
          <w:rtl/>
        </w:rPr>
        <w:t xml:space="preserve"> اور يہ جو دوبارہ جداگانہ طور پر اس كا ذكر ہوا ہے يہ اس كى اہميت كى طرف اشارہ ہے_</w:t>
      </w:r>
    </w:p>
    <w:p w:rsidR="00B7494D" w:rsidRDefault="00B7494D" w:rsidP="00B7494D">
      <w:pPr>
        <w:pStyle w:val="libNormal"/>
        <w:rPr>
          <w:rtl/>
        </w:rPr>
      </w:pPr>
      <w:r>
        <w:rPr>
          <w:rtl/>
        </w:rPr>
        <w:t>4_صلہ رحمى ،مسئوليت كا سبب اور خصوصى حقوق كے پيدائش كا سرچشمہ ہے _</w:t>
      </w:r>
    </w:p>
    <w:p w:rsidR="00B7494D" w:rsidRDefault="00B7494D" w:rsidP="00B7494D">
      <w:pPr>
        <w:pStyle w:val="libArabic"/>
        <w:rPr>
          <w:rtl/>
        </w:rPr>
      </w:pPr>
      <w:r>
        <w:rPr>
          <w:rFonts w:hint="eastAsia"/>
          <w:rtl/>
        </w:rPr>
        <w:t>ان</w:t>
      </w:r>
      <w:r>
        <w:rPr>
          <w:rtl/>
        </w:rPr>
        <w:t xml:space="preserve"> الله يامر بالعدل </w:t>
      </w:r>
      <w:r w:rsidRPr="00B7494D">
        <w:rPr>
          <w:rtl/>
        </w:rPr>
        <w:t>والاحسان</w:t>
      </w:r>
      <w:r>
        <w:rPr>
          <w:rtl/>
        </w:rPr>
        <w:t xml:space="preserve"> وايتاى ذى القربي</w:t>
      </w:r>
    </w:p>
    <w:p w:rsidR="001F628F" w:rsidRDefault="001F628F" w:rsidP="001F628F">
      <w:pPr>
        <w:pStyle w:val="libNormal"/>
        <w:rPr>
          <w:rtl/>
        </w:rPr>
      </w:pPr>
    </w:p>
    <w:p w:rsidR="00C81DE5"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5_اسلام كى سياست ،رشتہ دارو</w:t>
      </w:r>
      <w:r w:rsidR="00083993">
        <w:rPr>
          <w:rtl/>
        </w:rPr>
        <w:t xml:space="preserve">ں </w:t>
      </w:r>
      <w:r>
        <w:rPr>
          <w:rtl/>
        </w:rPr>
        <w:t>سے صلہ رحمى اور ان كى موجودہ مشكلات كو دور كرنے كے استحكام پر مشتمل ہے_</w:t>
      </w:r>
    </w:p>
    <w:p w:rsidR="001F628F" w:rsidRDefault="001F628F" w:rsidP="00C81DE5">
      <w:pPr>
        <w:pStyle w:val="libArabic"/>
        <w:rPr>
          <w:rtl/>
        </w:rPr>
      </w:pPr>
      <w:r>
        <w:rPr>
          <w:rFonts w:hint="eastAsia"/>
          <w:rtl/>
        </w:rPr>
        <w:t>ان</w:t>
      </w:r>
      <w:r>
        <w:rPr>
          <w:rtl/>
        </w:rPr>
        <w:t xml:space="preserve"> الله يأمر بالعدل </w:t>
      </w:r>
      <w:r w:rsidR="00B7494D" w:rsidRPr="00B7494D">
        <w:rPr>
          <w:rtl/>
        </w:rPr>
        <w:t>والاحسان</w:t>
      </w:r>
    </w:p>
    <w:p w:rsidR="001F628F" w:rsidRDefault="001F628F" w:rsidP="001F628F">
      <w:pPr>
        <w:pStyle w:val="libNormal"/>
        <w:rPr>
          <w:rtl/>
        </w:rPr>
      </w:pPr>
      <w:r>
        <w:rPr>
          <w:rtl/>
        </w:rPr>
        <w:t>6_خداوندعالم،عدالت كى رعايت كے علاوہ انسان كے معاشرتى تعلقات پر روح احسان كى حاكميت كو چاہتاہے _</w:t>
      </w:r>
    </w:p>
    <w:p w:rsidR="001F628F" w:rsidRDefault="001F628F" w:rsidP="00C81DE5">
      <w:pPr>
        <w:pStyle w:val="libArabic"/>
        <w:rPr>
          <w:rtl/>
        </w:rPr>
      </w:pPr>
      <w:r>
        <w:rPr>
          <w:rFonts w:hint="eastAsia"/>
          <w:rtl/>
        </w:rPr>
        <w:t>ان</w:t>
      </w:r>
      <w:r>
        <w:rPr>
          <w:rtl/>
        </w:rPr>
        <w:t xml:space="preserve"> الله يأمربالعدل </w:t>
      </w:r>
      <w:r w:rsidR="00B7494D" w:rsidRPr="00B7494D">
        <w:rPr>
          <w:rtl/>
        </w:rPr>
        <w:t>والاحسان</w:t>
      </w:r>
    </w:p>
    <w:p w:rsidR="001F628F" w:rsidRDefault="001F628F" w:rsidP="001F628F">
      <w:pPr>
        <w:pStyle w:val="libNormal"/>
        <w:rPr>
          <w:rtl/>
        </w:rPr>
      </w:pPr>
      <w:r>
        <w:rPr>
          <w:rtl/>
        </w:rPr>
        <w:t>7_عدالت كى رعايت،لوگو</w:t>
      </w:r>
      <w:r w:rsidR="00083993">
        <w:rPr>
          <w:rtl/>
        </w:rPr>
        <w:t xml:space="preserve">ں </w:t>
      </w:r>
      <w:r>
        <w:rPr>
          <w:rtl/>
        </w:rPr>
        <w:t>پراحسان اور رشتہ دارو</w:t>
      </w:r>
      <w:r w:rsidR="00083993">
        <w:rPr>
          <w:rtl/>
        </w:rPr>
        <w:t xml:space="preserve">ں </w:t>
      </w:r>
      <w:r>
        <w:rPr>
          <w:rtl/>
        </w:rPr>
        <w:t>پر بخشش كرنے سے اہم اور ترجيح ركھتى ہے _</w:t>
      </w:r>
    </w:p>
    <w:p w:rsidR="001F628F" w:rsidRDefault="001F628F" w:rsidP="00C81DE5">
      <w:pPr>
        <w:pStyle w:val="libArabic"/>
        <w:rPr>
          <w:rtl/>
        </w:rPr>
      </w:pPr>
      <w:r>
        <w:rPr>
          <w:rFonts w:hint="eastAsia"/>
          <w:rtl/>
        </w:rPr>
        <w:t>ان</w:t>
      </w:r>
      <w:r>
        <w:rPr>
          <w:rtl/>
        </w:rPr>
        <w:t xml:space="preserve"> اللّ</w:t>
      </w:r>
      <w:r w:rsidR="00120F63" w:rsidRPr="00ED5DE8">
        <w:rPr>
          <w:rFonts w:hint="cs"/>
          <w:rtl/>
        </w:rPr>
        <w:t>ه</w:t>
      </w:r>
      <w:r>
        <w:rPr>
          <w:rtl/>
        </w:rPr>
        <w:t xml:space="preserve"> </w:t>
      </w:r>
      <w:r>
        <w:rPr>
          <w:rFonts w:hint="cs"/>
          <w:rtl/>
        </w:rPr>
        <w:t>يأمر</w:t>
      </w:r>
      <w:r>
        <w:rPr>
          <w:rtl/>
        </w:rPr>
        <w:t xml:space="preserve"> </w:t>
      </w:r>
      <w:r>
        <w:rPr>
          <w:rFonts w:hint="cs"/>
          <w:rtl/>
        </w:rPr>
        <w:t>بالعدل</w:t>
      </w:r>
      <w:r>
        <w:rPr>
          <w:rtl/>
        </w:rPr>
        <w:t xml:space="preserve"> </w:t>
      </w:r>
      <w:r w:rsidR="00B7494D" w:rsidRPr="00B7494D">
        <w:rPr>
          <w:rFonts w:hint="cs"/>
          <w:rtl/>
        </w:rPr>
        <w:t>والاحسان</w:t>
      </w:r>
      <w:r>
        <w:rPr>
          <w:rtl/>
        </w:rPr>
        <w:t xml:space="preserve"> وايتاى ذى القربي</w:t>
      </w:r>
    </w:p>
    <w:p w:rsidR="001F628F" w:rsidRDefault="001F628F" w:rsidP="001F628F">
      <w:pPr>
        <w:pStyle w:val="libNormal"/>
        <w:rPr>
          <w:rtl/>
        </w:rPr>
      </w:pPr>
      <w:r>
        <w:rPr>
          <w:rFonts w:hint="eastAsia"/>
          <w:rtl/>
        </w:rPr>
        <w:t>احسان</w:t>
      </w:r>
      <w:r>
        <w:rPr>
          <w:rtl/>
        </w:rPr>
        <w:t xml:space="preserve"> اور رشتہ دارو</w:t>
      </w:r>
      <w:r w:rsidR="00083993">
        <w:rPr>
          <w:rtl/>
        </w:rPr>
        <w:t xml:space="preserve">ں </w:t>
      </w:r>
      <w:r>
        <w:rPr>
          <w:rtl/>
        </w:rPr>
        <w:t>پربخشش سے پہلے عدل كا ذكر ممكن ہے تقدم رتبى كا فائدہ دے رہاہو كيو</w:t>
      </w:r>
      <w:r w:rsidR="00083993">
        <w:rPr>
          <w:rtl/>
        </w:rPr>
        <w:t xml:space="preserve">ں </w:t>
      </w:r>
      <w:r>
        <w:rPr>
          <w:rtl/>
        </w:rPr>
        <w:t>كہ عدالت كى رعايت ايك عمومى ذمہ دارى اور ايسى چيز ہے جس سے صرف نظر نہي</w:t>
      </w:r>
      <w:r w:rsidR="00083993">
        <w:rPr>
          <w:rtl/>
        </w:rPr>
        <w:t xml:space="preserve">ں </w:t>
      </w:r>
      <w:r>
        <w:rPr>
          <w:rtl/>
        </w:rPr>
        <w:t>كيا جاسكتا اور اس كى رعايت كے بغير احسان اور بخشش كى كوئي قدر وقيمت نہي</w:t>
      </w:r>
      <w:r w:rsidR="00083993">
        <w:rPr>
          <w:rtl/>
        </w:rPr>
        <w:t xml:space="preserve">ں </w:t>
      </w:r>
      <w:r>
        <w:rPr>
          <w:rtl/>
        </w:rPr>
        <w:t>ہوگى _</w:t>
      </w:r>
    </w:p>
    <w:p w:rsidR="001F628F" w:rsidRDefault="001F628F" w:rsidP="00C81DE5">
      <w:pPr>
        <w:pStyle w:val="libNormal"/>
        <w:rPr>
          <w:rtl/>
        </w:rPr>
      </w:pPr>
      <w:r>
        <w:rPr>
          <w:rtl/>
        </w:rPr>
        <w:t>8_خداوند عالم نے قبيح،ناپسنديدہ اعمال اور ظلم وسركشى سے منع كيا ہے _</w:t>
      </w:r>
      <w:r w:rsidRPr="00C81DE5">
        <w:rPr>
          <w:rStyle w:val="libArabicChar"/>
          <w:rFonts w:hint="eastAsia"/>
          <w:rtl/>
        </w:rPr>
        <w:t>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عن الفحشا والمنكر والبغي</w:t>
      </w:r>
    </w:p>
    <w:p w:rsidR="001F628F" w:rsidRDefault="001F628F" w:rsidP="001F628F">
      <w:pPr>
        <w:pStyle w:val="libNormal"/>
        <w:rPr>
          <w:rtl/>
        </w:rPr>
      </w:pPr>
      <w:r>
        <w:rPr>
          <w:rtl/>
        </w:rPr>
        <w:t>9_فحشا وقبيح اور ظلم كے ارتكاب سے نہى ،قران مجيد كے اہم ترين انذار اور نواہى مي</w:t>
      </w:r>
      <w:r w:rsidR="00083993">
        <w:rPr>
          <w:rtl/>
        </w:rPr>
        <w:t xml:space="preserve">ں </w:t>
      </w:r>
      <w:r>
        <w:rPr>
          <w:rtl/>
        </w:rPr>
        <w:t>سے ہے _</w:t>
      </w:r>
    </w:p>
    <w:p w:rsidR="001F628F" w:rsidRDefault="001F628F" w:rsidP="00C81DE5">
      <w:pPr>
        <w:pStyle w:val="libArabic"/>
        <w:rPr>
          <w:rtl/>
        </w:rPr>
      </w:pPr>
      <w:r>
        <w:rPr>
          <w:rFonts w:hint="eastAsia"/>
          <w:rtl/>
        </w:rPr>
        <w:t>ونزلنا</w:t>
      </w:r>
      <w:r>
        <w:rPr>
          <w:rtl/>
        </w:rPr>
        <w:t xml:space="preserve"> عليك الكتاب ان الله ين</w:t>
      </w:r>
      <w:r w:rsidR="00F21947" w:rsidRPr="00B2551F">
        <w:rPr>
          <w:rFonts w:hint="cs"/>
          <w:rtl/>
        </w:rPr>
        <w:t>ه</w:t>
      </w:r>
      <w:r>
        <w:rPr>
          <w:rFonts w:hint="cs"/>
          <w:rtl/>
        </w:rPr>
        <w:t>ى</w:t>
      </w:r>
      <w:r>
        <w:rPr>
          <w:rtl/>
        </w:rPr>
        <w:t xml:space="preserve"> </w:t>
      </w:r>
      <w:r>
        <w:rPr>
          <w:rFonts w:hint="cs"/>
          <w:rtl/>
        </w:rPr>
        <w:t>عن</w:t>
      </w:r>
      <w:r>
        <w:rPr>
          <w:rtl/>
        </w:rPr>
        <w:t xml:space="preserve"> </w:t>
      </w:r>
      <w:r>
        <w:rPr>
          <w:rFonts w:hint="cs"/>
          <w:rtl/>
        </w:rPr>
        <w:t>الفحشا</w:t>
      </w:r>
      <w:r>
        <w:rPr>
          <w:rtl/>
        </w:rPr>
        <w:t xml:space="preserve"> </w:t>
      </w:r>
      <w:r>
        <w:rPr>
          <w:rFonts w:hint="cs"/>
          <w:rtl/>
        </w:rPr>
        <w:t>والمنكر</w:t>
      </w:r>
      <w:r>
        <w:rPr>
          <w:rtl/>
        </w:rPr>
        <w:t xml:space="preserve"> </w:t>
      </w:r>
      <w:r>
        <w:rPr>
          <w:rFonts w:hint="cs"/>
          <w:rtl/>
        </w:rPr>
        <w:t>و</w:t>
      </w:r>
      <w:r>
        <w:rPr>
          <w:rtl/>
        </w:rPr>
        <w:t>البغي</w:t>
      </w:r>
    </w:p>
    <w:p w:rsidR="001F628F" w:rsidRDefault="001F628F" w:rsidP="00C81DE5">
      <w:pPr>
        <w:pStyle w:val="libNormal"/>
        <w:rPr>
          <w:rtl/>
        </w:rPr>
      </w:pPr>
      <w:r>
        <w:rPr>
          <w:rtl/>
        </w:rPr>
        <w:t>10_اسلام نے انسانو</w:t>
      </w:r>
      <w:r w:rsidR="00083993">
        <w:rPr>
          <w:rtl/>
        </w:rPr>
        <w:t xml:space="preserve">ں </w:t>
      </w:r>
      <w:r>
        <w:rPr>
          <w:rtl/>
        </w:rPr>
        <w:t>كے اجتماعى تعلقات كو سالم قرار دينے اور اسے محكم نيز معاشرہ كو برائي اور فحشا اور ظلم وسركشى سے پاك كرنے كے ليے اہتمام كيا ہے_</w:t>
      </w:r>
      <w:r w:rsidRPr="00C81DE5">
        <w:rPr>
          <w:rStyle w:val="libArabicChar"/>
          <w:rFonts w:hint="eastAsia"/>
          <w:rtl/>
        </w:rPr>
        <w:t>ان</w:t>
      </w:r>
      <w:r w:rsidRPr="00C81DE5">
        <w:rPr>
          <w:rStyle w:val="libArabicChar"/>
          <w:rtl/>
        </w:rPr>
        <w:t xml:space="preserve"> الله يامر بالعدل </w:t>
      </w:r>
      <w:r w:rsidR="00B7494D" w:rsidRPr="00B7494D">
        <w:rPr>
          <w:rStyle w:val="libArabicChar"/>
          <w:rtl/>
        </w:rPr>
        <w:t>والاحسان</w:t>
      </w:r>
      <w:r w:rsidRPr="00C81DE5">
        <w:rPr>
          <w:rStyle w:val="libArabicChar"/>
          <w:rtl/>
        </w:rPr>
        <w:t xml:space="preserve"> وايتاى ذى القربى و 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w:t>
      </w:r>
      <w:r w:rsidRPr="00C81DE5">
        <w:rPr>
          <w:rStyle w:val="libArabicChar"/>
          <w:rFonts w:hint="cs"/>
          <w:rtl/>
        </w:rPr>
        <w:t>الفحشا</w:t>
      </w:r>
      <w:r w:rsidRPr="00C81DE5">
        <w:rPr>
          <w:rStyle w:val="libArabicChar"/>
          <w:rtl/>
        </w:rPr>
        <w:t xml:space="preserve"> </w:t>
      </w:r>
      <w:r w:rsidRPr="00C81DE5">
        <w:rPr>
          <w:rStyle w:val="libArabicChar"/>
          <w:rFonts w:hint="cs"/>
          <w:rtl/>
        </w:rPr>
        <w:t>ء</w:t>
      </w:r>
      <w:r w:rsidRPr="00C81DE5">
        <w:rPr>
          <w:rStyle w:val="libArabicChar"/>
          <w:rtl/>
        </w:rPr>
        <w:t xml:space="preserve"> </w:t>
      </w:r>
      <w:r w:rsidRPr="00C81DE5">
        <w:rPr>
          <w:rStyle w:val="libArabicChar"/>
          <w:rFonts w:hint="cs"/>
          <w:rtl/>
        </w:rPr>
        <w:t>والمنكر</w:t>
      </w:r>
      <w:r w:rsidRPr="00C81DE5">
        <w:rPr>
          <w:rStyle w:val="libArabicChar"/>
          <w:rtl/>
        </w:rPr>
        <w:t xml:space="preserve"> والبغي</w:t>
      </w:r>
    </w:p>
    <w:p w:rsidR="001F628F" w:rsidRPr="00C81DE5" w:rsidRDefault="001F628F" w:rsidP="00C81DE5">
      <w:pPr>
        <w:pStyle w:val="libNormal"/>
        <w:rPr>
          <w:rStyle w:val="libArabicChar"/>
          <w:rtl/>
        </w:rPr>
      </w:pPr>
      <w:r>
        <w:rPr>
          <w:rtl/>
        </w:rPr>
        <w:t>11_معاشرہ مي</w:t>
      </w:r>
      <w:r w:rsidR="00083993">
        <w:rPr>
          <w:rtl/>
        </w:rPr>
        <w:t xml:space="preserve">ں </w:t>
      </w:r>
      <w:r>
        <w:rPr>
          <w:rtl/>
        </w:rPr>
        <w:t>عدالت كى رعايت نہ كرنا اور رشتہ دارو</w:t>
      </w:r>
      <w:r w:rsidR="00083993">
        <w:rPr>
          <w:rtl/>
        </w:rPr>
        <w:t xml:space="preserve">ں </w:t>
      </w:r>
      <w:r>
        <w:rPr>
          <w:rtl/>
        </w:rPr>
        <w:t>پر احسان نہ كرنا اور قطع تعلق كرنا،معاشرہ مي</w:t>
      </w:r>
      <w:r w:rsidR="00083993">
        <w:rPr>
          <w:rtl/>
        </w:rPr>
        <w:t xml:space="preserve">ں </w:t>
      </w:r>
      <w:r>
        <w:rPr>
          <w:rtl/>
        </w:rPr>
        <w:t>برائي وفحشا ء اور ظلم وسركشى كے رواج پانے كا سبب ہے_</w:t>
      </w:r>
      <w:r w:rsidRPr="00C81DE5">
        <w:rPr>
          <w:rStyle w:val="libArabicChar"/>
          <w:rFonts w:hint="eastAsia"/>
          <w:rtl/>
        </w:rPr>
        <w:t>ان</w:t>
      </w:r>
      <w:r w:rsidRPr="00C81DE5">
        <w:rPr>
          <w:rStyle w:val="libArabicChar"/>
          <w:rtl/>
        </w:rPr>
        <w:t xml:space="preserve"> الله يامر بالعدل والاحسان وايتاى ذى القربى 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w:t>
      </w:r>
      <w:r w:rsidRPr="00C81DE5">
        <w:rPr>
          <w:rStyle w:val="libArabicChar"/>
          <w:rFonts w:hint="cs"/>
          <w:rtl/>
        </w:rPr>
        <w:t>الفحشا</w:t>
      </w:r>
      <w:r w:rsidRPr="00C81DE5">
        <w:rPr>
          <w:rStyle w:val="libArabicChar"/>
          <w:rtl/>
        </w:rPr>
        <w:t xml:space="preserve"> </w:t>
      </w:r>
      <w:r w:rsidRPr="00C81DE5">
        <w:rPr>
          <w:rStyle w:val="libArabicChar"/>
          <w:rFonts w:hint="cs"/>
          <w:rtl/>
        </w:rPr>
        <w:t>ء</w:t>
      </w:r>
      <w:r w:rsidRPr="00C81DE5">
        <w:rPr>
          <w:rStyle w:val="libArabicChar"/>
          <w:rtl/>
        </w:rPr>
        <w:t xml:space="preserve"> </w:t>
      </w:r>
      <w:r w:rsidRPr="00C81DE5">
        <w:rPr>
          <w:rStyle w:val="libArabicChar"/>
          <w:rFonts w:hint="cs"/>
          <w:rtl/>
        </w:rPr>
        <w:t>والمنكر</w:t>
      </w:r>
      <w:r w:rsidRPr="00C81DE5">
        <w:rPr>
          <w:rStyle w:val="libArabicChar"/>
          <w:rtl/>
        </w:rPr>
        <w:t xml:space="preserve"> </w:t>
      </w:r>
      <w:r w:rsidRPr="00C81DE5">
        <w:rPr>
          <w:rStyle w:val="libArabicChar"/>
          <w:rFonts w:hint="cs"/>
          <w:rtl/>
        </w:rPr>
        <w:t>و</w:t>
      </w:r>
      <w:r w:rsidRPr="00C81DE5">
        <w:rPr>
          <w:rStyle w:val="libArabicChar"/>
          <w:rtl/>
        </w:rPr>
        <w:t>البغي</w:t>
      </w:r>
    </w:p>
    <w:p w:rsidR="001F628F" w:rsidRDefault="001F628F" w:rsidP="001F628F">
      <w:pPr>
        <w:pStyle w:val="libNormal"/>
        <w:rPr>
          <w:rtl/>
        </w:rPr>
      </w:pPr>
      <w:r>
        <w:rPr>
          <w:rFonts w:hint="eastAsia"/>
          <w:rtl/>
        </w:rPr>
        <w:t>مذكورہ</w:t>
      </w:r>
      <w:r>
        <w:rPr>
          <w:rtl/>
        </w:rPr>
        <w:t xml:space="preserve"> تفسير كا استفادہ ، عدل واحسان اور رشتہ دارو</w:t>
      </w:r>
      <w:r w:rsidR="00083993">
        <w:rPr>
          <w:rtl/>
        </w:rPr>
        <w:t xml:space="preserve">ں </w:t>
      </w:r>
      <w:r>
        <w:rPr>
          <w:rtl/>
        </w:rPr>
        <w:t>پر انفاق كا فحشا ء ومنكر كے با ہمى تقابل سے ہوتا ہے اگر معاشرہ مي</w:t>
      </w:r>
      <w:r w:rsidR="00083993">
        <w:rPr>
          <w:rtl/>
        </w:rPr>
        <w:t xml:space="preserve">ں </w:t>
      </w:r>
      <w:r>
        <w:rPr>
          <w:rtl/>
        </w:rPr>
        <w:t>عدالت ہو تو برائي و فحشا ء كے پھيلانے كا سبب ختم ہو جاتا ہے _</w:t>
      </w:r>
    </w:p>
    <w:p w:rsidR="001F628F" w:rsidRDefault="001F628F" w:rsidP="001F628F">
      <w:pPr>
        <w:pStyle w:val="libNormal"/>
        <w:rPr>
          <w:rtl/>
        </w:rPr>
      </w:pPr>
      <w:r>
        <w:rPr>
          <w:rtl/>
        </w:rPr>
        <w:t>12_دوسرو</w:t>
      </w:r>
      <w:r w:rsidR="00083993">
        <w:rPr>
          <w:rtl/>
        </w:rPr>
        <w:t xml:space="preserve">ں </w:t>
      </w:r>
      <w:r>
        <w:rPr>
          <w:rtl/>
        </w:rPr>
        <w:t>كے حقوق پر ظلم وتجاوز ، دوسرى برائيو</w:t>
      </w:r>
      <w:r w:rsidR="00083993">
        <w:rPr>
          <w:rtl/>
        </w:rPr>
        <w:t xml:space="preserve">ں </w:t>
      </w:r>
      <w:r>
        <w:rPr>
          <w:rtl/>
        </w:rPr>
        <w:t>كى</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نسبت</w:t>
      </w:r>
      <w:r>
        <w:rPr>
          <w:rtl/>
        </w:rPr>
        <w:t xml:space="preserve"> بہت زيادہ قبيح ہے _</w:t>
      </w:r>
      <w:r w:rsidRPr="00C81DE5">
        <w:rPr>
          <w:rStyle w:val="libArabicChar"/>
          <w:rFonts w:hint="eastAsia"/>
          <w:rtl/>
        </w:rPr>
        <w:t>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عن الفحشا ء والمنكر والبغي</w:t>
      </w:r>
    </w:p>
    <w:p w:rsidR="001F628F" w:rsidRDefault="001F628F" w:rsidP="001F628F">
      <w:pPr>
        <w:pStyle w:val="libNormal"/>
        <w:rPr>
          <w:rtl/>
        </w:rPr>
      </w:pPr>
      <w:r>
        <w:rPr>
          <w:rFonts w:hint="eastAsia"/>
          <w:rtl/>
        </w:rPr>
        <w:t>مذكورہ</w:t>
      </w:r>
      <w:r>
        <w:rPr>
          <w:rtl/>
        </w:rPr>
        <w:t xml:space="preserve"> مطلب اس نكتہ كو ملحوظ خاطر ركھتے ہوئے ہے كہ با وجو د اس كے كہ ''بغى '' خود منكرات كا ايك مصداق ہے ليكن خصوصى طور پر اس كا جدا ذكر ہوا ہے _</w:t>
      </w:r>
    </w:p>
    <w:p w:rsidR="001F628F" w:rsidRDefault="001F628F" w:rsidP="001F628F">
      <w:pPr>
        <w:pStyle w:val="libNormal"/>
        <w:rPr>
          <w:rtl/>
        </w:rPr>
      </w:pPr>
      <w:r>
        <w:rPr>
          <w:rtl/>
        </w:rPr>
        <w:t>13_تمام كمالات ونقائص كى وضاحت ،قران مجيد كى ذمہ دارى ہے _</w:t>
      </w:r>
    </w:p>
    <w:p w:rsidR="001F628F" w:rsidRDefault="001F628F" w:rsidP="00C81DE5">
      <w:pPr>
        <w:pStyle w:val="libArabic"/>
        <w:rPr>
          <w:rtl/>
        </w:rPr>
      </w:pPr>
      <w:r>
        <w:rPr>
          <w:rFonts w:hint="eastAsia"/>
          <w:rtl/>
        </w:rPr>
        <w:t>تبيانا</w:t>
      </w:r>
      <w:r>
        <w:rPr>
          <w:rtl/>
        </w:rPr>
        <w:t xml:space="preserve"> ً لكل شى ء ان اللّ</w:t>
      </w:r>
      <w:r w:rsidR="00120F63" w:rsidRPr="00ED5DE8">
        <w:rPr>
          <w:rFonts w:hint="cs"/>
          <w:rtl/>
        </w:rPr>
        <w:t>ه</w:t>
      </w:r>
      <w:r>
        <w:rPr>
          <w:rtl/>
        </w:rPr>
        <w:t xml:space="preserve"> </w:t>
      </w:r>
      <w:r>
        <w:rPr>
          <w:rFonts w:hint="cs"/>
          <w:rtl/>
        </w:rPr>
        <w:t>يأمر</w:t>
      </w:r>
      <w:r>
        <w:rPr>
          <w:rtl/>
        </w:rPr>
        <w:t xml:space="preserve"> </w:t>
      </w:r>
      <w:r>
        <w:rPr>
          <w:rFonts w:hint="cs"/>
          <w:rtl/>
        </w:rPr>
        <w:t>بالعدل</w:t>
      </w:r>
      <w:r>
        <w:rPr>
          <w:rtl/>
        </w:rPr>
        <w:t xml:space="preserve"> </w:t>
      </w:r>
      <w:r>
        <w:rPr>
          <w:rFonts w:hint="cs"/>
          <w:rtl/>
        </w:rPr>
        <w:t>والاحسان</w:t>
      </w:r>
      <w:r>
        <w:rPr>
          <w:rtl/>
        </w:rPr>
        <w:t xml:space="preserve"> </w:t>
      </w:r>
      <w:r>
        <w:rPr>
          <w:rFonts w:hint="cs"/>
          <w:rtl/>
        </w:rPr>
        <w:t>وين</w:t>
      </w:r>
      <w:r w:rsidR="00F21947" w:rsidRPr="00B2551F">
        <w:rPr>
          <w:rFonts w:hint="cs"/>
          <w:rtl/>
        </w:rPr>
        <w:t>ه</w:t>
      </w:r>
      <w:r>
        <w:rPr>
          <w:rFonts w:hint="cs"/>
          <w:rtl/>
        </w:rPr>
        <w:t>ى</w:t>
      </w:r>
      <w:r>
        <w:rPr>
          <w:rtl/>
        </w:rPr>
        <w:t xml:space="preserve"> </w:t>
      </w:r>
      <w:r>
        <w:rPr>
          <w:rFonts w:hint="cs"/>
          <w:rtl/>
        </w:rPr>
        <w:t>عن</w:t>
      </w:r>
      <w:r>
        <w:rPr>
          <w:rtl/>
        </w:rPr>
        <w:t xml:space="preserve"> </w:t>
      </w:r>
      <w:r>
        <w:rPr>
          <w:rFonts w:hint="cs"/>
          <w:rtl/>
        </w:rPr>
        <w:t>الفحشا</w:t>
      </w:r>
      <w:r>
        <w:rPr>
          <w:rtl/>
        </w:rPr>
        <w:t xml:space="preserve"> </w:t>
      </w:r>
      <w:r>
        <w:rPr>
          <w:rFonts w:hint="cs"/>
          <w:rtl/>
        </w:rPr>
        <w:t>ء</w:t>
      </w:r>
      <w:r>
        <w:rPr>
          <w:rtl/>
        </w:rPr>
        <w:t xml:space="preserve"> </w:t>
      </w:r>
      <w:r>
        <w:rPr>
          <w:rFonts w:hint="cs"/>
          <w:rtl/>
        </w:rPr>
        <w:t>والمنك</w:t>
      </w:r>
      <w:r>
        <w:rPr>
          <w:rtl/>
        </w:rPr>
        <w:t>ر والبغي</w:t>
      </w:r>
    </w:p>
    <w:p w:rsidR="001F628F" w:rsidRDefault="001F628F" w:rsidP="001F628F">
      <w:pPr>
        <w:pStyle w:val="libNormal"/>
        <w:rPr>
          <w:rtl/>
        </w:rPr>
      </w:pPr>
      <w:r>
        <w:rPr>
          <w:rFonts w:hint="eastAsia"/>
          <w:rtl/>
        </w:rPr>
        <w:t>قران</w:t>
      </w:r>
      <w:r>
        <w:rPr>
          <w:rtl/>
        </w:rPr>
        <w:t xml:space="preserve"> مجيد كو </w:t>
      </w:r>
      <w:r w:rsidRPr="00C81DE5">
        <w:rPr>
          <w:rStyle w:val="libArabicChar"/>
          <w:rtl/>
        </w:rPr>
        <w:t>''تبياناًلكل شى ئ''</w:t>
      </w:r>
      <w:r>
        <w:rPr>
          <w:rtl/>
        </w:rPr>
        <w:t xml:space="preserve"> سے متصف كرنے كے بعد عدالت كى رعايت غيرہ كا حكم اور فحشا ء سے انذار ممكن ہے مذكورہ مطلب كو بيان كر رہا ہو يعنى قران تمام كمالات ونقائص كو بيان كرنے والا ہے _</w:t>
      </w:r>
    </w:p>
    <w:p w:rsidR="001F628F" w:rsidRDefault="001F628F" w:rsidP="00C81DE5">
      <w:pPr>
        <w:pStyle w:val="libNormal"/>
        <w:rPr>
          <w:rtl/>
        </w:rPr>
      </w:pPr>
      <w:r>
        <w:rPr>
          <w:rtl/>
        </w:rPr>
        <w:t>14_لوگ،معاشرہ مي</w:t>
      </w:r>
      <w:r w:rsidR="00083993">
        <w:rPr>
          <w:rtl/>
        </w:rPr>
        <w:t xml:space="preserve">ں </w:t>
      </w:r>
      <w:r>
        <w:rPr>
          <w:rtl/>
        </w:rPr>
        <w:t xml:space="preserve">بے عدالتى ،فحشاء وبرائي ،ظلم ،فقر اور لوگو </w:t>
      </w:r>
      <w:r w:rsidR="00083993">
        <w:rPr>
          <w:rtl/>
        </w:rPr>
        <w:t xml:space="preserve">ں </w:t>
      </w:r>
      <w:r>
        <w:rPr>
          <w:rtl/>
        </w:rPr>
        <w:t>كى اقتصادى ضروريات جيسے مسائل كى نسبت ذمہ دار ہي</w:t>
      </w:r>
      <w:r w:rsidR="00083993">
        <w:rPr>
          <w:rtl/>
        </w:rPr>
        <w:t xml:space="preserve">ں </w:t>
      </w:r>
      <w:r>
        <w:rPr>
          <w:rtl/>
        </w:rPr>
        <w:t>_</w:t>
      </w:r>
      <w:r w:rsidRPr="00C81DE5">
        <w:rPr>
          <w:rStyle w:val="libArabicChar"/>
          <w:rFonts w:hint="eastAsia"/>
          <w:rtl/>
        </w:rPr>
        <w:t>انّ</w:t>
      </w:r>
      <w:r w:rsidRPr="00C81DE5">
        <w:rPr>
          <w:rStyle w:val="libArabicChar"/>
          <w:rtl/>
        </w:rPr>
        <w:t xml:space="preserve"> اللّ</w:t>
      </w:r>
      <w:r w:rsidR="00120F63" w:rsidRPr="00B2551F">
        <w:rPr>
          <w:rStyle w:val="libArabicChar"/>
          <w:rFonts w:hint="cs"/>
          <w:rtl/>
        </w:rPr>
        <w:t>ه</w:t>
      </w:r>
      <w:r w:rsidRPr="00C81DE5">
        <w:rPr>
          <w:rStyle w:val="libArabicChar"/>
          <w:rtl/>
        </w:rPr>
        <w:t xml:space="preserve"> </w:t>
      </w:r>
      <w:r w:rsidRPr="00C81DE5">
        <w:rPr>
          <w:rStyle w:val="libArabicChar"/>
          <w:rFonts w:hint="cs"/>
          <w:rtl/>
        </w:rPr>
        <w:t>يأمر</w:t>
      </w:r>
      <w:r w:rsidRPr="00C81DE5">
        <w:rPr>
          <w:rStyle w:val="libArabicChar"/>
          <w:rtl/>
        </w:rPr>
        <w:t xml:space="preserve"> </w:t>
      </w:r>
      <w:r w:rsidRPr="00C81DE5">
        <w:rPr>
          <w:rStyle w:val="libArabicChar"/>
          <w:rFonts w:hint="cs"/>
          <w:rtl/>
        </w:rPr>
        <w:t>بالعدل</w:t>
      </w:r>
      <w:r w:rsidRPr="00C81DE5">
        <w:rPr>
          <w:rStyle w:val="libArabicChar"/>
          <w:rtl/>
        </w:rPr>
        <w:t xml:space="preserve"> </w:t>
      </w:r>
      <w:r w:rsidR="00B7494D" w:rsidRPr="00B7494D">
        <w:rPr>
          <w:rStyle w:val="libArabicChar"/>
          <w:rFonts w:hint="cs"/>
          <w:rtl/>
        </w:rPr>
        <w:t>والاحسان</w:t>
      </w:r>
      <w:r w:rsidRPr="00C81DE5">
        <w:rPr>
          <w:rStyle w:val="libArabicChar"/>
          <w:rtl/>
        </w:rPr>
        <w:t xml:space="preserve"> </w:t>
      </w:r>
      <w:r w:rsidRPr="00C81DE5">
        <w:rPr>
          <w:rStyle w:val="libArabicChar"/>
          <w:rFonts w:hint="cs"/>
          <w:rtl/>
        </w:rPr>
        <w:t>وايتاى</w:t>
      </w:r>
      <w:r w:rsidRPr="00C81DE5">
        <w:rPr>
          <w:rStyle w:val="libArabicChar"/>
          <w:rtl/>
        </w:rPr>
        <w:t xml:space="preserve"> </w:t>
      </w:r>
      <w:r w:rsidRPr="00C81DE5">
        <w:rPr>
          <w:rStyle w:val="libArabicChar"/>
          <w:rFonts w:hint="cs"/>
          <w:rtl/>
        </w:rPr>
        <w:t>ذى</w:t>
      </w:r>
      <w:r w:rsidRPr="00C81DE5">
        <w:rPr>
          <w:rStyle w:val="libArabicChar"/>
          <w:rtl/>
        </w:rPr>
        <w:t xml:space="preserve"> </w:t>
      </w:r>
      <w:r w:rsidRPr="00C81DE5">
        <w:rPr>
          <w:rStyle w:val="libArabicChar"/>
          <w:rFonts w:hint="cs"/>
          <w:rtl/>
        </w:rPr>
        <w:t>القربى</w:t>
      </w:r>
      <w:r w:rsidRPr="00C81DE5">
        <w:rPr>
          <w:rStyle w:val="libArabicChar"/>
          <w:rtl/>
        </w:rPr>
        <w:t xml:space="preserve"> </w:t>
      </w:r>
      <w:r w:rsidRPr="00C81DE5">
        <w:rPr>
          <w:rStyle w:val="libArabicChar"/>
          <w:rFonts w:hint="cs"/>
          <w:rtl/>
        </w:rPr>
        <w:t>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w:t>
      </w:r>
      <w:r w:rsidRPr="00C81DE5">
        <w:rPr>
          <w:rStyle w:val="libArabicChar"/>
          <w:rFonts w:hint="cs"/>
          <w:rtl/>
        </w:rPr>
        <w:t>الفحشا</w:t>
      </w:r>
      <w:r w:rsidRPr="00C81DE5">
        <w:rPr>
          <w:rStyle w:val="libArabicChar"/>
          <w:rtl/>
        </w:rPr>
        <w:t xml:space="preserve"> </w:t>
      </w:r>
      <w:r w:rsidRPr="00C81DE5">
        <w:rPr>
          <w:rStyle w:val="libArabicChar"/>
          <w:rFonts w:hint="cs"/>
          <w:rtl/>
        </w:rPr>
        <w:t>ء</w:t>
      </w:r>
      <w:r w:rsidRPr="00C81DE5">
        <w:rPr>
          <w:rStyle w:val="libArabicChar"/>
          <w:rtl/>
        </w:rPr>
        <w:t xml:space="preserve"> </w:t>
      </w:r>
      <w:r w:rsidRPr="00C81DE5">
        <w:rPr>
          <w:rStyle w:val="libArabicChar"/>
          <w:rFonts w:hint="cs"/>
          <w:rtl/>
        </w:rPr>
        <w:t>والمنكر</w:t>
      </w:r>
      <w:r w:rsidRPr="00C81DE5">
        <w:rPr>
          <w:rStyle w:val="libArabicChar"/>
          <w:rtl/>
        </w:rPr>
        <w:t xml:space="preserve"> </w:t>
      </w:r>
      <w:r w:rsidRPr="00C81DE5">
        <w:rPr>
          <w:rStyle w:val="libArabicChar"/>
          <w:rFonts w:hint="cs"/>
          <w:rtl/>
        </w:rPr>
        <w:t>والبغى</w:t>
      </w:r>
      <w:r w:rsidRPr="00C81DE5">
        <w:rPr>
          <w:rStyle w:val="libArabicChar"/>
          <w:rtl/>
        </w:rPr>
        <w:t xml:space="preserve"> يعظكم</w:t>
      </w:r>
    </w:p>
    <w:p w:rsidR="001F628F" w:rsidRPr="00C81DE5" w:rsidRDefault="001F628F" w:rsidP="00C81DE5">
      <w:pPr>
        <w:pStyle w:val="libNormal"/>
        <w:rPr>
          <w:rStyle w:val="libArabicChar"/>
          <w:rtl/>
        </w:rPr>
      </w:pPr>
      <w:r>
        <w:rPr>
          <w:rtl/>
        </w:rPr>
        <w:t>15_خداوند عالم كا امر ونہى لوگو</w:t>
      </w:r>
      <w:r w:rsidR="00083993">
        <w:rPr>
          <w:rtl/>
        </w:rPr>
        <w:t xml:space="preserve">ں </w:t>
      </w:r>
      <w:r>
        <w:rPr>
          <w:rtl/>
        </w:rPr>
        <w:t>كو وعظ كرنے كے لئے ہے _</w:t>
      </w:r>
      <w:r w:rsidRPr="00C81DE5">
        <w:rPr>
          <w:rStyle w:val="libArabicChar"/>
          <w:rFonts w:hint="eastAsia"/>
          <w:rtl/>
        </w:rPr>
        <w:t>انّ</w:t>
      </w:r>
      <w:r w:rsidRPr="00C81DE5">
        <w:rPr>
          <w:rStyle w:val="libArabicChar"/>
          <w:rtl/>
        </w:rPr>
        <w:t xml:space="preserve"> اللّ</w:t>
      </w:r>
      <w:r w:rsidR="00120F63" w:rsidRPr="00B2551F">
        <w:rPr>
          <w:rStyle w:val="libArabicChar"/>
          <w:rFonts w:hint="cs"/>
          <w:rtl/>
        </w:rPr>
        <w:t>ه</w:t>
      </w:r>
      <w:r w:rsidRPr="00C81DE5">
        <w:rPr>
          <w:rStyle w:val="libArabicChar"/>
          <w:rtl/>
        </w:rPr>
        <w:t xml:space="preserve"> </w:t>
      </w:r>
      <w:r w:rsidRPr="00C81DE5">
        <w:rPr>
          <w:rStyle w:val="libArabicChar"/>
          <w:rFonts w:hint="cs"/>
          <w:rtl/>
        </w:rPr>
        <w:t>يأمر</w:t>
      </w:r>
      <w:r w:rsidRPr="00C81DE5">
        <w:rPr>
          <w:rStyle w:val="libArabicChar"/>
          <w:rtl/>
        </w:rPr>
        <w:t xml:space="preserve"> </w:t>
      </w:r>
      <w:r w:rsidRPr="00C81DE5">
        <w:rPr>
          <w:rStyle w:val="libArabicChar"/>
          <w:rFonts w:hint="cs"/>
          <w:rtl/>
        </w:rPr>
        <w:t>بالعدل</w:t>
      </w:r>
      <w:r w:rsidRPr="00C81DE5">
        <w:rPr>
          <w:rStyle w:val="libArabicChar"/>
          <w:rtl/>
        </w:rPr>
        <w:t xml:space="preserve"> </w:t>
      </w:r>
      <w:r w:rsidRPr="00C81DE5">
        <w:rPr>
          <w:rStyle w:val="libArabicChar"/>
          <w:rFonts w:hint="cs"/>
          <w:rtl/>
        </w:rPr>
        <w:t>والاحسان</w:t>
      </w:r>
      <w:r w:rsidRPr="00C81DE5">
        <w:rPr>
          <w:rStyle w:val="libArabicChar"/>
          <w:rtl/>
        </w:rPr>
        <w:t xml:space="preserve"> </w:t>
      </w:r>
      <w:r w:rsidRPr="00C81DE5">
        <w:rPr>
          <w:rStyle w:val="libArabicChar"/>
          <w:rFonts w:hint="cs"/>
          <w:rtl/>
        </w:rPr>
        <w:t>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w:t>
      </w:r>
      <w:r w:rsidRPr="00C81DE5">
        <w:rPr>
          <w:rStyle w:val="libArabicChar"/>
          <w:rFonts w:hint="cs"/>
          <w:rtl/>
        </w:rPr>
        <w:t>الفحشا</w:t>
      </w:r>
      <w:r w:rsidRPr="00C81DE5">
        <w:rPr>
          <w:rStyle w:val="libArabicChar"/>
          <w:rtl/>
        </w:rPr>
        <w:t xml:space="preserve"> </w:t>
      </w:r>
      <w:r w:rsidRPr="00C81DE5">
        <w:rPr>
          <w:rStyle w:val="libArabicChar"/>
          <w:rFonts w:hint="cs"/>
          <w:rtl/>
        </w:rPr>
        <w:t>ء</w:t>
      </w:r>
      <w:r w:rsidRPr="00C81DE5">
        <w:rPr>
          <w:rStyle w:val="libArabicChar"/>
          <w:rtl/>
        </w:rPr>
        <w:t xml:space="preserve"> </w:t>
      </w:r>
      <w:r w:rsidRPr="00C81DE5">
        <w:rPr>
          <w:rStyle w:val="libArabicChar"/>
          <w:rFonts w:hint="cs"/>
          <w:rtl/>
        </w:rPr>
        <w:t>والمنك</w:t>
      </w:r>
      <w:r w:rsidRPr="00C81DE5">
        <w:rPr>
          <w:rStyle w:val="libArabicChar"/>
          <w:rtl/>
        </w:rPr>
        <w:t>ر والبغى يعظكم</w:t>
      </w:r>
    </w:p>
    <w:p w:rsidR="001F628F" w:rsidRDefault="001F628F" w:rsidP="00C81DE5">
      <w:pPr>
        <w:pStyle w:val="libNormal"/>
        <w:rPr>
          <w:rtl/>
        </w:rPr>
      </w:pPr>
      <w:r>
        <w:rPr>
          <w:rtl/>
        </w:rPr>
        <w:t>16_عدالت كى رعايت ،احسان ، رشتہ دارو</w:t>
      </w:r>
      <w:r w:rsidR="00083993">
        <w:rPr>
          <w:rtl/>
        </w:rPr>
        <w:t xml:space="preserve">ں </w:t>
      </w:r>
      <w:r>
        <w:rPr>
          <w:rtl/>
        </w:rPr>
        <w:t>كے حقوق كى ادائيگى ،فحشاء وقبيح اور ظالمانہ اعمال سے دورى خداوند عالم كا انسان كو ايك وعظ ونصيحت ہے _</w:t>
      </w:r>
      <w:r w:rsidRPr="00C81DE5">
        <w:rPr>
          <w:rStyle w:val="libArabicChar"/>
          <w:rFonts w:hint="eastAsia"/>
          <w:rtl/>
        </w:rPr>
        <w:t>ان</w:t>
      </w:r>
      <w:r w:rsidRPr="00C81DE5">
        <w:rPr>
          <w:rStyle w:val="libArabicChar"/>
          <w:rtl/>
        </w:rPr>
        <w:t xml:space="preserve"> الله يامربالعدل </w:t>
      </w:r>
      <w:r w:rsidR="00B7494D" w:rsidRPr="00B7494D">
        <w:rPr>
          <w:rStyle w:val="libArabicChar"/>
          <w:rtl/>
        </w:rPr>
        <w:t>والاحسان</w:t>
      </w:r>
      <w:r w:rsidRPr="00C81DE5">
        <w:rPr>
          <w:rStyle w:val="libArabicChar"/>
          <w:rtl/>
        </w:rPr>
        <w:t xml:space="preserve"> وين</w:t>
      </w:r>
      <w:r w:rsidR="00F21947"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w:t>
      </w:r>
      <w:r w:rsidRPr="00C81DE5">
        <w:rPr>
          <w:rStyle w:val="libArabicChar"/>
          <w:rFonts w:hint="cs"/>
          <w:rtl/>
        </w:rPr>
        <w:t>الفحشا</w:t>
      </w:r>
      <w:r w:rsidRPr="00C81DE5">
        <w:rPr>
          <w:rStyle w:val="libArabicChar"/>
          <w:rtl/>
        </w:rPr>
        <w:t xml:space="preserve"> </w:t>
      </w:r>
      <w:r w:rsidRPr="00C81DE5">
        <w:rPr>
          <w:rStyle w:val="libArabicChar"/>
          <w:rFonts w:hint="cs"/>
          <w:rtl/>
        </w:rPr>
        <w:t>ء</w:t>
      </w:r>
      <w:r w:rsidRPr="00C81DE5">
        <w:rPr>
          <w:rStyle w:val="libArabicChar"/>
          <w:rtl/>
        </w:rPr>
        <w:t xml:space="preserve"> </w:t>
      </w:r>
      <w:r w:rsidRPr="00C81DE5">
        <w:rPr>
          <w:rStyle w:val="libArabicChar"/>
          <w:rFonts w:hint="cs"/>
          <w:rtl/>
        </w:rPr>
        <w:t>والمنكر</w:t>
      </w:r>
      <w:r w:rsidRPr="00C81DE5">
        <w:rPr>
          <w:rStyle w:val="libArabicChar"/>
          <w:rtl/>
        </w:rPr>
        <w:t xml:space="preserve"> </w:t>
      </w:r>
      <w:r w:rsidRPr="00C81DE5">
        <w:rPr>
          <w:rStyle w:val="libArabicChar"/>
          <w:rFonts w:hint="cs"/>
          <w:rtl/>
        </w:rPr>
        <w:t>والبغى</w:t>
      </w:r>
      <w:r w:rsidRPr="00C81DE5">
        <w:rPr>
          <w:rStyle w:val="libArabicChar"/>
          <w:rtl/>
        </w:rPr>
        <w:t xml:space="preserve"> يعظكم</w:t>
      </w:r>
    </w:p>
    <w:p w:rsidR="001F628F" w:rsidRDefault="001F628F" w:rsidP="001F628F">
      <w:pPr>
        <w:pStyle w:val="libNormal"/>
        <w:rPr>
          <w:rtl/>
        </w:rPr>
      </w:pPr>
      <w:r>
        <w:rPr>
          <w:rtl/>
        </w:rPr>
        <w:t>17_خداوند عالم كے وعظ ونصيحت انسانو</w:t>
      </w:r>
      <w:r w:rsidR="00083993">
        <w:rPr>
          <w:rtl/>
        </w:rPr>
        <w:t xml:space="preserve">ں </w:t>
      </w:r>
      <w:r>
        <w:rPr>
          <w:rtl/>
        </w:rPr>
        <w:t>كى عقل وفطرت كو بيدار كرنے كے ليے ہي</w:t>
      </w:r>
      <w:r w:rsidR="00083993">
        <w:rPr>
          <w:rtl/>
        </w:rPr>
        <w:t xml:space="preserve">ں </w:t>
      </w:r>
      <w:r>
        <w:rPr>
          <w:rtl/>
        </w:rPr>
        <w:t>_</w:t>
      </w:r>
    </w:p>
    <w:p w:rsidR="001F628F" w:rsidRDefault="001F628F" w:rsidP="00C81DE5">
      <w:pPr>
        <w:pStyle w:val="libArabic"/>
        <w:rPr>
          <w:rtl/>
        </w:rPr>
      </w:pPr>
      <w:r>
        <w:rPr>
          <w:rFonts w:hint="eastAsia"/>
          <w:rtl/>
        </w:rPr>
        <w:t>انّ</w:t>
      </w:r>
      <w:r>
        <w:rPr>
          <w:rtl/>
        </w:rPr>
        <w:t xml:space="preserve"> اللّ</w:t>
      </w:r>
      <w:r w:rsidR="00120F63" w:rsidRPr="00ED5DE8">
        <w:rPr>
          <w:rFonts w:hint="cs"/>
          <w:rtl/>
        </w:rPr>
        <w:t>ه</w:t>
      </w:r>
      <w:r>
        <w:rPr>
          <w:rtl/>
        </w:rPr>
        <w:t xml:space="preserve"> </w:t>
      </w:r>
      <w:r>
        <w:rPr>
          <w:rFonts w:hint="cs"/>
          <w:rtl/>
        </w:rPr>
        <w:t>يأمر</w:t>
      </w:r>
      <w:r>
        <w:rPr>
          <w:rtl/>
        </w:rPr>
        <w:t xml:space="preserve"> </w:t>
      </w:r>
      <w:r>
        <w:rPr>
          <w:rFonts w:hint="cs"/>
          <w:rtl/>
        </w:rPr>
        <w:t>بالعدل</w:t>
      </w:r>
      <w:r>
        <w:rPr>
          <w:rtl/>
        </w:rPr>
        <w:t xml:space="preserve"> </w:t>
      </w:r>
      <w:r w:rsidR="00B7494D" w:rsidRPr="00B7494D">
        <w:rPr>
          <w:rFonts w:hint="cs"/>
          <w:rtl/>
        </w:rPr>
        <w:t>والاحسان</w:t>
      </w:r>
      <w:r>
        <w:rPr>
          <w:rtl/>
        </w:rPr>
        <w:t xml:space="preserve"> </w:t>
      </w:r>
      <w:r>
        <w:rPr>
          <w:rFonts w:hint="cs"/>
          <w:rtl/>
        </w:rPr>
        <w:t>وين</w:t>
      </w:r>
      <w:r w:rsidR="00F21947" w:rsidRPr="00F21947">
        <w:rPr>
          <w:rFonts w:hint="cs"/>
          <w:rtl/>
        </w:rPr>
        <w:t>ه</w:t>
      </w:r>
      <w:r>
        <w:rPr>
          <w:rFonts w:hint="cs"/>
          <w:rtl/>
        </w:rPr>
        <w:t>ى</w:t>
      </w:r>
      <w:r>
        <w:rPr>
          <w:rtl/>
        </w:rPr>
        <w:t xml:space="preserve"> </w:t>
      </w:r>
      <w:r>
        <w:rPr>
          <w:rFonts w:hint="cs"/>
          <w:rtl/>
        </w:rPr>
        <w:t>عن</w:t>
      </w:r>
      <w:r>
        <w:rPr>
          <w:rtl/>
        </w:rPr>
        <w:t xml:space="preserve"> </w:t>
      </w:r>
      <w:r>
        <w:rPr>
          <w:rFonts w:hint="cs"/>
          <w:rtl/>
        </w:rPr>
        <w:t>الفحشا</w:t>
      </w:r>
      <w:r>
        <w:rPr>
          <w:rtl/>
        </w:rPr>
        <w:t xml:space="preserve"> </w:t>
      </w:r>
      <w:r>
        <w:rPr>
          <w:rFonts w:hint="cs"/>
          <w:rtl/>
        </w:rPr>
        <w:t>ء</w:t>
      </w:r>
      <w:r>
        <w:rPr>
          <w:rtl/>
        </w:rPr>
        <w:t xml:space="preserve"> </w:t>
      </w:r>
      <w:r>
        <w:rPr>
          <w:rFonts w:hint="cs"/>
          <w:rtl/>
        </w:rPr>
        <w:t>والمنكر</w:t>
      </w:r>
      <w:r>
        <w:rPr>
          <w:rtl/>
        </w:rPr>
        <w:t xml:space="preserve"> </w:t>
      </w:r>
      <w:r>
        <w:rPr>
          <w:rFonts w:hint="cs"/>
          <w:rtl/>
        </w:rPr>
        <w:t>والبغى</w:t>
      </w:r>
      <w:r>
        <w:rPr>
          <w:rtl/>
        </w:rPr>
        <w:t xml:space="preserve"> </w:t>
      </w:r>
      <w:r>
        <w:rPr>
          <w:rFonts w:hint="cs"/>
          <w:rtl/>
        </w:rPr>
        <w:t>يعظكم</w:t>
      </w:r>
      <w:r>
        <w:rPr>
          <w:rtl/>
        </w:rPr>
        <w:t xml:space="preserve"> </w:t>
      </w:r>
      <w:r>
        <w:rPr>
          <w:rFonts w:hint="cs"/>
          <w:rtl/>
        </w:rPr>
        <w:t>لعلكم</w:t>
      </w:r>
      <w:r>
        <w:rPr>
          <w:rtl/>
        </w:rPr>
        <w:t xml:space="preserve"> </w:t>
      </w:r>
      <w:r>
        <w:rPr>
          <w:rFonts w:hint="cs"/>
          <w:rtl/>
        </w:rPr>
        <w:t>تذ</w:t>
      </w:r>
      <w:r>
        <w:rPr>
          <w:rtl/>
        </w:rPr>
        <w:t>ّكرون</w:t>
      </w:r>
    </w:p>
    <w:p w:rsidR="001F628F" w:rsidRDefault="001F628F" w:rsidP="001F628F">
      <w:pPr>
        <w:pStyle w:val="libNormal"/>
        <w:rPr>
          <w:rtl/>
        </w:rPr>
      </w:pPr>
      <w:r>
        <w:rPr>
          <w:rtl/>
        </w:rPr>
        <w:t>''تذّكرون مادہ''سے ''تذّكر'' كا معنى كسى فراموش شدہ چيز كى يادآورى ہو اس بناء پر مواعظ الہى كا تذكر ايسے امور كى بارے مي</w:t>
      </w:r>
      <w:r w:rsidR="00083993">
        <w:rPr>
          <w:rtl/>
        </w:rPr>
        <w:t xml:space="preserve">ں </w:t>
      </w:r>
      <w:r>
        <w:rPr>
          <w:rtl/>
        </w:rPr>
        <w:t>وعظ ونصيحت ہے جن تك انسان تعليم وحى كے بغير نہي</w:t>
      </w:r>
      <w:r w:rsidR="00083993">
        <w:rPr>
          <w:rtl/>
        </w:rPr>
        <w:t xml:space="preserve">ں </w:t>
      </w:r>
      <w:r>
        <w:rPr>
          <w:rtl/>
        </w:rPr>
        <w:t>پہنچ سكتا اور در حقيقت فطرتى وعقل چيز ہے ليكن انسانو</w:t>
      </w:r>
      <w:r w:rsidR="00083993">
        <w:rPr>
          <w:rtl/>
        </w:rPr>
        <w:t xml:space="preserve">ں </w:t>
      </w:r>
      <w:r>
        <w:rPr>
          <w:rtl/>
        </w:rPr>
        <w:t>نے اس كو فراموش كرديا ہے وحى كے ذريعہ ان كو اس كى يادد ہانى كرائي جاتى ہے_</w:t>
      </w:r>
    </w:p>
    <w:p w:rsidR="001F628F" w:rsidRDefault="001F628F" w:rsidP="001F628F">
      <w:pPr>
        <w:pStyle w:val="libNormal"/>
        <w:rPr>
          <w:rtl/>
        </w:rPr>
      </w:pPr>
      <w:r>
        <w:rPr>
          <w:rtl/>
        </w:rPr>
        <w:t>18_ عدل و احسان اور رشتہ دارو</w:t>
      </w:r>
      <w:r w:rsidR="00083993">
        <w:rPr>
          <w:rtl/>
        </w:rPr>
        <w:t xml:space="preserve">ں </w:t>
      </w:r>
      <w:r>
        <w:rPr>
          <w:rtl/>
        </w:rPr>
        <w:t>پر انفاق ، انسانى فطرت كے ميلانات مي</w:t>
      </w:r>
      <w:r w:rsidR="00083993">
        <w:rPr>
          <w:rtl/>
        </w:rPr>
        <w:t xml:space="preserve">ں </w:t>
      </w:r>
      <w:r>
        <w:rPr>
          <w:rtl/>
        </w:rPr>
        <w:t>سے ہے_</w:t>
      </w:r>
    </w:p>
    <w:p w:rsidR="001F628F" w:rsidRDefault="001F628F" w:rsidP="00C81DE5">
      <w:pPr>
        <w:pStyle w:val="libArabic"/>
        <w:rPr>
          <w:rtl/>
        </w:rPr>
      </w:pPr>
      <w:r>
        <w:rPr>
          <w:rFonts w:hint="eastAsia"/>
          <w:rtl/>
        </w:rPr>
        <w:t>يا</w:t>
      </w:r>
      <w:r>
        <w:rPr>
          <w:rtl/>
        </w:rPr>
        <w:t xml:space="preserve"> مر بالعدل والاحسن وا يتاى ذى القربى لعلّكم تذكرون</w:t>
      </w:r>
    </w:p>
    <w:p w:rsidR="001F628F" w:rsidRDefault="001F628F" w:rsidP="001F628F">
      <w:pPr>
        <w:pStyle w:val="libNormal"/>
        <w:rPr>
          <w:rtl/>
        </w:rPr>
      </w:pPr>
      <w:r>
        <w:rPr>
          <w:rFonts w:hint="eastAsia"/>
          <w:rtl/>
        </w:rPr>
        <w:t>مذكورہ</w:t>
      </w:r>
      <w:r>
        <w:rPr>
          <w:rtl/>
        </w:rPr>
        <w:t xml:space="preserve"> تفسير اس بناء پر ہے كہ خداوند عالم نے عدالت و غيرہ كے امر كو انسانو</w:t>
      </w:r>
      <w:r w:rsidR="00083993">
        <w:rPr>
          <w:rtl/>
        </w:rPr>
        <w:t xml:space="preserve">ں </w:t>
      </w:r>
      <w:r>
        <w:rPr>
          <w:rtl/>
        </w:rPr>
        <w:t>كے تذكر كى خاطر مواعظہ قرار ديا ہے او رلفظ ''تذكر'' مي</w:t>
      </w:r>
      <w:r w:rsidR="00083993">
        <w:rPr>
          <w:rtl/>
        </w:rPr>
        <w:t xml:space="preserve">ں </w:t>
      </w:r>
      <w:r>
        <w:rPr>
          <w:rtl/>
        </w:rPr>
        <w:t>يہ</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معنى</w:t>
      </w:r>
      <w:r>
        <w:rPr>
          <w:rtl/>
        </w:rPr>
        <w:t xml:space="preserve"> مضمر ہے كہ مذكورہ كمالات كى طرف ميلان كى اصل تمام انسانو</w:t>
      </w:r>
      <w:r w:rsidR="00083993">
        <w:rPr>
          <w:rtl/>
        </w:rPr>
        <w:t xml:space="preserve">ں </w:t>
      </w:r>
      <w:r>
        <w:rPr>
          <w:rtl/>
        </w:rPr>
        <w:t>مي</w:t>
      </w:r>
      <w:r w:rsidR="00083993">
        <w:rPr>
          <w:rtl/>
        </w:rPr>
        <w:t xml:space="preserve">ں </w:t>
      </w:r>
      <w:r>
        <w:rPr>
          <w:rtl/>
        </w:rPr>
        <w:t>موجود ہے اور غفلت كى صورت مي</w:t>
      </w:r>
      <w:r w:rsidR="00083993">
        <w:rPr>
          <w:rtl/>
        </w:rPr>
        <w:t xml:space="preserve">ں </w:t>
      </w:r>
      <w:r>
        <w:rPr>
          <w:rtl/>
        </w:rPr>
        <w:t>ياد دہانى كى ضرورت ہوتى ہے _</w:t>
      </w:r>
    </w:p>
    <w:p w:rsidR="001F628F" w:rsidRDefault="001F628F" w:rsidP="00C81DE5">
      <w:pPr>
        <w:pStyle w:val="libNormal"/>
        <w:rPr>
          <w:rtl/>
        </w:rPr>
      </w:pPr>
      <w:r>
        <w:rPr>
          <w:rtl/>
        </w:rPr>
        <w:t>19_ فحشاء ، برائي اور ظلم سے بيزاري، انسانو</w:t>
      </w:r>
      <w:r w:rsidR="00083993">
        <w:rPr>
          <w:rtl/>
        </w:rPr>
        <w:t xml:space="preserve">ں </w:t>
      </w:r>
      <w:r>
        <w:rPr>
          <w:rtl/>
        </w:rPr>
        <w:t>كى سرشت مي</w:t>
      </w:r>
      <w:r w:rsidR="00083993">
        <w:rPr>
          <w:rtl/>
        </w:rPr>
        <w:t xml:space="preserve">ں </w:t>
      </w:r>
      <w:r>
        <w:rPr>
          <w:rtl/>
        </w:rPr>
        <w:t>مضمر ہے_</w:t>
      </w:r>
      <w:r w:rsidRPr="00C81DE5">
        <w:rPr>
          <w:rStyle w:val="libArabicChar"/>
          <w:rFonts w:hint="eastAsia"/>
          <w:rtl/>
        </w:rPr>
        <w:t>و</w:t>
      </w:r>
      <w:r w:rsidRPr="00C81DE5">
        <w:rPr>
          <w:rStyle w:val="libArabicChar"/>
          <w:rtl/>
        </w:rPr>
        <w:t xml:space="preserve"> ين</w:t>
      </w:r>
      <w:r w:rsidR="00120F63"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عن</w:t>
      </w:r>
      <w:r w:rsidRPr="00C81DE5">
        <w:rPr>
          <w:rStyle w:val="libArabicChar"/>
          <w:rtl/>
        </w:rPr>
        <w:t xml:space="preserve"> ... </w:t>
      </w:r>
      <w:r w:rsidRPr="00C81DE5">
        <w:rPr>
          <w:rStyle w:val="libArabicChar"/>
          <w:rFonts w:hint="cs"/>
          <w:rtl/>
        </w:rPr>
        <w:t>لعلّكم</w:t>
      </w:r>
      <w:r w:rsidRPr="00C81DE5">
        <w:rPr>
          <w:rStyle w:val="libArabicChar"/>
          <w:rtl/>
        </w:rPr>
        <w:t xml:space="preserve"> </w:t>
      </w:r>
      <w:r w:rsidRPr="00C81DE5">
        <w:rPr>
          <w:rStyle w:val="libArabicChar"/>
          <w:rFonts w:hint="cs"/>
          <w:rtl/>
        </w:rPr>
        <w:t>تذكّرون</w:t>
      </w:r>
    </w:p>
    <w:p w:rsidR="001F628F" w:rsidRDefault="001F628F" w:rsidP="001F628F">
      <w:pPr>
        <w:pStyle w:val="libNormal"/>
        <w:rPr>
          <w:rtl/>
        </w:rPr>
      </w:pPr>
      <w:r>
        <w:rPr>
          <w:rtl/>
        </w:rPr>
        <w:t>''تذكر'' ايسى چيز كى ياد آورى ہے كہ جس كے بارے مي</w:t>
      </w:r>
      <w:r w:rsidR="00083993">
        <w:rPr>
          <w:rtl/>
        </w:rPr>
        <w:t xml:space="preserve">ں </w:t>
      </w:r>
      <w:r>
        <w:rPr>
          <w:rtl/>
        </w:rPr>
        <w:t>انسان پہلے سے ايك قسم كى آگاہى ركھتا ہو اور اس كى طرف مائل ہو_</w:t>
      </w:r>
    </w:p>
    <w:p w:rsidR="001F628F" w:rsidRDefault="001F628F" w:rsidP="00C81DE5">
      <w:pPr>
        <w:pStyle w:val="libNormal"/>
        <w:rPr>
          <w:rtl/>
        </w:rPr>
      </w:pPr>
      <w:r>
        <w:rPr>
          <w:rtl/>
        </w:rPr>
        <w:t>20_ انسان ، غفلت اور اپنى فطرتى ميلانات اور عقلى معلومات سے روگردانى كے خطرہ سے دوچار اور تذكراور بيدارى كا محتاج ہے_</w:t>
      </w:r>
      <w:r w:rsidRPr="00C81DE5">
        <w:rPr>
          <w:rStyle w:val="libArabicChar"/>
          <w:rFonts w:hint="eastAsia"/>
          <w:rtl/>
        </w:rPr>
        <w:t>انّ</w:t>
      </w:r>
      <w:r w:rsidRPr="00C81DE5">
        <w:rPr>
          <w:rStyle w:val="libArabicChar"/>
          <w:rtl/>
        </w:rPr>
        <w:t xml:space="preserve"> الله يا مر ...وين</w:t>
      </w:r>
      <w:r w:rsidR="00120F63" w:rsidRPr="00B2551F">
        <w:rPr>
          <w:rStyle w:val="libArabicChar"/>
          <w:rFonts w:hint="cs"/>
          <w:rtl/>
        </w:rPr>
        <w:t>ه</w:t>
      </w:r>
      <w:r w:rsidRPr="00C81DE5">
        <w:rPr>
          <w:rStyle w:val="libArabicChar"/>
          <w:rFonts w:hint="cs"/>
          <w:rtl/>
        </w:rPr>
        <w:t>ى</w:t>
      </w:r>
      <w:r w:rsidRPr="00C81DE5">
        <w:rPr>
          <w:rStyle w:val="libArabicChar"/>
          <w:rtl/>
        </w:rPr>
        <w:t xml:space="preserve"> ...</w:t>
      </w:r>
      <w:r w:rsidRPr="00C81DE5">
        <w:rPr>
          <w:rStyle w:val="libArabicChar"/>
          <w:rFonts w:hint="cs"/>
          <w:rtl/>
        </w:rPr>
        <w:t>يعظكم</w:t>
      </w:r>
      <w:r w:rsidRPr="00C81DE5">
        <w:rPr>
          <w:rStyle w:val="libArabicChar"/>
          <w:rtl/>
        </w:rPr>
        <w:t xml:space="preserve"> </w:t>
      </w:r>
      <w:r w:rsidRPr="00C81DE5">
        <w:rPr>
          <w:rStyle w:val="libArabicChar"/>
          <w:rFonts w:hint="cs"/>
          <w:rtl/>
        </w:rPr>
        <w:t>لعلكّم</w:t>
      </w:r>
      <w:r w:rsidRPr="00C81DE5">
        <w:rPr>
          <w:rStyle w:val="libArabicChar"/>
          <w:rtl/>
        </w:rPr>
        <w:t xml:space="preserve"> </w:t>
      </w:r>
      <w:r w:rsidRPr="00C81DE5">
        <w:rPr>
          <w:rStyle w:val="libArabicChar"/>
          <w:rFonts w:hint="cs"/>
          <w:rtl/>
        </w:rPr>
        <w:t>ت</w:t>
      </w:r>
      <w:r w:rsidRPr="00C81DE5">
        <w:rPr>
          <w:rStyle w:val="libArabicChar"/>
          <w:rtl/>
        </w:rPr>
        <w:t>ذكرّون</w:t>
      </w:r>
    </w:p>
    <w:p w:rsidR="001F628F" w:rsidRDefault="001F628F" w:rsidP="001F628F">
      <w:pPr>
        <w:pStyle w:val="libNormal"/>
        <w:rPr>
          <w:rtl/>
        </w:rPr>
      </w:pPr>
      <w:r>
        <w:rPr>
          <w:rtl/>
        </w:rPr>
        <w:t>21_ لوگو</w:t>
      </w:r>
      <w:r w:rsidR="00083993">
        <w:rPr>
          <w:rtl/>
        </w:rPr>
        <w:t xml:space="preserve">ں </w:t>
      </w:r>
      <w:r>
        <w:rPr>
          <w:rtl/>
        </w:rPr>
        <w:t>كى بيدارى اور ہوشيارى كے ليے موعظہ ، قرآن كا ايك تربيتى و ہدايتى طريقہ ہے_</w:t>
      </w:r>
    </w:p>
    <w:p w:rsidR="001F628F" w:rsidRDefault="001F628F" w:rsidP="001F628F">
      <w:pPr>
        <w:pStyle w:val="libNormal"/>
        <w:rPr>
          <w:rtl/>
        </w:rPr>
      </w:pPr>
      <w:r>
        <w:rPr>
          <w:rtl/>
        </w:rPr>
        <w:t>22_</w:t>
      </w:r>
      <w:r w:rsidRPr="00C81DE5">
        <w:rPr>
          <w:rStyle w:val="libArabicChar"/>
          <w:rtl/>
        </w:rPr>
        <w:t xml:space="preserve">''قال على </w:t>
      </w:r>
      <w:r w:rsidR="00367F17" w:rsidRPr="00367F17">
        <w:rPr>
          <w:rStyle w:val="libAlaemChar"/>
          <w:rtl/>
        </w:rPr>
        <w:t xml:space="preserve"> عليه‌السلام </w:t>
      </w:r>
      <w:r w:rsidRPr="00C81DE5">
        <w:rPr>
          <w:rStyle w:val="libArabicChar"/>
          <w:rtl/>
        </w:rPr>
        <w:t xml:space="preserve"> :فى قول</w:t>
      </w:r>
      <w:r w:rsidR="00120F63" w:rsidRPr="00B2551F">
        <w:rPr>
          <w:rStyle w:val="libArabicChar"/>
          <w:rFonts w:hint="cs"/>
          <w:rtl/>
        </w:rPr>
        <w:t>ه</w:t>
      </w:r>
      <w:r w:rsidRPr="00C81DE5">
        <w:rPr>
          <w:rStyle w:val="libArabicChar"/>
          <w:rtl/>
        </w:rPr>
        <w:t xml:space="preserve"> </w:t>
      </w:r>
      <w:r w:rsidRPr="00C81DE5">
        <w:rPr>
          <w:rStyle w:val="libArabicChar"/>
          <w:rFonts w:hint="cs"/>
          <w:rtl/>
        </w:rPr>
        <w:t>تعالى</w:t>
      </w:r>
      <w:r w:rsidRPr="00C81DE5">
        <w:rPr>
          <w:rStyle w:val="libArabicChar"/>
          <w:rtl/>
        </w:rPr>
        <w:t xml:space="preserve"> ''</w:t>
      </w:r>
      <w:r w:rsidRPr="00C81DE5">
        <w:rPr>
          <w:rStyle w:val="libArabicChar"/>
          <w:rFonts w:hint="cs"/>
          <w:rtl/>
        </w:rPr>
        <w:t>ان</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يا</w:t>
      </w:r>
      <w:r w:rsidRPr="00C81DE5">
        <w:rPr>
          <w:rStyle w:val="libArabicChar"/>
          <w:rtl/>
        </w:rPr>
        <w:t xml:space="preserve"> </w:t>
      </w:r>
      <w:r w:rsidRPr="00C81DE5">
        <w:rPr>
          <w:rStyle w:val="libArabicChar"/>
          <w:rFonts w:hint="cs"/>
          <w:rtl/>
        </w:rPr>
        <w:t>مر</w:t>
      </w:r>
      <w:r w:rsidRPr="00C81DE5">
        <w:rPr>
          <w:rStyle w:val="libArabicChar"/>
          <w:rtl/>
        </w:rPr>
        <w:t xml:space="preserve"> </w:t>
      </w:r>
      <w:r w:rsidRPr="00C81DE5">
        <w:rPr>
          <w:rStyle w:val="libArabicChar"/>
          <w:rFonts w:hint="cs"/>
          <w:rtl/>
        </w:rPr>
        <w:t>بالعدل</w:t>
      </w:r>
      <w:r w:rsidRPr="00C81DE5">
        <w:rPr>
          <w:rStyle w:val="libArabicChar"/>
          <w:rtl/>
        </w:rPr>
        <w:t xml:space="preserve"> </w:t>
      </w:r>
      <w:r w:rsidRPr="00C81DE5">
        <w:rPr>
          <w:rStyle w:val="libArabicChar"/>
          <w:rFonts w:hint="cs"/>
          <w:rtl/>
        </w:rPr>
        <w:t>و</w:t>
      </w:r>
      <w:r w:rsidRPr="00C81DE5">
        <w:rPr>
          <w:rStyle w:val="libArabicChar"/>
          <w:rtl/>
        </w:rPr>
        <w:t xml:space="preserve"> </w:t>
      </w:r>
      <w:r w:rsidRPr="00C81DE5">
        <w:rPr>
          <w:rStyle w:val="libArabicChar"/>
          <w:rFonts w:hint="cs"/>
          <w:rtl/>
        </w:rPr>
        <w:t>الا</w:t>
      </w:r>
      <w:r w:rsidRPr="00C81DE5">
        <w:rPr>
          <w:rStyle w:val="libArabicChar"/>
          <w:rtl/>
        </w:rPr>
        <w:t xml:space="preserve"> </w:t>
      </w:r>
      <w:r w:rsidRPr="00C81DE5">
        <w:rPr>
          <w:rStyle w:val="libArabicChar"/>
          <w:rFonts w:hint="cs"/>
          <w:rtl/>
        </w:rPr>
        <w:t>حسان</w:t>
      </w:r>
      <w:r w:rsidRPr="00C81DE5">
        <w:rPr>
          <w:rStyle w:val="libArabicChar"/>
          <w:rtl/>
        </w:rPr>
        <w:t xml:space="preserve"> ''</w:t>
      </w:r>
      <w:r w:rsidRPr="00C81DE5">
        <w:rPr>
          <w:rStyle w:val="libArabicChar"/>
          <w:rFonts w:hint="cs"/>
          <w:rtl/>
        </w:rPr>
        <w:t>العدل</w:t>
      </w:r>
      <w:r w:rsidRPr="00C81DE5">
        <w:rPr>
          <w:rStyle w:val="libArabicChar"/>
          <w:rtl/>
        </w:rPr>
        <w:t xml:space="preserve"> </w:t>
      </w:r>
      <w:r w:rsidRPr="00C81DE5">
        <w:rPr>
          <w:rStyle w:val="libArabicChar"/>
          <w:rFonts w:hint="cs"/>
          <w:rtl/>
        </w:rPr>
        <w:t>الانصاف</w:t>
      </w:r>
      <w:r w:rsidRPr="00C81DE5">
        <w:rPr>
          <w:rStyle w:val="libArabicChar"/>
          <w:rtl/>
        </w:rPr>
        <w:t xml:space="preserve"> </w:t>
      </w:r>
      <w:r w:rsidRPr="00C81DE5">
        <w:rPr>
          <w:rStyle w:val="libArabicChar"/>
          <w:rFonts w:hint="cs"/>
          <w:rtl/>
        </w:rPr>
        <w:t>والا</w:t>
      </w:r>
      <w:r w:rsidRPr="00C81DE5">
        <w:rPr>
          <w:rStyle w:val="libArabicChar"/>
          <w:rtl/>
        </w:rPr>
        <w:t xml:space="preserve"> </w:t>
      </w:r>
      <w:r w:rsidRPr="00C81DE5">
        <w:rPr>
          <w:rStyle w:val="libArabicChar"/>
          <w:rFonts w:hint="cs"/>
          <w:rtl/>
        </w:rPr>
        <w:t>حسان</w:t>
      </w:r>
      <w:r w:rsidRPr="00C81DE5">
        <w:rPr>
          <w:rStyle w:val="libArabicChar"/>
          <w:rtl/>
        </w:rPr>
        <w:t xml:space="preserve">: </w:t>
      </w:r>
      <w:r w:rsidRPr="00C81DE5">
        <w:rPr>
          <w:rStyle w:val="libArabicChar"/>
          <w:rFonts w:hint="cs"/>
          <w:rtl/>
        </w:rPr>
        <w:t>التفيضل</w:t>
      </w:r>
      <w:r w:rsidRPr="00C81DE5">
        <w:rPr>
          <w:rStyle w:val="libFootnotenumChar"/>
          <w:rtl/>
        </w:rPr>
        <w:t>(1)</w:t>
      </w:r>
    </w:p>
    <w:p w:rsidR="001F628F" w:rsidRDefault="001F628F" w:rsidP="001F628F">
      <w:pPr>
        <w:pStyle w:val="libNormal"/>
        <w:rPr>
          <w:rtl/>
        </w:rPr>
      </w:pPr>
      <w:r>
        <w:rPr>
          <w:rFonts w:hint="eastAsia"/>
          <w:rtl/>
        </w:rPr>
        <w:t>حضرت</w:t>
      </w:r>
      <w:r>
        <w:rPr>
          <w:rtl/>
        </w:rPr>
        <w:t xml:space="preserve"> علي</w:t>
      </w:r>
      <w:r w:rsidR="00367F17" w:rsidRPr="00367F17">
        <w:rPr>
          <w:rStyle w:val="libAlaemChar"/>
          <w:rtl/>
        </w:rPr>
        <w:t xml:space="preserve"> عليه‌السلام </w:t>
      </w:r>
      <w:r>
        <w:rPr>
          <w:rtl/>
        </w:rPr>
        <w:t xml:space="preserve"> سے خداوند عالم كے اس قول </w:t>
      </w:r>
      <w:r w:rsidRPr="00C81DE5">
        <w:rPr>
          <w:rStyle w:val="libArabicChar"/>
          <w:rtl/>
        </w:rPr>
        <w:t>''انّ الله يا مربالعدل والاحسان''</w:t>
      </w:r>
      <w:r>
        <w:rPr>
          <w:rtl/>
        </w:rPr>
        <w:t xml:space="preserve"> كے بارے مي</w:t>
      </w:r>
      <w:r w:rsidR="00083993">
        <w:rPr>
          <w:rtl/>
        </w:rPr>
        <w:t xml:space="preserve">ں </w:t>
      </w:r>
      <w:r>
        <w:rPr>
          <w:rtl/>
        </w:rPr>
        <w:t xml:space="preserve">روايت نقل ہوئي ہے كہ آپ </w:t>
      </w:r>
      <w:r w:rsidR="00367F17" w:rsidRPr="00367F17">
        <w:rPr>
          <w:rStyle w:val="libAlaemChar"/>
          <w:rtl/>
        </w:rPr>
        <w:t xml:space="preserve"> عليه‌السلام </w:t>
      </w:r>
      <w:r>
        <w:rPr>
          <w:rtl/>
        </w:rPr>
        <w:t xml:space="preserve"> نے فرمايا :عدل كا معنى انصاف اور احسان كے معنى تفضّل ہے_</w:t>
      </w:r>
    </w:p>
    <w:p w:rsidR="001F628F" w:rsidRDefault="001F628F" w:rsidP="00C81DE5">
      <w:pPr>
        <w:pStyle w:val="libNormal"/>
        <w:rPr>
          <w:rtl/>
        </w:rPr>
      </w:pPr>
      <w:r>
        <w:rPr>
          <w:rFonts w:hint="eastAsia"/>
          <w:rtl/>
        </w:rPr>
        <w:t>احسان</w:t>
      </w:r>
      <w:r>
        <w:rPr>
          <w:rtl/>
        </w:rPr>
        <w:t xml:space="preserve"> :</w:t>
      </w:r>
      <w:r>
        <w:rPr>
          <w:rFonts w:hint="eastAsia"/>
          <w:rtl/>
        </w:rPr>
        <w:t>احسان</w:t>
      </w:r>
      <w:r>
        <w:rPr>
          <w:rtl/>
        </w:rPr>
        <w:t xml:space="preserve"> كا مفہوم 22;احسان كو ترك كرنے كے آثار 11; احسان كى اہميت1،2،3،4،6،7،16</w:t>
      </w:r>
    </w:p>
    <w:p w:rsidR="001F628F" w:rsidRDefault="001F628F" w:rsidP="00C81DE5">
      <w:pPr>
        <w:pStyle w:val="libNormal"/>
        <w:rPr>
          <w:rtl/>
        </w:rPr>
      </w:pPr>
      <w:r>
        <w:rPr>
          <w:rFonts w:hint="eastAsia"/>
          <w:rtl/>
        </w:rPr>
        <w:t>اقدار</w:t>
      </w:r>
      <w:r>
        <w:rPr>
          <w:rtl/>
        </w:rPr>
        <w:t>:</w:t>
      </w:r>
      <w:r>
        <w:rPr>
          <w:rFonts w:hint="eastAsia"/>
          <w:rtl/>
        </w:rPr>
        <w:t>اقدرا</w:t>
      </w:r>
      <w:r>
        <w:rPr>
          <w:rtl/>
        </w:rPr>
        <w:t xml:space="preserve"> كو بيان كرنا 13</w:t>
      </w:r>
    </w:p>
    <w:p w:rsidR="001F628F" w:rsidRDefault="001F628F" w:rsidP="00C81DE5">
      <w:pPr>
        <w:pStyle w:val="libNormal"/>
        <w:rPr>
          <w:rtl/>
        </w:rPr>
      </w:pPr>
      <w:r>
        <w:rPr>
          <w:rFonts w:hint="eastAsia"/>
          <w:rtl/>
        </w:rPr>
        <w:t>اسلام</w:t>
      </w:r>
      <w:r>
        <w:rPr>
          <w:rtl/>
        </w:rPr>
        <w:t>:</w:t>
      </w:r>
      <w:r>
        <w:rPr>
          <w:rFonts w:hint="eastAsia"/>
          <w:rtl/>
        </w:rPr>
        <w:t>اسلام</w:t>
      </w:r>
      <w:r>
        <w:rPr>
          <w:rtl/>
        </w:rPr>
        <w:t xml:space="preserve"> كى تعلميات 5</w:t>
      </w:r>
    </w:p>
    <w:p w:rsidR="001F628F" w:rsidRDefault="001F628F" w:rsidP="00C81DE5">
      <w:pPr>
        <w:pStyle w:val="libNormal"/>
        <w:rPr>
          <w:rtl/>
        </w:rPr>
      </w:pPr>
      <w:r>
        <w:rPr>
          <w:rFonts w:hint="eastAsia"/>
          <w:rtl/>
        </w:rPr>
        <w:t>الله</w:t>
      </w:r>
      <w:r>
        <w:rPr>
          <w:rtl/>
        </w:rPr>
        <w:t xml:space="preserve"> تعالي:</w:t>
      </w:r>
      <w:r>
        <w:rPr>
          <w:rFonts w:hint="eastAsia"/>
          <w:rtl/>
        </w:rPr>
        <w:t>الله</w:t>
      </w:r>
      <w:r>
        <w:rPr>
          <w:rtl/>
        </w:rPr>
        <w:t xml:space="preserve"> تعالى كى تاكيد ي</w:t>
      </w:r>
      <w:r w:rsidR="00083993">
        <w:rPr>
          <w:rtl/>
        </w:rPr>
        <w:t xml:space="preserve">ں </w:t>
      </w:r>
      <w:r>
        <w:rPr>
          <w:rtl/>
        </w:rPr>
        <w:t>6; الله تعالى كى نواہى كا فلسفہ 15; الله تعالى كے اوامر 1; الله تعالى كے اوامر كا فلسفہ 15; الله تعالى كے مواعظ16; الله تعالى كے نواہى 8،9;الله تعالى كے وعظ كا فلسفہ17</w:t>
      </w:r>
    </w:p>
    <w:p w:rsidR="001F628F" w:rsidRDefault="001F628F" w:rsidP="00C81DE5">
      <w:pPr>
        <w:pStyle w:val="libNormal"/>
        <w:rPr>
          <w:rtl/>
        </w:rPr>
      </w:pPr>
      <w:r>
        <w:rPr>
          <w:rFonts w:hint="eastAsia"/>
          <w:rtl/>
        </w:rPr>
        <w:t>انسان</w:t>
      </w:r>
      <w:r>
        <w:rPr>
          <w:rtl/>
        </w:rPr>
        <w:t>:</w:t>
      </w:r>
      <w:r>
        <w:rPr>
          <w:rFonts w:hint="eastAsia"/>
          <w:rtl/>
        </w:rPr>
        <w:t>انسان</w:t>
      </w:r>
      <w:r>
        <w:rPr>
          <w:rtl/>
        </w:rPr>
        <w:t xml:space="preserve"> كى سماجى ذمہ داري14; انسان كى عدالت خواہي18;انسان كى غفلت 20; انسان كى فطريات 18،19; انسان كى معنوى ضروريات 20; انسانون كو موعظہ كرنے كى اہميت 15</w:t>
      </w:r>
    </w:p>
    <w:p w:rsidR="001F628F" w:rsidRDefault="001F628F" w:rsidP="00C81DE5">
      <w:pPr>
        <w:pStyle w:val="libNormal"/>
        <w:rPr>
          <w:rtl/>
        </w:rPr>
      </w:pPr>
      <w:r>
        <w:rPr>
          <w:rFonts w:hint="eastAsia"/>
          <w:rtl/>
        </w:rPr>
        <w:t>تجاوز</w:t>
      </w:r>
      <w:r>
        <w:rPr>
          <w:rtl/>
        </w:rPr>
        <w:t xml:space="preserve"> :</w:t>
      </w:r>
      <w:r>
        <w:rPr>
          <w:rFonts w:hint="eastAsia"/>
          <w:rtl/>
        </w:rPr>
        <w:t>تجاوز</w:t>
      </w:r>
      <w:r>
        <w:rPr>
          <w:rtl/>
        </w:rPr>
        <w:t xml:space="preserve"> سے اجتناب 10; تجاوز سے نہى 8; تجاوز كا زمينہ 11;تجاوز كا ناپسند ہونا12</w:t>
      </w:r>
    </w:p>
    <w:p w:rsidR="001F628F" w:rsidRDefault="00B84D3B" w:rsidP="00B84D3B">
      <w:pPr>
        <w:pStyle w:val="libLine"/>
        <w:rPr>
          <w:rtl/>
        </w:rPr>
      </w:pPr>
      <w:r>
        <w:rPr>
          <w:rtl/>
        </w:rPr>
        <w:t>____________________</w:t>
      </w:r>
    </w:p>
    <w:p w:rsidR="001F628F" w:rsidRDefault="001F628F" w:rsidP="00C81DE5">
      <w:pPr>
        <w:pStyle w:val="libFootnote"/>
        <w:rPr>
          <w:rtl/>
        </w:rPr>
      </w:pPr>
      <w:r>
        <w:rPr>
          <w:rtl/>
        </w:rPr>
        <w:t>1)نہج البلاغہ صبحى صالح، كلمات قصار ، كلمہ 231; بحار الانوار ،ج72، ص29، ج21_</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تربيت</w:t>
      </w:r>
      <w:r>
        <w:rPr>
          <w:rtl/>
        </w:rPr>
        <w:t>:</w:t>
      </w:r>
      <w:r>
        <w:rPr>
          <w:rFonts w:hint="eastAsia"/>
          <w:rtl/>
        </w:rPr>
        <w:t>تربيت</w:t>
      </w:r>
      <w:r>
        <w:rPr>
          <w:rtl/>
        </w:rPr>
        <w:t xml:space="preserve"> كا روش 21</w:t>
      </w:r>
    </w:p>
    <w:p w:rsidR="001F628F" w:rsidRDefault="001F628F" w:rsidP="00C81DE5">
      <w:pPr>
        <w:pStyle w:val="libNormal"/>
        <w:rPr>
          <w:rtl/>
        </w:rPr>
      </w:pPr>
      <w:r>
        <w:rPr>
          <w:rFonts w:hint="eastAsia"/>
          <w:rtl/>
        </w:rPr>
        <w:t>رشتہ</w:t>
      </w:r>
      <w:r>
        <w:rPr>
          <w:rtl/>
        </w:rPr>
        <w:t xml:space="preserve"> درا:</w:t>
      </w:r>
      <w:r>
        <w:rPr>
          <w:rFonts w:hint="eastAsia"/>
          <w:rtl/>
        </w:rPr>
        <w:t>رشتہ</w:t>
      </w:r>
      <w:r>
        <w:rPr>
          <w:rtl/>
        </w:rPr>
        <w:t xml:space="preserve"> دارو</w:t>
      </w:r>
      <w:r w:rsidR="00083993">
        <w:rPr>
          <w:rtl/>
        </w:rPr>
        <w:t xml:space="preserve">ں </w:t>
      </w:r>
      <w:r>
        <w:rPr>
          <w:rtl/>
        </w:rPr>
        <w:t>پر احسان 1،3،18; رشتہ دارو</w:t>
      </w:r>
      <w:r w:rsidR="00083993">
        <w:rPr>
          <w:rtl/>
        </w:rPr>
        <w:t xml:space="preserve">ں </w:t>
      </w:r>
      <w:r>
        <w:rPr>
          <w:rtl/>
        </w:rPr>
        <w:t>كو ہبہ كرنا 1،3،7،18</w:t>
      </w:r>
    </w:p>
    <w:p w:rsidR="001F628F" w:rsidRDefault="001F628F" w:rsidP="00C81DE5">
      <w:pPr>
        <w:pStyle w:val="libNormal"/>
        <w:rPr>
          <w:rtl/>
        </w:rPr>
      </w:pPr>
      <w:r>
        <w:rPr>
          <w:rFonts w:hint="eastAsia"/>
          <w:rtl/>
        </w:rPr>
        <w:t>رشتہ</w:t>
      </w:r>
      <w:r>
        <w:rPr>
          <w:rtl/>
        </w:rPr>
        <w:t xml:space="preserve"> دارى :</w:t>
      </w:r>
      <w:r>
        <w:rPr>
          <w:rFonts w:hint="eastAsia"/>
          <w:rtl/>
        </w:rPr>
        <w:t>رشتہ</w:t>
      </w:r>
      <w:r>
        <w:rPr>
          <w:rtl/>
        </w:rPr>
        <w:t xml:space="preserve"> دارى كے آثار 4; رشتہ دارى كے حقوق كا زمينہ4; رشتہ دارى كى رعايت كرنے كى اہميت 16;رشتہ دا رى كے روابط كى اہميت5</w:t>
      </w:r>
    </w:p>
    <w:p w:rsidR="001F628F" w:rsidRDefault="001F628F" w:rsidP="00C81DE5">
      <w:pPr>
        <w:pStyle w:val="libNormal"/>
        <w:rPr>
          <w:rtl/>
        </w:rPr>
      </w:pPr>
      <w:r>
        <w:rPr>
          <w:rFonts w:hint="eastAsia"/>
          <w:rtl/>
        </w:rPr>
        <w:t>روابط</w:t>
      </w:r>
      <w:r>
        <w:rPr>
          <w:rtl/>
        </w:rPr>
        <w:t>:</w:t>
      </w:r>
      <w:r>
        <w:rPr>
          <w:rFonts w:hint="eastAsia"/>
          <w:rtl/>
        </w:rPr>
        <w:t>سالم</w:t>
      </w:r>
      <w:r>
        <w:rPr>
          <w:rtl/>
        </w:rPr>
        <w:t xml:space="preserve"> سماجى روابط كى اہميت10; سماجى روابط مي</w:t>
      </w:r>
      <w:r w:rsidR="00083993">
        <w:rPr>
          <w:rtl/>
        </w:rPr>
        <w:t xml:space="preserve">ں </w:t>
      </w:r>
      <w:r>
        <w:rPr>
          <w:rtl/>
        </w:rPr>
        <w:t>احسان 6; سماجى روابط مي</w:t>
      </w:r>
      <w:r w:rsidR="00083993">
        <w:rPr>
          <w:rtl/>
        </w:rPr>
        <w:t xml:space="preserve">ں </w:t>
      </w:r>
      <w:r>
        <w:rPr>
          <w:rtl/>
        </w:rPr>
        <w:t>عدالت6</w:t>
      </w:r>
    </w:p>
    <w:p w:rsidR="001F628F" w:rsidRDefault="001F628F" w:rsidP="001F628F">
      <w:pPr>
        <w:pStyle w:val="libNormal"/>
        <w:rPr>
          <w:rtl/>
        </w:rPr>
      </w:pPr>
      <w:r>
        <w:rPr>
          <w:rFonts w:hint="eastAsia"/>
          <w:rtl/>
        </w:rPr>
        <w:t>روايت</w:t>
      </w:r>
      <w:r>
        <w:rPr>
          <w:rtl/>
        </w:rPr>
        <w:t>:22</w:t>
      </w:r>
    </w:p>
    <w:p w:rsidR="001F628F" w:rsidRDefault="001F628F" w:rsidP="00C81DE5">
      <w:pPr>
        <w:pStyle w:val="libNormal"/>
        <w:rPr>
          <w:rtl/>
        </w:rPr>
      </w:pPr>
      <w:r>
        <w:rPr>
          <w:rFonts w:hint="eastAsia"/>
          <w:rtl/>
        </w:rPr>
        <w:t>صلہ</w:t>
      </w:r>
      <w:r>
        <w:rPr>
          <w:rtl/>
        </w:rPr>
        <w:t xml:space="preserve"> رحم:</w:t>
      </w:r>
      <w:r>
        <w:rPr>
          <w:rFonts w:hint="eastAsia"/>
          <w:rtl/>
        </w:rPr>
        <w:t>صلہ</w:t>
      </w:r>
      <w:r>
        <w:rPr>
          <w:rtl/>
        </w:rPr>
        <w:t xml:space="preserve"> رحم كى اہميت2،5; قطع رحم كرنے كے آثار 11</w:t>
      </w:r>
    </w:p>
    <w:p w:rsidR="001F628F" w:rsidRDefault="001F628F" w:rsidP="00C81DE5">
      <w:pPr>
        <w:pStyle w:val="libNormal"/>
        <w:rPr>
          <w:rtl/>
        </w:rPr>
      </w:pPr>
      <w:r>
        <w:rPr>
          <w:rFonts w:hint="eastAsia"/>
          <w:rtl/>
        </w:rPr>
        <w:t>ظلم</w:t>
      </w:r>
      <w:r>
        <w:rPr>
          <w:rtl/>
        </w:rPr>
        <w:t>:</w:t>
      </w:r>
      <w:r>
        <w:rPr>
          <w:rFonts w:hint="eastAsia"/>
          <w:rtl/>
        </w:rPr>
        <w:t>ظلم</w:t>
      </w:r>
      <w:r>
        <w:rPr>
          <w:rtl/>
        </w:rPr>
        <w:t xml:space="preserve"> سے اجتناب 10; ظلم سے اجتناب كى اہميت 16; ظلم سے نفرت 19; ظلم سے نہي8،9; ظلم كا زمينہ 11</w:t>
      </w:r>
    </w:p>
    <w:p w:rsidR="001F628F" w:rsidRDefault="001F628F" w:rsidP="00C81DE5">
      <w:pPr>
        <w:pStyle w:val="libNormal"/>
        <w:rPr>
          <w:rtl/>
        </w:rPr>
      </w:pPr>
      <w:r>
        <w:rPr>
          <w:rFonts w:hint="eastAsia"/>
          <w:rtl/>
        </w:rPr>
        <w:t>عدالت</w:t>
      </w:r>
      <w:r>
        <w:rPr>
          <w:rtl/>
        </w:rPr>
        <w:t>:</w:t>
      </w:r>
      <w:r>
        <w:rPr>
          <w:rFonts w:hint="eastAsia"/>
          <w:rtl/>
        </w:rPr>
        <w:t>عدالت</w:t>
      </w:r>
      <w:r>
        <w:rPr>
          <w:rtl/>
        </w:rPr>
        <w:t xml:space="preserve"> كا مفہوم22; عدالت كى اہميت 1،2 ،6، 7،16</w:t>
      </w:r>
    </w:p>
    <w:p w:rsidR="001F628F" w:rsidRDefault="001F628F" w:rsidP="00C81DE5">
      <w:pPr>
        <w:pStyle w:val="libNormal"/>
        <w:rPr>
          <w:rtl/>
        </w:rPr>
      </w:pPr>
      <w:r>
        <w:rPr>
          <w:rFonts w:hint="eastAsia"/>
          <w:rtl/>
        </w:rPr>
        <w:t>عمل</w:t>
      </w:r>
      <w:r>
        <w:rPr>
          <w:rtl/>
        </w:rPr>
        <w:t>:</w:t>
      </w:r>
      <w:r>
        <w:rPr>
          <w:rFonts w:hint="eastAsia"/>
          <w:rtl/>
        </w:rPr>
        <w:t>ناپسند</w:t>
      </w:r>
      <w:r>
        <w:rPr>
          <w:rtl/>
        </w:rPr>
        <w:t xml:space="preserve"> عمل سے اجتناب كى اہميت 16; ناپسندعمل سے نفرت 19; ناپسند عمل سے نہي8،9</w:t>
      </w:r>
    </w:p>
    <w:p w:rsidR="001F628F" w:rsidRDefault="007335D4" w:rsidP="00C81DE5">
      <w:pPr>
        <w:pStyle w:val="libNormal"/>
        <w:rPr>
          <w:rtl/>
        </w:rPr>
      </w:pPr>
      <w:r>
        <w:rPr>
          <w:rFonts w:hint="eastAsia"/>
          <w:rtl/>
        </w:rPr>
        <w:t>فحشاء</w:t>
      </w:r>
      <w:r w:rsidR="001F628F">
        <w:rPr>
          <w:rtl/>
        </w:rPr>
        <w:t>:</w:t>
      </w:r>
      <w:r w:rsidR="001F628F">
        <w:rPr>
          <w:rFonts w:hint="eastAsia"/>
          <w:rtl/>
        </w:rPr>
        <w:t>فحشاء</w:t>
      </w:r>
      <w:r w:rsidR="001F628F">
        <w:rPr>
          <w:rtl/>
        </w:rPr>
        <w:t xml:space="preserve"> سے اجتناب 10; فحشاء سے اجتناب كى اہميت 16; فحشاء سے نفرت 19; فحشاء سے نہي8،9; فحشاء كا زمينہ 11</w:t>
      </w:r>
    </w:p>
    <w:p w:rsidR="001F628F" w:rsidRDefault="001F628F" w:rsidP="00C81DE5">
      <w:pPr>
        <w:pStyle w:val="libNormal"/>
        <w:rPr>
          <w:rtl/>
        </w:rPr>
      </w:pPr>
      <w:r>
        <w:rPr>
          <w:rFonts w:hint="eastAsia"/>
          <w:rtl/>
        </w:rPr>
        <w:t>فطرت</w:t>
      </w:r>
      <w:r>
        <w:rPr>
          <w:rtl/>
        </w:rPr>
        <w:t>:</w:t>
      </w:r>
      <w:r>
        <w:rPr>
          <w:rFonts w:hint="eastAsia"/>
          <w:rtl/>
        </w:rPr>
        <w:t>فطرت</w:t>
      </w:r>
      <w:r>
        <w:rPr>
          <w:rtl/>
        </w:rPr>
        <w:t xml:space="preserve"> سے اعراض 20; فطرت كو متنبّہ كرنے كى اہميت17</w:t>
      </w:r>
    </w:p>
    <w:p w:rsidR="001F628F" w:rsidRDefault="001F628F" w:rsidP="00C81DE5">
      <w:pPr>
        <w:pStyle w:val="libNormal"/>
        <w:rPr>
          <w:rtl/>
        </w:rPr>
      </w:pPr>
      <w:r>
        <w:rPr>
          <w:rFonts w:hint="eastAsia"/>
          <w:rtl/>
        </w:rPr>
        <w:t>قرآن</w:t>
      </w:r>
      <w:r>
        <w:rPr>
          <w:rtl/>
        </w:rPr>
        <w:t>:</w:t>
      </w:r>
      <w:r>
        <w:rPr>
          <w:rFonts w:hint="eastAsia"/>
          <w:rtl/>
        </w:rPr>
        <w:t>قرآن</w:t>
      </w:r>
      <w:r>
        <w:rPr>
          <w:rtl/>
        </w:rPr>
        <w:t xml:space="preserve"> مجيد كا كردار 13; قرآن مجيد كى مہم ترين تعليمات 2،13; قرآن مجيد كى ہدايت گرى 2; قرآن مجيد كے انذار9</w:t>
      </w:r>
    </w:p>
    <w:p w:rsidR="001F628F" w:rsidRDefault="001F628F" w:rsidP="00C81DE5">
      <w:pPr>
        <w:pStyle w:val="libNormal"/>
        <w:rPr>
          <w:rtl/>
        </w:rPr>
      </w:pPr>
      <w:r>
        <w:rPr>
          <w:rFonts w:hint="eastAsia"/>
          <w:rtl/>
        </w:rPr>
        <w:t>گناہ</w:t>
      </w:r>
      <w:r>
        <w:rPr>
          <w:rtl/>
        </w:rPr>
        <w:t>:</w:t>
      </w:r>
      <w:r>
        <w:rPr>
          <w:rFonts w:hint="eastAsia"/>
          <w:rtl/>
        </w:rPr>
        <w:t>گناہ</w:t>
      </w:r>
      <w:r>
        <w:rPr>
          <w:rtl/>
        </w:rPr>
        <w:t xml:space="preserve"> سے اجتناب 10</w:t>
      </w:r>
    </w:p>
    <w:p w:rsidR="001F628F" w:rsidRDefault="001F628F" w:rsidP="00C81DE5">
      <w:pPr>
        <w:pStyle w:val="libNormal"/>
        <w:rPr>
          <w:rtl/>
        </w:rPr>
      </w:pPr>
      <w:r>
        <w:rPr>
          <w:rFonts w:hint="eastAsia"/>
          <w:rtl/>
        </w:rPr>
        <w:t>گھر</w:t>
      </w:r>
      <w:r>
        <w:rPr>
          <w:rtl/>
        </w:rPr>
        <w:t>:</w:t>
      </w:r>
      <w:r>
        <w:rPr>
          <w:rFonts w:hint="eastAsia"/>
          <w:rtl/>
        </w:rPr>
        <w:t>گھريلو</w:t>
      </w:r>
      <w:r>
        <w:rPr>
          <w:rtl/>
        </w:rPr>
        <w:t xml:space="preserve"> مشكلات دور كرنے كى اہميت5</w:t>
      </w:r>
    </w:p>
    <w:p w:rsidR="001F628F" w:rsidRDefault="001F628F" w:rsidP="00C81DE5">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كى ہوشيارى كى اہميت 21</w:t>
      </w:r>
    </w:p>
    <w:p w:rsidR="001F628F" w:rsidRDefault="001F628F" w:rsidP="00C81DE5">
      <w:pPr>
        <w:pStyle w:val="libNormal"/>
        <w:rPr>
          <w:rtl/>
        </w:rPr>
      </w:pPr>
      <w:r>
        <w:rPr>
          <w:rFonts w:hint="eastAsia"/>
          <w:rtl/>
        </w:rPr>
        <w:t>مسؤليت</w:t>
      </w:r>
      <w:r>
        <w:rPr>
          <w:rtl/>
        </w:rPr>
        <w:t>:</w:t>
      </w:r>
      <w:r>
        <w:rPr>
          <w:rFonts w:hint="eastAsia"/>
          <w:rtl/>
        </w:rPr>
        <w:t>مسؤليت</w:t>
      </w:r>
      <w:r>
        <w:rPr>
          <w:rtl/>
        </w:rPr>
        <w:t xml:space="preserve"> كا زمينہ2</w:t>
      </w:r>
    </w:p>
    <w:p w:rsidR="001F628F" w:rsidRDefault="001F628F" w:rsidP="00C81DE5">
      <w:pPr>
        <w:pStyle w:val="libNormal"/>
        <w:rPr>
          <w:rtl/>
        </w:rPr>
      </w:pPr>
      <w:r>
        <w:rPr>
          <w:rFonts w:hint="eastAsia"/>
          <w:rtl/>
        </w:rPr>
        <w:t>مشكلات</w:t>
      </w:r>
      <w:r>
        <w:rPr>
          <w:rtl/>
        </w:rPr>
        <w:t>:</w:t>
      </w:r>
      <w:r>
        <w:rPr>
          <w:rFonts w:hint="eastAsia"/>
          <w:rtl/>
        </w:rPr>
        <w:t>سماجى</w:t>
      </w:r>
      <w:r>
        <w:rPr>
          <w:rtl/>
        </w:rPr>
        <w:t xml:space="preserve"> مشكلات دور كرنے كى اہميت 14</w:t>
      </w:r>
    </w:p>
    <w:p w:rsidR="001F628F" w:rsidRDefault="001F628F" w:rsidP="00C81DE5">
      <w:pPr>
        <w:pStyle w:val="libNormal"/>
        <w:rPr>
          <w:rtl/>
        </w:rPr>
      </w:pPr>
      <w:r>
        <w:rPr>
          <w:rFonts w:hint="eastAsia"/>
          <w:rtl/>
        </w:rPr>
        <w:t>معاشرہ</w:t>
      </w:r>
      <w:r>
        <w:rPr>
          <w:rtl/>
        </w:rPr>
        <w:t>:</w:t>
      </w:r>
      <w:r>
        <w:rPr>
          <w:rFonts w:hint="eastAsia"/>
          <w:rtl/>
        </w:rPr>
        <w:t>معاشرہ</w:t>
      </w:r>
      <w:r>
        <w:rPr>
          <w:rtl/>
        </w:rPr>
        <w:t xml:space="preserve"> كى اہميت10،14</w:t>
      </w:r>
    </w:p>
    <w:p w:rsidR="00C81DE5" w:rsidRDefault="001E7F9D" w:rsidP="00F73EDE">
      <w:pPr>
        <w:pStyle w:val="libPoemTini"/>
        <w:rPr>
          <w:rtl/>
        </w:rPr>
      </w:pPr>
      <w:r>
        <w:rPr>
          <w:rtl/>
        </w:rPr>
        <w:cr/>
      </w:r>
      <w:r>
        <w:rPr>
          <w:rtl/>
        </w:rPr>
        <w:br w:type="page"/>
      </w:r>
    </w:p>
    <w:p w:rsidR="001F628F" w:rsidRDefault="001F628F" w:rsidP="00C81DE5">
      <w:pPr>
        <w:pStyle w:val="libNormal"/>
        <w:rPr>
          <w:rtl/>
        </w:rPr>
      </w:pPr>
      <w:r>
        <w:rPr>
          <w:rFonts w:hint="eastAsia"/>
          <w:rtl/>
        </w:rPr>
        <w:lastRenderedPageBreak/>
        <w:t>موعظہ</w:t>
      </w:r>
      <w:r>
        <w:rPr>
          <w:rtl/>
        </w:rPr>
        <w:t>:</w:t>
      </w:r>
      <w:r>
        <w:rPr>
          <w:rFonts w:hint="eastAsia"/>
          <w:rtl/>
        </w:rPr>
        <w:t>موعظہ</w:t>
      </w:r>
      <w:r>
        <w:rPr>
          <w:rtl/>
        </w:rPr>
        <w:t xml:space="preserve"> كا كردار21</w:t>
      </w:r>
    </w:p>
    <w:p w:rsidR="001F628F" w:rsidRDefault="001F628F" w:rsidP="00C81DE5">
      <w:pPr>
        <w:pStyle w:val="libNormal"/>
        <w:rPr>
          <w:rtl/>
        </w:rPr>
      </w:pPr>
      <w:r>
        <w:rPr>
          <w:rFonts w:hint="eastAsia"/>
          <w:rtl/>
        </w:rPr>
        <w:t>ہبہ</w:t>
      </w:r>
      <w:r>
        <w:rPr>
          <w:rtl/>
        </w:rPr>
        <w:t>:</w:t>
      </w:r>
      <w:r>
        <w:rPr>
          <w:rFonts w:hint="eastAsia"/>
          <w:rtl/>
        </w:rPr>
        <w:t>ہبہ</w:t>
      </w:r>
      <w:r>
        <w:rPr>
          <w:rtl/>
        </w:rPr>
        <w:t xml:space="preserve"> كى اہميت1،3</w:t>
      </w:r>
    </w:p>
    <w:p w:rsidR="001F628F" w:rsidRDefault="001F628F" w:rsidP="00C81DE5">
      <w:pPr>
        <w:pStyle w:val="libNormal"/>
        <w:rPr>
          <w:rtl/>
        </w:rPr>
      </w:pPr>
      <w:r>
        <w:rPr>
          <w:rFonts w:hint="eastAsia"/>
          <w:rtl/>
        </w:rPr>
        <w:t>ہدايت</w:t>
      </w:r>
      <w:r>
        <w:rPr>
          <w:rtl/>
        </w:rPr>
        <w:t>:</w:t>
      </w:r>
      <w:r>
        <w:rPr>
          <w:rFonts w:hint="eastAsia"/>
          <w:rtl/>
        </w:rPr>
        <w:t>ہدايت</w:t>
      </w:r>
      <w:r>
        <w:rPr>
          <w:rtl/>
        </w:rPr>
        <w:t xml:space="preserve"> كى روش21</w:t>
      </w:r>
    </w:p>
    <w:p w:rsidR="001F628F" w:rsidRPr="00120F63" w:rsidRDefault="00C81DE5" w:rsidP="00C81DE5">
      <w:pPr>
        <w:pStyle w:val="Heading2Center"/>
        <w:rPr>
          <w:rtl/>
        </w:rPr>
      </w:pPr>
      <w:bookmarkStart w:id="237" w:name="_Toc28081915"/>
      <w:r>
        <w:rPr>
          <w:rFonts w:hint="cs"/>
          <w:rtl/>
        </w:rPr>
        <w:t xml:space="preserve">آیت </w:t>
      </w:r>
      <w:r w:rsidRPr="00120F63">
        <w:rPr>
          <w:rFonts w:hint="cs"/>
          <w:rtl/>
        </w:rPr>
        <w:t>91</w:t>
      </w:r>
      <w:bookmarkEnd w:id="237"/>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وَأَوْفُواْ</w:t>
      </w:r>
      <w:r w:rsidRPr="00C81DE5">
        <w:rPr>
          <w:rStyle w:val="libAieChar"/>
          <w:rtl/>
        </w:rPr>
        <w:t xml:space="preserve"> بِعَهْدِ اللّهِ إِذَا عَاهَدتُّمْ وَلاَ تَنقُضُواْ الأَيْمَانَ بَعْدَ تَوْكِيدِهَا وَقَدْ جَعَلْتُمُ اللّهَ عَلَيْكُمْ كَفِيلاً إِنَّ اللّهَ يَعْلَمُ مَا تَفْعَلُونَ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جب كوئي عہد كرو تو اللہ كے عہد كو پورا كرو اور اپنى قسمو</w:t>
      </w:r>
      <w:r w:rsidR="00083993">
        <w:rPr>
          <w:rtl/>
        </w:rPr>
        <w:t xml:space="preserve">ں </w:t>
      </w:r>
      <w:r>
        <w:rPr>
          <w:rtl/>
        </w:rPr>
        <w:t>كو ان كے استحكام كے بعد ہرگز مت توڑو جب كہ تم اللہ كو كفيل اور نگرا</w:t>
      </w:r>
      <w:r w:rsidR="00083993">
        <w:rPr>
          <w:rtl/>
        </w:rPr>
        <w:t xml:space="preserve">ں </w:t>
      </w:r>
      <w:r>
        <w:rPr>
          <w:rtl/>
        </w:rPr>
        <w:t>بناچكے ہو كہ يقينا اللہ تمھارے افعال كو خوب جانتا ہے _</w:t>
      </w:r>
    </w:p>
    <w:p w:rsidR="001F628F" w:rsidRDefault="001F628F" w:rsidP="00C81DE5">
      <w:pPr>
        <w:pStyle w:val="libNormal"/>
        <w:rPr>
          <w:rtl/>
        </w:rPr>
      </w:pPr>
      <w:r>
        <w:rPr>
          <w:rtl/>
        </w:rPr>
        <w:t>1_خداوند عالم سے باندھے گئے پيمان و عہدو</w:t>
      </w:r>
      <w:r w:rsidR="00083993">
        <w:rPr>
          <w:rtl/>
        </w:rPr>
        <w:t xml:space="preserve">ں </w:t>
      </w:r>
      <w:r>
        <w:rPr>
          <w:rtl/>
        </w:rPr>
        <w:t>كى پابندى انسان كے ليے ضرورى ہے_</w:t>
      </w:r>
      <w:r w:rsidRPr="00C81DE5">
        <w:rPr>
          <w:rStyle w:val="libArabicChar"/>
          <w:rFonts w:hint="eastAsia"/>
          <w:rtl/>
        </w:rPr>
        <w:t>وا</w:t>
      </w:r>
      <w:r w:rsidRPr="00C81DE5">
        <w:rPr>
          <w:rStyle w:val="libArabicChar"/>
          <w:rtl/>
        </w:rPr>
        <w:t xml:space="preserve"> وفوا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إذا</w:t>
      </w:r>
      <w:r w:rsidRPr="00C81DE5">
        <w:rPr>
          <w:rStyle w:val="libArabicChar"/>
          <w:rtl/>
        </w:rPr>
        <w:t xml:space="preserve"> 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تم</w:t>
      </w:r>
    </w:p>
    <w:p w:rsidR="001F628F" w:rsidRDefault="001F628F" w:rsidP="001F628F">
      <w:pPr>
        <w:pStyle w:val="libNormal"/>
        <w:rPr>
          <w:rtl/>
        </w:rPr>
      </w:pPr>
      <w:r>
        <w:rPr>
          <w:rtl/>
        </w:rPr>
        <w:t>2_ خداوند عالم كے ساتھ خداوند عالم كا پيمان باندھنا ايك مشروط اور دين مي</w:t>
      </w:r>
      <w:r w:rsidR="00083993">
        <w:rPr>
          <w:rtl/>
        </w:rPr>
        <w:t xml:space="preserve">ں </w:t>
      </w:r>
      <w:r>
        <w:rPr>
          <w:rtl/>
        </w:rPr>
        <w:t>قابل قبول عمل ہے_</w:t>
      </w:r>
    </w:p>
    <w:p w:rsidR="001F628F" w:rsidRDefault="001F628F" w:rsidP="00C81DE5">
      <w:pPr>
        <w:pStyle w:val="libArabic"/>
        <w:rPr>
          <w:rtl/>
        </w:rPr>
      </w:pPr>
      <w:r>
        <w:rPr>
          <w:rFonts w:hint="eastAsia"/>
          <w:rtl/>
        </w:rPr>
        <w:t>وا</w:t>
      </w:r>
      <w:r>
        <w:rPr>
          <w:rtl/>
        </w:rPr>
        <w:t xml:space="preserve"> وفو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إذا</w:t>
      </w:r>
      <w:r>
        <w:rPr>
          <w:rtl/>
        </w:rPr>
        <w:t xml:space="preserve"> </w:t>
      </w:r>
      <w:r>
        <w:rPr>
          <w:rFonts w:hint="cs"/>
          <w:rtl/>
        </w:rPr>
        <w:t>ع</w:t>
      </w:r>
      <w:r w:rsidR="00120F63" w:rsidRPr="00ED5DE8">
        <w:rPr>
          <w:rFonts w:hint="cs"/>
          <w:rtl/>
        </w:rPr>
        <w:t>ه</w:t>
      </w:r>
      <w:r>
        <w:rPr>
          <w:rtl/>
        </w:rPr>
        <w:t>د تّم</w:t>
      </w:r>
    </w:p>
    <w:p w:rsidR="001F628F" w:rsidRDefault="001F628F" w:rsidP="00C81DE5">
      <w:pPr>
        <w:pStyle w:val="libNormal"/>
        <w:rPr>
          <w:rtl/>
        </w:rPr>
      </w:pPr>
      <w:r>
        <w:rPr>
          <w:rtl/>
        </w:rPr>
        <w:t>3_ خدا كى محكم قسم كھا نے كے بعد اسے توڑنا حرام ہے_</w:t>
      </w:r>
      <w:r w:rsidRPr="00C81DE5">
        <w:rPr>
          <w:rStyle w:val="libArabicChar"/>
          <w:rFonts w:hint="eastAsia"/>
          <w:rtl/>
        </w:rPr>
        <w:t>ولا</w:t>
      </w:r>
      <w:r w:rsidRPr="00C81DE5">
        <w:rPr>
          <w:rStyle w:val="libArabicChar"/>
          <w:rtl/>
        </w:rPr>
        <w:t xml:space="preserve"> تنقضوا لا يمن بعد توكيد</w:t>
      </w:r>
      <w:r w:rsidR="00120F63" w:rsidRPr="00B2551F">
        <w:rPr>
          <w:rStyle w:val="libArabicChar"/>
          <w:rFonts w:hint="cs"/>
          <w:rtl/>
        </w:rPr>
        <w:t>ه</w:t>
      </w:r>
      <w:r w:rsidR="001C671D">
        <w:rPr>
          <w:rStyle w:val="libArabicChar"/>
          <w:rFonts w:hint="cs"/>
          <w:rtl/>
        </w:rPr>
        <w:t>ا</w:t>
      </w:r>
    </w:p>
    <w:p w:rsidR="001F628F" w:rsidRDefault="001F628F" w:rsidP="00C81DE5">
      <w:pPr>
        <w:pStyle w:val="libNormal"/>
        <w:rPr>
          <w:rtl/>
        </w:rPr>
      </w:pPr>
      <w:r>
        <w:rPr>
          <w:rtl/>
        </w:rPr>
        <w:t>4_ خداوند عالم كى قسم كھانا جائز ہے_</w:t>
      </w:r>
      <w:r w:rsidRPr="00C81DE5">
        <w:rPr>
          <w:rStyle w:val="libArabicChar"/>
          <w:rFonts w:hint="eastAsia"/>
          <w:rtl/>
        </w:rPr>
        <w:t>ولا</w:t>
      </w:r>
      <w:r w:rsidRPr="00C81DE5">
        <w:rPr>
          <w:rStyle w:val="libArabicChar"/>
          <w:rtl/>
        </w:rPr>
        <w:t xml:space="preserve"> تنقضوا الا يمن بعد توكيد</w:t>
      </w:r>
      <w:r w:rsidR="00120F63" w:rsidRPr="00B2551F">
        <w:rPr>
          <w:rStyle w:val="libArabicChar"/>
          <w:rFonts w:hint="cs"/>
          <w:rtl/>
        </w:rPr>
        <w:t>ه</w:t>
      </w:r>
      <w:r w:rsidR="001C671D">
        <w:rPr>
          <w:rStyle w:val="libArabicChar"/>
          <w:rFonts w:hint="cs"/>
          <w:rtl/>
        </w:rPr>
        <w:t>ا</w:t>
      </w:r>
    </w:p>
    <w:p w:rsidR="001F628F" w:rsidRDefault="001F628F" w:rsidP="00C81DE5">
      <w:pPr>
        <w:pStyle w:val="libNormal"/>
        <w:rPr>
          <w:rtl/>
        </w:rPr>
      </w:pPr>
      <w:r>
        <w:rPr>
          <w:rtl/>
        </w:rPr>
        <w:t>5_ قسم پر متوجہ اور سنجيدہ ہونا اس كے وقوع اور ترتيب اثر كى شرط ہے_</w:t>
      </w:r>
      <w:r w:rsidRPr="00C81DE5">
        <w:rPr>
          <w:rStyle w:val="libArabicChar"/>
          <w:rFonts w:hint="eastAsia"/>
          <w:rtl/>
        </w:rPr>
        <w:t>ولا</w:t>
      </w:r>
      <w:r w:rsidRPr="00C81DE5">
        <w:rPr>
          <w:rStyle w:val="libArabicChar"/>
          <w:rtl/>
        </w:rPr>
        <w:t xml:space="preserve"> تنقضوا الا يمن بعد توكيد</w:t>
      </w:r>
      <w:r w:rsidR="00120F63" w:rsidRPr="00B2551F">
        <w:rPr>
          <w:rStyle w:val="libArabicChar"/>
          <w:rFonts w:hint="cs"/>
          <w:rtl/>
        </w:rPr>
        <w:t>ه</w:t>
      </w:r>
      <w:r w:rsidR="001C671D">
        <w:rPr>
          <w:rStyle w:val="libArabicChar"/>
          <w:rFonts w:hint="cs"/>
          <w:rtl/>
        </w:rPr>
        <w:t>ا</w:t>
      </w:r>
    </w:p>
    <w:p w:rsidR="001F628F" w:rsidRDefault="001F628F" w:rsidP="001F628F">
      <w:pPr>
        <w:pStyle w:val="libNormal"/>
        <w:rPr>
          <w:rtl/>
        </w:rPr>
      </w:pPr>
      <w:r>
        <w:rPr>
          <w:rtl/>
        </w:rPr>
        <w:t>6_ انسان ، خداوند عالم كے ساتھ با ندھے گئے پيمان اور عہدو</w:t>
      </w:r>
      <w:r w:rsidR="00083993">
        <w:rPr>
          <w:rtl/>
        </w:rPr>
        <w:t xml:space="preserve">ں </w:t>
      </w:r>
      <w:r>
        <w:rPr>
          <w:rtl/>
        </w:rPr>
        <w:t>كو توڑنے كے خطرہ سے دوچار ہے_</w:t>
      </w:r>
    </w:p>
    <w:p w:rsidR="00C81DE5" w:rsidRDefault="001E7F9D" w:rsidP="00F73EDE">
      <w:pPr>
        <w:pStyle w:val="libPoemTini"/>
        <w:rPr>
          <w:rtl/>
        </w:rPr>
      </w:pPr>
      <w:r>
        <w:rPr>
          <w:rtl/>
        </w:rPr>
        <w:br w:type="page"/>
      </w:r>
    </w:p>
    <w:p w:rsidR="001F628F" w:rsidRDefault="001F628F" w:rsidP="00C81DE5">
      <w:pPr>
        <w:pStyle w:val="libArabic"/>
        <w:rPr>
          <w:rtl/>
        </w:rPr>
      </w:pPr>
      <w:r>
        <w:rPr>
          <w:rFonts w:hint="eastAsia"/>
          <w:rtl/>
        </w:rPr>
        <w:lastRenderedPageBreak/>
        <w:t>واؤفوا</w:t>
      </w:r>
      <w:r>
        <w:rPr>
          <w:rtl/>
        </w:rPr>
        <w:t xml:space="preserve">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إذا</w:t>
      </w:r>
      <w:r>
        <w:rPr>
          <w:rtl/>
        </w:rPr>
        <w:t xml:space="preserve"> </w:t>
      </w:r>
      <w:r>
        <w:rPr>
          <w:rFonts w:hint="cs"/>
          <w:rtl/>
        </w:rPr>
        <w:t>ع</w:t>
      </w:r>
      <w:r w:rsidR="00120F63" w:rsidRPr="00ED5DE8">
        <w:rPr>
          <w:rFonts w:hint="cs"/>
          <w:rtl/>
        </w:rPr>
        <w:t>ه</w:t>
      </w:r>
      <w:r>
        <w:rPr>
          <w:rFonts w:hint="cs"/>
          <w:rtl/>
        </w:rPr>
        <w:t>د</w:t>
      </w:r>
      <w:r>
        <w:rPr>
          <w:rtl/>
        </w:rPr>
        <w:t xml:space="preserve"> </w:t>
      </w:r>
      <w:r>
        <w:rPr>
          <w:rFonts w:hint="cs"/>
          <w:rtl/>
        </w:rPr>
        <w:t>تّم</w:t>
      </w:r>
      <w:r>
        <w:rPr>
          <w:rtl/>
        </w:rPr>
        <w:t xml:space="preserve"> </w:t>
      </w:r>
      <w:r>
        <w:rPr>
          <w:rFonts w:hint="cs"/>
          <w:rtl/>
        </w:rPr>
        <w:t>ولا</w:t>
      </w:r>
      <w:r>
        <w:rPr>
          <w:rtl/>
        </w:rPr>
        <w:t xml:space="preserve"> </w:t>
      </w:r>
      <w:r>
        <w:rPr>
          <w:rFonts w:hint="cs"/>
          <w:rtl/>
        </w:rPr>
        <w:t>تنقضوا</w:t>
      </w:r>
      <w:r>
        <w:rPr>
          <w:rtl/>
        </w:rPr>
        <w:t xml:space="preserve"> </w:t>
      </w:r>
      <w:r>
        <w:rPr>
          <w:rFonts w:hint="cs"/>
          <w:rtl/>
        </w:rPr>
        <w:t>الا</w:t>
      </w:r>
      <w:r>
        <w:rPr>
          <w:rtl/>
        </w:rPr>
        <w:t xml:space="preserve"> </w:t>
      </w:r>
      <w:r>
        <w:rPr>
          <w:rFonts w:hint="cs"/>
          <w:rtl/>
        </w:rPr>
        <w:t>يمن</w:t>
      </w:r>
      <w:r>
        <w:rPr>
          <w:rtl/>
        </w:rPr>
        <w:t xml:space="preserve"> </w:t>
      </w:r>
      <w:r>
        <w:rPr>
          <w:rFonts w:hint="cs"/>
          <w:rtl/>
        </w:rPr>
        <w:t>بعد</w:t>
      </w:r>
      <w:r>
        <w:rPr>
          <w:rtl/>
        </w:rPr>
        <w:t xml:space="preserve"> توكيد</w:t>
      </w:r>
      <w:r w:rsidR="00120F63" w:rsidRPr="00ED5DE8">
        <w:rPr>
          <w:rFonts w:hint="cs"/>
          <w:rtl/>
        </w:rPr>
        <w:t>ه</w:t>
      </w:r>
      <w:r w:rsidR="001C671D">
        <w:rPr>
          <w:rFonts w:hint="cs"/>
          <w:rtl/>
        </w:rPr>
        <w:t>ا</w:t>
      </w:r>
    </w:p>
    <w:p w:rsidR="001F628F" w:rsidRDefault="001F628F" w:rsidP="00C81DE5">
      <w:pPr>
        <w:pStyle w:val="libNormal"/>
        <w:rPr>
          <w:rtl/>
        </w:rPr>
      </w:pPr>
      <w:r>
        <w:rPr>
          <w:rtl/>
        </w:rPr>
        <w:t>7_ خداوند عالم سے پيمان باندھنا اور اس كى قسم كھانا درحقيقت خداوند عالم كو اپنے نفس كے ليے ضامن اور كفيل قرار دينا ہے_</w:t>
      </w:r>
      <w:r w:rsidRPr="00C81DE5">
        <w:rPr>
          <w:rStyle w:val="libArabicChar"/>
          <w:rFonts w:hint="eastAsia"/>
          <w:rtl/>
        </w:rPr>
        <w:t>وا</w:t>
      </w:r>
      <w:r w:rsidRPr="00C81DE5">
        <w:rPr>
          <w:rStyle w:val="libArabicChar"/>
          <w:rtl/>
        </w:rPr>
        <w:t xml:space="preserve"> وفوا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وقد</w:t>
      </w:r>
      <w:r w:rsidRPr="00C81DE5">
        <w:rPr>
          <w:rStyle w:val="libArabicChar"/>
          <w:rtl/>
        </w:rPr>
        <w:t xml:space="preserve"> </w:t>
      </w:r>
      <w:r w:rsidRPr="00C81DE5">
        <w:rPr>
          <w:rStyle w:val="libArabicChar"/>
          <w:rFonts w:hint="cs"/>
          <w:rtl/>
        </w:rPr>
        <w:t>جعلتم</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عليك</w:t>
      </w:r>
      <w:r w:rsidRPr="00C81DE5">
        <w:rPr>
          <w:rStyle w:val="libArabicChar"/>
          <w:rtl/>
        </w:rPr>
        <w:t>م كفيل</w:t>
      </w:r>
    </w:p>
    <w:p w:rsidR="001F628F" w:rsidRDefault="001F628F" w:rsidP="001F628F">
      <w:pPr>
        <w:pStyle w:val="libNormal"/>
        <w:rPr>
          <w:rtl/>
        </w:rPr>
      </w:pPr>
      <w:r>
        <w:rPr>
          <w:rtl/>
        </w:rPr>
        <w:t>8_خداوند عالم سے كيے گئے عہد اور قسم توڑنا ضمانت الہى سے خيانت كے مترادف ہے _</w:t>
      </w:r>
    </w:p>
    <w:p w:rsidR="001F628F" w:rsidRDefault="001F628F" w:rsidP="00C81DE5">
      <w:pPr>
        <w:pStyle w:val="libArabic"/>
        <w:rPr>
          <w:rtl/>
        </w:rPr>
      </w:pPr>
      <w:r>
        <w:rPr>
          <w:rFonts w:hint="eastAsia"/>
          <w:rtl/>
        </w:rPr>
        <w:t>ولا</w:t>
      </w:r>
      <w:r>
        <w:rPr>
          <w:rtl/>
        </w:rPr>
        <w:t xml:space="preserve"> تنفضوا الا يمن بعد توكيد </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قد</w:t>
      </w:r>
      <w:r>
        <w:rPr>
          <w:rtl/>
        </w:rPr>
        <w:t xml:space="preserve"> </w:t>
      </w:r>
      <w:r>
        <w:rPr>
          <w:rFonts w:hint="cs"/>
          <w:rtl/>
        </w:rPr>
        <w:t>جعلتم</w:t>
      </w:r>
      <w:r>
        <w:rPr>
          <w:rtl/>
        </w:rPr>
        <w:t xml:space="preserve"> اللّ</w:t>
      </w:r>
      <w:r w:rsidR="00120F63" w:rsidRPr="00ED5DE8">
        <w:rPr>
          <w:rFonts w:hint="cs"/>
          <w:rtl/>
        </w:rPr>
        <w:t>ه</w:t>
      </w:r>
    </w:p>
    <w:p w:rsidR="001F628F" w:rsidRDefault="001F628F" w:rsidP="00C81DE5">
      <w:pPr>
        <w:pStyle w:val="libNormal"/>
        <w:rPr>
          <w:rtl/>
        </w:rPr>
      </w:pPr>
      <w:r>
        <w:rPr>
          <w:rtl/>
        </w:rPr>
        <w:t>9_ خداوند عالم ، انسان كے تمام اعمال سے آگاہ ہے_</w:t>
      </w:r>
      <w:r w:rsidRPr="00C81DE5">
        <w:rPr>
          <w:rStyle w:val="libArabicChar"/>
          <w:rFonts w:hint="eastAsia"/>
          <w:rtl/>
        </w:rPr>
        <w:t>انّ</w:t>
      </w:r>
      <w:r w:rsidRPr="00C81DE5">
        <w:rPr>
          <w:rStyle w:val="libArabicChar"/>
          <w:rtl/>
        </w:rPr>
        <w:t xml:space="preserve"> الله يعلم ما تفعلون</w:t>
      </w:r>
    </w:p>
    <w:p w:rsidR="001F628F" w:rsidRDefault="001F628F" w:rsidP="001F628F">
      <w:pPr>
        <w:pStyle w:val="libNormal"/>
        <w:rPr>
          <w:rtl/>
        </w:rPr>
      </w:pPr>
      <w:r>
        <w:rPr>
          <w:rtl/>
        </w:rPr>
        <w:t>10_انسان كا اپنى رفتار و كردار پر خداوند عالم كے علمى احاطہ كى طرف توجہ ، پيمان اور قسم توڑنے مي</w:t>
      </w:r>
      <w:r w:rsidR="00083993">
        <w:rPr>
          <w:rtl/>
        </w:rPr>
        <w:t xml:space="preserve">ں </w:t>
      </w:r>
      <w:r>
        <w:rPr>
          <w:rtl/>
        </w:rPr>
        <w:t>ركاوٹ ہے_</w:t>
      </w:r>
    </w:p>
    <w:p w:rsidR="001F628F" w:rsidRDefault="001F628F" w:rsidP="00C81DE5">
      <w:pPr>
        <w:pStyle w:val="libArabic"/>
        <w:rPr>
          <w:rtl/>
        </w:rPr>
      </w:pPr>
      <w:r>
        <w:rPr>
          <w:rFonts w:hint="eastAsia"/>
          <w:rtl/>
        </w:rPr>
        <w:t>وا</w:t>
      </w:r>
      <w:r>
        <w:rPr>
          <w:rtl/>
        </w:rPr>
        <w:t xml:space="preserve"> وفوا ...ولا تنقضوا ...انّ اللّ</w:t>
      </w:r>
      <w:r w:rsidR="00120F63" w:rsidRPr="00ED5DE8">
        <w:rPr>
          <w:rFonts w:hint="cs"/>
          <w:rtl/>
        </w:rPr>
        <w:t>ه</w:t>
      </w:r>
      <w:r>
        <w:rPr>
          <w:rtl/>
        </w:rPr>
        <w:t xml:space="preserve"> </w:t>
      </w:r>
      <w:r>
        <w:rPr>
          <w:rFonts w:hint="cs"/>
          <w:rtl/>
        </w:rPr>
        <w:t>يعلم</w:t>
      </w:r>
      <w:r>
        <w:rPr>
          <w:rtl/>
        </w:rPr>
        <w:t xml:space="preserve"> </w:t>
      </w:r>
      <w:r>
        <w:rPr>
          <w:rFonts w:hint="cs"/>
          <w:rtl/>
        </w:rPr>
        <w:t>ما</w:t>
      </w:r>
      <w:r>
        <w:rPr>
          <w:rtl/>
        </w:rPr>
        <w:t xml:space="preserve"> </w:t>
      </w:r>
      <w:r>
        <w:rPr>
          <w:rFonts w:hint="cs"/>
          <w:rtl/>
        </w:rPr>
        <w:t>ت</w:t>
      </w:r>
      <w:r>
        <w:rPr>
          <w:rtl/>
        </w:rPr>
        <w:t>فعلون</w:t>
      </w:r>
    </w:p>
    <w:p w:rsidR="001F628F" w:rsidRDefault="001F628F" w:rsidP="00C81DE5">
      <w:pPr>
        <w:pStyle w:val="libNormal"/>
        <w:rPr>
          <w:rtl/>
        </w:rPr>
      </w:pPr>
      <w:r>
        <w:rPr>
          <w:rtl/>
        </w:rPr>
        <w:t>11_ تمام انسانو</w:t>
      </w:r>
      <w:r w:rsidR="00083993">
        <w:rPr>
          <w:rtl/>
        </w:rPr>
        <w:t xml:space="preserve">ں </w:t>
      </w:r>
      <w:r>
        <w:rPr>
          <w:rtl/>
        </w:rPr>
        <w:t>كے اعمال سے متعلق خداوند عالم كے علم پر اعتقاد اورتوجہ اس كے احكام اور فرامين كو جارى كرنے مي</w:t>
      </w:r>
      <w:r w:rsidR="00083993">
        <w:rPr>
          <w:rtl/>
        </w:rPr>
        <w:t xml:space="preserve">ں </w:t>
      </w:r>
      <w:r>
        <w:rPr>
          <w:rtl/>
        </w:rPr>
        <w:t>معاون اور مدد گارہے_</w:t>
      </w:r>
      <w:r w:rsidRPr="00C81DE5">
        <w:rPr>
          <w:rStyle w:val="libArabicChar"/>
          <w:rFonts w:hint="eastAsia"/>
          <w:rtl/>
        </w:rPr>
        <w:t>وا</w:t>
      </w:r>
      <w:r w:rsidRPr="00C81DE5">
        <w:rPr>
          <w:rStyle w:val="libArabicChar"/>
          <w:rtl/>
        </w:rPr>
        <w:t xml:space="preserve"> وفوابع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انّ</w:t>
      </w:r>
      <w:r w:rsidRPr="00C81DE5">
        <w:rPr>
          <w:rStyle w:val="libArabicChar"/>
          <w:rtl/>
        </w:rPr>
        <w:t xml:space="preserve"> </w:t>
      </w:r>
      <w:r w:rsidRPr="00C81DE5">
        <w:rPr>
          <w:rStyle w:val="libArabicChar"/>
          <w:rFonts w:hint="cs"/>
          <w:rtl/>
        </w:rPr>
        <w:t>اللّ</w:t>
      </w:r>
      <w:r w:rsidR="00120F63" w:rsidRPr="00B2551F">
        <w:rPr>
          <w:rStyle w:val="libArabicChar"/>
          <w:rFonts w:hint="cs"/>
          <w:rtl/>
        </w:rPr>
        <w:t>ه</w:t>
      </w:r>
      <w:r w:rsidRPr="00C81DE5">
        <w:rPr>
          <w:rStyle w:val="libArabicChar"/>
          <w:rtl/>
        </w:rPr>
        <w:t xml:space="preserve"> </w:t>
      </w:r>
      <w:r w:rsidRPr="00C81DE5">
        <w:rPr>
          <w:rStyle w:val="libArabicChar"/>
          <w:rFonts w:hint="cs"/>
          <w:rtl/>
        </w:rPr>
        <w:t>يعلم</w:t>
      </w:r>
      <w:r w:rsidRPr="00C81DE5">
        <w:rPr>
          <w:rStyle w:val="libArabicChar"/>
          <w:rtl/>
        </w:rPr>
        <w:t xml:space="preserve"> </w:t>
      </w:r>
      <w:r w:rsidRPr="00C81DE5">
        <w:rPr>
          <w:rStyle w:val="libArabicChar"/>
          <w:rFonts w:hint="cs"/>
          <w:rtl/>
        </w:rPr>
        <w:t>ما</w:t>
      </w:r>
      <w:r w:rsidRPr="00C81DE5">
        <w:rPr>
          <w:rStyle w:val="libArabicChar"/>
          <w:rtl/>
        </w:rPr>
        <w:t xml:space="preserve"> تفعلون</w:t>
      </w:r>
    </w:p>
    <w:p w:rsidR="001F628F" w:rsidRDefault="001F628F" w:rsidP="001F628F">
      <w:pPr>
        <w:pStyle w:val="libNormal"/>
        <w:rPr>
          <w:rtl/>
        </w:rPr>
      </w:pPr>
      <w:r>
        <w:rPr>
          <w:rFonts w:hint="eastAsia"/>
          <w:rtl/>
        </w:rPr>
        <w:t>مذكورہ</w:t>
      </w:r>
      <w:r>
        <w:rPr>
          <w:rtl/>
        </w:rPr>
        <w:t xml:space="preserve"> تفسيرجملہ </w:t>
      </w:r>
      <w:r w:rsidRPr="00C81DE5">
        <w:rPr>
          <w:rStyle w:val="libArabicChar"/>
          <w:rtl/>
        </w:rPr>
        <w:t>''انّ الله يعلم ما تفعلون''</w:t>
      </w:r>
      <w:r>
        <w:rPr>
          <w:rtl/>
        </w:rPr>
        <w:t xml:space="preserve"> كے علت واقع ہونے سے حاصل ہوئي ہے يعنى خداوند عالم كے ساتھ عہد و پيمان سے وفا كرو كيونكہ خداوند عالم تمھارے اعما ل سے آگاہ ہے_</w:t>
      </w:r>
    </w:p>
    <w:p w:rsidR="001F628F" w:rsidRDefault="001F628F" w:rsidP="001F628F">
      <w:pPr>
        <w:pStyle w:val="libNormal"/>
        <w:rPr>
          <w:rtl/>
        </w:rPr>
      </w:pPr>
      <w:r>
        <w:rPr>
          <w:rFonts w:hint="eastAsia"/>
          <w:rtl/>
        </w:rPr>
        <w:t>احكام</w:t>
      </w:r>
      <w:r>
        <w:rPr>
          <w:rtl/>
        </w:rPr>
        <w:t>:1،3،4،5</w:t>
      </w:r>
    </w:p>
    <w:p w:rsidR="001F628F" w:rsidRDefault="001F628F" w:rsidP="00C81DE5">
      <w:pPr>
        <w:pStyle w:val="libNormal"/>
        <w:rPr>
          <w:rtl/>
        </w:rPr>
      </w:pPr>
      <w:r>
        <w:rPr>
          <w:rFonts w:hint="eastAsia"/>
          <w:rtl/>
        </w:rPr>
        <w:t>اطاعت</w:t>
      </w:r>
      <w:r>
        <w:rPr>
          <w:rtl/>
        </w:rPr>
        <w:t>:</w:t>
      </w:r>
      <w:r>
        <w:rPr>
          <w:rFonts w:hint="eastAsia"/>
          <w:rtl/>
        </w:rPr>
        <w:t>خدا</w:t>
      </w:r>
      <w:r>
        <w:rPr>
          <w:rtl/>
        </w:rPr>
        <w:t xml:space="preserve"> كى اطاعت كرنے كے اسباب11</w:t>
      </w:r>
    </w:p>
    <w:p w:rsidR="001F628F" w:rsidRDefault="001F628F" w:rsidP="00C81DE5">
      <w:pPr>
        <w:pStyle w:val="libNormal"/>
        <w:rPr>
          <w:rtl/>
        </w:rPr>
      </w:pPr>
      <w:r>
        <w:rPr>
          <w:rFonts w:hint="eastAsia"/>
          <w:rtl/>
        </w:rPr>
        <w:t>الله</w:t>
      </w:r>
      <w:r>
        <w:rPr>
          <w:rtl/>
        </w:rPr>
        <w:t xml:space="preserve"> تعالى :</w:t>
      </w:r>
      <w:r>
        <w:rPr>
          <w:rFonts w:hint="eastAsia"/>
          <w:rtl/>
        </w:rPr>
        <w:t>الله</w:t>
      </w:r>
      <w:r>
        <w:rPr>
          <w:rtl/>
        </w:rPr>
        <w:t xml:space="preserve"> تعالى كا علم غيب1; الله تعالى كى كفالت 7;1لله تعالى كے ساتھ عہد شكني6،8; الله تعالى كے ساتھ عہد كى حقيقت 7; الله تعالى كے ساتھ عہد كى شرعى حيثيت2</w:t>
      </w:r>
    </w:p>
    <w:p w:rsidR="001F628F" w:rsidRDefault="001F628F" w:rsidP="00C81DE5">
      <w:pPr>
        <w:pStyle w:val="libNormal"/>
        <w:rPr>
          <w:rtl/>
        </w:rPr>
      </w:pPr>
      <w:r>
        <w:rPr>
          <w:rFonts w:hint="eastAsia"/>
          <w:rtl/>
        </w:rPr>
        <w:t>انسان</w:t>
      </w:r>
      <w:r>
        <w:rPr>
          <w:rtl/>
        </w:rPr>
        <w:t>:</w:t>
      </w:r>
      <w:r>
        <w:rPr>
          <w:rFonts w:hint="eastAsia"/>
          <w:rtl/>
        </w:rPr>
        <w:t>انسان</w:t>
      </w:r>
      <w:r>
        <w:rPr>
          <w:rtl/>
        </w:rPr>
        <w:t xml:space="preserve"> كا عمل9،11</w:t>
      </w:r>
    </w:p>
    <w:p w:rsidR="001F628F" w:rsidRDefault="001F628F" w:rsidP="00C81DE5">
      <w:pPr>
        <w:pStyle w:val="libNormal"/>
        <w:rPr>
          <w:rtl/>
        </w:rPr>
      </w:pPr>
      <w:r>
        <w:rPr>
          <w:rFonts w:hint="eastAsia"/>
          <w:rtl/>
        </w:rPr>
        <w:t>خيانت</w:t>
      </w:r>
      <w:r>
        <w:rPr>
          <w:rtl/>
        </w:rPr>
        <w:t>:</w:t>
      </w:r>
      <w:r>
        <w:rPr>
          <w:rFonts w:hint="eastAsia"/>
          <w:rtl/>
        </w:rPr>
        <w:t>الله</w:t>
      </w:r>
      <w:r>
        <w:rPr>
          <w:rtl/>
        </w:rPr>
        <w:t xml:space="preserve"> تعالى كے ساتھ خيانت 8</w:t>
      </w:r>
    </w:p>
    <w:p w:rsidR="001F628F" w:rsidRDefault="001F628F" w:rsidP="00C81DE5">
      <w:pPr>
        <w:pStyle w:val="libNormal"/>
        <w:rPr>
          <w:rtl/>
        </w:rPr>
      </w:pPr>
      <w:r>
        <w:rPr>
          <w:rFonts w:hint="eastAsia"/>
          <w:rtl/>
        </w:rPr>
        <w:t>ذكر</w:t>
      </w:r>
      <w:r>
        <w:rPr>
          <w:rtl/>
        </w:rPr>
        <w:t>:</w:t>
      </w:r>
      <w:r>
        <w:rPr>
          <w:rFonts w:hint="eastAsia"/>
          <w:rtl/>
        </w:rPr>
        <w:t>علم</w:t>
      </w:r>
      <w:r>
        <w:rPr>
          <w:rtl/>
        </w:rPr>
        <w:t xml:space="preserve"> خدا كے ذكر كے آثار 10،11</w:t>
      </w:r>
    </w:p>
    <w:p w:rsidR="001F628F" w:rsidRDefault="001F628F" w:rsidP="00C81DE5">
      <w:pPr>
        <w:pStyle w:val="libNormal"/>
        <w:rPr>
          <w:rtl/>
        </w:rPr>
      </w:pPr>
      <w:r>
        <w:rPr>
          <w:rFonts w:hint="eastAsia"/>
          <w:rtl/>
        </w:rPr>
        <w:t>شرعى</w:t>
      </w:r>
      <w:r>
        <w:rPr>
          <w:rtl/>
        </w:rPr>
        <w:t xml:space="preserve"> ذمہ داري:</w:t>
      </w:r>
      <w:r>
        <w:rPr>
          <w:rFonts w:hint="eastAsia"/>
          <w:rtl/>
        </w:rPr>
        <w:t>شرعى</w:t>
      </w:r>
      <w:r>
        <w:rPr>
          <w:rtl/>
        </w:rPr>
        <w:t xml:space="preserve"> ذمہ دارى پر عمل كا پيش خيمہ 11</w:t>
      </w:r>
    </w:p>
    <w:p w:rsidR="001F628F" w:rsidRDefault="001F628F" w:rsidP="001F628F">
      <w:pPr>
        <w:pStyle w:val="libNormal"/>
        <w:rPr>
          <w:rtl/>
        </w:rPr>
      </w:pPr>
      <w:r>
        <w:rPr>
          <w:rFonts w:hint="eastAsia"/>
          <w:rtl/>
        </w:rPr>
        <w:t>قسم</w:t>
      </w:r>
      <w:r>
        <w:rPr>
          <w:rtl/>
        </w:rPr>
        <w:t>:</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الله</w:t>
      </w:r>
      <w:r>
        <w:rPr>
          <w:rtl/>
        </w:rPr>
        <w:t xml:space="preserve"> تعالى كى قسم4; الله تعالى كى قسم كى حقيقت 7; جائز قسم 4; قسم توڑنے كے موانع10; قسم كا توڑنا 8;</w:t>
      </w:r>
    </w:p>
    <w:p w:rsidR="001F628F" w:rsidRDefault="001F628F" w:rsidP="001F628F">
      <w:pPr>
        <w:pStyle w:val="libNormal"/>
        <w:rPr>
          <w:rtl/>
        </w:rPr>
      </w:pPr>
      <w:r>
        <w:rPr>
          <w:rFonts w:hint="eastAsia"/>
          <w:rtl/>
        </w:rPr>
        <w:t>قسم</w:t>
      </w:r>
      <w:r>
        <w:rPr>
          <w:rtl/>
        </w:rPr>
        <w:t xml:space="preserve"> كى تاكيد3; قسم كے احكام 3،4،5; قسم كے عملى ہونے كے شرائط5</w:t>
      </w:r>
    </w:p>
    <w:p w:rsidR="001F628F" w:rsidRDefault="001F628F" w:rsidP="00C81DE5">
      <w:pPr>
        <w:pStyle w:val="libNormal"/>
        <w:rPr>
          <w:rtl/>
        </w:rPr>
      </w:pPr>
      <w:r>
        <w:rPr>
          <w:rFonts w:hint="eastAsia"/>
          <w:rtl/>
        </w:rPr>
        <w:t>عقيدہ</w:t>
      </w:r>
      <w:r>
        <w:rPr>
          <w:rtl/>
        </w:rPr>
        <w:t>:</w:t>
      </w:r>
      <w:r>
        <w:rPr>
          <w:rFonts w:hint="eastAsia"/>
          <w:rtl/>
        </w:rPr>
        <w:t>علم</w:t>
      </w:r>
      <w:r>
        <w:rPr>
          <w:rtl/>
        </w:rPr>
        <w:t xml:space="preserve"> خدا كا عقيدہ ركھنے كے آثار 11</w:t>
      </w:r>
    </w:p>
    <w:p w:rsidR="001F628F" w:rsidRDefault="001F628F" w:rsidP="00C81DE5">
      <w:pPr>
        <w:pStyle w:val="libNormal"/>
        <w:rPr>
          <w:rtl/>
        </w:rPr>
      </w:pPr>
      <w:r>
        <w:rPr>
          <w:rFonts w:hint="eastAsia"/>
          <w:rtl/>
        </w:rPr>
        <w:t>عہد</w:t>
      </w:r>
      <w:r>
        <w:rPr>
          <w:rtl/>
        </w:rPr>
        <w:t>:</w:t>
      </w:r>
      <w:r>
        <w:rPr>
          <w:rFonts w:hint="eastAsia"/>
          <w:rtl/>
        </w:rPr>
        <w:t>عہد</w:t>
      </w:r>
      <w:r>
        <w:rPr>
          <w:rtl/>
        </w:rPr>
        <w:t xml:space="preserve"> كے احكام 1،2; وفا، عہد كا واجب ہونا 1</w:t>
      </w:r>
    </w:p>
    <w:p w:rsidR="001F628F" w:rsidRDefault="001F628F" w:rsidP="00C81DE5">
      <w:pPr>
        <w:pStyle w:val="libNormal"/>
        <w:rPr>
          <w:rtl/>
        </w:rPr>
      </w:pPr>
      <w:r>
        <w:rPr>
          <w:rFonts w:hint="eastAsia"/>
          <w:rtl/>
        </w:rPr>
        <w:t>عہد</w:t>
      </w:r>
      <w:r>
        <w:rPr>
          <w:rtl/>
        </w:rPr>
        <w:t xml:space="preserve"> شكني:</w:t>
      </w:r>
      <w:r>
        <w:rPr>
          <w:rFonts w:hint="eastAsia"/>
          <w:rtl/>
        </w:rPr>
        <w:t>عہد</w:t>
      </w:r>
      <w:r>
        <w:rPr>
          <w:rtl/>
        </w:rPr>
        <w:t xml:space="preserve"> شكنى كے موانع 10</w:t>
      </w:r>
    </w:p>
    <w:p w:rsidR="001F628F" w:rsidRDefault="001F628F" w:rsidP="001F628F">
      <w:pPr>
        <w:pStyle w:val="libNormal"/>
        <w:rPr>
          <w:rtl/>
        </w:rPr>
      </w:pPr>
      <w:r>
        <w:rPr>
          <w:rFonts w:hint="eastAsia"/>
          <w:rtl/>
        </w:rPr>
        <w:t>محرمات</w:t>
      </w:r>
      <w:r>
        <w:rPr>
          <w:rtl/>
        </w:rPr>
        <w:t>:3</w:t>
      </w:r>
    </w:p>
    <w:p w:rsidR="001F628F" w:rsidRDefault="001F628F" w:rsidP="001F628F">
      <w:pPr>
        <w:pStyle w:val="libNormal"/>
        <w:rPr>
          <w:rtl/>
        </w:rPr>
      </w:pPr>
      <w:r>
        <w:rPr>
          <w:rFonts w:hint="eastAsia"/>
          <w:rtl/>
        </w:rPr>
        <w:t>واجبات</w:t>
      </w:r>
      <w:r>
        <w:rPr>
          <w:rtl/>
        </w:rPr>
        <w:t xml:space="preserve"> :1</w:t>
      </w:r>
    </w:p>
    <w:p w:rsidR="001F628F" w:rsidRPr="00120F63" w:rsidRDefault="00C81DE5" w:rsidP="00C81DE5">
      <w:pPr>
        <w:pStyle w:val="Heading2Center"/>
        <w:rPr>
          <w:rtl/>
        </w:rPr>
      </w:pPr>
      <w:bookmarkStart w:id="238" w:name="_Toc28081916"/>
      <w:r>
        <w:rPr>
          <w:rFonts w:hint="cs"/>
          <w:rtl/>
        </w:rPr>
        <w:t xml:space="preserve">آیت </w:t>
      </w:r>
      <w:r w:rsidRPr="00120F63">
        <w:rPr>
          <w:rFonts w:hint="cs"/>
          <w:rtl/>
        </w:rPr>
        <w:t>92</w:t>
      </w:r>
      <w:bookmarkEnd w:id="238"/>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وَلاَ</w:t>
      </w:r>
      <w:r w:rsidRPr="00C81DE5">
        <w:rPr>
          <w:rStyle w:val="libAieChar"/>
          <w:rtl/>
        </w:rPr>
        <w:t xml:space="preserve"> تَكُونُواْ كَالَّتِي نَقَضَتْ غَزْلَهَا مِن بَعْدِ قُوَّةٍ أَنكَاثاً تَتَّخِذُونَ أَيْمَانَكُمْ دَخَلاً بَيْنَكُمْ أَن تَكُونَ أُمَّةٌ هِيَ أَرْبَى مِنْ أُمَّةٍ إِنَّمَا يَبْلُوكُمُ اللّهُ بِهِ وَلَيُبَيِّنَنَّ لَكُمْ يَوْمَ الْقِيَامَةِ مَا كُنتُمْ </w:t>
      </w:r>
      <w:r w:rsidRPr="00C81DE5">
        <w:rPr>
          <w:rStyle w:val="libAieChar"/>
          <w:rFonts w:hint="eastAsia"/>
          <w:rtl/>
        </w:rPr>
        <w:t>فِيهِ</w:t>
      </w:r>
      <w:r w:rsidRPr="00C81DE5">
        <w:rPr>
          <w:rStyle w:val="libAieChar"/>
          <w:rtl/>
        </w:rPr>
        <w:t xml:space="preserve"> تَخْتَلِفُونَ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خبردار اس عورت كے مانند نہ ہوجاؤ جس نے اپنے دھاگہ كو مضبوط كاتنے كے بعد پھر سے ٹكڑے ٹكڑے كرڈالا_ كيا تم اپنے معاہدے كو اس چالاكى كا ذريعہ بناتے ہو كہ ايك گروہ دوسرے گروہ سے زيادہ فائدہ حاصل كرے_ اللہ تمھي</w:t>
      </w:r>
      <w:r w:rsidR="00083993">
        <w:rPr>
          <w:rtl/>
        </w:rPr>
        <w:t xml:space="preserve">ں </w:t>
      </w:r>
      <w:r>
        <w:rPr>
          <w:rtl/>
        </w:rPr>
        <w:t>انھي</w:t>
      </w:r>
      <w:r w:rsidR="00083993">
        <w:rPr>
          <w:rtl/>
        </w:rPr>
        <w:t xml:space="preserve">ں </w:t>
      </w:r>
      <w:r>
        <w:rPr>
          <w:rtl/>
        </w:rPr>
        <w:t>باتو</w:t>
      </w:r>
      <w:r w:rsidR="00083993">
        <w:rPr>
          <w:rtl/>
        </w:rPr>
        <w:t xml:space="preserve">ں </w:t>
      </w:r>
      <w:r>
        <w:rPr>
          <w:rtl/>
        </w:rPr>
        <w:t>كے ذريعہ آزما رہا ہے اور يقينا روز قيامت اس امر كى وضاحت كردے گا جس مي</w:t>
      </w:r>
      <w:r w:rsidR="00083993">
        <w:rPr>
          <w:rtl/>
        </w:rPr>
        <w:t xml:space="preserve">ں </w:t>
      </w:r>
      <w:r>
        <w:rPr>
          <w:rtl/>
        </w:rPr>
        <w:t>تم آپس مي</w:t>
      </w:r>
      <w:r w:rsidR="00083993">
        <w:rPr>
          <w:rtl/>
        </w:rPr>
        <w:t xml:space="preserve">ں </w:t>
      </w:r>
      <w:r>
        <w:rPr>
          <w:rtl/>
        </w:rPr>
        <w:t>اختلاف كر رہے تھے _</w:t>
      </w:r>
    </w:p>
    <w:p w:rsidR="001F628F" w:rsidRDefault="001F628F" w:rsidP="001F628F">
      <w:pPr>
        <w:pStyle w:val="libNormal"/>
        <w:rPr>
          <w:rtl/>
        </w:rPr>
      </w:pPr>
      <w:r>
        <w:rPr>
          <w:rtl/>
        </w:rPr>
        <w:t>1_ حتمى عہد و پيمان توڑنا ، محكم رشتہ جو ڑنے كے بعد اسے توڑنے كى مانند ہے_</w:t>
      </w:r>
    </w:p>
    <w:p w:rsidR="001F628F" w:rsidRDefault="001F628F" w:rsidP="00C81DE5">
      <w:pPr>
        <w:pStyle w:val="libArabic"/>
        <w:rPr>
          <w:rtl/>
        </w:rPr>
      </w:pPr>
      <w:r>
        <w:rPr>
          <w:rFonts w:hint="eastAsia"/>
          <w:rtl/>
        </w:rPr>
        <w:t>ا</w:t>
      </w:r>
      <w:r>
        <w:rPr>
          <w:rtl/>
        </w:rPr>
        <w:t xml:space="preserve"> وفوا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ولا</w:t>
      </w:r>
      <w:r>
        <w:rPr>
          <w:rtl/>
        </w:rPr>
        <w:t xml:space="preserve"> </w:t>
      </w:r>
      <w:r>
        <w:rPr>
          <w:rFonts w:hint="cs"/>
          <w:rtl/>
        </w:rPr>
        <w:t>تنفضوا</w:t>
      </w:r>
      <w:r>
        <w:rPr>
          <w:rtl/>
        </w:rPr>
        <w:t xml:space="preserve"> ...</w:t>
      </w:r>
      <w:r>
        <w:rPr>
          <w:rFonts w:hint="cs"/>
          <w:rtl/>
        </w:rPr>
        <w:t>ولا</w:t>
      </w:r>
      <w:r>
        <w:rPr>
          <w:rtl/>
        </w:rPr>
        <w:t xml:space="preserve"> </w:t>
      </w:r>
      <w:r>
        <w:rPr>
          <w:rFonts w:hint="cs"/>
          <w:rtl/>
        </w:rPr>
        <w:t>تكونوا</w:t>
      </w:r>
      <w:r>
        <w:rPr>
          <w:rtl/>
        </w:rPr>
        <w:t xml:space="preserve"> </w:t>
      </w:r>
      <w:r>
        <w:rPr>
          <w:rFonts w:hint="cs"/>
          <w:rtl/>
        </w:rPr>
        <w:t>كا</w:t>
      </w:r>
      <w:r>
        <w:rPr>
          <w:rtl/>
        </w:rPr>
        <w:t xml:space="preserve"> </w:t>
      </w:r>
      <w:r>
        <w:rPr>
          <w:rFonts w:hint="cs"/>
          <w:rtl/>
        </w:rPr>
        <w:t>لتى</w:t>
      </w:r>
      <w:r>
        <w:rPr>
          <w:rtl/>
        </w:rPr>
        <w:t xml:space="preserve"> </w:t>
      </w:r>
      <w:r>
        <w:rPr>
          <w:rFonts w:hint="cs"/>
          <w:rtl/>
        </w:rPr>
        <w:t>نقضت</w:t>
      </w:r>
      <w:r>
        <w:rPr>
          <w:rtl/>
        </w:rPr>
        <w:t xml:space="preserve"> </w:t>
      </w:r>
      <w:r>
        <w:rPr>
          <w:rFonts w:hint="cs"/>
          <w:rtl/>
        </w:rPr>
        <w:t>غزل</w:t>
      </w:r>
      <w:r w:rsidR="00120F63" w:rsidRPr="00ED5DE8">
        <w:rPr>
          <w:rFonts w:hint="cs"/>
          <w:rtl/>
        </w:rPr>
        <w:t>ه</w:t>
      </w:r>
      <w:r>
        <w:rPr>
          <w:rFonts w:hint="cs"/>
          <w:rtl/>
        </w:rPr>
        <w:t>ا</w:t>
      </w:r>
      <w:r>
        <w:rPr>
          <w:rtl/>
        </w:rPr>
        <w:t xml:space="preserve"> </w:t>
      </w:r>
      <w:r>
        <w:rPr>
          <w:rFonts w:hint="cs"/>
          <w:rtl/>
        </w:rPr>
        <w:t>من</w:t>
      </w:r>
      <w:r>
        <w:rPr>
          <w:rtl/>
        </w:rPr>
        <w:t xml:space="preserve"> </w:t>
      </w:r>
      <w:r>
        <w:rPr>
          <w:rFonts w:hint="cs"/>
          <w:rtl/>
        </w:rPr>
        <w:t>بعد</w:t>
      </w:r>
      <w:r>
        <w:rPr>
          <w:rtl/>
        </w:rPr>
        <w:t xml:space="preserve"> </w:t>
      </w:r>
      <w:r>
        <w:rPr>
          <w:rFonts w:hint="cs"/>
          <w:rtl/>
        </w:rPr>
        <w:t>قوّة</w:t>
      </w:r>
      <w:r>
        <w:rPr>
          <w:rtl/>
        </w:rPr>
        <w:t xml:space="preserve"> </w:t>
      </w:r>
      <w:r>
        <w:rPr>
          <w:rFonts w:hint="cs"/>
          <w:rtl/>
        </w:rPr>
        <w:t>انكث</w:t>
      </w:r>
    </w:p>
    <w:p w:rsidR="00C81DE5" w:rsidRDefault="001E7F9D" w:rsidP="00F73EDE">
      <w:pPr>
        <w:pStyle w:val="libPoemTini"/>
        <w:rPr>
          <w:rtl/>
        </w:rPr>
      </w:pPr>
      <w:r>
        <w:rPr>
          <w:rtl/>
        </w:rPr>
        <w:cr/>
      </w:r>
      <w:r>
        <w:rPr>
          <w:rtl/>
        </w:rPr>
        <w:br w:type="page"/>
      </w:r>
    </w:p>
    <w:p w:rsidR="001F628F" w:rsidRDefault="001F628F" w:rsidP="00C81DE5">
      <w:pPr>
        <w:pStyle w:val="libNormal"/>
        <w:rPr>
          <w:rtl/>
        </w:rPr>
      </w:pPr>
      <w:r>
        <w:rPr>
          <w:rtl/>
        </w:rPr>
        <w:lastRenderedPageBreak/>
        <w:t>2_ پيمان شكنى ايك غير عاقالانہ اور ناقابل توجيہ كام ہے_</w:t>
      </w:r>
      <w:r w:rsidRPr="00C81DE5">
        <w:rPr>
          <w:rStyle w:val="libArabicChar"/>
          <w:rFonts w:hint="eastAsia"/>
          <w:rtl/>
        </w:rPr>
        <w:t>والا</w:t>
      </w:r>
      <w:r w:rsidRPr="00C81DE5">
        <w:rPr>
          <w:rStyle w:val="libArabicChar"/>
          <w:rtl/>
        </w:rPr>
        <w:t xml:space="preserve"> تكونوا كالتى نقضت غزل</w:t>
      </w:r>
      <w:r w:rsidR="00120F63" w:rsidRPr="00B2551F">
        <w:rPr>
          <w:rStyle w:val="libArabicChar"/>
          <w:rFonts w:hint="cs"/>
          <w:rtl/>
        </w:rPr>
        <w:t>ه</w:t>
      </w:r>
      <w:r w:rsidRPr="00C81DE5">
        <w:rPr>
          <w:rStyle w:val="libArabicChar"/>
          <w:rFonts w:hint="cs"/>
          <w:rtl/>
        </w:rPr>
        <w:t>ا</w:t>
      </w:r>
      <w:r w:rsidRPr="00C81DE5">
        <w:rPr>
          <w:rStyle w:val="libArabicChar"/>
          <w:rtl/>
        </w:rPr>
        <w:t xml:space="preserve"> </w:t>
      </w:r>
      <w:r w:rsidRPr="00C81DE5">
        <w:rPr>
          <w:rStyle w:val="libArabicChar"/>
          <w:rFonts w:hint="cs"/>
          <w:rtl/>
        </w:rPr>
        <w:t>من</w:t>
      </w:r>
      <w:r w:rsidRPr="00C81DE5">
        <w:rPr>
          <w:rStyle w:val="libArabicChar"/>
          <w:rtl/>
        </w:rPr>
        <w:t xml:space="preserve"> </w:t>
      </w:r>
      <w:r w:rsidRPr="00C81DE5">
        <w:rPr>
          <w:rStyle w:val="libArabicChar"/>
          <w:rFonts w:hint="cs"/>
          <w:rtl/>
        </w:rPr>
        <w:t>بعد</w:t>
      </w:r>
      <w:r w:rsidRPr="00C81DE5">
        <w:rPr>
          <w:rStyle w:val="libArabicChar"/>
          <w:rtl/>
        </w:rPr>
        <w:t xml:space="preserve"> </w:t>
      </w:r>
      <w:r w:rsidRPr="00C81DE5">
        <w:rPr>
          <w:rStyle w:val="libArabicChar"/>
          <w:rFonts w:hint="cs"/>
          <w:rtl/>
        </w:rPr>
        <w:t>قوة</w:t>
      </w:r>
      <w:r w:rsidRPr="00C81DE5">
        <w:rPr>
          <w:rStyle w:val="libArabicChar"/>
          <w:rtl/>
        </w:rPr>
        <w:t xml:space="preserve"> ا نكث</w:t>
      </w:r>
    </w:p>
    <w:p w:rsidR="001F628F" w:rsidRDefault="001F628F" w:rsidP="001F628F">
      <w:pPr>
        <w:pStyle w:val="libNormal"/>
        <w:rPr>
          <w:rtl/>
        </w:rPr>
      </w:pPr>
      <w:r>
        <w:rPr>
          <w:rFonts w:hint="eastAsia"/>
          <w:rtl/>
        </w:rPr>
        <w:t>رشتہ</w:t>
      </w:r>
      <w:r>
        <w:rPr>
          <w:rtl/>
        </w:rPr>
        <w:t xml:space="preserve"> جوڑنے كے بعد اسے توڑنا نقض غرض كا واضع نمونہ ہے اور روشن سى بات ہے كہ نقض غرض غير عاقلانہ كام ہے _</w:t>
      </w:r>
    </w:p>
    <w:p w:rsidR="001F628F" w:rsidRDefault="001F628F" w:rsidP="001F628F">
      <w:pPr>
        <w:pStyle w:val="libNormal"/>
        <w:rPr>
          <w:rtl/>
        </w:rPr>
      </w:pPr>
      <w:r>
        <w:rPr>
          <w:rtl/>
        </w:rPr>
        <w:t>3_ دوسرے لوگو</w:t>
      </w:r>
      <w:r w:rsidR="00083993">
        <w:rPr>
          <w:rtl/>
        </w:rPr>
        <w:t xml:space="preserve">ں </w:t>
      </w:r>
      <w:r>
        <w:rPr>
          <w:rtl/>
        </w:rPr>
        <w:t>كو دھوكہ دينے كے ليے قسم كو بطور وسيلہ استعمال كرنا ممنوع ہے_</w:t>
      </w:r>
    </w:p>
    <w:p w:rsidR="001F628F" w:rsidRDefault="001F628F" w:rsidP="00C81DE5">
      <w:pPr>
        <w:pStyle w:val="libArabic"/>
        <w:rPr>
          <w:rtl/>
        </w:rPr>
      </w:pPr>
      <w:r>
        <w:rPr>
          <w:rFonts w:hint="eastAsia"/>
          <w:rtl/>
        </w:rPr>
        <w:t>ولا</w:t>
      </w:r>
      <w:r>
        <w:rPr>
          <w:rtl/>
        </w:rPr>
        <w:t xml:space="preserve"> تكونوا ...تتّخذون ايمنكم دخلاً بينكم</w:t>
      </w:r>
    </w:p>
    <w:p w:rsidR="001F628F" w:rsidRDefault="001F628F" w:rsidP="00C81DE5">
      <w:pPr>
        <w:pStyle w:val="libNormal"/>
        <w:rPr>
          <w:rtl/>
        </w:rPr>
      </w:pPr>
      <w:r>
        <w:rPr>
          <w:rtl/>
        </w:rPr>
        <w:t>4_ الہى فكر كے مطابق لوگو</w:t>
      </w:r>
      <w:r w:rsidR="00083993">
        <w:rPr>
          <w:rtl/>
        </w:rPr>
        <w:t xml:space="preserve">ں </w:t>
      </w:r>
      <w:r>
        <w:rPr>
          <w:rtl/>
        </w:rPr>
        <w:t>كو دھوكہ اور فريب دينا، ناپسنديدہ فعل ہے_</w:t>
      </w:r>
      <w:r w:rsidRPr="00C81DE5">
        <w:rPr>
          <w:rStyle w:val="libArabicChar"/>
          <w:rFonts w:hint="eastAsia"/>
          <w:rtl/>
        </w:rPr>
        <w:t>تتخذون</w:t>
      </w:r>
      <w:r w:rsidRPr="00C81DE5">
        <w:rPr>
          <w:rStyle w:val="libArabicChar"/>
          <w:rtl/>
        </w:rPr>
        <w:t xml:space="preserve"> ايمنكم دخلاً بينكم</w:t>
      </w:r>
    </w:p>
    <w:p w:rsidR="001F628F" w:rsidRDefault="001F628F" w:rsidP="001F628F">
      <w:pPr>
        <w:pStyle w:val="libNormal"/>
        <w:rPr>
          <w:rtl/>
        </w:rPr>
      </w:pPr>
      <w:r>
        <w:rPr>
          <w:rtl/>
        </w:rPr>
        <w:t>5_ اجتماعى تعلقات مي</w:t>
      </w:r>
      <w:r w:rsidR="00083993">
        <w:rPr>
          <w:rtl/>
        </w:rPr>
        <w:t xml:space="preserve">ں </w:t>
      </w:r>
      <w:r>
        <w:rPr>
          <w:rtl/>
        </w:rPr>
        <w:t>قسم اور پيمان پر عمل كرنا ،ايك ضرورى امر او راہم اصول ہے_</w:t>
      </w:r>
    </w:p>
    <w:p w:rsidR="001F628F" w:rsidRDefault="001F628F" w:rsidP="00C81DE5">
      <w:pPr>
        <w:pStyle w:val="libArabic"/>
        <w:rPr>
          <w:rtl/>
        </w:rPr>
      </w:pPr>
      <w:r>
        <w:rPr>
          <w:rFonts w:hint="eastAsia"/>
          <w:rtl/>
        </w:rPr>
        <w:t>ولا</w:t>
      </w:r>
      <w:r>
        <w:rPr>
          <w:rtl/>
        </w:rPr>
        <w:t xml:space="preserve"> تكونوا كا لتى نقضت غزل</w:t>
      </w:r>
      <w:r w:rsidR="00120F63" w:rsidRPr="00ED5DE8">
        <w:rPr>
          <w:rFonts w:hint="cs"/>
          <w:rtl/>
        </w:rPr>
        <w:t>ه</w:t>
      </w:r>
      <w:r>
        <w:rPr>
          <w:rFonts w:hint="cs"/>
          <w:rtl/>
        </w:rPr>
        <w:t>ا</w:t>
      </w:r>
      <w:r>
        <w:rPr>
          <w:rtl/>
        </w:rPr>
        <w:t xml:space="preserve"> ...</w:t>
      </w:r>
      <w:r>
        <w:rPr>
          <w:rFonts w:hint="cs"/>
          <w:rtl/>
        </w:rPr>
        <w:t>تتخذون</w:t>
      </w:r>
      <w:r>
        <w:rPr>
          <w:rtl/>
        </w:rPr>
        <w:t xml:space="preserve"> </w:t>
      </w:r>
      <w:r>
        <w:rPr>
          <w:rFonts w:hint="cs"/>
          <w:rtl/>
        </w:rPr>
        <w:t>ايمنكم</w:t>
      </w:r>
      <w:r>
        <w:rPr>
          <w:rtl/>
        </w:rPr>
        <w:t xml:space="preserve"> </w:t>
      </w:r>
      <w:r>
        <w:rPr>
          <w:rFonts w:hint="cs"/>
          <w:rtl/>
        </w:rPr>
        <w:t>دخلاً</w:t>
      </w:r>
      <w:r>
        <w:rPr>
          <w:rtl/>
        </w:rPr>
        <w:t xml:space="preserve"> بينكم</w:t>
      </w:r>
    </w:p>
    <w:p w:rsidR="001F628F" w:rsidRDefault="001F628F" w:rsidP="001F628F">
      <w:pPr>
        <w:pStyle w:val="libNormal"/>
        <w:rPr>
          <w:rtl/>
        </w:rPr>
      </w:pPr>
      <w:r>
        <w:rPr>
          <w:rtl/>
        </w:rPr>
        <w:t>6_ دوسرو</w:t>
      </w:r>
      <w:r w:rsidR="00083993">
        <w:rPr>
          <w:rtl/>
        </w:rPr>
        <w:t xml:space="preserve">ں </w:t>
      </w:r>
      <w:r>
        <w:rPr>
          <w:rtl/>
        </w:rPr>
        <w:t>سے كے گئے عہد و پيمان كو توڑنا اگر چہ اس مي</w:t>
      </w:r>
      <w:r w:rsidR="00083993">
        <w:rPr>
          <w:rtl/>
        </w:rPr>
        <w:t xml:space="preserve">ں </w:t>
      </w:r>
      <w:r>
        <w:rPr>
          <w:rtl/>
        </w:rPr>
        <w:t>بہت زيادہ فائد ہ ہى كيو</w:t>
      </w:r>
      <w:r w:rsidR="00083993">
        <w:rPr>
          <w:rtl/>
        </w:rPr>
        <w:t xml:space="preserve">ں </w:t>
      </w:r>
      <w:r>
        <w:rPr>
          <w:rtl/>
        </w:rPr>
        <w:t>جائز نہي</w:t>
      </w:r>
      <w:r w:rsidR="00083993">
        <w:rPr>
          <w:rtl/>
        </w:rPr>
        <w:t xml:space="preserve">ں </w:t>
      </w:r>
      <w:r>
        <w:rPr>
          <w:rtl/>
        </w:rPr>
        <w:t>ہے_</w:t>
      </w:r>
    </w:p>
    <w:p w:rsidR="001F628F" w:rsidRDefault="001F628F" w:rsidP="00C81DE5">
      <w:pPr>
        <w:pStyle w:val="libArabic"/>
        <w:rPr>
          <w:rtl/>
        </w:rPr>
      </w:pPr>
      <w:r>
        <w:rPr>
          <w:rFonts w:hint="eastAsia"/>
          <w:rtl/>
        </w:rPr>
        <w:t>ولاتكونوا</w:t>
      </w:r>
      <w:r>
        <w:rPr>
          <w:rtl/>
        </w:rPr>
        <w:t xml:space="preserve"> ...تتخذون ايمنكم دخلاً بينكم ا ن تكون امّة </w:t>
      </w:r>
      <w:r w:rsidR="00120F63" w:rsidRPr="00ED5DE8">
        <w:rPr>
          <w:rFonts w:hint="cs"/>
          <w:rtl/>
        </w:rPr>
        <w:t>ه</w:t>
      </w:r>
      <w:r>
        <w:rPr>
          <w:rFonts w:hint="cs"/>
          <w:rtl/>
        </w:rPr>
        <w:t>ى</w:t>
      </w:r>
      <w:r>
        <w:rPr>
          <w:rtl/>
        </w:rPr>
        <w:t xml:space="preserve"> </w:t>
      </w:r>
      <w:r>
        <w:rPr>
          <w:rFonts w:hint="cs"/>
          <w:rtl/>
        </w:rPr>
        <w:t>اربى</w:t>
      </w:r>
      <w:r>
        <w:rPr>
          <w:rtl/>
        </w:rPr>
        <w:t xml:space="preserve"> من امة</w:t>
      </w:r>
    </w:p>
    <w:p w:rsidR="001F628F" w:rsidRDefault="001F628F" w:rsidP="001F628F">
      <w:pPr>
        <w:pStyle w:val="libNormal"/>
        <w:rPr>
          <w:rtl/>
        </w:rPr>
      </w:pPr>
      <w:r>
        <w:rPr>
          <w:rtl/>
        </w:rPr>
        <w:t>7_ طاقتور گروہ سے پيمان باندھنے كى خاطر كسى دوسرے گروہ سے پيمان توڑنا، حرام اور غير عاقلانہ كام ہے_</w:t>
      </w:r>
    </w:p>
    <w:p w:rsidR="001F628F" w:rsidRDefault="001F628F" w:rsidP="00C81DE5">
      <w:pPr>
        <w:pStyle w:val="libArabic"/>
        <w:rPr>
          <w:rtl/>
        </w:rPr>
      </w:pPr>
      <w:r>
        <w:rPr>
          <w:rFonts w:hint="eastAsia"/>
          <w:rtl/>
        </w:rPr>
        <w:t>ولا</w:t>
      </w:r>
      <w:r>
        <w:rPr>
          <w:rtl/>
        </w:rPr>
        <w:t xml:space="preserve"> تكونوا ...تتّخذون ايمنكم دخلاً بينكم ا ن تكون امّة </w:t>
      </w:r>
      <w:r w:rsidR="00120F63" w:rsidRPr="00ED5DE8">
        <w:rPr>
          <w:rFonts w:hint="cs"/>
          <w:rtl/>
        </w:rPr>
        <w:t>ه</w:t>
      </w:r>
      <w:r>
        <w:rPr>
          <w:rFonts w:hint="cs"/>
          <w:rtl/>
        </w:rPr>
        <w:t>ى</w:t>
      </w:r>
      <w:r>
        <w:rPr>
          <w:rtl/>
        </w:rPr>
        <w:t xml:space="preserve"> </w:t>
      </w:r>
      <w:r>
        <w:rPr>
          <w:rFonts w:hint="cs"/>
          <w:rtl/>
        </w:rPr>
        <w:t>ا</w:t>
      </w:r>
      <w:r>
        <w:rPr>
          <w:rtl/>
        </w:rPr>
        <w:t xml:space="preserve"> </w:t>
      </w:r>
      <w:r>
        <w:rPr>
          <w:rFonts w:hint="cs"/>
          <w:rtl/>
        </w:rPr>
        <w:t>ربى</w:t>
      </w:r>
      <w:r>
        <w:rPr>
          <w:rtl/>
        </w:rPr>
        <w:t xml:space="preserve"> </w:t>
      </w:r>
      <w:r>
        <w:rPr>
          <w:rFonts w:hint="cs"/>
          <w:rtl/>
        </w:rPr>
        <w:t>من</w:t>
      </w:r>
      <w:r>
        <w:rPr>
          <w:rtl/>
        </w:rPr>
        <w:t xml:space="preserve"> امّة</w:t>
      </w:r>
    </w:p>
    <w:p w:rsidR="001F628F" w:rsidRDefault="001F628F" w:rsidP="001F628F">
      <w:pPr>
        <w:pStyle w:val="libNormal"/>
        <w:rPr>
          <w:rtl/>
        </w:rPr>
      </w:pPr>
      <w:r>
        <w:rPr>
          <w:rtl/>
        </w:rPr>
        <w:t>8_ طرف مقابل مي</w:t>
      </w:r>
      <w:r w:rsidR="00083993">
        <w:rPr>
          <w:rtl/>
        </w:rPr>
        <w:t xml:space="preserve">ں </w:t>
      </w:r>
      <w:r>
        <w:rPr>
          <w:rtl/>
        </w:rPr>
        <w:t>كمزورى كا مشاہدہ كرنے كى وجہ سے اہل پيمان كو عہد شكنى كا رخ نہي</w:t>
      </w:r>
      <w:r w:rsidR="00083993">
        <w:rPr>
          <w:rtl/>
        </w:rPr>
        <w:t xml:space="preserve">ں </w:t>
      </w:r>
      <w:r>
        <w:rPr>
          <w:rtl/>
        </w:rPr>
        <w:t>كرنا چايئے</w:t>
      </w:r>
    </w:p>
    <w:p w:rsidR="001F628F" w:rsidRDefault="001F628F" w:rsidP="00C81DE5">
      <w:pPr>
        <w:pStyle w:val="libArabic"/>
        <w:rPr>
          <w:rtl/>
        </w:rPr>
      </w:pPr>
      <w:r>
        <w:rPr>
          <w:rFonts w:hint="eastAsia"/>
          <w:rtl/>
        </w:rPr>
        <w:t>تتّخذون</w:t>
      </w:r>
      <w:r>
        <w:rPr>
          <w:rtl/>
        </w:rPr>
        <w:t xml:space="preserve"> ايمانكم دخلاً بينكم ا ن تكون امّة </w:t>
      </w:r>
      <w:r w:rsidR="00120F63" w:rsidRPr="00ED5DE8">
        <w:rPr>
          <w:rFonts w:hint="cs"/>
          <w:rtl/>
        </w:rPr>
        <w:t>ه</w:t>
      </w:r>
      <w:r>
        <w:rPr>
          <w:rFonts w:hint="cs"/>
          <w:rtl/>
        </w:rPr>
        <w:t>ى</w:t>
      </w:r>
      <w:r>
        <w:rPr>
          <w:rtl/>
        </w:rPr>
        <w:t xml:space="preserve"> </w:t>
      </w:r>
      <w:r>
        <w:rPr>
          <w:rFonts w:hint="cs"/>
          <w:rtl/>
        </w:rPr>
        <w:t>ا</w:t>
      </w:r>
      <w:r>
        <w:rPr>
          <w:rtl/>
        </w:rPr>
        <w:t xml:space="preserve"> </w:t>
      </w:r>
      <w:r>
        <w:rPr>
          <w:rFonts w:hint="cs"/>
          <w:rtl/>
        </w:rPr>
        <w:t>ربى</w:t>
      </w:r>
      <w:r>
        <w:rPr>
          <w:rtl/>
        </w:rPr>
        <w:t xml:space="preserve"> </w:t>
      </w:r>
      <w:r>
        <w:rPr>
          <w:rFonts w:hint="cs"/>
          <w:rtl/>
        </w:rPr>
        <w:t>م</w:t>
      </w:r>
      <w:r>
        <w:rPr>
          <w:rtl/>
        </w:rPr>
        <w:t>ن امّة</w:t>
      </w:r>
    </w:p>
    <w:p w:rsidR="001F628F" w:rsidRDefault="001F628F" w:rsidP="001F628F">
      <w:pPr>
        <w:pStyle w:val="libNormal"/>
        <w:rPr>
          <w:rtl/>
        </w:rPr>
      </w:pPr>
      <w:r>
        <w:rPr>
          <w:rtl/>
        </w:rPr>
        <w:t>9_ قسم اور پيمان ايسى قابل قدر چيز ہے جسے مادى معاملات كے تحت الشعاع نہي</w:t>
      </w:r>
      <w:r w:rsidR="00083993">
        <w:rPr>
          <w:rtl/>
        </w:rPr>
        <w:t xml:space="preserve">ں </w:t>
      </w:r>
      <w:r>
        <w:rPr>
          <w:rtl/>
        </w:rPr>
        <w:t>ہونا چاہيئے</w:t>
      </w:r>
    </w:p>
    <w:p w:rsidR="001F628F" w:rsidRDefault="001F628F" w:rsidP="00C81DE5">
      <w:pPr>
        <w:pStyle w:val="libArabic"/>
        <w:rPr>
          <w:rtl/>
        </w:rPr>
      </w:pPr>
      <w:r>
        <w:rPr>
          <w:rFonts w:hint="eastAsia"/>
          <w:rtl/>
        </w:rPr>
        <w:t>دخلاً</w:t>
      </w:r>
      <w:r>
        <w:rPr>
          <w:rtl/>
        </w:rPr>
        <w:t xml:space="preserve"> بينكم ان تكون امّة </w:t>
      </w:r>
      <w:r w:rsidR="00120F63" w:rsidRPr="00ED5DE8">
        <w:rPr>
          <w:rFonts w:hint="cs"/>
          <w:rtl/>
        </w:rPr>
        <w:t>ه</w:t>
      </w:r>
      <w:r>
        <w:rPr>
          <w:rFonts w:hint="cs"/>
          <w:rtl/>
        </w:rPr>
        <w:t>ى</w:t>
      </w:r>
      <w:r>
        <w:rPr>
          <w:rtl/>
        </w:rPr>
        <w:t xml:space="preserve"> </w:t>
      </w:r>
      <w:r>
        <w:rPr>
          <w:rFonts w:hint="cs"/>
          <w:rtl/>
        </w:rPr>
        <w:t>ا</w:t>
      </w:r>
      <w:r>
        <w:rPr>
          <w:rtl/>
        </w:rPr>
        <w:t xml:space="preserve"> </w:t>
      </w:r>
      <w:r>
        <w:rPr>
          <w:rFonts w:hint="cs"/>
          <w:rtl/>
        </w:rPr>
        <w:t>ربى</w:t>
      </w:r>
      <w:r>
        <w:rPr>
          <w:rtl/>
        </w:rPr>
        <w:t xml:space="preserve"> </w:t>
      </w:r>
      <w:r>
        <w:rPr>
          <w:rFonts w:hint="cs"/>
          <w:rtl/>
        </w:rPr>
        <w:t>من</w:t>
      </w:r>
      <w:r>
        <w:rPr>
          <w:rtl/>
        </w:rPr>
        <w:t xml:space="preserve"> امّة</w:t>
      </w:r>
    </w:p>
    <w:p w:rsidR="001F628F" w:rsidRDefault="001F628F" w:rsidP="001F628F">
      <w:pPr>
        <w:pStyle w:val="libNormal"/>
        <w:rPr>
          <w:rtl/>
        </w:rPr>
      </w:pPr>
      <w:r>
        <w:rPr>
          <w:rtl/>
        </w:rPr>
        <w:t>10_ خداوند عالم كا پيمان و عہد اور قسم كو تو ڑنے سے اجتناب كرنے كا حكم دينا فقط انسان كى آزما</w:t>
      </w:r>
      <w:r w:rsidR="009F604A">
        <w:rPr>
          <w:rtl/>
        </w:rPr>
        <w:t>ئش</w:t>
      </w:r>
      <w:r>
        <w:rPr>
          <w:rtl/>
        </w:rPr>
        <w:t xml:space="preserve"> كے ليے ہے_</w:t>
      </w:r>
    </w:p>
    <w:p w:rsidR="001F628F" w:rsidRDefault="001F628F" w:rsidP="00C81DE5">
      <w:pPr>
        <w:pStyle w:val="libArabic"/>
        <w:rPr>
          <w:rtl/>
        </w:rPr>
      </w:pPr>
      <w:r>
        <w:rPr>
          <w:rFonts w:hint="eastAsia"/>
          <w:rtl/>
        </w:rPr>
        <w:t>وا</w:t>
      </w:r>
      <w:r>
        <w:rPr>
          <w:rtl/>
        </w:rPr>
        <w:t xml:space="preserve"> وفوا بع</w:t>
      </w:r>
      <w:r w:rsidR="00120F63" w:rsidRPr="00ED5DE8">
        <w:rPr>
          <w:rFonts w:hint="cs"/>
          <w:rtl/>
        </w:rPr>
        <w:t>ه</w:t>
      </w:r>
      <w:r>
        <w:rPr>
          <w:rFonts w:hint="cs"/>
          <w:rtl/>
        </w:rPr>
        <w:t>دالله</w:t>
      </w:r>
      <w:r>
        <w:rPr>
          <w:rtl/>
        </w:rPr>
        <w:t xml:space="preserve"> ...</w:t>
      </w:r>
      <w:r>
        <w:rPr>
          <w:rFonts w:hint="cs"/>
          <w:rtl/>
        </w:rPr>
        <w:t>ولا</w:t>
      </w:r>
      <w:r>
        <w:rPr>
          <w:rtl/>
        </w:rPr>
        <w:t xml:space="preserve"> </w:t>
      </w:r>
      <w:r>
        <w:rPr>
          <w:rFonts w:hint="cs"/>
          <w:rtl/>
        </w:rPr>
        <w:t>تكونوا</w:t>
      </w:r>
      <w:r>
        <w:rPr>
          <w:rtl/>
        </w:rPr>
        <w:t xml:space="preserve"> ...</w:t>
      </w:r>
      <w:r>
        <w:rPr>
          <w:rFonts w:hint="cs"/>
          <w:rtl/>
        </w:rPr>
        <w:t>تتخذون</w:t>
      </w:r>
      <w:r>
        <w:rPr>
          <w:rtl/>
        </w:rPr>
        <w:t xml:space="preserve"> </w:t>
      </w:r>
      <w:r>
        <w:rPr>
          <w:rFonts w:hint="cs"/>
          <w:rtl/>
        </w:rPr>
        <w:t>ايمنكم</w:t>
      </w:r>
      <w:r>
        <w:rPr>
          <w:rtl/>
        </w:rPr>
        <w:t xml:space="preserve"> </w:t>
      </w:r>
      <w:r>
        <w:rPr>
          <w:rFonts w:hint="cs"/>
          <w:rtl/>
        </w:rPr>
        <w:t>دخلاً</w:t>
      </w:r>
      <w:r>
        <w:rPr>
          <w:rtl/>
        </w:rPr>
        <w:t xml:space="preserve"> </w:t>
      </w:r>
      <w:r>
        <w:rPr>
          <w:rFonts w:hint="cs"/>
          <w:rtl/>
        </w:rPr>
        <w:t>بينكم</w:t>
      </w:r>
      <w:r>
        <w:rPr>
          <w:rtl/>
        </w:rPr>
        <w:t xml:space="preserve"> ...</w:t>
      </w:r>
      <w:r>
        <w:rPr>
          <w:rFonts w:hint="cs"/>
          <w:rtl/>
        </w:rPr>
        <w:t>انما</w:t>
      </w:r>
      <w:r>
        <w:rPr>
          <w:rtl/>
        </w:rPr>
        <w:t xml:space="preserve"> </w:t>
      </w:r>
      <w:r>
        <w:rPr>
          <w:rFonts w:hint="cs"/>
          <w:rtl/>
        </w:rPr>
        <w:t>يبلوكم</w:t>
      </w:r>
      <w:r>
        <w:rPr>
          <w:rtl/>
        </w:rPr>
        <w:t xml:space="preserve"> </w:t>
      </w:r>
      <w:r>
        <w:rPr>
          <w:rFonts w:hint="cs"/>
          <w:rtl/>
        </w:rPr>
        <w:t>ا</w:t>
      </w:r>
      <w:r>
        <w:rPr>
          <w:rtl/>
        </w:rPr>
        <w:t>لله ب</w:t>
      </w:r>
      <w:r w:rsidR="00120F63" w:rsidRPr="00ED5DE8">
        <w:rPr>
          <w:rFonts w:hint="cs"/>
          <w:rtl/>
        </w:rPr>
        <w:t>ه</w:t>
      </w:r>
    </w:p>
    <w:p w:rsidR="001F628F" w:rsidRDefault="001F628F" w:rsidP="001F628F">
      <w:pPr>
        <w:pStyle w:val="libNormal"/>
        <w:rPr>
          <w:rtl/>
        </w:rPr>
      </w:pPr>
      <w:r>
        <w:rPr>
          <w:rtl/>
        </w:rPr>
        <w:t>11_ قسم اور دوسرو</w:t>
      </w:r>
      <w:r w:rsidR="00083993">
        <w:rPr>
          <w:rtl/>
        </w:rPr>
        <w:t xml:space="preserve">ں </w:t>
      </w:r>
      <w:r>
        <w:rPr>
          <w:rtl/>
        </w:rPr>
        <w:t>كے ساتھ انسان كا پيمان اس كے ليے الہى آزما</w:t>
      </w:r>
      <w:r w:rsidR="009F604A">
        <w:rPr>
          <w:rtl/>
        </w:rPr>
        <w:t>ئش</w:t>
      </w:r>
      <w:r>
        <w:rPr>
          <w:rtl/>
        </w:rPr>
        <w:t xml:space="preserve"> كا پيش خيمہ ہے_</w:t>
      </w:r>
    </w:p>
    <w:p w:rsidR="001F628F" w:rsidRDefault="001F628F" w:rsidP="00C81DE5">
      <w:pPr>
        <w:pStyle w:val="libArabic"/>
        <w:rPr>
          <w:rtl/>
        </w:rPr>
      </w:pPr>
      <w:r>
        <w:rPr>
          <w:rFonts w:hint="eastAsia"/>
          <w:rtl/>
        </w:rPr>
        <w:t>تتخذون</w:t>
      </w:r>
      <w:r>
        <w:rPr>
          <w:rtl/>
        </w:rPr>
        <w:t xml:space="preserve"> ايمنكم ...انما يبلوكم ب</w:t>
      </w:r>
      <w:r w:rsidR="00120F63" w:rsidRPr="00ED5DE8">
        <w:rPr>
          <w:rFonts w:hint="cs"/>
          <w:rtl/>
        </w:rPr>
        <w:t>ه</w:t>
      </w:r>
    </w:p>
    <w:p w:rsidR="001F628F" w:rsidRDefault="001F628F" w:rsidP="001F628F">
      <w:pPr>
        <w:pStyle w:val="libNormal"/>
        <w:rPr>
          <w:rtl/>
        </w:rPr>
      </w:pPr>
      <w:r>
        <w:rPr>
          <w:rtl/>
        </w:rPr>
        <w:t>12_ خداون عالم يقينى طور پر قيامت كے دن انسانو</w:t>
      </w:r>
      <w:r w:rsidR="00083993">
        <w:rPr>
          <w:rtl/>
        </w:rPr>
        <w:t xml:space="preserve">ں </w:t>
      </w:r>
      <w:r>
        <w:rPr>
          <w:rtl/>
        </w:rPr>
        <w:t>كے مورد اختلا ف حقائق كو بيان كرے گا_</w:t>
      </w:r>
    </w:p>
    <w:p w:rsidR="001F628F" w:rsidRDefault="001F628F" w:rsidP="00C81DE5">
      <w:pPr>
        <w:pStyle w:val="libArabic"/>
        <w:rPr>
          <w:rtl/>
        </w:rPr>
      </w:pPr>
      <w:r>
        <w:rPr>
          <w:rFonts w:hint="eastAsia"/>
          <w:rtl/>
        </w:rPr>
        <w:t>وليبيّن</w:t>
      </w:r>
      <w:r>
        <w:rPr>
          <w:rtl/>
        </w:rPr>
        <w:t xml:space="preserve"> لكم يوم القيمة ما كنتم في</w:t>
      </w:r>
      <w:r w:rsidR="00120F63" w:rsidRPr="00ED5DE8">
        <w:rPr>
          <w:rFonts w:hint="cs"/>
          <w:rtl/>
        </w:rPr>
        <w:t>ه</w:t>
      </w:r>
      <w:r>
        <w:rPr>
          <w:rtl/>
        </w:rPr>
        <w:t xml:space="preserve"> </w:t>
      </w:r>
      <w:r>
        <w:rPr>
          <w:rFonts w:hint="cs"/>
          <w:rtl/>
        </w:rPr>
        <w:t>ت</w:t>
      </w:r>
      <w:r>
        <w:rPr>
          <w:rtl/>
        </w:rPr>
        <w:t>ختلفون</w:t>
      </w:r>
    </w:p>
    <w:p w:rsidR="00C81DE5" w:rsidRDefault="00C81DE5" w:rsidP="00C81DE5">
      <w:pPr>
        <w:pStyle w:val="libNormal"/>
        <w:rPr>
          <w:rtl/>
        </w:rPr>
      </w:pPr>
      <w:r>
        <w:rPr>
          <w:rtl/>
        </w:rPr>
        <w:t>13_ قيامت كے دن پيمان توڑنے والے خداوند عالم كے مورد مواخذہ اور فيصلہ قرار پائيں گے_</w:t>
      </w:r>
    </w:p>
    <w:p w:rsidR="00C81DE5" w:rsidRDefault="00C81DE5" w:rsidP="00C81DE5">
      <w:pPr>
        <w:pStyle w:val="libArabic"/>
        <w:rPr>
          <w:rtl/>
        </w:rPr>
      </w:pPr>
      <w:r>
        <w:rPr>
          <w:rFonts w:hint="eastAsia"/>
          <w:rtl/>
        </w:rPr>
        <w:t>تتخذون</w:t>
      </w:r>
      <w:r>
        <w:rPr>
          <w:rtl/>
        </w:rPr>
        <w:t xml:space="preserve"> ايمنكم دخلاً ...وليبيّن لكم يوم القيمة ما كنتم في</w:t>
      </w:r>
      <w:r w:rsidR="00120F63" w:rsidRPr="00ED5DE8">
        <w:rPr>
          <w:rFonts w:hint="cs"/>
          <w:rtl/>
        </w:rPr>
        <w:t>ه</w:t>
      </w:r>
      <w:r>
        <w:rPr>
          <w:rtl/>
        </w:rPr>
        <w:t xml:space="preserve"> </w:t>
      </w:r>
      <w:r>
        <w:rPr>
          <w:rFonts w:hint="cs"/>
          <w:rtl/>
        </w:rPr>
        <w:t>ت</w:t>
      </w:r>
      <w:r>
        <w:rPr>
          <w:rtl/>
        </w:rPr>
        <w:t>ختلفون</w:t>
      </w:r>
    </w:p>
    <w:p w:rsidR="00C81DE5" w:rsidRDefault="001E7F9D" w:rsidP="00F73EDE">
      <w:pPr>
        <w:pStyle w:val="libPoemTini"/>
        <w:rPr>
          <w:rtl/>
        </w:rPr>
      </w:pPr>
      <w:r>
        <w:rPr>
          <w:rtl/>
        </w:rPr>
        <w:br w:type="page"/>
      </w:r>
    </w:p>
    <w:p w:rsidR="001F628F" w:rsidRDefault="001F628F" w:rsidP="001F628F">
      <w:pPr>
        <w:pStyle w:val="libNormal"/>
        <w:rPr>
          <w:rtl/>
        </w:rPr>
      </w:pPr>
      <w:r>
        <w:rPr>
          <w:rtl/>
        </w:rPr>
        <w:lastRenderedPageBreak/>
        <w:t>14_ عہد و قسم توڑنے والو</w:t>
      </w:r>
      <w:r w:rsidR="00083993">
        <w:rPr>
          <w:rtl/>
        </w:rPr>
        <w:t xml:space="preserve">ں </w:t>
      </w:r>
      <w:r>
        <w:rPr>
          <w:rtl/>
        </w:rPr>
        <w:t>كو خداوند عالم كا خبر دار كرنا ، روز قيامت ان كے مواخذہ پر مشتمل ہے_</w:t>
      </w:r>
    </w:p>
    <w:p w:rsidR="001F628F" w:rsidRDefault="001F628F" w:rsidP="00C81DE5">
      <w:pPr>
        <w:pStyle w:val="libArabic"/>
        <w:rPr>
          <w:rtl/>
        </w:rPr>
      </w:pPr>
      <w:r>
        <w:rPr>
          <w:rFonts w:hint="eastAsia"/>
          <w:rtl/>
        </w:rPr>
        <w:t>ا</w:t>
      </w:r>
      <w:r>
        <w:rPr>
          <w:rtl/>
        </w:rPr>
        <w:t xml:space="preserve"> وفوا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تتخذون</w:t>
      </w:r>
      <w:r>
        <w:rPr>
          <w:rtl/>
        </w:rPr>
        <w:t xml:space="preserve"> </w:t>
      </w:r>
      <w:r>
        <w:rPr>
          <w:rFonts w:hint="cs"/>
          <w:rtl/>
        </w:rPr>
        <w:t>ايمنكم</w:t>
      </w:r>
      <w:r>
        <w:rPr>
          <w:rtl/>
        </w:rPr>
        <w:t xml:space="preserve"> </w:t>
      </w:r>
      <w:r>
        <w:rPr>
          <w:rFonts w:hint="cs"/>
          <w:rtl/>
        </w:rPr>
        <w:t>دخلاً</w:t>
      </w:r>
      <w:r>
        <w:rPr>
          <w:rtl/>
        </w:rPr>
        <w:t xml:space="preserve"> ...</w:t>
      </w:r>
      <w:r>
        <w:rPr>
          <w:rFonts w:hint="cs"/>
          <w:rtl/>
        </w:rPr>
        <w:t>وليبيّن</w:t>
      </w:r>
      <w:r>
        <w:rPr>
          <w:rtl/>
        </w:rPr>
        <w:t xml:space="preserve"> </w:t>
      </w:r>
      <w:r>
        <w:rPr>
          <w:rFonts w:hint="cs"/>
          <w:rtl/>
        </w:rPr>
        <w:t>لكم</w:t>
      </w:r>
      <w:r>
        <w:rPr>
          <w:rtl/>
        </w:rPr>
        <w:t xml:space="preserve"> </w:t>
      </w:r>
      <w:r>
        <w:rPr>
          <w:rFonts w:hint="cs"/>
          <w:rtl/>
        </w:rPr>
        <w:t>يوم</w:t>
      </w:r>
      <w:r>
        <w:rPr>
          <w:rtl/>
        </w:rPr>
        <w:t xml:space="preserve"> </w:t>
      </w:r>
      <w:r>
        <w:rPr>
          <w:rFonts w:hint="cs"/>
          <w:rtl/>
        </w:rPr>
        <w:t>القيمة</w:t>
      </w:r>
      <w:r>
        <w:rPr>
          <w:rtl/>
        </w:rPr>
        <w:t xml:space="preserve"> </w:t>
      </w:r>
      <w:r>
        <w:rPr>
          <w:rFonts w:hint="cs"/>
          <w:rtl/>
        </w:rPr>
        <w:t>ماكنتم</w:t>
      </w:r>
      <w:r>
        <w:rPr>
          <w:rtl/>
        </w:rPr>
        <w:t xml:space="preserve"> </w:t>
      </w:r>
      <w:r>
        <w:rPr>
          <w:rFonts w:hint="cs"/>
          <w:rtl/>
        </w:rPr>
        <w:t>في</w:t>
      </w:r>
      <w:r w:rsidR="00120F63" w:rsidRPr="00ED5DE8">
        <w:rPr>
          <w:rFonts w:hint="cs"/>
          <w:rtl/>
        </w:rPr>
        <w:t>ه</w:t>
      </w:r>
      <w:r>
        <w:rPr>
          <w:rtl/>
        </w:rPr>
        <w:t xml:space="preserve"> </w:t>
      </w:r>
      <w:r>
        <w:rPr>
          <w:rFonts w:hint="cs"/>
          <w:rtl/>
        </w:rPr>
        <w:t>تخت</w:t>
      </w:r>
      <w:r>
        <w:rPr>
          <w:rtl/>
        </w:rPr>
        <w:t>لفون</w:t>
      </w:r>
    </w:p>
    <w:p w:rsidR="001F628F" w:rsidRDefault="001F628F" w:rsidP="00C81DE5">
      <w:pPr>
        <w:pStyle w:val="libNormal"/>
        <w:rPr>
          <w:rtl/>
        </w:rPr>
      </w:pPr>
      <w:r>
        <w:rPr>
          <w:rtl/>
        </w:rPr>
        <w:t>15_ دنياوى زندگى مي</w:t>
      </w:r>
      <w:r w:rsidR="00083993">
        <w:rPr>
          <w:rtl/>
        </w:rPr>
        <w:t xml:space="preserve">ں </w:t>
      </w:r>
      <w:r>
        <w:rPr>
          <w:rtl/>
        </w:rPr>
        <w:t>انسانو</w:t>
      </w:r>
      <w:r w:rsidR="00083993">
        <w:rPr>
          <w:rtl/>
        </w:rPr>
        <w:t xml:space="preserve">ں </w:t>
      </w:r>
      <w:r>
        <w:rPr>
          <w:rtl/>
        </w:rPr>
        <w:t>كے مسلسل جھگڑے اور اختلافات موجود ہي</w:t>
      </w:r>
      <w:r w:rsidR="00083993">
        <w:rPr>
          <w:rtl/>
        </w:rPr>
        <w:t xml:space="preserve">ں </w:t>
      </w:r>
      <w:r>
        <w:rPr>
          <w:rtl/>
        </w:rPr>
        <w:t>_</w:t>
      </w:r>
      <w:r w:rsidRPr="00C81DE5">
        <w:rPr>
          <w:rStyle w:val="libArabicChar"/>
          <w:rFonts w:hint="eastAsia"/>
          <w:rtl/>
        </w:rPr>
        <w:t>وليبيّن</w:t>
      </w:r>
      <w:r w:rsidRPr="00C81DE5">
        <w:rPr>
          <w:rStyle w:val="libArabicChar"/>
          <w:rtl/>
        </w:rPr>
        <w:t xml:space="preserve"> لكم يوم القيمة ماكنتم في</w:t>
      </w:r>
      <w:r w:rsidR="00120F63" w:rsidRPr="00B2551F">
        <w:rPr>
          <w:rStyle w:val="libArabicChar"/>
          <w:rFonts w:hint="cs"/>
          <w:rtl/>
        </w:rPr>
        <w:t>ه</w:t>
      </w:r>
      <w:r w:rsidRPr="00C81DE5">
        <w:rPr>
          <w:rStyle w:val="libArabicChar"/>
          <w:rtl/>
        </w:rPr>
        <w:t xml:space="preserve"> </w:t>
      </w:r>
      <w:r w:rsidRPr="00C81DE5">
        <w:rPr>
          <w:rStyle w:val="libArabicChar"/>
          <w:rFonts w:hint="cs"/>
          <w:rtl/>
        </w:rPr>
        <w:t>ت</w:t>
      </w:r>
      <w:r w:rsidRPr="00C81DE5">
        <w:rPr>
          <w:rStyle w:val="libArabicChar"/>
          <w:rtl/>
        </w:rPr>
        <w:t>ختلفون</w:t>
      </w:r>
    </w:p>
    <w:p w:rsidR="001F628F" w:rsidRDefault="001F628F" w:rsidP="001F628F">
      <w:pPr>
        <w:pStyle w:val="libNormal"/>
        <w:rPr>
          <w:rtl/>
        </w:rPr>
      </w:pPr>
      <w:r>
        <w:rPr>
          <w:rFonts w:hint="eastAsia"/>
          <w:rtl/>
        </w:rPr>
        <w:t>فعل</w:t>
      </w:r>
      <w:r>
        <w:rPr>
          <w:rtl/>
        </w:rPr>
        <w:t>''كنتم'' اور اس كى مانند فعل كا دوسرے فعل كى ابتداء مي</w:t>
      </w:r>
      <w:r w:rsidR="00083993">
        <w:rPr>
          <w:rtl/>
        </w:rPr>
        <w:t xml:space="preserve">ں </w:t>
      </w:r>
      <w:r>
        <w:rPr>
          <w:rtl/>
        </w:rPr>
        <w:t>آنا اس فعل كے استمرار مضمون كو بيان كررہا ہے_</w:t>
      </w:r>
    </w:p>
    <w:p w:rsidR="001F628F" w:rsidRDefault="001F628F" w:rsidP="00C81DE5">
      <w:pPr>
        <w:pStyle w:val="libNormal"/>
        <w:rPr>
          <w:rtl/>
        </w:rPr>
      </w:pPr>
      <w:r>
        <w:rPr>
          <w:rtl/>
        </w:rPr>
        <w:t>16_ دنيا مي</w:t>
      </w:r>
      <w:r w:rsidR="00083993">
        <w:rPr>
          <w:rtl/>
        </w:rPr>
        <w:t xml:space="preserve">ں </w:t>
      </w:r>
      <w:r>
        <w:rPr>
          <w:rtl/>
        </w:rPr>
        <w:t>انسانو</w:t>
      </w:r>
      <w:r w:rsidR="00083993">
        <w:rPr>
          <w:rtl/>
        </w:rPr>
        <w:t xml:space="preserve">ں </w:t>
      </w:r>
      <w:r>
        <w:rPr>
          <w:rtl/>
        </w:rPr>
        <w:t>كے كچھ مورد اختلاف حقائق و مسائل مخفى ہي</w:t>
      </w:r>
      <w:r w:rsidR="00083993">
        <w:rPr>
          <w:rtl/>
        </w:rPr>
        <w:t xml:space="preserve">ں </w:t>
      </w:r>
      <w:r>
        <w:rPr>
          <w:rtl/>
        </w:rPr>
        <w:t>_</w:t>
      </w:r>
      <w:r w:rsidRPr="00C81DE5">
        <w:rPr>
          <w:rStyle w:val="libArabicChar"/>
          <w:rFonts w:hint="eastAsia"/>
          <w:rtl/>
        </w:rPr>
        <w:t>وليبيّن</w:t>
      </w:r>
      <w:r w:rsidRPr="00C81DE5">
        <w:rPr>
          <w:rStyle w:val="libArabicChar"/>
          <w:rtl/>
        </w:rPr>
        <w:t xml:space="preserve"> لكم يوم القيمة ما كنتم في</w:t>
      </w:r>
      <w:r w:rsidR="00120F63" w:rsidRPr="00B2551F">
        <w:rPr>
          <w:rStyle w:val="libArabicChar"/>
          <w:rFonts w:hint="cs"/>
          <w:rtl/>
        </w:rPr>
        <w:t>ه</w:t>
      </w:r>
      <w:r w:rsidRPr="00C81DE5">
        <w:rPr>
          <w:rStyle w:val="libArabicChar"/>
          <w:rtl/>
        </w:rPr>
        <w:t xml:space="preserve"> </w:t>
      </w:r>
      <w:r w:rsidRPr="00C81DE5">
        <w:rPr>
          <w:rStyle w:val="libArabicChar"/>
          <w:rFonts w:hint="cs"/>
          <w:rtl/>
        </w:rPr>
        <w:t>ت</w:t>
      </w:r>
      <w:r w:rsidRPr="00C81DE5">
        <w:rPr>
          <w:rStyle w:val="libArabicChar"/>
          <w:rtl/>
        </w:rPr>
        <w:t>ختلفون</w:t>
      </w:r>
    </w:p>
    <w:p w:rsidR="001F628F" w:rsidRDefault="001F628F" w:rsidP="001F628F">
      <w:pPr>
        <w:pStyle w:val="libNormal"/>
        <w:rPr>
          <w:rtl/>
        </w:rPr>
      </w:pPr>
      <w:r>
        <w:rPr>
          <w:rFonts w:hint="eastAsia"/>
          <w:rtl/>
        </w:rPr>
        <w:t>اس</w:t>
      </w:r>
      <w:r>
        <w:rPr>
          <w:rtl/>
        </w:rPr>
        <w:t xml:space="preserve"> مي</w:t>
      </w:r>
      <w:r w:rsidR="00083993">
        <w:rPr>
          <w:rtl/>
        </w:rPr>
        <w:t xml:space="preserve">ں </w:t>
      </w:r>
      <w:r>
        <w:rPr>
          <w:rtl/>
        </w:rPr>
        <w:t>شك نہي</w:t>
      </w:r>
      <w:r w:rsidR="00083993">
        <w:rPr>
          <w:rtl/>
        </w:rPr>
        <w:t xml:space="preserve">ں </w:t>
      </w:r>
      <w:r>
        <w:rPr>
          <w:rtl/>
        </w:rPr>
        <w:t>كہ دنيا مي</w:t>
      </w:r>
      <w:r w:rsidR="00083993">
        <w:rPr>
          <w:rtl/>
        </w:rPr>
        <w:t xml:space="preserve">ں </w:t>
      </w:r>
      <w:r>
        <w:rPr>
          <w:rtl/>
        </w:rPr>
        <w:t>لوگو</w:t>
      </w:r>
      <w:r w:rsidR="00083993">
        <w:rPr>
          <w:rtl/>
        </w:rPr>
        <w:t xml:space="preserve">ں </w:t>
      </w:r>
      <w:r>
        <w:rPr>
          <w:rtl/>
        </w:rPr>
        <w:t>كے بعض مورد اختلاف مسائل كا حق ہونا واضح ہے اس بناء پر قيامت كے دن مورد اختلاف حقائق كى وضاحت ان مسائل سے متعلق ہے جن كا حق ہونا واضح نہي</w:t>
      </w:r>
      <w:r w:rsidR="00083993">
        <w:rPr>
          <w:rtl/>
        </w:rPr>
        <w:t xml:space="preserve">ں </w:t>
      </w:r>
      <w:r>
        <w:rPr>
          <w:rtl/>
        </w:rPr>
        <w:t>ہے_</w:t>
      </w:r>
    </w:p>
    <w:p w:rsidR="001F628F" w:rsidRDefault="001F628F" w:rsidP="001F628F">
      <w:pPr>
        <w:pStyle w:val="libNormal"/>
        <w:rPr>
          <w:rtl/>
        </w:rPr>
      </w:pPr>
      <w:r>
        <w:rPr>
          <w:rtl/>
        </w:rPr>
        <w:t>17_ قيامت كى طرف انسان كى توجہ اور اعتقاد اس كى پيمان شكنى سے مانع ہے_</w:t>
      </w:r>
    </w:p>
    <w:p w:rsidR="001F628F" w:rsidRDefault="001F628F" w:rsidP="00C81DE5">
      <w:pPr>
        <w:pStyle w:val="libArabic"/>
        <w:rPr>
          <w:rtl/>
        </w:rPr>
      </w:pPr>
      <w:r>
        <w:rPr>
          <w:rFonts w:hint="eastAsia"/>
          <w:rtl/>
        </w:rPr>
        <w:t>وا</w:t>
      </w:r>
      <w:r>
        <w:rPr>
          <w:rtl/>
        </w:rPr>
        <w:t xml:space="preserve"> وفوا بع</w:t>
      </w:r>
      <w:r w:rsidR="00120F63" w:rsidRPr="00ED5DE8">
        <w:rPr>
          <w:rFonts w:hint="cs"/>
          <w:rtl/>
        </w:rPr>
        <w:t>ه</w:t>
      </w:r>
      <w:r>
        <w:rPr>
          <w:rFonts w:hint="cs"/>
          <w:rtl/>
        </w:rPr>
        <w:t>د</w:t>
      </w:r>
      <w:r>
        <w:rPr>
          <w:rtl/>
        </w:rPr>
        <w:t xml:space="preserve"> ...</w:t>
      </w:r>
      <w:r>
        <w:rPr>
          <w:rFonts w:hint="cs"/>
          <w:rtl/>
        </w:rPr>
        <w:t>تتخذون</w:t>
      </w:r>
      <w:r>
        <w:rPr>
          <w:rtl/>
        </w:rPr>
        <w:t xml:space="preserve"> </w:t>
      </w:r>
      <w:r>
        <w:rPr>
          <w:rFonts w:hint="cs"/>
          <w:rtl/>
        </w:rPr>
        <w:t>ايمنكم</w:t>
      </w:r>
      <w:r>
        <w:rPr>
          <w:rtl/>
        </w:rPr>
        <w:t xml:space="preserve"> </w:t>
      </w:r>
      <w:r>
        <w:rPr>
          <w:rFonts w:hint="cs"/>
          <w:rtl/>
        </w:rPr>
        <w:t>دخلاً</w:t>
      </w:r>
      <w:r>
        <w:rPr>
          <w:rtl/>
        </w:rPr>
        <w:t xml:space="preserve"> </w:t>
      </w:r>
      <w:r>
        <w:rPr>
          <w:rFonts w:hint="cs"/>
          <w:rtl/>
        </w:rPr>
        <w:t>بينكم</w:t>
      </w:r>
      <w:r>
        <w:rPr>
          <w:rtl/>
        </w:rPr>
        <w:t xml:space="preserve"> </w:t>
      </w:r>
      <w:r>
        <w:rPr>
          <w:rFonts w:hint="cs"/>
          <w:rtl/>
        </w:rPr>
        <w:t>وليبينّ</w:t>
      </w:r>
      <w:r>
        <w:rPr>
          <w:rtl/>
        </w:rPr>
        <w:t xml:space="preserve"> </w:t>
      </w:r>
      <w:r>
        <w:rPr>
          <w:rFonts w:hint="cs"/>
          <w:rtl/>
        </w:rPr>
        <w:t>لم</w:t>
      </w:r>
      <w:r>
        <w:rPr>
          <w:rtl/>
        </w:rPr>
        <w:t xml:space="preserve"> </w:t>
      </w:r>
      <w:r>
        <w:rPr>
          <w:rFonts w:hint="cs"/>
          <w:rtl/>
        </w:rPr>
        <w:t>يوم</w:t>
      </w:r>
      <w:r>
        <w:rPr>
          <w:rtl/>
        </w:rPr>
        <w:t xml:space="preserve"> </w:t>
      </w:r>
      <w:r>
        <w:rPr>
          <w:rFonts w:hint="cs"/>
          <w:rtl/>
        </w:rPr>
        <w:t>القيمة</w:t>
      </w:r>
      <w:r>
        <w:rPr>
          <w:rtl/>
        </w:rPr>
        <w:t xml:space="preserve"> </w:t>
      </w:r>
      <w:r>
        <w:rPr>
          <w:rFonts w:hint="cs"/>
          <w:rtl/>
        </w:rPr>
        <w:t>ما</w:t>
      </w:r>
      <w:r>
        <w:rPr>
          <w:rtl/>
        </w:rPr>
        <w:t xml:space="preserve"> </w:t>
      </w:r>
      <w:r>
        <w:rPr>
          <w:rFonts w:hint="cs"/>
          <w:rtl/>
        </w:rPr>
        <w:t>كنتم</w:t>
      </w:r>
      <w:r>
        <w:rPr>
          <w:rtl/>
        </w:rPr>
        <w:t xml:space="preserve"> </w:t>
      </w:r>
      <w:r>
        <w:rPr>
          <w:rFonts w:hint="cs"/>
          <w:rtl/>
        </w:rPr>
        <w:t>في</w:t>
      </w:r>
      <w:r w:rsidR="00120F63" w:rsidRPr="00ED5DE8">
        <w:rPr>
          <w:rFonts w:hint="cs"/>
          <w:rtl/>
        </w:rPr>
        <w:t>ه</w:t>
      </w:r>
      <w:r>
        <w:rPr>
          <w:rtl/>
        </w:rPr>
        <w:t xml:space="preserve"> </w:t>
      </w:r>
      <w:r>
        <w:rPr>
          <w:rFonts w:hint="cs"/>
          <w:rtl/>
        </w:rPr>
        <w:t>تخ</w:t>
      </w:r>
      <w:r>
        <w:rPr>
          <w:rtl/>
        </w:rPr>
        <w:t>تلفون</w:t>
      </w:r>
    </w:p>
    <w:p w:rsidR="001F628F" w:rsidRDefault="001F628F" w:rsidP="001F628F">
      <w:pPr>
        <w:pStyle w:val="libNormal"/>
        <w:rPr>
          <w:rtl/>
        </w:rPr>
      </w:pPr>
      <w:r>
        <w:rPr>
          <w:rFonts w:hint="eastAsia"/>
          <w:rtl/>
        </w:rPr>
        <w:t>پيمان</w:t>
      </w:r>
      <w:r>
        <w:rPr>
          <w:rtl/>
        </w:rPr>
        <w:t xml:space="preserve"> اور قسم توڑنے كے مسئلہ كے بعد خداوند عالم كا روز قيامت حقائق كى وضاحت كے بارے مي</w:t>
      </w:r>
      <w:r w:rsidR="00083993">
        <w:rPr>
          <w:rtl/>
        </w:rPr>
        <w:t xml:space="preserve">ں </w:t>
      </w:r>
      <w:r>
        <w:rPr>
          <w:rtl/>
        </w:rPr>
        <w:t>تذكر، ممكن ہے مذكورہ مطلب كى طرف اشارہ ہو_</w:t>
      </w:r>
    </w:p>
    <w:p w:rsidR="001F628F" w:rsidRDefault="001F628F" w:rsidP="00C81DE5">
      <w:pPr>
        <w:pStyle w:val="libArabic"/>
        <w:rPr>
          <w:rtl/>
        </w:rPr>
      </w:pPr>
      <w:r>
        <w:rPr>
          <w:rFonts w:hint="eastAsia"/>
          <w:rtl/>
        </w:rPr>
        <w:t>عى</w:t>
      </w:r>
      <w:r>
        <w:rPr>
          <w:rtl/>
        </w:rPr>
        <w:t xml:space="preserve"> ا بى جعفر</w:t>
      </w:r>
      <w:r w:rsidR="00367F17" w:rsidRPr="00367F17">
        <w:rPr>
          <w:rStyle w:val="libAlaemChar"/>
          <w:rtl/>
        </w:rPr>
        <w:t xml:space="preserve"> عليه‌السلام </w:t>
      </w:r>
      <w:r>
        <w:rPr>
          <w:rtl/>
        </w:rPr>
        <w:t xml:space="preserve"> قال: الّتى نقضت غزل</w:t>
      </w:r>
      <w:r w:rsidR="00120F63" w:rsidRPr="00ED5DE8">
        <w:rPr>
          <w:rFonts w:hint="cs"/>
          <w:rtl/>
        </w:rPr>
        <w:t>ه</w:t>
      </w:r>
      <w:r>
        <w:rPr>
          <w:rFonts w:hint="cs"/>
          <w:rtl/>
        </w:rPr>
        <w:t>ا</w:t>
      </w:r>
      <w:r>
        <w:rPr>
          <w:rtl/>
        </w:rPr>
        <w:t xml:space="preserve"> </w:t>
      </w:r>
      <w:r>
        <w:rPr>
          <w:rFonts w:hint="cs"/>
          <w:rtl/>
        </w:rPr>
        <w:t>إمراة</w:t>
      </w:r>
      <w:r>
        <w:rPr>
          <w:rtl/>
        </w:rPr>
        <w:t xml:space="preserve"> ...</w:t>
      </w:r>
      <w:r>
        <w:rPr>
          <w:rFonts w:hint="cs"/>
          <w:rtl/>
        </w:rPr>
        <w:t>يقال</w:t>
      </w:r>
      <w:r>
        <w:rPr>
          <w:rtl/>
        </w:rPr>
        <w:t xml:space="preserve"> </w:t>
      </w:r>
      <w:r>
        <w:rPr>
          <w:rFonts w:hint="cs"/>
          <w:rtl/>
        </w:rPr>
        <w:t>ل</w:t>
      </w:r>
      <w:r w:rsidR="00120F63" w:rsidRPr="00ED5DE8">
        <w:rPr>
          <w:rFonts w:hint="cs"/>
          <w:rtl/>
        </w:rPr>
        <w:t>ه</w:t>
      </w:r>
      <w:r>
        <w:rPr>
          <w:rFonts w:hint="cs"/>
          <w:rtl/>
        </w:rPr>
        <w:t>ا</w:t>
      </w:r>
      <w:r>
        <w:rPr>
          <w:rtl/>
        </w:rPr>
        <w:t xml:space="preserve"> </w:t>
      </w:r>
      <w:r>
        <w:rPr>
          <w:rFonts w:hint="cs"/>
          <w:rtl/>
        </w:rPr>
        <w:t>ء</w:t>
      </w:r>
      <w:r>
        <w:rPr>
          <w:rtl/>
        </w:rPr>
        <w:t xml:space="preserve"> </w:t>
      </w:r>
      <w:r>
        <w:rPr>
          <w:rFonts w:hint="cs"/>
          <w:rtl/>
        </w:rPr>
        <w:t>رابطة</w:t>
      </w:r>
      <w:r>
        <w:rPr>
          <w:rtl/>
        </w:rPr>
        <w:t xml:space="preserve"> (</w:t>
      </w:r>
      <w:r>
        <w:rPr>
          <w:rFonts w:hint="cs"/>
          <w:rtl/>
        </w:rPr>
        <w:t>ريطة</w:t>
      </w:r>
      <w:r>
        <w:rPr>
          <w:rtl/>
        </w:rPr>
        <w:t xml:space="preserve">) </w:t>
      </w:r>
      <w:r>
        <w:rPr>
          <w:rFonts w:hint="cs"/>
          <w:rtl/>
        </w:rPr>
        <w:t>كانت</w:t>
      </w:r>
      <w:r>
        <w:rPr>
          <w:rtl/>
        </w:rPr>
        <w:t xml:space="preserve"> </w:t>
      </w:r>
      <w:r>
        <w:rPr>
          <w:rFonts w:hint="cs"/>
          <w:rtl/>
        </w:rPr>
        <w:t>حمقا</w:t>
      </w:r>
      <w:r>
        <w:rPr>
          <w:rtl/>
        </w:rPr>
        <w:t xml:space="preserve"> </w:t>
      </w:r>
      <w:r>
        <w:rPr>
          <w:rFonts w:hint="cs"/>
          <w:rtl/>
        </w:rPr>
        <w:t>ء</w:t>
      </w:r>
      <w:r>
        <w:rPr>
          <w:rtl/>
        </w:rPr>
        <w:t xml:space="preserve"> </w:t>
      </w:r>
      <w:r>
        <w:rPr>
          <w:rFonts w:hint="cs"/>
          <w:rtl/>
        </w:rPr>
        <w:t>تغزل</w:t>
      </w:r>
      <w:r>
        <w:rPr>
          <w:rtl/>
        </w:rPr>
        <w:t xml:space="preserve"> </w:t>
      </w:r>
      <w:r>
        <w:rPr>
          <w:rFonts w:hint="cs"/>
          <w:rtl/>
        </w:rPr>
        <w:t>الشعر</w:t>
      </w:r>
      <w:r>
        <w:rPr>
          <w:rtl/>
        </w:rPr>
        <w:t xml:space="preserve"> </w:t>
      </w:r>
      <w:r>
        <w:rPr>
          <w:rFonts w:hint="cs"/>
          <w:rtl/>
        </w:rPr>
        <w:t>فإذا</w:t>
      </w:r>
      <w:r>
        <w:rPr>
          <w:rtl/>
        </w:rPr>
        <w:t xml:space="preserve"> </w:t>
      </w:r>
      <w:r>
        <w:rPr>
          <w:rFonts w:hint="cs"/>
          <w:rtl/>
        </w:rPr>
        <w:t>غزلت</w:t>
      </w:r>
      <w:r>
        <w:rPr>
          <w:rtl/>
        </w:rPr>
        <w:t xml:space="preserve"> </w:t>
      </w:r>
      <w:r>
        <w:rPr>
          <w:rFonts w:hint="cs"/>
          <w:rtl/>
        </w:rPr>
        <w:t>نقض</w:t>
      </w:r>
      <w:r w:rsidR="00120F63" w:rsidRPr="00ED5DE8">
        <w:rPr>
          <w:rFonts w:hint="cs"/>
          <w:rtl/>
        </w:rPr>
        <w:t>ه</w:t>
      </w:r>
      <w:r>
        <w:rPr>
          <w:rtl/>
        </w:rPr>
        <w:t xml:space="preserve"> </w:t>
      </w:r>
      <w:r>
        <w:rPr>
          <w:rFonts w:hint="cs"/>
          <w:rtl/>
        </w:rPr>
        <w:t>ثم</w:t>
      </w:r>
      <w:r>
        <w:rPr>
          <w:rtl/>
        </w:rPr>
        <w:t xml:space="preserve"> </w:t>
      </w:r>
      <w:r>
        <w:rPr>
          <w:rFonts w:hint="cs"/>
          <w:rtl/>
        </w:rPr>
        <w:t>عادت</w:t>
      </w:r>
      <w:r>
        <w:rPr>
          <w:rtl/>
        </w:rPr>
        <w:t xml:space="preserve"> </w:t>
      </w:r>
      <w:r>
        <w:rPr>
          <w:rFonts w:hint="cs"/>
          <w:rtl/>
        </w:rPr>
        <w:t>فغزلله</w:t>
      </w:r>
      <w:r>
        <w:rPr>
          <w:rtl/>
        </w:rPr>
        <w:t xml:space="preserve"> </w:t>
      </w:r>
      <w:r>
        <w:rPr>
          <w:rFonts w:hint="cs"/>
          <w:rtl/>
        </w:rPr>
        <w:t>فقال</w:t>
      </w:r>
      <w:r>
        <w:rPr>
          <w:rtl/>
        </w:rPr>
        <w:t xml:space="preserve"> </w:t>
      </w:r>
      <w:r>
        <w:rPr>
          <w:rFonts w:hint="cs"/>
          <w:rtl/>
        </w:rPr>
        <w:t>الله</w:t>
      </w:r>
      <w:r>
        <w:rPr>
          <w:rtl/>
        </w:rPr>
        <w:t xml:space="preserve"> ''</w:t>
      </w:r>
      <w:r>
        <w:rPr>
          <w:rFonts w:hint="cs"/>
          <w:rtl/>
        </w:rPr>
        <w:t>كالتى</w:t>
      </w:r>
      <w:r>
        <w:rPr>
          <w:rtl/>
        </w:rPr>
        <w:t xml:space="preserve"> </w:t>
      </w:r>
      <w:r>
        <w:rPr>
          <w:rFonts w:hint="cs"/>
          <w:rtl/>
        </w:rPr>
        <w:t>نقضت</w:t>
      </w:r>
      <w:r>
        <w:rPr>
          <w:rtl/>
        </w:rPr>
        <w:t xml:space="preserve"> </w:t>
      </w:r>
      <w:r>
        <w:rPr>
          <w:rFonts w:hint="cs"/>
          <w:rtl/>
        </w:rPr>
        <w:t>غزل</w:t>
      </w:r>
      <w:r w:rsidR="00120F63" w:rsidRPr="00ED5DE8">
        <w:rPr>
          <w:rFonts w:hint="cs"/>
          <w:rtl/>
        </w:rPr>
        <w:t>ه</w:t>
      </w:r>
      <w:r>
        <w:rPr>
          <w:rFonts w:hint="cs"/>
          <w:rtl/>
        </w:rPr>
        <w:t>ا</w:t>
      </w:r>
      <w:r>
        <w:rPr>
          <w:rtl/>
        </w:rPr>
        <w:t xml:space="preserve"> ...''</w:t>
      </w:r>
    </w:p>
    <w:p w:rsidR="001F628F" w:rsidRDefault="001F628F" w:rsidP="001F628F">
      <w:pPr>
        <w:pStyle w:val="libNormal"/>
        <w:rPr>
          <w:rtl/>
        </w:rPr>
      </w:pPr>
      <w:r>
        <w:rPr>
          <w:rFonts w:hint="eastAsia"/>
          <w:rtl/>
        </w:rPr>
        <w:t>امام</w:t>
      </w:r>
      <w:r>
        <w:rPr>
          <w:rtl/>
        </w:rPr>
        <w:t xml:space="preserve"> صادق </w:t>
      </w:r>
      <w:r w:rsidR="00367F17" w:rsidRPr="00367F17">
        <w:rPr>
          <w:rStyle w:val="libAlaemChar"/>
          <w:rtl/>
        </w:rPr>
        <w:t xml:space="preserve"> عليه‌السلام </w:t>
      </w:r>
      <w:r>
        <w:rPr>
          <w:rtl/>
        </w:rPr>
        <w:t xml:space="preserve"> سے روايت ہے كہ آپ </w:t>
      </w:r>
      <w:r w:rsidR="00367F17" w:rsidRPr="00367F17">
        <w:rPr>
          <w:rStyle w:val="libAlaemChar"/>
          <w:rtl/>
        </w:rPr>
        <w:t xml:space="preserve"> عليه‌السلام </w:t>
      </w:r>
      <w:r>
        <w:rPr>
          <w:rtl/>
        </w:rPr>
        <w:t xml:space="preserve"> نے فرمايا كہ وہ عورت جو رشتہ ناطہ جو ڑنے كے بعد توڑنى ہے وہ عورت ...رابطہ يا ريطہ ) ...ہے وہ ايك بے وقوف عورت تھى جو بكرى كے بالو</w:t>
      </w:r>
      <w:r w:rsidR="00083993">
        <w:rPr>
          <w:rtl/>
        </w:rPr>
        <w:t xml:space="preserve">ں </w:t>
      </w:r>
      <w:r>
        <w:rPr>
          <w:rtl/>
        </w:rPr>
        <w:t xml:space="preserve">كو بنتى تھى اور پھر اسے كھول ديتى تھى اور پھر دوبارہ بننا شروع كرديتى تھى پس خداوند عالم </w:t>
      </w:r>
      <w:r>
        <w:rPr>
          <w:rFonts w:hint="eastAsia"/>
          <w:rtl/>
        </w:rPr>
        <w:t>نے</w:t>
      </w:r>
      <w:r>
        <w:rPr>
          <w:rtl/>
        </w:rPr>
        <w:t xml:space="preserve"> اس كے بارے مي</w:t>
      </w:r>
      <w:r w:rsidR="00083993">
        <w:rPr>
          <w:rtl/>
        </w:rPr>
        <w:t xml:space="preserve">ں </w:t>
      </w:r>
      <w:r>
        <w:rPr>
          <w:rtl/>
        </w:rPr>
        <w:t>فرمايا :</w:t>
      </w:r>
      <w:r w:rsidRPr="00C81DE5">
        <w:rPr>
          <w:rStyle w:val="libArabicChar"/>
          <w:rtl/>
        </w:rPr>
        <w:t>''كالتى نقضت غزل</w:t>
      </w:r>
      <w:r w:rsidR="00120F63" w:rsidRPr="00B2551F">
        <w:rPr>
          <w:rStyle w:val="libArabicChar"/>
          <w:rFonts w:hint="cs"/>
          <w:rtl/>
        </w:rPr>
        <w:t>ه</w:t>
      </w:r>
      <w:r w:rsidRPr="00C81DE5">
        <w:rPr>
          <w:rStyle w:val="libArabicChar"/>
          <w:rFonts w:hint="cs"/>
          <w:rtl/>
        </w:rPr>
        <w:t>ا</w:t>
      </w:r>
      <w:r w:rsidRPr="00C81DE5">
        <w:rPr>
          <w:rStyle w:val="libArabicChar"/>
          <w:rtl/>
        </w:rPr>
        <w:t xml:space="preserve"> ...</w:t>
      </w:r>
      <w:r>
        <w:rPr>
          <w:rtl/>
        </w:rPr>
        <w:t>''</w:t>
      </w:r>
      <w:r w:rsidRPr="00C81DE5">
        <w:rPr>
          <w:rStyle w:val="libFootnotenumChar"/>
          <w:rtl/>
        </w:rPr>
        <w:t>(1)</w:t>
      </w:r>
    </w:p>
    <w:p w:rsidR="001F628F" w:rsidRDefault="001F628F" w:rsidP="001F628F">
      <w:pPr>
        <w:pStyle w:val="libNormal"/>
        <w:rPr>
          <w:rtl/>
        </w:rPr>
      </w:pPr>
      <w:r>
        <w:rPr>
          <w:rFonts w:hint="eastAsia"/>
          <w:rtl/>
        </w:rPr>
        <w:t>احكام</w:t>
      </w:r>
      <w:r>
        <w:rPr>
          <w:rtl/>
        </w:rPr>
        <w:t>3،6،7</w:t>
      </w:r>
    </w:p>
    <w:p w:rsidR="001F628F" w:rsidRDefault="001F628F" w:rsidP="00C81DE5">
      <w:pPr>
        <w:pStyle w:val="libNormal"/>
        <w:rPr>
          <w:rtl/>
        </w:rPr>
      </w:pPr>
      <w:r>
        <w:rPr>
          <w:rFonts w:hint="eastAsia"/>
          <w:rtl/>
        </w:rPr>
        <w:t>الله</w:t>
      </w:r>
      <w:r>
        <w:rPr>
          <w:rtl/>
        </w:rPr>
        <w:t xml:space="preserve"> تعالي:</w:t>
      </w:r>
      <w:r>
        <w:rPr>
          <w:rFonts w:hint="eastAsia"/>
          <w:rtl/>
        </w:rPr>
        <w:t>الله</w:t>
      </w:r>
      <w:r>
        <w:rPr>
          <w:rtl/>
        </w:rPr>
        <w:t xml:space="preserve"> تعالى كى اخروى قضاوت 13; الله تعالى كى سرزنشي</w:t>
      </w:r>
      <w:r w:rsidR="00083993">
        <w:rPr>
          <w:rtl/>
        </w:rPr>
        <w:t xml:space="preserve">ں </w:t>
      </w:r>
      <w:r>
        <w:rPr>
          <w:rtl/>
        </w:rPr>
        <w:t>4; الله تعالى كا امتحان 10،11; الله تعالى كے اوامر كا فلسفہ10; الله تعالى كے ڈراوے14</w:t>
      </w:r>
    </w:p>
    <w:p w:rsidR="001F628F" w:rsidRDefault="00B84D3B" w:rsidP="00B84D3B">
      <w:pPr>
        <w:pStyle w:val="libLine"/>
        <w:rPr>
          <w:rtl/>
        </w:rPr>
      </w:pPr>
      <w:r>
        <w:rPr>
          <w:rtl/>
        </w:rPr>
        <w:t>____________________</w:t>
      </w:r>
    </w:p>
    <w:p w:rsidR="001F628F" w:rsidRDefault="001F628F" w:rsidP="00C81DE5">
      <w:pPr>
        <w:pStyle w:val="libFootnote"/>
        <w:rPr>
          <w:rtl/>
        </w:rPr>
      </w:pPr>
      <w:r>
        <w:rPr>
          <w:rtl/>
        </w:rPr>
        <w:t>1) تفسير قمي، ج1 ،ص389، نورالثقلين ،ج3، ص82، ح 215_</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امتحان</w:t>
      </w:r>
      <w:r>
        <w:rPr>
          <w:rtl/>
        </w:rPr>
        <w:t>:</w:t>
      </w:r>
      <w:r>
        <w:rPr>
          <w:rFonts w:hint="eastAsia"/>
          <w:rtl/>
        </w:rPr>
        <w:t>امتحان</w:t>
      </w:r>
      <w:r>
        <w:rPr>
          <w:rtl/>
        </w:rPr>
        <w:t xml:space="preserve"> كا زمينہ 11; عہد پورا كرنے كا امتحان 10;قسم كو پورا كرنے كا امتحان10</w:t>
      </w:r>
    </w:p>
    <w:p w:rsidR="001F628F" w:rsidRDefault="001F628F" w:rsidP="00C81DE5">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مي</w:t>
      </w:r>
      <w:r w:rsidR="00083993">
        <w:rPr>
          <w:rtl/>
        </w:rPr>
        <w:t xml:space="preserve">ں </w:t>
      </w:r>
      <w:r>
        <w:rPr>
          <w:rtl/>
        </w:rPr>
        <w:t>اختلاف 12،15،16</w:t>
      </w:r>
    </w:p>
    <w:p w:rsidR="001F628F" w:rsidRDefault="001F628F" w:rsidP="00C81DE5">
      <w:pPr>
        <w:pStyle w:val="libNormal"/>
        <w:rPr>
          <w:rtl/>
        </w:rPr>
      </w:pPr>
      <w:r>
        <w:rPr>
          <w:rFonts w:hint="eastAsia"/>
          <w:rtl/>
        </w:rPr>
        <w:t>دينا</w:t>
      </w:r>
      <w:r>
        <w:rPr>
          <w:rtl/>
        </w:rPr>
        <w:t>:</w:t>
      </w:r>
      <w:r>
        <w:rPr>
          <w:rFonts w:hint="eastAsia"/>
          <w:rtl/>
        </w:rPr>
        <w:t>حقائق</w:t>
      </w:r>
      <w:r>
        <w:rPr>
          <w:rtl/>
        </w:rPr>
        <w:t xml:space="preserve"> كا دنيا مي</w:t>
      </w:r>
      <w:r w:rsidR="00083993">
        <w:rPr>
          <w:rtl/>
        </w:rPr>
        <w:t xml:space="preserve">ں </w:t>
      </w:r>
      <w:r>
        <w:rPr>
          <w:rtl/>
        </w:rPr>
        <w:t>مخفى ہونا 16</w:t>
      </w:r>
    </w:p>
    <w:p w:rsidR="001F628F" w:rsidRDefault="001F628F" w:rsidP="00C81DE5">
      <w:pPr>
        <w:pStyle w:val="libNormal"/>
        <w:rPr>
          <w:rtl/>
        </w:rPr>
      </w:pPr>
      <w:r>
        <w:rPr>
          <w:rFonts w:hint="eastAsia"/>
          <w:rtl/>
        </w:rPr>
        <w:t>ذكر</w:t>
      </w:r>
      <w:r>
        <w:rPr>
          <w:rtl/>
        </w:rPr>
        <w:t>:</w:t>
      </w:r>
      <w:r>
        <w:rPr>
          <w:rFonts w:hint="eastAsia"/>
          <w:rtl/>
        </w:rPr>
        <w:t>قيامت</w:t>
      </w:r>
      <w:r>
        <w:rPr>
          <w:rtl/>
        </w:rPr>
        <w:t xml:space="preserve"> كے ذكر كے آثار 17</w:t>
      </w:r>
    </w:p>
    <w:p w:rsidR="001F628F" w:rsidRDefault="001F628F" w:rsidP="00C81DE5">
      <w:pPr>
        <w:pStyle w:val="libNormal"/>
        <w:rPr>
          <w:rtl/>
        </w:rPr>
      </w:pPr>
      <w:r>
        <w:rPr>
          <w:rFonts w:hint="eastAsia"/>
          <w:rtl/>
        </w:rPr>
        <w:t>روابط</w:t>
      </w:r>
      <w:r>
        <w:rPr>
          <w:rtl/>
        </w:rPr>
        <w:t>:</w:t>
      </w:r>
      <w:r>
        <w:rPr>
          <w:rFonts w:hint="eastAsia"/>
          <w:rtl/>
        </w:rPr>
        <w:t>سماجى</w:t>
      </w:r>
      <w:r>
        <w:rPr>
          <w:rtl/>
        </w:rPr>
        <w:t xml:space="preserve"> روابط كے اصول 5</w:t>
      </w:r>
    </w:p>
    <w:p w:rsidR="001F628F" w:rsidRDefault="001F628F" w:rsidP="001F628F">
      <w:pPr>
        <w:pStyle w:val="libNormal"/>
        <w:rPr>
          <w:rtl/>
        </w:rPr>
      </w:pPr>
      <w:r>
        <w:rPr>
          <w:rFonts w:hint="eastAsia"/>
          <w:rtl/>
        </w:rPr>
        <w:t>روايت</w:t>
      </w:r>
      <w:r>
        <w:rPr>
          <w:rtl/>
        </w:rPr>
        <w:t>:18</w:t>
      </w:r>
    </w:p>
    <w:p w:rsidR="001F628F" w:rsidRDefault="001F628F" w:rsidP="00C81DE5">
      <w:pPr>
        <w:pStyle w:val="libNormal"/>
        <w:rPr>
          <w:rtl/>
        </w:rPr>
      </w:pPr>
      <w:r>
        <w:rPr>
          <w:rFonts w:hint="eastAsia"/>
          <w:rtl/>
        </w:rPr>
        <w:t>زندگي</w:t>
      </w:r>
      <w:r>
        <w:rPr>
          <w:rtl/>
        </w:rPr>
        <w:t>:</w:t>
      </w:r>
      <w:r>
        <w:rPr>
          <w:rFonts w:hint="eastAsia"/>
          <w:rtl/>
        </w:rPr>
        <w:t>دنياوى</w:t>
      </w:r>
      <w:r>
        <w:rPr>
          <w:rtl/>
        </w:rPr>
        <w:t xml:space="preserve"> زندگى كى خصوصيات 15</w:t>
      </w:r>
    </w:p>
    <w:p w:rsidR="001F628F" w:rsidRDefault="001F628F" w:rsidP="00C81DE5">
      <w:pPr>
        <w:pStyle w:val="libNormal"/>
        <w:rPr>
          <w:rtl/>
        </w:rPr>
      </w:pPr>
      <w:r>
        <w:rPr>
          <w:rFonts w:hint="eastAsia"/>
          <w:rtl/>
        </w:rPr>
        <w:t>عقيدہ</w:t>
      </w:r>
      <w:r>
        <w:rPr>
          <w:rtl/>
        </w:rPr>
        <w:t>:</w:t>
      </w:r>
      <w:r>
        <w:rPr>
          <w:rFonts w:hint="eastAsia"/>
          <w:rtl/>
        </w:rPr>
        <w:t>قيامت</w:t>
      </w:r>
      <w:r>
        <w:rPr>
          <w:rtl/>
        </w:rPr>
        <w:t xml:space="preserve"> پر عقيدہ ركھنے كے آثار 17</w:t>
      </w:r>
    </w:p>
    <w:p w:rsidR="001F628F" w:rsidRDefault="001F628F" w:rsidP="00C81DE5">
      <w:pPr>
        <w:pStyle w:val="libNormal"/>
        <w:rPr>
          <w:rtl/>
        </w:rPr>
      </w:pPr>
      <w:r>
        <w:rPr>
          <w:rFonts w:hint="eastAsia"/>
          <w:rtl/>
        </w:rPr>
        <w:t>عمل</w:t>
      </w:r>
      <w:r>
        <w:rPr>
          <w:rtl/>
        </w:rPr>
        <w:t>:</w:t>
      </w:r>
      <w:r>
        <w:rPr>
          <w:rFonts w:hint="eastAsia"/>
          <w:rtl/>
        </w:rPr>
        <w:t>جاہلانہ</w:t>
      </w:r>
      <w:r>
        <w:rPr>
          <w:rtl/>
        </w:rPr>
        <w:t xml:space="preserve"> عمل 2،7; ناپسنديدہ عمل4</w:t>
      </w:r>
    </w:p>
    <w:p w:rsidR="001F628F" w:rsidRDefault="001F628F" w:rsidP="00C81DE5">
      <w:pPr>
        <w:pStyle w:val="libNormal"/>
        <w:rPr>
          <w:rtl/>
        </w:rPr>
      </w:pPr>
      <w:r>
        <w:rPr>
          <w:rFonts w:hint="eastAsia"/>
          <w:rtl/>
        </w:rPr>
        <w:t>عہد</w:t>
      </w:r>
      <w:r>
        <w:rPr>
          <w:rtl/>
        </w:rPr>
        <w:t>:</w:t>
      </w:r>
      <w:r>
        <w:rPr>
          <w:rFonts w:hint="eastAsia"/>
          <w:rtl/>
        </w:rPr>
        <w:t>عہد</w:t>
      </w:r>
      <w:r>
        <w:rPr>
          <w:rtl/>
        </w:rPr>
        <w:t xml:space="preserve"> كو پورا كرنے كى اہميت 5،8،14; عہد كى اہميت9; عہد كے آثار 11; عہد كے احكام 6،7</w:t>
      </w:r>
    </w:p>
    <w:p w:rsidR="001F628F" w:rsidRDefault="001F628F" w:rsidP="00C81DE5">
      <w:pPr>
        <w:pStyle w:val="libNormal"/>
        <w:rPr>
          <w:rtl/>
        </w:rPr>
      </w:pPr>
      <w:r>
        <w:rPr>
          <w:rFonts w:hint="eastAsia"/>
          <w:rtl/>
        </w:rPr>
        <w:t>عہد</w:t>
      </w:r>
      <w:r>
        <w:rPr>
          <w:rtl/>
        </w:rPr>
        <w:t xml:space="preserve"> توڑنا:</w:t>
      </w:r>
      <w:r>
        <w:rPr>
          <w:rFonts w:hint="eastAsia"/>
          <w:rtl/>
        </w:rPr>
        <w:t>عہد</w:t>
      </w:r>
      <w:r>
        <w:rPr>
          <w:rtl/>
        </w:rPr>
        <w:t xml:space="preserve"> توڑنے كا بے منطق ہونا 2،7; عہد توڑنے كى حرمت 6،7; عہد توڑنے كے موانع 17</w:t>
      </w:r>
    </w:p>
    <w:p w:rsidR="001F628F" w:rsidRDefault="001F628F" w:rsidP="00C81DE5">
      <w:pPr>
        <w:pStyle w:val="libNormal"/>
        <w:rPr>
          <w:rtl/>
        </w:rPr>
      </w:pPr>
      <w:r>
        <w:rPr>
          <w:rFonts w:hint="eastAsia"/>
          <w:rtl/>
        </w:rPr>
        <w:t>عہد</w:t>
      </w:r>
      <w:r>
        <w:rPr>
          <w:rtl/>
        </w:rPr>
        <w:t xml:space="preserve"> كو توڑنے والے:</w:t>
      </w:r>
      <w:r>
        <w:rPr>
          <w:rFonts w:hint="eastAsia"/>
          <w:rtl/>
        </w:rPr>
        <w:t>عہد</w:t>
      </w:r>
      <w:r>
        <w:rPr>
          <w:rtl/>
        </w:rPr>
        <w:t xml:space="preserve"> كو توڑنے والو</w:t>
      </w:r>
      <w:r w:rsidR="00083993">
        <w:rPr>
          <w:rtl/>
        </w:rPr>
        <w:t xml:space="preserve">ں </w:t>
      </w:r>
      <w:r>
        <w:rPr>
          <w:rtl/>
        </w:rPr>
        <w:t>كا اخروى مواخذہ 13،14; عہد كو توڑنے والو</w:t>
      </w:r>
      <w:r w:rsidR="00083993">
        <w:rPr>
          <w:rtl/>
        </w:rPr>
        <w:t xml:space="preserve">ں </w:t>
      </w:r>
      <w:r>
        <w:rPr>
          <w:rtl/>
        </w:rPr>
        <w:t>كوانذار14</w:t>
      </w:r>
    </w:p>
    <w:p w:rsidR="001F628F" w:rsidRDefault="001F628F" w:rsidP="00C81DE5">
      <w:pPr>
        <w:pStyle w:val="libNormal"/>
        <w:rPr>
          <w:rtl/>
        </w:rPr>
      </w:pPr>
      <w:r>
        <w:rPr>
          <w:rFonts w:hint="eastAsia"/>
          <w:rtl/>
        </w:rPr>
        <w:t>عہد</w:t>
      </w:r>
      <w:r>
        <w:rPr>
          <w:rtl/>
        </w:rPr>
        <w:t xml:space="preserve"> كرنے والے :</w:t>
      </w:r>
      <w:r>
        <w:rPr>
          <w:rFonts w:hint="eastAsia"/>
          <w:rtl/>
        </w:rPr>
        <w:t>عہدكرنے</w:t>
      </w:r>
      <w:r>
        <w:rPr>
          <w:rtl/>
        </w:rPr>
        <w:t xml:space="preserve"> والو</w:t>
      </w:r>
      <w:r w:rsidR="00083993">
        <w:rPr>
          <w:rtl/>
        </w:rPr>
        <w:t xml:space="preserve">ں </w:t>
      </w:r>
      <w:r>
        <w:rPr>
          <w:rtl/>
        </w:rPr>
        <w:t>كى ذمہ دارى 8</w:t>
      </w:r>
    </w:p>
    <w:p w:rsidR="001F628F" w:rsidRDefault="001F628F" w:rsidP="00C81DE5">
      <w:pPr>
        <w:pStyle w:val="libNormal"/>
        <w:rPr>
          <w:rtl/>
        </w:rPr>
      </w:pPr>
      <w:r>
        <w:rPr>
          <w:rFonts w:hint="eastAsia"/>
          <w:rtl/>
        </w:rPr>
        <w:t>قرآن</w:t>
      </w:r>
      <w:r>
        <w:rPr>
          <w:rtl/>
        </w:rPr>
        <w:t>:</w:t>
      </w:r>
      <w:r>
        <w:rPr>
          <w:rFonts w:hint="eastAsia"/>
          <w:rtl/>
        </w:rPr>
        <w:t>قرآن</w:t>
      </w:r>
      <w:r>
        <w:rPr>
          <w:rtl/>
        </w:rPr>
        <w:t xml:space="preserve"> كى تشبيہات 1،18</w:t>
      </w:r>
    </w:p>
    <w:p w:rsidR="001F628F" w:rsidRDefault="001F628F" w:rsidP="00C81DE5">
      <w:pPr>
        <w:pStyle w:val="libNormal"/>
        <w:rPr>
          <w:rtl/>
        </w:rPr>
      </w:pPr>
      <w:r>
        <w:rPr>
          <w:rFonts w:hint="eastAsia"/>
          <w:rtl/>
        </w:rPr>
        <w:t>قرآنى</w:t>
      </w:r>
      <w:r>
        <w:rPr>
          <w:rtl/>
        </w:rPr>
        <w:t xml:space="preserve"> تشبيہات :</w:t>
      </w:r>
      <w:r>
        <w:rPr>
          <w:rFonts w:hint="eastAsia"/>
          <w:rtl/>
        </w:rPr>
        <w:t>بننے</w:t>
      </w:r>
      <w:r>
        <w:rPr>
          <w:rtl/>
        </w:rPr>
        <w:t xml:space="preserve"> كے ساتھ تشبيہ دينا 1; عہد شكنى كى تشبيہ1</w:t>
      </w:r>
    </w:p>
    <w:p w:rsidR="001F628F" w:rsidRDefault="001F628F" w:rsidP="00C81DE5">
      <w:pPr>
        <w:pStyle w:val="libNormal"/>
        <w:rPr>
          <w:rtl/>
        </w:rPr>
      </w:pPr>
      <w:r>
        <w:rPr>
          <w:rFonts w:hint="eastAsia"/>
          <w:rtl/>
        </w:rPr>
        <w:t>قسم</w:t>
      </w:r>
      <w:r>
        <w:rPr>
          <w:rtl/>
        </w:rPr>
        <w:t>:</w:t>
      </w:r>
      <w:r>
        <w:rPr>
          <w:rFonts w:hint="eastAsia"/>
          <w:rtl/>
        </w:rPr>
        <w:t>حرام</w:t>
      </w:r>
      <w:r>
        <w:rPr>
          <w:rtl/>
        </w:rPr>
        <w:t xml:space="preserve"> قسم كھانا 3; قسم كو پوراكرنے كى اہميت5،14; قسم كى اہميت9; قسم كے آثار11; قسم كے احكام3</w:t>
      </w:r>
    </w:p>
    <w:p w:rsidR="001F628F" w:rsidRDefault="001F628F" w:rsidP="00C81DE5">
      <w:pPr>
        <w:pStyle w:val="libNormal"/>
        <w:rPr>
          <w:rtl/>
        </w:rPr>
      </w:pPr>
      <w:r>
        <w:rPr>
          <w:rFonts w:hint="eastAsia"/>
          <w:rtl/>
        </w:rPr>
        <w:t>قسم</w:t>
      </w:r>
      <w:r>
        <w:rPr>
          <w:rtl/>
        </w:rPr>
        <w:t xml:space="preserve"> توڑنے والے:</w:t>
      </w:r>
      <w:r>
        <w:rPr>
          <w:rFonts w:hint="eastAsia"/>
          <w:rtl/>
        </w:rPr>
        <w:t>قسم</w:t>
      </w:r>
      <w:r>
        <w:rPr>
          <w:rtl/>
        </w:rPr>
        <w:t xml:space="preserve"> توڑنے والو</w:t>
      </w:r>
      <w:r w:rsidR="00083993">
        <w:rPr>
          <w:rtl/>
        </w:rPr>
        <w:t xml:space="preserve">ں </w:t>
      </w:r>
      <w:r>
        <w:rPr>
          <w:rtl/>
        </w:rPr>
        <w:t>كا اخروى مواخذہ14;قسم توڑنے والو</w:t>
      </w:r>
      <w:r w:rsidR="00083993">
        <w:rPr>
          <w:rtl/>
        </w:rPr>
        <w:t xml:space="preserve">ں </w:t>
      </w:r>
      <w:r>
        <w:rPr>
          <w:rtl/>
        </w:rPr>
        <w:t>كو انذار14</w:t>
      </w:r>
    </w:p>
    <w:p w:rsidR="001F628F" w:rsidRDefault="001F628F" w:rsidP="00C81DE5">
      <w:pPr>
        <w:pStyle w:val="libNormal"/>
        <w:rPr>
          <w:rtl/>
        </w:rPr>
      </w:pPr>
      <w:r>
        <w:rPr>
          <w:rFonts w:hint="eastAsia"/>
          <w:rtl/>
        </w:rPr>
        <w:t>قيامت</w:t>
      </w:r>
      <w:r>
        <w:rPr>
          <w:rtl/>
        </w:rPr>
        <w:t>:</w:t>
      </w:r>
      <w:r>
        <w:rPr>
          <w:rFonts w:hint="eastAsia"/>
          <w:rtl/>
        </w:rPr>
        <w:t>قيامت</w:t>
      </w:r>
      <w:r>
        <w:rPr>
          <w:rtl/>
        </w:rPr>
        <w:t xml:space="preserve"> مي</w:t>
      </w:r>
      <w:r w:rsidR="00083993">
        <w:rPr>
          <w:rtl/>
        </w:rPr>
        <w:t xml:space="preserve">ں </w:t>
      </w:r>
      <w:r>
        <w:rPr>
          <w:rtl/>
        </w:rPr>
        <w:t>اختلاف كو بيان كرنا12; قيامت مي</w:t>
      </w:r>
      <w:r w:rsidR="00083993">
        <w:rPr>
          <w:rtl/>
        </w:rPr>
        <w:t xml:space="preserve">ں </w:t>
      </w:r>
      <w:r>
        <w:rPr>
          <w:rtl/>
        </w:rPr>
        <w:t>حقائق كا ظہور ہونا 12</w:t>
      </w:r>
    </w:p>
    <w:p w:rsidR="001F628F" w:rsidRDefault="001F628F" w:rsidP="001F628F">
      <w:pPr>
        <w:pStyle w:val="libNormal"/>
        <w:rPr>
          <w:rtl/>
        </w:rPr>
      </w:pPr>
      <w:r>
        <w:rPr>
          <w:rFonts w:hint="eastAsia"/>
          <w:rtl/>
        </w:rPr>
        <w:t>محرمات</w:t>
      </w:r>
      <w:r>
        <w:rPr>
          <w:rtl/>
        </w:rPr>
        <w:t>;6،7</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معاملہ</w:t>
      </w:r>
      <w:r>
        <w:rPr>
          <w:rtl/>
        </w:rPr>
        <w:t>:</w:t>
      </w:r>
      <w:r>
        <w:rPr>
          <w:rFonts w:hint="eastAsia"/>
          <w:rtl/>
        </w:rPr>
        <w:t>معاملہ</w:t>
      </w:r>
      <w:r>
        <w:rPr>
          <w:rtl/>
        </w:rPr>
        <w:t xml:space="preserve"> مي</w:t>
      </w:r>
      <w:r w:rsidR="00083993">
        <w:rPr>
          <w:rtl/>
        </w:rPr>
        <w:t xml:space="preserve">ں </w:t>
      </w:r>
      <w:r>
        <w:rPr>
          <w:rtl/>
        </w:rPr>
        <w:t>قسم9</w:t>
      </w:r>
    </w:p>
    <w:p w:rsidR="001F628F" w:rsidRDefault="001F628F" w:rsidP="00C81DE5">
      <w:pPr>
        <w:pStyle w:val="libNormal"/>
        <w:rPr>
          <w:rtl/>
        </w:rPr>
      </w:pPr>
      <w:r>
        <w:rPr>
          <w:rFonts w:hint="eastAsia"/>
          <w:rtl/>
        </w:rPr>
        <w:t>مكر</w:t>
      </w:r>
      <w:r>
        <w:rPr>
          <w:rtl/>
        </w:rPr>
        <w:t>:</w:t>
      </w:r>
      <w:r>
        <w:rPr>
          <w:rFonts w:hint="eastAsia"/>
          <w:rtl/>
        </w:rPr>
        <w:t>قسم</w:t>
      </w:r>
      <w:r>
        <w:rPr>
          <w:rtl/>
        </w:rPr>
        <w:t xml:space="preserve"> كھانے كے ساتھ مكر كرنا 3;مكر كى سرزنش4</w:t>
      </w:r>
    </w:p>
    <w:p w:rsidR="001F628F" w:rsidRPr="00120F63" w:rsidRDefault="00C81DE5" w:rsidP="00C81DE5">
      <w:pPr>
        <w:pStyle w:val="Heading2Center"/>
        <w:rPr>
          <w:rtl/>
        </w:rPr>
      </w:pPr>
      <w:bookmarkStart w:id="239" w:name="_Toc28081917"/>
      <w:r>
        <w:rPr>
          <w:rFonts w:hint="cs"/>
          <w:rtl/>
        </w:rPr>
        <w:t xml:space="preserve">آیت </w:t>
      </w:r>
      <w:r w:rsidRPr="00120F63">
        <w:rPr>
          <w:rFonts w:hint="cs"/>
          <w:rtl/>
        </w:rPr>
        <w:t>93</w:t>
      </w:r>
      <w:bookmarkEnd w:id="239"/>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وَلَوْ</w:t>
      </w:r>
      <w:r w:rsidRPr="00C81DE5">
        <w:rPr>
          <w:rStyle w:val="libAieChar"/>
          <w:rtl/>
        </w:rPr>
        <w:t xml:space="preserve"> شَاء اللّهُ لَجَعَلَكُمْ أُمَّةً وَاحِدَةً وَلكِن يُضِلُّ مَن يَشَاءُ وَيَهْدِي مَن يَشَاءُ وَلَتُسْأَلُنَّ عَمَّا كُنتُمْ تَعْمَلُونَ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اگر پروردگار چاہتا ہو جبراً تم سب كو ايك قوم بنا ديتا ليكن وہ اختيار دے كر جسے چاہتا ہے گمراہى مي</w:t>
      </w:r>
      <w:r w:rsidR="00083993">
        <w:rPr>
          <w:rtl/>
        </w:rPr>
        <w:t xml:space="preserve">ں </w:t>
      </w:r>
      <w:r>
        <w:rPr>
          <w:rtl/>
        </w:rPr>
        <w:t>چھوڑ ديتا ہے اور جسے چاہتا ہے منزل ہدايت تك پہنچا ديتا ہے اور تم سے يقينا ان اعمال كے بارے مي</w:t>
      </w:r>
      <w:r w:rsidR="00083993">
        <w:rPr>
          <w:rtl/>
        </w:rPr>
        <w:t xml:space="preserve">ں </w:t>
      </w:r>
      <w:r>
        <w:rPr>
          <w:rtl/>
        </w:rPr>
        <w:t>سوال كيا جائے گا جو تم دنيا مي</w:t>
      </w:r>
      <w:r w:rsidR="00083993">
        <w:rPr>
          <w:rtl/>
        </w:rPr>
        <w:t xml:space="preserve">ں </w:t>
      </w:r>
      <w:r>
        <w:rPr>
          <w:rtl/>
        </w:rPr>
        <w:t>انجام دے رہے تھے _</w:t>
      </w:r>
    </w:p>
    <w:p w:rsidR="001F628F" w:rsidRDefault="001F628F" w:rsidP="00C81DE5">
      <w:pPr>
        <w:pStyle w:val="libNormal"/>
        <w:rPr>
          <w:rtl/>
        </w:rPr>
      </w:pPr>
      <w:r>
        <w:rPr>
          <w:rtl/>
        </w:rPr>
        <w:t>1_انسان كے عقائد و فكر ى اختلافات كا ختم ہونا اور امتو</w:t>
      </w:r>
      <w:r w:rsidR="00083993">
        <w:rPr>
          <w:rtl/>
        </w:rPr>
        <w:t xml:space="preserve">ں </w:t>
      </w:r>
      <w:r>
        <w:rPr>
          <w:rtl/>
        </w:rPr>
        <w:t>كا ايك امت مي</w:t>
      </w:r>
      <w:r w:rsidR="00083993">
        <w:rPr>
          <w:rtl/>
        </w:rPr>
        <w:t xml:space="preserve">ں </w:t>
      </w:r>
      <w:r>
        <w:rPr>
          <w:rtl/>
        </w:rPr>
        <w:t>تبديل ہونا مشيت الہى مي</w:t>
      </w:r>
      <w:r w:rsidR="00083993">
        <w:rPr>
          <w:rtl/>
        </w:rPr>
        <w:t xml:space="preserve">ں </w:t>
      </w:r>
      <w:r>
        <w:rPr>
          <w:rtl/>
        </w:rPr>
        <w:t>ايك ممكن امر ہے_</w:t>
      </w:r>
      <w:r w:rsidRPr="00C81DE5">
        <w:rPr>
          <w:rStyle w:val="libArabicChar"/>
          <w:rFonts w:hint="eastAsia"/>
          <w:rtl/>
        </w:rPr>
        <w:t>و</w:t>
      </w:r>
      <w:r w:rsidRPr="00C81DE5">
        <w:rPr>
          <w:rStyle w:val="libArabicChar"/>
          <w:rtl/>
        </w:rPr>
        <w:t xml:space="preserve"> لوشاء لجعلكم امّة وحدة</w:t>
      </w:r>
    </w:p>
    <w:p w:rsidR="001F628F" w:rsidRDefault="001F628F" w:rsidP="001F628F">
      <w:pPr>
        <w:pStyle w:val="libNormal"/>
        <w:rPr>
          <w:rtl/>
        </w:rPr>
      </w:pPr>
      <w:r>
        <w:rPr>
          <w:rFonts w:hint="eastAsia"/>
          <w:rtl/>
        </w:rPr>
        <w:t>جملہ</w:t>
      </w:r>
      <w:r>
        <w:rPr>
          <w:rtl/>
        </w:rPr>
        <w:t>''يضلّ من يشاء يہدى من يشائ ...'' كے قرينہ كى بناء پر ''امت واحدہ ''سے مرادعقيدہ اور دين مي</w:t>
      </w:r>
      <w:r w:rsidR="00083993">
        <w:rPr>
          <w:rtl/>
        </w:rPr>
        <w:t xml:space="preserve">ں </w:t>
      </w:r>
      <w:r>
        <w:rPr>
          <w:rtl/>
        </w:rPr>
        <w:t>امت كا واحد ہوناہے _ جيسا كہ لغت كے لحاظ سے كلمہ '' امت'' ايسے گروہ كے ليے استعمال ہوا ہے جن كا دين ايك ہے ( مفردات راغب)</w:t>
      </w:r>
    </w:p>
    <w:p w:rsidR="001F628F" w:rsidRDefault="001F628F" w:rsidP="00C81DE5">
      <w:pPr>
        <w:pStyle w:val="libNormal"/>
        <w:rPr>
          <w:rtl/>
        </w:rPr>
      </w:pPr>
      <w:r>
        <w:rPr>
          <w:rtl/>
        </w:rPr>
        <w:t>2_ خداوند عالم كا ارادہ اور مشيت ناقابل تخلفّ ہے_</w:t>
      </w:r>
      <w:r w:rsidRPr="00C81DE5">
        <w:rPr>
          <w:rStyle w:val="libArabicChar"/>
          <w:rFonts w:hint="eastAsia"/>
          <w:rtl/>
        </w:rPr>
        <w:t>ولو</w:t>
      </w:r>
      <w:r w:rsidRPr="00C81DE5">
        <w:rPr>
          <w:rStyle w:val="libArabicChar"/>
          <w:rtl/>
        </w:rPr>
        <w:t xml:space="preserve"> شاء لجعلكم امّة واحدة</w:t>
      </w:r>
    </w:p>
    <w:p w:rsidR="001F628F" w:rsidRDefault="001F628F" w:rsidP="00C81DE5">
      <w:pPr>
        <w:pStyle w:val="libNormal"/>
        <w:rPr>
          <w:rtl/>
        </w:rPr>
      </w:pPr>
      <w:r>
        <w:rPr>
          <w:rtl/>
        </w:rPr>
        <w:t>3_ تمام انسانو</w:t>
      </w:r>
      <w:r w:rsidR="00083993">
        <w:rPr>
          <w:rtl/>
        </w:rPr>
        <w:t xml:space="preserve">ں </w:t>
      </w:r>
      <w:r>
        <w:rPr>
          <w:rtl/>
        </w:rPr>
        <w:t>كا عقيدہ كردار مي</w:t>
      </w:r>
      <w:r w:rsidR="00083993">
        <w:rPr>
          <w:rtl/>
        </w:rPr>
        <w:t xml:space="preserve">ں </w:t>
      </w:r>
      <w:r>
        <w:rPr>
          <w:rtl/>
        </w:rPr>
        <w:t>ايك جيسانہ ہونا اور ان كے در ميان تفاوت ،خداوند عالم كى مشيت اور تديبركى بناء پرہے_</w:t>
      </w:r>
      <w:r w:rsidRPr="00C81DE5">
        <w:rPr>
          <w:rStyle w:val="libArabicChar"/>
          <w:rFonts w:hint="eastAsia"/>
          <w:rtl/>
        </w:rPr>
        <w:t>ولو</w:t>
      </w:r>
      <w:r w:rsidRPr="00C81DE5">
        <w:rPr>
          <w:rStyle w:val="libArabicChar"/>
          <w:rtl/>
        </w:rPr>
        <w:t xml:space="preserve"> شاء لجعلكم امّة واحدة</w:t>
      </w:r>
    </w:p>
    <w:p w:rsidR="001F628F" w:rsidRDefault="001F628F" w:rsidP="001F628F">
      <w:pPr>
        <w:pStyle w:val="libNormal"/>
        <w:rPr>
          <w:rtl/>
        </w:rPr>
      </w:pPr>
      <w:r>
        <w:rPr>
          <w:rtl/>
        </w:rPr>
        <w:t>4_ ايك گروہ كا ہدايت اور دوسرے كا گمراہى كے راستہ كو اختيار كرنا، مشيت الہى پر مبتنى ہے_</w:t>
      </w:r>
    </w:p>
    <w:p w:rsidR="00C81DE5" w:rsidRDefault="001E7F9D" w:rsidP="00F73EDE">
      <w:pPr>
        <w:pStyle w:val="libPoemTini"/>
        <w:rPr>
          <w:rtl/>
        </w:rPr>
      </w:pPr>
      <w:r>
        <w:rPr>
          <w:rtl/>
        </w:rPr>
        <w:cr/>
      </w:r>
      <w:r>
        <w:rPr>
          <w:rtl/>
        </w:rPr>
        <w:br w:type="page"/>
      </w:r>
    </w:p>
    <w:p w:rsidR="001F628F" w:rsidRDefault="001F628F" w:rsidP="00C81DE5">
      <w:pPr>
        <w:pStyle w:val="libArabic"/>
        <w:rPr>
          <w:rtl/>
        </w:rPr>
      </w:pPr>
      <w:r>
        <w:rPr>
          <w:rFonts w:hint="eastAsia"/>
          <w:rtl/>
        </w:rPr>
        <w:lastRenderedPageBreak/>
        <w:t>يضلّ</w:t>
      </w:r>
      <w:r>
        <w:rPr>
          <w:rtl/>
        </w:rPr>
        <w:t xml:space="preserve"> من يشاء و ي</w:t>
      </w:r>
      <w:r w:rsidR="00120F63" w:rsidRPr="00ED5DE8">
        <w:rPr>
          <w:rFonts w:hint="cs"/>
          <w:rtl/>
        </w:rPr>
        <w:t>ه</w:t>
      </w:r>
      <w:r>
        <w:rPr>
          <w:rFonts w:hint="cs"/>
          <w:rtl/>
        </w:rPr>
        <w:t>دى</w:t>
      </w:r>
      <w:r>
        <w:rPr>
          <w:rtl/>
        </w:rPr>
        <w:t xml:space="preserve"> </w:t>
      </w:r>
      <w:r>
        <w:rPr>
          <w:rFonts w:hint="cs"/>
          <w:rtl/>
        </w:rPr>
        <w:t>م</w:t>
      </w:r>
      <w:r>
        <w:rPr>
          <w:rtl/>
        </w:rPr>
        <w:t xml:space="preserve">ن </w:t>
      </w:r>
      <w:r w:rsidR="00606BEE" w:rsidRPr="00606BEE">
        <w:rPr>
          <w:rtl/>
        </w:rPr>
        <w:t>يشاء</w:t>
      </w:r>
    </w:p>
    <w:p w:rsidR="001F628F" w:rsidRDefault="001F628F" w:rsidP="001F628F">
      <w:pPr>
        <w:pStyle w:val="libNormal"/>
        <w:rPr>
          <w:rtl/>
        </w:rPr>
      </w:pPr>
      <w:r>
        <w:rPr>
          <w:rtl/>
        </w:rPr>
        <w:t>5_ انسانو</w:t>
      </w:r>
      <w:r w:rsidR="00083993">
        <w:rPr>
          <w:rtl/>
        </w:rPr>
        <w:t xml:space="preserve">ں </w:t>
      </w:r>
      <w:r>
        <w:rPr>
          <w:rtl/>
        </w:rPr>
        <w:t>كا جبر و اكراہ كى بجائے اختيار و زمہ دارى كے راستہ پر گامزن ہونا، مشيت خداوند عالم ہے _</w:t>
      </w:r>
    </w:p>
    <w:p w:rsidR="001F628F" w:rsidRDefault="001F628F" w:rsidP="001F628F">
      <w:pPr>
        <w:pStyle w:val="libNormal"/>
        <w:rPr>
          <w:rtl/>
        </w:rPr>
      </w:pPr>
      <w:r>
        <w:rPr>
          <w:rFonts w:hint="eastAsia"/>
          <w:rtl/>
        </w:rPr>
        <w:t>مشيت</w:t>
      </w:r>
      <w:r>
        <w:rPr>
          <w:rtl/>
        </w:rPr>
        <w:t xml:space="preserve"> الہى كو بيان كرنے كے بعد انسان كى مسؤليت ''لتسل ن ...''كا ذكر اس حقيقت كى طرف اشارہ ہے كہ مشيت الہى انسان سے مسؤليت كے سلب كا سبب نہي</w:t>
      </w:r>
      <w:r w:rsidR="00083993">
        <w:rPr>
          <w:rtl/>
        </w:rPr>
        <w:t xml:space="preserve">ں </w:t>
      </w:r>
      <w:r>
        <w:rPr>
          <w:rtl/>
        </w:rPr>
        <w:t>ہے بلكہ مسؤليت كو تحقق بخشتى ہے_</w:t>
      </w:r>
    </w:p>
    <w:p w:rsidR="001F628F" w:rsidRDefault="001F628F" w:rsidP="00C81DE5">
      <w:pPr>
        <w:pStyle w:val="libNormal"/>
        <w:rPr>
          <w:rtl/>
        </w:rPr>
      </w:pPr>
      <w:r>
        <w:rPr>
          <w:rtl/>
        </w:rPr>
        <w:t>6_ انسان اپنے اعمال كے بارے مي</w:t>
      </w:r>
      <w:r w:rsidR="00083993">
        <w:rPr>
          <w:rtl/>
        </w:rPr>
        <w:t xml:space="preserve">ں </w:t>
      </w:r>
      <w:r>
        <w:rPr>
          <w:rtl/>
        </w:rPr>
        <w:t>مسئول ذمہ دار ہے_</w:t>
      </w:r>
      <w:r w:rsidRPr="00C81DE5">
        <w:rPr>
          <w:rStyle w:val="libArabicChar"/>
          <w:rFonts w:hint="eastAsia"/>
          <w:rtl/>
        </w:rPr>
        <w:t>ولتسل</w:t>
      </w:r>
      <w:r w:rsidRPr="00C81DE5">
        <w:rPr>
          <w:rStyle w:val="libArabicChar"/>
          <w:rtl/>
        </w:rPr>
        <w:t xml:space="preserve"> ن عمّا كنتم تعملون</w:t>
      </w:r>
    </w:p>
    <w:p w:rsidR="001F628F" w:rsidRDefault="001F628F" w:rsidP="00C81DE5">
      <w:pPr>
        <w:pStyle w:val="libNormal"/>
        <w:rPr>
          <w:rtl/>
        </w:rPr>
      </w:pPr>
      <w:r>
        <w:rPr>
          <w:rtl/>
        </w:rPr>
        <w:t>7_ قيامت كے دن انسانو</w:t>
      </w:r>
      <w:r w:rsidR="00083993">
        <w:rPr>
          <w:rtl/>
        </w:rPr>
        <w:t xml:space="preserve">ں </w:t>
      </w:r>
      <w:r>
        <w:rPr>
          <w:rtl/>
        </w:rPr>
        <w:t>سے ان كے اعمال كے بارے مي</w:t>
      </w:r>
      <w:r w:rsidR="00083993">
        <w:rPr>
          <w:rtl/>
        </w:rPr>
        <w:t xml:space="preserve">ں </w:t>
      </w:r>
      <w:r>
        <w:rPr>
          <w:rtl/>
        </w:rPr>
        <w:t>باز پرس ہوگي_</w:t>
      </w:r>
      <w:r w:rsidRPr="00C81DE5">
        <w:rPr>
          <w:rStyle w:val="libArabicChar"/>
          <w:rFonts w:hint="eastAsia"/>
          <w:rtl/>
        </w:rPr>
        <w:t>ولتسئلن</w:t>
      </w:r>
      <w:r w:rsidRPr="00C81DE5">
        <w:rPr>
          <w:rStyle w:val="libArabicChar"/>
          <w:rtl/>
        </w:rPr>
        <w:t xml:space="preserve"> عمّا كنتم تعملون</w:t>
      </w:r>
    </w:p>
    <w:p w:rsidR="001F628F" w:rsidRDefault="001F628F" w:rsidP="001F628F">
      <w:pPr>
        <w:pStyle w:val="libNormal"/>
        <w:rPr>
          <w:rtl/>
        </w:rPr>
      </w:pPr>
      <w:r>
        <w:rPr>
          <w:rtl/>
        </w:rPr>
        <w:t>8_ خداوند عالم كے توسط سے انسان كى ہدايت اور گمراہى خود ان كى خواہش اور انتخاب كے تابع ہے_</w:t>
      </w:r>
    </w:p>
    <w:p w:rsidR="001F628F" w:rsidRDefault="001F628F" w:rsidP="00C81DE5">
      <w:pPr>
        <w:pStyle w:val="libArabic"/>
        <w:rPr>
          <w:rtl/>
        </w:rPr>
      </w:pPr>
      <w:r>
        <w:rPr>
          <w:rFonts w:hint="eastAsia"/>
          <w:rtl/>
        </w:rPr>
        <w:t>يضّل</w:t>
      </w:r>
      <w:r>
        <w:rPr>
          <w:rtl/>
        </w:rPr>
        <w:t xml:space="preserve"> من يشاء و ي</w:t>
      </w:r>
      <w:r w:rsidR="00120F63" w:rsidRPr="00ED5DE8">
        <w:rPr>
          <w:rFonts w:hint="cs"/>
          <w:rtl/>
        </w:rPr>
        <w:t>ه</w:t>
      </w:r>
      <w:r>
        <w:rPr>
          <w:rFonts w:hint="cs"/>
          <w:rtl/>
        </w:rPr>
        <w:t>دى</w:t>
      </w:r>
      <w:r>
        <w:rPr>
          <w:rtl/>
        </w:rPr>
        <w:t xml:space="preserve"> </w:t>
      </w:r>
      <w:r>
        <w:rPr>
          <w:rFonts w:hint="cs"/>
          <w:rtl/>
        </w:rPr>
        <w:t>من</w:t>
      </w:r>
      <w:r>
        <w:rPr>
          <w:rtl/>
        </w:rPr>
        <w:t xml:space="preserve"> </w:t>
      </w:r>
      <w:r w:rsidR="00606BEE" w:rsidRPr="00606BEE">
        <w:rPr>
          <w:rtl/>
        </w:rPr>
        <w:t>يشاء</w:t>
      </w:r>
    </w:p>
    <w:p w:rsidR="001F628F" w:rsidRDefault="001F628F" w:rsidP="001F628F">
      <w:pPr>
        <w:pStyle w:val="libNormal"/>
        <w:rPr>
          <w:rtl/>
        </w:rPr>
      </w:pPr>
      <w:r>
        <w:rPr>
          <w:rFonts w:hint="eastAsia"/>
          <w:rtl/>
        </w:rPr>
        <w:t>مذكورہ</w:t>
      </w:r>
      <w:r>
        <w:rPr>
          <w:rtl/>
        </w:rPr>
        <w:t xml:space="preserve"> مطلب اس احتمال كى بناء پر ہے كہ ''يشائ'' مي</w:t>
      </w:r>
      <w:r w:rsidR="00083993">
        <w:rPr>
          <w:rtl/>
        </w:rPr>
        <w:t xml:space="preserve">ں </w:t>
      </w:r>
      <w:r>
        <w:rPr>
          <w:rtl/>
        </w:rPr>
        <w:t>فاعل ايسى ضمير ہو جو ' ' من'' كى طرف لوٹ رہى ہو اور ''يضّل'' كے فاعل سے متحد نہ ہو_</w:t>
      </w:r>
    </w:p>
    <w:p w:rsidR="001F628F" w:rsidRDefault="001F628F" w:rsidP="00C81DE5">
      <w:pPr>
        <w:pStyle w:val="libNormal"/>
        <w:rPr>
          <w:rtl/>
        </w:rPr>
      </w:pPr>
      <w:r>
        <w:rPr>
          <w:rFonts w:hint="eastAsia"/>
          <w:rtl/>
        </w:rPr>
        <w:t>الله</w:t>
      </w:r>
      <w:r>
        <w:rPr>
          <w:rtl/>
        </w:rPr>
        <w:t xml:space="preserve"> تعالي:</w:t>
      </w:r>
      <w:r>
        <w:rPr>
          <w:rFonts w:hint="eastAsia"/>
          <w:rtl/>
        </w:rPr>
        <w:t>الله</w:t>
      </w:r>
      <w:r>
        <w:rPr>
          <w:rtl/>
        </w:rPr>
        <w:t xml:space="preserve"> تعالى كى تدبير كے آثار 3; الله تعالى كى مشيت كا حتمى ہونا 2; الله تعالى كى مشيت كے آثار 1،3،4; مشيت الہى 5</w:t>
      </w:r>
    </w:p>
    <w:p w:rsidR="001F628F" w:rsidRDefault="001F628F" w:rsidP="00C81DE5">
      <w:pPr>
        <w:pStyle w:val="libNormal"/>
        <w:rPr>
          <w:rtl/>
        </w:rPr>
      </w:pPr>
      <w:r>
        <w:rPr>
          <w:rFonts w:hint="eastAsia"/>
          <w:rtl/>
        </w:rPr>
        <w:t>امتي</w:t>
      </w:r>
      <w:r w:rsidR="00083993">
        <w:rPr>
          <w:rFonts w:hint="eastAsia"/>
          <w:rtl/>
        </w:rPr>
        <w:t xml:space="preserve">ں </w:t>
      </w:r>
      <w:r>
        <w:rPr>
          <w:rtl/>
        </w:rPr>
        <w:t>:</w:t>
      </w:r>
      <w:r>
        <w:rPr>
          <w:rFonts w:hint="eastAsia"/>
          <w:rtl/>
        </w:rPr>
        <w:t>امت</w:t>
      </w:r>
      <w:r>
        <w:rPr>
          <w:rtl/>
        </w:rPr>
        <w:t xml:space="preserve"> واحدہ1</w:t>
      </w:r>
    </w:p>
    <w:p w:rsidR="001F628F" w:rsidRDefault="001F628F" w:rsidP="00C81DE5">
      <w:pPr>
        <w:pStyle w:val="libNormal"/>
        <w:rPr>
          <w:rtl/>
        </w:rPr>
      </w:pPr>
      <w:r>
        <w:rPr>
          <w:rFonts w:hint="eastAsia"/>
          <w:rtl/>
        </w:rPr>
        <w:t>انسان</w:t>
      </w:r>
      <w:r>
        <w:rPr>
          <w:rtl/>
        </w:rPr>
        <w:t>:</w:t>
      </w:r>
      <w:r>
        <w:rPr>
          <w:rFonts w:hint="eastAsia"/>
          <w:rtl/>
        </w:rPr>
        <w:t>انسان</w:t>
      </w:r>
      <w:r>
        <w:rPr>
          <w:rtl/>
        </w:rPr>
        <w:t xml:space="preserve"> كا اختيار 5،8;انسانو</w:t>
      </w:r>
      <w:r w:rsidR="00083993">
        <w:rPr>
          <w:rtl/>
        </w:rPr>
        <w:t xml:space="preserve">ں </w:t>
      </w:r>
      <w:r>
        <w:rPr>
          <w:rtl/>
        </w:rPr>
        <w:t>كا اخروى مواخذہ 5;انسانو</w:t>
      </w:r>
      <w:r w:rsidR="00083993">
        <w:rPr>
          <w:rtl/>
        </w:rPr>
        <w:t xml:space="preserve">ں </w:t>
      </w:r>
      <w:r>
        <w:rPr>
          <w:rtl/>
        </w:rPr>
        <w:t>كا عقيدہ 3; انسانو</w:t>
      </w:r>
      <w:r w:rsidR="00083993">
        <w:rPr>
          <w:rtl/>
        </w:rPr>
        <w:t xml:space="preserve">ں </w:t>
      </w:r>
      <w:r>
        <w:rPr>
          <w:rtl/>
        </w:rPr>
        <w:t>كا عمل3; انسان كى مسؤليت 5،6; انسانو</w:t>
      </w:r>
      <w:r w:rsidR="00083993">
        <w:rPr>
          <w:rtl/>
        </w:rPr>
        <w:t xml:space="preserve">ں </w:t>
      </w:r>
      <w:r>
        <w:rPr>
          <w:rtl/>
        </w:rPr>
        <w:t>مي</w:t>
      </w:r>
      <w:r w:rsidR="00083993">
        <w:rPr>
          <w:rtl/>
        </w:rPr>
        <w:t xml:space="preserve">ں </w:t>
      </w:r>
      <w:r>
        <w:rPr>
          <w:rtl/>
        </w:rPr>
        <w:t>تفاوت 3</w:t>
      </w:r>
    </w:p>
    <w:p w:rsidR="001F628F" w:rsidRDefault="001F628F" w:rsidP="00C81DE5">
      <w:pPr>
        <w:pStyle w:val="libNormal"/>
        <w:rPr>
          <w:rtl/>
        </w:rPr>
      </w:pPr>
      <w:r>
        <w:rPr>
          <w:rFonts w:hint="eastAsia"/>
          <w:rtl/>
        </w:rPr>
        <w:t>جبر</w:t>
      </w:r>
      <w:r>
        <w:rPr>
          <w:rtl/>
        </w:rPr>
        <w:t xml:space="preserve"> و اختيار:</w:t>
      </w:r>
      <w:r>
        <w:rPr>
          <w:rFonts w:hint="eastAsia"/>
          <w:rtl/>
        </w:rPr>
        <w:t>جبر</w:t>
      </w:r>
      <w:r>
        <w:rPr>
          <w:rtl/>
        </w:rPr>
        <w:t xml:space="preserve"> كا باطل ہونا 5</w:t>
      </w:r>
    </w:p>
    <w:p w:rsidR="001F628F" w:rsidRDefault="001F628F" w:rsidP="00C81DE5">
      <w:pPr>
        <w:pStyle w:val="libNormal"/>
        <w:rPr>
          <w:rtl/>
        </w:rPr>
      </w:pPr>
      <w:r>
        <w:rPr>
          <w:rFonts w:hint="eastAsia"/>
          <w:rtl/>
        </w:rPr>
        <w:t>عقيدہ</w:t>
      </w:r>
      <w:r>
        <w:rPr>
          <w:rtl/>
        </w:rPr>
        <w:t xml:space="preserve"> :</w:t>
      </w:r>
      <w:r>
        <w:rPr>
          <w:rFonts w:hint="eastAsia"/>
          <w:rtl/>
        </w:rPr>
        <w:t>عقيدتى</w:t>
      </w:r>
      <w:r>
        <w:rPr>
          <w:rtl/>
        </w:rPr>
        <w:t xml:space="preserve"> مسائل كے حل ہونے كا امكان1</w:t>
      </w:r>
    </w:p>
    <w:p w:rsidR="001F628F" w:rsidRDefault="001F628F" w:rsidP="00C81DE5">
      <w:pPr>
        <w:pStyle w:val="libNormal"/>
        <w:rPr>
          <w:rtl/>
        </w:rPr>
      </w:pPr>
      <w:r>
        <w:rPr>
          <w:rFonts w:hint="eastAsia"/>
          <w:rtl/>
        </w:rPr>
        <w:t>عمل</w:t>
      </w:r>
      <w:r>
        <w:rPr>
          <w:rtl/>
        </w:rPr>
        <w:t>:</w:t>
      </w:r>
      <w:r>
        <w:rPr>
          <w:rFonts w:hint="eastAsia"/>
          <w:rtl/>
        </w:rPr>
        <w:t>عمل</w:t>
      </w:r>
      <w:r>
        <w:rPr>
          <w:rtl/>
        </w:rPr>
        <w:t xml:space="preserve"> كا ذمہ داري6</w:t>
      </w:r>
    </w:p>
    <w:p w:rsidR="001F628F" w:rsidRDefault="001F628F" w:rsidP="00C81DE5">
      <w:pPr>
        <w:pStyle w:val="libNormal"/>
        <w:rPr>
          <w:rtl/>
        </w:rPr>
      </w:pPr>
      <w:r>
        <w:rPr>
          <w:rFonts w:hint="eastAsia"/>
          <w:rtl/>
        </w:rPr>
        <w:t>گمراہى</w:t>
      </w:r>
      <w:r>
        <w:rPr>
          <w:rtl/>
        </w:rPr>
        <w:t xml:space="preserve"> :</w:t>
      </w:r>
      <w:r>
        <w:rPr>
          <w:rFonts w:hint="eastAsia"/>
          <w:rtl/>
        </w:rPr>
        <w:t>گمراہى</w:t>
      </w:r>
      <w:r>
        <w:rPr>
          <w:rtl/>
        </w:rPr>
        <w:t xml:space="preserve"> كاسرچشمہ 4،8</w:t>
      </w:r>
    </w:p>
    <w:p w:rsidR="001F628F" w:rsidRDefault="001F628F" w:rsidP="00C81DE5">
      <w:pPr>
        <w:pStyle w:val="libNormal"/>
        <w:rPr>
          <w:rtl/>
        </w:rPr>
      </w:pPr>
      <w:r>
        <w:rPr>
          <w:rFonts w:hint="eastAsia"/>
          <w:rtl/>
        </w:rPr>
        <w:t>ہدايت</w:t>
      </w:r>
      <w:r>
        <w:rPr>
          <w:rtl/>
        </w:rPr>
        <w:t>:</w:t>
      </w:r>
      <w:r>
        <w:rPr>
          <w:rFonts w:hint="eastAsia"/>
          <w:rtl/>
        </w:rPr>
        <w:t>ہدايت</w:t>
      </w:r>
      <w:r>
        <w:rPr>
          <w:rtl/>
        </w:rPr>
        <w:t xml:space="preserve"> كا سرچشمہ4، 8</w:t>
      </w:r>
    </w:p>
    <w:p w:rsidR="00C81DE5" w:rsidRDefault="001E7F9D" w:rsidP="00F73EDE">
      <w:pPr>
        <w:pStyle w:val="libPoemTini"/>
        <w:rPr>
          <w:rtl/>
        </w:rPr>
      </w:pPr>
      <w:r>
        <w:rPr>
          <w:rtl/>
        </w:rPr>
        <w:br w:type="page"/>
      </w:r>
    </w:p>
    <w:p w:rsidR="00C81DE5" w:rsidRPr="00120F63" w:rsidRDefault="00C81DE5" w:rsidP="00C81DE5">
      <w:pPr>
        <w:pStyle w:val="Heading2Center"/>
        <w:rPr>
          <w:rtl/>
        </w:rPr>
      </w:pPr>
      <w:bookmarkStart w:id="240" w:name="_Toc28081918"/>
      <w:r>
        <w:rPr>
          <w:rFonts w:hint="cs"/>
          <w:rtl/>
        </w:rPr>
        <w:lastRenderedPageBreak/>
        <w:t xml:space="preserve">آیت </w:t>
      </w:r>
      <w:r w:rsidRPr="00120F63">
        <w:rPr>
          <w:rFonts w:hint="cs"/>
          <w:rtl/>
        </w:rPr>
        <w:t>94</w:t>
      </w:r>
      <w:bookmarkEnd w:id="240"/>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وَلاَ</w:t>
      </w:r>
      <w:r w:rsidRPr="00C81DE5">
        <w:rPr>
          <w:rStyle w:val="libAieChar"/>
          <w:rtl/>
        </w:rPr>
        <w:t xml:space="preserve"> تَتَّخِذُواْ أَيْمَانَكُمْ دَخَلاً بَيْنَكُمْ فَتَزِلَّ قَدَمٌ بَعْدَ ثُبُوتِهَا وَتَذُوقُواْ الْسُّوءَ بِمَا صَدَدتُّمْ عَن سَبِيلِ اللّهِ وَلَكُمْ عَذَابٌ عَظِيمٌ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خبردار اپنى قسمو</w:t>
      </w:r>
      <w:r w:rsidR="00083993">
        <w:rPr>
          <w:rtl/>
        </w:rPr>
        <w:t xml:space="preserve">ں </w:t>
      </w:r>
      <w:r>
        <w:rPr>
          <w:rtl/>
        </w:rPr>
        <w:t>كو فساد كا ذريعہ نہ بناؤ كہ نو مسلم افراد كے قدم ثابت ہونے كے بعد پھر كھڑجائي</w:t>
      </w:r>
      <w:r w:rsidR="00083993">
        <w:rPr>
          <w:rtl/>
        </w:rPr>
        <w:t xml:space="preserve">ں </w:t>
      </w:r>
      <w:r>
        <w:rPr>
          <w:rtl/>
        </w:rPr>
        <w:t>اور تمھي</w:t>
      </w:r>
      <w:r w:rsidR="00083993">
        <w:rPr>
          <w:rtl/>
        </w:rPr>
        <w:t xml:space="preserve">ں </w:t>
      </w:r>
      <w:r>
        <w:rPr>
          <w:rtl/>
        </w:rPr>
        <w:t>راہ خدا سے روكنے كى پاداش مي</w:t>
      </w:r>
      <w:r w:rsidR="00083993">
        <w:rPr>
          <w:rtl/>
        </w:rPr>
        <w:t xml:space="preserve">ں </w:t>
      </w:r>
      <w:r>
        <w:rPr>
          <w:rtl/>
        </w:rPr>
        <w:t>بڑے عذاب كا مزہ چكھنا پڑے اور تمھارے لئے عذاب عظيم ہوجائے _</w:t>
      </w:r>
    </w:p>
    <w:p w:rsidR="001F628F" w:rsidRDefault="001F628F" w:rsidP="00C81DE5">
      <w:pPr>
        <w:pStyle w:val="libNormal"/>
        <w:rPr>
          <w:rtl/>
        </w:rPr>
      </w:pPr>
      <w:r>
        <w:rPr>
          <w:rtl/>
        </w:rPr>
        <w:t>1_ فريبانہ مقاصد كى پيش رفت كے ليے قسم كو وسيلہ قرار دينا حرام ہے_</w:t>
      </w:r>
      <w:r w:rsidRPr="00C81DE5">
        <w:rPr>
          <w:rStyle w:val="libArabicChar"/>
          <w:rFonts w:hint="eastAsia"/>
          <w:rtl/>
        </w:rPr>
        <w:t>ولا</w:t>
      </w:r>
      <w:r w:rsidRPr="00C81DE5">
        <w:rPr>
          <w:rStyle w:val="libArabicChar"/>
          <w:rtl/>
        </w:rPr>
        <w:t xml:space="preserve"> تتخذوا ايمنكم دخلاً بينكم</w:t>
      </w:r>
    </w:p>
    <w:p w:rsidR="001F628F" w:rsidRDefault="001F628F" w:rsidP="00C81DE5">
      <w:pPr>
        <w:pStyle w:val="libNormal"/>
        <w:rPr>
          <w:rtl/>
        </w:rPr>
      </w:pPr>
      <w:r>
        <w:rPr>
          <w:rtl/>
        </w:rPr>
        <w:t>2_ اسلام نے لوگو</w:t>
      </w:r>
      <w:r w:rsidR="00083993">
        <w:rPr>
          <w:rtl/>
        </w:rPr>
        <w:t xml:space="preserve">ں </w:t>
      </w:r>
      <w:r>
        <w:rPr>
          <w:rtl/>
        </w:rPr>
        <w:t>كو اپنى قسمو</w:t>
      </w:r>
      <w:r w:rsidR="00083993">
        <w:rPr>
          <w:rtl/>
        </w:rPr>
        <w:t xml:space="preserve">ں </w:t>
      </w:r>
      <w:r>
        <w:rPr>
          <w:rtl/>
        </w:rPr>
        <w:t>اور پيمان كى پابندى كرنے كى تاكيد كى ہے_</w:t>
      </w:r>
      <w:r w:rsidRPr="00C81DE5">
        <w:rPr>
          <w:rStyle w:val="libArabicChar"/>
          <w:rFonts w:hint="eastAsia"/>
          <w:rtl/>
        </w:rPr>
        <w:t>ولا</w:t>
      </w:r>
      <w:r w:rsidRPr="00C81DE5">
        <w:rPr>
          <w:rStyle w:val="libArabicChar"/>
          <w:rtl/>
        </w:rPr>
        <w:t xml:space="preserve"> تنقضوا ايمنكم دخلاً بينكم</w:t>
      </w:r>
    </w:p>
    <w:p w:rsidR="001F628F" w:rsidRDefault="001F628F" w:rsidP="00C81DE5">
      <w:pPr>
        <w:pStyle w:val="libNormal"/>
        <w:rPr>
          <w:rtl/>
        </w:rPr>
      </w:pPr>
      <w:r>
        <w:rPr>
          <w:rtl/>
        </w:rPr>
        <w:t>3_ ناشائستہ مقاصد تك دسترسى كے ليے دينى اقدار كو وسيلہ قرار دينا ممنوع ہے_</w:t>
      </w:r>
      <w:r w:rsidRPr="00C81DE5">
        <w:rPr>
          <w:rStyle w:val="libArabicChar"/>
          <w:rFonts w:hint="eastAsia"/>
          <w:rtl/>
        </w:rPr>
        <w:t>ولا</w:t>
      </w:r>
      <w:r w:rsidRPr="00C81DE5">
        <w:rPr>
          <w:rStyle w:val="libArabicChar"/>
          <w:rtl/>
        </w:rPr>
        <w:t xml:space="preserve"> تتخذوا ايمنكم دخلاً بينكم</w:t>
      </w:r>
    </w:p>
    <w:p w:rsidR="001F628F" w:rsidRDefault="001F628F" w:rsidP="001F628F">
      <w:pPr>
        <w:pStyle w:val="libNormal"/>
        <w:rPr>
          <w:rtl/>
        </w:rPr>
      </w:pPr>
      <w:r>
        <w:rPr>
          <w:rFonts w:hint="eastAsia"/>
          <w:rtl/>
        </w:rPr>
        <w:t>مذكورہ</w:t>
      </w:r>
      <w:r>
        <w:rPr>
          <w:rtl/>
        </w:rPr>
        <w:t xml:space="preserve"> بالا تفسير ''ايمان'' كى خصوصيت كو ختم كرنے اور اسے تمام اقدار او ر مقدسات مي</w:t>
      </w:r>
      <w:r w:rsidR="00083993">
        <w:rPr>
          <w:rtl/>
        </w:rPr>
        <w:t xml:space="preserve">ں </w:t>
      </w:r>
      <w:r>
        <w:rPr>
          <w:rtl/>
        </w:rPr>
        <w:t>عموميت دينے كے ليے ہے_</w:t>
      </w:r>
    </w:p>
    <w:p w:rsidR="001F628F" w:rsidRDefault="001F628F" w:rsidP="001F628F">
      <w:pPr>
        <w:pStyle w:val="libNormal"/>
        <w:rPr>
          <w:rtl/>
        </w:rPr>
      </w:pPr>
      <w:r>
        <w:rPr>
          <w:rtl/>
        </w:rPr>
        <w:t>4_ قسم اور دينى مقدسات سے سوء استفادہ كرنا ، دوسرو</w:t>
      </w:r>
      <w:r w:rsidR="00083993">
        <w:rPr>
          <w:rtl/>
        </w:rPr>
        <w:t xml:space="preserve">ں </w:t>
      </w:r>
      <w:r>
        <w:rPr>
          <w:rtl/>
        </w:rPr>
        <w:t>كے عقيدہ اورايمان كو ضعيف كرنے كا سبب ہے_</w:t>
      </w:r>
    </w:p>
    <w:p w:rsidR="001F628F" w:rsidRDefault="001F628F" w:rsidP="00C81DE5">
      <w:pPr>
        <w:pStyle w:val="libArabic"/>
        <w:rPr>
          <w:rtl/>
        </w:rPr>
      </w:pPr>
      <w:r>
        <w:rPr>
          <w:rFonts w:hint="eastAsia"/>
          <w:rtl/>
        </w:rPr>
        <w:t>ولا</w:t>
      </w:r>
      <w:r>
        <w:rPr>
          <w:rtl/>
        </w:rPr>
        <w:t xml:space="preserve"> تتخدوا ايمنكم دخلاً بينكم فتزلّ قدم بعد ثبوت</w:t>
      </w:r>
      <w:r w:rsidR="00120F63" w:rsidRPr="00ED5DE8">
        <w:rPr>
          <w:rFonts w:hint="cs"/>
          <w:rtl/>
        </w:rPr>
        <w:t>ه</w:t>
      </w:r>
    </w:p>
    <w:p w:rsidR="00C81DE5" w:rsidRDefault="001F628F" w:rsidP="00C81DE5">
      <w:pPr>
        <w:pStyle w:val="libNormal"/>
        <w:rPr>
          <w:rtl/>
        </w:rPr>
      </w:pPr>
      <w:r>
        <w:rPr>
          <w:rFonts w:hint="eastAsia"/>
          <w:rtl/>
        </w:rPr>
        <w:t>مذكورہ</w:t>
      </w:r>
      <w:r>
        <w:rPr>
          <w:rtl/>
        </w:rPr>
        <w:t xml:space="preserve"> تفسير اس احتمال كى بناء پر ہے كہ 'قدم''سے مراد ان لوگو</w:t>
      </w:r>
      <w:r w:rsidR="00083993">
        <w:rPr>
          <w:rtl/>
        </w:rPr>
        <w:t xml:space="preserve">ں </w:t>
      </w:r>
      <w:r>
        <w:rPr>
          <w:rtl/>
        </w:rPr>
        <w:t>كا ايمان اور عقيدہ ہو جنہو</w:t>
      </w:r>
      <w:r w:rsidR="00083993">
        <w:rPr>
          <w:rtl/>
        </w:rPr>
        <w:t xml:space="preserve">ں </w:t>
      </w:r>
      <w:r>
        <w:rPr>
          <w:rtl/>
        </w:rPr>
        <w:t>نے</w:t>
      </w:r>
      <w:r w:rsidR="00C81DE5" w:rsidRPr="00C81DE5">
        <w:rPr>
          <w:rFonts w:hint="eastAsia"/>
          <w:rtl/>
        </w:rPr>
        <w:t xml:space="preserve"> </w:t>
      </w:r>
      <w:r w:rsidR="00C81DE5">
        <w:rPr>
          <w:rFonts w:hint="eastAsia"/>
          <w:rtl/>
        </w:rPr>
        <w:t>دين</w:t>
      </w:r>
      <w:r w:rsidR="00C81DE5">
        <w:rPr>
          <w:rtl/>
        </w:rPr>
        <w:t xml:space="preserve"> كى طرف ميلان پيدا كيا ہو اور كچھ دينى اقدار سے سوء استفادہ كا مشاہدہ كرنے كى وجہ سے وہ لغزش كا شكار ہوجائيں اور ايمان سے منہ پھر ليں _</w:t>
      </w:r>
    </w:p>
    <w:p w:rsidR="00C81DE5" w:rsidRDefault="00C81DE5" w:rsidP="00C81DE5">
      <w:pPr>
        <w:pStyle w:val="libNormal"/>
        <w:rPr>
          <w:rtl/>
        </w:rPr>
      </w:pPr>
      <w:r>
        <w:rPr>
          <w:rtl/>
        </w:rPr>
        <w:t>5_ قسم كے ذريعہ دوسروں كو دھوكہ دينا اپنے آپ كوبد اعتماد كرنے كا پيش خيمہ ہے_</w:t>
      </w:r>
    </w:p>
    <w:p w:rsidR="00C81DE5" w:rsidRDefault="00C81DE5" w:rsidP="00C81DE5">
      <w:pPr>
        <w:pStyle w:val="libArabic"/>
        <w:rPr>
          <w:rtl/>
        </w:rPr>
      </w:pPr>
      <w:r>
        <w:rPr>
          <w:rFonts w:hint="eastAsia"/>
          <w:rtl/>
        </w:rPr>
        <w:t>ولا</w:t>
      </w:r>
      <w:r>
        <w:rPr>
          <w:rtl/>
        </w:rPr>
        <w:t xml:space="preserve"> تتخذوا ايمنكم دخلاً بينكم فتزلّ قدم بعد ثبوت</w:t>
      </w:r>
      <w:r w:rsidR="00120F63" w:rsidRPr="00ED5DE8">
        <w:rPr>
          <w:rFonts w:hint="cs"/>
          <w:rtl/>
        </w:rPr>
        <w:t>ه</w:t>
      </w:r>
    </w:p>
    <w:p w:rsidR="00C81DE5" w:rsidRDefault="00C81DE5" w:rsidP="00C81DE5">
      <w:pPr>
        <w:pStyle w:val="libNormal"/>
        <w:rPr>
          <w:rtl/>
        </w:rPr>
      </w:pPr>
      <w:r>
        <w:rPr>
          <w:rFonts w:hint="eastAsia"/>
          <w:rtl/>
        </w:rPr>
        <w:t>مذكورہ</w:t>
      </w:r>
      <w:r>
        <w:rPr>
          <w:rtl/>
        </w:rPr>
        <w:t xml:space="preserve"> تفسير اس احتمال كى بناء پر ہے كہ ان كے قدموں كا ضعيف ہونا لوگوں كى نگاہ ميں اصل قسم كے بے اعتبار ہونے سے كنايہ ہو_</w:t>
      </w:r>
    </w:p>
    <w:p w:rsidR="001F628F" w:rsidRDefault="001F628F" w:rsidP="001F628F">
      <w:pPr>
        <w:pStyle w:val="libNormal"/>
        <w:rPr>
          <w:rtl/>
        </w:rPr>
      </w:pPr>
    </w:p>
    <w:p w:rsidR="00C81DE5" w:rsidRDefault="001E7F9D" w:rsidP="00F73EDE">
      <w:pPr>
        <w:pStyle w:val="libPoemTini"/>
        <w:rPr>
          <w:rtl/>
        </w:rPr>
      </w:pPr>
      <w:r>
        <w:rPr>
          <w:rtl/>
        </w:rPr>
        <w:br w:type="page"/>
      </w:r>
    </w:p>
    <w:p w:rsidR="001F628F" w:rsidRDefault="001F628F" w:rsidP="001F628F">
      <w:pPr>
        <w:pStyle w:val="libNormal"/>
        <w:rPr>
          <w:rtl/>
        </w:rPr>
      </w:pPr>
      <w:r>
        <w:rPr>
          <w:rtl/>
        </w:rPr>
        <w:lastRenderedPageBreak/>
        <w:t>6_ دين اوردينى مقدسات كى نسبت لوگو</w:t>
      </w:r>
      <w:r w:rsidR="00083993">
        <w:rPr>
          <w:rtl/>
        </w:rPr>
        <w:t xml:space="preserve">ں </w:t>
      </w:r>
      <w:r>
        <w:rPr>
          <w:rtl/>
        </w:rPr>
        <w:t>كو بے عقيدہ كرنے كا زمينہ فراہم كرنا حرام ہے_</w:t>
      </w:r>
    </w:p>
    <w:p w:rsidR="001F628F" w:rsidRDefault="001F628F" w:rsidP="00C81DE5">
      <w:pPr>
        <w:pStyle w:val="libArabic"/>
        <w:rPr>
          <w:rtl/>
        </w:rPr>
      </w:pPr>
      <w:r>
        <w:rPr>
          <w:rFonts w:hint="eastAsia"/>
          <w:rtl/>
        </w:rPr>
        <w:t>ولا</w:t>
      </w:r>
      <w:r>
        <w:rPr>
          <w:rtl/>
        </w:rPr>
        <w:t xml:space="preserve"> تتخذوا ايمنكم دخلاً بينكم فتزلّ قدم بعدثبوت</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تذوقوا</w:t>
      </w:r>
      <w:r>
        <w:rPr>
          <w:rtl/>
        </w:rPr>
        <w:t xml:space="preserve"> السوئ</w:t>
      </w:r>
    </w:p>
    <w:p w:rsidR="001F628F" w:rsidRDefault="001F628F" w:rsidP="001F628F">
      <w:pPr>
        <w:pStyle w:val="libNormal"/>
        <w:rPr>
          <w:rtl/>
        </w:rPr>
      </w:pPr>
      <w:r>
        <w:rPr>
          <w:rFonts w:hint="eastAsia"/>
          <w:rtl/>
        </w:rPr>
        <w:t>مذكورہ</w:t>
      </w:r>
      <w:r>
        <w:rPr>
          <w:rtl/>
        </w:rPr>
        <w:t xml:space="preserve"> تفسير اس نكتہ كى بناء پر ہے كہ ''حنث قسم'' (قسم توڑنا ) سے نہى اس وجہ سے كى گئي ہے كہ يہ دوسرو</w:t>
      </w:r>
      <w:r w:rsidR="00083993">
        <w:rPr>
          <w:rtl/>
        </w:rPr>
        <w:t xml:space="preserve">ں </w:t>
      </w:r>
      <w:r>
        <w:rPr>
          <w:rtl/>
        </w:rPr>
        <w:t>كے عقيدہ كو ضعيف كرنے كا ہوتا ہے _ آيت كے ذيل مي</w:t>
      </w:r>
      <w:r w:rsidR="00083993">
        <w:rPr>
          <w:rtl/>
        </w:rPr>
        <w:t xml:space="preserve">ں </w:t>
      </w:r>
      <w:r>
        <w:rPr>
          <w:rtl/>
        </w:rPr>
        <w:t>يہ عمل ''صد عن سبيل الله '' اور عظيم عذاب كے عنوان سے بيان كيا گيا ہے_</w:t>
      </w:r>
    </w:p>
    <w:p w:rsidR="001F628F" w:rsidRDefault="001F628F" w:rsidP="001F628F">
      <w:pPr>
        <w:pStyle w:val="libNormal"/>
        <w:rPr>
          <w:rtl/>
        </w:rPr>
      </w:pPr>
      <w:r>
        <w:rPr>
          <w:rtl/>
        </w:rPr>
        <w:t>7_ قسم توڑنے اور لوگو</w:t>
      </w:r>
      <w:r w:rsidR="00083993">
        <w:rPr>
          <w:rtl/>
        </w:rPr>
        <w:t xml:space="preserve">ں </w:t>
      </w:r>
      <w:r>
        <w:rPr>
          <w:rtl/>
        </w:rPr>
        <w:t>كو دھوكہ دينے كا ضرر اور نقصان خود قسم توڑنے اور دھو كہ دينے والو</w:t>
      </w:r>
      <w:r w:rsidR="00083993">
        <w:rPr>
          <w:rtl/>
        </w:rPr>
        <w:t xml:space="preserve">ں </w:t>
      </w:r>
      <w:r>
        <w:rPr>
          <w:rtl/>
        </w:rPr>
        <w:t>كو ہوگا_</w:t>
      </w:r>
    </w:p>
    <w:p w:rsidR="001F628F" w:rsidRDefault="001F628F" w:rsidP="00C81DE5">
      <w:pPr>
        <w:pStyle w:val="libArabic"/>
        <w:rPr>
          <w:rtl/>
        </w:rPr>
      </w:pPr>
      <w:r>
        <w:rPr>
          <w:rFonts w:hint="eastAsia"/>
          <w:rtl/>
        </w:rPr>
        <w:t>ولا</w:t>
      </w:r>
      <w:r>
        <w:rPr>
          <w:rtl/>
        </w:rPr>
        <w:t xml:space="preserve"> تتخدوا ايمنكم دخلاً بينكم فتزل ّ قدم بعد ثبوت</w:t>
      </w:r>
      <w:r w:rsidR="00120F63" w:rsidRPr="00ED5DE8">
        <w:rPr>
          <w:rFonts w:hint="cs"/>
          <w:rtl/>
        </w:rPr>
        <w:t>ه</w:t>
      </w:r>
      <w:r>
        <w:rPr>
          <w:rFonts w:hint="cs"/>
          <w:rtl/>
        </w:rPr>
        <w:t>ا</w:t>
      </w:r>
      <w:r>
        <w:rPr>
          <w:rtl/>
        </w:rPr>
        <w:t xml:space="preserve"> </w:t>
      </w:r>
      <w:r>
        <w:rPr>
          <w:rFonts w:hint="cs"/>
          <w:rtl/>
        </w:rPr>
        <w:t>وتذوقوا</w:t>
      </w:r>
      <w:r>
        <w:rPr>
          <w:rtl/>
        </w:rPr>
        <w:t xml:space="preserve"> لسوئ</w:t>
      </w:r>
    </w:p>
    <w:p w:rsidR="001F628F" w:rsidRDefault="001F628F" w:rsidP="001F628F">
      <w:pPr>
        <w:pStyle w:val="libNormal"/>
        <w:rPr>
          <w:rtl/>
        </w:rPr>
      </w:pPr>
      <w:r>
        <w:rPr>
          <w:rFonts w:hint="eastAsia"/>
          <w:rtl/>
        </w:rPr>
        <w:t>يہ</w:t>
      </w:r>
      <w:r>
        <w:rPr>
          <w:rtl/>
        </w:rPr>
        <w:t xml:space="preserve"> جو خداوند عالم نے قسم توڑنے كے نقصان كو خود قسم توڑنے والو</w:t>
      </w:r>
      <w:r w:rsidR="00083993">
        <w:rPr>
          <w:rtl/>
        </w:rPr>
        <w:t xml:space="preserve">ں </w:t>
      </w:r>
      <w:r>
        <w:rPr>
          <w:rtl/>
        </w:rPr>
        <w:t>كے ليے قرار ديا ہے اور انہي</w:t>
      </w:r>
      <w:r w:rsidR="00083993">
        <w:rPr>
          <w:rtl/>
        </w:rPr>
        <w:t xml:space="preserve">ں </w:t>
      </w:r>
      <w:r>
        <w:rPr>
          <w:rtl/>
        </w:rPr>
        <w:t>مخاطب قرار ديا ہے( وتذوقوا السوئ) اس سے مذكورہ مطلب كا استفادہ ہوتا ہے_</w:t>
      </w:r>
    </w:p>
    <w:p w:rsidR="001F628F" w:rsidRPr="00C81DE5" w:rsidRDefault="001F628F" w:rsidP="00C81DE5">
      <w:pPr>
        <w:pStyle w:val="libNormal"/>
        <w:rPr>
          <w:rStyle w:val="libArabicChar"/>
          <w:rtl/>
        </w:rPr>
      </w:pPr>
      <w:r>
        <w:rPr>
          <w:rtl/>
        </w:rPr>
        <w:t>8_قسم توڑنے والے لوگو</w:t>
      </w:r>
      <w:r w:rsidR="00083993">
        <w:rPr>
          <w:rtl/>
        </w:rPr>
        <w:t xml:space="preserve">ں </w:t>
      </w:r>
      <w:r>
        <w:rPr>
          <w:rtl/>
        </w:rPr>
        <w:t>كو خدا كى راہ سے روكنے والے ہي</w:t>
      </w:r>
      <w:r w:rsidR="00083993">
        <w:rPr>
          <w:rtl/>
        </w:rPr>
        <w:t xml:space="preserve">ں </w:t>
      </w:r>
      <w:r>
        <w:rPr>
          <w:rtl/>
        </w:rPr>
        <w:t>_</w:t>
      </w:r>
      <w:r w:rsidRPr="00C81DE5">
        <w:rPr>
          <w:rStyle w:val="libArabicChar"/>
          <w:rFonts w:hint="eastAsia"/>
          <w:rtl/>
        </w:rPr>
        <w:t>ولا</w:t>
      </w:r>
      <w:r w:rsidRPr="00C81DE5">
        <w:rPr>
          <w:rStyle w:val="libArabicChar"/>
          <w:rtl/>
        </w:rPr>
        <w:t xml:space="preserve"> تتخذوا ايمنكم دخلاً ...بما صددتمّ عن سبيل الله ولكم عذاب عظيم</w:t>
      </w:r>
    </w:p>
    <w:p w:rsidR="001F628F" w:rsidRDefault="001F628F" w:rsidP="001F628F">
      <w:pPr>
        <w:pStyle w:val="libNormal"/>
        <w:rPr>
          <w:rtl/>
        </w:rPr>
      </w:pPr>
      <w:r>
        <w:rPr>
          <w:rtl/>
        </w:rPr>
        <w:t>9_ دينى مقدسات سے سوء استفادہ كے ذريعہ لوگو</w:t>
      </w:r>
      <w:r w:rsidR="00083993">
        <w:rPr>
          <w:rtl/>
        </w:rPr>
        <w:t xml:space="preserve">ں </w:t>
      </w:r>
      <w:r>
        <w:rPr>
          <w:rtl/>
        </w:rPr>
        <w:t>كے ايمان كوضعيف كرنا ''صد عن سبيل الله '' ہے _</w:t>
      </w:r>
    </w:p>
    <w:p w:rsidR="001F628F" w:rsidRDefault="001F628F" w:rsidP="00C81DE5">
      <w:pPr>
        <w:pStyle w:val="libArabic"/>
        <w:rPr>
          <w:rtl/>
        </w:rPr>
      </w:pPr>
      <w:r>
        <w:rPr>
          <w:rFonts w:hint="eastAsia"/>
          <w:rtl/>
        </w:rPr>
        <w:t>ولا</w:t>
      </w:r>
      <w:r>
        <w:rPr>
          <w:rtl/>
        </w:rPr>
        <w:t xml:space="preserve"> تتخذوا ايمنكم دخلاً ...وتذوقوا السوئ</w:t>
      </w:r>
    </w:p>
    <w:p w:rsidR="001F628F" w:rsidRDefault="001F628F" w:rsidP="001F628F">
      <w:pPr>
        <w:pStyle w:val="libNormal"/>
        <w:rPr>
          <w:rtl/>
        </w:rPr>
      </w:pPr>
      <w:r>
        <w:rPr>
          <w:rFonts w:hint="eastAsia"/>
          <w:rtl/>
        </w:rPr>
        <w:t>يہ</w:t>
      </w:r>
      <w:r>
        <w:rPr>
          <w:rtl/>
        </w:rPr>
        <w:t xml:space="preserve"> جو خداوند عالم نے حنث قسم اور فريب كارى كو راہ خدا كو مسدود كرنے سے تعبير كيا ہے (</w:t>
      </w:r>
      <w:r w:rsidRPr="00C81DE5">
        <w:rPr>
          <w:rStyle w:val="libArabicChar"/>
          <w:rtl/>
        </w:rPr>
        <w:t>بما صددتم عن سبيل الله</w:t>
      </w:r>
      <w:r>
        <w:rPr>
          <w:rtl/>
        </w:rPr>
        <w:t xml:space="preserve"> ) اس سے يہ استفادہ ہوتا ہے كہ حنث قسم اور فريب كارى كے ذريعہ لوگو</w:t>
      </w:r>
      <w:r w:rsidR="00083993">
        <w:rPr>
          <w:rtl/>
        </w:rPr>
        <w:t xml:space="preserve">ں </w:t>
      </w:r>
      <w:r>
        <w:rPr>
          <w:rtl/>
        </w:rPr>
        <w:t>كے ايمان كو ضعيف كرنا راہ خدا كو مسدود كرنے كا واضح مصداق ہے_</w:t>
      </w:r>
    </w:p>
    <w:p w:rsidR="001F628F" w:rsidRDefault="001F628F" w:rsidP="001F628F">
      <w:pPr>
        <w:pStyle w:val="libNormal"/>
        <w:rPr>
          <w:rtl/>
        </w:rPr>
      </w:pPr>
      <w:r>
        <w:rPr>
          <w:rtl/>
        </w:rPr>
        <w:t>10_ قسم اور پيمان كو توڑنا، سخت دنياوى عكس العمل اور عظيم عذاب كا حامل ہے_</w:t>
      </w:r>
    </w:p>
    <w:p w:rsidR="001F628F" w:rsidRDefault="001F628F" w:rsidP="00C81DE5">
      <w:pPr>
        <w:pStyle w:val="libArabic"/>
        <w:rPr>
          <w:rtl/>
        </w:rPr>
      </w:pPr>
      <w:r>
        <w:rPr>
          <w:rFonts w:hint="eastAsia"/>
          <w:rtl/>
        </w:rPr>
        <w:t>ولا</w:t>
      </w:r>
      <w:r>
        <w:rPr>
          <w:rtl/>
        </w:rPr>
        <w:t xml:space="preserve"> تتخذوا ايمنكم دخلاً ...وتذوقوا لسوء بما صددتم عن سبيل الله ولكم عذاب عظيم</w:t>
      </w:r>
    </w:p>
    <w:p w:rsidR="001F628F" w:rsidRDefault="001F628F" w:rsidP="001F628F">
      <w:pPr>
        <w:pStyle w:val="libNormal"/>
        <w:rPr>
          <w:rtl/>
        </w:rPr>
      </w:pPr>
      <w:r>
        <w:rPr>
          <w:rFonts w:hint="eastAsia"/>
          <w:rtl/>
        </w:rPr>
        <w:t>مذكورہ</w:t>
      </w:r>
      <w:r>
        <w:rPr>
          <w:rtl/>
        </w:rPr>
        <w:t xml:space="preserve"> تفسير اس احتمال كى بناء پر ہے كہ ''تذوقوا ...'' ديناوى سختيو</w:t>
      </w:r>
      <w:r w:rsidR="00083993">
        <w:rPr>
          <w:rtl/>
        </w:rPr>
        <w:t xml:space="preserve">ں </w:t>
      </w:r>
      <w:r>
        <w:rPr>
          <w:rtl/>
        </w:rPr>
        <w:t>كى طرف اور ''عذاب عظيم''اخروى عذاب كى طرف اشارہ ہو_</w:t>
      </w:r>
    </w:p>
    <w:p w:rsidR="00C81DE5" w:rsidRDefault="001E7F9D" w:rsidP="00F73EDE">
      <w:pPr>
        <w:pStyle w:val="libPoemTini"/>
        <w:rPr>
          <w:rtl/>
        </w:rPr>
      </w:pPr>
      <w:r>
        <w:rPr>
          <w:rtl/>
        </w:rPr>
        <w:br w:type="page"/>
      </w:r>
    </w:p>
    <w:p w:rsidR="001F628F" w:rsidRDefault="001F628F" w:rsidP="00C81DE5">
      <w:pPr>
        <w:pStyle w:val="libNormal"/>
        <w:rPr>
          <w:rtl/>
        </w:rPr>
      </w:pPr>
      <w:r>
        <w:rPr>
          <w:rtl/>
        </w:rPr>
        <w:lastRenderedPageBreak/>
        <w:t>11_راہ خدا ( دينى الہي) مي</w:t>
      </w:r>
      <w:r w:rsidR="00083993">
        <w:rPr>
          <w:rtl/>
        </w:rPr>
        <w:t xml:space="preserve">ں </w:t>
      </w:r>
      <w:r>
        <w:rPr>
          <w:rtl/>
        </w:rPr>
        <w:t>روڑے اٹكانا، دنياوى مشكلات اور عظيم اخروى عذاب كاسبب ہے_</w:t>
      </w:r>
    </w:p>
    <w:p w:rsidR="001F628F" w:rsidRDefault="001F628F" w:rsidP="00C81DE5">
      <w:pPr>
        <w:pStyle w:val="libArabic"/>
        <w:rPr>
          <w:rtl/>
        </w:rPr>
      </w:pPr>
      <w:r>
        <w:rPr>
          <w:rFonts w:hint="eastAsia"/>
          <w:rtl/>
        </w:rPr>
        <w:t>وتذوقوا</w:t>
      </w:r>
      <w:r>
        <w:rPr>
          <w:rtl/>
        </w:rPr>
        <w:t xml:space="preserve"> السّوء بما صددتم عن سبيل الله ولكم عذاب عظيم</w:t>
      </w:r>
    </w:p>
    <w:p w:rsidR="001F628F" w:rsidRDefault="001F628F" w:rsidP="001F628F">
      <w:pPr>
        <w:pStyle w:val="libNormal"/>
        <w:rPr>
          <w:rtl/>
        </w:rPr>
      </w:pPr>
      <w:r w:rsidRPr="00C81DE5">
        <w:rPr>
          <w:rStyle w:val="libArabicChar"/>
          <w:rtl/>
        </w:rPr>
        <w:t>''سبيل الله ''</w:t>
      </w:r>
      <w:r>
        <w:rPr>
          <w:rtl/>
        </w:rPr>
        <w:t xml:space="preserve"> سے مراد، دين خدا ہے قرآن كى بہت سارى آيات مي</w:t>
      </w:r>
      <w:r w:rsidR="00083993">
        <w:rPr>
          <w:rtl/>
        </w:rPr>
        <w:t xml:space="preserve">ں </w:t>
      </w:r>
      <w:r>
        <w:rPr>
          <w:rtl/>
        </w:rPr>
        <w:t>اسى عنوان سے يہ ذكر ہوا ہے_</w:t>
      </w:r>
    </w:p>
    <w:p w:rsidR="001F628F" w:rsidRDefault="001F628F" w:rsidP="00C81DE5">
      <w:pPr>
        <w:pStyle w:val="libNormal"/>
        <w:rPr>
          <w:rtl/>
        </w:rPr>
      </w:pPr>
      <w:r>
        <w:rPr>
          <w:rFonts w:hint="eastAsia"/>
          <w:rtl/>
        </w:rPr>
        <w:t>اپنى</w:t>
      </w:r>
      <w:r>
        <w:rPr>
          <w:rtl/>
        </w:rPr>
        <w:t xml:space="preserve"> ذات:</w:t>
      </w:r>
      <w:r>
        <w:rPr>
          <w:rFonts w:hint="eastAsia"/>
          <w:rtl/>
        </w:rPr>
        <w:t>اپنى</w:t>
      </w:r>
      <w:r>
        <w:rPr>
          <w:rtl/>
        </w:rPr>
        <w:t xml:space="preserve"> ذات كو نقصان7</w:t>
      </w:r>
    </w:p>
    <w:p w:rsidR="001F628F" w:rsidRDefault="001F628F" w:rsidP="001F628F">
      <w:pPr>
        <w:pStyle w:val="libNormal"/>
        <w:rPr>
          <w:rtl/>
        </w:rPr>
      </w:pPr>
      <w:r>
        <w:rPr>
          <w:rFonts w:hint="eastAsia"/>
          <w:rtl/>
        </w:rPr>
        <w:t>احكام</w:t>
      </w:r>
      <w:r>
        <w:rPr>
          <w:rtl/>
        </w:rPr>
        <w:t>:1،6</w:t>
      </w:r>
    </w:p>
    <w:p w:rsidR="001F628F" w:rsidRDefault="001F628F" w:rsidP="00C81DE5">
      <w:pPr>
        <w:pStyle w:val="libNormal"/>
        <w:rPr>
          <w:rtl/>
        </w:rPr>
      </w:pPr>
      <w:r>
        <w:rPr>
          <w:rFonts w:hint="eastAsia"/>
          <w:rtl/>
        </w:rPr>
        <w:t>اسلام</w:t>
      </w:r>
      <w:r>
        <w:rPr>
          <w:rtl/>
        </w:rPr>
        <w:t>:</w:t>
      </w:r>
      <w:r>
        <w:rPr>
          <w:rFonts w:hint="eastAsia"/>
          <w:rtl/>
        </w:rPr>
        <w:t>اسلام</w:t>
      </w:r>
      <w:r>
        <w:rPr>
          <w:rtl/>
        </w:rPr>
        <w:t xml:space="preserve"> كى تعليمات 2</w:t>
      </w:r>
    </w:p>
    <w:p w:rsidR="001F628F" w:rsidRDefault="001F628F" w:rsidP="00C81DE5">
      <w:pPr>
        <w:pStyle w:val="libNormal"/>
        <w:rPr>
          <w:rtl/>
        </w:rPr>
      </w:pPr>
      <w:r>
        <w:rPr>
          <w:rFonts w:hint="eastAsia"/>
          <w:rtl/>
        </w:rPr>
        <w:t>اقدار</w:t>
      </w:r>
      <w:r>
        <w:rPr>
          <w:rtl/>
        </w:rPr>
        <w:t>:</w:t>
      </w:r>
      <w:r>
        <w:rPr>
          <w:rFonts w:hint="eastAsia"/>
          <w:rtl/>
        </w:rPr>
        <w:t>اقدار</w:t>
      </w:r>
      <w:r>
        <w:rPr>
          <w:rtl/>
        </w:rPr>
        <w:t xml:space="preserve"> سے سوء استفادہ 3;اقدار سے سوء استفادہ كے آثار 4; اقدار كى اہميت3</w:t>
      </w:r>
    </w:p>
    <w:p w:rsidR="001F628F" w:rsidRDefault="001F628F" w:rsidP="00C81DE5">
      <w:pPr>
        <w:pStyle w:val="libNormal"/>
        <w:rPr>
          <w:rtl/>
        </w:rPr>
      </w:pPr>
      <w:r>
        <w:rPr>
          <w:rFonts w:hint="eastAsia"/>
          <w:rtl/>
        </w:rPr>
        <w:t>ايمان</w:t>
      </w:r>
      <w:r>
        <w:rPr>
          <w:rtl/>
        </w:rPr>
        <w:t>:</w:t>
      </w:r>
      <w:r>
        <w:rPr>
          <w:rFonts w:hint="eastAsia"/>
          <w:rtl/>
        </w:rPr>
        <w:t>ايمان</w:t>
      </w:r>
      <w:r>
        <w:rPr>
          <w:rtl/>
        </w:rPr>
        <w:t xml:space="preserve"> مي</w:t>
      </w:r>
      <w:r w:rsidR="00083993">
        <w:rPr>
          <w:rtl/>
        </w:rPr>
        <w:t xml:space="preserve">ں </w:t>
      </w:r>
      <w:r>
        <w:rPr>
          <w:rtl/>
        </w:rPr>
        <w:t>سستى كا زمينہ9; ايمان مي</w:t>
      </w:r>
      <w:r w:rsidR="00083993">
        <w:rPr>
          <w:rtl/>
        </w:rPr>
        <w:t xml:space="preserve">ں </w:t>
      </w:r>
      <w:r>
        <w:rPr>
          <w:rtl/>
        </w:rPr>
        <w:t>سستى كے اسباب 4</w:t>
      </w:r>
    </w:p>
    <w:p w:rsidR="001F628F" w:rsidRDefault="001F628F" w:rsidP="00C81DE5">
      <w:pPr>
        <w:pStyle w:val="libNormal"/>
        <w:rPr>
          <w:rtl/>
        </w:rPr>
      </w:pPr>
      <w:r>
        <w:rPr>
          <w:rFonts w:hint="eastAsia"/>
          <w:rtl/>
        </w:rPr>
        <w:t>دين</w:t>
      </w:r>
      <w:r>
        <w:rPr>
          <w:rtl/>
        </w:rPr>
        <w:t>:</w:t>
      </w:r>
      <w:r>
        <w:rPr>
          <w:rFonts w:hint="eastAsia"/>
          <w:rtl/>
        </w:rPr>
        <w:t>دين</w:t>
      </w:r>
      <w:r>
        <w:rPr>
          <w:rtl/>
        </w:rPr>
        <w:t xml:space="preserve"> سے ممانعت كے آثار 11; دين سے ممانعت كے اخروى آثار11</w:t>
      </w:r>
    </w:p>
    <w:p w:rsidR="001F628F" w:rsidRDefault="001F628F" w:rsidP="00C81DE5">
      <w:pPr>
        <w:pStyle w:val="libNormal"/>
        <w:rPr>
          <w:rtl/>
        </w:rPr>
      </w:pPr>
      <w:r>
        <w:rPr>
          <w:rFonts w:hint="eastAsia"/>
          <w:rtl/>
        </w:rPr>
        <w:t>دينداري</w:t>
      </w:r>
      <w:r>
        <w:rPr>
          <w:rtl/>
        </w:rPr>
        <w:t>:</w:t>
      </w:r>
      <w:r>
        <w:rPr>
          <w:rFonts w:hint="eastAsia"/>
          <w:rtl/>
        </w:rPr>
        <w:t>ديندارى</w:t>
      </w:r>
      <w:r>
        <w:rPr>
          <w:rtl/>
        </w:rPr>
        <w:t xml:space="preserve"> مي</w:t>
      </w:r>
      <w:r w:rsidR="00083993">
        <w:rPr>
          <w:rtl/>
        </w:rPr>
        <w:t xml:space="preserve">ں </w:t>
      </w:r>
      <w:r>
        <w:rPr>
          <w:rtl/>
        </w:rPr>
        <w:t>سستى كا زمينہ 6</w:t>
      </w:r>
    </w:p>
    <w:p w:rsidR="001F628F" w:rsidRDefault="001F628F" w:rsidP="00C81DE5">
      <w:pPr>
        <w:pStyle w:val="libNormal"/>
        <w:rPr>
          <w:rtl/>
        </w:rPr>
      </w:pPr>
      <w:r>
        <w:rPr>
          <w:rFonts w:hint="eastAsia"/>
          <w:rtl/>
        </w:rPr>
        <w:t>سبيل</w:t>
      </w:r>
      <w:r>
        <w:rPr>
          <w:rtl/>
        </w:rPr>
        <w:t xml:space="preserve"> الله :</w:t>
      </w:r>
      <w:r>
        <w:rPr>
          <w:rFonts w:hint="eastAsia"/>
          <w:rtl/>
        </w:rPr>
        <w:t>سبيل</w:t>
      </w:r>
      <w:r>
        <w:rPr>
          <w:rtl/>
        </w:rPr>
        <w:t xml:space="preserve"> الله سے روكنے والے8; سبيل الله سے ممانعت 9;سبيل الله سے ممانعت كے آثار11; سبيل الله سے ممانعت كے اخروى آثار 11</w:t>
      </w:r>
    </w:p>
    <w:p w:rsidR="001F628F" w:rsidRDefault="001F628F" w:rsidP="00C81DE5">
      <w:pPr>
        <w:pStyle w:val="libNormal"/>
        <w:rPr>
          <w:rtl/>
        </w:rPr>
      </w:pPr>
      <w:r>
        <w:rPr>
          <w:rFonts w:hint="eastAsia"/>
          <w:rtl/>
        </w:rPr>
        <w:t>سختي</w:t>
      </w:r>
      <w:r>
        <w:rPr>
          <w:rtl/>
        </w:rPr>
        <w:t>:</w:t>
      </w:r>
      <w:r>
        <w:rPr>
          <w:rFonts w:hint="eastAsia"/>
          <w:rtl/>
        </w:rPr>
        <w:t>سختى</w:t>
      </w:r>
      <w:r>
        <w:rPr>
          <w:rtl/>
        </w:rPr>
        <w:t xml:space="preserve"> كے اسباب11</w:t>
      </w:r>
    </w:p>
    <w:p w:rsidR="001F628F" w:rsidRDefault="001F628F" w:rsidP="00C81DE5">
      <w:pPr>
        <w:pStyle w:val="libNormal"/>
        <w:rPr>
          <w:rtl/>
        </w:rPr>
      </w:pPr>
      <w:r>
        <w:rPr>
          <w:rFonts w:hint="eastAsia"/>
          <w:rtl/>
        </w:rPr>
        <w:t>قسم</w:t>
      </w:r>
      <w:r>
        <w:rPr>
          <w:rtl/>
        </w:rPr>
        <w:t>:</w:t>
      </w:r>
      <w:r>
        <w:rPr>
          <w:rFonts w:hint="eastAsia"/>
          <w:rtl/>
        </w:rPr>
        <w:t>حرام</w:t>
      </w:r>
      <w:r>
        <w:rPr>
          <w:rtl/>
        </w:rPr>
        <w:t xml:space="preserve"> قسم1; قسم توڑنے كا اخروى عذاب 10; قسم توڑنے كا ضرر 7;قسم توڑنے كے اسباب10; قسم سے سوء استفادہ 1; قسم سے سوء استفادہ كے آثار 4،5; قسم كو پورا كرنے كى اہميت2; قسم كے بے اعتبار ہونا كازمينہ5</w:t>
      </w:r>
    </w:p>
    <w:p w:rsidR="001F628F" w:rsidRDefault="001F628F" w:rsidP="001F628F">
      <w:pPr>
        <w:pStyle w:val="libNormal"/>
        <w:rPr>
          <w:rtl/>
        </w:rPr>
      </w:pPr>
      <w:r>
        <w:rPr>
          <w:rFonts w:hint="eastAsia"/>
          <w:rtl/>
        </w:rPr>
        <w:t>قسم</w:t>
      </w:r>
      <w:r>
        <w:rPr>
          <w:rtl/>
        </w:rPr>
        <w:t xml:space="preserve"> توڑنے والے:8</w:t>
      </w:r>
    </w:p>
    <w:p w:rsidR="001F628F" w:rsidRDefault="001F628F" w:rsidP="00C81DE5">
      <w:pPr>
        <w:pStyle w:val="libNormal"/>
        <w:rPr>
          <w:rtl/>
        </w:rPr>
      </w:pPr>
      <w:r>
        <w:rPr>
          <w:rFonts w:hint="eastAsia"/>
          <w:rtl/>
        </w:rPr>
        <w:t>عذاب</w:t>
      </w:r>
      <w:r>
        <w:rPr>
          <w:rtl/>
        </w:rPr>
        <w:t>:</w:t>
      </w:r>
      <w:r>
        <w:rPr>
          <w:rFonts w:hint="eastAsia"/>
          <w:rtl/>
        </w:rPr>
        <w:t>عذاب</w:t>
      </w:r>
      <w:r>
        <w:rPr>
          <w:rtl/>
        </w:rPr>
        <w:t xml:space="preserve"> كے اسباب 10،11; عذاب كے مراتب 10،11</w:t>
      </w:r>
    </w:p>
    <w:p w:rsidR="001F628F" w:rsidRDefault="001F628F" w:rsidP="00C81DE5">
      <w:pPr>
        <w:pStyle w:val="libNormal"/>
        <w:rPr>
          <w:rtl/>
        </w:rPr>
      </w:pPr>
      <w:r>
        <w:rPr>
          <w:rFonts w:hint="eastAsia"/>
          <w:rtl/>
        </w:rPr>
        <w:t>عقيدہ</w:t>
      </w:r>
      <w:r>
        <w:rPr>
          <w:rtl/>
        </w:rPr>
        <w:t>:</w:t>
      </w:r>
      <w:r>
        <w:rPr>
          <w:rFonts w:hint="eastAsia"/>
          <w:rtl/>
        </w:rPr>
        <w:t>عقيدہ</w:t>
      </w:r>
      <w:r>
        <w:rPr>
          <w:rtl/>
        </w:rPr>
        <w:t xml:space="preserve"> مي</w:t>
      </w:r>
      <w:r w:rsidR="00083993">
        <w:rPr>
          <w:rtl/>
        </w:rPr>
        <w:t xml:space="preserve">ں </w:t>
      </w:r>
      <w:r>
        <w:rPr>
          <w:rtl/>
        </w:rPr>
        <w:t>سستى كے اسباب4</w:t>
      </w:r>
    </w:p>
    <w:p w:rsidR="001F628F" w:rsidRDefault="001F628F" w:rsidP="00C81DE5">
      <w:pPr>
        <w:pStyle w:val="libNormal"/>
        <w:rPr>
          <w:rtl/>
        </w:rPr>
      </w:pPr>
      <w:r>
        <w:rPr>
          <w:rFonts w:hint="eastAsia"/>
          <w:rtl/>
        </w:rPr>
        <w:t>عہد</w:t>
      </w:r>
      <w:r>
        <w:rPr>
          <w:rtl/>
        </w:rPr>
        <w:t xml:space="preserve"> شكني:</w:t>
      </w:r>
      <w:r>
        <w:rPr>
          <w:rFonts w:hint="eastAsia"/>
          <w:rtl/>
        </w:rPr>
        <w:t>عہد</w:t>
      </w:r>
      <w:r>
        <w:rPr>
          <w:rtl/>
        </w:rPr>
        <w:t xml:space="preserve"> شكنى كا اخروى عذاب10;عہد شكنى كے آثار 10</w:t>
      </w:r>
    </w:p>
    <w:p w:rsidR="001F628F" w:rsidRDefault="001F628F" w:rsidP="001F628F">
      <w:pPr>
        <w:pStyle w:val="libNormal"/>
        <w:rPr>
          <w:rtl/>
        </w:rPr>
      </w:pPr>
      <w:r>
        <w:rPr>
          <w:rFonts w:hint="eastAsia"/>
          <w:rtl/>
        </w:rPr>
        <w:t>محرمات</w:t>
      </w:r>
      <w:r>
        <w:rPr>
          <w:rtl/>
        </w:rPr>
        <w:t>:1،6</w:t>
      </w:r>
    </w:p>
    <w:p w:rsidR="001F628F" w:rsidRDefault="001F628F" w:rsidP="00C81DE5">
      <w:pPr>
        <w:pStyle w:val="libNormal"/>
        <w:rPr>
          <w:rtl/>
        </w:rPr>
      </w:pPr>
      <w:r>
        <w:rPr>
          <w:rFonts w:hint="eastAsia"/>
          <w:rtl/>
        </w:rPr>
        <w:t>مقدسات</w:t>
      </w:r>
      <w:r>
        <w:rPr>
          <w:rtl/>
        </w:rPr>
        <w:t>:</w:t>
      </w:r>
      <w:r>
        <w:rPr>
          <w:rFonts w:hint="eastAsia"/>
          <w:rtl/>
        </w:rPr>
        <w:t>مقدسات</w:t>
      </w:r>
      <w:r>
        <w:rPr>
          <w:rtl/>
        </w:rPr>
        <w:t xml:space="preserve"> سے سوء استفادہ كے آثار 9</w:t>
      </w:r>
    </w:p>
    <w:p w:rsidR="00C81DE5" w:rsidRDefault="001E7F9D" w:rsidP="00F73EDE">
      <w:pPr>
        <w:pStyle w:val="libPoemTini"/>
        <w:rPr>
          <w:rtl/>
        </w:rPr>
      </w:pPr>
      <w:r>
        <w:rPr>
          <w:rtl/>
        </w:rPr>
        <w:br w:type="page"/>
      </w:r>
    </w:p>
    <w:p w:rsidR="00C81DE5" w:rsidRPr="00120F63" w:rsidRDefault="00C81DE5" w:rsidP="00C81DE5">
      <w:pPr>
        <w:pStyle w:val="Heading2Center"/>
        <w:rPr>
          <w:rtl/>
        </w:rPr>
      </w:pPr>
      <w:bookmarkStart w:id="241" w:name="_Toc28081919"/>
      <w:r>
        <w:rPr>
          <w:rFonts w:hint="cs"/>
          <w:rtl/>
        </w:rPr>
        <w:lastRenderedPageBreak/>
        <w:t xml:space="preserve">آیت </w:t>
      </w:r>
      <w:r w:rsidRPr="00120F63">
        <w:rPr>
          <w:rFonts w:hint="cs"/>
          <w:rtl/>
        </w:rPr>
        <w:t>95</w:t>
      </w:r>
      <w:bookmarkEnd w:id="241"/>
    </w:p>
    <w:p w:rsidR="001F628F" w:rsidRDefault="00E260F9" w:rsidP="00C81DE5">
      <w:pPr>
        <w:pStyle w:val="libNormal"/>
        <w:rPr>
          <w:rtl/>
        </w:rPr>
      </w:pPr>
      <w:r w:rsidRPr="00E260F9">
        <w:rPr>
          <w:rStyle w:val="libAlaemChar"/>
          <w:rFonts w:hint="eastAsia"/>
          <w:rtl/>
        </w:rPr>
        <w:t>(</w:t>
      </w:r>
      <w:r w:rsidRPr="00C81DE5">
        <w:rPr>
          <w:rStyle w:val="libAieChar"/>
          <w:rFonts w:hint="eastAsia"/>
          <w:rtl/>
        </w:rPr>
        <w:t>وَلاَ</w:t>
      </w:r>
      <w:r w:rsidRPr="00C81DE5">
        <w:rPr>
          <w:rStyle w:val="libAieChar"/>
          <w:rtl/>
        </w:rPr>
        <w:t xml:space="preserve"> تَشْتَرُواْ بِعَهْدِ اللّهِ ثَمَناً قَلِيلاً إِنَّمَا عِندَ اللّهِ هُوَ خَيْرٌ لَّكُمْ إِن كُنتُمْ تَعْلَمُونَ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خبردار اللہ كے عہد كے عوض معمولى قيمت (مال دنيا) نہ لو كہ جو كچھ اللہ كے پاس ہے وہى تمھارے حق مي</w:t>
      </w:r>
      <w:r w:rsidR="00083993">
        <w:rPr>
          <w:rtl/>
        </w:rPr>
        <w:t xml:space="preserve">ں </w:t>
      </w:r>
      <w:r>
        <w:rPr>
          <w:rtl/>
        </w:rPr>
        <w:t>بہتر ہے اگر تم كچھ جانتے بوجھتے ہو _</w:t>
      </w:r>
    </w:p>
    <w:p w:rsidR="001F628F" w:rsidRDefault="001F628F" w:rsidP="001F628F">
      <w:pPr>
        <w:pStyle w:val="libNormal"/>
        <w:rPr>
          <w:rtl/>
        </w:rPr>
      </w:pPr>
      <w:r>
        <w:rPr>
          <w:rtl/>
        </w:rPr>
        <w:t>1_ الہى عہد و پيمان سے سودا بازى اور دنيا كى ناچيز قيمت كے مقابلہ مي</w:t>
      </w:r>
      <w:r w:rsidR="00083993">
        <w:rPr>
          <w:rtl/>
        </w:rPr>
        <w:t xml:space="preserve">ں </w:t>
      </w:r>
      <w:r>
        <w:rPr>
          <w:rtl/>
        </w:rPr>
        <w:t>اسے پامال كرنا ممنوع اور ناقابل بخشش گناہ ہے_</w:t>
      </w:r>
    </w:p>
    <w:p w:rsidR="001F628F" w:rsidRDefault="001F628F" w:rsidP="00C81DE5">
      <w:pPr>
        <w:pStyle w:val="libArabic"/>
        <w:rPr>
          <w:rtl/>
        </w:rPr>
      </w:pPr>
      <w:r>
        <w:rPr>
          <w:rFonts w:hint="eastAsia"/>
          <w:rtl/>
        </w:rPr>
        <w:t>ولا</w:t>
      </w:r>
      <w:r>
        <w:rPr>
          <w:rtl/>
        </w:rPr>
        <w:t xml:space="preserve"> تتخذوا ايمانكم دخلاً ...ولكم عذاب عظيم ولا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قليل</w:t>
      </w:r>
      <w:r w:rsidR="001C671D">
        <w:rPr>
          <w:rFonts w:hint="cs"/>
          <w:rtl/>
        </w:rPr>
        <w:t>ا</w:t>
      </w:r>
    </w:p>
    <w:p w:rsidR="001F628F" w:rsidRDefault="001F628F" w:rsidP="001F628F">
      <w:pPr>
        <w:pStyle w:val="libNormal"/>
        <w:rPr>
          <w:rtl/>
        </w:rPr>
      </w:pPr>
      <w:r>
        <w:rPr>
          <w:rFonts w:hint="eastAsia"/>
          <w:rtl/>
        </w:rPr>
        <w:t>خدا</w:t>
      </w:r>
      <w:r>
        <w:rPr>
          <w:rtl/>
        </w:rPr>
        <w:t xml:space="preserve"> كے عہد وپيمان سے سودا بازى سے نہى ''لا تشتروا '' اوراس كا عظيم گناہ ہونا ما قبل آيت كے ذيل ''ولكم عذاب عظيم ''جو كہ عظيم عذاب سے خبر دار كياگيا ہے سے استفادہ كيا گيا ہے_</w:t>
      </w:r>
    </w:p>
    <w:p w:rsidR="001F628F" w:rsidRDefault="001F628F" w:rsidP="00C81DE5">
      <w:pPr>
        <w:pStyle w:val="libNormal"/>
        <w:rPr>
          <w:rtl/>
        </w:rPr>
      </w:pPr>
      <w:r>
        <w:rPr>
          <w:rtl/>
        </w:rPr>
        <w:t>2_ دنيا كا مال ومتاع اگر چہ ظاہرى طور سے عظيم اور بہت زيادہ ہى كيو</w:t>
      </w:r>
      <w:r w:rsidR="00083993">
        <w:rPr>
          <w:rtl/>
        </w:rPr>
        <w:t xml:space="preserve">ں </w:t>
      </w:r>
      <w:r>
        <w:rPr>
          <w:rtl/>
        </w:rPr>
        <w:t>نہ ہو الہى عہد و پيمان توڑنے كے مقابلہ مي</w:t>
      </w:r>
      <w:r w:rsidR="00083993">
        <w:rPr>
          <w:rtl/>
        </w:rPr>
        <w:t xml:space="preserve">ں </w:t>
      </w:r>
      <w:r>
        <w:rPr>
          <w:rtl/>
        </w:rPr>
        <w:t>نا چيز اور بے قيمت ہے_</w:t>
      </w:r>
      <w:r w:rsidRPr="00C81DE5">
        <w:rPr>
          <w:rStyle w:val="libArabicChar"/>
          <w:rFonts w:hint="eastAsia"/>
          <w:rtl/>
        </w:rPr>
        <w:t>ولا</w:t>
      </w:r>
      <w:r w:rsidRPr="00C81DE5">
        <w:rPr>
          <w:rStyle w:val="libArabicChar"/>
          <w:rtl/>
        </w:rPr>
        <w:t xml:space="preserve"> تشتروا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ثمنا</w:t>
      </w:r>
      <w:r w:rsidRPr="00C81DE5">
        <w:rPr>
          <w:rStyle w:val="libArabicChar"/>
          <w:rtl/>
        </w:rPr>
        <w:t>ً قليل</w:t>
      </w:r>
      <w:r w:rsidR="001C671D">
        <w:rPr>
          <w:rStyle w:val="libArabicChar"/>
          <w:rFonts w:hint="cs"/>
          <w:rtl/>
        </w:rPr>
        <w:t>ا</w:t>
      </w:r>
    </w:p>
    <w:p w:rsidR="001F628F" w:rsidRDefault="001F628F" w:rsidP="001F628F">
      <w:pPr>
        <w:pStyle w:val="libNormal"/>
        <w:rPr>
          <w:rtl/>
        </w:rPr>
      </w:pPr>
      <w:r>
        <w:rPr>
          <w:rtl/>
        </w:rPr>
        <w:t>3_ دين اور معنويات كى بلند قدر و قيمت مادى امور سے قابل مقائسہ نہي</w:t>
      </w:r>
      <w:r w:rsidR="00083993">
        <w:rPr>
          <w:rtl/>
        </w:rPr>
        <w:t xml:space="preserve">ں </w:t>
      </w:r>
      <w:r>
        <w:rPr>
          <w:rtl/>
        </w:rPr>
        <w:t>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xml:space="preserve"> </w:t>
      </w:r>
      <w:r>
        <w:rPr>
          <w:rFonts w:hint="cs"/>
          <w:rtl/>
        </w:rPr>
        <w:t>قليلاً</w:t>
      </w:r>
      <w:r>
        <w:rPr>
          <w:rtl/>
        </w:rPr>
        <w:t xml:space="preserve"> </w:t>
      </w:r>
      <w:r>
        <w:rPr>
          <w:rFonts w:hint="cs"/>
          <w:rtl/>
        </w:rPr>
        <w:t>انما</w:t>
      </w:r>
      <w:r>
        <w:rPr>
          <w:rtl/>
        </w:rPr>
        <w:t xml:space="preserve"> </w:t>
      </w:r>
      <w:r>
        <w:rPr>
          <w:rFonts w:hint="cs"/>
          <w:rtl/>
        </w:rPr>
        <w:t>عند</w:t>
      </w:r>
      <w:r>
        <w:rPr>
          <w:rtl/>
        </w:rPr>
        <w:t xml:space="preserve"> </w:t>
      </w:r>
      <w:r>
        <w:rPr>
          <w:rFonts w:hint="cs"/>
          <w:rtl/>
        </w:rPr>
        <w:t>الله</w:t>
      </w:r>
      <w:r>
        <w:rPr>
          <w:rtl/>
        </w:rPr>
        <w:t xml:space="preserve"> </w:t>
      </w:r>
      <w:r w:rsidR="00120F63" w:rsidRPr="00ED5DE8">
        <w:rPr>
          <w:rFonts w:hint="cs"/>
          <w:rtl/>
        </w:rPr>
        <w:t>ه</w:t>
      </w:r>
      <w:r>
        <w:rPr>
          <w:rFonts w:hint="cs"/>
          <w:rtl/>
        </w:rPr>
        <w:t>و</w:t>
      </w:r>
      <w:r>
        <w:rPr>
          <w:rtl/>
        </w:rPr>
        <w:t xml:space="preserve"> </w:t>
      </w:r>
      <w:r>
        <w:rPr>
          <w:rFonts w:hint="cs"/>
          <w:rtl/>
        </w:rPr>
        <w:t>خي</w:t>
      </w:r>
      <w:r>
        <w:rPr>
          <w:rtl/>
        </w:rPr>
        <w:t>ر لكم</w:t>
      </w:r>
    </w:p>
    <w:p w:rsidR="001F628F" w:rsidRDefault="001F628F" w:rsidP="001F628F">
      <w:pPr>
        <w:pStyle w:val="libNormal"/>
        <w:rPr>
          <w:rtl/>
        </w:rPr>
      </w:pPr>
      <w:r>
        <w:rPr>
          <w:rtl/>
        </w:rPr>
        <w:t>4_ الہى قسم اور عہد كو توڑنے والے افراد، دنياپرست ، پست فكر، عاجز اور ناتوا</w:t>
      </w:r>
      <w:r w:rsidR="00083993">
        <w:rPr>
          <w:rtl/>
        </w:rPr>
        <w:t xml:space="preserve">ں </w:t>
      </w:r>
      <w:r>
        <w:rPr>
          <w:rtl/>
        </w:rPr>
        <w:t>ہي</w:t>
      </w:r>
      <w:r w:rsidR="00083993">
        <w:rPr>
          <w:rtl/>
        </w:rPr>
        <w:t xml:space="preserve">ں </w:t>
      </w:r>
      <w:r>
        <w:rPr>
          <w:rtl/>
        </w:rPr>
        <w:t>_</w:t>
      </w:r>
    </w:p>
    <w:p w:rsidR="001F628F" w:rsidRDefault="001F628F" w:rsidP="00C81DE5">
      <w:pPr>
        <w:pStyle w:val="libArabic"/>
        <w:rPr>
          <w:rtl/>
        </w:rPr>
      </w:pPr>
      <w:r>
        <w:rPr>
          <w:rFonts w:hint="eastAsia"/>
          <w:rtl/>
        </w:rPr>
        <w:t>لا</w:t>
      </w:r>
      <w:r>
        <w:rPr>
          <w:rtl/>
        </w:rPr>
        <w:t xml:space="preserve"> تتخذو ا ايمانكم دخلاً بينكم ...ولا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xml:space="preserve"> قليل</w:t>
      </w:r>
      <w:r w:rsidR="001C671D">
        <w:rPr>
          <w:rFonts w:hint="cs"/>
          <w:rtl/>
        </w:rPr>
        <w:t>ا</w:t>
      </w:r>
    </w:p>
    <w:p w:rsidR="001F628F" w:rsidRDefault="001F628F" w:rsidP="001F628F">
      <w:pPr>
        <w:pStyle w:val="libNormal"/>
        <w:rPr>
          <w:rtl/>
        </w:rPr>
      </w:pPr>
      <w:r w:rsidRPr="00C81DE5">
        <w:rPr>
          <w:rStyle w:val="libArabicChar"/>
          <w:rtl/>
        </w:rPr>
        <w:t xml:space="preserve">''ثمناًقليلاً'' </w:t>
      </w:r>
      <w:r>
        <w:rPr>
          <w:rtl/>
        </w:rPr>
        <w:t>( كم اور ناچيز قيمت) كى تعبير سے پست فكرى اور ناتوانى كا استفادہ ہوتا ہے كيونكہ كوئي صاحب عقل و فكر اجناس كو كم اور ناچيزقيمت</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اور</w:t>
      </w:r>
      <w:r>
        <w:rPr>
          <w:rtl/>
        </w:rPr>
        <w:t xml:space="preserve"> اس كى حقيقى قيمت سے كم نہي</w:t>
      </w:r>
      <w:r w:rsidR="00083993">
        <w:rPr>
          <w:rtl/>
        </w:rPr>
        <w:t xml:space="preserve">ں </w:t>
      </w:r>
      <w:r>
        <w:rPr>
          <w:rtl/>
        </w:rPr>
        <w:t>بيچتا _</w:t>
      </w:r>
    </w:p>
    <w:p w:rsidR="001F628F" w:rsidRDefault="001F628F" w:rsidP="001F628F">
      <w:pPr>
        <w:pStyle w:val="libNormal"/>
        <w:rPr>
          <w:rtl/>
        </w:rPr>
      </w:pPr>
      <w:r>
        <w:rPr>
          <w:rtl/>
        </w:rPr>
        <w:t>5_ انسان ،ماديات كے حصول كے ليے معنوى مقدسات كوپامال كرنے كے خطرہ سے دوچار 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قليل</w:t>
      </w:r>
      <w:r w:rsidR="001C671D">
        <w:rPr>
          <w:rFonts w:hint="cs"/>
          <w:rtl/>
        </w:rPr>
        <w:t>ا</w:t>
      </w:r>
    </w:p>
    <w:p w:rsidR="001F628F" w:rsidRDefault="001F628F" w:rsidP="00C81DE5">
      <w:pPr>
        <w:pStyle w:val="libNormal"/>
        <w:rPr>
          <w:rtl/>
        </w:rPr>
      </w:pPr>
      <w:r>
        <w:rPr>
          <w:rtl/>
        </w:rPr>
        <w:t>6_ پست فكرى ، ناتوانى اور دنيا طلبي، انسان كا الہى پيمانو</w:t>
      </w:r>
      <w:r w:rsidR="00083993">
        <w:rPr>
          <w:rtl/>
        </w:rPr>
        <w:t xml:space="preserve">ں </w:t>
      </w:r>
      <w:r>
        <w:rPr>
          <w:rtl/>
        </w:rPr>
        <w:t>كوتوڑنے كى طرف ميلان اور دنيا كو آخرت پر ترجيح دينے كاسبب ہے_</w:t>
      </w:r>
      <w:r w:rsidRPr="00C81DE5">
        <w:rPr>
          <w:rStyle w:val="libArabicChar"/>
          <w:rFonts w:hint="eastAsia"/>
          <w:rtl/>
        </w:rPr>
        <w:t>ولا</w:t>
      </w:r>
      <w:r w:rsidRPr="00C81DE5">
        <w:rPr>
          <w:rStyle w:val="libArabicChar"/>
          <w:rtl/>
        </w:rPr>
        <w:t xml:space="preserve"> تشتروا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ثمنا</w:t>
      </w:r>
      <w:r w:rsidRPr="00C81DE5">
        <w:rPr>
          <w:rStyle w:val="libArabicChar"/>
          <w:rtl/>
        </w:rPr>
        <w:t>ً قليل</w:t>
      </w:r>
      <w:r w:rsidR="001C671D">
        <w:rPr>
          <w:rStyle w:val="libArabicChar"/>
          <w:rFonts w:hint="cs"/>
          <w:rtl/>
        </w:rPr>
        <w:t>ا</w:t>
      </w:r>
    </w:p>
    <w:p w:rsidR="001F628F" w:rsidRDefault="001F628F" w:rsidP="001F628F">
      <w:pPr>
        <w:pStyle w:val="libNormal"/>
        <w:rPr>
          <w:rtl/>
        </w:rPr>
      </w:pPr>
      <w:r>
        <w:rPr>
          <w:rtl/>
        </w:rPr>
        <w:t>7_ انسانو</w:t>
      </w:r>
      <w:r w:rsidR="00083993">
        <w:rPr>
          <w:rtl/>
        </w:rPr>
        <w:t xml:space="preserve">ں </w:t>
      </w:r>
      <w:r>
        <w:rPr>
          <w:rtl/>
        </w:rPr>
        <w:t>كا حقيقى نفع اور خير، دنيا كے ناچيز مال و متاع كى بجائے فقط معنوى والہى مقدسات مي</w:t>
      </w:r>
      <w:r w:rsidR="00083993">
        <w:rPr>
          <w:rtl/>
        </w:rPr>
        <w:t xml:space="preserve">ں </w:t>
      </w:r>
      <w:r>
        <w:rPr>
          <w:rtl/>
        </w:rPr>
        <w:t>مضمر 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xml:space="preserve"> </w:t>
      </w:r>
      <w:r>
        <w:rPr>
          <w:rFonts w:hint="cs"/>
          <w:rtl/>
        </w:rPr>
        <w:t>قليلاً</w:t>
      </w:r>
      <w:r>
        <w:rPr>
          <w:rtl/>
        </w:rPr>
        <w:t xml:space="preserve"> </w:t>
      </w:r>
      <w:r>
        <w:rPr>
          <w:rFonts w:hint="cs"/>
          <w:rtl/>
        </w:rPr>
        <w:t>انمّا</w:t>
      </w:r>
      <w:r>
        <w:rPr>
          <w:rtl/>
        </w:rPr>
        <w:t xml:space="preserve"> </w:t>
      </w:r>
      <w:r>
        <w:rPr>
          <w:rFonts w:hint="cs"/>
          <w:rtl/>
        </w:rPr>
        <w:t>عندالله</w:t>
      </w:r>
      <w:r>
        <w:rPr>
          <w:rtl/>
        </w:rPr>
        <w:t xml:space="preserve"> </w:t>
      </w:r>
      <w:r w:rsidR="00120F63" w:rsidRPr="00ED5DE8">
        <w:rPr>
          <w:rFonts w:hint="cs"/>
          <w:rtl/>
        </w:rPr>
        <w:t>ه</w:t>
      </w:r>
      <w:r>
        <w:rPr>
          <w:rFonts w:hint="cs"/>
          <w:rtl/>
        </w:rPr>
        <w:t>و</w:t>
      </w:r>
      <w:r>
        <w:rPr>
          <w:rtl/>
        </w:rPr>
        <w:t xml:space="preserve"> </w:t>
      </w:r>
      <w:r>
        <w:rPr>
          <w:rFonts w:hint="cs"/>
          <w:rtl/>
        </w:rPr>
        <w:t>خي</w:t>
      </w:r>
      <w:r>
        <w:rPr>
          <w:rtl/>
        </w:rPr>
        <w:t>رّ لكم</w:t>
      </w:r>
    </w:p>
    <w:p w:rsidR="001F628F" w:rsidRDefault="001F628F" w:rsidP="001F628F">
      <w:pPr>
        <w:pStyle w:val="libNormal"/>
        <w:rPr>
          <w:rtl/>
        </w:rPr>
      </w:pPr>
      <w:r>
        <w:rPr>
          <w:rtl/>
        </w:rPr>
        <w:t>8_ الہى عہد سے وفا كرنے والو</w:t>
      </w:r>
      <w:r w:rsidR="00083993">
        <w:rPr>
          <w:rtl/>
        </w:rPr>
        <w:t xml:space="preserve">ں </w:t>
      </w:r>
      <w:r>
        <w:rPr>
          <w:rtl/>
        </w:rPr>
        <w:t>كى جزا، خداوند عالم كے ہا</w:t>
      </w:r>
      <w:r w:rsidR="00083993">
        <w:rPr>
          <w:rtl/>
        </w:rPr>
        <w:t xml:space="preserve">ں </w:t>
      </w:r>
      <w:r>
        <w:rPr>
          <w:rtl/>
        </w:rPr>
        <w:t>محفوظ 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w:t>
      </w:r>
      <w:r w:rsidR="00120F63" w:rsidRPr="00ED5DE8">
        <w:rPr>
          <w:rFonts w:hint="cs"/>
          <w:rtl/>
        </w:rPr>
        <w:t>ه</w:t>
      </w:r>
      <w:r>
        <w:rPr>
          <w:rtl/>
        </w:rPr>
        <w:t xml:space="preserve"> ...</w:t>
      </w:r>
      <w:r>
        <w:rPr>
          <w:rFonts w:hint="cs"/>
          <w:rtl/>
        </w:rPr>
        <w:t>انما</w:t>
      </w:r>
      <w:r>
        <w:rPr>
          <w:rtl/>
        </w:rPr>
        <w:t xml:space="preserve"> </w:t>
      </w:r>
      <w:r>
        <w:rPr>
          <w:rFonts w:hint="cs"/>
          <w:rtl/>
        </w:rPr>
        <w:t>عند</w:t>
      </w:r>
      <w:r>
        <w:rPr>
          <w:rtl/>
        </w:rPr>
        <w:t xml:space="preserve"> </w:t>
      </w:r>
      <w:r>
        <w:rPr>
          <w:rFonts w:hint="cs"/>
          <w:rtl/>
        </w:rPr>
        <w:t>الله</w:t>
      </w:r>
      <w:r>
        <w:rPr>
          <w:rtl/>
        </w:rPr>
        <w:t xml:space="preserve"> </w:t>
      </w:r>
      <w:r w:rsidR="00120F63" w:rsidRPr="00ED5DE8">
        <w:rPr>
          <w:rFonts w:hint="cs"/>
          <w:rtl/>
        </w:rPr>
        <w:t>ه</w:t>
      </w:r>
      <w:r>
        <w:rPr>
          <w:rFonts w:hint="cs"/>
          <w:rtl/>
        </w:rPr>
        <w:t>و</w:t>
      </w:r>
      <w:r>
        <w:rPr>
          <w:rtl/>
        </w:rPr>
        <w:t xml:space="preserve"> </w:t>
      </w:r>
      <w:r>
        <w:rPr>
          <w:rFonts w:hint="cs"/>
          <w:rtl/>
        </w:rPr>
        <w:t>خ</w:t>
      </w:r>
      <w:r>
        <w:rPr>
          <w:rtl/>
        </w:rPr>
        <w:t>ير لكم</w:t>
      </w:r>
    </w:p>
    <w:p w:rsidR="001F628F" w:rsidRDefault="001F628F" w:rsidP="00C81DE5">
      <w:pPr>
        <w:pStyle w:val="libNormal"/>
        <w:rPr>
          <w:rtl/>
        </w:rPr>
      </w:pPr>
      <w:r>
        <w:rPr>
          <w:rtl/>
        </w:rPr>
        <w:t>9_ سب سے برترين الہى پاداش كى طرف توجہ ، انسان كو خداوند عالم سے كے گئے پيمان سے روگردانى كرنے سے روكتى ہے_</w:t>
      </w:r>
      <w:r w:rsidRPr="00C81DE5">
        <w:rPr>
          <w:rStyle w:val="libArabicChar"/>
          <w:rFonts w:hint="eastAsia"/>
          <w:rtl/>
        </w:rPr>
        <w:t>ولا</w:t>
      </w:r>
      <w:r w:rsidRPr="00C81DE5">
        <w:rPr>
          <w:rStyle w:val="libArabicChar"/>
          <w:rtl/>
        </w:rPr>
        <w:t xml:space="preserve"> تشتروا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Pr="00C81DE5">
        <w:rPr>
          <w:rStyle w:val="libArabicChar"/>
          <w:rFonts w:hint="cs"/>
          <w:rtl/>
        </w:rPr>
        <w:t>انما</w:t>
      </w:r>
      <w:r w:rsidRPr="00C81DE5">
        <w:rPr>
          <w:rStyle w:val="libArabicChar"/>
          <w:rtl/>
        </w:rPr>
        <w:t xml:space="preserve"> </w:t>
      </w:r>
      <w:r w:rsidRPr="00C81DE5">
        <w:rPr>
          <w:rStyle w:val="libArabicChar"/>
          <w:rFonts w:hint="cs"/>
          <w:rtl/>
        </w:rPr>
        <w:t>عند</w:t>
      </w:r>
      <w:r w:rsidRPr="00C81DE5">
        <w:rPr>
          <w:rStyle w:val="libArabicChar"/>
          <w:rtl/>
        </w:rPr>
        <w:t xml:space="preserve"> </w:t>
      </w:r>
      <w:r w:rsidRPr="00C81DE5">
        <w:rPr>
          <w:rStyle w:val="libArabicChar"/>
          <w:rFonts w:hint="cs"/>
          <w:rtl/>
        </w:rPr>
        <w:t>الله</w:t>
      </w:r>
      <w:r w:rsidRPr="00C81DE5">
        <w:rPr>
          <w:rStyle w:val="libArabicChar"/>
          <w:rtl/>
        </w:rPr>
        <w:t xml:space="preserve"> </w:t>
      </w:r>
      <w:r w:rsidR="00120F63" w:rsidRPr="00B2551F">
        <w:rPr>
          <w:rStyle w:val="libArabicChar"/>
          <w:rFonts w:hint="cs"/>
          <w:rtl/>
        </w:rPr>
        <w:t>ه</w:t>
      </w:r>
      <w:r w:rsidRPr="00C81DE5">
        <w:rPr>
          <w:rStyle w:val="libArabicChar"/>
          <w:rFonts w:hint="cs"/>
          <w:rtl/>
        </w:rPr>
        <w:t>و</w:t>
      </w:r>
      <w:r w:rsidRPr="00C81DE5">
        <w:rPr>
          <w:rStyle w:val="libArabicChar"/>
          <w:rtl/>
        </w:rPr>
        <w:t xml:space="preserve"> </w:t>
      </w:r>
      <w:r w:rsidRPr="00C81DE5">
        <w:rPr>
          <w:rStyle w:val="libArabicChar"/>
          <w:rFonts w:hint="cs"/>
          <w:rtl/>
        </w:rPr>
        <w:t>خير</w:t>
      </w:r>
      <w:r w:rsidRPr="00C81DE5">
        <w:rPr>
          <w:rStyle w:val="libArabicChar"/>
          <w:rtl/>
        </w:rPr>
        <w:t xml:space="preserve"> </w:t>
      </w:r>
      <w:r w:rsidRPr="00C81DE5">
        <w:rPr>
          <w:rStyle w:val="libArabicChar"/>
          <w:rFonts w:hint="cs"/>
          <w:rtl/>
        </w:rPr>
        <w:t>لكم</w:t>
      </w:r>
      <w:r w:rsidRPr="00C81DE5">
        <w:rPr>
          <w:rStyle w:val="libArabicChar"/>
          <w:rtl/>
        </w:rPr>
        <w:t xml:space="preserve"> </w:t>
      </w:r>
      <w:r w:rsidRPr="00C81DE5">
        <w:rPr>
          <w:rStyle w:val="libArabicChar"/>
          <w:rFonts w:hint="cs"/>
          <w:rtl/>
        </w:rPr>
        <w:t>ان</w:t>
      </w:r>
      <w:r w:rsidRPr="00C81DE5">
        <w:rPr>
          <w:rStyle w:val="libArabicChar"/>
          <w:rtl/>
        </w:rPr>
        <w:t xml:space="preserve"> </w:t>
      </w:r>
      <w:r w:rsidRPr="00C81DE5">
        <w:rPr>
          <w:rStyle w:val="libArabicChar"/>
          <w:rFonts w:hint="cs"/>
          <w:rtl/>
        </w:rPr>
        <w:t>كنتم</w:t>
      </w:r>
      <w:r w:rsidRPr="00C81DE5">
        <w:rPr>
          <w:rStyle w:val="libArabicChar"/>
          <w:rtl/>
        </w:rPr>
        <w:t xml:space="preserve"> تعلمون</w:t>
      </w:r>
    </w:p>
    <w:p w:rsidR="001F628F" w:rsidRDefault="001F628F" w:rsidP="001F628F">
      <w:pPr>
        <w:pStyle w:val="libNormal"/>
        <w:rPr>
          <w:rtl/>
        </w:rPr>
      </w:pPr>
      <w:r>
        <w:rPr>
          <w:rtl/>
        </w:rPr>
        <w:t>10_ دين كے ساتھ سودا بازى اوردنيا كو آخرت پر ترجيح دينا ، جہالت اور نادانى كى علامت ہے 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انمّ</w:t>
      </w:r>
      <w:r>
        <w:rPr>
          <w:rtl/>
        </w:rPr>
        <w:t xml:space="preserve">ا عند الله </w:t>
      </w:r>
      <w:r w:rsidR="00120F63" w:rsidRPr="00ED5DE8">
        <w:rPr>
          <w:rFonts w:hint="cs"/>
          <w:rtl/>
        </w:rPr>
        <w:t>ه</w:t>
      </w:r>
      <w:r>
        <w:rPr>
          <w:rFonts w:hint="cs"/>
          <w:rtl/>
        </w:rPr>
        <w:t>و</w:t>
      </w:r>
      <w:r>
        <w:rPr>
          <w:rtl/>
        </w:rPr>
        <w:t xml:space="preserve"> </w:t>
      </w:r>
      <w:r>
        <w:rPr>
          <w:rFonts w:hint="cs"/>
          <w:rtl/>
        </w:rPr>
        <w:t>خير</w:t>
      </w:r>
      <w:r>
        <w:rPr>
          <w:rtl/>
        </w:rPr>
        <w:t xml:space="preserve"> </w:t>
      </w:r>
      <w:r>
        <w:rPr>
          <w:rFonts w:hint="cs"/>
          <w:rtl/>
        </w:rPr>
        <w:t>لكم</w:t>
      </w:r>
      <w:r>
        <w:rPr>
          <w:rtl/>
        </w:rPr>
        <w:t xml:space="preserve"> </w:t>
      </w:r>
      <w:r>
        <w:rPr>
          <w:rFonts w:hint="cs"/>
          <w:rtl/>
        </w:rPr>
        <w:t>ان</w:t>
      </w:r>
      <w:r>
        <w:rPr>
          <w:rtl/>
        </w:rPr>
        <w:t xml:space="preserve"> </w:t>
      </w:r>
      <w:r>
        <w:rPr>
          <w:rFonts w:hint="cs"/>
          <w:rtl/>
        </w:rPr>
        <w:t>كنتم</w:t>
      </w:r>
      <w:r>
        <w:rPr>
          <w:rtl/>
        </w:rPr>
        <w:t xml:space="preserve"> </w:t>
      </w:r>
      <w:r>
        <w:rPr>
          <w:rFonts w:hint="cs"/>
          <w:rtl/>
        </w:rPr>
        <w:t>ت</w:t>
      </w:r>
      <w:r>
        <w:rPr>
          <w:rtl/>
        </w:rPr>
        <w:t>علمون</w:t>
      </w:r>
    </w:p>
    <w:p w:rsidR="001F628F" w:rsidRDefault="001F628F" w:rsidP="00C81DE5">
      <w:pPr>
        <w:pStyle w:val="libNormal"/>
        <w:rPr>
          <w:rtl/>
        </w:rPr>
      </w:pPr>
      <w:r>
        <w:rPr>
          <w:rtl/>
        </w:rPr>
        <w:t>11_ ذمہ داريو</w:t>
      </w:r>
      <w:r w:rsidR="00083993">
        <w:rPr>
          <w:rtl/>
        </w:rPr>
        <w:t xml:space="preserve">ں </w:t>
      </w:r>
      <w:r>
        <w:rPr>
          <w:rtl/>
        </w:rPr>
        <w:t>اور الہى تعہدّات سے رو گردانى كرنے والے لوگ، جاہل اورخداوند عالم كى عظيم پاداش كى طرف متوجہ نہي</w:t>
      </w:r>
      <w:r w:rsidR="00083993">
        <w:rPr>
          <w:rtl/>
        </w:rPr>
        <w:t xml:space="preserve">ں </w:t>
      </w:r>
      <w:r>
        <w:rPr>
          <w:rtl/>
        </w:rPr>
        <w:t>ہي</w:t>
      </w:r>
      <w:r w:rsidR="00083993">
        <w:rPr>
          <w:rtl/>
        </w:rPr>
        <w:t xml:space="preserve">ں </w:t>
      </w:r>
      <w:r>
        <w:rPr>
          <w:rtl/>
        </w:rPr>
        <w:t>_</w:t>
      </w:r>
      <w:r w:rsidRPr="00C81DE5">
        <w:rPr>
          <w:rStyle w:val="libArabicChar"/>
          <w:rFonts w:hint="eastAsia"/>
          <w:rtl/>
        </w:rPr>
        <w:t>ولا</w:t>
      </w:r>
      <w:r w:rsidRPr="00C81DE5">
        <w:rPr>
          <w:rStyle w:val="libArabicChar"/>
          <w:rtl/>
        </w:rPr>
        <w:t xml:space="preserve"> تشتروا بع</w:t>
      </w:r>
      <w:r w:rsidR="00120F63" w:rsidRPr="00B2551F">
        <w:rPr>
          <w:rStyle w:val="libArabicChar"/>
          <w:rFonts w:hint="cs"/>
          <w:rtl/>
        </w:rPr>
        <w:t>ه</w:t>
      </w:r>
      <w:r w:rsidRPr="00C81DE5">
        <w:rPr>
          <w:rStyle w:val="libArabicChar"/>
          <w:rFonts w:hint="cs"/>
          <w:rtl/>
        </w:rPr>
        <w:t>د</w:t>
      </w:r>
      <w:r w:rsidRPr="00C81DE5">
        <w:rPr>
          <w:rStyle w:val="libArabicChar"/>
          <w:rtl/>
        </w:rPr>
        <w:t xml:space="preserve"> </w:t>
      </w:r>
      <w:r w:rsidRPr="00C81DE5">
        <w:rPr>
          <w:rStyle w:val="libArabicChar"/>
          <w:rFonts w:hint="cs"/>
          <w:rtl/>
        </w:rPr>
        <w:t>اللّ</w:t>
      </w:r>
      <w:r w:rsidR="00120F63" w:rsidRPr="00B2551F">
        <w:rPr>
          <w:rStyle w:val="libArabicChar"/>
          <w:rFonts w:hint="cs"/>
          <w:rtl/>
        </w:rPr>
        <w:t>ه</w:t>
      </w:r>
      <w:r w:rsidRPr="00C81DE5">
        <w:rPr>
          <w:rStyle w:val="libArabicChar"/>
          <w:rtl/>
        </w:rPr>
        <w:t xml:space="preserve"> ...</w:t>
      </w:r>
      <w:r w:rsidRPr="00C81DE5">
        <w:rPr>
          <w:rStyle w:val="libArabicChar"/>
          <w:rFonts w:hint="cs"/>
          <w:rtl/>
        </w:rPr>
        <w:t>انمّا</w:t>
      </w:r>
      <w:r w:rsidRPr="00C81DE5">
        <w:rPr>
          <w:rStyle w:val="libArabicChar"/>
          <w:rtl/>
        </w:rPr>
        <w:t xml:space="preserve"> </w:t>
      </w:r>
      <w:r w:rsidRPr="00C81DE5">
        <w:rPr>
          <w:rStyle w:val="libArabicChar"/>
          <w:rFonts w:hint="cs"/>
          <w:rtl/>
        </w:rPr>
        <w:t>عندالله</w:t>
      </w:r>
      <w:r w:rsidRPr="00C81DE5">
        <w:rPr>
          <w:rStyle w:val="libArabicChar"/>
          <w:rtl/>
        </w:rPr>
        <w:t xml:space="preserve"> </w:t>
      </w:r>
      <w:r w:rsidR="00120F63" w:rsidRPr="00B2551F">
        <w:rPr>
          <w:rStyle w:val="libArabicChar"/>
          <w:rFonts w:hint="cs"/>
          <w:rtl/>
        </w:rPr>
        <w:t>ه</w:t>
      </w:r>
      <w:r w:rsidRPr="00C81DE5">
        <w:rPr>
          <w:rStyle w:val="libArabicChar"/>
          <w:rFonts w:hint="cs"/>
          <w:rtl/>
        </w:rPr>
        <w:t>وخير</w:t>
      </w:r>
      <w:r w:rsidRPr="00C81DE5">
        <w:rPr>
          <w:rStyle w:val="libArabicChar"/>
          <w:rtl/>
        </w:rPr>
        <w:t xml:space="preserve"> </w:t>
      </w:r>
      <w:r w:rsidRPr="00C81DE5">
        <w:rPr>
          <w:rStyle w:val="libArabicChar"/>
          <w:rFonts w:hint="cs"/>
          <w:rtl/>
        </w:rPr>
        <w:t>لكم</w:t>
      </w:r>
      <w:r w:rsidRPr="00C81DE5">
        <w:rPr>
          <w:rStyle w:val="libArabicChar"/>
          <w:rtl/>
        </w:rPr>
        <w:t xml:space="preserve"> </w:t>
      </w:r>
      <w:r w:rsidRPr="00C81DE5">
        <w:rPr>
          <w:rStyle w:val="libArabicChar"/>
          <w:rFonts w:hint="cs"/>
          <w:rtl/>
        </w:rPr>
        <w:t>ان</w:t>
      </w:r>
      <w:r w:rsidRPr="00C81DE5">
        <w:rPr>
          <w:rStyle w:val="libArabicChar"/>
          <w:rtl/>
        </w:rPr>
        <w:t xml:space="preserve"> </w:t>
      </w:r>
      <w:r w:rsidRPr="00C81DE5">
        <w:rPr>
          <w:rStyle w:val="libArabicChar"/>
          <w:rFonts w:hint="cs"/>
          <w:rtl/>
        </w:rPr>
        <w:t>كنتم</w:t>
      </w:r>
      <w:r w:rsidRPr="00C81DE5">
        <w:rPr>
          <w:rStyle w:val="libArabicChar"/>
          <w:rtl/>
        </w:rPr>
        <w:t xml:space="preserve"> تعلمون</w:t>
      </w:r>
    </w:p>
    <w:p w:rsidR="001F628F" w:rsidRDefault="001F628F" w:rsidP="001F628F">
      <w:pPr>
        <w:pStyle w:val="libNormal"/>
        <w:rPr>
          <w:rtl/>
        </w:rPr>
      </w:pPr>
      <w:r>
        <w:rPr>
          <w:rtl/>
        </w:rPr>
        <w:t>12_ علوم و افكار كى سطح كوبلند كرنا ، عظيم الہى مقدسات اور حقيقى نفع و نقصان كو بہتر سمجھنے كا وسيلہ 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w:t>
      </w:r>
      <w:r w:rsidR="00120F63" w:rsidRPr="00ED5DE8">
        <w:rPr>
          <w:rFonts w:hint="cs"/>
          <w:rtl/>
        </w:rPr>
        <w:t>ه</w:t>
      </w:r>
      <w:r>
        <w:rPr>
          <w:rtl/>
        </w:rPr>
        <w:t xml:space="preserve"> ...</w:t>
      </w:r>
      <w:r>
        <w:rPr>
          <w:rFonts w:hint="cs"/>
          <w:rtl/>
        </w:rPr>
        <w:t>انمّا</w:t>
      </w:r>
      <w:r>
        <w:rPr>
          <w:rtl/>
        </w:rPr>
        <w:t xml:space="preserve"> </w:t>
      </w:r>
      <w:r>
        <w:rPr>
          <w:rFonts w:hint="cs"/>
          <w:rtl/>
        </w:rPr>
        <w:t>عندالله</w:t>
      </w:r>
      <w:r>
        <w:rPr>
          <w:rtl/>
        </w:rPr>
        <w:t xml:space="preserve"> </w:t>
      </w:r>
      <w:r w:rsidR="00120F63" w:rsidRPr="00ED5DE8">
        <w:rPr>
          <w:rFonts w:hint="cs"/>
          <w:rtl/>
        </w:rPr>
        <w:t>ه</w:t>
      </w:r>
      <w:r>
        <w:rPr>
          <w:rFonts w:hint="cs"/>
          <w:rtl/>
        </w:rPr>
        <w:t>و</w:t>
      </w:r>
      <w:r>
        <w:rPr>
          <w:rtl/>
        </w:rPr>
        <w:t xml:space="preserve"> </w:t>
      </w:r>
      <w:r>
        <w:rPr>
          <w:rFonts w:hint="cs"/>
          <w:rtl/>
        </w:rPr>
        <w:t>خير</w:t>
      </w:r>
      <w:r>
        <w:rPr>
          <w:rtl/>
        </w:rPr>
        <w:t xml:space="preserve"> </w:t>
      </w:r>
      <w:r>
        <w:rPr>
          <w:rFonts w:hint="cs"/>
          <w:rtl/>
        </w:rPr>
        <w:t>لكم</w:t>
      </w:r>
      <w:r>
        <w:rPr>
          <w:rtl/>
        </w:rPr>
        <w:t xml:space="preserve"> </w:t>
      </w:r>
      <w:r>
        <w:rPr>
          <w:rFonts w:hint="cs"/>
          <w:rtl/>
        </w:rPr>
        <w:t>ان</w:t>
      </w:r>
      <w:r>
        <w:rPr>
          <w:rtl/>
        </w:rPr>
        <w:t xml:space="preserve"> </w:t>
      </w:r>
      <w:r>
        <w:rPr>
          <w:rFonts w:hint="cs"/>
          <w:rtl/>
        </w:rPr>
        <w:t>كنتم</w:t>
      </w:r>
      <w:r>
        <w:rPr>
          <w:rtl/>
        </w:rPr>
        <w:t xml:space="preserve"> </w:t>
      </w:r>
      <w:r>
        <w:rPr>
          <w:rFonts w:hint="cs"/>
          <w:rtl/>
        </w:rPr>
        <w:t>ت</w:t>
      </w:r>
      <w:r>
        <w:rPr>
          <w:rtl/>
        </w:rPr>
        <w:t>علمون</w:t>
      </w:r>
    </w:p>
    <w:p w:rsidR="001F628F" w:rsidRDefault="001F628F" w:rsidP="00C81DE5">
      <w:pPr>
        <w:pStyle w:val="libNormal"/>
        <w:rPr>
          <w:rtl/>
        </w:rPr>
      </w:pPr>
      <w:r>
        <w:rPr>
          <w:rtl/>
        </w:rPr>
        <w:t>13_ انسان، عظيم اقدار كا اسير ہے_</w:t>
      </w:r>
      <w:r w:rsidRPr="00C81DE5">
        <w:rPr>
          <w:rStyle w:val="libArabicChar"/>
          <w:rFonts w:hint="eastAsia"/>
          <w:rtl/>
        </w:rPr>
        <w:t>انمّا</w:t>
      </w:r>
      <w:r w:rsidRPr="00C81DE5">
        <w:rPr>
          <w:rStyle w:val="libArabicChar"/>
          <w:rtl/>
        </w:rPr>
        <w:t xml:space="preserve"> عندالله </w:t>
      </w:r>
      <w:r w:rsidR="00120F63" w:rsidRPr="00B2551F">
        <w:rPr>
          <w:rStyle w:val="libArabicChar"/>
          <w:rFonts w:hint="cs"/>
          <w:rtl/>
        </w:rPr>
        <w:t>ه</w:t>
      </w:r>
      <w:r w:rsidRPr="00C81DE5">
        <w:rPr>
          <w:rStyle w:val="libArabicChar"/>
          <w:rFonts w:hint="cs"/>
          <w:rtl/>
        </w:rPr>
        <w:t>و</w:t>
      </w:r>
      <w:r w:rsidRPr="00C81DE5">
        <w:rPr>
          <w:rStyle w:val="libArabicChar"/>
          <w:rtl/>
        </w:rPr>
        <w:t xml:space="preserve"> </w:t>
      </w:r>
      <w:r w:rsidRPr="00C81DE5">
        <w:rPr>
          <w:rStyle w:val="libArabicChar"/>
          <w:rFonts w:hint="cs"/>
          <w:rtl/>
        </w:rPr>
        <w:t>خير</w:t>
      </w:r>
      <w:r w:rsidRPr="00C81DE5">
        <w:rPr>
          <w:rStyle w:val="libArabicChar"/>
          <w:rtl/>
        </w:rPr>
        <w:t xml:space="preserve"> </w:t>
      </w:r>
      <w:r w:rsidRPr="00C81DE5">
        <w:rPr>
          <w:rStyle w:val="libArabicChar"/>
          <w:rFonts w:hint="cs"/>
          <w:rtl/>
        </w:rPr>
        <w:t>لكم</w:t>
      </w:r>
      <w:r w:rsidRPr="00C81DE5">
        <w:rPr>
          <w:rStyle w:val="libArabicChar"/>
          <w:rtl/>
        </w:rPr>
        <w:t xml:space="preserve"> </w:t>
      </w:r>
      <w:r w:rsidRPr="00C81DE5">
        <w:rPr>
          <w:rStyle w:val="libArabicChar"/>
          <w:rFonts w:hint="cs"/>
          <w:rtl/>
        </w:rPr>
        <w:t>ان</w:t>
      </w:r>
      <w:r w:rsidRPr="00C81DE5">
        <w:rPr>
          <w:rStyle w:val="libArabicChar"/>
          <w:rtl/>
        </w:rPr>
        <w:t xml:space="preserve"> </w:t>
      </w:r>
      <w:r w:rsidRPr="00C81DE5">
        <w:rPr>
          <w:rStyle w:val="libArabicChar"/>
          <w:rFonts w:hint="cs"/>
          <w:rtl/>
        </w:rPr>
        <w:t>كنتم</w:t>
      </w:r>
      <w:r w:rsidRPr="00C81DE5">
        <w:rPr>
          <w:rStyle w:val="libArabicChar"/>
          <w:rtl/>
        </w:rPr>
        <w:t xml:space="preserve"> تعلمون</w:t>
      </w:r>
    </w:p>
    <w:p w:rsidR="001F628F" w:rsidRDefault="001F628F" w:rsidP="001F628F">
      <w:pPr>
        <w:pStyle w:val="libNormal"/>
        <w:rPr>
          <w:rtl/>
        </w:rPr>
      </w:pPr>
      <w:r>
        <w:rPr>
          <w:rFonts w:hint="eastAsia"/>
          <w:rtl/>
        </w:rPr>
        <w:t>مذكورہ</w:t>
      </w:r>
      <w:r>
        <w:rPr>
          <w:rtl/>
        </w:rPr>
        <w:t xml:space="preserve"> تفسير اس بناء پر ہے كہ خداوند عالم نے برترين مقدسات كى نشاند ہى كے ذريعہ انسان كو حقيقى اقدار كى طرف راہنمائي كى ہے_</w:t>
      </w:r>
    </w:p>
    <w:p w:rsidR="001F628F" w:rsidRDefault="001F628F" w:rsidP="001F628F">
      <w:pPr>
        <w:pStyle w:val="libNormal"/>
        <w:rPr>
          <w:rtl/>
        </w:rPr>
      </w:pPr>
      <w:r>
        <w:rPr>
          <w:rtl/>
        </w:rPr>
        <w:t>14_ اسلام انسان كے ليے اقدار كا معيار مقرر كرنے والا اور برترين اقدار كا تعارف كرانے والا ہے_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w:t>
      </w:r>
      <w:r>
        <w:rPr>
          <w:rtl/>
        </w:rPr>
        <w:t xml:space="preserve"> </w:t>
      </w:r>
      <w:r>
        <w:rPr>
          <w:rFonts w:hint="cs"/>
          <w:rtl/>
        </w:rPr>
        <w:t>الله</w:t>
      </w:r>
      <w:r>
        <w:rPr>
          <w:rtl/>
        </w:rPr>
        <w:t xml:space="preserve"> </w:t>
      </w:r>
      <w:r>
        <w:rPr>
          <w:rFonts w:hint="cs"/>
          <w:rtl/>
        </w:rPr>
        <w:t>ثمناً</w:t>
      </w:r>
      <w:r>
        <w:rPr>
          <w:rtl/>
        </w:rPr>
        <w:t xml:space="preserve"> </w:t>
      </w:r>
      <w:r>
        <w:rPr>
          <w:rFonts w:hint="cs"/>
          <w:rtl/>
        </w:rPr>
        <w:t>قليلاً</w:t>
      </w:r>
      <w:r>
        <w:rPr>
          <w:rtl/>
        </w:rPr>
        <w:t xml:space="preserve"> </w:t>
      </w:r>
      <w:r>
        <w:rPr>
          <w:rFonts w:hint="cs"/>
          <w:rtl/>
        </w:rPr>
        <w:t>انمّا</w:t>
      </w:r>
      <w:r>
        <w:rPr>
          <w:rtl/>
        </w:rPr>
        <w:t xml:space="preserve"> </w:t>
      </w:r>
      <w:r>
        <w:rPr>
          <w:rFonts w:hint="cs"/>
          <w:rtl/>
        </w:rPr>
        <w:t>عن</w:t>
      </w:r>
      <w:r>
        <w:rPr>
          <w:rtl/>
        </w:rPr>
        <w:t>دالله</w:t>
      </w:r>
    </w:p>
    <w:p w:rsidR="00C81DE5" w:rsidRDefault="001E7F9D" w:rsidP="00F73EDE">
      <w:pPr>
        <w:pStyle w:val="libPoemTini"/>
        <w:rPr>
          <w:rtl/>
        </w:rPr>
      </w:pPr>
      <w:r>
        <w:rPr>
          <w:rtl/>
        </w:rPr>
        <w:br w:type="page"/>
      </w:r>
    </w:p>
    <w:p w:rsidR="001F628F" w:rsidRDefault="00120F63" w:rsidP="00C81DE5">
      <w:pPr>
        <w:pStyle w:val="libArabic"/>
        <w:rPr>
          <w:rtl/>
        </w:rPr>
      </w:pPr>
      <w:r w:rsidRPr="00ED5DE8">
        <w:rPr>
          <w:rFonts w:hint="cs"/>
          <w:rtl/>
        </w:rPr>
        <w:lastRenderedPageBreak/>
        <w:t>ه</w:t>
      </w:r>
      <w:r w:rsidR="001F628F">
        <w:rPr>
          <w:rFonts w:hint="cs"/>
          <w:rtl/>
        </w:rPr>
        <w:t>و</w:t>
      </w:r>
      <w:r w:rsidR="001F628F">
        <w:rPr>
          <w:rtl/>
        </w:rPr>
        <w:t xml:space="preserve"> خير لكم ان كنتم تعلمون</w:t>
      </w:r>
    </w:p>
    <w:p w:rsidR="001F628F" w:rsidRDefault="001F628F" w:rsidP="001F628F">
      <w:pPr>
        <w:pStyle w:val="libNormal"/>
        <w:rPr>
          <w:rtl/>
        </w:rPr>
      </w:pPr>
      <w:r>
        <w:rPr>
          <w:rtl/>
        </w:rPr>
        <w:t>15_ انسان ، اقدار كى تشخيص اور قدرو قيمت لگانے كے لحاظ سے خطا سے دوچار ہوتا ہے_</w:t>
      </w:r>
    </w:p>
    <w:p w:rsidR="001F628F" w:rsidRDefault="001F628F" w:rsidP="00C81DE5">
      <w:pPr>
        <w:pStyle w:val="libArabic"/>
        <w:rPr>
          <w:rtl/>
        </w:rPr>
      </w:pPr>
      <w:r>
        <w:rPr>
          <w:rFonts w:hint="eastAsia"/>
          <w:rtl/>
        </w:rPr>
        <w:t>ولا</w:t>
      </w:r>
      <w:r>
        <w:rPr>
          <w:rtl/>
        </w:rPr>
        <w:t xml:space="preserve"> تشتروا ...ثمناً قليلاً انمّا عندالله </w:t>
      </w:r>
      <w:r w:rsidR="00120F63" w:rsidRPr="00ED5DE8">
        <w:rPr>
          <w:rFonts w:hint="cs"/>
          <w:rtl/>
        </w:rPr>
        <w:t>ه</w:t>
      </w:r>
      <w:r>
        <w:rPr>
          <w:rFonts w:hint="cs"/>
          <w:rtl/>
        </w:rPr>
        <w:t>و</w:t>
      </w:r>
      <w:r>
        <w:rPr>
          <w:rtl/>
        </w:rPr>
        <w:t xml:space="preserve"> </w:t>
      </w:r>
      <w:r>
        <w:rPr>
          <w:rFonts w:hint="cs"/>
          <w:rtl/>
        </w:rPr>
        <w:t>خير</w:t>
      </w:r>
      <w:r>
        <w:rPr>
          <w:rtl/>
        </w:rPr>
        <w:t xml:space="preserve"> </w:t>
      </w:r>
      <w:r>
        <w:rPr>
          <w:rFonts w:hint="cs"/>
          <w:rtl/>
        </w:rPr>
        <w:t>لكم</w:t>
      </w:r>
      <w:r>
        <w:rPr>
          <w:rtl/>
        </w:rPr>
        <w:t xml:space="preserve"> </w:t>
      </w:r>
      <w:r>
        <w:rPr>
          <w:rFonts w:hint="cs"/>
          <w:rtl/>
        </w:rPr>
        <w:t>ان</w:t>
      </w:r>
      <w:r>
        <w:rPr>
          <w:rtl/>
        </w:rPr>
        <w:t xml:space="preserve"> </w:t>
      </w:r>
      <w:r>
        <w:rPr>
          <w:rFonts w:hint="cs"/>
          <w:rtl/>
        </w:rPr>
        <w:t>كنتم</w:t>
      </w:r>
      <w:r>
        <w:rPr>
          <w:rtl/>
        </w:rPr>
        <w:t xml:space="preserve"> تعلمون</w:t>
      </w:r>
    </w:p>
    <w:p w:rsidR="001F628F" w:rsidRDefault="001F628F" w:rsidP="00C81DE5">
      <w:pPr>
        <w:pStyle w:val="libNormal"/>
        <w:rPr>
          <w:rtl/>
        </w:rPr>
      </w:pPr>
      <w:r>
        <w:rPr>
          <w:rFonts w:hint="eastAsia"/>
          <w:rtl/>
        </w:rPr>
        <w:t>اسلام</w:t>
      </w:r>
      <w:r>
        <w:rPr>
          <w:rtl/>
        </w:rPr>
        <w:t xml:space="preserve"> :</w:t>
      </w:r>
      <w:r>
        <w:rPr>
          <w:rFonts w:hint="eastAsia"/>
          <w:rtl/>
        </w:rPr>
        <w:t>اسلام</w:t>
      </w:r>
      <w:r>
        <w:rPr>
          <w:rtl/>
        </w:rPr>
        <w:t xml:space="preserve"> كا كردار14</w:t>
      </w:r>
    </w:p>
    <w:p w:rsidR="001F628F" w:rsidRDefault="001F628F" w:rsidP="00C81DE5">
      <w:pPr>
        <w:pStyle w:val="libNormal"/>
        <w:rPr>
          <w:rtl/>
        </w:rPr>
      </w:pPr>
      <w:r>
        <w:rPr>
          <w:rFonts w:hint="eastAsia"/>
          <w:rtl/>
        </w:rPr>
        <w:t>اقدار</w:t>
      </w:r>
      <w:r>
        <w:rPr>
          <w:rtl/>
        </w:rPr>
        <w:t>:</w:t>
      </w:r>
      <w:r>
        <w:rPr>
          <w:rFonts w:hint="eastAsia"/>
          <w:rtl/>
        </w:rPr>
        <w:t>اقدارسے</w:t>
      </w:r>
      <w:r>
        <w:rPr>
          <w:rtl/>
        </w:rPr>
        <w:t xml:space="preserve"> سوء استفادہ كرنا5;اقداركا معيار 14; اقدار كوبيان كرنا14; اقداركوسمجھنے كے اسباب12</w:t>
      </w:r>
    </w:p>
    <w:p w:rsidR="001F628F" w:rsidRDefault="001F628F" w:rsidP="00C81DE5">
      <w:pPr>
        <w:pStyle w:val="libNormal"/>
        <w:rPr>
          <w:rtl/>
        </w:rPr>
      </w:pPr>
      <w:r>
        <w:rPr>
          <w:rFonts w:hint="eastAsia"/>
          <w:rtl/>
        </w:rPr>
        <w:t>اقدار</w:t>
      </w:r>
      <w:r>
        <w:rPr>
          <w:rtl/>
        </w:rPr>
        <w:t xml:space="preserve"> كا مقائسہ كرنا:</w:t>
      </w:r>
      <w:r>
        <w:rPr>
          <w:rFonts w:hint="eastAsia"/>
          <w:rtl/>
        </w:rPr>
        <w:t>اقدار</w:t>
      </w:r>
      <w:r>
        <w:rPr>
          <w:rtl/>
        </w:rPr>
        <w:t xml:space="preserve"> كا مقائسہ كرنے مي</w:t>
      </w:r>
      <w:r w:rsidR="00083993">
        <w:rPr>
          <w:rtl/>
        </w:rPr>
        <w:t xml:space="preserve">ں </w:t>
      </w:r>
      <w:r>
        <w:rPr>
          <w:rtl/>
        </w:rPr>
        <w:t>غلطى كرنا 15</w:t>
      </w:r>
    </w:p>
    <w:p w:rsidR="001F628F" w:rsidRDefault="001F628F" w:rsidP="00C81DE5">
      <w:pPr>
        <w:pStyle w:val="libNormal"/>
        <w:rPr>
          <w:rtl/>
        </w:rPr>
      </w:pPr>
      <w:r>
        <w:rPr>
          <w:rFonts w:hint="eastAsia"/>
          <w:rtl/>
        </w:rPr>
        <w:t>الله</w:t>
      </w:r>
      <w:r>
        <w:rPr>
          <w:rtl/>
        </w:rPr>
        <w:t xml:space="preserve"> تعالى :</w:t>
      </w:r>
      <w:r>
        <w:rPr>
          <w:rFonts w:hint="eastAsia"/>
          <w:rtl/>
        </w:rPr>
        <w:t>الله</w:t>
      </w:r>
      <w:r>
        <w:rPr>
          <w:rtl/>
        </w:rPr>
        <w:t xml:space="preserve"> تعالى كى جزائي</w:t>
      </w:r>
      <w:r w:rsidR="00083993">
        <w:rPr>
          <w:rtl/>
        </w:rPr>
        <w:t xml:space="preserve">ں </w:t>
      </w:r>
      <w:r>
        <w:rPr>
          <w:rtl/>
        </w:rPr>
        <w:t>8;الله تعالى كے ساتھ عہد شكنى كا زمينہ6; الله تعالى كے ساتھ عہدشكنى كا گناہ 1 ; الله تعالى كے ساتھ عہد شكنى كا ممنوع ہونا1;الله تعالى كے ساتھ عہد شكنى كے موانع9</w:t>
      </w:r>
    </w:p>
    <w:p w:rsidR="001F628F" w:rsidRDefault="001F628F" w:rsidP="00C81DE5">
      <w:pPr>
        <w:pStyle w:val="libNormal"/>
        <w:rPr>
          <w:rtl/>
        </w:rPr>
      </w:pPr>
      <w:r>
        <w:rPr>
          <w:rFonts w:hint="eastAsia"/>
          <w:rtl/>
        </w:rPr>
        <w:t>انسان</w:t>
      </w:r>
      <w:r>
        <w:rPr>
          <w:rtl/>
        </w:rPr>
        <w:t>:</w:t>
      </w:r>
      <w:r>
        <w:rPr>
          <w:rFonts w:hint="eastAsia"/>
          <w:rtl/>
        </w:rPr>
        <w:t>انسان</w:t>
      </w:r>
      <w:r>
        <w:rPr>
          <w:rtl/>
        </w:rPr>
        <w:t xml:space="preserve"> كى خطائي</w:t>
      </w:r>
      <w:r w:rsidR="00083993">
        <w:rPr>
          <w:rtl/>
        </w:rPr>
        <w:t xml:space="preserve">ں </w:t>
      </w:r>
      <w:r>
        <w:rPr>
          <w:rtl/>
        </w:rPr>
        <w:t>15;انسان كے مصالح 7 ; انسان كے ميلانات 13</w:t>
      </w:r>
    </w:p>
    <w:p w:rsidR="001F628F" w:rsidRDefault="001F628F" w:rsidP="00C81DE5">
      <w:pPr>
        <w:pStyle w:val="libNormal"/>
        <w:rPr>
          <w:rtl/>
        </w:rPr>
      </w:pPr>
      <w:r>
        <w:rPr>
          <w:rFonts w:hint="eastAsia"/>
          <w:rtl/>
        </w:rPr>
        <w:t>جہالت</w:t>
      </w:r>
      <w:r>
        <w:rPr>
          <w:rtl/>
        </w:rPr>
        <w:t xml:space="preserve"> :</w:t>
      </w:r>
      <w:r>
        <w:rPr>
          <w:rFonts w:hint="eastAsia"/>
          <w:rtl/>
        </w:rPr>
        <w:t>جہالت</w:t>
      </w:r>
      <w:r>
        <w:rPr>
          <w:rtl/>
        </w:rPr>
        <w:t xml:space="preserve"> كى نشانيا</w:t>
      </w:r>
      <w:r w:rsidR="00083993">
        <w:rPr>
          <w:rtl/>
        </w:rPr>
        <w:t xml:space="preserve">ں </w:t>
      </w:r>
      <w:r>
        <w:rPr>
          <w:rtl/>
        </w:rPr>
        <w:t>10</w:t>
      </w:r>
    </w:p>
    <w:p w:rsidR="001F628F" w:rsidRDefault="001F628F" w:rsidP="00C81DE5">
      <w:pPr>
        <w:pStyle w:val="libNormal"/>
        <w:rPr>
          <w:rtl/>
        </w:rPr>
      </w:pPr>
      <w:r>
        <w:rPr>
          <w:rFonts w:hint="eastAsia"/>
          <w:rtl/>
        </w:rPr>
        <w:t>دنيا</w:t>
      </w:r>
      <w:r>
        <w:rPr>
          <w:rtl/>
        </w:rPr>
        <w:t xml:space="preserve"> :</w:t>
      </w:r>
      <w:r>
        <w:rPr>
          <w:rFonts w:hint="eastAsia"/>
          <w:rtl/>
        </w:rPr>
        <w:t>آخرت</w:t>
      </w:r>
      <w:r>
        <w:rPr>
          <w:rtl/>
        </w:rPr>
        <w:t xml:space="preserve"> پر دنيا كو ترجيح دينے كا سبب6_آخرت پر دنيا كو ترجيح دينے كے آثار10</w:t>
      </w:r>
    </w:p>
    <w:p w:rsidR="001F628F" w:rsidRDefault="001F628F" w:rsidP="00C81DE5">
      <w:pPr>
        <w:pStyle w:val="libNormal"/>
        <w:rPr>
          <w:rtl/>
        </w:rPr>
      </w:pPr>
      <w:r>
        <w:rPr>
          <w:rFonts w:hint="eastAsia"/>
          <w:rtl/>
        </w:rPr>
        <w:t>دنيا</w:t>
      </w:r>
      <w:r>
        <w:rPr>
          <w:rtl/>
        </w:rPr>
        <w:t xml:space="preserve"> طلبى :</w:t>
      </w:r>
      <w:r>
        <w:rPr>
          <w:rFonts w:hint="eastAsia"/>
          <w:rtl/>
        </w:rPr>
        <w:t>دنيا</w:t>
      </w:r>
      <w:r>
        <w:rPr>
          <w:rtl/>
        </w:rPr>
        <w:t xml:space="preserve"> طلب كرنے والے2; دنيا طلبى كے آثار 6</w:t>
      </w:r>
    </w:p>
    <w:p w:rsidR="001F628F" w:rsidRDefault="001F628F" w:rsidP="00C81DE5">
      <w:pPr>
        <w:pStyle w:val="libNormal"/>
        <w:rPr>
          <w:rtl/>
        </w:rPr>
      </w:pPr>
      <w:r>
        <w:rPr>
          <w:rFonts w:hint="eastAsia"/>
          <w:rtl/>
        </w:rPr>
        <w:t>دين</w:t>
      </w:r>
      <w:r>
        <w:rPr>
          <w:rtl/>
        </w:rPr>
        <w:t xml:space="preserve"> :</w:t>
      </w:r>
      <w:r>
        <w:rPr>
          <w:rFonts w:hint="eastAsia"/>
          <w:rtl/>
        </w:rPr>
        <w:t>دين</w:t>
      </w:r>
      <w:r>
        <w:rPr>
          <w:rtl/>
        </w:rPr>
        <w:t xml:space="preserve"> سے اعراض كرنے والو</w:t>
      </w:r>
      <w:r w:rsidR="00083993">
        <w:rPr>
          <w:rtl/>
        </w:rPr>
        <w:t xml:space="preserve">ں </w:t>
      </w:r>
      <w:r>
        <w:rPr>
          <w:rtl/>
        </w:rPr>
        <w:t>كى جہالت 11; دين سے اعراض كرنے والو</w:t>
      </w:r>
      <w:r w:rsidR="00083993">
        <w:rPr>
          <w:rtl/>
        </w:rPr>
        <w:t xml:space="preserve">ں </w:t>
      </w:r>
      <w:r>
        <w:rPr>
          <w:rtl/>
        </w:rPr>
        <w:t>كى غفلت 13;دين كى اہميّت 3</w:t>
      </w:r>
    </w:p>
    <w:p w:rsidR="001F628F" w:rsidRDefault="001F628F" w:rsidP="00C81DE5">
      <w:pPr>
        <w:pStyle w:val="libNormal"/>
        <w:rPr>
          <w:rtl/>
        </w:rPr>
      </w:pPr>
      <w:r>
        <w:rPr>
          <w:rFonts w:hint="eastAsia"/>
          <w:rtl/>
        </w:rPr>
        <w:t>دين</w:t>
      </w:r>
      <w:r>
        <w:rPr>
          <w:rtl/>
        </w:rPr>
        <w:t xml:space="preserve"> فروشى :</w:t>
      </w:r>
      <w:r>
        <w:rPr>
          <w:rFonts w:hint="eastAsia"/>
          <w:rtl/>
        </w:rPr>
        <w:t>دين</w:t>
      </w:r>
      <w:r>
        <w:rPr>
          <w:rtl/>
        </w:rPr>
        <w:t xml:space="preserve"> فروشى كے آثار 10</w:t>
      </w:r>
    </w:p>
    <w:p w:rsidR="001F628F" w:rsidRDefault="001F628F" w:rsidP="00C81DE5">
      <w:pPr>
        <w:pStyle w:val="libNormal"/>
        <w:rPr>
          <w:rtl/>
        </w:rPr>
      </w:pPr>
      <w:r>
        <w:rPr>
          <w:rFonts w:hint="eastAsia"/>
          <w:rtl/>
        </w:rPr>
        <w:t>ذكر</w:t>
      </w:r>
      <w:r>
        <w:rPr>
          <w:rtl/>
        </w:rPr>
        <w:t xml:space="preserve"> :</w:t>
      </w:r>
      <w:r>
        <w:rPr>
          <w:rFonts w:hint="eastAsia"/>
          <w:rtl/>
        </w:rPr>
        <w:t>خدا</w:t>
      </w:r>
      <w:r>
        <w:rPr>
          <w:rtl/>
        </w:rPr>
        <w:t xml:space="preserve"> كى جز او </w:t>
      </w:r>
      <w:r w:rsidR="00083993">
        <w:rPr>
          <w:rtl/>
        </w:rPr>
        <w:t xml:space="preserve">ں </w:t>
      </w:r>
      <w:r>
        <w:rPr>
          <w:rtl/>
        </w:rPr>
        <w:t>كے آثار كا ذكر 9</w:t>
      </w:r>
    </w:p>
    <w:p w:rsidR="001F628F" w:rsidRDefault="001F628F" w:rsidP="00C81DE5">
      <w:pPr>
        <w:pStyle w:val="libNormal"/>
        <w:rPr>
          <w:rtl/>
        </w:rPr>
      </w:pPr>
      <w:r>
        <w:rPr>
          <w:rFonts w:hint="eastAsia"/>
          <w:rtl/>
        </w:rPr>
        <w:t>علم</w:t>
      </w:r>
      <w:r>
        <w:rPr>
          <w:rtl/>
        </w:rPr>
        <w:t xml:space="preserve"> :</w:t>
      </w:r>
      <w:r>
        <w:rPr>
          <w:rFonts w:hint="eastAsia"/>
          <w:rtl/>
        </w:rPr>
        <w:t>علم</w:t>
      </w:r>
      <w:r>
        <w:rPr>
          <w:rtl/>
        </w:rPr>
        <w:t xml:space="preserve"> كے اضافہ كے آثار 12</w:t>
      </w:r>
    </w:p>
    <w:p w:rsidR="001F628F" w:rsidRDefault="001F628F" w:rsidP="00C81DE5">
      <w:pPr>
        <w:pStyle w:val="libNormal"/>
        <w:rPr>
          <w:rtl/>
        </w:rPr>
      </w:pPr>
      <w:r>
        <w:rPr>
          <w:rFonts w:hint="eastAsia"/>
          <w:rtl/>
        </w:rPr>
        <w:t>عہد</w:t>
      </w:r>
      <w:r>
        <w:rPr>
          <w:rtl/>
        </w:rPr>
        <w:t xml:space="preserve"> :</w:t>
      </w:r>
      <w:r>
        <w:rPr>
          <w:rFonts w:hint="eastAsia"/>
          <w:rtl/>
        </w:rPr>
        <w:t>عہد</w:t>
      </w:r>
      <w:r>
        <w:rPr>
          <w:rtl/>
        </w:rPr>
        <w:t xml:space="preserve"> سے وفا كرنے والو</w:t>
      </w:r>
      <w:r w:rsidR="00083993">
        <w:rPr>
          <w:rtl/>
        </w:rPr>
        <w:t xml:space="preserve">ں </w:t>
      </w:r>
      <w:r>
        <w:rPr>
          <w:rtl/>
        </w:rPr>
        <w:t>كى پاداش 8_عہدسے وفا كى اہميّت 2</w:t>
      </w:r>
    </w:p>
    <w:p w:rsidR="001F628F" w:rsidRDefault="001F628F" w:rsidP="00C81DE5">
      <w:pPr>
        <w:pStyle w:val="libNormal"/>
        <w:rPr>
          <w:rtl/>
        </w:rPr>
      </w:pPr>
      <w:r>
        <w:rPr>
          <w:rFonts w:hint="eastAsia"/>
          <w:rtl/>
        </w:rPr>
        <w:t>عہد</w:t>
      </w:r>
      <w:r>
        <w:rPr>
          <w:rtl/>
        </w:rPr>
        <w:t xml:space="preserve"> توڑنے والے :</w:t>
      </w:r>
      <w:r>
        <w:rPr>
          <w:rFonts w:hint="eastAsia"/>
          <w:rtl/>
        </w:rPr>
        <w:t>عہد</w:t>
      </w:r>
      <w:r>
        <w:rPr>
          <w:rtl/>
        </w:rPr>
        <w:t xml:space="preserve"> توڑنے والو</w:t>
      </w:r>
      <w:r w:rsidR="00083993">
        <w:rPr>
          <w:rtl/>
        </w:rPr>
        <w:t xml:space="preserve">ں </w:t>
      </w:r>
      <w:r>
        <w:rPr>
          <w:rtl/>
        </w:rPr>
        <w:t>كى تنگ نظرى 4_عہد توڑنے والو</w:t>
      </w:r>
      <w:r w:rsidR="00083993">
        <w:rPr>
          <w:rtl/>
        </w:rPr>
        <w:t xml:space="preserve">ں </w:t>
      </w:r>
      <w:r>
        <w:rPr>
          <w:rtl/>
        </w:rPr>
        <w:t>كى دنيا طلبى 4</w:t>
      </w:r>
    </w:p>
    <w:p w:rsidR="00C81DE5" w:rsidRDefault="001E7F9D" w:rsidP="00F73EDE">
      <w:pPr>
        <w:pStyle w:val="libPoemTini"/>
        <w:rPr>
          <w:rtl/>
        </w:rPr>
      </w:pPr>
      <w:r>
        <w:rPr>
          <w:rtl/>
        </w:rPr>
        <w:cr/>
      </w:r>
      <w:r>
        <w:rPr>
          <w:rtl/>
        </w:rPr>
        <w:br w:type="page"/>
      </w:r>
    </w:p>
    <w:p w:rsidR="001F628F" w:rsidRDefault="001F628F" w:rsidP="00C81DE5">
      <w:pPr>
        <w:pStyle w:val="libNormal"/>
        <w:rPr>
          <w:rtl/>
        </w:rPr>
      </w:pPr>
      <w:r>
        <w:rPr>
          <w:rFonts w:hint="eastAsia"/>
          <w:rtl/>
        </w:rPr>
        <w:lastRenderedPageBreak/>
        <w:t>غافل</w:t>
      </w:r>
      <w:r>
        <w:rPr>
          <w:rtl/>
        </w:rPr>
        <w:t xml:space="preserve"> افراد :</w:t>
      </w:r>
      <w:r>
        <w:rPr>
          <w:rFonts w:hint="eastAsia"/>
          <w:rtl/>
        </w:rPr>
        <w:t>خداكى</w:t>
      </w:r>
      <w:r>
        <w:rPr>
          <w:rtl/>
        </w:rPr>
        <w:t xml:space="preserve"> پاداش سے غافل افراد11</w:t>
      </w:r>
    </w:p>
    <w:p w:rsidR="001F628F" w:rsidRDefault="001F628F" w:rsidP="00C81DE5">
      <w:pPr>
        <w:pStyle w:val="libNormal"/>
        <w:rPr>
          <w:rtl/>
        </w:rPr>
      </w:pPr>
      <w:r>
        <w:rPr>
          <w:rFonts w:hint="eastAsia"/>
          <w:rtl/>
        </w:rPr>
        <w:t>كوتاہ</w:t>
      </w:r>
      <w:r>
        <w:rPr>
          <w:rtl/>
        </w:rPr>
        <w:t xml:space="preserve"> نظرى :</w:t>
      </w:r>
      <w:r>
        <w:rPr>
          <w:rFonts w:hint="eastAsia"/>
          <w:rtl/>
        </w:rPr>
        <w:t>كوتاہ</w:t>
      </w:r>
      <w:r>
        <w:rPr>
          <w:rtl/>
        </w:rPr>
        <w:t xml:space="preserve"> نظرى كے آثار 6</w:t>
      </w:r>
    </w:p>
    <w:p w:rsidR="001F628F" w:rsidRDefault="001F628F" w:rsidP="001F628F">
      <w:pPr>
        <w:pStyle w:val="libNormal"/>
        <w:rPr>
          <w:rtl/>
        </w:rPr>
      </w:pPr>
      <w:r>
        <w:rPr>
          <w:rFonts w:hint="eastAsia"/>
          <w:rtl/>
        </w:rPr>
        <w:t>گناہان</w:t>
      </w:r>
      <w:r>
        <w:rPr>
          <w:rtl/>
        </w:rPr>
        <w:t xml:space="preserve"> كبيرہ: 1</w:t>
      </w:r>
    </w:p>
    <w:p w:rsidR="001F628F" w:rsidRDefault="001F628F" w:rsidP="00C81DE5">
      <w:pPr>
        <w:pStyle w:val="libNormal"/>
        <w:rPr>
          <w:rtl/>
        </w:rPr>
      </w:pPr>
      <w:r>
        <w:rPr>
          <w:rFonts w:hint="eastAsia"/>
          <w:rtl/>
        </w:rPr>
        <w:t>مادى</w:t>
      </w:r>
      <w:r>
        <w:rPr>
          <w:rtl/>
        </w:rPr>
        <w:t xml:space="preserve"> امكانات :</w:t>
      </w:r>
      <w:r>
        <w:rPr>
          <w:rFonts w:hint="eastAsia"/>
          <w:rtl/>
        </w:rPr>
        <w:t>مادى</w:t>
      </w:r>
      <w:r>
        <w:rPr>
          <w:rtl/>
        </w:rPr>
        <w:t xml:space="preserve"> امكانات كى بے وقعتى ،2،3،7</w:t>
      </w:r>
    </w:p>
    <w:p w:rsidR="001F628F" w:rsidRDefault="001F628F" w:rsidP="00C81DE5">
      <w:pPr>
        <w:pStyle w:val="libNormal"/>
        <w:rPr>
          <w:rtl/>
        </w:rPr>
      </w:pPr>
      <w:r>
        <w:rPr>
          <w:rFonts w:hint="eastAsia"/>
          <w:rtl/>
        </w:rPr>
        <w:t>ميلانات</w:t>
      </w:r>
      <w:r>
        <w:rPr>
          <w:rtl/>
        </w:rPr>
        <w:t xml:space="preserve"> :</w:t>
      </w:r>
      <w:r>
        <w:rPr>
          <w:rFonts w:hint="eastAsia"/>
          <w:rtl/>
        </w:rPr>
        <w:t>اقدار</w:t>
      </w:r>
      <w:r>
        <w:rPr>
          <w:rtl/>
        </w:rPr>
        <w:t xml:space="preserve"> كى طرف ميلانات 13</w:t>
      </w:r>
    </w:p>
    <w:p w:rsidR="001F628F" w:rsidRDefault="001F628F" w:rsidP="00C81DE5">
      <w:pPr>
        <w:pStyle w:val="libNormal"/>
        <w:rPr>
          <w:rtl/>
        </w:rPr>
      </w:pPr>
      <w:r>
        <w:rPr>
          <w:rFonts w:hint="eastAsia"/>
          <w:rtl/>
        </w:rPr>
        <w:t>معنويات</w:t>
      </w:r>
      <w:r>
        <w:rPr>
          <w:rtl/>
        </w:rPr>
        <w:t xml:space="preserve"> :</w:t>
      </w:r>
      <w:r>
        <w:rPr>
          <w:rFonts w:hint="eastAsia"/>
          <w:rtl/>
        </w:rPr>
        <w:t>معنويا</w:t>
      </w:r>
      <w:r>
        <w:rPr>
          <w:rtl/>
        </w:rPr>
        <w:t xml:space="preserve"> ت سے سوء استفادہ5; معنويات كى اہميّت 7;معنويات كى قدر وقيمت3</w:t>
      </w:r>
    </w:p>
    <w:p w:rsidR="001F628F" w:rsidRPr="00120F63" w:rsidRDefault="00C81DE5" w:rsidP="00C81DE5">
      <w:pPr>
        <w:pStyle w:val="Heading2Center"/>
        <w:rPr>
          <w:rtl/>
        </w:rPr>
      </w:pPr>
      <w:bookmarkStart w:id="242" w:name="_Toc28081920"/>
      <w:r>
        <w:rPr>
          <w:rFonts w:hint="cs"/>
          <w:rtl/>
        </w:rPr>
        <w:t xml:space="preserve">آیت </w:t>
      </w:r>
      <w:r w:rsidRPr="00120F63">
        <w:rPr>
          <w:rFonts w:hint="cs"/>
          <w:rtl/>
        </w:rPr>
        <w:t>96</w:t>
      </w:r>
      <w:bookmarkEnd w:id="242"/>
    </w:p>
    <w:p w:rsidR="001F628F" w:rsidRDefault="00E260F9" w:rsidP="00C81DE5">
      <w:pPr>
        <w:pStyle w:val="libNormal"/>
        <w:rPr>
          <w:rtl/>
        </w:rPr>
      </w:pPr>
      <w:r w:rsidRPr="00E260F9">
        <w:rPr>
          <w:rStyle w:val="libAlaemChar"/>
          <w:rFonts w:hint="eastAsia"/>
          <w:rtl/>
        </w:rPr>
        <w:t>(</w:t>
      </w:r>
      <w:r w:rsidRPr="00C81DE5">
        <w:rPr>
          <w:rStyle w:val="libAieChar"/>
          <w:rFonts w:hint="eastAsia"/>
          <w:rtl/>
        </w:rPr>
        <w:t>مَا</w:t>
      </w:r>
      <w:r w:rsidRPr="00C81DE5">
        <w:rPr>
          <w:rStyle w:val="libAieChar"/>
          <w:rtl/>
        </w:rPr>
        <w:t xml:space="preserve"> عِندَكُمْ يَنفَدُ وَمَا عِندَ اللّهِ بَاقٍ وَلَنَجْزِيَنَّ الَّذِينَ صَبَرُواْ أَجْرَهُم بِأَحْسَنِ مَا كَانُواْ يَعْمَلُونَ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w:t>
      </w:r>
      <w:r>
        <w:rPr>
          <w:rtl/>
        </w:rPr>
        <w:t xml:space="preserve"> كچھ تمھارے پاس ہے وہ سب خرچ ہوجائے گا اور جو كچھ اللہ كے پاس ہے وہى باقى رہنے والا ہے اور ہم يقينا صبر كرنے والو</w:t>
      </w:r>
      <w:r w:rsidR="00083993">
        <w:rPr>
          <w:rtl/>
        </w:rPr>
        <w:t xml:space="preserve">ں </w:t>
      </w:r>
      <w:r>
        <w:rPr>
          <w:rtl/>
        </w:rPr>
        <w:t>كو ان كے اعمال سے بہتر جزا عطا كري</w:t>
      </w:r>
      <w:r w:rsidR="00083993">
        <w:rPr>
          <w:rtl/>
        </w:rPr>
        <w:t xml:space="preserve">ں </w:t>
      </w:r>
      <w:r>
        <w:rPr>
          <w:rtl/>
        </w:rPr>
        <w:t>گے _</w:t>
      </w:r>
    </w:p>
    <w:p w:rsidR="001F628F" w:rsidRDefault="001F628F" w:rsidP="001F628F">
      <w:pPr>
        <w:pStyle w:val="libNormal"/>
        <w:rPr>
          <w:rtl/>
        </w:rPr>
      </w:pPr>
      <w:r>
        <w:rPr>
          <w:rtl/>
        </w:rPr>
        <w:t>1_انسان كا حاصل كردہ مادى مال ومتاع فنا ہونے والے اور معنوى مقدسات اور الہى جزائي</w:t>
      </w:r>
      <w:r w:rsidR="00083993">
        <w:rPr>
          <w:rtl/>
        </w:rPr>
        <w:t xml:space="preserve">ں </w:t>
      </w:r>
      <w:r>
        <w:rPr>
          <w:rtl/>
        </w:rPr>
        <w:t>باقى اور جاودانى ہي</w:t>
      </w:r>
      <w:r w:rsidR="00083993">
        <w:rPr>
          <w:rtl/>
        </w:rPr>
        <w:t xml:space="preserve">ں </w:t>
      </w:r>
      <w:r>
        <w:rPr>
          <w:rtl/>
        </w:rPr>
        <w:t>_</w:t>
      </w:r>
    </w:p>
    <w:p w:rsidR="001F628F" w:rsidRDefault="001F628F" w:rsidP="00C81DE5">
      <w:pPr>
        <w:pStyle w:val="libArabic"/>
        <w:rPr>
          <w:rtl/>
        </w:rPr>
      </w:pPr>
      <w:r>
        <w:rPr>
          <w:rFonts w:hint="eastAsia"/>
          <w:rtl/>
        </w:rPr>
        <w:t>ما</w:t>
      </w:r>
      <w:r>
        <w:rPr>
          <w:rtl/>
        </w:rPr>
        <w:t xml:space="preserve"> عندكم ينفد و ما عندالله باق</w:t>
      </w:r>
    </w:p>
    <w:p w:rsidR="001F628F" w:rsidRDefault="001F628F" w:rsidP="001F628F">
      <w:pPr>
        <w:pStyle w:val="libNormal"/>
        <w:rPr>
          <w:rtl/>
        </w:rPr>
      </w:pPr>
      <w:r>
        <w:rPr>
          <w:rtl/>
        </w:rPr>
        <w:t>2_معنوى مقدسات اور الہى پاداش كى جاودانيت ان كى مادى مال ومتاع پرمطلق برترى كا راز ہے_</w:t>
      </w:r>
    </w:p>
    <w:p w:rsidR="001F628F" w:rsidRDefault="001F628F" w:rsidP="001F628F">
      <w:pPr>
        <w:pStyle w:val="libNormal"/>
        <w:rPr>
          <w:rtl/>
        </w:rPr>
      </w:pPr>
      <w:r w:rsidRPr="00C81DE5">
        <w:rPr>
          <w:rStyle w:val="libArabicChar"/>
          <w:rFonts w:hint="eastAsia"/>
          <w:rtl/>
        </w:rPr>
        <w:t>انّما</w:t>
      </w:r>
      <w:r w:rsidRPr="00C81DE5">
        <w:rPr>
          <w:rStyle w:val="libArabicChar"/>
          <w:rtl/>
        </w:rPr>
        <w:t xml:space="preserve"> عندكم </w:t>
      </w:r>
      <w:r w:rsidR="00120F63" w:rsidRPr="00B2551F">
        <w:rPr>
          <w:rStyle w:val="libArabicChar"/>
          <w:rFonts w:hint="cs"/>
          <w:rtl/>
        </w:rPr>
        <w:t>ه</w:t>
      </w:r>
      <w:r w:rsidRPr="00C81DE5">
        <w:rPr>
          <w:rStyle w:val="libArabicChar"/>
          <w:rFonts w:hint="cs"/>
          <w:rtl/>
        </w:rPr>
        <w:t>و</w:t>
      </w:r>
      <w:r w:rsidRPr="00C81DE5">
        <w:rPr>
          <w:rStyle w:val="libArabicChar"/>
          <w:rtl/>
        </w:rPr>
        <w:t xml:space="preserve"> </w:t>
      </w:r>
      <w:r w:rsidRPr="00C81DE5">
        <w:rPr>
          <w:rStyle w:val="libArabicChar"/>
          <w:rFonts w:hint="cs"/>
          <w:rtl/>
        </w:rPr>
        <w:t>خير</w:t>
      </w:r>
      <w:r w:rsidRPr="00C81DE5">
        <w:rPr>
          <w:rStyle w:val="libArabicChar"/>
          <w:rtl/>
        </w:rPr>
        <w:t xml:space="preserve"> </w:t>
      </w:r>
      <w:r w:rsidRPr="00C81DE5">
        <w:rPr>
          <w:rStyle w:val="libArabicChar"/>
          <w:rFonts w:hint="cs"/>
          <w:rtl/>
        </w:rPr>
        <w:t>لكم</w:t>
      </w:r>
      <w:r w:rsidRPr="00C81DE5">
        <w:rPr>
          <w:rStyle w:val="libArabicChar"/>
          <w:rtl/>
        </w:rPr>
        <w:t xml:space="preserve"> </w:t>
      </w:r>
      <w:r w:rsidRPr="00C81DE5">
        <w:rPr>
          <w:rStyle w:val="libArabicChar"/>
          <w:rFonts w:hint="cs"/>
          <w:rtl/>
        </w:rPr>
        <w:t>ما</w:t>
      </w:r>
      <w:r w:rsidRPr="00C81DE5">
        <w:rPr>
          <w:rStyle w:val="libArabicChar"/>
          <w:rtl/>
        </w:rPr>
        <w:t xml:space="preserve"> </w:t>
      </w:r>
      <w:r w:rsidRPr="00C81DE5">
        <w:rPr>
          <w:rStyle w:val="libArabicChar"/>
          <w:rFonts w:hint="cs"/>
          <w:rtl/>
        </w:rPr>
        <w:t>عندكم</w:t>
      </w:r>
      <w:r w:rsidRPr="00C81DE5">
        <w:rPr>
          <w:rStyle w:val="libArabicChar"/>
          <w:rtl/>
        </w:rPr>
        <w:t xml:space="preserve"> </w:t>
      </w:r>
      <w:r w:rsidRPr="00C81DE5">
        <w:rPr>
          <w:rStyle w:val="libArabicChar"/>
          <w:rFonts w:hint="cs"/>
          <w:rtl/>
        </w:rPr>
        <w:t>ينفد</w:t>
      </w:r>
      <w:r w:rsidRPr="00C81DE5">
        <w:rPr>
          <w:rStyle w:val="libArabicChar"/>
          <w:rtl/>
        </w:rPr>
        <w:t xml:space="preserve"> </w:t>
      </w:r>
      <w:r w:rsidRPr="00C81DE5">
        <w:rPr>
          <w:rStyle w:val="libArabicChar"/>
          <w:rFonts w:hint="cs"/>
          <w:rtl/>
        </w:rPr>
        <w:t>وما</w:t>
      </w:r>
      <w:r w:rsidRPr="00C81DE5">
        <w:rPr>
          <w:rStyle w:val="libArabicChar"/>
          <w:rtl/>
        </w:rPr>
        <w:t xml:space="preserve"> </w:t>
      </w:r>
      <w:r w:rsidRPr="00C81DE5">
        <w:rPr>
          <w:rStyle w:val="libArabicChar"/>
          <w:rFonts w:hint="cs"/>
          <w:rtl/>
        </w:rPr>
        <w:t>عندال</w:t>
      </w:r>
      <w:r w:rsidRPr="00C81DE5">
        <w:rPr>
          <w:rStyle w:val="libArabicChar"/>
          <w:rtl/>
        </w:rPr>
        <w:t>له باق</w:t>
      </w:r>
      <w:r>
        <w:rPr>
          <w:rtl/>
        </w:rPr>
        <w:t>:</w:t>
      </w:r>
    </w:p>
    <w:p w:rsidR="00C81DE5" w:rsidRDefault="00C81DE5" w:rsidP="00C81DE5">
      <w:pPr>
        <w:pStyle w:val="libNormal"/>
        <w:rPr>
          <w:rtl/>
        </w:rPr>
      </w:pPr>
      <w:r>
        <w:rPr>
          <w:rtl/>
        </w:rPr>
        <w:t>3_خداوند عالم صابرين كے ہر نيك عمل كے مطابق انہيں بہترين جزا دے گا_</w:t>
      </w:r>
    </w:p>
    <w:p w:rsidR="00C81DE5" w:rsidRDefault="00C81DE5" w:rsidP="00C81DE5">
      <w:pPr>
        <w:pStyle w:val="libArabic"/>
        <w:rPr>
          <w:rtl/>
        </w:rPr>
      </w:pPr>
      <w:r>
        <w:rPr>
          <w:rFonts w:hint="eastAsia"/>
          <w:rtl/>
        </w:rPr>
        <w:t>ولنجزينّ</w:t>
      </w:r>
      <w:r>
        <w:rPr>
          <w:rtl/>
        </w:rPr>
        <w:t xml:space="preserve"> الذين صبروا اجر</w:t>
      </w:r>
      <w:r w:rsidR="00120F63" w:rsidRPr="00ED5DE8">
        <w:rPr>
          <w:rFonts w:hint="cs"/>
          <w:rtl/>
        </w:rPr>
        <w:t>ه</w:t>
      </w:r>
      <w:r>
        <w:rPr>
          <w:rFonts w:hint="cs"/>
          <w:rtl/>
        </w:rPr>
        <w:t>م</w:t>
      </w:r>
      <w:r>
        <w:rPr>
          <w:rtl/>
        </w:rPr>
        <w:t xml:space="preserve"> </w:t>
      </w:r>
      <w:r>
        <w:rPr>
          <w:rFonts w:hint="cs"/>
          <w:rtl/>
        </w:rPr>
        <w:t>باح</w:t>
      </w:r>
      <w:r>
        <w:rPr>
          <w:rtl/>
        </w:rPr>
        <w:t>سن ما كانوايعملون</w:t>
      </w:r>
    </w:p>
    <w:p w:rsidR="00C81DE5" w:rsidRDefault="00C81DE5" w:rsidP="00C81DE5">
      <w:pPr>
        <w:pStyle w:val="libNormal"/>
        <w:rPr>
          <w:rtl/>
        </w:rPr>
      </w:pPr>
      <w:r>
        <w:rPr>
          <w:rtl/>
        </w:rPr>
        <w:t>4_ہرنيك عمل نيكى ميں مختلف مراتب اور گوناگوں اور متناسب پاداش كا حامل ہے _</w:t>
      </w:r>
    </w:p>
    <w:p w:rsidR="00C81DE5" w:rsidRDefault="00C81DE5" w:rsidP="00C81DE5">
      <w:pPr>
        <w:pStyle w:val="libArabic"/>
        <w:rPr>
          <w:rtl/>
        </w:rPr>
      </w:pPr>
      <w:r>
        <w:rPr>
          <w:rFonts w:hint="eastAsia"/>
          <w:rtl/>
        </w:rPr>
        <w:t>ولنجزينّ</w:t>
      </w:r>
      <w:r>
        <w:rPr>
          <w:rtl/>
        </w:rPr>
        <w:t xml:space="preserve"> الذين صبروا ا جر</w:t>
      </w:r>
      <w:r w:rsidR="00120F63" w:rsidRPr="00ED5DE8">
        <w:rPr>
          <w:rFonts w:hint="cs"/>
          <w:rtl/>
        </w:rPr>
        <w:t>ه</w:t>
      </w:r>
      <w:r>
        <w:rPr>
          <w:rFonts w:hint="cs"/>
          <w:rtl/>
        </w:rPr>
        <w:t>م</w:t>
      </w:r>
      <w:r>
        <w:rPr>
          <w:rtl/>
        </w:rPr>
        <w:t xml:space="preserve"> </w:t>
      </w:r>
      <w:r>
        <w:rPr>
          <w:rFonts w:hint="cs"/>
          <w:rtl/>
        </w:rPr>
        <w:t>با</w:t>
      </w:r>
      <w:r>
        <w:rPr>
          <w:rtl/>
        </w:rPr>
        <w:t xml:space="preserve"> </w:t>
      </w:r>
      <w:r>
        <w:rPr>
          <w:rFonts w:hint="cs"/>
          <w:rtl/>
        </w:rPr>
        <w:t>حسن</w:t>
      </w:r>
      <w:r>
        <w:rPr>
          <w:rtl/>
        </w:rPr>
        <w:t xml:space="preserve"> </w:t>
      </w:r>
      <w:r>
        <w:rPr>
          <w:rFonts w:hint="cs"/>
          <w:rtl/>
        </w:rPr>
        <w:t>ما</w:t>
      </w:r>
      <w:r>
        <w:rPr>
          <w:rtl/>
        </w:rPr>
        <w:t xml:space="preserve"> </w:t>
      </w:r>
      <w:r>
        <w:rPr>
          <w:rFonts w:hint="cs"/>
          <w:rtl/>
        </w:rPr>
        <w:t>كانوا</w:t>
      </w:r>
      <w:r>
        <w:rPr>
          <w:rtl/>
        </w:rPr>
        <w:t xml:space="preserve"> يعملون</w:t>
      </w:r>
    </w:p>
    <w:p w:rsidR="00C81DE5" w:rsidRDefault="00C81DE5" w:rsidP="00C81DE5">
      <w:pPr>
        <w:pStyle w:val="libNormal"/>
        <w:rPr>
          <w:rtl/>
        </w:rPr>
      </w:pPr>
      <w:r>
        <w:rPr>
          <w:rFonts w:hint="eastAsia"/>
          <w:rtl/>
        </w:rPr>
        <w:t>يہ</w:t>
      </w:r>
      <w:r>
        <w:rPr>
          <w:rtl/>
        </w:rPr>
        <w:t xml:space="preserve"> جو خداوند عالم صبر كرنے والوں كو ان كے نتيجہ ميں بہترين نوعيت كى جزا دے گا اس چيز پر علامت ہے كہ ہر نيك عمل مختلف انواع ومراتب كا حامل ہے كہ خداوند عالم نے مقام جزا ميں ان كى بہترين نوعيت كو معيار قرار ديا ہے اور صابرين كو عطا كرے گا_</w:t>
      </w:r>
    </w:p>
    <w:p w:rsidR="00C81DE5" w:rsidRDefault="001E7F9D" w:rsidP="00F73EDE">
      <w:pPr>
        <w:pStyle w:val="libPoemTini"/>
        <w:rPr>
          <w:rtl/>
        </w:rPr>
      </w:pPr>
      <w:r>
        <w:rPr>
          <w:rtl/>
        </w:rPr>
        <w:br w:type="page"/>
      </w:r>
    </w:p>
    <w:p w:rsidR="001F628F" w:rsidRDefault="001F628F" w:rsidP="001F628F">
      <w:pPr>
        <w:pStyle w:val="libNormal"/>
        <w:rPr>
          <w:rtl/>
        </w:rPr>
      </w:pPr>
      <w:r>
        <w:rPr>
          <w:rtl/>
        </w:rPr>
        <w:lastRenderedPageBreak/>
        <w:t>5_صبر كرنے والے خداوند عالم كے خصوصى لطف و كرم سے بہرہ مند ہي</w:t>
      </w:r>
      <w:r w:rsidR="00083993">
        <w:rPr>
          <w:rtl/>
        </w:rPr>
        <w:t xml:space="preserve">ں </w:t>
      </w:r>
      <w:r>
        <w:rPr>
          <w:rtl/>
        </w:rPr>
        <w:t>_</w:t>
      </w:r>
    </w:p>
    <w:p w:rsidR="001F628F" w:rsidRDefault="001F628F" w:rsidP="00C81DE5">
      <w:pPr>
        <w:pStyle w:val="libArabic"/>
        <w:rPr>
          <w:rtl/>
        </w:rPr>
      </w:pPr>
      <w:r>
        <w:rPr>
          <w:rFonts w:hint="eastAsia"/>
          <w:rtl/>
        </w:rPr>
        <w:t>ولنجزينّ</w:t>
      </w:r>
      <w:r>
        <w:rPr>
          <w:rtl/>
        </w:rPr>
        <w:t xml:space="preserve"> الذين صبروا اجر</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ما</w:t>
      </w:r>
      <w:r>
        <w:rPr>
          <w:rtl/>
        </w:rPr>
        <w:t xml:space="preserve"> </w:t>
      </w:r>
      <w:r>
        <w:rPr>
          <w:rFonts w:hint="cs"/>
          <w:rtl/>
        </w:rPr>
        <w:t>كانوا</w:t>
      </w:r>
      <w:r>
        <w:rPr>
          <w:rtl/>
        </w:rPr>
        <w:t xml:space="preserve"> يعملون</w:t>
      </w:r>
    </w:p>
    <w:p w:rsidR="001F628F" w:rsidRDefault="001F628F" w:rsidP="001F628F">
      <w:pPr>
        <w:pStyle w:val="libNormal"/>
        <w:rPr>
          <w:rtl/>
        </w:rPr>
      </w:pPr>
      <w:r>
        <w:rPr>
          <w:rtl/>
        </w:rPr>
        <w:t xml:space="preserve">6_تعہّدات اور پيمان كى پاسداري، برترين الہى جزاو </w:t>
      </w:r>
      <w:r w:rsidR="00083993">
        <w:rPr>
          <w:rtl/>
        </w:rPr>
        <w:t xml:space="preserve">ں </w:t>
      </w:r>
      <w:r>
        <w:rPr>
          <w:rtl/>
        </w:rPr>
        <w:t>سے بہرہ مند ہونے كا سبب ہے _</w:t>
      </w:r>
    </w:p>
    <w:p w:rsidR="001F628F" w:rsidRDefault="001F628F" w:rsidP="00C81DE5">
      <w:pPr>
        <w:pStyle w:val="libArabic"/>
        <w:rPr>
          <w:rtl/>
        </w:rPr>
      </w:pPr>
      <w:r>
        <w:rPr>
          <w:rFonts w:hint="eastAsia"/>
          <w:rtl/>
        </w:rPr>
        <w:t>ولا</w:t>
      </w:r>
      <w:r>
        <w:rPr>
          <w:rtl/>
        </w:rPr>
        <w:t xml:space="preserve"> تشتروا بع</w:t>
      </w:r>
      <w:r w:rsidR="00120F63" w:rsidRPr="00ED5DE8">
        <w:rPr>
          <w:rFonts w:hint="cs"/>
          <w:rtl/>
        </w:rPr>
        <w:t>ه</w:t>
      </w:r>
      <w:r>
        <w:rPr>
          <w:rFonts w:hint="cs"/>
          <w:rtl/>
        </w:rPr>
        <w:t>دالله</w:t>
      </w:r>
      <w:r>
        <w:rPr>
          <w:rtl/>
        </w:rPr>
        <w:t xml:space="preserve"> </w:t>
      </w:r>
      <w:r>
        <w:rPr>
          <w:rFonts w:hint="cs"/>
          <w:rtl/>
        </w:rPr>
        <w:t>ثمناًقليلاًولنجزينّ</w:t>
      </w:r>
      <w:r>
        <w:rPr>
          <w:rtl/>
        </w:rPr>
        <w:t xml:space="preserve"> </w:t>
      </w:r>
      <w:r>
        <w:rPr>
          <w:rFonts w:hint="cs"/>
          <w:rtl/>
        </w:rPr>
        <w:t>الذين</w:t>
      </w:r>
      <w:r>
        <w:rPr>
          <w:rtl/>
        </w:rPr>
        <w:t xml:space="preserve"> </w:t>
      </w:r>
      <w:r>
        <w:rPr>
          <w:rFonts w:hint="cs"/>
          <w:rtl/>
        </w:rPr>
        <w:t>صبروا</w:t>
      </w:r>
      <w:r>
        <w:rPr>
          <w:rtl/>
        </w:rPr>
        <w:t xml:space="preserve"> </w:t>
      </w:r>
      <w:r>
        <w:rPr>
          <w:rFonts w:hint="cs"/>
          <w:rtl/>
        </w:rPr>
        <w:t>اجر</w:t>
      </w:r>
      <w:r w:rsidR="00120F63" w:rsidRPr="00ED5DE8">
        <w:rPr>
          <w:rFonts w:hint="cs"/>
          <w:rtl/>
        </w:rPr>
        <w:t>ه</w:t>
      </w:r>
      <w:r>
        <w:rPr>
          <w:rFonts w:hint="cs"/>
          <w:rtl/>
        </w:rPr>
        <w:t>م</w:t>
      </w:r>
      <w:r>
        <w:rPr>
          <w:rtl/>
        </w:rPr>
        <w:t xml:space="preserve"> </w:t>
      </w:r>
      <w:r>
        <w:rPr>
          <w:rFonts w:hint="cs"/>
          <w:rtl/>
        </w:rPr>
        <w:t>با</w:t>
      </w:r>
      <w:r>
        <w:rPr>
          <w:rtl/>
        </w:rPr>
        <w:t xml:space="preserve"> </w:t>
      </w:r>
      <w:r>
        <w:rPr>
          <w:rFonts w:hint="cs"/>
          <w:rtl/>
        </w:rPr>
        <w:t>حسن</w:t>
      </w:r>
      <w:r>
        <w:rPr>
          <w:rtl/>
        </w:rPr>
        <w:t xml:space="preserve"> </w:t>
      </w:r>
      <w:r>
        <w:rPr>
          <w:rFonts w:hint="cs"/>
          <w:rtl/>
        </w:rPr>
        <w:t>ما</w:t>
      </w:r>
      <w:r>
        <w:rPr>
          <w:rtl/>
        </w:rPr>
        <w:t xml:space="preserve"> </w:t>
      </w:r>
      <w:r>
        <w:rPr>
          <w:rFonts w:hint="cs"/>
          <w:rtl/>
        </w:rPr>
        <w:t>كانوا</w:t>
      </w:r>
      <w:r>
        <w:rPr>
          <w:rtl/>
        </w:rPr>
        <w:t xml:space="preserve"> يعملون</w:t>
      </w:r>
    </w:p>
    <w:p w:rsidR="001F628F" w:rsidRDefault="001F628F" w:rsidP="001F628F">
      <w:pPr>
        <w:pStyle w:val="libNormal"/>
        <w:rPr>
          <w:rtl/>
        </w:rPr>
      </w:pPr>
      <w:r>
        <w:rPr>
          <w:rtl/>
        </w:rPr>
        <w:t xml:space="preserve">7_خداوند كى جاودانى جزاو </w:t>
      </w:r>
      <w:r w:rsidR="00083993">
        <w:rPr>
          <w:rtl/>
        </w:rPr>
        <w:t xml:space="preserve">ں </w:t>
      </w:r>
      <w:r>
        <w:rPr>
          <w:rtl/>
        </w:rPr>
        <w:t>تك پہنچے كى اميد سے ماديات سے دست بردار ہونا، صبر وشكيبائي كا محتاج ہے _</w:t>
      </w:r>
    </w:p>
    <w:p w:rsidR="001F628F" w:rsidRDefault="001F628F" w:rsidP="00C81DE5">
      <w:pPr>
        <w:pStyle w:val="libArabic"/>
        <w:rPr>
          <w:rtl/>
        </w:rPr>
      </w:pPr>
      <w:r>
        <w:rPr>
          <w:rFonts w:hint="eastAsia"/>
          <w:rtl/>
        </w:rPr>
        <w:t>ما</w:t>
      </w:r>
      <w:r>
        <w:rPr>
          <w:rtl/>
        </w:rPr>
        <w:t xml:space="preserve"> عندكم ينفذ وما عنداللّ</w:t>
      </w:r>
      <w:r w:rsidR="00120F63" w:rsidRPr="00ED5DE8">
        <w:rPr>
          <w:rFonts w:hint="cs"/>
          <w:rtl/>
        </w:rPr>
        <w:t>ه</w:t>
      </w:r>
      <w:r>
        <w:rPr>
          <w:rtl/>
        </w:rPr>
        <w:t xml:space="preserve"> </w:t>
      </w:r>
      <w:r>
        <w:rPr>
          <w:rFonts w:hint="cs"/>
          <w:rtl/>
        </w:rPr>
        <w:t>باق</w:t>
      </w:r>
      <w:r>
        <w:rPr>
          <w:rtl/>
        </w:rPr>
        <w:t xml:space="preserve"> </w:t>
      </w:r>
      <w:r>
        <w:rPr>
          <w:rFonts w:hint="cs"/>
          <w:rtl/>
        </w:rPr>
        <w:t>ولنجزينّ</w:t>
      </w:r>
      <w:r>
        <w:rPr>
          <w:rtl/>
        </w:rPr>
        <w:t xml:space="preserve"> </w:t>
      </w:r>
      <w:r>
        <w:rPr>
          <w:rFonts w:hint="cs"/>
          <w:rtl/>
        </w:rPr>
        <w:t>الذين</w:t>
      </w:r>
      <w:r>
        <w:rPr>
          <w:rtl/>
        </w:rPr>
        <w:t xml:space="preserve"> </w:t>
      </w:r>
      <w:r>
        <w:rPr>
          <w:rFonts w:hint="cs"/>
          <w:rtl/>
        </w:rPr>
        <w:t>صبروا</w:t>
      </w:r>
      <w:r>
        <w:rPr>
          <w:rtl/>
        </w:rPr>
        <w:t xml:space="preserve"> </w:t>
      </w:r>
      <w:r>
        <w:rPr>
          <w:rFonts w:hint="cs"/>
          <w:rtl/>
        </w:rPr>
        <w:t>اجر</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ما</w:t>
      </w:r>
      <w:r>
        <w:rPr>
          <w:rtl/>
        </w:rPr>
        <w:t xml:space="preserve"> </w:t>
      </w:r>
      <w:r>
        <w:rPr>
          <w:rFonts w:hint="cs"/>
          <w:rtl/>
        </w:rPr>
        <w:t>كانوا</w:t>
      </w:r>
      <w:r>
        <w:rPr>
          <w:rtl/>
        </w:rPr>
        <w:t>يعملون</w:t>
      </w:r>
    </w:p>
    <w:p w:rsidR="001F628F" w:rsidRDefault="001F628F" w:rsidP="001F628F">
      <w:pPr>
        <w:pStyle w:val="libNormal"/>
        <w:rPr>
          <w:rtl/>
        </w:rPr>
      </w:pPr>
      <w:r>
        <w:rPr>
          <w:rFonts w:hint="eastAsia"/>
          <w:rtl/>
        </w:rPr>
        <w:t>ماديات</w:t>
      </w:r>
      <w:r>
        <w:rPr>
          <w:rtl/>
        </w:rPr>
        <w:t xml:space="preserve"> كے فنا ہونے اور معنويات كى جاودانيت كا تذكر اور پھر صبر وشكيبائي كے مسئلہ كو پيش كرنے سے معلوم ہوتا ہے كہ ماديات كو چھوڑنا اور اخروى نعمتو</w:t>
      </w:r>
      <w:r w:rsidR="00083993">
        <w:rPr>
          <w:rtl/>
        </w:rPr>
        <w:t xml:space="preserve">ں </w:t>
      </w:r>
      <w:r>
        <w:rPr>
          <w:rtl/>
        </w:rPr>
        <w:t>سے دل لگانا، صبر كا محتاج ہے _</w:t>
      </w:r>
    </w:p>
    <w:p w:rsidR="001F628F" w:rsidRDefault="001F628F" w:rsidP="001F628F">
      <w:pPr>
        <w:pStyle w:val="libNormal"/>
        <w:rPr>
          <w:rtl/>
        </w:rPr>
      </w:pPr>
      <w:r>
        <w:rPr>
          <w:rtl/>
        </w:rPr>
        <w:t>8_ايسا عمل جو سختى ،تسلسل صبر او ر استقامت كے ساتھ انجام پائے وہ عظيم قدر وقيمت كا حامل ہے_</w:t>
      </w:r>
    </w:p>
    <w:p w:rsidR="001F628F" w:rsidRDefault="001F628F" w:rsidP="00C81DE5">
      <w:pPr>
        <w:pStyle w:val="libArabic"/>
        <w:rPr>
          <w:rtl/>
        </w:rPr>
      </w:pPr>
      <w:r>
        <w:rPr>
          <w:rFonts w:hint="eastAsia"/>
          <w:rtl/>
        </w:rPr>
        <w:t>ّولنجزينّ</w:t>
      </w:r>
      <w:r>
        <w:rPr>
          <w:rtl/>
        </w:rPr>
        <w:t xml:space="preserve"> الذين صبروا ا جر</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ما</w:t>
      </w:r>
      <w:r>
        <w:rPr>
          <w:rtl/>
        </w:rPr>
        <w:t xml:space="preserve"> </w:t>
      </w:r>
      <w:r>
        <w:rPr>
          <w:rFonts w:hint="cs"/>
          <w:rtl/>
        </w:rPr>
        <w:t>كانوا</w:t>
      </w:r>
      <w:r>
        <w:rPr>
          <w:rtl/>
        </w:rPr>
        <w:t xml:space="preserve"> يعملون</w:t>
      </w:r>
    </w:p>
    <w:p w:rsidR="001F628F" w:rsidRDefault="001F628F" w:rsidP="001F628F">
      <w:pPr>
        <w:pStyle w:val="libNormal"/>
        <w:rPr>
          <w:rtl/>
        </w:rPr>
      </w:pPr>
      <w:r>
        <w:rPr>
          <w:rtl/>
        </w:rPr>
        <w:t>9_انسانى سعادت اور بارگاہ الہى مي</w:t>
      </w:r>
      <w:r w:rsidR="00083993">
        <w:rPr>
          <w:rtl/>
        </w:rPr>
        <w:t xml:space="preserve">ں </w:t>
      </w:r>
      <w:r>
        <w:rPr>
          <w:rtl/>
        </w:rPr>
        <w:t>بلند مقام كے حصول مي</w:t>
      </w:r>
      <w:r w:rsidR="00083993">
        <w:rPr>
          <w:rtl/>
        </w:rPr>
        <w:t xml:space="preserve">ں </w:t>
      </w:r>
      <w:r>
        <w:rPr>
          <w:rtl/>
        </w:rPr>
        <w:t>صبر واستقامت كا اہم كردار ہے _</w:t>
      </w:r>
    </w:p>
    <w:p w:rsidR="001F628F" w:rsidRDefault="001F628F" w:rsidP="00C81DE5">
      <w:pPr>
        <w:pStyle w:val="libArabic"/>
        <w:rPr>
          <w:rtl/>
        </w:rPr>
      </w:pPr>
      <w:r>
        <w:rPr>
          <w:rFonts w:hint="eastAsia"/>
          <w:rtl/>
        </w:rPr>
        <w:t>ولنجرينّ</w:t>
      </w:r>
      <w:r>
        <w:rPr>
          <w:rtl/>
        </w:rPr>
        <w:t xml:space="preserve"> الذين صبروا ا جر</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w:t>
      </w:r>
      <w:r>
        <w:rPr>
          <w:rtl/>
        </w:rPr>
        <w:t>ا كانوا يعملون</w:t>
      </w:r>
    </w:p>
    <w:p w:rsidR="001F628F" w:rsidRDefault="001F628F" w:rsidP="001F628F">
      <w:pPr>
        <w:pStyle w:val="libNormal"/>
        <w:rPr>
          <w:rtl/>
        </w:rPr>
      </w:pPr>
      <w:r>
        <w:rPr>
          <w:rFonts w:hint="eastAsia"/>
          <w:rtl/>
        </w:rPr>
        <w:t>جزا</w:t>
      </w:r>
      <w:r>
        <w:rPr>
          <w:rtl/>
        </w:rPr>
        <w:t xml:space="preserve"> اور معنوى مقام تك رسائي كے ليے مؤمنين كى بہترين اور خوب صفات مي</w:t>
      </w:r>
      <w:r w:rsidR="00083993">
        <w:rPr>
          <w:rtl/>
        </w:rPr>
        <w:t xml:space="preserve">ں </w:t>
      </w:r>
      <w:r>
        <w:rPr>
          <w:rtl/>
        </w:rPr>
        <w:t>سے صبر واستقامت كى صفت كا خصوصى طور پر ذكر كرنے سے مذكو رہ مطلب كا استفادہ ہوتاہے _</w:t>
      </w:r>
    </w:p>
    <w:p w:rsidR="001F628F" w:rsidRDefault="001F628F" w:rsidP="00C81DE5">
      <w:pPr>
        <w:pStyle w:val="libNormal"/>
        <w:rPr>
          <w:rtl/>
        </w:rPr>
      </w:pPr>
      <w:r>
        <w:rPr>
          <w:rtl/>
        </w:rPr>
        <w:t>10_انسان كے عمل كا تسلسل ،الہى فضل سے بہرہ مند ہونے اور معنوى مقام اور اخروى سعادت تك رسائي كا سرچشمہ ہے _</w:t>
      </w:r>
      <w:r w:rsidRPr="00C81DE5">
        <w:rPr>
          <w:rStyle w:val="libArabicChar"/>
          <w:rFonts w:hint="eastAsia"/>
          <w:rtl/>
        </w:rPr>
        <w:t>ولنجزينّ</w:t>
      </w:r>
      <w:r w:rsidRPr="00C81DE5">
        <w:rPr>
          <w:rStyle w:val="libArabicChar"/>
          <w:rtl/>
        </w:rPr>
        <w:t xml:space="preserve"> الذين صبروا ا جر</w:t>
      </w:r>
      <w:r w:rsidR="00120F63" w:rsidRPr="00B2551F">
        <w:rPr>
          <w:rStyle w:val="libArabicChar"/>
          <w:rFonts w:hint="cs"/>
          <w:rtl/>
        </w:rPr>
        <w:t>ه</w:t>
      </w:r>
      <w:r w:rsidRPr="00C81DE5">
        <w:rPr>
          <w:rStyle w:val="libArabicChar"/>
          <w:rFonts w:hint="cs"/>
          <w:rtl/>
        </w:rPr>
        <w:t>م</w:t>
      </w:r>
      <w:r w:rsidRPr="00C81DE5">
        <w:rPr>
          <w:rStyle w:val="libArabicChar"/>
          <w:rtl/>
        </w:rPr>
        <w:t xml:space="preserve"> </w:t>
      </w:r>
      <w:r w:rsidRPr="00C81DE5">
        <w:rPr>
          <w:rStyle w:val="libArabicChar"/>
          <w:rFonts w:hint="cs"/>
          <w:rtl/>
        </w:rPr>
        <w:t>با</w:t>
      </w:r>
      <w:r w:rsidRPr="00C81DE5">
        <w:rPr>
          <w:rStyle w:val="libArabicChar"/>
          <w:rtl/>
        </w:rPr>
        <w:t xml:space="preserve"> </w:t>
      </w:r>
      <w:r w:rsidRPr="00C81DE5">
        <w:rPr>
          <w:rStyle w:val="libArabicChar"/>
          <w:rFonts w:hint="cs"/>
          <w:rtl/>
        </w:rPr>
        <w:t>حسن</w:t>
      </w:r>
      <w:r w:rsidRPr="00C81DE5">
        <w:rPr>
          <w:rStyle w:val="libArabicChar"/>
          <w:rtl/>
        </w:rPr>
        <w:t xml:space="preserve"> </w:t>
      </w:r>
      <w:r w:rsidRPr="00C81DE5">
        <w:rPr>
          <w:rStyle w:val="libArabicChar"/>
          <w:rFonts w:hint="cs"/>
          <w:rtl/>
        </w:rPr>
        <w:t>ما</w:t>
      </w:r>
      <w:r w:rsidRPr="00C81DE5">
        <w:rPr>
          <w:rStyle w:val="libArabicChar"/>
          <w:rtl/>
        </w:rPr>
        <w:t xml:space="preserve"> </w:t>
      </w:r>
      <w:r w:rsidRPr="00C81DE5">
        <w:rPr>
          <w:rStyle w:val="libArabicChar"/>
          <w:rFonts w:hint="cs"/>
          <w:rtl/>
        </w:rPr>
        <w:t>كانوا</w:t>
      </w:r>
      <w:r w:rsidRPr="00C81DE5">
        <w:rPr>
          <w:rStyle w:val="libArabicChar"/>
          <w:rtl/>
        </w:rPr>
        <w:t xml:space="preserve"> يعملون</w:t>
      </w:r>
    </w:p>
    <w:p w:rsidR="001F628F"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اقدار</w:t>
      </w:r>
      <w:r>
        <w:rPr>
          <w:rtl/>
        </w:rPr>
        <w:t xml:space="preserve"> :</w:t>
      </w:r>
      <w:r>
        <w:rPr>
          <w:rFonts w:hint="eastAsia"/>
          <w:rtl/>
        </w:rPr>
        <w:t>اقدار</w:t>
      </w:r>
      <w:r>
        <w:rPr>
          <w:rtl/>
        </w:rPr>
        <w:t xml:space="preserve"> معنوى كا بر ترہونا 2;اقدار معنوى كا جاودانہ ہونا 1،2;اقدار معنوى كاملاك8;</w:t>
      </w:r>
    </w:p>
    <w:p w:rsidR="001F628F" w:rsidRDefault="001F628F" w:rsidP="00C81DE5">
      <w:pPr>
        <w:pStyle w:val="libNormal"/>
        <w:rPr>
          <w:rtl/>
        </w:rPr>
      </w:pPr>
      <w:r>
        <w:rPr>
          <w:rFonts w:hint="eastAsia"/>
          <w:rtl/>
        </w:rPr>
        <w:t>الله</w:t>
      </w:r>
      <w:r>
        <w:rPr>
          <w:rtl/>
        </w:rPr>
        <w:t xml:space="preserve"> تعالى :</w:t>
      </w:r>
      <w:r>
        <w:rPr>
          <w:rFonts w:hint="eastAsia"/>
          <w:rtl/>
        </w:rPr>
        <w:t>الله</w:t>
      </w:r>
      <w:r>
        <w:rPr>
          <w:rtl/>
        </w:rPr>
        <w:t xml:space="preserve"> تعالى كى برترين جزائي</w:t>
      </w:r>
      <w:r w:rsidR="00083993">
        <w:rPr>
          <w:rtl/>
        </w:rPr>
        <w:t xml:space="preserve">ں </w:t>
      </w:r>
      <w:r>
        <w:rPr>
          <w:rtl/>
        </w:rPr>
        <w:t xml:space="preserve">2;الله تعالى كى جزاو </w:t>
      </w:r>
      <w:r w:rsidR="00083993">
        <w:rPr>
          <w:rtl/>
        </w:rPr>
        <w:t xml:space="preserve">ں </w:t>
      </w:r>
      <w:r>
        <w:rPr>
          <w:rtl/>
        </w:rPr>
        <w:t xml:space="preserve">كاسبب7;الله تعالى كى جزاو </w:t>
      </w:r>
      <w:r w:rsidR="00083993">
        <w:rPr>
          <w:rtl/>
        </w:rPr>
        <w:t xml:space="preserve">ں </w:t>
      </w:r>
      <w:r>
        <w:rPr>
          <w:rtl/>
        </w:rPr>
        <w:t>كى جاودانيت 1،2;الله تعالى كے فضل كا سبب10;</w:t>
      </w:r>
    </w:p>
    <w:p w:rsidR="001F628F" w:rsidRDefault="001F628F" w:rsidP="00C81DE5">
      <w:pPr>
        <w:pStyle w:val="libNormal"/>
        <w:rPr>
          <w:rtl/>
        </w:rPr>
      </w:pPr>
      <w:r>
        <w:rPr>
          <w:rFonts w:hint="eastAsia"/>
          <w:rtl/>
        </w:rPr>
        <w:t>جزا</w:t>
      </w:r>
      <w:r>
        <w:rPr>
          <w:rtl/>
        </w:rPr>
        <w:t>:</w:t>
      </w:r>
      <w:r>
        <w:rPr>
          <w:rFonts w:hint="eastAsia"/>
          <w:rtl/>
        </w:rPr>
        <w:t>جزا</w:t>
      </w:r>
      <w:r>
        <w:rPr>
          <w:rtl/>
        </w:rPr>
        <w:t xml:space="preserve"> كے اسباب 6;جزاكے مراتب;4</w:t>
      </w:r>
    </w:p>
    <w:p w:rsidR="001F628F" w:rsidRDefault="001F628F" w:rsidP="00C81DE5">
      <w:pPr>
        <w:pStyle w:val="libNormal"/>
        <w:rPr>
          <w:rtl/>
        </w:rPr>
      </w:pPr>
      <w:r>
        <w:rPr>
          <w:rFonts w:hint="eastAsia"/>
          <w:rtl/>
        </w:rPr>
        <w:t>سختى</w:t>
      </w:r>
      <w:r>
        <w:rPr>
          <w:rtl/>
        </w:rPr>
        <w:t xml:space="preserve"> :</w:t>
      </w:r>
      <w:r>
        <w:rPr>
          <w:rFonts w:hint="eastAsia"/>
          <w:rtl/>
        </w:rPr>
        <w:t>سختى</w:t>
      </w:r>
      <w:r>
        <w:rPr>
          <w:rtl/>
        </w:rPr>
        <w:t xml:space="preserve"> كے آثار 8</w:t>
      </w:r>
    </w:p>
    <w:p w:rsidR="001F628F" w:rsidRDefault="001F628F" w:rsidP="00C81DE5">
      <w:pPr>
        <w:pStyle w:val="libNormal"/>
        <w:rPr>
          <w:rtl/>
        </w:rPr>
      </w:pPr>
      <w:r>
        <w:rPr>
          <w:rFonts w:hint="eastAsia"/>
          <w:rtl/>
        </w:rPr>
        <w:t>سعادت</w:t>
      </w:r>
      <w:r>
        <w:rPr>
          <w:rtl/>
        </w:rPr>
        <w:t xml:space="preserve"> :</w:t>
      </w:r>
      <w:r>
        <w:rPr>
          <w:rFonts w:hint="eastAsia"/>
          <w:rtl/>
        </w:rPr>
        <w:t>اخروى</w:t>
      </w:r>
      <w:r>
        <w:rPr>
          <w:rtl/>
        </w:rPr>
        <w:t xml:space="preserve"> سعادت كا سرچشمہ 10;سعادت كے عوامل 9</w:t>
      </w:r>
    </w:p>
    <w:p w:rsidR="001F628F" w:rsidRDefault="001F628F" w:rsidP="00C81DE5">
      <w:pPr>
        <w:pStyle w:val="libNormal"/>
        <w:rPr>
          <w:rtl/>
        </w:rPr>
      </w:pPr>
      <w:r>
        <w:rPr>
          <w:rFonts w:hint="eastAsia"/>
          <w:rtl/>
        </w:rPr>
        <w:t>صبر</w:t>
      </w:r>
      <w:r>
        <w:rPr>
          <w:rtl/>
        </w:rPr>
        <w:t>:</w:t>
      </w:r>
      <w:r>
        <w:rPr>
          <w:rFonts w:hint="eastAsia"/>
          <w:rtl/>
        </w:rPr>
        <w:t>صبر</w:t>
      </w:r>
      <w:r>
        <w:rPr>
          <w:rtl/>
        </w:rPr>
        <w:t xml:space="preserve"> كى اہميّت8;صبركے آثار 7،8،9</w:t>
      </w:r>
    </w:p>
    <w:p w:rsidR="001F628F" w:rsidRDefault="001F628F" w:rsidP="00C81DE5">
      <w:pPr>
        <w:pStyle w:val="libNormal"/>
        <w:rPr>
          <w:rtl/>
        </w:rPr>
      </w:pPr>
      <w:r>
        <w:rPr>
          <w:rFonts w:hint="eastAsia"/>
          <w:rtl/>
        </w:rPr>
        <w:t>صبر</w:t>
      </w:r>
      <w:r>
        <w:rPr>
          <w:rtl/>
        </w:rPr>
        <w:t xml:space="preserve"> كرنے والے افراد:</w:t>
      </w:r>
      <w:r>
        <w:rPr>
          <w:rFonts w:hint="eastAsia"/>
          <w:rtl/>
        </w:rPr>
        <w:t>صبر</w:t>
      </w:r>
      <w:r>
        <w:rPr>
          <w:rtl/>
        </w:rPr>
        <w:t xml:space="preserve"> كرنے والو</w:t>
      </w:r>
      <w:r w:rsidR="00083993">
        <w:rPr>
          <w:rtl/>
        </w:rPr>
        <w:t xml:space="preserve">ں </w:t>
      </w:r>
      <w:r>
        <w:rPr>
          <w:rtl/>
        </w:rPr>
        <w:t>پر لطف وكرم 5;صبركرنے والو</w:t>
      </w:r>
      <w:r w:rsidR="00083993">
        <w:rPr>
          <w:rtl/>
        </w:rPr>
        <w:t xml:space="preserve">ں </w:t>
      </w:r>
      <w:r>
        <w:rPr>
          <w:rtl/>
        </w:rPr>
        <w:t>كا پسنديدہ عمل 3;صبر كرنے والو</w:t>
      </w:r>
      <w:r w:rsidR="00083993">
        <w:rPr>
          <w:rtl/>
        </w:rPr>
        <w:t xml:space="preserve">ں </w:t>
      </w:r>
      <w:r>
        <w:rPr>
          <w:rtl/>
        </w:rPr>
        <w:t>كى پاداش3;صبركرنے والو</w:t>
      </w:r>
      <w:r w:rsidR="00083993">
        <w:rPr>
          <w:rtl/>
        </w:rPr>
        <w:t xml:space="preserve">ں </w:t>
      </w:r>
      <w:r>
        <w:rPr>
          <w:rtl/>
        </w:rPr>
        <w:t>كے مقامات5</w:t>
      </w:r>
    </w:p>
    <w:p w:rsidR="001F628F" w:rsidRDefault="001F628F" w:rsidP="00C81DE5">
      <w:pPr>
        <w:pStyle w:val="libNormal"/>
        <w:rPr>
          <w:rtl/>
        </w:rPr>
      </w:pPr>
      <w:r>
        <w:rPr>
          <w:rFonts w:hint="eastAsia"/>
          <w:rtl/>
        </w:rPr>
        <w:t>عہد</w:t>
      </w:r>
      <w:r>
        <w:rPr>
          <w:rtl/>
        </w:rPr>
        <w:t xml:space="preserve"> :</w:t>
      </w:r>
      <w:r>
        <w:rPr>
          <w:rFonts w:hint="eastAsia"/>
          <w:rtl/>
        </w:rPr>
        <w:t>عہد</w:t>
      </w:r>
      <w:r>
        <w:rPr>
          <w:rtl/>
        </w:rPr>
        <w:t xml:space="preserve"> سے وفا كے آثار 6</w:t>
      </w:r>
    </w:p>
    <w:p w:rsidR="001F628F" w:rsidRDefault="001F628F" w:rsidP="00C81DE5">
      <w:pPr>
        <w:pStyle w:val="libNormal"/>
        <w:rPr>
          <w:rtl/>
        </w:rPr>
      </w:pPr>
      <w:r>
        <w:rPr>
          <w:rFonts w:hint="eastAsia"/>
          <w:rtl/>
        </w:rPr>
        <w:t>عمل</w:t>
      </w:r>
      <w:r>
        <w:rPr>
          <w:rtl/>
        </w:rPr>
        <w:t xml:space="preserve"> :</w:t>
      </w:r>
      <w:r>
        <w:rPr>
          <w:rFonts w:hint="eastAsia"/>
          <w:rtl/>
        </w:rPr>
        <w:t>پسنديدہ</w:t>
      </w:r>
      <w:r>
        <w:rPr>
          <w:rtl/>
        </w:rPr>
        <w:t xml:space="preserve"> عمل كى پاداش 4;پسنديدہ عمل كے مراتب4;عمل كى قدروقيمت8;عمل كے آثار10</w:t>
      </w:r>
    </w:p>
    <w:p w:rsidR="001F628F" w:rsidRDefault="001F628F" w:rsidP="00C81DE5">
      <w:pPr>
        <w:pStyle w:val="libNormal"/>
        <w:rPr>
          <w:rtl/>
        </w:rPr>
      </w:pPr>
      <w:r>
        <w:rPr>
          <w:rFonts w:hint="eastAsia"/>
          <w:rtl/>
        </w:rPr>
        <w:t>لطف</w:t>
      </w:r>
      <w:r>
        <w:rPr>
          <w:rtl/>
        </w:rPr>
        <w:t xml:space="preserve"> خدا:</w:t>
      </w:r>
      <w:r>
        <w:rPr>
          <w:rFonts w:hint="eastAsia"/>
          <w:rtl/>
        </w:rPr>
        <w:t>لطف</w:t>
      </w:r>
      <w:r>
        <w:rPr>
          <w:rtl/>
        </w:rPr>
        <w:t xml:space="preserve"> خدا كے شامل حال افراد5</w:t>
      </w:r>
    </w:p>
    <w:p w:rsidR="001F628F" w:rsidRDefault="001F628F" w:rsidP="00C81DE5">
      <w:pPr>
        <w:pStyle w:val="libNormal"/>
        <w:rPr>
          <w:rtl/>
        </w:rPr>
      </w:pPr>
      <w:r>
        <w:rPr>
          <w:rFonts w:hint="eastAsia"/>
          <w:rtl/>
        </w:rPr>
        <w:t>مادى</w:t>
      </w:r>
      <w:r>
        <w:rPr>
          <w:rtl/>
        </w:rPr>
        <w:t xml:space="preserve"> امكانات :</w:t>
      </w:r>
      <w:r>
        <w:rPr>
          <w:rFonts w:hint="eastAsia"/>
          <w:rtl/>
        </w:rPr>
        <w:t>مادى</w:t>
      </w:r>
      <w:r>
        <w:rPr>
          <w:rtl/>
        </w:rPr>
        <w:t xml:space="preserve"> امكانات سے اعراض كا سبب 7;مادى امكانات كى ناپائيداري1</w:t>
      </w:r>
    </w:p>
    <w:p w:rsidR="001F628F" w:rsidRDefault="001F628F" w:rsidP="00C81DE5">
      <w:pPr>
        <w:pStyle w:val="libNormal"/>
        <w:rPr>
          <w:rtl/>
        </w:rPr>
      </w:pPr>
      <w:r>
        <w:rPr>
          <w:rFonts w:hint="eastAsia"/>
          <w:rtl/>
        </w:rPr>
        <w:t>معنوى</w:t>
      </w:r>
      <w:r>
        <w:rPr>
          <w:rtl/>
        </w:rPr>
        <w:t xml:space="preserve"> مقامات:</w:t>
      </w:r>
      <w:r>
        <w:rPr>
          <w:rFonts w:hint="eastAsia"/>
          <w:rtl/>
        </w:rPr>
        <w:t>معنوى</w:t>
      </w:r>
      <w:r>
        <w:rPr>
          <w:rtl/>
        </w:rPr>
        <w:t xml:space="preserve"> مقامات كے اسباب9،10</w:t>
      </w:r>
    </w:p>
    <w:p w:rsidR="00C81DE5" w:rsidRDefault="001E7F9D" w:rsidP="00F73EDE">
      <w:pPr>
        <w:pStyle w:val="libPoemTini"/>
        <w:rPr>
          <w:rtl/>
        </w:rPr>
      </w:pPr>
      <w:r>
        <w:rPr>
          <w:rtl/>
        </w:rPr>
        <w:br w:type="page"/>
      </w:r>
    </w:p>
    <w:p w:rsidR="00C81DE5" w:rsidRPr="00120F63" w:rsidRDefault="00C81DE5" w:rsidP="00C81DE5">
      <w:pPr>
        <w:pStyle w:val="Heading2Center"/>
        <w:rPr>
          <w:rtl/>
        </w:rPr>
      </w:pPr>
      <w:bookmarkStart w:id="243" w:name="_Toc28081921"/>
      <w:r>
        <w:rPr>
          <w:rFonts w:hint="cs"/>
          <w:rtl/>
        </w:rPr>
        <w:lastRenderedPageBreak/>
        <w:t xml:space="preserve">آیت </w:t>
      </w:r>
      <w:r w:rsidRPr="00120F63">
        <w:rPr>
          <w:rFonts w:hint="cs"/>
          <w:rtl/>
        </w:rPr>
        <w:t>97</w:t>
      </w:r>
      <w:bookmarkEnd w:id="243"/>
    </w:p>
    <w:p w:rsidR="001F628F" w:rsidRDefault="00E260F9" w:rsidP="00C81DE5">
      <w:pPr>
        <w:pStyle w:val="libNormal"/>
        <w:rPr>
          <w:rtl/>
        </w:rPr>
      </w:pPr>
      <w:r w:rsidRPr="00E260F9">
        <w:rPr>
          <w:rStyle w:val="libAlaemChar"/>
          <w:rFonts w:hint="eastAsia"/>
          <w:rtl/>
        </w:rPr>
        <w:t>(</w:t>
      </w:r>
      <w:r w:rsidRPr="00C81DE5">
        <w:rPr>
          <w:rStyle w:val="libAieChar"/>
          <w:rFonts w:hint="eastAsia"/>
          <w:rtl/>
        </w:rPr>
        <w:t>مَنْ</w:t>
      </w:r>
      <w:r w:rsidRPr="00C81DE5">
        <w:rPr>
          <w:rStyle w:val="libAieChar"/>
          <w:rtl/>
        </w:rPr>
        <w:t xml:space="preserve"> عَمِلَ صَالِحاً مِّن ذَكَرٍ أَوْ أُنثَى وَهُوَ مُؤْمِنٌ فَلَنُحْيِيَنَّهُ حَيَاةً طَيِّبَةً وَلَنَجْزِيَنَّهُمْ أَجْرَهُم بِأَحْسَنِ مَا كَانُواْ يَعْمَلُونَ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w:t>
      </w:r>
      <w:r>
        <w:rPr>
          <w:rtl/>
        </w:rPr>
        <w:t xml:space="preserve"> شخص بھى نيك عمل كرے گا وہ مرد ہو يا عورت بشرطيكہ صاحب ايمان ہو ہم اسے پاكيزہ حيات عطا كري</w:t>
      </w:r>
      <w:r w:rsidR="00083993">
        <w:rPr>
          <w:rtl/>
        </w:rPr>
        <w:t xml:space="preserve">ں </w:t>
      </w:r>
      <w:r>
        <w:rPr>
          <w:rtl/>
        </w:rPr>
        <w:t>گے اور انھي</w:t>
      </w:r>
      <w:r w:rsidR="00083993">
        <w:rPr>
          <w:rtl/>
        </w:rPr>
        <w:t xml:space="preserve">ں </w:t>
      </w:r>
      <w:r>
        <w:rPr>
          <w:rtl/>
        </w:rPr>
        <w:t>ان اعمال سے بہتر جزا دي</w:t>
      </w:r>
      <w:r w:rsidR="00083993">
        <w:rPr>
          <w:rtl/>
        </w:rPr>
        <w:t xml:space="preserve">ں </w:t>
      </w:r>
      <w:r>
        <w:rPr>
          <w:rtl/>
        </w:rPr>
        <w:t>گے جو وہ زندگى مي</w:t>
      </w:r>
      <w:r w:rsidR="00083993">
        <w:rPr>
          <w:rtl/>
        </w:rPr>
        <w:t xml:space="preserve">ں </w:t>
      </w:r>
      <w:r>
        <w:rPr>
          <w:rtl/>
        </w:rPr>
        <w:t>انجام دے رہے تھے _</w:t>
      </w:r>
    </w:p>
    <w:p w:rsidR="001F628F" w:rsidRDefault="001F628F" w:rsidP="00C81DE5">
      <w:pPr>
        <w:pStyle w:val="libNormal"/>
        <w:rPr>
          <w:rtl/>
        </w:rPr>
      </w:pPr>
      <w:r>
        <w:rPr>
          <w:rtl/>
        </w:rPr>
        <w:t>1_خدا كى بارگاہ مي</w:t>
      </w:r>
      <w:r w:rsidR="00083993">
        <w:rPr>
          <w:rtl/>
        </w:rPr>
        <w:t xml:space="preserve">ں </w:t>
      </w:r>
      <w:r>
        <w:rPr>
          <w:rtl/>
        </w:rPr>
        <w:t>عمل صالح كى اہميّت، ايمان كے ساتھ مشروط ہے _</w:t>
      </w:r>
      <w:r w:rsidRPr="00C81DE5">
        <w:rPr>
          <w:rStyle w:val="libArabicChar"/>
          <w:rFonts w:hint="eastAsia"/>
          <w:rtl/>
        </w:rPr>
        <w:t>من</w:t>
      </w:r>
      <w:r w:rsidRPr="00C81DE5">
        <w:rPr>
          <w:rStyle w:val="libArabicChar"/>
          <w:rtl/>
        </w:rPr>
        <w:t xml:space="preserve"> عمل صالحاًو</w:t>
      </w:r>
      <w:r w:rsidR="00120F63" w:rsidRPr="00B2551F">
        <w:rPr>
          <w:rStyle w:val="libArabicChar"/>
          <w:rFonts w:hint="cs"/>
          <w:rtl/>
        </w:rPr>
        <w:t>ه</w:t>
      </w:r>
      <w:r w:rsidRPr="00C81DE5">
        <w:rPr>
          <w:rStyle w:val="libArabicChar"/>
          <w:rtl/>
        </w:rPr>
        <w:t>ومؤمن</w:t>
      </w:r>
    </w:p>
    <w:p w:rsidR="001F628F" w:rsidRDefault="001F628F" w:rsidP="001F628F">
      <w:pPr>
        <w:pStyle w:val="libNormal"/>
        <w:rPr>
          <w:rtl/>
        </w:rPr>
      </w:pPr>
      <w:r>
        <w:rPr>
          <w:rtl/>
        </w:rPr>
        <w:t>2_الہى پاداش سے بہرہ مند ہونے اورپاكيزہ وپسنديدہ حيات سے مستفيد ہونے مي</w:t>
      </w:r>
      <w:r w:rsidR="00083993">
        <w:rPr>
          <w:rtl/>
        </w:rPr>
        <w:t xml:space="preserve">ں </w:t>
      </w:r>
      <w:r>
        <w:rPr>
          <w:rtl/>
        </w:rPr>
        <w:t>مرد وعورت برابر ہي</w:t>
      </w:r>
      <w:r w:rsidR="00083993">
        <w:rPr>
          <w:rtl/>
        </w:rPr>
        <w:t xml:space="preserve">ں </w:t>
      </w:r>
      <w:r>
        <w:rPr>
          <w:rtl/>
        </w:rPr>
        <w:t>_</w:t>
      </w:r>
    </w:p>
    <w:p w:rsidR="001F628F" w:rsidRDefault="001F628F" w:rsidP="00C81DE5">
      <w:pPr>
        <w:pStyle w:val="libArabic"/>
        <w:rPr>
          <w:rtl/>
        </w:rPr>
      </w:pPr>
      <w:r>
        <w:rPr>
          <w:rFonts w:hint="eastAsia"/>
          <w:rtl/>
        </w:rPr>
        <w:t>من</w:t>
      </w:r>
      <w:r>
        <w:rPr>
          <w:rtl/>
        </w:rPr>
        <w:t xml:space="preserve"> عمل صالحاًمن ذكر وانثى و</w:t>
      </w:r>
      <w:r w:rsidR="00120F63" w:rsidRPr="00ED5DE8">
        <w:rPr>
          <w:rFonts w:hint="cs"/>
          <w:rtl/>
        </w:rPr>
        <w:t>ه</w:t>
      </w:r>
      <w:r>
        <w:rPr>
          <w:rFonts w:hint="cs"/>
          <w:rtl/>
        </w:rPr>
        <w:t>ومؤمن</w:t>
      </w:r>
      <w:r>
        <w:rPr>
          <w:rtl/>
        </w:rPr>
        <w:t xml:space="preserve"> </w:t>
      </w:r>
      <w:r>
        <w:rPr>
          <w:rFonts w:hint="cs"/>
          <w:rtl/>
        </w:rPr>
        <w:t>فلنحيينّ</w:t>
      </w:r>
      <w:r w:rsidR="00120F63" w:rsidRPr="00ED5DE8">
        <w:rPr>
          <w:rFonts w:hint="cs"/>
          <w:rtl/>
        </w:rPr>
        <w:t>ه</w:t>
      </w:r>
      <w:r>
        <w:rPr>
          <w:rtl/>
        </w:rPr>
        <w:t xml:space="preserve"> </w:t>
      </w:r>
      <w:r>
        <w:rPr>
          <w:rFonts w:hint="cs"/>
          <w:rtl/>
        </w:rPr>
        <w:t>حياةًط</w:t>
      </w:r>
      <w:r>
        <w:rPr>
          <w:rtl/>
        </w:rPr>
        <w:t>يّب</w:t>
      </w:r>
      <w:r w:rsidR="00120F63" w:rsidRPr="00ED5DE8">
        <w:rPr>
          <w:rFonts w:hint="cs"/>
          <w:rtl/>
        </w:rPr>
        <w:t>ه</w:t>
      </w:r>
      <w:r>
        <w:rPr>
          <w:rFonts w:hint="cs"/>
          <w:rtl/>
        </w:rPr>
        <w:t>ً</w:t>
      </w:r>
    </w:p>
    <w:p w:rsidR="001F628F" w:rsidRDefault="001F628F" w:rsidP="001F628F">
      <w:pPr>
        <w:pStyle w:val="libNormal"/>
        <w:rPr>
          <w:rtl/>
        </w:rPr>
      </w:pPr>
      <w:r>
        <w:rPr>
          <w:rtl/>
        </w:rPr>
        <w:t>3_انسان كا پاكيزہ اور خوشحال زندگى كا حصول، ايسے عمل صالح كا مرہون منت ہے جس كا سرچشمہ ايمان ہو_</w:t>
      </w:r>
    </w:p>
    <w:p w:rsidR="001F628F" w:rsidRDefault="001F628F" w:rsidP="00C81DE5">
      <w:pPr>
        <w:pStyle w:val="libArabic"/>
        <w:rPr>
          <w:rtl/>
        </w:rPr>
      </w:pPr>
      <w:r>
        <w:rPr>
          <w:rFonts w:hint="eastAsia"/>
          <w:rtl/>
        </w:rPr>
        <w:t>من</w:t>
      </w:r>
      <w:r>
        <w:rPr>
          <w:rtl/>
        </w:rPr>
        <w:t xml:space="preserve"> عمل صالحا ًو</w:t>
      </w:r>
      <w:r w:rsidR="00120F63" w:rsidRPr="00ED5DE8">
        <w:rPr>
          <w:rFonts w:hint="cs"/>
          <w:rtl/>
        </w:rPr>
        <w:t>ه</w:t>
      </w:r>
      <w:r>
        <w:rPr>
          <w:rFonts w:hint="cs"/>
          <w:rtl/>
        </w:rPr>
        <w:t>ومؤمنٌفلنحيينّ</w:t>
      </w:r>
      <w:r w:rsidR="00120F63" w:rsidRPr="00ED5DE8">
        <w:rPr>
          <w:rFonts w:hint="cs"/>
          <w:rtl/>
        </w:rPr>
        <w:t>ه</w:t>
      </w:r>
      <w:r>
        <w:rPr>
          <w:rtl/>
        </w:rPr>
        <w:t xml:space="preserve"> </w:t>
      </w:r>
      <w:r>
        <w:rPr>
          <w:rFonts w:hint="cs"/>
          <w:rtl/>
        </w:rPr>
        <w:t>حياةً</w:t>
      </w:r>
      <w:r>
        <w:rPr>
          <w:rtl/>
        </w:rPr>
        <w:t>طيبةً</w:t>
      </w:r>
    </w:p>
    <w:p w:rsidR="001F628F" w:rsidRDefault="001F628F" w:rsidP="001F628F">
      <w:pPr>
        <w:pStyle w:val="libNormal"/>
        <w:rPr>
          <w:rtl/>
        </w:rPr>
      </w:pPr>
      <w:r>
        <w:rPr>
          <w:rtl/>
        </w:rPr>
        <w:t>4_انسان كے ليے كمال اور برترين حيات تك رسائي كے ليے ايمان اور عمل صالح دو اہم سبب ہي</w:t>
      </w:r>
      <w:r w:rsidR="00083993">
        <w:rPr>
          <w:rtl/>
        </w:rPr>
        <w:t xml:space="preserve">ں </w:t>
      </w:r>
      <w:r>
        <w:rPr>
          <w:rtl/>
        </w:rPr>
        <w:t>_</w:t>
      </w:r>
    </w:p>
    <w:p w:rsidR="001F628F" w:rsidRDefault="001F628F" w:rsidP="00C81DE5">
      <w:pPr>
        <w:pStyle w:val="libArabic"/>
        <w:rPr>
          <w:rtl/>
        </w:rPr>
      </w:pPr>
      <w:r>
        <w:rPr>
          <w:rFonts w:hint="eastAsia"/>
          <w:rtl/>
        </w:rPr>
        <w:t>من</w:t>
      </w:r>
      <w:r>
        <w:rPr>
          <w:rtl/>
        </w:rPr>
        <w:t xml:space="preserve"> عمل صالحاًو</w:t>
      </w:r>
      <w:r w:rsidR="00120F63" w:rsidRPr="00ED5DE8">
        <w:rPr>
          <w:rFonts w:hint="cs"/>
          <w:rtl/>
        </w:rPr>
        <w:t>ه</w:t>
      </w:r>
      <w:r>
        <w:rPr>
          <w:rFonts w:hint="cs"/>
          <w:rtl/>
        </w:rPr>
        <w:t>ومؤمن</w:t>
      </w:r>
      <w:r>
        <w:rPr>
          <w:rtl/>
        </w:rPr>
        <w:t xml:space="preserve"> </w:t>
      </w:r>
      <w:r>
        <w:rPr>
          <w:rFonts w:hint="cs"/>
          <w:rtl/>
        </w:rPr>
        <w:t>ٌفلنحيينّ</w:t>
      </w:r>
      <w:r w:rsidR="00120F63" w:rsidRPr="00ED5DE8">
        <w:rPr>
          <w:rFonts w:hint="cs"/>
          <w:rtl/>
        </w:rPr>
        <w:t>ه</w:t>
      </w:r>
      <w:r>
        <w:rPr>
          <w:rtl/>
        </w:rPr>
        <w:t xml:space="preserve"> </w:t>
      </w:r>
      <w:r>
        <w:rPr>
          <w:rFonts w:hint="cs"/>
          <w:rtl/>
        </w:rPr>
        <w:t>حياة</w:t>
      </w:r>
      <w:r>
        <w:rPr>
          <w:rtl/>
        </w:rPr>
        <w:t>طيبةً</w:t>
      </w:r>
    </w:p>
    <w:p w:rsidR="001F628F" w:rsidRDefault="001F628F" w:rsidP="001F628F">
      <w:pPr>
        <w:pStyle w:val="libNormal"/>
        <w:rPr>
          <w:rtl/>
        </w:rPr>
      </w:pPr>
      <w:r w:rsidRPr="00C81DE5">
        <w:rPr>
          <w:rStyle w:val="libArabicChar"/>
          <w:rtl/>
        </w:rPr>
        <w:t>''فلنحيينّ</w:t>
      </w:r>
      <w:r w:rsidR="00120F63" w:rsidRPr="00B2551F">
        <w:rPr>
          <w:rStyle w:val="libArabicChar"/>
          <w:rFonts w:hint="cs"/>
          <w:rtl/>
        </w:rPr>
        <w:t>ه</w:t>
      </w:r>
      <w:r w:rsidRPr="00C81DE5">
        <w:rPr>
          <w:rStyle w:val="libArabicChar"/>
          <w:rtl/>
        </w:rPr>
        <w:t xml:space="preserve"> </w:t>
      </w:r>
      <w:r w:rsidRPr="00C81DE5">
        <w:rPr>
          <w:rStyle w:val="libArabicChar"/>
          <w:rFonts w:hint="cs"/>
          <w:rtl/>
        </w:rPr>
        <w:t>حياةطيبةً</w:t>
      </w:r>
      <w:r w:rsidRPr="00C81DE5">
        <w:rPr>
          <w:rStyle w:val="libArabicChar"/>
          <w:rtl/>
        </w:rPr>
        <w:t>''</w:t>
      </w:r>
      <w:r>
        <w:rPr>
          <w:rtl/>
        </w:rPr>
        <w:t xml:space="preserve"> جملہ سے مراد، معنوى زندگى ہے چونكہ يہ واضح سى بات ہے جو لوگ عمل صالح انجام ديتے ہي</w:t>
      </w:r>
      <w:r w:rsidR="00083993">
        <w:rPr>
          <w:rtl/>
        </w:rPr>
        <w:t xml:space="preserve">ں </w:t>
      </w:r>
      <w:r>
        <w:rPr>
          <w:rtl/>
        </w:rPr>
        <w:t>ان كے پاس مادى زندگى ہے اور معنوى حيات سے مراد، وجود كا كمال و رشد وبلندى ہے _</w:t>
      </w:r>
    </w:p>
    <w:p w:rsidR="001F628F" w:rsidRDefault="001F628F" w:rsidP="001F628F">
      <w:pPr>
        <w:pStyle w:val="libNormal"/>
        <w:rPr>
          <w:rtl/>
        </w:rPr>
      </w:pPr>
      <w:r>
        <w:rPr>
          <w:rtl/>
        </w:rPr>
        <w:t>5_انسان كى دنيوى زندگى كى سلامتى اور پسنديدہ ہونے</w:t>
      </w:r>
    </w:p>
    <w:p w:rsidR="00C81DE5" w:rsidRDefault="001E7F9D" w:rsidP="00F73EDE">
      <w:pPr>
        <w:pStyle w:val="libPoemTini"/>
        <w:rPr>
          <w:rtl/>
        </w:rPr>
      </w:pPr>
      <w:r>
        <w:rPr>
          <w:rtl/>
        </w:rPr>
        <w:br w:type="page"/>
      </w:r>
    </w:p>
    <w:p w:rsidR="001F628F" w:rsidRDefault="001F628F" w:rsidP="00C81DE5">
      <w:pPr>
        <w:pStyle w:val="libNormal"/>
        <w:rPr>
          <w:rtl/>
        </w:rPr>
      </w:pPr>
      <w:r>
        <w:rPr>
          <w:rFonts w:hint="eastAsia"/>
          <w:rtl/>
        </w:rPr>
        <w:lastRenderedPageBreak/>
        <w:t>مي</w:t>
      </w:r>
      <w:r w:rsidR="00083993">
        <w:rPr>
          <w:rFonts w:hint="eastAsia"/>
          <w:rtl/>
        </w:rPr>
        <w:t xml:space="preserve">ں </w:t>
      </w:r>
      <w:r>
        <w:rPr>
          <w:rtl/>
        </w:rPr>
        <w:t>ايمان اور عمل مو ثر ہي</w:t>
      </w:r>
      <w:r w:rsidR="00083993">
        <w:rPr>
          <w:rtl/>
        </w:rPr>
        <w:t xml:space="preserve">ں </w:t>
      </w:r>
      <w:r>
        <w:rPr>
          <w:rtl/>
        </w:rPr>
        <w:t>_</w:t>
      </w:r>
      <w:r w:rsidRPr="00C81DE5">
        <w:rPr>
          <w:rStyle w:val="libArabicChar"/>
          <w:rFonts w:hint="eastAsia"/>
          <w:rtl/>
        </w:rPr>
        <w:t>من</w:t>
      </w:r>
      <w:r w:rsidRPr="00C81DE5">
        <w:rPr>
          <w:rStyle w:val="libArabicChar"/>
          <w:rtl/>
        </w:rPr>
        <w:t xml:space="preserve"> عمل صالحا ًو</w:t>
      </w:r>
      <w:r w:rsidR="00120F63" w:rsidRPr="00B2551F">
        <w:rPr>
          <w:rStyle w:val="libArabicChar"/>
          <w:rFonts w:hint="cs"/>
          <w:rtl/>
        </w:rPr>
        <w:t>ه</w:t>
      </w:r>
      <w:r w:rsidRPr="00C81DE5">
        <w:rPr>
          <w:rStyle w:val="libArabicChar"/>
          <w:rFonts w:hint="cs"/>
          <w:rtl/>
        </w:rPr>
        <w:t>ومؤمن</w:t>
      </w:r>
      <w:r w:rsidRPr="00C81DE5">
        <w:rPr>
          <w:rStyle w:val="libArabicChar"/>
          <w:rtl/>
        </w:rPr>
        <w:t xml:space="preserve"> </w:t>
      </w:r>
      <w:r w:rsidRPr="00C81DE5">
        <w:rPr>
          <w:rStyle w:val="libArabicChar"/>
          <w:rFonts w:hint="cs"/>
          <w:rtl/>
        </w:rPr>
        <w:t>فلنحيينّ</w:t>
      </w:r>
      <w:r w:rsidR="00120F63" w:rsidRPr="00B2551F">
        <w:rPr>
          <w:rStyle w:val="libArabicChar"/>
          <w:rFonts w:hint="cs"/>
          <w:rtl/>
        </w:rPr>
        <w:t>ه</w:t>
      </w:r>
      <w:r w:rsidRPr="00C81DE5">
        <w:rPr>
          <w:rStyle w:val="libArabicChar"/>
          <w:rtl/>
        </w:rPr>
        <w:t xml:space="preserve"> </w:t>
      </w:r>
      <w:r w:rsidRPr="00C81DE5">
        <w:rPr>
          <w:rStyle w:val="libArabicChar"/>
          <w:rFonts w:hint="cs"/>
          <w:rtl/>
        </w:rPr>
        <w:t>حيا</w:t>
      </w:r>
      <w:r w:rsidRPr="00C81DE5">
        <w:rPr>
          <w:rStyle w:val="libArabicChar"/>
          <w:rtl/>
        </w:rPr>
        <w:t>ةطيبةً</w:t>
      </w:r>
    </w:p>
    <w:p w:rsidR="001F628F" w:rsidRDefault="001F628F" w:rsidP="001F628F">
      <w:pPr>
        <w:pStyle w:val="libNormal"/>
        <w:rPr>
          <w:rtl/>
        </w:rPr>
      </w:pPr>
      <w:r>
        <w:rPr>
          <w:rFonts w:hint="eastAsia"/>
          <w:rtl/>
        </w:rPr>
        <w:t>مذكورہ</w:t>
      </w:r>
      <w:r>
        <w:rPr>
          <w:rtl/>
        </w:rPr>
        <w:t xml:space="preserve"> بالاتفسير اس نكتہ پر موقوف ہے كہ '' حياة طيبةً'' سے مراد، يہى دنيوى زندگى ہو_</w:t>
      </w:r>
    </w:p>
    <w:p w:rsidR="001F628F" w:rsidRDefault="001F628F" w:rsidP="00C81DE5">
      <w:pPr>
        <w:pStyle w:val="libNormal"/>
        <w:rPr>
          <w:rtl/>
        </w:rPr>
      </w:pPr>
      <w:r>
        <w:rPr>
          <w:rtl/>
        </w:rPr>
        <w:t>6_حقيقى اور قابل قدر زندگى ايسى زندگى ہے جو ايمان اور عمل صالح كے ساتھ ہو_</w:t>
      </w:r>
      <w:r w:rsidRPr="00C81DE5">
        <w:rPr>
          <w:rStyle w:val="libArabicChar"/>
          <w:rFonts w:hint="eastAsia"/>
          <w:rtl/>
        </w:rPr>
        <w:t>من</w:t>
      </w:r>
      <w:r w:rsidRPr="00C81DE5">
        <w:rPr>
          <w:rStyle w:val="libArabicChar"/>
          <w:rtl/>
        </w:rPr>
        <w:t xml:space="preserve"> عمل و</w:t>
      </w:r>
      <w:r w:rsidR="00120F63" w:rsidRPr="00B2551F">
        <w:rPr>
          <w:rStyle w:val="libArabicChar"/>
          <w:rFonts w:hint="cs"/>
          <w:rtl/>
        </w:rPr>
        <w:t>ه</w:t>
      </w:r>
      <w:r w:rsidRPr="00C81DE5">
        <w:rPr>
          <w:rStyle w:val="libArabicChar"/>
          <w:rFonts w:hint="cs"/>
          <w:rtl/>
        </w:rPr>
        <w:t>ومؤمنٌفلنحيينّ</w:t>
      </w:r>
      <w:r w:rsidR="00120F63" w:rsidRPr="00B2551F">
        <w:rPr>
          <w:rStyle w:val="libArabicChar"/>
          <w:rFonts w:hint="cs"/>
          <w:rtl/>
        </w:rPr>
        <w:t>ه</w:t>
      </w:r>
      <w:r w:rsidRPr="00C81DE5">
        <w:rPr>
          <w:rStyle w:val="libArabicChar"/>
          <w:rtl/>
        </w:rPr>
        <w:t xml:space="preserve"> </w:t>
      </w:r>
      <w:r w:rsidRPr="00C81DE5">
        <w:rPr>
          <w:rStyle w:val="libArabicChar"/>
          <w:rFonts w:hint="cs"/>
          <w:rtl/>
        </w:rPr>
        <w:t>حياةً</w:t>
      </w:r>
      <w:r w:rsidRPr="00C81DE5">
        <w:rPr>
          <w:rStyle w:val="libArabicChar"/>
          <w:rtl/>
        </w:rPr>
        <w:t xml:space="preserve"> طيبةً</w:t>
      </w:r>
    </w:p>
    <w:p w:rsidR="001F628F" w:rsidRDefault="001F628F" w:rsidP="001F628F">
      <w:pPr>
        <w:pStyle w:val="libNormal"/>
        <w:rPr>
          <w:rtl/>
        </w:rPr>
      </w:pPr>
      <w:r>
        <w:rPr>
          <w:rFonts w:hint="eastAsia"/>
          <w:rtl/>
        </w:rPr>
        <w:t>مذكورہ</w:t>
      </w:r>
      <w:r>
        <w:rPr>
          <w:rtl/>
        </w:rPr>
        <w:t xml:space="preserve"> تفسير دو نكات پر موقوف ہے (الف)اس بناء پر كہ '' حياةً طيبةً'' سے مراد، دنيوى زندگى ہو (ب)دنيوى زندگى مي</w:t>
      </w:r>
      <w:r w:rsidR="00083993">
        <w:rPr>
          <w:rtl/>
        </w:rPr>
        <w:t xml:space="preserve">ں </w:t>
      </w:r>
      <w:r>
        <w:rPr>
          <w:rtl/>
        </w:rPr>
        <w:t>مؤمن اورنيك كردار لوگو</w:t>
      </w:r>
      <w:r w:rsidR="00083993">
        <w:rPr>
          <w:rtl/>
        </w:rPr>
        <w:t xml:space="preserve">ں </w:t>
      </w:r>
      <w:r>
        <w:rPr>
          <w:rtl/>
        </w:rPr>
        <w:t>كا زندہ ہونا اس مطلب كى طرف اشارہ ہوكہ زندگى ايمان كے بغير در حقيقت انسان كے ليے شائستہ اور اس كى شان كے خلاف ہے اور حقي</w:t>
      </w:r>
      <w:r>
        <w:rPr>
          <w:rFonts w:hint="eastAsia"/>
          <w:rtl/>
        </w:rPr>
        <w:t>قى</w:t>
      </w:r>
      <w:r>
        <w:rPr>
          <w:rtl/>
        </w:rPr>
        <w:t xml:space="preserve"> زندگى ايمان اور عمل صالح ہے_</w:t>
      </w:r>
    </w:p>
    <w:p w:rsidR="001F628F" w:rsidRDefault="001F628F" w:rsidP="001F628F">
      <w:pPr>
        <w:pStyle w:val="libNormal"/>
        <w:rPr>
          <w:rtl/>
        </w:rPr>
      </w:pPr>
      <w:r>
        <w:rPr>
          <w:rtl/>
        </w:rPr>
        <w:t>7_خداوند عالم نيك كردار مؤمنين كو ان كے بہترين عمل كى بنا ء پر پاداش عطا كرنے والا ہے _</w:t>
      </w:r>
    </w:p>
    <w:p w:rsidR="001F628F" w:rsidRDefault="001F628F" w:rsidP="00C81DE5">
      <w:pPr>
        <w:pStyle w:val="libArabic"/>
        <w:rPr>
          <w:rtl/>
        </w:rPr>
      </w:pPr>
      <w:r>
        <w:rPr>
          <w:rFonts w:hint="eastAsia"/>
          <w:rtl/>
        </w:rPr>
        <w:t>من</w:t>
      </w:r>
      <w:r>
        <w:rPr>
          <w:rtl/>
        </w:rPr>
        <w:t xml:space="preserve"> عمل صالحاً ...و</w:t>
      </w:r>
      <w:r w:rsidR="00120F63" w:rsidRPr="00ED5DE8">
        <w:rPr>
          <w:rFonts w:hint="cs"/>
          <w:rtl/>
        </w:rPr>
        <w:t>ه</w:t>
      </w:r>
      <w:r>
        <w:rPr>
          <w:rFonts w:hint="cs"/>
          <w:rtl/>
        </w:rPr>
        <w:t>و</w:t>
      </w:r>
      <w:r>
        <w:rPr>
          <w:rtl/>
        </w:rPr>
        <w:t xml:space="preserve"> </w:t>
      </w:r>
      <w:r>
        <w:rPr>
          <w:rFonts w:hint="cs"/>
          <w:rtl/>
        </w:rPr>
        <w:t>مؤمن</w:t>
      </w:r>
      <w:r>
        <w:rPr>
          <w:rtl/>
        </w:rPr>
        <w:t xml:space="preserve"> ... </w:t>
      </w:r>
      <w:r>
        <w:rPr>
          <w:rFonts w:hint="cs"/>
          <w:rtl/>
        </w:rPr>
        <w:t>لنجز</w:t>
      </w:r>
      <w:r>
        <w:rPr>
          <w:rtl/>
        </w:rPr>
        <w:t xml:space="preserve"> </w:t>
      </w:r>
      <w:r>
        <w:rPr>
          <w:rFonts w:hint="cs"/>
          <w:rtl/>
        </w:rPr>
        <w:t>ين</w:t>
      </w:r>
      <w:r w:rsidR="00120F63" w:rsidRPr="00ED5DE8">
        <w:rPr>
          <w:rFonts w:hint="cs"/>
          <w:rtl/>
        </w:rPr>
        <w:t>ه</w:t>
      </w:r>
      <w:r>
        <w:rPr>
          <w:rFonts w:hint="cs"/>
          <w:rtl/>
        </w:rPr>
        <w:t>ّم</w:t>
      </w:r>
      <w:r>
        <w:rPr>
          <w:rtl/>
        </w:rPr>
        <w:t xml:space="preserve"> </w:t>
      </w:r>
      <w:r>
        <w:rPr>
          <w:rFonts w:hint="cs"/>
          <w:rtl/>
        </w:rPr>
        <w:t>ا</w:t>
      </w:r>
      <w:r>
        <w:rPr>
          <w:rtl/>
        </w:rPr>
        <w:t xml:space="preserve"> </w:t>
      </w:r>
      <w:r>
        <w:rPr>
          <w:rFonts w:hint="cs"/>
          <w:rtl/>
        </w:rPr>
        <w:t>جر</w:t>
      </w:r>
      <w:r>
        <w:rPr>
          <w:rtl/>
        </w:rPr>
        <w:t xml:space="preserve"> </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ما</w:t>
      </w:r>
      <w:r>
        <w:rPr>
          <w:rtl/>
        </w:rPr>
        <w:t xml:space="preserve"> </w:t>
      </w:r>
      <w:r>
        <w:rPr>
          <w:rFonts w:hint="cs"/>
          <w:rtl/>
        </w:rPr>
        <w:t>كانوا</w:t>
      </w:r>
      <w:r>
        <w:rPr>
          <w:rtl/>
        </w:rPr>
        <w:t xml:space="preserve"> </w:t>
      </w:r>
      <w:r>
        <w:rPr>
          <w:rFonts w:hint="cs"/>
          <w:rtl/>
        </w:rPr>
        <w:t>ي</w:t>
      </w:r>
      <w:r>
        <w:rPr>
          <w:rtl/>
        </w:rPr>
        <w:t>عملون</w:t>
      </w:r>
    </w:p>
    <w:p w:rsidR="001F628F" w:rsidRDefault="001F628F" w:rsidP="001F628F">
      <w:pPr>
        <w:pStyle w:val="libNormal"/>
        <w:rPr>
          <w:rtl/>
        </w:rPr>
      </w:pPr>
      <w:r>
        <w:rPr>
          <w:rtl/>
        </w:rPr>
        <w:t>8_سعادت اور اخروى پاداش تك رسائي مي</w:t>
      </w:r>
      <w:r w:rsidR="00083993">
        <w:rPr>
          <w:rtl/>
        </w:rPr>
        <w:t xml:space="preserve">ں </w:t>
      </w:r>
      <w:r>
        <w:rPr>
          <w:rtl/>
        </w:rPr>
        <w:t>عمل صالح كا اساسى اوربنيادى كردار ہے_</w:t>
      </w:r>
    </w:p>
    <w:p w:rsidR="001F628F" w:rsidRDefault="001F628F" w:rsidP="00C81DE5">
      <w:pPr>
        <w:pStyle w:val="libArabic"/>
        <w:rPr>
          <w:rtl/>
        </w:rPr>
      </w:pPr>
      <w:r>
        <w:rPr>
          <w:rFonts w:hint="eastAsia"/>
          <w:rtl/>
        </w:rPr>
        <w:t>من</w:t>
      </w:r>
      <w:r>
        <w:rPr>
          <w:rtl/>
        </w:rPr>
        <w:t xml:space="preserve"> عمل صالحاً و</w:t>
      </w:r>
      <w:r w:rsidR="00120F63" w:rsidRPr="00ED5DE8">
        <w:rPr>
          <w:rFonts w:hint="cs"/>
          <w:rtl/>
        </w:rPr>
        <w:t>ه</w:t>
      </w:r>
      <w:r>
        <w:rPr>
          <w:rFonts w:hint="cs"/>
          <w:rtl/>
        </w:rPr>
        <w:t>و</w:t>
      </w:r>
      <w:r>
        <w:rPr>
          <w:rtl/>
        </w:rPr>
        <w:t xml:space="preserve"> </w:t>
      </w:r>
      <w:r>
        <w:rPr>
          <w:rFonts w:hint="cs"/>
          <w:rtl/>
        </w:rPr>
        <w:t>مؤمن</w:t>
      </w:r>
      <w:r>
        <w:rPr>
          <w:rtl/>
        </w:rPr>
        <w:t xml:space="preserve"> ...</w:t>
      </w:r>
      <w:r>
        <w:rPr>
          <w:rFonts w:hint="cs"/>
          <w:rtl/>
        </w:rPr>
        <w:t>لنجز</w:t>
      </w:r>
      <w:r>
        <w:rPr>
          <w:rtl/>
        </w:rPr>
        <w:t xml:space="preserve"> </w:t>
      </w:r>
      <w:r>
        <w:rPr>
          <w:rFonts w:hint="cs"/>
          <w:rtl/>
        </w:rPr>
        <w:t>ينّ</w:t>
      </w:r>
      <w:r w:rsidR="00120F63" w:rsidRPr="00ED5DE8">
        <w:rPr>
          <w:rFonts w:hint="cs"/>
          <w:rtl/>
        </w:rPr>
        <w:t>ه</w:t>
      </w:r>
      <w:r>
        <w:rPr>
          <w:rFonts w:hint="cs"/>
          <w:rtl/>
        </w:rPr>
        <w:t>م</w:t>
      </w:r>
      <w:r>
        <w:rPr>
          <w:rtl/>
        </w:rPr>
        <w:t xml:space="preserve"> </w:t>
      </w:r>
      <w:r>
        <w:rPr>
          <w:rFonts w:hint="cs"/>
          <w:rtl/>
        </w:rPr>
        <w:t>اجر</w:t>
      </w:r>
      <w:r>
        <w:rPr>
          <w:rtl/>
        </w:rPr>
        <w:t xml:space="preserve"> </w:t>
      </w:r>
      <w:r w:rsidR="00120F63" w:rsidRPr="00ED5DE8">
        <w:rPr>
          <w:rFonts w:hint="cs"/>
          <w:rtl/>
        </w:rPr>
        <w:t>ه</w:t>
      </w:r>
      <w:r>
        <w:rPr>
          <w:rFonts w:hint="cs"/>
          <w:rtl/>
        </w:rPr>
        <w:t>م</w:t>
      </w:r>
      <w:r>
        <w:rPr>
          <w:rtl/>
        </w:rPr>
        <w:t xml:space="preserve"> </w:t>
      </w:r>
      <w:r>
        <w:rPr>
          <w:rFonts w:hint="cs"/>
          <w:rtl/>
        </w:rPr>
        <w:t>باحسن</w:t>
      </w:r>
      <w:r>
        <w:rPr>
          <w:rtl/>
        </w:rPr>
        <w:t xml:space="preserve"> </w:t>
      </w:r>
      <w:r>
        <w:rPr>
          <w:rFonts w:hint="cs"/>
          <w:rtl/>
        </w:rPr>
        <w:t>ما</w:t>
      </w:r>
      <w:r>
        <w:rPr>
          <w:rtl/>
        </w:rPr>
        <w:t xml:space="preserve"> </w:t>
      </w:r>
      <w:r>
        <w:rPr>
          <w:rFonts w:hint="cs"/>
          <w:rtl/>
        </w:rPr>
        <w:t>كان</w:t>
      </w:r>
      <w:r>
        <w:rPr>
          <w:rtl/>
        </w:rPr>
        <w:t>وا يعملون</w:t>
      </w:r>
    </w:p>
    <w:p w:rsidR="001F628F" w:rsidRDefault="001F628F" w:rsidP="001F628F">
      <w:pPr>
        <w:pStyle w:val="libNormal"/>
        <w:rPr>
          <w:rtl/>
        </w:rPr>
      </w:pPr>
      <w:r>
        <w:rPr>
          <w:rFonts w:hint="eastAsia"/>
          <w:rtl/>
        </w:rPr>
        <w:t>مذكورہ</w:t>
      </w:r>
      <w:r>
        <w:rPr>
          <w:rtl/>
        </w:rPr>
        <w:t xml:space="preserve"> تفسير اس بناء پر ہے كہ آيت كى ابتداء مي</w:t>
      </w:r>
      <w:r w:rsidR="00083993">
        <w:rPr>
          <w:rtl/>
        </w:rPr>
        <w:t xml:space="preserve">ں </w:t>
      </w:r>
      <w:r>
        <w:rPr>
          <w:rtl/>
        </w:rPr>
        <w:t>عمل كا موثرہونا، ايمان كے ساتھ مشروط ہے_</w:t>
      </w:r>
    </w:p>
    <w:p w:rsidR="001F628F" w:rsidRDefault="001F628F" w:rsidP="001F628F">
      <w:pPr>
        <w:pStyle w:val="libNormal"/>
        <w:rPr>
          <w:rtl/>
        </w:rPr>
      </w:pPr>
      <w:r>
        <w:rPr>
          <w:rtl/>
        </w:rPr>
        <w:t>(</w:t>
      </w:r>
      <w:r w:rsidRPr="00C81DE5">
        <w:rPr>
          <w:rStyle w:val="libArabicChar"/>
          <w:rtl/>
        </w:rPr>
        <w:t>ومن عمل صالحاً ...و</w:t>
      </w:r>
      <w:r w:rsidR="00120F63" w:rsidRPr="00B2551F">
        <w:rPr>
          <w:rStyle w:val="libArabicChar"/>
          <w:rFonts w:hint="cs"/>
          <w:rtl/>
        </w:rPr>
        <w:t>ه</w:t>
      </w:r>
      <w:r w:rsidRPr="00C81DE5">
        <w:rPr>
          <w:rStyle w:val="libArabicChar"/>
          <w:rFonts w:hint="cs"/>
          <w:rtl/>
        </w:rPr>
        <w:t>و</w:t>
      </w:r>
      <w:r w:rsidRPr="00C81DE5">
        <w:rPr>
          <w:rStyle w:val="libArabicChar"/>
          <w:rtl/>
        </w:rPr>
        <w:t xml:space="preserve"> </w:t>
      </w:r>
      <w:r w:rsidRPr="00C81DE5">
        <w:rPr>
          <w:rStyle w:val="libArabicChar"/>
          <w:rFonts w:hint="cs"/>
          <w:rtl/>
        </w:rPr>
        <w:t>مؤمن</w:t>
      </w:r>
      <w:r>
        <w:rPr>
          <w:rtl/>
        </w:rPr>
        <w:t xml:space="preserve"> ) در حالانكہ آيت كے آخر مي</w:t>
      </w:r>
      <w:r w:rsidR="00083993">
        <w:rPr>
          <w:rtl/>
        </w:rPr>
        <w:t xml:space="preserve">ں </w:t>
      </w:r>
      <w:r>
        <w:rPr>
          <w:rtl/>
        </w:rPr>
        <w:t>اخروى پاداش كو فقط عمل كے ساتھ مربوط قرار ديا گيا ہے اور ايمان كے بارے مي</w:t>
      </w:r>
      <w:r w:rsidR="00083993">
        <w:rPr>
          <w:rtl/>
        </w:rPr>
        <w:t xml:space="preserve">ں </w:t>
      </w:r>
      <w:r>
        <w:rPr>
          <w:rtl/>
        </w:rPr>
        <w:t>گفتگو نہي</w:t>
      </w:r>
      <w:r w:rsidR="00083993">
        <w:rPr>
          <w:rtl/>
        </w:rPr>
        <w:t xml:space="preserve">ں </w:t>
      </w:r>
      <w:r>
        <w:rPr>
          <w:rtl/>
        </w:rPr>
        <w:t>كى گئي_</w:t>
      </w:r>
    </w:p>
    <w:p w:rsidR="001F628F" w:rsidRDefault="001F628F" w:rsidP="001F628F">
      <w:pPr>
        <w:pStyle w:val="libNormal"/>
        <w:rPr>
          <w:rtl/>
        </w:rPr>
      </w:pPr>
      <w:r>
        <w:rPr>
          <w:rtl/>
        </w:rPr>
        <w:t xml:space="preserve">9_ </w:t>
      </w:r>
      <w:r w:rsidRPr="00C81DE5">
        <w:rPr>
          <w:rStyle w:val="libArabicChar"/>
          <w:rtl/>
        </w:rPr>
        <w:t xml:space="preserve">''عن النبى </w:t>
      </w:r>
      <w:r w:rsidR="00F031CD" w:rsidRPr="00F031CD">
        <w:rPr>
          <w:rStyle w:val="libAlaemChar"/>
          <w:rtl/>
        </w:rPr>
        <w:t xml:space="preserve"> صلى‌الله‌عليه‌وآله‌وسلم </w:t>
      </w:r>
      <w:r w:rsidRPr="00C81DE5">
        <w:rPr>
          <w:rStyle w:val="libArabicChar"/>
          <w:rtl/>
        </w:rPr>
        <w:t xml:space="preserve"> فى قول</w:t>
      </w:r>
      <w:r w:rsidR="00120F63" w:rsidRPr="00B2551F">
        <w:rPr>
          <w:rStyle w:val="libArabicChar"/>
          <w:rFonts w:hint="cs"/>
          <w:rtl/>
        </w:rPr>
        <w:t>ه</w:t>
      </w:r>
      <w:r w:rsidRPr="00C81DE5">
        <w:rPr>
          <w:rStyle w:val="libArabicChar"/>
          <w:rtl/>
        </w:rPr>
        <w:t xml:space="preserve"> </w:t>
      </w:r>
      <w:r w:rsidRPr="00C81DE5">
        <w:rPr>
          <w:rStyle w:val="libArabicChar"/>
          <w:rFonts w:hint="cs"/>
          <w:rtl/>
        </w:rPr>
        <w:t>تعالى</w:t>
      </w:r>
      <w:r w:rsidRPr="00C81DE5">
        <w:rPr>
          <w:rStyle w:val="libArabicChar"/>
          <w:rtl/>
        </w:rPr>
        <w:t xml:space="preserve"> ''</w:t>
      </w:r>
      <w:r w:rsidRPr="00C81DE5">
        <w:rPr>
          <w:rStyle w:val="libArabicChar"/>
          <w:rFonts w:hint="cs"/>
          <w:rtl/>
        </w:rPr>
        <w:t>فلنحيين</w:t>
      </w:r>
      <w:r w:rsidR="00120F63" w:rsidRPr="00B2551F">
        <w:rPr>
          <w:rStyle w:val="libArabicChar"/>
          <w:rFonts w:hint="cs"/>
          <w:rtl/>
        </w:rPr>
        <w:t>ه</w:t>
      </w:r>
      <w:r w:rsidRPr="00C81DE5">
        <w:rPr>
          <w:rStyle w:val="libArabicChar"/>
          <w:rtl/>
        </w:rPr>
        <w:t xml:space="preserve"> </w:t>
      </w:r>
      <w:r w:rsidRPr="00C81DE5">
        <w:rPr>
          <w:rStyle w:val="libArabicChar"/>
          <w:rFonts w:hint="cs"/>
          <w:rtl/>
        </w:rPr>
        <w:t>حياة</w:t>
      </w:r>
      <w:r w:rsidRPr="00C81DE5">
        <w:rPr>
          <w:rStyle w:val="libArabicChar"/>
          <w:rtl/>
        </w:rPr>
        <w:t xml:space="preserve"> </w:t>
      </w:r>
      <w:r w:rsidRPr="00C81DE5">
        <w:rPr>
          <w:rStyle w:val="libArabicChar"/>
          <w:rFonts w:hint="cs"/>
          <w:rtl/>
        </w:rPr>
        <w:t>طيبةّ</w:t>
      </w:r>
      <w:r w:rsidRPr="00C81DE5">
        <w:rPr>
          <w:rStyle w:val="libArabicChar"/>
          <w:rtl/>
        </w:rPr>
        <w:t xml:space="preserve">'' </w:t>
      </w:r>
      <w:r w:rsidRPr="00C81DE5">
        <w:rPr>
          <w:rStyle w:val="libArabicChar"/>
          <w:rFonts w:hint="cs"/>
          <w:rtl/>
        </w:rPr>
        <w:t>قال</w:t>
      </w:r>
      <w:r w:rsidRPr="00C81DE5">
        <w:rPr>
          <w:rStyle w:val="libArabicChar"/>
          <w:rtl/>
        </w:rPr>
        <w:t xml:space="preserve"> : </w:t>
      </w:r>
      <w:r w:rsidRPr="00C81DE5">
        <w:rPr>
          <w:rStyle w:val="libArabicChar"/>
          <w:rFonts w:hint="cs"/>
          <w:rtl/>
        </w:rPr>
        <w:t>انّ</w:t>
      </w:r>
      <w:r w:rsidR="00120F63" w:rsidRPr="00B2551F">
        <w:rPr>
          <w:rStyle w:val="libArabicChar"/>
          <w:rFonts w:hint="cs"/>
          <w:rtl/>
        </w:rPr>
        <w:t>ه</w:t>
      </w:r>
      <w:r w:rsidRPr="00C81DE5">
        <w:rPr>
          <w:rStyle w:val="libArabicChar"/>
          <w:rFonts w:hint="cs"/>
          <w:rtl/>
        </w:rPr>
        <w:t>ا</w:t>
      </w:r>
      <w:r w:rsidRPr="00C81DE5">
        <w:rPr>
          <w:rStyle w:val="libArabicChar"/>
          <w:rtl/>
        </w:rPr>
        <w:t xml:space="preserve"> </w:t>
      </w:r>
      <w:r w:rsidRPr="00C81DE5">
        <w:rPr>
          <w:rStyle w:val="libArabicChar"/>
          <w:rFonts w:hint="cs"/>
          <w:rtl/>
        </w:rPr>
        <w:t>القنا</w:t>
      </w:r>
      <w:r w:rsidRPr="00C81DE5">
        <w:rPr>
          <w:rStyle w:val="libArabicChar"/>
          <w:rtl/>
        </w:rPr>
        <w:t xml:space="preserve"> </w:t>
      </w:r>
      <w:r w:rsidRPr="00C81DE5">
        <w:rPr>
          <w:rStyle w:val="libArabicChar"/>
          <w:rFonts w:hint="cs"/>
          <w:rtl/>
        </w:rPr>
        <w:t>عة</w:t>
      </w:r>
      <w:r w:rsidRPr="00C81DE5">
        <w:rPr>
          <w:rStyle w:val="libArabicChar"/>
          <w:rtl/>
        </w:rPr>
        <w:t xml:space="preserve"> </w:t>
      </w:r>
      <w:r w:rsidRPr="00C81DE5">
        <w:rPr>
          <w:rStyle w:val="libArabicChar"/>
          <w:rFonts w:hint="cs"/>
          <w:rtl/>
        </w:rPr>
        <w:t>والرضا</w:t>
      </w:r>
      <w:r w:rsidRPr="00C81DE5">
        <w:rPr>
          <w:rStyle w:val="libArabicChar"/>
          <w:rtl/>
        </w:rPr>
        <w:t xml:space="preserve"> </w:t>
      </w:r>
      <w:r w:rsidRPr="00C81DE5">
        <w:rPr>
          <w:rStyle w:val="libArabicChar"/>
          <w:rFonts w:hint="cs"/>
          <w:rtl/>
        </w:rPr>
        <w:t>بما</w:t>
      </w:r>
      <w:r w:rsidRPr="00C81DE5">
        <w:rPr>
          <w:rStyle w:val="libArabicChar"/>
          <w:rtl/>
        </w:rPr>
        <w:t xml:space="preserve"> </w:t>
      </w:r>
      <w:r w:rsidRPr="00C81DE5">
        <w:rPr>
          <w:rStyle w:val="libArabicChar"/>
          <w:rFonts w:hint="cs"/>
          <w:rtl/>
        </w:rPr>
        <w:t>قسم</w:t>
      </w:r>
      <w:r w:rsidRPr="00C81DE5">
        <w:rPr>
          <w:rStyle w:val="libArabicChar"/>
          <w:rtl/>
        </w:rPr>
        <w:t xml:space="preserve"> الله</w:t>
      </w:r>
      <w:r>
        <w:rPr>
          <w:rtl/>
        </w:rPr>
        <w:t xml:space="preserve"> </w:t>
      </w:r>
      <w:r w:rsidRPr="00C81DE5">
        <w:rPr>
          <w:rStyle w:val="libFootnotenumChar"/>
          <w:rtl/>
        </w:rPr>
        <w:t>(1)</w:t>
      </w:r>
    </w:p>
    <w:p w:rsidR="001F628F" w:rsidRDefault="001F628F" w:rsidP="001F628F">
      <w:pPr>
        <w:pStyle w:val="libNormal"/>
        <w:rPr>
          <w:rtl/>
        </w:rPr>
      </w:pPr>
      <w:r>
        <w:rPr>
          <w:rFonts w:hint="eastAsia"/>
          <w:rtl/>
        </w:rPr>
        <w:t>رسول</w:t>
      </w:r>
      <w:r>
        <w:rPr>
          <w:rtl/>
        </w:rPr>
        <w:t xml:space="preserve"> خدا </w:t>
      </w:r>
      <w:r w:rsidR="00F031CD" w:rsidRPr="00F031CD">
        <w:rPr>
          <w:rStyle w:val="libAlaemChar"/>
          <w:rtl/>
        </w:rPr>
        <w:t xml:space="preserve"> صلى‌الله‌عليه‌وآله‌وسلم </w:t>
      </w:r>
      <w:r>
        <w:rPr>
          <w:rtl/>
        </w:rPr>
        <w:t xml:space="preserve"> سے خداوند عالم كے اس قول ''فلنجينّہ حياة طيبة'' كے بارے مي</w:t>
      </w:r>
      <w:r w:rsidR="00083993">
        <w:rPr>
          <w:rtl/>
        </w:rPr>
        <w:t xml:space="preserve">ں </w:t>
      </w:r>
      <w:r>
        <w:rPr>
          <w:rtl/>
        </w:rPr>
        <w:t>روايت نقل ہوئي ہے كہ آپ</w:t>
      </w:r>
      <w:r w:rsidR="00F031CD" w:rsidRPr="00F031CD">
        <w:rPr>
          <w:rStyle w:val="libAlaemChar"/>
          <w:rtl/>
        </w:rPr>
        <w:t xml:space="preserve"> صلى‌الله‌عليه‌وآله‌وسلم </w:t>
      </w:r>
      <w:r>
        <w:rPr>
          <w:rtl/>
        </w:rPr>
        <w:t xml:space="preserve"> نے فرمايا : بے شك حيات طيبہ يہ ہے كہ خداوند عالم نے جو چيز تقسيم كى ہے اس پر قانع اور راضى ہوجائي</w:t>
      </w:r>
      <w:r w:rsidR="00083993">
        <w:rPr>
          <w:rtl/>
        </w:rPr>
        <w:t xml:space="preserve">ں </w:t>
      </w:r>
      <w:r>
        <w:rPr>
          <w:rtl/>
        </w:rPr>
        <w:t>_</w:t>
      </w:r>
    </w:p>
    <w:p w:rsidR="001F628F" w:rsidRDefault="001F628F" w:rsidP="00C81DE5">
      <w:pPr>
        <w:pStyle w:val="libNormal"/>
        <w:rPr>
          <w:rtl/>
        </w:rPr>
      </w:pPr>
      <w:r>
        <w:rPr>
          <w:rFonts w:hint="eastAsia"/>
          <w:rtl/>
        </w:rPr>
        <w:t>اقدار</w:t>
      </w:r>
      <w:r>
        <w:rPr>
          <w:rtl/>
        </w:rPr>
        <w:t>:</w:t>
      </w:r>
      <w:r>
        <w:rPr>
          <w:rFonts w:hint="eastAsia"/>
          <w:rtl/>
        </w:rPr>
        <w:t>اقدار</w:t>
      </w:r>
      <w:r>
        <w:rPr>
          <w:rtl/>
        </w:rPr>
        <w:t xml:space="preserve"> كا ملاك1،6</w:t>
      </w:r>
    </w:p>
    <w:p w:rsidR="001F628F" w:rsidRDefault="001F628F" w:rsidP="00C81DE5">
      <w:pPr>
        <w:pStyle w:val="libNormal"/>
        <w:rPr>
          <w:rtl/>
        </w:rPr>
      </w:pPr>
      <w:r>
        <w:rPr>
          <w:rFonts w:hint="eastAsia"/>
          <w:rtl/>
        </w:rPr>
        <w:t>الله</w:t>
      </w:r>
      <w:r>
        <w:rPr>
          <w:rtl/>
        </w:rPr>
        <w:t xml:space="preserve"> تعالي:</w:t>
      </w:r>
      <w:r>
        <w:rPr>
          <w:rFonts w:hint="eastAsia"/>
          <w:rtl/>
        </w:rPr>
        <w:t>الله</w:t>
      </w:r>
      <w:r>
        <w:rPr>
          <w:rtl/>
        </w:rPr>
        <w:t xml:space="preserve"> تعالى كى جزائي</w:t>
      </w:r>
      <w:r w:rsidR="00083993">
        <w:rPr>
          <w:rtl/>
        </w:rPr>
        <w:t xml:space="preserve">ں </w:t>
      </w:r>
      <w:r>
        <w:rPr>
          <w:rtl/>
        </w:rPr>
        <w:t>7; الله تعالى كے افعال7; الله تعالى كے مقررات پر راضى ہونا 9</w:t>
      </w:r>
    </w:p>
    <w:p w:rsidR="001F628F" w:rsidRDefault="001F628F" w:rsidP="00C81DE5">
      <w:pPr>
        <w:pStyle w:val="libNormal"/>
        <w:rPr>
          <w:rtl/>
        </w:rPr>
      </w:pPr>
      <w:r>
        <w:rPr>
          <w:rFonts w:hint="eastAsia"/>
          <w:rtl/>
        </w:rPr>
        <w:t>ايمان</w:t>
      </w:r>
      <w:r>
        <w:rPr>
          <w:rtl/>
        </w:rPr>
        <w:t>:</w:t>
      </w:r>
      <w:r>
        <w:rPr>
          <w:rFonts w:hint="eastAsia"/>
          <w:rtl/>
        </w:rPr>
        <w:t>ايمان</w:t>
      </w:r>
      <w:r>
        <w:rPr>
          <w:rtl/>
        </w:rPr>
        <w:t xml:space="preserve"> كے آثار 1،3،4،5</w:t>
      </w:r>
    </w:p>
    <w:p w:rsidR="001F628F" w:rsidRDefault="00B84D3B" w:rsidP="00B84D3B">
      <w:pPr>
        <w:pStyle w:val="libLine"/>
        <w:rPr>
          <w:rtl/>
        </w:rPr>
      </w:pPr>
      <w:r>
        <w:rPr>
          <w:rtl/>
        </w:rPr>
        <w:t>____________________</w:t>
      </w:r>
    </w:p>
    <w:p w:rsidR="001F628F" w:rsidRDefault="001F628F" w:rsidP="00C81DE5">
      <w:pPr>
        <w:pStyle w:val="libFootnote"/>
        <w:rPr>
          <w:rtl/>
        </w:rPr>
      </w:pPr>
      <w:r>
        <w:rPr>
          <w:rtl/>
        </w:rPr>
        <w:t>1)مجمع البيان ،ج6،ص593،نورالثقلين ،ج3، ص84 ، ح206_</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پاداش</w:t>
      </w:r>
      <w:r>
        <w:rPr>
          <w:rtl/>
        </w:rPr>
        <w:t>:</w:t>
      </w:r>
      <w:r>
        <w:rPr>
          <w:rFonts w:hint="eastAsia"/>
          <w:rtl/>
        </w:rPr>
        <w:t>اخروى</w:t>
      </w:r>
      <w:r>
        <w:rPr>
          <w:rtl/>
        </w:rPr>
        <w:t xml:space="preserve"> پاداش كے اسباب 8; پاداش سے استفادہ 2; پاداش كے اسباب7</w:t>
      </w:r>
    </w:p>
    <w:p w:rsidR="001F628F" w:rsidRDefault="001F628F" w:rsidP="00813150">
      <w:pPr>
        <w:pStyle w:val="libNormal"/>
        <w:rPr>
          <w:rtl/>
        </w:rPr>
      </w:pPr>
      <w:r>
        <w:rPr>
          <w:rFonts w:hint="eastAsia"/>
          <w:rtl/>
        </w:rPr>
        <w:t>تكامل</w:t>
      </w:r>
      <w:r>
        <w:rPr>
          <w:rtl/>
        </w:rPr>
        <w:t>:</w:t>
      </w:r>
      <w:r>
        <w:rPr>
          <w:rFonts w:hint="eastAsia"/>
          <w:rtl/>
        </w:rPr>
        <w:t>تكامل</w:t>
      </w:r>
      <w:r>
        <w:rPr>
          <w:rtl/>
        </w:rPr>
        <w:t xml:space="preserve"> كے اسباب4</w:t>
      </w:r>
    </w:p>
    <w:p w:rsidR="001F628F" w:rsidRDefault="001F628F" w:rsidP="00813150">
      <w:pPr>
        <w:pStyle w:val="libNormal"/>
        <w:rPr>
          <w:rtl/>
        </w:rPr>
      </w:pPr>
      <w:r>
        <w:rPr>
          <w:rFonts w:hint="eastAsia"/>
          <w:rtl/>
        </w:rPr>
        <w:t>حيات</w:t>
      </w:r>
      <w:r>
        <w:rPr>
          <w:rtl/>
        </w:rPr>
        <w:t>:</w:t>
      </w:r>
      <w:r>
        <w:rPr>
          <w:rFonts w:hint="eastAsia"/>
          <w:rtl/>
        </w:rPr>
        <w:t>حيات</w:t>
      </w:r>
      <w:r>
        <w:rPr>
          <w:rtl/>
        </w:rPr>
        <w:t xml:space="preserve"> طيبہّ سے مراد 9</w:t>
      </w:r>
    </w:p>
    <w:p w:rsidR="001F628F" w:rsidRDefault="001F628F" w:rsidP="00813150">
      <w:pPr>
        <w:pStyle w:val="libNormal"/>
        <w:rPr>
          <w:rtl/>
        </w:rPr>
      </w:pPr>
      <w:r>
        <w:rPr>
          <w:rFonts w:hint="eastAsia"/>
          <w:rtl/>
        </w:rPr>
        <w:t>زندگي</w:t>
      </w:r>
      <w:r>
        <w:rPr>
          <w:rtl/>
        </w:rPr>
        <w:t>:</w:t>
      </w:r>
      <w:r>
        <w:rPr>
          <w:rFonts w:hint="eastAsia"/>
          <w:rtl/>
        </w:rPr>
        <w:t>پاكيزہ</w:t>
      </w:r>
      <w:r>
        <w:rPr>
          <w:rtl/>
        </w:rPr>
        <w:t xml:space="preserve"> زندگى كا سبب3; زندگى مي</w:t>
      </w:r>
      <w:r w:rsidR="00083993">
        <w:rPr>
          <w:rtl/>
        </w:rPr>
        <w:t xml:space="preserve">ں </w:t>
      </w:r>
      <w:r>
        <w:rPr>
          <w:rtl/>
        </w:rPr>
        <w:t>ايمان 6; زندگى مي</w:t>
      </w:r>
      <w:r w:rsidR="00083993">
        <w:rPr>
          <w:rtl/>
        </w:rPr>
        <w:t xml:space="preserve">ں </w:t>
      </w:r>
      <w:r>
        <w:rPr>
          <w:rtl/>
        </w:rPr>
        <w:t>عمل صالح 6; سلامت زندگى كے اسباب5; قابل قدر زندگي6</w:t>
      </w:r>
    </w:p>
    <w:p w:rsidR="001F628F" w:rsidRDefault="001F628F" w:rsidP="001F628F">
      <w:pPr>
        <w:pStyle w:val="libNormal"/>
        <w:rPr>
          <w:rtl/>
        </w:rPr>
      </w:pPr>
      <w:r>
        <w:rPr>
          <w:rFonts w:hint="eastAsia"/>
          <w:rtl/>
        </w:rPr>
        <w:t>روايت</w:t>
      </w:r>
      <w:r>
        <w:rPr>
          <w:rtl/>
        </w:rPr>
        <w:t>:9</w:t>
      </w:r>
    </w:p>
    <w:p w:rsidR="001F628F" w:rsidRDefault="001F628F" w:rsidP="00813150">
      <w:pPr>
        <w:pStyle w:val="libNormal"/>
        <w:rPr>
          <w:rtl/>
        </w:rPr>
      </w:pPr>
      <w:r>
        <w:rPr>
          <w:rFonts w:hint="eastAsia"/>
          <w:rtl/>
        </w:rPr>
        <w:t>سعادت</w:t>
      </w:r>
      <w:r>
        <w:rPr>
          <w:rtl/>
        </w:rPr>
        <w:t>:</w:t>
      </w:r>
      <w:r>
        <w:rPr>
          <w:rFonts w:hint="eastAsia"/>
          <w:rtl/>
        </w:rPr>
        <w:t>سعادت</w:t>
      </w:r>
      <w:r>
        <w:rPr>
          <w:rtl/>
        </w:rPr>
        <w:t xml:space="preserve"> كے عوامل8</w:t>
      </w:r>
    </w:p>
    <w:p w:rsidR="001F628F" w:rsidRDefault="001F628F" w:rsidP="00813150">
      <w:pPr>
        <w:pStyle w:val="libNormal"/>
        <w:rPr>
          <w:rtl/>
        </w:rPr>
      </w:pPr>
      <w:r>
        <w:rPr>
          <w:rFonts w:hint="eastAsia"/>
          <w:rtl/>
        </w:rPr>
        <w:t>عورت</w:t>
      </w:r>
      <w:r>
        <w:rPr>
          <w:rtl/>
        </w:rPr>
        <w:t>:</w:t>
      </w:r>
      <w:r>
        <w:rPr>
          <w:rFonts w:hint="eastAsia"/>
          <w:rtl/>
        </w:rPr>
        <w:t>عورت</w:t>
      </w:r>
      <w:r>
        <w:rPr>
          <w:rtl/>
        </w:rPr>
        <w:t xml:space="preserve"> كى پاكيزہ زندگى 2;مرد و عورت كا مساوى ہونا 2</w:t>
      </w:r>
    </w:p>
    <w:p w:rsidR="001F628F" w:rsidRDefault="001F628F" w:rsidP="00813150">
      <w:pPr>
        <w:pStyle w:val="libNormal"/>
        <w:rPr>
          <w:rtl/>
        </w:rPr>
      </w:pPr>
      <w:r>
        <w:rPr>
          <w:rFonts w:hint="eastAsia"/>
          <w:rtl/>
        </w:rPr>
        <w:t>عمل</w:t>
      </w:r>
      <w:r>
        <w:rPr>
          <w:rtl/>
        </w:rPr>
        <w:t xml:space="preserve"> صالح:</w:t>
      </w:r>
      <w:r>
        <w:rPr>
          <w:rFonts w:hint="eastAsia"/>
          <w:rtl/>
        </w:rPr>
        <w:t>عمل</w:t>
      </w:r>
      <w:r>
        <w:rPr>
          <w:rtl/>
        </w:rPr>
        <w:t xml:space="preserve"> صالح كى قدر وقيمت كے شرائط 1; عمل صالح كے آثار 3،4،5،8</w:t>
      </w:r>
    </w:p>
    <w:p w:rsidR="001F628F" w:rsidRDefault="001F628F" w:rsidP="00813150">
      <w:pPr>
        <w:pStyle w:val="libNormal"/>
        <w:rPr>
          <w:rtl/>
        </w:rPr>
      </w:pPr>
      <w:r>
        <w:rPr>
          <w:rFonts w:hint="eastAsia"/>
          <w:rtl/>
        </w:rPr>
        <w:t>قناعت</w:t>
      </w:r>
      <w:r>
        <w:rPr>
          <w:rtl/>
        </w:rPr>
        <w:t>:</w:t>
      </w:r>
      <w:r>
        <w:rPr>
          <w:rFonts w:hint="eastAsia"/>
          <w:rtl/>
        </w:rPr>
        <w:t>قناعت</w:t>
      </w:r>
      <w:r>
        <w:rPr>
          <w:rtl/>
        </w:rPr>
        <w:t xml:space="preserve"> كى اہميت 9</w:t>
      </w:r>
    </w:p>
    <w:p w:rsidR="001F628F" w:rsidRDefault="001F628F" w:rsidP="00813150">
      <w:pPr>
        <w:pStyle w:val="libNormal"/>
        <w:rPr>
          <w:rtl/>
        </w:rPr>
      </w:pPr>
      <w:r>
        <w:rPr>
          <w:rFonts w:hint="eastAsia"/>
          <w:rtl/>
        </w:rPr>
        <w:t>مرد</w:t>
      </w:r>
      <w:r>
        <w:rPr>
          <w:rtl/>
        </w:rPr>
        <w:t>:</w:t>
      </w:r>
      <w:r>
        <w:rPr>
          <w:rFonts w:hint="eastAsia"/>
          <w:rtl/>
        </w:rPr>
        <w:t>مرد</w:t>
      </w:r>
      <w:r>
        <w:rPr>
          <w:rtl/>
        </w:rPr>
        <w:t xml:space="preserve"> كى پاكيزہ زندگي2</w:t>
      </w:r>
    </w:p>
    <w:p w:rsidR="001F628F" w:rsidRDefault="001F628F" w:rsidP="00813150">
      <w:pPr>
        <w:pStyle w:val="libNormal"/>
        <w:rPr>
          <w:rtl/>
        </w:rPr>
      </w:pPr>
      <w:r>
        <w:rPr>
          <w:rFonts w:hint="eastAsia"/>
          <w:rtl/>
        </w:rPr>
        <w:t>معنوى</w:t>
      </w:r>
      <w:r>
        <w:rPr>
          <w:rtl/>
        </w:rPr>
        <w:t xml:space="preserve"> مقامات:</w:t>
      </w:r>
      <w:r>
        <w:rPr>
          <w:rFonts w:hint="eastAsia"/>
          <w:rtl/>
        </w:rPr>
        <w:t>معنوى</w:t>
      </w:r>
      <w:r>
        <w:rPr>
          <w:rtl/>
        </w:rPr>
        <w:t xml:space="preserve"> مقامات كے اسباب 4</w:t>
      </w:r>
    </w:p>
    <w:p w:rsidR="00813150" w:rsidRPr="00120F63" w:rsidRDefault="00813150" w:rsidP="00813150">
      <w:pPr>
        <w:pStyle w:val="Heading2Center"/>
        <w:rPr>
          <w:rtl/>
        </w:rPr>
      </w:pPr>
      <w:bookmarkStart w:id="244" w:name="_Toc28081922"/>
      <w:r>
        <w:rPr>
          <w:rFonts w:hint="cs"/>
          <w:rtl/>
        </w:rPr>
        <w:t xml:space="preserve">آیت </w:t>
      </w:r>
      <w:r w:rsidRPr="00120F63">
        <w:rPr>
          <w:rFonts w:hint="cs"/>
          <w:rtl/>
        </w:rPr>
        <w:t>98</w:t>
      </w:r>
      <w:bookmarkEnd w:id="244"/>
    </w:p>
    <w:p w:rsidR="001F628F" w:rsidRDefault="00E260F9" w:rsidP="00813150">
      <w:pPr>
        <w:pStyle w:val="libNormal"/>
        <w:rPr>
          <w:rtl/>
        </w:rPr>
      </w:pPr>
      <w:r w:rsidRPr="00E260F9">
        <w:rPr>
          <w:rStyle w:val="libAlaemChar"/>
          <w:rFonts w:hint="eastAsia"/>
          <w:rtl/>
        </w:rPr>
        <w:t>(</w:t>
      </w:r>
      <w:r w:rsidRPr="00813150">
        <w:rPr>
          <w:rStyle w:val="libAieChar"/>
          <w:rFonts w:hint="eastAsia"/>
          <w:rtl/>
        </w:rPr>
        <w:t>فَإِذَا</w:t>
      </w:r>
      <w:r w:rsidRPr="00813150">
        <w:rPr>
          <w:rStyle w:val="libAieChar"/>
          <w:rtl/>
        </w:rPr>
        <w:t xml:space="preserve"> قَرَأْتَ الْقُرْآنَ فَاسْتَعِذْ بِاللّهِ مِنَ الشَّيْطَانِ الرَّجِيمِ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لہذا</w:t>
      </w:r>
      <w:r>
        <w:rPr>
          <w:rtl/>
        </w:rPr>
        <w:t xml:space="preserve"> جب آپ قرآن پڑھي</w:t>
      </w:r>
      <w:r w:rsidR="00083993">
        <w:rPr>
          <w:rtl/>
        </w:rPr>
        <w:t xml:space="preserve">ں </w:t>
      </w:r>
      <w:r>
        <w:rPr>
          <w:rtl/>
        </w:rPr>
        <w:t>تو شيطان رجيم كے مقابلہ كے لئے اللہ سے پناہ طلب كري</w:t>
      </w:r>
      <w:r w:rsidR="00083993">
        <w:rPr>
          <w:rtl/>
        </w:rPr>
        <w:t xml:space="preserve">ں </w:t>
      </w:r>
      <w:r>
        <w:rPr>
          <w:rtl/>
        </w:rPr>
        <w:t>_</w:t>
      </w:r>
    </w:p>
    <w:p w:rsidR="001F628F" w:rsidRDefault="001F628F" w:rsidP="001F628F">
      <w:pPr>
        <w:pStyle w:val="libNormal"/>
        <w:rPr>
          <w:rtl/>
        </w:rPr>
      </w:pPr>
      <w:r>
        <w:rPr>
          <w:rtl/>
        </w:rPr>
        <w:t>1_ قرآن كى تلاوت كے وقت شيطان كے شر سے خداوند عالم كى پناہ لينا ضرورى ہے_</w:t>
      </w:r>
    </w:p>
    <w:p w:rsidR="00813150" w:rsidRDefault="001E7F9D" w:rsidP="00F73EDE">
      <w:pPr>
        <w:pStyle w:val="libPoemTini"/>
        <w:rPr>
          <w:rtl/>
        </w:rPr>
      </w:pPr>
      <w:r>
        <w:rPr>
          <w:rtl/>
        </w:rPr>
        <w:cr/>
      </w:r>
      <w:r>
        <w:rPr>
          <w:rtl/>
        </w:rPr>
        <w:br w:type="page"/>
      </w:r>
    </w:p>
    <w:p w:rsidR="001F628F" w:rsidRDefault="001F628F" w:rsidP="00813150">
      <w:pPr>
        <w:pStyle w:val="libArabic"/>
        <w:rPr>
          <w:rtl/>
        </w:rPr>
      </w:pPr>
      <w:r>
        <w:rPr>
          <w:rFonts w:hint="eastAsia"/>
          <w:rtl/>
        </w:rPr>
        <w:lastRenderedPageBreak/>
        <w:t>فإذا</w:t>
      </w:r>
      <w:r>
        <w:rPr>
          <w:rtl/>
        </w:rPr>
        <w:t xml:space="preserve"> قرا ت القرآن فاستعذ باللّ</w:t>
      </w:r>
      <w:r w:rsidR="00120F63" w:rsidRPr="00ED5DE8">
        <w:rPr>
          <w:rFonts w:hint="cs"/>
          <w:rtl/>
        </w:rPr>
        <w:t>ه</w:t>
      </w:r>
      <w:r>
        <w:rPr>
          <w:rtl/>
        </w:rPr>
        <w:t xml:space="preserve"> </w:t>
      </w:r>
      <w:r>
        <w:rPr>
          <w:rFonts w:hint="cs"/>
          <w:rtl/>
        </w:rPr>
        <w:t>من</w:t>
      </w:r>
      <w:r>
        <w:rPr>
          <w:rtl/>
        </w:rPr>
        <w:t xml:space="preserve"> </w:t>
      </w:r>
      <w:r>
        <w:rPr>
          <w:rFonts w:hint="cs"/>
          <w:rtl/>
        </w:rPr>
        <w:t>الشيطان</w:t>
      </w:r>
      <w:r>
        <w:rPr>
          <w:rtl/>
        </w:rPr>
        <w:t xml:space="preserve"> الرجيم</w:t>
      </w:r>
    </w:p>
    <w:p w:rsidR="001F628F" w:rsidRDefault="001F628F" w:rsidP="00813150">
      <w:pPr>
        <w:pStyle w:val="libNormal"/>
        <w:rPr>
          <w:rtl/>
        </w:rPr>
      </w:pPr>
      <w:r>
        <w:rPr>
          <w:rtl/>
        </w:rPr>
        <w:t>2_ شيطان كے شر سے محفوظ رہنے مي</w:t>
      </w:r>
      <w:r w:rsidR="00083993">
        <w:rPr>
          <w:rtl/>
        </w:rPr>
        <w:t xml:space="preserve">ں </w:t>
      </w:r>
      <w:r>
        <w:rPr>
          <w:rtl/>
        </w:rPr>
        <w:t>استعاذہ اور خدا كى پناہ موثر ہے_</w:t>
      </w:r>
      <w:r w:rsidRPr="00813150">
        <w:rPr>
          <w:rStyle w:val="libArabicChar"/>
          <w:rFonts w:hint="eastAsia"/>
          <w:rtl/>
        </w:rPr>
        <w:t>فاستعذ</w:t>
      </w:r>
      <w:r w:rsidRPr="00813150">
        <w:rPr>
          <w:rStyle w:val="libArabicChar"/>
          <w:rtl/>
        </w:rPr>
        <w:t xml:space="preserve"> با للّ</w:t>
      </w:r>
      <w:r w:rsidR="00120F63" w:rsidRPr="00B2551F">
        <w:rPr>
          <w:rStyle w:val="libArabicChar"/>
          <w:rFonts w:hint="cs"/>
          <w:rtl/>
        </w:rPr>
        <w:t>ه</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الشيطان</w:t>
      </w:r>
      <w:r w:rsidRPr="00813150">
        <w:rPr>
          <w:rStyle w:val="libArabicChar"/>
          <w:rtl/>
        </w:rPr>
        <w:t xml:space="preserve"> الرجيم</w:t>
      </w:r>
    </w:p>
    <w:p w:rsidR="001F628F" w:rsidRDefault="001F628F" w:rsidP="001F628F">
      <w:pPr>
        <w:pStyle w:val="libNormal"/>
        <w:rPr>
          <w:rtl/>
        </w:rPr>
      </w:pPr>
      <w:r>
        <w:rPr>
          <w:rtl/>
        </w:rPr>
        <w:t>3_ پيغمبر اكرم</w:t>
      </w:r>
      <w:r w:rsidR="00F031CD" w:rsidRPr="00F031CD">
        <w:rPr>
          <w:rStyle w:val="libAlaemChar"/>
          <w:rtl/>
        </w:rPr>
        <w:t xml:space="preserve"> صلى‌الله‌عليه‌وآله‌وسلم </w:t>
      </w:r>
      <w:r>
        <w:rPr>
          <w:rtl/>
        </w:rPr>
        <w:t xml:space="preserve"> پر نزول وحى كے ابتدائي مراحل مي</w:t>
      </w:r>
      <w:r w:rsidR="00083993">
        <w:rPr>
          <w:rtl/>
        </w:rPr>
        <w:t xml:space="preserve">ں </w:t>
      </w:r>
      <w:r>
        <w:rPr>
          <w:rtl/>
        </w:rPr>
        <w:t>قرآن ،اسلام كى آسمانى كتاب كے نامو</w:t>
      </w:r>
      <w:r w:rsidR="00083993">
        <w:rPr>
          <w:rtl/>
        </w:rPr>
        <w:t xml:space="preserve">ں </w:t>
      </w:r>
      <w:r>
        <w:rPr>
          <w:rtl/>
        </w:rPr>
        <w:t>سے متعارف تھا_</w:t>
      </w:r>
    </w:p>
    <w:p w:rsidR="001F628F" w:rsidRDefault="001F628F" w:rsidP="00813150">
      <w:pPr>
        <w:pStyle w:val="libArabic"/>
        <w:rPr>
          <w:rtl/>
        </w:rPr>
      </w:pPr>
      <w:r>
        <w:rPr>
          <w:rFonts w:hint="eastAsia"/>
          <w:rtl/>
        </w:rPr>
        <w:t>فإذا</w:t>
      </w:r>
      <w:r>
        <w:rPr>
          <w:rtl/>
        </w:rPr>
        <w:t xml:space="preserve"> قرآت القرآن</w:t>
      </w:r>
    </w:p>
    <w:p w:rsidR="001F628F" w:rsidRDefault="001F628F" w:rsidP="00813150">
      <w:pPr>
        <w:pStyle w:val="libNormal"/>
        <w:rPr>
          <w:rtl/>
        </w:rPr>
      </w:pPr>
      <w:r>
        <w:rPr>
          <w:rtl/>
        </w:rPr>
        <w:t>4_ تلاوت قرآن كے وقت انسان، شيطان كے حملہ و غضب كے خطرہ سے دوچار ہوتا ہے _</w:t>
      </w:r>
      <w:r w:rsidRPr="00813150">
        <w:rPr>
          <w:rStyle w:val="libArabicChar"/>
          <w:rFonts w:hint="eastAsia"/>
          <w:rtl/>
        </w:rPr>
        <w:t>فإذا</w:t>
      </w:r>
      <w:r w:rsidRPr="00813150">
        <w:rPr>
          <w:rStyle w:val="libArabicChar"/>
          <w:rtl/>
        </w:rPr>
        <w:t xml:space="preserve"> قرا ت القرآن فاستعذ</w:t>
      </w:r>
    </w:p>
    <w:p w:rsidR="001F628F" w:rsidRDefault="001F628F" w:rsidP="001F628F">
      <w:pPr>
        <w:pStyle w:val="libNormal"/>
        <w:rPr>
          <w:rtl/>
        </w:rPr>
      </w:pPr>
      <w:r>
        <w:rPr>
          <w:rtl/>
        </w:rPr>
        <w:t>5_ شيطان، قرآن كى تلاوت اور انسان كا اس كى تعليمات سے آگاہ ہونے كے مخالف ہے_</w:t>
      </w:r>
    </w:p>
    <w:p w:rsidR="001F628F" w:rsidRDefault="001F628F" w:rsidP="00813150">
      <w:pPr>
        <w:pStyle w:val="libArabic"/>
        <w:rPr>
          <w:rtl/>
        </w:rPr>
      </w:pPr>
      <w:r>
        <w:rPr>
          <w:rFonts w:hint="eastAsia"/>
          <w:rtl/>
        </w:rPr>
        <w:t>فإذا</w:t>
      </w:r>
      <w:r>
        <w:rPr>
          <w:rtl/>
        </w:rPr>
        <w:t xml:space="preserve"> قرا ت القرآن فاستعذ باالله من الشيطان الرجيم</w:t>
      </w:r>
    </w:p>
    <w:p w:rsidR="001F628F" w:rsidRDefault="001F628F" w:rsidP="001F628F">
      <w:pPr>
        <w:pStyle w:val="libNormal"/>
        <w:rPr>
          <w:rtl/>
        </w:rPr>
      </w:pPr>
      <w:r>
        <w:rPr>
          <w:rFonts w:hint="eastAsia"/>
          <w:rtl/>
        </w:rPr>
        <w:t>شيطان</w:t>
      </w:r>
      <w:r>
        <w:rPr>
          <w:rtl/>
        </w:rPr>
        <w:t xml:space="preserve"> كے شر سے انسان كى خداوند عالم كى پناہ لينا اس چيز كو بيان كررہا ہے كہ شيطان تلاوت قرآن اور اس سے آشنائي سے خوش نہي</w:t>
      </w:r>
      <w:r w:rsidR="00083993">
        <w:rPr>
          <w:rtl/>
        </w:rPr>
        <w:t xml:space="preserve">ں </w:t>
      </w:r>
      <w:r>
        <w:rPr>
          <w:rtl/>
        </w:rPr>
        <w:t>ہے قابل ذكر ہے كہ بعد والى آيت جو كہ شيطان كے تسلط اور مؤمنين كے اس تسلط سے محفوظ رہنے كے بارے مي</w:t>
      </w:r>
      <w:r w:rsidR="00083993">
        <w:rPr>
          <w:rtl/>
        </w:rPr>
        <w:t xml:space="preserve">ں </w:t>
      </w:r>
      <w:r>
        <w:rPr>
          <w:rtl/>
        </w:rPr>
        <w:t>ہے اس مطلب پر موّيد ہے_</w:t>
      </w:r>
    </w:p>
    <w:p w:rsidR="001F628F" w:rsidRDefault="001F628F" w:rsidP="00813150">
      <w:pPr>
        <w:pStyle w:val="libNormal"/>
        <w:rPr>
          <w:rtl/>
        </w:rPr>
      </w:pPr>
      <w:r>
        <w:rPr>
          <w:rtl/>
        </w:rPr>
        <w:t>6_ شيطان ، بارگاہ الہى سے دھتكار ا ہوا ہے_</w:t>
      </w:r>
      <w:r w:rsidRPr="00813150">
        <w:rPr>
          <w:rStyle w:val="libArabicChar"/>
          <w:rFonts w:hint="eastAsia"/>
          <w:rtl/>
        </w:rPr>
        <w:t>من</w:t>
      </w:r>
      <w:r w:rsidRPr="00813150">
        <w:rPr>
          <w:rStyle w:val="libArabicChar"/>
          <w:rtl/>
        </w:rPr>
        <w:t xml:space="preserve"> الشيطان الرجيم</w:t>
      </w:r>
    </w:p>
    <w:p w:rsidR="001F628F" w:rsidRDefault="001F628F" w:rsidP="00813150">
      <w:pPr>
        <w:pStyle w:val="libNormal"/>
        <w:rPr>
          <w:rtl/>
        </w:rPr>
      </w:pPr>
      <w:r>
        <w:rPr>
          <w:rtl/>
        </w:rPr>
        <w:t>7_ بارگاہ الہيّہ سے شيطان كا دھتكار ا جانا اس بات كا سبب ہے كہ وہ انسان كے ليے شر پيدا كرتا ہے اور اس كے شر سے خدا كى پناہ لينے كے ضرورى ہونے كا فلسفہ بھى يہى ہے _</w:t>
      </w:r>
      <w:r w:rsidRPr="00813150">
        <w:rPr>
          <w:rStyle w:val="libArabicChar"/>
          <w:rFonts w:hint="eastAsia"/>
          <w:rtl/>
        </w:rPr>
        <w:t>فاستعذ</w:t>
      </w:r>
      <w:r w:rsidRPr="00813150">
        <w:rPr>
          <w:rStyle w:val="libArabicChar"/>
          <w:rtl/>
        </w:rPr>
        <w:t xml:space="preserve"> باللّ</w:t>
      </w:r>
      <w:r w:rsidR="00120F63" w:rsidRPr="00B2551F">
        <w:rPr>
          <w:rStyle w:val="libArabicChar"/>
          <w:rFonts w:hint="cs"/>
          <w:rtl/>
        </w:rPr>
        <w:t>ه</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الشيطان</w:t>
      </w:r>
      <w:r w:rsidRPr="00813150">
        <w:rPr>
          <w:rStyle w:val="libArabicChar"/>
          <w:rtl/>
        </w:rPr>
        <w:t xml:space="preserve"> الرجيم</w:t>
      </w:r>
    </w:p>
    <w:p w:rsidR="001F628F" w:rsidRDefault="001F628F" w:rsidP="001F628F">
      <w:pPr>
        <w:pStyle w:val="libNormal"/>
        <w:rPr>
          <w:rtl/>
        </w:rPr>
      </w:pPr>
      <w:r>
        <w:rPr>
          <w:rtl/>
        </w:rPr>
        <w:t>8_ شيطان كى ''رجيم'' كے ساتھ توصيف ، ممكن ہے علّت كو بيان كرنے كى طرف اشارہ اور پناہ لينے كے لزوم كا فلسفہ ہو_</w:t>
      </w:r>
    </w:p>
    <w:p w:rsidR="001F628F" w:rsidRDefault="001F628F" w:rsidP="00813150">
      <w:pPr>
        <w:pStyle w:val="libNormal"/>
        <w:rPr>
          <w:rtl/>
        </w:rPr>
      </w:pPr>
      <w:r>
        <w:rPr>
          <w:rtl/>
        </w:rPr>
        <w:t>9_ تلاوت قرآن، عمل صالح اور خاص اہميت كى حامل ہے_</w:t>
      </w:r>
      <w:r w:rsidRPr="00813150">
        <w:rPr>
          <w:rStyle w:val="libArabicChar"/>
          <w:rFonts w:hint="eastAsia"/>
          <w:rtl/>
        </w:rPr>
        <w:t>من</w:t>
      </w:r>
      <w:r w:rsidRPr="00813150">
        <w:rPr>
          <w:rStyle w:val="libArabicChar"/>
          <w:rtl/>
        </w:rPr>
        <w:t xml:space="preserve"> عمل صالحاً ...فاذا قرا ت القرآن فاستعذ</w:t>
      </w:r>
    </w:p>
    <w:p w:rsidR="001F628F" w:rsidRDefault="001F628F" w:rsidP="001F628F">
      <w:pPr>
        <w:pStyle w:val="libNormal"/>
        <w:rPr>
          <w:rtl/>
        </w:rPr>
      </w:pPr>
      <w:r>
        <w:rPr>
          <w:rFonts w:hint="eastAsia"/>
          <w:rtl/>
        </w:rPr>
        <w:t>مذكورہ</w:t>
      </w:r>
      <w:r>
        <w:rPr>
          <w:rtl/>
        </w:rPr>
        <w:t xml:space="preserve"> تفسير ما قبل آيت جو عمومى صورت مي</w:t>
      </w:r>
      <w:r w:rsidR="00083993">
        <w:rPr>
          <w:rtl/>
        </w:rPr>
        <w:t xml:space="preserve">ں </w:t>
      </w:r>
      <w:r>
        <w:rPr>
          <w:rtl/>
        </w:rPr>
        <w:t>عمل صالح كے بارے مي</w:t>
      </w:r>
      <w:r w:rsidR="00083993">
        <w:rPr>
          <w:rtl/>
        </w:rPr>
        <w:t xml:space="preserve">ں </w:t>
      </w:r>
      <w:r>
        <w:rPr>
          <w:rtl/>
        </w:rPr>
        <w:t>تھى اور مذكورہ آيت كہ جو ايك باعظمت عمل (تلاوت قرآن) كے بارے مي</w:t>
      </w:r>
      <w:r w:rsidR="00083993">
        <w:rPr>
          <w:rtl/>
        </w:rPr>
        <w:t xml:space="preserve">ں </w:t>
      </w:r>
      <w:r>
        <w:rPr>
          <w:rtl/>
        </w:rPr>
        <w:t>ہے كے با ہمى ربط كى بناء پر ہے_</w:t>
      </w:r>
    </w:p>
    <w:p w:rsidR="001F628F" w:rsidRDefault="001F628F" w:rsidP="001F628F">
      <w:pPr>
        <w:pStyle w:val="libNormal"/>
        <w:rPr>
          <w:rtl/>
        </w:rPr>
      </w:pPr>
      <w:r>
        <w:rPr>
          <w:rtl/>
        </w:rPr>
        <w:t>10_انسان ہر نيك عمل مي</w:t>
      </w:r>
      <w:r w:rsidR="00083993">
        <w:rPr>
          <w:rtl/>
        </w:rPr>
        <w:t xml:space="preserve">ں </w:t>
      </w:r>
      <w:r>
        <w:rPr>
          <w:rtl/>
        </w:rPr>
        <w:t>شيطان كے حملہ و وسوسہ سے دوچار اورخداوند عالم كى پناہ لينے كا محتاج ہے _</w:t>
      </w:r>
    </w:p>
    <w:p w:rsidR="001F628F" w:rsidRDefault="001F628F" w:rsidP="00813150">
      <w:pPr>
        <w:pStyle w:val="libArabic"/>
        <w:rPr>
          <w:rtl/>
        </w:rPr>
      </w:pPr>
      <w:r>
        <w:rPr>
          <w:rFonts w:hint="eastAsia"/>
          <w:rtl/>
        </w:rPr>
        <w:t>من</w:t>
      </w:r>
      <w:r>
        <w:rPr>
          <w:rtl/>
        </w:rPr>
        <w:t xml:space="preserve"> عمل صالحاً ...فاذا قرا ت القرآن فاستعذبالله من الشيطن الرجيم</w:t>
      </w:r>
    </w:p>
    <w:p w:rsidR="001F628F" w:rsidRDefault="001F628F" w:rsidP="001F628F">
      <w:pPr>
        <w:pStyle w:val="libNormal"/>
        <w:rPr>
          <w:rtl/>
        </w:rPr>
      </w:pPr>
      <w:r>
        <w:rPr>
          <w:rFonts w:hint="eastAsia"/>
          <w:rtl/>
        </w:rPr>
        <w:t>مذكورہ</w:t>
      </w:r>
      <w:r>
        <w:rPr>
          <w:rtl/>
        </w:rPr>
        <w:t xml:space="preserve"> مطلب اس احتمال كى بناء پر ہے كہ تلاوت قرآن عمل صالح كے ايك نمونہ كے عنوان سے</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ذكر</w:t>
      </w:r>
      <w:r>
        <w:rPr>
          <w:rtl/>
        </w:rPr>
        <w:t xml:space="preserve"> ہو كہ ما قبل آيت مي</w:t>
      </w:r>
      <w:r w:rsidR="00083993">
        <w:rPr>
          <w:rtl/>
        </w:rPr>
        <w:t xml:space="preserve">ں </w:t>
      </w:r>
      <w:r>
        <w:rPr>
          <w:rtl/>
        </w:rPr>
        <w:t>اس كے بارے مي</w:t>
      </w:r>
      <w:r w:rsidR="00083993">
        <w:rPr>
          <w:rtl/>
        </w:rPr>
        <w:t xml:space="preserve">ں </w:t>
      </w:r>
      <w:r>
        <w:rPr>
          <w:rtl/>
        </w:rPr>
        <w:t>گفتگو ہوئي تھى _</w:t>
      </w:r>
    </w:p>
    <w:p w:rsidR="001F628F" w:rsidRDefault="001F628F" w:rsidP="001F628F">
      <w:pPr>
        <w:pStyle w:val="libNormal"/>
        <w:rPr>
          <w:rtl/>
        </w:rPr>
      </w:pPr>
      <w:r>
        <w:rPr>
          <w:rtl/>
        </w:rPr>
        <w:t xml:space="preserve">11_ تمام انسان حتى كہ پيغمبر اكرم </w:t>
      </w:r>
      <w:r w:rsidR="00F031CD" w:rsidRPr="00F031CD">
        <w:rPr>
          <w:rStyle w:val="libAlaemChar"/>
          <w:rtl/>
        </w:rPr>
        <w:t xml:space="preserve"> صلى‌الله‌عليه‌وآله‌وسلم </w:t>
      </w:r>
      <w:r>
        <w:rPr>
          <w:rtl/>
        </w:rPr>
        <w:t xml:space="preserve"> بھى شيطان كے شرسے خدا كى پناہ لينے كے محتاج ہي</w:t>
      </w:r>
      <w:r w:rsidR="00083993">
        <w:rPr>
          <w:rtl/>
        </w:rPr>
        <w:t xml:space="preserve">ں </w:t>
      </w:r>
      <w:r>
        <w:rPr>
          <w:rtl/>
        </w:rPr>
        <w:t>_</w:t>
      </w:r>
    </w:p>
    <w:p w:rsidR="001F628F" w:rsidRDefault="001F628F" w:rsidP="00813150">
      <w:pPr>
        <w:pStyle w:val="libArabic"/>
        <w:rPr>
          <w:rtl/>
        </w:rPr>
      </w:pPr>
      <w:r>
        <w:rPr>
          <w:rFonts w:hint="eastAsia"/>
          <w:rtl/>
        </w:rPr>
        <w:t>فاذا</w:t>
      </w:r>
      <w:r>
        <w:rPr>
          <w:rtl/>
        </w:rPr>
        <w:t xml:space="preserve"> قرا ت القرآن فاستعذ بالله من الشيطان الرجيم</w:t>
      </w:r>
    </w:p>
    <w:p w:rsidR="001F628F" w:rsidRDefault="001F628F" w:rsidP="001F628F">
      <w:pPr>
        <w:pStyle w:val="libNormal"/>
        <w:rPr>
          <w:rtl/>
        </w:rPr>
      </w:pPr>
      <w:r>
        <w:rPr>
          <w:rtl/>
        </w:rPr>
        <w:t xml:space="preserve">12_ </w:t>
      </w:r>
      <w:r w:rsidRPr="00813150">
        <w:rPr>
          <w:rStyle w:val="libArabicChar"/>
          <w:rtl/>
        </w:rPr>
        <w:t>''عن ابى جعفر</w:t>
      </w:r>
      <w:r w:rsidR="00367F17" w:rsidRPr="00367F17">
        <w:rPr>
          <w:rStyle w:val="libAlaemChar"/>
          <w:rtl/>
        </w:rPr>
        <w:t xml:space="preserve"> عليه‌السلام </w:t>
      </w:r>
      <w:r w:rsidRPr="00813150">
        <w:rPr>
          <w:rStyle w:val="libArabicChar"/>
          <w:rtl/>
        </w:rPr>
        <w:t xml:space="preserve"> قال: فاذا قرا ت بسم الله الرحمن الرحيم فلا تبالى الا تستعيذ </w:t>
      </w:r>
      <w:r>
        <w:rPr>
          <w:rtl/>
        </w:rPr>
        <w:t xml:space="preserve">...امام باقر </w:t>
      </w:r>
      <w:r w:rsidR="00367F17" w:rsidRPr="00367F17">
        <w:rPr>
          <w:rStyle w:val="libAlaemChar"/>
          <w:rtl/>
        </w:rPr>
        <w:t xml:space="preserve"> عليه‌السلام </w:t>
      </w:r>
      <w:r>
        <w:rPr>
          <w:rtl/>
        </w:rPr>
        <w:t xml:space="preserve"> سے روايت نقل ہوئي ہے كہ آپ نے فرمايا : جس وقت بھى تم </w:t>
      </w:r>
      <w:r w:rsidRPr="00813150">
        <w:rPr>
          <w:rStyle w:val="libArabicChar"/>
          <w:rtl/>
        </w:rPr>
        <w:t>''بسم الله الرحمن الرحيم''</w:t>
      </w:r>
      <w:r>
        <w:rPr>
          <w:rtl/>
        </w:rPr>
        <w:t xml:space="preserve">كى تلاوت كرو تو ضرور استعاذہ </w:t>
      </w:r>
      <w:r w:rsidRPr="00813150">
        <w:rPr>
          <w:rStyle w:val="libArabicChar"/>
          <w:rtl/>
        </w:rPr>
        <w:t xml:space="preserve">''اعوذ بسم الله من الشيطان الرجيم '' </w:t>
      </w:r>
      <w:r>
        <w:rPr>
          <w:rtl/>
        </w:rPr>
        <w:t>بھى كہو_</w:t>
      </w:r>
    </w:p>
    <w:p w:rsidR="001F628F" w:rsidRDefault="001F628F" w:rsidP="001F628F">
      <w:pPr>
        <w:pStyle w:val="libNormal"/>
        <w:rPr>
          <w:rtl/>
        </w:rPr>
      </w:pPr>
      <w:r>
        <w:rPr>
          <w:rtl/>
        </w:rPr>
        <w:t xml:space="preserve">13_ </w:t>
      </w:r>
      <w:r w:rsidRPr="00813150">
        <w:rPr>
          <w:rStyle w:val="libArabicChar"/>
          <w:rtl/>
        </w:rPr>
        <w:t xml:space="preserve">عن سماعة عن ابى عبدالله </w:t>
      </w:r>
      <w:r w:rsidR="00367F17" w:rsidRPr="00367F17">
        <w:rPr>
          <w:rStyle w:val="libAlaemChar"/>
          <w:rtl/>
        </w:rPr>
        <w:t xml:space="preserve"> عليه‌السلام </w:t>
      </w:r>
      <w:r w:rsidRPr="00813150">
        <w:rPr>
          <w:rStyle w:val="libArabicChar"/>
          <w:rtl/>
        </w:rPr>
        <w:t xml:space="preserve"> فى قول الله : ''واذا قرا ت القرآن فاستعذبالله من الشيطن الرجيم ''قلت كيف اقول قال: تقول : استعيذ بالله السميع العليم من الشيطن الرجيم و قال :انّ الرجيم ا خبث الشيّاطين</w:t>
      </w:r>
      <w:r w:rsidRPr="00813150">
        <w:rPr>
          <w:rStyle w:val="libFootnotenumChar"/>
          <w:rtl/>
        </w:rPr>
        <w:t>(1)</w:t>
      </w:r>
      <w:r>
        <w:rPr>
          <w:rtl/>
        </w:rPr>
        <w:t>سماعة كہتے ہي</w:t>
      </w:r>
      <w:r w:rsidR="00083993">
        <w:rPr>
          <w:rtl/>
        </w:rPr>
        <w:t xml:space="preserve">ں </w:t>
      </w:r>
      <w:r>
        <w:rPr>
          <w:rtl/>
        </w:rPr>
        <w:t>كہ 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خداوند عالم </w:t>
      </w:r>
      <w:r>
        <w:rPr>
          <w:rFonts w:hint="eastAsia"/>
          <w:rtl/>
        </w:rPr>
        <w:t>كے</w:t>
      </w:r>
      <w:r>
        <w:rPr>
          <w:rtl/>
        </w:rPr>
        <w:t xml:space="preserve"> اس قول</w:t>
      </w:r>
      <w:r w:rsidRPr="00813150">
        <w:rPr>
          <w:rStyle w:val="libArabicChar"/>
          <w:rtl/>
        </w:rPr>
        <w:t>''واذا قرا ت القرآن فاستعذ بالله من الشيطان الرجيم''</w:t>
      </w:r>
      <w:r>
        <w:rPr>
          <w:rtl/>
        </w:rPr>
        <w:t>كے بارے مي</w:t>
      </w:r>
      <w:r w:rsidR="00083993">
        <w:rPr>
          <w:rtl/>
        </w:rPr>
        <w:t xml:space="preserve">ں </w:t>
      </w:r>
      <w:r>
        <w:rPr>
          <w:rtl/>
        </w:rPr>
        <w:t>سوال كيا كہ ہم كس طرح پڑھي</w:t>
      </w:r>
      <w:r w:rsidR="00083993">
        <w:rPr>
          <w:rtl/>
        </w:rPr>
        <w:t xml:space="preserve">ں </w:t>
      </w:r>
      <w:r>
        <w:rPr>
          <w:rtl/>
        </w:rPr>
        <w:t>توحضرت نے فرمايا كہ اس طرح كہو ''استعيذ باالله السميع العليم من الشيطان الرجيم'' ''رجيم'' خبيث ترين شيطان ہے _</w:t>
      </w:r>
    </w:p>
    <w:p w:rsidR="001F628F" w:rsidRDefault="001F628F" w:rsidP="001F628F">
      <w:pPr>
        <w:pStyle w:val="libNormal"/>
        <w:rPr>
          <w:rtl/>
        </w:rPr>
      </w:pPr>
      <w:r>
        <w:rPr>
          <w:rtl/>
        </w:rPr>
        <w:t>14_</w:t>
      </w:r>
      <w:r w:rsidRPr="00813150">
        <w:rPr>
          <w:rStyle w:val="libArabicChar"/>
          <w:rtl/>
        </w:rPr>
        <w:t xml:space="preserve">''عن على بن محمد العسكرى </w:t>
      </w:r>
      <w:r w:rsidR="00367F17" w:rsidRPr="00367F17">
        <w:rPr>
          <w:rStyle w:val="libAlaemChar"/>
          <w:rtl/>
        </w:rPr>
        <w:t xml:space="preserve"> عليه‌السلام </w:t>
      </w:r>
      <w:r w:rsidRPr="00813150">
        <w:rPr>
          <w:rStyle w:val="libArabicChar"/>
          <w:rtl/>
        </w:rPr>
        <w:t xml:space="preserve"> يقول : معنى الرجيم ان</w:t>
      </w:r>
      <w:r w:rsidR="00120F63" w:rsidRPr="00B2551F">
        <w:rPr>
          <w:rStyle w:val="libArabicChar"/>
          <w:rFonts w:hint="cs"/>
          <w:rtl/>
        </w:rPr>
        <w:t>ه</w:t>
      </w:r>
      <w:r w:rsidRPr="00813150">
        <w:rPr>
          <w:rStyle w:val="libArabicChar"/>
          <w:rtl/>
        </w:rPr>
        <w:t xml:space="preserve"> </w:t>
      </w:r>
      <w:r w:rsidRPr="00813150">
        <w:rPr>
          <w:rStyle w:val="libArabicChar"/>
          <w:rFonts w:hint="cs"/>
          <w:rtl/>
        </w:rPr>
        <w:t>مرجوم</w:t>
      </w:r>
      <w:r w:rsidRPr="00813150">
        <w:rPr>
          <w:rStyle w:val="libArabicChar"/>
          <w:rtl/>
        </w:rPr>
        <w:t xml:space="preserve"> </w:t>
      </w:r>
      <w:r w:rsidRPr="00813150">
        <w:rPr>
          <w:rStyle w:val="libArabicChar"/>
          <w:rFonts w:hint="cs"/>
          <w:rtl/>
        </w:rPr>
        <w:t>باللعن</w:t>
      </w:r>
      <w:r w:rsidRPr="00813150">
        <w:rPr>
          <w:rStyle w:val="libArabicChar"/>
          <w:rtl/>
        </w:rPr>
        <w:t xml:space="preserve"> </w:t>
      </w:r>
      <w:r w:rsidRPr="00813150">
        <w:rPr>
          <w:rStyle w:val="libArabicChar"/>
          <w:rFonts w:hint="cs"/>
          <w:rtl/>
        </w:rPr>
        <w:t>مطرود</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مواضع</w:t>
      </w:r>
      <w:r w:rsidRPr="00813150">
        <w:rPr>
          <w:rStyle w:val="libArabicChar"/>
          <w:rtl/>
        </w:rPr>
        <w:t xml:space="preserve"> </w:t>
      </w:r>
      <w:r w:rsidRPr="00813150">
        <w:rPr>
          <w:rStyle w:val="libArabicChar"/>
          <w:rFonts w:hint="cs"/>
          <w:rtl/>
        </w:rPr>
        <w:t>الخير</w:t>
      </w:r>
      <w:r w:rsidRPr="00813150">
        <w:rPr>
          <w:rStyle w:val="libArabicChar"/>
          <w:rtl/>
        </w:rPr>
        <w:t xml:space="preserve"> </w:t>
      </w:r>
      <w:r w:rsidRPr="00813150">
        <w:rPr>
          <w:rStyle w:val="libArabicChar"/>
          <w:rFonts w:hint="cs"/>
          <w:rtl/>
        </w:rPr>
        <w:t>لا</w:t>
      </w:r>
      <w:r w:rsidRPr="00813150">
        <w:rPr>
          <w:rStyle w:val="libArabicChar"/>
          <w:rtl/>
        </w:rPr>
        <w:t xml:space="preserve"> </w:t>
      </w:r>
      <w:r w:rsidRPr="00813150">
        <w:rPr>
          <w:rStyle w:val="libArabicChar"/>
          <w:rFonts w:hint="cs"/>
          <w:rtl/>
        </w:rPr>
        <w:t>يذكر</w:t>
      </w:r>
      <w:r w:rsidR="00120F63" w:rsidRPr="00B2551F">
        <w:rPr>
          <w:rStyle w:val="libArabicChar"/>
          <w:rFonts w:hint="cs"/>
          <w:rtl/>
        </w:rPr>
        <w:t>ه</w:t>
      </w:r>
      <w:r w:rsidRPr="00813150">
        <w:rPr>
          <w:rStyle w:val="libArabicChar"/>
          <w:rtl/>
        </w:rPr>
        <w:t xml:space="preserve"> </w:t>
      </w:r>
      <w:r w:rsidRPr="00813150">
        <w:rPr>
          <w:rStyle w:val="libArabicChar"/>
          <w:rFonts w:hint="cs"/>
          <w:rtl/>
        </w:rPr>
        <w:t>مؤمن</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لعن</w:t>
      </w:r>
      <w:r w:rsidR="00120F63" w:rsidRPr="00B2551F">
        <w:rPr>
          <w:rStyle w:val="libArabicChar"/>
          <w:rFonts w:hint="cs"/>
          <w:rtl/>
        </w:rPr>
        <w:t>ه</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ان</w:t>
      </w:r>
      <w:r w:rsidRPr="00813150">
        <w:rPr>
          <w:rStyle w:val="libArabicChar"/>
          <w:rtl/>
        </w:rPr>
        <w:t xml:space="preserve"> </w:t>
      </w:r>
      <w:r w:rsidRPr="00813150">
        <w:rPr>
          <w:rStyle w:val="libArabicChar"/>
          <w:rFonts w:hint="cs"/>
          <w:rtl/>
        </w:rPr>
        <w:t>فى</w:t>
      </w:r>
      <w:r w:rsidRPr="00813150">
        <w:rPr>
          <w:rStyle w:val="libArabicChar"/>
          <w:rtl/>
        </w:rPr>
        <w:t xml:space="preserve"> </w:t>
      </w:r>
      <w:r w:rsidRPr="00813150">
        <w:rPr>
          <w:rStyle w:val="libArabicChar"/>
          <w:rFonts w:hint="cs"/>
          <w:rtl/>
        </w:rPr>
        <w:t>علم</w:t>
      </w:r>
      <w:r w:rsidRPr="00813150">
        <w:rPr>
          <w:rStyle w:val="libArabicChar"/>
          <w:rtl/>
        </w:rPr>
        <w:t xml:space="preserve"> </w:t>
      </w:r>
      <w:r w:rsidRPr="00813150">
        <w:rPr>
          <w:rStyle w:val="libArabicChar"/>
          <w:rFonts w:hint="cs"/>
          <w:rtl/>
        </w:rPr>
        <w:t>الله</w:t>
      </w:r>
      <w:r w:rsidRPr="00813150">
        <w:rPr>
          <w:rStyle w:val="libArabicChar"/>
          <w:rtl/>
        </w:rPr>
        <w:t xml:space="preserve"> </w:t>
      </w:r>
      <w:r w:rsidRPr="00813150">
        <w:rPr>
          <w:rStyle w:val="libArabicChar"/>
          <w:rFonts w:hint="cs"/>
          <w:rtl/>
        </w:rPr>
        <w:t>السابق</w:t>
      </w:r>
      <w:r w:rsidRPr="00813150">
        <w:rPr>
          <w:rStyle w:val="libArabicChar"/>
          <w:rtl/>
        </w:rPr>
        <w:t xml:space="preserve"> </w:t>
      </w:r>
      <w:r w:rsidRPr="00813150">
        <w:rPr>
          <w:rStyle w:val="libArabicChar"/>
          <w:rFonts w:hint="cs"/>
          <w:rtl/>
        </w:rPr>
        <w:t>ان</w:t>
      </w:r>
      <w:r w:rsidR="00120F63" w:rsidRPr="00B2551F">
        <w:rPr>
          <w:rStyle w:val="libArabicChar"/>
          <w:rFonts w:hint="cs"/>
          <w:rtl/>
        </w:rPr>
        <w:t>ه</w:t>
      </w:r>
      <w:r w:rsidRPr="00813150">
        <w:rPr>
          <w:rStyle w:val="libArabicChar"/>
          <w:rtl/>
        </w:rPr>
        <w:t xml:space="preserve"> </w:t>
      </w:r>
      <w:r w:rsidRPr="00813150">
        <w:rPr>
          <w:rStyle w:val="libArabicChar"/>
          <w:rFonts w:hint="cs"/>
          <w:rtl/>
        </w:rPr>
        <w:t>إذا</w:t>
      </w:r>
      <w:r w:rsidRPr="00813150">
        <w:rPr>
          <w:rStyle w:val="libArabicChar"/>
          <w:rtl/>
        </w:rPr>
        <w:t xml:space="preserve"> </w:t>
      </w:r>
      <w:r w:rsidRPr="00813150">
        <w:rPr>
          <w:rStyle w:val="libArabicChar"/>
          <w:rFonts w:hint="cs"/>
          <w:rtl/>
        </w:rPr>
        <w:t>خَرَجَ</w:t>
      </w:r>
      <w:r w:rsidRPr="00813150">
        <w:rPr>
          <w:rStyle w:val="libArabicChar"/>
          <w:rtl/>
        </w:rPr>
        <w:t xml:space="preserve"> </w:t>
      </w:r>
      <w:r w:rsidRPr="00813150">
        <w:rPr>
          <w:rStyle w:val="libArabicChar"/>
          <w:rFonts w:hint="cs"/>
          <w:rtl/>
        </w:rPr>
        <w:t>القائم</w:t>
      </w:r>
      <w:r w:rsidRPr="00813150">
        <w:rPr>
          <w:rStyle w:val="libArabicChar"/>
          <w:rtl/>
        </w:rPr>
        <w:t xml:space="preserve"> </w:t>
      </w:r>
      <w:r w:rsidR="00367F17" w:rsidRPr="00367F17">
        <w:rPr>
          <w:rStyle w:val="libAlaemChar"/>
          <w:rtl/>
        </w:rPr>
        <w:t xml:space="preserve"> عليه‌السلام </w:t>
      </w:r>
      <w:r w:rsidRPr="00813150">
        <w:rPr>
          <w:rStyle w:val="libArabicChar"/>
          <w:rtl/>
        </w:rPr>
        <w:t xml:space="preserve"> </w:t>
      </w:r>
      <w:r w:rsidRPr="00813150">
        <w:rPr>
          <w:rStyle w:val="libArabicChar"/>
          <w:rFonts w:hint="cs"/>
          <w:rtl/>
        </w:rPr>
        <w:t>لا</w:t>
      </w:r>
      <w:r w:rsidRPr="00813150">
        <w:rPr>
          <w:rStyle w:val="libArabicChar"/>
          <w:rtl/>
        </w:rPr>
        <w:t xml:space="preserve"> </w:t>
      </w:r>
      <w:r w:rsidRPr="00813150">
        <w:rPr>
          <w:rStyle w:val="libArabicChar"/>
          <w:rFonts w:hint="cs"/>
          <w:rtl/>
        </w:rPr>
        <w:t>يبغى</w:t>
      </w:r>
      <w:r w:rsidRPr="00813150">
        <w:rPr>
          <w:rStyle w:val="libArabicChar"/>
          <w:rtl/>
        </w:rPr>
        <w:t xml:space="preserve"> </w:t>
      </w:r>
      <w:r w:rsidRPr="00813150">
        <w:rPr>
          <w:rStyle w:val="libArabicChar"/>
          <w:rFonts w:hint="cs"/>
          <w:rtl/>
        </w:rPr>
        <w:t>مؤمن</w:t>
      </w:r>
      <w:r w:rsidRPr="00813150">
        <w:rPr>
          <w:rStyle w:val="libArabicChar"/>
          <w:rtl/>
        </w:rPr>
        <w:t xml:space="preserve"> </w:t>
      </w:r>
      <w:r w:rsidRPr="00813150">
        <w:rPr>
          <w:rStyle w:val="libArabicChar"/>
          <w:rFonts w:hint="cs"/>
          <w:rtl/>
        </w:rPr>
        <w:t>فى</w:t>
      </w:r>
      <w:r w:rsidRPr="00813150">
        <w:rPr>
          <w:rStyle w:val="libArabicChar"/>
          <w:rtl/>
        </w:rPr>
        <w:t xml:space="preserve"> </w:t>
      </w:r>
      <w:r w:rsidRPr="00813150">
        <w:rPr>
          <w:rStyle w:val="libArabicChar"/>
          <w:rFonts w:hint="cs"/>
          <w:rtl/>
        </w:rPr>
        <w:t>زمان</w:t>
      </w:r>
      <w:r w:rsidR="00120F63" w:rsidRPr="00B2551F">
        <w:rPr>
          <w:rStyle w:val="libArabicChar"/>
          <w:rFonts w:hint="cs"/>
          <w:rtl/>
        </w:rPr>
        <w:t>ه</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ر</w:t>
      </w:r>
      <w:r w:rsidRPr="00813150">
        <w:rPr>
          <w:rStyle w:val="libArabicChar"/>
          <w:rtl/>
        </w:rPr>
        <w:t>جم</w:t>
      </w:r>
      <w:r w:rsidR="00120F63" w:rsidRPr="00B2551F">
        <w:rPr>
          <w:rStyle w:val="libArabicChar"/>
          <w:rFonts w:hint="cs"/>
          <w:rtl/>
        </w:rPr>
        <w:t>ه</w:t>
      </w:r>
      <w:r w:rsidRPr="00813150">
        <w:rPr>
          <w:rStyle w:val="libArabicChar"/>
          <w:rtl/>
        </w:rPr>
        <w:t xml:space="preserve"> </w:t>
      </w:r>
      <w:r w:rsidRPr="00813150">
        <w:rPr>
          <w:rStyle w:val="libArabicChar"/>
          <w:rFonts w:hint="cs"/>
          <w:rtl/>
        </w:rPr>
        <w:t>بالحجار</w:t>
      </w:r>
      <w:r w:rsidR="00120F63" w:rsidRPr="00B2551F">
        <w:rPr>
          <w:rStyle w:val="libArabicChar"/>
          <w:rFonts w:hint="cs"/>
          <w:rtl/>
        </w:rPr>
        <w:t>ه</w:t>
      </w:r>
      <w:r w:rsidRPr="00813150">
        <w:rPr>
          <w:rStyle w:val="libArabicChar"/>
          <w:rtl/>
        </w:rPr>
        <w:t xml:space="preserve"> </w:t>
      </w:r>
      <w:r w:rsidRPr="00813150">
        <w:rPr>
          <w:rStyle w:val="libArabicChar"/>
          <w:rFonts w:hint="cs"/>
          <w:rtl/>
        </w:rPr>
        <w:t>كما</w:t>
      </w:r>
      <w:r w:rsidRPr="00813150">
        <w:rPr>
          <w:rStyle w:val="libArabicChar"/>
          <w:rtl/>
        </w:rPr>
        <w:t xml:space="preserve"> </w:t>
      </w:r>
      <w:r w:rsidRPr="00813150">
        <w:rPr>
          <w:rStyle w:val="libArabicChar"/>
          <w:rFonts w:hint="cs"/>
          <w:rtl/>
        </w:rPr>
        <w:t>كان</w:t>
      </w:r>
      <w:r w:rsidRPr="00813150">
        <w:rPr>
          <w:rStyle w:val="libArabicChar"/>
          <w:rtl/>
        </w:rPr>
        <w:t xml:space="preserve"> </w:t>
      </w:r>
      <w:r w:rsidRPr="00813150">
        <w:rPr>
          <w:rStyle w:val="libArabicChar"/>
          <w:rFonts w:hint="cs"/>
          <w:rtl/>
        </w:rPr>
        <w:t>قبل</w:t>
      </w:r>
      <w:r w:rsidRPr="00813150">
        <w:rPr>
          <w:rStyle w:val="libArabicChar"/>
          <w:rtl/>
        </w:rPr>
        <w:t xml:space="preserve"> </w:t>
      </w:r>
      <w:r w:rsidRPr="00813150">
        <w:rPr>
          <w:rStyle w:val="libArabicChar"/>
          <w:rFonts w:hint="cs"/>
          <w:rtl/>
        </w:rPr>
        <w:t>ذلك</w:t>
      </w:r>
      <w:r w:rsidRPr="00813150">
        <w:rPr>
          <w:rStyle w:val="libArabicChar"/>
          <w:rtl/>
        </w:rPr>
        <w:t xml:space="preserve"> </w:t>
      </w:r>
      <w:r w:rsidRPr="00813150">
        <w:rPr>
          <w:rStyle w:val="libArabicChar"/>
          <w:rFonts w:hint="cs"/>
          <w:rtl/>
        </w:rPr>
        <w:t>مرجوماً</w:t>
      </w:r>
      <w:r w:rsidRPr="00813150">
        <w:rPr>
          <w:rStyle w:val="libArabicChar"/>
          <w:rtl/>
        </w:rPr>
        <w:t xml:space="preserve"> </w:t>
      </w:r>
      <w:r w:rsidRPr="00813150">
        <w:rPr>
          <w:rStyle w:val="libArabicChar"/>
          <w:rFonts w:hint="cs"/>
          <w:rtl/>
        </w:rPr>
        <w:t>ب</w:t>
      </w:r>
      <w:r w:rsidRPr="00813150">
        <w:rPr>
          <w:rStyle w:val="libArabicChar"/>
          <w:rtl/>
        </w:rPr>
        <w:t>اللعن</w:t>
      </w:r>
      <w:r>
        <w:rPr>
          <w:rtl/>
        </w:rPr>
        <w:t xml:space="preserve"> </w:t>
      </w:r>
      <w:r w:rsidRPr="00813150">
        <w:rPr>
          <w:rStyle w:val="libFootnotenumChar"/>
          <w:rtl/>
        </w:rPr>
        <w:t>(2)</w:t>
      </w:r>
      <w:r>
        <w:rPr>
          <w:rtl/>
        </w:rPr>
        <w:t>امام ہادي</w:t>
      </w:r>
      <w:r w:rsidR="00367F17" w:rsidRPr="00367F17">
        <w:rPr>
          <w:rStyle w:val="libAlaemChar"/>
          <w:rtl/>
        </w:rPr>
        <w:t xml:space="preserve"> عليه‌السلام </w:t>
      </w:r>
      <w:r>
        <w:rPr>
          <w:rtl/>
        </w:rPr>
        <w:t xml:space="preserve"> سے ''رج</w:t>
      </w:r>
      <w:r>
        <w:rPr>
          <w:rFonts w:hint="eastAsia"/>
          <w:rtl/>
        </w:rPr>
        <w:t>يم</w:t>
      </w:r>
      <w:r>
        <w:rPr>
          <w:rtl/>
        </w:rPr>
        <w:t>'' كے بارے مي</w:t>
      </w:r>
      <w:r w:rsidR="00083993">
        <w:rPr>
          <w:rtl/>
        </w:rPr>
        <w:t xml:space="preserve">ں </w:t>
      </w:r>
      <w:r>
        <w:rPr>
          <w:rtl/>
        </w:rPr>
        <w:t>روايت نقل ہوئي ہے كہ آپ</w:t>
      </w:r>
      <w:r w:rsidR="00367F17" w:rsidRPr="00367F17">
        <w:rPr>
          <w:rStyle w:val="libAlaemChar"/>
          <w:rtl/>
        </w:rPr>
        <w:t xml:space="preserve"> عليه‌السلام </w:t>
      </w:r>
      <w:r>
        <w:rPr>
          <w:rtl/>
        </w:rPr>
        <w:t xml:space="preserve"> نے فرمايا كہ اس ''شيطان'' كو لعنت كے ساتھ رجم اور خير كے دروازے نكالاا اور دھتكارا گياہے مؤمن جب بھى اس كو ياد كرتا ہے تو اس پر لعنت بھيجتا ہے چونكہ علم الہى مي</w:t>
      </w:r>
      <w:r w:rsidR="00083993">
        <w:rPr>
          <w:rtl/>
        </w:rPr>
        <w:t xml:space="preserve">ں </w:t>
      </w:r>
      <w:r>
        <w:rPr>
          <w:rtl/>
        </w:rPr>
        <w:t xml:space="preserve">يہ واضح تھا كہ جب حضرت قائم آل محمد </w:t>
      </w:r>
      <w:r w:rsidR="00367F17" w:rsidRPr="00367F17">
        <w:rPr>
          <w:rStyle w:val="libAlaemChar"/>
          <w:rtl/>
        </w:rPr>
        <w:t xml:space="preserve"> عليه‌السلام </w:t>
      </w:r>
      <w:r>
        <w:rPr>
          <w:rtl/>
        </w:rPr>
        <w:t xml:space="preserve"> خروج فرمائ</w:t>
      </w:r>
      <w:r>
        <w:rPr>
          <w:rFonts w:hint="eastAsia"/>
          <w:rtl/>
        </w:rPr>
        <w:t>ي</w:t>
      </w:r>
      <w:r w:rsidR="00083993">
        <w:rPr>
          <w:rFonts w:hint="eastAsia"/>
          <w:rtl/>
        </w:rPr>
        <w:t xml:space="preserve">ں </w:t>
      </w:r>
      <w:r>
        <w:rPr>
          <w:rtl/>
        </w:rPr>
        <w:t>گے تو اس وقت ہر مؤمن شيطان كو پتھر كے ساتھ رجم كرے گا جيسا كہ وہ اس سے پہلے لعنت كے ذريعہ رجم ہوا تھا _</w:t>
      </w:r>
    </w:p>
    <w:p w:rsidR="001F628F" w:rsidRDefault="001F628F" w:rsidP="001F628F">
      <w:pPr>
        <w:pStyle w:val="libNormal"/>
        <w:rPr>
          <w:rtl/>
        </w:rPr>
      </w:pPr>
      <w:r>
        <w:rPr>
          <w:rFonts w:hint="eastAsia"/>
          <w:rtl/>
        </w:rPr>
        <w:t>استعاذہ</w:t>
      </w:r>
      <w:r>
        <w:rPr>
          <w:rtl/>
        </w:rPr>
        <w:t>:</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 عياشى ، ج 2، ص270 ، ح67، نورالثقلين ، ج3، ص 85 ، ح225 _</w:t>
      </w:r>
    </w:p>
    <w:p w:rsidR="001F628F" w:rsidRDefault="001F628F" w:rsidP="00813150">
      <w:pPr>
        <w:pStyle w:val="libFootnote"/>
        <w:rPr>
          <w:rtl/>
        </w:rPr>
      </w:pPr>
      <w:r>
        <w:rPr>
          <w:rtl/>
        </w:rPr>
        <w:t>2) معانى الاخبار ، ص139، ح1، نورالثقلين ، ح3 ، ص85 ، ح227_</w:t>
      </w:r>
    </w:p>
    <w:p w:rsidR="00813150" w:rsidRDefault="001E7F9D" w:rsidP="00F73EDE">
      <w:pPr>
        <w:pStyle w:val="libPoemTini"/>
        <w:rPr>
          <w:rtl/>
        </w:rPr>
      </w:pPr>
      <w:r>
        <w:rPr>
          <w:rtl/>
        </w:rPr>
        <w:cr/>
      </w:r>
      <w:r>
        <w:rPr>
          <w:rtl/>
        </w:rPr>
        <w:br w:type="page"/>
      </w:r>
    </w:p>
    <w:p w:rsidR="001F628F" w:rsidRDefault="001F628F" w:rsidP="00813150">
      <w:pPr>
        <w:pStyle w:val="libNormal"/>
        <w:rPr>
          <w:rtl/>
        </w:rPr>
      </w:pPr>
      <w:r>
        <w:rPr>
          <w:rFonts w:hint="eastAsia"/>
          <w:rtl/>
        </w:rPr>
        <w:lastRenderedPageBreak/>
        <w:t>استعاذہ</w:t>
      </w:r>
      <w:r>
        <w:rPr>
          <w:rtl/>
        </w:rPr>
        <w:t xml:space="preserve"> كى كيفيت 12;الله تعالى كى پناہ مي</w:t>
      </w:r>
      <w:r w:rsidR="00083993">
        <w:rPr>
          <w:rtl/>
        </w:rPr>
        <w:t xml:space="preserve">ں </w:t>
      </w:r>
      <w:r>
        <w:rPr>
          <w:rtl/>
        </w:rPr>
        <w:t>جانا 1،9،10،11; الله تعالى كى پناہ مي</w:t>
      </w:r>
      <w:r w:rsidR="00083993">
        <w:rPr>
          <w:rtl/>
        </w:rPr>
        <w:t xml:space="preserve">ں </w:t>
      </w:r>
      <w:r>
        <w:rPr>
          <w:rtl/>
        </w:rPr>
        <w:t>جانے كا فلسفہ 7;الله تعالى كى پناہ مي</w:t>
      </w:r>
      <w:r w:rsidR="00083993">
        <w:rPr>
          <w:rtl/>
        </w:rPr>
        <w:t xml:space="preserve">ں </w:t>
      </w:r>
      <w:r>
        <w:rPr>
          <w:rtl/>
        </w:rPr>
        <w:t>جانے كى اہميت 10; الله تعالى كى پنا ہ مي</w:t>
      </w:r>
      <w:r w:rsidR="00083993">
        <w:rPr>
          <w:rtl/>
        </w:rPr>
        <w:t xml:space="preserve">ں </w:t>
      </w:r>
      <w:r>
        <w:rPr>
          <w:rtl/>
        </w:rPr>
        <w:t>جانے كے آثار 2; تلاوت قرآن مجيد مي</w:t>
      </w:r>
      <w:r w:rsidR="00083993">
        <w:rPr>
          <w:rtl/>
        </w:rPr>
        <w:t xml:space="preserve">ں </w:t>
      </w:r>
      <w:r>
        <w:rPr>
          <w:rtl/>
        </w:rPr>
        <w:t>استعاذہ 1،12; شيطان سے استعاذہ 1، 10 ، 11 ،12; شيطان سے ا</w:t>
      </w:r>
      <w:r>
        <w:rPr>
          <w:rFonts w:hint="eastAsia"/>
          <w:rtl/>
        </w:rPr>
        <w:t>ستعاذہ</w:t>
      </w:r>
      <w:r>
        <w:rPr>
          <w:rtl/>
        </w:rPr>
        <w:t xml:space="preserve"> كا فلسفہ 7</w:t>
      </w:r>
    </w:p>
    <w:p w:rsidR="001F628F" w:rsidRDefault="001F628F" w:rsidP="00813150">
      <w:pPr>
        <w:pStyle w:val="libNormal"/>
        <w:rPr>
          <w:rtl/>
        </w:rPr>
      </w:pPr>
      <w:r>
        <w:rPr>
          <w:rFonts w:hint="eastAsia"/>
          <w:rtl/>
        </w:rPr>
        <w:t>انسان</w:t>
      </w:r>
      <w:r>
        <w:rPr>
          <w:rtl/>
        </w:rPr>
        <w:t>:</w:t>
      </w:r>
      <w:r>
        <w:rPr>
          <w:rFonts w:hint="eastAsia"/>
          <w:rtl/>
        </w:rPr>
        <w:t>انسان</w:t>
      </w:r>
      <w:r>
        <w:rPr>
          <w:rtl/>
        </w:rPr>
        <w:t xml:space="preserve"> كى معنوى ضروريات 9،10</w:t>
      </w:r>
    </w:p>
    <w:p w:rsidR="001F628F" w:rsidRDefault="001F628F" w:rsidP="00813150">
      <w:pPr>
        <w:pStyle w:val="libNormal"/>
        <w:rPr>
          <w:rtl/>
        </w:rPr>
      </w:pPr>
      <w:r>
        <w:rPr>
          <w:rFonts w:hint="eastAsia"/>
          <w:rtl/>
        </w:rPr>
        <w:t>بسم</w:t>
      </w:r>
      <w:r>
        <w:rPr>
          <w:rtl/>
        </w:rPr>
        <w:t xml:space="preserve"> الله :</w:t>
      </w:r>
      <w:r>
        <w:rPr>
          <w:rFonts w:hint="eastAsia"/>
          <w:rtl/>
        </w:rPr>
        <w:t>بسم</w:t>
      </w:r>
      <w:r>
        <w:rPr>
          <w:rtl/>
        </w:rPr>
        <w:t xml:space="preserve"> الله كے آثار 11</w:t>
      </w:r>
    </w:p>
    <w:p w:rsidR="001F628F" w:rsidRDefault="001F628F" w:rsidP="00813150">
      <w:pPr>
        <w:pStyle w:val="libNormal"/>
        <w:rPr>
          <w:rtl/>
        </w:rPr>
      </w:pP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 </w:t>
      </w:r>
      <w:r w:rsidR="00F031CD" w:rsidRPr="00F031CD">
        <w:rPr>
          <w:rStyle w:val="libAlaemChar"/>
          <w:rtl/>
        </w:rPr>
        <w:t xml:space="preserve"> صلى‌الله‌عليه‌وآله‌وسلم </w:t>
      </w:r>
      <w:r>
        <w:rPr>
          <w:rtl/>
        </w:rPr>
        <w:t xml:space="preserve"> كى معنوى ضروريات 10</w:t>
      </w:r>
    </w:p>
    <w:p w:rsidR="001F628F" w:rsidRDefault="001F628F" w:rsidP="001F628F">
      <w:pPr>
        <w:pStyle w:val="libNormal"/>
        <w:rPr>
          <w:rtl/>
        </w:rPr>
      </w:pPr>
      <w:r>
        <w:rPr>
          <w:rFonts w:hint="eastAsia"/>
          <w:rtl/>
        </w:rPr>
        <w:t>خدا</w:t>
      </w:r>
      <w:r>
        <w:rPr>
          <w:rtl/>
        </w:rPr>
        <w:t xml:space="preserve"> كے دھتكارے ہوئے :6،13</w:t>
      </w:r>
    </w:p>
    <w:p w:rsidR="001F628F" w:rsidRDefault="001F628F" w:rsidP="001F628F">
      <w:pPr>
        <w:pStyle w:val="libNormal"/>
        <w:rPr>
          <w:rtl/>
        </w:rPr>
      </w:pPr>
      <w:r>
        <w:rPr>
          <w:rFonts w:hint="eastAsia"/>
          <w:rtl/>
        </w:rPr>
        <w:t>روايت</w:t>
      </w:r>
      <w:r>
        <w:rPr>
          <w:rtl/>
        </w:rPr>
        <w:t>:11،12،13</w:t>
      </w:r>
    </w:p>
    <w:p w:rsidR="001F628F" w:rsidRDefault="001F628F" w:rsidP="00813150">
      <w:pPr>
        <w:pStyle w:val="libNormal"/>
        <w:rPr>
          <w:rtl/>
        </w:rPr>
      </w:pPr>
      <w:r>
        <w:rPr>
          <w:rFonts w:hint="eastAsia"/>
          <w:rtl/>
        </w:rPr>
        <w:t>شيطان</w:t>
      </w:r>
      <w:r>
        <w:rPr>
          <w:rtl/>
        </w:rPr>
        <w:t>:</w:t>
      </w:r>
      <w:r>
        <w:rPr>
          <w:rFonts w:hint="eastAsia"/>
          <w:rtl/>
        </w:rPr>
        <w:t>شيطان</w:t>
      </w:r>
      <w:r>
        <w:rPr>
          <w:rtl/>
        </w:rPr>
        <w:t xml:space="preserve"> پر لعنت 13; شيطان سے محفوظ رہنے كا زمينہ 2; شيطان كا دھتكار اجانا 6،13;شيطان كى دشمنى 4،5; شيطان كى شرارت كے اسباب7; شيطان كے دھتكار ے جانے كے آثار 7; شيطان كے غضب شدہ 4; شيطان كے وسوسہ ڈالنے كازمينہ 9</w:t>
      </w:r>
    </w:p>
    <w:p w:rsidR="001F628F" w:rsidRDefault="001F628F" w:rsidP="00813150">
      <w:pPr>
        <w:pStyle w:val="libNormal"/>
        <w:rPr>
          <w:rtl/>
        </w:rPr>
      </w:pPr>
      <w:r>
        <w:rPr>
          <w:rFonts w:hint="eastAsia"/>
          <w:rtl/>
        </w:rPr>
        <w:t>عمل</w:t>
      </w:r>
      <w:r>
        <w:rPr>
          <w:rtl/>
        </w:rPr>
        <w:t xml:space="preserve"> صالح:</w:t>
      </w:r>
      <w:r>
        <w:rPr>
          <w:rFonts w:hint="eastAsia"/>
          <w:rtl/>
        </w:rPr>
        <w:t>عمل</w:t>
      </w:r>
      <w:r>
        <w:rPr>
          <w:rtl/>
        </w:rPr>
        <w:t xml:space="preserve"> صالح كے آثار 9</w:t>
      </w:r>
    </w:p>
    <w:p w:rsidR="001F628F" w:rsidRDefault="001F628F" w:rsidP="00813150">
      <w:pPr>
        <w:pStyle w:val="libNormal"/>
        <w:rPr>
          <w:rtl/>
        </w:rPr>
      </w:pPr>
      <w:r>
        <w:rPr>
          <w:rFonts w:hint="eastAsia"/>
          <w:rtl/>
        </w:rPr>
        <w:t>قرآن</w:t>
      </w:r>
      <w:r>
        <w:rPr>
          <w:rtl/>
        </w:rPr>
        <w:t>:</w:t>
      </w:r>
      <w:r>
        <w:rPr>
          <w:rFonts w:hint="eastAsia"/>
          <w:rtl/>
        </w:rPr>
        <w:t>قرآن</w:t>
      </w:r>
      <w:r>
        <w:rPr>
          <w:rtl/>
        </w:rPr>
        <w:t xml:space="preserve"> كى تلاوت كى اہميت 8; قرآن كى تلاوت كے آداب 1; قرآن كى تلاوت مي</w:t>
      </w:r>
      <w:r w:rsidR="00083993">
        <w:rPr>
          <w:rtl/>
        </w:rPr>
        <w:t xml:space="preserve">ں </w:t>
      </w:r>
      <w:r>
        <w:rPr>
          <w:rtl/>
        </w:rPr>
        <w:t>استعاذہ 1،12; قرآن كے اسماء گرامى ; قرآن كے دشمن 5; قرآن كے قاريو</w:t>
      </w:r>
      <w:r w:rsidR="00083993">
        <w:rPr>
          <w:rtl/>
        </w:rPr>
        <w:t xml:space="preserve">ں </w:t>
      </w:r>
      <w:r>
        <w:rPr>
          <w:rtl/>
        </w:rPr>
        <w:t>كے دشمن 4،5</w:t>
      </w:r>
    </w:p>
    <w:p w:rsidR="001F628F" w:rsidRPr="00120F63" w:rsidRDefault="00813150" w:rsidP="00813150">
      <w:pPr>
        <w:pStyle w:val="Heading2Center"/>
        <w:rPr>
          <w:rtl/>
        </w:rPr>
      </w:pPr>
      <w:bookmarkStart w:id="245" w:name="_Toc28081923"/>
      <w:r>
        <w:rPr>
          <w:rFonts w:hint="cs"/>
          <w:rtl/>
        </w:rPr>
        <w:t xml:space="preserve">آیت </w:t>
      </w:r>
      <w:r w:rsidRPr="00120F63">
        <w:rPr>
          <w:rFonts w:hint="cs"/>
          <w:rtl/>
        </w:rPr>
        <w:t>99</w:t>
      </w:r>
      <w:bookmarkEnd w:id="245"/>
    </w:p>
    <w:p w:rsidR="001F628F" w:rsidRDefault="00E260F9" w:rsidP="00813150">
      <w:pPr>
        <w:pStyle w:val="libNormal"/>
        <w:rPr>
          <w:rtl/>
        </w:rPr>
      </w:pPr>
      <w:r w:rsidRPr="00E260F9">
        <w:rPr>
          <w:rStyle w:val="libAlaemChar"/>
          <w:rFonts w:hint="eastAsia"/>
          <w:rtl/>
        </w:rPr>
        <w:t>(</w:t>
      </w:r>
      <w:r w:rsidRPr="00813150">
        <w:rPr>
          <w:rStyle w:val="libAieChar"/>
          <w:rFonts w:hint="eastAsia"/>
          <w:rtl/>
        </w:rPr>
        <w:t>إِنَّهُ</w:t>
      </w:r>
      <w:r w:rsidRPr="00813150">
        <w:rPr>
          <w:rStyle w:val="libAieChar"/>
          <w:rtl/>
        </w:rPr>
        <w:t xml:space="preserve"> لَيْسَ لَهُ سُلْطَانٌ عَلَى الَّذِينَ آمَنُواْ وَعَلَى رَبِّهِمْ يَتَوَكَّلُونَ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شيطان</w:t>
      </w:r>
      <w:r>
        <w:rPr>
          <w:rtl/>
        </w:rPr>
        <w:t xml:space="preserve"> ہرگز ان لوگو</w:t>
      </w:r>
      <w:r w:rsidR="00083993">
        <w:rPr>
          <w:rtl/>
        </w:rPr>
        <w:t xml:space="preserve">ں </w:t>
      </w:r>
      <w:r>
        <w:rPr>
          <w:rtl/>
        </w:rPr>
        <w:t>پر غلبہ نہي</w:t>
      </w:r>
      <w:r w:rsidR="00083993">
        <w:rPr>
          <w:rtl/>
        </w:rPr>
        <w:t xml:space="preserve">ں </w:t>
      </w:r>
      <w:r>
        <w:rPr>
          <w:rtl/>
        </w:rPr>
        <w:t>پاسكتا جو صاحبان ايمان ہي</w:t>
      </w:r>
      <w:r w:rsidR="00083993">
        <w:rPr>
          <w:rtl/>
        </w:rPr>
        <w:t xml:space="preserve">ں </w:t>
      </w:r>
      <w:r>
        <w:rPr>
          <w:rtl/>
        </w:rPr>
        <w:t>اور جن كا اللہ پر توكل اور اعتماد ہے _</w:t>
      </w:r>
    </w:p>
    <w:p w:rsidR="001F628F" w:rsidRDefault="001F628F" w:rsidP="001F628F">
      <w:pPr>
        <w:pStyle w:val="libNormal"/>
        <w:rPr>
          <w:rtl/>
        </w:rPr>
      </w:pPr>
      <w:r>
        <w:rPr>
          <w:rtl/>
        </w:rPr>
        <w:t>1_ خدا پر توكل كرنےوالے مؤمنين پر شيطان ہر قسم كے تسلط سے عاجز ہے_</w:t>
      </w:r>
    </w:p>
    <w:p w:rsidR="00813150" w:rsidRDefault="001E7F9D" w:rsidP="00F73EDE">
      <w:pPr>
        <w:pStyle w:val="libPoemTini"/>
        <w:rPr>
          <w:rtl/>
        </w:rPr>
      </w:pPr>
      <w:r>
        <w:rPr>
          <w:rtl/>
        </w:rPr>
        <w:cr/>
      </w:r>
      <w:r>
        <w:rPr>
          <w:rtl/>
        </w:rPr>
        <w:br w:type="page"/>
      </w:r>
    </w:p>
    <w:p w:rsidR="001F628F" w:rsidRDefault="001F628F" w:rsidP="00813150">
      <w:pPr>
        <w:pStyle w:val="libArabic"/>
        <w:rPr>
          <w:rtl/>
        </w:rPr>
      </w:pPr>
      <w:r>
        <w:rPr>
          <w:rFonts w:hint="eastAsia"/>
          <w:rtl/>
        </w:rPr>
        <w:lastRenderedPageBreak/>
        <w:t>الشيطان</w:t>
      </w:r>
      <w:r>
        <w:rPr>
          <w:rtl/>
        </w:rPr>
        <w:t xml:space="preserve"> الرجيم ان</w:t>
      </w:r>
      <w:r w:rsidR="00120F63" w:rsidRPr="00ED5DE8">
        <w:rPr>
          <w:rFonts w:hint="cs"/>
          <w:rtl/>
        </w:rPr>
        <w:t>ه</w:t>
      </w:r>
      <w:r>
        <w:rPr>
          <w:rtl/>
        </w:rPr>
        <w:t xml:space="preserve"> </w:t>
      </w:r>
      <w:r>
        <w:rPr>
          <w:rFonts w:hint="cs"/>
          <w:rtl/>
        </w:rPr>
        <w:t>ليس</w:t>
      </w:r>
      <w:r>
        <w:rPr>
          <w:rtl/>
        </w:rPr>
        <w:t xml:space="preserve"> </w:t>
      </w:r>
      <w:r>
        <w:rPr>
          <w:rFonts w:hint="cs"/>
          <w:rtl/>
        </w:rPr>
        <w:t>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امنوا</w:t>
      </w:r>
      <w:r>
        <w:rPr>
          <w:rtl/>
        </w:rPr>
        <w:t xml:space="preserve"> و على 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1F628F">
      <w:pPr>
        <w:pStyle w:val="libNormal"/>
        <w:rPr>
          <w:rtl/>
        </w:rPr>
      </w:pPr>
      <w:r>
        <w:rPr>
          <w:rFonts w:hint="eastAsia"/>
          <w:rtl/>
        </w:rPr>
        <w:t>لفظ</w:t>
      </w:r>
      <w:r>
        <w:rPr>
          <w:rtl/>
        </w:rPr>
        <w:t xml:space="preserve"> ''سلطان'' چونكہ ''تنوين'' كے ساتھ اورحرف نفى كے بعد آيا ہے لہذا مطلق نفى پر دلالت كر رہا ہے _</w:t>
      </w:r>
    </w:p>
    <w:p w:rsidR="001F628F" w:rsidRDefault="001F628F" w:rsidP="001F628F">
      <w:pPr>
        <w:pStyle w:val="libNormal"/>
        <w:rPr>
          <w:rtl/>
        </w:rPr>
      </w:pPr>
      <w:r>
        <w:rPr>
          <w:rtl/>
        </w:rPr>
        <w:t>2_ خدا پرتوكل كے ساتھ ايمان ، انسان پر شيطان كے ہر قسم كے تسلّط كے ليے ركاوٹ ہے _</w:t>
      </w:r>
    </w:p>
    <w:p w:rsidR="001F628F" w:rsidRDefault="001F628F" w:rsidP="00813150">
      <w:pPr>
        <w:pStyle w:val="libArabic"/>
        <w:rPr>
          <w:rtl/>
        </w:rPr>
      </w:pPr>
      <w:r>
        <w:rPr>
          <w:rFonts w:hint="eastAsia"/>
          <w:rtl/>
        </w:rPr>
        <w:t>ان</w:t>
      </w:r>
      <w:r w:rsidR="00120F63" w:rsidRPr="00ED5DE8">
        <w:rPr>
          <w:rFonts w:hint="cs"/>
          <w:rtl/>
        </w:rPr>
        <w:t>ه</w:t>
      </w:r>
      <w:r>
        <w:rPr>
          <w:rtl/>
        </w:rPr>
        <w:t xml:space="preserve"> ليس 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و</w:t>
      </w:r>
      <w:r>
        <w:rPr>
          <w:rtl/>
        </w:rPr>
        <w:t xml:space="preserve"> </w:t>
      </w:r>
      <w:r>
        <w:rPr>
          <w:rFonts w:hint="cs"/>
          <w:rtl/>
        </w:rPr>
        <w:t>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1F628F">
      <w:pPr>
        <w:pStyle w:val="libNormal"/>
        <w:rPr>
          <w:rtl/>
        </w:rPr>
      </w:pPr>
      <w:r>
        <w:rPr>
          <w:rtl/>
        </w:rPr>
        <w:t>3_ فقط ، خداوند عالم پرتوكل كرنے والے مؤمنين ،شيطان كے تسلط سے امان مي</w:t>
      </w:r>
      <w:r w:rsidR="00083993">
        <w:rPr>
          <w:rtl/>
        </w:rPr>
        <w:t xml:space="preserve">ں </w:t>
      </w:r>
      <w:r>
        <w:rPr>
          <w:rtl/>
        </w:rPr>
        <w:t>ہي</w:t>
      </w:r>
      <w:r w:rsidR="00083993">
        <w:rPr>
          <w:rtl/>
        </w:rPr>
        <w:t xml:space="preserve">ں </w:t>
      </w:r>
      <w:r>
        <w:rPr>
          <w:rtl/>
        </w:rPr>
        <w:t>_</w:t>
      </w:r>
    </w:p>
    <w:p w:rsidR="001F628F" w:rsidRDefault="001F628F" w:rsidP="00813150">
      <w:pPr>
        <w:pStyle w:val="libArabic"/>
        <w:rPr>
          <w:rtl/>
        </w:rPr>
      </w:pPr>
      <w:r>
        <w:rPr>
          <w:rFonts w:hint="eastAsia"/>
          <w:rtl/>
        </w:rPr>
        <w:t>ان</w:t>
      </w:r>
      <w:r w:rsidR="00120F63" w:rsidRPr="00ED5DE8">
        <w:rPr>
          <w:rFonts w:hint="cs"/>
          <w:rtl/>
        </w:rPr>
        <w:t>ه</w:t>
      </w:r>
      <w:r>
        <w:rPr>
          <w:rtl/>
        </w:rPr>
        <w:t xml:space="preserve"> ليس 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وعلى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1F628F">
      <w:pPr>
        <w:pStyle w:val="libNormal"/>
        <w:rPr>
          <w:rtl/>
        </w:rPr>
      </w:pPr>
      <w:r>
        <w:rPr>
          <w:rFonts w:hint="eastAsia"/>
          <w:rtl/>
        </w:rPr>
        <w:t>مذكورہ</w:t>
      </w:r>
      <w:r>
        <w:rPr>
          <w:rtl/>
        </w:rPr>
        <w:t xml:space="preserve"> تفسير اس بات كوملحوظ خاطر ركھتے ہوئے ہے كہ آيت تمام انسانو</w:t>
      </w:r>
      <w:r w:rsidR="00083993">
        <w:rPr>
          <w:rtl/>
        </w:rPr>
        <w:t xml:space="preserve">ں </w:t>
      </w:r>
      <w:r>
        <w:rPr>
          <w:rtl/>
        </w:rPr>
        <w:t>كى نسبت شيطان كے كردار كو بيان كرنے كے مقام پر ہے اور متوكلّ مؤمنين كو جملہ وصفيہ كى صورت مي</w:t>
      </w:r>
      <w:r w:rsidR="00083993">
        <w:rPr>
          <w:rtl/>
        </w:rPr>
        <w:t xml:space="preserve">ں </w:t>
      </w:r>
      <w:r>
        <w:rPr>
          <w:rtl/>
        </w:rPr>
        <w:t xml:space="preserve">استثنا ،كرنا حصر پر دليل ہے_قابل ذكر ہے كہ بعد والى آيت </w:t>
      </w:r>
      <w:r w:rsidRPr="00813150">
        <w:rPr>
          <w:rStyle w:val="libArabicChar"/>
          <w:rtl/>
        </w:rPr>
        <w:t>''انمّا سلطان</w:t>
      </w:r>
      <w:r w:rsidR="00120F63" w:rsidRPr="00B2551F">
        <w:rPr>
          <w:rStyle w:val="libArabicChar"/>
          <w:rFonts w:hint="cs"/>
          <w:rtl/>
        </w:rPr>
        <w:t>ه</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يتولون</w:t>
      </w:r>
      <w:r w:rsidR="00120F63" w:rsidRPr="00B2551F">
        <w:rPr>
          <w:rStyle w:val="libArabicChar"/>
          <w:rFonts w:hint="cs"/>
          <w:rtl/>
        </w:rPr>
        <w:t>ه</w:t>
      </w:r>
      <w:r w:rsidRPr="00813150">
        <w:rPr>
          <w:rStyle w:val="libArabicChar"/>
          <w:rtl/>
        </w:rPr>
        <w:t xml:space="preserve"> ...''</w:t>
      </w:r>
      <w:r>
        <w:rPr>
          <w:rtl/>
        </w:rPr>
        <w:t xml:space="preserve"> </w:t>
      </w:r>
      <w:r>
        <w:rPr>
          <w:rFonts w:hint="eastAsia"/>
          <w:rtl/>
        </w:rPr>
        <w:t>اسى</w:t>
      </w:r>
      <w:r>
        <w:rPr>
          <w:rtl/>
        </w:rPr>
        <w:t xml:space="preserve"> مطلب پر مويد ہے_</w:t>
      </w:r>
    </w:p>
    <w:p w:rsidR="001F628F" w:rsidRDefault="001F628F" w:rsidP="001F628F">
      <w:pPr>
        <w:pStyle w:val="libNormal"/>
        <w:rPr>
          <w:rtl/>
        </w:rPr>
      </w:pPr>
      <w:r>
        <w:rPr>
          <w:rtl/>
        </w:rPr>
        <w:t>4_ خداوند عالم كى پناہ طلب كرنا، اس پر ايك قسم كا توكل كرنا اور شيطان كے تسلط سے ركاوٹ ہے_</w:t>
      </w:r>
    </w:p>
    <w:p w:rsidR="001F628F" w:rsidRDefault="001F628F" w:rsidP="00813150">
      <w:pPr>
        <w:pStyle w:val="libArabic"/>
        <w:rPr>
          <w:rtl/>
        </w:rPr>
      </w:pPr>
      <w:r>
        <w:rPr>
          <w:rFonts w:hint="eastAsia"/>
          <w:rtl/>
        </w:rPr>
        <w:t>فاستعذ</w:t>
      </w:r>
      <w:r>
        <w:rPr>
          <w:rtl/>
        </w:rPr>
        <w:t xml:space="preserve"> بالله من الشيطن الرجيم _ ان</w:t>
      </w:r>
      <w:r w:rsidR="00120F63" w:rsidRPr="00ED5DE8">
        <w:rPr>
          <w:rFonts w:hint="cs"/>
          <w:rtl/>
        </w:rPr>
        <w:t>ه</w:t>
      </w:r>
      <w:r>
        <w:rPr>
          <w:rtl/>
        </w:rPr>
        <w:t xml:space="preserve"> </w:t>
      </w:r>
      <w:r>
        <w:rPr>
          <w:rFonts w:hint="cs"/>
          <w:rtl/>
        </w:rPr>
        <w:t>ليس</w:t>
      </w:r>
      <w:r>
        <w:rPr>
          <w:rtl/>
        </w:rPr>
        <w:t xml:space="preserve"> </w:t>
      </w:r>
      <w:r>
        <w:rPr>
          <w:rFonts w:hint="cs"/>
          <w:rtl/>
        </w:rPr>
        <w:t>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و</w:t>
      </w:r>
      <w:r>
        <w:rPr>
          <w:rtl/>
        </w:rPr>
        <w:t xml:space="preserve"> </w:t>
      </w:r>
      <w:r>
        <w:rPr>
          <w:rFonts w:hint="cs"/>
          <w:rtl/>
        </w:rPr>
        <w:t>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w:t>
      </w:r>
      <w:r>
        <w:rPr>
          <w:rtl/>
        </w:rPr>
        <w:t>وكّلون</w:t>
      </w:r>
    </w:p>
    <w:p w:rsidR="001F628F" w:rsidRDefault="001F628F" w:rsidP="001F628F">
      <w:pPr>
        <w:pStyle w:val="libNormal"/>
        <w:rPr>
          <w:rtl/>
        </w:rPr>
      </w:pPr>
      <w:r>
        <w:rPr>
          <w:rFonts w:hint="eastAsia"/>
          <w:rtl/>
        </w:rPr>
        <w:t>مذكورہ</w:t>
      </w:r>
      <w:r>
        <w:rPr>
          <w:rtl/>
        </w:rPr>
        <w:t xml:space="preserve"> تفسير كا جملہ </w:t>
      </w:r>
      <w:r w:rsidRPr="00813150">
        <w:rPr>
          <w:rStyle w:val="libArabicChar"/>
          <w:rtl/>
        </w:rPr>
        <w:t>''انّ</w:t>
      </w:r>
      <w:r w:rsidR="00120F63" w:rsidRPr="00B2551F">
        <w:rPr>
          <w:rStyle w:val="libArabicChar"/>
          <w:rFonts w:hint="cs"/>
          <w:rtl/>
        </w:rPr>
        <w:t>ه</w:t>
      </w:r>
      <w:r w:rsidRPr="00813150">
        <w:rPr>
          <w:rStyle w:val="libArabicChar"/>
          <w:rtl/>
        </w:rPr>
        <w:t xml:space="preserve"> </w:t>
      </w:r>
      <w:r w:rsidRPr="00813150">
        <w:rPr>
          <w:rStyle w:val="libArabicChar"/>
          <w:rFonts w:hint="cs"/>
          <w:rtl/>
        </w:rPr>
        <w:t>ليس</w:t>
      </w:r>
      <w:r w:rsidRPr="00813150">
        <w:rPr>
          <w:rStyle w:val="libArabicChar"/>
          <w:rtl/>
        </w:rPr>
        <w:t xml:space="preserve"> </w:t>
      </w:r>
      <w:r w:rsidRPr="00813150">
        <w:rPr>
          <w:rStyle w:val="libArabicChar"/>
          <w:rFonts w:hint="cs"/>
          <w:rtl/>
        </w:rPr>
        <w:t>ل</w:t>
      </w:r>
      <w:r w:rsidR="00120F63" w:rsidRPr="00B2551F">
        <w:rPr>
          <w:rStyle w:val="libArabicChar"/>
          <w:rFonts w:hint="cs"/>
          <w:rtl/>
        </w:rPr>
        <w:t>ه</w:t>
      </w:r>
      <w:r w:rsidRPr="00813150">
        <w:rPr>
          <w:rStyle w:val="libArabicChar"/>
          <w:rtl/>
        </w:rPr>
        <w:t xml:space="preserve"> </w:t>
      </w:r>
      <w:r w:rsidRPr="00813150">
        <w:rPr>
          <w:rStyle w:val="libArabicChar"/>
          <w:rFonts w:hint="cs"/>
          <w:rtl/>
        </w:rPr>
        <w:t>سلطان</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يتوكلون</w:t>
      </w:r>
      <w:r w:rsidRPr="00813150">
        <w:rPr>
          <w:rStyle w:val="libArabicChar"/>
          <w:rtl/>
        </w:rPr>
        <w:t>''</w:t>
      </w:r>
      <w:r>
        <w:rPr>
          <w:rtl/>
        </w:rPr>
        <w:t xml:space="preserve"> ''فاستعذ بالله '' كے ليے علت ہے سے استفادہ ہوتا ہے_</w:t>
      </w:r>
    </w:p>
    <w:p w:rsidR="001F628F" w:rsidRDefault="001F628F" w:rsidP="001F628F">
      <w:pPr>
        <w:pStyle w:val="libNormal"/>
        <w:rPr>
          <w:rtl/>
        </w:rPr>
      </w:pPr>
      <w:r>
        <w:rPr>
          <w:rtl/>
        </w:rPr>
        <w:t>5_ خداوند عالم پر توكل اور بھروسہ كرنے سے غافل مؤمنين، شيطانى تسلّط سے دوچار ہونے كے خطرے مي</w:t>
      </w:r>
      <w:r w:rsidR="00083993">
        <w:rPr>
          <w:rtl/>
        </w:rPr>
        <w:t xml:space="preserve">ں </w:t>
      </w:r>
      <w:r>
        <w:rPr>
          <w:rtl/>
        </w:rPr>
        <w:t>ہي</w:t>
      </w:r>
      <w:r w:rsidR="00083993">
        <w:rPr>
          <w:rtl/>
        </w:rPr>
        <w:t xml:space="preserve">ں </w:t>
      </w:r>
      <w:r>
        <w:rPr>
          <w:rtl/>
        </w:rPr>
        <w:t>_</w:t>
      </w:r>
    </w:p>
    <w:p w:rsidR="001F628F" w:rsidRDefault="001F628F" w:rsidP="00813150">
      <w:pPr>
        <w:pStyle w:val="libArabic"/>
        <w:rPr>
          <w:rtl/>
        </w:rPr>
      </w:pPr>
      <w:r>
        <w:rPr>
          <w:rFonts w:hint="eastAsia"/>
          <w:rtl/>
        </w:rPr>
        <w:t>انّ</w:t>
      </w:r>
      <w:r w:rsidR="00120F63" w:rsidRPr="00ED5DE8">
        <w:rPr>
          <w:rFonts w:hint="cs"/>
          <w:rtl/>
        </w:rPr>
        <w:t>ه</w:t>
      </w:r>
      <w:r>
        <w:rPr>
          <w:rtl/>
        </w:rPr>
        <w:t xml:space="preserve"> ليس 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و</w:t>
      </w:r>
      <w:r>
        <w:rPr>
          <w:rtl/>
        </w:rPr>
        <w:t xml:space="preserve"> </w:t>
      </w:r>
      <w:r>
        <w:rPr>
          <w:rFonts w:hint="cs"/>
          <w:rtl/>
        </w:rPr>
        <w:t>امنوا</w:t>
      </w:r>
      <w:r>
        <w:rPr>
          <w:rtl/>
        </w:rPr>
        <w:t xml:space="preserve"> </w:t>
      </w:r>
      <w:r>
        <w:rPr>
          <w:rFonts w:hint="cs"/>
          <w:rtl/>
        </w:rPr>
        <w:t>وعلى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يتو</w:t>
      </w:r>
      <w:r>
        <w:rPr>
          <w:rtl/>
        </w:rPr>
        <w:t>كّلون</w:t>
      </w:r>
    </w:p>
    <w:p w:rsidR="001F628F" w:rsidRDefault="001F628F" w:rsidP="001F628F">
      <w:pPr>
        <w:pStyle w:val="libNormal"/>
        <w:rPr>
          <w:rtl/>
        </w:rPr>
      </w:pPr>
      <w:r>
        <w:rPr>
          <w:rFonts w:hint="eastAsia"/>
          <w:rtl/>
        </w:rPr>
        <w:t>شيطان</w:t>
      </w:r>
      <w:r>
        <w:rPr>
          <w:rtl/>
        </w:rPr>
        <w:t xml:space="preserve"> كے تسلط سے محفوظ رہنے كى بنياد دو اصول پر ہے (1) ايمان(2) پرودگار عالم پر توكّل اس بناء پر اگر ايمان ہو ليكن توكّل نہ ہو تو مكمل طور پر تحفظ حاصل نہي</w:t>
      </w:r>
      <w:r w:rsidR="00083993">
        <w:rPr>
          <w:rtl/>
        </w:rPr>
        <w:t xml:space="preserve">ں </w:t>
      </w:r>
      <w:r>
        <w:rPr>
          <w:rtl/>
        </w:rPr>
        <w:t>ہوگا_</w:t>
      </w:r>
    </w:p>
    <w:p w:rsidR="001F628F" w:rsidRDefault="001F628F" w:rsidP="001F628F">
      <w:pPr>
        <w:pStyle w:val="libNormal"/>
        <w:rPr>
          <w:rtl/>
        </w:rPr>
      </w:pPr>
      <w:r>
        <w:rPr>
          <w:rtl/>
        </w:rPr>
        <w:t>6_ انسان ، شيطانى وسوسو</w:t>
      </w:r>
      <w:r w:rsidR="00083993">
        <w:rPr>
          <w:rtl/>
        </w:rPr>
        <w:t xml:space="preserve">ں </w:t>
      </w:r>
      <w:r>
        <w:rPr>
          <w:rtl/>
        </w:rPr>
        <w:t>اور ساز شو</w:t>
      </w:r>
      <w:r w:rsidR="00083993">
        <w:rPr>
          <w:rtl/>
        </w:rPr>
        <w:t xml:space="preserve">ں </w:t>
      </w:r>
      <w:r>
        <w:rPr>
          <w:rtl/>
        </w:rPr>
        <w:t>كے مقابل مي</w:t>
      </w:r>
      <w:r w:rsidR="00083993">
        <w:rPr>
          <w:rtl/>
        </w:rPr>
        <w:t xml:space="preserve">ں </w:t>
      </w:r>
      <w:r>
        <w:rPr>
          <w:rtl/>
        </w:rPr>
        <w:t>خود مختار اور اس كى مخالفت پر قادر ہے _</w:t>
      </w:r>
    </w:p>
    <w:p w:rsidR="001F628F" w:rsidRDefault="001F628F" w:rsidP="00813150">
      <w:pPr>
        <w:pStyle w:val="libArabic"/>
        <w:rPr>
          <w:rtl/>
        </w:rPr>
      </w:pPr>
      <w:r>
        <w:rPr>
          <w:rFonts w:hint="eastAsia"/>
          <w:rtl/>
        </w:rPr>
        <w:t>انّ</w:t>
      </w:r>
      <w:r w:rsidR="00120F63" w:rsidRPr="00ED5DE8">
        <w:rPr>
          <w:rFonts w:hint="cs"/>
          <w:rtl/>
        </w:rPr>
        <w:t>ه</w:t>
      </w:r>
      <w:r>
        <w:rPr>
          <w:rtl/>
        </w:rPr>
        <w:t xml:space="preserve"> ليس ل</w:t>
      </w:r>
      <w:r w:rsidR="00120F63" w:rsidRPr="00ED5DE8">
        <w:rPr>
          <w:rFonts w:hint="cs"/>
          <w:rtl/>
        </w:rPr>
        <w:t>ه</w:t>
      </w:r>
      <w:r>
        <w:rPr>
          <w:rtl/>
        </w:rPr>
        <w:t xml:space="preserve"> </w:t>
      </w:r>
      <w:r w:rsidR="00115327" w:rsidRPr="00115327">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وعلى</w:t>
      </w:r>
      <w:r>
        <w:rPr>
          <w:rtl/>
        </w:rPr>
        <w:t xml:space="preserve"> </w:t>
      </w:r>
      <w:r>
        <w:rPr>
          <w:rFonts w:hint="cs"/>
          <w:rtl/>
        </w:rPr>
        <w:t>ربّ</w:t>
      </w:r>
      <w:r w:rsidR="00120F63" w:rsidRPr="00ED5DE8">
        <w:rPr>
          <w:rFonts w:hint="cs"/>
          <w:rtl/>
        </w:rPr>
        <w:t>ه</w:t>
      </w:r>
      <w:r>
        <w:rPr>
          <w:rFonts w:hint="cs"/>
          <w:rtl/>
        </w:rPr>
        <w:t>م</w:t>
      </w:r>
      <w:r>
        <w:rPr>
          <w:rtl/>
        </w:rPr>
        <w:t xml:space="preserve"> </w:t>
      </w:r>
      <w:r>
        <w:rPr>
          <w:rFonts w:hint="cs"/>
          <w:rtl/>
        </w:rPr>
        <w:t>يتو</w:t>
      </w:r>
      <w:r>
        <w:rPr>
          <w:rtl/>
        </w:rPr>
        <w:t>كّلون</w:t>
      </w:r>
    </w:p>
    <w:p w:rsidR="001F628F" w:rsidRDefault="001F628F" w:rsidP="00813150">
      <w:pPr>
        <w:pStyle w:val="libNormal"/>
        <w:rPr>
          <w:rtl/>
        </w:rPr>
      </w:pPr>
      <w:r>
        <w:rPr>
          <w:rtl/>
        </w:rPr>
        <w:t>7_ خداوند عالم كى ربوبيت كا تقاضا ہے كہ اس كى ذات پر توكل كيا جائے _</w:t>
      </w:r>
      <w:r w:rsidRPr="00813150">
        <w:rPr>
          <w:rStyle w:val="libArabicChar"/>
          <w:rFonts w:hint="eastAsia"/>
          <w:rtl/>
        </w:rPr>
        <w:t>وعلى</w:t>
      </w:r>
      <w:r w:rsidRPr="00813150">
        <w:rPr>
          <w:rStyle w:val="libArabicChar"/>
          <w:rtl/>
        </w:rPr>
        <w:t xml:space="preserve"> ربّ</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ي</w:t>
      </w:r>
      <w:r w:rsidRPr="00813150">
        <w:rPr>
          <w:rStyle w:val="libArabicChar"/>
          <w:rtl/>
        </w:rPr>
        <w:t>توكلون</w:t>
      </w:r>
    </w:p>
    <w:p w:rsidR="001F628F" w:rsidRDefault="001F628F" w:rsidP="001F628F">
      <w:pPr>
        <w:pStyle w:val="libNormal"/>
        <w:rPr>
          <w:rtl/>
        </w:rPr>
      </w:pPr>
      <w:r>
        <w:rPr>
          <w:rtl/>
        </w:rPr>
        <w:t xml:space="preserve">8_ </w:t>
      </w:r>
      <w:r w:rsidRPr="00813150">
        <w:rPr>
          <w:rStyle w:val="libArabicChar"/>
          <w:rtl/>
        </w:rPr>
        <w:t xml:space="preserve">''ابو بصير عن ابى عبدالله </w:t>
      </w:r>
      <w:r w:rsidR="00367F17" w:rsidRPr="00367F17">
        <w:rPr>
          <w:rStyle w:val="libAlaemChar"/>
          <w:rtl/>
        </w:rPr>
        <w:t xml:space="preserve"> عليه‌السلام </w:t>
      </w:r>
      <w:r w:rsidRPr="00813150">
        <w:rPr>
          <w:rStyle w:val="libArabicChar"/>
          <w:rtl/>
        </w:rPr>
        <w:t xml:space="preserve"> قال : قلت ل</w:t>
      </w:r>
      <w:r w:rsidR="00120F63" w:rsidRPr="00B2551F">
        <w:rPr>
          <w:rStyle w:val="libArabicChar"/>
          <w:rFonts w:hint="cs"/>
          <w:rtl/>
        </w:rPr>
        <w:t>ه</w:t>
      </w:r>
      <w:r w:rsidRPr="00813150">
        <w:rPr>
          <w:rStyle w:val="libArabicChar"/>
          <w:rtl/>
        </w:rPr>
        <w:t>: ''</w:t>
      </w:r>
      <w:r w:rsidRPr="00813150">
        <w:rPr>
          <w:rStyle w:val="libArabicChar"/>
          <w:rFonts w:hint="cs"/>
          <w:rtl/>
        </w:rPr>
        <w:t>فاذا</w:t>
      </w:r>
      <w:r w:rsidRPr="00813150">
        <w:rPr>
          <w:rStyle w:val="libArabicChar"/>
          <w:rtl/>
        </w:rPr>
        <w:t xml:space="preserve"> </w:t>
      </w:r>
      <w:r w:rsidRPr="00813150">
        <w:rPr>
          <w:rStyle w:val="libArabicChar"/>
          <w:rFonts w:hint="cs"/>
          <w:rtl/>
        </w:rPr>
        <w:t>قرا</w:t>
      </w:r>
      <w:r w:rsidRPr="00813150">
        <w:rPr>
          <w:rStyle w:val="libArabicChar"/>
          <w:rtl/>
        </w:rPr>
        <w:t xml:space="preserve"> </w:t>
      </w:r>
      <w:r w:rsidRPr="00813150">
        <w:rPr>
          <w:rStyle w:val="libArabicChar"/>
          <w:rFonts w:hint="cs"/>
          <w:rtl/>
        </w:rPr>
        <w:t>ت</w:t>
      </w:r>
      <w:r w:rsidRPr="00813150">
        <w:rPr>
          <w:rStyle w:val="libArabicChar"/>
          <w:rtl/>
        </w:rPr>
        <w:t xml:space="preserve"> </w:t>
      </w:r>
      <w:r w:rsidRPr="00813150">
        <w:rPr>
          <w:rStyle w:val="libArabicChar"/>
          <w:rFonts w:hint="cs"/>
          <w:rtl/>
        </w:rPr>
        <w:t>القرآن</w:t>
      </w:r>
      <w:r w:rsidRPr="00813150">
        <w:rPr>
          <w:rStyle w:val="libArabicChar"/>
          <w:rtl/>
        </w:rPr>
        <w:t xml:space="preserve"> </w:t>
      </w:r>
      <w:r w:rsidRPr="00813150">
        <w:rPr>
          <w:rStyle w:val="libArabicChar"/>
          <w:rFonts w:hint="cs"/>
          <w:rtl/>
        </w:rPr>
        <w:t>فاستعذ</w:t>
      </w:r>
      <w:r w:rsidRPr="00813150">
        <w:rPr>
          <w:rStyle w:val="libArabicChar"/>
          <w:rtl/>
        </w:rPr>
        <w:t xml:space="preserve"> </w:t>
      </w:r>
      <w:r w:rsidRPr="00813150">
        <w:rPr>
          <w:rStyle w:val="libArabicChar"/>
          <w:rFonts w:hint="cs"/>
          <w:rtl/>
        </w:rPr>
        <w:t>بالله</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الشيطان</w:t>
      </w:r>
      <w:r w:rsidRPr="00813150">
        <w:rPr>
          <w:rStyle w:val="libArabicChar"/>
          <w:rtl/>
        </w:rPr>
        <w:t xml:space="preserve"> </w:t>
      </w:r>
      <w:r w:rsidRPr="00813150">
        <w:rPr>
          <w:rStyle w:val="libArabicChar"/>
          <w:rFonts w:hint="cs"/>
          <w:rtl/>
        </w:rPr>
        <w:t>الرجيم</w:t>
      </w:r>
      <w:r w:rsidRPr="00813150">
        <w:rPr>
          <w:rStyle w:val="libArabicChar"/>
          <w:rtl/>
        </w:rPr>
        <w:t xml:space="preserve"> </w:t>
      </w:r>
      <w:r w:rsidRPr="00813150">
        <w:rPr>
          <w:rStyle w:val="libArabicChar"/>
          <w:rFonts w:hint="cs"/>
          <w:rtl/>
        </w:rPr>
        <w:t>ان</w:t>
      </w:r>
      <w:r w:rsidR="00120F63" w:rsidRPr="00B2551F">
        <w:rPr>
          <w:rStyle w:val="libArabicChar"/>
          <w:rFonts w:hint="cs"/>
          <w:rtl/>
        </w:rPr>
        <w:t>ه</w:t>
      </w:r>
      <w:r w:rsidRPr="00813150">
        <w:rPr>
          <w:rStyle w:val="libArabicChar"/>
          <w:rtl/>
        </w:rPr>
        <w:t xml:space="preserve"> </w:t>
      </w:r>
      <w:r w:rsidRPr="00813150">
        <w:rPr>
          <w:rStyle w:val="libArabicChar"/>
          <w:rFonts w:hint="cs"/>
          <w:rtl/>
        </w:rPr>
        <w:t>ليس</w:t>
      </w:r>
      <w:r w:rsidRPr="00813150">
        <w:rPr>
          <w:rStyle w:val="libArabicChar"/>
          <w:rtl/>
        </w:rPr>
        <w:t xml:space="preserve"> </w:t>
      </w:r>
      <w:r w:rsidRPr="00813150">
        <w:rPr>
          <w:rStyle w:val="libArabicChar"/>
          <w:rFonts w:hint="cs"/>
          <w:rtl/>
        </w:rPr>
        <w:t>ل</w:t>
      </w:r>
      <w:r w:rsidR="00120F63" w:rsidRPr="00B2551F">
        <w:rPr>
          <w:rStyle w:val="libArabicChar"/>
          <w:rFonts w:hint="cs"/>
          <w:rtl/>
        </w:rPr>
        <w:t>ه</w:t>
      </w:r>
      <w:r w:rsidRPr="00813150">
        <w:rPr>
          <w:rStyle w:val="libArabicChar"/>
          <w:rtl/>
        </w:rPr>
        <w:t xml:space="preserve"> </w:t>
      </w:r>
      <w:r w:rsidRPr="00813150">
        <w:rPr>
          <w:rStyle w:val="libArabicChar"/>
          <w:rFonts w:hint="cs"/>
          <w:rtl/>
        </w:rPr>
        <w:t>سلطان</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امنوا</w:t>
      </w:r>
      <w:r w:rsidRPr="00813150">
        <w:rPr>
          <w:rStyle w:val="libArabicChar"/>
          <w:rtl/>
        </w:rPr>
        <w:t xml:space="preserve"> </w:t>
      </w:r>
      <w:r w:rsidRPr="00813150">
        <w:rPr>
          <w:rStyle w:val="libArabicChar"/>
          <w:rFonts w:hint="cs"/>
          <w:rtl/>
        </w:rPr>
        <w:t>وعلى</w:t>
      </w:r>
      <w:r w:rsidRPr="00813150">
        <w:rPr>
          <w:rStyle w:val="libArabicChar"/>
          <w:rtl/>
        </w:rPr>
        <w:t xml:space="preserve"> </w:t>
      </w:r>
      <w:r w:rsidRPr="00813150">
        <w:rPr>
          <w:rStyle w:val="libArabicChar"/>
          <w:rFonts w:hint="cs"/>
          <w:rtl/>
        </w:rPr>
        <w:t>ربّ</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يتوكلون؟</w:t>
      </w:r>
      <w:r w:rsidRPr="00813150">
        <w:rPr>
          <w:rStyle w:val="libArabicChar"/>
          <w:rtl/>
        </w:rPr>
        <w:t xml:space="preserve"> فقال :</w:t>
      </w:r>
    </w:p>
    <w:p w:rsidR="00813150" w:rsidRDefault="001E7F9D" w:rsidP="00F73EDE">
      <w:pPr>
        <w:pStyle w:val="libPoemTini"/>
        <w:rPr>
          <w:rtl/>
        </w:rPr>
      </w:pPr>
      <w:r>
        <w:rPr>
          <w:rtl/>
        </w:rPr>
        <w:br w:type="page"/>
      </w:r>
    </w:p>
    <w:p w:rsidR="001F628F" w:rsidRDefault="001F628F" w:rsidP="00813150">
      <w:pPr>
        <w:pStyle w:val="libNormal"/>
        <w:rPr>
          <w:rtl/>
        </w:rPr>
      </w:pPr>
      <w:r w:rsidRPr="00813150">
        <w:rPr>
          <w:rStyle w:val="libArabicChar"/>
          <w:rFonts w:hint="eastAsia"/>
          <w:rtl/>
        </w:rPr>
        <w:lastRenderedPageBreak/>
        <w:t>يا</w:t>
      </w:r>
      <w:r w:rsidRPr="00813150">
        <w:rPr>
          <w:rStyle w:val="libArabicChar"/>
          <w:rtl/>
        </w:rPr>
        <w:t xml:space="preserve"> ا با محمد يسلطّ والله من المؤمن على بدن</w:t>
      </w:r>
      <w:r w:rsidR="00120F63" w:rsidRPr="00B2551F">
        <w:rPr>
          <w:rStyle w:val="libArabicChar"/>
          <w:rFonts w:hint="cs"/>
          <w:rtl/>
        </w:rPr>
        <w:t>ه</w:t>
      </w:r>
      <w:r w:rsidRPr="00813150">
        <w:rPr>
          <w:rStyle w:val="libArabicChar"/>
          <w:rtl/>
        </w:rPr>
        <w:t xml:space="preserve"> </w:t>
      </w:r>
      <w:r w:rsidRPr="00813150">
        <w:rPr>
          <w:rStyle w:val="libArabicChar"/>
          <w:rFonts w:hint="cs"/>
          <w:rtl/>
        </w:rPr>
        <w:t>ولا</w:t>
      </w:r>
      <w:r w:rsidRPr="00813150">
        <w:rPr>
          <w:rStyle w:val="libArabicChar"/>
          <w:rtl/>
        </w:rPr>
        <w:t xml:space="preserve"> </w:t>
      </w:r>
      <w:r w:rsidRPr="00813150">
        <w:rPr>
          <w:rStyle w:val="libArabicChar"/>
          <w:rFonts w:hint="cs"/>
          <w:rtl/>
        </w:rPr>
        <w:t>يسلط</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دين</w:t>
      </w:r>
      <w:r w:rsidR="00120F63" w:rsidRPr="00B2551F">
        <w:rPr>
          <w:rStyle w:val="libArabicChar"/>
          <w:rFonts w:hint="cs"/>
          <w:rtl/>
        </w:rPr>
        <w:t>ه</w:t>
      </w:r>
      <w:r w:rsidRPr="00813150">
        <w:rPr>
          <w:rStyle w:val="libArabicChar"/>
          <w:rtl/>
        </w:rPr>
        <w:t xml:space="preserve"> ...</w:t>
      </w:r>
      <w:r>
        <w:rPr>
          <w:rtl/>
        </w:rPr>
        <w:t xml:space="preserve"> </w:t>
      </w:r>
      <w:r w:rsidRPr="00813150">
        <w:rPr>
          <w:rStyle w:val="libFootnotenumChar"/>
          <w:rtl/>
        </w:rPr>
        <w:t>(1)</w:t>
      </w:r>
    </w:p>
    <w:p w:rsidR="001F628F" w:rsidRDefault="001F628F" w:rsidP="001F628F">
      <w:pPr>
        <w:pStyle w:val="libNormal"/>
        <w:rPr>
          <w:rtl/>
        </w:rPr>
      </w:pPr>
      <w:r>
        <w:rPr>
          <w:rFonts w:hint="eastAsia"/>
          <w:rtl/>
        </w:rPr>
        <w:t>حضرت</w:t>
      </w:r>
      <w:r>
        <w:rPr>
          <w:rtl/>
        </w:rPr>
        <w:t xml:space="preserve"> ابوبصير كہتے ہي</w:t>
      </w:r>
      <w:r w:rsidR="00083993">
        <w:rPr>
          <w:rtl/>
        </w:rPr>
        <w:t xml:space="preserve">ں </w:t>
      </w:r>
      <w:r>
        <w:rPr>
          <w:rtl/>
        </w:rPr>
        <w:t>كہ مي</w:t>
      </w:r>
      <w:r w:rsidR="00083993">
        <w:rPr>
          <w:rtl/>
        </w:rPr>
        <w:t xml:space="preserve">ں </w:t>
      </w:r>
      <w:r>
        <w:rPr>
          <w:rtl/>
        </w:rPr>
        <w:t xml:space="preserve">نے امام صادق </w:t>
      </w:r>
      <w:r w:rsidR="00367F17" w:rsidRPr="00367F17">
        <w:rPr>
          <w:rStyle w:val="libAlaemChar"/>
          <w:rtl/>
        </w:rPr>
        <w:t xml:space="preserve"> عليه‌السلام </w:t>
      </w:r>
      <w:r>
        <w:rPr>
          <w:rtl/>
        </w:rPr>
        <w:t xml:space="preserve"> سے خداوند عالم كے اس قول </w:t>
      </w:r>
      <w:r w:rsidRPr="00813150">
        <w:rPr>
          <w:rStyle w:val="libArabicChar"/>
          <w:rtl/>
        </w:rPr>
        <w:t>''فاذا قرا ت القرآن فاستعذ باالله من الشيطان الرجيم انّ</w:t>
      </w:r>
      <w:r w:rsidR="00120F63" w:rsidRPr="00B2551F">
        <w:rPr>
          <w:rStyle w:val="libArabicChar"/>
          <w:rFonts w:hint="cs"/>
          <w:rtl/>
        </w:rPr>
        <w:t>ه</w:t>
      </w:r>
      <w:r w:rsidRPr="00813150">
        <w:rPr>
          <w:rStyle w:val="libArabicChar"/>
          <w:rtl/>
        </w:rPr>
        <w:t xml:space="preserve"> </w:t>
      </w:r>
      <w:r w:rsidRPr="00813150">
        <w:rPr>
          <w:rStyle w:val="libArabicChar"/>
          <w:rFonts w:hint="cs"/>
          <w:rtl/>
        </w:rPr>
        <w:t>ليس</w:t>
      </w:r>
      <w:r w:rsidRPr="00813150">
        <w:rPr>
          <w:rStyle w:val="libArabicChar"/>
          <w:rtl/>
        </w:rPr>
        <w:t xml:space="preserve"> </w:t>
      </w:r>
      <w:r w:rsidRPr="00813150">
        <w:rPr>
          <w:rStyle w:val="libArabicChar"/>
          <w:rFonts w:hint="cs"/>
          <w:rtl/>
        </w:rPr>
        <w:t>ل</w:t>
      </w:r>
      <w:r w:rsidR="00120F63" w:rsidRPr="00B2551F">
        <w:rPr>
          <w:rStyle w:val="libArabicChar"/>
          <w:rFonts w:hint="cs"/>
          <w:rtl/>
        </w:rPr>
        <w:t>ه</w:t>
      </w:r>
      <w:r w:rsidRPr="00813150">
        <w:rPr>
          <w:rStyle w:val="libArabicChar"/>
          <w:rtl/>
        </w:rPr>
        <w:t xml:space="preserve"> </w:t>
      </w:r>
      <w:r w:rsidRPr="00813150">
        <w:rPr>
          <w:rStyle w:val="libArabicChar"/>
          <w:rFonts w:hint="cs"/>
          <w:rtl/>
        </w:rPr>
        <w:t>سلطان</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آمنوا</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ربّ</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يتوكلون</w:t>
      </w:r>
      <w:r w:rsidRPr="00813150">
        <w:rPr>
          <w:rStyle w:val="libArabicChar"/>
          <w:rtl/>
        </w:rPr>
        <w:t xml:space="preserve"> ''</w:t>
      </w:r>
      <w:r>
        <w:rPr>
          <w:rtl/>
        </w:rPr>
        <w:t>كے بارے مي</w:t>
      </w:r>
      <w:r w:rsidR="00083993">
        <w:rPr>
          <w:rtl/>
        </w:rPr>
        <w:t xml:space="preserve">ں </w:t>
      </w:r>
      <w:r>
        <w:rPr>
          <w:rtl/>
        </w:rPr>
        <w:t>سوال كيا تو آپ</w:t>
      </w:r>
      <w:r w:rsidR="00367F17" w:rsidRPr="00367F17">
        <w:rPr>
          <w:rStyle w:val="libAlaemChar"/>
          <w:rtl/>
        </w:rPr>
        <w:t xml:space="preserve"> عليه‌السلام </w:t>
      </w:r>
      <w:r>
        <w:rPr>
          <w:rtl/>
        </w:rPr>
        <w:t xml:space="preserve"> فرمايا كہ اے ابو محمد خدا كى قسم شيطان، مؤمن كے بدن پر مسلّط ہوگا ليكن اس كے دين پر مسلّط نہي</w:t>
      </w:r>
      <w:r w:rsidR="00083993">
        <w:rPr>
          <w:rtl/>
        </w:rPr>
        <w:t xml:space="preserve">ں </w:t>
      </w:r>
      <w:r>
        <w:rPr>
          <w:rtl/>
        </w:rPr>
        <w:t>ہوگا ...</w:t>
      </w:r>
    </w:p>
    <w:p w:rsidR="001F628F" w:rsidRDefault="001F628F" w:rsidP="00813150">
      <w:pPr>
        <w:pStyle w:val="libNormal"/>
        <w:rPr>
          <w:rtl/>
        </w:rPr>
      </w:pPr>
      <w:r>
        <w:rPr>
          <w:rFonts w:hint="eastAsia"/>
          <w:rtl/>
        </w:rPr>
        <w:t>استعاذہ</w:t>
      </w:r>
      <w:r>
        <w:rPr>
          <w:rtl/>
        </w:rPr>
        <w:t>:</w:t>
      </w:r>
      <w:r>
        <w:rPr>
          <w:rFonts w:hint="eastAsia"/>
          <w:rtl/>
        </w:rPr>
        <w:t>الله</w:t>
      </w:r>
      <w:r>
        <w:rPr>
          <w:rtl/>
        </w:rPr>
        <w:t xml:space="preserve"> تعالى كى پناہ مي</w:t>
      </w:r>
      <w:r w:rsidR="00083993">
        <w:rPr>
          <w:rtl/>
        </w:rPr>
        <w:t xml:space="preserve">ں </w:t>
      </w:r>
      <w:r>
        <w:rPr>
          <w:rtl/>
        </w:rPr>
        <w:t>جانے كے آثار 4</w:t>
      </w:r>
    </w:p>
    <w:p w:rsidR="001F628F" w:rsidRDefault="001F628F" w:rsidP="00813150">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كے آثار 7</w:t>
      </w:r>
    </w:p>
    <w:p w:rsidR="001F628F" w:rsidRDefault="001F628F" w:rsidP="00813150">
      <w:pPr>
        <w:pStyle w:val="libNormal"/>
        <w:rPr>
          <w:rtl/>
        </w:rPr>
      </w:pPr>
      <w:r>
        <w:rPr>
          <w:rFonts w:hint="eastAsia"/>
          <w:rtl/>
        </w:rPr>
        <w:t>انسان</w:t>
      </w:r>
      <w:r>
        <w:rPr>
          <w:rtl/>
        </w:rPr>
        <w:t>:</w:t>
      </w:r>
      <w:r>
        <w:rPr>
          <w:rFonts w:hint="eastAsia"/>
          <w:rtl/>
        </w:rPr>
        <w:t>انسان</w:t>
      </w:r>
      <w:r>
        <w:rPr>
          <w:rtl/>
        </w:rPr>
        <w:t xml:space="preserve"> كا اختيار 6; انسان كى قدرت 6</w:t>
      </w:r>
    </w:p>
    <w:p w:rsidR="001F628F" w:rsidRDefault="001F628F" w:rsidP="00813150">
      <w:pPr>
        <w:pStyle w:val="libNormal"/>
        <w:rPr>
          <w:rtl/>
        </w:rPr>
      </w:pPr>
      <w:r>
        <w:rPr>
          <w:rFonts w:hint="eastAsia"/>
          <w:rtl/>
        </w:rPr>
        <w:t>ايمان</w:t>
      </w:r>
      <w:r>
        <w:rPr>
          <w:rtl/>
        </w:rPr>
        <w:t>:</w:t>
      </w:r>
      <w:r>
        <w:rPr>
          <w:rFonts w:hint="eastAsia"/>
          <w:rtl/>
        </w:rPr>
        <w:t>ايمان</w:t>
      </w:r>
      <w:r>
        <w:rPr>
          <w:rtl/>
        </w:rPr>
        <w:t xml:space="preserve"> كے آثار 2</w:t>
      </w:r>
    </w:p>
    <w:p w:rsidR="001F628F" w:rsidRDefault="001F628F" w:rsidP="00813150">
      <w:pPr>
        <w:pStyle w:val="libNormal"/>
        <w:rPr>
          <w:rtl/>
        </w:rPr>
      </w:pPr>
      <w:r>
        <w:rPr>
          <w:rFonts w:hint="eastAsia"/>
          <w:rtl/>
        </w:rPr>
        <w:t>توكل</w:t>
      </w:r>
      <w:r>
        <w:rPr>
          <w:rtl/>
        </w:rPr>
        <w:t>:</w:t>
      </w:r>
      <w:r>
        <w:rPr>
          <w:rFonts w:hint="eastAsia"/>
          <w:rtl/>
        </w:rPr>
        <w:t>توكل</w:t>
      </w:r>
      <w:r>
        <w:rPr>
          <w:rtl/>
        </w:rPr>
        <w:t xml:space="preserve"> كا زمينہ 7; توكل كے آثار 2; توكل كے موارد4</w:t>
      </w:r>
    </w:p>
    <w:p w:rsidR="001F628F" w:rsidRDefault="001F628F" w:rsidP="001F628F">
      <w:pPr>
        <w:pStyle w:val="libNormal"/>
        <w:rPr>
          <w:rtl/>
        </w:rPr>
      </w:pPr>
      <w:r>
        <w:rPr>
          <w:rFonts w:hint="eastAsia"/>
          <w:rtl/>
        </w:rPr>
        <w:t>روايت</w:t>
      </w:r>
      <w:r>
        <w:rPr>
          <w:rtl/>
        </w:rPr>
        <w:t>:8</w:t>
      </w:r>
    </w:p>
    <w:p w:rsidR="001F628F" w:rsidRDefault="001F628F" w:rsidP="00813150">
      <w:pPr>
        <w:pStyle w:val="libNormal"/>
        <w:rPr>
          <w:rtl/>
        </w:rPr>
      </w:pPr>
      <w:r>
        <w:rPr>
          <w:rFonts w:hint="eastAsia"/>
          <w:rtl/>
        </w:rPr>
        <w:t>شيطان</w:t>
      </w:r>
      <w:r>
        <w:rPr>
          <w:rtl/>
        </w:rPr>
        <w:t>:</w:t>
      </w:r>
      <w:r>
        <w:rPr>
          <w:rFonts w:hint="eastAsia"/>
          <w:rtl/>
        </w:rPr>
        <w:t>شيطان</w:t>
      </w:r>
      <w:r>
        <w:rPr>
          <w:rtl/>
        </w:rPr>
        <w:t xml:space="preserve"> سے محفوظ رہنا 1،3،8; شيطان كا عجز 1; شيطان كى سازش كو دفع كرنے كا ممكن ہونا 6; شيطان كے تسلّط كا زمينہ 5; شيطان كے تسلط كى حدود 1،3،8; شيطان كے تسّلط كے موانع 2،3; شيطانى وسوسو</w:t>
      </w:r>
      <w:r w:rsidR="00083993">
        <w:rPr>
          <w:rtl/>
        </w:rPr>
        <w:t xml:space="preserve">ں </w:t>
      </w:r>
      <w:r>
        <w:rPr>
          <w:rtl/>
        </w:rPr>
        <w:t>كو دفع كرنے كا ممكن ہونا 6</w:t>
      </w:r>
    </w:p>
    <w:p w:rsidR="001F628F" w:rsidRDefault="001F628F" w:rsidP="00813150">
      <w:pPr>
        <w:pStyle w:val="libNormal"/>
        <w:rPr>
          <w:rtl/>
        </w:rPr>
      </w:pPr>
      <w:r>
        <w:rPr>
          <w:rFonts w:hint="eastAsia"/>
          <w:rtl/>
        </w:rPr>
        <w:t>مؤمنين</w:t>
      </w:r>
      <w:r>
        <w:rPr>
          <w:rtl/>
        </w:rPr>
        <w:t>:</w:t>
      </w:r>
      <w:r>
        <w:rPr>
          <w:rFonts w:hint="eastAsia"/>
          <w:rtl/>
        </w:rPr>
        <w:t>غير</w:t>
      </w:r>
      <w:r>
        <w:rPr>
          <w:rtl/>
        </w:rPr>
        <w:t xml:space="preserve"> متوكل مؤمنين 5; مؤمنين كا محفوظ ہونا 1،3،8</w:t>
      </w:r>
    </w:p>
    <w:p w:rsidR="001F628F" w:rsidRDefault="001F628F" w:rsidP="00813150">
      <w:pPr>
        <w:pStyle w:val="libNormal"/>
        <w:rPr>
          <w:rtl/>
        </w:rPr>
      </w:pPr>
      <w:r>
        <w:rPr>
          <w:rFonts w:hint="eastAsia"/>
          <w:rtl/>
        </w:rPr>
        <w:t>متوكلين</w:t>
      </w:r>
      <w:r>
        <w:rPr>
          <w:rtl/>
        </w:rPr>
        <w:t>:</w:t>
      </w:r>
      <w:r>
        <w:rPr>
          <w:rFonts w:hint="eastAsia"/>
          <w:rtl/>
        </w:rPr>
        <w:t>متوكلين</w:t>
      </w:r>
      <w:r>
        <w:rPr>
          <w:rtl/>
        </w:rPr>
        <w:t xml:space="preserve"> كا محفوظ ہونا 1،3</w:t>
      </w:r>
    </w:p>
    <w:p w:rsidR="00813150" w:rsidRDefault="001E7F9D" w:rsidP="00F73EDE">
      <w:pPr>
        <w:pStyle w:val="libPoemTini"/>
        <w:rPr>
          <w:rtl/>
        </w:rPr>
      </w:pPr>
      <w:r>
        <w:rPr>
          <w:rtl/>
        </w:rPr>
        <w:cr/>
      </w:r>
      <w:r>
        <w:rPr>
          <w:rtl/>
        </w:rPr>
        <w:br w:type="page"/>
      </w:r>
    </w:p>
    <w:p w:rsidR="00813150" w:rsidRPr="00120F63" w:rsidRDefault="00813150" w:rsidP="00813150">
      <w:pPr>
        <w:pStyle w:val="Heading2Center"/>
        <w:rPr>
          <w:rtl/>
        </w:rPr>
      </w:pPr>
      <w:bookmarkStart w:id="246" w:name="_Toc28081924"/>
      <w:r>
        <w:rPr>
          <w:rFonts w:hint="cs"/>
          <w:rtl/>
        </w:rPr>
        <w:lastRenderedPageBreak/>
        <w:t xml:space="preserve">آیت </w:t>
      </w:r>
      <w:r w:rsidRPr="00120F63">
        <w:rPr>
          <w:rFonts w:hint="cs"/>
          <w:rtl/>
        </w:rPr>
        <w:t>100</w:t>
      </w:r>
      <w:bookmarkEnd w:id="246"/>
    </w:p>
    <w:p w:rsidR="001F628F" w:rsidRDefault="00E260F9" w:rsidP="00813150">
      <w:pPr>
        <w:pStyle w:val="libNormal"/>
        <w:rPr>
          <w:rtl/>
        </w:rPr>
      </w:pPr>
      <w:r w:rsidRPr="00E260F9">
        <w:rPr>
          <w:rStyle w:val="libAlaemChar"/>
          <w:rFonts w:hint="eastAsia"/>
          <w:rtl/>
        </w:rPr>
        <w:t>(</w:t>
      </w:r>
      <w:r w:rsidRPr="00813150">
        <w:rPr>
          <w:rStyle w:val="libAieChar"/>
          <w:rFonts w:hint="eastAsia"/>
          <w:rtl/>
        </w:rPr>
        <w:t>إِنَّمَا</w:t>
      </w:r>
      <w:r w:rsidRPr="00813150">
        <w:rPr>
          <w:rStyle w:val="libAieChar"/>
          <w:rtl/>
        </w:rPr>
        <w:t xml:space="preserve"> سُلْطَانُهُ عَلَى الَّذِينَ يَتَوَلَّوْنَهُ وَالَّذِينَ هُم بِهِ مُشْرِكُونَ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كا غلبہ صرف ان لوگو</w:t>
      </w:r>
      <w:r w:rsidR="00083993">
        <w:rPr>
          <w:rtl/>
        </w:rPr>
        <w:t xml:space="preserve">ں </w:t>
      </w:r>
      <w:r>
        <w:rPr>
          <w:rtl/>
        </w:rPr>
        <w:t>پر ہوتا ہے جو اسے سرپرست بناتے ہي</w:t>
      </w:r>
      <w:r w:rsidR="00083993">
        <w:rPr>
          <w:rtl/>
        </w:rPr>
        <w:t xml:space="preserve">ں </w:t>
      </w:r>
      <w:r>
        <w:rPr>
          <w:rtl/>
        </w:rPr>
        <w:t>اور اللہ كے بارے مي</w:t>
      </w:r>
      <w:r w:rsidR="00083993">
        <w:rPr>
          <w:rtl/>
        </w:rPr>
        <w:t xml:space="preserve">ں </w:t>
      </w:r>
      <w:r>
        <w:rPr>
          <w:rtl/>
        </w:rPr>
        <w:t>شرك كرنے والے ہي</w:t>
      </w:r>
      <w:r w:rsidR="00083993">
        <w:rPr>
          <w:rtl/>
        </w:rPr>
        <w:t xml:space="preserve">ں </w:t>
      </w:r>
      <w:r>
        <w:rPr>
          <w:rtl/>
        </w:rPr>
        <w:t>_</w:t>
      </w:r>
    </w:p>
    <w:p w:rsidR="001F628F" w:rsidRDefault="001F628F" w:rsidP="001F628F">
      <w:pPr>
        <w:pStyle w:val="libNormal"/>
        <w:rPr>
          <w:rtl/>
        </w:rPr>
      </w:pPr>
      <w:r>
        <w:rPr>
          <w:rtl/>
        </w:rPr>
        <w:t>1_ شيطان كا تسلّط اور حكمرانى فقط دوگروہو</w:t>
      </w:r>
      <w:r w:rsidR="00083993">
        <w:rPr>
          <w:rtl/>
        </w:rPr>
        <w:t xml:space="preserve">ں </w:t>
      </w:r>
      <w:r>
        <w:rPr>
          <w:rtl/>
        </w:rPr>
        <w:t>، اس كى اطاعت كرنے والو</w:t>
      </w:r>
      <w:r w:rsidR="00083993">
        <w:rPr>
          <w:rtl/>
        </w:rPr>
        <w:t xml:space="preserve">ں </w:t>
      </w:r>
      <w:r>
        <w:rPr>
          <w:rtl/>
        </w:rPr>
        <w:t>اور مشركين پر ہے_</w:t>
      </w:r>
    </w:p>
    <w:p w:rsidR="001F628F" w:rsidRDefault="001F628F" w:rsidP="00813150">
      <w:pPr>
        <w:pStyle w:val="libArabic"/>
        <w:rPr>
          <w:rtl/>
        </w:rPr>
      </w:pPr>
      <w:r>
        <w:rPr>
          <w:rFonts w:hint="eastAsia"/>
          <w:rtl/>
        </w:rPr>
        <w:t>انّما</w:t>
      </w:r>
      <w:r>
        <w:rPr>
          <w:rtl/>
        </w:rPr>
        <w:t xml:space="preserve"> سلطان</w:t>
      </w:r>
      <w:r w:rsidR="00120F63" w:rsidRPr="00ED5DE8">
        <w:rPr>
          <w:rFonts w:hint="cs"/>
          <w:rtl/>
        </w:rPr>
        <w:t>ه</w:t>
      </w:r>
      <w:r>
        <w:rPr>
          <w:rtl/>
        </w:rPr>
        <w:t xml:space="preserve"> </w:t>
      </w:r>
      <w:r>
        <w:rPr>
          <w:rFonts w:hint="cs"/>
          <w:rtl/>
        </w:rPr>
        <w:t>على</w:t>
      </w:r>
      <w:r>
        <w:rPr>
          <w:rtl/>
        </w:rPr>
        <w:t xml:space="preserve"> </w:t>
      </w:r>
      <w:r>
        <w:rPr>
          <w:rFonts w:hint="cs"/>
          <w:rtl/>
        </w:rPr>
        <w:t>الذين</w:t>
      </w:r>
      <w:r>
        <w:rPr>
          <w:rtl/>
        </w:rPr>
        <w:t xml:space="preserve"> </w:t>
      </w:r>
      <w:r>
        <w:rPr>
          <w:rFonts w:hint="cs"/>
          <w:rtl/>
        </w:rPr>
        <w:t>يتولّون</w:t>
      </w:r>
      <w:r w:rsidR="00120F63" w:rsidRPr="00ED5DE8">
        <w:rPr>
          <w:rFonts w:hint="cs"/>
          <w:rtl/>
        </w:rPr>
        <w:t>ه</w:t>
      </w:r>
      <w:r>
        <w:rPr>
          <w:rtl/>
        </w:rPr>
        <w:t xml:space="preserve"> </w:t>
      </w:r>
      <w:r>
        <w:rPr>
          <w:rFonts w:hint="cs"/>
          <w:rtl/>
        </w:rPr>
        <w:t>والذين</w:t>
      </w:r>
      <w:r>
        <w:rPr>
          <w:rtl/>
        </w:rPr>
        <w:t xml:space="preserve"> </w:t>
      </w:r>
      <w:r w:rsidR="00120F63" w:rsidRPr="00ED5DE8">
        <w:rPr>
          <w:rFonts w:hint="cs"/>
          <w:rtl/>
        </w:rPr>
        <w:t>ه</w:t>
      </w:r>
      <w:r>
        <w:rPr>
          <w:rFonts w:hint="cs"/>
          <w:rtl/>
        </w:rPr>
        <w:t>م</w:t>
      </w:r>
      <w:r>
        <w:rPr>
          <w:rtl/>
        </w:rPr>
        <w:t xml:space="preserve"> </w:t>
      </w:r>
      <w:r>
        <w:rPr>
          <w:rFonts w:hint="cs"/>
          <w:rtl/>
        </w:rPr>
        <w:t>ب</w:t>
      </w:r>
      <w:r w:rsidR="00120F63" w:rsidRPr="00ED5DE8">
        <w:rPr>
          <w:rFonts w:hint="cs"/>
          <w:rtl/>
        </w:rPr>
        <w:t>ه</w:t>
      </w:r>
      <w:r>
        <w:rPr>
          <w:rtl/>
        </w:rPr>
        <w:t xml:space="preserve"> مشركون</w:t>
      </w:r>
    </w:p>
    <w:p w:rsidR="001F628F" w:rsidRDefault="001F628F" w:rsidP="001F628F">
      <w:pPr>
        <w:pStyle w:val="libNormal"/>
        <w:rPr>
          <w:rtl/>
        </w:rPr>
      </w:pPr>
      <w:r>
        <w:rPr>
          <w:rtl/>
        </w:rPr>
        <w:t>2_ انسان ، شيطانى وسوسو</w:t>
      </w:r>
      <w:r w:rsidR="00083993">
        <w:rPr>
          <w:rtl/>
        </w:rPr>
        <w:t xml:space="preserve">ں </w:t>
      </w:r>
      <w:r>
        <w:rPr>
          <w:rtl/>
        </w:rPr>
        <w:t>اورسازشو</w:t>
      </w:r>
      <w:r w:rsidR="00083993">
        <w:rPr>
          <w:rtl/>
        </w:rPr>
        <w:t xml:space="preserve">ں </w:t>
      </w:r>
      <w:r>
        <w:rPr>
          <w:rtl/>
        </w:rPr>
        <w:t>كے مقابلہ مي</w:t>
      </w:r>
      <w:r w:rsidR="00083993">
        <w:rPr>
          <w:rtl/>
        </w:rPr>
        <w:t xml:space="preserve">ں </w:t>
      </w:r>
      <w:r>
        <w:rPr>
          <w:rtl/>
        </w:rPr>
        <w:t>خودمختار اوراس كى مخالفت پر قادر ہے _</w:t>
      </w:r>
    </w:p>
    <w:p w:rsidR="001F628F" w:rsidRDefault="001F628F" w:rsidP="00813150">
      <w:pPr>
        <w:pStyle w:val="libArabic"/>
        <w:rPr>
          <w:rtl/>
        </w:rPr>
      </w:pPr>
      <w:r>
        <w:rPr>
          <w:rFonts w:hint="eastAsia"/>
          <w:rtl/>
        </w:rPr>
        <w:t>انّما</w:t>
      </w:r>
      <w:r>
        <w:rPr>
          <w:rtl/>
        </w:rPr>
        <w:t xml:space="preserve"> سلطان</w:t>
      </w:r>
      <w:r w:rsidR="00120F63" w:rsidRPr="00ED5DE8">
        <w:rPr>
          <w:rFonts w:hint="cs"/>
          <w:rtl/>
        </w:rPr>
        <w:t>ه</w:t>
      </w:r>
      <w:r>
        <w:rPr>
          <w:rtl/>
        </w:rPr>
        <w:t xml:space="preserve"> </w:t>
      </w:r>
      <w:r>
        <w:rPr>
          <w:rFonts w:hint="cs"/>
          <w:rtl/>
        </w:rPr>
        <w:t>على</w:t>
      </w:r>
      <w:r>
        <w:rPr>
          <w:rtl/>
        </w:rPr>
        <w:t xml:space="preserve"> </w:t>
      </w:r>
      <w:r>
        <w:rPr>
          <w:rFonts w:hint="cs"/>
          <w:rtl/>
        </w:rPr>
        <w:t>الذين</w:t>
      </w:r>
      <w:r>
        <w:rPr>
          <w:rtl/>
        </w:rPr>
        <w:t xml:space="preserve"> يتولّون</w:t>
      </w:r>
      <w:r w:rsidR="00120F63" w:rsidRPr="00ED5DE8">
        <w:rPr>
          <w:rFonts w:hint="cs"/>
          <w:rtl/>
        </w:rPr>
        <w:t>ه</w:t>
      </w:r>
    </w:p>
    <w:p w:rsidR="001F628F" w:rsidRDefault="001F628F" w:rsidP="00813150">
      <w:pPr>
        <w:pStyle w:val="libNormal"/>
        <w:rPr>
          <w:rtl/>
        </w:rPr>
      </w:pPr>
      <w:r>
        <w:rPr>
          <w:rtl/>
        </w:rPr>
        <w:t>3_ خودانسان كا كردار و عمل شيطان كے تسلط كازمينہ فراہم كرتاہے _</w:t>
      </w:r>
      <w:r w:rsidRPr="00813150">
        <w:rPr>
          <w:rStyle w:val="libArabicChar"/>
          <w:rFonts w:hint="eastAsia"/>
          <w:rtl/>
        </w:rPr>
        <w:t>انّما</w:t>
      </w:r>
      <w:r w:rsidRPr="00813150">
        <w:rPr>
          <w:rStyle w:val="libArabicChar"/>
          <w:rtl/>
        </w:rPr>
        <w:t xml:space="preserve"> سلطان</w:t>
      </w:r>
      <w:r w:rsidR="00120F63" w:rsidRPr="00B2551F">
        <w:rPr>
          <w:rStyle w:val="libArabicChar"/>
          <w:rFonts w:hint="cs"/>
          <w:rtl/>
        </w:rPr>
        <w:t>ه</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يت</w:t>
      </w:r>
      <w:r w:rsidRPr="00813150">
        <w:rPr>
          <w:rStyle w:val="libArabicChar"/>
          <w:rtl/>
        </w:rPr>
        <w:t>ولّون</w:t>
      </w:r>
      <w:r w:rsidR="00120F63" w:rsidRPr="00B2551F">
        <w:rPr>
          <w:rStyle w:val="libArabicChar"/>
          <w:rFonts w:hint="cs"/>
          <w:rtl/>
        </w:rPr>
        <w:t>ه</w:t>
      </w:r>
    </w:p>
    <w:p w:rsidR="001F628F" w:rsidRDefault="001F628F" w:rsidP="001F628F">
      <w:pPr>
        <w:pStyle w:val="libNormal"/>
        <w:rPr>
          <w:rtl/>
        </w:rPr>
      </w:pPr>
      <w:r>
        <w:rPr>
          <w:rtl/>
        </w:rPr>
        <w:t>4_ فقط مؤمنين اورخداوند عالم پرتوكل كرنے والے شيطانى تسلط سے آزاد ہي</w:t>
      </w:r>
      <w:r w:rsidR="00083993">
        <w:rPr>
          <w:rtl/>
        </w:rPr>
        <w:t xml:space="preserve">ں </w:t>
      </w:r>
      <w:r>
        <w:rPr>
          <w:rtl/>
        </w:rPr>
        <w:t>_</w:t>
      </w:r>
    </w:p>
    <w:p w:rsidR="001F628F" w:rsidRDefault="001F628F" w:rsidP="00813150">
      <w:pPr>
        <w:pStyle w:val="libArabic"/>
        <w:rPr>
          <w:rtl/>
        </w:rPr>
      </w:pPr>
      <w:r>
        <w:rPr>
          <w:rFonts w:hint="eastAsia"/>
          <w:rtl/>
        </w:rPr>
        <w:t>ليس</w:t>
      </w:r>
      <w:r>
        <w:rPr>
          <w:rtl/>
        </w:rPr>
        <w:t xml:space="preserve"> ل</w:t>
      </w:r>
      <w:r w:rsidR="00120F63" w:rsidRPr="00ED5DE8">
        <w:rPr>
          <w:rFonts w:hint="cs"/>
          <w:rtl/>
        </w:rPr>
        <w:t>ه</w:t>
      </w:r>
      <w:r>
        <w:rPr>
          <w:rtl/>
        </w:rPr>
        <w:t xml:space="preserve"> </w:t>
      </w:r>
      <w:r>
        <w:rPr>
          <w:rFonts w:hint="cs"/>
          <w:rtl/>
        </w:rPr>
        <w:t>سلطان</w:t>
      </w:r>
      <w:r>
        <w:rPr>
          <w:rtl/>
        </w:rPr>
        <w:t xml:space="preserve"> </w:t>
      </w:r>
      <w:r>
        <w:rPr>
          <w:rFonts w:hint="cs"/>
          <w:rtl/>
        </w:rPr>
        <w:t>على</w:t>
      </w:r>
      <w:r>
        <w:rPr>
          <w:rtl/>
        </w:rPr>
        <w:t xml:space="preserve"> </w:t>
      </w:r>
      <w:r>
        <w:rPr>
          <w:rFonts w:hint="cs"/>
          <w:rtl/>
        </w:rPr>
        <w:t>الذين</w:t>
      </w:r>
      <w:r>
        <w:rPr>
          <w:rtl/>
        </w:rPr>
        <w:t xml:space="preserve"> ...</w:t>
      </w:r>
      <w:r>
        <w:rPr>
          <w:rFonts w:hint="cs"/>
          <w:rtl/>
        </w:rPr>
        <w:t>انما</w:t>
      </w:r>
      <w:r>
        <w:rPr>
          <w:rtl/>
        </w:rPr>
        <w:t xml:space="preserve"> </w:t>
      </w:r>
      <w:r w:rsidR="00115327" w:rsidRPr="00115327">
        <w:rPr>
          <w:rFonts w:hint="cs"/>
          <w:rtl/>
        </w:rPr>
        <w:t>سلطان</w:t>
      </w:r>
      <w:r w:rsidR="00120F63" w:rsidRPr="00ED5DE8">
        <w:rPr>
          <w:rFonts w:hint="cs"/>
          <w:rtl/>
        </w:rPr>
        <w:t>ه</w:t>
      </w:r>
      <w:r>
        <w:rPr>
          <w:rtl/>
        </w:rPr>
        <w:t xml:space="preserve"> </w:t>
      </w:r>
      <w:r>
        <w:rPr>
          <w:rFonts w:hint="cs"/>
          <w:rtl/>
        </w:rPr>
        <w:t>على</w:t>
      </w:r>
      <w:r>
        <w:rPr>
          <w:rtl/>
        </w:rPr>
        <w:t xml:space="preserve"> </w:t>
      </w:r>
      <w:r>
        <w:rPr>
          <w:rFonts w:hint="cs"/>
          <w:rtl/>
        </w:rPr>
        <w:t>الذين</w:t>
      </w:r>
      <w:r>
        <w:rPr>
          <w:rtl/>
        </w:rPr>
        <w:t xml:space="preserve"> </w:t>
      </w:r>
      <w:r>
        <w:rPr>
          <w:rFonts w:hint="cs"/>
          <w:rtl/>
        </w:rPr>
        <w:t>يتولّون</w:t>
      </w:r>
      <w:r w:rsidR="00120F63" w:rsidRPr="00ED5DE8">
        <w:rPr>
          <w:rFonts w:hint="cs"/>
          <w:rtl/>
        </w:rPr>
        <w:t>ه</w:t>
      </w:r>
      <w:r>
        <w:rPr>
          <w:rtl/>
        </w:rPr>
        <w:t xml:space="preserve"> </w:t>
      </w:r>
      <w:r>
        <w:rPr>
          <w:rFonts w:hint="cs"/>
          <w:rtl/>
        </w:rPr>
        <w:t>والذين</w:t>
      </w:r>
      <w:r>
        <w:rPr>
          <w:rtl/>
        </w:rPr>
        <w:t xml:space="preserve"> </w:t>
      </w:r>
      <w:r w:rsidR="00120F63" w:rsidRPr="00ED5DE8">
        <w:rPr>
          <w:rFonts w:hint="cs"/>
          <w:rtl/>
        </w:rPr>
        <w:t>ه</w:t>
      </w:r>
      <w:r>
        <w:rPr>
          <w:rFonts w:hint="cs"/>
          <w:rtl/>
        </w:rPr>
        <w:t>م</w:t>
      </w:r>
      <w:r>
        <w:rPr>
          <w:rtl/>
        </w:rPr>
        <w:t xml:space="preserve"> </w:t>
      </w:r>
      <w:r>
        <w:rPr>
          <w:rFonts w:hint="cs"/>
          <w:rtl/>
        </w:rPr>
        <w:t>ب</w:t>
      </w:r>
      <w:r w:rsidR="00120F63" w:rsidRPr="00ED5DE8">
        <w:rPr>
          <w:rFonts w:hint="cs"/>
          <w:rtl/>
        </w:rPr>
        <w:t>ه</w:t>
      </w:r>
      <w:r>
        <w:rPr>
          <w:rtl/>
        </w:rPr>
        <w:t xml:space="preserve"> </w:t>
      </w:r>
      <w:r>
        <w:rPr>
          <w:rFonts w:hint="cs"/>
          <w:rtl/>
        </w:rPr>
        <w:t>م</w:t>
      </w:r>
      <w:r>
        <w:rPr>
          <w:rtl/>
        </w:rPr>
        <w:t>شركون</w:t>
      </w:r>
    </w:p>
    <w:p w:rsidR="001F628F" w:rsidRDefault="001F628F" w:rsidP="001F628F">
      <w:pPr>
        <w:pStyle w:val="libNormal"/>
        <w:rPr>
          <w:rtl/>
        </w:rPr>
      </w:pPr>
      <w:r>
        <w:rPr>
          <w:rtl/>
        </w:rPr>
        <w:t>5_ شيطان كى سرپرستى كو قبول اوراس كى اطاعت كرنا ، خداوند عالم كے ساتھ شرك ہے _</w:t>
      </w:r>
    </w:p>
    <w:p w:rsidR="001F628F" w:rsidRDefault="001F628F" w:rsidP="00813150">
      <w:pPr>
        <w:pStyle w:val="libArabic"/>
        <w:rPr>
          <w:rtl/>
        </w:rPr>
      </w:pPr>
      <w:r>
        <w:rPr>
          <w:rFonts w:hint="eastAsia"/>
          <w:rtl/>
        </w:rPr>
        <w:t>الذين</w:t>
      </w:r>
      <w:r>
        <w:rPr>
          <w:rtl/>
        </w:rPr>
        <w:t xml:space="preserve"> يتولّون</w:t>
      </w:r>
      <w:r w:rsidR="00120F63" w:rsidRPr="00ED5DE8">
        <w:rPr>
          <w:rFonts w:hint="cs"/>
          <w:rtl/>
        </w:rPr>
        <w:t>ه</w:t>
      </w:r>
      <w:r>
        <w:rPr>
          <w:rtl/>
        </w:rPr>
        <w:t xml:space="preserve"> ...</w:t>
      </w:r>
      <w:r w:rsidR="00120F63" w:rsidRPr="00ED5DE8">
        <w:rPr>
          <w:rFonts w:hint="cs"/>
          <w:rtl/>
        </w:rPr>
        <w:t>ه</w:t>
      </w:r>
      <w:r>
        <w:rPr>
          <w:rFonts w:hint="cs"/>
          <w:rtl/>
        </w:rPr>
        <w:t>م</w:t>
      </w:r>
      <w:r>
        <w:rPr>
          <w:rtl/>
        </w:rPr>
        <w:t xml:space="preserve"> </w:t>
      </w:r>
      <w:r>
        <w:rPr>
          <w:rFonts w:hint="cs"/>
          <w:rtl/>
        </w:rPr>
        <w:t>ب</w:t>
      </w:r>
      <w:r w:rsidR="00120F63" w:rsidRPr="00ED5DE8">
        <w:rPr>
          <w:rFonts w:hint="cs"/>
          <w:rtl/>
        </w:rPr>
        <w:t>ه</w:t>
      </w:r>
      <w:r>
        <w:rPr>
          <w:rtl/>
        </w:rPr>
        <w:t xml:space="preserve"> </w:t>
      </w:r>
      <w:r>
        <w:rPr>
          <w:rFonts w:hint="cs"/>
          <w:rtl/>
        </w:rPr>
        <w:t>م</w:t>
      </w:r>
      <w:r>
        <w:rPr>
          <w:rtl/>
        </w:rPr>
        <w:t>شركون</w:t>
      </w:r>
    </w:p>
    <w:p w:rsidR="001F628F" w:rsidRDefault="001F628F" w:rsidP="001F628F">
      <w:pPr>
        <w:pStyle w:val="libNormal"/>
        <w:rPr>
          <w:rtl/>
        </w:rPr>
      </w:pPr>
      <w:r>
        <w:rPr>
          <w:rFonts w:hint="eastAsia"/>
          <w:rtl/>
        </w:rPr>
        <w:t>مذكورہ</w:t>
      </w:r>
      <w:r>
        <w:rPr>
          <w:rtl/>
        </w:rPr>
        <w:t xml:space="preserve"> مطلب اس نكتہ پر موقوف ہے كہ ''بہ'' مي</w:t>
      </w:r>
      <w:r w:rsidR="00083993">
        <w:rPr>
          <w:rtl/>
        </w:rPr>
        <w:t xml:space="preserve">ں </w:t>
      </w:r>
      <w:r>
        <w:rPr>
          <w:rtl/>
        </w:rPr>
        <w:t>''با'' سببيت كے ليے ہو اور اس كى ضمير ( قبول كرنے ) جو (يتولونہ) (اس كے حكم كى اطاعت كرتے ہي</w:t>
      </w:r>
      <w:r w:rsidR="00083993">
        <w:rPr>
          <w:rtl/>
        </w:rPr>
        <w:t xml:space="preserve">ں </w:t>
      </w:r>
      <w:r>
        <w:rPr>
          <w:rtl/>
        </w:rPr>
        <w:t>) كے معنى مي</w:t>
      </w:r>
      <w:r w:rsidR="00083993">
        <w:rPr>
          <w:rtl/>
        </w:rPr>
        <w:t xml:space="preserve">ں </w:t>
      </w:r>
      <w:r>
        <w:rPr>
          <w:rtl/>
        </w:rPr>
        <w:t>مضمر ہے لوٹ رہى ہو_</w:t>
      </w:r>
    </w:p>
    <w:p w:rsidR="001F628F" w:rsidRDefault="001F628F" w:rsidP="00813150">
      <w:pPr>
        <w:pStyle w:val="libNormal"/>
        <w:rPr>
          <w:rtl/>
        </w:rPr>
      </w:pPr>
      <w:r>
        <w:rPr>
          <w:rtl/>
        </w:rPr>
        <w:t>6_ شرك، انسان پر شيطانى تسلط اور حكمرانى كازمينہ فراہم كرتا ہے_</w:t>
      </w:r>
      <w:r w:rsidRPr="00813150">
        <w:rPr>
          <w:rStyle w:val="libArabicChar"/>
          <w:rFonts w:hint="eastAsia"/>
          <w:rtl/>
        </w:rPr>
        <w:t>انمّا</w:t>
      </w:r>
      <w:r w:rsidRPr="00813150">
        <w:rPr>
          <w:rStyle w:val="libArabicChar"/>
          <w:rtl/>
        </w:rPr>
        <w:t xml:space="preserve"> سلطان</w:t>
      </w:r>
      <w:r w:rsidR="00120F63" w:rsidRPr="00B2551F">
        <w:rPr>
          <w:rStyle w:val="libArabicChar"/>
          <w:rFonts w:hint="cs"/>
          <w:rtl/>
        </w:rPr>
        <w:t>ه</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ب</w:t>
      </w:r>
      <w:r w:rsidR="00120F63" w:rsidRPr="00B2551F">
        <w:rPr>
          <w:rStyle w:val="libArabicChar"/>
          <w:rFonts w:hint="cs"/>
          <w:rtl/>
        </w:rPr>
        <w:t>ه</w:t>
      </w:r>
      <w:r w:rsidRPr="00813150">
        <w:rPr>
          <w:rStyle w:val="libArabicChar"/>
          <w:rtl/>
        </w:rPr>
        <w:t xml:space="preserve"> مشركون</w:t>
      </w:r>
    </w:p>
    <w:p w:rsidR="00813150" w:rsidRDefault="001E7F9D" w:rsidP="00F73EDE">
      <w:pPr>
        <w:pStyle w:val="libPoemTini"/>
        <w:rPr>
          <w:rtl/>
        </w:rPr>
      </w:pPr>
      <w:r>
        <w:rPr>
          <w:rtl/>
        </w:rPr>
        <w:cr/>
      </w:r>
      <w:r>
        <w:rPr>
          <w:rtl/>
        </w:rPr>
        <w:br w:type="page"/>
      </w:r>
    </w:p>
    <w:p w:rsidR="001F628F" w:rsidRDefault="001F628F" w:rsidP="00813150">
      <w:pPr>
        <w:pStyle w:val="libNormal"/>
        <w:rPr>
          <w:rtl/>
        </w:rPr>
      </w:pPr>
      <w:r>
        <w:rPr>
          <w:rFonts w:hint="eastAsia"/>
          <w:rtl/>
        </w:rPr>
        <w:lastRenderedPageBreak/>
        <w:t>مذكورہ</w:t>
      </w:r>
      <w:r>
        <w:rPr>
          <w:rtl/>
        </w:rPr>
        <w:t xml:space="preserve"> تفسير اس بناء پر ہے كہ''بہ'' كى ضمير لفظ ''الله '' كى طرف لوٹے اس صورت مي</w:t>
      </w:r>
      <w:r w:rsidR="00083993">
        <w:rPr>
          <w:rtl/>
        </w:rPr>
        <w:t xml:space="preserve">ں </w:t>
      </w:r>
      <w:r>
        <w:rPr>
          <w:rtl/>
        </w:rPr>
        <w:t>آيت كا معنى يہ ہو گا ، اور شيطان كا تسلط بھى ان افراد پر ہوگا جو خدا كے ساتھ شريك قرار ديتے ہي</w:t>
      </w:r>
      <w:r w:rsidR="00083993">
        <w:rPr>
          <w:rtl/>
        </w:rPr>
        <w:t xml:space="preserve">ں </w:t>
      </w:r>
      <w:r>
        <w:rPr>
          <w:rtl/>
        </w:rPr>
        <w:t>_</w:t>
      </w:r>
    </w:p>
    <w:p w:rsidR="001F628F" w:rsidRDefault="001F628F" w:rsidP="00813150">
      <w:pPr>
        <w:pStyle w:val="libNormal"/>
        <w:rPr>
          <w:rtl/>
        </w:rPr>
      </w:pPr>
      <w:r>
        <w:rPr>
          <w:rtl/>
        </w:rPr>
        <w:t>7_ شيطان ، خداوند عالم كے ساتھ شريك قرار دينے كااصلى سبب ہے _</w:t>
      </w:r>
      <w:r w:rsidRPr="00813150">
        <w:rPr>
          <w:rStyle w:val="libArabicChar"/>
          <w:rFonts w:hint="eastAsia"/>
          <w:rtl/>
        </w:rPr>
        <w:t>والذين</w:t>
      </w:r>
      <w:r w:rsidRPr="00813150">
        <w:rPr>
          <w:rStyle w:val="libArabicChar"/>
          <w:rtl/>
        </w:rPr>
        <w:t xml:space="preserve">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ب</w:t>
      </w:r>
      <w:r w:rsidR="00120F63" w:rsidRPr="00B2551F">
        <w:rPr>
          <w:rStyle w:val="libArabicChar"/>
          <w:rFonts w:hint="cs"/>
          <w:rtl/>
        </w:rPr>
        <w:t>ه</w:t>
      </w:r>
      <w:r w:rsidRPr="00813150">
        <w:rPr>
          <w:rStyle w:val="libArabicChar"/>
          <w:rtl/>
        </w:rPr>
        <w:t xml:space="preserve"> مشركون</w:t>
      </w:r>
    </w:p>
    <w:p w:rsidR="001F628F" w:rsidRDefault="001F628F" w:rsidP="001F628F">
      <w:pPr>
        <w:pStyle w:val="libNormal"/>
        <w:rPr>
          <w:rtl/>
        </w:rPr>
      </w:pPr>
      <w:r>
        <w:rPr>
          <w:rFonts w:hint="eastAsia"/>
          <w:rtl/>
        </w:rPr>
        <w:t>مذكورہ</w:t>
      </w:r>
      <w:r>
        <w:rPr>
          <w:rtl/>
        </w:rPr>
        <w:t xml:space="preserve"> تفسيراس احتمال كى بناء پر كہ''بہ'' كى ضمير شيطان كى طرف لوٹے اور ''با'' سببيت پر دلالت كررہى ہو_</w:t>
      </w:r>
    </w:p>
    <w:p w:rsidR="001F628F" w:rsidRDefault="001F628F" w:rsidP="001F628F">
      <w:pPr>
        <w:pStyle w:val="libNormal"/>
        <w:rPr>
          <w:rtl/>
        </w:rPr>
      </w:pPr>
      <w:r>
        <w:rPr>
          <w:rtl/>
        </w:rPr>
        <w:t xml:space="preserve">8_ </w:t>
      </w:r>
      <w:r w:rsidRPr="00813150">
        <w:rPr>
          <w:rStyle w:val="libArabicChar"/>
          <w:rtl/>
        </w:rPr>
        <w:t xml:space="preserve">ابى بصير عن ابى عبدالله </w:t>
      </w:r>
      <w:r w:rsidR="00367F17" w:rsidRPr="00367F17">
        <w:rPr>
          <w:rStyle w:val="libAlaemChar"/>
          <w:rtl/>
        </w:rPr>
        <w:t xml:space="preserve"> عليه‌السلام </w:t>
      </w:r>
      <w:r w:rsidRPr="00813150">
        <w:rPr>
          <w:rStyle w:val="libArabicChar"/>
          <w:rtl/>
        </w:rPr>
        <w:t xml:space="preserve"> قال: قلت ل</w:t>
      </w:r>
      <w:r w:rsidR="00120F63" w:rsidRPr="00B2551F">
        <w:rPr>
          <w:rStyle w:val="libArabicChar"/>
          <w:rFonts w:hint="cs"/>
          <w:rtl/>
        </w:rPr>
        <w:t>ه</w:t>
      </w:r>
      <w:r w:rsidRPr="00813150">
        <w:rPr>
          <w:rStyle w:val="libArabicChar"/>
          <w:rtl/>
        </w:rPr>
        <w:t xml:space="preserve"> ...</w:t>
      </w:r>
      <w:r w:rsidRPr="00813150">
        <w:rPr>
          <w:rStyle w:val="libArabicChar"/>
          <w:rFonts w:hint="cs"/>
          <w:rtl/>
        </w:rPr>
        <w:t>قول</w:t>
      </w:r>
      <w:r w:rsidR="00120F63" w:rsidRPr="00B2551F">
        <w:rPr>
          <w:rStyle w:val="libArabicChar"/>
          <w:rFonts w:hint="cs"/>
          <w:rtl/>
        </w:rPr>
        <w:t>ه</w:t>
      </w:r>
      <w:r w:rsidRPr="00813150">
        <w:rPr>
          <w:rStyle w:val="libArabicChar"/>
          <w:rtl/>
        </w:rPr>
        <w:t xml:space="preserve"> </w:t>
      </w:r>
      <w:r w:rsidRPr="00813150">
        <w:rPr>
          <w:rStyle w:val="libArabicChar"/>
          <w:rFonts w:hint="cs"/>
          <w:rtl/>
        </w:rPr>
        <w:t>تعالى</w:t>
      </w:r>
      <w:r w:rsidRPr="00813150">
        <w:rPr>
          <w:rStyle w:val="libArabicChar"/>
          <w:rtl/>
        </w:rPr>
        <w:t xml:space="preserve"> :''</w:t>
      </w:r>
      <w:r w:rsidRPr="00813150">
        <w:rPr>
          <w:rStyle w:val="libArabicChar"/>
          <w:rFonts w:hint="cs"/>
          <w:rtl/>
        </w:rPr>
        <w:t>انّما</w:t>
      </w:r>
      <w:r w:rsidRPr="00813150">
        <w:rPr>
          <w:rStyle w:val="libArabicChar"/>
          <w:rtl/>
        </w:rPr>
        <w:t xml:space="preserve"> </w:t>
      </w:r>
      <w:r w:rsidRPr="00813150">
        <w:rPr>
          <w:rStyle w:val="libArabicChar"/>
          <w:rFonts w:hint="cs"/>
          <w:rtl/>
        </w:rPr>
        <w:t>سلطان</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يتوكّلون</w:t>
      </w:r>
      <w:r w:rsidRPr="00813150">
        <w:rPr>
          <w:rStyle w:val="libArabicChar"/>
          <w:rtl/>
        </w:rPr>
        <w:t xml:space="preserve"> </w:t>
      </w:r>
      <w:r w:rsidRPr="00813150">
        <w:rPr>
          <w:rStyle w:val="libArabicChar"/>
          <w:rFonts w:hint="cs"/>
          <w:rtl/>
        </w:rPr>
        <w:t>والذين</w:t>
      </w:r>
      <w:r w:rsidRPr="00813150">
        <w:rPr>
          <w:rStyle w:val="libArabicChar"/>
          <w:rtl/>
        </w:rPr>
        <w:t xml:space="preserve">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ب</w:t>
      </w:r>
      <w:r w:rsidR="00120F63" w:rsidRPr="00B2551F">
        <w:rPr>
          <w:rStyle w:val="libArabicChar"/>
          <w:rFonts w:hint="cs"/>
          <w:rtl/>
        </w:rPr>
        <w:t>ه</w:t>
      </w:r>
      <w:r w:rsidRPr="00813150">
        <w:rPr>
          <w:rStyle w:val="libArabicChar"/>
          <w:rtl/>
        </w:rPr>
        <w:t xml:space="preserve"> </w:t>
      </w:r>
      <w:r w:rsidRPr="00813150">
        <w:rPr>
          <w:rStyle w:val="libArabicChar"/>
          <w:rFonts w:hint="cs"/>
          <w:rtl/>
        </w:rPr>
        <w:t>مشركون</w:t>
      </w:r>
      <w:r w:rsidRPr="00813150">
        <w:rPr>
          <w:rStyle w:val="libArabicChar"/>
          <w:rtl/>
        </w:rPr>
        <w:t xml:space="preserve">'' </w:t>
      </w:r>
      <w:r w:rsidRPr="00813150">
        <w:rPr>
          <w:rStyle w:val="libArabicChar"/>
          <w:rFonts w:hint="cs"/>
          <w:rtl/>
        </w:rPr>
        <w:t>قال</w:t>
      </w:r>
      <w:r w:rsidRPr="00813150">
        <w:rPr>
          <w:rStyle w:val="libArabicChar"/>
          <w:rtl/>
        </w:rPr>
        <w:t xml:space="preserve"> : </w:t>
      </w:r>
      <w:r w:rsidRPr="00813150">
        <w:rPr>
          <w:rStyle w:val="libArabicChar"/>
          <w:rFonts w:hint="cs"/>
          <w:rtl/>
        </w:rPr>
        <w:t>الذين</w:t>
      </w:r>
      <w:r w:rsidRPr="00813150">
        <w:rPr>
          <w:rStyle w:val="libArabicChar"/>
          <w:rtl/>
        </w:rPr>
        <w:t xml:space="preserve">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بالله</w:t>
      </w:r>
      <w:r w:rsidRPr="00813150">
        <w:rPr>
          <w:rStyle w:val="libArabicChar"/>
          <w:rtl/>
        </w:rPr>
        <w:t xml:space="preserve"> </w:t>
      </w:r>
      <w:r w:rsidRPr="00813150">
        <w:rPr>
          <w:rStyle w:val="libArabicChar"/>
          <w:rFonts w:hint="cs"/>
          <w:rtl/>
        </w:rPr>
        <w:t>مشركون</w:t>
      </w:r>
      <w:r w:rsidRPr="00813150">
        <w:rPr>
          <w:rStyle w:val="libArabicChar"/>
          <w:rtl/>
        </w:rPr>
        <w:t xml:space="preserve"> </w:t>
      </w:r>
      <w:r w:rsidRPr="00813150">
        <w:rPr>
          <w:rStyle w:val="libArabicChar"/>
          <w:rFonts w:hint="cs"/>
          <w:rtl/>
        </w:rPr>
        <w:t>يسلط</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w:t>
      </w:r>
      <w:r w:rsidRPr="00813150">
        <w:rPr>
          <w:rStyle w:val="libArabicChar"/>
          <w:rtl/>
        </w:rPr>
        <w:t xml:space="preserve"> </w:t>
      </w:r>
      <w:r w:rsidRPr="00813150">
        <w:rPr>
          <w:rStyle w:val="libArabicChar"/>
          <w:rFonts w:hint="cs"/>
          <w:rtl/>
        </w:rPr>
        <w:t>بدان</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w:t>
      </w:r>
      <w:r w:rsidRPr="00813150">
        <w:rPr>
          <w:rStyle w:val="libArabicChar"/>
          <w:rtl/>
        </w:rPr>
        <w:t xml:space="preserve"> </w:t>
      </w:r>
      <w:r w:rsidRPr="00813150">
        <w:rPr>
          <w:rStyle w:val="libArabicChar"/>
          <w:rFonts w:hint="cs"/>
          <w:rtl/>
        </w:rPr>
        <w:t>دي</w:t>
      </w:r>
      <w:r w:rsidRPr="00813150">
        <w:rPr>
          <w:rStyle w:val="libArabicChar"/>
          <w:rtl/>
        </w:rPr>
        <w:t>ان</w:t>
      </w:r>
      <w:r w:rsidR="00120F63" w:rsidRPr="00B2551F">
        <w:rPr>
          <w:rStyle w:val="libArabicChar"/>
          <w:rFonts w:hint="cs"/>
          <w:rtl/>
        </w:rPr>
        <w:t>ه</w:t>
      </w:r>
      <w:r w:rsidRPr="00813150">
        <w:rPr>
          <w:rStyle w:val="libArabicChar"/>
          <w:rFonts w:hint="cs"/>
          <w:rtl/>
        </w:rPr>
        <w:t>م</w:t>
      </w:r>
      <w:r w:rsidRPr="00813150">
        <w:rPr>
          <w:rStyle w:val="libArabicChar"/>
          <w:rtl/>
        </w:rPr>
        <w:t>''</w:t>
      </w:r>
      <w:r w:rsidRPr="00813150">
        <w:rPr>
          <w:rStyle w:val="libFootnotenumChar"/>
          <w:rtl/>
        </w:rPr>
        <w:t>(1)</w:t>
      </w:r>
    </w:p>
    <w:p w:rsidR="001F628F" w:rsidRDefault="001F628F" w:rsidP="001F628F">
      <w:pPr>
        <w:pStyle w:val="libNormal"/>
        <w:rPr>
          <w:rtl/>
        </w:rPr>
      </w:pPr>
      <w:r>
        <w:rPr>
          <w:rFonts w:hint="eastAsia"/>
          <w:rtl/>
        </w:rPr>
        <w:t>ابوبصير</w:t>
      </w:r>
      <w:r>
        <w:rPr>
          <w:rtl/>
        </w:rPr>
        <w:t xml:space="preserve"> كہتے ہي</w:t>
      </w:r>
      <w:r w:rsidR="00083993">
        <w:rPr>
          <w:rtl/>
        </w:rPr>
        <w:t xml:space="preserve">ں </w:t>
      </w:r>
      <w:r>
        <w:rPr>
          <w:rtl/>
        </w:rPr>
        <w:t>كہ امام صادق</w:t>
      </w:r>
      <w:r w:rsidR="00367F17" w:rsidRPr="00367F17">
        <w:rPr>
          <w:rStyle w:val="libAlaemChar"/>
          <w:rtl/>
        </w:rPr>
        <w:t xml:space="preserve"> عليه‌السلام </w:t>
      </w:r>
      <w:r>
        <w:rPr>
          <w:rtl/>
        </w:rPr>
        <w:t xml:space="preserve"> سے الله تعالى كے اس قول: </w:t>
      </w:r>
      <w:r w:rsidRPr="00813150">
        <w:rPr>
          <w:rStyle w:val="libArabicChar"/>
          <w:rtl/>
        </w:rPr>
        <w:t>''انمّا سلطان</w:t>
      </w:r>
      <w:r w:rsidR="00120F63" w:rsidRPr="00B2551F">
        <w:rPr>
          <w:rStyle w:val="libArabicChar"/>
          <w:rFonts w:hint="cs"/>
          <w:rtl/>
        </w:rPr>
        <w:t>ه</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يتولون</w:t>
      </w:r>
      <w:r w:rsidR="00120F63" w:rsidRPr="00B2551F">
        <w:rPr>
          <w:rStyle w:val="libArabicChar"/>
          <w:rFonts w:hint="cs"/>
          <w:rtl/>
        </w:rPr>
        <w:t>ه</w:t>
      </w:r>
      <w:r w:rsidRPr="00813150">
        <w:rPr>
          <w:rStyle w:val="libArabicChar"/>
          <w:rtl/>
        </w:rPr>
        <w:t xml:space="preserve"> والذين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ب</w:t>
      </w:r>
      <w:r w:rsidR="00120F63" w:rsidRPr="00B2551F">
        <w:rPr>
          <w:rStyle w:val="libArabicChar"/>
          <w:rFonts w:hint="cs"/>
          <w:rtl/>
        </w:rPr>
        <w:t>ه</w:t>
      </w:r>
      <w:r w:rsidRPr="00813150">
        <w:rPr>
          <w:rStyle w:val="libArabicChar"/>
          <w:rtl/>
        </w:rPr>
        <w:t xml:space="preserve"> </w:t>
      </w:r>
      <w:r w:rsidRPr="00813150">
        <w:rPr>
          <w:rStyle w:val="libArabicChar"/>
          <w:rFonts w:hint="cs"/>
          <w:rtl/>
        </w:rPr>
        <w:t>مش</w:t>
      </w:r>
      <w:r w:rsidRPr="00813150">
        <w:rPr>
          <w:rStyle w:val="libArabicChar"/>
          <w:rtl/>
        </w:rPr>
        <w:t>ركون''</w:t>
      </w:r>
      <w:r>
        <w:rPr>
          <w:rtl/>
        </w:rPr>
        <w:t>كے بارے مي</w:t>
      </w:r>
      <w:r w:rsidR="00083993">
        <w:rPr>
          <w:rtl/>
        </w:rPr>
        <w:t xml:space="preserve">ں </w:t>
      </w:r>
      <w:r>
        <w:rPr>
          <w:rtl/>
        </w:rPr>
        <w:t>سوال كيا تو حضرت</w:t>
      </w:r>
      <w:r w:rsidR="00367F17" w:rsidRPr="00367F17">
        <w:rPr>
          <w:rStyle w:val="libAlaemChar"/>
          <w:rtl/>
        </w:rPr>
        <w:t xml:space="preserve"> عليه‌السلام </w:t>
      </w:r>
      <w:r>
        <w:rPr>
          <w:rtl/>
        </w:rPr>
        <w:t xml:space="preserve"> نے فرمايا: وہ لوگ جنھو</w:t>
      </w:r>
      <w:r w:rsidR="00083993">
        <w:rPr>
          <w:rtl/>
        </w:rPr>
        <w:t xml:space="preserve">ں </w:t>
      </w:r>
      <w:r>
        <w:rPr>
          <w:rtl/>
        </w:rPr>
        <w:t>نے خدا كے ساتھ شريك قرار ديا ( شيطان) ان كے بدن اوردين پر مسلطّ ہو جائے گا''</w:t>
      </w:r>
    </w:p>
    <w:p w:rsidR="001F628F" w:rsidRDefault="001F628F" w:rsidP="00813150">
      <w:pPr>
        <w:pStyle w:val="libNormal"/>
        <w:rPr>
          <w:rtl/>
        </w:rPr>
      </w:pPr>
      <w:r>
        <w:rPr>
          <w:rFonts w:hint="eastAsia"/>
          <w:rtl/>
        </w:rPr>
        <w:t>انسان</w:t>
      </w:r>
      <w:r>
        <w:rPr>
          <w:rtl/>
        </w:rPr>
        <w:t>:</w:t>
      </w:r>
      <w:r>
        <w:rPr>
          <w:rFonts w:hint="eastAsia"/>
          <w:rtl/>
        </w:rPr>
        <w:t>انسان</w:t>
      </w:r>
      <w:r>
        <w:rPr>
          <w:rtl/>
        </w:rPr>
        <w:t xml:space="preserve"> كا اختيار 2; انسان كى قدرت 2</w:t>
      </w:r>
    </w:p>
    <w:p w:rsidR="001F628F" w:rsidRDefault="001F628F" w:rsidP="001F628F">
      <w:pPr>
        <w:pStyle w:val="libNormal"/>
        <w:rPr>
          <w:rtl/>
        </w:rPr>
      </w:pPr>
      <w:r>
        <w:rPr>
          <w:rFonts w:hint="eastAsia"/>
          <w:rtl/>
        </w:rPr>
        <w:t>روايت</w:t>
      </w:r>
      <w:r>
        <w:rPr>
          <w:rtl/>
        </w:rPr>
        <w:t xml:space="preserve"> :8</w:t>
      </w:r>
    </w:p>
    <w:p w:rsidR="001F628F" w:rsidRDefault="001F628F" w:rsidP="00813150">
      <w:pPr>
        <w:pStyle w:val="libNormal"/>
        <w:rPr>
          <w:rtl/>
        </w:rPr>
      </w:pPr>
      <w:r>
        <w:rPr>
          <w:rFonts w:hint="eastAsia"/>
          <w:rtl/>
        </w:rPr>
        <w:t>شرك</w:t>
      </w:r>
      <w:r>
        <w:rPr>
          <w:rtl/>
        </w:rPr>
        <w:t>:</w:t>
      </w:r>
      <w:r>
        <w:rPr>
          <w:rFonts w:hint="eastAsia"/>
          <w:rtl/>
        </w:rPr>
        <w:t>شرك</w:t>
      </w:r>
      <w:r>
        <w:rPr>
          <w:rtl/>
        </w:rPr>
        <w:t xml:space="preserve"> كے آثار 6; شرك كے اسباب 7; شرك كے موارد5</w:t>
      </w:r>
    </w:p>
    <w:p w:rsidR="001F628F" w:rsidRDefault="001F628F" w:rsidP="00813150">
      <w:pPr>
        <w:pStyle w:val="libNormal"/>
        <w:rPr>
          <w:rtl/>
        </w:rPr>
      </w:pPr>
      <w:r>
        <w:rPr>
          <w:rFonts w:hint="eastAsia"/>
          <w:rtl/>
        </w:rPr>
        <w:t>شيطان</w:t>
      </w:r>
      <w:r>
        <w:rPr>
          <w:rtl/>
        </w:rPr>
        <w:t>:</w:t>
      </w:r>
      <w:r>
        <w:rPr>
          <w:rFonts w:hint="eastAsia"/>
          <w:rtl/>
        </w:rPr>
        <w:t>شيطان</w:t>
      </w:r>
      <w:r>
        <w:rPr>
          <w:rtl/>
        </w:rPr>
        <w:t xml:space="preserve"> سے محفوظ ہونا 4; شيطان كا كردار 7; شيطان كى پيروى 5; شيطان كى سازش كو دفع كرنے كا ممكن ہونا 2; شيطان كى ولايت كو قبو ل كرنا 5; شيطان كے پيروكار 1،8; شيطان كے تسلّط كا زمينہ 3،6; شيطان كے تسلّط كى حدود 1،8; شيطانى وسوسو</w:t>
      </w:r>
      <w:r w:rsidR="00083993">
        <w:rPr>
          <w:rtl/>
        </w:rPr>
        <w:t xml:space="preserve">ں </w:t>
      </w:r>
      <w:r>
        <w:rPr>
          <w:rtl/>
        </w:rPr>
        <w:t>كو دفع كرنے كا ممكن ہونا 2</w:t>
      </w:r>
    </w:p>
    <w:p w:rsidR="001F628F" w:rsidRDefault="001F628F" w:rsidP="00813150">
      <w:pPr>
        <w:pStyle w:val="libNormal"/>
        <w:rPr>
          <w:rtl/>
        </w:rPr>
      </w:pPr>
      <w:r>
        <w:rPr>
          <w:rFonts w:hint="eastAsia"/>
          <w:rtl/>
        </w:rPr>
        <w:t>عمل</w:t>
      </w:r>
      <w:r>
        <w:rPr>
          <w:rtl/>
        </w:rPr>
        <w:t>:</w:t>
      </w:r>
      <w:r>
        <w:rPr>
          <w:rFonts w:hint="eastAsia"/>
          <w:rtl/>
        </w:rPr>
        <w:t>عمل</w:t>
      </w:r>
      <w:r>
        <w:rPr>
          <w:rtl/>
        </w:rPr>
        <w:t xml:space="preserve"> كے آثار 3</w:t>
      </w:r>
    </w:p>
    <w:p w:rsidR="001F628F" w:rsidRDefault="001F628F" w:rsidP="00813150">
      <w:pPr>
        <w:pStyle w:val="libNormal"/>
        <w:rPr>
          <w:rtl/>
        </w:rPr>
      </w:pPr>
      <w:r>
        <w:rPr>
          <w:rFonts w:hint="eastAsia"/>
          <w:rtl/>
        </w:rPr>
        <w:t>مؤمنين</w:t>
      </w:r>
      <w:r>
        <w:rPr>
          <w:rtl/>
        </w:rPr>
        <w:t>:</w:t>
      </w:r>
      <w:r>
        <w:rPr>
          <w:rFonts w:hint="eastAsia"/>
          <w:rtl/>
        </w:rPr>
        <w:t>مؤمنين</w:t>
      </w:r>
      <w:r>
        <w:rPr>
          <w:rtl/>
        </w:rPr>
        <w:t xml:space="preserve"> كا محفوظ ہونا 4</w:t>
      </w:r>
    </w:p>
    <w:p w:rsidR="001F628F" w:rsidRDefault="001F628F" w:rsidP="00813150">
      <w:pPr>
        <w:pStyle w:val="libNormal"/>
        <w:rPr>
          <w:rtl/>
        </w:rPr>
      </w:pPr>
      <w:r>
        <w:rPr>
          <w:rFonts w:hint="eastAsia"/>
          <w:rtl/>
        </w:rPr>
        <w:t>متوكلين</w:t>
      </w:r>
      <w:r>
        <w:rPr>
          <w:rtl/>
        </w:rPr>
        <w:t>:</w:t>
      </w:r>
      <w:r>
        <w:rPr>
          <w:rFonts w:hint="eastAsia"/>
          <w:rtl/>
        </w:rPr>
        <w:t>متوكلين</w:t>
      </w:r>
      <w:r>
        <w:rPr>
          <w:rtl/>
        </w:rPr>
        <w:t xml:space="preserve"> كا محفوظ ہونا 4</w:t>
      </w:r>
    </w:p>
    <w:p w:rsidR="001F628F" w:rsidRDefault="001F628F" w:rsidP="00813150">
      <w:pPr>
        <w:pStyle w:val="libNormal"/>
        <w:rPr>
          <w:rtl/>
        </w:rPr>
      </w:pPr>
      <w:r>
        <w:rPr>
          <w:rFonts w:hint="eastAsia"/>
          <w:rtl/>
        </w:rPr>
        <w:t>مشركين</w:t>
      </w:r>
      <w:r>
        <w:rPr>
          <w:rtl/>
        </w:rPr>
        <w:t>:</w:t>
      </w:r>
      <w:r>
        <w:rPr>
          <w:rFonts w:hint="eastAsia"/>
          <w:rtl/>
        </w:rPr>
        <w:t>مشركين</w:t>
      </w:r>
      <w:r>
        <w:rPr>
          <w:rtl/>
        </w:rPr>
        <w:t xml:space="preserve"> پر شيطان كا تسلّط 1،8</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 كافى ، ج8 ،ص288، ح433، نورالثقلين ، ج3 ، ص86، ح 224_</w:t>
      </w:r>
    </w:p>
    <w:p w:rsidR="00813150" w:rsidRDefault="001E7F9D" w:rsidP="00F73EDE">
      <w:pPr>
        <w:pStyle w:val="libPoemTini"/>
        <w:rPr>
          <w:rtl/>
        </w:rPr>
      </w:pPr>
      <w:r>
        <w:rPr>
          <w:rtl/>
        </w:rPr>
        <w:br w:type="page"/>
      </w:r>
    </w:p>
    <w:p w:rsidR="00813150" w:rsidRPr="00120F63" w:rsidRDefault="00813150" w:rsidP="00813150">
      <w:pPr>
        <w:pStyle w:val="Heading2Center"/>
        <w:rPr>
          <w:rtl/>
        </w:rPr>
      </w:pPr>
      <w:bookmarkStart w:id="247" w:name="_Toc28081925"/>
      <w:r>
        <w:rPr>
          <w:rFonts w:hint="cs"/>
          <w:rtl/>
        </w:rPr>
        <w:lastRenderedPageBreak/>
        <w:t xml:space="preserve">آیت </w:t>
      </w:r>
      <w:r w:rsidRPr="00120F63">
        <w:rPr>
          <w:rFonts w:hint="cs"/>
          <w:rtl/>
        </w:rPr>
        <w:t>101</w:t>
      </w:r>
      <w:bookmarkEnd w:id="247"/>
    </w:p>
    <w:p w:rsidR="001F628F" w:rsidRDefault="00E260F9" w:rsidP="00813150">
      <w:pPr>
        <w:pStyle w:val="libNormal"/>
        <w:rPr>
          <w:rtl/>
        </w:rPr>
      </w:pPr>
      <w:r w:rsidRPr="00E260F9">
        <w:rPr>
          <w:rStyle w:val="libAlaemChar"/>
          <w:rFonts w:hint="eastAsia"/>
          <w:rtl/>
        </w:rPr>
        <w:t>(</w:t>
      </w:r>
      <w:r w:rsidRPr="00813150">
        <w:rPr>
          <w:rStyle w:val="libAieChar"/>
          <w:rFonts w:hint="eastAsia"/>
          <w:rtl/>
        </w:rPr>
        <w:t>وَإِذَا</w:t>
      </w:r>
      <w:r w:rsidRPr="00813150">
        <w:rPr>
          <w:rStyle w:val="libAieChar"/>
          <w:rtl/>
        </w:rPr>
        <w:t xml:space="preserve"> بَدَّلْنَا آيَةً مَّكَانَ آيَةٍ وَاللّهُ أَعْلَمُ بِمَا يُنَزِّلُ قَالُواْ إِنَّمَا أَنتَ مُفْتَرٍ بَلْ أَكْثَرُهُمْ لاَ يَعْلَمُونَ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جب ايك آيت كى جگہ پر دوسرى آيت تبديل كرتے ہي</w:t>
      </w:r>
      <w:r w:rsidR="00083993">
        <w:rPr>
          <w:rtl/>
        </w:rPr>
        <w:t xml:space="preserve">ں </w:t>
      </w:r>
      <w:r>
        <w:rPr>
          <w:rtl/>
        </w:rPr>
        <w:t>تو اگر چہ خدا خوب جانتا ہے كہ وہ كيا نازل كر رہا ہے ليكن يہ لوگ يہى كہتے ہي</w:t>
      </w:r>
      <w:r w:rsidR="00083993">
        <w:rPr>
          <w:rtl/>
        </w:rPr>
        <w:t xml:space="preserve">ں </w:t>
      </w:r>
      <w:r>
        <w:rPr>
          <w:rtl/>
        </w:rPr>
        <w:t>كہ محمد تم افترا كرنے والے ہو حالانكہ ان كى اكثريت كچھ نہي</w:t>
      </w:r>
      <w:r w:rsidR="00083993">
        <w:rPr>
          <w:rtl/>
        </w:rPr>
        <w:t xml:space="preserve">ں </w:t>
      </w:r>
      <w:r>
        <w:rPr>
          <w:rtl/>
        </w:rPr>
        <w:t>جانتى ہے _</w:t>
      </w:r>
    </w:p>
    <w:p w:rsidR="001F628F" w:rsidRDefault="001F628F" w:rsidP="00813150">
      <w:pPr>
        <w:pStyle w:val="libNormal"/>
        <w:rPr>
          <w:rtl/>
        </w:rPr>
      </w:pPr>
      <w:r>
        <w:rPr>
          <w:rtl/>
        </w:rPr>
        <w:t>1_قرآن مجيد كى بعض آيات كا نسخ اور ايك پيغام كو دوسرے پيغام مي</w:t>
      </w:r>
      <w:r w:rsidR="00083993">
        <w:rPr>
          <w:rtl/>
        </w:rPr>
        <w:t xml:space="preserve">ں </w:t>
      </w:r>
      <w:r>
        <w:rPr>
          <w:rtl/>
        </w:rPr>
        <w:t>تبديل كرنے كى وجہ سے مشركين كا پيغمبر اكرم پر جھوٹ كى تہمت لگانا _</w:t>
      </w:r>
      <w:r w:rsidRPr="00813150">
        <w:rPr>
          <w:rStyle w:val="libArabicChar"/>
          <w:rFonts w:hint="eastAsia"/>
          <w:rtl/>
        </w:rPr>
        <w:t>واذا</w:t>
      </w:r>
      <w:r w:rsidRPr="00813150">
        <w:rPr>
          <w:rStyle w:val="libArabicChar"/>
          <w:rtl/>
        </w:rPr>
        <w:t xml:space="preserve"> بدّلنا اية مكان اية قالوا انّما انت مفتر</w:t>
      </w:r>
    </w:p>
    <w:p w:rsidR="001F628F" w:rsidRDefault="001F628F" w:rsidP="00813150">
      <w:pPr>
        <w:pStyle w:val="libNormal"/>
        <w:rPr>
          <w:rtl/>
        </w:rPr>
      </w:pPr>
      <w:r>
        <w:rPr>
          <w:rtl/>
        </w:rPr>
        <w:t>2_نسخ اور بعض الہى پيغامات كى تبديلى ، مشركين كے ليے پيغمبر اكرم كے ساتھ جدال اور انہي</w:t>
      </w:r>
      <w:r w:rsidR="00083993">
        <w:rPr>
          <w:rtl/>
        </w:rPr>
        <w:t xml:space="preserve">ں </w:t>
      </w:r>
      <w:r>
        <w:rPr>
          <w:rtl/>
        </w:rPr>
        <w:t>جھوٹ سے متہم كرنے كے ليے سہارا تھا_</w:t>
      </w:r>
      <w:r w:rsidRPr="00813150">
        <w:rPr>
          <w:rStyle w:val="libArabicChar"/>
          <w:rFonts w:hint="eastAsia"/>
          <w:rtl/>
        </w:rPr>
        <w:t>واذا</w:t>
      </w:r>
      <w:r w:rsidRPr="00813150">
        <w:rPr>
          <w:rStyle w:val="libArabicChar"/>
          <w:rtl/>
        </w:rPr>
        <w:t xml:space="preserve"> بدّلنا اية مكان آية قالوا انّما انت مفتر</w:t>
      </w:r>
    </w:p>
    <w:p w:rsidR="001F628F" w:rsidRDefault="001F628F" w:rsidP="00813150">
      <w:pPr>
        <w:pStyle w:val="libNormal"/>
        <w:rPr>
          <w:rtl/>
        </w:rPr>
      </w:pPr>
      <w:r>
        <w:rPr>
          <w:rtl/>
        </w:rPr>
        <w:t>3_قرآن مجيد مي</w:t>
      </w:r>
      <w:r w:rsidR="00083993">
        <w:rPr>
          <w:rtl/>
        </w:rPr>
        <w:t xml:space="preserve">ں </w:t>
      </w:r>
      <w:r>
        <w:rPr>
          <w:rtl/>
        </w:rPr>
        <w:t>نسخ اور بعض الہى پيغامات كى تبديلى كا خود قران مجيد كے ذريعہ موجودہونا _</w:t>
      </w:r>
      <w:r w:rsidRPr="00813150">
        <w:rPr>
          <w:rStyle w:val="libArabicChar"/>
          <w:rFonts w:hint="eastAsia"/>
          <w:rtl/>
        </w:rPr>
        <w:t>واذا</w:t>
      </w:r>
      <w:r w:rsidRPr="00813150">
        <w:rPr>
          <w:rStyle w:val="libArabicChar"/>
          <w:rtl/>
        </w:rPr>
        <w:t xml:space="preserve"> بدّلنا ا ية مكان آية</w:t>
      </w:r>
    </w:p>
    <w:p w:rsidR="001F628F" w:rsidRDefault="001F628F" w:rsidP="00813150">
      <w:pPr>
        <w:pStyle w:val="libNormal"/>
        <w:rPr>
          <w:rtl/>
        </w:rPr>
      </w:pPr>
      <w:r>
        <w:rPr>
          <w:rtl/>
        </w:rPr>
        <w:t>4_قرآنى آيات ،تدريجى اور مرور زمان كے ساتھ نازل ہوئي ہي</w:t>
      </w:r>
      <w:r w:rsidR="00083993">
        <w:rPr>
          <w:rtl/>
        </w:rPr>
        <w:t xml:space="preserve">ں </w:t>
      </w:r>
      <w:r>
        <w:rPr>
          <w:rtl/>
        </w:rPr>
        <w:t>_</w:t>
      </w:r>
      <w:r w:rsidRPr="00813150">
        <w:rPr>
          <w:rStyle w:val="libArabicChar"/>
          <w:rFonts w:hint="eastAsia"/>
          <w:rtl/>
        </w:rPr>
        <w:t>واذا</w:t>
      </w:r>
      <w:r w:rsidRPr="00813150">
        <w:rPr>
          <w:rStyle w:val="libArabicChar"/>
          <w:rtl/>
        </w:rPr>
        <w:t xml:space="preserve"> بدّلنا ا ية مكان آية</w:t>
      </w:r>
    </w:p>
    <w:p w:rsidR="001F628F" w:rsidRDefault="001F628F" w:rsidP="001F628F">
      <w:pPr>
        <w:pStyle w:val="libNormal"/>
        <w:rPr>
          <w:rtl/>
        </w:rPr>
      </w:pPr>
      <w:r>
        <w:rPr>
          <w:rFonts w:hint="eastAsia"/>
          <w:rtl/>
        </w:rPr>
        <w:t>قرآنى</w:t>
      </w:r>
      <w:r>
        <w:rPr>
          <w:rtl/>
        </w:rPr>
        <w:t xml:space="preserve"> پيغامات مي</w:t>
      </w:r>
      <w:r w:rsidR="00083993">
        <w:rPr>
          <w:rtl/>
        </w:rPr>
        <w:t xml:space="preserve">ں </w:t>
      </w:r>
      <w:r>
        <w:rPr>
          <w:rtl/>
        </w:rPr>
        <w:t>تبديلى يا آيات كا نسخ ان كے تدريجى نزول كا لازمہ ہے_</w:t>
      </w:r>
    </w:p>
    <w:p w:rsidR="001F628F" w:rsidRDefault="001F628F" w:rsidP="001F628F">
      <w:pPr>
        <w:pStyle w:val="libNormal"/>
        <w:rPr>
          <w:rtl/>
        </w:rPr>
      </w:pPr>
      <w:r>
        <w:rPr>
          <w:rtl/>
        </w:rPr>
        <w:t>5_ قرآنى آيات كا تدريجى نزول اور بعض مي</w:t>
      </w:r>
      <w:r w:rsidR="00083993">
        <w:rPr>
          <w:rtl/>
        </w:rPr>
        <w:t xml:space="preserve">ں </w:t>
      </w:r>
      <w:r>
        <w:rPr>
          <w:rtl/>
        </w:rPr>
        <w:t>مرورزمان كے ساتھ مضمون كے اعتبار سے تبديلى كا سر چشمہ علم الہى ہے _</w:t>
      </w:r>
    </w:p>
    <w:p w:rsidR="001F628F" w:rsidRDefault="001F628F" w:rsidP="00813150">
      <w:pPr>
        <w:pStyle w:val="libArabic"/>
        <w:rPr>
          <w:rtl/>
        </w:rPr>
      </w:pPr>
      <w:r>
        <w:rPr>
          <w:rFonts w:hint="eastAsia"/>
          <w:rtl/>
        </w:rPr>
        <w:t>و</w:t>
      </w:r>
      <w:r>
        <w:rPr>
          <w:rtl/>
        </w:rPr>
        <w:t xml:space="preserve"> اذابدّلنا ا ية مكان آية والله اعلم بماينزل</w:t>
      </w:r>
    </w:p>
    <w:p w:rsidR="00813150" w:rsidRDefault="001E7F9D" w:rsidP="00F73EDE">
      <w:pPr>
        <w:pStyle w:val="libPoemTini"/>
        <w:rPr>
          <w:rtl/>
        </w:rPr>
      </w:pPr>
      <w:r>
        <w:rPr>
          <w:rtl/>
        </w:rPr>
        <w:cr/>
      </w:r>
      <w:r>
        <w:rPr>
          <w:rtl/>
        </w:rPr>
        <w:br w:type="page"/>
      </w:r>
    </w:p>
    <w:p w:rsidR="001F628F" w:rsidRDefault="001F628F" w:rsidP="00813150">
      <w:pPr>
        <w:pStyle w:val="libNormal"/>
        <w:rPr>
          <w:rtl/>
        </w:rPr>
      </w:pPr>
      <w:r>
        <w:rPr>
          <w:rtl/>
        </w:rPr>
        <w:lastRenderedPageBreak/>
        <w:t>6_نسخ وقرآنى پيغامات اور آيات كى تبديلى حكمت اور عالمانہ دليل كى بناء پر ہے _</w:t>
      </w:r>
    </w:p>
    <w:p w:rsidR="001F628F" w:rsidRDefault="001F628F" w:rsidP="00813150">
      <w:pPr>
        <w:pStyle w:val="libArabic"/>
        <w:rPr>
          <w:rtl/>
        </w:rPr>
      </w:pPr>
      <w:r>
        <w:rPr>
          <w:rFonts w:hint="eastAsia"/>
          <w:rtl/>
        </w:rPr>
        <w:t>واذا</w:t>
      </w:r>
      <w:r>
        <w:rPr>
          <w:rtl/>
        </w:rPr>
        <w:t xml:space="preserve"> بدّلنا ء اية مكان آية والله اعلم بما ينزّل</w:t>
      </w:r>
    </w:p>
    <w:p w:rsidR="001F628F" w:rsidRDefault="001F628F" w:rsidP="00813150">
      <w:pPr>
        <w:pStyle w:val="libNormal"/>
        <w:rPr>
          <w:rtl/>
        </w:rPr>
      </w:pPr>
      <w:r>
        <w:rPr>
          <w:rtl/>
        </w:rPr>
        <w:t xml:space="preserve">7_اكثر منكرين اور قرآن وپيغمبر اكرم </w:t>
      </w:r>
      <w:r w:rsidR="00F031CD" w:rsidRPr="00F031CD">
        <w:rPr>
          <w:rStyle w:val="libAlaemChar"/>
          <w:rtl/>
        </w:rPr>
        <w:t xml:space="preserve"> صلى‌الله‌عليه‌وآله‌وسلم </w:t>
      </w:r>
      <w:r>
        <w:rPr>
          <w:rtl/>
        </w:rPr>
        <w:t xml:space="preserve"> كى رسالت كى تكذيب كرنے والے،نسخ كى حقيقت اور اس كى حكمت سے جاہل ہي</w:t>
      </w:r>
      <w:r w:rsidR="00083993">
        <w:rPr>
          <w:rtl/>
        </w:rPr>
        <w:t xml:space="preserve">ں </w:t>
      </w:r>
      <w:r>
        <w:rPr>
          <w:rtl/>
        </w:rPr>
        <w:t>_</w:t>
      </w:r>
      <w:r w:rsidRPr="00813150">
        <w:rPr>
          <w:rStyle w:val="libArabicChar"/>
          <w:rFonts w:hint="eastAsia"/>
          <w:rtl/>
        </w:rPr>
        <w:t>واذابدّلنا</w:t>
      </w:r>
      <w:r w:rsidRPr="00813150">
        <w:rPr>
          <w:rStyle w:val="libArabicChar"/>
          <w:rtl/>
        </w:rPr>
        <w:t xml:space="preserve"> ء اية اكثر</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لا</w:t>
      </w:r>
      <w:r w:rsidRPr="00813150">
        <w:rPr>
          <w:rStyle w:val="libArabicChar"/>
          <w:rtl/>
        </w:rPr>
        <w:t xml:space="preserve"> يعلمون</w:t>
      </w:r>
    </w:p>
    <w:p w:rsidR="001F628F" w:rsidRDefault="001F628F" w:rsidP="00813150">
      <w:pPr>
        <w:pStyle w:val="libNormal"/>
        <w:rPr>
          <w:rtl/>
        </w:rPr>
      </w:pPr>
      <w:r>
        <w:rPr>
          <w:rtl/>
        </w:rPr>
        <w:t>8_مشركين اور پيغمبر اكرم كى تكذيب كرنے والو</w:t>
      </w:r>
      <w:r w:rsidR="00083993">
        <w:rPr>
          <w:rtl/>
        </w:rPr>
        <w:t xml:space="preserve">ں </w:t>
      </w:r>
      <w:r>
        <w:rPr>
          <w:rtl/>
        </w:rPr>
        <w:t>مي</w:t>
      </w:r>
      <w:r w:rsidR="00083993">
        <w:rPr>
          <w:rtl/>
        </w:rPr>
        <w:t xml:space="preserve">ں </w:t>
      </w:r>
      <w:r>
        <w:rPr>
          <w:rtl/>
        </w:rPr>
        <w:t>بعض آگاہ وخود غرض افراد كا موجود ہونا _</w:t>
      </w:r>
      <w:r w:rsidRPr="00813150">
        <w:rPr>
          <w:rStyle w:val="libArabicChar"/>
          <w:rFonts w:hint="eastAsia"/>
          <w:rtl/>
        </w:rPr>
        <w:t>بل</w:t>
      </w:r>
      <w:r w:rsidRPr="00813150">
        <w:rPr>
          <w:rStyle w:val="libArabicChar"/>
          <w:rtl/>
        </w:rPr>
        <w:t xml:space="preserve"> اكثر</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لا</w:t>
      </w:r>
      <w:r w:rsidRPr="00813150">
        <w:rPr>
          <w:rStyle w:val="libArabicChar"/>
          <w:rtl/>
        </w:rPr>
        <w:t xml:space="preserve"> يعلمون</w:t>
      </w:r>
    </w:p>
    <w:p w:rsidR="001F628F" w:rsidRDefault="001F628F" w:rsidP="001F628F">
      <w:pPr>
        <w:pStyle w:val="libNormal"/>
        <w:rPr>
          <w:rtl/>
        </w:rPr>
      </w:pPr>
      <w:r>
        <w:rPr>
          <w:rtl/>
        </w:rPr>
        <w:t>9_كفر وشرك اور پيغمبر اكرم كى تكذيب كى طرف ميلان كا اصلى سبب جہالت اور نادانى ہے _</w:t>
      </w:r>
    </w:p>
    <w:p w:rsidR="001F628F" w:rsidRDefault="001F628F" w:rsidP="00813150">
      <w:pPr>
        <w:pStyle w:val="libArabic"/>
        <w:rPr>
          <w:rtl/>
        </w:rPr>
      </w:pPr>
      <w:r>
        <w:rPr>
          <w:rFonts w:hint="eastAsia"/>
          <w:rtl/>
        </w:rPr>
        <w:t>قالوا</w:t>
      </w:r>
      <w:r>
        <w:rPr>
          <w:rtl/>
        </w:rPr>
        <w:t xml:space="preserve"> انّما انت مفتر بل اكثر</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w:t>
      </w:r>
      <w:r>
        <w:rPr>
          <w:rtl/>
        </w:rPr>
        <w:t>علمون</w:t>
      </w:r>
    </w:p>
    <w:p w:rsidR="001F628F" w:rsidRDefault="001F628F" w:rsidP="001F628F">
      <w:pPr>
        <w:pStyle w:val="libNormal"/>
        <w:rPr>
          <w:rtl/>
        </w:rPr>
      </w:pPr>
      <w:r>
        <w:rPr>
          <w:rFonts w:hint="eastAsia"/>
          <w:rtl/>
        </w:rPr>
        <w:t>صدر</w:t>
      </w:r>
      <w:r>
        <w:rPr>
          <w:rtl/>
        </w:rPr>
        <w:t xml:space="preserve"> اسلام كى تاريخ :2،8</w:t>
      </w:r>
    </w:p>
    <w:p w:rsidR="001F628F" w:rsidRDefault="001F628F" w:rsidP="00813150">
      <w:pPr>
        <w:pStyle w:val="libNormal"/>
        <w:rPr>
          <w:rtl/>
        </w:rPr>
      </w:pPr>
      <w:r>
        <w:rPr>
          <w:rFonts w:hint="eastAsia"/>
          <w:rtl/>
        </w:rPr>
        <w:t>الله</w:t>
      </w:r>
      <w:r>
        <w:rPr>
          <w:rtl/>
        </w:rPr>
        <w:t xml:space="preserve"> تعالى :</w:t>
      </w:r>
      <w:r>
        <w:rPr>
          <w:rFonts w:hint="eastAsia"/>
          <w:rtl/>
        </w:rPr>
        <w:t>الله</w:t>
      </w:r>
      <w:r>
        <w:rPr>
          <w:rtl/>
        </w:rPr>
        <w:t xml:space="preserve"> تعالى كا علم 5</w:t>
      </w:r>
    </w:p>
    <w:p w:rsidR="001F628F" w:rsidRDefault="001F628F" w:rsidP="00813150">
      <w:pPr>
        <w:pStyle w:val="libNormal"/>
        <w:rPr>
          <w:rtl/>
        </w:rPr>
      </w:pPr>
      <w:r>
        <w:rPr>
          <w:rFonts w:hint="eastAsia"/>
          <w:rtl/>
        </w:rPr>
        <w:t>جہالت</w:t>
      </w:r>
      <w:r>
        <w:rPr>
          <w:rtl/>
        </w:rPr>
        <w:t xml:space="preserve"> :</w:t>
      </w:r>
      <w:r>
        <w:rPr>
          <w:rFonts w:hint="eastAsia"/>
          <w:rtl/>
        </w:rPr>
        <w:t>جہالت</w:t>
      </w:r>
      <w:r>
        <w:rPr>
          <w:rtl/>
        </w:rPr>
        <w:t xml:space="preserve"> كے آثار 9</w:t>
      </w:r>
    </w:p>
    <w:p w:rsidR="001F628F" w:rsidRDefault="001F628F" w:rsidP="00813150">
      <w:pPr>
        <w:pStyle w:val="libNormal"/>
        <w:rPr>
          <w:rtl/>
        </w:rPr>
      </w:pPr>
      <w:r>
        <w:rPr>
          <w:rFonts w:hint="eastAsia"/>
          <w:rtl/>
        </w:rPr>
        <w:t>شرك</w:t>
      </w:r>
      <w:r>
        <w:rPr>
          <w:rtl/>
        </w:rPr>
        <w:t>:</w:t>
      </w:r>
      <w:r>
        <w:rPr>
          <w:rFonts w:hint="eastAsia"/>
          <w:rtl/>
        </w:rPr>
        <w:t>شرك</w:t>
      </w:r>
      <w:r>
        <w:rPr>
          <w:rtl/>
        </w:rPr>
        <w:t xml:space="preserve"> كا سرچشمہ9</w:t>
      </w:r>
    </w:p>
    <w:p w:rsidR="001F628F" w:rsidRDefault="001F628F" w:rsidP="00813150">
      <w:pPr>
        <w:pStyle w:val="libNormal"/>
        <w:rPr>
          <w:rtl/>
        </w:rPr>
      </w:pPr>
      <w:r>
        <w:rPr>
          <w:rFonts w:hint="eastAsia"/>
          <w:rtl/>
        </w:rPr>
        <w:t>قرآن</w:t>
      </w:r>
      <w:r>
        <w:rPr>
          <w:rtl/>
        </w:rPr>
        <w:t>:</w:t>
      </w:r>
      <w:r>
        <w:rPr>
          <w:rFonts w:hint="eastAsia"/>
          <w:rtl/>
        </w:rPr>
        <w:t>قرآن</w:t>
      </w:r>
      <w:r>
        <w:rPr>
          <w:rtl/>
        </w:rPr>
        <w:t xml:space="preserve"> مجيد كا تدريجى نزول 4،5; قرآن مجيد كو جھٹلانے والو</w:t>
      </w:r>
      <w:r w:rsidR="00083993">
        <w:rPr>
          <w:rtl/>
        </w:rPr>
        <w:t xml:space="preserve">ں </w:t>
      </w:r>
      <w:r>
        <w:rPr>
          <w:rtl/>
        </w:rPr>
        <w:t>كى جہالت 7; قرآن مجيد مي</w:t>
      </w:r>
      <w:r w:rsidR="00083993">
        <w:rPr>
          <w:rtl/>
        </w:rPr>
        <w:t xml:space="preserve">ں </w:t>
      </w:r>
      <w:r>
        <w:rPr>
          <w:rtl/>
        </w:rPr>
        <w:t>نسخ 1،3،5; قرآن مجيد مي</w:t>
      </w:r>
      <w:r w:rsidR="00083993">
        <w:rPr>
          <w:rtl/>
        </w:rPr>
        <w:t xml:space="preserve">ں </w:t>
      </w:r>
      <w:r>
        <w:rPr>
          <w:rtl/>
        </w:rPr>
        <w:t>نسخ كا فلسفہ 6،7; قرآن مجيد مي</w:t>
      </w:r>
      <w:r w:rsidR="00083993">
        <w:rPr>
          <w:rtl/>
        </w:rPr>
        <w:t xml:space="preserve">ں </w:t>
      </w:r>
      <w:r>
        <w:rPr>
          <w:rtl/>
        </w:rPr>
        <w:t>نسخ كى حقيقت 7; قرآن مجيد مي</w:t>
      </w:r>
      <w:r w:rsidR="00083993">
        <w:rPr>
          <w:rtl/>
        </w:rPr>
        <w:t xml:space="preserve">ں </w:t>
      </w:r>
      <w:r>
        <w:rPr>
          <w:rtl/>
        </w:rPr>
        <w:t>نسخ كے آثار 2</w:t>
      </w:r>
    </w:p>
    <w:p w:rsidR="001F628F" w:rsidRDefault="001F628F" w:rsidP="00813150">
      <w:pPr>
        <w:pStyle w:val="libNormal"/>
        <w:rPr>
          <w:rtl/>
        </w:rPr>
      </w:pPr>
      <w:r>
        <w:rPr>
          <w:rFonts w:hint="eastAsia"/>
          <w:rtl/>
        </w:rPr>
        <w:t>كفر</w:t>
      </w:r>
      <w:r>
        <w:rPr>
          <w:rtl/>
        </w:rPr>
        <w:t>:</w:t>
      </w:r>
      <w:r>
        <w:rPr>
          <w:rFonts w:hint="eastAsia"/>
          <w:rtl/>
        </w:rPr>
        <w:t>كفر</w:t>
      </w:r>
      <w:r>
        <w:rPr>
          <w:rtl/>
        </w:rPr>
        <w:t xml:space="preserve"> كا سرچشمہ 9</w:t>
      </w:r>
    </w:p>
    <w:p w:rsidR="001F628F" w:rsidRDefault="001F628F" w:rsidP="00813150">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پر كذب كى تہمت 1،2; حضرت محمد </w:t>
      </w:r>
      <w:r w:rsidR="00F031CD" w:rsidRPr="00F031CD">
        <w:rPr>
          <w:rStyle w:val="libAlaemChar"/>
          <w:rtl/>
        </w:rPr>
        <w:t xml:space="preserve"> صلى‌الله‌عليه‌وآله‌وسلم </w:t>
      </w:r>
      <w:r>
        <w:rPr>
          <w:rtl/>
        </w:rPr>
        <w:t xml:space="preserve"> كو جھٹلانے والو</w:t>
      </w:r>
      <w:r w:rsidR="00083993">
        <w:rPr>
          <w:rtl/>
        </w:rPr>
        <w:t xml:space="preserve">ں </w:t>
      </w:r>
      <w:r>
        <w:rPr>
          <w:rtl/>
        </w:rPr>
        <w:t>كى جہالت 7; حضرت محمد</w:t>
      </w:r>
      <w:r w:rsidR="00F031CD" w:rsidRPr="00F031CD">
        <w:rPr>
          <w:rStyle w:val="libAlaemChar"/>
          <w:rtl/>
        </w:rPr>
        <w:t xml:space="preserve"> صلى‌الله‌عليه‌وآله‌وسلم </w:t>
      </w:r>
      <w:r>
        <w:rPr>
          <w:rtl/>
        </w:rPr>
        <w:t xml:space="preserve"> كو جھٹلانے والو</w:t>
      </w:r>
      <w:r w:rsidR="00083993">
        <w:rPr>
          <w:rtl/>
        </w:rPr>
        <w:t xml:space="preserve">ں </w:t>
      </w:r>
      <w:r>
        <w:rPr>
          <w:rtl/>
        </w:rPr>
        <w:t>كى لجاجت 8; حضرت محمد</w:t>
      </w:r>
      <w:r w:rsidR="00F031CD" w:rsidRPr="00F031CD">
        <w:rPr>
          <w:rStyle w:val="libAlaemChar"/>
          <w:rtl/>
        </w:rPr>
        <w:t xml:space="preserve"> صلى‌الله‌عليه‌وآله‌وسلم </w:t>
      </w:r>
      <w:r>
        <w:rPr>
          <w:rtl/>
        </w:rPr>
        <w:t xml:space="preserve"> كى تكذيب كا سرچشمہ 9; حضرت محمد </w:t>
      </w:r>
      <w:r w:rsidR="00F031CD" w:rsidRPr="00F031CD">
        <w:rPr>
          <w:rStyle w:val="libAlaemChar"/>
          <w:rtl/>
        </w:rPr>
        <w:t xml:space="preserve"> صلى‌الله‌عليه‌وآله‌وسلم </w:t>
      </w:r>
      <w:r>
        <w:rPr>
          <w:rtl/>
        </w:rPr>
        <w:t xml:space="preserve"> كے ساتھ مبارزہ 2</w:t>
      </w:r>
    </w:p>
    <w:p w:rsidR="001F628F" w:rsidRDefault="001F628F" w:rsidP="00813150">
      <w:pPr>
        <w:pStyle w:val="libNormal"/>
        <w:rPr>
          <w:rtl/>
        </w:rPr>
      </w:pPr>
      <w:r>
        <w:rPr>
          <w:rFonts w:hint="eastAsia"/>
          <w:rtl/>
        </w:rPr>
        <w:t>مشركين</w:t>
      </w:r>
      <w:r>
        <w:rPr>
          <w:rtl/>
        </w:rPr>
        <w:t>:</w:t>
      </w:r>
      <w:r>
        <w:rPr>
          <w:rFonts w:hint="eastAsia"/>
          <w:rtl/>
        </w:rPr>
        <w:t>لجوج</w:t>
      </w:r>
      <w:r>
        <w:rPr>
          <w:rtl/>
        </w:rPr>
        <w:t xml:space="preserve"> مشركين 8; مشركين كى بہانہ جوئي 2; مشركين كى تہمتي</w:t>
      </w:r>
      <w:r w:rsidR="00083993">
        <w:rPr>
          <w:rtl/>
        </w:rPr>
        <w:t xml:space="preserve">ں </w:t>
      </w:r>
      <w:r>
        <w:rPr>
          <w:rtl/>
        </w:rPr>
        <w:t>1،2; مشركين كے علماء كى دشمني8</w:t>
      </w:r>
    </w:p>
    <w:p w:rsidR="00813150" w:rsidRDefault="001E7F9D" w:rsidP="00F73EDE">
      <w:pPr>
        <w:pStyle w:val="libPoemTini"/>
        <w:rPr>
          <w:rtl/>
        </w:rPr>
      </w:pPr>
      <w:r>
        <w:rPr>
          <w:rtl/>
        </w:rPr>
        <w:cr/>
      </w:r>
      <w:r>
        <w:rPr>
          <w:rtl/>
        </w:rPr>
        <w:br w:type="page"/>
      </w:r>
    </w:p>
    <w:p w:rsidR="00813150" w:rsidRPr="00120F63" w:rsidRDefault="00813150" w:rsidP="00813150">
      <w:pPr>
        <w:pStyle w:val="Heading2Center"/>
        <w:rPr>
          <w:rtl/>
        </w:rPr>
      </w:pPr>
      <w:bookmarkStart w:id="248" w:name="_Toc28081926"/>
      <w:r>
        <w:rPr>
          <w:rFonts w:hint="cs"/>
          <w:rtl/>
        </w:rPr>
        <w:lastRenderedPageBreak/>
        <w:t xml:space="preserve">آیت </w:t>
      </w:r>
      <w:r w:rsidRPr="00120F63">
        <w:rPr>
          <w:rFonts w:hint="cs"/>
          <w:rtl/>
        </w:rPr>
        <w:t>102</w:t>
      </w:r>
      <w:bookmarkEnd w:id="248"/>
    </w:p>
    <w:p w:rsidR="001F628F" w:rsidRDefault="00E260F9" w:rsidP="00813150">
      <w:pPr>
        <w:pStyle w:val="libNormal"/>
        <w:rPr>
          <w:rtl/>
        </w:rPr>
      </w:pPr>
      <w:r w:rsidRPr="00E260F9">
        <w:rPr>
          <w:rStyle w:val="libAlaemChar"/>
          <w:rFonts w:hint="eastAsia"/>
          <w:rtl/>
        </w:rPr>
        <w:t>(</w:t>
      </w:r>
      <w:r w:rsidRPr="00813150">
        <w:rPr>
          <w:rStyle w:val="libAieChar"/>
          <w:rFonts w:hint="eastAsia"/>
          <w:rtl/>
        </w:rPr>
        <w:t>قُلْ</w:t>
      </w:r>
      <w:r w:rsidRPr="00813150">
        <w:rPr>
          <w:rStyle w:val="libAieChar"/>
          <w:rtl/>
        </w:rPr>
        <w:t xml:space="preserve"> نَزَّلَهُ رُوحُ الْقُدُسِ مِن رَّبِّكَ بِالْحَقِّ لِيُثَبِّتَ الَّذِينَ آمَنُواْ وَهُدًى وَبُشْرَى لِلْمُسْلِمِينَ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تو</w:t>
      </w:r>
      <w:r>
        <w:rPr>
          <w:rtl/>
        </w:rPr>
        <w:t xml:space="preserve"> آپ كہہ ديجئے كہ اس قرآن كو روح القدس جبريل نے تمھارے پروردگار كى طرف سے حق كے ساتھ نازل كيا ہے تا كہ صاحبان ايمان كو ثبات و استقلال عطا كرے اور يہ اطاعت گذارو</w:t>
      </w:r>
      <w:r w:rsidR="00083993">
        <w:rPr>
          <w:rtl/>
        </w:rPr>
        <w:t xml:space="preserve">ں </w:t>
      </w:r>
      <w:r>
        <w:rPr>
          <w:rtl/>
        </w:rPr>
        <w:t>كے لئے ايك ہدايت اور بشارت ہے _</w:t>
      </w:r>
    </w:p>
    <w:p w:rsidR="001F628F" w:rsidRDefault="001F628F" w:rsidP="00813150">
      <w:pPr>
        <w:pStyle w:val="libNormal"/>
        <w:rPr>
          <w:rtl/>
        </w:rPr>
      </w:pPr>
      <w:r>
        <w:rPr>
          <w:rtl/>
        </w:rPr>
        <w:t xml:space="preserve">1_ پيغمبر اكرم </w:t>
      </w:r>
      <w:r w:rsidR="00F031CD" w:rsidRPr="00F031CD">
        <w:rPr>
          <w:rStyle w:val="libAlaemChar"/>
          <w:rtl/>
        </w:rPr>
        <w:t xml:space="preserve"> صلى‌الله‌عليه‌وآله‌وسلم </w:t>
      </w:r>
      <w:r>
        <w:rPr>
          <w:rtl/>
        </w:rPr>
        <w:t xml:space="preserve"> كا وظيفہ ہے كہ وہ وحى كى حقيقت كو واضح كرتے ہوئے مشركين كے ان اعتراضات كا جواب دي</w:t>
      </w:r>
      <w:r w:rsidR="00083993">
        <w:rPr>
          <w:rtl/>
        </w:rPr>
        <w:t xml:space="preserve">ں </w:t>
      </w:r>
      <w:r>
        <w:rPr>
          <w:rtl/>
        </w:rPr>
        <w:t>جو قرآن كے خود ساختہ ہونے پر مبتنى ہي</w:t>
      </w:r>
      <w:r w:rsidR="00083993">
        <w:rPr>
          <w:rtl/>
        </w:rPr>
        <w:t xml:space="preserve">ں </w:t>
      </w:r>
      <w:r>
        <w:rPr>
          <w:rtl/>
        </w:rPr>
        <w:t>_</w:t>
      </w:r>
      <w:r w:rsidRPr="00813150">
        <w:rPr>
          <w:rStyle w:val="libArabicChar"/>
          <w:rFonts w:hint="eastAsia"/>
          <w:rtl/>
        </w:rPr>
        <w:t>انّما</w:t>
      </w:r>
      <w:r w:rsidRPr="00813150">
        <w:rPr>
          <w:rStyle w:val="libArabicChar"/>
          <w:rtl/>
        </w:rPr>
        <w:t xml:space="preserve"> انت مفتر ... قل نز ّل</w:t>
      </w:r>
      <w:r w:rsidR="00120F63" w:rsidRPr="00B2551F">
        <w:rPr>
          <w:rStyle w:val="libArabicChar"/>
          <w:rFonts w:hint="cs"/>
          <w:rtl/>
        </w:rPr>
        <w:t>ه</w:t>
      </w:r>
      <w:r w:rsidRPr="00813150">
        <w:rPr>
          <w:rStyle w:val="libArabicChar"/>
          <w:rtl/>
        </w:rPr>
        <w:t xml:space="preserve"> </w:t>
      </w:r>
      <w:r w:rsidRPr="00813150">
        <w:rPr>
          <w:rStyle w:val="libArabicChar"/>
          <w:rFonts w:hint="cs"/>
          <w:rtl/>
        </w:rPr>
        <w:t>روح</w:t>
      </w:r>
      <w:r w:rsidRPr="00813150">
        <w:rPr>
          <w:rStyle w:val="libArabicChar"/>
          <w:rtl/>
        </w:rPr>
        <w:t xml:space="preserve"> </w:t>
      </w:r>
      <w:r w:rsidRPr="00813150">
        <w:rPr>
          <w:rStyle w:val="libArabicChar"/>
          <w:rFonts w:hint="cs"/>
          <w:rtl/>
        </w:rPr>
        <w:t>القدس</w:t>
      </w:r>
      <w:r w:rsidRPr="00813150">
        <w:rPr>
          <w:rStyle w:val="libArabicChar"/>
          <w:rtl/>
        </w:rPr>
        <w:t xml:space="preserve"> </w:t>
      </w:r>
      <w:r w:rsidRPr="00813150">
        <w:rPr>
          <w:rStyle w:val="libArabicChar"/>
          <w:rFonts w:hint="cs"/>
          <w:rtl/>
        </w:rPr>
        <w:t>م</w:t>
      </w:r>
      <w:r w:rsidRPr="00813150">
        <w:rPr>
          <w:rStyle w:val="libArabicChar"/>
          <w:rtl/>
        </w:rPr>
        <w:t>ن ربّك</w:t>
      </w:r>
    </w:p>
    <w:p w:rsidR="001F628F" w:rsidRDefault="001F628F" w:rsidP="00813150">
      <w:pPr>
        <w:pStyle w:val="libNormal"/>
        <w:rPr>
          <w:rtl/>
        </w:rPr>
      </w:pPr>
      <w:r>
        <w:rPr>
          <w:rtl/>
        </w:rPr>
        <w:t>2_ ناسخ اور منسوخ تمام آيات ، پرودرگار كى طرف سے نازل ہوئي ہي</w:t>
      </w:r>
      <w:r w:rsidR="00083993">
        <w:rPr>
          <w:rtl/>
        </w:rPr>
        <w:t xml:space="preserve">ں </w:t>
      </w:r>
      <w:r>
        <w:rPr>
          <w:rtl/>
        </w:rPr>
        <w:t>_</w:t>
      </w:r>
      <w:r w:rsidRPr="00813150">
        <w:rPr>
          <w:rStyle w:val="libArabicChar"/>
          <w:rFonts w:hint="eastAsia"/>
          <w:rtl/>
        </w:rPr>
        <w:t>قل</w:t>
      </w:r>
      <w:r w:rsidRPr="00813150">
        <w:rPr>
          <w:rStyle w:val="libArabicChar"/>
          <w:rtl/>
        </w:rPr>
        <w:t xml:space="preserve"> نزّل</w:t>
      </w:r>
      <w:r w:rsidR="00120F63" w:rsidRPr="00B2551F">
        <w:rPr>
          <w:rStyle w:val="libArabicChar"/>
          <w:rFonts w:hint="cs"/>
          <w:rtl/>
        </w:rPr>
        <w:t>ه</w:t>
      </w:r>
      <w:r w:rsidRPr="00813150">
        <w:rPr>
          <w:rStyle w:val="libArabicChar"/>
          <w:rtl/>
        </w:rPr>
        <w:t xml:space="preserve"> </w:t>
      </w:r>
      <w:r w:rsidRPr="00813150">
        <w:rPr>
          <w:rStyle w:val="libArabicChar"/>
          <w:rFonts w:hint="cs"/>
          <w:rtl/>
        </w:rPr>
        <w:t>روح</w:t>
      </w:r>
      <w:r w:rsidRPr="00813150">
        <w:rPr>
          <w:rStyle w:val="libArabicChar"/>
          <w:rtl/>
        </w:rPr>
        <w:t xml:space="preserve"> </w:t>
      </w:r>
      <w:r w:rsidRPr="00813150">
        <w:rPr>
          <w:rStyle w:val="libArabicChar"/>
          <w:rFonts w:hint="cs"/>
          <w:rtl/>
        </w:rPr>
        <w:t>الله</w:t>
      </w:r>
      <w:r w:rsidRPr="00813150">
        <w:rPr>
          <w:rStyle w:val="libArabicChar"/>
          <w:rtl/>
        </w:rPr>
        <w:t xml:space="preserve"> </w:t>
      </w:r>
      <w:r w:rsidRPr="00813150">
        <w:rPr>
          <w:rStyle w:val="libArabicChar"/>
          <w:rFonts w:hint="cs"/>
          <w:rtl/>
        </w:rPr>
        <w:t>القدس</w:t>
      </w:r>
      <w:r w:rsidRPr="00813150">
        <w:rPr>
          <w:rStyle w:val="libArabicChar"/>
          <w:rtl/>
        </w:rPr>
        <w:t xml:space="preserve"> </w:t>
      </w:r>
      <w:r w:rsidRPr="00813150">
        <w:rPr>
          <w:rStyle w:val="libArabicChar"/>
          <w:rFonts w:hint="cs"/>
          <w:rtl/>
        </w:rPr>
        <w:t>م</w:t>
      </w:r>
      <w:r w:rsidRPr="00813150">
        <w:rPr>
          <w:rStyle w:val="libArabicChar"/>
          <w:rtl/>
        </w:rPr>
        <w:t>ن ربّك</w:t>
      </w:r>
    </w:p>
    <w:p w:rsidR="001F628F" w:rsidRDefault="001F628F" w:rsidP="001F628F">
      <w:pPr>
        <w:pStyle w:val="libNormal"/>
        <w:rPr>
          <w:rtl/>
        </w:rPr>
      </w:pPr>
      <w:r>
        <w:rPr>
          <w:rtl/>
        </w:rPr>
        <w:t>3 _ روح القدس ( جبرائيل ) ابلاغ وحى كا واسطہ اور پرودرگار كى طرف سے منزّہ مخلوق ہے_</w:t>
      </w:r>
    </w:p>
    <w:p w:rsidR="001F628F" w:rsidRDefault="001F628F" w:rsidP="00813150">
      <w:pPr>
        <w:pStyle w:val="libArabic"/>
        <w:rPr>
          <w:rtl/>
        </w:rPr>
      </w:pPr>
      <w:r>
        <w:rPr>
          <w:rFonts w:hint="eastAsia"/>
          <w:rtl/>
        </w:rPr>
        <w:t>قل</w:t>
      </w:r>
      <w:r>
        <w:rPr>
          <w:rtl/>
        </w:rPr>
        <w:t xml:space="preserve"> نزّل</w:t>
      </w:r>
      <w:r w:rsidR="00120F63" w:rsidRPr="00ED5DE8">
        <w:rPr>
          <w:rFonts w:hint="cs"/>
          <w:rtl/>
        </w:rPr>
        <w:t>ه</w:t>
      </w:r>
      <w:r>
        <w:rPr>
          <w:rtl/>
        </w:rPr>
        <w:t xml:space="preserve"> </w:t>
      </w:r>
      <w:r>
        <w:rPr>
          <w:rFonts w:hint="cs"/>
          <w:rtl/>
        </w:rPr>
        <w:t>روح</w:t>
      </w:r>
      <w:r>
        <w:rPr>
          <w:rtl/>
        </w:rPr>
        <w:t xml:space="preserve"> </w:t>
      </w:r>
      <w:r>
        <w:rPr>
          <w:rFonts w:hint="cs"/>
          <w:rtl/>
        </w:rPr>
        <w:t>القدس</w:t>
      </w:r>
      <w:r>
        <w:rPr>
          <w:rtl/>
        </w:rPr>
        <w:t xml:space="preserve"> </w:t>
      </w:r>
      <w:r>
        <w:rPr>
          <w:rFonts w:hint="cs"/>
          <w:rtl/>
        </w:rPr>
        <w:t>من</w:t>
      </w:r>
      <w:r>
        <w:rPr>
          <w:rtl/>
        </w:rPr>
        <w:t xml:space="preserve"> ربّك</w:t>
      </w:r>
    </w:p>
    <w:p w:rsidR="001F628F" w:rsidRDefault="001F628F" w:rsidP="001F628F">
      <w:pPr>
        <w:pStyle w:val="libNormal"/>
        <w:rPr>
          <w:rtl/>
        </w:rPr>
      </w:pPr>
      <w:r>
        <w:rPr>
          <w:rFonts w:hint="eastAsia"/>
          <w:rtl/>
        </w:rPr>
        <w:t>اس</w:t>
      </w:r>
      <w:r>
        <w:rPr>
          <w:rtl/>
        </w:rPr>
        <w:t xml:space="preserve"> بات كو ملحوظ خاطر ركھتے ہوئے كہ ''قدس'' كا معنى طہارت اور پاكيزگى ہے حضرت جبرائيل كا روح القدس سے ملقب ہوناممكن ہے ان كے آيات الہى مي</w:t>
      </w:r>
      <w:r w:rsidR="00083993">
        <w:rPr>
          <w:rtl/>
        </w:rPr>
        <w:t xml:space="preserve">ں </w:t>
      </w:r>
      <w:r>
        <w:rPr>
          <w:rtl/>
        </w:rPr>
        <w:t>دخل و تصرف سے منزّہ ہونے كو بيان كرنے كے ليے ہو_</w:t>
      </w:r>
    </w:p>
    <w:p w:rsidR="001F628F" w:rsidRDefault="001F628F" w:rsidP="00813150">
      <w:pPr>
        <w:pStyle w:val="libNormal"/>
        <w:rPr>
          <w:rtl/>
        </w:rPr>
      </w:pPr>
      <w:r>
        <w:rPr>
          <w:rtl/>
        </w:rPr>
        <w:t>4_قرآن ، ايك بلند و بالا حقيقت كا حامل ہے_</w:t>
      </w:r>
      <w:r w:rsidRPr="00813150">
        <w:rPr>
          <w:rStyle w:val="libArabicChar"/>
          <w:rFonts w:hint="eastAsia"/>
          <w:rtl/>
        </w:rPr>
        <w:t>قالوا</w:t>
      </w:r>
      <w:r w:rsidRPr="00813150">
        <w:rPr>
          <w:rStyle w:val="libArabicChar"/>
          <w:rtl/>
        </w:rPr>
        <w:t xml:space="preserve"> انّما انت مفتر ...قل نز ّل</w:t>
      </w:r>
      <w:r w:rsidR="00120F63" w:rsidRPr="00B2551F">
        <w:rPr>
          <w:rStyle w:val="libArabicChar"/>
          <w:rFonts w:hint="cs"/>
          <w:rtl/>
        </w:rPr>
        <w:t>ه</w:t>
      </w:r>
      <w:r w:rsidRPr="00813150">
        <w:rPr>
          <w:rStyle w:val="libArabicChar"/>
          <w:rtl/>
        </w:rPr>
        <w:t xml:space="preserve"> </w:t>
      </w:r>
      <w:r w:rsidRPr="00813150">
        <w:rPr>
          <w:rStyle w:val="libArabicChar"/>
          <w:rFonts w:hint="cs"/>
          <w:rtl/>
        </w:rPr>
        <w:t>روح</w:t>
      </w:r>
      <w:r w:rsidRPr="00813150">
        <w:rPr>
          <w:rStyle w:val="libArabicChar"/>
          <w:rtl/>
        </w:rPr>
        <w:t xml:space="preserve"> </w:t>
      </w:r>
      <w:r w:rsidRPr="00813150">
        <w:rPr>
          <w:rStyle w:val="libArabicChar"/>
          <w:rFonts w:hint="cs"/>
          <w:rtl/>
        </w:rPr>
        <w:t>القدس</w:t>
      </w:r>
      <w:r w:rsidRPr="00813150">
        <w:rPr>
          <w:rStyle w:val="libArabicChar"/>
          <w:rtl/>
        </w:rPr>
        <w:t xml:space="preserve"> </w:t>
      </w:r>
      <w:r w:rsidRPr="00813150">
        <w:rPr>
          <w:rStyle w:val="libArabicChar"/>
          <w:rFonts w:hint="cs"/>
          <w:rtl/>
        </w:rPr>
        <w:t>م</w:t>
      </w:r>
      <w:r w:rsidRPr="00813150">
        <w:rPr>
          <w:rStyle w:val="libArabicChar"/>
          <w:rtl/>
        </w:rPr>
        <w:t>ن ربّك</w:t>
      </w:r>
    </w:p>
    <w:p w:rsidR="00813150" w:rsidRDefault="001F628F" w:rsidP="00813150">
      <w:pPr>
        <w:pStyle w:val="libNormal"/>
        <w:rPr>
          <w:rtl/>
        </w:rPr>
      </w:pPr>
      <w:r>
        <w:rPr>
          <w:rtl/>
        </w:rPr>
        <w:t>''نزّل'' كہ جس كا معنى او پر سے نيچے كى جانب نازل ہونا ہے كى تعبير حضرت جبرئيل كے توسط سے پيغمبر اكرم</w:t>
      </w:r>
      <w:r w:rsidR="00F031CD" w:rsidRPr="00F031CD">
        <w:rPr>
          <w:rStyle w:val="libAlaemChar"/>
          <w:rtl/>
        </w:rPr>
        <w:t xml:space="preserve"> صلى‌الله‌عليه‌وآله‌وسلم </w:t>
      </w:r>
      <w:r>
        <w:rPr>
          <w:rtl/>
        </w:rPr>
        <w:t xml:space="preserve"> پرقرآن كو القاء كرنے كے سلسلہ</w:t>
      </w:r>
      <w:r w:rsidR="00813150" w:rsidRPr="00813150">
        <w:rPr>
          <w:rFonts w:hint="eastAsia"/>
          <w:rtl/>
        </w:rPr>
        <w:t xml:space="preserve"> </w:t>
      </w:r>
      <w:r w:rsidR="00813150">
        <w:rPr>
          <w:rFonts w:hint="eastAsia"/>
          <w:rtl/>
        </w:rPr>
        <w:t xml:space="preserve">ميں </w:t>
      </w:r>
      <w:r w:rsidR="00813150">
        <w:rPr>
          <w:rtl/>
        </w:rPr>
        <w:t>ممكن ہے مذكورہ نكتہ سے حكايت ہو_</w:t>
      </w:r>
    </w:p>
    <w:p w:rsidR="00813150" w:rsidRDefault="00813150" w:rsidP="00813150">
      <w:pPr>
        <w:pStyle w:val="libNormal"/>
        <w:rPr>
          <w:rtl/>
        </w:rPr>
      </w:pPr>
      <w:r>
        <w:rPr>
          <w:rtl/>
        </w:rPr>
        <w:t>6_ قرآن مجيد ، مجسمہ حق اور باطل و بيہودہ كلام سے منزّہ كتاب ہے_</w:t>
      </w:r>
      <w:r w:rsidRPr="00813150">
        <w:rPr>
          <w:rStyle w:val="libArabicChar"/>
          <w:rFonts w:hint="eastAsia"/>
          <w:rtl/>
        </w:rPr>
        <w:t>قل</w:t>
      </w:r>
      <w:r w:rsidRPr="00813150">
        <w:rPr>
          <w:rStyle w:val="libArabicChar"/>
          <w:rtl/>
        </w:rPr>
        <w:t xml:space="preserve"> نزّل</w:t>
      </w:r>
      <w:r w:rsidR="00120F63" w:rsidRPr="00B2551F">
        <w:rPr>
          <w:rStyle w:val="libArabicChar"/>
          <w:rFonts w:hint="cs"/>
          <w:rtl/>
        </w:rPr>
        <w:t>ه</w:t>
      </w:r>
      <w:r w:rsidRPr="00813150">
        <w:rPr>
          <w:rStyle w:val="libArabicChar"/>
          <w:rtl/>
        </w:rPr>
        <w:t xml:space="preserve"> </w:t>
      </w:r>
      <w:r w:rsidRPr="00813150">
        <w:rPr>
          <w:rStyle w:val="libArabicChar"/>
          <w:rFonts w:hint="cs"/>
          <w:rtl/>
        </w:rPr>
        <w:t>روح</w:t>
      </w:r>
      <w:r w:rsidRPr="00813150">
        <w:rPr>
          <w:rStyle w:val="libArabicChar"/>
          <w:rtl/>
        </w:rPr>
        <w:t xml:space="preserve"> </w:t>
      </w:r>
      <w:r w:rsidRPr="00813150">
        <w:rPr>
          <w:rStyle w:val="libArabicChar"/>
          <w:rFonts w:hint="cs"/>
          <w:rtl/>
        </w:rPr>
        <w:t>القدس</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ربّك</w:t>
      </w:r>
      <w:r w:rsidRPr="00813150">
        <w:rPr>
          <w:rStyle w:val="libArabicChar"/>
          <w:rtl/>
        </w:rPr>
        <w:t xml:space="preserve"> بالحق</w:t>
      </w:r>
    </w:p>
    <w:p w:rsidR="00813150" w:rsidRDefault="00813150" w:rsidP="00813150">
      <w:pPr>
        <w:pStyle w:val="libNormal"/>
        <w:rPr>
          <w:rtl/>
        </w:rPr>
      </w:pPr>
      <w:r>
        <w:rPr>
          <w:rtl/>
        </w:rPr>
        <w:t>7_قرآن مجيد كا تدريجى نزول اور اس كا ناسخ و منسوخ ہونا ،ايك برحق اور درست امر ہے_</w:t>
      </w:r>
    </w:p>
    <w:p w:rsidR="00813150" w:rsidRDefault="00813150" w:rsidP="00813150">
      <w:pPr>
        <w:pStyle w:val="libArabic"/>
        <w:rPr>
          <w:rtl/>
        </w:rPr>
      </w:pPr>
      <w:r>
        <w:rPr>
          <w:rFonts w:hint="eastAsia"/>
          <w:rtl/>
        </w:rPr>
        <w:t>واذا</w:t>
      </w:r>
      <w:r>
        <w:rPr>
          <w:rtl/>
        </w:rPr>
        <w:t xml:space="preserve"> بدلّنا ء آي</w:t>
      </w:r>
      <w:r w:rsidR="00120F63" w:rsidRPr="00ED5DE8">
        <w:rPr>
          <w:rFonts w:hint="cs"/>
          <w:rtl/>
        </w:rPr>
        <w:t>ه</w:t>
      </w:r>
      <w:r>
        <w:rPr>
          <w:rtl/>
        </w:rPr>
        <w:t xml:space="preserve"> </w:t>
      </w:r>
      <w:r>
        <w:rPr>
          <w:rFonts w:hint="cs"/>
          <w:rtl/>
        </w:rPr>
        <w:t>مكان</w:t>
      </w:r>
      <w:r>
        <w:rPr>
          <w:rtl/>
        </w:rPr>
        <w:t xml:space="preserve"> </w:t>
      </w:r>
      <w:r>
        <w:rPr>
          <w:rFonts w:hint="cs"/>
          <w:rtl/>
        </w:rPr>
        <w:t>اي</w:t>
      </w:r>
      <w:r w:rsidR="00120F63" w:rsidRPr="00ED5DE8">
        <w:rPr>
          <w:rFonts w:hint="cs"/>
          <w:rtl/>
        </w:rPr>
        <w:t>ه</w:t>
      </w:r>
      <w:r>
        <w:rPr>
          <w:rtl/>
        </w:rPr>
        <w:t xml:space="preserve"> ...</w:t>
      </w:r>
      <w:r>
        <w:rPr>
          <w:rFonts w:hint="cs"/>
          <w:rtl/>
        </w:rPr>
        <w:t>قل</w:t>
      </w:r>
      <w:r>
        <w:rPr>
          <w:rtl/>
        </w:rPr>
        <w:t xml:space="preserve"> </w:t>
      </w:r>
      <w:r>
        <w:rPr>
          <w:rFonts w:hint="cs"/>
          <w:rtl/>
        </w:rPr>
        <w:t>نز</w:t>
      </w:r>
      <w:r>
        <w:rPr>
          <w:rtl/>
        </w:rPr>
        <w:t xml:space="preserve"> </w:t>
      </w:r>
      <w:r>
        <w:rPr>
          <w:rFonts w:hint="cs"/>
          <w:rtl/>
        </w:rPr>
        <w:t>ّل</w:t>
      </w:r>
      <w:r w:rsidR="00120F63" w:rsidRPr="00ED5DE8">
        <w:rPr>
          <w:rFonts w:hint="cs"/>
          <w:rtl/>
        </w:rPr>
        <w:t>ه</w:t>
      </w:r>
      <w:r>
        <w:rPr>
          <w:rtl/>
        </w:rPr>
        <w:t xml:space="preserve"> </w:t>
      </w:r>
      <w:r>
        <w:rPr>
          <w:rFonts w:hint="cs"/>
          <w:rtl/>
        </w:rPr>
        <w:t>روح</w:t>
      </w:r>
      <w:r>
        <w:rPr>
          <w:rtl/>
        </w:rPr>
        <w:t xml:space="preserve"> </w:t>
      </w:r>
      <w:r>
        <w:rPr>
          <w:rFonts w:hint="cs"/>
          <w:rtl/>
        </w:rPr>
        <w:t>القدس</w:t>
      </w:r>
      <w:r>
        <w:rPr>
          <w:rtl/>
        </w:rPr>
        <w:t xml:space="preserve"> </w:t>
      </w:r>
      <w:r>
        <w:rPr>
          <w:rFonts w:hint="cs"/>
          <w:rtl/>
        </w:rPr>
        <w:t>من</w:t>
      </w:r>
      <w:r>
        <w:rPr>
          <w:rtl/>
        </w:rPr>
        <w:t xml:space="preserve"> </w:t>
      </w:r>
      <w:r>
        <w:rPr>
          <w:rFonts w:hint="cs"/>
          <w:rtl/>
        </w:rPr>
        <w:t>ربّك</w:t>
      </w:r>
      <w:r>
        <w:rPr>
          <w:rtl/>
        </w:rPr>
        <w:t xml:space="preserve"> </w:t>
      </w:r>
      <w:r>
        <w:rPr>
          <w:rFonts w:hint="cs"/>
          <w:rtl/>
        </w:rPr>
        <w:t>ب</w:t>
      </w:r>
      <w:r>
        <w:rPr>
          <w:rtl/>
        </w:rPr>
        <w:t>الحقّ</w:t>
      </w:r>
    </w:p>
    <w:p w:rsidR="001F628F" w:rsidRDefault="001F628F" w:rsidP="001F628F">
      <w:pPr>
        <w:pStyle w:val="libNormal"/>
        <w:rPr>
          <w:rtl/>
        </w:rPr>
      </w:pPr>
    </w:p>
    <w:p w:rsidR="00813150"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8_ قرآن اور اس كى آيات كا تدريجى نزول ، مؤمنين كے ايمان كو محكم اور پختہ كرنے كا سرچشمہ ہے _</w:t>
      </w:r>
    </w:p>
    <w:p w:rsidR="001F628F" w:rsidRDefault="001F628F" w:rsidP="00813150">
      <w:pPr>
        <w:pStyle w:val="libArabic"/>
        <w:rPr>
          <w:rtl/>
        </w:rPr>
      </w:pPr>
      <w:r>
        <w:rPr>
          <w:rFonts w:hint="eastAsia"/>
          <w:rtl/>
        </w:rPr>
        <w:t>نز</w:t>
      </w:r>
      <w:r>
        <w:rPr>
          <w:rtl/>
        </w:rPr>
        <w:t xml:space="preserve"> ّل</w:t>
      </w:r>
      <w:r w:rsidR="00120F63" w:rsidRPr="00ED5DE8">
        <w:rPr>
          <w:rFonts w:hint="cs"/>
          <w:rtl/>
        </w:rPr>
        <w:t>ه</w:t>
      </w:r>
      <w:r>
        <w:rPr>
          <w:rtl/>
        </w:rPr>
        <w:t xml:space="preserve"> ...</w:t>
      </w:r>
      <w:r>
        <w:rPr>
          <w:rFonts w:hint="cs"/>
          <w:rtl/>
        </w:rPr>
        <w:t>ليثبّت</w:t>
      </w:r>
      <w:r>
        <w:rPr>
          <w:rtl/>
        </w:rPr>
        <w:t xml:space="preserve"> </w:t>
      </w:r>
      <w:r>
        <w:rPr>
          <w:rFonts w:hint="cs"/>
          <w:rtl/>
        </w:rPr>
        <w:t>الذين</w:t>
      </w:r>
      <w:r>
        <w:rPr>
          <w:rtl/>
        </w:rPr>
        <w:t xml:space="preserve"> </w:t>
      </w:r>
      <w:r>
        <w:rPr>
          <w:rFonts w:hint="cs"/>
          <w:rtl/>
        </w:rPr>
        <w:t>ء</w:t>
      </w:r>
      <w:r>
        <w:rPr>
          <w:rtl/>
        </w:rPr>
        <w:t xml:space="preserve"> امنو</w:t>
      </w:r>
    </w:p>
    <w:p w:rsidR="001F628F" w:rsidRDefault="001F628F" w:rsidP="00813150">
      <w:pPr>
        <w:pStyle w:val="libNormal"/>
        <w:rPr>
          <w:rtl/>
        </w:rPr>
      </w:pPr>
      <w:r>
        <w:rPr>
          <w:rtl/>
        </w:rPr>
        <w:t>9_قرآن اور اس كى آيات مسلمانو</w:t>
      </w:r>
      <w:r w:rsidR="00083993">
        <w:rPr>
          <w:rtl/>
        </w:rPr>
        <w:t xml:space="preserve">ں </w:t>
      </w:r>
      <w:r>
        <w:rPr>
          <w:rtl/>
        </w:rPr>
        <w:t>كے ليے ہدايت اور بشارت كى حامل ہي</w:t>
      </w:r>
      <w:r w:rsidR="00083993">
        <w:rPr>
          <w:rtl/>
        </w:rPr>
        <w:t xml:space="preserve">ں </w:t>
      </w:r>
      <w:r>
        <w:rPr>
          <w:rtl/>
        </w:rPr>
        <w:t>_</w:t>
      </w:r>
      <w:r w:rsidRPr="00813150">
        <w:rPr>
          <w:rStyle w:val="libArabicChar"/>
          <w:rFonts w:hint="eastAsia"/>
          <w:rtl/>
        </w:rPr>
        <w:t>و</w:t>
      </w:r>
      <w:r w:rsidR="00120F63" w:rsidRPr="00B2551F">
        <w:rPr>
          <w:rStyle w:val="libArabicChar"/>
          <w:rFonts w:hint="cs"/>
          <w:rtl/>
        </w:rPr>
        <w:t>ه</w:t>
      </w:r>
      <w:r w:rsidRPr="00813150">
        <w:rPr>
          <w:rStyle w:val="libArabicChar"/>
          <w:rFonts w:hint="cs"/>
          <w:rtl/>
        </w:rPr>
        <w:t>دى</w:t>
      </w:r>
      <w:r w:rsidRPr="00813150">
        <w:rPr>
          <w:rStyle w:val="libArabicChar"/>
          <w:rtl/>
        </w:rPr>
        <w:t xml:space="preserve"> ً وبشرى للمسلمين</w:t>
      </w:r>
    </w:p>
    <w:p w:rsidR="001F628F" w:rsidRDefault="001F628F" w:rsidP="00813150">
      <w:pPr>
        <w:pStyle w:val="libNormal"/>
        <w:rPr>
          <w:rtl/>
        </w:rPr>
      </w:pPr>
      <w:r>
        <w:rPr>
          <w:rtl/>
        </w:rPr>
        <w:t>10_ نسخ اور الہى پيغامات مي</w:t>
      </w:r>
      <w:r w:rsidR="00083993">
        <w:rPr>
          <w:rtl/>
        </w:rPr>
        <w:t xml:space="preserve">ں </w:t>
      </w:r>
      <w:r>
        <w:rPr>
          <w:rtl/>
        </w:rPr>
        <w:t>تبديلى نيز قرآنى آيات سے تدريجى نزول كا مقصد ، مؤمنين كے ايمان كو پختہ اور مسلمانو</w:t>
      </w:r>
      <w:r w:rsidR="00083993">
        <w:rPr>
          <w:rtl/>
        </w:rPr>
        <w:t xml:space="preserve">ں </w:t>
      </w:r>
      <w:r>
        <w:rPr>
          <w:rtl/>
        </w:rPr>
        <w:t>كو ہدايت اور بشارت دينا ہے _</w:t>
      </w:r>
      <w:r w:rsidRPr="00813150">
        <w:rPr>
          <w:rStyle w:val="libArabicChar"/>
          <w:rFonts w:hint="eastAsia"/>
          <w:rtl/>
        </w:rPr>
        <w:t>واذا</w:t>
      </w:r>
      <w:r w:rsidRPr="00813150">
        <w:rPr>
          <w:rStyle w:val="libArabicChar"/>
          <w:rtl/>
        </w:rPr>
        <w:t xml:space="preserve"> ابدلنّا اية مكان ء اية ...قل نزّل</w:t>
      </w:r>
      <w:r w:rsidR="00120F63" w:rsidRPr="00B2551F">
        <w:rPr>
          <w:rStyle w:val="libArabicChar"/>
          <w:rFonts w:hint="cs"/>
          <w:rtl/>
        </w:rPr>
        <w:t>ه</w:t>
      </w:r>
      <w:r w:rsidRPr="00813150">
        <w:rPr>
          <w:rStyle w:val="libArabicChar"/>
          <w:rtl/>
        </w:rPr>
        <w:t xml:space="preserve"> ... ليثبّت الذين ء امنوا و</w:t>
      </w:r>
      <w:r w:rsidR="00120F63" w:rsidRPr="00B2551F">
        <w:rPr>
          <w:rStyle w:val="libArabicChar"/>
          <w:rFonts w:hint="cs"/>
          <w:rtl/>
        </w:rPr>
        <w:t>ه</w:t>
      </w:r>
      <w:r w:rsidRPr="00813150">
        <w:rPr>
          <w:rStyle w:val="libArabicChar"/>
          <w:rFonts w:hint="cs"/>
          <w:rtl/>
        </w:rPr>
        <w:t>دى</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بشرى</w:t>
      </w:r>
      <w:r w:rsidRPr="00813150">
        <w:rPr>
          <w:rStyle w:val="libArabicChar"/>
          <w:rtl/>
        </w:rPr>
        <w:t xml:space="preserve"> </w:t>
      </w:r>
      <w:r w:rsidRPr="00813150">
        <w:rPr>
          <w:rStyle w:val="libArabicChar"/>
          <w:rFonts w:hint="cs"/>
          <w:rtl/>
        </w:rPr>
        <w:t>لل</w:t>
      </w:r>
      <w:r w:rsidRPr="00813150">
        <w:rPr>
          <w:rStyle w:val="libArabicChar"/>
          <w:rtl/>
        </w:rPr>
        <w:t>مسلمين</w:t>
      </w:r>
    </w:p>
    <w:p w:rsidR="001F628F" w:rsidRDefault="001F628F" w:rsidP="001F628F">
      <w:pPr>
        <w:pStyle w:val="libNormal"/>
        <w:rPr>
          <w:rtl/>
        </w:rPr>
      </w:pPr>
      <w:r>
        <w:rPr>
          <w:rtl/>
        </w:rPr>
        <w:t>11_ہدايت اور قرآنى بشارت سے بہرہ مند ہونے كى شرط يہ ہے كہ انسان حق كے مقابلہ مي</w:t>
      </w:r>
      <w:r w:rsidR="00083993">
        <w:rPr>
          <w:rtl/>
        </w:rPr>
        <w:t xml:space="preserve">ں </w:t>
      </w:r>
      <w:r>
        <w:rPr>
          <w:rtl/>
        </w:rPr>
        <w:t>تسليم كى فكر ركھتا ہو_</w:t>
      </w:r>
    </w:p>
    <w:p w:rsidR="001F628F" w:rsidRDefault="001F628F" w:rsidP="00813150">
      <w:pPr>
        <w:pStyle w:val="libArabic"/>
        <w:rPr>
          <w:rtl/>
        </w:rPr>
      </w:pPr>
      <w:r>
        <w:rPr>
          <w:rFonts w:hint="eastAsia"/>
          <w:rtl/>
        </w:rPr>
        <w:t>و</w:t>
      </w:r>
      <w:r w:rsidR="00120F63" w:rsidRPr="00ED5DE8">
        <w:rPr>
          <w:rFonts w:hint="cs"/>
          <w:rtl/>
        </w:rPr>
        <w:t>ه</w:t>
      </w:r>
      <w:r>
        <w:rPr>
          <w:rFonts w:hint="cs"/>
          <w:rtl/>
        </w:rPr>
        <w:t>ديً</w:t>
      </w:r>
      <w:r>
        <w:rPr>
          <w:rtl/>
        </w:rPr>
        <w:t xml:space="preserve"> بشرى للمسلمين</w:t>
      </w:r>
    </w:p>
    <w:p w:rsidR="001F628F" w:rsidRDefault="001F628F" w:rsidP="00813150">
      <w:pPr>
        <w:pStyle w:val="libNormal"/>
        <w:rPr>
          <w:rtl/>
        </w:rPr>
      </w:pPr>
      <w:r>
        <w:rPr>
          <w:rtl/>
        </w:rPr>
        <w:t>12_ مؤمنين ،حق كے مقابلہ مي</w:t>
      </w:r>
      <w:r w:rsidR="00083993">
        <w:rPr>
          <w:rtl/>
        </w:rPr>
        <w:t xml:space="preserve">ں </w:t>
      </w:r>
      <w:r>
        <w:rPr>
          <w:rtl/>
        </w:rPr>
        <w:t>روح فرمانبردارى سے بہرہ مند ہي</w:t>
      </w:r>
      <w:r w:rsidR="00083993">
        <w:rPr>
          <w:rtl/>
        </w:rPr>
        <w:t xml:space="preserve">ں </w:t>
      </w:r>
      <w:r>
        <w:rPr>
          <w:rtl/>
        </w:rPr>
        <w:t>_</w:t>
      </w:r>
      <w:r w:rsidRPr="00813150">
        <w:rPr>
          <w:rStyle w:val="libArabicChar"/>
          <w:rFonts w:hint="eastAsia"/>
          <w:rtl/>
        </w:rPr>
        <w:t>ليثبّت</w:t>
      </w:r>
      <w:r w:rsidRPr="00813150">
        <w:rPr>
          <w:rStyle w:val="libArabicChar"/>
          <w:rtl/>
        </w:rPr>
        <w:t xml:space="preserve"> الذين ء امنوا و</w:t>
      </w:r>
      <w:r w:rsidR="00120F63" w:rsidRPr="00B2551F">
        <w:rPr>
          <w:rStyle w:val="libArabicChar"/>
          <w:rFonts w:hint="cs"/>
          <w:rtl/>
        </w:rPr>
        <w:t>ه</w:t>
      </w:r>
      <w:r w:rsidRPr="00813150">
        <w:rPr>
          <w:rStyle w:val="libArabicChar"/>
          <w:rFonts w:hint="cs"/>
          <w:rtl/>
        </w:rPr>
        <w:t>د</w:t>
      </w:r>
      <w:r w:rsidRPr="00813150">
        <w:rPr>
          <w:rStyle w:val="libArabicChar"/>
          <w:rtl/>
        </w:rPr>
        <w:t>يً و بشرى للمسلمين</w:t>
      </w:r>
    </w:p>
    <w:p w:rsidR="001F628F" w:rsidRDefault="001F628F" w:rsidP="001F628F">
      <w:pPr>
        <w:pStyle w:val="libNormal"/>
        <w:rPr>
          <w:rtl/>
        </w:rPr>
      </w:pPr>
      <w:r>
        <w:rPr>
          <w:rFonts w:hint="eastAsia"/>
          <w:rtl/>
        </w:rPr>
        <w:t>مذكورہ</w:t>
      </w:r>
      <w:r>
        <w:rPr>
          <w:rtl/>
        </w:rPr>
        <w:t xml:space="preserve"> تفسير اس نكتہ پر موقوف ہے كہ </w:t>
      </w:r>
      <w:r w:rsidRPr="00813150">
        <w:rPr>
          <w:rStyle w:val="libArabicChar"/>
          <w:rtl/>
        </w:rPr>
        <w:t>''للمسليمن'' ''الذين ء امنوا''</w:t>
      </w:r>
      <w:r>
        <w:rPr>
          <w:rtl/>
        </w:rPr>
        <w:t xml:space="preserve"> كے ليے دوسرى صفت ہو نہ كہ لوگو</w:t>
      </w:r>
      <w:r w:rsidR="00083993">
        <w:rPr>
          <w:rtl/>
        </w:rPr>
        <w:t xml:space="preserve">ں </w:t>
      </w:r>
      <w:r>
        <w:rPr>
          <w:rtl/>
        </w:rPr>
        <w:t>كے دوسرے گروہ كو بيان كرنے والاہو_</w:t>
      </w:r>
    </w:p>
    <w:p w:rsidR="001F628F" w:rsidRDefault="001F628F" w:rsidP="001F628F">
      <w:pPr>
        <w:pStyle w:val="libNormal"/>
        <w:rPr>
          <w:rtl/>
        </w:rPr>
      </w:pPr>
      <w:r>
        <w:rPr>
          <w:rtl/>
        </w:rPr>
        <w:t>13_ قرآن سے لوگو</w:t>
      </w:r>
      <w:r w:rsidR="00083993">
        <w:rPr>
          <w:rtl/>
        </w:rPr>
        <w:t xml:space="preserve">ں </w:t>
      </w:r>
      <w:r>
        <w:rPr>
          <w:rtl/>
        </w:rPr>
        <w:t>كا بہر ہ مند ہونا ، متفاوت اور مختلف مراتب كا حامل ہے _</w:t>
      </w:r>
    </w:p>
    <w:p w:rsidR="001F628F" w:rsidRDefault="001F628F" w:rsidP="00813150">
      <w:pPr>
        <w:pStyle w:val="libArabic"/>
        <w:rPr>
          <w:rtl/>
        </w:rPr>
      </w:pPr>
      <w:r>
        <w:rPr>
          <w:rFonts w:hint="eastAsia"/>
          <w:rtl/>
        </w:rPr>
        <w:t>قل</w:t>
      </w:r>
      <w:r>
        <w:rPr>
          <w:rtl/>
        </w:rPr>
        <w:t xml:space="preserve"> نز ّل</w:t>
      </w:r>
      <w:r w:rsidR="00120F63" w:rsidRPr="00ED5DE8">
        <w:rPr>
          <w:rFonts w:hint="cs"/>
          <w:rtl/>
        </w:rPr>
        <w:t>ه</w:t>
      </w:r>
      <w:r>
        <w:rPr>
          <w:rtl/>
        </w:rPr>
        <w:t xml:space="preserve"> </w:t>
      </w:r>
      <w:r>
        <w:rPr>
          <w:rFonts w:hint="cs"/>
          <w:rtl/>
        </w:rPr>
        <w:t>روح</w:t>
      </w:r>
      <w:r>
        <w:rPr>
          <w:rtl/>
        </w:rPr>
        <w:t xml:space="preserve"> </w:t>
      </w:r>
      <w:r>
        <w:rPr>
          <w:rFonts w:hint="cs"/>
          <w:rtl/>
        </w:rPr>
        <w:t>القدس</w:t>
      </w:r>
      <w:r>
        <w:rPr>
          <w:rtl/>
        </w:rPr>
        <w:t xml:space="preserve"> </w:t>
      </w:r>
      <w:r>
        <w:rPr>
          <w:rFonts w:hint="cs"/>
          <w:rtl/>
        </w:rPr>
        <w:t>من</w:t>
      </w:r>
      <w:r>
        <w:rPr>
          <w:rtl/>
        </w:rPr>
        <w:t xml:space="preserve"> </w:t>
      </w:r>
      <w:r>
        <w:rPr>
          <w:rFonts w:hint="cs"/>
          <w:rtl/>
        </w:rPr>
        <w:t>ربّك</w:t>
      </w:r>
      <w:r>
        <w:rPr>
          <w:rtl/>
        </w:rPr>
        <w:t xml:space="preserve"> </w:t>
      </w:r>
      <w:r>
        <w:rPr>
          <w:rFonts w:hint="cs"/>
          <w:rtl/>
        </w:rPr>
        <w:t>ب</w:t>
      </w:r>
      <w:r>
        <w:rPr>
          <w:rtl/>
        </w:rPr>
        <w:t xml:space="preserve">الحق ليثبّت الذين ء امنوا و </w:t>
      </w:r>
      <w:r w:rsidR="00120F63" w:rsidRPr="00ED5DE8">
        <w:rPr>
          <w:rFonts w:hint="cs"/>
          <w:rtl/>
        </w:rPr>
        <w:t>ه</w:t>
      </w:r>
      <w:r>
        <w:rPr>
          <w:rFonts w:hint="cs"/>
          <w:rtl/>
        </w:rPr>
        <w:t>ديً</w:t>
      </w:r>
      <w:r>
        <w:rPr>
          <w:rtl/>
        </w:rPr>
        <w:t xml:space="preserve"> </w:t>
      </w:r>
      <w:r>
        <w:rPr>
          <w:rFonts w:hint="cs"/>
          <w:rtl/>
        </w:rPr>
        <w:t>وبشرى</w:t>
      </w:r>
      <w:r>
        <w:rPr>
          <w:rtl/>
        </w:rPr>
        <w:t xml:space="preserve"> </w:t>
      </w:r>
      <w:r>
        <w:rPr>
          <w:rFonts w:hint="cs"/>
          <w:rtl/>
        </w:rPr>
        <w:t>للم</w:t>
      </w:r>
      <w:r>
        <w:rPr>
          <w:rtl/>
        </w:rPr>
        <w:t>سلمين</w:t>
      </w:r>
    </w:p>
    <w:p w:rsidR="001F628F" w:rsidRDefault="001F628F" w:rsidP="001F628F">
      <w:pPr>
        <w:pStyle w:val="libNormal"/>
        <w:rPr>
          <w:rtl/>
        </w:rPr>
      </w:pPr>
      <w:r>
        <w:rPr>
          <w:rFonts w:hint="eastAsia"/>
          <w:rtl/>
        </w:rPr>
        <w:t>يہ</w:t>
      </w:r>
      <w:r>
        <w:rPr>
          <w:rtl/>
        </w:rPr>
        <w:t xml:space="preserve"> جو قرآن مجيد نے اپنے مقصد كو مؤمنين كى ثابت قدمى پيدا كرنے والا اور مسلمانو</w:t>
      </w:r>
      <w:r w:rsidR="00083993">
        <w:rPr>
          <w:rtl/>
        </w:rPr>
        <w:t xml:space="preserve">ں </w:t>
      </w:r>
      <w:r>
        <w:rPr>
          <w:rtl/>
        </w:rPr>
        <w:t>كے ليے بشارت اور ہدايت قرار ديا ہے اور يہ دونو</w:t>
      </w:r>
      <w:r w:rsidR="00083993">
        <w:rPr>
          <w:rtl/>
        </w:rPr>
        <w:t xml:space="preserve">ں </w:t>
      </w:r>
      <w:r>
        <w:rPr>
          <w:rtl/>
        </w:rPr>
        <w:t>گروہ متفاوت ہي</w:t>
      </w:r>
      <w:r w:rsidR="00083993">
        <w:rPr>
          <w:rtl/>
        </w:rPr>
        <w:t xml:space="preserve">ں </w:t>
      </w:r>
      <w:r>
        <w:rPr>
          <w:rtl/>
        </w:rPr>
        <w:t>اس سے يہ استفادہ ہوتا ہے كہ قرآن سے بہرہ مند ہونے كے لحاظ سے لوگ يكسا</w:t>
      </w:r>
      <w:r w:rsidR="00083993">
        <w:rPr>
          <w:rtl/>
        </w:rPr>
        <w:t xml:space="preserve">ں </w:t>
      </w:r>
      <w:r>
        <w:rPr>
          <w:rtl/>
        </w:rPr>
        <w:t>نہي</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 xml:space="preserve">14_ </w:t>
      </w:r>
      <w:r w:rsidRPr="00813150">
        <w:rPr>
          <w:rStyle w:val="libArabicChar"/>
          <w:rtl/>
        </w:rPr>
        <w:t>''عن ابى جعفر</w:t>
      </w:r>
      <w:r w:rsidR="00367F17" w:rsidRPr="00367F17">
        <w:rPr>
          <w:rStyle w:val="libAlaemChar"/>
          <w:rtl/>
        </w:rPr>
        <w:t xml:space="preserve"> عليه‌السلام </w:t>
      </w:r>
      <w:r w:rsidRPr="00813150">
        <w:rPr>
          <w:rStyle w:val="libArabicChar"/>
          <w:rtl/>
        </w:rPr>
        <w:t xml:space="preserve"> فى قول</w:t>
      </w:r>
      <w:r w:rsidR="00120F63" w:rsidRPr="00B2551F">
        <w:rPr>
          <w:rStyle w:val="libArabicChar"/>
          <w:rFonts w:hint="cs"/>
          <w:rtl/>
        </w:rPr>
        <w:t>ه</w:t>
      </w:r>
      <w:r w:rsidRPr="00813150">
        <w:rPr>
          <w:rStyle w:val="libArabicChar"/>
          <w:rtl/>
        </w:rPr>
        <w:t xml:space="preserve"> ''</w:t>
      </w:r>
      <w:r w:rsidRPr="00813150">
        <w:rPr>
          <w:rStyle w:val="libArabicChar"/>
          <w:rFonts w:hint="cs"/>
          <w:rtl/>
        </w:rPr>
        <w:t>روح</w:t>
      </w:r>
      <w:r w:rsidRPr="00813150">
        <w:rPr>
          <w:rStyle w:val="libArabicChar"/>
          <w:rtl/>
        </w:rPr>
        <w:t xml:space="preserve"> </w:t>
      </w:r>
      <w:r w:rsidRPr="00813150">
        <w:rPr>
          <w:rStyle w:val="libArabicChar"/>
          <w:rFonts w:hint="cs"/>
          <w:rtl/>
        </w:rPr>
        <w:t>القدس</w:t>
      </w:r>
      <w:r w:rsidRPr="00813150">
        <w:rPr>
          <w:rStyle w:val="libArabicChar"/>
          <w:rtl/>
        </w:rPr>
        <w:t xml:space="preserve"> ''</w:t>
      </w:r>
      <w:r w:rsidRPr="00813150">
        <w:rPr>
          <w:rStyle w:val="libArabicChar"/>
          <w:rFonts w:hint="cs"/>
          <w:rtl/>
        </w:rPr>
        <w:t>قال</w:t>
      </w:r>
      <w:r w:rsidRPr="00813150">
        <w:rPr>
          <w:rStyle w:val="libArabicChar"/>
          <w:rtl/>
        </w:rPr>
        <w:t xml:space="preserve"> </w:t>
      </w:r>
      <w:r w:rsidR="00120F63" w:rsidRPr="00B2551F">
        <w:rPr>
          <w:rStyle w:val="libArabicChar"/>
          <w:rFonts w:hint="cs"/>
          <w:rtl/>
        </w:rPr>
        <w:t>ه</w:t>
      </w:r>
      <w:r w:rsidRPr="00813150">
        <w:rPr>
          <w:rStyle w:val="libArabicChar"/>
          <w:rFonts w:hint="cs"/>
          <w:rtl/>
        </w:rPr>
        <w:t>و</w:t>
      </w:r>
      <w:r w:rsidRPr="00813150">
        <w:rPr>
          <w:rStyle w:val="libArabicChar"/>
          <w:rtl/>
        </w:rPr>
        <w:t xml:space="preserve"> </w:t>
      </w:r>
      <w:r w:rsidRPr="00813150">
        <w:rPr>
          <w:rStyle w:val="libArabicChar"/>
          <w:rFonts w:hint="cs"/>
          <w:rtl/>
        </w:rPr>
        <w:t>جبرئيل</w:t>
      </w:r>
      <w:r w:rsidRPr="00813150">
        <w:rPr>
          <w:rStyle w:val="libArabicChar"/>
          <w:rtl/>
        </w:rPr>
        <w:t xml:space="preserve"> </w:t>
      </w:r>
      <w:r w:rsidRPr="00813150">
        <w:rPr>
          <w:rStyle w:val="libArabicChar"/>
          <w:rFonts w:hint="cs"/>
          <w:rtl/>
        </w:rPr>
        <w:t>،</w:t>
      </w:r>
      <w:r w:rsidRPr="00813150">
        <w:rPr>
          <w:rStyle w:val="libArabicChar"/>
          <w:rtl/>
        </w:rPr>
        <w:t xml:space="preserve"> </w:t>
      </w:r>
      <w:r w:rsidRPr="00813150">
        <w:rPr>
          <w:rStyle w:val="libArabicChar"/>
          <w:rFonts w:hint="cs"/>
          <w:rtl/>
        </w:rPr>
        <w:t>والقدس</w:t>
      </w:r>
      <w:r w:rsidRPr="00813150">
        <w:rPr>
          <w:rStyle w:val="libArabicChar"/>
          <w:rtl/>
        </w:rPr>
        <w:t xml:space="preserve"> </w:t>
      </w:r>
      <w:r w:rsidRPr="00813150">
        <w:rPr>
          <w:rStyle w:val="libArabicChar"/>
          <w:rFonts w:hint="cs"/>
          <w:rtl/>
        </w:rPr>
        <w:t>الطا</w:t>
      </w:r>
      <w:r w:rsidR="00120F63" w:rsidRPr="00B2551F">
        <w:rPr>
          <w:rStyle w:val="libArabicChar"/>
          <w:rFonts w:hint="cs"/>
          <w:rtl/>
        </w:rPr>
        <w:t>ه</w:t>
      </w:r>
      <w:r w:rsidRPr="00813150">
        <w:rPr>
          <w:rStyle w:val="libArabicChar"/>
          <w:rFonts w:hint="cs"/>
          <w:rtl/>
        </w:rPr>
        <w:t>ر</w:t>
      </w:r>
      <w:r w:rsidRPr="00813150">
        <w:rPr>
          <w:rStyle w:val="libArabicChar"/>
          <w:rtl/>
        </w:rPr>
        <w:t xml:space="preserve"> ...''</w:t>
      </w:r>
      <w:r w:rsidRPr="00813150">
        <w:rPr>
          <w:rStyle w:val="libFootnotenumChar"/>
          <w:rtl/>
        </w:rPr>
        <w:t>(1)</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1)بحار الانوار ج9 ص 221 ح 106 نورالثقلين ج3 ص 86 ح 227_</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امام</w:t>
      </w:r>
      <w:r>
        <w:rPr>
          <w:rtl/>
        </w:rPr>
        <w:t xml:space="preserve"> باقر</w:t>
      </w:r>
      <w:r w:rsidR="00367F17" w:rsidRPr="00367F17">
        <w:rPr>
          <w:rStyle w:val="libAlaemChar"/>
          <w:rtl/>
        </w:rPr>
        <w:t xml:space="preserve"> عليه‌السلام </w:t>
      </w:r>
      <w:r>
        <w:rPr>
          <w:rtl/>
        </w:rPr>
        <w:t xml:space="preserve"> سے خدا كے كلام مي</w:t>
      </w:r>
      <w:r w:rsidR="00083993">
        <w:rPr>
          <w:rtl/>
        </w:rPr>
        <w:t xml:space="preserve">ں </w:t>
      </w:r>
      <w:r>
        <w:rPr>
          <w:rtl/>
        </w:rPr>
        <w:t>''روح القدس'' كے بار ے مي</w:t>
      </w:r>
      <w:r w:rsidR="00083993">
        <w:rPr>
          <w:rtl/>
        </w:rPr>
        <w:t xml:space="preserve">ں </w:t>
      </w:r>
      <w:r>
        <w:rPr>
          <w:rtl/>
        </w:rPr>
        <w:t xml:space="preserve">روايت نقل ہوئي ہے آپ نے فرمايا : وہ جبريل </w:t>
      </w:r>
      <w:r w:rsidR="00367F17" w:rsidRPr="00367F17">
        <w:rPr>
          <w:rStyle w:val="libAlaemChar"/>
          <w:rtl/>
        </w:rPr>
        <w:t xml:space="preserve"> عليه‌السلام </w:t>
      </w:r>
      <w:r>
        <w:rPr>
          <w:rtl/>
        </w:rPr>
        <w:t xml:space="preserve"> ہے اور قدس كا معنى پاك و پاكيزہ ہے_</w:t>
      </w:r>
    </w:p>
    <w:p w:rsidR="001F628F" w:rsidRDefault="001F628F" w:rsidP="001F628F">
      <w:pPr>
        <w:pStyle w:val="libNormal"/>
        <w:rPr>
          <w:rtl/>
        </w:rPr>
      </w:pPr>
      <w:r>
        <w:rPr>
          <w:rtl/>
        </w:rPr>
        <w:t>15_</w:t>
      </w:r>
      <w:r w:rsidRPr="00813150">
        <w:rPr>
          <w:rStyle w:val="libArabicChar"/>
          <w:rtl/>
        </w:rPr>
        <w:t xml:space="preserve">''عن ابى عبدالله </w:t>
      </w:r>
      <w:r w:rsidR="00367F17" w:rsidRPr="00367F17">
        <w:rPr>
          <w:rStyle w:val="libAlaemChar"/>
          <w:rtl/>
        </w:rPr>
        <w:t xml:space="preserve"> عليه‌السلام </w:t>
      </w:r>
      <w:r w:rsidRPr="00813150">
        <w:rPr>
          <w:rStyle w:val="libArabicChar"/>
          <w:rtl/>
        </w:rPr>
        <w:t xml:space="preserve"> قال : ان الله تبارك و تعالى خلق روح القدس فلم يخلق خلقاً ا قرب الى الله من</w:t>
      </w:r>
      <w:r w:rsidR="00120F63" w:rsidRPr="00B2551F">
        <w:rPr>
          <w:rStyle w:val="libArabicChar"/>
          <w:rFonts w:hint="cs"/>
          <w:rtl/>
        </w:rPr>
        <w:t>ه</w:t>
      </w:r>
      <w:r w:rsidRPr="00813150">
        <w:rPr>
          <w:rStyle w:val="libArabicChar"/>
          <w:rFonts w:hint="cs"/>
          <w:rtl/>
        </w:rPr>
        <w:t>ا</w:t>
      </w:r>
      <w:r w:rsidRPr="00813150">
        <w:rPr>
          <w:rStyle w:val="libArabicChar"/>
          <w:rtl/>
        </w:rPr>
        <w:t xml:space="preserve"> </w:t>
      </w:r>
      <w:r w:rsidRPr="00813150">
        <w:rPr>
          <w:rStyle w:val="libArabicChar"/>
          <w:rFonts w:hint="cs"/>
          <w:rtl/>
        </w:rPr>
        <w:t>وليست</w:t>
      </w:r>
      <w:r w:rsidRPr="00813150">
        <w:rPr>
          <w:rStyle w:val="libArabicChar"/>
          <w:rtl/>
        </w:rPr>
        <w:t xml:space="preserve"> </w:t>
      </w:r>
      <w:r w:rsidRPr="00813150">
        <w:rPr>
          <w:rStyle w:val="libArabicChar"/>
          <w:rFonts w:hint="cs"/>
          <w:rtl/>
        </w:rPr>
        <w:t>با</w:t>
      </w:r>
      <w:r w:rsidRPr="00813150">
        <w:rPr>
          <w:rStyle w:val="libArabicChar"/>
          <w:rtl/>
        </w:rPr>
        <w:t xml:space="preserve"> </w:t>
      </w:r>
      <w:r w:rsidRPr="00813150">
        <w:rPr>
          <w:rStyle w:val="libArabicChar"/>
          <w:rFonts w:hint="cs"/>
          <w:rtl/>
        </w:rPr>
        <w:t>كرم</w:t>
      </w:r>
      <w:r w:rsidRPr="00813150">
        <w:rPr>
          <w:rStyle w:val="libArabicChar"/>
          <w:rtl/>
        </w:rPr>
        <w:t xml:space="preserve"> </w:t>
      </w:r>
      <w:r w:rsidRPr="00813150">
        <w:rPr>
          <w:rStyle w:val="libArabicChar"/>
          <w:rFonts w:hint="cs"/>
          <w:rtl/>
        </w:rPr>
        <w:t>خلق</w:t>
      </w:r>
      <w:r w:rsidR="00120F63" w:rsidRPr="00B2551F">
        <w:rPr>
          <w:rStyle w:val="libArabicChar"/>
          <w:rFonts w:hint="cs"/>
          <w:rtl/>
        </w:rPr>
        <w:t>ه</w:t>
      </w:r>
      <w:r w:rsidRPr="00813150">
        <w:rPr>
          <w:rStyle w:val="libArabicChar"/>
          <w:rtl/>
        </w:rPr>
        <w:t xml:space="preserve"> </w:t>
      </w:r>
      <w:r w:rsidRPr="00813150">
        <w:rPr>
          <w:rStyle w:val="libArabicChar"/>
          <w:rFonts w:hint="cs"/>
          <w:rtl/>
        </w:rPr>
        <w:t>علي</w:t>
      </w:r>
      <w:r w:rsidR="00120F63" w:rsidRPr="00B2551F">
        <w:rPr>
          <w:rStyle w:val="libArabicChar"/>
          <w:rFonts w:hint="cs"/>
          <w:rtl/>
        </w:rPr>
        <w:t>ه</w:t>
      </w:r>
      <w:r w:rsidRPr="00813150">
        <w:rPr>
          <w:rStyle w:val="libArabicChar"/>
          <w:rtl/>
        </w:rPr>
        <w:t xml:space="preserve"> </w:t>
      </w:r>
      <w:r w:rsidRPr="00813150">
        <w:rPr>
          <w:rStyle w:val="libArabicChar"/>
          <w:rFonts w:hint="cs"/>
          <w:rtl/>
        </w:rPr>
        <w:t>فاذا</w:t>
      </w:r>
      <w:r w:rsidRPr="00813150">
        <w:rPr>
          <w:rStyle w:val="libArabicChar"/>
          <w:rtl/>
        </w:rPr>
        <w:t xml:space="preserve"> </w:t>
      </w:r>
      <w:r w:rsidRPr="00813150">
        <w:rPr>
          <w:rStyle w:val="libArabicChar"/>
          <w:rFonts w:hint="cs"/>
          <w:rtl/>
        </w:rPr>
        <w:t>ا</w:t>
      </w:r>
      <w:r w:rsidRPr="00813150">
        <w:rPr>
          <w:rStyle w:val="libArabicChar"/>
          <w:rtl/>
        </w:rPr>
        <w:t xml:space="preserve"> </w:t>
      </w:r>
      <w:r w:rsidRPr="00813150">
        <w:rPr>
          <w:rStyle w:val="libArabicChar"/>
          <w:rFonts w:hint="cs"/>
          <w:rtl/>
        </w:rPr>
        <w:t>راد</w:t>
      </w:r>
      <w:r w:rsidRPr="00813150">
        <w:rPr>
          <w:rStyle w:val="libArabicChar"/>
          <w:rtl/>
        </w:rPr>
        <w:t xml:space="preserve"> </w:t>
      </w:r>
      <w:r w:rsidRPr="00813150">
        <w:rPr>
          <w:rStyle w:val="libArabicChar"/>
          <w:rFonts w:hint="cs"/>
          <w:rtl/>
        </w:rPr>
        <w:t>ا</w:t>
      </w:r>
      <w:r w:rsidRPr="00813150">
        <w:rPr>
          <w:rStyle w:val="libArabicChar"/>
          <w:rtl/>
        </w:rPr>
        <w:t xml:space="preserve"> </w:t>
      </w:r>
      <w:r w:rsidRPr="00813150">
        <w:rPr>
          <w:rStyle w:val="libArabicChar"/>
          <w:rFonts w:hint="cs"/>
          <w:rtl/>
        </w:rPr>
        <w:t>مراً</w:t>
      </w:r>
      <w:r w:rsidRPr="00813150">
        <w:rPr>
          <w:rStyle w:val="libArabicChar"/>
          <w:rtl/>
        </w:rPr>
        <w:t xml:space="preserve"> </w:t>
      </w:r>
      <w:r w:rsidRPr="00813150">
        <w:rPr>
          <w:rStyle w:val="libArabicChar"/>
          <w:rFonts w:hint="cs"/>
          <w:rtl/>
        </w:rPr>
        <w:t>فا</w:t>
      </w:r>
      <w:r w:rsidRPr="00813150">
        <w:rPr>
          <w:rStyle w:val="libArabicChar"/>
          <w:rtl/>
        </w:rPr>
        <w:t xml:space="preserve"> </w:t>
      </w:r>
      <w:r w:rsidRPr="00813150">
        <w:rPr>
          <w:rStyle w:val="libArabicChar"/>
          <w:rFonts w:hint="cs"/>
          <w:rtl/>
        </w:rPr>
        <w:t>لقا</w:t>
      </w:r>
      <w:r w:rsidR="00120F63" w:rsidRPr="00B2551F">
        <w:rPr>
          <w:rStyle w:val="libArabicChar"/>
          <w:rFonts w:hint="cs"/>
          <w:rtl/>
        </w:rPr>
        <w:t>ه</w:t>
      </w:r>
      <w:r w:rsidRPr="00813150">
        <w:rPr>
          <w:rStyle w:val="libArabicChar"/>
          <w:rtl/>
        </w:rPr>
        <w:t xml:space="preserve"> </w:t>
      </w:r>
      <w:r w:rsidRPr="00813150">
        <w:rPr>
          <w:rStyle w:val="libArabicChar"/>
          <w:rFonts w:hint="cs"/>
          <w:rtl/>
        </w:rPr>
        <w:t>الي</w:t>
      </w:r>
      <w:r w:rsidR="00120F63" w:rsidRPr="00B2551F">
        <w:rPr>
          <w:rStyle w:val="libArabicChar"/>
          <w:rFonts w:hint="cs"/>
          <w:rtl/>
        </w:rPr>
        <w:t>ه</w:t>
      </w:r>
      <w:r w:rsidRPr="00813150">
        <w:rPr>
          <w:rStyle w:val="libArabicChar"/>
          <w:rFonts w:hint="cs"/>
          <w:rtl/>
        </w:rPr>
        <w:t>ا</w:t>
      </w:r>
      <w:r w:rsidRPr="00813150">
        <w:rPr>
          <w:rStyle w:val="libArabicChar"/>
          <w:rtl/>
        </w:rPr>
        <w:t xml:space="preserve"> </w:t>
      </w:r>
      <w:r w:rsidRPr="00813150">
        <w:rPr>
          <w:rStyle w:val="libArabicChar"/>
          <w:rFonts w:hint="cs"/>
          <w:rtl/>
        </w:rPr>
        <w:t>فا</w:t>
      </w:r>
      <w:r w:rsidRPr="00813150">
        <w:rPr>
          <w:rStyle w:val="libArabicChar"/>
          <w:rtl/>
        </w:rPr>
        <w:t xml:space="preserve"> </w:t>
      </w:r>
      <w:r w:rsidRPr="00813150">
        <w:rPr>
          <w:rStyle w:val="libArabicChar"/>
          <w:rFonts w:hint="cs"/>
          <w:rtl/>
        </w:rPr>
        <w:t>لقا</w:t>
      </w:r>
      <w:r w:rsidR="00120F63" w:rsidRPr="00B2551F">
        <w:rPr>
          <w:rStyle w:val="libArabicChar"/>
          <w:rFonts w:hint="cs"/>
          <w:rtl/>
        </w:rPr>
        <w:t>ه</w:t>
      </w:r>
      <w:r w:rsidRPr="00813150">
        <w:rPr>
          <w:rStyle w:val="libArabicChar"/>
          <w:rtl/>
        </w:rPr>
        <w:t xml:space="preserve"> </w:t>
      </w:r>
      <w:r w:rsidRPr="00813150">
        <w:rPr>
          <w:rStyle w:val="libArabicChar"/>
          <w:rFonts w:hint="cs"/>
          <w:rtl/>
        </w:rPr>
        <w:t>الى</w:t>
      </w:r>
      <w:r w:rsidRPr="00813150">
        <w:rPr>
          <w:rStyle w:val="libArabicChar"/>
          <w:rtl/>
        </w:rPr>
        <w:t xml:space="preserve"> </w:t>
      </w:r>
      <w:r w:rsidRPr="00813150">
        <w:rPr>
          <w:rStyle w:val="libArabicChar"/>
          <w:rFonts w:hint="cs"/>
          <w:rtl/>
        </w:rPr>
        <w:t>النجوم</w:t>
      </w:r>
      <w:r w:rsidRPr="00813150">
        <w:rPr>
          <w:rStyle w:val="libArabicChar"/>
          <w:rtl/>
        </w:rPr>
        <w:t xml:space="preserve"> </w:t>
      </w:r>
      <w:r w:rsidRPr="00813150">
        <w:rPr>
          <w:rStyle w:val="libArabicChar"/>
          <w:rFonts w:hint="cs"/>
          <w:rtl/>
        </w:rPr>
        <w:t>فجرت</w:t>
      </w:r>
      <w:r w:rsidRPr="00813150">
        <w:rPr>
          <w:rStyle w:val="libArabicChar"/>
          <w:rtl/>
        </w:rPr>
        <w:t xml:space="preserve"> </w:t>
      </w:r>
      <w:r w:rsidRPr="00813150">
        <w:rPr>
          <w:rStyle w:val="libArabicChar"/>
          <w:rFonts w:hint="cs"/>
          <w:rtl/>
        </w:rPr>
        <w:t>ب</w:t>
      </w:r>
      <w:r w:rsidR="00120F63" w:rsidRPr="00B2551F">
        <w:rPr>
          <w:rStyle w:val="libArabicChar"/>
          <w:rFonts w:hint="cs"/>
          <w:rtl/>
        </w:rPr>
        <w:t>ه</w:t>
      </w:r>
      <w:r w:rsidRPr="00813150">
        <w:rPr>
          <w:rStyle w:val="libFootnotenumChar"/>
          <w:rtl/>
        </w:rPr>
        <w:t>(1)</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روايت نقل ہوئي ہے كہ آپ نے فرمايا كہ خداوند تبارك و تعالى نے ''روح القدس'' كو خلق كيا ہے اور كسى مخلوق كو خلق نہي</w:t>
      </w:r>
      <w:r w:rsidR="00083993">
        <w:rPr>
          <w:rtl/>
        </w:rPr>
        <w:t xml:space="preserve">ں </w:t>
      </w:r>
      <w:r>
        <w:rPr>
          <w:rtl/>
        </w:rPr>
        <w:t>كيا كہ جو اس كى نسبت خدا كے زيادہ نزديك ہو ليكن وہ خدا كے نزديك تمام مخلوقات مي</w:t>
      </w:r>
      <w:r w:rsidR="00083993">
        <w:rPr>
          <w:rtl/>
        </w:rPr>
        <w:t xml:space="preserve">ں </w:t>
      </w:r>
      <w:r>
        <w:rPr>
          <w:rtl/>
        </w:rPr>
        <w:t>معززّ نہي</w:t>
      </w:r>
      <w:r w:rsidR="00083993">
        <w:rPr>
          <w:rtl/>
        </w:rPr>
        <w:t xml:space="preserve">ں </w:t>
      </w:r>
      <w:r>
        <w:rPr>
          <w:rtl/>
        </w:rPr>
        <w:t>ہے پس جب بھى خداوند تعالى الہى امر كا ارادہ كرتا ہے تو روح القدس كو اس كا القاء كرتا ہے اور پھرستارو</w:t>
      </w:r>
      <w:r w:rsidR="00083993">
        <w:rPr>
          <w:rtl/>
        </w:rPr>
        <w:t xml:space="preserve">ں </w:t>
      </w:r>
      <w:r>
        <w:rPr>
          <w:rtl/>
        </w:rPr>
        <w:t>كو اور اس طرح وہ امر ستارو</w:t>
      </w:r>
      <w:r w:rsidR="00083993">
        <w:rPr>
          <w:rtl/>
        </w:rPr>
        <w:t xml:space="preserve">ں </w:t>
      </w:r>
      <w:r>
        <w:rPr>
          <w:rtl/>
        </w:rPr>
        <w:t>كے ذريعہ انجام پاتا ہے_</w:t>
      </w:r>
    </w:p>
    <w:p w:rsidR="001F628F" w:rsidRDefault="001F628F" w:rsidP="00813150">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فہم كا متفاوت ہونا 13</w:t>
      </w:r>
    </w:p>
    <w:p w:rsidR="001F628F" w:rsidRDefault="001F628F" w:rsidP="00813150">
      <w:pPr>
        <w:pStyle w:val="libNormal"/>
        <w:rPr>
          <w:rtl/>
        </w:rPr>
      </w:pPr>
      <w:r>
        <w:rPr>
          <w:rFonts w:hint="eastAsia"/>
          <w:rtl/>
        </w:rPr>
        <w:t>جبرئيل</w:t>
      </w:r>
      <w:r>
        <w:rPr>
          <w:rtl/>
        </w:rPr>
        <w:t>:</w:t>
      </w:r>
      <w:r>
        <w:rPr>
          <w:rFonts w:hint="eastAsia"/>
          <w:rtl/>
        </w:rPr>
        <w:t>جبرئيل</w:t>
      </w:r>
      <w:r>
        <w:rPr>
          <w:rtl/>
        </w:rPr>
        <w:t xml:space="preserve"> كا تقدس 5; جبرئيل كا كردار 3،15; جبرئيل كا منزّہ ہونا 4;جبرئيل كى امانت داري4;جبرئيل كے فضائل 15</w:t>
      </w:r>
    </w:p>
    <w:p w:rsidR="001F628F" w:rsidRDefault="001F628F" w:rsidP="00813150">
      <w:pPr>
        <w:pStyle w:val="libNormal"/>
        <w:rPr>
          <w:rtl/>
        </w:rPr>
      </w:pPr>
      <w:r>
        <w:rPr>
          <w:rFonts w:hint="eastAsia"/>
          <w:rtl/>
        </w:rPr>
        <w:t>حق</w:t>
      </w:r>
      <w:r>
        <w:rPr>
          <w:rtl/>
        </w:rPr>
        <w:t>:</w:t>
      </w:r>
      <w:r>
        <w:rPr>
          <w:rFonts w:hint="eastAsia"/>
          <w:rtl/>
        </w:rPr>
        <w:t>حق</w:t>
      </w:r>
      <w:r>
        <w:rPr>
          <w:rtl/>
        </w:rPr>
        <w:t xml:space="preserve"> كو تسليم كرنے كے آثار 11</w:t>
      </w:r>
    </w:p>
    <w:p w:rsidR="001F628F" w:rsidRDefault="001F628F" w:rsidP="001F628F">
      <w:pPr>
        <w:pStyle w:val="libNormal"/>
        <w:rPr>
          <w:rtl/>
        </w:rPr>
      </w:pPr>
      <w:r>
        <w:rPr>
          <w:rFonts w:hint="eastAsia"/>
          <w:rtl/>
        </w:rPr>
        <w:t>روايت</w:t>
      </w:r>
      <w:r>
        <w:rPr>
          <w:rtl/>
        </w:rPr>
        <w:t>:14، 15</w:t>
      </w:r>
    </w:p>
    <w:p w:rsidR="001F628F" w:rsidRDefault="001F628F" w:rsidP="00813150">
      <w:pPr>
        <w:pStyle w:val="libNormal"/>
        <w:rPr>
          <w:rtl/>
        </w:rPr>
      </w:pPr>
      <w:r>
        <w:rPr>
          <w:rFonts w:hint="eastAsia"/>
          <w:rtl/>
        </w:rPr>
        <w:t>روح</w:t>
      </w:r>
      <w:r>
        <w:rPr>
          <w:rtl/>
        </w:rPr>
        <w:t xml:space="preserve"> القدس :</w:t>
      </w:r>
      <w:r>
        <w:rPr>
          <w:rFonts w:hint="eastAsia"/>
          <w:rtl/>
        </w:rPr>
        <w:t>روح</w:t>
      </w:r>
      <w:r>
        <w:rPr>
          <w:rtl/>
        </w:rPr>
        <w:t xml:space="preserve"> القدس سے مراد 14</w:t>
      </w:r>
    </w:p>
    <w:p w:rsidR="001F628F" w:rsidRDefault="001F628F" w:rsidP="00813150">
      <w:pPr>
        <w:pStyle w:val="libNormal"/>
        <w:rPr>
          <w:rtl/>
        </w:rPr>
      </w:pPr>
      <w:r>
        <w:rPr>
          <w:rFonts w:hint="eastAsia"/>
          <w:rtl/>
        </w:rPr>
        <w:t>قرآن</w:t>
      </w:r>
      <w:r>
        <w:rPr>
          <w:rtl/>
        </w:rPr>
        <w:t xml:space="preserve"> مجيد:</w:t>
      </w:r>
      <w:r>
        <w:rPr>
          <w:rFonts w:hint="eastAsia"/>
          <w:rtl/>
        </w:rPr>
        <w:t>قرآن</w:t>
      </w:r>
      <w:r>
        <w:rPr>
          <w:rtl/>
        </w:rPr>
        <w:t xml:space="preserve"> مجيد سے استفادہ كے مراتب 13; قرآن مجيد كا كردار 8; قرآن مجيد كا منزّہ ہونا 6; قرآن مجيد كا وحى ہونا 2; قرآن مجيد كو جھٹلانے والو</w:t>
      </w:r>
      <w:r w:rsidR="00083993">
        <w:rPr>
          <w:rtl/>
        </w:rPr>
        <w:t xml:space="preserve">ں </w:t>
      </w:r>
      <w:r>
        <w:rPr>
          <w:rtl/>
        </w:rPr>
        <w:t>كو جواب 1; قرآن مجيد كى بشارتو</w:t>
      </w:r>
      <w:r w:rsidR="00083993">
        <w:rPr>
          <w:rtl/>
        </w:rPr>
        <w:t xml:space="preserve">ں </w:t>
      </w:r>
      <w:r>
        <w:rPr>
          <w:rtl/>
        </w:rPr>
        <w:t>سے استفادہ 11; قرآن مجيد كى بشارتي</w:t>
      </w:r>
      <w:r w:rsidR="00083993">
        <w:rPr>
          <w:rtl/>
        </w:rPr>
        <w:t xml:space="preserve">ں </w:t>
      </w:r>
      <w:r>
        <w:rPr>
          <w:rtl/>
        </w:rPr>
        <w:t xml:space="preserve">9; قرآن مجيد كى حقانيت 6; قرآن مجيد كى حقيقت 5; قرآن </w:t>
      </w:r>
      <w:r>
        <w:rPr>
          <w:rFonts w:hint="eastAsia"/>
          <w:rtl/>
        </w:rPr>
        <w:t>مجيد</w:t>
      </w:r>
      <w:r>
        <w:rPr>
          <w:rtl/>
        </w:rPr>
        <w:t xml:space="preserve"> كى فضيلت 5; قرآن مجيد كى منسوخ آيات 2; قرآن مجيد كى مسنوخ آيات كى حقانيت 7; قرآن مجيد كى ناسخ آيات 2; قرآن مجيد كى ناسخ آيات كى حقانيت 7; قرآن مجيد كى ہدايت كرنا 9; قرآن مجيد كے تدريجى نزول كا فلسفہ 10; قرآن مجيد كے تدريجى نزول كى حقانيت 7; قرآن مجيد </w:t>
      </w:r>
      <w:r>
        <w:rPr>
          <w:rFonts w:hint="eastAsia"/>
          <w:rtl/>
        </w:rPr>
        <w:t>كے</w:t>
      </w:r>
      <w:r>
        <w:rPr>
          <w:rtl/>
        </w:rPr>
        <w:t xml:space="preserve"> تدريجى نزول كے آثار 8; قرآن مجيد مي</w:t>
      </w:r>
      <w:r w:rsidR="00083993">
        <w:rPr>
          <w:rtl/>
        </w:rPr>
        <w:t xml:space="preserve">ں </w:t>
      </w:r>
      <w:r>
        <w:rPr>
          <w:rtl/>
        </w:rPr>
        <w:t>نسخ 2; قرآن مجيد مي</w:t>
      </w:r>
      <w:r w:rsidR="00083993">
        <w:rPr>
          <w:rtl/>
        </w:rPr>
        <w:t xml:space="preserve">ں </w:t>
      </w:r>
      <w:r>
        <w:rPr>
          <w:rtl/>
        </w:rPr>
        <w:t>نسخ كا فلسفہ 10; نزول قرآن 3</w:t>
      </w:r>
    </w:p>
    <w:p w:rsidR="001F628F" w:rsidRDefault="001F628F" w:rsidP="00813150">
      <w:pPr>
        <w:pStyle w:val="libNormal"/>
        <w:rPr>
          <w:rtl/>
        </w:rPr>
      </w:pPr>
      <w:r>
        <w:rPr>
          <w:rFonts w:hint="eastAsia"/>
          <w:rtl/>
        </w:rPr>
        <w:t>مؤمنين</w:t>
      </w:r>
      <w:r>
        <w:rPr>
          <w:rtl/>
        </w:rPr>
        <w:t>:</w:t>
      </w:r>
      <w:r>
        <w:rPr>
          <w:rFonts w:hint="eastAsia"/>
          <w:rtl/>
        </w:rPr>
        <w:t>مؤمنين</w:t>
      </w:r>
      <w:r>
        <w:rPr>
          <w:rtl/>
        </w:rPr>
        <w:t xml:space="preserve"> كا حق قبول كرنا 12; مؤمنين كا سرتسليم خم كرنا 12; مؤمنين كے ايمان كى تثبيت 10</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 تفسير عياشى ، ج2، ص270 ، ح70، نورالثقلين،ج3، ص 87، ح 228_</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كى ذمہ دارى 1</w:t>
      </w:r>
    </w:p>
    <w:p w:rsidR="001F628F" w:rsidRDefault="001F628F" w:rsidP="00813150">
      <w:pPr>
        <w:pStyle w:val="libNormal"/>
        <w:rPr>
          <w:rtl/>
        </w:rPr>
      </w:pPr>
      <w:r>
        <w:rPr>
          <w:rFonts w:hint="eastAsia"/>
          <w:rtl/>
        </w:rPr>
        <w:t>مسلمان</w:t>
      </w:r>
      <w:r>
        <w:rPr>
          <w:rtl/>
        </w:rPr>
        <w:t>:</w:t>
      </w:r>
      <w:r>
        <w:rPr>
          <w:rFonts w:hint="eastAsia"/>
          <w:rtl/>
        </w:rPr>
        <w:t>مسلمانو</w:t>
      </w:r>
      <w:r w:rsidR="00083993">
        <w:rPr>
          <w:rFonts w:hint="eastAsia"/>
          <w:rtl/>
        </w:rPr>
        <w:t xml:space="preserve">ں </w:t>
      </w:r>
      <w:r>
        <w:rPr>
          <w:rtl/>
        </w:rPr>
        <w:t>كو بشارت 9،10; مسلمانو</w:t>
      </w:r>
      <w:r w:rsidR="00083993">
        <w:rPr>
          <w:rtl/>
        </w:rPr>
        <w:t xml:space="preserve">ں </w:t>
      </w:r>
      <w:r>
        <w:rPr>
          <w:rtl/>
        </w:rPr>
        <w:t>كو ہدايت 9، 10</w:t>
      </w:r>
    </w:p>
    <w:p w:rsidR="001F628F" w:rsidRDefault="001F628F" w:rsidP="00813150">
      <w:pPr>
        <w:pStyle w:val="libNormal"/>
        <w:rPr>
          <w:rtl/>
        </w:rPr>
      </w:pPr>
      <w:r>
        <w:rPr>
          <w:rFonts w:hint="eastAsia"/>
          <w:rtl/>
        </w:rPr>
        <w:t>مشركين</w:t>
      </w:r>
      <w:r>
        <w:rPr>
          <w:rtl/>
        </w:rPr>
        <w:t>:</w:t>
      </w:r>
      <w:r>
        <w:rPr>
          <w:rFonts w:hint="eastAsia"/>
          <w:rtl/>
        </w:rPr>
        <w:t>مشركين</w:t>
      </w:r>
      <w:r>
        <w:rPr>
          <w:rtl/>
        </w:rPr>
        <w:t xml:space="preserve"> كى تہمتو</w:t>
      </w:r>
      <w:r w:rsidR="00083993">
        <w:rPr>
          <w:rtl/>
        </w:rPr>
        <w:t xml:space="preserve">ں </w:t>
      </w:r>
      <w:r>
        <w:rPr>
          <w:rtl/>
        </w:rPr>
        <w:t>كا جواب 1</w:t>
      </w:r>
    </w:p>
    <w:p w:rsidR="001F628F" w:rsidRDefault="001F628F" w:rsidP="00813150">
      <w:pPr>
        <w:pStyle w:val="libNormal"/>
        <w:rPr>
          <w:rtl/>
        </w:rPr>
      </w:pPr>
      <w:r>
        <w:rPr>
          <w:rFonts w:hint="eastAsia"/>
          <w:rtl/>
        </w:rPr>
        <w:t>ملائكہ</w:t>
      </w:r>
      <w:r>
        <w:rPr>
          <w:rtl/>
        </w:rPr>
        <w:t>:</w:t>
      </w:r>
      <w:r>
        <w:rPr>
          <w:rFonts w:hint="eastAsia"/>
          <w:rtl/>
        </w:rPr>
        <w:t>ملائكہ</w:t>
      </w:r>
      <w:r>
        <w:rPr>
          <w:rtl/>
        </w:rPr>
        <w:t xml:space="preserve"> اور وحى 3</w:t>
      </w:r>
    </w:p>
    <w:p w:rsidR="001F628F" w:rsidRDefault="001F628F" w:rsidP="00813150">
      <w:pPr>
        <w:pStyle w:val="libNormal"/>
        <w:rPr>
          <w:rtl/>
        </w:rPr>
      </w:pPr>
      <w:r>
        <w:rPr>
          <w:rFonts w:hint="eastAsia"/>
          <w:rtl/>
        </w:rPr>
        <w:t>وحي</w:t>
      </w:r>
      <w:r>
        <w:rPr>
          <w:rtl/>
        </w:rPr>
        <w:t>:</w:t>
      </w:r>
      <w:r>
        <w:rPr>
          <w:rFonts w:hint="eastAsia"/>
          <w:rtl/>
        </w:rPr>
        <w:t>وحى</w:t>
      </w:r>
      <w:r>
        <w:rPr>
          <w:rtl/>
        </w:rPr>
        <w:t xml:space="preserve"> كو بيان كرنا 1</w:t>
      </w:r>
    </w:p>
    <w:p w:rsidR="001F628F" w:rsidRDefault="001F628F" w:rsidP="00813150">
      <w:pPr>
        <w:pStyle w:val="libNormal"/>
        <w:rPr>
          <w:rtl/>
        </w:rPr>
      </w:pPr>
      <w:r>
        <w:rPr>
          <w:rFonts w:hint="eastAsia"/>
          <w:rtl/>
        </w:rPr>
        <w:t>ہدايت</w:t>
      </w:r>
      <w:r>
        <w:rPr>
          <w:rtl/>
        </w:rPr>
        <w:t>:</w:t>
      </w:r>
      <w:r>
        <w:rPr>
          <w:rFonts w:hint="eastAsia"/>
          <w:rtl/>
        </w:rPr>
        <w:t>ہدايت</w:t>
      </w:r>
      <w:r>
        <w:rPr>
          <w:rtl/>
        </w:rPr>
        <w:t xml:space="preserve"> كى شرائط 11</w:t>
      </w:r>
    </w:p>
    <w:p w:rsidR="001F628F" w:rsidRPr="00120F63" w:rsidRDefault="00813150" w:rsidP="00813150">
      <w:pPr>
        <w:pStyle w:val="Heading2Center"/>
        <w:rPr>
          <w:rtl/>
        </w:rPr>
      </w:pPr>
      <w:bookmarkStart w:id="249" w:name="_Toc28081927"/>
      <w:r>
        <w:rPr>
          <w:rFonts w:hint="cs"/>
          <w:rtl/>
        </w:rPr>
        <w:t xml:space="preserve">آیت </w:t>
      </w:r>
      <w:r w:rsidRPr="00120F63">
        <w:rPr>
          <w:rFonts w:hint="cs"/>
          <w:rtl/>
        </w:rPr>
        <w:t>103</w:t>
      </w:r>
      <w:bookmarkEnd w:id="249"/>
    </w:p>
    <w:p w:rsidR="001F628F" w:rsidRDefault="00E260F9" w:rsidP="00813150">
      <w:pPr>
        <w:pStyle w:val="libNormal"/>
        <w:rPr>
          <w:rtl/>
        </w:rPr>
      </w:pPr>
      <w:r w:rsidRPr="00E260F9">
        <w:rPr>
          <w:rStyle w:val="libAlaemChar"/>
          <w:rFonts w:hint="eastAsia"/>
          <w:rtl/>
        </w:rPr>
        <w:t>(</w:t>
      </w:r>
      <w:r w:rsidRPr="00813150">
        <w:rPr>
          <w:rStyle w:val="libAieChar"/>
          <w:rFonts w:hint="eastAsia"/>
          <w:rtl/>
        </w:rPr>
        <w:t>وَلَقَدْ</w:t>
      </w:r>
      <w:r w:rsidRPr="00813150">
        <w:rPr>
          <w:rStyle w:val="libAieChar"/>
          <w:rtl/>
        </w:rPr>
        <w:t xml:space="preserve"> نَعْلَمُ أَنَّهُمْ يَقُولُونَ إِنَّمَا يُعَلِّمُهُ بَشَرٌ لِّسَانُ الَّذِي يُلْحِدُونَ إِلَيْهِ أَعْجَمِيٌّ وَهَـذَا لِسَانٌ عَرَبِيٌّ مُّبِينٌ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خوب جانتے ہي</w:t>
      </w:r>
      <w:r w:rsidR="00083993">
        <w:rPr>
          <w:rtl/>
        </w:rPr>
        <w:t xml:space="preserve">ں </w:t>
      </w:r>
      <w:r>
        <w:rPr>
          <w:rtl/>
        </w:rPr>
        <w:t>كہ يہ مشركين يہ كہتے ہي</w:t>
      </w:r>
      <w:r w:rsidR="00083993">
        <w:rPr>
          <w:rtl/>
        </w:rPr>
        <w:t xml:space="preserve">ں </w:t>
      </w:r>
      <w:r>
        <w:rPr>
          <w:rtl/>
        </w:rPr>
        <w:t>كہ انھي</w:t>
      </w:r>
      <w:r w:rsidR="00083993">
        <w:rPr>
          <w:rtl/>
        </w:rPr>
        <w:t xml:space="preserve">ں </w:t>
      </w:r>
      <w:r>
        <w:rPr>
          <w:rtl/>
        </w:rPr>
        <w:t>كوئي انسان اس قرآن كى تعليم دے رہا ہے_ حالانكہ جس كى طرف يہ نسبت ديتے ہي</w:t>
      </w:r>
      <w:r w:rsidR="00083993">
        <w:rPr>
          <w:rtl/>
        </w:rPr>
        <w:t xml:space="preserve">ں </w:t>
      </w:r>
      <w:r>
        <w:rPr>
          <w:rtl/>
        </w:rPr>
        <w:t>وہ عجمى ہے اور يہ زبان عربى واضح و فصيح ہے _</w:t>
      </w:r>
    </w:p>
    <w:p w:rsidR="001F628F" w:rsidRDefault="001F628F" w:rsidP="00813150">
      <w:pPr>
        <w:pStyle w:val="libNormal"/>
        <w:rPr>
          <w:rtl/>
        </w:rPr>
      </w:pPr>
      <w:r>
        <w:rPr>
          <w:rtl/>
        </w:rPr>
        <w:t>1_ خداوند عالم كا پيغمبر اكرم</w:t>
      </w:r>
      <w:r w:rsidR="00F031CD" w:rsidRPr="00F031CD">
        <w:rPr>
          <w:rStyle w:val="libAlaemChar"/>
          <w:rtl/>
        </w:rPr>
        <w:t xml:space="preserve"> صلى‌الله‌عليه‌وآله‌وسلم </w:t>
      </w:r>
      <w:r>
        <w:rPr>
          <w:rtl/>
        </w:rPr>
        <w:t xml:space="preserve"> كى حقانيت و قرآن كے خلاف كفار اور مشركين كى مخفيانہ سازشو</w:t>
      </w:r>
      <w:r w:rsidR="00083993">
        <w:rPr>
          <w:rtl/>
        </w:rPr>
        <w:t xml:space="preserve">ں </w:t>
      </w:r>
      <w:r>
        <w:rPr>
          <w:rtl/>
        </w:rPr>
        <w:t>سے پردہ چاك كرنا اور ان كے بارے مي</w:t>
      </w:r>
      <w:r w:rsidR="00083993">
        <w:rPr>
          <w:rtl/>
        </w:rPr>
        <w:t xml:space="preserve">ں </w:t>
      </w:r>
      <w:r>
        <w:rPr>
          <w:rtl/>
        </w:rPr>
        <w:t>خبر دينا_</w:t>
      </w:r>
      <w:r w:rsidRPr="00813150">
        <w:rPr>
          <w:rStyle w:val="libArabicChar"/>
          <w:rFonts w:hint="eastAsia"/>
          <w:rtl/>
        </w:rPr>
        <w:t>ولقد</w:t>
      </w:r>
      <w:r w:rsidRPr="00813150">
        <w:rPr>
          <w:rStyle w:val="libArabicChar"/>
          <w:rtl/>
        </w:rPr>
        <w:t xml:space="preserve"> نعلم ان</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يقولون</w:t>
      </w:r>
      <w:r w:rsidRPr="00813150">
        <w:rPr>
          <w:rStyle w:val="libArabicChar"/>
          <w:rtl/>
        </w:rPr>
        <w:t xml:space="preserve"> </w:t>
      </w:r>
      <w:r w:rsidRPr="00813150">
        <w:rPr>
          <w:rStyle w:val="libArabicChar"/>
          <w:rFonts w:hint="cs"/>
          <w:rtl/>
        </w:rPr>
        <w:t>انما</w:t>
      </w:r>
      <w:r w:rsidRPr="00813150">
        <w:rPr>
          <w:rStyle w:val="libArabicChar"/>
          <w:rtl/>
        </w:rPr>
        <w:t xml:space="preserve"> </w:t>
      </w:r>
      <w:r w:rsidRPr="00813150">
        <w:rPr>
          <w:rStyle w:val="libArabicChar"/>
          <w:rFonts w:hint="cs"/>
          <w:rtl/>
        </w:rPr>
        <w:t>يعلّ</w:t>
      </w:r>
      <w:r w:rsidRPr="00813150">
        <w:rPr>
          <w:rStyle w:val="libArabicChar"/>
          <w:rtl/>
        </w:rPr>
        <w:t>م</w:t>
      </w:r>
      <w:r w:rsidR="00120F63" w:rsidRPr="00B2551F">
        <w:rPr>
          <w:rStyle w:val="libArabicChar"/>
          <w:rFonts w:hint="cs"/>
          <w:rtl/>
        </w:rPr>
        <w:t>ه</w:t>
      </w:r>
      <w:r w:rsidRPr="00813150">
        <w:rPr>
          <w:rStyle w:val="libArabicChar"/>
          <w:rtl/>
        </w:rPr>
        <w:t xml:space="preserve"> </w:t>
      </w:r>
      <w:r w:rsidRPr="00813150">
        <w:rPr>
          <w:rStyle w:val="libArabicChar"/>
          <w:rFonts w:hint="cs"/>
          <w:rtl/>
        </w:rPr>
        <w:t>بشر</w:t>
      </w:r>
    </w:p>
    <w:p w:rsidR="001F628F" w:rsidRDefault="001F628F" w:rsidP="00813150">
      <w:pPr>
        <w:pStyle w:val="libNormal"/>
        <w:rPr>
          <w:rtl/>
        </w:rPr>
      </w:pPr>
      <w:r>
        <w:rPr>
          <w:rtl/>
        </w:rPr>
        <w:t>2_ كفار اور مشركين لوگو</w:t>
      </w:r>
      <w:r w:rsidR="00083993">
        <w:rPr>
          <w:rtl/>
        </w:rPr>
        <w:t xml:space="preserve">ں </w:t>
      </w:r>
      <w:r>
        <w:rPr>
          <w:rtl/>
        </w:rPr>
        <w:t>مي</w:t>
      </w:r>
      <w:r w:rsidR="00083993">
        <w:rPr>
          <w:rtl/>
        </w:rPr>
        <w:t xml:space="preserve">ں </w:t>
      </w:r>
      <w:r>
        <w:rPr>
          <w:rtl/>
        </w:rPr>
        <w:t xml:space="preserve">قرآن كا اس عنوان سے تعارف كرتے تھے كہ يہ ايك عجمى انسان كى پيغمبر اكرم </w:t>
      </w:r>
      <w:r w:rsidR="00F031CD" w:rsidRPr="00F031CD">
        <w:rPr>
          <w:rStyle w:val="libAlaemChar"/>
          <w:rtl/>
        </w:rPr>
        <w:t xml:space="preserve"> صلى‌الله‌عليه‌وآله‌وسلم </w:t>
      </w:r>
      <w:r>
        <w:rPr>
          <w:rtl/>
        </w:rPr>
        <w:t xml:space="preserve"> كو سكھائي گئي تعليمات ہي</w:t>
      </w:r>
      <w:r w:rsidR="00083993">
        <w:rPr>
          <w:rtl/>
        </w:rPr>
        <w:t xml:space="preserve">ں </w:t>
      </w:r>
      <w:r>
        <w:rPr>
          <w:rtl/>
        </w:rPr>
        <w:t>_</w:t>
      </w:r>
      <w:r w:rsidRPr="00813150">
        <w:rPr>
          <w:rStyle w:val="libArabicChar"/>
          <w:rFonts w:hint="eastAsia"/>
          <w:rtl/>
        </w:rPr>
        <w:t>ولقد</w:t>
      </w:r>
      <w:r w:rsidRPr="00813150">
        <w:rPr>
          <w:rStyle w:val="libArabicChar"/>
          <w:rtl/>
        </w:rPr>
        <w:t xml:space="preserve"> نعلم ان</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ي</w:t>
      </w:r>
      <w:r w:rsidRPr="00813150">
        <w:rPr>
          <w:rStyle w:val="libArabicChar"/>
          <w:rtl/>
        </w:rPr>
        <w:t>قولون انما يعلّم</w:t>
      </w:r>
      <w:r w:rsidR="00120F63" w:rsidRPr="00B2551F">
        <w:rPr>
          <w:rStyle w:val="libArabicChar"/>
          <w:rFonts w:hint="cs"/>
          <w:rtl/>
        </w:rPr>
        <w:t>ه</w:t>
      </w:r>
      <w:r w:rsidRPr="00813150">
        <w:rPr>
          <w:rStyle w:val="libArabicChar"/>
          <w:rtl/>
        </w:rPr>
        <w:t xml:space="preserve"> </w:t>
      </w:r>
      <w:r w:rsidRPr="00813150">
        <w:rPr>
          <w:rStyle w:val="libArabicChar"/>
          <w:rFonts w:hint="cs"/>
          <w:rtl/>
        </w:rPr>
        <w:t>بشر</w:t>
      </w:r>
      <w:r w:rsidRPr="00813150">
        <w:rPr>
          <w:rStyle w:val="libArabicChar"/>
          <w:rtl/>
        </w:rPr>
        <w:t xml:space="preserve"> ...ا عجمي</w:t>
      </w:r>
    </w:p>
    <w:p w:rsidR="001F628F" w:rsidRDefault="001F628F" w:rsidP="001F628F">
      <w:pPr>
        <w:pStyle w:val="libNormal"/>
        <w:rPr>
          <w:rtl/>
        </w:rPr>
      </w:pPr>
      <w:r>
        <w:rPr>
          <w:rFonts w:hint="eastAsia"/>
          <w:rtl/>
        </w:rPr>
        <w:t>خداوند</w:t>
      </w:r>
      <w:r>
        <w:rPr>
          <w:rtl/>
        </w:rPr>
        <w:t xml:space="preserve"> عالم كے اس جواب مي</w:t>
      </w:r>
      <w:r w:rsidR="00083993">
        <w:rPr>
          <w:rtl/>
        </w:rPr>
        <w:t xml:space="preserve">ں </w:t>
      </w:r>
      <w:r>
        <w:rPr>
          <w:rtl/>
        </w:rPr>
        <w:t>كہ جس مي</w:t>
      </w:r>
      <w:r w:rsidR="00083993">
        <w:rPr>
          <w:rtl/>
        </w:rPr>
        <w:t xml:space="preserve">ں </w:t>
      </w:r>
      <w:r>
        <w:rPr>
          <w:rtl/>
        </w:rPr>
        <w:t>اس نے فرمايا :''لسان الذى يلحدون اليہ اعجمى ...'' سے قرآن كے عجمى سمجھنے كا استفادہ ہوتا ہے_</w:t>
      </w:r>
    </w:p>
    <w:p w:rsidR="00813150" w:rsidRDefault="001E7F9D" w:rsidP="00F73EDE">
      <w:pPr>
        <w:pStyle w:val="libPoemTini"/>
        <w:rPr>
          <w:rtl/>
        </w:rPr>
      </w:pPr>
      <w:r>
        <w:rPr>
          <w:rtl/>
        </w:rPr>
        <w:cr/>
      </w:r>
      <w:r>
        <w:rPr>
          <w:rtl/>
        </w:rPr>
        <w:br w:type="page"/>
      </w:r>
    </w:p>
    <w:p w:rsidR="001F628F" w:rsidRDefault="001F628F" w:rsidP="00813150">
      <w:pPr>
        <w:pStyle w:val="libNormal"/>
        <w:rPr>
          <w:rtl/>
        </w:rPr>
      </w:pPr>
      <w:r>
        <w:rPr>
          <w:rtl/>
        </w:rPr>
        <w:lastRenderedPageBreak/>
        <w:t>3_پيغمبر اكرم</w:t>
      </w:r>
      <w:r w:rsidR="00F031CD" w:rsidRPr="00F031CD">
        <w:rPr>
          <w:rStyle w:val="libAlaemChar"/>
          <w:rtl/>
        </w:rPr>
        <w:t xml:space="preserve"> صلى‌الله‌عليه‌وآله‌وسلم </w:t>
      </w:r>
      <w:r>
        <w:rPr>
          <w:rtl/>
        </w:rPr>
        <w:t xml:space="preserve"> پر كفار و مشركين كى ايك تہمت يہ تھى كہ يہ پيغمبر اكرم </w:t>
      </w:r>
      <w:r w:rsidR="00F031CD" w:rsidRPr="00F031CD">
        <w:rPr>
          <w:rStyle w:val="libAlaemChar"/>
          <w:rtl/>
        </w:rPr>
        <w:t xml:space="preserve"> صلى‌الله‌عليه‌وآله‌وسلم </w:t>
      </w:r>
      <w:r>
        <w:rPr>
          <w:rtl/>
        </w:rPr>
        <w:t xml:space="preserve"> كو بشر كا سكھا يا ہوا كلام ہے _</w:t>
      </w:r>
    </w:p>
    <w:p w:rsidR="001F628F" w:rsidRDefault="001F628F" w:rsidP="00813150">
      <w:pPr>
        <w:pStyle w:val="libArabic"/>
        <w:rPr>
          <w:rtl/>
        </w:rPr>
      </w:pPr>
      <w:r>
        <w:rPr>
          <w:rFonts w:hint="eastAsia"/>
          <w:rtl/>
        </w:rPr>
        <w:t>ولقد</w:t>
      </w:r>
      <w:r>
        <w:rPr>
          <w:rtl/>
        </w:rPr>
        <w:t xml:space="preserve"> نعلم ان</w:t>
      </w:r>
      <w:r w:rsidR="00120F63" w:rsidRPr="00ED5DE8">
        <w:rPr>
          <w:rFonts w:hint="cs"/>
          <w:rtl/>
        </w:rPr>
        <w:t>ه</w:t>
      </w:r>
      <w:r>
        <w:rPr>
          <w:rFonts w:hint="cs"/>
          <w:rtl/>
        </w:rPr>
        <w:t>م</w:t>
      </w:r>
      <w:r>
        <w:rPr>
          <w:rtl/>
        </w:rPr>
        <w:t xml:space="preserve"> </w:t>
      </w:r>
      <w:r>
        <w:rPr>
          <w:rFonts w:hint="cs"/>
          <w:rtl/>
        </w:rPr>
        <w:t>يقولون</w:t>
      </w:r>
      <w:r>
        <w:rPr>
          <w:rtl/>
        </w:rPr>
        <w:t xml:space="preserve"> </w:t>
      </w:r>
      <w:r>
        <w:rPr>
          <w:rFonts w:hint="cs"/>
          <w:rtl/>
        </w:rPr>
        <w:t>انما</w:t>
      </w:r>
      <w:r>
        <w:rPr>
          <w:rtl/>
        </w:rPr>
        <w:t xml:space="preserve"> </w:t>
      </w:r>
      <w:r>
        <w:rPr>
          <w:rFonts w:hint="cs"/>
          <w:rtl/>
        </w:rPr>
        <w:t>يعلّ</w:t>
      </w:r>
      <w:r>
        <w:rPr>
          <w:rtl/>
        </w:rPr>
        <w:t>م</w:t>
      </w:r>
      <w:r w:rsidR="00120F63" w:rsidRPr="00ED5DE8">
        <w:rPr>
          <w:rFonts w:hint="cs"/>
          <w:rtl/>
        </w:rPr>
        <w:t>ه</w:t>
      </w:r>
      <w:r>
        <w:rPr>
          <w:rtl/>
        </w:rPr>
        <w:t xml:space="preserve"> </w:t>
      </w:r>
      <w:r>
        <w:rPr>
          <w:rFonts w:hint="cs"/>
          <w:rtl/>
        </w:rPr>
        <w:t>بشر</w:t>
      </w:r>
    </w:p>
    <w:p w:rsidR="001F628F" w:rsidRDefault="001F628F" w:rsidP="001F628F">
      <w:pPr>
        <w:pStyle w:val="libNormal"/>
        <w:rPr>
          <w:rtl/>
        </w:rPr>
      </w:pPr>
      <w:r>
        <w:rPr>
          <w:rtl/>
        </w:rPr>
        <w:t>4_ پيغمبر اكرم</w:t>
      </w:r>
      <w:r w:rsidR="00F031CD" w:rsidRPr="00F031CD">
        <w:rPr>
          <w:rStyle w:val="libAlaemChar"/>
          <w:rtl/>
        </w:rPr>
        <w:t xml:space="preserve"> صلى‌الله‌عليه‌وآله‌وسلم </w:t>
      </w:r>
      <w:r>
        <w:rPr>
          <w:rtl/>
        </w:rPr>
        <w:t xml:space="preserve"> نے قرآن نامى كتاب پيش كرنے مي</w:t>
      </w:r>
      <w:r w:rsidR="00083993">
        <w:rPr>
          <w:rtl/>
        </w:rPr>
        <w:t xml:space="preserve">ں </w:t>
      </w:r>
      <w:r>
        <w:rPr>
          <w:rtl/>
        </w:rPr>
        <w:t>كسى انسان كى مدد نہي</w:t>
      </w:r>
      <w:r w:rsidR="00083993">
        <w:rPr>
          <w:rtl/>
        </w:rPr>
        <w:t xml:space="preserve">ں </w:t>
      </w:r>
      <w:r>
        <w:rPr>
          <w:rtl/>
        </w:rPr>
        <w:t>لى ہے_</w:t>
      </w:r>
    </w:p>
    <w:p w:rsidR="001F628F" w:rsidRDefault="001F628F" w:rsidP="00813150">
      <w:pPr>
        <w:pStyle w:val="libArabic"/>
        <w:rPr>
          <w:rtl/>
        </w:rPr>
      </w:pPr>
      <w:r>
        <w:rPr>
          <w:rFonts w:hint="eastAsia"/>
          <w:rtl/>
        </w:rPr>
        <w:t>نز</w:t>
      </w:r>
      <w:r>
        <w:rPr>
          <w:rtl/>
        </w:rPr>
        <w:t xml:space="preserve"> ّل</w:t>
      </w:r>
      <w:r w:rsidR="00120F63" w:rsidRPr="00ED5DE8">
        <w:rPr>
          <w:rFonts w:hint="cs"/>
          <w:rtl/>
        </w:rPr>
        <w:t>ه</w:t>
      </w:r>
      <w:r>
        <w:rPr>
          <w:rtl/>
        </w:rPr>
        <w:t xml:space="preserve"> </w:t>
      </w:r>
      <w:r>
        <w:rPr>
          <w:rFonts w:hint="cs"/>
          <w:rtl/>
        </w:rPr>
        <w:t>روح</w:t>
      </w:r>
      <w:r>
        <w:rPr>
          <w:rtl/>
        </w:rPr>
        <w:t xml:space="preserve"> </w:t>
      </w:r>
      <w:r>
        <w:rPr>
          <w:rFonts w:hint="cs"/>
          <w:rtl/>
        </w:rPr>
        <w:t>القدس</w:t>
      </w:r>
      <w:r>
        <w:rPr>
          <w:rtl/>
        </w:rPr>
        <w:t xml:space="preserve"> </w:t>
      </w:r>
      <w:r>
        <w:rPr>
          <w:rFonts w:hint="cs"/>
          <w:rtl/>
        </w:rPr>
        <w:t>من</w:t>
      </w:r>
      <w:r>
        <w:rPr>
          <w:rtl/>
        </w:rPr>
        <w:t xml:space="preserve"> </w:t>
      </w:r>
      <w:r>
        <w:rPr>
          <w:rFonts w:hint="cs"/>
          <w:rtl/>
        </w:rPr>
        <w:t>ربّك</w:t>
      </w:r>
      <w:r>
        <w:rPr>
          <w:rtl/>
        </w:rPr>
        <w:t xml:space="preserve"> ...</w:t>
      </w:r>
      <w:r>
        <w:rPr>
          <w:rFonts w:hint="cs"/>
          <w:rtl/>
        </w:rPr>
        <w:t>ولقد</w:t>
      </w:r>
      <w:r>
        <w:rPr>
          <w:rtl/>
        </w:rPr>
        <w:t xml:space="preserve"> </w:t>
      </w:r>
      <w:r>
        <w:rPr>
          <w:rFonts w:hint="cs"/>
          <w:rtl/>
        </w:rPr>
        <w:t>نعلم</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يقولون</w:t>
      </w:r>
      <w:r>
        <w:rPr>
          <w:rtl/>
        </w:rPr>
        <w:t xml:space="preserve"> </w:t>
      </w:r>
      <w:r>
        <w:rPr>
          <w:rFonts w:hint="cs"/>
          <w:rtl/>
        </w:rPr>
        <w:t>انما</w:t>
      </w:r>
      <w:r>
        <w:rPr>
          <w:rtl/>
        </w:rPr>
        <w:t xml:space="preserve"> </w:t>
      </w:r>
      <w:r>
        <w:rPr>
          <w:rFonts w:hint="cs"/>
          <w:rtl/>
        </w:rPr>
        <w:t>يعلّم</w:t>
      </w:r>
      <w:r w:rsidR="00120F63" w:rsidRPr="00ED5DE8">
        <w:rPr>
          <w:rFonts w:hint="cs"/>
          <w:rtl/>
        </w:rPr>
        <w:t>ه</w:t>
      </w:r>
      <w:r>
        <w:rPr>
          <w:rtl/>
        </w:rPr>
        <w:t xml:space="preserve"> بشر</w:t>
      </w:r>
    </w:p>
    <w:p w:rsidR="001F628F" w:rsidRDefault="001F628F" w:rsidP="001F628F">
      <w:pPr>
        <w:pStyle w:val="libNormal"/>
        <w:rPr>
          <w:rtl/>
        </w:rPr>
      </w:pPr>
      <w:r>
        <w:rPr>
          <w:rFonts w:hint="eastAsia"/>
          <w:rtl/>
        </w:rPr>
        <w:t>پيغمبر</w:t>
      </w:r>
      <w:r>
        <w:rPr>
          <w:rtl/>
        </w:rPr>
        <w:t xml:space="preserve"> اكرم</w:t>
      </w:r>
      <w:r w:rsidR="00F031CD" w:rsidRPr="00F031CD">
        <w:rPr>
          <w:rStyle w:val="libAlaemChar"/>
          <w:rtl/>
        </w:rPr>
        <w:t xml:space="preserve"> صلى‌الله‌عليه‌وآله‌وسلم </w:t>
      </w:r>
      <w:r>
        <w:rPr>
          <w:rtl/>
        </w:rPr>
        <w:t xml:space="preserve"> كے مخالفين نے ضمناً يہ اعتراف كيا كہ كوئي عرب ، قرآن جيسے مطالب لانے كى قدرت نہي</w:t>
      </w:r>
      <w:r w:rsidR="00083993">
        <w:rPr>
          <w:rtl/>
        </w:rPr>
        <w:t xml:space="preserve">ں </w:t>
      </w:r>
      <w:r>
        <w:rPr>
          <w:rtl/>
        </w:rPr>
        <w:t>ركھتا ہے _</w:t>
      </w:r>
    </w:p>
    <w:p w:rsidR="001F628F" w:rsidRDefault="001F628F" w:rsidP="00813150">
      <w:pPr>
        <w:pStyle w:val="libArabic"/>
        <w:rPr>
          <w:rtl/>
        </w:rPr>
      </w:pPr>
      <w:r>
        <w:rPr>
          <w:rFonts w:hint="eastAsia"/>
          <w:rtl/>
        </w:rPr>
        <w:t>ولقد</w:t>
      </w:r>
      <w:r>
        <w:rPr>
          <w:rtl/>
        </w:rPr>
        <w:t xml:space="preserve"> نعلم ان</w:t>
      </w:r>
      <w:r w:rsidR="00120F63" w:rsidRPr="00ED5DE8">
        <w:rPr>
          <w:rFonts w:hint="cs"/>
          <w:rtl/>
        </w:rPr>
        <w:t>ه</w:t>
      </w:r>
      <w:r>
        <w:rPr>
          <w:rFonts w:hint="cs"/>
          <w:rtl/>
        </w:rPr>
        <w:t>م</w:t>
      </w:r>
      <w:r>
        <w:rPr>
          <w:rtl/>
        </w:rPr>
        <w:t xml:space="preserve"> </w:t>
      </w:r>
      <w:r>
        <w:rPr>
          <w:rFonts w:hint="cs"/>
          <w:rtl/>
        </w:rPr>
        <w:t>يقولون</w:t>
      </w:r>
      <w:r>
        <w:rPr>
          <w:rtl/>
        </w:rPr>
        <w:t xml:space="preserve"> </w:t>
      </w:r>
      <w:r>
        <w:rPr>
          <w:rFonts w:hint="cs"/>
          <w:rtl/>
        </w:rPr>
        <w:t>انما</w:t>
      </w:r>
      <w:r>
        <w:rPr>
          <w:rtl/>
        </w:rPr>
        <w:t xml:space="preserve"> </w:t>
      </w:r>
      <w:r>
        <w:rPr>
          <w:rFonts w:hint="cs"/>
          <w:rtl/>
        </w:rPr>
        <w:t>يعلّم</w:t>
      </w:r>
      <w:r w:rsidR="00120F63" w:rsidRPr="00ED5DE8">
        <w:rPr>
          <w:rFonts w:hint="cs"/>
          <w:rtl/>
        </w:rPr>
        <w:t>ه</w:t>
      </w:r>
      <w:r>
        <w:rPr>
          <w:rtl/>
        </w:rPr>
        <w:t xml:space="preserve"> </w:t>
      </w:r>
      <w:r>
        <w:rPr>
          <w:rFonts w:hint="cs"/>
          <w:rtl/>
        </w:rPr>
        <w:t>بشر</w:t>
      </w:r>
      <w:r>
        <w:rPr>
          <w:rtl/>
        </w:rPr>
        <w:t xml:space="preserve"> </w:t>
      </w:r>
      <w:r>
        <w:rPr>
          <w:rFonts w:hint="cs"/>
          <w:rtl/>
        </w:rPr>
        <w:t>لسان</w:t>
      </w:r>
      <w:r>
        <w:rPr>
          <w:rtl/>
        </w:rPr>
        <w:t xml:space="preserve"> </w:t>
      </w:r>
      <w:r>
        <w:rPr>
          <w:rFonts w:hint="cs"/>
          <w:rtl/>
        </w:rPr>
        <w:t>الذى</w:t>
      </w:r>
      <w:r>
        <w:rPr>
          <w:rtl/>
        </w:rPr>
        <w:t xml:space="preserve"> </w:t>
      </w:r>
      <w:r>
        <w:rPr>
          <w:rFonts w:hint="cs"/>
          <w:rtl/>
        </w:rPr>
        <w:t>يلحدون</w:t>
      </w:r>
      <w:r>
        <w:rPr>
          <w:rtl/>
        </w:rPr>
        <w:t xml:space="preserve"> </w:t>
      </w:r>
      <w:r>
        <w:rPr>
          <w:rFonts w:hint="cs"/>
          <w:rtl/>
        </w:rPr>
        <w:t>الي</w:t>
      </w:r>
      <w:r w:rsidR="00120F63" w:rsidRPr="00ED5DE8">
        <w:rPr>
          <w:rFonts w:hint="cs"/>
          <w:rtl/>
        </w:rPr>
        <w:t>ه</w:t>
      </w:r>
      <w:r>
        <w:rPr>
          <w:rtl/>
        </w:rPr>
        <w:t xml:space="preserve"> اعجمي</w:t>
      </w:r>
    </w:p>
    <w:p w:rsidR="001F628F" w:rsidRDefault="001F628F" w:rsidP="001F628F">
      <w:pPr>
        <w:pStyle w:val="libNormal"/>
        <w:rPr>
          <w:rtl/>
        </w:rPr>
      </w:pPr>
      <w:r>
        <w:rPr>
          <w:rFonts w:hint="eastAsia"/>
          <w:rtl/>
        </w:rPr>
        <w:t>اس</w:t>
      </w:r>
      <w:r>
        <w:rPr>
          <w:rtl/>
        </w:rPr>
        <w:t xml:space="preserve"> بات كو مد نظر ركھتے ہوئے كہ مشركين ، قرآن كو عجمى افراد كى تعليمات قرار ديتے تھے اور كہتے تھے كہ پيغمبر اكرم</w:t>
      </w:r>
      <w:r w:rsidR="00F031CD" w:rsidRPr="00F031CD">
        <w:rPr>
          <w:rStyle w:val="libAlaemChar"/>
          <w:rtl/>
        </w:rPr>
        <w:t xml:space="preserve"> صلى‌الله‌عليه‌وآله‌وسلم </w:t>
      </w:r>
      <w:r>
        <w:rPr>
          <w:rtl/>
        </w:rPr>
        <w:t xml:space="preserve"> نے ان مطالب كو ان سے حاصل كياہے سے واضح ہوتا ہے كہ وہ قرآنى مطالب كو اپنى طاقت سے بالاتر سمجھتے تھے_</w:t>
      </w:r>
    </w:p>
    <w:p w:rsidR="001F628F" w:rsidRDefault="001F628F" w:rsidP="00813150">
      <w:pPr>
        <w:pStyle w:val="libNormal"/>
        <w:rPr>
          <w:rtl/>
        </w:rPr>
      </w:pPr>
      <w:r>
        <w:rPr>
          <w:rtl/>
        </w:rPr>
        <w:t>6_ پيغمبر اكرم</w:t>
      </w:r>
      <w:r w:rsidR="00F031CD" w:rsidRPr="00F031CD">
        <w:rPr>
          <w:rStyle w:val="libAlaemChar"/>
          <w:rtl/>
        </w:rPr>
        <w:t xml:space="preserve"> صلى‌الله‌عليه‌وآله‌وسلم </w:t>
      </w:r>
      <w:r>
        <w:rPr>
          <w:rtl/>
        </w:rPr>
        <w:t xml:space="preserve"> كے مخالفين كى كوشش رہى ہے كہ وہ قرآن مجيد كو غير الہى جلوہ دي</w:t>
      </w:r>
      <w:r w:rsidR="00083993">
        <w:rPr>
          <w:rtl/>
        </w:rPr>
        <w:t xml:space="preserve">ں </w:t>
      </w:r>
      <w:r>
        <w:rPr>
          <w:rtl/>
        </w:rPr>
        <w:t>_</w:t>
      </w:r>
      <w:r w:rsidRPr="00813150">
        <w:rPr>
          <w:rStyle w:val="libArabicChar"/>
          <w:rFonts w:hint="eastAsia"/>
          <w:rtl/>
        </w:rPr>
        <w:t>يقولون</w:t>
      </w:r>
      <w:r w:rsidRPr="00813150">
        <w:rPr>
          <w:rStyle w:val="libArabicChar"/>
          <w:rtl/>
        </w:rPr>
        <w:t xml:space="preserve"> انما يعلّم</w:t>
      </w:r>
      <w:r w:rsidR="00120F63" w:rsidRPr="00B2551F">
        <w:rPr>
          <w:rStyle w:val="libArabicChar"/>
          <w:rFonts w:hint="cs"/>
          <w:rtl/>
        </w:rPr>
        <w:t>ه</w:t>
      </w:r>
      <w:r w:rsidRPr="00813150">
        <w:rPr>
          <w:rStyle w:val="libArabicChar"/>
          <w:rtl/>
        </w:rPr>
        <w:t xml:space="preserve"> </w:t>
      </w:r>
      <w:r w:rsidRPr="00813150">
        <w:rPr>
          <w:rStyle w:val="libArabicChar"/>
          <w:rFonts w:hint="cs"/>
          <w:rtl/>
        </w:rPr>
        <w:t>بشر</w:t>
      </w:r>
    </w:p>
    <w:p w:rsidR="001F628F" w:rsidRDefault="001F628F" w:rsidP="001F628F">
      <w:pPr>
        <w:pStyle w:val="libNormal"/>
        <w:rPr>
          <w:rtl/>
        </w:rPr>
      </w:pPr>
      <w:r>
        <w:rPr>
          <w:rtl/>
        </w:rPr>
        <w:t>7_ قرآن مجيد ، فصيح و واضح عربى زبان كے قالب مي</w:t>
      </w:r>
      <w:r w:rsidR="00083993">
        <w:rPr>
          <w:rtl/>
        </w:rPr>
        <w:t xml:space="preserve">ں </w:t>
      </w:r>
      <w:r>
        <w:rPr>
          <w:rtl/>
        </w:rPr>
        <w:t>نازل ہوا ہے_</w:t>
      </w:r>
    </w:p>
    <w:p w:rsidR="001F628F" w:rsidRDefault="001F628F" w:rsidP="00813150">
      <w:pPr>
        <w:pStyle w:val="libArabic"/>
        <w:rPr>
          <w:rtl/>
        </w:rPr>
      </w:pPr>
      <w:r>
        <w:rPr>
          <w:rFonts w:hint="eastAsia"/>
          <w:rtl/>
        </w:rPr>
        <w:t>لسان</w:t>
      </w:r>
      <w:r>
        <w:rPr>
          <w:rtl/>
        </w:rPr>
        <w:t xml:space="preserve"> الذى يلحدون الي</w:t>
      </w:r>
      <w:r w:rsidR="00120F63" w:rsidRPr="00ED5DE8">
        <w:rPr>
          <w:rFonts w:hint="cs"/>
          <w:rtl/>
        </w:rPr>
        <w:t>ه</w:t>
      </w:r>
      <w:r>
        <w:rPr>
          <w:rtl/>
        </w:rPr>
        <w:t xml:space="preserve"> </w:t>
      </w:r>
      <w:r>
        <w:rPr>
          <w:rFonts w:hint="cs"/>
          <w:rtl/>
        </w:rPr>
        <w:t>اعجمى</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لسان</w:t>
      </w:r>
      <w:r>
        <w:rPr>
          <w:rtl/>
        </w:rPr>
        <w:t xml:space="preserve"> </w:t>
      </w:r>
      <w:r>
        <w:rPr>
          <w:rFonts w:hint="cs"/>
          <w:rtl/>
        </w:rPr>
        <w:t>عربى</w:t>
      </w:r>
      <w:r>
        <w:rPr>
          <w:rtl/>
        </w:rPr>
        <w:t xml:space="preserve"> مبين</w:t>
      </w:r>
    </w:p>
    <w:p w:rsidR="001F628F" w:rsidRDefault="001F628F" w:rsidP="00813150">
      <w:pPr>
        <w:pStyle w:val="libNormal"/>
        <w:rPr>
          <w:rtl/>
        </w:rPr>
      </w:pPr>
      <w:r>
        <w:rPr>
          <w:rtl/>
        </w:rPr>
        <w:t>8_ عربى زبان كے قالب مي</w:t>
      </w:r>
      <w:r w:rsidR="00083993">
        <w:rPr>
          <w:rtl/>
        </w:rPr>
        <w:t xml:space="preserve">ں </w:t>
      </w:r>
      <w:r>
        <w:rPr>
          <w:rtl/>
        </w:rPr>
        <w:t>فصيح ور وشن قرآن كا بيان اس بات پر واضح ترين دليل ہے كہ يہ عجمى شخص (غير عرب) كے توسط سے پيغمبر اكرم</w:t>
      </w:r>
      <w:r w:rsidR="00F031CD" w:rsidRPr="00F031CD">
        <w:rPr>
          <w:rStyle w:val="libAlaemChar"/>
          <w:rtl/>
        </w:rPr>
        <w:t xml:space="preserve"> صلى‌الله‌عليه‌وآله‌وسلم </w:t>
      </w:r>
      <w:r>
        <w:rPr>
          <w:rtl/>
        </w:rPr>
        <w:t xml:space="preserve"> پر نازل نہي</w:t>
      </w:r>
      <w:r w:rsidR="00083993">
        <w:rPr>
          <w:rtl/>
        </w:rPr>
        <w:t xml:space="preserve">ں </w:t>
      </w:r>
      <w:r>
        <w:rPr>
          <w:rtl/>
        </w:rPr>
        <w:t>ہوا ہے_</w:t>
      </w:r>
      <w:r w:rsidRPr="00813150">
        <w:rPr>
          <w:rStyle w:val="libArabicChar"/>
          <w:rFonts w:hint="eastAsia"/>
          <w:rtl/>
        </w:rPr>
        <w:t>لسان</w:t>
      </w:r>
      <w:r w:rsidRPr="00813150">
        <w:rPr>
          <w:rStyle w:val="libArabicChar"/>
          <w:rtl/>
        </w:rPr>
        <w:t xml:space="preserve"> الذى يلحدون الي</w:t>
      </w:r>
      <w:r w:rsidR="00120F63" w:rsidRPr="00B2551F">
        <w:rPr>
          <w:rStyle w:val="libArabicChar"/>
          <w:rFonts w:hint="cs"/>
          <w:rtl/>
        </w:rPr>
        <w:t>ه</w:t>
      </w:r>
      <w:r w:rsidRPr="00813150">
        <w:rPr>
          <w:rStyle w:val="libArabicChar"/>
          <w:rtl/>
        </w:rPr>
        <w:t xml:space="preserve"> </w:t>
      </w:r>
      <w:r w:rsidRPr="00813150">
        <w:rPr>
          <w:rStyle w:val="libArabicChar"/>
          <w:rFonts w:hint="cs"/>
          <w:rtl/>
        </w:rPr>
        <w:t>اعجمى</w:t>
      </w:r>
      <w:r w:rsidRPr="00813150">
        <w:rPr>
          <w:rStyle w:val="libArabicChar"/>
          <w:rtl/>
        </w:rPr>
        <w:t xml:space="preserve"> </w:t>
      </w:r>
      <w:r w:rsidRPr="00813150">
        <w:rPr>
          <w:rStyle w:val="libArabicChar"/>
          <w:rFonts w:hint="cs"/>
          <w:rtl/>
        </w:rPr>
        <w:t>و</w:t>
      </w:r>
      <w:r w:rsidRPr="00813150">
        <w:rPr>
          <w:rStyle w:val="libArabicChar"/>
          <w:rtl/>
        </w:rPr>
        <w:t xml:space="preserve"> </w:t>
      </w:r>
      <w:r w:rsidR="00120F63" w:rsidRPr="00B2551F">
        <w:rPr>
          <w:rStyle w:val="libArabicChar"/>
          <w:rFonts w:hint="cs"/>
          <w:rtl/>
        </w:rPr>
        <w:t>ه</w:t>
      </w:r>
      <w:r w:rsidRPr="00813150">
        <w:rPr>
          <w:rStyle w:val="libArabicChar"/>
          <w:rFonts w:hint="cs"/>
          <w:rtl/>
        </w:rPr>
        <w:t>ذا</w:t>
      </w:r>
      <w:r w:rsidRPr="00813150">
        <w:rPr>
          <w:rStyle w:val="libArabicChar"/>
          <w:rtl/>
        </w:rPr>
        <w:t xml:space="preserve"> </w:t>
      </w:r>
      <w:r w:rsidRPr="00813150">
        <w:rPr>
          <w:rStyle w:val="libArabicChar"/>
          <w:rFonts w:hint="cs"/>
          <w:rtl/>
        </w:rPr>
        <w:t>لسان</w:t>
      </w:r>
      <w:r w:rsidRPr="00813150">
        <w:rPr>
          <w:rStyle w:val="libArabicChar"/>
          <w:rtl/>
        </w:rPr>
        <w:t xml:space="preserve"> </w:t>
      </w:r>
      <w:r w:rsidRPr="00813150">
        <w:rPr>
          <w:rStyle w:val="libArabicChar"/>
          <w:rFonts w:hint="cs"/>
          <w:rtl/>
        </w:rPr>
        <w:t>عرب</w:t>
      </w:r>
      <w:r w:rsidRPr="00813150">
        <w:rPr>
          <w:rStyle w:val="libArabicChar"/>
          <w:rtl/>
        </w:rPr>
        <w:t>ى مبين</w:t>
      </w:r>
    </w:p>
    <w:p w:rsidR="001F628F" w:rsidRDefault="001F628F" w:rsidP="001F628F">
      <w:pPr>
        <w:pStyle w:val="libNormal"/>
        <w:rPr>
          <w:rtl/>
        </w:rPr>
      </w:pPr>
      <w:r>
        <w:rPr>
          <w:rtl/>
        </w:rPr>
        <w:t>9_قرآن مجيد كى اعلى ترين فصاحت اور اس كا واضح بيان كو تمام افراد حتى كہ كفار اور مشركين بھى قبول كرتے ہي</w:t>
      </w:r>
      <w:r w:rsidR="00083993">
        <w:rPr>
          <w:rtl/>
        </w:rPr>
        <w:t xml:space="preserve">ں </w:t>
      </w:r>
      <w:r>
        <w:rPr>
          <w:rtl/>
        </w:rPr>
        <w:t>_</w:t>
      </w:r>
    </w:p>
    <w:p w:rsidR="001F628F" w:rsidRDefault="001F628F" w:rsidP="00813150">
      <w:pPr>
        <w:pStyle w:val="libArabic"/>
        <w:rPr>
          <w:rtl/>
        </w:rPr>
      </w:pPr>
      <w:r>
        <w:rPr>
          <w:rFonts w:hint="eastAsia"/>
          <w:rtl/>
        </w:rPr>
        <w:t>و</w:t>
      </w:r>
      <w:r w:rsidR="00120F63" w:rsidRPr="00ED5DE8">
        <w:rPr>
          <w:rFonts w:hint="cs"/>
          <w:rtl/>
        </w:rPr>
        <w:t>ه</w:t>
      </w:r>
      <w:r>
        <w:rPr>
          <w:rFonts w:hint="cs"/>
          <w:rtl/>
        </w:rPr>
        <w:t>ذا</w:t>
      </w:r>
      <w:r>
        <w:rPr>
          <w:rtl/>
        </w:rPr>
        <w:t xml:space="preserve"> لسان عربى مبين</w:t>
      </w:r>
    </w:p>
    <w:p w:rsidR="001F628F" w:rsidRDefault="001F628F" w:rsidP="001F628F">
      <w:pPr>
        <w:pStyle w:val="libNormal"/>
        <w:rPr>
          <w:rtl/>
        </w:rPr>
      </w:pPr>
      <w:r>
        <w:rPr>
          <w:rFonts w:hint="eastAsia"/>
          <w:rtl/>
        </w:rPr>
        <w:t>كفار</w:t>
      </w:r>
      <w:r>
        <w:rPr>
          <w:rtl/>
        </w:rPr>
        <w:t xml:space="preserve"> كے دعوى كو رد كرنے كے ليے خداوند عالم كا استدلال اس بات پر مبتنى ہے كہ قرآن مجيد كى فصاحت كو تمام لوگ قبول كري</w:t>
      </w:r>
      <w:r w:rsidR="00083993">
        <w:rPr>
          <w:rtl/>
        </w:rPr>
        <w:t xml:space="preserve">ں </w:t>
      </w:r>
      <w:r>
        <w:rPr>
          <w:rtl/>
        </w:rPr>
        <w:t>_</w:t>
      </w:r>
    </w:p>
    <w:p w:rsidR="001F628F" w:rsidRDefault="001F628F" w:rsidP="00813150">
      <w:pPr>
        <w:pStyle w:val="libNormal"/>
        <w:rPr>
          <w:rtl/>
        </w:rPr>
      </w:pPr>
      <w:r>
        <w:rPr>
          <w:rtl/>
        </w:rPr>
        <w:t>10_ قرآن كو بشر كى طرف نسبت دينا، ايك ناروا اور حق سے دور نسبت ہے _</w:t>
      </w:r>
      <w:r w:rsidRPr="00813150">
        <w:rPr>
          <w:rStyle w:val="libArabicChar"/>
          <w:rFonts w:hint="eastAsia"/>
          <w:rtl/>
        </w:rPr>
        <w:t>لسان</w:t>
      </w:r>
      <w:r w:rsidRPr="00813150">
        <w:rPr>
          <w:rStyle w:val="libArabicChar"/>
          <w:rtl/>
        </w:rPr>
        <w:t xml:space="preserve"> الذى يلحدون الي</w:t>
      </w:r>
      <w:r w:rsidR="00120F63" w:rsidRPr="00B2551F">
        <w:rPr>
          <w:rStyle w:val="libArabicChar"/>
          <w:rFonts w:hint="cs"/>
          <w:rtl/>
        </w:rPr>
        <w:t>ه</w:t>
      </w:r>
      <w:r w:rsidRPr="00813150">
        <w:rPr>
          <w:rStyle w:val="libArabicChar"/>
          <w:rtl/>
        </w:rPr>
        <w:t xml:space="preserve"> اعجمي</w:t>
      </w:r>
    </w:p>
    <w:p w:rsidR="001F628F" w:rsidRDefault="001F628F" w:rsidP="001F628F">
      <w:pPr>
        <w:pStyle w:val="libNormal"/>
        <w:rPr>
          <w:rtl/>
        </w:rPr>
      </w:pPr>
      <w:r>
        <w:rPr>
          <w:rtl/>
        </w:rPr>
        <w:t>''الحاد'' كے مفہوم مي</w:t>
      </w:r>
      <w:r w:rsidR="00083993">
        <w:rPr>
          <w:rtl/>
        </w:rPr>
        <w:t xml:space="preserve">ں </w:t>
      </w:r>
      <w:r>
        <w:rPr>
          <w:rtl/>
        </w:rPr>
        <w:t>حق سے انحراف ،مضمر ہے_</w:t>
      </w:r>
    </w:p>
    <w:p w:rsidR="001F628F" w:rsidRDefault="001F628F" w:rsidP="00813150">
      <w:pPr>
        <w:pStyle w:val="libNormal"/>
        <w:rPr>
          <w:rtl/>
        </w:rPr>
      </w:pPr>
      <w:r>
        <w:rPr>
          <w:rFonts w:hint="eastAsia"/>
          <w:rtl/>
        </w:rPr>
        <w:t>الله</w:t>
      </w:r>
      <w:r>
        <w:rPr>
          <w:rtl/>
        </w:rPr>
        <w:t xml:space="preserve"> تعالى :</w:t>
      </w:r>
      <w:r>
        <w:rPr>
          <w:rFonts w:hint="eastAsia"/>
          <w:rtl/>
        </w:rPr>
        <w:t>الله</w:t>
      </w:r>
      <w:r>
        <w:rPr>
          <w:rtl/>
        </w:rPr>
        <w:t xml:space="preserve"> تعالى كا بھيدو</w:t>
      </w:r>
      <w:r w:rsidR="00083993">
        <w:rPr>
          <w:rtl/>
        </w:rPr>
        <w:t xml:space="preserve">ں </w:t>
      </w:r>
      <w:r>
        <w:rPr>
          <w:rtl/>
        </w:rPr>
        <w:t>كو كھولنا 1</w:t>
      </w:r>
    </w:p>
    <w:p w:rsidR="001F628F" w:rsidRDefault="001F628F" w:rsidP="00813150">
      <w:pPr>
        <w:pStyle w:val="libNormal"/>
        <w:rPr>
          <w:rtl/>
        </w:rPr>
      </w:pP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 </w:t>
      </w:r>
      <w:r w:rsidR="00F031CD" w:rsidRPr="00F031CD">
        <w:rPr>
          <w:rStyle w:val="libAlaemChar"/>
          <w:rtl/>
        </w:rPr>
        <w:t xml:space="preserve"> صلى‌الله‌عليه‌وآله‌وسلم </w:t>
      </w:r>
      <w:r>
        <w:rPr>
          <w:rtl/>
        </w:rPr>
        <w:t xml:space="preserve"> كو تعليم دينے كى تہمت 2،3; حضرت محمد </w:t>
      </w:r>
      <w:r w:rsidR="00F031CD" w:rsidRPr="00F031CD">
        <w:rPr>
          <w:rStyle w:val="libAlaemChar"/>
          <w:rtl/>
        </w:rPr>
        <w:t xml:space="preserve"> صلى‌الله‌عليه‌وآله‌وسلم </w:t>
      </w:r>
      <w:r>
        <w:rPr>
          <w:rtl/>
        </w:rPr>
        <w:t xml:space="preserve"> كے خلاف سازش كو بے نقاب كرنا 1;حضرت محمد</w:t>
      </w:r>
      <w:r w:rsidR="00F031CD" w:rsidRPr="00F031CD">
        <w:rPr>
          <w:rStyle w:val="libAlaemChar"/>
          <w:rtl/>
        </w:rPr>
        <w:t xml:space="preserve"> صلى‌الله‌عليه‌وآله‌وسلم </w:t>
      </w:r>
      <w:r>
        <w:rPr>
          <w:rtl/>
        </w:rPr>
        <w:t xml:space="preserve"> كے مخالفين كا اقرار 5; حضرت محمد</w:t>
      </w:r>
      <w:r w:rsidR="00F031CD" w:rsidRPr="00F031CD">
        <w:rPr>
          <w:rStyle w:val="libAlaemChar"/>
          <w:rtl/>
        </w:rPr>
        <w:t xml:space="preserve"> صلى‌الله‌عليه‌وآله‌وسلم </w:t>
      </w:r>
      <w:r>
        <w:rPr>
          <w:rtl/>
        </w:rPr>
        <w:t xml:space="preserve"> كے مخالفين</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كى</w:t>
      </w:r>
      <w:r>
        <w:rPr>
          <w:rtl/>
        </w:rPr>
        <w:t xml:space="preserve"> كوشش 6</w:t>
      </w:r>
    </w:p>
    <w:p w:rsidR="001F628F" w:rsidRDefault="001F628F" w:rsidP="00813150">
      <w:pPr>
        <w:pStyle w:val="libNormal"/>
        <w:rPr>
          <w:rtl/>
        </w:rPr>
      </w:pPr>
      <w:r>
        <w:rPr>
          <w:rFonts w:hint="eastAsia"/>
          <w:rtl/>
        </w:rPr>
        <w:t>قرآن</w:t>
      </w:r>
      <w:r>
        <w:rPr>
          <w:rtl/>
        </w:rPr>
        <w:t>:</w:t>
      </w:r>
      <w:r>
        <w:rPr>
          <w:rFonts w:hint="eastAsia"/>
          <w:rtl/>
        </w:rPr>
        <w:t>قرآن</w:t>
      </w:r>
      <w:r>
        <w:rPr>
          <w:rtl/>
        </w:rPr>
        <w:t xml:space="preserve"> مجيدپر افتراء باندھنا 10; قرآن مجيد كا بے نظير ہونا 5; قرآن مجيد كا عربى ہونا 7; قرآن مجيد كا وحى ہونا 4،10; قرآن مجيد كى فصاحت 7،8; قرآن مجيد كے خلاف سازش كو بے نقاب كرنا 1; قرآن مجيد كے عجمى ہونے كارد8; قرآن مجيد كے وحى ہونے كو پنہا</w:t>
      </w:r>
      <w:r w:rsidR="00083993">
        <w:rPr>
          <w:rtl/>
        </w:rPr>
        <w:t xml:space="preserve">ں </w:t>
      </w:r>
      <w:r>
        <w:rPr>
          <w:rtl/>
        </w:rPr>
        <w:t>كرنا6; قرآن مجيد كے وحي ہونے كے دلائل 8</w:t>
      </w:r>
    </w:p>
    <w:p w:rsidR="001F628F" w:rsidRDefault="001F628F" w:rsidP="00813150">
      <w:pPr>
        <w:pStyle w:val="libNormal"/>
        <w:rPr>
          <w:rtl/>
        </w:rPr>
      </w:pPr>
      <w:r>
        <w:rPr>
          <w:rFonts w:hint="eastAsia"/>
          <w:rtl/>
        </w:rPr>
        <w:t>كفار</w:t>
      </w:r>
      <w:r>
        <w:rPr>
          <w:rtl/>
        </w:rPr>
        <w:t>:</w:t>
      </w:r>
      <w:r>
        <w:rPr>
          <w:rFonts w:hint="eastAsia"/>
          <w:rtl/>
        </w:rPr>
        <w:t>كفار</w:t>
      </w:r>
      <w:r>
        <w:rPr>
          <w:rtl/>
        </w:rPr>
        <w:t xml:space="preserve"> اور قرآن مجيد كى فصاحت 9; كفار كى تہمتي</w:t>
      </w:r>
      <w:r w:rsidR="00083993">
        <w:rPr>
          <w:rtl/>
        </w:rPr>
        <w:t xml:space="preserve">ں </w:t>
      </w:r>
      <w:r>
        <w:rPr>
          <w:rtl/>
        </w:rPr>
        <w:t>2،3; كفار كى سازش كو بے نقاب كرنا 1</w:t>
      </w:r>
    </w:p>
    <w:p w:rsidR="001F628F" w:rsidRDefault="001F628F" w:rsidP="00813150">
      <w:pPr>
        <w:pStyle w:val="libNormal"/>
        <w:rPr>
          <w:rtl/>
        </w:rPr>
      </w:pPr>
      <w:r>
        <w:rPr>
          <w:rFonts w:hint="eastAsia"/>
          <w:rtl/>
        </w:rPr>
        <w:t>مشركين</w:t>
      </w:r>
      <w:r>
        <w:rPr>
          <w:rtl/>
        </w:rPr>
        <w:t>:</w:t>
      </w:r>
      <w:r>
        <w:rPr>
          <w:rFonts w:hint="eastAsia"/>
          <w:rtl/>
        </w:rPr>
        <w:t>مشركين</w:t>
      </w:r>
      <w:r>
        <w:rPr>
          <w:rtl/>
        </w:rPr>
        <w:t xml:space="preserve"> اور قرآن مجيد كى فصاحت 9; مشركين كى تہمتي</w:t>
      </w:r>
      <w:r w:rsidR="00083993">
        <w:rPr>
          <w:rtl/>
        </w:rPr>
        <w:t xml:space="preserve">ں </w:t>
      </w:r>
      <w:r>
        <w:rPr>
          <w:rtl/>
        </w:rPr>
        <w:t>2،3; مشركين كى سازش كو افشاء كرنا 1</w:t>
      </w:r>
    </w:p>
    <w:p w:rsidR="00813150" w:rsidRPr="00120F63" w:rsidRDefault="00813150" w:rsidP="00813150">
      <w:pPr>
        <w:pStyle w:val="Heading2Center"/>
        <w:rPr>
          <w:rtl/>
        </w:rPr>
      </w:pPr>
      <w:bookmarkStart w:id="250" w:name="_Toc28081928"/>
      <w:r>
        <w:rPr>
          <w:rFonts w:hint="cs"/>
          <w:rtl/>
        </w:rPr>
        <w:t xml:space="preserve">آیت </w:t>
      </w:r>
      <w:r w:rsidRPr="00120F63">
        <w:rPr>
          <w:rFonts w:hint="cs"/>
          <w:rtl/>
        </w:rPr>
        <w:t>104</w:t>
      </w:r>
      <w:bookmarkEnd w:id="250"/>
    </w:p>
    <w:p w:rsidR="001F628F" w:rsidRDefault="00E260F9" w:rsidP="00813150">
      <w:pPr>
        <w:pStyle w:val="libNormal"/>
        <w:rPr>
          <w:rtl/>
        </w:rPr>
      </w:pPr>
      <w:r w:rsidRPr="00E260F9">
        <w:rPr>
          <w:rStyle w:val="libAlaemChar"/>
          <w:rFonts w:hint="eastAsia"/>
          <w:rtl/>
        </w:rPr>
        <w:t>(</w:t>
      </w:r>
      <w:r w:rsidRPr="00813150">
        <w:rPr>
          <w:rStyle w:val="libAieChar"/>
          <w:rFonts w:hint="eastAsia"/>
          <w:rtl/>
        </w:rPr>
        <w:t>إِنَّ</w:t>
      </w:r>
      <w:r w:rsidRPr="00813150">
        <w:rPr>
          <w:rStyle w:val="libAieChar"/>
          <w:rtl/>
        </w:rPr>
        <w:t xml:space="preserve"> الَّذِينَ لاَ يُؤْمِنُونَ بِآيَاتِ اللّهِ لاَ يَهْدِيهِمُ اللّهُ وَلَهُمْ عَذَابٌ أَلِيمٌ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جو لوگ اللہ كى نشانيو</w:t>
      </w:r>
      <w:r w:rsidR="00083993">
        <w:rPr>
          <w:rtl/>
        </w:rPr>
        <w:t xml:space="preserve">ں </w:t>
      </w:r>
      <w:r>
        <w:rPr>
          <w:rtl/>
        </w:rPr>
        <w:t>پر ايمان نہي</w:t>
      </w:r>
      <w:r w:rsidR="00083993">
        <w:rPr>
          <w:rtl/>
        </w:rPr>
        <w:t xml:space="preserve">ں </w:t>
      </w:r>
      <w:r>
        <w:rPr>
          <w:rtl/>
        </w:rPr>
        <w:t>لاتے ہي</w:t>
      </w:r>
      <w:r w:rsidR="00083993">
        <w:rPr>
          <w:rtl/>
        </w:rPr>
        <w:t xml:space="preserve">ں </w:t>
      </w:r>
      <w:r>
        <w:rPr>
          <w:rtl/>
        </w:rPr>
        <w:t>خدا انھي</w:t>
      </w:r>
      <w:r w:rsidR="00083993">
        <w:rPr>
          <w:rtl/>
        </w:rPr>
        <w:t xml:space="preserve">ں </w:t>
      </w:r>
      <w:r>
        <w:rPr>
          <w:rtl/>
        </w:rPr>
        <w:t>ہدايت بھى نہي</w:t>
      </w:r>
      <w:r w:rsidR="00083993">
        <w:rPr>
          <w:rtl/>
        </w:rPr>
        <w:t xml:space="preserve">ں </w:t>
      </w:r>
      <w:r>
        <w:rPr>
          <w:rtl/>
        </w:rPr>
        <w:t>ديتا ہے اور ان كے لئے دردناك عذاب بھى ہے _</w:t>
      </w:r>
    </w:p>
    <w:p w:rsidR="001F628F" w:rsidRDefault="001F628F" w:rsidP="001F628F">
      <w:pPr>
        <w:pStyle w:val="libNormal"/>
        <w:rPr>
          <w:rtl/>
        </w:rPr>
      </w:pPr>
      <w:r>
        <w:rPr>
          <w:rtl/>
        </w:rPr>
        <w:t>1_وہ لوگ جنہو</w:t>
      </w:r>
      <w:r w:rsidR="00083993">
        <w:rPr>
          <w:rtl/>
        </w:rPr>
        <w:t xml:space="preserve">ں </w:t>
      </w:r>
      <w:r>
        <w:rPr>
          <w:rtl/>
        </w:rPr>
        <w:t>نے كفر پر اصرار اورھٹ دھرمى كى وجہ سے حق قبول نہي</w:t>
      </w:r>
      <w:r w:rsidR="00083993">
        <w:rPr>
          <w:rtl/>
        </w:rPr>
        <w:t xml:space="preserve">ں </w:t>
      </w:r>
      <w:r>
        <w:rPr>
          <w:rtl/>
        </w:rPr>
        <w:t>كيا الہى ہدايت سے محروم ہي</w:t>
      </w:r>
      <w:r w:rsidR="00083993">
        <w:rPr>
          <w:rtl/>
        </w:rPr>
        <w:t xml:space="preserve">ں </w:t>
      </w:r>
      <w:r>
        <w:rPr>
          <w:rtl/>
        </w:rPr>
        <w:t>_</w:t>
      </w:r>
    </w:p>
    <w:p w:rsidR="001F628F" w:rsidRDefault="001F628F" w:rsidP="00813150">
      <w:pPr>
        <w:pStyle w:val="libArabic"/>
        <w:rPr>
          <w:rtl/>
        </w:rPr>
      </w:pPr>
      <w:r>
        <w:rPr>
          <w:rFonts w:hint="eastAsia"/>
          <w:rtl/>
        </w:rPr>
        <w:t>انّ</w:t>
      </w:r>
      <w:r>
        <w:rPr>
          <w:rtl/>
        </w:rPr>
        <w:t xml:space="preserve"> الذين لا يومنون </w:t>
      </w:r>
      <w:r w:rsidR="001C671D" w:rsidRPr="001C671D">
        <w:rPr>
          <w:rtl/>
        </w:rPr>
        <w:t xml:space="preserve">بايات </w:t>
      </w:r>
      <w:r>
        <w:rPr>
          <w:rtl/>
        </w:rPr>
        <w:t>الله لا ي</w:t>
      </w:r>
      <w:r w:rsidR="00120F63" w:rsidRPr="00ED5DE8">
        <w:rPr>
          <w:rFonts w:hint="cs"/>
          <w:rtl/>
        </w:rPr>
        <w:t>ه</w:t>
      </w:r>
      <w:r>
        <w:rPr>
          <w:rFonts w:hint="cs"/>
          <w:rtl/>
        </w:rPr>
        <w:t>دي</w:t>
      </w:r>
      <w:r w:rsidR="00120F63" w:rsidRPr="00ED5DE8">
        <w:rPr>
          <w:rFonts w:hint="cs"/>
          <w:rtl/>
        </w:rPr>
        <w:t>ه</w:t>
      </w:r>
      <w:r>
        <w:rPr>
          <w:rFonts w:hint="cs"/>
          <w:rtl/>
        </w:rPr>
        <w:t>م</w:t>
      </w:r>
      <w:r>
        <w:rPr>
          <w:rtl/>
        </w:rPr>
        <w:t xml:space="preserve"> الله</w:t>
      </w:r>
    </w:p>
    <w:p w:rsidR="001F628F" w:rsidRDefault="001F628F" w:rsidP="001F628F">
      <w:pPr>
        <w:pStyle w:val="libNormal"/>
        <w:rPr>
          <w:rtl/>
        </w:rPr>
      </w:pPr>
      <w:r>
        <w:rPr>
          <w:rFonts w:hint="eastAsia"/>
          <w:rtl/>
        </w:rPr>
        <w:t>فعل</w:t>
      </w:r>
      <w:r>
        <w:rPr>
          <w:rtl/>
        </w:rPr>
        <w:t xml:space="preserve"> مضارع </w:t>
      </w:r>
      <w:r w:rsidRPr="00813150">
        <w:rPr>
          <w:rStyle w:val="libArabicChar"/>
          <w:rtl/>
        </w:rPr>
        <w:t>''لا يومنون''</w:t>
      </w:r>
      <w:r>
        <w:rPr>
          <w:rtl/>
        </w:rPr>
        <w:t xml:space="preserve"> استمرار پر دلالت كرتا ہے اور اس بات كو ملحوظ خاطر ركھتے ہوئے كہ قرآن واضح اور فصيح زبان مي</w:t>
      </w:r>
      <w:r w:rsidR="00083993">
        <w:rPr>
          <w:rtl/>
        </w:rPr>
        <w:t xml:space="preserve">ں </w:t>
      </w:r>
      <w:r>
        <w:rPr>
          <w:rtl/>
        </w:rPr>
        <w:t>نازل ہوا ہے ليكن اس كے باوجود كفار اس پر ايمان نہي</w:t>
      </w:r>
      <w:r w:rsidR="00083993">
        <w:rPr>
          <w:rtl/>
        </w:rPr>
        <w:t xml:space="preserve">ں </w:t>
      </w:r>
      <w:r>
        <w:rPr>
          <w:rtl/>
        </w:rPr>
        <w:t>لائے ممكن ہے يہ ان كى ھٹ دھرمى اور حق قبول نہ كرنے كى فكر كو بيان كر رہا ہو_</w:t>
      </w:r>
    </w:p>
    <w:p w:rsidR="001F628F" w:rsidRDefault="001F628F" w:rsidP="001F628F">
      <w:pPr>
        <w:pStyle w:val="libNormal"/>
        <w:rPr>
          <w:rtl/>
        </w:rPr>
      </w:pPr>
      <w:r>
        <w:rPr>
          <w:rtl/>
        </w:rPr>
        <w:t>2_ واضح ترين الہى دلائل ، ھٹ دھرم وحق قبو ل نہ كرنے والو</w:t>
      </w:r>
      <w:r w:rsidR="00083993">
        <w:rPr>
          <w:rtl/>
        </w:rPr>
        <w:t xml:space="preserve">ں </w:t>
      </w:r>
      <w:r>
        <w:rPr>
          <w:rtl/>
        </w:rPr>
        <w:t>كے دل پراثر انداز نہي</w:t>
      </w:r>
      <w:r w:rsidR="00083993">
        <w:rPr>
          <w:rtl/>
        </w:rPr>
        <w:t xml:space="preserve">ں </w:t>
      </w:r>
      <w:r>
        <w:rPr>
          <w:rtl/>
        </w:rPr>
        <w:t>ہوتے _</w:t>
      </w:r>
    </w:p>
    <w:p w:rsidR="001F628F" w:rsidRDefault="001F628F" w:rsidP="00813150">
      <w:pPr>
        <w:pStyle w:val="libArabic"/>
        <w:rPr>
          <w:rtl/>
        </w:rPr>
      </w:pPr>
      <w:r>
        <w:rPr>
          <w:rFonts w:hint="eastAsia"/>
          <w:rtl/>
        </w:rPr>
        <w:t>لسان</w:t>
      </w:r>
      <w:r>
        <w:rPr>
          <w:rtl/>
        </w:rPr>
        <w:t xml:space="preserve"> الذى يلحدون الي</w:t>
      </w:r>
      <w:r w:rsidR="00120F63" w:rsidRPr="00ED5DE8">
        <w:rPr>
          <w:rFonts w:hint="cs"/>
          <w:rtl/>
        </w:rPr>
        <w:t>ه</w:t>
      </w:r>
      <w:r>
        <w:rPr>
          <w:rtl/>
        </w:rPr>
        <w:t xml:space="preserve"> </w:t>
      </w:r>
      <w:r>
        <w:rPr>
          <w:rFonts w:hint="cs"/>
          <w:rtl/>
        </w:rPr>
        <w:t>اعجمى</w:t>
      </w:r>
      <w:r>
        <w:rPr>
          <w:rtl/>
        </w:rPr>
        <w:t xml:space="preserve"> </w:t>
      </w:r>
      <w:r>
        <w:rPr>
          <w:rFonts w:hint="cs"/>
          <w:rtl/>
        </w:rPr>
        <w:t>و</w:t>
      </w:r>
      <w:r>
        <w:rPr>
          <w:rtl/>
        </w:rPr>
        <w:t xml:space="preserve"> </w:t>
      </w:r>
      <w:r w:rsidR="00120F63" w:rsidRPr="00ED5DE8">
        <w:rPr>
          <w:rFonts w:hint="cs"/>
          <w:rtl/>
        </w:rPr>
        <w:t>ه</w:t>
      </w:r>
      <w:r>
        <w:rPr>
          <w:rFonts w:hint="cs"/>
          <w:rtl/>
        </w:rPr>
        <w:t>ذا</w:t>
      </w:r>
      <w:r>
        <w:rPr>
          <w:rtl/>
        </w:rPr>
        <w:t xml:space="preserve"> </w:t>
      </w:r>
      <w:r>
        <w:rPr>
          <w:rFonts w:hint="cs"/>
          <w:rtl/>
        </w:rPr>
        <w:t>لسان</w:t>
      </w:r>
      <w:r>
        <w:rPr>
          <w:rtl/>
        </w:rPr>
        <w:t xml:space="preserve"> </w:t>
      </w:r>
      <w:r>
        <w:rPr>
          <w:rFonts w:hint="cs"/>
          <w:rtl/>
        </w:rPr>
        <w:t>عربى</w:t>
      </w:r>
      <w:r>
        <w:rPr>
          <w:rtl/>
        </w:rPr>
        <w:t xml:space="preserve"> </w:t>
      </w:r>
      <w:r>
        <w:rPr>
          <w:rFonts w:hint="cs"/>
          <w:rtl/>
        </w:rPr>
        <w:t>مبين</w:t>
      </w:r>
      <w:r>
        <w:rPr>
          <w:rtl/>
        </w:rPr>
        <w:t xml:space="preserve"> </w:t>
      </w:r>
      <w:r>
        <w:rPr>
          <w:rFonts w:hint="cs"/>
          <w:rtl/>
        </w:rPr>
        <w:t>ان</w:t>
      </w:r>
      <w:r>
        <w:rPr>
          <w:rtl/>
        </w:rPr>
        <w:t xml:space="preserve"> </w:t>
      </w:r>
      <w:r>
        <w:rPr>
          <w:rFonts w:hint="cs"/>
          <w:rtl/>
        </w:rPr>
        <w:t>الذين</w:t>
      </w:r>
      <w:r>
        <w:rPr>
          <w:rtl/>
        </w:rPr>
        <w:t xml:space="preserve"> </w:t>
      </w:r>
      <w:r>
        <w:rPr>
          <w:rFonts w:hint="cs"/>
          <w:rtl/>
        </w:rPr>
        <w:t>لا</w:t>
      </w:r>
      <w:r>
        <w:rPr>
          <w:rtl/>
        </w:rPr>
        <w:t xml:space="preserve"> </w:t>
      </w:r>
      <w:r>
        <w:rPr>
          <w:rFonts w:hint="cs"/>
          <w:rtl/>
        </w:rPr>
        <w:t>يومنون</w:t>
      </w:r>
      <w:r>
        <w:rPr>
          <w:rtl/>
        </w:rPr>
        <w:t xml:space="preserve"> ... </w:t>
      </w:r>
      <w:r>
        <w:rPr>
          <w:rFonts w:hint="cs"/>
          <w:rtl/>
        </w:rPr>
        <w:t>لا</w:t>
      </w:r>
      <w:r>
        <w:rPr>
          <w:rtl/>
        </w:rPr>
        <w:t xml:space="preserve"> </w:t>
      </w:r>
      <w:r>
        <w:rPr>
          <w:rFonts w:hint="cs"/>
          <w:rtl/>
        </w:rPr>
        <w:t>ي</w:t>
      </w:r>
      <w:r w:rsidR="00120F63" w:rsidRPr="00ED5DE8">
        <w:rPr>
          <w:rFonts w:hint="cs"/>
          <w:rtl/>
        </w:rPr>
        <w:t>ه</w:t>
      </w:r>
      <w:r>
        <w:rPr>
          <w:rFonts w:hint="cs"/>
          <w:rtl/>
        </w:rPr>
        <w:t>دي</w:t>
      </w:r>
      <w:r w:rsidR="00120F63" w:rsidRPr="00ED5DE8">
        <w:rPr>
          <w:rFonts w:hint="cs"/>
          <w:rtl/>
        </w:rPr>
        <w:t>ه</w:t>
      </w:r>
      <w:r>
        <w:rPr>
          <w:rFonts w:hint="cs"/>
          <w:rtl/>
        </w:rPr>
        <w:t>م</w:t>
      </w:r>
      <w:r>
        <w:rPr>
          <w:rtl/>
        </w:rPr>
        <w:t xml:space="preserve"> الله</w:t>
      </w:r>
    </w:p>
    <w:p w:rsidR="001F628F" w:rsidRDefault="001F628F" w:rsidP="001F628F">
      <w:pPr>
        <w:pStyle w:val="libNormal"/>
        <w:rPr>
          <w:rtl/>
        </w:rPr>
      </w:pPr>
      <w:r>
        <w:rPr>
          <w:rFonts w:hint="eastAsia"/>
          <w:rtl/>
        </w:rPr>
        <w:t>خداوند</w:t>
      </w:r>
      <w:r>
        <w:rPr>
          <w:rtl/>
        </w:rPr>
        <w:t xml:space="preserve"> عالم نے ما قبل آيت مي</w:t>
      </w:r>
      <w:r w:rsidR="00083993">
        <w:rPr>
          <w:rtl/>
        </w:rPr>
        <w:t xml:space="preserve">ں </w:t>
      </w:r>
      <w:r>
        <w:rPr>
          <w:rtl/>
        </w:rPr>
        <w:t>واضح ترين بيان كے ساتھ قرآن كى حقانيت پر استدلال كيا ہے _</w:t>
      </w:r>
    </w:p>
    <w:p w:rsidR="001F628F" w:rsidRDefault="001F628F" w:rsidP="001F628F">
      <w:pPr>
        <w:pStyle w:val="libNormal"/>
        <w:rPr>
          <w:rtl/>
        </w:rPr>
      </w:pPr>
      <w:r>
        <w:rPr>
          <w:rFonts w:hint="eastAsia"/>
          <w:rtl/>
        </w:rPr>
        <w:t>اور</w:t>
      </w:r>
      <w:r>
        <w:rPr>
          <w:rtl/>
        </w:rPr>
        <w:t xml:space="preserve"> اس آيت مي</w:t>
      </w:r>
      <w:r w:rsidR="00083993">
        <w:rPr>
          <w:rtl/>
        </w:rPr>
        <w:t xml:space="preserve">ں </w:t>
      </w:r>
      <w:r>
        <w:rPr>
          <w:rtl/>
        </w:rPr>
        <w:t>بھى فرمايا : يہ دليل اپنى وضاحت كے ساتھ ان لوگو</w:t>
      </w:r>
      <w:r w:rsidR="00083993">
        <w:rPr>
          <w:rtl/>
        </w:rPr>
        <w:t xml:space="preserve">ں </w:t>
      </w:r>
      <w:r>
        <w:rPr>
          <w:rtl/>
        </w:rPr>
        <w:t>كے ليے فائدہ مند نہي</w:t>
      </w:r>
      <w:r w:rsidR="00083993">
        <w:rPr>
          <w:rtl/>
        </w:rPr>
        <w:t xml:space="preserve">ں </w:t>
      </w:r>
      <w:r>
        <w:rPr>
          <w:rtl/>
        </w:rPr>
        <w:t>ہے</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جنہو</w:t>
      </w:r>
      <w:r w:rsidR="00083993">
        <w:rPr>
          <w:rFonts w:hint="eastAsia"/>
          <w:rtl/>
        </w:rPr>
        <w:t xml:space="preserve">ں </w:t>
      </w:r>
      <w:r>
        <w:rPr>
          <w:rtl/>
        </w:rPr>
        <w:t>نے ايمان نہ لانے كا پختہ ا رادہ كيا ہے _</w:t>
      </w:r>
    </w:p>
    <w:p w:rsidR="001F628F" w:rsidRDefault="001F628F" w:rsidP="001F628F">
      <w:pPr>
        <w:pStyle w:val="libNormal"/>
        <w:rPr>
          <w:rtl/>
        </w:rPr>
      </w:pPr>
      <w:r>
        <w:rPr>
          <w:rtl/>
        </w:rPr>
        <w:t>3_ ہدايت تك رسائي خود انسان كى خواہش اور اس كے ارادہ و اختيار سے وابستہ ہے _</w:t>
      </w:r>
    </w:p>
    <w:p w:rsidR="001F628F" w:rsidRDefault="001F628F" w:rsidP="00813150">
      <w:pPr>
        <w:pStyle w:val="libArabic"/>
        <w:rPr>
          <w:rtl/>
        </w:rPr>
      </w:pPr>
      <w:r>
        <w:rPr>
          <w:rFonts w:hint="eastAsia"/>
          <w:rtl/>
        </w:rPr>
        <w:t>انّ</w:t>
      </w:r>
      <w:r>
        <w:rPr>
          <w:rtl/>
        </w:rPr>
        <w:t xml:space="preserve"> الذين لا يومنون با يات الله لا ي</w:t>
      </w:r>
      <w:r w:rsidR="00120F63" w:rsidRPr="00ED5DE8">
        <w:rPr>
          <w:rFonts w:hint="cs"/>
          <w:rtl/>
        </w:rPr>
        <w:t>ه</w:t>
      </w:r>
      <w:r>
        <w:rPr>
          <w:rFonts w:hint="cs"/>
          <w:rtl/>
        </w:rPr>
        <w:t>دي</w:t>
      </w:r>
      <w:r w:rsidR="00120F63" w:rsidRPr="00ED5DE8">
        <w:rPr>
          <w:rFonts w:hint="cs"/>
          <w:rtl/>
        </w:rPr>
        <w:t>ه</w:t>
      </w:r>
      <w:r>
        <w:rPr>
          <w:rtl/>
        </w:rPr>
        <w:t>م الله</w:t>
      </w:r>
    </w:p>
    <w:p w:rsidR="001F628F" w:rsidRDefault="001F628F" w:rsidP="001F628F">
      <w:pPr>
        <w:pStyle w:val="libNormal"/>
        <w:rPr>
          <w:rtl/>
        </w:rPr>
      </w:pPr>
      <w:r>
        <w:rPr>
          <w:rtl/>
        </w:rPr>
        <w:t>''لا يومنون'' سے يہ استفادہ ہوتا ہے كہ وہ لوگ جوايمان نہي</w:t>
      </w:r>
      <w:r w:rsidR="00083993">
        <w:rPr>
          <w:rtl/>
        </w:rPr>
        <w:t xml:space="preserve">ں </w:t>
      </w:r>
      <w:r>
        <w:rPr>
          <w:rtl/>
        </w:rPr>
        <w:t>لا نا چاہتے الہى ہدايت و لطف سے محروم ہي</w:t>
      </w:r>
      <w:r w:rsidR="00083993">
        <w:rPr>
          <w:rtl/>
        </w:rPr>
        <w:t xml:space="preserve">ں </w:t>
      </w:r>
      <w:r>
        <w:rPr>
          <w:rtl/>
        </w:rPr>
        <w:t>لہذ ا اس كى ہدايت او رلطف تك پہنچنا خود انسان كے ارادہ سے مشروط ہے _</w:t>
      </w:r>
    </w:p>
    <w:p w:rsidR="001F628F" w:rsidRDefault="001F628F" w:rsidP="001F628F">
      <w:pPr>
        <w:pStyle w:val="libNormal"/>
        <w:rPr>
          <w:rtl/>
        </w:rPr>
      </w:pPr>
      <w:r>
        <w:rPr>
          <w:rtl/>
        </w:rPr>
        <w:t>4_ وہ كفار جو ھٹ دھرمى اورعناد كى وجہ سے الہى آيات پر ايمان نہي</w:t>
      </w:r>
      <w:r w:rsidR="00083993">
        <w:rPr>
          <w:rtl/>
        </w:rPr>
        <w:t xml:space="preserve">ں </w:t>
      </w:r>
      <w:r>
        <w:rPr>
          <w:rtl/>
        </w:rPr>
        <w:t>لاتے ان كا انجام اور سزا، دردناك عذاب ہے_</w:t>
      </w:r>
    </w:p>
    <w:p w:rsidR="001F628F" w:rsidRDefault="001F628F" w:rsidP="00813150">
      <w:pPr>
        <w:pStyle w:val="libArabic"/>
        <w:rPr>
          <w:rtl/>
        </w:rPr>
      </w:pPr>
      <w:r>
        <w:rPr>
          <w:rFonts w:hint="eastAsia"/>
          <w:rtl/>
        </w:rPr>
        <w:t>انّ</w:t>
      </w:r>
      <w:r>
        <w:rPr>
          <w:rtl/>
        </w:rPr>
        <w:t xml:space="preserve"> الذين لا يومنون با يات الله ...ل</w:t>
      </w:r>
      <w:r w:rsidR="00120F63" w:rsidRPr="00ED5DE8">
        <w:rPr>
          <w:rFonts w:hint="cs"/>
          <w:rtl/>
        </w:rPr>
        <w:t>ه</w:t>
      </w:r>
      <w:r>
        <w:rPr>
          <w:rFonts w:hint="cs"/>
          <w:rtl/>
        </w:rPr>
        <w:t>م</w:t>
      </w:r>
      <w:r>
        <w:rPr>
          <w:rtl/>
        </w:rPr>
        <w:t xml:space="preserve"> </w:t>
      </w:r>
      <w:r>
        <w:rPr>
          <w:rFonts w:hint="cs"/>
          <w:rtl/>
        </w:rPr>
        <w:t>عذا</w:t>
      </w:r>
      <w:r>
        <w:rPr>
          <w:rtl/>
        </w:rPr>
        <w:t>ب اليم</w:t>
      </w:r>
    </w:p>
    <w:p w:rsidR="001F628F" w:rsidRDefault="001F628F" w:rsidP="00813150">
      <w:pPr>
        <w:pStyle w:val="libNormal"/>
        <w:rPr>
          <w:rtl/>
        </w:rPr>
      </w:pPr>
      <w:r>
        <w:rPr>
          <w:rFonts w:hint="eastAsia"/>
          <w:rtl/>
        </w:rPr>
        <w:t>الہى</w:t>
      </w:r>
      <w:r>
        <w:rPr>
          <w:rtl/>
        </w:rPr>
        <w:t xml:space="preserve"> آيات:</w:t>
      </w:r>
      <w:r>
        <w:rPr>
          <w:rFonts w:hint="eastAsia"/>
          <w:rtl/>
        </w:rPr>
        <w:t>الہى</w:t>
      </w:r>
      <w:r>
        <w:rPr>
          <w:rtl/>
        </w:rPr>
        <w:t xml:space="preserve"> آيات كو جھٹلانے والے4</w:t>
      </w:r>
    </w:p>
    <w:p w:rsidR="001F628F" w:rsidRDefault="001F628F" w:rsidP="00813150">
      <w:pPr>
        <w:pStyle w:val="libNormal"/>
        <w:rPr>
          <w:rtl/>
        </w:rPr>
      </w:pPr>
      <w:r>
        <w:rPr>
          <w:rFonts w:hint="eastAsia"/>
          <w:rtl/>
        </w:rPr>
        <w:t>انسان</w:t>
      </w:r>
      <w:r>
        <w:rPr>
          <w:rtl/>
        </w:rPr>
        <w:t>:</w:t>
      </w:r>
      <w:r>
        <w:rPr>
          <w:rFonts w:hint="eastAsia"/>
          <w:rtl/>
        </w:rPr>
        <w:t>انسان</w:t>
      </w:r>
      <w:r>
        <w:rPr>
          <w:rtl/>
        </w:rPr>
        <w:t xml:space="preserve"> كا اختيار 3</w:t>
      </w:r>
    </w:p>
    <w:p w:rsidR="001F628F" w:rsidRDefault="001F628F" w:rsidP="001F628F">
      <w:pPr>
        <w:pStyle w:val="libNormal"/>
        <w:rPr>
          <w:rtl/>
        </w:rPr>
      </w:pPr>
      <w:r>
        <w:rPr>
          <w:rFonts w:hint="eastAsia"/>
          <w:rtl/>
        </w:rPr>
        <w:t>جبر</w:t>
      </w:r>
      <w:r>
        <w:rPr>
          <w:rtl/>
        </w:rPr>
        <w:t xml:space="preserve"> و اختيار: 3</w:t>
      </w:r>
    </w:p>
    <w:p w:rsidR="001F628F" w:rsidRDefault="001F628F" w:rsidP="00813150">
      <w:pPr>
        <w:pStyle w:val="libNormal"/>
        <w:rPr>
          <w:rtl/>
        </w:rPr>
      </w:pPr>
      <w:r>
        <w:rPr>
          <w:rFonts w:hint="eastAsia"/>
          <w:rtl/>
        </w:rPr>
        <w:t>حق</w:t>
      </w:r>
      <w:r>
        <w:rPr>
          <w:rtl/>
        </w:rPr>
        <w:t>:</w:t>
      </w:r>
      <w:r>
        <w:rPr>
          <w:rFonts w:hint="eastAsia"/>
          <w:rtl/>
        </w:rPr>
        <w:t>حق</w:t>
      </w:r>
      <w:r>
        <w:rPr>
          <w:rtl/>
        </w:rPr>
        <w:t xml:space="preserve"> قبول نہ كرنے كے آثار1; حق قبول نہ كرنے والو</w:t>
      </w:r>
      <w:r w:rsidR="00083993">
        <w:rPr>
          <w:rtl/>
        </w:rPr>
        <w:t xml:space="preserve">ں </w:t>
      </w:r>
      <w:r>
        <w:rPr>
          <w:rtl/>
        </w:rPr>
        <w:t>كا ہدايت كو قبول نہ كرنا 2; حق قبول نہ كرنے والو</w:t>
      </w:r>
      <w:r w:rsidR="00083993">
        <w:rPr>
          <w:rtl/>
        </w:rPr>
        <w:t xml:space="preserve">ں </w:t>
      </w:r>
      <w:r>
        <w:rPr>
          <w:rtl/>
        </w:rPr>
        <w:t>كى لجاجت 2; حق قبول نہ كرنے والو</w:t>
      </w:r>
      <w:r w:rsidR="00083993">
        <w:rPr>
          <w:rtl/>
        </w:rPr>
        <w:t xml:space="preserve">ں </w:t>
      </w:r>
      <w:r>
        <w:rPr>
          <w:rtl/>
        </w:rPr>
        <w:t>كى محروميت 1</w:t>
      </w:r>
    </w:p>
    <w:p w:rsidR="001F628F" w:rsidRDefault="001F628F" w:rsidP="00813150">
      <w:pPr>
        <w:pStyle w:val="libNormal"/>
        <w:rPr>
          <w:rtl/>
        </w:rPr>
      </w:pPr>
      <w:r>
        <w:rPr>
          <w:rFonts w:hint="eastAsia"/>
          <w:rtl/>
        </w:rPr>
        <w:t>عذاب</w:t>
      </w:r>
      <w:r>
        <w:rPr>
          <w:rtl/>
        </w:rPr>
        <w:t>:</w:t>
      </w:r>
      <w:r>
        <w:rPr>
          <w:rFonts w:hint="eastAsia"/>
          <w:rtl/>
        </w:rPr>
        <w:t>اہل</w:t>
      </w:r>
      <w:r>
        <w:rPr>
          <w:rtl/>
        </w:rPr>
        <w:t xml:space="preserve"> عذاب4; دردناك عذاب4; عذاب كے اسباب 4; عذاب كے مراتب 4</w:t>
      </w:r>
    </w:p>
    <w:p w:rsidR="001F628F" w:rsidRDefault="001F628F" w:rsidP="00813150">
      <w:pPr>
        <w:pStyle w:val="libNormal"/>
        <w:rPr>
          <w:rtl/>
        </w:rPr>
      </w:pPr>
      <w:r>
        <w:rPr>
          <w:rFonts w:hint="eastAsia"/>
          <w:rtl/>
        </w:rPr>
        <w:t>كفار</w:t>
      </w:r>
      <w:r>
        <w:rPr>
          <w:rtl/>
        </w:rPr>
        <w:t>:</w:t>
      </w:r>
      <w:r>
        <w:rPr>
          <w:rFonts w:hint="eastAsia"/>
          <w:rtl/>
        </w:rPr>
        <w:t>لجوج</w:t>
      </w:r>
      <w:r>
        <w:rPr>
          <w:rtl/>
        </w:rPr>
        <w:t xml:space="preserve"> كفار كا عذاب 4; لجوج كفار كى سزا 4; كفار كى محروميت 1</w:t>
      </w:r>
    </w:p>
    <w:p w:rsidR="001F628F" w:rsidRDefault="001F628F" w:rsidP="00813150">
      <w:pPr>
        <w:pStyle w:val="libNormal"/>
        <w:rPr>
          <w:rtl/>
        </w:rPr>
      </w:pPr>
      <w:r>
        <w:rPr>
          <w:rFonts w:hint="eastAsia"/>
          <w:rtl/>
        </w:rPr>
        <w:t>كفر</w:t>
      </w:r>
      <w:r>
        <w:rPr>
          <w:rtl/>
        </w:rPr>
        <w:t>:</w:t>
      </w:r>
      <w:r>
        <w:rPr>
          <w:rFonts w:hint="eastAsia"/>
          <w:rtl/>
        </w:rPr>
        <w:t>كفر</w:t>
      </w:r>
      <w:r>
        <w:rPr>
          <w:rtl/>
        </w:rPr>
        <w:t xml:space="preserve"> پر اصرار كے آثار 1</w:t>
      </w:r>
    </w:p>
    <w:p w:rsidR="001F628F" w:rsidRDefault="001F628F" w:rsidP="00813150">
      <w:pPr>
        <w:pStyle w:val="libNormal"/>
        <w:rPr>
          <w:rtl/>
        </w:rPr>
      </w:pPr>
      <w:r>
        <w:rPr>
          <w:rFonts w:hint="eastAsia"/>
          <w:rtl/>
        </w:rPr>
        <w:t>ہدايت</w:t>
      </w:r>
      <w:r>
        <w:rPr>
          <w:rtl/>
        </w:rPr>
        <w:t>:</w:t>
      </w:r>
      <w:r>
        <w:rPr>
          <w:rFonts w:hint="eastAsia"/>
          <w:rtl/>
        </w:rPr>
        <w:t>ہدايت</w:t>
      </w:r>
      <w:r>
        <w:rPr>
          <w:rtl/>
        </w:rPr>
        <w:t xml:space="preserve"> سے محروم 1;ہدايت كا زمينہ3</w:t>
      </w:r>
    </w:p>
    <w:p w:rsidR="00813150" w:rsidRDefault="001E7F9D" w:rsidP="00F73EDE">
      <w:pPr>
        <w:pStyle w:val="libPoemTini"/>
        <w:rPr>
          <w:rtl/>
        </w:rPr>
      </w:pPr>
      <w:r>
        <w:rPr>
          <w:rtl/>
        </w:rPr>
        <w:cr/>
      </w:r>
      <w:r>
        <w:rPr>
          <w:rtl/>
        </w:rPr>
        <w:br w:type="page"/>
      </w:r>
    </w:p>
    <w:p w:rsidR="00813150" w:rsidRPr="00120F63" w:rsidRDefault="00813150" w:rsidP="00813150">
      <w:pPr>
        <w:pStyle w:val="Heading2Center"/>
        <w:rPr>
          <w:rtl/>
        </w:rPr>
      </w:pPr>
      <w:bookmarkStart w:id="251" w:name="_Toc28081929"/>
      <w:r>
        <w:rPr>
          <w:rFonts w:hint="cs"/>
          <w:rtl/>
        </w:rPr>
        <w:lastRenderedPageBreak/>
        <w:t xml:space="preserve">آیت </w:t>
      </w:r>
      <w:r w:rsidRPr="00120F63">
        <w:rPr>
          <w:rFonts w:hint="cs"/>
          <w:rtl/>
        </w:rPr>
        <w:t>105</w:t>
      </w:r>
      <w:bookmarkEnd w:id="251"/>
    </w:p>
    <w:p w:rsidR="001F628F" w:rsidRDefault="00E260F9" w:rsidP="00813150">
      <w:pPr>
        <w:pStyle w:val="libNormal"/>
        <w:rPr>
          <w:rtl/>
        </w:rPr>
      </w:pPr>
      <w:r w:rsidRPr="00E260F9">
        <w:rPr>
          <w:rStyle w:val="libAlaemChar"/>
          <w:rFonts w:hint="eastAsia"/>
          <w:rtl/>
        </w:rPr>
        <w:t>(</w:t>
      </w:r>
      <w:r w:rsidRPr="00813150">
        <w:rPr>
          <w:rStyle w:val="libAieChar"/>
          <w:rFonts w:hint="eastAsia"/>
          <w:rtl/>
        </w:rPr>
        <w:t>إِنَّمَا</w:t>
      </w:r>
      <w:r w:rsidRPr="00813150">
        <w:rPr>
          <w:rStyle w:val="libAieChar"/>
          <w:rtl/>
        </w:rPr>
        <w:t xml:space="preserve"> يَفْتَرِي الْكَذِبَ الَّذِينَ لاَ يُؤْمِنُونَ بِآيَاتِ اللّهِ وَأُوْلـئِكَ هُمُ الْكَاذِبُونَ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يقينا</w:t>
      </w:r>
      <w:r>
        <w:rPr>
          <w:rtl/>
        </w:rPr>
        <w:t xml:space="preserve"> غلط الزام لگانے والے صرف وہى افراد ہوتے ہي</w:t>
      </w:r>
      <w:r w:rsidR="00083993">
        <w:rPr>
          <w:rtl/>
        </w:rPr>
        <w:t xml:space="preserve">ں </w:t>
      </w:r>
      <w:r>
        <w:rPr>
          <w:rtl/>
        </w:rPr>
        <w:t>جو اللہ كى آيتو</w:t>
      </w:r>
      <w:r w:rsidR="00083993">
        <w:rPr>
          <w:rtl/>
        </w:rPr>
        <w:t xml:space="preserve">ں </w:t>
      </w:r>
      <w:r>
        <w:rPr>
          <w:rtl/>
        </w:rPr>
        <w:t>پر ايمان نہي</w:t>
      </w:r>
      <w:r w:rsidR="00083993">
        <w:rPr>
          <w:rtl/>
        </w:rPr>
        <w:t xml:space="preserve">ں </w:t>
      </w:r>
      <w:r>
        <w:rPr>
          <w:rtl/>
        </w:rPr>
        <w:t>ركھتے ہي</w:t>
      </w:r>
      <w:r w:rsidR="00083993">
        <w:rPr>
          <w:rtl/>
        </w:rPr>
        <w:t xml:space="preserve">ں </w:t>
      </w:r>
      <w:r>
        <w:rPr>
          <w:rtl/>
        </w:rPr>
        <w:t>اور وہى جھوٹے بھى ہوتے ہي</w:t>
      </w:r>
      <w:r w:rsidR="00083993">
        <w:rPr>
          <w:rtl/>
        </w:rPr>
        <w:t xml:space="preserve">ں </w:t>
      </w:r>
      <w:r>
        <w:rPr>
          <w:rtl/>
        </w:rPr>
        <w:t>_</w:t>
      </w:r>
    </w:p>
    <w:p w:rsidR="001F628F" w:rsidRDefault="001F628F" w:rsidP="00813150">
      <w:pPr>
        <w:pStyle w:val="libNormal"/>
        <w:rPr>
          <w:rtl/>
        </w:rPr>
      </w:pPr>
      <w:r>
        <w:rPr>
          <w:rtl/>
        </w:rPr>
        <w:t>1_ پيغمبر اكرم</w:t>
      </w:r>
      <w:r w:rsidR="00F031CD" w:rsidRPr="00F031CD">
        <w:rPr>
          <w:rStyle w:val="libAlaemChar"/>
          <w:rtl/>
        </w:rPr>
        <w:t xml:space="preserve"> صلى‌الله‌عليه‌وآله‌وسلم </w:t>
      </w:r>
      <w:r>
        <w:rPr>
          <w:rtl/>
        </w:rPr>
        <w:t xml:space="preserve"> كے مخالفين ،قرآن مجيد كو خداوند عالم كى طرف نسبت دينے پر آنحضرت </w:t>
      </w:r>
      <w:r w:rsidR="00F031CD" w:rsidRPr="00F031CD">
        <w:rPr>
          <w:rStyle w:val="libAlaemChar"/>
          <w:rtl/>
        </w:rPr>
        <w:t xml:space="preserve"> صلى‌الله‌عليه‌وآله‌وسلم </w:t>
      </w:r>
      <w:r>
        <w:rPr>
          <w:rtl/>
        </w:rPr>
        <w:t xml:space="preserve"> كو جھوٹا اور افتراء پر داز سمجھتے تھے _</w:t>
      </w:r>
      <w:r w:rsidRPr="00813150">
        <w:rPr>
          <w:rStyle w:val="libArabicChar"/>
          <w:rFonts w:hint="eastAsia"/>
          <w:rtl/>
        </w:rPr>
        <w:t>يقولون</w:t>
      </w:r>
      <w:r w:rsidRPr="00813150">
        <w:rPr>
          <w:rStyle w:val="libArabicChar"/>
          <w:rtl/>
        </w:rPr>
        <w:t xml:space="preserve"> انما يعلمّ</w:t>
      </w:r>
      <w:r w:rsidR="00120F63" w:rsidRPr="00B2551F">
        <w:rPr>
          <w:rStyle w:val="libArabicChar"/>
          <w:rFonts w:hint="cs"/>
          <w:rtl/>
        </w:rPr>
        <w:t>ه</w:t>
      </w:r>
      <w:r w:rsidRPr="00813150">
        <w:rPr>
          <w:rStyle w:val="libArabicChar"/>
          <w:rtl/>
        </w:rPr>
        <w:t xml:space="preserve"> </w:t>
      </w:r>
      <w:r w:rsidRPr="00813150">
        <w:rPr>
          <w:rStyle w:val="libArabicChar"/>
          <w:rFonts w:hint="cs"/>
          <w:rtl/>
        </w:rPr>
        <w:t>بشر</w:t>
      </w:r>
      <w:r w:rsidRPr="00813150">
        <w:rPr>
          <w:rStyle w:val="libArabicChar"/>
          <w:rtl/>
        </w:rPr>
        <w:t xml:space="preserve"> ...</w:t>
      </w:r>
      <w:r w:rsidRPr="00813150">
        <w:rPr>
          <w:rStyle w:val="libArabicChar"/>
          <w:rFonts w:hint="cs"/>
          <w:rtl/>
        </w:rPr>
        <w:t>انما</w:t>
      </w:r>
      <w:r w:rsidRPr="00813150">
        <w:rPr>
          <w:rStyle w:val="libArabicChar"/>
          <w:rtl/>
        </w:rPr>
        <w:t xml:space="preserve"> </w:t>
      </w:r>
      <w:r w:rsidRPr="00813150">
        <w:rPr>
          <w:rStyle w:val="libArabicChar"/>
          <w:rFonts w:hint="cs"/>
          <w:rtl/>
        </w:rPr>
        <w:t>يفترى</w:t>
      </w:r>
      <w:r w:rsidRPr="00813150">
        <w:rPr>
          <w:rStyle w:val="libArabicChar"/>
          <w:rtl/>
        </w:rPr>
        <w:t xml:space="preserve"> </w:t>
      </w:r>
      <w:r w:rsidRPr="00813150">
        <w:rPr>
          <w:rStyle w:val="libArabicChar"/>
          <w:rFonts w:hint="cs"/>
          <w:rtl/>
        </w:rPr>
        <w:t>الكذب</w:t>
      </w:r>
      <w:r w:rsidRPr="00813150">
        <w:rPr>
          <w:rStyle w:val="libArabicChar"/>
          <w:rtl/>
        </w:rPr>
        <w:t xml:space="preserve"> </w:t>
      </w:r>
      <w:r w:rsidRPr="00813150">
        <w:rPr>
          <w:rStyle w:val="libArabicChar"/>
          <w:rFonts w:hint="cs"/>
          <w:rtl/>
        </w:rPr>
        <w:t>الذين</w:t>
      </w:r>
      <w:r w:rsidRPr="00813150">
        <w:rPr>
          <w:rStyle w:val="libArabicChar"/>
          <w:rtl/>
        </w:rPr>
        <w:t xml:space="preserve"> </w:t>
      </w:r>
      <w:r w:rsidRPr="00813150">
        <w:rPr>
          <w:rStyle w:val="libArabicChar"/>
          <w:rFonts w:hint="cs"/>
          <w:rtl/>
        </w:rPr>
        <w:t>لا</w:t>
      </w:r>
      <w:r w:rsidRPr="00813150">
        <w:rPr>
          <w:rStyle w:val="libArabicChar"/>
          <w:rtl/>
        </w:rPr>
        <w:t xml:space="preserve"> </w:t>
      </w:r>
      <w:r w:rsidRPr="00813150">
        <w:rPr>
          <w:rStyle w:val="libArabicChar"/>
          <w:rFonts w:hint="cs"/>
          <w:rtl/>
        </w:rPr>
        <w:t>يومنون</w:t>
      </w:r>
      <w:r w:rsidRPr="00813150">
        <w:rPr>
          <w:rStyle w:val="libArabicChar"/>
          <w:rtl/>
        </w:rPr>
        <w:t xml:space="preserve"> </w:t>
      </w:r>
      <w:r w:rsidRPr="00813150">
        <w:rPr>
          <w:rStyle w:val="libArabicChar"/>
          <w:rFonts w:hint="cs"/>
          <w:rtl/>
        </w:rPr>
        <w:t>با</w:t>
      </w:r>
      <w:r w:rsidRPr="00813150">
        <w:rPr>
          <w:rStyle w:val="libArabicChar"/>
          <w:rtl/>
        </w:rPr>
        <w:t xml:space="preserve"> </w:t>
      </w:r>
      <w:r w:rsidRPr="00813150">
        <w:rPr>
          <w:rStyle w:val="libArabicChar"/>
          <w:rFonts w:hint="cs"/>
          <w:rtl/>
        </w:rPr>
        <w:t>يا</w:t>
      </w:r>
      <w:r w:rsidRPr="00813150">
        <w:rPr>
          <w:rStyle w:val="libArabicChar"/>
          <w:rtl/>
        </w:rPr>
        <w:t>ت الله</w:t>
      </w:r>
    </w:p>
    <w:p w:rsidR="001F628F" w:rsidRDefault="001F628F" w:rsidP="001F628F">
      <w:pPr>
        <w:pStyle w:val="libNormal"/>
        <w:rPr>
          <w:rtl/>
        </w:rPr>
      </w:pPr>
      <w:r>
        <w:rPr>
          <w:rtl/>
        </w:rPr>
        <w:t>2_ فقط ، الہى آيات پر ايمان نہ ركھنے والے قرآن پر جھوٹ اور افتراء باندھتے ہي</w:t>
      </w:r>
      <w:r w:rsidR="00083993">
        <w:rPr>
          <w:rtl/>
        </w:rPr>
        <w:t xml:space="preserve">ں </w:t>
      </w:r>
      <w:r>
        <w:rPr>
          <w:rtl/>
        </w:rPr>
        <w:t>_</w:t>
      </w:r>
    </w:p>
    <w:p w:rsidR="001F628F" w:rsidRDefault="001F628F" w:rsidP="00813150">
      <w:pPr>
        <w:pStyle w:val="libArabic"/>
        <w:rPr>
          <w:rtl/>
        </w:rPr>
      </w:pPr>
      <w:r>
        <w:rPr>
          <w:rFonts w:hint="eastAsia"/>
          <w:rtl/>
        </w:rPr>
        <w:t>انمّا</w:t>
      </w:r>
      <w:r>
        <w:rPr>
          <w:rtl/>
        </w:rPr>
        <w:t xml:space="preserve"> يفترى الكذب الذين لا يومنون </w:t>
      </w:r>
      <w:r w:rsidR="001C671D" w:rsidRPr="001C671D">
        <w:rPr>
          <w:rtl/>
        </w:rPr>
        <w:t xml:space="preserve">بايات </w:t>
      </w:r>
      <w:r>
        <w:rPr>
          <w:rtl/>
        </w:rPr>
        <w:t>الله</w:t>
      </w:r>
    </w:p>
    <w:p w:rsidR="001F628F" w:rsidRDefault="001F628F" w:rsidP="001F628F">
      <w:pPr>
        <w:pStyle w:val="libNormal"/>
        <w:rPr>
          <w:rtl/>
        </w:rPr>
      </w:pPr>
      <w:r>
        <w:rPr>
          <w:rtl/>
        </w:rPr>
        <w:t>3_ كفر اور حق كا انكار، دينى حقائق پر جھوٹ اور افتراء باندھنے كا سرچشمہ ہے_</w:t>
      </w:r>
    </w:p>
    <w:p w:rsidR="001F628F" w:rsidRDefault="001F628F" w:rsidP="00813150">
      <w:pPr>
        <w:pStyle w:val="libArabic"/>
        <w:rPr>
          <w:rtl/>
        </w:rPr>
      </w:pPr>
      <w:r>
        <w:rPr>
          <w:rFonts w:hint="eastAsia"/>
          <w:rtl/>
        </w:rPr>
        <w:t>انمّا</w:t>
      </w:r>
      <w:r>
        <w:rPr>
          <w:rtl/>
        </w:rPr>
        <w:t xml:space="preserve"> يفترى الكذب الذين لا يومنون </w:t>
      </w:r>
      <w:r w:rsidR="001C671D" w:rsidRPr="001C671D">
        <w:rPr>
          <w:rtl/>
        </w:rPr>
        <w:t xml:space="preserve">بايات </w:t>
      </w:r>
      <w:r>
        <w:rPr>
          <w:rtl/>
        </w:rPr>
        <w:t>الله</w:t>
      </w:r>
    </w:p>
    <w:p w:rsidR="001F628F" w:rsidRDefault="001F628F" w:rsidP="001C671D">
      <w:pPr>
        <w:pStyle w:val="libNormal"/>
        <w:rPr>
          <w:rtl/>
        </w:rPr>
      </w:pPr>
      <w:r>
        <w:rPr>
          <w:rtl/>
        </w:rPr>
        <w:t>4_ فاسد عمل ، باطل عقيدہ كى پيدا وار ہے_</w:t>
      </w:r>
      <w:r w:rsidRPr="00813150">
        <w:rPr>
          <w:rStyle w:val="libArabicChar"/>
          <w:rFonts w:hint="eastAsia"/>
          <w:rtl/>
        </w:rPr>
        <w:t>انمّا</w:t>
      </w:r>
      <w:r w:rsidRPr="00813150">
        <w:rPr>
          <w:rStyle w:val="libArabicChar"/>
          <w:rtl/>
        </w:rPr>
        <w:t xml:space="preserve"> يفترى الكذب الذين لا يومنون با </w:t>
      </w:r>
      <w:r w:rsidR="001C671D">
        <w:rPr>
          <w:rStyle w:val="libArabicChar"/>
          <w:rFonts w:hint="cs"/>
          <w:rtl/>
        </w:rPr>
        <w:t>يا</w:t>
      </w:r>
      <w:r w:rsidRPr="00813150">
        <w:rPr>
          <w:rStyle w:val="libArabicChar"/>
          <w:rtl/>
        </w:rPr>
        <w:t xml:space="preserve"> ت الله</w:t>
      </w:r>
    </w:p>
    <w:p w:rsidR="001F628F" w:rsidRDefault="001F628F" w:rsidP="001F628F">
      <w:pPr>
        <w:pStyle w:val="libNormal"/>
        <w:rPr>
          <w:rtl/>
        </w:rPr>
      </w:pPr>
      <w:r>
        <w:rPr>
          <w:rtl/>
        </w:rPr>
        <w:t>''افترائ'' ايسا فاسد عمل ہے جس كا سرچشمہ كفار كاباطل عقيدہ ہے_</w:t>
      </w:r>
    </w:p>
    <w:p w:rsidR="001F628F" w:rsidRDefault="001F628F" w:rsidP="001F628F">
      <w:pPr>
        <w:pStyle w:val="libNormal"/>
        <w:rPr>
          <w:rtl/>
        </w:rPr>
      </w:pPr>
      <w:r>
        <w:rPr>
          <w:rtl/>
        </w:rPr>
        <w:t>5_پيغمبر اكرم</w:t>
      </w:r>
      <w:r w:rsidR="00F031CD" w:rsidRPr="00F031CD">
        <w:rPr>
          <w:rStyle w:val="libAlaemChar"/>
          <w:rtl/>
        </w:rPr>
        <w:t xml:space="preserve"> صلى‌الله‌عليه‌وآله‌وسلم </w:t>
      </w:r>
      <w:r>
        <w:rPr>
          <w:rtl/>
        </w:rPr>
        <w:t xml:space="preserve"> كا مقام و منزلت ، خداوند عالم پر جھوٹ باندھنے سے منزّہ ہے_</w:t>
      </w:r>
    </w:p>
    <w:p w:rsidR="001F628F" w:rsidRDefault="001F628F" w:rsidP="00813150">
      <w:pPr>
        <w:pStyle w:val="libArabic"/>
        <w:rPr>
          <w:rtl/>
        </w:rPr>
      </w:pPr>
      <w:r>
        <w:rPr>
          <w:rFonts w:hint="eastAsia"/>
          <w:rtl/>
        </w:rPr>
        <w:t>انّما</w:t>
      </w:r>
      <w:r>
        <w:rPr>
          <w:rtl/>
        </w:rPr>
        <w:t xml:space="preserve"> يفترى الكذب الذين لا يومنون با يات الله</w:t>
      </w:r>
    </w:p>
    <w:p w:rsidR="001F628F" w:rsidRDefault="001F628F" w:rsidP="001F628F">
      <w:pPr>
        <w:pStyle w:val="libNormal"/>
        <w:rPr>
          <w:rtl/>
        </w:rPr>
      </w:pPr>
      <w:r>
        <w:rPr>
          <w:rFonts w:hint="eastAsia"/>
          <w:rtl/>
        </w:rPr>
        <w:t>مذكورہ</w:t>
      </w:r>
      <w:r>
        <w:rPr>
          <w:rtl/>
        </w:rPr>
        <w:t xml:space="preserve"> بالا تفسير اس بناء پر ہے كہ آيت ان لوگو</w:t>
      </w:r>
      <w:r w:rsidR="00083993">
        <w:rPr>
          <w:rtl/>
        </w:rPr>
        <w:t xml:space="preserve">ں </w:t>
      </w:r>
      <w:r>
        <w:rPr>
          <w:rtl/>
        </w:rPr>
        <w:t>كے جواب مي</w:t>
      </w:r>
      <w:r w:rsidR="00083993">
        <w:rPr>
          <w:rtl/>
        </w:rPr>
        <w:t xml:space="preserve">ں </w:t>
      </w:r>
      <w:r>
        <w:rPr>
          <w:rtl/>
        </w:rPr>
        <w:t xml:space="preserve">ہے جو پيغمبر اكرم </w:t>
      </w:r>
      <w:r w:rsidR="00F031CD" w:rsidRPr="00F031CD">
        <w:rPr>
          <w:rStyle w:val="libAlaemChar"/>
          <w:rtl/>
        </w:rPr>
        <w:t xml:space="preserve"> صلى‌الله‌عليه‌وآله‌وسلم </w:t>
      </w:r>
      <w:r>
        <w:rPr>
          <w:rtl/>
        </w:rPr>
        <w:t xml:space="preserve"> كو جھوٹ باندھنے والا شمار كرتے تھے خداوند عالم نيز ان كے ردّ مي</w:t>
      </w:r>
      <w:r w:rsidR="00083993">
        <w:rPr>
          <w:rtl/>
        </w:rPr>
        <w:t xml:space="preserve">ں </w:t>
      </w:r>
      <w:r>
        <w:rPr>
          <w:rtl/>
        </w:rPr>
        <w:t>فرماتاہے كہ افتراء كفر كى پيدا وار ہے اور وہ پيغمبر جو الہى آيات پر ايمان ركھتا ہے اس سے افتراء صادر نہي</w:t>
      </w:r>
      <w:r w:rsidR="00083993">
        <w:rPr>
          <w:rtl/>
        </w:rPr>
        <w:t xml:space="preserve">ں </w:t>
      </w:r>
      <w:r>
        <w:rPr>
          <w:rtl/>
        </w:rPr>
        <w:t>ہو س</w:t>
      </w:r>
      <w:r>
        <w:rPr>
          <w:rFonts w:hint="eastAsia"/>
          <w:rtl/>
        </w:rPr>
        <w:t>كتا</w:t>
      </w:r>
      <w:r>
        <w:rPr>
          <w:rtl/>
        </w:rPr>
        <w:t xml:space="preserve"> ہے_</w:t>
      </w:r>
    </w:p>
    <w:p w:rsidR="001F628F" w:rsidRDefault="001F628F" w:rsidP="001F628F">
      <w:pPr>
        <w:pStyle w:val="libNormal"/>
        <w:rPr>
          <w:rtl/>
        </w:rPr>
      </w:pPr>
      <w:r>
        <w:rPr>
          <w:rtl/>
        </w:rPr>
        <w:t>6_ ايمان ، جھوٹ اورافتراء پردازى كے ليے ركاوٹ</w:t>
      </w:r>
    </w:p>
    <w:p w:rsidR="00813150" w:rsidRDefault="001E7F9D" w:rsidP="00F73EDE">
      <w:pPr>
        <w:pStyle w:val="libPoemTini"/>
        <w:rPr>
          <w:rtl/>
        </w:rPr>
      </w:pPr>
      <w:r>
        <w:rPr>
          <w:rtl/>
        </w:rPr>
        <w:cr/>
      </w:r>
      <w:r>
        <w:rPr>
          <w:rtl/>
        </w:rPr>
        <w:br w:type="page"/>
      </w:r>
    </w:p>
    <w:p w:rsidR="001F628F" w:rsidRDefault="001F628F" w:rsidP="00813150">
      <w:pPr>
        <w:pStyle w:val="libNormal"/>
        <w:rPr>
          <w:rtl/>
        </w:rPr>
      </w:pPr>
      <w:r>
        <w:rPr>
          <w:rFonts w:hint="eastAsia"/>
          <w:rtl/>
        </w:rPr>
        <w:lastRenderedPageBreak/>
        <w:t>ہے</w:t>
      </w:r>
      <w:r>
        <w:rPr>
          <w:rtl/>
        </w:rPr>
        <w:t>_</w:t>
      </w:r>
      <w:r w:rsidRPr="00813150">
        <w:rPr>
          <w:rStyle w:val="libArabicChar"/>
          <w:rFonts w:hint="eastAsia"/>
          <w:rtl/>
        </w:rPr>
        <w:t>انّما</w:t>
      </w:r>
      <w:r w:rsidRPr="00813150">
        <w:rPr>
          <w:rStyle w:val="libArabicChar"/>
          <w:rtl/>
        </w:rPr>
        <w:t xml:space="preserve"> يفترى الكذب الذين لا يومنون </w:t>
      </w:r>
      <w:r w:rsidR="001C671D" w:rsidRPr="001C671D">
        <w:rPr>
          <w:rStyle w:val="libArabicChar"/>
          <w:rtl/>
        </w:rPr>
        <w:t xml:space="preserve">بايات </w:t>
      </w:r>
      <w:r w:rsidRPr="00813150">
        <w:rPr>
          <w:rStyle w:val="libArabicChar"/>
          <w:rtl/>
        </w:rPr>
        <w:t>الله</w:t>
      </w:r>
    </w:p>
    <w:p w:rsidR="001F628F" w:rsidRDefault="001F628F" w:rsidP="00813150">
      <w:pPr>
        <w:pStyle w:val="libNormal"/>
        <w:rPr>
          <w:rtl/>
        </w:rPr>
      </w:pPr>
      <w:r>
        <w:rPr>
          <w:rtl/>
        </w:rPr>
        <w:t>7_ پيغمبر اكرم</w:t>
      </w:r>
      <w:r w:rsidR="00F031CD" w:rsidRPr="00F031CD">
        <w:rPr>
          <w:rStyle w:val="libAlaemChar"/>
          <w:rtl/>
        </w:rPr>
        <w:t xml:space="preserve"> صلى‌الله‌عليه‌وآله‌وسلم </w:t>
      </w:r>
      <w:r>
        <w:rPr>
          <w:rtl/>
        </w:rPr>
        <w:t xml:space="preserve"> اور قرآن پر افتراء باندھنے والے خود حقيقى جھوٹے افراد ہي</w:t>
      </w:r>
      <w:r w:rsidR="00083993">
        <w:rPr>
          <w:rtl/>
        </w:rPr>
        <w:t xml:space="preserve">ں </w:t>
      </w:r>
      <w:r>
        <w:rPr>
          <w:rtl/>
        </w:rPr>
        <w:t>_</w:t>
      </w:r>
      <w:r w:rsidRPr="00813150">
        <w:rPr>
          <w:rStyle w:val="libArabicChar"/>
          <w:rFonts w:hint="eastAsia"/>
          <w:rtl/>
        </w:rPr>
        <w:t>واولئك</w:t>
      </w:r>
      <w:r w:rsidRPr="00813150">
        <w:rPr>
          <w:rStyle w:val="libArabicChar"/>
          <w:rtl/>
        </w:rPr>
        <w:t xml:space="preserve"> </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ا</w:t>
      </w:r>
      <w:r w:rsidRPr="00813150">
        <w:rPr>
          <w:rStyle w:val="libArabicChar"/>
          <w:rtl/>
        </w:rPr>
        <w:t>لكذبون</w:t>
      </w:r>
    </w:p>
    <w:p w:rsidR="001F628F" w:rsidRDefault="001F628F" w:rsidP="001F628F">
      <w:pPr>
        <w:pStyle w:val="libNormal"/>
        <w:rPr>
          <w:rtl/>
        </w:rPr>
      </w:pPr>
      <w:r>
        <w:rPr>
          <w:rtl/>
        </w:rPr>
        <w:t>8_ پيغمبر اكرم</w:t>
      </w:r>
      <w:r w:rsidR="00F031CD" w:rsidRPr="00F031CD">
        <w:rPr>
          <w:rStyle w:val="libAlaemChar"/>
          <w:rtl/>
        </w:rPr>
        <w:t xml:space="preserve"> صلى‌الله‌عليه‌وآله‌وسلم </w:t>
      </w:r>
      <w:r>
        <w:rPr>
          <w:rtl/>
        </w:rPr>
        <w:t xml:space="preserve"> اور قرآن مجيد پر افتراء باندھنا، دردناك اخروى عذاب كاموجب ہے _</w:t>
      </w:r>
    </w:p>
    <w:p w:rsidR="001F628F" w:rsidRDefault="001F628F" w:rsidP="00813150">
      <w:pPr>
        <w:pStyle w:val="libArabic"/>
        <w:rPr>
          <w:rtl/>
        </w:rPr>
      </w:pPr>
      <w:r>
        <w:rPr>
          <w:rFonts w:hint="eastAsia"/>
          <w:rtl/>
        </w:rPr>
        <w:t>ل</w:t>
      </w:r>
      <w:r w:rsidR="00120F63" w:rsidRPr="00ED5DE8">
        <w:rPr>
          <w:rFonts w:hint="cs"/>
          <w:rtl/>
        </w:rPr>
        <w:t>ه</w:t>
      </w:r>
      <w:r>
        <w:rPr>
          <w:rFonts w:hint="cs"/>
          <w:rtl/>
        </w:rPr>
        <w:t>م</w:t>
      </w:r>
      <w:r>
        <w:rPr>
          <w:rtl/>
        </w:rPr>
        <w:t xml:space="preserve"> عذاب اليم _ انما يفترى الكذب الذين لا يومنون</w:t>
      </w:r>
    </w:p>
    <w:p w:rsidR="001F628F" w:rsidRDefault="001F628F" w:rsidP="00813150">
      <w:pPr>
        <w:pStyle w:val="libNormal"/>
        <w:rPr>
          <w:rtl/>
        </w:rPr>
      </w:pPr>
      <w:r>
        <w:rPr>
          <w:rFonts w:hint="eastAsia"/>
          <w:rtl/>
        </w:rPr>
        <w:t>آيات</w:t>
      </w:r>
      <w:r>
        <w:rPr>
          <w:rtl/>
        </w:rPr>
        <w:t xml:space="preserve"> الہي:</w:t>
      </w:r>
      <w:r>
        <w:rPr>
          <w:rFonts w:hint="eastAsia"/>
          <w:rtl/>
        </w:rPr>
        <w:t>آيات</w:t>
      </w:r>
      <w:r>
        <w:rPr>
          <w:rtl/>
        </w:rPr>
        <w:t xml:space="preserve"> الہى كو جھٹلالنے والے 2</w:t>
      </w:r>
    </w:p>
    <w:p w:rsidR="001F628F" w:rsidRDefault="001F628F" w:rsidP="00813150">
      <w:pPr>
        <w:pStyle w:val="libNormal"/>
        <w:rPr>
          <w:rtl/>
        </w:rPr>
      </w:pPr>
      <w:r>
        <w:rPr>
          <w:rFonts w:hint="eastAsia"/>
          <w:rtl/>
        </w:rPr>
        <w:t>افترائ</w:t>
      </w:r>
      <w:r>
        <w:rPr>
          <w:rtl/>
        </w:rPr>
        <w:t>:</w:t>
      </w:r>
      <w:r>
        <w:rPr>
          <w:rFonts w:hint="eastAsia"/>
          <w:rtl/>
        </w:rPr>
        <w:t>افتراء</w:t>
      </w:r>
      <w:r>
        <w:rPr>
          <w:rtl/>
        </w:rPr>
        <w:t xml:space="preserve"> كے موانع 6; الله تعالى پر افتراء باندھنا5</w:t>
      </w:r>
    </w:p>
    <w:p w:rsidR="001F628F" w:rsidRDefault="001F628F" w:rsidP="00813150">
      <w:pPr>
        <w:pStyle w:val="libNormal"/>
        <w:rPr>
          <w:rtl/>
        </w:rPr>
      </w:pPr>
      <w:r>
        <w:rPr>
          <w:rFonts w:hint="eastAsia"/>
          <w:rtl/>
        </w:rPr>
        <w:t>ايمان</w:t>
      </w:r>
      <w:r>
        <w:rPr>
          <w:rtl/>
        </w:rPr>
        <w:t>:</w:t>
      </w:r>
      <w:r>
        <w:rPr>
          <w:rFonts w:hint="eastAsia"/>
          <w:rtl/>
        </w:rPr>
        <w:t>ايمان</w:t>
      </w:r>
      <w:r>
        <w:rPr>
          <w:rtl/>
        </w:rPr>
        <w:t xml:space="preserve"> كے آثار 6</w:t>
      </w:r>
    </w:p>
    <w:p w:rsidR="001F628F" w:rsidRDefault="001F628F" w:rsidP="00813150">
      <w:pPr>
        <w:pStyle w:val="libNormal"/>
        <w:rPr>
          <w:rtl/>
        </w:rPr>
      </w:pPr>
      <w:r>
        <w:rPr>
          <w:rFonts w:hint="eastAsia"/>
          <w:rtl/>
        </w:rPr>
        <w:t>جھوٹ</w:t>
      </w:r>
      <w:r>
        <w:rPr>
          <w:rtl/>
        </w:rPr>
        <w:t>:</w:t>
      </w:r>
      <w:r>
        <w:rPr>
          <w:rFonts w:hint="eastAsia"/>
          <w:rtl/>
        </w:rPr>
        <w:t>جھوٹ</w:t>
      </w:r>
      <w:r>
        <w:rPr>
          <w:rtl/>
        </w:rPr>
        <w:t xml:space="preserve"> كے موانع 6</w:t>
      </w:r>
    </w:p>
    <w:p w:rsidR="001F628F" w:rsidRDefault="001F628F" w:rsidP="00813150">
      <w:pPr>
        <w:pStyle w:val="libNormal"/>
        <w:rPr>
          <w:rtl/>
        </w:rPr>
      </w:pP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پر افتراء باندھنے والو</w:t>
      </w:r>
      <w:r w:rsidR="00083993">
        <w:rPr>
          <w:rtl/>
        </w:rPr>
        <w:t xml:space="preserve">ں </w:t>
      </w:r>
      <w:r>
        <w:rPr>
          <w:rtl/>
        </w:rPr>
        <w:t>كا جھوٹ بولنا 7; حضرت محمد</w:t>
      </w:r>
      <w:r w:rsidR="00F031CD" w:rsidRPr="00F031CD">
        <w:rPr>
          <w:rStyle w:val="libAlaemChar"/>
          <w:rtl/>
        </w:rPr>
        <w:t xml:space="preserve"> صلى‌الله‌عليه‌وآله‌وسلم </w:t>
      </w:r>
      <w:r>
        <w:rPr>
          <w:rtl/>
        </w:rPr>
        <w:t xml:space="preserve"> پر افتراء باندھنے والو</w:t>
      </w:r>
      <w:r w:rsidR="00083993">
        <w:rPr>
          <w:rtl/>
        </w:rPr>
        <w:t xml:space="preserve">ں </w:t>
      </w:r>
      <w:r>
        <w:rPr>
          <w:rtl/>
        </w:rPr>
        <w:t xml:space="preserve">كى سزا 8; حضرت محمد </w:t>
      </w:r>
      <w:r w:rsidR="00F031CD" w:rsidRPr="00F031CD">
        <w:rPr>
          <w:rStyle w:val="libAlaemChar"/>
          <w:rtl/>
        </w:rPr>
        <w:t xml:space="preserve"> صلى‌الله‌عليه‌وآله‌وسلم </w:t>
      </w:r>
      <w:r>
        <w:rPr>
          <w:rtl/>
        </w:rPr>
        <w:t xml:space="preserve"> پر افتراء كى تہمت 1; حضرت محمد </w:t>
      </w:r>
      <w:r w:rsidR="00F031CD" w:rsidRPr="00F031CD">
        <w:rPr>
          <w:rStyle w:val="libAlaemChar"/>
          <w:rtl/>
        </w:rPr>
        <w:t xml:space="preserve"> صلى‌الله‌عليه‌وآله‌وسلم </w:t>
      </w:r>
      <w:r>
        <w:rPr>
          <w:rtl/>
        </w:rPr>
        <w:t xml:space="preserve"> كا منزہ ہونا 5; حضرت محمد</w:t>
      </w:r>
      <w:r w:rsidR="00F031CD" w:rsidRPr="00F031CD">
        <w:rPr>
          <w:rStyle w:val="libAlaemChar"/>
          <w:rtl/>
        </w:rPr>
        <w:t xml:space="preserve"> صلى‌الله‌عليه‌وآله‌وسلم </w:t>
      </w:r>
      <w:r>
        <w:rPr>
          <w:rtl/>
        </w:rPr>
        <w:t xml:space="preserve"> كى طرف جھوٹ كى نسبت1; حضرت محمد</w:t>
      </w:r>
      <w:r w:rsidR="00F031CD" w:rsidRPr="00F031CD">
        <w:rPr>
          <w:rStyle w:val="libAlaemChar"/>
          <w:rtl/>
        </w:rPr>
        <w:t xml:space="preserve"> صلى‌الله‌عليه‌وآله‌وسلم </w:t>
      </w:r>
      <w:r>
        <w:rPr>
          <w:rtl/>
        </w:rPr>
        <w:t xml:space="preserve"> كے مخالفين كى تہمتي</w:t>
      </w:r>
      <w:r w:rsidR="00083993">
        <w:rPr>
          <w:rtl/>
        </w:rPr>
        <w:t xml:space="preserve">ں </w:t>
      </w:r>
      <w:r>
        <w:rPr>
          <w:rtl/>
        </w:rPr>
        <w:t>1</w:t>
      </w:r>
    </w:p>
    <w:p w:rsidR="001F628F" w:rsidRDefault="001F628F" w:rsidP="00813150">
      <w:pPr>
        <w:pStyle w:val="libNormal"/>
        <w:rPr>
          <w:rtl/>
        </w:rPr>
      </w:pPr>
      <w:r>
        <w:rPr>
          <w:rFonts w:hint="eastAsia"/>
          <w:rtl/>
        </w:rPr>
        <w:t>حق</w:t>
      </w:r>
      <w:r>
        <w:rPr>
          <w:rtl/>
        </w:rPr>
        <w:t>:</w:t>
      </w:r>
      <w:r>
        <w:rPr>
          <w:rFonts w:hint="eastAsia"/>
          <w:rtl/>
        </w:rPr>
        <w:t>حق</w:t>
      </w:r>
      <w:r>
        <w:rPr>
          <w:rtl/>
        </w:rPr>
        <w:t xml:space="preserve"> كو قبول نہ كرنے والو</w:t>
      </w:r>
      <w:r w:rsidR="00083993">
        <w:rPr>
          <w:rtl/>
        </w:rPr>
        <w:t xml:space="preserve">ں </w:t>
      </w:r>
      <w:r>
        <w:rPr>
          <w:rtl/>
        </w:rPr>
        <w:t>كے آثار3</w:t>
      </w:r>
    </w:p>
    <w:p w:rsidR="001F628F" w:rsidRDefault="001F628F" w:rsidP="001F628F">
      <w:pPr>
        <w:pStyle w:val="libNormal"/>
        <w:rPr>
          <w:rtl/>
        </w:rPr>
      </w:pPr>
      <w:r>
        <w:rPr>
          <w:rFonts w:hint="eastAsia"/>
          <w:rtl/>
        </w:rPr>
        <w:t>جھوٹ</w:t>
      </w:r>
      <w:r>
        <w:rPr>
          <w:rtl/>
        </w:rPr>
        <w:t xml:space="preserve"> بولنے والے:7</w:t>
      </w:r>
    </w:p>
    <w:p w:rsidR="001F628F" w:rsidRDefault="001F628F" w:rsidP="00813150">
      <w:pPr>
        <w:pStyle w:val="libNormal"/>
        <w:rPr>
          <w:rtl/>
        </w:rPr>
      </w:pPr>
      <w:r>
        <w:rPr>
          <w:rFonts w:hint="eastAsia"/>
          <w:rtl/>
        </w:rPr>
        <w:t>دين</w:t>
      </w:r>
      <w:r>
        <w:rPr>
          <w:rtl/>
        </w:rPr>
        <w:t>:</w:t>
      </w:r>
      <w:r>
        <w:rPr>
          <w:rFonts w:hint="eastAsia"/>
          <w:rtl/>
        </w:rPr>
        <w:t>دين</w:t>
      </w:r>
      <w:r>
        <w:rPr>
          <w:rtl/>
        </w:rPr>
        <w:t xml:space="preserve"> پر افتراء باندھنے كا سرچشمہ 3;دين كو ضرر پہنچانے والى چيزو</w:t>
      </w:r>
      <w:r w:rsidR="00083993">
        <w:rPr>
          <w:rtl/>
        </w:rPr>
        <w:t xml:space="preserve">ں </w:t>
      </w:r>
      <w:r>
        <w:rPr>
          <w:rtl/>
        </w:rPr>
        <w:t>كو پہچاننا3</w:t>
      </w:r>
    </w:p>
    <w:p w:rsidR="001F628F" w:rsidRDefault="001F628F" w:rsidP="00813150">
      <w:pPr>
        <w:pStyle w:val="libNormal"/>
        <w:rPr>
          <w:rtl/>
        </w:rPr>
      </w:pPr>
      <w:r>
        <w:rPr>
          <w:rFonts w:hint="eastAsia"/>
          <w:rtl/>
        </w:rPr>
        <w:t>عذاب</w:t>
      </w:r>
      <w:r>
        <w:rPr>
          <w:rtl/>
        </w:rPr>
        <w:t>:</w:t>
      </w:r>
      <w:r>
        <w:rPr>
          <w:rFonts w:hint="eastAsia"/>
          <w:rtl/>
        </w:rPr>
        <w:t>دردناك</w:t>
      </w:r>
      <w:r>
        <w:rPr>
          <w:rtl/>
        </w:rPr>
        <w:t xml:space="preserve"> عذاب8 ; عذاب كے اسباب8; عذاب كے مراتب 8</w:t>
      </w:r>
    </w:p>
    <w:p w:rsidR="001F628F" w:rsidRDefault="001F628F" w:rsidP="00813150">
      <w:pPr>
        <w:pStyle w:val="libNormal"/>
        <w:rPr>
          <w:rtl/>
        </w:rPr>
      </w:pPr>
      <w:r>
        <w:rPr>
          <w:rFonts w:hint="eastAsia"/>
          <w:rtl/>
        </w:rPr>
        <w:t>عقيدہ</w:t>
      </w:r>
      <w:r>
        <w:rPr>
          <w:rtl/>
        </w:rPr>
        <w:t>:</w:t>
      </w:r>
      <w:r>
        <w:rPr>
          <w:rFonts w:hint="eastAsia"/>
          <w:rtl/>
        </w:rPr>
        <w:t>باطل</w:t>
      </w:r>
      <w:r>
        <w:rPr>
          <w:rtl/>
        </w:rPr>
        <w:t xml:space="preserve"> عقيدہ كے آثار 4</w:t>
      </w:r>
    </w:p>
    <w:p w:rsidR="001F628F" w:rsidRDefault="001F628F" w:rsidP="00813150">
      <w:pPr>
        <w:pStyle w:val="libNormal"/>
        <w:rPr>
          <w:rtl/>
        </w:rPr>
      </w:pPr>
      <w:r>
        <w:rPr>
          <w:rFonts w:hint="eastAsia"/>
          <w:rtl/>
        </w:rPr>
        <w:t>فساد</w:t>
      </w:r>
      <w:r>
        <w:rPr>
          <w:rtl/>
        </w:rPr>
        <w:t>:</w:t>
      </w:r>
      <w:r>
        <w:rPr>
          <w:rFonts w:hint="eastAsia"/>
          <w:rtl/>
        </w:rPr>
        <w:t>فساد</w:t>
      </w:r>
      <w:r>
        <w:rPr>
          <w:rtl/>
        </w:rPr>
        <w:t xml:space="preserve"> كا سر چشمہ 4</w:t>
      </w:r>
    </w:p>
    <w:p w:rsidR="001F628F" w:rsidRDefault="001F628F" w:rsidP="00813150">
      <w:pPr>
        <w:pStyle w:val="libNormal"/>
        <w:rPr>
          <w:rtl/>
        </w:rPr>
      </w:pPr>
      <w:r>
        <w:rPr>
          <w:rFonts w:hint="eastAsia"/>
          <w:rtl/>
        </w:rPr>
        <w:t>قرآن</w:t>
      </w:r>
      <w:r>
        <w:rPr>
          <w:rtl/>
        </w:rPr>
        <w:t>:</w:t>
      </w:r>
      <w:r>
        <w:rPr>
          <w:rFonts w:hint="eastAsia"/>
          <w:rtl/>
        </w:rPr>
        <w:t>قرآن</w:t>
      </w:r>
      <w:r>
        <w:rPr>
          <w:rtl/>
        </w:rPr>
        <w:t xml:space="preserve"> پر افتراء باندھنے والو</w:t>
      </w:r>
      <w:r w:rsidR="00083993">
        <w:rPr>
          <w:rtl/>
        </w:rPr>
        <w:t xml:space="preserve">ں </w:t>
      </w:r>
      <w:r>
        <w:rPr>
          <w:rtl/>
        </w:rPr>
        <w:t>كا جھوٹ بولنا7; قرآن پر افتراء باندھنے والو</w:t>
      </w:r>
      <w:r w:rsidR="00083993">
        <w:rPr>
          <w:rtl/>
        </w:rPr>
        <w:t xml:space="preserve">ں </w:t>
      </w:r>
      <w:r>
        <w:rPr>
          <w:rtl/>
        </w:rPr>
        <w:t>كى سزا 8; قرآن پرافتراء باندھنے والے 2</w:t>
      </w:r>
    </w:p>
    <w:p w:rsidR="001F628F" w:rsidRDefault="001F628F" w:rsidP="00813150">
      <w:pPr>
        <w:pStyle w:val="libNormal"/>
        <w:rPr>
          <w:rtl/>
        </w:rPr>
      </w:pPr>
      <w:r>
        <w:rPr>
          <w:rFonts w:hint="eastAsia"/>
          <w:rtl/>
        </w:rPr>
        <w:t>كفر</w:t>
      </w:r>
      <w:r>
        <w:rPr>
          <w:rtl/>
        </w:rPr>
        <w:t>:</w:t>
      </w:r>
      <w:r>
        <w:rPr>
          <w:rFonts w:hint="eastAsia"/>
          <w:rtl/>
        </w:rPr>
        <w:t>كفر</w:t>
      </w:r>
      <w:r>
        <w:rPr>
          <w:rtl/>
        </w:rPr>
        <w:t xml:space="preserve"> كے آثار3</w:t>
      </w:r>
    </w:p>
    <w:p w:rsidR="00813150" w:rsidRDefault="001E7F9D" w:rsidP="00F73EDE">
      <w:pPr>
        <w:pStyle w:val="libPoemTini"/>
        <w:rPr>
          <w:rtl/>
        </w:rPr>
      </w:pPr>
      <w:r>
        <w:rPr>
          <w:rtl/>
        </w:rPr>
        <w:cr/>
      </w:r>
      <w:r>
        <w:rPr>
          <w:rtl/>
        </w:rPr>
        <w:br w:type="page"/>
      </w:r>
    </w:p>
    <w:p w:rsidR="00813150" w:rsidRPr="00120F63" w:rsidRDefault="00813150" w:rsidP="00813150">
      <w:pPr>
        <w:pStyle w:val="Heading2Center"/>
        <w:rPr>
          <w:rtl/>
        </w:rPr>
      </w:pPr>
      <w:bookmarkStart w:id="252" w:name="_Toc28081930"/>
      <w:r>
        <w:rPr>
          <w:rFonts w:hint="cs"/>
          <w:rtl/>
        </w:rPr>
        <w:lastRenderedPageBreak/>
        <w:t xml:space="preserve">آیت </w:t>
      </w:r>
      <w:r w:rsidRPr="00120F63">
        <w:rPr>
          <w:rFonts w:hint="cs"/>
          <w:rtl/>
        </w:rPr>
        <w:t>106</w:t>
      </w:r>
      <w:bookmarkEnd w:id="252"/>
    </w:p>
    <w:p w:rsidR="001F628F" w:rsidRDefault="00E260F9" w:rsidP="00813150">
      <w:pPr>
        <w:pStyle w:val="libNormal"/>
        <w:rPr>
          <w:rtl/>
        </w:rPr>
      </w:pPr>
      <w:r w:rsidRPr="00E260F9">
        <w:rPr>
          <w:rStyle w:val="libAlaemChar"/>
          <w:rFonts w:hint="eastAsia"/>
          <w:rtl/>
        </w:rPr>
        <w:t>(</w:t>
      </w:r>
      <w:r w:rsidRPr="00813150">
        <w:rPr>
          <w:rStyle w:val="libAieChar"/>
          <w:rFonts w:hint="eastAsia"/>
          <w:rtl/>
        </w:rPr>
        <w:t>مَن</w:t>
      </w:r>
      <w:r w:rsidRPr="00813150">
        <w:rPr>
          <w:rStyle w:val="libAieChar"/>
          <w:rtl/>
        </w:rPr>
        <w:t xml:space="preserve"> كَفَرَ بِاللّهِ مِن بَعْدِ إيمَانِهِ إِلاَّ مَنْ أُكْرِهَ وَقَلْبُهُ مُطْمَئِنٌّ بِالإِيمَانِ وَلَـكِن مَّن شَرَحَ بِالْكُفْرِ صَدْراً فَعَلَيْهِمْ غَضَبٌ مِّنَ اللّهِ وَلَهُمْ عَذَابٌ عَظِيمٌ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جو</w:t>
      </w:r>
      <w:r>
        <w:rPr>
          <w:rtl/>
        </w:rPr>
        <w:t xml:space="preserve"> شخص بھى ايمان لانے كے بعد كفر اختيار كرلے _ علاوہ اس كے كہ جو كفر پر مجبور كرديا جائے اور اس كا دل ايمان كى طرف سے مطمئن ہو_ اور كفر كے لئے سينہ كشادہ ركھتا ہو اس كے اوپر خدا كا غضب ہے اور اس كے لئے بہت بڑا عذاب ہے _</w:t>
      </w:r>
    </w:p>
    <w:p w:rsidR="001F628F" w:rsidRDefault="001F628F" w:rsidP="001F628F">
      <w:pPr>
        <w:pStyle w:val="libNormal"/>
        <w:rPr>
          <w:rtl/>
        </w:rPr>
      </w:pPr>
      <w:r>
        <w:rPr>
          <w:rtl/>
        </w:rPr>
        <w:t>1_ايمان قبول كرنے كے بعد كفر كى طرف ميلان و رغبت ( ارتداد) خداوند عالم كے شديد غضب كا سبب ہے _</w:t>
      </w:r>
    </w:p>
    <w:p w:rsidR="001F628F" w:rsidRDefault="001F628F" w:rsidP="00813150">
      <w:pPr>
        <w:pStyle w:val="libArabic"/>
        <w:rPr>
          <w:rtl/>
        </w:rPr>
      </w:pPr>
      <w:r>
        <w:rPr>
          <w:rFonts w:hint="eastAsia"/>
          <w:rtl/>
        </w:rPr>
        <w:t>من</w:t>
      </w:r>
      <w:r>
        <w:rPr>
          <w:rtl/>
        </w:rPr>
        <w:t xml:space="preserve"> كفر بالله من بعد ايمن</w:t>
      </w:r>
      <w:r w:rsidR="00120F63" w:rsidRPr="00ED5DE8">
        <w:rPr>
          <w:rFonts w:hint="cs"/>
          <w:rtl/>
        </w:rPr>
        <w:t>ه</w:t>
      </w:r>
      <w:r>
        <w:rPr>
          <w:rtl/>
        </w:rPr>
        <w:t xml:space="preserve"> ...</w:t>
      </w:r>
      <w:r>
        <w:rPr>
          <w:rFonts w:hint="cs"/>
          <w:rtl/>
        </w:rPr>
        <w:t>فعلي</w:t>
      </w:r>
      <w:r w:rsidR="00120F63" w:rsidRPr="00ED5DE8">
        <w:rPr>
          <w:rFonts w:hint="cs"/>
          <w:rtl/>
        </w:rPr>
        <w:t>ه</w:t>
      </w:r>
      <w:r>
        <w:rPr>
          <w:rFonts w:hint="cs"/>
          <w:rtl/>
        </w:rPr>
        <w:t>م</w:t>
      </w:r>
      <w:r>
        <w:rPr>
          <w:rtl/>
        </w:rPr>
        <w:t xml:space="preserve"> </w:t>
      </w:r>
      <w:r>
        <w:rPr>
          <w:rFonts w:hint="cs"/>
          <w:rtl/>
        </w:rPr>
        <w:t>غضب</w:t>
      </w:r>
      <w:r>
        <w:rPr>
          <w:rtl/>
        </w:rPr>
        <w:t xml:space="preserve"> </w:t>
      </w:r>
      <w:r>
        <w:rPr>
          <w:rFonts w:hint="cs"/>
          <w:rtl/>
        </w:rPr>
        <w:t>من</w:t>
      </w:r>
      <w:r>
        <w:rPr>
          <w:rtl/>
        </w:rPr>
        <w:t xml:space="preserve"> الله</w:t>
      </w:r>
    </w:p>
    <w:p w:rsidR="001F628F" w:rsidRDefault="001F628F" w:rsidP="001F628F">
      <w:pPr>
        <w:pStyle w:val="libNormal"/>
        <w:rPr>
          <w:rtl/>
        </w:rPr>
      </w:pPr>
      <w:r>
        <w:rPr>
          <w:rtl/>
        </w:rPr>
        <w:t>2_ مؤمنين كے زمرے مي</w:t>
      </w:r>
      <w:r w:rsidR="00083993">
        <w:rPr>
          <w:rtl/>
        </w:rPr>
        <w:t xml:space="preserve">ں </w:t>
      </w:r>
      <w:r>
        <w:rPr>
          <w:rtl/>
        </w:rPr>
        <w:t>شامل ہونے كے بعد ايمان پر ثابت قدم رہنا ضرورى ہے_</w:t>
      </w:r>
    </w:p>
    <w:p w:rsidR="001F628F" w:rsidRDefault="001F628F" w:rsidP="00813150">
      <w:pPr>
        <w:pStyle w:val="libArabic"/>
        <w:rPr>
          <w:rtl/>
        </w:rPr>
      </w:pPr>
      <w:r>
        <w:rPr>
          <w:rFonts w:hint="eastAsia"/>
          <w:rtl/>
        </w:rPr>
        <w:t>من</w:t>
      </w:r>
      <w:r>
        <w:rPr>
          <w:rtl/>
        </w:rPr>
        <w:t xml:space="preserve"> كفر بالله من بعد ايمن</w:t>
      </w:r>
      <w:r w:rsidR="00120F63" w:rsidRPr="00ED5DE8">
        <w:rPr>
          <w:rFonts w:hint="cs"/>
          <w:rtl/>
        </w:rPr>
        <w:t>ه</w:t>
      </w:r>
      <w:r>
        <w:rPr>
          <w:rtl/>
        </w:rPr>
        <w:t xml:space="preserve"> ...</w:t>
      </w:r>
      <w:r>
        <w:rPr>
          <w:rFonts w:hint="cs"/>
          <w:rtl/>
        </w:rPr>
        <w:t>فعلي</w:t>
      </w:r>
      <w:r w:rsidR="00120F63" w:rsidRPr="00ED5DE8">
        <w:rPr>
          <w:rFonts w:hint="cs"/>
          <w:rtl/>
        </w:rPr>
        <w:t>ه</w:t>
      </w:r>
      <w:r>
        <w:rPr>
          <w:rFonts w:hint="cs"/>
          <w:rtl/>
        </w:rPr>
        <w:t>م</w:t>
      </w:r>
      <w:r>
        <w:rPr>
          <w:rtl/>
        </w:rPr>
        <w:t xml:space="preserve"> </w:t>
      </w:r>
      <w:r>
        <w:rPr>
          <w:rFonts w:hint="cs"/>
          <w:rtl/>
        </w:rPr>
        <w:t>غضب</w:t>
      </w:r>
      <w:r>
        <w:rPr>
          <w:rtl/>
        </w:rPr>
        <w:t xml:space="preserve"> </w:t>
      </w:r>
      <w:r>
        <w:rPr>
          <w:rFonts w:hint="cs"/>
          <w:rtl/>
        </w:rPr>
        <w:t>من</w:t>
      </w:r>
      <w:r>
        <w:rPr>
          <w:rtl/>
        </w:rPr>
        <w:t xml:space="preserve"> الله</w:t>
      </w:r>
    </w:p>
    <w:p w:rsidR="001F628F" w:rsidRDefault="001F628F" w:rsidP="001F628F">
      <w:pPr>
        <w:pStyle w:val="libNormal"/>
        <w:rPr>
          <w:rtl/>
        </w:rPr>
      </w:pPr>
      <w:r>
        <w:rPr>
          <w:rtl/>
        </w:rPr>
        <w:t>3_قلبى طور پرمحكم ايمان كے با وجود جبرو اكراہ كى صورت مي</w:t>
      </w:r>
      <w:r w:rsidR="00083993">
        <w:rPr>
          <w:rtl/>
        </w:rPr>
        <w:t xml:space="preserve">ں </w:t>
      </w:r>
      <w:r>
        <w:rPr>
          <w:rtl/>
        </w:rPr>
        <w:t>دين مي</w:t>
      </w:r>
      <w:r w:rsidR="00083993">
        <w:rPr>
          <w:rtl/>
        </w:rPr>
        <w:t xml:space="preserve">ں </w:t>
      </w:r>
      <w:r>
        <w:rPr>
          <w:rtl/>
        </w:rPr>
        <w:t>تقيّہ اور لفظى طور پر كفر كا اظہار كرنا جائز ہے _</w:t>
      </w:r>
    </w:p>
    <w:p w:rsidR="001F628F" w:rsidRPr="00813150" w:rsidRDefault="001F628F" w:rsidP="001F628F">
      <w:pPr>
        <w:pStyle w:val="libNormal"/>
        <w:rPr>
          <w:rStyle w:val="libArabicChar"/>
          <w:rtl/>
        </w:rPr>
      </w:pPr>
      <w:r>
        <w:rPr>
          <w:rFonts w:hint="eastAsia"/>
          <w:rtl/>
        </w:rPr>
        <w:t>الاّ</w:t>
      </w:r>
      <w:r>
        <w:rPr>
          <w:rtl/>
        </w:rPr>
        <w:t xml:space="preserve"> </w:t>
      </w:r>
      <w:r w:rsidRPr="00813150">
        <w:rPr>
          <w:rStyle w:val="libArabicChar"/>
          <w:rtl/>
        </w:rPr>
        <w:t>من 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p>
    <w:p w:rsidR="001F628F" w:rsidRDefault="001F628F" w:rsidP="00813150">
      <w:pPr>
        <w:pStyle w:val="libNormal"/>
        <w:rPr>
          <w:rStyle w:val="libArabicChar"/>
          <w:rtl/>
        </w:rPr>
      </w:pPr>
      <w:r>
        <w:rPr>
          <w:rtl/>
        </w:rPr>
        <w:t>4_ صدر اسلام كے كچھ مسلمانو</w:t>
      </w:r>
      <w:r w:rsidR="00083993">
        <w:rPr>
          <w:rtl/>
        </w:rPr>
        <w:t xml:space="preserve">ں </w:t>
      </w:r>
      <w:r>
        <w:rPr>
          <w:rtl/>
        </w:rPr>
        <w:t>( جيسے عمار ياسر) نے اپنے باطنى ايمان كے باوجود كفار كے شديد دباؤكى وجہ سے اپنى زبان پر كفر آميز الفاظ جارى كيے_</w:t>
      </w:r>
      <w:r w:rsidRPr="00813150">
        <w:rPr>
          <w:rStyle w:val="libArabicChar"/>
          <w:rFonts w:hint="eastAsia"/>
          <w:rtl/>
        </w:rPr>
        <w:t>من</w:t>
      </w:r>
      <w:r w:rsidRPr="00813150">
        <w:rPr>
          <w:rStyle w:val="libArabicChar"/>
          <w:rtl/>
        </w:rPr>
        <w:t xml:space="preserve"> كفر بالله من بعد ايمن</w:t>
      </w:r>
      <w:r w:rsidR="00120F63" w:rsidRPr="00B2551F">
        <w:rPr>
          <w:rStyle w:val="libArabicChar"/>
          <w:rFonts w:hint="cs"/>
          <w:rtl/>
        </w:rPr>
        <w:t>ه</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w:t>
      </w:r>
      <w:r w:rsidRPr="00813150">
        <w:rPr>
          <w:rStyle w:val="libArabicChar"/>
          <w:rtl/>
        </w:rPr>
        <w:t>الايم</w:t>
      </w:r>
      <w:r w:rsidR="001C671D">
        <w:rPr>
          <w:rStyle w:val="libArabicChar"/>
          <w:rFonts w:hint="cs"/>
          <w:rtl/>
        </w:rPr>
        <w:t>ا</w:t>
      </w:r>
      <w:r w:rsidRPr="00813150">
        <w:rPr>
          <w:rStyle w:val="libArabicChar"/>
          <w:rtl/>
        </w:rPr>
        <w:t>ن</w:t>
      </w:r>
    </w:p>
    <w:p w:rsidR="00813150" w:rsidRDefault="00813150" w:rsidP="00813150">
      <w:pPr>
        <w:pStyle w:val="libNormal"/>
        <w:rPr>
          <w:rtl/>
        </w:rPr>
      </w:pPr>
      <w:r>
        <w:rPr>
          <w:rFonts w:hint="eastAsia"/>
          <w:rtl/>
        </w:rPr>
        <w:t>آيت</w:t>
      </w:r>
      <w:r>
        <w:rPr>
          <w:rtl/>
        </w:rPr>
        <w:t xml:space="preserve"> كے بارے ميں ذكر ،شان نزول كے مطابق يہ واقعہ حضرت عماّر ياسر كے متعلق ہے جنہوں نے شكنجہ كى سختى كى وجہ سے كفر آميز الفاظ اپنى زبان پر جارى كيے_</w:t>
      </w:r>
    </w:p>
    <w:p w:rsidR="00813150" w:rsidRDefault="00813150" w:rsidP="00813150">
      <w:pPr>
        <w:pStyle w:val="libNormal"/>
        <w:rPr>
          <w:rtl/>
        </w:rPr>
      </w:pPr>
      <w:r>
        <w:rPr>
          <w:rtl/>
        </w:rPr>
        <w:t>5_ انسان كے قلبى اعتقادات ،اس كے ايمان و كفر كا حقيقى معيار ہيں _</w:t>
      </w:r>
      <w:r w:rsidRPr="00813150">
        <w:rPr>
          <w:rStyle w:val="libArabicChar"/>
          <w:rFonts w:hint="eastAsia"/>
          <w:rtl/>
        </w:rPr>
        <w:t>الاّ</w:t>
      </w:r>
      <w:r w:rsidRPr="00813150">
        <w:rPr>
          <w:rStyle w:val="libArabicChar"/>
          <w:rtl/>
        </w:rPr>
        <w:t xml:space="preserve"> من 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w:t>
      </w:r>
      <w:r w:rsidRPr="00813150">
        <w:rPr>
          <w:rStyle w:val="libArabicChar"/>
          <w:rtl/>
        </w:rPr>
        <w:t>الايم</w:t>
      </w:r>
      <w:r w:rsidR="001C671D">
        <w:rPr>
          <w:rStyle w:val="libArabicChar"/>
          <w:rFonts w:hint="cs"/>
          <w:rtl/>
        </w:rPr>
        <w:t>ا</w:t>
      </w:r>
      <w:r w:rsidRPr="00813150">
        <w:rPr>
          <w:rStyle w:val="libArabicChar"/>
          <w:rtl/>
        </w:rPr>
        <w:t>ن</w:t>
      </w:r>
    </w:p>
    <w:p w:rsidR="00813150" w:rsidRDefault="00813150" w:rsidP="00813150">
      <w:pPr>
        <w:pStyle w:val="libNormal"/>
        <w:rPr>
          <w:rtl/>
        </w:rPr>
      </w:pPr>
      <w:r>
        <w:rPr>
          <w:rtl/>
        </w:rPr>
        <w:t>6_ اجبار اور اكرہ كے بغير عام حالات ميں زبان پر كفر آميز الفاظ كا جارى كرنا جائز نہيں ہے_</w:t>
      </w:r>
    </w:p>
    <w:p w:rsidR="00813150" w:rsidRDefault="00813150" w:rsidP="00813150">
      <w:pPr>
        <w:pStyle w:val="libArabic"/>
        <w:rPr>
          <w:rtl/>
        </w:rPr>
      </w:pPr>
      <w:r>
        <w:rPr>
          <w:rFonts w:hint="eastAsia"/>
          <w:rtl/>
        </w:rPr>
        <w:t>من</w:t>
      </w:r>
      <w:r>
        <w:rPr>
          <w:rtl/>
        </w:rPr>
        <w:t xml:space="preserve"> كفر بالله من بعد ايمن</w:t>
      </w:r>
      <w:r w:rsidR="00120F63" w:rsidRPr="00ED5DE8">
        <w:rPr>
          <w:rFonts w:hint="cs"/>
          <w:rtl/>
        </w:rPr>
        <w:t>ه</w:t>
      </w:r>
      <w:r>
        <w:rPr>
          <w:rtl/>
        </w:rPr>
        <w:t xml:space="preserve"> </w:t>
      </w:r>
      <w:r>
        <w:rPr>
          <w:rFonts w:hint="cs"/>
          <w:rtl/>
        </w:rPr>
        <w:t>الاّ</w:t>
      </w:r>
      <w:r>
        <w:rPr>
          <w:rtl/>
        </w:rPr>
        <w:t xml:space="preserve"> </w:t>
      </w:r>
      <w:r>
        <w:rPr>
          <w:rFonts w:hint="cs"/>
          <w:rtl/>
        </w:rPr>
        <w:t>من</w:t>
      </w:r>
      <w:r>
        <w:rPr>
          <w:rtl/>
        </w:rPr>
        <w:t xml:space="preserve"> </w:t>
      </w:r>
      <w:r>
        <w:rPr>
          <w:rFonts w:hint="cs"/>
          <w:rtl/>
        </w:rPr>
        <w:t>اكر</w:t>
      </w:r>
      <w:r w:rsidR="00120F63" w:rsidRPr="00ED5DE8">
        <w:rPr>
          <w:rFonts w:hint="cs"/>
          <w:rtl/>
        </w:rPr>
        <w:t>ه</w:t>
      </w:r>
      <w:r>
        <w:rPr>
          <w:rtl/>
        </w:rPr>
        <w:t xml:space="preserve"> ...</w:t>
      </w:r>
      <w:r>
        <w:rPr>
          <w:rFonts w:hint="cs"/>
          <w:rtl/>
        </w:rPr>
        <w:t>فعلي</w:t>
      </w:r>
      <w:r w:rsidR="00120F63" w:rsidRPr="00ED5DE8">
        <w:rPr>
          <w:rFonts w:hint="cs"/>
          <w:rtl/>
        </w:rPr>
        <w:t>ه</w:t>
      </w:r>
      <w:r>
        <w:rPr>
          <w:rFonts w:hint="cs"/>
          <w:rtl/>
        </w:rPr>
        <w:t>م</w:t>
      </w:r>
      <w:r>
        <w:rPr>
          <w:rtl/>
        </w:rPr>
        <w:t xml:space="preserve"> </w:t>
      </w:r>
      <w:r>
        <w:rPr>
          <w:rFonts w:hint="cs"/>
          <w:rtl/>
        </w:rPr>
        <w:t>غضب</w:t>
      </w:r>
      <w:r>
        <w:rPr>
          <w:rtl/>
        </w:rPr>
        <w:t xml:space="preserve"> </w:t>
      </w:r>
      <w:r>
        <w:rPr>
          <w:rFonts w:hint="cs"/>
          <w:rtl/>
        </w:rPr>
        <w:t>من</w:t>
      </w:r>
      <w:r>
        <w:rPr>
          <w:rtl/>
        </w:rPr>
        <w:t xml:space="preserve"> الله</w:t>
      </w:r>
    </w:p>
    <w:p w:rsidR="00813150" w:rsidRDefault="00813150" w:rsidP="00813150">
      <w:pPr>
        <w:pStyle w:val="libNormal"/>
        <w:rPr>
          <w:rtl/>
        </w:rPr>
      </w:pPr>
    </w:p>
    <w:p w:rsidR="00813150" w:rsidRDefault="001E7F9D" w:rsidP="00F73EDE">
      <w:pPr>
        <w:pStyle w:val="libPoemTini"/>
        <w:rPr>
          <w:rtl/>
        </w:rPr>
      </w:pPr>
      <w:r>
        <w:rPr>
          <w:rtl/>
        </w:rPr>
        <w:br w:type="page"/>
      </w:r>
    </w:p>
    <w:p w:rsidR="001F628F" w:rsidRDefault="001F628F" w:rsidP="00813150">
      <w:pPr>
        <w:pStyle w:val="libNormal"/>
        <w:rPr>
          <w:rtl/>
        </w:rPr>
      </w:pPr>
      <w:r>
        <w:rPr>
          <w:rtl/>
        </w:rPr>
        <w:lastRenderedPageBreak/>
        <w:t>7_ حقيقى مؤمنين اپنے ايمان اور عقيدہ كى حقانيت مي</w:t>
      </w:r>
      <w:r w:rsidR="00083993">
        <w:rPr>
          <w:rtl/>
        </w:rPr>
        <w:t xml:space="preserve">ں </w:t>
      </w:r>
      <w:r>
        <w:rPr>
          <w:rtl/>
        </w:rPr>
        <w:t>ذرہ بھر شك اور ترديد سے منزّہ ہي</w:t>
      </w:r>
      <w:r w:rsidR="00083993">
        <w:rPr>
          <w:rtl/>
        </w:rPr>
        <w:t xml:space="preserve">ں </w:t>
      </w:r>
      <w:r>
        <w:rPr>
          <w:rtl/>
        </w:rPr>
        <w:t>_</w:t>
      </w:r>
      <w:r w:rsidRPr="00813150">
        <w:rPr>
          <w:rStyle w:val="libArabicChar"/>
          <w:rFonts w:hint="eastAsia"/>
          <w:rtl/>
        </w:rPr>
        <w:t>وقلب</w:t>
      </w:r>
      <w:r w:rsidR="00120F63" w:rsidRPr="00B2551F">
        <w:rPr>
          <w:rStyle w:val="libArabicChar"/>
          <w:rFonts w:hint="cs"/>
          <w:rtl/>
        </w:rPr>
        <w:t>ه</w:t>
      </w:r>
      <w:r w:rsidRPr="00813150">
        <w:rPr>
          <w:rStyle w:val="libArabicChar"/>
          <w:rtl/>
        </w:rPr>
        <w:t xml:space="preserve"> مطمئن بالايم</w:t>
      </w:r>
      <w:r w:rsidR="001C671D">
        <w:rPr>
          <w:rStyle w:val="libArabicChar"/>
          <w:rFonts w:hint="cs"/>
          <w:rtl/>
        </w:rPr>
        <w:t>ا</w:t>
      </w:r>
      <w:r w:rsidRPr="00813150">
        <w:rPr>
          <w:rStyle w:val="libArabicChar"/>
          <w:rtl/>
        </w:rPr>
        <w:t>ن</w:t>
      </w:r>
    </w:p>
    <w:p w:rsidR="001F628F" w:rsidRDefault="001F628F" w:rsidP="001F628F">
      <w:pPr>
        <w:pStyle w:val="libNormal"/>
        <w:rPr>
          <w:rtl/>
        </w:rPr>
      </w:pPr>
      <w:r>
        <w:rPr>
          <w:rFonts w:hint="eastAsia"/>
          <w:rtl/>
        </w:rPr>
        <w:t>مذكورہ</w:t>
      </w:r>
      <w:r>
        <w:rPr>
          <w:rtl/>
        </w:rPr>
        <w:t xml:space="preserve"> تفسير اس بناء پر ہے كہ ''ايمان پر مطمئن ہونے سے مراد ، اپنے عقائد كے صحيح ہونے اور ان كى حقانيت پر مطمئن ہونا ہے_</w:t>
      </w:r>
    </w:p>
    <w:p w:rsidR="001F628F" w:rsidRDefault="001F628F" w:rsidP="001F628F">
      <w:pPr>
        <w:pStyle w:val="libNormal"/>
        <w:rPr>
          <w:rtl/>
        </w:rPr>
      </w:pPr>
      <w:r>
        <w:rPr>
          <w:rtl/>
        </w:rPr>
        <w:t>8_ ايمان كا اظہار كرنے كے بعد اجبار واكراہ كے بغير قلبى طور پر كفر قبول كرنے كا نام، ارتداد ہے _</w:t>
      </w:r>
    </w:p>
    <w:p w:rsidR="001F628F" w:rsidRDefault="001F628F" w:rsidP="00813150">
      <w:pPr>
        <w:pStyle w:val="libArabic"/>
        <w:rPr>
          <w:rtl/>
        </w:rPr>
      </w:pPr>
      <w:r>
        <w:rPr>
          <w:rFonts w:hint="eastAsia"/>
          <w:rtl/>
        </w:rPr>
        <w:t>من</w:t>
      </w:r>
      <w:r>
        <w:rPr>
          <w:rtl/>
        </w:rPr>
        <w:t xml:space="preserve"> كفر بالله من بعد ايمن</w:t>
      </w:r>
      <w:r w:rsidR="00120F63" w:rsidRPr="00ED5DE8">
        <w:rPr>
          <w:rFonts w:hint="cs"/>
          <w:rtl/>
        </w:rPr>
        <w:t>ه</w:t>
      </w:r>
      <w:r>
        <w:rPr>
          <w:rtl/>
        </w:rPr>
        <w:t xml:space="preserve"> ...</w:t>
      </w:r>
      <w:r>
        <w:rPr>
          <w:rFonts w:hint="cs"/>
          <w:rtl/>
        </w:rPr>
        <w:t>ولكن</w:t>
      </w:r>
      <w:r>
        <w:rPr>
          <w:rtl/>
        </w:rPr>
        <w:t xml:space="preserve"> </w:t>
      </w:r>
      <w:r>
        <w:rPr>
          <w:rFonts w:hint="cs"/>
          <w:rtl/>
        </w:rPr>
        <w:t>من</w:t>
      </w:r>
      <w:r>
        <w:rPr>
          <w:rtl/>
        </w:rPr>
        <w:t xml:space="preserve"> </w:t>
      </w:r>
      <w:r>
        <w:rPr>
          <w:rFonts w:hint="cs"/>
          <w:rtl/>
        </w:rPr>
        <w:t>شرح</w:t>
      </w:r>
      <w:r>
        <w:rPr>
          <w:rtl/>
        </w:rPr>
        <w:t xml:space="preserve"> </w:t>
      </w:r>
      <w:r>
        <w:rPr>
          <w:rFonts w:hint="cs"/>
          <w:rtl/>
        </w:rPr>
        <w:t>بالكف</w:t>
      </w:r>
      <w:r>
        <w:rPr>
          <w:rtl/>
        </w:rPr>
        <w:t>ر صدر</w:t>
      </w:r>
    </w:p>
    <w:p w:rsidR="001F628F" w:rsidRDefault="001F628F" w:rsidP="00813150">
      <w:pPr>
        <w:pStyle w:val="libNormal"/>
        <w:rPr>
          <w:rtl/>
        </w:rPr>
      </w:pPr>
      <w:r>
        <w:rPr>
          <w:rtl/>
        </w:rPr>
        <w:t>9_ ان لوگو</w:t>
      </w:r>
      <w:r w:rsidR="00083993">
        <w:rPr>
          <w:rtl/>
        </w:rPr>
        <w:t xml:space="preserve">ں </w:t>
      </w:r>
      <w:r>
        <w:rPr>
          <w:rtl/>
        </w:rPr>
        <w:t>كے ليے تقيّہ اور زبانى طور پر كفر كا اظہار كرنا ممنوع ہے كہ جن كا عمل دوسرو</w:t>
      </w:r>
      <w:r w:rsidR="00083993">
        <w:rPr>
          <w:rtl/>
        </w:rPr>
        <w:t xml:space="preserve">ں </w:t>
      </w:r>
      <w:r>
        <w:rPr>
          <w:rtl/>
        </w:rPr>
        <w:t>كو كفر كى طرف ميلان پيدا كرنے كا سبب ہے _</w:t>
      </w:r>
      <w:r w:rsidRPr="00813150">
        <w:rPr>
          <w:rStyle w:val="libArabicChar"/>
          <w:rFonts w:hint="eastAsia"/>
          <w:rtl/>
        </w:rPr>
        <w:t>ولكن</w:t>
      </w:r>
      <w:r w:rsidRPr="00813150">
        <w:rPr>
          <w:rStyle w:val="libArabicChar"/>
          <w:rtl/>
        </w:rPr>
        <w:t xml:space="preserve"> من شرح بالكفر صدر</w:t>
      </w:r>
    </w:p>
    <w:p w:rsidR="001F628F" w:rsidRDefault="001F628F" w:rsidP="001F628F">
      <w:pPr>
        <w:pStyle w:val="libNormal"/>
        <w:rPr>
          <w:rtl/>
        </w:rPr>
      </w:pPr>
      <w:r>
        <w:rPr>
          <w:rFonts w:hint="eastAsia"/>
          <w:rtl/>
        </w:rPr>
        <w:t>مذكورہ</w:t>
      </w:r>
      <w:r>
        <w:rPr>
          <w:rtl/>
        </w:rPr>
        <w:t xml:space="preserve"> تفسير اس احتمال كى بناء پر ہے كہ ''لكن '' كا استدراك''من اكرہ'' سے ہويعنى اكراہ كى شرائط مي</w:t>
      </w:r>
      <w:r w:rsidR="00083993">
        <w:rPr>
          <w:rtl/>
        </w:rPr>
        <w:t xml:space="preserve">ں </w:t>
      </w:r>
      <w:r>
        <w:rPr>
          <w:rtl/>
        </w:rPr>
        <w:t>تقيّہ كرنا جائز ہے ليكن اگر كسى كا تقيّہ اس بات كا سبب بنے كہ دوسرے مؤمنين ايمان مي</w:t>
      </w:r>
      <w:r w:rsidR="00083993">
        <w:rPr>
          <w:rtl/>
        </w:rPr>
        <w:t xml:space="preserve">ں </w:t>
      </w:r>
      <w:r>
        <w:rPr>
          <w:rtl/>
        </w:rPr>
        <w:t>ضعف كا شكار ہو</w:t>
      </w:r>
      <w:r w:rsidR="00083993">
        <w:rPr>
          <w:rtl/>
        </w:rPr>
        <w:t xml:space="preserve">ں </w:t>
      </w:r>
      <w:r>
        <w:rPr>
          <w:rtl/>
        </w:rPr>
        <w:t>اور كفر كى طرف ميلان پيداكري</w:t>
      </w:r>
      <w:r w:rsidR="00083993">
        <w:rPr>
          <w:rtl/>
        </w:rPr>
        <w:t xml:space="preserve">ں </w:t>
      </w:r>
      <w:r>
        <w:rPr>
          <w:rtl/>
        </w:rPr>
        <w:t>توجائزنہي</w:t>
      </w:r>
      <w:r w:rsidR="00083993">
        <w:rPr>
          <w:rtl/>
        </w:rPr>
        <w:t xml:space="preserve">ں </w:t>
      </w:r>
      <w:r>
        <w:rPr>
          <w:rtl/>
        </w:rPr>
        <w:t>ہے_</w:t>
      </w:r>
    </w:p>
    <w:p w:rsidR="001F628F" w:rsidRDefault="001F628F" w:rsidP="00813150">
      <w:pPr>
        <w:pStyle w:val="libNormal"/>
        <w:rPr>
          <w:rtl/>
        </w:rPr>
      </w:pPr>
      <w:r>
        <w:rPr>
          <w:rtl/>
        </w:rPr>
        <w:t>10_ اكراہ واجبار، رفع تكليف كے اسباب مي</w:t>
      </w:r>
      <w:r w:rsidR="00083993">
        <w:rPr>
          <w:rtl/>
        </w:rPr>
        <w:t xml:space="preserve">ں </w:t>
      </w:r>
      <w:r>
        <w:rPr>
          <w:rtl/>
        </w:rPr>
        <w:t>سے ہي</w:t>
      </w:r>
      <w:r w:rsidR="00083993">
        <w:rPr>
          <w:rtl/>
        </w:rPr>
        <w:t xml:space="preserve">ں </w:t>
      </w:r>
      <w:r>
        <w:rPr>
          <w:rtl/>
        </w:rPr>
        <w:t>_</w:t>
      </w:r>
      <w:r w:rsidRPr="00813150">
        <w:rPr>
          <w:rStyle w:val="libArabicChar"/>
          <w:rFonts w:hint="eastAsia"/>
          <w:rtl/>
        </w:rPr>
        <w:t>من</w:t>
      </w:r>
      <w:r w:rsidRPr="00813150">
        <w:rPr>
          <w:rStyle w:val="libArabicChar"/>
          <w:rtl/>
        </w:rPr>
        <w:t xml:space="preserve"> كفر الا من 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w:t>
      </w:r>
      <w:r w:rsidRPr="00813150">
        <w:rPr>
          <w:rStyle w:val="libArabicChar"/>
          <w:rtl/>
        </w:rPr>
        <w:t>الايم</w:t>
      </w:r>
      <w:r w:rsidR="00D97234">
        <w:rPr>
          <w:rStyle w:val="libArabicChar"/>
          <w:rFonts w:hint="cs"/>
          <w:rtl/>
        </w:rPr>
        <w:t>ا</w:t>
      </w:r>
      <w:r w:rsidRPr="00813150">
        <w:rPr>
          <w:rStyle w:val="libArabicChar"/>
          <w:rtl/>
        </w:rPr>
        <w:t>ن</w:t>
      </w:r>
    </w:p>
    <w:p w:rsidR="001F628F" w:rsidRDefault="001F628F" w:rsidP="001F628F">
      <w:pPr>
        <w:pStyle w:val="libNormal"/>
        <w:rPr>
          <w:rtl/>
        </w:rPr>
      </w:pPr>
      <w:r>
        <w:rPr>
          <w:rFonts w:hint="eastAsia"/>
          <w:rtl/>
        </w:rPr>
        <w:t>يہ</w:t>
      </w:r>
      <w:r>
        <w:rPr>
          <w:rtl/>
        </w:rPr>
        <w:t xml:space="preserve"> جو خداوند عالم نے اجبار و اكراہ كى صورت مي</w:t>
      </w:r>
      <w:r w:rsidR="00083993">
        <w:rPr>
          <w:rtl/>
        </w:rPr>
        <w:t xml:space="preserve">ں </w:t>
      </w:r>
      <w:r>
        <w:rPr>
          <w:rtl/>
        </w:rPr>
        <w:t>زبان پر كفر آميز كلمات بيان كرنے كى اجازت فرمائي ہے اس سے يہ استفادہ ہوتا كہ اكراہ و اجبار كى صورت مي</w:t>
      </w:r>
      <w:r w:rsidR="00083993">
        <w:rPr>
          <w:rtl/>
        </w:rPr>
        <w:t xml:space="preserve">ں </w:t>
      </w:r>
      <w:r>
        <w:rPr>
          <w:rtl/>
        </w:rPr>
        <w:t>تكليف ساقط ہوجاتى ہے_</w:t>
      </w:r>
    </w:p>
    <w:p w:rsidR="001F628F" w:rsidRDefault="001F628F" w:rsidP="001F628F">
      <w:pPr>
        <w:pStyle w:val="libNormal"/>
        <w:rPr>
          <w:rtl/>
        </w:rPr>
      </w:pPr>
      <w:r>
        <w:rPr>
          <w:rtl/>
        </w:rPr>
        <w:t>11_ اسلام اور كفر ، فقط زبانى اور كلامى نہي</w:t>
      </w:r>
      <w:r w:rsidR="00083993">
        <w:rPr>
          <w:rtl/>
        </w:rPr>
        <w:t xml:space="preserve">ں </w:t>
      </w:r>
      <w:r>
        <w:rPr>
          <w:rtl/>
        </w:rPr>
        <w:t>ہي</w:t>
      </w:r>
      <w:r w:rsidR="00083993">
        <w:rPr>
          <w:rtl/>
        </w:rPr>
        <w:t xml:space="preserve">ں </w:t>
      </w:r>
      <w:r>
        <w:rPr>
          <w:rtl/>
        </w:rPr>
        <w:t>_</w:t>
      </w:r>
    </w:p>
    <w:p w:rsidR="001F628F" w:rsidRDefault="001F628F" w:rsidP="00813150">
      <w:pPr>
        <w:pStyle w:val="libArabic"/>
        <w:rPr>
          <w:rtl/>
        </w:rPr>
      </w:pPr>
      <w:r>
        <w:rPr>
          <w:rFonts w:hint="eastAsia"/>
          <w:rtl/>
        </w:rPr>
        <w:t>من</w:t>
      </w:r>
      <w:r>
        <w:rPr>
          <w:rtl/>
        </w:rPr>
        <w:t xml:space="preserve"> كفر بالله من بعد ايم</w:t>
      </w:r>
      <w:r w:rsidR="00D97234">
        <w:rPr>
          <w:rFonts w:hint="cs"/>
          <w:rtl/>
        </w:rPr>
        <w:t>ا</w:t>
      </w:r>
      <w:r>
        <w:rPr>
          <w:rtl/>
        </w:rPr>
        <w:t>ن</w:t>
      </w:r>
      <w:r w:rsidR="00120F63" w:rsidRPr="00ED5DE8">
        <w:rPr>
          <w:rFonts w:hint="cs"/>
          <w:rtl/>
        </w:rPr>
        <w:t>ه</w:t>
      </w:r>
      <w:r>
        <w:rPr>
          <w:rtl/>
        </w:rPr>
        <w:t xml:space="preserve"> </w:t>
      </w:r>
      <w:r>
        <w:rPr>
          <w:rFonts w:hint="cs"/>
          <w:rtl/>
        </w:rPr>
        <w:t>الا</w:t>
      </w:r>
      <w:r>
        <w:rPr>
          <w:rtl/>
        </w:rPr>
        <w:t xml:space="preserve"> </w:t>
      </w:r>
      <w:r>
        <w:rPr>
          <w:rFonts w:hint="cs"/>
          <w:rtl/>
        </w:rPr>
        <w:t>من</w:t>
      </w:r>
      <w:r>
        <w:rPr>
          <w:rtl/>
        </w:rPr>
        <w:t xml:space="preserve"> </w:t>
      </w:r>
      <w:r>
        <w:rPr>
          <w:rFonts w:hint="cs"/>
          <w:rtl/>
        </w:rPr>
        <w:t>اكر</w:t>
      </w:r>
      <w:r w:rsidR="00120F63" w:rsidRPr="00ED5DE8">
        <w:rPr>
          <w:rFonts w:hint="cs"/>
          <w:rtl/>
        </w:rPr>
        <w:t>ه</w:t>
      </w:r>
      <w:r>
        <w:rPr>
          <w:rtl/>
        </w:rPr>
        <w:t xml:space="preserve"> </w:t>
      </w:r>
      <w:r>
        <w:rPr>
          <w:rFonts w:hint="cs"/>
          <w:rtl/>
        </w:rPr>
        <w:t>و</w:t>
      </w:r>
      <w:r>
        <w:rPr>
          <w:rtl/>
        </w:rPr>
        <w:t xml:space="preserve"> </w:t>
      </w:r>
      <w:r>
        <w:rPr>
          <w:rFonts w:hint="cs"/>
          <w:rtl/>
        </w:rPr>
        <w:t>قلب</w:t>
      </w:r>
      <w:r w:rsidR="00120F63" w:rsidRPr="00ED5DE8">
        <w:rPr>
          <w:rFonts w:hint="cs"/>
          <w:rtl/>
        </w:rPr>
        <w:t>ه</w:t>
      </w:r>
      <w:r>
        <w:rPr>
          <w:rtl/>
        </w:rPr>
        <w:t xml:space="preserve"> </w:t>
      </w:r>
      <w:r>
        <w:rPr>
          <w:rFonts w:hint="cs"/>
          <w:rtl/>
        </w:rPr>
        <w:t>مطمئن</w:t>
      </w:r>
      <w:r>
        <w:rPr>
          <w:rtl/>
        </w:rPr>
        <w:t xml:space="preserve"> </w:t>
      </w:r>
      <w:r>
        <w:rPr>
          <w:rFonts w:hint="cs"/>
          <w:rtl/>
        </w:rPr>
        <w:t>بالايم</w:t>
      </w:r>
      <w:r w:rsidR="00D97234">
        <w:rPr>
          <w:rFonts w:hint="cs"/>
          <w:rtl/>
        </w:rPr>
        <w:t>ا</w:t>
      </w:r>
      <w:r>
        <w:rPr>
          <w:rFonts w:hint="cs"/>
          <w:rtl/>
        </w:rPr>
        <w:t>ن</w:t>
      </w:r>
      <w:r>
        <w:rPr>
          <w:rtl/>
        </w:rPr>
        <w:t xml:space="preserve"> </w:t>
      </w:r>
      <w:r>
        <w:rPr>
          <w:rFonts w:hint="cs"/>
          <w:rtl/>
        </w:rPr>
        <w:t>ولكن</w:t>
      </w:r>
      <w:r>
        <w:rPr>
          <w:rtl/>
        </w:rPr>
        <w:t xml:space="preserve"> </w:t>
      </w:r>
      <w:r>
        <w:rPr>
          <w:rFonts w:hint="cs"/>
          <w:rtl/>
        </w:rPr>
        <w:t>من</w:t>
      </w:r>
      <w:r>
        <w:rPr>
          <w:rtl/>
        </w:rPr>
        <w:t xml:space="preserve"> </w:t>
      </w:r>
      <w:r>
        <w:rPr>
          <w:rFonts w:hint="cs"/>
          <w:rtl/>
        </w:rPr>
        <w:t>شرح</w:t>
      </w:r>
      <w:r>
        <w:rPr>
          <w:rtl/>
        </w:rPr>
        <w:t xml:space="preserve"> </w:t>
      </w:r>
      <w:r>
        <w:rPr>
          <w:rFonts w:hint="cs"/>
          <w:rtl/>
        </w:rPr>
        <w:t>بالكفر</w:t>
      </w:r>
      <w:r>
        <w:rPr>
          <w:rtl/>
        </w:rPr>
        <w:t xml:space="preserve"> </w:t>
      </w:r>
      <w:r>
        <w:rPr>
          <w:rFonts w:hint="cs"/>
          <w:rtl/>
        </w:rPr>
        <w:t>صدراً</w:t>
      </w:r>
      <w:r>
        <w:rPr>
          <w:rtl/>
        </w:rPr>
        <w:t xml:space="preserve"> </w:t>
      </w:r>
      <w:r>
        <w:rPr>
          <w:rFonts w:hint="cs"/>
          <w:rtl/>
        </w:rPr>
        <w:t>فعلي</w:t>
      </w:r>
      <w:r w:rsidR="00120F63" w:rsidRPr="00ED5DE8">
        <w:rPr>
          <w:rFonts w:hint="cs"/>
          <w:rtl/>
        </w:rPr>
        <w:t>ه</w:t>
      </w:r>
      <w:r>
        <w:rPr>
          <w:rFonts w:hint="cs"/>
          <w:rtl/>
        </w:rPr>
        <w:t>م</w:t>
      </w:r>
      <w:r>
        <w:rPr>
          <w:rtl/>
        </w:rPr>
        <w:t xml:space="preserve"> </w:t>
      </w:r>
      <w:r>
        <w:rPr>
          <w:rFonts w:hint="cs"/>
          <w:rtl/>
        </w:rPr>
        <w:t>غضب</w:t>
      </w:r>
      <w:r>
        <w:rPr>
          <w:rtl/>
        </w:rPr>
        <w:t xml:space="preserve"> </w:t>
      </w:r>
      <w:r>
        <w:rPr>
          <w:rFonts w:hint="cs"/>
          <w:rtl/>
        </w:rPr>
        <w:t>من</w:t>
      </w:r>
      <w:r>
        <w:rPr>
          <w:rtl/>
        </w:rPr>
        <w:t xml:space="preserve"> الله</w:t>
      </w:r>
    </w:p>
    <w:p w:rsidR="001F628F" w:rsidRDefault="001F628F" w:rsidP="001F628F">
      <w:pPr>
        <w:pStyle w:val="libNormal"/>
        <w:rPr>
          <w:rtl/>
        </w:rPr>
      </w:pPr>
      <w:r>
        <w:rPr>
          <w:rFonts w:hint="eastAsia"/>
          <w:rtl/>
        </w:rPr>
        <w:t>يہ</w:t>
      </w:r>
      <w:r>
        <w:rPr>
          <w:rtl/>
        </w:rPr>
        <w:t xml:space="preserve"> جو خداوند عالم نے ان افرادكو كہ جوزبانى طور پر كافر ہو</w:t>
      </w:r>
      <w:r w:rsidR="00083993">
        <w:rPr>
          <w:rtl/>
        </w:rPr>
        <w:t xml:space="preserve">ں </w:t>
      </w:r>
      <w:r>
        <w:rPr>
          <w:rtl/>
        </w:rPr>
        <w:t>ليكن قلبى طور پرمؤمن ہو</w:t>
      </w:r>
      <w:r w:rsidR="00083993">
        <w:rPr>
          <w:rtl/>
        </w:rPr>
        <w:t xml:space="preserve">ں </w:t>
      </w:r>
      <w:r>
        <w:rPr>
          <w:rtl/>
        </w:rPr>
        <w:t>كو كفار كے زمرے مي</w:t>
      </w:r>
      <w:r w:rsidR="00083993">
        <w:rPr>
          <w:rtl/>
        </w:rPr>
        <w:t xml:space="preserve">ں </w:t>
      </w:r>
      <w:r>
        <w:rPr>
          <w:rtl/>
        </w:rPr>
        <w:t>قرارنہي</w:t>
      </w:r>
      <w:r w:rsidR="00083993">
        <w:rPr>
          <w:rtl/>
        </w:rPr>
        <w:t xml:space="preserve">ں </w:t>
      </w:r>
      <w:r>
        <w:rPr>
          <w:rtl/>
        </w:rPr>
        <w:t>ديابلكہ انہي</w:t>
      </w:r>
      <w:r w:rsidR="00083993">
        <w:rPr>
          <w:rtl/>
        </w:rPr>
        <w:t xml:space="preserve">ں </w:t>
      </w:r>
      <w:r>
        <w:rPr>
          <w:rtl/>
        </w:rPr>
        <w:t>مؤمن سمجھا ہے اس سے مذكورہ مطلب كا استفادہ ہوتا ہے_</w:t>
      </w:r>
    </w:p>
    <w:p w:rsidR="001F628F" w:rsidRDefault="001F628F" w:rsidP="001F628F">
      <w:pPr>
        <w:pStyle w:val="libNormal"/>
        <w:rPr>
          <w:rtl/>
        </w:rPr>
      </w:pPr>
      <w:r>
        <w:rPr>
          <w:rtl/>
        </w:rPr>
        <w:t>12_ اسلام ايك پيار ومحبت اور تمام شرائط اور تحولات سے سازگار آئين ہے_</w:t>
      </w:r>
    </w:p>
    <w:p w:rsidR="00813150" w:rsidRDefault="001E7F9D" w:rsidP="00F73EDE">
      <w:pPr>
        <w:pStyle w:val="libPoemTini"/>
        <w:rPr>
          <w:rtl/>
        </w:rPr>
      </w:pPr>
      <w:r>
        <w:rPr>
          <w:rtl/>
        </w:rPr>
        <w:cr/>
      </w:r>
      <w:r>
        <w:rPr>
          <w:rtl/>
        </w:rPr>
        <w:br w:type="page"/>
      </w:r>
    </w:p>
    <w:p w:rsidR="001F628F" w:rsidRDefault="001F628F" w:rsidP="00813150">
      <w:pPr>
        <w:pStyle w:val="libArabic"/>
        <w:rPr>
          <w:rtl/>
        </w:rPr>
      </w:pPr>
      <w:r>
        <w:rPr>
          <w:rFonts w:hint="eastAsia"/>
          <w:rtl/>
        </w:rPr>
        <w:lastRenderedPageBreak/>
        <w:t>من</w:t>
      </w:r>
      <w:r>
        <w:rPr>
          <w:rtl/>
        </w:rPr>
        <w:t xml:space="preserve"> كفر ...الاّ من اكر</w:t>
      </w:r>
      <w:r w:rsidR="00120F63" w:rsidRPr="00ED5DE8">
        <w:rPr>
          <w:rFonts w:hint="cs"/>
          <w:rtl/>
        </w:rPr>
        <w:t>ه</w:t>
      </w:r>
      <w:r>
        <w:rPr>
          <w:rtl/>
        </w:rPr>
        <w:t xml:space="preserve"> ...</w:t>
      </w:r>
      <w:r>
        <w:rPr>
          <w:rFonts w:hint="cs"/>
          <w:rtl/>
        </w:rPr>
        <w:t>ولكن</w:t>
      </w:r>
      <w:r>
        <w:rPr>
          <w:rtl/>
        </w:rPr>
        <w:t xml:space="preserve"> </w:t>
      </w:r>
      <w:r>
        <w:rPr>
          <w:rFonts w:hint="cs"/>
          <w:rtl/>
        </w:rPr>
        <w:t>من</w:t>
      </w:r>
      <w:r>
        <w:rPr>
          <w:rtl/>
        </w:rPr>
        <w:t xml:space="preserve"> </w:t>
      </w:r>
      <w:r>
        <w:rPr>
          <w:rFonts w:hint="cs"/>
          <w:rtl/>
        </w:rPr>
        <w:t>شرح</w:t>
      </w:r>
      <w:r>
        <w:rPr>
          <w:rtl/>
        </w:rPr>
        <w:t xml:space="preserve"> </w:t>
      </w:r>
      <w:r>
        <w:rPr>
          <w:rFonts w:hint="cs"/>
          <w:rtl/>
        </w:rPr>
        <w:t>بالكفر</w:t>
      </w:r>
      <w:r>
        <w:rPr>
          <w:rtl/>
        </w:rPr>
        <w:t xml:space="preserve"> </w:t>
      </w:r>
      <w:r>
        <w:rPr>
          <w:rFonts w:hint="cs"/>
          <w:rtl/>
        </w:rPr>
        <w:t>صدراًفعلي</w:t>
      </w:r>
      <w:r w:rsidR="00120F63" w:rsidRPr="00ED5DE8">
        <w:rPr>
          <w:rFonts w:hint="cs"/>
          <w:rtl/>
        </w:rPr>
        <w:t>ه</w:t>
      </w:r>
      <w:r>
        <w:rPr>
          <w:rFonts w:hint="cs"/>
          <w:rtl/>
        </w:rPr>
        <w:t>م</w:t>
      </w:r>
      <w:r>
        <w:rPr>
          <w:rtl/>
        </w:rPr>
        <w:t xml:space="preserve"> </w:t>
      </w:r>
      <w:r>
        <w:rPr>
          <w:rFonts w:hint="cs"/>
          <w:rtl/>
        </w:rPr>
        <w:t>غضب</w:t>
      </w:r>
      <w:r>
        <w:rPr>
          <w:rtl/>
        </w:rPr>
        <w:t xml:space="preserve"> </w:t>
      </w:r>
      <w:r>
        <w:rPr>
          <w:rFonts w:hint="cs"/>
          <w:rtl/>
        </w:rPr>
        <w:t>م</w:t>
      </w:r>
      <w:r>
        <w:rPr>
          <w:rtl/>
        </w:rPr>
        <w:t>ن الله</w:t>
      </w:r>
    </w:p>
    <w:p w:rsidR="001F628F" w:rsidRDefault="001F628F" w:rsidP="001F628F">
      <w:pPr>
        <w:pStyle w:val="libNormal"/>
        <w:rPr>
          <w:rtl/>
        </w:rPr>
      </w:pPr>
      <w:r>
        <w:rPr>
          <w:rFonts w:hint="eastAsia"/>
          <w:rtl/>
        </w:rPr>
        <w:t>يہ</w:t>
      </w:r>
      <w:r>
        <w:rPr>
          <w:rtl/>
        </w:rPr>
        <w:t xml:space="preserve"> جو خداوند عالم نے جبر و اكراہ كى شرائط مي</w:t>
      </w:r>
      <w:r w:rsidR="00083993">
        <w:rPr>
          <w:rtl/>
        </w:rPr>
        <w:t xml:space="preserve">ں </w:t>
      </w:r>
      <w:r>
        <w:rPr>
          <w:rtl/>
        </w:rPr>
        <w:t>زبان پر كفر آميز كلمات جارى كرنے كى اجازت فرمائي ہے اس سے يہ استفادہ ہوتا ہے كہ اسلام ايك ايسا دين ہے جو انسانى زندگى كے تمام حالات و شرائط سے سازگاراور مہر ومحبت كا دين ہے اور اس نے انسانى زندگى كے حالا ت و شر</w:t>
      </w:r>
      <w:r>
        <w:rPr>
          <w:rFonts w:hint="eastAsia"/>
          <w:rtl/>
        </w:rPr>
        <w:t>ائط</w:t>
      </w:r>
      <w:r>
        <w:rPr>
          <w:rtl/>
        </w:rPr>
        <w:t xml:space="preserve"> كو اپنے احكام مي</w:t>
      </w:r>
      <w:r w:rsidR="00083993">
        <w:rPr>
          <w:rtl/>
        </w:rPr>
        <w:t xml:space="preserve">ں </w:t>
      </w:r>
      <w:r>
        <w:rPr>
          <w:rtl/>
        </w:rPr>
        <w:t>ملحوظ خاطر ركھا ہے_</w:t>
      </w:r>
    </w:p>
    <w:p w:rsidR="001F628F" w:rsidRDefault="001F628F" w:rsidP="00813150">
      <w:pPr>
        <w:pStyle w:val="libNormal"/>
        <w:rPr>
          <w:rtl/>
        </w:rPr>
      </w:pPr>
      <w:r>
        <w:rPr>
          <w:rtl/>
        </w:rPr>
        <w:t>13_مرتد لوگو</w:t>
      </w:r>
      <w:r w:rsidR="00083993">
        <w:rPr>
          <w:rtl/>
        </w:rPr>
        <w:t xml:space="preserve">ں </w:t>
      </w:r>
      <w:r>
        <w:rPr>
          <w:rtl/>
        </w:rPr>
        <w:t>پر خداوند عالم كا قہر و غضب نازل ہوتا ہے_</w:t>
      </w:r>
      <w:r w:rsidRPr="00813150">
        <w:rPr>
          <w:rStyle w:val="libArabicChar"/>
          <w:rFonts w:hint="eastAsia"/>
          <w:rtl/>
        </w:rPr>
        <w:t>من</w:t>
      </w:r>
      <w:r w:rsidRPr="00813150">
        <w:rPr>
          <w:rStyle w:val="libArabicChar"/>
          <w:rtl/>
        </w:rPr>
        <w:t xml:space="preserve"> كفر بالله من بعد ايم</w:t>
      </w:r>
      <w:r w:rsidR="00D97234">
        <w:rPr>
          <w:rStyle w:val="libArabicChar"/>
          <w:rFonts w:hint="cs"/>
          <w:rtl/>
        </w:rPr>
        <w:t>ا</w:t>
      </w:r>
      <w:r w:rsidRPr="00813150">
        <w:rPr>
          <w:rStyle w:val="libArabicChar"/>
          <w:rtl/>
        </w:rPr>
        <w:t>ن</w:t>
      </w:r>
      <w:r w:rsidR="00120F63" w:rsidRPr="00B2551F">
        <w:rPr>
          <w:rStyle w:val="libArabicChar"/>
          <w:rFonts w:hint="cs"/>
          <w:rtl/>
        </w:rPr>
        <w:t>ه</w:t>
      </w:r>
      <w:r w:rsidRPr="00813150">
        <w:rPr>
          <w:rStyle w:val="libArabicChar"/>
          <w:rtl/>
        </w:rPr>
        <w:t xml:space="preserve"> ... </w:t>
      </w:r>
      <w:r w:rsidRPr="00813150">
        <w:rPr>
          <w:rStyle w:val="libArabicChar"/>
          <w:rFonts w:hint="cs"/>
          <w:rtl/>
        </w:rPr>
        <w:t>فعلي</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غضبٌ</w:t>
      </w:r>
      <w:r w:rsidRPr="00813150">
        <w:rPr>
          <w:rStyle w:val="libArabicChar"/>
          <w:rtl/>
        </w:rPr>
        <w:t xml:space="preserve"> </w:t>
      </w:r>
      <w:r w:rsidRPr="00813150">
        <w:rPr>
          <w:rStyle w:val="libArabicChar"/>
          <w:rFonts w:hint="cs"/>
          <w:rtl/>
        </w:rPr>
        <w:t>م</w:t>
      </w:r>
      <w:r w:rsidRPr="00813150">
        <w:rPr>
          <w:rStyle w:val="libArabicChar"/>
          <w:rtl/>
        </w:rPr>
        <w:t>ن الله</w:t>
      </w:r>
    </w:p>
    <w:p w:rsidR="001F628F" w:rsidRDefault="001F628F" w:rsidP="00813150">
      <w:pPr>
        <w:pStyle w:val="libNormal"/>
        <w:rPr>
          <w:rtl/>
        </w:rPr>
      </w:pPr>
      <w:r>
        <w:rPr>
          <w:rtl/>
        </w:rPr>
        <w:t>14_ مرتد افراد كے ليے خداوند عالم كا عظيم عذاب ہے_</w:t>
      </w:r>
      <w:r w:rsidRPr="00813150">
        <w:rPr>
          <w:rStyle w:val="libArabicChar"/>
          <w:rFonts w:hint="eastAsia"/>
          <w:rtl/>
        </w:rPr>
        <w:t>من</w:t>
      </w:r>
      <w:r w:rsidRPr="00813150">
        <w:rPr>
          <w:rStyle w:val="libArabicChar"/>
          <w:rtl/>
        </w:rPr>
        <w:t xml:space="preserve"> كفر بالله من بعد ايم</w:t>
      </w:r>
      <w:r w:rsidR="00D97234">
        <w:rPr>
          <w:rStyle w:val="libArabicChar"/>
          <w:rFonts w:hint="cs"/>
          <w:rtl/>
        </w:rPr>
        <w:t>ا</w:t>
      </w:r>
      <w:r w:rsidRPr="00813150">
        <w:rPr>
          <w:rStyle w:val="libArabicChar"/>
          <w:rtl/>
        </w:rPr>
        <w:t>ن</w:t>
      </w:r>
      <w:r w:rsidR="00120F63" w:rsidRPr="00B2551F">
        <w:rPr>
          <w:rStyle w:val="libArabicChar"/>
          <w:rFonts w:hint="cs"/>
          <w:rtl/>
        </w:rPr>
        <w:t>ه</w:t>
      </w:r>
      <w:r w:rsidRPr="00813150">
        <w:rPr>
          <w:rStyle w:val="libArabicChar"/>
          <w:rtl/>
        </w:rPr>
        <w:t xml:space="preserve"> ...</w:t>
      </w:r>
      <w:r w:rsidRPr="00813150">
        <w:rPr>
          <w:rStyle w:val="libArabicChar"/>
          <w:rFonts w:hint="cs"/>
          <w:rtl/>
        </w:rPr>
        <w:t>ل</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عذا</w:t>
      </w:r>
      <w:r w:rsidRPr="00813150">
        <w:rPr>
          <w:rStyle w:val="libArabicChar"/>
          <w:rtl/>
        </w:rPr>
        <w:t>ب عظيم</w:t>
      </w:r>
    </w:p>
    <w:p w:rsidR="001F628F" w:rsidRDefault="001F628F" w:rsidP="00813150">
      <w:pPr>
        <w:pStyle w:val="libNormal"/>
        <w:rPr>
          <w:rtl/>
        </w:rPr>
      </w:pPr>
      <w:r>
        <w:rPr>
          <w:rtl/>
        </w:rPr>
        <w:t>15_ عظيم عذاب، خداوند عالم كے شديدغضب كا پرتو ہے_</w:t>
      </w:r>
      <w:r w:rsidRPr="00813150">
        <w:rPr>
          <w:rStyle w:val="libArabicChar"/>
          <w:rFonts w:hint="eastAsia"/>
          <w:rtl/>
        </w:rPr>
        <w:t>فعلي</w:t>
      </w:r>
      <w:r w:rsidR="00120F63" w:rsidRPr="00B2551F">
        <w:rPr>
          <w:rStyle w:val="libArabicChar"/>
          <w:rFonts w:hint="cs"/>
          <w:rtl/>
        </w:rPr>
        <w:t>ه</w:t>
      </w:r>
      <w:r w:rsidRPr="00813150">
        <w:rPr>
          <w:rStyle w:val="libArabicChar"/>
          <w:rFonts w:hint="cs"/>
          <w:rtl/>
        </w:rPr>
        <w:t>م</w:t>
      </w:r>
      <w:r w:rsidRPr="00813150">
        <w:rPr>
          <w:rStyle w:val="libArabicChar"/>
          <w:rtl/>
        </w:rPr>
        <w:t xml:space="preserve"> غضب من الله ول</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عذا</w:t>
      </w:r>
      <w:r w:rsidRPr="00813150">
        <w:rPr>
          <w:rStyle w:val="libArabicChar"/>
          <w:rtl/>
        </w:rPr>
        <w:t>ب عظيم</w:t>
      </w:r>
    </w:p>
    <w:p w:rsidR="001F628F" w:rsidRDefault="001F628F" w:rsidP="001F628F">
      <w:pPr>
        <w:pStyle w:val="libNormal"/>
        <w:rPr>
          <w:rtl/>
        </w:rPr>
      </w:pPr>
      <w:r>
        <w:rPr>
          <w:rtl/>
        </w:rPr>
        <w:t xml:space="preserve">16_ </w:t>
      </w:r>
      <w:r w:rsidRPr="00813150">
        <w:rPr>
          <w:rStyle w:val="libArabicChar"/>
          <w:rtl/>
        </w:rPr>
        <w:t xml:space="preserve">''عن ابى عبدالله </w:t>
      </w:r>
      <w:r w:rsidR="00367F17" w:rsidRPr="00367F17">
        <w:rPr>
          <w:rStyle w:val="libAlaemChar"/>
          <w:rtl/>
        </w:rPr>
        <w:t xml:space="preserve"> عليه‌السلام </w:t>
      </w:r>
      <w:r w:rsidRPr="00813150">
        <w:rPr>
          <w:rStyle w:val="libArabicChar"/>
          <w:rtl/>
        </w:rPr>
        <w:t xml:space="preserve"> قال: ...ما فرض على القلب من الا يمان فالاقرار و المعرفة ...و</w:t>
      </w:r>
      <w:r w:rsidR="00120F63" w:rsidRPr="00B2551F">
        <w:rPr>
          <w:rStyle w:val="libArabicChar"/>
          <w:rFonts w:hint="cs"/>
          <w:rtl/>
        </w:rPr>
        <w:t>ه</w:t>
      </w:r>
      <w:r w:rsidRPr="00813150">
        <w:rPr>
          <w:rStyle w:val="libArabicChar"/>
          <w:rFonts w:hint="cs"/>
          <w:rtl/>
        </w:rPr>
        <w:t>و</w:t>
      </w:r>
      <w:r w:rsidRPr="00813150">
        <w:rPr>
          <w:rStyle w:val="libArabicChar"/>
          <w:rtl/>
        </w:rPr>
        <w:t xml:space="preserve"> </w:t>
      </w:r>
      <w:r w:rsidRPr="00813150">
        <w:rPr>
          <w:rStyle w:val="libArabicChar"/>
          <w:rFonts w:hint="cs"/>
          <w:rtl/>
        </w:rPr>
        <w:t>قول</w:t>
      </w:r>
      <w:r w:rsidRPr="00813150">
        <w:rPr>
          <w:rStyle w:val="libArabicChar"/>
          <w:rtl/>
        </w:rPr>
        <w:t xml:space="preserve"> </w:t>
      </w:r>
      <w:r w:rsidRPr="00813150">
        <w:rPr>
          <w:rStyle w:val="libArabicChar"/>
          <w:rFonts w:hint="cs"/>
          <w:rtl/>
        </w:rPr>
        <w:t>الله</w:t>
      </w:r>
      <w:r w:rsidRPr="00813150">
        <w:rPr>
          <w:rStyle w:val="libArabicChar"/>
          <w:rtl/>
        </w:rPr>
        <w:t xml:space="preserve"> </w:t>
      </w:r>
      <w:r w:rsidRPr="00813150">
        <w:rPr>
          <w:rStyle w:val="libArabicChar"/>
          <w:rFonts w:hint="cs"/>
          <w:rtl/>
        </w:rPr>
        <w:t>عزّوجل</w:t>
      </w:r>
      <w:r w:rsidRPr="00813150">
        <w:rPr>
          <w:rStyle w:val="libArabicChar"/>
          <w:rtl/>
        </w:rPr>
        <w:t xml:space="preserve"> ''</w:t>
      </w:r>
      <w:r w:rsidRPr="00813150">
        <w:rPr>
          <w:rStyle w:val="libArabicChar"/>
          <w:rFonts w:hint="cs"/>
          <w:rtl/>
        </w:rPr>
        <w:t>الاو</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r w:rsidRPr="00813150">
        <w:rPr>
          <w:rStyle w:val="libArabicChar"/>
          <w:rtl/>
        </w:rPr>
        <w:t>''</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روايت نقل ہوئي ہے كہ آپ </w:t>
      </w:r>
      <w:r w:rsidR="00367F17" w:rsidRPr="00367F17">
        <w:rPr>
          <w:rStyle w:val="libAlaemChar"/>
          <w:rtl/>
        </w:rPr>
        <w:t xml:space="preserve"> عليه‌السلام </w:t>
      </w:r>
      <w:r>
        <w:rPr>
          <w:rtl/>
        </w:rPr>
        <w:t xml:space="preserve"> نے فرمايا:وہ چيز جو دل پر ايمان كے ليے واجب ہوئي ہے وہ اقرار اور معرفت ہے ...اور يہى خداوند عالم كے اس فرمان كا مطلب ہے </w:t>
      </w:r>
      <w:r w:rsidRPr="00813150">
        <w:rPr>
          <w:rStyle w:val="libArabicChar"/>
          <w:rtl/>
        </w:rPr>
        <w:t>''الا ّ من 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r w:rsidRPr="00813150">
        <w:rPr>
          <w:rStyle w:val="libArabicChar"/>
          <w:rtl/>
        </w:rPr>
        <w:t xml:space="preserve"> ''</w:t>
      </w:r>
    </w:p>
    <w:p w:rsidR="001F628F" w:rsidRDefault="001F628F" w:rsidP="001F628F">
      <w:pPr>
        <w:pStyle w:val="libNormal"/>
        <w:rPr>
          <w:rtl/>
        </w:rPr>
      </w:pPr>
      <w:r>
        <w:rPr>
          <w:rtl/>
        </w:rPr>
        <w:t xml:space="preserve">17_ </w:t>
      </w:r>
      <w:r w:rsidRPr="00813150">
        <w:rPr>
          <w:rStyle w:val="libArabicChar"/>
          <w:rtl/>
        </w:rPr>
        <w:t xml:space="preserve">''عن ابى عبدالله </w:t>
      </w:r>
      <w:r w:rsidR="00367F17" w:rsidRPr="00367F17">
        <w:rPr>
          <w:rStyle w:val="libAlaemChar"/>
          <w:rtl/>
        </w:rPr>
        <w:t xml:space="preserve"> عليه‌السلام </w:t>
      </w:r>
      <w:r w:rsidRPr="00813150">
        <w:rPr>
          <w:rStyle w:val="libArabicChar"/>
          <w:rtl/>
        </w:rPr>
        <w:t xml:space="preserve"> ...انزل الله عزوجل في</w:t>
      </w:r>
      <w:r w:rsidR="00120F63" w:rsidRPr="00B2551F">
        <w:rPr>
          <w:rStyle w:val="libArabicChar"/>
          <w:rFonts w:hint="cs"/>
          <w:rtl/>
        </w:rPr>
        <w:t>ه</w:t>
      </w:r>
      <w:r w:rsidRPr="00813150">
        <w:rPr>
          <w:rStyle w:val="libArabicChar"/>
          <w:rtl/>
        </w:rPr>
        <w:t xml:space="preserve">( </w:t>
      </w:r>
      <w:r w:rsidRPr="00813150">
        <w:rPr>
          <w:rStyle w:val="libArabicChar"/>
          <w:rFonts w:hint="cs"/>
          <w:rtl/>
        </w:rPr>
        <w:t>عمار</w:t>
      </w:r>
      <w:r w:rsidRPr="00813150">
        <w:rPr>
          <w:rStyle w:val="libArabicChar"/>
          <w:rtl/>
        </w:rPr>
        <w:t xml:space="preserve"> </w:t>
      </w:r>
      <w:r w:rsidRPr="00813150">
        <w:rPr>
          <w:rStyle w:val="libArabicChar"/>
          <w:rFonts w:hint="cs"/>
          <w:rtl/>
        </w:rPr>
        <w:t>بن</w:t>
      </w:r>
      <w:r w:rsidRPr="00813150">
        <w:rPr>
          <w:rStyle w:val="libArabicChar"/>
          <w:rtl/>
        </w:rPr>
        <w:t xml:space="preserve"> </w:t>
      </w:r>
      <w:r w:rsidRPr="00813150">
        <w:rPr>
          <w:rStyle w:val="libArabicChar"/>
          <w:rFonts w:hint="cs"/>
          <w:rtl/>
        </w:rPr>
        <w:t>ياسر</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r w:rsidRPr="00813150">
        <w:rPr>
          <w:rStyle w:val="libArabicChar"/>
          <w:rtl/>
        </w:rPr>
        <w:t>''</w:t>
      </w:r>
      <w:r w:rsidRPr="00813150">
        <w:rPr>
          <w:rStyle w:val="libFootnotenumChar"/>
          <w:rtl/>
        </w:rPr>
        <w:t>(2)</w:t>
      </w:r>
    </w:p>
    <w:p w:rsidR="001F628F" w:rsidRDefault="001F628F" w:rsidP="001F628F">
      <w:pPr>
        <w:pStyle w:val="libNormal"/>
        <w:rP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روايت نقل ہوئي ہے كہ خداوند عالم نے آيت ''الا ّ من اكرہ و قلبہ مطمئن ... ''كو حضر ت عمّار ياسر</w:t>
      </w:r>
      <w:r w:rsidR="00367F17" w:rsidRPr="00367F17">
        <w:rPr>
          <w:rStyle w:val="libAlaemChar"/>
          <w:rtl/>
        </w:rPr>
        <w:t xml:space="preserve"> عليه‌السلام </w:t>
      </w:r>
      <w:r>
        <w:rPr>
          <w:rtl/>
        </w:rPr>
        <w:t xml:space="preserve"> كے بارے مي</w:t>
      </w:r>
      <w:r w:rsidR="00083993">
        <w:rPr>
          <w:rtl/>
        </w:rPr>
        <w:t xml:space="preserve">ں </w:t>
      </w:r>
      <w:r>
        <w:rPr>
          <w:rtl/>
        </w:rPr>
        <w:t>نازل فرمايا ہے ...''</w:t>
      </w:r>
    </w:p>
    <w:p w:rsidR="001F628F" w:rsidRDefault="001F628F" w:rsidP="001F628F">
      <w:pPr>
        <w:pStyle w:val="libNormal"/>
        <w:rPr>
          <w:rtl/>
        </w:rPr>
      </w:pPr>
      <w:r>
        <w:rPr>
          <w:rtl/>
        </w:rPr>
        <w:t xml:space="preserve">18_ </w:t>
      </w:r>
      <w:r w:rsidRPr="00813150">
        <w:rPr>
          <w:rStyle w:val="libArabicChar"/>
          <w:rtl/>
        </w:rPr>
        <w:t xml:space="preserve">''بكربن محمد عن ابى عبدالله </w:t>
      </w:r>
      <w:r w:rsidR="00367F17" w:rsidRPr="00367F17">
        <w:rPr>
          <w:rStyle w:val="libAlaemChar"/>
          <w:rtl/>
        </w:rPr>
        <w:t xml:space="preserve"> عليه‌السلام </w:t>
      </w:r>
      <w:r w:rsidRPr="00813150">
        <w:rPr>
          <w:rStyle w:val="libArabicChar"/>
          <w:rtl/>
        </w:rPr>
        <w:t xml:space="preserve"> قال : انّ التقي</w:t>
      </w:r>
      <w:r w:rsidR="00120F63" w:rsidRPr="00B2551F">
        <w:rPr>
          <w:rStyle w:val="libArabicChar"/>
          <w:rFonts w:hint="cs"/>
          <w:rtl/>
        </w:rPr>
        <w:t>ه</w:t>
      </w:r>
      <w:r w:rsidRPr="00813150">
        <w:rPr>
          <w:rStyle w:val="libArabicChar"/>
          <w:rtl/>
        </w:rPr>
        <w:t xml:space="preserve"> </w:t>
      </w:r>
      <w:r w:rsidRPr="00813150">
        <w:rPr>
          <w:rStyle w:val="libArabicChar"/>
          <w:rFonts w:hint="cs"/>
          <w:rtl/>
        </w:rPr>
        <w:t>ترس</w:t>
      </w:r>
      <w:r w:rsidRPr="00813150">
        <w:rPr>
          <w:rStyle w:val="libArabicChar"/>
          <w:rtl/>
        </w:rPr>
        <w:t xml:space="preserve"> </w:t>
      </w:r>
      <w:r w:rsidRPr="00813150">
        <w:rPr>
          <w:rStyle w:val="libArabicChar"/>
          <w:rFonts w:hint="cs"/>
          <w:rtl/>
        </w:rPr>
        <w:t>المؤمن</w:t>
      </w:r>
      <w:r w:rsidRPr="00813150">
        <w:rPr>
          <w:rStyle w:val="libArabicChar"/>
          <w:rtl/>
        </w:rPr>
        <w:t xml:space="preserve"> </w:t>
      </w:r>
      <w:r w:rsidRPr="00813150">
        <w:rPr>
          <w:rStyle w:val="libArabicChar"/>
          <w:rFonts w:hint="cs"/>
          <w:rtl/>
        </w:rPr>
        <w:t>ولاايمان</w:t>
      </w:r>
      <w:r w:rsidRPr="00813150">
        <w:rPr>
          <w:rStyle w:val="libArabicChar"/>
          <w:rtl/>
        </w:rPr>
        <w:t xml:space="preserve"> </w:t>
      </w:r>
      <w:r w:rsidRPr="00813150">
        <w:rPr>
          <w:rStyle w:val="libArabicChar"/>
          <w:rFonts w:hint="cs"/>
          <w:rtl/>
        </w:rPr>
        <w:t>لمن</w:t>
      </w:r>
      <w:r w:rsidRPr="00813150">
        <w:rPr>
          <w:rStyle w:val="libArabicChar"/>
          <w:rtl/>
        </w:rPr>
        <w:t xml:space="preserve"> </w:t>
      </w:r>
      <w:r w:rsidRPr="00813150">
        <w:rPr>
          <w:rStyle w:val="libArabicChar"/>
          <w:rFonts w:hint="cs"/>
          <w:rtl/>
        </w:rPr>
        <w:t>لا</w:t>
      </w:r>
      <w:r w:rsidRPr="00813150">
        <w:rPr>
          <w:rStyle w:val="libArabicChar"/>
          <w:rtl/>
        </w:rPr>
        <w:t xml:space="preserve"> </w:t>
      </w:r>
      <w:r w:rsidRPr="00813150">
        <w:rPr>
          <w:rStyle w:val="libArabicChar"/>
          <w:rFonts w:hint="cs"/>
          <w:rtl/>
        </w:rPr>
        <w:t>تقي</w:t>
      </w:r>
      <w:r w:rsidR="00120F63" w:rsidRPr="00B2551F">
        <w:rPr>
          <w:rStyle w:val="libArabicChar"/>
          <w:rFonts w:hint="cs"/>
          <w:rtl/>
        </w:rPr>
        <w:t>ه</w:t>
      </w:r>
      <w:r w:rsidRPr="00813150">
        <w:rPr>
          <w:rStyle w:val="libArabicChar"/>
          <w:rtl/>
        </w:rPr>
        <w:t xml:space="preserve"> </w:t>
      </w:r>
      <w:r w:rsidRPr="00813150">
        <w:rPr>
          <w:rStyle w:val="libArabicChar"/>
          <w:rFonts w:hint="cs"/>
          <w:rtl/>
        </w:rPr>
        <w:t>ل</w:t>
      </w:r>
      <w:r w:rsidR="00120F63" w:rsidRPr="00B2551F">
        <w:rPr>
          <w:rStyle w:val="libArabicChar"/>
          <w:rFonts w:hint="cs"/>
          <w:rtl/>
        </w:rPr>
        <w:t>ه</w:t>
      </w:r>
      <w:r w:rsidRPr="00813150">
        <w:rPr>
          <w:rStyle w:val="libArabicChar"/>
          <w:rtl/>
        </w:rPr>
        <w:t xml:space="preserve"> </w:t>
      </w:r>
      <w:r w:rsidRPr="00813150">
        <w:rPr>
          <w:rStyle w:val="libArabicChar"/>
          <w:rFonts w:hint="cs"/>
          <w:rtl/>
        </w:rPr>
        <w:t>قلت</w:t>
      </w:r>
      <w:r w:rsidRPr="00813150">
        <w:rPr>
          <w:rStyle w:val="libArabicChar"/>
          <w:rtl/>
        </w:rPr>
        <w:t xml:space="preserve"> </w:t>
      </w:r>
      <w:r w:rsidRPr="00813150">
        <w:rPr>
          <w:rStyle w:val="libArabicChar"/>
          <w:rFonts w:hint="cs"/>
          <w:rtl/>
        </w:rPr>
        <w:t>جعلت</w:t>
      </w:r>
      <w:r w:rsidRPr="00813150">
        <w:rPr>
          <w:rStyle w:val="libArabicChar"/>
          <w:rtl/>
        </w:rPr>
        <w:t xml:space="preserve"> </w:t>
      </w:r>
      <w:r w:rsidRPr="00813150">
        <w:rPr>
          <w:rStyle w:val="libArabicChar"/>
          <w:rFonts w:hint="cs"/>
          <w:rtl/>
        </w:rPr>
        <w:t>فداك</w:t>
      </w:r>
      <w:r w:rsidRPr="00813150">
        <w:rPr>
          <w:rStyle w:val="libArabicChar"/>
          <w:rtl/>
        </w:rPr>
        <w:t xml:space="preserve"> </w:t>
      </w:r>
      <w:r w:rsidRPr="00813150">
        <w:rPr>
          <w:rStyle w:val="libArabicChar"/>
          <w:rFonts w:hint="cs"/>
          <w:rtl/>
        </w:rPr>
        <w:t>ا</w:t>
      </w:r>
      <w:r w:rsidRPr="00813150">
        <w:rPr>
          <w:rStyle w:val="libArabicChar"/>
          <w:rtl/>
        </w:rPr>
        <w:t xml:space="preserve"> </w:t>
      </w:r>
      <w:r w:rsidRPr="00813150">
        <w:rPr>
          <w:rStyle w:val="libArabicChar"/>
          <w:rFonts w:hint="cs"/>
          <w:rtl/>
        </w:rPr>
        <w:t>رايت</w:t>
      </w:r>
      <w:r w:rsidRPr="00813150">
        <w:rPr>
          <w:rStyle w:val="libArabicChar"/>
          <w:rtl/>
        </w:rPr>
        <w:t xml:space="preserve"> </w:t>
      </w:r>
      <w:r w:rsidRPr="00813150">
        <w:rPr>
          <w:rStyle w:val="libArabicChar"/>
          <w:rFonts w:hint="cs"/>
          <w:rtl/>
        </w:rPr>
        <w:t>قول</w:t>
      </w:r>
      <w:r w:rsidRPr="00813150">
        <w:rPr>
          <w:rStyle w:val="libArabicChar"/>
          <w:rtl/>
        </w:rPr>
        <w:t xml:space="preserve"> </w:t>
      </w:r>
      <w:r w:rsidRPr="00813150">
        <w:rPr>
          <w:rStyle w:val="libArabicChar"/>
          <w:rFonts w:hint="cs"/>
          <w:rtl/>
        </w:rPr>
        <w:t>الله</w:t>
      </w:r>
      <w:r w:rsidRPr="00813150">
        <w:rPr>
          <w:rStyle w:val="libArabicChar"/>
          <w:rtl/>
        </w:rPr>
        <w:t xml:space="preserve"> </w:t>
      </w:r>
      <w:r w:rsidRPr="00813150">
        <w:rPr>
          <w:rStyle w:val="libArabicChar"/>
          <w:rFonts w:hint="cs"/>
          <w:rtl/>
        </w:rPr>
        <w:t>تبارك</w:t>
      </w:r>
      <w:r w:rsidRPr="00813150">
        <w:rPr>
          <w:rStyle w:val="libArabicChar"/>
          <w:rtl/>
        </w:rPr>
        <w:t xml:space="preserve"> </w:t>
      </w:r>
      <w:r w:rsidRPr="00813150">
        <w:rPr>
          <w:rStyle w:val="libArabicChar"/>
          <w:rFonts w:hint="cs"/>
          <w:rtl/>
        </w:rPr>
        <w:t>و</w:t>
      </w:r>
      <w:r w:rsidRPr="00813150">
        <w:rPr>
          <w:rStyle w:val="libArabicChar"/>
          <w:rtl/>
        </w:rPr>
        <w:t xml:space="preserve"> </w:t>
      </w:r>
      <w:r w:rsidRPr="00813150">
        <w:rPr>
          <w:rStyle w:val="libArabicChar"/>
          <w:rFonts w:hint="cs"/>
          <w:rtl/>
        </w:rPr>
        <w:t>تعالى</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r w:rsidRPr="00813150">
        <w:rPr>
          <w:rStyle w:val="libArabicChar"/>
          <w:rtl/>
        </w:rPr>
        <w:t xml:space="preserve">'' قال : </w:t>
      </w:r>
      <w:r w:rsidR="00120F63" w:rsidRPr="00B2551F">
        <w:rPr>
          <w:rStyle w:val="libArabicChar"/>
          <w:rFonts w:hint="cs"/>
          <w:rtl/>
        </w:rPr>
        <w:t>ه</w:t>
      </w:r>
      <w:r w:rsidRPr="00813150">
        <w:rPr>
          <w:rStyle w:val="libArabicChar"/>
          <w:rFonts w:hint="cs"/>
          <w:rtl/>
        </w:rPr>
        <w:t>ل</w:t>
      </w:r>
      <w:r w:rsidRPr="00813150">
        <w:rPr>
          <w:rStyle w:val="libArabicChar"/>
          <w:rtl/>
        </w:rPr>
        <w:t xml:space="preserve"> </w:t>
      </w:r>
      <w:r w:rsidRPr="00813150">
        <w:rPr>
          <w:rStyle w:val="libArabicChar"/>
          <w:rFonts w:hint="cs"/>
          <w:rtl/>
        </w:rPr>
        <w:t>التقي</w:t>
      </w:r>
      <w:r w:rsidR="00120F63" w:rsidRPr="00B2551F">
        <w:rPr>
          <w:rStyle w:val="libArabicChar"/>
          <w:rFonts w:hint="cs"/>
          <w:rtl/>
        </w:rPr>
        <w:t>ه</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00120F63" w:rsidRPr="00B2551F">
        <w:rPr>
          <w:rStyle w:val="libArabicChar"/>
          <w:rFonts w:hint="cs"/>
          <w:rtl/>
        </w:rPr>
        <w:t>ه</w:t>
      </w:r>
      <w:r w:rsidRPr="00813150">
        <w:rPr>
          <w:rStyle w:val="libArabicChar"/>
          <w:rtl/>
        </w:rPr>
        <w:t>ذا''</w:t>
      </w:r>
      <w:r>
        <w:rPr>
          <w:rtl/>
        </w:rPr>
        <w:t xml:space="preserve"> </w:t>
      </w:r>
      <w:r w:rsidRPr="00813150">
        <w:rPr>
          <w:rStyle w:val="libFootnotenumChar"/>
          <w:rtl/>
        </w:rPr>
        <w:t>(2)</w:t>
      </w:r>
    </w:p>
    <w:p w:rsidR="001F628F" w:rsidRDefault="001F628F" w:rsidP="001F628F">
      <w:pPr>
        <w:pStyle w:val="libNormal"/>
        <w:rPr>
          <w:rtl/>
        </w:rPr>
      </w:pPr>
      <w:r>
        <w:rPr>
          <w:rFonts w:hint="eastAsia"/>
          <w:rtl/>
        </w:rPr>
        <w:t>بكربن</w:t>
      </w:r>
      <w:r>
        <w:rPr>
          <w:rtl/>
        </w:rPr>
        <w:t xml:space="preserve"> محمد نے امام صادق</w:t>
      </w:r>
      <w:r w:rsidR="00367F17" w:rsidRPr="00367F17">
        <w:rPr>
          <w:rStyle w:val="libAlaemChar"/>
          <w:rtl/>
        </w:rPr>
        <w:t xml:space="preserve"> عليه‌السلام </w:t>
      </w:r>
      <w:r>
        <w:rPr>
          <w:rtl/>
        </w:rPr>
        <w:t xml:space="preserve"> سے روايت نقل كى ہے آپ </w:t>
      </w:r>
      <w:r w:rsidR="00367F17" w:rsidRPr="00367F17">
        <w:rPr>
          <w:rStyle w:val="libAlaemChar"/>
          <w:rtl/>
        </w:rPr>
        <w:t xml:space="preserve"> عليه‌السلام </w:t>
      </w:r>
      <w:r>
        <w:rPr>
          <w:rtl/>
        </w:rPr>
        <w:t xml:space="preserve"> نے فرمايا كہ ''تقيہ مؤمن كى ڈھال ہے ...اور جو تقيّہ نہ كرے وہ مؤمن نہي</w:t>
      </w:r>
      <w:r w:rsidR="00083993">
        <w:rPr>
          <w:rtl/>
        </w:rPr>
        <w:t xml:space="preserve">ں </w:t>
      </w:r>
      <w:r>
        <w:rPr>
          <w:rtl/>
        </w:rPr>
        <w:t>ہے بكر كہتے ہي</w:t>
      </w:r>
      <w:r w:rsidR="00083993">
        <w:rPr>
          <w:rtl/>
        </w:rPr>
        <w:t xml:space="preserve">ں </w:t>
      </w:r>
      <w:r>
        <w:rPr>
          <w:rtl/>
        </w:rPr>
        <w:t>كہ مي</w:t>
      </w:r>
      <w:r w:rsidR="00083993">
        <w:rPr>
          <w:rtl/>
        </w:rPr>
        <w:t xml:space="preserve">ں </w:t>
      </w:r>
      <w:r>
        <w:rPr>
          <w:rtl/>
        </w:rPr>
        <w:t xml:space="preserve">نے امام </w:t>
      </w:r>
      <w:r w:rsidR="00367F17" w:rsidRPr="00367F17">
        <w:rPr>
          <w:rStyle w:val="libAlaemChar"/>
          <w:rtl/>
        </w:rPr>
        <w:t xml:space="preserve"> عليه‌السلام </w:t>
      </w:r>
      <w:r>
        <w:rPr>
          <w:rtl/>
        </w:rPr>
        <w:t xml:space="preserve"> كى خدمت مي</w:t>
      </w:r>
      <w:r w:rsidR="00083993">
        <w:rPr>
          <w:rtl/>
        </w:rPr>
        <w:t xml:space="preserve">ں </w:t>
      </w:r>
      <w:r>
        <w:rPr>
          <w:rtl/>
        </w:rPr>
        <w:t>عرض كى :</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1)كافى ج2ص 34 ح1 ،نورالثقلين ج3 ص 88 ح 235_</w:t>
      </w:r>
    </w:p>
    <w:p w:rsidR="001F628F" w:rsidRDefault="001F628F" w:rsidP="00813150">
      <w:pPr>
        <w:pStyle w:val="libFootnote"/>
        <w:rPr>
          <w:rtl/>
        </w:rPr>
      </w:pPr>
      <w:r>
        <w:rPr>
          <w:rtl/>
        </w:rPr>
        <w:t>2) كافى ،ج2، ص129، ح10، نورالثقلين ، ج3 ،ص89، ح237_</w:t>
      </w:r>
    </w:p>
    <w:p w:rsidR="001F628F" w:rsidRDefault="001F628F" w:rsidP="00813150">
      <w:pPr>
        <w:pStyle w:val="libFootnote"/>
        <w:rPr>
          <w:rtl/>
        </w:rPr>
      </w:pPr>
      <w:r>
        <w:rPr>
          <w:rtl/>
        </w:rPr>
        <w:t>3) قرب الاسناد، ص35، ، ح114، نورالثقلين ، ج3 ، ص89، ح241_</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آپ</w:t>
      </w:r>
      <w:r>
        <w:rPr>
          <w:rtl/>
        </w:rPr>
        <w:t xml:space="preserve"> فدا ہو جاؤ</w:t>
      </w:r>
      <w:r w:rsidR="00083993">
        <w:rPr>
          <w:rtl/>
        </w:rPr>
        <w:t xml:space="preserve">ں </w:t>
      </w:r>
      <w:r>
        <w:rPr>
          <w:rtl/>
        </w:rPr>
        <w:t>: خداوند عالم كے اس قول كے بارے مي</w:t>
      </w:r>
      <w:r w:rsidR="00083993">
        <w:rPr>
          <w:rtl/>
        </w:rPr>
        <w:t xml:space="preserve">ں </w:t>
      </w:r>
      <w:r>
        <w:rPr>
          <w:rtl/>
        </w:rPr>
        <w:t xml:space="preserve">آپ كى كيا نظر ہے ''الا ّ من اكرہ و قلبہ مطمئن بالايمان'' توحضرت </w:t>
      </w:r>
      <w:r w:rsidR="00367F17" w:rsidRPr="00367F17">
        <w:rPr>
          <w:rStyle w:val="libAlaemChar"/>
          <w:rtl/>
        </w:rPr>
        <w:t xml:space="preserve"> عليه‌السلام </w:t>
      </w:r>
      <w:r>
        <w:rPr>
          <w:rtl/>
        </w:rPr>
        <w:t xml:space="preserve"> نے فرمايا : كہ تقيّہ اس كے علاوہ كچھ اور ہے ؟''</w:t>
      </w:r>
    </w:p>
    <w:p w:rsidR="001F628F" w:rsidRDefault="001F628F" w:rsidP="001F628F">
      <w:pPr>
        <w:pStyle w:val="libNormal"/>
        <w:rPr>
          <w:rtl/>
        </w:rPr>
      </w:pPr>
      <w:r>
        <w:rPr>
          <w:rtl/>
        </w:rPr>
        <w:t xml:space="preserve">19_ </w:t>
      </w:r>
      <w:r w:rsidRPr="00813150">
        <w:rPr>
          <w:rStyle w:val="libArabicChar"/>
          <w:rtl/>
        </w:rPr>
        <w:t xml:space="preserve">''عن ابى عبدالله </w:t>
      </w:r>
      <w:r w:rsidR="00367F17" w:rsidRPr="00367F17">
        <w:rPr>
          <w:rStyle w:val="libAlaemChar"/>
          <w:rtl/>
        </w:rPr>
        <w:t xml:space="preserve"> عليه‌السلام </w:t>
      </w:r>
      <w:r w:rsidRPr="00813150">
        <w:rPr>
          <w:rStyle w:val="libArabicChar"/>
          <w:rtl/>
        </w:rPr>
        <w:t xml:space="preserve"> قال: رسول الله </w:t>
      </w:r>
      <w:r w:rsidR="00F031CD" w:rsidRPr="00F031CD">
        <w:rPr>
          <w:rStyle w:val="libAlaemChar"/>
          <w:rtl/>
        </w:rPr>
        <w:t xml:space="preserve"> صلى‌الله‌عليه‌وآله‌وسلم </w:t>
      </w:r>
      <w:r w:rsidRPr="00813150">
        <w:rPr>
          <w:rStyle w:val="libArabicChar"/>
          <w:rtl/>
        </w:rPr>
        <w:t xml:space="preserve"> رفع عن امتى اربع خصال ...وما اكر</w:t>
      </w:r>
      <w:r w:rsidR="00120F63" w:rsidRPr="00B2551F">
        <w:rPr>
          <w:rStyle w:val="libArabicChar"/>
          <w:rFonts w:hint="cs"/>
          <w:rtl/>
        </w:rPr>
        <w:t>ه</w:t>
      </w:r>
      <w:r w:rsidRPr="00813150">
        <w:rPr>
          <w:rStyle w:val="libArabicChar"/>
          <w:rFonts w:hint="cs"/>
          <w:rtl/>
        </w:rPr>
        <w:t>وا</w:t>
      </w:r>
      <w:r w:rsidRPr="00813150">
        <w:rPr>
          <w:rStyle w:val="libArabicChar"/>
          <w:rtl/>
        </w:rPr>
        <w:t xml:space="preserve"> </w:t>
      </w:r>
      <w:r w:rsidRPr="00813150">
        <w:rPr>
          <w:rStyle w:val="libArabicChar"/>
          <w:rFonts w:hint="cs"/>
          <w:rtl/>
        </w:rPr>
        <w:t>علي</w:t>
      </w:r>
      <w:r w:rsidR="00120F63" w:rsidRPr="00B2551F">
        <w:rPr>
          <w:rStyle w:val="libArabicChar"/>
          <w:rFonts w:hint="cs"/>
          <w:rtl/>
        </w:rPr>
        <w:t>ه</w:t>
      </w:r>
      <w:r w:rsidRPr="00813150">
        <w:rPr>
          <w:rStyle w:val="libArabicChar"/>
          <w:rtl/>
        </w:rPr>
        <w:t xml:space="preserve"> </w:t>
      </w:r>
      <w:r w:rsidRPr="00813150">
        <w:rPr>
          <w:rStyle w:val="libArabicChar"/>
          <w:rFonts w:hint="cs"/>
          <w:rtl/>
        </w:rPr>
        <w:t>وذلك</w:t>
      </w:r>
      <w:r w:rsidRPr="00813150">
        <w:rPr>
          <w:rStyle w:val="libArabicChar"/>
          <w:rtl/>
        </w:rPr>
        <w:t xml:space="preserve"> </w:t>
      </w:r>
      <w:r w:rsidRPr="00813150">
        <w:rPr>
          <w:rStyle w:val="libArabicChar"/>
          <w:rFonts w:hint="cs"/>
          <w:rtl/>
        </w:rPr>
        <w:t>قول</w:t>
      </w:r>
      <w:r w:rsidRPr="00813150">
        <w:rPr>
          <w:rStyle w:val="libArabicChar"/>
          <w:rtl/>
        </w:rPr>
        <w:t xml:space="preserve"> </w:t>
      </w:r>
      <w:r w:rsidRPr="00813150">
        <w:rPr>
          <w:rStyle w:val="libArabicChar"/>
          <w:rFonts w:hint="cs"/>
          <w:rtl/>
        </w:rPr>
        <w:t>الله</w:t>
      </w:r>
      <w:r w:rsidRPr="00813150">
        <w:rPr>
          <w:rStyle w:val="libArabicChar"/>
          <w:rtl/>
        </w:rPr>
        <w:t xml:space="preserve"> </w:t>
      </w:r>
      <w:r w:rsidRPr="00813150">
        <w:rPr>
          <w:rStyle w:val="libArabicChar"/>
          <w:rFonts w:hint="cs"/>
          <w:rtl/>
        </w:rPr>
        <w:t>عزوجل</w:t>
      </w:r>
      <w:r w:rsidRPr="00813150">
        <w:rPr>
          <w:rStyle w:val="libArabicChar"/>
          <w:rtl/>
        </w:rPr>
        <w:t xml:space="preserve"> ...''</w:t>
      </w:r>
      <w:r w:rsidRPr="00813150">
        <w:rPr>
          <w:rStyle w:val="libArabicChar"/>
          <w:rFonts w:hint="cs"/>
          <w:rtl/>
        </w:rPr>
        <w:t>الاّ</w:t>
      </w:r>
      <w:r w:rsidRPr="00813150">
        <w:rPr>
          <w:rStyle w:val="libArabicChar"/>
          <w:rtl/>
        </w:rPr>
        <w:t xml:space="preserve"> </w:t>
      </w:r>
      <w:r w:rsidRPr="00813150">
        <w:rPr>
          <w:rStyle w:val="libArabicChar"/>
          <w:rFonts w:hint="cs"/>
          <w:rtl/>
        </w:rPr>
        <w:t>من</w:t>
      </w:r>
      <w:r w:rsidRPr="00813150">
        <w:rPr>
          <w:rStyle w:val="libArabicChar"/>
          <w:rtl/>
        </w:rPr>
        <w:t xml:space="preserve"> </w:t>
      </w:r>
      <w:r w:rsidRPr="00813150">
        <w:rPr>
          <w:rStyle w:val="libArabicChar"/>
          <w:rFonts w:hint="cs"/>
          <w:rtl/>
        </w:rPr>
        <w:t>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w:t>
      </w:r>
      <w:r w:rsidRPr="00813150">
        <w:rPr>
          <w:rStyle w:val="libArabicChar"/>
          <w:rtl/>
        </w:rPr>
        <w:t xml:space="preserve"> </w:t>
      </w:r>
      <w:r w:rsidRPr="00813150">
        <w:rPr>
          <w:rStyle w:val="libArabicChar"/>
          <w:rFonts w:hint="cs"/>
          <w:rtl/>
        </w:rPr>
        <w:t>يمان</w:t>
      </w:r>
      <w:r w:rsidRPr="00813150">
        <w:rPr>
          <w:rStyle w:val="libArabicChar"/>
          <w:rtl/>
        </w:rPr>
        <w:t>''</w:t>
      </w:r>
      <w:r w:rsidRPr="00813150">
        <w:rPr>
          <w:rStyle w:val="libFootnotenumChar"/>
          <w:rtl/>
        </w:rPr>
        <w:t>(1)</w:t>
      </w:r>
    </w:p>
    <w:p w:rsidR="001F628F" w:rsidRPr="00813150" w:rsidRDefault="001F628F" w:rsidP="001F628F">
      <w:pPr>
        <w:pStyle w:val="libNormal"/>
        <w:rPr>
          <w:rStyle w:val="libArabicChar"/>
          <w:rtl/>
        </w:rPr>
      </w:pPr>
      <w:r>
        <w:rPr>
          <w:rFonts w:hint="eastAsia"/>
          <w:rtl/>
        </w:rPr>
        <w:t>امام</w:t>
      </w:r>
      <w:r>
        <w:rPr>
          <w:rtl/>
        </w:rPr>
        <w:t xml:space="preserve"> صادق</w:t>
      </w:r>
      <w:r w:rsidR="00367F17" w:rsidRPr="00367F17">
        <w:rPr>
          <w:rStyle w:val="libAlaemChar"/>
          <w:rtl/>
        </w:rPr>
        <w:t xml:space="preserve"> عليه‌السلام </w:t>
      </w:r>
      <w:r>
        <w:rPr>
          <w:rtl/>
        </w:rPr>
        <w:t xml:space="preserve"> سے روايت ہے كہ رسول خدا</w:t>
      </w:r>
      <w:r w:rsidR="00F031CD" w:rsidRPr="00F031CD">
        <w:rPr>
          <w:rStyle w:val="libAlaemChar"/>
          <w:rtl/>
        </w:rPr>
        <w:t xml:space="preserve"> صلى‌الله‌عليه‌وآله‌وسلم </w:t>
      </w:r>
      <w:r>
        <w:rPr>
          <w:rtl/>
        </w:rPr>
        <w:t xml:space="preserve"> نے فرمايا: ميرى امت سے چہار چيزو</w:t>
      </w:r>
      <w:r w:rsidR="00083993">
        <w:rPr>
          <w:rtl/>
        </w:rPr>
        <w:t xml:space="preserve">ں </w:t>
      </w:r>
      <w:r>
        <w:rPr>
          <w:rtl/>
        </w:rPr>
        <w:t>كو اٹھايا گيا ہے (ان مي</w:t>
      </w:r>
      <w:r w:rsidR="00083993">
        <w:rPr>
          <w:rtl/>
        </w:rPr>
        <w:t xml:space="preserve">ں </w:t>
      </w:r>
      <w:r>
        <w:rPr>
          <w:rtl/>
        </w:rPr>
        <w:t>سے ايك) وہ چيز ہے كہ جہا</w:t>
      </w:r>
      <w:r w:rsidR="00083993">
        <w:rPr>
          <w:rtl/>
        </w:rPr>
        <w:t xml:space="preserve">ں </w:t>
      </w:r>
      <w:r>
        <w:rPr>
          <w:rtl/>
        </w:rPr>
        <w:t xml:space="preserve">ايك چيز كو دوسرے پر زبردستى ٹھونسا جائے ...اور يہ ہے خداوند عالم كا فرمان </w:t>
      </w:r>
      <w:r w:rsidRPr="00813150">
        <w:rPr>
          <w:rStyle w:val="libArabicChar"/>
          <w:rtl/>
        </w:rPr>
        <w:t>''الا من اكر</w:t>
      </w:r>
      <w:r w:rsidR="00120F63" w:rsidRPr="00B2551F">
        <w:rPr>
          <w:rStyle w:val="libArabicChar"/>
          <w:rFonts w:hint="cs"/>
          <w:rtl/>
        </w:rPr>
        <w:t>ه</w:t>
      </w:r>
      <w:r w:rsidRPr="00813150">
        <w:rPr>
          <w:rStyle w:val="libArabicChar"/>
          <w:rtl/>
        </w:rPr>
        <w:t xml:space="preserve"> </w:t>
      </w:r>
      <w:r w:rsidRPr="00813150">
        <w:rPr>
          <w:rStyle w:val="libArabicChar"/>
          <w:rFonts w:hint="cs"/>
          <w:rtl/>
        </w:rPr>
        <w:t>وقلب</w:t>
      </w:r>
      <w:r w:rsidR="00120F63" w:rsidRPr="00B2551F">
        <w:rPr>
          <w:rStyle w:val="libArabicChar"/>
          <w:rFonts w:hint="cs"/>
          <w:rtl/>
        </w:rPr>
        <w:t>ه</w:t>
      </w:r>
      <w:r w:rsidRPr="00813150">
        <w:rPr>
          <w:rStyle w:val="libArabicChar"/>
          <w:rtl/>
        </w:rPr>
        <w:t xml:space="preserve"> </w:t>
      </w:r>
      <w:r w:rsidRPr="00813150">
        <w:rPr>
          <w:rStyle w:val="libArabicChar"/>
          <w:rFonts w:hint="cs"/>
          <w:rtl/>
        </w:rPr>
        <w:t>مطمئن</w:t>
      </w:r>
      <w:r w:rsidRPr="00813150">
        <w:rPr>
          <w:rStyle w:val="libArabicChar"/>
          <w:rtl/>
        </w:rPr>
        <w:t xml:space="preserve"> </w:t>
      </w:r>
      <w:r w:rsidRPr="00813150">
        <w:rPr>
          <w:rStyle w:val="libArabicChar"/>
          <w:rFonts w:hint="cs"/>
          <w:rtl/>
        </w:rPr>
        <w:t>بالايمان</w:t>
      </w:r>
      <w:r w:rsidRPr="00813150">
        <w:rPr>
          <w:rStyle w:val="libArabicChar"/>
          <w:rtl/>
        </w:rPr>
        <w:t>''</w:t>
      </w:r>
    </w:p>
    <w:p w:rsidR="001F628F" w:rsidRDefault="001F628F" w:rsidP="00813150">
      <w:pPr>
        <w:pStyle w:val="libNormal"/>
        <w:rPr>
          <w:rtl/>
        </w:rPr>
      </w:pPr>
      <w:r>
        <w:rPr>
          <w:rFonts w:hint="eastAsia"/>
          <w:rtl/>
        </w:rPr>
        <w:t>اجبار</w:t>
      </w:r>
      <w:r>
        <w:rPr>
          <w:rtl/>
        </w:rPr>
        <w:t>:</w:t>
      </w:r>
      <w:r>
        <w:rPr>
          <w:rFonts w:hint="eastAsia"/>
          <w:rtl/>
        </w:rPr>
        <w:t>اجبار</w:t>
      </w:r>
      <w:r>
        <w:rPr>
          <w:rtl/>
        </w:rPr>
        <w:t xml:space="preserve"> كے آثار 10</w:t>
      </w:r>
    </w:p>
    <w:p w:rsidR="001F628F" w:rsidRDefault="001F628F" w:rsidP="00813150">
      <w:pPr>
        <w:pStyle w:val="libNormal"/>
        <w:rPr>
          <w:rtl/>
        </w:rPr>
      </w:pPr>
      <w:r>
        <w:rPr>
          <w:rFonts w:hint="eastAsia"/>
          <w:rtl/>
        </w:rPr>
        <w:t>احكام</w:t>
      </w:r>
      <w:r>
        <w:rPr>
          <w:rtl/>
        </w:rPr>
        <w:t>:</w:t>
      </w:r>
      <w:r>
        <w:rPr>
          <w:rFonts w:hint="eastAsia"/>
          <w:rtl/>
        </w:rPr>
        <w:t>احكام</w:t>
      </w:r>
      <w:r>
        <w:rPr>
          <w:rtl/>
        </w:rPr>
        <w:t xml:space="preserve"> ثانوي3،10،19</w:t>
      </w:r>
    </w:p>
    <w:p w:rsidR="001F628F" w:rsidRDefault="001F628F" w:rsidP="00813150">
      <w:pPr>
        <w:pStyle w:val="libNormal"/>
        <w:rPr>
          <w:rtl/>
        </w:rPr>
      </w:pPr>
      <w:r>
        <w:rPr>
          <w:rFonts w:hint="eastAsia"/>
          <w:rtl/>
        </w:rPr>
        <w:t>ارتداد</w:t>
      </w:r>
      <w:r>
        <w:rPr>
          <w:rtl/>
        </w:rPr>
        <w:t>:</w:t>
      </w:r>
      <w:r>
        <w:rPr>
          <w:rFonts w:hint="eastAsia"/>
          <w:rtl/>
        </w:rPr>
        <w:t>ارتداد</w:t>
      </w:r>
      <w:r>
        <w:rPr>
          <w:rtl/>
        </w:rPr>
        <w:t xml:space="preserve"> كا مفہوم 8; ارتداد كے آثار 1</w:t>
      </w:r>
    </w:p>
    <w:p w:rsidR="001F628F" w:rsidRDefault="001F628F" w:rsidP="00813150">
      <w:pPr>
        <w:pStyle w:val="libNormal"/>
        <w:rPr>
          <w:rtl/>
        </w:rPr>
      </w:pPr>
      <w:r>
        <w:rPr>
          <w:rFonts w:hint="eastAsia"/>
          <w:rtl/>
        </w:rPr>
        <w:t>اسلام</w:t>
      </w:r>
      <w:r>
        <w:rPr>
          <w:rtl/>
        </w:rPr>
        <w:t>:</w:t>
      </w:r>
      <w:r>
        <w:rPr>
          <w:rFonts w:hint="eastAsia"/>
          <w:rtl/>
        </w:rPr>
        <w:t>اسلام</w:t>
      </w:r>
      <w:r>
        <w:rPr>
          <w:rtl/>
        </w:rPr>
        <w:t xml:space="preserve"> كى انعطاف پذيرى 12; اسلام كى حقيقت 11; اسلام كے خصوصيات 12; صدر اسلام كى تاريخ 4</w:t>
      </w:r>
    </w:p>
    <w:p w:rsidR="001F628F" w:rsidRDefault="001F628F" w:rsidP="00813150">
      <w:pPr>
        <w:pStyle w:val="libNormal"/>
        <w:rPr>
          <w:rtl/>
        </w:rPr>
      </w:pPr>
      <w:r>
        <w:rPr>
          <w:rFonts w:hint="eastAsia"/>
          <w:rtl/>
        </w:rPr>
        <w:t>اطمينان</w:t>
      </w:r>
      <w:r>
        <w:rPr>
          <w:rtl/>
        </w:rPr>
        <w:t>:</w:t>
      </w:r>
      <w:r>
        <w:rPr>
          <w:rFonts w:hint="eastAsia"/>
          <w:rtl/>
        </w:rPr>
        <w:t>اطمينان</w:t>
      </w:r>
      <w:r>
        <w:rPr>
          <w:rtl/>
        </w:rPr>
        <w:t xml:space="preserve"> قلب سے مراد16</w:t>
      </w:r>
    </w:p>
    <w:p w:rsidR="001F628F" w:rsidRDefault="001F628F" w:rsidP="00813150">
      <w:pPr>
        <w:pStyle w:val="libNormal"/>
        <w:rPr>
          <w:rtl/>
        </w:rPr>
      </w:pPr>
      <w:r>
        <w:rPr>
          <w:rFonts w:hint="eastAsia"/>
          <w:rtl/>
        </w:rPr>
        <w:t>اكراہ</w:t>
      </w:r>
      <w:r>
        <w:rPr>
          <w:rtl/>
        </w:rPr>
        <w:t>:</w:t>
      </w:r>
      <w:r>
        <w:rPr>
          <w:rFonts w:hint="eastAsia"/>
          <w:rtl/>
        </w:rPr>
        <w:t>اكراہ</w:t>
      </w:r>
      <w:r>
        <w:rPr>
          <w:rtl/>
        </w:rPr>
        <w:t xml:space="preserve"> كے آثار 10</w:t>
      </w:r>
    </w:p>
    <w:p w:rsidR="001F628F" w:rsidRDefault="001F628F" w:rsidP="00813150">
      <w:pPr>
        <w:pStyle w:val="libNormal"/>
        <w:rPr>
          <w:rtl/>
        </w:rPr>
      </w:pPr>
      <w:r>
        <w:rPr>
          <w:rFonts w:hint="eastAsia"/>
          <w:rtl/>
        </w:rPr>
        <w:t>الله</w:t>
      </w:r>
      <w:r>
        <w:rPr>
          <w:rtl/>
        </w:rPr>
        <w:t xml:space="preserve"> تعالي:</w:t>
      </w:r>
      <w:r>
        <w:rPr>
          <w:rFonts w:hint="eastAsia"/>
          <w:rtl/>
        </w:rPr>
        <w:t>الله</w:t>
      </w:r>
      <w:r>
        <w:rPr>
          <w:rtl/>
        </w:rPr>
        <w:t xml:space="preserve"> تعالى كے غضب كى علامات 15; الله تعالى كے غضب كے اسباب1</w:t>
      </w:r>
    </w:p>
    <w:p w:rsidR="001F628F" w:rsidRDefault="001F628F" w:rsidP="00813150">
      <w:pPr>
        <w:pStyle w:val="libNormal"/>
        <w:rPr>
          <w:rtl/>
        </w:rPr>
      </w:pPr>
      <w:r>
        <w:rPr>
          <w:rFonts w:hint="eastAsia"/>
          <w:rtl/>
        </w:rPr>
        <w:t>ايمان</w:t>
      </w:r>
      <w:r>
        <w:rPr>
          <w:rtl/>
        </w:rPr>
        <w:t>:</w:t>
      </w:r>
      <w:r>
        <w:rPr>
          <w:rFonts w:hint="eastAsia"/>
          <w:rtl/>
        </w:rPr>
        <w:t>ايمان</w:t>
      </w:r>
      <w:r>
        <w:rPr>
          <w:rtl/>
        </w:rPr>
        <w:t xml:space="preserve"> كا معيار 5;ايمان مي</w:t>
      </w:r>
      <w:r w:rsidR="00083993">
        <w:rPr>
          <w:rtl/>
        </w:rPr>
        <w:t xml:space="preserve">ں </w:t>
      </w:r>
      <w:r>
        <w:rPr>
          <w:rtl/>
        </w:rPr>
        <w:t>ثابت قدم رہنے كى اہميت2; قلب ايمان كى اہميت11</w:t>
      </w:r>
    </w:p>
    <w:p w:rsidR="001F628F" w:rsidRDefault="001F628F" w:rsidP="00813150">
      <w:pPr>
        <w:pStyle w:val="libNormal"/>
        <w:rPr>
          <w:rtl/>
        </w:rPr>
      </w:pPr>
      <w:r>
        <w:rPr>
          <w:rFonts w:hint="eastAsia"/>
          <w:rtl/>
        </w:rPr>
        <w:t>تقيّہ</w:t>
      </w:r>
      <w:r>
        <w:rPr>
          <w:rtl/>
        </w:rPr>
        <w:t>:</w:t>
      </w:r>
      <w:r>
        <w:rPr>
          <w:rFonts w:hint="eastAsia"/>
          <w:rtl/>
        </w:rPr>
        <w:t>تقيّہ</w:t>
      </w:r>
      <w:r>
        <w:rPr>
          <w:rtl/>
        </w:rPr>
        <w:t xml:space="preserve"> كى اہميت 8; تقيّہ كے احكام 3،9;جائز تقيّہ 3; ممنوع تقيّہ 9</w:t>
      </w:r>
    </w:p>
    <w:p w:rsidR="001F628F" w:rsidRDefault="001F628F" w:rsidP="00813150">
      <w:pPr>
        <w:pStyle w:val="libNormal"/>
        <w:rPr>
          <w:rtl/>
        </w:rPr>
      </w:pPr>
      <w:r>
        <w:rPr>
          <w:rFonts w:hint="eastAsia"/>
          <w:rtl/>
        </w:rPr>
        <w:t>دين</w:t>
      </w:r>
      <w:r>
        <w:rPr>
          <w:rtl/>
        </w:rPr>
        <w:t>:</w:t>
      </w:r>
      <w:r>
        <w:rPr>
          <w:rFonts w:hint="eastAsia"/>
          <w:rtl/>
        </w:rPr>
        <w:t>دين</w:t>
      </w:r>
      <w:r>
        <w:rPr>
          <w:rtl/>
        </w:rPr>
        <w:t xml:space="preserve"> مي</w:t>
      </w:r>
      <w:r w:rsidR="00083993">
        <w:rPr>
          <w:rtl/>
        </w:rPr>
        <w:t xml:space="preserve">ں </w:t>
      </w:r>
      <w:r>
        <w:rPr>
          <w:rtl/>
        </w:rPr>
        <w:t>جبركى نفى 19</w:t>
      </w:r>
    </w:p>
    <w:p w:rsidR="001F628F" w:rsidRDefault="001F628F" w:rsidP="001F628F">
      <w:pPr>
        <w:pStyle w:val="libNormal"/>
        <w:rPr>
          <w:rtl/>
        </w:rPr>
      </w:pPr>
      <w:r>
        <w:rPr>
          <w:rFonts w:hint="eastAsia"/>
          <w:rtl/>
        </w:rPr>
        <w:t>روايت</w:t>
      </w:r>
      <w:r>
        <w:rPr>
          <w:rtl/>
        </w:rPr>
        <w:t>:16،17،18،19</w:t>
      </w:r>
    </w:p>
    <w:p w:rsidR="001F628F" w:rsidRDefault="001F628F" w:rsidP="00813150">
      <w:pPr>
        <w:pStyle w:val="libNormal"/>
        <w:rPr>
          <w:rtl/>
        </w:rPr>
      </w:pPr>
      <w:r>
        <w:rPr>
          <w:rFonts w:hint="eastAsia"/>
          <w:rtl/>
        </w:rPr>
        <w:t>شرعى</w:t>
      </w:r>
      <w:r>
        <w:rPr>
          <w:rtl/>
        </w:rPr>
        <w:t xml:space="preserve"> ذمہ داري:</w:t>
      </w:r>
      <w:r>
        <w:rPr>
          <w:rFonts w:hint="eastAsia"/>
          <w:rtl/>
        </w:rPr>
        <w:t>شرعى</w:t>
      </w:r>
      <w:r>
        <w:rPr>
          <w:rtl/>
        </w:rPr>
        <w:t xml:space="preserve"> ذّمہ دارى كے رفع كے اسباب 10</w:t>
      </w:r>
    </w:p>
    <w:p w:rsidR="001F628F" w:rsidRDefault="00B84D3B" w:rsidP="00B84D3B">
      <w:pPr>
        <w:pStyle w:val="libLine"/>
        <w:rPr>
          <w:rtl/>
        </w:rPr>
      </w:pPr>
      <w:r>
        <w:rPr>
          <w:rtl/>
        </w:rPr>
        <w:t>____________________</w:t>
      </w:r>
    </w:p>
    <w:p w:rsidR="001F628F" w:rsidRDefault="001F628F" w:rsidP="00813150">
      <w:pPr>
        <w:pStyle w:val="libFootnote"/>
        <w:rPr>
          <w:rtl/>
        </w:rPr>
      </w:pPr>
      <w:r>
        <w:rPr>
          <w:rtl/>
        </w:rPr>
        <w:t>1) كافى ، ح2 ، ص462،ح1 ،نورالثقلين ، ج3، ص89، ح 239 _</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عذاب</w:t>
      </w:r>
      <w:r>
        <w:rPr>
          <w:rtl/>
        </w:rPr>
        <w:t>:</w:t>
      </w:r>
      <w:r>
        <w:rPr>
          <w:rFonts w:hint="eastAsia"/>
          <w:rtl/>
        </w:rPr>
        <w:t>اہل</w:t>
      </w:r>
      <w:r>
        <w:rPr>
          <w:rtl/>
        </w:rPr>
        <w:t xml:space="preserve"> عذاب14;عذاب كے مراتب 14; عظيم عذاب 14، 15</w:t>
      </w:r>
    </w:p>
    <w:p w:rsidR="001F628F" w:rsidRDefault="001F628F" w:rsidP="00813150">
      <w:pPr>
        <w:pStyle w:val="libNormal"/>
        <w:rPr>
          <w:rtl/>
        </w:rPr>
      </w:pPr>
      <w:r>
        <w:rPr>
          <w:rFonts w:hint="eastAsia"/>
          <w:rtl/>
        </w:rPr>
        <w:t>عقيدہ</w:t>
      </w:r>
      <w:r>
        <w:rPr>
          <w:rtl/>
        </w:rPr>
        <w:t>:</w:t>
      </w:r>
      <w:r>
        <w:rPr>
          <w:rFonts w:hint="eastAsia"/>
          <w:rtl/>
        </w:rPr>
        <w:t>عقيدہ</w:t>
      </w:r>
      <w:r>
        <w:rPr>
          <w:rtl/>
        </w:rPr>
        <w:t xml:space="preserve"> كے آثار</w:t>
      </w:r>
    </w:p>
    <w:p w:rsidR="001F628F" w:rsidRDefault="001F628F" w:rsidP="00813150">
      <w:pPr>
        <w:pStyle w:val="libNormal"/>
        <w:rPr>
          <w:rtl/>
        </w:rPr>
      </w:pPr>
      <w:r>
        <w:rPr>
          <w:rFonts w:hint="eastAsia"/>
          <w:rtl/>
        </w:rPr>
        <w:t>عمار</w:t>
      </w:r>
      <w:r>
        <w:rPr>
          <w:rtl/>
        </w:rPr>
        <w:t xml:space="preserve"> ياسر:</w:t>
      </w:r>
      <w:r>
        <w:rPr>
          <w:rFonts w:hint="eastAsia"/>
          <w:rtl/>
        </w:rPr>
        <w:t>عمار</w:t>
      </w:r>
      <w:r>
        <w:rPr>
          <w:rtl/>
        </w:rPr>
        <w:t xml:space="preserve"> ياسركا ايمان 3; عمّار ياسر كا تقيّہ 4; عمار ياسر كا جبرى كفر 4</w:t>
      </w:r>
    </w:p>
    <w:p w:rsidR="001F628F" w:rsidRDefault="001F628F" w:rsidP="00813150">
      <w:pPr>
        <w:pStyle w:val="libNormal"/>
        <w:rPr>
          <w:rtl/>
        </w:rPr>
      </w:pPr>
      <w:r>
        <w:rPr>
          <w:rFonts w:hint="eastAsia"/>
          <w:rtl/>
        </w:rPr>
        <w:t>كفار</w:t>
      </w:r>
      <w:r>
        <w:rPr>
          <w:rtl/>
        </w:rPr>
        <w:t>:</w:t>
      </w:r>
      <w:r>
        <w:rPr>
          <w:rFonts w:hint="eastAsia"/>
          <w:rtl/>
        </w:rPr>
        <w:t>صدر</w:t>
      </w:r>
      <w:r>
        <w:rPr>
          <w:rtl/>
        </w:rPr>
        <w:t xml:space="preserve"> اسلام كے كفار كى دھمكيو</w:t>
      </w:r>
      <w:r w:rsidR="00083993">
        <w:rPr>
          <w:rtl/>
        </w:rPr>
        <w:t xml:space="preserve">ں </w:t>
      </w:r>
      <w:r>
        <w:rPr>
          <w:rtl/>
        </w:rPr>
        <w:t>كے آثار 4</w:t>
      </w:r>
    </w:p>
    <w:p w:rsidR="001F628F" w:rsidRDefault="001F628F" w:rsidP="00813150">
      <w:pPr>
        <w:pStyle w:val="libNormal"/>
        <w:rPr>
          <w:rtl/>
        </w:rPr>
      </w:pPr>
      <w:r>
        <w:rPr>
          <w:rFonts w:hint="eastAsia"/>
          <w:rtl/>
        </w:rPr>
        <w:t>كفر</w:t>
      </w:r>
      <w:r>
        <w:rPr>
          <w:rtl/>
        </w:rPr>
        <w:t>:</w:t>
      </w:r>
      <w:r>
        <w:rPr>
          <w:rFonts w:hint="eastAsia"/>
          <w:rtl/>
        </w:rPr>
        <w:t>كفر</w:t>
      </w:r>
      <w:r>
        <w:rPr>
          <w:rtl/>
        </w:rPr>
        <w:t xml:space="preserve"> كا زبانى اظہار 3،6،9;كفر كا معيار5; كفر كى حقيقت 11; كفر كى طرف تشويق9</w:t>
      </w:r>
    </w:p>
    <w:p w:rsidR="001F628F" w:rsidRDefault="001F628F" w:rsidP="00813150">
      <w:pPr>
        <w:pStyle w:val="libNormal"/>
        <w:rPr>
          <w:rtl/>
        </w:rPr>
      </w:pPr>
      <w:r>
        <w:rPr>
          <w:rFonts w:hint="eastAsia"/>
          <w:rtl/>
        </w:rPr>
        <w:t>مجبور</w:t>
      </w:r>
      <w:r>
        <w:rPr>
          <w:rtl/>
        </w:rPr>
        <w:t>:</w:t>
      </w:r>
      <w:r>
        <w:rPr>
          <w:rFonts w:hint="eastAsia"/>
          <w:rtl/>
        </w:rPr>
        <w:t>مجبور</w:t>
      </w:r>
      <w:r>
        <w:rPr>
          <w:rtl/>
        </w:rPr>
        <w:t xml:space="preserve"> انسان كے احكام 19</w:t>
      </w:r>
    </w:p>
    <w:p w:rsidR="001F628F" w:rsidRDefault="001F628F" w:rsidP="00813150">
      <w:pPr>
        <w:pStyle w:val="libNormal"/>
        <w:rPr>
          <w:rtl/>
        </w:rPr>
      </w:pPr>
      <w:r>
        <w:rPr>
          <w:rFonts w:hint="eastAsia"/>
          <w:rtl/>
        </w:rPr>
        <w:t>مؤمنين</w:t>
      </w:r>
      <w:r>
        <w:rPr>
          <w:rtl/>
        </w:rPr>
        <w:t>:</w:t>
      </w:r>
      <w:r>
        <w:rPr>
          <w:rFonts w:hint="eastAsia"/>
          <w:rtl/>
        </w:rPr>
        <w:t>مؤمنين</w:t>
      </w:r>
      <w:r>
        <w:rPr>
          <w:rtl/>
        </w:rPr>
        <w:t xml:space="preserve"> كا اطمينان 7; مؤمنين كا منزّہ ہونا 7</w:t>
      </w:r>
    </w:p>
    <w:p w:rsidR="001F628F" w:rsidRDefault="001F628F" w:rsidP="00813150">
      <w:pPr>
        <w:pStyle w:val="libNormal"/>
        <w:rPr>
          <w:rtl/>
        </w:rPr>
      </w:pPr>
      <w:r>
        <w:rPr>
          <w:rFonts w:hint="eastAsia"/>
          <w:rtl/>
        </w:rPr>
        <w:t>مرتد</w:t>
      </w:r>
      <w:r>
        <w:rPr>
          <w:rtl/>
        </w:rPr>
        <w:t>:</w:t>
      </w:r>
      <w:r>
        <w:rPr>
          <w:rFonts w:hint="eastAsia"/>
          <w:rtl/>
        </w:rPr>
        <w:t>مرتدو</w:t>
      </w:r>
      <w:r w:rsidR="00083993">
        <w:rPr>
          <w:rFonts w:hint="eastAsia"/>
          <w:rtl/>
        </w:rPr>
        <w:t xml:space="preserve">ں </w:t>
      </w:r>
      <w:r>
        <w:rPr>
          <w:rtl/>
        </w:rPr>
        <w:t>پر غضب 13; مرتدو</w:t>
      </w:r>
      <w:r w:rsidR="00083993">
        <w:rPr>
          <w:rtl/>
        </w:rPr>
        <w:t xml:space="preserve">ں </w:t>
      </w:r>
      <w:r>
        <w:rPr>
          <w:rtl/>
        </w:rPr>
        <w:t>كا عذاب14</w:t>
      </w:r>
    </w:p>
    <w:p w:rsidR="001F628F" w:rsidRDefault="001F628F" w:rsidP="00813150">
      <w:pPr>
        <w:pStyle w:val="libNormal"/>
        <w:rPr>
          <w:rtl/>
        </w:rPr>
      </w:pPr>
      <w:r>
        <w:rPr>
          <w:rFonts w:hint="eastAsia"/>
          <w:rtl/>
        </w:rPr>
        <w:t>مسلمان</w:t>
      </w:r>
      <w:r>
        <w:rPr>
          <w:rtl/>
        </w:rPr>
        <w:t>:</w:t>
      </w:r>
      <w:r>
        <w:rPr>
          <w:rFonts w:hint="eastAsia"/>
          <w:rtl/>
        </w:rPr>
        <w:t>صدراسلام</w:t>
      </w:r>
      <w:r>
        <w:rPr>
          <w:rtl/>
        </w:rPr>
        <w:t xml:space="preserve"> كے مسلمانو</w:t>
      </w:r>
      <w:r w:rsidR="00083993">
        <w:rPr>
          <w:rtl/>
        </w:rPr>
        <w:t xml:space="preserve">ں </w:t>
      </w:r>
      <w:r>
        <w:rPr>
          <w:rtl/>
        </w:rPr>
        <w:t>كا زبانى طور پر كفر كا اظہار 4</w:t>
      </w:r>
    </w:p>
    <w:p w:rsidR="001F628F" w:rsidRDefault="001F628F" w:rsidP="001F628F">
      <w:pPr>
        <w:pStyle w:val="libNormal"/>
        <w:rPr>
          <w:rtl/>
        </w:rPr>
      </w:pPr>
      <w:r>
        <w:rPr>
          <w:rFonts w:hint="eastAsia"/>
          <w:rtl/>
        </w:rPr>
        <w:t>مغضوب</w:t>
      </w:r>
      <w:r>
        <w:rPr>
          <w:rtl/>
        </w:rPr>
        <w:t xml:space="preserve"> خدا:13</w:t>
      </w:r>
    </w:p>
    <w:p w:rsidR="001F628F" w:rsidRDefault="001F628F" w:rsidP="00813150">
      <w:pPr>
        <w:pStyle w:val="libNormal"/>
        <w:rPr>
          <w:rtl/>
        </w:rPr>
      </w:pPr>
      <w:r>
        <w:rPr>
          <w:rFonts w:hint="eastAsia"/>
          <w:rtl/>
        </w:rPr>
        <w:t>ميلانات</w:t>
      </w:r>
      <w:r>
        <w:rPr>
          <w:rtl/>
        </w:rPr>
        <w:t>:</w:t>
      </w:r>
      <w:r>
        <w:rPr>
          <w:rFonts w:hint="eastAsia"/>
          <w:rtl/>
        </w:rPr>
        <w:t>كفر</w:t>
      </w:r>
      <w:r>
        <w:rPr>
          <w:rtl/>
        </w:rPr>
        <w:t xml:space="preserve"> كى طرف ميلان ورجحان1</w:t>
      </w:r>
    </w:p>
    <w:p w:rsidR="001F628F" w:rsidRPr="00120F63" w:rsidRDefault="00813150" w:rsidP="00813150">
      <w:pPr>
        <w:pStyle w:val="Heading2Center"/>
        <w:rPr>
          <w:rtl/>
        </w:rPr>
      </w:pPr>
      <w:bookmarkStart w:id="253" w:name="_Toc28081931"/>
      <w:r>
        <w:rPr>
          <w:rFonts w:hint="cs"/>
          <w:rtl/>
        </w:rPr>
        <w:t xml:space="preserve">آیت </w:t>
      </w:r>
      <w:r w:rsidRPr="00120F63">
        <w:rPr>
          <w:rFonts w:hint="cs"/>
          <w:rtl/>
        </w:rPr>
        <w:t>107</w:t>
      </w:r>
      <w:bookmarkEnd w:id="253"/>
    </w:p>
    <w:p w:rsidR="001F628F" w:rsidRDefault="00E260F9" w:rsidP="00813150">
      <w:pPr>
        <w:pStyle w:val="libNormal"/>
        <w:rPr>
          <w:rtl/>
        </w:rPr>
      </w:pPr>
      <w:r w:rsidRPr="00E260F9">
        <w:rPr>
          <w:rStyle w:val="libAlaemChar"/>
          <w:rFonts w:hint="eastAsia"/>
          <w:rtl/>
        </w:rPr>
        <w:t>(</w:t>
      </w:r>
      <w:r w:rsidRPr="00813150">
        <w:rPr>
          <w:rStyle w:val="libAieChar"/>
          <w:rFonts w:hint="eastAsia"/>
          <w:rtl/>
        </w:rPr>
        <w:t>ذَلِكَ</w:t>
      </w:r>
      <w:r w:rsidRPr="00813150">
        <w:rPr>
          <w:rStyle w:val="libAieChar"/>
          <w:rtl/>
        </w:rPr>
        <w:t xml:space="preserve"> بِأَنَّهُمُ اسْتَحَبُّواْ الْحَيَاةَ الْدُّنْيَا عَلَى الآخِرَةِ وَأَنَّ اللّهَ لاَ يَهْدِي الْقَوْمَ الْكَافِرِينَ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اس لئے كہ ان لوگو</w:t>
      </w:r>
      <w:r w:rsidR="00083993">
        <w:rPr>
          <w:rtl/>
        </w:rPr>
        <w:t xml:space="preserve">ں </w:t>
      </w:r>
      <w:r>
        <w:rPr>
          <w:rtl/>
        </w:rPr>
        <w:t>نے زندگانى دنيا كو آخرت پر مقدم كيا ہے اور اللہ ظالم قومو</w:t>
      </w:r>
      <w:r w:rsidR="00083993">
        <w:rPr>
          <w:rtl/>
        </w:rPr>
        <w:t xml:space="preserve">ں </w:t>
      </w:r>
      <w:r>
        <w:rPr>
          <w:rtl/>
        </w:rPr>
        <w:t>كو ہرگز ہدايت نہي</w:t>
      </w:r>
      <w:r w:rsidR="00083993">
        <w:rPr>
          <w:rtl/>
        </w:rPr>
        <w:t xml:space="preserve">ں </w:t>
      </w:r>
      <w:r>
        <w:rPr>
          <w:rtl/>
        </w:rPr>
        <w:t>ديتا ہے_</w:t>
      </w:r>
    </w:p>
    <w:p w:rsidR="001F628F" w:rsidRDefault="001F628F" w:rsidP="001F628F">
      <w:pPr>
        <w:pStyle w:val="libNormal"/>
        <w:rPr>
          <w:rtl/>
        </w:rPr>
      </w:pPr>
      <w:r>
        <w:rPr>
          <w:rtl/>
        </w:rPr>
        <w:t>1_ ارتداد اور كفر كى طرف ميلان كا اصل سرچشمہ ، آخرت كى زندگى پر دنياوى زندگى كو ترجيح دينا ہے _</w:t>
      </w:r>
    </w:p>
    <w:p w:rsidR="00813150" w:rsidRDefault="001E7F9D" w:rsidP="00F73EDE">
      <w:pPr>
        <w:pStyle w:val="libPoemTini"/>
        <w:rPr>
          <w:rtl/>
        </w:rPr>
      </w:pPr>
      <w:r>
        <w:rPr>
          <w:rtl/>
        </w:rPr>
        <w:cr/>
      </w:r>
      <w:r>
        <w:rPr>
          <w:rtl/>
        </w:rPr>
        <w:br w:type="page"/>
      </w:r>
    </w:p>
    <w:p w:rsidR="001F628F" w:rsidRDefault="001F628F" w:rsidP="00813150">
      <w:pPr>
        <w:pStyle w:val="libArabic"/>
        <w:rPr>
          <w:rtl/>
        </w:rPr>
      </w:pPr>
      <w:r>
        <w:rPr>
          <w:rFonts w:hint="eastAsia"/>
          <w:rtl/>
        </w:rPr>
        <w:lastRenderedPageBreak/>
        <w:t>من</w:t>
      </w:r>
      <w:r>
        <w:rPr>
          <w:rtl/>
        </w:rPr>
        <w:t xml:space="preserve"> كفر بالله من بعد ايم</w:t>
      </w:r>
      <w:r w:rsidR="00D97234">
        <w:rPr>
          <w:rFonts w:hint="cs"/>
          <w:rtl/>
        </w:rPr>
        <w:t>ا</w:t>
      </w:r>
      <w:r>
        <w:rPr>
          <w:rtl/>
        </w:rPr>
        <w:t>ن</w:t>
      </w:r>
      <w:r w:rsidR="00120F63" w:rsidRPr="00ED5DE8">
        <w:rPr>
          <w:rFonts w:hint="cs"/>
          <w:rtl/>
        </w:rPr>
        <w:t>ه</w:t>
      </w:r>
      <w:r>
        <w:rPr>
          <w:rtl/>
        </w:rPr>
        <w:t xml:space="preserve"> ...</w:t>
      </w:r>
      <w:r>
        <w:rPr>
          <w:rFonts w:hint="cs"/>
          <w:rtl/>
        </w:rPr>
        <w:t>ذلك</w:t>
      </w:r>
      <w:r>
        <w:rPr>
          <w:rtl/>
        </w:rPr>
        <w:t xml:space="preserve"> </w:t>
      </w:r>
      <w:r>
        <w:rPr>
          <w:rFonts w:hint="cs"/>
          <w:rtl/>
        </w:rPr>
        <w:t>بان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الحىاة </w:t>
      </w:r>
      <w:r>
        <w:rPr>
          <w:rFonts w:hint="cs"/>
          <w:rtl/>
        </w:rPr>
        <w:t>الدنيا</w:t>
      </w:r>
      <w:r>
        <w:rPr>
          <w:rtl/>
        </w:rPr>
        <w:t xml:space="preserve"> </w:t>
      </w:r>
      <w:r>
        <w:rPr>
          <w:rFonts w:hint="cs"/>
          <w:rtl/>
        </w:rPr>
        <w:t>على</w:t>
      </w:r>
      <w:r>
        <w:rPr>
          <w:rtl/>
        </w:rPr>
        <w:t xml:space="preserve"> </w:t>
      </w:r>
      <w:r>
        <w:rPr>
          <w:rFonts w:hint="cs"/>
          <w:rtl/>
        </w:rPr>
        <w:t>ا</w:t>
      </w:r>
      <w:r>
        <w:rPr>
          <w:rtl/>
        </w:rPr>
        <w:t>لاخرة</w:t>
      </w:r>
    </w:p>
    <w:p w:rsidR="001F628F" w:rsidRDefault="001F628F" w:rsidP="001F628F">
      <w:pPr>
        <w:pStyle w:val="libNormal"/>
        <w:rPr>
          <w:rtl/>
        </w:rPr>
      </w:pPr>
      <w:r>
        <w:rPr>
          <w:rFonts w:hint="eastAsia"/>
          <w:rtl/>
        </w:rPr>
        <w:t>جملہ</w:t>
      </w:r>
      <w:r>
        <w:rPr>
          <w:rtl/>
        </w:rPr>
        <w:t xml:space="preserve"> ''ذلك بانّہم ...'' ما قبل آيت كے ليے علّت كے مقام پر ہے اور ''ذلك'' كا ايمان كے بعد كفر اور ارتداد كى طرف اشارہ ہے_</w:t>
      </w:r>
    </w:p>
    <w:p w:rsidR="001F628F" w:rsidRPr="00813150" w:rsidRDefault="001F628F" w:rsidP="00813150">
      <w:pPr>
        <w:pStyle w:val="libNormal"/>
        <w:rPr>
          <w:rStyle w:val="libArabicChar"/>
          <w:rtl/>
        </w:rPr>
      </w:pPr>
      <w:r>
        <w:rPr>
          <w:rtl/>
        </w:rPr>
        <w:t>2_ ارتداد كے مادى اسباب ہي</w:t>
      </w:r>
      <w:r w:rsidR="00083993">
        <w:rPr>
          <w:rtl/>
        </w:rPr>
        <w:t xml:space="preserve">ں </w:t>
      </w:r>
      <w:r>
        <w:rPr>
          <w:rtl/>
        </w:rPr>
        <w:t>نہ كہ عقلى اور حقيقى دلائل_</w:t>
      </w:r>
      <w:r w:rsidRPr="00813150">
        <w:rPr>
          <w:rStyle w:val="libArabicChar"/>
          <w:rFonts w:hint="eastAsia"/>
          <w:rtl/>
        </w:rPr>
        <w:t>من</w:t>
      </w:r>
      <w:r w:rsidRPr="00813150">
        <w:rPr>
          <w:rStyle w:val="libArabicChar"/>
          <w:rtl/>
        </w:rPr>
        <w:t xml:space="preserve"> كفر بالله من بعد ايم</w:t>
      </w:r>
      <w:r w:rsidR="00D97234">
        <w:rPr>
          <w:rStyle w:val="libArabicChar"/>
          <w:rFonts w:hint="cs"/>
          <w:rtl/>
        </w:rPr>
        <w:t>ا</w:t>
      </w:r>
      <w:r w:rsidRPr="00813150">
        <w:rPr>
          <w:rStyle w:val="libArabicChar"/>
          <w:rtl/>
        </w:rPr>
        <w:t>ن</w:t>
      </w:r>
      <w:r w:rsidR="00120F63" w:rsidRPr="00B2551F">
        <w:rPr>
          <w:rStyle w:val="libArabicChar"/>
          <w:rFonts w:hint="cs"/>
          <w:rtl/>
        </w:rPr>
        <w:t>ه</w:t>
      </w:r>
      <w:r w:rsidRPr="00813150">
        <w:rPr>
          <w:rStyle w:val="libArabicChar"/>
          <w:rtl/>
        </w:rPr>
        <w:t xml:space="preserve"> ...</w:t>
      </w:r>
      <w:r w:rsidRPr="00813150">
        <w:rPr>
          <w:rStyle w:val="libArabicChar"/>
          <w:rFonts w:hint="cs"/>
          <w:rtl/>
        </w:rPr>
        <w:t>ذلك</w:t>
      </w:r>
      <w:r w:rsidRPr="00813150">
        <w:rPr>
          <w:rStyle w:val="libArabicChar"/>
          <w:rtl/>
        </w:rPr>
        <w:t xml:space="preserve"> </w:t>
      </w:r>
      <w:r w:rsidRPr="00813150">
        <w:rPr>
          <w:rStyle w:val="libArabicChar"/>
          <w:rFonts w:hint="cs"/>
          <w:rtl/>
        </w:rPr>
        <w:t>بان</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استحبوا</w:t>
      </w:r>
      <w:r w:rsidRPr="00813150">
        <w:rPr>
          <w:rStyle w:val="libArabicChar"/>
          <w:rtl/>
        </w:rPr>
        <w:t xml:space="preserve"> </w:t>
      </w:r>
      <w:r w:rsidR="00D97234" w:rsidRPr="00D97234">
        <w:rPr>
          <w:rStyle w:val="libArabicChar"/>
          <w:rFonts w:hint="cs"/>
          <w:rtl/>
        </w:rPr>
        <w:t xml:space="preserve">الحياة </w:t>
      </w:r>
      <w:r w:rsidRPr="00813150">
        <w:rPr>
          <w:rStyle w:val="libArabicChar"/>
          <w:rtl/>
        </w:rPr>
        <w:t xml:space="preserve"> </w:t>
      </w:r>
      <w:r w:rsidRPr="00813150">
        <w:rPr>
          <w:rStyle w:val="libArabicChar"/>
          <w:rFonts w:hint="cs"/>
          <w:rtl/>
        </w:rPr>
        <w:t>الدنيا</w:t>
      </w:r>
      <w:r w:rsidRPr="00813150">
        <w:rPr>
          <w:rStyle w:val="libArabicChar"/>
          <w:rtl/>
        </w:rPr>
        <w:t xml:space="preserve"> </w:t>
      </w:r>
      <w:r w:rsidRPr="00813150">
        <w:rPr>
          <w:rStyle w:val="libArabicChar"/>
          <w:rFonts w:hint="cs"/>
          <w:rtl/>
        </w:rPr>
        <w:t>على</w:t>
      </w:r>
      <w:r w:rsidRPr="00813150">
        <w:rPr>
          <w:rStyle w:val="libArabicChar"/>
          <w:rtl/>
        </w:rPr>
        <w:t xml:space="preserve"> </w:t>
      </w:r>
      <w:r w:rsidRPr="00813150">
        <w:rPr>
          <w:rStyle w:val="libArabicChar"/>
          <w:rFonts w:hint="cs"/>
          <w:rtl/>
        </w:rPr>
        <w:t>ا</w:t>
      </w:r>
      <w:r w:rsidRPr="00813150">
        <w:rPr>
          <w:rStyle w:val="libArabicChar"/>
          <w:rtl/>
        </w:rPr>
        <w:t xml:space="preserve"> لاخرة</w:t>
      </w:r>
    </w:p>
    <w:p w:rsidR="001F628F" w:rsidRDefault="001F628F" w:rsidP="00813150">
      <w:pPr>
        <w:pStyle w:val="libNormal"/>
        <w:rPr>
          <w:rtl/>
        </w:rPr>
      </w:pPr>
      <w:r>
        <w:rPr>
          <w:rtl/>
        </w:rPr>
        <w:t>3_ ايمان كى پابندى كا لازمہ ،دنيا اور مادى منافع سے دل نہ لگا نا ہے_</w:t>
      </w:r>
      <w:r w:rsidRPr="00813150">
        <w:rPr>
          <w:rStyle w:val="libArabicChar"/>
          <w:rFonts w:hint="eastAsia"/>
          <w:rtl/>
        </w:rPr>
        <w:t>ذلك</w:t>
      </w:r>
      <w:r w:rsidRPr="00813150">
        <w:rPr>
          <w:rStyle w:val="libArabicChar"/>
          <w:rtl/>
        </w:rPr>
        <w:t xml:space="preserve"> بان</w:t>
      </w:r>
      <w:r w:rsidR="00120F63" w:rsidRPr="00B2551F">
        <w:rPr>
          <w:rStyle w:val="libArabicChar"/>
          <w:rFonts w:hint="cs"/>
          <w:rtl/>
        </w:rPr>
        <w:t>ه</w:t>
      </w:r>
      <w:r w:rsidRPr="00813150">
        <w:rPr>
          <w:rStyle w:val="libArabicChar"/>
          <w:rFonts w:hint="cs"/>
          <w:rtl/>
        </w:rPr>
        <w:t>م</w:t>
      </w:r>
      <w:r w:rsidRPr="00813150">
        <w:rPr>
          <w:rStyle w:val="libArabicChar"/>
          <w:rtl/>
        </w:rPr>
        <w:t xml:space="preserve"> </w:t>
      </w:r>
      <w:r w:rsidRPr="00813150">
        <w:rPr>
          <w:rStyle w:val="libArabicChar"/>
          <w:rFonts w:hint="cs"/>
          <w:rtl/>
        </w:rPr>
        <w:t>استحبوا</w:t>
      </w:r>
      <w:r w:rsidRPr="00813150">
        <w:rPr>
          <w:rStyle w:val="libArabicChar"/>
          <w:rtl/>
        </w:rPr>
        <w:t xml:space="preserve"> </w:t>
      </w:r>
      <w:r w:rsidR="00D97234" w:rsidRPr="00D97234">
        <w:rPr>
          <w:rStyle w:val="libArabicChar"/>
          <w:rFonts w:hint="cs"/>
          <w:rtl/>
        </w:rPr>
        <w:t xml:space="preserve">الحياة </w:t>
      </w:r>
      <w:r w:rsidRPr="00813150">
        <w:rPr>
          <w:rStyle w:val="libArabicChar"/>
          <w:rtl/>
        </w:rPr>
        <w:t xml:space="preserve"> </w:t>
      </w:r>
      <w:r w:rsidRPr="00813150">
        <w:rPr>
          <w:rStyle w:val="libArabicChar"/>
          <w:rFonts w:hint="cs"/>
          <w:rtl/>
        </w:rPr>
        <w:t>الدنيا</w:t>
      </w:r>
      <w:r w:rsidRPr="00813150">
        <w:rPr>
          <w:rStyle w:val="libArabicChar"/>
          <w:rtl/>
        </w:rPr>
        <w:t xml:space="preserve"> </w:t>
      </w:r>
      <w:r w:rsidRPr="00813150">
        <w:rPr>
          <w:rStyle w:val="libArabicChar"/>
          <w:rFonts w:hint="cs"/>
          <w:rtl/>
        </w:rPr>
        <w:t>على</w:t>
      </w:r>
      <w:r w:rsidRPr="00813150">
        <w:rPr>
          <w:rStyle w:val="libArabicChar"/>
          <w:rtl/>
        </w:rPr>
        <w:t xml:space="preserve"> الاخرة</w:t>
      </w:r>
    </w:p>
    <w:p w:rsidR="001F628F" w:rsidRDefault="001F628F" w:rsidP="001F628F">
      <w:pPr>
        <w:pStyle w:val="libNormal"/>
        <w:rPr>
          <w:rtl/>
        </w:rPr>
      </w:pPr>
      <w:r>
        <w:rPr>
          <w:rtl/>
        </w:rPr>
        <w:t>4_انسان كى دنيا سے دل لگى اور آخرت كو پس پشت ڈالنا ، غضب الہى اور اخروى عذاب كا سبب ہے_</w:t>
      </w:r>
    </w:p>
    <w:p w:rsidR="001F628F" w:rsidRDefault="001F628F" w:rsidP="00813150">
      <w:pPr>
        <w:pStyle w:val="libArabic"/>
        <w:rPr>
          <w:rtl/>
        </w:rPr>
      </w:pPr>
      <w:r>
        <w:rPr>
          <w:rFonts w:hint="eastAsia"/>
          <w:rtl/>
        </w:rPr>
        <w:t>فعلي</w:t>
      </w:r>
      <w:r w:rsidR="00120F63" w:rsidRPr="00ED5DE8">
        <w:rPr>
          <w:rFonts w:hint="cs"/>
          <w:rtl/>
        </w:rPr>
        <w:t>ه</w:t>
      </w:r>
      <w:r>
        <w:rPr>
          <w:rFonts w:hint="cs"/>
          <w:rtl/>
        </w:rPr>
        <w:t>م</w:t>
      </w:r>
      <w:r>
        <w:rPr>
          <w:rtl/>
        </w:rPr>
        <w:t xml:space="preserve"> غضب ...ذلك با 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الحياة </w:t>
      </w:r>
      <w:r>
        <w:rPr>
          <w:rtl/>
        </w:rPr>
        <w:t xml:space="preserve"> </w:t>
      </w:r>
      <w:r>
        <w:rPr>
          <w:rFonts w:hint="cs"/>
          <w:rtl/>
        </w:rPr>
        <w:t>الدنيا</w:t>
      </w:r>
      <w:r>
        <w:rPr>
          <w:rtl/>
        </w:rPr>
        <w:t xml:space="preserve"> </w:t>
      </w:r>
      <w:r>
        <w:rPr>
          <w:rFonts w:hint="cs"/>
          <w:rtl/>
        </w:rPr>
        <w:t>على</w:t>
      </w:r>
      <w:r>
        <w:rPr>
          <w:rtl/>
        </w:rPr>
        <w:t xml:space="preserve"> </w:t>
      </w:r>
      <w:r>
        <w:rPr>
          <w:rFonts w:hint="cs"/>
          <w:rtl/>
        </w:rPr>
        <w:t>ا</w:t>
      </w:r>
      <w:r>
        <w:rPr>
          <w:rtl/>
        </w:rPr>
        <w:t>لاخرة</w:t>
      </w:r>
    </w:p>
    <w:p w:rsidR="001F628F" w:rsidRDefault="001F628F" w:rsidP="001F628F">
      <w:pPr>
        <w:pStyle w:val="libNormal"/>
        <w:rPr>
          <w:rtl/>
        </w:rPr>
      </w:pPr>
      <w:r>
        <w:rPr>
          <w:rFonts w:hint="eastAsia"/>
          <w:rtl/>
        </w:rPr>
        <w:t>اس</w:t>
      </w:r>
      <w:r>
        <w:rPr>
          <w:rtl/>
        </w:rPr>
        <w:t xml:space="preserve"> بناء پر كہ ''ذلك'' ''غضب من الله ...'' كى طرف اشارہ ہو سے مذكورہ مطلب كا استفادہ ہوتا ہے _</w:t>
      </w:r>
    </w:p>
    <w:p w:rsidR="001F628F" w:rsidRDefault="001F628F" w:rsidP="001F628F">
      <w:pPr>
        <w:pStyle w:val="libNormal"/>
        <w:rPr>
          <w:rtl/>
        </w:rPr>
      </w:pPr>
      <w:r>
        <w:rPr>
          <w:rtl/>
        </w:rPr>
        <w:t>5_ آخرت كى توجہ اور اسے اہميت دينا، ايمان سے روگردانى اور كفر و ارتداد كى طرف ميلان كے ليے ركاوٹ ہے_</w:t>
      </w:r>
    </w:p>
    <w:p w:rsidR="001F628F" w:rsidRDefault="001F628F" w:rsidP="00813150">
      <w:pPr>
        <w:pStyle w:val="libArabic"/>
        <w:rPr>
          <w:rtl/>
        </w:rPr>
      </w:pPr>
      <w:r>
        <w:rPr>
          <w:rFonts w:hint="eastAsia"/>
          <w:rtl/>
        </w:rPr>
        <w:t>ذلك</w:t>
      </w:r>
      <w:r>
        <w:rPr>
          <w:rtl/>
        </w:rPr>
        <w:t xml:space="preserve"> با 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الحياة </w:t>
      </w:r>
      <w:r>
        <w:rPr>
          <w:rtl/>
        </w:rPr>
        <w:t xml:space="preserve"> </w:t>
      </w:r>
      <w:r>
        <w:rPr>
          <w:rFonts w:hint="cs"/>
          <w:rtl/>
        </w:rPr>
        <w:t>الدنيا</w:t>
      </w:r>
      <w:r>
        <w:rPr>
          <w:rtl/>
        </w:rPr>
        <w:t xml:space="preserve"> </w:t>
      </w:r>
      <w:r>
        <w:rPr>
          <w:rFonts w:hint="cs"/>
          <w:rtl/>
        </w:rPr>
        <w:t>على</w:t>
      </w:r>
      <w:r>
        <w:rPr>
          <w:rtl/>
        </w:rPr>
        <w:t xml:space="preserve"> </w:t>
      </w:r>
      <w:r>
        <w:rPr>
          <w:rFonts w:hint="cs"/>
          <w:rtl/>
        </w:rPr>
        <w:t>ا</w:t>
      </w:r>
      <w:r>
        <w:rPr>
          <w:rtl/>
        </w:rPr>
        <w:t>لاخرة</w:t>
      </w:r>
    </w:p>
    <w:p w:rsidR="001F628F" w:rsidRDefault="001F628F" w:rsidP="001F628F">
      <w:pPr>
        <w:pStyle w:val="libNormal"/>
        <w:rPr>
          <w:rtl/>
        </w:rPr>
      </w:pPr>
      <w:r>
        <w:rPr>
          <w:rtl/>
        </w:rPr>
        <w:t>''ذلك بانہم'' كا جملہ مرتد اور ارتدادكے انگيزہ كو بيان كرنے كے سلسلہ مي</w:t>
      </w:r>
      <w:r w:rsidR="00083993">
        <w:rPr>
          <w:rtl/>
        </w:rPr>
        <w:t xml:space="preserve">ں </w:t>
      </w:r>
      <w:r>
        <w:rPr>
          <w:rtl/>
        </w:rPr>
        <w:t>ہے _ اور وہ ايسا شخص ہے جو دنياوى زندگى كو آخرت پر ترجيح دے در حالا نكہ اگر وہ آخرت كو ملحوظ خاطر ركھتااور اس كى اہميت كا قائل ہوتا تو ايمان سے دستبردار اور مرتد نہ ہوتا _</w:t>
      </w:r>
    </w:p>
    <w:p w:rsidR="001F628F" w:rsidRDefault="001F628F" w:rsidP="001F628F">
      <w:pPr>
        <w:pStyle w:val="libNormal"/>
        <w:rPr>
          <w:rtl/>
        </w:rPr>
      </w:pPr>
      <w:r>
        <w:rPr>
          <w:rtl/>
        </w:rPr>
        <w:t>6_ دنيا كو آخرت پر تر جيح دينا(نہ صرف ضروريات زندگى كى فراہمي) ايك مذموم امر ہے_</w:t>
      </w:r>
    </w:p>
    <w:p w:rsidR="001F628F" w:rsidRDefault="001F628F" w:rsidP="00D97234">
      <w:pPr>
        <w:pStyle w:val="libArabic"/>
        <w:rPr>
          <w:rtl/>
        </w:rPr>
      </w:pPr>
      <w:r>
        <w:rPr>
          <w:rFonts w:hint="eastAsia"/>
          <w:rtl/>
        </w:rPr>
        <w:t>فعلي</w:t>
      </w:r>
      <w:r w:rsidR="00120F63" w:rsidRPr="00ED5DE8">
        <w:rPr>
          <w:rFonts w:hint="cs"/>
          <w:rtl/>
        </w:rPr>
        <w:t>ه</w:t>
      </w:r>
      <w:r>
        <w:rPr>
          <w:rFonts w:hint="cs"/>
          <w:rtl/>
        </w:rPr>
        <w:t>م</w:t>
      </w:r>
      <w:r>
        <w:rPr>
          <w:rtl/>
        </w:rPr>
        <w:t xml:space="preserve"> غضب من الله ...ذلك با ن</w:t>
      </w:r>
      <w:r w:rsidR="00120F63" w:rsidRPr="00ED5DE8">
        <w:rPr>
          <w:rFonts w:hint="cs"/>
          <w:rtl/>
        </w:rPr>
        <w:t>ه</w:t>
      </w:r>
      <w:r>
        <w:rPr>
          <w:rFonts w:hint="cs"/>
          <w:rtl/>
        </w:rPr>
        <w:t>م</w:t>
      </w:r>
      <w:r>
        <w:rPr>
          <w:rtl/>
        </w:rPr>
        <w:t xml:space="preserve"> </w:t>
      </w:r>
      <w:r>
        <w:rPr>
          <w:rFonts w:hint="cs"/>
          <w:rtl/>
        </w:rPr>
        <w:t>استحبوا</w:t>
      </w:r>
      <w:r>
        <w:rPr>
          <w:rtl/>
        </w:rPr>
        <w:t xml:space="preserve"> </w:t>
      </w:r>
      <w:r>
        <w:rPr>
          <w:rFonts w:hint="cs"/>
          <w:rtl/>
        </w:rPr>
        <w:t>الحى</w:t>
      </w:r>
      <w:r w:rsidR="00D97234">
        <w:rPr>
          <w:rFonts w:hint="cs"/>
          <w:rtl/>
        </w:rPr>
        <w:t>ا</w:t>
      </w:r>
      <w:r>
        <w:rPr>
          <w:rFonts w:hint="cs"/>
          <w:rtl/>
        </w:rPr>
        <w:t>وة</w:t>
      </w:r>
      <w:r>
        <w:rPr>
          <w:rtl/>
        </w:rPr>
        <w:t xml:space="preserve"> </w:t>
      </w:r>
      <w:r>
        <w:rPr>
          <w:rFonts w:hint="cs"/>
          <w:rtl/>
        </w:rPr>
        <w:t>الدينا</w:t>
      </w:r>
      <w:r>
        <w:rPr>
          <w:rtl/>
        </w:rPr>
        <w:t xml:space="preserve"> </w:t>
      </w:r>
      <w:r>
        <w:rPr>
          <w:rFonts w:hint="cs"/>
          <w:rtl/>
        </w:rPr>
        <w:t>على</w:t>
      </w:r>
      <w:r>
        <w:rPr>
          <w:rtl/>
        </w:rPr>
        <w:t xml:space="preserve"> </w:t>
      </w:r>
      <w:r>
        <w:rPr>
          <w:rFonts w:hint="cs"/>
          <w:rtl/>
        </w:rPr>
        <w:t>ا</w:t>
      </w:r>
      <w:r>
        <w:rPr>
          <w:rtl/>
        </w:rPr>
        <w:t>لاخرة</w:t>
      </w:r>
    </w:p>
    <w:p w:rsidR="001F628F" w:rsidRDefault="001F628F" w:rsidP="00813150">
      <w:pPr>
        <w:pStyle w:val="libNormal"/>
        <w:rPr>
          <w:rtl/>
        </w:rPr>
      </w:pPr>
      <w:r>
        <w:rPr>
          <w:rtl/>
        </w:rPr>
        <w:t>7_ دنيا پرست كفار ،الہى ہدايت سے محروم ہي</w:t>
      </w:r>
      <w:r w:rsidR="00083993">
        <w:rPr>
          <w:rtl/>
        </w:rPr>
        <w:t xml:space="preserve">ں </w:t>
      </w:r>
      <w:r>
        <w:rPr>
          <w:rtl/>
        </w:rPr>
        <w:t>_</w:t>
      </w:r>
      <w:r w:rsidRPr="00813150">
        <w:rPr>
          <w:rStyle w:val="libArabicChar"/>
          <w:rFonts w:hint="eastAsia"/>
          <w:rtl/>
        </w:rPr>
        <w:t>استحبوا</w:t>
      </w:r>
      <w:r w:rsidRPr="00813150">
        <w:rPr>
          <w:rStyle w:val="libArabicChar"/>
          <w:rtl/>
        </w:rPr>
        <w:t xml:space="preserve"> </w:t>
      </w:r>
      <w:r w:rsidR="00D97234" w:rsidRPr="00D97234">
        <w:rPr>
          <w:rStyle w:val="libArabicChar"/>
          <w:rtl/>
        </w:rPr>
        <w:t xml:space="preserve">الحياة </w:t>
      </w:r>
      <w:r w:rsidRPr="00813150">
        <w:rPr>
          <w:rStyle w:val="libArabicChar"/>
          <w:rtl/>
        </w:rPr>
        <w:t xml:space="preserve"> الدنيا على الا خرةوان الله لا ي</w:t>
      </w:r>
      <w:r w:rsidR="00120F63" w:rsidRPr="00B2551F">
        <w:rPr>
          <w:rStyle w:val="libArabicChar"/>
          <w:rFonts w:hint="cs"/>
          <w:rtl/>
        </w:rPr>
        <w:t>ه</w:t>
      </w:r>
      <w:r w:rsidRPr="00813150">
        <w:rPr>
          <w:rStyle w:val="libArabicChar"/>
          <w:rFonts w:hint="cs"/>
          <w:rtl/>
        </w:rPr>
        <w:t>دى</w:t>
      </w:r>
      <w:r w:rsidRPr="00813150">
        <w:rPr>
          <w:rStyle w:val="libArabicChar"/>
          <w:rtl/>
        </w:rPr>
        <w:t xml:space="preserve"> </w:t>
      </w:r>
      <w:r w:rsidRPr="00813150">
        <w:rPr>
          <w:rStyle w:val="libArabicChar"/>
          <w:rFonts w:hint="cs"/>
          <w:rtl/>
        </w:rPr>
        <w:t>القوم</w:t>
      </w:r>
      <w:r w:rsidRPr="00813150">
        <w:rPr>
          <w:rStyle w:val="libArabicChar"/>
          <w:rtl/>
        </w:rPr>
        <w:t xml:space="preserve"> </w:t>
      </w:r>
      <w:r w:rsidRPr="00813150">
        <w:rPr>
          <w:rStyle w:val="libArabicChar"/>
          <w:rFonts w:hint="cs"/>
          <w:rtl/>
        </w:rPr>
        <w:t>ا</w:t>
      </w:r>
      <w:r w:rsidRPr="00813150">
        <w:rPr>
          <w:rStyle w:val="libArabicChar"/>
          <w:rtl/>
        </w:rPr>
        <w:t>لكفرين</w:t>
      </w:r>
    </w:p>
    <w:p w:rsidR="001F628F" w:rsidRDefault="001F628F" w:rsidP="00813150">
      <w:pPr>
        <w:pStyle w:val="libNormal"/>
        <w:rPr>
          <w:rtl/>
        </w:rPr>
      </w:pPr>
      <w:r>
        <w:rPr>
          <w:rFonts w:hint="eastAsia"/>
          <w:rtl/>
        </w:rPr>
        <w:t>ارتداد</w:t>
      </w:r>
      <w:r>
        <w:rPr>
          <w:rtl/>
        </w:rPr>
        <w:t>:</w:t>
      </w:r>
      <w:r>
        <w:rPr>
          <w:rFonts w:hint="eastAsia"/>
          <w:rtl/>
        </w:rPr>
        <w:t>ارتداد</w:t>
      </w:r>
      <w:r>
        <w:rPr>
          <w:rtl/>
        </w:rPr>
        <w:t xml:space="preserve"> كا انگيزہ 2; ارتداد كا بے منطق ہونا 2; ارتداد كا زمينہ 1; ارتداد كے موانع 5</w:t>
      </w:r>
    </w:p>
    <w:p w:rsidR="001F628F" w:rsidRDefault="001F628F" w:rsidP="00813150">
      <w:pPr>
        <w:pStyle w:val="libNormal"/>
        <w:rPr>
          <w:rtl/>
        </w:rPr>
      </w:pPr>
      <w:r>
        <w:rPr>
          <w:rFonts w:hint="eastAsia"/>
          <w:rtl/>
        </w:rPr>
        <w:t>الله</w:t>
      </w:r>
      <w:r>
        <w:rPr>
          <w:rtl/>
        </w:rPr>
        <w:t xml:space="preserve"> تعالي:</w:t>
      </w:r>
      <w:r>
        <w:rPr>
          <w:rFonts w:hint="eastAsia"/>
          <w:rtl/>
        </w:rPr>
        <w:t>الله</w:t>
      </w:r>
      <w:r>
        <w:rPr>
          <w:rtl/>
        </w:rPr>
        <w:t xml:space="preserve"> تعالى كى ہدايت سے محروم 7;الله تعالى كے غضب كا زمينہ 4</w:t>
      </w:r>
    </w:p>
    <w:p w:rsidR="001F628F" w:rsidRDefault="001F628F" w:rsidP="00813150">
      <w:pPr>
        <w:pStyle w:val="libNormal"/>
        <w:rPr>
          <w:rtl/>
        </w:rPr>
      </w:pPr>
      <w:r>
        <w:rPr>
          <w:rFonts w:hint="eastAsia"/>
          <w:rtl/>
        </w:rPr>
        <w:t>ايمان</w:t>
      </w:r>
      <w:r>
        <w:rPr>
          <w:rtl/>
        </w:rPr>
        <w:t>:</w:t>
      </w:r>
      <w:r>
        <w:rPr>
          <w:rFonts w:hint="eastAsia"/>
          <w:rtl/>
        </w:rPr>
        <w:t>ايمان</w:t>
      </w:r>
      <w:r>
        <w:rPr>
          <w:rtl/>
        </w:rPr>
        <w:t xml:space="preserve"> سے اعراض كے آثار 5; ايمان كے آثار 3</w:t>
      </w:r>
    </w:p>
    <w:p w:rsidR="001F628F" w:rsidRDefault="001F628F" w:rsidP="001F628F">
      <w:pPr>
        <w:pStyle w:val="libNormal"/>
        <w:rPr>
          <w:rtl/>
        </w:rPr>
      </w:pPr>
      <w:r>
        <w:rPr>
          <w:rFonts w:hint="eastAsia"/>
          <w:rtl/>
        </w:rPr>
        <w:t>دنيا</w:t>
      </w:r>
      <w:r>
        <w:rPr>
          <w:rtl/>
        </w:rPr>
        <w:t>:</w:t>
      </w:r>
    </w:p>
    <w:p w:rsidR="00813150" w:rsidRDefault="001E7F9D" w:rsidP="00F73EDE">
      <w:pPr>
        <w:pStyle w:val="libPoemTini"/>
        <w:rPr>
          <w:rtl/>
        </w:rPr>
      </w:pPr>
      <w:r>
        <w:rPr>
          <w:rtl/>
        </w:rPr>
        <w:br w:type="page"/>
      </w:r>
    </w:p>
    <w:p w:rsidR="001F628F" w:rsidRDefault="001F628F" w:rsidP="00813150">
      <w:pPr>
        <w:pStyle w:val="libNormal"/>
        <w:rPr>
          <w:rtl/>
        </w:rPr>
      </w:pPr>
      <w:r>
        <w:rPr>
          <w:rFonts w:hint="eastAsia"/>
          <w:rtl/>
        </w:rPr>
        <w:lastRenderedPageBreak/>
        <w:t>آخرت</w:t>
      </w:r>
      <w:r>
        <w:rPr>
          <w:rtl/>
        </w:rPr>
        <w:t xml:space="preserve"> پر دنيا كو ترجيح دينا1،4،6</w:t>
      </w:r>
    </w:p>
    <w:p w:rsidR="001F628F" w:rsidRDefault="001F628F" w:rsidP="000773E8">
      <w:pPr>
        <w:pStyle w:val="libNormal"/>
        <w:rPr>
          <w:rtl/>
        </w:rPr>
      </w:pPr>
      <w:r>
        <w:rPr>
          <w:rFonts w:hint="eastAsia"/>
          <w:rtl/>
        </w:rPr>
        <w:t>دنيا</w:t>
      </w:r>
      <w:r>
        <w:rPr>
          <w:rtl/>
        </w:rPr>
        <w:t xml:space="preserve"> كو طلب كرنے والے :</w:t>
      </w:r>
      <w:r>
        <w:rPr>
          <w:rFonts w:hint="eastAsia"/>
          <w:rtl/>
        </w:rPr>
        <w:t>دنيا</w:t>
      </w:r>
      <w:r>
        <w:rPr>
          <w:rtl/>
        </w:rPr>
        <w:t xml:space="preserve"> كو طلب كرنے والو</w:t>
      </w:r>
      <w:r w:rsidR="00083993">
        <w:rPr>
          <w:rtl/>
        </w:rPr>
        <w:t xml:space="preserve">ں </w:t>
      </w:r>
      <w:r>
        <w:rPr>
          <w:rtl/>
        </w:rPr>
        <w:t>كى محروميت 7</w:t>
      </w:r>
    </w:p>
    <w:p w:rsidR="001F628F" w:rsidRDefault="001F628F" w:rsidP="000773E8">
      <w:pPr>
        <w:pStyle w:val="libNormal"/>
        <w:rPr>
          <w:rtl/>
        </w:rPr>
      </w:pPr>
      <w:r>
        <w:rPr>
          <w:rFonts w:hint="eastAsia"/>
          <w:rtl/>
        </w:rPr>
        <w:t>دنيا</w:t>
      </w:r>
      <w:r>
        <w:rPr>
          <w:rtl/>
        </w:rPr>
        <w:t xml:space="preserve"> طلبي:</w:t>
      </w:r>
      <w:r>
        <w:rPr>
          <w:rFonts w:hint="eastAsia"/>
          <w:rtl/>
        </w:rPr>
        <w:t>دنيا</w:t>
      </w:r>
      <w:r>
        <w:rPr>
          <w:rtl/>
        </w:rPr>
        <w:t xml:space="preserve"> طلبى كى سرزنش6; دنيا طلبى كے آثار 1،4</w:t>
      </w:r>
    </w:p>
    <w:p w:rsidR="001F628F" w:rsidRDefault="001F628F" w:rsidP="000773E8">
      <w:pPr>
        <w:pStyle w:val="libNormal"/>
        <w:rPr>
          <w:rtl/>
        </w:rPr>
      </w:pPr>
      <w:r>
        <w:rPr>
          <w:rFonts w:hint="eastAsia"/>
          <w:rtl/>
        </w:rPr>
        <w:t>ذكر</w:t>
      </w:r>
      <w:r>
        <w:rPr>
          <w:rtl/>
        </w:rPr>
        <w:t>:</w:t>
      </w:r>
      <w:r>
        <w:rPr>
          <w:rFonts w:hint="eastAsia"/>
          <w:rtl/>
        </w:rPr>
        <w:t>آخرت</w:t>
      </w:r>
      <w:r>
        <w:rPr>
          <w:rtl/>
        </w:rPr>
        <w:t xml:space="preserve"> كے ذكر كے آثار 5</w:t>
      </w:r>
    </w:p>
    <w:p w:rsidR="001F628F" w:rsidRDefault="001F628F" w:rsidP="000773E8">
      <w:pPr>
        <w:pStyle w:val="libNormal"/>
        <w:rPr>
          <w:rtl/>
        </w:rPr>
      </w:pPr>
      <w:r>
        <w:rPr>
          <w:rFonts w:hint="eastAsia"/>
          <w:rtl/>
        </w:rPr>
        <w:t>زندگي</w:t>
      </w:r>
      <w:r>
        <w:rPr>
          <w:rtl/>
        </w:rPr>
        <w:t>:</w:t>
      </w:r>
      <w:r>
        <w:rPr>
          <w:rFonts w:hint="eastAsia"/>
          <w:rtl/>
        </w:rPr>
        <w:t>زندگى</w:t>
      </w:r>
      <w:r>
        <w:rPr>
          <w:rtl/>
        </w:rPr>
        <w:t xml:space="preserve"> كى ضرورتو</w:t>
      </w:r>
      <w:r w:rsidR="00083993">
        <w:rPr>
          <w:rtl/>
        </w:rPr>
        <w:t xml:space="preserve">ں </w:t>
      </w:r>
      <w:r>
        <w:rPr>
          <w:rtl/>
        </w:rPr>
        <w:t>كو پورا كرنے كى اہميت6</w:t>
      </w:r>
    </w:p>
    <w:p w:rsidR="001F628F" w:rsidRDefault="001F628F" w:rsidP="000773E8">
      <w:pPr>
        <w:pStyle w:val="libNormal"/>
        <w:rPr>
          <w:rtl/>
        </w:rPr>
      </w:pPr>
      <w:r>
        <w:rPr>
          <w:rFonts w:hint="eastAsia"/>
          <w:rtl/>
        </w:rPr>
        <w:t>زہد</w:t>
      </w:r>
      <w:r>
        <w:rPr>
          <w:rtl/>
        </w:rPr>
        <w:t>:</w:t>
      </w:r>
      <w:r>
        <w:rPr>
          <w:rFonts w:hint="eastAsia"/>
          <w:rtl/>
        </w:rPr>
        <w:t>زہد</w:t>
      </w:r>
      <w:r>
        <w:rPr>
          <w:rtl/>
        </w:rPr>
        <w:t xml:space="preserve"> كا زمينہ 3</w:t>
      </w:r>
    </w:p>
    <w:p w:rsidR="001F628F" w:rsidRDefault="001F628F" w:rsidP="000773E8">
      <w:pPr>
        <w:pStyle w:val="libNormal"/>
        <w:rPr>
          <w:rtl/>
        </w:rPr>
      </w:pPr>
      <w:r>
        <w:rPr>
          <w:rFonts w:hint="eastAsia"/>
          <w:rtl/>
        </w:rPr>
        <w:t>عذاب</w:t>
      </w:r>
      <w:r>
        <w:rPr>
          <w:rtl/>
        </w:rPr>
        <w:t>:</w:t>
      </w:r>
      <w:r>
        <w:rPr>
          <w:rFonts w:hint="eastAsia"/>
          <w:rtl/>
        </w:rPr>
        <w:t>اخروى</w:t>
      </w:r>
      <w:r>
        <w:rPr>
          <w:rtl/>
        </w:rPr>
        <w:t xml:space="preserve"> عذاب كے اسباب 4</w:t>
      </w:r>
    </w:p>
    <w:p w:rsidR="001F628F" w:rsidRDefault="001F628F" w:rsidP="000773E8">
      <w:pPr>
        <w:pStyle w:val="libNormal"/>
        <w:rPr>
          <w:rtl/>
        </w:rPr>
      </w:pPr>
      <w:r>
        <w:rPr>
          <w:rFonts w:hint="eastAsia"/>
          <w:rtl/>
        </w:rPr>
        <w:t>غفلت</w:t>
      </w:r>
      <w:r>
        <w:rPr>
          <w:rtl/>
        </w:rPr>
        <w:t>:</w:t>
      </w:r>
      <w:r>
        <w:rPr>
          <w:rFonts w:hint="eastAsia"/>
          <w:rtl/>
        </w:rPr>
        <w:t>آخرت</w:t>
      </w:r>
      <w:r>
        <w:rPr>
          <w:rtl/>
        </w:rPr>
        <w:t xml:space="preserve"> سے غفلت كے آثار 4</w:t>
      </w:r>
    </w:p>
    <w:p w:rsidR="001F628F" w:rsidRDefault="001F628F" w:rsidP="000773E8">
      <w:pPr>
        <w:pStyle w:val="libNormal"/>
        <w:rPr>
          <w:rtl/>
        </w:rPr>
      </w:pPr>
      <w:r>
        <w:rPr>
          <w:rFonts w:hint="eastAsia"/>
          <w:rtl/>
        </w:rPr>
        <w:t>كفار</w:t>
      </w:r>
      <w:r>
        <w:rPr>
          <w:rtl/>
        </w:rPr>
        <w:t>:</w:t>
      </w:r>
      <w:r>
        <w:rPr>
          <w:rFonts w:hint="eastAsia"/>
          <w:rtl/>
        </w:rPr>
        <w:t>كفاركى</w:t>
      </w:r>
      <w:r>
        <w:rPr>
          <w:rtl/>
        </w:rPr>
        <w:t xml:space="preserve"> محروميت7</w:t>
      </w:r>
    </w:p>
    <w:p w:rsidR="001F628F" w:rsidRDefault="001F628F" w:rsidP="000773E8">
      <w:pPr>
        <w:pStyle w:val="libNormal"/>
        <w:rPr>
          <w:rtl/>
        </w:rPr>
      </w:pPr>
      <w:r>
        <w:rPr>
          <w:rFonts w:hint="eastAsia"/>
          <w:rtl/>
        </w:rPr>
        <w:t>ميلانات</w:t>
      </w:r>
      <w:r>
        <w:rPr>
          <w:rtl/>
        </w:rPr>
        <w:t>:</w:t>
      </w:r>
      <w:r>
        <w:rPr>
          <w:rFonts w:hint="eastAsia"/>
          <w:rtl/>
        </w:rPr>
        <w:t>كفر</w:t>
      </w:r>
      <w:r>
        <w:rPr>
          <w:rtl/>
        </w:rPr>
        <w:t xml:space="preserve"> كى طرف ميلان كا زمينہ 1; كفر كى طرف ميلان كے موانع5</w:t>
      </w:r>
    </w:p>
    <w:p w:rsidR="001F628F" w:rsidRPr="00120F63" w:rsidRDefault="000773E8" w:rsidP="000773E8">
      <w:pPr>
        <w:pStyle w:val="Heading2Center"/>
        <w:rPr>
          <w:rtl/>
        </w:rPr>
      </w:pPr>
      <w:bookmarkStart w:id="254" w:name="_Toc28081932"/>
      <w:r>
        <w:rPr>
          <w:rFonts w:hint="cs"/>
          <w:rtl/>
        </w:rPr>
        <w:t xml:space="preserve">آیت </w:t>
      </w:r>
      <w:r w:rsidRPr="00120F63">
        <w:rPr>
          <w:rFonts w:hint="cs"/>
          <w:rtl/>
        </w:rPr>
        <w:t>108</w:t>
      </w:r>
      <w:bookmarkEnd w:id="254"/>
    </w:p>
    <w:p w:rsidR="001F628F" w:rsidRDefault="00E260F9" w:rsidP="000773E8">
      <w:pPr>
        <w:pStyle w:val="libNormal"/>
        <w:rPr>
          <w:rtl/>
        </w:rPr>
      </w:pPr>
      <w:r w:rsidRPr="00E260F9">
        <w:rPr>
          <w:rStyle w:val="libAlaemChar"/>
          <w:rFonts w:hint="eastAsia"/>
          <w:rtl/>
        </w:rPr>
        <w:t>(</w:t>
      </w:r>
      <w:r w:rsidRPr="000773E8">
        <w:rPr>
          <w:rStyle w:val="libAieChar"/>
          <w:rFonts w:hint="eastAsia"/>
          <w:rtl/>
        </w:rPr>
        <w:t>أُولَـئِكَ</w:t>
      </w:r>
      <w:r w:rsidRPr="000773E8">
        <w:rPr>
          <w:rStyle w:val="libAieChar"/>
          <w:rtl/>
        </w:rPr>
        <w:t xml:space="preserve"> الَّذِينَ طَبَعَ اللّهُ عَلَى قُلُوبِهِمْ وَسَمْعِهِمْ وَأَبْصَارِهِمْ وَأُولَـئِكَ هُمُ الْغَافِلُونَ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يہى</w:t>
      </w:r>
      <w:r>
        <w:rPr>
          <w:rtl/>
        </w:rPr>
        <w:t xml:space="preserve"> وہ لوگ ہي</w:t>
      </w:r>
      <w:r w:rsidR="00083993">
        <w:rPr>
          <w:rtl/>
        </w:rPr>
        <w:t xml:space="preserve">ں </w:t>
      </w:r>
      <w:r>
        <w:rPr>
          <w:rtl/>
        </w:rPr>
        <w:t>جن كے دلو</w:t>
      </w:r>
      <w:r w:rsidR="00083993">
        <w:rPr>
          <w:rtl/>
        </w:rPr>
        <w:t xml:space="preserve">ں </w:t>
      </w:r>
      <w:r>
        <w:rPr>
          <w:rtl/>
        </w:rPr>
        <w:t>پر اور آنكھ كان پر كفر كى چھاپ لگا دى گئي ہے اور يہى وہ لوگ ہي</w:t>
      </w:r>
      <w:r w:rsidR="00083993">
        <w:rPr>
          <w:rtl/>
        </w:rPr>
        <w:t xml:space="preserve">ں </w:t>
      </w:r>
      <w:r>
        <w:rPr>
          <w:rtl/>
        </w:rPr>
        <w:t>جو حقيقتاً حقائق سے غافل ہي</w:t>
      </w:r>
      <w:r w:rsidR="00083993">
        <w:rPr>
          <w:rtl/>
        </w:rPr>
        <w:t xml:space="preserve">ں </w:t>
      </w:r>
      <w:r>
        <w:rPr>
          <w:rtl/>
        </w:rPr>
        <w:t>_</w:t>
      </w:r>
    </w:p>
    <w:p w:rsidR="001F628F" w:rsidRDefault="001F628F" w:rsidP="000773E8">
      <w:pPr>
        <w:pStyle w:val="libNormal"/>
        <w:rPr>
          <w:rtl/>
        </w:rPr>
      </w:pPr>
      <w:r>
        <w:rPr>
          <w:rtl/>
        </w:rPr>
        <w:t>1_خداوند عالم نے دنيا پرست كفار (مرتدين) كے دلو</w:t>
      </w:r>
      <w:r w:rsidR="00083993">
        <w:rPr>
          <w:rtl/>
        </w:rPr>
        <w:t xml:space="preserve">ں </w:t>
      </w:r>
      <w:r>
        <w:rPr>
          <w:rtl/>
        </w:rPr>
        <w:t>اور قوت سماعت وبصارت پر مہر لگادى ہے اور انہي</w:t>
      </w:r>
      <w:r w:rsidR="00083993">
        <w:rPr>
          <w:rtl/>
        </w:rPr>
        <w:t xml:space="preserve">ں </w:t>
      </w:r>
      <w:r>
        <w:rPr>
          <w:rtl/>
        </w:rPr>
        <w:t>حقائق كو درك كرنے سے محروم ركھا ہے_</w:t>
      </w:r>
      <w:r w:rsidRPr="000773E8">
        <w:rPr>
          <w:rStyle w:val="libArabicChar"/>
          <w:rFonts w:hint="eastAsia"/>
          <w:rtl/>
        </w:rPr>
        <w:t>استحبوا</w:t>
      </w:r>
      <w:r w:rsidRPr="000773E8">
        <w:rPr>
          <w:rStyle w:val="libArabicChar"/>
          <w:rtl/>
        </w:rPr>
        <w:t xml:space="preserve"> </w:t>
      </w:r>
      <w:r w:rsidR="00D97234" w:rsidRPr="00D97234">
        <w:rPr>
          <w:rStyle w:val="libArabicChar"/>
          <w:rtl/>
        </w:rPr>
        <w:t xml:space="preserve">الحياة </w:t>
      </w:r>
      <w:r w:rsidRPr="000773E8">
        <w:rPr>
          <w:rStyle w:val="libArabicChar"/>
          <w:rtl/>
        </w:rPr>
        <w:t xml:space="preserve"> الدنيا ...الكفرين _ اولئك</w:t>
      </w:r>
    </w:p>
    <w:p w:rsidR="000773E8" w:rsidRDefault="001E7F9D" w:rsidP="00F73EDE">
      <w:pPr>
        <w:pStyle w:val="libPoemTini"/>
        <w:rPr>
          <w:rtl/>
        </w:rPr>
      </w:pPr>
      <w:r>
        <w:rPr>
          <w:rtl/>
        </w:rPr>
        <w:br w:type="page"/>
      </w:r>
    </w:p>
    <w:p w:rsidR="001F628F" w:rsidRDefault="001F628F" w:rsidP="000773E8">
      <w:pPr>
        <w:pStyle w:val="libArabic"/>
        <w:rPr>
          <w:rtl/>
        </w:rPr>
      </w:pPr>
      <w:r>
        <w:rPr>
          <w:rFonts w:hint="eastAsia"/>
          <w:rtl/>
        </w:rPr>
        <w:lastRenderedPageBreak/>
        <w:t>الذين</w:t>
      </w:r>
      <w:r>
        <w:rPr>
          <w:rtl/>
        </w:rPr>
        <w:t xml:space="preserve"> طبع الله على قلوب</w:t>
      </w:r>
      <w:r w:rsidR="00120F63" w:rsidRPr="00ED5DE8">
        <w:rPr>
          <w:rFonts w:hint="cs"/>
          <w:rtl/>
        </w:rPr>
        <w:t>ه</w:t>
      </w:r>
      <w:r>
        <w:rPr>
          <w:rFonts w:hint="cs"/>
          <w:rtl/>
        </w:rPr>
        <w:t>م</w:t>
      </w:r>
      <w:r>
        <w:rPr>
          <w:rtl/>
        </w:rPr>
        <w:t xml:space="preserve"> ...</w:t>
      </w:r>
      <w:r>
        <w:rPr>
          <w:rFonts w:hint="cs"/>
          <w:rtl/>
        </w:rPr>
        <w:t>واولئك</w:t>
      </w:r>
      <w:r>
        <w:rPr>
          <w:rtl/>
        </w:rPr>
        <w:t xml:space="preserve"> </w:t>
      </w:r>
      <w:r w:rsidR="00120F63" w:rsidRPr="00ED5DE8">
        <w:rPr>
          <w:rFonts w:hint="cs"/>
          <w:rtl/>
        </w:rPr>
        <w:t>ه</w:t>
      </w:r>
      <w:r>
        <w:rPr>
          <w:rFonts w:hint="cs"/>
          <w:rtl/>
        </w:rPr>
        <w:t>م</w:t>
      </w:r>
      <w:r>
        <w:rPr>
          <w:rtl/>
        </w:rPr>
        <w:t xml:space="preserve"> </w:t>
      </w:r>
      <w:r>
        <w:rPr>
          <w:rFonts w:hint="cs"/>
          <w:rtl/>
        </w:rPr>
        <w:t>ا</w:t>
      </w:r>
      <w:r>
        <w:rPr>
          <w:rtl/>
        </w:rPr>
        <w:t>لغفلون</w:t>
      </w:r>
    </w:p>
    <w:p w:rsidR="001F628F" w:rsidRDefault="001F628F" w:rsidP="001F628F">
      <w:pPr>
        <w:pStyle w:val="libNormal"/>
        <w:rPr>
          <w:rtl/>
        </w:rPr>
      </w:pPr>
      <w:r>
        <w:rPr>
          <w:rtl/>
        </w:rPr>
        <w:t>2_انسانو</w:t>
      </w:r>
      <w:r w:rsidR="00083993">
        <w:rPr>
          <w:rtl/>
        </w:rPr>
        <w:t xml:space="preserve">ں </w:t>
      </w:r>
      <w:r>
        <w:rPr>
          <w:rtl/>
        </w:rPr>
        <w:t>كا اپناكردار ( كفر اور دنيا پرستى ) ان كے معنوى حقائق كو درك كرنے سے محروميت كا سبب ہے _</w:t>
      </w:r>
    </w:p>
    <w:p w:rsidR="001F628F" w:rsidRDefault="001F628F" w:rsidP="000773E8">
      <w:pPr>
        <w:pStyle w:val="libArabic"/>
        <w:rPr>
          <w:rtl/>
        </w:rPr>
      </w:pPr>
      <w:r>
        <w:rPr>
          <w:rFonts w:hint="eastAsia"/>
          <w:rtl/>
        </w:rPr>
        <w:t>من</w:t>
      </w:r>
      <w:r>
        <w:rPr>
          <w:rtl/>
        </w:rPr>
        <w:t xml:space="preserve"> كفر بالله ...با 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الحىاة </w:t>
      </w:r>
      <w:r>
        <w:rPr>
          <w:rFonts w:hint="cs"/>
          <w:rtl/>
        </w:rPr>
        <w:t>الدنيا</w:t>
      </w:r>
      <w:r>
        <w:rPr>
          <w:rtl/>
        </w:rPr>
        <w:t xml:space="preserve"> ...اولئك الذين طبع الله على قلوب</w:t>
      </w:r>
      <w:r w:rsidR="00120F63" w:rsidRPr="00ED5DE8">
        <w:rPr>
          <w:rFonts w:hint="cs"/>
          <w:rtl/>
        </w:rPr>
        <w:t>ه</w:t>
      </w:r>
      <w:r>
        <w:rPr>
          <w:rFonts w:hint="cs"/>
          <w:rtl/>
        </w:rPr>
        <w:t>م</w:t>
      </w:r>
    </w:p>
    <w:p w:rsidR="001F628F" w:rsidRDefault="001F628F" w:rsidP="001F628F">
      <w:pPr>
        <w:pStyle w:val="libNormal"/>
        <w:rPr>
          <w:rtl/>
        </w:rPr>
      </w:pPr>
      <w:r>
        <w:rPr>
          <w:rFonts w:hint="eastAsia"/>
          <w:rtl/>
        </w:rPr>
        <w:t>جملہ</w:t>
      </w:r>
      <w:r>
        <w:rPr>
          <w:rtl/>
        </w:rPr>
        <w:t xml:space="preserve"> </w:t>
      </w:r>
      <w:r w:rsidRPr="000773E8">
        <w:rPr>
          <w:rStyle w:val="libArabicChar"/>
          <w:rtl/>
        </w:rPr>
        <w:t>''اولئك الذين طبع الله ...''</w:t>
      </w:r>
      <w:r>
        <w:rPr>
          <w:rtl/>
        </w:rPr>
        <w:t xml:space="preserve"> ان لوگو</w:t>
      </w:r>
      <w:r w:rsidR="00083993">
        <w:rPr>
          <w:rtl/>
        </w:rPr>
        <w:t xml:space="preserve">ں </w:t>
      </w:r>
      <w:r>
        <w:rPr>
          <w:rtl/>
        </w:rPr>
        <w:t>كى سزا كو بيان كرنے كے مقام پر ہے جنہو</w:t>
      </w:r>
      <w:r w:rsidR="00083993">
        <w:rPr>
          <w:rtl/>
        </w:rPr>
        <w:t xml:space="preserve">ں </w:t>
      </w:r>
      <w:r>
        <w:rPr>
          <w:rtl/>
        </w:rPr>
        <w:t>نے اپنے اختيار سے كفر اختيار كيا اور دنيا كو آخرت پر ترجيح دى ہے كہ جس كے بارے مي</w:t>
      </w:r>
      <w:r w:rsidR="00083993">
        <w:rPr>
          <w:rtl/>
        </w:rPr>
        <w:t xml:space="preserve">ں </w:t>
      </w:r>
      <w:r>
        <w:rPr>
          <w:rtl/>
        </w:rPr>
        <w:t>ما قبل آيت مي</w:t>
      </w:r>
      <w:r w:rsidR="00083993">
        <w:rPr>
          <w:rtl/>
        </w:rPr>
        <w:t xml:space="preserve">ں </w:t>
      </w:r>
      <w:r>
        <w:rPr>
          <w:rtl/>
        </w:rPr>
        <w:t>گفتگو ہوئي ہے لہذا يہى اختيار اور انتخاب _كہ يہ اختيار ى عمل ہے_ سزا ، دلو</w:t>
      </w:r>
      <w:r w:rsidR="00083993">
        <w:rPr>
          <w:rtl/>
        </w:rPr>
        <w:t xml:space="preserve">ں </w:t>
      </w:r>
      <w:r>
        <w:rPr>
          <w:rFonts w:hint="eastAsia"/>
          <w:rtl/>
        </w:rPr>
        <w:t>پر</w:t>
      </w:r>
      <w:r>
        <w:rPr>
          <w:rtl/>
        </w:rPr>
        <w:t xml:space="preserve"> مہر كا موجب ہے_</w:t>
      </w:r>
    </w:p>
    <w:p w:rsidR="001F628F" w:rsidRDefault="001F628F" w:rsidP="001F628F">
      <w:pPr>
        <w:pStyle w:val="libNormal"/>
        <w:rPr>
          <w:rtl/>
        </w:rPr>
      </w:pPr>
      <w:r>
        <w:rPr>
          <w:rtl/>
        </w:rPr>
        <w:t>3_ دنيا پرست كفار( مرتدين) كا معنوى حقائق كے درك سے محروميت ،وہى الہى ہدايت سے محروميت ہے _</w:t>
      </w:r>
    </w:p>
    <w:p w:rsidR="001F628F" w:rsidRDefault="001F628F" w:rsidP="000773E8">
      <w:pPr>
        <w:pStyle w:val="libArabic"/>
        <w:rPr>
          <w:rtl/>
        </w:rPr>
      </w:pPr>
      <w:r>
        <w:rPr>
          <w:rFonts w:hint="eastAsia"/>
          <w:rtl/>
        </w:rPr>
        <w:t>لا</w:t>
      </w:r>
      <w:r>
        <w:rPr>
          <w:rtl/>
        </w:rPr>
        <w:t xml:space="preserve"> ي</w:t>
      </w:r>
      <w:r w:rsidR="00120F63" w:rsidRPr="00ED5DE8">
        <w:rPr>
          <w:rFonts w:hint="cs"/>
          <w:rtl/>
        </w:rPr>
        <w:t>ه</w:t>
      </w:r>
      <w:r>
        <w:rPr>
          <w:rFonts w:hint="cs"/>
          <w:rtl/>
        </w:rPr>
        <w:t>دى</w:t>
      </w:r>
      <w:r>
        <w:rPr>
          <w:rtl/>
        </w:rPr>
        <w:t xml:space="preserve"> </w:t>
      </w:r>
      <w:r>
        <w:rPr>
          <w:rFonts w:hint="cs"/>
          <w:rtl/>
        </w:rPr>
        <w:t>القوم</w:t>
      </w:r>
      <w:r>
        <w:rPr>
          <w:rtl/>
        </w:rPr>
        <w:t xml:space="preserve"> </w:t>
      </w:r>
      <w:r>
        <w:rPr>
          <w:rFonts w:hint="cs"/>
          <w:rtl/>
        </w:rPr>
        <w:t>الكفرين</w:t>
      </w:r>
      <w:r>
        <w:rPr>
          <w:rtl/>
        </w:rPr>
        <w:t xml:space="preserve"> _ </w:t>
      </w:r>
      <w:r>
        <w:rPr>
          <w:rFonts w:hint="cs"/>
          <w:rtl/>
        </w:rPr>
        <w:t>اولئك</w:t>
      </w:r>
      <w:r>
        <w:rPr>
          <w:rtl/>
        </w:rPr>
        <w:t xml:space="preserve"> </w:t>
      </w:r>
      <w:r>
        <w:rPr>
          <w:rFonts w:hint="cs"/>
          <w:rtl/>
        </w:rPr>
        <w:t>الذين</w:t>
      </w:r>
      <w:r>
        <w:rPr>
          <w:rtl/>
        </w:rPr>
        <w:t xml:space="preserve"> </w:t>
      </w:r>
      <w:r>
        <w:rPr>
          <w:rFonts w:hint="cs"/>
          <w:rtl/>
        </w:rPr>
        <w:t>طبع</w:t>
      </w:r>
      <w:r>
        <w:rPr>
          <w:rtl/>
        </w:rPr>
        <w:t xml:space="preserve"> </w:t>
      </w:r>
      <w:r>
        <w:rPr>
          <w:rFonts w:hint="cs"/>
          <w:rtl/>
        </w:rPr>
        <w:t>الله</w:t>
      </w:r>
      <w:r>
        <w:rPr>
          <w:rtl/>
        </w:rPr>
        <w:t xml:space="preserve"> </w:t>
      </w:r>
      <w:r>
        <w:rPr>
          <w:rFonts w:hint="cs"/>
          <w:rtl/>
        </w:rPr>
        <w:t>على</w:t>
      </w:r>
      <w:r>
        <w:rPr>
          <w:rtl/>
        </w:rPr>
        <w:t xml:space="preserve"> قلوب</w:t>
      </w:r>
      <w:r w:rsidR="00120F63" w:rsidRPr="00ED5DE8">
        <w:rPr>
          <w:rFonts w:hint="cs"/>
          <w:rtl/>
        </w:rPr>
        <w:t>ه</w:t>
      </w:r>
      <w:r>
        <w:rPr>
          <w:rFonts w:hint="cs"/>
          <w:rtl/>
        </w:rPr>
        <w:t>م</w:t>
      </w:r>
    </w:p>
    <w:p w:rsidR="001F628F" w:rsidRDefault="001F628F" w:rsidP="001F628F">
      <w:pPr>
        <w:pStyle w:val="libNormal"/>
        <w:rPr>
          <w:rtl/>
        </w:rPr>
      </w:pPr>
      <w:r>
        <w:rPr>
          <w:rFonts w:hint="eastAsia"/>
          <w:rtl/>
        </w:rPr>
        <w:t>جملہ</w:t>
      </w:r>
      <w:r>
        <w:rPr>
          <w:rtl/>
        </w:rPr>
        <w:t xml:space="preserve"> </w:t>
      </w:r>
      <w:r w:rsidRPr="000773E8">
        <w:rPr>
          <w:rStyle w:val="libArabicChar"/>
          <w:rtl/>
        </w:rPr>
        <w:t>''اولئك الذين طبع الله ...''</w:t>
      </w:r>
      <w:r>
        <w:rPr>
          <w:rtl/>
        </w:rPr>
        <w:t xml:space="preserve"> جملہ </w:t>
      </w:r>
      <w:r w:rsidRPr="000773E8">
        <w:rPr>
          <w:rStyle w:val="libArabicChar"/>
          <w:rtl/>
        </w:rPr>
        <w:t>''ان ّ الله لا ي</w:t>
      </w:r>
      <w:r w:rsidR="00120F63" w:rsidRPr="00B2551F">
        <w:rPr>
          <w:rStyle w:val="libArabicChar"/>
          <w:rFonts w:hint="cs"/>
          <w:rtl/>
        </w:rPr>
        <w:t>ه</w:t>
      </w:r>
      <w:r w:rsidRPr="000773E8">
        <w:rPr>
          <w:rStyle w:val="libArabicChar"/>
          <w:rtl/>
        </w:rPr>
        <w:t>دى القوم الكافرين ''</w:t>
      </w:r>
      <w:r>
        <w:rPr>
          <w:rtl/>
        </w:rPr>
        <w:t>كو بيان كررہاہے يعنى ہدايت الہى سے كفار كى محروميت كى كيفيت اور تفسير بتارہا ہے_</w:t>
      </w:r>
    </w:p>
    <w:p w:rsidR="001F628F" w:rsidRDefault="001F628F" w:rsidP="000773E8">
      <w:pPr>
        <w:pStyle w:val="libNormal"/>
        <w:rPr>
          <w:rtl/>
        </w:rPr>
      </w:pPr>
      <w:r>
        <w:rPr>
          <w:rtl/>
        </w:rPr>
        <w:t>4_ آخرت پر دنياوى زندگى كو ترجيح دينے والو</w:t>
      </w:r>
      <w:r w:rsidR="00083993">
        <w:rPr>
          <w:rtl/>
        </w:rPr>
        <w:t xml:space="preserve">ں </w:t>
      </w:r>
      <w:r>
        <w:rPr>
          <w:rtl/>
        </w:rPr>
        <w:t>كى سزا ، دل اور قوت سماعت و بصارت پر مہر (درك حقائق سے محروميت )ہے_</w:t>
      </w:r>
      <w:r w:rsidRPr="000773E8">
        <w:rPr>
          <w:rStyle w:val="libArabicChar"/>
          <w:rFonts w:hint="eastAsia"/>
          <w:rtl/>
        </w:rPr>
        <w:t>استحبوا</w:t>
      </w:r>
      <w:r w:rsidRPr="000773E8">
        <w:rPr>
          <w:rStyle w:val="libArabicChar"/>
          <w:rtl/>
        </w:rPr>
        <w:t xml:space="preserve"> </w:t>
      </w:r>
      <w:r w:rsidR="00D97234" w:rsidRPr="00D97234">
        <w:rPr>
          <w:rStyle w:val="libArabicChar"/>
          <w:rtl/>
        </w:rPr>
        <w:t xml:space="preserve">الحىاة </w:t>
      </w:r>
      <w:r w:rsidRPr="000773E8">
        <w:rPr>
          <w:rStyle w:val="libArabicChar"/>
          <w:rtl/>
        </w:rPr>
        <w:t>الدنيا ...اولئك الذين طبع الله على قلوب</w:t>
      </w:r>
      <w:r w:rsidR="00120F63" w:rsidRPr="00B2551F">
        <w:rPr>
          <w:rStyle w:val="libArabicChar"/>
          <w:rFonts w:hint="cs"/>
          <w:rtl/>
        </w:rPr>
        <w:t>ه</w:t>
      </w:r>
      <w:r w:rsidRPr="000773E8">
        <w:rPr>
          <w:rStyle w:val="libArabicChar"/>
          <w:rFonts w:hint="cs"/>
          <w:rtl/>
        </w:rPr>
        <w:t>م</w:t>
      </w:r>
    </w:p>
    <w:p w:rsidR="001F628F" w:rsidRDefault="001F628F" w:rsidP="000773E8">
      <w:pPr>
        <w:pStyle w:val="libNormal"/>
        <w:rPr>
          <w:rtl/>
        </w:rPr>
      </w:pPr>
      <w:r>
        <w:rPr>
          <w:rtl/>
        </w:rPr>
        <w:t>5_ دل ،آنكھ اور كان ، معرفت كا ذريعہ ہي</w:t>
      </w:r>
      <w:r w:rsidR="00083993">
        <w:rPr>
          <w:rtl/>
        </w:rPr>
        <w:t xml:space="preserve">ں </w:t>
      </w:r>
      <w:r>
        <w:rPr>
          <w:rtl/>
        </w:rPr>
        <w:t>_</w:t>
      </w:r>
      <w:r w:rsidRPr="000773E8">
        <w:rPr>
          <w:rStyle w:val="libArabicChar"/>
          <w:rFonts w:hint="eastAsia"/>
          <w:rtl/>
        </w:rPr>
        <w:t>طبع</w:t>
      </w:r>
      <w:r w:rsidRPr="000773E8">
        <w:rPr>
          <w:rStyle w:val="libArabicChar"/>
          <w:rtl/>
        </w:rPr>
        <w:t xml:space="preserve"> الله على قلوب</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w:t>
      </w:r>
      <w:r w:rsidRPr="000773E8">
        <w:rPr>
          <w:rStyle w:val="libArabicChar"/>
          <w:rFonts w:hint="cs"/>
          <w:rtl/>
        </w:rPr>
        <w:t>سمع</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ابصر</w:t>
      </w:r>
      <w:r w:rsidR="00120F63" w:rsidRPr="00B2551F">
        <w:rPr>
          <w:rStyle w:val="libArabicChar"/>
          <w:rFonts w:hint="cs"/>
          <w:rtl/>
        </w:rPr>
        <w:t>ه</w:t>
      </w:r>
      <w:r w:rsidRPr="000773E8">
        <w:rPr>
          <w:rStyle w:val="libArabicChar"/>
          <w:rFonts w:hint="cs"/>
          <w:rtl/>
        </w:rPr>
        <w:t>م</w:t>
      </w:r>
    </w:p>
    <w:p w:rsidR="001F628F" w:rsidRDefault="001F628F" w:rsidP="000773E8">
      <w:pPr>
        <w:pStyle w:val="libNormal"/>
        <w:rPr>
          <w:rtl/>
        </w:rPr>
      </w:pPr>
      <w:r>
        <w:rPr>
          <w:rtl/>
        </w:rPr>
        <w:t>6_ معرفت اور شناخت فقط حسى ذرائع مي</w:t>
      </w:r>
      <w:r w:rsidR="00083993">
        <w:rPr>
          <w:rtl/>
        </w:rPr>
        <w:t xml:space="preserve">ں </w:t>
      </w:r>
      <w:r>
        <w:rPr>
          <w:rtl/>
        </w:rPr>
        <w:t>منحصر و موقوف نہي</w:t>
      </w:r>
      <w:r w:rsidR="00083993">
        <w:rPr>
          <w:rtl/>
        </w:rPr>
        <w:t xml:space="preserve">ں </w:t>
      </w:r>
      <w:r>
        <w:rPr>
          <w:rtl/>
        </w:rPr>
        <w:t>ہي</w:t>
      </w:r>
      <w:r w:rsidR="00083993">
        <w:rPr>
          <w:rtl/>
        </w:rPr>
        <w:t xml:space="preserve">ں </w:t>
      </w:r>
      <w:r>
        <w:rPr>
          <w:rtl/>
        </w:rPr>
        <w:t>_</w:t>
      </w:r>
      <w:r w:rsidRPr="000773E8">
        <w:rPr>
          <w:rStyle w:val="libArabicChar"/>
          <w:rFonts w:hint="eastAsia"/>
          <w:rtl/>
        </w:rPr>
        <w:t>طبع</w:t>
      </w:r>
      <w:r w:rsidRPr="000773E8">
        <w:rPr>
          <w:rStyle w:val="libArabicChar"/>
          <w:rtl/>
        </w:rPr>
        <w:t xml:space="preserve"> الله على قلوب</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w:t>
      </w:r>
      <w:r w:rsidRPr="000773E8">
        <w:rPr>
          <w:rStyle w:val="libArabicChar"/>
          <w:rFonts w:hint="cs"/>
          <w:rtl/>
        </w:rPr>
        <w:t>سمع</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ابصر</w:t>
      </w:r>
      <w:r w:rsidR="00120F63" w:rsidRPr="00B2551F">
        <w:rPr>
          <w:rStyle w:val="libArabicChar"/>
          <w:rFonts w:hint="cs"/>
          <w:rtl/>
        </w:rPr>
        <w:t>ه</w:t>
      </w:r>
      <w:r w:rsidRPr="000773E8">
        <w:rPr>
          <w:rStyle w:val="libArabicChar"/>
          <w:rFonts w:hint="cs"/>
          <w:rtl/>
        </w:rPr>
        <w:t>م</w:t>
      </w:r>
    </w:p>
    <w:p w:rsidR="001F628F" w:rsidRDefault="001F628F" w:rsidP="000773E8">
      <w:pPr>
        <w:pStyle w:val="libNormal"/>
        <w:rPr>
          <w:rtl/>
        </w:rPr>
      </w:pPr>
      <w:r>
        <w:rPr>
          <w:rtl/>
        </w:rPr>
        <w:t>7_ دنيا پرست كفار ، حقيقى غافل ہي</w:t>
      </w:r>
      <w:r w:rsidR="00083993">
        <w:rPr>
          <w:rtl/>
        </w:rPr>
        <w:t xml:space="preserve">ں </w:t>
      </w:r>
      <w:r>
        <w:rPr>
          <w:rtl/>
        </w:rPr>
        <w:t>_</w:t>
      </w:r>
      <w:r w:rsidRPr="000773E8">
        <w:rPr>
          <w:rStyle w:val="libArabicChar"/>
          <w:rFonts w:hint="eastAsia"/>
          <w:rtl/>
        </w:rPr>
        <w:t>استحبوا</w:t>
      </w:r>
      <w:r w:rsidRPr="000773E8">
        <w:rPr>
          <w:rStyle w:val="libArabicChar"/>
          <w:rtl/>
        </w:rPr>
        <w:t xml:space="preserve"> الحى وةالدنيا ...الكفرين ...واولئك </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ا</w:t>
      </w:r>
      <w:r w:rsidRPr="000773E8">
        <w:rPr>
          <w:rStyle w:val="libArabicChar"/>
          <w:rtl/>
        </w:rPr>
        <w:t>لغفلون</w:t>
      </w:r>
    </w:p>
    <w:p w:rsidR="001F628F" w:rsidRDefault="001F628F" w:rsidP="001F628F">
      <w:pPr>
        <w:pStyle w:val="libNormal"/>
        <w:rPr>
          <w:rtl/>
        </w:rPr>
      </w:pPr>
      <w:r>
        <w:rPr>
          <w:rtl/>
        </w:rPr>
        <w:t>8_ دنيا پرستى اہم اور علمى حقائق سے انسان كى غفلت كا سبب ہے_</w:t>
      </w:r>
    </w:p>
    <w:p w:rsidR="001F628F" w:rsidRDefault="001F628F" w:rsidP="000773E8">
      <w:pPr>
        <w:pStyle w:val="libArabic"/>
        <w:rPr>
          <w:rtl/>
        </w:rPr>
      </w:pPr>
      <w:r>
        <w:rPr>
          <w:rFonts w:hint="eastAsia"/>
          <w:rtl/>
        </w:rPr>
        <w:t>ذلك</w:t>
      </w:r>
      <w:r>
        <w:rPr>
          <w:rtl/>
        </w:rPr>
        <w:t xml:space="preserve"> بان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الحىاة </w:t>
      </w:r>
      <w:r>
        <w:rPr>
          <w:rFonts w:hint="cs"/>
          <w:rtl/>
        </w:rPr>
        <w:t>الدنيا</w:t>
      </w:r>
      <w:r>
        <w:rPr>
          <w:rtl/>
        </w:rPr>
        <w:t xml:space="preserve"> </w:t>
      </w:r>
      <w:r>
        <w:rPr>
          <w:rFonts w:hint="cs"/>
          <w:rtl/>
        </w:rPr>
        <w:t>على</w:t>
      </w:r>
      <w:r>
        <w:rPr>
          <w:rtl/>
        </w:rPr>
        <w:t xml:space="preserve"> </w:t>
      </w:r>
      <w:r>
        <w:rPr>
          <w:rFonts w:hint="cs"/>
          <w:rtl/>
        </w:rPr>
        <w:t>الاخرة</w:t>
      </w:r>
      <w:r>
        <w:rPr>
          <w:rtl/>
        </w:rPr>
        <w:t xml:space="preserve"> ...</w:t>
      </w:r>
      <w:r>
        <w:rPr>
          <w:rFonts w:hint="cs"/>
          <w:rtl/>
        </w:rPr>
        <w:t>والئك</w:t>
      </w:r>
      <w:r>
        <w:rPr>
          <w:rtl/>
        </w:rPr>
        <w:t xml:space="preserve"> </w:t>
      </w:r>
      <w:r w:rsidR="00120F63" w:rsidRPr="00ED5DE8">
        <w:rPr>
          <w:rFonts w:hint="cs"/>
          <w:rtl/>
        </w:rPr>
        <w:t>ه</w:t>
      </w:r>
      <w:r>
        <w:rPr>
          <w:rFonts w:hint="cs"/>
          <w:rtl/>
        </w:rPr>
        <w:t>م</w:t>
      </w:r>
      <w:r>
        <w:rPr>
          <w:rtl/>
        </w:rPr>
        <w:t xml:space="preserve"> </w:t>
      </w:r>
      <w:r>
        <w:rPr>
          <w:rFonts w:hint="cs"/>
          <w:rtl/>
        </w:rPr>
        <w:t>ال</w:t>
      </w:r>
      <w:r>
        <w:rPr>
          <w:rtl/>
        </w:rPr>
        <w:t>غفلون</w:t>
      </w:r>
    </w:p>
    <w:p w:rsidR="001F628F" w:rsidRDefault="001F628F" w:rsidP="001F628F">
      <w:pPr>
        <w:pStyle w:val="libNormal"/>
        <w:rPr>
          <w:rtl/>
        </w:rPr>
      </w:pPr>
      <w:r>
        <w:rPr>
          <w:rFonts w:hint="eastAsia"/>
          <w:rtl/>
        </w:rPr>
        <w:t>آيت</w:t>
      </w:r>
      <w:r>
        <w:rPr>
          <w:rtl/>
        </w:rPr>
        <w:t xml:space="preserve"> كريمہ مي</w:t>
      </w:r>
      <w:r w:rsidR="00083993">
        <w:rPr>
          <w:rtl/>
        </w:rPr>
        <w:t xml:space="preserve">ں </w:t>
      </w:r>
      <w:r>
        <w:rPr>
          <w:rtl/>
        </w:rPr>
        <w:t>''غافلون'' كا متعلق ذكر نہي</w:t>
      </w:r>
      <w:r w:rsidR="00083993">
        <w:rPr>
          <w:rtl/>
        </w:rPr>
        <w:t xml:space="preserve">ں </w:t>
      </w:r>
      <w:r>
        <w:rPr>
          <w:rtl/>
        </w:rPr>
        <w:t>ہو ا يعنى يہ بيان نہي</w:t>
      </w:r>
      <w:r w:rsidR="00083993">
        <w:rPr>
          <w:rtl/>
        </w:rPr>
        <w:t xml:space="preserve">ں </w:t>
      </w:r>
      <w:r>
        <w:rPr>
          <w:rtl/>
        </w:rPr>
        <w:t>ہوا كہ دنيا پرست كفار كس چيز كى نسبت غافل ہي</w:t>
      </w:r>
      <w:r w:rsidR="00083993">
        <w:rPr>
          <w:rtl/>
        </w:rPr>
        <w:t xml:space="preserve">ں </w:t>
      </w:r>
      <w:r>
        <w:rPr>
          <w:rtl/>
        </w:rPr>
        <w:t>اس بناء پر اسے ذكر نہ كرنا اس بات پردليل ہے كہ انسان كے ليے ہر قسم كے حقائق كو درك كرنے سے غفلت كا سبب ، دنياپرستى ہے_</w:t>
      </w:r>
    </w:p>
    <w:p w:rsidR="001F628F" w:rsidRDefault="001F628F" w:rsidP="001F628F">
      <w:pPr>
        <w:pStyle w:val="libNormal"/>
        <w:rPr>
          <w:rtl/>
        </w:rPr>
      </w:pPr>
      <w:r>
        <w:rPr>
          <w:rtl/>
        </w:rPr>
        <w:t>9_ ادراكى ذرائع پرمہر لگنے كا انسان كى مكمل غفلت سے براہ راست رابطہ ہے_</w:t>
      </w:r>
    </w:p>
    <w:p w:rsidR="000773E8" w:rsidRDefault="001E7F9D" w:rsidP="00F73EDE">
      <w:pPr>
        <w:pStyle w:val="libPoemTini"/>
        <w:rPr>
          <w:rtl/>
        </w:rPr>
      </w:pPr>
      <w:r>
        <w:rPr>
          <w:rtl/>
        </w:rPr>
        <w:br w:type="page"/>
      </w:r>
    </w:p>
    <w:p w:rsidR="001F628F" w:rsidRDefault="001F628F" w:rsidP="000773E8">
      <w:pPr>
        <w:pStyle w:val="libArabic"/>
        <w:rPr>
          <w:rtl/>
        </w:rPr>
      </w:pPr>
      <w:r>
        <w:rPr>
          <w:rFonts w:hint="eastAsia"/>
          <w:rtl/>
        </w:rPr>
        <w:lastRenderedPageBreak/>
        <w:t>طبع</w:t>
      </w:r>
      <w:r>
        <w:rPr>
          <w:rtl/>
        </w:rPr>
        <w:t xml:space="preserve"> الله على قلوب</w:t>
      </w:r>
      <w:r w:rsidR="00120F63" w:rsidRPr="00ED5DE8">
        <w:rPr>
          <w:rFonts w:hint="cs"/>
          <w:rtl/>
        </w:rPr>
        <w:t>ه</w:t>
      </w:r>
      <w:r>
        <w:rPr>
          <w:rFonts w:hint="cs"/>
          <w:rtl/>
        </w:rPr>
        <w:t>م</w:t>
      </w:r>
      <w:r>
        <w:rPr>
          <w:rtl/>
        </w:rPr>
        <w:t xml:space="preserve"> </w:t>
      </w:r>
      <w:r>
        <w:rPr>
          <w:rFonts w:hint="cs"/>
          <w:rtl/>
        </w:rPr>
        <w:t>وسمع</w:t>
      </w:r>
      <w:r w:rsidR="00120F63" w:rsidRPr="00ED5DE8">
        <w:rPr>
          <w:rFonts w:hint="cs"/>
          <w:rtl/>
        </w:rPr>
        <w:t>ه</w:t>
      </w:r>
      <w:r>
        <w:rPr>
          <w:rFonts w:hint="cs"/>
          <w:rtl/>
        </w:rPr>
        <w:t>م</w:t>
      </w:r>
      <w:r>
        <w:rPr>
          <w:rtl/>
        </w:rPr>
        <w:t xml:space="preserve"> </w:t>
      </w:r>
      <w:r>
        <w:rPr>
          <w:rFonts w:hint="cs"/>
          <w:rtl/>
        </w:rPr>
        <w:t>و</w:t>
      </w:r>
      <w:r>
        <w:rPr>
          <w:rtl/>
        </w:rPr>
        <w:t xml:space="preserve"> </w:t>
      </w:r>
      <w:r>
        <w:rPr>
          <w:rFonts w:hint="cs"/>
          <w:rtl/>
        </w:rPr>
        <w:t>ابصر</w:t>
      </w:r>
      <w:r w:rsidR="00120F63" w:rsidRPr="00ED5DE8">
        <w:rPr>
          <w:rFonts w:hint="cs"/>
          <w:rtl/>
        </w:rPr>
        <w:t>ه</w:t>
      </w:r>
      <w:r>
        <w:rPr>
          <w:rFonts w:hint="cs"/>
          <w:rtl/>
        </w:rPr>
        <w:t>م</w:t>
      </w:r>
      <w:r>
        <w:rPr>
          <w:rtl/>
        </w:rPr>
        <w:t xml:space="preserve"> </w:t>
      </w:r>
      <w:r>
        <w:rPr>
          <w:rFonts w:hint="cs"/>
          <w:rtl/>
        </w:rPr>
        <w:t>اولئك</w:t>
      </w:r>
      <w:r>
        <w:rPr>
          <w:rtl/>
        </w:rPr>
        <w:t xml:space="preserve"> </w:t>
      </w:r>
      <w:r w:rsidR="00120F63" w:rsidRPr="00ED5DE8">
        <w:rPr>
          <w:rFonts w:hint="cs"/>
          <w:rtl/>
        </w:rPr>
        <w:t>ه</w:t>
      </w:r>
      <w:r>
        <w:rPr>
          <w:rFonts w:hint="cs"/>
          <w:rtl/>
        </w:rPr>
        <w:t>م</w:t>
      </w:r>
      <w:r>
        <w:rPr>
          <w:rtl/>
        </w:rPr>
        <w:t xml:space="preserve"> </w:t>
      </w:r>
      <w:r>
        <w:rPr>
          <w:rFonts w:hint="cs"/>
          <w:rtl/>
        </w:rPr>
        <w:t>ا</w:t>
      </w:r>
      <w:r>
        <w:rPr>
          <w:rtl/>
        </w:rPr>
        <w:t>لغفلون</w:t>
      </w:r>
    </w:p>
    <w:p w:rsidR="001F628F" w:rsidRDefault="001F628F" w:rsidP="000773E8">
      <w:pPr>
        <w:pStyle w:val="libNormal"/>
        <w:rPr>
          <w:rtl/>
        </w:rPr>
      </w:pPr>
      <w:r>
        <w:rPr>
          <w:rFonts w:hint="eastAsia"/>
          <w:rtl/>
        </w:rPr>
        <w:t>ادراك</w:t>
      </w:r>
      <w:r>
        <w:rPr>
          <w:rtl/>
        </w:rPr>
        <w:t>:</w:t>
      </w:r>
      <w:r>
        <w:rPr>
          <w:rFonts w:hint="eastAsia"/>
          <w:rtl/>
        </w:rPr>
        <w:t>قوت</w:t>
      </w:r>
      <w:r>
        <w:rPr>
          <w:rtl/>
        </w:rPr>
        <w:t xml:space="preserve"> ادراكى كے ختم ہونے كا زمينہ 9</w:t>
      </w:r>
    </w:p>
    <w:p w:rsidR="001F628F" w:rsidRDefault="001F628F" w:rsidP="000773E8">
      <w:pPr>
        <w:pStyle w:val="libNormal"/>
        <w:rPr>
          <w:rtl/>
        </w:rPr>
      </w:pPr>
      <w:r>
        <w:rPr>
          <w:rFonts w:hint="eastAsia"/>
          <w:rtl/>
        </w:rPr>
        <w:t>الله</w:t>
      </w:r>
      <w:r>
        <w:rPr>
          <w:rtl/>
        </w:rPr>
        <w:t xml:space="preserve"> تعالي:</w:t>
      </w:r>
      <w:r>
        <w:rPr>
          <w:rFonts w:hint="eastAsia"/>
          <w:rtl/>
        </w:rPr>
        <w:t>الله</w:t>
      </w:r>
      <w:r>
        <w:rPr>
          <w:rtl/>
        </w:rPr>
        <w:t xml:space="preserve"> تعالى كى ہدايات سے محروميت 3</w:t>
      </w:r>
    </w:p>
    <w:p w:rsidR="001F628F" w:rsidRDefault="001F628F" w:rsidP="000773E8">
      <w:pPr>
        <w:pStyle w:val="libNormal"/>
        <w:rPr>
          <w:rtl/>
        </w:rPr>
      </w:pPr>
      <w:r>
        <w:rPr>
          <w:rFonts w:hint="eastAsia"/>
          <w:rtl/>
        </w:rPr>
        <w:t>چشم</w:t>
      </w:r>
      <w:r>
        <w:rPr>
          <w:rtl/>
        </w:rPr>
        <w:t>:</w:t>
      </w:r>
      <w:r>
        <w:rPr>
          <w:rFonts w:hint="eastAsia"/>
          <w:rtl/>
        </w:rPr>
        <w:t>چشم</w:t>
      </w:r>
      <w:r>
        <w:rPr>
          <w:rtl/>
        </w:rPr>
        <w:t xml:space="preserve"> كا كردار5</w:t>
      </w:r>
    </w:p>
    <w:p w:rsidR="001F628F" w:rsidRDefault="001F628F" w:rsidP="000773E8">
      <w:pPr>
        <w:pStyle w:val="libNormal"/>
        <w:rPr>
          <w:rtl/>
        </w:rPr>
      </w:pPr>
      <w:r>
        <w:rPr>
          <w:rFonts w:hint="eastAsia"/>
          <w:rtl/>
        </w:rPr>
        <w:t>حقائق</w:t>
      </w:r>
      <w:r>
        <w:rPr>
          <w:rtl/>
        </w:rPr>
        <w:t>:</w:t>
      </w:r>
      <w:r>
        <w:rPr>
          <w:rFonts w:hint="eastAsia"/>
          <w:rtl/>
        </w:rPr>
        <w:t>حقائق</w:t>
      </w:r>
      <w:r>
        <w:rPr>
          <w:rtl/>
        </w:rPr>
        <w:t xml:space="preserve"> كو درك كرنے سے محروم 1; حقائق كو درك كرنے سے محروميت 3،4;حقائق كو درك كرنے سے محروميت كے اسباب2</w:t>
      </w:r>
    </w:p>
    <w:p w:rsidR="001F628F" w:rsidRDefault="001F628F" w:rsidP="000773E8">
      <w:pPr>
        <w:pStyle w:val="libNormal"/>
        <w:rPr>
          <w:rtl/>
        </w:rPr>
      </w:pPr>
      <w:r>
        <w:rPr>
          <w:rFonts w:hint="eastAsia"/>
          <w:rtl/>
        </w:rPr>
        <w:t>دنيا</w:t>
      </w:r>
      <w:r>
        <w:rPr>
          <w:rtl/>
        </w:rPr>
        <w:t>:</w:t>
      </w:r>
      <w:r>
        <w:rPr>
          <w:rFonts w:hint="eastAsia"/>
          <w:rtl/>
        </w:rPr>
        <w:t>آخرت</w:t>
      </w:r>
      <w:r>
        <w:rPr>
          <w:rtl/>
        </w:rPr>
        <w:t xml:space="preserve"> پر دنياكو ترجيح دينا4</w:t>
      </w:r>
    </w:p>
    <w:p w:rsidR="001F628F" w:rsidRDefault="001F628F" w:rsidP="000773E8">
      <w:pPr>
        <w:pStyle w:val="libNormal"/>
        <w:rPr>
          <w:rtl/>
        </w:rPr>
      </w:pPr>
      <w:r>
        <w:rPr>
          <w:rFonts w:hint="eastAsia"/>
          <w:rtl/>
        </w:rPr>
        <w:t>دنيا</w:t>
      </w:r>
      <w:r>
        <w:rPr>
          <w:rtl/>
        </w:rPr>
        <w:t xml:space="preserve"> كو طلب كرنے والے:</w:t>
      </w:r>
      <w:r>
        <w:rPr>
          <w:rFonts w:hint="eastAsia"/>
          <w:rtl/>
        </w:rPr>
        <w:t>دنيا</w:t>
      </w:r>
      <w:r>
        <w:rPr>
          <w:rtl/>
        </w:rPr>
        <w:t xml:space="preserve"> كو طلب كرنے والو</w:t>
      </w:r>
      <w:r w:rsidR="00083993">
        <w:rPr>
          <w:rtl/>
        </w:rPr>
        <w:t xml:space="preserve">ں </w:t>
      </w:r>
      <w:r>
        <w:rPr>
          <w:rtl/>
        </w:rPr>
        <w:t>كا اندھاپن 4; دنيا كو طلب كرنے والو</w:t>
      </w:r>
      <w:r w:rsidR="00083993">
        <w:rPr>
          <w:rtl/>
        </w:rPr>
        <w:t xml:space="preserve">ں </w:t>
      </w:r>
      <w:r>
        <w:rPr>
          <w:rtl/>
        </w:rPr>
        <w:t>كا بہرہ پن 1،4; دنيا كو طلب كرنے والو</w:t>
      </w:r>
      <w:r w:rsidR="00083993">
        <w:rPr>
          <w:rtl/>
        </w:rPr>
        <w:t xml:space="preserve">ں </w:t>
      </w:r>
      <w:r>
        <w:rPr>
          <w:rtl/>
        </w:rPr>
        <w:t>كى سزا 4; دنيا كو طلب كرنے والو</w:t>
      </w:r>
      <w:r w:rsidR="00083993">
        <w:rPr>
          <w:rtl/>
        </w:rPr>
        <w:t xml:space="preserve">ں </w:t>
      </w:r>
      <w:r>
        <w:rPr>
          <w:rtl/>
        </w:rPr>
        <w:t>كى غفلت 7; دنيا كو طلب كرنے والو</w:t>
      </w:r>
      <w:r w:rsidR="00083993">
        <w:rPr>
          <w:rtl/>
        </w:rPr>
        <w:t xml:space="preserve">ں </w:t>
      </w:r>
      <w:r>
        <w:rPr>
          <w:rtl/>
        </w:rPr>
        <w:t>كى محروميت 1; دنيا كو طلب كرنے والو</w:t>
      </w:r>
      <w:r w:rsidR="00083993">
        <w:rPr>
          <w:rtl/>
        </w:rPr>
        <w:t xml:space="preserve">ں </w:t>
      </w:r>
      <w:r>
        <w:rPr>
          <w:rtl/>
        </w:rPr>
        <w:t>كے دل كا ختم ہونا 1،4</w:t>
      </w:r>
    </w:p>
    <w:p w:rsidR="001F628F" w:rsidRDefault="001F628F" w:rsidP="000773E8">
      <w:pPr>
        <w:pStyle w:val="libNormal"/>
        <w:rPr>
          <w:rtl/>
        </w:rPr>
      </w:pPr>
      <w:r>
        <w:rPr>
          <w:rFonts w:hint="eastAsia"/>
          <w:rtl/>
        </w:rPr>
        <w:t>دينا</w:t>
      </w:r>
      <w:r>
        <w:rPr>
          <w:rtl/>
        </w:rPr>
        <w:t xml:space="preserve"> طلبي:</w:t>
      </w:r>
      <w:r>
        <w:rPr>
          <w:rFonts w:hint="eastAsia"/>
          <w:rtl/>
        </w:rPr>
        <w:t>دينا</w:t>
      </w:r>
      <w:r>
        <w:rPr>
          <w:rtl/>
        </w:rPr>
        <w:t xml:space="preserve"> طلبى كے آثار 2،8</w:t>
      </w:r>
    </w:p>
    <w:p w:rsidR="001F628F" w:rsidRDefault="001F628F" w:rsidP="000773E8">
      <w:pPr>
        <w:pStyle w:val="libNormal"/>
        <w:rPr>
          <w:rtl/>
        </w:rPr>
      </w:pPr>
      <w:r>
        <w:rPr>
          <w:rFonts w:hint="eastAsia"/>
          <w:rtl/>
        </w:rPr>
        <w:t>شناخت</w:t>
      </w:r>
      <w:r>
        <w:rPr>
          <w:rtl/>
        </w:rPr>
        <w:t xml:space="preserve"> :</w:t>
      </w:r>
      <w:r>
        <w:rPr>
          <w:rFonts w:hint="eastAsia"/>
          <w:rtl/>
        </w:rPr>
        <w:t>شناخت</w:t>
      </w:r>
      <w:r>
        <w:rPr>
          <w:rtl/>
        </w:rPr>
        <w:t xml:space="preserve"> كے وسائل 5،6</w:t>
      </w:r>
    </w:p>
    <w:p w:rsidR="001F628F" w:rsidRDefault="001F628F" w:rsidP="000773E8">
      <w:pPr>
        <w:pStyle w:val="libNormal"/>
        <w:rPr>
          <w:rtl/>
        </w:rPr>
      </w:pPr>
      <w:r>
        <w:rPr>
          <w:rFonts w:hint="eastAsia"/>
          <w:rtl/>
        </w:rPr>
        <w:t>عمل</w:t>
      </w:r>
      <w:r>
        <w:rPr>
          <w:rtl/>
        </w:rPr>
        <w:t>:</w:t>
      </w:r>
      <w:r>
        <w:rPr>
          <w:rFonts w:hint="eastAsia"/>
          <w:rtl/>
        </w:rPr>
        <w:t>عمل</w:t>
      </w:r>
      <w:r>
        <w:rPr>
          <w:rtl/>
        </w:rPr>
        <w:t xml:space="preserve"> كے آثار 2</w:t>
      </w:r>
    </w:p>
    <w:p w:rsidR="001F628F" w:rsidRDefault="001F628F" w:rsidP="001F628F">
      <w:pPr>
        <w:pStyle w:val="libNormal"/>
        <w:rPr>
          <w:rtl/>
        </w:rPr>
      </w:pPr>
      <w:r>
        <w:rPr>
          <w:rFonts w:hint="eastAsia"/>
          <w:rtl/>
        </w:rPr>
        <w:t>غافل</w:t>
      </w:r>
      <w:r>
        <w:rPr>
          <w:rtl/>
        </w:rPr>
        <w:t>:7</w:t>
      </w:r>
    </w:p>
    <w:p w:rsidR="001F628F" w:rsidRDefault="001F628F" w:rsidP="000773E8">
      <w:pPr>
        <w:pStyle w:val="libNormal"/>
        <w:rPr>
          <w:rtl/>
        </w:rPr>
      </w:pPr>
      <w:r>
        <w:rPr>
          <w:rFonts w:hint="eastAsia"/>
          <w:rtl/>
        </w:rPr>
        <w:t>غفلت</w:t>
      </w:r>
      <w:r>
        <w:rPr>
          <w:rtl/>
        </w:rPr>
        <w:t>:</w:t>
      </w:r>
      <w:r>
        <w:rPr>
          <w:rFonts w:hint="eastAsia"/>
          <w:rtl/>
        </w:rPr>
        <w:t>غفلت</w:t>
      </w:r>
      <w:r>
        <w:rPr>
          <w:rtl/>
        </w:rPr>
        <w:t xml:space="preserve"> كے آثار 9; غفلت كے اسباب 8</w:t>
      </w:r>
    </w:p>
    <w:p w:rsidR="001F628F" w:rsidRDefault="001F628F" w:rsidP="000773E8">
      <w:pPr>
        <w:pStyle w:val="libNormal"/>
        <w:rPr>
          <w:rtl/>
        </w:rPr>
      </w:pPr>
      <w:r>
        <w:rPr>
          <w:rFonts w:hint="eastAsia"/>
          <w:rtl/>
        </w:rPr>
        <w:t>قلب</w:t>
      </w:r>
      <w:r>
        <w:rPr>
          <w:rtl/>
        </w:rPr>
        <w:t>:</w:t>
      </w:r>
      <w:r>
        <w:rPr>
          <w:rFonts w:hint="eastAsia"/>
          <w:rtl/>
        </w:rPr>
        <w:t>قلب</w:t>
      </w:r>
      <w:r>
        <w:rPr>
          <w:rtl/>
        </w:rPr>
        <w:t xml:space="preserve"> كا كردار5</w:t>
      </w:r>
    </w:p>
    <w:p w:rsidR="001F628F" w:rsidRDefault="001F628F" w:rsidP="000773E8">
      <w:pPr>
        <w:pStyle w:val="libNormal"/>
        <w:rPr>
          <w:rtl/>
        </w:rPr>
      </w:pPr>
      <w:r>
        <w:rPr>
          <w:rFonts w:hint="eastAsia"/>
          <w:rtl/>
        </w:rPr>
        <w:t>كان</w:t>
      </w:r>
      <w:r>
        <w:rPr>
          <w:rtl/>
        </w:rPr>
        <w:t>:</w:t>
      </w:r>
      <w:r>
        <w:rPr>
          <w:rFonts w:hint="eastAsia"/>
          <w:rtl/>
        </w:rPr>
        <w:t>كان</w:t>
      </w:r>
      <w:r>
        <w:rPr>
          <w:rtl/>
        </w:rPr>
        <w:t xml:space="preserve"> كا كردار5</w:t>
      </w:r>
    </w:p>
    <w:p w:rsidR="001F628F" w:rsidRDefault="001F628F" w:rsidP="000773E8">
      <w:pPr>
        <w:pStyle w:val="libNormal"/>
        <w:rPr>
          <w:rtl/>
        </w:rPr>
      </w:pPr>
      <w:r>
        <w:rPr>
          <w:rFonts w:hint="eastAsia"/>
          <w:rtl/>
        </w:rPr>
        <w:t>كفار</w:t>
      </w:r>
      <w:r>
        <w:rPr>
          <w:rtl/>
        </w:rPr>
        <w:t>:</w:t>
      </w:r>
      <w:r>
        <w:rPr>
          <w:rFonts w:hint="eastAsia"/>
          <w:rtl/>
        </w:rPr>
        <w:t>دنيا</w:t>
      </w:r>
      <w:r>
        <w:rPr>
          <w:rtl/>
        </w:rPr>
        <w:t xml:space="preserve"> طلب كفاركى محروميت 3;كفار كى غفلت 7;كفار كے دل كا ختم ہونا 1</w:t>
      </w:r>
    </w:p>
    <w:p w:rsidR="001F628F" w:rsidRDefault="001F628F" w:rsidP="000773E8">
      <w:pPr>
        <w:pStyle w:val="libNormal"/>
        <w:rPr>
          <w:rtl/>
        </w:rPr>
      </w:pPr>
      <w:r>
        <w:rPr>
          <w:rFonts w:hint="eastAsia"/>
          <w:rtl/>
        </w:rPr>
        <w:t>كفر</w:t>
      </w:r>
      <w:r>
        <w:rPr>
          <w:rtl/>
        </w:rPr>
        <w:t>:</w:t>
      </w:r>
      <w:r>
        <w:rPr>
          <w:rFonts w:hint="eastAsia"/>
          <w:rtl/>
        </w:rPr>
        <w:t>كفر</w:t>
      </w:r>
      <w:r>
        <w:rPr>
          <w:rtl/>
        </w:rPr>
        <w:t xml:space="preserve"> كے آثار 2</w:t>
      </w:r>
    </w:p>
    <w:p w:rsidR="001F628F" w:rsidRDefault="001F628F" w:rsidP="000773E8">
      <w:pPr>
        <w:pStyle w:val="libNormal"/>
        <w:rPr>
          <w:rtl/>
        </w:rPr>
      </w:pPr>
      <w:r>
        <w:rPr>
          <w:rFonts w:hint="eastAsia"/>
          <w:rtl/>
        </w:rPr>
        <w:t>مرتد</w:t>
      </w:r>
      <w:r>
        <w:rPr>
          <w:rtl/>
        </w:rPr>
        <w:t>:</w:t>
      </w:r>
      <w:r>
        <w:rPr>
          <w:rFonts w:hint="eastAsia"/>
          <w:rtl/>
        </w:rPr>
        <w:t>مرتدو</w:t>
      </w:r>
      <w:r w:rsidR="00083993">
        <w:rPr>
          <w:rFonts w:hint="eastAsia"/>
          <w:rtl/>
        </w:rPr>
        <w:t xml:space="preserve">ں </w:t>
      </w:r>
      <w:r>
        <w:rPr>
          <w:rtl/>
        </w:rPr>
        <w:t>كا اندھاپن1; مرتدو</w:t>
      </w:r>
      <w:r w:rsidR="00083993">
        <w:rPr>
          <w:rtl/>
        </w:rPr>
        <w:t xml:space="preserve">ں </w:t>
      </w:r>
      <w:r>
        <w:rPr>
          <w:rtl/>
        </w:rPr>
        <w:t>كا بہرہ پن1; مرتدو</w:t>
      </w:r>
      <w:r w:rsidR="00083993">
        <w:rPr>
          <w:rtl/>
        </w:rPr>
        <w:t xml:space="preserve">ں </w:t>
      </w:r>
      <w:r>
        <w:rPr>
          <w:rtl/>
        </w:rPr>
        <w:t>كى محروميت 1،3; مرتدو</w:t>
      </w:r>
      <w:r w:rsidR="00083993">
        <w:rPr>
          <w:rtl/>
        </w:rPr>
        <w:t xml:space="preserve">ں </w:t>
      </w:r>
      <w:r>
        <w:rPr>
          <w:rtl/>
        </w:rPr>
        <w:t>كے قلب كا ختم ہونا 1</w:t>
      </w:r>
    </w:p>
    <w:p w:rsidR="000773E8" w:rsidRDefault="001E7F9D" w:rsidP="00F73EDE">
      <w:pPr>
        <w:pStyle w:val="libPoemTini"/>
        <w:rPr>
          <w:rtl/>
        </w:rPr>
      </w:pPr>
      <w:r>
        <w:rPr>
          <w:rtl/>
        </w:rPr>
        <w:br w:type="page"/>
      </w:r>
    </w:p>
    <w:p w:rsidR="000773E8" w:rsidRPr="00120F63" w:rsidRDefault="000773E8" w:rsidP="000773E8">
      <w:pPr>
        <w:pStyle w:val="Heading2Center"/>
        <w:rPr>
          <w:rtl/>
        </w:rPr>
      </w:pPr>
      <w:bookmarkStart w:id="255" w:name="_Toc28081933"/>
      <w:r>
        <w:rPr>
          <w:rFonts w:hint="cs"/>
          <w:rtl/>
        </w:rPr>
        <w:lastRenderedPageBreak/>
        <w:t xml:space="preserve">آیت </w:t>
      </w:r>
      <w:r w:rsidRPr="00120F63">
        <w:rPr>
          <w:rFonts w:hint="cs"/>
          <w:rtl/>
        </w:rPr>
        <w:t>109</w:t>
      </w:r>
      <w:bookmarkEnd w:id="255"/>
    </w:p>
    <w:p w:rsidR="001F628F" w:rsidRDefault="00E260F9" w:rsidP="000773E8">
      <w:pPr>
        <w:pStyle w:val="libNormal"/>
        <w:rPr>
          <w:rtl/>
        </w:rPr>
      </w:pPr>
      <w:r w:rsidRPr="00E260F9">
        <w:rPr>
          <w:rStyle w:val="libAlaemChar"/>
          <w:rFonts w:hint="eastAsia"/>
          <w:rtl/>
        </w:rPr>
        <w:t>(</w:t>
      </w:r>
      <w:r w:rsidRPr="000773E8">
        <w:rPr>
          <w:rStyle w:val="libAieChar"/>
          <w:rFonts w:hint="eastAsia"/>
          <w:rtl/>
        </w:rPr>
        <w:t>لاَ</w:t>
      </w:r>
      <w:r w:rsidRPr="000773E8">
        <w:rPr>
          <w:rStyle w:val="libAieChar"/>
          <w:rtl/>
        </w:rPr>
        <w:t xml:space="preserve"> جَرَمَ أَنَّهُمْ فِي الآخِرَةِ هُمُ الْخَاسِرونَ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يقينا يہى لوگ آخرت مي</w:t>
      </w:r>
      <w:r w:rsidR="00083993">
        <w:rPr>
          <w:rtl/>
        </w:rPr>
        <w:t xml:space="preserve">ں </w:t>
      </w:r>
      <w:r>
        <w:rPr>
          <w:rtl/>
        </w:rPr>
        <w:t>گھاٹا اٹھانے والو</w:t>
      </w:r>
      <w:r w:rsidR="00083993">
        <w:rPr>
          <w:rtl/>
        </w:rPr>
        <w:t xml:space="preserve">ں </w:t>
      </w:r>
      <w:r>
        <w:rPr>
          <w:rtl/>
        </w:rPr>
        <w:t>مي</w:t>
      </w:r>
      <w:r w:rsidR="00083993">
        <w:rPr>
          <w:rtl/>
        </w:rPr>
        <w:t xml:space="preserve">ں </w:t>
      </w:r>
      <w:r>
        <w:rPr>
          <w:rtl/>
        </w:rPr>
        <w:t>ہي</w:t>
      </w:r>
      <w:r w:rsidR="00083993">
        <w:rPr>
          <w:rtl/>
        </w:rPr>
        <w:t xml:space="preserve">ں </w:t>
      </w:r>
      <w:r>
        <w:rPr>
          <w:rtl/>
        </w:rPr>
        <w:t>_</w:t>
      </w:r>
    </w:p>
    <w:p w:rsidR="001F628F" w:rsidRDefault="001F628F" w:rsidP="001F628F">
      <w:pPr>
        <w:pStyle w:val="libNormal"/>
        <w:rPr>
          <w:rtl/>
        </w:rPr>
      </w:pPr>
      <w:r>
        <w:rPr>
          <w:rtl/>
        </w:rPr>
        <w:t>1_بے شك غافل و دنيا پرست كفار( مرتدين) آخرت مي</w:t>
      </w:r>
      <w:r w:rsidR="00083993">
        <w:rPr>
          <w:rtl/>
        </w:rPr>
        <w:t xml:space="preserve">ں </w:t>
      </w:r>
      <w:r>
        <w:rPr>
          <w:rtl/>
        </w:rPr>
        <w:t>نقصان و زيا</w:t>
      </w:r>
      <w:r w:rsidR="00083993">
        <w:rPr>
          <w:rtl/>
        </w:rPr>
        <w:t xml:space="preserve">ں </w:t>
      </w:r>
      <w:r>
        <w:rPr>
          <w:rtl/>
        </w:rPr>
        <w:t>اٹھانے والے ہي</w:t>
      </w:r>
      <w:r w:rsidR="00083993">
        <w:rPr>
          <w:rtl/>
        </w:rPr>
        <w:t xml:space="preserve">ں </w:t>
      </w:r>
      <w:r>
        <w:rPr>
          <w:rtl/>
        </w:rPr>
        <w:t>_</w:t>
      </w:r>
    </w:p>
    <w:p w:rsidR="001F628F" w:rsidRDefault="001F628F" w:rsidP="000773E8">
      <w:pPr>
        <w:pStyle w:val="libArabic"/>
        <w:rPr>
          <w:rtl/>
        </w:rPr>
      </w:pPr>
      <w:r>
        <w:rPr>
          <w:rFonts w:hint="eastAsia"/>
          <w:rtl/>
        </w:rPr>
        <w:t>استحبوا</w:t>
      </w:r>
      <w:r>
        <w:rPr>
          <w:rtl/>
        </w:rPr>
        <w:t xml:space="preserve"> </w:t>
      </w:r>
      <w:r w:rsidR="00D97234" w:rsidRPr="00D97234">
        <w:rPr>
          <w:rtl/>
        </w:rPr>
        <w:t xml:space="preserve">الحياة </w:t>
      </w:r>
      <w:r>
        <w:rPr>
          <w:rtl/>
        </w:rPr>
        <w:t xml:space="preserve"> الدنيا ...القوم الكفرين ...</w:t>
      </w:r>
      <w:r w:rsidR="00120F63" w:rsidRPr="00ED5DE8">
        <w:rPr>
          <w:rFonts w:hint="cs"/>
          <w:rtl/>
        </w:rPr>
        <w:t>ه</w:t>
      </w:r>
      <w:r>
        <w:rPr>
          <w:rFonts w:hint="cs"/>
          <w:rtl/>
        </w:rPr>
        <w:t>م</w:t>
      </w:r>
      <w:r>
        <w:rPr>
          <w:rtl/>
        </w:rPr>
        <w:t xml:space="preserve"> </w:t>
      </w:r>
      <w:r>
        <w:rPr>
          <w:rFonts w:hint="cs"/>
          <w:rtl/>
        </w:rPr>
        <w:t>الغفلون</w:t>
      </w:r>
      <w:r>
        <w:rPr>
          <w:rtl/>
        </w:rPr>
        <w:t xml:space="preserve"> _</w:t>
      </w:r>
      <w:r>
        <w:rPr>
          <w:rFonts w:hint="cs"/>
          <w:rtl/>
        </w:rPr>
        <w:t>لا</w:t>
      </w:r>
      <w:r>
        <w:rPr>
          <w:rtl/>
        </w:rPr>
        <w:t xml:space="preserve"> </w:t>
      </w:r>
      <w:r>
        <w:rPr>
          <w:rFonts w:hint="cs"/>
          <w:rtl/>
        </w:rPr>
        <w:t>جرم</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الاخرة</w:t>
      </w:r>
      <w:r>
        <w:rPr>
          <w:rtl/>
        </w:rPr>
        <w:t xml:space="preserve"> </w:t>
      </w:r>
      <w:r w:rsidR="00120F63" w:rsidRPr="00ED5DE8">
        <w:rPr>
          <w:rFonts w:hint="cs"/>
          <w:rtl/>
        </w:rPr>
        <w:t>ه</w:t>
      </w:r>
      <w:r>
        <w:rPr>
          <w:rFonts w:hint="cs"/>
          <w:rtl/>
        </w:rPr>
        <w:t>م</w:t>
      </w:r>
      <w:r>
        <w:rPr>
          <w:rtl/>
        </w:rPr>
        <w:t xml:space="preserve"> </w:t>
      </w:r>
      <w:r w:rsidR="00D97234" w:rsidRPr="00D97234">
        <w:rPr>
          <w:rFonts w:hint="cs"/>
          <w:rtl/>
        </w:rPr>
        <w:t>الخاسرون</w:t>
      </w:r>
    </w:p>
    <w:p w:rsidR="001F628F" w:rsidRDefault="001F628F" w:rsidP="001F628F">
      <w:pPr>
        <w:pStyle w:val="libNormal"/>
        <w:rPr>
          <w:rtl/>
        </w:rPr>
      </w:pPr>
      <w:r>
        <w:rPr>
          <w:rtl/>
        </w:rPr>
        <w:t>2_ انسان كا اخروى نقصان وزيا ن ، اس كى دنيا پرستى اور غفلت سے نہ بچنے كا قہرى نتيجہ ہے_</w:t>
      </w:r>
    </w:p>
    <w:p w:rsidR="001F628F" w:rsidRDefault="001F628F" w:rsidP="005C31C0">
      <w:pPr>
        <w:pStyle w:val="libArabic"/>
        <w:rPr>
          <w:rtl/>
        </w:rPr>
      </w:pPr>
      <w:r>
        <w:rPr>
          <w:rFonts w:hint="eastAsia"/>
          <w:rtl/>
        </w:rPr>
        <w:t>استحبوا</w:t>
      </w:r>
      <w:r>
        <w:rPr>
          <w:rtl/>
        </w:rPr>
        <w:t xml:space="preserve"> </w:t>
      </w:r>
      <w:r w:rsidR="00D97234" w:rsidRPr="00D97234">
        <w:rPr>
          <w:rtl/>
        </w:rPr>
        <w:t xml:space="preserve">الحىاة </w:t>
      </w:r>
      <w:r>
        <w:rPr>
          <w:rtl/>
        </w:rPr>
        <w:t xml:space="preserve">الدنيا ...القوم الكفرين ... اولئك </w:t>
      </w:r>
      <w:r w:rsidR="00120F63" w:rsidRPr="00ED5DE8">
        <w:rPr>
          <w:rFonts w:hint="cs"/>
          <w:rtl/>
        </w:rPr>
        <w:t>ه</w:t>
      </w:r>
      <w:r>
        <w:rPr>
          <w:rFonts w:hint="cs"/>
          <w:rtl/>
        </w:rPr>
        <w:t>م</w:t>
      </w:r>
      <w:r>
        <w:rPr>
          <w:rtl/>
        </w:rPr>
        <w:t xml:space="preserve"> </w:t>
      </w:r>
      <w:r>
        <w:rPr>
          <w:rFonts w:hint="cs"/>
          <w:rtl/>
        </w:rPr>
        <w:t>الغفلون</w:t>
      </w:r>
      <w:r>
        <w:rPr>
          <w:rtl/>
        </w:rPr>
        <w:t xml:space="preserve"> _ </w:t>
      </w:r>
      <w:r>
        <w:rPr>
          <w:rFonts w:hint="cs"/>
          <w:rtl/>
        </w:rPr>
        <w:t>لاجرم</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الاخرة</w:t>
      </w:r>
      <w:r>
        <w:rPr>
          <w:rtl/>
        </w:rPr>
        <w:t xml:space="preserve"> </w:t>
      </w:r>
      <w:r w:rsidR="00120F63" w:rsidRPr="00ED5DE8">
        <w:rPr>
          <w:rFonts w:hint="cs"/>
          <w:rtl/>
        </w:rPr>
        <w:t>ه</w:t>
      </w:r>
      <w:r>
        <w:rPr>
          <w:rFonts w:hint="cs"/>
          <w:rtl/>
        </w:rPr>
        <w:t>م</w:t>
      </w:r>
      <w:r>
        <w:rPr>
          <w:rtl/>
        </w:rPr>
        <w:t xml:space="preserve"> </w:t>
      </w:r>
      <w:r>
        <w:rPr>
          <w:rFonts w:hint="cs"/>
          <w:rtl/>
        </w:rPr>
        <w:t>ال</w:t>
      </w:r>
      <w:r>
        <w:rPr>
          <w:rtl/>
        </w:rPr>
        <w:t>خ</w:t>
      </w:r>
      <w:r w:rsidR="005C31C0">
        <w:rPr>
          <w:rFonts w:hint="cs"/>
          <w:rtl/>
        </w:rPr>
        <w:t>ا</w:t>
      </w:r>
      <w:r>
        <w:rPr>
          <w:rtl/>
        </w:rPr>
        <w:t>سرون</w:t>
      </w:r>
    </w:p>
    <w:p w:rsidR="001F628F" w:rsidRDefault="001F628F" w:rsidP="001F628F">
      <w:pPr>
        <w:pStyle w:val="libNormal"/>
        <w:rPr>
          <w:rtl/>
        </w:rPr>
      </w:pPr>
      <w:r>
        <w:rPr>
          <w:rtl/>
        </w:rPr>
        <w:t>3_ دنيا مي</w:t>
      </w:r>
      <w:r w:rsidR="00083993">
        <w:rPr>
          <w:rtl/>
        </w:rPr>
        <w:t xml:space="preserve">ں </w:t>
      </w:r>
      <w:r>
        <w:rPr>
          <w:rtl/>
        </w:rPr>
        <w:t>الہى ہدايت سے محروم افراد ، آخرت مي</w:t>
      </w:r>
      <w:r w:rsidR="00083993">
        <w:rPr>
          <w:rtl/>
        </w:rPr>
        <w:t xml:space="preserve">ں </w:t>
      </w:r>
      <w:r>
        <w:rPr>
          <w:rtl/>
        </w:rPr>
        <w:t>نقصا ن اور حقيقى سرمايہ كھو دينے والے ہي</w:t>
      </w:r>
      <w:r w:rsidR="00083993">
        <w:rPr>
          <w:rtl/>
        </w:rPr>
        <w:t xml:space="preserve">ں </w:t>
      </w:r>
      <w:r>
        <w:rPr>
          <w:rtl/>
        </w:rPr>
        <w:t>_</w:t>
      </w:r>
    </w:p>
    <w:p w:rsidR="001F628F" w:rsidRDefault="001F628F" w:rsidP="000773E8">
      <w:pPr>
        <w:pStyle w:val="libArabic"/>
        <w:rPr>
          <w:rtl/>
        </w:rPr>
      </w:pPr>
      <w:r>
        <w:rPr>
          <w:rFonts w:hint="eastAsia"/>
          <w:rtl/>
        </w:rPr>
        <w:t>وان</w:t>
      </w:r>
      <w:r>
        <w:rPr>
          <w:rtl/>
        </w:rPr>
        <w:t xml:space="preserve"> الله لا ي</w:t>
      </w:r>
      <w:r w:rsidR="00120F63" w:rsidRPr="00ED5DE8">
        <w:rPr>
          <w:rFonts w:hint="cs"/>
          <w:rtl/>
        </w:rPr>
        <w:t>ه</w:t>
      </w:r>
      <w:r>
        <w:rPr>
          <w:rFonts w:hint="cs"/>
          <w:rtl/>
        </w:rPr>
        <w:t>دى</w:t>
      </w:r>
      <w:r>
        <w:rPr>
          <w:rtl/>
        </w:rPr>
        <w:t xml:space="preserve"> </w:t>
      </w:r>
      <w:r>
        <w:rPr>
          <w:rFonts w:hint="cs"/>
          <w:rtl/>
        </w:rPr>
        <w:t>القوم</w:t>
      </w:r>
      <w:r>
        <w:rPr>
          <w:rtl/>
        </w:rPr>
        <w:t xml:space="preserve"> </w:t>
      </w:r>
      <w:r>
        <w:rPr>
          <w:rFonts w:hint="cs"/>
          <w:rtl/>
        </w:rPr>
        <w:t>الكفرين</w:t>
      </w:r>
      <w:r>
        <w:rPr>
          <w:rtl/>
        </w:rPr>
        <w:t xml:space="preserve"> ...</w:t>
      </w:r>
      <w:r>
        <w:rPr>
          <w:rFonts w:hint="cs"/>
          <w:rtl/>
        </w:rPr>
        <w:t>لا</w:t>
      </w:r>
      <w:r>
        <w:rPr>
          <w:rtl/>
        </w:rPr>
        <w:t xml:space="preserve"> </w:t>
      </w:r>
      <w:r>
        <w:rPr>
          <w:rFonts w:hint="cs"/>
          <w:rtl/>
        </w:rPr>
        <w:t>جرم</w:t>
      </w:r>
      <w:r>
        <w:rPr>
          <w:rtl/>
        </w:rPr>
        <w:t xml:space="preserve"> </w:t>
      </w:r>
      <w:r>
        <w:rPr>
          <w:rFonts w:hint="cs"/>
          <w:rtl/>
        </w:rPr>
        <w:t>ان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الا</w:t>
      </w:r>
      <w:r>
        <w:rPr>
          <w:rtl/>
        </w:rPr>
        <w:t xml:space="preserve">خرة </w:t>
      </w:r>
      <w:r w:rsidR="00120F63" w:rsidRPr="00ED5DE8">
        <w:rPr>
          <w:rFonts w:hint="cs"/>
          <w:rtl/>
        </w:rPr>
        <w:t>ه</w:t>
      </w:r>
      <w:r>
        <w:rPr>
          <w:rFonts w:hint="cs"/>
          <w:rtl/>
        </w:rPr>
        <w:t>م</w:t>
      </w:r>
      <w:r>
        <w:rPr>
          <w:rtl/>
        </w:rPr>
        <w:t xml:space="preserve"> </w:t>
      </w:r>
      <w:r w:rsidR="00D97234" w:rsidRPr="00D97234">
        <w:rPr>
          <w:rFonts w:hint="cs"/>
          <w:rtl/>
        </w:rPr>
        <w:t>الخاسرون</w:t>
      </w:r>
    </w:p>
    <w:p w:rsidR="001F628F" w:rsidRDefault="001F628F" w:rsidP="000773E8">
      <w:pPr>
        <w:pStyle w:val="libNormal"/>
        <w:rPr>
          <w:rtl/>
        </w:rPr>
      </w:pPr>
      <w:r>
        <w:rPr>
          <w:rtl/>
        </w:rPr>
        <w:t>4_ معنوى حقائق كے فہم كے سلسلہ مي</w:t>
      </w:r>
      <w:r w:rsidR="00083993">
        <w:rPr>
          <w:rtl/>
        </w:rPr>
        <w:t xml:space="preserve">ں </w:t>
      </w:r>
      <w:r>
        <w:rPr>
          <w:rtl/>
        </w:rPr>
        <w:t>معرفت كے ذرائع سے بہرہ مند نہ ہونا آخرت مي</w:t>
      </w:r>
      <w:r w:rsidR="00083993">
        <w:rPr>
          <w:rtl/>
        </w:rPr>
        <w:t xml:space="preserve">ں </w:t>
      </w:r>
      <w:r>
        <w:rPr>
          <w:rtl/>
        </w:rPr>
        <w:t>انسان كے حقيقى زيا</w:t>
      </w:r>
      <w:r w:rsidR="00083993">
        <w:rPr>
          <w:rtl/>
        </w:rPr>
        <w:t xml:space="preserve">ں </w:t>
      </w:r>
      <w:r>
        <w:rPr>
          <w:rtl/>
        </w:rPr>
        <w:t>كا سرچشمہ ہے_</w:t>
      </w:r>
      <w:r w:rsidRPr="000773E8">
        <w:rPr>
          <w:rStyle w:val="libArabicChar"/>
          <w:rFonts w:hint="eastAsia"/>
          <w:rtl/>
        </w:rPr>
        <w:t>طبع</w:t>
      </w:r>
      <w:r w:rsidRPr="000773E8">
        <w:rPr>
          <w:rStyle w:val="libArabicChar"/>
          <w:rtl/>
        </w:rPr>
        <w:t xml:space="preserve"> الله على قلوب</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w:t>
      </w:r>
      <w:r w:rsidRPr="000773E8">
        <w:rPr>
          <w:rStyle w:val="libArabicChar"/>
          <w:rFonts w:hint="cs"/>
          <w:rtl/>
        </w:rPr>
        <w:t>سمع</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و</w:t>
      </w:r>
      <w:r w:rsidRPr="000773E8">
        <w:rPr>
          <w:rStyle w:val="libArabicChar"/>
          <w:rtl/>
        </w:rPr>
        <w:t xml:space="preserve"> </w:t>
      </w:r>
      <w:r w:rsidRPr="000773E8">
        <w:rPr>
          <w:rStyle w:val="libArabicChar"/>
          <w:rFonts w:hint="cs"/>
          <w:rtl/>
        </w:rPr>
        <w:t>ا</w:t>
      </w:r>
      <w:r w:rsidRPr="000773E8">
        <w:rPr>
          <w:rStyle w:val="libArabicChar"/>
          <w:rtl/>
        </w:rPr>
        <w:t xml:space="preserve"> </w:t>
      </w:r>
      <w:r w:rsidRPr="000773E8">
        <w:rPr>
          <w:rStyle w:val="libArabicChar"/>
          <w:rFonts w:hint="cs"/>
          <w:rtl/>
        </w:rPr>
        <w:t>بصر</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لا</w:t>
      </w:r>
      <w:r w:rsidRPr="000773E8">
        <w:rPr>
          <w:rStyle w:val="libArabicChar"/>
          <w:rtl/>
        </w:rPr>
        <w:t xml:space="preserve"> </w:t>
      </w:r>
      <w:r w:rsidRPr="000773E8">
        <w:rPr>
          <w:rStyle w:val="libArabicChar"/>
          <w:rFonts w:hint="cs"/>
          <w:rtl/>
        </w:rPr>
        <w:t>جرم</w:t>
      </w:r>
      <w:r w:rsidRPr="000773E8">
        <w:rPr>
          <w:rStyle w:val="libArabicChar"/>
          <w:rtl/>
        </w:rPr>
        <w:t xml:space="preserve"> </w:t>
      </w:r>
      <w:r w:rsidRPr="000773E8">
        <w:rPr>
          <w:rStyle w:val="libArabicChar"/>
          <w:rFonts w:hint="cs"/>
          <w:rtl/>
        </w:rPr>
        <w:t>ان</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فى</w:t>
      </w:r>
      <w:r w:rsidRPr="000773E8">
        <w:rPr>
          <w:rStyle w:val="libArabicChar"/>
          <w:rtl/>
        </w:rPr>
        <w:t xml:space="preserve"> </w:t>
      </w:r>
      <w:r w:rsidRPr="000773E8">
        <w:rPr>
          <w:rStyle w:val="libArabicChar"/>
          <w:rFonts w:hint="cs"/>
          <w:rtl/>
        </w:rPr>
        <w:t>الاخرة</w:t>
      </w:r>
      <w:r w:rsidRPr="000773E8">
        <w:rPr>
          <w:rStyle w:val="libArabicChar"/>
          <w:rtl/>
        </w:rPr>
        <w:t xml:space="preserve"> </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00D97234" w:rsidRPr="00D97234">
        <w:rPr>
          <w:rStyle w:val="libArabicChar"/>
          <w:rFonts w:hint="cs"/>
          <w:rtl/>
        </w:rPr>
        <w:t>الخاسرون</w:t>
      </w:r>
    </w:p>
    <w:p w:rsidR="001F628F" w:rsidRDefault="001F628F" w:rsidP="001F628F">
      <w:pPr>
        <w:pStyle w:val="libNormal"/>
        <w:rPr>
          <w:rtl/>
        </w:rPr>
      </w:pPr>
      <w:r>
        <w:rPr>
          <w:rtl/>
        </w:rPr>
        <w:t>5_ آخرت پر دنيا كو ترجيح دينا ،آخرت مي</w:t>
      </w:r>
      <w:r w:rsidR="00083993">
        <w:rPr>
          <w:rtl/>
        </w:rPr>
        <w:t xml:space="preserve">ں </w:t>
      </w:r>
      <w:r>
        <w:rPr>
          <w:rtl/>
        </w:rPr>
        <w:t>انسان كے حقيقى نقصان اور گھاٹے كا سبب ہے_</w:t>
      </w:r>
    </w:p>
    <w:p w:rsidR="001F628F" w:rsidRDefault="001F628F" w:rsidP="000773E8">
      <w:pPr>
        <w:pStyle w:val="libArabic"/>
        <w:rPr>
          <w:rtl/>
        </w:rPr>
      </w:pPr>
      <w:r>
        <w:rPr>
          <w:rFonts w:hint="eastAsia"/>
          <w:rtl/>
        </w:rPr>
        <w:t>ذلك</w:t>
      </w:r>
      <w:r>
        <w:rPr>
          <w:rtl/>
        </w:rPr>
        <w:t xml:space="preserve"> بانّ</w:t>
      </w:r>
      <w:r w:rsidR="00120F63" w:rsidRPr="00ED5DE8">
        <w:rPr>
          <w:rFonts w:hint="cs"/>
          <w:rtl/>
        </w:rPr>
        <w:t>ه</w:t>
      </w:r>
      <w:r>
        <w:rPr>
          <w:rFonts w:hint="cs"/>
          <w:rtl/>
        </w:rPr>
        <w:t>م</w:t>
      </w:r>
      <w:r>
        <w:rPr>
          <w:rtl/>
        </w:rPr>
        <w:t xml:space="preserve"> </w:t>
      </w:r>
      <w:r>
        <w:rPr>
          <w:rFonts w:hint="cs"/>
          <w:rtl/>
        </w:rPr>
        <w:t>استحبوا</w:t>
      </w:r>
      <w:r>
        <w:rPr>
          <w:rtl/>
        </w:rPr>
        <w:t xml:space="preserve"> </w:t>
      </w:r>
      <w:r w:rsidR="00D97234" w:rsidRPr="00D97234">
        <w:rPr>
          <w:rFonts w:hint="cs"/>
          <w:rtl/>
        </w:rPr>
        <w:t xml:space="preserve">الحىاة </w:t>
      </w:r>
      <w:r>
        <w:rPr>
          <w:rFonts w:hint="cs"/>
          <w:rtl/>
        </w:rPr>
        <w:t>الدنيا</w:t>
      </w:r>
      <w:r>
        <w:rPr>
          <w:rtl/>
        </w:rPr>
        <w:t xml:space="preserve"> </w:t>
      </w:r>
      <w:r>
        <w:rPr>
          <w:rFonts w:hint="cs"/>
          <w:rtl/>
        </w:rPr>
        <w:t>على</w:t>
      </w:r>
      <w:r>
        <w:rPr>
          <w:rtl/>
        </w:rPr>
        <w:t xml:space="preserve"> </w:t>
      </w:r>
      <w:r>
        <w:rPr>
          <w:rFonts w:hint="cs"/>
          <w:rtl/>
        </w:rPr>
        <w:t>الاخرة</w:t>
      </w:r>
      <w:r>
        <w:rPr>
          <w:rtl/>
        </w:rPr>
        <w:t xml:space="preserve"> ...</w:t>
      </w:r>
      <w:r>
        <w:rPr>
          <w:rFonts w:hint="cs"/>
          <w:rtl/>
        </w:rPr>
        <w:t>لا</w:t>
      </w:r>
      <w:r>
        <w:rPr>
          <w:rtl/>
        </w:rPr>
        <w:t xml:space="preserve"> </w:t>
      </w:r>
      <w:r>
        <w:rPr>
          <w:rFonts w:hint="cs"/>
          <w:rtl/>
        </w:rPr>
        <w:t>جرم</w:t>
      </w:r>
      <w:r>
        <w:rPr>
          <w:rtl/>
        </w:rPr>
        <w:t xml:space="preserve"> </w:t>
      </w:r>
      <w:r>
        <w:rPr>
          <w:rFonts w:hint="cs"/>
          <w:rtl/>
        </w:rPr>
        <w:t>ا</w:t>
      </w:r>
      <w:r>
        <w:rPr>
          <w:rtl/>
        </w:rPr>
        <w:t xml:space="preserve"> </w:t>
      </w:r>
      <w:r>
        <w:rPr>
          <w:rFonts w:hint="cs"/>
          <w:rtl/>
        </w:rPr>
        <w:t>ن</w:t>
      </w:r>
      <w:r w:rsidR="00120F63" w:rsidRPr="00ED5DE8">
        <w:rPr>
          <w:rFonts w:hint="cs"/>
          <w:rtl/>
        </w:rPr>
        <w:t>ه</w:t>
      </w:r>
      <w:r>
        <w:rPr>
          <w:rFonts w:hint="cs"/>
          <w:rtl/>
        </w:rPr>
        <w:t>م</w:t>
      </w:r>
      <w:r>
        <w:rPr>
          <w:rtl/>
        </w:rPr>
        <w:t xml:space="preserve"> </w:t>
      </w:r>
      <w:r>
        <w:rPr>
          <w:rFonts w:hint="cs"/>
          <w:rtl/>
        </w:rPr>
        <w:t>فى</w:t>
      </w:r>
      <w:r>
        <w:rPr>
          <w:rtl/>
        </w:rPr>
        <w:t xml:space="preserve"> </w:t>
      </w:r>
      <w:r>
        <w:rPr>
          <w:rFonts w:hint="cs"/>
          <w:rtl/>
        </w:rPr>
        <w:t>الا</w:t>
      </w:r>
      <w:r>
        <w:rPr>
          <w:rtl/>
        </w:rPr>
        <w:t xml:space="preserve"> </w:t>
      </w:r>
      <w:r>
        <w:rPr>
          <w:rFonts w:hint="cs"/>
          <w:rtl/>
        </w:rPr>
        <w:t>خرة</w:t>
      </w:r>
      <w:r>
        <w:rPr>
          <w:rtl/>
        </w:rPr>
        <w:t xml:space="preserve"> </w:t>
      </w:r>
      <w:r w:rsidR="00120F63" w:rsidRPr="00ED5DE8">
        <w:rPr>
          <w:rFonts w:hint="cs"/>
          <w:rtl/>
        </w:rPr>
        <w:t>ه</w:t>
      </w:r>
      <w:r>
        <w:rPr>
          <w:rFonts w:hint="cs"/>
          <w:rtl/>
        </w:rPr>
        <w:t>م</w:t>
      </w:r>
      <w:r>
        <w:rPr>
          <w:rtl/>
        </w:rPr>
        <w:t xml:space="preserve"> </w:t>
      </w:r>
      <w:r w:rsidR="00D97234" w:rsidRPr="00D97234">
        <w:rPr>
          <w:rFonts w:hint="cs"/>
          <w:rtl/>
        </w:rPr>
        <w:t>الخاسرون</w:t>
      </w:r>
    </w:p>
    <w:p w:rsidR="001F628F" w:rsidRDefault="001F628F" w:rsidP="000773E8">
      <w:pPr>
        <w:pStyle w:val="libNormal"/>
        <w:rPr>
          <w:rtl/>
        </w:rPr>
      </w:pPr>
      <w:r>
        <w:rPr>
          <w:rtl/>
        </w:rPr>
        <w:t>6_ اخروى دنيا ، انسان كے حقيقى سود و زيا</w:t>
      </w:r>
      <w:r w:rsidR="00083993">
        <w:rPr>
          <w:rtl/>
        </w:rPr>
        <w:t xml:space="preserve">ں </w:t>
      </w:r>
      <w:r>
        <w:rPr>
          <w:rtl/>
        </w:rPr>
        <w:t>كے ظاہر ہونے كا دن ہے_</w:t>
      </w:r>
      <w:r w:rsidRPr="000773E8">
        <w:rPr>
          <w:rStyle w:val="libArabicChar"/>
          <w:rFonts w:hint="eastAsia"/>
          <w:rtl/>
        </w:rPr>
        <w:t>لاجرم</w:t>
      </w:r>
      <w:r w:rsidRPr="000773E8">
        <w:rPr>
          <w:rStyle w:val="libArabicChar"/>
          <w:rtl/>
        </w:rPr>
        <w:t xml:space="preserve"> ان</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فى</w:t>
      </w:r>
      <w:r w:rsidRPr="000773E8">
        <w:rPr>
          <w:rStyle w:val="libArabicChar"/>
          <w:rtl/>
        </w:rPr>
        <w:t xml:space="preserve"> </w:t>
      </w:r>
      <w:r w:rsidRPr="000773E8">
        <w:rPr>
          <w:rStyle w:val="libArabicChar"/>
          <w:rFonts w:hint="cs"/>
          <w:rtl/>
        </w:rPr>
        <w:t>الاخرة</w:t>
      </w:r>
      <w:r w:rsidRPr="000773E8">
        <w:rPr>
          <w:rStyle w:val="libArabicChar"/>
          <w:rtl/>
        </w:rPr>
        <w:t xml:space="preserve"> </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00D97234" w:rsidRPr="00D97234">
        <w:rPr>
          <w:rStyle w:val="libArabicChar"/>
          <w:rFonts w:hint="cs"/>
          <w:rtl/>
        </w:rPr>
        <w:t>الخاسرون</w:t>
      </w:r>
    </w:p>
    <w:p w:rsidR="001F628F" w:rsidRDefault="001F628F" w:rsidP="001F628F">
      <w:pPr>
        <w:pStyle w:val="libNormal"/>
        <w:rPr>
          <w:rtl/>
        </w:rPr>
      </w:pPr>
      <w:r>
        <w:rPr>
          <w:rFonts w:hint="eastAsia"/>
          <w:rtl/>
        </w:rPr>
        <w:t>كفار</w:t>
      </w:r>
      <w:r>
        <w:rPr>
          <w:rtl/>
        </w:rPr>
        <w:t xml:space="preserve"> كے اخروى گھاٹے كا ذكر اور اس پر تاكيد ممكن ہے اس بات كو مد نظر ركھتے ہوئے ہو كہ دني</w:t>
      </w:r>
    </w:p>
    <w:p w:rsidR="000773E8" w:rsidRDefault="001E7F9D" w:rsidP="00F73EDE">
      <w:pPr>
        <w:pStyle w:val="libPoemTini"/>
        <w:rPr>
          <w:rtl/>
        </w:rPr>
      </w:pPr>
      <w:r>
        <w:rPr>
          <w:rtl/>
        </w:rPr>
        <w:cr/>
      </w:r>
      <w:r>
        <w:rPr>
          <w:rtl/>
        </w:rPr>
        <w:br w:type="page"/>
      </w:r>
    </w:p>
    <w:p w:rsidR="001F628F" w:rsidRDefault="001F628F" w:rsidP="000773E8">
      <w:pPr>
        <w:pStyle w:val="libNormal"/>
        <w:rPr>
          <w:rtl/>
        </w:rPr>
      </w:pPr>
      <w:r>
        <w:rPr>
          <w:rFonts w:hint="eastAsia"/>
          <w:rtl/>
        </w:rPr>
        <w:lastRenderedPageBreak/>
        <w:t>تمام</w:t>
      </w:r>
      <w:r>
        <w:rPr>
          <w:rtl/>
        </w:rPr>
        <w:t xml:space="preserve"> زيا</w:t>
      </w:r>
      <w:r w:rsidR="00083993">
        <w:rPr>
          <w:rtl/>
        </w:rPr>
        <w:t xml:space="preserve">ں </w:t>
      </w:r>
      <w:r>
        <w:rPr>
          <w:rtl/>
        </w:rPr>
        <w:t>و نقصان كے ظاہر ہونے كى جگہ نہي</w:t>
      </w:r>
      <w:r w:rsidR="00083993">
        <w:rPr>
          <w:rtl/>
        </w:rPr>
        <w:t xml:space="preserve">ں </w:t>
      </w:r>
      <w:r>
        <w:rPr>
          <w:rtl/>
        </w:rPr>
        <w:t>ہے بلكہ يہ آخرت ہے كہ جب ہر صورت مي</w:t>
      </w:r>
      <w:r w:rsidR="00083993">
        <w:rPr>
          <w:rtl/>
        </w:rPr>
        <w:t xml:space="preserve">ں </w:t>
      </w:r>
      <w:r>
        <w:rPr>
          <w:rtl/>
        </w:rPr>
        <w:t>نقصان اٹھانے والو</w:t>
      </w:r>
      <w:r w:rsidR="00083993">
        <w:rPr>
          <w:rtl/>
        </w:rPr>
        <w:t xml:space="preserve">ں </w:t>
      </w:r>
      <w:r>
        <w:rPr>
          <w:rtl/>
        </w:rPr>
        <w:t>كے زيا</w:t>
      </w:r>
      <w:r w:rsidR="00083993">
        <w:rPr>
          <w:rtl/>
        </w:rPr>
        <w:t xml:space="preserve">ں </w:t>
      </w:r>
      <w:r>
        <w:rPr>
          <w:rtl/>
        </w:rPr>
        <w:t>كو آشكار كيا جائے گا_</w:t>
      </w:r>
    </w:p>
    <w:p w:rsidR="001F628F" w:rsidRDefault="001F628F" w:rsidP="000773E8">
      <w:pPr>
        <w:pStyle w:val="libNormal"/>
        <w:rPr>
          <w:rtl/>
        </w:rPr>
      </w:pPr>
      <w:r>
        <w:rPr>
          <w:rFonts w:hint="eastAsia"/>
          <w:rtl/>
        </w:rPr>
        <w:t>آخرت</w:t>
      </w:r>
      <w:r>
        <w:rPr>
          <w:rtl/>
        </w:rPr>
        <w:t>:</w:t>
      </w:r>
      <w:r>
        <w:rPr>
          <w:rFonts w:hint="eastAsia"/>
          <w:rtl/>
        </w:rPr>
        <w:t>آخرت</w:t>
      </w:r>
      <w:r>
        <w:rPr>
          <w:rtl/>
        </w:rPr>
        <w:t xml:space="preserve"> كى خصوصيات 6; آخرت مي</w:t>
      </w:r>
      <w:r w:rsidR="00083993">
        <w:rPr>
          <w:rtl/>
        </w:rPr>
        <w:t xml:space="preserve">ں </w:t>
      </w:r>
      <w:r>
        <w:rPr>
          <w:rtl/>
        </w:rPr>
        <w:t>حقائق كا ظہور 6</w:t>
      </w:r>
    </w:p>
    <w:p w:rsidR="001F628F" w:rsidRDefault="001F628F" w:rsidP="000773E8">
      <w:pPr>
        <w:pStyle w:val="libNormal"/>
        <w:rPr>
          <w:rtl/>
        </w:rPr>
      </w:pPr>
      <w:r>
        <w:rPr>
          <w:rFonts w:hint="eastAsia"/>
          <w:rtl/>
        </w:rPr>
        <w:t>الله</w:t>
      </w:r>
      <w:r>
        <w:rPr>
          <w:rtl/>
        </w:rPr>
        <w:t xml:space="preserve"> تعالي:</w:t>
      </w:r>
      <w:r>
        <w:rPr>
          <w:rFonts w:hint="eastAsia"/>
          <w:rtl/>
        </w:rPr>
        <w:t>الله</w:t>
      </w:r>
      <w:r>
        <w:rPr>
          <w:rtl/>
        </w:rPr>
        <w:t xml:space="preserve"> تعالى كى ہدايات سے محروم3</w:t>
      </w:r>
    </w:p>
    <w:p w:rsidR="001F628F" w:rsidRDefault="001F628F" w:rsidP="000773E8">
      <w:pPr>
        <w:pStyle w:val="libNormal"/>
        <w:rPr>
          <w:rtl/>
        </w:rPr>
      </w:pPr>
      <w:r>
        <w:rPr>
          <w:rFonts w:hint="eastAsia"/>
          <w:rtl/>
        </w:rPr>
        <w:t>دنيا</w:t>
      </w:r>
      <w:r>
        <w:rPr>
          <w:rtl/>
        </w:rPr>
        <w:t>:</w:t>
      </w:r>
      <w:r>
        <w:rPr>
          <w:rFonts w:hint="eastAsia"/>
          <w:rtl/>
        </w:rPr>
        <w:t>آخرت</w:t>
      </w:r>
      <w:r>
        <w:rPr>
          <w:rtl/>
        </w:rPr>
        <w:t xml:space="preserve"> پر دنيا كو ترجيح دينا 5</w:t>
      </w:r>
    </w:p>
    <w:p w:rsidR="001F628F" w:rsidRDefault="001F628F" w:rsidP="000773E8">
      <w:pPr>
        <w:pStyle w:val="libNormal"/>
        <w:rPr>
          <w:rtl/>
        </w:rPr>
      </w:pPr>
      <w:r>
        <w:rPr>
          <w:rFonts w:hint="eastAsia"/>
          <w:rtl/>
        </w:rPr>
        <w:t>دنيا</w:t>
      </w:r>
      <w:r>
        <w:rPr>
          <w:rtl/>
        </w:rPr>
        <w:t xml:space="preserve"> كو طلب كرنے والے:</w:t>
      </w:r>
      <w:r>
        <w:rPr>
          <w:rFonts w:hint="eastAsia"/>
          <w:rtl/>
        </w:rPr>
        <w:t>دنيا</w:t>
      </w:r>
      <w:r>
        <w:rPr>
          <w:rtl/>
        </w:rPr>
        <w:t xml:space="preserve"> كو طلب كرنے والو</w:t>
      </w:r>
      <w:r w:rsidR="00083993">
        <w:rPr>
          <w:rtl/>
        </w:rPr>
        <w:t xml:space="preserve">ں </w:t>
      </w:r>
      <w:r>
        <w:rPr>
          <w:rtl/>
        </w:rPr>
        <w:t>كا آخرت مي</w:t>
      </w:r>
      <w:r w:rsidR="00083993">
        <w:rPr>
          <w:rtl/>
        </w:rPr>
        <w:t xml:space="preserve">ں </w:t>
      </w:r>
      <w:r>
        <w:rPr>
          <w:rtl/>
        </w:rPr>
        <w:t>خسارہ 1</w:t>
      </w:r>
    </w:p>
    <w:p w:rsidR="001F628F" w:rsidRDefault="001F628F" w:rsidP="000773E8">
      <w:pPr>
        <w:pStyle w:val="libNormal"/>
        <w:rPr>
          <w:rtl/>
        </w:rPr>
      </w:pPr>
      <w:r>
        <w:rPr>
          <w:rFonts w:hint="eastAsia"/>
          <w:rtl/>
        </w:rPr>
        <w:t>دنيا</w:t>
      </w:r>
      <w:r>
        <w:rPr>
          <w:rtl/>
        </w:rPr>
        <w:t xml:space="preserve"> طلبي:</w:t>
      </w:r>
      <w:r>
        <w:rPr>
          <w:rFonts w:hint="eastAsia"/>
          <w:rtl/>
        </w:rPr>
        <w:t>دنيا</w:t>
      </w:r>
      <w:r>
        <w:rPr>
          <w:rtl/>
        </w:rPr>
        <w:t xml:space="preserve"> طلبى كے آثار 2،5</w:t>
      </w:r>
    </w:p>
    <w:p w:rsidR="001F628F" w:rsidRDefault="001F628F" w:rsidP="000773E8">
      <w:pPr>
        <w:pStyle w:val="libNormal"/>
        <w:rPr>
          <w:rtl/>
        </w:rPr>
      </w:pPr>
      <w:r>
        <w:rPr>
          <w:rFonts w:hint="eastAsia"/>
          <w:rtl/>
        </w:rPr>
        <w:t>زيا</w:t>
      </w:r>
      <w:r w:rsidR="00083993">
        <w:rPr>
          <w:rFonts w:hint="eastAsia"/>
          <w:rtl/>
        </w:rPr>
        <w:t xml:space="preserve">ں </w:t>
      </w:r>
      <w:r>
        <w:rPr>
          <w:rtl/>
        </w:rPr>
        <w:t>:</w:t>
      </w:r>
      <w:r>
        <w:rPr>
          <w:rFonts w:hint="eastAsia"/>
          <w:rtl/>
        </w:rPr>
        <w:t>اخروى</w:t>
      </w:r>
      <w:r>
        <w:rPr>
          <w:rtl/>
        </w:rPr>
        <w:t xml:space="preserve"> زيا</w:t>
      </w:r>
      <w:r w:rsidR="00083993">
        <w:rPr>
          <w:rtl/>
        </w:rPr>
        <w:t xml:space="preserve">ں </w:t>
      </w:r>
      <w:r>
        <w:rPr>
          <w:rtl/>
        </w:rPr>
        <w:t>كے اسباب 2،4،5</w:t>
      </w:r>
    </w:p>
    <w:p w:rsidR="001F628F" w:rsidRDefault="001F628F" w:rsidP="000773E8">
      <w:pPr>
        <w:pStyle w:val="libNormal"/>
        <w:rPr>
          <w:rtl/>
        </w:rPr>
      </w:pPr>
      <w:r>
        <w:rPr>
          <w:rFonts w:hint="eastAsia"/>
          <w:rtl/>
        </w:rPr>
        <w:t>زيا</w:t>
      </w:r>
      <w:r w:rsidR="00083993">
        <w:rPr>
          <w:rFonts w:hint="eastAsia"/>
          <w:rtl/>
        </w:rPr>
        <w:t xml:space="preserve">ں </w:t>
      </w:r>
      <w:r>
        <w:rPr>
          <w:rtl/>
        </w:rPr>
        <w:t>كار:</w:t>
      </w:r>
      <w:r>
        <w:rPr>
          <w:rFonts w:hint="eastAsia"/>
          <w:rtl/>
        </w:rPr>
        <w:t>اخروى</w:t>
      </w:r>
      <w:r>
        <w:rPr>
          <w:rtl/>
        </w:rPr>
        <w:t xml:space="preserve"> زيا</w:t>
      </w:r>
      <w:r w:rsidR="00083993">
        <w:rPr>
          <w:rtl/>
        </w:rPr>
        <w:t xml:space="preserve">ں </w:t>
      </w:r>
      <w:r>
        <w:rPr>
          <w:rtl/>
        </w:rPr>
        <w:t>كار 1،3</w:t>
      </w:r>
    </w:p>
    <w:p w:rsidR="001F628F" w:rsidRDefault="001F628F" w:rsidP="000773E8">
      <w:pPr>
        <w:pStyle w:val="libNormal"/>
        <w:rPr>
          <w:rtl/>
        </w:rPr>
      </w:pPr>
      <w:r>
        <w:rPr>
          <w:rFonts w:hint="eastAsia"/>
          <w:rtl/>
        </w:rPr>
        <w:t>شناخت</w:t>
      </w:r>
      <w:r>
        <w:rPr>
          <w:rtl/>
        </w:rPr>
        <w:t>:</w:t>
      </w:r>
      <w:r>
        <w:rPr>
          <w:rFonts w:hint="eastAsia"/>
          <w:rtl/>
        </w:rPr>
        <w:t>شناخت</w:t>
      </w:r>
      <w:r>
        <w:rPr>
          <w:rtl/>
        </w:rPr>
        <w:t xml:space="preserve"> كے وسائل سے استفادہ 4</w:t>
      </w:r>
    </w:p>
    <w:p w:rsidR="001F628F" w:rsidRDefault="001F628F" w:rsidP="000773E8">
      <w:pPr>
        <w:pStyle w:val="libNormal"/>
        <w:rPr>
          <w:rtl/>
        </w:rPr>
      </w:pPr>
      <w:r>
        <w:rPr>
          <w:rFonts w:hint="eastAsia"/>
          <w:rtl/>
        </w:rPr>
        <w:t>غافل</w:t>
      </w:r>
      <w:r>
        <w:rPr>
          <w:rtl/>
        </w:rPr>
        <w:t>:</w:t>
      </w:r>
      <w:r>
        <w:rPr>
          <w:rFonts w:hint="eastAsia"/>
          <w:rtl/>
        </w:rPr>
        <w:t>غافلو</w:t>
      </w:r>
      <w:r w:rsidR="00083993">
        <w:rPr>
          <w:rFonts w:hint="eastAsia"/>
          <w:rtl/>
        </w:rPr>
        <w:t xml:space="preserve">ں </w:t>
      </w:r>
      <w:r>
        <w:rPr>
          <w:rtl/>
        </w:rPr>
        <w:t>كى اخروى زيان كارى 1</w:t>
      </w:r>
    </w:p>
    <w:p w:rsidR="001F628F" w:rsidRDefault="001F628F" w:rsidP="000773E8">
      <w:pPr>
        <w:pStyle w:val="libNormal"/>
        <w:rPr>
          <w:rtl/>
        </w:rPr>
      </w:pPr>
      <w:r>
        <w:rPr>
          <w:rFonts w:hint="eastAsia"/>
          <w:rtl/>
        </w:rPr>
        <w:t>غفلت</w:t>
      </w:r>
      <w:r>
        <w:rPr>
          <w:rtl/>
        </w:rPr>
        <w:t>:</w:t>
      </w:r>
      <w:r>
        <w:rPr>
          <w:rFonts w:hint="eastAsia"/>
          <w:rtl/>
        </w:rPr>
        <w:t>غفلت</w:t>
      </w:r>
      <w:r>
        <w:rPr>
          <w:rtl/>
        </w:rPr>
        <w:t xml:space="preserve"> كے آثار 2</w:t>
      </w:r>
    </w:p>
    <w:p w:rsidR="001F628F" w:rsidRDefault="001F628F" w:rsidP="000773E8">
      <w:pPr>
        <w:pStyle w:val="libNormal"/>
        <w:rPr>
          <w:rtl/>
        </w:rPr>
      </w:pPr>
      <w:r>
        <w:rPr>
          <w:rFonts w:hint="eastAsia"/>
          <w:rtl/>
        </w:rPr>
        <w:t>كفار</w:t>
      </w:r>
      <w:r>
        <w:rPr>
          <w:rtl/>
        </w:rPr>
        <w:t>:</w:t>
      </w:r>
      <w:r>
        <w:rPr>
          <w:rFonts w:hint="eastAsia"/>
          <w:rtl/>
        </w:rPr>
        <w:t>كفار</w:t>
      </w:r>
      <w:r>
        <w:rPr>
          <w:rtl/>
        </w:rPr>
        <w:t xml:space="preserve"> كى اخروى زيان كارى 1</w:t>
      </w:r>
    </w:p>
    <w:p w:rsidR="001F628F" w:rsidRDefault="001F628F" w:rsidP="000773E8">
      <w:pPr>
        <w:pStyle w:val="libNormal"/>
        <w:rPr>
          <w:rtl/>
        </w:rPr>
      </w:pPr>
      <w:r>
        <w:rPr>
          <w:rFonts w:hint="eastAsia"/>
          <w:rtl/>
        </w:rPr>
        <w:t>مرتد</w:t>
      </w:r>
      <w:r>
        <w:rPr>
          <w:rtl/>
        </w:rPr>
        <w:t>:</w:t>
      </w:r>
      <w:r>
        <w:rPr>
          <w:rFonts w:hint="eastAsia"/>
          <w:rtl/>
        </w:rPr>
        <w:t>مرتد</w:t>
      </w:r>
      <w:r>
        <w:rPr>
          <w:rtl/>
        </w:rPr>
        <w:t xml:space="preserve"> كى اخرى زيا</w:t>
      </w:r>
      <w:r w:rsidR="00083993">
        <w:rPr>
          <w:rtl/>
        </w:rPr>
        <w:t xml:space="preserve">ں </w:t>
      </w:r>
      <w:r>
        <w:rPr>
          <w:rtl/>
        </w:rPr>
        <w:t>كارى 1</w:t>
      </w:r>
    </w:p>
    <w:p w:rsidR="000773E8" w:rsidRDefault="001E7F9D" w:rsidP="00F73EDE">
      <w:pPr>
        <w:pStyle w:val="libPoemTini"/>
        <w:rPr>
          <w:rtl/>
        </w:rPr>
      </w:pPr>
      <w:r>
        <w:rPr>
          <w:rtl/>
        </w:rPr>
        <w:cr/>
      </w:r>
      <w:r>
        <w:rPr>
          <w:rtl/>
        </w:rPr>
        <w:br w:type="page"/>
      </w:r>
    </w:p>
    <w:p w:rsidR="000773E8" w:rsidRPr="00120F63" w:rsidRDefault="000773E8" w:rsidP="000773E8">
      <w:pPr>
        <w:pStyle w:val="Heading2Center"/>
        <w:rPr>
          <w:rtl/>
        </w:rPr>
      </w:pPr>
      <w:bookmarkStart w:id="256" w:name="_Toc28081934"/>
      <w:r>
        <w:rPr>
          <w:rFonts w:hint="cs"/>
          <w:rtl/>
        </w:rPr>
        <w:lastRenderedPageBreak/>
        <w:t xml:space="preserve">آیت </w:t>
      </w:r>
      <w:r w:rsidRPr="00120F63">
        <w:rPr>
          <w:rFonts w:hint="cs"/>
          <w:rtl/>
        </w:rPr>
        <w:t>110</w:t>
      </w:r>
      <w:bookmarkEnd w:id="256"/>
    </w:p>
    <w:p w:rsidR="001F628F" w:rsidRDefault="00E260F9" w:rsidP="000773E8">
      <w:pPr>
        <w:pStyle w:val="libNormal"/>
        <w:rPr>
          <w:rtl/>
        </w:rPr>
      </w:pPr>
      <w:r w:rsidRPr="00E260F9">
        <w:rPr>
          <w:rStyle w:val="libAlaemChar"/>
          <w:rFonts w:hint="eastAsia"/>
          <w:rtl/>
        </w:rPr>
        <w:t>(</w:t>
      </w:r>
      <w:r w:rsidRPr="000773E8">
        <w:rPr>
          <w:rStyle w:val="libAieChar"/>
          <w:rFonts w:hint="eastAsia"/>
          <w:rtl/>
        </w:rPr>
        <w:t>ثُمَّ</w:t>
      </w:r>
      <w:r w:rsidRPr="000773E8">
        <w:rPr>
          <w:rStyle w:val="libAieChar"/>
          <w:rtl/>
        </w:rPr>
        <w:t xml:space="preserve"> إِنَّ رَبَّكَ لِلَّذِينَ هَاجَرُواْ مِن بَعْدِ مَا فُتِنُواْ ثُمَّ جَاهَدُواْ وَصَبَرُواْ إِنَّ رَبَّكَ مِن بَعْدِهَا لَغَفُورٌ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بعد تمھارا پروردگار ان لوگو</w:t>
      </w:r>
      <w:r w:rsidR="00083993">
        <w:rPr>
          <w:rtl/>
        </w:rPr>
        <w:t xml:space="preserve">ں </w:t>
      </w:r>
      <w:r>
        <w:rPr>
          <w:rtl/>
        </w:rPr>
        <w:t>كے لئے جنھو</w:t>
      </w:r>
      <w:r w:rsidR="00083993">
        <w:rPr>
          <w:rtl/>
        </w:rPr>
        <w:t xml:space="preserve">ں </w:t>
      </w:r>
      <w:r>
        <w:rPr>
          <w:rtl/>
        </w:rPr>
        <w:t>نے فتنو</w:t>
      </w:r>
      <w:r w:rsidR="00083993">
        <w:rPr>
          <w:rtl/>
        </w:rPr>
        <w:t xml:space="preserve">ں </w:t>
      </w:r>
      <w:r>
        <w:rPr>
          <w:rtl/>
        </w:rPr>
        <w:t>مي</w:t>
      </w:r>
      <w:r w:rsidR="00083993">
        <w:rPr>
          <w:rtl/>
        </w:rPr>
        <w:t xml:space="preserve">ں </w:t>
      </w:r>
      <w:r>
        <w:rPr>
          <w:rtl/>
        </w:rPr>
        <w:t>مبتلا ہونے كے بعد ہجرت كى ہے اور پھر جہاد بھى كيا ہے اور صبر سے بھى كام ليا ہے يقينا تمھارا پروردگار بہت زيادہ بخشنے والا اور مہربان ہے _</w:t>
      </w:r>
    </w:p>
    <w:p w:rsidR="001F628F" w:rsidRDefault="001F628F" w:rsidP="000773E8">
      <w:pPr>
        <w:pStyle w:val="libNormal"/>
        <w:rPr>
          <w:rtl/>
        </w:rPr>
      </w:pPr>
      <w:r>
        <w:rPr>
          <w:rtl/>
        </w:rPr>
        <w:t>1_خداوند عالم نے ايسے مؤمنين كى تمجيد كى ہے جو مشكل اور كھٹن وقت مي</w:t>
      </w:r>
      <w:r w:rsidR="00083993">
        <w:rPr>
          <w:rtl/>
        </w:rPr>
        <w:t xml:space="preserve">ں </w:t>
      </w:r>
      <w:r>
        <w:rPr>
          <w:rtl/>
        </w:rPr>
        <w:t>ايمان پر ثابت قدم رہے انہو</w:t>
      </w:r>
      <w:r w:rsidR="00083993">
        <w:rPr>
          <w:rtl/>
        </w:rPr>
        <w:t xml:space="preserve">ں </w:t>
      </w:r>
      <w:r>
        <w:rPr>
          <w:rtl/>
        </w:rPr>
        <w:t>نے ہجرت ، جہاد اور صبر كا مظاہرہ كيا_</w:t>
      </w:r>
      <w:r w:rsidRPr="000773E8">
        <w:rPr>
          <w:rStyle w:val="libArabicChar"/>
          <w:rFonts w:hint="eastAsia"/>
          <w:rtl/>
        </w:rPr>
        <w:t>ثم</w:t>
      </w:r>
      <w:r w:rsidRPr="000773E8">
        <w:rPr>
          <w:rStyle w:val="libArabicChar"/>
          <w:rtl/>
        </w:rPr>
        <w:t xml:space="preserve"> انّ ربّك للذين </w:t>
      </w:r>
      <w:r w:rsidR="00120F63" w:rsidRPr="00B2551F">
        <w:rPr>
          <w:rStyle w:val="libArabicChar"/>
          <w:rFonts w:hint="cs"/>
          <w:rtl/>
        </w:rPr>
        <w:t>ه</w:t>
      </w:r>
      <w:r w:rsidRPr="000773E8">
        <w:rPr>
          <w:rStyle w:val="libArabicChar"/>
          <w:rFonts w:hint="cs"/>
          <w:rtl/>
        </w:rPr>
        <w:t>اجرو</w:t>
      </w:r>
      <w:r w:rsidRPr="000773E8">
        <w:rPr>
          <w:rStyle w:val="libArabicChar"/>
          <w:rtl/>
        </w:rPr>
        <w:t xml:space="preserve"> </w:t>
      </w:r>
      <w:r w:rsidRPr="000773E8">
        <w:rPr>
          <w:rStyle w:val="libArabicChar"/>
          <w:rFonts w:hint="cs"/>
          <w:rtl/>
        </w:rPr>
        <w:t>ا</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Pr="000773E8">
        <w:rPr>
          <w:rStyle w:val="libArabicChar"/>
          <w:rtl/>
        </w:rPr>
        <w:t xml:space="preserve"> </w:t>
      </w:r>
      <w:r w:rsidRPr="000773E8">
        <w:rPr>
          <w:rStyle w:val="libArabicChar"/>
          <w:rFonts w:hint="cs"/>
          <w:rtl/>
        </w:rPr>
        <w:t>م</w:t>
      </w:r>
      <w:r w:rsidRPr="000773E8">
        <w:rPr>
          <w:rStyle w:val="libArabicChar"/>
          <w:rtl/>
        </w:rPr>
        <w:t>ا فتنو</w:t>
      </w:r>
      <w:r w:rsidR="005C31C0">
        <w:rPr>
          <w:rStyle w:val="libArabicChar"/>
          <w:rFonts w:hint="cs"/>
          <w:rtl/>
        </w:rPr>
        <w:t>ا</w:t>
      </w:r>
    </w:p>
    <w:p w:rsidR="001F628F" w:rsidRDefault="001F628F" w:rsidP="000773E8">
      <w:pPr>
        <w:pStyle w:val="libNormal"/>
        <w:rPr>
          <w:rtl/>
        </w:rPr>
      </w:pPr>
      <w:r>
        <w:rPr>
          <w:rtl/>
        </w:rPr>
        <w:t>2_ خداوندعالم ان مہاجرين كى نسبت بہت زيادہ مہربان اور بخشنے والا ہے جنہو</w:t>
      </w:r>
      <w:r w:rsidR="00083993">
        <w:rPr>
          <w:rtl/>
        </w:rPr>
        <w:t xml:space="preserve">ں </w:t>
      </w:r>
      <w:r>
        <w:rPr>
          <w:rtl/>
        </w:rPr>
        <w:t>نے ہجرت ،جہاد اور صبر كے ذريعہ اپنے دين كى حفاظت كي_</w:t>
      </w:r>
      <w:r w:rsidRPr="000773E8">
        <w:rPr>
          <w:rStyle w:val="libArabicChar"/>
          <w:rFonts w:hint="eastAsia"/>
          <w:rtl/>
        </w:rPr>
        <w:t>ثم</w:t>
      </w:r>
      <w:r w:rsidRPr="000773E8">
        <w:rPr>
          <w:rStyle w:val="libArabicChar"/>
          <w:rtl/>
        </w:rPr>
        <w:t xml:space="preserve"> انّ ربّك للذين </w:t>
      </w:r>
      <w:r w:rsidR="00120F63" w:rsidRPr="00B2551F">
        <w:rPr>
          <w:rStyle w:val="libArabicChar"/>
          <w:rFonts w:hint="cs"/>
          <w:rtl/>
        </w:rPr>
        <w:t>ه</w:t>
      </w:r>
      <w:r w:rsidRPr="000773E8">
        <w:rPr>
          <w:rStyle w:val="libArabicChar"/>
          <w:rFonts w:hint="cs"/>
          <w:rtl/>
        </w:rPr>
        <w:t>اجروا</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Pr="000773E8">
        <w:rPr>
          <w:rStyle w:val="libArabicChar"/>
          <w:rtl/>
        </w:rPr>
        <w:t xml:space="preserve"> </w:t>
      </w:r>
      <w:r w:rsidRPr="000773E8">
        <w:rPr>
          <w:rStyle w:val="libArabicChar"/>
          <w:rFonts w:hint="cs"/>
          <w:rtl/>
        </w:rPr>
        <w:t>ما</w:t>
      </w:r>
      <w:r w:rsidRPr="000773E8">
        <w:rPr>
          <w:rStyle w:val="libArabicChar"/>
          <w:rtl/>
        </w:rPr>
        <w:t xml:space="preserve"> </w:t>
      </w:r>
      <w:r w:rsidRPr="000773E8">
        <w:rPr>
          <w:rStyle w:val="libArabicChar"/>
          <w:rFonts w:hint="cs"/>
          <w:rtl/>
        </w:rPr>
        <w:t>فتنوا</w:t>
      </w:r>
      <w:r w:rsidRPr="000773E8">
        <w:rPr>
          <w:rStyle w:val="libArabicChar"/>
          <w:rtl/>
        </w:rPr>
        <w:t xml:space="preserve"> </w:t>
      </w:r>
      <w:r w:rsidRPr="000773E8">
        <w:rPr>
          <w:rStyle w:val="libArabicChar"/>
          <w:rFonts w:hint="cs"/>
          <w:rtl/>
        </w:rPr>
        <w:t>ثم</w:t>
      </w:r>
      <w:r w:rsidRPr="000773E8">
        <w:rPr>
          <w:rStyle w:val="libArabicChar"/>
          <w:rtl/>
        </w:rPr>
        <w:t xml:space="preserve"> </w:t>
      </w:r>
      <w:r w:rsidRPr="000773E8">
        <w:rPr>
          <w:rStyle w:val="libArabicChar"/>
          <w:rFonts w:hint="cs"/>
          <w:rtl/>
        </w:rPr>
        <w:t>ج</w:t>
      </w:r>
      <w:r w:rsidR="00120F63" w:rsidRPr="00B2551F">
        <w:rPr>
          <w:rStyle w:val="libArabicChar"/>
          <w:rFonts w:hint="cs"/>
          <w:rtl/>
        </w:rPr>
        <w:t>ه</w:t>
      </w:r>
      <w:r w:rsidRPr="000773E8">
        <w:rPr>
          <w:rStyle w:val="libArabicChar"/>
          <w:rFonts w:hint="cs"/>
          <w:rtl/>
        </w:rPr>
        <w:t>دوا</w:t>
      </w:r>
      <w:r w:rsidRPr="000773E8">
        <w:rPr>
          <w:rStyle w:val="libArabicChar"/>
          <w:rtl/>
        </w:rPr>
        <w:t xml:space="preserve"> و صبرو</w:t>
      </w:r>
      <w:r w:rsidR="005C31C0">
        <w:rPr>
          <w:rStyle w:val="libArabicChar"/>
          <w:rFonts w:hint="cs"/>
          <w:rtl/>
        </w:rPr>
        <w:t>ا</w:t>
      </w:r>
    </w:p>
    <w:p w:rsidR="001F628F" w:rsidRDefault="001F628F" w:rsidP="001F628F">
      <w:pPr>
        <w:pStyle w:val="libNormal"/>
        <w:rPr>
          <w:rtl/>
        </w:rPr>
      </w:pPr>
      <w:r w:rsidRPr="000773E8">
        <w:rPr>
          <w:rStyle w:val="libArabicChar"/>
          <w:rtl/>
        </w:rPr>
        <w:t>''انّ ربّك للذين ...''</w:t>
      </w:r>
      <w:r>
        <w:rPr>
          <w:rtl/>
        </w:rPr>
        <w:t xml:space="preserve"> كى خبر محذوف ہے جس پر ''لغفور ٌ رحيم'' دلالت كررہا ہے_</w:t>
      </w:r>
    </w:p>
    <w:p w:rsidR="001F628F" w:rsidRDefault="001F628F" w:rsidP="000773E8">
      <w:pPr>
        <w:pStyle w:val="libNormal"/>
        <w:rPr>
          <w:rtl/>
        </w:rPr>
      </w:pPr>
      <w:r>
        <w:rPr>
          <w:rtl/>
        </w:rPr>
        <w:t>3_ اسلام كے دشمنو</w:t>
      </w:r>
      <w:r w:rsidR="00083993">
        <w:rPr>
          <w:rtl/>
        </w:rPr>
        <w:t xml:space="preserve">ں </w:t>
      </w:r>
      <w:r>
        <w:rPr>
          <w:rtl/>
        </w:rPr>
        <w:t>كا مؤمنين كو اذيت و آزار پہنچان</w:t>
      </w:r>
      <w:r w:rsidR="000773E8">
        <w:rPr>
          <w:rFonts w:hint="cs"/>
          <w:rtl/>
        </w:rPr>
        <w:t xml:space="preserve"> </w:t>
      </w:r>
      <w:r>
        <w:rPr>
          <w:rFonts w:hint="eastAsia"/>
          <w:rtl/>
        </w:rPr>
        <w:t>ان</w:t>
      </w:r>
      <w:r>
        <w:rPr>
          <w:rtl/>
        </w:rPr>
        <w:t xml:space="preserve"> كے ايمان كى آزما</w:t>
      </w:r>
      <w:r w:rsidR="009F604A">
        <w:rPr>
          <w:rtl/>
        </w:rPr>
        <w:t>ئش</w:t>
      </w:r>
      <w:r>
        <w:rPr>
          <w:rtl/>
        </w:rPr>
        <w:t xml:space="preserve"> كا پيش خيمہ ہے_</w:t>
      </w:r>
    </w:p>
    <w:p w:rsidR="001F628F" w:rsidRDefault="001F628F" w:rsidP="000773E8">
      <w:pPr>
        <w:pStyle w:val="libArabic"/>
        <w:rPr>
          <w:rtl/>
        </w:rPr>
      </w:pPr>
      <w:r>
        <w:rPr>
          <w:rFonts w:hint="eastAsia"/>
          <w:rtl/>
        </w:rPr>
        <w:t>الا</w:t>
      </w:r>
      <w:r>
        <w:rPr>
          <w:rtl/>
        </w:rPr>
        <w:t xml:space="preserve"> ّ من اكر</w:t>
      </w:r>
      <w:r w:rsidR="00120F63" w:rsidRPr="00ED5DE8">
        <w:rPr>
          <w:rFonts w:hint="cs"/>
          <w:rtl/>
        </w:rPr>
        <w:t>ه</w:t>
      </w:r>
      <w:r>
        <w:rPr>
          <w:rtl/>
        </w:rPr>
        <w:t xml:space="preserve"> </w:t>
      </w:r>
      <w:r>
        <w:rPr>
          <w:rFonts w:hint="cs"/>
          <w:rtl/>
        </w:rPr>
        <w:t>وقلب</w:t>
      </w:r>
      <w:r w:rsidR="00120F63" w:rsidRPr="00ED5DE8">
        <w:rPr>
          <w:rFonts w:hint="cs"/>
          <w:rtl/>
        </w:rPr>
        <w:t>ه</w:t>
      </w:r>
      <w:r>
        <w:rPr>
          <w:rtl/>
        </w:rPr>
        <w:t xml:space="preserve"> </w:t>
      </w:r>
      <w:r>
        <w:rPr>
          <w:rFonts w:hint="cs"/>
          <w:rtl/>
        </w:rPr>
        <w:t>مطمئن</w:t>
      </w:r>
      <w:r>
        <w:rPr>
          <w:rtl/>
        </w:rPr>
        <w:t xml:space="preserve"> </w:t>
      </w:r>
      <w:r>
        <w:rPr>
          <w:rFonts w:hint="cs"/>
          <w:rtl/>
        </w:rPr>
        <w:t>بالايمن</w:t>
      </w:r>
      <w:r>
        <w:rPr>
          <w:rtl/>
        </w:rPr>
        <w:t xml:space="preserve"> ...</w:t>
      </w:r>
      <w:r>
        <w:rPr>
          <w:rFonts w:hint="cs"/>
          <w:rtl/>
        </w:rPr>
        <w:t>ثم</w:t>
      </w:r>
      <w:r>
        <w:rPr>
          <w:rtl/>
        </w:rPr>
        <w:t xml:space="preserve"> </w:t>
      </w:r>
      <w:r>
        <w:rPr>
          <w:rFonts w:hint="cs"/>
          <w:rtl/>
        </w:rPr>
        <w:t>ّ</w:t>
      </w:r>
      <w:r>
        <w:rPr>
          <w:rtl/>
        </w:rPr>
        <w:t xml:space="preserve"> </w:t>
      </w:r>
      <w:r>
        <w:rPr>
          <w:rFonts w:hint="cs"/>
          <w:rtl/>
        </w:rPr>
        <w:t>ان</w:t>
      </w:r>
      <w:r>
        <w:rPr>
          <w:rtl/>
        </w:rPr>
        <w:t xml:space="preserve"> </w:t>
      </w:r>
      <w:r>
        <w:rPr>
          <w:rFonts w:hint="cs"/>
          <w:rtl/>
        </w:rPr>
        <w:t>ربّك</w:t>
      </w:r>
      <w:r>
        <w:rPr>
          <w:rtl/>
        </w:rPr>
        <w:t xml:space="preserve"> </w:t>
      </w:r>
      <w:r>
        <w:rPr>
          <w:rFonts w:hint="cs"/>
          <w:rtl/>
        </w:rPr>
        <w:t>للذين</w:t>
      </w:r>
      <w:r>
        <w:rPr>
          <w:rtl/>
        </w:rPr>
        <w:t xml:space="preserve"> </w:t>
      </w:r>
      <w:r w:rsidR="00120F63" w:rsidRPr="00ED5DE8">
        <w:rPr>
          <w:rFonts w:hint="cs"/>
          <w:rtl/>
        </w:rPr>
        <w:t>ه</w:t>
      </w:r>
      <w:r>
        <w:rPr>
          <w:rFonts w:hint="cs"/>
          <w:rtl/>
        </w:rPr>
        <w:t>اجروا</w:t>
      </w:r>
      <w:r>
        <w:rPr>
          <w:rtl/>
        </w:rPr>
        <w:t xml:space="preserve"> </w:t>
      </w:r>
      <w:r>
        <w:rPr>
          <w:rFonts w:hint="cs"/>
          <w:rtl/>
        </w:rPr>
        <w:t>من</w:t>
      </w:r>
      <w:r>
        <w:rPr>
          <w:rtl/>
        </w:rPr>
        <w:t xml:space="preserve"> </w:t>
      </w:r>
      <w:r>
        <w:rPr>
          <w:rFonts w:hint="cs"/>
          <w:rtl/>
        </w:rPr>
        <w:t>بعد</w:t>
      </w:r>
      <w:r>
        <w:rPr>
          <w:rtl/>
        </w:rPr>
        <w:t xml:space="preserve"> </w:t>
      </w:r>
      <w:r>
        <w:rPr>
          <w:rFonts w:hint="cs"/>
          <w:rtl/>
        </w:rPr>
        <w:t>ما</w:t>
      </w:r>
      <w:r>
        <w:rPr>
          <w:rtl/>
        </w:rPr>
        <w:t xml:space="preserve"> فتنو</w:t>
      </w:r>
      <w:r w:rsidR="005C31C0">
        <w:rPr>
          <w:rFonts w:hint="cs"/>
          <w:rtl/>
        </w:rPr>
        <w:t>ا</w:t>
      </w:r>
    </w:p>
    <w:p w:rsidR="001F628F" w:rsidRDefault="001F628F" w:rsidP="001F628F">
      <w:pPr>
        <w:pStyle w:val="libNormal"/>
        <w:rPr>
          <w:rtl/>
        </w:rPr>
      </w:pPr>
      <w:r>
        <w:rPr>
          <w:rFonts w:hint="eastAsia"/>
          <w:rtl/>
        </w:rPr>
        <w:t>اس</w:t>
      </w:r>
      <w:r>
        <w:rPr>
          <w:rtl/>
        </w:rPr>
        <w:t xml:space="preserve"> آيت مي</w:t>
      </w:r>
      <w:r w:rsidR="00083993">
        <w:rPr>
          <w:rtl/>
        </w:rPr>
        <w:t xml:space="preserve">ں </w:t>
      </w:r>
      <w:r>
        <w:rPr>
          <w:rtl/>
        </w:rPr>
        <w:t>جو لفظ ''فتنوا'' امتحان اور آزما</w:t>
      </w:r>
      <w:r w:rsidR="009F604A">
        <w:rPr>
          <w:rtl/>
        </w:rPr>
        <w:t>ئش</w:t>
      </w:r>
      <w:r>
        <w:rPr>
          <w:rtl/>
        </w:rPr>
        <w:t xml:space="preserve"> كے معنى مي</w:t>
      </w:r>
      <w:r w:rsidR="00083993">
        <w:rPr>
          <w:rtl/>
        </w:rPr>
        <w:t xml:space="preserve">ں </w:t>
      </w:r>
      <w:r>
        <w:rPr>
          <w:rtl/>
        </w:rPr>
        <w:t>استعمال ہوا ہے اس مي</w:t>
      </w:r>
      <w:r w:rsidR="00083993">
        <w:rPr>
          <w:rtl/>
        </w:rPr>
        <w:t xml:space="preserve">ں </w:t>
      </w:r>
      <w:r>
        <w:rPr>
          <w:rtl/>
        </w:rPr>
        <w:t>رنج و عذاب كا معنى مضمر ہے اس فعل كى اصل كا معنى سونے كو خالص بنانے كے ليے ركھنا ہے (مفردات راغب) قابل ذكر ہے كہ آيت نمبر 106، مي</w:t>
      </w:r>
      <w:r w:rsidR="00083993">
        <w:rPr>
          <w:rtl/>
        </w:rPr>
        <w:t xml:space="preserve">ں </w:t>
      </w:r>
      <w:r>
        <w:rPr>
          <w:rtl/>
        </w:rPr>
        <w:t>جو مسلمانو</w:t>
      </w:r>
      <w:r w:rsidR="00083993">
        <w:rPr>
          <w:rtl/>
        </w:rPr>
        <w:t xml:space="preserve">ں </w:t>
      </w:r>
      <w:r>
        <w:rPr>
          <w:rtl/>
        </w:rPr>
        <w:t>كا آزار و اذيت سے دوچار ہونے اور تقيّہ كے حكم كے بارے مي</w:t>
      </w:r>
      <w:r w:rsidR="00083993">
        <w:rPr>
          <w:rtl/>
        </w:rPr>
        <w:t xml:space="preserve">ں </w:t>
      </w:r>
      <w:r>
        <w:rPr>
          <w:rtl/>
        </w:rPr>
        <w:t>ہے اس مطلب پر مويّد ہے_</w:t>
      </w:r>
    </w:p>
    <w:p w:rsidR="001F628F" w:rsidRDefault="001F628F" w:rsidP="001F628F">
      <w:pPr>
        <w:pStyle w:val="libNormal"/>
        <w:rPr>
          <w:rtl/>
        </w:rPr>
      </w:pPr>
      <w:r>
        <w:rPr>
          <w:rtl/>
        </w:rPr>
        <w:t>4_ كچھ مسلمان، دشمنو</w:t>
      </w:r>
      <w:r w:rsidR="00083993">
        <w:rPr>
          <w:rtl/>
        </w:rPr>
        <w:t xml:space="preserve">ں </w:t>
      </w:r>
      <w:r>
        <w:rPr>
          <w:rtl/>
        </w:rPr>
        <w:t>كے رنج و تكليف كو برداشت كرنے كے بعد حبشہ كى طرف ہجرت كر گئے_</w:t>
      </w:r>
    </w:p>
    <w:p w:rsidR="000773E8" w:rsidRDefault="001E7F9D" w:rsidP="00F73EDE">
      <w:pPr>
        <w:pStyle w:val="libPoemTini"/>
        <w:rPr>
          <w:rtl/>
        </w:rPr>
      </w:pPr>
      <w:r>
        <w:rPr>
          <w:rtl/>
        </w:rPr>
        <w:cr/>
      </w:r>
      <w:r>
        <w:rPr>
          <w:rtl/>
        </w:rPr>
        <w:br w:type="page"/>
      </w:r>
    </w:p>
    <w:p w:rsidR="001F628F" w:rsidRDefault="001F628F" w:rsidP="000773E8">
      <w:pPr>
        <w:pStyle w:val="libArabic"/>
        <w:rPr>
          <w:rtl/>
        </w:rPr>
      </w:pPr>
      <w:r>
        <w:rPr>
          <w:rFonts w:hint="eastAsia"/>
          <w:rtl/>
        </w:rPr>
        <w:lastRenderedPageBreak/>
        <w:t>للذين</w:t>
      </w:r>
      <w:r>
        <w:rPr>
          <w:rtl/>
        </w:rPr>
        <w:t xml:space="preserve"> </w:t>
      </w:r>
      <w:r w:rsidR="00120F63" w:rsidRPr="00ED5DE8">
        <w:rPr>
          <w:rFonts w:hint="cs"/>
          <w:rtl/>
        </w:rPr>
        <w:t>ه</w:t>
      </w:r>
      <w:r>
        <w:rPr>
          <w:rFonts w:hint="cs"/>
          <w:rtl/>
        </w:rPr>
        <w:t>اجروا</w:t>
      </w:r>
      <w:r>
        <w:rPr>
          <w:rtl/>
        </w:rPr>
        <w:t xml:space="preserve"> </w:t>
      </w:r>
      <w:r>
        <w:rPr>
          <w:rFonts w:hint="cs"/>
          <w:rtl/>
        </w:rPr>
        <w:t>من</w:t>
      </w:r>
      <w:r>
        <w:rPr>
          <w:rtl/>
        </w:rPr>
        <w:t xml:space="preserve"> </w:t>
      </w:r>
      <w:r>
        <w:rPr>
          <w:rFonts w:hint="cs"/>
          <w:rtl/>
        </w:rPr>
        <w:t>بعد</w:t>
      </w:r>
      <w:r>
        <w:rPr>
          <w:rtl/>
        </w:rPr>
        <w:t xml:space="preserve"> </w:t>
      </w:r>
      <w:r>
        <w:rPr>
          <w:rFonts w:hint="cs"/>
          <w:rtl/>
        </w:rPr>
        <w:t>م</w:t>
      </w:r>
      <w:r>
        <w:rPr>
          <w:rtl/>
        </w:rPr>
        <w:t>ا فتنو</w:t>
      </w:r>
      <w:r w:rsidR="005C31C0">
        <w:rPr>
          <w:rFonts w:hint="cs"/>
          <w:rtl/>
        </w:rPr>
        <w:t>ا</w:t>
      </w:r>
    </w:p>
    <w:p w:rsidR="001F628F" w:rsidRDefault="001F628F" w:rsidP="001F628F">
      <w:pPr>
        <w:pStyle w:val="libNormal"/>
        <w:rPr>
          <w:rtl/>
        </w:rPr>
      </w:pPr>
      <w:r>
        <w:rPr>
          <w:rtl/>
        </w:rPr>
        <w:t>''فتنہ'' كا ايك معنى آزار و اذيت دينا ہے (مفردات راغب) اور مذكورہ تفسير اسى معنى پر موقوف ہے_</w:t>
      </w:r>
    </w:p>
    <w:p w:rsidR="001F628F" w:rsidRDefault="001F628F" w:rsidP="001F628F">
      <w:pPr>
        <w:pStyle w:val="libNormal"/>
        <w:rPr>
          <w:rtl/>
        </w:rPr>
      </w:pPr>
      <w:r>
        <w:rPr>
          <w:rtl/>
        </w:rPr>
        <w:t>5_ايمان كى حفاظت ، جابرانہ ما حول اور كفر كى حاكميت سے نجات كے ليے حركت كرنا ،ہجرت كہلاتا ہے _</w:t>
      </w:r>
    </w:p>
    <w:p w:rsidR="001F628F" w:rsidRDefault="00120F63" w:rsidP="000773E8">
      <w:pPr>
        <w:pStyle w:val="libArabic"/>
        <w:rPr>
          <w:rtl/>
        </w:rPr>
      </w:pPr>
      <w:r w:rsidRPr="00ED5DE8">
        <w:rPr>
          <w:rFonts w:hint="cs"/>
          <w:rtl/>
        </w:rPr>
        <w:t>ه</w:t>
      </w:r>
      <w:r w:rsidR="001F628F">
        <w:rPr>
          <w:rFonts w:hint="cs"/>
          <w:rtl/>
        </w:rPr>
        <w:t>اجروا</w:t>
      </w:r>
      <w:r w:rsidR="001F628F">
        <w:rPr>
          <w:rtl/>
        </w:rPr>
        <w:t xml:space="preserve"> من بعد ما فتنو</w:t>
      </w:r>
      <w:r w:rsidR="005C31C0">
        <w:rPr>
          <w:rFonts w:hint="cs"/>
          <w:rtl/>
        </w:rPr>
        <w:t>ا</w:t>
      </w:r>
    </w:p>
    <w:p w:rsidR="001F628F" w:rsidRDefault="001F628F" w:rsidP="001F628F">
      <w:pPr>
        <w:pStyle w:val="libNormal"/>
        <w:rPr>
          <w:rtl/>
        </w:rPr>
      </w:pPr>
      <w:r>
        <w:rPr>
          <w:rFonts w:hint="eastAsia"/>
          <w:rtl/>
        </w:rPr>
        <w:t>اس</w:t>
      </w:r>
      <w:r>
        <w:rPr>
          <w:rtl/>
        </w:rPr>
        <w:t xml:space="preserve"> آيت اور آيت ''</w:t>
      </w:r>
      <w:r w:rsidRPr="000773E8">
        <w:rPr>
          <w:rStyle w:val="libArabicChar"/>
          <w:rtl/>
        </w:rPr>
        <w:t>من كفر بالله من بعد ايمان</w:t>
      </w:r>
      <w:r w:rsidR="00120F63" w:rsidRPr="00B2551F">
        <w:rPr>
          <w:rStyle w:val="libArabicChar"/>
          <w:rFonts w:hint="cs"/>
          <w:rtl/>
        </w:rPr>
        <w:t>ه</w:t>
      </w:r>
      <w:r w:rsidRPr="000773E8">
        <w:rPr>
          <w:rStyle w:val="libArabicChar"/>
          <w:rFonts w:hint="cs"/>
          <w:rtl/>
        </w:rPr>
        <w:t>م</w:t>
      </w:r>
      <w:r w:rsidRPr="000773E8">
        <w:rPr>
          <w:rStyle w:val="libArabicChar"/>
          <w:rtl/>
        </w:rPr>
        <w:t xml:space="preserve"> </w:t>
      </w:r>
      <w:r w:rsidRPr="000773E8">
        <w:rPr>
          <w:rStyle w:val="libArabicChar"/>
          <w:rFonts w:hint="cs"/>
          <w:rtl/>
        </w:rPr>
        <w:t>الا</w:t>
      </w:r>
      <w:r w:rsidRPr="000773E8">
        <w:rPr>
          <w:rStyle w:val="libArabicChar"/>
          <w:rtl/>
        </w:rPr>
        <w:t xml:space="preserve"> </w:t>
      </w:r>
      <w:r w:rsidRPr="000773E8">
        <w:rPr>
          <w:rStyle w:val="libArabicChar"/>
          <w:rFonts w:hint="cs"/>
          <w:rtl/>
        </w:rPr>
        <w:t>من</w:t>
      </w:r>
      <w:r w:rsidRPr="000773E8">
        <w:rPr>
          <w:rStyle w:val="libArabicChar"/>
          <w:rtl/>
        </w:rPr>
        <w:t xml:space="preserve"> اكر</w:t>
      </w:r>
      <w:r w:rsidR="00120F63" w:rsidRPr="00B2551F">
        <w:rPr>
          <w:rStyle w:val="libArabicChar"/>
          <w:rFonts w:hint="cs"/>
          <w:rtl/>
        </w:rPr>
        <w:t>ه</w:t>
      </w:r>
      <w:r w:rsidRPr="000773E8">
        <w:rPr>
          <w:rStyle w:val="libArabicChar"/>
          <w:rtl/>
        </w:rPr>
        <w:t xml:space="preserve"> ...</w:t>
      </w:r>
      <w:r>
        <w:rPr>
          <w:rtl/>
        </w:rPr>
        <w:t>'' كے درميان موجود ربط كہ جس سے يہ بات معلوم ہوتى ہے كہ سخت اور مشكل شرائط مي</w:t>
      </w:r>
      <w:r w:rsidR="00083993">
        <w:rPr>
          <w:rtl/>
        </w:rPr>
        <w:t xml:space="preserve">ں </w:t>
      </w:r>
      <w:r>
        <w:rPr>
          <w:rtl/>
        </w:rPr>
        <w:t>تقيّہ كرنا جائز ہے ليكن انسان كو ہميشہ ظاہرى كفر كا اظہار نہي</w:t>
      </w:r>
      <w:r w:rsidR="00083993">
        <w:rPr>
          <w:rtl/>
        </w:rPr>
        <w:t xml:space="preserve">ں </w:t>
      </w:r>
      <w:r>
        <w:rPr>
          <w:rtl/>
        </w:rPr>
        <w:t>كرنا چاہيے بلكہ ممكن صورت مي</w:t>
      </w:r>
      <w:r w:rsidR="00083993">
        <w:rPr>
          <w:rtl/>
        </w:rPr>
        <w:t xml:space="preserve">ں </w:t>
      </w:r>
      <w:r>
        <w:rPr>
          <w:rtl/>
        </w:rPr>
        <w:t>كفر كے ماحول كو ترك كردي</w:t>
      </w:r>
      <w:r>
        <w:rPr>
          <w:rFonts w:hint="eastAsia"/>
          <w:rtl/>
        </w:rPr>
        <w:t>نا</w:t>
      </w:r>
      <w:r>
        <w:rPr>
          <w:rtl/>
        </w:rPr>
        <w:t xml:space="preserve"> چايئےو مد نظر ركھتے ہوئے مذكورہ مطلب كا استفادہ ہوتا ہے_</w:t>
      </w:r>
    </w:p>
    <w:p w:rsidR="001F628F" w:rsidRDefault="001F628F" w:rsidP="000773E8">
      <w:pPr>
        <w:pStyle w:val="libNormal"/>
        <w:rPr>
          <w:rtl/>
        </w:rPr>
      </w:pPr>
      <w:r>
        <w:rPr>
          <w:rtl/>
        </w:rPr>
        <w:t>6_ جب انسان كے ليے مسلسل كفر كا اظہار ضرورى ہوجائے تو اس صورت مي</w:t>
      </w:r>
      <w:r w:rsidR="00083993">
        <w:rPr>
          <w:rtl/>
        </w:rPr>
        <w:t xml:space="preserve">ں </w:t>
      </w:r>
      <w:r>
        <w:rPr>
          <w:rtl/>
        </w:rPr>
        <w:t>خداوند عالم نے كفر كى سرزمين سے ہجرت كرنے كى تاكيد فرمائي ہے_</w:t>
      </w:r>
      <w:r w:rsidRPr="000773E8">
        <w:rPr>
          <w:rStyle w:val="libArabicChar"/>
          <w:rFonts w:hint="eastAsia"/>
          <w:rtl/>
        </w:rPr>
        <w:t>الاّ</w:t>
      </w:r>
      <w:r w:rsidRPr="000773E8">
        <w:rPr>
          <w:rStyle w:val="libArabicChar"/>
          <w:rtl/>
        </w:rPr>
        <w:t xml:space="preserve"> من اكر</w:t>
      </w:r>
      <w:r w:rsidR="00120F63" w:rsidRPr="00B2551F">
        <w:rPr>
          <w:rStyle w:val="libArabicChar"/>
          <w:rFonts w:hint="cs"/>
          <w:rtl/>
        </w:rPr>
        <w:t>ه</w:t>
      </w:r>
      <w:r w:rsidRPr="000773E8">
        <w:rPr>
          <w:rStyle w:val="libArabicChar"/>
          <w:rtl/>
        </w:rPr>
        <w:t xml:space="preserve"> ...</w:t>
      </w:r>
      <w:r w:rsidRPr="000773E8">
        <w:rPr>
          <w:rStyle w:val="libArabicChar"/>
          <w:rFonts w:hint="cs"/>
          <w:rtl/>
        </w:rPr>
        <w:t>ثم</w:t>
      </w:r>
      <w:r w:rsidRPr="000773E8">
        <w:rPr>
          <w:rStyle w:val="libArabicChar"/>
          <w:rtl/>
        </w:rPr>
        <w:t xml:space="preserve"> </w:t>
      </w:r>
      <w:r w:rsidRPr="000773E8">
        <w:rPr>
          <w:rStyle w:val="libArabicChar"/>
          <w:rFonts w:hint="cs"/>
          <w:rtl/>
        </w:rPr>
        <w:t>ّ</w:t>
      </w:r>
      <w:r w:rsidRPr="000773E8">
        <w:rPr>
          <w:rStyle w:val="libArabicChar"/>
          <w:rtl/>
        </w:rPr>
        <w:t xml:space="preserve"> </w:t>
      </w:r>
      <w:r w:rsidRPr="000773E8">
        <w:rPr>
          <w:rStyle w:val="libArabicChar"/>
          <w:rFonts w:hint="cs"/>
          <w:rtl/>
        </w:rPr>
        <w:t>ان</w:t>
      </w:r>
      <w:r w:rsidRPr="000773E8">
        <w:rPr>
          <w:rStyle w:val="libArabicChar"/>
          <w:rtl/>
        </w:rPr>
        <w:t xml:space="preserve"> </w:t>
      </w:r>
      <w:r w:rsidRPr="000773E8">
        <w:rPr>
          <w:rStyle w:val="libArabicChar"/>
          <w:rFonts w:hint="cs"/>
          <w:rtl/>
        </w:rPr>
        <w:t>ربّك</w:t>
      </w:r>
      <w:r w:rsidRPr="000773E8">
        <w:rPr>
          <w:rStyle w:val="libArabicChar"/>
          <w:rtl/>
        </w:rPr>
        <w:t xml:space="preserve"> </w:t>
      </w:r>
      <w:r w:rsidRPr="000773E8">
        <w:rPr>
          <w:rStyle w:val="libArabicChar"/>
          <w:rFonts w:hint="cs"/>
          <w:rtl/>
        </w:rPr>
        <w:t>للذين</w:t>
      </w:r>
      <w:r w:rsidRPr="000773E8">
        <w:rPr>
          <w:rStyle w:val="libArabicChar"/>
          <w:rtl/>
        </w:rPr>
        <w:t xml:space="preserve"> </w:t>
      </w:r>
      <w:r w:rsidR="00120F63" w:rsidRPr="00B2551F">
        <w:rPr>
          <w:rStyle w:val="libArabicChar"/>
          <w:rFonts w:hint="cs"/>
          <w:rtl/>
        </w:rPr>
        <w:t>ه</w:t>
      </w:r>
      <w:r w:rsidRPr="000773E8">
        <w:rPr>
          <w:rStyle w:val="libArabicChar"/>
          <w:rFonts w:hint="cs"/>
          <w:rtl/>
        </w:rPr>
        <w:t>اجروا</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Pr="000773E8">
        <w:rPr>
          <w:rStyle w:val="libArabicChar"/>
          <w:rtl/>
        </w:rPr>
        <w:t xml:space="preserve"> </w:t>
      </w:r>
      <w:r w:rsidRPr="000773E8">
        <w:rPr>
          <w:rStyle w:val="libArabicChar"/>
          <w:rFonts w:hint="cs"/>
          <w:rtl/>
        </w:rPr>
        <w:t>م</w:t>
      </w:r>
      <w:r w:rsidRPr="000773E8">
        <w:rPr>
          <w:rStyle w:val="libArabicChar"/>
          <w:rtl/>
        </w:rPr>
        <w:t>ا فتنو</w:t>
      </w:r>
      <w:r w:rsidR="005C31C0">
        <w:rPr>
          <w:rStyle w:val="libArabicChar"/>
          <w:rFonts w:hint="cs"/>
          <w:rtl/>
        </w:rPr>
        <w:t>ا</w:t>
      </w:r>
    </w:p>
    <w:p w:rsidR="001F628F" w:rsidRDefault="001F628F" w:rsidP="001F628F">
      <w:pPr>
        <w:pStyle w:val="libNormal"/>
        <w:rPr>
          <w:rtl/>
        </w:rPr>
      </w:pPr>
      <w:r>
        <w:rPr>
          <w:rFonts w:hint="eastAsia"/>
          <w:rtl/>
        </w:rPr>
        <w:t>يہ</w:t>
      </w:r>
      <w:r>
        <w:rPr>
          <w:rtl/>
        </w:rPr>
        <w:t xml:space="preserve"> آيت ان لوگو</w:t>
      </w:r>
      <w:r w:rsidR="00083993">
        <w:rPr>
          <w:rtl/>
        </w:rPr>
        <w:t xml:space="preserve">ں </w:t>
      </w:r>
      <w:r>
        <w:rPr>
          <w:rtl/>
        </w:rPr>
        <w:t>كے بارے مي</w:t>
      </w:r>
      <w:r w:rsidR="00083993">
        <w:rPr>
          <w:rtl/>
        </w:rPr>
        <w:t xml:space="preserve">ں </w:t>
      </w:r>
      <w:r>
        <w:rPr>
          <w:rtl/>
        </w:rPr>
        <w:t>ہے جنہو</w:t>
      </w:r>
      <w:r w:rsidR="00083993">
        <w:rPr>
          <w:rtl/>
        </w:rPr>
        <w:t xml:space="preserve">ں </w:t>
      </w:r>
      <w:r>
        <w:rPr>
          <w:rtl/>
        </w:rPr>
        <w:t>نے جبر كى وجہ سے كفر آميز كلمات زبان پر جارى كيے اور خداوند عالم يہ فرماتا ہے :ايسے لوگ اس كام كے بعد اگر ہجرت و غيرہ كري</w:t>
      </w:r>
      <w:r w:rsidR="00083993">
        <w:rPr>
          <w:rtl/>
        </w:rPr>
        <w:t xml:space="preserve">ں </w:t>
      </w:r>
      <w:r>
        <w:rPr>
          <w:rtl/>
        </w:rPr>
        <w:t>تو خداوند عالم كى بخشش ان كے شامل حال ہوگى اس بيان سے يہ معلوم ہوتا ہے كہ ايسے افراد كى ہجرت ايك ضرورى امر ہے_</w:t>
      </w:r>
    </w:p>
    <w:p w:rsidR="001F628F" w:rsidRDefault="001F628F" w:rsidP="001F628F">
      <w:pPr>
        <w:pStyle w:val="libNormal"/>
        <w:rPr>
          <w:rtl/>
        </w:rPr>
      </w:pPr>
      <w:r>
        <w:rPr>
          <w:rtl/>
        </w:rPr>
        <w:t>7_ ايمان اور جہاد كو محفوظ ركھنے كے ليے ہجرت كا راستہ معاشرہ مي</w:t>
      </w:r>
      <w:r w:rsidR="00083993">
        <w:rPr>
          <w:rtl/>
        </w:rPr>
        <w:t xml:space="preserve">ں </w:t>
      </w:r>
      <w:r>
        <w:rPr>
          <w:rtl/>
        </w:rPr>
        <w:t>دينى تفكر كى ركاوٹو</w:t>
      </w:r>
      <w:r w:rsidR="00083993">
        <w:rPr>
          <w:rtl/>
        </w:rPr>
        <w:t xml:space="preserve">ں </w:t>
      </w:r>
      <w:r>
        <w:rPr>
          <w:rtl/>
        </w:rPr>
        <w:t>كو ختم كرنے كا سرچشمہ ہے_</w:t>
      </w:r>
    </w:p>
    <w:p w:rsidR="001F628F" w:rsidRDefault="00120F63" w:rsidP="000773E8">
      <w:pPr>
        <w:pStyle w:val="libArabic"/>
        <w:rPr>
          <w:rtl/>
        </w:rPr>
      </w:pPr>
      <w:r w:rsidRPr="00ED5DE8">
        <w:rPr>
          <w:rFonts w:hint="cs"/>
          <w:rtl/>
        </w:rPr>
        <w:t>ه</w:t>
      </w:r>
      <w:r w:rsidR="001F628F">
        <w:rPr>
          <w:rFonts w:hint="cs"/>
          <w:rtl/>
        </w:rPr>
        <w:t>اجروا</w:t>
      </w:r>
      <w:r w:rsidR="001F628F">
        <w:rPr>
          <w:rtl/>
        </w:rPr>
        <w:t xml:space="preserve"> من بعد ما فتنوا ثمّ ج</w:t>
      </w:r>
      <w:r w:rsidRPr="00ED5DE8">
        <w:rPr>
          <w:rFonts w:hint="cs"/>
          <w:rtl/>
        </w:rPr>
        <w:t>ه</w:t>
      </w:r>
      <w:r w:rsidR="001F628F">
        <w:rPr>
          <w:rFonts w:hint="cs"/>
          <w:rtl/>
        </w:rPr>
        <w:t>دوا</w:t>
      </w:r>
      <w:r w:rsidR="001F628F">
        <w:rPr>
          <w:rtl/>
        </w:rPr>
        <w:t xml:space="preserve"> </w:t>
      </w:r>
      <w:r w:rsidR="001F628F">
        <w:rPr>
          <w:rFonts w:hint="cs"/>
          <w:rtl/>
        </w:rPr>
        <w:t>و</w:t>
      </w:r>
      <w:r w:rsidR="001F628F">
        <w:rPr>
          <w:rtl/>
        </w:rPr>
        <w:t xml:space="preserve"> صبرو</w:t>
      </w:r>
      <w:r w:rsidR="005C31C0">
        <w:rPr>
          <w:rFonts w:hint="cs"/>
          <w:rtl/>
        </w:rPr>
        <w:t>ا</w:t>
      </w:r>
    </w:p>
    <w:p w:rsidR="001F628F" w:rsidRDefault="001F628F" w:rsidP="001F628F">
      <w:pPr>
        <w:pStyle w:val="libNormal"/>
        <w:rPr>
          <w:rtl/>
        </w:rPr>
      </w:pPr>
      <w:r>
        <w:rPr>
          <w:rFonts w:hint="eastAsia"/>
          <w:rtl/>
        </w:rPr>
        <w:t>ہجرت</w:t>
      </w:r>
      <w:r>
        <w:rPr>
          <w:rtl/>
        </w:rPr>
        <w:t xml:space="preserve"> كے ساتھ جہاد كا قرار پانا اور اس كى تكميل شمار ہونا ،ممكن ہے مذكورہ مطلب كى طرف اشارہ ہو_</w:t>
      </w:r>
    </w:p>
    <w:p w:rsidR="001F628F" w:rsidRDefault="001F628F" w:rsidP="000773E8">
      <w:pPr>
        <w:pStyle w:val="libNormal"/>
        <w:rPr>
          <w:rtl/>
        </w:rPr>
      </w:pPr>
      <w:r>
        <w:rPr>
          <w:rtl/>
        </w:rPr>
        <w:t>8_ ہجرت اور جہاد كے راستہ مي</w:t>
      </w:r>
      <w:r w:rsidR="00083993">
        <w:rPr>
          <w:rtl/>
        </w:rPr>
        <w:t xml:space="preserve">ں </w:t>
      </w:r>
      <w:r>
        <w:rPr>
          <w:rtl/>
        </w:rPr>
        <w:t>صبرو استقامت ايك اہم اور ضرورى عنصر ہے_</w:t>
      </w:r>
      <w:r w:rsidRPr="000773E8">
        <w:rPr>
          <w:rStyle w:val="libArabicChar"/>
          <w:rFonts w:hint="eastAsia"/>
          <w:rtl/>
        </w:rPr>
        <w:t>للذين</w:t>
      </w:r>
      <w:r w:rsidRPr="000773E8">
        <w:rPr>
          <w:rStyle w:val="libArabicChar"/>
          <w:rtl/>
        </w:rPr>
        <w:t xml:space="preserve"> </w:t>
      </w:r>
      <w:r w:rsidR="00120F63" w:rsidRPr="00B2551F">
        <w:rPr>
          <w:rStyle w:val="libArabicChar"/>
          <w:rFonts w:hint="cs"/>
          <w:rtl/>
        </w:rPr>
        <w:t>ه</w:t>
      </w:r>
      <w:r w:rsidRPr="000773E8">
        <w:rPr>
          <w:rStyle w:val="libArabicChar"/>
          <w:rFonts w:hint="cs"/>
          <w:rtl/>
        </w:rPr>
        <w:t>اجروا</w:t>
      </w:r>
      <w:r w:rsidRPr="000773E8">
        <w:rPr>
          <w:rStyle w:val="libArabicChar"/>
          <w:rtl/>
        </w:rPr>
        <w:t xml:space="preserve"> ...</w:t>
      </w:r>
      <w:r w:rsidRPr="000773E8">
        <w:rPr>
          <w:rStyle w:val="libArabicChar"/>
          <w:rFonts w:hint="cs"/>
          <w:rtl/>
        </w:rPr>
        <w:t>ثمّ</w:t>
      </w:r>
      <w:r w:rsidRPr="000773E8">
        <w:rPr>
          <w:rStyle w:val="libArabicChar"/>
          <w:rtl/>
        </w:rPr>
        <w:t xml:space="preserve"> </w:t>
      </w:r>
      <w:r w:rsidRPr="000773E8">
        <w:rPr>
          <w:rStyle w:val="libArabicChar"/>
          <w:rFonts w:hint="cs"/>
          <w:rtl/>
        </w:rPr>
        <w:t>ج</w:t>
      </w:r>
      <w:r w:rsidR="00120F63" w:rsidRPr="00B2551F">
        <w:rPr>
          <w:rStyle w:val="libArabicChar"/>
          <w:rFonts w:hint="cs"/>
          <w:rtl/>
        </w:rPr>
        <w:t>ه</w:t>
      </w:r>
      <w:r w:rsidRPr="000773E8">
        <w:rPr>
          <w:rStyle w:val="libArabicChar"/>
          <w:rFonts w:hint="cs"/>
          <w:rtl/>
        </w:rPr>
        <w:t>دوا</w:t>
      </w:r>
      <w:r w:rsidRPr="000773E8">
        <w:rPr>
          <w:rStyle w:val="libArabicChar"/>
          <w:rtl/>
        </w:rPr>
        <w:t xml:space="preserve"> و صبرو</w:t>
      </w:r>
      <w:r w:rsidR="005C31C0">
        <w:rPr>
          <w:rStyle w:val="libArabicChar"/>
          <w:rFonts w:hint="cs"/>
          <w:rtl/>
        </w:rPr>
        <w:t>ا</w:t>
      </w:r>
    </w:p>
    <w:p w:rsidR="001F628F" w:rsidRDefault="001F628F" w:rsidP="001F628F">
      <w:pPr>
        <w:pStyle w:val="libNormal"/>
        <w:rPr>
          <w:rtl/>
        </w:rPr>
      </w:pPr>
      <w:r>
        <w:rPr>
          <w:rFonts w:hint="eastAsia"/>
          <w:rtl/>
        </w:rPr>
        <w:t>يہ</w:t>
      </w:r>
      <w:r>
        <w:rPr>
          <w:rtl/>
        </w:rPr>
        <w:t xml:space="preserve"> جو ہجر ت اور جہاد كے ساتھ مسلسل مشكلات اور شديد صبر و استقامت كى ضرورت ہے _ اور اس كے با وجود خداوند عالم نے صبر استقامت كى تاكيد فرمائي ہے_ لہذا كہا جا سكتا ہے كہ يہ تاكيد ہجرت اور جہاد كے ميدان مي</w:t>
      </w:r>
      <w:r w:rsidR="00083993">
        <w:rPr>
          <w:rtl/>
        </w:rPr>
        <w:t xml:space="preserve">ں </w:t>
      </w:r>
      <w:r>
        <w:rPr>
          <w:rtl/>
        </w:rPr>
        <w:t>صبر كے خصوصى موثر ہونے كو بيان كررہى ہے_</w:t>
      </w:r>
    </w:p>
    <w:p w:rsidR="001F628F" w:rsidRDefault="001F628F" w:rsidP="000773E8">
      <w:pPr>
        <w:pStyle w:val="libNormal"/>
        <w:rPr>
          <w:rtl/>
        </w:rPr>
      </w:pPr>
      <w:r>
        <w:rPr>
          <w:rtl/>
        </w:rPr>
        <w:t>9_رنج والم كو برداشت كرنے والے مہاجرين ، مجاہد اور صبر واستقامت كا مظاہر كرنے والے خداوند عالم كى خصوصى عنايت اور اس كى نصرت سے بہرہ مند ہي</w:t>
      </w:r>
      <w:r w:rsidR="00083993">
        <w:rPr>
          <w:rtl/>
        </w:rPr>
        <w:t xml:space="preserve">ں </w:t>
      </w:r>
      <w:r>
        <w:rPr>
          <w:rtl/>
        </w:rPr>
        <w:t>_</w:t>
      </w:r>
      <w:r w:rsidRPr="000773E8">
        <w:rPr>
          <w:rStyle w:val="libArabicChar"/>
          <w:rFonts w:hint="eastAsia"/>
          <w:rtl/>
        </w:rPr>
        <w:t>ثم</w:t>
      </w:r>
      <w:r w:rsidRPr="000773E8">
        <w:rPr>
          <w:rStyle w:val="libArabicChar"/>
          <w:rtl/>
        </w:rPr>
        <w:t xml:space="preserve"> انّ ربّك للذين </w:t>
      </w:r>
      <w:r w:rsidR="00120F63" w:rsidRPr="00B2551F">
        <w:rPr>
          <w:rStyle w:val="libArabicChar"/>
          <w:rFonts w:hint="cs"/>
          <w:rtl/>
        </w:rPr>
        <w:t>ه</w:t>
      </w:r>
      <w:r w:rsidRPr="000773E8">
        <w:rPr>
          <w:rStyle w:val="libArabicChar"/>
          <w:rFonts w:hint="cs"/>
          <w:rtl/>
        </w:rPr>
        <w:t>اجروا</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Pr="000773E8">
        <w:rPr>
          <w:rStyle w:val="libArabicChar"/>
          <w:rtl/>
        </w:rPr>
        <w:t xml:space="preserve"> </w:t>
      </w:r>
      <w:r w:rsidRPr="000773E8">
        <w:rPr>
          <w:rStyle w:val="libArabicChar"/>
          <w:rFonts w:hint="cs"/>
          <w:rtl/>
        </w:rPr>
        <w:t>ما</w:t>
      </w:r>
      <w:r w:rsidRPr="000773E8">
        <w:rPr>
          <w:rStyle w:val="libArabicChar"/>
          <w:rtl/>
        </w:rPr>
        <w:t xml:space="preserve"> </w:t>
      </w:r>
      <w:r w:rsidRPr="000773E8">
        <w:rPr>
          <w:rStyle w:val="libArabicChar"/>
          <w:rFonts w:hint="cs"/>
          <w:rtl/>
        </w:rPr>
        <w:t>فتنوا</w:t>
      </w:r>
      <w:r w:rsidRPr="000773E8">
        <w:rPr>
          <w:rStyle w:val="libArabicChar"/>
          <w:rtl/>
        </w:rPr>
        <w:t xml:space="preserve"> </w:t>
      </w:r>
      <w:r w:rsidRPr="000773E8">
        <w:rPr>
          <w:rStyle w:val="libArabicChar"/>
          <w:rFonts w:hint="cs"/>
          <w:rtl/>
        </w:rPr>
        <w:t>ثمّ</w:t>
      </w:r>
      <w:r w:rsidRPr="000773E8">
        <w:rPr>
          <w:rStyle w:val="libArabicChar"/>
          <w:rtl/>
        </w:rPr>
        <w:t xml:space="preserve"> </w:t>
      </w:r>
      <w:r w:rsidRPr="000773E8">
        <w:rPr>
          <w:rStyle w:val="libArabicChar"/>
          <w:rFonts w:hint="cs"/>
          <w:rtl/>
        </w:rPr>
        <w:t>ج</w:t>
      </w:r>
      <w:r w:rsidR="00120F63" w:rsidRPr="00B2551F">
        <w:rPr>
          <w:rStyle w:val="libArabicChar"/>
          <w:rFonts w:hint="cs"/>
          <w:rtl/>
        </w:rPr>
        <w:t>ه</w:t>
      </w:r>
      <w:r w:rsidRPr="000773E8">
        <w:rPr>
          <w:rStyle w:val="libArabicChar"/>
          <w:rFonts w:hint="cs"/>
          <w:rtl/>
        </w:rPr>
        <w:t>دوا</w:t>
      </w:r>
      <w:r w:rsidRPr="000773E8">
        <w:rPr>
          <w:rStyle w:val="libArabicChar"/>
          <w:rtl/>
        </w:rPr>
        <w:t xml:space="preserve"> و صبرو</w:t>
      </w:r>
      <w:r w:rsidR="005C31C0">
        <w:rPr>
          <w:rStyle w:val="libArabicChar"/>
          <w:rFonts w:hint="cs"/>
          <w:rtl/>
        </w:rPr>
        <w:t>ا</w:t>
      </w:r>
    </w:p>
    <w:p w:rsidR="001F628F" w:rsidRDefault="001F628F" w:rsidP="001F628F">
      <w:pPr>
        <w:pStyle w:val="libNormal"/>
        <w:rPr>
          <w:rtl/>
        </w:rPr>
      </w:pPr>
      <w:r>
        <w:rPr>
          <w:rFonts w:hint="eastAsia"/>
          <w:rtl/>
        </w:rPr>
        <w:t>مذكورہ</w:t>
      </w:r>
      <w:r>
        <w:rPr>
          <w:rtl/>
        </w:rPr>
        <w:t xml:space="preserve"> تفسير اس نكتہ پر موقوف ہے كہ ''انّ'' كا اسم ''ربّك''ہو اور حرف جر ''لام'' ''الذين''</w:t>
      </w:r>
    </w:p>
    <w:p w:rsidR="000773E8" w:rsidRDefault="001E7F9D" w:rsidP="00F73EDE">
      <w:pPr>
        <w:pStyle w:val="libPoemTini"/>
        <w:rPr>
          <w:rtl/>
        </w:rPr>
      </w:pPr>
      <w:r>
        <w:rPr>
          <w:rtl/>
        </w:rPr>
        <w:br w:type="page"/>
      </w:r>
    </w:p>
    <w:p w:rsidR="001F628F" w:rsidRDefault="001F628F" w:rsidP="000773E8">
      <w:pPr>
        <w:pStyle w:val="libNormal"/>
        <w:rPr>
          <w:rtl/>
        </w:rPr>
      </w:pPr>
      <w:r>
        <w:rPr>
          <w:rtl/>
        </w:rPr>
        <w:lastRenderedPageBreak/>
        <w:t>''ہونا صر لم '' كى مانند محذوف خبركے متعلق ہو_</w:t>
      </w:r>
    </w:p>
    <w:p w:rsidR="001F628F" w:rsidRDefault="001F628F" w:rsidP="001F628F">
      <w:pPr>
        <w:pStyle w:val="libNormal"/>
        <w:rPr>
          <w:rtl/>
        </w:rPr>
      </w:pPr>
      <w:r>
        <w:rPr>
          <w:rtl/>
        </w:rPr>
        <w:t>10_ مجاہد مہاجرين اور صابرين كو خداوند عالم كى مغفرت اوروسيع رحمت كى بشار ت دى گئي ہے _</w:t>
      </w:r>
    </w:p>
    <w:p w:rsidR="001F628F" w:rsidRDefault="001F628F" w:rsidP="000773E8">
      <w:pPr>
        <w:pStyle w:val="libArabic"/>
        <w:rPr>
          <w:rtl/>
        </w:rPr>
      </w:pPr>
      <w:r>
        <w:rPr>
          <w:rFonts w:hint="eastAsia"/>
          <w:rtl/>
        </w:rPr>
        <w:t>ثم</w:t>
      </w:r>
      <w:r>
        <w:rPr>
          <w:rtl/>
        </w:rPr>
        <w:t xml:space="preserve"> انّ ربّك للذين </w:t>
      </w:r>
      <w:r w:rsidR="00120F63" w:rsidRPr="00ED5DE8">
        <w:rPr>
          <w:rFonts w:hint="cs"/>
          <w:rtl/>
        </w:rPr>
        <w:t>ه</w:t>
      </w:r>
      <w:r>
        <w:rPr>
          <w:rFonts w:hint="cs"/>
          <w:rtl/>
        </w:rPr>
        <w:t>اجروا</w:t>
      </w:r>
      <w:r>
        <w:rPr>
          <w:rtl/>
        </w:rPr>
        <w:t xml:space="preserve"> ...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Pr>
          <w:rtl/>
        </w:rPr>
        <w:t xml:space="preserve"> </w:t>
      </w:r>
      <w:r w:rsidR="00120F63" w:rsidRPr="00ED5DE8">
        <w:rPr>
          <w:rFonts w:hint="cs"/>
          <w:rtl/>
        </w:rPr>
        <w:t>ه</w:t>
      </w:r>
      <w:r>
        <w:rPr>
          <w:rFonts w:hint="cs"/>
          <w:rtl/>
        </w:rPr>
        <w:t>ا</w:t>
      </w:r>
      <w:r>
        <w:rPr>
          <w:rtl/>
        </w:rPr>
        <w:t xml:space="preserve"> لغفوررحيم</w:t>
      </w:r>
    </w:p>
    <w:p w:rsidR="001F628F" w:rsidRDefault="001F628F" w:rsidP="001F628F">
      <w:pPr>
        <w:pStyle w:val="libNormal"/>
        <w:rPr>
          <w:rtl/>
        </w:rPr>
      </w:pPr>
      <w:r>
        <w:rPr>
          <w:rtl/>
        </w:rPr>
        <w:t>11_ ہجرت ،جہاد اور صبر، بخشش اور وسيع رحمت الہى كو جلب كرنے كا كوموجب ہي</w:t>
      </w:r>
      <w:r w:rsidR="00083993">
        <w:rPr>
          <w:rtl/>
        </w:rPr>
        <w:t xml:space="preserve">ں </w:t>
      </w:r>
      <w:r>
        <w:rPr>
          <w:rtl/>
        </w:rPr>
        <w:t>_</w:t>
      </w:r>
    </w:p>
    <w:p w:rsidR="001F628F" w:rsidRDefault="001F628F" w:rsidP="000773E8">
      <w:pPr>
        <w:pStyle w:val="libArabic"/>
        <w:rPr>
          <w:rtl/>
        </w:rPr>
      </w:pPr>
      <w:r>
        <w:rPr>
          <w:rFonts w:hint="eastAsia"/>
          <w:rtl/>
        </w:rPr>
        <w:t>ثم</w:t>
      </w:r>
      <w:r>
        <w:rPr>
          <w:rtl/>
        </w:rPr>
        <w:t xml:space="preserve"> انّ ربّك للذين </w:t>
      </w:r>
      <w:r w:rsidR="00120F63" w:rsidRPr="00ED5DE8">
        <w:rPr>
          <w:rFonts w:hint="cs"/>
          <w:rtl/>
        </w:rPr>
        <w:t>ه</w:t>
      </w:r>
      <w:r>
        <w:rPr>
          <w:rFonts w:hint="cs"/>
          <w:rtl/>
        </w:rPr>
        <w:t>اجروا</w:t>
      </w:r>
      <w:r>
        <w:rPr>
          <w:rtl/>
        </w:rPr>
        <w:t xml:space="preserve">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1F628F">
      <w:pPr>
        <w:pStyle w:val="libNormal"/>
        <w:rPr>
          <w:rtl/>
        </w:rPr>
      </w:pPr>
      <w:r>
        <w:rPr>
          <w:rtl/>
        </w:rPr>
        <w:t>12_ زبان پر كفر آميز كلمات جارى كرنا اگر چہ تقيّہ اور مجبورى كى خاطر ہى كيو</w:t>
      </w:r>
      <w:r w:rsidR="00083993">
        <w:rPr>
          <w:rtl/>
        </w:rPr>
        <w:t xml:space="preserve">ں </w:t>
      </w:r>
      <w:r>
        <w:rPr>
          <w:rtl/>
        </w:rPr>
        <w:t>نہ ہو</w:t>
      </w:r>
      <w:r w:rsidR="00083993">
        <w:rPr>
          <w:rtl/>
        </w:rPr>
        <w:t xml:space="preserve">ں </w:t>
      </w:r>
      <w:r>
        <w:rPr>
          <w:rtl/>
        </w:rPr>
        <w:t>مفغرت الہى كا محتاج ہي</w:t>
      </w:r>
      <w:r w:rsidR="00083993">
        <w:rPr>
          <w:rtl/>
        </w:rPr>
        <w:t xml:space="preserve">ں </w:t>
      </w:r>
      <w:r>
        <w:rPr>
          <w:rtl/>
        </w:rPr>
        <w:t>_</w:t>
      </w:r>
    </w:p>
    <w:p w:rsidR="001F628F" w:rsidRDefault="001F628F" w:rsidP="000773E8">
      <w:pPr>
        <w:pStyle w:val="libArabic"/>
        <w:rPr>
          <w:rtl/>
        </w:rPr>
      </w:pPr>
      <w:r>
        <w:rPr>
          <w:rFonts w:hint="eastAsia"/>
          <w:rtl/>
        </w:rPr>
        <w:t>الاّ</w:t>
      </w:r>
      <w:r>
        <w:rPr>
          <w:rtl/>
        </w:rPr>
        <w:t xml:space="preserve"> من اكر</w:t>
      </w:r>
      <w:r w:rsidR="00120F63" w:rsidRPr="00ED5DE8">
        <w:rPr>
          <w:rFonts w:hint="cs"/>
          <w:rtl/>
        </w:rPr>
        <w:t>ه</w:t>
      </w:r>
      <w:r>
        <w:rPr>
          <w:rtl/>
        </w:rPr>
        <w:t xml:space="preserve"> </w:t>
      </w:r>
      <w:r>
        <w:rPr>
          <w:rFonts w:hint="cs"/>
          <w:rtl/>
        </w:rPr>
        <w:t>و</w:t>
      </w:r>
      <w:r>
        <w:rPr>
          <w:rtl/>
        </w:rPr>
        <w:t xml:space="preserve"> </w:t>
      </w:r>
      <w:r>
        <w:rPr>
          <w:rFonts w:hint="cs"/>
          <w:rtl/>
        </w:rPr>
        <w:t>قلب</w:t>
      </w:r>
      <w:r w:rsidR="00120F63" w:rsidRPr="00ED5DE8">
        <w:rPr>
          <w:rFonts w:hint="cs"/>
          <w:rtl/>
        </w:rPr>
        <w:t>ه</w:t>
      </w:r>
      <w:r>
        <w:rPr>
          <w:rtl/>
        </w:rPr>
        <w:t xml:space="preserve"> </w:t>
      </w:r>
      <w:r>
        <w:rPr>
          <w:rFonts w:hint="cs"/>
          <w:rtl/>
        </w:rPr>
        <w:t>مطمئن</w:t>
      </w:r>
      <w:r>
        <w:rPr>
          <w:rtl/>
        </w:rPr>
        <w:t xml:space="preserve"> </w:t>
      </w:r>
      <w:r>
        <w:rPr>
          <w:rFonts w:hint="cs"/>
          <w:rtl/>
        </w:rPr>
        <w:t>بالايمن</w:t>
      </w:r>
      <w:r>
        <w:rPr>
          <w:rtl/>
        </w:rPr>
        <w:t xml:space="preserve"> ...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1F628F">
      <w:pPr>
        <w:pStyle w:val="libNormal"/>
        <w:rPr>
          <w:rtl/>
        </w:rPr>
      </w:pPr>
      <w:r>
        <w:rPr>
          <w:rFonts w:hint="eastAsia"/>
          <w:rtl/>
        </w:rPr>
        <w:t>مذكورہ</w:t>
      </w:r>
      <w:r>
        <w:rPr>
          <w:rtl/>
        </w:rPr>
        <w:t xml:space="preserve"> تفسير اس نكتہ كى بناء پر ہے كہ ''ان ّ ربّك ...'' ان لوگو</w:t>
      </w:r>
      <w:r w:rsidR="00083993">
        <w:rPr>
          <w:rtl/>
        </w:rPr>
        <w:t xml:space="preserve">ں </w:t>
      </w:r>
      <w:r>
        <w:rPr>
          <w:rtl/>
        </w:rPr>
        <w:t>كے حال كو بيان كررہا ہے جنہو</w:t>
      </w:r>
      <w:r w:rsidR="00083993">
        <w:rPr>
          <w:rtl/>
        </w:rPr>
        <w:t xml:space="preserve">ں </w:t>
      </w:r>
      <w:r>
        <w:rPr>
          <w:rtl/>
        </w:rPr>
        <w:t>نے اجبار و اكراہ كى صورت مي</w:t>
      </w:r>
      <w:r w:rsidR="00083993">
        <w:rPr>
          <w:rtl/>
        </w:rPr>
        <w:t xml:space="preserve">ں </w:t>
      </w:r>
      <w:r>
        <w:rPr>
          <w:rtl/>
        </w:rPr>
        <w:t>كفر كا اظہار كيا ہے كہ اس صورت مي</w:t>
      </w:r>
      <w:r w:rsidR="00083993">
        <w:rPr>
          <w:rtl/>
        </w:rPr>
        <w:t xml:space="preserve">ں </w:t>
      </w:r>
      <w:r>
        <w:rPr>
          <w:rtl/>
        </w:rPr>
        <w:t>خداوند عالم كاكيا گيا مغفرت كا وعدہ اس بات پر علامت ہے كہ يہ چيز مغفرت كى محتاج ہے_</w:t>
      </w:r>
    </w:p>
    <w:p w:rsidR="001F628F" w:rsidRDefault="001F628F" w:rsidP="001F628F">
      <w:pPr>
        <w:pStyle w:val="libNormal"/>
        <w:rPr>
          <w:rtl/>
        </w:rPr>
      </w:pPr>
      <w:r>
        <w:rPr>
          <w:rtl/>
        </w:rPr>
        <w:t>13_مغفرت اور رحمت الہى سے بہرہ مند ہونا ، خود انسانو</w:t>
      </w:r>
      <w:r w:rsidR="00083993">
        <w:rPr>
          <w:rtl/>
        </w:rPr>
        <w:t xml:space="preserve">ں </w:t>
      </w:r>
      <w:r>
        <w:rPr>
          <w:rtl/>
        </w:rPr>
        <w:t>كى كوشش اور جد وجہدكا محتاج ہے_</w:t>
      </w:r>
    </w:p>
    <w:p w:rsidR="001F628F" w:rsidRDefault="001F628F" w:rsidP="000773E8">
      <w:pPr>
        <w:pStyle w:val="libArabic"/>
        <w:rPr>
          <w:rtl/>
        </w:rPr>
      </w:pPr>
      <w:r>
        <w:rPr>
          <w:rFonts w:hint="eastAsia"/>
          <w:rtl/>
        </w:rPr>
        <w:t>للذين</w:t>
      </w:r>
      <w:r>
        <w:rPr>
          <w:rtl/>
        </w:rPr>
        <w:t xml:space="preserve"> </w:t>
      </w:r>
      <w:r w:rsidR="00120F63" w:rsidRPr="00ED5DE8">
        <w:rPr>
          <w:rFonts w:hint="cs"/>
          <w:rtl/>
        </w:rPr>
        <w:t>ه</w:t>
      </w:r>
      <w:r>
        <w:rPr>
          <w:rFonts w:hint="cs"/>
          <w:rtl/>
        </w:rPr>
        <w:t>اجروا</w:t>
      </w:r>
      <w:r>
        <w:rPr>
          <w:rtl/>
        </w:rPr>
        <w:t xml:space="preserve"> ...</w:t>
      </w:r>
      <w:r>
        <w:rPr>
          <w:rFonts w:hint="cs"/>
          <w:rtl/>
        </w:rPr>
        <w:t>وصبروا</w:t>
      </w:r>
      <w:r>
        <w:rPr>
          <w:rtl/>
        </w:rPr>
        <w:t xml:space="preserve">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0773E8">
      <w:pPr>
        <w:pStyle w:val="libNormal"/>
        <w:rPr>
          <w:rtl/>
        </w:rPr>
      </w:pPr>
      <w:r>
        <w:rPr>
          <w:rtl/>
        </w:rPr>
        <w:t>14_ خداوند عالم كے ہا</w:t>
      </w:r>
      <w:r w:rsidR="00083993">
        <w:rPr>
          <w:rtl/>
        </w:rPr>
        <w:t xml:space="preserve">ں </w:t>
      </w:r>
      <w:r>
        <w:rPr>
          <w:rtl/>
        </w:rPr>
        <w:t>مرتد كى توبہ قبول ہوناممكن ہے_</w:t>
      </w:r>
      <w:r w:rsidRPr="000773E8">
        <w:rPr>
          <w:rStyle w:val="libArabicChar"/>
          <w:rFonts w:hint="eastAsia"/>
          <w:rtl/>
        </w:rPr>
        <w:t>من</w:t>
      </w:r>
      <w:r w:rsidRPr="000773E8">
        <w:rPr>
          <w:rStyle w:val="libArabicChar"/>
          <w:rtl/>
        </w:rPr>
        <w:t xml:space="preserve"> كفر بالله من بعد ايمن</w:t>
      </w:r>
      <w:r w:rsidR="00120F63" w:rsidRPr="00B2551F">
        <w:rPr>
          <w:rStyle w:val="libArabicChar"/>
          <w:rFonts w:hint="cs"/>
          <w:rtl/>
        </w:rPr>
        <w:t>ه</w:t>
      </w:r>
      <w:r w:rsidRPr="000773E8">
        <w:rPr>
          <w:rStyle w:val="libArabicChar"/>
          <w:rtl/>
        </w:rPr>
        <w:t xml:space="preserve"> ...</w:t>
      </w:r>
      <w:r w:rsidRPr="000773E8">
        <w:rPr>
          <w:rStyle w:val="libArabicChar"/>
          <w:rFonts w:hint="cs"/>
          <w:rtl/>
        </w:rPr>
        <w:t>ثم</w:t>
      </w:r>
      <w:r w:rsidRPr="000773E8">
        <w:rPr>
          <w:rStyle w:val="libArabicChar"/>
          <w:rtl/>
        </w:rPr>
        <w:t xml:space="preserve"> ...</w:t>
      </w:r>
      <w:r w:rsidRPr="000773E8">
        <w:rPr>
          <w:rStyle w:val="libArabicChar"/>
          <w:rFonts w:hint="cs"/>
          <w:rtl/>
        </w:rPr>
        <w:t>انّ</w:t>
      </w:r>
      <w:r w:rsidRPr="000773E8">
        <w:rPr>
          <w:rStyle w:val="libArabicChar"/>
          <w:rtl/>
        </w:rPr>
        <w:t xml:space="preserve"> </w:t>
      </w:r>
      <w:r w:rsidRPr="000773E8">
        <w:rPr>
          <w:rStyle w:val="libArabicChar"/>
          <w:rFonts w:hint="cs"/>
          <w:rtl/>
        </w:rPr>
        <w:t>ربّك</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00120F63" w:rsidRPr="00B2551F">
        <w:rPr>
          <w:rStyle w:val="libArabicChar"/>
          <w:rFonts w:hint="cs"/>
          <w:rtl/>
        </w:rPr>
        <w:t>ه</w:t>
      </w:r>
      <w:r w:rsidRPr="000773E8">
        <w:rPr>
          <w:rStyle w:val="libArabicChar"/>
          <w:rFonts w:hint="cs"/>
          <w:rtl/>
        </w:rPr>
        <w:t>الغفو</w:t>
      </w:r>
      <w:r w:rsidRPr="000773E8">
        <w:rPr>
          <w:rStyle w:val="libArabicChar"/>
          <w:rtl/>
        </w:rPr>
        <w:t>ر رحيم</w:t>
      </w:r>
    </w:p>
    <w:p w:rsidR="001F628F" w:rsidRDefault="001F628F" w:rsidP="001F628F">
      <w:pPr>
        <w:pStyle w:val="libNormal"/>
        <w:rPr>
          <w:rtl/>
        </w:rPr>
      </w:pPr>
      <w:r>
        <w:rPr>
          <w:rFonts w:hint="eastAsia"/>
          <w:rtl/>
        </w:rPr>
        <w:t>ممكن</w:t>
      </w:r>
      <w:r>
        <w:rPr>
          <w:rtl/>
        </w:rPr>
        <w:t xml:space="preserve"> ہے يہ آيتبلكہ ان لوگو</w:t>
      </w:r>
      <w:r w:rsidR="00083993">
        <w:rPr>
          <w:rtl/>
        </w:rPr>
        <w:t xml:space="preserve">ں </w:t>
      </w:r>
      <w:r>
        <w:rPr>
          <w:rtl/>
        </w:rPr>
        <w:t>كے متعلق ہو جنہو</w:t>
      </w:r>
      <w:r w:rsidR="00083993">
        <w:rPr>
          <w:rtl/>
        </w:rPr>
        <w:t xml:space="preserve">ں </w:t>
      </w:r>
      <w:r>
        <w:rPr>
          <w:rtl/>
        </w:rPr>
        <w:t>نے تقيّہ كے بغير كفر اختيار كيا اور اگر ''فتنوا'' كا معنى فريب كھانا ہو تو يہ مذكورہ مطلب پر موّيد ہوگا_</w:t>
      </w:r>
    </w:p>
    <w:p w:rsidR="001F628F" w:rsidRDefault="001F628F" w:rsidP="000773E8">
      <w:pPr>
        <w:pStyle w:val="libNormal"/>
        <w:rPr>
          <w:rtl/>
        </w:rPr>
      </w:pPr>
      <w:r>
        <w:rPr>
          <w:rtl/>
        </w:rPr>
        <w:t>15_ مرتدين افراد ، توبہ ، ہجرت ، راہ خدا مي</w:t>
      </w:r>
      <w:r w:rsidR="00083993">
        <w:rPr>
          <w:rtl/>
        </w:rPr>
        <w:t xml:space="preserve">ں </w:t>
      </w:r>
      <w:r>
        <w:rPr>
          <w:rtl/>
        </w:rPr>
        <w:t>جہاد اور كفار كے مقابلہ مي</w:t>
      </w:r>
      <w:r w:rsidR="00083993">
        <w:rPr>
          <w:rtl/>
        </w:rPr>
        <w:t xml:space="preserve">ں </w:t>
      </w:r>
      <w:r>
        <w:rPr>
          <w:rtl/>
        </w:rPr>
        <w:t>صبر و استقامت كے ذريعہ الہى مغفرت اور رحمت كے مصداق قرار پائي</w:t>
      </w:r>
      <w:r w:rsidR="00083993">
        <w:rPr>
          <w:rtl/>
        </w:rPr>
        <w:t xml:space="preserve">ں </w:t>
      </w:r>
      <w:r>
        <w:rPr>
          <w:rtl/>
        </w:rPr>
        <w:t>گے_</w:t>
      </w:r>
      <w:r w:rsidRPr="000773E8">
        <w:rPr>
          <w:rStyle w:val="libArabicChar"/>
          <w:rFonts w:hint="eastAsia"/>
          <w:rtl/>
        </w:rPr>
        <w:t>من</w:t>
      </w:r>
      <w:r w:rsidRPr="000773E8">
        <w:rPr>
          <w:rStyle w:val="libArabicChar"/>
          <w:rtl/>
        </w:rPr>
        <w:t xml:space="preserve"> كفر بالله من بعد ايمن</w:t>
      </w:r>
      <w:r w:rsidR="00120F63" w:rsidRPr="00B2551F">
        <w:rPr>
          <w:rStyle w:val="libArabicChar"/>
          <w:rFonts w:hint="cs"/>
          <w:rtl/>
        </w:rPr>
        <w:t>ه</w:t>
      </w:r>
      <w:r w:rsidRPr="000773E8">
        <w:rPr>
          <w:rStyle w:val="libArabicChar"/>
          <w:rtl/>
        </w:rPr>
        <w:t xml:space="preserve"> ... </w:t>
      </w:r>
      <w:r w:rsidRPr="000773E8">
        <w:rPr>
          <w:rStyle w:val="libArabicChar"/>
          <w:rFonts w:hint="cs"/>
          <w:rtl/>
        </w:rPr>
        <w:t>ثمّ</w:t>
      </w:r>
      <w:r w:rsidRPr="000773E8">
        <w:rPr>
          <w:rStyle w:val="libArabicChar"/>
          <w:rtl/>
        </w:rPr>
        <w:t xml:space="preserve"> ...</w:t>
      </w:r>
      <w:r w:rsidRPr="000773E8">
        <w:rPr>
          <w:rStyle w:val="libArabicChar"/>
          <w:rFonts w:hint="cs"/>
          <w:rtl/>
        </w:rPr>
        <w:t>ان</w:t>
      </w:r>
      <w:r w:rsidRPr="000773E8">
        <w:rPr>
          <w:rStyle w:val="libArabicChar"/>
          <w:rtl/>
        </w:rPr>
        <w:t xml:space="preserve"> </w:t>
      </w:r>
      <w:r w:rsidRPr="000773E8">
        <w:rPr>
          <w:rStyle w:val="libArabicChar"/>
          <w:rFonts w:hint="cs"/>
          <w:rtl/>
        </w:rPr>
        <w:t>ربّك</w:t>
      </w:r>
      <w:r w:rsidRPr="000773E8">
        <w:rPr>
          <w:rStyle w:val="libArabicChar"/>
          <w:rtl/>
        </w:rPr>
        <w:t xml:space="preserve"> </w:t>
      </w:r>
      <w:r w:rsidRPr="000773E8">
        <w:rPr>
          <w:rStyle w:val="libArabicChar"/>
          <w:rFonts w:hint="cs"/>
          <w:rtl/>
        </w:rPr>
        <w:t>من</w:t>
      </w:r>
      <w:r w:rsidRPr="000773E8">
        <w:rPr>
          <w:rStyle w:val="libArabicChar"/>
          <w:rtl/>
        </w:rPr>
        <w:t xml:space="preserve"> </w:t>
      </w:r>
      <w:r w:rsidRPr="000773E8">
        <w:rPr>
          <w:rStyle w:val="libArabicChar"/>
          <w:rFonts w:hint="cs"/>
          <w:rtl/>
        </w:rPr>
        <w:t>بعد</w:t>
      </w:r>
      <w:r w:rsidR="00120F63" w:rsidRPr="00B2551F">
        <w:rPr>
          <w:rStyle w:val="libArabicChar"/>
          <w:rFonts w:hint="cs"/>
          <w:rtl/>
        </w:rPr>
        <w:t>ه</w:t>
      </w:r>
      <w:r w:rsidRPr="000773E8">
        <w:rPr>
          <w:rStyle w:val="libArabicChar"/>
          <w:rFonts w:hint="cs"/>
          <w:rtl/>
        </w:rPr>
        <w:t>ا</w:t>
      </w:r>
      <w:r w:rsidRPr="000773E8">
        <w:rPr>
          <w:rStyle w:val="libArabicChar"/>
          <w:rtl/>
        </w:rPr>
        <w:t xml:space="preserve"> </w:t>
      </w:r>
      <w:r w:rsidRPr="000773E8">
        <w:rPr>
          <w:rStyle w:val="libArabicChar"/>
          <w:rFonts w:hint="cs"/>
          <w:rtl/>
        </w:rPr>
        <w:t>لغفو</w:t>
      </w:r>
      <w:r w:rsidRPr="000773E8">
        <w:rPr>
          <w:rStyle w:val="libArabicChar"/>
          <w:rtl/>
        </w:rPr>
        <w:t>ر رحيم</w:t>
      </w:r>
    </w:p>
    <w:p w:rsidR="001F628F" w:rsidRDefault="001F628F" w:rsidP="001F628F">
      <w:pPr>
        <w:pStyle w:val="libNormal"/>
        <w:rPr>
          <w:rtl/>
        </w:rPr>
      </w:pPr>
      <w:r>
        <w:rPr>
          <w:rtl/>
        </w:rPr>
        <w:t>16_ سختى اور مجبورى كى حالت مي</w:t>
      </w:r>
      <w:r w:rsidR="00083993">
        <w:rPr>
          <w:rtl/>
        </w:rPr>
        <w:t xml:space="preserve">ں </w:t>
      </w:r>
      <w:r>
        <w:rPr>
          <w:rtl/>
        </w:rPr>
        <w:t>زبان پر كفر آميز كلمات جارى كرنے كا عذر اس وقت قابل قبول ہے_ جب اپنى صداقت كو ہجرت جہاد اور راہ خدا مي</w:t>
      </w:r>
      <w:r w:rsidR="00083993">
        <w:rPr>
          <w:rtl/>
        </w:rPr>
        <w:t xml:space="preserve">ں </w:t>
      </w:r>
      <w:r>
        <w:rPr>
          <w:rtl/>
        </w:rPr>
        <w:t>استقامت كے ذريعہ ثابت كيا جائے_</w:t>
      </w:r>
    </w:p>
    <w:p w:rsidR="001F628F" w:rsidRDefault="001F628F" w:rsidP="000773E8">
      <w:pPr>
        <w:pStyle w:val="libArabic"/>
        <w:rPr>
          <w:rtl/>
        </w:rPr>
      </w:pPr>
      <w:r>
        <w:rPr>
          <w:rFonts w:hint="eastAsia"/>
          <w:rtl/>
        </w:rPr>
        <w:t>من</w:t>
      </w:r>
      <w:r>
        <w:rPr>
          <w:rtl/>
        </w:rPr>
        <w:t xml:space="preserve"> كفر بالله ...الاّ من اكر</w:t>
      </w:r>
      <w:r w:rsidR="00120F63" w:rsidRPr="00ED5DE8">
        <w:rPr>
          <w:rFonts w:hint="cs"/>
          <w:rtl/>
        </w:rPr>
        <w:t>ه</w:t>
      </w:r>
      <w:r>
        <w:rPr>
          <w:rtl/>
        </w:rPr>
        <w:t xml:space="preserve"> </w:t>
      </w:r>
      <w:r>
        <w:rPr>
          <w:rFonts w:hint="cs"/>
          <w:rtl/>
        </w:rPr>
        <w:t>وقلب</w:t>
      </w:r>
      <w:r w:rsidR="00120F63" w:rsidRPr="00ED5DE8">
        <w:rPr>
          <w:rFonts w:hint="cs"/>
          <w:rtl/>
        </w:rPr>
        <w:t>ه</w:t>
      </w:r>
      <w:r>
        <w:rPr>
          <w:rtl/>
        </w:rPr>
        <w:t xml:space="preserve"> </w:t>
      </w:r>
      <w:r>
        <w:rPr>
          <w:rFonts w:hint="cs"/>
          <w:rtl/>
        </w:rPr>
        <w:t>مطمئن</w:t>
      </w:r>
      <w:r>
        <w:rPr>
          <w:rtl/>
        </w:rPr>
        <w:t xml:space="preserve"> </w:t>
      </w:r>
      <w:r>
        <w:rPr>
          <w:rFonts w:hint="cs"/>
          <w:rtl/>
        </w:rPr>
        <w:t>بالايمن</w:t>
      </w:r>
      <w:r>
        <w:rPr>
          <w:rtl/>
        </w:rPr>
        <w:t xml:space="preserve"> ...</w:t>
      </w:r>
      <w:r>
        <w:rPr>
          <w:rFonts w:hint="cs"/>
          <w:rtl/>
        </w:rPr>
        <w:t>انّ</w:t>
      </w:r>
      <w:r>
        <w:rPr>
          <w:rtl/>
        </w:rPr>
        <w:t xml:space="preserve"> </w:t>
      </w:r>
      <w:r>
        <w:rPr>
          <w:rFonts w:hint="cs"/>
          <w:rtl/>
        </w:rPr>
        <w:t>ربّك</w:t>
      </w:r>
      <w:r>
        <w:rPr>
          <w:rtl/>
        </w:rPr>
        <w:t xml:space="preserve"> </w:t>
      </w:r>
      <w:r>
        <w:rPr>
          <w:rFonts w:hint="cs"/>
          <w:rtl/>
        </w:rPr>
        <w:t>للذين</w:t>
      </w:r>
      <w:r>
        <w:rPr>
          <w:rtl/>
        </w:rPr>
        <w:t xml:space="preserve"> </w:t>
      </w:r>
      <w:r w:rsidR="00120F63" w:rsidRPr="00ED5DE8">
        <w:rPr>
          <w:rFonts w:hint="cs"/>
          <w:rtl/>
        </w:rPr>
        <w:t>ه</w:t>
      </w:r>
      <w:r>
        <w:rPr>
          <w:rFonts w:hint="cs"/>
          <w:rtl/>
        </w:rPr>
        <w:t>اجروا</w:t>
      </w:r>
      <w:r>
        <w:rPr>
          <w:rtl/>
        </w:rPr>
        <w:t xml:space="preserve">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0773E8">
      <w:pPr>
        <w:pStyle w:val="libNormal"/>
        <w:rPr>
          <w:rtl/>
        </w:rPr>
      </w:pPr>
      <w:r>
        <w:rPr>
          <w:rtl/>
        </w:rPr>
        <w:t>17_ الہى كفر مي</w:t>
      </w:r>
      <w:r w:rsidR="00083993">
        <w:rPr>
          <w:rtl/>
        </w:rPr>
        <w:t xml:space="preserve">ں </w:t>
      </w:r>
      <w:r>
        <w:rPr>
          <w:rtl/>
        </w:rPr>
        <w:t>لغزشو</w:t>
      </w:r>
      <w:r w:rsidR="00083993">
        <w:rPr>
          <w:rtl/>
        </w:rPr>
        <w:t xml:space="preserve">ں </w:t>
      </w:r>
      <w:r>
        <w:rPr>
          <w:rtl/>
        </w:rPr>
        <w:t>كا تدارك ممكن ہے_</w:t>
      </w:r>
      <w:r>
        <w:rPr>
          <w:rFonts w:hint="eastAsia"/>
          <w:rtl/>
        </w:rPr>
        <w:t>ان</w:t>
      </w:r>
      <w:r>
        <w:rPr>
          <w:rtl/>
        </w:rPr>
        <w:t xml:space="preserve"> </w:t>
      </w:r>
      <w:r w:rsidRPr="000773E8">
        <w:rPr>
          <w:rStyle w:val="libArabicChar"/>
          <w:rtl/>
        </w:rPr>
        <w:t xml:space="preserve">ّ ربّك من بعد </w:t>
      </w:r>
      <w:r w:rsidR="00120F63" w:rsidRPr="00B2551F">
        <w:rPr>
          <w:rStyle w:val="libArabicChar"/>
          <w:rFonts w:hint="cs"/>
          <w:rtl/>
        </w:rPr>
        <w:t>ه</w:t>
      </w:r>
      <w:r w:rsidRPr="000773E8">
        <w:rPr>
          <w:rStyle w:val="libArabicChar"/>
          <w:rFonts w:hint="cs"/>
          <w:rtl/>
        </w:rPr>
        <w:t>ا</w:t>
      </w:r>
      <w:r w:rsidRPr="000773E8">
        <w:rPr>
          <w:rStyle w:val="libArabicChar"/>
          <w:rtl/>
        </w:rPr>
        <w:t xml:space="preserve"> </w:t>
      </w:r>
      <w:r w:rsidRPr="000773E8">
        <w:rPr>
          <w:rStyle w:val="libArabicChar"/>
          <w:rFonts w:hint="cs"/>
          <w:rtl/>
        </w:rPr>
        <w:t>لغفور</w:t>
      </w:r>
      <w:r w:rsidRPr="000773E8">
        <w:rPr>
          <w:rStyle w:val="libArabicChar"/>
          <w:rtl/>
        </w:rPr>
        <w:t xml:space="preserve"> </w:t>
      </w:r>
      <w:r w:rsidRPr="000773E8">
        <w:rPr>
          <w:rStyle w:val="libArabicChar"/>
          <w:rFonts w:hint="cs"/>
          <w:rtl/>
        </w:rPr>
        <w:t>رحيم</w:t>
      </w:r>
    </w:p>
    <w:p w:rsidR="000773E8" w:rsidRDefault="001E7F9D" w:rsidP="00F73EDE">
      <w:pPr>
        <w:pStyle w:val="libPoemTini"/>
        <w:rPr>
          <w:rtl/>
        </w:rPr>
      </w:pPr>
      <w:r>
        <w:rPr>
          <w:rtl/>
        </w:rPr>
        <w:br w:type="page"/>
      </w:r>
    </w:p>
    <w:p w:rsidR="001F628F" w:rsidRDefault="001F628F" w:rsidP="000773E8">
      <w:pPr>
        <w:pStyle w:val="libNormal"/>
        <w:rPr>
          <w:rtl/>
        </w:rPr>
      </w:pPr>
      <w:r>
        <w:rPr>
          <w:rtl/>
        </w:rPr>
        <w:lastRenderedPageBreak/>
        <w:t>18_ گناہ گارو</w:t>
      </w:r>
      <w:r w:rsidR="00083993">
        <w:rPr>
          <w:rtl/>
        </w:rPr>
        <w:t xml:space="preserve">ں </w:t>
      </w:r>
      <w:r>
        <w:rPr>
          <w:rtl/>
        </w:rPr>
        <w:t>كا رحمت اور بخشش الہى سے بہر ہ مند ہونا، توجہ اور گذشتہ غليطو</w:t>
      </w:r>
      <w:r w:rsidR="00083993">
        <w:rPr>
          <w:rtl/>
        </w:rPr>
        <w:t xml:space="preserve">ں </w:t>
      </w:r>
      <w:r>
        <w:rPr>
          <w:rtl/>
        </w:rPr>
        <w:t>كے تدارك سے مشروط ہے _</w:t>
      </w:r>
    </w:p>
    <w:p w:rsidR="001F628F" w:rsidRDefault="001F628F" w:rsidP="000773E8">
      <w:pPr>
        <w:pStyle w:val="libArabic"/>
        <w:rPr>
          <w:rtl/>
        </w:rPr>
      </w:pPr>
      <w:r>
        <w:rPr>
          <w:rFonts w:hint="eastAsia"/>
          <w:rtl/>
        </w:rPr>
        <w:t>ثم</w:t>
      </w:r>
      <w:r>
        <w:rPr>
          <w:rtl/>
        </w:rPr>
        <w:t xml:space="preserve"> انّ ربّك للذين </w:t>
      </w:r>
      <w:r w:rsidR="00120F63" w:rsidRPr="00ED5DE8">
        <w:rPr>
          <w:rFonts w:hint="cs"/>
          <w:rtl/>
        </w:rPr>
        <w:t>ه</w:t>
      </w:r>
      <w:r>
        <w:rPr>
          <w:rFonts w:hint="cs"/>
          <w:rtl/>
        </w:rPr>
        <w:t>اجروا</w:t>
      </w:r>
      <w:r>
        <w:rPr>
          <w:rtl/>
        </w:rPr>
        <w:t xml:space="preserve"> </w:t>
      </w:r>
      <w:r>
        <w:rPr>
          <w:rFonts w:hint="cs"/>
          <w:rtl/>
        </w:rPr>
        <w:t>من</w:t>
      </w:r>
      <w:r>
        <w:rPr>
          <w:rtl/>
        </w:rPr>
        <w:t xml:space="preserve"> </w:t>
      </w:r>
      <w:r>
        <w:rPr>
          <w:rFonts w:hint="cs"/>
          <w:rtl/>
        </w:rPr>
        <w:t>بعد</w:t>
      </w:r>
      <w:r>
        <w:rPr>
          <w:rtl/>
        </w:rPr>
        <w:t xml:space="preserve"> </w:t>
      </w:r>
      <w:r w:rsidR="00120F63" w:rsidRPr="00ED5DE8">
        <w:rPr>
          <w:rFonts w:hint="cs"/>
          <w:rtl/>
        </w:rPr>
        <w:t>ه</w:t>
      </w:r>
      <w:r>
        <w:rPr>
          <w:rFonts w:hint="cs"/>
          <w:rtl/>
        </w:rPr>
        <w:t>ا</w:t>
      </w:r>
      <w:r>
        <w:rPr>
          <w:rtl/>
        </w:rPr>
        <w:t xml:space="preserve"> </w:t>
      </w:r>
      <w:r>
        <w:rPr>
          <w:rFonts w:hint="cs"/>
          <w:rtl/>
        </w:rPr>
        <w:t>فتنوا</w:t>
      </w:r>
      <w:r>
        <w:rPr>
          <w:rtl/>
        </w:rPr>
        <w:t xml:space="preserve"> </w:t>
      </w:r>
      <w:r>
        <w:rPr>
          <w:rFonts w:hint="cs"/>
          <w:rtl/>
        </w:rPr>
        <w:t>ثم</w:t>
      </w:r>
      <w:r>
        <w:rPr>
          <w:rtl/>
        </w:rPr>
        <w:t xml:space="preserve"> </w:t>
      </w:r>
      <w:r>
        <w:rPr>
          <w:rFonts w:hint="cs"/>
          <w:rtl/>
        </w:rPr>
        <w:t>ّ</w:t>
      </w:r>
      <w:r>
        <w:rPr>
          <w:rtl/>
        </w:rPr>
        <w:t xml:space="preserve"> </w:t>
      </w:r>
      <w:r>
        <w:rPr>
          <w:rFonts w:hint="cs"/>
          <w:rtl/>
        </w:rPr>
        <w:t>ج</w:t>
      </w:r>
      <w:r w:rsidR="00120F63" w:rsidRPr="00ED5DE8">
        <w:rPr>
          <w:rFonts w:hint="cs"/>
          <w:rtl/>
        </w:rPr>
        <w:t>ه</w:t>
      </w:r>
      <w:r>
        <w:rPr>
          <w:rFonts w:hint="cs"/>
          <w:rtl/>
        </w:rPr>
        <w:t>دوا</w:t>
      </w:r>
      <w:r>
        <w:rPr>
          <w:rtl/>
        </w:rPr>
        <w:t xml:space="preserve"> </w:t>
      </w:r>
      <w:r>
        <w:rPr>
          <w:rFonts w:hint="cs"/>
          <w:rtl/>
        </w:rPr>
        <w:t>وصبرو</w:t>
      </w:r>
      <w:r>
        <w:rPr>
          <w:rtl/>
        </w:rPr>
        <w:t xml:space="preserve"> </w:t>
      </w:r>
      <w:r>
        <w:rPr>
          <w:rFonts w:hint="cs"/>
          <w:rtl/>
        </w:rPr>
        <w:t>ا</w:t>
      </w:r>
      <w:r>
        <w:rPr>
          <w:rtl/>
        </w:rPr>
        <w:t xml:space="preserve">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0773E8">
      <w:pPr>
        <w:pStyle w:val="libNormal"/>
        <w:rPr>
          <w:rtl/>
        </w:rPr>
      </w:pPr>
      <w:r>
        <w:rPr>
          <w:rFonts w:hint="eastAsia"/>
          <w:rtl/>
        </w:rPr>
        <w:t>استغفار</w:t>
      </w:r>
      <w:r>
        <w:rPr>
          <w:rtl/>
        </w:rPr>
        <w:t>:</w:t>
      </w:r>
      <w:r>
        <w:rPr>
          <w:rFonts w:hint="eastAsia"/>
          <w:rtl/>
        </w:rPr>
        <w:t>استغفار</w:t>
      </w:r>
      <w:r>
        <w:rPr>
          <w:rtl/>
        </w:rPr>
        <w:t xml:space="preserve"> كے موارد12</w:t>
      </w:r>
    </w:p>
    <w:p w:rsidR="001F628F" w:rsidRDefault="001F628F" w:rsidP="000773E8">
      <w:pPr>
        <w:pStyle w:val="libNormal"/>
        <w:rPr>
          <w:rtl/>
        </w:rPr>
      </w:pPr>
      <w:r>
        <w:rPr>
          <w:rFonts w:hint="eastAsia"/>
          <w:rtl/>
        </w:rPr>
        <w:t>اسلام</w:t>
      </w:r>
      <w:r>
        <w:rPr>
          <w:rtl/>
        </w:rPr>
        <w:t>:</w:t>
      </w:r>
      <w:r>
        <w:rPr>
          <w:rFonts w:hint="eastAsia"/>
          <w:rtl/>
        </w:rPr>
        <w:t>دشمنان</w:t>
      </w:r>
      <w:r>
        <w:rPr>
          <w:rtl/>
        </w:rPr>
        <w:t xml:space="preserve"> اسلام كے شكنجے 3; صداسلام كى تاريخ 4</w:t>
      </w:r>
    </w:p>
    <w:p w:rsidR="001F628F" w:rsidRDefault="001F628F" w:rsidP="000773E8">
      <w:pPr>
        <w:pStyle w:val="libNormal"/>
        <w:rPr>
          <w:rtl/>
        </w:rPr>
      </w:pPr>
      <w:r>
        <w:rPr>
          <w:rFonts w:hint="eastAsia"/>
          <w:rtl/>
        </w:rPr>
        <w:t>امتحان</w:t>
      </w:r>
      <w:r>
        <w:rPr>
          <w:rtl/>
        </w:rPr>
        <w:t>:</w:t>
      </w:r>
      <w:r>
        <w:rPr>
          <w:rFonts w:hint="eastAsia"/>
          <w:rtl/>
        </w:rPr>
        <w:t>امتحان</w:t>
      </w:r>
      <w:r>
        <w:rPr>
          <w:rtl/>
        </w:rPr>
        <w:t xml:space="preserve"> كے آلات 3; شكنجہ كے ساتھ امتحان 3</w:t>
      </w:r>
    </w:p>
    <w:p w:rsidR="001F628F" w:rsidRDefault="001F628F" w:rsidP="000773E8">
      <w:pPr>
        <w:pStyle w:val="libNormal"/>
        <w:rPr>
          <w:rtl/>
        </w:rPr>
      </w:pPr>
      <w:r>
        <w:rPr>
          <w:rFonts w:hint="eastAsia"/>
          <w:rtl/>
        </w:rPr>
        <w:t>الله</w:t>
      </w:r>
      <w:r>
        <w:rPr>
          <w:rtl/>
        </w:rPr>
        <w:t xml:space="preserve"> تعالي:</w:t>
      </w:r>
      <w:r>
        <w:rPr>
          <w:rFonts w:hint="eastAsia"/>
          <w:rtl/>
        </w:rPr>
        <w:t>الله</w:t>
      </w:r>
      <w:r>
        <w:rPr>
          <w:rtl/>
        </w:rPr>
        <w:t xml:space="preserve"> تعالى كى بشارتي</w:t>
      </w:r>
      <w:r w:rsidR="00083993">
        <w:rPr>
          <w:rtl/>
        </w:rPr>
        <w:t xml:space="preserve">ں </w:t>
      </w:r>
      <w:r>
        <w:rPr>
          <w:rtl/>
        </w:rPr>
        <w:t>10; الله تعالى كى تاكيدي</w:t>
      </w:r>
      <w:r w:rsidR="00083993">
        <w:rPr>
          <w:rtl/>
        </w:rPr>
        <w:t xml:space="preserve">ں </w:t>
      </w:r>
      <w:r>
        <w:rPr>
          <w:rtl/>
        </w:rPr>
        <w:t>6; الله تعالى كى مدحتي</w:t>
      </w:r>
      <w:r w:rsidR="00083993">
        <w:rPr>
          <w:rtl/>
        </w:rPr>
        <w:t xml:space="preserve">ں </w:t>
      </w:r>
      <w:r>
        <w:rPr>
          <w:rtl/>
        </w:rPr>
        <w:t>1</w:t>
      </w:r>
    </w:p>
    <w:p w:rsidR="001F628F" w:rsidRDefault="001F628F" w:rsidP="000773E8">
      <w:pPr>
        <w:pStyle w:val="libNormal"/>
        <w:rPr>
          <w:rtl/>
        </w:rPr>
      </w:pPr>
      <w:r>
        <w:rPr>
          <w:rFonts w:hint="eastAsia"/>
          <w:rtl/>
        </w:rPr>
        <w:t>الله</w:t>
      </w:r>
      <w:r>
        <w:rPr>
          <w:rtl/>
        </w:rPr>
        <w:t xml:space="preserve"> تعالى كى امداد:</w:t>
      </w:r>
      <w:r>
        <w:rPr>
          <w:rFonts w:hint="eastAsia"/>
          <w:rtl/>
        </w:rPr>
        <w:t>الله</w:t>
      </w:r>
      <w:r>
        <w:rPr>
          <w:rtl/>
        </w:rPr>
        <w:t xml:space="preserve"> تعالى كى امداد كے شامل حال 9</w:t>
      </w:r>
    </w:p>
    <w:p w:rsidR="001F628F" w:rsidRDefault="001F628F" w:rsidP="000773E8">
      <w:pPr>
        <w:pStyle w:val="libNormal"/>
        <w:rPr>
          <w:rtl/>
        </w:rPr>
      </w:pPr>
      <w:r>
        <w:rPr>
          <w:rFonts w:hint="eastAsia"/>
          <w:rtl/>
        </w:rPr>
        <w:t>ايمان</w:t>
      </w:r>
      <w:r>
        <w:rPr>
          <w:rtl/>
        </w:rPr>
        <w:t>:</w:t>
      </w:r>
      <w:r>
        <w:rPr>
          <w:rFonts w:hint="eastAsia"/>
          <w:rtl/>
        </w:rPr>
        <w:t>ايمان</w:t>
      </w:r>
      <w:r>
        <w:rPr>
          <w:rtl/>
        </w:rPr>
        <w:t xml:space="preserve"> كى حفاظت كے اسباب 7; حفظ ايمان كى اہميت 5</w:t>
      </w:r>
    </w:p>
    <w:p w:rsidR="001F628F" w:rsidRDefault="001F628F" w:rsidP="000773E8">
      <w:pPr>
        <w:pStyle w:val="libNormal"/>
        <w:rPr>
          <w:rtl/>
        </w:rPr>
      </w:pPr>
      <w:r>
        <w:rPr>
          <w:rFonts w:hint="eastAsia"/>
          <w:rtl/>
        </w:rPr>
        <w:t>بخشنا</w:t>
      </w:r>
      <w:r>
        <w:rPr>
          <w:rtl/>
        </w:rPr>
        <w:t>:</w:t>
      </w:r>
      <w:r>
        <w:rPr>
          <w:rFonts w:hint="eastAsia"/>
          <w:rtl/>
        </w:rPr>
        <w:t>بخشنے</w:t>
      </w:r>
      <w:r>
        <w:rPr>
          <w:rtl/>
        </w:rPr>
        <w:t xml:space="preserve"> كا زمينہ 13; بخشنے كے اسباب11; بخشنے كے شامل حال 2،10،15</w:t>
      </w:r>
    </w:p>
    <w:p w:rsidR="001F628F" w:rsidRDefault="001F628F" w:rsidP="000773E8">
      <w:pPr>
        <w:pStyle w:val="libNormal"/>
        <w:rPr>
          <w:rtl/>
        </w:rPr>
      </w:pPr>
      <w:r>
        <w:rPr>
          <w:rFonts w:hint="eastAsia"/>
          <w:rtl/>
        </w:rPr>
        <w:t>تفكر</w:t>
      </w:r>
      <w:r>
        <w:rPr>
          <w:rtl/>
        </w:rPr>
        <w:t>:</w:t>
      </w:r>
      <w:r>
        <w:rPr>
          <w:rFonts w:hint="eastAsia"/>
          <w:rtl/>
        </w:rPr>
        <w:t>دينى</w:t>
      </w:r>
      <w:r>
        <w:rPr>
          <w:rtl/>
        </w:rPr>
        <w:t xml:space="preserve"> تفكر كا زمينہ 7</w:t>
      </w:r>
    </w:p>
    <w:p w:rsidR="001F628F" w:rsidRDefault="001F628F" w:rsidP="000773E8">
      <w:pPr>
        <w:pStyle w:val="libNormal"/>
        <w:rPr>
          <w:rtl/>
        </w:rPr>
      </w:pPr>
      <w:r>
        <w:rPr>
          <w:rFonts w:hint="eastAsia"/>
          <w:rtl/>
        </w:rPr>
        <w:t>توبہ</w:t>
      </w:r>
      <w:r>
        <w:rPr>
          <w:rtl/>
        </w:rPr>
        <w:t>:</w:t>
      </w:r>
      <w:r>
        <w:rPr>
          <w:rFonts w:hint="eastAsia"/>
          <w:rtl/>
        </w:rPr>
        <w:t>توبہ</w:t>
      </w:r>
      <w:r>
        <w:rPr>
          <w:rtl/>
        </w:rPr>
        <w:t xml:space="preserve"> كے آثار 15،18</w:t>
      </w:r>
    </w:p>
    <w:p w:rsidR="001F628F" w:rsidRDefault="001F628F" w:rsidP="000773E8">
      <w:pPr>
        <w:pStyle w:val="libNormal"/>
        <w:rPr>
          <w:rtl/>
        </w:rPr>
      </w:pPr>
      <w:r>
        <w:rPr>
          <w:rFonts w:hint="eastAsia"/>
          <w:rtl/>
        </w:rPr>
        <w:t>جہاد</w:t>
      </w:r>
      <w:r>
        <w:rPr>
          <w:rtl/>
        </w:rPr>
        <w:t>:</w:t>
      </w:r>
      <w:r>
        <w:rPr>
          <w:rFonts w:hint="eastAsia"/>
          <w:rtl/>
        </w:rPr>
        <w:t>جہاد</w:t>
      </w:r>
      <w:r>
        <w:rPr>
          <w:rtl/>
        </w:rPr>
        <w:t xml:space="preserve"> كے آثار 7،11،15،16; جہاد مي</w:t>
      </w:r>
      <w:r w:rsidR="00083993">
        <w:rPr>
          <w:rtl/>
        </w:rPr>
        <w:t xml:space="preserve">ں </w:t>
      </w:r>
      <w:r>
        <w:rPr>
          <w:rtl/>
        </w:rPr>
        <w:t>صبر كى اہميت 8</w:t>
      </w:r>
    </w:p>
    <w:p w:rsidR="001F628F" w:rsidRDefault="001F628F" w:rsidP="000773E8">
      <w:pPr>
        <w:pStyle w:val="libNormal"/>
        <w:rPr>
          <w:rtl/>
        </w:rPr>
      </w:pPr>
      <w:r>
        <w:rPr>
          <w:rFonts w:hint="eastAsia"/>
          <w:rtl/>
        </w:rPr>
        <w:t>حبشہ</w:t>
      </w:r>
      <w:r>
        <w:rPr>
          <w:rtl/>
        </w:rPr>
        <w:t xml:space="preserve"> :</w:t>
      </w:r>
      <w:r>
        <w:rPr>
          <w:rFonts w:hint="eastAsia"/>
          <w:rtl/>
        </w:rPr>
        <w:t>حبشہ</w:t>
      </w:r>
      <w:r>
        <w:rPr>
          <w:rtl/>
        </w:rPr>
        <w:t xml:space="preserve"> كى طرف ہجرت4</w:t>
      </w:r>
    </w:p>
    <w:p w:rsidR="001F628F" w:rsidRDefault="001F628F" w:rsidP="000773E8">
      <w:pPr>
        <w:pStyle w:val="libNormal"/>
        <w:rPr>
          <w:rtl/>
        </w:rPr>
      </w:pPr>
      <w:r>
        <w:rPr>
          <w:rFonts w:hint="eastAsia"/>
          <w:rtl/>
        </w:rPr>
        <w:t>دشمن</w:t>
      </w:r>
      <w:r>
        <w:rPr>
          <w:rtl/>
        </w:rPr>
        <w:t>:</w:t>
      </w:r>
      <w:r>
        <w:rPr>
          <w:rFonts w:hint="eastAsia"/>
          <w:rtl/>
        </w:rPr>
        <w:t>دشمن</w:t>
      </w:r>
      <w:r>
        <w:rPr>
          <w:rtl/>
        </w:rPr>
        <w:t xml:space="preserve"> كے شكنجو</w:t>
      </w:r>
      <w:r w:rsidR="00083993">
        <w:rPr>
          <w:rtl/>
        </w:rPr>
        <w:t xml:space="preserve">ں </w:t>
      </w:r>
      <w:r>
        <w:rPr>
          <w:rtl/>
        </w:rPr>
        <w:t>پر صبر 4</w:t>
      </w:r>
    </w:p>
    <w:p w:rsidR="001F628F" w:rsidRDefault="001F628F" w:rsidP="000773E8">
      <w:pPr>
        <w:pStyle w:val="libNormal"/>
        <w:rPr>
          <w:rtl/>
        </w:rPr>
      </w:pPr>
      <w:r>
        <w:rPr>
          <w:rFonts w:hint="eastAsia"/>
          <w:rtl/>
        </w:rPr>
        <w:t>دينداري</w:t>
      </w:r>
      <w:r>
        <w:rPr>
          <w:rtl/>
        </w:rPr>
        <w:t>:</w:t>
      </w:r>
      <w:r>
        <w:rPr>
          <w:rFonts w:hint="eastAsia"/>
          <w:rtl/>
        </w:rPr>
        <w:t>ديندارى</w:t>
      </w:r>
      <w:r>
        <w:rPr>
          <w:rtl/>
        </w:rPr>
        <w:t xml:space="preserve"> مي</w:t>
      </w:r>
      <w:r w:rsidR="00083993">
        <w:rPr>
          <w:rtl/>
        </w:rPr>
        <w:t xml:space="preserve">ں </w:t>
      </w:r>
      <w:r>
        <w:rPr>
          <w:rtl/>
        </w:rPr>
        <w:t>استقامت 2</w:t>
      </w:r>
    </w:p>
    <w:p w:rsidR="001F628F" w:rsidRDefault="001F628F" w:rsidP="000773E8">
      <w:pPr>
        <w:pStyle w:val="libNormal"/>
        <w:rPr>
          <w:rtl/>
        </w:rPr>
      </w:pPr>
      <w:r>
        <w:rPr>
          <w:rFonts w:hint="eastAsia"/>
          <w:rtl/>
        </w:rPr>
        <w:t>رحمت</w:t>
      </w:r>
      <w:r>
        <w:rPr>
          <w:rtl/>
        </w:rPr>
        <w:t>:</w:t>
      </w:r>
      <w:r>
        <w:rPr>
          <w:rFonts w:hint="eastAsia"/>
          <w:rtl/>
        </w:rPr>
        <w:t>رحمت</w:t>
      </w:r>
      <w:r>
        <w:rPr>
          <w:rtl/>
        </w:rPr>
        <w:t xml:space="preserve"> كا زمينہ 13; رحمت كے شامل حال 2،10 ،15 ; رحمت كے شرائط18</w:t>
      </w:r>
    </w:p>
    <w:p w:rsidR="001F628F" w:rsidRDefault="001F628F" w:rsidP="000773E8">
      <w:pPr>
        <w:pStyle w:val="libNormal"/>
        <w:rPr>
          <w:rtl/>
        </w:rPr>
      </w:pPr>
      <w:r>
        <w:rPr>
          <w:rFonts w:hint="eastAsia"/>
          <w:rtl/>
        </w:rPr>
        <w:t>صابر</w:t>
      </w:r>
      <w:r>
        <w:rPr>
          <w:rtl/>
        </w:rPr>
        <w:t>:</w:t>
      </w:r>
      <w:r>
        <w:rPr>
          <w:rFonts w:hint="eastAsia"/>
          <w:rtl/>
        </w:rPr>
        <w:t>صابرو</w:t>
      </w:r>
      <w:r w:rsidR="00083993">
        <w:rPr>
          <w:rFonts w:hint="eastAsia"/>
          <w:rtl/>
        </w:rPr>
        <w:t xml:space="preserve">ں </w:t>
      </w:r>
      <w:r>
        <w:rPr>
          <w:rtl/>
        </w:rPr>
        <w:t>كو امداد9; صابرو</w:t>
      </w:r>
      <w:r w:rsidR="00083993">
        <w:rPr>
          <w:rtl/>
        </w:rPr>
        <w:t xml:space="preserve">ں </w:t>
      </w:r>
      <w:r>
        <w:rPr>
          <w:rtl/>
        </w:rPr>
        <w:t>كو بشارت 10; صابرو</w:t>
      </w:r>
      <w:r w:rsidR="00083993">
        <w:rPr>
          <w:rtl/>
        </w:rPr>
        <w:t xml:space="preserve">ں </w:t>
      </w:r>
      <w:r>
        <w:rPr>
          <w:rtl/>
        </w:rPr>
        <w:t>كى مدح 1; صابرو</w:t>
      </w:r>
      <w:r w:rsidR="00083993">
        <w:rPr>
          <w:rtl/>
        </w:rPr>
        <w:t xml:space="preserve">ں </w:t>
      </w:r>
      <w:r>
        <w:rPr>
          <w:rtl/>
        </w:rPr>
        <w:t>كے فضائل 9</w:t>
      </w:r>
    </w:p>
    <w:p w:rsidR="000773E8" w:rsidRDefault="001E7F9D" w:rsidP="00F73EDE">
      <w:pPr>
        <w:pStyle w:val="libPoemTini"/>
        <w:rPr>
          <w:rtl/>
        </w:rPr>
      </w:pPr>
      <w:r>
        <w:rPr>
          <w:rtl/>
        </w:rPr>
        <w:cr/>
      </w:r>
      <w:r>
        <w:rPr>
          <w:rtl/>
        </w:rPr>
        <w:br w:type="page"/>
      </w:r>
    </w:p>
    <w:p w:rsidR="001F628F" w:rsidRDefault="001F628F" w:rsidP="000773E8">
      <w:pPr>
        <w:pStyle w:val="libNormal"/>
        <w:rPr>
          <w:rtl/>
        </w:rPr>
      </w:pPr>
      <w:r>
        <w:rPr>
          <w:rFonts w:hint="eastAsia"/>
          <w:rtl/>
        </w:rPr>
        <w:lastRenderedPageBreak/>
        <w:t>صبر</w:t>
      </w:r>
      <w:r>
        <w:rPr>
          <w:rtl/>
        </w:rPr>
        <w:t>:</w:t>
      </w:r>
      <w:r>
        <w:rPr>
          <w:rFonts w:hint="eastAsia"/>
          <w:rtl/>
        </w:rPr>
        <w:t>صبر</w:t>
      </w:r>
      <w:r>
        <w:rPr>
          <w:rtl/>
        </w:rPr>
        <w:t xml:space="preserve"> كے آثار 11، 15،16</w:t>
      </w:r>
    </w:p>
    <w:p w:rsidR="001F628F" w:rsidRDefault="001F628F" w:rsidP="000773E8">
      <w:pPr>
        <w:pStyle w:val="libNormal"/>
        <w:rPr>
          <w:rtl/>
        </w:rPr>
      </w:pPr>
      <w:r>
        <w:rPr>
          <w:rFonts w:hint="eastAsia"/>
          <w:rtl/>
        </w:rPr>
        <w:t>عذر</w:t>
      </w:r>
      <w:r>
        <w:rPr>
          <w:rtl/>
        </w:rPr>
        <w:t>:</w:t>
      </w:r>
      <w:r>
        <w:rPr>
          <w:rFonts w:hint="eastAsia"/>
          <w:rtl/>
        </w:rPr>
        <w:t>عذركے</w:t>
      </w:r>
      <w:r>
        <w:rPr>
          <w:rtl/>
        </w:rPr>
        <w:t xml:space="preserve"> قبول كرنے كے شرائط 16</w:t>
      </w:r>
    </w:p>
    <w:p w:rsidR="001F628F" w:rsidRDefault="001F628F" w:rsidP="000773E8">
      <w:pPr>
        <w:pStyle w:val="libNormal"/>
        <w:rPr>
          <w:rtl/>
        </w:rPr>
      </w:pPr>
      <w:r>
        <w:rPr>
          <w:rFonts w:hint="eastAsia"/>
          <w:rtl/>
        </w:rPr>
        <w:t>عذرخواہي</w:t>
      </w:r>
      <w:r>
        <w:rPr>
          <w:rtl/>
        </w:rPr>
        <w:t>:</w:t>
      </w:r>
      <w:r>
        <w:rPr>
          <w:rFonts w:hint="eastAsia"/>
          <w:rtl/>
        </w:rPr>
        <w:t>عذر</w:t>
      </w:r>
      <w:r>
        <w:rPr>
          <w:rtl/>
        </w:rPr>
        <w:t xml:space="preserve"> خواہى مي</w:t>
      </w:r>
      <w:r w:rsidR="00083993">
        <w:rPr>
          <w:rtl/>
        </w:rPr>
        <w:t xml:space="preserve">ں </w:t>
      </w:r>
      <w:r>
        <w:rPr>
          <w:rtl/>
        </w:rPr>
        <w:t>صداقت 16</w:t>
      </w:r>
    </w:p>
    <w:p w:rsidR="001F628F" w:rsidRDefault="001F628F" w:rsidP="000773E8">
      <w:pPr>
        <w:pStyle w:val="libNormal"/>
        <w:rPr>
          <w:rtl/>
        </w:rPr>
      </w:pPr>
      <w:r>
        <w:rPr>
          <w:rFonts w:hint="eastAsia"/>
          <w:rtl/>
        </w:rPr>
        <w:t>عمل</w:t>
      </w:r>
      <w:r>
        <w:rPr>
          <w:rtl/>
        </w:rPr>
        <w:t>:</w:t>
      </w:r>
      <w:r>
        <w:rPr>
          <w:rFonts w:hint="eastAsia"/>
          <w:rtl/>
        </w:rPr>
        <w:t>عمل</w:t>
      </w:r>
      <w:r>
        <w:rPr>
          <w:rtl/>
        </w:rPr>
        <w:t xml:space="preserve"> كے آثار 13</w:t>
      </w:r>
    </w:p>
    <w:p w:rsidR="001F628F" w:rsidRDefault="001F628F" w:rsidP="000773E8">
      <w:pPr>
        <w:pStyle w:val="libNormal"/>
        <w:rPr>
          <w:rtl/>
        </w:rPr>
      </w:pPr>
      <w:r>
        <w:rPr>
          <w:rFonts w:hint="eastAsia"/>
          <w:rtl/>
        </w:rPr>
        <w:t>كفر</w:t>
      </w:r>
      <w:r>
        <w:rPr>
          <w:rtl/>
        </w:rPr>
        <w:t>:</w:t>
      </w:r>
      <w:r>
        <w:rPr>
          <w:rFonts w:hint="eastAsia"/>
          <w:rtl/>
        </w:rPr>
        <w:t>اجبارى</w:t>
      </w:r>
      <w:r>
        <w:rPr>
          <w:rtl/>
        </w:rPr>
        <w:t xml:space="preserve"> كفر 16;جبرى كفر سے استغفار 12; كفر سے نجات كى اہميت 5; كفر كا لفظى اظہار 12،16</w:t>
      </w:r>
    </w:p>
    <w:p w:rsidR="001F628F" w:rsidRDefault="001F628F" w:rsidP="000773E8">
      <w:pPr>
        <w:pStyle w:val="libNormal"/>
        <w:rPr>
          <w:rtl/>
        </w:rPr>
      </w:pPr>
      <w:r>
        <w:rPr>
          <w:rFonts w:hint="eastAsia"/>
          <w:rtl/>
        </w:rPr>
        <w:t>گناہ</w:t>
      </w:r>
      <w:r>
        <w:rPr>
          <w:rtl/>
        </w:rPr>
        <w:t>:</w:t>
      </w:r>
      <w:r>
        <w:rPr>
          <w:rFonts w:hint="eastAsia"/>
          <w:rtl/>
        </w:rPr>
        <w:t>گناہ</w:t>
      </w:r>
      <w:r>
        <w:rPr>
          <w:rtl/>
        </w:rPr>
        <w:t xml:space="preserve"> كا جبران 17;گناہ كے جبران كے آثار 18</w:t>
      </w:r>
    </w:p>
    <w:p w:rsidR="001F628F" w:rsidRDefault="001F628F" w:rsidP="000773E8">
      <w:pPr>
        <w:pStyle w:val="libNormal"/>
        <w:rPr>
          <w:rtl/>
        </w:rPr>
      </w:pPr>
      <w:r>
        <w:rPr>
          <w:rFonts w:hint="eastAsia"/>
          <w:rtl/>
        </w:rPr>
        <w:t>گناہ</w:t>
      </w:r>
      <w:r>
        <w:rPr>
          <w:rtl/>
        </w:rPr>
        <w:t xml:space="preserve"> گار:</w:t>
      </w:r>
      <w:r>
        <w:rPr>
          <w:rFonts w:hint="eastAsia"/>
          <w:rtl/>
        </w:rPr>
        <w:t>گناہ</w:t>
      </w:r>
      <w:r>
        <w:rPr>
          <w:rtl/>
        </w:rPr>
        <w:t xml:space="preserve"> گارو</w:t>
      </w:r>
      <w:r w:rsidR="00083993">
        <w:rPr>
          <w:rtl/>
        </w:rPr>
        <w:t xml:space="preserve">ں </w:t>
      </w:r>
      <w:r>
        <w:rPr>
          <w:rtl/>
        </w:rPr>
        <w:t>پر رحمت كے شرائط18; گناہ گارو</w:t>
      </w:r>
      <w:r w:rsidR="00083993">
        <w:rPr>
          <w:rtl/>
        </w:rPr>
        <w:t xml:space="preserve">ں </w:t>
      </w:r>
      <w:r>
        <w:rPr>
          <w:rtl/>
        </w:rPr>
        <w:t>كى بخشش كے شرائط 18</w:t>
      </w:r>
    </w:p>
    <w:p w:rsidR="001F628F" w:rsidRDefault="001F628F" w:rsidP="000773E8">
      <w:pPr>
        <w:pStyle w:val="libNormal"/>
        <w:rPr>
          <w:rtl/>
        </w:rPr>
      </w:pPr>
      <w:r>
        <w:rPr>
          <w:rFonts w:hint="eastAsia"/>
          <w:rtl/>
        </w:rPr>
        <w:t>لطف</w:t>
      </w:r>
      <w:r>
        <w:rPr>
          <w:rtl/>
        </w:rPr>
        <w:t xml:space="preserve"> خدا:</w:t>
      </w:r>
      <w:r>
        <w:rPr>
          <w:rFonts w:hint="eastAsia"/>
          <w:rtl/>
        </w:rPr>
        <w:t>لطف</w:t>
      </w:r>
      <w:r>
        <w:rPr>
          <w:rtl/>
        </w:rPr>
        <w:t xml:space="preserve"> خدا كے شامل حال 2،9</w:t>
      </w:r>
    </w:p>
    <w:p w:rsidR="001F628F" w:rsidRDefault="001F628F" w:rsidP="000773E8">
      <w:pPr>
        <w:pStyle w:val="libNormal"/>
        <w:rPr>
          <w:rtl/>
        </w:rPr>
      </w:pPr>
      <w:r>
        <w:rPr>
          <w:rFonts w:hint="eastAsia"/>
          <w:rtl/>
        </w:rPr>
        <w:t>مؤمنين</w:t>
      </w:r>
      <w:r>
        <w:rPr>
          <w:rtl/>
        </w:rPr>
        <w:t>:</w:t>
      </w:r>
      <w:r>
        <w:rPr>
          <w:rFonts w:hint="eastAsia"/>
          <w:rtl/>
        </w:rPr>
        <w:t>مؤمنين</w:t>
      </w:r>
      <w:r>
        <w:rPr>
          <w:rtl/>
        </w:rPr>
        <w:t xml:space="preserve"> كى مدح 1; مؤمنين كے امتحان كا زمينہ 3</w:t>
      </w:r>
    </w:p>
    <w:p w:rsidR="001F628F" w:rsidRDefault="001F628F" w:rsidP="000773E8">
      <w:pPr>
        <w:pStyle w:val="libNormal"/>
        <w:rPr>
          <w:rtl/>
        </w:rPr>
      </w:pPr>
      <w:r>
        <w:rPr>
          <w:rFonts w:hint="eastAsia"/>
          <w:rtl/>
        </w:rPr>
        <w:t>مجاہدين</w:t>
      </w:r>
      <w:r>
        <w:rPr>
          <w:rtl/>
        </w:rPr>
        <w:t>:</w:t>
      </w:r>
      <w:r>
        <w:rPr>
          <w:rFonts w:hint="eastAsia"/>
          <w:rtl/>
        </w:rPr>
        <w:t>مجاہدين</w:t>
      </w:r>
      <w:r>
        <w:rPr>
          <w:rtl/>
        </w:rPr>
        <w:t xml:space="preserve"> كو بشارت 10; مجاہدين كى امداد 9; مجاہدين كى ديندارى 2; مجاہدين كى مدح 1; مجاہدين كے فضائل 2،9</w:t>
      </w:r>
    </w:p>
    <w:p w:rsidR="001F628F" w:rsidRDefault="001F628F" w:rsidP="000773E8">
      <w:pPr>
        <w:pStyle w:val="libNormal"/>
        <w:rPr>
          <w:rtl/>
        </w:rPr>
      </w:pPr>
      <w:r>
        <w:rPr>
          <w:rFonts w:hint="eastAsia"/>
          <w:rtl/>
        </w:rPr>
        <w:t>مرتد</w:t>
      </w:r>
      <w:r>
        <w:rPr>
          <w:rtl/>
        </w:rPr>
        <w:t>:</w:t>
      </w:r>
      <w:r>
        <w:rPr>
          <w:rFonts w:hint="eastAsia"/>
          <w:rtl/>
        </w:rPr>
        <w:t>مرتدو</w:t>
      </w:r>
      <w:r w:rsidR="00083993">
        <w:rPr>
          <w:rFonts w:hint="eastAsia"/>
          <w:rtl/>
        </w:rPr>
        <w:t xml:space="preserve">ں </w:t>
      </w:r>
      <w:r>
        <w:rPr>
          <w:rtl/>
        </w:rPr>
        <w:t>كى بخشش كے شرائط 15; مرتدو</w:t>
      </w:r>
      <w:r w:rsidR="00083993">
        <w:rPr>
          <w:rtl/>
        </w:rPr>
        <w:t xml:space="preserve">ں </w:t>
      </w:r>
      <w:r>
        <w:rPr>
          <w:rtl/>
        </w:rPr>
        <w:t>كى توبہ كا قبول ہونا 14</w:t>
      </w:r>
    </w:p>
    <w:p w:rsidR="001F628F" w:rsidRDefault="001F628F" w:rsidP="000773E8">
      <w:pPr>
        <w:pStyle w:val="libNormal"/>
        <w:rPr>
          <w:rtl/>
        </w:rPr>
      </w:pPr>
      <w:r>
        <w:rPr>
          <w:rFonts w:hint="eastAsia"/>
          <w:rtl/>
        </w:rPr>
        <w:t>مسلمان</w:t>
      </w:r>
      <w:r>
        <w:rPr>
          <w:rtl/>
        </w:rPr>
        <w:t>:</w:t>
      </w:r>
      <w:r>
        <w:rPr>
          <w:rFonts w:hint="eastAsia"/>
          <w:rtl/>
        </w:rPr>
        <w:t>صدرا</w:t>
      </w:r>
      <w:r>
        <w:rPr>
          <w:rtl/>
        </w:rPr>
        <w:t xml:space="preserve"> سلام كے مسلمانو</w:t>
      </w:r>
      <w:r w:rsidR="00083993">
        <w:rPr>
          <w:rtl/>
        </w:rPr>
        <w:t xml:space="preserve">ں </w:t>
      </w:r>
      <w:r>
        <w:rPr>
          <w:rtl/>
        </w:rPr>
        <w:t>كو شكنجہ4; صدراسلام كے مسلمانو</w:t>
      </w:r>
      <w:r w:rsidR="00083993">
        <w:rPr>
          <w:rtl/>
        </w:rPr>
        <w:t xml:space="preserve">ں </w:t>
      </w:r>
      <w:r>
        <w:rPr>
          <w:rtl/>
        </w:rPr>
        <w:t>كى ہجرت 4</w:t>
      </w:r>
    </w:p>
    <w:p w:rsidR="001F628F" w:rsidRDefault="001F628F" w:rsidP="000773E8">
      <w:pPr>
        <w:pStyle w:val="libNormal"/>
        <w:rPr>
          <w:rtl/>
        </w:rPr>
      </w:pPr>
      <w:r>
        <w:rPr>
          <w:rFonts w:hint="eastAsia"/>
          <w:rtl/>
        </w:rPr>
        <w:t>مہاجرين</w:t>
      </w:r>
      <w:r>
        <w:rPr>
          <w:rtl/>
        </w:rPr>
        <w:t>:</w:t>
      </w:r>
      <w:r>
        <w:rPr>
          <w:rFonts w:hint="eastAsia"/>
          <w:rtl/>
        </w:rPr>
        <w:t>مہاجرين</w:t>
      </w:r>
      <w:r>
        <w:rPr>
          <w:rtl/>
        </w:rPr>
        <w:t xml:space="preserve"> كوامداد9; مہاجرين كو بشارت 10; مہاجرين كى دينداري2; مہاجرين كے فضائل 2،9</w:t>
      </w:r>
    </w:p>
    <w:p w:rsidR="001F628F" w:rsidRDefault="001F628F" w:rsidP="000773E8">
      <w:pPr>
        <w:pStyle w:val="libNormal"/>
        <w:rPr>
          <w:rtl/>
        </w:rPr>
      </w:pPr>
      <w:r>
        <w:rPr>
          <w:rFonts w:hint="eastAsia"/>
          <w:rtl/>
        </w:rPr>
        <w:t>ہجرت</w:t>
      </w:r>
      <w:r>
        <w:rPr>
          <w:rtl/>
        </w:rPr>
        <w:t>:</w:t>
      </w:r>
      <w:r>
        <w:rPr>
          <w:rFonts w:hint="eastAsia"/>
          <w:rtl/>
        </w:rPr>
        <w:t>دارالكفر</w:t>
      </w:r>
      <w:r>
        <w:rPr>
          <w:rtl/>
        </w:rPr>
        <w:t xml:space="preserve"> سے ہجرت 6; ہجرت كا فلسفہ 5; ہجرت كى تاكيد6; ہجرت كے آثار 7،11،15 ،16; ہجرت مي</w:t>
      </w:r>
      <w:r w:rsidR="00083993">
        <w:rPr>
          <w:rtl/>
        </w:rPr>
        <w:t xml:space="preserve">ں </w:t>
      </w:r>
      <w:r>
        <w:rPr>
          <w:rtl/>
        </w:rPr>
        <w:t>صبر كى اہميت 8</w:t>
      </w:r>
    </w:p>
    <w:p w:rsidR="000773E8" w:rsidRDefault="001E7F9D" w:rsidP="00F73EDE">
      <w:pPr>
        <w:pStyle w:val="libPoemTini"/>
        <w:rPr>
          <w:rtl/>
        </w:rPr>
      </w:pPr>
      <w:r>
        <w:rPr>
          <w:rtl/>
        </w:rPr>
        <w:cr/>
      </w:r>
      <w:r>
        <w:rPr>
          <w:rtl/>
        </w:rPr>
        <w:br w:type="page"/>
      </w:r>
    </w:p>
    <w:p w:rsidR="000773E8" w:rsidRPr="00120F63" w:rsidRDefault="00A07116" w:rsidP="00A07116">
      <w:pPr>
        <w:pStyle w:val="Heading2Center"/>
        <w:rPr>
          <w:rtl/>
        </w:rPr>
      </w:pPr>
      <w:bookmarkStart w:id="257" w:name="_Toc28081935"/>
      <w:r>
        <w:rPr>
          <w:rFonts w:hint="cs"/>
          <w:rtl/>
        </w:rPr>
        <w:lastRenderedPageBreak/>
        <w:t xml:space="preserve">آیت </w:t>
      </w:r>
      <w:r w:rsidRPr="00120F63">
        <w:rPr>
          <w:rFonts w:hint="cs"/>
          <w:rtl/>
        </w:rPr>
        <w:t>111</w:t>
      </w:r>
      <w:bookmarkEnd w:id="257"/>
    </w:p>
    <w:p w:rsidR="001F628F" w:rsidRDefault="00E260F9" w:rsidP="00A07116">
      <w:pPr>
        <w:pStyle w:val="libNormal"/>
        <w:rPr>
          <w:rtl/>
        </w:rPr>
      </w:pPr>
      <w:r w:rsidRPr="00E260F9">
        <w:rPr>
          <w:rStyle w:val="libAlaemChar"/>
          <w:rFonts w:hint="eastAsia"/>
          <w:rtl/>
        </w:rPr>
        <w:t>(</w:t>
      </w:r>
      <w:r w:rsidRPr="00A07116">
        <w:rPr>
          <w:rStyle w:val="libAieChar"/>
          <w:rFonts w:hint="eastAsia"/>
          <w:rtl/>
        </w:rPr>
        <w:t>يَوْمَ</w:t>
      </w:r>
      <w:r w:rsidRPr="00A07116">
        <w:rPr>
          <w:rStyle w:val="libAieChar"/>
          <w:rtl/>
        </w:rPr>
        <w:t xml:space="preserve"> تَأْتِي كُلُّ نَفْسٍ تُجَادِلُ عَن نَّفْسِهَا وَتُوَفَّى كُلُّ نَفْسٍ مَّا عَمِلَتْ وَهُمْ لاَ يُظْلَمُونَ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قيامت</w:t>
      </w:r>
      <w:r>
        <w:rPr>
          <w:rtl/>
        </w:rPr>
        <w:t xml:space="preserve"> كا دن وہ دن ہوگا جب ہر انسان اپنے نفس كى طرف سے دفاع كرنے كے لئے حاضر ہوگا اور ہر نفس كو اس كے عمل كا پورا پورا بدلہ ديا جائے گا اور كسى پر كوئي ظلم نہي</w:t>
      </w:r>
      <w:r w:rsidR="00083993">
        <w:rPr>
          <w:rtl/>
        </w:rPr>
        <w:t xml:space="preserve">ں </w:t>
      </w:r>
      <w:r>
        <w:rPr>
          <w:rtl/>
        </w:rPr>
        <w:t>كيا جائے گا _</w:t>
      </w:r>
    </w:p>
    <w:p w:rsidR="001F628F" w:rsidRDefault="001F628F" w:rsidP="001F628F">
      <w:pPr>
        <w:pStyle w:val="libNormal"/>
        <w:rPr>
          <w:rtl/>
        </w:rPr>
      </w:pPr>
      <w:r>
        <w:rPr>
          <w:rtl/>
        </w:rPr>
        <w:t>1_ قيامت ہر انسان كا اپنے نفس( عقائد ، كردار ، عواطف) سے سخت دفاع كرنے كا دن ہے _</w:t>
      </w:r>
    </w:p>
    <w:p w:rsidR="001F628F" w:rsidRDefault="001F628F" w:rsidP="00A07116">
      <w:pPr>
        <w:pStyle w:val="libArabic"/>
        <w:rPr>
          <w:rtl/>
        </w:rPr>
      </w:pPr>
      <w:r>
        <w:rPr>
          <w:rFonts w:hint="eastAsia"/>
          <w:rtl/>
        </w:rPr>
        <w:t>يوم</w:t>
      </w:r>
      <w:r>
        <w:rPr>
          <w:rtl/>
        </w:rPr>
        <w:t xml:space="preserve"> تا تى كلّ نفس تجدل عن نفس</w:t>
      </w:r>
      <w:r w:rsidR="00120F63" w:rsidRPr="00ED5DE8">
        <w:rPr>
          <w:rFonts w:hint="cs"/>
          <w:rtl/>
        </w:rPr>
        <w:t>ه</w:t>
      </w:r>
    </w:p>
    <w:p w:rsidR="001F628F" w:rsidRDefault="001F628F" w:rsidP="00A07116">
      <w:pPr>
        <w:pStyle w:val="libNormal"/>
        <w:rPr>
          <w:rtl/>
        </w:rPr>
      </w:pPr>
      <w:r>
        <w:rPr>
          <w:rtl/>
        </w:rPr>
        <w:t>2_ تمام انسان ، قيامت كے دن اپنى سرنوشت كے بارے مي</w:t>
      </w:r>
      <w:r w:rsidR="00083993">
        <w:rPr>
          <w:rtl/>
        </w:rPr>
        <w:t xml:space="preserve">ں </w:t>
      </w:r>
      <w:r>
        <w:rPr>
          <w:rtl/>
        </w:rPr>
        <w:t>پريشان ہي</w:t>
      </w:r>
      <w:r w:rsidR="00083993">
        <w:rPr>
          <w:rtl/>
        </w:rPr>
        <w:t xml:space="preserve">ں </w:t>
      </w:r>
      <w:r>
        <w:rPr>
          <w:rtl/>
        </w:rPr>
        <w:t>_</w:t>
      </w:r>
      <w:r w:rsidRPr="00A07116">
        <w:rPr>
          <w:rStyle w:val="libArabicChar"/>
          <w:rFonts w:hint="eastAsia"/>
          <w:rtl/>
        </w:rPr>
        <w:t>يوم</w:t>
      </w:r>
      <w:r w:rsidRPr="00A07116">
        <w:rPr>
          <w:rStyle w:val="libArabicChar"/>
          <w:rtl/>
        </w:rPr>
        <w:t xml:space="preserve"> تا تى كلّ نفس تجدل عن نفس</w:t>
      </w:r>
      <w:r w:rsidR="00120F63" w:rsidRPr="00B2551F">
        <w:rPr>
          <w:rStyle w:val="libArabicChar"/>
          <w:rFonts w:hint="cs"/>
          <w:rtl/>
        </w:rPr>
        <w:t>ه</w:t>
      </w:r>
    </w:p>
    <w:p w:rsidR="001F628F" w:rsidRDefault="001F628F" w:rsidP="001F628F">
      <w:pPr>
        <w:pStyle w:val="libNormal"/>
        <w:rPr>
          <w:rtl/>
        </w:rPr>
      </w:pPr>
      <w:r>
        <w:rPr>
          <w:rFonts w:hint="eastAsia"/>
          <w:rtl/>
        </w:rPr>
        <w:t>ہر</w:t>
      </w:r>
      <w:r>
        <w:rPr>
          <w:rtl/>
        </w:rPr>
        <w:t xml:space="preserve"> شخص كا اپنے نفس سے دفاع اور مجادلہ كرنا اس بات پردليل كہ روز قيامت لوگ پريشان ہو </w:t>
      </w:r>
      <w:r w:rsidR="00083993">
        <w:rPr>
          <w:rtl/>
        </w:rPr>
        <w:t xml:space="preserve">ں </w:t>
      </w:r>
      <w:r>
        <w:rPr>
          <w:rtl/>
        </w:rPr>
        <w:t>گے _</w:t>
      </w:r>
    </w:p>
    <w:p w:rsidR="001F628F" w:rsidRDefault="001F628F" w:rsidP="001F628F">
      <w:pPr>
        <w:pStyle w:val="libNormal"/>
        <w:rPr>
          <w:rtl/>
        </w:rPr>
      </w:pPr>
      <w:r>
        <w:rPr>
          <w:rtl/>
        </w:rPr>
        <w:t>3_ قيامت كے دن ہر شخص كى توجہ اور كوشش، فقط اپنا ذاتى دفا ع كرنے كى طرف مبذول ہوگى _</w:t>
      </w:r>
    </w:p>
    <w:p w:rsidR="001F628F" w:rsidRDefault="001F628F" w:rsidP="00A07116">
      <w:pPr>
        <w:pStyle w:val="libArabic"/>
        <w:rPr>
          <w:rtl/>
        </w:rPr>
      </w:pPr>
      <w:r>
        <w:rPr>
          <w:rFonts w:hint="eastAsia"/>
          <w:rtl/>
        </w:rPr>
        <w:t>يوم</w:t>
      </w:r>
      <w:r>
        <w:rPr>
          <w:rtl/>
        </w:rPr>
        <w:t xml:space="preserve"> تا تى كلّ نفس تجدل عن نفس</w:t>
      </w:r>
      <w:r w:rsidR="00120F63" w:rsidRPr="00ED5DE8">
        <w:rPr>
          <w:rFonts w:hint="cs"/>
          <w:rtl/>
        </w:rPr>
        <w:t>ه</w:t>
      </w:r>
    </w:p>
    <w:p w:rsidR="001F628F" w:rsidRDefault="001F628F" w:rsidP="001F628F">
      <w:pPr>
        <w:pStyle w:val="libNormal"/>
        <w:rPr>
          <w:rtl/>
        </w:rPr>
      </w:pPr>
      <w:r>
        <w:rPr>
          <w:rtl/>
        </w:rPr>
        <w:t>4_ روزقيامت ،مغفرت اور خدا كى وسيع رحمت كے جلوہ اور ظہور كرنے كا دن ہے_</w:t>
      </w:r>
    </w:p>
    <w:p w:rsidR="001F628F" w:rsidRDefault="001F628F" w:rsidP="00A07116">
      <w:pPr>
        <w:pStyle w:val="libArabic"/>
        <w:rPr>
          <w:rtl/>
        </w:rPr>
      </w:pPr>
      <w:r>
        <w:rPr>
          <w:rFonts w:hint="eastAsia"/>
          <w:rtl/>
        </w:rPr>
        <w:t>انّ</w:t>
      </w:r>
      <w:r>
        <w:rPr>
          <w:rtl/>
        </w:rPr>
        <w:t xml:space="preserve"> ربّك ...لغفور رحيم _ يوم تا تى كل نفس تجدل عن نفس</w:t>
      </w:r>
      <w:r w:rsidR="00120F63" w:rsidRPr="00ED5DE8">
        <w:rPr>
          <w:rFonts w:hint="cs"/>
          <w:rtl/>
        </w:rPr>
        <w:t>ه</w:t>
      </w:r>
    </w:p>
    <w:p w:rsidR="001F628F" w:rsidRDefault="001F628F" w:rsidP="001F628F">
      <w:pPr>
        <w:pStyle w:val="libNormal"/>
        <w:rPr>
          <w:rtl/>
        </w:rPr>
      </w:pPr>
      <w:r>
        <w:rPr>
          <w:rFonts w:hint="eastAsia"/>
          <w:rtl/>
        </w:rPr>
        <w:t>مذكورہ</w:t>
      </w:r>
      <w:r>
        <w:rPr>
          <w:rtl/>
        </w:rPr>
        <w:t xml:space="preserve"> تفسير اس نكتہ پر موقوف ہے كہ ''يوم'' ''لغفوررحيم'' كے ليے ظرف ہو _</w:t>
      </w:r>
    </w:p>
    <w:p w:rsidR="001F628F" w:rsidRDefault="001F628F" w:rsidP="001F628F">
      <w:pPr>
        <w:pStyle w:val="libNormal"/>
        <w:rPr>
          <w:rtl/>
        </w:rPr>
      </w:pPr>
      <w:r>
        <w:rPr>
          <w:rtl/>
        </w:rPr>
        <w:t>5_ قيامت كے دن تمام انسان مغفرت ورحمت الہى كے سخت محتاج ہي</w:t>
      </w:r>
      <w:r w:rsidR="00083993">
        <w:rPr>
          <w:rtl/>
        </w:rPr>
        <w:t xml:space="preserve">ں </w:t>
      </w:r>
      <w:r>
        <w:rPr>
          <w:rtl/>
        </w:rPr>
        <w:t>_</w:t>
      </w:r>
    </w:p>
    <w:p w:rsidR="001F628F" w:rsidRDefault="001F628F" w:rsidP="00A07116">
      <w:pPr>
        <w:pStyle w:val="libArabic"/>
        <w:rPr>
          <w:rtl/>
        </w:rPr>
      </w:pPr>
      <w:r>
        <w:rPr>
          <w:rFonts w:hint="eastAsia"/>
          <w:rtl/>
        </w:rPr>
        <w:t>انّ</w:t>
      </w:r>
      <w:r>
        <w:rPr>
          <w:rtl/>
        </w:rPr>
        <w:t xml:space="preserve"> ربّك من بعد</w:t>
      </w:r>
      <w:r w:rsidR="00120F63" w:rsidRPr="00ED5DE8">
        <w:rPr>
          <w:rFonts w:hint="cs"/>
          <w:rtl/>
        </w:rPr>
        <w:t>ه</w:t>
      </w:r>
      <w:r>
        <w:rPr>
          <w:rFonts w:hint="cs"/>
          <w:rtl/>
        </w:rPr>
        <w:t>ا</w:t>
      </w:r>
      <w:r>
        <w:rPr>
          <w:rtl/>
        </w:rPr>
        <w:t xml:space="preserve"> </w:t>
      </w:r>
      <w:r>
        <w:rPr>
          <w:rFonts w:hint="cs"/>
          <w:rtl/>
        </w:rPr>
        <w:t>لغ</w:t>
      </w:r>
      <w:r>
        <w:rPr>
          <w:rtl/>
        </w:rPr>
        <w:t>فور رحيم_ يوم تا تى كل نفس تجدل عن نفس</w:t>
      </w:r>
      <w:r w:rsidR="00120F63" w:rsidRPr="00ED5DE8">
        <w:rPr>
          <w:rFonts w:hint="cs"/>
          <w:rtl/>
        </w:rPr>
        <w:t>ه</w:t>
      </w:r>
    </w:p>
    <w:p w:rsidR="001F628F" w:rsidRDefault="001F628F" w:rsidP="001F628F">
      <w:pPr>
        <w:pStyle w:val="libNormal"/>
        <w:rPr>
          <w:rtl/>
        </w:rPr>
      </w:pPr>
      <w:r>
        <w:rPr>
          <w:rFonts w:hint="eastAsia"/>
          <w:rtl/>
        </w:rPr>
        <w:t>مذكورہ</w:t>
      </w:r>
      <w:r>
        <w:rPr>
          <w:rtl/>
        </w:rPr>
        <w:t xml:space="preserve"> تفسير اس مطلب كو مد نظر ركھتے ہو ئے ہے كہ ما قبل آيت مغفرت اور رحمت الہى كى بشارت دے رہى ہے اور مغفرت كے وعدہ كى بشارت</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اس</w:t>
      </w:r>
      <w:r>
        <w:rPr>
          <w:rtl/>
        </w:rPr>
        <w:t xml:space="preserve"> صورت مي</w:t>
      </w:r>
      <w:r w:rsidR="00083993">
        <w:rPr>
          <w:rtl/>
        </w:rPr>
        <w:t xml:space="preserve">ں </w:t>
      </w:r>
      <w:r>
        <w:rPr>
          <w:rtl/>
        </w:rPr>
        <w:t>ہے كہ جب انسان اس كا سخت محتاج ہو كيونكہ اپنے نفس كے ليے دفاع اور مجادلہ خداوند عالم كى عنايت كى طرف محتاج ہونے كو بيان كررہا ہے _</w:t>
      </w:r>
    </w:p>
    <w:p w:rsidR="001F628F" w:rsidRDefault="001F628F" w:rsidP="001F628F">
      <w:pPr>
        <w:pStyle w:val="libNormal"/>
        <w:rPr>
          <w:rtl/>
        </w:rPr>
      </w:pPr>
      <w:r>
        <w:rPr>
          <w:rtl/>
        </w:rPr>
        <w:t>6_ قيامت كى طرف توجہ اور اس كى ياد آورى ايك ضرورى امر اور كردار ساز ى اور ہدايت مي</w:t>
      </w:r>
      <w:r w:rsidR="00083993">
        <w:rPr>
          <w:rtl/>
        </w:rPr>
        <w:t xml:space="preserve">ں </w:t>
      </w:r>
      <w:r>
        <w:rPr>
          <w:rtl/>
        </w:rPr>
        <w:t>موثر ہے _</w:t>
      </w:r>
    </w:p>
    <w:p w:rsidR="001F628F" w:rsidRDefault="001F628F" w:rsidP="00A07116">
      <w:pPr>
        <w:pStyle w:val="libArabic"/>
        <w:rPr>
          <w:rtl/>
        </w:rPr>
      </w:pPr>
      <w:r>
        <w:rPr>
          <w:rFonts w:hint="eastAsia"/>
          <w:rtl/>
        </w:rPr>
        <w:t>يوم</w:t>
      </w:r>
      <w:r>
        <w:rPr>
          <w:rtl/>
        </w:rPr>
        <w:t xml:space="preserve"> تا تى كل نفس تجدل عن نفس</w:t>
      </w:r>
      <w:r w:rsidR="00120F63" w:rsidRPr="00ED5DE8">
        <w:rPr>
          <w:rFonts w:hint="cs"/>
          <w:rtl/>
        </w:rPr>
        <w:t>ه</w:t>
      </w:r>
    </w:p>
    <w:p w:rsidR="001F628F" w:rsidRDefault="001F628F" w:rsidP="001F628F">
      <w:pPr>
        <w:pStyle w:val="libNormal"/>
        <w:rPr>
          <w:rtl/>
        </w:rPr>
      </w:pPr>
      <w:r>
        <w:rPr>
          <w:rFonts w:hint="eastAsia"/>
          <w:rtl/>
        </w:rPr>
        <w:t>مذكورہ</w:t>
      </w:r>
      <w:r>
        <w:rPr>
          <w:rtl/>
        </w:rPr>
        <w:t xml:space="preserve"> تفسير اس بناء پر ہے كہ ''يوم'' فعل مقدر ''اذكر'' يا ''اذكروا'' كى وجہ سے منصوب ہو _</w:t>
      </w:r>
    </w:p>
    <w:p w:rsidR="001F628F" w:rsidRDefault="001F628F" w:rsidP="00A07116">
      <w:pPr>
        <w:pStyle w:val="libNormal"/>
        <w:rPr>
          <w:rtl/>
        </w:rPr>
      </w:pPr>
      <w:r>
        <w:rPr>
          <w:rtl/>
        </w:rPr>
        <w:t>7_قيامت كے دن تمام انسانو</w:t>
      </w:r>
      <w:r w:rsidR="00083993">
        <w:rPr>
          <w:rtl/>
        </w:rPr>
        <w:t xml:space="preserve">ں </w:t>
      </w:r>
      <w:r>
        <w:rPr>
          <w:rtl/>
        </w:rPr>
        <w:t>كو ان كے اعمال كى سزا مل جائے گي_</w:t>
      </w:r>
      <w:r w:rsidRPr="00A07116">
        <w:rPr>
          <w:rStyle w:val="libArabicChar"/>
          <w:rFonts w:hint="eastAsia"/>
          <w:rtl/>
        </w:rPr>
        <w:t>يوم</w:t>
      </w:r>
      <w:r w:rsidRPr="00A07116">
        <w:rPr>
          <w:rStyle w:val="libArabicChar"/>
          <w:rtl/>
        </w:rPr>
        <w:t xml:space="preserve"> ...وتوفّى كلّ نفس ما عملت</w:t>
      </w:r>
    </w:p>
    <w:p w:rsidR="001F628F" w:rsidRDefault="001F628F" w:rsidP="001F628F">
      <w:pPr>
        <w:pStyle w:val="libNormal"/>
        <w:rPr>
          <w:rtl/>
        </w:rPr>
      </w:pPr>
      <w:r>
        <w:rPr>
          <w:rFonts w:hint="eastAsia"/>
          <w:rtl/>
        </w:rPr>
        <w:t>مادہ</w:t>
      </w:r>
      <w:r>
        <w:rPr>
          <w:rtl/>
        </w:rPr>
        <w:t xml:space="preserve"> (توفّي) سے ''توفّي'' كا معنى مكمل طور پر دينا اور لينا ہے _</w:t>
      </w:r>
    </w:p>
    <w:p w:rsidR="001F628F" w:rsidRDefault="001F628F" w:rsidP="00A07116">
      <w:pPr>
        <w:pStyle w:val="libNormal"/>
        <w:rPr>
          <w:rtl/>
        </w:rPr>
      </w:pPr>
      <w:r>
        <w:rPr>
          <w:rtl/>
        </w:rPr>
        <w:t>8_ انسانو</w:t>
      </w:r>
      <w:r w:rsidR="00083993">
        <w:rPr>
          <w:rtl/>
        </w:rPr>
        <w:t xml:space="preserve">ں </w:t>
      </w:r>
      <w:r>
        <w:rPr>
          <w:rtl/>
        </w:rPr>
        <w:t>كا عمل ، روزقيامت اس كى سرنوشت كو معين كرنے والا ہے_</w:t>
      </w:r>
      <w:r w:rsidRPr="00A07116">
        <w:rPr>
          <w:rStyle w:val="libArabicChar"/>
          <w:rFonts w:hint="eastAsia"/>
          <w:rtl/>
        </w:rPr>
        <w:t>يوم</w:t>
      </w:r>
      <w:r w:rsidRPr="00A07116">
        <w:rPr>
          <w:rStyle w:val="libArabicChar"/>
          <w:rtl/>
        </w:rPr>
        <w:t xml:space="preserve"> و تجادل عن نفس</w:t>
      </w:r>
      <w:r w:rsidR="00120F63" w:rsidRPr="00B2551F">
        <w:rPr>
          <w:rStyle w:val="libArabicChar"/>
          <w:rFonts w:hint="cs"/>
          <w:rtl/>
        </w:rPr>
        <w:t>ه</w:t>
      </w:r>
      <w:r w:rsidRPr="00A07116">
        <w:rPr>
          <w:rStyle w:val="libArabicChar"/>
          <w:rFonts w:hint="cs"/>
          <w:rtl/>
        </w:rPr>
        <w:t>ا</w:t>
      </w:r>
      <w:r w:rsidRPr="00A07116">
        <w:rPr>
          <w:rStyle w:val="libArabicChar"/>
          <w:rtl/>
        </w:rPr>
        <w:t xml:space="preserve"> و توفّى كلّ نفس ما عملت</w:t>
      </w:r>
    </w:p>
    <w:p w:rsidR="001F628F" w:rsidRDefault="001F628F" w:rsidP="001F628F">
      <w:pPr>
        <w:pStyle w:val="libNormal"/>
        <w:rPr>
          <w:rtl/>
        </w:rPr>
      </w:pPr>
      <w:r>
        <w:rPr>
          <w:rtl/>
        </w:rPr>
        <w:t>9_ قيامت كے دن ، انسان كا اپنے كردار سے دفاع اس كى سرنوشت مي</w:t>
      </w:r>
      <w:r w:rsidR="00083993">
        <w:rPr>
          <w:rtl/>
        </w:rPr>
        <w:t xml:space="preserve">ں </w:t>
      </w:r>
      <w:r>
        <w:rPr>
          <w:rtl/>
        </w:rPr>
        <w:t>كسى طرح موثرنہي</w:t>
      </w:r>
      <w:r w:rsidR="00083993">
        <w:rPr>
          <w:rtl/>
        </w:rPr>
        <w:t xml:space="preserve">ں </w:t>
      </w:r>
      <w:r>
        <w:rPr>
          <w:rtl/>
        </w:rPr>
        <w:t>ہوگا _</w:t>
      </w:r>
    </w:p>
    <w:p w:rsidR="001F628F" w:rsidRDefault="001F628F" w:rsidP="00A07116">
      <w:pPr>
        <w:pStyle w:val="libArabic"/>
        <w:rPr>
          <w:rtl/>
        </w:rPr>
      </w:pPr>
      <w:r>
        <w:rPr>
          <w:rFonts w:hint="eastAsia"/>
          <w:rtl/>
        </w:rPr>
        <w:t>يوم</w:t>
      </w:r>
      <w:r>
        <w:rPr>
          <w:rtl/>
        </w:rPr>
        <w:t xml:space="preserve"> تا تى كل نفس تجدل عن نفس</w:t>
      </w:r>
      <w:r w:rsidR="00120F63" w:rsidRPr="00ED5DE8">
        <w:rPr>
          <w:rFonts w:hint="cs"/>
          <w:rtl/>
        </w:rPr>
        <w:t>ه</w:t>
      </w:r>
      <w:r>
        <w:rPr>
          <w:rFonts w:hint="cs"/>
          <w:rtl/>
        </w:rPr>
        <w:t>ا</w:t>
      </w:r>
      <w:r>
        <w:rPr>
          <w:rtl/>
        </w:rPr>
        <w:t xml:space="preserve"> </w:t>
      </w:r>
      <w:r>
        <w:rPr>
          <w:rFonts w:hint="cs"/>
          <w:rtl/>
        </w:rPr>
        <w:t>و</w:t>
      </w:r>
      <w:r>
        <w:rPr>
          <w:rtl/>
        </w:rPr>
        <w:t xml:space="preserve"> </w:t>
      </w:r>
      <w:r>
        <w:rPr>
          <w:rFonts w:hint="cs"/>
          <w:rtl/>
        </w:rPr>
        <w:t>توفيّ</w:t>
      </w:r>
      <w:r>
        <w:rPr>
          <w:rtl/>
        </w:rPr>
        <w:t xml:space="preserve"> </w:t>
      </w:r>
      <w:r>
        <w:rPr>
          <w:rFonts w:hint="cs"/>
          <w:rtl/>
        </w:rPr>
        <w:t>كلّ</w:t>
      </w:r>
      <w:r>
        <w:rPr>
          <w:rtl/>
        </w:rPr>
        <w:t xml:space="preserve"> </w:t>
      </w:r>
      <w:r>
        <w:rPr>
          <w:rFonts w:hint="cs"/>
          <w:rtl/>
        </w:rPr>
        <w:t>نفس</w:t>
      </w:r>
      <w:r>
        <w:rPr>
          <w:rtl/>
        </w:rPr>
        <w:t xml:space="preserve"> </w:t>
      </w:r>
      <w:r>
        <w:rPr>
          <w:rFonts w:hint="cs"/>
          <w:rtl/>
        </w:rPr>
        <w:t>ما</w:t>
      </w:r>
      <w:r>
        <w:rPr>
          <w:rtl/>
        </w:rPr>
        <w:t xml:space="preserve"> عملت</w:t>
      </w:r>
    </w:p>
    <w:p w:rsidR="001F628F" w:rsidRDefault="001F628F" w:rsidP="001F628F">
      <w:pPr>
        <w:pStyle w:val="libNormal"/>
        <w:rPr>
          <w:rtl/>
        </w:rPr>
      </w:pPr>
      <w:r>
        <w:rPr>
          <w:rFonts w:hint="eastAsia"/>
          <w:rtl/>
        </w:rPr>
        <w:t>خداوند</w:t>
      </w:r>
      <w:r>
        <w:rPr>
          <w:rtl/>
        </w:rPr>
        <w:t xml:space="preserve"> عالم نے انسان كے عمل كو سزا اور پاداش كى تعيين كا معيار اور اس كى سرنوشت مي</w:t>
      </w:r>
      <w:r w:rsidR="00083993">
        <w:rPr>
          <w:rtl/>
        </w:rPr>
        <w:t xml:space="preserve">ں </w:t>
      </w:r>
      <w:r>
        <w:rPr>
          <w:rtl/>
        </w:rPr>
        <w:t>اسے موثر قرار ديا ہے (و توفّى كل نفس ما عملت) اور يہ اس بات پر قرينہ ہے كہ انسان كا اپنے اعمال كى توجيہہ كے ذريعہ اپنے نفس كا دفاع بے فائدہ ثابت ہوگا_</w:t>
      </w:r>
    </w:p>
    <w:p w:rsidR="001F628F" w:rsidRDefault="001F628F" w:rsidP="00A07116">
      <w:pPr>
        <w:pStyle w:val="libNormal"/>
        <w:rPr>
          <w:rtl/>
        </w:rPr>
      </w:pPr>
      <w:r>
        <w:rPr>
          <w:rtl/>
        </w:rPr>
        <w:t>10_ دنيا ، عمل كا ميدان اور آخرت سزا و جزا دريافت كرنے كا مقام ہے_</w:t>
      </w:r>
      <w:r w:rsidRPr="00A07116">
        <w:rPr>
          <w:rStyle w:val="libArabicChar"/>
          <w:rFonts w:hint="eastAsia"/>
          <w:rtl/>
        </w:rPr>
        <w:t>يوم</w:t>
      </w:r>
      <w:r w:rsidRPr="00A07116">
        <w:rPr>
          <w:rStyle w:val="libArabicChar"/>
          <w:rtl/>
        </w:rPr>
        <w:t xml:space="preserve"> تا تى ...و توفّى كلّ نفس ما عملت</w:t>
      </w:r>
    </w:p>
    <w:p w:rsidR="001F628F" w:rsidRDefault="001F628F" w:rsidP="00A07116">
      <w:pPr>
        <w:pStyle w:val="libNormal"/>
        <w:rPr>
          <w:rtl/>
        </w:rPr>
      </w:pPr>
      <w:r>
        <w:rPr>
          <w:rtl/>
        </w:rPr>
        <w:t>11_ روز قيامت ، اعمال كا مجّسم ہونا _</w:t>
      </w:r>
      <w:r w:rsidRPr="00A07116">
        <w:rPr>
          <w:rStyle w:val="libArabicChar"/>
          <w:rFonts w:hint="eastAsia"/>
          <w:rtl/>
        </w:rPr>
        <w:t>يوم</w:t>
      </w:r>
      <w:r w:rsidRPr="00A07116">
        <w:rPr>
          <w:rStyle w:val="libArabicChar"/>
          <w:rtl/>
        </w:rPr>
        <w:t xml:space="preserve"> ...توفّى كلّ نفس ما عملت</w:t>
      </w:r>
    </w:p>
    <w:p w:rsidR="001F628F" w:rsidRDefault="001F628F" w:rsidP="001F628F">
      <w:pPr>
        <w:pStyle w:val="libNormal"/>
        <w:rPr>
          <w:rtl/>
        </w:rPr>
      </w:pPr>
      <w:r>
        <w:rPr>
          <w:rFonts w:hint="eastAsia"/>
          <w:rtl/>
        </w:rPr>
        <w:t>يہ</w:t>
      </w:r>
      <w:r>
        <w:rPr>
          <w:rtl/>
        </w:rPr>
        <w:t xml:space="preserve"> جو دريافت كو خود عمل كى طرف نسبت دى گئي ہے نہ كہ سزا اورجزا كى طرف ممكن ہے مذكورہ تفسير كو بيان كررہاہو_</w:t>
      </w:r>
    </w:p>
    <w:p w:rsidR="001F628F" w:rsidRDefault="001F628F" w:rsidP="001F628F">
      <w:pPr>
        <w:pStyle w:val="libNormal"/>
        <w:rPr>
          <w:rtl/>
        </w:rPr>
      </w:pPr>
      <w:r>
        <w:rPr>
          <w:rtl/>
        </w:rPr>
        <w:t>12_ روز قيامت كوئي انسان بھى اپنے اعمال كى سزا اور جزا كے سلسلہ مي</w:t>
      </w:r>
      <w:r w:rsidR="00083993">
        <w:rPr>
          <w:rtl/>
        </w:rPr>
        <w:t xml:space="preserve">ں </w:t>
      </w:r>
      <w:r>
        <w:rPr>
          <w:rtl/>
        </w:rPr>
        <w:t>ظلم اوربے عدالتى كا مشاہدہ نہي</w:t>
      </w:r>
      <w:r w:rsidR="00083993">
        <w:rPr>
          <w:rtl/>
        </w:rPr>
        <w:t xml:space="preserve">ں </w:t>
      </w:r>
      <w:r>
        <w:rPr>
          <w:rtl/>
        </w:rPr>
        <w:t>كرے گا_</w:t>
      </w:r>
    </w:p>
    <w:p w:rsidR="001F628F" w:rsidRDefault="001F628F" w:rsidP="00A07116">
      <w:pPr>
        <w:pStyle w:val="libArabic"/>
        <w:rPr>
          <w:rtl/>
        </w:rPr>
      </w:pPr>
      <w:r>
        <w:rPr>
          <w:rFonts w:hint="eastAsia"/>
          <w:rtl/>
        </w:rPr>
        <w:t>يوم</w:t>
      </w:r>
      <w:r>
        <w:rPr>
          <w:rtl/>
        </w:rPr>
        <w:t xml:space="preserve"> توفّى كلّ نفس ما عملت و </w:t>
      </w:r>
      <w:r w:rsidR="00120F63" w:rsidRPr="00ED5DE8">
        <w:rPr>
          <w:rFonts w:hint="cs"/>
          <w:rtl/>
        </w:rPr>
        <w:t>ه</w:t>
      </w:r>
      <w:r>
        <w:rPr>
          <w:rFonts w:hint="cs"/>
          <w:rtl/>
        </w:rPr>
        <w:t>م</w:t>
      </w:r>
      <w:r>
        <w:rPr>
          <w:rtl/>
        </w:rPr>
        <w:t xml:space="preserve"> </w:t>
      </w:r>
      <w:r>
        <w:rPr>
          <w:rFonts w:hint="cs"/>
          <w:rtl/>
        </w:rPr>
        <w:t>لا</w:t>
      </w:r>
      <w:r>
        <w:rPr>
          <w:rtl/>
        </w:rPr>
        <w:t xml:space="preserve"> </w:t>
      </w:r>
      <w:r>
        <w:rPr>
          <w:rFonts w:hint="cs"/>
          <w:rtl/>
        </w:rPr>
        <w:t>ي</w:t>
      </w:r>
      <w:r>
        <w:rPr>
          <w:rtl/>
        </w:rPr>
        <w:t>ظلمون</w:t>
      </w:r>
    </w:p>
    <w:p w:rsidR="001F628F" w:rsidRDefault="001F628F" w:rsidP="00A07116">
      <w:pPr>
        <w:pStyle w:val="libNormal"/>
        <w:rPr>
          <w:rtl/>
        </w:rPr>
      </w:pPr>
      <w:r>
        <w:rPr>
          <w:rFonts w:hint="eastAsia"/>
          <w:rtl/>
        </w:rPr>
        <w:t>آخرت</w:t>
      </w:r>
      <w:r>
        <w:rPr>
          <w:rtl/>
        </w:rPr>
        <w:t>:</w:t>
      </w:r>
      <w:r>
        <w:rPr>
          <w:rFonts w:hint="eastAsia"/>
          <w:rtl/>
        </w:rPr>
        <w:t>آخرت</w:t>
      </w:r>
      <w:r>
        <w:rPr>
          <w:rtl/>
        </w:rPr>
        <w:t xml:space="preserve"> ، روز جزا10; آخرت سزا كا مقام 10</w:t>
      </w:r>
    </w:p>
    <w:p w:rsidR="001F628F" w:rsidRDefault="001F628F" w:rsidP="00A07116">
      <w:pPr>
        <w:pStyle w:val="libNormal"/>
        <w:rPr>
          <w:rtl/>
        </w:rPr>
      </w:pPr>
      <w:r>
        <w:rPr>
          <w:rFonts w:hint="eastAsia"/>
          <w:rtl/>
        </w:rPr>
        <w:t>الله</w:t>
      </w:r>
      <w:r>
        <w:rPr>
          <w:rtl/>
        </w:rPr>
        <w:t xml:space="preserve"> تعالي:</w:t>
      </w:r>
      <w:r>
        <w:rPr>
          <w:rFonts w:hint="eastAsia"/>
          <w:rtl/>
        </w:rPr>
        <w:t>قيامت</w:t>
      </w:r>
      <w:r>
        <w:rPr>
          <w:rtl/>
        </w:rPr>
        <w:t xml:space="preserve"> مي</w:t>
      </w:r>
      <w:r w:rsidR="00083993">
        <w:rPr>
          <w:rtl/>
        </w:rPr>
        <w:t xml:space="preserve">ں </w:t>
      </w:r>
      <w:r>
        <w:rPr>
          <w:rtl/>
        </w:rPr>
        <w:t>الله تعالى كابخشنا4; قيامت مي</w:t>
      </w:r>
      <w:r w:rsidR="00083993">
        <w:rPr>
          <w:rtl/>
        </w:rPr>
        <w:t xml:space="preserve">ں </w:t>
      </w:r>
      <w:r>
        <w:rPr>
          <w:rtl/>
        </w:rPr>
        <w:t>الله</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تعالى</w:t>
      </w:r>
      <w:r>
        <w:rPr>
          <w:rtl/>
        </w:rPr>
        <w:t xml:space="preserve"> كى رحمت 4</w:t>
      </w:r>
    </w:p>
    <w:p w:rsidR="001F628F" w:rsidRDefault="001F628F" w:rsidP="00A07116">
      <w:pPr>
        <w:pStyle w:val="libNormal"/>
        <w:rPr>
          <w:rtl/>
        </w:rPr>
      </w:pPr>
      <w:r>
        <w:rPr>
          <w:rFonts w:hint="eastAsia"/>
          <w:rtl/>
        </w:rPr>
        <w:t>انسان</w:t>
      </w:r>
      <w:r>
        <w:rPr>
          <w:rtl/>
        </w:rPr>
        <w:t>:</w:t>
      </w:r>
      <w:r>
        <w:rPr>
          <w:rFonts w:hint="eastAsia"/>
          <w:rtl/>
        </w:rPr>
        <w:t>انسان</w:t>
      </w:r>
      <w:r>
        <w:rPr>
          <w:rtl/>
        </w:rPr>
        <w:t xml:space="preserve"> كى اخروى ضرورتي</w:t>
      </w:r>
      <w:r w:rsidR="00083993">
        <w:rPr>
          <w:rtl/>
        </w:rPr>
        <w:t xml:space="preserve">ں </w:t>
      </w:r>
      <w:r>
        <w:rPr>
          <w:rtl/>
        </w:rPr>
        <w:t>5; انسان كى معنوى ضرورتي</w:t>
      </w:r>
      <w:r w:rsidR="00083993">
        <w:rPr>
          <w:rtl/>
        </w:rPr>
        <w:t xml:space="preserve">ں </w:t>
      </w:r>
      <w:r>
        <w:rPr>
          <w:rtl/>
        </w:rPr>
        <w:t>5; انسانون كى پريشاني2</w:t>
      </w:r>
    </w:p>
    <w:p w:rsidR="001F628F" w:rsidRDefault="001F628F" w:rsidP="00A07116">
      <w:pPr>
        <w:pStyle w:val="libNormal"/>
        <w:rPr>
          <w:rtl/>
        </w:rPr>
      </w:pPr>
      <w:r>
        <w:rPr>
          <w:rFonts w:hint="eastAsia"/>
          <w:rtl/>
        </w:rPr>
        <w:t>خود</w:t>
      </w:r>
      <w:r>
        <w:rPr>
          <w:rtl/>
        </w:rPr>
        <w:t>:</w:t>
      </w:r>
      <w:r>
        <w:rPr>
          <w:rFonts w:hint="eastAsia"/>
          <w:rtl/>
        </w:rPr>
        <w:t>اپنے</w:t>
      </w:r>
      <w:r>
        <w:rPr>
          <w:rtl/>
        </w:rPr>
        <w:t xml:space="preserve"> آپ سے قيامت كے دن دفاع 1،3</w:t>
      </w:r>
    </w:p>
    <w:p w:rsidR="001F628F" w:rsidRDefault="001F628F" w:rsidP="00A07116">
      <w:pPr>
        <w:pStyle w:val="libNormal"/>
        <w:rPr>
          <w:rtl/>
        </w:rPr>
      </w:pPr>
      <w:r>
        <w:rPr>
          <w:rFonts w:hint="eastAsia"/>
          <w:rtl/>
        </w:rPr>
        <w:t>ذكر</w:t>
      </w:r>
      <w:r>
        <w:rPr>
          <w:rtl/>
        </w:rPr>
        <w:t>:</w:t>
      </w:r>
      <w:r>
        <w:rPr>
          <w:rFonts w:hint="eastAsia"/>
          <w:rtl/>
        </w:rPr>
        <w:t>قيامت</w:t>
      </w:r>
      <w:r>
        <w:rPr>
          <w:rtl/>
        </w:rPr>
        <w:t xml:space="preserve"> كے ذكر كى اہميت 6; قيامت كے ذكر كے آثار 6</w:t>
      </w:r>
    </w:p>
    <w:p w:rsidR="001F628F" w:rsidRDefault="001F628F" w:rsidP="00A07116">
      <w:pPr>
        <w:pStyle w:val="libNormal"/>
        <w:rPr>
          <w:rtl/>
        </w:rPr>
      </w:pPr>
      <w:r>
        <w:rPr>
          <w:rFonts w:hint="eastAsia"/>
          <w:rtl/>
        </w:rPr>
        <w:t>سرنوشت</w:t>
      </w:r>
      <w:r>
        <w:rPr>
          <w:rtl/>
        </w:rPr>
        <w:t>:</w:t>
      </w:r>
      <w:r>
        <w:rPr>
          <w:rFonts w:hint="eastAsia"/>
          <w:rtl/>
        </w:rPr>
        <w:t>اخروى</w:t>
      </w:r>
      <w:r>
        <w:rPr>
          <w:rtl/>
        </w:rPr>
        <w:t xml:space="preserve"> سرنوشت سے پريشانى 1; اخروى سرنوشت كے موثر اسباب 8،9</w:t>
      </w:r>
    </w:p>
    <w:p w:rsidR="001F628F" w:rsidRDefault="001F628F" w:rsidP="001F628F">
      <w:pPr>
        <w:pStyle w:val="libNormal"/>
        <w:rPr>
          <w:rtl/>
        </w:rPr>
      </w:pPr>
      <w:r>
        <w:rPr>
          <w:rFonts w:hint="eastAsia"/>
          <w:rtl/>
        </w:rPr>
        <w:t>سزا</w:t>
      </w:r>
      <w:r>
        <w:rPr>
          <w:rtl/>
        </w:rPr>
        <w:t xml:space="preserve"> كا نظام:7</w:t>
      </w:r>
    </w:p>
    <w:p w:rsidR="001F628F" w:rsidRDefault="001F628F" w:rsidP="00A07116">
      <w:pPr>
        <w:pStyle w:val="libNormal"/>
        <w:rPr>
          <w:rtl/>
        </w:rPr>
      </w:pPr>
      <w:r>
        <w:rPr>
          <w:rFonts w:hint="eastAsia"/>
          <w:rtl/>
        </w:rPr>
        <w:t>عمل</w:t>
      </w:r>
      <w:r>
        <w:rPr>
          <w:rtl/>
        </w:rPr>
        <w:t>:</w:t>
      </w:r>
      <w:r>
        <w:rPr>
          <w:rFonts w:hint="eastAsia"/>
          <w:rtl/>
        </w:rPr>
        <w:t>عمل</w:t>
      </w:r>
      <w:r>
        <w:rPr>
          <w:rtl/>
        </w:rPr>
        <w:t xml:space="preserve"> كا مجسم ہونا 11; عمل كى اخروى پاداش 7،10; عمل كى اخروى سزا 7،10; عمل كى سزا كا مكان 10; عمل كى سزا كو جھٹلانے والے 10; عمل كى فرصت 10; عمل كے آثار 8</w:t>
      </w:r>
    </w:p>
    <w:p w:rsidR="001F628F" w:rsidRDefault="001F628F" w:rsidP="00A07116">
      <w:pPr>
        <w:pStyle w:val="libNormal"/>
        <w:rPr>
          <w:rtl/>
        </w:rPr>
      </w:pPr>
      <w:r>
        <w:rPr>
          <w:rFonts w:hint="eastAsia"/>
          <w:rtl/>
        </w:rPr>
        <w:t>قيامت</w:t>
      </w:r>
      <w:r>
        <w:rPr>
          <w:rtl/>
        </w:rPr>
        <w:t>:</w:t>
      </w:r>
      <w:r>
        <w:rPr>
          <w:rFonts w:hint="eastAsia"/>
          <w:rtl/>
        </w:rPr>
        <w:t>قيامت</w:t>
      </w:r>
      <w:r>
        <w:rPr>
          <w:rtl/>
        </w:rPr>
        <w:t xml:space="preserve"> كے خصوصيات 1،3،7; قيامت مي</w:t>
      </w:r>
      <w:r w:rsidR="00083993">
        <w:rPr>
          <w:rtl/>
        </w:rPr>
        <w:t xml:space="preserve">ں </w:t>
      </w:r>
      <w:r>
        <w:rPr>
          <w:rtl/>
        </w:rPr>
        <w:t>دفاع كا بے اثرہونا 9; قيامت مي</w:t>
      </w:r>
      <w:r w:rsidR="00083993">
        <w:rPr>
          <w:rtl/>
        </w:rPr>
        <w:t xml:space="preserve">ں </w:t>
      </w:r>
      <w:r>
        <w:rPr>
          <w:rtl/>
        </w:rPr>
        <w:t>سزا كا نظام 13; قيامت مي</w:t>
      </w:r>
      <w:r w:rsidR="00083993">
        <w:rPr>
          <w:rtl/>
        </w:rPr>
        <w:t xml:space="preserve">ں </w:t>
      </w:r>
      <w:r>
        <w:rPr>
          <w:rtl/>
        </w:rPr>
        <w:t>عدالت 12</w:t>
      </w:r>
    </w:p>
    <w:p w:rsidR="001F628F" w:rsidRDefault="001F628F" w:rsidP="00A07116">
      <w:pPr>
        <w:pStyle w:val="libNormal"/>
        <w:rPr>
          <w:rtl/>
        </w:rPr>
      </w:pPr>
      <w:r>
        <w:rPr>
          <w:rFonts w:hint="eastAsia"/>
          <w:rtl/>
        </w:rPr>
        <w:t>نيازمندي</w:t>
      </w:r>
      <w:r>
        <w:rPr>
          <w:rtl/>
        </w:rPr>
        <w:t>:</w:t>
      </w:r>
      <w:r>
        <w:rPr>
          <w:rFonts w:hint="eastAsia"/>
          <w:rtl/>
        </w:rPr>
        <w:t>بخشنے</w:t>
      </w:r>
      <w:r>
        <w:rPr>
          <w:rtl/>
        </w:rPr>
        <w:t xml:space="preserve"> كى ضرورتي</w:t>
      </w:r>
      <w:r w:rsidR="00083993">
        <w:rPr>
          <w:rtl/>
        </w:rPr>
        <w:t xml:space="preserve">ں </w:t>
      </w:r>
      <w:r>
        <w:rPr>
          <w:rtl/>
        </w:rPr>
        <w:t>5; رحمت كى ضرورت 5</w:t>
      </w:r>
    </w:p>
    <w:p w:rsidR="001F628F" w:rsidRDefault="001F628F" w:rsidP="00A07116">
      <w:pPr>
        <w:pStyle w:val="libNormal"/>
        <w:rPr>
          <w:rtl/>
        </w:rPr>
      </w:pPr>
      <w:r>
        <w:rPr>
          <w:rFonts w:hint="eastAsia"/>
          <w:rtl/>
        </w:rPr>
        <w:t>ہدايت</w:t>
      </w:r>
      <w:r>
        <w:rPr>
          <w:rtl/>
        </w:rPr>
        <w:t>:</w:t>
      </w:r>
      <w:r>
        <w:rPr>
          <w:rFonts w:hint="eastAsia"/>
          <w:rtl/>
        </w:rPr>
        <w:t>ہدايت</w:t>
      </w:r>
      <w:r>
        <w:rPr>
          <w:rtl/>
        </w:rPr>
        <w:t xml:space="preserve"> كازمينہ 6</w:t>
      </w:r>
    </w:p>
    <w:p w:rsidR="001F628F" w:rsidRPr="00120F63" w:rsidRDefault="00A07116" w:rsidP="00A07116">
      <w:pPr>
        <w:pStyle w:val="Heading2Center"/>
        <w:rPr>
          <w:rtl/>
        </w:rPr>
      </w:pPr>
      <w:bookmarkStart w:id="258" w:name="_Toc28081936"/>
      <w:r>
        <w:rPr>
          <w:rFonts w:hint="cs"/>
          <w:rtl/>
        </w:rPr>
        <w:t xml:space="preserve">آیت </w:t>
      </w:r>
      <w:r w:rsidRPr="00120F63">
        <w:rPr>
          <w:rFonts w:hint="cs"/>
          <w:rtl/>
        </w:rPr>
        <w:t>112</w:t>
      </w:r>
      <w:bookmarkEnd w:id="258"/>
    </w:p>
    <w:p w:rsidR="001F628F" w:rsidRDefault="00E260F9" w:rsidP="00A07116">
      <w:pPr>
        <w:pStyle w:val="libNormal"/>
        <w:rPr>
          <w:rtl/>
        </w:rPr>
      </w:pPr>
      <w:r w:rsidRPr="00E260F9">
        <w:rPr>
          <w:rStyle w:val="libAlaemChar"/>
          <w:rFonts w:hint="eastAsia"/>
          <w:rtl/>
        </w:rPr>
        <w:t>(</w:t>
      </w:r>
      <w:r w:rsidRPr="00A07116">
        <w:rPr>
          <w:rStyle w:val="libAieChar"/>
          <w:rFonts w:hint="eastAsia"/>
          <w:rtl/>
        </w:rPr>
        <w:t>وَضَرَبَ</w:t>
      </w:r>
      <w:r w:rsidRPr="00A07116">
        <w:rPr>
          <w:rStyle w:val="libAieChar"/>
          <w:rtl/>
        </w:rPr>
        <w:t xml:space="preserve"> اللّهُ مَثَلاً قَرْيَةً كَانَتْ آمِنَةً مُّطْمَئِنَّةً يَأْتِيهَا رِزْقُهَا رَغَداً مِّن كُلِّ مَكَانٍ فَكَفَرَتْ بِأَنْعُمِ اللّهِ فَأَذَاقَهَا اللّهُ لِبَاسَ الْجُوعِ وَالْخَوْفِ بِمَا كَانُواْ يَصْنَعُونَ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اللہ نے اس قريہ كى بھى مثال بيان كى ہے جو محفوظ اور مطمئن تھى اور اس كا رزق ہر طرف سے باقاعدہ آرہا تھا ليكن اس قريہ كے رہنے والو</w:t>
      </w:r>
      <w:r w:rsidR="00083993">
        <w:rPr>
          <w:rtl/>
        </w:rPr>
        <w:t xml:space="preserve">ں </w:t>
      </w:r>
      <w:r>
        <w:rPr>
          <w:rtl/>
        </w:rPr>
        <w:t>نے اللہ كى نعمتو</w:t>
      </w:r>
      <w:r w:rsidR="00083993">
        <w:rPr>
          <w:rtl/>
        </w:rPr>
        <w:t xml:space="preserve">ں </w:t>
      </w:r>
      <w:r>
        <w:rPr>
          <w:rtl/>
        </w:rPr>
        <w:t>كا انكار كيا تو خدا نے انھي</w:t>
      </w:r>
      <w:r w:rsidR="00083993">
        <w:rPr>
          <w:rtl/>
        </w:rPr>
        <w:t xml:space="preserve">ں </w:t>
      </w:r>
      <w:r>
        <w:rPr>
          <w:rtl/>
        </w:rPr>
        <w:t>بھوك او رخوف كے لباس كا مزہ چكھا ديا صرف انكے ان اعمال بناپر كہ جو وہ انجام دے رہے تھے _</w:t>
      </w:r>
    </w:p>
    <w:p w:rsidR="001F628F" w:rsidRDefault="001F628F" w:rsidP="001F628F">
      <w:pPr>
        <w:pStyle w:val="libNormal"/>
        <w:rPr>
          <w:rtl/>
        </w:rPr>
      </w:pPr>
      <w:r>
        <w:rPr>
          <w:rtl/>
        </w:rPr>
        <w:t>1_خداوند عالم كا مثل اور نظير لانا ، اس كى نعمتو</w:t>
      </w:r>
      <w:r w:rsidR="00083993">
        <w:rPr>
          <w:rtl/>
        </w:rPr>
        <w:t xml:space="preserve">ں </w:t>
      </w:r>
      <w:r>
        <w:rPr>
          <w:rtl/>
        </w:rPr>
        <w:t>كي كفران كے قبيح انجام كى تصوير كشى كرنا ہے_</w:t>
      </w:r>
    </w:p>
    <w:p w:rsidR="00A07116" w:rsidRDefault="001E7F9D" w:rsidP="00F73EDE">
      <w:pPr>
        <w:pStyle w:val="libPoemTini"/>
        <w:rPr>
          <w:rtl/>
        </w:rPr>
      </w:pPr>
      <w:r>
        <w:rPr>
          <w:rtl/>
        </w:rPr>
        <w:cr/>
      </w:r>
      <w:r>
        <w:rPr>
          <w:rtl/>
        </w:rPr>
        <w:br w:type="page"/>
      </w:r>
    </w:p>
    <w:p w:rsidR="001F628F" w:rsidRDefault="001F628F" w:rsidP="00A07116">
      <w:pPr>
        <w:pStyle w:val="libArabic"/>
        <w:rPr>
          <w:rtl/>
        </w:rPr>
      </w:pPr>
      <w:r>
        <w:rPr>
          <w:rFonts w:hint="eastAsia"/>
          <w:rtl/>
        </w:rPr>
        <w:lastRenderedPageBreak/>
        <w:t>ضرب</w:t>
      </w:r>
      <w:r>
        <w:rPr>
          <w:rtl/>
        </w:rPr>
        <w:t xml:space="preserve"> الله مثلاً قرية ...فكفرت با نعم الله فا ذق</w:t>
      </w:r>
      <w:r w:rsidR="00120F63" w:rsidRPr="00ED5DE8">
        <w:rPr>
          <w:rFonts w:hint="cs"/>
          <w:rtl/>
        </w:rPr>
        <w:t>ه</w:t>
      </w:r>
      <w:r>
        <w:rPr>
          <w:rFonts w:hint="cs"/>
          <w:rtl/>
        </w:rPr>
        <w:t>ا</w:t>
      </w:r>
      <w:r>
        <w:rPr>
          <w:rtl/>
        </w:rPr>
        <w:t xml:space="preserve"> ... </w:t>
      </w:r>
      <w:r>
        <w:rPr>
          <w:rFonts w:hint="cs"/>
          <w:rtl/>
        </w:rPr>
        <w:t>بما</w:t>
      </w:r>
      <w:r>
        <w:rPr>
          <w:rtl/>
        </w:rPr>
        <w:t xml:space="preserve"> </w:t>
      </w:r>
      <w:r>
        <w:rPr>
          <w:rFonts w:hint="cs"/>
          <w:rtl/>
        </w:rPr>
        <w:t>كانوا</w:t>
      </w:r>
      <w:r>
        <w:rPr>
          <w:rtl/>
        </w:rPr>
        <w:t xml:space="preserve"> يصنعون</w:t>
      </w:r>
    </w:p>
    <w:p w:rsidR="001F628F" w:rsidRDefault="001F628F" w:rsidP="00A07116">
      <w:pPr>
        <w:pStyle w:val="libNormal"/>
        <w:rPr>
          <w:rtl/>
        </w:rPr>
      </w:pPr>
      <w:r>
        <w:rPr>
          <w:rtl/>
        </w:rPr>
        <w:t>2_ اجتماعى و سماجى امن و سكون ،خداوند عالم كى اہم نعمت ہے_</w:t>
      </w:r>
      <w:r w:rsidRPr="00A07116">
        <w:rPr>
          <w:rStyle w:val="libArabicChar"/>
          <w:rFonts w:hint="eastAsia"/>
          <w:rtl/>
        </w:rPr>
        <w:t>قرية</w:t>
      </w:r>
      <w:r w:rsidRPr="00A07116">
        <w:rPr>
          <w:rStyle w:val="libArabicChar"/>
          <w:rtl/>
        </w:rPr>
        <w:t xml:space="preserve"> كانت ا من</w:t>
      </w:r>
      <w:r w:rsidR="00120F63" w:rsidRPr="00B2551F">
        <w:rPr>
          <w:rStyle w:val="libArabicChar"/>
          <w:rFonts w:hint="cs"/>
          <w:rtl/>
        </w:rPr>
        <w:t>ه</w:t>
      </w:r>
      <w:r w:rsidRPr="00A07116">
        <w:rPr>
          <w:rStyle w:val="libArabicChar"/>
          <w:rtl/>
        </w:rPr>
        <w:t xml:space="preserve"> </w:t>
      </w:r>
      <w:r w:rsidRPr="00A07116">
        <w:rPr>
          <w:rStyle w:val="libArabicChar"/>
          <w:rFonts w:hint="cs"/>
          <w:rtl/>
        </w:rPr>
        <w:t>مطمئنة</w:t>
      </w:r>
      <w:r w:rsidRPr="00A07116">
        <w:rPr>
          <w:rStyle w:val="libArabicChar"/>
          <w:rtl/>
        </w:rPr>
        <w:t xml:space="preserve"> ...</w:t>
      </w:r>
      <w:r w:rsidRPr="00A07116">
        <w:rPr>
          <w:rStyle w:val="libArabicChar"/>
          <w:rFonts w:hint="cs"/>
          <w:rtl/>
        </w:rPr>
        <w:t>با</w:t>
      </w:r>
      <w:r w:rsidRPr="00A07116">
        <w:rPr>
          <w:rStyle w:val="libArabicChar"/>
          <w:rtl/>
        </w:rPr>
        <w:t xml:space="preserve"> </w:t>
      </w:r>
      <w:r w:rsidRPr="00A07116">
        <w:rPr>
          <w:rStyle w:val="libArabicChar"/>
          <w:rFonts w:hint="cs"/>
          <w:rtl/>
        </w:rPr>
        <w:t>نع</w:t>
      </w:r>
      <w:r w:rsidRPr="00A07116">
        <w:rPr>
          <w:rStyle w:val="libArabicChar"/>
          <w:rtl/>
        </w:rPr>
        <w:t>م الله</w:t>
      </w:r>
    </w:p>
    <w:p w:rsidR="001F628F" w:rsidRDefault="001F628F" w:rsidP="001F628F">
      <w:pPr>
        <w:pStyle w:val="libNormal"/>
        <w:rPr>
          <w:rtl/>
        </w:rPr>
      </w:pPr>
      <w:r>
        <w:rPr>
          <w:rtl/>
        </w:rPr>
        <w:t>3_ معاشرہ كى اقتصاد ترقى اور وسيع پيمانہ پرتجارتى معاملات خداوند عالم كى نعمت ہي</w:t>
      </w:r>
      <w:r w:rsidR="00083993">
        <w:rPr>
          <w:rtl/>
        </w:rPr>
        <w:t xml:space="preserve">ں </w:t>
      </w:r>
      <w:r>
        <w:rPr>
          <w:rtl/>
        </w:rPr>
        <w:t>_</w:t>
      </w:r>
    </w:p>
    <w:p w:rsidR="001F628F" w:rsidRDefault="001F628F" w:rsidP="00A07116">
      <w:pPr>
        <w:pStyle w:val="libArabic"/>
        <w:rPr>
          <w:rtl/>
        </w:rPr>
      </w:pPr>
      <w:r>
        <w:rPr>
          <w:rFonts w:hint="eastAsia"/>
          <w:rtl/>
        </w:rPr>
        <w:t>قرية</w:t>
      </w:r>
      <w:r>
        <w:rPr>
          <w:rtl/>
        </w:rPr>
        <w:t xml:space="preserve"> ...يا تي</w:t>
      </w:r>
      <w:r w:rsidR="00120F63" w:rsidRPr="00ED5DE8">
        <w:rPr>
          <w:rFonts w:hint="cs"/>
          <w:rtl/>
        </w:rPr>
        <w:t>ه</w:t>
      </w:r>
      <w:r>
        <w:rPr>
          <w:rFonts w:hint="cs"/>
          <w:rtl/>
        </w:rPr>
        <w:t>ا</w:t>
      </w:r>
      <w:r>
        <w:rPr>
          <w:rtl/>
        </w:rPr>
        <w:t xml:space="preserve"> </w:t>
      </w:r>
      <w:r>
        <w:rPr>
          <w:rFonts w:hint="cs"/>
          <w:rtl/>
        </w:rPr>
        <w:t>رزق</w:t>
      </w:r>
      <w:r w:rsidR="00120F63" w:rsidRPr="00ED5DE8">
        <w:rPr>
          <w:rFonts w:hint="cs"/>
          <w:rtl/>
        </w:rPr>
        <w:t>ه</w:t>
      </w:r>
      <w:r>
        <w:rPr>
          <w:rFonts w:hint="cs"/>
          <w:rtl/>
        </w:rPr>
        <w:t>ا</w:t>
      </w:r>
      <w:r>
        <w:rPr>
          <w:rtl/>
        </w:rPr>
        <w:t xml:space="preserve"> </w:t>
      </w:r>
      <w:r>
        <w:rPr>
          <w:rFonts w:hint="cs"/>
          <w:rtl/>
        </w:rPr>
        <w:t>رغداًمن</w:t>
      </w:r>
      <w:r>
        <w:rPr>
          <w:rtl/>
        </w:rPr>
        <w:t xml:space="preserve"> </w:t>
      </w:r>
      <w:r>
        <w:rPr>
          <w:rFonts w:hint="cs"/>
          <w:rtl/>
        </w:rPr>
        <w:t>كلّ</w:t>
      </w:r>
      <w:r>
        <w:rPr>
          <w:rtl/>
        </w:rPr>
        <w:t xml:space="preserve"> </w:t>
      </w:r>
      <w:r>
        <w:rPr>
          <w:rFonts w:hint="cs"/>
          <w:rtl/>
        </w:rPr>
        <w:t>مكان</w:t>
      </w:r>
      <w:r>
        <w:rPr>
          <w:rtl/>
        </w:rPr>
        <w:t xml:space="preserve"> </w:t>
      </w:r>
      <w:r>
        <w:rPr>
          <w:rFonts w:hint="cs"/>
          <w:rtl/>
        </w:rPr>
        <w:t>فكفرت</w:t>
      </w:r>
      <w:r>
        <w:rPr>
          <w:rtl/>
        </w:rPr>
        <w:t xml:space="preserve"> </w:t>
      </w:r>
      <w:r>
        <w:rPr>
          <w:rFonts w:hint="cs"/>
          <w:rtl/>
        </w:rPr>
        <w:t>با</w:t>
      </w:r>
      <w:r>
        <w:rPr>
          <w:rtl/>
        </w:rPr>
        <w:t xml:space="preserve"> </w:t>
      </w:r>
      <w:r>
        <w:rPr>
          <w:rFonts w:hint="cs"/>
          <w:rtl/>
        </w:rPr>
        <w:t>نع</w:t>
      </w:r>
      <w:r>
        <w:rPr>
          <w:rtl/>
        </w:rPr>
        <w:t>م الله</w:t>
      </w:r>
    </w:p>
    <w:p w:rsidR="001F628F" w:rsidRDefault="001F628F" w:rsidP="001F628F">
      <w:pPr>
        <w:pStyle w:val="libNormal"/>
        <w:rPr>
          <w:rtl/>
        </w:rPr>
      </w:pPr>
      <w:r>
        <w:rPr>
          <w:rtl/>
        </w:rPr>
        <w:t>4_ معاشرہ كى اقتصادى اور فلاحى ترقى كا حصول ، اجتماعى امن و سكون كے مرہون منت ہے _</w:t>
      </w:r>
    </w:p>
    <w:p w:rsidR="001F628F" w:rsidRDefault="001F628F" w:rsidP="00A07116">
      <w:pPr>
        <w:pStyle w:val="libArabic"/>
        <w:rPr>
          <w:rtl/>
        </w:rPr>
      </w:pPr>
      <w:r>
        <w:rPr>
          <w:rFonts w:hint="eastAsia"/>
          <w:rtl/>
        </w:rPr>
        <w:t>قرية</w:t>
      </w:r>
      <w:r>
        <w:rPr>
          <w:rtl/>
        </w:rPr>
        <w:t xml:space="preserve"> كانت ء امنة مطمئنة يا تي</w:t>
      </w:r>
      <w:r w:rsidR="00120F63" w:rsidRPr="00ED5DE8">
        <w:rPr>
          <w:rFonts w:hint="cs"/>
          <w:rtl/>
        </w:rPr>
        <w:t>ه</w:t>
      </w:r>
      <w:r>
        <w:rPr>
          <w:rFonts w:hint="cs"/>
          <w:rtl/>
        </w:rPr>
        <w:t>ا</w:t>
      </w:r>
      <w:r>
        <w:rPr>
          <w:rtl/>
        </w:rPr>
        <w:t xml:space="preserve"> </w:t>
      </w:r>
      <w:r>
        <w:rPr>
          <w:rFonts w:hint="cs"/>
          <w:rtl/>
        </w:rPr>
        <w:t>رزق</w:t>
      </w:r>
      <w:r w:rsidR="00120F63" w:rsidRPr="00ED5DE8">
        <w:rPr>
          <w:rFonts w:hint="cs"/>
          <w:rtl/>
        </w:rPr>
        <w:t>ه</w:t>
      </w:r>
      <w:r>
        <w:rPr>
          <w:rFonts w:hint="cs"/>
          <w:rtl/>
        </w:rPr>
        <w:t>ا</w:t>
      </w:r>
      <w:r>
        <w:rPr>
          <w:rtl/>
        </w:rPr>
        <w:t xml:space="preserve"> </w:t>
      </w:r>
      <w:r>
        <w:rPr>
          <w:rFonts w:hint="cs"/>
          <w:rtl/>
        </w:rPr>
        <w:t>رغداً</w:t>
      </w:r>
      <w:r>
        <w:rPr>
          <w:rtl/>
        </w:rPr>
        <w:t xml:space="preserve"> </w:t>
      </w:r>
      <w:r>
        <w:rPr>
          <w:rFonts w:hint="cs"/>
          <w:rtl/>
        </w:rPr>
        <w:t>من</w:t>
      </w:r>
      <w:r>
        <w:rPr>
          <w:rtl/>
        </w:rPr>
        <w:t xml:space="preserve"> </w:t>
      </w:r>
      <w:r>
        <w:rPr>
          <w:rFonts w:hint="cs"/>
          <w:rtl/>
        </w:rPr>
        <w:t>ك</w:t>
      </w:r>
      <w:r>
        <w:rPr>
          <w:rtl/>
        </w:rPr>
        <w:t>ل مكان</w:t>
      </w:r>
    </w:p>
    <w:p w:rsidR="001F628F" w:rsidRDefault="001F628F" w:rsidP="001F628F">
      <w:pPr>
        <w:pStyle w:val="libNormal"/>
        <w:rPr>
          <w:rtl/>
        </w:rPr>
      </w:pPr>
      <w:r>
        <w:rPr>
          <w:rFonts w:hint="eastAsia"/>
          <w:rtl/>
        </w:rPr>
        <w:t>مذكورہ</w:t>
      </w:r>
      <w:r>
        <w:rPr>
          <w:rtl/>
        </w:rPr>
        <w:t xml:space="preserve"> تفسير ''آمنةٌ مطمئنة'' كے بعد جملہ ''يا يتہا رزقہا'' كے ذكر كو ملحوظ خاطر ركھتے ہوئے ہے قابل ذكر ہے كہ ابتدا مي</w:t>
      </w:r>
      <w:r w:rsidR="00083993">
        <w:rPr>
          <w:rtl/>
        </w:rPr>
        <w:t xml:space="preserve">ں </w:t>
      </w:r>
      <w:r>
        <w:rPr>
          <w:rtl/>
        </w:rPr>
        <w:t>فعل ''كانت'' كا صيغہ ماضى كى صورت مي</w:t>
      </w:r>
      <w:r w:rsidR="00083993">
        <w:rPr>
          <w:rtl/>
        </w:rPr>
        <w:t xml:space="preserve">ں </w:t>
      </w:r>
      <w:r>
        <w:rPr>
          <w:rtl/>
        </w:rPr>
        <w:t>ہونا اور اس كے بعد ''يا تيہا'' كا فعل مضارع كى صورت مي</w:t>
      </w:r>
      <w:r w:rsidR="00083993">
        <w:rPr>
          <w:rtl/>
        </w:rPr>
        <w:t xml:space="preserve">ں </w:t>
      </w:r>
      <w:r>
        <w:rPr>
          <w:rtl/>
        </w:rPr>
        <w:t>آنا مذكورہ تفسير پر موّيد ہے_</w:t>
      </w:r>
    </w:p>
    <w:p w:rsidR="001F628F" w:rsidRDefault="001F628F" w:rsidP="001F628F">
      <w:pPr>
        <w:pStyle w:val="libNormal"/>
        <w:rPr>
          <w:rtl/>
        </w:rPr>
      </w:pPr>
      <w:r>
        <w:rPr>
          <w:rtl/>
        </w:rPr>
        <w:t>5_ آسا</w:t>
      </w:r>
      <w:r w:rsidR="009F604A">
        <w:rPr>
          <w:rtl/>
        </w:rPr>
        <w:t>ئش</w:t>
      </w:r>
      <w:r>
        <w:rPr>
          <w:rtl/>
        </w:rPr>
        <w:t xml:space="preserve"> و فلاح كے بعد معاشرہ ،الہى نعمتو</w:t>
      </w:r>
      <w:r w:rsidR="00083993">
        <w:rPr>
          <w:rtl/>
        </w:rPr>
        <w:t xml:space="preserve">ں </w:t>
      </w:r>
      <w:r>
        <w:rPr>
          <w:rtl/>
        </w:rPr>
        <w:t>كے كفران كے خطرہ سے دوچار ہے_</w:t>
      </w:r>
    </w:p>
    <w:p w:rsidR="001F628F" w:rsidRDefault="001F628F" w:rsidP="00A07116">
      <w:pPr>
        <w:pStyle w:val="libArabic"/>
        <w:rPr>
          <w:rtl/>
        </w:rPr>
      </w:pPr>
      <w:r>
        <w:rPr>
          <w:rFonts w:hint="eastAsia"/>
          <w:rtl/>
        </w:rPr>
        <w:t>قرية</w:t>
      </w:r>
      <w:r>
        <w:rPr>
          <w:rtl/>
        </w:rPr>
        <w:t xml:space="preserve"> كانت ا منة مطمئنة ياتي</w:t>
      </w:r>
      <w:r w:rsidR="00120F63" w:rsidRPr="00ED5DE8">
        <w:rPr>
          <w:rFonts w:hint="cs"/>
          <w:rtl/>
        </w:rPr>
        <w:t>ه</w:t>
      </w:r>
      <w:r>
        <w:rPr>
          <w:rFonts w:hint="cs"/>
          <w:rtl/>
        </w:rPr>
        <w:t>ا</w:t>
      </w:r>
      <w:r>
        <w:rPr>
          <w:rtl/>
        </w:rPr>
        <w:t xml:space="preserve"> </w:t>
      </w:r>
      <w:r>
        <w:rPr>
          <w:rFonts w:hint="cs"/>
          <w:rtl/>
        </w:rPr>
        <w:t>رزق</w:t>
      </w:r>
      <w:r w:rsidR="00120F63" w:rsidRPr="00ED5DE8">
        <w:rPr>
          <w:rFonts w:hint="cs"/>
          <w:rtl/>
        </w:rPr>
        <w:t>ه</w:t>
      </w:r>
      <w:r>
        <w:rPr>
          <w:rFonts w:hint="cs"/>
          <w:rtl/>
        </w:rPr>
        <w:t>ا</w:t>
      </w:r>
      <w:r>
        <w:rPr>
          <w:rtl/>
        </w:rPr>
        <w:t xml:space="preserve"> </w:t>
      </w:r>
      <w:r>
        <w:rPr>
          <w:rFonts w:hint="cs"/>
          <w:rtl/>
        </w:rPr>
        <w:t>رغداً</w:t>
      </w:r>
      <w:r>
        <w:rPr>
          <w:rtl/>
        </w:rPr>
        <w:t xml:space="preserve"> ...</w:t>
      </w:r>
      <w:r>
        <w:rPr>
          <w:rFonts w:hint="cs"/>
          <w:rtl/>
        </w:rPr>
        <w:t>فكفرت</w:t>
      </w:r>
      <w:r>
        <w:rPr>
          <w:rtl/>
        </w:rPr>
        <w:t xml:space="preserve"> </w:t>
      </w:r>
      <w:r>
        <w:rPr>
          <w:rFonts w:hint="cs"/>
          <w:rtl/>
        </w:rPr>
        <w:t>با</w:t>
      </w:r>
      <w:r>
        <w:rPr>
          <w:rtl/>
        </w:rPr>
        <w:t xml:space="preserve"> </w:t>
      </w:r>
      <w:r>
        <w:rPr>
          <w:rFonts w:hint="cs"/>
          <w:rtl/>
        </w:rPr>
        <w:t>نع</w:t>
      </w:r>
      <w:r>
        <w:rPr>
          <w:rtl/>
        </w:rPr>
        <w:t>م الله</w:t>
      </w:r>
    </w:p>
    <w:p w:rsidR="001F628F" w:rsidRDefault="001F628F" w:rsidP="001F628F">
      <w:pPr>
        <w:pStyle w:val="libNormal"/>
        <w:rPr>
          <w:rtl/>
        </w:rPr>
      </w:pPr>
      <w:r>
        <w:rPr>
          <w:rtl/>
        </w:rPr>
        <w:t>6_ الہى نعمتو</w:t>
      </w:r>
      <w:r w:rsidR="00083993">
        <w:rPr>
          <w:rtl/>
        </w:rPr>
        <w:t xml:space="preserve">ں </w:t>
      </w:r>
      <w:r>
        <w:rPr>
          <w:rtl/>
        </w:rPr>
        <w:t>كى ناشكرى كے نتيجہ مي</w:t>
      </w:r>
      <w:r w:rsidR="00083993">
        <w:rPr>
          <w:rtl/>
        </w:rPr>
        <w:t xml:space="preserve">ں </w:t>
      </w:r>
      <w:r>
        <w:rPr>
          <w:rtl/>
        </w:rPr>
        <w:t>معاشرہ ، بھوك ، فقر اور ناامنى سے دوچار ہو جاتا ہے_</w:t>
      </w:r>
    </w:p>
    <w:p w:rsidR="001F628F" w:rsidRDefault="001F628F" w:rsidP="00A07116">
      <w:pPr>
        <w:pStyle w:val="libArabic"/>
        <w:rPr>
          <w:rtl/>
        </w:rPr>
      </w:pPr>
      <w:r>
        <w:rPr>
          <w:rFonts w:hint="eastAsia"/>
          <w:rtl/>
        </w:rPr>
        <w:t>قرية</w:t>
      </w:r>
      <w:r>
        <w:rPr>
          <w:rtl/>
        </w:rPr>
        <w:t xml:space="preserve"> كانت ء امنة مطمئنة ...فكفرت با نعم الله فا ذق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w:t>
      </w:r>
      <w:r>
        <w:rPr>
          <w:rtl/>
        </w:rPr>
        <w:t xml:space="preserve"> الخوف</w:t>
      </w:r>
    </w:p>
    <w:p w:rsidR="001F628F" w:rsidRDefault="001F628F" w:rsidP="001F628F">
      <w:pPr>
        <w:pStyle w:val="libNormal"/>
        <w:rPr>
          <w:rtl/>
        </w:rPr>
      </w:pPr>
      <w:r>
        <w:rPr>
          <w:rtl/>
        </w:rPr>
        <w:t>7_ ناسپاس معاشرہ كى كم ترين الہى سزا يہ ہے كہ غربت ، بھوك اور ناامنى اسے اپنے لپيٹ مي</w:t>
      </w:r>
      <w:r w:rsidR="00083993">
        <w:rPr>
          <w:rtl/>
        </w:rPr>
        <w:t xml:space="preserve">ں </w:t>
      </w:r>
      <w:r>
        <w:rPr>
          <w:rtl/>
        </w:rPr>
        <w:t>لے ليتى ہے_</w:t>
      </w:r>
    </w:p>
    <w:p w:rsidR="001F628F" w:rsidRDefault="001F628F" w:rsidP="00A07116">
      <w:pPr>
        <w:pStyle w:val="libArabic"/>
        <w:rPr>
          <w:rtl/>
        </w:rPr>
      </w:pPr>
      <w:r>
        <w:rPr>
          <w:rFonts w:hint="eastAsia"/>
          <w:rtl/>
        </w:rPr>
        <w:t>فاْذاق</w:t>
      </w:r>
      <w:r w:rsidR="00120F63" w:rsidRPr="00ED5DE8">
        <w:rPr>
          <w:rFonts w:hint="cs"/>
          <w:rtl/>
        </w:rPr>
        <w:t>ه</w:t>
      </w:r>
      <w:r>
        <w:rPr>
          <w:rFonts w:hint="cs"/>
          <w:rtl/>
        </w:rPr>
        <w:t>االله</w:t>
      </w:r>
      <w:r>
        <w:rPr>
          <w:rtl/>
        </w:rPr>
        <w:t xml:space="preserve"> من</w:t>
      </w:r>
      <w:r w:rsidR="00120F63" w:rsidRPr="00ED5DE8">
        <w:rPr>
          <w:rFonts w:hint="cs"/>
          <w:rtl/>
        </w:rPr>
        <w:t>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w:t>
      </w:r>
      <w:r>
        <w:rPr>
          <w:rtl/>
        </w:rPr>
        <w:t xml:space="preserve"> الخوف</w:t>
      </w:r>
    </w:p>
    <w:p w:rsidR="001F628F" w:rsidRDefault="001F628F" w:rsidP="001F628F">
      <w:pPr>
        <w:pStyle w:val="libNormal"/>
        <w:rPr>
          <w:rtl/>
        </w:rPr>
      </w:pPr>
      <w:r>
        <w:rPr>
          <w:rFonts w:hint="eastAsia"/>
          <w:rtl/>
        </w:rPr>
        <w:t>مذكورہ</w:t>
      </w:r>
      <w:r>
        <w:rPr>
          <w:rtl/>
        </w:rPr>
        <w:t xml:space="preserve"> تفسير اس احتمال كى بناء پر ہے كہ ''اذاق'' سزا كے ايك گوشہ كو ظاہر اور چكھانے كى طرف اشارہ ہو اور لباس اس سزا كے اثرات اور پھيلاؤ كى طرف اشارہ ہو_</w:t>
      </w:r>
    </w:p>
    <w:p w:rsidR="001F628F" w:rsidRDefault="001F628F" w:rsidP="00A07116">
      <w:pPr>
        <w:pStyle w:val="libNormal"/>
        <w:rPr>
          <w:rtl/>
        </w:rPr>
      </w:pPr>
      <w:r>
        <w:rPr>
          <w:rtl/>
        </w:rPr>
        <w:t>8_ بھوك اور ناامنى اہم معاشرتى مصائب مي</w:t>
      </w:r>
      <w:r w:rsidR="00083993">
        <w:rPr>
          <w:rtl/>
        </w:rPr>
        <w:t xml:space="preserve">ں </w:t>
      </w:r>
      <w:r>
        <w:rPr>
          <w:rtl/>
        </w:rPr>
        <w:t>سے ہي</w:t>
      </w:r>
      <w:r w:rsidR="00083993">
        <w:rPr>
          <w:rtl/>
        </w:rPr>
        <w:t xml:space="preserve">ں </w:t>
      </w:r>
      <w:r>
        <w:rPr>
          <w:rtl/>
        </w:rPr>
        <w:t>_</w:t>
      </w:r>
      <w:r w:rsidRPr="00A07116">
        <w:rPr>
          <w:rStyle w:val="libArabicChar"/>
          <w:rFonts w:hint="eastAsia"/>
          <w:rtl/>
        </w:rPr>
        <w:t>قرية</w:t>
      </w:r>
      <w:r w:rsidRPr="00A07116">
        <w:rPr>
          <w:rStyle w:val="libArabicChar"/>
          <w:rtl/>
        </w:rPr>
        <w:t xml:space="preserve"> كانت ا منة مطمئنة ...فا ذق</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لباس</w:t>
      </w:r>
      <w:r w:rsidRPr="00A07116">
        <w:rPr>
          <w:rStyle w:val="libArabicChar"/>
          <w:rtl/>
        </w:rPr>
        <w:t xml:space="preserve"> </w:t>
      </w:r>
      <w:r w:rsidRPr="00A07116">
        <w:rPr>
          <w:rStyle w:val="libArabicChar"/>
          <w:rFonts w:hint="cs"/>
          <w:rtl/>
        </w:rPr>
        <w:t>الجوع</w:t>
      </w:r>
      <w:r w:rsidRPr="00A07116">
        <w:rPr>
          <w:rStyle w:val="libArabicChar"/>
          <w:rtl/>
        </w:rPr>
        <w:t xml:space="preserve"> والخوف</w:t>
      </w:r>
    </w:p>
    <w:p w:rsidR="001F628F" w:rsidRDefault="001F628F" w:rsidP="00A07116">
      <w:pPr>
        <w:pStyle w:val="libNormal"/>
        <w:rPr>
          <w:rtl/>
        </w:rPr>
      </w:pPr>
      <w:r>
        <w:rPr>
          <w:rtl/>
        </w:rPr>
        <w:t>9_ گناہو</w:t>
      </w:r>
      <w:r w:rsidR="00083993">
        <w:rPr>
          <w:rtl/>
        </w:rPr>
        <w:t xml:space="preserve">ں </w:t>
      </w:r>
      <w:r>
        <w:rPr>
          <w:rtl/>
        </w:rPr>
        <w:t>كے ليے جديد طريقو</w:t>
      </w:r>
      <w:r w:rsidR="00083993">
        <w:rPr>
          <w:rtl/>
        </w:rPr>
        <w:t xml:space="preserve">ں </w:t>
      </w:r>
      <w:r>
        <w:rPr>
          <w:rtl/>
        </w:rPr>
        <w:t>كى ايجاد اور اس كا تسلسل نيز خدا كے مقابلہ مي</w:t>
      </w:r>
      <w:r w:rsidR="00083993">
        <w:rPr>
          <w:rtl/>
        </w:rPr>
        <w:t xml:space="preserve">ں </w:t>
      </w:r>
      <w:r>
        <w:rPr>
          <w:rtl/>
        </w:rPr>
        <w:t>نا شكرى ، معاشرتى فقر ، بھوك اور ناامنى كے اسباب ہي</w:t>
      </w:r>
      <w:r w:rsidR="00083993">
        <w:rPr>
          <w:rtl/>
        </w:rPr>
        <w:t xml:space="preserve">ں </w:t>
      </w:r>
      <w:r>
        <w:rPr>
          <w:rtl/>
        </w:rPr>
        <w:t>_</w:t>
      </w:r>
      <w:r w:rsidRPr="00A07116">
        <w:rPr>
          <w:rStyle w:val="libArabicChar"/>
          <w:rFonts w:hint="eastAsia"/>
          <w:rtl/>
        </w:rPr>
        <w:t>فكفرت</w:t>
      </w:r>
      <w:r w:rsidRPr="00A07116">
        <w:rPr>
          <w:rStyle w:val="libArabicChar"/>
          <w:rtl/>
        </w:rPr>
        <w:t xml:space="preserve"> با نعم الله ...بما كانوا يصنعون</w:t>
      </w:r>
    </w:p>
    <w:p w:rsidR="001F628F" w:rsidRDefault="001F628F" w:rsidP="001F628F">
      <w:pPr>
        <w:pStyle w:val="libNormal"/>
        <w:rPr>
          <w:rtl/>
        </w:rPr>
      </w:pPr>
      <w:r>
        <w:rPr>
          <w:rFonts w:hint="eastAsia"/>
          <w:rtl/>
        </w:rPr>
        <w:t>مذكورہ</w:t>
      </w:r>
      <w:r>
        <w:rPr>
          <w:rtl/>
        </w:rPr>
        <w:t xml:space="preserve"> تفسير كلمہ''يصنعون'' جو كہ مسبوق بالعدم چيز كو ايجاد كرنے كا معنى بيان كررہا ہے كو مد نظر ركھتے ہوئے كى گئي ہے _</w:t>
      </w:r>
    </w:p>
    <w:p w:rsidR="001F628F" w:rsidRDefault="001F628F" w:rsidP="001F628F">
      <w:pPr>
        <w:pStyle w:val="libNormal"/>
        <w:rPr>
          <w:rtl/>
        </w:rPr>
      </w:pPr>
      <w:r>
        <w:rPr>
          <w:rtl/>
        </w:rPr>
        <w:t>10_ الہى نعمتو</w:t>
      </w:r>
      <w:r w:rsidR="00083993">
        <w:rPr>
          <w:rtl/>
        </w:rPr>
        <w:t xml:space="preserve">ں </w:t>
      </w:r>
      <w:r>
        <w:rPr>
          <w:rtl/>
        </w:rPr>
        <w:t>كا شكر ادا كرنا ضرورى ہے_</w:t>
      </w:r>
    </w:p>
    <w:p w:rsidR="00A07116" w:rsidRDefault="001E7F9D" w:rsidP="00F73EDE">
      <w:pPr>
        <w:pStyle w:val="libPoemTini"/>
        <w:rPr>
          <w:rtl/>
        </w:rPr>
      </w:pPr>
      <w:r>
        <w:rPr>
          <w:rtl/>
        </w:rPr>
        <w:br w:type="page"/>
      </w:r>
    </w:p>
    <w:p w:rsidR="001F628F" w:rsidRDefault="001F628F" w:rsidP="00A07116">
      <w:pPr>
        <w:pStyle w:val="libArabic"/>
        <w:rPr>
          <w:rtl/>
        </w:rPr>
      </w:pPr>
      <w:r>
        <w:rPr>
          <w:rFonts w:hint="eastAsia"/>
          <w:rtl/>
        </w:rPr>
        <w:lastRenderedPageBreak/>
        <w:t>فكفرت</w:t>
      </w:r>
      <w:r>
        <w:rPr>
          <w:rtl/>
        </w:rPr>
        <w:t xml:space="preserve"> با نعم الله فا ذق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w:t>
      </w:r>
      <w:r>
        <w:rPr>
          <w:rtl/>
        </w:rPr>
        <w:t xml:space="preserve"> الخوف</w:t>
      </w:r>
    </w:p>
    <w:p w:rsidR="001F628F" w:rsidRDefault="001F628F" w:rsidP="001F628F">
      <w:pPr>
        <w:pStyle w:val="libNormal"/>
        <w:rPr>
          <w:rtl/>
        </w:rPr>
      </w:pPr>
      <w:r>
        <w:rPr>
          <w:rtl/>
        </w:rPr>
        <w:t>11_ خداوند عالم كا امن سے بہرہ مند اور خوشحال قومو</w:t>
      </w:r>
      <w:r w:rsidR="00083993">
        <w:rPr>
          <w:rtl/>
        </w:rPr>
        <w:t xml:space="preserve">ں </w:t>
      </w:r>
      <w:r>
        <w:rPr>
          <w:rtl/>
        </w:rPr>
        <w:t>كو اپنى نعمتو</w:t>
      </w:r>
      <w:r w:rsidR="00083993">
        <w:rPr>
          <w:rtl/>
        </w:rPr>
        <w:t xml:space="preserve">ں </w:t>
      </w:r>
      <w:r>
        <w:rPr>
          <w:rtl/>
        </w:rPr>
        <w:t>كے كفران كے بارے مي</w:t>
      </w:r>
      <w:r w:rsidR="00083993">
        <w:rPr>
          <w:rtl/>
        </w:rPr>
        <w:t xml:space="preserve">ں </w:t>
      </w:r>
      <w:r>
        <w:rPr>
          <w:rtl/>
        </w:rPr>
        <w:t>خبردار كرنا _</w:t>
      </w:r>
    </w:p>
    <w:p w:rsidR="001F628F" w:rsidRDefault="001F628F" w:rsidP="00A07116">
      <w:pPr>
        <w:pStyle w:val="libArabic"/>
        <w:rPr>
          <w:rtl/>
        </w:rPr>
      </w:pPr>
      <w:r>
        <w:rPr>
          <w:rFonts w:hint="eastAsia"/>
          <w:rtl/>
        </w:rPr>
        <w:t>قرية</w:t>
      </w:r>
      <w:r>
        <w:rPr>
          <w:rtl/>
        </w:rPr>
        <w:t xml:space="preserve"> كانت ا منة ...فكفرت با نعم الله فا ذق</w:t>
      </w:r>
      <w:r w:rsidR="00120F63" w:rsidRPr="00ED5DE8">
        <w:rPr>
          <w:rFonts w:hint="cs"/>
          <w:rtl/>
        </w:rPr>
        <w:t>ه</w:t>
      </w:r>
      <w:r>
        <w:rPr>
          <w:rFonts w:hint="cs"/>
          <w:rtl/>
        </w:rPr>
        <w:t>ا</w:t>
      </w:r>
      <w:r>
        <w:rPr>
          <w:rtl/>
        </w:rPr>
        <w:t xml:space="preserve"> </w:t>
      </w:r>
      <w:r>
        <w:rPr>
          <w:rFonts w:hint="cs"/>
          <w:rtl/>
        </w:rPr>
        <w:t>ال</w:t>
      </w:r>
      <w:r>
        <w:rPr>
          <w:rtl/>
        </w:rPr>
        <w:t>له لباس الجوع والخوف بما كانوا يصنعون</w:t>
      </w:r>
    </w:p>
    <w:p w:rsidR="001F628F" w:rsidRDefault="001F628F" w:rsidP="001F628F">
      <w:pPr>
        <w:pStyle w:val="libNormal"/>
        <w:rPr>
          <w:rtl/>
        </w:rPr>
      </w:pPr>
      <w:r>
        <w:rPr>
          <w:rtl/>
        </w:rPr>
        <w:t>12_ معاشرتى گناہ اور ناشكرى ، تمام معاشرہ كے ليے برے آثار كى حامل ہے_</w:t>
      </w:r>
    </w:p>
    <w:p w:rsidR="001F628F" w:rsidRDefault="001F628F" w:rsidP="00A07116">
      <w:pPr>
        <w:pStyle w:val="libArabic"/>
        <w:rPr>
          <w:rtl/>
        </w:rPr>
      </w:pPr>
      <w:r>
        <w:rPr>
          <w:rFonts w:hint="eastAsia"/>
          <w:rtl/>
        </w:rPr>
        <w:t>قرية</w:t>
      </w:r>
      <w:r>
        <w:rPr>
          <w:rtl/>
        </w:rPr>
        <w:t xml:space="preserve"> كانت ء امنة ...فكفرت ...فاذا 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والخوف</w:t>
      </w:r>
    </w:p>
    <w:p w:rsidR="001F628F" w:rsidRDefault="001F628F" w:rsidP="001F628F">
      <w:pPr>
        <w:pStyle w:val="libNormal"/>
        <w:rPr>
          <w:rtl/>
        </w:rPr>
      </w:pPr>
      <w:r>
        <w:rPr>
          <w:rtl/>
        </w:rPr>
        <w:t>13_ نعمتو</w:t>
      </w:r>
      <w:r w:rsidR="00083993">
        <w:rPr>
          <w:rtl/>
        </w:rPr>
        <w:t xml:space="preserve">ں </w:t>
      </w:r>
      <w:r>
        <w:rPr>
          <w:rtl/>
        </w:rPr>
        <w:t>كى ناشكرى ان كے سلب اور شكر گذارى ان كى بقاء كا سبب ہے _</w:t>
      </w:r>
    </w:p>
    <w:p w:rsidR="001F628F" w:rsidRDefault="001F628F" w:rsidP="00A07116">
      <w:pPr>
        <w:pStyle w:val="libArabic"/>
        <w:rPr>
          <w:rtl/>
        </w:rPr>
      </w:pPr>
      <w:r>
        <w:rPr>
          <w:rFonts w:hint="eastAsia"/>
          <w:rtl/>
        </w:rPr>
        <w:t>قرية</w:t>
      </w:r>
      <w:r>
        <w:rPr>
          <w:rtl/>
        </w:rPr>
        <w:t xml:space="preserve"> كانت ء امنة مطمئنة ...فكفرت با نعم الله فا ذق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w:t>
      </w:r>
      <w:r>
        <w:rPr>
          <w:rtl/>
        </w:rPr>
        <w:t xml:space="preserve"> الخوف</w:t>
      </w:r>
    </w:p>
    <w:p w:rsidR="001F628F" w:rsidRDefault="001F628F" w:rsidP="001F628F">
      <w:pPr>
        <w:pStyle w:val="libNormal"/>
        <w:rPr>
          <w:rtl/>
        </w:rPr>
      </w:pPr>
      <w:r>
        <w:rPr>
          <w:rFonts w:hint="eastAsia"/>
          <w:rtl/>
        </w:rPr>
        <w:t>آيت</w:t>
      </w:r>
      <w:r>
        <w:rPr>
          <w:rtl/>
        </w:rPr>
        <w:t xml:space="preserve"> كے مفہوم سے استفادہ ہوتا ہے كہ اگر ناشكرى انجام نہ پاتى تو نعمتي</w:t>
      </w:r>
      <w:r w:rsidR="00083993">
        <w:rPr>
          <w:rtl/>
        </w:rPr>
        <w:t xml:space="preserve">ں </w:t>
      </w:r>
      <w:r>
        <w:rPr>
          <w:rtl/>
        </w:rPr>
        <w:t>بھى سلب نہ ہوتي</w:t>
      </w:r>
      <w:r w:rsidR="00083993">
        <w:rPr>
          <w:rtl/>
        </w:rPr>
        <w:t xml:space="preserve">ں </w:t>
      </w:r>
      <w:r>
        <w:rPr>
          <w:rtl/>
        </w:rPr>
        <w:t>_</w:t>
      </w:r>
    </w:p>
    <w:p w:rsidR="001F628F" w:rsidRDefault="001F628F" w:rsidP="001F628F">
      <w:pPr>
        <w:pStyle w:val="libNormal"/>
        <w:rPr>
          <w:rtl/>
        </w:rPr>
      </w:pPr>
      <w:r>
        <w:rPr>
          <w:rtl/>
        </w:rPr>
        <w:t>14_ شہر مكہ كے آباد ہونے كے بعد فقر، بھوك اور ناامنيت كا اس كى طرف رخ كرنا ، الہى نعمتو</w:t>
      </w:r>
      <w:r w:rsidR="00083993">
        <w:rPr>
          <w:rtl/>
        </w:rPr>
        <w:t xml:space="preserve">ں </w:t>
      </w:r>
      <w:r>
        <w:rPr>
          <w:rtl/>
        </w:rPr>
        <w:t>كے كفران كا نتيجہ ہے_</w:t>
      </w:r>
    </w:p>
    <w:p w:rsidR="001F628F" w:rsidRDefault="001F628F" w:rsidP="00A07116">
      <w:pPr>
        <w:pStyle w:val="libArabic"/>
        <w:rPr>
          <w:rtl/>
        </w:rPr>
      </w:pPr>
      <w:r>
        <w:rPr>
          <w:rFonts w:hint="eastAsia"/>
          <w:rtl/>
        </w:rPr>
        <w:t>ضرب</w:t>
      </w:r>
      <w:r>
        <w:rPr>
          <w:rtl/>
        </w:rPr>
        <w:t xml:space="preserve"> الله مثلاً قرية كانت ء امنة مطمئنة ...فاذا 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والخوف</w:t>
      </w:r>
      <w:r>
        <w:rPr>
          <w:rtl/>
        </w:rPr>
        <w:t xml:space="preserve"> </w:t>
      </w:r>
      <w:r>
        <w:rPr>
          <w:rFonts w:hint="cs"/>
          <w:rtl/>
        </w:rPr>
        <w:t>بما</w:t>
      </w:r>
      <w:r>
        <w:rPr>
          <w:rtl/>
        </w:rPr>
        <w:t xml:space="preserve"> </w:t>
      </w:r>
      <w:r>
        <w:rPr>
          <w:rFonts w:hint="cs"/>
          <w:rtl/>
        </w:rPr>
        <w:t>كانوا</w:t>
      </w:r>
      <w:r>
        <w:rPr>
          <w:rtl/>
        </w:rPr>
        <w:t xml:space="preserve"> يصنعون</w:t>
      </w:r>
    </w:p>
    <w:p w:rsidR="001F628F" w:rsidRDefault="001F628F" w:rsidP="001F628F">
      <w:pPr>
        <w:pStyle w:val="libNormal"/>
        <w:rPr>
          <w:rtl/>
        </w:rPr>
      </w:pPr>
      <w:r>
        <w:rPr>
          <w:rFonts w:hint="eastAsia"/>
          <w:rtl/>
        </w:rPr>
        <w:t>مذكورہ</w:t>
      </w:r>
      <w:r>
        <w:rPr>
          <w:rtl/>
        </w:rPr>
        <w:t xml:space="preserve"> تفسير جيسا كہ بعض مفسرين نے كہا ہے اس احتمال كى بناء پر ہے كہ آيت مي</w:t>
      </w:r>
      <w:r w:rsidR="00083993">
        <w:rPr>
          <w:rtl/>
        </w:rPr>
        <w:t xml:space="preserve">ں </w:t>
      </w:r>
      <w:r>
        <w:rPr>
          <w:rtl/>
        </w:rPr>
        <w:t>مثال كا مورد ،شہر مكہ كى قحطى ہے_</w:t>
      </w:r>
    </w:p>
    <w:p w:rsidR="001F628F" w:rsidRDefault="001F628F" w:rsidP="00A07116">
      <w:pPr>
        <w:pStyle w:val="libNormal"/>
        <w:rPr>
          <w:rtl/>
        </w:rPr>
      </w:pPr>
      <w:r>
        <w:rPr>
          <w:rtl/>
        </w:rPr>
        <w:t>15_لوگو</w:t>
      </w:r>
      <w:r w:rsidR="00083993">
        <w:rPr>
          <w:rtl/>
        </w:rPr>
        <w:t xml:space="preserve">ں </w:t>
      </w:r>
      <w:r>
        <w:rPr>
          <w:rtl/>
        </w:rPr>
        <w:t>كا فقر او ر بھوك ، معاشرتى نا امنى كا پيش خيمہ ہے _</w:t>
      </w:r>
      <w:r w:rsidRPr="00A07116">
        <w:rPr>
          <w:rStyle w:val="libArabicChar"/>
          <w:rFonts w:hint="eastAsia"/>
          <w:rtl/>
        </w:rPr>
        <w:t>فكفرت</w:t>
      </w:r>
      <w:r w:rsidRPr="00A07116">
        <w:rPr>
          <w:rStyle w:val="libArabicChar"/>
          <w:rtl/>
        </w:rPr>
        <w:t xml:space="preserve"> با نعم الله فاذاق</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لباس</w:t>
      </w:r>
      <w:r w:rsidRPr="00A07116">
        <w:rPr>
          <w:rStyle w:val="libArabicChar"/>
          <w:rtl/>
        </w:rPr>
        <w:t xml:space="preserve"> </w:t>
      </w:r>
      <w:r w:rsidRPr="00A07116">
        <w:rPr>
          <w:rStyle w:val="libArabicChar"/>
          <w:rFonts w:hint="cs"/>
          <w:rtl/>
        </w:rPr>
        <w:t>الجوع</w:t>
      </w:r>
      <w:r w:rsidRPr="00A07116">
        <w:rPr>
          <w:rStyle w:val="libArabicChar"/>
          <w:rtl/>
        </w:rPr>
        <w:t xml:space="preserve"> </w:t>
      </w:r>
      <w:r w:rsidRPr="00A07116">
        <w:rPr>
          <w:rStyle w:val="libArabicChar"/>
          <w:rFonts w:hint="cs"/>
          <w:rtl/>
        </w:rPr>
        <w:t>و</w:t>
      </w:r>
      <w:r w:rsidRPr="00A07116">
        <w:rPr>
          <w:rStyle w:val="libArabicChar"/>
          <w:rtl/>
        </w:rPr>
        <w:t xml:space="preserve"> الخوف</w:t>
      </w:r>
    </w:p>
    <w:p w:rsidR="001F628F" w:rsidRDefault="001F628F" w:rsidP="001F628F">
      <w:pPr>
        <w:pStyle w:val="libNormal"/>
        <w:rPr>
          <w:rtl/>
        </w:rPr>
      </w:pPr>
      <w:r>
        <w:rPr>
          <w:rFonts w:hint="eastAsia"/>
          <w:rtl/>
        </w:rPr>
        <w:t>خداوند</w:t>
      </w:r>
      <w:r>
        <w:rPr>
          <w:rtl/>
        </w:rPr>
        <w:t xml:space="preserve"> عالم نے كفران نعمت كى سزا سے پہلے فقر و بھوك اور پھر خوف و ناامنى كوبيان كيا ہے ممكن ہے كہ اس سے يہ استفادہ كيا جائے كہ فقر وبھوك معاشرتى ناامنى جيسے چورى و غيرہ كا زمينہ فراہم كرتے ہي</w:t>
      </w:r>
      <w:r w:rsidR="00083993">
        <w:rPr>
          <w:rtl/>
        </w:rPr>
        <w:t xml:space="preserve">ں </w:t>
      </w:r>
      <w:r>
        <w:rPr>
          <w:rtl/>
        </w:rPr>
        <w:t>_</w:t>
      </w:r>
    </w:p>
    <w:p w:rsidR="001F628F" w:rsidRDefault="001F628F" w:rsidP="001F628F">
      <w:pPr>
        <w:pStyle w:val="libNormal"/>
        <w:rPr>
          <w:rtl/>
        </w:rPr>
      </w:pPr>
      <w:r>
        <w:rPr>
          <w:rtl/>
        </w:rPr>
        <w:t>16_معاشرتى امن كا حصول، اقتصادى ترقى اور فلاح يا معاشرہ كا فقر ،بھوك اور نا امنى سے دوچار ہونا اس معاشرہ كے افراد كے اعمال كامرہون منت ہے _</w:t>
      </w:r>
    </w:p>
    <w:p w:rsidR="001F628F" w:rsidRDefault="001F628F" w:rsidP="00A07116">
      <w:pPr>
        <w:pStyle w:val="libArabic"/>
        <w:rPr>
          <w:rtl/>
        </w:rPr>
      </w:pPr>
      <w:r>
        <w:rPr>
          <w:rFonts w:hint="eastAsia"/>
          <w:rtl/>
        </w:rPr>
        <w:t>وضرب</w:t>
      </w:r>
      <w:r>
        <w:rPr>
          <w:rtl/>
        </w:rPr>
        <w:t xml:space="preserve"> الله مثلاً قرية كانت ء امنة مطمئنة فكفرت با نعم الله فاذا 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والخوف</w:t>
      </w:r>
      <w:r>
        <w:rPr>
          <w:rtl/>
        </w:rPr>
        <w:t xml:space="preserve"> </w:t>
      </w:r>
      <w:r>
        <w:rPr>
          <w:rFonts w:hint="cs"/>
          <w:rtl/>
        </w:rPr>
        <w:t>بما</w:t>
      </w:r>
      <w:r>
        <w:rPr>
          <w:rtl/>
        </w:rPr>
        <w:t xml:space="preserve"> </w:t>
      </w:r>
      <w:r>
        <w:rPr>
          <w:rFonts w:hint="cs"/>
          <w:rtl/>
        </w:rPr>
        <w:t>كانوا</w:t>
      </w:r>
      <w:r>
        <w:rPr>
          <w:rtl/>
        </w:rPr>
        <w:t xml:space="preserve"> يصنعون</w:t>
      </w:r>
    </w:p>
    <w:p w:rsidR="001F628F" w:rsidRDefault="001F628F" w:rsidP="001F628F">
      <w:pPr>
        <w:pStyle w:val="libNormal"/>
        <w:rPr>
          <w:rtl/>
        </w:rPr>
      </w:pPr>
      <w:r>
        <w:rPr>
          <w:rtl/>
        </w:rPr>
        <w:t>17_</w:t>
      </w:r>
      <w:r w:rsidRPr="00A07116">
        <w:rPr>
          <w:rStyle w:val="libArabicChar"/>
          <w:rtl/>
        </w:rPr>
        <w:t xml:space="preserve">''عن ابى عبدالله </w:t>
      </w:r>
      <w:r w:rsidR="00367F17" w:rsidRPr="00367F17">
        <w:rPr>
          <w:rStyle w:val="libAlaemChar"/>
          <w:rtl/>
        </w:rPr>
        <w:t xml:space="preserve"> عليه‌السلام </w:t>
      </w:r>
      <w:r w:rsidRPr="00A07116">
        <w:rPr>
          <w:rStyle w:val="libArabicChar"/>
          <w:rtl/>
        </w:rPr>
        <w:t xml:space="preserve"> قال ...ان ا</w:t>
      </w:r>
      <w:r w:rsidR="00120F63" w:rsidRPr="00B2551F">
        <w:rPr>
          <w:rStyle w:val="libArabicChar"/>
          <w:rFonts w:hint="cs"/>
          <w:rtl/>
        </w:rPr>
        <w:t>ه</w:t>
      </w:r>
      <w:r w:rsidRPr="00A07116">
        <w:rPr>
          <w:rStyle w:val="libArabicChar"/>
          <w:rFonts w:hint="cs"/>
          <w:rtl/>
        </w:rPr>
        <w:t>ل</w:t>
      </w:r>
      <w:r w:rsidRPr="00A07116">
        <w:rPr>
          <w:rStyle w:val="libArabicChar"/>
          <w:rtl/>
        </w:rPr>
        <w:t xml:space="preserve"> </w:t>
      </w:r>
      <w:r w:rsidRPr="00A07116">
        <w:rPr>
          <w:rStyle w:val="libArabicChar"/>
          <w:rFonts w:hint="cs"/>
          <w:rtl/>
        </w:rPr>
        <w:t>قرية</w:t>
      </w:r>
      <w:r w:rsidRPr="00A07116">
        <w:rPr>
          <w:rStyle w:val="libArabicChar"/>
          <w:rtl/>
        </w:rPr>
        <w:t xml:space="preserve"> </w:t>
      </w:r>
      <w:r w:rsidRPr="00A07116">
        <w:rPr>
          <w:rStyle w:val="libArabicChar"/>
          <w:rFonts w:hint="cs"/>
          <w:rtl/>
        </w:rPr>
        <w:t>ممّن</w:t>
      </w:r>
      <w:r w:rsidRPr="00A07116">
        <w:rPr>
          <w:rStyle w:val="libArabicChar"/>
          <w:rtl/>
        </w:rPr>
        <w:t xml:space="preserve"> </w:t>
      </w:r>
      <w:r w:rsidRPr="00A07116">
        <w:rPr>
          <w:rStyle w:val="libArabicChar"/>
          <w:rFonts w:hint="cs"/>
          <w:rtl/>
        </w:rPr>
        <w:t>كان</w:t>
      </w:r>
      <w:r w:rsidRPr="00A07116">
        <w:rPr>
          <w:rStyle w:val="libArabicChar"/>
          <w:rtl/>
        </w:rPr>
        <w:t xml:space="preserve"> </w:t>
      </w:r>
      <w:r w:rsidRPr="00A07116">
        <w:rPr>
          <w:rStyle w:val="libArabicChar"/>
          <w:rFonts w:hint="cs"/>
          <w:rtl/>
        </w:rPr>
        <w:t>قبلكم</w:t>
      </w:r>
      <w:r w:rsidRPr="00A07116">
        <w:rPr>
          <w:rStyle w:val="libArabicChar"/>
          <w:rtl/>
        </w:rPr>
        <w:t xml:space="preserve"> </w:t>
      </w:r>
      <w:r w:rsidRPr="00A07116">
        <w:rPr>
          <w:rStyle w:val="libArabicChar"/>
          <w:rFonts w:hint="cs"/>
          <w:rtl/>
        </w:rPr>
        <w:t>كان</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قد</w:t>
      </w:r>
      <w:r w:rsidRPr="00A07116">
        <w:rPr>
          <w:rStyle w:val="libArabicChar"/>
          <w:rtl/>
        </w:rPr>
        <w:t xml:space="preserve"> </w:t>
      </w:r>
      <w:r w:rsidRPr="00A07116">
        <w:rPr>
          <w:rStyle w:val="libArabicChar"/>
          <w:rFonts w:hint="cs"/>
          <w:rtl/>
        </w:rPr>
        <w:t>اوسع</w:t>
      </w:r>
      <w:r w:rsidRPr="00A07116">
        <w:rPr>
          <w:rStyle w:val="libArabicChar"/>
          <w:rtl/>
        </w:rPr>
        <w:t xml:space="preserve"> </w:t>
      </w:r>
      <w:r w:rsidRPr="00A07116">
        <w:rPr>
          <w:rStyle w:val="libArabicChar"/>
          <w:rFonts w:hint="cs"/>
          <w:rtl/>
        </w:rPr>
        <w:t>علي</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حتى</w:t>
      </w:r>
      <w:r w:rsidRPr="00A07116">
        <w:rPr>
          <w:rStyle w:val="libArabicChar"/>
          <w:rtl/>
        </w:rPr>
        <w:t xml:space="preserve"> </w:t>
      </w:r>
      <w:r w:rsidRPr="00A07116">
        <w:rPr>
          <w:rStyle w:val="libArabicChar"/>
          <w:rFonts w:hint="cs"/>
          <w:rtl/>
        </w:rPr>
        <w:t>طغوا</w:t>
      </w:r>
      <w:r w:rsidRPr="00A07116">
        <w:rPr>
          <w:rStyle w:val="libArabicChar"/>
          <w:rtl/>
        </w:rPr>
        <w:t xml:space="preserve"> </w:t>
      </w:r>
      <w:r w:rsidRPr="00A07116">
        <w:rPr>
          <w:rStyle w:val="libArabicChar"/>
          <w:rFonts w:hint="cs"/>
          <w:rtl/>
        </w:rPr>
        <w:t>فقال</w:t>
      </w:r>
      <w:r w:rsidRPr="00A07116">
        <w:rPr>
          <w:rStyle w:val="libArabicChar"/>
          <w:rtl/>
        </w:rPr>
        <w:t xml:space="preserve"> </w:t>
      </w:r>
      <w:r w:rsidRPr="00A07116">
        <w:rPr>
          <w:rStyle w:val="libArabicChar"/>
          <w:rFonts w:hint="cs"/>
          <w:rtl/>
        </w:rPr>
        <w:t>بعض</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لبعض</w:t>
      </w:r>
      <w:r w:rsidRPr="00A07116">
        <w:rPr>
          <w:rStyle w:val="libArabicChar"/>
          <w:rtl/>
        </w:rPr>
        <w:t xml:space="preserve">: : </w:t>
      </w:r>
      <w:r w:rsidRPr="00A07116">
        <w:rPr>
          <w:rStyle w:val="libArabicChar"/>
          <w:rFonts w:hint="cs"/>
          <w:rtl/>
        </w:rPr>
        <w:t>لو</w:t>
      </w:r>
      <w:r w:rsidRPr="00A07116">
        <w:rPr>
          <w:rStyle w:val="libArabicChar"/>
          <w:rtl/>
        </w:rPr>
        <w:t xml:space="preserve"> </w:t>
      </w:r>
      <w:r w:rsidRPr="00A07116">
        <w:rPr>
          <w:rStyle w:val="libArabicChar"/>
          <w:rFonts w:hint="cs"/>
          <w:rtl/>
        </w:rPr>
        <w:t>عمدنا</w:t>
      </w:r>
      <w:r w:rsidRPr="00A07116">
        <w:rPr>
          <w:rStyle w:val="libArabicChar"/>
          <w:rtl/>
        </w:rPr>
        <w:t xml:space="preserve"> </w:t>
      </w:r>
      <w:r w:rsidRPr="00A07116">
        <w:rPr>
          <w:rStyle w:val="libArabicChar"/>
          <w:rFonts w:hint="cs"/>
          <w:rtl/>
        </w:rPr>
        <w:t>الى</w:t>
      </w:r>
      <w:r w:rsidRPr="00A07116">
        <w:rPr>
          <w:rStyle w:val="libArabicChar"/>
          <w:rtl/>
        </w:rPr>
        <w:t xml:space="preserve"> </w:t>
      </w:r>
      <w:r w:rsidRPr="00A07116">
        <w:rPr>
          <w:rStyle w:val="libArabicChar"/>
          <w:rFonts w:hint="cs"/>
          <w:rtl/>
        </w:rPr>
        <w:t>شيء</w:t>
      </w:r>
      <w:r w:rsidRPr="00A07116">
        <w:rPr>
          <w:rStyle w:val="libArabicChar"/>
          <w:rtl/>
        </w:rPr>
        <w:t xml:space="preserve"> </w:t>
      </w:r>
      <w:r w:rsidRPr="00A07116">
        <w:rPr>
          <w:rStyle w:val="libArabicChar"/>
          <w:rFonts w:hint="cs"/>
          <w:rtl/>
        </w:rPr>
        <w:t>من</w:t>
      </w:r>
      <w:r w:rsidRPr="00A07116">
        <w:rPr>
          <w:rStyle w:val="libArabicChar"/>
          <w:rtl/>
        </w:rPr>
        <w:t xml:space="preserve"> </w:t>
      </w:r>
      <w:r w:rsidR="00120F63" w:rsidRPr="00B2551F">
        <w:rPr>
          <w:rStyle w:val="libArabicChar"/>
          <w:rFonts w:hint="cs"/>
          <w:rtl/>
        </w:rPr>
        <w:t>ه</w:t>
      </w:r>
      <w:r w:rsidRPr="00A07116">
        <w:rPr>
          <w:rStyle w:val="libArabicChar"/>
          <w:rFonts w:hint="cs"/>
          <w:rtl/>
        </w:rPr>
        <w:t>ذا</w:t>
      </w:r>
      <w:r w:rsidRPr="00A07116">
        <w:rPr>
          <w:rStyle w:val="libArabicChar"/>
          <w:rtl/>
        </w:rPr>
        <w:t xml:space="preserve"> </w:t>
      </w:r>
      <w:r w:rsidRPr="00A07116">
        <w:rPr>
          <w:rStyle w:val="libArabicChar"/>
          <w:rFonts w:hint="cs"/>
          <w:rtl/>
        </w:rPr>
        <w:t>النقى</w:t>
      </w:r>
      <w:r w:rsidRPr="00A07116">
        <w:rPr>
          <w:rStyle w:val="libArabicChar"/>
          <w:rtl/>
        </w:rPr>
        <w:t xml:space="preserve"> </w:t>
      </w:r>
      <w:r w:rsidRPr="00A07116">
        <w:rPr>
          <w:rStyle w:val="libArabicChar"/>
          <w:rFonts w:hint="cs"/>
          <w:rtl/>
        </w:rPr>
        <w:t>فجعلنا</w:t>
      </w:r>
      <w:r w:rsidRPr="00A07116">
        <w:rPr>
          <w:rStyle w:val="libArabicChar"/>
          <w:rtl/>
        </w:rPr>
        <w:t xml:space="preserve"> </w:t>
      </w:r>
      <w:r w:rsidR="00120F63" w:rsidRPr="00B2551F">
        <w:rPr>
          <w:rStyle w:val="libArabicChar"/>
          <w:rFonts w:hint="cs"/>
          <w:rtl/>
        </w:rPr>
        <w:t>ه</w:t>
      </w:r>
      <w:r w:rsidRPr="00A07116">
        <w:rPr>
          <w:rStyle w:val="libArabicChar"/>
          <w:rtl/>
        </w:rPr>
        <w:t xml:space="preserve"> </w:t>
      </w:r>
      <w:r w:rsidRPr="00A07116">
        <w:rPr>
          <w:rStyle w:val="libArabicChar"/>
          <w:rFonts w:hint="cs"/>
          <w:rtl/>
        </w:rPr>
        <w:t>نستنجى</w:t>
      </w:r>
      <w:r w:rsidRPr="00A07116">
        <w:rPr>
          <w:rStyle w:val="libArabicChar"/>
          <w:rtl/>
        </w:rPr>
        <w:t xml:space="preserve"> </w:t>
      </w:r>
      <w:r w:rsidRPr="00A07116">
        <w:rPr>
          <w:rStyle w:val="libArabicChar"/>
          <w:rFonts w:hint="cs"/>
          <w:rtl/>
        </w:rPr>
        <w:t>ب</w:t>
      </w:r>
      <w:r w:rsidR="00120F63" w:rsidRPr="00B2551F">
        <w:rPr>
          <w:rStyle w:val="libArabicChar"/>
          <w:rFonts w:hint="cs"/>
          <w:rtl/>
        </w:rPr>
        <w:t>ه</w:t>
      </w:r>
      <w:r w:rsidRPr="00A07116">
        <w:rPr>
          <w:rStyle w:val="libArabicChar"/>
          <w:rtl/>
        </w:rPr>
        <w:t xml:space="preserve"> </w:t>
      </w:r>
      <w:r w:rsidRPr="00A07116">
        <w:rPr>
          <w:rStyle w:val="libArabicChar"/>
          <w:rFonts w:hint="cs"/>
          <w:rtl/>
        </w:rPr>
        <w:t>كان</w:t>
      </w:r>
      <w:r w:rsidRPr="00A07116">
        <w:rPr>
          <w:rStyle w:val="libArabicChar"/>
          <w:rtl/>
        </w:rPr>
        <w:t xml:space="preserve"> </w:t>
      </w:r>
      <w:r w:rsidRPr="00A07116">
        <w:rPr>
          <w:rStyle w:val="libArabicChar"/>
          <w:rFonts w:hint="cs"/>
          <w:rtl/>
        </w:rPr>
        <w:t>ا</w:t>
      </w:r>
      <w:r w:rsidRPr="00A07116">
        <w:rPr>
          <w:rStyle w:val="libArabicChar"/>
          <w:rtl/>
        </w:rPr>
        <w:t xml:space="preserve"> </w:t>
      </w:r>
      <w:r w:rsidRPr="00A07116">
        <w:rPr>
          <w:rStyle w:val="libArabicChar"/>
          <w:rFonts w:hint="cs"/>
          <w:rtl/>
        </w:rPr>
        <w:t>لين</w:t>
      </w:r>
      <w:r w:rsidRPr="00A07116">
        <w:rPr>
          <w:rStyle w:val="libArabicChar"/>
          <w:rtl/>
        </w:rPr>
        <w:t xml:space="preserve"> </w:t>
      </w:r>
      <w:r w:rsidRPr="00A07116">
        <w:rPr>
          <w:rStyle w:val="libArabicChar"/>
          <w:rFonts w:hint="cs"/>
          <w:rtl/>
        </w:rPr>
        <w:t>علينا</w:t>
      </w:r>
      <w:r w:rsidRPr="00A07116">
        <w:rPr>
          <w:rStyle w:val="libArabicChar"/>
          <w:rtl/>
        </w:rPr>
        <w:t xml:space="preserve"> </w:t>
      </w:r>
      <w:r w:rsidRPr="00A07116">
        <w:rPr>
          <w:rStyle w:val="libArabicChar"/>
          <w:rFonts w:hint="cs"/>
          <w:rtl/>
        </w:rPr>
        <w:t>من</w:t>
      </w:r>
      <w:r w:rsidRPr="00A07116">
        <w:rPr>
          <w:rStyle w:val="libArabicChar"/>
          <w:rtl/>
        </w:rPr>
        <w:t xml:space="preserve"> </w:t>
      </w:r>
      <w:r w:rsidRPr="00A07116">
        <w:rPr>
          <w:rStyle w:val="libArabicChar"/>
          <w:rFonts w:hint="cs"/>
          <w:rtl/>
        </w:rPr>
        <w:t>الجحارةفلّما</w:t>
      </w:r>
      <w:r w:rsidRPr="00A07116">
        <w:rPr>
          <w:rStyle w:val="libArabicChar"/>
          <w:rtl/>
        </w:rPr>
        <w:t xml:space="preserve"> </w:t>
      </w:r>
      <w:r w:rsidRPr="00A07116">
        <w:rPr>
          <w:rStyle w:val="libArabicChar"/>
          <w:rFonts w:hint="cs"/>
          <w:rtl/>
        </w:rPr>
        <w:t>فعلوا</w:t>
      </w:r>
      <w:r w:rsidRPr="00A07116">
        <w:rPr>
          <w:rStyle w:val="libArabicChar"/>
          <w:rtl/>
        </w:rPr>
        <w:t xml:space="preserve"> </w:t>
      </w:r>
      <w:r w:rsidRPr="00A07116">
        <w:rPr>
          <w:rStyle w:val="libArabicChar"/>
          <w:rFonts w:hint="cs"/>
          <w:rtl/>
        </w:rPr>
        <w:t>ذلك</w:t>
      </w:r>
      <w:r w:rsidRPr="00A07116">
        <w:rPr>
          <w:rStyle w:val="libArabicChar"/>
          <w:rtl/>
        </w:rPr>
        <w:t xml:space="preserve"> </w:t>
      </w:r>
      <w:r w:rsidRPr="00A07116">
        <w:rPr>
          <w:rStyle w:val="libArabicChar"/>
          <w:rFonts w:hint="cs"/>
          <w:rtl/>
        </w:rPr>
        <w:t>بعث</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على</w:t>
      </w:r>
      <w:r w:rsidRPr="00A07116">
        <w:rPr>
          <w:rStyle w:val="libArabicChar"/>
          <w:rtl/>
        </w:rPr>
        <w:t xml:space="preserve"> </w:t>
      </w:r>
      <w:r w:rsidRPr="00A07116">
        <w:rPr>
          <w:rStyle w:val="libArabicChar"/>
          <w:rFonts w:hint="cs"/>
          <w:rtl/>
        </w:rPr>
        <w:t>ارض</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دواباً</w:t>
      </w:r>
      <w:r w:rsidRPr="00A07116">
        <w:rPr>
          <w:rStyle w:val="libArabicChar"/>
          <w:rtl/>
        </w:rPr>
        <w:t xml:space="preserve"> </w:t>
      </w:r>
      <w:r w:rsidRPr="00A07116">
        <w:rPr>
          <w:rStyle w:val="libArabicChar"/>
          <w:rFonts w:hint="cs"/>
          <w:rtl/>
        </w:rPr>
        <w:t>اصغر</w:t>
      </w:r>
      <w:r w:rsidRPr="00A07116">
        <w:rPr>
          <w:rStyle w:val="libArabicChar"/>
          <w:rtl/>
        </w:rPr>
        <w:t xml:space="preserve"> </w:t>
      </w:r>
      <w:r w:rsidRPr="00A07116">
        <w:rPr>
          <w:rStyle w:val="libArabicChar"/>
          <w:rFonts w:hint="cs"/>
          <w:rtl/>
        </w:rPr>
        <w:t>من</w:t>
      </w:r>
      <w:r w:rsidRPr="00A07116">
        <w:rPr>
          <w:rStyle w:val="libArabicChar"/>
          <w:rtl/>
        </w:rPr>
        <w:t xml:space="preserve"> </w:t>
      </w:r>
      <w:r w:rsidRPr="00A07116">
        <w:rPr>
          <w:rStyle w:val="libArabicChar"/>
          <w:rFonts w:hint="cs"/>
          <w:rtl/>
        </w:rPr>
        <w:t>الجراد</w:t>
      </w:r>
      <w:r w:rsidRPr="00A07116">
        <w:rPr>
          <w:rStyle w:val="libArabicChar"/>
          <w:rtl/>
        </w:rPr>
        <w:t xml:space="preserve"> </w:t>
      </w:r>
      <w:r w:rsidRPr="00A07116">
        <w:rPr>
          <w:rStyle w:val="libArabicChar"/>
          <w:rFonts w:hint="cs"/>
          <w:rtl/>
        </w:rPr>
        <w:t>فلم</w:t>
      </w:r>
      <w:r w:rsidRPr="00A07116">
        <w:rPr>
          <w:rStyle w:val="libArabicChar"/>
          <w:rtl/>
        </w:rPr>
        <w:t xml:space="preserve"> </w:t>
      </w:r>
      <w:r w:rsidRPr="00A07116">
        <w:rPr>
          <w:rStyle w:val="libArabicChar"/>
          <w:rFonts w:hint="cs"/>
          <w:rtl/>
        </w:rPr>
        <w:t>يدع</w:t>
      </w:r>
      <w:r w:rsidRPr="00A07116">
        <w:rPr>
          <w:rStyle w:val="libArabicChar"/>
          <w:rtl/>
        </w:rPr>
        <w:t xml:space="preserve"> </w:t>
      </w:r>
      <w:r w:rsidRPr="00A07116">
        <w:rPr>
          <w:rStyle w:val="libArabicChar"/>
          <w:rFonts w:hint="cs"/>
          <w:rtl/>
        </w:rPr>
        <w:t>ل</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شيا</w:t>
      </w:r>
      <w:r w:rsidRPr="00A07116">
        <w:rPr>
          <w:rStyle w:val="libArabicChar"/>
          <w:rtl/>
        </w:rPr>
        <w:t xml:space="preserve"> </w:t>
      </w:r>
      <w:r w:rsidRPr="00A07116">
        <w:rPr>
          <w:rStyle w:val="libArabicChar"/>
          <w:rFonts w:hint="cs"/>
          <w:rtl/>
        </w:rPr>
        <w:t>خلق</w:t>
      </w:r>
      <w:r w:rsidR="00120F63" w:rsidRPr="00B2551F">
        <w:rPr>
          <w:rStyle w:val="libArabicChar"/>
          <w:rFonts w:hint="cs"/>
          <w:rtl/>
        </w:rPr>
        <w:t>ه</w:t>
      </w:r>
      <w:r w:rsidRPr="00A07116">
        <w:rPr>
          <w:rStyle w:val="libArabicChar"/>
          <w:rtl/>
        </w:rPr>
        <w:t xml:space="preserve"> </w:t>
      </w:r>
      <w:r w:rsidRPr="00A07116">
        <w:rPr>
          <w:rStyle w:val="libArabicChar"/>
          <w:rFonts w:hint="cs"/>
          <w:rtl/>
        </w:rPr>
        <w:t>الله</w:t>
      </w:r>
      <w:r w:rsidRPr="00A07116">
        <w:rPr>
          <w:rStyle w:val="libArabicChar"/>
          <w:rtl/>
        </w:rPr>
        <w:t xml:space="preserve"> ... الاّ اكل</w:t>
      </w:r>
      <w:r w:rsidR="00120F63" w:rsidRPr="00B2551F">
        <w:rPr>
          <w:rStyle w:val="libArabicChar"/>
          <w:rFonts w:hint="cs"/>
          <w:rtl/>
        </w:rPr>
        <w:t>ه</w:t>
      </w:r>
      <w:r w:rsidRPr="00A07116">
        <w:rPr>
          <w:rStyle w:val="libArabicChar"/>
          <w:rtl/>
        </w:rPr>
        <w:t xml:space="preserve"> </w:t>
      </w:r>
      <w:r w:rsidRPr="00A07116">
        <w:rPr>
          <w:rStyle w:val="libArabicChar"/>
          <w:rFonts w:hint="cs"/>
          <w:rtl/>
        </w:rPr>
        <w:t>من</w:t>
      </w:r>
      <w:r w:rsidRPr="00A07116">
        <w:rPr>
          <w:rStyle w:val="libArabicChar"/>
          <w:rtl/>
        </w:rPr>
        <w:t xml:space="preserve"> </w:t>
      </w:r>
      <w:r w:rsidRPr="00A07116">
        <w:rPr>
          <w:rStyle w:val="libArabicChar"/>
          <w:rFonts w:hint="cs"/>
          <w:rtl/>
        </w:rPr>
        <w:t>شجراً</w:t>
      </w:r>
      <w:r w:rsidRPr="00A07116">
        <w:rPr>
          <w:rStyle w:val="libArabicChar"/>
          <w:rtl/>
        </w:rPr>
        <w:t xml:space="preserve"> </w:t>
      </w:r>
      <w:r w:rsidRPr="00A07116">
        <w:rPr>
          <w:rStyle w:val="libArabicChar"/>
          <w:rFonts w:hint="cs"/>
          <w:rtl/>
        </w:rPr>
        <w:t>ا</w:t>
      </w:r>
      <w:r w:rsidRPr="00A07116">
        <w:rPr>
          <w:rStyle w:val="libArabicChar"/>
          <w:rtl/>
        </w:rPr>
        <w:t xml:space="preserve"> </w:t>
      </w:r>
      <w:r w:rsidRPr="00A07116">
        <w:rPr>
          <w:rStyle w:val="libArabicChar"/>
          <w:rFonts w:hint="cs"/>
          <w:rtl/>
        </w:rPr>
        <w:t>و</w:t>
      </w:r>
      <w:r w:rsidRPr="00A07116">
        <w:rPr>
          <w:rStyle w:val="libArabicChar"/>
          <w:rtl/>
        </w:rPr>
        <w:t xml:space="preserve"> </w:t>
      </w:r>
      <w:r w:rsidRPr="00A07116">
        <w:rPr>
          <w:rStyle w:val="libArabicChar"/>
          <w:rFonts w:hint="cs"/>
          <w:rtl/>
        </w:rPr>
        <w:t>غير</w:t>
      </w:r>
      <w:r w:rsidR="00120F63" w:rsidRPr="00B2551F">
        <w:rPr>
          <w:rStyle w:val="libArabicChar"/>
          <w:rFonts w:hint="cs"/>
          <w:rtl/>
        </w:rPr>
        <w:t>ه</w:t>
      </w:r>
      <w:r w:rsidRPr="00A07116">
        <w:rPr>
          <w:rStyle w:val="libArabicChar"/>
          <w:rtl/>
        </w:rPr>
        <w:t xml:space="preserve"> </w:t>
      </w:r>
      <w:r w:rsidRPr="00A07116">
        <w:rPr>
          <w:rStyle w:val="libArabicChar"/>
          <w:rFonts w:hint="cs"/>
          <w:rtl/>
        </w:rPr>
        <w:t>فب</w:t>
      </w:r>
      <w:r w:rsidRPr="00A07116">
        <w:rPr>
          <w:rStyle w:val="libArabicChar"/>
          <w:rtl/>
        </w:rPr>
        <w:t>لغ ب</w:t>
      </w:r>
      <w:r w:rsidR="00120F63" w:rsidRPr="00B2551F">
        <w:rPr>
          <w:rStyle w:val="libArabicChar"/>
          <w:rFonts w:hint="cs"/>
          <w:rtl/>
        </w:rPr>
        <w:t>ه</w:t>
      </w:r>
      <w:r w:rsidRPr="00A07116">
        <w:rPr>
          <w:rStyle w:val="libArabicChar"/>
          <w:rFonts w:hint="cs"/>
          <w:rtl/>
        </w:rPr>
        <w:t>م</w:t>
      </w:r>
    </w:p>
    <w:p w:rsidR="00A07116" w:rsidRDefault="001E7F9D" w:rsidP="00F73EDE">
      <w:pPr>
        <w:pStyle w:val="libPoemTini"/>
        <w:rPr>
          <w:rtl/>
        </w:rPr>
      </w:pPr>
      <w:r>
        <w:rPr>
          <w:rtl/>
        </w:rPr>
        <w:br w:type="page"/>
      </w:r>
    </w:p>
    <w:p w:rsidR="001F628F" w:rsidRDefault="001F628F" w:rsidP="00A07116">
      <w:pPr>
        <w:pStyle w:val="libNormal"/>
        <w:rPr>
          <w:rtl/>
        </w:rPr>
      </w:pPr>
      <w:r w:rsidRPr="00A07116">
        <w:rPr>
          <w:rStyle w:val="libArabicChar"/>
          <w:rFonts w:hint="eastAsia"/>
          <w:rtl/>
        </w:rPr>
        <w:lastRenderedPageBreak/>
        <w:t>الج</w:t>
      </w:r>
      <w:r w:rsidR="00120F63" w:rsidRPr="00B2551F">
        <w:rPr>
          <w:rStyle w:val="libArabicChar"/>
          <w:rFonts w:hint="cs"/>
          <w:rtl/>
        </w:rPr>
        <w:t>ه</w:t>
      </w:r>
      <w:r w:rsidRPr="00A07116">
        <w:rPr>
          <w:rStyle w:val="libArabicChar"/>
          <w:rFonts w:hint="cs"/>
          <w:rtl/>
        </w:rPr>
        <w:t>د</w:t>
      </w:r>
      <w:r w:rsidRPr="00A07116">
        <w:rPr>
          <w:rStyle w:val="libArabicChar"/>
          <w:rtl/>
        </w:rPr>
        <w:t xml:space="preserve"> إلى ان اقبلوا على الذى كانوا يستنجون ب</w:t>
      </w:r>
      <w:r w:rsidR="00120F63" w:rsidRPr="00B2551F">
        <w:rPr>
          <w:rStyle w:val="libArabicChar"/>
          <w:rFonts w:hint="cs"/>
          <w:rtl/>
        </w:rPr>
        <w:t>ه</w:t>
      </w:r>
      <w:r w:rsidRPr="00A07116">
        <w:rPr>
          <w:rStyle w:val="libArabicChar"/>
          <w:rtl/>
        </w:rPr>
        <w:t xml:space="preserve"> </w:t>
      </w:r>
      <w:r w:rsidRPr="00A07116">
        <w:rPr>
          <w:rStyle w:val="libArabicChar"/>
          <w:rFonts w:hint="cs"/>
          <w:rtl/>
        </w:rPr>
        <w:t>فا</w:t>
      </w:r>
      <w:r w:rsidRPr="00A07116">
        <w:rPr>
          <w:rStyle w:val="libArabicChar"/>
          <w:rtl/>
        </w:rPr>
        <w:t xml:space="preserve"> </w:t>
      </w:r>
      <w:r w:rsidRPr="00A07116">
        <w:rPr>
          <w:rStyle w:val="libArabicChar"/>
          <w:rFonts w:hint="cs"/>
          <w:rtl/>
        </w:rPr>
        <w:t>كلو</w:t>
      </w:r>
      <w:r w:rsidR="00120F63" w:rsidRPr="00B2551F">
        <w:rPr>
          <w:rStyle w:val="libArabicChar"/>
          <w:rFonts w:hint="cs"/>
          <w:rtl/>
        </w:rPr>
        <w:t>ه</w:t>
      </w:r>
      <w:r w:rsidRPr="00A07116">
        <w:rPr>
          <w:rStyle w:val="libArabicChar"/>
          <w:rtl/>
        </w:rPr>
        <w:t xml:space="preserve"> </w:t>
      </w:r>
      <w:r w:rsidRPr="00A07116">
        <w:rPr>
          <w:rStyle w:val="libArabicChar"/>
          <w:rFonts w:hint="cs"/>
          <w:rtl/>
        </w:rPr>
        <w:t>و</w:t>
      </w:r>
      <w:r w:rsidR="00120F63" w:rsidRPr="00B2551F">
        <w:rPr>
          <w:rStyle w:val="libArabicChar"/>
          <w:rFonts w:hint="cs"/>
          <w:rtl/>
        </w:rPr>
        <w:t>ه</w:t>
      </w:r>
      <w:r w:rsidRPr="00A07116">
        <w:rPr>
          <w:rStyle w:val="libArabicChar"/>
          <w:rFonts w:hint="cs"/>
          <w:rtl/>
        </w:rPr>
        <w:t>ى</w:t>
      </w:r>
      <w:r w:rsidRPr="00A07116">
        <w:rPr>
          <w:rStyle w:val="libArabicChar"/>
          <w:rtl/>
        </w:rPr>
        <w:t xml:space="preserve"> </w:t>
      </w:r>
      <w:r w:rsidRPr="00A07116">
        <w:rPr>
          <w:rStyle w:val="libArabicChar"/>
          <w:rFonts w:hint="cs"/>
          <w:rtl/>
        </w:rPr>
        <w:t>القرية</w:t>
      </w:r>
      <w:r w:rsidRPr="00A07116">
        <w:rPr>
          <w:rStyle w:val="libArabicChar"/>
          <w:rtl/>
        </w:rPr>
        <w:t xml:space="preserve"> </w:t>
      </w:r>
      <w:r w:rsidRPr="00A07116">
        <w:rPr>
          <w:rStyle w:val="libArabicChar"/>
          <w:rFonts w:hint="cs"/>
          <w:rtl/>
        </w:rPr>
        <w:t>التى</w:t>
      </w:r>
      <w:r w:rsidRPr="00A07116">
        <w:rPr>
          <w:rStyle w:val="libArabicChar"/>
          <w:rtl/>
        </w:rPr>
        <w:t xml:space="preserve"> </w:t>
      </w:r>
      <w:r w:rsidRPr="00A07116">
        <w:rPr>
          <w:rStyle w:val="libArabicChar"/>
          <w:rFonts w:hint="cs"/>
          <w:rtl/>
        </w:rPr>
        <w:t>قال</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ضرب</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مثلاً</w:t>
      </w:r>
      <w:r w:rsidRPr="00A07116">
        <w:rPr>
          <w:rStyle w:val="libArabicChar"/>
          <w:rtl/>
        </w:rPr>
        <w:t xml:space="preserve"> </w:t>
      </w:r>
      <w:r w:rsidRPr="00A07116">
        <w:rPr>
          <w:rStyle w:val="libArabicChar"/>
          <w:rFonts w:hint="cs"/>
          <w:rtl/>
        </w:rPr>
        <w:t>قرية</w:t>
      </w:r>
      <w:r w:rsidRPr="00A07116">
        <w:rPr>
          <w:rStyle w:val="libArabicChar"/>
          <w:rtl/>
        </w:rPr>
        <w:t xml:space="preserve"> </w:t>
      </w:r>
      <w:r w:rsidRPr="00A07116">
        <w:rPr>
          <w:rStyle w:val="libArabicChar"/>
          <w:rFonts w:hint="cs"/>
          <w:rtl/>
        </w:rPr>
        <w:t>كانت</w:t>
      </w:r>
      <w:r w:rsidRPr="00A07116">
        <w:rPr>
          <w:rStyle w:val="libArabicChar"/>
          <w:rtl/>
        </w:rPr>
        <w:t xml:space="preserve"> </w:t>
      </w:r>
      <w:r w:rsidRPr="00A07116">
        <w:rPr>
          <w:rStyle w:val="libArabicChar"/>
          <w:rFonts w:hint="cs"/>
          <w:rtl/>
        </w:rPr>
        <w:t>ا</w:t>
      </w:r>
      <w:r w:rsidRPr="00A07116">
        <w:rPr>
          <w:rStyle w:val="libArabicChar"/>
          <w:rtl/>
        </w:rPr>
        <w:t xml:space="preserve"> </w:t>
      </w:r>
      <w:r w:rsidRPr="00A07116">
        <w:rPr>
          <w:rStyle w:val="libArabicChar"/>
          <w:rFonts w:hint="cs"/>
          <w:rtl/>
        </w:rPr>
        <w:t>منة</w:t>
      </w:r>
      <w:r w:rsidRPr="00A07116">
        <w:rPr>
          <w:rStyle w:val="libArabicChar"/>
          <w:rtl/>
        </w:rPr>
        <w:t xml:space="preserve"> </w:t>
      </w:r>
      <w:r w:rsidRPr="00A07116">
        <w:rPr>
          <w:rStyle w:val="libArabicChar"/>
          <w:rFonts w:hint="cs"/>
          <w:rtl/>
        </w:rPr>
        <w:t>مطمئنة</w:t>
      </w:r>
      <w:r w:rsidRPr="00A07116">
        <w:rPr>
          <w:rStyle w:val="libArabicChar"/>
          <w:rtl/>
        </w:rPr>
        <w:t xml:space="preserve"> </w:t>
      </w:r>
      <w:r w:rsidRPr="00A07116">
        <w:rPr>
          <w:rStyle w:val="libArabicChar"/>
          <w:rFonts w:hint="cs"/>
          <w:rtl/>
        </w:rPr>
        <w:t>يا</w:t>
      </w:r>
      <w:r w:rsidRPr="00A07116">
        <w:rPr>
          <w:rStyle w:val="libArabicChar"/>
          <w:rtl/>
        </w:rPr>
        <w:t xml:space="preserve"> </w:t>
      </w:r>
      <w:r w:rsidRPr="00A07116">
        <w:rPr>
          <w:rStyle w:val="libArabicChar"/>
          <w:rFonts w:hint="cs"/>
          <w:rtl/>
        </w:rPr>
        <w:t>تي</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رزق</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رغداً</w:t>
      </w:r>
      <w:r w:rsidRPr="00A07116">
        <w:rPr>
          <w:rStyle w:val="libArabicChar"/>
          <w:rtl/>
        </w:rPr>
        <w:t xml:space="preserve"> </w:t>
      </w:r>
      <w:r w:rsidRPr="00A07116">
        <w:rPr>
          <w:rStyle w:val="libArabicChar"/>
          <w:rFonts w:hint="cs"/>
          <w:rtl/>
        </w:rPr>
        <w:t>من</w:t>
      </w:r>
      <w:r w:rsidRPr="00A07116">
        <w:rPr>
          <w:rStyle w:val="libArabicChar"/>
          <w:rtl/>
        </w:rPr>
        <w:t xml:space="preserve"> </w:t>
      </w:r>
      <w:r w:rsidRPr="00A07116">
        <w:rPr>
          <w:rStyle w:val="libArabicChar"/>
          <w:rFonts w:hint="cs"/>
          <w:rtl/>
        </w:rPr>
        <w:t>كلّ</w:t>
      </w:r>
      <w:r w:rsidRPr="00A07116">
        <w:rPr>
          <w:rStyle w:val="libArabicChar"/>
          <w:rtl/>
        </w:rPr>
        <w:t xml:space="preserve"> </w:t>
      </w:r>
      <w:r w:rsidRPr="00A07116">
        <w:rPr>
          <w:rStyle w:val="libArabicChar"/>
          <w:rFonts w:hint="cs"/>
          <w:rtl/>
        </w:rPr>
        <w:t>مكان</w:t>
      </w:r>
      <w:r w:rsidRPr="00A07116">
        <w:rPr>
          <w:rStyle w:val="libArabicChar"/>
          <w:rtl/>
        </w:rPr>
        <w:t xml:space="preserve"> </w:t>
      </w:r>
      <w:r w:rsidRPr="00A07116">
        <w:rPr>
          <w:rStyle w:val="libArabicChar"/>
          <w:rFonts w:hint="cs"/>
          <w:rtl/>
        </w:rPr>
        <w:t>فكفرت</w:t>
      </w:r>
      <w:r w:rsidRPr="00A07116">
        <w:rPr>
          <w:rStyle w:val="libArabicChar"/>
          <w:rtl/>
        </w:rPr>
        <w:t xml:space="preserve"> </w:t>
      </w:r>
      <w:r w:rsidRPr="00A07116">
        <w:rPr>
          <w:rStyle w:val="libArabicChar"/>
          <w:rFonts w:hint="cs"/>
          <w:rtl/>
        </w:rPr>
        <w:t>با</w:t>
      </w:r>
      <w:r w:rsidRPr="00A07116">
        <w:rPr>
          <w:rStyle w:val="libArabicChar"/>
          <w:rtl/>
        </w:rPr>
        <w:t xml:space="preserve"> </w:t>
      </w:r>
      <w:r w:rsidRPr="00A07116">
        <w:rPr>
          <w:rStyle w:val="libArabicChar"/>
          <w:rFonts w:hint="cs"/>
          <w:rtl/>
        </w:rPr>
        <w:t>نعم</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فاذاق</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الله</w:t>
      </w:r>
      <w:r w:rsidRPr="00A07116">
        <w:rPr>
          <w:rStyle w:val="libArabicChar"/>
          <w:rtl/>
        </w:rPr>
        <w:t xml:space="preserve"> </w:t>
      </w:r>
      <w:r w:rsidRPr="00A07116">
        <w:rPr>
          <w:rStyle w:val="libArabicChar"/>
          <w:rFonts w:hint="cs"/>
          <w:rtl/>
        </w:rPr>
        <w:t>لباس</w:t>
      </w:r>
      <w:r w:rsidRPr="00A07116">
        <w:rPr>
          <w:rStyle w:val="libArabicChar"/>
          <w:rtl/>
        </w:rPr>
        <w:t xml:space="preserve"> </w:t>
      </w:r>
      <w:r w:rsidRPr="00A07116">
        <w:rPr>
          <w:rStyle w:val="libArabicChar"/>
          <w:rFonts w:hint="cs"/>
          <w:rtl/>
        </w:rPr>
        <w:t>الجوع</w:t>
      </w:r>
      <w:r w:rsidRPr="00A07116">
        <w:rPr>
          <w:rStyle w:val="libArabicChar"/>
          <w:rtl/>
        </w:rPr>
        <w:t xml:space="preserve"> </w:t>
      </w:r>
      <w:r w:rsidRPr="00A07116">
        <w:rPr>
          <w:rStyle w:val="libArabicChar"/>
          <w:rFonts w:hint="cs"/>
          <w:rtl/>
        </w:rPr>
        <w:t>والخوف</w:t>
      </w:r>
      <w:r w:rsidRPr="00A07116">
        <w:rPr>
          <w:rStyle w:val="libArabicChar"/>
          <w:rtl/>
        </w:rPr>
        <w:t xml:space="preserve"> </w:t>
      </w:r>
      <w:r w:rsidRPr="00A07116">
        <w:rPr>
          <w:rStyle w:val="libArabicChar"/>
          <w:rFonts w:hint="cs"/>
          <w:rtl/>
        </w:rPr>
        <w:t>بما</w:t>
      </w:r>
      <w:r w:rsidRPr="00A07116">
        <w:rPr>
          <w:rStyle w:val="libArabicChar"/>
          <w:rtl/>
        </w:rPr>
        <w:t xml:space="preserve"> </w:t>
      </w:r>
      <w:r w:rsidRPr="00A07116">
        <w:rPr>
          <w:rStyle w:val="libArabicChar"/>
          <w:rFonts w:hint="cs"/>
          <w:rtl/>
        </w:rPr>
        <w:t>كانوا</w:t>
      </w:r>
      <w:r w:rsidRPr="00A07116">
        <w:rPr>
          <w:rStyle w:val="libArabicChar"/>
          <w:rtl/>
        </w:rPr>
        <w:t xml:space="preserve"> </w:t>
      </w:r>
      <w:r w:rsidRPr="00A07116">
        <w:rPr>
          <w:rStyle w:val="libArabicChar"/>
          <w:rFonts w:hint="cs"/>
          <w:rtl/>
        </w:rPr>
        <w:t>يص</w:t>
      </w:r>
      <w:r w:rsidRPr="00A07116">
        <w:rPr>
          <w:rStyle w:val="libArabicChar"/>
          <w:rtl/>
        </w:rPr>
        <w:t>نعون''</w:t>
      </w:r>
      <w:r w:rsidRPr="00A07116">
        <w:rPr>
          <w:rStyle w:val="libFootnotenumChar"/>
          <w:rtl/>
        </w:rPr>
        <w:t>(1)</w:t>
      </w:r>
    </w:p>
    <w:p w:rsidR="001F628F" w:rsidRDefault="001F628F" w:rsidP="001F628F">
      <w:pPr>
        <w:pStyle w:val="libNormal"/>
        <w:rPr>
          <w:rtl/>
        </w:rPr>
      </w:pPr>
      <w:r>
        <w:rPr>
          <w:rFonts w:hint="eastAsia"/>
          <w:rtl/>
        </w:rPr>
        <w:t>امام</w:t>
      </w:r>
      <w:r>
        <w:rPr>
          <w:rtl/>
        </w:rPr>
        <w:t xml:space="preserve"> جعفر صادق</w:t>
      </w:r>
      <w:r w:rsidR="00367F17" w:rsidRPr="00367F17">
        <w:rPr>
          <w:rStyle w:val="libAlaemChar"/>
          <w:rtl/>
        </w:rPr>
        <w:t xml:space="preserve"> عليه‌السلام </w:t>
      </w:r>
      <w:r>
        <w:rPr>
          <w:rtl/>
        </w:rPr>
        <w:t xml:space="preserve"> سے روايت نقل ہوئي ہے كہ آپ </w:t>
      </w:r>
      <w:r w:rsidR="00367F17" w:rsidRPr="00367F17">
        <w:rPr>
          <w:rStyle w:val="libAlaemChar"/>
          <w:rtl/>
        </w:rPr>
        <w:t xml:space="preserve"> عليه‌السلام </w:t>
      </w:r>
      <w:r>
        <w:rPr>
          <w:rtl/>
        </w:rPr>
        <w:t xml:space="preserve"> نے فرمايا: ...تم سے پہلے ايسى بستيا</w:t>
      </w:r>
      <w:r w:rsidR="00083993">
        <w:rPr>
          <w:rtl/>
        </w:rPr>
        <w:t xml:space="preserve">ں </w:t>
      </w:r>
      <w:r>
        <w:rPr>
          <w:rtl/>
        </w:rPr>
        <w:t>تھي</w:t>
      </w:r>
      <w:r w:rsidR="00083993">
        <w:rPr>
          <w:rtl/>
        </w:rPr>
        <w:t xml:space="preserve">ں </w:t>
      </w:r>
      <w:r>
        <w:rPr>
          <w:rtl/>
        </w:rPr>
        <w:t>جہني</w:t>
      </w:r>
      <w:r w:rsidR="00083993">
        <w:rPr>
          <w:rtl/>
        </w:rPr>
        <w:t xml:space="preserve">ں </w:t>
      </w:r>
      <w:r>
        <w:rPr>
          <w:rtl/>
        </w:rPr>
        <w:t>خداوند عالم نے زندگى كى آسا</w:t>
      </w:r>
      <w:r w:rsidR="009F604A">
        <w:rPr>
          <w:rtl/>
        </w:rPr>
        <w:t>ئش</w:t>
      </w:r>
      <w:r>
        <w:rPr>
          <w:rtl/>
        </w:rPr>
        <w:t>ات سے مالامال كيا تھا يہا</w:t>
      </w:r>
      <w:r w:rsidR="00083993">
        <w:rPr>
          <w:rtl/>
        </w:rPr>
        <w:t xml:space="preserve">ں </w:t>
      </w:r>
      <w:r>
        <w:rPr>
          <w:rtl/>
        </w:rPr>
        <w:t>تك كہ انہو</w:t>
      </w:r>
      <w:r w:rsidR="00083993">
        <w:rPr>
          <w:rtl/>
        </w:rPr>
        <w:t xml:space="preserve">ں </w:t>
      </w:r>
      <w:r>
        <w:rPr>
          <w:rtl/>
        </w:rPr>
        <w:t>نے سركشى كى اور بعض نے بعض دوسرو</w:t>
      </w:r>
      <w:r w:rsidR="00083993">
        <w:rPr>
          <w:rtl/>
        </w:rPr>
        <w:t xml:space="preserve">ں </w:t>
      </w:r>
      <w:r>
        <w:rPr>
          <w:rtl/>
        </w:rPr>
        <w:t>سے كہا كہ اگر ہم ان روٹيو</w:t>
      </w:r>
      <w:r w:rsidR="00083993">
        <w:rPr>
          <w:rtl/>
        </w:rPr>
        <w:t xml:space="preserve">ں </w:t>
      </w:r>
      <w:r>
        <w:rPr>
          <w:rtl/>
        </w:rPr>
        <w:t>كو لي</w:t>
      </w:r>
      <w:r w:rsidR="00083993">
        <w:rPr>
          <w:rtl/>
        </w:rPr>
        <w:t xml:space="preserve">ں </w:t>
      </w:r>
      <w:r>
        <w:rPr>
          <w:rtl/>
        </w:rPr>
        <w:t>اور ان كے ذريعہ استنجا كري</w:t>
      </w:r>
      <w:r w:rsidR="00083993">
        <w:rPr>
          <w:rtl/>
        </w:rPr>
        <w:t xml:space="preserve">ں </w:t>
      </w:r>
      <w:r>
        <w:rPr>
          <w:rtl/>
        </w:rPr>
        <w:t>تو يہ ہماريے ليے پتھر سے بہت زيادہ نرم ثابت ہوگا اور كيونكہ انہو</w:t>
      </w:r>
      <w:r w:rsidR="00083993">
        <w:rPr>
          <w:rtl/>
        </w:rPr>
        <w:t xml:space="preserve">ں </w:t>
      </w:r>
      <w:r>
        <w:rPr>
          <w:rtl/>
        </w:rPr>
        <w:t>نے ايسا ہى كيا تو خداوند عالم نے ٹڈى سے چھوٹى رينگنے والے مخلوق كو ان كى زمينو</w:t>
      </w:r>
      <w:r w:rsidR="00083993">
        <w:rPr>
          <w:rtl/>
        </w:rPr>
        <w:t xml:space="preserve">ں </w:t>
      </w:r>
      <w:r>
        <w:rPr>
          <w:rtl/>
        </w:rPr>
        <w:t>مي</w:t>
      </w:r>
      <w:r w:rsidR="00083993">
        <w:rPr>
          <w:rtl/>
        </w:rPr>
        <w:t xml:space="preserve">ں </w:t>
      </w:r>
      <w:r>
        <w:rPr>
          <w:rtl/>
        </w:rPr>
        <w:t>بھيجا جس نے خدا وند عالم كى تمام پيدا كردہ چيزو</w:t>
      </w:r>
      <w:r w:rsidR="00083993">
        <w:rPr>
          <w:rtl/>
        </w:rPr>
        <w:t xml:space="preserve">ں </w:t>
      </w:r>
      <w:r>
        <w:rPr>
          <w:rtl/>
        </w:rPr>
        <w:t>درخت و غيرہ كو كھا ليا جس كے نتيجہ مي</w:t>
      </w:r>
      <w:r w:rsidR="00083993">
        <w:rPr>
          <w:rtl/>
        </w:rPr>
        <w:t xml:space="preserve">ں </w:t>
      </w:r>
      <w:r>
        <w:rPr>
          <w:rtl/>
        </w:rPr>
        <w:t xml:space="preserve">سختى اورتنگى </w:t>
      </w:r>
      <w:r>
        <w:rPr>
          <w:rFonts w:hint="eastAsia"/>
          <w:rtl/>
        </w:rPr>
        <w:t>اس</w:t>
      </w:r>
      <w:r>
        <w:rPr>
          <w:rtl/>
        </w:rPr>
        <w:t xml:space="preserve"> نيتجہ تك پہنچ گئي كہ ان روٹيو</w:t>
      </w:r>
      <w:r w:rsidR="00083993">
        <w:rPr>
          <w:rtl/>
        </w:rPr>
        <w:t xml:space="preserve">ں </w:t>
      </w:r>
      <w:r>
        <w:rPr>
          <w:rtl/>
        </w:rPr>
        <w:t>كو كہ جن سے وہ استنجا كرتے تھے ان كو ليتے اور كھا ليتے تھے اور يہ بستى ہے جس كے بارے مي</w:t>
      </w:r>
      <w:r w:rsidR="00083993">
        <w:rPr>
          <w:rtl/>
        </w:rPr>
        <w:t xml:space="preserve">ں </w:t>
      </w:r>
      <w:r>
        <w:rPr>
          <w:rtl/>
        </w:rPr>
        <w:t>خداوند عالم نے فرمايا ہے ''ضرب الله مثلاً قرية ً كانت آمنة ً مطمئنة ...''</w:t>
      </w:r>
    </w:p>
    <w:p w:rsidR="001F628F" w:rsidRDefault="001F628F" w:rsidP="00A07116">
      <w:pPr>
        <w:pStyle w:val="libNormal"/>
        <w:rPr>
          <w:rtl/>
        </w:rPr>
      </w:pPr>
      <w:r>
        <w:rPr>
          <w:rFonts w:hint="eastAsia"/>
          <w:rtl/>
        </w:rPr>
        <w:t>آرام</w:t>
      </w:r>
      <w:r>
        <w:rPr>
          <w:rtl/>
        </w:rPr>
        <w:t xml:space="preserve"> و سكون:</w:t>
      </w:r>
      <w:r>
        <w:rPr>
          <w:rFonts w:hint="eastAsia"/>
          <w:rtl/>
        </w:rPr>
        <w:t>اجتماعى</w:t>
      </w:r>
      <w:r>
        <w:rPr>
          <w:rtl/>
        </w:rPr>
        <w:t xml:space="preserve"> آرام و سكون كے آثار 4</w:t>
      </w:r>
    </w:p>
    <w:p w:rsidR="001F628F" w:rsidRDefault="001F628F" w:rsidP="00A07116">
      <w:pPr>
        <w:pStyle w:val="libNormal"/>
        <w:rPr>
          <w:rtl/>
        </w:rPr>
      </w:pPr>
      <w:r>
        <w:rPr>
          <w:rFonts w:hint="eastAsia"/>
          <w:rtl/>
        </w:rPr>
        <w:t>آسا</w:t>
      </w:r>
      <w:r w:rsidR="009F604A">
        <w:rPr>
          <w:rFonts w:hint="eastAsia"/>
          <w:rtl/>
        </w:rPr>
        <w:t>ئش</w:t>
      </w:r>
      <w:r>
        <w:rPr>
          <w:rtl/>
        </w:rPr>
        <w:t>:</w:t>
      </w:r>
      <w:r>
        <w:rPr>
          <w:rFonts w:hint="eastAsia"/>
          <w:rtl/>
        </w:rPr>
        <w:t>آسا</w:t>
      </w:r>
      <w:r w:rsidR="009F604A">
        <w:rPr>
          <w:rFonts w:hint="eastAsia"/>
          <w:rtl/>
        </w:rPr>
        <w:t>ئش</w:t>
      </w:r>
      <w:r>
        <w:rPr>
          <w:rtl/>
        </w:rPr>
        <w:t xml:space="preserve"> كے آثار 5</w:t>
      </w:r>
    </w:p>
    <w:p w:rsidR="001F628F" w:rsidRDefault="001F628F" w:rsidP="00A07116">
      <w:pPr>
        <w:pStyle w:val="libNormal"/>
        <w:rPr>
          <w:rtl/>
        </w:rPr>
      </w:pPr>
      <w:r>
        <w:rPr>
          <w:rFonts w:hint="eastAsia"/>
          <w:rtl/>
        </w:rPr>
        <w:t>آسودہ</w:t>
      </w:r>
      <w:r>
        <w:rPr>
          <w:rtl/>
        </w:rPr>
        <w:t xml:space="preserve"> لوگ:</w:t>
      </w:r>
      <w:r>
        <w:rPr>
          <w:rFonts w:hint="eastAsia"/>
          <w:rtl/>
        </w:rPr>
        <w:t>آسودہ</w:t>
      </w:r>
      <w:r>
        <w:rPr>
          <w:rtl/>
        </w:rPr>
        <w:t xml:space="preserve"> لوگو</w:t>
      </w:r>
      <w:r w:rsidR="00083993">
        <w:rPr>
          <w:rtl/>
        </w:rPr>
        <w:t xml:space="preserve">ں </w:t>
      </w:r>
      <w:r>
        <w:rPr>
          <w:rtl/>
        </w:rPr>
        <w:t>كو انذار 11</w:t>
      </w:r>
    </w:p>
    <w:p w:rsidR="001F628F" w:rsidRDefault="001F628F" w:rsidP="00A07116">
      <w:pPr>
        <w:pStyle w:val="libNormal"/>
        <w:rPr>
          <w:rtl/>
        </w:rPr>
      </w:pPr>
      <w:r>
        <w:rPr>
          <w:rFonts w:hint="eastAsia"/>
          <w:rtl/>
        </w:rPr>
        <w:t>اقتصاد</w:t>
      </w:r>
      <w:r>
        <w:rPr>
          <w:rtl/>
        </w:rPr>
        <w:t>:</w:t>
      </w:r>
      <w:r>
        <w:rPr>
          <w:rFonts w:hint="eastAsia"/>
          <w:rtl/>
        </w:rPr>
        <w:t>اقتصادى</w:t>
      </w:r>
      <w:r>
        <w:rPr>
          <w:rtl/>
        </w:rPr>
        <w:t xml:space="preserve"> رشد كے اسباب 16;اقتصادى كے رشد كا زمينہ 4</w:t>
      </w:r>
    </w:p>
    <w:p w:rsidR="001F628F" w:rsidRDefault="001F628F" w:rsidP="00A07116">
      <w:pPr>
        <w:pStyle w:val="libNormal"/>
        <w:rPr>
          <w:rtl/>
        </w:rPr>
      </w:pPr>
      <w:r>
        <w:rPr>
          <w:rFonts w:hint="eastAsia"/>
          <w:rtl/>
        </w:rPr>
        <w:t>امنيت</w:t>
      </w:r>
      <w:r>
        <w:rPr>
          <w:rtl/>
        </w:rPr>
        <w:t>:</w:t>
      </w:r>
      <w:r>
        <w:rPr>
          <w:rFonts w:hint="eastAsia"/>
          <w:rtl/>
        </w:rPr>
        <w:t>سماجى</w:t>
      </w:r>
      <w:r>
        <w:rPr>
          <w:rtl/>
        </w:rPr>
        <w:t xml:space="preserve"> امنيت كے آثار 4; سماجى امنيت كے اسباب 16</w:t>
      </w:r>
    </w:p>
    <w:p w:rsidR="001F628F" w:rsidRDefault="001F628F" w:rsidP="00A07116">
      <w:pPr>
        <w:pStyle w:val="libNormal"/>
        <w:rPr>
          <w:rtl/>
        </w:rPr>
      </w:pPr>
      <w:r>
        <w:rPr>
          <w:rFonts w:hint="eastAsia"/>
          <w:rtl/>
        </w:rPr>
        <w:t>الله</w:t>
      </w:r>
      <w:r>
        <w:rPr>
          <w:rtl/>
        </w:rPr>
        <w:t xml:space="preserve"> تعالي:</w:t>
      </w:r>
      <w:r>
        <w:rPr>
          <w:rFonts w:hint="eastAsia"/>
          <w:rtl/>
        </w:rPr>
        <w:t>الله</w:t>
      </w:r>
      <w:r>
        <w:rPr>
          <w:rtl/>
        </w:rPr>
        <w:t xml:space="preserve"> تعالى كى سزائي</w:t>
      </w:r>
      <w:r w:rsidR="00083993">
        <w:rPr>
          <w:rtl/>
        </w:rPr>
        <w:t xml:space="preserve">ں </w:t>
      </w:r>
      <w:r>
        <w:rPr>
          <w:rtl/>
        </w:rPr>
        <w:t>7; الله تعالى كى مہم نعمتي</w:t>
      </w:r>
      <w:r w:rsidR="00083993">
        <w:rPr>
          <w:rtl/>
        </w:rPr>
        <w:t xml:space="preserve">ں </w:t>
      </w:r>
      <w:r>
        <w:rPr>
          <w:rtl/>
        </w:rPr>
        <w:t>2 ; الله تعالى كے انذار 11</w:t>
      </w:r>
    </w:p>
    <w:p w:rsidR="001F628F" w:rsidRDefault="001F628F" w:rsidP="00A07116">
      <w:pPr>
        <w:pStyle w:val="libNormal"/>
        <w:rPr>
          <w:rtl/>
        </w:rPr>
      </w:pPr>
      <w:r>
        <w:rPr>
          <w:rFonts w:hint="eastAsia"/>
          <w:rtl/>
        </w:rPr>
        <w:t>انذار</w:t>
      </w:r>
      <w:r>
        <w:rPr>
          <w:rtl/>
        </w:rPr>
        <w:t>:</w:t>
      </w:r>
      <w:r>
        <w:rPr>
          <w:rFonts w:hint="eastAsia"/>
          <w:rtl/>
        </w:rPr>
        <w:t>كفران</w:t>
      </w:r>
      <w:r>
        <w:rPr>
          <w:rtl/>
        </w:rPr>
        <w:t xml:space="preserve"> نعمت سے انذار 11</w:t>
      </w:r>
    </w:p>
    <w:p w:rsidR="001F628F" w:rsidRDefault="001F628F" w:rsidP="00A07116">
      <w:pPr>
        <w:pStyle w:val="libNormal"/>
        <w:rPr>
          <w:rtl/>
        </w:rPr>
      </w:pPr>
      <w:r>
        <w:rPr>
          <w:rFonts w:hint="eastAsia"/>
          <w:rtl/>
        </w:rPr>
        <w:t>انجام</w:t>
      </w:r>
      <w:r>
        <w:rPr>
          <w:rtl/>
        </w:rPr>
        <w:t>:</w:t>
      </w:r>
      <w:r>
        <w:rPr>
          <w:rFonts w:hint="eastAsia"/>
          <w:rtl/>
        </w:rPr>
        <w:t>برا</w:t>
      </w:r>
      <w:r>
        <w:rPr>
          <w:rtl/>
        </w:rPr>
        <w:t xml:space="preserve"> انجام 1</w:t>
      </w:r>
    </w:p>
    <w:p w:rsidR="001F628F" w:rsidRDefault="001F628F" w:rsidP="00A07116">
      <w:pPr>
        <w:pStyle w:val="libNormal"/>
        <w:rPr>
          <w:rtl/>
        </w:rPr>
      </w:pPr>
      <w:r>
        <w:rPr>
          <w:rFonts w:hint="eastAsia"/>
          <w:rtl/>
        </w:rPr>
        <w:t>بلا</w:t>
      </w:r>
      <w:r>
        <w:rPr>
          <w:rtl/>
        </w:rPr>
        <w:t>:</w:t>
      </w:r>
      <w:r>
        <w:rPr>
          <w:rFonts w:hint="eastAsia"/>
          <w:rtl/>
        </w:rPr>
        <w:t>سماجى</w:t>
      </w:r>
      <w:r>
        <w:rPr>
          <w:rtl/>
        </w:rPr>
        <w:t xml:space="preserve"> بلائي</w:t>
      </w:r>
      <w:r w:rsidR="00083993">
        <w:rPr>
          <w:rtl/>
        </w:rPr>
        <w:t xml:space="preserve">ں </w:t>
      </w:r>
      <w:r>
        <w:rPr>
          <w:rtl/>
        </w:rPr>
        <w:t>8</w:t>
      </w:r>
    </w:p>
    <w:p w:rsidR="001F628F" w:rsidRDefault="001F628F" w:rsidP="001F628F">
      <w:pPr>
        <w:pStyle w:val="libNormal"/>
        <w:rPr>
          <w:rtl/>
        </w:rPr>
      </w:pPr>
      <w:r>
        <w:rPr>
          <w:rFonts w:hint="eastAsia"/>
          <w:rtl/>
        </w:rPr>
        <w:t>بھوك</w:t>
      </w:r>
      <w:r>
        <w:rPr>
          <w:rtl/>
        </w:rPr>
        <w:t>:</w:t>
      </w:r>
    </w:p>
    <w:p w:rsidR="001F628F" w:rsidRDefault="00B84D3B" w:rsidP="00B84D3B">
      <w:pPr>
        <w:pStyle w:val="libLine"/>
        <w:rPr>
          <w:rtl/>
        </w:rPr>
      </w:pPr>
      <w:r>
        <w:rPr>
          <w:rtl/>
        </w:rPr>
        <w:t>____________________</w:t>
      </w:r>
    </w:p>
    <w:p w:rsidR="001F628F" w:rsidRDefault="001F628F" w:rsidP="00A07116">
      <w:pPr>
        <w:pStyle w:val="libFootnote"/>
        <w:rPr>
          <w:rtl/>
        </w:rPr>
      </w:pPr>
      <w:r>
        <w:rPr>
          <w:rtl/>
        </w:rPr>
        <w:t>1) تفسيرعياشى ج2 ص 273 ح 79 نورالثقلين ح3 ص 92 ح 248</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بھوك</w:t>
      </w:r>
      <w:r>
        <w:rPr>
          <w:rtl/>
        </w:rPr>
        <w:t xml:space="preserve"> كى بلائي</w:t>
      </w:r>
      <w:r w:rsidR="00083993">
        <w:rPr>
          <w:rtl/>
        </w:rPr>
        <w:t xml:space="preserve">ں </w:t>
      </w:r>
      <w:r>
        <w:rPr>
          <w:rtl/>
        </w:rPr>
        <w:t>8; بھوك كے آثار 15; بھوك كے اسباب 9،16</w:t>
      </w:r>
    </w:p>
    <w:p w:rsidR="001F628F" w:rsidRDefault="001F628F" w:rsidP="00A07116">
      <w:pPr>
        <w:pStyle w:val="libNormal"/>
        <w:rPr>
          <w:rtl/>
        </w:rPr>
      </w:pPr>
      <w:r>
        <w:rPr>
          <w:rFonts w:hint="eastAsia"/>
          <w:rtl/>
        </w:rPr>
        <w:t>رشد</w:t>
      </w:r>
      <w:r>
        <w:rPr>
          <w:rtl/>
        </w:rPr>
        <w:t>:</w:t>
      </w:r>
      <w:r>
        <w:rPr>
          <w:rFonts w:hint="eastAsia"/>
          <w:rtl/>
        </w:rPr>
        <w:t>سماجى</w:t>
      </w:r>
      <w:r>
        <w:rPr>
          <w:rtl/>
        </w:rPr>
        <w:t xml:space="preserve"> رشد كے اسباب 16</w:t>
      </w:r>
    </w:p>
    <w:p w:rsidR="001F628F" w:rsidRDefault="001F628F" w:rsidP="00A07116">
      <w:pPr>
        <w:pStyle w:val="libNormal"/>
        <w:rPr>
          <w:rtl/>
        </w:rPr>
      </w:pPr>
      <w:r>
        <w:rPr>
          <w:rFonts w:hint="eastAsia"/>
          <w:rtl/>
        </w:rPr>
        <w:t>رفاہ</w:t>
      </w:r>
      <w:r>
        <w:rPr>
          <w:rtl/>
        </w:rPr>
        <w:t>:</w:t>
      </w:r>
      <w:r>
        <w:rPr>
          <w:rFonts w:hint="eastAsia"/>
          <w:rtl/>
        </w:rPr>
        <w:t>رفاہ</w:t>
      </w:r>
      <w:r>
        <w:rPr>
          <w:rtl/>
        </w:rPr>
        <w:t xml:space="preserve"> كے آثار5</w:t>
      </w:r>
    </w:p>
    <w:p w:rsidR="001F628F" w:rsidRDefault="001F628F" w:rsidP="001F628F">
      <w:pPr>
        <w:pStyle w:val="libNormal"/>
        <w:rPr>
          <w:rtl/>
        </w:rPr>
      </w:pPr>
      <w:r>
        <w:rPr>
          <w:rFonts w:hint="eastAsia"/>
          <w:rtl/>
        </w:rPr>
        <w:t>روايت</w:t>
      </w:r>
      <w:r>
        <w:rPr>
          <w:rtl/>
        </w:rPr>
        <w:t>:17</w:t>
      </w:r>
    </w:p>
    <w:p w:rsidR="001F628F" w:rsidRDefault="001F628F" w:rsidP="00A07116">
      <w:pPr>
        <w:pStyle w:val="libNormal"/>
        <w:rPr>
          <w:rtl/>
        </w:rPr>
      </w:pPr>
      <w:r>
        <w:rPr>
          <w:rFonts w:hint="eastAsia"/>
          <w:rtl/>
        </w:rPr>
        <w:t>شكر</w:t>
      </w:r>
      <w:r>
        <w:rPr>
          <w:rtl/>
        </w:rPr>
        <w:t>:</w:t>
      </w:r>
      <w:r>
        <w:rPr>
          <w:rFonts w:hint="eastAsia"/>
          <w:rtl/>
        </w:rPr>
        <w:t>نعمت</w:t>
      </w:r>
      <w:r>
        <w:rPr>
          <w:rtl/>
        </w:rPr>
        <w:t xml:space="preserve"> كے شكر كى اہميت 10; نعمت كے شكر كے آثار 13</w:t>
      </w:r>
    </w:p>
    <w:p w:rsidR="001F628F" w:rsidRDefault="001F628F" w:rsidP="00A07116">
      <w:pPr>
        <w:pStyle w:val="libNormal"/>
        <w:rPr>
          <w:rtl/>
        </w:rPr>
      </w:pPr>
      <w:r>
        <w:rPr>
          <w:rFonts w:hint="eastAsia"/>
          <w:rtl/>
        </w:rPr>
        <w:t>عمل</w:t>
      </w:r>
      <w:r>
        <w:rPr>
          <w:rtl/>
        </w:rPr>
        <w:t>:</w:t>
      </w:r>
      <w:r>
        <w:rPr>
          <w:rFonts w:hint="eastAsia"/>
          <w:rtl/>
        </w:rPr>
        <w:t>سماجى</w:t>
      </w:r>
      <w:r>
        <w:rPr>
          <w:rtl/>
        </w:rPr>
        <w:t xml:space="preserve"> عمل كے آثار 16</w:t>
      </w:r>
    </w:p>
    <w:p w:rsidR="001F628F" w:rsidRDefault="001F628F" w:rsidP="00A07116">
      <w:pPr>
        <w:pStyle w:val="libNormal"/>
        <w:rPr>
          <w:rtl/>
        </w:rPr>
      </w:pPr>
      <w:r>
        <w:rPr>
          <w:rFonts w:hint="eastAsia"/>
          <w:rtl/>
        </w:rPr>
        <w:t>فقر</w:t>
      </w:r>
      <w:r>
        <w:rPr>
          <w:rtl/>
        </w:rPr>
        <w:t>:</w:t>
      </w:r>
      <w:r>
        <w:rPr>
          <w:rFonts w:hint="eastAsia"/>
          <w:rtl/>
        </w:rPr>
        <w:t>فقر</w:t>
      </w:r>
      <w:r>
        <w:rPr>
          <w:rtl/>
        </w:rPr>
        <w:t xml:space="preserve"> كے آثار 15; فقر كے اسباب 6،7،9،16</w:t>
      </w:r>
    </w:p>
    <w:p w:rsidR="001F628F" w:rsidRDefault="001F628F" w:rsidP="00A07116">
      <w:pPr>
        <w:pStyle w:val="libNormal"/>
        <w:rPr>
          <w:rtl/>
        </w:rPr>
      </w:pPr>
      <w:r>
        <w:rPr>
          <w:rFonts w:hint="eastAsia"/>
          <w:rtl/>
        </w:rPr>
        <w:t>قرآن</w:t>
      </w:r>
      <w:r>
        <w:rPr>
          <w:rtl/>
        </w:rPr>
        <w:t>:</w:t>
      </w:r>
      <w:r>
        <w:rPr>
          <w:rFonts w:hint="eastAsia"/>
          <w:rtl/>
        </w:rPr>
        <w:t>قرآنى</w:t>
      </w:r>
      <w:r>
        <w:rPr>
          <w:rtl/>
        </w:rPr>
        <w:t xml:space="preserve"> مثالو</w:t>
      </w:r>
      <w:r w:rsidR="00083993">
        <w:rPr>
          <w:rtl/>
        </w:rPr>
        <w:t xml:space="preserve">ں </w:t>
      </w:r>
      <w:r>
        <w:rPr>
          <w:rtl/>
        </w:rPr>
        <w:t>كا فلسفہ 1</w:t>
      </w:r>
    </w:p>
    <w:p w:rsidR="001F628F" w:rsidRDefault="001F628F" w:rsidP="00A07116">
      <w:pPr>
        <w:pStyle w:val="libNormal"/>
        <w:rPr>
          <w:rtl/>
        </w:rPr>
      </w:pPr>
      <w:r>
        <w:rPr>
          <w:rFonts w:hint="eastAsia"/>
          <w:rtl/>
        </w:rPr>
        <w:t>كفران</w:t>
      </w:r>
      <w:r>
        <w:rPr>
          <w:rtl/>
        </w:rPr>
        <w:t>:</w:t>
      </w:r>
      <w:r>
        <w:rPr>
          <w:rFonts w:hint="eastAsia"/>
          <w:rtl/>
        </w:rPr>
        <w:t>كفران</w:t>
      </w:r>
      <w:r>
        <w:rPr>
          <w:rtl/>
        </w:rPr>
        <w:t xml:space="preserve"> نعمت كا انجام 1; كفران نعمت كى سزا 7،17; كفران نعمت كے آثار 13;كفران نعمت كے اجتماعى آثار 6،9،12،14</w:t>
      </w:r>
    </w:p>
    <w:p w:rsidR="001F628F" w:rsidRDefault="001F628F" w:rsidP="00A07116">
      <w:pPr>
        <w:pStyle w:val="libNormal"/>
        <w:rPr>
          <w:rtl/>
        </w:rPr>
      </w:pPr>
      <w:r>
        <w:rPr>
          <w:rFonts w:hint="eastAsia"/>
          <w:rtl/>
        </w:rPr>
        <w:t>گناہ</w:t>
      </w:r>
      <w:r>
        <w:rPr>
          <w:rtl/>
        </w:rPr>
        <w:t>:</w:t>
      </w:r>
      <w:r>
        <w:rPr>
          <w:rFonts w:hint="eastAsia"/>
          <w:rtl/>
        </w:rPr>
        <w:t>گناہ</w:t>
      </w:r>
      <w:r>
        <w:rPr>
          <w:rtl/>
        </w:rPr>
        <w:t xml:space="preserve"> كے اجتماعى آثار 9،12</w:t>
      </w:r>
    </w:p>
    <w:p w:rsidR="001F628F" w:rsidRDefault="001F628F" w:rsidP="00A07116">
      <w:pPr>
        <w:pStyle w:val="libNormal"/>
        <w:rPr>
          <w:rtl/>
        </w:rPr>
      </w:pPr>
      <w:r>
        <w:rPr>
          <w:rFonts w:hint="eastAsia"/>
          <w:rtl/>
        </w:rPr>
        <w:t>معاشرہ</w:t>
      </w:r>
      <w:r>
        <w:rPr>
          <w:rtl/>
        </w:rPr>
        <w:t>:</w:t>
      </w:r>
      <w:r>
        <w:rPr>
          <w:rFonts w:hint="eastAsia"/>
          <w:rtl/>
        </w:rPr>
        <w:t>معاشرتى</w:t>
      </w:r>
      <w:r>
        <w:rPr>
          <w:rtl/>
        </w:rPr>
        <w:t xml:space="preserve"> آسيب شناسى 5، 6،12،15; معاشرہ مي</w:t>
      </w:r>
      <w:r w:rsidR="00083993">
        <w:rPr>
          <w:rtl/>
        </w:rPr>
        <w:t xml:space="preserve">ں </w:t>
      </w:r>
      <w:r>
        <w:rPr>
          <w:rtl/>
        </w:rPr>
        <w:t>كفران نعمت 5</w:t>
      </w:r>
    </w:p>
    <w:p w:rsidR="001F628F" w:rsidRDefault="001F628F" w:rsidP="00A07116">
      <w:pPr>
        <w:pStyle w:val="libNormal"/>
        <w:rPr>
          <w:rtl/>
        </w:rPr>
      </w:pPr>
      <w:r>
        <w:rPr>
          <w:rFonts w:hint="eastAsia"/>
          <w:rtl/>
        </w:rPr>
        <w:t>مشكلات</w:t>
      </w:r>
      <w:r>
        <w:rPr>
          <w:rtl/>
        </w:rPr>
        <w:t xml:space="preserve"> :</w:t>
      </w:r>
      <w:r>
        <w:rPr>
          <w:rFonts w:hint="eastAsia"/>
          <w:rtl/>
        </w:rPr>
        <w:t>اجتماعى</w:t>
      </w:r>
      <w:r>
        <w:rPr>
          <w:rtl/>
        </w:rPr>
        <w:t xml:space="preserve"> مشكلات 8</w:t>
      </w:r>
    </w:p>
    <w:p w:rsidR="001F628F" w:rsidRDefault="001F628F" w:rsidP="00A07116">
      <w:pPr>
        <w:pStyle w:val="libNormal"/>
        <w:rPr>
          <w:rtl/>
        </w:rPr>
      </w:pPr>
      <w:r>
        <w:rPr>
          <w:rFonts w:hint="eastAsia"/>
          <w:rtl/>
        </w:rPr>
        <w:t>مكّہ</w:t>
      </w:r>
      <w:r>
        <w:rPr>
          <w:rtl/>
        </w:rPr>
        <w:t>:</w:t>
      </w:r>
      <w:r>
        <w:rPr>
          <w:rFonts w:hint="eastAsia"/>
          <w:rtl/>
        </w:rPr>
        <w:t>اہل</w:t>
      </w:r>
      <w:r>
        <w:rPr>
          <w:rtl/>
        </w:rPr>
        <w:t xml:space="preserve"> مكہ كے كفران كے آثار 14; مكہ كى تاريخ 14; مكہ مي</w:t>
      </w:r>
      <w:r w:rsidR="00083993">
        <w:rPr>
          <w:rtl/>
        </w:rPr>
        <w:t xml:space="preserve">ں </w:t>
      </w:r>
      <w:r>
        <w:rPr>
          <w:rtl/>
        </w:rPr>
        <w:t>بھوك كے اسباب 14;مكہ مي</w:t>
      </w:r>
      <w:r w:rsidR="00083993">
        <w:rPr>
          <w:rtl/>
        </w:rPr>
        <w:t xml:space="preserve">ں </w:t>
      </w:r>
      <w:r>
        <w:rPr>
          <w:rtl/>
        </w:rPr>
        <w:t>فقر كے اسباب14; مكہ مي</w:t>
      </w:r>
      <w:r w:rsidR="00083993">
        <w:rPr>
          <w:rtl/>
        </w:rPr>
        <w:t xml:space="preserve">ں </w:t>
      </w:r>
      <w:r>
        <w:rPr>
          <w:rtl/>
        </w:rPr>
        <w:t>نا امنى كے اسباب 14</w:t>
      </w:r>
    </w:p>
    <w:p w:rsidR="001F628F" w:rsidRDefault="001F628F" w:rsidP="00A07116">
      <w:pPr>
        <w:pStyle w:val="libNormal"/>
        <w:rPr>
          <w:rtl/>
        </w:rPr>
      </w:pPr>
      <w:r>
        <w:rPr>
          <w:rFonts w:hint="eastAsia"/>
          <w:rtl/>
        </w:rPr>
        <w:t>ناامني</w:t>
      </w:r>
      <w:r>
        <w:rPr>
          <w:rtl/>
        </w:rPr>
        <w:t>:</w:t>
      </w:r>
      <w:r>
        <w:rPr>
          <w:rFonts w:hint="eastAsia"/>
          <w:rtl/>
        </w:rPr>
        <w:t>اجتماعى</w:t>
      </w:r>
      <w:r>
        <w:rPr>
          <w:rtl/>
        </w:rPr>
        <w:t xml:space="preserve"> ناامنى كا زمينہ 15; اجتماعى ناامنى كے اسباب 6،7،9،16; ناامنى كى بلائي</w:t>
      </w:r>
      <w:r w:rsidR="00083993">
        <w:rPr>
          <w:rtl/>
        </w:rPr>
        <w:t xml:space="preserve">ں </w:t>
      </w:r>
      <w:r>
        <w:rPr>
          <w:rtl/>
        </w:rPr>
        <w:t>8</w:t>
      </w:r>
    </w:p>
    <w:p w:rsidR="001F628F" w:rsidRDefault="001F628F" w:rsidP="00A07116">
      <w:pPr>
        <w:pStyle w:val="libNormal"/>
        <w:rPr>
          <w:rtl/>
        </w:rPr>
      </w:pPr>
      <w:r>
        <w:rPr>
          <w:rFonts w:hint="eastAsia"/>
          <w:rtl/>
        </w:rPr>
        <w:t>نعمت</w:t>
      </w:r>
      <w:r>
        <w:rPr>
          <w:rtl/>
        </w:rPr>
        <w:t>:</w:t>
      </w:r>
      <w:r>
        <w:rPr>
          <w:rFonts w:hint="eastAsia"/>
          <w:rtl/>
        </w:rPr>
        <w:t>اقتصادى</w:t>
      </w:r>
      <w:r>
        <w:rPr>
          <w:rtl/>
        </w:rPr>
        <w:t xml:space="preserve"> رشدكى نعمت 3;سماجى آرام كى نعمت 2;سماجى امنيت كى نعمت 2; نعمت كى بقاء كے اسباب 13; نعمت كے سلب كے اسباب 13; نعمت كے شامل حال كو انذار11</w:t>
      </w:r>
    </w:p>
    <w:p w:rsidR="00A07116" w:rsidRDefault="001E7F9D" w:rsidP="00F73EDE">
      <w:pPr>
        <w:pStyle w:val="libPoemTini"/>
        <w:rPr>
          <w:rtl/>
        </w:rPr>
      </w:pPr>
      <w:r>
        <w:rPr>
          <w:rtl/>
        </w:rPr>
        <w:br w:type="page"/>
      </w:r>
    </w:p>
    <w:p w:rsidR="00A07116" w:rsidRPr="00120F63" w:rsidRDefault="00A07116" w:rsidP="00A07116">
      <w:pPr>
        <w:pStyle w:val="Heading2Center"/>
        <w:rPr>
          <w:rtl/>
        </w:rPr>
      </w:pPr>
      <w:bookmarkStart w:id="259" w:name="_Toc28081937"/>
      <w:r>
        <w:rPr>
          <w:rFonts w:hint="cs"/>
          <w:rtl/>
        </w:rPr>
        <w:lastRenderedPageBreak/>
        <w:t xml:space="preserve">آیت </w:t>
      </w:r>
      <w:r w:rsidRPr="00120F63">
        <w:rPr>
          <w:rFonts w:hint="cs"/>
          <w:rtl/>
        </w:rPr>
        <w:t>113</w:t>
      </w:r>
      <w:bookmarkEnd w:id="259"/>
    </w:p>
    <w:p w:rsidR="001F628F" w:rsidRDefault="00E260F9" w:rsidP="00A07116">
      <w:pPr>
        <w:pStyle w:val="libNormal"/>
        <w:rPr>
          <w:rtl/>
        </w:rPr>
      </w:pPr>
      <w:r w:rsidRPr="00E260F9">
        <w:rPr>
          <w:rStyle w:val="libAlaemChar"/>
          <w:rFonts w:hint="eastAsia"/>
          <w:rtl/>
        </w:rPr>
        <w:t>(</w:t>
      </w:r>
      <w:r w:rsidRPr="00A07116">
        <w:rPr>
          <w:rStyle w:val="libAieChar"/>
          <w:rFonts w:hint="eastAsia"/>
          <w:rtl/>
        </w:rPr>
        <w:t>وَلَقَدْ</w:t>
      </w:r>
      <w:r w:rsidRPr="00A07116">
        <w:rPr>
          <w:rStyle w:val="libAieChar"/>
          <w:rtl/>
        </w:rPr>
        <w:t xml:space="preserve"> جَاءهُمْ رَسُولٌ مِّنْهُمْ فَكَذَّبُوهُ فَأَخَذَهُمُ الْعَذَابُ وَهُمْ ظَالِمُونَ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يقينا ان كے پاس رسول آيا تو انھو</w:t>
      </w:r>
      <w:r w:rsidR="00083993">
        <w:rPr>
          <w:rtl/>
        </w:rPr>
        <w:t xml:space="preserve">ں </w:t>
      </w:r>
      <w:r>
        <w:rPr>
          <w:rtl/>
        </w:rPr>
        <w:t>نے اس كى تكذيب كردى تو پھر ان تك عذاب آپہنچا كہ يہ سب ظلم كرنے والے تھے _</w:t>
      </w:r>
    </w:p>
    <w:p w:rsidR="001F628F" w:rsidRDefault="001F628F" w:rsidP="00A07116">
      <w:pPr>
        <w:pStyle w:val="libNormal"/>
        <w:rPr>
          <w:rtl/>
        </w:rPr>
      </w:pPr>
      <w:r>
        <w:rPr>
          <w:rtl/>
        </w:rPr>
        <w:t>1_ انبياء و رسول ، قومو</w:t>
      </w:r>
      <w:r w:rsidR="00083993">
        <w:rPr>
          <w:rtl/>
        </w:rPr>
        <w:t xml:space="preserve">ں </w:t>
      </w:r>
      <w:r>
        <w:rPr>
          <w:rtl/>
        </w:rPr>
        <w:t>كے ليے نعمت ہي</w:t>
      </w:r>
      <w:r w:rsidR="00083993">
        <w:rPr>
          <w:rtl/>
        </w:rPr>
        <w:t xml:space="preserve">ں </w:t>
      </w:r>
      <w:r>
        <w:rPr>
          <w:rtl/>
        </w:rPr>
        <w:t>_</w:t>
      </w:r>
      <w:r w:rsidRPr="00A07116">
        <w:rPr>
          <w:rStyle w:val="libArabicChar"/>
          <w:rFonts w:hint="eastAsia"/>
          <w:rtl/>
        </w:rPr>
        <w:t>فكفرت</w:t>
      </w:r>
      <w:r w:rsidRPr="00A07116">
        <w:rPr>
          <w:rStyle w:val="libArabicChar"/>
          <w:rtl/>
        </w:rPr>
        <w:t xml:space="preserve"> با نعم الله ...ولقد جاء </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رسو</w:t>
      </w:r>
      <w:r w:rsidRPr="00A07116">
        <w:rPr>
          <w:rStyle w:val="libArabicChar"/>
          <w:rtl/>
        </w:rPr>
        <w:t>ل من</w:t>
      </w:r>
      <w:r w:rsidR="00120F63" w:rsidRPr="00B2551F">
        <w:rPr>
          <w:rStyle w:val="libArabicChar"/>
          <w:rFonts w:hint="cs"/>
          <w:rtl/>
        </w:rPr>
        <w:t>ه</w:t>
      </w:r>
      <w:r w:rsidRPr="00A07116">
        <w:rPr>
          <w:rStyle w:val="libArabicChar"/>
          <w:rFonts w:hint="cs"/>
          <w:rtl/>
        </w:rPr>
        <w:t>م</w:t>
      </w:r>
    </w:p>
    <w:p w:rsidR="001F628F" w:rsidRDefault="001F628F" w:rsidP="001F628F">
      <w:pPr>
        <w:pStyle w:val="libNormal"/>
        <w:rPr>
          <w:rtl/>
        </w:rPr>
      </w:pPr>
      <w:r>
        <w:rPr>
          <w:rFonts w:hint="eastAsia"/>
          <w:rtl/>
        </w:rPr>
        <w:t>مذكورہ</w:t>
      </w:r>
      <w:r>
        <w:rPr>
          <w:rtl/>
        </w:rPr>
        <w:t xml:space="preserve"> تفسير اس بناء پر ہے كہ آيت كريمہ ما قبل آيت مي</w:t>
      </w:r>
      <w:r w:rsidR="00083993">
        <w:rPr>
          <w:rtl/>
        </w:rPr>
        <w:t xml:space="preserve">ں </w:t>
      </w:r>
      <w:r>
        <w:rPr>
          <w:rtl/>
        </w:rPr>
        <w:t>ذكر شدہ خداوند عالم كى عطا كردہ نعمتو</w:t>
      </w:r>
      <w:r w:rsidR="00083993">
        <w:rPr>
          <w:rtl/>
        </w:rPr>
        <w:t xml:space="preserve">ں </w:t>
      </w:r>
      <w:r>
        <w:rPr>
          <w:rtl/>
        </w:rPr>
        <w:t>مي</w:t>
      </w:r>
      <w:r w:rsidR="00083993">
        <w:rPr>
          <w:rtl/>
        </w:rPr>
        <w:t xml:space="preserve">ں </w:t>
      </w:r>
      <w:r>
        <w:rPr>
          <w:rtl/>
        </w:rPr>
        <w:t>سے دوسرے مصداق كو بيان كررہى ہے _</w:t>
      </w:r>
    </w:p>
    <w:p w:rsidR="001F628F" w:rsidRDefault="001F628F" w:rsidP="00A07116">
      <w:pPr>
        <w:pStyle w:val="libNormal"/>
        <w:rPr>
          <w:rtl/>
        </w:rPr>
      </w:pPr>
      <w:r>
        <w:rPr>
          <w:rtl/>
        </w:rPr>
        <w:t>2_ انبياء اور رسل</w:t>
      </w:r>
      <w:r w:rsidR="00367F17" w:rsidRPr="00367F17">
        <w:rPr>
          <w:rStyle w:val="libAlaemChar"/>
          <w:rtl/>
        </w:rPr>
        <w:t xml:space="preserve"> عليه‌السلام </w:t>
      </w:r>
      <w:r>
        <w:rPr>
          <w:rtl/>
        </w:rPr>
        <w:t xml:space="preserve"> كو عوام الناس اور خود ان كے معاشرہ مي</w:t>
      </w:r>
      <w:r w:rsidR="00083993">
        <w:rPr>
          <w:rtl/>
        </w:rPr>
        <w:t xml:space="preserve">ں </w:t>
      </w:r>
      <w:r>
        <w:rPr>
          <w:rtl/>
        </w:rPr>
        <w:t>سے مبعوث كيا گيا ہے _</w:t>
      </w:r>
      <w:r w:rsidRPr="00A07116">
        <w:rPr>
          <w:rStyle w:val="libArabicChar"/>
          <w:rFonts w:hint="eastAsia"/>
          <w:rtl/>
        </w:rPr>
        <w:t>جاء</w:t>
      </w:r>
      <w:r w:rsidRPr="00A07116">
        <w:rPr>
          <w:rStyle w:val="libArabicChar"/>
          <w:rtl/>
        </w:rPr>
        <w:t xml:space="preserve"> </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رسو</w:t>
      </w:r>
      <w:r w:rsidRPr="00A07116">
        <w:rPr>
          <w:rStyle w:val="libArabicChar"/>
          <w:rtl/>
        </w:rPr>
        <w:t>ل من</w:t>
      </w:r>
      <w:r w:rsidR="00120F63" w:rsidRPr="00B2551F">
        <w:rPr>
          <w:rStyle w:val="libArabicChar"/>
          <w:rFonts w:hint="cs"/>
          <w:rtl/>
        </w:rPr>
        <w:t>ه</w:t>
      </w:r>
      <w:r w:rsidRPr="00A07116">
        <w:rPr>
          <w:rStyle w:val="libArabicChar"/>
          <w:rFonts w:hint="cs"/>
          <w:rtl/>
        </w:rPr>
        <w:t>م</w:t>
      </w:r>
    </w:p>
    <w:p w:rsidR="001F628F" w:rsidRPr="00A07116" w:rsidRDefault="001F628F" w:rsidP="00A07116">
      <w:pPr>
        <w:pStyle w:val="libNormal"/>
        <w:rPr>
          <w:rStyle w:val="libArabicChar"/>
          <w:rtl/>
        </w:rPr>
      </w:pPr>
      <w:r>
        <w:rPr>
          <w:rtl/>
        </w:rPr>
        <w:t>3_ انبياء اور الہى قائدين كى تكذيب ، خداوند عالم كى نعمتو</w:t>
      </w:r>
      <w:r w:rsidR="00083993">
        <w:rPr>
          <w:rtl/>
        </w:rPr>
        <w:t xml:space="preserve">ں </w:t>
      </w:r>
      <w:r>
        <w:rPr>
          <w:rtl/>
        </w:rPr>
        <w:t>كا كفران ہے_</w:t>
      </w:r>
      <w:r w:rsidRPr="00A07116">
        <w:rPr>
          <w:rStyle w:val="libArabicChar"/>
          <w:rFonts w:hint="eastAsia"/>
          <w:rtl/>
        </w:rPr>
        <w:t>فكفرت</w:t>
      </w:r>
      <w:r w:rsidRPr="00A07116">
        <w:rPr>
          <w:rStyle w:val="libArabicChar"/>
          <w:rtl/>
        </w:rPr>
        <w:t xml:space="preserve"> با نعم الله ...ولقد جاء </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رسول</w:t>
      </w:r>
      <w:r w:rsidRPr="00A07116">
        <w:rPr>
          <w:rStyle w:val="libArabicChar"/>
          <w:rtl/>
        </w:rPr>
        <w:t xml:space="preserve"> </w:t>
      </w:r>
      <w:r w:rsidRPr="00A07116">
        <w:rPr>
          <w:rStyle w:val="libArabicChar"/>
          <w:rFonts w:hint="cs"/>
          <w:rtl/>
        </w:rPr>
        <w:t>من</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فكذ</w:t>
      </w:r>
      <w:r w:rsidRPr="00A07116">
        <w:rPr>
          <w:rStyle w:val="libArabicChar"/>
          <w:rtl/>
        </w:rPr>
        <w:t>ّ بو</w:t>
      </w:r>
      <w:r w:rsidR="00120F63" w:rsidRPr="00B2551F">
        <w:rPr>
          <w:rStyle w:val="libArabicChar"/>
          <w:rFonts w:hint="cs"/>
          <w:rtl/>
        </w:rPr>
        <w:t>ه</w:t>
      </w:r>
    </w:p>
    <w:p w:rsidR="001F628F" w:rsidRDefault="001F628F" w:rsidP="00A07116">
      <w:pPr>
        <w:pStyle w:val="libNormal"/>
        <w:rPr>
          <w:rtl/>
        </w:rPr>
      </w:pPr>
      <w:r>
        <w:rPr>
          <w:rtl/>
        </w:rPr>
        <w:t>4_ خود انسانو</w:t>
      </w:r>
      <w:r w:rsidR="00083993">
        <w:rPr>
          <w:rtl/>
        </w:rPr>
        <w:t xml:space="preserve">ں </w:t>
      </w:r>
      <w:r>
        <w:rPr>
          <w:rtl/>
        </w:rPr>
        <w:t>اور ان كے معاشرہ مي</w:t>
      </w:r>
      <w:r w:rsidR="00083993">
        <w:rPr>
          <w:rtl/>
        </w:rPr>
        <w:t xml:space="preserve">ں </w:t>
      </w:r>
      <w:r>
        <w:rPr>
          <w:rtl/>
        </w:rPr>
        <w:t>سے انبياء كا انتخاب ، رسالت مي</w:t>
      </w:r>
      <w:r w:rsidR="00083993">
        <w:rPr>
          <w:rtl/>
        </w:rPr>
        <w:t xml:space="preserve">ں </w:t>
      </w:r>
      <w:r>
        <w:rPr>
          <w:rtl/>
        </w:rPr>
        <w:t>اہم كردار كا حامل ہے_</w:t>
      </w:r>
      <w:r w:rsidRPr="00A07116">
        <w:rPr>
          <w:rStyle w:val="libArabicChar"/>
          <w:rFonts w:hint="eastAsia"/>
          <w:rtl/>
        </w:rPr>
        <w:t>جاء</w:t>
      </w:r>
      <w:r w:rsidRPr="00A07116">
        <w:rPr>
          <w:rStyle w:val="libArabicChar"/>
          <w:rtl/>
        </w:rPr>
        <w:t xml:space="preserve"> </w:t>
      </w:r>
      <w:r w:rsidR="00120F63" w:rsidRPr="00B2551F">
        <w:rPr>
          <w:rStyle w:val="libArabicChar"/>
          <w:rFonts w:hint="cs"/>
          <w:rtl/>
        </w:rPr>
        <w:t>ه</w:t>
      </w:r>
      <w:r w:rsidRPr="00A07116">
        <w:rPr>
          <w:rStyle w:val="libArabicChar"/>
          <w:rFonts w:hint="cs"/>
          <w:rtl/>
        </w:rPr>
        <w:t>م</w:t>
      </w:r>
      <w:r w:rsidRPr="00A07116">
        <w:rPr>
          <w:rStyle w:val="libArabicChar"/>
          <w:rtl/>
        </w:rPr>
        <w:t xml:space="preserve"> </w:t>
      </w:r>
      <w:r w:rsidRPr="00A07116">
        <w:rPr>
          <w:rStyle w:val="libArabicChar"/>
          <w:rFonts w:hint="cs"/>
          <w:rtl/>
        </w:rPr>
        <w:t>رسو</w:t>
      </w:r>
      <w:r w:rsidRPr="00A07116">
        <w:rPr>
          <w:rStyle w:val="libArabicChar"/>
          <w:rtl/>
        </w:rPr>
        <w:t>ل من</w:t>
      </w:r>
      <w:r w:rsidR="00120F63" w:rsidRPr="00B2551F">
        <w:rPr>
          <w:rStyle w:val="libArabicChar"/>
          <w:rFonts w:hint="cs"/>
          <w:rtl/>
        </w:rPr>
        <w:t>ه</w:t>
      </w:r>
      <w:r w:rsidRPr="00A07116">
        <w:rPr>
          <w:rStyle w:val="libArabicChar"/>
          <w:rFonts w:hint="cs"/>
          <w:rtl/>
        </w:rPr>
        <w:t>م</w:t>
      </w:r>
    </w:p>
    <w:p w:rsidR="001F628F" w:rsidRDefault="001F628F" w:rsidP="001F628F">
      <w:pPr>
        <w:pStyle w:val="libNormal"/>
        <w:rPr>
          <w:rtl/>
        </w:rPr>
      </w:pPr>
      <w:r>
        <w:rPr>
          <w:rFonts w:hint="eastAsia"/>
          <w:rtl/>
        </w:rPr>
        <w:t>خداوند</w:t>
      </w:r>
      <w:r>
        <w:rPr>
          <w:rtl/>
        </w:rPr>
        <w:t xml:space="preserve"> عالم كا عبارت </w:t>
      </w:r>
      <w:r w:rsidRPr="00A07116">
        <w:rPr>
          <w:rStyle w:val="libArabicChar"/>
          <w:rtl/>
        </w:rPr>
        <w:t>''رسول ٌ من</w:t>
      </w:r>
      <w:r w:rsidR="00120F63" w:rsidRPr="00B2551F">
        <w:rPr>
          <w:rStyle w:val="libArabicChar"/>
          <w:rFonts w:hint="cs"/>
          <w:rtl/>
        </w:rPr>
        <w:t>ه</w:t>
      </w:r>
      <w:r w:rsidRPr="00A07116">
        <w:rPr>
          <w:rStyle w:val="libArabicChar"/>
          <w:rFonts w:hint="cs"/>
          <w:rtl/>
        </w:rPr>
        <w:t>م</w:t>
      </w:r>
      <w:r w:rsidRPr="00A07116">
        <w:rPr>
          <w:rStyle w:val="libArabicChar"/>
          <w:rtl/>
        </w:rPr>
        <w:t>''</w:t>
      </w:r>
      <w:r>
        <w:rPr>
          <w:rtl/>
        </w:rPr>
        <w:t xml:space="preserve"> ( خود ان مي</w:t>
      </w:r>
      <w:r w:rsidR="00083993">
        <w:rPr>
          <w:rtl/>
        </w:rPr>
        <w:t xml:space="preserve">ں </w:t>
      </w:r>
      <w:r>
        <w:rPr>
          <w:rtl/>
        </w:rPr>
        <w:t>سے رسول) كى تصريح كرنا ،ممكن ہے مذكورہ مطلب كى طرف اشارہ ہو_</w:t>
      </w:r>
    </w:p>
    <w:p w:rsidR="001F628F" w:rsidRDefault="001F628F" w:rsidP="001F628F">
      <w:pPr>
        <w:pStyle w:val="libNormal"/>
        <w:rPr>
          <w:rtl/>
        </w:rPr>
      </w:pPr>
      <w:r>
        <w:rPr>
          <w:rtl/>
        </w:rPr>
        <w:t>5_امتو</w:t>
      </w:r>
      <w:r w:rsidR="00083993">
        <w:rPr>
          <w:rtl/>
        </w:rPr>
        <w:t xml:space="preserve">ں </w:t>
      </w:r>
      <w:r>
        <w:rPr>
          <w:rtl/>
        </w:rPr>
        <w:t>كا عذاب اور سزا ، ان مي</w:t>
      </w:r>
      <w:r w:rsidR="00083993">
        <w:rPr>
          <w:rtl/>
        </w:rPr>
        <w:t xml:space="preserve">ں </w:t>
      </w:r>
      <w:r>
        <w:rPr>
          <w:rtl/>
        </w:rPr>
        <w:t>انبياء بھيجنے كے ذريعہ الہى حجت كو تمام كرنے كے بعد تھا _</w:t>
      </w:r>
    </w:p>
    <w:p w:rsidR="001F628F" w:rsidRDefault="001F628F" w:rsidP="00A07116">
      <w:pPr>
        <w:pStyle w:val="libArabic"/>
        <w:rPr>
          <w:rtl/>
        </w:rPr>
      </w:pPr>
      <w:r>
        <w:rPr>
          <w:rFonts w:hint="eastAsia"/>
          <w:rtl/>
        </w:rPr>
        <w:t>لقد</w:t>
      </w:r>
      <w:r>
        <w:rPr>
          <w:rtl/>
        </w:rPr>
        <w:t xml:space="preserve"> جاء </w:t>
      </w:r>
      <w:r w:rsidR="00120F63" w:rsidRPr="00ED5DE8">
        <w:rPr>
          <w:rFonts w:hint="cs"/>
          <w:rtl/>
        </w:rPr>
        <w:t>ه</w:t>
      </w:r>
      <w:r>
        <w:rPr>
          <w:rFonts w:hint="cs"/>
          <w:rtl/>
        </w:rPr>
        <w:t>م</w:t>
      </w:r>
      <w:r>
        <w:rPr>
          <w:rtl/>
        </w:rPr>
        <w:t xml:space="preserve"> </w:t>
      </w:r>
      <w:r>
        <w:rPr>
          <w:rFonts w:hint="cs"/>
          <w:rtl/>
        </w:rPr>
        <w:t>رسول</w:t>
      </w:r>
      <w:r>
        <w:rPr>
          <w:rtl/>
        </w:rPr>
        <w:t xml:space="preserve"> </w:t>
      </w:r>
      <w:r>
        <w:rPr>
          <w:rFonts w:hint="cs"/>
          <w:rtl/>
        </w:rPr>
        <w:t>من</w:t>
      </w:r>
      <w:r w:rsidR="00120F63" w:rsidRPr="00ED5DE8">
        <w:rPr>
          <w:rFonts w:hint="cs"/>
          <w:rtl/>
        </w:rPr>
        <w:t>ه</w:t>
      </w:r>
      <w:r>
        <w:rPr>
          <w:rFonts w:hint="cs"/>
          <w:rtl/>
        </w:rPr>
        <w:t>م</w:t>
      </w:r>
      <w:r>
        <w:rPr>
          <w:rtl/>
        </w:rPr>
        <w:t xml:space="preserve"> </w:t>
      </w:r>
      <w:r>
        <w:rPr>
          <w:rFonts w:hint="cs"/>
          <w:rtl/>
        </w:rPr>
        <w:t>فكذّبو</w:t>
      </w:r>
      <w:r w:rsidR="00120F63" w:rsidRPr="00ED5DE8">
        <w:rPr>
          <w:rFonts w:hint="cs"/>
          <w:rtl/>
        </w:rPr>
        <w:t>ه</w:t>
      </w:r>
      <w:r>
        <w:rPr>
          <w:rtl/>
        </w:rPr>
        <w:t xml:space="preserve"> </w:t>
      </w:r>
      <w:r>
        <w:rPr>
          <w:rFonts w:hint="cs"/>
          <w:rtl/>
        </w:rPr>
        <w:t>فا</w:t>
      </w:r>
      <w:r>
        <w:rPr>
          <w:rtl/>
        </w:rPr>
        <w:t xml:space="preserve"> </w:t>
      </w:r>
      <w:r>
        <w:rPr>
          <w:rFonts w:hint="cs"/>
          <w:rtl/>
        </w:rPr>
        <w:t>خذ</w:t>
      </w:r>
      <w:r w:rsidR="00120F63" w:rsidRPr="00ED5DE8">
        <w:rPr>
          <w:rFonts w:hint="cs"/>
          <w:rtl/>
        </w:rPr>
        <w:t>ه</w:t>
      </w:r>
      <w:r>
        <w:rPr>
          <w:rFonts w:hint="cs"/>
          <w:rtl/>
        </w:rPr>
        <w:t>م</w:t>
      </w:r>
      <w:r>
        <w:rPr>
          <w:rtl/>
        </w:rPr>
        <w:t xml:space="preserve"> </w:t>
      </w:r>
      <w:r>
        <w:rPr>
          <w:rFonts w:hint="cs"/>
          <w:rtl/>
        </w:rPr>
        <w:t>ا</w:t>
      </w:r>
      <w:r>
        <w:rPr>
          <w:rtl/>
        </w:rPr>
        <w:t>لعذاب</w:t>
      </w:r>
    </w:p>
    <w:p w:rsidR="001F628F" w:rsidRDefault="001F628F" w:rsidP="001F628F">
      <w:pPr>
        <w:pStyle w:val="libNormal"/>
        <w:rPr>
          <w:rtl/>
        </w:rPr>
      </w:pPr>
      <w:r>
        <w:rPr>
          <w:rtl/>
        </w:rPr>
        <w:t>6_ معاشرہ كى حيات و بقائ،مادى نعمتو</w:t>
      </w:r>
      <w:r w:rsidR="00083993">
        <w:rPr>
          <w:rtl/>
        </w:rPr>
        <w:t xml:space="preserve">ں </w:t>
      </w:r>
      <w:r>
        <w:rPr>
          <w:rtl/>
        </w:rPr>
        <w:t>كے علاوہ معنوى كمالات كے زير سايہ ہے _</w:t>
      </w:r>
    </w:p>
    <w:p w:rsidR="00A07116" w:rsidRDefault="001F628F" w:rsidP="00A07116">
      <w:pPr>
        <w:pStyle w:val="libArabic"/>
        <w:rPr>
          <w:rtl/>
        </w:rPr>
      </w:pPr>
      <w:r>
        <w:rPr>
          <w:rFonts w:hint="eastAsia"/>
          <w:rtl/>
        </w:rPr>
        <w:t>يا</w:t>
      </w:r>
      <w:r>
        <w:rPr>
          <w:rtl/>
        </w:rPr>
        <w:t xml:space="preserve"> تي</w:t>
      </w:r>
      <w:r w:rsidR="00120F63" w:rsidRPr="00ED5DE8">
        <w:rPr>
          <w:rFonts w:hint="cs"/>
          <w:rtl/>
        </w:rPr>
        <w:t>ه</w:t>
      </w:r>
      <w:r>
        <w:rPr>
          <w:rFonts w:hint="cs"/>
          <w:rtl/>
        </w:rPr>
        <w:t>ا</w:t>
      </w:r>
      <w:r>
        <w:rPr>
          <w:rtl/>
        </w:rPr>
        <w:t xml:space="preserve"> </w:t>
      </w:r>
      <w:r>
        <w:rPr>
          <w:rFonts w:hint="cs"/>
          <w:rtl/>
        </w:rPr>
        <w:t>رزق</w:t>
      </w:r>
      <w:r w:rsidR="00120F63" w:rsidRPr="00ED5DE8">
        <w:rPr>
          <w:rFonts w:hint="cs"/>
          <w:rtl/>
        </w:rPr>
        <w:t>ه</w:t>
      </w:r>
      <w:r>
        <w:rPr>
          <w:rFonts w:hint="cs"/>
          <w:rtl/>
        </w:rPr>
        <w:t>ا</w:t>
      </w:r>
      <w:r>
        <w:rPr>
          <w:rtl/>
        </w:rPr>
        <w:t xml:space="preserve"> </w:t>
      </w:r>
      <w:r>
        <w:rPr>
          <w:rFonts w:hint="cs"/>
          <w:rtl/>
        </w:rPr>
        <w:t>رغداً</w:t>
      </w:r>
      <w:r>
        <w:rPr>
          <w:rtl/>
        </w:rPr>
        <w:t xml:space="preserve"> </w:t>
      </w:r>
      <w:r>
        <w:rPr>
          <w:rFonts w:hint="cs"/>
          <w:rtl/>
        </w:rPr>
        <w:t>من</w:t>
      </w:r>
      <w:r>
        <w:rPr>
          <w:rtl/>
        </w:rPr>
        <w:t xml:space="preserve"> </w:t>
      </w:r>
      <w:r>
        <w:rPr>
          <w:rFonts w:hint="cs"/>
          <w:rtl/>
        </w:rPr>
        <w:t>كلّ</w:t>
      </w:r>
      <w:r>
        <w:rPr>
          <w:rtl/>
        </w:rPr>
        <w:t xml:space="preserve"> </w:t>
      </w:r>
      <w:r>
        <w:rPr>
          <w:rFonts w:hint="cs"/>
          <w:rtl/>
        </w:rPr>
        <w:t>مكان</w:t>
      </w:r>
      <w:r>
        <w:rPr>
          <w:rtl/>
        </w:rPr>
        <w:t xml:space="preserve"> ...</w:t>
      </w:r>
      <w:r>
        <w:rPr>
          <w:rFonts w:hint="cs"/>
          <w:rtl/>
        </w:rPr>
        <w:t>ولق</w:t>
      </w:r>
      <w:r>
        <w:rPr>
          <w:rtl/>
        </w:rPr>
        <w:t>د جاء</w:t>
      </w:r>
      <w:r w:rsidR="00A07116" w:rsidRPr="00F21947">
        <w:rPr>
          <w:rFonts w:hint="cs"/>
          <w:rtl/>
        </w:rPr>
        <w:t xml:space="preserve"> </w:t>
      </w:r>
      <w:r w:rsidR="00120F63" w:rsidRPr="00ED5DE8">
        <w:rPr>
          <w:rFonts w:hint="cs"/>
          <w:rtl/>
        </w:rPr>
        <w:t>ه</w:t>
      </w:r>
      <w:r w:rsidR="00A07116">
        <w:rPr>
          <w:rFonts w:hint="cs"/>
          <w:rtl/>
        </w:rPr>
        <w:t>م</w:t>
      </w:r>
      <w:r w:rsidR="00A07116">
        <w:rPr>
          <w:rtl/>
        </w:rPr>
        <w:t xml:space="preserve"> رسول من</w:t>
      </w:r>
      <w:r w:rsidR="00120F63" w:rsidRPr="00ED5DE8">
        <w:rPr>
          <w:rFonts w:hint="cs"/>
          <w:rtl/>
        </w:rPr>
        <w:t>ه</w:t>
      </w:r>
      <w:r w:rsidR="00A07116">
        <w:rPr>
          <w:rFonts w:hint="cs"/>
          <w:rtl/>
        </w:rPr>
        <w:t>م</w:t>
      </w:r>
    </w:p>
    <w:p w:rsidR="00A07116" w:rsidRDefault="00A07116" w:rsidP="00A07116">
      <w:pPr>
        <w:pStyle w:val="libNormal"/>
        <w:rPr>
          <w:rtl/>
        </w:rPr>
      </w:pPr>
      <w:r>
        <w:rPr>
          <w:rFonts w:hint="eastAsia"/>
          <w:rtl/>
        </w:rPr>
        <w:t>جملہ</w:t>
      </w:r>
      <w:r>
        <w:rPr>
          <w:rtl/>
        </w:rPr>
        <w:t xml:space="preserve"> ''يا تيہا رزقہا ...'' ممكن ہے مادى نعمتوں كى طر ف اور ''ولقد جاء ہم رسول منہم'' معنوى اقدار كى طرف اشارہ ہو_</w:t>
      </w:r>
    </w:p>
    <w:p w:rsidR="00A07116" w:rsidRDefault="00A07116" w:rsidP="00A07116">
      <w:pPr>
        <w:pStyle w:val="libNormal"/>
        <w:rPr>
          <w:rtl/>
        </w:rPr>
      </w:pPr>
      <w:r>
        <w:rPr>
          <w:rtl/>
        </w:rPr>
        <w:t>7_ فقر ، ناامنى اور دنياوى عذاب ،انبياء اور الہى رسولوں كى تكذيب كرنے والوں كى عاقبت ہے _</w:t>
      </w:r>
    </w:p>
    <w:p w:rsidR="00A07116" w:rsidRDefault="00A07116" w:rsidP="00A07116">
      <w:pPr>
        <w:pStyle w:val="libArabic"/>
        <w:rPr>
          <w:rtl/>
        </w:rPr>
      </w:pPr>
      <w:r>
        <w:rPr>
          <w:rFonts w:hint="eastAsia"/>
          <w:rtl/>
        </w:rPr>
        <w:t>فا</w:t>
      </w:r>
      <w:r>
        <w:rPr>
          <w:rtl/>
        </w:rPr>
        <w:t xml:space="preserve"> ذا ق</w:t>
      </w:r>
      <w:r w:rsidR="00120F63" w:rsidRPr="00ED5DE8">
        <w:rPr>
          <w:rFonts w:hint="cs"/>
          <w:rtl/>
        </w:rPr>
        <w:t>ه</w:t>
      </w:r>
      <w:r>
        <w:rPr>
          <w:rFonts w:hint="cs"/>
          <w:rtl/>
        </w:rPr>
        <w:t>ا</w:t>
      </w:r>
      <w:r>
        <w:rPr>
          <w:rtl/>
        </w:rPr>
        <w:t xml:space="preserve"> </w:t>
      </w:r>
      <w:r>
        <w:rPr>
          <w:rFonts w:hint="cs"/>
          <w:rtl/>
        </w:rPr>
        <w:t>الله</w:t>
      </w:r>
      <w:r>
        <w:rPr>
          <w:rtl/>
        </w:rPr>
        <w:t xml:space="preserve"> </w:t>
      </w:r>
      <w:r>
        <w:rPr>
          <w:rFonts w:hint="cs"/>
          <w:rtl/>
        </w:rPr>
        <w:t>لباس</w:t>
      </w:r>
      <w:r>
        <w:rPr>
          <w:rtl/>
        </w:rPr>
        <w:t xml:space="preserve"> </w:t>
      </w:r>
      <w:r>
        <w:rPr>
          <w:rFonts w:hint="cs"/>
          <w:rtl/>
        </w:rPr>
        <w:t>الجوع</w:t>
      </w:r>
      <w:r>
        <w:rPr>
          <w:rtl/>
        </w:rPr>
        <w:t xml:space="preserve"> </w:t>
      </w:r>
      <w:r>
        <w:rPr>
          <w:rFonts w:hint="cs"/>
          <w:rtl/>
        </w:rPr>
        <w:t>و</w:t>
      </w:r>
      <w:r>
        <w:rPr>
          <w:rtl/>
        </w:rPr>
        <w:t xml:space="preserve"> </w:t>
      </w:r>
      <w:r>
        <w:rPr>
          <w:rFonts w:hint="cs"/>
          <w:rtl/>
        </w:rPr>
        <w:t>الخوف</w:t>
      </w:r>
      <w:r>
        <w:rPr>
          <w:rtl/>
        </w:rPr>
        <w:t xml:space="preserve"> ...</w:t>
      </w:r>
      <w:r>
        <w:rPr>
          <w:rFonts w:hint="cs"/>
          <w:rtl/>
        </w:rPr>
        <w:t>رسول</w:t>
      </w:r>
      <w:r>
        <w:rPr>
          <w:rtl/>
        </w:rPr>
        <w:t xml:space="preserve"> </w:t>
      </w:r>
      <w:r>
        <w:rPr>
          <w:rFonts w:hint="cs"/>
          <w:rtl/>
        </w:rPr>
        <w:t>من</w:t>
      </w:r>
      <w:r w:rsidR="00120F63" w:rsidRPr="00ED5DE8">
        <w:rPr>
          <w:rFonts w:hint="cs"/>
          <w:rtl/>
        </w:rPr>
        <w:t>ه</w:t>
      </w:r>
      <w:r>
        <w:rPr>
          <w:rFonts w:hint="cs"/>
          <w:rtl/>
        </w:rPr>
        <w:t>م</w:t>
      </w:r>
      <w:r>
        <w:rPr>
          <w:rtl/>
        </w:rPr>
        <w:t xml:space="preserve"> </w:t>
      </w:r>
      <w:r>
        <w:rPr>
          <w:rFonts w:hint="cs"/>
          <w:rtl/>
        </w:rPr>
        <w:t>فكذّبو</w:t>
      </w:r>
      <w:r w:rsidR="00120F63" w:rsidRPr="00ED5DE8">
        <w:rPr>
          <w:rFonts w:hint="cs"/>
          <w:rtl/>
        </w:rPr>
        <w:t>ه</w:t>
      </w:r>
      <w:r>
        <w:rPr>
          <w:rtl/>
        </w:rPr>
        <w:t xml:space="preserve"> </w:t>
      </w:r>
      <w:r>
        <w:rPr>
          <w:rFonts w:hint="cs"/>
          <w:rtl/>
        </w:rPr>
        <w:t>فا</w:t>
      </w:r>
      <w:r>
        <w:rPr>
          <w:rtl/>
        </w:rPr>
        <w:t xml:space="preserve"> </w:t>
      </w:r>
      <w:r>
        <w:rPr>
          <w:rFonts w:hint="cs"/>
          <w:rtl/>
        </w:rPr>
        <w:t>خذ</w:t>
      </w:r>
      <w:r w:rsidR="00120F63" w:rsidRPr="00ED5DE8">
        <w:rPr>
          <w:rFonts w:hint="cs"/>
          <w:rtl/>
        </w:rPr>
        <w:t>ه</w:t>
      </w:r>
      <w:r>
        <w:rPr>
          <w:rFonts w:hint="cs"/>
          <w:rtl/>
        </w:rPr>
        <w:t>م</w:t>
      </w:r>
      <w:r>
        <w:rPr>
          <w:rtl/>
        </w:rPr>
        <w:t xml:space="preserve"> </w:t>
      </w:r>
      <w:r>
        <w:rPr>
          <w:rFonts w:hint="cs"/>
          <w:rtl/>
        </w:rPr>
        <w:t>ا</w:t>
      </w:r>
      <w:r>
        <w:rPr>
          <w:rtl/>
        </w:rPr>
        <w:t>لعذاب</w:t>
      </w:r>
    </w:p>
    <w:p w:rsidR="001F628F" w:rsidRDefault="001F628F" w:rsidP="00A07116">
      <w:pPr>
        <w:pStyle w:val="libArabic"/>
        <w:rPr>
          <w:rtl/>
        </w:rPr>
      </w:pPr>
    </w:p>
    <w:p w:rsidR="00A07116" w:rsidRDefault="001E7F9D" w:rsidP="00F73EDE">
      <w:pPr>
        <w:pStyle w:val="libPoemTini"/>
        <w:rPr>
          <w:rtl/>
        </w:rPr>
      </w:pPr>
      <w:r>
        <w:rPr>
          <w:rtl/>
        </w:rPr>
        <w:br w:type="page"/>
      </w:r>
    </w:p>
    <w:p w:rsidR="001F628F" w:rsidRDefault="001F628F" w:rsidP="001F628F">
      <w:pPr>
        <w:pStyle w:val="libNormal"/>
        <w:rPr>
          <w:rtl/>
        </w:rPr>
      </w:pPr>
      <w:r>
        <w:rPr>
          <w:rtl/>
        </w:rPr>
        <w:lastRenderedPageBreak/>
        <w:t>8_ رسولو</w:t>
      </w:r>
      <w:r w:rsidR="00083993">
        <w:rPr>
          <w:rtl/>
        </w:rPr>
        <w:t xml:space="preserve">ں </w:t>
      </w:r>
      <w:r>
        <w:rPr>
          <w:rtl/>
        </w:rPr>
        <w:t>اور الہى قائدين كى تكذيب ، ظلم اور عذاب، دنياوى مشكلات كا سبب ہے _</w:t>
      </w:r>
    </w:p>
    <w:p w:rsidR="001F628F" w:rsidRDefault="001F628F" w:rsidP="00A07116">
      <w:pPr>
        <w:pStyle w:val="libArabic"/>
        <w:rPr>
          <w:rtl/>
        </w:rPr>
      </w:pPr>
      <w:r>
        <w:rPr>
          <w:rFonts w:hint="eastAsia"/>
          <w:rtl/>
        </w:rPr>
        <w:t>رسول</w:t>
      </w:r>
      <w:r>
        <w:rPr>
          <w:rtl/>
        </w:rPr>
        <w:t xml:space="preserve"> من</w:t>
      </w:r>
      <w:r w:rsidR="00120F63" w:rsidRPr="00ED5DE8">
        <w:rPr>
          <w:rFonts w:hint="cs"/>
          <w:rtl/>
        </w:rPr>
        <w:t>ه</w:t>
      </w:r>
      <w:r>
        <w:rPr>
          <w:rFonts w:hint="cs"/>
          <w:rtl/>
        </w:rPr>
        <w:t>م</w:t>
      </w:r>
      <w:r>
        <w:rPr>
          <w:rtl/>
        </w:rPr>
        <w:t xml:space="preserve"> </w:t>
      </w:r>
      <w:r>
        <w:rPr>
          <w:rFonts w:hint="cs"/>
          <w:rtl/>
        </w:rPr>
        <w:t>فكذّ</w:t>
      </w:r>
      <w:r>
        <w:rPr>
          <w:rtl/>
        </w:rPr>
        <w:t xml:space="preserve"> </w:t>
      </w:r>
      <w:r>
        <w:rPr>
          <w:rFonts w:hint="cs"/>
          <w:rtl/>
        </w:rPr>
        <w:t>بو</w:t>
      </w:r>
      <w:r w:rsidR="00120F63" w:rsidRPr="00ED5DE8">
        <w:rPr>
          <w:rFonts w:hint="cs"/>
          <w:rtl/>
        </w:rPr>
        <w:t>ه</w:t>
      </w:r>
      <w:r>
        <w:rPr>
          <w:rtl/>
        </w:rPr>
        <w:t xml:space="preserve"> </w:t>
      </w:r>
      <w:r>
        <w:rPr>
          <w:rFonts w:hint="cs"/>
          <w:rtl/>
        </w:rPr>
        <w:t>فا</w:t>
      </w:r>
      <w:r>
        <w:rPr>
          <w:rtl/>
        </w:rPr>
        <w:t xml:space="preserve"> </w:t>
      </w:r>
      <w:r>
        <w:rPr>
          <w:rFonts w:hint="cs"/>
          <w:rtl/>
        </w:rPr>
        <w:t>خذ</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و</w:t>
      </w:r>
      <w:r>
        <w:rPr>
          <w:rtl/>
        </w:rPr>
        <w:t xml:space="preserve"> </w:t>
      </w:r>
      <w:r w:rsidR="00120F63" w:rsidRPr="00ED5DE8">
        <w:rPr>
          <w:rFonts w:hint="cs"/>
          <w:rtl/>
        </w:rPr>
        <w:t>ه</w:t>
      </w:r>
      <w:r>
        <w:rPr>
          <w:rFonts w:hint="cs"/>
          <w:rtl/>
        </w:rPr>
        <w:t>م</w:t>
      </w:r>
      <w:r>
        <w:rPr>
          <w:rtl/>
        </w:rPr>
        <w:t xml:space="preserve"> ظلمون</w:t>
      </w:r>
    </w:p>
    <w:p w:rsidR="001F628F" w:rsidRDefault="001F628F" w:rsidP="001F628F">
      <w:pPr>
        <w:pStyle w:val="libNormal"/>
        <w:rPr>
          <w:rtl/>
        </w:rPr>
      </w:pPr>
      <w:r>
        <w:rPr>
          <w:rtl/>
        </w:rPr>
        <w:t>9_ خود انسانو</w:t>
      </w:r>
      <w:r w:rsidR="00083993">
        <w:rPr>
          <w:rtl/>
        </w:rPr>
        <w:t xml:space="preserve">ں </w:t>
      </w:r>
      <w:r>
        <w:rPr>
          <w:rtl/>
        </w:rPr>
        <w:t>كا كردار،ان كے خداوند عالم كے وسيع عذاب مي</w:t>
      </w:r>
      <w:r w:rsidR="00083993">
        <w:rPr>
          <w:rtl/>
        </w:rPr>
        <w:t xml:space="preserve">ں </w:t>
      </w:r>
      <w:r>
        <w:rPr>
          <w:rtl/>
        </w:rPr>
        <w:t>مبتلاء ہونے كا سبب ہے _</w:t>
      </w:r>
    </w:p>
    <w:p w:rsidR="001F628F" w:rsidRDefault="001F628F" w:rsidP="00A07116">
      <w:pPr>
        <w:pStyle w:val="libArabic"/>
        <w:rPr>
          <w:rtl/>
        </w:rPr>
      </w:pPr>
      <w:r>
        <w:rPr>
          <w:rFonts w:hint="eastAsia"/>
          <w:rtl/>
        </w:rPr>
        <w:t>فكذّبو</w:t>
      </w:r>
      <w:r w:rsidR="00120F63" w:rsidRPr="00ED5DE8">
        <w:rPr>
          <w:rFonts w:hint="cs"/>
          <w:rtl/>
        </w:rPr>
        <w:t>ه</w:t>
      </w:r>
      <w:r>
        <w:rPr>
          <w:rtl/>
        </w:rPr>
        <w:t xml:space="preserve"> فا خذ</w:t>
      </w:r>
      <w:r w:rsidR="00120F63" w:rsidRPr="00ED5DE8">
        <w:rPr>
          <w:rFonts w:hint="cs"/>
          <w:rtl/>
        </w:rPr>
        <w:t>ه</w:t>
      </w:r>
      <w:r>
        <w:rPr>
          <w:rFonts w:hint="cs"/>
          <w:rtl/>
        </w:rPr>
        <w:t>م</w:t>
      </w:r>
      <w:r>
        <w:rPr>
          <w:rtl/>
        </w:rPr>
        <w:t xml:space="preserve"> </w:t>
      </w:r>
      <w:r>
        <w:rPr>
          <w:rFonts w:hint="cs"/>
          <w:rtl/>
        </w:rPr>
        <w:t>العذاب</w:t>
      </w:r>
      <w:r>
        <w:rPr>
          <w:rtl/>
        </w:rPr>
        <w:t xml:space="preserve"> </w:t>
      </w:r>
      <w:r>
        <w:rPr>
          <w:rFonts w:hint="cs"/>
          <w:rtl/>
        </w:rPr>
        <w:t>و</w:t>
      </w:r>
      <w:r>
        <w:rPr>
          <w:rtl/>
        </w:rPr>
        <w:t xml:space="preserve"> </w:t>
      </w:r>
      <w:r w:rsidR="00120F63" w:rsidRPr="00ED5DE8">
        <w:rPr>
          <w:rFonts w:hint="cs"/>
          <w:rtl/>
        </w:rPr>
        <w:t>ه</w:t>
      </w:r>
      <w:r>
        <w:rPr>
          <w:rFonts w:hint="cs"/>
          <w:rtl/>
        </w:rPr>
        <w:t>ْم</w:t>
      </w:r>
      <w:r>
        <w:rPr>
          <w:rtl/>
        </w:rPr>
        <w:t xml:space="preserve"> ظلمون</w:t>
      </w:r>
    </w:p>
    <w:p w:rsidR="001F628F" w:rsidRDefault="001F628F" w:rsidP="001F628F">
      <w:pPr>
        <w:pStyle w:val="libNormal"/>
        <w:rPr>
          <w:rtl/>
        </w:rPr>
      </w:pPr>
      <w:r>
        <w:rPr>
          <w:rtl/>
        </w:rPr>
        <w:t>10_اہل مكّہ ، پيغمبر اكرم</w:t>
      </w:r>
      <w:r w:rsidR="00F031CD" w:rsidRPr="00F031CD">
        <w:rPr>
          <w:rStyle w:val="libAlaemChar"/>
          <w:rtl/>
        </w:rPr>
        <w:t xml:space="preserve"> صلى‌الله‌عليه‌وآله‌وسلم </w:t>
      </w:r>
      <w:r>
        <w:rPr>
          <w:rtl/>
        </w:rPr>
        <w:t xml:space="preserve"> كى تكذيب كے بعد عذاب سے دوچار ہوئے_</w:t>
      </w:r>
    </w:p>
    <w:p w:rsidR="001F628F" w:rsidRDefault="001F628F" w:rsidP="00A07116">
      <w:pPr>
        <w:pStyle w:val="libArabic"/>
        <w:rPr>
          <w:rtl/>
        </w:rPr>
      </w:pPr>
      <w:r>
        <w:rPr>
          <w:rFonts w:hint="eastAsia"/>
          <w:rtl/>
        </w:rPr>
        <w:t>قرية</w:t>
      </w:r>
      <w:r>
        <w:rPr>
          <w:rtl/>
        </w:rPr>
        <w:t xml:space="preserve"> كانت ا منة ...ولقد جاء </w:t>
      </w:r>
      <w:r w:rsidR="00120F63" w:rsidRPr="00ED5DE8">
        <w:rPr>
          <w:rFonts w:hint="cs"/>
          <w:rtl/>
        </w:rPr>
        <w:t>ه</w:t>
      </w:r>
      <w:r>
        <w:rPr>
          <w:rFonts w:hint="cs"/>
          <w:rtl/>
        </w:rPr>
        <w:t>م</w:t>
      </w:r>
      <w:r>
        <w:rPr>
          <w:rtl/>
        </w:rPr>
        <w:t xml:space="preserve"> </w:t>
      </w:r>
      <w:r>
        <w:rPr>
          <w:rFonts w:hint="cs"/>
          <w:rtl/>
        </w:rPr>
        <w:t>رسول</w:t>
      </w:r>
      <w:r>
        <w:rPr>
          <w:rtl/>
        </w:rPr>
        <w:t xml:space="preserve"> </w:t>
      </w:r>
      <w:r>
        <w:rPr>
          <w:rFonts w:hint="cs"/>
          <w:rtl/>
        </w:rPr>
        <w:t>من</w:t>
      </w:r>
      <w:r w:rsidR="00120F63" w:rsidRPr="00ED5DE8">
        <w:rPr>
          <w:rFonts w:hint="cs"/>
          <w:rtl/>
        </w:rPr>
        <w:t>ه</w:t>
      </w:r>
      <w:r>
        <w:rPr>
          <w:rFonts w:hint="cs"/>
          <w:rtl/>
        </w:rPr>
        <w:t>م</w:t>
      </w:r>
      <w:r>
        <w:rPr>
          <w:rtl/>
        </w:rPr>
        <w:t xml:space="preserve"> </w:t>
      </w:r>
      <w:r>
        <w:rPr>
          <w:rFonts w:hint="cs"/>
          <w:rtl/>
        </w:rPr>
        <w:t>فكذّبو</w:t>
      </w:r>
      <w:r w:rsidR="00120F63" w:rsidRPr="00ED5DE8">
        <w:rPr>
          <w:rFonts w:hint="cs"/>
          <w:rtl/>
        </w:rPr>
        <w:t>ه</w:t>
      </w:r>
      <w:r>
        <w:rPr>
          <w:rtl/>
        </w:rPr>
        <w:t xml:space="preserve"> </w:t>
      </w:r>
      <w:r>
        <w:rPr>
          <w:rFonts w:hint="cs"/>
          <w:rtl/>
        </w:rPr>
        <w:t>فا</w:t>
      </w:r>
      <w:r>
        <w:rPr>
          <w:rtl/>
        </w:rPr>
        <w:t xml:space="preserve"> </w:t>
      </w:r>
      <w:r>
        <w:rPr>
          <w:rFonts w:hint="cs"/>
          <w:rtl/>
        </w:rPr>
        <w:t>خذ</w:t>
      </w:r>
      <w:r w:rsidR="00120F63" w:rsidRPr="00ED5DE8">
        <w:rPr>
          <w:rFonts w:hint="cs"/>
          <w:rtl/>
        </w:rPr>
        <w:t>ه</w:t>
      </w:r>
      <w:r>
        <w:rPr>
          <w:rFonts w:hint="cs"/>
          <w:rtl/>
        </w:rPr>
        <w:t>م</w:t>
      </w:r>
      <w:r>
        <w:rPr>
          <w:rtl/>
        </w:rPr>
        <w:t xml:space="preserve"> العذاب</w:t>
      </w:r>
    </w:p>
    <w:p w:rsidR="001F628F" w:rsidRDefault="001F628F" w:rsidP="001F628F">
      <w:pPr>
        <w:pStyle w:val="libNormal"/>
        <w:rPr>
          <w:rtl/>
        </w:rPr>
      </w:pPr>
      <w:r>
        <w:rPr>
          <w:rFonts w:hint="eastAsia"/>
          <w:rtl/>
        </w:rPr>
        <w:t>مذكورہ</w:t>
      </w:r>
      <w:r>
        <w:rPr>
          <w:rtl/>
        </w:rPr>
        <w:t xml:space="preserve"> تفسير اس نكتہ كى بناء پر ہے كہ ما قبل آيت مي</w:t>
      </w:r>
      <w:r w:rsidR="00083993">
        <w:rPr>
          <w:rtl/>
        </w:rPr>
        <w:t xml:space="preserve">ں </w:t>
      </w:r>
      <w:r>
        <w:rPr>
          <w:rtl/>
        </w:rPr>
        <w:t>مذكورہ ''قريہ'' سے مراد''مكہ ''ہو اور (جاء ہم) و (فا خذہم) كى ضيمر ي</w:t>
      </w:r>
      <w:r w:rsidR="00083993">
        <w:rPr>
          <w:rtl/>
        </w:rPr>
        <w:t xml:space="preserve">ں </w:t>
      </w:r>
      <w:r>
        <w:rPr>
          <w:rtl/>
        </w:rPr>
        <w:t>اہل مكہ كى طرف لوٹ رہى ہو</w:t>
      </w:r>
      <w:r w:rsidR="00083993">
        <w:rPr>
          <w:rtl/>
        </w:rPr>
        <w:t xml:space="preserve">ں </w:t>
      </w:r>
      <w:r>
        <w:rPr>
          <w:rtl/>
        </w:rPr>
        <w:t>_</w:t>
      </w:r>
    </w:p>
    <w:p w:rsidR="001F628F" w:rsidRDefault="001F628F" w:rsidP="00A07116">
      <w:pPr>
        <w:pStyle w:val="libNormal"/>
        <w:rPr>
          <w:rtl/>
        </w:rPr>
      </w:pPr>
      <w:r>
        <w:rPr>
          <w:rFonts w:hint="eastAsia"/>
          <w:rtl/>
        </w:rPr>
        <w:t>اتمام</w:t>
      </w:r>
      <w:r>
        <w:rPr>
          <w:rtl/>
        </w:rPr>
        <w:t xml:space="preserve"> حجت:</w:t>
      </w:r>
      <w:r>
        <w:rPr>
          <w:rFonts w:hint="eastAsia"/>
          <w:rtl/>
        </w:rPr>
        <w:t>اتمام</w:t>
      </w:r>
      <w:r>
        <w:rPr>
          <w:rtl/>
        </w:rPr>
        <w:t xml:space="preserve"> حجت كا كردار5</w:t>
      </w:r>
    </w:p>
    <w:p w:rsidR="001F628F" w:rsidRDefault="001F628F" w:rsidP="00A07116">
      <w:pPr>
        <w:pStyle w:val="libNormal"/>
        <w:rPr>
          <w:rtl/>
        </w:rPr>
      </w:pPr>
      <w:r>
        <w:rPr>
          <w:rFonts w:hint="eastAsia"/>
          <w:rtl/>
        </w:rPr>
        <w:t>اقدار</w:t>
      </w:r>
      <w:r>
        <w:rPr>
          <w:rtl/>
        </w:rPr>
        <w:t>:</w:t>
      </w:r>
      <w:r>
        <w:rPr>
          <w:rFonts w:hint="eastAsia"/>
          <w:rtl/>
        </w:rPr>
        <w:t>معنوى</w:t>
      </w:r>
      <w:r>
        <w:rPr>
          <w:rtl/>
        </w:rPr>
        <w:t xml:space="preserve"> اقدار كے آثار 6</w:t>
      </w:r>
    </w:p>
    <w:p w:rsidR="001F628F" w:rsidRDefault="001F628F" w:rsidP="00A07116">
      <w:pPr>
        <w:pStyle w:val="libNormal"/>
        <w:rPr>
          <w:rtl/>
        </w:rPr>
      </w:pPr>
      <w:r>
        <w:rPr>
          <w:rFonts w:hint="eastAsia"/>
          <w:rtl/>
        </w:rPr>
        <w:t>الله</w:t>
      </w:r>
      <w:r>
        <w:rPr>
          <w:rtl/>
        </w:rPr>
        <w:t xml:space="preserve"> تعالي:</w:t>
      </w:r>
      <w:r>
        <w:rPr>
          <w:rFonts w:hint="eastAsia"/>
          <w:rtl/>
        </w:rPr>
        <w:t>الله</w:t>
      </w:r>
      <w:r>
        <w:rPr>
          <w:rtl/>
        </w:rPr>
        <w:t xml:space="preserve"> تعالى كا اتمام حجت كرنا 5; الله تعالى كى سزا كا قانون كے مطابق ہونا 5; الله تعالى كى نعمتي</w:t>
      </w:r>
      <w:r w:rsidR="00083993">
        <w:rPr>
          <w:rtl/>
        </w:rPr>
        <w:t xml:space="preserve">ں </w:t>
      </w:r>
      <w:r>
        <w:rPr>
          <w:rtl/>
        </w:rPr>
        <w:t>1; الله تعالى كے عذاب 9</w:t>
      </w:r>
    </w:p>
    <w:p w:rsidR="001F628F" w:rsidRDefault="001F628F" w:rsidP="00A07116">
      <w:pPr>
        <w:pStyle w:val="libNormal"/>
        <w:rPr>
          <w:rtl/>
        </w:rPr>
      </w:pPr>
      <w:r>
        <w:rPr>
          <w:rFonts w:hint="eastAsia"/>
          <w:rtl/>
        </w:rPr>
        <w:t>امتي</w:t>
      </w:r>
      <w:r w:rsidR="00083993">
        <w:rPr>
          <w:rFonts w:hint="eastAsia"/>
          <w:rtl/>
        </w:rPr>
        <w:t xml:space="preserve">ں </w:t>
      </w:r>
      <w:r>
        <w:rPr>
          <w:rtl/>
        </w:rPr>
        <w:t>:</w:t>
      </w:r>
      <w:r>
        <w:rPr>
          <w:rFonts w:hint="eastAsia"/>
          <w:rtl/>
        </w:rPr>
        <w:t>امتو</w:t>
      </w:r>
      <w:r w:rsidR="00083993">
        <w:rPr>
          <w:rFonts w:hint="eastAsia"/>
          <w:rtl/>
        </w:rPr>
        <w:t xml:space="preserve">ں </w:t>
      </w:r>
      <w:r>
        <w:rPr>
          <w:rtl/>
        </w:rPr>
        <w:t>پر اتمام حجت5; امتو</w:t>
      </w:r>
      <w:r w:rsidR="00083993">
        <w:rPr>
          <w:rtl/>
        </w:rPr>
        <w:t xml:space="preserve">ں </w:t>
      </w:r>
      <w:r>
        <w:rPr>
          <w:rtl/>
        </w:rPr>
        <w:t>پر عذاب كا قانون كے مطابق ہونا 5</w:t>
      </w:r>
    </w:p>
    <w:p w:rsidR="001F628F" w:rsidRDefault="003D0BA1" w:rsidP="00A07116">
      <w:pPr>
        <w:pStyle w:val="libNormal"/>
        <w:rPr>
          <w:rtl/>
        </w:rPr>
      </w:pPr>
      <w:r>
        <w:rPr>
          <w:rFonts w:hint="eastAsia"/>
          <w:rtl/>
        </w:rPr>
        <w:t>انبياء</w:t>
      </w:r>
      <w:r w:rsidR="001F628F">
        <w:rPr>
          <w:rtl/>
        </w:rPr>
        <w:t>:</w:t>
      </w:r>
      <w:r w:rsidR="001F628F">
        <w:rPr>
          <w:rFonts w:hint="eastAsia"/>
          <w:rtl/>
        </w:rPr>
        <w:t>انبياء</w:t>
      </w:r>
      <w:r w:rsidR="001F628F">
        <w:rPr>
          <w:rtl/>
        </w:rPr>
        <w:t xml:space="preserve"> كا انسانو</w:t>
      </w:r>
      <w:r w:rsidR="00083993">
        <w:rPr>
          <w:rtl/>
        </w:rPr>
        <w:t xml:space="preserve">ں </w:t>
      </w:r>
      <w:r w:rsidR="001F628F">
        <w:rPr>
          <w:rtl/>
        </w:rPr>
        <w:t>مي</w:t>
      </w:r>
      <w:r w:rsidR="00083993">
        <w:rPr>
          <w:rtl/>
        </w:rPr>
        <w:t xml:space="preserve">ں </w:t>
      </w:r>
      <w:r w:rsidR="001F628F">
        <w:rPr>
          <w:rtl/>
        </w:rPr>
        <w:t>سے ہونا 2; انبياء كى بعثت كے آثار 5; انبياء كى تكذيب3; انبياء كى تكذيب كے آثار 7،8; انبياء كى ذمّہ دارى مي</w:t>
      </w:r>
      <w:r w:rsidR="00083993">
        <w:rPr>
          <w:rtl/>
        </w:rPr>
        <w:t xml:space="preserve">ں </w:t>
      </w:r>
      <w:r w:rsidR="001F628F">
        <w:rPr>
          <w:rtl/>
        </w:rPr>
        <w:t>موثر اسباب 4; انبياء كے انسان ہونے كا كردار4; انبياء كے تقاضے 2،4</w:t>
      </w:r>
    </w:p>
    <w:p w:rsidR="001F628F" w:rsidRDefault="001F628F" w:rsidP="00A07116">
      <w:pPr>
        <w:pStyle w:val="libNormal"/>
        <w:rPr>
          <w:rtl/>
        </w:rPr>
      </w:pPr>
      <w:r>
        <w:rPr>
          <w:rFonts w:hint="eastAsia"/>
          <w:rtl/>
        </w:rPr>
        <w:t>دينى</w:t>
      </w:r>
      <w:r>
        <w:rPr>
          <w:rtl/>
        </w:rPr>
        <w:t xml:space="preserve"> رہبر:</w:t>
      </w:r>
      <w:r>
        <w:rPr>
          <w:rFonts w:hint="eastAsia"/>
          <w:rtl/>
        </w:rPr>
        <w:t>دينى</w:t>
      </w:r>
      <w:r>
        <w:rPr>
          <w:rtl/>
        </w:rPr>
        <w:t xml:space="preserve"> رہبرو</w:t>
      </w:r>
      <w:r w:rsidR="00083993">
        <w:rPr>
          <w:rtl/>
        </w:rPr>
        <w:t xml:space="preserve">ں </w:t>
      </w:r>
      <w:r>
        <w:rPr>
          <w:rtl/>
        </w:rPr>
        <w:t>كى تكذيب كے آثار 8</w:t>
      </w:r>
    </w:p>
    <w:p w:rsidR="001F628F" w:rsidRDefault="001F628F" w:rsidP="00A07116">
      <w:pPr>
        <w:pStyle w:val="libNormal"/>
        <w:rPr>
          <w:rtl/>
        </w:rPr>
      </w:pPr>
      <w:r>
        <w:rPr>
          <w:rFonts w:hint="eastAsia"/>
          <w:rtl/>
        </w:rPr>
        <w:t>رشد</w:t>
      </w:r>
      <w:r>
        <w:rPr>
          <w:rtl/>
        </w:rPr>
        <w:t>:</w:t>
      </w:r>
      <w:r>
        <w:rPr>
          <w:rFonts w:hint="eastAsia"/>
          <w:rtl/>
        </w:rPr>
        <w:t>اجتماعى</w:t>
      </w:r>
      <w:r>
        <w:rPr>
          <w:rtl/>
        </w:rPr>
        <w:t xml:space="preserve"> رشد كے اسباب 6</w:t>
      </w:r>
    </w:p>
    <w:p w:rsidR="001F628F" w:rsidRDefault="001F628F" w:rsidP="00A07116">
      <w:pPr>
        <w:pStyle w:val="libNormal"/>
        <w:rPr>
          <w:rtl/>
        </w:rPr>
      </w:pPr>
      <w:r>
        <w:rPr>
          <w:rFonts w:hint="eastAsia"/>
          <w:rtl/>
        </w:rPr>
        <w:t>سختي</w:t>
      </w:r>
      <w:r>
        <w:rPr>
          <w:rtl/>
        </w:rPr>
        <w:t>:</w:t>
      </w:r>
      <w:r>
        <w:rPr>
          <w:rFonts w:hint="eastAsia"/>
          <w:rtl/>
        </w:rPr>
        <w:t>سختى</w:t>
      </w:r>
      <w:r>
        <w:rPr>
          <w:rtl/>
        </w:rPr>
        <w:t xml:space="preserve"> كے اسباب8</w:t>
      </w:r>
    </w:p>
    <w:p w:rsidR="001F628F" w:rsidRDefault="001F628F" w:rsidP="001F628F">
      <w:pPr>
        <w:pStyle w:val="libNormal"/>
        <w:rPr>
          <w:rtl/>
        </w:rPr>
      </w:pPr>
      <w:r>
        <w:rPr>
          <w:rFonts w:hint="eastAsia"/>
          <w:rtl/>
        </w:rPr>
        <w:t>ظلم</w:t>
      </w:r>
      <w:r>
        <w:rPr>
          <w:rtl/>
        </w:rPr>
        <w:t>:</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ظلم</w:t>
      </w:r>
      <w:r>
        <w:rPr>
          <w:rtl/>
        </w:rPr>
        <w:t xml:space="preserve"> كے موارد8</w:t>
      </w:r>
    </w:p>
    <w:p w:rsidR="001F628F" w:rsidRDefault="001F628F" w:rsidP="00A07116">
      <w:pPr>
        <w:pStyle w:val="libNormal"/>
        <w:rPr>
          <w:rtl/>
        </w:rPr>
      </w:pPr>
      <w:r>
        <w:rPr>
          <w:rFonts w:hint="eastAsia"/>
          <w:rtl/>
        </w:rPr>
        <w:t>عذاب</w:t>
      </w:r>
      <w:r>
        <w:rPr>
          <w:rtl/>
        </w:rPr>
        <w:t>:</w:t>
      </w:r>
      <w:r>
        <w:rPr>
          <w:rFonts w:hint="eastAsia"/>
          <w:rtl/>
        </w:rPr>
        <w:t>اتمام</w:t>
      </w:r>
      <w:r>
        <w:rPr>
          <w:rtl/>
        </w:rPr>
        <w:t xml:space="preserve"> حجت كے بعد عذاب 5; دنياوى عذاب كے اسباب 7; عذاب كے اسباب 8،9،10</w:t>
      </w:r>
    </w:p>
    <w:p w:rsidR="001F628F" w:rsidRDefault="001F628F" w:rsidP="00A07116">
      <w:pPr>
        <w:pStyle w:val="libNormal"/>
        <w:rPr>
          <w:rtl/>
        </w:rPr>
      </w:pPr>
      <w:r>
        <w:rPr>
          <w:rFonts w:hint="eastAsia"/>
          <w:rtl/>
        </w:rPr>
        <w:t>عمل</w:t>
      </w:r>
      <w:r>
        <w:rPr>
          <w:rtl/>
        </w:rPr>
        <w:t xml:space="preserve"> :</w:t>
      </w:r>
      <w:r>
        <w:rPr>
          <w:rFonts w:hint="eastAsia"/>
          <w:rtl/>
        </w:rPr>
        <w:t>عمل</w:t>
      </w:r>
      <w:r>
        <w:rPr>
          <w:rtl/>
        </w:rPr>
        <w:t xml:space="preserve"> كے آثار 9</w:t>
      </w:r>
    </w:p>
    <w:p w:rsidR="001F628F" w:rsidRDefault="001F628F" w:rsidP="00A07116">
      <w:pPr>
        <w:pStyle w:val="libNormal"/>
        <w:rPr>
          <w:rtl/>
        </w:rPr>
      </w:pPr>
      <w:r>
        <w:rPr>
          <w:rFonts w:hint="eastAsia"/>
          <w:rtl/>
        </w:rPr>
        <w:t>فقر</w:t>
      </w:r>
      <w:r>
        <w:rPr>
          <w:rtl/>
        </w:rPr>
        <w:t>:</w:t>
      </w:r>
      <w:r>
        <w:rPr>
          <w:rFonts w:hint="eastAsia"/>
          <w:rtl/>
        </w:rPr>
        <w:t>فقر</w:t>
      </w:r>
      <w:r>
        <w:rPr>
          <w:rtl/>
        </w:rPr>
        <w:t xml:space="preserve"> كے اسباب9</w:t>
      </w:r>
    </w:p>
    <w:p w:rsidR="001F628F" w:rsidRDefault="001F628F" w:rsidP="00A07116">
      <w:pPr>
        <w:pStyle w:val="libNormal"/>
        <w:rPr>
          <w:rtl/>
        </w:rPr>
      </w:pPr>
      <w:r>
        <w:rPr>
          <w:rFonts w:hint="eastAsia"/>
          <w:rtl/>
        </w:rPr>
        <w:t>كفران</w:t>
      </w:r>
      <w:r>
        <w:rPr>
          <w:rtl/>
        </w:rPr>
        <w:t>:</w:t>
      </w:r>
      <w:r>
        <w:rPr>
          <w:rFonts w:hint="eastAsia"/>
          <w:rtl/>
        </w:rPr>
        <w:t>كفران</w:t>
      </w:r>
      <w:r>
        <w:rPr>
          <w:rtl/>
        </w:rPr>
        <w:t xml:space="preserve"> نعمت 3</w:t>
      </w:r>
    </w:p>
    <w:p w:rsidR="001F628F" w:rsidRDefault="001F628F" w:rsidP="00A07116">
      <w:pPr>
        <w:pStyle w:val="libNormal"/>
        <w:rPr>
          <w:rtl/>
        </w:rPr>
      </w:pPr>
      <w:r>
        <w:rPr>
          <w:rFonts w:hint="eastAsia"/>
          <w:rtl/>
        </w:rPr>
        <w:t>مادى</w:t>
      </w:r>
      <w:r>
        <w:rPr>
          <w:rtl/>
        </w:rPr>
        <w:t xml:space="preserve"> امكانات:</w:t>
      </w:r>
      <w:r>
        <w:rPr>
          <w:rFonts w:hint="eastAsia"/>
          <w:rtl/>
        </w:rPr>
        <w:t>مادى</w:t>
      </w:r>
      <w:r>
        <w:rPr>
          <w:rtl/>
        </w:rPr>
        <w:t xml:space="preserve"> امكانات كے آثار 6</w:t>
      </w:r>
    </w:p>
    <w:p w:rsidR="001F628F" w:rsidRDefault="001F628F" w:rsidP="00A07116">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حضرت</w:t>
      </w:r>
      <w:r>
        <w:rPr>
          <w:rtl/>
        </w:rPr>
        <w:t xml:space="preserve"> محمد</w:t>
      </w:r>
      <w:r w:rsidR="00F031CD" w:rsidRPr="00F031CD">
        <w:rPr>
          <w:rStyle w:val="libAlaemChar"/>
          <w:rtl/>
        </w:rPr>
        <w:t xml:space="preserve"> صلى‌الله‌عليه‌وآله‌وسلم </w:t>
      </w:r>
      <w:r>
        <w:rPr>
          <w:rtl/>
        </w:rPr>
        <w:t xml:space="preserve"> كى تكذيب كے آثار 10</w:t>
      </w:r>
    </w:p>
    <w:p w:rsidR="001F628F" w:rsidRDefault="001F628F" w:rsidP="00A07116">
      <w:pPr>
        <w:pStyle w:val="libNormal"/>
        <w:rPr>
          <w:rtl/>
        </w:rPr>
      </w:pPr>
      <w:r>
        <w:rPr>
          <w:rFonts w:hint="eastAsia"/>
          <w:rtl/>
        </w:rPr>
        <w:t>مكہ</w:t>
      </w:r>
      <w:r>
        <w:rPr>
          <w:rtl/>
        </w:rPr>
        <w:t>:</w:t>
      </w:r>
      <w:r>
        <w:rPr>
          <w:rFonts w:hint="eastAsia"/>
          <w:rtl/>
        </w:rPr>
        <w:t>اہل</w:t>
      </w:r>
      <w:r>
        <w:rPr>
          <w:rtl/>
        </w:rPr>
        <w:t xml:space="preserve"> مكہ پر عذاب 10</w:t>
      </w:r>
    </w:p>
    <w:p w:rsidR="001F628F" w:rsidRDefault="001F628F" w:rsidP="00A07116">
      <w:pPr>
        <w:pStyle w:val="libNormal"/>
        <w:rPr>
          <w:rtl/>
        </w:rPr>
      </w:pPr>
      <w:r>
        <w:rPr>
          <w:rFonts w:hint="eastAsia"/>
          <w:rtl/>
        </w:rPr>
        <w:t>ناامني</w:t>
      </w:r>
      <w:r>
        <w:rPr>
          <w:rtl/>
        </w:rPr>
        <w:t>:</w:t>
      </w:r>
      <w:r>
        <w:rPr>
          <w:rFonts w:hint="eastAsia"/>
          <w:rtl/>
        </w:rPr>
        <w:t>سماجى</w:t>
      </w:r>
      <w:r>
        <w:rPr>
          <w:rtl/>
        </w:rPr>
        <w:t xml:space="preserve"> نا امنى كے اسباب7</w:t>
      </w:r>
    </w:p>
    <w:p w:rsidR="001F628F" w:rsidRDefault="001F628F" w:rsidP="00A07116">
      <w:pPr>
        <w:pStyle w:val="libNormal"/>
        <w:rPr>
          <w:rtl/>
        </w:rPr>
      </w:pPr>
      <w:r>
        <w:rPr>
          <w:rFonts w:hint="eastAsia"/>
          <w:rtl/>
        </w:rPr>
        <w:t>نعمت</w:t>
      </w:r>
      <w:r>
        <w:rPr>
          <w:rtl/>
        </w:rPr>
        <w:t>:</w:t>
      </w:r>
      <w:r>
        <w:rPr>
          <w:rFonts w:hint="eastAsia"/>
          <w:rtl/>
        </w:rPr>
        <w:t>انبياء</w:t>
      </w:r>
      <w:r>
        <w:rPr>
          <w:rtl/>
        </w:rPr>
        <w:t xml:space="preserve"> كا نعمت ہونا 1</w:t>
      </w:r>
    </w:p>
    <w:p w:rsidR="001F628F" w:rsidRPr="00120F63" w:rsidRDefault="00A07116" w:rsidP="00A07116">
      <w:pPr>
        <w:pStyle w:val="Heading2Center"/>
        <w:rPr>
          <w:rtl/>
        </w:rPr>
      </w:pPr>
      <w:bookmarkStart w:id="260" w:name="_Toc28081938"/>
      <w:r>
        <w:rPr>
          <w:rFonts w:hint="cs"/>
          <w:rtl/>
        </w:rPr>
        <w:t xml:space="preserve">آیت </w:t>
      </w:r>
      <w:r w:rsidRPr="00120F63">
        <w:rPr>
          <w:rFonts w:hint="cs"/>
          <w:rtl/>
        </w:rPr>
        <w:t>114</w:t>
      </w:r>
      <w:bookmarkEnd w:id="260"/>
    </w:p>
    <w:p w:rsidR="001F628F" w:rsidRDefault="00E260F9" w:rsidP="00A07116">
      <w:pPr>
        <w:pStyle w:val="libNormal"/>
        <w:rPr>
          <w:rtl/>
        </w:rPr>
      </w:pPr>
      <w:r w:rsidRPr="00E260F9">
        <w:rPr>
          <w:rStyle w:val="libAlaemChar"/>
          <w:rFonts w:hint="eastAsia"/>
          <w:rtl/>
        </w:rPr>
        <w:t>(</w:t>
      </w:r>
      <w:r w:rsidRPr="00A07116">
        <w:rPr>
          <w:rStyle w:val="libAieChar"/>
          <w:rFonts w:hint="eastAsia"/>
          <w:rtl/>
        </w:rPr>
        <w:t>فَكُلُواْ</w:t>
      </w:r>
      <w:r w:rsidRPr="00A07116">
        <w:rPr>
          <w:rStyle w:val="libAieChar"/>
          <w:rtl/>
        </w:rPr>
        <w:t xml:space="preserve"> مِمَّا رَزَقَكُمُ اللّهُ حَلالاً طَيِّباً وَاشْكُرُواْ نِعْمَتَ اللّهِ إِن كُنتُمْ إِيَّاهُ تَعْبُدُونَ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لہذا</w:t>
      </w:r>
      <w:r>
        <w:rPr>
          <w:rtl/>
        </w:rPr>
        <w:t xml:space="preserve"> اب تم اللہ كے ديئےوئے رزق سے حلال و پاكيزہ كو كھاؤ اور اس كى عبادت كرنے والے ہو تو اس كى نعمتو</w:t>
      </w:r>
      <w:r w:rsidR="00083993">
        <w:rPr>
          <w:rtl/>
        </w:rPr>
        <w:t xml:space="preserve">ں </w:t>
      </w:r>
      <w:r>
        <w:rPr>
          <w:rtl/>
        </w:rPr>
        <w:t>كا شكريہ بھى ادا كرتے رہو _</w:t>
      </w:r>
    </w:p>
    <w:p w:rsidR="001F628F" w:rsidRDefault="001F628F" w:rsidP="001F628F">
      <w:pPr>
        <w:pStyle w:val="libNormal"/>
        <w:rPr>
          <w:rtl/>
        </w:rPr>
      </w:pPr>
      <w:r>
        <w:rPr>
          <w:rtl/>
        </w:rPr>
        <w:t>1_حلال اور پسنديدہ رزق و روزى سے بہرہ مند ہونا ، جائز اور مطلوب ہے_</w:t>
      </w:r>
    </w:p>
    <w:p w:rsidR="001F628F" w:rsidRDefault="001F628F" w:rsidP="00A07116">
      <w:pPr>
        <w:pStyle w:val="libArabic"/>
        <w:rPr>
          <w:rtl/>
        </w:rPr>
      </w:pPr>
      <w:r>
        <w:rPr>
          <w:rFonts w:hint="eastAsia"/>
          <w:rtl/>
        </w:rPr>
        <w:t>فكلوا</w:t>
      </w:r>
      <w:r>
        <w:rPr>
          <w:rtl/>
        </w:rPr>
        <w:t xml:space="preserve"> ممّا رزقكم الله حلالاًطيب</w:t>
      </w:r>
      <w:r w:rsidR="005C31C0">
        <w:rPr>
          <w:rFonts w:hint="cs"/>
          <w:rtl/>
        </w:rPr>
        <w:t>ا</w:t>
      </w:r>
    </w:p>
    <w:p w:rsidR="00A07116" w:rsidRDefault="001F628F" w:rsidP="00A07116">
      <w:pPr>
        <w:pStyle w:val="libNormal"/>
        <w:rPr>
          <w:rtl/>
        </w:rPr>
      </w:pPr>
      <w:r>
        <w:rPr>
          <w:rtl/>
        </w:rPr>
        <w:t>2_ حلال اور پسنديدہ الہى رزق اور روزى سے بہرہ مند</w:t>
      </w:r>
      <w:r w:rsidR="00A07116" w:rsidRPr="00A07116">
        <w:rPr>
          <w:rFonts w:hint="eastAsia"/>
          <w:rtl/>
        </w:rPr>
        <w:t xml:space="preserve"> </w:t>
      </w:r>
      <w:r w:rsidR="00A07116">
        <w:rPr>
          <w:rFonts w:hint="eastAsia"/>
          <w:rtl/>
        </w:rPr>
        <w:t>ہونے</w:t>
      </w:r>
      <w:r w:rsidR="00A07116">
        <w:rPr>
          <w:rtl/>
        </w:rPr>
        <w:t xml:space="preserve"> كے مقابلہ ميں انسان كا شكر ضرورى ہے_</w:t>
      </w:r>
      <w:r w:rsidR="00A07116" w:rsidRPr="00A07116">
        <w:rPr>
          <w:rStyle w:val="libArabicChar"/>
          <w:rFonts w:hint="eastAsia"/>
          <w:rtl/>
        </w:rPr>
        <w:t>فكلوا</w:t>
      </w:r>
      <w:r w:rsidR="00A07116" w:rsidRPr="00A07116">
        <w:rPr>
          <w:rStyle w:val="libArabicChar"/>
          <w:rtl/>
        </w:rPr>
        <w:t xml:space="preserve"> ممّا رزقكم الله حللاًطيباً واشكروا نعمت الله</w:t>
      </w:r>
    </w:p>
    <w:p w:rsidR="00A07116" w:rsidRDefault="00A07116" w:rsidP="00A07116">
      <w:pPr>
        <w:pStyle w:val="libNormal"/>
        <w:rPr>
          <w:rtl/>
        </w:rPr>
      </w:pPr>
      <w:r>
        <w:rPr>
          <w:rtl/>
        </w:rPr>
        <w:t>3_ پاك و پاكيزہ اور پسنديدہ ہونا ،حلال روزى كے حلال ہونے كا راز اورحكمت ہے_</w:t>
      </w:r>
      <w:r w:rsidRPr="00A07116">
        <w:rPr>
          <w:rStyle w:val="libArabicChar"/>
          <w:rFonts w:hint="eastAsia"/>
          <w:rtl/>
        </w:rPr>
        <w:t>فكلوا</w:t>
      </w:r>
      <w:r w:rsidRPr="00A07116">
        <w:rPr>
          <w:rStyle w:val="libArabicChar"/>
          <w:rtl/>
        </w:rPr>
        <w:t xml:space="preserve"> ممّا رزقكم الله حللاً طيب</w:t>
      </w:r>
    </w:p>
    <w:p w:rsidR="00A07116" w:rsidRDefault="00A07116" w:rsidP="00A07116">
      <w:pPr>
        <w:pStyle w:val="libNormal"/>
        <w:rPr>
          <w:rtl/>
        </w:rPr>
      </w:pPr>
      <w:r>
        <w:rPr>
          <w:rFonts w:hint="eastAsia"/>
          <w:rtl/>
        </w:rPr>
        <w:t>مذكورہ</w:t>
      </w:r>
      <w:r>
        <w:rPr>
          <w:rtl/>
        </w:rPr>
        <w:t xml:space="preserve"> تفسير ميں ''حللاً'' ''فكلوا'' كے ليے مفعول بہ اور ''طيباً'' اس كے ليے توضيحى صفت ہے يعنى فقط حلال اورمشروع روزى كھانے كے قابل ہے اور يہ حلال روزى وہى پاك و پاكيزہ اور پسنديدہ رزق ہے_</w:t>
      </w:r>
    </w:p>
    <w:p w:rsidR="001F628F" w:rsidRDefault="001F628F" w:rsidP="001F628F">
      <w:pPr>
        <w:pStyle w:val="libNormal"/>
        <w:rPr>
          <w:rtl/>
        </w:rPr>
      </w:pPr>
    </w:p>
    <w:p w:rsidR="00A07116" w:rsidRDefault="001E7F9D" w:rsidP="00F73EDE">
      <w:pPr>
        <w:pStyle w:val="libPoemTini"/>
        <w:rPr>
          <w:rtl/>
        </w:rPr>
      </w:pPr>
      <w:r>
        <w:rPr>
          <w:rtl/>
        </w:rPr>
        <w:br w:type="page"/>
      </w:r>
    </w:p>
    <w:p w:rsidR="001F628F" w:rsidRDefault="001F628F" w:rsidP="00A07116">
      <w:pPr>
        <w:pStyle w:val="libNormal"/>
        <w:rPr>
          <w:rtl/>
        </w:rPr>
      </w:pPr>
      <w:r>
        <w:rPr>
          <w:rtl/>
        </w:rPr>
        <w:lastRenderedPageBreak/>
        <w:t>4_ انسانو</w:t>
      </w:r>
      <w:r w:rsidR="00083993">
        <w:rPr>
          <w:rtl/>
        </w:rPr>
        <w:t xml:space="preserve">ں </w:t>
      </w:r>
      <w:r>
        <w:rPr>
          <w:rtl/>
        </w:rPr>
        <w:t>كا تمام رزق و روزى ،خداوند عالم كى طرف سے ہے _</w:t>
      </w:r>
      <w:r w:rsidRPr="00A07116">
        <w:rPr>
          <w:rStyle w:val="libArabicChar"/>
          <w:rFonts w:hint="eastAsia"/>
          <w:rtl/>
        </w:rPr>
        <w:t>يا</w:t>
      </w:r>
      <w:r w:rsidRPr="00A07116">
        <w:rPr>
          <w:rStyle w:val="libArabicChar"/>
          <w:rtl/>
        </w:rPr>
        <w:t xml:space="preserve"> تي</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رزق</w:t>
      </w:r>
      <w:r w:rsidR="00120F63" w:rsidRPr="00B2551F">
        <w:rPr>
          <w:rStyle w:val="libArabicChar"/>
          <w:rFonts w:hint="cs"/>
          <w:rtl/>
        </w:rPr>
        <w:t>ه</w:t>
      </w:r>
      <w:r w:rsidRPr="00A07116">
        <w:rPr>
          <w:rStyle w:val="libArabicChar"/>
          <w:rFonts w:hint="cs"/>
          <w:rtl/>
        </w:rPr>
        <w:t>ا</w:t>
      </w:r>
      <w:r w:rsidRPr="00A07116">
        <w:rPr>
          <w:rStyle w:val="libArabicChar"/>
          <w:rtl/>
        </w:rPr>
        <w:t xml:space="preserve"> ...</w:t>
      </w:r>
      <w:r w:rsidRPr="00A07116">
        <w:rPr>
          <w:rStyle w:val="libArabicChar"/>
          <w:rFonts w:hint="cs"/>
          <w:rtl/>
        </w:rPr>
        <w:t>فكلوا</w:t>
      </w:r>
      <w:r w:rsidRPr="00A07116">
        <w:rPr>
          <w:rStyle w:val="libArabicChar"/>
          <w:rtl/>
        </w:rPr>
        <w:t xml:space="preserve"> </w:t>
      </w:r>
      <w:r w:rsidRPr="00A07116">
        <w:rPr>
          <w:rStyle w:val="libArabicChar"/>
          <w:rFonts w:hint="cs"/>
          <w:rtl/>
        </w:rPr>
        <w:t>ممّا</w:t>
      </w:r>
      <w:r w:rsidRPr="00A07116">
        <w:rPr>
          <w:rStyle w:val="libArabicChar"/>
          <w:rtl/>
        </w:rPr>
        <w:t xml:space="preserve"> </w:t>
      </w:r>
      <w:r w:rsidRPr="00A07116">
        <w:rPr>
          <w:rStyle w:val="libArabicChar"/>
          <w:rFonts w:hint="cs"/>
          <w:rtl/>
        </w:rPr>
        <w:t>رزقك</w:t>
      </w:r>
      <w:r w:rsidRPr="00A07116">
        <w:rPr>
          <w:rStyle w:val="libArabicChar"/>
          <w:rtl/>
        </w:rPr>
        <w:t>م الله</w:t>
      </w:r>
    </w:p>
    <w:p w:rsidR="001F628F" w:rsidRDefault="001F628F" w:rsidP="001F628F">
      <w:pPr>
        <w:pStyle w:val="libNormal"/>
        <w:rPr>
          <w:rtl/>
        </w:rPr>
      </w:pPr>
      <w:r>
        <w:rPr>
          <w:rFonts w:hint="eastAsia"/>
          <w:rtl/>
        </w:rPr>
        <w:t>مذكورہ</w:t>
      </w:r>
      <w:r>
        <w:rPr>
          <w:rtl/>
        </w:rPr>
        <w:t xml:space="preserve"> تفسير اس نكتہ كى بناء پر ہے كہ خداوند عالم نے انسانو</w:t>
      </w:r>
      <w:r w:rsidR="00083993">
        <w:rPr>
          <w:rtl/>
        </w:rPr>
        <w:t xml:space="preserve">ں </w:t>
      </w:r>
      <w:r>
        <w:rPr>
          <w:rtl/>
        </w:rPr>
        <w:t>مي</w:t>
      </w:r>
      <w:r w:rsidR="00083993">
        <w:rPr>
          <w:rtl/>
        </w:rPr>
        <w:t xml:space="preserve">ں </w:t>
      </w:r>
      <w:r>
        <w:rPr>
          <w:rtl/>
        </w:rPr>
        <w:t>موجود تمام رزق كو اپنى طرف نسبت دى ہے اور ان كا خدا كى عطا كردہ روزى كے عنوان سے تعارف كرايا ہے_</w:t>
      </w:r>
    </w:p>
    <w:p w:rsidR="001F628F" w:rsidRDefault="001F628F" w:rsidP="00A07116">
      <w:pPr>
        <w:pStyle w:val="libNormal"/>
        <w:rPr>
          <w:rtl/>
        </w:rPr>
      </w:pPr>
      <w:r>
        <w:rPr>
          <w:rtl/>
        </w:rPr>
        <w:t>5_ خداوند عالم ، انسانو</w:t>
      </w:r>
      <w:r w:rsidR="00083993">
        <w:rPr>
          <w:rtl/>
        </w:rPr>
        <w:t xml:space="preserve">ں </w:t>
      </w:r>
      <w:r>
        <w:rPr>
          <w:rtl/>
        </w:rPr>
        <w:t>كى ضرورت سے پہلے رزق ان كے اختيار مي</w:t>
      </w:r>
      <w:r w:rsidR="00083993">
        <w:rPr>
          <w:rtl/>
        </w:rPr>
        <w:t xml:space="preserve">ں </w:t>
      </w:r>
      <w:r>
        <w:rPr>
          <w:rtl/>
        </w:rPr>
        <w:t>دے ديتا ہے _</w:t>
      </w:r>
      <w:r w:rsidRPr="00A07116">
        <w:rPr>
          <w:rStyle w:val="libArabicChar"/>
          <w:rFonts w:hint="eastAsia"/>
          <w:rtl/>
        </w:rPr>
        <w:t>فكلوا</w:t>
      </w:r>
      <w:r w:rsidRPr="00A07116">
        <w:rPr>
          <w:rStyle w:val="libArabicChar"/>
          <w:rtl/>
        </w:rPr>
        <w:t xml:space="preserve"> ممّا رزقكم الله حللاً طيب</w:t>
      </w:r>
    </w:p>
    <w:p w:rsidR="001F628F" w:rsidRDefault="001F628F" w:rsidP="001F628F">
      <w:pPr>
        <w:pStyle w:val="libNormal"/>
        <w:rPr>
          <w:rtl/>
        </w:rPr>
      </w:pPr>
      <w:r>
        <w:rPr>
          <w:rFonts w:hint="eastAsia"/>
          <w:rtl/>
        </w:rPr>
        <w:t>اس</w:t>
      </w:r>
      <w:r>
        <w:rPr>
          <w:rtl/>
        </w:rPr>
        <w:t xml:space="preserve"> با ت كو مد نظر ركھتے ہوئے كہ ''ممّا رزقكم الله '' مي</w:t>
      </w:r>
      <w:r w:rsidR="00083993">
        <w:rPr>
          <w:rtl/>
        </w:rPr>
        <w:t xml:space="preserve">ں </w:t>
      </w:r>
      <w:r>
        <w:rPr>
          <w:rtl/>
        </w:rPr>
        <w:t>''من'' تبعيض كے ليے اوردوسرى طرف خداوند عالم نعمتو</w:t>
      </w:r>
      <w:r w:rsidR="00083993">
        <w:rPr>
          <w:rtl/>
        </w:rPr>
        <w:t xml:space="preserve">ں </w:t>
      </w:r>
      <w:r>
        <w:rPr>
          <w:rtl/>
        </w:rPr>
        <w:t>كو كھانے كى تشويق دلاتاہے اس سے معلوم ہوتا ہے كہ كچھ روزى خدا ، انسان كے ليے كافى ہے اور اس كے مفہوم سے اس تفسير كا استفادہ ہوتاہے _</w:t>
      </w:r>
    </w:p>
    <w:p w:rsidR="001F628F" w:rsidRDefault="001F628F" w:rsidP="001F628F">
      <w:pPr>
        <w:pStyle w:val="libNormal"/>
        <w:rPr>
          <w:rtl/>
        </w:rPr>
      </w:pPr>
      <w:r>
        <w:rPr>
          <w:rtl/>
        </w:rPr>
        <w:t>6_ حرام چيزو</w:t>
      </w:r>
      <w:r w:rsidR="00083993">
        <w:rPr>
          <w:rtl/>
        </w:rPr>
        <w:t xml:space="preserve">ں </w:t>
      </w:r>
      <w:r>
        <w:rPr>
          <w:rtl/>
        </w:rPr>
        <w:t>سے استفادہ كرنا ، الہى نعمتو</w:t>
      </w:r>
      <w:r w:rsidR="00083993">
        <w:rPr>
          <w:rtl/>
        </w:rPr>
        <w:t xml:space="preserve">ں </w:t>
      </w:r>
      <w:r>
        <w:rPr>
          <w:rtl/>
        </w:rPr>
        <w:t>كى ناشكرى ہے_</w:t>
      </w:r>
    </w:p>
    <w:p w:rsidR="001F628F" w:rsidRDefault="001F628F" w:rsidP="00A07116">
      <w:pPr>
        <w:pStyle w:val="libArabic"/>
        <w:rPr>
          <w:rtl/>
        </w:rPr>
      </w:pPr>
      <w:r>
        <w:rPr>
          <w:rFonts w:hint="eastAsia"/>
          <w:rtl/>
        </w:rPr>
        <w:t>يا</w:t>
      </w:r>
      <w:r>
        <w:rPr>
          <w:rtl/>
        </w:rPr>
        <w:t xml:space="preserve"> تي</w:t>
      </w:r>
      <w:r w:rsidR="00120F63" w:rsidRPr="00ED5DE8">
        <w:rPr>
          <w:rFonts w:hint="cs"/>
          <w:rtl/>
        </w:rPr>
        <w:t>ه</w:t>
      </w:r>
      <w:r>
        <w:rPr>
          <w:rFonts w:hint="cs"/>
          <w:rtl/>
        </w:rPr>
        <w:t>ا</w:t>
      </w:r>
      <w:r>
        <w:rPr>
          <w:rtl/>
        </w:rPr>
        <w:t xml:space="preserve"> </w:t>
      </w:r>
      <w:r>
        <w:rPr>
          <w:rFonts w:hint="cs"/>
          <w:rtl/>
        </w:rPr>
        <w:t>رزق</w:t>
      </w:r>
      <w:r w:rsidR="00120F63" w:rsidRPr="00ED5DE8">
        <w:rPr>
          <w:rFonts w:hint="cs"/>
          <w:rtl/>
        </w:rPr>
        <w:t>ه</w:t>
      </w:r>
      <w:r>
        <w:rPr>
          <w:rFonts w:hint="cs"/>
          <w:rtl/>
        </w:rPr>
        <w:t>ا</w:t>
      </w:r>
      <w:r>
        <w:rPr>
          <w:rtl/>
        </w:rPr>
        <w:t xml:space="preserve"> </w:t>
      </w:r>
      <w:r>
        <w:rPr>
          <w:rFonts w:hint="cs"/>
          <w:rtl/>
        </w:rPr>
        <w:t>رغداً</w:t>
      </w:r>
      <w:r>
        <w:rPr>
          <w:rtl/>
        </w:rPr>
        <w:t xml:space="preserve"> </w:t>
      </w:r>
      <w:r>
        <w:rPr>
          <w:rFonts w:hint="cs"/>
          <w:rtl/>
        </w:rPr>
        <w:t>من</w:t>
      </w:r>
      <w:r>
        <w:rPr>
          <w:rtl/>
        </w:rPr>
        <w:t xml:space="preserve"> </w:t>
      </w:r>
      <w:r>
        <w:rPr>
          <w:rFonts w:hint="cs"/>
          <w:rtl/>
        </w:rPr>
        <w:t>كل</w:t>
      </w:r>
      <w:r>
        <w:rPr>
          <w:rtl/>
        </w:rPr>
        <w:t xml:space="preserve"> </w:t>
      </w:r>
      <w:r>
        <w:rPr>
          <w:rFonts w:hint="cs"/>
          <w:rtl/>
        </w:rPr>
        <w:t>مكان</w:t>
      </w:r>
      <w:r>
        <w:rPr>
          <w:rtl/>
        </w:rPr>
        <w:t xml:space="preserve"> </w:t>
      </w:r>
      <w:r>
        <w:rPr>
          <w:rFonts w:hint="cs"/>
          <w:rtl/>
        </w:rPr>
        <w:t>فكفرت</w:t>
      </w:r>
      <w:r>
        <w:rPr>
          <w:rtl/>
        </w:rPr>
        <w:t xml:space="preserve"> </w:t>
      </w:r>
      <w:r>
        <w:rPr>
          <w:rFonts w:hint="cs"/>
          <w:rtl/>
        </w:rPr>
        <w:t>با</w:t>
      </w:r>
      <w:r>
        <w:rPr>
          <w:rtl/>
        </w:rPr>
        <w:t xml:space="preserve"> </w:t>
      </w:r>
      <w:r>
        <w:rPr>
          <w:rFonts w:hint="cs"/>
          <w:rtl/>
        </w:rPr>
        <w:t>نعم</w:t>
      </w:r>
      <w:r>
        <w:rPr>
          <w:rtl/>
        </w:rPr>
        <w:t xml:space="preserve"> </w:t>
      </w:r>
      <w:r>
        <w:rPr>
          <w:rFonts w:hint="cs"/>
          <w:rtl/>
        </w:rPr>
        <w:t>الله</w:t>
      </w:r>
      <w:r>
        <w:rPr>
          <w:rtl/>
        </w:rPr>
        <w:t xml:space="preserve"> ... </w:t>
      </w:r>
      <w:r>
        <w:rPr>
          <w:rFonts w:hint="cs"/>
          <w:rtl/>
        </w:rPr>
        <w:t>فكلوا</w:t>
      </w:r>
      <w:r>
        <w:rPr>
          <w:rtl/>
        </w:rPr>
        <w:t xml:space="preserve"> </w:t>
      </w:r>
      <w:r>
        <w:rPr>
          <w:rFonts w:hint="cs"/>
          <w:rtl/>
        </w:rPr>
        <w:t>ممّا</w:t>
      </w:r>
      <w:r>
        <w:rPr>
          <w:rtl/>
        </w:rPr>
        <w:t xml:space="preserve"> </w:t>
      </w:r>
      <w:r>
        <w:rPr>
          <w:rFonts w:hint="cs"/>
          <w:rtl/>
        </w:rPr>
        <w:t>رزقكم</w:t>
      </w:r>
      <w:r>
        <w:rPr>
          <w:rtl/>
        </w:rPr>
        <w:t xml:space="preserve"> </w:t>
      </w:r>
      <w:r>
        <w:rPr>
          <w:rFonts w:hint="cs"/>
          <w:rtl/>
        </w:rPr>
        <w:t>الله</w:t>
      </w:r>
      <w:r>
        <w:rPr>
          <w:rtl/>
        </w:rPr>
        <w:t xml:space="preserve"> </w:t>
      </w:r>
      <w:r>
        <w:rPr>
          <w:rFonts w:hint="cs"/>
          <w:rtl/>
        </w:rPr>
        <w:t>حلالاً</w:t>
      </w:r>
      <w:r>
        <w:rPr>
          <w:rtl/>
        </w:rPr>
        <w:t xml:space="preserve"> </w:t>
      </w:r>
      <w:r>
        <w:rPr>
          <w:rFonts w:hint="cs"/>
          <w:rtl/>
        </w:rPr>
        <w:t>طيباً</w:t>
      </w:r>
      <w:r>
        <w:rPr>
          <w:rtl/>
        </w:rPr>
        <w:t xml:space="preserve"> </w:t>
      </w:r>
      <w:r>
        <w:rPr>
          <w:rFonts w:hint="cs"/>
          <w:rtl/>
        </w:rPr>
        <w:t>واشكروا</w:t>
      </w:r>
      <w:r>
        <w:rPr>
          <w:rtl/>
        </w:rPr>
        <w:t xml:space="preserve"> </w:t>
      </w:r>
      <w:r>
        <w:rPr>
          <w:rFonts w:hint="cs"/>
          <w:rtl/>
        </w:rPr>
        <w:t>نعمت</w:t>
      </w:r>
      <w:r>
        <w:rPr>
          <w:rtl/>
        </w:rPr>
        <w:t xml:space="preserve"> الله</w:t>
      </w:r>
    </w:p>
    <w:p w:rsidR="001F628F" w:rsidRDefault="001F628F" w:rsidP="001F628F">
      <w:pPr>
        <w:pStyle w:val="libNormal"/>
        <w:rPr>
          <w:rtl/>
        </w:rPr>
      </w:pPr>
      <w:r>
        <w:rPr>
          <w:rFonts w:hint="eastAsia"/>
          <w:rtl/>
        </w:rPr>
        <w:t>مذكورہ</w:t>
      </w:r>
      <w:r>
        <w:rPr>
          <w:rtl/>
        </w:rPr>
        <w:t xml:space="preserve"> تفسير اس احتمال كى بناء پر ہے كہ </w:t>
      </w:r>
      <w:r w:rsidRPr="00A07116">
        <w:rPr>
          <w:rStyle w:val="libArabicChar"/>
          <w:rtl/>
        </w:rPr>
        <w:t>''فكلوا ممّا ...حلالاً طيباً''</w:t>
      </w:r>
      <w:r>
        <w:rPr>
          <w:rtl/>
        </w:rPr>
        <w:t xml:space="preserve"> اس چيز كى طرف اشارہ ہو كہ ما قبل آيت مي</w:t>
      </w:r>
      <w:r w:rsidR="00083993">
        <w:rPr>
          <w:rtl/>
        </w:rPr>
        <w:t xml:space="preserve">ں </w:t>
      </w:r>
      <w:r>
        <w:rPr>
          <w:rtl/>
        </w:rPr>
        <w:t>ذكر شدہ كفران سے مراد ، حرام سے استفادہ كرنا ہے _</w:t>
      </w:r>
    </w:p>
    <w:p w:rsidR="001F628F" w:rsidRDefault="001F628F" w:rsidP="001F628F">
      <w:pPr>
        <w:pStyle w:val="libNormal"/>
        <w:rPr>
          <w:rtl/>
        </w:rPr>
      </w:pPr>
      <w:r>
        <w:rPr>
          <w:rtl/>
        </w:rPr>
        <w:t>7_ حلال اور پسنديدہ رزق كو حرام قرار دينا اور ان سے استفادہ نہ كرنا ،الہى نعمتو</w:t>
      </w:r>
      <w:r w:rsidR="00083993">
        <w:rPr>
          <w:rtl/>
        </w:rPr>
        <w:t xml:space="preserve">ں </w:t>
      </w:r>
      <w:r>
        <w:rPr>
          <w:rtl/>
        </w:rPr>
        <w:t>كا كفران ہے_</w:t>
      </w:r>
    </w:p>
    <w:p w:rsidR="001F628F" w:rsidRDefault="001F628F" w:rsidP="00A07116">
      <w:pPr>
        <w:pStyle w:val="libArabic"/>
        <w:rPr>
          <w:rtl/>
        </w:rPr>
      </w:pPr>
      <w:r>
        <w:rPr>
          <w:rFonts w:hint="eastAsia"/>
          <w:rtl/>
        </w:rPr>
        <w:t>فكفرت</w:t>
      </w:r>
      <w:r>
        <w:rPr>
          <w:rtl/>
        </w:rPr>
        <w:t xml:space="preserve"> با نعم الله ...فكلوا ممّا رزقكم الله حلالاً طيب</w:t>
      </w:r>
      <w:r w:rsidR="005C31C0">
        <w:rPr>
          <w:rFonts w:hint="cs"/>
          <w:rtl/>
        </w:rPr>
        <w:t>ا</w:t>
      </w:r>
    </w:p>
    <w:p w:rsidR="001F628F" w:rsidRDefault="001F628F" w:rsidP="001F628F">
      <w:pPr>
        <w:pStyle w:val="libNormal"/>
        <w:rPr>
          <w:rtl/>
        </w:rPr>
      </w:pPr>
      <w:r>
        <w:rPr>
          <w:rFonts w:hint="eastAsia"/>
          <w:rtl/>
        </w:rPr>
        <w:t>اس</w:t>
      </w:r>
      <w:r>
        <w:rPr>
          <w:rtl/>
        </w:rPr>
        <w:t xml:space="preserve"> بات كو ملحوظ خاطر ركھتے ہوئے كہ بعد والى آيت نے كھانے والى حرام چيزو</w:t>
      </w:r>
      <w:r w:rsidR="00083993">
        <w:rPr>
          <w:rtl/>
        </w:rPr>
        <w:t xml:space="preserve">ں </w:t>
      </w:r>
      <w:r>
        <w:rPr>
          <w:rtl/>
        </w:rPr>
        <w:t>كو چند اشياء مي</w:t>
      </w:r>
      <w:r w:rsidR="00083993">
        <w:rPr>
          <w:rtl/>
        </w:rPr>
        <w:t xml:space="preserve">ں </w:t>
      </w:r>
      <w:r>
        <w:rPr>
          <w:rtl/>
        </w:rPr>
        <w:t>محدودكيا ہے لہذا اس سے معلوم ہوتا ہے كہ كفران سے مراد حلال روزى كو حرام اور ان سے استفادہ نہ كرنا ہے_</w:t>
      </w:r>
    </w:p>
    <w:p w:rsidR="001F628F" w:rsidRDefault="001F628F" w:rsidP="00A07116">
      <w:pPr>
        <w:pStyle w:val="libNormal"/>
        <w:rPr>
          <w:rStyle w:val="libArabicChar"/>
          <w:rtl/>
        </w:rPr>
      </w:pPr>
      <w:r>
        <w:rPr>
          <w:rtl/>
        </w:rPr>
        <w:t>8_فلاح و بہبود كا تسلسل اور معاشرو</w:t>
      </w:r>
      <w:r w:rsidR="00083993">
        <w:rPr>
          <w:rtl/>
        </w:rPr>
        <w:t xml:space="preserve">ں </w:t>
      </w:r>
      <w:r>
        <w:rPr>
          <w:rtl/>
        </w:rPr>
        <w:t>كى اقتصادى حيات ، حلال روزى سے بہرہ مند ہونے كا پرتو اور ان سے بہترين استفادہ نيز نا شكرى سے اجتناب مي</w:t>
      </w:r>
      <w:r w:rsidR="00083993">
        <w:rPr>
          <w:rtl/>
        </w:rPr>
        <w:t xml:space="preserve">ں </w:t>
      </w:r>
      <w:r>
        <w:rPr>
          <w:rtl/>
        </w:rPr>
        <w:t>مضمر ہے_</w:t>
      </w:r>
      <w:r w:rsidRPr="00A07116">
        <w:rPr>
          <w:rStyle w:val="libArabicChar"/>
          <w:rFonts w:hint="eastAsia"/>
          <w:rtl/>
        </w:rPr>
        <w:t>وضربّ</w:t>
      </w:r>
      <w:r w:rsidRPr="00A07116">
        <w:rPr>
          <w:rStyle w:val="libArabicChar"/>
          <w:rtl/>
        </w:rPr>
        <w:t xml:space="preserve"> الله مثلاً قرية ...فكفرت با نعم الله ...فكلوا ممّا رزقكم الله حلالاً طيباً واشكرو</w:t>
      </w:r>
      <w:r w:rsidR="005C31C0">
        <w:rPr>
          <w:rStyle w:val="libArabicChar"/>
          <w:rFonts w:hint="cs"/>
          <w:rtl/>
        </w:rPr>
        <w:t>ا</w:t>
      </w:r>
    </w:p>
    <w:p w:rsidR="00A07116" w:rsidRDefault="00A07116" w:rsidP="00A07116">
      <w:pPr>
        <w:pStyle w:val="libNormal"/>
        <w:rPr>
          <w:rtl/>
        </w:rPr>
      </w:pPr>
      <w:r>
        <w:rPr>
          <w:rtl/>
        </w:rPr>
        <w:t>''فكلوا'' ميں ''فا''اس جملہ كو ما قبل آيا ت پر متفرع كرنے كے ليے ہے يعنى حلال اور پسنديدہ رزق سے استفادہ كروا ور الہى نعمت كا شكر بجالاؤ تا كہ ان لوگوں جيسا تمھارابھى انجام نہ ہو جو آسائش كى دولت سے مالامال تھے ليكن كفران نعمت كى وجہ سے عذاب سے دوچار ہوئے ہيں _</w:t>
      </w:r>
    </w:p>
    <w:p w:rsidR="00A07116" w:rsidRDefault="001E7F9D" w:rsidP="00F73EDE">
      <w:pPr>
        <w:pStyle w:val="libPoemTini"/>
        <w:rPr>
          <w:rtl/>
        </w:rPr>
      </w:pPr>
      <w:r>
        <w:rPr>
          <w:rtl/>
        </w:rPr>
        <w:br w:type="page"/>
      </w:r>
    </w:p>
    <w:p w:rsidR="001F628F" w:rsidRDefault="001F628F" w:rsidP="00A07116">
      <w:pPr>
        <w:pStyle w:val="libNormal"/>
        <w:rPr>
          <w:rtl/>
        </w:rPr>
      </w:pPr>
      <w:r>
        <w:rPr>
          <w:rtl/>
        </w:rPr>
        <w:lastRenderedPageBreak/>
        <w:t>9_ نعمتو</w:t>
      </w:r>
      <w:r w:rsidR="00083993">
        <w:rPr>
          <w:rtl/>
        </w:rPr>
        <w:t xml:space="preserve">ں </w:t>
      </w:r>
      <w:r>
        <w:rPr>
          <w:rtl/>
        </w:rPr>
        <w:t>كى نابودى مي</w:t>
      </w:r>
      <w:r w:rsidR="00083993">
        <w:rPr>
          <w:rtl/>
        </w:rPr>
        <w:t xml:space="preserve">ں </w:t>
      </w:r>
      <w:r>
        <w:rPr>
          <w:rtl/>
        </w:rPr>
        <w:t>كفران نعمت كى تاثير كى طرف توجہ ، قناعت كا باعث اور انسان كو حلال اور پسنديدہ روزى پر اكتفاء كرنے اور ان سے بہتر استفادہ كرنے كا سبب ہے_</w:t>
      </w:r>
      <w:r w:rsidRPr="00A07116">
        <w:rPr>
          <w:rStyle w:val="libArabicChar"/>
          <w:rFonts w:hint="eastAsia"/>
          <w:rtl/>
        </w:rPr>
        <w:t>فكفرت</w:t>
      </w:r>
      <w:r w:rsidRPr="00A07116">
        <w:rPr>
          <w:rStyle w:val="libArabicChar"/>
          <w:rtl/>
        </w:rPr>
        <w:t xml:space="preserve"> با نعم الله ...فكلوا ممّا رزقكم الله حلالاً طيباً و اشكرو</w:t>
      </w:r>
      <w:r w:rsidR="005C31C0">
        <w:rPr>
          <w:rStyle w:val="libArabicChar"/>
          <w:rFonts w:hint="cs"/>
          <w:rtl/>
        </w:rPr>
        <w:t>ا</w:t>
      </w:r>
    </w:p>
    <w:p w:rsidR="001F628F" w:rsidRDefault="001F628F" w:rsidP="001F628F">
      <w:pPr>
        <w:pStyle w:val="libNormal"/>
        <w:rPr>
          <w:rtl/>
        </w:rPr>
      </w:pPr>
      <w:r>
        <w:rPr>
          <w:rtl/>
        </w:rPr>
        <w:t>10_ اقتصادى اور معاشرتى نعمتو</w:t>
      </w:r>
      <w:r w:rsidR="00083993">
        <w:rPr>
          <w:rtl/>
        </w:rPr>
        <w:t xml:space="preserve">ں </w:t>
      </w:r>
      <w:r>
        <w:rPr>
          <w:rtl/>
        </w:rPr>
        <w:t>كا شكر ، ان سے صحيح اور جائز استفادہ كرنا ہے _</w:t>
      </w:r>
    </w:p>
    <w:p w:rsidR="001F628F" w:rsidRDefault="001F628F" w:rsidP="00A07116">
      <w:pPr>
        <w:pStyle w:val="libArabic"/>
        <w:rPr>
          <w:rtl/>
        </w:rPr>
      </w:pPr>
      <w:r>
        <w:rPr>
          <w:rFonts w:hint="eastAsia"/>
          <w:rtl/>
        </w:rPr>
        <w:t>فكلوا</w:t>
      </w:r>
      <w:r>
        <w:rPr>
          <w:rtl/>
        </w:rPr>
        <w:t xml:space="preserve"> ممّا رزقكم الله حلالاً طيباً واشكروا نعمت الله</w:t>
      </w:r>
    </w:p>
    <w:p w:rsidR="001F628F" w:rsidRDefault="001F628F" w:rsidP="001F628F">
      <w:pPr>
        <w:pStyle w:val="libNormal"/>
        <w:rPr>
          <w:rtl/>
        </w:rPr>
      </w:pPr>
      <w:r>
        <w:rPr>
          <w:rFonts w:hint="eastAsia"/>
          <w:rtl/>
        </w:rPr>
        <w:t>مذكورہ</w:t>
      </w:r>
      <w:r>
        <w:rPr>
          <w:rtl/>
        </w:rPr>
        <w:t xml:space="preserve"> تفسير اس احتمال كى بناء پر ہے كہ ''واشكروا نعمت الله ''جملہ </w:t>
      </w:r>
      <w:r w:rsidRPr="00A07116">
        <w:rPr>
          <w:rStyle w:val="libArabicChar"/>
          <w:rtl/>
        </w:rPr>
        <w:t>''كلوا ... حلالاً طيباً''</w:t>
      </w:r>
      <w:r>
        <w:rPr>
          <w:rtl/>
        </w:rPr>
        <w:t xml:space="preserve"> كے ليے تفسير ہو_</w:t>
      </w:r>
    </w:p>
    <w:p w:rsidR="001F628F" w:rsidRDefault="001F628F" w:rsidP="00A07116">
      <w:pPr>
        <w:pStyle w:val="libNormal"/>
        <w:rPr>
          <w:rtl/>
        </w:rPr>
      </w:pPr>
      <w:r>
        <w:rPr>
          <w:rtl/>
        </w:rPr>
        <w:t>11_ حلال اور دلپذير رزق ،شكرگذارى كے قابل نعمتي</w:t>
      </w:r>
      <w:r w:rsidR="00083993">
        <w:rPr>
          <w:rtl/>
        </w:rPr>
        <w:t xml:space="preserve">ں </w:t>
      </w:r>
      <w:r>
        <w:rPr>
          <w:rtl/>
        </w:rPr>
        <w:t>ہي</w:t>
      </w:r>
      <w:r w:rsidR="00083993">
        <w:rPr>
          <w:rtl/>
        </w:rPr>
        <w:t xml:space="preserve">ں </w:t>
      </w:r>
      <w:r>
        <w:rPr>
          <w:rtl/>
        </w:rPr>
        <w:t>_</w:t>
      </w:r>
      <w:r w:rsidRPr="00A07116">
        <w:rPr>
          <w:rStyle w:val="libArabicChar"/>
          <w:rFonts w:hint="eastAsia"/>
          <w:rtl/>
        </w:rPr>
        <w:t>فكلوا</w:t>
      </w:r>
      <w:r w:rsidRPr="00A07116">
        <w:rPr>
          <w:rStyle w:val="libArabicChar"/>
          <w:rtl/>
        </w:rPr>
        <w:t xml:space="preserve"> ممّا رزقكم الله حلالاً طيباً واشكروا نعمت الله</w:t>
      </w:r>
    </w:p>
    <w:p w:rsidR="001F628F" w:rsidRDefault="001F628F" w:rsidP="00A07116">
      <w:pPr>
        <w:pStyle w:val="libNormal"/>
        <w:rPr>
          <w:rtl/>
        </w:rPr>
      </w:pPr>
      <w:r>
        <w:rPr>
          <w:rtl/>
        </w:rPr>
        <w:t>12_ فقط ، حلال اور طبيعت انسان كے مطابق خوراك ، انسانو</w:t>
      </w:r>
      <w:r w:rsidR="00083993">
        <w:rPr>
          <w:rtl/>
        </w:rPr>
        <w:t xml:space="preserve">ں </w:t>
      </w:r>
      <w:r>
        <w:rPr>
          <w:rtl/>
        </w:rPr>
        <w:t>كے ليے خداوند عالم كارزق ہے نہ كہ حرام اور ناپاك رزق _</w:t>
      </w:r>
      <w:r w:rsidRPr="00A07116">
        <w:rPr>
          <w:rStyle w:val="libArabicChar"/>
          <w:rFonts w:hint="eastAsia"/>
          <w:rtl/>
        </w:rPr>
        <w:t>فكلوا</w:t>
      </w:r>
      <w:r w:rsidRPr="00A07116">
        <w:rPr>
          <w:rStyle w:val="libArabicChar"/>
          <w:rtl/>
        </w:rPr>
        <w:t xml:space="preserve"> ممّا رزقكم الله حلالاً طيب</w:t>
      </w:r>
      <w:r w:rsidR="00A07116">
        <w:rPr>
          <w:rStyle w:val="libArabicChar"/>
          <w:rFonts w:hint="cs"/>
          <w:rtl/>
        </w:rPr>
        <w:t xml:space="preserve">  </w:t>
      </w:r>
      <w:r>
        <w:rPr>
          <w:rFonts w:hint="eastAsia"/>
          <w:rtl/>
        </w:rPr>
        <w:t>مذكورہ</w:t>
      </w:r>
      <w:r>
        <w:rPr>
          <w:rtl/>
        </w:rPr>
        <w:t xml:space="preserve"> تفسير اس نكتہ پر موقوف ہے كہ ''حلالاً طيباً'' حال موكدّہ ہو_</w:t>
      </w:r>
    </w:p>
    <w:p w:rsidR="001F628F" w:rsidRDefault="001F628F" w:rsidP="005C31C0">
      <w:pPr>
        <w:pStyle w:val="libNormal"/>
        <w:rPr>
          <w:rtl/>
        </w:rPr>
      </w:pPr>
      <w:r>
        <w:rPr>
          <w:rtl/>
        </w:rPr>
        <w:t>13_ الہى احكام ، فطرت اور طبيعت كے مطابق ہي</w:t>
      </w:r>
      <w:r w:rsidR="00083993">
        <w:rPr>
          <w:rtl/>
        </w:rPr>
        <w:t xml:space="preserve">ں </w:t>
      </w:r>
      <w:r>
        <w:rPr>
          <w:rtl/>
        </w:rPr>
        <w:t>_</w:t>
      </w:r>
      <w:r w:rsidRPr="00A07116">
        <w:rPr>
          <w:rStyle w:val="libArabicChar"/>
          <w:rFonts w:hint="eastAsia"/>
          <w:rtl/>
        </w:rPr>
        <w:t>حلالاً</w:t>
      </w:r>
      <w:r w:rsidRPr="00A07116">
        <w:rPr>
          <w:rStyle w:val="libArabicChar"/>
          <w:rtl/>
        </w:rPr>
        <w:t xml:space="preserve"> طي</w:t>
      </w:r>
      <w:r w:rsidR="005C31C0" w:rsidRPr="00A07116">
        <w:rPr>
          <w:rStyle w:val="libArabicChar"/>
          <w:rtl/>
        </w:rPr>
        <w:t>ب</w:t>
      </w:r>
      <w:r w:rsidR="005C31C0">
        <w:rPr>
          <w:rStyle w:val="libArabicChar"/>
          <w:rFonts w:hint="cs"/>
          <w:rtl/>
        </w:rPr>
        <w:t>ا</w:t>
      </w:r>
    </w:p>
    <w:p w:rsidR="001F628F" w:rsidRDefault="001F628F" w:rsidP="001F628F">
      <w:pPr>
        <w:pStyle w:val="libNormal"/>
        <w:rPr>
          <w:rtl/>
        </w:rPr>
      </w:pPr>
      <w:r>
        <w:rPr>
          <w:rFonts w:hint="eastAsia"/>
          <w:rtl/>
        </w:rPr>
        <w:t>مذكورہ</w:t>
      </w:r>
      <w:r>
        <w:rPr>
          <w:rtl/>
        </w:rPr>
        <w:t xml:space="preserve"> تفسير اس صورت مي</w:t>
      </w:r>
      <w:r w:rsidR="00083993">
        <w:rPr>
          <w:rtl/>
        </w:rPr>
        <w:t xml:space="preserve">ں </w:t>
      </w:r>
      <w:r>
        <w:rPr>
          <w:rtl/>
        </w:rPr>
        <w:t>ہے كہ ''طيب'' كا معنى ايسى چيز ہے كہ جسے انسان نفس كى رضااور مكمل رغبت سے قبول كرے اور قرآن نے ايسى چيز كو حلّيت كے متعلق قرار ديا ہے_</w:t>
      </w:r>
    </w:p>
    <w:p w:rsidR="001F628F" w:rsidRDefault="001F628F" w:rsidP="001F628F">
      <w:pPr>
        <w:pStyle w:val="libNormal"/>
        <w:rPr>
          <w:rtl/>
        </w:rPr>
      </w:pPr>
      <w:r>
        <w:rPr>
          <w:rtl/>
        </w:rPr>
        <w:t>14_ خوراك اور كھانے والى چيزو</w:t>
      </w:r>
      <w:r w:rsidR="00083993">
        <w:rPr>
          <w:rtl/>
        </w:rPr>
        <w:t xml:space="preserve">ں </w:t>
      </w:r>
      <w:r>
        <w:rPr>
          <w:rtl/>
        </w:rPr>
        <w:t>كے جواز كا معيار ، ان كا انسانى طبيعت كے مطابق اور شرعى طور حلال ہونا ہے _</w:t>
      </w:r>
    </w:p>
    <w:p w:rsidR="001F628F" w:rsidRDefault="001F628F" w:rsidP="00A07116">
      <w:pPr>
        <w:pStyle w:val="libArabic"/>
        <w:rPr>
          <w:rtl/>
        </w:rPr>
      </w:pPr>
      <w:r>
        <w:rPr>
          <w:rFonts w:hint="eastAsia"/>
          <w:rtl/>
        </w:rPr>
        <w:t>فكلوا</w:t>
      </w:r>
      <w:r>
        <w:rPr>
          <w:rtl/>
        </w:rPr>
        <w:t xml:space="preserve"> ممّا رزقكم الله حلالاً طيب</w:t>
      </w:r>
      <w:r w:rsidR="005C31C0">
        <w:rPr>
          <w:rFonts w:hint="cs"/>
          <w:rtl/>
        </w:rPr>
        <w:t>ا</w:t>
      </w:r>
    </w:p>
    <w:p w:rsidR="001F628F" w:rsidRDefault="001F628F" w:rsidP="001F628F">
      <w:pPr>
        <w:pStyle w:val="libNormal"/>
        <w:rPr>
          <w:rtl/>
        </w:rPr>
      </w:pPr>
      <w:r>
        <w:rPr>
          <w:rFonts w:hint="eastAsia"/>
          <w:rtl/>
        </w:rPr>
        <w:t>مذكورہ</w:t>
      </w:r>
      <w:r>
        <w:rPr>
          <w:rtl/>
        </w:rPr>
        <w:t xml:space="preserve"> تفسير اس بنا ء پر ہے كہ آيت شريفہ بعد والى آيت (انمّا حرم عليكم الميتة)كے قرينہ كى بناء پر كھانے والى چيزو</w:t>
      </w:r>
      <w:r w:rsidR="00083993">
        <w:rPr>
          <w:rtl/>
        </w:rPr>
        <w:t xml:space="preserve">ں </w:t>
      </w:r>
      <w:r>
        <w:rPr>
          <w:rtl/>
        </w:rPr>
        <w:t>كے جائز اور ناجائز ہونے كو بيان كررہى ہو_</w:t>
      </w:r>
    </w:p>
    <w:p w:rsidR="001F628F" w:rsidRDefault="001F628F" w:rsidP="001F628F">
      <w:pPr>
        <w:pStyle w:val="libNormal"/>
        <w:rPr>
          <w:rtl/>
        </w:rPr>
      </w:pPr>
      <w:r>
        <w:rPr>
          <w:rtl/>
        </w:rPr>
        <w:t>15_ خداوند عالم كے ليئے عبادت كے مخصوص ہونے پر اعتقاد، اس كى نعمتو</w:t>
      </w:r>
      <w:r w:rsidR="00083993">
        <w:rPr>
          <w:rtl/>
        </w:rPr>
        <w:t xml:space="preserve">ں </w:t>
      </w:r>
      <w:r>
        <w:rPr>
          <w:rtl/>
        </w:rPr>
        <w:t>كے شكر كو مستلزم ہے _</w:t>
      </w:r>
    </w:p>
    <w:p w:rsidR="001F628F" w:rsidRDefault="001F628F" w:rsidP="00A07116">
      <w:pPr>
        <w:pStyle w:val="libArabic"/>
        <w:rPr>
          <w:rtl/>
        </w:rPr>
      </w:pPr>
      <w:r>
        <w:rPr>
          <w:rFonts w:hint="eastAsia"/>
          <w:rtl/>
        </w:rPr>
        <w:t>واشكروا</w:t>
      </w:r>
      <w:r>
        <w:rPr>
          <w:rtl/>
        </w:rPr>
        <w:t xml:space="preserve"> نعمت الله ان كنتم اياّ</w:t>
      </w:r>
      <w:r w:rsidR="00120F63" w:rsidRPr="00ED5DE8">
        <w:rPr>
          <w:rFonts w:hint="cs"/>
          <w:rtl/>
        </w:rPr>
        <w:t>ه</w:t>
      </w:r>
      <w:r>
        <w:rPr>
          <w:rtl/>
        </w:rPr>
        <w:t xml:space="preserve"> </w:t>
      </w:r>
      <w:r>
        <w:rPr>
          <w:rFonts w:hint="cs"/>
          <w:rtl/>
        </w:rPr>
        <w:t>ت</w:t>
      </w:r>
      <w:r>
        <w:rPr>
          <w:rtl/>
        </w:rPr>
        <w:t>عبدون</w:t>
      </w:r>
    </w:p>
    <w:p w:rsidR="001F628F" w:rsidRDefault="001F628F" w:rsidP="001F628F">
      <w:pPr>
        <w:pStyle w:val="libNormal"/>
        <w:rPr>
          <w:rtl/>
        </w:rPr>
      </w:pPr>
      <w:r>
        <w:rPr>
          <w:rFonts w:hint="eastAsia"/>
          <w:rtl/>
        </w:rPr>
        <w:t>جملہ</w:t>
      </w:r>
      <w:r w:rsidRPr="00A07116">
        <w:rPr>
          <w:rStyle w:val="libArabicChar"/>
          <w:rtl/>
        </w:rPr>
        <w:t xml:space="preserve">''ان كنتم ايّا </w:t>
      </w:r>
      <w:r w:rsidR="00120F63" w:rsidRPr="00B2551F">
        <w:rPr>
          <w:rStyle w:val="libArabicChar"/>
          <w:rFonts w:hint="cs"/>
          <w:rtl/>
        </w:rPr>
        <w:t>ه</w:t>
      </w:r>
      <w:r w:rsidRPr="00A07116">
        <w:rPr>
          <w:rStyle w:val="libArabicChar"/>
          <w:rtl/>
        </w:rPr>
        <w:t xml:space="preserve"> </w:t>
      </w:r>
      <w:r w:rsidRPr="00A07116">
        <w:rPr>
          <w:rStyle w:val="libArabicChar"/>
          <w:rFonts w:hint="cs"/>
          <w:rtl/>
        </w:rPr>
        <w:t>تعبدون</w:t>
      </w:r>
      <w:r w:rsidRPr="00A07116">
        <w:rPr>
          <w:rStyle w:val="libArabicChar"/>
          <w:rtl/>
        </w:rPr>
        <w:t xml:space="preserve">'' </w:t>
      </w:r>
      <w:r>
        <w:rPr>
          <w:rtl/>
        </w:rPr>
        <w:t>كا ''اشكروا'' كے ليے جملہ شرطيہ كى صورت مي</w:t>
      </w:r>
      <w:r w:rsidR="00083993">
        <w:rPr>
          <w:rtl/>
        </w:rPr>
        <w:t xml:space="preserve">ں </w:t>
      </w:r>
      <w:r>
        <w:rPr>
          <w:rtl/>
        </w:rPr>
        <w:t xml:space="preserve">آنا ، شكر اور توحيد عبادى پر اعتقاد كے درميان </w:t>
      </w:r>
      <w:r w:rsidRPr="00A07116">
        <w:rPr>
          <w:rStyle w:val="libArabicChar"/>
          <w:rtl/>
        </w:rPr>
        <w:t>ناقابل انفكاك</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اتصال</w:t>
      </w:r>
      <w:r>
        <w:rPr>
          <w:rtl/>
        </w:rPr>
        <w:t xml:space="preserve"> اور لازمہ كو بيان كررہا ہے _</w:t>
      </w:r>
    </w:p>
    <w:p w:rsidR="001F628F" w:rsidRDefault="001F628F" w:rsidP="00A07116">
      <w:pPr>
        <w:pStyle w:val="libNormal"/>
        <w:rPr>
          <w:rtl/>
        </w:rPr>
      </w:pPr>
      <w:r>
        <w:rPr>
          <w:rFonts w:hint="eastAsia"/>
          <w:rtl/>
        </w:rPr>
        <w:t>آسا</w:t>
      </w:r>
      <w:r w:rsidR="009F604A">
        <w:rPr>
          <w:rFonts w:hint="eastAsia"/>
          <w:rtl/>
        </w:rPr>
        <w:t>ئش</w:t>
      </w:r>
      <w:r>
        <w:rPr>
          <w:rtl/>
        </w:rPr>
        <w:t xml:space="preserve"> :</w:t>
      </w:r>
      <w:r>
        <w:rPr>
          <w:rFonts w:hint="eastAsia"/>
          <w:rtl/>
        </w:rPr>
        <w:t>آسا</w:t>
      </w:r>
      <w:r w:rsidR="009F604A">
        <w:rPr>
          <w:rFonts w:hint="eastAsia"/>
          <w:rtl/>
        </w:rPr>
        <w:t>ئش</w:t>
      </w:r>
      <w:r>
        <w:rPr>
          <w:rtl/>
        </w:rPr>
        <w:t xml:space="preserve"> كے باقى رہنے كے اسباب 8</w:t>
      </w:r>
    </w:p>
    <w:p w:rsidR="001F628F" w:rsidRDefault="001F628F" w:rsidP="001F628F">
      <w:pPr>
        <w:pStyle w:val="libNormal"/>
        <w:rPr>
          <w:rtl/>
        </w:rPr>
      </w:pPr>
      <w:r>
        <w:rPr>
          <w:rFonts w:hint="eastAsia"/>
          <w:rtl/>
        </w:rPr>
        <w:t>احكام</w:t>
      </w:r>
      <w:r>
        <w:rPr>
          <w:rtl/>
        </w:rPr>
        <w:t>:14</w:t>
      </w:r>
    </w:p>
    <w:p w:rsidR="001F628F" w:rsidRDefault="001F628F" w:rsidP="00A07116">
      <w:pPr>
        <w:pStyle w:val="libNormal"/>
        <w:rPr>
          <w:rtl/>
        </w:rPr>
      </w:pPr>
      <w:r>
        <w:rPr>
          <w:rFonts w:hint="eastAsia"/>
          <w:rtl/>
        </w:rPr>
        <w:t>اشياء</w:t>
      </w:r>
      <w:r>
        <w:rPr>
          <w:rtl/>
        </w:rPr>
        <w:t xml:space="preserve"> خود دونوش :</w:t>
      </w:r>
      <w:r>
        <w:rPr>
          <w:rFonts w:hint="eastAsia"/>
          <w:rtl/>
        </w:rPr>
        <w:t>اشياء</w:t>
      </w:r>
      <w:r>
        <w:rPr>
          <w:rtl/>
        </w:rPr>
        <w:t xml:space="preserve"> خوردونوش كى حلّيت كے شرائط 14</w:t>
      </w:r>
    </w:p>
    <w:p w:rsidR="001F628F" w:rsidRDefault="001F628F" w:rsidP="00A07116">
      <w:pPr>
        <w:pStyle w:val="libNormal"/>
        <w:rPr>
          <w:rtl/>
        </w:rPr>
      </w:pPr>
      <w:r>
        <w:rPr>
          <w:rFonts w:hint="eastAsia"/>
          <w:rtl/>
        </w:rPr>
        <w:t>الله</w:t>
      </w:r>
      <w:r>
        <w:rPr>
          <w:rtl/>
        </w:rPr>
        <w:t xml:space="preserve"> تعالي:</w:t>
      </w:r>
      <w:r>
        <w:rPr>
          <w:rFonts w:hint="eastAsia"/>
          <w:rtl/>
        </w:rPr>
        <w:t>الله</w:t>
      </w:r>
      <w:r>
        <w:rPr>
          <w:rtl/>
        </w:rPr>
        <w:t xml:space="preserve"> تعالى كا رزق وروزى 12; الله تعالى كى رازقيّت 4،5</w:t>
      </w:r>
    </w:p>
    <w:p w:rsidR="001F628F" w:rsidRDefault="001F628F" w:rsidP="00A07116">
      <w:pPr>
        <w:pStyle w:val="libNormal"/>
        <w:rPr>
          <w:rtl/>
        </w:rPr>
      </w:pPr>
      <w:r>
        <w:rPr>
          <w:rFonts w:hint="eastAsia"/>
          <w:rtl/>
        </w:rPr>
        <w:t>انسان</w:t>
      </w:r>
      <w:r>
        <w:rPr>
          <w:rtl/>
        </w:rPr>
        <w:t>:</w:t>
      </w:r>
      <w:r>
        <w:rPr>
          <w:rFonts w:hint="eastAsia"/>
          <w:rtl/>
        </w:rPr>
        <w:t>انسانو</w:t>
      </w:r>
      <w:r w:rsidR="00083993">
        <w:rPr>
          <w:rFonts w:hint="eastAsia"/>
          <w:rtl/>
        </w:rPr>
        <w:t xml:space="preserve">ں </w:t>
      </w:r>
      <w:r>
        <w:rPr>
          <w:rtl/>
        </w:rPr>
        <w:t>كى روزي5</w:t>
      </w:r>
    </w:p>
    <w:p w:rsidR="001F628F" w:rsidRDefault="001F628F" w:rsidP="00A07116">
      <w:pPr>
        <w:pStyle w:val="libNormal"/>
        <w:rPr>
          <w:rtl/>
        </w:rPr>
      </w:pPr>
      <w:r>
        <w:rPr>
          <w:rFonts w:hint="eastAsia"/>
          <w:rtl/>
        </w:rPr>
        <w:t>دين</w:t>
      </w:r>
      <w:r>
        <w:rPr>
          <w:rtl/>
        </w:rPr>
        <w:t>:</w:t>
      </w:r>
      <w:r>
        <w:rPr>
          <w:rFonts w:hint="eastAsia"/>
          <w:rtl/>
        </w:rPr>
        <w:t>دين</w:t>
      </w:r>
      <w:r>
        <w:rPr>
          <w:rtl/>
        </w:rPr>
        <w:t xml:space="preserve"> كا فطرتى ہونا13</w:t>
      </w:r>
    </w:p>
    <w:p w:rsidR="001F628F" w:rsidRDefault="001F628F" w:rsidP="00A07116">
      <w:pPr>
        <w:pStyle w:val="libNormal"/>
        <w:rPr>
          <w:rtl/>
        </w:rPr>
      </w:pPr>
      <w:r>
        <w:rPr>
          <w:rFonts w:hint="eastAsia"/>
          <w:rtl/>
        </w:rPr>
        <w:t>ذكر</w:t>
      </w:r>
      <w:r>
        <w:rPr>
          <w:rtl/>
        </w:rPr>
        <w:t>:</w:t>
      </w:r>
      <w:r>
        <w:rPr>
          <w:rFonts w:hint="eastAsia"/>
          <w:rtl/>
        </w:rPr>
        <w:t>كفر</w:t>
      </w:r>
      <w:r>
        <w:rPr>
          <w:rtl/>
        </w:rPr>
        <w:t xml:space="preserve"> ان نعمت كے ذكر كے آثار 9</w:t>
      </w:r>
    </w:p>
    <w:p w:rsidR="001F628F" w:rsidRDefault="001F628F" w:rsidP="00A07116">
      <w:pPr>
        <w:pStyle w:val="libNormal"/>
        <w:rPr>
          <w:rtl/>
        </w:rPr>
      </w:pPr>
      <w:r>
        <w:rPr>
          <w:rFonts w:hint="eastAsia"/>
          <w:rtl/>
        </w:rPr>
        <w:t>رفاہ</w:t>
      </w:r>
      <w:r>
        <w:rPr>
          <w:rtl/>
        </w:rPr>
        <w:t xml:space="preserve"> و آسودگى :</w:t>
      </w:r>
      <w:r>
        <w:rPr>
          <w:rFonts w:hint="eastAsia"/>
          <w:rtl/>
        </w:rPr>
        <w:t>رفاہ</w:t>
      </w:r>
      <w:r>
        <w:rPr>
          <w:rtl/>
        </w:rPr>
        <w:t xml:space="preserve"> و آسودگى كى بقاء كے اسباب 8</w:t>
      </w:r>
    </w:p>
    <w:p w:rsidR="001F628F" w:rsidRDefault="001F628F" w:rsidP="00A07116">
      <w:pPr>
        <w:pStyle w:val="libNormal"/>
        <w:rPr>
          <w:rtl/>
        </w:rPr>
      </w:pPr>
      <w:r>
        <w:rPr>
          <w:rFonts w:hint="eastAsia"/>
          <w:rtl/>
        </w:rPr>
        <w:t>روزي</w:t>
      </w:r>
      <w:r>
        <w:rPr>
          <w:rtl/>
        </w:rPr>
        <w:t>:</w:t>
      </w:r>
      <w:r>
        <w:rPr>
          <w:rFonts w:hint="eastAsia"/>
          <w:rtl/>
        </w:rPr>
        <w:t>پاكيزہ</w:t>
      </w:r>
      <w:r>
        <w:rPr>
          <w:rtl/>
        </w:rPr>
        <w:t xml:space="preserve"> روزى 1،3،11،12; پاكيزہ روزى كو حرام كرنا 7; حرام روزى 12; حلال روزى 12; حلال روزى سے استفادہ 1،2; حلال روزى سے استفادہ كے آثار 8; روزى كاسرچشمہ 4،5; روزى كے حلال ہونے كا فلسفہ 3</w:t>
      </w:r>
    </w:p>
    <w:p w:rsidR="001F628F" w:rsidRDefault="001F628F" w:rsidP="00A07116">
      <w:pPr>
        <w:pStyle w:val="libNormal"/>
        <w:rPr>
          <w:rtl/>
        </w:rPr>
      </w:pPr>
      <w:r>
        <w:rPr>
          <w:rFonts w:hint="eastAsia"/>
          <w:rtl/>
        </w:rPr>
        <w:t>شكر</w:t>
      </w:r>
      <w:r>
        <w:rPr>
          <w:rtl/>
        </w:rPr>
        <w:t>:</w:t>
      </w:r>
      <w:r>
        <w:rPr>
          <w:rFonts w:hint="eastAsia"/>
          <w:rtl/>
        </w:rPr>
        <w:t>شكر</w:t>
      </w:r>
      <w:r>
        <w:rPr>
          <w:rtl/>
        </w:rPr>
        <w:t xml:space="preserve"> نعمت 10،11; شكر نعمت كى اہميت 2; نعمت كے شكر كے اسباب 15</w:t>
      </w:r>
    </w:p>
    <w:p w:rsidR="001F628F" w:rsidRDefault="001F628F" w:rsidP="00A07116">
      <w:pPr>
        <w:pStyle w:val="libNormal"/>
        <w:rPr>
          <w:rtl/>
        </w:rPr>
      </w:pPr>
      <w:r>
        <w:rPr>
          <w:rFonts w:hint="eastAsia"/>
          <w:rtl/>
        </w:rPr>
        <w:t>عقيدہ</w:t>
      </w:r>
      <w:r>
        <w:rPr>
          <w:rtl/>
        </w:rPr>
        <w:t>:</w:t>
      </w:r>
      <w:r>
        <w:rPr>
          <w:rFonts w:hint="eastAsia"/>
          <w:rtl/>
        </w:rPr>
        <w:t>توحيد</w:t>
      </w:r>
      <w:r>
        <w:rPr>
          <w:rtl/>
        </w:rPr>
        <w:t xml:space="preserve"> عبادى كا عقيدہ 15</w:t>
      </w:r>
    </w:p>
    <w:p w:rsidR="001F628F" w:rsidRDefault="001F628F" w:rsidP="00A07116">
      <w:pPr>
        <w:pStyle w:val="libNormal"/>
        <w:rPr>
          <w:rtl/>
        </w:rPr>
      </w:pPr>
      <w:r>
        <w:rPr>
          <w:rFonts w:hint="eastAsia"/>
          <w:rtl/>
        </w:rPr>
        <w:t>قناعت</w:t>
      </w:r>
      <w:r>
        <w:rPr>
          <w:rtl/>
        </w:rPr>
        <w:t>:</w:t>
      </w:r>
      <w:r>
        <w:rPr>
          <w:rFonts w:hint="eastAsia"/>
          <w:rtl/>
        </w:rPr>
        <w:t>قناعت</w:t>
      </w:r>
      <w:r>
        <w:rPr>
          <w:rtl/>
        </w:rPr>
        <w:t xml:space="preserve"> كے اسباب 9</w:t>
      </w:r>
    </w:p>
    <w:p w:rsidR="001F628F" w:rsidRDefault="001F628F" w:rsidP="00A07116">
      <w:pPr>
        <w:pStyle w:val="libNormal"/>
        <w:rPr>
          <w:rtl/>
        </w:rPr>
      </w:pPr>
      <w:r>
        <w:rPr>
          <w:rFonts w:hint="eastAsia"/>
          <w:rtl/>
        </w:rPr>
        <w:t>كفران</w:t>
      </w:r>
      <w:r>
        <w:rPr>
          <w:rtl/>
        </w:rPr>
        <w:t>:</w:t>
      </w:r>
      <w:r>
        <w:rPr>
          <w:rFonts w:hint="eastAsia"/>
          <w:rtl/>
        </w:rPr>
        <w:t>كفران</w:t>
      </w:r>
      <w:r>
        <w:rPr>
          <w:rtl/>
        </w:rPr>
        <w:t xml:space="preserve"> نعمت 6،7; كفران نعمت سے اجتناب كے آثار 8</w:t>
      </w:r>
    </w:p>
    <w:p w:rsidR="001F628F" w:rsidRDefault="001F628F" w:rsidP="00A07116">
      <w:pPr>
        <w:pStyle w:val="libNormal"/>
        <w:rPr>
          <w:rtl/>
        </w:rPr>
      </w:pPr>
      <w:r>
        <w:rPr>
          <w:rFonts w:hint="eastAsia"/>
          <w:rtl/>
        </w:rPr>
        <w:t>مباحات</w:t>
      </w:r>
      <w:r>
        <w:rPr>
          <w:rtl/>
        </w:rPr>
        <w:t>:</w:t>
      </w:r>
      <w:r>
        <w:rPr>
          <w:rFonts w:hint="eastAsia"/>
          <w:rtl/>
        </w:rPr>
        <w:t>مباحات</w:t>
      </w:r>
      <w:r>
        <w:rPr>
          <w:rtl/>
        </w:rPr>
        <w:t xml:space="preserve"> كو حرام كرنا 7</w:t>
      </w:r>
    </w:p>
    <w:p w:rsidR="001F628F" w:rsidRDefault="001F628F" w:rsidP="00A07116">
      <w:pPr>
        <w:pStyle w:val="libNormal"/>
        <w:rPr>
          <w:rtl/>
        </w:rPr>
      </w:pPr>
      <w:r>
        <w:rPr>
          <w:rFonts w:hint="eastAsia"/>
          <w:rtl/>
        </w:rPr>
        <w:t>محرمات</w:t>
      </w:r>
      <w:r>
        <w:rPr>
          <w:rtl/>
        </w:rPr>
        <w:t>:</w:t>
      </w:r>
      <w:r>
        <w:rPr>
          <w:rFonts w:hint="eastAsia"/>
          <w:rtl/>
        </w:rPr>
        <w:t>محرمات</w:t>
      </w:r>
      <w:r>
        <w:rPr>
          <w:rtl/>
        </w:rPr>
        <w:t xml:space="preserve"> سے اجتناب كے اسباب 9; محرمات سے استفادہ 6</w:t>
      </w:r>
    </w:p>
    <w:p w:rsidR="001F628F" w:rsidRDefault="001F628F" w:rsidP="00A07116">
      <w:pPr>
        <w:pStyle w:val="libNormal"/>
        <w:rPr>
          <w:rtl/>
        </w:rPr>
      </w:pPr>
      <w:r>
        <w:rPr>
          <w:rFonts w:hint="eastAsia"/>
          <w:rtl/>
        </w:rPr>
        <w:t>نعمت</w:t>
      </w:r>
      <w:r>
        <w:rPr>
          <w:rtl/>
        </w:rPr>
        <w:t>:</w:t>
      </w:r>
      <w:r>
        <w:rPr>
          <w:rFonts w:hint="eastAsia"/>
          <w:rtl/>
        </w:rPr>
        <w:t>پاكيزہ</w:t>
      </w:r>
      <w:r>
        <w:rPr>
          <w:rtl/>
        </w:rPr>
        <w:t xml:space="preserve"> نعمت11 ; حلال روزى كى نعمت 11; نعمت سے صحيح استفادہ 10</w:t>
      </w:r>
    </w:p>
    <w:p w:rsidR="00A07116" w:rsidRDefault="001E7F9D" w:rsidP="00F73EDE">
      <w:pPr>
        <w:pStyle w:val="libPoemTini"/>
        <w:rPr>
          <w:rtl/>
        </w:rPr>
      </w:pPr>
      <w:r>
        <w:rPr>
          <w:rtl/>
        </w:rPr>
        <w:cr/>
      </w:r>
      <w:r>
        <w:rPr>
          <w:rtl/>
        </w:rPr>
        <w:br w:type="page"/>
      </w:r>
    </w:p>
    <w:p w:rsidR="00A07116" w:rsidRPr="00120F63" w:rsidRDefault="00A07116" w:rsidP="00A07116">
      <w:pPr>
        <w:pStyle w:val="Heading2Center"/>
        <w:rPr>
          <w:rtl/>
        </w:rPr>
      </w:pPr>
      <w:bookmarkStart w:id="261" w:name="_Toc28081939"/>
      <w:r>
        <w:rPr>
          <w:rFonts w:hint="cs"/>
          <w:rtl/>
        </w:rPr>
        <w:lastRenderedPageBreak/>
        <w:t xml:space="preserve">آیت </w:t>
      </w:r>
      <w:r w:rsidRPr="00120F63">
        <w:rPr>
          <w:rFonts w:hint="cs"/>
          <w:rtl/>
        </w:rPr>
        <w:t>115</w:t>
      </w:r>
      <w:bookmarkEnd w:id="261"/>
    </w:p>
    <w:p w:rsidR="001F628F" w:rsidRDefault="00E260F9" w:rsidP="00A07116">
      <w:pPr>
        <w:pStyle w:val="libNormal"/>
        <w:rPr>
          <w:rtl/>
        </w:rPr>
      </w:pPr>
      <w:r w:rsidRPr="00E260F9">
        <w:rPr>
          <w:rStyle w:val="libAlaemChar"/>
          <w:rFonts w:hint="eastAsia"/>
          <w:rtl/>
        </w:rPr>
        <w:t>(</w:t>
      </w:r>
      <w:r w:rsidRPr="00A07116">
        <w:rPr>
          <w:rStyle w:val="libAieChar"/>
          <w:rFonts w:hint="eastAsia"/>
          <w:rtl/>
        </w:rPr>
        <w:t>إِنَّمَا</w:t>
      </w:r>
      <w:r w:rsidRPr="00A07116">
        <w:rPr>
          <w:rStyle w:val="libAieChar"/>
          <w:rtl/>
        </w:rPr>
        <w:t xml:space="preserve"> حَرَّمَ عَلَيْكُمُ الْمَيْتَةَ وَالْدَّمَ وَلَحْمَ الْخَنزِيرِ وَمَا أُهِلَّ لِغَيْرِ اللّهِ بِهِ فَمَنِ اضْطُرَّ غَيْرَ بَاغٍ وَلاَ عَادٍ فَإِنَّ اللّهَ غَفُورٌ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نے تمھارے ليے صرف مردار، خون، سور كا گوشت اور جو غير خدا كے نام پر ذبح كيا جائے اسے حرام كرديا ہے اور اس مي</w:t>
      </w:r>
      <w:r w:rsidR="00083993">
        <w:rPr>
          <w:rtl/>
        </w:rPr>
        <w:t xml:space="preserve">ں </w:t>
      </w:r>
      <w:r>
        <w:rPr>
          <w:rtl/>
        </w:rPr>
        <w:t>بھى اگر كوئي شخص مضطر و مجبور ہوجائے اور نہ بغاوت كرے نہ حد سے تجاوز كرے تو خدا بہت بڑا بخشنے والا اور مہربان ہے _</w:t>
      </w:r>
    </w:p>
    <w:p w:rsidR="001F628F" w:rsidRDefault="001F628F" w:rsidP="00A07116">
      <w:pPr>
        <w:pStyle w:val="libNormal"/>
        <w:rPr>
          <w:rtl/>
        </w:rPr>
      </w:pPr>
      <w:r>
        <w:rPr>
          <w:rtl/>
        </w:rPr>
        <w:t>1_ مرداد ، خون اور سور كا گوشت كھانا حرام ہے _</w:t>
      </w:r>
      <w:r w:rsidRPr="00A07116">
        <w:rPr>
          <w:rStyle w:val="libArabicChar"/>
          <w:rFonts w:hint="eastAsia"/>
          <w:rtl/>
        </w:rPr>
        <w:t>حرّم</w:t>
      </w:r>
      <w:r w:rsidRPr="00A07116">
        <w:rPr>
          <w:rStyle w:val="libArabicChar"/>
          <w:rtl/>
        </w:rPr>
        <w:t xml:space="preserve"> عليكم الميتة والدم و لحم الخنزير</w:t>
      </w:r>
    </w:p>
    <w:p w:rsidR="001F628F" w:rsidRDefault="001F628F" w:rsidP="001F628F">
      <w:pPr>
        <w:pStyle w:val="libNormal"/>
        <w:rPr>
          <w:rtl/>
        </w:rPr>
      </w:pPr>
      <w:r>
        <w:rPr>
          <w:rtl/>
        </w:rPr>
        <w:t>2_ ايسے حيوانات كا گوشت كھا نا حرام ہے جن كو ذبح كرتے و قت غيرالله كا نام ليا گيا ہو_</w:t>
      </w:r>
    </w:p>
    <w:p w:rsidR="001F628F" w:rsidRDefault="001F628F" w:rsidP="00A07116">
      <w:pPr>
        <w:pStyle w:val="libArabic"/>
        <w:rPr>
          <w:rtl/>
        </w:rPr>
      </w:pPr>
      <w:r>
        <w:rPr>
          <w:rFonts w:hint="eastAsia"/>
          <w:rtl/>
        </w:rPr>
        <w:t>حرّم</w:t>
      </w:r>
      <w:r>
        <w:rPr>
          <w:rtl/>
        </w:rPr>
        <w:t xml:space="preserve"> عليكم الميتة ...ما ا</w:t>
      </w:r>
      <w:r w:rsidR="00120F63" w:rsidRPr="00ED5DE8">
        <w:rPr>
          <w:rFonts w:hint="cs"/>
          <w:rtl/>
        </w:rPr>
        <w:t>ه</w:t>
      </w:r>
      <w:r>
        <w:rPr>
          <w:rFonts w:hint="cs"/>
          <w:rtl/>
        </w:rPr>
        <w:t>ل</w:t>
      </w:r>
      <w:r>
        <w:rPr>
          <w:rtl/>
        </w:rPr>
        <w:t xml:space="preserve"> </w:t>
      </w:r>
      <w:r>
        <w:rPr>
          <w:rFonts w:hint="cs"/>
          <w:rtl/>
        </w:rPr>
        <w:t>لغيرال</w:t>
      </w:r>
      <w:r>
        <w:rPr>
          <w:rtl/>
        </w:rPr>
        <w:t>له ب</w:t>
      </w:r>
      <w:r w:rsidR="00120F63" w:rsidRPr="00ED5DE8">
        <w:rPr>
          <w:rFonts w:hint="cs"/>
          <w:rtl/>
        </w:rPr>
        <w:t>ه</w:t>
      </w:r>
    </w:p>
    <w:p w:rsidR="001F628F" w:rsidRDefault="001F628F" w:rsidP="001F628F">
      <w:pPr>
        <w:pStyle w:val="libNormal"/>
        <w:rPr>
          <w:rtl/>
        </w:rPr>
      </w:pPr>
      <w:r>
        <w:rPr>
          <w:rFonts w:hint="eastAsia"/>
          <w:rtl/>
        </w:rPr>
        <w:t>مذدكورہ</w:t>
      </w:r>
      <w:r>
        <w:rPr>
          <w:rtl/>
        </w:rPr>
        <w:t xml:space="preserve"> تفسير اس بناء پر ہے كہ ''ما اہل'' سے مراد حيوانات كو ذبح كرتے وقت غيرخدا جيسے بت و غيرہ كا نام لينا ہو _</w:t>
      </w:r>
    </w:p>
    <w:p w:rsidR="001F628F" w:rsidRDefault="001F628F" w:rsidP="00A07116">
      <w:pPr>
        <w:pStyle w:val="libNormal"/>
        <w:rPr>
          <w:rtl/>
        </w:rPr>
      </w:pPr>
      <w:r>
        <w:rPr>
          <w:rtl/>
        </w:rPr>
        <w:t>3_ غير خدا كے ليے قربانى شدہ حيوان كا گوشت كھا نا حرام ہے_</w:t>
      </w:r>
      <w:r w:rsidRPr="00A07116">
        <w:rPr>
          <w:rStyle w:val="libArabicChar"/>
          <w:rFonts w:hint="eastAsia"/>
          <w:rtl/>
        </w:rPr>
        <w:t>حرّم</w:t>
      </w:r>
      <w:r w:rsidRPr="00A07116">
        <w:rPr>
          <w:rStyle w:val="libArabicChar"/>
          <w:rtl/>
        </w:rPr>
        <w:t xml:space="preserve"> عليكم ... ما ا</w:t>
      </w:r>
      <w:r w:rsidR="00120F63" w:rsidRPr="00B2551F">
        <w:rPr>
          <w:rStyle w:val="libArabicChar"/>
          <w:rFonts w:hint="cs"/>
          <w:rtl/>
        </w:rPr>
        <w:t>ه</w:t>
      </w:r>
      <w:r w:rsidRPr="00A07116">
        <w:rPr>
          <w:rStyle w:val="libArabicChar"/>
          <w:rFonts w:hint="cs"/>
          <w:rtl/>
        </w:rPr>
        <w:t>ل</w:t>
      </w:r>
      <w:r w:rsidRPr="00A07116">
        <w:rPr>
          <w:rStyle w:val="libArabicChar"/>
          <w:rtl/>
        </w:rPr>
        <w:t xml:space="preserve"> </w:t>
      </w:r>
      <w:r w:rsidRPr="00A07116">
        <w:rPr>
          <w:rStyle w:val="libArabicChar"/>
          <w:rFonts w:hint="cs"/>
          <w:rtl/>
        </w:rPr>
        <w:t>لغيرا</w:t>
      </w:r>
      <w:r w:rsidRPr="00A07116">
        <w:rPr>
          <w:rStyle w:val="libArabicChar"/>
          <w:rtl/>
        </w:rPr>
        <w:t>لله ب</w:t>
      </w:r>
      <w:r w:rsidR="00120F63" w:rsidRPr="00B2551F">
        <w:rPr>
          <w:rStyle w:val="libArabicChar"/>
          <w:rFonts w:hint="cs"/>
          <w:rtl/>
        </w:rPr>
        <w:t>ه</w:t>
      </w:r>
    </w:p>
    <w:p w:rsidR="001F628F" w:rsidRDefault="001F628F" w:rsidP="001F628F">
      <w:pPr>
        <w:pStyle w:val="libNormal"/>
        <w:rPr>
          <w:rtl/>
        </w:rPr>
      </w:pPr>
      <w:r>
        <w:rPr>
          <w:rFonts w:hint="eastAsia"/>
          <w:rtl/>
        </w:rPr>
        <w:t>مذكورہ</w:t>
      </w:r>
      <w:r>
        <w:rPr>
          <w:rtl/>
        </w:rPr>
        <w:t xml:space="preserve"> تفسير اس نكتہ كى بناء پر ہے كہ''ما اہل ...'' سے مراد وہ قربانيا</w:t>
      </w:r>
      <w:r w:rsidR="00083993">
        <w:rPr>
          <w:rtl/>
        </w:rPr>
        <w:t xml:space="preserve">ں </w:t>
      </w:r>
      <w:r>
        <w:rPr>
          <w:rtl/>
        </w:rPr>
        <w:t>ہو</w:t>
      </w:r>
      <w:r w:rsidR="00083993">
        <w:rPr>
          <w:rtl/>
        </w:rPr>
        <w:t xml:space="preserve">ں </w:t>
      </w:r>
      <w:r>
        <w:rPr>
          <w:rtl/>
        </w:rPr>
        <w:t>جو مشركين بتو</w:t>
      </w:r>
      <w:r w:rsidR="00083993">
        <w:rPr>
          <w:rtl/>
        </w:rPr>
        <w:t xml:space="preserve">ں </w:t>
      </w:r>
      <w:r>
        <w:rPr>
          <w:rtl/>
        </w:rPr>
        <w:t>كے ليے انجام ديتے تھے_</w:t>
      </w:r>
    </w:p>
    <w:p w:rsidR="001F628F" w:rsidRDefault="001F628F" w:rsidP="00A07116">
      <w:pPr>
        <w:pStyle w:val="libNormal"/>
        <w:rPr>
          <w:rtl/>
        </w:rPr>
      </w:pPr>
      <w:r>
        <w:rPr>
          <w:rtl/>
        </w:rPr>
        <w:t>4_ اسلام كا وسيع پيمانہ پر شرك اور شرك آلودہ ، افعال كے خلاف جہاد _</w:t>
      </w:r>
      <w:r w:rsidRPr="00A07116">
        <w:rPr>
          <w:rStyle w:val="libArabicChar"/>
          <w:rFonts w:hint="eastAsia"/>
          <w:rtl/>
        </w:rPr>
        <w:t>حرّم</w:t>
      </w:r>
      <w:r w:rsidRPr="00A07116">
        <w:rPr>
          <w:rStyle w:val="libArabicChar"/>
          <w:rtl/>
        </w:rPr>
        <w:t xml:space="preserve"> عليكم ... ما ا </w:t>
      </w:r>
      <w:r w:rsidR="00120F63" w:rsidRPr="00B2551F">
        <w:rPr>
          <w:rStyle w:val="libArabicChar"/>
          <w:rFonts w:hint="cs"/>
          <w:rtl/>
        </w:rPr>
        <w:t>ه</w:t>
      </w:r>
      <w:r w:rsidRPr="00A07116">
        <w:rPr>
          <w:rStyle w:val="libArabicChar"/>
          <w:rFonts w:hint="cs"/>
          <w:rtl/>
        </w:rPr>
        <w:t>ل</w:t>
      </w:r>
      <w:r w:rsidRPr="00A07116">
        <w:rPr>
          <w:rStyle w:val="libArabicChar"/>
          <w:rtl/>
        </w:rPr>
        <w:t xml:space="preserve"> </w:t>
      </w:r>
      <w:r w:rsidRPr="00A07116">
        <w:rPr>
          <w:rStyle w:val="libArabicChar"/>
          <w:rFonts w:hint="cs"/>
          <w:rtl/>
        </w:rPr>
        <w:t>لغيرا</w:t>
      </w:r>
      <w:r w:rsidRPr="00A07116">
        <w:rPr>
          <w:rStyle w:val="libArabicChar"/>
          <w:rtl/>
        </w:rPr>
        <w:t>لله ب</w:t>
      </w:r>
      <w:r w:rsidR="00120F63" w:rsidRPr="00B2551F">
        <w:rPr>
          <w:rStyle w:val="libArabicChar"/>
          <w:rFonts w:hint="cs"/>
          <w:rtl/>
        </w:rPr>
        <w:t>ه</w:t>
      </w:r>
    </w:p>
    <w:p w:rsidR="001F628F" w:rsidRDefault="001F628F" w:rsidP="001F628F">
      <w:pPr>
        <w:pStyle w:val="libNormal"/>
        <w:rPr>
          <w:rtl/>
        </w:rPr>
      </w:pPr>
      <w:r>
        <w:rPr>
          <w:rFonts w:hint="eastAsia"/>
          <w:rtl/>
        </w:rPr>
        <w:t>مذكورہ</w:t>
      </w:r>
      <w:r>
        <w:rPr>
          <w:rtl/>
        </w:rPr>
        <w:t xml:space="preserve"> تفسيراس بناء پر ہے كہ جب خداوند عالم نے حتى اس گوشت كا كھانا كہ جس پر غير خدا كا نام ليا گيا ہو حرام قرارد ديا ہو _</w:t>
      </w:r>
    </w:p>
    <w:p w:rsidR="001F628F" w:rsidRDefault="001F628F" w:rsidP="001F628F">
      <w:pPr>
        <w:pStyle w:val="libNormal"/>
        <w:rPr>
          <w:rtl/>
        </w:rPr>
      </w:pPr>
      <w:r>
        <w:rPr>
          <w:rtl/>
        </w:rPr>
        <w:t>5_ تمام خوردونوش كى چيزو</w:t>
      </w:r>
      <w:r w:rsidR="00083993">
        <w:rPr>
          <w:rtl/>
        </w:rPr>
        <w:t xml:space="preserve">ں </w:t>
      </w:r>
      <w:r>
        <w:rPr>
          <w:rtl/>
        </w:rPr>
        <w:t>مي</w:t>
      </w:r>
      <w:r w:rsidR="00083993">
        <w:rPr>
          <w:rtl/>
        </w:rPr>
        <w:t xml:space="preserve">ں </w:t>
      </w:r>
      <w:r>
        <w:rPr>
          <w:rtl/>
        </w:rPr>
        <w:t>پہلا اور بنيادى قاعدہ ، ان كا حلال ہونا ہے_</w:t>
      </w:r>
    </w:p>
    <w:p w:rsidR="00A07116" w:rsidRDefault="00A07116" w:rsidP="00A07116">
      <w:pPr>
        <w:pStyle w:val="libArabic"/>
        <w:rPr>
          <w:rtl/>
        </w:rPr>
      </w:pPr>
      <w:r>
        <w:rPr>
          <w:rFonts w:hint="eastAsia"/>
          <w:rtl/>
        </w:rPr>
        <w:t>فكلوا</w:t>
      </w:r>
      <w:r>
        <w:rPr>
          <w:rtl/>
        </w:rPr>
        <w:t xml:space="preserve"> ...حلالاً طيباً ...انما حرّم عليكم الميتة ...وما ا</w:t>
      </w:r>
      <w:r w:rsidR="00120F63" w:rsidRPr="00ED5DE8">
        <w:rPr>
          <w:rFonts w:hint="cs"/>
          <w:rtl/>
        </w:rPr>
        <w:t>ه</w:t>
      </w:r>
      <w:r>
        <w:rPr>
          <w:rFonts w:hint="cs"/>
          <w:rtl/>
        </w:rPr>
        <w:t>ل</w:t>
      </w:r>
      <w:r>
        <w:rPr>
          <w:rtl/>
        </w:rPr>
        <w:t xml:space="preserve"> </w:t>
      </w:r>
      <w:r>
        <w:rPr>
          <w:rFonts w:hint="cs"/>
          <w:rtl/>
        </w:rPr>
        <w:t>لغيرا</w:t>
      </w:r>
      <w:r>
        <w:rPr>
          <w:rtl/>
        </w:rPr>
        <w:t>لله ب</w:t>
      </w:r>
      <w:r w:rsidR="00120F63" w:rsidRPr="00ED5DE8">
        <w:rPr>
          <w:rFonts w:hint="cs"/>
          <w:rtl/>
        </w:rPr>
        <w:t>ه</w:t>
      </w:r>
    </w:p>
    <w:p w:rsidR="00A07116" w:rsidRDefault="00A07116" w:rsidP="00A07116">
      <w:pPr>
        <w:pStyle w:val="libNormal"/>
        <w:rPr>
          <w:rtl/>
        </w:rPr>
      </w:pPr>
      <w:r>
        <w:rPr>
          <w:rtl/>
        </w:rPr>
        <w:t>''كلوا'' كا مطلق ہونا اور ''انما حرم'' سے حصر كا استفادہ ، مذكورہ مطب كا فائدہ دے ديا ہے _</w:t>
      </w:r>
    </w:p>
    <w:p w:rsidR="00A07116" w:rsidRPr="00A07116" w:rsidRDefault="00A07116" w:rsidP="00A07116">
      <w:pPr>
        <w:pStyle w:val="libNormal"/>
        <w:rPr>
          <w:rStyle w:val="libArabicChar"/>
          <w:rtl/>
        </w:rPr>
      </w:pPr>
      <w:r>
        <w:rPr>
          <w:rtl/>
        </w:rPr>
        <w:t>6_ حرام خوردونوش كى چيزيں محدود اور خاص دليل كى محتاج ہيں _</w:t>
      </w:r>
      <w:r w:rsidRPr="00A07116">
        <w:rPr>
          <w:rStyle w:val="libArabicChar"/>
          <w:rFonts w:hint="eastAsia"/>
          <w:rtl/>
        </w:rPr>
        <w:t>انمّا</w:t>
      </w:r>
      <w:r w:rsidRPr="00A07116">
        <w:rPr>
          <w:rStyle w:val="libArabicChar"/>
          <w:rtl/>
        </w:rPr>
        <w:t xml:space="preserve"> حرّم عليكم الميتة والدم ولحم الخنزير و ما ا</w:t>
      </w:r>
      <w:r w:rsidR="00120F63" w:rsidRPr="00B2551F">
        <w:rPr>
          <w:rStyle w:val="libArabicChar"/>
          <w:rFonts w:hint="cs"/>
          <w:rtl/>
        </w:rPr>
        <w:t>ه</w:t>
      </w:r>
      <w:r w:rsidRPr="00A07116">
        <w:rPr>
          <w:rStyle w:val="libArabicChar"/>
          <w:rFonts w:hint="cs"/>
          <w:rtl/>
        </w:rPr>
        <w:t>ل</w:t>
      </w:r>
      <w:r w:rsidRPr="00A07116">
        <w:rPr>
          <w:rStyle w:val="libArabicChar"/>
          <w:rtl/>
        </w:rPr>
        <w:t xml:space="preserve"> </w:t>
      </w:r>
      <w:r w:rsidRPr="00A07116">
        <w:rPr>
          <w:rStyle w:val="libArabicChar"/>
          <w:rFonts w:hint="cs"/>
          <w:rtl/>
        </w:rPr>
        <w:t>لغيرال</w:t>
      </w:r>
      <w:r w:rsidRPr="00A07116">
        <w:rPr>
          <w:rStyle w:val="libArabicChar"/>
          <w:rtl/>
        </w:rPr>
        <w:t>له ب</w:t>
      </w:r>
      <w:r w:rsidR="00120F63" w:rsidRPr="00B2551F">
        <w:rPr>
          <w:rStyle w:val="libArabicChar"/>
          <w:rFonts w:hint="cs"/>
          <w:rtl/>
        </w:rPr>
        <w:t>ه</w:t>
      </w:r>
    </w:p>
    <w:p w:rsidR="00A07116" w:rsidRDefault="00A07116" w:rsidP="00A07116">
      <w:pPr>
        <w:pStyle w:val="libNormal"/>
        <w:rPr>
          <w:rtl/>
        </w:rPr>
      </w:pPr>
      <w:r>
        <w:rPr>
          <w:rFonts w:hint="eastAsia"/>
          <w:rtl/>
        </w:rPr>
        <w:t>مذكورہ</w:t>
      </w:r>
      <w:r>
        <w:rPr>
          <w:rtl/>
        </w:rPr>
        <w:t xml:space="preserve"> تفسير اس بناء پر ہے كہ خداوند عالم نے حلال چيزوں كو ذكر كرنے كے سلسلہ ميں كْلى بيان پر اكتفاء كيا ہے ليكن محرّمات كو عليحدہ عليحدہ اور مشخص كيا ہے_</w:t>
      </w:r>
    </w:p>
    <w:p w:rsidR="00A07116"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7_ اضطرار اور مجبورى ، حرام شدہ اشياء سے ممنوعيت كو برطرف كرنے كا سبب ہے_</w:t>
      </w:r>
    </w:p>
    <w:p w:rsidR="001F628F" w:rsidRDefault="001F628F" w:rsidP="00A07116">
      <w:pPr>
        <w:pStyle w:val="libArabic"/>
        <w:rPr>
          <w:rtl/>
        </w:rPr>
      </w:pPr>
      <w:r>
        <w:rPr>
          <w:rFonts w:hint="eastAsia"/>
          <w:rtl/>
        </w:rPr>
        <w:t>انما</w:t>
      </w:r>
      <w:r>
        <w:rPr>
          <w:rtl/>
        </w:rPr>
        <w:t xml:space="preserve"> حرّم عليكم الميتة ...فمن اضطرّ ...فانّ الله غفور رحيم</w:t>
      </w:r>
    </w:p>
    <w:p w:rsidR="001F628F" w:rsidRDefault="001F628F" w:rsidP="00A07116">
      <w:pPr>
        <w:pStyle w:val="libNormal"/>
        <w:rPr>
          <w:rtl/>
        </w:rPr>
      </w:pPr>
      <w:r>
        <w:rPr>
          <w:rtl/>
        </w:rPr>
        <w:t>8_ جو شخص ، سركشى اور ظلم كے سلسلہ مي</w:t>
      </w:r>
      <w:r w:rsidR="00083993">
        <w:rPr>
          <w:rtl/>
        </w:rPr>
        <w:t xml:space="preserve">ں </w:t>
      </w:r>
      <w:r>
        <w:rPr>
          <w:rtl/>
        </w:rPr>
        <w:t>حرام كھانے پر مضطّر و مجبور ہوا ہو تو اسےمضطرّ كے احكام شامل نہي</w:t>
      </w:r>
      <w:r w:rsidR="00083993">
        <w:rPr>
          <w:rtl/>
        </w:rPr>
        <w:t xml:space="preserve">ں </w:t>
      </w:r>
      <w:r>
        <w:rPr>
          <w:rtl/>
        </w:rPr>
        <w:t>ہو نگے_</w:t>
      </w:r>
      <w:r w:rsidRPr="00A07116">
        <w:rPr>
          <w:rStyle w:val="libArabicChar"/>
          <w:rFonts w:hint="eastAsia"/>
          <w:rtl/>
        </w:rPr>
        <w:t>انما</w:t>
      </w:r>
      <w:r w:rsidRPr="00A07116">
        <w:rPr>
          <w:rStyle w:val="libArabicChar"/>
          <w:rtl/>
        </w:rPr>
        <w:t xml:space="preserve"> حرّم الميتة ...فمن اضطرّغير باغ ولا عاد فانّ الله غفور رحيم</w:t>
      </w:r>
    </w:p>
    <w:p w:rsidR="001F628F" w:rsidRDefault="001F628F" w:rsidP="001F628F">
      <w:pPr>
        <w:pStyle w:val="libNormal"/>
        <w:rPr>
          <w:rtl/>
        </w:rPr>
      </w:pPr>
      <w:r>
        <w:rPr>
          <w:rtl/>
        </w:rPr>
        <w:t>9_ مضطرّ سے حرمت كا بر طرف ہونا اس بات سے مشروط ہے كہ اس نے خود اپنے نفس كو اضطرار سے دوچار نہ كيا ہو_</w:t>
      </w:r>
    </w:p>
    <w:p w:rsidR="001F628F" w:rsidRDefault="001F628F" w:rsidP="00A07116">
      <w:pPr>
        <w:pStyle w:val="libNormal"/>
        <w:rPr>
          <w:rtl/>
        </w:rPr>
      </w:pPr>
      <w:r w:rsidRPr="00A07116">
        <w:rPr>
          <w:rStyle w:val="libArabicChar"/>
          <w:rFonts w:hint="eastAsia"/>
          <w:rtl/>
        </w:rPr>
        <w:t>فمن</w:t>
      </w:r>
      <w:r w:rsidRPr="00A07116">
        <w:rPr>
          <w:rStyle w:val="libArabicChar"/>
          <w:rtl/>
        </w:rPr>
        <w:t xml:space="preserve"> اضطرّ غير باغ ولا عاد</w:t>
      </w:r>
      <w:r>
        <w:rPr>
          <w:rtl/>
        </w:rPr>
        <w:t>:</w:t>
      </w:r>
      <w:r>
        <w:rPr>
          <w:rFonts w:hint="eastAsia"/>
          <w:rtl/>
        </w:rPr>
        <w:t>حقيقت</w:t>
      </w:r>
      <w:r>
        <w:rPr>
          <w:rtl/>
        </w:rPr>
        <w:t xml:space="preserve"> مي</w:t>
      </w:r>
      <w:r w:rsidR="00083993">
        <w:rPr>
          <w:rtl/>
        </w:rPr>
        <w:t xml:space="preserve">ں </w:t>
      </w:r>
      <w:r>
        <w:rPr>
          <w:rtl/>
        </w:rPr>
        <w:t>''بغي''كا معنى طلب ہے اور ما قبل جملات كے قرينہ كى بناء پر ''غير باغ '' سے مراد غير طالب''لا ضطرّار ''ہے يعنى در حالانكہ اپنے آپ كو اضطرار مي</w:t>
      </w:r>
      <w:r w:rsidR="00083993">
        <w:rPr>
          <w:rtl/>
        </w:rPr>
        <w:t xml:space="preserve">ں </w:t>
      </w:r>
      <w:r>
        <w:rPr>
          <w:rtl/>
        </w:rPr>
        <w:t>ڈالنے كے در پے نہ ہو _</w:t>
      </w:r>
    </w:p>
    <w:p w:rsidR="001F628F" w:rsidRDefault="001F628F" w:rsidP="001F628F">
      <w:pPr>
        <w:pStyle w:val="libNormal"/>
        <w:rPr>
          <w:rtl/>
        </w:rPr>
      </w:pPr>
      <w:r>
        <w:rPr>
          <w:rtl/>
        </w:rPr>
        <w:t>10_اضطرارى حالت كے برطرف ہوتے ہى حرمت كا حكم لوٹ آتا ہے _</w:t>
      </w:r>
    </w:p>
    <w:p w:rsidR="001F628F" w:rsidRDefault="001F628F" w:rsidP="00A07116">
      <w:pPr>
        <w:pStyle w:val="libArabic"/>
        <w:rPr>
          <w:rtl/>
        </w:rPr>
      </w:pPr>
      <w:r>
        <w:rPr>
          <w:rFonts w:hint="eastAsia"/>
          <w:rtl/>
        </w:rPr>
        <w:t>انمّا</w:t>
      </w:r>
      <w:r>
        <w:rPr>
          <w:rtl/>
        </w:rPr>
        <w:t xml:space="preserve"> حرّم عليكم الميتة ...فمن اضطرّ غير باغ ولا عاد:</w:t>
      </w:r>
    </w:p>
    <w:p w:rsidR="001F628F" w:rsidRDefault="001F628F" w:rsidP="001F628F">
      <w:pPr>
        <w:pStyle w:val="libNormal"/>
        <w:rPr>
          <w:rtl/>
        </w:rPr>
      </w:pPr>
      <w:r>
        <w:rPr>
          <w:rtl/>
        </w:rPr>
        <w:t>11_اضطرارى حالت مي</w:t>
      </w:r>
      <w:r w:rsidR="00083993">
        <w:rPr>
          <w:rtl/>
        </w:rPr>
        <w:t xml:space="preserve">ں </w:t>
      </w:r>
      <w:r>
        <w:rPr>
          <w:rtl/>
        </w:rPr>
        <w:t>حرام سے استفادہ كرنے مي</w:t>
      </w:r>
      <w:r w:rsidR="00083993">
        <w:rPr>
          <w:rtl/>
        </w:rPr>
        <w:t xml:space="preserve">ں </w:t>
      </w:r>
      <w:r>
        <w:rPr>
          <w:rtl/>
        </w:rPr>
        <w:t>فقط ضرورى مقدار پر اكتفاء كرنا ضرورى ہے_</w:t>
      </w:r>
    </w:p>
    <w:p w:rsidR="001F628F" w:rsidRDefault="001F628F" w:rsidP="00A07116">
      <w:pPr>
        <w:pStyle w:val="libArabic"/>
        <w:rPr>
          <w:rtl/>
        </w:rPr>
      </w:pPr>
      <w:r>
        <w:rPr>
          <w:rFonts w:hint="eastAsia"/>
          <w:rtl/>
        </w:rPr>
        <w:t>انما</w:t>
      </w:r>
      <w:r>
        <w:rPr>
          <w:rtl/>
        </w:rPr>
        <w:t xml:space="preserve"> حرّم عليكم الميتة ...فمن اضطرّ غير باغ والا عاد:</w:t>
      </w:r>
    </w:p>
    <w:p w:rsidR="001F628F" w:rsidRDefault="001F628F" w:rsidP="001F628F">
      <w:pPr>
        <w:pStyle w:val="libNormal"/>
        <w:rPr>
          <w:rtl/>
        </w:rPr>
      </w:pPr>
      <w:r>
        <w:rPr>
          <w:rtl/>
        </w:rPr>
        <w:t>''مضطرّ'' كا ''لا عاد'' ( زياد ہ چاہنے والا نہ ہو ) سے مقيّد ہونا ، گويا اس نكتہ كوبيان كرتا ہے كہ مضطرّ كے ليے اس صورت مي</w:t>
      </w:r>
      <w:r w:rsidR="00083993">
        <w:rPr>
          <w:rtl/>
        </w:rPr>
        <w:t xml:space="preserve">ں </w:t>
      </w:r>
      <w:r>
        <w:rPr>
          <w:rtl/>
        </w:rPr>
        <w:t>حرام كھاناجائز ہے جب وہ اس كے كھانے مي</w:t>
      </w:r>
      <w:r w:rsidR="00083993">
        <w:rPr>
          <w:rtl/>
        </w:rPr>
        <w:t xml:space="preserve">ں </w:t>
      </w:r>
      <w:r>
        <w:rPr>
          <w:rtl/>
        </w:rPr>
        <w:t>افراط اور زيادہ روى سے كام نہ لے اور اس سے مراد كم سے كم اور بمقدار ضرورت پر اكتفا ء كرناہے _</w:t>
      </w:r>
    </w:p>
    <w:p w:rsidR="001F628F" w:rsidRDefault="001F628F" w:rsidP="001F628F">
      <w:pPr>
        <w:pStyle w:val="libNormal"/>
        <w:rPr>
          <w:rtl/>
        </w:rPr>
      </w:pPr>
      <w:r>
        <w:rPr>
          <w:rtl/>
        </w:rPr>
        <w:t>12_ احكام اورالہى وظائف مي</w:t>
      </w:r>
      <w:r w:rsidR="00083993">
        <w:rPr>
          <w:rtl/>
        </w:rPr>
        <w:t xml:space="preserve">ں </w:t>
      </w:r>
      <w:r>
        <w:rPr>
          <w:rtl/>
        </w:rPr>
        <w:t>انسان كى ضرورت اور طاقت كو ملحوظ خاطر ركھا گيا تھے_</w:t>
      </w:r>
    </w:p>
    <w:p w:rsidR="001F628F" w:rsidRDefault="001F628F" w:rsidP="00A07116">
      <w:pPr>
        <w:pStyle w:val="libArabic"/>
        <w:rPr>
          <w:rtl/>
        </w:rPr>
      </w:pPr>
      <w:r>
        <w:rPr>
          <w:rFonts w:hint="eastAsia"/>
          <w:rtl/>
        </w:rPr>
        <w:t>انما</w:t>
      </w:r>
      <w:r>
        <w:rPr>
          <w:rtl/>
        </w:rPr>
        <w:t xml:space="preserve"> حرّم عليكم ...فمن اضطرّ غير باغ ولا عاد: فان الله غفور رحيم</w:t>
      </w:r>
    </w:p>
    <w:p w:rsidR="001F628F" w:rsidRDefault="001F628F" w:rsidP="001F628F">
      <w:pPr>
        <w:pStyle w:val="libNormal"/>
        <w:rPr>
          <w:rtl/>
        </w:rPr>
      </w:pPr>
      <w:r>
        <w:rPr>
          <w:rtl/>
        </w:rPr>
        <w:t>13_ اسلام ، آسان ومعتدل اور انسان كى ضرورتو</w:t>
      </w:r>
      <w:r w:rsidR="00083993">
        <w:rPr>
          <w:rtl/>
        </w:rPr>
        <w:t xml:space="preserve">ں </w:t>
      </w:r>
      <w:r>
        <w:rPr>
          <w:rtl/>
        </w:rPr>
        <w:t>اور</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احتياج</w:t>
      </w:r>
      <w:r>
        <w:rPr>
          <w:rtl/>
        </w:rPr>
        <w:t xml:space="preserve"> كے مقابلہ مي</w:t>
      </w:r>
      <w:r w:rsidR="00083993">
        <w:rPr>
          <w:rtl/>
        </w:rPr>
        <w:t xml:space="preserve">ں </w:t>
      </w:r>
      <w:r>
        <w:rPr>
          <w:rtl/>
        </w:rPr>
        <w:t>عطوفت پذير دين ہے _</w:t>
      </w:r>
      <w:r w:rsidRPr="00A07116">
        <w:rPr>
          <w:rStyle w:val="libArabicChar"/>
          <w:rFonts w:hint="eastAsia"/>
          <w:rtl/>
        </w:rPr>
        <w:t>انما</w:t>
      </w:r>
      <w:r w:rsidRPr="00A07116">
        <w:rPr>
          <w:rStyle w:val="libArabicChar"/>
          <w:rtl/>
        </w:rPr>
        <w:t xml:space="preserve"> حرّم عليكم الميتة ...فمن اضطرّ غير باغ: ولا عاد: فان ّ الله غفور رحيم</w:t>
      </w:r>
    </w:p>
    <w:p w:rsidR="001F628F" w:rsidRDefault="001F628F" w:rsidP="001F628F">
      <w:pPr>
        <w:pStyle w:val="libNormal"/>
        <w:rPr>
          <w:rtl/>
        </w:rPr>
      </w:pPr>
      <w:r>
        <w:rPr>
          <w:rtl/>
        </w:rPr>
        <w:t>14_ مضطرّ شخص سے حرمت كى برطرفي، خداوند عالم كى بخشش او ر وسيع رحمت كا جلوہ ہے_</w:t>
      </w:r>
    </w:p>
    <w:p w:rsidR="001F628F" w:rsidRDefault="001F628F" w:rsidP="00A07116">
      <w:pPr>
        <w:pStyle w:val="libArabic"/>
        <w:rPr>
          <w:rtl/>
        </w:rPr>
      </w:pPr>
      <w:r>
        <w:rPr>
          <w:rFonts w:hint="eastAsia"/>
          <w:rtl/>
        </w:rPr>
        <w:t>انما</w:t>
      </w:r>
      <w:r>
        <w:rPr>
          <w:rtl/>
        </w:rPr>
        <w:t xml:space="preserve"> حرّم ...فمن اضطرّ ...فان الله غفور رحيم</w:t>
      </w:r>
    </w:p>
    <w:p w:rsidR="001F628F" w:rsidRDefault="001F628F" w:rsidP="001F628F">
      <w:pPr>
        <w:pStyle w:val="libNormal"/>
        <w:rPr>
          <w:rtl/>
        </w:rPr>
      </w:pPr>
      <w:r>
        <w:rPr>
          <w:rtl/>
        </w:rPr>
        <w:t>15_ دينى تعليمات مي</w:t>
      </w:r>
      <w:r w:rsidR="00083993">
        <w:rPr>
          <w:rtl/>
        </w:rPr>
        <w:t xml:space="preserve">ں </w:t>
      </w:r>
      <w:r>
        <w:rPr>
          <w:rtl/>
        </w:rPr>
        <w:t>سلامتى كى حفاظت اور بدن كى لازم ضروريات كا خصوصى طور پر خيال ركھا گيا ہے_ خداوند عالم نے اضطرارى صور تحال ( بدن كى لازم ضرورت اور جسم كى سلامتى كا حرام خوردونوش كى طرف محتاج ہونا ) مي</w:t>
      </w:r>
      <w:r w:rsidR="00083993">
        <w:rPr>
          <w:rtl/>
        </w:rPr>
        <w:t xml:space="preserve">ں </w:t>
      </w:r>
      <w:r>
        <w:rPr>
          <w:rtl/>
        </w:rPr>
        <w:t>حرام اشياء كو حلال قرار ديا ہے اس سے مذكورہ مطلب ك</w:t>
      </w:r>
      <w:r>
        <w:rPr>
          <w:rFonts w:hint="eastAsia"/>
          <w:rtl/>
        </w:rPr>
        <w:t>ا</w:t>
      </w:r>
      <w:r>
        <w:rPr>
          <w:rtl/>
        </w:rPr>
        <w:t xml:space="preserve"> استفادہ ہونا ہے _</w:t>
      </w:r>
    </w:p>
    <w:p w:rsidR="001F628F" w:rsidRDefault="001F628F" w:rsidP="00A07116">
      <w:pPr>
        <w:pStyle w:val="libNormal"/>
        <w:rPr>
          <w:rtl/>
        </w:rPr>
      </w:pPr>
      <w:r>
        <w:rPr>
          <w:rtl/>
        </w:rPr>
        <w:t>16_ اضطرار ، شرعى محرمات كى حقيقى قباحت اور خباثت كو دور كرنے كے بجائے فقط ان كى ممنوعيت كوبرطرف كرتاہے _</w:t>
      </w:r>
      <w:r w:rsidRPr="00A07116">
        <w:rPr>
          <w:rStyle w:val="libArabicChar"/>
          <w:rFonts w:hint="eastAsia"/>
          <w:rtl/>
        </w:rPr>
        <w:t>انما</w:t>
      </w:r>
      <w:r w:rsidRPr="00A07116">
        <w:rPr>
          <w:rStyle w:val="libArabicChar"/>
          <w:rtl/>
        </w:rPr>
        <w:t xml:space="preserve"> حرّم عليكم الميتة ...فمن اضطرّ ...فان الله غفور رحيم</w:t>
      </w:r>
    </w:p>
    <w:p w:rsidR="001F628F" w:rsidRDefault="001F628F" w:rsidP="001F628F">
      <w:pPr>
        <w:pStyle w:val="libNormal"/>
        <w:rPr>
          <w:rtl/>
        </w:rPr>
      </w:pPr>
      <w:r>
        <w:rPr>
          <w:rFonts w:hint="eastAsia"/>
          <w:rtl/>
        </w:rPr>
        <w:t>الہى</w:t>
      </w:r>
      <w:r>
        <w:rPr>
          <w:rtl/>
        </w:rPr>
        <w:t xml:space="preserve"> رحمت اور مغفرت كا ذكركرنا ،ممكن ہے اس بات كى طرف اشارہ ہو كہ فعل حرام اضطرارى مي</w:t>
      </w:r>
      <w:r w:rsidR="00083993">
        <w:rPr>
          <w:rtl/>
        </w:rPr>
        <w:t xml:space="preserve">ں </w:t>
      </w:r>
      <w:r>
        <w:rPr>
          <w:rtl/>
        </w:rPr>
        <w:t>ايك قسم كى قباحت باقى رہتى ہے_</w:t>
      </w:r>
    </w:p>
    <w:p w:rsidR="001F628F" w:rsidRDefault="001F628F" w:rsidP="00A07116">
      <w:pPr>
        <w:pStyle w:val="libNormal"/>
        <w:rPr>
          <w:rtl/>
        </w:rPr>
      </w:pPr>
      <w:r>
        <w:rPr>
          <w:rtl/>
        </w:rPr>
        <w:t>17_ اضطرارى حالت مي</w:t>
      </w:r>
      <w:r w:rsidR="00083993">
        <w:rPr>
          <w:rtl/>
        </w:rPr>
        <w:t xml:space="preserve">ں </w:t>
      </w:r>
      <w:r>
        <w:rPr>
          <w:rtl/>
        </w:rPr>
        <w:t>خوردونوش كى حرام اشياء كے جائز ہونے كا حكم خداوند عالم كى طرف سے تمام مكلفين پر ايك احسان ہے _</w:t>
      </w:r>
      <w:r w:rsidRPr="00A07116">
        <w:rPr>
          <w:rStyle w:val="libArabicChar"/>
          <w:rFonts w:hint="eastAsia"/>
          <w:rtl/>
        </w:rPr>
        <w:t>انما</w:t>
      </w:r>
      <w:r w:rsidRPr="00A07116">
        <w:rPr>
          <w:rStyle w:val="libArabicChar"/>
          <w:rtl/>
        </w:rPr>
        <w:t xml:space="preserve"> حرّم عليكم الميتة ...فمن اضطرّ ...فان الله غفور رحيم</w:t>
      </w:r>
    </w:p>
    <w:p w:rsidR="001F628F" w:rsidRDefault="001F628F" w:rsidP="001F628F">
      <w:pPr>
        <w:pStyle w:val="libNormal"/>
        <w:rPr>
          <w:rtl/>
        </w:rPr>
      </w:pPr>
      <w:r>
        <w:rPr>
          <w:rFonts w:hint="eastAsia"/>
          <w:rtl/>
        </w:rPr>
        <w:t>مذكورہ</w:t>
      </w:r>
      <w:r>
        <w:rPr>
          <w:rtl/>
        </w:rPr>
        <w:t xml:space="preserve"> تفسير جملہ ''فان الله غفور ر حيم'' كے علت واقع ہونے سے استفادہ كيا گيا ہے _ چونكہ رحمت اور مغفرت وہا</w:t>
      </w:r>
      <w:r w:rsidR="00083993">
        <w:rPr>
          <w:rtl/>
        </w:rPr>
        <w:t xml:space="preserve">ں </w:t>
      </w:r>
      <w:r>
        <w:rPr>
          <w:rtl/>
        </w:rPr>
        <w:t>قابل تصور ہے كہ جہا</w:t>
      </w:r>
      <w:r w:rsidR="00083993">
        <w:rPr>
          <w:rtl/>
        </w:rPr>
        <w:t xml:space="preserve">ں </w:t>
      </w:r>
      <w:r>
        <w:rPr>
          <w:rtl/>
        </w:rPr>
        <w:t>كوئي حق ہو اور خدائي حق كا ترك ،محرمات مي</w:t>
      </w:r>
      <w:r w:rsidR="00083993">
        <w:rPr>
          <w:rtl/>
        </w:rPr>
        <w:t xml:space="preserve">ں </w:t>
      </w:r>
      <w:r>
        <w:rPr>
          <w:rtl/>
        </w:rPr>
        <w:t>سے ہے پس محرمات كو ترك كرنے كا جواز اس بات پر علامت ہے كہ خداوند عالم كا اپنے بندو</w:t>
      </w:r>
      <w:r w:rsidR="00083993">
        <w:rPr>
          <w:rtl/>
        </w:rPr>
        <w:t xml:space="preserve">ں </w:t>
      </w:r>
      <w:r>
        <w:rPr>
          <w:rtl/>
        </w:rPr>
        <w:t>پر خاص لطف و كرم اور احسان ہے _</w:t>
      </w:r>
    </w:p>
    <w:p w:rsidR="001F628F" w:rsidRDefault="001F628F" w:rsidP="00A07116">
      <w:pPr>
        <w:pStyle w:val="libNormal"/>
        <w:rPr>
          <w:rtl/>
        </w:rPr>
      </w:pPr>
      <w:r>
        <w:rPr>
          <w:rtl/>
        </w:rPr>
        <w:t>18_ خداوند عالم وسيع رحمت اور مغفرت كا مالك ہے _</w:t>
      </w:r>
      <w:r w:rsidRPr="00A07116">
        <w:rPr>
          <w:rStyle w:val="libArabicChar"/>
          <w:rFonts w:hint="eastAsia"/>
          <w:rtl/>
        </w:rPr>
        <w:t>فان</w:t>
      </w:r>
      <w:r w:rsidRPr="00A07116">
        <w:rPr>
          <w:rStyle w:val="libArabicChar"/>
          <w:rtl/>
        </w:rPr>
        <w:t xml:space="preserve"> الله غفور رحيم</w:t>
      </w:r>
    </w:p>
    <w:p w:rsidR="001F628F" w:rsidRDefault="001F628F" w:rsidP="001F628F">
      <w:pPr>
        <w:pStyle w:val="libNormal"/>
        <w:rPr>
          <w:rtl/>
        </w:rPr>
      </w:pPr>
      <w:r>
        <w:rPr>
          <w:rFonts w:hint="eastAsia"/>
          <w:rtl/>
        </w:rPr>
        <w:t>احكام</w:t>
      </w:r>
      <w:r>
        <w:rPr>
          <w:rtl/>
        </w:rPr>
        <w:t>:1،2،3،7،8</w:t>
      </w:r>
    </w:p>
    <w:p w:rsidR="001F628F" w:rsidRDefault="001F628F" w:rsidP="001F628F">
      <w:pPr>
        <w:pStyle w:val="libNormal"/>
        <w:rPr>
          <w:rtl/>
        </w:rPr>
      </w:pPr>
      <w:r>
        <w:rPr>
          <w:rFonts w:hint="eastAsia"/>
          <w:rtl/>
        </w:rPr>
        <w:t>احكام</w:t>
      </w:r>
      <w:r>
        <w:rPr>
          <w:rtl/>
        </w:rPr>
        <w:t xml:space="preserve"> ثانويہ:7،9،11،17; احكام ثانويہ كا رفع 10; احكام ثانويہ كى خصوصيات 12; احكام ثانويہ كے شرائط 10</w:t>
      </w:r>
    </w:p>
    <w:p w:rsidR="001F628F" w:rsidRDefault="001F628F" w:rsidP="00A07116">
      <w:pPr>
        <w:pStyle w:val="libNormal"/>
        <w:rPr>
          <w:rtl/>
        </w:rPr>
      </w:pPr>
      <w:r>
        <w:rPr>
          <w:rFonts w:hint="eastAsia"/>
          <w:rtl/>
        </w:rPr>
        <w:t>اسلام</w:t>
      </w:r>
      <w:r>
        <w:rPr>
          <w:rtl/>
        </w:rPr>
        <w:t>:</w:t>
      </w:r>
      <w:r>
        <w:rPr>
          <w:rFonts w:hint="eastAsia"/>
          <w:rtl/>
        </w:rPr>
        <w:t>اسلام</w:t>
      </w:r>
      <w:r>
        <w:rPr>
          <w:rtl/>
        </w:rPr>
        <w:t xml:space="preserve"> كا آسان وسہل ہونا 13; اسلام كا شرك سے مقابلہ 4; اسلام كا عطوفت پذير ہونا 13</w:t>
      </w:r>
    </w:p>
    <w:p w:rsidR="001F628F" w:rsidRDefault="001F628F" w:rsidP="00A07116">
      <w:pPr>
        <w:pStyle w:val="libNormal"/>
        <w:rPr>
          <w:rtl/>
        </w:rPr>
      </w:pPr>
      <w:r>
        <w:rPr>
          <w:rFonts w:hint="eastAsia"/>
          <w:rtl/>
        </w:rPr>
        <w:t>اضطرار</w:t>
      </w:r>
      <w:r>
        <w:rPr>
          <w:rtl/>
        </w:rPr>
        <w:t>:</w:t>
      </w:r>
      <w:r>
        <w:rPr>
          <w:rFonts w:hint="eastAsia"/>
          <w:rtl/>
        </w:rPr>
        <w:t>اضطرار</w:t>
      </w:r>
      <w:r>
        <w:rPr>
          <w:rtl/>
        </w:rPr>
        <w:t xml:space="preserve"> كے آثار 7،16،17; اضطرار كے احكام 11; اضطرار كے رفع كے آثار 10; اضطرار كے شرائط 8،9; اضطرار معمولى 8; اضطرار مي</w:t>
      </w:r>
      <w:r w:rsidR="00083993">
        <w:rPr>
          <w:rtl/>
        </w:rPr>
        <w:t xml:space="preserve">ں </w:t>
      </w:r>
      <w:r>
        <w:rPr>
          <w:rtl/>
        </w:rPr>
        <w:t>سركشى 8،9</w:t>
      </w:r>
    </w:p>
    <w:p w:rsidR="00A07116" w:rsidRDefault="001E7F9D" w:rsidP="00F73EDE">
      <w:pPr>
        <w:pStyle w:val="libPoemTini"/>
        <w:rPr>
          <w:rtl/>
        </w:rPr>
      </w:pPr>
      <w:r>
        <w:rPr>
          <w:rtl/>
        </w:rPr>
        <w:br w:type="page"/>
      </w:r>
    </w:p>
    <w:p w:rsidR="001F628F" w:rsidRDefault="001F628F" w:rsidP="00A07116">
      <w:pPr>
        <w:pStyle w:val="libNormal"/>
        <w:rPr>
          <w:rtl/>
        </w:rPr>
      </w:pPr>
      <w:r>
        <w:rPr>
          <w:rFonts w:hint="eastAsia"/>
          <w:rtl/>
        </w:rPr>
        <w:lastRenderedPageBreak/>
        <w:t>الله</w:t>
      </w:r>
      <w:r>
        <w:rPr>
          <w:rtl/>
        </w:rPr>
        <w:t xml:space="preserve"> تعالي:</w:t>
      </w:r>
      <w:r>
        <w:rPr>
          <w:rFonts w:hint="eastAsia"/>
          <w:rtl/>
        </w:rPr>
        <w:t>الله</w:t>
      </w:r>
      <w:r>
        <w:rPr>
          <w:rtl/>
        </w:rPr>
        <w:t xml:space="preserve"> تعالى كا احسان 17; الله تعالى كى رحمت 18; الله تعالى كى رحمت كى نشانيا</w:t>
      </w:r>
      <w:r w:rsidR="00083993">
        <w:rPr>
          <w:rtl/>
        </w:rPr>
        <w:t xml:space="preserve">ں </w:t>
      </w:r>
      <w:r>
        <w:rPr>
          <w:rtl/>
        </w:rPr>
        <w:t>14;الله تعالى كى مغفرتي</w:t>
      </w:r>
      <w:r w:rsidR="00083993">
        <w:rPr>
          <w:rtl/>
        </w:rPr>
        <w:t xml:space="preserve">ں </w:t>
      </w:r>
      <w:r>
        <w:rPr>
          <w:rtl/>
        </w:rPr>
        <w:t>18</w:t>
      </w:r>
    </w:p>
    <w:p w:rsidR="001F628F" w:rsidRDefault="001F628F" w:rsidP="00A07116">
      <w:pPr>
        <w:pStyle w:val="libNormal"/>
        <w:rPr>
          <w:rtl/>
        </w:rPr>
      </w:pPr>
      <w:r>
        <w:rPr>
          <w:rFonts w:hint="eastAsia"/>
          <w:rtl/>
        </w:rPr>
        <w:t>انسان</w:t>
      </w:r>
      <w:r>
        <w:rPr>
          <w:rtl/>
        </w:rPr>
        <w:t>:</w:t>
      </w:r>
      <w:r>
        <w:rPr>
          <w:rFonts w:hint="eastAsia"/>
          <w:rtl/>
        </w:rPr>
        <w:t>انسان</w:t>
      </w:r>
      <w:r>
        <w:rPr>
          <w:rtl/>
        </w:rPr>
        <w:t xml:space="preserve"> كى ضروريات 12</w:t>
      </w:r>
    </w:p>
    <w:p w:rsidR="001F628F" w:rsidRDefault="001F628F" w:rsidP="00A07116">
      <w:pPr>
        <w:pStyle w:val="libNormal"/>
        <w:rPr>
          <w:rtl/>
        </w:rPr>
      </w:pPr>
      <w:r>
        <w:rPr>
          <w:rFonts w:hint="eastAsia"/>
          <w:rtl/>
        </w:rPr>
        <w:t>خوردونوش</w:t>
      </w:r>
      <w:r>
        <w:rPr>
          <w:rtl/>
        </w:rPr>
        <w:t xml:space="preserve"> كى اشياء :</w:t>
      </w:r>
      <w:r>
        <w:rPr>
          <w:rFonts w:hint="eastAsia"/>
          <w:rtl/>
        </w:rPr>
        <w:t>حرام</w:t>
      </w:r>
      <w:r>
        <w:rPr>
          <w:rtl/>
        </w:rPr>
        <w:t xml:space="preserve"> خورد ونوش كى اشياء 1،2،3; حلال خوردونوش كى اشياء 5; خوردونوش اشياء كے احكام 1،2،3</w:t>
      </w:r>
    </w:p>
    <w:p w:rsidR="001F628F" w:rsidRDefault="001F628F" w:rsidP="00A07116">
      <w:pPr>
        <w:pStyle w:val="libNormal"/>
        <w:rPr>
          <w:rtl/>
        </w:rPr>
      </w:pPr>
      <w:r>
        <w:rPr>
          <w:rFonts w:hint="eastAsia"/>
          <w:rtl/>
        </w:rPr>
        <w:t>خون</w:t>
      </w:r>
      <w:r>
        <w:rPr>
          <w:rtl/>
        </w:rPr>
        <w:t>:</w:t>
      </w:r>
      <w:r>
        <w:rPr>
          <w:rFonts w:hint="eastAsia"/>
          <w:rtl/>
        </w:rPr>
        <w:t>خون</w:t>
      </w:r>
      <w:r>
        <w:rPr>
          <w:rtl/>
        </w:rPr>
        <w:t xml:space="preserve"> كا حرام ہونا 1</w:t>
      </w:r>
    </w:p>
    <w:p w:rsidR="001F628F" w:rsidRDefault="001F628F" w:rsidP="00A07116">
      <w:pPr>
        <w:pStyle w:val="libNormal"/>
        <w:rPr>
          <w:rtl/>
        </w:rPr>
      </w:pPr>
      <w:r>
        <w:rPr>
          <w:rFonts w:hint="eastAsia"/>
          <w:rtl/>
        </w:rPr>
        <w:t>دين</w:t>
      </w:r>
      <w:r>
        <w:rPr>
          <w:rtl/>
        </w:rPr>
        <w:t>:</w:t>
      </w:r>
      <w:r>
        <w:rPr>
          <w:rFonts w:hint="eastAsia"/>
          <w:rtl/>
        </w:rPr>
        <w:t>دين</w:t>
      </w:r>
      <w:r>
        <w:rPr>
          <w:rtl/>
        </w:rPr>
        <w:t xml:space="preserve"> اور حقيقت 12،15</w:t>
      </w:r>
    </w:p>
    <w:p w:rsidR="001F628F" w:rsidRDefault="001F628F" w:rsidP="00A07116">
      <w:pPr>
        <w:pStyle w:val="libNormal"/>
        <w:rPr>
          <w:rtl/>
        </w:rPr>
      </w:pPr>
      <w:r>
        <w:rPr>
          <w:rFonts w:hint="eastAsia"/>
          <w:rtl/>
        </w:rPr>
        <w:t>ذبيحہ</w:t>
      </w:r>
      <w:r>
        <w:rPr>
          <w:rtl/>
        </w:rPr>
        <w:t xml:space="preserve"> :</w:t>
      </w:r>
      <w:r>
        <w:rPr>
          <w:rFonts w:hint="eastAsia"/>
          <w:rtl/>
        </w:rPr>
        <w:t>بغير</w:t>
      </w:r>
      <w:r>
        <w:rPr>
          <w:rtl/>
        </w:rPr>
        <w:t xml:space="preserve"> بسم الله والے ذبيحہ كا حرام ہونا 2</w:t>
      </w:r>
    </w:p>
    <w:p w:rsidR="001F628F" w:rsidRDefault="001F628F" w:rsidP="00A07116">
      <w:pPr>
        <w:pStyle w:val="libNormal"/>
        <w:rPr>
          <w:rtl/>
        </w:rPr>
      </w:pPr>
      <w:r>
        <w:rPr>
          <w:rFonts w:hint="eastAsia"/>
          <w:rtl/>
        </w:rPr>
        <w:t>سلامتي</w:t>
      </w:r>
      <w:r>
        <w:rPr>
          <w:rtl/>
        </w:rPr>
        <w:t>:</w:t>
      </w:r>
      <w:r>
        <w:rPr>
          <w:rFonts w:hint="eastAsia"/>
          <w:rtl/>
        </w:rPr>
        <w:t>سلامتى</w:t>
      </w:r>
      <w:r>
        <w:rPr>
          <w:rtl/>
        </w:rPr>
        <w:t xml:space="preserve"> كى اہميت 15</w:t>
      </w:r>
    </w:p>
    <w:p w:rsidR="001F628F" w:rsidRDefault="001F628F" w:rsidP="00A07116">
      <w:pPr>
        <w:pStyle w:val="libNormal"/>
        <w:rPr>
          <w:rtl/>
        </w:rPr>
      </w:pPr>
      <w:r>
        <w:rPr>
          <w:rFonts w:hint="eastAsia"/>
          <w:rtl/>
        </w:rPr>
        <w:t>شرعى</w:t>
      </w:r>
      <w:r>
        <w:rPr>
          <w:rtl/>
        </w:rPr>
        <w:t xml:space="preserve"> وظيفہ:</w:t>
      </w:r>
      <w:r>
        <w:rPr>
          <w:rFonts w:hint="eastAsia"/>
          <w:rtl/>
        </w:rPr>
        <w:t>شرعى</w:t>
      </w:r>
      <w:r>
        <w:rPr>
          <w:rtl/>
        </w:rPr>
        <w:t xml:space="preserve"> وظيفہ كے رفع كى شرائط 9،10; شرعى وظيفہ كے رفع كے اسباب 16; شرعى وظيفہ مي</w:t>
      </w:r>
      <w:r w:rsidR="00083993">
        <w:rPr>
          <w:rtl/>
        </w:rPr>
        <w:t xml:space="preserve">ں </w:t>
      </w:r>
      <w:r>
        <w:rPr>
          <w:rtl/>
        </w:rPr>
        <w:t>قدرت 12</w:t>
      </w:r>
    </w:p>
    <w:p w:rsidR="001F628F" w:rsidRDefault="001F628F" w:rsidP="00A07116">
      <w:pPr>
        <w:pStyle w:val="libNormal"/>
        <w:rPr>
          <w:rtl/>
        </w:rPr>
      </w:pPr>
      <w:r>
        <w:rPr>
          <w:rFonts w:hint="eastAsia"/>
          <w:rtl/>
        </w:rPr>
        <w:t>ضرورتي</w:t>
      </w:r>
      <w:r w:rsidR="00083993">
        <w:rPr>
          <w:rFonts w:hint="eastAsia"/>
          <w:rtl/>
        </w:rPr>
        <w:t xml:space="preserve">ں </w:t>
      </w:r>
      <w:r>
        <w:rPr>
          <w:rtl/>
        </w:rPr>
        <w:t>:</w:t>
      </w:r>
      <w:r>
        <w:rPr>
          <w:rFonts w:hint="eastAsia"/>
          <w:rtl/>
        </w:rPr>
        <w:t>ضرورتو</w:t>
      </w:r>
      <w:r w:rsidR="00083993">
        <w:rPr>
          <w:rFonts w:hint="eastAsia"/>
          <w:rtl/>
        </w:rPr>
        <w:t xml:space="preserve">ں </w:t>
      </w:r>
      <w:r>
        <w:rPr>
          <w:rtl/>
        </w:rPr>
        <w:t>كو پورا كرنے كى اہميت 15</w:t>
      </w:r>
    </w:p>
    <w:p w:rsidR="001F628F" w:rsidRPr="00120F63" w:rsidRDefault="00A07116" w:rsidP="00A07116">
      <w:pPr>
        <w:pStyle w:val="Heading2Center"/>
        <w:rPr>
          <w:rtl/>
        </w:rPr>
      </w:pPr>
      <w:bookmarkStart w:id="262" w:name="_Toc28081940"/>
      <w:r>
        <w:rPr>
          <w:rFonts w:hint="cs"/>
          <w:rtl/>
        </w:rPr>
        <w:t xml:space="preserve">آیت </w:t>
      </w:r>
      <w:r w:rsidRPr="00120F63">
        <w:rPr>
          <w:rFonts w:hint="cs"/>
          <w:rtl/>
        </w:rPr>
        <w:t>116</w:t>
      </w:r>
      <w:bookmarkEnd w:id="262"/>
    </w:p>
    <w:p w:rsidR="001F628F" w:rsidRDefault="00E260F9" w:rsidP="00A07116">
      <w:pPr>
        <w:pStyle w:val="libNormal"/>
        <w:rPr>
          <w:rtl/>
        </w:rPr>
      </w:pPr>
      <w:r w:rsidRPr="00E260F9">
        <w:rPr>
          <w:rStyle w:val="libAlaemChar"/>
          <w:rFonts w:hint="eastAsia"/>
          <w:rtl/>
        </w:rPr>
        <w:t>(</w:t>
      </w:r>
      <w:r w:rsidRPr="00A07116">
        <w:rPr>
          <w:rStyle w:val="libAieChar"/>
          <w:rFonts w:hint="eastAsia"/>
          <w:rtl/>
        </w:rPr>
        <w:t>وَلاَ</w:t>
      </w:r>
      <w:r w:rsidRPr="00A07116">
        <w:rPr>
          <w:rStyle w:val="libAieChar"/>
          <w:rtl/>
        </w:rPr>
        <w:t xml:space="preserve"> تَقُولُواْ لِمَا تَصِفُ أَلْسِنَتُكُمُ الْكَذِبَ هَـذَا حَلاَلٌ وَهَـذَا حَرَامٌ لِّتَفْتَرُواْ عَلَى اللّهِ الْكَذِبَ إِنَّ الَّذِينَ يَفْتَرُونَ عَلَى اللّهِ الْكَذِبَ لاَ يُفْلِحُونَ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خبردار جو تمھارى زباني</w:t>
      </w:r>
      <w:r w:rsidR="00083993">
        <w:rPr>
          <w:rtl/>
        </w:rPr>
        <w:t xml:space="preserve">ں </w:t>
      </w:r>
      <w:r>
        <w:rPr>
          <w:rtl/>
        </w:rPr>
        <w:t>غلط بيانى سے كام ليتى ہي</w:t>
      </w:r>
      <w:r w:rsidR="00083993">
        <w:rPr>
          <w:rtl/>
        </w:rPr>
        <w:t xml:space="preserve">ں </w:t>
      </w:r>
      <w:r>
        <w:rPr>
          <w:rtl/>
        </w:rPr>
        <w:t>اس كى بناپر يہ نہ كہو كہ يہ حلال ہے اور يہ حرام ہے كہ اس طرح خدا پر جھوٹا بہتان باندھنے والے ہوجاؤگے اور جو اللہ پر جھوٹا بہتان باندھتے ہي</w:t>
      </w:r>
      <w:r w:rsidR="00083993">
        <w:rPr>
          <w:rtl/>
        </w:rPr>
        <w:t xml:space="preserve">ں </w:t>
      </w:r>
      <w:r>
        <w:rPr>
          <w:rtl/>
        </w:rPr>
        <w:t>ان كے لئے فلاح اور كاميابى نہي</w:t>
      </w:r>
      <w:r w:rsidR="00083993">
        <w:rPr>
          <w:rtl/>
        </w:rPr>
        <w:t xml:space="preserve">ں </w:t>
      </w:r>
      <w:r>
        <w:rPr>
          <w:rtl/>
        </w:rPr>
        <w:t>ہے_</w:t>
      </w:r>
    </w:p>
    <w:p w:rsidR="001F628F" w:rsidRDefault="001F628F" w:rsidP="001F628F">
      <w:pPr>
        <w:pStyle w:val="libNormal"/>
        <w:rPr>
          <w:rtl/>
        </w:rPr>
      </w:pPr>
      <w:r>
        <w:rPr>
          <w:rtl/>
        </w:rPr>
        <w:t>1_ اپنے بے بنياد اور جھوٹے فہم كودين كى طرف نسبت دينا حرام اور ممنوع ہے _</w:t>
      </w:r>
    </w:p>
    <w:p w:rsidR="00A07116" w:rsidRDefault="001E7F9D" w:rsidP="00F73EDE">
      <w:pPr>
        <w:pStyle w:val="libPoemTini"/>
        <w:rPr>
          <w:rtl/>
        </w:rPr>
      </w:pPr>
      <w:r>
        <w:rPr>
          <w:rtl/>
        </w:rPr>
        <w:br w:type="page"/>
      </w:r>
    </w:p>
    <w:p w:rsidR="001F628F" w:rsidRDefault="001F628F" w:rsidP="00A07116">
      <w:pPr>
        <w:pStyle w:val="libArabic"/>
        <w:rPr>
          <w:rtl/>
        </w:rPr>
      </w:pPr>
      <w:r>
        <w:rPr>
          <w:rFonts w:hint="eastAsia"/>
          <w:rtl/>
        </w:rPr>
        <w:lastRenderedPageBreak/>
        <w:t>ولا</w:t>
      </w:r>
      <w:r>
        <w:rPr>
          <w:rtl/>
        </w:rPr>
        <w:t xml:space="preserve"> تقولوا لما تصف السنتكم الكذب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Pr>
          <w:rtl/>
        </w:rPr>
        <w:t xml:space="preserve"> </w:t>
      </w:r>
      <w:r w:rsidR="00120F63" w:rsidRPr="00ED5DE8">
        <w:rPr>
          <w:rFonts w:hint="cs"/>
          <w:rtl/>
        </w:rPr>
        <w:t>ه</w:t>
      </w:r>
      <w:r>
        <w:rPr>
          <w:rFonts w:hint="cs"/>
          <w:rtl/>
        </w:rPr>
        <w:t>ذا</w:t>
      </w:r>
      <w:r>
        <w:rPr>
          <w:rtl/>
        </w:rPr>
        <w:t xml:space="preserve"> حرام</w:t>
      </w:r>
    </w:p>
    <w:p w:rsidR="001F628F" w:rsidRDefault="001F628F" w:rsidP="001F628F">
      <w:pPr>
        <w:pStyle w:val="libNormal"/>
        <w:rPr>
          <w:rtl/>
        </w:rPr>
      </w:pPr>
      <w:r>
        <w:rPr>
          <w:rtl/>
        </w:rPr>
        <w:t>2_ كسى منطقى و شرعى دليل كے بغير امور كو حلال يا حرام قرار دينا ،حرام اور خداوند عالم نے اس سے منع فرمايا ہے_</w:t>
      </w:r>
    </w:p>
    <w:p w:rsidR="001F628F" w:rsidRDefault="001F628F" w:rsidP="00A07116">
      <w:pPr>
        <w:pStyle w:val="libArabic"/>
        <w:rPr>
          <w:rtl/>
        </w:rPr>
      </w:pPr>
      <w:r>
        <w:rPr>
          <w:rFonts w:hint="eastAsia"/>
          <w:rtl/>
        </w:rPr>
        <w:t>ولا</w:t>
      </w:r>
      <w:r>
        <w:rPr>
          <w:rtl/>
        </w:rPr>
        <w:t xml:space="preserve"> تقولوا ...</w:t>
      </w:r>
      <w:r w:rsidR="00120F63" w:rsidRPr="00ED5DE8">
        <w:rPr>
          <w:rFonts w:hint="cs"/>
          <w:rtl/>
        </w:rPr>
        <w:t>ه</w:t>
      </w:r>
      <w:r>
        <w:rPr>
          <w:rFonts w:hint="cs"/>
          <w:rtl/>
        </w:rPr>
        <w:t>ذا</w:t>
      </w:r>
      <w:r>
        <w:rPr>
          <w:rtl/>
        </w:rPr>
        <w:t xml:space="preserve"> </w:t>
      </w:r>
      <w:r>
        <w:rPr>
          <w:rFonts w:hint="cs"/>
          <w:rtl/>
        </w:rPr>
        <w:t>حلل</w:t>
      </w:r>
      <w:r>
        <w:rPr>
          <w:rtl/>
        </w:rPr>
        <w:t xml:space="preserve"> </w:t>
      </w:r>
      <w:r>
        <w:rPr>
          <w:rFonts w:hint="cs"/>
          <w:rtl/>
        </w:rPr>
        <w:t>و</w:t>
      </w:r>
      <w:r w:rsidR="00120F63" w:rsidRPr="00ED5DE8">
        <w:rPr>
          <w:rFonts w:hint="cs"/>
          <w:rtl/>
        </w:rPr>
        <w:t>ه</w:t>
      </w:r>
      <w:r>
        <w:rPr>
          <w:rFonts w:hint="cs"/>
          <w:rtl/>
        </w:rPr>
        <w:t>ذا</w:t>
      </w:r>
      <w:r>
        <w:rPr>
          <w:rtl/>
        </w:rPr>
        <w:t xml:space="preserve"> حرام</w:t>
      </w:r>
    </w:p>
    <w:p w:rsidR="001F628F" w:rsidRDefault="001F628F" w:rsidP="001F628F">
      <w:pPr>
        <w:pStyle w:val="libNormal"/>
        <w:rPr>
          <w:rtl/>
        </w:rPr>
      </w:pPr>
      <w:r>
        <w:rPr>
          <w:rtl/>
        </w:rPr>
        <w:t>3_ حرمت يا حليت كا حكم فقط شارع مقدس ( خداوند عالم ) كے اختيار و قدرت مي</w:t>
      </w:r>
      <w:r w:rsidR="00083993">
        <w:rPr>
          <w:rtl/>
        </w:rPr>
        <w:t xml:space="preserve">ں </w:t>
      </w:r>
      <w:r>
        <w:rPr>
          <w:rtl/>
        </w:rPr>
        <w:t>ہے _</w:t>
      </w:r>
    </w:p>
    <w:p w:rsidR="001F628F" w:rsidRDefault="001F628F" w:rsidP="00985357">
      <w:pPr>
        <w:pStyle w:val="libArabic"/>
        <w:rPr>
          <w:rtl/>
        </w:rPr>
      </w:pPr>
      <w:r>
        <w:rPr>
          <w:rFonts w:hint="eastAsia"/>
          <w:rtl/>
        </w:rPr>
        <w:t>ولا</w:t>
      </w:r>
      <w:r>
        <w:rPr>
          <w:rtl/>
        </w:rPr>
        <w:t xml:space="preserve"> تقولو ا ...</w:t>
      </w:r>
      <w:r w:rsidR="00120F63" w:rsidRPr="00ED5DE8">
        <w:rPr>
          <w:rFonts w:hint="cs"/>
          <w:rtl/>
        </w:rPr>
        <w:t>ه</w:t>
      </w:r>
      <w:r>
        <w:rPr>
          <w:rFonts w:hint="cs"/>
          <w:rtl/>
        </w:rPr>
        <w:t>ذا</w:t>
      </w:r>
      <w:r>
        <w:rPr>
          <w:rtl/>
        </w:rPr>
        <w:t xml:space="preserve"> </w:t>
      </w:r>
      <w:r>
        <w:rPr>
          <w:rFonts w:hint="cs"/>
          <w:rtl/>
        </w:rPr>
        <w:t>حلالً</w:t>
      </w:r>
      <w:r>
        <w:rPr>
          <w:rtl/>
        </w:rPr>
        <w:t xml:space="preserve"> </w:t>
      </w:r>
      <w:r w:rsidR="00120F63" w:rsidRPr="00ED5DE8">
        <w:rPr>
          <w:rFonts w:hint="cs"/>
          <w:rtl/>
        </w:rPr>
        <w:t>ه</w:t>
      </w:r>
      <w:r>
        <w:rPr>
          <w:rFonts w:hint="cs"/>
          <w:rtl/>
        </w:rPr>
        <w:t>ذا</w:t>
      </w:r>
      <w:r>
        <w:rPr>
          <w:rtl/>
        </w:rPr>
        <w:t xml:space="preserve"> حرام</w:t>
      </w:r>
    </w:p>
    <w:p w:rsidR="001F628F" w:rsidRDefault="001F628F" w:rsidP="001F628F">
      <w:pPr>
        <w:pStyle w:val="libNormal"/>
        <w:rPr>
          <w:rtl/>
        </w:rPr>
      </w:pPr>
      <w:r>
        <w:rPr>
          <w:rtl/>
        </w:rPr>
        <w:t>4_ بدعت ( بے نبياد اور خود ساختہ حكم كودين كى طرف نسبت دينا) خداوند عالم پر جھوٹى تہمت ہے_</w:t>
      </w:r>
    </w:p>
    <w:p w:rsidR="001F628F" w:rsidRDefault="001F628F" w:rsidP="00985357">
      <w:pPr>
        <w:pStyle w:val="libArabic"/>
        <w:rPr>
          <w:rtl/>
        </w:rPr>
      </w:pPr>
      <w:r>
        <w:rPr>
          <w:rFonts w:hint="eastAsia"/>
          <w:rtl/>
        </w:rPr>
        <w:t>ولاتقولوا</w:t>
      </w:r>
      <w:r>
        <w:rPr>
          <w:rtl/>
        </w:rPr>
        <w:t xml:space="preserve"> ...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لتفتروا</w:t>
      </w:r>
      <w:r>
        <w:rPr>
          <w:rtl/>
        </w:rPr>
        <w:t xml:space="preserve"> </w:t>
      </w:r>
      <w:r>
        <w:rPr>
          <w:rFonts w:hint="cs"/>
          <w:rtl/>
        </w:rPr>
        <w:t>على</w:t>
      </w:r>
      <w:r>
        <w:rPr>
          <w:rtl/>
        </w:rPr>
        <w:t xml:space="preserve"> </w:t>
      </w:r>
      <w:r>
        <w:rPr>
          <w:rFonts w:hint="cs"/>
          <w:rtl/>
        </w:rPr>
        <w:t>الله</w:t>
      </w:r>
      <w:r>
        <w:rPr>
          <w:rtl/>
        </w:rPr>
        <w:t xml:space="preserve"> الكذب</w:t>
      </w:r>
    </w:p>
    <w:p w:rsidR="001F628F" w:rsidRDefault="001F628F" w:rsidP="001F628F">
      <w:pPr>
        <w:pStyle w:val="libNormal"/>
        <w:rPr>
          <w:rtl/>
        </w:rPr>
      </w:pPr>
      <w:r>
        <w:rPr>
          <w:rFonts w:hint="eastAsia"/>
          <w:rtl/>
        </w:rPr>
        <w:t>مذكورہ</w:t>
      </w:r>
      <w:r>
        <w:rPr>
          <w:rtl/>
        </w:rPr>
        <w:t xml:space="preserve"> تفسير اس نكتہ كى بناء پر ہے كہ ''لتفتروا '' مي</w:t>
      </w:r>
      <w:r w:rsidR="00083993">
        <w:rPr>
          <w:rtl/>
        </w:rPr>
        <w:t xml:space="preserve">ں </w:t>
      </w:r>
      <w:r>
        <w:rPr>
          <w:rtl/>
        </w:rPr>
        <w:t>لام نتيجہ كے بيان كيلئے ہو_</w:t>
      </w:r>
    </w:p>
    <w:p w:rsidR="001F628F" w:rsidRDefault="001F628F" w:rsidP="001F628F">
      <w:pPr>
        <w:pStyle w:val="libNormal"/>
        <w:rPr>
          <w:rtl/>
        </w:rPr>
      </w:pPr>
      <w:r>
        <w:rPr>
          <w:rtl/>
        </w:rPr>
        <w:t>5_ دين مي</w:t>
      </w:r>
      <w:r w:rsidR="00083993">
        <w:rPr>
          <w:rtl/>
        </w:rPr>
        <w:t xml:space="preserve">ں </w:t>
      </w:r>
      <w:r>
        <w:rPr>
          <w:rtl/>
        </w:rPr>
        <w:t>بدعت پيدا كرنے كا سبب ، بے بنياد اور جھوٹے نظريات اور آراء ہي</w:t>
      </w:r>
      <w:r w:rsidR="00083993">
        <w:rPr>
          <w:rtl/>
        </w:rPr>
        <w:t xml:space="preserve">ں </w:t>
      </w:r>
      <w:r>
        <w:rPr>
          <w:rtl/>
        </w:rPr>
        <w:t>_</w:t>
      </w:r>
    </w:p>
    <w:p w:rsidR="001F628F" w:rsidRDefault="001F628F" w:rsidP="00985357">
      <w:pPr>
        <w:pStyle w:val="libArabic"/>
        <w:rPr>
          <w:rtl/>
        </w:rPr>
      </w:pPr>
      <w:r>
        <w:rPr>
          <w:rFonts w:hint="eastAsia"/>
          <w:rtl/>
        </w:rPr>
        <w:t>ولا</w:t>
      </w:r>
      <w:r>
        <w:rPr>
          <w:rtl/>
        </w:rPr>
        <w:t xml:space="preserve"> تقولوا لما تصف السنتكم الكذب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لتفتروا</w:t>
      </w:r>
      <w:r>
        <w:rPr>
          <w:rtl/>
        </w:rPr>
        <w:t xml:space="preserve"> </w:t>
      </w:r>
      <w:r>
        <w:rPr>
          <w:rFonts w:hint="cs"/>
          <w:rtl/>
        </w:rPr>
        <w:t>على</w:t>
      </w:r>
      <w:r>
        <w:rPr>
          <w:rtl/>
        </w:rPr>
        <w:t xml:space="preserve"> </w:t>
      </w:r>
      <w:r>
        <w:rPr>
          <w:rFonts w:hint="cs"/>
          <w:rtl/>
        </w:rPr>
        <w:t>الله</w:t>
      </w:r>
      <w:r>
        <w:rPr>
          <w:rtl/>
        </w:rPr>
        <w:t xml:space="preserve"> الكذب</w:t>
      </w:r>
    </w:p>
    <w:p w:rsidR="001F628F" w:rsidRDefault="001F628F" w:rsidP="00985357">
      <w:pPr>
        <w:pStyle w:val="libNormal"/>
        <w:rPr>
          <w:rtl/>
        </w:rPr>
      </w:pPr>
      <w:r>
        <w:rPr>
          <w:rtl/>
        </w:rPr>
        <w:t>6_ خدا پر افتراء باندھنے والے ،فلاح و كاميابى سے محروم افراد ہي</w:t>
      </w:r>
      <w:r w:rsidR="00083993">
        <w:rPr>
          <w:rtl/>
        </w:rPr>
        <w:t xml:space="preserve">ں </w:t>
      </w:r>
      <w:r>
        <w:rPr>
          <w:rtl/>
        </w:rPr>
        <w:t>_</w:t>
      </w:r>
      <w:r w:rsidRPr="00985357">
        <w:rPr>
          <w:rStyle w:val="libArabicChar"/>
          <w:rFonts w:hint="eastAsia"/>
          <w:rtl/>
        </w:rPr>
        <w:t>ان</w:t>
      </w:r>
      <w:r w:rsidRPr="00985357">
        <w:rPr>
          <w:rStyle w:val="libArabicChar"/>
          <w:rtl/>
        </w:rPr>
        <w:t xml:space="preserve"> الذين يفترون على الله الكذب لا يفلحون</w:t>
      </w:r>
    </w:p>
    <w:p w:rsidR="001F628F" w:rsidRDefault="001F628F" w:rsidP="00985357">
      <w:pPr>
        <w:pStyle w:val="libNormal"/>
        <w:rPr>
          <w:rtl/>
        </w:rPr>
      </w:pPr>
      <w:r>
        <w:rPr>
          <w:rtl/>
        </w:rPr>
        <w:t>7_ دين مي</w:t>
      </w:r>
      <w:r w:rsidR="00083993">
        <w:rPr>
          <w:rtl/>
        </w:rPr>
        <w:t xml:space="preserve">ں </w:t>
      </w:r>
      <w:r>
        <w:rPr>
          <w:rtl/>
        </w:rPr>
        <w:t>بدعت اور خداوند عالم كى طرف بغير دليل كے احكام كى نسبت دينا، فلاح و كاميابى سے محروميت كا سبب ہے_</w:t>
      </w:r>
      <w:r w:rsidRPr="00985357">
        <w:rPr>
          <w:rStyle w:val="libArabicChar"/>
          <w:rFonts w:hint="eastAsia"/>
          <w:rtl/>
        </w:rPr>
        <w:t>ولا</w:t>
      </w:r>
      <w:r w:rsidRPr="00985357">
        <w:rPr>
          <w:rStyle w:val="libArabicChar"/>
          <w:rtl/>
        </w:rPr>
        <w:t xml:space="preserve"> تقولوا ...</w:t>
      </w:r>
      <w:r w:rsidR="00120F63" w:rsidRPr="00B2551F">
        <w:rPr>
          <w:rStyle w:val="libArabicChar"/>
          <w:rFonts w:hint="cs"/>
          <w:rtl/>
        </w:rPr>
        <w:t>ه</w:t>
      </w:r>
      <w:r w:rsidRPr="00985357">
        <w:rPr>
          <w:rStyle w:val="libArabicChar"/>
          <w:rFonts w:hint="cs"/>
          <w:rtl/>
        </w:rPr>
        <w:t>ذا</w:t>
      </w:r>
      <w:r w:rsidRPr="00985357">
        <w:rPr>
          <w:rStyle w:val="libArabicChar"/>
          <w:rtl/>
        </w:rPr>
        <w:t xml:space="preserve"> </w:t>
      </w:r>
      <w:r w:rsidRPr="00985357">
        <w:rPr>
          <w:rStyle w:val="libArabicChar"/>
          <w:rFonts w:hint="cs"/>
          <w:rtl/>
        </w:rPr>
        <w:t>حلالً</w:t>
      </w:r>
      <w:r w:rsidRPr="00985357">
        <w:rPr>
          <w:rStyle w:val="libArabicChar"/>
          <w:rtl/>
        </w:rPr>
        <w:t xml:space="preserve"> </w:t>
      </w:r>
      <w:r w:rsidRPr="00985357">
        <w:rPr>
          <w:rStyle w:val="libArabicChar"/>
          <w:rFonts w:hint="cs"/>
          <w:rtl/>
        </w:rPr>
        <w:t>و</w:t>
      </w:r>
      <w:r w:rsidR="00120F63" w:rsidRPr="00B2551F">
        <w:rPr>
          <w:rStyle w:val="libArabicChar"/>
          <w:rFonts w:hint="cs"/>
          <w:rtl/>
        </w:rPr>
        <w:t>ه</w:t>
      </w:r>
      <w:r w:rsidRPr="00985357">
        <w:rPr>
          <w:rStyle w:val="libArabicChar"/>
          <w:rFonts w:hint="cs"/>
          <w:rtl/>
        </w:rPr>
        <w:t>ذا</w:t>
      </w:r>
      <w:r w:rsidRPr="00985357">
        <w:rPr>
          <w:rStyle w:val="libArabicChar"/>
          <w:rtl/>
        </w:rPr>
        <w:t xml:space="preserve"> </w:t>
      </w:r>
      <w:r w:rsidRPr="00985357">
        <w:rPr>
          <w:rStyle w:val="libArabicChar"/>
          <w:rFonts w:hint="cs"/>
          <w:rtl/>
        </w:rPr>
        <w:t>حرام</w:t>
      </w:r>
      <w:r w:rsidRPr="00985357">
        <w:rPr>
          <w:rStyle w:val="libArabicChar"/>
          <w:rtl/>
        </w:rPr>
        <w:t xml:space="preserve"> ...</w:t>
      </w:r>
      <w:r w:rsidRPr="00985357">
        <w:rPr>
          <w:rStyle w:val="libArabicChar"/>
          <w:rFonts w:hint="cs"/>
          <w:rtl/>
        </w:rPr>
        <w:t>ان</w:t>
      </w:r>
      <w:r w:rsidRPr="00985357">
        <w:rPr>
          <w:rStyle w:val="libArabicChar"/>
          <w:rtl/>
        </w:rPr>
        <w:t xml:space="preserve"> </w:t>
      </w:r>
      <w:r w:rsidRPr="00985357">
        <w:rPr>
          <w:rStyle w:val="libArabicChar"/>
          <w:rFonts w:hint="cs"/>
          <w:rtl/>
        </w:rPr>
        <w:t>الذين</w:t>
      </w:r>
      <w:r w:rsidRPr="00985357">
        <w:rPr>
          <w:rStyle w:val="libArabicChar"/>
          <w:rtl/>
        </w:rPr>
        <w:t xml:space="preserve"> </w:t>
      </w:r>
      <w:r w:rsidRPr="00985357">
        <w:rPr>
          <w:rStyle w:val="libArabicChar"/>
          <w:rFonts w:hint="cs"/>
          <w:rtl/>
        </w:rPr>
        <w:t>يفترون</w:t>
      </w:r>
      <w:r w:rsidRPr="00985357">
        <w:rPr>
          <w:rStyle w:val="libArabicChar"/>
          <w:rtl/>
        </w:rPr>
        <w:t xml:space="preserve"> </w:t>
      </w:r>
      <w:r w:rsidRPr="00985357">
        <w:rPr>
          <w:rStyle w:val="libArabicChar"/>
          <w:rFonts w:hint="cs"/>
          <w:rtl/>
        </w:rPr>
        <w:t>على</w:t>
      </w:r>
      <w:r w:rsidRPr="00985357">
        <w:rPr>
          <w:rStyle w:val="libArabicChar"/>
          <w:rtl/>
        </w:rPr>
        <w:t xml:space="preserve"> </w:t>
      </w:r>
      <w:r w:rsidRPr="00985357">
        <w:rPr>
          <w:rStyle w:val="libArabicChar"/>
          <w:rFonts w:hint="cs"/>
          <w:rtl/>
        </w:rPr>
        <w:t>الله</w:t>
      </w:r>
      <w:r w:rsidRPr="00985357">
        <w:rPr>
          <w:rStyle w:val="libArabicChar"/>
          <w:rtl/>
        </w:rPr>
        <w:t xml:space="preserve"> </w:t>
      </w:r>
      <w:r w:rsidRPr="00985357">
        <w:rPr>
          <w:rStyle w:val="libArabicChar"/>
          <w:rFonts w:hint="cs"/>
          <w:rtl/>
        </w:rPr>
        <w:t>الكذب</w:t>
      </w:r>
      <w:r w:rsidRPr="00985357">
        <w:rPr>
          <w:rStyle w:val="libArabicChar"/>
          <w:rtl/>
        </w:rPr>
        <w:t xml:space="preserve"> </w:t>
      </w:r>
      <w:r w:rsidRPr="00985357">
        <w:rPr>
          <w:rStyle w:val="libArabicChar"/>
          <w:rFonts w:hint="cs"/>
          <w:rtl/>
        </w:rPr>
        <w:t>لا</w:t>
      </w:r>
      <w:r w:rsidRPr="00985357">
        <w:rPr>
          <w:rStyle w:val="libArabicChar"/>
          <w:rtl/>
        </w:rPr>
        <w:t xml:space="preserve"> يفلحون</w:t>
      </w:r>
    </w:p>
    <w:p w:rsidR="001F628F" w:rsidRDefault="001F628F" w:rsidP="001F628F">
      <w:pPr>
        <w:pStyle w:val="libNormal"/>
        <w:rPr>
          <w:rtl/>
        </w:rPr>
      </w:pPr>
      <w:r>
        <w:rPr>
          <w:rtl/>
        </w:rPr>
        <w:t>8_ فلاح و كاميابى كا راستہ، الہى حلال و حرام كے مقابلہ مي</w:t>
      </w:r>
      <w:r w:rsidR="00083993">
        <w:rPr>
          <w:rtl/>
        </w:rPr>
        <w:t xml:space="preserve">ں </w:t>
      </w:r>
      <w:r>
        <w:rPr>
          <w:rtl/>
        </w:rPr>
        <w:t>تسليم خم ہونے كا پرتو ہے_</w:t>
      </w:r>
    </w:p>
    <w:p w:rsidR="001F628F" w:rsidRDefault="001F628F" w:rsidP="00985357">
      <w:pPr>
        <w:pStyle w:val="libArabic"/>
        <w:rPr>
          <w:rtl/>
        </w:rPr>
      </w:pPr>
      <w:r>
        <w:rPr>
          <w:rFonts w:hint="eastAsia"/>
          <w:rtl/>
        </w:rPr>
        <w:t>ولا</w:t>
      </w:r>
      <w:r>
        <w:rPr>
          <w:rtl/>
        </w:rPr>
        <w:t xml:space="preserve"> تقولوا ...</w:t>
      </w:r>
      <w:r w:rsidR="00120F63" w:rsidRPr="00ED5DE8">
        <w:rPr>
          <w:rFonts w:hint="cs"/>
          <w:rtl/>
        </w:rPr>
        <w:t>ه</w:t>
      </w:r>
      <w:r>
        <w:rPr>
          <w:rFonts w:hint="cs"/>
          <w:rtl/>
        </w:rPr>
        <w:t>ذا</w:t>
      </w:r>
      <w:r>
        <w:rPr>
          <w:rtl/>
        </w:rPr>
        <w:t xml:space="preserve"> </w:t>
      </w:r>
      <w:r>
        <w:rPr>
          <w:rFonts w:hint="cs"/>
          <w:rtl/>
        </w:rPr>
        <w:t>حلل</w:t>
      </w:r>
      <w:r>
        <w:rPr>
          <w:rtl/>
        </w:rPr>
        <w:t xml:space="preserve"> </w:t>
      </w:r>
      <w:r>
        <w:rPr>
          <w:rFonts w:hint="cs"/>
          <w:rtl/>
        </w:rPr>
        <w:t>و</w:t>
      </w:r>
      <w:r>
        <w:rPr>
          <w:rtl/>
        </w:rPr>
        <w:t xml:space="preserve"> </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لتفتروا</w:t>
      </w:r>
      <w:r>
        <w:rPr>
          <w:rtl/>
        </w:rPr>
        <w:t xml:space="preserve"> </w:t>
      </w:r>
      <w:r>
        <w:rPr>
          <w:rFonts w:hint="cs"/>
          <w:rtl/>
        </w:rPr>
        <w:t>على</w:t>
      </w:r>
      <w:r>
        <w:rPr>
          <w:rtl/>
        </w:rPr>
        <w:t xml:space="preserve"> </w:t>
      </w:r>
      <w:r>
        <w:rPr>
          <w:rFonts w:hint="cs"/>
          <w:rtl/>
        </w:rPr>
        <w:t>الله</w:t>
      </w:r>
      <w:r>
        <w:rPr>
          <w:rtl/>
        </w:rPr>
        <w:t xml:space="preserve"> </w:t>
      </w:r>
      <w:r>
        <w:rPr>
          <w:rFonts w:hint="cs"/>
          <w:rtl/>
        </w:rPr>
        <w:t>الكذب</w:t>
      </w:r>
      <w:r>
        <w:rPr>
          <w:rtl/>
        </w:rPr>
        <w:t xml:space="preserve"> ...</w:t>
      </w:r>
      <w:r>
        <w:rPr>
          <w:rFonts w:hint="cs"/>
          <w:rtl/>
        </w:rPr>
        <w:t>لا</w:t>
      </w:r>
      <w:r>
        <w:rPr>
          <w:rtl/>
        </w:rPr>
        <w:t xml:space="preserve"> </w:t>
      </w:r>
      <w:r>
        <w:rPr>
          <w:rFonts w:hint="cs"/>
          <w:rtl/>
        </w:rPr>
        <w:t>ي</w:t>
      </w:r>
      <w:r>
        <w:rPr>
          <w:rtl/>
        </w:rPr>
        <w:t>فلحون</w:t>
      </w:r>
    </w:p>
    <w:p w:rsidR="001F628F" w:rsidRDefault="001F628F" w:rsidP="001F628F">
      <w:pPr>
        <w:pStyle w:val="libNormal"/>
        <w:rPr>
          <w:rtl/>
        </w:rPr>
      </w:pPr>
      <w:r>
        <w:rPr>
          <w:rFonts w:hint="eastAsia"/>
          <w:rtl/>
        </w:rPr>
        <w:t>يہ</w:t>
      </w:r>
      <w:r>
        <w:rPr>
          <w:rtl/>
        </w:rPr>
        <w:t xml:space="preserve"> تفسير اس آيت كريمہ كے مفہوم سے استفادہ كى بناء پر ہے _</w:t>
      </w:r>
    </w:p>
    <w:p w:rsidR="001F628F" w:rsidRDefault="001F628F" w:rsidP="00985357">
      <w:pPr>
        <w:pStyle w:val="libNormal"/>
        <w:rPr>
          <w:rtl/>
        </w:rPr>
      </w:pPr>
      <w:r>
        <w:rPr>
          <w:rFonts w:hint="eastAsia"/>
          <w:rtl/>
        </w:rPr>
        <w:t>احكام</w:t>
      </w:r>
      <w:r>
        <w:rPr>
          <w:rtl/>
        </w:rPr>
        <w:t>1،2:</w:t>
      </w:r>
      <w:r>
        <w:rPr>
          <w:rFonts w:hint="eastAsia"/>
          <w:rtl/>
        </w:rPr>
        <w:t>احكام</w:t>
      </w:r>
      <w:r>
        <w:rPr>
          <w:rtl/>
        </w:rPr>
        <w:t xml:space="preserve"> كى تشريع كا سرچشمہ 3</w:t>
      </w:r>
    </w:p>
    <w:p w:rsidR="001F628F" w:rsidRDefault="001F628F" w:rsidP="00985357">
      <w:pPr>
        <w:pStyle w:val="libNormal"/>
        <w:rPr>
          <w:rtl/>
        </w:rPr>
      </w:pPr>
      <w:r>
        <w:rPr>
          <w:rFonts w:hint="eastAsia"/>
          <w:rtl/>
        </w:rPr>
        <w:t>افترائ</w:t>
      </w:r>
      <w:r>
        <w:rPr>
          <w:rtl/>
        </w:rPr>
        <w:t>:</w:t>
      </w:r>
      <w:r>
        <w:rPr>
          <w:rFonts w:hint="eastAsia"/>
          <w:rtl/>
        </w:rPr>
        <w:t>خداپر</w:t>
      </w:r>
      <w:r>
        <w:rPr>
          <w:rtl/>
        </w:rPr>
        <w:t xml:space="preserve"> افتراء باندھنا 4</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كى خصوصيات 3; الله تعالى كے نواہي2</w:t>
      </w:r>
    </w:p>
    <w:p w:rsidR="001F628F" w:rsidRDefault="001F628F" w:rsidP="00985357">
      <w:pPr>
        <w:pStyle w:val="libNormal"/>
        <w:rPr>
          <w:rtl/>
        </w:rPr>
      </w:pPr>
      <w:r>
        <w:rPr>
          <w:rFonts w:hint="eastAsia"/>
          <w:rtl/>
        </w:rPr>
        <w:t>الله</w:t>
      </w:r>
      <w:r>
        <w:rPr>
          <w:rtl/>
        </w:rPr>
        <w:t xml:space="preserve"> تعالى پر افتراء باندھنے والے :</w:t>
      </w:r>
      <w:r>
        <w:rPr>
          <w:rFonts w:hint="eastAsia"/>
          <w:rtl/>
        </w:rPr>
        <w:t>الله</w:t>
      </w:r>
      <w:r>
        <w:rPr>
          <w:rtl/>
        </w:rPr>
        <w:t xml:space="preserve"> تعالى پر افتراء باندھنے والو</w:t>
      </w:r>
      <w:r w:rsidR="00083993">
        <w:rPr>
          <w:rtl/>
        </w:rPr>
        <w:t xml:space="preserve">ں </w:t>
      </w:r>
      <w:r>
        <w:rPr>
          <w:rtl/>
        </w:rPr>
        <w:t>كى محروميت 6</w:t>
      </w:r>
    </w:p>
    <w:p w:rsidR="001F628F" w:rsidRDefault="001F628F" w:rsidP="00985357">
      <w:pPr>
        <w:pStyle w:val="libNormal"/>
        <w:rPr>
          <w:rtl/>
        </w:rPr>
      </w:pPr>
      <w:r>
        <w:rPr>
          <w:rFonts w:hint="eastAsia"/>
          <w:rtl/>
        </w:rPr>
        <w:t>بدعت</w:t>
      </w:r>
      <w:r>
        <w:rPr>
          <w:rtl/>
        </w:rPr>
        <w:t xml:space="preserve"> :</w:t>
      </w:r>
      <w:r>
        <w:rPr>
          <w:rFonts w:hint="eastAsia"/>
          <w:rtl/>
        </w:rPr>
        <w:t>بدعت</w:t>
      </w:r>
      <w:r>
        <w:rPr>
          <w:rtl/>
        </w:rPr>
        <w:t xml:space="preserve"> سے نہى 2; بدعت كا سبب 5; بدعت كى حرمت 2; بدعت كى حقيقت 4;بدعت كے آثار 7</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جھوٹ</w:t>
      </w:r>
      <w:r>
        <w:rPr>
          <w:rtl/>
        </w:rPr>
        <w:t xml:space="preserve"> :</w:t>
      </w:r>
      <w:r>
        <w:rPr>
          <w:rFonts w:hint="eastAsia"/>
          <w:rtl/>
        </w:rPr>
        <w:t>جھوٹ</w:t>
      </w:r>
      <w:r>
        <w:rPr>
          <w:rtl/>
        </w:rPr>
        <w:t xml:space="preserve"> كے آثار 5</w:t>
      </w:r>
    </w:p>
    <w:p w:rsidR="001F628F" w:rsidRDefault="001F628F" w:rsidP="00985357">
      <w:pPr>
        <w:pStyle w:val="libNormal"/>
        <w:rPr>
          <w:rtl/>
        </w:rPr>
      </w:pPr>
      <w:r>
        <w:rPr>
          <w:rFonts w:hint="eastAsia"/>
          <w:rtl/>
        </w:rPr>
        <w:t>دين</w:t>
      </w:r>
      <w:r>
        <w:rPr>
          <w:rtl/>
        </w:rPr>
        <w:t>:</w:t>
      </w:r>
      <w:r>
        <w:rPr>
          <w:rFonts w:hint="eastAsia"/>
          <w:rtl/>
        </w:rPr>
        <w:t>دين</w:t>
      </w:r>
      <w:r>
        <w:rPr>
          <w:rtl/>
        </w:rPr>
        <w:t xml:space="preserve"> پر افتراء باندھنا 1; دين مي</w:t>
      </w:r>
      <w:r w:rsidR="00083993">
        <w:rPr>
          <w:rtl/>
        </w:rPr>
        <w:t xml:space="preserve">ں </w:t>
      </w:r>
      <w:r>
        <w:rPr>
          <w:rtl/>
        </w:rPr>
        <w:t>بدعت پيدا كرنا 5; دينى آفات كى پہچان 1</w:t>
      </w:r>
    </w:p>
    <w:p w:rsidR="001F628F" w:rsidRDefault="001F628F" w:rsidP="00985357">
      <w:pPr>
        <w:pStyle w:val="libNormal"/>
        <w:rPr>
          <w:rtl/>
        </w:rPr>
      </w:pPr>
      <w:r>
        <w:rPr>
          <w:rFonts w:hint="eastAsia"/>
          <w:rtl/>
        </w:rPr>
        <w:t>فرمانبرداري</w:t>
      </w:r>
      <w:r>
        <w:rPr>
          <w:rtl/>
        </w:rPr>
        <w:t>:</w:t>
      </w:r>
      <w:r>
        <w:rPr>
          <w:rFonts w:hint="eastAsia"/>
          <w:rtl/>
        </w:rPr>
        <w:t>فرمانبردارى</w:t>
      </w:r>
      <w:r>
        <w:rPr>
          <w:rtl/>
        </w:rPr>
        <w:t xml:space="preserve"> كے آثار 8</w:t>
      </w:r>
    </w:p>
    <w:p w:rsidR="001F628F" w:rsidRDefault="001F628F" w:rsidP="00985357">
      <w:pPr>
        <w:pStyle w:val="libNormal"/>
        <w:rPr>
          <w:rtl/>
        </w:rPr>
      </w:pPr>
      <w:r>
        <w:rPr>
          <w:rFonts w:hint="eastAsia"/>
          <w:rtl/>
        </w:rPr>
        <w:t>فلاح</w:t>
      </w:r>
      <w:r>
        <w:rPr>
          <w:rtl/>
        </w:rPr>
        <w:t xml:space="preserve"> و كاميابي:</w:t>
      </w:r>
      <w:r>
        <w:rPr>
          <w:rFonts w:hint="eastAsia"/>
          <w:rtl/>
        </w:rPr>
        <w:t>فلاح</w:t>
      </w:r>
      <w:r>
        <w:rPr>
          <w:rtl/>
        </w:rPr>
        <w:t xml:space="preserve"> و كاميابى سے محروم ہونے والے 6; فلاح و كاميابى كے اسباب 8; فلاح و كاميابى كے موانع7</w:t>
      </w:r>
    </w:p>
    <w:p w:rsidR="001F628F" w:rsidRDefault="001F628F" w:rsidP="001F628F">
      <w:pPr>
        <w:pStyle w:val="libNormal"/>
        <w:rPr>
          <w:rtl/>
        </w:rPr>
      </w:pPr>
      <w:r>
        <w:rPr>
          <w:rFonts w:hint="eastAsia"/>
          <w:rtl/>
        </w:rPr>
        <w:t>محرمات</w:t>
      </w:r>
      <w:r>
        <w:rPr>
          <w:rtl/>
        </w:rPr>
        <w:t>:1،2</w:t>
      </w:r>
    </w:p>
    <w:p w:rsidR="001F628F" w:rsidRPr="00120F63" w:rsidRDefault="00985357" w:rsidP="00985357">
      <w:pPr>
        <w:pStyle w:val="Heading2Center"/>
        <w:rPr>
          <w:rtl/>
        </w:rPr>
      </w:pPr>
      <w:bookmarkStart w:id="263" w:name="_Toc28081941"/>
      <w:r>
        <w:rPr>
          <w:rFonts w:hint="cs"/>
          <w:rtl/>
        </w:rPr>
        <w:t xml:space="preserve">آیت </w:t>
      </w:r>
      <w:r w:rsidRPr="00120F63">
        <w:rPr>
          <w:rFonts w:hint="cs"/>
          <w:rtl/>
        </w:rPr>
        <w:t>117</w:t>
      </w:r>
      <w:bookmarkEnd w:id="263"/>
    </w:p>
    <w:p w:rsidR="001F628F" w:rsidRDefault="00E260F9" w:rsidP="00985357">
      <w:pPr>
        <w:pStyle w:val="libNormal"/>
        <w:rPr>
          <w:rtl/>
        </w:rPr>
      </w:pPr>
      <w:r w:rsidRPr="00E260F9">
        <w:rPr>
          <w:rStyle w:val="libAlaemChar"/>
          <w:rFonts w:hint="eastAsia"/>
          <w:rtl/>
        </w:rPr>
        <w:t>(</w:t>
      </w:r>
      <w:r w:rsidRPr="00985357">
        <w:rPr>
          <w:rStyle w:val="libAieChar"/>
          <w:rFonts w:hint="eastAsia"/>
          <w:rtl/>
        </w:rPr>
        <w:t>مَتَاعٌ</w:t>
      </w:r>
      <w:r w:rsidRPr="00985357">
        <w:rPr>
          <w:rStyle w:val="libAieChar"/>
          <w:rtl/>
        </w:rPr>
        <w:t xml:space="preserve"> قَلِيلٌ وَلَهُمْ عَذَابٌ أَلِيمٌ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يہ</w:t>
      </w:r>
      <w:r>
        <w:rPr>
          <w:rtl/>
        </w:rPr>
        <w:t xml:space="preserve"> دنيا صرف ايك مختصر لذت ہے اور اس كے بعد ان كے لئے بڑا دردناك عذاب ہے _</w:t>
      </w:r>
    </w:p>
    <w:p w:rsidR="001F628F" w:rsidRDefault="001F628F" w:rsidP="001F628F">
      <w:pPr>
        <w:pStyle w:val="libNormal"/>
        <w:rPr>
          <w:rtl/>
        </w:rPr>
      </w:pPr>
      <w:r>
        <w:rPr>
          <w:rtl/>
        </w:rPr>
        <w:t>1_دين مي</w:t>
      </w:r>
      <w:r w:rsidR="00083993">
        <w:rPr>
          <w:rtl/>
        </w:rPr>
        <w:t xml:space="preserve">ں </w:t>
      </w:r>
      <w:r>
        <w:rPr>
          <w:rtl/>
        </w:rPr>
        <w:t>بدعت پيدا كرنے كے ذريعہ حاصل كردہ سود، دوسرے خسارو</w:t>
      </w:r>
      <w:r w:rsidR="00083993">
        <w:rPr>
          <w:rtl/>
        </w:rPr>
        <w:t xml:space="preserve">ں </w:t>
      </w:r>
      <w:r>
        <w:rPr>
          <w:rtl/>
        </w:rPr>
        <w:t>كى نسبت بہت ہى ناچيز ہے_</w:t>
      </w:r>
    </w:p>
    <w:p w:rsidR="001F628F" w:rsidRDefault="001F628F" w:rsidP="00985357">
      <w:pPr>
        <w:pStyle w:val="libArabic"/>
        <w:rPr>
          <w:rtl/>
        </w:rPr>
      </w:pPr>
      <w:r>
        <w:rPr>
          <w:rFonts w:hint="eastAsia"/>
          <w:rtl/>
        </w:rPr>
        <w:t>ولاتقولوا</w:t>
      </w:r>
      <w:r>
        <w:rPr>
          <w:rtl/>
        </w:rPr>
        <w:t xml:space="preserve">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لتفتروا</w:t>
      </w:r>
      <w:r>
        <w:rPr>
          <w:rtl/>
        </w:rPr>
        <w:t xml:space="preserve"> </w:t>
      </w:r>
      <w:r>
        <w:rPr>
          <w:rFonts w:hint="cs"/>
          <w:rtl/>
        </w:rPr>
        <w:t>على</w:t>
      </w:r>
      <w:r>
        <w:rPr>
          <w:rtl/>
        </w:rPr>
        <w:t xml:space="preserve"> </w:t>
      </w:r>
      <w:r>
        <w:rPr>
          <w:rFonts w:hint="cs"/>
          <w:rtl/>
        </w:rPr>
        <w:t>الكذب</w:t>
      </w:r>
      <w:r>
        <w:rPr>
          <w:rtl/>
        </w:rPr>
        <w:t xml:space="preserve"> ...</w:t>
      </w:r>
      <w:r>
        <w:rPr>
          <w:rFonts w:hint="cs"/>
          <w:rtl/>
        </w:rPr>
        <w:t>لا</w:t>
      </w:r>
      <w:r>
        <w:rPr>
          <w:rtl/>
        </w:rPr>
        <w:t xml:space="preserve"> </w:t>
      </w:r>
      <w:r>
        <w:rPr>
          <w:rFonts w:hint="cs"/>
          <w:rtl/>
        </w:rPr>
        <w:t>يفلحون</w:t>
      </w:r>
      <w:r>
        <w:rPr>
          <w:rtl/>
        </w:rPr>
        <w:t xml:space="preserve"> _ </w:t>
      </w:r>
      <w:r>
        <w:rPr>
          <w:rFonts w:hint="cs"/>
          <w:rtl/>
        </w:rPr>
        <w:t>متاع</w:t>
      </w:r>
      <w:r>
        <w:rPr>
          <w:rtl/>
        </w:rPr>
        <w:t xml:space="preserve"> </w:t>
      </w:r>
      <w:r>
        <w:rPr>
          <w:rFonts w:hint="cs"/>
          <w:rtl/>
        </w:rPr>
        <w:t>قليل</w:t>
      </w:r>
      <w:r>
        <w:rPr>
          <w:rtl/>
        </w:rPr>
        <w:t xml:space="preserve"> </w:t>
      </w:r>
      <w:r>
        <w:rPr>
          <w:rFonts w:hint="cs"/>
          <w:rtl/>
        </w:rPr>
        <w:t>ول</w:t>
      </w:r>
      <w:r w:rsidR="00120F63" w:rsidRPr="00ED5DE8">
        <w:rPr>
          <w:rFonts w:hint="cs"/>
          <w:rtl/>
        </w:rPr>
        <w:t>ه</w:t>
      </w:r>
      <w:r>
        <w:rPr>
          <w:rFonts w:hint="cs"/>
          <w:rtl/>
        </w:rPr>
        <w:t>م</w:t>
      </w:r>
      <w:r>
        <w:rPr>
          <w:rtl/>
        </w:rPr>
        <w:t xml:space="preserve"> </w:t>
      </w:r>
      <w:r>
        <w:rPr>
          <w:rFonts w:hint="cs"/>
          <w:rtl/>
        </w:rPr>
        <w:t>عذا</w:t>
      </w:r>
      <w:r>
        <w:rPr>
          <w:rtl/>
        </w:rPr>
        <w:t>ب اليم</w:t>
      </w:r>
    </w:p>
    <w:p w:rsidR="001F628F" w:rsidRDefault="001F628F" w:rsidP="001F628F">
      <w:pPr>
        <w:pStyle w:val="libNormal"/>
        <w:rPr>
          <w:rtl/>
        </w:rPr>
      </w:pPr>
      <w:r>
        <w:rPr>
          <w:rFonts w:hint="eastAsia"/>
          <w:rtl/>
        </w:rPr>
        <w:t>ممكن</w:t>
      </w:r>
      <w:r>
        <w:rPr>
          <w:rtl/>
        </w:rPr>
        <w:t xml:space="preserve"> ہے كہ آيت كريمہ سوال مقدر كا جواب ہو وہ اس طرح كہ كفار اور دين مي</w:t>
      </w:r>
      <w:r w:rsidR="00083993">
        <w:rPr>
          <w:rtl/>
        </w:rPr>
        <w:t xml:space="preserve">ں </w:t>
      </w:r>
      <w:r>
        <w:rPr>
          <w:rtl/>
        </w:rPr>
        <w:t>بدعت پيدا كرنے والے كيو</w:t>
      </w:r>
      <w:r w:rsidR="00083993">
        <w:rPr>
          <w:rtl/>
        </w:rPr>
        <w:t xml:space="preserve">ں </w:t>
      </w:r>
      <w:r>
        <w:rPr>
          <w:rtl/>
        </w:rPr>
        <w:t>دنياوى مال ومتاع سے بہرہ مند ہي</w:t>
      </w:r>
      <w:r w:rsidR="00083993">
        <w:rPr>
          <w:rtl/>
        </w:rPr>
        <w:t xml:space="preserve">ں </w:t>
      </w:r>
      <w:r>
        <w:rPr>
          <w:rtl/>
        </w:rPr>
        <w:t>اور كس ليے ان سے دنيا سلب نہي</w:t>
      </w:r>
      <w:r w:rsidR="00083993">
        <w:rPr>
          <w:rtl/>
        </w:rPr>
        <w:t xml:space="preserve">ں </w:t>
      </w:r>
      <w:r>
        <w:rPr>
          <w:rtl/>
        </w:rPr>
        <w:t>ہوئي ہے_</w:t>
      </w:r>
    </w:p>
    <w:p w:rsidR="001F628F" w:rsidRDefault="001F628F" w:rsidP="00985357">
      <w:pPr>
        <w:pStyle w:val="libNormal"/>
        <w:rPr>
          <w:rtl/>
        </w:rPr>
      </w:pPr>
      <w:r>
        <w:rPr>
          <w:rtl/>
        </w:rPr>
        <w:t>2_ ہر دنياوى فائدہ ،دردناك اْخروى عذاب كے مقابلے مي</w:t>
      </w:r>
      <w:r w:rsidR="00083993">
        <w:rPr>
          <w:rtl/>
        </w:rPr>
        <w:t xml:space="preserve">ں </w:t>
      </w:r>
      <w:r>
        <w:rPr>
          <w:rtl/>
        </w:rPr>
        <w:t>ناچيز ہے _</w:t>
      </w:r>
      <w:r w:rsidRPr="00985357">
        <w:rPr>
          <w:rStyle w:val="libArabicChar"/>
          <w:rFonts w:hint="eastAsia"/>
          <w:rtl/>
        </w:rPr>
        <w:t>متاع</w:t>
      </w:r>
      <w:r w:rsidRPr="00985357">
        <w:rPr>
          <w:rStyle w:val="libArabicChar"/>
          <w:rtl/>
        </w:rPr>
        <w:t xml:space="preserve"> قليل و 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عذاب</w:t>
      </w:r>
      <w:r w:rsidRPr="00985357">
        <w:rPr>
          <w:rStyle w:val="libArabicChar"/>
          <w:rtl/>
        </w:rPr>
        <w:t xml:space="preserve"> ا ليم</w:t>
      </w:r>
    </w:p>
    <w:p w:rsidR="001F628F" w:rsidRDefault="001F628F" w:rsidP="00985357">
      <w:pPr>
        <w:pStyle w:val="libNormal"/>
        <w:rPr>
          <w:rtl/>
        </w:rPr>
      </w:pPr>
      <w:r>
        <w:rPr>
          <w:rtl/>
        </w:rPr>
        <w:t>3_ بدعت پيدا كرنا ،دردناك اخروى عذاب كا حامل ہے_</w:t>
      </w:r>
      <w:r w:rsidRPr="00985357">
        <w:rPr>
          <w:rStyle w:val="libArabicChar"/>
          <w:rFonts w:hint="eastAsia"/>
          <w:rtl/>
        </w:rPr>
        <w:t>ولا</w:t>
      </w:r>
      <w:r w:rsidRPr="00985357">
        <w:rPr>
          <w:rStyle w:val="libArabicChar"/>
          <w:rtl/>
        </w:rPr>
        <w:t xml:space="preserve"> تقولوا ...</w:t>
      </w:r>
      <w:r w:rsidR="00120F63" w:rsidRPr="00B2551F">
        <w:rPr>
          <w:rStyle w:val="libArabicChar"/>
          <w:rFonts w:hint="cs"/>
          <w:rtl/>
        </w:rPr>
        <w:t>ه</w:t>
      </w:r>
      <w:r w:rsidRPr="00985357">
        <w:rPr>
          <w:rStyle w:val="libArabicChar"/>
          <w:rFonts w:hint="cs"/>
          <w:rtl/>
        </w:rPr>
        <w:t>ذا</w:t>
      </w:r>
      <w:r w:rsidRPr="00985357">
        <w:rPr>
          <w:rStyle w:val="libArabicChar"/>
          <w:rtl/>
        </w:rPr>
        <w:t xml:space="preserve"> </w:t>
      </w:r>
      <w:r w:rsidRPr="00985357">
        <w:rPr>
          <w:rStyle w:val="libArabicChar"/>
          <w:rFonts w:hint="cs"/>
          <w:rtl/>
        </w:rPr>
        <w:t>حللً</w:t>
      </w:r>
      <w:r w:rsidRPr="00985357">
        <w:rPr>
          <w:rStyle w:val="libArabicChar"/>
          <w:rtl/>
        </w:rPr>
        <w:t xml:space="preserve"> </w:t>
      </w:r>
      <w:r w:rsidRPr="00985357">
        <w:rPr>
          <w:rStyle w:val="libArabicChar"/>
          <w:rFonts w:hint="cs"/>
          <w:rtl/>
        </w:rPr>
        <w:t>و</w:t>
      </w:r>
      <w:r w:rsidR="00120F63" w:rsidRPr="00B2551F">
        <w:rPr>
          <w:rStyle w:val="libArabicChar"/>
          <w:rFonts w:hint="cs"/>
          <w:rtl/>
        </w:rPr>
        <w:t>ه</w:t>
      </w:r>
      <w:r w:rsidRPr="00985357">
        <w:rPr>
          <w:rStyle w:val="libArabicChar"/>
          <w:rFonts w:hint="cs"/>
          <w:rtl/>
        </w:rPr>
        <w:t>ذاحرام</w:t>
      </w:r>
      <w:r w:rsidRPr="00985357">
        <w:rPr>
          <w:rStyle w:val="libArabicChar"/>
          <w:rtl/>
        </w:rPr>
        <w:t xml:space="preserve"> ...</w:t>
      </w:r>
      <w:r w:rsidRPr="00985357">
        <w:rPr>
          <w:rStyle w:val="libArabicChar"/>
          <w:rFonts w:hint="cs"/>
          <w:rtl/>
        </w:rPr>
        <w:t>متاع</w:t>
      </w:r>
      <w:r w:rsidRPr="00985357">
        <w:rPr>
          <w:rStyle w:val="libArabicChar"/>
          <w:rtl/>
        </w:rPr>
        <w:t xml:space="preserve"> </w:t>
      </w:r>
      <w:r w:rsidRPr="00985357">
        <w:rPr>
          <w:rStyle w:val="libArabicChar"/>
          <w:rFonts w:hint="cs"/>
          <w:rtl/>
        </w:rPr>
        <w:t>قليل</w:t>
      </w:r>
      <w:r w:rsidRPr="00985357">
        <w:rPr>
          <w:rStyle w:val="libArabicChar"/>
          <w:rtl/>
        </w:rPr>
        <w:t xml:space="preserve"> </w:t>
      </w:r>
      <w:r w:rsidRPr="00985357">
        <w:rPr>
          <w:rStyle w:val="libArabicChar"/>
          <w:rFonts w:hint="cs"/>
          <w:rtl/>
        </w:rPr>
        <w:t>ول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عذا</w:t>
      </w:r>
      <w:r w:rsidRPr="00985357">
        <w:rPr>
          <w:rStyle w:val="libArabicChar"/>
          <w:rtl/>
        </w:rPr>
        <w:t>ب اليم</w:t>
      </w:r>
    </w:p>
    <w:p w:rsidR="001F628F" w:rsidRDefault="001F628F" w:rsidP="001F628F">
      <w:pPr>
        <w:pStyle w:val="libNormal"/>
        <w:rPr>
          <w:rtl/>
        </w:rPr>
      </w:pPr>
      <w:r>
        <w:rPr>
          <w:rtl/>
        </w:rPr>
        <w:t>4_ تھوڑى سى دنياوى بہرہ مند ى كے بعد بدعت پيد</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كرنے</w:t>
      </w:r>
      <w:r>
        <w:rPr>
          <w:rtl/>
        </w:rPr>
        <w:t xml:space="preserve"> والو</w:t>
      </w:r>
      <w:r w:rsidR="00083993">
        <w:rPr>
          <w:rtl/>
        </w:rPr>
        <w:t xml:space="preserve">ں </w:t>
      </w:r>
      <w:r>
        <w:rPr>
          <w:rtl/>
        </w:rPr>
        <w:t>كا دردناك عذاب سے دوچار ہونا انكى ناكامى پر گواہى ہے _</w:t>
      </w:r>
    </w:p>
    <w:p w:rsidR="001F628F" w:rsidRDefault="001F628F" w:rsidP="00985357">
      <w:pPr>
        <w:pStyle w:val="libArabic"/>
        <w:rPr>
          <w:rtl/>
        </w:rPr>
      </w:pPr>
      <w:r>
        <w:rPr>
          <w:rFonts w:hint="eastAsia"/>
          <w:rtl/>
        </w:rPr>
        <w:t>انّ</w:t>
      </w:r>
      <w:r>
        <w:rPr>
          <w:rtl/>
        </w:rPr>
        <w:t xml:space="preserve"> الذين يفترون على الله الكذب لا يفلحون ... متاع قليل و ل</w:t>
      </w:r>
      <w:r w:rsidR="00120F63" w:rsidRPr="00ED5DE8">
        <w:rPr>
          <w:rFonts w:hint="cs"/>
          <w:rtl/>
        </w:rPr>
        <w:t>ه</w:t>
      </w:r>
      <w:r>
        <w:rPr>
          <w:rFonts w:hint="cs"/>
          <w:rtl/>
        </w:rPr>
        <w:t>م</w:t>
      </w:r>
      <w:r>
        <w:rPr>
          <w:rtl/>
        </w:rPr>
        <w:t xml:space="preserve"> </w:t>
      </w:r>
      <w:r>
        <w:rPr>
          <w:rFonts w:hint="cs"/>
          <w:rtl/>
        </w:rPr>
        <w:t>عذا</w:t>
      </w:r>
      <w:r>
        <w:rPr>
          <w:rtl/>
        </w:rPr>
        <w:t>ب اليم</w:t>
      </w:r>
    </w:p>
    <w:p w:rsidR="001F628F" w:rsidRDefault="001F628F" w:rsidP="00985357">
      <w:pPr>
        <w:pStyle w:val="libNormal"/>
        <w:rPr>
          <w:rtl/>
        </w:rPr>
      </w:pPr>
      <w:r>
        <w:rPr>
          <w:rtl/>
        </w:rPr>
        <w:t>5_ امور كا خا تمہ اور انجام، انكى قدر و قيمت كى تشخيص كيلئے ايك شائستہ معيار ہے _</w:t>
      </w:r>
      <w:r w:rsidRPr="00985357">
        <w:rPr>
          <w:rStyle w:val="libArabicChar"/>
          <w:rFonts w:hint="eastAsia"/>
          <w:rtl/>
        </w:rPr>
        <w:t>متاع</w:t>
      </w:r>
      <w:r w:rsidRPr="00985357">
        <w:rPr>
          <w:rStyle w:val="libArabicChar"/>
          <w:rtl/>
        </w:rPr>
        <w:t xml:space="preserve"> قليل ول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عذا</w:t>
      </w:r>
      <w:r w:rsidRPr="00985357">
        <w:rPr>
          <w:rStyle w:val="libArabicChar"/>
          <w:rtl/>
        </w:rPr>
        <w:t>ب اليم</w:t>
      </w:r>
    </w:p>
    <w:p w:rsidR="001F628F" w:rsidRDefault="001F628F" w:rsidP="00985357">
      <w:pPr>
        <w:pStyle w:val="libNormal"/>
        <w:rPr>
          <w:rtl/>
        </w:rPr>
      </w:pPr>
      <w:r>
        <w:rPr>
          <w:rtl/>
        </w:rPr>
        <w:t>6_ دنياوى زندگى كے متاع كا فانى ہونا ،اسكى حقارت اور پستى پر دليل ہے_</w:t>
      </w:r>
      <w:r w:rsidRPr="00985357">
        <w:rPr>
          <w:rStyle w:val="libArabicChar"/>
          <w:rFonts w:hint="eastAsia"/>
          <w:rtl/>
        </w:rPr>
        <w:t>متاع</w:t>
      </w:r>
      <w:r w:rsidRPr="00985357">
        <w:rPr>
          <w:rStyle w:val="libArabicChar"/>
          <w:rtl/>
        </w:rPr>
        <w:t xml:space="preserve"> قليل و 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عذا</w:t>
      </w:r>
      <w:r w:rsidRPr="00985357">
        <w:rPr>
          <w:rStyle w:val="libArabicChar"/>
          <w:rtl/>
        </w:rPr>
        <w:t>ب اليم</w:t>
      </w:r>
    </w:p>
    <w:p w:rsidR="001F628F" w:rsidRDefault="001F628F" w:rsidP="001F628F">
      <w:pPr>
        <w:pStyle w:val="libNormal"/>
        <w:rPr>
          <w:rtl/>
        </w:rPr>
      </w:pPr>
      <w:r>
        <w:rPr>
          <w:rFonts w:hint="eastAsia"/>
          <w:rtl/>
        </w:rPr>
        <w:t>مذكورہ</w:t>
      </w:r>
      <w:r>
        <w:rPr>
          <w:rtl/>
        </w:rPr>
        <w:t xml:space="preserve"> تفسير اس نكتہ پر موقوف ہے كہ''قليل'' سے قلت زمانى مراد ہو_ اس بناء پردنياوى كو تاہ بہرہ مندى كے مقابلہ مي</w:t>
      </w:r>
      <w:r w:rsidR="00083993">
        <w:rPr>
          <w:rtl/>
        </w:rPr>
        <w:t xml:space="preserve">ں </w:t>
      </w:r>
      <w:r>
        <w:rPr>
          <w:rtl/>
        </w:rPr>
        <w:t>آخرت كا دردناك عذاب قرار پانا ،مذكورہ مطلب كو بيان كررہا ہے_</w:t>
      </w:r>
    </w:p>
    <w:p w:rsidR="001F628F" w:rsidRDefault="001F628F" w:rsidP="00985357">
      <w:pPr>
        <w:pStyle w:val="libNormal"/>
        <w:rPr>
          <w:rtl/>
        </w:rPr>
      </w:pPr>
      <w:r>
        <w:rPr>
          <w:rFonts w:hint="eastAsia"/>
          <w:rtl/>
        </w:rPr>
        <w:t>امور</w:t>
      </w:r>
      <w:r>
        <w:rPr>
          <w:rtl/>
        </w:rPr>
        <w:t>:</w:t>
      </w:r>
      <w:r>
        <w:rPr>
          <w:rFonts w:hint="eastAsia"/>
          <w:rtl/>
        </w:rPr>
        <w:t>امور</w:t>
      </w:r>
      <w:r>
        <w:rPr>
          <w:rtl/>
        </w:rPr>
        <w:t xml:space="preserve"> كا انجام 5</w:t>
      </w:r>
    </w:p>
    <w:p w:rsidR="001F628F" w:rsidRDefault="001F628F" w:rsidP="00985357">
      <w:pPr>
        <w:pStyle w:val="libNormal"/>
        <w:rPr>
          <w:rtl/>
        </w:rPr>
      </w:pPr>
      <w:r>
        <w:rPr>
          <w:rFonts w:hint="eastAsia"/>
          <w:rtl/>
        </w:rPr>
        <w:t>بدعت</w:t>
      </w:r>
      <w:r>
        <w:rPr>
          <w:rtl/>
        </w:rPr>
        <w:t>:</w:t>
      </w:r>
      <w:r>
        <w:rPr>
          <w:rFonts w:hint="eastAsia"/>
          <w:rtl/>
        </w:rPr>
        <w:t>بدعت</w:t>
      </w:r>
      <w:r>
        <w:rPr>
          <w:rtl/>
        </w:rPr>
        <w:t xml:space="preserve"> كا زيان1;بدعت كے منافع كى بے وقعتي1;بدعت كى سزا 3</w:t>
      </w:r>
    </w:p>
    <w:p w:rsidR="001F628F" w:rsidRDefault="001F628F" w:rsidP="00985357">
      <w:pPr>
        <w:pStyle w:val="libNormal"/>
        <w:rPr>
          <w:rtl/>
        </w:rPr>
      </w:pPr>
      <w:r>
        <w:rPr>
          <w:rFonts w:hint="eastAsia"/>
          <w:rtl/>
        </w:rPr>
        <w:t>دنيا</w:t>
      </w:r>
      <w:r>
        <w:rPr>
          <w:rtl/>
        </w:rPr>
        <w:t>:</w:t>
      </w:r>
      <w:r>
        <w:rPr>
          <w:rFonts w:hint="eastAsia"/>
          <w:rtl/>
        </w:rPr>
        <w:t>ديناسے</w:t>
      </w:r>
      <w:r>
        <w:rPr>
          <w:rtl/>
        </w:rPr>
        <w:t xml:space="preserve"> تھوڑ استفادہ4</w:t>
      </w:r>
    </w:p>
    <w:p w:rsidR="001F628F" w:rsidRDefault="001F628F" w:rsidP="00985357">
      <w:pPr>
        <w:pStyle w:val="libNormal"/>
        <w:rPr>
          <w:rtl/>
        </w:rPr>
      </w:pPr>
      <w:r>
        <w:rPr>
          <w:rFonts w:hint="eastAsia"/>
          <w:rtl/>
        </w:rPr>
        <w:t>فلاح</w:t>
      </w:r>
      <w:r>
        <w:rPr>
          <w:rtl/>
        </w:rPr>
        <w:t xml:space="preserve"> و كاميابي:</w:t>
      </w:r>
      <w:r>
        <w:rPr>
          <w:rFonts w:hint="eastAsia"/>
          <w:rtl/>
        </w:rPr>
        <w:t>فلاح</w:t>
      </w:r>
      <w:r>
        <w:rPr>
          <w:rtl/>
        </w:rPr>
        <w:t xml:space="preserve"> و كاميابى سے محروم افراد4</w:t>
      </w:r>
    </w:p>
    <w:p w:rsidR="001F628F" w:rsidRDefault="001F628F" w:rsidP="00985357">
      <w:pPr>
        <w:pStyle w:val="libNormal"/>
        <w:rPr>
          <w:rtl/>
        </w:rPr>
      </w:pPr>
      <w:r>
        <w:rPr>
          <w:rFonts w:hint="eastAsia"/>
          <w:rtl/>
        </w:rPr>
        <w:t>عذاب</w:t>
      </w:r>
      <w:r>
        <w:rPr>
          <w:rtl/>
        </w:rPr>
        <w:t>:</w:t>
      </w:r>
      <w:r>
        <w:rPr>
          <w:rFonts w:hint="eastAsia"/>
          <w:rtl/>
        </w:rPr>
        <w:t>اخروى</w:t>
      </w:r>
      <w:r>
        <w:rPr>
          <w:rtl/>
        </w:rPr>
        <w:t xml:space="preserve"> عذاب2; اخروى عذاب كى دردناكى 2،3; اخروى عذاب كے اسباب3; اخروى عذاب كے مراتب 2،3;اہل عذاب 4</w:t>
      </w:r>
    </w:p>
    <w:p w:rsidR="001F628F" w:rsidRDefault="001F628F" w:rsidP="00985357">
      <w:pPr>
        <w:pStyle w:val="libNormal"/>
        <w:rPr>
          <w:rtl/>
        </w:rPr>
      </w:pPr>
      <w:r>
        <w:rPr>
          <w:rFonts w:hint="eastAsia"/>
          <w:rtl/>
        </w:rPr>
        <w:t>قيمت</w:t>
      </w:r>
      <w:r>
        <w:rPr>
          <w:rtl/>
        </w:rPr>
        <w:t xml:space="preserve"> كى تشخيص:</w:t>
      </w:r>
      <w:r>
        <w:rPr>
          <w:rFonts w:hint="eastAsia"/>
          <w:rtl/>
        </w:rPr>
        <w:t>قدر</w:t>
      </w:r>
      <w:r>
        <w:rPr>
          <w:rtl/>
        </w:rPr>
        <w:t xml:space="preserve"> و قيمت كا معيار 5</w:t>
      </w:r>
    </w:p>
    <w:p w:rsidR="001F628F" w:rsidRDefault="001F628F" w:rsidP="00985357">
      <w:pPr>
        <w:pStyle w:val="libNormal"/>
        <w:rPr>
          <w:rtl/>
        </w:rPr>
      </w:pPr>
      <w:r>
        <w:rPr>
          <w:rFonts w:hint="eastAsia"/>
          <w:rtl/>
        </w:rPr>
        <w:t>مادى</w:t>
      </w:r>
      <w:r>
        <w:rPr>
          <w:rtl/>
        </w:rPr>
        <w:t xml:space="preserve"> وسائل :</w:t>
      </w:r>
      <w:r>
        <w:rPr>
          <w:rFonts w:hint="eastAsia"/>
          <w:rtl/>
        </w:rPr>
        <w:t>مادى</w:t>
      </w:r>
      <w:r>
        <w:rPr>
          <w:rtl/>
        </w:rPr>
        <w:t xml:space="preserve"> وسائل كا فناء ہونا 6; مادى وسائل كى بے وقعتى كے دلائل6</w:t>
      </w:r>
    </w:p>
    <w:p w:rsidR="001F628F" w:rsidRDefault="001F628F" w:rsidP="00985357">
      <w:pPr>
        <w:pStyle w:val="libNormal"/>
        <w:rPr>
          <w:rtl/>
        </w:rPr>
      </w:pPr>
      <w:r>
        <w:rPr>
          <w:rFonts w:hint="eastAsia"/>
          <w:rtl/>
        </w:rPr>
        <w:t>منافع</w:t>
      </w:r>
      <w:r>
        <w:rPr>
          <w:rtl/>
        </w:rPr>
        <w:t>:</w:t>
      </w:r>
      <w:r>
        <w:rPr>
          <w:rFonts w:hint="eastAsia"/>
          <w:rtl/>
        </w:rPr>
        <w:t>دنياوى</w:t>
      </w:r>
      <w:r>
        <w:rPr>
          <w:rtl/>
        </w:rPr>
        <w:t xml:space="preserve"> منافعو</w:t>
      </w:r>
      <w:r w:rsidR="00083993">
        <w:rPr>
          <w:rtl/>
        </w:rPr>
        <w:t xml:space="preserve">ں </w:t>
      </w:r>
      <w:r>
        <w:rPr>
          <w:rtl/>
        </w:rPr>
        <w:t>كى بے وقعتي2</w:t>
      </w:r>
    </w:p>
    <w:p w:rsidR="00985357" w:rsidRDefault="001E7F9D" w:rsidP="00F73EDE">
      <w:pPr>
        <w:pStyle w:val="libPoemTini"/>
        <w:rPr>
          <w:rtl/>
        </w:rPr>
      </w:pPr>
      <w:r>
        <w:rPr>
          <w:rtl/>
        </w:rPr>
        <w:br w:type="page"/>
      </w:r>
    </w:p>
    <w:p w:rsidR="00985357" w:rsidRPr="00120F63" w:rsidRDefault="00985357" w:rsidP="00985357">
      <w:pPr>
        <w:pStyle w:val="Heading2Center"/>
        <w:rPr>
          <w:rtl/>
        </w:rPr>
      </w:pPr>
      <w:bookmarkStart w:id="264" w:name="_Toc28081942"/>
      <w:r>
        <w:rPr>
          <w:rFonts w:hint="cs"/>
          <w:rtl/>
        </w:rPr>
        <w:lastRenderedPageBreak/>
        <w:t xml:space="preserve">آیت </w:t>
      </w:r>
      <w:r w:rsidRPr="00120F63">
        <w:rPr>
          <w:rFonts w:hint="cs"/>
          <w:rtl/>
        </w:rPr>
        <w:t>118</w:t>
      </w:r>
      <w:bookmarkEnd w:id="264"/>
    </w:p>
    <w:p w:rsidR="001F628F" w:rsidRDefault="00E260F9" w:rsidP="00985357">
      <w:pPr>
        <w:pStyle w:val="libNormal"/>
        <w:rPr>
          <w:rtl/>
        </w:rPr>
      </w:pPr>
      <w:r w:rsidRPr="00E260F9">
        <w:rPr>
          <w:rStyle w:val="libAlaemChar"/>
          <w:rFonts w:hint="eastAsia"/>
          <w:rtl/>
        </w:rPr>
        <w:t>(</w:t>
      </w:r>
      <w:r w:rsidRPr="00985357">
        <w:rPr>
          <w:rStyle w:val="libAieChar"/>
          <w:rFonts w:hint="eastAsia"/>
          <w:rtl/>
        </w:rPr>
        <w:t>وَعَلَى</w:t>
      </w:r>
      <w:r w:rsidRPr="00985357">
        <w:rPr>
          <w:rStyle w:val="libAieChar"/>
          <w:rtl/>
        </w:rPr>
        <w:t xml:space="preserve"> الَّذِينَ هَادُواْ حَرَّمْنَا مَا قَصَصْنَا عَلَيْكَ مِن قَبْلُ وَمَا ظَلَمْنَاهُمْ وَلَـكِن كَانُواْ أَنفُسَهُمْ يَظْلِمُونَ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يہوديو</w:t>
      </w:r>
      <w:r w:rsidR="00083993">
        <w:rPr>
          <w:rtl/>
        </w:rPr>
        <w:t xml:space="preserve">ں </w:t>
      </w:r>
      <w:r>
        <w:rPr>
          <w:rtl/>
        </w:rPr>
        <w:t>كے لئے ان تمام چيزو</w:t>
      </w:r>
      <w:r w:rsidR="00083993">
        <w:rPr>
          <w:rtl/>
        </w:rPr>
        <w:t xml:space="preserve">ں </w:t>
      </w:r>
      <w:r>
        <w:rPr>
          <w:rtl/>
        </w:rPr>
        <w:t>كو حرام كرديا ہے جن كا تذكرہ ہم پہلے كرچكے ہي</w:t>
      </w:r>
      <w:r w:rsidR="00083993">
        <w:rPr>
          <w:rtl/>
        </w:rPr>
        <w:t xml:space="preserve">ں </w:t>
      </w:r>
      <w:r>
        <w:rPr>
          <w:rtl/>
        </w:rPr>
        <w:t>اور يہ ہم نے ظلم نہي</w:t>
      </w:r>
      <w:r w:rsidR="00083993">
        <w:rPr>
          <w:rtl/>
        </w:rPr>
        <w:t xml:space="preserve">ں </w:t>
      </w:r>
      <w:r>
        <w:rPr>
          <w:rtl/>
        </w:rPr>
        <w:t>كيا ہے بلكہ وہ خود اپنے نفس پر ظلم كرنے والے تھے _</w:t>
      </w:r>
    </w:p>
    <w:p w:rsidR="001F628F" w:rsidRDefault="001F628F" w:rsidP="001F628F">
      <w:pPr>
        <w:pStyle w:val="libNormal"/>
        <w:rPr>
          <w:rtl/>
        </w:rPr>
      </w:pPr>
      <w:r>
        <w:rPr>
          <w:rtl/>
        </w:rPr>
        <w:t>1_خداوند عالم كى جانب سے يہوديو</w:t>
      </w:r>
      <w:r w:rsidR="00083993">
        <w:rPr>
          <w:rtl/>
        </w:rPr>
        <w:t xml:space="preserve">ں </w:t>
      </w:r>
      <w:r>
        <w:rPr>
          <w:rtl/>
        </w:rPr>
        <w:t>پر اصل محرمات كے علاوہ بعض حلال چيزو</w:t>
      </w:r>
      <w:r w:rsidR="00083993">
        <w:rPr>
          <w:rtl/>
        </w:rPr>
        <w:t xml:space="preserve">ں </w:t>
      </w:r>
      <w:r>
        <w:rPr>
          <w:rtl/>
        </w:rPr>
        <w:t>كا حرام ہونا_</w:t>
      </w:r>
    </w:p>
    <w:p w:rsidR="001F628F" w:rsidRDefault="001F628F"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ما</w:t>
      </w:r>
      <w:r>
        <w:rPr>
          <w:rtl/>
        </w:rPr>
        <w:t xml:space="preserve"> </w:t>
      </w:r>
      <w:r>
        <w:rPr>
          <w:rFonts w:hint="cs"/>
          <w:rtl/>
        </w:rPr>
        <w:t>قصصنا</w:t>
      </w:r>
      <w:r>
        <w:rPr>
          <w:rtl/>
        </w:rPr>
        <w:t xml:space="preserve"> </w:t>
      </w:r>
      <w:r>
        <w:rPr>
          <w:rFonts w:hint="cs"/>
          <w:rtl/>
        </w:rPr>
        <w:t>عليك</w:t>
      </w:r>
      <w:r>
        <w:rPr>
          <w:rtl/>
        </w:rPr>
        <w:t xml:space="preserve"> </w:t>
      </w:r>
      <w:r>
        <w:rPr>
          <w:rFonts w:hint="cs"/>
          <w:rtl/>
        </w:rPr>
        <w:t>م</w:t>
      </w:r>
      <w:r>
        <w:rPr>
          <w:rtl/>
        </w:rPr>
        <w:t>ن قبل</w:t>
      </w:r>
    </w:p>
    <w:p w:rsidR="001F628F" w:rsidRDefault="001F628F" w:rsidP="001F628F">
      <w:pPr>
        <w:pStyle w:val="libNormal"/>
        <w:rPr>
          <w:rtl/>
        </w:rPr>
      </w:pPr>
      <w:r>
        <w:rPr>
          <w:rFonts w:hint="eastAsia"/>
          <w:rtl/>
        </w:rPr>
        <w:t>آيت</w:t>
      </w:r>
      <w:r>
        <w:rPr>
          <w:rtl/>
        </w:rPr>
        <w:t xml:space="preserve"> ما قبل مي</w:t>
      </w:r>
      <w:r w:rsidR="00083993">
        <w:rPr>
          <w:rtl/>
        </w:rPr>
        <w:t xml:space="preserve">ں </w:t>
      </w:r>
      <w:r>
        <w:rPr>
          <w:rtl/>
        </w:rPr>
        <w:t>محرمات كے ذكر كے بعد ممكن ہے كہ كوئي شخص يہ سوال كرے كہ يہود پر كس ليئے اصلى محرمات كے علاوہ دوسرے امور كو بھى ممنوع قرار ديا گيا ہے؟ تو خداوند عالم اس سوال كے جواب مي</w:t>
      </w:r>
      <w:r w:rsidR="00083993">
        <w:rPr>
          <w:rtl/>
        </w:rPr>
        <w:t xml:space="preserve">ں </w:t>
      </w:r>
      <w:r>
        <w:rPr>
          <w:rtl/>
        </w:rPr>
        <w:t>فرماتاہے : يہ اضافى محرمات فقط انكے خاص كردار كى وجہ سے ہے اس ليئےيہ ثاب</w:t>
      </w:r>
      <w:r>
        <w:rPr>
          <w:rFonts w:hint="eastAsia"/>
          <w:rtl/>
        </w:rPr>
        <w:t>ت</w:t>
      </w:r>
      <w:r>
        <w:rPr>
          <w:rtl/>
        </w:rPr>
        <w:t xml:space="preserve"> اور باقى نہي</w:t>
      </w:r>
      <w:r w:rsidR="00083993">
        <w:rPr>
          <w:rtl/>
        </w:rPr>
        <w:t xml:space="preserve">ں </w:t>
      </w:r>
      <w:r>
        <w:rPr>
          <w:rtl/>
        </w:rPr>
        <w:t>رہے گئي</w:t>
      </w:r>
      <w:r w:rsidR="00083993">
        <w:rPr>
          <w:rtl/>
        </w:rPr>
        <w:t xml:space="preserve">ں </w:t>
      </w:r>
      <w:r>
        <w:rPr>
          <w:rtl/>
        </w:rPr>
        <w:t>_</w:t>
      </w:r>
    </w:p>
    <w:p w:rsidR="001F628F" w:rsidRDefault="001F628F" w:rsidP="001F628F">
      <w:pPr>
        <w:pStyle w:val="libNormal"/>
        <w:rPr>
          <w:rtl/>
        </w:rPr>
      </w:pPr>
      <w:r>
        <w:rPr>
          <w:rtl/>
        </w:rPr>
        <w:t>2_ تما م امتو</w:t>
      </w:r>
      <w:r w:rsidR="00083993">
        <w:rPr>
          <w:rtl/>
        </w:rPr>
        <w:t xml:space="preserve">ں </w:t>
      </w:r>
      <w:r>
        <w:rPr>
          <w:rtl/>
        </w:rPr>
        <w:t>مي</w:t>
      </w:r>
      <w:r w:rsidR="00083993">
        <w:rPr>
          <w:rtl/>
        </w:rPr>
        <w:t xml:space="preserve">ں </w:t>
      </w:r>
      <w:r>
        <w:rPr>
          <w:rtl/>
        </w:rPr>
        <w:t>فقط اہل يہودزيادہ اور سخت ترين شرعى وظائف انجام دينےكے ذمہ دار قرار پاتے تھے_</w:t>
      </w:r>
    </w:p>
    <w:p w:rsidR="001F628F" w:rsidRDefault="001F628F"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w:t>
      </w:r>
      <w:r>
        <w:rPr>
          <w:rtl/>
        </w:rPr>
        <w:t xml:space="preserve"> </w:t>
      </w:r>
      <w:r>
        <w:rPr>
          <w:rFonts w:hint="cs"/>
          <w:rtl/>
        </w:rPr>
        <w:t>ا</w:t>
      </w:r>
      <w:r>
        <w:rPr>
          <w:rtl/>
        </w:rPr>
        <w:t>حرّمن</w:t>
      </w:r>
      <w:r w:rsidR="005C31C0">
        <w:rPr>
          <w:rFonts w:hint="cs"/>
          <w:rtl/>
        </w:rPr>
        <w:t>ا</w:t>
      </w:r>
    </w:p>
    <w:p w:rsidR="001F628F" w:rsidRDefault="001F628F" w:rsidP="001F628F">
      <w:pPr>
        <w:pStyle w:val="libNormal"/>
        <w:rPr>
          <w:rtl/>
        </w:rPr>
      </w:pPr>
      <w:r>
        <w:rPr>
          <w:rtl/>
        </w:rPr>
        <w:t>''على الذين'' جارو مجرور فعل ''حرّمنا '' كے متعلق ہے اور اسكا فعل پر مقدم ہونا، حصر كا فائدہ دے رہا ہے _</w:t>
      </w:r>
    </w:p>
    <w:p w:rsidR="001F628F" w:rsidRDefault="001F628F" w:rsidP="00985357">
      <w:pPr>
        <w:pStyle w:val="libNormal"/>
        <w:rPr>
          <w:rtl/>
        </w:rPr>
      </w:pPr>
      <w:r>
        <w:rPr>
          <w:rtl/>
        </w:rPr>
        <w:t>3_ دوسرى اقوام كى نسبت اہل يہودكيلئے زيادہ شرعى وظائف ،انكى سزا ومجازات كے سبب تھے نہ كہ ان سے ضررو مفسدہ دور كرنے كيلئے _</w:t>
      </w:r>
      <w:r w:rsidRPr="00985357">
        <w:rPr>
          <w:rStyle w:val="libArabicChar"/>
          <w:rFonts w:hint="eastAsia"/>
          <w:rtl/>
        </w:rPr>
        <w:t>وعلى</w:t>
      </w:r>
      <w:r w:rsidRPr="00985357">
        <w:rPr>
          <w:rStyle w:val="libArabicChar"/>
          <w:rtl/>
        </w:rPr>
        <w:t xml:space="preserve"> الذين </w:t>
      </w:r>
      <w:r w:rsidR="00120F63" w:rsidRPr="00B2551F">
        <w:rPr>
          <w:rStyle w:val="libArabicChar"/>
          <w:rFonts w:hint="cs"/>
          <w:rtl/>
        </w:rPr>
        <w:t>ه</w:t>
      </w:r>
      <w:r w:rsidRPr="00985357">
        <w:rPr>
          <w:rStyle w:val="libArabicChar"/>
          <w:rFonts w:hint="cs"/>
          <w:rtl/>
        </w:rPr>
        <w:t>ادوا</w:t>
      </w:r>
      <w:r w:rsidRPr="00985357">
        <w:rPr>
          <w:rStyle w:val="libArabicChar"/>
          <w:rtl/>
        </w:rPr>
        <w:t xml:space="preserve"> حرّمن</w:t>
      </w:r>
      <w:r w:rsidR="005C31C0">
        <w:rPr>
          <w:rStyle w:val="libArabicChar"/>
          <w:rFonts w:hint="cs"/>
          <w:rtl/>
        </w:rPr>
        <w:t>ا</w:t>
      </w:r>
    </w:p>
    <w:p w:rsidR="00985357" w:rsidRDefault="001F628F" w:rsidP="00985357">
      <w:pPr>
        <w:pStyle w:val="libNormal"/>
        <w:rPr>
          <w:rtl/>
        </w:rPr>
      </w:pPr>
      <w:r>
        <w:rPr>
          <w:rFonts w:hint="eastAsia"/>
          <w:rtl/>
        </w:rPr>
        <w:t>دين</w:t>
      </w:r>
      <w:r>
        <w:rPr>
          <w:rtl/>
        </w:rPr>
        <w:t xml:space="preserve"> مي</w:t>
      </w:r>
      <w:r w:rsidR="00083993">
        <w:rPr>
          <w:rtl/>
        </w:rPr>
        <w:t xml:space="preserve">ں </w:t>
      </w:r>
      <w:r>
        <w:rPr>
          <w:rtl/>
        </w:rPr>
        <w:t>كسى چيز كا حرام قرار پانا، مفسدہ اور ضرر كو دور كرنے كيلئے ہے اور اہل يہود كيلئے خصوصى طور پر حرمت اس مطلب كو بيان كررہى ہے كہ يہ حرمت كسى اور امركى وجہ سے ہے وگرنہ تمام مكلفين كيلئے يہ چيزي</w:t>
      </w:r>
      <w:r w:rsidR="00083993">
        <w:rPr>
          <w:rtl/>
        </w:rPr>
        <w:t xml:space="preserve">ں </w:t>
      </w:r>
      <w:r>
        <w:rPr>
          <w:rtl/>
        </w:rPr>
        <w:t>حرام ہوتي</w:t>
      </w:r>
      <w:r w:rsidR="00083993">
        <w:rPr>
          <w:rtl/>
        </w:rPr>
        <w:t xml:space="preserve">ں </w:t>
      </w:r>
      <w:r>
        <w:rPr>
          <w:rtl/>
        </w:rPr>
        <w:t>اور جملہ '</w:t>
      </w:r>
      <w:r w:rsidRPr="00985357">
        <w:rPr>
          <w:rStyle w:val="libArabicChar"/>
          <w:rtl/>
        </w:rPr>
        <w:t>'و</w:t>
      </w:r>
      <w:r w:rsidR="00985357" w:rsidRPr="00985357">
        <w:rPr>
          <w:rStyle w:val="libArabicChar"/>
          <w:rFonts w:hint="eastAsia"/>
          <w:rtl/>
        </w:rPr>
        <w:t xml:space="preserve"> لكن</w:t>
      </w:r>
      <w:r w:rsidR="00985357" w:rsidRPr="00985357">
        <w:rPr>
          <w:rStyle w:val="libArabicChar"/>
          <w:rtl/>
        </w:rPr>
        <w:t xml:space="preserve"> كانوا انفس</w:t>
      </w:r>
      <w:r w:rsidR="00120F63" w:rsidRPr="00B2551F">
        <w:rPr>
          <w:rStyle w:val="libArabicChar"/>
          <w:rFonts w:hint="cs"/>
          <w:rtl/>
        </w:rPr>
        <w:t>ه</w:t>
      </w:r>
      <w:r w:rsidR="00985357" w:rsidRPr="00985357">
        <w:rPr>
          <w:rStyle w:val="libArabicChar"/>
          <w:rFonts w:hint="cs"/>
          <w:rtl/>
        </w:rPr>
        <w:t>م</w:t>
      </w:r>
      <w:r w:rsidR="00985357" w:rsidRPr="00985357">
        <w:rPr>
          <w:rStyle w:val="libArabicChar"/>
          <w:rtl/>
        </w:rPr>
        <w:t xml:space="preserve"> </w:t>
      </w:r>
      <w:r w:rsidR="00985357" w:rsidRPr="00985357">
        <w:rPr>
          <w:rStyle w:val="libArabicChar"/>
          <w:rFonts w:hint="cs"/>
          <w:rtl/>
        </w:rPr>
        <w:t>يظل</w:t>
      </w:r>
      <w:r w:rsidR="00985357" w:rsidRPr="00985357">
        <w:rPr>
          <w:rStyle w:val="libArabicChar"/>
          <w:rtl/>
        </w:rPr>
        <w:t>مون''</w:t>
      </w:r>
      <w:r w:rsidR="00985357">
        <w:rPr>
          <w:rtl/>
        </w:rPr>
        <w:t xml:space="preserve"> بتاتا ہے كہ اس تحريم كا فلسفہ انكے ظلم كى سزا تھى اور قابل ذكر ہے كہ ( آيت نمبر126) سورہ انعام) كے جملہ ''جز ينا ہم بغيہم'' ميں اس كى وضاحت كى گئي ہے_</w:t>
      </w:r>
    </w:p>
    <w:p w:rsidR="00985357" w:rsidRDefault="00985357" w:rsidP="00985357">
      <w:pPr>
        <w:pStyle w:val="libNormal"/>
        <w:rPr>
          <w:rtl/>
        </w:rPr>
      </w:pPr>
      <w:r>
        <w:rPr>
          <w:rtl/>
        </w:rPr>
        <w:t>4_ بعض حلال چيزوں كو اہل يہودپر حرام كرنا ، الہى ستم كے بجائے خود انكے ظالمانہ كردار كا عكس العمل اور سزا تھى _</w:t>
      </w:r>
    </w:p>
    <w:p w:rsidR="00985357" w:rsidRDefault="00985357"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w:t>
      </w:r>
      <w:r>
        <w:rPr>
          <w:rtl/>
        </w:rPr>
        <w:t xml:space="preserve"> </w:t>
      </w:r>
      <w:r>
        <w:rPr>
          <w:rFonts w:hint="cs"/>
          <w:rtl/>
        </w:rPr>
        <w:t>احرّمنا</w:t>
      </w:r>
      <w:r>
        <w:rPr>
          <w:rtl/>
        </w:rPr>
        <w:t xml:space="preserve"> ... </w:t>
      </w:r>
      <w:r>
        <w:rPr>
          <w:rFonts w:hint="cs"/>
          <w:rtl/>
        </w:rPr>
        <w:t>وما</w:t>
      </w:r>
      <w:r>
        <w:rPr>
          <w:rtl/>
        </w:rPr>
        <w:t xml:space="preserve"> </w:t>
      </w:r>
      <w:r>
        <w:rPr>
          <w:rFonts w:hint="cs"/>
          <w:rtl/>
        </w:rPr>
        <w:t>ظلمن</w:t>
      </w:r>
      <w:r w:rsidR="00120F63" w:rsidRPr="00ED5DE8">
        <w:rPr>
          <w:rFonts w:hint="cs"/>
          <w:rtl/>
        </w:rPr>
        <w:t>ه</w:t>
      </w:r>
      <w:r>
        <w:rPr>
          <w:rFonts w:hint="cs"/>
          <w:rtl/>
        </w:rPr>
        <w:t>م</w:t>
      </w:r>
      <w:r>
        <w:rPr>
          <w:rtl/>
        </w:rPr>
        <w:t xml:space="preserve"> </w:t>
      </w:r>
      <w:r>
        <w:rPr>
          <w:rFonts w:hint="cs"/>
          <w:rtl/>
        </w:rPr>
        <w:t>ولكن</w:t>
      </w:r>
      <w:r>
        <w:rPr>
          <w:rtl/>
        </w:rPr>
        <w:t xml:space="preserve"> </w:t>
      </w:r>
      <w:r>
        <w:rPr>
          <w:rFonts w:hint="cs"/>
          <w:rtl/>
        </w:rPr>
        <w:t>كانوا</w:t>
      </w:r>
      <w:r>
        <w:rPr>
          <w:rtl/>
        </w:rPr>
        <w:t xml:space="preserve"> </w:t>
      </w:r>
      <w:r>
        <w:rPr>
          <w:rFonts w:hint="cs"/>
          <w:rtl/>
        </w:rPr>
        <w:t>انفس</w:t>
      </w:r>
      <w:r w:rsidR="00120F63" w:rsidRPr="00ED5DE8">
        <w:rPr>
          <w:rFonts w:hint="cs"/>
          <w:rtl/>
        </w:rPr>
        <w:t>ه</w:t>
      </w:r>
      <w:r>
        <w:rPr>
          <w:rFonts w:hint="cs"/>
          <w:rtl/>
        </w:rPr>
        <w:t>م</w:t>
      </w:r>
      <w:r>
        <w:rPr>
          <w:rtl/>
        </w:rPr>
        <w:t xml:space="preserve"> </w:t>
      </w:r>
      <w:r>
        <w:rPr>
          <w:rFonts w:hint="cs"/>
          <w:rtl/>
        </w:rPr>
        <w:t>ي</w:t>
      </w:r>
      <w:r>
        <w:rPr>
          <w:rtl/>
        </w:rPr>
        <w:t>ظلمون</w:t>
      </w:r>
    </w:p>
    <w:p w:rsidR="001F628F" w:rsidRDefault="001F628F" w:rsidP="001F628F">
      <w:pPr>
        <w:pStyle w:val="libNormal"/>
        <w:rPr>
          <w:rtl/>
        </w:rPr>
      </w:pPr>
    </w:p>
    <w:p w:rsidR="00985357"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5_ رسول اكرم</w:t>
      </w:r>
      <w:r w:rsidR="00F031CD" w:rsidRPr="00F031CD">
        <w:rPr>
          <w:rStyle w:val="libAlaemChar"/>
          <w:rtl/>
        </w:rPr>
        <w:t xml:space="preserve"> صلى‌الله‌عليه‌وآله‌وسلم </w:t>
      </w:r>
      <w:r>
        <w:rPr>
          <w:rtl/>
        </w:rPr>
        <w:t xml:space="preserve"> ان محرمات سے جنہي</w:t>
      </w:r>
      <w:r w:rsidR="00083993">
        <w:rPr>
          <w:rtl/>
        </w:rPr>
        <w:t xml:space="preserve">ں </w:t>
      </w:r>
      <w:r>
        <w:rPr>
          <w:rtl/>
        </w:rPr>
        <w:t>فقط قوم يہود كيلئے حرام قرار ديا گيا تھا وحى كے ذريعہ آگاہ ہوئے_</w:t>
      </w:r>
    </w:p>
    <w:p w:rsidR="001F628F" w:rsidRDefault="001F628F"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ما</w:t>
      </w:r>
      <w:r>
        <w:rPr>
          <w:rtl/>
        </w:rPr>
        <w:t xml:space="preserve"> </w:t>
      </w:r>
      <w:r>
        <w:rPr>
          <w:rFonts w:hint="cs"/>
          <w:rtl/>
        </w:rPr>
        <w:t>قصصنا</w:t>
      </w:r>
      <w:r>
        <w:rPr>
          <w:rtl/>
        </w:rPr>
        <w:t xml:space="preserve"> </w:t>
      </w:r>
      <w:r>
        <w:rPr>
          <w:rFonts w:hint="cs"/>
          <w:rtl/>
        </w:rPr>
        <w:t>عليك</w:t>
      </w:r>
      <w:r>
        <w:rPr>
          <w:rtl/>
        </w:rPr>
        <w:t xml:space="preserve"> </w:t>
      </w:r>
      <w:r>
        <w:rPr>
          <w:rFonts w:hint="cs"/>
          <w:rtl/>
        </w:rPr>
        <w:t>م</w:t>
      </w:r>
      <w:r>
        <w:rPr>
          <w:rtl/>
        </w:rPr>
        <w:t>ن قبل</w:t>
      </w:r>
    </w:p>
    <w:p w:rsidR="001F628F" w:rsidRDefault="001F628F" w:rsidP="001F628F">
      <w:pPr>
        <w:pStyle w:val="libNormal"/>
        <w:rPr>
          <w:rtl/>
        </w:rPr>
      </w:pPr>
      <w:r>
        <w:rPr>
          <w:rtl/>
        </w:rPr>
        <w:t>6_ خوردونوش اشياء كى اصل حرمت تمام شريعتو</w:t>
      </w:r>
      <w:r w:rsidR="00083993">
        <w:rPr>
          <w:rtl/>
        </w:rPr>
        <w:t xml:space="preserve">ں </w:t>
      </w:r>
      <w:r>
        <w:rPr>
          <w:rtl/>
        </w:rPr>
        <w:t>مي</w:t>
      </w:r>
      <w:r w:rsidR="00083993">
        <w:rPr>
          <w:rtl/>
        </w:rPr>
        <w:t xml:space="preserve">ں </w:t>
      </w:r>
      <w:r>
        <w:rPr>
          <w:rtl/>
        </w:rPr>
        <w:t>جارى ہے _</w:t>
      </w:r>
    </w:p>
    <w:p w:rsidR="001F628F" w:rsidRDefault="001F628F"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وما</w:t>
      </w:r>
      <w:r>
        <w:rPr>
          <w:rtl/>
        </w:rPr>
        <w:t xml:space="preserve"> </w:t>
      </w:r>
      <w:r>
        <w:rPr>
          <w:rFonts w:hint="cs"/>
          <w:rtl/>
        </w:rPr>
        <w:t>ظلمن</w:t>
      </w:r>
      <w:r w:rsidR="00120F63" w:rsidRPr="00ED5DE8">
        <w:rPr>
          <w:rFonts w:hint="cs"/>
          <w:rtl/>
        </w:rPr>
        <w:t>ه</w:t>
      </w:r>
      <w:r>
        <w:rPr>
          <w:rFonts w:hint="cs"/>
          <w:rtl/>
        </w:rPr>
        <w:t>م</w:t>
      </w:r>
      <w:r>
        <w:rPr>
          <w:rtl/>
        </w:rPr>
        <w:t xml:space="preserve"> </w:t>
      </w:r>
      <w:r>
        <w:rPr>
          <w:rFonts w:hint="cs"/>
          <w:rtl/>
        </w:rPr>
        <w:t>ولكن</w:t>
      </w:r>
      <w:r>
        <w:rPr>
          <w:rtl/>
        </w:rPr>
        <w:t xml:space="preserve"> </w:t>
      </w:r>
      <w:r>
        <w:rPr>
          <w:rFonts w:hint="cs"/>
          <w:rtl/>
        </w:rPr>
        <w:t>كانوا</w:t>
      </w:r>
      <w:r>
        <w:rPr>
          <w:rtl/>
        </w:rPr>
        <w:t xml:space="preserve"> </w:t>
      </w:r>
      <w:r>
        <w:rPr>
          <w:rFonts w:hint="cs"/>
          <w:rtl/>
        </w:rPr>
        <w:t>انفس</w:t>
      </w:r>
      <w:r w:rsidR="00120F63" w:rsidRPr="00ED5DE8">
        <w:rPr>
          <w:rFonts w:hint="cs"/>
          <w:rtl/>
        </w:rPr>
        <w:t>ه</w:t>
      </w:r>
      <w:r>
        <w:rPr>
          <w:rFonts w:hint="cs"/>
          <w:rtl/>
        </w:rPr>
        <w:t>م</w:t>
      </w:r>
      <w:r>
        <w:rPr>
          <w:rtl/>
        </w:rPr>
        <w:t xml:space="preserve"> </w:t>
      </w:r>
      <w:r>
        <w:rPr>
          <w:rFonts w:hint="cs"/>
          <w:rtl/>
        </w:rPr>
        <w:t>ي</w:t>
      </w:r>
      <w:r>
        <w:rPr>
          <w:rtl/>
        </w:rPr>
        <w:t>ظلمون</w:t>
      </w:r>
    </w:p>
    <w:p w:rsidR="001F628F" w:rsidRDefault="001F628F" w:rsidP="001F628F">
      <w:pPr>
        <w:pStyle w:val="libNormal"/>
        <w:rPr>
          <w:rtl/>
        </w:rPr>
      </w:pPr>
      <w:r>
        <w:rPr>
          <w:rFonts w:hint="eastAsia"/>
          <w:rtl/>
        </w:rPr>
        <w:t>جيسا</w:t>
      </w:r>
      <w:r>
        <w:rPr>
          <w:rtl/>
        </w:rPr>
        <w:t xml:space="preserve"> كہ اس آيت اور ما قبل آيت كے باہمى ارتباط سے يہ استفادہ ہوتا ہے كہ آيت كريمہ اس سوال مقدر كے مقام جواب مي</w:t>
      </w:r>
      <w:r w:rsidR="00083993">
        <w:rPr>
          <w:rtl/>
        </w:rPr>
        <w:t xml:space="preserve">ں </w:t>
      </w:r>
      <w:r>
        <w:rPr>
          <w:rtl/>
        </w:rPr>
        <w:t>ہے كہ كسى ليے اہل يہود كو زيادہ تكاليف كامكلف ٹھرايا گيا ہے _ ليكن مقام بيان مي</w:t>
      </w:r>
      <w:r w:rsidR="00083993">
        <w:rPr>
          <w:rtl/>
        </w:rPr>
        <w:t xml:space="preserve">ں </w:t>
      </w:r>
      <w:r>
        <w:rPr>
          <w:rtl/>
        </w:rPr>
        <w:t>يہ نہي</w:t>
      </w:r>
      <w:r w:rsidR="00083993">
        <w:rPr>
          <w:rtl/>
        </w:rPr>
        <w:t xml:space="preserve">ں </w:t>
      </w:r>
      <w:r>
        <w:rPr>
          <w:rtl/>
        </w:rPr>
        <w:t xml:space="preserve">كہاگيا ہے كہ ہر شريعت كى مخصوص تكليف ہے بلكہ شرعى وظائف </w:t>
      </w:r>
      <w:r>
        <w:rPr>
          <w:rFonts w:hint="eastAsia"/>
          <w:rtl/>
        </w:rPr>
        <w:t>كى</w:t>
      </w:r>
      <w:r>
        <w:rPr>
          <w:rtl/>
        </w:rPr>
        <w:t xml:space="preserve"> يكسانيت كو بتلايا گيا ہے_ اور اسى بناء پر اہل يہودكے ظالمانہ كردار كو بعض حلال چيزو</w:t>
      </w:r>
      <w:r w:rsidR="00083993">
        <w:rPr>
          <w:rtl/>
        </w:rPr>
        <w:t xml:space="preserve">ں </w:t>
      </w:r>
      <w:r>
        <w:rPr>
          <w:rtl/>
        </w:rPr>
        <w:t>كو حرام قرار دينے كى دليل كے طور پر ذكر كيا گيا ہے _</w:t>
      </w:r>
    </w:p>
    <w:p w:rsidR="001F628F" w:rsidRDefault="001F628F" w:rsidP="001F628F">
      <w:pPr>
        <w:pStyle w:val="libNormal"/>
        <w:rPr>
          <w:rtl/>
        </w:rPr>
      </w:pPr>
      <w:r>
        <w:rPr>
          <w:rtl/>
        </w:rPr>
        <w:t>7_ خداوند عالم،دينى تكاليف مي</w:t>
      </w:r>
      <w:r w:rsidR="00083993">
        <w:rPr>
          <w:rtl/>
        </w:rPr>
        <w:t xml:space="preserve">ں </w:t>
      </w:r>
      <w:r>
        <w:rPr>
          <w:rtl/>
        </w:rPr>
        <w:t>بے عدالتى اور بندو</w:t>
      </w:r>
      <w:r w:rsidR="00083993">
        <w:rPr>
          <w:rtl/>
        </w:rPr>
        <w:t xml:space="preserve">ں </w:t>
      </w:r>
      <w:r>
        <w:rPr>
          <w:rtl/>
        </w:rPr>
        <w:t>پر ظلم كرنے سے منزّہ ہے_</w:t>
      </w:r>
    </w:p>
    <w:p w:rsidR="001F628F" w:rsidRDefault="001F628F" w:rsidP="00985357">
      <w:pPr>
        <w:pStyle w:val="libArabic"/>
        <w:rPr>
          <w:rtl/>
        </w:rPr>
      </w:pPr>
      <w:r>
        <w:rPr>
          <w:rFonts w:hint="eastAsia"/>
          <w:rtl/>
        </w:rPr>
        <w:t>وعلى</w:t>
      </w:r>
      <w:r>
        <w:rPr>
          <w:rtl/>
        </w:rPr>
        <w:t xml:space="preserve"> الذين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وما</w:t>
      </w:r>
      <w:r>
        <w:rPr>
          <w:rtl/>
        </w:rPr>
        <w:t xml:space="preserve"> </w:t>
      </w:r>
      <w:r>
        <w:rPr>
          <w:rFonts w:hint="cs"/>
          <w:rtl/>
        </w:rPr>
        <w:t>ظ</w:t>
      </w:r>
      <w:r>
        <w:rPr>
          <w:rtl/>
        </w:rPr>
        <w:t>لمن</w:t>
      </w:r>
      <w:r w:rsidR="005C31C0">
        <w:rPr>
          <w:rFonts w:hint="cs"/>
          <w:rtl/>
        </w:rPr>
        <w:t>ا</w:t>
      </w:r>
      <w:r w:rsidR="00120F63" w:rsidRPr="00ED5DE8">
        <w:rPr>
          <w:rFonts w:hint="cs"/>
          <w:rtl/>
        </w:rPr>
        <w:t>ه</w:t>
      </w:r>
      <w:r>
        <w:rPr>
          <w:rFonts w:hint="cs"/>
          <w:rtl/>
        </w:rPr>
        <w:t>م</w:t>
      </w:r>
    </w:p>
    <w:p w:rsidR="001F628F" w:rsidRDefault="001F628F" w:rsidP="00985357">
      <w:pPr>
        <w:pStyle w:val="libNormal"/>
        <w:rPr>
          <w:rtl/>
        </w:rPr>
      </w:pPr>
      <w:r>
        <w:rPr>
          <w:rtl/>
        </w:rPr>
        <w:t>8_ مشكلات سے دوچار ہونے مي</w:t>
      </w:r>
      <w:r w:rsidR="00083993">
        <w:rPr>
          <w:rtl/>
        </w:rPr>
        <w:t xml:space="preserve">ں </w:t>
      </w:r>
      <w:r>
        <w:rPr>
          <w:rtl/>
        </w:rPr>
        <w:t>انسان كا ظالمانہ اور دائمى كردار موثر ہے_</w:t>
      </w:r>
      <w:r w:rsidRPr="00985357">
        <w:rPr>
          <w:rStyle w:val="libArabicChar"/>
          <w:rFonts w:hint="eastAsia"/>
          <w:rtl/>
        </w:rPr>
        <w:t>و</w:t>
      </w:r>
      <w:r w:rsidRPr="00985357">
        <w:rPr>
          <w:rStyle w:val="libArabicChar"/>
          <w:rtl/>
        </w:rPr>
        <w:t xml:space="preserve"> ما ظلمنا ولكن كانوا انفس</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يظلمون</w:t>
      </w:r>
    </w:p>
    <w:p w:rsidR="001F628F" w:rsidRDefault="001F628F" w:rsidP="001F628F">
      <w:pPr>
        <w:pStyle w:val="libNormal"/>
        <w:rPr>
          <w:rtl/>
        </w:rPr>
      </w:pPr>
      <w:r>
        <w:rPr>
          <w:rFonts w:hint="eastAsia"/>
          <w:rtl/>
        </w:rPr>
        <w:t>فعل</w:t>
      </w:r>
      <w:r>
        <w:rPr>
          <w:rtl/>
        </w:rPr>
        <w:t xml:space="preserve"> مضارع''يظلمون'' فعل ''كانوا'' جو كہ ''يظلمون ''كے مضمون كى تاكيد كيلئے آياہے كے ضميمہ كيساتھ استمرار پر دلالت كررہا ہے_</w:t>
      </w:r>
    </w:p>
    <w:p w:rsidR="001F628F" w:rsidRDefault="001F628F" w:rsidP="001F628F">
      <w:pPr>
        <w:pStyle w:val="libNormal"/>
        <w:rPr>
          <w:rtl/>
        </w:rPr>
      </w:pPr>
      <w:r>
        <w:rPr>
          <w:rtl/>
        </w:rPr>
        <w:t>9_ ممكن ہے كہ بعض الہى محرمات كا جعل ،ان مي</w:t>
      </w:r>
      <w:r w:rsidR="00083993">
        <w:rPr>
          <w:rtl/>
        </w:rPr>
        <w:t xml:space="preserve">ں </w:t>
      </w:r>
      <w:r>
        <w:rPr>
          <w:rtl/>
        </w:rPr>
        <w:t>مفسدہ وضرر موجود ہونے كى بناء پر نہ ہو بلكہ سزا كى خاطر ہو_</w:t>
      </w:r>
    </w:p>
    <w:p w:rsidR="001F628F" w:rsidRDefault="001F628F" w:rsidP="00985357">
      <w:pPr>
        <w:pStyle w:val="libArabic"/>
        <w:rPr>
          <w:rtl/>
        </w:rPr>
      </w:pPr>
      <w:r>
        <w:rPr>
          <w:rFonts w:hint="eastAsia"/>
          <w:rtl/>
        </w:rPr>
        <w:t>و</w:t>
      </w:r>
      <w:r>
        <w:rPr>
          <w:rtl/>
        </w:rPr>
        <w:t xml:space="preserve"> على الذين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وما</w:t>
      </w:r>
      <w:r>
        <w:rPr>
          <w:rtl/>
        </w:rPr>
        <w:t xml:space="preserve"> </w:t>
      </w:r>
      <w:r>
        <w:rPr>
          <w:rFonts w:hint="cs"/>
          <w:rtl/>
        </w:rPr>
        <w:t>ظلمن</w:t>
      </w:r>
      <w:r w:rsidR="005C31C0">
        <w:rPr>
          <w:rFonts w:hint="cs"/>
          <w:rtl/>
        </w:rPr>
        <w:t>ا</w:t>
      </w:r>
      <w:r w:rsidR="00120F63" w:rsidRPr="00ED5DE8">
        <w:rPr>
          <w:rFonts w:hint="cs"/>
          <w:rtl/>
        </w:rPr>
        <w:t>ه</w:t>
      </w:r>
      <w:r>
        <w:rPr>
          <w:rFonts w:hint="cs"/>
          <w:rtl/>
        </w:rPr>
        <w:t>م</w:t>
      </w:r>
      <w:r>
        <w:rPr>
          <w:rtl/>
        </w:rPr>
        <w:t xml:space="preserve"> </w:t>
      </w:r>
      <w:r>
        <w:rPr>
          <w:rFonts w:hint="cs"/>
          <w:rtl/>
        </w:rPr>
        <w:t>ولكن</w:t>
      </w:r>
      <w:r>
        <w:rPr>
          <w:rtl/>
        </w:rPr>
        <w:t xml:space="preserve"> </w:t>
      </w:r>
      <w:r>
        <w:rPr>
          <w:rFonts w:hint="cs"/>
          <w:rtl/>
        </w:rPr>
        <w:t>كانواانفس</w:t>
      </w:r>
      <w:r w:rsidR="00120F63" w:rsidRPr="00ED5DE8">
        <w:rPr>
          <w:rFonts w:hint="cs"/>
          <w:rtl/>
        </w:rPr>
        <w:t>ه</w:t>
      </w:r>
      <w:r>
        <w:rPr>
          <w:rFonts w:hint="cs"/>
          <w:rtl/>
        </w:rPr>
        <w:t>م</w:t>
      </w:r>
      <w:r>
        <w:rPr>
          <w:rtl/>
        </w:rPr>
        <w:t xml:space="preserve"> </w:t>
      </w:r>
      <w:r>
        <w:rPr>
          <w:rFonts w:hint="cs"/>
          <w:rtl/>
        </w:rPr>
        <w:t>يظلمون</w:t>
      </w:r>
    </w:p>
    <w:p w:rsidR="001F628F" w:rsidRDefault="001F628F" w:rsidP="001F628F">
      <w:pPr>
        <w:pStyle w:val="libNormal"/>
        <w:rPr>
          <w:rtl/>
        </w:rPr>
      </w:pPr>
      <w:r>
        <w:rPr>
          <w:rFonts w:hint="eastAsia"/>
          <w:rtl/>
        </w:rPr>
        <w:t>اہل</w:t>
      </w:r>
      <w:r>
        <w:rPr>
          <w:rtl/>
        </w:rPr>
        <w:t xml:space="preserve"> يہود كيلئے خاص محرمات ،خود انكے كردار كى سزا تھى اور اگروہ ظلم نہ كرتے تو ان امور مي</w:t>
      </w:r>
      <w:r w:rsidR="00083993">
        <w:rPr>
          <w:rtl/>
        </w:rPr>
        <w:t xml:space="preserve">ں </w:t>
      </w:r>
      <w:r>
        <w:rPr>
          <w:rtl/>
        </w:rPr>
        <w:t>كوئي مفسدہ ايسانہي</w:t>
      </w:r>
      <w:r w:rsidR="00083993">
        <w:rPr>
          <w:rtl/>
        </w:rPr>
        <w:t xml:space="preserve">ں </w:t>
      </w:r>
      <w:r>
        <w:rPr>
          <w:rtl/>
        </w:rPr>
        <w:t>تھا كہ ان كو حرام قرار ديا جاتا_</w:t>
      </w:r>
    </w:p>
    <w:p w:rsidR="001F628F" w:rsidRDefault="001F628F" w:rsidP="00985357">
      <w:pPr>
        <w:pStyle w:val="libNormal"/>
        <w:rPr>
          <w:rtl/>
        </w:rPr>
      </w:pPr>
      <w:r>
        <w:rPr>
          <w:rFonts w:hint="eastAsia"/>
          <w:rtl/>
        </w:rPr>
        <w:t>آنحضرت</w:t>
      </w:r>
      <w:r>
        <w:rPr>
          <w:rtl/>
        </w:rPr>
        <w:t xml:space="preserve"> </w:t>
      </w:r>
      <w:r w:rsidR="00F031CD" w:rsidRPr="00F031CD">
        <w:rPr>
          <w:rStyle w:val="libAlaemChar"/>
          <w:rtl/>
        </w:rPr>
        <w:t xml:space="preserve"> صلى‌الله‌عليه‌وآله‌وسلم </w:t>
      </w:r>
      <w:r>
        <w:rPr>
          <w:rtl/>
        </w:rPr>
        <w:t xml:space="preserve"> :</w:t>
      </w:r>
      <w:r>
        <w:rPr>
          <w:rFonts w:hint="eastAsia"/>
          <w:rtl/>
        </w:rPr>
        <w:t>آنحضرت</w:t>
      </w:r>
      <w:r>
        <w:rPr>
          <w:rtl/>
        </w:rPr>
        <w:t xml:space="preserve"> </w:t>
      </w:r>
      <w:r w:rsidR="00F031CD" w:rsidRPr="00F031CD">
        <w:rPr>
          <w:rStyle w:val="libAlaemChar"/>
          <w:rtl/>
        </w:rPr>
        <w:t xml:space="preserve"> صلى‌الله‌عليه‌وآله‌وسلم </w:t>
      </w:r>
      <w:r>
        <w:rPr>
          <w:rtl/>
        </w:rPr>
        <w:t xml:space="preserve"> اور اہل يہودكے محرمات 5; آنحضرت </w:t>
      </w:r>
      <w:r w:rsidR="00F031CD" w:rsidRPr="00F031CD">
        <w:rPr>
          <w:rStyle w:val="libAlaemChar"/>
          <w:rtl/>
        </w:rPr>
        <w:t xml:space="preserve"> صلى‌الله‌عليه‌وآله‌وسلم </w:t>
      </w:r>
      <w:r>
        <w:rPr>
          <w:rtl/>
        </w:rPr>
        <w:t xml:space="preserve"> پر وحي5</w:t>
      </w:r>
    </w:p>
    <w:p w:rsidR="001F628F" w:rsidRDefault="001F628F" w:rsidP="001F628F">
      <w:pPr>
        <w:pStyle w:val="libNormal"/>
        <w:rPr>
          <w:rtl/>
        </w:rPr>
      </w:pPr>
      <w:r>
        <w:rPr>
          <w:rFonts w:hint="eastAsia"/>
          <w:rtl/>
        </w:rPr>
        <w:t>احكام</w:t>
      </w:r>
      <w:r>
        <w:rPr>
          <w:rtl/>
        </w:rPr>
        <w:t>:</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احكام</w:t>
      </w:r>
      <w:r>
        <w:rPr>
          <w:rtl/>
        </w:rPr>
        <w:t xml:space="preserve"> كا فلسفہ 9; احكام كى تشريع 7</w:t>
      </w:r>
    </w:p>
    <w:p w:rsidR="001F628F" w:rsidRDefault="001F628F" w:rsidP="00985357">
      <w:pPr>
        <w:pStyle w:val="libNormal"/>
        <w:rPr>
          <w:rtl/>
        </w:rPr>
      </w:pPr>
      <w:r>
        <w:rPr>
          <w:rFonts w:hint="eastAsia"/>
          <w:rtl/>
        </w:rPr>
        <w:t>اديان</w:t>
      </w:r>
      <w:r>
        <w:rPr>
          <w:rtl/>
        </w:rPr>
        <w:t>:</w:t>
      </w:r>
      <w:r>
        <w:rPr>
          <w:rFonts w:hint="eastAsia"/>
          <w:rtl/>
        </w:rPr>
        <w:t>اديان</w:t>
      </w:r>
      <w:r>
        <w:rPr>
          <w:rtl/>
        </w:rPr>
        <w:t xml:space="preserve"> كا توافق6; اديان مي</w:t>
      </w:r>
      <w:r w:rsidR="00083993">
        <w:rPr>
          <w:rtl/>
        </w:rPr>
        <w:t xml:space="preserve">ں </w:t>
      </w:r>
      <w:r>
        <w:rPr>
          <w:rtl/>
        </w:rPr>
        <w:t>محرمات 6</w:t>
      </w:r>
    </w:p>
    <w:p w:rsidR="001F628F" w:rsidRDefault="001F628F" w:rsidP="00985357">
      <w:pPr>
        <w:pStyle w:val="libNormal"/>
        <w:rPr>
          <w:rtl/>
        </w:rPr>
      </w:pPr>
      <w:r>
        <w:rPr>
          <w:rFonts w:hint="eastAsia"/>
          <w:rtl/>
        </w:rPr>
        <w:t>اسماء</w:t>
      </w:r>
      <w:r>
        <w:rPr>
          <w:rtl/>
        </w:rPr>
        <w:t xml:space="preserve"> صفات:</w:t>
      </w:r>
      <w:r>
        <w:rPr>
          <w:rFonts w:hint="eastAsia"/>
          <w:rtl/>
        </w:rPr>
        <w:t>صفات</w:t>
      </w:r>
      <w:r>
        <w:rPr>
          <w:rtl/>
        </w:rPr>
        <w:t xml:space="preserve"> جلاليہ 7</w:t>
      </w:r>
    </w:p>
    <w:p w:rsidR="001F628F" w:rsidRDefault="001F628F" w:rsidP="00985357">
      <w:pPr>
        <w:pStyle w:val="libNormal"/>
        <w:rPr>
          <w:rtl/>
        </w:rPr>
      </w:pPr>
      <w:r>
        <w:rPr>
          <w:rFonts w:hint="eastAsia"/>
          <w:rtl/>
        </w:rPr>
        <w:t>الله</w:t>
      </w:r>
      <w:r>
        <w:rPr>
          <w:rtl/>
        </w:rPr>
        <w:t xml:space="preserve"> تعالى :</w:t>
      </w:r>
      <w:r>
        <w:rPr>
          <w:rFonts w:hint="eastAsia"/>
          <w:rtl/>
        </w:rPr>
        <w:t>الله</w:t>
      </w:r>
      <w:r>
        <w:rPr>
          <w:rtl/>
        </w:rPr>
        <w:t xml:space="preserve"> تعالى اور ظلم4،7;الله تعالى كا منزہ ہونا 7</w:t>
      </w:r>
    </w:p>
    <w:p w:rsidR="001F628F" w:rsidRDefault="001F628F" w:rsidP="00985357">
      <w:pPr>
        <w:pStyle w:val="libNormal"/>
        <w:rPr>
          <w:rtl/>
        </w:rPr>
      </w:pPr>
      <w:r>
        <w:rPr>
          <w:rFonts w:hint="eastAsia"/>
          <w:rtl/>
        </w:rPr>
        <w:t>اہل</w:t>
      </w:r>
      <w:r>
        <w:rPr>
          <w:rtl/>
        </w:rPr>
        <w:t xml:space="preserve"> يہود:</w:t>
      </w:r>
      <w:r>
        <w:rPr>
          <w:rFonts w:hint="eastAsia"/>
          <w:rtl/>
        </w:rPr>
        <w:t>اہل</w:t>
      </w:r>
      <w:r>
        <w:rPr>
          <w:rtl/>
        </w:rPr>
        <w:t xml:space="preserve"> يہود پر حلال چيزو</w:t>
      </w:r>
      <w:r w:rsidR="00083993">
        <w:rPr>
          <w:rtl/>
        </w:rPr>
        <w:t xml:space="preserve">ں </w:t>
      </w:r>
      <w:r>
        <w:rPr>
          <w:rtl/>
        </w:rPr>
        <w:t>كى حرمت 14; اہل يہود كى تاريخ 2;اہل يہود كى خصوصيات 2; اہل يہود كى دنياوى سزا 4; اہل يہود كى سزا كے اسباب 3; اہل يہودكے شرعى وظائف كى سختى 2; اہل يہودكے شرعى وظائف كى سختى كا فلسفہ 3</w:t>
      </w:r>
    </w:p>
    <w:p w:rsidR="001F628F" w:rsidRDefault="001F628F" w:rsidP="00985357">
      <w:pPr>
        <w:pStyle w:val="libNormal"/>
        <w:rPr>
          <w:rtl/>
        </w:rPr>
      </w:pPr>
      <w:r>
        <w:rPr>
          <w:rFonts w:hint="eastAsia"/>
          <w:rtl/>
        </w:rPr>
        <w:t>خوردونوش</w:t>
      </w:r>
      <w:r>
        <w:rPr>
          <w:rtl/>
        </w:rPr>
        <w:t xml:space="preserve"> اشيائ:</w:t>
      </w:r>
      <w:r>
        <w:rPr>
          <w:rFonts w:hint="eastAsia"/>
          <w:rtl/>
        </w:rPr>
        <w:t>خوردونوش</w:t>
      </w:r>
      <w:r>
        <w:rPr>
          <w:rtl/>
        </w:rPr>
        <w:t xml:space="preserve"> اشياء كى حرمت 6</w:t>
      </w:r>
    </w:p>
    <w:p w:rsidR="001F628F" w:rsidRDefault="001F628F" w:rsidP="00985357">
      <w:pPr>
        <w:pStyle w:val="libNormal"/>
        <w:rPr>
          <w:rtl/>
        </w:rPr>
      </w:pPr>
      <w:r>
        <w:rPr>
          <w:rFonts w:hint="eastAsia"/>
          <w:rtl/>
        </w:rPr>
        <w:t>سختي</w:t>
      </w:r>
      <w:r>
        <w:rPr>
          <w:rtl/>
        </w:rPr>
        <w:t>:</w:t>
      </w:r>
      <w:r>
        <w:rPr>
          <w:rFonts w:hint="eastAsia"/>
          <w:rtl/>
        </w:rPr>
        <w:t>سختى</w:t>
      </w:r>
      <w:r>
        <w:rPr>
          <w:rtl/>
        </w:rPr>
        <w:t xml:space="preserve"> كے اسباب 8</w:t>
      </w:r>
    </w:p>
    <w:p w:rsidR="001F628F" w:rsidRDefault="001F628F" w:rsidP="00985357">
      <w:pPr>
        <w:pStyle w:val="libNormal"/>
        <w:rPr>
          <w:rtl/>
        </w:rPr>
      </w:pPr>
      <w:r>
        <w:rPr>
          <w:rFonts w:hint="eastAsia"/>
          <w:rtl/>
        </w:rPr>
        <w:t>سزا</w:t>
      </w:r>
      <w:r>
        <w:rPr>
          <w:rtl/>
        </w:rPr>
        <w:t>:</w:t>
      </w:r>
      <w:r>
        <w:rPr>
          <w:rFonts w:hint="eastAsia"/>
          <w:rtl/>
        </w:rPr>
        <w:t>سزا</w:t>
      </w:r>
      <w:r>
        <w:rPr>
          <w:rtl/>
        </w:rPr>
        <w:t xml:space="preserve"> كے ذرائع 9</w:t>
      </w:r>
    </w:p>
    <w:p w:rsidR="001F628F" w:rsidRDefault="001F628F" w:rsidP="00985357">
      <w:pPr>
        <w:pStyle w:val="libNormal"/>
        <w:rPr>
          <w:rtl/>
        </w:rPr>
      </w:pPr>
      <w:r>
        <w:rPr>
          <w:rFonts w:hint="eastAsia"/>
          <w:rtl/>
        </w:rPr>
        <w:t>ظلم</w:t>
      </w:r>
      <w:r>
        <w:rPr>
          <w:rtl/>
        </w:rPr>
        <w:t xml:space="preserve"> :</w:t>
      </w:r>
      <w:r>
        <w:rPr>
          <w:rFonts w:hint="eastAsia"/>
          <w:rtl/>
        </w:rPr>
        <w:t>ظلم</w:t>
      </w:r>
      <w:r>
        <w:rPr>
          <w:rtl/>
        </w:rPr>
        <w:t xml:space="preserve"> كے آثار 8</w:t>
      </w:r>
    </w:p>
    <w:p w:rsidR="001F628F" w:rsidRPr="00120F63" w:rsidRDefault="00985357" w:rsidP="00985357">
      <w:pPr>
        <w:pStyle w:val="Heading2Center"/>
        <w:rPr>
          <w:rtl/>
        </w:rPr>
      </w:pPr>
      <w:bookmarkStart w:id="265" w:name="_Toc28081943"/>
      <w:r>
        <w:rPr>
          <w:rFonts w:hint="cs"/>
          <w:rtl/>
        </w:rPr>
        <w:t xml:space="preserve">آیت </w:t>
      </w:r>
      <w:r w:rsidRPr="00120F63">
        <w:rPr>
          <w:rFonts w:hint="cs"/>
          <w:rtl/>
        </w:rPr>
        <w:t>119</w:t>
      </w:r>
      <w:bookmarkEnd w:id="265"/>
    </w:p>
    <w:p w:rsidR="001F628F" w:rsidRDefault="00E260F9" w:rsidP="00985357">
      <w:pPr>
        <w:pStyle w:val="libNormal"/>
        <w:rPr>
          <w:rtl/>
        </w:rPr>
      </w:pPr>
      <w:r w:rsidRPr="00E260F9">
        <w:rPr>
          <w:rStyle w:val="libAlaemChar"/>
          <w:rFonts w:hint="eastAsia"/>
          <w:rtl/>
        </w:rPr>
        <w:t>(</w:t>
      </w:r>
      <w:r w:rsidRPr="00985357">
        <w:rPr>
          <w:rStyle w:val="libAieChar"/>
          <w:rFonts w:hint="eastAsia"/>
          <w:rtl/>
        </w:rPr>
        <w:t>ثُمَّ</w:t>
      </w:r>
      <w:r w:rsidRPr="00985357">
        <w:rPr>
          <w:rStyle w:val="libAieChar"/>
          <w:rtl/>
        </w:rPr>
        <w:t xml:space="preserve"> إِنَّ رَبَّكَ لِلَّذِينَ عَمِلُواْ السُّوءَ بِجَهَالَةٍ ثُمَّ تَابُواْ مِن بَعْدِ ذَلِكَ وَأَصْلَحُواْ إِنَّ رَبَّكَ مِن بَعْدِهَا لَغَفُورٌ رَّحِيمٌ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بعد تمھارا پروردگار ان لوگو</w:t>
      </w:r>
      <w:r w:rsidR="00083993">
        <w:rPr>
          <w:rtl/>
        </w:rPr>
        <w:t xml:space="preserve">ں </w:t>
      </w:r>
      <w:r>
        <w:rPr>
          <w:rtl/>
        </w:rPr>
        <w:t>كے لئے جنھو</w:t>
      </w:r>
      <w:r w:rsidR="00083993">
        <w:rPr>
          <w:rtl/>
        </w:rPr>
        <w:t xml:space="preserve">ں </w:t>
      </w:r>
      <w:r>
        <w:rPr>
          <w:rtl/>
        </w:rPr>
        <w:t>نے نادانى مي</w:t>
      </w:r>
      <w:r w:rsidR="00083993">
        <w:rPr>
          <w:rtl/>
        </w:rPr>
        <w:t xml:space="preserve">ں </w:t>
      </w:r>
      <w:r>
        <w:rPr>
          <w:rtl/>
        </w:rPr>
        <w:t>برائيا</w:t>
      </w:r>
      <w:r w:rsidR="00083993">
        <w:rPr>
          <w:rtl/>
        </w:rPr>
        <w:t xml:space="preserve">ں </w:t>
      </w:r>
      <w:r>
        <w:rPr>
          <w:rtl/>
        </w:rPr>
        <w:t>كى ہي</w:t>
      </w:r>
      <w:r w:rsidR="00083993">
        <w:rPr>
          <w:rtl/>
        </w:rPr>
        <w:t xml:space="preserve">ں </w:t>
      </w:r>
      <w:r>
        <w:rPr>
          <w:rtl/>
        </w:rPr>
        <w:t>اور اس كے بعد تو بہ بھى كرلى ہے اور اپنے كو سدھار بھى ليا ہے تمھارا پروردگار ان باتو</w:t>
      </w:r>
      <w:r w:rsidR="00083993">
        <w:rPr>
          <w:rtl/>
        </w:rPr>
        <w:t xml:space="preserve">ں </w:t>
      </w:r>
      <w:r>
        <w:rPr>
          <w:rtl/>
        </w:rPr>
        <w:t>كے بعد بہت بڑا بخشنے والا اور مہربان ہے _</w:t>
      </w:r>
    </w:p>
    <w:p w:rsidR="001F628F" w:rsidRDefault="001F628F" w:rsidP="001F628F">
      <w:pPr>
        <w:pStyle w:val="libNormal"/>
        <w:rPr>
          <w:rtl/>
        </w:rPr>
      </w:pPr>
      <w:r>
        <w:rPr>
          <w:rtl/>
        </w:rPr>
        <w:t>1_ خداوند عالم نے بدكار افراد كو توبہ اور اصلاح كرنے كى صورت مي</w:t>
      </w:r>
      <w:r w:rsidR="00083993">
        <w:rPr>
          <w:rtl/>
        </w:rPr>
        <w:t xml:space="preserve">ں </w:t>
      </w:r>
      <w:r>
        <w:rPr>
          <w:rtl/>
        </w:rPr>
        <w:t>حتمى طور پر انكے گناہو</w:t>
      </w:r>
      <w:r w:rsidR="00083993">
        <w:rPr>
          <w:rtl/>
        </w:rPr>
        <w:t xml:space="preserve">ں </w:t>
      </w:r>
      <w:r>
        <w:rPr>
          <w:rtl/>
        </w:rPr>
        <w:t>كى بخشش كا وعدہ</w:t>
      </w:r>
    </w:p>
    <w:p w:rsidR="00985357" w:rsidRDefault="001E7F9D" w:rsidP="00F73EDE">
      <w:pPr>
        <w:pStyle w:val="libPoemTini"/>
        <w:rPr>
          <w:rtl/>
        </w:rPr>
      </w:pPr>
      <w:r>
        <w:rPr>
          <w:rtl/>
        </w:rPr>
        <w:cr/>
      </w:r>
      <w:r>
        <w:rPr>
          <w:rtl/>
        </w:rPr>
        <w:br w:type="page"/>
      </w:r>
    </w:p>
    <w:p w:rsidR="001F628F" w:rsidRDefault="001F628F" w:rsidP="00985357">
      <w:pPr>
        <w:pStyle w:val="libNormal"/>
        <w:rPr>
          <w:rtl/>
        </w:rPr>
      </w:pPr>
      <w:r>
        <w:rPr>
          <w:rFonts w:hint="eastAsia"/>
          <w:rtl/>
        </w:rPr>
        <w:lastRenderedPageBreak/>
        <w:t>فرمايا</w:t>
      </w:r>
      <w:r>
        <w:rPr>
          <w:rtl/>
        </w:rPr>
        <w:t xml:space="preserve"> ہے_</w:t>
      </w:r>
      <w:r w:rsidRPr="00985357">
        <w:rPr>
          <w:rStyle w:val="libArabicChar"/>
          <w:rFonts w:hint="eastAsia"/>
          <w:rtl/>
        </w:rPr>
        <w:t>ثم</w:t>
      </w:r>
      <w:r w:rsidRPr="00985357">
        <w:rPr>
          <w:rStyle w:val="libArabicChar"/>
          <w:rtl/>
        </w:rPr>
        <w:t xml:space="preserve"> انّ ربّك للذين عملوا السوء بج</w:t>
      </w:r>
      <w:r w:rsidR="00120F63" w:rsidRPr="00B2551F">
        <w:rPr>
          <w:rStyle w:val="libArabicChar"/>
          <w:rFonts w:hint="cs"/>
          <w:rtl/>
        </w:rPr>
        <w:t>ه</w:t>
      </w:r>
      <w:r w:rsidRPr="00985357">
        <w:rPr>
          <w:rStyle w:val="libArabicChar"/>
          <w:rFonts w:hint="cs"/>
          <w:rtl/>
        </w:rPr>
        <w:t>الة</w:t>
      </w:r>
      <w:r w:rsidRPr="00985357">
        <w:rPr>
          <w:rStyle w:val="libArabicChar"/>
          <w:rtl/>
        </w:rPr>
        <w:t xml:space="preserve"> </w:t>
      </w:r>
      <w:r w:rsidRPr="00985357">
        <w:rPr>
          <w:rStyle w:val="libArabicChar"/>
          <w:rFonts w:hint="cs"/>
          <w:rtl/>
        </w:rPr>
        <w:t>ثم</w:t>
      </w:r>
      <w:r w:rsidRPr="00985357">
        <w:rPr>
          <w:rStyle w:val="libArabicChar"/>
          <w:rtl/>
        </w:rPr>
        <w:t xml:space="preserve"> </w:t>
      </w:r>
      <w:r w:rsidRPr="00985357">
        <w:rPr>
          <w:rStyle w:val="libArabicChar"/>
          <w:rFonts w:hint="cs"/>
          <w:rtl/>
        </w:rPr>
        <w:t>تابو</w:t>
      </w:r>
      <w:r w:rsidRPr="00985357">
        <w:rPr>
          <w:rStyle w:val="libArabicChar"/>
          <w:rtl/>
        </w:rPr>
        <w:t>ا من بعد ذلك وا صلحوا ء انَّ ربّك من بعد</w:t>
      </w:r>
      <w:r w:rsidR="00120F63" w:rsidRPr="00B2551F">
        <w:rPr>
          <w:rStyle w:val="libArabicChar"/>
          <w:rFonts w:hint="cs"/>
          <w:rtl/>
        </w:rPr>
        <w:t>ه</w:t>
      </w:r>
      <w:r w:rsidRPr="00985357">
        <w:rPr>
          <w:rStyle w:val="libArabicChar"/>
          <w:rFonts w:hint="cs"/>
          <w:rtl/>
        </w:rPr>
        <w:t>ا</w:t>
      </w:r>
      <w:r w:rsidRPr="00985357">
        <w:rPr>
          <w:rStyle w:val="libArabicChar"/>
          <w:rtl/>
        </w:rPr>
        <w:t xml:space="preserve"> </w:t>
      </w:r>
      <w:r w:rsidRPr="00985357">
        <w:rPr>
          <w:rStyle w:val="libArabicChar"/>
          <w:rFonts w:hint="cs"/>
          <w:rtl/>
        </w:rPr>
        <w:t>لغفو</w:t>
      </w:r>
      <w:r w:rsidRPr="00985357">
        <w:rPr>
          <w:rStyle w:val="libArabicChar"/>
          <w:rtl/>
        </w:rPr>
        <w:t>ر رحيم</w:t>
      </w:r>
    </w:p>
    <w:p w:rsidR="001F628F" w:rsidRDefault="001F628F" w:rsidP="001F628F">
      <w:pPr>
        <w:pStyle w:val="libNormal"/>
        <w:rPr>
          <w:rtl/>
        </w:rPr>
      </w:pPr>
      <w:r>
        <w:rPr>
          <w:rtl/>
        </w:rPr>
        <w:t>2_ توبہ كے ذريعے ہر قسم كے گناہ اور بدكارى قابل بخشش ہے_</w:t>
      </w:r>
    </w:p>
    <w:p w:rsidR="001F628F" w:rsidRDefault="001F628F" w:rsidP="00985357">
      <w:pPr>
        <w:pStyle w:val="libArabic"/>
        <w:rPr>
          <w:rtl/>
        </w:rPr>
      </w:pPr>
      <w:r>
        <w:rPr>
          <w:rFonts w:hint="eastAsia"/>
          <w:rtl/>
        </w:rPr>
        <w:t>ثم</w:t>
      </w:r>
      <w:r>
        <w:rPr>
          <w:rtl/>
        </w:rPr>
        <w:t xml:space="preserve"> ان ربّك للذين عملوا السوء ...ثم تابوا من بعد ذلك ...لغفور ر حيم</w:t>
      </w:r>
    </w:p>
    <w:p w:rsidR="001F628F" w:rsidRDefault="001F628F" w:rsidP="001F628F">
      <w:pPr>
        <w:pStyle w:val="libNormal"/>
        <w:rPr>
          <w:rtl/>
        </w:rPr>
      </w:pPr>
      <w:r>
        <w:rPr>
          <w:rFonts w:hint="eastAsia"/>
          <w:rtl/>
        </w:rPr>
        <w:t>قابل</w:t>
      </w:r>
      <w:r>
        <w:rPr>
          <w:rtl/>
        </w:rPr>
        <w:t xml:space="preserve"> ذكر ہے كہ مذكورہ بالا تفسير كلمہ'' السوئ'' كے مطلق ہونے كو مد نظر ركھتے ہوئے ہے_</w:t>
      </w:r>
    </w:p>
    <w:p w:rsidR="001F628F" w:rsidRDefault="001F628F" w:rsidP="00985357">
      <w:pPr>
        <w:pStyle w:val="libNormal"/>
        <w:rPr>
          <w:rtl/>
        </w:rPr>
      </w:pPr>
      <w:r>
        <w:rPr>
          <w:rtl/>
        </w:rPr>
        <w:t>3_ ہر قسم كا قبيح اور ناشائستہ عمل ، اپنے نفس پر ظلم كرنا ہے_</w:t>
      </w:r>
      <w:r w:rsidRPr="00985357">
        <w:rPr>
          <w:rStyle w:val="libArabicChar"/>
          <w:rFonts w:hint="eastAsia"/>
          <w:rtl/>
        </w:rPr>
        <w:t>ولكن</w:t>
      </w:r>
      <w:r w:rsidRPr="00985357">
        <w:rPr>
          <w:rStyle w:val="libArabicChar"/>
          <w:rtl/>
        </w:rPr>
        <w:t xml:space="preserve"> كانوا نفس</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يظلمون</w:t>
      </w:r>
      <w:r w:rsidRPr="00985357">
        <w:rPr>
          <w:rStyle w:val="libArabicChar"/>
          <w:rtl/>
        </w:rPr>
        <w:t xml:space="preserve"> ...</w:t>
      </w:r>
      <w:r w:rsidRPr="00985357">
        <w:rPr>
          <w:rStyle w:val="libArabicChar"/>
          <w:rFonts w:hint="cs"/>
          <w:rtl/>
        </w:rPr>
        <w:t>للذين</w:t>
      </w:r>
      <w:r w:rsidRPr="00985357">
        <w:rPr>
          <w:rStyle w:val="libArabicChar"/>
          <w:rtl/>
        </w:rPr>
        <w:t xml:space="preserve"> </w:t>
      </w:r>
      <w:r w:rsidRPr="00985357">
        <w:rPr>
          <w:rStyle w:val="libArabicChar"/>
          <w:rFonts w:hint="cs"/>
          <w:rtl/>
        </w:rPr>
        <w:t>عملوا</w:t>
      </w:r>
      <w:r w:rsidRPr="00985357">
        <w:rPr>
          <w:rStyle w:val="libArabicChar"/>
          <w:rtl/>
        </w:rPr>
        <w:t xml:space="preserve"> السوئ</w:t>
      </w:r>
    </w:p>
    <w:p w:rsidR="001F628F" w:rsidRDefault="001F628F" w:rsidP="00985357">
      <w:pPr>
        <w:pStyle w:val="libNormal"/>
        <w:rPr>
          <w:rtl/>
        </w:rPr>
      </w:pPr>
      <w:r>
        <w:rPr>
          <w:rtl/>
        </w:rPr>
        <w:t>4_ خداوند عالم اس صورت مي</w:t>
      </w:r>
      <w:r w:rsidR="00083993">
        <w:rPr>
          <w:rtl/>
        </w:rPr>
        <w:t xml:space="preserve">ں </w:t>
      </w:r>
      <w:r>
        <w:rPr>
          <w:rtl/>
        </w:rPr>
        <w:t>بدكار افراد كى بخشش كرے گاجب انہو</w:t>
      </w:r>
      <w:r w:rsidR="00083993">
        <w:rPr>
          <w:rtl/>
        </w:rPr>
        <w:t xml:space="preserve">ں </w:t>
      </w:r>
      <w:r>
        <w:rPr>
          <w:rtl/>
        </w:rPr>
        <w:t>نے عمداً اور سركشى كرنے كى بجائے انجام كے حقائق سے جہالت و نادانى كى بناء پرگناہ كا ارتكاب كيا ہو_</w:t>
      </w:r>
      <w:r w:rsidRPr="00985357">
        <w:rPr>
          <w:rStyle w:val="libArabicChar"/>
          <w:rFonts w:hint="eastAsia"/>
          <w:rtl/>
        </w:rPr>
        <w:t>ثمّ</w:t>
      </w:r>
      <w:r w:rsidRPr="00985357">
        <w:rPr>
          <w:rStyle w:val="libArabicChar"/>
          <w:rtl/>
        </w:rPr>
        <w:t xml:space="preserve"> انّ ربّك للذين عملوا السوء بج</w:t>
      </w:r>
      <w:r w:rsidR="00120F63" w:rsidRPr="00B2551F">
        <w:rPr>
          <w:rStyle w:val="libArabicChar"/>
          <w:rFonts w:hint="cs"/>
          <w:rtl/>
        </w:rPr>
        <w:t>ه</w:t>
      </w:r>
      <w:r w:rsidRPr="00985357">
        <w:rPr>
          <w:rStyle w:val="libArabicChar"/>
          <w:rFonts w:hint="cs"/>
          <w:rtl/>
        </w:rPr>
        <w:t>الة</w:t>
      </w:r>
    </w:p>
    <w:p w:rsidR="001F628F" w:rsidRDefault="001F628F" w:rsidP="001F628F">
      <w:pPr>
        <w:pStyle w:val="libNormal"/>
        <w:rPr>
          <w:rtl/>
        </w:rPr>
      </w:pPr>
      <w:r>
        <w:rPr>
          <w:rFonts w:hint="eastAsia"/>
          <w:rtl/>
        </w:rPr>
        <w:t>ممكن</w:t>
      </w:r>
      <w:r>
        <w:rPr>
          <w:rtl/>
        </w:rPr>
        <w:t xml:space="preserve"> ہے كہ ''بجہالة'' سے مراد علم كے مقابلہ مي</w:t>
      </w:r>
      <w:r w:rsidR="00083993">
        <w:rPr>
          <w:rtl/>
        </w:rPr>
        <w:t xml:space="preserve">ں </w:t>
      </w:r>
      <w:r>
        <w:rPr>
          <w:rtl/>
        </w:rPr>
        <w:t>الہى احكام سے جہالت نہ ہو كيونكہ اس صورت مي</w:t>
      </w:r>
      <w:r w:rsidR="00083993">
        <w:rPr>
          <w:rtl/>
        </w:rPr>
        <w:t xml:space="preserve">ں </w:t>
      </w:r>
      <w:r>
        <w:rPr>
          <w:rtl/>
        </w:rPr>
        <w:t>گناہ سرزد نہي</w:t>
      </w:r>
      <w:r w:rsidR="00083993">
        <w:rPr>
          <w:rtl/>
        </w:rPr>
        <w:t xml:space="preserve">ں </w:t>
      </w:r>
      <w:r>
        <w:rPr>
          <w:rtl/>
        </w:rPr>
        <w:t>ہوا ہے تا كہ توبہ يا مغفرت الہى كى ضرورت ہو بلكہ اس سے مراد سركشى اور جانتے ہوئے عمل كرنے كے مقابلہ مي</w:t>
      </w:r>
      <w:r w:rsidR="00083993">
        <w:rPr>
          <w:rtl/>
        </w:rPr>
        <w:t xml:space="preserve">ں </w:t>
      </w:r>
      <w:r>
        <w:rPr>
          <w:rtl/>
        </w:rPr>
        <w:t xml:space="preserve">جہالت ہے اور بلند آسمانى معارف سے جہالت بھى </w:t>
      </w:r>
      <w:r>
        <w:rPr>
          <w:rFonts w:hint="eastAsia"/>
          <w:rtl/>
        </w:rPr>
        <w:t>مراد</w:t>
      </w:r>
      <w:r>
        <w:rPr>
          <w:rtl/>
        </w:rPr>
        <w:t xml:space="preserve"> ہے_</w:t>
      </w:r>
    </w:p>
    <w:p w:rsidR="001F628F" w:rsidRDefault="001F628F" w:rsidP="00985357">
      <w:pPr>
        <w:pStyle w:val="libNormal"/>
        <w:rPr>
          <w:rtl/>
        </w:rPr>
      </w:pPr>
      <w:r>
        <w:rPr>
          <w:rtl/>
        </w:rPr>
        <w:t>5_ حقائق سے جہالت و ناداني، ہرگناہ اور بدكارى كا سبب ہے_</w:t>
      </w:r>
      <w:r w:rsidRPr="00985357">
        <w:rPr>
          <w:rStyle w:val="libArabicChar"/>
          <w:rFonts w:hint="eastAsia"/>
          <w:rtl/>
        </w:rPr>
        <w:t>للذين</w:t>
      </w:r>
      <w:r w:rsidRPr="00985357">
        <w:rPr>
          <w:rStyle w:val="libArabicChar"/>
          <w:rtl/>
        </w:rPr>
        <w:t xml:space="preserve"> عملوا السوء بج</w:t>
      </w:r>
      <w:r w:rsidR="00120F63" w:rsidRPr="00B2551F">
        <w:rPr>
          <w:rStyle w:val="libArabicChar"/>
          <w:rFonts w:hint="cs"/>
          <w:rtl/>
        </w:rPr>
        <w:t>ه</w:t>
      </w:r>
      <w:r w:rsidRPr="00985357">
        <w:rPr>
          <w:rStyle w:val="libArabicChar"/>
          <w:rFonts w:hint="cs"/>
          <w:rtl/>
        </w:rPr>
        <w:t>الة</w:t>
      </w:r>
    </w:p>
    <w:p w:rsidR="001F628F" w:rsidRDefault="001F628F" w:rsidP="001F628F">
      <w:pPr>
        <w:pStyle w:val="libNormal"/>
        <w:rPr>
          <w:rtl/>
        </w:rPr>
      </w:pPr>
      <w:r>
        <w:rPr>
          <w:rFonts w:hint="eastAsia"/>
          <w:rtl/>
        </w:rPr>
        <w:t>كلمہ</w:t>
      </w:r>
      <w:r>
        <w:rPr>
          <w:rtl/>
        </w:rPr>
        <w:t xml:space="preserve"> ''بجہالة'' بدكار افراد كو دو گروہو</w:t>
      </w:r>
      <w:r w:rsidR="00083993">
        <w:rPr>
          <w:rtl/>
        </w:rPr>
        <w:t xml:space="preserve">ں </w:t>
      </w:r>
      <w:r>
        <w:rPr>
          <w:rtl/>
        </w:rPr>
        <w:t>مي</w:t>
      </w:r>
      <w:r w:rsidR="00083993">
        <w:rPr>
          <w:rtl/>
        </w:rPr>
        <w:t xml:space="preserve">ں </w:t>
      </w:r>
      <w:r>
        <w:rPr>
          <w:rtl/>
        </w:rPr>
        <w:t>تقسيم نہي</w:t>
      </w:r>
      <w:r w:rsidR="00083993">
        <w:rPr>
          <w:rtl/>
        </w:rPr>
        <w:t xml:space="preserve">ں </w:t>
      </w:r>
      <w:r>
        <w:rPr>
          <w:rtl/>
        </w:rPr>
        <w:t>كررہا ہے بلكہ احتمال يہ ہے كہ يہ بدكردار افراد كى ماہيت كى وضاحت كے بيان كے مقام پر ہے يعنى ہر بدكار حتمى طو ر پرجاہل اور بے عقل ہے _ كيونكہ اگر وہ عقل مند ہوتا تو وہ اپنے آپ كو گناہ كے برے انجام مي</w:t>
      </w:r>
      <w:r w:rsidR="00083993">
        <w:rPr>
          <w:rtl/>
        </w:rPr>
        <w:t xml:space="preserve">ں </w:t>
      </w:r>
      <w:r>
        <w:rPr>
          <w:rtl/>
        </w:rPr>
        <w:t>ك</w:t>
      </w:r>
      <w:r>
        <w:rPr>
          <w:rFonts w:hint="eastAsia"/>
          <w:rtl/>
        </w:rPr>
        <w:t>بھى</w:t>
      </w:r>
      <w:r>
        <w:rPr>
          <w:rtl/>
        </w:rPr>
        <w:t xml:space="preserve"> بھى مبتلا نہ كرتا_</w:t>
      </w:r>
    </w:p>
    <w:p w:rsidR="001F628F" w:rsidRDefault="001F628F" w:rsidP="001F628F">
      <w:pPr>
        <w:pStyle w:val="libNormal"/>
        <w:rPr>
          <w:rtl/>
        </w:rPr>
      </w:pPr>
      <w:r>
        <w:rPr>
          <w:rtl/>
        </w:rPr>
        <w:t>6_ گذشتہ لغزشو</w:t>
      </w:r>
      <w:r w:rsidR="00083993">
        <w:rPr>
          <w:rtl/>
        </w:rPr>
        <w:t xml:space="preserve">ں </w:t>
      </w:r>
      <w:r>
        <w:rPr>
          <w:rtl/>
        </w:rPr>
        <w:t>كى اصلاح اور عملى طور پر اصلاح كى طرف ميلان، حقيقى توبہ كى علامت اور اسكى قبوليت كى شرط ہے_</w:t>
      </w:r>
    </w:p>
    <w:p w:rsidR="001F628F" w:rsidRDefault="001F628F" w:rsidP="00985357">
      <w:pPr>
        <w:pStyle w:val="libArabic"/>
        <w:rPr>
          <w:rtl/>
        </w:rPr>
      </w:pPr>
      <w:r>
        <w:rPr>
          <w:rFonts w:hint="eastAsia"/>
          <w:rtl/>
        </w:rPr>
        <w:t>ثم</w:t>
      </w:r>
      <w:r>
        <w:rPr>
          <w:rtl/>
        </w:rPr>
        <w:t xml:space="preserve"> تابوامن بعد ذلك وا صلحوا انّ ربّك من 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1F628F">
      <w:pPr>
        <w:pStyle w:val="libNormal"/>
        <w:rPr>
          <w:rtl/>
        </w:rPr>
      </w:pPr>
      <w:r>
        <w:rPr>
          <w:rFonts w:hint="eastAsia"/>
          <w:rtl/>
        </w:rPr>
        <w:t>مذكورہ</w:t>
      </w:r>
      <w:r>
        <w:rPr>
          <w:rtl/>
        </w:rPr>
        <w:t xml:space="preserve"> تفسيراس بناء پر ہے كہ ''اصلحوا'' كا متعلق اور مفعول ذكر نہي</w:t>
      </w:r>
      <w:r w:rsidR="00083993">
        <w:rPr>
          <w:rtl/>
        </w:rPr>
        <w:t xml:space="preserve">ں </w:t>
      </w:r>
      <w:r>
        <w:rPr>
          <w:rtl/>
        </w:rPr>
        <w:t xml:space="preserve">ہوا ہے _ليكن ما قبل جملہ </w:t>
      </w:r>
      <w:r w:rsidRPr="00985357">
        <w:rPr>
          <w:rStyle w:val="libArabicChar"/>
          <w:rtl/>
        </w:rPr>
        <w:t>(للذين عملوا السوئ ...)</w:t>
      </w:r>
      <w:r>
        <w:rPr>
          <w:rtl/>
        </w:rPr>
        <w:t xml:space="preserve"> جو كہ خطاء اور بدكارى كے بارے مي</w:t>
      </w:r>
      <w:r w:rsidR="00083993">
        <w:rPr>
          <w:rtl/>
        </w:rPr>
        <w:t xml:space="preserve">ں </w:t>
      </w:r>
      <w:r>
        <w:rPr>
          <w:rtl/>
        </w:rPr>
        <w:t>بيان كررہا ہے ، كے قرينہ كى بناء پر اس سے مقصور گذشتہ حالت كى اصلاح اور اصلاح كرنے كے درپے ہونا ہے _</w:t>
      </w:r>
    </w:p>
    <w:p w:rsidR="001F628F" w:rsidRDefault="001F628F" w:rsidP="001F628F">
      <w:pPr>
        <w:pStyle w:val="libNormal"/>
        <w:rPr>
          <w:rtl/>
        </w:rPr>
      </w:pPr>
      <w:r>
        <w:rPr>
          <w:rtl/>
        </w:rPr>
        <w:t>7_ اگر امور كو حلال و حرام قرار دينا ( بدعت پيدا كرنا) جہالت اور كم علمى كى وجہ سے ہو تو توبہ اورگذشتہ غلطيو</w:t>
      </w:r>
      <w:r w:rsidR="00083993">
        <w:rPr>
          <w:rtl/>
        </w:rPr>
        <w:t xml:space="preserve">ں </w:t>
      </w:r>
      <w:r>
        <w:rPr>
          <w:rtl/>
        </w:rPr>
        <w:t>كى اصلاح كى صورت مي</w:t>
      </w:r>
      <w:r w:rsidR="00083993">
        <w:rPr>
          <w:rtl/>
        </w:rPr>
        <w:t xml:space="preserve">ں </w:t>
      </w:r>
      <w:r>
        <w:rPr>
          <w:rtl/>
        </w:rPr>
        <w:t>الہى مغفرت اور بخشش كے قابل ہے _</w:t>
      </w:r>
    </w:p>
    <w:p w:rsidR="00985357" w:rsidRDefault="001E7F9D" w:rsidP="00F73EDE">
      <w:pPr>
        <w:pStyle w:val="libPoemTini"/>
        <w:rPr>
          <w:rtl/>
        </w:rPr>
      </w:pPr>
      <w:r>
        <w:rPr>
          <w:rtl/>
        </w:rPr>
        <w:br w:type="page"/>
      </w:r>
    </w:p>
    <w:p w:rsidR="001F628F" w:rsidRDefault="001F628F" w:rsidP="00985357">
      <w:pPr>
        <w:pStyle w:val="libArabic"/>
        <w:rPr>
          <w:rtl/>
        </w:rPr>
      </w:pPr>
      <w:r>
        <w:rPr>
          <w:rFonts w:hint="eastAsia"/>
          <w:rtl/>
        </w:rPr>
        <w:lastRenderedPageBreak/>
        <w:t>لا</w:t>
      </w:r>
      <w:r>
        <w:rPr>
          <w:rtl/>
        </w:rPr>
        <w:t xml:space="preserve"> تقولوا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وعلى</w:t>
      </w:r>
      <w:r>
        <w:rPr>
          <w:rtl/>
        </w:rPr>
        <w:t xml:space="preserve"> </w:t>
      </w:r>
      <w:r>
        <w:rPr>
          <w:rFonts w:hint="cs"/>
          <w:rtl/>
        </w:rPr>
        <w:t>الذين</w:t>
      </w:r>
      <w:r>
        <w:rPr>
          <w:rtl/>
        </w:rPr>
        <w:t xml:space="preserve"> </w:t>
      </w:r>
      <w:r w:rsidR="00120F63" w:rsidRPr="00ED5DE8">
        <w:rPr>
          <w:rFonts w:hint="cs"/>
          <w:rtl/>
        </w:rPr>
        <w:t>ه</w:t>
      </w:r>
      <w:r>
        <w:rPr>
          <w:rFonts w:hint="cs"/>
          <w:rtl/>
        </w:rPr>
        <w:t>ادوا</w:t>
      </w:r>
      <w:r>
        <w:rPr>
          <w:rtl/>
        </w:rPr>
        <w:t xml:space="preserve"> </w:t>
      </w:r>
      <w:r>
        <w:rPr>
          <w:rFonts w:hint="cs"/>
          <w:rtl/>
        </w:rPr>
        <w:t>حرّمنا</w:t>
      </w:r>
      <w:r>
        <w:rPr>
          <w:rtl/>
        </w:rPr>
        <w:t xml:space="preserve"> ...</w:t>
      </w:r>
      <w:r>
        <w:rPr>
          <w:rFonts w:hint="cs"/>
          <w:rtl/>
        </w:rPr>
        <w:t>ولكن</w:t>
      </w:r>
      <w:r>
        <w:rPr>
          <w:rtl/>
        </w:rPr>
        <w:t xml:space="preserve"> </w:t>
      </w:r>
      <w:r>
        <w:rPr>
          <w:rFonts w:hint="cs"/>
          <w:rtl/>
        </w:rPr>
        <w:t>كانوا</w:t>
      </w:r>
      <w:r>
        <w:rPr>
          <w:rtl/>
        </w:rPr>
        <w:t xml:space="preserve"> </w:t>
      </w:r>
      <w:r>
        <w:rPr>
          <w:rFonts w:hint="cs"/>
          <w:rtl/>
        </w:rPr>
        <w:t>نفس</w:t>
      </w:r>
      <w:r w:rsidR="00120F63" w:rsidRPr="00ED5DE8">
        <w:rPr>
          <w:rFonts w:hint="cs"/>
          <w:rtl/>
        </w:rPr>
        <w:t>ه</w:t>
      </w:r>
      <w:r>
        <w:rPr>
          <w:rFonts w:hint="cs"/>
          <w:rtl/>
        </w:rPr>
        <w:t>م</w:t>
      </w:r>
      <w:r>
        <w:rPr>
          <w:rtl/>
        </w:rPr>
        <w:t xml:space="preserve"> </w:t>
      </w:r>
      <w:r>
        <w:rPr>
          <w:rFonts w:hint="cs"/>
          <w:rtl/>
        </w:rPr>
        <w:t>يظلمون</w:t>
      </w:r>
      <w:r>
        <w:rPr>
          <w:rtl/>
        </w:rPr>
        <w:t xml:space="preserve"> </w:t>
      </w:r>
      <w:r>
        <w:rPr>
          <w:rFonts w:hint="cs"/>
          <w:rtl/>
        </w:rPr>
        <w:t>ثم</w:t>
      </w:r>
      <w:r>
        <w:rPr>
          <w:rtl/>
        </w:rPr>
        <w:t xml:space="preserve"> </w:t>
      </w:r>
      <w:r>
        <w:rPr>
          <w:rFonts w:hint="cs"/>
          <w:rtl/>
        </w:rPr>
        <w:t>انّ</w:t>
      </w:r>
      <w:r>
        <w:rPr>
          <w:rtl/>
        </w:rPr>
        <w:t xml:space="preserve"> </w:t>
      </w:r>
      <w:r>
        <w:rPr>
          <w:rFonts w:hint="cs"/>
          <w:rtl/>
        </w:rPr>
        <w:t>ربّك</w:t>
      </w:r>
      <w:r>
        <w:rPr>
          <w:rtl/>
        </w:rPr>
        <w:t xml:space="preserve"> </w:t>
      </w:r>
      <w:r>
        <w:rPr>
          <w:rFonts w:hint="cs"/>
          <w:rtl/>
        </w:rPr>
        <w:t>للذين</w:t>
      </w:r>
      <w:r>
        <w:rPr>
          <w:rtl/>
        </w:rPr>
        <w:t xml:space="preserve"> </w:t>
      </w:r>
      <w:r>
        <w:rPr>
          <w:rFonts w:hint="cs"/>
          <w:rtl/>
        </w:rPr>
        <w:t>عملوا</w:t>
      </w:r>
      <w:r>
        <w:rPr>
          <w:rtl/>
        </w:rPr>
        <w:t xml:space="preserve"> </w:t>
      </w:r>
      <w:r>
        <w:rPr>
          <w:rFonts w:hint="cs"/>
          <w:rtl/>
        </w:rPr>
        <w:t>السوء</w:t>
      </w:r>
      <w:r>
        <w:rPr>
          <w:rtl/>
        </w:rPr>
        <w:t xml:space="preserve"> </w:t>
      </w:r>
      <w:r>
        <w:rPr>
          <w:rFonts w:hint="cs"/>
          <w:rtl/>
        </w:rPr>
        <w:t>بج</w:t>
      </w:r>
      <w:r w:rsidR="00120F63" w:rsidRPr="00ED5DE8">
        <w:rPr>
          <w:rFonts w:hint="cs"/>
          <w:rtl/>
        </w:rPr>
        <w:t>ه</w:t>
      </w:r>
      <w:r>
        <w:rPr>
          <w:rFonts w:hint="cs"/>
          <w:rtl/>
        </w:rPr>
        <w:t>الة</w:t>
      </w:r>
      <w:r>
        <w:rPr>
          <w:rtl/>
        </w:rPr>
        <w:t xml:space="preserve"> ...</w:t>
      </w:r>
      <w:r>
        <w:rPr>
          <w:rFonts w:hint="cs"/>
          <w:rtl/>
        </w:rPr>
        <w:t>انّ</w:t>
      </w:r>
      <w:r>
        <w:rPr>
          <w:rtl/>
        </w:rPr>
        <w:t xml:space="preserve"> </w:t>
      </w:r>
      <w:r>
        <w:rPr>
          <w:rFonts w:hint="cs"/>
          <w:rtl/>
        </w:rPr>
        <w:t>ربّك</w:t>
      </w:r>
      <w:r>
        <w:rPr>
          <w:rtl/>
        </w:rPr>
        <w:t xml:space="preserve"> </w:t>
      </w:r>
      <w:r>
        <w:rPr>
          <w:rFonts w:hint="cs"/>
          <w:rtl/>
        </w:rPr>
        <w:t>من</w:t>
      </w:r>
      <w:r>
        <w:rPr>
          <w:rtl/>
        </w:rPr>
        <w:t xml:space="preserve"> </w:t>
      </w:r>
      <w:r>
        <w:rPr>
          <w:rFonts w:hint="cs"/>
          <w:rtl/>
        </w:rPr>
        <w:t>بعد</w:t>
      </w:r>
      <w:r w:rsidR="00120F63" w:rsidRPr="00ED5DE8">
        <w:rPr>
          <w:rFonts w:hint="cs"/>
          <w:rtl/>
        </w:rPr>
        <w:t>ه</w:t>
      </w:r>
      <w:r>
        <w:rPr>
          <w:rFonts w:hint="cs"/>
          <w:rtl/>
        </w:rPr>
        <w:t>ا</w:t>
      </w:r>
      <w:r>
        <w:rPr>
          <w:rtl/>
        </w:rPr>
        <w:t xml:space="preserve"> </w:t>
      </w:r>
      <w:r>
        <w:rPr>
          <w:rFonts w:hint="cs"/>
          <w:rtl/>
        </w:rPr>
        <w:t>لغفو</w:t>
      </w:r>
      <w:r>
        <w:rPr>
          <w:rtl/>
        </w:rPr>
        <w:t>ر رحيم</w:t>
      </w:r>
    </w:p>
    <w:p w:rsidR="001F628F" w:rsidRDefault="001F628F" w:rsidP="00985357">
      <w:pPr>
        <w:pStyle w:val="libNormal"/>
        <w:rPr>
          <w:rtl/>
        </w:rPr>
      </w:pPr>
      <w:r>
        <w:rPr>
          <w:rtl/>
        </w:rPr>
        <w:t>8_انسان كا عمل ، اسكے عقائدو نيت اور باطنى كيفيات پر علامت ہے :</w:t>
      </w:r>
      <w:r w:rsidRPr="00985357">
        <w:rPr>
          <w:rStyle w:val="libArabicChar"/>
          <w:rFonts w:hint="eastAsia"/>
          <w:rtl/>
        </w:rPr>
        <w:t>ثم</w:t>
      </w:r>
      <w:r w:rsidRPr="00985357">
        <w:rPr>
          <w:rStyle w:val="libArabicChar"/>
          <w:rtl/>
        </w:rPr>
        <w:t xml:space="preserve"> تابوا من بعد ذلك و ا صلحو</w:t>
      </w:r>
    </w:p>
    <w:p w:rsidR="001F628F" w:rsidRDefault="001F628F" w:rsidP="001F628F">
      <w:pPr>
        <w:pStyle w:val="libNormal"/>
        <w:rPr>
          <w:rtl/>
        </w:rPr>
      </w:pPr>
      <w:r>
        <w:rPr>
          <w:rFonts w:hint="eastAsia"/>
          <w:rtl/>
        </w:rPr>
        <w:t>آيت</w:t>
      </w:r>
      <w:r>
        <w:rPr>
          <w:rtl/>
        </w:rPr>
        <w:t xml:space="preserve"> كريمہ مي</w:t>
      </w:r>
      <w:r w:rsidR="00083993">
        <w:rPr>
          <w:rtl/>
        </w:rPr>
        <w:t xml:space="preserve">ں </w:t>
      </w:r>
      <w:r>
        <w:rPr>
          <w:rtl/>
        </w:rPr>
        <w:t>عملى طور پر اصلاح كرنا، توبہ كى شرط اوراسكے حقيقى ہونے كے عنوان سے ذكر ہوا ہے اور يہ اس بات پر علامت ہے كہ انسان كے خداكى طرف اندرونى تحولات عمل صالح كے بغير ناممكن ہي</w:t>
      </w:r>
      <w:r w:rsidR="00083993">
        <w:rPr>
          <w:rtl/>
        </w:rPr>
        <w:t xml:space="preserve">ں </w:t>
      </w:r>
      <w:r>
        <w:rPr>
          <w:rtl/>
        </w:rPr>
        <w:t>_</w:t>
      </w:r>
    </w:p>
    <w:p w:rsidR="001F628F" w:rsidRDefault="001F628F" w:rsidP="001F628F">
      <w:pPr>
        <w:pStyle w:val="libNormal"/>
        <w:rPr>
          <w:rtl/>
        </w:rPr>
      </w:pPr>
      <w:r>
        <w:rPr>
          <w:rtl/>
        </w:rPr>
        <w:t>9_ گناہگار توبہ كرنے والو</w:t>
      </w:r>
      <w:r w:rsidR="00083993">
        <w:rPr>
          <w:rtl/>
        </w:rPr>
        <w:t xml:space="preserve">ں </w:t>
      </w:r>
      <w:r>
        <w:rPr>
          <w:rtl/>
        </w:rPr>
        <w:t>كى نسبت مغفرت اور وسيع رحمت ، خدا وند عالم كى ربوبيت كا تقاضا ہے_</w:t>
      </w:r>
    </w:p>
    <w:p w:rsidR="001F628F" w:rsidRDefault="001F628F" w:rsidP="00985357">
      <w:pPr>
        <w:pStyle w:val="libArabic"/>
        <w:rPr>
          <w:rtl/>
        </w:rPr>
      </w:pPr>
      <w:r>
        <w:rPr>
          <w:rFonts w:hint="eastAsia"/>
          <w:rtl/>
        </w:rPr>
        <w:t>إنّ</w:t>
      </w:r>
      <w:r>
        <w:rPr>
          <w:rtl/>
        </w:rPr>
        <w:t xml:space="preserve"> ربّك للذين ...انّ ربّك من بعد</w:t>
      </w:r>
      <w:r w:rsidR="00120F63" w:rsidRPr="00ED5DE8">
        <w:rPr>
          <w:rFonts w:hint="cs"/>
          <w:rtl/>
        </w:rPr>
        <w:t>ه</w:t>
      </w:r>
      <w:r>
        <w:rPr>
          <w:rFonts w:hint="cs"/>
          <w:rtl/>
        </w:rPr>
        <w:t>ا</w:t>
      </w:r>
      <w:r>
        <w:rPr>
          <w:rtl/>
        </w:rPr>
        <w:t xml:space="preserve"> </w:t>
      </w:r>
      <w:r>
        <w:rPr>
          <w:rFonts w:hint="cs"/>
          <w:rtl/>
        </w:rPr>
        <w:t>لغفور</w:t>
      </w:r>
      <w:r>
        <w:rPr>
          <w:rtl/>
        </w:rPr>
        <w:t xml:space="preserve"> رحيم</w:t>
      </w:r>
    </w:p>
    <w:p w:rsidR="001F628F" w:rsidRDefault="001F628F" w:rsidP="00985357">
      <w:pPr>
        <w:pStyle w:val="libNormal"/>
        <w:rPr>
          <w:rtl/>
        </w:rPr>
      </w:pPr>
      <w:r>
        <w:rPr>
          <w:rtl/>
        </w:rPr>
        <w:t>10_ خداوند عالم، وسيع رحمت اور بخشنے والا ہے _</w:t>
      </w:r>
      <w:r w:rsidRPr="00985357">
        <w:rPr>
          <w:rStyle w:val="libArabicChar"/>
          <w:rFonts w:hint="eastAsia"/>
          <w:rtl/>
        </w:rPr>
        <w:t>انّ</w:t>
      </w:r>
      <w:r w:rsidRPr="00985357">
        <w:rPr>
          <w:rStyle w:val="libArabicChar"/>
          <w:rtl/>
        </w:rPr>
        <w:t xml:space="preserve"> ربّك ...لغفور رحيم</w:t>
      </w:r>
    </w:p>
    <w:p w:rsidR="001F628F" w:rsidRDefault="001F628F" w:rsidP="001F628F">
      <w:pPr>
        <w:pStyle w:val="libNormal"/>
        <w:rPr>
          <w:rtl/>
        </w:rPr>
      </w:pPr>
      <w:r>
        <w:rPr>
          <w:rtl/>
        </w:rPr>
        <w:t>11_ ظلم اور گناہ ،انسان كيلئے مغفرت اور خدا كى وسيع رحمت سے بہر ہ مند ہونے كيلئے ركاوٹ ہے_</w:t>
      </w:r>
    </w:p>
    <w:p w:rsidR="001F628F" w:rsidRDefault="001F628F" w:rsidP="00985357">
      <w:pPr>
        <w:pStyle w:val="libArabic"/>
        <w:rPr>
          <w:rtl/>
        </w:rPr>
      </w:pPr>
      <w:r>
        <w:rPr>
          <w:rFonts w:hint="eastAsia"/>
          <w:rtl/>
        </w:rPr>
        <w:t>كانوا</w:t>
      </w:r>
      <w:r>
        <w:rPr>
          <w:rtl/>
        </w:rPr>
        <w:t xml:space="preserve"> ا نفس</w:t>
      </w:r>
      <w:r w:rsidR="00120F63" w:rsidRPr="00ED5DE8">
        <w:rPr>
          <w:rFonts w:hint="cs"/>
          <w:rtl/>
        </w:rPr>
        <w:t>ه</w:t>
      </w:r>
      <w:r>
        <w:rPr>
          <w:rFonts w:hint="cs"/>
          <w:rtl/>
        </w:rPr>
        <w:t>م</w:t>
      </w:r>
      <w:r>
        <w:rPr>
          <w:rtl/>
        </w:rPr>
        <w:t xml:space="preserve"> </w:t>
      </w:r>
      <w:r>
        <w:rPr>
          <w:rFonts w:hint="cs"/>
          <w:rtl/>
        </w:rPr>
        <w:t>يظلمون</w:t>
      </w:r>
      <w:r>
        <w:rPr>
          <w:rtl/>
        </w:rPr>
        <w:t xml:space="preserve"> ...</w:t>
      </w:r>
      <w:r>
        <w:rPr>
          <w:rFonts w:hint="cs"/>
          <w:rtl/>
        </w:rPr>
        <w:t>ثم</w:t>
      </w:r>
      <w:r>
        <w:rPr>
          <w:rtl/>
        </w:rPr>
        <w:t xml:space="preserve"> </w:t>
      </w:r>
      <w:r>
        <w:rPr>
          <w:rFonts w:hint="cs"/>
          <w:rtl/>
        </w:rPr>
        <w:t>تابوا</w:t>
      </w:r>
      <w:r>
        <w:rPr>
          <w:rtl/>
        </w:rPr>
        <w:t xml:space="preserve"> ...</w:t>
      </w:r>
      <w:r>
        <w:rPr>
          <w:rFonts w:hint="cs"/>
          <w:rtl/>
        </w:rPr>
        <w:t>وانّ</w:t>
      </w:r>
      <w:r>
        <w:rPr>
          <w:rtl/>
        </w:rPr>
        <w:t xml:space="preserve"> </w:t>
      </w:r>
      <w:r>
        <w:rPr>
          <w:rFonts w:hint="cs"/>
          <w:rtl/>
        </w:rPr>
        <w:t>ربّك</w:t>
      </w:r>
      <w:r>
        <w:rPr>
          <w:rtl/>
        </w:rPr>
        <w:t xml:space="preserve"> من بعد </w:t>
      </w:r>
      <w:r w:rsidR="00120F63" w:rsidRPr="00ED5DE8">
        <w:rPr>
          <w:rFonts w:hint="cs"/>
          <w:rtl/>
        </w:rPr>
        <w:t>ه</w:t>
      </w:r>
      <w:r>
        <w:rPr>
          <w:rFonts w:hint="cs"/>
          <w:rtl/>
        </w:rPr>
        <w:t>الغفور</w:t>
      </w:r>
      <w:r>
        <w:rPr>
          <w:rtl/>
        </w:rPr>
        <w:t xml:space="preserve"> رحيم</w:t>
      </w:r>
    </w:p>
    <w:p w:rsidR="001F628F" w:rsidRDefault="001F628F" w:rsidP="001F628F">
      <w:pPr>
        <w:pStyle w:val="libNormal"/>
        <w:rPr>
          <w:rtl/>
        </w:rPr>
      </w:pPr>
      <w:r>
        <w:rPr>
          <w:rtl/>
        </w:rPr>
        <w:t>''من بعدہا '' كى تعبير اور قيد يہ بتارہى ہے كہ حقيقى توبہ سے پہلے انسان خداوند عالم كى اس قدر وسيع رحمت اور بخشش سے بہرہ مندنہي</w:t>
      </w:r>
      <w:r w:rsidR="00083993">
        <w:rPr>
          <w:rtl/>
        </w:rPr>
        <w:t xml:space="preserve">ں </w:t>
      </w:r>
      <w:r>
        <w:rPr>
          <w:rtl/>
        </w:rPr>
        <w:t>ہو سكتا ہے_</w:t>
      </w:r>
    </w:p>
    <w:p w:rsidR="001F628F" w:rsidRDefault="001F628F" w:rsidP="00985357">
      <w:pPr>
        <w:pStyle w:val="libNormal"/>
        <w:rPr>
          <w:rtl/>
        </w:rPr>
      </w:pPr>
      <w:r>
        <w:rPr>
          <w:rtl/>
        </w:rPr>
        <w:t>12_خداوند عالم كى بخشش ،مہربانى سے مخلوط ہے_</w:t>
      </w:r>
      <w:r w:rsidRPr="00985357">
        <w:rPr>
          <w:rStyle w:val="libArabicChar"/>
          <w:rFonts w:hint="eastAsia"/>
          <w:rtl/>
        </w:rPr>
        <w:t>انّ</w:t>
      </w:r>
      <w:r w:rsidRPr="00985357">
        <w:rPr>
          <w:rStyle w:val="libArabicChar"/>
          <w:rtl/>
        </w:rPr>
        <w:t xml:space="preserve"> ربّك من بعد</w:t>
      </w:r>
      <w:r w:rsidR="00120F63" w:rsidRPr="00B2551F">
        <w:rPr>
          <w:rStyle w:val="libArabicChar"/>
          <w:rFonts w:hint="cs"/>
          <w:rtl/>
        </w:rPr>
        <w:t>ه</w:t>
      </w:r>
      <w:r w:rsidRPr="00985357">
        <w:rPr>
          <w:rStyle w:val="libArabicChar"/>
          <w:rFonts w:hint="cs"/>
          <w:rtl/>
        </w:rPr>
        <w:t>ا</w:t>
      </w:r>
      <w:r w:rsidRPr="00985357">
        <w:rPr>
          <w:rStyle w:val="libArabicChar"/>
          <w:rtl/>
        </w:rPr>
        <w:t xml:space="preserve"> </w:t>
      </w:r>
      <w:r w:rsidRPr="00985357">
        <w:rPr>
          <w:rStyle w:val="libArabicChar"/>
          <w:rFonts w:hint="cs"/>
          <w:rtl/>
        </w:rPr>
        <w:t>لغفو</w:t>
      </w:r>
      <w:r w:rsidRPr="00985357">
        <w:rPr>
          <w:rStyle w:val="libArabicChar"/>
          <w:rtl/>
        </w:rPr>
        <w:t>ر رحيم</w:t>
      </w:r>
    </w:p>
    <w:p w:rsidR="001F628F" w:rsidRDefault="001F628F" w:rsidP="001F628F">
      <w:pPr>
        <w:pStyle w:val="libNormal"/>
        <w:rPr>
          <w:rtl/>
        </w:rPr>
      </w:pPr>
      <w:r>
        <w:rPr>
          <w:rFonts w:hint="eastAsia"/>
          <w:rtl/>
        </w:rPr>
        <w:t>مذكورہ</w:t>
      </w:r>
      <w:r>
        <w:rPr>
          <w:rtl/>
        </w:rPr>
        <w:t xml:space="preserve"> تفسير اس نكتہ پر موقوف ہے كہ''رحيم '' كلمہ ''غفور'' كيلئے صفت ہو _</w:t>
      </w:r>
    </w:p>
    <w:p w:rsidR="001F628F" w:rsidRDefault="001F628F" w:rsidP="00985357">
      <w:pPr>
        <w:pStyle w:val="libNormal"/>
        <w:rPr>
          <w:rtl/>
        </w:rPr>
      </w:pPr>
      <w:r>
        <w:rPr>
          <w:rFonts w:hint="eastAsia"/>
          <w:rtl/>
        </w:rPr>
        <w:t>اصلاح</w:t>
      </w:r>
      <w:r>
        <w:rPr>
          <w:rtl/>
        </w:rPr>
        <w:t>:</w:t>
      </w:r>
      <w:r>
        <w:rPr>
          <w:rFonts w:hint="eastAsia"/>
          <w:rtl/>
        </w:rPr>
        <w:t>اصلاح</w:t>
      </w:r>
      <w:r>
        <w:rPr>
          <w:rtl/>
        </w:rPr>
        <w:t xml:space="preserve"> كے آثار 1،7</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كى ربوبيت كے آثار 9; الله تعالى كى رحمت 10; الله تعالى كى مغفرتي</w:t>
      </w:r>
      <w:r w:rsidR="00083993">
        <w:rPr>
          <w:rtl/>
        </w:rPr>
        <w:t xml:space="preserve">ں </w:t>
      </w:r>
      <w:r>
        <w:rPr>
          <w:rtl/>
        </w:rPr>
        <w:t>10; الله تعالى كى مغفرت كى خصوصيات 12; الله تعالى كى مہربانى 12; الله تعالى كے وعد ے 1</w:t>
      </w:r>
    </w:p>
    <w:p w:rsidR="001F628F" w:rsidRDefault="001F628F" w:rsidP="00985357">
      <w:pPr>
        <w:pStyle w:val="libNormal"/>
        <w:rPr>
          <w:rtl/>
        </w:rPr>
      </w:pPr>
      <w:r>
        <w:rPr>
          <w:rFonts w:hint="eastAsia"/>
          <w:rtl/>
        </w:rPr>
        <w:t>ايمان</w:t>
      </w:r>
      <w:r>
        <w:rPr>
          <w:rtl/>
        </w:rPr>
        <w:t>:</w:t>
      </w:r>
      <w:r>
        <w:rPr>
          <w:rFonts w:hint="eastAsia"/>
          <w:rtl/>
        </w:rPr>
        <w:t>ايمان</w:t>
      </w:r>
      <w:r>
        <w:rPr>
          <w:rtl/>
        </w:rPr>
        <w:t xml:space="preserve"> كے علامتي</w:t>
      </w:r>
      <w:r w:rsidR="00083993">
        <w:rPr>
          <w:rtl/>
        </w:rPr>
        <w:t xml:space="preserve">ں </w:t>
      </w:r>
      <w:r>
        <w:rPr>
          <w:rtl/>
        </w:rPr>
        <w:t>18</w:t>
      </w:r>
    </w:p>
    <w:p w:rsidR="001F628F" w:rsidRDefault="001F628F" w:rsidP="00985357">
      <w:pPr>
        <w:pStyle w:val="libNormal"/>
        <w:rPr>
          <w:rtl/>
        </w:rPr>
      </w:pPr>
      <w:r>
        <w:rPr>
          <w:rFonts w:hint="eastAsia"/>
          <w:rtl/>
        </w:rPr>
        <w:t>بدعت</w:t>
      </w:r>
      <w:r>
        <w:rPr>
          <w:rtl/>
        </w:rPr>
        <w:t>:</w:t>
      </w:r>
      <w:r>
        <w:rPr>
          <w:rFonts w:hint="eastAsia"/>
          <w:rtl/>
        </w:rPr>
        <w:t>بدعت</w:t>
      </w:r>
      <w:r>
        <w:rPr>
          <w:rtl/>
        </w:rPr>
        <w:t xml:space="preserve"> كى بخشش كے شرائط7; بدعت كے بارے مي</w:t>
      </w:r>
      <w:r w:rsidR="00083993">
        <w:rPr>
          <w:rtl/>
        </w:rPr>
        <w:t xml:space="preserve">ں </w:t>
      </w:r>
      <w:r>
        <w:rPr>
          <w:rtl/>
        </w:rPr>
        <w:t>جہالت 7</w:t>
      </w:r>
    </w:p>
    <w:p w:rsidR="001F628F" w:rsidRDefault="001F628F" w:rsidP="00985357">
      <w:pPr>
        <w:pStyle w:val="libNormal"/>
        <w:rPr>
          <w:rtl/>
        </w:rPr>
      </w:pPr>
      <w:r>
        <w:rPr>
          <w:rFonts w:hint="eastAsia"/>
          <w:rtl/>
        </w:rPr>
        <w:t>بد</w:t>
      </w:r>
      <w:r>
        <w:rPr>
          <w:rtl/>
        </w:rPr>
        <w:t xml:space="preserve"> كار افراد:</w:t>
      </w:r>
      <w:r>
        <w:rPr>
          <w:rFonts w:hint="eastAsia"/>
          <w:rtl/>
        </w:rPr>
        <w:t>بدكار</w:t>
      </w:r>
      <w:r>
        <w:rPr>
          <w:rtl/>
        </w:rPr>
        <w:t xml:space="preserve"> افراد كى مغفرت 1</w:t>
      </w:r>
    </w:p>
    <w:p w:rsidR="001F628F" w:rsidRDefault="001F628F" w:rsidP="001F628F">
      <w:pPr>
        <w:pStyle w:val="libNormal"/>
        <w:rPr>
          <w:rtl/>
        </w:rPr>
      </w:pPr>
      <w:r>
        <w:rPr>
          <w:rFonts w:hint="eastAsia"/>
          <w:rtl/>
        </w:rPr>
        <w:t>توبہ</w:t>
      </w:r>
      <w:r>
        <w:rPr>
          <w:rtl/>
        </w:rPr>
        <w:t xml:space="preserve"> :</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توبہ</w:t>
      </w:r>
      <w:r>
        <w:rPr>
          <w:rtl/>
        </w:rPr>
        <w:t xml:space="preserve"> كى قبوليت كے شرائط 6; توبہ كے آثار 1،2</w:t>
      </w:r>
    </w:p>
    <w:p w:rsidR="001F628F" w:rsidRDefault="001F628F" w:rsidP="00985357">
      <w:pPr>
        <w:pStyle w:val="libNormal"/>
        <w:rPr>
          <w:rtl/>
        </w:rPr>
      </w:pPr>
      <w:r>
        <w:rPr>
          <w:rFonts w:hint="eastAsia"/>
          <w:rtl/>
        </w:rPr>
        <w:t>توبہ</w:t>
      </w:r>
      <w:r>
        <w:rPr>
          <w:rtl/>
        </w:rPr>
        <w:t xml:space="preserve"> كرنے والے:</w:t>
      </w:r>
      <w:r>
        <w:rPr>
          <w:rFonts w:hint="eastAsia"/>
          <w:rtl/>
        </w:rPr>
        <w:t>توبہ</w:t>
      </w:r>
      <w:r>
        <w:rPr>
          <w:rtl/>
        </w:rPr>
        <w:t xml:space="preserve"> كرنے والو</w:t>
      </w:r>
      <w:r w:rsidR="00083993">
        <w:rPr>
          <w:rtl/>
        </w:rPr>
        <w:t xml:space="preserve">ں </w:t>
      </w:r>
      <w:r>
        <w:rPr>
          <w:rtl/>
        </w:rPr>
        <w:t>كى مغفرت كا سبب9</w:t>
      </w:r>
    </w:p>
    <w:p w:rsidR="001F628F" w:rsidRDefault="001F628F" w:rsidP="00985357">
      <w:pPr>
        <w:pStyle w:val="libNormal"/>
        <w:rPr>
          <w:rtl/>
        </w:rPr>
      </w:pPr>
      <w:r>
        <w:rPr>
          <w:rFonts w:hint="eastAsia"/>
          <w:rtl/>
        </w:rPr>
        <w:t>جہالت</w:t>
      </w:r>
      <w:r>
        <w:rPr>
          <w:rtl/>
        </w:rPr>
        <w:t>:</w:t>
      </w:r>
      <w:r>
        <w:rPr>
          <w:rFonts w:hint="eastAsia"/>
          <w:rtl/>
        </w:rPr>
        <w:t>جہالت</w:t>
      </w:r>
      <w:r>
        <w:rPr>
          <w:rtl/>
        </w:rPr>
        <w:t xml:space="preserve"> كے آثار 4،5،7</w:t>
      </w:r>
    </w:p>
    <w:p w:rsidR="001F628F" w:rsidRDefault="001F628F" w:rsidP="00985357">
      <w:pPr>
        <w:pStyle w:val="libNormal"/>
        <w:rPr>
          <w:rtl/>
        </w:rPr>
      </w:pPr>
      <w:r>
        <w:rPr>
          <w:rFonts w:hint="eastAsia"/>
          <w:rtl/>
        </w:rPr>
        <w:t>رحمت</w:t>
      </w:r>
      <w:r>
        <w:rPr>
          <w:rtl/>
        </w:rPr>
        <w:t>:</w:t>
      </w:r>
      <w:r>
        <w:rPr>
          <w:rFonts w:hint="eastAsia"/>
          <w:rtl/>
        </w:rPr>
        <w:t>رحمت</w:t>
      </w:r>
      <w:r>
        <w:rPr>
          <w:rtl/>
        </w:rPr>
        <w:t xml:space="preserve"> كاسبب 9;رحمت كے موانع 11</w:t>
      </w:r>
    </w:p>
    <w:p w:rsidR="001F628F" w:rsidRDefault="001F628F" w:rsidP="00985357">
      <w:pPr>
        <w:pStyle w:val="libNormal"/>
        <w:rPr>
          <w:rtl/>
        </w:rPr>
      </w:pPr>
      <w:r>
        <w:rPr>
          <w:rFonts w:hint="eastAsia"/>
          <w:rtl/>
        </w:rPr>
        <w:t>ظلم</w:t>
      </w:r>
      <w:r>
        <w:rPr>
          <w:rtl/>
        </w:rPr>
        <w:t>:</w:t>
      </w:r>
      <w:r>
        <w:rPr>
          <w:rFonts w:hint="eastAsia"/>
          <w:rtl/>
        </w:rPr>
        <w:t>ظلم</w:t>
      </w:r>
      <w:r>
        <w:rPr>
          <w:rtl/>
        </w:rPr>
        <w:t xml:space="preserve"> كے آثار 11</w:t>
      </w:r>
    </w:p>
    <w:p w:rsidR="001F628F" w:rsidRDefault="001F628F" w:rsidP="00985357">
      <w:pPr>
        <w:pStyle w:val="libNormal"/>
        <w:rPr>
          <w:rtl/>
        </w:rPr>
      </w:pPr>
      <w:r>
        <w:rPr>
          <w:rFonts w:hint="eastAsia"/>
          <w:rtl/>
        </w:rPr>
        <w:t>عمل</w:t>
      </w:r>
      <w:r>
        <w:rPr>
          <w:rtl/>
        </w:rPr>
        <w:t>:</w:t>
      </w:r>
      <w:r>
        <w:rPr>
          <w:rFonts w:hint="eastAsia"/>
          <w:rtl/>
        </w:rPr>
        <w:t>عمل</w:t>
      </w:r>
      <w:r>
        <w:rPr>
          <w:rtl/>
        </w:rPr>
        <w:t xml:space="preserve"> كى اصلاح6; عمل كے آثار 8; نا پسنديدہ عمل كا ظلم 3; ناپسنديدہ عمل كا سرچشمہ 5</w:t>
      </w:r>
    </w:p>
    <w:p w:rsidR="001F628F" w:rsidRDefault="001F628F" w:rsidP="00985357">
      <w:pPr>
        <w:pStyle w:val="libNormal"/>
        <w:rPr>
          <w:rtl/>
        </w:rPr>
      </w:pPr>
      <w:r>
        <w:rPr>
          <w:rFonts w:hint="eastAsia"/>
          <w:rtl/>
        </w:rPr>
        <w:t>گناہ</w:t>
      </w:r>
      <w:r>
        <w:rPr>
          <w:rtl/>
        </w:rPr>
        <w:t>:</w:t>
      </w:r>
      <w:r>
        <w:rPr>
          <w:rFonts w:hint="eastAsia"/>
          <w:rtl/>
        </w:rPr>
        <w:t>جاہلانہ</w:t>
      </w:r>
      <w:r>
        <w:rPr>
          <w:rtl/>
        </w:rPr>
        <w:t xml:space="preserve"> گنا ہ كى مغفرت 4; گناہ سے پشيمانى 6; گناہ كا سرچشمہ 5; گنا ہ كى مغفرت كے اسباب 2; گناہ كے آثار 11</w:t>
      </w:r>
    </w:p>
    <w:p w:rsidR="001F628F" w:rsidRDefault="001F628F" w:rsidP="00985357">
      <w:pPr>
        <w:pStyle w:val="libNormal"/>
        <w:rPr>
          <w:rtl/>
        </w:rPr>
      </w:pPr>
      <w:r>
        <w:rPr>
          <w:rFonts w:hint="eastAsia"/>
          <w:rtl/>
        </w:rPr>
        <w:t>نفس</w:t>
      </w:r>
      <w:r>
        <w:rPr>
          <w:rtl/>
        </w:rPr>
        <w:t>:</w:t>
      </w:r>
      <w:r>
        <w:rPr>
          <w:rFonts w:hint="eastAsia"/>
          <w:rtl/>
        </w:rPr>
        <w:t>نفس</w:t>
      </w:r>
      <w:r>
        <w:rPr>
          <w:rtl/>
        </w:rPr>
        <w:t xml:space="preserve"> پر ظلم 3</w:t>
      </w:r>
    </w:p>
    <w:p w:rsidR="001F628F" w:rsidRPr="00120F63" w:rsidRDefault="00985357" w:rsidP="00985357">
      <w:pPr>
        <w:pStyle w:val="Heading2Center"/>
        <w:rPr>
          <w:rtl/>
        </w:rPr>
      </w:pPr>
      <w:bookmarkStart w:id="266" w:name="_Toc28081944"/>
      <w:r>
        <w:rPr>
          <w:rFonts w:hint="cs"/>
          <w:rtl/>
        </w:rPr>
        <w:t xml:space="preserve">آیت </w:t>
      </w:r>
      <w:r w:rsidRPr="00120F63">
        <w:rPr>
          <w:rFonts w:hint="cs"/>
          <w:rtl/>
        </w:rPr>
        <w:t>120</w:t>
      </w:r>
      <w:bookmarkEnd w:id="266"/>
    </w:p>
    <w:p w:rsidR="001F628F" w:rsidRDefault="00E260F9" w:rsidP="00985357">
      <w:pPr>
        <w:pStyle w:val="libNormal"/>
        <w:rPr>
          <w:rtl/>
        </w:rPr>
      </w:pPr>
      <w:r w:rsidRPr="00E260F9">
        <w:rPr>
          <w:rStyle w:val="libAlaemChar"/>
          <w:rFonts w:hint="eastAsia"/>
          <w:rtl/>
        </w:rPr>
        <w:t>(</w:t>
      </w:r>
      <w:r w:rsidRPr="00985357">
        <w:rPr>
          <w:rStyle w:val="libAieChar"/>
          <w:rFonts w:hint="eastAsia"/>
          <w:rtl/>
        </w:rPr>
        <w:t>إِنَّ</w:t>
      </w:r>
      <w:r w:rsidRPr="00985357">
        <w:rPr>
          <w:rStyle w:val="libAieChar"/>
          <w:rtl/>
        </w:rPr>
        <w:t xml:space="preserve"> إِبْرَاهِيمَ كَانَ أُمَّةً قَانِتاً لِلّهِ حَنِيفاً وَلَمْ يَكُ مِنَ الْمُشْرِكِينَ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ابراہيم ايك مستقل امت اور اللہ كے اطاعت گذار اور باطل سے كترا كر چلنے والے تھے اور مشركين مي</w:t>
      </w:r>
      <w:r w:rsidR="00083993">
        <w:rPr>
          <w:rtl/>
        </w:rPr>
        <w:t xml:space="preserve">ں </w:t>
      </w:r>
      <w:r>
        <w:rPr>
          <w:rtl/>
        </w:rPr>
        <w:t>سے نہي</w:t>
      </w:r>
      <w:r w:rsidR="00083993">
        <w:rPr>
          <w:rtl/>
        </w:rPr>
        <w:t xml:space="preserve">ں </w:t>
      </w:r>
      <w:r>
        <w:rPr>
          <w:rtl/>
        </w:rPr>
        <w:t>تھے 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اكيلے ايك امت كے مقام وبلند منزلت پر فائز اور تما م انسانى فضائل اور اقدار كے مالك تھے_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Pr>
          <w:rtl/>
        </w:rPr>
        <w:t xml:space="preserve"> </w:t>
      </w:r>
      <w:r>
        <w:rPr>
          <w:rFonts w:hint="cs"/>
          <w:rtl/>
        </w:rPr>
        <w:t>كان</w:t>
      </w:r>
      <w:r>
        <w:rPr>
          <w:rtl/>
        </w:rPr>
        <w:t xml:space="preserve"> امّة</w:t>
      </w:r>
    </w:p>
    <w:p w:rsidR="00985357" w:rsidRDefault="001F628F" w:rsidP="00985357">
      <w:pPr>
        <w:pStyle w:val="libNormal"/>
        <w:rPr>
          <w:rtl/>
        </w:rPr>
      </w:pPr>
      <w:r>
        <w:rPr>
          <w:rFonts w:hint="eastAsia"/>
          <w:rtl/>
        </w:rPr>
        <w:t>حضرت</w:t>
      </w:r>
      <w:r>
        <w:rPr>
          <w:rtl/>
        </w:rPr>
        <w:t xml:space="preserve"> ابراہيم</w:t>
      </w:r>
      <w:r w:rsidR="00367F17" w:rsidRPr="00367F17">
        <w:rPr>
          <w:rStyle w:val="libAlaemChar"/>
          <w:rtl/>
        </w:rPr>
        <w:t xml:space="preserve"> عليه‌السلام </w:t>
      </w:r>
      <w:r>
        <w:rPr>
          <w:rtl/>
        </w:rPr>
        <w:t xml:space="preserve"> كي''امت '' كيساتھ توصيف ممكن ہے اس وجہ سے ہو كہ تمام فضائل و اقدار جنكا ايك قوم نہ كہ فرد مي</w:t>
      </w:r>
      <w:r w:rsidR="00083993">
        <w:rPr>
          <w:rtl/>
        </w:rPr>
        <w:t xml:space="preserve">ں </w:t>
      </w:r>
      <w:r>
        <w:rPr>
          <w:rtl/>
        </w:rPr>
        <w:t xml:space="preserve">جمع ہونا ممكن ہو ان حضرت </w:t>
      </w:r>
      <w:r w:rsidR="00367F17" w:rsidRPr="00367F17">
        <w:rPr>
          <w:rStyle w:val="libAlaemChar"/>
          <w:rtl/>
        </w:rPr>
        <w:t xml:space="preserve"> عليه‌السلام </w:t>
      </w:r>
      <w:r>
        <w:rPr>
          <w:rtl/>
        </w:rPr>
        <w:t xml:space="preserve"> مي</w:t>
      </w:r>
      <w:r w:rsidR="00083993">
        <w:rPr>
          <w:rtl/>
        </w:rPr>
        <w:t xml:space="preserve">ں </w:t>
      </w:r>
      <w:r>
        <w:rPr>
          <w:rtl/>
        </w:rPr>
        <w:t>جمع تھا اور وہ ايك ايسے مكمل معاشرہ كہ جسمي</w:t>
      </w:r>
      <w:r w:rsidR="00083993">
        <w:rPr>
          <w:rtl/>
        </w:rPr>
        <w:t xml:space="preserve">ں </w:t>
      </w:r>
      <w:r>
        <w:rPr>
          <w:rtl/>
        </w:rPr>
        <w:t>تمام گوناگو</w:t>
      </w:r>
      <w:r w:rsidR="00083993">
        <w:rPr>
          <w:rtl/>
        </w:rPr>
        <w:t xml:space="preserve">ں </w:t>
      </w:r>
      <w:r>
        <w:rPr>
          <w:rtl/>
        </w:rPr>
        <w:t>فضائل اور اقدار موجود ہو</w:t>
      </w:r>
      <w:r w:rsidR="00083993">
        <w:rPr>
          <w:rtl/>
        </w:rPr>
        <w:t xml:space="preserve">ں </w:t>
      </w:r>
      <w:r>
        <w:rPr>
          <w:rtl/>
        </w:rPr>
        <w:t>سے بہرہ</w:t>
      </w:r>
      <w:r w:rsidR="00985357" w:rsidRPr="00985357">
        <w:rPr>
          <w:rFonts w:hint="eastAsia"/>
          <w:rtl/>
        </w:rPr>
        <w:t xml:space="preserve"> </w:t>
      </w:r>
      <w:r w:rsidR="00985357">
        <w:rPr>
          <w:rFonts w:hint="eastAsia"/>
          <w:rtl/>
        </w:rPr>
        <w:t>مند</w:t>
      </w:r>
      <w:r w:rsidR="00985357">
        <w:rPr>
          <w:rtl/>
        </w:rPr>
        <w:t xml:space="preserve"> تھے_</w:t>
      </w:r>
    </w:p>
    <w:p w:rsidR="00985357" w:rsidRDefault="00985357" w:rsidP="00985357">
      <w:pPr>
        <w:pStyle w:val="libNormal"/>
        <w:rPr>
          <w:rtl/>
        </w:rPr>
      </w:pPr>
      <w:r>
        <w:rPr>
          <w:rtl/>
        </w:rPr>
        <w:t xml:space="preserve">2_ حضرت ابراہيم </w:t>
      </w:r>
      <w:r w:rsidR="00367F17" w:rsidRPr="00367F17">
        <w:rPr>
          <w:rStyle w:val="libAlaemChar"/>
          <w:rtl/>
        </w:rPr>
        <w:t xml:space="preserve"> عليه‌السلام </w:t>
      </w:r>
      <w:r>
        <w:rPr>
          <w:rtl/>
        </w:rPr>
        <w:t xml:space="preserve"> اپنى نبوت كے آغاز ميں ہى اپنے زمانے كے تن تنہا موّحد اور عبارت كرنے والے تھے_</w:t>
      </w:r>
    </w:p>
    <w:p w:rsidR="00985357" w:rsidRDefault="00985357"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Pr>
          <w:rtl/>
        </w:rPr>
        <w:t xml:space="preserve"> </w:t>
      </w:r>
      <w:r>
        <w:rPr>
          <w:rFonts w:hint="cs"/>
          <w:rtl/>
        </w:rPr>
        <w:t>كان</w:t>
      </w:r>
      <w:r>
        <w:rPr>
          <w:rtl/>
        </w:rPr>
        <w:t xml:space="preserve"> </w:t>
      </w:r>
      <w:r>
        <w:rPr>
          <w:rFonts w:hint="cs"/>
          <w:rtl/>
        </w:rPr>
        <w:t>اْمّة</w:t>
      </w:r>
      <w:r>
        <w:rPr>
          <w:rtl/>
        </w:rPr>
        <w:t xml:space="preserve"> </w:t>
      </w:r>
      <w:r>
        <w:rPr>
          <w:rFonts w:hint="cs"/>
          <w:rtl/>
        </w:rPr>
        <w:t>قانت</w:t>
      </w:r>
      <w:r>
        <w:rPr>
          <w:rtl/>
        </w:rPr>
        <w:t>اًلله</w:t>
      </w:r>
    </w:p>
    <w:p w:rsidR="00985357" w:rsidRDefault="00985357" w:rsidP="00985357">
      <w:pPr>
        <w:pStyle w:val="libNormal"/>
        <w:rPr>
          <w:rtl/>
        </w:rPr>
      </w:pPr>
      <w:r>
        <w:rPr>
          <w:rtl/>
        </w:rPr>
        <w:t>3_ حضرت ابراہيم</w:t>
      </w:r>
      <w:r w:rsidR="00367F17" w:rsidRPr="00367F17">
        <w:rPr>
          <w:rStyle w:val="libAlaemChar"/>
          <w:rtl/>
        </w:rPr>
        <w:t xml:space="preserve"> عليه‌السلام </w:t>
      </w:r>
      <w:r>
        <w:rPr>
          <w:rtl/>
        </w:rPr>
        <w:t xml:space="preserve"> ''توحيدى امت كے عظيم بانى ہيں </w:t>
      </w:r>
      <w:r w:rsidRPr="00985357">
        <w:rPr>
          <w:rStyle w:val="libArabicChar"/>
          <w:rtl/>
        </w:rPr>
        <w:t>''</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كا</w:t>
      </w:r>
      <w:r w:rsidRPr="00985357">
        <w:rPr>
          <w:rStyle w:val="libArabicChar"/>
          <w:rtl/>
        </w:rPr>
        <w:t>ن امّة</w:t>
      </w:r>
    </w:p>
    <w:p w:rsidR="001F628F" w:rsidRDefault="00985357" w:rsidP="00985357">
      <w:pPr>
        <w:pStyle w:val="libNormal"/>
        <w:rPr>
          <w:rtl/>
        </w:rPr>
      </w:pPr>
      <w:r>
        <w:rPr>
          <w:rFonts w:hint="eastAsia"/>
          <w:rtl/>
        </w:rPr>
        <w:t>مذكورہ</w:t>
      </w:r>
      <w:r>
        <w:rPr>
          <w:rtl/>
        </w:rPr>
        <w:t xml:space="preserve"> تفسير اس احتمال كى بناء پر ہے كہ حضرت ابراہيم </w:t>
      </w:r>
      <w:r w:rsidR="00367F17" w:rsidRPr="00367F17">
        <w:rPr>
          <w:rStyle w:val="libAlaemChar"/>
          <w:rtl/>
        </w:rPr>
        <w:t xml:space="preserve"> عليه‌السلام </w:t>
      </w:r>
      <w:r>
        <w:rPr>
          <w:rtl/>
        </w:rPr>
        <w:t xml:space="preserve"> پر امت كا اطلاق اس وجہ سے ہو كہ آنحضرت</w:t>
      </w:r>
      <w:r w:rsidR="00367F17" w:rsidRPr="00367F17">
        <w:rPr>
          <w:rStyle w:val="libAlaemChar"/>
          <w:rtl/>
        </w:rPr>
        <w:t xml:space="preserve"> عليه‌السلام </w:t>
      </w:r>
      <w:r>
        <w:rPr>
          <w:rtl/>
        </w:rPr>
        <w:t xml:space="preserve"> كا توحيد</w:t>
      </w:r>
    </w:p>
    <w:p w:rsidR="00985357" w:rsidRDefault="001E7F9D" w:rsidP="00F73EDE">
      <w:pPr>
        <w:pStyle w:val="libPoemTini"/>
        <w:rPr>
          <w:rtl/>
        </w:rPr>
      </w:pPr>
      <w:r>
        <w:rPr>
          <w:rtl/>
        </w:rPr>
        <w:br w:type="page"/>
      </w:r>
    </w:p>
    <w:p w:rsidR="001F628F" w:rsidRDefault="001F628F" w:rsidP="00985357">
      <w:pPr>
        <w:pStyle w:val="libNormal"/>
        <w:rPr>
          <w:rtl/>
        </w:rPr>
      </w:pPr>
      <w:r>
        <w:rPr>
          <w:rtl/>
        </w:rPr>
        <w:lastRenderedPageBreak/>
        <w:t>ى امت كى تشكيل مي</w:t>
      </w:r>
      <w:r w:rsidR="00083993">
        <w:rPr>
          <w:rtl/>
        </w:rPr>
        <w:t xml:space="preserve">ں </w:t>
      </w:r>
      <w:r>
        <w:rPr>
          <w:rtl/>
        </w:rPr>
        <w:t xml:space="preserve">اہم كردار ہو_ مسلسل اور پر اخلاص عبادات نيز افراط وتفريط و كج روى سے اجتناب ، حضرت ابراہيم </w:t>
      </w:r>
      <w:r w:rsidR="00367F17" w:rsidRPr="00367F17">
        <w:rPr>
          <w:rStyle w:val="libAlaemChar"/>
          <w:rtl/>
        </w:rPr>
        <w:t xml:space="preserve"> عليه‌السلام </w:t>
      </w:r>
      <w:r>
        <w:rPr>
          <w:rtl/>
        </w:rPr>
        <w:t xml:space="preserve"> كى اہم خصوصيات مي</w:t>
      </w:r>
      <w:r w:rsidR="00083993">
        <w:rPr>
          <w:rtl/>
        </w:rPr>
        <w:t xml:space="preserve">ں </w:t>
      </w:r>
      <w:r>
        <w:rPr>
          <w:rtl/>
        </w:rPr>
        <w:t>سے ہے _</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لل</w:t>
      </w:r>
      <w:r w:rsidRPr="00985357">
        <w:rPr>
          <w:rStyle w:val="libArabicChar"/>
          <w:rtl/>
        </w:rPr>
        <w:t>ه حنيف</w:t>
      </w:r>
    </w:p>
    <w:p w:rsidR="001F628F" w:rsidRDefault="001F628F" w:rsidP="001F628F">
      <w:pPr>
        <w:pStyle w:val="libNormal"/>
        <w:rPr>
          <w:rtl/>
        </w:rPr>
      </w:pPr>
      <w:r>
        <w:rPr>
          <w:rFonts w:hint="eastAsia"/>
          <w:rtl/>
        </w:rPr>
        <w:t>مذكورہ</w:t>
      </w:r>
      <w:r>
        <w:rPr>
          <w:rtl/>
        </w:rPr>
        <w:t xml:space="preserve"> تفسير دو نكتہ پر موقوف ہے_</w:t>
      </w:r>
    </w:p>
    <w:p w:rsidR="001F628F" w:rsidRDefault="001F628F" w:rsidP="001F628F">
      <w:pPr>
        <w:pStyle w:val="libNormal"/>
        <w:rPr>
          <w:rtl/>
        </w:rPr>
      </w:pPr>
      <w:r>
        <w:rPr>
          <w:rtl/>
        </w:rPr>
        <w:t>1_ ''قنوت'' كا معنى خاضعانہ اطاعت كا تسلسل ہے_</w:t>
      </w:r>
    </w:p>
    <w:p w:rsidR="001F628F" w:rsidRDefault="001F628F" w:rsidP="001F628F">
      <w:pPr>
        <w:pStyle w:val="libNormal"/>
        <w:rPr>
          <w:rtl/>
        </w:rPr>
      </w:pPr>
      <w:r>
        <w:rPr>
          <w:rtl/>
        </w:rPr>
        <w:t>2_ ''الحنف'' كا معنى گمراہ سے ہدايت اور حق كى طرف ميلان ہے (مفردات راغب) اور اس مي</w:t>
      </w:r>
      <w:r w:rsidR="00083993">
        <w:rPr>
          <w:rtl/>
        </w:rPr>
        <w:t xml:space="preserve">ں </w:t>
      </w:r>
      <w:r>
        <w:rPr>
          <w:rtl/>
        </w:rPr>
        <w:t>افراط و تفريط سے دورى اور حد وسط و ميانہ روى كى طرف ميلان كامعنى مضمر ہے_</w:t>
      </w:r>
    </w:p>
    <w:p w:rsidR="001F628F" w:rsidRDefault="001F628F" w:rsidP="00985357">
      <w:pPr>
        <w:pStyle w:val="libNormal"/>
        <w:rPr>
          <w:rtl/>
        </w:rPr>
      </w:pPr>
      <w:r>
        <w:rPr>
          <w:rtl/>
        </w:rPr>
        <w:t>4_ خدا كے سامنے زيادہ سے زيادہ سر تسليم خم اور سيدھے معتدل راستہ پر گامزن ہونا ،اسكے نزديك انسانى كمالات كى بلندى كا سبب ہے_</w:t>
      </w:r>
      <w:r w:rsidRPr="00985357">
        <w:rPr>
          <w:rStyle w:val="libArabicChar"/>
          <w:rFonts w:hint="eastAsia"/>
          <w:rtl/>
        </w:rPr>
        <w:t>ان</w:t>
      </w:r>
      <w:r w:rsidRPr="00985357">
        <w:rPr>
          <w:rStyle w:val="libArabicChar"/>
          <w:rtl/>
        </w:rPr>
        <w:t xml:space="preserve"> ّ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w:t>
      </w:r>
      <w:r w:rsidRPr="00985357">
        <w:rPr>
          <w:rStyle w:val="libArabicChar"/>
          <w:rtl/>
        </w:rPr>
        <w:t xml:space="preserve"> </w:t>
      </w:r>
      <w:r w:rsidRPr="00985357">
        <w:rPr>
          <w:rStyle w:val="libArabicChar"/>
          <w:rFonts w:hint="cs"/>
          <w:rtl/>
        </w:rPr>
        <w:t>لل</w:t>
      </w:r>
      <w:r w:rsidRPr="00985357">
        <w:rPr>
          <w:rStyle w:val="libArabicChar"/>
          <w:rtl/>
        </w:rPr>
        <w:t>ه حنيف</w:t>
      </w:r>
    </w:p>
    <w:p w:rsidR="001F628F" w:rsidRDefault="001F628F" w:rsidP="001F628F">
      <w:pPr>
        <w:pStyle w:val="libNormal"/>
        <w:rPr>
          <w:rtl/>
        </w:rPr>
      </w:pPr>
      <w:r>
        <w:rPr>
          <w:rtl/>
        </w:rPr>
        <w:t>5_ شريعتو</w:t>
      </w:r>
      <w:r w:rsidR="00083993">
        <w:rPr>
          <w:rtl/>
        </w:rPr>
        <w:t xml:space="preserve">ں </w:t>
      </w:r>
      <w:r>
        <w:rPr>
          <w:rtl/>
        </w:rPr>
        <w:t xml:space="preserve">كے احكام كے صحيح اور نا صحيح ہونے كا معيار و ملاك ،دين ابراہيم </w:t>
      </w:r>
      <w:r w:rsidR="00367F17" w:rsidRPr="00367F17">
        <w:rPr>
          <w:rStyle w:val="libAlaemChar"/>
          <w:rtl/>
        </w:rPr>
        <w:t xml:space="preserve"> عليه‌السلام </w:t>
      </w:r>
      <w:r>
        <w:rPr>
          <w:rtl/>
        </w:rPr>
        <w:t xml:space="preserve"> كيساتھ تو افق اور عدم توافق ہے _</w:t>
      </w:r>
    </w:p>
    <w:p w:rsidR="001F628F" w:rsidRDefault="001F628F" w:rsidP="00985357">
      <w:pPr>
        <w:pStyle w:val="libArabic"/>
        <w:rPr>
          <w:rtl/>
        </w:rPr>
      </w:pPr>
      <w:r>
        <w:rPr>
          <w:rFonts w:hint="eastAsia"/>
          <w:rtl/>
        </w:rPr>
        <w:t>ولا</w:t>
      </w:r>
      <w:r>
        <w:rPr>
          <w:rtl/>
        </w:rPr>
        <w:t xml:space="preserve"> تقولوا ...</w:t>
      </w:r>
      <w:r w:rsidR="00120F63" w:rsidRPr="00ED5DE8">
        <w:rPr>
          <w:rFonts w:hint="cs"/>
          <w:rtl/>
        </w:rPr>
        <w:t>ه</w:t>
      </w:r>
      <w:r>
        <w:rPr>
          <w:rFonts w:hint="cs"/>
          <w:rtl/>
        </w:rPr>
        <w:t>ذا</w:t>
      </w:r>
      <w:r>
        <w:rPr>
          <w:rtl/>
        </w:rPr>
        <w:t xml:space="preserve"> </w:t>
      </w:r>
      <w:r>
        <w:rPr>
          <w:rFonts w:hint="cs"/>
          <w:rtl/>
        </w:rPr>
        <w:t>حلال</w:t>
      </w:r>
      <w:r>
        <w:rPr>
          <w:rtl/>
        </w:rPr>
        <w:t xml:space="preserve"> </w:t>
      </w:r>
      <w:r>
        <w:rPr>
          <w:rFonts w:hint="cs"/>
          <w:rtl/>
        </w:rPr>
        <w:t>و</w:t>
      </w:r>
      <w:r w:rsidR="00120F63" w:rsidRPr="00ED5DE8">
        <w:rPr>
          <w:rFonts w:hint="cs"/>
          <w:rtl/>
        </w:rPr>
        <w:t>ه</w:t>
      </w:r>
      <w:r>
        <w:rPr>
          <w:rFonts w:hint="cs"/>
          <w:rtl/>
        </w:rPr>
        <w:t>ذا</w:t>
      </w:r>
      <w:r>
        <w:rPr>
          <w:rtl/>
        </w:rPr>
        <w:t xml:space="preserve"> </w:t>
      </w:r>
      <w:r>
        <w:rPr>
          <w:rFonts w:hint="cs"/>
          <w:rtl/>
        </w:rPr>
        <w:t>حرام</w:t>
      </w:r>
      <w:r>
        <w:rPr>
          <w:rtl/>
        </w:rPr>
        <w:t xml:space="preserve"> </w:t>
      </w:r>
      <w:r>
        <w:rPr>
          <w:rFonts w:hint="cs"/>
          <w:rtl/>
        </w:rPr>
        <w:t>لتفتروا</w:t>
      </w:r>
      <w:r>
        <w:rPr>
          <w:rtl/>
        </w:rPr>
        <w:t xml:space="preserve"> </w:t>
      </w:r>
      <w:r>
        <w:rPr>
          <w:rFonts w:hint="cs"/>
          <w:rtl/>
        </w:rPr>
        <w:t>على</w:t>
      </w:r>
      <w:r>
        <w:rPr>
          <w:rtl/>
        </w:rPr>
        <w:t xml:space="preserve"> </w:t>
      </w:r>
      <w:r>
        <w:rPr>
          <w:rFonts w:hint="cs"/>
          <w:rtl/>
        </w:rPr>
        <w:t>الله</w:t>
      </w:r>
      <w:r>
        <w:rPr>
          <w:rtl/>
        </w:rPr>
        <w:t xml:space="preserve"> </w:t>
      </w:r>
      <w:r>
        <w:rPr>
          <w:rFonts w:hint="cs"/>
          <w:rtl/>
        </w:rPr>
        <w:t>الكذب</w:t>
      </w:r>
      <w:r>
        <w:rPr>
          <w:rtl/>
        </w:rPr>
        <w:t xml:space="preserve"> ... </w:t>
      </w:r>
      <w:r>
        <w:rPr>
          <w:rFonts w:hint="cs"/>
          <w:rtl/>
        </w:rPr>
        <w:t>انّ</w:t>
      </w:r>
      <w:r>
        <w:rPr>
          <w:rtl/>
        </w:rPr>
        <w:t xml:space="preserve"> </w:t>
      </w:r>
      <w:r>
        <w:rPr>
          <w:rFonts w:hint="cs"/>
          <w:rtl/>
        </w:rPr>
        <w:t>ابرا</w:t>
      </w:r>
      <w:r w:rsidR="00120F63" w:rsidRPr="00ED5DE8">
        <w:rPr>
          <w:rFonts w:hint="cs"/>
          <w:rtl/>
        </w:rPr>
        <w:t>ه</w:t>
      </w:r>
      <w:r>
        <w:rPr>
          <w:rFonts w:hint="cs"/>
          <w:rtl/>
        </w:rPr>
        <w:t>يم</w:t>
      </w:r>
      <w:r w:rsidR="00367F17" w:rsidRPr="00367F17">
        <w:rPr>
          <w:rStyle w:val="libAlaemChar"/>
          <w:rtl/>
        </w:rPr>
        <w:t xml:space="preserve"> عليه‌السلام </w:t>
      </w:r>
      <w:r>
        <w:rPr>
          <w:rtl/>
        </w:rPr>
        <w:t xml:space="preserve"> </w:t>
      </w:r>
      <w:r>
        <w:rPr>
          <w:rFonts w:hint="cs"/>
          <w:rtl/>
        </w:rPr>
        <w:t>كان</w:t>
      </w:r>
      <w:r>
        <w:rPr>
          <w:rtl/>
        </w:rPr>
        <w:t xml:space="preserve"> </w:t>
      </w:r>
      <w:r>
        <w:rPr>
          <w:rFonts w:hint="cs"/>
          <w:rtl/>
        </w:rPr>
        <w:t>امّة</w:t>
      </w:r>
      <w:r>
        <w:rPr>
          <w:rtl/>
        </w:rPr>
        <w:t xml:space="preserve"> </w:t>
      </w:r>
      <w:r>
        <w:rPr>
          <w:rFonts w:hint="cs"/>
          <w:rtl/>
        </w:rPr>
        <w:t>قانتا</w:t>
      </w:r>
      <w:r>
        <w:rPr>
          <w:rtl/>
        </w:rPr>
        <w:t xml:space="preserve"> </w:t>
      </w:r>
      <w:r>
        <w:rPr>
          <w:rFonts w:hint="cs"/>
          <w:rtl/>
        </w:rPr>
        <w:t>لله</w:t>
      </w:r>
      <w:r>
        <w:rPr>
          <w:rtl/>
        </w:rPr>
        <w:t xml:space="preserve"> </w:t>
      </w:r>
      <w:r>
        <w:rPr>
          <w:rFonts w:hint="cs"/>
          <w:rtl/>
        </w:rPr>
        <w:t>حنيفاً</w:t>
      </w:r>
      <w:r>
        <w:rPr>
          <w:rtl/>
        </w:rPr>
        <w:t xml:space="preserve"> </w:t>
      </w:r>
      <w:r>
        <w:rPr>
          <w:rFonts w:hint="cs"/>
          <w:rtl/>
        </w:rPr>
        <w:t>ولم</w:t>
      </w:r>
      <w:r>
        <w:rPr>
          <w:rtl/>
        </w:rPr>
        <w:t xml:space="preserve"> </w:t>
      </w:r>
      <w:r>
        <w:rPr>
          <w:rFonts w:hint="cs"/>
          <w:rtl/>
        </w:rPr>
        <w:t>يك</w:t>
      </w:r>
      <w:r>
        <w:rPr>
          <w:rtl/>
        </w:rPr>
        <w:t xml:space="preserve"> </w:t>
      </w:r>
      <w:r>
        <w:rPr>
          <w:rFonts w:hint="cs"/>
          <w:rtl/>
        </w:rPr>
        <w:t>من</w:t>
      </w:r>
      <w:r>
        <w:rPr>
          <w:rtl/>
        </w:rPr>
        <w:t xml:space="preserve"> </w:t>
      </w:r>
      <w:r>
        <w:rPr>
          <w:rFonts w:hint="cs"/>
          <w:rtl/>
        </w:rPr>
        <w:t>ال</w:t>
      </w:r>
      <w:r>
        <w:rPr>
          <w:rtl/>
        </w:rPr>
        <w:t>مشركين</w:t>
      </w:r>
    </w:p>
    <w:p w:rsidR="001F628F" w:rsidRDefault="001F628F" w:rsidP="001F628F">
      <w:pPr>
        <w:pStyle w:val="libNormal"/>
        <w:rPr>
          <w:rtl/>
        </w:rPr>
      </w:pPr>
      <w:r>
        <w:rPr>
          <w:rFonts w:hint="eastAsia"/>
          <w:rtl/>
        </w:rPr>
        <w:t>اس</w:t>
      </w:r>
      <w:r>
        <w:rPr>
          <w:rtl/>
        </w:rPr>
        <w:t xml:space="preserve"> آيت كريمہ كا ما قبل آيت سے ربط اور درج ذيل 3 نكات كو مد نظر ركھتے ہوئے مذكورہ تفسير كا استفادہ ہوتا ہے_</w:t>
      </w:r>
    </w:p>
    <w:p w:rsidR="001F628F" w:rsidRDefault="001F628F" w:rsidP="001F628F">
      <w:pPr>
        <w:pStyle w:val="libNormal"/>
        <w:rPr>
          <w:rtl/>
        </w:rPr>
      </w:pPr>
      <w:r>
        <w:rPr>
          <w:rtl/>
        </w:rPr>
        <w:t>1_گذشتہ آيات بدعت اور حلال كو حرام اور حرام الہى كو حلال كرنے كے بارے مي</w:t>
      </w:r>
      <w:r w:rsidR="00083993">
        <w:rPr>
          <w:rtl/>
        </w:rPr>
        <w:t xml:space="preserve">ں </w:t>
      </w:r>
      <w:r>
        <w:rPr>
          <w:rtl/>
        </w:rPr>
        <w:t>تھي</w:t>
      </w:r>
      <w:r w:rsidR="00083993">
        <w:rPr>
          <w:rtl/>
        </w:rPr>
        <w:t xml:space="preserve">ں </w:t>
      </w:r>
      <w:r>
        <w:rPr>
          <w:rtl/>
        </w:rPr>
        <w:t>_</w:t>
      </w:r>
    </w:p>
    <w:p w:rsidR="001F628F" w:rsidRDefault="001F628F" w:rsidP="001F628F">
      <w:pPr>
        <w:pStyle w:val="libNormal"/>
        <w:rPr>
          <w:rtl/>
        </w:rPr>
      </w:pPr>
      <w:r>
        <w:rPr>
          <w:rtl/>
        </w:rPr>
        <w:t>2_ تمام آسمانى اديان كے پيروكار حضرت ابراہيم</w:t>
      </w:r>
      <w:r w:rsidR="00367F17" w:rsidRPr="00367F17">
        <w:rPr>
          <w:rStyle w:val="libAlaemChar"/>
          <w:rtl/>
        </w:rPr>
        <w:t xml:space="preserve"> عليه‌السلام </w:t>
      </w:r>
      <w:r>
        <w:rPr>
          <w:rtl/>
        </w:rPr>
        <w:t xml:space="preserve"> كے دين كے دعوى دار ہي</w:t>
      </w:r>
      <w:r w:rsidR="00083993">
        <w:rPr>
          <w:rtl/>
        </w:rPr>
        <w:t xml:space="preserve">ں </w:t>
      </w:r>
      <w:r>
        <w:rPr>
          <w:rtl/>
        </w:rPr>
        <w:t>_</w:t>
      </w:r>
    </w:p>
    <w:p w:rsidR="001F628F" w:rsidRDefault="001F628F" w:rsidP="001F628F">
      <w:pPr>
        <w:pStyle w:val="libNormal"/>
        <w:rPr>
          <w:rtl/>
        </w:rPr>
      </w:pPr>
      <w:r>
        <w:rPr>
          <w:rtl/>
        </w:rPr>
        <w:t>3_ اس چيز كا ذكر كہ حضرت ابراہيم</w:t>
      </w:r>
      <w:r w:rsidR="00367F17" w:rsidRPr="00367F17">
        <w:rPr>
          <w:rStyle w:val="libAlaemChar"/>
          <w:rtl/>
        </w:rPr>
        <w:t xml:space="preserve"> عليه‌السلام </w:t>
      </w:r>
      <w:r>
        <w:rPr>
          <w:rtl/>
        </w:rPr>
        <w:t xml:space="preserve"> خداكے سامنے خاضع اور حنيف تھے ان افراد پر انگشت نمائي ہے جو حضرت ابراہيم</w:t>
      </w:r>
      <w:r w:rsidR="00367F17" w:rsidRPr="00367F17">
        <w:rPr>
          <w:rStyle w:val="libAlaemChar"/>
          <w:rtl/>
        </w:rPr>
        <w:t xml:space="preserve"> عليه‌السلام </w:t>
      </w:r>
      <w:r>
        <w:rPr>
          <w:rtl/>
        </w:rPr>
        <w:t xml:space="preserve"> كى پيرو ى كا دعوى كرتے ہي</w:t>
      </w:r>
      <w:r w:rsidR="00083993">
        <w:rPr>
          <w:rtl/>
        </w:rPr>
        <w:t xml:space="preserve">ں </w:t>
      </w:r>
      <w:r>
        <w:rPr>
          <w:rtl/>
        </w:rPr>
        <w:t>ليكن اسكے باو جود كسى دليل كے بغير امو ر كو حلال اور حرام قرار ديتے ہي</w:t>
      </w:r>
      <w:r w:rsidR="00083993">
        <w:rPr>
          <w:rtl/>
        </w:rPr>
        <w:t xml:space="preserve">ں </w:t>
      </w:r>
      <w:r>
        <w:rPr>
          <w:rtl/>
        </w:rPr>
        <w:t>_</w:t>
      </w:r>
    </w:p>
    <w:p w:rsidR="001F628F" w:rsidRDefault="001F628F" w:rsidP="00985357">
      <w:pPr>
        <w:pStyle w:val="libNormal"/>
        <w:rPr>
          <w:rtl/>
        </w:rPr>
      </w:pPr>
      <w:r>
        <w:rPr>
          <w:rtl/>
        </w:rPr>
        <w:t>6_حضرت ابراہيم</w:t>
      </w:r>
      <w:r w:rsidR="00367F17" w:rsidRPr="00367F17">
        <w:rPr>
          <w:rStyle w:val="libAlaemChar"/>
          <w:rtl/>
        </w:rPr>
        <w:t xml:space="preserve"> عليه‌السلام </w:t>
      </w:r>
      <w:r>
        <w:rPr>
          <w:rtl/>
        </w:rPr>
        <w:t xml:space="preserve"> ،شرك سے منزہ اور مشركي</w:t>
      </w:r>
      <w:r w:rsidR="00083993">
        <w:rPr>
          <w:rtl/>
        </w:rPr>
        <w:t xml:space="preserve">ں </w:t>
      </w:r>
      <w:r>
        <w:rPr>
          <w:rtl/>
        </w:rPr>
        <w:t>كيصنف سے جدا تھے_</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...ولم يك من المشركين</w:t>
      </w:r>
    </w:p>
    <w:p w:rsidR="001F628F" w:rsidRPr="00985357" w:rsidRDefault="001F628F" w:rsidP="001F628F">
      <w:pPr>
        <w:pStyle w:val="libNormal"/>
        <w:rPr>
          <w:rStyle w:val="libArabicChar"/>
          <w:rtl/>
        </w:rPr>
      </w:pPr>
      <w:r>
        <w:rPr>
          <w:rtl/>
        </w:rPr>
        <w:t xml:space="preserve">7_ </w:t>
      </w:r>
      <w:r w:rsidRPr="00985357">
        <w:rPr>
          <w:rStyle w:val="libArabicChar"/>
          <w:rtl/>
        </w:rPr>
        <w:t xml:space="preserve">عن ا بى جعفر </w:t>
      </w:r>
      <w:r w:rsidR="00367F17" w:rsidRPr="00367F17">
        <w:rPr>
          <w:rStyle w:val="libAlaemChar"/>
          <w:rtl/>
        </w:rPr>
        <w:t xml:space="preserve"> عليه‌السلام </w:t>
      </w:r>
      <w:r w:rsidRPr="00985357">
        <w:rPr>
          <w:rStyle w:val="libArabicChar"/>
          <w:rtl/>
        </w:rPr>
        <w:t xml:space="preserve"> فى قول</w:t>
      </w:r>
      <w:r w:rsidR="00120F63" w:rsidRPr="00B2551F">
        <w:rPr>
          <w:rStyle w:val="libArabicChar"/>
          <w:rFonts w:hint="cs"/>
          <w:rtl/>
        </w:rPr>
        <w:t>ه</w:t>
      </w:r>
      <w:r w:rsidRPr="00985357">
        <w:rPr>
          <w:rStyle w:val="libArabicChar"/>
          <w:rtl/>
        </w:rPr>
        <w:t xml:space="preserve"> ''</w:t>
      </w:r>
      <w:r w:rsidRPr="00985357">
        <w:rPr>
          <w:rStyle w:val="libArabicChar"/>
          <w:rFonts w:hint="cs"/>
          <w:rtl/>
        </w:rPr>
        <w:t>انّ</w:t>
      </w:r>
      <w:r w:rsidRPr="00985357">
        <w:rPr>
          <w:rStyle w:val="libArabicChar"/>
          <w:rtl/>
        </w:rPr>
        <w:t xml:space="preserve"> </w:t>
      </w:r>
      <w:r w:rsidRPr="00985357">
        <w:rPr>
          <w:rStyle w:val="libArabicChar"/>
          <w:rFonts w:hint="cs"/>
          <w:rtl/>
        </w:rPr>
        <w:t>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00367F17" w:rsidRPr="00367F17">
        <w:rPr>
          <w:rStyle w:val="libAlaemChar"/>
          <w:rtl/>
        </w:rPr>
        <w:t xml:space="preserve"> عليه‌السلام </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للّ</w:t>
      </w:r>
      <w:r w:rsidR="00120F63" w:rsidRPr="00B2551F">
        <w:rPr>
          <w:rStyle w:val="libArabicChar"/>
          <w:rFonts w:hint="cs"/>
          <w:rtl/>
        </w:rPr>
        <w:t>ه</w:t>
      </w:r>
      <w:r w:rsidRPr="00985357">
        <w:rPr>
          <w:rStyle w:val="libArabicChar"/>
          <w:rtl/>
        </w:rPr>
        <w:t xml:space="preserve"> </w:t>
      </w:r>
      <w:r w:rsidRPr="00985357">
        <w:rPr>
          <w:rStyle w:val="libArabicChar"/>
          <w:rFonts w:hint="cs"/>
          <w:rtl/>
        </w:rPr>
        <w:t>حنيفا</w:t>
      </w:r>
      <w:r w:rsidRPr="00985357">
        <w:rPr>
          <w:rStyle w:val="libArabicChar"/>
          <w:rtl/>
        </w:rPr>
        <w:t xml:space="preserve">'' </w:t>
      </w:r>
      <w:r w:rsidRPr="00985357">
        <w:rPr>
          <w:rStyle w:val="libArabicChar"/>
          <w:rFonts w:hint="cs"/>
          <w:rtl/>
        </w:rPr>
        <w:t>وذلك</w:t>
      </w:r>
      <w:r w:rsidRPr="00985357">
        <w:rPr>
          <w:rStyle w:val="libArabicChar"/>
          <w:rtl/>
        </w:rPr>
        <w:t xml:space="preserve"> </w:t>
      </w:r>
      <w:r w:rsidRPr="00985357">
        <w:rPr>
          <w:rStyle w:val="libArabicChar"/>
          <w:rFonts w:hint="cs"/>
          <w:rtl/>
        </w:rPr>
        <w:t>ان</w:t>
      </w:r>
      <w:r w:rsidR="00120F63" w:rsidRPr="00B2551F">
        <w:rPr>
          <w:rStyle w:val="libArabicChar"/>
          <w:rFonts w:hint="cs"/>
          <w:rtl/>
        </w:rPr>
        <w:t>ه</w:t>
      </w:r>
      <w:r w:rsidRPr="00985357">
        <w:rPr>
          <w:rStyle w:val="libArabicChar"/>
          <w:rtl/>
        </w:rPr>
        <w:t xml:space="preserve"> </w:t>
      </w:r>
      <w:r w:rsidRPr="00985357">
        <w:rPr>
          <w:rStyle w:val="libArabicChar"/>
          <w:rFonts w:hint="cs"/>
          <w:rtl/>
        </w:rPr>
        <w:t>على</w:t>
      </w:r>
      <w:r w:rsidRPr="00985357">
        <w:rPr>
          <w:rStyle w:val="libArabicChar"/>
          <w:rtl/>
        </w:rPr>
        <w:t xml:space="preserve"> </w:t>
      </w:r>
      <w:r w:rsidRPr="00985357">
        <w:rPr>
          <w:rStyle w:val="libArabicChar"/>
          <w:rFonts w:hint="cs"/>
          <w:rtl/>
        </w:rPr>
        <w:t>دين</w:t>
      </w:r>
      <w:r w:rsidRPr="00985357">
        <w:rPr>
          <w:rStyle w:val="libArabicChar"/>
          <w:rtl/>
        </w:rPr>
        <w:t xml:space="preserve"> </w:t>
      </w:r>
      <w:r w:rsidRPr="00985357">
        <w:rPr>
          <w:rStyle w:val="libArabicChar"/>
          <w:rFonts w:hint="cs"/>
          <w:rtl/>
        </w:rPr>
        <w:t>لم</w:t>
      </w:r>
      <w:r w:rsidRPr="00985357">
        <w:rPr>
          <w:rStyle w:val="libArabicChar"/>
          <w:rtl/>
        </w:rPr>
        <w:t xml:space="preserve"> </w:t>
      </w:r>
      <w:r w:rsidRPr="00985357">
        <w:rPr>
          <w:rStyle w:val="libArabicChar"/>
          <w:rFonts w:hint="cs"/>
          <w:rtl/>
        </w:rPr>
        <w:t>يكن</w:t>
      </w:r>
      <w:r w:rsidRPr="00985357">
        <w:rPr>
          <w:rStyle w:val="libArabicChar"/>
          <w:rtl/>
        </w:rPr>
        <w:t xml:space="preserve"> </w:t>
      </w:r>
      <w:r w:rsidRPr="00985357">
        <w:rPr>
          <w:rStyle w:val="libArabicChar"/>
          <w:rFonts w:hint="cs"/>
          <w:rtl/>
        </w:rPr>
        <w:t>علي</w:t>
      </w:r>
      <w:r w:rsidR="00120F63" w:rsidRPr="00B2551F">
        <w:rPr>
          <w:rStyle w:val="libArabicChar"/>
          <w:rFonts w:hint="cs"/>
          <w:rtl/>
        </w:rPr>
        <w:t>ه</w:t>
      </w:r>
      <w:r w:rsidRPr="00985357">
        <w:rPr>
          <w:rStyle w:val="libArabicChar"/>
          <w:rtl/>
        </w:rPr>
        <w:t xml:space="preserve"> </w:t>
      </w:r>
      <w:r w:rsidRPr="00985357">
        <w:rPr>
          <w:rStyle w:val="libArabicChar"/>
          <w:rFonts w:hint="cs"/>
          <w:rtl/>
        </w:rPr>
        <w:t>احد</w:t>
      </w:r>
      <w:r w:rsidRPr="00985357">
        <w:rPr>
          <w:rStyle w:val="libArabicChar"/>
          <w:rtl/>
        </w:rPr>
        <w:t xml:space="preserve"> </w:t>
      </w:r>
      <w:r w:rsidRPr="00985357">
        <w:rPr>
          <w:rStyle w:val="libArabicChar"/>
          <w:rFonts w:hint="cs"/>
          <w:rtl/>
        </w:rPr>
        <w:t>غير</w:t>
      </w:r>
      <w:r w:rsidR="00120F63" w:rsidRPr="00B2551F">
        <w:rPr>
          <w:rStyle w:val="libArabicChar"/>
          <w:rFonts w:hint="cs"/>
          <w:rtl/>
        </w:rPr>
        <w:t>ه</w:t>
      </w:r>
      <w:r w:rsidRPr="00985357">
        <w:rPr>
          <w:rStyle w:val="libArabicChar"/>
          <w:rtl/>
        </w:rPr>
        <w:t xml:space="preserve"> </w:t>
      </w:r>
      <w:r w:rsidRPr="00985357">
        <w:rPr>
          <w:rStyle w:val="libArabicChar"/>
          <w:rFonts w:hint="cs"/>
          <w:rtl/>
        </w:rPr>
        <w:t>فكان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واحدة</w:t>
      </w:r>
      <w:r w:rsidRPr="00985357">
        <w:rPr>
          <w:rStyle w:val="libArabicChar"/>
          <w:rtl/>
        </w:rPr>
        <w:t xml:space="preserve"> </w:t>
      </w:r>
      <w:r w:rsidRPr="00985357">
        <w:rPr>
          <w:rStyle w:val="libArabicChar"/>
          <w:rFonts w:hint="cs"/>
          <w:rtl/>
        </w:rPr>
        <w:t>وا</w:t>
      </w:r>
      <w:r w:rsidRPr="00985357">
        <w:rPr>
          <w:rStyle w:val="libArabicChar"/>
          <w:rtl/>
        </w:rPr>
        <w:t xml:space="preserve"> </w:t>
      </w:r>
      <w:r w:rsidRPr="00985357">
        <w:rPr>
          <w:rStyle w:val="libArabicChar"/>
          <w:rFonts w:hint="cs"/>
          <w:rtl/>
        </w:rPr>
        <w:t>مّا</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فالمطيع</w:t>
      </w:r>
      <w:r w:rsidRPr="00985357">
        <w:rPr>
          <w:rStyle w:val="libArabicChar"/>
          <w:rtl/>
        </w:rPr>
        <w:t xml:space="preserve"> </w:t>
      </w:r>
      <w:r w:rsidRPr="00985357">
        <w:rPr>
          <w:rStyle w:val="libArabicChar"/>
          <w:rFonts w:hint="cs"/>
          <w:rtl/>
        </w:rPr>
        <w:t>وامّا</w:t>
      </w:r>
      <w:r w:rsidRPr="00985357">
        <w:rPr>
          <w:rStyle w:val="libArabicChar"/>
          <w:rtl/>
        </w:rPr>
        <w:t xml:space="preserve"> </w:t>
      </w:r>
      <w:r w:rsidRPr="00985357">
        <w:rPr>
          <w:rStyle w:val="libArabicChar"/>
          <w:rFonts w:hint="cs"/>
          <w:rtl/>
        </w:rPr>
        <w:t>الحنيف</w:t>
      </w:r>
      <w:r w:rsidRPr="00985357">
        <w:rPr>
          <w:rStyle w:val="libArabicChar"/>
          <w:rtl/>
        </w:rPr>
        <w:t xml:space="preserve"> </w:t>
      </w:r>
      <w:r w:rsidRPr="00985357">
        <w:rPr>
          <w:rStyle w:val="libArabicChar"/>
          <w:rFonts w:hint="cs"/>
          <w:rtl/>
        </w:rPr>
        <w:t>فالمسلم</w:t>
      </w:r>
      <w:r w:rsidRPr="00985357">
        <w:rPr>
          <w:rStyle w:val="libArabicChar"/>
          <w:rtl/>
        </w:rPr>
        <w:t xml:space="preserve"> ...''</w:t>
      </w:r>
    </w:p>
    <w:p w:rsidR="00985357" w:rsidRDefault="001E7F9D" w:rsidP="00F73EDE">
      <w:pPr>
        <w:pStyle w:val="libPoemTini"/>
        <w:rPr>
          <w:rtl/>
        </w:rPr>
      </w:pPr>
      <w:r>
        <w:rPr>
          <w:rtl/>
        </w:rPr>
        <w:cr/>
      </w:r>
      <w:r>
        <w:rPr>
          <w:rtl/>
        </w:rPr>
        <w:br w:type="page"/>
      </w:r>
    </w:p>
    <w:p w:rsidR="001F628F" w:rsidRDefault="001F628F" w:rsidP="00985357">
      <w:pPr>
        <w:pStyle w:val="libNormal"/>
        <w:rPr>
          <w:rtl/>
        </w:rPr>
      </w:pPr>
      <w:r>
        <w:rPr>
          <w:rFonts w:hint="eastAsia"/>
          <w:rtl/>
        </w:rPr>
        <w:lastRenderedPageBreak/>
        <w:t>امام</w:t>
      </w:r>
      <w:r>
        <w:rPr>
          <w:rtl/>
        </w:rPr>
        <w:t xml:space="preserve"> باقر </w:t>
      </w:r>
      <w:r w:rsidR="00367F17" w:rsidRPr="00367F17">
        <w:rPr>
          <w:rStyle w:val="libAlaemChar"/>
          <w:rtl/>
        </w:rPr>
        <w:t xml:space="preserve"> عليه‌السلام </w:t>
      </w:r>
      <w:r>
        <w:rPr>
          <w:rtl/>
        </w:rPr>
        <w:t xml:space="preserve"> سے خدا وند عالم كے اس قو ل</w:t>
      </w:r>
      <w:r w:rsidRPr="00985357">
        <w:rPr>
          <w:rStyle w:val="libArabicChar"/>
          <w:rtl/>
        </w:rPr>
        <w:t>''ان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لله</w:t>
      </w:r>
      <w:r w:rsidRPr="00985357">
        <w:rPr>
          <w:rStyle w:val="libArabicChar"/>
          <w:rtl/>
        </w:rPr>
        <w:t xml:space="preserve"> </w:t>
      </w:r>
      <w:r w:rsidRPr="00985357">
        <w:rPr>
          <w:rStyle w:val="libArabicChar"/>
          <w:rFonts w:hint="cs"/>
          <w:rtl/>
        </w:rPr>
        <w:t>حني</w:t>
      </w:r>
      <w:r w:rsidRPr="00985357">
        <w:rPr>
          <w:rStyle w:val="libArabicChar"/>
          <w:rtl/>
        </w:rPr>
        <w:t xml:space="preserve">فاً'' </w:t>
      </w:r>
      <w:r>
        <w:rPr>
          <w:rtl/>
        </w:rPr>
        <w:t>كے بارے مي</w:t>
      </w:r>
      <w:r w:rsidR="00083993">
        <w:rPr>
          <w:rtl/>
        </w:rPr>
        <w:t xml:space="preserve">ں </w:t>
      </w:r>
      <w:r>
        <w:rPr>
          <w:rtl/>
        </w:rPr>
        <w:t>روايت نقل ہوئي ہے : حضرت ابراہيم</w:t>
      </w:r>
      <w:r w:rsidR="00367F17" w:rsidRPr="00367F17">
        <w:rPr>
          <w:rStyle w:val="libAlaemChar"/>
          <w:rtl/>
        </w:rPr>
        <w:t xml:space="preserve"> عليه‌السلام </w:t>
      </w:r>
      <w:r>
        <w:rPr>
          <w:rtl/>
        </w:rPr>
        <w:t xml:space="preserve"> كا امت ہونااس وجہ سے ہے كہ وہ ايسے دين پر تھے كہ جس دين پر انكے علاوہ كوئي دوسر انہي</w:t>
      </w:r>
      <w:r w:rsidR="00083993">
        <w:rPr>
          <w:rtl/>
        </w:rPr>
        <w:t xml:space="preserve">ں </w:t>
      </w:r>
      <w:r>
        <w:rPr>
          <w:rtl/>
        </w:rPr>
        <w:t>تھا اور'' قانتا''كا معنى مطيع اور''حنيف'' مسلم كے معنى مي</w:t>
      </w:r>
      <w:r w:rsidR="00083993">
        <w:rPr>
          <w:rtl/>
        </w:rPr>
        <w:t xml:space="preserve">ں </w:t>
      </w:r>
      <w:r>
        <w:rPr>
          <w:rtl/>
        </w:rPr>
        <w:t>ہے _</w:t>
      </w:r>
    </w:p>
    <w:p w:rsidR="001F628F" w:rsidRDefault="001F628F" w:rsidP="00985357">
      <w:pPr>
        <w:pStyle w:val="libNormal"/>
        <w:rPr>
          <w:rtl/>
        </w:rPr>
      </w:pPr>
      <w:r>
        <w:rPr>
          <w:rFonts w:hint="eastAsia"/>
          <w:rtl/>
        </w:rPr>
        <w:t>ابراہيم</w:t>
      </w:r>
      <w:r w:rsidR="00367F17" w:rsidRPr="00367F17">
        <w:rPr>
          <w:rStyle w:val="libAlaemChar"/>
          <w:rtl/>
        </w:rPr>
        <w:t xml:space="preserve"> عليه‌السلام </w:t>
      </w:r>
      <w:r>
        <w:rPr>
          <w:rtl/>
        </w:rPr>
        <w:t xml:space="preserve"> :</w:t>
      </w:r>
      <w:r>
        <w:rPr>
          <w:rFonts w:hint="eastAsia"/>
          <w:rtl/>
        </w:rPr>
        <w:t>حضرت</w:t>
      </w:r>
      <w:r>
        <w:rPr>
          <w:rtl/>
        </w:rPr>
        <w:t xml:space="preserve"> ابراہيم </w:t>
      </w:r>
      <w:r w:rsidR="00367F17" w:rsidRPr="00367F17">
        <w:rPr>
          <w:rStyle w:val="libAlaemChar"/>
          <w:rtl/>
        </w:rPr>
        <w:t xml:space="preserve"> عليه‌السلام </w:t>
      </w:r>
      <w:r>
        <w:rPr>
          <w:rtl/>
        </w:rPr>
        <w:t xml:space="preserve"> اور شرك7; حضرت ابراہيم</w:t>
      </w:r>
      <w:r w:rsidR="00367F17" w:rsidRPr="00367F17">
        <w:rPr>
          <w:rStyle w:val="libAlaemChar"/>
          <w:rtl/>
        </w:rPr>
        <w:t xml:space="preserve"> عليه‌السلام </w:t>
      </w:r>
      <w:r>
        <w:rPr>
          <w:rtl/>
        </w:rPr>
        <w:t xml:space="preserve"> كا اخلاص 4; حضرت ابراہيم</w:t>
      </w:r>
      <w:r w:rsidR="00367F17" w:rsidRPr="00367F17">
        <w:rPr>
          <w:rStyle w:val="libAlaemChar"/>
          <w:rtl/>
        </w:rPr>
        <w:t xml:space="preserve"> عليه‌السلام </w:t>
      </w:r>
      <w:r>
        <w:rPr>
          <w:rtl/>
        </w:rPr>
        <w:t xml:space="preserve"> كا اعتدال 4; حضرت ابراہيم</w:t>
      </w:r>
      <w:r w:rsidR="00367F17" w:rsidRPr="00367F17">
        <w:rPr>
          <w:rStyle w:val="libAlaemChar"/>
          <w:rtl/>
        </w:rPr>
        <w:t xml:space="preserve"> عليه‌السلام </w:t>
      </w:r>
      <w:r>
        <w:rPr>
          <w:rtl/>
        </w:rPr>
        <w:t xml:space="preserve"> كا امت ہونا 1; حضرت ابراہيم</w:t>
      </w:r>
      <w:r w:rsidR="00367F17" w:rsidRPr="00367F17">
        <w:rPr>
          <w:rStyle w:val="libAlaemChar"/>
          <w:rtl/>
        </w:rPr>
        <w:t xml:space="preserve"> عليه‌السلام </w:t>
      </w:r>
      <w:r>
        <w:rPr>
          <w:rtl/>
        </w:rPr>
        <w:t xml:space="preserve"> كا حنيف ہونا 8; حضرت ابراہيم</w:t>
      </w:r>
      <w:r w:rsidR="00367F17" w:rsidRPr="00367F17">
        <w:rPr>
          <w:rStyle w:val="libAlaemChar"/>
          <w:rtl/>
        </w:rPr>
        <w:t xml:space="preserve"> عليه‌السلام </w:t>
      </w:r>
      <w:r>
        <w:rPr>
          <w:rtl/>
        </w:rPr>
        <w:t xml:space="preserve"> كا دين 8; حضرت ابراہيم</w:t>
      </w:r>
      <w:r w:rsidR="00367F17" w:rsidRPr="00367F17">
        <w:rPr>
          <w:rStyle w:val="libAlaemChar"/>
          <w:rtl/>
        </w:rPr>
        <w:t xml:space="preserve"> عليه‌السلام </w:t>
      </w:r>
      <w:r>
        <w:rPr>
          <w:rtl/>
        </w:rPr>
        <w:t xml:space="preserve"> كا كردار3; حضرت ابراہيم </w:t>
      </w:r>
      <w:r w:rsidR="00367F17" w:rsidRPr="00367F17">
        <w:rPr>
          <w:rStyle w:val="libAlaemChar"/>
          <w:rtl/>
        </w:rPr>
        <w:t xml:space="preserve"> عليه‌السلام </w:t>
      </w:r>
      <w:r>
        <w:rPr>
          <w:rtl/>
        </w:rPr>
        <w:t xml:space="preserve"> كا قصہ2; حضرت ابراہيم</w:t>
      </w:r>
      <w:r w:rsidR="00367F17" w:rsidRPr="00367F17">
        <w:rPr>
          <w:rStyle w:val="libAlaemChar"/>
          <w:rtl/>
        </w:rPr>
        <w:t xml:space="preserve"> عليه‌السلام </w:t>
      </w:r>
      <w:r>
        <w:rPr>
          <w:rtl/>
        </w:rPr>
        <w:t xml:space="preserve"> كا منزہّ ہونا 7; حضرت ابراہيم</w:t>
      </w:r>
      <w:r w:rsidR="00367F17" w:rsidRPr="00367F17">
        <w:rPr>
          <w:rStyle w:val="libAlaemChar"/>
          <w:rtl/>
        </w:rPr>
        <w:t xml:space="preserve"> عليه‌السلام </w:t>
      </w:r>
      <w:r>
        <w:rPr>
          <w:rtl/>
        </w:rPr>
        <w:t xml:space="preserve"> كى اطاعت 8; حضرت ابراہيم</w:t>
      </w:r>
      <w:r w:rsidR="00367F17" w:rsidRPr="00367F17">
        <w:rPr>
          <w:rStyle w:val="libAlaemChar"/>
          <w:rtl/>
        </w:rPr>
        <w:t xml:space="preserve"> عليه‌السلام </w:t>
      </w:r>
      <w:r>
        <w:rPr>
          <w:rtl/>
        </w:rPr>
        <w:t xml:space="preserve"> كى توحيد عبادي2; حضرت ابراہيم </w:t>
      </w:r>
      <w:r w:rsidR="00367F17" w:rsidRPr="00367F17">
        <w:rPr>
          <w:rStyle w:val="libAlaemChar"/>
          <w:rtl/>
        </w:rPr>
        <w:t xml:space="preserve"> عليه‌السلام </w:t>
      </w:r>
      <w:r>
        <w:rPr>
          <w:rtl/>
        </w:rPr>
        <w:t xml:space="preserve"> كى خصوصيات 2،4; حضرت ابراہيم </w:t>
      </w:r>
      <w:r w:rsidR="00367F17" w:rsidRPr="00367F17">
        <w:rPr>
          <w:rStyle w:val="libAlaemChar"/>
          <w:rtl/>
        </w:rPr>
        <w:t xml:space="preserve"> عليه‌السلام </w:t>
      </w:r>
      <w:r>
        <w:rPr>
          <w:rtl/>
        </w:rPr>
        <w:t xml:space="preserve"> كى عبادت كا دوام 4; حضرت ابراہيم</w:t>
      </w:r>
      <w:r w:rsidR="00367F17" w:rsidRPr="00367F17">
        <w:rPr>
          <w:rStyle w:val="libAlaemChar"/>
          <w:rtl/>
        </w:rPr>
        <w:t xml:space="preserve"> عليه‌السلام </w:t>
      </w:r>
      <w:r>
        <w:rPr>
          <w:rtl/>
        </w:rPr>
        <w:t xml:space="preserve"> كے امت ہونے كا فلسفہ 8;حضرت ابراہيم </w:t>
      </w:r>
      <w:r w:rsidR="00367F17" w:rsidRPr="00367F17">
        <w:rPr>
          <w:rStyle w:val="libAlaemChar"/>
          <w:rtl/>
        </w:rPr>
        <w:t xml:space="preserve"> عليه‌السلام </w:t>
      </w:r>
      <w:r>
        <w:rPr>
          <w:rtl/>
        </w:rPr>
        <w:t xml:space="preserve"> كے دين كى اہميت 6; حضرت ابراہيم</w:t>
      </w:r>
      <w:r w:rsidR="00367F17" w:rsidRPr="00367F17">
        <w:rPr>
          <w:rStyle w:val="libAlaemChar"/>
          <w:rtl/>
        </w:rPr>
        <w:t xml:space="preserve"> عليه‌السلام </w:t>
      </w:r>
      <w:r>
        <w:rPr>
          <w:rtl/>
        </w:rPr>
        <w:t xml:space="preserve"> كے فضائل 1،4</w:t>
      </w:r>
    </w:p>
    <w:p w:rsidR="001F628F" w:rsidRDefault="001F628F" w:rsidP="00985357">
      <w:pPr>
        <w:pStyle w:val="libNormal"/>
        <w:rPr>
          <w:rtl/>
        </w:rPr>
      </w:pPr>
      <w:r>
        <w:rPr>
          <w:rFonts w:hint="eastAsia"/>
          <w:rtl/>
        </w:rPr>
        <w:t>اديان</w:t>
      </w:r>
      <w:r>
        <w:rPr>
          <w:rtl/>
        </w:rPr>
        <w:t>:</w:t>
      </w:r>
      <w:r>
        <w:rPr>
          <w:rFonts w:hint="eastAsia"/>
          <w:rtl/>
        </w:rPr>
        <w:t>اديان</w:t>
      </w:r>
      <w:r>
        <w:rPr>
          <w:rtl/>
        </w:rPr>
        <w:t xml:space="preserve"> كے صحيح ہونے كا معيار 6</w:t>
      </w:r>
    </w:p>
    <w:p w:rsidR="001F628F" w:rsidRDefault="001F628F" w:rsidP="00985357">
      <w:pPr>
        <w:pStyle w:val="libNormal"/>
        <w:rPr>
          <w:rtl/>
        </w:rPr>
      </w:pPr>
      <w:r>
        <w:rPr>
          <w:rFonts w:hint="eastAsia"/>
          <w:rtl/>
        </w:rPr>
        <w:t>اطاعت</w:t>
      </w:r>
      <w:r>
        <w:rPr>
          <w:rtl/>
        </w:rPr>
        <w:t>:</w:t>
      </w:r>
      <w:r>
        <w:rPr>
          <w:rFonts w:hint="eastAsia"/>
          <w:rtl/>
        </w:rPr>
        <w:t>اطاعت</w:t>
      </w:r>
      <w:r>
        <w:rPr>
          <w:rtl/>
        </w:rPr>
        <w:t xml:space="preserve"> كے آثار 5</w:t>
      </w:r>
    </w:p>
    <w:p w:rsidR="001F628F" w:rsidRDefault="001F628F" w:rsidP="00985357">
      <w:pPr>
        <w:pStyle w:val="libNormal"/>
        <w:rPr>
          <w:rtl/>
        </w:rPr>
      </w:pPr>
      <w:r>
        <w:rPr>
          <w:rFonts w:hint="eastAsia"/>
          <w:rtl/>
        </w:rPr>
        <w:t>اعتدال</w:t>
      </w:r>
      <w:r>
        <w:rPr>
          <w:rtl/>
        </w:rPr>
        <w:t>:</w:t>
      </w:r>
      <w:r>
        <w:rPr>
          <w:rFonts w:hint="eastAsia"/>
          <w:rtl/>
        </w:rPr>
        <w:t>اعتدال</w:t>
      </w:r>
      <w:r>
        <w:rPr>
          <w:rtl/>
        </w:rPr>
        <w:t xml:space="preserve"> كے آثار 5</w:t>
      </w:r>
    </w:p>
    <w:p w:rsidR="001F628F" w:rsidRDefault="001F628F" w:rsidP="00985357">
      <w:pPr>
        <w:pStyle w:val="libNormal"/>
        <w:rPr>
          <w:rtl/>
        </w:rPr>
      </w:pPr>
      <w:r>
        <w:rPr>
          <w:rFonts w:hint="eastAsia"/>
          <w:rtl/>
        </w:rPr>
        <w:t>اقوام</w:t>
      </w:r>
      <w:r>
        <w:rPr>
          <w:rtl/>
        </w:rPr>
        <w:t>:</w:t>
      </w:r>
      <w:r>
        <w:rPr>
          <w:rFonts w:hint="eastAsia"/>
          <w:rtl/>
        </w:rPr>
        <w:t>توحيد</w:t>
      </w:r>
      <w:r>
        <w:rPr>
          <w:rtl/>
        </w:rPr>
        <w:t xml:space="preserve"> ى امت كا بانى 3</w:t>
      </w:r>
    </w:p>
    <w:p w:rsidR="001F628F" w:rsidRDefault="001F628F" w:rsidP="00985357">
      <w:pPr>
        <w:pStyle w:val="libNormal"/>
        <w:rPr>
          <w:rtl/>
        </w:rPr>
      </w:pPr>
      <w:r>
        <w:rPr>
          <w:rFonts w:hint="eastAsia"/>
          <w:rtl/>
        </w:rPr>
        <w:t>تسليم</w:t>
      </w:r>
      <w:r>
        <w:rPr>
          <w:rtl/>
        </w:rPr>
        <w:t>:</w:t>
      </w:r>
      <w:r>
        <w:rPr>
          <w:rFonts w:hint="eastAsia"/>
          <w:rtl/>
        </w:rPr>
        <w:t>خدا</w:t>
      </w:r>
      <w:r>
        <w:rPr>
          <w:rtl/>
        </w:rPr>
        <w:t xml:space="preserve"> كے سامنے تسليم كے آثار 5</w:t>
      </w:r>
    </w:p>
    <w:p w:rsidR="001F628F" w:rsidRDefault="001F628F" w:rsidP="001F628F">
      <w:pPr>
        <w:pStyle w:val="libNormal"/>
        <w:rPr>
          <w:rtl/>
        </w:rPr>
      </w:pPr>
      <w:r>
        <w:rPr>
          <w:rFonts w:hint="eastAsia"/>
          <w:rtl/>
        </w:rPr>
        <w:t>روايت</w:t>
      </w:r>
      <w:r>
        <w:rPr>
          <w:rtl/>
        </w:rPr>
        <w:t>:8</w:t>
      </w:r>
    </w:p>
    <w:p w:rsidR="001F628F" w:rsidRDefault="001F628F" w:rsidP="00985357">
      <w:pPr>
        <w:pStyle w:val="libNormal"/>
        <w:rPr>
          <w:rtl/>
        </w:rPr>
      </w:pPr>
      <w:r>
        <w:rPr>
          <w:rFonts w:hint="eastAsia"/>
          <w:rtl/>
        </w:rPr>
        <w:t>صراط</w:t>
      </w:r>
      <w:r>
        <w:rPr>
          <w:rtl/>
        </w:rPr>
        <w:t xml:space="preserve"> مستقيم:</w:t>
      </w:r>
      <w:r>
        <w:rPr>
          <w:rFonts w:hint="eastAsia"/>
          <w:rtl/>
        </w:rPr>
        <w:t>صراط</w:t>
      </w:r>
      <w:r>
        <w:rPr>
          <w:rtl/>
        </w:rPr>
        <w:t xml:space="preserve"> مستقيم كى اہميت 5</w:t>
      </w:r>
    </w:p>
    <w:p w:rsidR="001F628F" w:rsidRDefault="001F628F" w:rsidP="001F628F">
      <w:pPr>
        <w:pStyle w:val="libNormal"/>
        <w:rPr>
          <w:rtl/>
        </w:rPr>
      </w:pPr>
      <w:r>
        <w:rPr>
          <w:rFonts w:hint="eastAsia"/>
          <w:rtl/>
        </w:rPr>
        <w:t>موّحد</w:t>
      </w:r>
      <w:r>
        <w:rPr>
          <w:rtl/>
        </w:rPr>
        <w:t xml:space="preserve"> افراد :2،7</w:t>
      </w:r>
    </w:p>
    <w:p w:rsidR="00985357" w:rsidRDefault="001E7F9D" w:rsidP="00F73EDE">
      <w:pPr>
        <w:pStyle w:val="libPoemTini"/>
        <w:rPr>
          <w:rtl/>
        </w:rPr>
      </w:pPr>
      <w:r>
        <w:rPr>
          <w:rtl/>
        </w:rPr>
        <w:br w:type="page"/>
      </w:r>
    </w:p>
    <w:p w:rsidR="00985357" w:rsidRPr="00120F63" w:rsidRDefault="00985357" w:rsidP="00985357">
      <w:pPr>
        <w:pStyle w:val="Heading2Center"/>
        <w:rPr>
          <w:rtl/>
        </w:rPr>
      </w:pPr>
      <w:bookmarkStart w:id="267" w:name="_Toc28081945"/>
      <w:r>
        <w:rPr>
          <w:rFonts w:hint="cs"/>
          <w:rtl/>
        </w:rPr>
        <w:lastRenderedPageBreak/>
        <w:t xml:space="preserve">آیت </w:t>
      </w:r>
      <w:r w:rsidRPr="00120F63">
        <w:rPr>
          <w:rFonts w:hint="cs"/>
          <w:rtl/>
        </w:rPr>
        <w:t>121</w:t>
      </w:r>
      <w:bookmarkEnd w:id="267"/>
    </w:p>
    <w:p w:rsidR="001F628F" w:rsidRDefault="00E260F9" w:rsidP="00985357">
      <w:pPr>
        <w:pStyle w:val="libNormal"/>
        <w:rPr>
          <w:rtl/>
        </w:rPr>
      </w:pPr>
      <w:r w:rsidRPr="00E260F9">
        <w:rPr>
          <w:rStyle w:val="libAlaemChar"/>
          <w:rFonts w:hint="eastAsia"/>
          <w:rtl/>
        </w:rPr>
        <w:t>(</w:t>
      </w:r>
      <w:r w:rsidRPr="00985357">
        <w:rPr>
          <w:rStyle w:val="libAieChar"/>
          <w:rFonts w:hint="eastAsia"/>
          <w:rtl/>
        </w:rPr>
        <w:t>شَاكِراً</w:t>
      </w:r>
      <w:r w:rsidRPr="00985357">
        <w:rPr>
          <w:rStyle w:val="libAieChar"/>
          <w:rtl/>
        </w:rPr>
        <w:t xml:space="preserve"> لِّأَنْعُمِهِ اجْتَبَاهُ وَهَدَاهُ إِلَى صِرَاطٍ مُّسْتَقِيمٍ</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وہ</w:t>
      </w:r>
      <w:r>
        <w:rPr>
          <w:rtl/>
        </w:rPr>
        <w:t xml:space="preserve"> اللہ كى نعمتو</w:t>
      </w:r>
      <w:r w:rsidR="00083993">
        <w:rPr>
          <w:rtl/>
        </w:rPr>
        <w:t xml:space="preserve">ں </w:t>
      </w:r>
      <w:r>
        <w:rPr>
          <w:rtl/>
        </w:rPr>
        <w:t>كے شكرگذار تھے خدا نے انھي</w:t>
      </w:r>
      <w:r w:rsidR="00083993">
        <w:rPr>
          <w:rtl/>
        </w:rPr>
        <w:t xml:space="preserve">ں </w:t>
      </w:r>
      <w:r>
        <w:rPr>
          <w:rtl/>
        </w:rPr>
        <w:t>منتخب كيا تھا اور سيدھے راستہ كى ہدايت دى تھى _</w:t>
      </w:r>
    </w:p>
    <w:p w:rsidR="001F628F" w:rsidRDefault="001F628F" w:rsidP="001F628F">
      <w:pPr>
        <w:pStyle w:val="libNormal"/>
        <w:rPr>
          <w:rtl/>
        </w:rPr>
      </w:pPr>
      <w:r>
        <w:rPr>
          <w:rtl/>
        </w:rPr>
        <w:t>1_ خداوند عالم كى نعمتو</w:t>
      </w:r>
      <w:r w:rsidR="00083993">
        <w:rPr>
          <w:rtl/>
        </w:rPr>
        <w:t xml:space="preserve">ں </w:t>
      </w:r>
      <w:r>
        <w:rPr>
          <w:rtl/>
        </w:rPr>
        <w:t>كے مقابلہ مي</w:t>
      </w:r>
      <w:r w:rsidR="00083993">
        <w:rPr>
          <w:rtl/>
        </w:rPr>
        <w:t xml:space="preserve">ں </w:t>
      </w:r>
      <w:r>
        <w:rPr>
          <w:rtl/>
        </w:rPr>
        <w:t xml:space="preserve">شكر گزارى ، حضرت ابراہيم </w:t>
      </w:r>
      <w:r w:rsidR="00367F17" w:rsidRPr="00367F17">
        <w:rPr>
          <w:rStyle w:val="libAlaemChar"/>
          <w:rtl/>
        </w:rPr>
        <w:t xml:space="preserve"> عليه‌السلام </w:t>
      </w:r>
      <w:r>
        <w:rPr>
          <w:rtl/>
        </w:rPr>
        <w:t xml:space="preserve"> كے اوصاف اور خصوصيات مي</w:t>
      </w:r>
      <w:r w:rsidR="00083993">
        <w:rPr>
          <w:rtl/>
        </w:rPr>
        <w:t xml:space="preserve">ں </w:t>
      </w:r>
      <w:r>
        <w:rPr>
          <w:rtl/>
        </w:rPr>
        <w:t>سے تھا_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sidR="00367F17" w:rsidRPr="00367F17">
        <w:rPr>
          <w:rStyle w:val="libAlaemChar"/>
          <w:rtl/>
        </w:rPr>
        <w:t xml:space="preserve"> عليه‌السلام </w:t>
      </w:r>
      <w:r>
        <w:rPr>
          <w:rtl/>
        </w:rPr>
        <w:t xml:space="preserve"> </w:t>
      </w:r>
      <w:r>
        <w:rPr>
          <w:rFonts w:hint="cs"/>
          <w:rtl/>
        </w:rPr>
        <w:t>كان</w:t>
      </w:r>
      <w:r>
        <w:rPr>
          <w:rtl/>
        </w:rPr>
        <w:t xml:space="preserve"> ... </w:t>
      </w:r>
      <w:r>
        <w:rPr>
          <w:rFonts w:hint="cs"/>
          <w:rtl/>
        </w:rPr>
        <w:t>شاكراً</w:t>
      </w:r>
      <w:r>
        <w:rPr>
          <w:rtl/>
        </w:rPr>
        <w:t xml:space="preserve"> </w:t>
      </w:r>
      <w:r>
        <w:rPr>
          <w:rFonts w:hint="cs"/>
          <w:rtl/>
        </w:rPr>
        <w:t>لا</w:t>
      </w:r>
      <w:r>
        <w:rPr>
          <w:rtl/>
        </w:rPr>
        <w:t xml:space="preserve"> نعم</w:t>
      </w:r>
      <w:r w:rsidR="00120F63" w:rsidRPr="00ED5DE8">
        <w:rPr>
          <w:rFonts w:hint="cs"/>
          <w:rtl/>
        </w:rPr>
        <w:t>ه</w:t>
      </w:r>
    </w:p>
    <w:p w:rsidR="001F628F" w:rsidRDefault="001F628F" w:rsidP="00985357">
      <w:pPr>
        <w:pStyle w:val="libNormal"/>
        <w:rPr>
          <w:rtl/>
        </w:rPr>
      </w:pPr>
      <w:r>
        <w:rPr>
          <w:rtl/>
        </w:rPr>
        <w:t>2_ حضرت ابراہيم</w:t>
      </w:r>
      <w:r w:rsidR="00367F17" w:rsidRPr="00367F17">
        <w:rPr>
          <w:rStyle w:val="libAlaemChar"/>
          <w:rtl/>
        </w:rPr>
        <w:t xml:space="preserve"> عليه‌السلام </w:t>
      </w:r>
      <w:r>
        <w:rPr>
          <w:rtl/>
        </w:rPr>
        <w:t xml:space="preserve"> خدا كے برگزيدہ ( بندے) تھے_</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00367F17" w:rsidRPr="00367F17">
        <w:rPr>
          <w:rStyle w:val="libAlaemChar"/>
          <w:rtl/>
        </w:rPr>
        <w:t xml:space="preserve"> عليه‌السلام </w:t>
      </w:r>
      <w:r w:rsidRPr="00985357">
        <w:rPr>
          <w:rStyle w:val="libArabicChar"/>
          <w:rtl/>
        </w:rPr>
        <w:t xml:space="preserve"> ... </w:t>
      </w:r>
      <w:r w:rsidR="002B13E6" w:rsidRPr="002B13E6">
        <w:rPr>
          <w:rStyle w:val="libArabicChar"/>
          <w:rtl/>
        </w:rPr>
        <w:t>اجتباه</w:t>
      </w:r>
    </w:p>
    <w:p w:rsidR="001F628F" w:rsidRDefault="001F628F" w:rsidP="001F628F">
      <w:pPr>
        <w:pStyle w:val="libNormal"/>
        <w:rPr>
          <w:rtl/>
        </w:rPr>
      </w:pPr>
      <w:r>
        <w:rPr>
          <w:rtl/>
        </w:rPr>
        <w:t xml:space="preserve">3_ حضرت ابراہيم </w:t>
      </w:r>
      <w:r w:rsidR="00367F17" w:rsidRPr="00367F17">
        <w:rPr>
          <w:rStyle w:val="libAlaemChar"/>
          <w:rtl/>
        </w:rPr>
        <w:t xml:space="preserve"> عليه‌السلام </w:t>
      </w:r>
      <w:r>
        <w:rPr>
          <w:rtl/>
        </w:rPr>
        <w:t xml:space="preserve"> مي</w:t>
      </w:r>
      <w:r w:rsidR="00083993">
        <w:rPr>
          <w:rtl/>
        </w:rPr>
        <w:t xml:space="preserve">ں </w:t>
      </w:r>
      <w:r>
        <w:rPr>
          <w:rtl/>
        </w:rPr>
        <w:t>فرمان خداكو دل و جان سے قبول كرنے كى فكر ، انكى حق پرستى اور شرك سے اجتناب نيز ان كى شكر گزارى نے خداوند عالم كى جانب سے ان كے انتخاب مي</w:t>
      </w:r>
      <w:r w:rsidR="00083993">
        <w:rPr>
          <w:rtl/>
        </w:rPr>
        <w:t xml:space="preserve">ں </w:t>
      </w:r>
      <w:r>
        <w:rPr>
          <w:rtl/>
        </w:rPr>
        <w:t>اہم كردار ادا كيا_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sidR="00367F17" w:rsidRPr="00367F17">
        <w:rPr>
          <w:rStyle w:val="libAlaemChar"/>
          <w:rtl/>
        </w:rPr>
        <w:t xml:space="preserve"> عليه‌السلام </w:t>
      </w:r>
      <w:r>
        <w:rPr>
          <w:rtl/>
        </w:rPr>
        <w:t xml:space="preserve"> ...</w:t>
      </w:r>
      <w:r w:rsidR="002B13E6" w:rsidRPr="002B13E6">
        <w:rPr>
          <w:rFonts w:hint="cs"/>
          <w:rtl/>
        </w:rPr>
        <w:t>اجتباه</w:t>
      </w:r>
      <w:r>
        <w:rPr>
          <w:rtl/>
        </w:rPr>
        <w:t xml:space="preserve"> </w:t>
      </w:r>
      <w:r>
        <w:rPr>
          <w:rFonts w:hint="cs"/>
          <w:rtl/>
        </w:rPr>
        <w:t>كان</w:t>
      </w:r>
      <w:r>
        <w:rPr>
          <w:rtl/>
        </w:rPr>
        <w:t xml:space="preserve"> </w:t>
      </w:r>
      <w:r>
        <w:rPr>
          <w:rFonts w:hint="cs"/>
          <w:rtl/>
        </w:rPr>
        <w:t>امّة</w:t>
      </w:r>
      <w:r>
        <w:rPr>
          <w:rtl/>
        </w:rPr>
        <w:t xml:space="preserve"> </w:t>
      </w:r>
      <w:r>
        <w:rPr>
          <w:rFonts w:hint="cs"/>
          <w:rtl/>
        </w:rPr>
        <w:t>قانتاً</w:t>
      </w:r>
      <w:r>
        <w:rPr>
          <w:rtl/>
        </w:rPr>
        <w:t xml:space="preserve"> </w:t>
      </w:r>
      <w:r>
        <w:rPr>
          <w:rFonts w:hint="cs"/>
          <w:rtl/>
        </w:rPr>
        <w:t>لله</w:t>
      </w:r>
      <w:r>
        <w:rPr>
          <w:rtl/>
        </w:rPr>
        <w:t xml:space="preserve"> </w:t>
      </w:r>
      <w:r>
        <w:rPr>
          <w:rFonts w:hint="cs"/>
          <w:rtl/>
        </w:rPr>
        <w:t>حنيفاً</w:t>
      </w:r>
      <w:r>
        <w:rPr>
          <w:rtl/>
        </w:rPr>
        <w:t xml:space="preserve"> </w:t>
      </w:r>
      <w:r>
        <w:rPr>
          <w:rFonts w:hint="cs"/>
          <w:rtl/>
        </w:rPr>
        <w:t>ولم</w:t>
      </w:r>
      <w:r>
        <w:rPr>
          <w:rtl/>
        </w:rPr>
        <w:t xml:space="preserve"> </w:t>
      </w:r>
      <w:r>
        <w:rPr>
          <w:rFonts w:hint="cs"/>
          <w:rtl/>
        </w:rPr>
        <w:t>يك</w:t>
      </w:r>
      <w:r>
        <w:rPr>
          <w:rtl/>
        </w:rPr>
        <w:t xml:space="preserve"> </w:t>
      </w:r>
      <w:r>
        <w:rPr>
          <w:rFonts w:hint="cs"/>
          <w:rtl/>
        </w:rPr>
        <w:t>من</w:t>
      </w:r>
      <w:r>
        <w:rPr>
          <w:rtl/>
        </w:rPr>
        <w:t xml:space="preserve"> </w:t>
      </w:r>
      <w:r>
        <w:rPr>
          <w:rFonts w:hint="cs"/>
          <w:rtl/>
        </w:rPr>
        <w:t>المشركين</w:t>
      </w:r>
      <w:r>
        <w:rPr>
          <w:rtl/>
        </w:rPr>
        <w:t xml:space="preserve"> </w:t>
      </w:r>
      <w:r>
        <w:rPr>
          <w:rFonts w:hint="cs"/>
          <w:rtl/>
        </w:rPr>
        <w:t>شاكراً</w:t>
      </w:r>
      <w:r>
        <w:rPr>
          <w:rtl/>
        </w:rPr>
        <w:t xml:space="preserve"> </w:t>
      </w:r>
      <w:r>
        <w:rPr>
          <w:rFonts w:hint="cs"/>
          <w:rtl/>
        </w:rPr>
        <w:t>الا</w:t>
      </w:r>
      <w:r>
        <w:rPr>
          <w:rtl/>
        </w:rPr>
        <w:t xml:space="preserve"> </w:t>
      </w:r>
      <w:r>
        <w:rPr>
          <w:rFonts w:hint="cs"/>
          <w:rtl/>
        </w:rPr>
        <w:t>نعم</w:t>
      </w:r>
      <w:r w:rsidR="00120F63" w:rsidRPr="00ED5DE8">
        <w:rPr>
          <w:rFonts w:hint="cs"/>
          <w:rtl/>
        </w:rPr>
        <w:t>ه</w:t>
      </w:r>
      <w:r>
        <w:rPr>
          <w:rtl/>
        </w:rPr>
        <w:t xml:space="preserve"> </w:t>
      </w:r>
      <w:r w:rsidR="002B13E6" w:rsidRPr="002B13E6">
        <w:rPr>
          <w:rtl/>
        </w:rPr>
        <w:t>اجتباه</w:t>
      </w:r>
    </w:p>
    <w:p w:rsidR="001F628F" w:rsidRDefault="001F628F" w:rsidP="00985357">
      <w:pPr>
        <w:pStyle w:val="libNormal"/>
        <w:rPr>
          <w:rtl/>
        </w:rPr>
      </w:pPr>
      <w:r>
        <w:rPr>
          <w:rFonts w:hint="eastAsia"/>
          <w:rtl/>
        </w:rPr>
        <w:t>خداوند</w:t>
      </w:r>
      <w:r>
        <w:rPr>
          <w:rtl/>
        </w:rPr>
        <w:t xml:space="preserve"> عالم نے حضرت ابراہيم </w:t>
      </w:r>
      <w:r w:rsidR="00367F17" w:rsidRPr="00367F17">
        <w:rPr>
          <w:rStyle w:val="libAlaemChar"/>
          <w:rtl/>
        </w:rPr>
        <w:t xml:space="preserve"> عليه‌السلام </w:t>
      </w:r>
      <w:r>
        <w:rPr>
          <w:rtl/>
        </w:rPr>
        <w:t xml:space="preserve"> كے ليے چار كسبى صفات بيان كرنے كے بعد ان كے انتخاب و برگزيدگى كے مسئلہ كو پيش كيا ہے ان دو</w:t>
      </w:r>
      <w:r>
        <w:rPr>
          <w:rFonts w:hint="eastAsia"/>
          <w:rtl/>
        </w:rPr>
        <w:t>كلامو</w:t>
      </w:r>
      <w:r w:rsidR="00083993">
        <w:rPr>
          <w:rFonts w:hint="eastAsia"/>
          <w:rtl/>
        </w:rPr>
        <w:t xml:space="preserve">ں </w:t>
      </w:r>
      <w:r>
        <w:rPr>
          <w:rFonts w:hint="eastAsia"/>
          <w:rtl/>
        </w:rPr>
        <w:t>كے</w:t>
      </w:r>
      <w:r>
        <w:rPr>
          <w:rtl/>
        </w:rPr>
        <w:t xml:space="preserve"> درميان باہمى ارتباط سے استفادہ ہوتا ہے كہ معنوى اوصاف اور اخلاقى فضائل كے حصول نے حضرت ابراہيم </w:t>
      </w:r>
      <w:r w:rsidR="00367F17" w:rsidRPr="00367F17">
        <w:rPr>
          <w:rStyle w:val="libAlaemChar"/>
          <w:rtl/>
        </w:rPr>
        <w:t xml:space="preserve"> عليه‌السلام </w:t>
      </w:r>
      <w:r>
        <w:rPr>
          <w:rtl/>
        </w:rPr>
        <w:t xml:space="preserve"> كے انتخاب مي</w:t>
      </w:r>
      <w:r w:rsidR="00083993">
        <w:rPr>
          <w:rtl/>
        </w:rPr>
        <w:t xml:space="preserve">ں </w:t>
      </w:r>
      <w:r>
        <w:rPr>
          <w:rtl/>
        </w:rPr>
        <w:t>اہم كردار ادا كيا ہے _</w:t>
      </w:r>
    </w:p>
    <w:p w:rsidR="001F628F" w:rsidRDefault="001F628F" w:rsidP="00985357">
      <w:pPr>
        <w:pStyle w:val="libNormal"/>
        <w:rPr>
          <w:rtl/>
        </w:rPr>
      </w:pPr>
      <w:r>
        <w:rPr>
          <w:rtl/>
        </w:rPr>
        <w:t>4_ خداوند عالم نے حضرت ابراہيم</w:t>
      </w:r>
      <w:r w:rsidR="00367F17" w:rsidRPr="00367F17">
        <w:rPr>
          <w:rStyle w:val="libAlaemChar"/>
          <w:rtl/>
        </w:rPr>
        <w:t xml:space="preserve"> عليه‌السلام </w:t>
      </w:r>
      <w:r>
        <w:rPr>
          <w:rtl/>
        </w:rPr>
        <w:t xml:space="preserve"> كى ''صراط مستقيم'' كى طرف ہدايت فرمائي ہے _</w:t>
      </w:r>
      <w:r w:rsidR="00120F63" w:rsidRPr="00B2551F">
        <w:rPr>
          <w:rStyle w:val="libArabicChar"/>
          <w:rFonts w:hint="cs"/>
          <w:rtl/>
        </w:rPr>
        <w:t>ه</w:t>
      </w:r>
      <w:r w:rsidRPr="00985357">
        <w:rPr>
          <w:rStyle w:val="libArabicChar"/>
          <w:rFonts w:hint="cs"/>
          <w:rtl/>
        </w:rPr>
        <w:t>ذ</w:t>
      </w:r>
      <w:r w:rsidRPr="00985357">
        <w:rPr>
          <w:rStyle w:val="libArabicChar"/>
          <w:rtl/>
        </w:rPr>
        <w:t xml:space="preserve"> </w:t>
      </w:r>
      <w:r w:rsidR="00120F63" w:rsidRPr="00B2551F">
        <w:rPr>
          <w:rStyle w:val="libArabicChar"/>
          <w:rFonts w:hint="cs"/>
          <w:rtl/>
        </w:rPr>
        <w:t>ه</w:t>
      </w:r>
      <w:r w:rsidRPr="00985357">
        <w:rPr>
          <w:rStyle w:val="libArabicChar"/>
          <w:rtl/>
        </w:rPr>
        <w:t xml:space="preserve"> </w:t>
      </w:r>
      <w:r w:rsidRPr="00985357">
        <w:rPr>
          <w:rStyle w:val="libArabicChar"/>
          <w:rFonts w:hint="cs"/>
          <w:rtl/>
        </w:rPr>
        <w:t>إلى</w:t>
      </w:r>
      <w:r w:rsidRPr="00985357">
        <w:rPr>
          <w:rStyle w:val="libArabicChar"/>
          <w:rtl/>
        </w:rPr>
        <w:t xml:space="preserve"> </w:t>
      </w:r>
      <w:r w:rsidRPr="00985357">
        <w:rPr>
          <w:rStyle w:val="libArabicChar"/>
          <w:rFonts w:hint="cs"/>
          <w:rtl/>
        </w:rPr>
        <w:t>صراط</w:t>
      </w:r>
      <w:r w:rsidRPr="00985357">
        <w:rPr>
          <w:rStyle w:val="libArabicChar"/>
          <w:rtl/>
        </w:rPr>
        <w:t xml:space="preserve"> مستقيم</w:t>
      </w:r>
    </w:p>
    <w:p w:rsidR="001F628F" w:rsidRDefault="001F628F" w:rsidP="001F628F">
      <w:pPr>
        <w:pStyle w:val="libNormal"/>
        <w:rPr>
          <w:rtl/>
        </w:rPr>
      </w:pPr>
      <w:r>
        <w:rPr>
          <w:rtl/>
        </w:rPr>
        <w:t>5_ حضرت ابراہيم</w:t>
      </w:r>
      <w:r w:rsidR="00367F17" w:rsidRPr="00367F17">
        <w:rPr>
          <w:rStyle w:val="libAlaemChar"/>
          <w:rtl/>
        </w:rPr>
        <w:t xml:space="preserve"> عليه‌السلام </w:t>
      </w:r>
      <w:r>
        <w:rPr>
          <w:rtl/>
        </w:rPr>
        <w:t xml:space="preserve"> كا صراط مستقيم كى طرف ہدايت پانے كے سلسلہ مي</w:t>
      </w:r>
      <w:r w:rsidR="00083993">
        <w:rPr>
          <w:rtl/>
        </w:rPr>
        <w:t xml:space="preserve">ں </w:t>
      </w:r>
      <w:r>
        <w:rPr>
          <w:rtl/>
        </w:rPr>
        <w:t>ان مي</w:t>
      </w:r>
      <w:r w:rsidR="00083993">
        <w:rPr>
          <w:rtl/>
        </w:rPr>
        <w:t xml:space="preserve">ں </w:t>
      </w:r>
      <w:r>
        <w:rPr>
          <w:rtl/>
        </w:rPr>
        <w:t>خدا كے سامنے سر تسليم خم ہونے كى فكر ، حق پرستى ، شرك سے اجتناب اور ان كى شكر گزارى كا اہم كردار ہے_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Pr>
          <w:rtl/>
        </w:rPr>
        <w:t xml:space="preserve"> </w:t>
      </w:r>
      <w:r>
        <w:rPr>
          <w:rFonts w:hint="cs"/>
          <w:rtl/>
        </w:rPr>
        <w:t>كان</w:t>
      </w:r>
      <w:r>
        <w:rPr>
          <w:rtl/>
        </w:rPr>
        <w:t xml:space="preserve"> </w:t>
      </w:r>
      <w:r>
        <w:rPr>
          <w:rFonts w:hint="cs"/>
          <w:rtl/>
        </w:rPr>
        <w:t>امّة</w:t>
      </w:r>
      <w:r>
        <w:rPr>
          <w:rtl/>
        </w:rPr>
        <w:t xml:space="preserve"> </w:t>
      </w:r>
      <w:r>
        <w:rPr>
          <w:rFonts w:hint="cs"/>
          <w:rtl/>
        </w:rPr>
        <w:t>قانتاً</w:t>
      </w:r>
      <w:r>
        <w:rPr>
          <w:rtl/>
        </w:rPr>
        <w:t xml:space="preserve"> </w:t>
      </w:r>
      <w:r>
        <w:rPr>
          <w:rFonts w:hint="cs"/>
          <w:rtl/>
        </w:rPr>
        <w:t>لله</w:t>
      </w:r>
      <w:r>
        <w:rPr>
          <w:rtl/>
        </w:rPr>
        <w:t xml:space="preserve"> </w:t>
      </w:r>
      <w:r>
        <w:rPr>
          <w:rFonts w:hint="cs"/>
          <w:rtl/>
        </w:rPr>
        <w:t>حنيفاً</w:t>
      </w:r>
      <w:r>
        <w:rPr>
          <w:rtl/>
        </w:rPr>
        <w:t xml:space="preserve"> </w:t>
      </w:r>
      <w:r>
        <w:rPr>
          <w:rFonts w:hint="cs"/>
          <w:rtl/>
        </w:rPr>
        <w:t>ولم</w:t>
      </w:r>
      <w:r>
        <w:rPr>
          <w:rtl/>
        </w:rPr>
        <w:t xml:space="preserve"> </w:t>
      </w:r>
      <w:r>
        <w:rPr>
          <w:rFonts w:hint="cs"/>
          <w:rtl/>
        </w:rPr>
        <w:t>يك</w:t>
      </w:r>
      <w:r>
        <w:rPr>
          <w:rtl/>
        </w:rPr>
        <w:t xml:space="preserve"> </w:t>
      </w:r>
      <w:r>
        <w:rPr>
          <w:rFonts w:hint="cs"/>
          <w:rtl/>
        </w:rPr>
        <w:t>من</w:t>
      </w:r>
      <w:r>
        <w:rPr>
          <w:rtl/>
        </w:rPr>
        <w:t xml:space="preserve"> </w:t>
      </w:r>
      <w:r>
        <w:rPr>
          <w:rFonts w:hint="cs"/>
          <w:rtl/>
        </w:rPr>
        <w:t>المشركين</w:t>
      </w:r>
      <w:r>
        <w:rPr>
          <w:rtl/>
        </w:rPr>
        <w:t xml:space="preserve"> </w:t>
      </w:r>
      <w:r>
        <w:rPr>
          <w:rFonts w:hint="cs"/>
          <w:rtl/>
        </w:rPr>
        <w:t>شاكراً</w:t>
      </w:r>
      <w:r>
        <w:rPr>
          <w:rtl/>
        </w:rPr>
        <w:t xml:space="preserve"> </w:t>
      </w:r>
      <w:r>
        <w:rPr>
          <w:rFonts w:hint="cs"/>
          <w:rtl/>
        </w:rPr>
        <w:t>الا</w:t>
      </w:r>
      <w:r>
        <w:rPr>
          <w:rtl/>
        </w:rPr>
        <w:t xml:space="preserve"> </w:t>
      </w:r>
      <w:r>
        <w:rPr>
          <w:rFonts w:hint="cs"/>
          <w:rtl/>
        </w:rPr>
        <w:t>نعم</w:t>
      </w:r>
      <w:r w:rsidR="00120F63" w:rsidRPr="00ED5DE8">
        <w:rPr>
          <w:rFonts w:hint="cs"/>
          <w:rtl/>
        </w:rPr>
        <w:t>ه</w:t>
      </w:r>
      <w:r>
        <w:rPr>
          <w:rtl/>
        </w:rPr>
        <w:t xml:space="preserve"> </w:t>
      </w:r>
      <w:r w:rsidR="002B13E6" w:rsidRPr="002B13E6">
        <w:rPr>
          <w:rFonts w:hint="cs"/>
          <w:rtl/>
        </w:rPr>
        <w:t>اجتباه</w:t>
      </w:r>
      <w:r>
        <w:rPr>
          <w:rtl/>
        </w:rPr>
        <w:t xml:space="preserve"> </w:t>
      </w:r>
      <w:r>
        <w:rPr>
          <w:rFonts w:hint="cs"/>
          <w:rtl/>
        </w:rPr>
        <w:t>و</w:t>
      </w:r>
      <w:r w:rsidR="00120F63" w:rsidRPr="00ED5DE8">
        <w:rPr>
          <w:rFonts w:hint="cs"/>
          <w:rtl/>
        </w:rPr>
        <w:t>ه</w:t>
      </w:r>
      <w:r>
        <w:rPr>
          <w:rFonts w:hint="cs"/>
          <w:rtl/>
        </w:rPr>
        <w:t>ذ</w:t>
      </w:r>
      <w:r w:rsidR="00120F63" w:rsidRPr="00ED5DE8">
        <w:rPr>
          <w:rFonts w:hint="cs"/>
          <w:rtl/>
        </w:rPr>
        <w:t>ه</w:t>
      </w:r>
      <w:r>
        <w:rPr>
          <w:rtl/>
        </w:rPr>
        <w:t xml:space="preserve"> </w:t>
      </w:r>
      <w:r>
        <w:rPr>
          <w:rFonts w:hint="cs"/>
          <w:rtl/>
        </w:rPr>
        <w:t>الى</w:t>
      </w:r>
      <w:r>
        <w:rPr>
          <w:rtl/>
        </w:rPr>
        <w:t xml:space="preserve"> </w:t>
      </w:r>
      <w:r>
        <w:rPr>
          <w:rFonts w:hint="cs"/>
          <w:rtl/>
        </w:rPr>
        <w:t>صراط</w:t>
      </w:r>
      <w:r>
        <w:rPr>
          <w:rtl/>
        </w:rPr>
        <w:t xml:space="preserve"> </w:t>
      </w:r>
      <w:r>
        <w:rPr>
          <w:rFonts w:hint="cs"/>
          <w:rtl/>
        </w:rPr>
        <w:t>م</w:t>
      </w:r>
      <w:r>
        <w:rPr>
          <w:rtl/>
        </w:rPr>
        <w:t>ستقيم</w:t>
      </w:r>
    </w:p>
    <w:p w:rsidR="001F628F" w:rsidRDefault="001F628F" w:rsidP="001F628F">
      <w:pPr>
        <w:pStyle w:val="libNormal"/>
        <w:rPr>
          <w:rtl/>
        </w:rPr>
      </w:pPr>
      <w:r>
        <w:rPr>
          <w:rtl/>
        </w:rPr>
        <w:t>6_صراط مستقيم كو پانے كے ليئے انسان الہى ہدايت ك</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محتاج</w:t>
      </w:r>
      <w:r>
        <w:rPr>
          <w:rtl/>
        </w:rPr>
        <w:t xml:space="preserve"> ہے_</w:t>
      </w:r>
      <w:r w:rsidR="00120F63" w:rsidRPr="00B2551F">
        <w:rPr>
          <w:rStyle w:val="libArabicChar"/>
          <w:rFonts w:hint="cs"/>
          <w:rtl/>
        </w:rPr>
        <w:t>ه</w:t>
      </w:r>
      <w:r w:rsidRPr="00985357">
        <w:rPr>
          <w:rStyle w:val="libArabicChar"/>
          <w:rFonts w:hint="cs"/>
          <w:rtl/>
        </w:rPr>
        <w:t>ذ</w:t>
      </w:r>
      <w:r w:rsidR="00120F63" w:rsidRPr="00B2551F">
        <w:rPr>
          <w:rStyle w:val="libArabicChar"/>
          <w:rFonts w:hint="cs"/>
          <w:rtl/>
        </w:rPr>
        <w:t>ه</w:t>
      </w:r>
      <w:r w:rsidRPr="00985357">
        <w:rPr>
          <w:rStyle w:val="libArabicChar"/>
          <w:rtl/>
        </w:rPr>
        <w:t xml:space="preserve"> إلى صراط مستقيم</w:t>
      </w:r>
    </w:p>
    <w:p w:rsidR="001F628F" w:rsidRDefault="001F628F" w:rsidP="001F628F">
      <w:pPr>
        <w:pStyle w:val="libNormal"/>
        <w:rPr>
          <w:rtl/>
        </w:rPr>
      </w:pPr>
      <w:r>
        <w:rPr>
          <w:rtl/>
        </w:rPr>
        <w:t>7_ خداوند عالم كى جانب سے انسانو</w:t>
      </w:r>
      <w:r w:rsidR="00083993">
        <w:rPr>
          <w:rtl/>
        </w:rPr>
        <w:t xml:space="preserve">ں </w:t>
      </w:r>
      <w:r>
        <w:rPr>
          <w:rtl/>
        </w:rPr>
        <w:t>كے انتخاب كے سلسلہ مي</w:t>
      </w:r>
      <w:r w:rsidR="00083993">
        <w:rPr>
          <w:rtl/>
        </w:rPr>
        <w:t xml:space="preserve">ں </w:t>
      </w:r>
      <w:r>
        <w:rPr>
          <w:rtl/>
        </w:rPr>
        <w:t>ان كى معنوى شخصيت اور شخصى فضائل ، معيار ہي</w:t>
      </w:r>
      <w:r w:rsidR="00083993">
        <w:rPr>
          <w:rtl/>
        </w:rPr>
        <w:t xml:space="preserve">ں </w:t>
      </w:r>
      <w:r>
        <w:rPr>
          <w:rtl/>
        </w:rPr>
        <w:t>_</w:t>
      </w:r>
    </w:p>
    <w:p w:rsidR="001F628F" w:rsidRDefault="001F628F" w:rsidP="001F628F">
      <w:pPr>
        <w:pStyle w:val="libNormal"/>
        <w:rPr>
          <w:rtl/>
        </w:rPr>
      </w:pPr>
      <w:r>
        <w:rPr>
          <w:rFonts w:hint="eastAsia"/>
          <w:rtl/>
        </w:rPr>
        <w:t>ان</w:t>
      </w:r>
      <w:r>
        <w:rPr>
          <w:rtl/>
        </w:rPr>
        <w:t xml:space="preserve"> ابراہيم كان امة قانتالله حنيفاً و لم يك من المشركين شاكراً لا نعمہ اجتبہ</w:t>
      </w:r>
    </w:p>
    <w:p w:rsidR="001F628F" w:rsidRDefault="001F628F" w:rsidP="00985357">
      <w:pPr>
        <w:pStyle w:val="libNormal"/>
        <w:rPr>
          <w:rtl/>
        </w:rPr>
      </w:pPr>
      <w:r>
        <w:rPr>
          <w:rtl/>
        </w:rPr>
        <w:t>8_ صراط مستقيم كے راستے پر گامزن ہونے كى توفيق كے حصول كے ليئے انسان كى شخصى كوشش اور معنوى فضائل كا كسب مؤثر ہے_</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لله</w:t>
      </w:r>
      <w:r w:rsidRPr="00985357">
        <w:rPr>
          <w:rStyle w:val="libArabicChar"/>
          <w:rtl/>
        </w:rPr>
        <w:t xml:space="preserve"> </w:t>
      </w:r>
      <w:r w:rsidRPr="00985357">
        <w:rPr>
          <w:rStyle w:val="libArabicChar"/>
          <w:rFonts w:hint="cs"/>
          <w:rtl/>
        </w:rPr>
        <w:t>حنيفاً</w:t>
      </w:r>
      <w:r w:rsidRPr="00985357">
        <w:rPr>
          <w:rStyle w:val="libArabicChar"/>
          <w:rtl/>
        </w:rPr>
        <w:t xml:space="preserve"> _ </w:t>
      </w:r>
      <w:r w:rsidR="00120F63" w:rsidRPr="00B2551F">
        <w:rPr>
          <w:rStyle w:val="libArabicChar"/>
          <w:rFonts w:hint="cs"/>
          <w:rtl/>
        </w:rPr>
        <w:t>ه</w:t>
      </w:r>
      <w:r w:rsidRPr="00985357">
        <w:rPr>
          <w:rStyle w:val="libArabicChar"/>
          <w:rFonts w:hint="cs"/>
          <w:rtl/>
        </w:rPr>
        <w:t>ذ</w:t>
      </w:r>
      <w:r w:rsidR="00120F63" w:rsidRPr="00B2551F">
        <w:rPr>
          <w:rStyle w:val="libArabicChar"/>
          <w:rFonts w:hint="cs"/>
          <w:rtl/>
        </w:rPr>
        <w:t>ه</w:t>
      </w:r>
      <w:r w:rsidRPr="00985357">
        <w:rPr>
          <w:rStyle w:val="libArabicChar"/>
          <w:rtl/>
        </w:rPr>
        <w:t xml:space="preserve"> </w:t>
      </w:r>
      <w:r w:rsidRPr="00985357">
        <w:rPr>
          <w:rStyle w:val="libArabicChar"/>
          <w:rFonts w:hint="cs"/>
          <w:rtl/>
        </w:rPr>
        <w:t>الى</w:t>
      </w:r>
      <w:r w:rsidRPr="00985357">
        <w:rPr>
          <w:rStyle w:val="libArabicChar"/>
          <w:rtl/>
        </w:rPr>
        <w:t xml:space="preserve"> </w:t>
      </w:r>
      <w:r w:rsidRPr="00985357">
        <w:rPr>
          <w:rStyle w:val="libArabicChar"/>
          <w:rFonts w:hint="cs"/>
          <w:rtl/>
        </w:rPr>
        <w:t>صراط</w:t>
      </w:r>
      <w:r w:rsidRPr="00985357">
        <w:rPr>
          <w:rStyle w:val="libArabicChar"/>
          <w:rtl/>
        </w:rPr>
        <w:t xml:space="preserve"> مستقيم</w:t>
      </w:r>
    </w:p>
    <w:p w:rsidR="001F628F" w:rsidRDefault="001F628F" w:rsidP="00985357">
      <w:pPr>
        <w:pStyle w:val="libNormal"/>
        <w:rPr>
          <w:rtl/>
        </w:rPr>
      </w:pPr>
      <w:r>
        <w:rPr>
          <w:rFonts w:hint="eastAsia"/>
          <w:rtl/>
        </w:rPr>
        <w:t>ابراہيم</w:t>
      </w:r>
      <w:r>
        <w:rPr>
          <w:rtl/>
        </w:rPr>
        <w:t xml:space="preserve"> :</w:t>
      </w:r>
      <w:r>
        <w:rPr>
          <w:rFonts w:hint="eastAsia"/>
          <w:rtl/>
        </w:rPr>
        <w:t>حضرت</w:t>
      </w:r>
      <w:r>
        <w:rPr>
          <w:rtl/>
        </w:rPr>
        <w:t xml:space="preserve"> ابراہيم </w:t>
      </w:r>
      <w:r w:rsidR="00367F17" w:rsidRPr="00367F17">
        <w:rPr>
          <w:rStyle w:val="libAlaemChar"/>
          <w:rtl/>
        </w:rPr>
        <w:t xml:space="preserve"> عليه‌السلام </w:t>
      </w:r>
      <w:r>
        <w:rPr>
          <w:rtl/>
        </w:rPr>
        <w:t xml:space="preserve"> كا انتخاب 20; حضرت ابراہيم </w:t>
      </w:r>
      <w:r w:rsidR="00367F17" w:rsidRPr="00367F17">
        <w:rPr>
          <w:rStyle w:val="libAlaemChar"/>
          <w:rtl/>
        </w:rPr>
        <w:t xml:space="preserve"> عليه‌السلام </w:t>
      </w:r>
      <w:r>
        <w:rPr>
          <w:rtl/>
        </w:rPr>
        <w:t xml:space="preserve"> كى اطاعت كے آثار 3،5;حضرت ابراہيم</w:t>
      </w:r>
      <w:r w:rsidR="00367F17" w:rsidRPr="00367F17">
        <w:rPr>
          <w:rStyle w:val="libAlaemChar"/>
          <w:rtl/>
        </w:rPr>
        <w:t xml:space="preserve"> عليه‌السلام </w:t>
      </w:r>
      <w:r>
        <w:rPr>
          <w:rtl/>
        </w:rPr>
        <w:t xml:space="preserve"> كى حق پرستى 3،5; حضرت ابراہيم </w:t>
      </w:r>
      <w:r w:rsidR="00367F17" w:rsidRPr="00367F17">
        <w:rPr>
          <w:rStyle w:val="libAlaemChar"/>
          <w:rtl/>
        </w:rPr>
        <w:t xml:space="preserve"> عليه‌السلام </w:t>
      </w:r>
      <w:r>
        <w:rPr>
          <w:rtl/>
        </w:rPr>
        <w:t xml:space="preserve"> كى شكر گزارى 3،5; حضرت ابراہيم</w:t>
      </w:r>
      <w:r w:rsidR="00367F17" w:rsidRPr="00367F17">
        <w:rPr>
          <w:rStyle w:val="libAlaemChar"/>
          <w:rtl/>
        </w:rPr>
        <w:t xml:space="preserve"> عليه‌السلام </w:t>
      </w:r>
      <w:r>
        <w:rPr>
          <w:rtl/>
        </w:rPr>
        <w:t xml:space="preserve"> كى شكر گزارى كے آثار 3،5; حضرت ابراہيم كى صفات 1; حضرت ابراہيم </w:t>
      </w:r>
      <w:r w:rsidR="00367F17" w:rsidRPr="00367F17">
        <w:rPr>
          <w:rStyle w:val="libAlaemChar"/>
          <w:rtl/>
        </w:rPr>
        <w:t xml:space="preserve"> عليه‌السلام </w:t>
      </w:r>
      <w:r>
        <w:rPr>
          <w:rtl/>
        </w:rPr>
        <w:t xml:space="preserve"> كى ہدايت 5; حضرت ابراہيم </w:t>
      </w:r>
      <w:r w:rsidR="00367F17" w:rsidRPr="00367F17">
        <w:rPr>
          <w:rStyle w:val="libAlaemChar"/>
          <w:rtl/>
        </w:rPr>
        <w:t xml:space="preserve"> عليه‌السلام </w:t>
      </w:r>
      <w:r>
        <w:rPr>
          <w:rtl/>
        </w:rPr>
        <w:t xml:space="preserve"> كى ہداي</w:t>
      </w:r>
      <w:r>
        <w:rPr>
          <w:rFonts w:hint="eastAsia"/>
          <w:rtl/>
        </w:rPr>
        <w:t>ت</w:t>
      </w:r>
      <w:r>
        <w:rPr>
          <w:rtl/>
        </w:rPr>
        <w:t xml:space="preserve"> كے اسباب 5; حضرت ابراہيم </w:t>
      </w:r>
      <w:r w:rsidR="00367F17" w:rsidRPr="00367F17">
        <w:rPr>
          <w:rStyle w:val="libAlaemChar"/>
          <w:rtl/>
        </w:rPr>
        <w:t xml:space="preserve"> عليه‌السلام </w:t>
      </w:r>
      <w:r>
        <w:rPr>
          <w:rtl/>
        </w:rPr>
        <w:t xml:space="preserve"> كے شرك سے مقابلہ كے آثار 3; حضرت ابراہيم </w:t>
      </w:r>
      <w:r w:rsidR="00367F17" w:rsidRPr="00367F17">
        <w:rPr>
          <w:rStyle w:val="libAlaemChar"/>
          <w:rtl/>
        </w:rPr>
        <w:t xml:space="preserve"> عليه‌السلام </w:t>
      </w:r>
      <w:r>
        <w:rPr>
          <w:rtl/>
        </w:rPr>
        <w:t xml:space="preserve"> كے فضائل 1; حضرت ابراہيم </w:t>
      </w:r>
      <w:r w:rsidR="00367F17" w:rsidRPr="00367F17">
        <w:rPr>
          <w:rStyle w:val="libAlaemChar"/>
          <w:rtl/>
        </w:rPr>
        <w:t xml:space="preserve"> عليه‌السلام </w:t>
      </w:r>
      <w:r>
        <w:rPr>
          <w:rtl/>
        </w:rPr>
        <w:t xml:space="preserve"> كے مقامات 2</w:t>
      </w:r>
    </w:p>
    <w:p w:rsidR="001F628F" w:rsidRDefault="001F628F" w:rsidP="00985357">
      <w:pPr>
        <w:pStyle w:val="libNormal"/>
        <w:rPr>
          <w:rtl/>
        </w:rPr>
      </w:pPr>
      <w:r>
        <w:rPr>
          <w:rFonts w:hint="eastAsia"/>
          <w:rtl/>
        </w:rPr>
        <w:t>الله</w:t>
      </w:r>
      <w:r>
        <w:rPr>
          <w:rtl/>
        </w:rPr>
        <w:t xml:space="preserve"> تعالى :</w:t>
      </w:r>
      <w:r>
        <w:rPr>
          <w:rFonts w:hint="eastAsia"/>
          <w:rtl/>
        </w:rPr>
        <w:t>الله</w:t>
      </w:r>
      <w:r>
        <w:rPr>
          <w:rtl/>
        </w:rPr>
        <w:t xml:space="preserve"> تعالى كى ہدايتي</w:t>
      </w:r>
      <w:r w:rsidR="00083993">
        <w:rPr>
          <w:rtl/>
        </w:rPr>
        <w:t xml:space="preserve">ں </w:t>
      </w:r>
      <w:r>
        <w:rPr>
          <w:rtl/>
        </w:rPr>
        <w:t>4; الله تعالى كے منتخب شدہ بندے 2</w:t>
      </w:r>
    </w:p>
    <w:p w:rsidR="001F628F" w:rsidRDefault="001F628F" w:rsidP="00985357">
      <w:pPr>
        <w:pStyle w:val="libNormal"/>
        <w:rPr>
          <w:rtl/>
        </w:rPr>
      </w:pPr>
      <w:r>
        <w:rPr>
          <w:rFonts w:hint="eastAsia"/>
          <w:rtl/>
        </w:rPr>
        <w:t>انتخاب</w:t>
      </w:r>
      <w:r>
        <w:rPr>
          <w:rtl/>
        </w:rPr>
        <w:t>:</w:t>
      </w:r>
      <w:r>
        <w:rPr>
          <w:rFonts w:hint="eastAsia"/>
          <w:rtl/>
        </w:rPr>
        <w:t>انتخاب</w:t>
      </w:r>
      <w:r>
        <w:rPr>
          <w:rtl/>
        </w:rPr>
        <w:t xml:space="preserve"> كا معيار 7</w:t>
      </w:r>
    </w:p>
    <w:p w:rsidR="00985357" w:rsidRPr="00120F63" w:rsidRDefault="00985357" w:rsidP="00985357">
      <w:pPr>
        <w:pStyle w:val="Heading2Center"/>
        <w:rPr>
          <w:rtl/>
        </w:rPr>
      </w:pPr>
      <w:bookmarkStart w:id="268" w:name="_Toc28081946"/>
      <w:r>
        <w:rPr>
          <w:rFonts w:hint="cs"/>
          <w:rtl/>
        </w:rPr>
        <w:t xml:space="preserve">آیت </w:t>
      </w:r>
      <w:r w:rsidRPr="00120F63">
        <w:rPr>
          <w:rFonts w:hint="cs"/>
          <w:rtl/>
        </w:rPr>
        <w:t>122</w:t>
      </w:r>
      <w:bookmarkEnd w:id="268"/>
    </w:p>
    <w:p w:rsidR="001F628F" w:rsidRDefault="00E260F9" w:rsidP="00985357">
      <w:pPr>
        <w:pStyle w:val="libNormal"/>
        <w:rPr>
          <w:rtl/>
        </w:rPr>
      </w:pPr>
      <w:r w:rsidRPr="00E260F9">
        <w:rPr>
          <w:rStyle w:val="libAlaemChar"/>
          <w:rFonts w:hint="eastAsia"/>
          <w:rtl/>
        </w:rPr>
        <w:t>(</w:t>
      </w:r>
      <w:r w:rsidRPr="00985357">
        <w:rPr>
          <w:rStyle w:val="libAieChar"/>
          <w:rFonts w:hint="eastAsia"/>
          <w:rtl/>
        </w:rPr>
        <w:t>وَآتَيْنَاهُ</w:t>
      </w:r>
      <w:r w:rsidRPr="00985357">
        <w:rPr>
          <w:rStyle w:val="libAieChar"/>
          <w:rtl/>
        </w:rPr>
        <w:t xml:space="preserve"> فِي الْدُّنْيَا حَسَنَةً وَإِنَّهُ فِي الآخِرَةِ لَمِنَ الصَّالِحِينَ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ہم نے انھي</w:t>
      </w:r>
      <w:r w:rsidR="00083993">
        <w:rPr>
          <w:rtl/>
        </w:rPr>
        <w:t xml:space="preserve">ں </w:t>
      </w:r>
      <w:r>
        <w:rPr>
          <w:rtl/>
        </w:rPr>
        <w:t>دنيا مي</w:t>
      </w:r>
      <w:r w:rsidR="00083993">
        <w:rPr>
          <w:rtl/>
        </w:rPr>
        <w:t xml:space="preserve">ں </w:t>
      </w:r>
      <w:r>
        <w:rPr>
          <w:rtl/>
        </w:rPr>
        <w:t>بھى نيكى عطا كى اور آخرت مي</w:t>
      </w:r>
      <w:r w:rsidR="00083993">
        <w:rPr>
          <w:rtl/>
        </w:rPr>
        <w:t xml:space="preserve">ں </w:t>
      </w:r>
      <w:r>
        <w:rPr>
          <w:rtl/>
        </w:rPr>
        <w:t>بھى ان كا شمار نيك كردار لوگو</w:t>
      </w:r>
      <w:r w:rsidR="00083993">
        <w:rPr>
          <w:rtl/>
        </w:rPr>
        <w:t xml:space="preserve">ں </w:t>
      </w:r>
      <w:r>
        <w:rPr>
          <w:rtl/>
        </w:rPr>
        <w:t>مي</w:t>
      </w:r>
      <w:r w:rsidR="00083993">
        <w:rPr>
          <w:rtl/>
        </w:rPr>
        <w:t xml:space="preserve">ں </w:t>
      </w:r>
      <w:r>
        <w:rPr>
          <w:rtl/>
        </w:rPr>
        <w:t>ہوگا _</w:t>
      </w:r>
    </w:p>
    <w:p w:rsidR="001F628F" w:rsidRDefault="001F628F" w:rsidP="001F628F">
      <w:pPr>
        <w:pStyle w:val="libNormal"/>
        <w:rPr>
          <w:rtl/>
        </w:rPr>
      </w:pPr>
      <w:r>
        <w:rPr>
          <w:rtl/>
        </w:rPr>
        <w:t xml:space="preserve">1_حضرت ابراہيم </w:t>
      </w:r>
      <w:r w:rsidR="00367F17" w:rsidRPr="00367F17">
        <w:rPr>
          <w:rStyle w:val="libAlaemChar"/>
          <w:rtl/>
        </w:rPr>
        <w:t xml:space="preserve"> عليه‌السلام </w:t>
      </w:r>
      <w:r>
        <w:rPr>
          <w:rtl/>
        </w:rPr>
        <w:t xml:space="preserve"> كا دنياوى زندگى مي</w:t>
      </w:r>
      <w:r w:rsidR="00083993">
        <w:rPr>
          <w:rtl/>
        </w:rPr>
        <w:t xml:space="preserve">ں </w:t>
      </w:r>
      <w:r>
        <w:rPr>
          <w:rtl/>
        </w:rPr>
        <w:t>خداوند عالم كى عنايات اور احسانات سے بہرہ مند ہونا 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Pr>
          <w:rtl/>
        </w:rPr>
        <w:t xml:space="preserve"> </w:t>
      </w:r>
      <w:r>
        <w:rPr>
          <w:rFonts w:hint="cs"/>
          <w:rtl/>
        </w:rPr>
        <w:t>كان</w:t>
      </w:r>
      <w:r>
        <w:rPr>
          <w:rtl/>
        </w:rPr>
        <w:t xml:space="preserve"> ...</w:t>
      </w:r>
      <w:r>
        <w:rPr>
          <w:rFonts w:hint="cs"/>
          <w:rtl/>
        </w:rPr>
        <w:t>وء</w:t>
      </w:r>
      <w:r>
        <w:rPr>
          <w:rtl/>
        </w:rPr>
        <w:t xml:space="preserve"> </w:t>
      </w:r>
      <w:r>
        <w:rPr>
          <w:rFonts w:hint="cs"/>
          <w:rtl/>
        </w:rPr>
        <w:t>اتين</w:t>
      </w:r>
      <w:r w:rsidR="00120F63" w:rsidRPr="00ED5DE8">
        <w:rPr>
          <w:rFonts w:hint="cs"/>
          <w:rtl/>
        </w:rPr>
        <w:t>ه</w:t>
      </w:r>
      <w:r>
        <w:rPr>
          <w:rtl/>
        </w:rPr>
        <w:t xml:space="preserve"> </w:t>
      </w:r>
      <w:r>
        <w:rPr>
          <w:rFonts w:hint="cs"/>
          <w:rtl/>
        </w:rPr>
        <w:t>فى</w:t>
      </w:r>
      <w:r>
        <w:rPr>
          <w:rtl/>
        </w:rPr>
        <w:t xml:space="preserve"> </w:t>
      </w:r>
      <w:r>
        <w:rPr>
          <w:rFonts w:hint="cs"/>
          <w:rtl/>
        </w:rPr>
        <w:t>الدني</w:t>
      </w:r>
      <w:r>
        <w:rPr>
          <w:rtl/>
        </w:rPr>
        <w:t>ا حسنة</w:t>
      </w:r>
    </w:p>
    <w:p w:rsidR="001F628F" w:rsidRDefault="001F628F" w:rsidP="00985357">
      <w:pPr>
        <w:pStyle w:val="libNormal"/>
        <w:rPr>
          <w:rtl/>
        </w:rPr>
      </w:pPr>
      <w:r>
        <w:rPr>
          <w:rtl/>
        </w:rPr>
        <w:t xml:space="preserve">2_ حضرت ابراہيم </w:t>
      </w:r>
      <w:r w:rsidR="00367F17" w:rsidRPr="00367F17">
        <w:rPr>
          <w:rStyle w:val="libAlaemChar"/>
          <w:rtl/>
        </w:rPr>
        <w:t xml:space="preserve"> عليه‌السلام </w:t>
      </w:r>
      <w:r>
        <w:rPr>
          <w:rtl/>
        </w:rPr>
        <w:t xml:space="preserve"> آخرت مي</w:t>
      </w:r>
      <w:r w:rsidR="00083993">
        <w:rPr>
          <w:rtl/>
        </w:rPr>
        <w:t xml:space="preserve">ں </w:t>
      </w:r>
      <w:r>
        <w:rPr>
          <w:rtl/>
        </w:rPr>
        <w:t>صالحين كے زمرہ مي</w:t>
      </w:r>
      <w:r w:rsidR="00083993">
        <w:rPr>
          <w:rtl/>
        </w:rPr>
        <w:t xml:space="preserve">ں </w:t>
      </w:r>
      <w:r>
        <w:rPr>
          <w:rtl/>
        </w:rPr>
        <w:t>ہي</w:t>
      </w:r>
      <w:r w:rsidR="00083993">
        <w:rPr>
          <w:rtl/>
        </w:rPr>
        <w:t xml:space="preserve">ں </w:t>
      </w:r>
      <w:r>
        <w:rPr>
          <w:rtl/>
        </w:rPr>
        <w:t>_</w:t>
      </w:r>
      <w:r w:rsidRPr="00985357">
        <w:rPr>
          <w:rStyle w:val="libArabicChar"/>
          <w:rFonts w:hint="eastAsia"/>
          <w:rtl/>
        </w:rPr>
        <w:t>وان</w:t>
      </w:r>
      <w:r w:rsidR="00120F63" w:rsidRPr="00B2551F">
        <w:rPr>
          <w:rStyle w:val="libArabicChar"/>
          <w:rFonts w:hint="cs"/>
          <w:rtl/>
        </w:rPr>
        <w:t>ه</w:t>
      </w:r>
      <w:r w:rsidRPr="00985357">
        <w:rPr>
          <w:rStyle w:val="libArabicChar"/>
          <w:rtl/>
        </w:rPr>
        <w:t xml:space="preserve"> فى الاخرة لمن الصالحين</w:t>
      </w:r>
    </w:p>
    <w:p w:rsidR="001F628F" w:rsidRDefault="001F628F" w:rsidP="001F628F">
      <w:pPr>
        <w:pStyle w:val="libNormal"/>
        <w:rPr>
          <w:rtl/>
        </w:rPr>
      </w:pPr>
      <w:r>
        <w:rPr>
          <w:rtl/>
        </w:rPr>
        <w:t xml:space="preserve">3_ حضرت ابراہيم </w:t>
      </w:r>
      <w:r w:rsidR="00367F17" w:rsidRPr="00367F17">
        <w:rPr>
          <w:rStyle w:val="libAlaemChar"/>
          <w:rtl/>
        </w:rPr>
        <w:t xml:space="preserve"> عليه‌السلام </w:t>
      </w:r>
      <w:r>
        <w:rPr>
          <w:rtl/>
        </w:rPr>
        <w:t xml:space="preserve"> كے دين مي</w:t>
      </w:r>
      <w:r w:rsidR="00083993">
        <w:rPr>
          <w:rtl/>
        </w:rPr>
        <w:t xml:space="preserve">ں </w:t>
      </w:r>
      <w:r>
        <w:rPr>
          <w:rtl/>
        </w:rPr>
        <w:t>الہى احسانات و نعمتو</w:t>
      </w:r>
      <w:r w:rsidR="00083993">
        <w:rPr>
          <w:rtl/>
        </w:rPr>
        <w:t xml:space="preserve">ں </w:t>
      </w:r>
      <w:r>
        <w:rPr>
          <w:rtl/>
        </w:rPr>
        <w:t>اور آخرت مي</w:t>
      </w:r>
      <w:r w:rsidR="00083993">
        <w:rPr>
          <w:rtl/>
        </w:rPr>
        <w:t xml:space="preserve">ں </w:t>
      </w:r>
      <w:r>
        <w:rPr>
          <w:rtl/>
        </w:rPr>
        <w:t>بلند و برتر منزلت سے بہرہ مند ہونے مي</w:t>
      </w:r>
      <w:r w:rsidR="00083993">
        <w:rPr>
          <w:rtl/>
        </w:rPr>
        <w:t xml:space="preserve">ں </w:t>
      </w:r>
      <w:r>
        <w:rPr>
          <w:rtl/>
        </w:rPr>
        <w:t>خدا كے سامنے سر تسليم خم ہونے كى فكر، حق پرستى ، شرك سے اجتناب اور انكى شكر گذارى كا اہم كردار ہے_</w:t>
      </w:r>
    </w:p>
    <w:p w:rsidR="001F628F" w:rsidRDefault="001F628F" w:rsidP="00985357">
      <w:pPr>
        <w:pStyle w:val="libArabic"/>
        <w:rPr>
          <w:rtl/>
        </w:rPr>
      </w:pPr>
      <w:r>
        <w:rPr>
          <w:rFonts w:hint="eastAsia"/>
          <w:rtl/>
        </w:rPr>
        <w:t>انّ</w:t>
      </w:r>
      <w:r>
        <w:rPr>
          <w:rtl/>
        </w:rPr>
        <w:t xml:space="preserve"> ابرا</w:t>
      </w:r>
      <w:r w:rsidR="00120F63" w:rsidRPr="00ED5DE8">
        <w:rPr>
          <w:rFonts w:hint="cs"/>
          <w:rtl/>
        </w:rPr>
        <w:t>ه</w:t>
      </w:r>
      <w:r>
        <w:rPr>
          <w:rFonts w:hint="cs"/>
          <w:rtl/>
        </w:rPr>
        <w:t>يم</w:t>
      </w:r>
      <w:r w:rsidR="00367F17" w:rsidRPr="00367F17">
        <w:rPr>
          <w:rStyle w:val="libAlaemChar"/>
          <w:rtl/>
        </w:rPr>
        <w:t xml:space="preserve"> عليه‌السلام </w:t>
      </w:r>
      <w:r>
        <w:rPr>
          <w:rtl/>
        </w:rPr>
        <w:t xml:space="preserve"> </w:t>
      </w:r>
      <w:r>
        <w:rPr>
          <w:rFonts w:hint="cs"/>
          <w:rtl/>
        </w:rPr>
        <w:t>كان</w:t>
      </w:r>
      <w:r>
        <w:rPr>
          <w:rtl/>
        </w:rPr>
        <w:t xml:space="preserve"> </w:t>
      </w:r>
      <w:r>
        <w:rPr>
          <w:rFonts w:hint="cs"/>
          <w:rtl/>
        </w:rPr>
        <w:t>امّة</w:t>
      </w:r>
      <w:r>
        <w:rPr>
          <w:rtl/>
        </w:rPr>
        <w:t xml:space="preserve"> </w:t>
      </w:r>
      <w:r>
        <w:rPr>
          <w:rFonts w:hint="cs"/>
          <w:rtl/>
        </w:rPr>
        <w:t>قانتاً</w:t>
      </w:r>
      <w:r>
        <w:rPr>
          <w:rtl/>
        </w:rPr>
        <w:t xml:space="preserve"> </w:t>
      </w:r>
      <w:r>
        <w:rPr>
          <w:rFonts w:hint="cs"/>
          <w:rtl/>
        </w:rPr>
        <w:t>لله</w:t>
      </w:r>
      <w:r>
        <w:rPr>
          <w:rtl/>
        </w:rPr>
        <w:t xml:space="preserve"> ...</w:t>
      </w:r>
      <w:r>
        <w:rPr>
          <w:rFonts w:hint="cs"/>
          <w:rtl/>
        </w:rPr>
        <w:t>وء</w:t>
      </w:r>
      <w:r>
        <w:rPr>
          <w:rtl/>
        </w:rPr>
        <w:t xml:space="preserve"> </w:t>
      </w:r>
      <w:r>
        <w:rPr>
          <w:rFonts w:hint="cs"/>
          <w:rtl/>
        </w:rPr>
        <w:t>اتين</w:t>
      </w:r>
      <w:r w:rsidR="00120F63" w:rsidRPr="00ED5DE8">
        <w:rPr>
          <w:rFonts w:hint="cs"/>
          <w:rtl/>
        </w:rPr>
        <w:t>ه</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r>
        <w:rPr>
          <w:rtl/>
        </w:rPr>
        <w:t xml:space="preserve"> </w:t>
      </w:r>
      <w:r>
        <w:rPr>
          <w:rFonts w:hint="cs"/>
          <w:rtl/>
        </w:rPr>
        <w:t>و</w:t>
      </w:r>
      <w:r>
        <w:rPr>
          <w:rtl/>
        </w:rPr>
        <w:t xml:space="preserve"> </w:t>
      </w:r>
      <w:r>
        <w:rPr>
          <w:rFonts w:hint="cs"/>
          <w:rtl/>
        </w:rPr>
        <w:t>انّ</w:t>
      </w:r>
      <w:r w:rsidR="00120F63" w:rsidRPr="00ED5DE8">
        <w:rPr>
          <w:rFonts w:hint="cs"/>
          <w:rtl/>
        </w:rPr>
        <w:t>ه</w:t>
      </w:r>
      <w:r>
        <w:rPr>
          <w:rtl/>
        </w:rPr>
        <w:t xml:space="preserve"> </w:t>
      </w:r>
      <w:r>
        <w:rPr>
          <w:rFonts w:hint="cs"/>
          <w:rtl/>
        </w:rPr>
        <w:t>فى</w:t>
      </w:r>
      <w:r>
        <w:rPr>
          <w:rtl/>
        </w:rPr>
        <w:t xml:space="preserve"> </w:t>
      </w:r>
      <w:r>
        <w:rPr>
          <w:rFonts w:hint="cs"/>
          <w:rtl/>
        </w:rPr>
        <w:t>الاخرة</w:t>
      </w:r>
      <w:r>
        <w:rPr>
          <w:rtl/>
        </w:rPr>
        <w:t xml:space="preserve"> </w:t>
      </w:r>
      <w:r>
        <w:rPr>
          <w:rFonts w:hint="cs"/>
          <w:rtl/>
        </w:rPr>
        <w:t>لمن</w:t>
      </w:r>
      <w:r>
        <w:rPr>
          <w:rtl/>
        </w:rPr>
        <w:t xml:space="preserve"> </w:t>
      </w:r>
      <w:r>
        <w:rPr>
          <w:rFonts w:hint="cs"/>
          <w:rtl/>
        </w:rPr>
        <w:t>الص</w:t>
      </w:r>
      <w:r>
        <w:rPr>
          <w:rtl/>
        </w:rPr>
        <w:t>الحين</w:t>
      </w:r>
    </w:p>
    <w:p w:rsidR="00985357" w:rsidRDefault="00985357" w:rsidP="00985357">
      <w:pPr>
        <w:pStyle w:val="libNormal"/>
        <w:rPr>
          <w:rtl/>
        </w:rPr>
      </w:pPr>
      <w:r>
        <w:rPr>
          <w:rtl/>
        </w:rPr>
        <w:t>4_ آخرت ميں صالحين كا مقام و منزلت ، بلند اور خصوص مقام ہے _</w:t>
      </w:r>
      <w:r w:rsidRPr="00985357">
        <w:rPr>
          <w:rStyle w:val="libArabicChar"/>
          <w:rFonts w:hint="eastAsia"/>
          <w:rtl/>
        </w:rPr>
        <w:t>وان</w:t>
      </w:r>
      <w:r w:rsidR="00120F63" w:rsidRPr="00B2551F">
        <w:rPr>
          <w:rStyle w:val="libArabicChar"/>
          <w:rFonts w:hint="cs"/>
          <w:rtl/>
        </w:rPr>
        <w:t>ه</w:t>
      </w:r>
      <w:r w:rsidRPr="00985357">
        <w:rPr>
          <w:rStyle w:val="libArabicChar"/>
          <w:rtl/>
        </w:rPr>
        <w:t xml:space="preserve"> فى الاخرة لمن الصالحين</w:t>
      </w:r>
    </w:p>
    <w:p w:rsidR="00985357" w:rsidRDefault="001E7F9D" w:rsidP="00F73EDE">
      <w:pPr>
        <w:pStyle w:val="libPoemTini"/>
        <w:rPr>
          <w:rtl/>
        </w:rPr>
      </w:pPr>
      <w:r>
        <w:rPr>
          <w:rtl/>
        </w:rPr>
        <w:br w:type="page"/>
      </w:r>
    </w:p>
    <w:p w:rsidR="00985357" w:rsidRPr="00985357" w:rsidRDefault="00985357" w:rsidP="00985357">
      <w:pPr>
        <w:pStyle w:val="libNormal"/>
        <w:rPr>
          <w:rtl/>
        </w:rPr>
      </w:pPr>
      <w:r>
        <w:rPr>
          <w:rFonts w:hint="eastAsia"/>
          <w:rtl/>
        </w:rPr>
        <w:lastRenderedPageBreak/>
        <w:t>يہ</w:t>
      </w:r>
      <w:r>
        <w:rPr>
          <w:rtl/>
        </w:rPr>
        <w:t xml:space="preserve"> جو خداوند عالم نے حضرت ابر اہيم</w:t>
      </w:r>
      <w:r w:rsidR="00367F17" w:rsidRPr="00367F17">
        <w:rPr>
          <w:rStyle w:val="libAlaemChar"/>
          <w:rtl/>
        </w:rPr>
        <w:t xml:space="preserve"> عليه‌السلام </w:t>
      </w:r>
      <w:r>
        <w:rPr>
          <w:rtl/>
        </w:rPr>
        <w:t xml:space="preserve"> پر احسان جتلانے كے مقام پر انہيں صالحين كے زمرہ ميں شمار كيا ہے يہ اس</w:t>
      </w:r>
    </w:p>
    <w:p w:rsidR="001F628F" w:rsidRDefault="001F628F" w:rsidP="001F628F">
      <w:pPr>
        <w:pStyle w:val="libNormal"/>
        <w:rPr>
          <w:rtl/>
        </w:rPr>
      </w:pPr>
      <w:r>
        <w:rPr>
          <w:rtl/>
        </w:rPr>
        <w:t>بات كى علامت ہے كہ صالحين كا مقام و مرتبہ بلند و برتر ہے اور حضرت ابراہيم</w:t>
      </w:r>
      <w:r w:rsidR="00367F17" w:rsidRPr="00367F17">
        <w:rPr>
          <w:rStyle w:val="libAlaemChar"/>
          <w:rtl/>
        </w:rPr>
        <w:t xml:space="preserve"> عليه‌السلام </w:t>
      </w:r>
      <w:r>
        <w:rPr>
          <w:rtl/>
        </w:rPr>
        <w:t xml:space="preserve"> جيسى شخصيات اس مقام كے اہل ہي</w:t>
      </w:r>
      <w:r w:rsidR="00083993">
        <w:rPr>
          <w:rtl/>
        </w:rPr>
        <w:t xml:space="preserve">ں </w:t>
      </w:r>
      <w:r>
        <w:rPr>
          <w:rtl/>
        </w:rPr>
        <w:t xml:space="preserve">( </w:t>
      </w:r>
      <w:r w:rsidRPr="00985357">
        <w:rPr>
          <w:rStyle w:val="libArabicChar"/>
          <w:rtl/>
        </w:rPr>
        <w:t>وانّ</w:t>
      </w:r>
      <w:r w:rsidR="00120F63" w:rsidRPr="00B2551F">
        <w:rPr>
          <w:rStyle w:val="libArabicChar"/>
          <w:rFonts w:hint="cs"/>
          <w:rtl/>
        </w:rPr>
        <w:t>ه</w:t>
      </w:r>
      <w:r w:rsidRPr="00985357">
        <w:rPr>
          <w:rStyle w:val="libArabicChar"/>
          <w:rtl/>
        </w:rPr>
        <w:t xml:space="preserve"> </w:t>
      </w:r>
      <w:r w:rsidRPr="00985357">
        <w:rPr>
          <w:rStyle w:val="libArabicChar"/>
          <w:rFonts w:hint="cs"/>
          <w:rtl/>
        </w:rPr>
        <w:t>فى</w:t>
      </w:r>
      <w:r w:rsidRPr="00985357">
        <w:rPr>
          <w:rStyle w:val="libArabicChar"/>
          <w:rtl/>
        </w:rPr>
        <w:t xml:space="preserve"> </w:t>
      </w:r>
      <w:r w:rsidRPr="00985357">
        <w:rPr>
          <w:rStyle w:val="libArabicChar"/>
          <w:rFonts w:hint="cs"/>
          <w:rtl/>
        </w:rPr>
        <w:t>الاخرة</w:t>
      </w:r>
      <w:r w:rsidRPr="00985357">
        <w:rPr>
          <w:rStyle w:val="libArabicChar"/>
          <w:rtl/>
        </w:rPr>
        <w:t xml:space="preserve"> </w:t>
      </w:r>
      <w:r w:rsidRPr="00985357">
        <w:rPr>
          <w:rStyle w:val="libArabicChar"/>
          <w:rFonts w:hint="cs"/>
          <w:rtl/>
        </w:rPr>
        <w:t>لمن</w:t>
      </w:r>
      <w:r w:rsidRPr="00985357">
        <w:rPr>
          <w:rStyle w:val="libArabicChar"/>
          <w:rtl/>
        </w:rPr>
        <w:t xml:space="preserve"> </w:t>
      </w:r>
      <w:r w:rsidRPr="00985357">
        <w:rPr>
          <w:rStyle w:val="libArabicChar"/>
          <w:rFonts w:hint="cs"/>
          <w:rtl/>
        </w:rPr>
        <w:t>الصالحين</w:t>
      </w:r>
      <w:r>
        <w:rPr>
          <w:rtl/>
        </w:rPr>
        <w:t>)</w:t>
      </w:r>
    </w:p>
    <w:p w:rsidR="001F628F" w:rsidRDefault="001F628F" w:rsidP="00985357">
      <w:pPr>
        <w:pStyle w:val="libNormal"/>
        <w:rPr>
          <w:rtl/>
        </w:rPr>
      </w:pPr>
      <w:r>
        <w:rPr>
          <w:rtl/>
        </w:rPr>
        <w:t>5_دنيا مي</w:t>
      </w:r>
      <w:r w:rsidR="00083993">
        <w:rPr>
          <w:rtl/>
        </w:rPr>
        <w:t xml:space="preserve">ں </w:t>
      </w:r>
      <w:r>
        <w:rPr>
          <w:rtl/>
        </w:rPr>
        <w:t>انسان كا عنايات و احسانات اور آخرت مي</w:t>
      </w:r>
      <w:r w:rsidR="00083993">
        <w:rPr>
          <w:rtl/>
        </w:rPr>
        <w:t xml:space="preserve">ں </w:t>
      </w:r>
      <w:r>
        <w:rPr>
          <w:rtl/>
        </w:rPr>
        <w:t>بلند مقامات سے بہرہ مند ہونا ، خود اس كى كوشش اور معنوى فضائل كے حصول كا مرہون منت ہے_</w:t>
      </w:r>
      <w:r w:rsidRPr="00985357">
        <w:rPr>
          <w:rStyle w:val="libArabicChar"/>
          <w:rFonts w:hint="eastAsia"/>
          <w:rtl/>
        </w:rPr>
        <w:t>ان</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00367F17" w:rsidRPr="00367F17">
        <w:rPr>
          <w:rStyle w:val="libAlaemChar"/>
          <w:rtl/>
        </w:rPr>
        <w:t xml:space="preserve"> عليه‌السلام </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امّة</w:t>
      </w:r>
      <w:r w:rsidRPr="00985357">
        <w:rPr>
          <w:rStyle w:val="libArabicChar"/>
          <w:rtl/>
        </w:rPr>
        <w:t xml:space="preserve"> </w:t>
      </w:r>
      <w:r w:rsidRPr="00985357">
        <w:rPr>
          <w:rStyle w:val="libArabicChar"/>
          <w:rFonts w:hint="cs"/>
          <w:rtl/>
        </w:rPr>
        <w:t>قانتاً</w:t>
      </w:r>
      <w:r w:rsidRPr="00985357">
        <w:rPr>
          <w:rStyle w:val="libArabicChar"/>
          <w:rtl/>
        </w:rPr>
        <w:t xml:space="preserve"> </w:t>
      </w:r>
      <w:r w:rsidRPr="00985357">
        <w:rPr>
          <w:rStyle w:val="libArabicChar"/>
          <w:rFonts w:hint="cs"/>
          <w:rtl/>
        </w:rPr>
        <w:t>لله</w:t>
      </w:r>
      <w:r w:rsidRPr="00985357">
        <w:rPr>
          <w:rStyle w:val="libArabicChar"/>
          <w:rtl/>
        </w:rPr>
        <w:t xml:space="preserve"> </w:t>
      </w:r>
      <w:r w:rsidRPr="00985357">
        <w:rPr>
          <w:rStyle w:val="libArabicChar"/>
          <w:rFonts w:hint="cs"/>
          <w:rtl/>
        </w:rPr>
        <w:t>و</w:t>
      </w:r>
      <w:r w:rsidRPr="00985357">
        <w:rPr>
          <w:rStyle w:val="libArabicChar"/>
          <w:rtl/>
        </w:rPr>
        <w:t xml:space="preserve"> </w:t>
      </w:r>
      <w:r w:rsidRPr="00985357">
        <w:rPr>
          <w:rStyle w:val="libArabicChar"/>
          <w:rFonts w:hint="cs"/>
          <w:rtl/>
        </w:rPr>
        <w:t>انّ</w:t>
      </w:r>
      <w:r w:rsidR="00120F63" w:rsidRPr="00B2551F">
        <w:rPr>
          <w:rStyle w:val="libArabicChar"/>
          <w:rFonts w:hint="cs"/>
          <w:rtl/>
        </w:rPr>
        <w:t>ه</w:t>
      </w:r>
      <w:r w:rsidRPr="00985357">
        <w:rPr>
          <w:rStyle w:val="libArabicChar"/>
          <w:rtl/>
        </w:rPr>
        <w:t xml:space="preserve"> </w:t>
      </w:r>
      <w:r w:rsidRPr="00985357">
        <w:rPr>
          <w:rStyle w:val="libArabicChar"/>
          <w:rFonts w:hint="cs"/>
          <w:rtl/>
        </w:rPr>
        <w:t>فى</w:t>
      </w:r>
      <w:r w:rsidRPr="00985357">
        <w:rPr>
          <w:rStyle w:val="libArabicChar"/>
          <w:rtl/>
        </w:rPr>
        <w:t xml:space="preserve"> </w:t>
      </w:r>
      <w:r w:rsidRPr="00985357">
        <w:rPr>
          <w:rStyle w:val="libArabicChar"/>
          <w:rFonts w:hint="cs"/>
          <w:rtl/>
        </w:rPr>
        <w:t>الاخرة</w:t>
      </w:r>
      <w:r w:rsidRPr="00985357">
        <w:rPr>
          <w:rStyle w:val="libArabicChar"/>
          <w:rtl/>
        </w:rPr>
        <w:t xml:space="preserve"> </w:t>
      </w:r>
      <w:r w:rsidRPr="00985357">
        <w:rPr>
          <w:rStyle w:val="libArabicChar"/>
          <w:rFonts w:hint="cs"/>
          <w:rtl/>
        </w:rPr>
        <w:t>لمن</w:t>
      </w:r>
      <w:r w:rsidRPr="00985357">
        <w:rPr>
          <w:rStyle w:val="libArabicChar"/>
          <w:rtl/>
        </w:rPr>
        <w:t xml:space="preserve"> </w:t>
      </w:r>
      <w:r w:rsidRPr="00985357">
        <w:rPr>
          <w:rStyle w:val="libArabicChar"/>
          <w:rFonts w:hint="cs"/>
          <w:rtl/>
        </w:rPr>
        <w:t>ال</w:t>
      </w:r>
      <w:r w:rsidRPr="00985357">
        <w:rPr>
          <w:rStyle w:val="libArabicChar"/>
          <w:rtl/>
        </w:rPr>
        <w:t>صالحين</w:t>
      </w:r>
    </w:p>
    <w:p w:rsidR="001F628F" w:rsidRDefault="001F628F" w:rsidP="00985357">
      <w:pPr>
        <w:pStyle w:val="libNormal"/>
        <w:rPr>
          <w:rtl/>
        </w:rPr>
      </w:pPr>
      <w:r>
        <w:rPr>
          <w:rtl/>
        </w:rPr>
        <w:t>6_ نعمت كا شكر ، دنياوى نعمتو</w:t>
      </w:r>
      <w:r w:rsidR="00083993">
        <w:rPr>
          <w:rtl/>
        </w:rPr>
        <w:t xml:space="preserve">ں </w:t>
      </w:r>
      <w:r>
        <w:rPr>
          <w:rtl/>
        </w:rPr>
        <w:t>مي</w:t>
      </w:r>
      <w:r w:rsidR="00083993">
        <w:rPr>
          <w:rtl/>
        </w:rPr>
        <w:t xml:space="preserve">ں </w:t>
      </w:r>
      <w:r>
        <w:rPr>
          <w:rtl/>
        </w:rPr>
        <w:t>اضافہ كا سبب ہے_</w:t>
      </w:r>
      <w:r w:rsidRPr="00985357">
        <w:rPr>
          <w:rStyle w:val="libArabicChar"/>
          <w:rFonts w:hint="eastAsia"/>
          <w:rtl/>
        </w:rPr>
        <w:t>شاكراً</w:t>
      </w:r>
      <w:r w:rsidRPr="00985357">
        <w:rPr>
          <w:rStyle w:val="libArabicChar"/>
          <w:rtl/>
        </w:rPr>
        <w:t xml:space="preserve"> لاً نعم</w:t>
      </w:r>
      <w:r w:rsidR="00120F63" w:rsidRPr="00B2551F">
        <w:rPr>
          <w:rStyle w:val="libArabicChar"/>
          <w:rFonts w:hint="cs"/>
          <w:rtl/>
        </w:rPr>
        <w:t>ه</w:t>
      </w:r>
      <w:r w:rsidRPr="00985357">
        <w:rPr>
          <w:rStyle w:val="libArabicChar"/>
          <w:rtl/>
        </w:rPr>
        <w:t xml:space="preserve"> ...</w:t>
      </w:r>
      <w:r w:rsidRPr="00985357">
        <w:rPr>
          <w:rStyle w:val="libArabicChar"/>
          <w:rFonts w:hint="cs"/>
          <w:rtl/>
        </w:rPr>
        <w:t>و</w:t>
      </w:r>
      <w:r w:rsidRPr="00985357">
        <w:rPr>
          <w:rStyle w:val="libArabicChar"/>
          <w:rtl/>
        </w:rPr>
        <w:t xml:space="preserve"> </w:t>
      </w:r>
      <w:r w:rsidRPr="00985357">
        <w:rPr>
          <w:rStyle w:val="libArabicChar"/>
          <w:rFonts w:hint="cs"/>
          <w:rtl/>
        </w:rPr>
        <w:t>ء</w:t>
      </w:r>
      <w:r w:rsidRPr="00985357">
        <w:rPr>
          <w:rStyle w:val="libArabicChar"/>
          <w:rtl/>
        </w:rPr>
        <w:t xml:space="preserve"> </w:t>
      </w:r>
      <w:r w:rsidRPr="00985357">
        <w:rPr>
          <w:rStyle w:val="libArabicChar"/>
          <w:rFonts w:hint="cs"/>
          <w:rtl/>
        </w:rPr>
        <w:t>اتين</w:t>
      </w:r>
      <w:r w:rsidR="00120F63" w:rsidRPr="00B2551F">
        <w:rPr>
          <w:rStyle w:val="libArabicChar"/>
          <w:rFonts w:hint="cs"/>
          <w:rtl/>
        </w:rPr>
        <w:t>ه</w:t>
      </w:r>
      <w:r w:rsidRPr="00985357">
        <w:rPr>
          <w:rStyle w:val="libArabicChar"/>
          <w:rtl/>
        </w:rPr>
        <w:t xml:space="preserve"> </w:t>
      </w:r>
      <w:r w:rsidRPr="00985357">
        <w:rPr>
          <w:rStyle w:val="libArabicChar"/>
          <w:rFonts w:hint="cs"/>
          <w:rtl/>
        </w:rPr>
        <w:t>فى</w:t>
      </w:r>
      <w:r w:rsidRPr="00985357">
        <w:rPr>
          <w:rStyle w:val="libArabicChar"/>
          <w:rtl/>
        </w:rPr>
        <w:t xml:space="preserve"> </w:t>
      </w:r>
      <w:r w:rsidRPr="00985357">
        <w:rPr>
          <w:rStyle w:val="libArabicChar"/>
          <w:rFonts w:hint="cs"/>
          <w:rtl/>
        </w:rPr>
        <w:t>الدني</w:t>
      </w:r>
      <w:r w:rsidRPr="00985357">
        <w:rPr>
          <w:rStyle w:val="libArabicChar"/>
          <w:rtl/>
        </w:rPr>
        <w:t>ا حسنة</w:t>
      </w:r>
    </w:p>
    <w:p w:rsidR="001F628F" w:rsidRDefault="001F628F" w:rsidP="00985357">
      <w:pPr>
        <w:pStyle w:val="libNormal"/>
        <w:rPr>
          <w:rtl/>
        </w:rPr>
      </w:pPr>
      <w:r>
        <w:rPr>
          <w:rtl/>
        </w:rPr>
        <w:t>7_ الہى پاداش و اجر ، اخروى جہان مي</w:t>
      </w:r>
      <w:r w:rsidR="00083993">
        <w:rPr>
          <w:rtl/>
        </w:rPr>
        <w:t xml:space="preserve">ں </w:t>
      </w:r>
      <w:r>
        <w:rPr>
          <w:rtl/>
        </w:rPr>
        <w:t>منحصر نہي</w:t>
      </w:r>
      <w:r w:rsidR="00083993">
        <w:rPr>
          <w:rtl/>
        </w:rPr>
        <w:t xml:space="preserve">ں </w:t>
      </w:r>
      <w:r>
        <w:rPr>
          <w:rtl/>
        </w:rPr>
        <w:t>ہے_</w:t>
      </w:r>
      <w:r w:rsidRPr="00985357">
        <w:rPr>
          <w:rStyle w:val="libArabicChar"/>
          <w:rFonts w:hint="eastAsia"/>
          <w:rtl/>
        </w:rPr>
        <w:t>واتين</w:t>
      </w:r>
      <w:r w:rsidR="00120F63" w:rsidRPr="00B2551F">
        <w:rPr>
          <w:rStyle w:val="libArabicChar"/>
          <w:rFonts w:hint="cs"/>
          <w:rtl/>
        </w:rPr>
        <w:t>ه</w:t>
      </w:r>
      <w:r w:rsidRPr="00985357">
        <w:rPr>
          <w:rStyle w:val="libArabicChar"/>
          <w:rtl/>
        </w:rPr>
        <w:t xml:space="preserve"> فى الدنيا حسنة وان</w:t>
      </w:r>
      <w:r w:rsidR="00120F63" w:rsidRPr="00B2551F">
        <w:rPr>
          <w:rStyle w:val="libArabicChar"/>
          <w:rFonts w:hint="cs"/>
          <w:rtl/>
        </w:rPr>
        <w:t>ه</w:t>
      </w:r>
      <w:r w:rsidRPr="00985357">
        <w:rPr>
          <w:rStyle w:val="libArabicChar"/>
          <w:rtl/>
        </w:rPr>
        <w:t xml:space="preserve"> </w:t>
      </w:r>
      <w:r w:rsidRPr="00985357">
        <w:rPr>
          <w:rStyle w:val="libArabicChar"/>
          <w:rFonts w:hint="cs"/>
          <w:rtl/>
        </w:rPr>
        <w:t>فى</w:t>
      </w:r>
      <w:r w:rsidRPr="00985357">
        <w:rPr>
          <w:rStyle w:val="libArabicChar"/>
          <w:rtl/>
        </w:rPr>
        <w:t xml:space="preserve"> </w:t>
      </w:r>
      <w:r w:rsidRPr="00985357">
        <w:rPr>
          <w:rStyle w:val="libArabicChar"/>
          <w:rFonts w:hint="cs"/>
          <w:rtl/>
        </w:rPr>
        <w:t>الاخرة</w:t>
      </w:r>
      <w:r w:rsidRPr="00985357">
        <w:rPr>
          <w:rStyle w:val="libArabicChar"/>
          <w:rtl/>
        </w:rPr>
        <w:t xml:space="preserve"> </w:t>
      </w:r>
      <w:r w:rsidRPr="00985357">
        <w:rPr>
          <w:rStyle w:val="libArabicChar"/>
          <w:rFonts w:hint="cs"/>
          <w:rtl/>
        </w:rPr>
        <w:t>لمن</w:t>
      </w:r>
      <w:r w:rsidRPr="00985357">
        <w:rPr>
          <w:rStyle w:val="libArabicChar"/>
          <w:rtl/>
        </w:rPr>
        <w:t xml:space="preserve"> </w:t>
      </w:r>
      <w:r w:rsidRPr="00985357">
        <w:rPr>
          <w:rStyle w:val="libArabicChar"/>
          <w:rFonts w:hint="cs"/>
          <w:rtl/>
        </w:rPr>
        <w:t>ال</w:t>
      </w:r>
      <w:r w:rsidRPr="00985357">
        <w:rPr>
          <w:rStyle w:val="libArabicChar"/>
          <w:rtl/>
        </w:rPr>
        <w:t>صالحين</w:t>
      </w:r>
    </w:p>
    <w:p w:rsidR="001F628F" w:rsidRDefault="001F628F" w:rsidP="00985357">
      <w:pPr>
        <w:pStyle w:val="libNormal"/>
        <w:rPr>
          <w:rtl/>
        </w:rPr>
      </w:pPr>
      <w:r>
        <w:rPr>
          <w:rtl/>
        </w:rPr>
        <w:t>8_ دين ، سعادت اور دنياوى و اخروى نيكيو</w:t>
      </w:r>
      <w:r w:rsidR="00083993">
        <w:rPr>
          <w:rtl/>
        </w:rPr>
        <w:t xml:space="preserve">ں </w:t>
      </w:r>
      <w:r>
        <w:rPr>
          <w:rtl/>
        </w:rPr>
        <w:t>كا حامل ہے _</w:t>
      </w:r>
      <w:r w:rsidRPr="00985357">
        <w:rPr>
          <w:rStyle w:val="libArabicChar"/>
          <w:rFonts w:hint="eastAsia"/>
          <w:rtl/>
        </w:rPr>
        <w:t>واتين</w:t>
      </w:r>
      <w:r w:rsidR="00120F63" w:rsidRPr="00B2551F">
        <w:rPr>
          <w:rStyle w:val="libArabicChar"/>
          <w:rFonts w:hint="cs"/>
          <w:rtl/>
        </w:rPr>
        <w:t>ه</w:t>
      </w:r>
      <w:r w:rsidRPr="00985357">
        <w:rPr>
          <w:rStyle w:val="libArabicChar"/>
          <w:rtl/>
        </w:rPr>
        <w:t xml:space="preserve"> فى الدنيا حسنة وان</w:t>
      </w:r>
      <w:r w:rsidR="00120F63" w:rsidRPr="00B2551F">
        <w:rPr>
          <w:rStyle w:val="libArabicChar"/>
          <w:rFonts w:hint="cs"/>
          <w:rtl/>
        </w:rPr>
        <w:t>ه</w:t>
      </w:r>
      <w:r w:rsidRPr="00985357">
        <w:rPr>
          <w:rStyle w:val="libArabicChar"/>
          <w:rtl/>
        </w:rPr>
        <w:t xml:space="preserve"> </w:t>
      </w:r>
      <w:r w:rsidRPr="00985357">
        <w:rPr>
          <w:rStyle w:val="libArabicChar"/>
          <w:rFonts w:hint="cs"/>
          <w:rtl/>
        </w:rPr>
        <w:t>فى</w:t>
      </w:r>
      <w:r w:rsidRPr="00985357">
        <w:rPr>
          <w:rStyle w:val="libArabicChar"/>
          <w:rtl/>
        </w:rPr>
        <w:t xml:space="preserve"> </w:t>
      </w:r>
      <w:r w:rsidRPr="00985357">
        <w:rPr>
          <w:rStyle w:val="libArabicChar"/>
          <w:rFonts w:hint="cs"/>
          <w:rtl/>
        </w:rPr>
        <w:t>الاخرة</w:t>
      </w:r>
      <w:r w:rsidRPr="00985357">
        <w:rPr>
          <w:rStyle w:val="libArabicChar"/>
          <w:rtl/>
        </w:rPr>
        <w:t xml:space="preserve"> </w:t>
      </w:r>
      <w:r w:rsidRPr="00985357">
        <w:rPr>
          <w:rStyle w:val="libArabicChar"/>
          <w:rFonts w:hint="cs"/>
          <w:rtl/>
        </w:rPr>
        <w:t>لمن</w:t>
      </w:r>
      <w:r w:rsidRPr="00985357">
        <w:rPr>
          <w:rStyle w:val="libArabicChar"/>
          <w:rtl/>
        </w:rPr>
        <w:t xml:space="preserve"> </w:t>
      </w:r>
      <w:r w:rsidRPr="00985357">
        <w:rPr>
          <w:rStyle w:val="libArabicChar"/>
          <w:rFonts w:hint="cs"/>
          <w:rtl/>
        </w:rPr>
        <w:t>ال</w:t>
      </w:r>
      <w:r w:rsidRPr="00985357">
        <w:rPr>
          <w:rStyle w:val="libArabicChar"/>
          <w:rtl/>
        </w:rPr>
        <w:t>صالحين</w:t>
      </w:r>
    </w:p>
    <w:p w:rsidR="001F628F" w:rsidRDefault="001F628F" w:rsidP="00985357">
      <w:pPr>
        <w:pStyle w:val="libNormal"/>
        <w:rPr>
          <w:rtl/>
        </w:rPr>
      </w:pPr>
      <w:r>
        <w:rPr>
          <w:rFonts w:hint="eastAsia"/>
          <w:rtl/>
        </w:rPr>
        <w:t>آخرت</w:t>
      </w:r>
      <w:r>
        <w:rPr>
          <w:rtl/>
        </w:rPr>
        <w:t xml:space="preserve"> :</w:t>
      </w:r>
      <w:r>
        <w:rPr>
          <w:rFonts w:hint="eastAsia"/>
          <w:rtl/>
        </w:rPr>
        <w:t>آخرت</w:t>
      </w:r>
      <w:r>
        <w:rPr>
          <w:rtl/>
        </w:rPr>
        <w:t xml:space="preserve"> مي</w:t>
      </w:r>
      <w:r w:rsidR="00083993">
        <w:rPr>
          <w:rtl/>
        </w:rPr>
        <w:t xml:space="preserve">ں </w:t>
      </w:r>
      <w:r>
        <w:rPr>
          <w:rtl/>
        </w:rPr>
        <w:t>اخروى مقامات كا سبب 5</w:t>
      </w:r>
    </w:p>
    <w:p w:rsidR="001F628F" w:rsidRDefault="001F628F" w:rsidP="00985357">
      <w:pPr>
        <w:pStyle w:val="libNormal"/>
        <w:rPr>
          <w:rtl/>
        </w:rPr>
      </w:pPr>
      <w:r>
        <w:rPr>
          <w:rFonts w:hint="eastAsia"/>
          <w:rtl/>
        </w:rPr>
        <w:t>ابراہيم</w:t>
      </w:r>
      <w:r w:rsidR="00367F17" w:rsidRPr="00367F17">
        <w:rPr>
          <w:rStyle w:val="libAlaemChar"/>
          <w:rtl/>
        </w:rPr>
        <w:t xml:space="preserve"> عليه‌السلام </w:t>
      </w:r>
      <w:r>
        <w:rPr>
          <w:rtl/>
        </w:rPr>
        <w:t xml:space="preserve"> :</w:t>
      </w:r>
      <w:r>
        <w:rPr>
          <w:rFonts w:hint="eastAsia"/>
          <w:rtl/>
        </w:rPr>
        <w:t>حضرت</w:t>
      </w:r>
      <w:r>
        <w:rPr>
          <w:rtl/>
        </w:rPr>
        <w:t xml:space="preserve"> ابراہيم</w:t>
      </w:r>
      <w:r w:rsidR="00367F17" w:rsidRPr="00367F17">
        <w:rPr>
          <w:rStyle w:val="libAlaemChar"/>
          <w:rtl/>
        </w:rPr>
        <w:t xml:space="preserve"> عليه‌السلام </w:t>
      </w:r>
      <w:r>
        <w:rPr>
          <w:rtl/>
        </w:rPr>
        <w:t xml:space="preserve"> صالحين كے زمرہ مي</w:t>
      </w:r>
      <w:r w:rsidR="00083993">
        <w:rPr>
          <w:rtl/>
        </w:rPr>
        <w:t xml:space="preserve">ں </w:t>
      </w:r>
      <w:r>
        <w:rPr>
          <w:rtl/>
        </w:rPr>
        <w:t xml:space="preserve">2; حضرت ابراہيم </w:t>
      </w:r>
      <w:r w:rsidR="00367F17" w:rsidRPr="00367F17">
        <w:rPr>
          <w:rStyle w:val="libAlaemChar"/>
          <w:rtl/>
        </w:rPr>
        <w:t xml:space="preserve"> عليه‌السلام </w:t>
      </w:r>
      <w:r>
        <w:rPr>
          <w:rtl/>
        </w:rPr>
        <w:t xml:space="preserve"> كى اطاعت كے آثار 3; حضرت ابراہيم</w:t>
      </w:r>
      <w:r w:rsidR="00367F17" w:rsidRPr="00367F17">
        <w:rPr>
          <w:rStyle w:val="libAlaemChar"/>
          <w:rtl/>
        </w:rPr>
        <w:t xml:space="preserve"> عليه‌السلام </w:t>
      </w:r>
      <w:r>
        <w:rPr>
          <w:rtl/>
        </w:rPr>
        <w:t xml:space="preserve"> كى حق پرستى كے آثار 3; حضرت ابراہيم</w:t>
      </w:r>
      <w:r w:rsidR="00367F17" w:rsidRPr="00367F17">
        <w:rPr>
          <w:rStyle w:val="libAlaemChar"/>
          <w:rtl/>
        </w:rPr>
        <w:t xml:space="preserve"> عليه‌السلام </w:t>
      </w:r>
      <w:r>
        <w:rPr>
          <w:rtl/>
        </w:rPr>
        <w:t xml:space="preserve"> كى شكرگذارى كے آثار 3; حضرت ابراہيم</w:t>
      </w:r>
      <w:r w:rsidR="00367F17" w:rsidRPr="00367F17">
        <w:rPr>
          <w:rStyle w:val="libAlaemChar"/>
          <w:rtl/>
        </w:rPr>
        <w:t xml:space="preserve"> عليه‌السلام </w:t>
      </w:r>
      <w:r>
        <w:rPr>
          <w:rtl/>
        </w:rPr>
        <w:t xml:space="preserve"> كى نعمتي</w:t>
      </w:r>
      <w:r w:rsidR="00083993">
        <w:rPr>
          <w:rtl/>
        </w:rPr>
        <w:t xml:space="preserve">ں </w:t>
      </w:r>
      <w:r>
        <w:rPr>
          <w:rtl/>
        </w:rPr>
        <w:t>1،3; حضرت ابراہيم</w:t>
      </w:r>
      <w:r w:rsidR="00367F17" w:rsidRPr="00367F17">
        <w:rPr>
          <w:rStyle w:val="libAlaemChar"/>
          <w:rtl/>
        </w:rPr>
        <w:t xml:space="preserve"> عليه‌السلام </w:t>
      </w:r>
      <w:r>
        <w:rPr>
          <w:rtl/>
        </w:rPr>
        <w:t xml:space="preserve"> كے شرك سے مقابلہ كے آثار 3; حضرت ابراہيم </w:t>
      </w:r>
      <w:r w:rsidR="00367F17" w:rsidRPr="00367F17">
        <w:rPr>
          <w:rStyle w:val="libAlaemChar"/>
          <w:rtl/>
        </w:rPr>
        <w:t xml:space="preserve"> عليه‌السلام </w:t>
      </w:r>
      <w:r>
        <w:rPr>
          <w:rtl/>
        </w:rPr>
        <w:t xml:space="preserve"> كے فضائل 1; حضرت ابراہيم</w:t>
      </w:r>
      <w:r w:rsidR="00367F17" w:rsidRPr="00367F17">
        <w:rPr>
          <w:rStyle w:val="libAlaemChar"/>
          <w:rtl/>
        </w:rPr>
        <w:t xml:space="preserve"> عليه‌السلام </w:t>
      </w:r>
      <w:r>
        <w:rPr>
          <w:rtl/>
        </w:rPr>
        <w:t xml:space="preserve"> كے مقامات اخروي3</w:t>
      </w:r>
    </w:p>
    <w:p w:rsidR="001F628F" w:rsidRDefault="001F628F" w:rsidP="00985357">
      <w:pPr>
        <w:pStyle w:val="libNormal"/>
        <w:rPr>
          <w:rtl/>
        </w:rPr>
      </w:pPr>
      <w:r>
        <w:rPr>
          <w:rFonts w:hint="eastAsia"/>
          <w:rtl/>
        </w:rPr>
        <w:t>اقدار</w:t>
      </w:r>
      <w:r>
        <w:rPr>
          <w:rtl/>
        </w:rPr>
        <w:t>:</w:t>
      </w:r>
      <w:r>
        <w:rPr>
          <w:rFonts w:hint="eastAsia"/>
          <w:rtl/>
        </w:rPr>
        <w:t>اقدار</w:t>
      </w:r>
      <w:r>
        <w:rPr>
          <w:rtl/>
        </w:rPr>
        <w:t xml:space="preserve"> كى تحصيل كے آثار 5</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كى اخروى جزائي</w:t>
      </w:r>
      <w:r w:rsidR="00083993">
        <w:rPr>
          <w:rtl/>
        </w:rPr>
        <w:t xml:space="preserve">ں </w:t>
      </w:r>
      <w:r>
        <w:rPr>
          <w:rtl/>
        </w:rPr>
        <w:t>7; الله تعالى كى دنياوى جزائي</w:t>
      </w:r>
      <w:r w:rsidR="00083993">
        <w:rPr>
          <w:rtl/>
        </w:rPr>
        <w:t xml:space="preserve">ں </w:t>
      </w:r>
      <w:r>
        <w:rPr>
          <w:rtl/>
        </w:rPr>
        <w:t>7</w:t>
      </w:r>
    </w:p>
    <w:p w:rsidR="001F628F" w:rsidRDefault="001F628F" w:rsidP="00985357">
      <w:pPr>
        <w:pStyle w:val="libNormal"/>
        <w:rPr>
          <w:rtl/>
        </w:rPr>
      </w:pPr>
      <w:r>
        <w:rPr>
          <w:rFonts w:hint="eastAsia"/>
          <w:rtl/>
        </w:rPr>
        <w:t>دين</w:t>
      </w:r>
      <w:r>
        <w:rPr>
          <w:rtl/>
        </w:rPr>
        <w:t>:</w:t>
      </w:r>
      <w:r>
        <w:rPr>
          <w:rFonts w:hint="eastAsia"/>
          <w:rtl/>
        </w:rPr>
        <w:t>دين</w:t>
      </w:r>
      <w:r>
        <w:rPr>
          <w:rtl/>
        </w:rPr>
        <w:t xml:space="preserve"> كا كردار</w:t>
      </w:r>
    </w:p>
    <w:p w:rsidR="001F628F" w:rsidRDefault="001F628F" w:rsidP="00985357">
      <w:pPr>
        <w:pStyle w:val="libNormal"/>
        <w:rPr>
          <w:rtl/>
        </w:rPr>
      </w:pPr>
      <w:r>
        <w:rPr>
          <w:rFonts w:hint="eastAsia"/>
          <w:rtl/>
        </w:rPr>
        <w:t>سعادت</w:t>
      </w:r>
      <w:r>
        <w:rPr>
          <w:rtl/>
        </w:rPr>
        <w:t>:</w:t>
      </w:r>
      <w:r>
        <w:rPr>
          <w:rFonts w:hint="eastAsia"/>
          <w:rtl/>
        </w:rPr>
        <w:t>سعادت</w:t>
      </w:r>
      <w:r>
        <w:rPr>
          <w:rtl/>
        </w:rPr>
        <w:t xml:space="preserve"> كے عوامل 8</w:t>
      </w:r>
    </w:p>
    <w:p w:rsidR="001F628F" w:rsidRDefault="001F628F" w:rsidP="00985357">
      <w:pPr>
        <w:pStyle w:val="libNormal"/>
        <w:rPr>
          <w:rtl/>
        </w:rPr>
      </w:pPr>
      <w:r>
        <w:rPr>
          <w:rFonts w:hint="eastAsia"/>
          <w:rtl/>
        </w:rPr>
        <w:t>شكر</w:t>
      </w:r>
      <w:r>
        <w:rPr>
          <w:rtl/>
        </w:rPr>
        <w:t>:</w:t>
      </w:r>
      <w:r>
        <w:rPr>
          <w:rFonts w:hint="eastAsia"/>
          <w:rtl/>
        </w:rPr>
        <w:t>شكر</w:t>
      </w:r>
      <w:r>
        <w:rPr>
          <w:rtl/>
        </w:rPr>
        <w:t xml:space="preserve"> نعمت كے آثار 6</w:t>
      </w:r>
    </w:p>
    <w:p w:rsidR="001F628F" w:rsidRDefault="001F628F" w:rsidP="00985357">
      <w:pPr>
        <w:pStyle w:val="libNormal"/>
        <w:rPr>
          <w:rtl/>
        </w:rPr>
      </w:pPr>
      <w:r>
        <w:rPr>
          <w:rFonts w:hint="eastAsia"/>
          <w:rtl/>
        </w:rPr>
        <w:t>صالحين</w:t>
      </w:r>
      <w:r>
        <w:rPr>
          <w:rtl/>
        </w:rPr>
        <w:t>:</w:t>
      </w:r>
      <w:r>
        <w:rPr>
          <w:rFonts w:hint="eastAsia"/>
          <w:rtl/>
        </w:rPr>
        <w:t>آخرت</w:t>
      </w:r>
      <w:r>
        <w:rPr>
          <w:rtl/>
        </w:rPr>
        <w:t xml:space="preserve"> مي</w:t>
      </w:r>
      <w:r w:rsidR="00083993">
        <w:rPr>
          <w:rtl/>
        </w:rPr>
        <w:t xml:space="preserve">ں </w:t>
      </w:r>
      <w:r>
        <w:rPr>
          <w:rtl/>
        </w:rPr>
        <w:t>صالحين 2; صالحين كے اخروى مقامات 4</w:t>
      </w:r>
    </w:p>
    <w:p w:rsidR="001F628F" w:rsidRDefault="001F628F" w:rsidP="00985357">
      <w:pPr>
        <w:pStyle w:val="libNormal"/>
        <w:rPr>
          <w:rtl/>
        </w:rPr>
      </w:pPr>
      <w:r>
        <w:rPr>
          <w:rFonts w:hint="eastAsia"/>
          <w:rtl/>
        </w:rPr>
        <w:t>عمل</w:t>
      </w:r>
      <w:r>
        <w:rPr>
          <w:rtl/>
        </w:rPr>
        <w:t xml:space="preserve"> :</w:t>
      </w:r>
      <w:r>
        <w:rPr>
          <w:rFonts w:hint="eastAsia"/>
          <w:rtl/>
        </w:rPr>
        <w:t>عمل</w:t>
      </w:r>
      <w:r>
        <w:rPr>
          <w:rtl/>
        </w:rPr>
        <w:t xml:space="preserve"> كے آثار 5</w:t>
      </w:r>
    </w:p>
    <w:p w:rsidR="001F628F" w:rsidRDefault="001F628F" w:rsidP="00985357">
      <w:pPr>
        <w:pStyle w:val="libNormal"/>
        <w:rPr>
          <w:rtl/>
        </w:rPr>
      </w:pPr>
      <w:r>
        <w:rPr>
          <w:rFonts w:hint="eastAsia"/>
          <w:rtl/>
        </w:rPr>
        <w:t>نعمت</w:t>
      </w:r>
      <w:r>
        <w:rPr>
          <w:rtl/>
        </w:rPr>
        <w:t>:</w:t>
      </w:r>
      <w:r>
        <w:rPr>
          <w:rFonts w:hint="eastAsia"/>
          <w:rtl/>
        </w:rPr>
        <w:t>نعمت</w:t>
      </w:r>
      <w:r>
        <w:rPr>
          <w:rtl/>
        </w:rPr>
        <w:t xml:space="preserve"> كا سبب 5; نعمت كے اسباب 3; نعمت كے شامل حال افراد 1; نعمت مي</w:t>
      </w:r>
      <w:r w:rsidR="00083993">
        <w:rPr>
          <w:rtl/>
        </w:rPr>
        <w:t xml:space="preserve">ں </w:t>
      </w:r>
      <w:r>
        <w:rPr>
          <w:rtl/>
        </w:rPr>
        <w:t>اضافہ كے اسباب 6</w:t>
      </w:r>
    </w:p>
    <w:p w:rsidR="00985357" w:rsidRDefault="001E7F9D" w:rsidP="00F73EDE">
      <w:pPr>
        <w:pStyle w:val="libPoemTini"/>
        <w:rPr>
          <w:rtl/>
        </w:rPr>
      </w:pPr>
      <w:r>
        <w:rPr>
          <w:rtl/>
        </w:rPr>
        <w:br w:type="page"/>
      </w:r>
    </w:p>
    <w:p w:rsidR="00985357" w:rsidRPr="00120F63" w:rsidRDefault="00985357" w:rsidP="00985357">
      <w:pPr>
        <w:pStyle w:val="Heading2Center"/>
        <w:rPr>
          <w:rtl/>
        </w:rPr>
      </w:pPr>
      <w:bookmarkStart w:id="269" w:name="_Toc28081947"/>
      <w:r>
        <w:rPr>
          <w:rFonts w:hint="cs"/>
          <w:rtl/>
        </w:rPr>
        <w:lastRenderedPageBreak/>
        <w:t xml:space="preserve">آیت </w:t>
      </w:r>
      <w:r w:rsidRPr="00120F63">
        <w:rPr>
          <w:rFonts w:hint="cs"/>
          <w:rtl/>
        </w:rPr>
        <w:t>123</w:t>
      </w:r>
      <w:bookmarkEnd w:id="269"/>
    </w:p>
    <w:p w:rsidR="001F628F" w:rsidRDefault="00E260F9" w:rsidP="00985357">
      <w:pPr>
        <w:pStyle w:val="libNormal"/>
        <w:rPr>
          <w:rtl/>
        </w:rPr>
      </w:pPr>
      <w:r w:rsidRPr="00E260F9">
        <w:rPr>
          <w:rStyle w:val="libAlaemChar"/>
          <w:rFonts w:hint="eastAsia"/>
          <w:rtl/>
        </w:rPr>
        <w:t>(</w:t>
      </w:r>
      <w:r w:rsidRPr="00985357">
        <w:rPr>
          <w:rStyle w:val="libAieChar"/>
          <w:rFonts w:hint="eastAsia"/>
          <w:rtl/>
        </w:rPr>
        <w:t>ثُمَّ</w:t>
      </w:r>
      <w:r w:rsidRPr="00985357">
        <w:rPr>
          <w:rStyle w:val="libAieChar"/>
          <w:rtl/>
        </w:rPr>
        <w:t xml:space="preserve"> أَوْحَيْنَا إِلَيْكَ أَنِ اتَّبِعْ مِلَّةَ إِبْرَاهِيمَ حَنِيفاً وَمَا كَانَ مِنَ الْمُشْرِكِينَ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اس</w:t>
      </w:r>
      <w:r>
        <w:rPr>
          <w:rtl/>
        </w:rPr>
        <w:t xml:space="preserve"> كے بعد ہم نے آپ كى طرف وحى كى كہ ابراہيم حنيف كے طريقہ كا اتباع كري</w:t>
      </w:r>
      <w:r w:rsidR="00083993">
        <w:rPr>
          <w:rtl/>
        </w:rPr>
        <w:t xml:space="preserve">ں </w:t>
      </w:r>
      <w:r>
        <w:rPr>
          <w:rtl/>
        </w:rPr>
        <w:t>كہ وہ مشركين مي</w:t>
      </w:r>
      <w:r w:rsidR="00083993">
        <w:rPr>
          <w:rtl/>
        </w:rPr>
        <w:t xml:space="preserve">ں </w:t>
      </w:r>
      <w:r>
        <w:rPr>
          <w:rtl/>
        </w:rPr>
        <w:t>سے نہي</w:t>
      </w:r>
      <w:r w:rsidR="00083993">
        <w:rPr>
          <w:rtl/>
        </w:rPr>
        <w:t xml:space="preserve">ں </w:t>
      </w:r>
      <w:r>
        <w:rPr>
          <w:rtl/>
        </w:rPr>
        <w:t>تھے_</w:t>
      </w:r>
    </w:p>
    <w:p w:rsidR="001F628F" w:rsidRDefault="001F628F" w:rsidP="00985357">
      <w:pPr>
        <w:pStyle w:val="libNormal"/>
        <w:rPr>
          <w:rtl/>
        </w:rPr>
      </w:pPr>
      <w:r>
        <w:rPr>
          <w:rtl/>
        </w:rPr>
        <w:t>1_ پيغمبر اكرم</w:t>
      </w:r>
      <w:r w:rsidR="00F031CD" w:rsidRPr="00F031CD">
        <w:rPr>
          <w:rStyle w:val="libAlaemChar"/>
          <w:rtl/>
        </w:rPr>
        <w:t xml:space="preserve"> صلى‌الله‌عليه‌وآله‌وسلم </w:t>
      </w:r>
      <w:r>
        <w:rPr>
          <w:rtl/>
        </w:rPr>
        <w:t xml:space="preserve"> ،دين ابراہيم </w:t>
      </w:r>
      <w:r w:rsidR="00367F17" w:rsidRPr="00367F17">
        <w:rPr>
          <w:rStyle w:val="libAlaemChar"/>
          <w:rtl/>
        </w:rPr>
        <w:t xml:space="preserve"> عليه‌السلام </w:t>
      </w:r>
      <w:r>
        <w:rPr>
          <w:rtl/>
        </w:rPr>
        <w:t xml:space="preserve"> كى پيروى پر مامور ہوئے ہي</w:t>
      </w:r>
      <w:r w:rsidR="00083993">
        <w:rPr>
          <w:rtl/>
        </w:rPr>
        <w:t xml:space="preserve">ں </w:t>
      </w:r>
      <w:r>
        <w:rPr>
          <w:rtl/>
        </w:rPr>
        <w:t>_</w:t>
      </w:r>
      <w:r w:rsidRPr="00985357">
        <w:rPr>
          <w:rStyle w:val="libArabicChar"/>
          <w:rFonts w:hint="eastAsia"/>
          <w:rtl/>
        </w:rPr>
        <w:t>ثم</w:t>
      </w:r>
      <w:r w:rsidRPr="00985357">
        <w:rPr>
          <w:rStyle w:val="libArabicChar"/>
          <w:rtl/>
        </w:rPr>
        <w:t xml:space="preserve"> ا وحينا اليك ان ابتع ملّة ابرا</w:t>
      </w:r>
      <w:r w:rsidR="00120F63" w:rsidRPr="00B2551F">
        <w:rPr>
          <w:rStyle w:val="libArabicChar"/>
          <w:rFonts w:hint="cs"/>
          <w:rtl/>
        </w:rPr>
        <w:t>ه</w:t>
      </w:r>
      <w:r w:rsidRPr="00985357">
        <w:rPr>
          <w:rStyle w:val="libArabicChar"/>
          <w:rFonts w:hint="cs"/>
          <w:rtl/>
        </w:rPr>
        <w:t>يم</w:t>
      </w:r>
    </w:p>
    <w:p w:rsidR="001F628F" w:rsidRDefault="001F628F" w:rsidP="001F628F">
      <w:pPr>
        <w:pStyle w:val="libNormal"/>
        <w:rPr>
          <w:rtl/>
        </w:rPr>
      </w:pPr>
      <w:r>
        <w:rPr>
          <w:rtl/>
        </w:rPr>
        <w:t>2_ ہر قسم كے انحراف و شكر سے اجتناب كے سلسلہ مي</w:t>
      </w:r>
      <w:r w:rsidR="00083993">
        <w:rPr>
          <w:rtl/>
        </w:rPr>
        <w:t xml:space="preserve">ں </w:t>
      </w:r>
      <w:r>
        <w:rPr>
          <w:rtl/>
        </w:rPr>
        <w:t>حضرت ابراہيم</w:t>
      </w:r>
      <w:r w:rsidR="00367F17" w:rsidRPr="00367F17">
        <w:rPr>
          <w:rStyle w:val="libAlaemChar"/>
          <w:rtl/>
        </w:rPr>
        <w:t xml:space="preserve"> عليه‌السلام </w:t>
      </w:r>
      <w:r>
        <w:rPr>
          <w:rtl/>
        </w:rPr>
        <w:t xml:space="preserve"> كى پيروى كرنا ضرورى ہے _</w:t>
      </w:r>
    </w:p>
    <w:p w:rsidR="001F628F" w:rsidRDefault="001F628F" w:rsidP="00985357">
      <w:pPr>
        <w:pStyle w:val="libArabic"/>
        <w:rPr>
          <w:rtl/>
        </w:rPr>
      </w:pPr>
      <w:r>
        <w:rPr>
          <w:rFonts w:hint="eastAsia"/>
          <w:rtl/>
        </w:rPr>
        <w:t>ثم</w:t>
      </w:r>
      <w:r>
        <w:rPr>
          <w:rtl/>
        </w:rPr>
        <w:t xml:space="preserve"> اوحينا اليك ان ابتع ملّة ابرا</w:t>
      </w:r>
      <w:r w:rsidR="00120F63" w:rsidRPr="00ED5DE8">
        <w:rPr>
          <w:rFonts w:hint="cs"/>
          <w:rtl/>
        </w:rPr>
        <w:t>ه</w:t>
      </w:r>
      <w:r>
        <w:rPr>
          <w:rtl/>
        </w:rPr>
        <w:t>يم</w:t>
      </w:r>
      <w:r w:rsidR="00367F17" w:rsidRPr="00367F17">
        <w:rPr>
          <w:rStyle w:val="libAlaemChar"/>
          <w:rtl/>
        </w:rPr>
        <w:t xml:space="preserve"> عليه‌السلام </w:t>
      </w:r>
    </w:p>
    <w:p w:rsidR="001F628F" w:rsidRDefault="001F628F" w:rsidP="00985357">
      <w:pPr>
        <w:pStyle w:val="libNormal"/>
        <w:rPr>
          <w:rtl/>
        </w:rPr>
      </w:pPr>
      <w:r>
        <w:rPr>
          <w:rtl/>
        </w:rPr>
        <w:t xml:space="preserve">3_ پيغمبر اكرم </w:t>
      </w:r>
      <w:r w:rsidR="00F031CD" w:rsidRPr="00F031CD">
        <w:rPr>
          <w:rStyle w:val="libAlaemChar"/>
          <w:rtl/>
        </w:rPr>
        <w:t xml:space="preserve"> صلى‌الله‌عليه‌وآله‌وسلم </w:t>
      </w:r>
      <w:r>
        <w:rPr>
          <w:rtl/>
        </w:rPr>
        <w:t xml:space="preserve"> ، وحى كے ذريعہ دين ابراہيم </w:t>
      </w:r>
      <w:r w:rsidR="00367F17" w:rsidRPr="00367F17">
        <w:rPr>
          <w:rStyle w:val="libAlaemChar"/>
          <w:rtl/>
        </w:rPr>
        <w:t xml:space="preserve"> عليه‌السلام </w:t>
      </w:r>
      <w:r>
        <w:rPr>
          <w:rtl/>
        </w:rPr>
        <w:t xml:space="preserve"> سے آگاہ ہوئے_</w:t>
      </w:r>
      <w:r w:rsidRPr="00985357">
        <w:rPr>
          <w:rStyle w:val="libArabicChar"/>
          <w:rFonts w:hint="eastAsia"/>
          <w:rtl/>
        </w:rPr>
        <w:t>ثم</w:t>
      </w:r>
      <w:r w:rsidRPr="00985357">
        <w:rPr>
          <w:rStyle w:val="libArabicChar"/>
          <w:rtl/>
        </w:rPr>
        <w:t xml:space="preserve"> ا وحينا اليك ا ن اتبع ملّة ابرا</w:t>
      </w:r>
      <w:r w:rsidR="00120F63" w:rsidRPr="00B2551F">
        <w:rPr>
          <w:rStyle w:val="libArabicChar"/>
          <w:rFonts w:hint="cs"/>
          <w:rtl/>
        </w:rPr>
        <w:t>ه</w:t>
      </w:r>
      <w:r w:rsidRPr="00985357">
        <w:rPr>
          <w:rStyle w:val="libArabicChar"/>
          <w:rFonts w:hint="cs"/>
          <w:rtl/>
        </w:rPr>
        <w:t>ي</w:t>
      </w:r>
      <w:r w:rsidRPr="00985357">
        <w:rPr>
          <w:rStyle w:val="libArabicChar"/>
          <w:rtl/>
        </w:rPr>
        <w:t>م حنيف</w:t>
      </w:r>
    </w:p>
    <w:p w:rsidR="001F628F" w:rsidRDefault="001F628F" w:rsidP="001F628F">
      <w:pPr>
        <w:pStyle w:val="libNormal"/>
        <w:rPr>
          <w:rtl/>
        </w:rPr>
      </w:pPr>
      <w:r>
        <w:rPr>
          <w:rFonts w:hint="eastAsia"/>
          <w:rtl/>
        </w:rPr>
        <w:t>مذكورہ</w:t>
      </w:r>
      <w:r>
        <w:rPr>
          <w:rtl/>
        </w:rPr>
        <w:t xml:space="preserve"> تفسير اس نكتہ پر موقوف ہے كہ جملہ ''ان اتبع ...'' جملہ تفسير يہ نہ ہو يعنى ہم نے تيرى طرف وحى كى ہے اور ہمارى وحى كا مضمون وہى دين ابراہيم </w:t>
      </w:r>
      <w:r w:rsidR="00367F17" w:rsidRPr="00367F17">
        <w:rPr>
          <w:rStyle w:val="libAlaemChar"/>
          <w:rtl/>
        </w:rPr>
        <w:t xml:space="preserve"> عليه‌السلام </w:t>
      </w:r>
      <w:r>
        <w:rPr>
          <w:rtl/>
        </w:rPr>
        <w:t xml:space="preserve"> ہے _</w:t>
      </w:r>
    </w:p>
    <w:p w:rsidR="001F628F" w:rsidRDefault="001F628F" w:rsidP="001F628F">
      <w:pPr>
        <w:pStyle w:val="libNormal"/>
        <w:rPr>
          <w:rtl/>
        </w:rPr>
      </w:pPr>
      <w:r>
        <w:rPr>
          <w:rtl/>
        </w:rPr>
        <w:t xml:space="preserve">4_ اسلام ،دين ابراہيمى </w:t>
      </w:r>
      <w:r w:rsidR="00367F17" w:rsidRPr="00367F17">
        <w:rPr>
          <w:rStyle w:val="libAlaemChar"/>
          <w:rtl/>
        </w:rPr>
        <w:t xml:space="preserve"> عليه‌السلام </w:t>
      </w:r>
      <w:r>
        <w:rPr>
          <w:rtl/>
        </w:rPr>
        <w:t xml:space="preserve"> اور حضرت ابراہيم </w:t>
      </w:r>
      <w:r w:rsidR="00367F17" w:rsidRPr="00367F17">
        <w:rPr>
          <w:rStyle w:val="libAlaemChar"/>
          <w:rtl/>
        </w:rPr>
        <w:t xml:space="preserve"> عليه‌السلام </w:t>
      </w:r>
      <w:r>
        <w:rPr>
          <w:rtl/>
        </w:rPr>
        <w:t xml:space="preserve"> كى تعليمات و معارف كے مطابق اور اسكے سازگار ہے_</w:t>
      </w:r>
    </w:p>
    <w:p w:rsidR="001F628F" w:rsidRDefault="001F628F" w:rsidP="00985357">
      <w:pPr>
        <w:pStyle w:val="libArabic"/>
        <w:rPr>
          <w:rtl/>
        </w:rPr>
      </w:pPr>
      <w:r>
        <w:rPr>
          <w:rFonts w:hint="eastAsia"/>
          <w:rtl/>
        </w:rPr>
        <w:t>اتبع</w:t>
      </w:r>
      <w:r>
        <w:rPr>
          <w:rtl/>
        </w:rPr>
        <w:t xml:space="preserve"> ملّة ابرا</w:t>
      </w:r>
      <w:r w:rsidR="00120F63" w:rsidRPr="00ED5DE8">
        <w:rPr>
          <w:rFonts w:hint="cs"/>
          <w:rtl/>
        </w:rPr>
        <w:t>ه</w:t>
      </w:r>
      <w:r>
        <w:rPr>
          <w:rFonts w:hint="cs"/>
          <w:rtl/>
        </w:rPr>
        <w:t>يم</w:t>
      </w:r>
      <w:r>
        <w:rPr>
          <w:rtl/>
        </w:rPr>
        <w:t xml:space="preserve"> حنيف</w:t>
      </w:r>
    </w:p>
    <w:p w:rsidR="001F628F" w:rsidRDefault="001F628F" w:rsidP="00985357">
      <w:pPr>
        <w:pStyle w:val="libNormal"/>
        <w:rPr>
          <w:rtl/>
        </w:rPr>
      </w:pPr>
      <w:r>
        <w:rPr>
          <w:rtl/>
        </w:rPr>
        <w:t>5_ پيغمبر اكرم</w:t>
      </w:r>
      <w:r w:rsidR="00F031CD" w:rsidRPr="00F031CD">
        <w:rPr>
          <w:rStyle w:val="libAlaemChar"/>
          <w:rtl/>
        </w:rPr>
        <w:t xml:space="preserve"> صلى‌الله‌عليه‌وآله‌وسلم </w:t>
      </w:r>
      <w:r>
        <w:rPr>
          <w:rtl/>
        </w:rPr>
        <w:t xml:space="preserve"> كا حضرت ابراہيم </w:t>
      </w:r>
      <w:r w:rsidR="00367F17" w:rsidRPr="00367F17">
        <w:rPr>
          <w:rStyle w:val="libAlaemChar"/>
          <w:rtl/>
        </w:rPr>
        <w:t xml:space="preserve"> عليه‌السلام </w:t>
      </w:r>
      <w:r>
        <w:rPr>
          <w:rtl/>
        </w:rPr>
        <w:t xml:space="preserve"> كى پيروى كرنے كا فلسفہ و حكمت ان حضرت </w:t>
      </w:r>
      <w:r w:rsidR="00367F17" w:rsidRPr="00367F17">
        <w:rPr>
          <w:rStyle w:val="libAlaemChar"/>
          <w:rtl/>
        </w:rPr>
        <w:t xml:space="preserve"> عليه‌السلام </w:t>
      </w:r>
      <w:r>
        <w:rPr>
          <w:rtl/>
        </w:rPr>
        <w:t xml:space="preserve"> كا توحيد پرست اور ہر قسم كى كج روى اور افراط و تفريط سے منزّہ و مبّرا ہوناہے _</w:t>
      </w:r>
      <w:r w:rsidRPr="00985357">
        <w:rPr>
          <w:rStyle w:val="libArabicChar"/>
          <w:rFonts w:hint="eastAsia"/>
          <w:rtl/>
        </w:rPr>
        <w:t>اتبع</w:t>
      </w:r>
      <w:r w:rsidRPr="00985357">
        <w:rPr>
          <w:rStyle w:val="libArabicChar"/>
          <w:rtl/>
        </w:rPr>
        <w:t xml:space="preserve"> ملّة ابرا</w:t>
      </w:r>
      <w:r w:rsidR="00120F63" w:rsidRPr="00B2551F">
        <w:rPr>
          <w:rStyle w:val="libArabicChar"/>
          <w:rFonts w:hint="cs"/>
          <w:rtl/>
        </w:rPr>
        <w:t>ه</w:t>
      </w:r>
      <w:r w:rsidRPr="00985357">
        <w:rPr>
          <w:rStyle w:val="libArabicChar"/>
          <w:rFonts w:hint="cs"/>
          <w:rtl/>
        </w:rPr>
        <w:t>ي</w:t>
      </w:r>
      <w:r w:rsidRPr="00985357">
        <w:rPr>
          <w:rStyle w:val="libArabicChar"/>
          <w:rtl/>
        </w:rPr>
        <w:t>م حنيف</w:t>
      </w:r>
    </w:p>
    <w:p w:rsidR="001F628F" w:rsidRDefault="001F628F" w:rsidP="001F628F">
      <w:pPr>
        <w:pStyle w:val="libNormal"/>
        <w:rPr>
          <w:rtl/>
        </w:rPr>
      </w:pPr>
      <w:r>
        <w:rPr>
          <w:rtl/>
        </w:rPr>
        <w:t>''حنيفاً'' جو ابراہيم</w:t>
      </w:r>
      <w:r w:rsidR="00367F17" w:rsidRPr="00367F17">
        <w:rPr>
          <w:rStyle w:val="libAlaemChar"/>
          <w:rtl/>
        </w:rPr>
        <w:t xml:space="preserve"> عليه‌السلام </w:t>
      </w:r>
      <w:r>
        <w:rPr>
          <w:rtl/>
        </w:rPr>
        <w:t xml:space="preserve"> كيلئے حال ہے اتباع كے حكم كے ليے بمنزلہ علت ہے يعنى دين ابراہيم</w:t>
      </w:r>
      <w:r w:rsidR="00367F17" w:rsidRPr="00367F17">
        <w:rPr>
          <w:rStyle w:val="libAlaemChar"/>
          <w:rtl/>
        </w:rPr>
        <w:t xml:space="preserve"> عليه‌السلام </w:t>
      </w:r>
      <w:r>
        <w:rPr>
          <w:rtl/>
        </w:rPr>
        <w:t xml:space="preserve"> كى اتباع كروچونكہ وہ ''حنيف'' ہے _</w:t>
      </w:r>
    </w:p>
    <w:p w:rsidR="001F628F" w:rsidRDefault="001F628F" w:rsidP="00985357">
      <w:pPr>
        <w:pStyle w:val="libNormal"/>
        <w:rPr>
          <w:rtl/>
        </w:rPr>
      </w:pPr>
      <w:r>
        <w:rPr>
          <w:rtl/>
        </w:rPr>
        <w:t xml:space="preserve">6_حضرت ابراہيم </w:t>
      </w:r>
      <w:r w:rsidR="00367F17" w:rsidRPr="00367F17">
        <w:rPr>
          <w:rStyle w:val="libAlaemChar"/>
          <w:rtl/>
        </w:rPr>
        <w:t xml:space="preserve"> عليه‌السلام </w:t>
      </w:r>
      <w:r>
        <w:rPr>
          <w:rtl/>
        </w:rPr>
        <w:t xml:space="preserve"> اپنے تمام عرصہ حيات مي</w:t>
      </w:r>
      <w:r w:rsidR="00083993">
        <w:rPr>
          <w:rtl/>
        </w:rPr>
        <w:t xml:space="preserve">ں </w:t>
      </w:r>
      <w:r>
        <w:rPr>
          <w:rtl/>
        </w:rPr>
        <w:t>حق پرست شخصيت ، شرك سے منزّااور مشركين كے مقاصد سے الگ انسان تھے _</w:t>
      </w:r>
      <w:r w:rsidRPr="00985357">
        <w:rPr>
          <w:rStyle w:val="libArabicChar"/>
          <w:rFonts w:hint="eastAsia"/>
          <w:rtl/>
        </w:rPr>
        <w:t>ملّة</w:t>
      </w:r>
      <w:r w:rsidRPr="00985357">
        <w:rPr>
          <w:rStyle w:val="libArabicChar"/>
          <w:rtl/>
        </w:rPr>
        <w:t xml:space="preserve">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حنيفاًوما</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من</w:t>
      </w:r>
      <w:r w:rsidRPr="00985357">
        <w:rPr>
          <w:rStyle w:val="libArabicChar"/>
          <w:rtl/>
        </w:rPr>
        <w:t xml:space="preserve"> </w:t>
      </w:r>
      <w:r w:rsidRPr="00985357">
        <w:rPr>
          <w:rStyle w:val="libArabicChar"/>
          <w:rFonts w:hint="cs"/>
          <w:rtl/>
        </w:rPr>
        <w:t>ال</w:t>
      </w:r>
      <w:r w:rsidRPr="00985357">
        <w:rPr>
          <w:rStyle w:val="libArabicChar"/>
          <w:rtl/>
        </w:rPr>
        <w:t>مشركين</w:t>
      </w:r>
    </w:p>
    <w:p w:rsidR="001F628F" w:rsidRDefault="001F628F" w:rsidP="001F628F">
      <w:pPr>
        <w:pStyle w:val="libNormal"/>
        <w:rPr>
          <w:rtl/>
        </w:rPr>
      </w:pPr>
      <w:r>
        <w:rPr>
          <w:rtl/>
        </w:rPr>
        <w:t>7_ابراہيمى مقاصد پراعتقاد ، خداوند عالم كے ساتھ ہر قسم كا شريك قرار دينے سے ناسازگار ہے_</w:t>
      </w:r>
    </w:p>
    <w:p w:rsidR="001F628F" w:rsidRDefault="001F628F" w:rsidP="00985357">
      <w:pPr>
        <w:pStyle w:val="libArabic"/>
        <w:rPr>
          <w:rtl/>
        </w:rPr>
      </w:pPr>
      <w:r>
        <w:rPr>
          <w:rFonts w:hint="eastAsia"/>
          <w:rtl/>
        </w:rPr>
        <w:t>ملّة</w:t>
      </w:r>
      <w:r>
        <w:rPr>
          <w:rtl/>
        </w:rPr>
        <w:t xml:space="preserve"> ابرا</w:t>
      </w:r>
      <w:r w:rsidR="00120F63" w:rsidRPr="00ED5DE8">
        <w:rPr>
          <w:rFonts w:hint="cs"/>
          <w:rtl/>
        </w:rPr>
        <w:t>ه</w:t>
      </w:r>
      <w:r>
        <w:rPr>
          <w:rFonts w:hint="cs"/>
          <w:rtl/>
        </w:rPr>
        <w:t>يم</w:t>
      </w:r>
      <w:r>
        <w:rPr>
          <w:rtl/>
        </w:rPr>
        <w:t xml:space="preserve"> </w:t>
      </w:r>
      <w:r>
        <w:rPr>
          <w:rFonts w:hint="cs"/>
          <w:rtl/>
        </w:rPr>
        <w:t>حنيف</w:t>
      </w:r>
      <w:r>
        <w:rPr>
          <w:rtl/>
        </w:rPr>
        <w:t>اً وما كان من المشركين</w:t>
      </w:r>
    </w:p>
    <w:p w:rsidR="00985357" w:rsidRDefault="00985357" w:rsidP="00985357">
      <w:pPr>
        <w:pStyle w:val="libNormal"/>
        <w:rPr>
          <w:rtl/>
        </w:rPr>
      </w:pPr>
      <w:r>
        <w:rPr>
          <w:rFonts w:hint="eastAsia"/>
          <w:rtl/>
        </w:rPr>
        <w:t>مذكورہ</w:t>
      </w:r>
      <w:r>
        <w:rPr>
          <w:rtl/>
        </w:rPr>
        <w:t xml:space="preserve"> تفسيرا س نكتہ كو مدّ نظر ركھتے ہوئے ہے كہ عبارت </w:t>
      </w:r>
      <w:r w:rsidRPr="00985357">
        <w:rPr>
          <w:rStyle w:val="libArabicChar"/>
          <w:rtl/>
        </w:rPr>
        <w:t>''ما كان من المشركين</w:t>
      </w:r>
      <w:r>
        <w:rPr>
          <w:rtl/>
        </w:rPr>
        <w:t xml:space="preserve"> ''ان مشركين مكہ پر انگشت نمائي ہو جو ايك طرف تو ، خانہ كعبہ كے بانى حضرت ابراہيم </w:t>
      </w:r>
      <w:r w:rsidR="00367F17" w:rsidRPr="00367F17">
        <w:rPr>
          <w:rStyle w:val="libAlaemChar"/>
          <w:rtl/>
        </w:rPr>
        <w:t xml:space="preserve"> عليه‌السلام </w:t>
      </w:r>
      <w:r>
        <w:rPr>
          <w:rtl/>
        </w:rPr>
        <w:t xml:space="preserve"> كو اہميت ديتے تھے ليكن دوسرى طرف شرك اختيار كرتے تھے _</w:t>
      </w:r>
    </w:p>
    <w:p w:rsidR="00985357" w:rsidRDefault="001E7F9D" w:rsidP="00F73EDE">
      <w:pPr>
        <w:pStyle w:val="libPoemTini"/>
        <w:rPr>
          <w:rtl/>
        </w:rPr>
      </w:pPr>
      <w:r>
        <w:rPr>
          <w:rtl/>
        </w:rPr>
        <w:cr/>
      </w:r>
      <w:r>
        <w:rPr>
          <w:rtl/>
        </w:rPr>
        <w:br w:type="page"/>
      </w:r>
    </w:p>
    <w:p w:rsidR="001F628F" w:rsidRDefault="001F628F" w:rsidP="001F628F">
      <w:pPr>
        <w:pStyle w:val="libNormal"/>
        <w:rPr>
          <w:rtl/>
        </w:rPr>
      </w:pPr>
      <w:r>
        <w:rPr>
          <w:rtl/>
        </w:rPr>
        <w:lastRenderedPageBreak/>
        <w:t xml:space="preserve">8_ صحيح فكر اور دين ( توحيد) كا مالك ہونا ، حضرت ابراہيم </w:t>
      </w:r>
      <w:r w:rsidR="00367F17" w:rsidRPr="00367F17">
        <w:rPr>
          <w:rStyle w:val="libAlaemChar"/>
          <w:rtl/>
        </w:rPr>
        <w:t xml:space="preserve"> عليه‌السلام </w:t>
      </w:r>
      <w:r>
        <w:rPr>
          <w:rtl/>
        </w:rPr>
        <w:t xml:space="preserve"> كى بنيادى اور برجستہ خصوصيت تھي_</w:t>
      </w:r>
    </w:p>
    <w:p w:rsidR="001F628F" w:rsidRDefault="001F628F" w:rsidP="001F628F">
      <w:pPr>
        <w:pStyle w:val="libNormal"/>
        <w:rPr>
          <w:rtl/>
        </w:rPr>
      </w:pPr>
      <w:r>
        <w:rPr>
          <w:rFonts w:hint="eastAsia"/>
          <w:rtl/>
        </w:rPr>
        <w:t>يہ</w:t>
      </w:r>
      <w:r>
        <w:rPr>
          <w:rtl/>
        </w:rPr>
        <w:t xml:space="preserve"> جو خداوند عالم نے ماقبل آيات مي</w:t>
      </w:r>
      <w:r w:rsidR="00083993">
        <w:rPr>
          <w:rtl/>
        </w:rPr>
        <w:t xml:space="preserve">ں </w:t>
      </w:r>
      <w:r>
        <w:rPr>
          <w:rtl/>
        </w:rPr>
        <w:t>حضرت ابراہيم</w:t>
      </w:r>
      <w:r w:rsidR="00367F17" w:rsidRPr="00367F17">
        <w:rPr>
          <w:rStyle w:val="libAlaemChar"/>
          <w:rtl/>
        </w:rPr>
        <w:t xml:space="preserve"> عليه‌السلام </w:t>
      </w:r>
      <w:r>
        <w:rPr>
          <w:rtl/>
        </w:rPr>
        <w:t xml:space="preserve"> كى چار صفات مي</w:t>
      </w:r>
      <w:r w:rsidR="00083993">
        <w:rPr>
          <w:rtl/>
        </w:rPr>
        <w:t xml:space="preserve">ں </w:t>
      </w:r>
      <w:r>
        <w:rPr>
          <w:rtl/>
        </w:rPr>
        <w:t>سے صفت ''حنيف'' كو پيغمبر اكرم</w:t>
      </w:r>
      <w:r w:rsidR="00F031CD" w:rsidRPr="00F031CD">
        <w:rPr>
          <w:rStyle w:val="libAlaemChar"/>
          <w:rtl/>
        </w:rPr>
        <w:t xml:space="preserve"> صلى‌الله‌عليه‌وآله‌وسلم </w:t>
      </w:r>
      <w:r>
        <w:rPr>
          <w:rtl/>
        </w:rPr>
        <w:t xml:space="preserve"> كے ليے ان كى پيروى كا معيار قرار ديا ہے اس سے مذكورہ تفسير كا استفادہ ہوتاہے_</w:t>
      </w:r>
    </w:p>
    <w:p w:rsidR="001F628F" w:rsidRDefault="001F628F" w:rsidP="00985357">
      <w:pPr>
        <w:pStyle w:val="libNormal"/>
        <w:rPr>
          <w:rtl/>
        </w:rPr>
      </w:pPr>
      <w:r>
        <w:rPr>
          <w:rtl/>
        </w:rPr>
        <w:t>9_ حق و صحيح فكر اور مقصد ، انسانو</w:t>
      </w:r>
      <w:r w:rsidR="00083993">
        <w:rPr>
          <w:rtl/>
        </w:rPr>
        <w:t xml:space="preserve">ں </w:t>
      </w:r>
      <w:r>
        <w:rPr>
          <w:rtl/>
        </w:rPr>
        <w:t>كى قدر و قيمت كا معيار ہے_</w:t>
      </w:r>
      <w:r w:rsidRPr="00985357">
        <w:rPr>
          <w:rStyle w:val="libArabicChar"/>
          <w:rFonts w:hint="eastAsia"/>
          <w:rtl/>
        </w:rPr>
        <w:t>اتبع</w:t>
      </w:r>
      <w:r w:rsidRPr="00985357">
        <w:rPr>
          <w:rStyle w:val="libArabicChar"/>
          <w:rtl/>
        </w:rPr>
        <w:t xml:space="preserve"> ملّة ابرا</w:t>
      </w:r>
      <w:r w:rsidR="00120F63" w:rsidRPr="00B2551F">
        <w:rPr>
          <w:rStyle w:val="libArabicChar"/>
          <w:rFonts w:hint="cs"/>
          <w:rtl/>
        </w:rPr>
        <w:t>ه</w:t>
      </w:r>
      <w:r w:rsidRPr="00985357">
        <w:rPr>
          <w:rStyle w:val="libArabicChar"/>
          <w:rFonts w:hint="cs"/>
          <w:rtl/>
        </w:rPr>
        <w:t>يم</w:t>
      </w:r>
      <w:r w:rsidRPr="00985357">
        <w:rPr>
          <w:rStyle w:val="libArabicChar"/>
          <w:rtl/>
        </w:rPr>
        <w:t xml:space="preserve"> </w:t>
      </w:r>
      <w:r w:rsidRPr="00985357">
        <w:rPr>
          <w:rStyle w:val="libArabicChar"/>
          <w:rFonts w:hint="cs"/>
          <w:rtl/>
        </w:rPr>
        <w:t>حنيفاً</w:t>
      </w:r>
      <w:r w:rsidRPr="00985357">
        <w:rPr>
          <w:rStyle w:val="libArabicChar"/>
          <w:rtl/>
        </w:rPr>
        <w:t xml:space="preserve"> </w:t>
      </w:r>
      <w:r w:rsidRPr="00985357">
        <w:rPr>
          <w:rStyle w:val="libArabicChar"/>
          <w:rFonts w:hint="cs"/>
          <w:rtl/>
        </w:rPr>
        <w:t>و</w:t>
      </w:r>
      <w:r w:rsidRPr="00985357">
        <w:rPr>
          <w:rStyle w:val="libArabicChar"/>
          <w:rtl/>
        </w:rPr>
        <w:t xml:space="preserve"> </w:t>
      </w:r>
      <w:r w:rsidRPr="00985357">
        <w:rPr>
          <w:rStyle w:val="libArabicChar"/>
          <w:rFonts w:hint="cs"/>
          <w:rtl/>
        </w:rPr>
        <w:t>ماكان</w:t>
      </w:r>
      <w:r w:rsidRPr="00985357">
        <w:rPr>
          <w:rStyle w:val="libArabicChar"/>
          <w:rtl/>
        </w:rPr>
        <w:t xml:space="preserve"> </w:t>
      </w:r>
      <w:r w:rsidRPr="00985357">
        <w:rPr>
          <w:rStyle w:val="libArabicChar"/>
          <w:rFonts w:hint="cs"/>
          <w:rtl/>
        </w:rPr>
        <w:t>مي</w:t>
      </w:r>
      <w:r w:rsidR="00083993" w:rsidRPr="00985357">
        <w:rPr>
          <w:rStyle w:val="libArabicChar"/>
          <w:rtl/>
        </w:rPr>
        <w:t xml:space="preserve">ں </w:t>
      </w:r>
      <w:r w:rsidRPr="00985357">
        <w:rPr>
          <w:rStyle w:val="libArabicChar"/>
          <w:rtl/>
        </w:rPr>
        <w:t>المشركين</w:t>
      </w:r>
    </w:p>
    <w:p w:rsidR="001F628F" w:rsidRDefault="001F628F" w:rsidP="001F628F">
      <w:pPr>
        <w:pStyle w:val="libNormal"/>
        <w:rPr>
          <w:rtl/>
        </w:rPr>
      </w:pPr>
      <w:r>
        <w:rPr>
          <w:rtl/>
        </w:rPr>
        <w:t>10_ حنيف( معتدل اور كج روى سے پاك) ابراہيمى مقاصد كى پيروى مي</w:t>
      </w:r>
      <w:r w:rsidR="00083993">
        <w:rPr>
          <w:rtl/>
        </w:rPr>
        <w:t xml:space="preserve">ں </w:t>
      </w:r>
      <w:r>
        <w:rPr>
          <w:rtl/>
        </w:rPr>
        <w:t>دنياوى نيكيا</w:t>
      </w:r>
      <w:r w:rsidR="00083993">
        <w:rPr>
          <w:rtl/>
        </w:rPr>
        <w:t xml:space="preserve">ں </w:t>
      </w:r>
      <w:r>
        <w:rPr>
          <w:rtl/>
        </w:rPr>
        <w:t>اور اخروى اصلاح مضمر ہے_</w:t>
      </w:r>
    </w:p>
    <w:p w:rsidR="001F628F" w:rsidRDefault="001F628F" w:rsidP="00985357">
      <w:pPr>
        <w:pStyle w:val="libArabic"/>
        <w:rPr>
          <w:rtl/>
        </w:rPr>
      </w:pPr>
      <w:r>
        <w:rPr>
          <w:rFonts w:hint="eastAsia"/>
          <w:rtl/>
        </w:rPr>
        <w:t>وء</w:t>
      </w:r>
      <w:r>
        <w:rPr>
          <w:rtl/>
        </w:rPr>
        <w:t xml:space="preserve"> اتين</w:t>
      </w:r>
      <w:r w:rsidR="00120F63" w:rsidRPr="00ED5DE8">
        <w:rPr>
          <w:rFonts w:hint="cs"/>
          <w:rtl/>
        </w:rPr>
        <w:t>ه</w:t>
      </w:r>
      <w:r>
        <w:rPr>
          <w:rtl/>
        </w:rPr>
        <w:t xml:space="preserve"> </w:t>
      </w:r>
      <w:r>
        <w:rPr>
          <w:rFonts w:hint="cs"/>
          <w:rtl/>
        </w:rPr>
        <w:t>فى</w:t>
      </w:r>
      <w:r>
        <w:rPr>
          <w:rtl/>
        </w:rPr>
        <w:t xml:space="preserve"> </w:t>
      </w:r>
      <w:r>
        <w:rPr>
          <w:rFonts w:hint="cs"/>
          <w:rtl/>
        </w:rPr>
        <w:t>الدنيا</w:t>
      </w:r>
      <w:r>
        <w:rPr>
          <w:rtl/>
        </w:rPr>
        <w:t xml:space="preserve"> </w:t>
      </w:r>
      <w:r>
        <w:rPr>
          <w:rFonts w:hint="cs"/>
          <w:rtl/>
        </w:rPr>
        <w:t>حسنةً</w:t>
      </w:r>
      <w:r>
        <w:rPr>
          <w:rtl/>
        </w:rPr>
        <w:t xml:space="preserve"> </w:t>
      </w:r>
      <w:r>
        <w:rPr>
          <w:rFonts w:hint="cs"/>
          <w:rtl/>
        </w:rPr>
        <w:t>و</w:t>
      </w:r>
      <w:r>
        <w:rPr>
          <w:rtl/>
        </w:rPr>
        <w:t xml:space="preserve"> </w:t>
      </w:r>
      <w:r>
        <w:rPr>
          <w:rFonts w:hint="cs"/>
          <w:rtl/>
        </w:rPr>
        <w:t>انّ</w:t>
      </w:r>
      <w:r w:rsidR="00120F63" w:rsidRPr="00ED5DE8">
        <w:rPr>
          <w:rFonts w:hint="cs"/>
          <w:rtl/>
        </w:rPr>
        <w:t>ه</w:t>
      </w:r>
      <w:r>
        <w:rPr>
          <w:rtl/>
        </w:rPr>
        <w:t xml:space="preserve"> </w:t>
      </w:r>
      <w:r>
        <w:rPr>
          <w:rFonts w:hint="cs"/>
          <w:rtl/>
        </w:rPr>
        <w:t>فى</w:t>
      </w:r>
      <w:r>
        <w:rPr>
          <w:rtl/>
        </w:rPr>
        <w:t xml:space="preserve"> </w:t>
      </w:r>
      <w:r>
        <w:rPr>
          <w:rFonts w:hint="cs"/>
          <w:rtl/>
        </w:rPr>
        <w:t>الاخرة</w:t>
      </w:r>
      <w:r>
        <w:rPr>
          <w:rtl/>
        </w:rPr>
        <w:t xml:space="preserve"> لمن الصالحين ...اتبّع ملّة ابرا</w:t>
      </w:r>
      <w:r w:rsidR="00120F63" w:rsidRPr="00ED5DE8">
        <w:rPr>
          <w:rFonts w:hint="cs"/>
          <w:rtl/>
        </w:rPr>
        <w:t>ه</w:t>
      </w:r>
      <w:r>
        <w:rPr>
          <w:rFonts w:hint="cs"/>
          <w:rtl/>
        </w:rPr>
        <w:t>يم</w:t>
      </w:r>
      <w:r>
        <w:rPr>
          <w:rtl/>
        </w:rPr>
        <w:t xml:space="preserve"> حنيف</w:t>
      </w:r>
    </w:p>
    <w:p w:rsidR="001F628F" w:rsidRDefault="001F628F" w:rsidP="00985357">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ابراہيم</w:t>
      </w:r>
      <w:r>
        <w:rPr>
          <w:rtl/>
        </w:rPr>
        <w:t xml:space="preserve"> </w:t>
      </w:r>
      <w:r w:rsidR="00367F17" w:rsidRPr="00367F17">
        <w:rPr>
          <w:rStyle w:val="libAlaemChar"/>
          <w:rtl/>
        </w:rPr>
        <w:t xml:space="preserve"> عليه‌السلام </w:t>
      </w:r>
      <w:r>
        <w:rPr>
          <w:rtl/>
        </w:rPr>
        <w:t xml:space="preserve"> كے دين كى پيروى كے آثار10; ابراہيم اور شرك ، ابراہيم كى ميانہ روى 5; ابراہيم كى دين كى اہميت 1; ابراہيم كے دين كى پيروى 1،2; ابراہيم كى پاكى 6،5;ابراہيم كى توحيد 8،5; ابراہيم كى حق دوستى 6; ابراہيم كا دين 8; ابراہيم كا عقيدہ 8; ابراہيم كى پيروى كى وجہ 5; ابراہيم كى خصوصيات 8; ابراہيم كے دين كى خصوصيات</w:t>
      </w:r>
    </w:p>
    <w:p w:rsidR="001F628F" w:rsidRDefault="001F628F" w:rsidP="00985357">
      <w:pPr>
        <w:pStyle w:val="libNormal"/>
        <w:rPr>
          <w:rtl/>
        </w:rPr>
      </w:pPr>
      <w:r>
        <w:rPr>
          <w:rFonts w:hint="eastAsia"/>
          <w:rtl/>
        </w:rPr>
        <w:t>اديان</w:t>
      </w:r>
      <w:r>
        <w:rPr>
          <w:rtl/>
        </w:rPr>
        <w:t>:</w:t>
      </w:r>
      <w:r>
        <w:rPr>
          <w:rFonts w:hint="eastAsia"/>
          <w:rtl/>
        </w:rPr>
        <w:t>اديان</w:t>
      </w:r>
      <w:r>
        <w:rPr>
          <w:rtl/>
        </w:rPr>
        <w:t xml:space="preserve"> كى ہم آہنگى 4</w:t>
      </w:r>
    </w:p>
    <w:p w:rsidR="001F628F" w:rsidRDefault="001F628F" w:rsidP="00985357">
      <w:pPr>
        <w:pStyle w:val="libNormal"/>
        <w:rPr>
          <w:rtl/>
        </w:rPr>
      </w:pPr>
      <w:r>
        <w:rPr>
          <w:rFonts w:hint="eastAsia"/>
          <w:rtl/>
        </w:rPr>
        <w:t>عظمتي</w:t>
      </w:r>
      <w:r w:rsidR="00083993">
        <w:rPr>
          <w:rFonts w:hint="eastAsia"/>
          <w:rtl/>
        </w:rPr>
        <w:t xml:space="preserve">ں </w:t>
      </w:r>
      <w:r>
        <w:rPr>
          <w:rtl/>
        </w:rPr>
        <w:t>:</w:t>
      </w:r>
      <w:r>
        <w:rPr>
          <w:rFonts w:hint="eastAsia"/>
          <w:rtl/>
        </w:rPr>
        <w:t>عظمتو</w:t>
      </w:r>
      <w:r w:rsidR="00083993">
        <w:rPr>
          <w:rFonts w:hint="eastAsia"/>
          <w:rtl/>
        </w:rPr>
        <w:t xml:space="preserve">ں </w:t>
      </w:r>
      <w:r>
        <w:rPr>
          <w:rtl/>
        </w:rPr>
        <w:t>كا معيار 9</w:t>
      </w:r>
    </w:p>
    <w:p w:rsidR="001F628F" w:rsidRDefault="001F628F" w:rsidP="00985357">
      <w:pPr>
        <w:pStyle w:val="libNormal"/>
        <w:rPr>
          <w:rtl/>
        </w:rPr>
      </w:pPr>
      <w:r>
        <w:rPr>
          <w:rFonts w:hint="eastAsia"/>
          <w:rtl/>
        </w:rPr>
        <w:t>اسلام</w:t>
      </w:r>
      <w:r>
        <w:rPr>
          <w:rtl/>
        </w:rPr>
        <w:t>:</w:t>
      </w:r>
      <w:r>
        <w:rPr>
          <w:rFonts w:hint="eastAsia"/>
          <w:rtl/>
        </w:rPr>
        <w:t>اسلام</w:t>
      </w:r>
      <w:r>
        <w:rPr>
          <w:rtl/>
        </w:rPr>
        <w:t xml:space="preserve"> اور ابراہيم </w:t>
      </w:r>
      <w:r w:rsidR="00367F17" w:rsidRPr="00367F17">
        <w:rPr>
          <w:rStyle w:val="libAlaemChar"/>
          <w:rtl/>
        </w:rPr>
        <w:t xml:space="preserve"> عليه‌السلام </w:t>
      </w:r>
      <w:r>
        <w:rPr>
          <w:rtl/>
        </w:rPr>
        <w:t xml:space="preserve"> كا دين 4; اسلام كى حقيقت 4</w:t>
      </w:r>
    </w:p>
    <w:p w:rsidR="001F628F" w:rsidRDefault="001F628F" w:rsidP="00985357">
      <w:pPr>
        <w:pStyle w:val="libNormal"/>
        <w:rPr>
          <w:rtl/>
        </w:rPr>
      </w:pPr>
      <w:r>
        <w:rPr>
          <w:rFonts w:hint="eastAsia"/>
          <w:rtl/>
        </w:rPr>
        <w:t>انحراف</w:t>
      </w:r>
      <w:r>
        <w:rPr>
          <w:rtl/>
        </w:rPr>
        <w:t xml:space="preserve"> :</w:t>
      </w:r>
      <w:r>
        <w:rPr>
          <w:rFonts w:hint="eastAsia"/>
          <w:rtl/>
        </w:rPr>
        <w:t>انحراف</w:t>
      </w:r>
      <w:r>
        <w:rPr>
          <w:rtl/>
        </w:rPr>
        <w:t xml:space="preserve"> سے دورى 2</w:t>
      </w:r>
    </w:p>
    <w:p w:rsidR="001F628F" w:rsidRDefault="001F628F" w:rsidP="00985357">
      <w:pPr>
        <w:pStyle w:val="libNormal"/>
        <w:rPr>
          <w:rtl/>
        </w:rPr>
      </w:pPr>
      <w:r>
        <w:rPr>
          <w:rFonts w:hint="eastAsia"/>
          <w:rtl/>
        </w:rPr>
        <w:t>فكر</w:t>
      </w:r>
      <w:r>
        <w:rPr>
          <w:rtl/>
        </w:rPr>
        <w:t xml:space="preserve"> كرنا:</w:t>
      </w:r>
      <w:r>
        <w:rPr>
          <w:rFonts w:hint="eastAsia"/>
          <w:rtl/>
        </w:rPr>
        <w:t>درست</w:t>
      </w:r>
      <w:r>
        <w:rPr>
          <w:rtl/>
        </w:rPr>
        <w:t xml:space="preserve"> فكر كرنے كا كردار9</w:t>
      </w:r>
    </w:p>
    <w:p w:rsidR="001F628F" w:rsidRDefault="001F628F" w:rsidP="00985357">
      <w:pPr>
        <w:pStyle w:val="libNormal"/>
        <w:rPr>
          <w:rtl/>
        </w:rPr>
      </w:pPr>
      <w:r>
        <w:rPr>
          <w:rFonts w:hint="eastAsia"/>
          <w:rtl/>
        </w:rPr>
        <w:t>اچھائيا</w:t>
      </w:r>
      <w:r w:rsidR="00083993">
        <w:rPr>
          <w:rFonts w:hint="eastAsia"/>
          <w:rtl/>
        </w:rPr>
        <w:t xml:space="preserve">ں </w:t>
      </w:r>
      <w:r>
        <w:rPr>
          <w:rtl/>
        </w:rPr>
        <w:t>:</w:t>
      </w:r>
      <w:r>
        <w:rPr>
          <w:rFonts w:hint="eastAsia"/>
          <w:rtl/>
        </w:rPr>
        <w:t>دنياوى</w:t>
      </w:r>
      <w:r>
        <w:rPr>
          <w:rtl/>
        </w:rPr>
        <w:t xml:space="preserve"> اچھائيو</w:t>
      </w:r>
      <w:r w:rsidR="00083993">
        <w:rPr>
          <w:rtl/>
        </w:rPr>
        <w:t xml:space="preserve">ں </w:t>
      </w:r>
      <w:r>
        <w:rPr>
          <w:rtl/>
        </w:rPr>
        <w:t>كا سبب10</w:t>
      </w:r>
    </w:p>
    <w:p w:rsidR="001F628F" w:rsidRDefault="001F628F" w:rsidP="00985357">
      <w:pPr>
        <w:pStyle w:val="libNormal"/>
        <w:rPr>
          <w:rtl/>
        </w:rPr>
      </w:pPr>
      <w:r>
        <w:rPr>
          <w:rFonts w:hint="eastAsia"/>
          <w:rtl/>
        </w:rPr>
        <w:t>شرك</w:t>
      </w:r>
      <w:r>
        <w:rPr>
          <w:rtl/>
        </w:rPr>
        <w:t>:</w:t>
      </w:r>
      <w:r>
        <w:rPr>
          <w:rFonts w:hint="eastAsia"/>
          <w:rtl/>
        </w:rPr>
        <w:t>شرك</w:t>
      </w:r>
      <w:r>
        <w:rPr>
          <w:rtl/>
        </w:rPr>
        <w:t xml:space="preserve"> سے دورى 2; شرك كى مشكلات 7</w:t>
      </w:r>
    </w:p>
    <w:p w:rsidR="001F628F" w:rsidRDefault="001F628F" w:rsidP="00985357">
      <w:pPr>
        <w:pStyle w:val="libNormal"/>
        <w:rPr>
          <w:rtl/>
        </w:rPr>
      </w:pPr>
      <w:r>
        <w:rPr>
          <w:rFonts w:hint="eastAsia"/>
          <w:rtl/>
        </w:rPr>
        <w:t>بھلائي</w:t>
      </w:r>
      <w:r>
        <w:rPr>
          <w:rtl/>
        </w:rPr>
        <w:t>:</w:t>
      </w:r>
      <w:r>
        <w:rPr>
          <w:rFonts w:hint="eastAsia"/>
          <w:rtl/>
        </w:rPr>
        <w:t>آخرت</w:t>
      </w:r>
      <w:r>
        <w:rPr>
          <w:rtl/>
        </w:rPr>
        <w:t xml:space="preserve"> كى بھلائي كا سبب10</w:t>
      </w:r>
    </w:p>
    <w:p w:rsidR="001F628F" w:rsidRDefault="001F628F" w:rsidP="00985357">
      <w:pPr>
        <w:pStyle w:val="libNormal"/>
        <w:rPr>
          <w:rtl/>
        </w:rPr>
      </w:pPr>
      <w:r>
        <w:rPr>
          <w:rFonts w:hint="eastAsia"/>
          <w:rtl/>
        </w:rPr>
        <w:t>عقيدہ</w:t>
      </w:r>
      <w:r>
        <w:rPr>
          <w:rtl/>
        </w:rPr>
        <w:t>:</w:t>
      </w:r>
      <w:r>
        <w:rPr>
          <w:rFonts w:hint="eastAsia"/>
          <w:rtl/>
        </w:rPr>
        <w:t>ابراہيم</w:t>
      </w:r>
      <w:r>
        <w:rPr>
          <w:rtl/>
        </w:rPr>
        <w:t xml:space="preserve"> </w:t>
      </w:r>
      <w:r w:rsidR="00367F17" w:rsidRPr="00367F17">
        <w:rPr>
          <w:rStyle w:val="libAlaemChar"/>
          <w:rtl/>
        </w:rPr>
        <w:t xml:space="preserve"> عليه‌السلام </w:t>
      </w:r>
      <w:r>
        <w:rPr>
          <w:rtl/>
        </w:rPr>
        <w:t xml:space="preserve"> كے دين پر عقيدہ 7</w:t>
      </w:r>
    </w:p>
    <w:p w:rsidR="001F628F" w:rsidRDefault="001F628F" w:rsidP="00985357">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Pr>
          <w:rtl/>
        </w:rPr>
        <w:t xml:space="preserve"> </w:t>
      </w:r>
      <w:r w:rsidR="00F031CD" w:rsidRPr="00F031CD">
        <w:rPr>
          <w:rStyle w:val="libAlaemChar"/>
          <w:rtl/>
        </w:rPr>
        <w:t xml:space="preserve"> صلى‌الله‌عليه‌وآله‌وسلم </w:t>
      </w:r>
      <w:r>
        <w:rPr>
          <w:rtl/>
        </w:rPr>
        <w:t xml:space="preserve"> اور ابراہيم 4،5; محمد</w:t>
      </w:r>
      <w:r w:rsidR="00F031CD" w:rsidRPr="00F031CD">
        <w:rPr>
          <w:rStyle w:val="libAlaemChar"/>
          <w:rtl/>
        </w:rPr>
        <w:t xml:space="preserve"> صلى‌الله‌عليه‌وآله‌وسلم </w:t>
      </w:r>
      <w:r>
        <w:rPr>
          <w:rtl/>
        </w:rPr>
        <w:t xml:space="preserve"> اور ابراہيم كا دين محمد </w:t>
      </w:r>
      <w:r w:rsidR="00F031CD" w:rsidRPr="00F031CD">
        <w:rPr>
          <w:rStyle w:val="libAlaemChar"/>
          <w:rtl/>
        </w:rPr>
        <w:t xml:space="preserve"> صلى‌الله‌عليه‌وآله‌وسلم </w:t>
      </w:r>
      <w:r>
        <w:rPr>
          <w:rtl/>
        </w:rPr>
        <w:t xml:space="preserve"> كى ذمہ دارى 1; محمد </w:t>
      </w:r>
      <w:r w:rsidR="00F031CD" w:rsidRPr="00F031CD">
        <w:rPr>
          <w:rStyle w:val="libAlaemChar"/>
          <w:rtl/>
        </w:rPr>
        <w:t xml:space="preserve"> صلى‌الله‌عليه‌وآله‌وسلم </w:t>
      </w:r>
      <w:r>
        <w:rPr>
          <w:rtl/>
        </w:rPr>
        <w:t xml:space="preserve"> پر وحي3</w:t>
      </w:r>
    </w:p>
    <w:p w:rsidR="001F628F" w:rsidRDefault="001F628F" w:rsidP="00985357">
      <w:pPr>
        <w:pStyle w:val="libNormal"/>
        <w:rPr>
          <w:rtl/>
        </w:rPr>
      </w:pPr>
      <w:r>
        <w:rPr>
          <w:rFonts w:hint="eastAsia"/>
          <w:rtl/>
        </w:rPr>
        <w:t>وحي</w:t>
      </w:r>
      <w:r>
        <w:rPr>
          <w:rtl/>
        </w:rPr>
        <w:t>:</w:t>
      </w:r>
      <w:r>
        <w:rPr>
          <w:rFonts w:hint="eastAsia"/>
          <w:rtl/>
        </w:rPr>
        <w:t>وحى</w:t>
      </w:r>
      <w:r>
        <w:rPr>
          <w:rtl/>
        </w:rPr>
        <w:t xml:space="preserve"> كا كردار3</w:t>
      </w:r>
    </w:p>
    <w:p w:rsidR="00985357" w:rsidRDefault="001E7F9D" w:rsidP="00F73EDE">
      <w:pPr>
        <w:pStyle w:val="libPoemTini"/>
        <w:rPr>
          <w:rtl/>
        </w:rPr>
      </w:pPr>
      <w:r>
        <w:rPr>
          <w:rtl/>
        </w:rPr>
        <w:br w:type="page"/>
      </w:r>
    </w:p>
    <w:p w:rsidR="00985357" w:rsidRPr="00120F63" w:rsidRDefault="00985357" w:rsidP="00985357">
      <w:pPr>
        <w:pStyle w:val="Heading2Center"/>
        <w:rPr>
          <w:rtl/>
        </w:rPr>
      </w:pPr>
      <w:bookmarkStart w:id="270" w:name="_Toc28081948"/>
      <w:r>
        <w:rPr>
          <w:rFonts w:hint="cs"/>
          <w:rtl/>
        </w:rPr>
        <w:lastRenderedPageBreak/>
        <w:t xml:space="preserve">آیت </w:t>
      </w:r>
      <w:r w:rsidRPr="00120F63">
        <w:rPr>
          <w:rFonts w:hint="cs"/>
          <w:rtl/>
        </w:rPr>
        <w:t>124</w:t>
      </w:r>
      <w:bookmarkEnd w:id="270"/>
    </w:p>
    <w:p w:rsidR="001F628F" w:rsidRDefault="00E260F9" w:rsidP="00985357">
      <w:pPr>
        <w:pStyle w:val="libNormal"/>
        <w:rPr>
          <w:rtl/>
        </w:rPr>
      </w:pPr>
      <w:r w:rsidRPr="00E260F9">
        <w:rPr>
          <w:rStyle w:val="libAlaemChar"/>
          <w:rFonts w:hint="cs"/>
          <w:rtl/>
        </w:rPr>
        <w:t>(</w:t>
      </w:r>
      <w:r w:rsidRPr="00985357">
        <w:rPr>
          <w:rStyle w:val="libAieChar"/>
          <w:rFonts w:hint="cs"/>
          <w:rtl/>
        </w:rPr>
        <w:t>ا</w:t>
      </w:r>
      <w:r w:rsidRPr="00985357">
        <w:rPr>
          <w:rStyle w:val="libAieChar"/>
          <w:rFonts w:hint="eastAsia"/>
          <w:rtl/>
        </w:rPr>
        <w:t>نَّمَا</w:t>
      </w:r>
      <w:r w:rsidRPr="00985357">
        <w:rPr>
          <w:rStyle w:val="libAieChar"/>
          <w:rtl/>
        </w:rPr>
        <w:t xml:space="preserve"> جُعِلَ السَّبْتُ عَلَى الَّذِينَ اخْتَلَفُواْ فِيهِ وَإِنَّ رَبَّكَ لَيَحْكُمُ بَيْنَهُمْ يَوْمَ الْقِيَامَةِ فِيمَا كَانُواْ فِيهِ يَخْتَلِفُونَ</w:t>
      </w:r>
      <w:r w:rsidRPr="00E260F9">
        <w:rPr>
          <w:rStyle w:val="libAlaemChar"/>
          <w:rFonts w:hint="cs"/>
          <w:rtl/>
        </w:rPr>
        <w:t>)</w:t>
      </w:r>
      <w:r w:rsidR="001F628F">
        <w:rPr>
          <w:rtl/>
        </w:rPr>
        <w:t xml:space="preserve"> </w:t>
      </w:r>
    </w:p>
    <w:p w:rsidR="001F628F" w:rsidRDefault="001F628F" w:rsidP="001F628F">
      <w:pPr>
        <w:pStyle w:val="libNormal"/>
        <w:rPr>
          <w:rtl/>
        </w:rPr>
      </w:pPr>
      <w:r>
        <w:rPr>
          <w:rFonts w:hint="eastAsia"/>
          <w:rtl/>
        </w:rPr>
        <w:t>ہفتہ</w:t>
      </w:r>
      <w:r>
        <w:rPr>
          <w:rtl/>
        </w:rPr>
        <w:t xml:space="preserve"> كے دن كى تعظيم صرف ان لوگو</w:t>
      </w:r>
      <w:r w:rsidR="00083993">
        <w:rPr>
          <w:rtl/>
        </w:rPr>
        <w:t xml:space="preserve">ں </w:t>
      </w:r>
      <w:r>
        <w:rPr>
          <w:rtl/>
        </w:rPr>
        <w:t>كے لئے قر ار دى گئي تھى جو اس كے بارے مي</w:t>
      </w:r>
      <w:r w:rsidR="00083993">
        <w:rPr>
          <w:rtl/>
        </w:rPr>
        <w:t xml:space="preserve">ں </w:t>
      </w:r>
      <w:r>
        <w:rPr>
          <w:rtl/>
        </w:rPr>
        <w:t>اختلاف كر رہے تھے اور آپ كا پروردگار روز قيامت ان تمام باتو</w:t>
      </w:r>
      <w:r w:rsidR="00083993">
        <w:rPr>
          <w:rtl/>
        </w:rPr>
        <w:t xml:space="preserve">ں </w:t>
      </w:r>
      <w:r>
        <w:rPr>
          <w:rtl/>
        </w:rPr>
        <w:t>كا فيصلہ كردے گا جن مي</w:t>
      </w:r>
      <w:r w:rsidR="00083993">
        <w:rPr>
          <w:rtl/>
        </w:rPr>
        <w:t xml:space="preserve">ں </w:t>
      </w:r>
      <w:r>
        <w:rPr>
          <w:rtl/>
        </w:rPr>
        <w:t>يہ لوگ اختلاف كر رہے ہي</w:t>
      </w:r>
      <w:r w:rsidR="00083993">
        <w:rPr>
          <w:rtl/>
        </w:rPr>
        <w:t xml:space="preserve">ں </w:t>
      </w:r>
      <w:r>
        <w:rPr>
          <w:rtl/>
        </w:rPr>
        <w:t>_</w:t>
      </w:r>
    </w:p>
    <w:p w:rsidR="001F628F" w:rsidRDefault="001F628F" w:rsidP="00985357">
      <w:pPr>
        <w:pStyle w:val="libNormal"/>
        <w:rPr>
          <w:rtl/>
        </w:rPr>
      </w:pPr>
      <w:r>
        <w:rPr>
          <w:rtl/>
        </w:rPr>
        <w:t>1_ ہفتہ كے دن كو چھٹى كے طورپر معين كرنا، يہوديو</w:t>
      </w:r>
      <w:r w:rsidR="00083993">
        <w:rPr>
          <w:rtl/>
        </w:rPr>
        <w:t xml:space="preserve">ں </w:t>
      </w:r>
      <w:r>
        <w:rPr>
          <w:rFonts w:hint="eastAsia"/>
          <w:rtl/>
        </w:rPr>
        <w:t>كے</w:t>
      </w:r>
      <w:r>
        <w:rPr>
          <w:rtl/>
        </w:rPr>
        <w:t xml:space="preserve"> ساتھ ايك خاص حكم تھا_</w:t>
      </w:r>
    </w:p>
    <w:p w:rsidR="001F628F" w:rsidRDefault="001F628F" w:rsidP="00985357">
      <w:pPr>
        <w:pStyle w:val="libArabic"/>
        <w:rPr>
          <w:rtl/>
        </w:rPr>
      </w:pPr>
      <w:r>
        <w:rPr>
          <w:rFonts w:hint="eastAsia"/>
          <w:rtl/>
        </w:rPr>
        <w:t>انما</w:t>
      </w:r>
      <w:r>
        <w:rPr>
          <w:rtl/>
        </w:rPr>
        <w:t xml:space="preserve"> جعل السبت على الذين اختلفوا في</w:t>
      </w:r>
      <w:r w:rsidR="00120F63" w:rsidRPr="00ED5DE8">
        <w:rPr>
          <w:rFonts w:hint="cs"/>
          <w:rtl/>
        </w:rPr>
        <w:t>ه</w:t>
      </w:r>
    </w:p>
    <w:p w:rsidR="001F628F" w:rsidRDefault="001F628F" w:rsidP="001F628F">
      <w:pPr>
        <w:pStyle w:val="libNormal"/>
        <w:rPr>
          <w:rtl/>
        </w:rPr>
      </w:pPr>
      <w:r>
        <w:rPr>
          <w:rtl/>
        </w:rPr>
        <w:t>''سبت'' لغت كے اعتبار سے ''قطع''كے معنى مي</w:t>
      </w:r>
      <w:r w:rsidR="00083993">
        <w:rPr>
          <w:rtl/>
        </w:rPr>
        <w:t xml:space="preserve">ں </w:t>
      </w:r>
      <w:r>
        <w:rPr>
          <w:rtl/>
        </w:rPr>
        <w:t>ہے اور اس ايت مي</w:t>
      </w:r>
      <w:r w:rsidR="00083993">
        <w:rPr>
          <w:rtl/>
        </w:rPr>
        <w:t xml:space="preserve">ں </w:t>
      </w:r>
      <w:r>
        <w:rPr>
          <w:rtl/>
        </w:rPr>
        <w:t>اس سے يہوديو</w:t>
      </w:r>
      <w:r w:rsidR="00083993">
        <w:rPr>
          <w:rtl/>
        </w:rPr>
        <w:t xml:space="preserve">ں </w:t>
      </w:r>
      <w:r>
        <w:rPr>
          <w:rtl/>
        </w:rPr>
        <w:t>كے لئے ہفتہ كے دن كى چھٹى مراد ہے اسلئے كہ چھٹى كے دن تمام كام اور كوششي</w:t>
      </w:r>
      <w:r w:rsidR="00083993">
        <w:rPr>
          <w:rtl/>
        </w:rPr>
        <w:t xml:space="preserve">ں </w:t>
      </w:r>
      <w:r>
        <w:rPr>
          <w:rtl/>
        </w:rPr>
        <w:t>چھوڑ دى جاتى ہي</w:t>
      </w:r>
      <w:r w:rsidR="00083993">
        <w:rPr>
          <w:rtl/>
        </w:rPr>
        <w:t xml:space="preserve">ں </w:t>
      </w:r>
      <w:r>
        <w:rPr>
          <w:rtl/>
        </w:rPr>
        <w:t>_</w:t>
      </w:r>
    </w:p>
    <w:p w:rsidR="001F628F" w:rsidRDefault="001F628F" w:rsidP="00985357">
      <w:pPr>
        <w:pStyle w:val="libNormal"/>
        <w:rPr>
          <w:rtl/>
        </w:rPr>
      </w:pPr>
      <w:r>
        <w:rPr>
          <w:rtl/>
        </w:rPr>
        <w:t>2 _ ہفتہ كے دن چھٹى كا قانون جو يہوديو</w:t>
      </w:r>
      <w:r w:rsidR="00083993">
        <w:rPr>
          <w:rtl/>
        </w:rPr>
        <w:t xml:space="preserve">ں </w:t>
      </w:r>
      <w:r>
        <w:rPr>
          <w:rtl/>
        </w:rPr>
        <w:t xml:space="preserve">كے برخلاف ايك حكم تھا وہ ان كے ابراہيم </w:t>
      </w:r>
      <w:r w:rsidR="00367F17" w:rsidRPr="00367F17">
        <w:rPr>
          <w:rStyle w:val="libAlaemChar"/>
          <w:rtl/>
        </w:rPr>
        <w:t xml:space="preserve"> عليه‌السلام </w:t>
      </w:r>
      <w:r>
        <w:rPr>
          <w:rtl/>
        </w:rPr>
        <w:t xml:space="preserve"> كے توحيدى دين كے بارے مي</w:t>
      </w:r>
      <w:r w:rsidR="00083993">
        <w:rPr>
          <w:rtl/>
        </w:rPr>
        <w:t xml:space="preserve">ں </w:t>
      </w:r>
      <w:r>
        <w:rPr>
          <w:rtl/>
        </w:rPr>
        <w:t>اختلاف كرنے كے جرم مي</w:t>
      </w:r>
      <w:r w:rsidR="00083993">
        <w:rPr>
          <w:rtl/>
        </w:rPr>
        <w:t xml:space="preserve">ں </w:t>
      </w:r>
      <w:r>
        <w:rPr>
          <w:rtl/>
        </w:rPr>
        <w:t>ديا گيا تھا _</w:t>
      </w:r>
      <w:r w:rsidRPr="00985357">
        <w:rPr>
          <w:rStyle w:val="libArabicChar"/>
          <w:rFonts w:hint="eastAsia"/>
          <w:rtl/>
        </w:rPr>
        <w:t>انما</w:t>
      </w:r>
      <w:r w:rsidRPr="00985357">
        <w:rPr>
          <w:rStyle w:val="libArabicChar"/>
          <w:rtl/>
        </w:rPr>
        <w:t xml:space="preserve"> جعل السبت على الذين اختلفوا في</w:t>
      </w:r>
      <w:r w:rsidR="00120F63" w:rsidRPr="00B2551F">
        <w:rPr>
          <w:rStyle w:val="libArabicChar"/>
          <w:rFonts w:hint="cs"/>
          <w:rtl/>
        </w:rPr>
        <w:t>ه</w:t>
      </w:r>
    </w:p>
    <w:p w:rsidR="001F628F" w:rsidRDefault="001F628F" w:rsidP="001F628F">
      <w:pPr>
        <w:pStyle w:val="libNormal"/>
        <w:rPr>
          <w:rtl/>
        </w:rPr>
      </w:pPr>
      <w:r>
        <w:rPr>
          <w:rFonts w:hint="eastAsia"/>
          <w:rtl/>
        </w:rPr>
        <w:t>يہ</w:t>
      </w:r>
      <w:r>
        <w:rPr>
          <w:rtl/>
        </w:rPr>
        <w:t xml:space="preserve"> آيت اس سوال كا جواب ہے كہ : ابراہيم </w:t>
      </w:r>
      <w:r w:rsidR="00367F17" w:rsidRPr="00367F17">
        <w:rPr>
          <w:rStyle w:val="libAlaemChar"/>
          <w:rtl/>
        </w:rPr>
        <w:t xml:space="preserve"> عليه‌السلام </w:t>
      </w:r>
      <w:r>
        <w:rPr>
          <w:rtl/>
        </w:rPr>
        <w:t xml:space="preserve"> كے دين اور ان كے بعد والے اديان مي</w:t>
      </w:r>
      <w:r w:rsidR="00083993">
        <w:rPr>
          <w:rtl/>
        </w:rPr>
        <w:t xml:space="preserve">ں </w:t>
      </w:r>
      <w:r>
        <w:rPr>
          <w:rtl/>
        </w:rPr>
        <w:t>تو جمعہ كے دن كو چھٹى كا دن قرار ديا گيا ليكن يہوديو</w:t>
      </w:r>
      <w:r w:rsidR="00083993">
        <w:rPr>
          <w:rtl/>
        </w:rPr>
        <w:t xml:space="preserve">ں </w:t>
      </w:r>
      <w:r>
        <w:rPr>
          <w:rtl/>
        </w:rPr>
        <w:t>كے كيو</w:t>
      </w:r>
      <w:r w:rsidR="00083993">
        <w:rPr>
          <w:rtl/>
        </w:rPr>
        <w:t xml:space="preserve">ں </w:t>
      </w:r>
      <w:r>
        <w:rPr>
          <w:rtl/>
        </w:rPr>
        <w:t>ہفتہ كے دن كو چھٹى كا دن قرار ديا گيا ؟</w:t>
      </w:r>
    </w:p>
    <w:p w:rsidR="001F628F" w:rsidRDefault="001F628F" w:rsidP="001F628F">
      <w:pPr>
        <w:pStyle w:val="libNormal"/>
        <w:rPr>
          <w:rtl/>
        </w:rPr>
      </w:pPr>
      <w:r>
        <w:rPr>
          <w:rFonts w:hint="eastAsia"/>
          <w:rtl/>
        </w:rPr>
        <w:t>جواب</w:t>
      </w:r>
      <w:r>
        <w:rPr>
          <w:rtl/>
        </w:rPr>
        <w:t xml:space="preserve"> يہ ہے كہ: يہوديو</w:t>
      </w:r>
      <w:r w:rsidR="00083993">
        <w:rPr>
          <w:rtl/>
        </w:rPr>
        <w:t xml:space="preserve">ں </w:t>
      </w:r>
      <w:r>
        <w:rPr>
          <w:rtl/>
        </w:rPr>
        <w:t xml:space="preserve">كے لئے يہ خاص حكم ان كے دين ابراہيم </w:t>
      </w:r>
      <w:r w:rsidR="00367F17" w:rsidRPr="00367F17">
        <w:rPr>
          <w:rStyle w:val="libAlaemChar"/>
          <w:rtl/>
        </w:rPr>
        <w:t xml:space="preserve"> عليه‌السلام </w:t>
      </w:r>
      <w:r>
        <w:rPr>
          <w:rtl/>
        </w:rPr>
        <w:t xml:space="preserve"> مي</w:t>
      </w:r>
      <w:r w:rsidR="00083993">
        <w:rPr>
          <w:rtl/>
        </w:rPr>
        <w:t xml:space="preserve">ں </w:t>
      </w:r>
      <w:r>
        <w:rPr>
          <w:rtl/>
        </w:rPr>
        <w:t>اختلاف كرنے كے جرم مي</w:t>
      </w:r>
      <w:r w:rsidR="00083993">
        <w:rPr>
          <w:rtl/>
        </w:rPr>
        <w:t xml:space="preserve">ں </w:t>
      </w:r>
      <w:r>
        <w:rPr>
          <w:rtl/>
        </w:rPr>
        <w:t xml:space="preserve">قرار ديا گيا تھا_ كہا جاسكتاہے كہ ''فيہ'' كى ضمير حضرت ابراہيم </w:t>
      </w:r>
      <w:r w:rsidR="00367F17" w:rsidRPr="00367F17">
        <w:rPr>
          <w:rStyle w:val="libAlaemChar"/>
          <w:rtl/>
        </w:rPr>
        <w:t xml:space="preserve"> عليه‌السلام </w:t>
      </w:r>
      <w:r>
        <w:rPr>
          <w:rtl/>
        </w:rPr>
        <w:t xml:space="preserve"> كى طرف، مضاف كو مقدر مانتے ہوئے يعنى ''ملتہ'' لوٹتى ہے_</w:t>
      </w:r>
    </w:p>
    <w:p w:rsidR="001F628F" w:rsidRDefault="001F628F" w:rsidP="00985357">
      <w:pPr>
        <w:pStyle w:val="libNormal"/>
        <w:rPr>
          <w:rtl/>
        </w:rPr>
      </w:pPr>
      <w:r>
        <w:rPr>
          <w:rtl/>
        </w:rPr>
        <w:t>3 _ چھٹى كے دن كى تعيين مي</w:t>
      </w:r>
      <w:r w:rsidR="00083993">
        <w:rPr>
          <w:rtl/>
        </w:rPr>
        <w:t xml:space="preserve">ں </w:t>
      </w:r>
      <w:r>
        <w:rPr>
          <w:rtl/>
        </w:rPr>
        <w:t>يہوديو</w:t>
      </w:r>
      <w:r w:rsidR="00083993">
        <w:rPr>
          <w:rtl/>
        </w:rPr>
        <w:t xml:space="preserve">ں </w:t>
      </w:r>
      <w:r>
        <w:rPr>
          <w:rtl/>
        </w:rPr>
        <w:t>كا اختلاف ، ان كے لئے ہفتہ كے دن كو چھٹى كا دن قرار دينے كا باعث بنا_</w:t>
      </w:r>
      <w:r w:rsidRPr="00985357">
        <w:rPr>
          <w:rStyle w:val="libArabicChar"/>
          <w:rFonts w:hint="eastAsia"/>
          <w:rtl/>
        </w:rPr>
        <w:t>انما</w:t>
      </w:r>
      <w:r w:rsidRPr="00985357">
        <w:rPr>
          <w:rStyle w:val="libArabicChar"/>
          <w:rtl/>
        </w:rPr>
        <w:t xml:space="preserve"> جعل السبت على الذين اختلفوا في</w:t>
      </w:r>
      <w:r w:rsidR="00120F63" w:rsidRPr="00B2551F">
        <w:rPr>
          <w:rStyle w:val="libArabicChar"/>
          <w:rFonts w:hint="cs"/>
          <w:rtl/>
        </w:rPr>
        <w:t>ه</w:t>
      </w:r>
      <w:r w:rsidR="00985357" w:rsidRPr="00985357">
        <w:rPr>
          <w:rStyle w:val="libArabicChar"/>
          <w:rFonts w:hint="cs"/>
          <w:rtl/>
        </w:rPr>
        <w:t xml:space="preserve">  </w:t>
      </w:r>
      <w:r>
        <w:rPr>
          <w:rFonts w:hint="eastAsia"/>
          <w:rtl/>
        </w:rPr>
        <w:t>گذشتہ</w:t>
      </w:r>
      <w:r>
        <w:rPr>
          <w:rtl/>
        </w:rPr>
        <w:t xml:space="preserve"> مطلب اس نكتے كى بناپر ہے كہ </w:t>
      </w:r>
      <w:r w:rsidRPr="00985357">
        <w:rPr>
          <w:rStyle w:val="libArabicChar"/>
          <w:rtl/>
        </w:rPr>
        <w:t>''جعل السبت''</w:t>
      </w:r>
      <w:r>
        <w:rPr>
          <w:rtl/>
        </w:rPr>
        <w:t xml:space="preserve"> ، </w:t>
      </w:r>
      <w:r w:rsidRPr="00985357">
        <w:rPr>
          <w:rStyle w:val="libArabicChar"/>
          <w:rtl/>
        </w:rPr>
        <w:t>''اختلفوا في</w:t>
      </w:r>
      <w:r w:rsidR="00120F63" w:rsidRPr="00B2551F">
        <w:rPr>
          <w:rStyle w:val="libArabicChar"/>
          <w:rFonts w:hint="cs"/>
          <w:rtl/>
        </w:rPr>
        <w:t>ه</w:t>
      </w:r>
      <w:r w:rsidRPr="00985357">
        <w:rPr>
          <w:rStyle w:val="libArabicChar"/>
          <w:rtl/>
        </w:rPr>
        <w:t>''</w:t>
      </w:r>
      <w:r>
        <w:rPr>
          <w:rtl/>
        </w:rPr>
        <w:t>كا نتيجہ اول معلول ہو اور ''فيہ '' كى ضمير ''سبت'' كے لغوى معنى (كہ جو چھٹى كا دن ہے)كى طرف لوٹتى ہے نہ اس كے اصطلاحى معنى كى طرف كہ جو ہفتہ كے دن معنى مي</w:t>
      </w:r>
      <w:r w:rsidR="00083993">
        <w:rPr>
          <w:rtl/>
        </w:rPr>
        <w:t xml:space="preserve">ں </w:t>
      </w:r>
      <w:r>
        <w:rPr>
          <w:rtl/>
        </w:rPr>
        <w:t>ہے_</w:t>
      </w:r>
    </w:p>
    <w:p w:rsidR="00985357" w:rsidRDefault="001F628F" w:rsidP="00985357">
      <w:pPr>
        <w:pStyle w:val="libNormal"/>
        <w:rPr>
          <w:rtl/>
        </w:rPr>
      </w:pPr>
      <w:r>
        <w:rPr>
          <w:rtl/>
        </w:rPr>
        <w:t>4_ توحيدى مذاہب مي</w:t>
      </w:r>
      <w:r w:rsidR="00083993">
        <w:rPr>
          <w:rtl/>
        </w:rPr>
        <w:t xml:space="preserve">ں </w:t>
      </w:r>
      <w:r>
        <w:rPr>
          <w:rtl/>
        </w:rPr>
        <w:t>ہفتہ مي</w:t>
      </w:r>
      <w:r w:rsidR="00083993">
        <w:rPr>
          <w:rtl/>
        </w:rPr>
        <w:t xml:space="preserve">ں </w:t>
      </w:r>
      <w:r>
        <w:rPr>
          <w:rtl/>
        </w:rPr>
        <w:t>ايك دن كى چھٹى ،</w:t>
      </w:r>
      <w:r w:rsidR="00985357" w:rsidRPr="00985357">
        <w:rPr>
          <w:rFonts w:hint="eastAsia"/>
          <w:rtl/>
        </w:rPr>
        <w:t xml:space="preserve"> </w:t>
      </w:r>
      <w:r w:rsidR="00985357">
        <w:rPr>
          <w:rFonts w:hint="eastAsia"/>
          <w:rtl/>
        </w:rPr>
        <w:t>ايك</w:t>
      </w:r>
      <w:r w:rsidR="00985357">
        <w:rPr>
          <w:rtl/>
        </w:rPr>
        <w:t xml:space="preserve"> سابقہ اور تاريخى حيثيت ركھتى ہے_</w:t>
      </w:r>
      <w:r w:rsidR="00985357" w:rsidRPr="00985357">
        <w:rPr>
          <w:rStyle w:val="libArabicChar"/>
          <w:rFonts w:hint="eastAsia"/>
          <w:rtl/>
        </w:rPr>
        <w:t>انما</w:t>
      </w:r>
      <w:r w:rsidR="00985357" w:rsidRPr="00985357">
        <w:rPr>
          <w:rStyle w:val="libArabicChar"/>
          <w:rtl/>
        </w:rPr>
        <w:t xml:space="preserve"> جعل السبت على الذين اختلفوا في</w:t>
      </w:r>
      <w:r w:rsidR="00120F63" w:rsidRPr="00B2551F">
        <w:rPr>
          <w:rStyle w:val="libArabicChar"/>
          <w:rFonts w:hint="cs"/>
          <w:rtl/>
        </w:rPr>
        <w:t>ه</w:t>
      </w:r>
    </w:p>
    <w:p w:rsidR="00985357" w:rsidRDefault="00985357" w:rsidP="00985357">
      <w:pPr>
        <w:pStyle w:val="libNormal"/>
        <w:rPr>
          <w:rtl/>
        </w:rPr>
      </w:pPr>
      <w:r>
        <w:rPr>
          <w:rFonts w:hint="eastAsia"/>
          <w:rtl/>
        </w:rPr>
        <w:t>گذشتہ</w:t>
      </w:r>
      <w:r>
        <w:rPr>
          <w:rtl/>
        </w:rPr>
        <w:t xml:space="preserve"> مطلب اس نكتے كى بناپر ہے اس آيت ميں اديان الہى ميں ہفتے ميں ايك دن كى چھٹى كے بارے ميں بحث نہيں كى گئي ہے بلكہ يہوديوں كے لئے خاص طور سے ہفتہ كے دن كو چھٹى كا دن قرار دينے كى علت كے متعلق بات كى گئي ہے_</w:t>
      </w:r>
    </w:p>
    <w:p w:rsidR="00985357" w:rsidRDefault="001E7F9D" w:rsidP="00F73EDE">
      <w:pPr>
        <w:pStyle w:val="libPoemTini"/>
        <w:rPr>
          <w:rtl/>
        </w:rPr>
      </w:pPr>
      <w:r>
        <w:rPr>
          <w:rtl/>
        </w:rPr>
        <w:br w:type="page"/>
      </w:r>
    </w:p>
    <w:p w:rsidR="001F628F" w:rsidRDefault="001F628F" w:rsidP="001F628F">
      <w:pPr>
        <w:pStyle w:val="libNormal"/>
        <w:rPr>
          <w:rtl/>
        </w:rPr>
      </w:pPr>
      <w:r>
        <w:rPr>
          <w:rtl/>
        </w:rPr>
        <w:lastRenderedPageBreak/>
        <w:t>5_ قيامت مي</w:t>
      </w:r>
      <w:r w:rsidR="00083993">
        <w:rPr>
          <w:rtl/>
        </w:rPr>
        <w:t xml:space="preserve">ں </w:t>
      </w:r>
      <w:r>
        <w:rPr>
          <w:rtl/>
        </w:rPr>
        <w:t>خداوند عالم يہوديو</w:t>
      </w:r>
      <w:r w:rsidR="00083993">
        <w:rPr>
          <w:rtl/>
        </w:rPr>
        <w:t xml:space="preserve">ں </w:t>
      </w:r>
      <w:r>
        <w:rPr>
          <w:rtl/>
        </w:rPr>
        <w:t>كے اختلافات اور انحرافات كا فيصلہ كرے گا_</w:t>
      </w:r>
    </w:p>
    <w:p w:rsidR="001F628F" w:rsidRDefault="001F628F" w:rsidP="00985357">
      <w:pPr>
        <w:pStyle w:val="libArabic"/>
        <w:rPr>
          <w:rtl/>
        </w:rPr>
      </w:pPr>
      <w:r>
        <w:rPr>
          <w:rFonts w:hint="eastAsia"/>
          <w:rtl/>
        </w:rPr>
        <w:t>و</w:t>
      </w:r>
      <w:r>
        <w:rPr>
          <w:rtl/>
        </w:rPr>
        <w:t xml:space="preserve"> ان ربك ليحكم بين</w:t>
      </w:r>
      <w:r w:rsidR="00120F63" w:rsidRPr="00ED5DE8">
        <w:rPr>
          <w:rFonts w:hint="cs"/>
          <w:rtl/>
        </w:rPr>
        <w:t>ه</w:t>
      </w:r>
      <w:r>
        <w:rPr>
          <w:rFonts w:hint="cs"/>
          <w:rtl/>
        </w:rPr>
        <w:t>م</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فيما</w:t>
      </w:r>
      <w:r>
        <w:rPr>
          <w:rtl/>
        </w:rPr>
        <w:t xml:space="preserve"> </w:t>
      </w:r>
      <w:r>
        <w:rPr>
          <w:rFonts w:hint="cs"/>
          <w:rtl/>
        </w:rPr>
        <w:t>كانوا</w:t>
      </w:r>
      <w:r>
        <w:rPr>
          <w:rtl/>
        </w:rPr>
        <w:t xml:space="preserve"> </w:t>
      </w:r>
      <w:r>
        <w:rPr>
          <w:rFonts w:hint="cs"/>
          <w:rtl/>
        </w:rPr>
        <w:t>في</w:t>
      </w:r>
      <w:r w:rsidR="00120F63" w:rsidRPr="00ED5DE8">
        <w:rPr>
          <w:rFonts w:hint="cs"/>
          <w:rtl/>
        </w:rPr>
        <w:t>ه</w:t>
      </w:r>
      <w:r>
        <w:rPr>
          <w:rtl/>
        </w:rPr>
        <w:t xml:space="preserve"> </w:t>
      </w:r>
      <w:r>
        <w:rPr>
          <w:rFonts w:hint="cs"/>
          <w:rtl/>
        </w:rPr>
        <w:t>يختلفون</w:t>
      </w:r>
    </w:p>
    <w:p w:rsidR="001F628F" w:rsidRDefault="001F628F" w:rsidP="001F628F">
      <w:pPr>
        <w:pStyle w:val="libNormal"/>
        <w:rPr>
          <w:rtl/>
        </w:rPr>
      </w:pPr>
      <w:r>
        <w:rPr>
          <w:rtl/>
        </w:rPr>
        <w:t>6_قيامت، انسان كے اختلافات اور انحرافات مي</w:t>
      </w:r>
      <w:r w:rsidR="00083993">
        <w:rPr>
          <w:rtl/>
        </w:rPr>
        <w:t xml:space="preserve">ں </w:t>
      </w:r>
      <w:r>
        <w:rPr>
          <w:rtl/>
        </w:rPr>
        <w:t>خدا كے فيصلہ كرنے كا دن ہوگا_</w:t>
      </w:r>
    </w:p>
    <w:p w:rsidR="001F628F" w:rsidRDefault="001F628F" w:rsidP="00985357">
      <w:pPr>
        <w:pStyle w:val="libArabic"/>
        <w:rPr>
          <w:rtl/>
        </w:rPr>
      </w:pPr>
      <w:r>
        <w:rPr>
          <w:rFonts w:hint="eastAsia"/>
          <w:rtl/>
        </w:rPr>
        <w:t>و</w:t>
      </w:r>
      <w:r>
        <w:rPr>
          <w:rtl/>
        </w:rPr>
        <w:t xml:space="preserve"> ان ربّك ليحكم بين</w:t>
      </w:r>
      <w:r w:rsidR="00120F63" w:rsidRPr="00ED5DE8">
        <w:rPr>
          <w:rFonts w:hint="cs"/>
          <w:rtl/>
        </w:rPr>
        <w:t>ه</w:t>
      </w:r>
      <w:r>
        <w:rPr>
          <w:rFonts w:hint="cs"/>
          <w:rtl/>
        </w:rPr>
        <w:t>م</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فيما</w:t>
      </w:r>
      <w:r>
        <w:rPr>
          <w:rtl/>
        </w:rPr>
        <w:t xml:space="preserve"> </w:t>
      </w:r>
      <w:r>
        <w:rPr>
          <w:rFonts w:hint="cs"/>
          <w:rtl/>
        </w:rPr>
        <w:t>كانوا</w:t>
      </w:r>
      <w:r>
        <w:rPr>
          <w:rtl/>
        </w:rPr>
        <w:t xml:space="preserve"> </w:t>
      </w:r>
      <w:r>
        <w:rPr>
          <w:rFonts w:hint="cs"/>
          <w:rtl/>
        </w:rPr>
        <w:t>في</w:t>
      </w:r>
      <w:r w:rsidR="00120F63" w:rsidRPr="00ED5DE8">
        <w:rPr>
          <w:rFonts w:hint="cs"/>
          <w:rtl/>
        </w:rPr>
        <w:t>ه</w:t>
      </w:r>
      <w:r>
        <w:rPr>
          <w:rtl/>
        </w:rPr>
        <w:t xml:space="preserve"> </w:t>
      </w:r>
      <w:r>
        <w:rPr>
          <w:rFonts w:hint="cs"/>
          <w:rtl/>
        </w:rPr>
        <w:t>يختلفون</w:t>
      </w:r>
    </w:p>
    <w:p w:rsidR="001F628F" w:rsidRDefault="001F628F" w:rsidP="001F628F">
      <w:pPr>
        <w:pStyle w:val="libNormal"/>
        <w:rPr>
          <w:rtl/>
        </w:rPr>
      </w:pPr>
      <w:r>
        <w:rPr>
          <w:rtl/>
        </w:rPr>
        <w:t>7_يہوديو</w:t>
      </w:r>
      <w:r w:rsidR="00083993">
        <w:rPr>
          <w:rtl/>
        </w:rPr>
        <w:t xml:space="preserve">ں </w:t>
      </w:r>
      <w:r>
        <w:rPr>
          <w:rtl/>
        </w:rPr>
        <w:t>كا چھٹى كے دن كے بارے مي</w:t>
      </w:r>
      <w:r w:rsidR="00083993">
        <w:rPr>
          <w:rtl/>
        </w:rPr>
        <w:t xml:space="preserve">ں </w:t>
      </w:r>
      <w:r>
        <w:rPr>
          <w:rtl/>
        </w:rPr>
        <w:t>اختلاف، ايك طويل اور بے نتيجہ قسم كا اختلاف تھا_</w:t>
      </w:r>
    </w:p>
    <w:p w:rsidR="001F628F" w:rsidRDefault="001F628F" w:rsidP="00985357">
      <w:pPr>
        <w:pStyle w:val="libArabic"/>
        <w:rPr>
          <w:rtl/>
        </w:rPr>
      </w:pPr>
      <w:r>
        <w:rPr>
          <w:rFonts w:hint="eastAsia"/>
          <w:rtl/>
        </w:rPr>
        <w:t>و</w:t>
      </w:r>
      <w:r>
        <w:rPr>
          <w:rtl/>
        </w:rPr>
        <w:t xml:space="preserve"> ان ربّك ليحكم بين</w:t>
      </w:r>
      <w:r w:rsidR="00120F63" w:rsidRPr="00ED5DE8">
        <w:rPr>
          <w:rFonts w:hint="cs"/>
          <w:rtl/>
        </w:rPr>
        <w:t>ه</w:t>
      </w:r>
      <w:r>
        <w:rPr>
          <w:rFonts w:hint="cs"/>
          <w:rtl/>
        </w:rPr>
        <w:t>م</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فيما</w:t>
      </w:r>
      <w:r>
        <w:rPr>
          <w:rtl/>
        </w:rPr>
        <w:t xml:space="preserve"> </w:t>
      </w:r>
      <w:r>
        <w:rPr>
          <w:rFonts w:hint="cs"/>
          <w:rtl/>
        </w:rPr>
        <w:t>كانوا</w:t>
      </w:r>
      <w:r>
        <w:rPr>
          <w:rtl/>
        </w:rPr>
        <w:t xml:space="preserve"> </w:t>
      </w:r>
      <w:r>
        <w:rPr>
          <w:rFonts w:hint="cs"/>
          <w:rtl/>
        </w:rPr>
        <w:t>في</w:t>
      </w:r>
      <w:r w:rsidR="00120F63" w:rsidRPr="00ED5DE8">
        <w:rPr>
          <w:rFonts w:hint="cs"/>
          <w:rtl/>
        </w:rPr>
        <w:t>ه</w:t>
      </w:r>
      <w:r>
        <w:rPr>
          <w:rtl/>
        </w:rPr>
        <w:t xml:space="preserve"> </w:t>
      </w:r>
      <w:r>
        <w:rPr>
          <w:rFonts w:hint="cs"/>
          <w:rtl/>
        </w:rPr>
        <w:t>يختلفون</w:t>
      </w:r>
    </w:p>
    <w:p w:rsidR="001F628F" w:rsidRDefault="001F628F" w:rsidP="001F628F">
      <w:pPr>
        <w:pStyle w:val="libNormal"/>
        <w:rPr>
          <w:rtl/>
        </w:rPr>
      </w:pPr>
      <w:r>
        <w:rPr>
          <w:rFonts w:hint="eastAsia"/>
          <w:rtl/>
        </w:rPr>
        <w:t>گذشتہ</w:t>
      </w:r>
      <w:r>
        <w:rPr>
          <w:rtl/>
        </w:rPr>
        <w:t xml:space="preserve"> مطلب اس نكتے كى بناپر ہے كہ ''فيہ'' كى ضمير ''سبت'' كى طرف لوٹے_ كہا جاسكتاہے كہ فعل مضارع ''</w:t>
      </w:r>
      <w:r w:rsidRPr="00985357">
        <w:rPr>
          <w:rStyle w:val="libArabicChar"/>
          <w:rtl/>
        </w:rPr>
        <w:t>يختلفون</w:t>
      </w:r>
      <w:r>
        <w:rPr>
          <w:rtl/>
        </w:rPr>
        <w:t>'' فعل ''كانوا'' كے ہمراہ مضمون كے استمرار اور دوام پر دلالت كرتاہے_</w:t>
      </w:r>
    </w:p>
    <w:p w:rsidR="001F628F" w:rsidRDefault="001F628F" w:rsidP="001F628F">
      <w:pPr>
        <w:pStyle w:val="libNormal"/>
        <w:rPr>
          <w:rtl/>
        </w:rPr>
      </w:pPr>
      <w:r>
        <w:rPr>
          <w:rtl/>
        </w:rPr>
        <w:t>8_ يہوديو</w:t>
      </w:r>
      <w:r w:rsidR="00083993">
        <w:rPr>
          <w:rtl/>
        </w:rPr>
        <w:t xml:space="preserve">ں </w:t>
      </w:r>
      <w:r>
        <w:rPr>
          <w:rtl/>
        </w:rPr>
        <w:t>كے دين حق اور صراط مستقيم كے بارے مي</w:t>
      </w:r>
      <w:r w:rsidR="00083993">
        <w:rPr>
          <w:rtl/>
        </w:rPr>
        <w:t xml:space="preserve">ں </w:t>
      </w:r>
      <w:r>
        <w:rPr>
          <w:rtl/>
        </w:rPr>
        <w:t>اختلافات ايك طويل اور بے نيتجہ قسم كے اختلافات تھے_</w:t>
      </w:r>
    </w:p>
    <w:p w:rsidR="001F628F" w:rsidRDefault="001F628F" w:rsidP="00985357">
      <w:pPr>
        <w:pStyle w:val="libArabic"/>
        <w:rPr>
          <w:rtl/>
        </w:rPr>
      </w:pPr>
      <w:r>
        <w:rPr>
          <w:rFonts w:hint="eastAsia"/>
          <w:rtl/>
        </w:rPr>
        <w:t>و</w:t>
      </w:r>
      <w:r>
        <w:rPr>
          <w:rtl/>
        </w:rPr>
        <w:t xml:space="preserve"> ان ربك ليحكم بين</w:t>
      </w:r>
      <w:r w:rsidR="00120F63" w:rsidRPr="00ED5DE8">
        <w:rPr>
          <w:rFonts w:hint="cs"/>
          <w:rtl/>
        </w:rPr>
        <w:t>ه</w:t>
      </w:r>
      <w:r>
        <w:rPr>
          <w:rFonts w:hint="cs"/>
          <w:rtl/>
        </w:rPr>
        <w:t>م</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فيما</w:t>
      </w:r>
      <w:r>
        <w:rPr>
          <w:rtl/>
        </w:rPr>
        <w:t xml:space="preserve"> </w:t>
      </w:r>
      <w:r>
        <w:rPr>
          <w:rFonts w:hint="cs"/>
          <w:rtl/>
        </w:rPr>
        <w:t>كانوا</w:t>
      </w:r>
      <w:r>
        <w:rPr>
          <w:rtl/>
        </w:rPr>
        <w:t xml:space="preserve"> </w:t>
      </w:r>
      <w:r>
        <w:rPr>
          <w:rFonts w:hint="cs"/>
          <w:rtl/>
        </w:rPr>
        <w:t>في</w:t>
      </w:r>
      <w:r w:rsidR="00120F63" w:rsidRPr="00ED5DE8">
        <w:rPr>
          <w:rFonts w:hint="cs"/>
          <w:rtl/>
        </w:rPr>
        <w:t>ه</w:t>
      </w:r>
      <w:r>
        <w:rPr>
          <w:rtl/>
        </w:rPr>
        <w:t xml:space="preserve"> </w:t>
      </w:r>
      <w:r>
        <w:rPr>
          <w:rFonts w:hint="cs"/>
          <w:rtl/>
        </w:rPr>
        <w:t>يختلفون</w:t>
      </w:r>
    </w:p>
    <w:p w:rsidR="001F628F" w:rsidRDefault="001F628F" w:rsidP="001F628F">
      <w:pPr>
        <w:pStyle w:val="libNormal"/>
        <w:rPr>
          <w:rtl/>
        </w:rPr>
      </w:pPr>
      <w:r>
        <w:rPr>
          <w:rFonts w:hint="eastAsia"/>
          <w:rtl/>
        </w:rPr>
        <w:t>گذشتہ</w:t>
      </w:r>
      <w:r>
        <w:rPr>
          <w:rtl/>
        </w:rPr>
        <w:t xml:space="preserve"> مطلب اس نكتے كى بناپر ہے كہ ''فيہ'' كى ضمير ابراہيم </w:t>
      </w:r>
      <w:r w:rsidR="00367F17" w:rsidRPr="00367F17">
        <w:rPr>
          <w:rStyle w:val="libAlaemChar"/>
          <w:rtl/>
        </w:rPr>
        <w:t xml:space="preserve"> عليه‌السلام </w:t>
      </w:r>
      <w:r>
        <w:rPr>
          <w:rtl/>
        </w:rPr>
        <w:t xml:space="preserve"> اور ان كے دين كى طرف لوٹے_</w:t>
      </w:r>
    </w:p>
    <w:p w:rsidR="001F628F" w:rsidRDefault="001F628F" w:rsidP="001F628F">
      <w:pPr>
        <w:pStyle w:val="libNormal"/>
        <w:rPr>
          <w:rtl/>
        </w:rPr>
      </w:pPr>
      <w:r>
        <w:rPr>
          <w:rtl/>
        </w:rPr>
        <w:t>9 _ حق و باطل كى آخرى شناخت اور انسانى اختلافات كا فيصلہ ، خدا كى ربوبيت كا تقاضا ہے_</w:t>
      </w:r>
    </w:p>
    <w:p w:rsidR="001F628F" w:rsidRDefault="001F628F" w:rsidP="00985357">
      <w:pPr>
        <w:pStyle w:val="libArabic"/>
        <w:rPr>
          <w:rtl/>
        </w:rPr>
      </w:pPr>
      <w:r>
        <w:rPr>
          <w:rFonts w:hint="eastAsia"/>
          <w:rtl/>
        </w:rPr>
        <w:t>و</w:t>
      </w:r>
      <w:r>
        <w:rPr>
          <w:rtl/>
        </w:rPr>
        <w:t xml:space="preserve"> ان ربّك ليحكم ... فيما كانوا في</w:t>
      </w:r>
      <w:r w:rsidR="00120F63" w:rsidRPr="00ED5DE8">
        <w:rPr>
          <w:rFonts w:hint="cs"/>
          <w:rtl/>
        </w:rPr>
        <w:t>ه</w:t>
      </w:r>
      <w:r>
        <w:rPr>
          <w:rtl/>
        </w:rPr>
        <w:t xml:space="preserve"> </w:t>
      </w:r>
      <w:r>
        <w:rPr>
          <w:rFonts w:hint="cs"/>
          <w:rtl/>
        </w:rPr>
        <w:t>يختلفون</w:t>
      </w:r>
    </w:p>
    <w:p w:rsidR="001F628F" w:rsidRDefault="001F628F" w:rsidP="00985357">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دين</w:t>
      </w:r>
      <w:r>
        <w:rPr>
          <w:rtl/>
        </w:rPr>
        <w:t xml:space="preserve"> ابراہيم </w:t>
      </w:r>
      <w:r w:rsidR="00367F17" w:rsidRPr="00367F17">
        <w:rPr>
          <w:rStyle w:val="libAlaemChar"/>
          <w:rtl/>
        </w:rPr>
        <w:t xml:space="preserve"> عليه‌السلام </w:t>
      </w:r>
      <w:r>
        <w:rPr>
          <w:rtl/>
        </w:rPr>
        <w:t xml:space="preserve"> مي</w:t>
      </w:r>
      <w:r w:rsidR="00083993">
        <w:rPr>
          <w:rtl/>
        </w:rPr>
        <w:t xml:space="preserve">ں </w:t>
      </w:r>
      <w:r>
        <w:rPr>
          <w:rtl/>
        </w:rPr>
        <w:t>اختلاف 2</w:t>
      </w:r>
    </w:p>
    <w:p w:rsidR="001F628F" w:rsidRDefault="001F628F" w:rsidP="00985357">
      <w:pPr>
        <w:pStyle w:val="libNormal"/>
        <w:rPr>
          <w:rtl/>
        </w:rPr>
      </w:pPr>
      <w:r>
        <w:rPr>
          <w:rFonts w:hint="eastAsia"/>
          <w:rtl/>
        </w:rPr>
        <w:t>اختلاف</w:t>
      </w:r>
      <w:r>
        <w:rPr>
          <w:rtl/>
        </w:rPr>
        <w:t xml:space="preserve"> :</w:t>
      </w:r>
      <w:r>
        <w:rPr>
          <w:rFonts w:hint="eastAsia"/>
          <w:rtl/>
        </w:rPr>
        <w:t>اختلاف</w:t>
      </w:r>
      <w:r>
        <w:rPr>
          <w:rtl/>
        </w:rPr>
        <w:t xml:space="preserve"> كے حل كے اسباب9</w:t>
      </w:r>
    </w:p>
    <w:p w:rsidR="001F628F" w:rsidRDefault="001F628F" w:rsidP="00985357">
      <w:pPr>
        <w:pStyle w:val="libNormal"/>
        <w:rPr>
          <w:rtl/>
        </w:rPr>
      </w:pPr>
      <w:r>
        <w:rPr>
          <w:rFonts w:hint="eastAsia"/>
          <w:rtl/>
        </w:rPr>
        <w:t>اديان</w:t>
      </w:r>
      <w:r>
        <w:rPr>
          <w:rtl/>
        </w:rPr>
        <w:t>:</w:t>
      </w:r>
      <w:r>
        <w:rPr>
          <w:rFonts w:hint="eastAsia"/>
          <w:rtl/>
        </w:rPr>
        <w:t>اديان</w:t>
      </w:r>
      <w:r>
        <w:rPr>
          <w:rtl/>
        </w:rPr>
        <w:t xml:space="preserve"> كا معطّل ہوجانا4</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كى اخروى قضاوت5،--6; الله تعالى كى ربوبيت كے آثار 9</w:t>
      </w:r>
    </w:p>
    <w:p w:rsidR="001F628F" w:rsidRDefault="001F628F" w:rsidP="00985357">
      <w:pPr>
        <w:pStyle w:val="libNormal"/>
        <w:rPr>
          <w:rtl/>
        </w:rPr>
      </w:pPr>
      <w:r>
        <w:rPr>
          <w:rFonts w:hint="eastAsia"/>
          <w:rtl/>
        </w:rPr>
        <w:t>باطل</w:t>
      </w:r>
      <w:r>
        <w:rPr>
          <w:rtl/>
        </w:rPr>
        <w:t xml:space="preserve"> :</w:t>
      </w:r>
      <w:r>
        <w:rPr>
          <w:rFonts w:hint="eastAsia"/>
          <w:rtl/>
        </w:rPr>
        <w:t>باطل</w:t>
      </w:r>
      <w:r>
        <w:rPr>
          <w:rtl/>
        </w:rPr>
        <w:t xml:space="preserve"> كو بيان كرنے كے اسباب9</w:t>
      </w:r>
    </w:p>
    <w:p w:rsidR="001F628F" w:rsidRDefault="001F628F" w:rsidP="00985357">
      <w:pPr>
        <w:pStyle w:val="libNormal"/>
        <w:rPr>
          <w:rtl/>
        </w:rPr>
      </w:pPr>
      <w:r>
        <w:rPr>
          <w:rFonts w:hint="eastAsia"/>
          <w:rtl/>
        </w:rPr>
        <w:t>حق</w:t>
      </w:r>
      <w:r>
        <w:rPr>
          <w:rtl/>
        </w:rPr>
        <w:t>:</w:t>
      </w:r>
      <w:r>
        <w:rPr>
          <w:rFonts w:hint="eastAsia"/>
          <w:rtl/>
        </w:rPr>
        <w:t>حق</w:t>
      </w:r>
      <w:r>
        <w:rPr>
          <w:rtl/>
        </w:rPr>
        <w:t xml:space="preserve"> كو بيان كرنے كے اسباب 9</w:t>
      </w:r>
    </w:p>
    <w:p w:rsidR="001F628F" w:rsidRDefault="001F628F" w:rsidP="00985357">
      <w:pPr>
        <w:pStyle w:val="libNormal"/>
        <w:rPr>
          <w:rtl/>
        </w:rPr>
      </w:pPr>
      <w:r>
        <w:rPr>
          <w:rFonts w:hint="eastAsia"/>
          <w:rtl/>
        </w:rPr>
        <w:t>دين</w:t>
      </w:r>
      <w:r>
        <w:rPr>
          <w:rtl/>
        </w:rPr>
        <w:t>:</w:t>
      </w:r>
      <w:r>
        <w:rPr>
          <w:rFonts w:hint="eastAsia"/>
          <w:rtl/>
        </w:rPr>
        <w:t>دين</w:t>
      </w:r>
      <w:r>
        <w:rPr>
          <w:rtl/>
        </w:rPr>
        <w:t xml:space="preserve"> حق مي</w:t>
      </w:r>
      <w:r w:rsidR="00083993">
        <w:rPr>
          <w:rtl/>
        </w:rPr>
        <w:t xml:space="preserve">ں </w:t>
      </w:r>
      <w:r>
        <w:rPr>
          <w:rtl/>
        </w:rPr>
        <w:t>اختلاف9</w:t>
      </w:r>
    </w:p>
    <w:p w:rsidR="001F628F" w:rsidRDefault="001F628F" w:rsidP="001F628F">
      <w:pPr>
        <w:pStyle w:val="libNormal"/>
        <w:rPr>
          <w:rtl/>
        </w:rPr>
      </w:pPr>
      <w:r>
        <w:rPr>
          <w:rFonts w:hint="eastAsia"/>
          <w:rtl/>
        </w:rPr>
        <w:t>سنيچر</w:t>
      </w:r>
      <w:r>
        <w:rPr>
          <w:rtl/>
        </w:rPr>
        <w:t>:</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سنيچر</w:t>
      </w:r>
      <w:r>
        <w:rPr>
          <w:rtl/>
        </w:rPr>
        <w:t xml:space="preserve"> كو تعطيل1</w:t>
      </w:r>
    </w:p>
    <w:p w:rsidR="001F628F" w:rsidRDefault="001F628F" w:rsidP="00985357">
      <w:pPr>
        <w:pStyle w:val="libNormal"/>
        <w:rPr>
          <w:rtl/>
        </w:rPr>
      </w:pPr>
      <w:r>
        <w:rPr>
          <w:rFonts w:hint="eastAsia"/>
          <w:rtl/>
        </w:rPr>
        <w:t>صراط</w:t>
      </w:r>
      <w:r>
        <w:rPr>
          <w:rtl/>
        </w:rPr>
        <w:t xml:space="preserve"> مستقيم:</w:t>
      </w:r>
      <w:r>
        <w:rPr>
          <w:rFonts w:hint="eastAsia"/>
          <w:rtl/>
        </w:rPr>
        <w:t>صراط</w:t>
      </w:r>
      <w:r>
        <w:rPr>
          <w:rtl/>
        </w:rPr>
        <w:t xml:space="preserve"> مستقيم مي</w:t>
      </w:r>
      <w:r w:rsidR="00083993">
        <w:rPr>
          <w:rtl/>
        </w:rPr>
        <w:t xml:space="preserve">ں </w:t>
      </w:r>
      <w:r>
        <w:rPr>
          <w:rtl/>
        </w:rPr>
        <w:t>اختلاف8</w:t>
      </w:r>
    </w:p>
    <w:p w:rsidR="001F628F" w:rsidRDefault="001F628F" w:rsidP="00985357">
      <w:pPr>
        <w:pStyle w:val="libNormal"/>
        <w:rPr>
          <w:rtl/>
        </w:rPr>
      </w:pPr>
      <w:r>
        <w:rPr>
          <w:rFonts w:hint="eastAsia"/>
          <w:rtl/>
        </w:rPr>
        <w:t>قيامت</w:t>
      </w:r>
      <w:r>
        <w:rPr>
          <w:rtl/>
        </w:rPr>
        <w:t xml:space="preserve"> :</w:t>
      </w:r>
      <w:r>
        <w:rPr>
          <w:rFonts w:hint="eastAsia"/>
          <w:rtl/>
        </w:rPr>
        <w:t>قيامت</w:t>
      </w:r>
      <w:r>
        <w:rPr>
          <w:rtl/>
        </w:rPr>
        <w:t xml:space="preserve"> كے خصوصيات6;قيامت مي</w:t>
      </w:r>
      <w:r w:rsidR="00083993">
        <w:rPr>
          <w:rtl/>
        </w:rPr>
        <w:t xml:space="preserve">ں </w:t>
      </w:r>
      <w:r>
        <w:rPr>
          <w:rtl/>
        </w:rPr>
        <w:t>قضاوت 5،6</w:t>
      </w:r>
    </w:p>
    <w:p w:rsidR="001F628F" w:rsidRDefault="001F628F" w:rsidP="00985357">
      <w:pPr>
        <w:pStyle w:val="libNormal"/>
        <w:rPr>
          <w:rtl/>
        </w:rPr>
      </w:pPr>
      <w:r>
        <w:rPr>
          <w:rFonts w:hint="eastAsia"/>
          <w:rtl/>
        </w:rPr>
        <w:t>معطلّي</w:t>
      </w:r>
      <w:r>
        <w:rPr>
          <w:rtl/>
        </w:rPr>
        <w:t>:</w:t>
      </w:r>
      <w:r>
        <w:rPr>
          <w:rFonts w:hint="eastAsia"/>
          <w:rtl/>
        </w:rPr>
        <w:t>ہفتہ</w:t>
      </w:r>
      <w:r>
        <w:rPr>
          <w:rtl/>
        </w:rPr>
        <w:t xml:space="preserve"> مي</w:t>
      </w:r>
      <w:r w:rsidR="00083993">
        <w:rPr>
          <w:rtl/>
        </w:rPr>
        <w:t xml:space="preserve">ں </w:t>
      </w:r>
      <w:r>
        <w:rPr>
          <w:rtl/>
        </w:rPr>
        <w:t>تعطيل كى تاريخ4</w:t>
      </w:r>
    </w:p>
    <w:p w:rsidR="001F628F" w:rsidRDefault="001F628F" w:rsidP="00985357">
      <w:pPr>
        <w:pStyle w:val="libNormal"/>
        <w:rPr>
          <w:rtl/>
        </w:rPr>
      </w:pPr>
      <w:r>
        <w:rPr>
          <w:rFonts w:hint="eastAsia"/>
          <w:rtl/>
        </w:rPr>
        <w:t>يہود</w:t>
      </w:r>
      <w:r>
        <w:rPr>
          <w:rtl/>
        </w:rPr>
        <w:t>:</w:t>
      </w:r>
      <w:r>
        <w:rPr>
          <w:rFonts w:hint="eastAsia"/>
          <w:rtl/>
        </w:rPr>
        <w:t>يہود</w:t>
      </w:r>
      <w:r>
        <w:rPr>
          <w:rtl/>
        </w:rPr>
        <w:t xml:space="preserve"> كى تاريخ 7،8; يہوديو</w:t>
      </w:r>
      <w:r w:rsidR="00083993">
        <w:rPr>
          <w:rtl/>
        </w:rPr>
        <w:t xml:space="preserve">ں </w:t>
      </w:r>
      <w:r>
        <w:rPr>
          <w:rtl/>
        </w:rPr>
        <w:t>كى شرعى ذمہ داريا</w:t>
      </w:r>
      <w:r w:rsidR="00083993">
        <w:rPr>
          <w:rtl/>
        </w:rPr>
        <w:t xml:space="preserve">ں </w:t>
      </w:r>
      <w:r>
        <w:rPr>
          <w:rtl/>
        </w:rPr>
        <w:t>1 ، 2 ; يہوديو</w:t>
      </w:r>
      <w:r w:rsidR="00083993">
        <w:rPr>
          <w:rtl/>
        </w:rPr>
        <w:t xml:space="preserve">ں </w:t>
      </w:r>
      <w:r>
        <w:rPr>
          <w:rtl/>
        </w:rPr>
        <w:t>كے اختلاف 2 ، 5; يہوديو</w:t>
      </w:r>
      <w:r w:rsidR="00083993">
        <w:rPr>
          <w:rtl/>
        </w:rPr>
        <w:t xml:space="preserve">ں </w:t>
      </w:r>
      <w:r>
        <w:rPr>
          <w:rtl/>
        </w:rPr>
        <w:t>كے اختلاف كے آثار 3;يہوديو</w:t>
      </w:r>
      <w:r w:rsidR="00083993">
        <w:rPr>
          <w:rtl/>
        </w:rPr>
        <w:t xml:space="preserve">ں </w:t>
      </w:r>
      <w:r>
        <w:rPr>
          <w:rtl/>
        </w:rPr>
        <w:t>كے انحرافا ت 5يہوديو</w:t>
      </w:r>
      <w:r w:rsidR="00083993">
        <w:rPr>
          <w:rtl/>
        </w:rPr>
        <w:t xml:space="preserve">ں </w:t>
      </w:r>
      <w:r>
        <w:rPr>
          <w:rtl/>
        </w:rPr>
        <w:t>كے خصوصيات 1; يہوديو</w:t>
      </w:r>
      <w:r w:rsidR="00083993">
        <w:rPr>
          <w:rtl/>
        </w:rPr>
        <w:t xml:space="preserve">ں </w:t>
      </w:r>
      <w:r>
        <w:rPr>
          <w:rtl/>
        </w:rPr>
        <w:t>مي</w:t>
      </w:r>
      <w:r w:rsidR="00083993">
        <w:rPr>
          <w:rtl/>
        </w:rPr>
        <w:t xml:space="preserve">ں </w:t>
      </w:r>
      <w:r>
        <w:rPr>
          <w:rtl/>
        </w:rPr>
        <w:t>تعطيل 1،7; يہوديو</w:t>
      </w:r>
      <w:r w:rsidR="00083993">
        <w:rPr>
          <w:rtl/>
        </w:rPr>
        <w:t xml:space="preserve">ں </w:t>
      </w:r>
      <w:r>
        <w:rPr>
          <w:rtl/>
        </w:rPr>
        <w:t>مي</w:t>
      </w:r>
      <w:r w:rsidR="00083993">
        <w:rPr>
          <w:rtl/>
        </w:rPr>
        <w:t xml:space="preserve">ں </w:t>
      </w:r>
      <w:r>
        <w:rPr>
          <w:rtl/>
        </w:rPr>
        <w:t>سنيچر 1،7;يہوديو</w:t>
      </w:r>
      <w:r w:rsidR="00083993">
        <w:rPr>
          <w:rtl/>
        </w:rPr>
        <w:t xml:space="preserve">ں </w:t>
      </w:r>
      <w:r>
        <w:rPr>
          <w:rtl/>
        </w:rPr>
        <w:t>مي</w:t>
      </w:r>
      <w:r w:rsidR="00083993">
        <w:rPr>
          <w:rtl/>
        </w:rPr>
        <w:t xml:space="preserve">ں </w:t>
      </w:r>
      <w:r>
        <w:rPr>
          <w:rtl/>
        </w:rPr>
        <w:t>سنيچر كو تعطيل كا فلسفہ 2; يہوديو</w:t>
      </w:r>
      <w:r w:rsidR="00083993">
        <w:rPr>
          <w:rtl/>
        </w:rPr>
        <w:t xml:space="preserve">ں </w:t>
      </w:r>
      <w:r>
        <w:rPr>
          <w:rtl/>
        </w:rPr>
        <w:t>مي</w:t>
      </w:r>
      <w:r w:rsidR="00083993">
        <w:rPr>
          <w:rtl/>
        </w:rPr>
        <w:t xml:space="preserve">ں </w:t>
      </w:r>
      <w:r>
        <w:rPr>
          <w:rtl/>
        </w:rPr>
        <w:t xml:space="preserve">سينچر كى </w:t>
      </w:r>
      <w:r>
        <w:rPr>
          <w:rFonts w:hint="eastAsia"/>
          <w:rtl/>
        </w:rPr>
        <w:t>تعطيل</w:t>
      </w:r>
      <w:r>
        <w:rPr>
          <w:rtl/>
        </w:rPr>
        <w:t xml:space="preserve"> كے اسباب3</w:t>
      </w:r>
    </w:p>
    <w:p w:rsidR="001F628F" w:rsidRPr="00120F63" w:rsidRDefault="00985357" w:rsidP="00985357">
      <w:pPr>
        <w:pStyle w:val="Heading2Center"/>
        <w:rPr>
          <w:rtl/>
        </w:rPr>
      </w:pPr>
      <w:bookmarkStart w:id="271" w:name="_Toc28081949"/>
      <w:r>
        <w:rPr>
          <w:rFonts w:hint="cs"/>
          <w:rtl/>
        </w:rPr>
        <w:t xml:space="preserve">آیت </w:t>
      </w:r>
      <w:r w:rsidRPr="00120F63">
        <w:rPr>
          <w:rFonts w:hint="cs"/>
          <w:rtl/>
        </w:rPr>
        <w:t>125</w:t>
      </w:r>
      <w:bookmarkEnd w:id="271"/>
    </w:p>
    <w:p w:rsidR="001F628F" w:rsidRDefault="00E260F9" w:rsidP="00985357">
      <w:pPr>
        <w:pStyle w:val="libNormal"/>
        <w:rPr>
          <w:rtl/>
        </w:rPr>
      </w:pPr>
      <w:r w:rsidRPr="00E260F9">
        <w:rPr>
          <w:rStyle w:val="libAlaemChar"/>
          <w:rFonts w:hint="eastAsia"/>
          <w:rtl/>
        </w:rPr>
        <w:t>(</w:t>
      </w:r>
      <w:r w:rsidRPr="00985357">
        <w:rPr>
          <w:rStyle w:val="libAieChar"/>
          <w:rFonts w:hint="eastAsia"/>
          <w:rtl/>
        </w:rPr>
        <w:t>ادْعُ</w:t>
      </w:r>
      <w:r w:rsidRPr="00985357">
        <w:rPr>
          <w:rStyle w:val="libAieChar"/>
          <w:rtl/>
        </w:rPr>
        <w:t xml:space="preserve"> إِلِى سَبِيلِ رَبِّكَ بِالْحِكْمَةِ وَالْمَوْعِظَةِ الْحَسَنَةِ وَجَادِلْهُم بِالَّتِي هِيَ أَحْسَنُ إِنَّ رَبَّكَ هُوَ أَعْلَمُ بِمَن ضَلَّ عَن سَبِيلِهِ وَهُوَ أَعْلَمُ بِالْمُهْتَدِينَ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آپ</w:t>
      </w:r>
      <w:r>
        <w:rPr>
          <w:rtl/>
        </w:rPr>
        <w:t xml:space="preserve"> اپنے رب كے راستے كى طرف حكمت اور اچھى نصيحت كے ذريعہ دعوت دي</w:t>
      </w:r>
      <w:r w:rsidR="00083993">
        <w:rPr>
          <w:rtl/>
        </w:rPr>
        <w:t xml:space="preserve">ں </w:t>
      </w:r>
      <w:r>
        <w:rPr>
          <w:rtl/>
        </w:rPr>
        <w:t>اور ان سے اس طريقہ سے بحث كري</w:t>
      </w:r>
      <w:r w:rsidR="00083993">
        <w:rPr>
          <w:rtl/>
        </w:rPr>
        <w:t xml:space="preserve">ں </w:t>
      </w:r>
      <w:r>
        <w:rPr>
          <w:rtl/>
        </w:rPr>
        <w:t>جو بہترين طريقہ ہے كہ آپ كا پروردگار بہتر جانتا ہے كہ كون اس كے راستے سے بہك گيا ہے اوركون لوگ ہدايت پانے والے ہي</w:t>
      </w:r>
      <w:r w:rsidR="00083993">
        <w:rPr>
          <w:rtl/>
        </w:rPr>
        <w:t xml:space="preserve">ں </w:t>
      </w:r>
      <w:r>
        <w:rPr>
          <w:rtl/>
        </w:rPr>
        <w:t>_</w:t>
      </w:r>
    </w:p>
    <w:p w:rsidR="001F628F" w:rsidRDefault="001F628F" w:rsidP="00985357">
      <w:pPr>
        <w:pStyle w:val="libNormal"/>
        <w:rPr>
          <w:rtl/>
        </w:rPr>
      </w:pPr>
      <w:r>
        <w:rPr>
          <w:rtl/>
        </w:rPr>
        <w:t xml:space="preserve">1_پيغمبر اكرم </w:t>
      </w:r>
      <w:r w:rsidR="00F031CD" w:rsidRPr="00F031CD">
        <w:rPr>
          <w:rStyle w:val="libAlaemChar"/>
          <w:rtl/>
        </w:rPr>
        <w:t xml:space="preserve"> صلى‌الله‌عليه‌وآله‌وسلم </w:t>
      </w:r>
      <w:r>
        <w:rPr>
          <w:rtl/>
        </w:rPr>
        <w:t xml:space="preserve"> ، لوگو</w:t>
      </w:r>
      <w:r w:rsidR="00083993">
        <w:rPr>
          <w:rtl/>
        </w:rPr>
        <w:t xml:space="preserve">ں </w:t>
      </w:r>
      <w:r>
        <w:rPr>
          <w:rtl/>
        </w:rPr>
        <w:t>كو حكمت ( عقلى و نقلى دلائل ) اور موعظہ حسنہ كى روشنى مي</w:t>
      </w:r>
      <w:r w:rsidR="00083993">
        <w:rPr>
          <w:rtl/>
        </w:rPr>
        <w:t xml:space="preserve">ں </w:t>
      </w:r>
      <w:r>
        <w:rPr>
          <w:rtl/>
        </w:rPr>
        <w:t>پرودگار عالم كے راستہ كى طرف دعوت دينے پر مامور تھے_</w:t>
      </w:r>
      <w:r w:rsidRPr="00985357">
        <w:rPr>
          <w:rStyle w:val="libArabicChar"/>
          <w:rFonts w:hint="eastAsia"/>
          <w:rtl/>
        </w:rPr>
        <w:t>اُدع</w:t>
      </w:r>
      <w:r w:rsidRPr="00985357">
        <w:rPr>
          <w:rStyle w:val="libArabicChar"/>
          <w:rtl/>
        </w:rPr>
        <w:t xml:space="preserve"> الى سبيل ربّك بالحكم</w:t>
      </w:r>
      <w:r w:rsidR="00120F63" w:rsidRPr="00B2551F">
        <w:rPr>
          <w:rStyle w:val="libArabicChar"/>
          <w:rFonts w:hint="cs"/>
          <w:rtl/>
        </w:rPr>
        <w:t>ه</w:t>
      </w:r>
      <w:r w:rsidRPr="00985357">
        <w:rPr>
          <w:rStyle w:val="libArabicChar"/>
          <w:rtl/>
        </w:rPr>
        <w:t xml:space="preserve"> </w:t>
      </w:r>
      <w:r w:rsidRPr="00985357">
        <w:rPr>
          <w:rStyle w:val="libArabicChar"/>
          <w:rFonts w:hint="cs"/>
          <w:rtl/>
        </w:rPr>
        <w:t>والموعظة</w:t>
      </w:r>
      <w:r w:rsidRPr="00985357">
        <w:rPr>
          <w:rStyle w:val="libArabicChar"/>
          <w:rtl/>
        </w:rPr>
        <w:t xml:space="preserve"> الحسنة</w:t>
      </w:r>
    </w:p>
    <w:p w:rsidR="001F628F" w:rsidRDefault="001F628F" w:rsidP="001F628F">
      <w:pPr>
        <w:pStyle w:val="libNormal"/>
        <w:rPr>
          <w:rtl/>
        </w:rPr>
      </w:pPr>
      <w:r>
        <w:rPr>
          <w:rtl/>
        </w:rPr>
        <w:t>''حكمت'' كا معنى علم و عقل كے پر تو مي</w:t>
      </w:r>
      <w:r w:rsidR="00083993">
        <w:rPr>
          <w:rtl/>
        </w:rPr>
        <w:t xml:space="preserve">ں </w:t>
      </w:r>
      <w:r>
        <w:rPr>
          <w:rtl/>
        </w:rPr>
        <w:t>حق كو حاصل كرناہے (مفردات راغب) لہذا ''بالحكمة'' يعنى عقلى و علمى دلائل كے بل بوتے پر حق تك پہنچنا _</w:t>
      </w:r>
    </w:p>
    <w:p w:rsidR="00985357" w:rsidRDefault="001F628F" w:rsidP="00985357">
      <w:pPr>
        <w:pStyle w:val="libNormal"/>
        <w:rPr>
          <w:rtl/>
        </w:rPr>
      </w:pPr>
      <w:r>
        <w:rPr>
          <w:rtl/>
        </w:rPr>
        <w:t>2_ خداوند عالم كے راستہ كى طرف دوسرو</w:t>
      </w:r>
      <w:r w:rsidR="00083993">
        <w:rPr>
          <w:rtl/>
        </w:rPr>
        <w:t xml:space="preserve">ں </w:t>
      </w:r>
      <w:r>
        <w:rPr>
          <w:rtl/>
        </w:rPr>
        <w:t>كو دعوت دينے كاتقاضا يہ ہے كہ پيغمبر اكرم</w:t>
      </w:r>
      <w:r w:rsidR="00F031CD" w:rsidRPr="00F031CD">
        <w:rPr>
          <w:rStyle w:val="libAlaemChar"/>
          <w:rtl/>
        </w:rPr>
        <w:t xml:space="preserve"> صلى‌الله‌عليه‌وآله‌وسلم </w:t>
      </w:r>
      <w:r>
        <w:rPr>
          <w:rtl/>
        </w:rPr>
        <w:t xml:space="preserve"> كا رشد وكمال ،</w:t>
      </w:r>
      <w:r w:rsidR="00985357" w:rsidRPr="00985357">
        <w:rPr>
          <w:rFonts w:hint="eastAsia"/>
          <w:rtl/>
        </w:rPr>
        <w:t xml:space="preserve"> </w:t>
      </w:r>
      <w:r w:rsidR="00985357">
        <w:rPr>
          <w:rFonts w:hint="eastAsia"/>
          <w:rtl/>
        </w:rPr>
        <w:t>ربوبيت</w:t>
      </w:r>
      <w:r w:rsidR="00985357">
        <w:rPr>
          <w:rtl/>
        </w:rPr>
        <w:t xml:space="preserve"> الہى كى روشنى ميں ہو_</w:t>
      </w:r>
      <w:r w:rsidR="00985357" w:rsidRPr="00985357">
        <w:rPr>
          <w:rStyle w:val="libArabicChar"/>
          <w:rFonts w:hint="eastAsia"/>
          <w:rtl/>
        </w:rPr>
        <w:t>ادع</w:t>
      </w:r>
      <w:r w:rsidR="00985357" w:rsidRPr="00985357">
        <w:rPr>
          <w:rStyle w:val="libArabicChar"/>
          <w:rtl/>
        </w:rPr>
        <w:t xml:space="preserve"> الى سبيل ربّك</w:t>
      </w:r>
      <w:r w:rsidR="00985357">
        <w:rPr>
          <w:rFonts w:hint="eastAsia"/>
          <w:rtl/>
        </w:rPr>
        <w:t>لغت</w:t>
      </w:r>
      <w:r w:rsidR="00985357">
        <w:rPr>
          <w:rtl/>
        </w:rPr>
        <w:t xml:space="preserve"> ميں ''ربّ''كا لفظ تربيت كے معنى ميں آتاہے ( مفردات راغب)ممكن ہے كہ اس سے مراد بيان يہ ہو كہ پيغمبر اكرم</w:t>
      </w:r>
      <w:r w:rsidR="00F031CD" w:rsidRPr="00F031CD">
        <w:rPr>
          <w:rStyle w:val="libAlaemChar"/>
          <w:rtl/>
        </w:rPr>
        <w:t xml:space="preserve"> صلى‌الله‌عليه‌وآله‌وسلم </w:t>
      </w:r>
      <w:r w:rsidR="00985357">
        <w:rPr>
          <w:rtl/>
        </w:rPr>
        <w:t xml:space="preserve"> كا ربوبيت الہى سے بہرہ مند ہونا ،اس بات كا تقاضا كرتا ہے كہ پيغمبر اكرم</w:t>
      </w:r>
      <w:r w:rsidR="00F031CD" w:rsidRPr="00F031CD">
        <w:rPr>
          <w:rStyle w:val="libAlaemChar"/>
          <w:rtl/>
        </w:rPr>
        <w:t xml:space="preserve"> صلى‌الله‌عليه‌وآله‌وسلم </w:t>
      </w:r>
      <w:r w:rsidR="00985357">
        <w:rPr>
          <w:rtl/>
        </w:rPr>
        <w:t xml:space="preserve"> بھى دوسروں كو ربوبيت الہى سے بہرہ مند كريں _</w:t>
      </w:r>
    </w:p>
    <w:p w:rsidR="00985357" w:rsidRDefault="001E7F9D" w:rsidP="00F73EDE">
      <w:pPr>
        <w:pStyle w:val="libPoemTini"/>
        <w:rPr>
          <w:rtl/>
        </w:rPr>
      </w:pPr>
      <w:r>
        <w:rPr>
          <w:rtl/>
        </w:rPr>
        <w:br w:type="page"/>
      </w:r>
    </w:p>
    <w:p w:rsidR="001F628F" w:rsidRDefault="001F628F" w:rsidP="00985357">
      <w:pPr>
        <w:pStyle w:val="libNormal"/>
        <w:rPr>
          <w:rtl/>
        </w:rPr>
      </w:pPr>
      <w:r>
        <w:rPr>
          <w:rtl/>
        </w:rPr>
        <w:lastRenderedPageBreak/>
        <w:t>3_ راہ خدا پر دوسرو</w:t>
      </w:r>
      <w:r w:rsidR="00083993">
        <w:rPr>
          <w:rtl/>
        </w:rPr>
        <w:t xml:space="preserve">ں </w:t>
      </w:r>
      <w:r>
        <w:rPr>
          <w:rtl/>
        </w:rPr>
        <w:t>كو تبليغ اور دعوت دينا ، تمام انسانو</w:t>
      </w:r>
      <w:r w:rsidR="00083993">
        <w:rPr>
          <w:rtl/>
        </w:rPr>
        <w:t xml:space="preserve">ں </w:t>
      </w:r>
      <w:r>
        <w:rPr>
          <w:rtl/>
        </w:rPr>
        <w:t>كى شرعى ذّمہ دارى ہے _</w:t>
      </w:r>
      <w:r w:rsidRPr="00985357">
        <w:rPr>
          <w:rStyle w:val="libArabicChar"/>
          <w:rFonts w:hint="eastAsia"/>
          <w:rtl/>
        </w:rPr>
        <w:t>ادع</w:t>
      </w:r>
      <w:r w:rsidRPr="00985357">
        <w:rPr>
          <w:rStyle w:val="libArabicChar"/>
          <w:rtl/>
        </w:rPr>
        <w:t xml:space="preserve"> الى سبيل ربّك</w:t>
      </w:r>
    </w:p>
    <w:p w:rsidR="001F628F" w:rsidRDefault="001F628F" w:rsidP="001F628F">
      <w:pPr>
        <w:pStyle w:val="libNormal"/>
        <w:rPr>
          <w:rtl/>
        </w:rPr>
      </w:pPr>
      <w:r>
        <w:rPr>
          <w:rFonts w:hint="eastAsia"/>
          <w:rtl/>
        </w:rPr>
        <w:t>مذكورہ</w:t>
      </w:r>
      <w:r>
        <w:rPr>
          <w:rtl/>
        </w:rPr>
        <w:t xml:space="preserve"> بالا معنى اس صورت مي</w:t>
      </w:r>
      <w:r w:rsidR="00083993">
        <w:rPr>
          <w:rtl/>
        </w:rPr>
        <w:t xml:space="preserve">ں </w:t>
      </w:r>
      <w:r>
        <w:rPr>
          <w:rtl/>
        </w:rPr>
        <w:t>حاصل ہوتا ہے جب يہ فرض كري</w:t>
      </w:r>
      <w:r w:rsidR="00083993">
        <w:rPr>
          <w:rtl/>
        </w:rPr>
        <w:t xml:space="preserve">ں </w:t>
      </w:r>
      <w:r>
        <w:rPr>
          <w:rtl/>
        </w:rPr>
        <w:t>كہ آيت شريفہ مي</w:t>
      </w:r>
      <w:r w:rsidR="00083993">
        <w:rPr>
          <w:rtl/>
        </w:rPr>
        <w:t xml:space="preserve">ں </w:t>
      </w:r>
      <w:r>
        <w:rPr>
          <w:rtl/>
        </w:rPr>
        <w:t>مخاطب پيغمبر اكرم</w:t>
      </w:r>
      <w:r w:rsidR="00F031CD" w:rsidRPr="00F031CD">
        <w:rPr>
          <w:rStyle w:val="libAlaemChar"/>
          <w:rtl/>
        </w:rPr>
        <w:t xml:space="preserve"> صلى‌الله‌عليه‌وآله‌وسلم </w:t>
      </w:r>
      <w:r>
        <w:rPr>
          <w:rtl/>
        </w:rPr>
        <w:t xml:space="preserve"> كے علاوہ دوسرے افراد بھى ہو</w:t>
      </w:r>
      <w:r w:rsidR="00083993">
        <w:rPr>
          <w:rtl/>
        </w:rPr>
        <w:t xml:space="preserve">ں </w:t>
      </w:r>
      <w:r>
        <w:rPr>
          <w:rtl/>
        </w:rPr>
        <w:t xml:space="preserve">(يعنى پيغمبر اكرم </w:t>
      </w:r>
      <w:r w:rsidR="00F031CD" w:rsidRPr="00F031CD">
        <w:rPr>
          <w:rStyle w:val="libAlaemChar"/>
          <w:rtl/>
        </w:rPr>
        <w:t xml:space="preserve"> صلى‌الله‌عليه‌وآله‌وسلم </w:t>
      </w:r>
      <w:r>
        <w:rPr>
          <w:rtl/>
        </w:rPr>
        <w:t xml:space="preserve"> كى خصوصيات كو ملغى كري</w:t>
      </w:r>
      <w:r w:rsidR="00083993">
        <w:rPr>
          <w:rtl/>
        </w:rPr>
        <w:t xml:space="preserve">ں </w:t>
      </w:r>
      <w:r>
        <w:rPr>
          <w:rtl/>
        </w:rPr>
        <w:t>)</w:t>
      </w:r>
    </w:p>
    <w:p w:rsidR="001F628F" w:rsidRDefault="001F628F" w:rsidP="001F628F">
      <w:pPr>
        <w:pStyle w:val="libNormal"/>
        <w:rPr>
          <w:rtl/>
        </w:rPr>
      </w:pPr>
      <w:r>
        <w:rPr>
          <w:rtl/>
        </w:rPr>
        <w:t>4_ مخاطبين كى مناسبت سے دعوت دين دينے كے ليے مختلف تبليغى طريقہ كار اختيار كرنے ضرورى ہي</w:t>
      </w:r>
      <w:r w:rsidR="00083993">
        <w:rPr>
          <w:rtl/>
        </w:rPr>
        <w:t xml:space="preserve">ں </w:t>
      </w:r>
      <w:r>
        <w:rPr>
          <w:rtl/>
        </w:rPr>
        <w:t>_</w:t>
      </w:r>
    </w:p>
    <w:p w:rsidR="001F628F" w:rsidRDefault="001F628F" w:rsidP="00985357">
      <w:pPr>
        <w:pStyle w:val="libArabic"/>
        <w:rPr>
          <w:rtl/>
        </w:rPr>
      </w:pPr>
      <w:r>
        <w:rPr>
          <w:rFonts w:hint="eastAsia"/>
          <w:rtl/>
        </w:rPr>
        <w:t>ادع</w:t>
      </w:r>
      <w:r>
        <w:rPr>
          <w:rtl/>
        </w:rPr>
        <w:t xml:space="preserve"> الى سبيل ربّك بالحكمة والموعظة الحسنة وجندل</w:t>
      </w:r>
      <w:r w:rsidR="00120F63" w:rsidRPr="00ED5DE8">
        <w:rPr>
          <w:rFonts w:hint="cs"/>
          <w:rtl/>
        </w:rPr>
        <w:t>ه</w:t>
      </w:r>
      <w:r>
        <w:rPr>
          <w:rFonts w:hint="cs"/>
          <w:rtl/>
        </w:rPr>
        <w:t>م</w:t>
      </w:r>
    </w:p>
    <w:p w:rsidR="001F628F" w:rsidRDefault="001F628F" w:rsidP="001F628F">
      <w:pPr>
        <w:pStyle w:val="libNormal"/>
        <w:rPr>
          <w:rtl/>
        </w:rPr>
      </w:pPr>
      <w:r>
        <w:rPr>
          <w:rFonts w:hint="eastAsia"/>
          <w:rtl/>
        </w:rPr>
        <w:t>راہ</w:t>
      </w:r>
      <w:r>
        <w:rPr>
          <w:rtl/>
        </w:rPr>
        <w:t xml:space="preserve"> خدا كى طرف دعوت دينے كے ليے ''حكمت'' ''موعظہ'' اور احسن طريقہ سے جدال جيسے الفاظ كو بطور وسيلہ ذكر كرنا، مندرجہ بالا معنى كو بيان كررہا ہے_</w:t>
      </w:r>
    </w:p>
    <w:p w:rsidR="001F628F" w:rsidRDefault="001F628F" w:rsidP="00985357">
      <w:pPr>
        <w:pStyle w:val="libNormal"/>
        <w:rPr>
          <w:rtl/>
        </w:rPr>
      </w:pPr>
      <w:r>
        <w:rPr>
          <w:rtl/>
        </w:rPr>
        <w:t>5_ تبليغى طريقے پر جمود ، عمومى ہدايت كے ليے ضرورى وسائل كے فقدان كا سبب ہے _</w:t>
      </w:r>
      <w:r w:rsidRPr="00985357">
        <w:rPr>
          <w:rStyle w:val="libArabicChar"/>
          <w:rFonts w:hint="eastAsia"/>
          <w:rtl/>
        </w:rPr>
        <w:t>ادع</w:t>
      </w:r>
      <w:r w:rsidRPr="00985357">
        <w:rPr>
          <w:rStyle w:val="libArabicChar"/>
          <w:rtl/>
        </w:rPr>
        <w:t xml:space="preserve"> الى سبيل ربّك بالحكمة والموعظة الحسنة وجاد ل</w:t>
      </w:r>
      <w:r w:rsidR="00120F63" w:rsidRPr="00B2551F">
        <w:rPr>
          <w:rStyle w:val="libArabicChar"/>
          <w:rFonts w:hint="cs"/>
          <w:rtl/>
        </w:rPr>
        <w:t>ه</w:t>
      </w:r>
      <w:r w:rsidRPr="00985357">
        <w:rPr>
          <w:rStyle w:val="libArabicChar"/>
          <w:rFonts w:hint="cs"/>
          <w:rtl/>
        </w:rPr>
        <w:t>م</w:t>
      </w:r>
      <w:r w:rsidR="00985357">
        <w:rPr>
          <w:rStyle w:val="libArabicChar"/>
          <w:rFonts w:hint="cs"/>
          <w:rtl/>
        </w:rPr>
        <w:t xml:space="preserve">  </w:t>
      </w:r>
      <w:r>
        <w:rPr>
          <w:rFonts w:hint="eastAsia"/>
          <w:rtl/>
        </w:rPr>
        <w:t>مختلف</w:t>
      </w:r>
      <w:r>
        <w:rPr>
          <w:rtl/>
        </w:rPr>
        <w:t xml:space="preserve"> طريقہ كا راور روشو</w:t>
      </w:r>
      <w:r w:rsidR="00083993">
        <w:rPr>
          <w:rtl/>
        </w:rPr>
        <w:t xml:space="preserve">ں </w:t>
      </w:r>
      <w:r>
        <w:rPr>
          <w:rtl/>
        </w:rPr>
        <w:t>( برہان ،موعظہ وجدال احسن ) سے استفادہ كرنے كا الہى حكم، يہ بتاتا ہے كہ ايك ہى طريقہ كار كو بروئے كا رلانا كافى نہي</w:t>
      </w:r>
      <w:r w:rsidR="00083993">
        <w:rPr>
          <w:rtl/>
        </w:rPr>
        <w:t xml:space="preserve">ں </w:t>
      </w:r>
      <w:r>
        <w:rPr>
          <w:rtl/>
        </w:rPr>
        <w:t>ہے _</w:t>
      </w:r>
    </w:p>
    <w:p w:rsidR="001F628F" w:rsidRDefault="001F628F" w:rsidP="001F628F">
      <w:pPr>
        <w:pStyle w:val="libNormal"/>
        <w:rPr>
          <w:rtl/>
        </w:rPr>
      </w:pPr>
      <w:r>
        <w:rPr>
          <w:rtl/>
        </w:rPr>
        <w:t>6_ مبلغين دين كے ليے ضرورى ہے كہ وہ حكمت ، موعظہ اور برترين جدلى طريقہ كا ر سے آشنا ہو</w:t>
      </w:r>
      <w:r w:rsidR="00083993">
        <w:rPr>
          <w:rtl/>
        </w:rPr>
        <w:t xml:space="preserve">ں </w:t>
      </w:r>
      <w:r>
        <w:rPr>
          <w:rtl/>
        </w:rPr>
        <w:t>_</w:t>
      </w:r>
    </w:p>
    <w:p w:rsidR="001F628F" w:rsidRDefault="001F628F" w:rsidP="00985357">
      <w:pPr>
        <w:pStyle w:val="libArabic"/>
        <w:rPr>
          <w:rtl/>
        </w:rPr>
      </w:pPr>
      <w:r>
        <w:rPr>
          <w:rFonts w:hint="eastAsia"/>
          <w:rtl/>
        </w:rPr>
        <w:t>ادع</w:t>
      </w:r>
      <w:r>
        <w:rPr>
          <w:rtl/>
        </w:rPr>
        <w:t xml:space="preserve"> الى سبيل ربّك بالحكمة ولموعظة الحسنة وجادل</w:t>
      </w:r>
      <w:r w:rsidR="00120F63" w:rsidRPr="00ED5DE8">
        <w:rPr>
          <w:rFonts w:hint="cs"/>
          <w:rtl/>
        </w:rPr>
        <w:t>ه</w:t>
      </w:r>
      <w:r>
        <w:rPr>
          <w:rFonts w:hint="cs"/>
          <w:rtl/>
        </w:rPr>
        <w:t>م</w:t>
      </w:r>
      <w:r>
        <w:rPr>
          <w:rtl/>
        </w:rPr>
        <w:t xml:space="preserve"> </w:t>
      </w:r>
      <w:r>
        <w:rPr>
          <w:rFonts w:hint="cs"/>
          <w:rtl/>
        </w:rPr>
        <w:t>بالتى</w:t>
      </w:r>
      <w:r>
        <w:rPr>
          <w:rtl/>
        </w:rPr>
        <w:t xml:space="preserve"> </w:t>
      </w:r>
      <w:r w:rsidR="00120F63" w:rsidRPr="00ED5DE8">
        <w:rPr>
          <w:rFonts w:hint="cs"/>
          <w:rtl/>
        </w:rPr>
        <w:t>ه</w:t>
      </w:r>
      <w:r>
        <w:rPr>
          <w:rFonts w:hint="cs"/>
          <w:rtl/>
        </w:rPr>
        <w:t>ى</w:t>
      </w:r>
      <w:r>
        <w:rPr>
          <w:rtl/>
        </w:rPr>
        <w:t xml:space="preserve"> احسن</w:t>
      </w:r>
    </w:p>
    <w:p w:rsidR="001F628F" w:rsidRDefault="001F628F" w:rsidP="001F628F">
      <w:pPr>
        <w:pStyle w:val="libNormal"/>
        <w:rPr>
          <w:rtl/>
        </w:rPr>
      </w:pPr>
      <w:r>
        <w:rPr>
          <w:rFonts w:hint="eastAsia"/>
          <w:rtl/>
        </w:rPr>
        <w:t>دين</w:t>
      </w:r>
      <w:r>
        <w:rPr>
          <w:rtl/>
        </w:rPr>
        <w:t xml:space="preserve"> كى تبليغ كے ليے حكمت ، موعظہ حسنہ اور برترين جدل كو اختيار كرنے كا الہى حكم يہ بتاتا ہے كہ جو لوگ ان طريقہ كا ر كو نہي</w:t>
      </w:r>
      <w:r w:rsidR="00083993">
        <w:rPr>
          <w:rtl/>
        </w:rPr>
        <w:t xml:space="preserve">ں </w:t>
      </w:r>
      <w:r>
        <w:rPr>
          <w:rtl/>
        </w:rPr>
        <w:t>اپنا تے وہ تبليغ دين كے سلسلہ مي</w:t>
      </w:r>
      <w:r w:rsidR="00083993">
        <w:rPr>
          <w:rtl/>
        </w:rPr>
        <w:t xml:space="preserve">ں </w:t>
      </w:r>
      <w:r>
        <w:rPr>
          <w:rtl/>
        </w:rPr>
        <w:t>ضرورى و شائستہ و سائل سے بے بہرہ ہي</w:t>
      </w:r>
      <w:r w:rsidR="00083993">
        <w:rPr>
          <w:rtl/>
        </w:rPr>
        <w:t xml:space="preserve">ں </w:t>
      </w:r>
      <w:r>
        <w:rPr>
          <w:rtl/>
        </w:rPr>
        <w:t>_</w:t>
      </w:r>
    </w:p>
    <w:p w:rsidR="001F628F" w:rsidRDefault="001F628F" w:rsidP="001F628F">
      <w:pPr>
        <w:pStyle w:val="libNormal"/>
        <w:rPr>
          <w:rtl/>
        </w:rPr>
      </w:pPr>
      <w:r>
        <w:rPr>
          <w:rtl/>
        </w:rPr>
        <w:t>7_ پيغمبر اكرم</w:t>
      </w:r>
      <w:r w:rsidR="00F031CD" w:rsidRPr="00F031CD">
        <w:rPr>
          <w:rStyle w:val="libAlaemChar"/>
          <w:rtl/>
        </w:rPr>
        <w:t xml:space="preserve"> صلى‌الله‌عليه‌وآله‌وسلم </w:t>
      </w:r>
      <w:r>
        <w:rPr>
          <w:rtl/>
        </w:rPr>
        <w:t xml:space="preserve"> كا وظيفہ ہے كہ وہ كفار اور مشركين كے ساتھ بہترين انداز وروش سے مجادلہ مناظرہ كري</w:t>
      </w:r>
      <w:r w:rsidR="00083993">
        <w:rPr>
          <w:rtl/>
        </w:rPr>
        <w:t xml:space="preserve">ں </w:t>
      </w:r>
      <w:r>
        <w:rPr>
          <w:rtl/>
        </w:rPr>
        <w:t>_</w:t>
      </w:r>
    </w:p>
    <w:p w:rsidR="001F628F" w:rsidRDefault="001F628F" w:rsidP="00985357">
      <w:pPr>
        <w:pStyle w:val="libArabic"/>
        <w:rPr>
          <w:rtl/>
        </w:rPr>
      </w:pPr>
      <w:r>
        <w:rPr>
          <w:rFonts w:hint="eastAsia"/>
          <w:rtl/>
        </w:rPr>
        <w:t>وجادل</w:t>
      </w:r>
      <w:r w:rsidR="00120F63" w:rsidRPr="00ED5DE8">
        <w:rPr>
          <w:rFonts w:hint="cs"/>
          <w:rtl/>
        </w:rPr>
        <w:t>ه</w:t>
      </w:r>
      <w:r>
        <w:rPr>
          <w:rFonts w:hint="cs"/>
          <w:rtl/>
        </w:rPr>
        <w:t>م</w:t>
      </w:r>
      <w:r>
        <w:rPr>
          <w:rtl/>
        </w:rPr>
        <w:t xml:space="preserve"> بالّتى </w:t>
      </w:r>
      <w:r w:rsidR="00120F63" w:rsidRPr="00ED5DE8">
        <w:rPr>
          <w:rFonts w:hint="cs"/>
          <w:rtl/>
        </w:rPr>
        <w:t>ه</w:t>
      </w:r>
      <w:r>
        <w:rPr>
          <w:rFonts w:hint="cs"/>
          <w:rtl/>
        </w:rPr>
        <w:t>ى</w:t>
      </w:r>
      <w:r>
        <w:rPr>
          <w:rtl/>
        </w:rPr>
        <w:t xml:space="preserve"> ا حسن</w:t>
      </w:r>
    </w:p>
    <w:p w:rsidR="001F628F" w:rsidRDefault="001F628F" w:rsidP="001F628F">
      <w:pPr>
        <w:pStyle w:val="libNormal"/>
        <w:rPr>
          <w:rtl/>
        </w:rPr>
      </w:pPr>
      <w:r>
        <w:rPr>
          <w:rtl/>
        </w:rPr>
        <w:t>8_ تبليغ دين كے ليے حكمت ( دلائل عقلى و علمي) بنيادى اور ارزش مندترين وسيلہ ہے _</w:t>
      </w:r>
    </w:p>
    <w:p w:rsidR="001F628F" w:rsidRDefault="001F628F" w:rsidP="00985357">
      <w:pPr>
        <w:pStyle w:val="libArabic"/>
        <w:rPr>
          <w:rtl/>
        </w:rPr>
      </w:pPr>
      <w:r>
        <w:rPr>
          <w:rFonts w:hint="eastAsia"/>
          <w:rtl/>
        </w:rPr>
        <w:t>ادع</w:t>
      </w:r>
      <w:r>
        <w:rPr>
          <w:rtl/>
        </w:rPr>
        <w:t xml:space="preserve"> الى سبيل ربّك بالحكمة ولموعظ</w:t>
      </w:r>
      <w:r w:rsidR="00120F63" w:rsidRPr="00ED5DE8">
        <w:rPr>
          <w:rFonts w:hint="cs"/>
          <w:rtl/>
        </w:rPr>
        <w:t>ه</w:t>
      </w:r>
      <w:r>
        <w:rPr>
          <w:rtl/>
        </w:rPr>
        <w:t xml:space="preserve"> </w:t>
      </w:r>
      <w:r>
        <w:rPr>
          <w:rFonts w:hint="cs"/>
          <w:rtl/>
        </w:rPr>
        <w:t>الحسنة</w:t>
      </w:r>
      <w:r>
        <w:rPr>
          <w:rtl/>
        </w:rPr>
        <w:t xml:space="preserve"> </w:t>
      </w:r>
      <w:r>
        <w:rPr>
          <w:rFonts w:hint="cs"/>
          <w:rtl/>
        </w:rPr>
        <w:t>وج</w:t>
      </w:r>
      <w:r>
        <w:rPr>
          <w:rtl/>
        </w:rPr>
        <w:t>ادل</w:t>
      </w:r>
      <w:r w:rsidR="00120F63" w:rsidRPr="00ED5DE8">
        <w:rPr>
          <w:rFonts w:hint="cs"/>
          <w:rtl/>
        </w:rPr>
        <w:t>ه</w:t>
      </w:r>
      <w:r>
        <w:rPr>
          <w:rFonts w:hint="cs"/>
          <w:rtl/>
        </w:rPr>
        <w:t>م</w:t>
      </w:r>
    </w:p>
    <w:p w:rsidR="001F628F" w:rsidRDefault="001F628F" w:rsidP="001F628F">
      <w:pPr>
        <w:pStyle w:val="libNormal"/>
        <w:rPr>
          <w:rtl/>
        </w:rPr>
      </w:pPr>
      <w:r>
        <w:rPr>
          <w:rFonts w:hint="eastAsia"/>
          <w:rtl/>
        </w:rPr>
        <w:t>مندرجہ</w:t>
      </w:r>
      <w:r>
        <w:rPr>
          <w:rtl/>
        </w:rPr>
        <w:t xml:space="preserve"> بالا مطلب اس صورت مي</w:t>
      </w:r>
      <w:r w:rsidR="00083993">
        <w:rPr>
          <w:rtl/>
        </w:rPr>
        <w:t xml:space="preserve">ں </w:t>
      </w:r>
      <w:r>
        <w:rPr>
          <w:rtl/>
        </w:rPr>
        <w:t>ليا گيا ہے كيونكہ ''حكمت''كو ''موعظہ''اور''جدال'' پر مقدم كيا گيا ہے اور يہ ان كى اہميت و ارزش كے ليے معلول واقع ہو رہا ہو _اس كے علاوہ ''حكمت'' كا مطلق استعمال كرنا اور ''جدال '' اور ''موعظہ'' كو ''احسن'' كے ساتھ مقيّدكرنا، من</w:t>
      </w:r>
      <w:r>
        <w:rPr>
          <w:rFonts w:hint="eastAsia"/>
          <w:rtl/>
        </w:rPr>
        <w:t>درجہ</w:t>
      </w:r>
      <w:r>
        <w:rPr>
          <w:rtl/>
        </w:rPr>
        <w:t xml:space="preserve"> بالا مطلب كى تائيدكرتا ہے _</w:t>
      </w:r>
    </w:p>
    <w:p w:rsidR="001F628F" w:rsidRDefault="001F628F" w:rsidP="001F628F">
      <w:pPr>
        <w:pStyle w:val="libNormal"/>
        <w:rPr>
          <w:rtl/>
        </w:rPr>
      </w:pPr>
      <w:r>
        <w:rPr>
          <w:rtl/>
        </w:rPr>
        <w:t>9_ انسان، راہ خدا كى طرف ميلان پيدا كرنے كے ليے</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محكم</w:t>
      </w:r>
      <w:r>
        <w:rPr>
          <w:rtl/>
        </w:rPr>
        <w:t xml:space="preserve"> عقلى دلائل كے ساتھ ساتھ موعظہ حسنہ كا محتاج ہے _</w:t>
      </w:r>
      <w:r w:rsidRPr="00985357">
        <w:rPr>
          <w:rStyle w:val="libArabicChar"/>
          <w:rFonts w:hint="eastAsia"/>
          <w:rtl/>
        </w:rPr>
        <w:t>ادع</w:t>
      </w:r>
      <w:r w:rsidRPr="00985357">
        <w:rPr>
          <w:rStyle w:val="libArabicChar"/>
          <w:rtl/>
        </w:rPr>
        <w:t xml:space="preserve"> الى سبيل ربّك بالحكمة والموعظة الحسنة</w:t>
      </w:r>
    </w:p>
    <w:p w:rsidR="001F628F" w:rsidRDefault="001F628F" w:rsidP="001F628F">
      <w:pPr>
        <w:pStyle w:val="libNormal"/>
        <w:rPr>
          <w:rtl/>
        </w:rPr>
      </w:pPr>
      <w:r>
        <w:rPr>
          <w:rFonts w:hint="eastAsia"/>
          <w:rtl/>
        </w:rPr>
        <w:t>مندرجہ</w:t>
      </w:r>
      <w:r>
        <w:rPr>
          <w:rtl/>
        </w:rPr>
        <w:t xml:space="preserve"> بالا مطلب اس بناء پر ہے كہ ''الموعظہ''كا عطف''بالحكمة ''پر ہے اور ايك ہى سياق مي</w:t>
      </w:r>
      <w:r w:rsidR="00083993">
        <w:rPr>
          <w:rtl/>
        </w:rPr>
        <w:t xml:space="preserve">ں </w:t>
      </w:r>
      <w:r>
        <w:rPr>
          <w:rtl/>
        </w:rPr>
        <w:t>ذكر ہواہے_جبكہ ''جادلہم'' ايك دوسرے مطلب كو بيان كرنے كے ليے اور جدا ذكر ہوا ہے_</w:t>
      </w:r>
    </w:p>
    <w:p w:rsidR="001F628F" w:rsidRDefault="001F628F" w:rsidP="001F628F">
      <w:pPr>
        <w:pStyle w:val="libNormal"/>
        <w:rPr>
          <w:rtl/>
        </w:rPr>
      </w:pPr>
      <w:r>
        <w:rPr>
          <w:rtl/>
        </w:rPr>
        <w:t>10_ تبليغ دين كے سلسلے مي</w:t>
      </w:r>
      <w:r w:rsidR="00083993">
        <w:rPr>
          <w:rtl/>
        </w:rPr>
        <w:t xml:space="preserve">ں </w:t>
      </w:r>
      <w:r>
        <w:rPr>
          <w:rtl/>
        </w:rPr>
        <w:t>انسان كے عقلى ، برہانى ، عاطفى اور احساسى پہلو كو مد نظر ركھنا ضرورى ہے_</w:t>
      </w:r>
    </w:p>
    <w:p w:rsidR="001F628F" w:rsidRDefault="001F628F" w:rsidP="00985357">
      <w:pPr>
        <w:pStyle w:val="libArabic"/>
        <w:rPr>
          <w:rtl/>
        </w:rPr>
      </w:pPr>
      <w:r>
        <w:rPr>
          <w:rFonts w:hint="eastAsia"/>
          <w:rtl/>
        </w:rPr>
        <w:t>ادع</w:t>
      </w:r>
      <w:r>
        <w:rPr>
          <w:rtl/>
        </w:rPr>
        <w:t xml:space="preserve"> الى سبيل ربّك الحكمة والمرعظة الحسنة</w:t>
      </w:r>
    </w:p>
    <w:p w:rsidR="001F628F" w:rsidRDefault="001F628F" w:rsidP="00985357">
      <w:pPr>
        <w:pStyle w:val="libNormal"/>
        <w:rPr>
          <w:rtl/>
        </w:rPr>
      </w:pPr>
      <w:r>
        <w:rPr>
          <w:rtl/>
        </w:rPr>
        <w:t>11_ راہ خدا اور اسلام ، عقل ، علم اور انسانى احساسات كے ساتھ سازگار ہي</w:t>
      </w:r>
      <w:r w:rsidR="00083993">
        <w:rPr>
          <w:rtl/>
        </w:rPr>
        <w:t xml:space="preserve">ں </w:t>
      </w:r>
      <w:r>
        <w:rPr>
          <w:rtl/>
        </w:rPr>
        <w:t>_</w:t>
      </w:r>
      <w:r w:rsidRPr="00985357">
        <w:rPr>
          <w:rStyle w:val="libArabicChar"/>
          <w:rFonts w:hint="eastAsia"/>
          <w:rtl/>
        </w:rPr>
        <w:t>ادع</w:t>
      </w:r>
      <w:r w:rsidRPr="00985357">
        <w:rPr>
          <w:rStyle w:val="libArabicChar"/>
          <w:rtl/>
        </w:rPr>
        <w:t xml:space="preserve"> الى سبيل ربّك بالحكمة والموعظة الحسنة</w:t>
      </w:r>
    </w:p>
    <w:p w:rsidR="001F628F" w:rsidRDefault="001F628F" w:rsidP="00985357">
      <w:pPr>
        <w:pStyle w:val="libNormal"/>
        <w:rPr>
          <w:rtl/>
        </w:rPr>
      </w:pPr>
      <w:r>
        <w:rPr>
          <w:rtl/>
        </w:rPr>
        <w:t>12_ نيك اور اور موثر روش كى مراعات كرنا ، وعظ وخطابت كے شرائط مي</w:t>
      </w:r>
      <w:r w:rsidR="00083993">
        <w:rPr>
          <w:rtl/>
        </w:rPr>
        <w:t xml:space="preserve">ں </w:t>
      </w:r>
      <w:r>
        <w:rPr>
          <w:rtl/>
        </w:rPr>
        <w:t>سے ہے_</w:t>
      </w:r>
      <w:r w:rsidRPr="00985357">
        <w:rPr>
          <w:rStyle w:val="libArabicChar"/>
          <w:rFonts w:hint="eastAsia"/>
          <w:rtl/>
        </w:rPr>
        <w:t>ادع</w:t>
      </w:r>
      <w:r w:rsidRPr="00985357">
        <w:rPr>
          <w:rStyle w:val="libArabicChar"/>
          <w:rtl/>
        </w:rPr>
        <w:t xml:space="preserve"> ...و لموعظة الحسنة</w:t>
      </w:r>
    </w:p>
    <w:p w:rsidR="001F628F" w:rsidRDefault="001F628F" w:rsidP="00985357">
      <w:pPr>
        <w:pStyle w:val="libNormal"/>
        <w:rPr>
          <w:rtl/>
        </w:rPr>
      </w:pPr>
      <w:r>
        <w:rPr>
          <w:rtl/>
        </w:rPr>
        <w:t>13_ مسائل دينى اور حقائق الہى كو اجا گر كرنے كے ليے، جدل ( مباحثہ و مناظرہ) مي</w:t>
      </w:r>
      <w:r w:rsidR="00083993">
        <w:rPr>
          <w:rtl/>
        </w:rPr>
        <w:t xml:space="preserve">ں </w:t>
      </w:r>
      <w:r>
        <w:rPr>
          <w:rtl/>
        </w:rPr>
        <w:t>برترين اور موثر ترين طريقہ كار كو اپنانا چاہيے _</w:t>
      </w:r>
      <w:r w:rsidRPr="00985357">
        <w:rPr>
          <w:rStyle w:val="libArabicChar"/>
          <w:rFonts w:hint="eastAsia"/>
          <w:rtl/>
        </w:rPr>
        <w:t>ادع</w:t>
      </w:r>
      <w:r w:rsidRPr="00985357">
        <w:rPr>
          <w:rStyle w:val="libArabicChar"/>
          <w:rtl/>
        </w:rPr>
        <w:t xml:space="preserve"> الى سبيل ربّك ...وجادل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بالتى</w:t>
      </w:r>
      <w:r w:rsidRPr="00985357">
        <w:rPr>
          <w:rStyle w:val="libArabicChar"/>
          <w:rtl/>
        </w:rPr>
        <w:t xml:space="preserve"> </w:t>
      </w:r>
      <w:r w:rsidR="00120F63" w:rsidRPr="00B2551F">
        <w:rPr>
          <w:rStyle w:val="libArabicChar"/>
          <w:rFonts w:hint="cs"/>
          <w:rtl/>
        </w:rPr>
        <w:t>ه</w:t>
      </w:r>
      <w:r w:rsidRPr="00985357">
        <w:rPr>
          <w:rStyle w:val="libArabicChar"/>
          <w:rtl/>
        </w:rPr>
        <w:t>ى احسن</w:t>
      </w:r>
    </w:p>
    <w:p w:rsidR="001F628F" w:rsidRPr="00985357" w:rsidRDefault="001F628F" w:rsidP="00985357">
      <w:pPr>
        <w:pStyle w:val="libNormal"/>
        <w:rPr>
          <w:rStyle w:val="libArabicChar"/>
          <w:rtl/>
        </w:rPr>
      </w:pPr>
      <w:r>
        <w:rPr>
          <w:rtl/>
        </w:rPr>
        <w:t>14_تبليغ دين اور وسعت اسلام كے سايہ مي</w:t>
      </w:r>
      <w:r w:rsidR="00083993">
        <w:rPr>
          <w:rtl/>
        </w:rPr>
        <w:t xml:space="preserve">ں </w:t>
      </w:r>
      <w:r>
        <w:rPr>
          <w:rtl/>
        </w:rPr>
        <w:t>ثقافتى حركت _</w:t>
      </w:r>
      <w:r w:rsidRPr="00985357">
        <w:rPr>
          <w:rStyle w:val="libArabicChar"/>
          <w:rFonts w:hint="eastAsia"/>
          <w:rtl/>
        </w:rPr>
        <w:t>ادع</w:t>
      </w:r>
      <w:r w:rsidRPr="00985357">
        <w:rPr>
          <w:rStyle w:val="libArabicChar"/>
          <w:rtl/>
        </w:rPr>
        <w:t xml:space="preserve"> الى سبيل ربّك بالحكمة ولموعظة الحسنة وجال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بالتى</w:t>
      </w:r>
      <w:r w:rsidRPr="00985357">
        <w:rPr>
          <w:rStyle w:val="libArabicChar"/>
          <w:rtl/>
        </w:rPr>
        <w:t xml:space="preserve"> </w:t>
      </w:r>
      <w:r w:rsidR="00120F63" w:rsidRPr="00B2551F">
        <w:rPr>
          <w:rStyle w:val="libArabicChar"/>
          <w:rFonts w:hint="cs"/>
          <w:rtl/>
        </w:rPr>
        <w:t>ه</w:t>
      </w:r>
      <w:r w:rsidRPr="00985357">
        <w:rPr>
          <w:rStyle w:val="libArabicChar"/>
          <w:rFonts w:hint="cs"/>
          <w:rtl/>
        </w:rPr>
        <w:t>ى</w:t>
      </w:r>
      <w:r w:rsidRPr="00985357">
        <w:rPr>
          <w:rStyle w:val="libArabicChar"/>
          <w:rtl/>
        </w:rPr>
        <w:t xml:space="preserve"> احسن</w:t>
      </w:r>
    </w:p>
    <w:p w:rsidR="001F628F" w:rsidRDefault="001F628F" w:rsidP="001F628F">
      <w:pPr>
        <w:pStyle w:val="libNormal"/>
        <w:rPr>
          <w:rtl/>
        </w:rPr>
      </w:pPr>
      <w:r>
        <w:rPr>
          <w:rtl/>
        </w:rPr>
        <w:t>15_ تبليغ دين مي</w:t>
      </w:r>
      <w:r w:rsidR="00083993">
        <w:rPr>
          <w:rtl/>
        </w:rPr>
        <w:t xml:space="preserve">ں </w:t>
      </w:r>
      <w:r>
        <w:rPr>
          <w:rtl/>
        </w:rPr>
        <w:t>''حكمت،موعظة حسنة'' ا ور بہترين مناظرہ سے استفادہ كرنا، روش ابراہيمى ہے_</w:t>
      </w:r>
    </w:p>
    <w:p w:rsidR="001F628F" w:rsidRDefault="001F628F" w:rsidP="00985357">
      <w:pPr>
        <w:pStyle w:val="libArabic"/>
        <w:rPr>
          <w:rtl/>
        </w:rPr>
      </w:pPr>
      <w:r>
        <w:rPr>
          <w:rFonts w:hint="eastAsia"/>
          <w:rtl/>
        </w:rPr>
        <w:t>اتبع</w:t>
      </w:r>
      <w:r>
        <w:rPr>
          <w:rtl/>
        </w:rPr>
        <w:t xml:space="preserve"> ملّة ابرا</w:t>
      </w:r>
      <w:r w:rsidR="00120F63" w:rsidRPr="00ED5DE8">
        <w:rPr>
          <w:rFonts w:hint="cs"/>
          <w:rtl/>
        </w:rPr>
        <w:t>ه</w:t>
      </w:r>
      <w:r>
        <w:rPr>
          <w:rFonts w:hint="cs"/>
          <w:rtl/>
        </w:rPr>
        <w:t>يم</w:t>
      </w:r>
      <w:r>
        <w:rPr>
          <w:rtl/>
        </w:rPr>
        <w:t xml:space="preserve"> ...</w:t>
      </w:r>
      <w:r>
        <w:rPr>
          <w:rFonts w:hint="cs"/>
          <w:rtl/>
        </w:rPr>
        <w:t>ادع</w:t>
      </w:r>
      <w:r>
        <w:rPr>
          <w:rtl/>
        </w:rPr>
        <w:t xml:space="preserve"> </w:t>
      </w:r>
      <w:r>
        <w:rPr>
          <w:rFonts w:hint="cs"/>
          <w:rtl/>
        </w:rPr>
        <w:t>الى</w:t>
      </w:r>
      <w:r>
        <w:rPr>
          <w:rtl/>
        </w:rPr>
        <w:t xml:space="preserve"> </w:t>
      </w:r>
      <w:r>
        <w:rPr>
          <w:rFonts w:hint="cs"/>
          <w:rtl/>
        </w:rPr>
        <w:t>سبيل</w:t>
      </w:r>
      <w:r>
        <w:rPr>
          <w:rtl/>
        </w:rPr>
        <w:t xml:space="preserve"> </w:t>
      </w:r>
      <w:r>
        <w:rPr>
          <w:rFonts w:hint="cs"/>
          <w:rtl/>
        </w:rPr>
        <w:t>ربّك</w:t>
      </w:r>
      <w:r>
        <w:rPr>
          <w:rtl/>
        </w:rPr>
        <w:t xml:space="preserve"> </w:t>
      </w:r>
      <w:r>
        <w:rPr>
          <w:rFonts w:hint="cs"/>
          <w:rtl/>
        </w:rPr>
        <w:t>بالحكمة</w:t>
      </w:r>
      <w:r>
        <w:rPr>
          <w:rtl/>
        </w:rPr>
        <w:t xml:space="preserve"> </w:t>
      </w:r>
      <w:r>
        <w:rPr>
          <w:rFonts w:hint="cs"/>
          <w:rtl/>
        </w:rPr>
        <w:t>والموعظة</w:t>
      </w:r>
      <w:r>
        <w:rPr>
          <w:rtl/>
        </w:rPr>
        <w:t xml:space="preserve"> </w:t>
      </w:r>
      <w:r>
        <w:rPr>
          <w:rFonts w:hint="cs"/>
          <w:rtl/>
        </w:rPr>
        <w:t>الحسنة</w:t>
      </w:r>
      <w:r>
        <w:rPr>
          <w:rtl/>
        </w:rPr>
        <w:t xml:space="preserve"> </w:t>
      </w:r>
      <w:r>
        <w:rPr>
          <w:rFonts w:hint="cs"/>
          <w:rtl/>
        </w:rPr>
        <w:t>وجال</w:t>
      </w:r>
      <w:r w:rsidR="00120F63" w:rsidRPr="00ED5DE8">
        <w:rPr>
          <w:rFonts w:hint="cs"/>
          <w:rtl/>
        </w:rPr>
        <w:t>ه</w:t>
      </w:r>
      <w:r>
        <w:rPr>
          <w:rFonts w:hint="cs"/>
          <w:rtl/>
        </w:rPr>
        <w:t>م</w:t>
      </w:r>
      <w:r>
        <w:rPr>
          <w:rtl/>
        </w:rPr>
        <w:t xml:space="preserve"> </w:t>
      </w:r>
      <w:r>
        <w:rPr>
          <w:rFonts w:hint="cs"/>
          <w:rtl/>
        </w:rPr>
        <w:t>بالت</w:t>
      </w:r>
      <w:r>
        <w:rPr>
          <w:rtl/>
        </w:rPr>
        <w:t xml:space="preserve">ى </w:t>
      </w:r>
      <w:r w:rsidR="00120F63" w:rsidRPr="00ED5DE8">
        <w:rPr>
          <w:rFonts w:hint="cs"/>
          <w:rtl/>
        </w:rPr>
        <w:t>ه</w:t>
      </w:r>
      <w:r>
        <w:rPr>
          <w:rFonts w:hint="cs"/>
          <w:rtl/>
        </w:rPr>
        <w:t>ى</w:t>
      </w:r>
      <w:r>
        <w:rPr>
          <w:rtl/>
        </w:rPr>
        <w:t xml:space="preserve"> احسن</w:t>
      </w:r>
    </w:p>
    <w:p w:rsidR="001F628F" w:rsidRDefault="001F628F" w:rsidP="001F628F">
      <w:pPr>
        <w:pStyle w:val="libNormal"/>
        <w:rPr>
          <w:rtl/>
        </w:rPr>
      </w:pPr>
      <w:r>
        <w:rPr>
          <w:rtl/>
        </w:rPr>
        <w:t>16_ مختلف تبليغى طريقہ كار اپنانا ، اتمام حجت كے ليے ہے نہ كہ يہ سبب ہے كہ تمام لوگ حتماً ہدايت يافتہ ہو جائي</w:t>
      </w:r>
      <w:r w:rsidR="00083993">
        <w:rPr>
          <w:rtl/>
        </w:rPr>
        <w:t xml:space="preserve">ں </w:t>
      </w:r>
      <w:r>
        <w:rPr>
          <w:rtl/>
        </w:rPr>
        <w:t>_</w:t>
      </w:r>
    </w:p>
    <w:p w:rsidR="001F628F" w:rsidRDefault="001F628F" w:rsidP="00985357">
      <w:pPr>
        <w:pStyle w:val="libNormal"/>
        <w:rPr>
          <w:rtl/>
        </w:rPr>
      </w:pPr>
      <w:r w:rsidRPr="00985357">
        <w:rPr>
          <w:rStyle w:val="libArabicChar"/>
          <w:rFonts w:hint="eastAsia"/>
          <w:rtl/>
        </w:rPr>
        <w:t>ادع</w:t>
      </w:r>
      <w:r w:rsidRPr="00985357">
        <w:rPr>
          <w:rStyle w:val="libArabicChar"/>
          <w:rtl/>
        </w:rPr>
        <w:t xml:space="preserve"> ...ان ربّك </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اعلم</w:t>
      </w:r>
      <w:r w:rsidRPr="00985357">
        <w:rPr>
          <w:rStyle w:val="libArabicChar"/>
          <w:rtl/>
        </w:rPr>
        <w:t xml:space="preserve"> </w:t>
      </w:r>
      <w:r w:rsidRPr="00985357">
        <w:rPr>
          <w:rStyle w:val="libArabicChar"/>
          <w:rFonts w:hint="cs"/>
          <w:rtl/>
        </w:rPr>
        <w:t>بمن</w:t>
      </w:r>
      <w:r w:rsidRPr="00985357">
        <w:rPr>
          <w:rStyle w:val="libArabicChar"/>
          <w:rtl/>
        </w:rPr>
        <w:t xml:space="preserve"> </w:t>
      </w:r>
      <w:r w:rsidRPr="00985357">
        <w:rPr>
          <w:rStyle w:val="libArabicChar"/>
          <w:rFonts w:hint="cs"/>
          <w:rtl/>
        </w:rPr>
        <w:t>ضلّ</w:t>
      </w:r>
      <w:r w:rsidRPr="00985357">
        <w:rPr>
          <w:rStyle w:val="libArabicChar"/>
          <w:rtl/>
        </w:rPr>
        <w:t xml:space="preserve"> </w:t>
      </w:r>
      <w:r w:rsidRPr="00985357">
        <w:rPr>
          <w:rStyle w:val="libArabicChar"/>
          <w:rFonts w:hint="cs"/>
          <w:rtl/>
        </w:rPr>
        <w:t>عن</w:t>
      </w:r>
      <w:r w:rsidRPr="00985357">
        <w:rPr>
          <w:rStyle w:val="libArabicChar"/>
          <w:rtl/>
        </w:rPr>
        <w:t xml:space="preserve"> </w:t>
      </w:r>
      <w:r w:rsidRPr="00985357">
        <w:rPr>
          <w:rStyle w:val="libArabicChar"/>
          <w:rFonts w:hint="cs"/>
          <w:rtl/>
        </w:rPr>
        <w:t>سبيل</w:t>
      </w:r>
      <w:r w:rsidR="00120F63" w:rsidRPr="00B2551F">
        <w:rPr>
          <w:rStyle w:val="libArabicChar"/>
          <w:rFonts w:hint="cs"/>
          <w:rtl/>
        </w:rPr>
        <w:t>ه</w:t>
      </w:r>
      <w:r w:rsidRPr="00985357">
        <w:rPr>
          <w:rStyle w:val="libArabicChar"/>
          <w:rtl/>
        </w:rPr>
        <w:t xml:space="preserve"> </w:t>
      </w:r>
      <w:r w:rsidRPr="00985357">
        <w:rPr>
          <w:rStyle w:val="libArabicChar"/>
          <w:rFonts w:hint="cs"/>
          <w:rtl/>
        </w:rPr>
        <w:t>و</w:t>
      </w:r>
      <w:r w:rsidRPr="00985357">
        <w:rPr>
          <w:rStyle w:val="libArabicChar"/>
          <w:rtl/>
        </w:rPr>
        <w:t xml:space="preserve"> </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اعلم</w:t>
      </w:r>
      <w:r w:rsidRPr="00985357">
        <w:rPr>
          <w:rStyle w:val="libArabicChar"/>
          <w:rtl/>
        </w:rPr>
        <w:t xml:space="preserve"> </w:t>
      </w:r>
      <w:r w:rsidRPr="00985357">
        <w:rPr>
          <w:rStyle w:val="libArabicChar"/>
          <w:rFonts w:hint="cs"/>
          <w:rtl/>
        </w:rPr>
        <w:t>بالم</w:t>
      </w:r>
      <w:r w:rsidR="00120F63" w:rsidRPr="00B2551F">
        <w:rPr>
          <w:rStyle w:val="libArabicChar"/>
          <w:rFonts w:hint="cs"/>
          <w:rtl/>
        </w:rPr>
        <w:t>ه</w:t>
      </w:r>
      <w:r w:rsidRPr="00985357">
        <w:rPr>
          <w:rStyle w:val="libArabicChar"/>
          <w:rtl/>
        </w:rPr>
        <w:t>تدين</w:t>
      </w:r>
      <w:r w:rsidR="00985357">
        <w:rPr>
          <w:rFonts w:hint="cs"/>
          <w:rtl/>
        </w:rPr>
        <w:t xml:space="preserve">  </w:t>
      </w:r>
      <w:r>
        <w:rPr>
          <w:rFonts w:hint="eastAsia"/>
          <w:rtl/>
        </w:rPr>
        <w:t>جملہ</w:t>
      </w:r>
      <w:r>
        <w:rPr>
          <w:rtl/>
        </w:rPr>
        <w:t xml:space="preserve"> ''انّ ربّك ...بالمہتدين'' سے معلوم ہو تا ہے كہ انسانو</w:t>
      </w:r>
      <w:r w:rsidR="00083993">
        <w:rPr>
          <w:rtl/>
        </w:rPr>
        <w:t xml:space="preserve">ں </w:t>
      </w:r>
      <w:r>
        <w:rPr>
          <w:rtl/>
        </w:rPr>
        <w:t>كے دوگروہ ہي</w:t>
      </w:r>
      <w:r w:rsidR="00083993">
        <w:rPr>
          <w:rtl/>
        </w:rPr>
        <w:t xml:space="preserve">ں </w:t>
      </w:r>
      <w:r>
        <w:rPr>
          <w:rtl/>
        </w:rPr>
        <w:t>:</w:t>
      </w:r>
    </w:p>
    <w:p w:rsidR="001F628F" w:rsidRDefault="001F628F" w:rsidP="001F628F">
      <w:pPr>
        <w:pStyle w:val="libNormal"/>
        <w:rPr>
          <w:rtl/>
        </w:rPr>
      </w:pPr>
      <w:r>
        <w:rPr>
          <w:rFonts w:hint="eastAsia"/>
          <w:rtl/>
        </w:rPr>
        <w:t>گمراہ</w:t>
      </w:r>
      <w:r>
        <w:rPr>
          <w:rtl/>
        </w:rPr>
        <w:t xml:space="preserve"> اور ہدايت يافتہ ، اس بناء پر ''ادع '' كا فرمان اتمام حجت كے ليے ہے نہ كہ تمام انسان كى ہدايت كے ليے _</w:t>
      </w:r>
    </w:p>
    <w:p w:rsidR="001F628F" w:rsidRDefault="001F628F" w:rsidP="001F628F">
      <w:pPr>
        <w:pStyle w:val="libNormal"/>
        <w:rPr>
          <w:rtl/>
        </w:rPr>
      </w:pPr>
      <w:r>
        <w:rPr>
          <w:rtl/>
        </w:rPr>
        <w:t>17_ بعض افراد ، ہر قسم كى مناسب تبليغى روش كے باوجود ہدايت يافتہ نہي</w:t>
      </w:r>
      <w:r w:rsidR="00083993">
        <w:rPr>
          <w:rtl/>
        </w:rPr>
        <w:t xml:space="preserve">ں </w:t>
      </w:r>
      <w:r>
        <w:rPr>
          <w:rtl/>
        </w:rPr>
        <w:t>ہو سكتے اگر چہ ان كو ہدايت اور تبليغ كرنے والى ذات پيغمبر اكرم</w:t>
      </w:r>
      <w:r w:rsidR="00F031CD" w:rsidRPr="00F031CD">
        <w:rPr>
          <w:rStyle w:val="libAlaemChar"/>
          <w:rtl/>
        </w:rPr>
        <w:t xml:space="preserve"> صلى‌الله‌عليه‌وآله‌وسلم </w:t>
      </w:r>
      <w:r>
        <w:rPr>
          <w:rtl/>
        </w:rPr>
        <w:t xml:space="preserve"> ہى كى كيو</w:t>
      </w:r>
      <w:r w:rsidR="00083993">
        <w:rPr>
          <w:rtl/>
        </w:rPr>
        <w:t xml:space="preserve">ں </w:t>
      </w:r>
      <w:r>
        <w:rPr>
          <w:rtl/>
        </w:rPr>
        <w:t>نہ ہو_</w:t>
      </w:r>
    </w:p>
    <w:p w:rsidR="00985357" w:rsidRDefault="001E7F9D" w:rsidP="00F73EDE">
      <w:pPr>
        <w:pStyle w:val="libPoemTini"/>
        <w:rPr>
          <w:rtl/>
        </w:rPr>
      </w:pPr>
      <w:r>
        <w:rPr>
          <w:rtl/>
        </w:rPr>
        <w:br w:type="page"/>
      </w:r>
    </w:p>
    <w:p w:rsidR="001F628F" w:rsidRDefault="001F628F" w:rsidP="00985357">
      <w:pPr>
        <w:pStyle w:val="libArabic"/>
        <w:rPr>
          <w:rtl/>
        </w:rPr>
      </w:pPr>
      <w:r>
        <w:rPr>
          <w:rFonts w:hint="eastAsia"/>
          <w:rtl/>
        </w:rPr>
        <w:lastRenderedPageBreak/>
        <w:t>ادع</w:t>
      </w:r>
      <w:r>
        <w:rPr>
          <w:rtl/>
        </w:rPr>
        <w:t xml:space="preserve"> الى سبيل ربّك بالحكمة ...ان ربّك </w:t>
      </w:r>
      <w:r w:rsidR="00120F63" w:rsidRPr="00ED5DE8">
        <w:rPr>
          <w:rFonts w:hint="cs"/>
          <w:rtl/>
        </w:rPr>
        <w:t>ه</w:t>
      </w:r>
      <w:r>
        <w:rPr>
          <w:rFonts w:hint="cs"/>
          <w:rtl/>
        </w:rPr>
        <w:t>و</w:t>
      </w:r>
      <w:r>
        <w:rPr>
          <w:rtl/>
        </w:rPr>
        <w:t xml:space="preserve"> </w:t>
      </w:r>
      <w:r>
        <w:rPr>
          <w:rFonts w:hint="cs"/>
          <w:rtl/>
        </w:rPr>
        <w:t>اعلم</w:t>
      </w:r>
      <w:r>
        <w:rPr>
          <w:rtl/>
        </w:rPr>
        <w:t xml:space="preserve"> </w:t>
      </w:r>
      <w:r>
        <w:rPr>
          <w:rFonts w:hint="cs"/>
          <w:rtl/>
        </w:rPr>
        <w:t>بمن</w:t>
      </w:r>
      <w:r>
        <w:rPr>
          <w:rtl/>
        </w:rPr>
        <w:t xml:space="preserve"> </w:t>
      </w:r>
      <w:r>
        <w:rPr>
          <w:rFonts w:hint="cs"/>
          <w:rtl/>
        </w:rPr>
        <w:t>ضلّ</w:t>
      </w:r>
      <w:r>
        <w:rPr>
          <w:rtl/>
        </w:rPr>
        <w:t xml:space="preserve"> </w:t>
      </w:r>
      <w:r>
        <w:rPr>
          <w:rFonts w:hint="cs"/>
          <w:rtl/>
        </w:rPr>
        <w:t>عن</w:t>
      </w:r>
      <w:r>
        <w:rPr>
          <w:rtl/>
        </w:rPr>
        <w:t xml:space="preserve"> </w:t>
      </w:r>
      <w:r>
        <w:rPr>
          <w:rFonts w:hint="cs"/>
          <w:rtl/>
        </w:rPr>
        <w:t>سبيل</w:t>
      </w:r>
      <w:r w:rsidR="00120F63" w:rsidRPr="00ED5DE8">
        <w:rPr>
          <w:rFonts w:hint="cs"/>
          <w:rtl/>
        </w:rPr>
        <w:t>ه</w:t>
      </w:r>
      <w:r>
        <w:rPr>
          <w:rtl/>
        </w:rPr>
        <w:t xml:space="preserve"> </w:t>
      </w:r>
      <w:r>
        <w:rPr>
          <w:rFonts w:hint="cs"/>
          <w:rtl/>
        </w:rPr>
        <w:t>و</w:t>
      </w:r>
      <w:r>
        <w:rPr>
          <w:rtl/>
        </w:rPr>
        <w:t xml:space="preserve"> </w:t>
      </w:r>
      <w:r w:rsidR="00120F63" w:rsidRPr="00ED5DE8">
        <w:rPr>
          <w:rFonts w:hint="cs"/>
          <w:rtl/>
        </w:rPr>
        <w:t>ه</w:t>
      </w:r>
      <w:r>
        <w:rPr>
          <w:rFonts w:hint="cs"/>
          <w:rtl/>
        </w:rPr>
        <w:t>و</w:t>
      </w:r>
      <w:r>
        <w:rPr>
          <w:rtl/>
        </w:rPr>
        <w:t xml:space="preserve"> </w:t>
      </w:r>
      <w:r>
        <w:rPr>
          <w:rFonts w:hint="cs"/>
          <w:rtl/>
        </w:rPr>
        <w:t>اعلم</w:t>
      </w:r>
      <w:r>
        <w:rPr>
          <w:rtl/>
        </w:rPr>
        <w:t xml:space="preserve"> </w:t>
      </w:r>
      <w:r>
        <w:rPr>
          <w:rFonts w:hint="cs"/>
          <w:rtl/>
        </w:rPr>
        <w:t>بال</w:t>
      </w:r>
      <w:r>
        <w:rPr>
          <w:rtl/>
        </w:rPr>
        <w:t>م</w:t>
      </w:r>
      <w:r w:rsidR="00120F63" w:rsidRPr="00ED5DE8">
        <w:rPr>
          <w:rFonts w:hint="cs"/>
          <w:rtl/>
        </w:rPr>
        <w:t>ه</w:t>
      </w:r>
      <w:r>
        <w:rPr>
          <w:rFonts w:hint="cs"/>
          <w:rtl/>
        </w:rPr>
        <w:t>تدين</w:t>
      </w:r>
    </w:p>
    <w:p w:rsidR="001F628F" w:rsidRDefault="001F628F" w:rsidP="001F628F">
      <w:pPr>
        <w:pStyle w:val="libNormal"/>
        <w:rPr>
          <w:rtl/>
        </w:rPr>
      </w:pPr>
      <w:r>
        <w:rPr>
          <w:rtl/>
        </w:rPr>
        <w:t>18_ خداوند عالم ، گمراہو</w:t>
      </w:r>
      <w:r w:rsidR="00083993">
        <w:rPr>
          <w:rtl/>
        </w:rPr>
        <w:t xml:space="preserve">ں </w:t>
      </w:r>
      <w:r>
        <w:rPr>
          <w:rtl/>
        </w:rPr>
        <w:t>اور ہدايت يافتہ لوگو</w:t>
      </w:r>
      <w:r w:rsidR="00083993">
        <w:rPr>
          <w:rtl/>
        </w:rPr>
        <w:t xml:space="preserve">ں </w:t>
      </w:r>
      <w:r>
        <w:rPr>
          <w:rtl/>
        </w:rPr>
        <w:t>كے بارے مي</w:t>
      </w:r>
      <w:r w:rsidR="00083993">
        <w:rPr>
          <w:rtl/>
        </w:rPr>
        <w:t xml:space="preserve">ں </w:t>
      </w:r>
      <w:r>
        <w:rPr>
          <w:rtl/>
        </w:rPr>
        <w:t>مكمل آگاہى ركھتا ہے _</w:t>
      </w:r>
    </w:p>
    <w:p w:rsidR="001F628F" w:rsidRDefault="001F628F" w:rsidP="00985357">
      <w:pPr>
        <w:pStyle w:val="libArabic"/>
        <w:rPr>
          <w:rtl/>
        </w:rPr>
      </w:pPr>
      <w:r>
        <w:rPr>
          <w:rFonts w:hint="eastAsia"/>
          <w:rtl/>
        </w:rPr>
        <w:t>انّ</w:t>
      </w:r>
      <w:r>
        <w:rPr>
          <w:rtl/>
        </w:rPr>
        <w:t xml:space="preserve"> ربّك </w:t>
      </w:r>
      <w:r w:rsidR="00120F63" w:rsidRPr="00ED5DE8">
        <w:rPr>
          <w:rFonts w:hint="cs"/>
          <w:rtl/>
        </w:rPr>
        <w:t>ه</w:t>
      </w:r>
      <w:r>
        <w:rPr>
          <w:rFonts w:hint="cs"/>
          <w:rtl/>
        </w:rPr>
        <w:t>و</w:t>
      </w:r>
      <w:r>
        <w:rPr>
          <w:rtl/>
        </w:rPr>
        <w:t xml:space="preserve"> </w:t>
      </w:r>
      <w:r>
        <w:rPr>
          <w:rFonts w:hint="cs"/>
          <w:rtl/>
        </w:rPr>
        <w:t>اعلم</w:t>
      </w:r>
      <w:r>
        <w:rPr>
          <w:rtl/>
        </w:rPr>
        <w:t xml:space="preserve"> </w:t>
      </w:r>
      <w:r>
        <w:rPr>
          <w:rFonts w:hint="cs"/>
          <w:rtl/>
        </w:rPr>
        <w:t>بمن</w:t>
      </w:r>
      <w:r>
        <w:rPr>
          <w:rtl/>
        </w:rPr>
        <w:t xml:space="preserve"> </w:t>
      </w:r>
      <w:r>
        <w:rPr>
          <w:rFonts w:hint="cs"/>
          <w:rtl/>
        </w:rPr>
        <w:t>ضلّ</w:t>
      </w:r>
      <w:r>
        <w:rPr>
          <w:rtl/>
        </w:rPr>
        <w:t xml:space="preserve"> </w:t>
      </w:r>
      <w:r>
        <w:rPr>
          <w:rFonts w:hint="cs"/>
          <w:rtl/>
        </w:rPr>
        <w:t>عن</w:t>
      </w:r>
      <w:r>
        <w:rPr>
          <w:rtl/>
        </w:rPr>
        <w:t xml:space="preserve"> </w:t>
      </w:r>
      <w:r>
        <w:rPr>
          <w:rFonts w:hint="cs"/>
          <w:rtl/>
        </w:rPr>
        <w:t>سبيل</w:t>
      </w:r>
      <w:r w:rsidR="00120F63" w:rsidRPr="00ED5DE8">
        <w:rPr>
          <w:rFonts w:hint="cs"/>
          <w:rtl/>
        </w:rPr>
        <w:t>ه</w:t>
      </w:r>
      <w:r>
        <w:rPr>
          <w:rtl/>
        </w:rPr>
        <w:t xml:space="preserve"> </w:t>
      </w:r>
      <w:r>
        <w:rPr>
          <w:rFonts w:hint="cs"/>
          <w:rtl/>
        </w:rPr>
        <w:t>و</w:t>
      </w:r>
      <w:r w:rsidR="00120F63" w:rsidRPr="00ED5DE8">
        <w:rPr>
          <w:rFonts w:hint="cs"/>
          <w:rtl/>
        </w:rPr>
        <w:t>ه</w:t>
      </w:r>
      <w:r>
        <w:rPr>
          <w:rFonts w:hint="cs"/>
          <w:rtl/>
        </w:rPr>
        <w:t>و</w:t>
      </w:r>
      <w:r>
        <w:rPr>
          <w:rtl/>
        </w:rPr>
        <w:t xml:space="preserve"> </w:t>
      </w:r>
      <w:r>
        <w:rPr>
          <w:rFonts w:hint="cs"/>
          <w:rtl/>
        </w:rPr>
        <w:t>اعلم</w:t>
      </w:r>
      <w:r>
        <w:rPr>
          <w:rtl/>
        </w:rPr>
        <w:t xml:space="preserve"> </w:t>
      </w:r>
      <w:r>
        <w:rPr>
          <w:rFonts w:hint="cs"/>
          <w:rtl/>
        </w:rPr>
        <w:t>بال</w:t>
      </w:r>
      <w:r>
        <w:rPr>
          <w:rtl/>
        </w:rPr>
        <w:t>م</w:t>
      </w:r>
      <w:r w:rsidR="00120F63" w:rsidRPr="00ED5DE8">
        <w:rPr>
          <w:rFonts w:hint="cs"/>
          <w:rtl/>
        </w:rPr>
        <w:t>ه</w:t>
      </w:r>
      <w:r>
        <w:rPr>
          <w:rFonts w:hint="cs"/>
          <w:rtl/>
        </w:rPr>
        <w:t>تدين</w:t>
      </w:r>
    </w:p>
    <w:p w:rsidR="001F628F" w:rsidRDefault="001F628F" w:rsidP="001F628F">
      <w:pPr>
        <w:pStyle w:val="libNormal"/>
        <w:rPr>
          <w:rtl/>
        </w:rPr>
      </w:pPr>
      <w:r>
        <w:rPr>
          <w:rtl/>
        </w:rPr>
        <w:t xml:space="preserve">19_ </w:t>
      </w:r>
      <w:r w:rsidRPr="00985357">
        <w:rPr>
          <w:rStyle w:val="libArabicChar"/>
          <w:rtl/>
        </w:rPr>
        <w:t xml:space="preserve">''عن ابى عبدالله </w:t>
      </w:r>
      <w:r w:rsidR="00367F17" w:rsidRPr="00367F17">
        <w:rPr>
          <w:rStyle w:val="libAlaemChar"/>
          <w:rtl/>
        </w:rPr>
        <w:t xml:space="preserve"> عليه‌السلام </w:t>
      </w:r>
      <w:r w:rsidRPr="00985357">
        <w:rPr>
          <w:rStyle w:val="libArabicChar"/>
          <w:rtl/>
        </w:rPr>
        <w:t xml:space="preserve"> '' قال : والله نحن السبيل الذى ا مركم الله باتباع</w:t>
      </w:r>
      <w:r w:rsidR="00120F63" w:rsidRPr="00B2551F">
        <w:rPr>
          <w:rStyle w:val="libArabicChar"/>
          <w:rFonts w:hint="cs"/>
          <w:rtl/>
        </w:rPr>
        <w:t>ه</w:t>
      </w:r>
      <w:r w:rsidRPr="00985357">
        <w:rPr>
          <w:rStyle w:val="libArabicChar"/>
          <w:rtl/>
        </w:rPr>
        <w:t xml:space="preserve"> </w:t>
      </w:r>
      <w:r w:rsidRPr="00985357">
        <w:rPr>
          <w:rStyle w:val="libArabicChar"/>
          <w:rFonts w:hint="cs"/>
          <w:rtl/>
        </w:rPr>
        <w:t>،</w:t>
      </w:r>
      <w:r w:rsidRPr="00985357">
        <w:rPr>
          <w:rStyle w:val="libArabicChar"/>
          <w:rtl/>
        </w:rPr>
        <w:t xml:space="preserve"> </w:t>
      </w:r>
      <w:r w:rsidRPr="00985357">
        <w:rPr>
          <w:rStyle w:val="libArabicChar"/>
          <w:rFonts w:hint="cs"/>
          <w:rtl/>
        </w:rPr>
        <w:t>قول</w:t>
      </w:r>
      <w:r w:rsidR="00120F63" w:rsidRPr="00B2551F">
        <w:rPr>
          <w:rStyle w:val="libArabicChar"/>
          <w:rFonts w:hint="cs"/>
          <w:rtl/>
        </w:rPr>
        <w:t>ه</w:t>
      </w:r>
      <w:r w:rsidRPr="00985357">
        <w:rPr>
          <w:rStyle w:val="libArabicChar"/>
          <w:rtl/>
        </w:rPr>
        <w:t xml:space="preserve"> ''</w:t>
      </w:r>
      <w:r w:rsidRPr="00985357">
        <w:rPr>
          <w:rStyle w:val="libArabicChar"/>
          <w:rFonts w:hint="cs"/>
          <w:rtl/>
        </w:rPr>
        <w:t>وجادل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بالتى</w:t>
      </w:r>
      <w:r w:rsidRPr="00985357">
        <w:rPr>
          <w:rStyle w:val="libArabicChar"/>
          <w:rtl/>
        </w:rPr>
        <w:t xml:space="preserve"> </w:t>
      </w:r>
      <w:r w:rsidR="00120F63" w:rsidRPr="00B2551F">
        <w:rPr>
          <w:rStyle w:val="libArabicChar"/>
          <w:rFonts w:hint="cs"/>
          <w:rtl/>
        </w:rPr>
        <w:t>ه</w:t>
      </w:r>
      <w:r w:rsidRPr="00985357">
        <w:rPr>
          <w:rStyle w:val="libArabicChar"/>
          <w:rFonts w:hint="cs"/>
          <w:rtl/>
        </w:rPr>
        <w:t>ى</w:t>
      </w:r>
      <w:r w:rsidRPr="00985357">
        <w:rPr>
          <w:rStyle w:val="libArabicChar"/>
          <w:rtl/>
        </w:rPr>
        <w:t xml:space="preserve"> </w:t>
      </w:r>
      <w:r w:rsidRPr="00985357">
        <w:rPr>
          <w:rStyle w:val="libArabicChar"/>
          <w:rFonts w:hint="cs"/>
          <w:rtl/>
        </w:rPr>
        <w:t>احسن</w:t>
      </w:r>
      <w:r w:rsidRPr="00985357">
        <w:rPr>
          <w:rStyle w:val="libArabicChar"/>
          <w:rtl/>
        </w:rPr>
        <w:t xml:space="preserve">'' </w:t>
      </w:r>
      <w:r w:rsidRPr="00985357">
        <w:rPr>
          <w:rStyle w:val="libArabicChar"/>
          <w:rFonts w:hint="cs"/>
          <w:rtl/>
        </w:rPr>
        <w:t>يعنى</w:t>
      </w:r>
      <w:r w:rsidRPr="00985357">
        <w:rPr>
          <w:rStyle w:val="libArabicChar"/>
          <w:rtl/>
        </w:rPr>
        <w:t xml:space="preserve"> </w:t>
      </w:r>
      <w:r w:rsidRPr="00985357">
        <w:rPr>
          <w:rStyle w:val="libArabicChar"/>
          <w:rFonts w:hint="cs"/>
          <w:rtl/>
        </w:rPr>
        <w:t>ب</w:t>
      </w:r>
      <w:r w:rsidRPr="00985357">
        <w:rPr>
          <w:rStyle w:val="libArabicChar"/>
          <w:rtl/>
        </w:rPr>
        <w:t>القرآن</w:t>
      </w:r>
      <w:r w:rsidRPr="00985357">
        <w:rPr>
          <w:rStyle w:val="libFootnotenumChar"/>
          <w:rtl/>
        </w:rPr>
        <w:t>(1)</w:t>
      </w:r>
    </w:p>
    <w:p w:rsidR="001F628F" w:rsidRDefault="001F628F" w:rsidP="001F628F">
      <w:pPr>
        <w:pStyle w:val="libNormal"/>
        <w:rPr>
          <w:rtl/>
        </w:rPr>
      </w:pPr>
      <w:r>
        <w:rPr>
          <w:rFonts w:hint="eastAsia"/>
          <w:rtl/>
        </w:rPr>
        <w:t>امام</w:t>
      </w:r>
      <w:r>
        <w:rPr>
          <w:rtl/>
        </w:rPr>
        <w:t xml:space="preserve"> جعفر صادق</w:t>
      </w:r>
      <w:r w:rsidR="00367F17" w:rsidRPr="00367F17">
        <w:rPr>
          <w:rStyle w:val="libAlaemChar"/>
          <w:rtl/>
        </w:rPr>
        <w:t xml:space="preserve"> عليه‌السلام </w:t>
      </w:r>
      <w:r>
        <w:rPr>
          <w:rtl/>
        </w:rPr>
        <w:t xml:space="preserve"> سے روايت ہے كہ آپ </w:t>
      </w:r>
      <w:r w:rsidR="00367F17" w:rsidRPr="00367F17">
        <w:rPr>
          <w:rStyle w:val="libAlaemChar"/>
          <w:rtl/>
        </w:rPr>
        <w:t xml:space="preserve"> عليه‌السلام </w:t>
      </w:r>
      <w:r>
        <w:rPr>
          <w:rtl/>
        </w:rPr>
        <w:t xml:space="preserve"> نے فرمايا : خدا كى قسم وہ راہ جس پيروى كا امر ، خداوند عالم نے آپ كو ديا ہے وہ ہم ہي</w:t>
      </w:r>
      <w:r w:rsidR="00083993">
        <w:rPr>
          <w:rtl/>
        </w:rPr>
        <w:t xml:space="preserve">ں </w:t>
      </w:r>
      <w:r>
        <w:rPr>
          <w:rtl/>
        </w:rPr>
        <w:t xml:space="preserve">اور خداوند عالم كے اس قول </w:t>
      </w:r>
      <w:r w:rsidRPr="00985357">
        <w:rPr>
          <w:rStyle w:val="libArabicChar"/>
          <w:rtl/>
        </w:rPr>
        <w:t>''وجادل</w:t>
      </w:r>
      <w:r w:rsidR="00120F63" w:rsidRPr="00B2551F">
        <w:rPr>
          <w:rStyle w:val="libArabicChar"/>
          <w:rFonts w:hint="cs"/>
          <w:rtl/>
        </w:rPr>
        <w:t>ه</w:t>
      </w:r>
      <w:r w:rsidRPr="00985357">
        <w:rPr>
          <w:rStyle w:val="libArabicChar"/>
          <w:rFonts w:hint="cs"/>
          <w:rtl/>
        </w:rPr>
        <w:t>م</w:t>
      </w:r>
      <w:r w:rsidRPr="00985357">
        <w:rPr>
          <w:rStyle w:val="libArabicChar"/>
          <w:rtl/>
        </w:rPr>
        <w:t xml:space="preserve"> </w:t>
      </w:r>
      <w:r w:rsidRPr="00985357">
        <w:rPr>
          <w:rStyle w:val="libArabicChar"/>
          <w:rFonts w:hint="cs"/>
          <w:rtl/>
        </w:rPr>
        <w:t>بالتى</w:t>
      </w:r>
      <w:r w:rsidRPr="00985357">
        <w:rPr>
          <w:rStyle w:val="libArabicChar"/>
          <w:rtl/>
        </w:rPr>
        <w:t xml:space="preserve"> </w:t>
      </w:r>
      <w:r w:rsidR="00120F63" w:rsidRPr="00B2551F">
        <w:rPr>
          <w:rStyle w:val="libArabicChar"/>
          <w:rFonts w:hint="cs"/>
          <w:rtl/>
        </w:rPr>
        <w:t>ه</w:t>
      </w:r>
      <w:r w:rsidRPr="00985357">
        <w:rPr>
          <w:rStyle w:val="libArabicChar"/>
          <w:rFonts w:hint="cs"/>
          <w:rtl/>
        </w:rPr>
        <w:t>ى</w:t>
      </w:r>
      <w:r w:rsidRPr="00985357">
        <w:rPr>
          <w:rStyle w:val="libArabicChar"/>
          <w:rtl/>
        </w:rPr>
        <w:t xml:space="preserve"> </w:t>
      </w:r>
      <w:r w:rsidRPr="00985357">
        <w:rPr>
          <w:rStyle w:val="libArabicChar"/>
          <w:rFonts w:hint="cs"/>
          <w:rtl/>
        </w:rPr>
        <w:t>اح</w:t>
      </w:r>
      <w:r w:rsidRPr="00985357">
        <w:rPr>
          <w:rStyle w:val="libArabicChar"/>
          <w:rtl/>
        </w:rPr>
        <w:t>سن' '</w:t>
      </w:r>
      <w:r>
        <w:rPr>
          <w:rtl/>
        </w:rPr>
        <w:t xml:space="preserve"> سے مراد، قرآن مجيد ہے_</w:t>
      </w:r>
    </w:p>
    <w:p w:rsidR="001F628F" w:rsidRDefault="001F628F" w:rsidP="00985357">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w:t>
      </w:r>
      <w:r>
        <w:rPr>
          <w:rFonts w:hint="eastAsia"/>
          <w:rtl/>
        </w:rPr>
        <w:t>حضرت</w:t>
      </w:r>
      <w:r>
        <w:rPr>
          <w:rtl/>
        </w:rPr>
        <w:t xml:space="preserve"> ابراہيم </w:t>
      </w:r>
      <w:r w:rsidR="00367F17" w:rsidRPr="00367F17">
        <w:rPr>
          <w:rStyle w:val="libAlaemChar"/>
          <w:rtl/>
        </w:rPr>
        <w:t xml:space="preserve"> عليه‌السلام </w:t>
      </w:r>
      <w:r>
        <w:rPr>
          <w:rtl/>
        </w:rPr>
        <w:t xml:space="preserve"> كى روش تبليغ</w:t>
      </w:r>
    </w:p>
    <w:p w:rsidR="001F628F" w:rsidRDefault="001F628F" w:rsidP="00985357">
      <w:pPr>
        <w:pStyle w:val="libNormal"/>
        <w:rPr>
          <w:rtl/>
        </w:rPr>
      </w:pPr>
      <w:r>
        <w:rPr>
          <w:rFonts w:hint="eastAsia"/>
          <w:rtl/>
        </w:rPr>
        <w:t>اتما</w:t>
      </w:r>
      <w:r>
        <w:rPr>
          <w:rtl/>
        </w:rPr>
        <w:t xml:space="preserve"> م حجت:</w:t>
      </w:r>
      <w:r>
        <w:rPr>
          <w:rFonts w:hint="eastAsia"/>
          <w:rtl/>
        </w:rPr>
        <w:t>اتمام</w:t>
      </w:r>
      <w:r>
        <w:rPr>
          <w:rtl/>
        </w:rPr>
        <w:t xml:space="preserve"> حجت كے اسباب 16</w:t>
      </w:r>
    </w:p>
    <w:p w:rsidR="001F628F" w:rsidRDefault="001F628F" w:rsidP="00985357">
      <w:pPr>
        <w:pStyle w:val="libNormal"/>
        <w:rPr>
          <w:rtl/>
        </w:rPr>
      </w:pPr>
      <w:r>
        <w:rPr>
          <w:rFonts w:hint="eastAsia"/>
          <w:rtl/>
        </w:rPr>
        <w:t>اسلام</w:t>
      </w:r>
      <w:r>
        <w:rPr>
          <w:rtl/>
        </w:rPr>
        <w:t xml:space="preserve"> :</w:t>
      </w:r>
      <w:r>
        <w:rPr>
          <w:rFonts w:hint="eastAsia"/>
          <w:rtl/>
        </w:rPr>
        <w:t>اسلام</w:t>
      </w:r>
      <w:r>
        <w:rPr>
          <w:rtl/>
        </w:rPr>
        <w:t xml:space="preserve"> كا احساسات كے ساتھ ہم آہنگ ہونا 11; اسلام كا عقل كے ساتھ ہم آہنگ ہونا 11; اسلام كا علم كے ساتھ ہم آہنگ ہونا 11; اسلام كى وسعت كے اركان 14; اسلام كے خصوصيات 11</w:t>
      </w:r>
    </w:p>
    <w:p w:rsidR="001F628F" w:rsidRDefault="001F628F" w:rsidP="00985357">
      <w:pPr>
        <w:pStyle w:val="libNormal"/>
        <w:rPr>
          <w:rtl/>
        </w:rPr>
      </w:pPr>
      <w:r>
        <w:rPr>
          <w:rFonts w:hint="eastAsia"/>
          <w:rtl/>
        </w:rPr>
        <w:t>اطاعت</w:t>
      </w:r>
      <w:r>
        <w:rPr>
          <w:rtl/>
        </w:rPr>
        <w:t>:</w:t>
      </w:r>
      <w:r>
        <w:rPr>
          <w:rFonts w:hint="eastAsia"/>
          <w:rtl/>
        </w:rPr>
        <w:t>ائمہ</w:t>
      </w:r>
      <w:r>
        <w:rPr>
          <w:rtl/>
        </w:rPr>
        <w:t xml:space="preserve"> طاہرين </w:t>
      </w:r>
      <w:r w:rsidR="00367F17" w:rsidRPr="00367F17">
        <w:rPr>
          <w:rStyle w:val="libAlaemChar"/>
          <w:rtl/>
        </w:rPr>
        <w:t xml:space="preserve"> عليه‌السلام </w:t>
      </w:r>
      <w:r>
        <w:rPr>
          <w:rtl/>
        </w:rPr>
        <w:t xml:space="preserve"> كى اطاعت 19</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كا علم 18; الله تعالى كى ربوبيت كے آثار 2</w:t>
      </w:r>
    </w:p>
    <w:p w:rsidR="001F628F" w:rsidRDefault="001F628F" w:rsidP="00985357">
      <w:pPr>
        <w:pStyle w:val="libNormal"/>
        <w:rPr>
          <w:rtl/>
        </w:rPr>
      </w:pPr>
      <w:r>
        <w:rPr>
          <w:rFonts w:hint="eastAsia"/>
          <w:rtl/>
        </w:rPr>
        <w:t>انسان</w:t>
      </w:r>
      <w:r>
        <w:rPr>
          <w:rtl/>
        </w:rPr>
        <w:t>:</w:t>
      </w:r>
      <w:r>
        <w:rPr>
          <w:rFonts w:hint="eastAsia"/>
          <w:rtl/>
        </w:rPr>
        <w:t>انسان</w:t>
      </w:r>
      <w:r>
        <w:rPr>
          <w:rtl/>
        </w:rPr>
        <w:t xml:space="preserve"> كى معنوى ضرورتي</w:t>
      </w:r>
      <w:r w:rsidR="00083993">
        <w:rPr>
          <w:rtl/>
        </w:rPr>
        <w:t xml:space="preserve">ں </w:t>
      </w:r>
      <w:r>
        <w:rPr>
          <w:rtl/>
        </w:rPr>
        <w:t>9</w:t>
      </w:r>
    </w:p>
    <w:p w:rsidR="001F628F" w:rsidRDefault="001F628F" w:rsidP="00985357">
      <w:pPr>
        <w:pStyle w:val="libNormal"/>
        <w:rPr>
          <w:rtl/>
        </w:rPr>
      </w:pPr>
      <w:r>
        <w:rPr>
          <w:rFonts w:hint="eastAsia"/>
          <w:rtl/>
        </w:rPr>
        <w:t>برہان</w:t>
      </w:r>
      <w:r>
        <w:rPr>
          <w:rtl/>
        </w:rPr>
        <w:t>:</w:t>
      </w:r>
      <w:r>
        <w:rPr>
          <w:rFonts w:hint="eastAsia"/>
          <w:rtl/>
        </w:rPr>
        <w:t>برہان</w:t>
      </w:r>
      <w:r>
        <w:rPr>
          <w:rtl/>
        </w:rPr>
        <w:t xml:space="preserve"> عقلى كى اہميت 9</w:t>
      </w:r>
    </w:p>
    <w:p w:rsidR="001F628F" w:rsidRDefault="001F628F" w:rsidP="00985357">
      <w:pPr>
        <w:pStyle w:val="libNormal"/>
        <w:rPr>
          <w:rtl/>
        </w:rPr>
      </w:pPr>
      <w:r>
        <w:rPr>
          <w:rFonts w:hint="eastAsia"/>
          <w:rtl/>
        </w:rPr>
        <w:t>تبليغ</w:t>
      </w:r>
      <w:r>
        <w:rPr>
          <w:rtl/>
        </w:rPr>
        <w:t>:</w:t>
      </w:r>
      <w:r>
        <w:rPr>
          <w:rFonts w:hint="eastAsia"/>
          <w:rtl/>
        </w:rPr>
        <w:t>تبليغكا</w:t>
      </w:r>
      <w:r>
        <w:rPr>
          <w:rtl/>
        </w:rPr>
        <w:t xml:space="preserve"> مخاطبين كى مناسبت سے ہونا 4; تبليغ كى تاثير كے موانع5; تبليغ كى روش 4،5،6،10; تبليغ كے اركان 14; تبليغ كے ضرر كوپہچاننے5; تبليغ كے وسائل 8; تبليغ مي</w:t>
      </w:r>
      <w:r w:rsidR="00083993">
        <w:rPr>
          <w:rtl/>
        </w:rPr>
        <w:t xml:space="preserve">ں </w:t>
      </w:r>
      <w:r>
        <w:rPr>
          <w:rtl/>
        </w:rPr>
        <w:t>احساسات 10; تبليغ مي</w:t>
      </w:r>
      <w:r w:rsidR="00083993">
        <w:rPr>
          <w:rtl/>
        </w:rPr>
        <w:t xml:space="preserve">ں </w:t>
      </w:r>
      <w:r>
        <w:rPr>
          <w:rtl/>
        </w:rPr>
        <w:t>احسن مناظرہ 5،6; تبليغ مي</w:t>
      </w:r>
      <w:r w:rsidR="00083993">
        <w:rPr>
          <w:rtl/>
        </w:rPr>
        <w:t xml:space="preserve">ں </w:t>
      </w:r>
      <w:r>
        <w:rPr>
          <w:rtl/>
        </w:rPr>
        <w:t>انعطاف پذيرى 5; تبليغ مي</w:t>
      </w:r>
      <w:r w:rsidR="00083993">
        <w:rPr>
          <w:rtl/>
        </w:rPr>
        <w:t xml:space="preserve">ں </w:t>
      </w:r>
      <w:r>
        <w:rPr>
          <w:rtl/>
        </w:rPr>
        <w:t>برہان 10; تبليغ مي</w:t>
      </w:r>
      <w:r w:rsidR="00083993">
        <w:rPr>
          <w:rtl/>
        </w:rPr>
        <w:t xml:space="preserve">ں </w:t>
      </w:r>
      <w:r>
        <w:rPr>
          <w:rtl/>
        </w:rPr>
        <w:t>حكم</w:t>
      </w:r>
      <w:r>
        <w:rPr>
          <w:rFonts w:hint="eastAsia"/>
          <w:rtl/>
        </w:rPr>
        <w:t>ت</w:t>
      </w:r>
      <w:r>
        <w:rPr>
          <w:rtl/>
        </w:rPr>
        <w:t xml:space="preserve"> 6،8،15; تبليغ مي</w:t>
      </w:r>
      <w:r w:rsidR="00083993">
        <w:rPr>
          <w:rtl/>
        </w:rPr>
        <w:t xml:space="preserve">ں </w:t>
      </w:r>
      <w:r>
        <w:rPr>
          <w:rtl/>
        </w:rPr>
        <w:t>مختلف روشو</w:t>
      </w:r>
      <w:r w:rsidR="00083993">
        <w:rPr>
          <w:rtl/>
        </w:rPr>
        <w:t xml:space="preserve">ں </w:t>
      </w:r>
      <w:r>
        <w:rPr>
          <w:rtl/>
        </w:rPr>
        <w:t>سے استفادہ كرنا 16; تبليغ مي</w:t>
      </w:r>
      <w:r w:rsidR="00083993">
        <w:rPr>
          <w:rtl/>
        </w:rPr>
        <w:t xml:space="preserve">ں </w:t>
      </w:r>
      <w:r>
        <w:rPr>
          <w:rtl/>
        </w:rPr>
        <w:t>موعظہ 6،15</w:t>
      </w:r>
    </w:p>
    <w:p w:rsidR="001F628F" w:rsidRDefault="001F628F" w:rsidP="00985357">
      <w:pPr>
        <w:pStyle w:val="libNormal"/>
        <w:rPr>
          <w:rtl/>
        </w:rPr>
      </w:pPr>
      <w:r>
        <w:rPr>
          <w:rFonts w:hint="eastAsia"/>
          <w:rtl/>
        </w:rPr>
        <w:t>ثقافت</w:t>
      </w:r>
      <w:r>
        <w:rPr>
          <w:rtl/>
        </w:rPr>
        <w:t>:</w:t>
      </w:r>
      <w:r>
        <w:rPr>
          <w:rFonts w:hint="eastAsia"/>
          <w:rtl/>
        </w:rPr>
        <w:t>ثقافت</w:t>
      </w:r>
      <w:r>
        <w:rPr>
          <w:rtl/>
        </w:rPr>
        <w:t xml:space="preserve"> كى اہميت 14</w:t>
      </w:r>
    </w:p>
    <w:p w:rsidR="001F628F" w:rsidRDefault="001F628F" w:rsidP="00985357">
      <w:pPr>
        <w:pStyle w:val="libNormal"/>
        <w:rPr>
          <w:rtl/>
        </w:rPr>
      </w:pPr>
      <w:r>
        <w:rPr>
          <w:rFonts w:hint="eastAsia"/>
          <w:rtl/>
        </w:rPr>
        <w:t>حقائق</w:t>
      </w:r>
      <w:r>
        <w:rPr>
          <w:rtl/>
        </w:rPr>
        <w:t>:</w:t>
      </w:r>
      <w:r>
        <w:rPr>
          <w:rFonts w:hint="eastAsia"/>
          <w:rtl/>
        </w:rPr>
        <w:t>حقائق</w:t>
      </w:r>
      <w:r>
        <w:rPr>
          <w:rtl/>
        </w:rPr>
        <w:t xml:space="preserve"> كو بيان كرنے كى روش13</w:t>
      </w:r>
    </w:p>
    <w:p w:rsidR="001F628F" w:rsidRDefault="00B84D3B" w:rsidP="00B84D3B">
      <w:pPr>
        <w:pStyle w:val="libLine"/>
        <w:rPr>
          <w:rtl/>
        </w:rPr>
      </w:pPr>
      <w:r>
        <w:rPr>
          <w:rtl/>
        </w:rPr>
        <w:t>____________________</w:t>
      </w:r>
    </w:p>
    <w:p w:rsidR="001F628F" w:rsidRDefault="001F628F" w:rsidP="00985357">
      <w:pPr>
        <w:pStyle w:val="libFootnote"/>
        <w:rPr>
          <w:rtl/>
        </w:rPr>
      </w:pPr>
      <w:r>
        <w:rPr>
          <w:rtl/>
        </w:rPr>
        <w:t>1) كافى ،ج5، ص13،ح1، نورالثقلين ،ج 3، ص 95، ح265_</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حكمت</w:t>
      </w:r>
      <w:r>
        <w:rPr>
          <w:rtl/>
        </w:rPr>
        <w:t>:</w:t>
      </w:r>
      <w:r>
        <w:rPr>
          <w:rFonts w:hint="eastAsia"/>
          <w:rtl/>
        </w:rPr>
        <w:t>حكمت</w:t>
      </w:r>
      <w:r>
        <w:rPr>
          <w:rtl/>
        </w:rPr>
        <w:t xml:space="preserve"> سے استفادہ 15; حكمت كى قيمت 8</w:t>
      </w:r>
    </w:p>
    <w:p w:rsidR="001F628F" w:rsidRDefault="001F628F" w:rsidP="00985357">
      <w:pPr>
        <w:pStyle w:val="libNormal"/>
        <w:rPr>
          <w:rtl/>
        </w:rPr>
      </w:pPr>
      <w:r>
        <w:rPr>
          <w:rFonts w:hint="eastAsia"/>
          <w:rtl/>
        </w:rPr>
        <w:t>دعوت</w:t>
      </w:r>
      <w:r>
        <w:rPr>
          <w:rtl/>
        </w:rPr>
        <w:t>:</w:t>
      </w:r>
      <w:r>
        <w:rPr>
          <w:rFonts w:hint="eastAsia"/>
          <w:rtl/>
        </w:rPr>
        <w:t>دعوت</w:t>
      </w:r>
      <w:r>
        <w:rPr>
          <w:rtl/>
        </w:rPr>
        <w:t xml:space="preserve"> كى روش 1،2; دعوت مي</w:t>
      </w:r>
      <w:r w:rsidR="00083993">
        <w:rPr>
          <w:rtl/>
        </w:rPr>
        <w:t xml:space="preserve">ں </w:t>
      </w:r>
      <w:r>
        <w:rPr>
          <w:rtl/>
        </w:rPr>
        <w:t>برہان 1،9; دعوت مي</w:t>
      </w:r>
      <w:r w:rsidR="00083993">
        <w:rPr>
          <w:rtl/>
        </w:rPr>
        <w:t xml:space="preserve">ں </w:t>
      </w:r>
      <w:r>
        <w:rPr>
          <w:rtl/>
        </w:rPr>
        <w:t>حكمت 1; دعوت مي</w:t>
      </w:r>
      <w:r w:rsidR="00083993">
        <w:rPr>
          <w:rtl/>
        </w:rPr>
        <w:t xml:space="preserve">ں </w:t>
      </w:r>
      <w:r>
        <w:rPr>
          <w:rtl/>
        </w:rPr>
        <w:t>موعظہ 1،9</w:t>
      </w:r>
    </w:p>
    <w:p w:rsidR="001F628F" w:rsidRDefault="001F628F" w:rsidP="00985357">
      <w:pPr>
        <w:pStyle w:val="libNormal"/>
        <w:rPr>
          <w:rtl/>
        </w:rPr>
      </w:pPr>
      <w:r>
        <w:rPr>
          <w:rFonts w:hint="eastAsia"/>
          <w:rtl/>
        </w:rPr>
        <w:t>دين</w:t>
      </w:r>
      <w:r>
        <w:rPr>
          <w:rtl/>
        </w:rPr>
        <w:t>:</w:t>
      </w:r>
      <w:r>
        <w:rPr>
          <w:rFonts w:hint="eastAsia"/>
          <w:rtl/>
        </w:rPr>
        <w:t>دين</w:t>
      </w:r>
      <w:r>
        <w:rPr>
          <w:rtl/>
        </w:rPr>
        <w:t xml:space="preserve"> كى تبليغ 3; دين كى روش بيان كرنے كا طريقہ 13</w:t>
      </w:r>
    </w:p>
    <w:p w:rsidR="001F628F" w:rsidRDefault="001F628F" w:rsidP="001F628F">
      <w:pPr>
        <w:pStyle w:val="libNormal"/>
        <w:rPr>
          <w:rtl/>
        </w:rPr>
      </w:pPr>
      <w:r>
        <w:rPr>
          <w:rFonts w:hint="eastAsia"/>
          <w:rtl/>
        </w:rPr>
        <w:t>روايت</w:t>
      </w:r>
      <w:r>
        <w:rPr>
          <w:rtl/>
        </w:rPr>
        <w:t>:19</w:t>
      </w:r>
    </w:p>
    <w:p w:rsidR="001F628F" w:rsidRDefault="001F628F" w:rsidP="00985357">
      <w:pPr>
        <w:pStyle w:val="libNormal"/>
        <w:rPr>
          <w:rtl/>
        </w:rPr>
      </w:pPr>
      <w:r>
        <w:rPr>
          <w:rFonts w:hint="eastAsia"/>
          <w:rtl/>
        </w:rPr>
        <w:t>سبيل</w:t>
      </w:r>
      <w:r>
        <w:rPr>
          <w:rtl/>
        </w:rPr>
        <w:t xml:space="preserve"> الله :</w:t>
      </w:r>
      <w:r>
        <w:rPr>
          <w:rFonts w:hint="eastAsia"/>
          <w:rtl/>
        </w:rPr>
        <w:t>سبيل</w:t>
      </w:r>
      <w:r>
        <w:rPr>
          <w:rtl/>
        </w:rPr>
        <w:t xml:space="preserve"> الله سے مراد 19; سبيل الله كا عقل سے ہم آہنگ ہونا 11; سبيل الله كا علم سے ہم آہنگ ہونا 11; سبيل الله كى خصوصيات 11; سبيل الله كى طرف دعوت 1،2،3،9</w:t>
      </w:r>
    </w:p>
    <w:p w:rsidR="001F628F" w:rsidRDefault="001F628F" w:rsidP="00985357">
      <w:pPr>
        <w:pStyle w:val="libNormal"/>
        <w:rPr>
          <w:rtl/>
        </w:rPr>
      </w:pPr>
      <w:r>
        <w:rPr>
          <w:rFonts w:hint="eastAsia"/>
          <w:rtl/>
        </w:rPr>
        <w:t>شرعى</w:t>
      </w:r>
      <w:r>
        <w:rPr>
          <w:rtl/>
        </w:rPr>
        <w:t xml:space="preserve"> ذمہ داري:</w:t>
      </w:r>
      <w:r>
        <w:rPr>
          <w:rFonts w:hint="eastAsia"/>
          <w:rtl/>
        </w:rPr>
        <w:t>شرعى</w:t>
      </w:r>
      <w:r>
        <w:rPr>
          <w:rtl/>
        </w:rPr>
        <w:t xml:space="preserve"> ذمہ دارى كا تمام افراد كے ليے ہونا 3</w:t>
      </w:r>
    </w:p>
    <w:p w:rsidR="001F628F" w:rsidRDefault="001F628F" w:rsidP="00985357">
      <w:pPr>
        <w:pStyle w:val="libNormal"/>
        <w:rPr>
          <w:rtl/>
        </w:rPr>
      </w:pPr>
      <w:r>
        <w:rPr>
          <w:rFonts w:hint="eastAsia"/>
          <w:rtl/>
        </w:rPr>
        <w:t>قرآن</w:t>
      </w:r>
      <w:r>
        <w:rPr>
          <w:rtl/>
        </w:rPr>
        <w:t>:</w:t>
      </w:r>
      <w:r>
        <w:rPr>
          <w:rFonts w:hint="eastAsia"/>
          <w:rtl/>
        </w:rPr>
        <w:t>قرآن</w:t>
      </w:r>
      <w:r>
        <w:rPr>
          <w:rtl/>
        </w:rPr>
        <w:t xml:space="preserve"> كے ساتھ مجادلہ و مناظرہ19</w:t>
      </w:r>
    </w:p>
    <w:p w:rsidR="001F628F" w:rsidRDefault="001F628F" w:rsidP="00985357">
      <w:pPr>
        <w:pStyle w:val="libNormal"/>
        <w:rPr>
          <w:rtl/>
        </w:rPr>
      </w:pPr>
      <w:r>
        <w:rPr>
          <w:rFonts w:hint="eastAsia"/>
          <w:rtl/>
        </w:rPr>
        <w:t>كفار</w:t>
      </w:r>
      <w:r>
        <w:rPr>
          <w:rtl/>
        </w:rPr>
        <w:t>:</w:t>
      </w:r>
      <w:r>
        <w:rPr>
          <w:rFonts w:hint="eastAsia"/>
          <w:rtl/>
        </w:rPr>
        <w:t>كفار</w:t>
      </w:r>
      <w:r>
        <w:rPr>
          <w:rtl/>
        </w:rPr>
        <w:t xml:space="preserve"> كے ساتھ مجادلہ ومناظرہ7</w:t>
      </w:r>
    </w:p>
    <w:p w:rsidR="001F628F" w:rsidRDefault="001F628F" w:rsidP="00985357">
      <w:pPr>
        <w:pStyle w:val="libNormal"/>
        <w:rPr>
          <w:rtl/>
        </w:rPr>
      </w:pPr>
      <w:r>
        <w:rPr>
          <w:rFonts w:hint="eastAsia"/>
          <w:rtl/>
        </w:rPr>
        <w:t>گمراہ</w:t>
      </w:r>
      <w:r>
        <w:rPr>
          <w:rtl/>
        </w:rPr>
        <w:t>:</w:t>
      </w:r>
      <w:r>
        <w:rPr>
          <w:rFonts w:hint="eastAsia"/>
          <w:rtl/>
        </w:rPr>
        <w:t>گمراہو</w:t>
      </w:r>
      <w:r w:rsidR="00083993">
        <w:rPr>
          <w:rFonts w:hint="eastAsia"/>
          <w:rtl/>
        </w:rPr>
        <w:t xml:space="preserve">ں </w:t>
      </w:r>
      <w:r>
        <w:rPr>
          <w:rtl/>
        </w:rPr>
        <w:t>كا علم 18</w:t>
      </w:r>
    </w:p>
    <w:p w:rsidR="001F628F" w:rsidRDefault="001F628F" w:rsidP="00985357">
      <w:pPr>
        <w:pStyle w:val="libNormal"/>
        <w:rPr>
          <w:rtl/>
        </w:rPr>
      </w:pPr>
      <w:r>
        <w:rPr>
          <w:rFonts w:hint="eastAsia"/>
          <w:rtl/>
        </w:rPr>
        <w:t>مبلغين</w:t>
      </w:r>
      <w:r>
        <w:rPr>
          <w:rtl/>
        </w:rPr>
        <w:t>:</w:t>
      </w:r>
      <w:r>
        <w:rPr>
          <w:rFonts w:hint="eastAsia"/>
          <w:rtl/>
        </w:rPr>
        <w:t>مبلغين</w:t>
      </w:r>
      <w:r>
        <w:rPr>
          <w:rtl/>
        </w:rPr>
        <w:t xml:space="preserve"> كا كردار 17; مبلغين كى ذمہ دارى 6</w:t>
      </w:r>
    </w:p>
    <w:p w:rsidR="001F628F" w:rsidRDefault="001F628F" w:rsidP="00985357">
      <w:pPr>
        <w:pStyle w:val="libNormal"/>
        <w:rPr>
          <w:rtl/>
        </w:rPr>
      </w:pPr>
      <w:r>
        <w:rPr>
          <w:rFonts w:hint="eastAsia"/>
          <w:rtl/>
        </w:rPr>
        <w:t>مجادلہ</w:t>
      </w:r>
      <w:r>
        <w:rPr>
          <w:rtl/>
        </w:rPr>
        <w:t>:</w:t>
      </w:r>
      <w:r>
        <w:rPr>
          <w:rFonts w:hint="eastAsia"/>
          <w:rtl/>
        </w:rPr>
        <w:t>بہترين</w:t>
      </w:r>
      <w:r>
        <w:rPr>
          <w:rtl/>
        </w:rPr>
        <w:t xml:space="preserve"> انداز مي</w:t>
      </w:r>
      <w:r w:rsidR="00083993">
        <w:rPr>
          <w:rtl/>
        </w:rPr>
        <w:t xml:space="preserve">ں </w:t>
      </w:r>
      <w:r>
        <w:rPr>
          <w:rtl/>
        </w:rPr>
        <w:t>مجادلہ 7،13، 15،19; مجادلہ كى روش 13</w:t>
      </w:r>
    </w:p>
    <w:p w:rsidR="001F628F" w:rsidRDefault="001F628F" w:rsidP="00985357">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Pr>
          <w:rtl/>
        </w:rPr>
        <w:t xml:space="preserve"> </w:t>
      </w:r>
      <w:r w:rsidR="00F031CD" w:rsidRPr="00F031CD">
        <w:rPr>
          <w:rStyle w:val="libAlaemChar"/>
          <w:rtl/>
        </w:rPr>
        <w:t xml:space="preserve"> صلى‌الله‌عليه‌وآله‌وسلم </w:t>
      </w:r>
      <w:r>
        <w:rPr>
          <w:rtl/>
        </w:rPr>
        <w:t xml:space="preserve"> كا مجادلہ و مناظرہ 7; محمد </w:t>
      </w:r>
      <w:r w:rsidR="00F031CD" w:rsidRPr="00F031CD">
        <w:rPr>
          <w:rStyle w:val="libAlaemChar"/>
          <w:rtl/>
        </w:rPr>
        <w:t xml:space="preserve"> صلى‌الله‌عليه‌وآله‌وسلم </w:t>
      </w:r>
      <w:r>
        <w:rPr>
          <w:rtl/>
        </w:rPr>
        <w:t xml:space="preserve"> كى دعوتي</w:t>
      </w:r>
      <w:r w:rsidR="00083993">
        <w:rPr>
          <w:rtl/>
        </w:rPr>
        <w:t xml:space="preserve">ں </w:t>
      </w:r>
      <w:r>
        <w:rPr>
          <w:rtl/>
        </w:rPr>
        <w:t>2; محمد</w:t>
      </w:r>
      <w:r w:rsidR="00F031CD" w:rsidRPr="00F031CD">
        <w:rPr>
          <w:rStyle w:val="libAlaemChar"/>
          <w:rtl/>
        </w:rPr>
        <w:t xml:space="preserve"> صلى‌الله‌عليه‌وآله‌وسلم </w:t>
      </w:r>
      <w:r>
        <w:rPr>
          <w:rtl/>
        </w:rPr>
        <w:t xml:space="preserve"> كى ذمہ داري1،7 ; محمد</w:t>
      </w:r>
      <w:r w:rsidR="00F031CD" w:rsidRPr="00F031CD">
        <w:rPr>
          <w:rStyle w:val="libAlaemChar"/>
          <w:rtl/>
        </w:rPr>
        <w:t xml:space="preserve"> صلى‌الله‌عليه‌وآله‌وسلم </w:t>
      </w:r>
      <w:r>
        <w:rPr>
          <w:rtl/>
        </w:rPr>
        <w:t xml:space="preserve"> كے تكامل كے آثار 2</w:t>
      </w:r>
    </w:p>
    <w:p w:rsidR="001F628F" w:rsidRDefault="001F628F" w:rsidP="00985357">
      <w:pPr>
        <w:pStyle w:val="libNormal"/>
        <w:rPr>
          <w:rtl/>
        </w:rPr>
      </w:pPr>
      <w:r>
        <w:rPr>
          <w:rFonts w:hint="eastAsia"/>
          <w:rtl/>
        </w:rPr>
        <w:t>مشركين</w:t>
      </w:r>
      <w:r>
        <w:rPr>
          <w:rtl/>
        </w:rPr>
        <w:t>:</w:t>
      </w:r>
      <w:r>
        <w:rPr>
          <w:rFonts w:hint="eastAsia"/>
          <w:rtl/>
        </w:rPr>
        <w:t>مشركين</w:t>
      </w:r>
      <w:r>
        <w:rPr>
          <w:rtl/>
        </w:rPr>
        <w:t xml:space="preserve"> كے ساتھ مجادلہ</w:t>
      </w:r>
    </w:p>
    <w:p w:rsidR="001F628F" w:rsidRDefault="001F628F" w:rsidP="00985357">
      <w:pPr>
        <w:pStyle w:val="libNormal"/>
        <w:rPr>
          <w:rtl/>
        </w:rPr>
      </w:pPr>
      <w:r>
        <w:rPr>
          <w:rFonts w:hint="eastAsia"/>
          <w:rtl/>
        </w:rPr>
        <w:t>موعظہ</w:t>
      </w:r>
      <w:r>
        <w:rPr>
          <w:rtl/>
        </w:rPr>
        <w:t>:</w:t>
      </w:r>
      <w:r>
        <w:rPr>
          <w:rFonts w:hint="eastAsia"/>
          <w:rtl/>
        </w:rPr>
        <w:t>موعظہ</w:t>
      </w:r>
      <w:r>
        <w:rPr>
          <w:rtl/>
        </w:rPr>
        <w:t xml:space="preserve"> سے استفادہ 15; موعظہ كے شرائط 12; موعظہ مي</w:t>
      </w:r>
      <w:r w:rsidR="00083993">
        <w:rPr>
          <w:rtl/>
        </w:rPr>
        <w:t xml:space="preserve">ں </w:t>
      </w:r>
      <w:r>
        <w:rPr>
          <w:rtl/>
        </w:rPr>
        <w:t>روش شناسي12</w:t>
      </w:r>
    </w:p>
    <w:p w:rsidR="001F628F" w:rsidRDefault="001F628F" w:rsidP="00985357">
      <w:pPr>
        <w:pStyle w:val="libNormal"/>
        <w:rPr>
          <w:rtl/>
        </w:rPr>
      </w:pPr>
      <w:r>
        <w:rPr>
          <w:rFonts w:hint="eastAsia"/>
          <w:rtl/>
        </w:rPr>
        <w:t>مہتدين</w:t>
      </w:r>
      <w:r>
        <w:rPr>
          <w:rtl/>
        </w:rPr>
        <w:t xml:space="preserve"> :</w:t>
      </w:r>
      <w:r>
        <w:rPr>
          <w:rFonts w:hint="eastAsia"/>
          <w:rtl/>
        </w:rPr>
        <w:t>مہتدين</w:t>
      </w:r>
      <w:r>
        <w:rPr>
          <w:rtl/>
        </w:rPr>
        <w:t xml:space="preserve"> كا علم 18</w:t>
      </w:r>
    </w:p>
    <w:p w:rsidR="001F628F" w:rsidRDefault="001F628F" w:rsidP="00985357">
      <w:pPr>
        <w:pStyle w:val="libNormal"/>
        <w:rPr>
          <w:rtl/>
        </w:rPr>
      </w:pPr>
      <w:r>
        <w:rPr>
          <w:rFonts w:hint="eastAsia"/>
          <w:rtl/>
        </w:rPr>
        <w:t>ميلانات</w:t>
      </w:r>
      <w:r>
        <w:rPr>
          <w:rtl/>
        </w:rPr>
        <w:t xml:space="preserve"> :</w:t>
      </w:r>
      <w:r>
        <w:rPr>
          <w:rFonts w:hint="eastAsia"/>
          <w:rtl/>
        </w:rPr>
        <w:t>سبيل</w:t>
      </w:r>
      <w:r>
        <w:rPr>
          <w:rtl/>
        </w:rPr>
        <w:t xml:space="preserve"> الله كى طرف ميلان كا زمينہ 9</w:t>
      </w:r>
    </w:p>
    <w:p w:rsidR="001F628F" w:rsidRDefault="001F628F" w:rsidP="00985357">
      <w:pPr>
        <w:pStyle w:val="libNormal"/>
        <w:rPr>
          <w:rtl/>
        </w:rPr>
      </w:pPr>
      <w:r>
        <w:rPr>
          <w:rFonts w:hint="eastAsia"/>
          <w:rtl/>
        </w:rPr>
        <w:t>نياز</w:t>
      </w:r>
      <w:r>
        <w:rPr>
          <w:rtl/>
        </w:rPr>
        <w:t xml:space="preserve"> مندى و ضرورتي</w:t>
      </w:r>
      <w:r w:rsidR="00083993">
        <w:rPr>
          <w:rtl/>
        </w:rPr>
        <w:t xml:space="preserve">ں </w:t>
      </w:r>
      <w:r>
        <w:rPr>
          <w:rtl/>
        </w:rPr>
        <w:t>:</w:t>
      </w:r>
      <w:r>
        <w:rPr>
          <w:rFonts w:hint="eastAsia"/>
          <w:rtl/>
        </w:rPr>
        <w:t>موعظہ</w:t>
      </w:r>
      <w:r>
        <w:rPr>
          <w:rtl/>
        </w:rPr>
        <w:t xml:space="preserve"> كى ضرورت 9</w:t>
      </w:r>
    </w:p>
    <w:p w:rsidR="001F628F" w:rsidRDefault="001F628F" w:rsidP="00985357">
      <w:pPr>
        <w:pStyle w:val="libNormal"/>
        <w:rPr>
          <w:rtl/>
        </w:rPr>
      </w:pPr>
      <w:r>
        <w:rPr>
          <w:rFonts w:hint="eastAsia"/>
          <w:rtl/>
        </w:rPr>
        <w:t>ہدايت</w:t>
      </w:r>
      <w:r>
        <w:rPr>
          <w:rtl/>
        </w:rPr>
        <w:t>:</w:t>
      </w:r>
      <w:r>
        <w:rPr>
          <w:rFonts w:hint="eastAsia"/>
          <w:rtl/>
        </w:rPr>
        <w:t>ہدايت</w:t>
      </w:r>
      <w:r>
        <w:rPr>
          <w:rtl/>
        </w:rPr>
        <w:t xml:space="preserve"> سے محروم لوگ17</w:t>
      </w:r>
    </w:p>
    <w:p w:rsidR="00985357" w:rsidRDefault="001E7F9D" w:rsidP="00F73EDE">
      <w:pPr>
        <w:pStyle w:val="libPoemTini"/>
        <w:rPr>
          <w:rtl/>
        </w:rPr>
      </w:pPr>
      <w:r>
        <w:rPr>
          <w:rtl/>
        </w:rPr>
        <w:br w:type="page"/>
      </w:r>
    </w:p>
    <w:p w:rsidR="00985357" w:rsidRPr="00120F63" w:rsidRDefault="00985357" w:rsidP="00985357">
      <w:pPr>
        <w:pStyle w:val="Heading2Center"/>
        <w:rPr>
          <w:rtl/>
        </w:rPr>
      </w:pPr>
      <w:bookmarkStart w:id="272" w:name="_Toc28081950"/>
      <w:r>
        <w:rPr>
          <w:rFonts w:hint="cs"/>
          <w:rtl/>
        </w:rPr>
        <w:lastRenderedPageBreak/>
        <w:t xml:space="preserve">آیت </w:t>
      </w:r>
      <w:r w:rsidRPr="00120F63">
        <w:rPr>
          <w:rFonts w:hint="cs"/>
          <w:rtl/>
        </w:rPr>
        <w:t>126</w:t>
      </w:r>
      <w:bookmarkEnd w:id="272"/>
    </w:p>
    <w:p w:rsidR="001F628F" w:rsidRDefault="00E260F9" w:rsidP="00985357">
      <w:pPr>
        <w:pStyle w:val="libNormal"/>
        <w:rPr>
          <w:rtl/>
        </w:rPr>
      </w:pPr>
      <w:r w:rsidRPr="00E260F9">
        <w:rPr>
          <w:rStyle w:val="libAlaemChar"/>
          <w:rFonts w:hint="eastAsia"/>
          <w:rtl/>
        </w:rPr>
        <w:t>(</w:t>
      </w:r>
      <w:r w:rsidRPr="00985357">
        <w:rPr>
          <w:rStyle w:val="libAieChar"/>
          <w:rFonts w:hint="eastAsia"/>
          <w:rtl/>
        </w:rPr>
        <w:t>وَإِنْ</w:t>
      </w:r>
      <w:r w:rsidRPr="00985357">
        <w:rPr>
          <w:rStyle w:val="libAieChar"/>
          <w:rtl/>
        </w:rPr>
        <w:t xml:space="preserve"> عَاقَبْتُمْ فَعَاقِبُواْ بِمِثْلِ مَا عُوقِبْتُم بِهِ وَلَئِن صَبَرْتُمْ لَهُوَ خَيْرٌ لِّلصَّابِرينَ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اگر تم ان كے ساتھ سختى بھى كرو تو اسى قدر جس قدر انھو</w:t>
      </w:r>
      <w:r w:rsidR="00083993">
        <w:rPr>
          <w:rtl/>
        </w:rPr>
        <w:t xml:space="preserve">ں </w:t>
      </w:r>
      <w:r>
        <w:rPr>
          <w:rtl/>
        </w:rPr>
        <w:t>نے تمھارے ساتھ سختى كى ہے اور اگر صبر كرو تو صبر بہرحال صبر كرنے والو</w:t>
      </w:r>
      <w:r w:rsidR="00083993">
        <w:rPr>
          <w:rtl/>
        </w:rPr>
        <w:t xml:space="preserve">ں </w:t>
      </w:r>
      <w:r>
        <w:rPr>
          <w:rtl/>
        </w:rPr>
        <w:t>كے لئے بہترين ہے _</w:t>
      </w:r>
    </w:p>
    <w:p w:rsidR="001F628F" w:rsidRDefault="001F628F" w:rsidP="001F628F">
      <w:pPr>
        <w:pStyle w:val="libNormal"/>
        <w:rPr>
          <w:rtl/>
        </w:rPr>
      </w:pPr>
      <w:r>
        <w:rPr>
          <w:rtl/>
        </w:rPr>
        <w:t>1_ دشمن كے ساتھ مقابلہ بالمثل كے سلسلہ مي</w:t>
      </w:r>
      <w:r w:rsidR="00083993">
        <w:rPr>
          <w:rtl/>
        </w:rPr>
        <w:t xml:space="preserve">ں </w:t>
      </w:r>
      <w:r>
        <w:rPr>
          <w:rtl/>
        </w:rPr>
        <w:t>عدالت و انصاف كى رعايت كرنا ضرورى ہے_</w:t>
      </w:r>
    </w:p>
    <w:p w:rsidR="001F628F" w:rsidRDefault="001F628F" w:rsidP="00985357">
      <w:pPr>
        <w:pStyle w:val="libArabic"/>
        <w:rPr>
          <w:rtl/>
        </w:rPr>
      </w:pPr>
      <w:r>
        <w:rPr>
          <w:rFonts w:hint="eastAsia"/>
          <w:rtl/>
        </w:rPr>
        <w:t>وان</w:t>
      </w:r>
      <w:r>
        <w:rPr>
          <w:rtl/>
        </w:rPr>
        <w:t xml:space="preserve"> عاقبتم فعاقبوا بمثل ما عوقبتم ب</w:t>
      </w:r>
      <w:r w:rsidR="00120F63" w:rsidRPr="00ED5DE8">
        <w:rPr>
          <w:rFonts w:hint="cs"/>
          <w:rtl/>
        </w:rPr>
        <w:t>ه</w:t>
      </w:r>
    </w:p>
    <w:p w:rsidR="001F628F" w:rsidRDefault="001F628F" w:rsidP="001F628F">
      <w:pPr>
        <w:pStyle w:val="libNormal"/>
        <w:rPr>
          <w:rtl/>
        </w:rPr>
      </w:pPr>
      <w:r>
        <w:rPr>
          <w:rtl/>
        </w:rPr>
        <w:t>2_ قصاص اور مقابلہ بالمثل مي</w:t>
      </w:r>
      <w:r w:rsidR="00083993">
        <w:rPr>
          <w:rtl/>
        </w:rPr>
        <w:t xml:space="preserve">ں </w:t>
      </w:r>
      <w:r>
        <w:rPr>
          <w:rtl/>
        </w:rPr>
        <w:t>ہرلحاظ سے مساوات كى رعايت ضرورى ہے_</w:t>
      </w:r>
    </w:p>
    <w:p w:rsidR="001F628F" w:rsidRDefault="001F628F" w:rsidP="00985357">
      <w:pPr>
        <w:pStyle w:val="libArabic"/>
        <w:rPr>
          <w:rtl/>
        </w:rPr>
      </w:pPr>
      <w:r>
        <w:rPr>
          <w:rFonts w:hint="eastAsia"/>
          <w:rtl/>
        </w:rPr>
        <w:t>وان</w:t>
      </w:r>
      <w:r>
        <w:rPr>
          <w:rtl/>
        </w:rPr>
        <w:t xml:space="preserve"> عاقبتم فعاقبوا بمثل ما عو قبتم ب</w:t>
      </w:r>
      <w:r w:rsidR="00120F63" w:rsidRPr="00ED5DE8">
        <w:rPr>
          <w:rFonts w:hint="cs"/>
          <w:rtl/>
        </w:rPr>
        <w:t>ه</w:t>
      </w:r>
    </w:p>
    <w:p w:rsidR="001F628F" w:rsidRDefault="001F628F" w:rsidP="001F628F">
      <w:pPr>
        <w:pStyle w:val="libNormal"/>
        <w:rPr>
          <w:rtl/>
        </w:rPr>
      </w:pPr>
      <w:r>
        <w:rPr>
          <w:rtl/>
        </w:rPr>
        <w:t>3_ كفار كو دين اسلام كى دعوت ديتے وقت يہ امكان بھى موجود ہے كہ وہ مسلمانو</w:t>
      </w:r>
      <w:r w:rsidR="00083993">
        <w:rPr>
          <w:rtl/>
        </w:rPr>
        <w:t xml:space="preserve">ں </w:t>
      </w:r>
      <w:r>
        <w:rPr>
          <w:rtl/>
        </w:rPr>
        <w:t>پر ظلم و ستم كري</w:t>
      </w:r>
      <w:r w:rsidR="00083993">
        <w:rPr>
          <w:rtl/>
        </w:rPr>
        <w:t xml:space="preserve">ں </w:t>
      </w:r>
      <w:r>
        <w:rPr>
          <w:rtl/>
        </w:rPr>
        <w:t>_</w:t>
      </w:r>
    </w:p>
    <w:p w:rsidR="001F628F" w:rsidRDefault="001F628F" w:rsidP="00985357">
      <w:pPr>
        <w:pStyle w:val="libArabic"/>
        <w:rPr>
          <w:rtl/>
        </w:rPr>
      </w:pPr>
      <w:r>
        <w:rPr>
          <w:rFonts w:hint="eastAsia"/>
          <w:rtl/>
        </w:rPr>
        <w:t>ادع</w:t>
      </w:r>
      <w:r>
        <w:rPr>
          <w:rtl/>
        </w:rPr>
        <w:t xml:space="preserve"> الى سبيل ربّك ...او عاقبتم فعاقبوا بمثل ما عوقبتم ب</w:t>
      </w:r>
      <w:r w:rsidR="00120F63" w:rsidRPr="00ED5DE8">
        <w:rPr>
          <w:rFonts w:hint="cs"/>
          <w:rtl/>
        </w:rPr>
        <w:t>ه</w:t>
      </w:r>
    </w:p>
    <w:p w:rsidR="001F628F" w:rsidRDefault="001F628F" w:rsidP="00985357">
      <w:pPr>
        <w:pStyle w:val="libNormal"/>
        <w:rPr>
          <w:rtl/>
        </w:rPr>
      </w:pPr>
      <w:r>
        <w:rPr>
          <w:rtl/>
        </w:rPr>
        <w:t>4_ قصاص اور مقابلہ بالمثل ، اسلام مي</w:t>
      </w:r>
      <w:r w:rsidR="00083993">
        <w:rPr>
          <w:rtl/>
        </w:rPr>
        <w:t xml:space="preserve">ں </w:t>
      </w:r>
      <w:r>
        <w:rPr>
          <w:rtl/>
        </w:rPr>
        <w:t>قابل قبول امور ہي</w:t>
      </w:r>
      <w:r w:rsidR="00083993">
        <w:rPr>
          <w:rtl/>
        </w:rPr>
        <w:t xml:space="preserve">ں </w:t>
      </w:r>
      <w:r>
        <w:rPr>
          <w:rtl/>
        </w:rPr>
        <w:t>_</w:t>
      </w:r>
      <w:r w:rsidRPr="00985357">
        <w:rPr>
          <w:rStyle w:val="libArabicChar"/>
          <w:rFonts w:hint="eastAsia"/>
          <w:rtl/>
        </w:rPr>
        <w:t>وان</w:t>
      </w:r>
      <w:r w:rsidRPr="00985357">
        <w:rPr>
          <w:rStyle w:val="libArabicChar"/>
          <w:rtl/>
        </w:rPr>
        <w:t xml:space="preserve"> عاقبتم فعاقبوا بمثل ما عوقبتم ب</w:t>
      </w:r>
      <w:r w:rsidR="00120F63" w:rsidRPr="00B2551F">
        <w:rPr>
          <w:rStyle w:val="libArabicChar"/>
          <w:rFonts w:hint="cs"/>
          <w:rtl/>
        </w:rPr>
        <w:t>ه</w:t>
      </w:r>
    </w:p>
    <w:p w:rsidR="001F628F" w:rsidRDefault="001F628F" w:rsidP="001F628F">
      <w:pPr>
        <w:pStyle w:val="libNormal"/>
        <w:rPr>
          <w:rtl/>
        </w:rPr>
      </w:pPr>
      <w:r>
        <w:rPr>
          <w:rtl/>
        </w:rPr>
        <w:t>5_ قصاص اور بالمثل مقابلہ كرنے كى بجائے صبر و شكيبائي سے كام لينا ،زيادہ باعظمت اور مفيد ہے _</w:t>
      </w:r>
    </w:p>
    <w:p w:rsidR="001F628F" w:rsidRDefault="001F628F" w:rsidP="00985357">
      <w:pPr>
        <w:pStyle w:val="libArabic"/>
        <w:rPr>
          <w:rtl/>
        </w:rPr>
      </w:pPr>
      <w:r>
        <w:rPr>
          <w:rFonts w:hint="eastAsia"/>
          <w:rtl/>
        </w:rPr>
        <w:t>انّ</w:t>
      </w:r>
      <w:r>
        <w:rPr>
          <w:rtl/>
        </w:rPr>
        <w:t xml:space="preserve"> عاقبم فعا قبوا ...ولن صبرتم ل</w:t>
      </w:r>
      <w:r w:rsidR="00120F63" w:rsidRPr="00ED5DE8">
        <w:rPr>
          <w:rFonts w:hint="cs"/>
          <w:rtl/>
        </w:rPr>
        <w:t>ه</w:t>
      </w:r>
      <w:r>
        <w:rPr>
          <w:rFonts w:hint="cs"/>
          <w:rtl/>
        </w:rPr>
        <w:t>و</w:t>
      </w:r>
      <w:r>
        <w:rPr>
          <w:rtl/>
        </w:rPr>
        <w:t xml:space="preserve"> </w:t>
      </w:r>
      <w:r>
        <w:rPr>
          <w:rFonts w:hint="cs"/>
          <w:rtl/>
        </w:rPr>
        <w:t>خير</w:t>
      </w:r>
      <w:r>
        <w:rPr>
          <w:rtl/>
        </w:rPr>
        <w:t xml:space="preserve"> </w:t>
      </w:r>
      <w:r w:rsidR="002B13E6" w:rsidRPr="002B13E6">
        <w:rPr>
          <w:rFonts w:hint="cs"/>
          <w:rtl/>
        </w:rPr>
        <w:t>للصابرين</w:t>
      </w:r>
    </w:p>
    <w:p w:rsidR="001F628F" w:rsidRDefault="001F628F" w:rsidP="001F628F">
      <w:pPr>
        <w:pStyle w:val="libNormal"/>
        <w:rPr>
          <w:rtl/>
        </w:rPr>
      </w:pPr>
      <w:r>
        <w:rPr>
          <w:rtl/>
        </w:rPr>
        <w:t>6_ تبليغ دين اور لوگو</w:t>
      </w:r>
      <w:r w:rsidR="00083993">
        <w:rPr>
          <w:rtl/>
        </w:rPr>
        <w:t xml:space="preserve">ں </w:t>
      </w:r>
      <w:r>
        <w:rPr>
          <w:rtl/>
        </w:rPr>
        <w:t>كو ہدايت كرنے كا نتيجہ ، دشمنو</w:t>
      </w:r>
      <w:r w:rsidR="00083993">
        <w:rPr>
          <w:rtl/>
        </w:rPr>
        <w:t xml:space="preserve">ں </w:t>
      </w:r>
      <w:r>
        <w:rPr>
          <w:rtl/>
        </w:rPr>
        <w:t>كى طرف سے اذيت و آزار اور استقامت كى ضرورت ، صبر و شكيبائي اور عفو ودر گذر ہے_</w:t>
      </w:r>
    </w:p>
    <w:p w:rsidR="00985357" w:rsidRDefault="00985357" w:rsidP="00985357">
      <w:pPr>
        <w:pStyle w:val="libArabic"/>
        <w:rPr>
          <w:rtl/>
        </w:rPr>
      </w:pPr>
      <w:r>
        <w:rPr>
          <w:rFonts w:hint="eastAsia"/>
          <w:rtl/>
        </w:rPr>
        <w:t>ادع</w:t>
      </w:r>
      <w:r>
        <w:rPr>
          <w:rtl/>
        </w:rPr>
        <w:t xml:space="preserve"> الى سبيل ربّك ...ان عاقبتم ...ولئن صبرتم ل</w:t>
      </w:r>
      <w:r w:rsidR="00120F63" w:rsidRPr="00ED5DE8">
        <w:rPr>
          <w:rFonts w:hint="cs"/>
          <w:rtl/>
        </w:rPr>
        <w:t>ه</w:t>
      </w:r>
      <w:r>
        <w:rPr>
          <w:rFonts w:hint="cs"/>
          <w:rtl/>
        </w:rPr>
        <w:t>و</w:t>
      </w:r>
      <w:r>
        <w:rPr>
          <w:rtl/>
        </w:rPr>
        <w:t xml:space="preserve"> </w:t>
      </w:r>
      <w:r>
        <w:rPr>
          <w:rFonts w:hint="cs"/>
          <w:rtl/>
        </w:rPr>
        <w:t>خير</w:t>
      </w:r>
      <w:r>
        <w:rPr>
          <w:rtl/>
        </w:rPr>
        <w:t xml:space="preserve"> </w:t>
      </w:r>
      <w:r w:rsidR="002B13E6" w:rsidRPr="002B13E6">
        <w:rPr>
          <w:rFonts w:hint="cs"/>
          <w:rtl/>
        </w:rPr>
        <w:t>للصابرين</w:t>
      </w:r>
    </w:p>
    <w:p w:rsidR="00985357" w:rsidRDefault="00985357" w:rsidP="00985357">
      <w:pPr>
        <w:pStyle w:val="libNormal"/>
        <w:rPr>
          <w:rtl/>
        </w:rPr>
      </w:pPr>
      <w:r>
        <w:rPr>
          <w:rtl/>
        </w:rPr>
        <w:t>7_ اسلام كى دعوت ديتے ہوئے مؤمنين كا عظيم نفع اور صلاح اس ميں ہے كہ وہ صبر سے كام ليں اور دشمن سے مقابلہ بالمثل يا انتقام لينے ميں عجلت كا مظاہر ہ نہ كريں _</w:t>
      </w:r>
      <w:r w:rsidRPr="00985357">
        <w:rPr>
          <w:rStyle w:val="libArabicChar"/>
          <w:rFonts w:hint="eastAsia"/>
          <w:rtl/>
        </w:rPr>
        <w:t>ادع</w:t>
      </w:r>
      <w:r w:rsidRPr="00985357">
        <w:rPr>
          <w:rStyle w:val="libArabicChar"/>
          <w:rtl/>
        </w:rPr>
        <w:t xml:space="preserve"> الى سبيل ربّك ...وان عاقبتم فعاقبوا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p>
    <w:p w:rsidR="00985357" w:rsidRDefault="00985357" w:rsidP="001F628F">
      <w:pPr>
        <w:pStyle w:val="libNormal"/>
        <w:rPr>
          <w:rtl/>
        </w:rPr>
      </w:pPr>
    </w:p>
    <w:p w:rsidR="00985357" w:rsidRDefault="001E7F9D" w:rsidP="00F73EDE">
      <w:pPr>
        <w:pStyle w:val="libPoemTini"/>
        <w:rPr>
          <w:rtl/>
        </w:rPr>
      </w:pPr>
      <w:r>
        <w:rPr>
          <w:rtl/>
        </w:rPr>
        <w:br w:type="page"/>
      </w:r>
    </w:p>
    <w:p w:rsidR="001F628F" w:rsidRDefault="001F628F" w:rsidP="00985357">
      <w:pPr>
        <w:pStyle w:val="libNormal"/>
        <w:rPr>
          <w:rtl/>
        </w:rPr>
      </w:pPr>
      <w:r>
        <w:rPr>
          <w:rtl/>
        </w:rPr>
        <w:lastRenderedPageBreak/>
        <w:t>8_ دشمن كو معاف كردينا اور اس كى دى گئي اذيتو</w:t>
      </w:r>
      <w:r w:rsidR="00083993">
        <w:rPr>
          <w:rtl/>
        </w:rPr>
        <w:t xml:space="preserve">ں </w:t>
      </w:r>
      <w:r>
        <w:rPr>
          <w:rtl/>
        </w:rPr>
        <w:t>اور تكاليف سے صرف نظر كرنا ، ايك انتہائي مشكل امر ہے جو كہ صبر و شكيبائي كا تقاضا كرتا ہے_</w:t>
      </w:r>
      <w:r w:rsidRPr="00985357">
        <w:rPr>
          <w:rStyle w:val="libArabicChar"/>
          <w:rFonts w:hint="eastAsia"/>
          <w:rtl/>
        </w:rPr>
        <w:t>و</w:t>
      </w:r>
      <w:r w:rsidRPr="00985357">
        <w:rPr>
          <w:rStyle w:val="libArabicChar"/>
          <w:rtl/>
        </w:rPr>
        <w:t xml:space="preserve"> عاقبتم فعا قبوا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p>
    <w:p w:rsidR="001F628F" w:rsidRDefault="001F628F" w:rsidP="001F628F">
      <w:pPr>
        <w:pStyle w:val="libNormal"/>
        <w:rPr>
          <w:rtl/>
        </w:rPr>
      </w:pPr>
      <w:r>
        <w:rPr>
          <w:rtl/>
        </w:rPr>
        <w:t xml:space="preserve">9_ </w:t>
      </w:r>
      <w:r w:rsidRPr="00985357">
        <w:rPr>
          <w:rStyle w:val="libArabicChar"/>
          <w:rtl/>
        </w:rPr>
        <w:t>''عن على بن الحسين</w:t>
      </w:r>
      <w:r w:rsidR="00367F17" w:rsidRPr="00367F17">
        <w:rPr>
          <w:rStyle w:val="libAlaemChar"/>
          <w:rtl/>
        </w:rPr>
        <w:t xml:space="preserve"> عليه‌السلام </w:t>
      </w:r>
      <w:r w:rsidRPr="00985357">
        <w:rPr>
          <w:rStyle w:val="libArabicChar"/>
          <w:rtl/>
        </w:rPr>
        <w:t xml:space="preserve"> ...و اما حق من ساء ك القضاء على يدي</w:t>
      </w:r>
      <w:r w:rsidR="00120F63" w:rsidRPr="00B2551F">
        <w:rPr>
          <w:rStyle w:val="libArabicChar"/>
          <w:rFonts w:hint="cs"/>
          <w:rtl/>
        </w:rPr>
        <w:t>ه</w:t>
      </w:r>
      <w:r w:rsidRPr="00985357">
        <w:rPr>
          <w:rStyle w:val="libArabicChar"/>
          <w:rtl/>
        </w:rPr>
        <w:t xml:space="preserve"> </w:t>
      </w:r>
      <w:r w:rsidRPr="00985357">
        <w:rPr>
          <w:rStyle w:val="libArabicChar"/>
          <w:rFonts w:hint="cs"/>
          <w:rtl/>
        </w:rPr>
        <w:t>بقول</w:t>
      </w:r>
      <w:r w:rsidRPr="00985357">
        <w:rPr>
          <w:rStyle w:val="libArabicChar"/>
          <w:rtl/>
        </w:rPr>
        <w:t xml:space="preserve"> </w:t>
      </w:r>
      <w:r w:rsidRPr="00985357">
        <w:rPr>
          <w:rStyle w:val="libArabicChar"/>
          <w:rFonts w:hint="cs"/>
          <w:rtl/>
        </w:rPr>
        <w:t>ا</w:t>
      </w:r>
      <w:r w:rsidRPr="00985357">
        <w:rPr>
          <w:rStyle w:val="libArabicChar"/>
          <w:rtl/>
        </w:rPr>
        <w:t xml:space="preserve"> </w:t>
      </w:r>
      <w:r w:rsidRPr="00985357">
        <w:rPr>
          <w:rStyle w:val="libArabicChar"/>
          <w:rFonts w:hint="cs"/>
          <w:rtl/>
        </w:rPr>
        <w:t>و</w:t>
      </w:r>
      <w:r w:rsidRPr="00985357">
        <w:rPr>
          <w:rStyle w:val="libArabicChar"/>
          <w:rtl/>
        </w:rPr>
        <w:t xml:space="preserve"> </w:t>
      </w:r>
      <w:r w:rsidRPr="00985357">
        <w:rPr>
          <w:rStyle w:val="libArabicChar"/>
          <w:rFonts w:hint="cs"/>
          <w:rtl/>
        </w:rPr>
        <w:t>فعل</w:t>
      </w:r>
      <w:r w:rsidRPr="00985357">
        <w:rPr>
          <w:rStyle w:val="libArabicChar"/>
          <w:rtl/>
        </w:rPr>
        <w:t xml:space="preserve"> </w:t>
      </w:r>
      <w:r w:rsidRPr="00985357">
        <w:rPr>
          <w:rStyle w:val="libArabicChar"/>
          <w:rFonts w:hint="cs"/>
          <w:rtl/>
        </w:rPr>
        <w:t>فان</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تعمد</w:t>
      </w:r>
      <w:r w:rsidRPr="00985357">
        <w:rPr>
          <w:rStyle w:val="libArabicChar"/>
          <w:rtl/>
        </w:rPr>
        <w:t xml:space="preserve"> </w:t>
      </w:r>
      <w:r w:rsidR="00120F63" w:rsidRPr="00B2551F">
        <w:rPr>
          <w:rStyle w:val="libArabicChar"/>
          <w:rFonts w:hint="cs"/>
          <w:rtl/>
        </w:rPr>
        <w:t>ه</w:t>
      </w:r>
      <w:r w:rsidRPr="00985357">
        <w:rPr>
          <w:rStyle w:val="libArabicChar"/>
          <w:rFonts w:hint="cs"/>
          <w:rtl/>
        </w:rPr>
        <w:t>ا</w:t>
      </w:r>
      <w:r w:rsidRPr="00985357">
        <w:rPr>
          <w:rStyle w:val="libArabicChar"/>
          <w:rtl/>
        </w:rPr>
        <w:t xml:space="preserve"> </w:t>
      </w:r>
      <w:r w:rsidRPr="00985357">
        <w:rPr>
          <w:rStyle w:val="libArabicChar"/>
          <w:rFonts w:hint="cs"/>
          <w:rtl/>
        </w:rPr>
        <w:t>كان</w:t>
      </w:r>
      <w:r w:rsidRPr="00985357">
        <w:rPr>
          <w:rStyle w:val="libArabicChar"/>
          <w:rtl/>
        </w:rPr>
        <w:t xml:space="preserve"> </w:t>
      </w:r>
      <w:r w:rsidRPr="00985357">
        <w:rPr>
          <w:rStyle w:val="libArabicChar"/>
          <w:rFonts w:hint="cs"/>
          <w:rtl/>
        </w:rPr>
        <w:t>العفو</w:t>
      </w:r>
      <w:r w:rsidRPr="00985357">
        <w:rPr>
          <w:rStyle w:val="libArabicChar"/>
          <w:rtl/>
        </w:rPr>
        <w:t xml:space="preserve"> </w:t>
      </w:r>
      <w:r w:rsidRPr="00985357">
        <w:rPr>
          <w:rStyle w:val="libArabicChar"/>
          <w:rFonts w:hint="cs"/>
          <w:rtl/>
        </w:rPr>
        <w:t>ا</w:t>
      </w:r>
      <w:r w:rsidRPr="00985357">
        <w:rPr>
          <w:rStyle w:val="libArabicChar"/>
          <w:rtl/>
        </w:rPr>
        <w:t xml:space="preserve"> </w:t>
      </w:r>
      <w:r w:rsidRPr="00985357">
        <w:rPr>
          <w:rStyle w:val="libArabicChar"/>
          <w:rFonts w:hint="cs"/>
          <w:rtl/>
        </w:rPr>
        <w:t>ولى</w:t>
      </w:r>
      <w:r w:rsidRPr="00985357">
        <w:rPr>
          <w:rStyle w:val="libArabicChar"/>
          <w:rtl/>
        </w:rPr>
        <w:t xml:space="preserve"> </w:t>
      </w:r>
      <w:r w:rsidRPr="00985357">
        <w:rPr>
          <w:rStyle w:val="libArabicChar"/>
          <w:rFonts w:hint="cs"/>
          <w:rtl/>
        </w:rPr>
        <w:t>بك</w:t>
      </w:r>
      <w:r w:rsidRPr="00985357">
        <w:rPr>
          <w:rStyle w:val="libArabicChar"/>
          <w:rtl/>
        </w:rPr>
        <w:t xml:space="preserve"> </w:t>
      </w:r>
      <w:r w:rsidRPr="00985357">
        <w:rPr>
          <w:rStyle w:val="libArabicChar"/>
          <w:rFonts w:hint="cs"/>
          <w:rtl/>
        </w:rPr>
        <w:t>لما</w:t>
      </w:r>
      <w:r w:rsidRPr="00985357">
        <w:rPr>
          <w:rStyle w:val="libArabicChar"/>
          <w:rtl/>
        </w:rPr>
        <w:t xml:space="preserve"> </w:t>
      </w:r>
      <w:r w:rsidRPr="00985357">
        <w:rPr>
          <w:rStyle w:val="libArabicChar"/>
          <w:rFonts w:hint="cs"/>
          <w:rtl/>
        </w:rPr>
        <w:t>في</w:t>
      </w:r>
      <w:r w:rsidR="00120F63" w:rsidRPr="00B2551F">
        <w:rPr>
          <w:rStyle w:val="libArabicChar"/>
          <w:rFonts w:hint="cs"/>
          <w:rtl/>
        </w:rPr>
        <w:t>ه</w:t>
      </w:r>
      <w:r w:rsidRPr="00985357">
        <w:rPr>
          <w:rStyle w:val="libArabicChar"/>
          <w:rtl/>
        </w:rPr>
        <w:t xml:space="preserve"> </w:t>
      </w:r>
      <w:r w:rsidRPr="00985357">
        <w:rPr>
          <w:rStyle w:val="libArabicChar"/>
          <w:rFonts w:hint="cs"/>
          <w:rtl/>
        </w:rPr>
        <w:t>ل</w:t>
      </w:r>
      <w:r w:rsidR="00120F63" w:rsidRPr="00B2551F">
        <w:rPr>
          <w:rStyle w:val="libArabicChar"/>
          <w:rFonts w:hint="cs"/>
          <w:rtl/>
        </w:rPr>
        <w:t>ه</w:t>
      </w:r>
      <w:r w:rsidRPr="00985357">
        <w:rPr>
          <w:rStyle w:val="libArabicChar"/>
          <w:rtl/>
        </w:rPr>
        <w:t xml:space="preserve"> </w:t>
      </w:r>
      <w:r w:rsidRPr="00985357">
        <w:rPr>
          <w:rStyle w:val="libArabicChar"/>
          <w:rFonts w:hint="cs"/>
          <w:rtl/>
        </w:rPr>
        <w:t>من</w:t>
      </w:r>
      <w:r w:rsidRPr="00985357">
        <w:rPr>
          <w:rStyle w:val="libArabicChar"/>
          <w:rtl/>
        </w:rPr>
        <w:t xml:space="preserve"> </w:t>
      </w:r>
      <w:r w:rsidRPr="00985357">
        <w:rPr>
          <w:rStyle w:val="libArabicChar"/>
          <w:rFonts w:hint="cs"/>
          <w:rtl/>
        </w:rPr>
        <w:t>القمع</w:t>
      </w:r>
      <w:r w:rsidRPr="00985357">
        <w:rPr>
          <w:rStyle w:val="libArabicChar"/>
          <w:rtl/>
        </w:rPr>
        <w:t xml:space="preserve"> </w:t>
      </w:r>
      <w:r w:rsidRPr="00985357">
        <w:rPr>
          <w:rStyle w:val="libArabicChar"/>
          <w:rFonts w:hint="cs"/>
          <w:rtl/>
        </w:rPr>
        <w:t>و</w:t>
      </w:r>
      <w:r w:rsidRPr="00985357">
        <w:rPr>
          <w:rStyle w:val="libArabicChar"/>
          <w:rtl/>
        </w:rPr>
        <w:t xml:space="preserve"> </w:t>
      </w:r>
      <w:r w:rsidRPr="00985357">
        <w:rPr>
          <w:rStyle w:val="libArabicChar"/>
          <w:rFonts w:hint="cs"/>
          <w:rtl/>
        </w:rPr>
        <w:t>حسن</w:t>
      </w:r>
      <w:r w:rsidRPr="00985357">
        <w:rPr>
          <w:rStyle w:val="libArabicChar"/>
          <w:rtl/>
        </w:rPr>
        <w:t xml:space="preserve"> </w:t>
      </w:r>
      <w:r w:rsidRPr="00985357">
        <w:rPr>
          <w:rStyle w:val="libArabicChar"/>
          <w:rFonts w:hint="cs"/>
          <w:rtl/>
        </w:rPr>
        <w:t>الا</w:t>
      </w:r>
      <w:r w:rsidRPr="00985357">
        <w:rPr>
          <w:rStyle w:val="libArabicChar"/>
          <w:rtl/>
        </w:rPr>
        <w:t xml:space="preserve"> </w:t>
      </w:r>
      <w:r w:rsidRPr="00985357">
        <w:rPr>
          <w:rStyle w:val="libArabicChar"/>
          <w:rFonts w:hint="cs"/>
          <w:rtl/>
        </w:rPr>
        <w:t>دب</w:t>
      </w:r>
      <w:r w:rsidRPr="00985357">
        <w:rPr>
          <w:rStyle w:val="libArabicChar"/>
          <w:rtl/>
        </w:rPr>
        <w:t xml:space="preserve"> ... </w:t>
      </w:r>
      <w:r w:rsidRPr="00985357">
        <w:rPr>
          <w:rStyle w:val="libArabicChar"/>
          <w:rFonts w:hint="cs"/>
          <w:rtl/>
        </w:rPr>
        <w:t>قال</w:t>
      </w:r>
      <w:r w:rsidRPr="00985357">
        <w:rPr>
          <w:rStyle w:val="libArabicChar"/>
          <w:rtl/>
        </w:rPr>
        <w:t xml:space="preserve"> </w:t>
      </w:r>
      <w:r w:rsidRPr="00985357">
        <w:rPr>
          <w:rStyle w:val="libArabicChar"/>
          <w:rFonts w:hint="cs"/>
          <w:rtl/>
        </w:rPr>
        <w:t>عزّو</w:t>
      </w:r>
      <w:r w:rsidRPr="00985357">
        <w:rPr>
          <w:rStyle w:val="libArabicChar"/>
          <w:rtl/>
        </w:rPr>
        <w:t>جل ''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Pr="00985357">
        <w:rPr>
          <w:rStyle w:val="libArabicChar"/>
          <w:rFonts w:hint="cs"/>
          <w:rtl/>
        </w:rPr>
        <w:t>للصابرين</w:t>
      </w:r>
      <w:r w:rsidRPr="00985357">
        <w:rPr>
          <w:rStyle w:val="libArabicChar"/>
          <w:rtl/>
        </w:rPr>
        <w:t>'' ...</w:t>
      </w:r>
      <w:r w:rsidRPr="00985357">
        <w:rPr>
          <w:rStyle w:val="libArabicChar"/>
          <w:rFonts w:hint="cs"/>
          <w:rtl/>
        </w:rPr>
        <w:t>فان</w:t>
      </w:r>
      <w:r w:rsidRPr="00985357">
        <w:rPr>
          <w:rStyle w:val="libArabicChar"/>
          <w:rtl/>
        </w:rPr>
        <w:t xml:space="preserve"> </w:t>
      </w:r>
      <w:r w:rsidRPr="00985357">
        <w:rPr>
          <w:rStyle w:val="libArabicChar"/>
          <w:rFonts w:hint="cs"/>
          <w:rtl/>
        </w:rPr>
        <w:t>لم</w:t>
      </w:r>
      <w:r w:rsidRPr="00985357">
        <w:rPr>
          <w:rStyle w:val="libArabicChar"/>
          <w:rtl/>
        </w:rPr>
        <w:t xml:space="preserve"> </w:t>
      </w:r>
      <w:r w:rsidRPr="00985357">
        <w:rPr>
          <w:rStyle w:val="libArabicChar"/>
          <w:rFonts w:hint="cs"/>
          <w:rtl/>
        </w:rPr>
        <w:t>يكن</w:t>
      </w:r>
      <w:r w:rsidRPr="00985357">
        <w:rPr>
          <w:rStyle w:val="libArabicChar"/>
          <w:rtl/>
        </w:rPr>
        <w:t xml:space="preserve"> </w:t>
      </w:r>
      <w:r w:rsidRPr="00985357">
        <w:rPr>
          <w:rStyle w:val="libArabicChar"/>
          <w:rFonts w:hint="cs"/>
          <w:rtl/>
        </w:rPr>
        <w:t>عمداً</w:t>
      </w:r>
      <w:r w:rsidRPr="00985357">
        <w:rPr>
          <w:rStyle w:val="libArabicChar"/>
          <w:rtl/>
        </w:rPr>
        <w:t xml:space="preserve"> </w:t>
      </w:r>
      <w:r w:rsidRPr="00985357">
        <w:rPr>
          <w:rStyle w:val="libArabicChar"/>
          <w:rFonts w:hint="cs"/>
          <w:rtl/>
        </w:rPr>
        <w:t>لم</w:t>
      </w:r>
      <w:r w:rsidRPr="00985357">
        <w:rPr>
          <w:rStyle w:val="libArabicChar"/>
          <w:rtl/>
        </w:rPr>
        <w:t xml:space="preserve"> </w:t>
      </w:r>
      <w:r w:rsidRPr="00985357">
        <w:rPr>
          <w:rStyle w:val="libArabicChar"/>
          <w:rFonts w:hint="cs"/>
          <w:rtl/>
        </w:rPr>
        <w:t>تظلم</w:t>
      </w:r>
      <w:r w:rsidR="00120F63" w:rsidRPr="00B2551F">
        <w:rPr>
          <w:rStyle w:val="libArabicChar"/>
          <w:rFonts w:hint="cs"/>
          <w:rtl/>
        </w:rPr>
        <w:t>ه</w:t>
      </w:r>
      <w:r w:rsidRPr="00985357">
        <w:rPr>
          <w:rStyle w:val="libArabicChar"/>
          <w:rtl/>
        </w:rPr>
        <w:t xml:space="preserve"> ...''</w:t>
      </w:r>
      <w:r w:rsidRPr="00985357">
        <w:rPr>
          <w:rStyle w:val="libFootnotenumChar"/>
          <w:rtl/>
        </w:rPr>
        <w:t>(1)</w:t>
      </w:r>
    </w:p>
    <w:p w:rsidR="001F628F" w:rsidRDefault="001F628F" w:rsidP="001F628F">
      <w:pPr>
        <w:pStyle w:val="libNormal"/>
        <w:rPr>
          <w:rtl/>
        </w:rPr>
      </w:pPr>
      <w:r>
        <w:rPr>
          <w:rFonts w:hint="eastAsia"/>
          <w:rtl/>
        </w:rPr>
        <w:t>امام</w:t>
      </w:r>
      <w:r>
        <w:rPr>
          <w:rtl/>
        </w:rPr>
        <w:t xml:space="preserve"> سجاد</w:t>
      </w:r>
      <w:r w:rsidR="00367F17" w:rsidRPr="00367F17">
        <w:rPr>
          <w:rStyle w:val="libAlaemChar"/>
          <w:rtl/>
        </w:rPr>
        <w:t xml:space="preserve"> عليه‌السلام </w:t>
      </w:r>
      <w:r>
        <w:rPr>
          <w:rtl/>
        </w:rPr>
        <w:t xml:space="preserve"> سے روايت ہے كہ ...جس شخص كى بات يا كسى عمل سے تجھے نقصا ن پہنچا ہو اس كا تجھ پر يہ حق ہے كہ اگر اس نے جان بوجھ كرتيرے ساتھ برائي كى ہو تو تيرے ليے بہتر ہے كہ اسے معاف كردے اس ليے كہ يہ معاف كرنا سبب بنے گاكہ و ہ شخص برائي كرنے سے اجتناب كرلے ا</w:t>
      </w:r>
      <w:r>
        <w:rPr>
          <w:rFonts w:hint="eastAsia"/>
          <w:rtl/>
        </w:rPr>
        <w:t>ورايك</w:t>
      </w:r>
      <w:r>
        <w:rPr>
          <w:rtl/>
        </w:rPr>
        <w:t xml:space="preserve"> نيك انسان بن جائے ... خداوند عالم فرماتا ہے :'' ...ولئن صبرتم لہو خير للصابرين ...'' اور اگر اس نے جان بوجھ كر برائي نہي</w:t>
      </w:r>
      <w:r w:rsidR="00083993">
        <w:rPr>
          <w:rtl/>
        </w:rPr>
        <w:t xml:space="preserve">ں </w:t>
      </w:r>
      <w:r>
        <w:rPr>
          <w:rtl/>
        </w:rPr>
        <w:t>كى ( تو معاف كرنےكى وجہ سے ) تونے اس پر كوئي ظلم نہي</w:t>
      </w:r>
      <w:r w:rsidR="00083993">
        <w:rPr>
          <w:rtl/>
        </w:rPr>
        <w:t xml:space="preserve">ں </w:t>
      </w:r>
      <w:r>
        <w:rPr>
          <w:rtl/>
        </w:rPr>
        <w:t>كياہے_</w:t>
      </w:r>
    </w:p>
    <w:p w:rsidR="001F628F" w:rsidRDefault="001F628F" w:rsidP="00985357">
      <w:pPr>
        <w:pStyle w:val="libNormal"/>
        <w:rPr>
          <w:rtl/>
        </w:rPr>
      </w:pPr>
      <w:r>
        <w:rPr>
          <w:rFonts w:hint="eastAsia"/>
          <w:rtl/>
        </w:rPr>
        <w:t>اسلام</w:t>
      </w:r>
      <w:r>
        <w:rPr>
          <w:rtl/>
        </w:rPr>
        <w:t xml:space="preserve"> :</w:t>
      </w:r>
      <w:r>
        <w:rPr>
          <w:rFonts w:hint="eastAsia"/>
          <w:rtl/>
        </w:rPr>
        <w:t>اسلام</w:t>
      </w:r>
      <w:r>
        <w:rPr>
          <w:rtl/>
        </w:rPr>
        <w:t xml:space="preserve"> كى دعوت دينے مي</w:t>
      </w:r>
      <w:r w:rsidR="00083993">
        <w:rPr>
          <w:rtl/>
        </w:rPr>
        <w:t xml:space="preserve">ں </w:t>
      </w:r>
      <w:r>
        <w:rPr>
          <w:rtl/>
        </w:rPr>
        <w:t>صبر 7</w:t>
      </w:r>
    </w:p>
    <w:p w:rsidR="001F628F" w:rsidRDefault="001F628F" w:rsidP="00985357">
      <w:pPr>
        <w:pStyle w:val="libNormal"/>
        <w:rPr>
          <w:rtl/>
        </w:rPr>
      </w:pPr>
      <w:r>
        <w:rPr>
          <w:rFonts w:hint="eastAsia"/>
          <w:rtl/>
        </w:rPr>
        <w:t>انتقام</w:t>
      </w:r>
      <w:r>
        <w:rPr>
          <w:rtl/>
        </w:rPr>
        <w:t xml:space="preserve"> :</w:t>
      </w:r>
      <w:r>
        <w:rPr>
          <w:rFonts w:hint="eastAsia"/>
          <w:rtl/>
        </w:rPr>
        <w:t>انتقام</w:t>
      </w:r>
      <w:r>
        <w:rPr>
          <w:rtl/>
        </w:rPr>
        <w:t xml:space="preserve"> مي</w:t>
      </w:r>
      <w:r w:rsidR="00083993">
        <w:rPr>
          <w:rtl/>
        </w:rPr>
        <w:t xml:space="preserve">ں </w:t>
      </w:r>
      <w:r>
        <w:rPr>
          <w:rtl/>
        </w:rPr>
        <w:t>صبر 7</w:t>
      </w:r>
    </w:p>
    <w:p w:rsidR="001F628F" w:rsidRDefault="001F628F" w:rsidP="00985357">
      <w:pPr>
        <w:pStyle w:val="libNormal"/>
        <w:rPr>
          <w:rtl/>
        </w:rPr>
      </w:pPr>
      <w:r>
        <w:rPr>
          <w:rFonts w:hint="eastAsia"/>
          <w:rtl/>
        </w:rPr>
        <w:t>تبليغ</w:t>
      </w:r>
      <w:r>
        <w:rPr>
          <w:rtl/>
        </w:rPr>
        <w:t>:</w:t>
      </w:r>
      <w:r>
        <w:rPr>
          <w:rFonts w:hint="eastAsia"/>
          <w:rtl/>
        </w:rPr>
        <w:t>تبليغ</w:t>
      </w:r>
      <w:r>
        <w:rPr>
          <w:rtl/>
        </w:rPr>
        <w:t xml:space="preserve"> كے آثار 6; تبليغ مي</w:t>
      </w:r>
      <w:r w:rsidR="00083993">
        <w:rPr>
          <w:rtl/>
        </w:rPr>
        <w:t xml:space="preserve">ں </w:t>
      </w:r>
      <w:r>
        <w:rPr>
          <w:rtl/>
        </w:rPr>
        <w:t>صبر 6،7; تبليغ مي</w:t>
      </w:r>
      <w:r w:rsidR="00083993">
        <w:rPr>
          <w:rtl/>
        </w:rPr>
        <w:t xml:space="preserve">ں </w:t>
      </w:r>
      <w:r>
        <w:rPr>
          <w:rtl/>
        </w:rPr>
        <w:t>عفو 6</w:t>
      </w:r>
    </w:p>
    <w:p w:rsidR="001F628F" w:rsidRDefault="001F628F" w:rsidP="00985357">
      <w:pPr>
        <w:pStyle w:val="libNormal"/>
        <w:rPr>
          <w:rtl/>
        </w:rPr>
      </w:pPr>
      <w:r>
        <w:rPr>
          <w:rFonts w:hint="eastAsia"/>
          <w:rtl/>
        </w:rPr>
        <w:t>دشمن</w:t>
      </w:r>
      <w:r>
        <w:rPr>
          <w:rtl/>
        </w:rPr>
        <w:t>:</w:t>
      </w:r>
      <w:r>
        <w:rPr>
          <w:rFonts w:hint="eastAsia"/>
          <w:rtl/>
        </w:rPr>
        <w:t>دشمنو</w:t>
      </w:r>
      <w:r w:rsidR="00083993">
        <w:rPr>
          <w:rFonts w:hint="eastAsia"/>
          <w:rtl/>
        </w:rPr>
        <w:t xml:space="preserve">ں </w:t>
      </w:r>
      <w:r>
        <w:rPr>
          <w:rtl/>
        </w:rPr>
        <w:t>كو معاف كرنا 8; دشمنو</w:t>
      </w:r>
      <w:r w:rsidR="00083993">
        <w:rPr>
          <w:rtl/>
        </w:rPr>
        <w:t xml:space="preserve">ں </w:t>
      </w:r>
      <w:r>
        <w:rPr>
          <w:rtl/>
        </w:rPr>
        <w:t>كى اذيتو</w:t>
      </w:r>
      <w:r w:rsidR="00083993">
        <w:rPr>
          <w:rtl/>
        </w:rPr>
        <w:t xml:space="preserve">ں </w:t>
      </w:r>
      <w:r>
        <w:rPr>
          <w:rtl/>
        </w:rPr>
        <w:t>پر صبر 8، 9; دشمنو</w:t>
      </w:r>
      <w:r w:rsidR="00083993">
        <w:rPr>
          <w:rtl/>
        </w:rPr>
        <w:t xml:space="preserve">ں </w:t>
      </w:r>
      <w:r>
        <w:rPr>
          <w:rtl/>
        </w:rPr>
        <w:t>كى اذيتو</w:t>
      </w:r>
      <w:r w:rsidR="00083993">
        <w:rPr>
          <w:rtl/>
        </w:rPr>
        <w:t xml:space="preserve">ں </w:t>
      </w:r>
      <w:r>
        <w:rPr>
          <w:rtl/>
        </w:rPr>
        <w:t>كا زمينہ 6;دشمنو</w:t>
      </w:r>
      <w:r w:rsidR="00083993">
        <w:rPr>
          <w:rtl/>
        </w:rPr>
        <w:t xml:space="preserve">ں </w:t>
      </w:r>
      <w:r>
        <w:rPr>
          <w:rtl/>
        </w:rPr>
        <w:t>كے ساتھ مقابلہ بالمثل 1،7</w:t>
      </w:r>
    </w:p>
    <w:p w:rsidR="001F628F" w:rsidRDefault="001F628F" w:rsidP="00985357">
      <w:pPr>
        <w:pStyle w:val="libNormal"/>
        <w:rPr>
          <w:rtl/>
        </w:rPr>
      </w:pPr>
      <w:r>
        <w:rPr>
          <w:rFonts w:hint="eastAsia"/>
          <w:rtl/>
        </w:rPr>
        <w:t>دين</w:t>
      </w:r>
      <w:r>
        <w:rPr>
          <w:rtl/>
        </w:rPr>
        <w:t>:</w:t>
      </w:r>
      <w:r>
        <w:rPr>
          <w:rFonts w:hint="eastAsia"/>
          <w:rtl/>
        </w:rPr>
        <w:t>دين</w:t>
      </w:r>
      <w:r>
        <w:rPr>
          <w:rtl/>
        </w:rPr>
        <w:t xml:space="preserve"> كى دعوت دينے كے آثار 3</w:t>
      </w:r>
    </w:p>
    <w:p w:rsidR="001F628F" w:rsidRDefault="001F628F" w:rsidP="001F628F">
      <w:pPr>
        <w:pStyle w:val="libNormal"/>
        <w:rPr>
          <w:rtl/>
        </w:rPr>
      </w:pPr>
      <w:r>
        <w:rPr>
          <w:rFonts w:hint="eastAsia"/>
          <w:rtl/>
        </w:rPr>
        <w:t>روايت</w:t>
      </w:r>
      <w:r>
        <w:rPr>
          <w:rtl/>
        </w:rPr>
        <w:t>:9</w:t>
      </w:r>
    </w:p>
    <w:p w:rsidR="001F628F" w:rsidRDefault="001F628F" w:rsidP="001F628F">
      <w:pPr>
        <w:pStyle w:val="libNormal"/>
        <w:rPr>
          <w:rtl/>
        </w:rPr>
      </w:pPr>
      <w:r>
        <w:rPr>
          <w:rtl/>
        </w:rPr>
        <w:t>1) تحف العقول ص271، فراز 48، بحارالا نوار، ج71، ص 20، ح 2_</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صبر</w:t>
      </w:r>
      <w:r>
        <w:rPr>
          <w:rtl/>
        </w:rPr>
        <w:t xml:space="preserve"> :</w:t>
      </w:r>
      <w:r>
        <w:rPr>
          <w:rFonts w:hint="eastAsia"/>
          <w:rtl/>
        </w:rPr>
        <w:t>صبر</w:t>
      </w:r>
      <w:r>
        <w:rPr>
          <w:rtl/>
        </w:rPr>
        <w:t xml:space="preserve"> كى اہميت 7; صبركى فضيلت 5; صبر كى قيمت 5;صبر كے آثار 7</w:t>
      </w:r>
    </w:p>
    <w:p w:rsidR="001F628F" w:rsidRDefault="001F628F" w:rsidP="00985357">
      <w:pPr>
        <w:pStyle w:val="libNormal"/>
        <w:rPr>
          <w:rtl/>
        </w:rPr>
      </w:pPr>
      <w:r>
        <w:rPr>
          <w:rFonts w:hint="eastAsia"/>
          <w:rtl/>
        </w:rPr>
        <w:t>عدالت</w:t>
      </w:r>
      <w:r>
        <w:rPr>
          <w:rtl/>
        </w:rPr>
        <w:t>:</w:t>
      </w:r>
      <w:r>
        <w:rPr>
          <w:rFonts w:hint="eastAsia"/>
          <w:rtl/>
        </w:rPr>
        <w:t>عدالت</w:t>
      </w:r>
      <w:r>
        <w:rPr>
          <w:rtl/>
        </w:rPr>
        <w:t xml:space="preserve"> كى اہميت 1،2</w:t>
      </w:r>
    </w:p>
    <w:p w:rsidR="001F628F" w:rsidRDefault="001F628F" w:rsidP="00985357">
      <w:pPr>
        <w:pStyle w:val="libNormal"/>
        <w:rPr>
          <w:rtl/>
        </w:rPr>
      </w:pPr>
      <w:r>
        <w:rPr>
          <w:rFonts w:hint="eastAsia"/>
          <w:rtl/>
        </w:rPr>
        <w:t>عفو</w:t>
      </w:r>
      <w:r>
        <w:rPr>
          <w:rtl/>
        </w:rPr>
        <w:t>:</w:t>
      </w:r>
      <w:r>
        <w:rPr>
          <w:rFonts w:hint="eastAsia"/>
          <w:rtl/>
        </w:rPr>
        <w:t>عفو</w:t>
      </w:r>
      <w:r>
        <w:rPr>
          <w:rtl/>
        </w:rPr>
        <w:t xml:space="preserve"> كى سختى 8، عفو كى قيمت 9</w:t>
      </w:r>
    </w:p>
    <w:p w:rsidR="001F628F" w:rsidRDefault="001F628F" w:rsidP="00985357">
      <w:pPr>
        <w:pStyle w:val="libNormal"/>
        <w:rPr>
          <w:rtl/>
        </w:rPr>
      </w:pPr>
      <w:r>
        <w:rPr>
          <w:rFonts w:hint="eastAsia"/>
          <w:rtl/>
        </w:rPr>
        <w:t>قصاص</w:t>
      </w:r>
      <w:r>
        <w:rPr>
          <w:rtl/>
        </w:rPr>
        <w:t>:</w:t>
      </w:r>
      <w:r>
        <w:rPr>
          <w:rFonts w:hint="eastAsia"/>
          <w:rtl/>
        </w:rPr>
        <w:t>قصاص</w:t>
      </w:r>
      <w:r>
        <w:rPr>
          <w:rtl/>
        </w:rPr>
        <w:t xml:space="preserve"> كا شرعى ہونا 4; قصاص كى قيمت 5; قصاص كے شرائط 2;قصاص مي</w:t>
      </w:r>
      <w:r w:rsidR="00083993">
        <w:rPr>
          <w:rtl/>
        </w:rPr>
        <w:t xml:space="preserve">ں </w:t>
      </w:r>
      <w:r>
        <w:rPr>
          <w:rtl/>
        </w:rPr>
        <w:t>عدالت 2</w:t>
      </w:r>
    </w:p>
    <w:p w:rsidR="001F628F" w:rsidRDefault="001F628F" w:rsidP="00985357">
      <w:pPr>
        <w:pStyle w:val="libNormal"/>
        <w:rPr>
          <w:rtl/>
        </w:rPr>
      </w:pPr>
      <w:r>
        <w:rPr>
          <w:rFonts w:hint="eastAsia"/>
          <w:rtl/>
        </w:rPr>
        <w:t>كفار</w:t>
      </w:r>
      <w:r>
        <w:rPr>
          <w:rtl/>
        </w:rPr>
        <w:t>:</w:t>
      </w:r>
      <w:r>
        <w:rPr>
          <w:rFonts w:hint="eastAsia"/>
          <w:rtl/>
        </w:rPr>
        <w:t>كفار</w:t>
      </w:r>
      <w:r>
        <w:rPr>
          <w:rtl/>
        </w:rPr>
        <w:t xml:space="preserve"> كے ستم كرنے كا زمينہ 3</w:t>
      </w:r>
    </w:p>
    <w:p w:rsidR="001F628F" w:rsidRDefault="001F628F" w:rsidP="00985357">
      <w:pPr>
        <w:pStyle w:val="libNormal"/>
        <w:rPr>
          <w:rtl/>
        </w:rPr>
      </w:pPr>
      <w:r>
        <w:rPr>
          <w:rFonts w:hint="eastAsia"/>
          <w:rtl/>
        </w:rPr>
        <w:t>مؤمنين</w:t>
      </w:r>
      <w:r>
        <w:rPr>
          <w:rtl/>
        </w:rPr>
        <w:t>:</w:t>
      </w:r>
      <w:r>
        <w:rPr>
          <w:rFonts w:hint="eastAsia"/>
          <w:rtl/>
        </w:rPr>
        <w:t>مؤمنين</w:t>
      </w:r>
      <w:r>
        <w:rPr>
          <w:rtl/>
        </w:rPr>
        <w:t xml:space="preserve"> كے مصالح 7</w:t>
      </w:r>
    </w:p>
    <w:p w:rsidR="001F628F" w:rsidRDefault="001F628F" w:rsidP="00985357">
      <w:pPr>
        <w:pStyle w:val="libNormal"/>
        <w:rPr>
          <w:rtl/>
        </w:rPr>
      </w:pPr>
      <w:r>
        <w:rPr>
          <w:rFonts w:hint="eastAsia"/>
          <w:rtl/>
        </w:rPr>
        <w:t>مقابلہ</w:t>
      </w:r>
      <w:r>
        <w:rPr>
          <w:rtl/>
        </w:rPr>
        <w:t xml:space="preserve"> بالمثل :</w:t>
      </w:r>
      <w:r>
        <w:rPr>
          <w:rFonts w:hint="eastAsia"/>
          <w:rtl/>
        </w:rPr>
        <w:t>مقابلہ</w:t>
      </w:r>
      <w:r>
        <w:rPr>
          <w:rtl/>
        </w:rPr>
        <w:t xml:space="preserve"> بالمثل كاشرعى ہونا 4; مقابلہ بالمثل كى قيمت 5; مقابلہ بالمثل كے شرائط 1،2; مقابلہ بالمثل مي</w:t>
      </w:r>
      <w:r w:rsidR="00083993">
        <w:rPr>
          <w:rtl/>
        </w:rPr>
        <w:t xml:space="preserve">ں </w:t>
      </w:r>
      <w:r>
        <w:rPr>
          <w:rtl/>
        </w:rPr>
        <w:t>صبر 7; مقابلہ بالمثل مي</w:t>
      </w:r>
      <w:r w:rsidR="00083993">
        <w:rPr>
          <w:rtl/>
        </w:rPr>
        <w:t xml:space="preserve">ں </w:t>
      </w:r>
      <w:r>
        <w:rPr>
          <w:rtl/>
        </w:rPr>
        <w:t>عدالت 1،2</w:t>
      </w:r>
    </w:p>
    <w:p w:rsidR="001F628F" w:rsidRDefault="001F628F" w:rsidP="00985357">
      <w:pPr>
        <w:pStyle w:val="libNormal"/>
        <w:rPr>
          <w:rtl/>
        </w:rPr>
      </w:pPr>
      <w:r>
        <w:rPr>
          <w:rFonts w:hint="eastAsia"/>
          <w:rtl/>
        </w:rPr>
        <w:t>ہدايت</w:t>
      </w:r>
      <w:r>
        <w:rPr>
          <w:rtl/>
        </w:rPr>
        <w:t>:</w:t>
      </w:r>
      <w:r>
        <w:rPr>
          <w:rFonts w:hint="eastAsia"/>
          <w:rtl/>
        </w:rPr>
        <w:t>ہدايت</w:t>
      </w:r>
      <w:r>
        <w:rPr>
          <w:rtl/>
        </w:rPr>
        <w:t xml:space="preserve"> كے آثار 6</w:t>
      </w:r>
    </w:p>
    <w:p w:rsidR="001F628F" w:rsidRPr="00120F63" w:rsidRDefault="00985357" w:rsidP="00985357">
      <w:pPr>
        <w:pStyle w:val="Heading2Center"/>
        <w:rPr>
          <w:rtl/>
        </w:rPr>
      </w:pPr>
      <w:bookmarkStart w:id="273" w:name="_Toc28081951"/>
      <w:r>
        <w:rPr>
          <w:rFonts w:hint="cs"/>
          <w:rtl/>
        </w:rPr>
        <w:t xml:space="preserve">آیت </w:t>
      </w:r>
      <w:r w:rsidRPr="00120F63">
        <w:rPr>
          <w:rFonts w:hint="cs"/>
          <w:rtl/>
        </w:rPr>
        <w:t>127</w:t>
      </w:r>
      <w:bookmarkEnd w:id="273"/>
    </w:p>
    <w:p w:rsidR="001F628F" w:rsidRDefault="00E260F9" w:rsidP="00985357">
      <w:pPr>
        <w:pStyle w:val="libNormal"/>
        <w:rPr>
          <w:rtl/>
        </w:rPr>
      </w:pPr>
      <w:r w:rsidRPr="00E260F9">
        <w:rPr>
          <w:rStyle w:val="libAlaemChar"/>
          <w:rFonts w:hint="eastAsia"/>
          <w:rtl/>
        </w:rPr>
        <w:t>(</w:t>
      </w:r>
      <w:r w:rsidRPr="00985357">
        <w:rPr>
          <w:rStyle w:val="libAieChar"/>
          <w:rFonts w:hint="eastAsia"/>
          <w:rtl/>
        </w:rPr>
        <w:t>وَاصْبِرْ</w:t>
      </w:r>
      <w:r w:rsidRPr="00985357">
        <w:rPr>
          <w:rStyle w:val="libAieChar"/>
          <w:rtl/>
        </w:rPr>
        <w:t xml:space="preserve"> وَمَا صَبْرُكَ إِلاَّ بِاللّهِ وَلاَ تَحْزَنْ عَلَيْهِمْ وَلاَ تَكُ فِي ضَيْقٍ مِّمَّا يَمْكُرُونَ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اور</w:t>
      </w:r>
      <w:r>
        <w:rPr>
          <w:rtl/>
        </w:rPr>
        <w:t xml:space="preserve"> آپ صبر ہى كري</w:t>
      </w:r>
      <w:r w:rsidR="00083993">
        <w:rPr>
          <w:rtl/>
        </w:rPr>
        <w:t xml:space="preserve">ں </w:t>
      </w:r>
      <w:r>
        <w:rPr>
          <w:rtl/>
        </w:rPr>
        <w:t>كہ آپ كا صبر بھى اللہ ہى كى مدد سے ہوگا اور ان كے حال پر رنجيدہ نہ ہو</w:t>
      </w:r>
      <w:r w:rsidR="00083993">
        <w:rPr>
          <w:rtl/>
        </w:rPr>
        <w:t xml:space="preserve">ں </w:t>
      </w:r>
      <w:r>
        <w:rPr>
          <w:rtl/>
        </w:rPr>
        <w:t>اور ان كى مكاريو</w:t>
      </w:r>
      <w:r w:rsidR="00083993">
        <w:rPr>
          <w:rtl/>
        </w:rPr>
        <w:t xml:space="preserve">ں </w:t>
      </w:r>
      <w:r>
        <w:rPr>
          <w:rtl/>
        </w:rPr>
        <w:t>كى وجہ سے تنگدلى كا بھى شكار نہ ہو</w:t>
      </w:r>
      <w:r w:rsidR="00083993">
        <w:rPr>
          <w:rtl/>
        </w:rPr>
        <w:t xml:space="preserve">ں </w:t>
      </w:r>
      <w:r>
        <w:rPr>
          <w:rtl/>
        </w:rPr>
        <w:t>_</w:t>
      </w:r>
    </w:p>
    <w:p w:rsidR="001F628F" w:rsidRDefault="001F628F" w:rsidP="00985357">
      <w:pPr>
        <w:pStyle w:val="libNormal"/>
        <w:rPr>
          <w:rtl/>
        </w:rPr>
      </w:pPr>
      <w:r>
        <w:rPr>
          <w:rtl/>
        </w:rPr>
        <w:t>1_ دشمنو</w:t>
      </w:r>
      <w:r w:rsidR="00083993">
        <w:rPr>
          <w:rtl/>
        </w:rPr>
        <w:t xml:space="preserve">ں </w:t>
      </w:r>
      <w:r>
        <w:rPr>
          <w:rtl/>
        </w:rPr>
        <w:t>كے آزار واذيت كے مقابلہ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كاوظيفہ صرف يہ تھا كہ وہ صبر و شكيبائي سے كام لي</w:t>
      </w:r>
      <w:r w:rsidR="00083993">
        <w:rPr>
          <w:rtl/>
        </w:rPr>
        <w:t xml:space="preserve">ں </w:t>
      </w:r>
      <w:r>
        <w:rPr>
          <w:rtl/>
        </w:rPr>
        <w:t>انہي</w:t>
      </w:r>
      <w:r w:rsidR="00083993">
        <w:rPr>
          <w:rtl/>
        </w:rPr>
        <w:t xml:space="preserve">ں </w:t>
      </w:r>
      <w:r>
        <w:rPr>
          <w:rtl/>
        </w:rPr>
        <w:t>مقابلہ بالمثل كرنے كى اجازت نہي</w:t>
      </w:r>
      <w:r w:rsidR="00083993">
        <w:rPr>
          <w:rtl/>
        </w:rPr>
        <w:t xml:space="preserve">ں </w:t>
      </w:r>
      <w:r>
        <w:rPr>
          <w:rtl/>
        </w:rPr>
        <w:t>تھي_</w:t>
      </w:r>
      <w:r w:rsidRPr="00985357">
        <w:rPr>
          <w:rStyle w:val="libArabicChar"/>
          <w:rFonts w:hint="eastAsia"/>
          <w:rtl/>
        </w:rPr>
        <w:t>ادع</w:t>
      </w:r>
      <w:r w:rsidRPr="00985357">
        <w:rPr>
          <w:rStyle w:val="libArabicChar"/>
          <w:rtl/>
        </w:rPr>
        <w:t xml:space="preserve"> الى سبيل ربّك ...وان عاقبتم فعا قبواو اصبر</w:t>
      </w:r>
    </w:p>
    <w:p w:rsidR="001F628F" w:rsidRDefault="001F628F" w:rsidP="001F628F">
      <w:pPr>
        <w:pStyle w:val="libNormal"/>
        <w:rPr>
          <w:rtl/>
        </w:rPr>
      </w:pPr>
      <w:r>
        <w:rPr>
          <w:rFonts w:hint="eastAsia"/>
          <w:rtl/>
        </w:rPr>
        <w:t>گذشتہ</w:t>
      </w:r>
      <w:r>
        <w:rPr>
          <w:rtl/>
        </w:rPr>
        <w:t xml:space="preserve"> آيت مي</w:t>
      </w:r>
      <w:r w:rsidR="00083993">
        <w:rPr>
          <w:rtl/>
        </w:rPr>
        <w:t xml:space="preserve">ں </w:t>
      </w:r>
      <w:r>
        <w:rPr>
          <w:rtl/>
        </w:rPr>
        <w:t>خداوند عالم نے تمام مسلمانو</w:t>
      </w:r>
      <w:r w:rsidR="00083993">
        <w:rPr>
          <w:rtl/>
        </w:rPr>
        <w:t xml:space="preserve">ں </w:t>
      </w:r>
      <w:r>
        <w:rPr>
          <w:rtl/>
        </w:rPr>
        <w:t>كو مقابلہ بالمثل كرنے كى اجازت دى ہے _ ليكن</w:t>
      </w:r>
    </w:p>
    <w:p w:rsidR="00985357" w:rsidRDefault="00985357" w:rsidP="00985357">
      <w:pPr>
        <w:pStyle w:val="libNormal"/>
        <w:rPr>
          <w:rtl/>
        </w:rPr>
      </w:pPr>
      <w:r>
        <w:rPr>
          <w:rFonts w:hint="eastAsia"/>
          <w:rtl/>
        </w:rPr>
        <w:t>اس</w:t>
      </w:r>
      <w:r>
        <w:rPr>
          <w:rtl/>
        </w:rPr>
        <w:t xml:space="preserve"> آيت ميں صرف پيغمبر اكرم</w:t>
      </w:r>
      <w:r w:rsidR="00F031CD" w:rsidRPr="00F031CD">
        <w:rPr>
          <w:rStyle w:val="libAlaemChar"/>
          <w:rtl/>
        </w:rPr>
        <w:t xml:space="preserve"> صلى‌الله‌عليه‌وآله‌وسلم </w:t>
      </w:r>
      <w:r>
        <w:rPr>
          <w:rtl/>
        </w:rPr>
        <w:t xml:space="preserve"> كو خطاب كيا ہے اور انہيں مخصوصاً صبرو استقامت كا حكم ديا ہے _ ان دونوں آيات كے با ہمى ربط سے مندجہ بالا معنى حاصل ہوتا ہے_</w:t>
      </w:r>
    </w:p>
    <w:p w:rsidR="00985357" w:rsidRDefault="00985357" w:rsidP="00985357">
      <w:pPr>
        <w:pStyle w:val="libNormal"/>
        <w:rPr>
          <w:rtl/>
        </w:rPr>
      </w:pPr>
      <w:r>
        <w:rPr>
          <w:rtl/>
        </w:rPr>
        <w:t>2_ دينى مبلغين كى ذمہ دارى ہے كہ وہ تبليغ كى راہ ميں پائيدار اور دشمنوں كى اذيت و تكليف كے مقابلے ميں استقامت كا مظاہرہ كريں _</w:t>
      </w:r>
      <w:r w:rsidRPr="00985357">
        <w:rPr>
          <w:rStyle w:val="libArabicChar"/>
          <w:rFonts w:hint="eastAsia"/>
          <w:rtl/>
        </w:rPr>
        <w:t>ادع</w:t>
      </w:r>
      <w:r w:rsidRPr="00985357">
        <w:rPr>
          <w:rStyle w:val="libArabicChar"/>
          <w:rtl/>
        </w:rPr>
        <w:t xml:space="preserve"> الى سبيل ربّك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r w:rsidRPr="00985357">
        <w:rPr>
          <w:rStyle w:val="libArabicChar"/>
          <w:rtl/>
        </w:rPr>
        <w:t xml:space="preserve"> </w:t>
      </w:r>
      <w:r w:rsidRPr="00985357">
        <w:rPr>
          <w:rStyle w:val="libArabicChar"/>
          <w:rFonts w:hint="cs"/>
          <w:rtl/>
        </w:rPr>
        <w:t>واصبرو</w:t>
      </w:r>
      <w:r w:rsidRPr="00985357">
        <w:rPr>
          <w:rStyle w:val="libArabicChar"/>
          <w:rtl/>
        </w:rPr>
        <w:t xml:space="preserve"> </w:t>
      </w:r>
      <w:r w:rsidRPr="00985357">
        <w:rPr>
          <w:rStyle w:val="libArabicChar"/>
          <w:rFonts w:hint="cs"/>
          <w:rtl/>
        </w:rPr>
        <w:t>ما</w:t>
      </w:r>
      <w:r w:rsidRPr="00985357">
        <w:rPr>
          <w:rStyle w:val="libArabicChar"/>
          <w:rtl/>
        </w:rPr>
        <w:t xml:space="preserve"> </w:t>
      </w:r>
      <w:r w:rsidRPr="00985357">
        <w:rPr>
          <w:rStyle w:val="libArabicChar"/>
          <w:rFonts w:hint="cs"/>
          <w:rtl/>
        </w:rPr>
        <w:t>صبرك</w:t>
      </w:r>
      <w:r w:rsidRPr="00985357">
        <w:rPr>
          <w:rStyle w:val="libArabicChar"/>
          <w:rtl/>
        </w:rPr>
        <w:t xml:space="preserve"> </w:t>
      </w:r>
      <w:r w:rsidRPr="00985357">
        <w:rPr>
          <w:rStyle w:val="libArabicChar"/>
          <w:rFonts w:hint="cs"/>
          <w:rtl/>
        </w:rPr>
        <w:t>الاّ</w:t>
      </w:r>
      <w:r w:rsidRPr="00985357">
        <w:rPr>
          <w:rStyle w:val="libArabicChar"/>
          <w:rtl/>
        </w:rPr>
        <w:t xml:space="preserve"> بالله</w:t>
      </w:r>
    </w:p>
    <w:p w:rsidR="00985357" w:rsidRDefault="001E7F9D" w:rsidP="00F73EDE">
      <w:pPr>
        <w:pStyle w:val="libPoemTini"/>
        <w:rPr>
          <w:rtl/>
        </w:rPr>
      </w:pPr>
      <w:r>
        <w:rPr>
          <w:rtl/>
        </w:rPr>
        <w:cr/>
      </w:r>
      <w:r>
        <w:rPr>
          <w:rtl/>
        </w:rPr>
        <w:br w:type="page"/>
      </w:r>
    </w:p>
    <w:p w:rsidR="001F628F" w:rsidRDefault="001F628F" w:rsidP="00985357">
      <w:pPr>
        <w:pStyle w:val="libNormal"/>
        <w:rPr>
          <w:rtl/>
        </w:rPr>
      </w:pPr>
      <w:r>
        <w:rPr>
          <w:rtl/>
        </w:rPr>
        <w:lastRenderedPageBreak/>
        <w:t>3_ پيغمبر اكرم</w:t>
      </w:r>
      <w:r w:rsidR="00F031CD" w:rsidRPr="00F031CD">
        <w:rPr>
          <w:rStyle w:val="libAlaemChar"/>
          <w:rtl/>
        </w:rPr>
        <w:t xml:space="preserve"> صلى‌الله‌عليه‌وآله‌وسلم </w:t>
      </w:r>
      <w:r>
        <w:rPr>
          <w:rtl/>
        </w:rPr>
        <w:t xml:space="preserve"> كا وظيفہ ہے كہ دشمنو</w:t>
      </w:r>
      <w:r w:rsidR="00083993">
        <w:rPr>
          <w:rtl/>
        </w:rPr>
        <w:t xml:space="preserve">ں </w:t>
      </w:r>
      <w:r>
        <w:rPr>
          <w:rtl/>
        </w:rPr>
        <w:t>كو دعوت ديتے وقت برترين اور باعظمت ترين راستو</w:t>
      </w:r>
      <w:r w:rsidR="00083993">
        <w:rPr>
          <w:rtl/>
        </w:rPr>
        <w:t xml:space="preserve">ں </w:t>
      </w:r>
      <w:r>
        <w:rPr>
          <w:rtl/>
        </w:rPr>
        <w:t>پر گامزن اور ان كا انتخاب كري</w:t>
      </w:r>
      <w:r w:rsidR="00083993">
        <w:rPr>
          <w:rtl/>
        </w:rPr>
        <w:t xml:space="preserve">ں </w:t>
      </w:r>
      <w:r>
        <w:rPr>
          <w:rtl/>
        </w:rPr>
        <w:t>_</w:t>
      </w:r>
      <w:r w:rsidRPr="00985357">
        <w:rPr>
          <w:rStyle w:val="libArabicChar"/>
          <w:rFonts w:hint="eastAsia"/>
          <w:rtl/>
        </w:rPr>
        <w:t>ولئن</w:t>
      </w:r>
      <w:r w:rsidRPr="00985357">
        <w:rPr>
          <w:rStyle w:val="libArabicChar"/>
          <w:rtl/>
        </w:rPr>
        <w:t xml:space="preserve">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r w:rsidRPr="00985357">
        <w:rPr>
          <w:rStyle w:val="libArabicChar"/>
          <w:rtl/>
        </w:rPr>
        <w:t xml:space="preserve"> واصبر</w:t>
      </w:r>
    </w:p>
    <w:p w:rsidR="001F628F" w:rsidRDefault="001F628F" w:rsidP="001F628F">
      <w:pPr>
        <w:pStyle w:val="libNormal"/>
        <w:rPr>
          <w:rtl/>
        </w:rPr>
      </w:pPr>
      <w:r>
        <w:rPr>
          <w:rFonts w:hint="eastAsia"/>
          <w:rtl/>
        </w:rPr>
        <w:t>مندرجہ</w:t>
      </w:r>
      <w:r>
        <w:rPr>
          <w:rtl/>
        </w:rPr>
        <w:t xml:space="preserve"> بالا معنى اس بناء پر ہے كہ گذشتہ آيت مي</w:t>
      </w:r>
      <w:r w:rsidR="00083993">
        <w:rPr>
          <w:rtl/>
        </w:rPr>
        <w:t xml:space="preserve">ں </w:t>
      </w:r>
      <w:r>
        <w:rPr>
          <w:rtl/>
        </w:rPr>
        <w:t>مسلمانو</w:t>
      </w:r>
      <w:r w:rsidR="00083993">
        <w:rPr>
          <w:rtl/>
        </w:rPr>
        <w:t xml:space="preserve">ں </w:t>
      </w:r>
      <w:r>
        <w:rPr>
          <w:rtl/>
        </w:rPr>
        <w:t>كے ليے قصاص اور صبر دونو</w:t>
      </w:r>
      <w:r w:rsidR="00083993">
        <w:rPr>
          <w:rtl/>
        </w:rPr>
        <w:t xml:space="preserve">ں </w:t>
      </w:r>
      <w:r>
        <w:rPr>
          <w:rtl/>
        </w:rPr>
        <w:t>كى اجازت دى گئي ہے ليكن اس آيت مي</w:t>
      </w:r>
      <w:r w:rsidR="00083993">
        <w:rPr>
          <w:rtl/>
        </w:rPr>
        <w:t xml:space="preserve">ں </w:t>
      </w:r>
      <w:r>
        <w:rPr>
          <w:rtl/>
        </w:rPr>
        <w:t>شخص پيغمبراكرم</w:t>
      </w:r>
      <w:r w:rsidR="00F031CD" w:rsidRPr="00F031CD">
        <w:rPr>
          <w:rStyle w:val="libAlaemChar"/>
          <w:rtl/>
        </w:rPr>
        <w:t xml:space="preserve"> صلى‌الله‌عليه‌وآله‌وسلم </w:t>
      </w:r>
      <w:r>
        <w:rPr>
          <w:rtl/>
        </w:rPr>
        <w:t xml:space="preserve"> كے ليے اور صرف صبركو جو كہ برترين راستہ ہے مشخص كيا گيا ہے_</w:t>
      </w:r>
    </w:p>
    <w:p w:rsidR="001F628F" w:rsidRDefault="001F628F" w:rsidP="00985357">
      <w:pPr>
        <w:pStyle w:val="libNormal"/>
        <w:rPr>
          <w:rtl/>
        </w:rPr>
      </w:pPr>
      <w:r>
        <w:rPr>
          <w:rtl/>
        </w:rPr>
        <w:t>4_ دشمنان دين كى آزارو اذيت كے مقابلے مي</w:t>
      </w:r>
      <w:r w:rsidR="00083993">
        <w:rPr>
          <w:rtl/>
        </w:rPr>
        <w:t xml:space="preserve">ں </w:t>
      </w:r>
      <w:r>
        <w:rPr>
          <w:rtl/>
        </w:rPr>
        <w:t>صبر و استقامت موثرترين جوابى كا روائي اور تبليغ دين كے ليے بہترين راستہ ہے_</w:t>
      </w:r>
      <w:r w:rsidRPr="00985357">
        <w:rPr>
          <w:rStyle w:val="libArabicChar"/>
          <w:rFonts w:hint="eastAsia"/>
          <w:rtl/>
        </w:rPr>
        <w:t>ادع</w:t>
      </w:r>
      <w:r w:rsidRPr="00985357">
        <w:rPr>
          <w:rStyle w:val="libArabicChar"/>
          <w:rtl/>
        </w:rPr>
        <w:t xml:space="preserve"> الى سبيل ربّك ...وان عاقبتم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r w:rsidRPr="00985357">
        <w:rPr>
          <w:rStyle w:val="libArabicChar"/>
          <w:rtl/>
        </w:rPr>
        <w:t xml:space="preserve"> _ واصبر</w:t>
      </w:r>
    </w:p>
    <w:p w:rsidR="001F628F" w:rsidRDefault="001F628F" w:rsidP="00985357">
      <w:pPr>
        <w:pStyle w:val="libNormal"/>
        <w:rPr>
          <w:rtl/>
        </w:rPr>
      </w:pPr>
      <w:r>
        <w:rPr>
          <w:rtl/>
        </w:rPr>
        <w:t>5_ دشمنان دين كى ا ذيت و تكليف كے مقابلہ مي</w:t>
      </w:r>
      <w:r w:rsidR="00083993">
        <w:rPr>
          <w:rtl/>
        </w:rPr>
        <w:t xml:space="preserve">ں </w:t>
      </w:r>
      <w:r>
        <w:rPr>
          <w:rtl/>
        </w:rPr>
        <w:t>صبرو استقامت ، صرف خداوند عالم كى عنايت و مدد كے زير سايہ حاصل ہوتے ہي</w:t>
      </w:r>
      <w:r w:rsidR="00083993">
        <w:rPr>
          <w:rtl/>
        </w:rPr>
        <w:t xml:space="preserve">ں </w:t>
      </w:r>
      <w:r>
        <w:rPr>
          <w:rtl/>
        </w:rPr>
        <w:t>_</w:t>
      </w:r>
      <w:r w:rsidRPr="00985357">
        <w:rPr>
          <w:rStyle w:val="libArabicChar"/>
          <w:rFonts w:hint="eastAsia"/>
          <w:rtl/>
        </w:rPr>
        <w:t>ولئن</w:t>
      </w:r>
      <w:r w:rsidRPr="00985357">
        <w:rPr>
          <w:rStyle w:val="libArabicChar"/>
          <w:rtl/>
        </w:rPr>
        <w:t xml:space="preserve">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r w:rsidRPr="00985357">
        <w:rPr>
          <w:rStyle w:val="libArabicChar"/>
          <w:rtl/>
        </w:rPr>
        <w:t xml:space="preserve"> _ </w:t>
      </w:r>
      <w:r w:rsidRPr="00985357">
        <w:rPr>
          <w:rStyle w:val="libArabicChar"/>
          <w:rFonts w:hint="cs"/>
          <w:rtl/>
        </w:rPr>
        <w:t>واصبرو</w:t>
      </w:r>
      <w:r w:rsidRPr="00985357">
        <w:rPr>
          <w:rStyle w:val="libArabicChar"/>
          <w:rtl/>
        </w:rPr>
        <w:t xml:space="preserve"> </w:t>
      </w:r>
      <w:r w:rsidRPr="00985357">
        <w:rPr>
          <w:rStyle w:val="libArabicChar"/>
          <w:rFonts w:hint="cs"/>
          <w:rtl/>
        </w:rPr>
        <w:t>ما</w:t>
      </w:r>
      <w:r w:rsidRPr="00985357">
        <w:rPr>
          <w:rStyle w:val="libArabicChar"/>
          <w:rtl/>
        </w:rPr>
        <w:t xml:space="preserve"> </w:t>
      </w:r>
      <w:r w:rsidRPr="00985357">
        <w:rPr>
          <w:rStyle w:val="libArabicChar"/>
          <w:rFonts w:hint="cs"/>
          <w:rtl/>
        </w:rPr>
        <w:t>صبرك</w:t>
      </w:r>
      <w:r w:rsidRPr="00985357">
        <w:rPr>
          <w:rStyle w:val="libArabicChar"/>
          <w:rtl/>
        </w:rPr>
        <w:t xml:space="preserve"> </w:t>
      </w:r>
      <w:r w:rsidRPr="00985357">
        <w:rPr>
          <w:rStyle w:val="libArabicChar"/>
          <w:rFonts w:hint="cs"/>
          <w:rtl/>
        </w:rPr>
        <w:t>الا</w:t>
      </w:r>
      <w:r w:rsidRPr="00985357">
        <w:rPr>
          <w:rStyle w:val="libArabicChar"/>
          <w:rtl/>
        </w:rPr>
        <w:t xml:space="preserve"> بالله</w:t>
      </w:r>
    </w:p>
    <w:p w:rsidR="001F628F" w:rsidRDefault="001F628F" w:rsidP="001F628F">
      <w:pPr>
        <w:pStyle w:val="libNormal"/>
        <w:rPr>
          <w:rtl/>
        </w:rPr>
      </w:pPr>
      <w:r>
        <w:rPr>
          <w:rtl/>
        </w:rPr>
        <w:t>6_ دشمنو</w:t>
      </w:r>
      <w:r w:rsidR="00083993">
        <w:rPr>
          <w:rtl/>
        </w:rPr>
        <w:t xml:space="preserve">ں </w:t>
      </w:r>
      <w:r>
        <w:rPr>
          <w:rtl/>
        </w:rPr>
        <w:t>كے ظلم ستم كے مقابلہ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كا صبرو شكيبائي ، خداوند عالم كى مدد اور توفيق كامحتاج ہے_</w:t>
      </w:r>
    </w:p>
    <w:p w:rsidR="001F628F" w:rsidRDefault="001F628F" w:rsidP="00985357">
      <w:pPr>
        <w:pStyle w:val="libArabic"/>
        <w:rPr>
          <w:rtl/>
        </w:rPr>
      </w:pPr>
      <w:r>
        <w:rPr>
          <w:rFonts w:hint="eastAsia"/>
          <w:rtl/>
        </w:rPr>
        <w:t>واصبرو</w:t>
      </w:r>
      <w:r>
        <w:rPr>
          <w:rtl/>
        </w:rPr>
        <w:t xml:space="preserve"> ما صبرك الا بالله</w:t>
      </w:r>
    </w:p>
    <w:p w:rsidR="001F628F" w:rsidRDefault="001F628F" w:rsidP="00985357">
      <w:pPr>
        <w:pStyle w:val="libNormal"/>
        <w:rPr>
          <w:rtl/>
        </w:rPr>
      </w:pPr>
      <w:r>
        <w:rPr>
          <w:rtl/>
        </w:rPr>
        <w:t>7_ دشمنان دين كى اذيت و تكليف اور ستم ، بہت زيادہ سخت اوراس كو برداشت كرنا پيغمبر اكرم</w:t>
      </w:r>
      <w:r w:rsidR="00F031CD" w:rsidRPr="00F031CD">
        <w:rPr>
          <w:rStyle w:val="libAlaemChar"/>
          <w:rtl/>
        </w:rPr>
        <w:t xml:space="preserve"> صلى‌الله‌عليه‌وآله‌وسلم </w:t>
      </w:r>
      <w:r>
        <w:rPr>
          <w:rtl/>
        </w:rPr>
        <w:t xml:space="preserve"> كے ليے بہت دشوار تھا_</w:t>
      </w:r>
      <w:r w:rsidRPr="00985357">
        <w:rPr>
          <w:rStyle w:val="libArabicChar"/>
          <w:rFonts w:hint="eastAsia"/>
          <w:rtl/>
        </w:rPr>
        <w:t>واصبر</w:t>
      </w:r>
      <w:r w:rsidRPr="00985357">
        <w:rPr>
          <w:rStyle w:val="libArabicChar"/>
          <w:rtl/>
        </w:rPr>
        <w:t xml:space="preserve"> وما صبرك الا ّ بالله</w:t>
      </w:r>
    </w:p>
    <w:p w:rsidR="001F628F" w:rsidRDefault="001F628F" w:rsidP="001F628F">
      <w:pPr>
        <w:pStyle w:val="libNormal"/>
        <w:rPr>
          <w:rtl/>
        </w:rPr>
      </w:pPr>
      <w:r>
        <w:rPr>
          <w:rFonts w:hint="eastAsia"/>
          <w:rtl/>
        </w:rPr>
        <w:t>چونكہ</w:t>
      </w:r>
      <w:r>
        <w:rPr>
          <w:rtl/>
        </w:rPr>
        <w:t xml:space="preserve"> خداوند عالم نے فرمايا ہے : كہ اے پيغمبر اكرم</w:t>
      </w:r>
      <w:r w:rsidR="00F031CD" w:rsidRPr="00F031CD">
        <w:rPr>
          <w:rStyle w:val="libAlaemChar"/>
          <w:rtl/>
        </w:rPr>
        <w:t xml:space="preserve"> صلى‌الله‌عليه‌وآله‌وسلم </w:t>
      </w:r>
      <w:r>
        <w:rPr>
          <w:rtl/>
        </w:rPr>
        <w:t xml:space="preserve"> تير ا صبر صرف تو فيق الہى كى وجہ سے ہے ، اس سے مندرجہ بالا معنى حاصل ہوتاہے_</w:t>
      </w:r>
    </w:p>
    <w:p w:rsidR="001F628F" w:rsidRDefault="001F628F" w:rsidP="00985357">
      <w:pPr>
        <w:pStyle w:val="libNormal"/>
        <w:rPr>
          <w:rtl/>
        </w:rPr>
      </w:pPr>
      <w:r>
        <w:rPr>
          <w:rtl/>
        </w:rPr>
        <w:t>8_ پيغمبر اكرم</w:t>
      </w:r>
      <w:r w:rsidR="00F031CD" w:rsidRPr="00F031CD">
        <w:rPr>
          <w:rStyle w:val="libAlaemChar"/>
          <w:rtl/>
        </w:rPr>
        <w:t xml:space="preserve"> صلى‌الله‌عليه‌وآله‌وسلم </w:t>
      </w:r>
      <w:r>
        <w:rPr>
          <w:rtl/>
        </w:rPr>
        <w:t xml:space="preserve"> ، كفار كے حق كو قبول نہ كرنے كى وجہ سے بہت پريشان اور غمگين تھے_</w:t>
      </w:r>
      <w:r w:rsidRPr="00985357">
        <w:rPr>
          <w:rStyle w:val="libArabicChar"/>
          <w:rFonts w:hint="eastAsia"/>
          <w:rtl/>
        </w:rPr>
        <w:t>ولا</w:t>
      </w:r>
      <w:r w:rsidRPr="00985357">
        <w:rPr>
          <w:rStyle w:val="libArabicChar"/>
          <w:rtl/>
        </w:rPr>
        <w:t xml:space="preserve"> تحزن علي</w:t>
      </w:r>
      <w:r w:rsidR="00120F63" w:rsidRPr="00B2551F">
        <w:rPr>
          <w:rStyle w:val="libArabicChar"/>
          <w:rFonts w:hint="cs"/>
          <w:rtl/>
        </w:rPr>
        <w:t>ه</w:t>
      </w:r>
      <w:r w:rsidRPr="00985357">
        <w:rPr>
          <w:rStyle w:val="libArabicChar"/>
          <w:rFonts w:hint="cs"/>
          <w:rtl/>
        </w:rPr>
        <w:t>م</w:t>
      </w:r>
    </w:p>
    <w:p w:rsidR="001F628F" w:rsidRDefault="001F628F" w:rsidP="001F628F">
      <w:pPr>
        <w:pStyle w:val="libNormal"/>
        <w:rPr>
          <w:rtl/>
        </w:rPr>
      </w:pPr>
      <w:r>
        <w:rPr>
          <w:rtl/>
        </w:rPr>
        <w:t>9_ كفار كى طرف سے مؤمنين كو شكنجہ اور اذيت دينے پر پيغمبر اكرم</w:t>
      </w:r>
      <w:r w:rsidR="00F031CD" w:rsidRPr="00F031CD">
        <w:rPr>
          <w:rStyle w:val="libAlaemChar"/>
          <w:rtl/>
        </w:rPr>
        <w:t xml:space="preserve"> صلى‌الله‌عليه‌وآله‌وسلم </w:t>
      </w:r>
      <w:r>
        <w:rPr>
          <w:rtl/>
        </w:rPr>
        <w:t xml:space="preserve"> سخت پريشان اور متاثر ہوتے تھے_</w:t>
      </w:r>
    </w:p>
    <w:p w:rsidR="001F628F" w:rsidRDefault="001F628F" w:rsidP="00985357">
      <w:pPr>
        <w:pStyle w:val="libNormal"/>
        <w:rPr>
          <w:rtl/>
        </w:rPr>
      </w:pPr>
      <w:r w:rsidRPr="00985357">
        <w:rPr>
          <w:rStyle w:val="libArabicChar"/>
          <w:rFonts w:hint="eastAsia"/>
          <w:rtl/>
        </w:rPr>
        <w:t>ولا</w:t>
      </w:r>
      <w:r w:rsidRPr="00985357">
        <w:rPr>
          <w:rStyle w:val="libArabicChar"/>
          <w:rtl/>
        </w:rPr>
        <w:t xml:space="preserve"> تحزن علي</w:t>
      </w:r>
      <w:r w:rsidR="00120F63" w:rsidRPr="00B2551F">
        <w:rPr>
          <w:rStyle w:val="libArabicChar"/>
          <w:rFonts w:hint="cs"/>
          <w:rtl/>
        </w:rPr>
        <w:t>ه</w:t>
      </w:r>
      <w:r w:rsidRPr="00985357">
        <w:rPr>
          <w:rStyle w:val="libArabicChar"/>
          <w:rFonts w:hint="cs"/>
          <w:rtl/>
        </w:rPr>
        <w:t>م</w:t>
      </w:r>
      <w:r w:rsidR="00985357">
        <w:rPr>
          <w:rFonts w:hint="cs"/>
          <w:rtl/>
        </w:rPr>
        <w:t xml:space="preserve">  </w:t>
      </w:r>
      <w:r>
        <w:rPr>
          <w:rFonts w:hint="eastAsia"/>
          <w:rtl/>
        </w:rPr>
        <w:t>مندرجہ</w:t>
      </w:r>
      <w:r>
        <w:rPr>
          <w:rtl/>
        </w:rPr>
        <w:t xml:space="preserve"> بالا مطلب اس بناء پر ہے كہ ''عليہم'' كى ضمير كا مرجع مؤمنين ہو</w:t>
      </w:r>
      <w:r w:rsidR="00083993">
        <w:rPr>
          <w:rtl/>
        </w:rPr>
        <w:t xml:space="preserve">ں </w:t>
      </w:r>
      <w:r>
        <w:rPr>
          <w:rtl/>
        </w:rPr>
        <w:t>جو كہ مكّہ كے كفار اور مشركين كى طرف سے سخت شكنجہ واذيت مي</w:t>
      </w:r>
      <w:r w:rsidR="00083993">
        <w:rPr>
          <w:rtl/>
        </w:rPr>
        <w:t xml:space="preserve">ں </w:t>
      </w:r>
      <w:r>
        <w:rPr>
          <w:rtl/>
        </w:rPr>
        <w:t>مبتلاء تھے_</w:t>
      </w:r>
    </w:p>
    <w:p w:rsidR="00985357" w:rsidRDefault="001E7F9D" w:rsidP="00F73EDE">
      <w:pPr>
        <w:pStyle w:val="libPoemTini"/>
        <w:rPr>
          <w:rtl/>
        </w:rPr>
      </w:pPr>
      <w:r>
        <w:rPr>
          <w:rtl/>
        </w:rPr>
        <w:br w:type="page"/>
      </w:r>
    </w:p>
    <w:p w:rsidR="001F628F" w:rsidRDefault="001F628F" w:rsidP="00985357">
      <w:pPr>
        <w:pStyle w:val="libNormal"/>
        <w:rPr>
          <w:rtl/>
        </w:rPr>
      </w:pPr>
      <w:r>
        <w:rPr>
          <w:rtl/>
        </w:rPr>
        <w:lastRenderedPageBreak/>
        <w:t>10_ كفار كے كفر اور حق قبول نہ كرنے پر، پيغمبر اكرم</w:t>
      </w:r>
      <w:r w:rsidR="00F031CD" w:rsidRPr="00F031CD">
        <w:rPr>
          <w:rStyle w:val="libAlaemChar"/>
          <w:rtl/>
        </w:rPr>
        <w:t xml:space="preserve"> صلى‌الله‌عليه‌وآله‌وسلم </w:t>
      </w:r>
      <w:r>
        <w:rPr>
          <w:rtl/>
        </w:rPr>
        <w:t xml:space="preserve"> كو جوغم و حزن تھا خداوند عالم نے انہي</w:t>
      </w:r>
      <w:r w:rsidR="00083993">
        <w:rPr>
          <w:rtl/>
        </w:rPr>
        <w:t xml:space="preserve">ں </w:t>
      </w:r>
      <w:r>
        <w:rPr>
          <w:rtl/>
        </w:rPr>
        <w:t>اس پر دلدارى و تسلّى دى ہے_</w:t>
      </w:r>
      <w:r w:rsidRPr="00985357">
        <w:rPr>
          <w:rStyle w:val="libArabicChar"/>
          <w:rFonts w:hint="eastAsia"/>
          <w:rtl/>
        </w:rPr>
        <w:t>ولا</w:t>
      </w:r>
      <w:r w:rsidRPr="00985357">
        <w:rPr>
          <w:rStyle w:val="libArabicChar"/>
          <w:rtl/>
        </w:rPr>
        <w:t xml:space="preserve"> تحزن علي</w:t>
      </w:r>
      <w:r w:rsidR="00120F63" w:rsidRPr="00B2551F">
        <w:rPr>
          <w:rStyle w:val="libArabicChar"/>
          <w:rFonts w:hint="cs"/>
          <w:rtl/>
        </w:rPr>
        <w:t>ه</w:t>
      </w:r>
      <w:r w:rsidRPr="00985357">
        <w:rPr>
          <w:rStyle w:val="libArabicChar"/>
          <w:rFonts w:hint="cs"/>
          <w:rtl/>
        </w:rPr>
        <w:t>م</w:t>
      </w:r>
    </w:p>
    <w:p w:rsidR="001F628F" w:rsidRDefault="001F628F" w:rsidP="00985357">
      <w:pPr>
        <w:pStyle w:val="libNormal"/>
        <w:rPr>
          <w:rtl/>
        </w:rPr>
      </w:pPr>
      <w:r>
        <w:rPr>
          <w:rtl/>
        </w:rPr>
        <w:t>11_ لوگو</w:t>
      </w:r>
      <w:r w:rsidR="00083993">
        <w:rPr>
          <w:rtl/>
        </w:rPr>
        <w:t xml:space="preserve">ں </w:t>
      </w:r>
      <w:r>
        <w:rPr>
          <w:rtl/>
        </w:rPr>
        <w:t>كى ہدايت پر پيغمبر اكرم</w:t>
      </w:r>
      <w:r w:rsidR="00F031CD" w:rsidRPr="00F031CD">
        <w:rPr>
          <w:rStyle w:val="libAlaemChar"/>
          <w:rtl/>
        </w:rPr>
        <w:t xml:space="preserve"> صلى‌الله‌عليه‌وآله‌وسلم </w:t>
      </w:r>
      <w:r>
        <w:rPr>
          <w:rtl/>
        </w:rPr>
        <w:t xml:space="preserve"> كو بہت زيادہ اشتياق تھا_</w:t>
      </w:r>
      <w:r w:rsidRPr="00985357">
        <w:rPr>
          <w:rStyle w:val="libArabicChar"/>
          <w:rFonts w:hint="eastAsia"/>
          <w:rtl/>
        </w:rPr>
        <w:t>ولا</w:t>
      </w:r>
      <w:r w:rsidRPr="00985357">
        <w:rPr>
          <w:rStyle w:val="libArabicChar"/>
          <w:rtl/>
        </w:rPr>
        <w:t xml:space="preserve"> تحزن علي</w:t>
      </w:r>
      <w:r w:rsidR="00120F63" w:rsidRPr="00B2551F">
        <w:rPr>
          <w:rStyle w:val="libArabicChar"/>
          <w:rFonts w:hint="cs"/>
          <w:rtl/>
        </w:rPr>
        <w:t>ه</w:t>
      </w:r>
      <w:r w:rsidRPr="00985357">
        <w:rPr>
          <w:rStyle w:val="libArabicChar"/>
          <w:rFonts w:hint="cs"/>
          <w:rtl/>
        </w:rPr>
        <w:t>م</w:t>
      </w:r>
    </w:p>
    <w:p w:rsidR="001F628F" w:rsidRDefault="001F628F" w:rsidP="001F628F">
      <w:pPr>
        <w:pStyle w:val="libNormal"/>
        <w:rPr>
          <w:rtl/>
        </w:rPr>
      </w:pPr>
      <w:r>
        <w:rPr>
          <w:rFonts w:hint="eastAsia"/>
          <w:rtl/>
        </w:rPr>
        <w:t>اس</w:t>
      </w:r>
      <w:r>
        <w:rPr>
          <w:rtl/>
        </w:rPr>
        <w:t xml:space="preserve"> مي</w:t>
      </w:r>
      <w:r w:rsidR="00083993">
        <w:rPr>
          <w:rtl/>
        </w:rPr>
        <w:t xml:space="preserve">ں </w:t>
      </w:r>
      <w:r>
        <w:rPr>
          <w:rtl/>
        </w:rPr>
        <w:t>كوئي شك نہي</w:t>
      </w:r>
      <w:r w:rsidR="00083993">
        <w:rPr>
          <w:rtl/>
        </w:rPr>
        <w:t xml:space="preserve">ں </w:t>
      </w:r>
      <w:r>
        <w:rPr>
          <w:rtl/>
        </w:rPr>
        <w:t>ہے كہ كفار كے بارے مي</w:t>
      </w:r>
      <w:r w:rsidR="00083993">
        <w:rPr>
          <w:rtl/>
        </w:rPr>
        <w:t xml:space="preserve">ں </w:t>
      </w:r>
      <w:r>
        <w:rPr>
          <w:rtl/>
        </w:rPr>
        <w:t>پيغمبر اكرم</w:t>
      </w:r>
      <w:r w:rsidR="00F031CD" w:rsidRPr="00F031CD">
        <w:rPr>
          <w:rStyle w:val="libAlaemChar"/>
          <w:rtl/>
        </w:rPr>
        <w:t xml:space="preserve"> صلى‌الله‌عليه‌وآله‌وسلم </w:t>
      </w:r>
      <w:r>
        <w:rPr>
          <w:rtl/>
        </w:rPr>
        <w:t xml:space="preserve"> كا حزن و ملال اس وجہ سے تھا كہ وہ لوگو</w:t>
      </w:r>
      <w:r w:rsidR="00083993">
        <w:rPr>
          <w:rtl/>
        </w:rPr>
        <w:t xml:space="preserve">ں </w:t>
      </w:r>
      <w:r>
        <w:rPr>
          <w:rtl/>
        </w:rPr>
        <w:t>كى ہدايت كو بہت زيادہ چاہتے تھے اگر پيغمبر اكرم</w:t>
      </w:r>
      <w:r w:rsidR="00F031CD" w:rsidRPr="00F031CD">
        <w:rPr>
          <w:rStyle w:val="libAlaemChar"/>
          <w:rtl/>
        </w:rPr>
        <w:t xml:space="preserve"> صلى‌الله‌عليه‌وآله‌وسلم </w:t>
      </w:r>
      <w:r>
        <w:rPr>
          <w:rtl/>
        </w:rPr>
        <w:t xml:space="preserve"> كى يہ چاہت نہ ہوتى تو ان مي</w:t>
      </w:r>
      <w:r w:rsidR="00083993">
        <w:rPr>
          <w:rtl/>
        </w:rPr>
        <w:t xml:space="preserve">ں </w:t>
      </w:r>
      <w:r>
        <w:rPr>
          <w:rtl/>
        </w:rPr>
        <w:t>حزن ملال بھى موجود نہ ہوتا _</w:t>
      </w:r>
    </w:p>
    <w:p w:rsidR="001F628F" w:rsidRDefault="001F628F" w:rsidP="001F628F">
      <w:pPr>
        <w:pStyle w:val="libNormal"/>
        <w:rPr>
          <w:rtl/>
        </w:rPr>
      </w:pPr>
      <w:r>
        <w:rPr>
          <w:rtl/>
        </w:rPr>
        <w:t>12_ پيغمبر اكرم</w:t>
      </w:r>
      <w:r w:rsidR="00F031CD" w:rsidRPr="00F031CD">
        <w:rPr>
          <w:rStyle w:val="libAlaemChar"/>
          <w:rtl/>
        </w:rPr>
        <w:t xml:space="preserve"> صلى‌الله‌عليه‌وآله‌وسلم </w:t>
      </w:r>
      <w:r>
        <w:rPr>
          <w:rtl/>
        </w:rPr>
        <w:t xml:space="preserve"> كى دعوت اور ہدايت كے مقابلہ مي</w:t>
      </w:r>
      <w:r w:rsidR="00083993">
        <w:rPr>
          <w:rtl/>
        </w:rPr>
        <w:t xml:space="preserve">ں </w:t>
      </w:r>
      <w:r>
        <w:rPr>
          <w:rtl/>
        </w:rPr>
        <w:t>كفار كا دائماً مكر و حيلہ سے كام لينا _</w:t>
      </w:r>
    </w:p>
    <w:p w:rsidR="001F628F" w:rsidRDefault="001F628F" w:rsidP="00985357">
      <w:pPr>
        <w:pStyle w:val="libArabic"/>
        <w:rPr>
          <w:rtl/>
        </w:rPr>
      </w:pPr>
      <w:r>
        <w:rPr>
          <w:rFonts w:hint="eastAsia"/>
          <w:rtl/>
        </w:rPr>
        <w:t>ولا</w:t>
      </w:r>
      <w:r>
        <w:rPr>
          <w:rtl/>
        </w:rPr>
        <w:t xml:space="preserve"> تك فى ضيق مّما يمكرون</w:t>
      </w:r>
    </w:p>
    <w:p w:rsidR="001F628F" w:rsidRDefault="001F628F" w:rsidP="00985357">
      <w:pPr>
        <w:pStyle w:val="libNormal"/>
        <w:rPr>
          <w:rtl/>
        </w:rPr>
      </w:pPr>
      <w:r>
        <w:rPr>
          <w:rtl/>
        </w:rPr>
        <w:t>13_ كفار كے مسلسل مكرو و حيلہ پر پيغمبر اكرم</w:t>
      </w:r>
      <w:r w:rsidR="00F031CD" w:rsidRPr="00F031CD">
        <w:rPr>
          <w:rStyle w:val="libAlaemChar"/>
          <w:rtl/>
        </w:rPr>
        <w:t xml:space="preserve"> صلى‌الله‌عليه‌وآله‌وسلم </w:t>
      </w:r>
      <w:r>
        <w:rPr>
          <w:rtl/>
        </w:rPr>
        <w:t xml:space="preserve"> كا حزن و ملال_</w:t>
      </w:r>
      <w:r w:rsidRPr="00985357">
        <w:rPr>
          <w:rStyle w:val="libArabicChar"/>
          <w:rFonts w:hint="eastAsia"/>
          <w:rtl/>
        </w:rPr>
        <w:t>ولا</w:t>
      </w:r>
      <w:r w:rsidRPr="00985357">
        <w:rPr>
          <w:rStyle w:val="libArabicChar"/>
          <w:rtl/>
        </w:rPr>
        <w:t xml:space="preserve"> تك ضيق ممّا يمكرون</w:t>
      </w:r>
    </w:p>
    <w:p w:rsidR="001F628F" w:rsidRDefault="001F628F" w:rsidP="001F628F">
      <w:pPr>
        <w:pStyle w:val="libNormal"/>
        <w:rPr>
          <w:rtl/>
        </w:rPr>
      </w:pPr>
      <w:r>
        <w:rPr>
          <w:rtl/>
        </w:rPr>
        <w:t>14_ دشمن كى اذيت و تكليف اور ستم كے مقابلہ مي</w:t>
      </w:r>
      <w:r w:rsidR="00083993">
        <w:rPr>
          <w:rtl/>
        </w:rPr>
        <w:t xml:space="preserve">ں </w:t>
      </w:r>
      <w:r>
        <w:rPr>
          <w:rtl/>
        </w:rPr>
        <w:t>پيغمبراكرم</w:t>
      </w:r>
      <w:r w:rsidR="00F031CD" w:rsidRPr="00F031CD">
        <w:rPr>
          <w:rStyle w:val="libAlaemChar"/>
          <w:rtl/>
        </w:rPr>
        <w:t xml:space="preserve"> صلى‌الله‌عليه‌وآله‌وسلم </w:t>
      </w:r>
      <w:r>
        <w:rPr>
          <w:rtl/>
        </w:rPr>
        <w:t xml:space="preserve"> ، صبر و تحمل كے اعلى ترين مرتبہ پر فائز تھے_</w:t>
      </w:r>
    </w:p>
    <w:p w:rsidR="001F628F" w:rsidRDefault="001F628F" w:rsidP="00985357">
      <w:pPr>
        <w:pStyle w:val="libArabic"/>
        <w:rPr>
          <w:rtl/>
        </w:rPr>
      </w:pPr>
      <w:r>
        <w:rPr>
          <w:rFonts w:hint="eastAsia"/>
          <w:rtl/>
        </w:rPr>
        <w:t>واصبر</w:t>
      </w:r>
      <w:r>
        <w:rPr>
          <w:rtl/>
        </w:rPr>
        <w:t xml:space="preserve"> ... ولا تحزن علي</w:t>
      </w:r>
      <w:r w:rsidR="00120F63" w:rsidRPr="00ED5DE8">
        <w:rPr>
          <w:rFonts w:hint="cs"/>
          <w:rtl/>
        </w:rPr>
        <w:t>ه</w:t>
      </w:r>
      <w:r>
        <w:rPr>
          <w:rFonts w:hint="cs"/>
          <w:rtl/>
        </w:rPr>
        <w:t>م</w:t>
      </w:r>
      <w:r>
        <w:rPr>
          <w:rtl/>
        </w:rPr>
        <w:t xml:space="preserve"> </w:t>
      </w:r>
      <w:r>
        <w:rPr>
          <w:rFonts w:hint="cs"/>
          <w:rtl/>
        </w:rPr>
        <w:t>و</w:t>
      </w:r>
      <w:r>
        <w:rPr>
          <w:rtl/>
        </w:rPr>
        <w:t xml:space="preserve"> </w:t>
      </w:r>
      <w:r>
        <w:rPr>
          <w:rFonts w:hint="cs"/>
          <w:rtl/>
        </w:rPr>
        <w:t>لا</w:t>
      </w:r>
      <w:r>
        <w:rPr>
          <w:rtl/>
        </w:rPr>
        <w:t xml:space="preserve"> </w:t>
      </w:r>
      <w:r>
        <w:rPr>
          <w:rFonts w:hint="cs"/>
          <w:rtl/>
        </w:rPr>
        <w:t>تك</w:t>
      </w:r>
      <w:r>
        <w:rPr>
          <w:rtl/>
        </w:rPr>
        <w:t xml:space="preserve"> </w:t>
      </w:r>
      <w:r>
        <w:rPr>
          <w:rFonts w:hint="cs"/>
          <w:rtl/>
        </w:rPr>
        <w:t>فى</w:t>
      </w:r>
      <w:r>
        <w:rPr>
          <w:rtl/>
        </w:rPr>
        <w:t xml:space="preserve"> </w:t>
      </w:r>
      <w:r>
        <w:rPr>
          <w:rFonts w:hint="cs"/>
          <w:rtl/>
        </w:rPr>
        <w:t>ضيق</w:t>
      </w:r>
      <w:r>
        <w:rPr>
          <w:rtl/>
        </w:rPr>
        <w:t xml:space="preserve"> </w:t>
      </w:r>
      <w:r>
        <w:rPr>
          <w:rFonts w:hint="cs"/>
          <w:rtl/>
        </w:rPr>
        <w:t>ممّا</w:t>
      </w:r>
      <w:r>
        <w:rPr>
          <w:rtl/>
        </w:rPr>
        <w:t xml:space="preserve"> </w:t>
      </w:r>
      <w:r>
        <w:rPr>
          <w:rFonts w:hint="cs"/>
          <w:rtl/>
        </w:rPr>
        <w:t>ي</w:t>
      </w:r>
      <w:r>
        <w:rPr>
          <w:rtl/>
        </w:rPr>
        <w:t>مكرون</w:t>
      </w:r>
    </w:p>
    <w:p w:rsidR="001F628F" w:rsidRDefault="001F628F" w:rsidP="001F628F">
      <w:pPr>
        <w:pStyle w:val="libNormal"/>
        <w:rPr>
          <w:rtl/>
        </w:rPr>
      </w:pPr>
      <w:r>
        <w:rPr>
          <w:rFonts w:hint="eastAsia"/>
          <w:rtl/>
        </w:rPr>
        <w:t>چونكہ</w:t>
      </w:r>
      <w:r>
        <w:rPr>
          <w:rtl/>
        </w:rPr>
        <w:t xml:space="preserve"> صبر اختيار كرنا ، صرف پيغمبر اكرم كے ساتھ مخصوص تھااورانہي</w:t>
      </w:r>
      <w:r w:rsidR="00083993">
        <w:rPr>
          <w:rtl/>
        </w:rPr>
        <w:t xml:space="preserve">ں </w:t>
      </w:r>
      <w:r>
        <w:rPr>
          <w:rtl/>
        </w:rPr>
        <w:t>اس كا حكم تھا اور ان كا صبر، الہى مدد اور عنايت كى روشنى سے ميسر تھا _ اس سے معلوم ہوتا ہے كہ آنحضرت</w:t>
      </w:r>
      <w:r w:rsidR="00F031CD" w:rsidRPr="00F031CD">
        <w:rPr>
          <w:rStyle w:val="libAlaemChar"/>
          <w:rtl/>
        </w:rPr>
        <w:t xml:space="preserve"> صلى‌الله‌عليه‌وآله‌وسلم </w:t>
      </w:r>
      <w:r>
        <w:rPr>
          <w:rtl/>
        </w:rPr>
        <w:t xml:space="preserve"> كا صبر ايك مخصوص اور عظيم الشان تھا_</w:t>
      </w:r>
    </w:p>
    <w:p w:rsidR="001F628F" w:rsidRDefault="001F628F" w:rsidP="00985357">
      <w:pPr>
        <w:pStyle w:val="libNormal"/>
        <w:rPr>
          <w:rtl/>
        </w:rPr>
      </w:pPr>
      <w:r>
        <w:rPr>
          <w:rFonts w:hint="eastAsia"/>
          <w:rtl/>
        </w:rPr>
        <w:t>الله</w:t>
      </w:r>
      <w:r>
        <w:rPr>
          <w:rtl/>
        </w:rPr>
        <w:t xml:space="preserve"> تعالي:</w:t>
      </w:r>
      <w:r>
        <w:rPr>
          <w:rFonts w:hint="eastAsia"/>
          <w:rtl/>
        </w:rPr>
        <w:t>الله</w:t>
      </w:r>
      <w:r>
        <w:rPr>
          <w:rtl/>
        </w:rPr>
        <w:t xml:space="preserve"> تعالى كى امداد كے آثار 5; الله تعالى كى توفيقات كى اہميت 6</w:t>
      </w:r>
    </w:p>
    <w:p w:rsidR="001F628F" w:rsidRDefault="001F628F" w:rsidP="00985357">
      <w:pPr>
        <w:pStyle w:val="libNormal"/>
        <w:rPr>
          <w:rtl/>
        </w:rPr>
      </w:pPr>
      <w:r>
        <w:rPr>
          <w:rFonts w:hint="eastAsia"/>
          <w:rtl/>
        </w:rPr>
        <w:t>تبليغ</w:t>
      </w:r>
      <w:r>
        <w:rPr>
          <w:rtl/>
        </w:rPr>
        <w:t>:</w:t>
      </w:r>
      <w:r>
        <w:rPr>
          <w:rFonts w:hint="eastAsia"/>
          <w:rtl/>
        </w:rPr>
        <w:t>تبليغ</w:t>
      </w:r>
      <w:r>
        <w:rPr>
          <w:rtl/>
        </w:rPr>
        <w:t xml:space="preserve"> كى روش 4; تبليغ مي</w:t>
      </w:r>
      <w:r w:rsidR="00083993">
        <w:rPr>
          <w:rtl/>
        </w:rPr>
        <w:t xml:space="preserve">ں </w:t>
      </w:r>
      <w:r>
        <w:rPr>
          <w:rtl/>
        </w:rPr>
        <w:t>صبر 2</w:t>
      </w:r>
    </w:p>
    <w:p w:rsidR="001F628F" w:rsidRDefault="001F628F" w:rsidP="00985357">
      <w:pPr>
        <w:pStyle w:val="libNormal"/>
        <w:rPr>
          <w:rtl/>
        </w:rPr>
      </w:pPr>
      <w:r>
        <w:rPr>
          <w:rFonts w:hint="eastAsia"/>
          <w:rtl/>
        </w:rPr>
        <w:t>دشمن</w:t>
      </w:r>
      <w:r>
        <w:rPr>
          <w:rtl/>
        </w:rPr>
        <w:t>:</w:t>
      </w:r>
      <w:r>
        <w:rPr>
          <w:rFonts w:hint="eastAsia"/>
          <w:rtl/>
        </w:rPr>
        <w:t>دشمن</w:t>
      </w:r>
      <w:r>
        <w:rPr>
          <w:rtl/>
        </w:rPr>
        <w:t xml:space="preserve"> كى اذيتو</w:t>
      </w:r>
      <w:r w:rsidR="00083993">
        <w:rPr>
          <w:rtl/>
        </w:rPr>
        <w:t xml:space="preserve">ں </w:t>
      </w:r>
      <w:r>
        <w:rPr>
          <w:rtl/>
        </w:rPr>
        <w:t>پر صبر 1،2،4،5،14; دشمنو</w:t>
      </w:r>
      <w:r w:rsidR="00083993">
        <w:rPr>
          <w:rtl/>
        </w:rPr>
        <w:t xml:space="preserve">ں </w:t>
      </w:r>
      <w:r>
        <w:rPr>
          <w:rtl/>
        </w:rPr>
        <w:t>كے ساتھ روش كا طريقہ كار 3،4</w:t>
      </w:r>
    </w:p>
    <w:p w:rsidR="001F628F" w:rsidRDefault="001F628F" w:rsidP="00985357">
      <w:pPr>
        <w:pStyle w:val="libNormal"/>
        <w:rPr>
          <w:rtl/>
        </w:rPr>
      </w:pPr>
      <w:r>
        <w:rPr>
          <w:rFonts w:hint="eastAsia"/>
          <w:rtl/>
        </w:rPr>
        <w:t>دين</w:t>
      </w:r>
      <w:r>
        <w:rPr>
          <w:rtl/>
        </w:rPr>
        <w:t>:</w:t>
      </w:r>
      <w:r>
        <w:rPr>
          <w:rFonts w:hint="eastAsia"/>
          <w:rtl/>
        </w:rPr>
        <w:t>دشمنان</w:t>
      </w:r>
      <w:r>
        <w:rPr>
          <w:rtl/>
        </w:rPr>
        <w:t xml:space="preserve"> دين كى اذيت كى سختى 7</w:t>
      </w:r>
    </w:p>
    <w:p w:rsidR="001F628F" w:rsidRDefault="001F628F" w:rsidP="001F628F">
      <w:pPr>
        <w:pStyle w:val="libNormal"/>
        <w:rPr>
          <w:rtl/>
        </w:rPr>
      </w:pPr>
      <w:r>
        <w:rPr>
          <w:rFonts w:hint="eastAsia"/>
          <w:rtl/>
        </w:rPr>
        <w:t>صابر</w:t>
      </w:r>
      <w:r>
        <w:rPr>
          <w:rtl/>
        </w:rPr>
        <w:t>:14</w:t>
      </w:r>
    </w:p>
    <w:p w:rsidR="001F628F" w:rsidRDefault="001F628F" w:rsidP="00985357">
      <w:pPr>
        <w:pStyle w:val="libNormal"/>
        <w:rPr>
          <w:rtl/>
        </w:rPr>
      </w:pPr>
      <w:r>
        <w:rPr>
          <w:rFonts w:hint="eastAsia"/>
          <w:rtl/>
        </w:rPr>
        <w:t>صبر</w:t>
      </w:r>
      <w:r>
        <w:rPr>
          <w:rtl/>
        </w:rPr>
        <w:t>:</w:t>
      </w:r>
      <w:r>
        <w:rPr>
          <w:rFonts w:hint="eastAsia"/>
          <w:rtl/>
        </w:rPr>
        <w:t>صبر</w:t>
      </w:r>
      <w:r>
        <w:rPr>
          <w:rtl/>
        </w:rPr>
        <w:t xml:space="preserve"> كے مراتب 14</w:t>
      </w:r>
    </w:p>
    <w:p w:rsidR="001F628F" w:rsidRDefault="001F628F" w:rsidP="00985357">
      <w:pPr>
        <w:pStyle w:val="libNormal"/>
        <w:rPr>
          <w:rtl/>
        </w:rPr>
      </w:pPr>
      <w:r>
        <w:rPr>
          <w:rFonts w:hint="eastAsia"/>
          <w:rtl/>
        </w:rPr>
        <w:t>كفار</w:t>
      </w:r>
      <w:r>
        <w:rPr>
          <w:rtl/>
        </w:rPr>
        <w:t>:</w:t>
      </w:r>
      <w:r>
        <w:rPr>
          <w:rFonts w:hint="eastAsia"/>
          <w:rtl/>
        </w:rPr>
        <w:t>كفار</w:t>
      </w:r>
      <w:r>
        <w:rPr>
          <w:rtl/>
        </w:rPr>
        <w:t xml:space="preserve"> كى چالو</w:t>
      </w:r>
      <w:r w:rsidR="00083993">
        <w:rPr>
          <w:rtl/>
        </w:rPr>
        <w:t xml:space="preserve">ں </w:t>
      </w:r>
      <w:r>
        <w:rPr>
          <w:rtl/>
        </w:rPr>
        <w:t>اور فريبو</w:t>
      </w:r>
      <w:r w:rsidR="00083993">
        <w:rPr>
          <w:rtl/>
        </w:rPr>
        <w:t xml:space="preserve">ں </w:t>
      </w:r>
      <w:r>
        <w:rPr>
          <w:rtl/>
        </w:rPr>
        <w:t>كا دائمى ہونا 12،13 كفار كے حق كو قبول نہ كرنے پر غمگين ہونا 8،10;كفار</w:t>
      </w:r>
    </w:p>
    <w:p w:rsidR="00985357" w:rsidRDefault="001E7F9D" w:rsidP="00F73EDE">
      <w:pPr>
        <w:pStyle w:val="libPoemTini"/>
        <w:rPr>
          <w:rtl/>
        </w:rPr>
      </w:pPr>
      <w:r>
        <w:rPr>
          <w:rtl/>
        </w:rPr>
        <w:cr/>
      </w:r>
      <w:r>
        <w:rPr>
          <w:rtl/>
        </w:rPr>
        <w:br w:type="page"/>
      </w:r>
    </w:p>
    <w:p w:rsidR="001F628F" w:rsidRDefault="001F628F" w:rsidP="00985357">
      <w:pPr>
        <w:pStyle w:val="libNormal"/>
        <w:rPr>
          <w:rtl/>
        </w:rPr>
      </w:pPr>
      <w:r>
        <w:rPr>
          <w:rFonts w:hint="eastAsia"/>
          <w:rtl/>
        </w:rPr>
        <w:lastRenderedPageBreak/>
        <w:t>كے</w:t>
      </w:r>
      <w:r>
        <w:rPr>
          <w:rtl/>
        </w:rPr>
        <w:t xml:space="preserve"> شكنجے 9</w:t>
      </w:r>
    </w:p>
    <w:p w:rsidR="001F628F" w:rsidRDefault="001F628F" w:rsidP="00985357">
      <w:pPr>
        <w:pStyle w:val="libNormal"/>
        <w:rPr>
          <w:rtl/>
        </w:rPr>
      </w:pPr>
      <w:r>
        <w:rPr>
          <w:rFonts w:hint="eastAsia"/>
          <w:rtl/>
        </w:rPr>
        <w:t>مبلغين</w:t>
      </w:r>
      <w:r>
        <w:rPr>
          <w:rtl/>
        </w:rPr>
        <w:t>:</w:t>
      </w:r>
      <w:r>
        <w:rPr>
          <w:rFonts w:hint="eastAsia"/>
          <w:rtl/>
        </w:rPr>
        <w:t>مبليغن</w:t>
      </w:r>
      <w:r>
        <w:rPr>
          <w:rtl/>
        </w:rPr>
        <w:t xml:space="preserve"> كى ذمہ دارى 2</w:t>
      </w:r>
    </w:p>
    <w:p w:rsidR="001F628F" w:rsidRDefault="001F628F" w:rsidP="00985357">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w:t>
      </w:r>
      <w:r>
        <w:rPr>
          <w:rFonts w:hint="eastAsia"/>
          <w:rtl/>
        </w:rPr>
        <w:t>محمد</w:t>
      </w:r>
      <w:r w:rsidR="00F031CD" w:rsidRPr="00F031CD">
        <w:rPr>
          <w:rStyle w:val="libAlaemChar"/>
          <w:rtl/>
        </w:rPr>
        <w:t xml:space="preserve"> صلى‌الله‌عليه‌وآله‌وسلم </w:t>
      </w:r>
      <w:r>
        <w:rPr>
          <w:rtl/>
        </w:rPr>
        <w:t xml:space="preserve"> اور لوگ 11; محمد</w:t>
      </w:r>
      <w:r w:rsidR="00F031CD" w:rsidRPr="00F031CD">
        <w:rPr>
          <w:rStyle w:val="libAlaemChar"/>
          <w:rtl/>
        </w:rPr>
        <w:t xml:space="preserve"> صلى‌الله‌عليه‌وآله‌وسلم </w:t>
      </w:r>
      <w:r>
        <w:rPr>
          <w:rtl/>
        </w:rPr>
        <w:t xml:space="preserve"> كا صبر1،14; محمد</w:t>
      </w:r>
      <w:r w:rsidR="00F031CD" w:rsidRPr="00F031CD">
        <w:rPr>
          <w:rStyle w:val="libAlaemChar"/>
          <w:rtl/>
        </w:rPr>
        <w:t xml:space="preserve"> صلى‌الله‌عليه‌وآله‌وسلم </w:t>
      </w:r>
      <w:r>
        <w:rPr>
          <w:rtl/>
        </w:rPr>
        <w:t xml:space="preserve"> كو دلدارى 10; محمد</w:t>
      </w:r>
      <w:r w:rsidR="00F031CD" w:rsidRPr="00F031CD">
        <w:rPr>
          <w:rStyle w:val="libAlaemChar"/>
          <w:rtl/>
        </w:rPr>
        <w:t xml:space="preserve"> صلى‌الله‌عليه‌وآله‌وسلم </w:t>
      </w:r>
      <w:r>
        <w:rPr>
          <w:rtl/>
        </w:rPr>
        <w:t xml:space="preserve"> كى خواہش وچاہت 11; محمد</w:t>
      </w:r>
      <w:r w:rsidR="00F031CD" w:rsidRPr="00F031CD">
        <w:rPr>
          <w:rStyle w:val="libAlaemChar"/>
          <w:rtl/>
        </w:rPr>
        <w:t xml:space="preserve"> صلى‌الله‌عليه‌وآله‌وسلم </w:t>
      </w:r>
      <w:r>
        <w:rPr>
          <w:rtl/>
        </w:rPr>
        <w:t xml:space="preserve"> كى دعوتو</w:t>
      </w:r>
      <w:r w:rsidR="00083993">
        <w:rPr>
          <w:rtl/>
        </w:rPr>
        <w:t xml:space="preserve">ں </w:t>
      </w:r>
      <w:r>
        <w:rPr>
          <w:rtl/>
        </w:rPr>
        <w:t>كى روش 3;</w:t>
      </w:r>
    </w:p>
    <w:p w:rsidR="001F628F" w:rsidRDefault="001F628F" w:rsidP="001F628F">
      <w:pPr>
        <w:pStyle w:val="libNormal"/>
        <w:rPr>
          <w:rtl/>
        </w:rPr>
      </w:pPr>
      <w:r>
        <w:rPr>
          <w:rFonts w:hint="eastAsia"/>
          <w:rtl/>
        </w:rPr>
        <w:t>محمد</w:t>
      </w:r>
      <w:r>
        <w:rPr>
          <w:rtl/>
        </w:rPr>
        <w:t xml:space="preserve"> </w:t>
      </w:r>
      <w:r w:rsidR="00F031CD" w:rsidRPr="00F031CD">
        <w:rPr>
          <w:rStyle w:val="libAlaemChar"/>
          <w:rtl/>
        </w:rPr>
        <w:t xml:space="preserve"> صلى‌الله‌عليه‌وآله‌وسلم </w:t>
      </w:r>
      <w:r>
        <w:rPr>
          <w:rtl/>
        </w:rPr>
        <w:t xml:space="preserve"> كى دعوتي</w:t>
      </w:r>
      <w:r w:rsidR="00083993">
        <w:rPr>
          <w:rtl/>
        </w:rPr>
        <w:t xml:space="preserve">ں </w:t>
      </w:r>
      <w:r>
        <w:rPr>
          <w:rtl/>
        </w:rPr>
        <w:t>12; محمد</w:t>
      </w:r>
      <w:r w:rsidR="00F031CD" w:rsidRPr="00F031CD">
        <w:rPr>
          <w:rStyle w:val="libAlaemChar"/>
          <w:rtl/>
        </w:rPr>
        <w:t xml:space="preserve"> صلى‌الله‌عليه‌وآله‌وسلم </w:t>
      </w:r>
      <w:r>
        <w:rPr>
          <w:rtl/>
        </w:rPr>
        <w:t xml:space="preserve"> كى ذمہ دارى 1،3; محمد</w:t>
      </w:r>
      <w:r w:rsidR="00F031CD" w:rsidRPr="00F031CD">
        <w:rPr>
          <w:rStyle w:val="libAlaemChar"/>
          <w:rtl/>
        </w:rPr>
        <w:t xml:space="preserve"> صلى‌الله‌عليه‌وآله‌وسلم </w:t>
      </w:r>
      <w:r>
        <w:rPr>
          <w:rtl/>
        </w:rPr>
        <w:t xml:space="preserve"> كي ضرورتي</w:t>
      </w:r>
      <w:r w:rsidR="00083993">
        <w:rPr>
          <w:rtl/>
        </w:rPr>
        <w:t xml:space="preserve">ں </w:t>
      </w:r>
      <w:r>
        <w:rPr>
          <w:rtl/>
        </w:rPr>
        <w:t>6; محمد</w:t>
      </w:r>
      <w:r w:rsidR="00F031CD" w:rsidRPr="00F031CD">
        <w:rPr>
          <w:rStyle w:val="libAlaemChar"/>
          <w:rtl/>
        </w:rPr>
        <w:t xml:space="preserve"> صلى‌الله‌عليه‌وآله‌وسلم </w:t>
      </w:r>
      <w:r>
        <w:rPr>
          <w:rtl/>
        </w:rPr>
        <w:t xml:space="preserve"> كى مشكلات 7; محمد</w:t>
      </w:r>
      <w:r w:rsidR="00F031CD" w:rsidRPr="00F031CD">
        <w:rPr>
          <w:rStyle w:val="libAlaemChar"/>
          <w:rtl/>
        </w:rPr>
        <w:t xml:space="preserve"> صلى‌الله‌عليه‌وآله‌وسلم </w:t>
      </w:r>
      <w:r>
        <w:rPr>
          <w:rtl/>
        </w:rPr>
        <w:t xml:space="preserve"> كى ہدايت گرى 11،12;محمد</w:t>
      </w:r>
      <w:r w:rsidR="00F031CD" w:rsidRPr="00F031CD">
        <w:rPr>
          <w:rStyle w:val="libAlaemChar"/>
          <w:rtl/>
        </w:rPr>
        <w:t xml:space="preserve"> صلى‌الله‌عليه‌وآله‌وسلم </w:t>
      </w:r>
      <w:r>
        <w:rPr>
          <w:rtl/>
        </w:rPr>
        <w:t xml:space="preserve"> كے صبركا زمينہ 6; محمد</w:t>
      </w:r>
      <w:r w:rsidR="00F031CD" w:rsidRPr="00F031CD">
        <w:rPr>
          <w:rStyle w:val="libAlaemChar"/>
          <w:rtl/>
        </w:rPr>
        <w:t xml:space="preserve"> صلى‌الله‌عليه‌وآله‌وسلم </w:t>
      </w:r>
      <w:r>
        <w:rPr>
          <w:rtl/>
        </w:rPr>
        <w:t xml:space="preserve"> كے غمگين ہونے كے اسباب 8،9،12</w:t>
      </w:r>
    </w:p>
    <w:p w:rsidR="001F628F" w:rsidRDefault="001F628F" w:rsidP="00985357">
      <w:pPr>
        <w:pStyle w:val="libNormal"/>
        <w:rPr>
          <w:rtl/>
        </w:rPr>
      </w:pPr>
      <w:r>
        <w:rPr>
          <w:rFonts w:hint="eastAsia"/>
          <w:rtl/>
        </w:rPr>
        <w:t>مسلمان</w:t>
      </w:r>
      <w:r>
        <w:rPr>
          <w:rtl/>
        </w:rPr>
        <w:t>:</w:t>
      </w:r>
      <w:r>
        <w:rPr>
          <w:rFonts w:hint="eastAsia"/>
          <w:rtl/>
        </w:rPr>
        <w:t>صدر</w:t>
      </w:r>
      <w:r>
        <w:rPr>
          <w:rtl/>
        </w:rPr>
        <w:t xml:space="preserve"> اسلام مي</w:t>
      </w:r>
      <w:r w:rsidR="00083993">
        <w:rPr>
          <w:rtl/>
        </w:rPr>
        <w:t xml:space="preserve">ں </w:t>
      </w:r>
      <w:r>
        <w:rPr>
          <w:rtl/>
        </w:rPr>
        <w:t>مسلمانو</w:t>
      </w:r>
      <w:r w:rsidR="00083993">
        <w:rPr>
          <w:rtl/>
        </w:rPr>
        <w:t xml:space="preserve">ں </w:t>
      </w:r>
      <w:r>
        <w:rPr>
          <w:rtl/>
        </w:rPr>
        <w:t>كو شكنجہ 9</w:t>
      </w:r>
    </w:p>
    <w:p w:rsidR="001F628F" w:rsidRDefault="001F628F" w:rsidP="00985357">
      <w:pPr>
        <w:pStyle w:val="libNormal"/>
        <w:rPr>
          <w:rtl/>
        </w:rPr>
      </w:pPr>
      <w:r>
        <w:rPr>
          <w:rFonts w:hint="eastAsia"/>
          <w:rtl/>
        </w:rPr>
        <w:t>نيازمندى</w:t>
      </w:r>
      <w:r>
        <w:rPr>
          <w:rtl/>
        </w:rPr>
        <w:t xml:space="preserve"> و ضرورتي</w:t>
      </w:r>
      <w:r w:rsidR="00083993">
        <w:rPr>
          <w:rtl/>
        </w:rPr>
        <w:t xml:space="preserve">ں </w:t>
      </w:r>
      <w:r>
        <w:rPr>
          <w:rtl/>
        </w:rPr>
        <w:t>:</w:t>
      </w:r>
      <w:r>
        <w:rPr>
          <w:rFonts w:hint="eastAsia"/>
          <w:rtl/>
        </w:rPr>
        <w:t>خداوند</w:t>
      </w:r>
      <w:r>
        <w:rPr>
          <w:rtl/>
        </w:rPr>
        <w:t xml:space="preserve"> عالم كى امدار كى ضرورت 6</w:t>
      </w:r>
    </w:p>
    <w:p w:rsidR="001F628F" w:rsidRPr="00120F63" w:rsidRDefault="00985357" w:rsidP="00985357">
      <w:pPr>
        <w:pStyle w:val="Heading2Center"/>
        <w:rPr>
          <w:rtl/>
        </w:rPr>
      </w:pPr>
      <w:bookmarkStart w:id="274" w:name="_Toc28081952"/>
      <w:r>
        <w:rPr>
          <w:rFonts w:hint="cs"/>
          <w:rtl/>
        </w:rPr>
        <w:t xml:space="preserve">آیت </w:t>
      </w:r>
      <w:r w:rsidRPr="00120F63">
        <w:rPr>
          <w:rFonts w:hint="cs"/>
          <w:rtl/>
        </w:rPr>
        <w:t>128</w:t>
      </w:r>
      <w:bookmarkEnd w:id="274"/>
    </w:p>
    <w:p w:rsidR="001F628F" w:rsidRDefault="00E260F9" w:rsidP="00985357">
      <w:pPr>
        <w:pStyle w:val="libNormal"/>
        <w:rPr>
          <w:rtl/>
        </w:rPr>
      </w:pPr>
      <w:r w:rsidRPr="00E260F9">
        <w:rPr>
          <w:rStyle w:val="libAlaemChar"/>
          <w:rFonts w:hint="eastAsia"/>
          <w:rtl/>
        </w:rPr>
        <w:t>(</w:t>
      </w:r>
      <w:r w:rsidRPr="00985357">
        <w:rPr>
          <w:rStyle w:val="libAieChar"/>
          <w:rFonts w:hint="eastAsia"/>
          <w:rtl/>
        </w:rPr>
        <w:t>إِنَّ</w:t>
      </w:r>
      <w:r w:rsidRPr="00985357">
        <w:rPr>
          <w:rStyle w:val="libAieChar"/>
          <w:rtl/>
        </w:rPr>
        <w:t xml:space="preserve"> اللّهَ مَعَ الَّذِينَ اتَّقَواْ وَّالَّذِينَ هُم مُّحْسِنُونَ</w:t>
      </w:r>
      <w:r w:rsidRPr="00E260F9">
        <w:rPr>
          <w:rStyle w:val="libAlaemChar"/>
          <w:rFonts w:hint="eastAsia"/>
          <w:rtl/>
        </w:rPr>
        <w:t>)</w:t>
      </w:r>
      <w:r w:rsidR="001F628F">
        <w:rPr>
          <w:rtl/>
        </w:rPr>
        <w:t xml:space="preserve"> </w:t>
      </w:r>
    </w:p>
    <w:p w:rsidR="001F628F" w:rsidRDefault="001F628F" w:rsidP="001F628F">
      <w:pPr>
        <w:pStyle w:val="libNormal"/>
        <w:rPr>
          <w:rtl/>
        </w:rPr>
      </w:pPr>
      <w:r>
        <w:rPr>
          <w:rFonts w:hint="eastAsia"/>
          <w:rtl/>
        </w:rPr>
        <w:t>بيشك</w:t>
      </w:r>
      <w:r>
        <w:rPr>
          <w:rtl/>
        </w:rPr>
        <w:t xml:space="preserve"> اللہ ان لوگو</w:t>
      </w:r>
      <w:r w:rsidR="00083993">
        <w:rPr>
          <w:rtl/>
        </w:rPr>
        <w:t xml:space="preserve">ں </w:t>
      </w:r>
      <w:r>
        <w:rPr>
          <w:rtl/>
        </w:rPr>
        <w:t>كے ساتھ ہے جنھو</w:t>
      </w:r>
      <w:r w:rsidR="00083993">
        <w:rPr>
          <w:rtl/>
        </w:rPr>
        <w:t xml:space="preserve">ں </w:t>
      </w:r>
      <w:r>
        <w:rPr>
          <w:rtl/>
        </w:rPr>
        <w:t>نے تقوى اختيار كيا ہے اور جو نيك عمل انجام دينے والے ہي</w:t>
      </w:r>
      <w:r w:rsidR="00083993">
        <w:rPr>
          <w:rtl/>
        </w:rPr>
        <w:t xml:space="preserve">ں </w:t>
      </w:r>
      <w:r>
        <w:rPr>
          <w:rtl/>
        </w:rPr>
        <w:t>_</w:t>
      </w:r>
    </w:p>
    <w:p w:rsidR="001F628F" w:rsidRDefault="001F628F" w:rsidP="00985357">
      <w:pPr>
        <w:pStyle w:val="libNormal"/>
        <w:rPr>
          <w:rtl/>
        </w:rPr>
      </w:pPr>
      <w:r>
        <w:rPr>
          <w:rtl/>
        </w:rPr>
        <w:t>1_ خداوند عالم كى حمايت اور لطف ، متقى لوگو</w:t>
      </w:r>
      <w:r w:rsidR="00083993">
        <w:rPr>
          <w:rtl/>
        </w:rPr>
        <w:t xml:space="preserve">ں </w:t>
      </w:r>
      <w:r>
        <w:rPr>
          <w:rtl/>
        </w:rPr>
        <w:t>كے ساتھ ہے _</w:t>
      </w:r>
      <w:r w:rsidRPr="00985357">
        <w:rPr>
          <w:rStyle w:val="libArabicChar"/>
          <w:rFonts w:hint="eastAsia"/>
          <w:rtl/>
        </w:rPr>
        <w:t>ان</w:t>
      </w:r>
      <w:r w:rsidRPr="00985357">
        <w:rPr>
          <w:rStyle w:val="libArabicChar"/>
          <w:rtl/>
        </w:rPr>
        <w:t xml:space="preserve"> ّ الله مع الذين اتقو</w:t>
      </w:r>
      <w:r w:rsidR="002B13E6">
        <w:rPr>
          <w:rStyle w:val="libArabicChar"/>
          <w:rFonts w:hint="cs"/>
          <w:rtl/>
        </w:rPr>
        <w:t>ا</w:t>
      </w:r>
    </w:p>
    <w:p w:rsidR="001F628F" w:rsidRDefault="001F628F" w:rsidP="00985357">
      <w:pPr>
        <w:pStyle w:val="libNormal"/>
        <w:rPr>
          <w:rtl/>
        </w:rPr>
      </w:pPr>
      <w:r>
        <w:rPr>
          <w:rtl/>
        </w:rPr>
        <w:t>2_ خداوند عالم كى حمايت اور لطف، نيك لوگو</w:t>
      </w:r>
      <w:r w:rsidR="00083993">
        <w:rPr>
          <w:rtl/>
        </w:rPr>
        <w:t xml:space="preserve">ں </w:t>
      </w:r>
      <w:r>
        <w:rPr>
          <w:rtl/>
        </w:rPr>
        <w:t>كے شامل حال ہو تا ہے_</w:t>
      </w:r>
      <w:r w:rsidRPr="00985357">
        <w:rPr>
          <w:rStyle w:val="libArabicChar"/>
          <w:rFonts w:hint="eastAsia"/>
          <w:rtl/>
        </w:rPr>
        <w:t>ان</w:t>
      </w:r>
      <w:r w:rsidRPr="00985357">
        <w:rPr>
          <w:rStyle w:val="libArabicChar"/>
          <w:rtl/>
        </w:rPr>
        <w:t xml:space="preserve"> ّ الله مع ...الذين </w:t>
      </w:r>
      <w:r w:rsidR="00120F63" w:rsidRPr="00B2551F">
        <w:rPr>
          <w:rStyle w:val="libArabicChar"/>
          <w:rFonts w:hint="cs"/>
          <w:rtl/>
        </w:rPr>
        <w:t>ه</w:t>
      </w:r>
      <w:r w:rsidRPr="00985357">
        <w:rPr>
          <w:rStyle w:val="libArabicChar"/>
          <w:rFonts w:hint="cs"/>
          <w:rtl/>
        </w:rPr>
        <w:t>م</w:t>
      </w:r>
      <w:r w:rsidRPr="00985357">
        <w:rPr>
          <w:rStyle w:val="libArabicChar"/>
          <w:rtl/>
        </w:rPr>
        <w:t xml:space="preserve"> محسنون</w:t>
      </w:r>
    </w:p>
    <w:p w:rsidR="001F628F" w:rsidRDefault="001F628F" w:rsidP="001F628F">
      <w:pPr>
        <w:pStyle w:val="libNormal"/>
        <w:rPr>
          <w:rtl/>
        </w:rPr>
      </w:pPr>
      <w:r>
        <w:rPr>
          <w:rtl/>
        </w:rPr>
        <w:t>3_ مقابلہ بالمثل كرتے ہوئے عدالت كى رعايت يا معاف و درگذر كردينا ، تقوى و احسان كى علامت اور خداوند عالم كى حمايت جلب كرنے كے اسباب ہي</w:t>
      </w:r>
      <w:r w:rsidR="00083993">
        <w:rPr>
          <w:rtl/>
        </w:rPr>
        <w:t xml:space="preserve">ں </w:t>
      </w:r>
      <w:r>
        <w:rPr>
          <w:rtl/>
        </w:rPr>
        <w:t>_</w:t>
      </w:r>
    </w:p>
    <w:p w:rsidR="001F628F" w:rsidRDefault="001F628F" w:rsidP="00985357">
      <w:pPr>
        <w:pStyle w:val="libArabic"/>
        <w:rPr>
          <w:rtl/>
        </w:rPr>
      </w:pPr>
      <w:r>
        <w:rPr>
          <w:rFonts w:hint="eastAsia"/>
          <w:rtl/>
        </w:rPr>
        <w:t>وان</w:t>
      </w:r>
      <w:r>
        <w:rPr>
          <w:rtl/>
        </w:rPr>
        <w:t xml:space="preserve"> عاقبتم فعا قبوا بمثل ما عوقبتم ب</w:t>
      </w:r>
      <w:r w:rsidR="00120F63" w:rsidRPr="00ED5DE8">
        <w:rPr>
          <w:rFonts w:hint="cs"/>
          <w:rtl/>
        </w:rPr>
        <w:t>ه</w:t>
      </w:r>
      <w:r>
        <w:rPr>
          <w:rtl/>
        </w:rPr>
        <w:t xml:space="preserve"> </w:t>
      </w:r>
      <w:r>
        <w:rPr>
          <w:rFonts w:hint="cs"/>
          <w:rtl/>
        </w:rPr>
        <w:t>ولئن</w:t>
      </w:r>
      <w:r>
        <w:rPr>
          <w:rtl/>
        </w:rPr>
        <w:t xml:space="preserve"> </w:t>
      </w:r>
      <w:r>
        <w:rPr>
          <w:rFonts w:hint="cs"/>
          <w:rtl/>
        </w:rPr>
        <w:t>صبرتم</w:t>
      </w:r>
      <w:r>
        <w:rPr>
          <w:rtl/>
        </w:rPr>
        <w:t xml:space="preserve"> ...</w:t>
      </w:r>
      <w:r>
        <w:rPr>
          <w:rFonts w:hint="cs"/>
          <w:rtl/>
        </w:rPr>
        <w:t>ان</w:t>
      </w:r>
      <w:r>
        <w:rPr>
          <w:rtl/>
        </w:rPr>
        <w:t xml:space="preserve"> </w:t>
      </w:r>
      <w:r>
        <w:rPr>
          <w:rFonts w:hint="cs"/>
          <w:rtl/>
        </w:rPr>
        <w:t>الله</w:t>
      </w:r>
      <w:r>
        <w:rPr>
          <w:rtl/>
        </w:rPr>
        <w:t xml:space="preserve"> </w:t>
      </w:r>
      <w:r>
        <w:rPr>
          <w:rFonts w:hint="cs"/>
          <w:rtl/>
        </w:rPr>
        <w:t>مع</w:t>
      </w:r>
      <w:r>
        <w:rPr>
          <w:rtl/>
        </w:rPr>
        <w:t xml:space="preserve"> </w:t>
      </w:r>
      <w:r>
        <w:rPr>
          <w:rFonts w:hint="cs"/>
          <w:rtl/>
        </w:rPr>
        <w:t>الذين</w:t>
      </w:r>
      <w:r>
        <w:rPr>
          <w:rtl/>
        </w:rPr>
        <w:t xml:space="preserve"> </w:t>
      </w:r>
      <w:r>
        <w:rPr>
          <w:rFonts w:hint="cs"/>
          <w:rtl/>
        </w:rPr>
        <w:t>اتقوا</w:t>
      </w:r>
      <w:r>
        <w:rPr>
          <w:rtl/>
        </w:rPr>
        <w:t xml:space="preserve"> </w:t>
      </w:r>
      <w:r>
        <w:rPr>
          <w:rFonts w:hint="cs"/>
          <w:rtl/>
        </w:rPr>
        <w:t>و</w:t>
      </w:r>
      <w:r>
        <w:rPr>
          <w:rtl/>
        </w:rPr>
        <w:t xml:space="preserve"> </w:t>
      </w:r>
      <w:r>
        <w:rPr>
          <w:rFonts w:hint="cs"/>
          <w:rtl/>
        </w:rPr>
        <w:t>الذين</w:t>
      </w:r>
      <w:r>
        <w:rPr>
          <w:rtl/>
        </w:rPr>
        <w:t xml:space="preserve"> </w:t>
      </w:r>
      <w:r w:rsidR="00120F63" w:rsidRPr="00ED5DE8">
        <w:rPr>
          <w:rFonts w:hint="cs"/>
          <w:rtl/>
        </w:rPr>
        <w:t>ه</w:t>
      </w:r>
      <w:r>
        <w:rPr>
          <w:rFonts w:hint="cs"/>
          <w:rtl/>
        </w:rPr>
        <w:t>م</w:t>
      </w:r>
      <w:r>
        <w:rPr>
          <w:rtl/>
        </w:rPr>
        <w:t xml:space="preserve"> </w:t>
      </w:r>
      <w:r>
        <w:rPr>
          <w:rFonts w:hint="cs"/>
          <w:rtl/>
        </w:rPr>
        <w:t>م</w:t>
      </w:r>
      <w:r>
        <w:rPr>
          <w:rtl/>
        </w:rPr>
        <w:t>حسنون</w:t>
      </w:r>
    </w:p>
    <w:p w:rsidR="001F628F" w:rsidRDefault="001F628F" w:rsidP="001F628F">
      <w:pPr>
        <w:pStyle w:val="libNormal"/>
        <w:rPr>
          <w:rtl/>
        </w:rPr>
      </w:pPr>
      <w:r>
        <w:rPr>
          <w:rtl/>
        </w:rPr>
        <w:t>4_ تبليغ دين اور لوگو</w:t>
      </w:r>
      <w:r w:rsidR="00083993">
        <w:rPr>
          <w:rtl/>
        </w:rPr>
        <w:t xml:space="preserve">ں </w:t>
      </w:r>
      <w:r>
        <w:rPr>
          <w:rtl/>
        </w:rPr>
        <w:t>كو ہدايت كرنے مي</w:t>
      </w:r>
      <w:r w:rsidR="00083993">
        <w:rPr>
          <w:rtl/>
        </w:rPr>
        <w:t xml:space="preserve">ں </w:t>
      </w:r>
      <w:r>
        <w:rPr>
          <w:rtl/>
        </w:rPr>
        <w:t>صبر اختيار كرنا ، تقوى اور احسان ہے _</w:t>
      </w:r>
    </w:p>
    <w:p w:rsidR="00985357" w:rsidRDefault="001E7F9D" w:rsidP="00F73EDE">
      <w:pPr>
        <w:pStyle w:val="libPoemTini"/>
        <w:rPr>
          <w:rtl/>
        </w:rPr>
      </w:pPr>
      <w:r>
        <w:rPr>
          <w:rtl/>
        </w:rPr>
        <w:cr/>
      </w:r>
      <w:r>
        <w:rPr>
          <w:rtl/>
        </w:rPr>
        <w:br w:type="page"/>
      </w:r>
    </w:p>
    <w:p w:rsidR="001F628F" w:rsidRDefault="001F628F" w:rsidP="00985357">
      <w:pPr>
        <w:pStyle w:val="libArabic"/>
        <w:rPr>
          <w:rtl/>
        </w:rPr>
      </w:pPr>
      <w:r>
        <w:rPr>
          <w:rFonts w:hint="eastAsia"/>
          <w:rtl/>
        </w:rPr>
        <w:lastRenderedPageBreak/>
        <w:t>ادع</w:t>
      </w:r>
      <w:r>
        <w:rPr>
          <w:rtl/>
        </w:rPr>
        <w:t xml:space="preserve"> الى سبيل ...واصبر ...ان الله مع الذين اتقّّوا والذين </w:t>
      </w:r>
      <w:r w:rsidR="00120F63" w:rsidRPr="00ED5DE8">
        <w:rPr>
          <w:rFonts w:hint="cs"/>
          <w:rtl/>
        </w:rPr>
        <w:t>ه</w:t>
      </w:r>
      <w:r>
        <w:rPr>
          <w:rFonts w:hint="cs"/>
          <w:rtl/>
        </w:rPr>
        <w:t>م</w:t>
      </w:r>
      <w:r>
        <w:rPr>
          <w:rtl/>
        </w:rPr>
        <w:t xml:space="preserve"> محسنون</w:t>
      </w:r>
    </w:p>
    <w:p w:rsidR="001F628F" w:rsidRDefault="001F628F" w:rsidP="00985357">
      <w:pPr>
        <w:pStyle w:val="libNormal"/>
        <w:rPr>
          <w:rtl/>
        </w:rPr>
      </w:pPr>
      <w:r>
        <w:rPr>
          <w:rtl/>
        </w:rPr>
        <w:t>5_ہدايت كرنے والے اور دين كے صابر مبلغين كو دشمنو</w:t>
      </w:r>
      <w:r w:rsidR="00083993">
        <w:rPr>
          <w:rtl/>
        </w:rPr>
        <w:t xml:space="preserve">ں </w:t>
      </w:r>
      <w:r>
        <w:rPr>
          <w:rtl/>
        </w:rPr>
        <w:t>كے آزار و اذيت اور فريب وچالو</w:t>
      </w:r>
      <w:r w:rsidR="00083993">
        <w:rPr>
          <w:rtl/>
        </w:rPr>
        <w:t xml:space="preserve">ں </w:t>
      </w:r>
      <w:r>
        <w:rPr>
          <w:rtl/>
        </w:rPr>
        <w:t>كے مقابلہ مي</w:t>
      </w:r>
      <w:r w:rsidR="00083993">
        <w:rPr>
          <w:rtl/>
        </w:rPr>
        <w:t xml:space="preserve">ں </w:t>
      </w:r>
      <w:r>
        <w:rPr>
          <w:rtl/>
        </w:rPr>
        <w:t>خداوند عالم كى حمايت و لطف، شامل حال تھا_</w:t>
      </w:r>
      <w:r w:rsidRPr="00985357">
        <w:rPr>
          <w:rStyle w:val="libArabicChar"/>
          <w:rFonts w:hint="eastAsia"/>
          <w:rtl/>
        </w:rPr>
        <w:t>واصبر</w:t>
      </w:r>
      <w:r w:rsidRPr="00985357">
        <w:rPr>
          <w:rStyle w:val="libArabicChar"/>
          <w:rtl/>
        </w:rPr>
        <w:t xml:space="preserve"> ...انّ الله مع الذين اتقوا و الذين </w:t>
      </w:r>
      <w:r w:rsidR="00120F63" w:rsidRPr="00B2551F">
        <w:rPr>
          <w:rStyle w:val="libArabicChar"/>
          <w:rFonts w:hint="cs"/>
          <w:rtl/>
        </w:rPr>
        <w:t>ه</w:t>
      </w:r>
      <w:r w:rsidRPr="00985357">
        <w:rPr>
          <w:rStyle w:val="libArabicChar"/>
          <w:rFonts w:hint="cs"/>
          <w:rtl/>
        </w:rPr>
        <w:t>م</w:t>
      </w:r>
      <w:r w:rsidRPr="00985357">
        <w:rPr>
          <w:rStyle w:val="libArabicChar"/>
          <w:rtl/>
        </w:rPr>
        <w:t xml:space="preserve"> محسنون</w:t>
      </w:r>
    </w:p>
    <w:p w:rsidR="001F628F" w:rsidRDefault="001F628F" w:rsidP="001F628F">
      <w:pPr>
        <w:pStyle w:val="libNormal"/>
        <w:rPr>
          <w:rtl/>
        </w:rPr>
      </w:pPr>
      <w:r>
        <w:rPr>
          <w:rtl/>
        </w:rPr>
        <w:t>6_ احسان اور تقوى اختيار كرنا خداوند عالم كى حمايت و عنايت جلب كرنے كے دو اسباب ہي</w:t>
      </w:r>
      <w:r w:rsidR="00083993">
        <w:rPr>
          <w:rtl/>
        </w:rPr>
        <w:t xml:space="preserve">ں </w:t>
      </w:r>
      <w:r>
        <w:rPr>
          <w:rtl/>
        </w:rPr>
        <w:t>_</w:t>
      </w:r>
    </w:p>
    <w:p w:rsidR="001F628F" w:rsidRDefault="001F628F" w:rsidP="00985357">
      <w:pPr>
        <w:pStyle w:val="libArabic"/>
        <w:rPr>
          <w:rtl/>
        </w:rPr>
      </w:pPr>
      <w:r>
        <w:rPr>
          <w:rFonts w:hint="eastAsia"/>
          <w:rtl/>
        </w:rPr>
        <w:t>انّ</w:t>
      </w:r>
      <w:r>
        <w:rPr>
          <w:rtl/>
        </w:rPr>
        <w:t xml:space="preserve"> الله مع الذين اتقّوا والذين </w:t>
      </w:r>
      <w:r w:rsidR="00120F63" w:rsidRPr="00ED5DE8">
        <w:rPr>
          <w:rFonts w:hint="cs"/>
          <w:rtl/>
        </w:rPr>
        <w:t>ه</w:t>
      </w:r>
      <w:r>
        <w:rPr>
          <w:rFonts w:hint="cs"/>
          <w:rtl/>
        </w:rPr>
        <w:t>م</w:t>
      </w:r>
      <w:r>
        <w:rPr>
          <w:rtl/>
        </w:rPr>
        <w:t xml:space="preserve"> </w:t>
      </w:r>
      <w:r>
        <w:rPr>
          <w:rFonts w:hint="cs"/>
          <w:rtl/>
        </w:rPr>
        <w:t>م</w:t>
      </w:r>
      <w:r>
        <w:rPr>
          <w:rtl/>
        </w:rPr>
        <w:t>حسنون</w:t>
      </w:r>
    </w:p>
    <w:p w:rsidR="001F628F" w:rsidRDefault="001F628F" w:rsidP="001F628F">
      <w:pPr>
        <w:pStyle w:val="libNormal"/>
        <w:rPr>
          <w:rtl/>
        </w:rPr>
      </w:pPr>
      <w:r>
        <w:rPr>
          <w:rFonts w:hint="eastAsia"/>
          <w:rtl/>
        </w:rPr>
        <w:t>تقوى</w:t>
      </w:r>
      <w:r>
        <w:rPr>
          <w:rtl/>
        </w:rPr>
        <w:t xml:space="preserve"> اختيار كرنا اور احسان ، ہردو كومستقل جملو</w:t>
      </w:r>
      <w:r w:rsidR="00083993">
        <w:rPr>
          <w:rtl/>
        </w:rPr>
        <w:t xml:space="preserve">ں </w:t>
      </w:r>
      <w:r>
        <w:rPr>
          <w:rtl/>
        </w:rPr>
        <w:t>كى صورت مي</w:t>
      </w:r>
      <w:r w:rsidR="00083993">
        <w:rPr>
          <w:rtl/>
        </w:rPr>
        <w:t xml:space="preserve">ں </w:t>
      </w:r>
      <w:r>
        <w:rPr>
          <w:rtl/>
        </w:rPr>
        <w:t>ذكر كرنا، اس نكتہ كو بيان كررہا ہے كہ يہ دونو</w:t>
      </w:r>
      <w:r w:rsidR="00083993">
        <w:rPr>
          <w:rtl/>
        </w:rPr>
        <w:t xml:space="preserve">ں </w:t>
      </w:r>
      <w:r>
        <w:rPr>
          <w:rtl/>
        </w:rPr>
        <w:t>،خداوند عالم كى حمايت جلب كرنے كے مستقل اسباب ہي</w:t>
      </w:r>
      <w:r w:rsidR="00083993">
        <w:rPr>
          <w:rtl/>
        </w:rPr>
        <w:t xml:space="preserve">ں </w:t>
      </w:r>
      <w:r>
        <w:rPr>
          <w:rtl/>
        </w:rPr>
        <w:t>_</w:t>
      </w:r>
    </w:p>
    <w:p w:rsidR="001F628F" w:rsidRDefault="001F628F" w:rsidP="001F628F">
      <w:pPr>
        <w:pStyle w:val="libNormal"/>
        <w:rPr>
          <w:rtl/>
        </w:rPr>
      </w:pPr>
      <w:r>
        <w:rPr>
          <w:rtl/>
        </w:rPr>
        <w:t>7_ دشمن سے انتقام ليتے وقت ،عدل و انصاف كى رعايت كرنا، تقوى اختياركرنے كے مصاديق مي</w:t>
      </w:r>
      <w:r w:rsidR="00083993">
        <w:rPr>
          <w:rtl/>
        </w:rPr>
        <w:t xml:space="preserve">ں </w:t>
      </w:r>
      <w:r>
        <w:rPr>
          <w:rtl/>
        </w:rPr>
        <w:t>سے ہے_</w:t>
      </w:r>
    </w:p>
    <w:p w:rsidR="001F628F" w:rsidRDefault="001F628F" w:rsidP="00985357">
      <w:pPr>
        <w:pStyle w:val="libArabic"/>
        <w:rPr>
          <w:rtl/>
        </w:rPr>
      </w:pPr>
      <w:r>
        <w:rPr>
          <w:rFonts w:hint="eastAsia"/>
          <w:rtl/>
        </w:rPr>
        <w:t>وانّ</w:t>
      </w:r>
      <w:r>
        <w:rPr>
          <w:rtl/>
        </w:rPr>
        <w:t xml:space="preserve"> عاقبتم فعاقبوا بمثل ما عوقبتم ...انّ الله مع الذين اتقو</w:t>
      </w:r>
      <w:r w:rsidR="009C355D">
        <w:rPr>
          <w:rFonts w:hint="cs"/>
          <w:rtl/>
        </w:rPr>
        <w:t>ا</w:t>
      </w:r>
    </w:p>
    <w:p w:rsidR="001F628F" w:rsidRDefault="001F628F" w:rsidP="00985357">
      <w:pPr>
        <w:pStyle w:val="libNormal"/>
        <w:rPr>
          <w:rtl/>
        </w:rPr>
      </w:pPr>
      <w:r>
        <w:rPr>
          <w:rtl/>
        </w:rPr>
        <w:t>8_ تبليغ دين كى راہ مي</w:t>
      </w:r>
      <w:r w:rsidR="00083993">
        <w:rPr>
          <w:rtl/>
        </w:rPr>
        <w:t xml:space="preserve">ں </w:t>
      </w:r>
      <w:r>
        <w:rPr>
          <w:rtl/>
        </w:rPr>
        <w:t>دشمن كو معاف كردينا اور انتقام و مقابلہ بالمثل سے چشم پوشى كرنا ، احسان كے مصاديق مي</w:t>
      </w:r>
      <w:r w:rsidR="00083993">
        <w:rPr>
          <w:rtl/>
        </w:rPr>
        <w:t xml:space="preserve">ں </w:t>
      </w:r>
      <w:r>
        <w:rPr>
          <w:rtl/>
        </w:rPr>
        <w:t>سے ہے_</w:t>
      </w:r>
      <w:r w:rsidRPr="00985357">
        <w:rPr>
          <w:rStyle w:val="libArabicChar"/>
          <w:rFonts w:hint="eastAsia"/>
          <w:rtl/>
        </w:rPr>
        <w:t>وان</w:t>
      </w:r>
      <w:r w:rsidRPr="00985357">
        <w:rPr>
          <w:rStyle w:val="libArabicChar"/>
          <w:rtl/>
        </w:rPr>
        <w:t xml:space="preserve"> عاقبتم فعاقبوا ...ولئن صبرتم 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002B13E6" w:rsidRPr="002B13E6">
        <w:rPr>
          <w:rStyle w:val="libArabicChar"/>
          <w:rFonts w:hint="cs"/>
          <w:rtl/>
        </w:rPr>
        <w:t>للصابرين</w:t>
      </w:r>
      <w:r w:rsidRPr="00985357">
        <w:rPr>
          <w:rStyle w:val="libArabicChar"/>
          <w:rtl/>
        </w:rPr>
        <w:t xml:space="preserve"> ...</w:t>
      </w:r>
      <w:r w:rsidRPr="00985357">
        <w:rPr>
          <w:rStyle w:val="libArabicChar"/>
          <w:rFonts w:hint="cs"/>
          <w:rtl/>
        </w:rPr>
        <w:t>ان</w:t>
      </w:r>
      <w:r w:rsidRPr="00985357">
        <w:rPr>
          <w:rStyle w:val="libArabicChar"/>
          <w:rtl/>
        </w:rPr>
        <w:t xml:space="preserve"> </w:t>
      </w:r>
      <w:r w:rsidRPr="00985357">
        <w:rPr>
          <w:rStyle w:val="libArabicChar"/>
          <w:rFonts w:hint="cs"/>
          <w:rtl/>
        </w:rPr>
        <w:t>الله</w:t>
      </w:r>
      <w:r w:rsidRPr="00985357">
        <w:rPr>
          <w:rStyle w:val="libArabicChar"/>
          <w:rtl/>
        </w:rPr>
        <w:t xml:space="preserve"> </w:t>
      </w:r>
      <w:r w:rsidRPr="00985357">
        <w:rPr>
          <w:rStyle w:val="libArabicChar"/>
          <w:rFonts w:hint="cs"/>
          <w:rtl/>
        </w:rPr>
        <w:t>مع</w:t>
      </w:r>
      <w:r w:rsidRPr="00985357">
        <w:rPr>
          <w:rStyle w:val="libArabicChar"/>
          <w:rtl/>
        </w:rPr>
        <w:t xml:space="preserve"> ...</w:t>
      </w:r>
      <w:r w:rsidRPr="00985357">
        <w:rPr>
          <w:rStyle w:val="libArabicChar"/>
          <w:rFonts w:hint="cs"/>
          <w:rtl/>
        </w:rPr>
        <w:t>والذين</w:t>
      </w:r>
      <w:r w:rsidRPr="00985357">
        <w:rPr>
          <w:rStyle w:val="libArabicChar"/>
          <w:rtl/>
        </w:rPr>
        <w:t xml:space="preserve"> </w:t>
      </w:r>
      <w:r w:rsidR="00120F63" w:rsidRPr="00B2551F">
        <w:rPr>
          <w:rStyle w:val="libArabicChar"/>
          <w:rFonts w:hint="cs"/>
          <w:rtl/>
        </w:rPr>
        <w:t>ه</w:t>
      </w:r>
      <w:r w:rsidRPr="00985357">
        <w:rPr>
          <w:rStyle w:val="libArabicChar"/>
          <w:rFonts w:hint="cs"/>
          <w:rtl/>
        </w:rPr>
        <w:t>م</w:t>
      </w:r>
      <w:r w:rsidRPr="00985357">
        <w:rPr>
          <w:rStyle w:val="libArabicChar"/>
          <w:rtl/>
        </w:rPr>
        <w:t xml:space="preserve"> محسنون</w:t>
      </w:r>
    </w:p>
    <w:p w:rsidR="001F628F" w:rsidRDefault="001F628F" w:rsidP="001F628F">
      <w:pPr>
        <w:pStyle w:val="libNormal"/>
        <w:rPr>
          <w:rtl/>
        </w:rPr>
      </w:pPr>
      <w:r>
        <w:rPr>
          <w:rtl/>
        </w:rPr>
        <w:t>9_ متقى اور نيك لوگو</w:t>
      </w:r>
      <w:r w:rsidR="00083993">
        <w:rPr>
          <w:rtl/>
        </w:rPr>
        <w:t xml:space="preserve">ں </w:t>
      </w:r>
      <w:r>
        <w:rPr>
          <w:rtl/>
        </w:rPr>
        <w:t>كے ليے خداكى حمايت پر توجہ كرنا، نفسياتى دباؤ مي</w:t>
      </w:r>
      <w:r w:rsidR="00083993">
        <w:rPr>
          <w:rtl/>
        </w:rPr>
        <w:t xml:space="preserve">ں </w:t>
      </w:r>
      <w:r>
        <w:rPr>
          <w:rtl/>
        </w:rPr>
        <w:t>جانے سے مانع ہے _</w:t>
      </w:r>
    </w:p>
    <w:p w:rsidR="001F628F" w:rsidRDefault="001F628F" w:rsidP="00985357">
      <w:pPr>
        <w:pStyle w:val="libArabic"/>
        <w:rPr>
          <w:rtl/>
        </w:rPr>
      </w:pPr>
      <w:r>
        <w:rPr>
          <w:rFonts w:hint="eastAsia"/>
          <w:rtl/>
        </w:rPr>
        <w:t>ولا</w:t>
      </w:r>
      <w:r>
        <w:rPr>
          <w:rtl/>
        </w:rPr>
        <w:t xml:space="preserve"> تك فى ضيق ممّا يمكرون _انّ الله مع الذين اتقوا والذين </w:t>
      </w:r>
      <w:r w:rsidR="00120F63" w:rsidRPr="00ED5DE8">
        <w:rPr>
          <w:rFonts w:hint="cs"/>
          <w:rtl/>
        </w:rPr>
        <w:t>ه</w:t>
      </w:r>
      <w:r>
        <w:rPr>
          <w:rFonts w:hint="cs"/>
          <w:rtl/>
        </w:rPr>
        <w:t>م</w:t>
      </w:r>
      <w:r>
        <w:rPr>
          <w:rtl/>
        </w:rPr>
        <w:t xml:space="preserve"> </w:t>
      </w:r>
      <w:r>
        <w:rPr>
          <w:rFonts w:hint="cs"/>
          <w:rtl/>
        </w:rPr>
        <w:t>م</w:t>
      </w:r>
      <w:r>
        <w:rPr>
          <w:rtl/>
        </w:rPr>
        <w:t>حسنون</w:t>
      </w:r>
    </w:p>
    <w:p w:rsidR="001F628F" w:rsidRDefault="001F628F" w:rsidP="00985357">
      <w:pPr>
        <w:pStyle w:val="libNormal"/>
        <w:rPr>
          <w:rtl/>
        </w:rPr>
      </w:pPr>
      <w:r>
        <w:rPr>
          <w:rtl/>
        </w:rPr>
        <w:t>10_ مختلف رسوم و جاہلانہ اخلاق مي</w:t>
      </w:r>
      <w:r w:rsidR="00083993">
        <w:rPr>
          <w:rtl/>
        </w:rPr>
        <w:t xml:space="preserve">ں </w:t>
      </w:r>
      <w:r>
        <w:rPr>
          <w:rtl/>
        </w:rPr>
        <w:t>مبتلاء انسانو</w:t>
      </w:r>
      <w:r w:rsidR="00083993">
        <w:rPr>
          <w:rtl/>
        </w:rPr>
        <w:t xml:space="preserve">ں </w:t>
      </w:r>
      <w:r>
        <w:rPr>
          <w:rtl/>
        </w:rPr>
        <w:t>كى تربيت اور انہي</w:t>
      </w:r>
      <w:r w:rsidR="00083993">
        <w:rPr>
          <w:rtl/>
        </w:rPr>
        <w:t xml:space="preserve">ں </w:t>
      </w:r>
      <w:r>
        <w:rPr>
          <w:rtl/>
        </w:rPr>
        <w:t>ان سے نجات دينا ، خصوصى تربيتى مراحل كى رعايت كا محتاج ہے_</w:t>
      </w:r>
      <w:r w:rsidRPr="00985357">
        <w:rPr>
          <w:rStyle w:val="libArabicChar"/>
          <w:rFonts w:hint="eastAsia"/>
          <w:rtl/>
        </w:rPr>
        <w:t>وان</w:t>
      </w:r>
      <w:r w:rsidRPr="00985357">
        <w:rPr>
          <w:rStyle w:val="libArabicChar"/>
          <w:rtl/>
        </w:rPr>
        <w:t xml:space="preserve"> عاقبتم فعاقبوا بمثل ما عوقبتم ب</w:t>
      </w:r>
      <w:r w:rsidR="00120F63" w:rsidRPr="00B2551F">
        <w:rPr>
          <w:rStyle w:val="libArabicChar"/>
          <w:rFonts w:hint="cs"/>
          <w:rtl/>
        </w:rPr>
        <w:t>ه</w:t>
      </w:r>
      <w:r w:rsidRPr="00985357">
        <w:rPr>
          <w:rStyle w:val="libArabicChar"/>
          <w:rtl/>
        </w:rPr>
        <w:t xml:space="preserve"> </w:t>
      </w:r>
      <w:r w:rsidRPr="00985357">
        <w:rPr>
          <w:rStyle w:val="libArabicChar"/>
          <w:rFonts w:hint="cs"/>
          <w:rtl/>
        </w:rPr>
        <w:t>ولئن</w:t>
      </w:r>
      <w:r w:rsidRPr="00985357">
        <w:rPr>
          <w:rStyle w:val="libArabicChar"/>
          <w:rtl/>
        </w:rPr>
        <w:t xml:space="preserve"> </w:t>
      </w:r>
      <w:r w:rsidRPr="00985357">
        <w:rPr>
          <w:rStyle w:val="libArabicChar"/>
          <w:rFonts w:hint="cs"/>
          <w:rtl/>
        </w:rPr>
        <w:t>صبرتم</w:t>
      </w:r>
      <w:r w:rsidRPr="00985357">
        <w:rPr>
          <w:rStyle w:val="libArabicChar"/>
          <w:rtl/>
        </w:rPr>
        <w:t xml:space="preserve"> </w:t>
      </w:r>
      <w:r w:rsidRPr="00985357">
        <w:rPr>
          <w:rStyle w:val="libArabicChar"/>
          <w:rFonts w:hint="cs"/>
          <w:rtl/>
        </w:rPr>
        <w:t>ل</w:t>
      </w:r>
      <w:r w:rsidR="00120F63" w:rsidRPr="00B2551F">
        <w:rPr>
          <w:rStyle w:val="libArabicChar"/>
          <w:rFonts w:hint="cs"/>
          <w:rtl/>
        </w:rPr>
        <w:t>ه</w:t>
      </w:r>
      <w:r w:rsidRPr="00985357">
        <w:rPr>
          <w:rStyle w:val="libArabicChar"/>
          <w:rFonts w:hint="cs"/>
          <w:rtl/>
        </w:rPr>
        <w:t>و</w:t>
      </w:r>
      <w:r w:rsidRPr="00985357">
        <w:rPr>
          <w:rStyle w:val="libArabicChar"/>
          <w:rtl/>
        </w:rPr>
        <w:t xml:space="preserve"> </w:t>
      </w:r>
      <w:r w:rsidRPr="00985357">
        <w:rPr>
          <w:rStyle w:val="libArabicChar"/>
          <w:rFonts w:hint="cs"/>
          <w:rtl/>
        </w:rPr>
        <w:t>خير</w:t>
      </w:r>
      <w:r w:rsidRPr="00985357">
        <w:rPr>
          <w:rStyle w:val="libArabicChar"/>
          <w:rtl/>
        </w:rPr>
        <w:t xml:space="preserve"> ...</w:t>
      </w:r>
      <w:r w:rsidRPr="00985357">
        <w:rPr>
          <w:rStyle w:val="libArabicChar"/>
          <w:rFonts w:hint="cs"/>
          <w:rtl/>
        </w:rPr>
        <w:t>واصبر</w:t>
      </w:r>
      <w:r w:rsidRPr="00985357">
        <w:rPr>
          <w:rStyle w:val="libArabicChar"/>
          <w:rtl/>
        </w:rPr>
        <w:t xml:space="preserve"> ...</w:t>
      </w:r>
      <w:r w:rsidRPr="00985357">
        <w:rPr>
          <w:rStyle w:val="libArabicChar"/>
          <w:rFonts w:hint="cs"/>
          <w:rtl/>
        </w:rPr>
        <w:t>ان</w:t>
      </w:r>
      <w:r w:rsidRPr="00985357">
        <w:rPr>
          <w:rStyle w:val="libArabicChar"/>
          <w:rtl/>
        </w:rPr>
        <w:t xml:space="preserve"> </w:t>
      </w:r>
      <w:r w:rsidRPr="00985357">
        <w:rPr>
          <w:rStyle w:val="libArabicChar"/>
          <w:rFonts w:hint="cs"/>
          <w:rtl/>
        </w:rPr>
        <w:t>الله</w:t>
      </w:r>
      <w:r w:rsidRPr="00985357">
        <w:rPr>
          <w:rStyle w:val="libArabicChar"/>
          <w:rtl/>
        </w:rPr>
        <w:t xml:space="preserve"> </w:t>
      </w:r>
      <w:r w:rsidRPr="00985357">
        <w:rPr>
          <w:rStyle w:val="libArabicChar"/>
          <w:rFonts w:hint="cs"/>
          <w:rtl/>
        </w:rPr>
        <w:t>مع</w:t>
      </w:r>
      <w:r w:rsidRPr="00985357">
        <w:rPr>
          <w:rStyle w:val="libArabicChar"/>
          <w:rtl/>
        </w:rPr>
        <w:t xml:space="preserve"> </w:t>
      </w:r>
      <w:r w:rsidRPr="00985357">
        <w:rPr>
          <w:rStyle w:val="libArabicChar"/>
          <w:rFonts w:hint="cs"/>
          <w:rtl/>
        </w:rPr>
        <w:t>الذين</w:t>
      </w:r>
      <w:r w:rsidRPr="00985357">
        <w:rPr>
          <w:rStyle w:val="libArabicChar"/>
          <w:rtl/>
        </w:rPr>
        <w:t xml:space="preserve"> </w:t>
      </w:r>
      <w:r w:rsidRPr="00985357">
        <w:rPr>
          <w:rStyle w:val="libArabicChar"/>
          <w:rFonts w:hint="cs"/>
          <w:rtl/>
        </w:rPr>
        <w:t>اتقوا</w:t>
      </w:r>
      <w:r w:rsidRPr="00985357">
        <w:rPr>
          <w:rStyle w:val="libArabicChar"/>
          <w:rtl/>
        </w:rPr>
        <w:t xml:space="preserve"> </w:t>
      </w:r>
      <w:r w:rsidRPr="00985357">
        <w:rPr>
          <w:rStyle w:val="libArabicChar"/>
          <w:rFonts w:hint="cs"/>
          <w:rtl/>
        </w:rPr>
        <w:t>والذين</w:t>
      </w:r>
      <w:r w:rsidRPr="00985357">
        <w:rPr>
          <w:rStyle w:val="libArabicChar"/>
          <w:rtl/>
        </w:rPr>
        <w:t xml:space="preserve"> </w:t>
      </w:r>
      <w:r w:rsidR="00120F63" w:rsidRPr="00B2551F">
        <w:rPr>
          <w:rStyle w:val="libArabicChar"/>
          <w:rFonts w:hint="cs"/>
          <w:rtl/>
        </w:rPr>
        <w:t>ه</w:t>
      </w:r>
      <w:r w:rsidRPr="00985357">
        <w:rPr>
          <w:rStyle w:val="libArabicChar"/>
          <w:rFonts w:hint="cs"/>
          <w:rtl/>
        </w:rPr>
        <w:t>م</w:t>
      </w:r>
      <w:r w:rsidRPr="00985357">
        <w:rPr>
          <w:rStyle w:val="libArabicChar"/>
          <w:rtl/>
        </w:rPr>
        <w:t xml:space="preserve"> محسنون</w:t>
      </w:r>
    </w:p>
    <w:p w:rsidR="001F628F" w:rsidRDefault="001F628F" w:rsidP="001F628F">
      <w:pPr>
        <w:pStyle w:val="libNormal"/>
        <w:rPr>
          <w:rtl/>
        </w:rPr>
      </w:pPr>
      <w:r>
        <w:rPr>
          <w:rFonts w:hint="eastAsia"/>
          <w:rtl/>
        </w:rPr>
        <w:t>جملہ</w:t>
      </w:r>
      <w:r>
        <w:rPr>
          <w:rtl/>
        </w:rPr>
        <w:t xml:space="preserve"> </w:t>
      </w:r>
      <w:r w:rsidRPr="00985357">
        <w:rPr>
          <w:rStyle w:val="libArabicChar"/>
          <w:rtl/>
        </w:rPr>
        <w:t>''ان عاقبتم ...</w:t>
      </w:r>
      <w:r>
        <w:rPr>
          <w:rtl/>
        </w:rPr>
        <w:t>''يہ انتقام اور مقابلہ بالمثل كى محدوديت كو بيان كررہا ہے جو كہ تربيتى كام كا نقطہ آغاز ہے اس ليے صبر اختيار كرنے اور انتقام سے دستبردار ہونے كى تاكيد ہے اور اس كے بعد تقوى اور احسان كا مرحلہ بيان كيا گيا ہے _ ان نكات كو اس ترتيب سے بيا</w:t>
      </w:r>
      <w:r>
        <w:rPr>
          <w:rFonts w:hint="eastAsia"/>
          <w:rtl/>
        </w:rPr>
        <w:t>ن</w:t>
      </w:r>
      <w:r>
        <w:rPr>
          <w:rtl/>
        </w:rPr>
        <w:t xml:space="preserve"> كرنا ، مندرجہ بالا نكتہ كى طرف اشارہ ہے_</w:t>
      </w:r>
    </w:p>
    <w:p w:rsidR="001F628F" w:rsidRDefault="001F628F" w:rsidP="00985357">
      <w:pPr>
        <w:pStyle w:val="libNormal"/>
        <w:rPr>
          <w:rtl/>
        </w:rPr>
      </w:pPr>
      <w:r>
        <w:rPr>
          <w:rFonts w:hint="eastAsia"/>
          <w:rtl/>
        </w:rPr>
        <w:t>احسان</w:t>
      </w:r>
      <w:r>
        <w:rPr>
          <w:rtl/>
        </w:rPr>
        <w:t>:</w:t>
      </w:r>
      <w:r>
        <w:rPr>
          <w:rFonts w:hint="eastAsia"/>
          <w:rtl/>
        </w:rPr>
        <w:t>احسان</w:t>
      </w:r>
      <w:r>
        <w:rPr>
          <w:rtl/>
        </w:rPr>
        <w:t xml:space="preserve"> كے آثار 6; احسان كے علامات 3; احسان كے موارد 4،8</w:t>
      </w:r>
    </w:p>
    <w:p w:rsidR="00985357" w:rsidRDefault="001E7F9D" w:rsidP="00F73EDE">
      <w:pPr>
        <w:pStyle w:val="libPoemTini"/>
        <w:rPr>
          <w:rtl/>
        </w:rPr>
      </w:pPr>
      <w:r>
        <w:rPr>
          <w:rtl/>
        </w:rPr>
        <w:br w:type="page"/>
      </w:r>
    </w:p>
    <w:p w:rsidR="001F628F" w:rsidRDefault="001F628F" w:rsidP="00985357">
      <w:pPr>
        <w:pStyle w:val="libNormal"/>
        <w:rPr>
          <w:rtl/>
        </w:rPr>
      </w:pPr>
      <w:r>
        <w:rPr>
          <w:rFonts w:hint="eastAsia"/>
          <w:rtl/>
        </w:rPr>
        <w:lastRenderedPageBreak/>
        <w:t>الله</w:t>
      </w:r>
      <w:r>
        <w:rPr>
          <w:rtl/>
        </w:rPr>
        <w:t xml:space="preserve"> تعالي:</w:t>
      </w:r>
      <w:r>
        <w:rPr>
          <w:rFonts w:hint="eastAsia"/>
          <w:rtl/>
        </w:rPr>
        <w:t>الله</w:t>
      </w:r>
      <w:r>
        <w:rPr>
          <w:rtl/>
        </w:rPr>
        <w:t xml:space="preserve"> تعالى كى حمايت كے اسباب3،6; الله تعالى كے لطف كے اسباب 6</w:t>
      </w:r>
    </w:p>
    <w:p w:rsidR="001F628F" w:rsidRDefault="001F628F" w:rsidP="00985357">
      <w:pPr>
        <w:pStyle w:val="libNormal"/>
        <w:rPr>
          <w:rtl/>
        </w:rPr>
      </w:pPr>
      <w:r>
        <w:rPr>
          <w:rFonts w:hint="eastAsia"/>
          <w:rtl/>
        </w:rPr>
        <w:t>الله</w:t>
      </w:r>
      <w:r>
        <w:rPr>
          <w:rtl/>
        </w:rPr>
        <w:t xml:space="preserve"> تعالى كى حمايت :</w:t>
      </w:r>
      <w:r>
        <w:rPr>
          <w:rFonts w:hint="eastAsia"/>
          <w:rtl/>
        </w:rPr>
        <w:t>الله</w:t>
      </w:r>
      <w:r>
        <w:rPr>
          <w:rtl/>
        </w:rPr>
        <w:t xml:space="preserve"> تعالى كى حمايت كے شامل حال افراد 1،2،5،9</w:t>
      </w:r>
    </w:p>
    <w:p w:rsidR="001F628F" w:rsidRDefault="001F628F" w:rsidP="00985357">
      <w:pPr>
        <w:pStyle w:val="libNormal"/>
        <w:rPr>
          <w:rtl/>
        </w:rPr>
      </w:pPr>
      <w:r>
        <w:rPr>
          <w:rFonts w:hint="eastAsia"/>
          <w:rtl/>
        </w:rPr>
        <w:t>انتقام</w:t>
      </w:r>
      <w:r>
        <w:rPr>
          <w:rtl/>
        </w:rPr>
        <w:t>:</w:t>
      </w:r>
      <w:r>
        <w:rPr>
          <w:rFonts w:hint="eastAsia"/>
          <w:rtl/>
        </w:rPr>
        <w:t>انتقام</w:t>
      </w:r>
      <w:r>
        <w:rPr>
          <w:rtl/>
        </w:rPr>
        <w:t xml:space="preserve"> سے درگذر كرنا8; انتقام مي</w:t>
      </w:r>
      <w:r w:rsidR="00083993">
        <w:rPr>
          <w:rtl/>
        </w:rPr>
        <w:t xml:space="preserve">ں </w:t>
      </w:r>
      <w:r>
        <w:rPr>
          <w:rtl/>
        </w:rPr>
        <w:t>عدالت 7</w:t>
      </w:r>
    </w:p>
    <w:p w:rsidR="001F628F" w:rsidRDefault="001F628F" w:rsidP="00985357">
      <w:pPr>
        <w:pStyle w:val="libNormal"/>
        <w:rPr>
          <w:rtl/>
        </w:rPr>
      </w:pPr>
      <w:r>
        <w:rPr>
          <w:rFonts w:hint="eastAsia"/>
          <w:rtl/>
        </w:rPr>
        <w:t>تبليغ</w:t>
      </w:r>
      <w:r>
        <w:rPr>
          <w:rtl/>
        </w:rPr>
        <w:t>:</w:t>
      </w:r>
      <w:r>
        <w:rPr>
          <w:rFonts w:hint="eastAsia"/>
          <w:rtl/>
        </w:rPr>
        <w:t>تبليغ</w:t>
      </w:r>
      <w:r>
        <w:rPr>
          <w:rtl/>
        </w:rPr>
        <w:t xml:space="preserve"> مي</w:t>
      </w:r>
      <w:r w:rsidR="00083993">
        <w:rPr>
          <w:rtl/>
        </w:rPr>
        <w:t xml:space="preserve">ں </w:t>
      </w:r>
      <w:r>
        <w:rPr>
          <w:rtl/>
        </w:rPr>
        <w:t>صبر 4</w:t>
      </w:r>
    </w:p>
    <w:p w:rsidR="001F628F" w:rsidRDefault="001F628F" w:rsidP="00985357">
      <w:pPr>
        <w:pStyle w:val="libNormal"/>
        <w:rPr>
          <w:rtl/>
        </w:rPr>
      </w:pPr>
      <w:r>
        <w:rPr>
          <w:rFonts w:hint="eastAsia"/>
          <w:rtl/>
        </w:rPr>
        <w:t>تربيت</w:t>
      </w:r>
      <w:r>
        <w:rPr>
          <w:rtl/>
        </w:rPr>
        <w:t>:</w:t>
      </w:r>
      <w:r>
        <w:rPr>
          <w:rFonts w:hint="eastAsia"/>
          <w:rtl/>
        </w:rPr>
        <w:t>تربيت</w:t>
      </w:r>
      <w:r>
        <w:rPr>
          <w:rtl/>
        </w:rPr>
        <w:t xml:space="preserve"> كى روش10</w:t>
      </w:r>
    </w:p>
    <w:p w:rsidR="001F628F" w:rsidRDefault="001F628F" w:rsidP="00985357">
      <w:pPr>
        <w:pStyle w:val="libNormal"/>
        <w:rPr>
          <w:rtl/>
        </w:rPr>
      </w:pPr>
      <w:r>
        <w:rPr>
          <w:rFonts w:hint="eastAsia"/>
          <w:rtl/>
        </w:rPr>
        <w:t>تقوى</w:t>
      </w:r>
      <w:r>
        <w:rPr>
          <w:rtl/>
        </w:rPr>
        <w:t xml:space="preserve"> :</w:t>
      </w:r>
      <w:r>
        <w:rPr>
          <w:rFonts w:hint="eastAsia"/>
          <w:rtl/>
        </w:rPr>
        <w:t>تقوى</w:t>
      </w:r>
      <w:r>
        <w:rPr>
          <w:rtl/>
        </w:rPr>
        <w:t xml:space="preserve"> كے آثار 6; تقوى كے علامات 3; تقوى كے موارد 4،7</w:t>
      </w:r>
    </w:p>
    <w:p w:rsidR="001F628F" w:rsidRDefault="001F628F" w:rsidP="00985357">
      <w:pPr>
        <w:pStyle w:val="libNormal"/>
        <w:rPr>
          <w:rtl/>
        </w:rPr>
      </w:pPr>
      <w:r>
        <w:rPr>
          <w:rFonts w:hint="eastAsia"/>
          <w:rtl/>
        </w:rPr>
        <w:t>جہلائ</w:t>
      </w:r>
      <w:r>
        <w:rPr>
          <w:rtl/>
        </w:rPr>
        <w:t>:</w:t>
      </w:r>
      <w:r>
        <w:rPr>
          <w:rFonts w:hint="eastAsia"/>
          <w:rtl/>
        </w:rPr>
        <w:t>جہلاء</w:t>
      </w:r>
      <w:r>
        <w:rPr>
          <w:rtl/>
        </w:rPr>
        <w:t xml:space="preserve"> كى تربيت 10</w:t>
      </w:r>
    </w:p>
    <w:p w:rsidR="001F628F" w:rsidRDefault="001F628F" w:rsidP="00985357">
      <w:pPr>
        <w:pStyle w:val="libNormal"/>
        <w:rPr>
          <w:rtl/>
        </w:rPr>
      </w:pPr>
      <w:r>
        <w:rPr>
          <w:rFonts w:hint="eastAsia"/>
          <w:rtl/>
        </w:rPr>
        <w:t>دشمن</w:t>
      </w:r>
      <w:r>
        <w:rPr>
          <w:rtl/>
        </w:rPr>
        <w:t>:</w:t>
      </w:r>
      <w:r>
        <w:rPr>
          <w:rFonts w:hint="eastAsia"/>
          <w:rtl/>
        </w:rPr>
        <w:t>دشمن</w:t>
      </w:r>
      <w:r>
        <w:rPr>
          <w:rtl/>
        </w:rPr>
        <w:t xml:space="preserve"> سے انتقام7; دشمن سے درگذر كرنا 8</w:t>
      </w:r>
    </w:p>
    <w:p w:rsidR="001F628F" w:rsidRDefault="001F628F" w:rsidP="00985357">
      <w:pPr>
        <w:pStyle w:val="libNormal"/>
        <w:rPr>
          <w:rtl/>
        </w:rPr>
      </w:pPr>
      <w:r>
        <w:rPr>
          <w:rFonts w:hint="eastAsia"/>
          <w:rtl/>
        </w:rPr>
        <w:t>ذكر</w:t>
      </w:r>
      <w:r>
        <w:rPr>
          <w:rtl/>
        </w:rPr>
        <w:t>:</w:t>
      </w:r>
      <w:r>
        <w:rPr>
          <w:rFonts w:hint="eastAsia"/>
          <w:rtl/>
        </w:rPr>
        <w:t>الله</w:t>
      </w:r>
      <w:r>
        <w:rPr>
          <w:rtl/>
        </w:rPr>
        <w:t xml:space="preserve"> تعالى كى حمايت كے ذكر كے نفسياتى آثار 9</w:t>
      </w:r>
    </w:p>
    <w:p w:rsidR="001F628F" w:rsidRDefault="001F628F" w:rsidP="00985357">
      <w:pPr>
        <w:pStyle w:val="libNormal"/>
        <w:rPr>
          <w:rtl/>
        </w:rPr>
      </w:pPr>
      <w:r>
        <w:rPr>
          <w:rFonts w:hint="eastAsia"/>
          <w:rtl/>
        </w:rPr>
        <w:t>لطف</w:t>
      </w:r>
      <w:r>
        <w:rPr>
          <w:rtl/>
        </w:rPr>
        <w:t xml:space="preserve"> خدا:</w:t>
      </w:r>
      <w:r>
        <w:rPr>
          <w:rFonts w:hint="eastAsia"/>
          <w:rtl/>
        </w:rPr>
        <w:t>لطف</w:t>
      </w:r>
      <w:r>
        <w:rPr>
          <w:rtl/>
        </w:rPr>
        <w:t xml:space="preserve"> خدا كے شامل حال افراد 1،2،5</w:t>
      </w:r>
    </w:p>
    <w:p w:rsidR="001F628F" w:rsidRDefault="001F628F" w:rsidP="00985357">
      <w:pPr>
        <w:pStyle w:val="libNormal"/>
        <w:rPr>
          <w:rtl/>
        </w:rPr>
      </w:pPr>
      <w:r>
        <w:rPr>
          <w:rFonts w:hint="eastAsia"/>
          <w:rtl/>
        </w:rPr>
        <w:t>لوگ</w:t>
      </w:r>
      <w:r>
        <w:rPr>
          <w:rtl/>
        </w:rPr>
        <w:t>:</w:t>
      </w:r>
      <w:r>
        <w:rPr>
          <w:rFonts w:hint="eastAsia"/>
          <w:rtl/>
        </w:rPr>
        <w:t>لوگو</w:t>
      </w:r>
      <w:r w:rsidR="00083993">
        <w:rPr>
          <w:rFonts w:hint="eastAsia"/>
          <w:rtl/>
        </w:rPr>
        <w:t xml:space="preserve">ں </w:t>
      </w:r>
      <w:r>
        <w:rPr>
          <w:rtl/>
        </w:rPr>
        <w:t>كى ہدايت 4</w:t>
      </w:r>
    </w:p>
    <w:p w:rsidR="001F628F" w:rsidRDefault="001F628F" w:rsidP="00985357">
      <w:pPr>
        <w:pStyle w:val="libNormal"/>
        <w:rPr>
          <w:rtl/>
        </w:rPr>
      </w:pPr>
      <w:r>
        <w:rPr>
          <w:rFonts w:hint="eastAsia"/>
          <w:rtl/>
        </w:rPr>
        <w:t>مبلغين</w:t>
      </w:r>
      <w:r>
        <w:rPr>
          <w:rtl/>
        </w:rPr>
        <w:t>:</w:t>
      </w:r>
      <w:r>
        <w:rPr>
          <w:rFonts w:hint="eastAsia"/>
          <w:rtl/>
        </w:rPr>
        <w:t>مبلغين</w:t>
      </w:r>
      <w:r>
        <w:rPr>
          <w:rtl/>
        </w:rPr>
        <w:t xml:space="preserve"> كے فضائل 5</w:t>
      </w:r>
    </w:p>
    <w:p w:rsidR="001F628F" w:rsidRDefault="001F628F" w:rsidP="00985357">
      <w:pPr>
        <w:pStyle w:val="libNormal"/>
        <w:rPr>
          <w:rtl/>
        </w:rPr>
      </w:pPr>
      <w:r>
        <w:rPr>
          <w:rFonts w:hint="eastAsia"/>
          <w:rtl/>
        </w:rPr>
        <w:t>متقى</w:t>
      </w:r>
      <w:r>
        <w:rPr>
          <w:rtl/>
        </w:rPr>
        <w:t xml:space="preserve"> لوگ:</w:t>
      </w:r>
      <w:r>
        <w:rPr>
          <w:rFonts w:hint="eastAsia"/>
          <w:rtl/>
        </w:rPr>
        <w:t>متقى</w:t>
      </w:r>
      <w:r>
        <w:rPr>
          <w:rtl/>
        </w:rPr>
        <w:t xml:space="preserve"> لوگو</w:t>
      </w:r>
      <w:r w:rsidR="00083993">
        <w:rPr>
          <w:rtl/>
        </w:rPr>
        <w:t xml:space="preserve">ں </w:t>
      </w:r>
      <w:r>
        <w:rPr>
          <w:rtl/>
        </w:rPr>
        <w:t>كى حمايت 9; متقى لوگو</w:t>
      </w:r>
      <w:r w:rsidR="00083993">
        <w:rPr>
          <w:rtl/>
        </w:rPr>
        <w:t xml:space="preserve">ں </w:t>
      </w:r>
      <w:r>
        <w:rPr>
          <w:rtl/>
        </w:rPr>
        <w:t>كے فضائل 1</w:t>
      </w:r>
    </w:p>
    <w:p w:rsidR="001F628F" w:rsidRDefault="001F628F" w:rsidP="00985357">
      <w:pPr>
        <w:pStyle w:val="libNormal"/>
        <w:rPr>
          <w:rtl/>
        </w:rPr>
      </w:pPr>
      <w:r>
        <w:rPr>
          <w:rFonts w:hint="eastAsia"/>
          <w:rtl/>
        </w:rPr>
        <w:t>محسنين</w:t>
      </w:r>
      <w:r>
        <w:rPr>
          <w:rtl/>
        </w:rPr>
        <w:t>:</w:t>
      </w:r>
      <w:r>
        <w:rPr>
          <w:rFonts w:hint="eastAsia"/>
          <w:rtl/>
        </w:rPr>
        <w:t>محسنين</w:t>
      </w:r>
      <w:r>
        <w:rPr>
          <w:rtl/>
        </w:rPr>
        <w:t xml:space="preserve"> كى حمايت 9; محسنين كے فضائل 2</w:t>
      </w:r>
    </w:p>
    <w:p w:rsidR="001F628F" w:rsidRDefault="001F628F" w:rsidP="00985357">
      <w:pPr>
        <w:pStyle w:val="libNormal"/>
        <w:rPr>
          <w:rtl/>
        </w:rPr>
      </w:pPr>
      <w:r>
        <w:rPr>
          <w:rFonts w:hint="eastAsia"/>
          <w:rtl/>
        </w:rPr>
        <w:t>مشكلات</w:t>
      </w:r>
      <w:r>
        <w:rPr>
          <w:rtl/>
        </w:rPr>
        <w:t xml:space="preserve"> :</w:t>
      </w:r>
      <w:r>
        <w:rPr>
          <w:rFonts w:hint="eastAsia"/>
          <w:rtl/>
        </w:rPr>
        <w:t>نفسياتى</w:t>
      </w:r>
      <w:r>
        <w:rPr>
          <w:rtl/>
        </w:rPr>
        <w:t xml:space="preserve"> مشكلات كے موانع 9</w:t>
      </w:r>
    </w:p>
    <w:p w:rsidR="001F628F" w:rsidRDefault="001F628F" w:rsidP="00985357">
      <w:pPr>
        <w:pStyle w:val="libNormal"/>
        <w:rPr>
          <w:rtl/>
        </w:rPr>
      </w:pPr>
      <w:r>
        <w:rPr>
          <w:rFonts w:hint="eastAsia"/>
          <w:rtl/>
        </w:rPr>
        <w:t>مقابلہ</w:t>
      </w:r>
      <w:r>
        <w:rPr>
          <w:rtl/>
        </w:rPr>
        <w:t xml:space="preserve"> بالمثل:</w:t>
      </w:r>
      <w:r>
        <w:rPr>
          <w:rFonts w:hint="eastAsia"/>
          <w:rtl/>
        </w:rPr>
        <w:t>مقابلہ</w:t>
      </w:r>
      <w:r>
        <w:rPr>
          <w:rtl/>
        </w:rPr>
        <w:t xml:space="preserve"> بالمثل سے درگذر كرنا 3،8; مقابلہ بالمثل مي</w:t>
      </w:r>
      <w:r w:rsidR="00083993">
        <w:rPr>
          <w:rtl/>
        </w:rPr>
        <w:t xml:space="preserve">ں </w:t>
      </w:r>
      <w:r>
        <w:rPr>
          <w:rtl/>
        </w:rPr>
        <w:t>عدالت 3</w:t>
      </w:r>
    </w:p>
    <w:p w:rsidR="001F628F" w:rsidRDefault="001F628F" w:rsidP="00985357">
      <w:pPr>
        <w:pStyle w:val="libNormal"/>
        <w:rPr>
          <w:rtl/>
        </w:rPr>
      </w:pPr>
      <w:r>
        <w:rPr>
          <w:rFonts w:hint="eastAsia"/>
          <w:rtl/>
        </w:rPr>
        <w:t>ہدايت</w:t>
      </w:r>
      <w:r>
        <w:rPr>
          <w:rtl/>
        </w:rPr>
        <w:t xml:space="preserve"> كرنے والے :</w:t>
      </w:r>
      <w:r>
        <w:rPr>
          <w:rFonts w:hint="eastAsia"/>
          <w:rtl/>
        </w:rPr>
        <w:t>ہدايت</w:t>
      </w:r>
      <w:r>
        <w:rPr>
          <w:rtl/>
        </w:rPr>
        <w:t xml:space="preserve"> كرے والو</w:t>
      </w:r>
      <w:r w:rsidR="00083993">
        <w:rPr>
          <w:rtl/>
        </w:rPr>
        <w:t xml:space="preserve">ں </w:t>
      </w:r>
      <w:r>
        <w:rPr>
          <w:rtl/>
        </w:rPr>
        <w:t>كے فضائل 5</w:t>
      </w:r>
    </w:p>
    <w:p w:rsidR="00985357" w:rsidRDefault="001E7F9D" w:rsidP="00F73EDE">
      <w:pPr>
        <w:pStyle w:val="libPoemTini"/>
        <w:rPr>
          <w:rtl/>
        </w:rPr>
      </w:pPr>
      <w:r>
        <w:rPr>
          <w:rtl/>
        </w:rPr>
        <w:br w:type="page"/>
      </w:r>
    </w:p>
    <w:p w:rsidR="001F628F" w:rsidRDefault="001F628F" w:rsidP="00985357">
      <w:pPr>
        <w:pStyle w:val="Heading2Center"/>
        <w:rPr>
          <w:rtl/>
        </w:rPr>
      </w:pPr>
      <w:bookmarkStart w:id="275" w:name="_Toc28081953"/>
      <w:r>
        <w:rPr>
          <w:rFonts w:hint="eastAsia"/>
          <w:rtl/>
        </w:rPr>
        <w:lastRenderedPageBreak/>
        <w:t>اشاريو</w:t>
      </w:r>
      <w:r w:rsidR="00083993">
        <w:rPr>
          <w:rFonts w:hint="eastAsia"/>
          <w:rtl/>
        </w:rPr>
        <w:t xml:space="preserve">ں </w:t>
      </w:r>
      <w:r>
        <w:rPr>
          <w:rtl/>
        </w:rPr>
        <w:t>سے استفادہ كى روش</w:t>
      </w:r>
      <w:bookmarkEnd w:id="275"/>
    </w:p>
    <w:p w:rsidR="001F628F" w:rsidRDefault="001F628F" w:rsidP="001F628F">
      <w:pPr>
        <w:pStyle w:val="libNormal"/>
        <w:rPr>
          <w:rtl/>
        </w:rPr>
      </w:pPr>
      <w:r>
        <w:rPr>
          <w:rFonts w:hint="eastAsia"/>
          <w:rtl/>
        </w:rPr>
        <w:t>اشاريو</w:t>
      </w:r>
      <w:r w:rsidR="00083993">
        <w:rPr>
          <w:rFonts w:hint="eastAsia"/>
          <w:rtl/>
        </w:rPr>
        <w:t xml:space="preserve">ں </w:t>
      </w:r>
      <w:r>
        <w:rPr>
          <w:rtl/>
        </w:rPr>
        <w:t>سے استفادہ كا يہ نظام حروف تہجى كى ترتيب سے منظم كيا گيا ہے يعنى اصلى الفاظ كو حروف تہجى كى ترتيب اور موٹے خط كے ساتھ تحرير كرنے كے بعد اسكے ذيل مي</w:t>
      </w:r>
      <w:r w:rsidR="00083993">
        <w:rPr>
          <w:rtl/>
        </w:rPr>
        <w:t xml:space="preserve">ں </w:t>
      </w:r>
      <w:r>
        <w:rPr>
          <w:rtl/>
        </w:rPr>
        <w:t>فرعى عناوين كو بھى حروف تہجى كى ترتيب كے ساتھ لكھا گيا ہے لہذا مطلوبہ موضوعات تك آسانى سے پہنچنے كے ليے مندرجہ ذيل نكات پر توجہ فرمايئے</w:t>
      </w:r>
    </w:p>
    <w:p w:rsidR="001F628F" w:rsidRDefault="001F628F" w:rsidP="001F628F">
      <w:pPr>
        <w:pStyle w:val="libNormal"/>
        <w:rPr>
          <w:rtl/>
        </w:rPr>
      </w:pPr>
      <w:r>
        <w:rPr>
          <w:rtl/>
        </w:rPr>
        <w:t>1) فرعى عناوين ،اصلى عناوين كے ذيل مي</w:t>
      </w:r>
      <w:r w:rsidR="00083993">
        <w:rPr>
          <w:rtl/>
        </w:rPr>
        <w:t xml:space="preserve">ں </w:t>
      </w:r>
      <w:r>
        <w:rPr>
          <w:rtl/>
        </w:rPr>
        <w:t>قرار ديئے گئے ہي</w:t>
      </w:r>
      <w:r w:rsidR="00083993">
        <w:rPr>
          <w:rtl/>
        </w:rPr>
        <w:t xml:space="preserve">ں </w:t>
      </w:r>
      <w:r>
        <w:rPr>
          <w:rtl/>
        </w:rPr>
        <w:t>لہذا ان تك پہنچنے كے ليے اصلى عناوين كى طرف رجوع كيا جائے مثلاً نماز كے اثرات، اركان ، احكام اور شرائط كو لفظ نماز مي</w:t>
      </w:r>
      <w:r w:rsidR="00083993">
        <w:rPr>
          <w:rtl/>
        </w:rPr>
        <w:t xml:space="preserve">ں </w:t>
      </w:r>
      <w:r>
        <w:rPr>
          <w:rtl/>
        </w:rPr>
        <w:t>تلاش كيا جائے_</w:t>
      </w:r>
    </w:p>
    <w:p w:rsidR="001F628F" w:rsidRDefault="001F628F" w:rsidP="001F628F">
      <w:pPr>
        <w:pStyle w:val="libNormal"/>
        <w:rPr>
          <w:rtl/>
        </w:rPr>
      </w:pPr>
      <w:r>
        <w:rPr>
          <w:rtl/>
        </w:rPr>
        <w:t>2) مترادف الفاظ مي</w:t>
      </w:r>
      <w:r w:rsidR="00083993">
        <w:rPr>
          <w:rtl/>
        </w:rPr>
        <w:t xml:space="preserve">ں </w:t>
      </w:r>
      <w:r>
        <w:rPr>
          <w:rtl/>
        </w:rPr>
        <w:t>سے ايسے لفظ كو اصلى عنوان قرار دياگيا ہے جو مناسب تر ہے اور ديگر عنوان يا عناوين كے سلسلے مي</w:t>
      </w:r>
      <w:r w:rsidR="00083993">
        <w:rPr>
          <w:rtl/>
        </w:rPr>
        <w:t xml:space="preserve">ں </w:t>
      </w:r>
      <w:r>
        <w:rPr>
          <w:rtl/>
        </w:rPr>
        <w:t>(ر _ ك) (رجوع كيجئے ) كى علامت كے ذريعے اسى عنوان كى طرف رجوع كرنے كيلئے كہا گيا ہے مثلاً :</w:t>
      </w:r>
    </w:p>
    <w:p w:rsidR="001F628F" w:rsidRDefault="001F628F" w:rsidP="00985357">
      <w:pPr>
        <w:pStyle w:val="libNormal"/>
        <w:rPr>
          <w:rtl/>
        </w:rPr>
      </w:pPr>
      <w:r>
        <w:rPr>
          <w:rFonts w:hint="eastAsia"/>
          <w:rtl/>
        </w:rPr>
        <w:t>آگ</w:t>
      </w:r>
      <w:r>
        <w:rPr>
          <w:rtl/>
        </w:rPr>
        <w:t xml:space="preserve"> :</w:t>
      </w:r>
      <w:r>
        <w:rPr>
          <w:rFonts w:hint="eastAsia"/>
          <w:rtl/>
        </w:rPr>
        <w:t>ر</w:t>
      </w:r>
      <w:r>
        <w:rPr>
          <w:rtl/>
        </w:rPr>
        <w:t>_ ك آتش</w:t>
      </w:r>
    </w:p>
    <w:p w:rsidR="001F628F" w:rsidRDefault="001F628F" w:rsidP="001F628F">
      <w:pPr>
        <w:pStyle w:val="libNormal"/>
        <w:rPr>
          <w:rtl/>
        </w:rPr>
      </w:pPr>
      <w:r>
        <w:rPr>
          <w:rtl/>
        </w:rPr>
        <w:t>3) بعض اصلى عناوين كے فرعى عناوين نہي</w:t>
      </w:r>
      <w:r w:rsidR="00083993">
        <w:rPr>
          <w:rtl/>
        </w:rPr>
        <w:t xml:space="preserve">ں </w:t>
      </w:r>
      <w:r>
        <w:rPr>
          <w:rtl/>
        </w:rPr>
        <w:t>ہي</w:t>
      </w:r>
      <w:r w:rsidR="00083993">
        <w:rPr>
          <w:rtl/>
        </w:rPr>
        <w:t xml:space="preserve">ں </w:t>
      </w:r>
      <w:r>
        <w:rPr>
          <w:rtl/>
        </w:rPr>
        <w:t>تا ہم خود كسى اور عنوان كے تحت آئے ہي</w:t>
      </w:r>
      <w:r w:rsidR="00083993">
        <w:rPr>
          <w:rtl/>
        </w:rPr>
        <w:t xml:space="preserve">ں </w:t>
      </w:r>
      <w:r>
        <w:rPr>
          <w:rtl/>
        </w:rPr>
        <w:t>لہذا اس عنوان كے ليے اس اصلى عنوان كى طرف رجوع كرنے كے ليے كہا گيا ہے مثلاً :</w:t>
      </w:r>
    </w:p>
    <w:p w:rsidR="001F628F" w:rsidRDefault="001F628F" w:rsidP="00985357">
      <w:pPr>
        <w:pStyle w:val="libNormal"/>
        <w:rPr>
          <w:rtl/>
        </w:rPr>
      </w:pPr>
      <w:r>
        <w:rPr>
          <w:rFonts w:hint="eastAsia"/>
          <w:rtl/>
        </w:rPr>
        <w:t>آرزو</w:t>
      </w:r>
      <w:r>
        <w:rPr>
          <w:rtl/>
        </w:rPr>
        <w:t>:</w:t>
      </w:r>
      <w:r>
        <w:rPr>
          <w:rFonts w:hint="eastAsia"/>
          <w:rtl/>
        </w:rPr>
        <w:t>ر</w:t>
      </w:r>
      <w:r>
        <w:rPr>
          <w:rtl/>
        </w:rPr>
        <w:t xml:space="preserve"> _ ك </w:t>
      </w:r>
      <w:r w:rsidR="003D0BA1">
        <w:rPr>
          <w:rtl/>
        </w:rPr>
        <w:t>انبياء</w:t>
      </w:r>
      <w:r>
        <w:rPr>
          <w:rtl/>
        </w:rPr>
        <w:t>، انسان و ...</w:t>
      </w:r>
    </w:p>
    <w:p w:rsidR="001F628F" w:rsidRDefault="001F628F" w:rsidP="001F628F">
      <w:pPr>
        <w:pStyle w:val="libNormal"/>
        <w:rPr>
          <w:rtl/>
        </w:rPr>
      </w:pPr>
      <w:r>
        <w:rPr>
          <w:rtl/>
        </w:rPr>
        <w:t>4) وہ الفاظ و موضوعات جو ايك دوسرے كے نزديك ہي</w:t>
      </w:r>
      <w:r w:rsidR="00083993">
        <w:rPr>
          <w:rtl/>
        </w:rPr>
        <w:t xml:space="preserve">ں </w:t>
      </w:r>
      <w:r>
        <w:rPr>
          <w:rtl/>
        </w:rPr>
        <w:t>اور ايك موضوع كے بارے مي</w:t>
      </w:r>
      <w:r w:rsidR="00083993">
        <w:rPr>
          <w:rtl/>
        </w:rPr>
        <w:t xml:space="preserve">ں </w:t>
      </w:r>
      <w:r>
        <w:rPr>
          <w:rtl/>
        </w:rPr>
        <w:t>تحقيق كرنے كے ليے مفيد اور مؤثر ہي</w:t>
      </w:r>
      <w:r w:rsidR="00083993">
        <w:rPr>
          <w:rtl/>
        </w:rPr>
        <w:t xml:space="preserve">ں </w:t>
      </w:r>
      <w:r>
        <w:rPr>
          <w:rtl/>
        </w:rPr>
        <w:t>ان مي</w:t>
      </w:r>
      <w:r w:rsidR="00083993">
        <w:rPr>
          <w:rtl/>
        </w:rPr>
        <w:t xml:space="preserve">ں </w:t>
      </w:r>
      <w:r>
        <w:rPr>
          <w:rtl/>
        </w:rPr>
        <w:t>بھى فرعى عناوين كو ذكر كرنے كے بعد نيز ر_ك (نيز رجوع كيجئے) كى علامت سے رہنمائي كى گئي ہے مثلاً آخرت : نيزر ، ك ايمان ، دنيا ، قيامت ، معاد_ ياد رہے كہ جہا</w:t>
      </w:r>
      <w:r w:rsidR="00083993">
        <w:rPr>
          <w:rtl/>
        </w:rPr>
        <w:t xml:space="preserve">ں </w:t>
      </w:r>
      <w:r>
        <w:rPr>
          <w:rtl/>
        </w:rPr>
        <w:t>رجوع كرنے كے ليے كہا گيا ہے وہا</w:t>
      </w:r>
      <w:r w:rsidR="00083993">
        <w:rPr>
          <w:rtl/>
        </w:rPr>
        <w:t xml:space="preserve">ں </w:t>
      </w:r>
      <w:r>
        <w:rPr>
          <w:rtl/>
        </w:rPr>
        <w:t>كبھى مطلوبہ عناوين دونو</w:t>
      </w:r>
      <w:r w:rsidR="00083993">
        <w:rPr>
          <w:rtl/>
        </w:rPr>
        <w:t xml:space="preserve">ں </w:t>
      </w:r>
      <w:r>
        <w:rPr>
          <w:rtl/>
        </w:rPr>
        <w:t>عناوين مي</w:t>
      </w:r>
      <w:r w:rsidR="00083993">
        <w:rPr>
          <w:rtl/>
        </w:rPr>
        <w:t xml:space="preserve">ں </w:t>
      </w:r>
      <w:r>
        <w:rPr>
          <w:rtl/>
        </w:rPr>
        <w:t>صراحت كے ساتھ لائے گئے ہي</w:t>
      </w:r>
      <w:r w:rsidR="00083993">
        <w:rPr>
          <w:rtl/>
        </w:rPr>
        <w:t xml:space="preserve">ں </w:t>
      </w:r>
      <w:r>
        <w:rPr>
          <w:rtl/>
        </w:rPr>
        <w:t>اور كبھى فقط دونو</w:t>
      </w:r>
      <w:r w:rsidR="00083993">
        <w:rPr>
          <w:rtl/>
        </w:rPr>
        <w:t xml:space="preserve">ں </w:t>
      </w:r>
      <w:r>
        <w:rPr>
          <w:rtl/>
        </w:rPr>
        <w:t>عناوين مي</w:t>
      </w:r>
      <w:r w:rsidR="00083993">
        <w:rPr>
          <w:rtl/>
        </w:rPr>
        <w:t xml:space="preserve">ں </w:t>
      </w:r>
      <w:r>
        <w:rPr>
          <w:rtl/>
        </w:rPr>
        <w:t>علمى رابطے كو ظاہر كيا گيا ہے _</w:t>
      </w:r>
    </w:p>
    <w:p w:rsidR="00985357" w:rsidRDefault="001E7F9D" w:rsidP="00F73EDE">
      <w:pPr>
        <w:pStyle w:val="libPoemTini"/>
        <w:rPr>
          <w:rtl/>
        </w:rPr>
      </w:pPr>
      <w:r>
        <w:rPr>
          <w:rtl/>
        </w:rPr>
        <w:br w:type="page"/>
      </w:r>
    </w:p>
    <w:p w:rsidR="001F628F" w:rsidRDefault="001F628F" w:rsidP="00985357">
      <w:pPr>
        <w:pStyle w:val="libNormal"/>
        <w:rPr>
          <w:rtl/>
        </w:rPr>
      </w:pPr>
      <w:r>
        <w:rPr>
          <w:rtl/>
        </w:rPr>
        <w:lastRenderedPageBreak/>
        <w:t>5) وہ اشاريے جنہي</w:t>
      </w:r>
      <w:r w:rsidR="00083993">
        <w:rPr>
          <w:rtl/>
        </w:rPr>
        <w:t xml:space="preserve">ں </w:t>
      </w:r>
      <w:r>
        <w:rPr>
          <w:rtl/>
        </w:rPr>
        <w:t>'' اور'' كے ذريعے مركب كيا گيا ہے ان مي</w:t>
      </w:r>
      <w:r w:rsidR="00083993">
        <w:rPr>
          <w:rtl/>
        </w:rPr>
        <w:t xml:space="preserve">ں </w:t>
      </w:r>
      <w:r>
        <w:rPr>
          <w:rtl/>
        </w:rPr>
        <w:t>ايك خاص رابطہ پايا جاتاہے لہذا ان مركب اشاريو</w:t>
      </w:r>
      <w:r w:rsidR="00083993">
        <w:rPr>
          <w:rtl/>
        </w:rPr>
        <w:t xml:space="preserve">ں </w:t>
      </w:r>
      <w:r>
        <w:rPr>
          <w:rtl/>
        </w:rPr>
        <w:t>مي</w:t>
      </w:r>
      <w:r w:rsidR="00083993">
        <w:rPr>
          <w:rtl/>
        </w:rPr>
        <w:t xml:space="preserve">ں </w:t>
      </w:r>
      <w:r>
        <w:rPr>
          <w:rtl/>
        </w:rPr>
        <w:t>اگر دو مفاہيم ہي</w:t>
      </w:r>
      <w:r w:rsidR="00083993">
        <w:rPr>
          <w:rtl/>
        </w:rPr>
        <w:t xml:space="preserve">ں </w:t>
      </w:r>
      <w:r>
        <w:rPr>
          <w:rtl/>
        </w:rPr>
        <w:t>تو پہلے اس كو ذكر كيا گيا ہے جو دوسرے مي</w:t>
      </w:r>
      <w:r w:rsidR="00083993">
        <w:rPr>
          <w:rtl/>
        </w:rPr>
        <w:t xml:space="preserve">ں </w:t>
      </w:r>
      <w:r>
        <w:rPr>
          <w:rtl/>
        </w:rPr>
        <w:t>مؤثر ہے جيسے ''ايمان اور عمل'' (چونكہ ايمان عمل مي</w:t>
      </w:r>
      <w:r w:rsidR="00083993">
        <w:rPr>
          <w:rtl/>
        </w:rPr>
        <w:t xml:space="preserve">ں </w:t>
      </w:r>
      <w:r>
        <w:rPr>
          <w:rtl/>
        </w:rPr>
        <w:t>مؤثر ہے لہذا ايمان كو پہلے لكھا گي</w:t>
      </w:r>
      <w:r>
        <w:rPr>
          <w:rFonts w:hint="eastAsia"/>
          <w:rtl/>
        </w:rPr>
        <w:t>ا</w:t>
      </w:r>
      <w:r>
        <w:rPr>
          <w:rtl/>
        </w:rPr>
        <w:t xml:space="preserve"> ہے) اور اگر مفاہيم كى بجائے دو افراد يا گروہ ہو</w:t>
      </w:r>
      <w:r w:rsidR="00083993">
        <w:rPr>
          <w:rtl/>
        </w:rPr>
        <w:t xml:space="preserve">ں </w:t>
      </w:r>
      <w:r>
        <w:rPr>
          <w:rtl/>
        </w:rPr>
        <w:t>تو پہلے واسطہ ركھنے والے كو ذكر كيا گيا ہے اور جس كے ساتھ واسطہ ركھا گيا اسے بعد مي</w:t>
      </w:r>
      <w:r w:rsidR="00083993">
        <w:rPr>
          <w:rtl/>
        </w:rPr>
        <w:t xml:space="preserve">ں </w:t>
      </w:r>
      <w:r>
        <w:rPr>
          <w:rtl/>
        </w:rPr>
        <w:t>ذكر كيا گيا ہے جيسے ''آنحضرت</w:t>
      </w:r>
      <w:r w:rsidR="00F031CD" w:rsidRPr="00F031CD">
        <w:rPr>
          <w:rStyle w:val="libAlaemChar"/>
          <w:rtl/>
        </w:rPr>
        <w:t xml:space="preserve"> صلى‌الله‌عليه‌وآله‌وسلم </w:t>
      </w:r>
      <w:r>
        <w:rPr>
          <w:rtl/>
        </w:rPr>
        <w:t xml:space="preserve"> اور اہل كتاب'' اور '' كفار اور قرآن كريم'' كہ جنہي</w:t>
      </w:r>
      <w:r w:rsidR="00083993">
        <w:rPr>
          <w:rtl/>
        </w:rPr>
        <w:t xml:space="preserve">ں </w:t>
      </w:r>
      <w:r>
        <w:rPr>
          <w:rtl/>
        </w:rPr>
        <w:t xml:space="preserve">'' ايمان''، '' آنحضرت''اور ''كفار'' </w:t>
      </w:r>
      <w:r>
        <w:rPr>
          <w:rFonts w:hint="eastAsia"/>
          <w:rtl/>
        </w:rPr>
        <w:t>كے</w:t>
      </w:r>
      <w:r>
        <w:rPr>
          <w:rtl/>
        </w:rPr>
        <w:t xml:space="preserve"> عناوين مي</w:t>
      </w:r>
      <w:r w:rsidR="00083993">
        <w:rPr>
          <w:rtl/>
        </w:rPr>
        <w:t xml:space="preserve">ں </w:t>
      </w:r>
      <w:r>
        <w:rPr>
          <w:rtl/>
        </w:rPr>
        <w:t>ذكر كيا گيا ہے اور دوسرے عناوين (عمل، اہل كتاب، قرآن) مي</w:t>
      </w:r>
      <w:r w:rsidR="00083993">
        <w:rPr>
          <w:rtl/>
        </w:rPr>
        <w:t xml:space="preserve">ں </w:t>
      </w:r>
      <w:r>
        <w:rPr>
          <w:rtl/>
        </w:rPr>
        <w:t>انہي</w:t>
      </w:r>
      <w:r w:rsidR="00083993">
        <w:rPr>
          <w:rtl/>
        </w:rPr>
        <w:t xml:space="preserve">ں </w:t>
      </w:r>
      <w:r>
        <w:rPr>
          <w:rtl/>
        </w:rPr>
        <w:t>پہلے عناوين كى طرف رجوع كرنے كا كہا گيا ہے_</w:t>
      </w:r>
    </w:p>
    <w:p w:rsidR="001F628F" w:rsidRDefault="001F628F" w:rsidP="001F628F">
      <w:pPr>
        <w:pStyle w:val="libNormal"/>
        <w:rPr>
          <w:rtl/>
        </w:rPr>
      </w:pPr>
      <w:r>
        <w:rPr>
          <w:rtl/>
        </w:rPr>
        <w:t>6) بسا اوقات ايك عنوان كو اسكے مفاہيم كى وسعت اور اس كے بعض فرعى عناوين كے مستقل موضوع ہونے كى بناپر كئي اصلى موضوعات كى طرف تقسيم كرديا گيا ہے تا كہ مطلوبہ معلومات آسانى سے دستياب ہوسكي</w:t>
      </w:r>
      <w:r w:rsidR="00083993">
        <w:rPr>
          <w:rtl/>
        </w:rPr>
        <w:t xml:space="preserve">ں </w:t>
      </w:r>
      <w:r>
        <w:rPr>
          <w:rtl/>
        </w:rPr>
        <w:t>مثلاً ''آيات خدا ، اسما و صفات ،توحيد اور خدا '' اس كے باوجود موضوع ك</w:t>
      </w:r>
      <w:r>
        <w:rPr>
          <w:rFonts w:hint="eastAsia"/>
          <w:rtl/>
        </w:rPr>
        <w:t>ى</w:t>
      </w:r>
      <w:r>
        <w:rPr>
          <w:rtl/>
        </w:rPr>
        <w:t xml:space="preserve"> وحدت كو حفظ كرنے كيلئے ايك موضوع سے دوسرے موضوع كى طرف رجوع كرنے كيلئے بھى كہا گيا ہے _</w:t>
      </w:r>
    </w:p>
    <w:p w:rsidR="001F628F" w:rsidRDefault="001F628F" w:rsidP="001F628F">
      <w:pPr>
        <w:pStyle w:val="libNormal"/>
        <w:rPr>
          <w:rtl/>
        </w:rPr>
      </w:pPr>
      <w:r>
        <w:rPr>
          <w:rtl/>
        </w:rPr>
        <w:t>7) اصلى عنوان كے تكرار سے بچنے كے ليے ذيلى اور فرعى عناوين مي</w:t>
      </w:r>
      <w:r w:rsidR="00083993">
        <w:rPr>
          <w:rtl/>
        </w:rPr>
        <w:t xml:space="preserve">ں </w:t>
      </w:r>
      <w:r>
        <w:rPr>
          <w:rtl/>
        </w:rPr>
        <w:t>يہ علامت '' _'' مناسبت كے ساتھ، پہلے يا بعد مي</w:t>
      </w:r>
      <w:r w:rsidR="00083993">
        <w:rPr>
          <w:rtl/>
        </w:rPr>
        <w:t xml:space="preserve">ں </w:t>
      </w:r>
      <w:r>
        <w:rPr>
          <w:rtl/>
        </w:rPr>
        <w:t>لگا دى گئي ہے لہذا ہر كلمہ اس علامت كے ساتھ مل كر مركب(اصلى و فرعى عنوان سے) كو تشكيل ديتاہے جيسے ايثار :_كا اجر، _ كى قدر و قيمت ، _ كے اثرات يا آنحضرت كے پيروكارو</w:t>
      </w:r>
      <w:r w:rsidR="00083993">
        <w:rPr>
          <w:rtl/>
        </w:rPr>
        <w:t xml:space="preserve">ں </w:t>
      </w:r>
      <w:r>
        <w:rPr>
          <w:rtl/>
        </w:rPr>
        <w:t>كا اعراض يہ ہوجائے گا آنحضرت</w:t>
      </w:r>
      <w:r w:rsidR="00F031CD" w:rsidRPr="00F031CD">
        <w:rPr>
          <w:rStyle w:val="libAlaemChar"/>
          <w:rtl/>
        </w:rPr>
        <w:t xml:space="preserve"> صلى‌الله‌عليه‌وآله‌وسلم </w:t>
      </w:r>
      <w:r>
        <w:rPr>
          <w:rtl/>
        </w:rPr>
        <w:t xml:space="preserve"> كے پيروكارو</w:t>
      </w:r>
      <w:r w:rsidR="00083993">
        <w:rPr>
          <w:rtl/>
        </w:rPr>
        <w:t xml:space="preserve">ں </w:t>
      </w:r>
      <w:r>
        <w:rPr>
          <w:rtl/>
        </w:rPr>
        <w:t>كا اعراض و غيرہ_</w:t>
      </w:r>
    </w:p>
    <w:p w:rsidR="001F628F" w:rsidRDefault="001F628F" w:rsidP="00985357">
      <w:pPr>
        <w:pStyle w:val="Heading2Center"/>
        <w:rPr>
          <w:rtl/>
        </w:rPr>
      </w:pPr>
      <w:bookmarkStart w:id="276" w:name="_Toc28081954"/>
      <w:r>
        <w:rPr>
          <w:rFonts w:hint="eastAsia"/>
          <w:rtl/>
        </w:rPr>
        <w:t>ملاحظات</w:t>
      </w:r>
      <w:r>
        <w:rPr>
          <w:rtl/>
        </w:rPr>
        <w:t>:</w:t>
      </w:r>
      <w:bookmarkEnd w:id="276"/>
    </w:p>
    <w:p w:rsidR="001F628F" w:rsidRDefault="001F628F" w:rsidP="001F628F">
      <w:pPr>
        <w:pStyle w:val="libNormal"/>
        <w:rPr>
          <w:rtl/>
        </w:rPr>
      </w:pPr>
      <w:r>
        <w:rPr>
          <w:rtl/>
        </w:rPr>
        <w:t>1) اشاريو</w:t>
      </w:r>
      <w:r w:rsidR="00083993">
        <w:rPr>
          <w:rtl/>
        </w:rPr>
        <w:t xml:space="preserve">ں </w:t>
      </w:r>
      <w:r>
        <w:rPr>
          <w:rtl/>
        </w:rPr>
        <w:t>مي</w:t>
      </w:r>
      <w:r w:rsidR="00083993">
        <w:rPr>
          <w:rtl/>
        </w:rPr>
        <w:t xml:space="preserve">ں </w:t>
      </w:r>
      <w:r>
        <w:rPr>
          <w:rtl/>
        </w:rPr>
        <w:t>ذكر شدہ نمبر ان آيات سے مربوط ہي</w:t>
      </w:r>
      <w:r w:rsidR="00083993">
        <w:rPr>
          <w:rtl/>
        </w:rPr>
        <w:t xml:space="preserve">ں </w:t>
      </w:r>
      <w:r>
        <w:rPr>
          <w:rtl/>
        </w:rPr>
        <w:t>جن سے موضوعات كو اخذ كيا گيا ہے البتہ اس كا مطلب يہ نہي</w:t>
      </w:r>
      <w:r w:rsidR="00083993">
        <w:rPr>
          <w:rtl/>
        </w:rPr>
        <w:t xml:space="preserve">ں </w:t>
      </w:r>
      <w:r>
        <w:rPr>
          <w:rtl/>
        </w:rPr>
        <w:t>ہے كہ اشاريو</w:t>
      </w:r>
      <w:r w:rsidR="00083993">
        <w:rPr>
          <w:rtl/>
        </w:rPr>
        <w:t xml:space="preserve">ں </w:t>
      </w:r>
      <w:r>
        <w:rPr>
          <w:rtl/>
        </w:rPr>
        <w:t>كے يہى الفاظ آيات مي</w:t>
      </w:r>
      <w:r w:rsidR="00083993">
        <w:rPr>
          <w:rtl/>
        </w:rPr>
        <w:t xml:space="preserve">ں </w:t>
      </w:r>
      <w:r>
        <w:rPr>
          <w:rtl/>
        </w:rPr>
        <w:t>موجود ہي</w:t>
      </w:r>
      <w:r w:rsidR="00083993">
        <w:rPr>
          <w:rtl/>
        </w:rPr>
        <w:t xml:space="preserve">ں </w:t>
      </w:r>
      <w:r>
        <w:rPr>
          <w:rtl/>
        </w:rPr>
        <w:t>بلكہ انہي</w:t>
      </w:r>
      <w:r w:rsidR="00083993">
        <w:rPr>
          <w:rtl/>
        </w:rPr>
        <w:t xml:space="preserve">ں </w:t>
      </w:r>
      <w:r>
        <w:rPr>
          <w:rtl/>
        </w:rPr>
        <w:t>آيات سے استخراج كئے گئے نكات كى بنياد پر تيار كيا گيا ہے _</w:t>
      </w:r>
    </w:p>
    <w:p w:rsidR="001F628F" w:rsidRDefault="001F628F" w:rsidP="001F628F">
      <w:pPr>
        <w:pStyle w:val="libNormal"/>
        <w:rPr>
          <w:rtl/>
        </w:rPr>
      </w:pPr>
      <w:r>
        <w:rPr>
          <w:rtl/>
        </w:rPr>
        <w:t>2) كتاب كے آخر مي</w:t>
      </w:r>
      <w:r w:rsidR="00083993">
        <w:rPr>
          <w:rtl/>
        </w:rPr>
        <w:t xml:space="preserve">ں </w:t>
      </w:r>
      <w:r>
        <w:rPr>
          <w:rtl/>
        </w:rPr>
        <w:t>مذكور اشاريو</w:t>
      </w:r>
      <w:r w:rsidR="00083993">
        <w:rPr>
          <w:rtl/>
        </w:rPr>
        <w:t xml:space="preserve">ں </w:t>
      </w:r>
      <w:r>
        <w:rPr>
          <w:rtl/>
        </w:rPr>
        <w:t>كے علاوہ ہر آيت كے ذيل مي</w:t>
      </w:r>
      <w:r w:rsidR="00083993">
        <w:rPr>
          <w:rtl/>
        </w:rPr>
        <w:t xml:space="preserve">ں </w:t>
      </w:r>
      <w:r>
        <w:rPr>
          <w:rtl/>
        </w:rPr>
        <w:t>بھى اس كے اشاريے ذكر كر ديئے گئے ہي</w:t>
      </w:r>
      <w:r w:rsidR="00083993">
        <w:rPr>
          <w:rtl/>
        </w:rPr>
        <w:t xml:space="preserve">ں </w:t>
      </w:r>
      <w:r>
        <w:rPr>
          <w:rtl/>
        </w:rPr>
        <w:t>تا كہ قارئين محترم كيلئے مطلوبہ عناوين كى طرف رجوع كرنا آسان ہوجائے اور انہي</w:t>
      </w:r>
      <w:r w:rsidR="00083993">
        <w:rPr>
          <w:rtl/>
        </w:rPr>
        <w:t xml:space="preserve">ں </w:t>
      </w:r>
      <w:r>
        <w:rPr>
          <w:rtl/>
        </w:rPr>
        <w:t>ہر آيت كے عناوين كا خلاصہ بھى دستياب ہو جائے_</w:t>
      </w:r>
    </w:p>
    <w:p w:rsidR="00985357" w:rsidRDefault="001E7F9D" w:rsidP="00F73EDE">
      <w:pPr>
        <w:pStyle w:val="libPoemTini"/>
        <w:rPr>
          <w:rtl/>
        </w:rPr>
      </w:pPr>
      <w:r>
        <w:rPr>
          <w:rtl/>
        </w:rPr>
        <w:cr/>
      </w:r>
      <w:r>
        <w:rPr>
          <w:rtl/>
        </w:rPr>
        <w:br w:type="page"/>
      </w:r>
    </w:p>
    <w:p w:rsidR="00985357" w:rsidRDefault="00985357" w:rsidP="00985357">
      <w:pPr>
        <w:pStyle w:val="Heading2Center"/>
        <w:rPr>
          <w:rtl/>
        </w:rPr>
      </w:pPr>
      <w:bookmarkStart w:id="277" w:name="_Toc28081955"/>
      <w:r>
        <w:rPr>
          <w:rFonts w:hint="eastAsia"/>
          <w:rtl/>
        </w:rPr>
        <w:lastRenderedPageBreak/>
        <w:t>اشاريے</w:t>
      </w:r>
      <w:r>
        <w:rPr>
          <w:rtl/>
        </w:rPr>
        <w:t xml:space="preserve"> (1)</w:t>
      </w:r>
      <w:bookmarkEnd w:id="277"/>
      <w:r>
        <w:rPr>
          <w:rtl/>
        </w:rPr>
        <w:t xml:space="preserve"> </w:t>
      </w:r>
    </w:p>
    <w:p w:rsidR="001F628F" w:rsidRDefault="001F628F" w:rsidP="00985357">
      <w:pPr>
        <w:pStyle w:val="Heading2Center"/>
        <w:rPr>
          <w:rtl/>
        </w:rPr>
      </w:pPr>
      <w:bookmarkStart w:id="278" w:name="_Toc28081956"/>
      <w:r>
        <w:rPr>
          <w:rtl/>
        </w:rPr>
        <w:t>''آ''</w:t>
      </w:r>
      <w:bookmarkEnd w:id="278"/>
    </w:p>
    <w:p w:rsidR="001F628F" w:rsidRDefault="001F628F" w:rsidP="00682D09">
      <w:pPr>
        <w:pStyle w:val="libNormal"/>
        <w:rPr>
          <w:rtl/>
        </w:rPr>
      </w:pPr>
      <w:r>
        <w:rPr>
          <w:rFonts w:hint="eastAsia"/>
          <w:rtl/>
        </w:rPr>
        <w:t>آبرو</w:t>
      </w:r>
      <w:r>
        <w:rPr>
          <w:rtl/>
        </w:rPr>
        <w:t>:_ كى حفاظت ; _كى ہتك ، اس كے موانع ،15/ 69;اس كا فطرتى ہونا ،15/69;ا س كى اہميت ،15/69</w:t>
      </w:r>
    </w:p>
    <w:p w:rsidR="001F628F" w:rsidRDefault="001F628F" w:rsidP="001F628F">
      <w:pPr>
        <w:pStyle w:val="libNormal"/>
        <w:rPr>
          <w:rtl/>
        </w:rPr>
      </w:pPr>
      <w:r>
        <w:rPr>
          <w:rFonts w:hint="eastAsia"/>
          <w:rtl/>
        </w:rPr>
        <w:t>نيز</w:t>
      </w:r>
      <w:r>
        <w:rPr>
          <w:rtl/>
        </w:rPr>
        <w:t xml:space="preserve"> ر_ك لوط</w:t>
      </w:r>
      <w:r w:rsidR="00367F17" w:rsidRPr="00367F17">
        <w:rPr>
          <w:rStyle w:val="libAlaemChar"/>
          <w:rtl/>
        </w:rPr>
        <w:t xml:space="preserve"> عليه‌السلام </w:t>
      </w:r>
    </w:p>
    <w:p w:rsidR="001F628F" w:rsidRDefault="001F628F" w:rsidP="00682D09">
      <w:pPr>
        <w:pStyle w:val="libNormal"/>
        <w:rPr>
          <w:rtl/>
        </w:rPr>
      </w:pPr>
      <w:r>
        <w:rPr>
          <w:rFonts w:hint="eastAsia"/>
          <w:rtl/>
        </w:rPr>
        <w:t>آگ</w:t>
      </w:r>
      <w:r>
        <w:rPr>
          <w:rtl/>
        </w:rPr>
        <w:t>:</w:t>
      </w:r>
      <w:r>
        <w:rPr>
          <w:rFonts w:hint="eastAsia"/>
          <w:rtl/>
        </w:rPr>
        <w:t>دنياوى</w:t>
      </w:r>
      <w:r>
        <w:rPr>
          <w:rtl/>
        </w:rPr>
        <w:t xml:space="preserve"> _ اس كى خصوصيات ،15/27 ; زہريلى _ ، 15/27</w:t>
      </w:r>
      <w:r>
        <w:rPr>
          <w:rFonts w:hint="eastAsia"/>
          <w:rtl/>
        </w:rPr>
        <w:t>نيز</w:t>
      </w:r>
      <w:r>
        <w:rPr>
          <w:rtl/>
        </w:rPr>
        <w:t xml:space="preserve"> ر_ك جن ، جہنم</w:t>
      </w:r>
    </w:p>
    <w:p w:rsidR="001F628F" w:rsidRDefault="001F628F" w:rsidP="00682D09">
      <w:pPr>
        <w:pStyle w:val="libNormal"/>
        <w:rPr>
          <w:rtl/>
        </w:rPr>
      </w:pPr>
      <w:r>
        <w:rPr>
          <w:rFonts w:hint="eastAsia"/>
          <w:rtl/>
        </w:rPr>
        <w:t>آثار</w:t>
      </w:r>
      <w:r>
        <w:rPr>
          <w:rtl/>
        </w:rPr>
        <w:t xml:space="preserve"> قديمہ :_ سے عبرت ،15/ 79;_ كى حفاظت ،15/79</w:t>
      </w:r>
      <w:r>
        <w:rPr>
          <w:rFonts w:hint="eastAsia"/>
          <w:rtl/>
        </w:rPr>
        <w:t>نيز</w:t>
      </w:r>
      <w:r>
        <w:rPr>
          <w:rtl/>
        </w:rPr>
        <w:t xml:space="preserve"> ر_ك اصحاب ايكہ ،ظالم افراد ، قوم لوط</w:t>
      </w:r>
      <w:r w:rsidR="00367F17" w:rsidRPr="00367F17">
        <w:rPr>
          <w:rStyle w:val="libAlaemChar"/>
          <w:rtl/>
        </w:rPr>
        <w:t xml:space="preserve"> عليه‌السلام </w:t>
      </w:r>
      <w:r>
        <w:rPr>
          <w:rtl/>
        </w:rPr>
        <w:t xml:space="preserve"> اور مكہ</w:t>
      </w:r>
    </w:p>
    <w:p w:rsidR="001F628F" w:rsidRDefault="001F628F" w:rsidP="00682D09">
      <w:pPr>
        <w:pStyle w:val="libNormal"/>
        <w:rPr>
          <w:rtl/>
        </w:rPr>
      </w:pPr>
      <w:r>
        <w:rPr>
          <w:rFonts w:hint="eastAsia"/>
          <w:rtl/>
        </w:rPr>
        <w:t>آخرت</w:t>
      </w:r>
      <w:r>
        <w:rPr>
          <w:rtl/>
        </w:rPr>
        <w:t>:_ كا آسمان ،14/48; _ كو جھٹلانے والے 16/ 24،60;_كى اہميت ،16/ 30; _كى خصوصيات 14/31،16 /109_كى دنيا پر برترى ،16/ 30; ; _كى زمين ،14/ 48;_كى قدر و قيمت ،15/85; _ مي</w:t>
      </w:r>
      <w:r w:rsidR="00083993">
        <w:rPr>
          <w:rtl/>
        </w:rPr>
        <w:t xml:space="preserve">ں </w:t>
      </w:r>
      <w:r>
        <w:rPr>
          <w:rtl/>
        </w:rPr>
        <w:t>اخروى مقامات اس كا سبب 16/ 122 ;_مي</w:t>
      </w:r>
      <w:r w:rsidR="00083993">
        <w:rPr>
          <w:rtl/>
        </w:rPr>
        <w:t xml:space="preserve">ں </w:t>
      </w:r>
      <w:r>
        <w:rPr>
          <w:rtl/>
        </w:rPr>
        <w:t>حقائق كا ظاہر ہونا ،16/109; _مي</w:t>
      </w:r>
      <w:r w:rsidR="00083993">
        <w:rPr>
          <w:rtl/>
        </w:rPr>
        <w:t xml:space="preserve">ں </w:t>
      </w:r>
      <w:r>
        <w:rPr>
          <w:rtl/>
        </w:rPr>
        <w:t>دوستى ، 14/ 31; _مي</w:t>
      </w:r>
      <w:r w:rsidR="00083993">
        <w:rPr>
          <w:rtl/>
        </w:rPr>
        <w:t xml:space="preserve">ں </w:t>
      </w:r>
      <w:r>
        <w:rPr>
          <w:rtl/>
        </w:rPr>
        <w:t>قطع تعلقات14/31; مي</w:t>
      </w:r>
      <w:r w:rsidR="00083993">
        <w:rPr>
          <w:rtl/>
        </w:rPr>
        <w:t xml:space="preserve">ں </w:t>
      </w:r>
      <w:r>
        <w:rPr>
          <w:rtl/>
        </w:rPr>
        <w:t>معاملہ 14/31 ;_ ان كے دعوے،16/24;ان كا استكبار ،16 /22; ان كا انذار ،16/23; ان كى خباثت ،16/60;ان كى تہمتي</w:t>
      </w:r>
      <w:r w:rsidR="00083993">
        <w:rPr>
          <w:rtl/>
        </w:rPr>
        <w:t xml:space="preserve">ں </w:t>
      </w:r>
      <w:r>
        <w:rPr>
          <w:rtl/>
        </w:rPr>
        <w:t>،16/ 24;ان كا حق كو قبول نہ كرنا16/ 22; ان كے اسرار 16/24; ان كى خود پسندى 16/ 24;ان كى محروميت 16/ 23</w:t>
      </w:r>
    </w:p>
    <w:p w:rsidR="001F628F" w:rsidRDefault="001F628F" w:rsidP="001F628F">
      <w:pPr>
        <w:pStyle w:val="libNormal"/>
        <w:rPr>
          <w:rtl/>
        </w:rPr>
      </w:pPr>
      <w:r>
        <w:rPr>
          <w:rFonts w:hint="eastAsia"/>
          <w:rtl/>
        </w:rPr>
        <w:t>نيز</w:t>
      </w:r>
      <w:r>
        <w:rPr>
          <w:rtl/>
        </w:rPr>
        <w:t xml:space="preserve"> ر_ ك آخرت فروشى ، ايمان ، دنيا ، ذكر ، صالحين ، عمل ، غفلت ، كفراور مشركين</w:t>
      </w:r>
    </w:p>
    <w:p w:rsidR="001F628F" w:rsidRDefault="001F628F" w:rsidP="001F628F">
      <w:pPr>
        <w:pStyle w:val="libNormal"/>
        <w:rPr>
          <w:rtl/>
        </w:rPr>
      </w:pPr>
      <w:r>
        <w:rPr>
          <w:rFonts w:hint="eastAsia"/>
          <w:rtl/>
        </w:rPr>
        <w:t>آخرت</w:t>
      </w:r>
      <w:r>
        <w:rPr>
          <w:rtl/>
        </w:rPr>
        <w:t xml:space="preserve"> فروشي:</w:t>
      </w:r>
    </w:p>
    <w:p w:rsidR="00682D09" w:rsidRDefault="001E7F9D" w:rsidP="00F73EDE">
      <w:pPr>
        <w:pStyle w:val="libPoemTini"/>
        <w:rPr>
          <w:rtl/>
        </w:rPr>
      </w:pPr>
      <w:r>
        <w:rPr>
          <w:rtl/>
        </w:rPr>
        <w:cr/>
      </w:r>
      <w:r>
        <w:rPr>
          <w:rtl/>
        </w:rPr>
        <w:br w:type="page"/>
      </w:r>
    </w:p>
    <w:p w:rsidR="001F628F" w:rsidRDefault="001F628F" w:rsidP="00682D09">
      <w:pPr>
        <w:pStyle w:val="libNormal"/>
        <w:rPr>
          <w:rtl/>
        </w:rPr>
      </w:pPr>
      <w:r>
        <w:rPr>
          <w:rtl/>
        </w:rPr>
        <w:lastRenderedPageBreak/>
        <w:t>_كى ناپسنديدگى 14/3 ;_ كے آثار 14/3</w:t>
      </w:r>
      <w:r>
        <w:rPr>
          <w:rFonts w:hint="eastAsia"/>
          <w:rtl/>
        </w:rPr>
        <w:t>نيز</w:t>
      </w:r>
      <w:r>
        <w:rPr>
          <w:rtl/>
        </w:rPr>
        <w:t xml:space="preserve"> ر_ ك آخرت اور كفار</w:t>
      </w:r>
    </w:p>
    <w:p w:rsidR="001F628F" w:rsidRDefault="001F628F" w:rsidP="00682D09">
      <w:pPr>
        <w:pStyle w:val="libNormal"/>
        <w:rPr>
          <w:rtl/>
        </w:rPr>
      </w:pPr>
      <w:r>
        <w:rPr>
          <w:rFonts w:hint="eastAsia"/>
          <w:rtl/>
        </w:rPr>
        <w:t>آسودہ</w:t>
      </w:r>
      <w:r>
        <w:rPr>
          <w:rtl/>
        </w:rPr>
        <w:t xml:space="preserve"> حال افراد:_كا انذار ، 16/ 112</w:t>
      </w:r>
      <w:r>
        <w:rPr>
          <w:rFonts w:hint="eastAsia"/>
          <w:rtl/>
        </w:rPr>
        <w:t>نيزر</w:t>
      </w:r>
      <w:r>
        <w:rPr>
          <w:rtl/>
        </w:rPr>
        <w:t>_ك قائدين</w:t>
      </w:r>
    </w:p>
    <w:p w:rsidR="001F628F" w:rsidRDefault="001F628F" w:rsidP="00682D09">
      <w:pPr>
        <w:pStyle w:val="libNormal"/>
        <w:rPr>
          <w:rtl/>
        </w:rPr>
      </w:pPr>
      <w:r>
        <w:rPr>
          <w:rFonts w:hint="eastAsia"/>
          <w:rtl/>
        </w:rPr>
        <w:t>آدم</w:t>
      </w:r>
      <w:r>
        <w:rPr>
          <w:rtl/>
        </w:rPr>
        <w:t xml:space="preserve"> </w:t>
      </w:r>
      <w:r w:rsidR="00367F17" w:rsidRPr="00367F17">
        <w:rPr>
          <w:rStyle w:val="libAlaemChar"/>
          <w:rtl/>
        </w:rPr>
        <w:t xml:space="preserve"> عليه‌السلام </w:t>
      </w:r>
      <w:r>
        <w:rPr>
          <w:rtl/>
        </w:rPr>
        <w:t xml:space="preserve"> :_كے سامنے پہلا سجدہ كرنے والا ،15/30; _كى تحقير 15/33; _كى خلقت ،15/ 29; _كے سامنے سجدہ ;اس كا ترك ،15/32،33 ;_كو ترك كرنے كے آثار 15/35، 39; _كے سامنے ملائكہ كاسجدہ 15/ 29،30; اس كا زمانہ ،15/ 30;اس كى مدت 15/30;_كى نسل ، اس مي</w:t>
      </w:r>
      <w:r w:rsidR="00083993">
        <w:rPr>
          <w:rtl/>
        </w:rPr>
        <w:t xml:space="preserve">ں </w:t>
      </w:r>
      <w:r>
        <w:rPr>
          <w:rtl/>
        </w:rPr>
        <w:t>اضافہ 15/40;_مي</w:t>
      </w:r>
      <w:r w:rsidR="00083993">
        <w:rPr>
          <w:rtl/>
        </w:rPr>
        <w:t xml:space="preserve">ں </w:t>
      </w:r>
      <w:r>
        <w:rPr>
          <w:rtl/>
        </w:rPr>
        <w:t>نفخ روح 15/ 40</w:t>
      </w:r>
      <w:r>
        <w:rPr>
          <w:rFonts w:hint="eastAsia"/>
          <w:rtl/>
        </w:rPr>
        <w:t>نيز</w:t>
      </w:r>
      <w:r>
        <w:rPr>
          <w:rtl/>
        </w:rPr>
        <w:t xml:space="preserve"> ر_ك ابليس</w:t>
      </w:r>
    </w:p>
    <w:p w:rsidR="001F628F" w:rsidRDefault="001F628F" w:rsidP="00682D09">
      <w:pPr>
        <w:pStyle w:val="libNormal"/>
        <w:rPr>
          <w:rtl/>
        </w:rPr>
      </w:pPr>
      <w:r>
        <w:rPr>
          <w:rFonts w:hint="eastAsia"/>
          <w:rtl/>
        </w:rPr>
        <w:t>آرام</w:t>
      </w:r>
      <w:r>
        <w:rPr>
          <w:rtl/>
        </w:rPr>
        <w:t xml:space="preserve"> و سكون:</w:t>
      </w:r>
      <w:r>
        <w:rPr>
          <w:rFonts w:hint="eastAsia"/>
          <w:rtl/>
        </w:rPr>
        <w:t>معاشرتي</w:t>
      </w:r>
      <w:r>
        <w:rPr>
          <w:rtl/>
        </w:rPr>
        <w:t>_، اس كے آثار ،16/ 112; اس كى اہميت ،16/80; _كے اسباب ،14/27، 15/98، 16/80</w:t>
      </w:r>
    </w:p>
    <w:p w:rsidR="001F628F" w:rsidRDefault="001F628F" w:rsidP="001F628F">
      <w:pPr>
        <w:pStyle w:val="libNormal"/>
        <w:rPr>
          <w:rtl/>
        </w:rPr>
      </w:pP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گھر ، زمين اور نعمت</w:t>
      </w:r>
    </w:p>
    <w:p w:rsidR="001F628F" w:rsidRDefault="001F628F" w:rsidP="00682D09">
      <w:pPr>
        <w:pStyle w:val="libNormal"/>
        <w:rPr>
          <w:rtl/>
        </w:rPr>
      </w:pPr>
      <w:r>
        <w:rPr>
          <w:rFonts w:hint="eastAsia"/>
          <w:rtl/>
        </w:rPr>
        <w:t>آرزو</w:t>
      </w:r>
      <w:r>
        <w:rPr>
          <w:rtl/>
        </w:rPr>
        <w:t>:</w:t>
      </w:r>
      <w:r>
        <w:rPr>
          <w:rFonts w:hint="eastAsia"/>
          <w:rtl/>
        </w:rPr>
        <w:t>باطل</w:t>
      </w:r>
      <w:r>
        <w:rPr>
          <w:rtl/>
        </w:rPr>
        <w:t xml:space="preserve"> _،اس كے آثار 15/3;مسلمانى _15/ 2; ناپسنديدہ _،15/3</w:t>
      </w:r>
      <w:r>
        <w:rPr>
          <w:rFonts w:hint="eastAsia"/>
          <w:rtl/>
        </w:rPr>
        <w:t>نيز</w:t>
      </w:r>
      <w:r>
        <w:rPr>
          <w:rtl/>
        </w:rPr>
        <w:t xml:space="preserve"> ر_ك كفار</w:t>
      </w:r>
    </w:p>
    <w:p w:rsidR="001F628F" w:rsidRDefault="001F628F" w:rsidP="00682D09">
      <w:pPr>
        <w:pStyle w:val="libNormal"/>
        <w:rPr>
          <w:rtl/>
        </w:rPr>
      </w:pPr>
      <w:r>
        <w:rPr>
          <w:rFonts w:hint="eastAsia"/>
          <w:rtl/>
        </w:rPr>
        <w:t>آزاد</w:t>
      </w:r>
      <w:r>
        <w:rPr>
          <w:rtl/>
        </w:rPr>
        <w:t xml:space="preserve"> افراد:_ پر انفاق ،16/ 75;_كى خصوصيات 16/ 75</w:t>
      </w:r>
    </w:p>
    <w:p w:rsidR="001F628F" w:rsidRDefault="001F628F" w:rsidP="00682D09">
      <w:pPr>
        <w:pStyle w:val="libNormal"/>
        <w:rPr>
          <w:rtl/>
        </w:rPr>
      </w:pPr>
      <w:r>
        <w:rPr>
          <w:rFonts w:hint="eastAsia"/>
          <w:rtl/>
        </w:rPr>
        <w:t>آزادي</w:t>
      </w:r>
      <w:r>
        <w:rPr>
          <w:rtl/>
        </w:rPr>
        <w:t>:_كا سرچشمہ ،16/ 71</w:t>
      </w:r>
      <w:r>
        <w:rPr>
          <w:rFonts w:hint="eastAsia"/>
          <w:rtl/>
        </w:rPr>
        <w:t>نيز</w:t>
      </w:r>
      <w:r>
        <w:rPr>
          <w:rtl/>
        </w:rPr>
        <w:t xml:space="preserve"> ر_ك ، عقيدہ ، قيامت ،متقين اور نعمت</w:t>
      </w:r>
    </w:p>
    <w:p w:rsidR="001F628F" w:rsidRDefault="001F628F" w:rsidP="00682D09">
      <w:pPr>
        <w:pStyle w:val="libNormal"/>
        <w:rPr>
          <w:rtl/>
        </w:rPr>
      </w:pPr>
      <w:r>
        <w:rPr>
          <w:rFonts w:hint="eastAsia"/>
          <w:rtl/>
        </w:rPr>
        <w:t>آزمايش</w:t>
      </w:r>
      <w:r>
        <w:rPr>
          <w:rtl/>
        </w:rPr>
        <w:t>:</w:t>
      </w:r>
      <w:r>
        <w:rPr>
          <w:rFonts w:hint="eastAsia"/>
          <w:rtl/>
        </w:rPr>
        <w:t>ر</w:t>
      </w:r>
      <w:r>
        <w:rPr>
          <w:rtl/>
        </w:rPr>
        <w:t>_ك ، آزمايش اور امتحان</w:t>
      </w:r>
    </w:p>
    <w:p w:rsidR="001F628F" w:rsidRDefault="001F628F" w:rsidP="00682D09">
      <w:pPr>
        <w:pStyle w:val="libNormal"/>
        <w:rPr>
          <w:rtl/>
        </w:rPr>
      </w:pPr>
      <w:r>
        <w:rPr>
          <w:rFonts w:hint="eastAsia"/>
          <w:rtl/>
        </w:rPr>
        <w:t>آسا</w:t>
      </w:r>
      <w:r w:rsidR="009F604A">
        <w:rPr>
          <w:rFonts w:hint="eastAsia"/>
          <w:rtl/>
        </w:rPr>
        <w:t>ئش</w:t>
      </w:r>
      <w:r>
        <w:rPr>
          <w:rtl/>
        </w:rPr>
        <w:t>:_ كے آثار ،16/ 112; _كى اہميت ،16/80;_ كى بقاء ، اس كے عوامل 16/114;_كا سرچشمہ 16/80</w:t>
      </w:r>
    </w:p>
    <w:p w:rsidR="001F628F" w:rsidRDefault="001F628F" w:rsidP="001F628F">
      <w:pPr>
        <w:pStyle w:val="libNormal"/>
        <w:rPr>
          <w:rtl/>
        </w:rPr>
      </w:pPr>
      <w:r>
        <w:rPr>
          <w:rFonts w:hint="eastAsia"/>
          <w:rtl/>
        </w:rPr>
        <w:t>نيز</w:t>
      </w:r>
      <w:r>
        <w:rPr>
          <w:rtl/>
        </w:rPr>
        <w:t xml:space="preserve"> ر_ك اہل بہشت ، متقين اور سفر</w:t>
      </w:r>
    </w:p>
    <w:p w:rsidR="001F628F" w:rsidRDefault="001F628F" w:rsidP="00682D09">
      <w:pPr>
        <w:pStyle w:val="libNormal"/>
        <w:rPr>
          <w:rtl/>
        </w:rPr>
      </w:pPr>
      <w:r>
        <w:rPr>
          <w:rFonts w:hint="eastAsia"/>
          <w:rtl/>
        </w:rPr>
        <w:t>آسمان</w:t>
      </w:r>
      <w:r>
        <w:rPr>
          <w:rtl/>
        </w:rPr>
        <w:t>:_ كے برج،15/ 16; _كى تبديلي، 14/ 48; اس كا فلسفہ 14/51;_ كى زينت،15/ 16; _كا تعدّد ،14/ 2، 10، 19، 32، 48،15/ 85، 16/31، 29، 52; ان كى فضا 16/79; ان كا خالق، 14/ 10، 32،16/ 3; _كى خبر ي</w:t>
      </w:r>
      <w:r w:rsidR="00083993">
        <w:rPr>
          <w:rtl/>
        </w:rPr>
        <w:t xml:space="preserve">ں </w:t>
      </w:r>
      <w:r>
        <w:rPr>
          <w:rtl/>
        </w:rPr>
        <w:t>،15/ 18 ; _ كى خلقت 14/19،32، 16/3; ان كى حقانيت 25/85;_ان كى عظمت 14/ 19; ان كا مقصد ،14/19; _كے دروازے، ان كى وسعت 15/14، 15;_كا شگافتہ ہونا 14/ 10;_ كا غيب، 16/ 77; _كے فوائد 14/32 ،16/22 ، 16/10،65/73; كى حفاظت ، 15/ 17 ،18;_كے موجودات ، ان كا مالك ،14/2</w:t>
      </w:r>
    </w:p>
    <w:p w:rsidR="001F628F" w:rsidRDefault="001F628F" w:rsidP="001F628F">
      <w:pPr>
        <w:pStyle w:val="libNormal"/>
        <w:rPr>
          <w:rtl/>
        </w:rPr>
      </w:pPr>
      <w:r>
        <w:rPr>
          <w:rFonts w:hint="eastAsia"/>
          <w:rtl/>
        </w:rPr>
        <w:t>نيز</w:t>
      </w:r>
      <w:r>
        <w:rPr>
          <w:rtl/>
        </w:rPr>
        <w:t xml:space="preserve"> ر_ك آخرت ،ابليس ، زمين پر رينگنے والے ، ذكر ، شيطان، شيطان اور قيامت</w:t>
      </w:r>
    </w:p>
    <w:p w:rsidR="00682D09" w:rsidRDefault="001F628F" w:rsidP="00682D09">
      <w:pPr>
        <w:pStyle w:val="libNormal"/>
        <w:rPr>
          <w:rtl/>
        </w:rPr>
      </w:pPr>
      <w:r>
        <w:rPr>
          <w:rFonts w:hint="eastAsia"/>
          <w:rtl/>
        </w:rPr>
        <w:t>آفت</w:t>
      </w:r>
      <w:r>
        <w:rPr>
          <w:rtl/>
        </w:rPr>
        <w:t xml:space="preserve"> پذيرى :</w:t>
      </w:r>
      <w:r>
        <w:rPr>
          <w:rFonts w:hint="eastAsia"/>
          <w:rtl/>
        </w:rPr>
        <w:t>ر</w:t>
      </w:r>
      <w:r>
        <w:rPr>
          <w:rtl/>
        </w:rPr>
        <w:t>_ك انسان</w:t>
      </w:r>
      <w:r w:rsidR="00682D09">
        <w:rPr>
          <w:rFonts w:hint="cs"/>
          <w:rtl/>
        </w:rPr>
        <w:t>//</w:t>
      </w:r>
      <w:r w:rsidR="00682D09" w:rsidRPr="00682D09">
        <w:rPr>
          <w:rFonts w:hint="eastAsia"/>
          <w:rtl/>
        </w:rPr>
        <w:t xml:space="preserve"> </w:t>
      </w:r>
      <w:r w:rsidR="00682D09">
        <w:rPr>
          <w:rFonts w:hint="eastAsia"/>
          <w:rtl/>
        </w:rPr>
        <w:t>آفت</w:t>
      </w:r>
      <w:r w:rsidR="00682D09">
        <w:rPr>
          <w:rtl/>
        </w:rPr>
        <w:t xml:space="preserve"> كى پہچان:</w:t>
      </w:r>
      <w:r w:rsidR="00682D09">
        <w:rPr>
          <w:rFonts w:hint="eastAsia"/>
          <w:rtl/>
        </w:rPr>
        <w:t>ر</w:t>
      </w:r>
      <w:r w:rsidR="00682D09">
        <w:rPr>
          <w:rtl/>
        </w:rPr>
        <w:t>_ك تبليغ ، معاشرے، دين اور شخصيت</w:t>
      </w:r>
    </w:p>
    <w:p w:rsidR="00682D09" w:rsidRDefault="00682D09" w:rsidP="00682D09">
      <w:pPr>
        <w:pStyle w:val="libNormal"/>
        <w:rPr>
          <w:rtl/>
        </w:rPr>
      </w:pPr>
      <w:r>
        <w:rPr>
          <w:rFonts w:hint="eastAsia"/>
          <w:rtl/>
        </w:rPr>
        <w:t>آل</w:t>
      </w:r>
      <w:r>
        <w:rPr>
          <w:rtl/>
        </w:rPr>
        <w:t xml:space="preserve"> ابراہيم: 14/36</w:t>
      </w:r>
    </w:p>
    <w:p w:rsidR="00682D09" w:rsidRDefault="001E7F9D" w:rsidP="00F73EDE">
      <w:pPr>
        <w:pStyle w:val="libPoemTini"/>
        <w:rPr>
          <w:rtl/>
        </w:rPr>
      </w:pPr>
      <w:r>
        <w:rPr>
          <w:rtl/>
        </w:rPr>
        <w:br w:type="page"/>
      </w:r>
    </w:p>
    <w:p w:rsidR="001F628F" w:rsidRDefault="001F628F" w:rsidP="00682D09">
      <w:pPr>
        <w:pStyle w:val="libNormal"/>
        <w:rPr>
          <w:rtl/>
        </w:rPr>
      </w:pPr>
      <w:r>
        <w:rPr>
          <w:rFonts w:hint="eastAsia"/>
          <w:rtl/>
        </w:rPr>
        <w:lastRenderedPageBreak/>
        <w:t>آل</w:t>
      </w:r>
      <w:r>
        <w:rPr>
          <w:rtl/>
        </w:rPr>
        <w:t xml:space="preserve"> فرعون:_كا ظلم ،14/6;_كے شكنجے 14/ 6</w:t>
      </w:r>
      <w:r>
        <w:rPr>
          <w:rFonts w:hint="eastAsia"/>
          <w:rtl/>
        </w:rPr>
        <w:t>نيز</w:t>
      </w:r>
      <w:r>
        <w:rPr>
          <w:rtl/>
        </w:rPr>
        <w:t xml:space="preserve"> ر_ك فرعون اور فراعنہ</w:t>
      </w:r>
    </w:p>
    <w:p w:rsidR="001F628F" w:rsidRDefault="001F628F" w:rsidP="00682D09">
      <w:pPr>
        <w:pStyle w:val="libNormal"/>
        <w:rPr>
          <w:rtl/>
        </w:rPr>
      </w:pPr>
      <w:r>
        <w:rPr>
          <w:rFonts w:hint="eastAsia"/>
          <w:rtl/>
        </w:rPr>
        <w:t>آل</w:t>
      </w:r>
      <w:r>
        <w:rPr>
          <w:rtl/>
        </w:rPr>
        <w:t xml:space="preserve"> محمد </w:t>
      </w:r>
      <w:r w:rsidR="00F031CD" w:rsidRPr="00F031CD">
        <w:rPr>
          <w:rStyle w:val="libAlaemChar"/>
          <w:rtl/>
        </w:rPr>
        <w:t xml:space="preserve"> صلى‌الله‌عليه‌وآله‌وسلم </w:t>
      </w:r>
      <w:r>
        <w:rPr>
          <w:rtl/>
        </w:rPr>
        <w:t xml:space="preserve"> 14/36:_كى پيروى ، اس كے آثار 14/36; _كى ولايت ، اس كے آثار 14/ 36</w:t>
      </w:r>
      <w:r>
        <w:rPr>
          <w:rFonts w:hint="eastAsia"/>
          <w:rtl/>
        </w:rPr>
        <w:t>نيز</w:t>
      </w:r>
      <w:r>
        <w:rPr>
          <w:rtl/>
        </w:rPr>
        <w:t xml:space="preserve"> ر_ك ائمہ</w:t>
      </w:r>
      <w:r w:rsidR="00367F17" w:rsidRPr="00367F17">
        <w:rPr>
          <w:rStyle w:val="libAlaemChar"/>
          <w:rtl/>
        </w:rPr>
        <w:t xml:space="preserve"> عليه‌السلام </w:t>
      </w:r>
      <w:r>
        <w:rPr>
          <w:rtl/>
        </w:rPr>
        <w:t xml:space="preserve"> اور محمد</w:t>
      </w:r>
      <w:r w:rsidR="00F031CD" w:rsidRPr="00F031CD">
        <w:rPr>
          <w:rStyle w:val="libAlaemChar"/>
          <w:rtl/>
        </w:rPr>
        <w:t xml:space="preserve"> صلى‌الله‌عليه‌وآله‌وسلم </w:t>
      </w:r>
      <w:r w:rsidR="00682D09">
        <w:rPr>
          <w:rFonts w:hint="cs"/>
          <w:rtl/>
        </w:rPr>
        <w:t>//</w:t>
      </w:r>
      <w:r>
        <w:rPr>
          <w:rFonts w:hint="eastAsia"/>
          <w:rtl/>
        </w:rPr>
        <w:t>آرزوئي</w:t>
      </w:r>
      <w:r w:rsidR="00083993">
        <w:rPr>
          <w:rFonts w:hint="eastAsia"/>
          <w:rtl/>
        </w:rPr>
        <w:t xml:space="preserve">ں </w:t>
      </w:r>
      <w:r>
        <w:rPr>
          <w:rtl/>
        </w:rPr>
        <w:t>:</w:t>
      </w:r>
      <w:r>
        <w:rPr>
          <w:rFonts w:hint="eastAsia"/>
          <w:rtl/>
        </w:rPr>
        <w:t>ر</w:t>
      </w:r>
      <w:r>
        <w:rPr>
          <w:rtl/>
        </w:rPr>
        <w:t>_ك آرزو</w:t>
      </w:r>
    </w:p>
    <w:p w:rsidR="001F628F" w:rsidRDefault="001F628F" w:rsidP="00682D09">
      <w:pPr>
        <w:pStyle w:val="libNormal"/>
        <w:rPr>
          <w:rtl/>
        </w:rPr>
      </w:pPr>
      <w:r>
        <w:rPr>
          <w:rFonts w:hint="eastAsia"/>
          <w:rtl/>
        </w:rPr>
        <w:t>آيات</w:t>
      </w:r>
      <w:r>
        <w:rPr>
          <w:rtl/>
        </w:rPr>
        <w:t xml:space="preserve"> خدا16/72:</w:t>
      </w:r>
      <w:r>
        <w:rPr>
          <w:rFonts w:hint="eastAsia"/>
          <w:rtl/>
        </w:rPr>
        <w:t>آفاقى</w:t>
      </w:r>
      <w:r>
        <w:rPr>
          <w:rtl/>
        </w:rPr>
        <w:t xml:space="preserve"> آيات 14/10،19،32،33، 15/16، 19، 22، 16/3، 10،11، 12،13،48،65،67، 69، 79، 81; ان كا درك 14/19،ان كى طرف تشويق 16/67 ;آيات انفس، 15/26; _سے استفادہ اس كى شرائط 16/67، 69، 79; _سے اعراض ، 15/81، 16/ 72، اس كى سزا 15/83; _كى وضاحت 16/82; _كى تكذيب ، اس ك</w:t>
      </w:r>
      <w:r>
        <w:rPr>
          <w:rFonts w:hint="eastAsia"/>
          <w:rtl/>
        </w:rPr>
        <w:t>ے</w:t>
      </w:r>
      <w:r>
        <w:rPr>
          <w:rtl/>
        </w:rPr>
        <w:t xml:space="preserve"> آثار 15/83; _كا درك ، 16/ 65; اس كا سبب ، 14/15، 16/ 11; اس كى شرائط 14/5،16/67;_ كى شناخت 15/77; اس كا سبب 15/75; _كو جھٹلانے والے 15/13،16/104،105; _كے موارد 15/27، 77 ،16/66;_كا نقش 14/5</w:t>
      </w:r>
    </w:p>
    <w:p w:rsidR="001F628F" w:rsidRDefault="001F628F" w:rsidP="001F628F">
      <w:pPr>
        <w:pStyle w:val="libNormal"/>
        <w:rPr>
          <w:rtl/>
        </w:rPr>
      </w:pP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،انگور، اياّم اللہ ، بارش، تعقّل، اونٹ ،حيات ، خرما، عقلمند افراد، قوم ثمود، قوم لوط، گائے ، گنہگار افراد، گوسفند، نباتات، لوط</w:t>
      </w:r>
      <w:r w:rsidR="00367F17" w:rsidRPr="00367F17">
        <w:rPr>
          <w:rStyle w:val="libAlaemChar"/>
          <w:rtl/>
        </w:rPr>
        <w:t xml:space="preserve"> عليه‌السلام </w:t>
      </w:r>
      <w:r>
        <w:rPr>
          <w:rtl/>
        </w:rPr>
        <w:t xml:space="preserve"> ، موت</w:t>
      </w:r>
    </w:p>
    <w:p w:rsidR="001F628F" w:rsidRDefault="001F628F" w:rsidP="00682D09">
      <w:pPr>
        <w:pStyle w:val="libNormal"/>
        <w:rPr>
          <w:rtl/>
        </w:rPr>
      </w:pPr>
      <w:r>
        <w:rPr>
          <w:rFonts w:hint="eastAsia"/>
          <w:rtl/>
        </w:rPr>
        <w:t>آيات</w:t>
      </w:r>
      <w:r>
        <w:rPr>
          <w:rtl/>
        </w:rPr>
        <w:t xml:space="preserve"> الاحكام:</w:t>
      </w:r>
      <w:r>
        <w:rPr>
          <w:rFonts w:hint="eastAsia"/>
          <w:rtl/>
        </w:rPr>
        <w:t>ر</w:t>
      </w:r>
      <w:r>
        <w:rPr>
          <w:rtl/>
        </w:rPr>
        <w:t>_ك احكام</w:t>
      </w:r>
    </w:p>
    <w:p w:rsidR="001F628F" w:rsidRDefault="001F628F" w:rsidP="00682D09">
      <w:pPr>
        <w:pStyle w:val="libNormal"/>
        <w:rPr>
          <w:rtl/>
        </w:rPr>
      </w:pPr>
      <w:r>
        <w:rPr>
          <w:rFonts w:hint="eastAsia"/>
          <w:rtl/>
        </w:rPr>
        <w:t>آئندہ</w:t>
      </w:r>
      <w:r>
        <w:rPr>
          <w:rtl/>
        </w:rPr>
        <w:t xml:space="preserve"> زمانے كے افراد:_كا علم ،15/24،25</w:t>
      </w:r>
    </w:p>
    <w:p w:rsidR="001F628F" w:rsidRDefault="001F628F" w:rsidP="00682D09">
      <w:pPr>
        <w:pStyle w:val="libNormal"/>
        <w:rPr>
          <w:rtl/>
        </w:rPr>
      </w:pPr>
      <w:r>
        <w:rPr>
          <w:rFonts w:hint="eastAsia"/>
          <w:rtl/>
        </w:rPr>
        <w:t>آئين</w:t>
      </w:r>
      <w:r>
        <w:rPr>
          <w:rtl/>
        </w:rPr>
        <w:t>:</w:t>
      </w:r>
      <w:r>
        <w:rPr>
          <w:rFonts w:hint="eastAsia"/>
          <w:rtl/>
        </w:rPr>
        <w:t>ر</w:t>
      </w:r>
      <w:r>
        <w:rPr>
          <w:rtl/>
        </w:rPr>
        <w:t>_ك دين</w:t>
      </w:r>
    </w:p>
    <w:p w:rsidR="001F628F" w:rsidRDefault="001F628F" w:rsidP="00682D09">
      <w:pPr>
        <w:pStyle w:val="Heading2Center"/>
        <w:rPr>
          <w:rtl/>
        </w:rPr>
      </w:pPr>
      <w:bookmarkStart w:id="279" w:name="_Toc28081957"/>
      <w:r>
        <w:rPr>
          <w:rtl/>
        </w:rPr>
        <w:t>''1''</w:t>
      </w:r>
      <w:bookmarkEnd w:id="279"/>
    </w:p>
    <w:p w:rsidR="001F628F" w:rsidRDefault="001F628F" w:rsidP="00682D09">
      <w:pPr>
        <w:pStyle w:val="libNormal"/>
        <w:rPr>
          <w:rtl/>
        </w:rPr>
      </w:pPr>
      <w:r>
        <w:rPr>
          <w:rFonts w:hint="eastAsia"/>
          <w:rtl/>
        </w:rPr>
        <w:t>ائمہ</w:t>
      </w:r>
      <w:r w:rsidR="00367F17" w:rsidRPr="00367F17">
        <w:rPr>
          <w:rStyle w:val="libAlaemChar"/>
          <w:rtl/>
        </w:rPr>
        <w:t xml:space="preserve"> عليه‌السلام </w:t>
      </w:r>
      <w:r>
        <w:rPr>
          <w:rtl/>
        </w:rPr>
        <w:t xml:space="preserve"> :_سے سوال 14/25;_ كا علم 14/ 25; _كے فضائل14/ 37،16،72; _كے مقامات 14/ 24</w:t>
      </w:r>
    </w:p>
    <w:p w:rsidR="001F628F" w:rsidRDefault="001F628F" w:rsidP="001F628F">
      <w:pPr>
        <w:pStyle w:val="libNormal"/>
        <w:rPr>
          <w:rtl/>
        </w:rPr>
      </w:pPr>
      <w:r>
        <w:rPr>
          <w:rFonts w:hint="eastAsia"/>
          <w:rtl/>
        </w:rPr>
        <w:t>نيز</w:t>
      </w:r>
      <w:r>
        <w:rPr>
          <w:rtl/>
        </w:rPr>
        <w:t xml:space="preserve"> ر_ك :آل محمد</w:t>
      </w:r>
      <w:r w:rsidR="00F031CD" w:rsidRPr="00F031CD">
        <w:rPr>
          <w:rStyle w:val="libAlaemChar"/>
          <w:rtl/>
        </w:rPr>
        <w:t xml:space="preserve"> صلى‌الله‌عليه‌وآله‌وسلم </w:t>
      </w:r>
      <w:r>
        <w:rPr>
          <w:rtl/>
        </w:rPr>
        <w:t xml:space="preserve"> ، اطاعت ، امام على </w:t>
      </w:r>
      <w:r w:rsidR="00367F17" w:rsidRPr="00367F17">
        <w:rPr>
          <w:rStyle w:val="libAlaemChar"/>
          <w:rtl/>
        </w:rPr>
        <w:t xml:space="preserve"> عليه‌السلام </w:t>
      </w:r>
      <w:r>
        <w:rPr>
          <w:rtl/>
        </w:rPr>
        <w:t xml:space="preserve"> ،امام مہدي</w:t>
      </w:r>
      <w:r w:rsidR="00367F17" w:rsidRPr="00367F17">
        <w:rPr>
          <w:rStyle w:val="libAlaemChar"/>
          <w:rtl/>
        </w:rPr>
        <w:t xml:space="preserve"> عليه‌السلام </w:t>
      </w:r>
      <w:r>
        <w:rPr>
          <w:rtl/>
        </w:rPr>
        <w:t xml:space="preserve"> اور نعمت</w:t>
      </w:r>
    </w:p>
    <w:p w:rsidR="001F628F" w:rsidRDefault="001F628F" w:rsidP="00682D09">
      <w:pPr>
        <w:pStyle w:val="libNormal"/>
        <w:rPr>
          <w:rtl/>
        </w:rPr>
      </w:pPr>
      <w:r>
        <w:rPr>
          <w:rFonts w:hint="eastAsia"/>
          <w:rtl/>
        </w:rPr>
        <w:t>ابتلائ</w:t>
      </w:r>
      <w:r>
        <w:rPr>
          <w:rtl/>
        </w:rPr>
        <w:t>:</w:t>
      </w:r>
      <w:r>
        <w:rPr>
          <w:rFonts w:hint="eastAsia"/>
          <w:rtl/>
        </w:rPr>
        <w:t>سختى</w:t>
      </w:r>
      <w:r>
        <w:rPr>
          <w:rtl/>
        </w:rPr>
        <w:t xml:space="preserve"> مي</w:t>
      </w:r>
      <w:r w:rsidR="00083993">
        <w:rPr>
          <w:rtl/>
        </w:rPr>
        <w:t xml:space="preserve">ں </w:t>
      </w:r>
      <w:r>
        <w:rPr>
          <w:rtl/>
        </w:rPr>
        <w:t>_ ; اس كے آثار 16/53</w:t>
      </w:r>
      <w:r>
        <w:rPr>
          <w:rFonts w:hint="eastAsia"/>
          <w:rtl/>
        </w:rPr>
        <w:t>نيز</w:t>
      </w:r>
      <w:r>
        <w:rPr>
          <w:rtl/>
        </w:rPr>
        <w:t xml:space="preserve"> ر_ك بنى اسرائيل</w:t>
      </w:r>
    </w:p>
    <w:p w:rsidR="001F628F" w:rsidRDefault="001F628F" w:rsidP="00682D09">
      <w:pPr>
        <w:pStyle w:val="libNormal"/>
        <w:rPr>
          <w:rtl/>
        </w:rPr>
      </w:pPr>
      <w:r>
        <w:rPr>
          <w:rFonts w:hint="eastAsia"/>
          <w:rtl/>
        </w:rPr>
        <w:t>ابراہيم</w:t>
      </w:r>
      <w:r>
        <w:rPr>
          <w:rtl/>
        </w:rPr>
        <w:t xml:space="preserve"> </w:t>
      </w:r>
      <w:r w:rsidR="00367F17" w:rsidRPr="00367F17">
        <w:rPr>
          <w:rStyle w:val="libAlaemChar"/>
          <w:rtl/>
        </w:rPr>
        <w:t xml:space="preserve"> عليه‌السلام </w:t>
      </w:r>
      <w:r>
        <w:rPr>
          <w:rtl/>
        </w:rPr>
        <w:t xml:space="preserve"> :_صالحين كے زمرہ مي</w:t>
      </w:r>
      <w:r w:rsidR="00083993">
        <w:rPr>
          <w:rtl/>
        </w:rPr>
        <w:t xml:space="preserve">ں </w:t>
      </w:r>
      <w:r>
        <w:rPr>
          <w:rtl/>
        </w:rPr>
        <w:t>16/ 122; _حنيف 16/</w:t>
      </w:r>
      <w:r w:rsidR="00682D09">
        <w:rPr>
          <w:rtl/>
        </w:rPr>
        <w:t>120;_ اور شرك 16/120، 123; _اور قوم لوط كا عذاب 15/58;_ اور ملائكہ 15/54، 57، 58;_ كا اخلاص،16/ 120;_كا ادب 14/36; _كا استغفار 14/41; _كا اضطراب 15/52; اس كا سبب 15/52; _كى ميانہ روي،16/120، 123; _كا اقرار 14/38; _كو نمونہ عمل بنانا ،14/36; _كا امت ہونا ، 16/120; اس كا فلسفہ 16/120; _كى اميدواري14/</w:t>
      </w:r>
      <w:r w:rsidR="00E52585">
        <w:rPr>
          <w:rtl/>
        </w:rPr>
        <w:t xml:space="preserve">36،15/56;_ كى اطاعت، 16/ 120 ; اس كے آثار ،-16/121، 122;_ كا آل ابراہيم </w:t>
      </w:r>
      <w:r w:rsidR="00367F17" w:rsidRPr="00367F17">
        <w:rPr>
          <w:rStyle w:val="libAlaemChar"/>
          <w:rtl/>
        </w:rPr>
        <w:t xml:space="preserve"> عليه‌السلام </w:t>
      </w:r>
      <w:r w:rsidR="00E52585">
        <w:rPr>
          <w:rtl/>
        </w:rPr>
        <w:t xml:space="preserve"> كا اہتمام كرنا 14/41;_كا مكہ كے امن كا اہتمام كرنا ،14/35;_</w:t>
      </w:r>
    </w:p>
    <w:p w:rsidR="00682D09" w:rsidRDefault="001E7F9D" w:rsidP="00F73EDE">
      <w:pPr>
        <w:pStyle w:val="libPoemTini"/>
        <w:rPr>
          <w:rtl/>
        </w:rPr>
      </w:pPr>
      <w:r>
        <w:rPr>
          <w:rtl/>
        </w:rPr>
        <w:br w:type="page"/>
      </w:r>
    </w:p>
    <w:p w:rsidR="001F628F" w:rsidRDefault="001F628F" w:rsidP="00682D09">
      <w:pPr>
        <w:pStyle w:val="libNormal"/>
        <w:rPr>
          <w:rtl/>
        </w:rPr>
      </w:pPr>
      <w:r>
        <w:rPr>
          <w:rtl/>
        </w:rPr>
        <w:lastRenderedPageBreak/>
        <w:t>كا توحيد كيلئے اہتمام 14/ 41; _كا اہتمام عبادت 14/41; _كا اولاد كيلئے اہتمام 14/36، 41;_ كا محبت خدا كا اہتمام 14/ 36;_ كا نماز كيلئے اہتمام 14/40;_كے زمانہ مي</w:t>
      </w:r>
      <w:r w:rsidR="00083993">
        <w:rPr>
          <w:rtl/>
        </w:rPr>
        <w:t xml:space="preserve">ں </w:t>
      </w:r>
      <w:r>
        <w:rPr>
          <w:rtl/>
        </w:rPr>
        <w:t>بت پرستى ،14/35;_ كا انتخاب 16/121; اس كے اسباب 16/_12;_كو بشارت 15/53، 54،55، 57; _كا بشر ہونا 15/57; _كى فكر 14/36; _كے والد 14/ 41;ان كا ايمان14/ 41; ا ن كى توحيد 14/41; _كا بيٹا ،اس كے مقامات 15/53; _كى پرستش 15/54، 57،58; _كے پيرو كار ، ان كى محبوبيت 14/36; _كى پيروى ، اس كا فلسفہ 16/123;_ كا بڑھا پا15/55; _كى تاريخ 15/ 59; اس كا سبب 15/52; _كا تضرّع، 14/ 37; _ كا تعجب،15/54،56;اس كا فلسفہ 15/ 56;_كا منزّہ ہونا 16، 120، 123;_ كى توحيد ،16/123; اس كى توحيد عبادى 16/120،123; _كو وصيت15/ 55; _كى حق طلبى 16/123، اس كے آثار 16،121،122;_ كا حلم 14/36; _كى حمد وثناء 14/ 39; _كا خاندان ، اس كا اضطراب ،15/52; اس كا خوف 15/52; _كى خواہشات 15/54; _سے سكون كى درخواست 15/53; _كى دعا 14/ 35، 36،37،38،39،40،41; اس كى اجابت 14/39; اس كى قبوليت 14/ 40، اس كا فلسفہ 14/ 36; _كو تسلّى ،15/ 53; _كا دين ، 16/120 ، 123; اس مي</w:t>
      </w:r>
      <w:r w:rsidR="00083993">
        <w:rPr>
          <w:rtl/>
        </w:rPr>
        <w:t xml:space="preserve">ں </w:t>
      </w:r>
      <w:r>
        <w:rPr>
          <w:rtl/>
        </w:rPr>
        <w:t>اختلاف 16/124،اس كى اہميت ،16/120، 123، اس كى پيروى ، 16/ 123; اس كى پيروى كے آثار 16/ 123; اس كى خصوصيات ،16،123; _پر س</w:t>
      </w:r>
      <w:r>
        <w:rPr>
          <w:rFonts w:hint="eastAsia"/>
          <w:rtl/>
        </w:rPr>
        <w:t>لام</w:t>
      </w:r>
      <w:r>
        <w:rPr>
          <w:rtl/>
        </w:rPr>
        <w:t xml:space="preserve"> 15/ 52; _كا شرك سے مقابلہ ،14/35،36; اس كے آثار 16/121،122;_ كى شكر گزارى 16/121; اس كے آثار ،16/121، 122; _كى صفات ، 15/ 52، 57، 16/121; _كى عبادات، ان كا دوام 16/120:_ كا عقيدہ ،15/56،16/ 123;_ كے علائق ،15، 53 ; _كا علم 15/58; اس كا دائرہ كار ،15/ 57 ; _كى اولاد14/35،39; ان كا تعدّد14/ 35 ; ان كى توحيد 14/35;وہ اور بت پرستى ، 14/35; بڑا بيٹا 14/39; _كى اولاد،14/ 39 ، 15/ 54، 55، 56، 57; _كے فضائل 14 / 36، 37، 15/53 ، 16/ 120،121،122;_كا قصہ ، 14/ 37، 15/ 52، 53، 54، 57، 58، 16/120 ; اس سے آگاہى ،15/51; اس مي</w:t>
      </w:r>
      <w:r w:rsidR="00083993">
        <w:rPr>
          <w:rtl/>
        </w:rPr>
        <w:t xml:space="preserve">ں </w:t>
      </w:r>
      <w:r>
        <w:rPr>
          <w:rtl/>
        </w:rPr>
        <w:t>خدا كى نشانيا</w:t>
      </w:r>
      <w:r w:rsidR="00083993">
        <w:rPr>
          <w:rtl/>
        </w:rPr>
        <w:t xml:space="preserve">ں </w:t>
      </w:r>
      <w:r>
        <w:rPr>
          <w:rtl/>
        </w:rPr>
        <w:t>، 5 1 / 75; اس كے بيان كى اہميت 15/ 51; اس كى اہميت 15/51; اس كى تعليمات 14/35; اس سے عبرت 14/ 35; اس كے فوائد ،15/51; _كى خدا سے كلام ، 14/36; _كى ملائكہ سے گفتگو 15/52; _كى ما</w:t>
      </w:r>
      <w:r w:rsidR="00083993">
        <w:rPr>
          <w:rtl/>
        </w:rPr>
        <w:t xml:space="preserve">ں </w:t>
      </w:r>
      <w:r>
        <w:rPr>
          <w:rtl/>
        </w:rPr>
        <w:t>،14/ 41; _كے محبوب افراد، 14/36; _كے زمانہ كے لوگ ، ا</w:t>
      </w:r>
      <w:r>
        <w:rPr>
          <w:rFonts w:hint="eastAsia"/>
          <w:rtl/>
        </w:rPr>
        <w:t>ن</w:t>
      </w:r>
      <w:r>
        <w:rPr>
          <w:rtl/>
        </w:rPr>
        <w:t xml:space="preserve"> كى بت پرستى 14/ 36; ان كى گمراہى ،14/ 36; ان كى گمراہى كے اسباب</w:t>
      </w:r>
      <w:r w:rsidR="0086234E">
        <w:rPr>
          <w:rFonts w:hint="eastAsia"/>
          <w:rtl/>
        </w:rPr>
        <w:t>،</w:t>
      </w:r>
      <w:r w:rsidR="0086234E">
        <w:rPr>
          <w:rtl/>
        </w:rPr>
        <w:t>16/36; _كا لوگوں سے سلوك، 14/ 41; _كے مقامات ،16/121; ان كے اخروى مقامات ،16/ 122 ; _كے مہمان، 15/ 51، 52،53; ان كى اہميت 15/ 51; ان كى ذمہ دارى 15/57; ان كى خصوصيات 15/52;_كى مہمان نوازى ، 15/52; _</w:t>
      </w:r>
    </w:p>
    <w:p w:rsidR="00682D09" w:rsidRDefault="001E7F9D" w:rsidP="00F73EDE">
      <w:pPr>
        <w:pStyle w:val="libPoemTini"/>
        <w:rPr>
          <w:rtl/>
        </w:rPr>
      </w:pPr>
      <w:r>
        <w:rPr>
          <w:rtl/>
        </w:rPr>
        <w:br w:type="page"/>
      </w:r>
    </w:p>
    <w:p w:rsidR="001F628F" w:rsidRDefault="001F628F" w:rsidP="0086234E">
      <w:pPr>
        <w:pStyle w:val="libNormal"/>
        <w:rPr>
          <w:rtl/>
        </w:rPr>
      </w:pPr>
      <w:r>
        <w:rPr>
          <w:rtl/>
        </w:rPr>
        <w:lastRenderedPageBreak/>
        <w:t>كى نسل ، اس كى مكہ مي</w:t>
      </w:r>
      <w:r w:rsidR="00083993">
        <w:rPr>
          <w:rtl/>
        </w:rPr>
        <w:t xml:space="preserve">ں </w:t>
      </w:r>
      <w:r>
        <w:rPr>
          <w:rtl/>
        </w:rPr>
        <w:t>سكونت ، 14/ 37; اس كى مكہ مي</w:t>
      </w:r>
      <w:r w:rsidR="00083993">
        <w:rPr>
          <w:rtl/>
        </w:rPr>
        <w:t xml:space="preserve">ں </w:t>
      </w:r>
      <w:r>
        <w:rPr>
          <w:rtl/>
        </w:rPr>
        <w:t>سكونت كا فلسفہ 14/ 37; اس كى بقاء ،15/35; اس كى توفيق كيلئے در خواست ، 14/ 37; اس كى محبوبيت كيلئے در خواست ، 14/37; اس كے ليے نعمت كى درخواست، 14/ 37; اس كى شكر گزارى ،14/ 37; اس كے فضائل ، 15/ 53; اس سے مراد ،14/ 37;_ كى نعمتي</w:t>
      </w:r>
      <w:r w:rsidR="00083993">
        <w:rPr>
          <w:rtl/>
        </w:rPr>
        <w:t xml:space="preserve">ں </w:t>
      </w:r>
      <w:r>
        <w:rPr>
          <w:rtl/>
        </w:rPr>
        <w:t>، 16/ 122; _كا نقش،16/ 120; _كى پريشانى ، 14/36; _كے زمانہ مي</w:t>
      </w:r>
      <w:r w:rsidR="00083993">
        <w:rPr>
          <w:rtl/>
        </w:rPr>
        <w:t xml:space="preserve">ں </w:t>
      </w:r>
      <w:r>
        <w:rPr>
          <w:rtl/>
        </w:rPr>
        <w:t>نماز، 14/37;_ پر ملائكہ كا نزول ، 15/52،53; _كى خصوصيات 16/120،123;_ كى ہدايت ، 16/121; اس كے عوامل 16/121;_كى نااميدى ،14/39،15/54</w:t>
      </w:r>
      <w:r>
        <w:rPr>
          <w:rFonts w:hint="eastAsia"/>
          <w:rtl/>
        </w:rPr>
        <w:t>نيز</w:t>
      </w:r>
      <w:r>
        <w:rPr>
          <w:rtl/>
        </w:rPr>
        <w:t xml:space="preserve"> ر_ك :آل ابراہيم </w:t>
      </w:r>
      <w:r w:rsidR="00367F17" w:rsidRPr="00367F17">
        <w:rPr>
          <w:rStyle w:val="libAlaemChar"/>
          <w:rtl/>
        </w:rPr>
        <w:t xml:space="preserve"> عليه‌السلام </w:t>
      </w:r>
      <w:r>
        <w:rPr>
          <w:rtl/>
        </w:rPr>
        <w:t xml:space="preserve"> ، اسلام ،</w:t>
      </w:r>
      <w:r w:rsidR="003D0BA1">
        <w:rPr>
          <w:rtl/>
        </w:rPr>
        <w:t>انبياء</w:t>
      </w:r>
      <w:r>
        <w:rPr>
          <w:rtl/>
        </w:rPr>
        <w:t xml:space="preserve">، تذكر، عقيدہ، قوم ابراہيم </w:t>
      </w:r>
      <w:r w:rsidR="00367F17" w:rsidRPr="00367F17">
        <w:rPr>
          <w:rStyle w:val="libAlaemChar"/>
          <w:rtl/>
        </w:rPr>
        <w:t xml:space="preserve"> عليه‌السلام </w:t>
      </w:r>
      <w:r>
        <w:rPr>
          <w:rtl/>
        </w:rPr>
        <w:t xml:space="preserve"> ،حضرت محمد</w:t>
      </w:r>
      <w:r w:rsidR="00F031CD" w:rsidRPr="00F031CD">
        <w:rPr>
          <w:rStyle w:val="libAlaemChar"/>
          <w:rtl/>
        </w:rPr>
        <w:t xml:space="preserve"> صلى‌الله‌عليه‌وآله‌وسلم </w:t>
      </w:r>
      <w:r>
        <w:rPr>
          <w:rtl/>
        </w:rPr>
        <w:t xml:space="preserve"> ،ملائكہ اور نماز</w:t>
      </w:r>
    </w:p>
    <w:p w:rsidR="001F628F" w:rsidRDefault="001F628F" w:rsidP="0086234E">
      <w:pPr>
        <w:pStyle w:val="libNormal"/>
        <w:rPr>
          <w:rtl/>
        </w:rPr>
      </w:pPr>
      <w:r>
        <w:rPr>
          <w:rFonts w:hint="eastAsia"/>
          <w:rtl/>
        </w:rPr>
        <w:t>ابليس</w:t>
      </w:r>
      <w:r>
        <w:rPr>
          <w:rtl/>
        </w:rPr>
        <w:t>:_ملائكہ مي</w:t>
      </w:r>
      <w:r w:rsidR="00083993">
        <w:rPr>
          <w:rtl/>
        </w:rPr>
        <w:t xml:space="preserve">ں </w:t>
      </w:r>
      <w:r>
        <w:rPr>
          <w:rtl/>
        </w:rPr>
        <w:t xml:space="preserve">سے ،15/31; _قيامت كے دن ، 14/ 22; _اورآ دم </w:t>
      </w:r>
      <w:r w:rsidR="00367F17" w:rsidRPr="00367F17">
        <w:rPr>
          <w:rStyle w:val="libAlaemChar"/>
          <w:rtl/>
        </w:rPr>
        <w:t xml:space="preserve"> عليه‌السلام </w:t>
      </w:r>
      <w:r>
        <w:rPr>
          <w:rtl/>
        </w:rPr>
        <w:t xml:space="preserve"> 15/33; _اور آدم </w:t>
      </w:r>
      <w:r w:rsidR="00367F17" w:rsidRPr="00367F17">
        <w:rPr>
          <w:rStyle w:val="libAlaemChar"/>
          <w:rtl/>
        </w:rPr>
        <w:t xml:space="preserve"> عليه‌السلام </w:t>
      </w:r>
      <w:r>
        <w:rPr>
          <w:rtl/>
        </w:rPr>
        <w:t xml:space="preserve"> كو سجدہ ،15/ 31; _انسان كى خلقت كے وقت، 15/31;_ كا اختيار15/ 31;_ كا اخراج،15/34; _كے دعوے، 15/42;_ كا ارادہ 15/31;_ كى مہلت طلب كرنا، 15/36;اس كى اجابت،15/ 37،38; _كى گمراہى قب</w:t>
      </w:r>
      <w:r>
        <w:rPr>
          <w:rFonts w:hint="eastAsia"/>
          <w:rtl/>
        </w:rPr>
        <w:t>ول</w:t>
      </w:r>
      <w:r>
        <w:rPr>
          <w:rtl/>
        </w:rPr>
        <w:t xml:space="preserve"> كرنا ،اس كے آثار ،15/42;_ كا گمراہ كرنا ، 15/39، 40،41،42; اس كا طريقہ ، 15/39; اس كا سبب ، 15/42; اس سے نجات كے شرائط ، 15/40; اس كے عوامل ، 15/39; اس كا دائرہ كار ، 15/40; اس كى جگہ ، 15/39; _كااقرار، 15/36،39; _كا پيما</w:t>
      </w:r>
      <w:r w:rsidR="00083993">
        <w:rPr>
          <w:rtl/>
        </w:rPr>
        <w:t xml:space="preserve">ں </w:t>
      </w:r>
      <w:r>
        <w:rPr>
          <w:rtl/>
        </w:rPr>
        <w:t>، 15/36;_ كى فكر ، 15/33،39; _ك</w:t>
      </w:r>
      <w:r>
        <w:rPr>
          <w:rFonts w:hint="eastAsia"/>
          <w:rtl/>
        </w:rPr>
        <w:t>ے</w:t>
      </w:r>
      <w:r>
        <w:rPr>
          <w:rtl/>
        </w:rPr>
        <w:t xml:space="preserve"> پيرو كار ، 15/42: ان كا جہنم مي</w:t>
      </w:r>
      <w:r w:rsidR="00083993">
        <w:rPr>
          <w:rtl/>
        </w:rPr>
        <w:t xml:space="preserve">ں </w:t>
      </w:r>
      <w:r>
        <w:rPr>
          <w:rtl/>
        </w:rPr>
        <w:t>ہونا ، 15/43; ان كى گمراہى ،15/42; ان كى مدّت، 15/43; ان كو عذاب كا وعدہ ، 15/43; _كى پيروى ، اس كے آثار ،15/43; _كى برائت، 14/22:_ كى نسلى تفريق ،15/33;_كا ترك سجدہ، 15/32; اس كے آثار ،15/34 ، 35 ، 39 ; اس كا انگيزہ ، 15/ 32، 33; اس كے عوامل ، 15/33; _كا تكبرّ، 15/ 33; اس كے آثار ،15/34;_ كا شرعى وظيفہ ، 15/31; _كى جنس، 15/31;_ كى دعا ، 15/ 36; اس كى اجابت،15/37; _كا رجم، اس سے مراد 15/34; _كى سرزنش ،15/32; _كا تسلّط، اس كا سبب ،15/42; اس كا دائرہ كار ،15/42; اس كے شامل ح</w:t>
      </w:r>
      <w:r>
        <w:rPr>
          <w:rFonts w:hint="eastAsia"/>
          <w:rtl/>
        </w:rPr>
        <w:t>ال</w:t>
      </w:r>
      <w:r>
        <w:rPr>
          <w:rtl/>
        </w:rPr>
        <w:t xml:space="preserve"> افراد، 15/ 42; اس سے تحفظّ 15/ 42; اس كى نفي،15/42; _كا مردود ہونا ، 15/34، 35، 36; _كا عجز، 15/42;_ كا دنياوى عذاب ، 15 / 36 ; _ كا عصيان،15/31،32; اس كے آثار 15/34،35; اس كا سبب ،15/32، 33; اس كے آثار ،15/34،35; اس كا انگيزہ، 15/32،33; اس كے عوامل ،15/33;_ كا عقيدہ ، 15/ 36،39; _كا علم ، 15/33،40; _كى عمر، اس كا خاتمہ، 15/38، اس كى طولانى عمر ، 15/36،37; _كاكفر ،14/22; _كى سزا، 15/ 39 ; اس كى اخروى سزا ،15/35; اس كى دنياوى سزا ، 15/35; _كى خدا سے گفتگو ،15/ 32، 37;_ كى</w:t>
      </w:r>
    </w:p>
    <w:p w:rsidR="0086234E" w:rsidRDefault="001E7F9D" w:rsidP="00F73EDE">
      <w:pPr>
        <w:pStyle w:val="libPoemTini"/>
        <w:rPr>
          <w:rtl/>
        </w:rPr>
      </w:pPr>
      <w:r>
        <w:rPr>
          <w:rtl/>
        </w:rPr>
        <w:br w:type="page"/>
      </w:r>
    </w:p>
    <w:p w:rsidR="001F628F" w:rsidRDefault="001F628F" w:rsidP="00C85CA1">
      <w:pPr>
        <w:pStyle w:val="libNormal"/>
        <w:rPr>
          <w:rtl/>
        </w:rPr>
      </w:pPr>
      <w:r>
        <w:rPr>
          <w:rFonts w:hint="eastAsia"/>
          <w:rtl/>
        </w:rPr>
        <w:lastRenderedPageBreak/>
        <w:t>گمراہى</w:t>
      </w:r>
      <w:r>
        <w:rPr>
          <w:rtl/>
        </w:rPr>
        <w:t xml:space="preserve"> ، 15/ 39; اس كا سبب ، 15/39; اس كے عوامل ،15/39; _پر نعت،15/34،35;اس كا دن ،15/35;_ كا مواخذہ، 15/32; _كى محروميت ، 15/35; _كى موت ،15/38; _كى مغضوبيت، 15/35;_كى مہلت ، اس كا فلسفہ ،15/37،38; _سے نجات ، اس كے عوامل ، 15/42; _كا آسمان مي</w:t>
      </w:r>
      <w:r w:rsidR="00083993">
        <w:rPr>
          <w:rtl/>
        </w:rPr>
        <w:t xml:space="preserve">ں </w:t>
      </w:r>
      <w:r>
        <w:rPr>
          <w:rtl/>
        </w:rPr>
        <w:t>نفوذ،15/17; _كا كردار، 15/39;_ كا وعدہ ، اس كا تخلّف، 14/22; _كا سقوط، 15/34; اس كے عوامل ، 15/34</w:t>
      </w:r>
      <w:r>
        <w:rPr>
          <w:rFonts w:hint="eastAsia"/>
          <w:rtl/>
        </w:rPr>
        <w:t>نيزر</w:t>
      </w:r>
      <w:r>
        <w:rPr>
          <w:rtl/>
        </w:rPr>
        <w:t>_ك كفار</w:t>
      </w:r>
    </w:p>
    <w:p w:rsidR="001F628F" w:rsidRDefault="001F628F" w:rsidP="00C85CA1">
      <w:pPr>
        <w:pStyle w:val="libNormal"/>
        <w:rPr>
          <w:rtl/>
        </w:rPr>
      </w:pPr>
      <w:r>
        <w:rPr>
          <w:rFonts w:hint="eastAsia"/>
          <w:rtl/>
        </w:rPr>
        <w:t>اتحاد</w:t>
      </w:r>
      <w:r>
        <w:rPr>
          <w:rtl/>
        </w:rPr>
        <w:t>:_كا معيار ، 14/36</w:t>
      </w:r>
    </w:p>
    <w:p w:rsidR="001F628F" w:rsidRDefault="001F628F" w:rsidP="00C85CA1">
      <w:pPr>
        <w:pStyle w:val="libNormal"/>
        <w:rPr>
          <w:rtl/>
        </w:rPr>
      </w:pPr>
      <w:r>
        <w:rPr>
          <w:rFonts w:hint="eastAsia"/>
          <w:rtl/>
        </w:rPr>
        <w:t>اتفاق</w:t>
      </w:r>
      <w:r>
        <w:rPr>
          <w:rtl/>
        </w:rPr>
        <w:t>:</w:t>
      </w:r>
      <w:r>
        <w:rPr>
          <w:rFonts w:hint="eastAsia"/>
          <w:rtl/>
        </w:rPr>
        <w:t>ر</w:t>
      </w:r>
      <w:r>
        <w:rPr>
          <w:rtl/>
        </w:rPr>
        <w:t>_ك اتحاد</w:t>
      </w:r>
    </w:p>
    <w:p w:rsidR="001F628F" w:rsidRDefault="001F628F" w:rsidP="00C85CA1">
      <w:pPr>
        <w:pStyle w:val="libNormal"/>
        <w:rPr>
          <w:rtl/>
        </w:rPr>
      </w:pPr>
      <w:r>
        <w:rPr>
          <w:rFonts w:hint="eastAsia"/>
          <w:rtl/>
        </w:rPr>
        <w:t>اتمام</w:t>
      </w:r>
      <w:r>
        <w:rPr>
          <w:rtl/>
        </w:rPr>
        <w:t xml:space="preserve"> حجت:_كے اسباب ، 16/125;_ كاكردار ، 15/83، 16/113</w:t>
      </w:r>
      <w:r>
        <w:rPr>
          <w:rFonts w:hint="eastAsia"/>
          <w:rtl/>
        </w:rPr>
        <w:t>نيز</w:t>
      </w:r>
      <w:r>
        <w:rPr>
          <w:rtl/>
        </w:rPr>
        <w:t xml:space="preserve"> ر_ك امتي</w:t>
      </w:r>
      <w:r w:rsidR="00083993">
        <w:rPr>
          <w:rtl/>
        </w:rPr>
        <w:t xml:space="preserve">ں </w:t>
      </w:r>
      <w:r>
        <w:rPr>
          <w:rtl/>
        </w:rPr>
        <w:t>، بدكار افراد، خدا ، ظالم افراد ، عذاب، گہنكارافراد، قوم لوط</w:t>
      </w:r>
      <w:r w:rsidR="00367F17" w:rsidRPr="00367F17">
        <w:rPr>
          <w:rStyle w:val="libAlaemChar"/>
          <w:rtl/>
        </w:rPr>
        <w:t xml:space="preserve"> عليه‌السلام </w:t>
      </w:r>
      <w:r>
        <w:rPr>
          <w:rtl/>
        </w:rPr>
        <w:t xml:space="preserve"> ، لوط</w:t>
      </w:r>
      <w:r w:rsidR="00367F17" w:rsidRPr="00367F17">
        <w:rPr>
          <w:rStyle w:val="libAlaemChar"/>
          <w:rtl/>
        </w:rPr>
        <w:t xml:space="preserve"> عليه‌السلام </w:t>
      </w:r>
    </w:p>
    <w:p w:rsidR="001F628F" w:rsidRDefault="001F628F" w:rsidP="00C85CA1">
      <w:pPr>
        <w:pStyle w:val="libNormal"/>
        <w:rPr>
          <w:rtl/>
        </w:rPr>
      </w:pPr>
      <w:r>
        <w:rPr>
          <w:rFonts w:hint="eastAsia"/>
          <w:rtl/>
        </w:rPr>
        <w:t>اجبار</w:t>
      </w:r>
      <w:r>
        <w:rPr>
          <w:rtl/>
        </w:rPr>
        <w:t>:_كے آثار ،16/106</w:t>
      </w:r>
    </w:p>
    <w:p w:rsidR="001F628F" w:rsidRDefault="001F628F" w:rsidP="00C85CA1">
      <w:pPr>
        <w:pStyle w:val="libNormal"/>
        <w:rPr>
          <w:rtl/>
        </w:rPr>
      </w:pPr>
      <w:r>
        <w:rPr>
          <w:rFonts w:hint="eastAsia"/>
          <w:rtl/>
        </w:rPr>
        <w:t>اجر</w:t>
      </w:r>
      <w:r>
        <w:rPr>
          <w:rtl/>
        </w:rPr>
        <w:t>:</w:t>
      </w:r>
      <w:r>
        <w:rPr>
          <w:rFonts w:hint="eastAsia"/>
          <w:rtl/>
        </w:rPr>
        <w:t>ر</w:t>
      </w:r>
      <w:r>
        <w:rPr>
          <w:rtl/>
        </w:rPr>
        <w:t>_ك پا داش</w:t>
      </w:r>
    </w:p>
    <w:p w:rsidR="001F628F" w:rsidRDefault="001F628F" w:rsidP="00C85CA1">
      <w:pPr>
        <w:pStyle w:val="libNormal"/>
        <w:rPr>
          <w:rtl/>
        </w:rPr>
      </w:pPr>
      <w:r>
        <w:rPr>
          <w:rFonts w:hint="eastAsia"/>
          <w:rtl/>
        </w:rPr>
        <w:t>اجرام</w:t>
      </w:r>
      <w:r>
        <w:rPr>
          <w:rtl/>
        </w:rPr>
        <w:t xml:space="preserve"> فلكي:_كى اطاعت ، 16/79;_ كى حركت ، 16/79; _كا مطالعہ ، 16/79</w:t>
      </w:r>
      <w:r>
        <w:rPr>
          <w:rFonts w:hint="eastAsia"/>
          <w:rtl/>
        </w:rPr>
        <w:t>نيز</w:t>
      </w:r>
      <w:r>
        <w:rPr>
          <w:rtl/>
        </w:rPr>
        <w:t xml:space="preserve"> ر_ ك ، سورج ، چاند، ستارے</w:t>
      </w:r>
    </w:p>
    <w:p w:rsidR="001F628F" w:rsidRDefault="001F628F" w:rsidP="00C85CA1">
      <w:pPr>
        <w:pStyle w:val="libNormal"/>
        <w:rPr>
          <w:rtl/>
        </w:rPr>
      </w:pPr>
      <w:r>
        <w:rPr>
          <w:rFonts w:hint="eastAsia"/>
          <w:rtl/>
        </w:rPr>
        <w:t>احتضار</w:t>
      </w:r>
      <w:r>
        <w:rPr>
          <w:rtl/>
        </w:rPr>
        <w:t>:</w:t>
      </w:r>
      <w:r>
        <w:rPr>
          <w:rFonts w:hint="eastAsia"/>
          <w:rtl/>
        </w:rPr>
        <w:t>ر</w:t>
      </w:r>
      <w:r>
        <w:rPr>
          <w:rtl/>
        </w:rPr>
        <w:t>_ك كفار اور متقين</w:t>
      </w:r>
    </w:p>
    <w:p w:rsidR="001F628F" w:rsidRDefault="001F628F" w:rsidP="00C85CA1">
      <w:pPr>
        <w:pStyle w:val="libNormal"/>
        <w:rPr>
          <w:rtl/>
        </w:rPr>
      </w:pPr>
      <w:r>
        <w:rPr>
          <w:rFonts w:hint="eastAsia"/>
          <w:rtl/>
        </w:rPr>
        <w:t>احسان</w:t>
      </w:r>
      <w:r>
        <w:rPr>
          <w:rtl/>
        </w:rPr>
        <w:t>:_كے آثار ، 16/30،128; _كى قدرو قيمت، 16/ 30; _كى اہميت ،16/90; _كى پاداش، 16/30;_ كا ترك، اس كے آثار ،16/90; _كا مفہوم، 16/90; _كے موارد ، 16/30،128;_كى نشانيا</w:t>
      </w:r>
      <w:r w:rsidR="00083993">
        <w:rPr>
          <w:rtl/>
        </w:rPr>
        <w:t xml:space="preserve">ں </w:t>
      </w:r>
      <w:r>
        <w:rPr>
          <w:rtl/>
        </w:rPr>
        <w:t>، 16/128</w:t>
      </w:r>
      <w:r>
        <w:rPr>
          <w:rFonts w:hint="eastAsia"/>
          <w:rtl/>
        </w:rPr>
        <w:t>نيز</w:t>
      </w:r>
      <w:r>
        <w:rPr>
          <w:rtl/>
        </w:rPr>
        <w:t xml:space="preserve"> ر_ك ، خدا، رشتہ دار، تعلّقات اور متقين</w:t>
      </w:r>
    </w:p>
    <w:p w:rsidR="001F628F" w:rsidRDefault="001F628F" w:rsidP="00C85CA1">
      <w:pPr>
        <w:pStyle w:val="libNormal"/>
        <w:rPr>
          <w:rtl/>
        </w:rPr>
      </w:pPr>
      <w:r>
        <w:rPr>
          <w:rFonts w:hint="eastAsia"/>
          <w:rtl/>
        </w:rPr>
        <w:t>احكام</w:t>
      </w:r>
      <w:r>
        <w:rPr>
          <w:rtl/>
        </w:rPr>
        <w:t>:14/31،15/94،16/6،7،8،14،67،75،91،92،94، 106،114،115،116;_ ثانويہ،16/106، 115، ان كا رفع ، 16/115; اس كے شرائط ، 16/115;_كا تدريجى ہونا 16/67; _كى تشريع،16/118، ان كا سرچشمہ، 16/115; _ كا فلسفہ 16/118; _ كى خصوصيات 16/115</w:t>
      </w:r>
    </w:p>
    <w:p w:rsidR="001F628F" w:rsidRDefault="001F628F" w:rsidP="001F628F">
      <w:pPr>
        <w:pStyle w:val="libNormal"/>
        <w:rPr>
          <w:rtl/>
        </w:rPr>
      </w:pPr>
      <w:r>
        <w:rPr>
          <w:rtl/>
        </w:rPr>
        <w:t>( 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C85CA1">
      <w:pPr>
        <w:pStyle w:val="libNormal"/>
        <w:rPr>
          <w:rtl/>
        </w:rPr>
      </w:pPr>
      <w:r>
        <w:rPr>
          <w:rFonts w:hint="eastAsia"/>
          <w:rtl/>
        </w:rPr>
        <w:t>اختلاف</w:t>
      </w:r>
      <w:r>
        <w:rPr>
          <w:rtl/>
        </w:rPr>
        <w:t>:_كا حل ، اس كى اہميت ،16/39; اس كے اسباب، 16/124</w:t>
      </w:r>
      <w:r>
        <w:rPr>
          <w:rFonts w:hint="eastAsia"/>
          <w:rtl/>
        </w:rPr>
        <w:t>نيز</w:t>
      </w:r>
      <w:r>
        <w:rPr>
          <w:rtl/>
        </w:rPr>
        <w:t xml:space="preserve"> ر_ك ، ابراہيم</w:t>
      </w:r>
      <w:r w:rsidR="00367F17" w:rsidRPr="00367F17">
        <w:rPr>
          <w:rStyle w:val="libAlaemChar"/>
          <w:rtl/>
        </w:rPr>
        <w:t xml:space="preserve"> عليه‌السلام </w:t>
      </w:r>
      <w:r>
        <w:rPr>
          <w:rtl/>
        </w:rPr>
        <w:t xml:space="preserve"> ، انسان، دين، صراط مستقيم، عقيدہ، قيامت ، مشركين اور يہود</w:t>
      </w:r>
    </w:p>
    <w:p w:rsidR="00C85CA1" w:rsidRDefault="001E7F9D" w:rsidP="00F73EDE">
      <w:pPr>
        <w:pStyle w:val="libPoemTini"/>
        <w:rPr>
          <w:rtl/>
        </w:rPr>
      </w:pPr>
      <w:r>
        <w:rPr>
          <w:rtl/>
        </w:rPr>
        <w:br w:type="page"/>
      </w:r>
    </w:p>
    <w:p w:rsidR="001F628F" w:rsidRDefault="001F628F" w:rsidP="00C85CA1">
      <w:pPr>
        <w:pStyle w:val="libNormal"/>
        <w:rPr>
          <w:rtl/>
        </w:rPr>
      </w:pPr>
      <w:r>
        <w:rPr>
          <w:rFonts w:hint="eastAsia"/>
          <w:rtl/>
        </w:rPr>
        <w:lastRenderedPageBreak/>
        <w:t>اختيار</w:t>
      </w:r>
      <w:r>
        <w:rPr>
          <w:rtl/>
        </w:rPr>
        <w:t>:_كے آثار 14،15</w:t>
      </w:r>
      <w:r>
        <w:rPr>
          <w:rFonts w:hint="eastAsia"/>
          <w:rtl/>
        </w:rPr>
        <w:t>نيزر</w:t>
      </w:r>
      <w:r>
        <w:rPr>
          <w:rtl/>
        </w:rPr>
        <w:t xml:space="preserve"> _ك ابليس، انسان، جبر و اختياراور دين</w:t>
      </w:r>
    </w:p>
    <w:p w:rsidR="001F628F" w:rsidRDefault="001F628F" w:rsidP="00C85CA1">
      <w:pPr>
        <w:pStyle w:val="libNormal"/>
        <w:rPr>
          <w:rtl/>
        </w:rPr>
      </w:pPr>
      <w:r>
        <w:rPr>
          <w:rFonts w:hint="eastAsia"/>
          <w:rtl/>
        </w:rPr>
        <w:t>اخلاص</w:t>
      </w:r>
      <w:r>
        <w:rPr>
          <w:rtl/>
        </w:rPr>
        <w:t>:_كے آثار ،15/40; _كى اہميت 15/41</w:t>
      </w:r>
      <w:r>
        <w:rPr>
          <w:rFonts w:hint="eastAsia"/>
          <w:rtl/>
        </w:rPr>
        <w:t>نيز</w:t>
      </w:r>
      <w:r>
        <w:rPr>
          <w:rtl/>
        </w:rPr>
        <w:t xml:space="preserve"> ر_ك ، ابراہيم</w:t>
      </w:r>
      <w:r w:rsidR="00367F17" w:rsidRPr="00367F17">
        <w:rPr>
          <w:rStyle w:val="libAlaemChar"/>
          <w:rtl/>
        </w:rPr>
        <w:t xml:space="preserve"> عليه‌السلام </w:t>
      </w:r>
      <w:r>
        <w:rPr>
          <w:rtl/>
        </w:rPr>
        <w:t xml:space="preserve"> ، متقين اور مہاجرين</w:t>
      </w:r>
    </w:p>
    <w:p w:rsidR="001F628F" w:rsidRDefault="001F628F" w:rsidP="00C85CA1">
      <w:pPr>
        <w:pStyle w:val="libNormal"/>
        <w:rPr>
          <w:rtl/>
        </w:rPr>
      </w:pPr>
      <w:r>
        <w:rPr>
          <w:rFonts w:hint="eastAsia"/>
          <w:rtl/>
        </w:rPr>
        <w:t>اخلاق</w:t>
      </w:r>
      <w:r>
        <w:rPr>
          <w:rtl/>
        </w:rPr>
        <w:t>:</w:t>
      </w:r>
      <w:r>
        <w:rPr>
          <w:rFonts w:hint="eastAsia"/>
          <w:rtl/>
        </w:rPr>
        <w:t>اخلاقى</w:t>
      </w:r>
      <w:r>
        <w:rPr>
          <w:rtl/>
        </w:rPr>
        <w:t xml:space="preserve"> رزائل،16/49</w:t>
      </w:r>
    </w:p>
    <w:p w:rsidR="001F628F" w:rsidRDefault="001F628F" w:rsidP="00C85CA1">
      <w:pPr>
        <w:pStyle w:val="libNormal"/>
        <w:rPr>
          <w:rtl/>
        </w:rPr>
      </w:pPr>
      <w:r>
        <w:rPr>
          <w:rFonts w:hint="eastAsia"/>
          <w:rtl/>
        </w:rPr>
        <w:t>ادب</w:t>
      </w:r>
      <w:r>
        <w:rPr>
          <w:rtl/>
        </w:rPr>
        <w:t>:</w:t>
      </w:r>
      <w:r>
        <w:rPr>
          <w:rFonts w:hint="eastAsia"/>
          <w:rtl/>
        </w:rPr>
        <w:t>ر</w:t>
      </w:r>
      <w:r>
        <w:rPr>
          <w:rtl/>
        </w:rPr>
        <w:t>_ك ابراہيم</w:t>
      </w:r>
      <w:r w:rsidR="00367F17" w:rsidRPr="00367F17">
        <w:rPr>
          <w:rStyle w:val="libAlaemChar"/>
          <w:rtl/>
        </w:rPr>
        <w:t xml:space="preserve"> عليه‌السلام </w:t>
      </w:r>
      <w:r>
        <w:rPr>
          <w:rtl/>
        </w:rPr>
        <w:t xml:space="preserve"> اور </w:t>
      </w:r>
      <w:r w:rsidR="003D0BA1">
        <w:rPr>
          <w:rtl/>
        </w:rPr>
        <w:t>انبياء</w:t>
      </w:r>
    </w:p>
    <w:p w:rsidR="001F628F" w:rsidRDefault="001F628F" w:rsidP="00C85CA1">
      <w:pPr>
        <w:pStyle w:val="libNormal"/>
        <w:rPr>
          <w:rtl/>
        </w:rPr>
      </w:pPr>
      <w:r>
        <w:rPr>
          <w:rFonts w:hint="eastAsia"/>
          <w:rtl/>
        </w:rPr>
        <w:t>ادراك</w:t>
      </w:r>
      <w:r>
        <w:rPr>
          <w:rtl/>
        </w:rPr>
        <w:t>:_كى اہميت، 16/78; _كا سبب، 16/78; _كى قوّتي</w:t>
      </w:r>
      <w:r w:rsidR="00083993">
        <w:rPr>
          <w:rtl/>
        </w:rPr>
        <w:t xml:space="preserve">ں </w:t>
      </w:r>
      <w:r>
        <w:rPr>
          <w:rtl/>
        </w:rPr>
        <w:t>، ان كے خاتمہ كا سبب، 16/108، اس كا فلسفہ، 16/78</w:t>
      </w:r>
    </w:p>
    <w:p w:rsidR="001F628F" w:rsidRDefault="001F628F" w:rsidP="001F628F">
      <w:pPr>
        <w:pStyle w:val="libNormal"/>
        <w:rPr>
          <w:rtl/>
        </w:rPr>
      </w:pPr>
      <w:r>
        <w:rPr>
          <w:rFonts w:hint="eastAsia"/>
          <w:rtl/>
        </w:rPr>
        <w:t>نيز</w:t>
      </w:r>
      <w:r>
        <w:rPr>
          <w:rtl/>
        </w:rPr>
        <w:t xml:space="preserve"> ر_ك ، كائنات ، حق ، حضرت محمد</w:t>
      </w:r>
      <w:r w:rsidR="00F031CD" w:rsidRPr="00F031CD">
        <w:rPr>
          <w:rStyle w:val="libAlaemChar"/>
          <w:rtl/>
        </w:rPr>
        <w:t xml:space="preserve"> صلى‌الله‌عليه‌وآله‌وسلم </w:t>
      </w:r>
      <w:r>
        <w:rPr>
          <w:rtl/>
        </w:rPr>
        <w:t xml:space="preserve"> ، نعمت اور نوزاد</w:t>
      </w:r>
    </w:p>
    <w:p w:rsidR="001F628F" w:rsidRDefault="001F628F" w:rsidP="00C85CA1">
      <w:pPr>
        <w:pStyle w:val="libNormal"/>
        <w:rPr>
          <w:rtl/>
        </w:rPr>
      </w:pPr>
      <w:r>
        <w:rPr>
          <w:rFonts w:hint="eastAsia"/>
          <w:rtl/>
        </w:rPr>
        <w:t>اديان</w:t>
      </w:r>
      <w:r>
        <w:rPr>
          <w:rtl/>
        </w:rPr>
        <w:t>:_كى امداد ، 14/47;_كى كا ميابي،14/26;_ كى تعليمات،16/51،88; _كا تعدّد، 14/12; مي</w:t>
      </w:r>
      <w:r w:rsidR="00083993">
        <w:rPr>
          <w:rtl/>
        </w:rPr>
        <w:t xml:space="preserve">ں </w:t>
      </w:r>
      <w:r>
        <w:rPr>
          <w:rtl/>
        </w:rPr>
        <w:t>تعطيل 16/124; _كا تنوّع ،14/12; _كى جاودانيت ، 14/46;_ كا صحيح ہونا ، اس كا معيار، 16/_120;_كے قوانين،16/88; _مي</w:t>
      </w:r>
      <w:r w:rsidR="00083993">
        <w:rPr>
          <w:rtl/>
        </w:rPr>
        <w:t xml:space="preserve">ں </w:t>
      </w:r>
      <w:r>
        <w:rPr>
          <w:rtl/>
        </w:rPr>
        <w:t>محرّمات 16/118; _كا نقش، 16/88; _كا باہمى توافق ، 15/80،16/51،118،123</w:t>
      </w:r>
      <w:r>
        <w:rPr>
          <w:rFonts w:hint="eastAsia"/>
          <w:rtl/>
        </w:rPr>
        <w:t>نيز</w:t>
      </w:r>
      <w:r>
        <w:rPr>
          <w:rtl/>
        </w:rPr>
        <w:t xml:space="preserve"> ر_ك اسلام</w:t>
      </w:r>
    </w:p>
    <w:p w:rsidR="001F628F" w:rsidRDefault="001F628F" w:rsidP="00C85CA1">
      <w:pPr>
        <w:pStyle w:val="libNormal"/>
        <w:rPr>
          <w:rtl/>
        </w:rPr>
      </w:pPr>
      <w:r>
        <w:rPr>
          <w:rFonts w:hint="eastAsia"/>
          <w:rtl/>
        </w:rPr>
        <w:t>ارتداد</w:t>
      </w:r>
      <w:r>
        <w:rPr>
          <w:rtl/>
        </w:rPr>
        <w:t>:_كے آثار ،16/106; _كے اسباب 160/107; _كى بے منطقي،16/107; _كى دھمكي،14/13; كا سبب ،16/107; _كا مفہوم،16/106; _كے موانع، 16/107</w:t>
      </w:r>
    </w:p>
    <w:p w:rsidR="001F628F" w:rsidRDefault="001F628F" w:rsidP="00C85CA1">
      <w:pPr>
        <w:pStyle w:val="libNormal"/>
        <w:rPr>
          <w:rtl/>
        </w:rPr>
      </w:pPr>
      <w:r>
        <w:rPr>
          <w:rFonts w:hint="eastAsia"/>
          <w:rtl/>
        </w:rPr>
        <w:t>ارشاد</w:t>
      </w:r>
      <w:r>
        <w:rPr>
          <w:rtl/>
        </w:rPr>
        <w:t>:</w:t>
      </w:r>
      <w:r>
        <w:rPr>
          <w:rFonts w:hint="eastAsia"/>
          <w:rtl/>
        </w:rPr>
        <w:t>ر</w:t>
      </w:r>
      <w:r>
        <w:rPr>
          <w:rtl/>
        </w:rPr>
        <w:t>_ك تبليغ</w:t>
      </w:r>
    </w:p>
    <w:p w:rsidR="001F628F" w:rsidRDefault="001F628F" w:rsidP="00C85CA1">
      <w:pPr>
        <w:pStyle w:val="libNormal"/>
        <w:rPr>
          <w:rtl/>
        </w:rPr>
      </w:pPr>
      <w:r>
        <w:rPr>
          <w:rFonts w:hint="eastAsia"/>
          <w:rtl/>
        </w:rPr>
        <w:t>ازدواج</w:t>
      </w:r>
      <w:r>
        <w:rPr>
          <w:rtl/>
        </w:rPr>
        <w:t>:_كے آثار ، 16/72; _كے احكام، 16/75; _كا ترك، 16/72; _كى فطريت، 16/72; _كے موانع، 150/71</w:t>
      </w:r>
      <w:r>
        <w:rPr>
          <w:rFonts w:hint="eastAsia"/>
          <w:rtl/>
        </w:rPr>
        <w:t>نيز</w:t>
      </w:r>
      <w:r>
        <w:rPr>
          <w:rtl/>
        </w:rPr>
        <w:t xml:space="preserve"> ر_ك قوم لوط و لوط</w:t>
      </w:r>
      <w:r w:rsidR="00367F17" w:rsidRPr="00367F17">
        <w:rPr>
          <w:rStyle w:val="libAlaemChar"/>
          <w:rtl/>
        </w:rPr>
        <w:t xml:space="preserve"> عليه‌السلام </w:t>
      </w:r>
    </w:p>
    <w:p w:rsidR="001F628F" w:rsidRDefault="001F628F" w:rsidP="00C85CA1">
      <w:pPr>
        <w:pStyle w:val="libNormal"/>
        <w:rPr>
          <w:rtl/>
        </w:rPr>
      </w:pPr>
      <w:r>
        <w:rPr>
          <w:rFonts w:hint="eastAsia"/>
          <w:rtl/>
        </w:rPr>
        <w:t>استبداد</w:t>
      </w:r>
      <w:r>
        <w:rPr>
          <w:rtl/>
        </w:rPr>
        <w:t>:</w:t>
      </w:r>
      <w:r>
        <w:rPr>
          <w:rFonts w:hint="eastAsia"/>
          <w:rtl/>
        </w:rPr>
        <w:t>كى</w:t>
      </w:r>
      <w:r>
        <w:rPr>
          <w:rtl/>
        </w:rPr>
        <w:t xml:space="preserve"> شكست،14/ 15;_ كا انجام، 14/15</w:t>
      </w:r>
      <w:r>
        <w:rPr>
          <w:rFonts w:hint="eastAsia"/>
          <w:rtl/>
        </w:rPr>
        <w:t>نيزر</w:t>
      </w:r>
      <w:r>
        <w:rPr>
          <w:rtl/>
        </w:rPr>
        <w:t>_ك فرعون</w:t>
      </w:r>
    </w:p>
    <w:p w:rsidR="001F628F" w:rsidRDefault="001F628F" w:rsidP="00C85CA1">
      <w:pPr>
        <w:pStyle w:val="libNormal"/>
        <w:rPr>
          <w:rtl/>
        </w:rPr>
      </w:pPr>
      <w:r>
        <w:rPr>
          <w:rFonts w:hint="eastAsia"/>
          <w:rtl/>
        </w:rPr>
        <w:t>استدلال</w:t>
      </w:r>
      <w:r>
        <w:rPr>
          <w:rtl/>
        </w:rPr>
        <w:t>:</w:t>
      </w:r>
      <w:r>
        <w:rPr>
          <w:rFonts w:hint="eastAsia"/>
          <w:rtl/>
        </w:rPr>
        <w:t>اوامر</w:t>
      </w:r>
      <w:r>
        <w:rPr>
          <w:rtl/>
        </w:rPr>
        <w:t xml:space="preserve"> مي</w:t>
      </w:r>
      <w:r w:rsidR="00083993">
        <w:rPr>
          <w:rtl/>
        </w:rPr>
        <w:t xml:space="preserve">ں </w:t>
      </w:r>
      <w:r>
        <w:rPr>
          <w:rtl/>
        </w:rPr>
        <w:t>_،16/51،_ كى اہميت ،16/51</w:t>
      </w:r>
    </w:p>
    <w:p w:rsidR="001F628F" w:rsidRDefault="001F628F" w:rsidP="00C85CA1">
      <w:pPr>
        <w:pStyle w:val="libNormal"/>
        <w:rPr>
          <w:rtl/>
        </w:rPr>
      </w:pPr>
      <w:r>
        <w:rPr>
          <w:rFonts w:hint="eastAsia"/>
          <w:rtl/>
        </w:rPr>
        <w:t>استعاذہ</w:t>
      </w:r>
      <w:r>
        <w:rPr>
          <w:rtl/>
        </w:rPr>
        <w:t>:</w:t>
      </w:r>
      <w:r>
        <w:rPr>
          <w:rFonts w:hint="eastAsia"/>
          <w:rtl/>
        </w:rPr>
        <w:t>شيطان</w:t>
      </w:r>
      <w:r>
        <w:rPr>
          <w:rtl/>
        </w:rPr>
        <w:t xml:space="preserve"> سے _،16/98; _كا فلسفہ، 16/ 98; خدا كا_، 16/98، اس كے آثار، 16/98، 99، اس كى اہميت،16/ 98; اس كا فلسفہ 16/98;اس كى كيفيت ،16/ 98</w:t>
      </w:r>
      <w:r>
        <w:rPr>
          <w:rFonts w:hint="eastAsia"/>
          <w:rtl/>
        </w:rPr>
        <w:t>نيز</w:t>
      </w:r>
      <w:r>
        <w:rPr>
          <w:rtl/>
        </w:rPr>
        <w:t xml:space="preserve"> ر_ك قرآن</w:t>
      </w:r>
    </w:p>
    <w:p w:rsidR="001F628F" w:rsidRDefault="001F628F" w:rsidP="001F628F">
      <w:pPr>
        <w:pStyle w:val="libNormal"/>
        <w:rPr>
          <w:rtl/>
        </w:rPr>
      </w:pPr>
      <w:r>
        <w:rPr>
          <w:rFonts w:hint="eastAsia"/>
          <w:rtl/>
        </w:rPr>
        <w:t>استعداد</w:t>
      </w:r>
      <w:r>
        <w:rPr>
          <w:rtl/>
        </w:rPr>
        <w:t>:</w:t>
      </w:r>
    </w:p>
    <w:p w:rsidR="00C85CA1" w:rsidRDefault="001E7F9D" w:rsidP="00F73EDE">
      <w:pPr>
        <w:pStyle w:val="libPoemTini"/>
        <w:rPr>
          <w:rtl/>
        </w:rPr>
      </w:pPr>
      <w:r>
        <w:rPr>
          <w:rtl/>
        </w:rPr>
        <w:cr/>
      </w:r>
      <w:r>
        <w:rPr>
          <w:rtl/>
        </w:rPr>
        <w:br w:type="page"/>
      </w:r>
    </w:p>
    <w:p w:rsidR="001F628F" w:rsidRDefault="001F628F" w:rsidP="00C85CA1">
      <w:pPr>
        <w:pStyle w:val="libNormal"/>
        <w:rPr>
          <w:rtl/>
        </w:rPr>
      </w:pPr>
      <w:r>
        <w:rPr>
          <w:rtl/>
        </w:rPr>
        <w:lastRenderedPageBreak/>
        <w:t>_كا كردار،14/5</w:t>
      </w:r>
      <w:r>
        <w:rPr>
          <w:rFonts w:hint="eastAsia"/>
          <w:rtl/>
        </w:rPr>
        <w:t>نيزر</w:t>
      </w:r>
      <w:r>
        <w:rPr>
          <w:rtl/>
        </w:rPr>
        <w:t>_ك انسان اور شہد كى مكھي</w:t>
      </w:r>
    </w:p>
    <w:p w:rsidR="001F628F" w:rsidRDefault="001F628F" w:rsidP="00C85CA1">
      <w:pPr>
        <w:pStyle w:val="libNormal"/>
        <w:rPr>
          <w:rtl/>
        </w:rPr>
      </w:pPr>
      <w:r>
        <w:rPr>
          <w:rFonts w:hint="eastAsia"/>
          <w:rtl/>
        </w:rPr>
        <w:t>امور</w:t>
      </w:r>
      <w:r>
        <w:rPr>
          <w:rtl/>
        </w:rPr>
        <w:t xml:space="preserve"> كى تنظيم:_كا طريقہ، 16/ 51</w:t>
      </w:r>
    </w:p>
    <w:p w:rsidR="001F628F" w:rsidRDefault="001F628F" w:rsidP="00C85CA1">
      <w:pPr>
        <w:pStyle w:val="libNormal"/>
        <w:rPr>
          <w:rtl/>
        </w:rPr>
      </w:pPr>
      <w:r>
        <w:rPr>
          <w:rFonts w:hint="eastAsia"/>
          <w:rtl/>
        </w:rPr>
        <w:t>اندھاپن</w:t>
      </w:r>
      <w:r>
        <w:rPr>
          <w:rtl/>
        </w:rPr>
        <w:t>:</w:t>
      </w:r>
      <w:r>
        <w:rPr>
          <w:rFonts w:hint="eastAsia"/>
          <w:rtl/>
        </w:rPr>
        <w:t>ر</w:t>
      </w:r>
      <w:r>
        <w:rPr>
          <w:rtl/>
        </w:rPr>
        <w:t>_ك دنيا طلب افراد اور مرتدين</w:t>
      </w:r>
    </w:p>
    <w:p w:rsidR="001F628F" w:rsidRDefault="001F628F" w:rsidP="00C85CA1">
      <w:pPr>
        <w:pStyle w:val="libNormal"/>
        <w:rPr>
          <w:rtl/>
        </w:rPr>
      </w:pPr>
      <w:r>
        <w:rPr>
          <w:rFonts w:hint="eastAsia"/>
          <w:rtl/>
        </w:rPr>
        <w:t>انجام</w:t>
      </w:r>
      <w:r>
        <w:rPr>
          <w:rtl/>
        </w:rPr>
        <w:t>:</w:t>
      </w:r>
      <w:r>
        <w:rPr>
          <w:rFonts w:hint="eastAsia"/>
          <w:rtl/>
        </w:rPr>
        <w:t>برا</w:t>
      </w:r>
      <w:r>
        <w:rPr>
          <w:rtl/>
        </w:rPr>
        <w:t>_،16/ 112; اس كا سبب 14/21، اس كے عوامل، 14/28</w:t>
      </w:r>
    </w:p>
    <w:p w:rsidR="001F628F" w:rsidRDefault="001F628F" w:rsidP="001F628F">
      <w:pPr>
        <w:pStyle w:val="libNormal"/>
        <w:rPr>
          <w:rtl/>
        </w:rPr>
      </w:pPr>
      <w:r>
        <w:rPr>
          <w:rtl/>
        </w:rPr>
        <w:t>(خاص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C85CA1">
      <w:pPr>
        <w:pStyle w:val="libNormal"/>
        <w:rPr>
          <w:rtl/>
        </w:rPr>
      </w:pPr>
      <w:r>
        <w:rPr>
          <w:rFonts w:hint="eastAsia"/>
          <w:rtl/>
        </w:rPr>
        <w:t>استغفار</w:t>
      </w:r>
      <w:r>
        <w:rPr>
          <w:rtl/>
        </w:rPr>
        <w:t>:_كے موارد ، 16/110</w:t>
      </w: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 باپ ، كفر ، مومنين اور ما</w:t>
      </w:r>
      <w:r w:rsidR="00083993">
        <w:rPr>
          <w:rtl/>
        </w:rPr>
        <w:t xml:space="preserve">ں </w:t>
      </w:r>
    </w:p>
    <w:p w:rsidR="001F628F" w:rsidRDefault="001F628F" w:rsidP="00C85CA1">
      <w:pPr>
        <w:pStyle w:val="libNormal"/>
        <w:rPr>
          <w:rtl/>
        </w:rPr>
      </w:pPr>
      <w:r>
        <w:rPr>
          <w:rFonts w:hint="eastAsia"/>
          <w:rtl/>
        </w:rPr>
        <w:t>استقامت</w:t>
      </w:r>
      <w:r>
        <w:rPr>
          <w:rtl/>
        </w:rPr>
        <w:t>:_كے عوامل، 15/98</w:t>
      </w:r>
      <w:r>
        <w:rPr>
          <w:rFonts w:hint="eastAsia"/>
          <w:rtl/>
        </w:rPr>
        <w:t>نيز</w:t>
      </w:r>
      <w:r>
        <w:rPr>
          <w:rtl/>
        </w:rPr>
        <w:t xml:space="preserve"> ر_ك ، ايما</w:t>
      </w:r>
      <w:r w:rsidR="00083993">
        <w:rPr>
          <w:rtl/>
        </w:rPr>
        <w:t xml:space="preserve">ں </w:t>
      </w:r>
      <w:r>
        <w:rPr>
          <w:rtl/>
        </w:rPr>
        <w:t>، دين د، دين داري، خدا كے رسول، سختى ،آنحضرت</w:t>
      </w:r>
      <w:r w:rsidR="00F031CD" w:rsidRPr="00F031CD">
        <w:rPr>
          <w:rStyle w:val="libAlaemChar"/>
          <w:rtl/>
        </w:rPr>
        <w:t xml:space="preserve"> صلى‌الله‌عليه‌وآله‌وسلم </w:t>
      </w:r>
      <w:r>
        <w:rPr>
          <w:rtl/>
        </w:rPr>
        <w:t xml:space="preserve"> اور موحدين</w:t>
      </w:r>
    </w:p>
    <w:p w:rsidR="001F628F" w:rsidRDefault="001F628F" w:rsidP="00C85CA1">
      <w:pPr>
        <w:pStyle w:val="libNormal"/>
        <w:rPr>
          <w:rtl/>
        </w:rPr>
      </w:pPr>
      <w:r>
        <w:rPr>
          <w:rFonts w:hint="eastAsia"/>
          <w:rtl/>
        </w:rPr>
        <w:t>استقلال</w:t>
      </w:r>
      <w:r>
        <w:rPr>
          <w:rtl/>
        </w:rPr>
        <w:t>:_مالى ،اس كى اہميت، 16/75</w:t>
      </w:r>
      <w:r>
        <w:rPr>
          <w:rFonts w:hint="eastAsia"/>
          <w:rtl/>
        </w:rPr>
        <w:t>نيز</w:t>
      </w:r>
      <w:r>
        <w:rPr>
          <w:rtl/>
        </w:rPr>
        <w:t xml:space="preserve"> ر_ك معاشرہ اور نعمت</w:t>
      </w:r>
    </w:p>
    <w:p w:rsidR="001F628F" w:rsidRDefault="001F628F" w:rsidP="00C85CA1">
      <w:pPr>
        <w:pStyle w:val="libNormal"/>
        <w:rPr>
          <w:rtl/>
        </w:rPr>
      </w:pPr>
      <w:r>
        <w:rPr>
          <w:rFonts w:hint="eastAsia"/>
          <w:rtl/>
        </w:rPr>
        <w:t>استكبار</w:t>
      </w:r>
      <w:r>
        <w:rPr>
          <w:rtl/>
        </w:rPr>
        <w:t>:_كے آثار،16/22،24;_سے مراد، 14/21; _كى ناپسنديدگي، 16/49</w:t>
      </w:r>
      <w:r>
        <w:rPr>
          <w:rFonts w:hint="eastAsia"/>
          <w:rtl/>
        </w:rPr>
        <w:t>نيز</w:t>
      </w:r>
      <w:r>
        <w:rPr>
          <w:rtl/>
        </w:rPr>
        <w:t xml:space="preserve"> ر_ك آخرت ، زمين پر رينگے والے جانور اور قائدين</w:t>
      </w:r>
    </w:p>
    <w:p w:rsidR="001F628F" w:rsidRDefault="001F628F" w:rsidP="00C85CA1">
      <w:pPr>
        <w:pStyle w:val="libNormal"/>
        <w:rPr>
          <w:rtl/>
        </w:rPr>
      </w:pPr>
      <w:r>
        <w:rPr>
          <w:rFonts w:hint="eastAsia"/>
          <w:rtl/>
        </w:rPr>
        <w:t>استہزائ</w:t>
      </w:r>
      <w:r>
        <w:rPr>
          <w:rtl/>
        </w:rPr>
        <w:t>:</w:t>
      </w:r>
      <w:r>
        <w:rPr>
          <w:rFonts w:hint="eastAsia"/>
          <w:rtl/>
        </w:rPr>
        <w:t>ر</w:t>
      </w:r>
      <w:r>
        <w:rPr>
          <w:rtl/>
        </w:rPr>
        <w:t xml:space="preserve">_ك اسلام ، اقوام، </w:t>
      </w:r>
      <w:r w:rsidR="003D0BA1">
        <w:rPr>
          <w:rtl/>
        </w:rPr>
        <w:t>انبياء</w:t>
      </w:r>
      <w:r>
        <w:rPr>
          <w:rtl/>
        </w:rPr>
        <w:t>، خدا، دشمن، قرآن، قريش، كفار ، گنہگار افراد، مبلغين، حضرت محمد</w:t>
      </w:r>
      <w:r w:rsidR="00F031CD" w:rsidRPr="00F031CD">
        <w:rPr>
          <w:rStyle w:val="libAlaemChar"/>
          <w:rtl/>
        </w:rPr>
        <w:t xml:space="preserve"> صلى‌الله‌عليه‌وآله‌وسلم </w:t>
      </w:r>
      <w:r>
        <w:rPr>
          <w:rtl/>
        </w:rPr>
        <w:t xml:space="preserve"> اور مشركين</w:t>
      </w:r>
    </w:p>
    <w:p w:rsidR="001F628F" w:rsidRDefault="001F628F" w:rsidP="00C85CA1">
      <w:pPr>
        <w:pStyle w:val="libNormal"/>
        <w:rPr>
          <w:rtl/>
        </w:rPr>
      </w:pPr>
      <w:r>
        <w:rPr>
          <w:rFonts w:hint="eastAsia"/>
          <w:rtl/>
        </w:rPr>
        <w:t>استہزاء</w:t>
      </w:r>
      <w:r>
        <w:rPr>
          <w:rtl/>
        </w:rPr>
        <w:t xml:space="preserve"> كرنے والے:_كاانذار، 16/34</w:t>
      </w:r>
      <w:r>
        <w:rPr>
          <w:rFonts w:hint="eastAsia"/>
          <w:rtl/>
        </w:rPr>
        <w:t>نيز</w:t>
      </w:r>
      <w:r>
        <w:rPr>
          <w:rtl/>
        </w:rPr>
        <w:t xml:space="preserve"> ر_ك </w:t>
      </w:r>
      <w:r w:rsidR="003D0BA1">
        <w:rPr>
          <w:rtl/>
        </w:rPr>
        <w:t>انبياء</w:t>
      </w:r>
      <w:r>
        <w:rPr>
          <w:rtl/>
        </w:rPr>
        <w:t>، قرآن اور آنحضرت</w:t>
      </w:r>
      <w:r w:rsidR="00F031CD" w:rsidRPr="00F031CD">
        <w:rPr>
          <w:rStyle w:val="libAlaemChar"/>
          <w:rtl/>
        </w:rPr>
        <w:t xml:space="preserve"> صلى‌الله‌عليه‌وآله‌وسلم </w:t>
      </w:r>
    </w:p>
    <w:p w:rsidR="001F628F" w:rsidRDefault="001F628F" w:rsidP="00C85CA1">
      <w:pPr>
        <w:pStyle w:val="libNormal"/>
        <w:rPr>
          <w:rtl/>
        </w:rPr>
      </w:pPr>
      <w:r>
        <w:rPr>
          <w:rFonts w:hint="eastAsia"/>
          <w:rtl/>
        </w:rPr>
        <w:t>اسحاق</w:t>
      </w:r>
      <w:r w:rsidR="00367F17" w:rsidRPr="00367F17">
        <w:rPr>
          <w:rStyle w:val="libAlaemChar"/>
          <w:rtl/>
        </w:rPr>
        <w:t xml:space="preserve"> عليه‌السلام </w:t>
      </w:r>
      <w:r>
        <w:rPr>
          <w:rtl/>
        </w:rPr>
        <w:t xml:space="preserve"> :14/39_كا علم ،15/53; _كے فضائل، 15/53;_ كى ولادت، 140/39; _كى تاريخ، 14/39</w:t>
      </w:r>
    </w:p>
    <w:p w:rsidR="001F628F" w:rsidRDefault="001F628F" w:rsidP="00C85CA1">
      <w:pPr>
        <w:pStyle w:val="libNormal"/>
        <w:rPr>
          <w:rtl/>
        </w:rPr>
      </w:pPr>
      <w:r>
        <w:rPr>
          <w:rFonts w:hint="eastAsia"/>
          <w:rtl/>
        </w:rPr>
        <w:t>اسلام</w:t>
      </w:r>
      <w:r>
        <w:rPr>
          <w:rtl/>
        </w:rPr>
        <w:t>:_اور دين ابراہيم</w:t>
      </w:r>
      <w:r w:rsidR="00367F17" w:rsidRPr="00367F17">
        <w:rPr>
          <w:rStyle w:val="libAlaemChar"/>
          <w:rtl/>
        </w:rPr>
        <w:t xml:space="preserve"> عليه‌السلام </w:t>
      </w:r>
      <w:r>
        <w:rPr>
          <w:rtl/>
        </w:rPr>
        <w:t xml:space="preserve"> 14/123; _كا عطوفت پذير ہونا 16/106،155; _كى كاميابي،16/1; صدر _ كى تاريخ،14/28،15/6،7،8، 85، 90،94 ،95 ، 16/41،43،101،106،110;_ كا تجزيہ،اس سے اجتناب ، 15/91; _كاتجزيہ قبول نہ كرنا ، 15/91 ; _كى تعليمات، ان كا باہمى ربط ،15/91 ; _ كى حق</w:t>
      </w:r>
      <w:r>
        <w:rPr>
          <w:rFonts w:hint="eastAsia"/>
          <w:rtl/>
        </w:rPr>
        <w:t>انيت،اس</w:t>
      </w:r>
      <w:r>
        <w:rPr>
          <w:rtl/>
        </w:rPr>
        <w:t xml:space="preserve"> كا ظہور، 15/3; _كى حقيقت ، 16/ 106،23; _كے دشمن ، ان كى اذيتي</w:t>
      </w:r>
      <w:r w:rsidR="00083993">
        <w:rPr>
          <w:rtl/>
        </w:rPr>
        <w:t xml:space="preserve">ں </w:t>
      </w:r>
      <w:r>
        <w:rPr>
          <w:rtl/>
        </w:rPr>
        <w:t>، 15/ 97، ان كے استہزائ، 15/97، ان كے شكنجے ، 16/110 ; _كا سہل ہونا ، 16/115;_كا شرك سے مقابلہ، 16/115; _كيطرف دعوت، اس مي</w:t>
      </w:r>
      <w:r w:rsidR="00083993">
        <w:rPr>
          <w:rtl/>
        </w:rPr>
        <w:t xml:space="preserve">ں </w:t>
      </w:r>
      <w:r>
        <w:rPr>
          <w:rtl/>
        </w:rPr>
        <w:t>صبر ، 16/126 ; _كى قبوليت اس كے شرائط ، 15/2;_كا پھيلاؤ ،</w:t>
      </w:r>
    </w:p>
    <w:p w:rsidR="00C85CA1" w:rsidRDefault="001E7F9D" w:rsidP="00F73EDE">
      <w:pPr>
        <w:pStyle w:val="libPoemTini"/>
        <w:rPr>
          <w:rtl/>
        </w:rPr>
      </w:pPr>
      <w:r>
        <w:rPr>
          <w:rtl/>
        </w:rPr>
        <w:br w:type="page"/>
      </w:r>
    </w:p>
    <w:p w:rsidR="001F628F" w:rsidRDefault="001F628F" w:rsidP="00C85CA1">
      <w:pPr>
        <w:pStyle w:val="libNormal"/>
        <w:rPr>
          <w:rtl/>
        </w:rPr>
      </w:pPr>
      <w:r>
        <w:rPr>
          <w:rFonts w:hint="eastAsia"/>
          <w:rtl/>
        </w:rPr>
        <w:lastRenderedPageBreak/>
        <w:t>اس</w:t>
      </w:r>
      <w:r>
        <w:rPr>
          <w:rtl/>
        </w:rPr>
        <w:t xml:space="preserve"> كا امكان، 16/125;_ كا كردار، 16/95; _كى خصوصيات، 16/ 106 ،155 ، 125; _كا عقل كے ساتھ ساز گارہونا، 16/125;_ كا علم كے ساتھ سازگار ہونا ، 16/ 125; _كى احساسات كے ساتھ سازگارى 16/125</w:t>
      </w:r>
      <w:r>
        <w:rPr>
          <w:rFonts w:hint="eastAsia"/>
          <w:rtl/>
        </w:rPr>
        <w:t>نيز</w:t>
      </w:r>
      <w:r>
        <w:rPr>
          <w:rtl/>
        </w:rPr>
        <w:t xml:space="preserve"> ر_ك كفار</w:t>
      </w:r>
    </w:p>
    <w:p w:rsidR="001F628F" w:rsidRDefault="001F628F" w:rsidP="00C85CA1">
      <w:pPr>
        <w:pStyle w:val="libNormal"/>
        <w:rPr>
          <w:rtl/>
        </w:rPr>
      </w:pPr>
      <w:r>
        <w:rPr>
          <w:rFonts w:hint="eastAsia"/>
          <w:rtl/>
        </w:rPr>
        <w:t>اسماعيل</w:t>
      </w:r>
      <w:r>
        <w:rPr>
          <w:rtl/>
        </w:rPr>
        <w:t xml:space="preserve"> </w:t>
      </w:r>
      <w:r w:rsidR="00367F17" w:rsidRPr="00367F17">
        <w:rPr>
          <w:rStyle w:val="libAlaemChar"/>
          <w:rtl/>
        </w:rPr>
        <w:t xml:space="preserve"> عليه‌السلام </w:t>
      </w:r>
      <w:r>
        <w:rPr>
          <w:rtl/>
        </w:rPr>
        <w:t xml:space="preserve"> :14/39_كى مكہ مي</w:t>
      </w:r>
      <w:r w:rsidR="00083993">
        <w:rPr>
          <w:rtl/>
        </w:rPr>
        <w:t xml:space="preserve">ں </w:t>
      </w:r>
      <w:r>
        <w:rPr>
          <w:rtl/>
        </w:rPr>
        <w:t>سكونت،14/37; _كى ولادت ، 14/39; اس كى تاريخ، 14/39</w:t>
      </w:r>
    </w:p>
    <w:p w:rsidR="001F628F" w:rsidRDefault="001F628F" w:rsidP="00C85CA1">
      <w:pPr>
        <w:pStyle w:val="libNormal"/>
        <w:rPr>
          <w:rtl/>
        </w:rPr>
      </w:pPr>
      <w:r>
        <w:rPr>
          <w:rFonts w:hint="eastAsia"/>
          <w:rtl/>
        </w:rPr>
        <w:t>اسماء</w:t>
      </w:r>
      <w:r>
        <w:rPr>
          <w:rtl/>
        </w:rPr>
        <w:t xml:space="preserve"> صفات:</w:t>
      </w:r>
      <w:r>
        <w:rPr>
          <w:rFonts w:hint="eastAsia"/>
          <w:rtl/>
        </w:rPr>
        <w:t>حكيم،</w:t>
      </w:r>
      <w:r>
        <w:rPr>
          <w:rtl/>
        </w:rPr>
        <w:t>14/4،15/25،16/60; حميد،14/801، خلاّق، 15/86; ذوانتقام، 14/47; رؤوف ،16/7، 47;ربّ ، 15/ 92; رحيم، 14/ 43، 15/ 49، 16/7، 18، 47; سريع الحساب، 14/ 51; صفات جلاّلية، 16/ 57، 118; عزيز، 4/ 1،4،47، 16، 60;عليم ، 15/25، 86، 16/ 28، 70; غفور ، 14،36،15/ 49، 16/18; غني،14/8 ، قدير ، 16/ 70; قہار، 14/48، واحد 14/48، وارث ، 15/23</w:t>
      </w:r>
      <w:r>
        <w:rPr>
          <w:rFonts w:hint="eastAsia"/>
          <w:rtl/>
        </w:rPr>
        <w:t>نيز</w:t>
      </w:r>
      <w:r>
        <w:rPr>
          <w:rtl/>
        </w:rPr>
        <w:t xml:space="preserve"> ر_ك دع</w:t>
      </w:r>
    </w:p>
    <w:p w:rsidR="001F628F" w:rsidRDefault="001F628F" w:rsidP="00C85CA1">
      <w:pPr>
        <w:pStyle w:val="libNormal"/>
        <w:rPr>
          <w:rtl/>
        </w:rPr>
      </w:pPr>
      <w:r>
        <w:rPr>
          <w:rFonts w:hint="eastAsia"/>
          <w:rtl/>
        </w:rPr>
        <w:t>اصحاب</w:t>
      </w:r>
      <w:r>
        <w:rPr>
          <w:rtl/>
        </w:rPr>
        <w:t xml:space="preserve"> ايكہ:_كے صدر اسلام مي</w:t>
      </w:r>
      <w:r w:rsidR="00083993">
        <w:rPr>
          <w:rtl/>
        </w:rPr>
        <w:t xml:space="preserve">ں </w:t>
      </w:r>
      <w:r>
        <w:rPr>
          <w:rtl/>
        </w:rPr>
        <w:t>قديمى آثار 15/79; _سے انتقام ،15/79_; _كے پيغمبر ،15/78; _كا ظلم ، 15/ 78; اس كے آثار ،15/79</w:t>
      </w:r>
      <w:r>
        <w:rPr>
          <w:rFonts w:hint="eastAsia"/>
          <w:rtl/>
        </w:rPr>
        <w:t>نيز</w:t>
      </w:r>
      <w:r>
        <w:rPr>
          <w:rtl/>
        </w:rPr>
        <w:t xml:space="preserve"> ر_ك سرزمين او رمكہ</w:t>
      </w:r>
    </w:p>
    <w:p w:rsidR="001F628F" w:rsidRDefault="001F628F" w:rsidP="00C85CA1">
      <w:pPr>
        <w:pStyle w:val="libNormal"/>
        <w:rPr>
          <w:rtl/>
        </w:rPr>
      </w:pPr>
      <w:r>
        <w:rPr>
          <w:rFonts w:hint="eastAsia"/>
          <w:rtl/>
        </w:rPr>
        <w:t>اصلاح</w:t>
      </w:r>
      <w:r>
        <w:rPr>
          <w:rtl/>
        </w:rPr>
        <w:t xml:space="preserve"> :_كے آثار، 16/119; معاشرتي_، اس كى اہميت ، 16/76</w:t>
      </w:r>
      <w:r>
        <w:rPr>
          <w:rFonts w:hint="eastAsia"/>
          <w:rtl/>
        </w:rPr>
        <w:t>نيزر</w:t>
      </w:r>
      <w:r>
        <w:rPr>
          <w:rtl/>
        </w:rPr>
        <w:t>_ك عمل</w:t>
      </w:r>
    </w:p>
    <w:p w:rsidR="001F628F" w:rsidRDefault="001F628F" w:rsidP="001F628F">
      <w:pPr>
        <w:pStyle w:val="libNormal"/>
        <w:rPr>
          <w:rtl/>
        </w:rPr>
      </w:pPr>
      <w:r>
        <w:rPr>
          <w:rFonts w:hint="eastAsia"/>
          <w:rtl/>
        </w:rPr>
        <w:t>اصل</w:t>
      </w:r>
      <w:r>
        <w:rPr>
          <w:rtl/>
        </w:rPr>
        <w:t xml:space="preserve"> اباحة :16/115</w:t>
      </w:r>
    </w:p>
    <w:p w:rsidR="001F628F" w:rsidRDefault="001F628F" w:rsidP="001F628F">
      <w:pPr>
        <w:pStyle w:val="libNormal"/>
        <w:rPr>
          <w:rtl/>
        </w:rPr>
      </w:pPr>
      <w:r>
        <w:rPr>
          <w:rFonts w:hint="eastAsia"/>
          <w:rtl/>
        </w:rPr>
        <w:t>اصول</w:t>
      </w:r>
      <w:r>
        <w:rPr>
          <w:rtl/>
        </w:rPr>
        <w:t xml:space="preserve"> دين: ر_ك دين</w:t>
      </w:r>
    </w:p>
    <w:p w:rsidR="001F628F" w:rsidRDefault="001F628F" w:rsidP="00C85CA1">
      <w:pPr>
        <w:pStyle w:val="libNormal"/>
        <w:rPr>
          <w:rtl/>
        </w:rPr>
      </w:pPr>
      <w:r>
        <w:rPr>
          <w:rFonts w:hint="eastAsia"/>
          <w:rtl/>
        </w:rPr>
        <w:t>اضطراب</w:t>
      </w:r>
      <w:r>
        <w:rPr>
          <w:rtl/>
        </w:rPr>
        <w:t>:_كا رفع ، اس كے اسباب ، 14/ 27</w:t>
      </w:r>
      <w:r>
        <w:rPr>
          <w:rFonts w:hint="eastAsia"/>
          <w:rtl/>
        </w:rPr>
        <w:t>نيز</w:t>
      </w:r>
      <w:r>
        <w:rPr>
          <w:rtl/>
        </w:rPr>
        <w:t xml:space="preserve"> ر_ك ، ابراہيم </w:t>
      </w:r>
      <w:r w:rsidR="00367F17" w:rsidRPr="00367F17">
        <w:rPr>
          <w:rStyle w:val="libAlaemChar"/>
          <w:rtl/>
        </w:rPr>
        <w:t xml:space="preserve"> عليه‌السلام </w:t>
      </w:r>
      <w:r>
        <w:rPr>
          <w:rtl/>
        </w:rPr>
        <w:t xml:space="preserve"> ا،نبياء اور ظالمين</w:t>
      </w:r>
    </w:p>
    <w:p w:rsidR="001F628F" w:rsidRDefault="001F628F" w:rsidP="00C85CA1">
      <w:pPr>
        <w:pStyle w:val="libNormal"/>
        <w:rPr>
          <w:rtl/>
        </w:rPr>
      </w:pPr>
      <w:r>
        <w:rPr>
          <w:rFonts w:hint="eastAsia"/>
          <w:rtl/>
        </w:rPr>
        <w:t>اضطرار</w:t>
      </w:r>
      <w:r>
        <w:rPr>
          <w:rtl/>
        </w:rPr>
        <w:t>:_كے آثار 16/115; _كے احكام، 16/ 115; _مي</w:t>
      </w:r>
      <w:r w:rsidR="00083993">
        <w:rPr>
          <w:rtl/>
        </w:rPr>
        <w:t xml:space="preserve">ں </w:t>
      </w:r>
      <w:r>
        <w:rPr>
          <w:rtl/>
        </w:rPr>
        <w:t>بغاوت كرنے والا ، 16/ 115; _كارفع ، اس كے آثار 16/ 115; _كے شرائط ، 16/ 115; _مي</w:t>
      </w:r>
      <w:r w:rsidR="00083993">
        <w:rPr>
          <w:rtl/>
        </w:rPr>
        <w:t xml:space="preserve">ں </w:t>
      </w:r>
      <w:r>
        <w:rPr>
          <w:rtl/>
        </w:rPr>
        <w:t>معمول16/115</w:t>
      </w:r>
    </w:p>
    <w:p w:rsidR="001F628F" w:rsidRDefault="001F628F" w:rsidP="00C85CA1">
      <w:pPr>
        <w:pStyle w:val="libNormal"/>
        <w:rPr>
          <w:rtl/>
        </w:rPr>
      </w:pPr>
      <w:r>
        <w:rPr>
          <w:rFonts w:hint="eastAsia"/>
          <w:rtl/>
        </w:rPr>
        <w:t>اضلال</w:t>
      </w:r>
      <w:r>
        <w:rPr>
          <w:rtl/>
        </w:rPr>
        <w:t>:</w:t>
      </w:r>
      <w:r>
        <w:rPr>
          <w:rFonts w:hint="eastAsia"/>
          <w:rtl/>
        </w:rPr>
        <w:t>ر</w:t>
      </w:r>
      <w:r>
        <w:rPr>
          <w:rtl/>
        </w:rPr>
        <w:t>_ك ، بت پرست ، بت ،دولت مند افراد، خداوند عالم ، دنيا پرست ، شيطان ، ظالم افراد ،قرآن اور لوگ</w:t>
      </w:r>
    </w:p>
    <w:p w:rsidR="001F628F" w:rsidRDefault="001F628F" w:rsidP="00C85CA1">
      <w:pPr>
        <w:pStyle w:val="libNormal"/>
        <w:rPr>
          <w:rtl/>
        </w:rPr>
      </w:pPr>
      <w:r>
        <w:rPr>
          <w:rFonts w:hint="eastAsia"/>
          <w:rtl/>
        </w:rPr>
        <w:t>اطاعت</w:t>
      </w:r>
      <w:r>
        <w:rPr>
          <w:rtl/>
        </w:rPr>
        <w:t xml:space="preserve">:_كے آثار ،14/ 1،16/ 120; ائمہ </w:t>
      </w:r>
      <w:r w:rsidR="00367F17" w:rsidRPr="00367F17">
        <w:rPr>
          <w:rStyle w:val="libAlaemChar"/>
          <w:rtl/>
        </w:rPr>
        <w:t xml:space="preserve"> عليه‌السلام </w:t>
      </w:r>
      <w:r>
        <w:rPr>
          <w:rtl/>
        </w:rPr>
        <w:t xml:space="preserve"> كي_ ،16/، 125 ; اس كى اہميت ،14/37،انبياء كى _، 14/ 44; اس كے آثار 14/44، خداوند عالم كي_ ،14/1، 16/29، 50/ 52، اس كے آثار ،14/44، اس كى اہميت، 16/69; اس كا سبب، 16/50; اس كے عوامل ، 16/91; قرآن كى _، 14/1; _كى طرف تشويق، </w:t>
      </w:r>
      <w:r>
        <w:rPr>
          <w:rFonts w:hint="eastAsia"/>
          <w:rtl/>
        </w:rPr>
        <w:t>اس</w:t>
      </w:r>
      <w:r>
        <w:rPr>
          <w:rtl/>
        </w:rPr>
        <w:t xml:space="preserve"> كا طريقہ ، 16/51</w:t>
      </w:r>
    </w:p>
    <w:p w:rsidR="00C85CA1" w:rsidRDefault="001E7F9D" w:rsidP="00F73EDE">
      <w:pPr>
        <w:pStyle w:val="libPoemTini"/>
        <w:rPr>
          <w:rtl/>
        </w:rPr>
      </w:pPr>
      <w:r>
        <w:rPr>
          <w:rtl/>
        </w:rPr>
        <w:br w:type="page"/>
      </w:r>
    </w:p>
    <w:p w:rsidR="001F628F" w:rsidRDefault="001F628F" w:rsidP="00C85CA1">
      <w:pPr>
        <w:pStyle w:val="libNormal"/>
        <w:rPr>
          <w:rtl/>
        </w:rPr>
      </w:pPr>
      <w:r>
        <w:rPr>
          <w:rFonts w:hint="eastAsia"/>
          <w:rtl/>
        </w:rPr>
        <w:lastRenderedPageBreak/>
        <w:t>اطمينان</w:t>
      </w:r>
      <w:r>
        <w:rPr>
          <w:rtl/>
        </w:rPr>
        <w:t>:_قلب، اس سے مراد، 16/ 106</w:t>
      </w:r>
      <w:r>
        <w:rPr>
          <w:rFonts w:hint="eastAsia"/>
          <w:rtl/>
        </w:rPr>
        <w:t>نيز</w:t>
      </w:r>
      <w:r>
        <w:rPr>
          <w:rtl/>
        </w:rPr>
        <w:t xml:space="preserve"> ر_ك مومنين اور آنحضرت</w:t>
      </w:r>
      <w:r w:rsidR="00F031CD" w:rsidRPr="00F031CD">
        <w:rPr>
          <w:rStyle w:val="libAlaemChar"/>
          <w:rtl/>
        </w:rPr>
        <w:t xml:space="preserve"> صلى‌الله‌عليه‌وآله‌وسلم </w:t>
      </w:r>
    </w:p>
    <w:p w:rsidR="001F628F" w:rsidRDefault="001F628F" w:rsidP="00C85CA1">
      <w:pPr>
        <w:pStyle w:val="libNormal"/>
        <w:rPr>
          <w:rtl/>
        </w:rPr>
      </w:pPr>
      <w:r>
        <w:rPr>
          <w:rFonts w:hint="eastAsia"/>
          <w:rtl/>
        </w:rPr>
        <w:t>اعتدال</w:t>
      </w:r>
      <w:r>
        <w:rPr>
          <w:rtl/>
        </w:rPr>
        <w:t>:_كے آثار ، 16/120</w:t>
      </w:r>
      <w:r>
        <w:rPr>
          <w:rFonts w:hint="eastAsia"/>
          <w:rtl/>
        </w:rPr>
        <w:t>نيز</w:t>
      </w:r>
      <w:r>
        <w:rPr>
          <w:rtl/>
        </w:rPr>
        <w:t xml:space="preserve"> ر_ك ابراہيم</w:t>
      </w:r>
      <w:r w:rsidR="00367F17" w:rsidRPr="00367F17">
        <w:rPr>
          <w:rStyle w:val="libAlaemChar"/>
          <w:rtl/>
        </w:rPr>
        <w:t xml:space="preserve"> عليه‌السلام </w:t>
      </w:r>
    </w:p>
    <w:p w:rsidR="001F628F" w:rsidRDefault="001F628F" w:rsidP="00C85CA1">
      <w:pPr>
        <w:pStyle w:val="libNormal"/>
        <w:rPr>
          <w:rtl/>
        </w:rPr>
      </w:pPr>
      <w:r>
        <w:rPr>
          <w:rFonts w:hint="eastAsia"/>
          <w:rtl/>
        </w:rPr>
        <w:t>اعتراف</w:t>
      </w:r>
      <w:r>
        <w:rPr>
          <w:rtl/>
        </w:rPr>
        <w:t>:</w:t>
      </w:r>
      <w:r>
        <w:rPr>
          <w:rFonts w:hint="eastAsia"/>
          <w:rtl/>
        </w:rPr>
        <w:t>ر</w:t>
      </w:r>
      <w:r>
        <w:rPr>
          <w:rtl/>
        </w:rPr>
        <w:t>_ك اقرار</w:t>
      </w:r>
    </w:p>
    <w:p w:rsidR="001F628F" w:rsidRDefault="001F628F" w:rsidP="00C85CA1">
      <w:pPr>
        <w:pStyle w:val="libNormal"/>
        <w:rPr>
          <w:rtl/>
        </w:rPr>
      </w:pPr>
      <w:r>
        <w:rPr>
          <w:rFonts w:hint="eastAsia"/>
          <w:rtl/>
        </w:rPr>
        <w:t>اعداد</w:t>
      </w:r>
      <w:r>
        <w:rPr>
          <w:rtl/>
        </w:rPr>
        <w:t>:</w:t>
      </w:r>
      <w:r>
        <w:rPr>
          <w:rFonts w:hint="eastAsia"/>
          <w:rtl/>
        </w:rPr>
        <w:t>سات</w:t>
      </w:r>
      <w:r>
        <w:rPr>
          <w:rtl/>
        </w:rPr>
        <w:t xml:space="preserve"> كا عدد 15/44</w:t>
      </w:r>
    </w:p>
    <w:p w:rsidR="001F628F" w:rsidRDefault="001F628F" w:rsidP="00C85CA1">
      <w:pPr>
        <w:pStyle w:val="libNormal"/>
        <w:rPr>
          <w:rtl/>
        </w:rPr>
      </w:pPr>
      <w:r>
        <w:rPr>
          <w:rFonts w:hint="eastAsia"/>
          <w:rtl/>
        </w:rPr>
        <w:t>افترائ</w:t>
      </w:r>
      <w:r>
        <w:rPr>
          <w:rtl/>
        </w:rPr>
        <w:t>:</w:t>
      </w:r>
      <w:r>
        <w:rPr>
          <w:rFonts w:hint="eastAsia"/>
          <w:rtl/>
        </w:rPr>
        <w:t>خدا</w:t>
      </w:r>
      <w:r>
        <w:rPr>
          <w:rtl/>
        </w:rPr>
        <w:t xml:space="preserve"> پر_ ، 14/ 21،16/56، 57، 61، 62، 105، 116 ; اس كے آثار، 16/ 56; اس كا ظلم ، 16/61; اس كى سزا، 16/61،62; اس كا سرچشمہ ، 16/63;_ كى مغضوبيت، 16/56، _كے موارد، 160، 56; _كے موانع، 16/105</w:t>
      </w:r>
    </w:p>
    <w:p w:rsidR="001F628F" w:rsidRDefault="001F628F" w:rsidP="001F628F">
      <w:pPr>
        <w:pStyle w:val="libNormal"/>
        <w:rPr>
          <w:rtl/>
        </w:rPr>
      </w:pPr>
      <w:r>
        <w:rPr>
          <w:rFonts w:hint="eastAsia"/>
          <w:rtl/>
        </w:rPr>
        <w:t>نيز</w:t>
      </w:r>
      <w:r>
        <w:rPr>
          <w:rtl/>
        </w:rPr>
        <w:t xml:space="preserve"> ر_ك تہمت، جاہليت، دين ،رہبر ، قرآن ، قريش، مشركين، مشركين مكہ اور آنحضرت</w:t>
      </w:r>
      <w:r w:rsidR="00F031CD" w:rsidRPr="00F031CD">
        <w:rPr>
          <w:rStyle w:val="libAlaemChar"/>
          <w:rtl/>
        </w:rPr>
        <w:t xml:space="preserve"> صلى‌الله‌عليه‌وآله‌وسلم </w:t>
      </w:r>
    </w:p>
    <w:p w:rsidR="001F628F" w:rsidRDefault="001F628F" w:rsidP="00C85CA1">
      <w:pPr>
        <w:pStyle w:val="libNormal"/>
        <w:rPr>
          <w:rtl/>
        </w:rPr>
      </w:pPr>
      <w:r>
        <w:rPr>
          <w:rFonts w:hint="eastAsia"/>
          <w:rtl/>
        </w:rPr>
        <w:t>افسانہ</w:t>
      </w:r>
      <w:r>
        <w:rPr>
          <w:rtl/>
        </w:rPr>
        <w:t xml:space="preserve"> :</w:t>
      </w:r>
      <w:r>
        <w:rPr>
          <w:rFonts w:hint="eastAsia"/>
          <w:rtl/>
        </w:rPr>
        <w:t>ر</w:t>
      </w:r>
      <w:r>
        <w:rPr>
          <w:rtl/>
        </w:rPr>
        <w:t>_ك قرآن</w:t>
      </w:r>
    </w:p>
    <w:p w:rsidR="001F628F" w:rsidRDefault="001F628F" w:rsidP="00C85CA1">
      <w:pPr>
        <w:pStyle w:val="libNormal"/>
        <w:rPr>
          <w:rtl/>
        </w:rPr>
      </w:pPr>
      <w:r>
        <w:rPr>
          <w:rFonts w:hint="eastAsia"/>
          <w:rtl/>
        </w:rPr>
        <w:t>اقتصاد</w:t>
      </w:r>
      <w:r>
        <w:rPr>
          <w:rtl/>
        </w:rPr>
        <w:t>:</w:t>
      </w:r>
      <w:r>
        <w:rPr>
          <w:rFonts w:hint="eastAsia"/>
          <w:rtl/>
        </w:rPr>
        <w:t>اقتصادى</w:t>
      </w:r>
      <w:r>
        <w:rPr>
          <w:rtl/>
        </w:rPr>
        <w:t xml:space="preserve"> ترقي، اس كا سبب،16/112، اس كے عوامل ،16/112، نيز ر_ك انسان ، غلام ، مكہ اور نعمت</w:t>
      </w:r>
    </w:p>
    <w:p w:rsidR="001F628F" w:rsidRDefault="001F628F" w:rsidP="00C85CA1">
      <w:pPr>
        <w:pStyle w:val="libNormal"/>
        <w:rPr>
          <w:rtl/>
        </w:rPr>
      </w:pPr>
      <w:r>
        <w:rPr>
          <w:rFonts w:hint="eastAsia"/>
          <w:rtl/>
        </w:rPr>
        <w:t>اقرار</w:t>
      </w:r>
      <w:r>
        <w:rPr>
          <w:rtl/>
        </w:rPr>
        <w:t>:</w:t>
      </w:r>
      <w:r>
        <w:rPr>
          <w:rFonts w:hint="eastAsia"/>
          <w:rtl/>
        </w:rPr>
        <w:t>حشر</w:t>
      </w:r>
      <w:r>
        <w:rPr>
          <w:rtl/>
        </w:rPr>
        <w:t xml:space="preserve"> كا _، 15/36، خدائي ودعدو</w:t>
      </w:r>
      <w:r w:rsidR="00083993">
        <w:rPr>
          <w:rtl/>
        </w:rPr>
        <w:t xml:space="preserve">ں </w:t>
      </w:r>
      <w:r>
        <w:rPr>
          <w:rtl/>
        </w:rPr>
        <w:t>كى حقانيت كا _، 14/22; حق كا _، 14/11/22; اس كا سبب، 16/ 30; ربوبيت كا _، 16/86، گمراہى كا _، 15/39; گناہ كا _، 16/86، قيامت كا _،15/36; _كا بے ثمر ہونا 14/22</w:t>
      </w:r>
    </w:p>
    <w:p w:rsidR="001F628F" w:rsidRDefault="001F628F" w:rsidP="00C85CA1">
      <w:pPr>
        <w:pStyle w:val="libNormal"/>
        <w:rPr>
          <w:rtl/>
        </w:rPr>
      </w:pPr>
      <w:r>
        <w:rPr>
          <w:rFonts w:hint="eastAsia"/>
          <w:rtl/>
        </w:rPr>
        <w:t>اقوام</w:t>
      </w:r>
      <w:r>
        <w:rPr>
          <w:rtl/>
        </w:rPr>
        <w:t>:_كو كسى كے مقام، پر قراردنيا، 14/ 19;اس كا سرچشمہ ، 14/19; _كا عمل ، اس كے آثار ،15/69</w:t>
      </w:r>
      <w:r>
        <w:rPr>
          <w:rFonts w:hint="eastAsia"/>
          <w:rtl/>
        </w:rPr>
        <w:t>نيز</w:t>
      </w:r>
      <w:r>
        <w:rPr>
          <w:rtl/>
        </w:rPr>
        <w:t xml:space="preserve"> ر_ك قوم ابراہيم</w:t>
      </w:r>
      <w:r w:rsidR="00367F17" w:rsidRPr="00367F17">
        <w:rPr>
          <w:rStyle w:val="libAlaemChar"/>
          <w:rtl/>
        </w:rPr>
        <w:t xml:space="preserve"> عليه‌السلام </w:t>
      </w:r>
      <w:r>
        <w:rPr>
          <w:rtl/>
        </w:rPr>
        <w:t xml:space="preserve"> ، قوم ثمود، قوم لوط</w:t>
      </w:r>
      <w:r w:rsidR="00367F17" w:rsidRPr="00367F17">
        <w:rPr>
          <w:rStyle w:val="libAlaemChar"/>
          <w:rtl/>
        </w:rPr>
        <w:t xml:space="preserve"> عليه‌السلام </w:t>
      </w:r>
      <w:r>
        <w:rPr>
          <w:rtl/>
        </w:rPr>
        <w:t xml:space="preserve"> ، قوم عاد، قوم نوح</w:t>
      </w:r>
      <w:r w:rsidR="00367F17" w:rsidRPr="00367F17">
        <w:rPr>
          <w:rStyle w:val="libAlaemChar"/>
          <w:rtl/>
        </w:rPr>
        <w:t xml:space="preserve"> عليه‌السلام </w:t>
      </w:r>
    </w:p>
    <w:p w:rsidR="001F628F" w:rsidRDefault="001F628F" w:rsidP="00C85CA1">
      <w:pPr>
        <w:pStyle w:val="libNormal"/>
        <w:rPr>
          <w:rtl/>
        </w:rPr>
      </w:pPr>
      <w:r>
        <w:rPr>
          <w:rFonts w:hint="eastAsia"/>
          <w:rtl/>
        </w:rPr>
        <w:t>اكثريت</w:t>
      </w:r>
      <w:r>
        <w:rPr>
          <w:rtl/>
        </w:rPr>
        <w:t>:_كا گمراہى كو قبول كرنا، 15/40،41; _كى جہالت، 16/ 38</w:t>
      </w:r>
      <w:r>
        <w:rPr>
          <w:rFonts w:hint="eastAsia"/>
          <w:rtl/>
        </w:rPr>
        <w:t>نيز</w:t>
      </w:r>
      <w:r>
        <w:rPr>
          <w:rtl/>
        </w:rPr>
        <w:t xml:space="preserve"> ر_ك اللہ تعالى ، مشركين اور مشر كين مكّہ</w:t>
      </w:r>
    </w:p>
    <w:p w:rsidR="001F628F" w:rsidRDefault="001F628F" w:rsidP="00C85CA1">
      <w:pPr>
        <w:pStyle w:val="libNormal"/>
        <w:rPr>
          <w:rtl/>
        </w:rPr>
      </w:pPr>
      <w:r>
        <w:rPr>
          <w:rFonts w:hint="eastAsia"/>
          <w:rtl/>
        </w:rPr>
        <w:t>الوھيت</w:t>
      </w:r>
      <w:r>
        <w:rPr>
          <w:rtl/>
        </w:rPr>
        <w:t>:_غير خدا كى _ اس كا بطلان، 16/56; _كے شرائط ،16/21;_ كا معيار، 16/20، 73</w:t>
      </w:r>
      <w:r>
        <w:rPr>
          <w:rFonts w:hint="eastAsia"/>
          <w:rtl/>
        </w:rPr>
        <w:t>نيز</w:t>
      </w:r>
      <w:r>
        <w:rPr>
          <w:rtl/>
        </w:rPr>
        <w:t xml:space="preserve"> ر_ك خالقيت اور خد</w:t>
      </w:r>
    </w:p>
    <w:p w:rsidR="001F628F" w:rsidRDefault="001F628F" w:rsidP="00C85CA1">
      <w:pPr>
        <w:pStyle w:val="libNormal"/>
        <w:rPr>
          <w:rtl/>
        </w:rPr>
      </w:pPr>
      <w:r>
        <w:rPr>
          <w:rFonts w:hint="eastAsia"/>
          <w:rtl/>
        </w:rPr>
        <w:t>الہام</w:t>
      </w:r>
      <w:r>
        <w:rPr>
          <w:rtl/>
        </w:rPr>
        <w:t>:</w:t>
      </w:r>
      <w:r>
        <w:rPr>
          <w:rFonts w:hint="eastAsia"/>
          <w:rtl/>
        </w:rPr>
        <w:t>ر</w:t>
      </w:r>
      <w:r>
        <w:rPr>
          <w:rtl/>
        </w:rPr>
        <w:t>_ك شہد كى مكھي</w:t>
      </w:r>
    </w:p>
    <w:p w:rsidR="001F628F" w:rsidRDefault="001F628F" w:rsidP="00C85CA1">
      <w:pPr>
        <w:pStyle w:val="libNormal"/>
        <w:rPr>
          <w:rtl/>
        </w:rPr>
      </w:pPr>
      <w:r>
        <w:rPr>
          <w:rFonts w:hint="eastAsia"/>
          <w:rtl/>
        </w:rPr>
        <w:t>امامت</w:t>
      </w:r>
      <w:r>
        <w:rPr>
          <w:rtl/>
        </w:rPr>
        <w:t>:_كے شرائط، 14/35</w:t>
      </w:r>
    </w:p>
    <w:p w:rsidR="001F628F" w:rsidRDefault="001F628F" w:rsidP="001F628F">
      <w:pPr>
        <w:pStyle w:val="libNormal"/>
        <w:rPr>
          <w:rtl/>
        </w:rPr>
      </w:pPr>
      <w:r>
        <w:rPr>
          <w:rFonts w:hint="eastAsia"/>
          <w:rtl/>
        </w:rPr>
        <w:t>امام</w:t>
      </w:r>
      <w:r>
        <w:rPr>
          <w:rtl/>
        </w:rPr>
        <w:t xml:space="preserve"> على </w:t>
      </w:r>
      <w:r w:rsidR="00367F17" w:rsidRPr="00367F17">
        <w:rPr>
          <w:rStyle w:val="libAlaemChar"/>
          <w:rtl/>
        </w:rPr>
        <w:t xml:space="preserve"> عليه‌السلام </w:t>
      </w:r>
      <w:r>
        <w:rPr>
          <w:rtl/>
        </w:rPr>
        <w:t xml:space="preserve"> :</w:t>
      </w:r>
    </w:p>
    <w:p w:rsidR="00C85CA1" w:rsidRDefault="001E7F9D" w:rsidP="00F73EDE">
      <w:pPr>
        <w:pStyle w:val="libPoemTini"/>
        <w:rPr>
          <w:rtl/>
        </w:rPr>
      </w:pPr>
      <w:r>
        <w:rPr>
          <w:rtl/>
        </w:rPr>
        <w:cr/>
      </w:r>
      <w:r>
        <w:rPr>
          <w:rtl/>
        </w:rPr>
        <w:br w:type="page"/>
      </w:r>
    </w:p>
    <w:p w:rsidR="001F628F" w:rsidRDefault="001F628F" w:rsidP="00C85CA1">
      <w:pPr>
        <w:pStyle w:val="libNormal"/>
        <w:rPr>
          <w:rtl/>
        </w:rPr>
      </w:pPr>
      <w:r>
        <w:rPr>
          <w:rtl/>
        </w:rPr>
        <w:lastRenderedPageBreak/>
        <w:t>_كے فضائل ،14/35، 15/41; _كے مقامات، 14/24</w:t>
      </w:r>
      <w:r>
        <w:rPr>
          <w:rFonts w:hint="eastAsia"/>
          <w:rtl/>
        </w:rPr>
        <w:t>نيز</w:t>
      </w:r>
      <w:r>
        <w:rPr>
          <w:rtl/>
        </w:rPr>
        <w:t xml:space="preserve"> ر_ك ائمہ </w:t>
      </w:r>
      <w:r w:rsidR="00367F17" w:rsidRPr="00367F17">
        <w:rPr>
          <w:rStyle w:val="libAlaemChar"/>
          <w:rtl/>
        </w:rPr>
        <w:t xml:space="preserve"> عليه‌السلام </w:t>
      </w:r>
    </w:p>
    <w:p w:rsidR="001F628F" w:rsidRDefault="001F628F" w:rsidP="00C85CA1">
      <w:pPr>
        <w:pStyle w:val="libNormal"/>
        <w:rPr>
          <w:rtl/>
        </w:rPr>
      </w:pPr>
      <w:r>
        <w:rPr>
          <w:rFonts w:hint="eastAsia"/>
          <w:rtl/>
        </w:rPr>
        <w:t>امام</w:t>
      </w:r>
      <w:r>
        <w:rPr>
          <w:rtl/>
        </w:rPr>
        <w:t xml:space="preserve"> مہدي</w:t>
      </w:r>
      <w:r w:rsidR="00367F17" w:rsidRPr="00367F17">
        <w:rPr>
          <w:rStyle w:val="libAlaemChar"/>
          <w:rtl/>
        </w:rPr>
        <w:t xml:space="preserve"> عليه‌السلام </w:t>
      </w:r>
      <w:r>
        <w:rPr>
          <w:rtl/>
        </w:rPr>
        <w:t xml:space="preserve"> :_كا ظہور، اس كا دن ، 14/ 5</w:t>
      </w:r>
      <w:r>
        <w:rPr>
          <w:rFonts w:hint="eastAsia"/>
          <w:rtl/>
        </w:rPr>
        <w:t>نيز</w:t>
      </w:r>
      <w:r>
        <w:rPr>
          <w:rtl/>
        </w:rPr>
        <w:t xml:space="preserve"> ر_ك ائمہ</w:t>
      </w:r>
      <w:r w:rsidR="00367F17" w:rsidRPr="00367F17">
        <w:rPr>
          <w:rStyle w:val="libAlaemChar"/>
          <w:rtl/>
        </w:rPr>
        <w:t xml:space="preserve"> عليه‌السلام </w:t>
      </w:r>
    </w:p>
    <w:p w:rsidR="001F628F" w:rsidRDefault="001F628F" w:rsidP="00C85CA1">
      <w:pPr>
        <w:pStyle w:val="libNormal"/>
        <w:rPr>
          <w:rtl/>
        </w:rPr>
      </w:pPr>
      <w:r>
        <w:rPr>
          <w:rFonts w:hint="eastAsia"/>
          <w:rtl/>
        </w:rPr>
        <w:t>امانت</w:t>
      </w:r>
      <w:r>
        <w:rPr>
          <w:rtl/>
        </w:rPr>
        <w:t xml:space="preserve"> داري:</w:t>
      </w:r>
      <w:r>
        <w:rPr>
          <w:rFonts w:hint="eastAsia"/>
          <w:rtl/>
        </w:rPr>
        <w:t>ر</w:t>
      </w:r>
      <w:r>
        <w:rPr>
          <w:rtl/>
        </w:rPr>
        <w:t>_ك جبرائيل</w:t>
      </w:r>
    </w:p>
    <w:p w:rsidR="001F628F" w:rsidRDefault="001F628F" w:rsidP="00C85CA1">
      <w:pPr>
        <w:pStyle w:val="libNormal"/>
        <w:rPr>
          <w:rtl/>
        </w:rPr>
      </w:pPr>
      <w:r>
        <w:rPr>
          <w:rFonts w:hint="eastAsia"/>
          <w:rtl/>
        </w:rPr>
        <w:t>امتحان</w:t>
      </w:r>
      <w:r>
        <w:rPr>
          <w:rtl/>
        </w:rPr>
        <w:t>:_كا ذريعہ، 14/6، 16/110;_ شكنجہ كے ساتھ، 14/6،16/110; _قتل كے ذريعہ،14/6; _نجات كے ذريعہ، 14/ 6 ; _قسم سے وفا كے ذريعہ، 16/ 92; _عہد سے وفا كے ذريعہ، 16/92; _عظيم ،16/6; _كا سبب، 16/92;_ كے مراتب، 14/61</w:t>
      </w:r>
      <w:r>
        <w:rPr>
          <w:rFonts w:hint="eastAsia"/>
          <w:rtl/>
        </w:rPr>
        <w:t>نيز</w:t>
      </w:r>
      <w:r>
        <w:rPr>
          <w:rtl/>
        </w:rPr>
        <w:t xml:space="preserve"> ر_ك انسان، بنى اسرائيل ، خدا اور مومنين</w:t>
      </w:r>
    </w:p>
    <w:p w:rsidR="001F628F" w:rsidRDefault="001F628F" w:rsidP="00C85CA1">
      <w:pPr>
        <w:pStyle w:val="libNormal"/>
        <w:rPr>
          <w:rtl/>
        </w:rPr>
      </w:pPr>
      <w:r>
        <w:rPr>
          <w:rFonts w:hint="eastAsia"/>
          <w:rtl/>
        </w:rPr>
        <w:t>امتو</w:t>
      </w:r>
      <w:r w:rsidR="00083993">
        <w:rPr>
          <w:rFonts w:hint="eastAsia"/>
          <w:rtl/>
        </w:rPr>
        <w:t xml:space="preserve">ں </w:t>
      </w:r>
      <w:r>
        <w:rPr>
          <w:rtl/>
        </w:rPr>
        <w:t>:_پر اتمام حجت، 16/113;_ كى موت ، 15/5،8; _كے استہزاء ،15/ 11; موحد امت ، 16/120; امت واحدة،16/93; گذشتہ امتي</w:t>
      </w:r>
      <w:r w:rsidR="00083993">
        <w:rPr>
          <w:rtl/>
        </w:rPr>
        <w:t xml:space="preserve">ں </w:t>
      </w:r>
      <w:r>
        <w:rPr>
          <w:rtl/>
        </w:rPr>
        <w:t>، ان كا گمراہى قبول كرنا،16/63; _كے برگزيدہ افراد ، 16/84، 89;_ كے صالحين، 16/84، 89; ان كا نقش، 16/ 89;_ كا ظلم، اس كے آثار، 14/45;_كا عجز، 15/ 5; _كا عذاب، 1س كا قانون كے مطابق ہونا ، 16/113; اس كے اسباب، 14/45; _كا عمل ، اس كى تزيين ، 16/ 63; _كاانجام ، اس سے عبرت، 14/ 45; _كے گمراہى ، 16/36; _كى گواہ، 16/84/ 89; ان كا كردار، 16/ 89; _كے معصوم افراد 16/84، 89;_ كى ہدايت ، 16/36; _كا ہدايت قبول نہ كرنا، 16/36</w:t>
      </w:r>
    </w:p>
    <w:p w:rsidR="001F628F" w:rsidRDefault="001F628F" w:rsidP="00C85CA1">
      <w:pPr>
        <w:pStyle w:val="libNormal"/>
        <w:rPr>
          <w:rtl/>
        </w:rPr>
      </w:pPr>
      <w:r>
        <w:rPr>
          <w:rFonts w:hint="eastAsia"/>
          <w:rtl/>
        </w:rPr>
        <w:t>الہى</w:t>
      </w:r>
      <w:r>
        <w:rPr>
          <w:rtl/>
        </w:rPr>
        <w:t xml:space="preserve"> امداد:_كے شامل حال افراد، 14/14/،47، 16/110</w:t>
      </w:r>
    </w:p>
    <w:p w:rsidR="001F628F" w:rsidRDefault="001F628F" w:rsidP="00C85CA1">
      <w:pPr>
        <w:pStyle w:val="libNormal"/>
        <w:rPr>
          <w:rtl/>
        </w:rPr>
      </w:pPr>
      <w:r>
        <w:rPr>
          <w:rFonts w:hint="eastAsia"/>
          <w:rtl/>
        </w:rPr>
        <w:t>امن</w:t>
      </w:r>
      <w:r>
        <w:rPr>
          <w:rtl/>
        </w:rPr>
        <w:t xml:space="preserve"> و امان:</w:t>
      </w:r>
      <w:r>
        <w:rPr>
          <w:rFonts w:hint="eastAsia"/>
          <w:rtl/>
        </w:rPr>
        <w:t>معاشرتى</w:t>
      </w:r>
      <w:r>
        <w:rPr>
          <w:rtl/>
        </w:rPr>
        <w:t xml:space="preserve"> _، اس كے آثار، 14،35،16/112; اس كى اہميت، 14/35; اس كے عوامل،16/112; اخروي_، اس كے عوامل ، 15/46; _كى اہميت، 15/46</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علائق، لوط</w:t>
      </w:r>
      <w:r w:rsidR="00367F17" w:rsidRPr="00367F17">
        <w:rPr>
          <w:rStyle w:val="libAlaemChar"/>
          <w:rtl/>
        </w:rPr>
        <w:t xml:space="preserve"> عليه‌السلام </w:t>
      </w:r>
      <w:r>
        <w:rPr>
          <w:rtl/>
        </w:rPr>
        <w:t xml:space="preserve"> ،متقين، مكہ اور نعمت</w:t>
      </w:r>
    </w:p>
    <w:p w:rsidR="001F628F" w:rsidRDefault="001F628F" w:rsidP="00C85CA1">
      <w:pPr>
        <w:pStyle w:val="libNormal"/>
        <w:rPr>
          <w:rtl/>
        </w:rPr>
      </w:pPr>
      <w:r>
        <w:rPr>
          <w:rFonts w:hint="eastAsia"/>
          <w:rtl/>
        </w:rPr>
        <w:t>اموات</w:t>
      </w:r>
      <w:r>
        <w:rPr>
          <w:rtl/>
        </w:rPr>
        <w:t>:</w:t>
      </w:r>
      <w:r>
        <w:rPr>
          <w:rFonts w:hint="eastAsia"/>
          <w:rtl/>
        </w:rPr>
        <w:t>ر</w:t>
      </w:r>
      <w:r>
        <w:rPr>
          <w:rtl/>
        </w:rPr>
        <w:t>_ك مردے</w:t>
      </w:r>
    </w:p>
    <w:p w:rsidR="001F628F" w:rsidRDefault="001F628F" w:rsidP="00C85CA1">
      <w:pPr>
        <w:pStyle w:val="libNormal"/>
        <w:rPr>
          <w:rtl/>
        </w:rPr>
      </w:pPr>
      <w:r>
        <w:rPr>
          <w:rFonts w:hint="eastAsia"/>
          <w:rtl/>
        </w:rPr>
        <w:t>امور</w:t>
      </w:r>
      <w:r>
        <w:rPr>
          <w:rtl/>
        </w:rPr>
        <w:t>:_پسنديدہ_ 15/ 16; تعجب خيز_،16/4،52، 54 ; نا ممكن_، 16/ 71; _كا انجام، 16/117;_ كا استحكام، اس كاسرچشمہ، 14/14</w:t>
      </w:r>
    </w:p>
    <w:p w:rsidR="003D0BA1" w:rsidRDefault="001F628F" w:rsidP="003D0BA1">
      <w:pPr>
        <w:pStyle w:val="libNormal"/>
        <w:rPr>
          <w:rtl/>
        </w:rPr>
      </w:pPr>
      <w:r>
        <w:rPr>
          <w:rFonts w:hint="eastAsia"/>
          <w:rtl/>
        </w:rPr>
        <w:t>اميدواري</w:t>
      </w:r>
      <w:r>
        <w:rPr>
          <w:rtl/>
        </w:rPr>
        <w:t>:</w:t>
      </w:r>
      <w:r>
        <w:rPr>
          <w:rFonts w:hint="eastAsia"/>
          <w:rtl/>
        </w:rPr>
        <w:t>خداوند</w:t>
      </w:r>
      <w:r>
        <w:rPr>
          <w:rtl/>
        </w:rPr>
        <w:t xml:space="preserve"> عالم كى مغفرتو</w:t>
      </w:r>
      <w:r w:rsidR="00083993">
        <w:rPr>
          <w:rtl/>
        </w:rPr>
        <w:t xml:space="preserve">ں </w:t>
      </w:r>
      <w:r>
        <w:rPr>
          <w:rtl/>
        </w:rPr>
        <w:t>پر _،اس كا اہميت15/ 49; خدا كى حمايت پر_ ،15/97; رحمت خدا پر_ ،15/ 37، اس كى اہميت، 15/49، 55; اس كے عوامل 15/56، بڑھاپے مي</w:t>
      </w:r>
      <w:r w:rsidR="00083993">
        <w:rPr>
          <w:rtl/>
        </w:rPr>
        <w:t xml:space="preserve">ں </w:t>
      </w:r>
      <w:r>
        <w:rPr>
          <w:rtl/>
        </w:rPr>
        <w:t>اولاد كي_، 15/56; لطف خدا پر_ 15/ 55،97، اس كى</w:t>
      </w:r>
      <w:r w:rsidR="003D0BA1" w:rsidRPr="003D0BA1">
        <w:rPr>
          <w:rFonts w:hint="eastAsia"/>
          <w:rtl/>
        </w:rPr>
        <w:t xml:space="preserve"> </w:t>
      </w:r>
      <w:r w:rsidR="003D0BA1">
        <w:rPr>
          <w:rFonts w:hint="eastAsia"/>
          <w:rtl/>
        </w:rPr>
        <w:t>اہميت،</w:t>
      </w:r>
      <w:r w:rsidR="003D0BA1">
        <w:rPr>
          <w:rtl/>
        </w:rPr>
        <w:t xml:space="preserve"> 15/55; پسنديدہ_، 16/81;_كى اہميت ، 15/50; _كا سبب ، 14/ 39; اس كى اہميت، 15/50</w:t>
      </w:r>
      <w:r w:rsidR="003D0BA1">
        <w:rPr>
          <w:rFonts w:hint="eastAsia"/>
          <w:rtl/>
        </w:rPr>
        <w:t>نيز</w:t>
      </w:r>
      <w:r w:rsidR="003D0BA1">
        <w:rPr>
          <w:rtl/>
        </w:rPr>
        <w:t xml:space="preserve"> ر_ك ابراہيم </w:t>
      </w:r>
      <w:r w:rsidR="00367F17" w:rsidRPr="00367F17">
        <w:rPr>
          <w:rStyle w:val="libAlaemChar"/>
          <w:rtl/>
        </w:rPr>
        <w:t xml:space="preserve"> عليه‌السلام </w:t>
      </w:r>
      <w:r w:rsidR="003D0BA1">
        <w:rPr>
          <w:rtl/>
        </w:rPr>
        <w:t xml:space="preserve"> ، خوف ، دينى قائدين ، گنہگار افراد، اور مبلّغين</w:t>
      </w:r>
    </w:p>
    <w:p w:rsidR="00E92904" w:rsidRDefault="001E7F9D" w:rsidP="00F73EDE">
      <w:pPr>
        <w:pStyle w:val="libPoemTini"/>
        <w:rPr>
          <w:rtl/>
        </w:rPr>
      </w:pPr>
      <w:r>
        <w:rPr>
          <w:rtl/>
        </w:rPr>
        <w:br w:type="page"/>
      </w:r>
    </w:p>
    <w:p w:rsidR="001F628F" w:rsidRDefault="003D0BA1" w:rsidP="00E92904">
      <w:pPr>
        <w:pStyle w:val="libNormal"/>
        <w:rPr>
          <w:rtl/>
        </w:rPr>
      </w:pPr>
      <w:r>
        <w:rPr>
          <w:rFonts w:hint="eastAsia"/>
          <w:rtl/>
        </w:rPr>
        <w:lastRenderedPageBreak/>
        <w:t>انبياء</w:t>
      </w:r>
      <w:r w:rsidR="001F628F">
        <w:rPr>
          <w:rtl/>
        </w:rPr>
        <w:t>:_كا استدلال،14/10; اس كا طريقہ ، 14/ 10،11; _كے اختيارات، ان كا دائرہ كا ر،14/11; _كا ادب، 14/11; _كو اذيت، 14/12،14;_ كا استہزاء كرنے والے ، 15/12،15/35; ان كا ناپسنديدہ عمل ،16/34; _كا استہزائ، 14/ 9،5/ 11، 12،13; اس كا جرم ،15/12;_ كى امداد، 14/47; _اپن</w:t>
      </w:r>
      <w:r w:rsidR="001F628F">
        <w:rPr>
          <w:rFonts w:hint="eastAsia"/>
          <w:rtl/>
        </w:rPr>
        <w:t>ى</w:t>
      </w:r>
      <w:r w:rsidR="001F628F">
        <w:rPr>
          <w:rtl/>
        </w:rPr>
        <w:t xml:space="preserve"> سرزمين مي</w:t>
      </w:r>
      <w:r w:rsidR="00083993">
        <w:rPr>
          <w:rtl/>
        </w:rPr>
        <w:t xml:space="preserve">ں </w:t>
      </w:r>
      <w:r w:rsidR="001F628F">
        <w:rPr>
          <w:rtl/>
        </w:rPr>
        <w:t>14/14; _كا اضطراب، 15/52; _ اور گذشتہ اقوام، 14/ 11; _اور خدائي امداد، 14/14; _ اور برہان ، 14/10;_اور منطقى جواب، 14/11;_ اور دين كى وضاحت ، 14/4; _اور خوف، 15/52; _اور تقليد، 14/10;_اور كفار كے شبہات، 14/ 11; _اور دل خواستہ معجزہ، 14/11; _ ا</w:t>
      </w:r>
      <w:r w:rsidR="001F628F">
        <w:rPr>
          <w:rFonts w:hint="eastAsia"/>
          <w:rtl/>
        </w:rPr>
        <w:t>ور</w:t>
      </w:r>
      <w:r w:rsidR="001F628F">
        <w:rPr>
          <w:rtl/>
        </w:rPr>
        <w:t xml:space="preserve"> ہدايت ، 14/4; _اولوالعزم، ان كے علم كا دائرہ كار ،15/ 52، 57;_ آنحضرت سے پہلے 15/ 10، 16/43،44،43، حضرت ابراہيم </w:t>
      </w:r>
      <w:r w:rsidR="00367F17" w:rsidRPr="00367F17">
        <w:rPr>
          <w:rStyle w:val="libAlaemChar"/>
          <w:rtl/>
        </w:rPr>
        <w:t xml:space="preserve"> عليه‌السلام </w:t>
      </w:r>
      <w:r w:rsidR="001F628F">
        <w:rPr>
          <w:rtl/>
        </w:rPr>
        <w:t xml:space="preserve"> كے ہم عصر_،15/ 59;_ كے انذار ، 16/2; _كا يما</w:t>
      </w:r>
      <w:r w:rsidR="00083993">
        <w:rPr>
          <w:rtl/>
        </w:rPr>
        <w:t xml:space="preserve">ں </w:t>
      </w:r>
      <w:r w:rsidR="001F628F">
        <w:rPr>
          <w:rtl/>
        </w:rPr>
        <w:t>، 14/ 11;_كا برتاؤ ، ان كا طريقہ ، 14/11; _كے ساتھ برتاؤ، اس كا طريقہ ، 16/35; _كا انتخاب، 14/11، 16/2; _كا بشر ہونا، 14/10،11، 15/ 97، 16 /43; _كى بعثت،14/9، 16/63; اس كے آثار ، 16/ 39، 43، 113; اس كى اہميت، 16/ 36 ; اس كے دلائل، 16/44، اس كا فلسفہ، 16/36، 39; اس كا سرچشمہ، 14/4; _كى دليلي</w:t>
      </w:r>
      <w:r w:rsidR="00083993">
        <w:rPr>
          <w:rtl/>
        </w:rPr>
        <w:t xml:space="preserve">ں </w:t>
      </w:r>
      <w:r w:rsidR="001F628F">
        <w:rPr>
          <w:rtl/>
        </w:rPr>
        <w:t xml:space="preserve">، 14/9 ، 13 ، 16/44; ان سے اعراض، 14/15; كى فكر 14/ 11/12; _كى كاميابى 14/15; _كى تاريخ 14/9، 10، 15/ 11،16/43، 63، اس كى اہميت، 14/9، اس كے مطالعہ كى اہميت، 15/11; _كى تاثير پذيري، 15/97; _كى تبليغ، اس كا طريقہ، 16/ 35; اس سے ممانعت، 14/9; _كى تعليمات، 14/11،12; ان كے اركان، 16/36، ان سے سو ء ظن، 14/9، ان سے </w:t>
      </w:r>
      <w:r w:rsidR="001F628F">
        <w:rPr>
          <w:rFonts w:hint="eastAsia"/>
          <w:rtl/>
        </w:rPr>
        <w:t>سوء</w:t>
      </w:r>
      <w:r w:rsidR="001F628F">
        <w:rPr>
          <w:rtl/>
        </w:rPr>
        <w:t xml:space="preserve"> ظن كے آثار،14/ 9; ان پرشك، 14/9، ان پر شك كے آثار، 14/9; ان كا فہم ، 14/4;ان كى خصوصيات، 14/4; _كى فكرى تقويت، 15/11; _كى تكذيب، 15/80،16/113; اس كے آثار ،14/45، 15/63،83،16/ 113; اس كا جرم، 15/12; اس كى سزا، 15/83;_ كا تواضع، 14/11 ; _ كى توحيد، 14/ 12;_كا توّكل، 14/12; _كو دھمكي، 14/13،14; اس كے آثار، 14/13; _كا حامي، 14/13،14; _كى درخواست، كا مقام، 16/113; _كاخوف خدا ،14/14; _كى خدا شناسي، 14/10; _كے تقاضے، 14/15; _كے دشمن، 14/9،13، 63 15، 16 ان كى خواہشات 14، 15 ، ان كا ظلم 14،13;ان كى ہلاكت، 14/13;_كى دعا، 14/15، اس كى اجابت، 14/ 15;_ كى دعوتي</w:t>
      </w:r>
      <w:r w:rsidR="00083993">
        <w:rPr>
          <w:rtl/>
        </w:rPr>
        <w:t xml:space="preserve">ں </w:t>
      </w:r>
      <w:r w:rsidR="001F628F">
        <w:rPr>
          <w:rtl/>
        </w:rPr>
        <w:t>، 14/9، 10،12، 16/2; ان كاردّ، 14/10، ان كا طريقہ 15/71 ;ان كا باہمى توافق،16/36; _كو تسلّي، 14/14،15/11; اس كا راستہ، 14/12; _كى رسالت ; اس كا عالمگير ہونا، 16/ 36; _كا شرك سے مقابلہ، 14/10; _كا صبر، 14/12;_ كا علم،اس كا دائرہ كار ، 15/52، 57; _كے فضائل، 14/11، 12،14، 16/2; _كا انكار كرنے والے ، 14/ 9; _كى</w:t>
      </w:r>
    </w:p>
    <w:p w:rsidR="003D0BA1" w:rsidRDefault="001E7F9D" w:rsidP="00F73EDE">
      <w:pPr>
        <w:pStyle w:val="libPoemTini"/>
        <w:rPr>
          <w:rtl/>
        </w:rPr>
      </w:pPr>
      <w:r>
        <w:rPr>
          <w:rtl/>
        </w:rPr>
        <w:br w:type="page"/>
      </w:r>
    </w:p>
    <w:p w:rsidR="001F628F" w:rsidRDefault="001F628F" w:rsidP="006A00EB">
      <w:pPr>
        <w:pStyle w:val="libNormal"/>
        <w:rPr>
          <w:rtl/>
        </w:rPr>
      </w:pPr>
      <w:r>
        <w:rPr>
          <w:rFonts w:hint="eastAsia"/>
          <w:rtl/>
        </w:rPr>
        <w:lastRenderedPageBreak/>
        <w:t>كتاب،</w:t>
      </w:r>
      <w:r>
        <w:rPr>
          <w:rtl/>
        </w:rPr>
        <w:t xml:space="preserve"> 16/44; _كے ساتھ مقابلہ، 14/13;_ كے مخالفين، ان كے استہزائ، 15/11; ان كے برتاؤ كا طريقہ، 14/10، 15، 11; ان كا باہمى توافق، 15/11;_ كا مربّي، 14/13;_ كا مرد ہونا ، 16/43; _ كا لوگو</w:t>
      </w:r>
      <w:r w:rsidR="00083993">
        <w:rPr>
          <w:rtl/>
        </w:rPr>
        <w:t xml:space="preserve">ں </w:t>
      </w:r>
      <w:r>
        <w:rPr>
          <w:rtl/>
        </w:rPr>
        <w:t>مي</w:t>
      </w:r>
      <w:r w:rsidR="00083993">
        <w:rPr>
          <w:rtl/>
        </w:rPr>
        <w:t xml:space="preserve">ں </w:t>
      </w:r>
      <w:r>
        <w:rPr>
          <w:rtl/>
        </w:rPr>
        <w:t>سے ہونا 14/113; ان كا نقش 16/113;_كى ذمہ داري، 14/4،16،13;اس مي</w:t>
      </w:r>
      <w:r w:rsidR="00083993">
        <w:rPr>
          <w:rtl/>
        </w:rPr>
        <w:t xml:space="preserve">ں </w:t>
      </w:r>
      <w:r>
        <w:rPr>
          <w:rtl/>
        </w:rPr>
        <w:t>م</w:t>
      </w:r>
      <w:r>
        <w:rPr>
          <w:rFonts w:hint="eastAsia"/>
          <w:rtl/>
        </w:rPr>
        <w:t>وثر</w:t>
      </w:r>
      <w:r>
        <w:rPr>
          <w:rtl/>
        </w:rPr>
        <w:t xml:space="preserve"> عوامل، 16/113; اس كادائرہ كار 14/4، 16/35;_ كے مشتركات، 15/80; _كو جھٹلانے والے ، 15/80; اس كى سزاء 16/36; ان كے انجام كا مطالعہ 16/36; _كى نبوت ، 16/44; اس كا فلسفہ، 15/10;_ كى نعمتي</w:t>
      </w:r>
      <w:r w:rsidR="00083993">
        <w:rPr>
          <w:rtl/>
        </w:rPr>
        <w:t xml:space="preserve">ں </w:t>
      </w:r>
      <w:r>
        <w:rPr>
          <w:rtl/>
        </w:rPr>
        <w:t>، 16/43; _كى نفرين ، 14/15; _كاكردار، 14/4،15/ 12;_ كى نہضت، اس كے م</w:t>
      </w:r>
      <w:r>
        <w:rPr>
          <w:rFonts w:hint="eastAsia"/>
          <w:rtl/>
        </w:rPr>
        <w:t>وانع</w:t>
      </w:r>
      <w:r>
        <w:rPr>
          <w:rtl/>
        </w:rPr>
        <w:t xml:space="preserve"> ، 16/ 63; _كى ضرورتي</w:t>
      </w:r>
      <w:r w:rsidR="00083993">
        <w:rPr>
          <w:rtl/>
        </w:rPr>
        <w:t xml:space="preserve">ں </w:t>
      </w:r>
      <w:r>
        <w:rPr>
          <w:rtl/>
        </w:rPr>
        <w:t xml:space="preserve">، 15/11; ان كى معنوى ضروريات،14/41;_ پر وحي، 14/ 13 ، 16/43،44;_ كو وعدہ، 14/14،47; ان كو سكونت كا وعدہ، 14/14;_ كى خصوصيات، 16/ 44; ان كى تحقيق، 16/43; _كا كار ہدايت، 14/5، 10،16/36; _كى ہدايات، اس كى تاثير كى شرائط، 16/37; _كا </w:t>
      </w:r>
      <w:r>
        <w:rPr>
          <w:rFonts w:hint="eastAsia"/>
          <w:rtl/>
        </w:rPr>
        <w:t>باہمى</w:t>
      </w:r>
      <w:r>
        <w:rPr>
          <w:rtl/>
        </w:rPr>
        <w:t xml:space="preserve"> توافق،14/5،10،11، 80، 16/35; _كا لوگو</w:t>
      </w:r>
      <w:r w:rsidR="00083993">
        <w:rPr>
          <w:rtl/>
        </w:rPr>
        <w:t xml:space="preserve">ں </w:t>
      </w:r>
      <w:r>
        <w:rPr>
          <w:rtl/>
        </w:rPr>
        <w:t>كے ہم زبان ہونا، 14/4;اس كا فلسفہ، 14/4; _كى مايوسي، 14/15</w:t>
      </w:r>
      <w:r>
        <w:rPr>
          <w:rFonts w:hint="eastAsia"/>
          <w:rtl/>
        </w:rPr>
        <w:t>نيزر</w:t>
      </w:r>
      <w:r>
        <w:rPr>
          <w:rtl/>
        </w:rPr>
        <w:t>_ك اطاعت، گذشتہ اقوام، خوف، سرزميني</w:t>
      </w:r>
      <w:r w:rsidR="00083993">
        <w:rPr>
          <w:rtl/>
        </w:rPr>
        <w:t xml:space="preserve">ں </w:t>
      </w:r>
      <w:r>
        <w:rPr>
          <w:rtl/>
        </w:rPr>
        <w:t>، عصيا</w:t>
      </w:r>
      <w:r w:rsidR="00083993">
        <w:rPr>
          <w:rtl/>
        </w:rPr>
        <w:t xml:space="preserve">ں </w:t>
      </w:r>
      <w:r>
        <w:rPr>
          <w:rtl/>
        </w:rPr>
        <w:t xml:space="preserve">، </w:t>
      </w:r>
      <w:r w:rsidR="005E05E0">
        <w:rPr>
          <w:rtl/>
        </w:rPr>
        <w:t>علماء</w:t>
      </w:r>
      <w:r>
        <w:rPr>
          <w:rtl/>
        </w:rPr>
        <w:t>، قوم ثمود، كفر ، مشركين، نعمت، ضرورت، ہدايت قبول نہ كرنے والے اور انبياء مي</w:t>
      </w:r>
      <w:r w:rsidR="00083993">
        <w:rPr>
          <w:rtl/>
        </w:rPr>
        <w:t xml:space="preserve">ں </w:t>
      </w:r>
      <w:r>
        <w:rPr>
          <w:rtl/>
        </w:rPr>
        <w:t>سے ہر ايك</w:t>
      </w:r>
    </w:p>
    <w:p w:rsidR="001F628F" w:rsidRDefault="001F628F" w:rsidP="006A00EB">
      <w:pPr>
        <w:pStyle w:val="libNormal"/>
        <w:rPr>
          <w:rtl/>
        </w:rPr>
      </w:pPr>
      <w:r>
        <w:rPr>
          <w:rFonts w:hint="eastAsia"/>
          <w:rtl/>
        </w:rPr>
        <w:t>انتقام</w:t>
      </w:r>
      <w:r>
        <w:rPr>
          <w:rtl/>
        </w:rPr>
        <w:t>:_مي</w:t>
      </w:r>
      <w:r w:rsidR="00083993">
        <w:rPr>
          <w:rtl/>
        </w:rPr>
        <w:t xml:space="preserve">ں </w:t>
      </w:r>
      <w:r>
        <w:rPr>
          <w:rtl/>
        </w:rPr>
        <w:t>صبر،16/126; _مي</w:t>
      </w:r>
      <w:r w:rsidR="00083993">
        <w:rPr>
          <w:rtl/>
        </w:rPr>
        <w:t xml:space="preserve">ں </w:t>
      </w:r>
      <w:r>
        <w:rPr>
          <w:rtl/>
        </w:rPr>
        <w:t>عدالت، 16/ 128; _سے در گذر، 16/128</w:t>
      </w:r>
      <w:r>
        <w:rPr>
          <w:rFonts w:hint="eastAsia"/>
          <w:rtl/>
        </w:rPr>
        <w:t>نيز</w:t>
      </w:r>
      <w:r>
        <w:rPr>
          <w:rtl/>
        </w:rPr>
        <w:t xml:space="preserve"> ر_ك اصحاب ايكہ ، خدا، دشمن، ظالم افراداور قوم لوط</w:t>
      </w:r>
      <w:r w:rsidR="00367F17" w:rsidRPr="00367F17">
        <w:rPr>
          <w:rStyle w:val="libAlaemChar"/>
          <w:rtl/>
        </w:rPr>
        <w:t xml:space="preserve"> عليه‌السلام </w:t>
      </w:r>
      <w:r w:rsidR="006A00EB">
        <w:rPr>
          <w:rFonts w:hint="cs"/>
          <w:rtl/>
        </w:rPr>
        <w:t>//</w:t>
      </w:r>
      <w:r>
        <w:rPr>
          <w:rFonts w:hint="eastAsia"/>
          <w:rtl/>
        </w:rPr>
        <w:t>انحراف</w:t>
      </w:r>
      <w:r>
        <w:rPr>
          <w:rtl/>
        </w:rPr>
        <w:t>:_سے اجتناب، 16/123</w:t>
      </w:r>
      <w:r>
        <w:rPr>
          <w:rFonts w:hint="eastAsia"/>
          <w:rtl/>
        </w:rPr>
        <w:t>نيز</w:t>
      </w:r>
      <w:r>
        <w:rPr>
          <w:rtl/>
        </w:rPr>
        <w:t xml:space="preserve"> ر_ك انحراف جنسي، دين اور كفار</w:t>
      </w:r>
    </w:p>
    <w:p w:rsidR="001F628F" w:rsidRDefault="001F628F" w:rsidP="006A00EB">
      <w:pPr>
        <w:pStyle w:val="libNormal"/>
        <w:rPr>
          <w:rtl/>
        </w:rPr>
      </w:pPr>
      <w:r>
        <w:rPr>
          <w:rFonts w:hint="eastAsia"/>
          <w:rtl/>
        </w:rPr>
        <w:t>اندوہ</w:t>
      </w:r>
      <w:r>
        <w:rPr>
          <w:rtl/>
        </w:rPr>
        <w:t>:_كا رفع ،اس كے عوامل ، 15/ 98</w:t>
      </w:r>
      <w:r>
        <w:rPr>
          <w:rFonts w:hint="eastAsia"/>
          <w:rtl/>
        </w:rPr>
        <w:t>نيز</w:t>
      </w:r>
      <w:r>
        <w:rPr>
          <w:rtl/>
        </w:rPr>
        <w:t xml:space="preserve"> ر_ك : خدا، كفار ، حضرت محمد</w:t>
      </w:r>
      <w:r w:rsidR="00F031CD" w:rsidRPr="00F031CD">
        <w:rPr>
          <w:rStyle w:val="libAlaemChar"/>
          <w:rtl/>
        </w:rPr>
        <w:t xml:space="preserve"> صلى‌الله‌عليه‌وآله‌وسلم </w:t>
      </w:r>
      <w:r>
        <w:rPr>
          <w:rtl/>
        </w:rPr>
        <w:t xml:space="preserve"> اور مشركين</w:t>
      </w:r>
    </w:p>
    <w:p w:rsidR="001F628F" w:rsidRDefault="001F628F" w:rsidP="006A00EB">
      <w:pPr>
        <w:pStyle w:val="libNormal"/>
        <w:rPr>
          <w:rtl/>
        </w:rPr>
      </w:pPr>
      <w:r>
        <w:rPr>
          <w:rFonts w:hint="eastAsia"/>
          <w:rtl/>
        </w:rPr>
        <w:t>انذار</w:t>
      </w:r>
      <w:r>
        <w:rPr>
          <w:rtl/>
        </w:rPr>
        <w:t>:_كے آثار،15/ 3;_ كا ذريعہ، 14/52; عذاب سے _16/ 45،46،47; اس كا سرچشمہ،16/ 47; نزول عذاب سے _،140/44،46; برے انجا م سے _،15/3; زمين مي</w:t>
      </w:r>
      <w:r w:rsidR="00083993">
        <w:rPr>
          <w:rtl/>
        </w:rPr>
        <w:t xml:space="preserve">ں </w:t>
      </w:r>
      <w:r>
        <w:rPr>
          <w:rtl/>
        </w:rPr>
        <w:t>دھنسنے سے _،16/45; كفران نعمت سے _،16/112; سزا سے _،14/7; ہلاكت سے _،15/4</w:t>
      </w:r>
      <w:r>
        <w:rPr>
          <w:rFonts w:hint="eastAsia"/>
          <w:rtl/>
        </w:rPr>
        <w:t>نيز</w:t>
      </w:r>
      <w:r>
        <w:rPr>
          <w:rtl/>
        </w:rPr>
        <w:t xml:space="preserve"> ر_ك آخرت ، استہزاء كرنے والے، امتي</w:t>
      </w:r>
      <w:r w:rsidR="00083993">
        <w:rPr>
          <w:rtl/>
        </w:rPr>
        <w:t xml:space="preserve">ں </w:t>
      </w:r>
      <w:r>
        <w:rPr>
          <w:rtl/>
        </w:rPr>
        <w:t xml:space="preserve">، </w:t>
      </w:r>
      <w:r w:rsidR="003D0BA1">
        <w:rPr>
          <w:rtl/>
        </w:rPr>
        <w:t>انبياء</w:t>
      </w:r>
      <w:r>
        <w:rPr>
          <w:rtl/>
        </w:rPr>
        <w:t>، انسان، بدكار افراد، تبليغ ، تربيت ، حق كاا نكار كرنے والے ، خدا ، خطرہ ، قسم تو ڑنے والے، ظالم افراد، عہد توڑنے والے ، قرآن ، قوم ثمود، قوم لوط</w:t>
      </w:r>
      <w:r w:rsidR="00367F17" w:rsidRPr="00367F17">
        <w:rPr>
          <w:rStyle w:val="libAlaemChar"/>
          <w:rtl/>
        </w:rPr>
        <w:t xml:space="preserve"> عليه‌السلام </w:t>
      </w:r>
      <w:r>
        <w:rPr>
          <w:rtl/>
        </w:rPr>
        <w:t xml:space="preserve"> ، كفار ، كفار مكہ ،آسمانى كتابي</w:t>
      </w:r>
      <w:r w:rsidR="00083993">
        <w:rPr>
          <w:rtl/>
        </w:rPr>
        <w:t xml:space="preserve">ں </w:t>
      </w:r>
      <w:r>
        <w:rPr>
          <w:rtl/>
        </w:rPr>
        <w:t>، كفر كرنے والے ، لوط</w:t>
      </w:r>
      <w:r w:rsidR="00367F17" w:rsidRPr="00367F17">
        <w:rPr>
          <w:rStyle w:val="libAlaemChar"/>
          <w:rtl/>
        </w:rPr>
        <w:t xml:space="preserve"> عليه‌السلام </w:t>
      </w:r>
      <w:r>
        <w:rPr>
          <w:rtl/>
        </w:rPr>
        <w:t xml:space="preserve"> ، </w:t>
      </w:r>
      <w:r>
        <w:rPr>
          <w:rFonts w:hint="eastAsia"/>
          <w:rtl/>
        </w:rPr>
        <w:t>محمد</w:t>
      </w:r>
      <w:r>
        <w:rPr>
          <w:rtl/>
        </w:rPr>
        <w:t xml:space="preserve"> </w:t>
      </w:r>
      <w:r w:rsidR="00F031CD" w:rsidRPr="00F031CD">
        <w:rPr>
          <w:rStyle w:val="libAlaemChar"/>
          <w:rtl/>
        </w:rPr>
        <w:t xml:space="preserve"> صلى‌الله‌عليه‌وآله‌وسلم </w:t>
      </w:r>
      <w:r>
        <w:rPr>
          <w:rtl/>
        </w:rPr>
        <w:t xml:space="preserve"> ، لوگ ، عيش پرست افراد، مشركين، مشركين مكّہ، موسى </w:t>
      </w:r>
      <w:r w:rsidR="00367F17" w:rsidRPr="00367F17">
        <w:rPr>
          <w:rStyle w:val="libAlaemChar"/>
          <w:rtl/>
        </w:rPr>
        <w:t xml:space="preserve"> عليه‌السلام </w:t>
      </w:r>
      <w:r>
        <w:rPr>
          <w:rtl/>
        </w:rPr>
        <w:t xml:space="preserve"> اور نعمت</w:t>
      </w:r>
      <w:r w:rsidR="006A00EB">
        <w:rPr>
          <w:rFonts w:hint="cs"/>
          <w:rtl/>
        </w:rPr>
        <w:t>//</w:t>
      </w:r>
      <w:r>
        <w:rPr>
          <w:rFonts w:hint="eastAsia"/>
          <w:rtl/>
        </w:rPr>
        <w:t>انسان</w:t>
      </w:r>
      <w:r>
        <w:rPr>
          <w:rtl/>
        </w:rPr>
        <w:t>:_و</w:t>
      </w:r>
      <w:r w:rsidR="00083993">
        <w:rPr>
          <w:rtl/>
        </w:rPr>
        <w:t xml:space="preserve">ں </w:t>
      </w:r>
      <w:r>
        <w:rPr>
          <w:rtl/>
        </w:rPr>
        <w:t>كى آفت پذيري، اس كا سبب،14/52; _و</w:t>
      </w:r>
      <w:r w:rsidR="00083993">
        <w:rPr>
          <w:rtl/>
        </w:rPr>
        <w:t xml:space="preserve">ں </w:t>
      </w:r>
      <w:r>
        <w:rPr>
          <w:rtl/>
        </w:rPr>
        <w:t>كے ابعاد، 15/29، 16/28،32،70،72; _ و</w:t>
      </w:r>
      <w:r w:rsidR="00083993">
        <w:rPr>
          <w:rtl/>
        </w:rPr>
        <w:t xml:space="preserve">ں </w:t>
      </w:r>
      <w:r>
        <w:rPr>
          <w:rtl/>
        </w:rPr>
        <w:t>كى موت ، 16/61; _نو</w:t>
      </w:r>
      <w:r w:rsidR="00083993">
        <w:rPr>
          <w:rtl/>
        </w:rPr>
        <w:t xml:space="preserve">ں </w:t>
      </w:r>
      <w:r>
        <w:rPr>
          <w:rtl/>
        </w:rPr>
        <w:t>كا اختلاف، 16/</w:t>
      </w:r>
      <w:r w:rsidR="006A00EB">
        <w:rPr>
          <w:rtl/>
        </w:rPr>
        <w:t>92 ;_وں كا اختيار ، 14/3،22،51،15/42، 60، 16/ 9، 33،35،43،93،99،100، 104; _ں كے اختيارات ، ان كا دائرہ كار،16/75;_ وہ كى قدر وقيمت ، اس كا معيار ، 16/76; _ وں كى استعداد ، 16/4;_وں كے اعضاء ان كا تناسب ،</w:t>
      </w:r>
    </w:p>
    <w:p w:rsidR="006A00EB" w:rsidRDefault="001E7F9D" w:rsidP="00F73EDE">
      <w:pPr>
        <w:pStyle w:val="libPoemTini"/>
        <w:rPr>
          <w:rtl/>
        </w:rPr>
      </w:pPr>
      <w:r>
        <w:rPr>
          <w:rtl/>
        </w:rPr>
        <w:br w:type="page"/>
      </w:r>
    </w:p>
    <w:p w:rsidR="006A00EB" w:rsidRDefault="001F628F" w:rsidP="006A00EB">
      <w:pPr>
        <w:pStyle w:val="libNormal"/>
        <w:rPr>
          <w:rtl/>
        </w:rPr>
      </w:pPr>
      <w:r>
        <w:rPr>
          <w:rtl/>
        </w:rPr>
        <w:lastRenderedPageBreak/>
        <w:t>15/29;_ وہ كى گمراہى قبول كرنا، 15/ 39 ،0 4،41; _و</w:t>
      </w:r>
      <w:r w:rsidR="00083993">
        <w:rPr>
          <w:rtl/>
        </w:rPr>
        <w:t xml:space="preserve">ں </w:t>
      </w:r>
      <w:r>
        <w:rPr>
          <w:rtl/>
        </w:rPr>
        <w:t>كے امتحان، 14/6; _و</w:t>
      </w:r>
      <w:r w:rsidR="00083993">
        <w:rPr>
          <w:rtl/>
        </w:rPr>
        <w:t xml:space="preserve">ں </w:t>
      </w:r>
      <w:r>
        <w:rPr>
          <w:rtl/>
        </w:rPr>
        <w:t>كى پستى ان كا قانون كے مطابق ہونا ، 16/36;_ قابل قدر ، اس كى نشانيا</w:t>
      </w:r>
      <w:r w:rsidR="00083993">
        <w:rPr>
          <w:rtl/>
        </w:rPr>
        <w:t xml:space="preserve">ں </w:t>
      </w:r>
      <w:r>
        <w:rPr>
          <w:rtl/>
        </w:rPr>
        <w:t>، 16/76، _ خشك مٹى سے ،15/2،82،33; _ نطفہ سے 16/4; _ كا مل ،16/89; _و</w:t>
      </w:r>
      <w:r w:rsidR="00083993">
        <w:rPr>
          <w:rtl/>
        </w:rPr>
        <w:t xml:space="preserve">ں </w:t>
      </w:r>
      <w:r>
        <w:rPr>
          <w:rtl/>
        </w:rPr>
        <w:t>كا سختى مي</w:t>
      </w:r>
      <w:r w:rsidR="00083993">
        <w:rPr>
          <w:rtl/>
        </w:rPr>
        <w:t xml:space="preserve">ں </w:t>
      </w:r>
      <w:r>
        <w:rPr>
          <w:rtl/>
        </w:rPr>
        <w:t>ہونا ، 16/ 53; _ و</w:t>
      </w:r>
      <w:r w:rsidR="00083993">
        <w:rPr>
          <w:rtl/>
        </w:rPr>
        <w:t xml:space="preserve">ں </w:t>
      </w:r>
      <w:r>
        <w:rPr>
          <w:rtl/>
        </w:rPr>
        <w:t>كا قيامت مي</w:t>
      </w:r>
      <w:r w:rsidR="00083993">
        <w:rPr>
          <w:rtl/>
        </w:rPr>
        <w:t xml:space="preserve">ں </w:t>
      </w:r>
      <w:r>
        <w:rPr>
          <w:rtl/>
        </w:rPr>
        <w:t>ہونا ، 14/21،28; _ و</w:t>
      </w:r>
      <w:r w:rsidR="00083993">
        <w:rPr>
          <w:rtl/>
        </w:rPr>
        <w:t xml:space="preserve">ں </w:t>
      </w:r>
      <w:r>
        <w:rPr>
          <w:rtl/>
        </w:rPr>
        <w:t>كا خدا كى بارگاہ مي</w:t>
      </w:r>
      <w:r w:rsidR="00083993">
        <w:rPr>
          <w:rtl/>
        </w:rPr>
        <w:t xml:space="preserve">ں </w:t>
      </w:r>
      <w:r>
        <w:rPr>
          <w:rtl/>
        </w:rPr>
        <w:t>ہونا ، 14/21،28;_ آسانى كے وقت، 16/54; _ سختى دور ہونے كے وقت، 16/54;_ پيرو كار ، ان كى اخروى استعداد، 14/21; ان كا اعتراض، 14/21;ان كا قيامت مي</w:t>
      </w:r>
      <w:r w:rsidR="00083993">
        <w:rPr>
          <w:rtl/>
        </w:rPr>
        <w:t xml:space="preserve">ں </w:t>
      </w:r>
      <w:r>
        <w:rPr>
          <w:rtl/>
        </w:rPr>
        <w:t>ہونا، 14/21; ان كى رحم دلّي،16/58; _و</w:t>
      </w:r>
      <w:r w:rsidR="00083993">
        <w:rPr>
          <w:rtl/>
        </w:rPr>
        <w:t xml:space="preserve">ں </w:t>
      </w:r>
      <w:r>
        <w:rPr>
          <w:rtl/>
        </w:rPr>
        <w:t>كا خاتمہ ، 16/61;_ كى اطاعت، اس كے عوامل، 16/69;_ كا بدن، 15/29 ;_ كى ملائكہ پر ب</w:t>
      </w:r>
      <w:r>
        <w:rPr>
          <w:rFonts w:hint="eastAsia"/>
          <w:rtl/>
        </w:rPr>
        <w:t>رترى</w:t>
      </w:r>
      <w:r>
        <w:rPr>
          <w:rtl/>
        </w:rPr>
        <w:t xml:space="preserve"> ، 15/29،30; _و</w:t>
      </w:r>
      <w:r w:rsidR="00083993">
        <w:rPr>
          <w:rtl/>
        </w:rPr>
        <w:t xml:space="preserve">ں </w:t>
      </w:r>
      <w:r>
        <w:rPr>
          <w:rtl/>
        </w:rPr>
        <w:t>كى اخروى پاداش،14/51;_ و</w:t>
      </w:r>
      <w:r w:rsidR="00083993">
        <w:rPr>
          <w:rtl/>
        </w:rPr>
        <w:t xml:space="preserve">ں </w:t>
      </w:r>
      <w:r>
        <w:rPr>
          <w:rtl/>
        </w:rPr>
        <w:t>كى پناہ گاہ، 16/53،81; _ و</w:t>
      </w:r>
      <w:r w:rsidR="00083993">
        <w:rPr>
          <w:rtl/>
        </w:rPr>
        <w:t xml:space="preserve">ں </w:t>
      </w:r>
      <w:r>
        <w:rPr>
          <w:rtl/>
        </w:rPr>
        <w:t>كى پيدا</w:t>
      </w:r>
      <w:r w:rsidR="009F604A">
        <w:rPr>
          <w:rtl/>
        </w:rPr>
        <w:t>ئش</w:t>
      </w:r>
      <w:r>
        <w:rPr>
          <w:rtl/>
        </w:rPr>
        <w:t>، اس كا سرچشمہ ، 16/ 4;_ و</w:t>
      </w:r>
      <w:r w:rsidR="00083993">
        <w:rPr>
          <w:rtl/>
        </w:rPr>
        <w:t xml:space="preserve">ں </w:t>
      </w:r>
      <w:r>
        <w:rPr>
          <w:rtl/>
        </w:rPr>
        <w:t>كا بڑھاپا ، 16/70;_ كا متاثر ہونا، 15/39، 64;_ _و</w:t>
      </w:r>
      <w:r w:rsidR="00083993">
        <w:rPr>
          <w:rtl/>
        </w:rPr>
        <w:t xml:space="preserve">ں </w:t>
      </w:r>
      <w:r>
        <w:rPr>
          <w:rtl/>
        </w:rPr>
        <w:t>كا تساوى ہونا، 16/71; _ _و</w:t>
      </w:r>
      <w:r w:rsidR="00083993">
        <w:rPr>
          <w:rtl/>
        </w:rPr>
        <w:t xml:space="preserve">ں </w:t>
      </w:r>
      <w:r>
        <w:rPr>
          <w:rtl/>
        </w:rPr>
        <w:t>، كا تفاوت، 14/11، 16/54 ، 93; _و</w:t>
      </w:r>
      <w:r w:rsidR="00083993">
        <w:rPr>
          <w:rtl/>
        </w:rPr>
        <w:t xml:space="preserve">ں </w:t>
      </w:r>
      <w:r>
        <w:rPr>
          <w:rtl/>
        </w:rPr>
        <w:t>كى اقتصادى تفاوت، 16/71، 75;_ و</w:t>
      </w:r>
      <w:r w:rsidR="00083993">
        <w:rPr>
          <w:rtl/>
        </w:rPr>
        <w:t xml:space="preserve">ں </w:t>
      </w:r>
      <w:r>
        <w:rPr>
          <w:rtl/>
        </w:rPr>
        <w:t>كا تكلّم، 16/ 4; _ و</w:t>
      </w:r>
      <w:r w:rsidR="00083993">
        <w:rPr>
          <w:rtl/>
        </w:rPr>
        <w:t xml:space="preserve">ں </w:t>
      </w:r>
      <w:r>
        <w:rPr>
          <w:rtl/>
        </w:rPr>
        <w:t>كى تكليف، 15/99;_ و</w:t>
      </w:r>
      <w:r w:rsidR="00083993">
        <w:rPr>
          <w:rtl/>
        </w:rPr>
        <w:t xml:space="preserve">ں </w:t>
      </w:r>
      <w:r>
        <w:rPr>
          <w:rtl/>
        </w:rPr>
        <w:t>كوخبر دار كرنا،15/89; _ و</w:t>
      </w:r>
      <w:r w:rsidR="00083993">
        <w:rPr>
          <w:rtl/>
        </w:rPr>
        <w:t xml:space="preserve">ں </w:t>
      </w:r>
      <w:r>
        <w:rPr>
          <w:rtl/>
        </w:rPr>
        <w:t>كى جہالت ، 16/8، 77، 38 ،78; _ و</w:t>
      </w:r>
      <w:r w:rsidR="00083993">
        <w:rPr>
          <w:rtl/>
        </w:rPr>
        <w:t xml:space="preserve">ں </w:t>
      </w:r>
      <w:r>
        <w:rPr>
          <w:rtl/>
        </w:rPr>
        <w:t>كا اخروى حساب و كتاب، 14/14; _ و</w:t>
      </w:r>
      <w:r w:rsidR="00083993">
        <w:rPr>
          <w:rtl/>
        </w:rPr>
        <w:t xml:space="preserve">ں </w:t>
      </w:r>
      <w:r>
        <w:rPr>
          <w:rtl/>
        </w:rPr>
        <w:t>كا اخروى حشر ، 14/21، 15/25، 36; _ و</w:t>
      </w:r>
      <w:r w:rsidR="00083993">
        <w:rPr>
          <w:rtl/>
        </w:rPr>
        <w:t xml:space="preserve">ں </w:t>
      </w:r>
      <w:r>
        <w:rPr>
          <w:rtl/>
        </w:rPr>
        <w:t>كى حقيقت ، 16/70;_ و</w:t>
      </w:r>
      <w:r w:rsidR="00083993">
        <w:rPr>
          <w:rtl/>
        </w:rPr>
        <w:t xml:space="preserve">ں </w:t>
      </w:r>
      <w:r>
        <w:rPr>
          <w:rtl/>
        </w:rPr>
        <w:t>كے حقوق ، 14/ 33، 16/10;_ كى حيات ،اس كا تداوم ، 15/25; ا</w:t>
      </w:r>
      <w:r>
        <w:rPr>
          <w:rFonts w:hint="eastAsia"/>
          <w:rtl/>
        </w:rPr>
        <w:t>س</w:t>
      </w:r>
      <w:r>
        <w:rPr>
          <w:rtl/>
        </w:rPr>
        <w:t xml:space="preserve"> كا سبب، 16/2; اس كا سرچشمہ 15/29; _ و</w:t>
      </w:r>
      <w:r w:rsidR="00083993">
        <w:rPr>
          <w:rtl/>
        </w:rPr>
        <w:t xml:space="preserve">ں </w:t>
      </w:r>
      <w:r>
        <w:rPr>
          <w:rtl/>
        </w:rPr>
        <w:t>كا خالق، 16/4;_ و</w:t>
      </w:r>
      <w:r w:rsidR="00083993">
        <w:rPr>
          <w:rtl/>
        </w:rPr>
        <w:t xml:space="preserve">ں </w:t>
      </w:r>
      <w:r>
        <w:rPr>
          <w:rtl/>
        </w:rPr>
        <w:t>كى خدمت، 14/31; _ و</w:t>
      </w:r>
      <w:r w:rsidR="00083993">
        <w:rPr>
          <w:rtl/>
        </w:rPr>
        <w:t xml:space="preserve">ں </w:t>
      </w:r>
      <w:r>
        <w:rPr>
          <w:rtl/>
        </w:rPr>
        <w:t>كى خطائ، 16/15; _ و</w:t>
      </w:r>
      <w:r w:rsidR="00083993">
        <w:rPr>
          <w:rtl/>
        </w:rPr>
        <w:t xml:space="preserve">ں </w:t>
      </w:r>
      <w:r>
        <w:rPr>
          <w:rtl/>
        </w:rPr>
        <w:t>كى خلقت ، 14/20،15/26،29،16/4، 70; اس كى تاريخ ، 15/ 27، 28; اس كى تدريجى خلقت، 15/29; اس كا عنصر، 15/26; 28،29، 33; اس كا فلسفہ، 16/78; اس كى كيفيت، 15/29; اس كا سرچشمہ ،16/70;_ و</w:t>
      </w:r>
      <w:r w:rsidR="00083993">
        <w:rPr>
          <w:rtl/>
        </w:rPr>
        <w:t xml:space="preserve">ں </w:t>
      </w:r>
      <w:r>
        <w:rPr>
          <w:rtl/>
        </w:rPr>
        <w:t>كى خواہشات، اس كى اجابت، 16/31; _ و</w:t>
      </w:r>
      <w:r w:rsidR="00083993">
        <w:rPr>
          <w:rtl/>
        </w:rPr>
        <w:t xml:space="preserve">ں </w:t>
      </w:r>
      <w:r>
        <w:rPr>
          <w:rtl/>
        </w:rPr>
        <w:t>كى دشمني، 16/4; اس كى حيرت انگيزى ، 16/4; _ و</w:t>
      </w:r>
      <w:r w:rsidR="00083993">
        <w:rPr>
          <w:rtl/>
        </w:rPr>
        <w:t xml:space="preserve">ں </w:t>
      </w:r>
      <w:r>
        <w:rPr>
          <w:rtl/>
        </w:rPr>
        <w:t>كى روح، 15/29; اس كى خلقت ، 2915; _ و</w:t>
      </w:r>
      <w:r w:rsidR="00083993">
        <w:rPr>
          <w:rtl/>
        </w:rPr>
        <w:t xml:space="preserve">ں </w:t>
      </w:r>
      <w:r>
        <w:rPr>
          <w:rtl/>
        </w:rPr>
        <w:t>كى روزي، 16/114; اس كا تفاوت، 16/71; اس كے تفاوت كا سبب، 16/71 ; _ و</w:t>
      </w:r>
      <w:r w:rsidR="00083993">
        <w:rPr>
          <w:rtl/>
        </w:rPr>
        <w:t xml:space="preserve">ں </w:t>
      </w:r>
      <w:r>
        <w:rPr>
          <w:rtl/>
        </w:rPr>
        <w:t>كى حسن پرستي، 16/4، 63;_ و</w:t>
      </w:r>
      <w:r w:rsidR="00083993">
        <w:rPr>
          <w:rtl/>
        </w:rPr>
        <w:t xml:space="preserve">ں </w:t>
      </w:r>
      <w:r>
        <w:rPr>
          <w:rtl/>
        </w:rPr>
        <w:t>كے سامن</w:t>
      </w:r>
      <w:r>
        <w:rPr>
          <w:rFonts w:hint="eastAsia"/>
          <w:rtl/>
        </w:rPr>
        <w:t>ے</w:t>
      </w:r>
      <w:r>
        <w:rPr>
          <w:rtl/>
        </w:rPr>
        <w:t xml:space="preserve"> ملائكہ كا سجدہ 15/29;_ و</w:t>
      </w:r>
      <w:r w:rsidR="00083993">
        <w:rPr>
          <w:rtl/>
        </w:rPr>
        <w:t xml:space="preserve">ں </w:t>
      </w:r>
      <w:r>
        <w:rPr>
          <w:rtl/>
        </w:rPr>
        <w:t>كى سعادت ، اس كا سبب، 16/ 89; ان كا قانون كے مطابق ہونا ،16/36;_ و</w:t>
      </w:r>
      <w:r w:rsidR="00083993">
        <w:rPr>
          <w:rtl/>
        </w:rPr>
        <w:t xml:space="preserve">ں </w:t>
      </w:r>
      <w:r>
        <w:rPr>
          <w:rtl/>
        </w:rPr>
        <w:t>كى فائدہ مندي، اس كے آثار 16/76;_ و</w:t>
      </w:r>
      <w:r w:rsidR="00083993">
        <w:rPr>
          <w:rtl/>
        </w:rPr>
        <w:t xml:space="preserve">ں </w:t>
      </w:r>
      <w:r>
        <w:rPr>
          <w:rtl/>
        </w:rPr>
        <w:t>كى شخصيت، اس كا نقش، 16/121; _ و</w:t>
      </w:r>
      <w:r w:rsidR="00083993">
        <w:rPr>
          <w:rtl/>
        </w:rPr>
        <w:t xml:space="preserve">ں </w:t>
      </w:r>
      <w:r>
        <w:rPr>
          <w:rtl/>
        </w:rPr>
        <w:t>كى صفات، 14/34، 16/ 54 ،58; _ و</w:t>
      </w:r>
      <w:r w:rsidR="00083993">
        <w:rPr>
          <w:rtl/>
        </w:rPr>
        <w:t xml:space="preserve">ں </w:t>
      </w:r>
      <w:r>
        <w:rPr>
          <w:rtl/>
        </w:rPr>
        <w:t>كى طبيعت، 14/34;_ و</w:t>
      </w:r>
      <w:r w:rsidR="00083993">
        <w:rPr>
          <w:rtl/>
        </w:rPr>
        <w:t xml:space="preserve">ں </w:t>
      </w:r>
      <w:r>
        <w:rPr>
          <w:rtl/>
        </w:rPr>
        <w:t>كا ظلم ، 14/34;_ و</w:t>
      </w:r>
      <w:r w:rsidR="00083993">
        <w:rPr>
          <w:rtl/>
        </w:rPr>
        <w:t xml:space="preserve">ں </w:t>
      </w:r>
      <w:r>
        <w:rPr>
          <w:rtl/>
        </w:rPr>
        <w:t>كا خاندان ، ان كى روزي، 15/ 20 ; _ و</w:t>
      </w:r>
      <w:r w:rsidR="00083993">
        <w:rPr>
          <w:rtl/>
        </w:rPr>
        <w:t xml:space="preserve">ں </w:t>
      </w:r>
      <w:r>
        <w:rPr>
          <w:rtl/>
        </w:rPr>
        <w:t>كا عجز، 14/34،46، 15/22، 84، 16/ 18 ،46، 70، اس كے آثار ،16/ 53 ; _ و</w:t>
      </w:r>
      <w:r w:rsidR="00083993">
        <w:rPr>
          <w:rtl/>
        </w:rPr>
        <w:t xml:space="preserve">ں </w:t>
      </w:r>
      <w:r>
        <w:rPr>
          <w:rtl/>
        </w:rPr>
        <w:t>كى عدالت خواہي، 16/90;_ و</w:t>
      </w:r>
      <w:r w:rsidR="00083993">
        <w:rPr>
          <w:rtl/>
        </w:rPr>
        <w:t xml:space="preserve">ں </w:t>
      </w:r>
      <w:r>
        <w:rPr>
          <w:rtl/>
        </w:rPr>
        <w:t>كا كار عصيان، 16/61; اس كا خطرہ ، 16/81;_ و</w:t>
      </w:r>
      <w:r w:rsidR="00083993">
        <w:rPr>
          <w:rtl/>
        </w:rPr>
        <w:t xml:space="preserve">ں </w:t>
      </w:r>
      <w:r>
        <w:rPr>
          <w:rtl/>
        </w:rPr>
        <w:t>كى عظمت ، 14/ 33;اس كا سبب، 15/29;_ و</w:t>
      </w:r>
      <w:r w:rsidR="00083993">
        <w:rPr>
          <w:rtl/>
        </w:rPr>
        <w:t xml:space="preserve">ں </w:t>
      </w:r>
      <w:r>
        <w:rPr>
          <w:rtl/>
        </w:rPr>
        <w:t>كا عقيدہ، 14/18، 16/93;_ و</w:t>
      </w:r>
      <w:r w:rsidR="00083993">
        <w:rPr>
          <w:rtl/>
        </w:rPr>
        <w:t xml:space="preserve">ں </w:t>
      </w:r>
      <w:r>
        <w:rPr>
          <w:rtl/>
        </w:rPr>
        <w:t>كے علائق، 15/ 48 ; _ و</w:t>
      </w:r>
      <w:r w:rsidR="00083993">
        <w:rPr>
          <w:rtl/>
        </w:rPr>
        <w:t xml:space="preserve">ں </w:t>
      </w:r>
      <w:r>
        <w:rPr>
          <w:rtl/>
        </w:rPr>
        <w:t>كا ع</w:t>
      </w:r>
      <w:r>
        <w:rPr>
          <w:rFonts w:hint="eastAsia"/>
          <w:rtl/>
        </w:rPr>
        <w:t>لم،</w:t>
      </w:r>
      <w:r>
        <w:rPr>
          <w:rtl/>
        </w:rPr>
        <w:t xml:space="preserve"> 16/70;_و</w:t>
      </w:r>
      <w:r w:rsidR="00083993">
        <w:rPr>
          <w:rtl/>
        </w:rPr>
        <w:t xml:space="preserve">ں </w:t>
      </w:r>
      <w:r>
        <w:rPr>
          <w:rtl/>
        </w:rPr>
        <w:t>كا عمل، 14/ 38، 16/ 91</w:t>
      </w:r>
    </w:p>
    <w:p w:rsidR="006A00EB" w:rsidRDefault="001E7F9D" w:rsidP="00F73EDE">
      <w:pPr>
        <w:pStyle w:val="libPoemTini"/>
        <w:rPr>
          <w:rtl/>
        </w:rPr>
      </w:pPr>
      <w:r>
        <w:rPr>
          <w:rtl/>
        </w:rPr>
        <w:br w:type="page"/>
      </w:r>
    </w:p>
    <w:p w:rsidR="001F628F" w:rsidRDefault="001F628F" w:rsidP="006A00EB">
      <w:pPr>
        <w:pStyle w:val="libNormal"/>
        <w:rPr>
          <w:rtl/>
        </w:rPr>
      </w:pPr>
      <w:r>
        <w:rPr>
          <w:rFonts w:hint="eastAsia"/>
          <w:rtl/>
        </w:rPr>
        <w:lastRenderedPageBreak/>
        <w:t>،</w:t>
      </w:r>
      <w:r>
        <w:rPr>
          <w:rtl/>
        </w:rPr>
        <w:t>93; _ و</w:t>
      </w:r>
      <w:r w:rsidR="00083993">
        <w:rPr>
          <w:rtl/>
        </w:rPr>
        <w:t xml:space="preserve">ں </w:t>
      </w:r>
      <w:r>
        <w:rPr>
          <w:rtl/>
        </w:rPr>
        <w:t>كا غضب، اس كاغصہ كو كنٹرول كرنا، 16/58;_ و</w:t>
      </w:r>
      <w:r w:rsidR="00083993">
        <w:rPr>
          <w:rtl/>
        </w:rPr>
        <w:t xml:space="preserve">ں </w:t>
      </w:r>
      <w:r>
        <w:rPr>
          <w:rtl/>
        </w:rPr>
        <w:t>كى غفلت ، 16/90;_ و</w:t>
      </w:r>
      <w:r w:rsidR="00083993">
        <w:rPr>
          <w:rtl/>
        </w:rPr>
        <w:t xml:space="preserve">ں </w:t>
      </w:r>
      <w:r>
        <w:rPr>
          <w:rtl/>
        </w:rPr>
        <w:t>كى فراموشي، 16/70;_ و</w:t>
      </w:r>
      <w:r w:rsidR="00083993">
        <w:rPr>
          <w:rtl/>
        </w:rPr>
        <w:t xml:space="preserve">ں </w:t>
      </w:r>
      <w:r>
        <w:rPr>
          <w:rtl/>
        </w:rPr>
        <w:t>كا انجام، 16/28، 30، 32، 16/70;_ و</w:t>
      </w:r>
      <w:r w:rsidR="00083993">
        <w:rPr>
          <w:rtl/>
        </w:rPr>
        <w:t xml:space="preserve">ں </w:t>
      </w:r>
      <w:r>
        <w:rPr>
          <w:rtl/>
        </w:rPr>
        <w:t>كے فضائل ،14/32، 33، 34، 15/20 ،29، 16/5 ،11 ،12 ،13،14،15،18، 69;_ و</w:t>
      </w:r>
      <w:r w:rsidR="00083993">
        <w:rPr>
          <w:rtl/>
        </w:rPr>
        <w:t xml:space="preserve">ں </w:t>
      </w:r>
      <w:r>
        <w:rPr>
          <w:rtl/>
        </w:rPr>
        <w:t>كى فطريات، 15/69 ،16/53 ،72، 90; _و</w:t>
      </w:r>
      <w:r w:rsidR="00083993">
        <w:rPr>
          <w:rtl/>
        </w:rPr>
        <w:t xml:space="preserve">ں </w:t>
      </w:r>
      <w:r>
        <w:rPr>
          <w:rtl/>
        </w:rPr>
        <w:t>كا فہم، اس كا تف</w:t>
      </w:r>
      <w:r>
        <w:rPr>
          <w:rFonts w:hint="eastAsia"/>
          <w:rtl/>
        </w:rPr>
        <w:t>اوت،</w:t>
      </w:r>
      <w:r>
        <w:rPr>
          <w:rtl/>
        </w:rPr>
        <w:t xml:space="preserve"> 16/102;_ و</w:t>
      </w:r>
      <w:r w:rsidR="00083993">
        <w:rPr>
          <w:rtl/>
        </w:rPr>
        <w:t xml:space="preserve">ں </w:t>
      </w:r>
      <w:r>
        <w:rPr>
          <w:rtl/>
        </w:rPr>
        <w:t>كى كرامت، 16/81;اس كا سرچشمہ، 15/29;_ و</w:t>
      </w:r>
      <w:r w:rsidR="00083993">
        <w:rPr>
          <w:rtl/>
        </w:rPr>
        <w:t xml:space="preserve">ں </w:t>
      </w:r>
      <w:r>
        <w:rPr>
          <w:rtl/>
        </w:rPr>
        <w:t>كا كفران، 14/34; _ و</w:t>
      </w:r>
      <w:r w:rsidR="00083993">
        <w:rPr>
          <w:rtl/>
        </w:rPr>
        <w:t xml:space="preserve">ں </w:t>
      </w:r>
      <w:r>
        <w:rPr>
          <w:rtl/>
        </w:rPr>
        <w:t>كى اخروى سزا، 14/ 51; _ و</w:t>
      </w:r>
      <w:r w:rsidR="00083993">
        <w:rPr>
          <w:rtl/>
        </w:rPr>
        <w:t xml:space="preserve">ں </w:t>
      </w:r>
      <w:r>
        <w:rPr>
          <w:rtl/>
        </w:rPr>
        <w:t>كے ميلانات، 15/39 ،39، 16/6، 14،63،95;_ و</w:t>
      </w:r>
      <w:r w:rsidR="00083993">
        <w:rPr>
          <w:rtl/>
        </w:rPr>
        <w:t xml:space="preserve">ں </w:t>
      </w:r>
      <w:r>
        <w:rPr>
          <w:rtl/>
        </w:rPr>
        <w:t>كى گمراہي، 15/40، 89;_كى مالكيت اس كا دائرہ كار، 16/75;_ و</w:t>
      </w:r>
      <w:r w:rsidR="00083993">
        <w:rPr>
          <w:rtl/>
        </w:rPr>
        <w:t xml:space="preserve">ں </w:t>
      </w:r>
      <w:r>
        <w:rPr>
          <w:rtl/>
        </w:rPr>
        <w:t>كا اخروى مؤاخذہ، 16/ 93;_ و</w:t>
      </w:r>
      <w:r w:rsidR="00083993">
        <w:rPr>
          <w:rtl/>
        </w:rPr>
        <w:t xml:space="preserve">ں </w:t>
      </w:r>
      <w:r>
        <w:rPr>
          <w:rtl/>
        </w:rPr>
        <w:t>كا مجادلہ كرنا، 16/4;</w:t>
      </w:r>
      <w:r>
        <w:rPr>
          <w:rFonts w:hint="eastAsia"/>
          <w:rtl/>
        </w:rPr>
        <w:t>اس</w:t>
      </w:r>
      <w:r>
        <w:rPr>
          <w:rtl/>
        </w:rPr>
        <w:t xml:space="preserve"> كى حيرت انگيزي، 16/4;_و</w:t>
      </w:r>
      <w:r w:rsidR="00083993">
        <w:rPr>
          <w:rtl/>
        </w:rPr>
        <w:t xml:space="preserve">ں </w:t>
      </w:r>
      <w:r>
        <w:rPr>
          <w:rtl/>
        </w:rPr>
        <w:t>كا مربي، 14/ 18; _ و</w:t>
      </w:r>
      <w:r w:rsidR="00083993">
        <w:rPr>
          <w:rtl/>
        </w:rPr>
        <w:t xml:space="preserve">ں </w:t>
      </w:r>
      <w:r>
        <w:rPr>
          <w:rtl/>
        </w:rPr>
        <w:t>كى موت، 14/20، 16/61، 70;_كى مسئووليت ، 14/22، 51،15 /93 ، 16/89، 93; ان كى معاشرتى مسئووليت، 16/90;_ و</w:t>
      </w:r>
      <w:r w:rsidR="00083993">
        <w:rPr>
          <w:rtl/>
        </w:rPr>
        <w:t xml:space="preserve">ں </w:t>
      </w:r>
      <w:r>
        <w:rPr>
          <w:rtl/>
        </w:rPr>
        <w:t>كے مصالح، 16/71،72، 95; _و</w:t>
      </w:r>
      <w:r w:rsidR="00083993">
        <w:rPr>
          <w:rtl/>
        </w:rPr>
        <w:t xml:space="preserve">ں </w:t>
      </w:r>
      <w:r>
        <w:rPr>
          <w:rtl/>
        </w:rPr>
        <w:t>كى معيشت، اس كى فراہمي، 15/20;_ و</w:t>
      </w:r>
      <w:r w:rsidR="00083993">
        <w:rPr>
          <w:rtl/>
        </w:rPr>
        <w:t xml:space="preserve">ں </w:t>
      </w:r>
      <w:r>
        <w:rPr>
          <w:rtl/>
        </w:rPr>
        <w:t>كے مقامات، 15/29، 30 ،16/81;_ و</w:t>
      </w:r>
      <w:r w:rsidR="00083993">
        <w:rPr>
          <w:rtl/>
        </w:rPr>
        <w:t xml:space="preserve">ں </w:t>
      </w:r>
      <w:r>
        <w:rPr>
          <w:rtl/>
        </w:rPr>
        <w:t>كى مقہ</w:t>
      </w:r>
      <w:r>
        <w:rPr>
          <w:rFonts w:hint="eastAsia"/>
          <w:rtl/>
        </w:rPr>
        <w:t>وريت،</w:t>
      </w:r>
      <w:r>
        <w:rPr>
          <w:rtl/>
        </w:rPr>
        <w:t xml:space="preserve"> 16/70;_ و</w:t>
      </w:r>
      <w:r w:rsidR="00083993">
        <w:rPr>
          <w:rtl/>
        </w:rPr>
        <w:t xml:space="preserve">ں </w:t>
      </w:r>
      <w:r>
        <w:rPr>
          <w:rtl/>
        </w:rPr>
        <w:t>كے منافع، 16/81; _ و</w:t>
      </w:r>
      <w:r w:rsidR="00083993">
        <w:rPr>
          <w:rtl/>
        </w:rPr>
        <w:t xml:space="preserve">ں </w:t>
      </w:r>
      <w:r>
        <w:rPr>
          <w:rtl/>
        </w:rPr>
        <w:t>كا موعظہ اس كى اہميت 16/90;_ و</w:t>
      </w:r>
      <w:r w:rsidR="00083993">
        <w:rPr>
          <w:rtl/>
        </w:rPr>
        <w:t xml:space="preserve">ں </w:t>
      </w:r>
      <w:r>
        <w:rPr>
          <w:rtl/>
        </w:rPr>
        <w:t>كى نعمتي</w:t>
      </w:r>
      <w:r w:rsidR="00083993">
        <w:rPr>
          <w:rtl/>
        </w:rPr>
        <w:t xml:space="preserve">ں </w:t>
      </w:r>
      <w:r>
        <w:rPr>
          <w:rtl/>
        </w:rPr>
        <w:t>، 14/34;_ و</w:t>
      </w:r>
      <w:r w:rsidR="00083993">
        <w:rPr>
          <w:rtl/>
        </w:rPr>
        <w:t xml:space="preserve">ں </w:t>
      </w:r>
      <w:r>
        <w:rPr>
          <w:rtl/>
        </w:rPr>
        <w:t>مي</w:t>
      </w:r>
      <w:r w:rsidR="00083993">
        <w:rPr>
          <w:rtl/>
        </w:rPr>
        <w:t xml:space="preserve">ں </w:t>
      </w:r>
      <w:r>
        <w:rPr>
          <w:rtl/>
        </w:rPr>
        <w:t>نفح روح،15/29; اس كے آثار، 15/29; اس كا سرچشمہ، 15/29; _ و</w:t>
      </w:r>
      <w:r w:rsidR="00083993">
        <w:rPr>
          <w:rtl/>
        </w:rPr>
        <w:t xml:space="preserve">ں </w:t>
      </w:r>
      <w:r>
        <w:rPr>
          <w:rtl/>
        </w:rPr>
        <w:t>كا نقش، 14/7، 18، 15/ 42;_ و</w:t>
      </w:r>
      <w:r w:rsidR="00083993">
        <w:rPr>
          <w:rtl/>
        </w:rPr>
        <w:t xml:space="preserve">ں </w:t>
      </w:r>
      <w:r>
        <w:rPr>
          <w:rtl/>
        </w:rPr>
        <w:t>كى پريشاني، 16/111;_ كى ضروريات ، 14/33 ، 16/14، 115; ان كى فراہمي، 14/33، 34،39، 16/9 ،11، 14، 80، 81; ان مي</w:t>
      </w:r>
      <w:r w:rsidR="00083993">
        <w:rPr>
          <w:rtl/>
        </w:rPr>
        <w:t xml:space="preserve">ں </w:t>
      </w:r>
      <w:r>
        <w:rPr>
          <w:rtl/>
        </w:rPr>
        <w:t>بعض كى فراہمي، 14/34; اس كى اخروى ضرويات، 16/ 111، اس كى دائمى ضروريات ، 16/81، ان كى مادّى ضرويات ، 14/ 34 ، 16/9 ،71 ،81; ان كى معنوي، ضروريات، 14/31 ،41، 16/9، 64 ، 89، 90،98، 11،121 ،125; _و</w:t>
      </w:r>
      <w:r w:rsidR="00083993">
        <w:rPr>
          <w:rtl/>
        </w:rPr>
        <w:t xml:space="preserve">ں </w:t>
      </w:r>
      <w:r>
        <w:rPr>
          <w:rtl/>
        </w:rPr>
        <w:t>كى ولادت ، 16/78;_ و</w:t>
      </w:r>
      <w:r w:rsidR="00083993">
        <w:rPr>
          <w:rFonts w:hint="eastAsia"/>
          <w:rtl/>
        </w:rPr>
        <w:t xml:space="preserve">ں </w:t>
      </w:r>
      <w:r>
        <w:rPr>
          <w:rFonts w:hint="eastAsia"/>
          <w:rtl/>
        </w:rPr>
        <w:t>كى</w:t>
      </w:r>
      <w:r>
        <w:rPr>
          <w:rtl/>
        </w:rPr>
        <w:t xml:space="preserve"> خصوصيات، 15/29، 39، 16/ 28، 35;_و</w:t>
      </w:r>
      <w:r w:rsidR="00083993">
        <w:rPr>
          <w:rtl/>
        </w:rPr>
        <w:t xml:space="preserve">ں </w:t>
      </w:r>
      <w:r>
        <w:rPr>
          <w:rtl/>
        </w:rPr>
        <w:t>كى ہدايت، 14/1، 25، 15/10، 16/43; اس كى اہميت، 15/12، 16/15 ; _ و</w:t>
      </w:r>
      <w:r w:rsidR="00083993">
        <w:rPr>
          <w:rtl/>
        </w:rPr>
        <w:t xml:space="preserve">ں </w:t>
      </w:r>
      <w:r>
        <w:rPr>
          <w:rtl/>
        </w:rPr>
        <w:t>كو خبردار كيا جانا، 16/19</w:t>
      </w:r>
      <w:r>
        <w:rPr>
          <w:rFonts w:hint="eastAsia"/>
          <w:rtl/>
        </w:rPr>
        <w:t>نيز</w:t>
      </w:r>
      <w:r>
        <w:rPr>
          <w:rtl/>
        </w:rPr>
        <w:t xml:space="preserve"> ر_ك خلقت، ابليس، تذكر ، خدا، ذكر ، آنحضرت</w:t>
      </w:r>
      <w:r w:rsidR="00F031CD" w:rsidRPr="00F031CD">
        <w:rPr>
          <w:rStyle w:val="libAlaemChar"/>
          <w:rtl/>
        </w:rPr>
        <w:t xml:space="preserve"> صلى‌الله‌عليه‌وآله‌وسلم </w:t>
      </w:r>
      <w:r>
        <w:rPr>
          <w:rtl/>
        </w:rPr>
        <w:t xml:space="preserve"> اور نعمت</w:t>
      </w:r>
    </w:p>
    <w:p w:rsidR="001F628F" w:rsidRDefault="001F628F" w:rsidP="006A00EB">
      <w:pPr>
        <w:pStyle w:val="libNormal"/>
        <w:rPr>
          <w:rtl/>
        </w:rPr>
      </w:pPr>
      <w:r>
        <w:rPr>
          <w:rFonts w:hint="eastAsia"/>
          <w:rtl/>
        </w:rPr>
        <w:t>انفاق</w:t>
      </w:r>
      <w:r>
        <w:rPr>
          <w:rtl/>
        </w:rPr>
        <w:t>:_كى اہميت، 16/75;آشكار_، 16/75;اس كى اہميت، 14/31،16،75، اس كى قدر و قيمت، 14/31;حلال چيزو</w:t>
      </w:r>
      <w:r w:rsidR="00083993">
        <w:rPr>
          <w:rtl/>
        </w:rPr>
        <w:t xml:space="preserve">ں </w:t>
      </w:r>
      <w:r>
        <w:rPr>
          <w:rtl/>
        </w:rPr>
        <w:t>سے _، 14/31; ماتحت افراد پر _،اس كا ترك، 16/71; پنہاني_، 16/ 5 7 ; اس كى قدر قيمت، 14/31،16/75; اس كى اہميت، 14/31; ثروت مندى كى حالت مي</w:t>
      </w:r>
      <w:r w:rsidR="00083993">
        <w:rPr>
          <w:rtl/>
        </w:rPr>
        <w:t xml:space="preserve">ں </w:t>
      </w:r>
      <w:r>
        <w:rPr>
          <w:rtl/>
        </w:rPr>
        <w:t>_ ،16/75; اس كى اہميت،16/75</w:t>
      </w:r>
      <w:r>
        <w:rPr>
          <w:rFonts w:hint="eastAsia"/>
          <w:rtl/>
        </w:rPr>
        <w:t>،</w:t>
      </w:r>
      <w:r>
        <w:rPr>
          <w:rtl/>
        </w:rPr>
        <w:t xml:space="preserve"> موت سے پہلے _، 14/31; واجب_، 14/31; اس كى اہميت ، 14/31، 16/75 ; _ كا ترك ، اس كى حقيت ، 16/71; _كى تشريع، اس كى تاريخ، 14/31; اس كا مكہ مي</w:t>
      </w:r>
      <w:r w:rsidR="00083993">
        <w:rPr>
          <w:rtl/>
        </w:rPr>
        <w:t xml:space="preserve">ں </w:t>
      </w:r>
      <w:r>
        <w:rPr>
          <w:rtl/>
        </w:rPr>
        <w:t>ہونا، 14/31;_كيطرف دعوت، 14/ 31; _ كا سبب، 14/31;_ كے شرائط، 14/31</w:t>
      </w:r>
      <w:r>
        <w:rPr>
          <w:rFonts w:hint="eastAsia"/>
          <w:rtl/>
        </w:rPr>
        <w:t>نيز</w:t>
      </w:r>
      <w:r>
        <w:rPr>
          <w:rtl/>
        </w:rPr>
        <w:t xml:space="preserve"> ر_ك آزادافراد، حلال چيزي</w:t>
      </w:r>
      <w:r w:rsidR="00083993">
        <w:rPr>
          <w:rtl/>
        </w:rPr>
        <w:t xml:space="preserve">ں </w:t>
      </w:r>
      <w:r>
        <w:rPr>
          <w:rtl/>
        </w:rPr>
        <w:t>اور ضروريات</w:t>
      </w:r>
      <w:r w:rsidR="006A00EB">
        <w:rPr>
          <w:rFonts w:hint="cs"/>
          <w:rtl/>
        </w:rPr>
        <w:t>//</w:t>
      </w:r>
      <w:r>
        <w:rPr>
          <w:rFonts w:hint="eastAsia"/>
          <w:rtl/>
        </w:rPr>
        <w:t>انگور</w:t>
      </w:r>
      <w:r>
        <w:rPr>
          <w:rtl/>
        </w:rPr>
        <w:t>:_كا پاني، 16/67; _ كى قدر و قيمت، 16/11; _كا آيات خداوندى مي</w:t>
      </w:r>
      <w:r w:rsidR="00083993">
        <w:rPr>
          <w:rtl/>
        </w:rPr>
        <w:t xml:space="preserve">ں </w:t>
      </w:r>
      <w:r>
        <w:rPr>
          <w:rtl/>
        </w:rPr>
        <w:t>سے ہونا،16/67;_ كا درخت، اس كو اُگانے والا،16/11; اس كا اگنا،</w:t>
      </w:r>
    </w:p>
    <w:p w:rsidR="006A00EB" w:rsidRDefault="001E7F9D" w:rsidP="00F73EDE">
      <w:pPr>
        <w:pStyle w:val="libPoemTini"/>
        <w:rPr>
          <w:rtl/>
        </w:rPr>
      </w:pPr>
      <w:r>
        <w:rPr>
          <w:rtl/>
        </w:rPr>
        <w:br w:type="page"/>
      </w:r>
    </w:p>
    <w:p w:rsidR="001F628F" w:rsidRDefault="001F628F" w:rsidP="006A00EB">
      <w:pPr>
        <w:pStyle w:val="libNormal"/>
        <w:rPr>
          <w:rtl/>
        </w:rPr>
      </w:pPr>
      <w:r>
        <w:rPr>
          <w:rtl/>
        </w:rPr>
        <w:lastRenderedPageBreak/>
        <w:t>16/11; اس سے عبرت، 16/67; اس كے فوائد، 16/67; _ كے محصولات ، 16/67; ان كا تنّوع، 16/67; _كے فوائد، 16/67</w:t>
      </w:r>
      <w:r>
        <w:rPr>
          <w:rFonts w:hint="eastAsia"/>
          <w:rtl/>
        </w:rPr>
        <w:t>نيز</w:t>
      </w:r>
      <w:r>
        <w:rPr>
          <w:rtl/>
        </w:rPr>
        <w:t xml:space="preserve"> ر_ك شراب</w:t>
      </w:r>
    </w:p>
    <w:p w:rsidR="001F628F" w:rsidRDefault="001F628F" w:rsidP="006A00EB">
      <w:pPr>
        <w:pStyle w:val="libNormal"/>
        <w:rPr>
          <w:rtl/>
        </w:rPr>
      </w:pPr>
      <w:r>
        <w:rPr>
          <w:rFonts w:hint="eastAsia"/>
          <w:rtl/>
        </w:rPr>
        <w:t>انگيزہ</w:t>
      </w:r>
      <w:r>
        <w:rPr>
          <w:rtl/>
        </w:rPr>
        <w:t>:_كے عوامل 14/23،31</w:t>
      </w:r>
    </w:p>
    <w:p w:rsidR="001F628F" w:rsidRDefault="001F628F" w:rsidP="006A00EB">
      <w:pPr>
        <w:pStyle w:val="libNormal"/>
        <w:rPr>
          <w:rtl/>
        </w:rPr>
      </w:pPr>
      <w:r>
        <w:rPr>
          <w:rFonts w:hint="eastAsia"/>
          <w:rtl/>
        </w:rPr>
        <w:t>اولياء</w:t>
      </w:r>
      <w:r>
        <w:rPr>
          <w:rtl/>
        </w:rPr>
        <w:t xml:space="preserve"> اللہ:_ كى قبض روح، 16/ 32</w:t>
      </w:r>
    </w:p>
    <w:p w:rsidR="001F628F" w:rsidRDefault="001F628F" w:rsidP="00106F61">
      <w:pPr>
        <w:pStyle w:val="libNormal"/>
        <w:rPr>
          <w:rtl/>
        </w:rPr>
      </w:pPr>
      <w:r>
        <w:rPr>
          <w:rFonts w:hint="eastAsia"/>
          <w:rtl/>
        </w:rPr>
        <w:t>اہل</w:t>
      </w:r>
      <w:r>
        <w:rPr>
          <w:rtl/>
        </w:rPr>
        <w:t xml:space="preserve"> عذاب:ر_ك عذاب</w:t>
      </w:r>
      <w:r w:rsidR="00106F61">
        <w:rPr>
          <w:rFonts w:hint="cs"/>
          <w:rtl/>
        </w:rPr>
        <w:t xml:space="preserve"> </w:t>
      </w:r>
      <w:r>
        <w:rPr>
          <w:rFonts w:hint="eastAsia"/>
          <w:rtl/>
        </w:rPr>
        <w:t>اہل</w:t>
      </w:r>
      <w:r>
        <w:rPr>
          <w:rtl/>
        </w:rPr>
        <w:t xml:space="preserve"> كتاب:</w:t>
      </w:r>
      <w:r>
        <w:rPr>
          <w:rFonts w:hint="eastAsia"/>
          <w:rtl/>
        </w:rPr>
        <w:t>ر</w:t>
      </w:r>
      <w:r>
        <w:rPr>
          <w:rtl/>
        </w:rPr>
        <w:t>_ك قرآن</w:t>
      </w:r>
    </w:p>
    <w:p w:rsidR="001F628F" w:rsidRDefault="001F628F" w:rsidP="00106F61">
      <w:pPr>
        <w:pStyle w:val="libNormal"/>
        <w:rPr>
          <w:rtl/>
        </w:rPr>
      </w:pPr>
      <w:r>
        <w:rPr>
          <w:rFonts w:hint="eastAsia"/>
          <w:rtl/>
        </w:rPr>
        <w:t>اياّم</w:t>
      </w:r>
      <w:r>
        <w:rPr>
          <w:rtl/>
        </w:rPr>
        <w:t xml:space="preserve"> اللہ:14/6_كى اہميت،14/5;_اور آيات خدا، 14/5; _سے مراد، 14/5;_كا نقش، 14/5</w:t>
      </w:r>
      <w:r>
        <w:rPr>
          <w:rFonts w:hint="eastAsia"/>
          <w:rtl/>
        </w:rPr>
        <w:t>نيز</w:t>
      </w:r>
      <w:r>
        <w:rPr>
          <w:rtl/>
        </w:rPr>
        <w:t xml:space="preserve"> ر_ك :تذكر، ذكر ، شكر كرنے والے اور صابرين</w:t>
      </w:r>
    </w:p>
    <w:p w:rsidR="001F628F" w:rsidRDefault="001F628F" w:rsidP="00106F61">
      <w:pPr>
        <w:pStyle w:val="libNormal"/>
        <w:rPr>
          <w:rtl/>
        </w:rPr>
      </w:pPr>
      <w:r>
        <w:rPr>
          <w:rFonts w:hint="eastAsia"/>
          <w:rtl/>
        </w:rPr>
        <w:t>ايمان</w:t>
      </w:r>
      <w:r>
        <w:rPr>
          <w:rtl/>
        </w:rPr>
        <w:t>:_ كے آثار ، 14/10،11،27، 52 ،15/77، 16/97، 99،105،107;_ مي</w:t>
      </w:r>
      <w:r w:rsidR="00083993">
        <w:rPr>
          <w:rtl/>
        </w:rPr>
        <w:t xml:space="preserve">ں </w:t>
      </w:r>
      <w:r>
        <w:rPr>
          <w:rtl/>
        </w:rPr>
        <w:t>استقامت، اس كى اہميت، 16/106;_ كى اہميت، 14/10،23;_ سے اعراض اس كے موانع، 16/107;آخرت پر_اس كى اہميت، 16/23; اس كے دلائل، 16/22; اس كے موانع،16/22; قرآن كے كچھ حصّہ پر_ 15/91; توحيد پر _، اس كا پي</w:t>
      </w:r>
      <w:r>
        <w:rPr>
          <w:rFonts w:hint="eastAsia"/>
          <w:rtl/>
        </w:rPr>
        <w:t>ش</w:t>
      </w:r>
      <w:r>
        <w:rPr>
          <w:rtl/>
        </w:rPr>
        <w:t xml:space="preserve"> خيمہ، 16/74، اس كے عوامل 16/71; سختى مي</w:t>
      </w:r>
      <w:r w:rsidR="00083993">
        <w:rPr>
          <w:rtl/>
        </w:rPr>
        <w:t xml:space="preserve">ں </w:t>
      </w:r>
      <w:r>
        <w:rPr>
          <w:rtl/>
        </w:rPr>
        <w:t>_، 16/54، قلبي_، اس كى اہميت،16/106;_اور عمل صالح، 14/18، 23;_ مي</w:t>
      </w:r>
      <w:r w:rsidR="00083993">
        <w:rPr>
          <w:rtl/>
        </w:rPr>
        <w:t xml:space="preserve">ں </w:t>
      </w:r>
      <w:r>
        <w:rPr>
          <w:rtl/>
        </w:rPr>
        <w:t>سبقت لينے والے ، 15/24;_ كى تاثير اس كے شرائط، 14/27;_ مي</w:t>
      </w:r>
      <w:r w:rsidR="00083993">
        <w:rPr>
          <w:rtl/>
        </w:rPr>
        <w:t xml:space="preserve">ں </w:t>
      </w:r>
      <w:r>
        <w:rPr>
          <w:rtl/>
        </w:rPr>
        <w:t>ثابت قدم،14/27; _كا مقام ، 16/23; _ كى حفاظت، اس كى اہميت، 16/110; اس كے عوامل،16/110; _ كى طرف دعوت، 14/10; _مي</w:t>
      </w:r>
      <w:r w:rsidR="00083993">
        <w:rPr>
          <w:rtl/>
        </w:rPr>
        <w:t xml:space="preserve">ں </w:t>
      </w:r>
      <w:r>
        <w:rPr>
          <w:rtl/>
        </w:rPr>
        <w:t>سستي، اس كا سبب16/94; _كى مہلت، 15/8; _كے فوائد، 14/10; _سے محروم افراد، 15/44 ;_كے مراتب،15/99;_كا معيار، 16/106; _ كى نشانيا</w:t>
      </w:r>
      <w:r w:rsidR="00083993">
        <w:rPr>
          <w:rtl/>
        </w:rPr>
        <w:t xml:space="preserve">ں </w:t>
      </w:r>
      <w:r>
        <w:rPr>
          <w:rtl/>
        </w:rPr>
        <w:t>، 16/119;_ كا نقش، 15/88</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جائي</w:t>
      </w:r>
    </w:p>
    <w:p w:rsidR="001F628F" w:rsidRDefault="001F628F" w:rsidP="00106F61">
      <w:pPr>
        <w:pStyle w:val="libNormal"/>
        <w:rPr>
          <w:rtl/>
        </w:rPr>
      </w:pPr>
      <w:r>
        <w:rPr>
          <w:rFonts w:hint="eastAsia"/>
          <w:rtl/>
        </w:rPr>
        <w:t>اہل</w:t>
      </w:r>
      <w:r>
        <w:rPr>
          <w:rtl/>
        </w:rPr>
        <w:t xml:space="preserve"> جہنم:14/ 16، 29، 30، 15/ 43، 16/ 29_ كا مشروب، اس كى كيفيت، 14/ 17; _ كى اقسام، 15/ 44; _كا پيراہن، اس كى بو، 14/ 50،_ كى تشنگى (پياس) ، 14/17;_كى جاودانيت، 14/17; _كاجزع، (گريہ و زاري) اس كا بے فائدہ ہونا،14/21;_ كا صبر، اس كا بے ثمر ہونا، 14/21; _قيامت مي</w:t>
      </w:r>
      <w:r w:rsidR="00083993">
        <w:rPr>
          <w:rtl/>
        </w:rPr>
        <w:t xml:space="preserve">ں </w:t>
      </w:r>
      <w:r>
        <w:rPr>
          <w:rtl/>
        </w:rPr>
        <w:t>، 14/ 21;_اور موت، 14/17; _ كى س</w:t>
      </w:r>
      <w:r>
        <w:rPr>
          <w:rFonts w:hint="eastAsia"/>
          <w:rtl/>
        </w:rPr>
        <w:t>رزنش،</w:t>
      </w:r>
      <w:r>
        <w:rPr>
          <w:rtl/>
        </w:rPr>
        <w:t xml:space="preserve"> 14/ 22; _كى قبض روح ، 16/28;_ كى گمراہى ، اس كے عوامل ، 14/ 22; _ كا ايك دوسرے كو پہچا ننا ، 14/ 21; _مي</w:t>
      </w:r>
      <w:r w:rsidR="00083993">
        <w:rPr>
          <w:rtl/>
        </w:rPr>
        <w:t xml:space="preserve">ں </w:t>
      </w:r>
      <w:r>
        <w:rPr>
          <w:rtl/>
        </w:rPr>
        <w:t>ورود ، اس كى كيفيت ، 15/ 44</w:t>
      </w:r>
      <w:r>
        <w:rPr>
          <w:rFonts w:hint="eastAsia"/>
          <w:rtl/>
        </w:rPr>
        <w:t>نيز</w:t>
      </w:r>
      <w:r>
        <w:rPr>
          <w:rtl/>
        </w:rPr>
        <w:t xml:space="preserve"> ر_ك جہنم</w:t>
      </w:r>
      <w:r w:rsidR="00106F61">
        <w:rPr>
          <w:rFonts w:hint="cs"/>
          <w:rtl/>
        </w:rPr>
        <w:t>//</w:t>
      </w:r>
      <w:r>
        <w:rPr>
          <w:rFonts w:hint="eastAsia"/>
          <w:rtl/>
        </w:rPr>
        <w:t>اہل</w:t>
      </w:r>
      <w:r>
        <w:rPr>
          <w:rtl/>
        </w:rPr>
        <w:t xml:space="preserve"> تشيع:_كے فضائل ، 14/ 37، 15/ 42; _كے مقامات، 14/ 24</w:t>
      </w:r>
    </w:p>
    <w:p w:rsidR="00106F61" w:rsidRDefault="001E7F9D" w:rsidP="00F73EDE">
      <w:pPr>
        <w:pStyle w:val="libPoemTini"/>
        <w:rPr>
          <w:rtl/>
        </w:rPr>
      </w:pPr>
      <w:r>
        <w:rPr>
          <w:rtl/>
        </w:rPr>
        <w:br w:type="page"/>
      </w:r>
    </w:p>
    <w:p w:rsidR="00106F61" w:rsidRDefault="00106F61" w:rsidP="00106F61">
      <w:pPr>
        <w:pStyle w:val="Heading2Center"/>
        <w:rPr>
          <w:rtl/>
        </w:rPr>
      </w:pPr>
      <w:bookmarkStart w:id="280" w:name="_Toc28081958"/>
      <w:r>
        <w:rPr>
          <w:rFonts w:hint="eastAsia"/>
          <w:rtl/>
        </w:rPr>
        <w:lastRenderedPageBreak/>
        <w:t>اشاريے</w:t>
      </w:r>
      <w:r>
        <w:rPr>
          <w:rtl/>
        </w:rPr>
        <w:t xml:space="preserve"> (2)</w:t>
      </w:r>
      <w:bookmarkEnd w:id="280"/>
    </w:p>
    <w:p w:rsidR="001F628F" w:rsidRDefault="001F628F" w:rsidP="00106F61">
      <w:pPr>
        <w:pStyle w:val="Heading2Center"/>
        <w:rPr>
          <w:rtl/>
        </w:rPr>
      </w:pPr>
      <w:bookmarkStart w:id="281" w:name="_Toc28081959"/>
      <w:r>
        <w:rPr>
          <w:rtl/>
        </w:rPr>
        <w:t>''ب''</w:t>
      </w:r>
      <w:bookmarkEnd w:id="281"/>
    </w:p>
    <w:p w:rsidR="001F628F" w:rsidRDefault="001F628F" w:rsidP="00106F61">
      <w:pPr>
        <w:pStyle w:val="libNormal"/>
        <w:rPr>
          <w:rtl/>
        </w:rPr>
      </w:pPr>
      <w:r>
        <w:rPr>
          <w:rFonts w:hint="eastAsia"/>
          <w:rtl/>
        </w:rPr>
        <w:t>باپ</w:t>
      </w:r>
      <w:r>
        <w:rPr>
          <w:rtl/>
        </w:rPr>
        <w:t>:_كيلئے استغفار،14/14/;_ كى ولايت، 16/59</w:t>
      </w:r>
      <w:r>
        <w:rPr>
          <w:rFonts w:hint="eastAsia"/>
          <w:rtl/>
        </w:rPr>
        <w:t>نيز</w:t>
      </w:r>
      <w:r>
        <w:rPr>
          <w:rtl/>
        </w:rPr>
        <w:t xml:space="preserve"> ر_ك ابراہيم </w:t>
      </w:r>
      <w:r w:rsidR="00367F17" w:rsidRPr="00367F17">
        <w:rPr>
          <w:rStyle w:val="libAlaemChar"/>
          <w:rtl/>
        </w:rPr>
        <w:t xml:space="preserve"> عليه‌السلام </w:t>
      </w:r>
    </w:p>
    <w:p w:rsidR="001F628F" w:rsidRDefault="001F628F" w:rsidP="00106F61">
      <w:pPr>
        <w:pStyle w:val="libNormal"/>
        <w:rPr>
          <w:rtl/>
        </w:rPr>
      </w:pPr>
      <w:r>
        <w:rPr>
          <w:rFonts w:hint="eastAsia"/>
          <w:rtl/>
        </w:rPr>
        <w:t>باديہ</w:t>
      </w:r>
      <w:r>
        <w:rPr>
          <w:rtl/>
        </w:rPr>
        <w:t xml:space="preserve"> نشين افراد:_ كى تعمير منازل ،16/80</w:t>
      </w:r>
    </w:p>
    <w:p w:rsidR="001F628F" w:rsidRDefault="001F628F" w:rsidP="00106F61">
      <w:pPr>
        <w:pStyle w:val="libNormal"/>
        <w:rPr>
          <w:rtl/>
        </w:rPr>
      </w:pPr>
      <w:r>
        <w:rPr>
          <w:rFonts w:hint="eastAsia"/>
          <w:rtl/>
        </w:rPr>
        <w:t>بارش</w:t>
      </w:r>
      <w:r>
        <w:rPr>
          <w:rtl/>
        </w:rPr>
        <w:t>:_كا برسنا، 15/22، 16/10،65;_آيات الہى مي</w:t>
      </w:r>
      <w:r w:rsidR="00083993">
        <w:rPr>
          <w:rtl/>
        </w:rPr>
        <w:t xml:space="preserve">ں </w:t>
      </w:r>
      <w:r>
        <w:rPr>
          <w:rtl/>
        </w:rPr>
        <w:t>سے ، 16/11; اس كے عوامل، 15/23; اس كا سرچشمہ، 15/22،16/65;_كى تقدير،15/22;_ كے فوائد،15/22، 16/10،65;_كا سرچشمہ، 14/32،16/10; _ كا نقش ، 14/32</w:t>
      </w:r>
    </w:p>
    <w:p w:rsidR="001F628F" w:rsidRDefault="001F628F" w:rsidP="001F628F">
      <w:pPr>
        <w:pStyle w:val="libNormal"/>
        <w:rPr>
          <w:rtl/>
        </w:rPr>
      </w:pPr>
      <w:r>
        <w:rPr>
          <w:rFonts w:hint="eastAsia"/>
          <w:rtl/>
        </w:rPr>
        <w:t>سامان</w:t>
      </w:r>
      <w:r>
        <w:rPr>
          <w:rtl/>
        </w:rPr>
        <w:t xml:space="preserve"> كا حمل و نقل:ر_ك چوپائے اور اونٹ</w:t>
      </w:r>
    </w:p>
    <w:p w:rsidR="001F628F" w:rsidRDefault="001F628F" w:rsidP="00FB1713">
      <w:pPr>
        <w:pStyle w:val="libNormal"/>
        <w:rPr>
          <w:rtl/>
        </w:rPr>
      </w:pPr>
      <w:r>
        <w:rPr>
          <w:rFonts w:hint="eastAsia"/>
          <w:rtl/>
        </w:rPr>
        <w:t>دينا</w:t>
      </w:r>
      <w:r>
        <w:rPr>
          <w:rtl/>
        </w:rPr>
        <w:t xml:space="preserve"> كى طرف بازگشت:_ كى درخواست، 14/44</w:t>
      </w:r>
    </w:p>
    <w:p w:rsidR="001F628F" w:rsidRDefault="001F628F" w:rsidP="00FB1713">
      <w:pPr>
        <w:pStyle w:val="libNormal"/>
        <w:rPr>
          <w:rtl/>
        </w:rPr>
      </w:pPr>
      <w:r>
        <w:rPr>
          <w:rFonts w:hint="eastAsia"/>
          <w:rtl/>
        </w:rPr>
        <w:t>باطل</w:t>
      </w:r>
      <w:r>
        <w:rPr>
          <w:rtl/>
        </w:rPr>
        <w:t>:_كى وضاحت، اس كے عوامل، 16/124; _كى تشخيص، اس كا طريقہ 14/26</w:t>
      </w:r>
      <w:r>
        <w:rPr>
          <w:rFonts w:hint="eastAsia"/>
          <w:rtl/>
        </w:rPr>
        <w:t>نيز</w:t>
      </w:r>
      <w:r>
        <w:rPr>
          <w:rtl/>
        </w:rPr>
        <w:t xml:space="preserve"> ر_ك ، آرزو، حق ، عقيدہ، قياس، كفار اور مشركين</w:t>
      </w:r>
    </w:p>
    <w:p w:rsidR="001F628F" w:rsidRDefault="001F628F" w:rsidP="00FB1713">
      <w:pPr>
        <w:pStyle w:val="libNormal"/>
        <w:rPr>
          <w:rtl/>
        </w:rPr>
      </w:pPr>
      <w:r>
        <w:rPr>
          <w:rFonts w:hint="eastAsia"/>
          <w:rtl/>
        </w:rPr>
        <w:t>بت</w:t>
      </w:r>
      <w:r>
        <w:rPr>
          <w:rtl/>
        </w:rPr>
        <w:t xml:space="preserve"> پرست افراد:14/35،36;_كا اضلال، 14/36</w:t>
      </w:r>
      <w:r>
        <w:rPr>
          <w:rFonts w:hint="eastAsia"/>
          <w:rtl/>
        </w:rPr>
        <w:t>نيز</w:t>
      </w:r>
      <w:r>
        <w:rPr>
          <w:rtl/>
        </w:rPr>
        <w:t xml:space="preserve"> ر_ك ، بت پرستي</w:t>
      </w:r>
    </w:p>
    <w:p w:rsidR="001F628F" w:rsidRDefault="001F628F" w:rsidP="00FB1713">
      <w:pPr>
        <w:pStyle w:val="libNormal"/>
        <w:rPr>
          <w:rtl/>
        </w:rPr>
      </w:pPr>
      <w:r>
        <w:rPr>
          <w:rFonts w:hint="eastAsia"/>
          <w:rtl/>
        </w:rPr>
        <w:t>باطل</w:t>
      </w:r>
      <w:r>
        <w:rPr>
          <w:rtl/>
        </w:rPr>
        <w:t xml:space="preserve"> معبود:_و</w:t>
      </w:r>
      <w:r w:rsidR="00083993">
        <w:rPr>
          <w:rtl/>
        </w:rPr>
        <w:t xml:space="preserve">ں </w:t>
      </w:r>
      <w:r>
        <w:rPr>
          <w:rtl/>
        </w:rPr>
        <w:t>سے روگرداني، 16/ 36; _و</w:t>
      </w:r>
      <w:r w:rsidR="00083993">
        <w:rPr>
          <w:rtl/>
        </w:rPr>
        <w:t xml:space="preserve">ں </w:t>
      </w:r>
      <w:r>
        <w:rPr>
          <w:rtl/>
        </w:rPr>
        <w:t>كى بے شعوري، 14/ 10;_و</w:t>
      </w:r>
      <w:r w:rsidR="00083993">
        <w:rPr>
          <w:rtl/>
        </w:rPr>
        <w:t xml:space="preserve">ں </w:t>
      </w:r>
      <w:r>
        <w:rPr>
          <w:rtl/>
        </w:rPr>
        <w:t>كا بطلان، 16/ 27; _و</w:t>
      </w:r>
      <w:r w:rsidR="00083993">
        <w:rPr>
          <w:rtl/>
        </w:rPr>
        <w:t xml:space="preserve">ں </w:t>
      </w:r>
      <w:r>
        <w:rPr>
          <w:rtl/>
        </w:rPr>
        <w:t>كا تعدد، 16/ 20،21; _و</w:t>
      </w:r>
      <w:r w:rsidR="00083993">
        <w:rPr>
          <w:rtl/>
        </w:rPr>
        <w:t xml:space="preserve">ں </w:t>
      </w:r>
      <w:r>
        <w:rPr>
          <w:rtl/>
        </w:rPr>
        <w:t>كى تكذيب، 16/ 86; _و</w:t>
      </w:r>
      <w:r w:rsidR="00083993">
        <w:rPr>
          <w:rtl/>
        </w:rPr>
        <w:t xml:space="preserve">ں </w:t>
      </w:r>
      <w:r>
        <w:rPr>
          <w:rtl/>
        </w:rPr>
        <w:t>كى جہالت، 16/ 21، 56; _و</w:t>
      </w:r>
      <w:r w:rsidR="00083993">
        <w:rPr>
          <w:rtl/>
        </w:rPr>
        <w:t xml:space="preserve">ں </w:t>
      </w:r>
      <w:r>
        <w:rPr>
          <w:rtl/>
        </w:rPr>
        <w:t>كى حمايت ، 16/ 27; _و</w:t>
      </w:r>
      <w:r w:rsidR="00083993">
        <w:rPr>
          <w:rtl/>
        </w:rPr>
        <w:t xml:space="preserve">ں </w:t>
      </w:r>
      <w:r>
        <w:rPr>
          <w:rtl/>
        </w:rPr>
        <w:t>كى رازقيت، 16/ 56; _و</w:t>
      </w:r>
      <w:r w:rsidR="00083993">
        <w:rPr>
          <w:rtl/>
        </w:rPr>
        <w:t xml:space="preserve">ں </w:t>
      </w:r>
      <w:r>
        <w:rPr>
          <w:rtl/>
        </w:rPr>
        <w:t>كا سہم المال 16/56; اس كى مذمت 16/56;_سے شكايت، 16/ 86; _و</w:t>
      </w:r>
      <w:r w:rsidR="00083993">
        <w:rPr>
          <w:rtl/>
        </w:rPr>
        <w:t xml:space="preserve">ں </w:t>
      </w:r>
      <w:r>
        <w:rPr>
          <w:rtl/>
        </w:rPr>
        <w:t>كى عب</w:t>
      </w:r>
      <w:r>
        <w:rPr>
          <w:rFonts w:hint="eastAsia"/>
          <w:rtl/>
        </w:rPr>
        <w:t>ادت،</w:t>
      </w:r>
      <w:r>
        <w:rPr>
          <w:rtl/>
        </w:rPr>
        <w:t xml:space="preserve"> 16/ 73; _و</w:t>
      </w:r>
      <w:r w:rsidR="00083993">
        <w:rPr>
          <w:rtl/>
        </w:rPr>
        <w:t xml:space="preserve">ں </w:t>
      </w:r>
      <w:r>
        <w:rPr>
          <w:rtl/>
        </w:rPr>
        <w:t>كا عجز; 16/ 20، 73; _و</w:t>
      </w:r>
      <w:r w:rsidR="00083993">
        <w:rPr>
          <w:rtl/>
        </w:rPr>
        <w:t xml:space="preserve">ں </w:t>
      </w:r>
      <w:r>
        <w:rPr>
          <w:rtl/>
        </w:rPr>
        <w:t>كے ساتھ مجادلہ، 16/ 86; _و</w:t>
      </w:r>
      <w:r w:rsidR="00083993">
        <w:rPr>
          <w:rtl/>
        </w:rPr>
        <w:t xml:space="preserve">ں </w:t>
      </w:r>
      <w:r>
        <w:rPr>
          <w:rtl/>
        </w:rPr>
        <w:t>كى مخلوقيت، 16/ 20; _و</w:t>
      </w:r>
      <w:r w:rsidR="00083993">
        <w:rPr>
          <w:rtl/>
        </w:rPr>
        <w:t xml:space="preserve">ں </w:t>
      </w:r>
      <w:r>
        <w:rPr>
          <w:rtl/>
        </w:rPr>
        <w:t>كا مردہ ہونا، 16/ 21; _اور خالقيت، 16/ 20;_اور رازقيت، 16/ 56، 73;_كا نقش ، 16/ 68</w:t>
      </w:r>
      <w:r>
        <w:rPr>
          <w:rFonts w:hint="eastAsia"/>
          <w:rtl/>
        </w:rPr>
        <w:t>نيزر</w:t>
      </w:r>
      <w:r>
        <w:rPr>
          <w:rtl/>
        </w:rPr>
        <w:t>_ك خوف، عقيدہ، مشركين اور سچے معبود</w:t>
      </w:r>
    </w:p>
    <w:p w:rsidR="001F628F" w:rsidRDefault="001F628F" w:rsidP="00FB1713">
      <w:pPr>
        <w:pStyle w:val="libNormal"/>
        <w:rPr>
          <w:rtl/>
        </w:rPr>
      </w:pPr>
      <w:r>
        <w:rPr>
          <w:rFonts w:hint="eastAsia"/>
          <w:rtl/>
        </w:rPr>
        <w:t>بت</w:t>
      </w:r>
      <w:r>
        <w:rPr>
          <w:rtl/>
        </w:rPr>
        <w:t xml:space="preserve"> پرستي:_ كے آثار ، 14/36; _كى تاريخ ،14/35;_كا پھيلاؤ ،اس كى پريشانى ، 14/36; اس سے محفوظ رہنا، اس كى درخواست، 14/35،36</w:t>
      </w: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اور مشركين مكہ</w:t>
      </w:r>
    </w:p>
    <w:p w:rsidR="001F628F" w:rsidRDefault="001F628F" w:rsidP="00FB1713">
      <w:pPr>
        <w:pStyle w:val="libNormal"/>
        <w:rPr>
          <w:rtl/>
        </w:rPr>
      </w:pPr>
      <w:r>
        <w:rPr>
          <w:rFonts w:hint="eastAsia"/>
          <w:rtl/>
        </w:rPr>
        <w:t>بھروسہ</w:t>
      </w:r>
      <w:r>
        <w:rPr>
          <w:rtl/>
        </w:rPr>
        <w:t>:</w:t>
      </w:r>
      <w:r>
        <w:rPr>
          <w:rFonts w:hint="eastAsia"/>
          <w:rtl/>
        </w:rPr>
        <w:t>خدا</w:t>
      </w:r>
      <w:r>
        <w:rPr>
          <w:rtl/>
        </w:rPr>
        <w:t xml:space="preserve"> پر_ ،16/76</w:t>
      </w:r>
      <w:r>
        <w:rPr>
          <w:rFonts w:hint="eastAsia"/>
          <w:rtl/>
        </w:rPr>
        <w:t>نيز</w:t>
      </w:r>
      <w:r>
        <w:rPr>
          <w:rtl/>
        </w:rPr>
        <w:t xml:space="preserve"> ر_ك موجود ات</w:t>
      </w:r>
    </w:p>
    <w:p w:rsidR="001F628F" w:rsidRDefault="001F628F" w:rsidP="00FB1713">
      <w:pPr>
        <w:pStyle w:val="libNormal"/>
        <w:rPr>
          <w:rtl/>
        </w:rPr>
      </w:pPr>
      <w:r>
        <w:rPr>
          <w:rFonts w:hint="eastAsia"/>
          <w:rtl/>
        </w:rPr>
        <w:t>بادل</w:t>
      </w:r>
      <w:r>
        <w:rPr>
          <w:rtl/>
        </w:rPr>
        <w:t>:_كا برسنا،15/ 22; اس كے اسباب 15/22; _مي</w:t>
      </w:r>
      <w:r w:rsidR="00083993">
        <w:rPr>
          <w:rtl/>
        </w:rPr>
        <w:t xml:space="preserve">ں </w:t>
      </w:r>
      <w:r>
        <w:rPr>
          <w:rtl/>
        </w:rPr>
        <w:t>پانى كا جمع ہونا، 15/22; _كى حركت،اس كے عوامل 15/22; _كے فوائد،15/22</w:t>
      </w:r>
    </w:p>
    <w:p w:rsidR="00FB1713" w:rsidRDefault="001E7F9D" w:rsidP="00F73EDE">
      <w:pPr>
        <w:pStyle w:val="libPoemTini"/>
        <w:rPr>
          <w:rtl/>
        </w:rPr>
      </w:pPr>
      <w:r>
        <w:rPr>
          <w:rtl/>
        </w:rPr>
        <w:br w:type="page"/>
      </w:r>
    </w:p>
    <w:p w:rsidR="001F628F" w:rsidRDefault="001F628F" w:rsidP="00FB1713">
      <w:pPr>
        <w:pStyle w:val="libNormal"/>
        <w:rPr>
          <w:rtl/>
        </w:rPr>
      </w:pPr>
      <w:r>
        <w:rPr>
          <w:rFonts w:hint="eastAsia"/>
          <w:rtl/>
        </w:rPr>
        <w:lastRenderedPageBreak/>
        <w:t>بتو</w:t>
      </w:r>
      <w:r w:rsidR="00083993">
        <w:rPr>
          <w:rFonts w:hint="eastAsia"/>
          <w:rtl/>
        </w:rPr>
        <w:t xml:space="preserve">ں </w:t>
      </w:r>
      <w:r>
        <w:rPr>
          <w:rtl/>
        </w:rPr>
        <w:t>:_كا گمراہ كرنا، 14/36</w:t>
      </w:r>
      <w:r>
        <w:rPr>
          <w:rFonts w:hint="eastAsia"/>
          <w:rtl/>
        </w:rPr>
        <w:t>نيز</w:t>
      </w:r>
      <w:r>
        <w:rPr>
          <w:rtl/>
        </w:rPr>
        <w:t xml:space="preserve"> ر_ك بت پرستي</w:t>
      </w:r>
    </w:p>
    <w:p w:rsidR="001F628F" w:rsidRDefault="001F628F" w:rsidP="00FB1713">
      <w:pPr>
        <w:pStyle w:val="libNormal"/>
        <w:rPr>
          <w:rtl/>
        </w:rPr>
      </w:pPr>
      <w:r>
        <w:rPr>
          <w:rFonts w:hint="eastAsia"/>
          <w:rtl/>
        </w:rPr>
        <w:t>بخشش</w:t>
      </w:r>
      <w:r>
        <w:rPr>
          <w:rtl/>
        </w:rPr>
        <w:t>:</w:t>
      </w:r>
      <w:r>
        <w:rPr>
          <w:rFonts w:hint="eastAsia"/>
          <w:rtl/>
        </w:rPr>
        <w:t>ر</w:t>
      </w:r>
      <w:r>
        <w:rPr>
          <w:rtl/>
        </w:rPr>
        <w:t>_ك مغفرت</w:t>
      </w:r>
    </w:p>
    <w:p w:rsidR="001F628F" w:rsidRDefault="001F628F" w:rsidP="00FB1713">
      <w:pPr>
        <w:pStyle w:val="libNormal"/>
        <w:rPr>
          <w:rtl/>
        </w:rPr>
      </w:pPr>
      <w:r>
        <w:rPr>
          <w:rFonts w:hint="eastAsia"/>
          <w:rtl/>
        </w:rPr>
        <w:t>بدعت</w:t>
      </w:r>
      <w:r>
        <w:rPr>
          <w:rtl/>
        </w:rPr>
        <w:t>:_كے آثار ، 16/116;_ كى مغفرت، اس كے شرائط ، 16/119; _مي</w:t>
      </w:r>
      <w:r w:rsidR="00083993">
        <w:rPr>
          <w:rtl/>
        </w:rPr>
        <w:t xml:space="preserve">ں </w:t>
      </w:r>
      <w:r>
        <w:rPr>
          <w:rtl/>
        </w:rPr>
        <w:t>جہالت، 16/119; _ كا حرام ہونا،16/116;_ كى حقيقت، 16/116; _كا زيا</w:t>
      </w:r>
      <w:r w:rsidR="00083993">
        <w:rPr>
          <w:rtl/>
        </w:rPr>
        <w:t xml:space="preserve">ں </w:t>
      </w:r>
      <w:r>
        <w:rPr>
          <w:rtl/>
        </w:rPr>
        <w:t>، 16/117;_ كى سزا، 16/117; _كے منافع ،ان كى بے قعي، 16/117; _كا سبب، 16/116;_ سے نہي، 16/116</w:t>
      </w:r>
      <w:r>
        <w:rPr>
          <w:rFonts w:hint="eastAsia"/>
          <w:rtl/>
        </w:rPr>
        <w:t>نيز</w:t>
      </w:r>
      <w:r>
        <w:rPr>
          <w:rtl/>
        </w:rPr>
        <w:t xml:space="preserve"> ر_ك بدعت پيدا كرنے والے</w:t>
      </w:r>
    </w:p>
    <w:p w:rsidR="001F628F" w:rsidRDefault="001F628F" w:rsidP="00FB1713">
      <w:pPr>
        <w:pStyle w:val="libNormal"/>
        <w:rPr>
          <w:rtl/>
        </w:rPr>
      </w:pPr>
      <w:r>
        <w:rPr>
          <w:rFonts w:hint="eastAsia"/>
          <w:rtl/>
        </w:rPr>
        <w:t>بدعت</w:t>
      </w:r>
      <w:r>
        <w:rPr>
          <w:rtl/>
        </w:rPr>
        <w:t xml:space="preserve"> پيدا كرنے والے:16/35_</w:t>
      </w:r>
      <w:r w:rsidR="00083993">
        <w:rPr>
          <w:rtl/>
        </w:rPr>
        <w:t xml:space="preserve">ں </w:t>
      </w:r>
      <w:r>
        <w:rPr>
          <w:rtl/>
        </w:rPr>
        <w:t>كا عذاب، 16/117;_</w:t>
      </w:r>
      <w:r w:rsidR="00083993">
        <w:rPr>
          <w:rtl/>
        </w:rPr>
        <w:t xml:space="preserve">ں </w:t>
      </w:r>
      <w:r>
        <w:rPr>
          <w:rtl/>
        </w:rPr>
        <w:t>كى محروميت، 16/117</w:t>
      </w:r>
      <w:r>
        <w:rPr>
          <w:rFonts w:hint="eastAsia"/>
          <w:rtl/>
        </w:rPr>
        <w:t>نيز</w:t>
      </w:r>
      <w:r>
        <w:rPr>
          <w:rtl/>
        </w:rPr>
        <w:t xml:space="preserve"> ر_ك بدعت</w:t>
      </w:r>
    </w:p>
    <w:p w:rsidR="001F628F" w:rsidRDefault="001F628F" w:rsidP="00FB1713">
      <w:pPr>
        <w:pStyle w:val="libNormal"/>
        <w:rPr>
          <w:rtl/>
        </w:rPr>
      </w:pPr>
      <w:r>
        <w:rPr>
          <w:rFonts w:hint="eastAsia"/>
          <w:rtl/>
        </w:rPr>
        <w:t>بدعت</w:t>
      </w:r>
      <w:r>
        <w:rPr>
          <w:rtl/>
        </w:rPr>
        <w:t xml:space="preserve"> پيدا كرنا:</w:t>
      </w:r>
      <w:r>
        <w:rPr>
          <w:rFonts w:hint="eastAsia"/>
          <w:rtl/>
        </w:rPr>
        <w:t>ر</w:t>
      </w:r>
      <w:r>
        <w:rPr>
          <w:rtl/>
        </w:rPr>
        <w:t>_ك بدعت پيدا كرنے والے اور مشركين</w:t>
      </w:r>
    </w:p>
    <w:p w:rsidR="001F628F" w:rsidRDefault="001F628F" w:rsidP="00FB1713">
      <w:pPr>
        <w:pStyle w:val="libNormal"/>
        <w:rPr>
          <w:rtl/>
        </w:rPr>
      </w:pPr>
      <w:r>
        <w:rPr>
          <w:rFonts w:hint="eastAsia"/>
          <w:rtl/>
        </w:rPr>
        <w:t>بہترين</w:t>
      </w:r>
      <w:r>
        <w:rPr>
          <w:rtl/>
        </w:rPr>
        <w:t>_، 14/23،16/32</w:t>
      </w:r>
      <w:r>
        <w:rPr>
          <w:rFonts w:hint="eastAsia"/>
          <w:rtl/>
        </w:rPr>
        <w:t>نير</w:t>
      </w:r>
      <w:r>
        <w:rPr>
          <w:rtl/>
        </w:rPr>
        <w:t xml:space="preserve"> ر_ك اہل بہشت</w:t>
      </w:r>
    </w:p>
    <w:p w:rsidR="001F628F" w:rsidRDefault="001F628F" w:rsidP="00FB1713">
      <w:pPr>
        <w:pStyle w:val="libNormal"/>
        <w:rPr>
          <w:rtl/>
        </w:rPr>
      </w:pPr>
      <w:r>
        <w:rPr>
          <w:rFonts w:hint="eastAsia"/>
          <w:rtl/>
        </w:rPr>
        <w:t>بہرہ</w:t>
      </w:r>
      <w:r>
        <w:rPr>
          <w:rtl/>
        </w:rPr>
        <w:t xml:space="preserve"> پن :</w:t>
      </w:r>
      <w:r>
        <w:rPr>
          <w:rFonts w:hint="eastAsia"/>
          <w:rtl/>
        </w:rPr>
        <w:t>ر</w:t>
      </w:r>
      <w:r>
        <w:rPr>
          <w:rtl/>
        </w:rPr>
        <w:t>_ك دنيا طلب افراد اور مرتدين</w:t>
      </w:r>
    </w:p>
    <w:p w:rsidR="001F628F" w:rsidRDefault="001F628F" w:rsidP="00FB1713">
      <w:pPr>
        <w:pStyle w:val="libNormal"/>
        <w:rPr>
          <w:rtl/>
        </w:rPr>
      </w:pPr>
      <w:r>
        <w:rPr>
          <w:rFonts w:hint="eastAsia"/>
          <w:rtl/>
        </w:rPr>
        <w:t>برائيا</w:t>
      </w:r>
      <w:r w:rsidR="00083993">
        <w:rPr>
          <w:rFonts w:hint="eastAsia"/>
          <w:rtl/>
        </w:rPr>
        <w:t xml:space="preserve">ں </w:t>
      </w:r>
      <w:r>
        <w:rPr>
          <w:rtl/>
        </w:rPr>
        <w:t>:_و</w:t>
      </w:r>
      <w:r w:rsidR="00083993">
        <w:rPr>
          <w:rtl/>
        </w:rPr>
        <w:t xml:space="preserve">ں </w:t>
      </w:r>
      <w:r>
        <w:rPr>
          <w:rtl/>
        </w:rPr>
        <w:t>كى تزيئين ، اس كے عوامل ، 15/ 39;_ و</w:t>
      </w:r>
      <w:r w:rsidR="00083993">
        <w:rPr>
          <w:rtl/>
        </w:rPr>
        <w:t xml:space="preserve">ں </w:t>
      </w:r>
      <w:r>
        <w:rPr>
          <w:rtl/>
        </w:rPr>
        <w:t>سے نفرت، 16/ 63</w:t>
      </w:r>
      <w:r>
        <w:rPr>
          <w:rFonts w:hint="eastAsia"/>
          <w:rtl/>
        </w:rPr>
        <w:t>بيت</w:t>
      </w:r>
      <w:r>
        <w:rPr>
          <w:rtl/>
        </w:rPr>
        <w:t xml:space="preserve"> المال:16/10</w:t>
      </w:r>
    </w:p>
    <w:p w:rsidR="001F628F" w:rsidRDefault="001F628F" w:rsidP="00FB1713">
      <w:pPr>
        <w:pStyle w:val="libNormal"/>
        <w:rPr>
          <w:rtl/>
        </w:rPr>
      </w:pPr>
      <w:r>
        <w:rPr>
          <w:rFonts w:hint="eastAsia"/>
          <w:rtl/>
        </w:rPr>
        <w:t>بيٹي</w:t>
      </w:r>
      <w:r>
        <w:rPr>
          <w:rtl/>
        </w:rPr>
        <w:t>:_سے نفرت، 16/ 62; _ كى زندہ در گوري، 16/59; اس كى ناپسنديدگى ، 16/ 59</w:t>
      </w:r>
      <w:r>
        <w:rPr>
          <w:rFonts w:hint="eastAsia"/>
          <w:rtl/>
        </w:rPr>
        <w:t>نيز</w:t>
      </w:r>
      <w:r>
        <w:rPr>
          <w:rtl/>
        </w:rPr>
        <w:t xml:space="preserve"> ر_ك جاہليت، خدا ، لڑكى كا قتل، لوط</w:t>
      </w:r>
      <w:r w:rsidR="00367F17" w:rsidRPr="00367F17">
        <w:rPr>
          <w:rStyle w:val="libAlaemChar"/>
          <w:rtl/>
        </w:rPr>
        <w:t xml:space="preserve"> عليه‌السلام </w:t>
      </w:r>
      <w:r>
        <w:rPr>
          <w:rtl/>
        </w:rPr>
        <w:t xml:space="preserve"> اور مشركين</w:t>
      </w:r>
      <w:r w:rsidR="00FB1713">
        <w:rPr>
          <w:rFonts w:hint="cs"/>
          <w:rtl/>
        </w:rPr>
        <w:t xml:space="preserve"> </w:t>
      </w:r>
      <w:r>
        <w:rPr>
          <w:rFonts w:hint="eastAsia"/>
          <w:rtl/>
        </w:rPr>
        <w:t>بے</w:t>
      </w:r>
      <w:r>
        <w:rPr>
          <w:rtl/>
        </w:rPr>
        <w:t xml:space="preserve"> جا توقعات:15/ 8</w:t>
      </w:r>
    </w:p>
    <w:p w:rsidR="001F628F" w:rsidRDefault="001F628F" w:rsidP="00FB1713">
      <w:pPr>
        <w:pStyle w:val="libNormal"/>
        <w:rPr>
          <w:rtl/>
        </w:rPr>
      </w:pPr>
      <w:r>
        <w:rPr>
          <w:rFonts w:hint="eastAsia"/>
          <w:rtl/>
        </w:rPr>
        <w:t>بيٹا</w:t>
      </w:r>
      <w:r>
        <w:rPr>
          <w:rtl/>
        </w:rPr>
        <w:t>:</w:t>
      </w:r>
      <w:r>
        <w:rPr>
          <w:rFonts w:hint="eastAsia"/>
          <w:rtl/>
        </w:rPr>
        <w:t>ر</w:t>
      </w:r>
      <w:r>
        <w:rPr>
          <w:rtl/>
        </w:rPr>
        <w:t>_ك ابراہيم</w:t>
      </w:r>
      <w:r w:rsidR="00367F17" w:rsidRPr="00367F17">
        <w:rPr>
          <w:rStyle w:val="libAlaemChar"/>
          <w:rtl/>
        </w:rPr>
        <w:t xml:space="preserve"> عليه‌السلام </w:t>
      </w:r>
      <w:r>
        <w:rPr>
          <w:rtl/>
        </w:rPr>
        <w:t xml:space="preserve"> ، بنى اسرائيل اور علائق</w:t>
      </w:r>
    </w:p>
    <w:p w:rsidR="001F628F" w:rsidRDefault="001F628F" w:rsidP="00FB1713">
      <w:pPr>
        <w:pStyle w:val="libNormal"/>
        <w:rPr>
          <w:rtl/>
        </w:rPr>
      </w:pPr>
      <w:r>
        <w:rPr>
          <w:rFonts w:hint="eastAsia"/>
          <w:rtl/>
        </w:rPr>
        <w:t>بيٹے</w:t>
      </w:r>
      <w:r>
        <w:rPr>
          <w:rtl/>
        </w:rPr>
        <w:t xml:space="preserve"> سے محبت:</w:t>
      </w:r>
      <w:r>
        <w:rPr>
          <w:rFonts w:hint="eastAsia"/>
          <w:rtl/>
        </w:rPr>
        <w:t>ر</w:t>
      </w:r>
      <w:r>
        <w:rPr>
          <w:rtl/>
        </w:rPr>
        <w:t>_ك مشركين اور مشركين مكہ</w:t>
      </w:r>
    </w:p>
    <w:p w:rsidR="001F628F" w:rsidRDefault="001F628F" w:rsidP="00FB1713">
      <w:pPr>
        <w:pStyle w:val="libNormal"/>
        <w:rPr>
          <w:rtl/>
        </w:rPr>
      </w:pPr>
      <w:r>
        <w:rPr>
          <w:rFonts w:hint="eastAsia"/>
          <w:rtl/>
        </w:rPr>
        <w:t>برائت</w:t>
      </w:r>
      <w:r>
        <w:rPr>
          <w:rtl/>
        </w:rPr>
        <w:t>:</w:t>
      </w:r>
      <w:r>
        <w:rPr>
          <w:rFonts w:hint="eastAsia"/>
          <w:rtl/>
        </w:rPr>
        <w:t>ر</w:t>
      </w:r>
      <w:r>
        <w:rPr>
          <w:rtl/>
        </w:rPr>
        <w:t>_ك ابليس، شرك اور شيطان</w:t>
      </w:r>
    </w:p>
    <w:p w:rsidR="001F628F" w:rsidRDefault="001F628F" w:rsidP="00FB1713">
      <w:pPr>
        <w:pStyle w:val="libNormal"/>
        <w:rPr>
          <w:rtl/>
        </w:rPr>
      </w:pPr>
      <w:r>
        <w:rPr>
          <w:rFonts w:hint="eastAsia"/>
          <w:rtl/>
        </w:rPr>
        <w:t>بڑھاپا</w:t>
      </w:r>
      <w:r>
        <w:rPr>
          <w:rtl/>
        </w:rPr>
        <w:t>:_كے آثار ، 15/54،55، 16/70;_مي</w:t>
      </w:r>
      <w:r w:rsidR="00083993">
        <w:rPr>
          <w:rtl/>
        </w:rPr>
        <w:t xml:space="preserve">ں </w:t>
      </w:r>
      <w:r>
        <w:rPr>
          <w:rtl/>
        </w:rPr>
        <w:t>جہالت ، 16/70;_مي</w:t>
      </w:r>
      <w:r w:rsidR="00083993">
        <w:rPr>
          <w:rtl/>
        </w:rPr>
        <w:t xml:space="preserve">ں </w:t>
      </w:r>
      <w:r>
        <w:rPr>
          <w:rtl/>
        </w:rPr>
        <w:t>ضعف،16/70;_مي</w:t>
      </w:r>
      <w:r w:rsidR="00083993">
        <w:rPr>
          <w:rtl/>
        </w:rPr>
        <w:t xml:space="preserve">ں </w:t>
      </w:r>
      <w:r>
        <w:rPr>
          <w:rtl/>
        </w:rPr>
        <w:t>فراموشي، 16/70; _مي</w:t>
      </w:r>
      <w:r w:rsidR="00083993">
        <w:rPr>
          <w:rtl/>
        </w:rPr>
        <w:t xml:space="preserve">ں </w:t>
      </w:r>
      <w:r>
        <w:rPr>
          <w:rtl/>
        </w:rPr>
        <w:t>اولاد، 14/39، 15/ 54 ; اس سے تعجب ، 15/54، 56</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اميدوارى اور انسان</w:t>
      </w:r>
    </w:p>
    <w:p w:rsidR="001F628F" w:rsidRDefault="001F628F" w:rsidP="001F628F">
      <w:pPr>
        <w:pStyle w:val="libNormal"/>
        <w:rPr>
          <w:rtl/>
        </w:rPr>
      </w:pPr>
      <w:r>
        <w:rPr>
          <w:rFonts w:hint="eastAsia"/>
          <w:rtl/>
        </w:rPr>
        <w:t>بدكار</w:t>
      </w:r>
      <w:r>
        <w:rPr>
          <w:rtl/>
        </w:rPr>
        <w:t xml:space="preserve"> افراد:</w:t>
      </w:r>
    </w:p>
    <w:p w:rsidR="00FB1713" w:rsidRDefault="001E7F9D" w:rsidP="00F73EDE">
      <w:pPr>
        <w:pStyle w:val="libPoemTini"/>
        <w:rPr>
          <w:rtl/>
        </w:rPr>
      </w:pPr>
      <w:r>
        <w:rPr>
          <w:rtl/>
        </w:rPr>
        <w:br w:type="page"/>
      </w:r>
    </w:p>
    <w:p w:rsidR="001F628F" w:rsidRDefault="001F628F" w:rsidP="00FB1713">
      <w:pPr>
        <w:pStyle w:val="libNormal"/>
        <w:rPr>
          <w:rtl/>
        </w:rPr>
      </w:pPr>
      <w:r>
        <w:rPr>
          <w:rtl/>
        </w:rPr>
        <w:lastRenderedPageBreak/>
        <w:t>_كى مغفرت، 16/119; _پر اتمام حجت، 16/48; _كو انذار ، 16/47;_كا خوف، 16/47; _ كا عذاب،16/45; اس كا حتمى ہونا، 16/45، 46; ان كا دنياوى عذاب ، 16/47; _كى ہلاكت، 16/47; ان كى ہلاكت تدريجى ، 16/47</w:t>
      </w:r>
    </w:p>
    <w:p w:rsidR="001F628F" w:rsidRDefault="001F628F" w:rsidP="00FB1713">
      <w:pPr>
        <w:pStyle w:val="libNormal"/>
        <w:rPr>
          <w:rtl/>
        </w:rPr>
      </w:pPr>
      <w:r>
        <w:rPr>
          <w:rFonts w:hint="eastAsia"/>
          <w:rtl/>
        </w:rPr>
        <w:t>بدن</w:t>
      </w:r>
      <w:r>
        <w:rPr>
          <w:rtl/>
        </w:rPr>
        <w:t>:_بہشت مي</w:t>
      </w:r>
      <w:r w:rsidR="00083993">
        <w:rPr>
          <w:rtl/>
        </w:rPr>
        <w:t xml:space="preserve">ں </w:t>
      </w:r>
      <w:r>
        <w:rPr>
          <w:rtl/>
        </w:rPr>
        <w:t>، 15/47; اس كى خلقت، 15/29; _مي</w:t>
      </w:r>
      <w:r w:rsidR="00083993">
        <w:rPr>
          <w:rtl/>
        </w:rPr>
        <w:t xml:space="preserve">ں </w:t>
      </w:r>
      <w:r>
        <w:rPr>
          <w:rtl/>
        </w:rPr>
        <w:t>موثرعوامل، 16/58</w:t>
      </w:r>
      <w:r>
        <w:rPr>
          <w:rFonts w:hint="eastAsia"/>
          <w:rtl/>
        </w:rPr>
        <w:t>نيز</w:t>
      </w:r>
      <w:r>
        <w:rPr>
          <w:rtl/>
        </w:rPr>
        <w:t xml:space="preserve"> ر_ك انسان</w:t>
      </w:r>
    </w:p>
    <w:p w:rsidR="001F628F" w:rsidRDefault="001F628F" w:rsidP="00FB1713">
      <w:pPr>
        <w:pStyle w:val="libNormal"/>
        <w:rPr>
          <w:rtl/>
        </w:rPr>
      </w:pPr>
      <w:r>
        <w:rPr>
          <w:rFonts w:hint="eastAsia"/>
          <w:rtl/>
        </w:rPr>
        <w:t>بھائي</w:t>
      </w:r>
      <w:r>
        <w:rPr>
          <w:rtl/>
        </w:rPr>
        <w:t xml:space="preserve"> چارگي:_كے عوامل،15/47</w:t>
      </w:r>
    </w:p>
    <w:p w:rsidR="001F628F" w:rsidRDefault="001F628F" w:rsidP="00FB1713">
      <w:pPr>
        <w:pStyle w:val="libNormal"/>
        <w:rPr>
          <w:rtl/>
        </w:rPr>
      </w:pPr>
      <w:r>
        <w:rPr>
          <w:rFonts w:hint="eastAsia"/>
          <w:rtl/>
        </w:rPr>
        <w:t>برترى</w:t>
      </w:r>
      <w:r>
        <w:rPr>
          <w:rtl/>
        </w:rPr>
        <w:t xml:space="preserve"> كى خواہش:</w:t>
      </w:r>
      <w:r>
        <w:rPr>
          <w:rFonts w:hint="eastAsia"/>
          <w:rtl/>
        </w:rPr>
        <w:t>ر</w:t>
      </w:r>
      <w:r>
        <w:rPr>
          <w:rtl/>
        </w:rPr>
        <w:t>_ك مشركين</w:t>
      </w:r>
    </w:p>
    <w:p w:rsidR="001F628F" w:rsidRDefault="001F628F" w:rsidP="00FB1713">
      <w:pPr>
        <w:pStyle w:val="libNormal"/>
        <w:rPr>
          <w:rtl/>
        </w:rPr>
      </w:pPr>
      <w:r>
        <w:rPr>
          <w:rFonts w:hint="eastAsia"/>
          <w:rtl/>
        </w:rPr>
        <w:t>برگزيد</w:t>
      </w:r>
      <w:r>
        <w:rPr>
          <w:rtl/>
        </w:rPr>
        <w:t xml:space="preserve"> گى :_كا معيار ، 16/121</w:t>
      </w: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w:t>
      </w:r>
      <w:r w:rsidR="003D0BA1">
        <w:rPr>
          <w:rtl/>
        </w:rPr>
        <w:t>انبياء</w:t>
      </w:r>
      <w:r>
        <w:rPr>
          <w:rtl/>
        </w:rPr>
        <w:t>، برگزيدہ افراد، شرك كرنے والے ، صبر كرنے والے اور عمل</w:t>
      </w:r>
    </w:p>
    <w:p w:rsidR="001F628F" w:rsidRDefault="001F628F" w:rsidP="00FB1713">
      <w:pPr>
        <w:pStyle w:val="libNormal"/>
        <w:rPr>
          <w:rtl/>
        </w:rPr>
      </w:pPr>
      <w:r>
        <w:rPr>
          <w:rFonts w:hint="eastAsia"/>
          <w:rtl/>
        </w:rPr>
        <w:t>برہان</w:t>
      </w:r>
      <w:r>
        <w:rPr>
          <w:rtl/>
        </w:rPr>
        <w:t>:_ان 14/10; _عقلى ، اس كى اہميت ، 16/125</w:t>
      </w:r>
      <w:r>
        <w:rPr>
          <w:rFonts w:hint="eastAsia"/>
          <w:rtl/>
        </w:rPr>
        <w:t>نيز</w:t>
      </w:r>
      <w:r>
        <w:rPr>
          <w:rtl/>
        </w:rPr>
        <w:t xml:space="preserve"> ر_ك انبياء ، تبليغ اور دعوت</w:t>
      </w:r>
    </w:p>
    <w:p w:rsidR="001F628F" w:rsidRDefault="001F628F" w:rsidP="00FB1713">
      <w:pPr>
        <w:pStyle w:val="libNormal"/>
        <w:rPr>
          <w:rtl/>
        </w:rPr>
      </w:pPr>
      <w:r>
        <w:rPr>
          <w:rFonts w:hint="eastAsia"/>
          <w:rtl/>
        </w:rPr>
        <w:t>بسملہ</w:t>
      </w:r>
      <w:r>
        <w:rPr>
          <w:rtl/>
        </w:rPr>
        <w:t>:_كے آثار ، 16/98</w:t>
      </w:r>
    </w:p>
    <w:p w:rsidR="001F628F" w:rsidRDefault="001F628F" w:rsidP="00FB1713">
      <w:pPr>
        <w:pStyle w:val="libNormal"/>
        <w:rPr>
          <w:rtl/>
        </w:rPr>
      </w:pPr>
      <w:r>
        <w:rPr>
          <w:rFonts w:hint="eastAsia"/>
          <w:rtl/>
        </w:rPr>
        <w:t>بشارت</w:t>
      </w:r>
      <w:r>
        <w:rPr>
          <w:rtl/>
        </w:rPr>
        <w:t>:</w:t>
      </w:r>
      <w:r>
        <w:rPr>
          <w:rFonts w:hint="eastAsia"/>
          <w:rtl/>
        </w:rPr>
        <w:t>بے</w:t>
      </w:r>
      <w:r>
        <w:rPr>
          <w:rtl/>
        </w:rPr>
        <w:t xml:space="preserve"> اولاد افراد كو _، 15/55; پاداش كى _،14/7; سرور كى _، 16/32; سلامتى كي_ ،16/32; عالم بيٹے كى _15/53; بيٹے كى ولادت كى _، 16/58; _كے عوامل ، 16/89</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 ع مي</w:t>
      </w:r>
      <w:r w:rsidR="00083993">
        <w:rPr>
          <w:rtl/>
        </w:rPr>
        <w:t xml:space="preserve">ں </w:t>
      </w:r>
      <w:r>
        <w:rPr>
          <w:rtl/>
        </w:rPr>
        <w:t>تحقيق كى جائے</w:t>
      </w:r>
    </w:p>
    <w:p w:rsidR="001F628F" w:rsidRDefault="001F628F" w:rsidP="00FB1713">
      <w:pPr>
        <w:pStyle w:val="libNormal"/>
        <w:rPr>
          <w:rtl/>
        </w:rPr>
      </w:pPr>
      <w:r>
        <w:rPr>
          <w:rFonts w:hint="eastAsia"/>
          <w:rtl/>
        </w:rPr>
        <w:t>بشر</w:t>
      </w:r>
      <w:r>
        <w:rPr>
          <w:rtl/>
        </w:rPr>
        <w:t>:</w:t>
      </w:r>
      <w:r>
        <w:rPr>
          <w:rFonts w:hint="eastAsia"/>
          <w:rtl/>
        </w:rPr>
        <w:t>ر</w:t>
      </w:r>
      <w:r>
        <w:rPr>
          <w:rtl/>
        </w:rPr>
        <w:t xml:space="preserve">_ك </w:t>
      </w:r>
      <w:r w:rsidR="003D0BA1">
        <w:rPr>
          <w:rtl/>
        </w:rPr>
        <w:t>انبياء</w:t>
      </w:r>
      <w:r>
        <w:rPr>
          <w:rtl/>
        </w:rPr>
        <w:t>، انسان، كفار مكہ، مشركين مكہ، نبوت اور وحي</w:t>
      </w:r>
    </w:p>
    <w:p w:rsidR="001F628F" w:rsidRDefault="001F628F" w:rsidP="00FB1713">
      <w:pPr>
        <w:pStyle w:val="libNormal"/>
        <w:rPr>
          <w:rtl/>
        </w:rPr>
      </w:pPr>
      <w:r>
        <w:rPr>
          <w:rFonts w:hint="eastAsia"/>
          <w:rtl/>
        </w:rPr>
        <w:t>بيٹى</w:t>
      </w:r>
      <w:r>
        <w:rPr>
          <w:rtl/>
        </w:rPr>
        <w:t xml:space="preserve"> كا قتل:_ كا ظلم ، 16/ 61</w:t>
      </w:r>
      <w:r>
        <w:rPr>
          <w:rFonts w:hint="eastAsia"/>
          <w:rtl/>
        </w:rPr>
        <w:t>نيز</w:t>
      </w:r>
      <w:r>
        <w:rPr>
          <w:rtl/>
        </w:rPr>
        <w:t xml:space="preserve"> ر_ك جاہليت</w:t>
      </w:r>
    </w:p>
    <w:p w:rsidR="001F628F" w:rsidRDefault="001F628F" w:rsidP="00FB1713">
      <w:pPr>
        <w:pStyle w:val="libNormal"/>
        <w:rPr>
          <w:rtl/>
        </w:rPr>
      </w:pPr>
      <w:r>
        <w:rPr>
          <w:rFonts w:hint="eastAsia"/>
          <w:rtl/>
        </w:rPr>
        <w:t>بصيرت</w:t>
      </w:r>
      <w:r>
        <w:rPr>
          <w:rtl/>
        </w:rPr>
        <w:t>:_ كى قدر و قيمت، 15/72; اہل_اور موجودات كے رنگ كا تنوع، 16/13</w:t>
      </w:r>
    </w:p>
    <w:p w:rsidR="001F628F" w:rsidRDefault="001F628F" w:rsidP="00FB1713">
      <w:pPr>
        <w:pStyle w:val="libNormal"/>
        <w:rPr>
          <w:rtl/>
        </w:rPr>
      </w:pPr>
      <w:r>
        <w:rPr>
          <w:rFonts w:hint="eastAsia"/>
          <w:rtl/>
        </w:rPr>
        <w:t>بعثت</w:t>
      </w:r>
      <w:r>
        <w:rPr>
          <w:rtl/>
        </w:rPr>
        <w:t>:</w:t>
      </w:r>
      <w:r>
        <w:rPr>
          <w:rFonts w:hint="eastAsia"/>
          <w:rtl/>
        </w:rPr>
        <w:t>ر</w:t>
      </w:r>
      <w:r>
        <w:rPr>
          <w:rtl/>
        </w:rPr>
        <w:t xml:space="preserve">_ك </w:t>
      </w:r>
      <w:r w:rsidR="003D0BA1">
        <w:rPr>
          <w:rtl/>
        </w:rPr>
        <w:t>انبياء</w:t>
      </w:r>
      <w:r>
        <w:rPr>
          <w:rtl/>
        </w:rPr>
        <w:t>، حضرت محمد</w:t>
      </w:r>
      <w:r w:rsidR="00F031CD" w:rsidRPr="00F031CD">
        <w:rPr>
          <w:rStyle w:val="libAlaemChar"/>
          <w:rtl/>
        </w:rPr>
        <w:t xml:space="preserve"> صلى‌الله‌عليه‌وآله‌وسلم </w:t>
      </w:r>
      <w:r>
        <w:rPr>
          <w:rtl/>
        </w:rPr>
        <w:t xml:space="preserve"> اور لوگ</w:t>
      </w:r>
    </w:p>
    <w:p w:rsidR="001F628F" w:rsidRDefault="001F628F" w:rsidP="00FB1713">
      <w:pPr>
        <w:pStyle w:val="libNormal"/>
        <w:rPr>
          <w:rtl/>
        </w:rPr>
      </w:pPr>
      <w:r>
        <w:rPr>
          <w:rFonts w:hint="eastAsia"/>
          <w:rtl/>
        </w:rPr>
        <w:t>بلائي</w:t>
      </w:r>
      <w:r w:rsidR="00083993">
        <w:rPr>
          <w:rFonts w:hint="eastAsia"/>
          <w:rtl/>
        </w:rPr>
        <w:t xml:space="preserve">ں </w:t>
      </w:r>
      <w:r>
        <w:rPr>
          <w:rtl/>
        </w:rPr>
        <w:t>:</w:t>
      </w:r>
      <w:r>
        <w:rPr>
          <w:rFonts w:hint="eastAsia"/>
          <w:rtl/>
        </w:rPr>
        <w:t>معاشرتي</w:t>
      </w:r>
      <w:r>
        <w:rPr>
          <w:rtl/>
        </w:rPr>
        <w:t>_،16/112; طبيعي_، ان كا سبب، 15/4</w:t>
      </w:r>
      <w:r>
        <w:rPr>
          <w:rFonts w:hint="eastAsia"/>
          <w:rtl/>
        </w:rPr>
        <w:t>بندگان</w:t>
      </w:r>
      <w:r>
        <w:rPr>
          <w:rtl/>
        </w:rPr>
        <w:t xml:space="preserve"> خدا:15/45;_كاگمراہ نہ ہونا ، 15/40، 41; _كا تقرّب، 14/31;_كى دعوت، 14/31; _كى كمى ، 15/40; _ كى مصونيت، 15/42;_ كى نشانيا</w:t>
      </w:r>
      <w:r w:rsidR="00083993">
        <w:rPr>
          <w:rtl/>
        </w:rPr>
        <w:t xml:space="preserve">ں </w:t>
      </w:r>
      <w:r>
        <w:rPr>
          <w:rtl/>
        </w:rPr>
        <w:t>، 14/31</w:t>
      </w:r>
    </w:p>
    <w:p w:rsidR="001F628F" w:rsidRDefault="001F628F" w:rsidP="00FB1713">
      <w:pPr>
        <w:pStyle w:val="libNormal"/>
        <w:rPr>
          <w:rtl/>
        </w:rPr>
      </w:pPr>
      <w:r>
        <w:rPr>
          <w:rFonts w:hint="eastAsia"/>
          <w:rtl/>
        </w:rPr>
        <w:t>بندگى</w:t>
      </w:r>
      <w:r>
        <w:rPr>
          <w:rtl/>
        </w:rPr>
        <w:t xml:space="preserve"> :</w:t>
      </w:r>
      <w:r>
        <w:rPr>
          <w:rFonts w:hint="eastAsia"/>
          <w:rtl/>
        </w:rPr>
        <w:t>ر</w:t>
      </w:r>
      <w:r>
        <w:rPr>
          <w:rtl/>
        </w:rPr>
        <w:t>_ك عبوديت</w:t>
      </w:r>
    </w:p>
    <w:p w:rsidR="00FB1713" w:rsidRDefault="001E7F9D" w:rsidP="00F73EDE">
      <w:pPr>
        <w:pStyle w:val="libPoemTini"/>
        <w:rPr>
          <w:rtl/>
        </w:rPr>
      </w:pPr>
      <w:r>
        <w:rPr>
          <w:rtl/>
        </w:rPr>
        <w:br w:type="page"/>
      </w:r>
    </w:p>
    <w:p w:rsidR="001F628F" w:rsidRDefault="001F628F" w:rsidP="00FB1713">
      <w:pPr>
        <w:pStyle w:val="libNormal"/>
        <w:rPr>
          <w:rtl/>
        </w:rPr>
      </w:pPr>
      <w:r>
        <w:rPr>
          <w:rFonts w:hint="eastAsia"/>
          <w:rtl/>
        </w:rPr>
        <w:lastRenderedPageBreak/>
        <w:t>بنى</w:t>
      </w:r>
      <w:r>
        <w:rPr>
          <w:rtl/>
        </w:rPr>
        <w:t xml:space="preserve"> اسرائيل:_كى تاريخ سے آشنائي، 14/9;_ كا امتحان، 14/6;_كى اذيت، 14/6;_كى آزما</w:t>
      </w:r>
      <w:r w:rsidR="009F604A">
        <w:rPr>
          <w:rtl/>
        </w:rPr>
        <w:t>ئش</w:t>
      </w:r>
      <w:r>
        <w:rPr>
          <w:rtl/>
        </w:rPr>
        <w:t xml:space="preserve">، 14/ 6 ; _ اور قوم ثمود كى تاريخ، 14/9; _اور قوم عاد كى تاريخ ، 14/ 9; _اور قوم نوح كى تاريخ ، 14/9; _كى غلط فكر ، 14/8; _كے بيٹے ، ان كا قتل ، 14/6;_كى تاريخ، 14/6;_كو تذكر ، 14/9;_كو </w:t>
      </w:r>
      <w:r>
        <w:rPr>
          <w:rFonts w:hint="eastAsia"/>
          <w:rtl/>
        </w:rPr>
        <w:t>تاكيد</w:t>
      </w:r>
      <w:r>
        <w:rPr>
          <w:rtl/>
        </w:rPr>
        <w:t xml:space="preserve"> ، 14/7;_كى خواتين، ان كا حيائ، 14/6 ; _ كى سرزنش، 14/9;_كا شكنجہ، 14/8; _سے عبرت نہ لينا، 14/9; _كا كفر، 14/8; كى گمراہي، 14/5; _ كى نجات، 14/6،7; اس كے عوامل ، 14/6;_كى نعمتي</w:t>
      </w:r>
      <w:r w:rsidR="00083993">
        <w:rPr>
          <w:rtl/>
        </w:rPr>
        <w:t xml:space="preserve">ں </w:t>
      </w:r>
      <w:r>
        <w:rPr>
          <w:rtl/>
        </w:rPr>
        <w:t>، 14/6،7;_كو نہي، 14/8;_ كى ہدايت، 14/5;_اس كى اہميت،14/5</w:t>
      </w:r>
      <w:r>
        <w:rPr>
          <w:rFonts w:hint="eastAsia"/>
          <w:rtl/>
        </w:rPr>
        <w:t>ينز</w:t>
      </w:r>
      <w:r>
        <w:rPr>
          <w:rtl/>
        </w:rPr>
        <w:t xml:space="preserve"> ر_ك ، تذكر، ذكر ، حضرت محمد</w:t>
      </w:r>
      <w:r w:rsidR="00F031CD" w:rsidRPr="00F031CD">
        <w:rPr>
          <w:rStyle w:val="libAlaemChar"/>
          <w:rtl/>
        </w:rPr>
        <w:t xml:space="preserve"> صلى‌الله‌عليه‌وآله‌وسلم </w:t>
      </w:r>
      <w:r>
        <w:rPr>
          <w:rtl/>
        </w:rPr>
        <w:t xml:space="preserve"> اور موسي</w:t>
      </w:r>
      <w:r w:rsidR="00367F17" w:rsidRPr="00367F17">
        <w:rPr>
          <w:rStyle w:val="libAlaemChar"/>
          <w:rtl/>
        </w:rPr>
        <w:t xml:space="preserve"> عليه‌السلام </w:t>
      </w:r>
    </w:p>
    <w:p w:rsidR="001F628F" w:rsidRDefault="001F628F" w:rsidP="00FB1713">
      <w:pPr>
        <w:pStyle w:val="libNormal"/>
        <w:rPr>
          <w:rtl/>
        </w:rPr>
      </w:pPr>
      <w:r>
        <w:rPr>
          <w:rFonts w:hint="eastAsia"/>
          <w:rtl/>
        </w:rPr>
        <w:t>بہشت</w:t>
      </w:r>
      <w:r>
        <w:rPr>
          <w:rtl/>
        </w:rPr>
        <w:t>:_كے باغات،15/45; ان كا تعدّد، 14/23، 16/31 ; ان كا تنوع، 15/45; _ كے تخت، 15/47;_مي</w:t>
      </w:r>
      <w:r w:rsidR="00083993">
        <w:rPr>
          <w:rtl/>
        </w:rPr>
        <w:t xml:space="preserve">ں </w:t>
      </w:r>
      <w:r>
        <w:rPr>
          <w:rtl/>
        </w:rPr>
        <w:t>ہميشہ رہنے والے ،14/23 ، 15/48،16/31;_ كى جاودانيت، اس كے شرائط 14/23، اس كے عوامل، 14/23; _كے چشمے ، 15/45; ان كا تنوع، 15/45;_ كے درخت، 14/23; كى طرف دعوت، 15/46 ، 16/32; _ مي</w:t>
      </w:r>
      <w:r w:rsidR="00083993">
        <w:rPr>
          <w:rtl/>
        </w:rPr>
        <w:t xml:space="preserve">ں </w:t>
      </w:r>
      <w:r>
        <w:rPr>
          <w:rtl/>
        </w:rPr>
        <w:t>كينہ كى برطرفي، 15/47; _كى صفات، 14/23، 16/ 31;_كے اسباب، 14/23 ،15/ 45 ، 16/31، 32; _ كى نعمتي</w:t>
      </w:r>
      <w:r w:rsidR="00083993">
        <w:rPr>
          <w:rtl/>
        </w:rPr>
        <w:t xml:space="preserve">ں </w:t>
      </w:r>
      <w:r>
        <w:rPr>
          <w:rtl/>
        </w:rPr>
        <w:t>، 15/45، 16/31; اس كى مادى نعمتي</w:t>
      </w:r>
      <w:r w:rsidR="00083993">
        <w:rPr>
          <w:rtl/>
        </w:rPr>
        <w:t xml:space="preserve">ں </w:t>
      </w:r>
      <w:r>
        <w:rPr>
          <w:rtl/>
        </w:rPr>
        <w:t>، 15/48; اس كى معنوى نعمتي</w:t>
      </w:r>
      <w:r w:rsidR="00083993">
        <w:rPr>
          <w:rtl/>
        </w:rPr>
        <w:t xml:space="preserve">ں </w:t>
      </w:r>
      <w:r>
        <w:rPr>
          <w:rtl/>
        </w:rPr>
        <w:t>، 15/48;_كى نہرين، 14/32، 16/31</w:t>
      </w:r>
    </w:p>
    <w:p w:rsidR="001F628F" w:rsidRDefault="001F628F" w:rsidP="001F628F">
      <w:pPr>
        <w:pStyle w:val="libNormal"/>
        <w:rPr>
          <w:rtl/>
        </w:rPr>
      </w:pPr>
      <w:r>
        <w:rPr>
          <w:rFonts w:hint="eastAsia"/>
          <w:rtl/>
        </w:rPr>
        <w:t>نيزر</w:t>
      </w:r>
      <w:r>
        <w:rPr>
          <w:rtl/>
        </w:rPr>
        <w:t>_ك: بدن، اہل بہشت، تذكر، مومنين، متقين اور مشركين</w:t>
      </w:r>
    </w:p>
    <w:p w:rsidR="001F628F" w:rsidRDefault="001F628F" w:rsidP="00FB1713">
      <w:pPr>
        <w:pStyle w:val="libNormal"/>
        <w:rPr>
          <w:rtl/>
        </w:rPr>
      </w:pPr>
      <w:r>
        <w:rPr>
          <w:rFonts w:hint="eastAsia"/>
          <w:rtl/>
        </w:rPr>
        <w:t>اہل</w:t>
      </w:r>
      <w:r>
        <w:rPr>
          <w:rtl/>
        </w:rPr>
        <w:t xml:space="preserve"> بہشت:14/23،15/45،46،16/324;_كى آسا</w:t>
      </w:r>
      <w:r w:rsidR="009F604A">
        <w:rPr>
          <w:rtl/>
        </w:rPr>
        <w:t>ئش</w:t>
      </w:r>
      <w:r>
        <w:rPr>
          <w:rtl/>
        </w:rPr>
        <w:t xml:space="preserve"> ، 15/47،48; _كابرتاؤ ، اس كا طريقہ، 14/23;_كى محفل، 15/47; _اور كينہ، 15/47;_ كا تحيت و سلام، 14/23;_ كى خواہشات ، ان كى اجابت، 16/31;_ كا رفاہ، 15/48 ; _كے تعلقات، 14/23; _كو سلام، 14/23;_كا سلام ، 14/23;_كى محبت، 14/23</w:t>
      </w:r>
      <w:r>
        <w:rPr>
          <w:rFonts w:hint="eastAsia"/>
          <w:rtl/>
        </w:rPr>
        <w:t>نيز</w:t>
      </w:r>
      <w:r>
        <w:rPr>
          <w:rtl/>
        </w:rPr>
        <w:t xml:space="preserve"> ر_ك بہشت</w:t>
      </w:r>
    </w:p>
    <w:p w:rsidR="001F628F" w:rsidRDefault="001F628F" w:rsidP="00FB1713">
      <w:pPr>
        <w:pStyle w:val="libNormal"/>
        <w:rPr>
          <w:rtl/>
        </w:rPr>
      </w:pPr>
      <w:r>
        <w:rPr>
          <w:rFonts w:hint="eastAsia"/>
          <w:rtl/>
        </w:rPr>
        <w:t>بے</w:t>
      </w:r>
      <w:r>
        <w:rPr>
          <w:rtl/>
        </w:rPr>
        <w:t xml:space="preserve"> تقوي:</w:t>
      </w:r>
      <w:r>
        <w:rPr>
          <w:rFonts w:hint="eastAsia"/>
          <w:rtl/>
        </w:rPr>
        <w:t>ر</w:t>
      </w:r>
      <w:r>
        <w:rPr>
          <w:rtl/>
        </w:rPr>
        <w:t>_ك تقو</w:t>
      </w:r>
    </w:p>
    <w:p w:rsidR="001F628F" w:rsidRDefault="001F628F" w:rsidP="00FB1713">
      <w:pPr>
        <w:pStyle w:val="libNormal"/>
        <w:rPr>
          <w:rtl/>
        </w:rPr>
      </w:pPr>
      <w:r>
        <w:rPr>
          <w:rFonts w:hint="eastAsia"/>
          <w:rtl/>
        </w:rPr>
        <w:t>بے</w:t>
      </w:r>
      <w:r>
        <w:rPr>
          <w:rtl/>
        </w:rPr>
        <w:t xml:space="preserve"> ديني:_كے آثار ، 16/88</w:t>
      </w:r>
    </w:p>
    <w:p w:rsidR="001F628F" w:rsidRDefault="001F628F" w:rsidP="00FB1713">
      <w:pPr>
        <w:pStyle w:val="libNormal"/>
        <w:rPr>
          <w:rtl/>
        </w:rPr>
      </w:pPr>
      <w:r>
        <w:rPr>
          <w:rFonts w:hint="eastAsia"/>
          <w:rtl/>
        </w:rPr>
        <w:t>خوف</w:t>
      </w:r>
      <w:r>
        <w:rPr>
          <w:rtl/>
        </w:rPr>
        <w:t>:</w:t>
      </w:r>
      <w:r>
        <w:rPr>
          <w:rFonts w:hint="eastAsia"/>
          <w:rtl/>
        </w:rPr>
        <w:t>ر</w:t>
      </w:r>
      <w:r>
        <w:rPr>
          <w:rtl/>
        </w:rPr>
        <w:t>_ك خوف</w:t>
      </w:r>
    </w:p>
    <w:p w:rsidR="001F628F" w:rsidRDefault="001F628F" w:rsidP="00FB1713">
      <w:pPr>
        <w:pStyle w:val="libNormal"/>
        <w:rPr>
          <w:rtl/>
        </w:rPr>
      </w:pPr>
      <w:r>
        <w:rPr>
          <w:rFonts w:hint="eastAsia"/>
          <w:rtl/>
        </w:rPr>
        <w:t>بيماري</w:t>
      </w:r>
      <w:r>
        <w:rPr>
          <w:rtl/>
        </w:rPr>
        <w:t>:_كى شفائ، اس كے عوامل، 16/69نيز ر_ك قلب</w:t>
      </w:r>
    </w:p>
    <w:p w:rsidR="001F628F" w:rsidRDefault="001F628F" w:rsidP="00FB1713">
      <w:pPr>
        <w:pStyle w:val="libNormal"/>
        <w:rPr>
          <w:rtl/>
        </w:rPr>
      </w:pPr>
      <w:r>
        <w:rPr>
          <w:rFonts w:hint="eastAsia"/>
          <w:rtl/>
        </w:rPr>
        <w:t>بينائي</w:t>
      </w:r>
      <w:r>
        <w:rPr>
          <w:rtl/>
        </w:rPr>
        <w:t>:_ كى اہميت، 16/78;_ كا نقش،16/78</w:t>
      </w:r>
      <w:r>
        <w:rPr>
          <w:rFonts w:hint="eastAsia"/>
          <w:rtl/>
        </w:rPr>
        <w:t>ر</w:t>
      </w:r>
      <w:r>
        <w:rPr>
          <w:rtl/>
        </w:rPr>
        <w:t>_ك نعمت اور نوزاد</w:t>
      </w:r>
    </w:p>
    <w:p w:rsidR="001F628F" w:rsidRDefault="001F628F" w:rsidP="00FB1713">
      <w:pPr>
        <w:pStyle w:val="Heading2Center"/>
        <w:rPr>
          <w:rtl/>
        </w:rPr>
      </w:pPr>
      <w:bookmarkStart w:id="282" w:name="_Toc28081960"/>
      <w:r>
        <w:rPr>
          <w:rtl/>
        </w:rPr>
        <w:t>''پ''</w:t>
      </w:r>
      <w:bookmarkEnd w:id="282"/>
    </w:p>
    <w:p w:rsidR="001F628F" w:rsidRDefault="001F628F" w:rsidP="001F628F">
      <w:pPr>
        <w:pStyle w:val="libNormal"/>
        <w:rPr>
          <w:rtl/>
        </w:rPr>
      </w:pPr>
      <w:r>
        <w:rPr>
          <w:rFonts w:hint="eastAsia"/>
          <w:rtl/>
        </w:rPr>
        <w:t>پاداش</w:t>
      </w:r>
      <w:r>
        <w:rPr>
          <w:rtl/>
        </w:rPr>
        <w:t>:</w:t>
      </w:r>
    </w:p>
    <w:p w:rsidR="00FB1713" w:rsidRDefault="001E7F9D" w:rsidP="00F73EDE">
      <w:pPr>
        <w:pStyle w:val="libPoemTini"/>
        <w:rPr>
          <w:rtl/>
        </w:rPr>
      </w:pPr>
      <w:r>
        <w:rPr>
          <w:rtl/>
        </w:rPr>
        <w:br w:type="page"/>
      </w:r>
    </w:p>
    <w:p w:rsidR="001F628F" w:rsidRDefault="001F628F" w:rsidP="00FB1713">
      <w:pPr>
        <w:pStyle w:val="libNormal"/>
        <w:rPr>
          <w:rtl/>
        </w:rPr>
      </w:pPr>
      <w:r>
        <w:rPr>
          <w:rtl/>
        </w:rPr>
        <w:lastRenderedPageBreak/>
        <w:t>_سے استفادہ، 16/97;_اخروي، 16/41; اس كى قدر و قيمت، 16/30;اس كے عوامل، 14/51، 16/97; _دنياوى ، اس كى قدر و قيمت، 16/30; _ مادّى اس كا وعدہ، 14/10; _معنوى ، اس كا وعدہ، 14/10;عمل كے متناسب_ ،14/51;_كا سبب، 14/51، 15/93;_كے عوامل ، 14/51، 16/96 ، 97; _كے مرا</w:t>
      </w:r>
      <w:r>
        <w:rPr>
          <w:rFonts w:hint="eastAsia"/>
          <w:rtl/>
        </w:rPr>
        <w:t>تب،</w:t>
      </w:r>
      <w:r>
        <w:rPr>
          <w:rtl/>
        </w:rPr>
        <w:t xml:space="preserve"> 16/41، 96; _كا سرچشمہ، 16/52;_كے اسباب ، 16/41</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جائي</w:t>
      </w:r>
    </w:p>
    <w:p w:rsidR="001F628F" w:rsidRDefault="001F628F" w:rsidP="00FB1713">
      <w:pPr>
        <w:pStyle w:val="libNormal"/>
        <w:rPr>
          <w:rtl/>
        </w:rPr>
      </w:pPr>
      <w:r>
        <w:rPr>
          <w:rFonts w:hint="eastAsia"/>
          <w:rtl/>
        </w:rPr>
        <w:t>پاكيزگي</w:t>
      </w:r>
      <w:r>
        <w:rPr>
          <w:rtl/>
        </w:rPr>
        <w:t>:_كے آثار ، 15/59;_كى نشانيا</w:t>
      </w:r>
      <w:r w:rsidR="00083993">
        <w:rPr>
          <w:rtl/>
        </w:rPr>
        <w:t xml:space="preserve">ں </w:t>
      </w:r>
      <w:r>
        <w:rPr>
          <w:rtl/>
        </w:rPr>
        <w:t>، 15/60</w:t>
      </w:r>
      <w:r>
        <w:rPr>
          <w:rFonts w:hint="eastAsia"/>
          <w:rtl/>
        </w:rPr>
        <w:t>نيز</w:t>
      </w:r>
      <w:r>
        <w:rPr>
          <w:rtl/>
        </w:rPr>
        <w:t xml:space="preserve"> ر_ك پاكيزہ افراد اور لوط</w:t>
      </w:r>
      <w:r w:rsidR="00367F17" w:rsidRPr="00367F17">
        <w:rPr>
          <w:rStyle w:val="libAlaemChar"/>
          <w:rtl/>
        </w:rPr>
        <w:t xml:space="preserve"> عليه‌السلام </w:t>
      </w:r>
    </w:p>
    <w:p w:rsidR="001F628F" w:rsidRDefault="001F628F" w:rsidP="00FB1713">
      <w:pPr>
        <w:pStyle w:val="libNormal"/>
        <w:rPr>
          <w:rtl/>
        </w:rPr>
      </w:pPr>
      <w:r>
        <w:rPr>
          <w:rFonts w:hint="eastAsia"/>
          <w:rtl/>
        </w:rPr>
        <w:t>پاني</w:t>
      </w:r>
      <w:r>
        <w:rPr>
          <w:rtl/>
        </w:rPr>
        <w:t>:_سے استفادہ ،16/10; _كے فوائد ،14/32 ، 16/11،65; _كے منابع ،14/32، 15/22 ، 16/10،65;پينے كا_، اس كے منابع ، 15/ 22</w:t>
      </w:r>
      <w:r>
        <w:rPr>
          <w:rFonts w:hint="eastAsia"/>
          <w:rtl/>
        </w:rPr>
        <w:t>نيز</w:t>
      </w:r>
      <w:r>
        <w:rPr>
          <w:rtl/>
        </w:rPr>
        <w:t xml:space="preserve"> ر_ك بادل اورانگور</w:t>
      </w:r>
    </w:p>
    <w:p w:rsidR="001F628F" w:rsidRDefault="001F628F" w:rsidP="00FB1713">
      <w:pPr>
        <w:pStyle w:val="libNormal"/>
        <w:rPr>
          <w:rtl/>
        </w:rPr>
      </w:pPr>
      <w:r>
        <w:rPr>
          <w:rFonts w:hint="eastAsia"/>
          <w:rtl/>
        </w:rPr>
        <w:t>پرہيز</w:t>
      </w:r>
      <w:r>
        <w:rPr>
          <w:rtl/>
        </w:rPr>
        <w:t xml:space="preserve"> گار افراد:</w:t>
      </w:r>
      <w:r>
        <w:rPr>
          <w:rFonts w:hint="eastAsia"/>
          <w:rtl/>
        </w:rPr>
        <w:t>ر</w:t>
      </w:r>
      <w:r>
        <w:rPr>
          <w:rtl/>
        </w:rPr>
        <w:t>_ك متقين</w:t>
      </w:r>
    </w:p>
    <w:p w:rsidR="001F628F" w:rsidRDefault="001F628F" w:rsidP="00FB1713">
      <w:pPr>
        <w:pStyle w:val="libNormal"/>
        <w:rPr>
          <w:rtl/>
        </w:rPr>
      </w:pPr>
      <w:r>
        <w:rPr>
          <w:rFonts w:hint="eastAsia"/>
          <w:rtl/>
        </w:rPr>
        <w:t>پرہيزگاري</w:t>
      </w:r>
      <w:r>
        <w:rPr>
          <w:rtl/>
        </w:rPr>
        <w:t>:</w:t>
      </w:r>
      <w:r>
        <w:rPr>
          <w:rFonts w:hint="eastAsia"/>
          <w:rtl/>
        </w:rPr>
        <w:t>ر</w:t>
      </w:r>
      <w:r>
        <w:rPr>
          <w:rtl/>
        </w:rPr>
        <w:t>_ك تقو</w:t>
      </w:r>
    </w:p>
    <w:p w:rsidR="001F628F" w:rsidRDefault="001F628F" w:rsidP="00FB1713">
      <w:pPr>
        <w:pStyle w:val="libNormal"/>
        <w:rPr>
          <w:rtl/>
        </w:rPr>
      </w:pPr>
      <w:r>
        <w:rPr>
          <w:rFonts w:hint="eastAsia"/>
          <w:rtl/>
        </w:rPr>
        <w:t>پاكيزہ</w:t>
      </w:r>
      <w:r>
        <w:rPr>
          <w:rtl/>
        </w:rPr>
        <w:t xml:space="preserve"> افراد:_كا استقبال، 16;_كا خاندان، ان كا حق كو قبول نہ كرنے كا امكان، 15/60;ان كے فساد كا امكان، 16/60;ان كا كفر كا امكان، 15/60;_ كے ساتھ رشتہ دارى ، اس كے آثار ،15/60; اس كا نقش، 15/60;_كى موت، 16/32</w:t>
      </w:r>
      <w:r>
        <w:rPr>
          <w:rFonts w:hint="eastAsia"/>
          <w:rtl/>
        </w:rPr>
        <w:t>نيز</w:t>
      </w:r>
      <w:r>
        <w:rPr>
          <w:rtl/>
        </w:rPr>
        <w:t xml:space="preserve"> ر_ك پاكيزگي</w:t>
      </w:r>
    </w:p>
    <w:p w:rsidR="001F628F" w:rsidRDefault="001F628F" w:rsidP="00FB1713">
      <w:pPr>
        <w:pStyle w:val="libNormal"/>
        <w:rPr>
          <w:rtl/>
        </w:rPr>
      </w:pPr>
      <w:r>
        <w:rPr>
          <w:rFonts w:hint="eastAsia"/>
          <w:rtl/>
        </w:rPr>
        <w:t>پائيداري</w:t>
      </w:r>
      <w:r>
        <w:rPr>
          <w:rtl/>
        </w:rPr>
        <w:t>:</w:t>
      </w:r>
      <w:r>
        <w:rPr>
          <w:rFonts w:hint="eastAsia"/>
          <w:rtl/>
        </w:rPr>
        <w:t>ر</w:t>
      </w:r>
      <w:r>
        <w:rPr>
          <w:rtl/>
        </w:rPr>
        <w:t>_ك استقامت</w:t>
      </w:r>
    </w:p>
    <w:p w:rsidR="001F628F" w:rsidRDefault="001F628F" w:rsidP="00FB1713">
      <w:pPr>
        <w:pStyle w:val="libNormal"/>
        <w:rPr>
          <w:rtl/>
        </w:rPr>
      </w:pPr>
      <w:r>
        <w:rPr>
          <w:rFonts w:hint="eastAsia"/>
          <w:rtl/>
        </w:rPr>
        <w:t>پريشا</w:t>
      </w:r>
      <w:r w:rsidR="00083993">
        <w:rPr>
          <w:rFonts w:hint="eastAsia"/>
          <w:rtl/>
        </w:rPr>
        <w:t xml:space="preserve">ں </w:t>
      </w:r>
      <w:r>
        <w:rPr>
          <w:rtl/>
        </w:rPr>
        <w:t>:</w:t>
      </w:r>
      <w:r>
        <w:rPr>
          <w:rFonts w:hint="eastAsia"/>
          <w:rtl/>
        </w:rPr>
        <w:t>ر</w:t>
      </w:r>
      <w:r>
        <w:rPr>
          <w:rtl/>
        </w:rPr>
        <w:t>_كا رفع ، اس كے اسباب، 14/ 27</w:t>
      </w:r>
      <w:r>
        <w:rPr>
          <w:rFonts w:hint="eastAsia"/>
          <w:rtl/>
        </w:rPr>
        <w:t>نيزر</w:t>
      </w:r>
      <w:r>
        <w:rPr>
          <w:rtl/>
        </w:rPr>
        <w:t>_ك ابراہيم</w:t>
      </w:r>
      <w:r w:rsidR="00367F17" w:rsidRPr="00367F17">
        <w:rPr>
          <w:rStyle w:val="libAlaemChar"/>
          <w:rtl/>
        </w:rPr>
        <w:t xml:space="preserve"> عليه‌السلام </w:t>
      </w:r>
      <w:r>
        <w:rPr>
          <w:rtl/>
        </w:rPr>
        <w:t xml:space="preserve"> ، گذشتہ اقوام، انسان، بت پرستي، سرنوشت، شرك ، كفار ، لوط</w:t>
      </w:r>
      <w:r w:rsidR="00367F17" w:rsidRPr="00367F17">
        <w:rPr>
          <w:rStyle w:val="libAlaemChar"/>
          <w:rtl/>
        </w:rPr>
        <w:t xml:space="preserve"> عليه‌السلام </w:t>
      </w:r>
      <w:r>
        <w:rPr>
          <w:rtl/>
        </w:rPr>
        <w:t xml:space="preserve"> اور محمد صلعم</w:t>
      </w:r>
    </w:p>
    <w:p w:rsidR="001F628F" w:rsidRDefault="001F628F" w:rsidP="00FB1713">
      <w:pPr>
        <w:pStyle w:val="libNormal"/>
        <w:rPr>
          <w:rtl/>
        </w:rPr>
      </w:pPr>
      <w:r>
        <w:rPr>
          <w:rFonts w:hint="eastAsia"/>
          <w:rtl/>
        </w:rPr>
        <w:t>پنہانى</w:t>
      </w:r>
      <w:r>
        <w:rPr>
          <w:rtl/>
        </w:rPr>
        <w:t xml:space="preserve"> طور پر باتي</w:t>
      </w:r>
      <w:r w:rsidR="00083993">
        <w:rPr>
          <w:rtl/>
        </w:rPr>
        <w:t xml:space="preserve">ں </w:t>
      </w:r>
      <w:r>
        <w:rPr>
          <w:rtl/>
        </w:rPr>
        <w:t>سننا:</w:t>
      </w:r>
      <w:r>
        <w:rPr>
          <w:rFonts w:hint="eastAsia"/>
          <w:rtl/>
        </w:rPr>
        <w:t>ر</w:t>
      </w:r>
      <w:r>
        <w:rPr>
          <w:rtl/>
        </w:rPr>
        <w:t>_ك جن اور شيطان</w:t>
      </w:r>
    </w:p>
    <w:p w:rsidR="001F628F" w:rsidRDefault="001F628F" w:rsidP="00FB1713">
      <w:pPr>
        <w:pStyle w:val="libNormal"/>
        <w:rPr>
          <w:rtl/>
        </w:rPr>
      </w:pPr>
      <w:r>
        <w:rPr>
          <w:rFonts w:hint="eastAsia"/>
          <w:rtl/>
        </w:rPr>
        <w:t>پركھنا</w:t>
      </w:r>
      <w:r>
        <w:rPr>
          <w:rtl/>
        </w:rPr>
        <w:t>:_كا معيار، 16/41</w:t>
      </w:r>
    </w:p>
    <w:p w:rsidR="001F628F" w:rsidRDefault="001F628F" w:rsidP="00FB1713">
      <w:pPr>
        <w:pStyle w:val="libNormal"/>
        <w:rPr>
          <w:rtl/>
        </w:rPr>
      </w:pPr>
      <w:r>
        <w:rPr>
          <w:rFonts w:hint="eastAsia"/>
          <w:rtl/>
        </w:rPr>
        <w:t>پرستش</w:t>
      </w:r>
      <w:r>
        <w:rPr>
          <w:rtl/>
        </w:rPr>
        <w:t>:</w:t>
      </w:r>
      <w:r>
        <w:rPr>
          <w:rFonts w:hint="eastAsia"/>
          <w:rtl/>
        </w:rPr>
        <w:t>ر</w:t>
      </w:r>
      <w:r>
        <w:rPr>
          <w:rtl/>
        </w:rPr>
        <w:t>_ك عبادت</w:t>
      </w:r>
    </w:p>
    <w:p w:rsidR="001F628F" w:rsidRDefault="001F628F" w:rsidP="00FB1713">
      <w:pPr>
        <w:pStyle w:val="libNormal"/>
        <w:rPr>
          <w:rtl/>
        </w:rPr>
      </w:pPr>
      <w:r>
        <w:rPr>
          <w:rFonts w:hint="eastAsia"/>
          <w:rtl/>
        </w:rPr>
        <w:t>پرندے</w:t>
      </w:r>
      <w:r>
        <w:rPr>
          <w:rtl/>
        </w:rPr>
        <w:t>:_و</w:t>
      </w:r>
      <w:r w:rsidR="00083993">
        <w:rPr>
          <w:rtl/>
        </w:rPr>
        <w:t xml:space="preserve">ں </w:t>
      </w:r>
      <w:r>
        <w:rPr>
          <w:rtl/>
        </w:rPr>
        <w:t>كى پرواز،16/79;_و</w:t>
      </w:r>
      <w:r w:rsidR="00083993">
        <w:rPr>
          <w:rtl/>
        </w:rPr>
        <w:t xml:space="preserve">ں </w:t>
      </w:r>
      <w:r>
        <w:rPr>
          <w:rtl/>
        </w:rPr>
        <w:t>كا مطالعہ، 16/ 79 ;_و</w:t>
      </w:r>
      <w:r w:rsidR="00083993">
        <w:rPr>
          <w:rtl/>
        </w:rPr>
        <w:t xml:space="preserve">ں </w:t>
      </w:r>
      <w:r>
        <w:rPr>
          <w:rtl/>
        </w:rPr>
        <w:t>كا سرچشمہ، 16/79;_و</w:t>
      </w:r>
      <w:r w:rsidR="00083993">
        <w:rPr>
          <w:rtl/>
        </w:rPr>
        <w:t xml:space="preserve">ں </w:t>
      </w:r>
      <w:r>
        <w:rPr>
          <w:rtl/>
        </w:rPr>
        <w:t>كا محافظ، 16/79</w:t>
      </w:r>
    </w:p>
    <w:p w:rsidR="001F628F" w:rsidRDefault="001F628F" w:rsidP="00FB1713">
      <w:pPr>
        <w:pStyle w:val="libNormal"/>
        <w:rPr>
          <w:rtl/>
        </w:rPr>
      </w:pPr>
      <w:r>
        <w:rPr>
          <w:rFonts w:hint="eastAsia"/>
          <w:rtl/>
        </w:rPr>
        <w:t>پشم</w:t>
      </w:r>
      <w:r>
        <w:rPr>
          <w:rtl/>
        </w:rPr>
        <w:t>:</w:t>
      </w:r>
      <w:r>
        <w:rPr>
          <w:rFonts w:hint="eastAsia"/>
          <w:rtl/>
        </w:rPr>
        <w:t>ر</w:t>
      </w:r>
      <w:r>
        <w:rPr>
          <w:rtl/>
        </w:rPr>
        <w:t>_ك چوپائے،حيوانات، اونٹ، گائے، گوسفند اور نعمت</w:t>
      </w:r>
    </w:p>
    <w:p w:rsidR="001F628F" w:rsidRDefault="001F628F" w:rsidP="001F628F">
      <w:pPr>
        <w:pStyle w:val="libNormal"/>
        <w:rPr>
          <w:rtl/>
        </w:rPr>
      </w:pPr>
      <w:r>
        <w:rPr>
          <w:rFonts w:hint="eastAsia"/>
          <w:rtl/>
        </w:rPr>
        <w:t>پشيماني</w:t>
      </w:r>
      <w:r>
        <w:rPr>
          <w:rtl/>
        </w:rPr>
        <w:t>:</w:t>
      </w:r>
    </w:p>
    <w:p w:rsidR="00FB1713" w:rsidRDefault="001E7F9D" w:rsidP="00F73EDE">
      <w:pPr>
        <w:pStyle w:val="libPoemTini"/>
        <w:rPr>
          <w:rtl/>
        </w:rPr>
      </w:pPr>
      <w:r>
        <w:rPr>
          <w:rtl/>
        </w:rPr>
        <w:br w:type="page"/>
      </w:r>
    </w:p>
    <w:p w:rsidR="001F628F" w:rsidRDefault="001F628F" w:rsidP="00FB1713">
      <w:pPr>
        <w:pStyle w:val="libNormal"/>
        <w:rPr>
          <w:rtl/>
        </w:rPr>
      </w:pPr>
      <w:r>
        <w:rPr>
          <w:rtl/>
        </w:rPr>
        <w:lastRenderedPageBreak/>
        <w:t>_كے عوامل،140/22، 15/2،3</w:t>
      </w:r>
      <w:r>
        <w:rPr>
          <w:rFonts w:hint="eastAsia"/>
          <w:rtl/>
        </w:rPr>
        <w:t>نيز</w:t>
      </w:r>
      <w:r>
        <w:rPr>
          <w:rtl/>
        </w:rPr>
        <w:t xml:space="preserve"> ر_ك كفر ، گناہ اور قيامت</w:t>
      </w:r>
    </w:p>
    <w:p w:rsidR="001F628F" w:rsidRDefault="001F628F" w:rsidP="00FB1713">
      <w:pPr>
        <w:pStyle w:val="libNormal"/>
        <w:rPr>
          <w:rtl/>
        </w:rPr>
      </w:pPr>
      <w:r>
        <w:rPr>
          <w:rFonts w:hint="eastAsia"/>
          <w:rtl/>
        </w:rPr>
        <w:t>پليدگي</w:t>
      </w:r>
      <w:r>
        <w:rPr>
          <w:rtl/>
        </w:rPr>
        <w:t>:</w:t>
      </w:r>
      <w:r>
        <w:rPr>
          <w:rFonts w:hint="eastAsia"/>
          <w:rtl/>
        </w:rPr>
        <w:t>ر</w:t>
      </w:r>
      <w:r>
        <w:rPr>
          <w:rtl/>
        </w:rPr>
        <w:t>_ك آخرت اور مشركين</w:t>
      </w:r>
    </w:p>
    <w:p w:rsidR="001F628F" w:rsidRDefault="001F628F" w:rsidP="00FB1713">
      <w:pPr>
        <w:pStyle w:val="libNormal"/>
        <w:rPr>
          <w:rtl/>
        </w:rPr>
      </w:pPr>
      <w:r>
        <w:rPr>
          <w:rFonts w:hint="eastAsia"/>
          <w:rtl/>
        </w:rPr>
        <w:t>پيغمبر</w:t>
      </w:r>
      <w:r w:rsidR="00F031CD" w:rsidRPr="00F031CD">
        <w:rPr>
          <w:rStyle w:val="libAlaemChar"/>
          <w:rtl/>
        </w:rPr>
        <w:t xml:space="preserve"> صلى‌الله‌عليه‌وآله‌وسلم </w:t>
      </w:r>
      <w:r>
        <w:rPr>
          <w:rtl/>
        </w:rPr>
        <w:t xml:space="preserve"> :</w:t>
      </w:r>
      <w:r>
        <w:rPr>
          <w:rFonts w:hint="eastAsia"/>
          <w:rtl/>
        </w:rPr>
        <w:t>ر</w:t>
      </w:r>
      <w:r>
        <w:rPr>
          <w:rtl/>
        </w:rPr>
        <w:t>_ك آنحضرت محمد</w:t>
      </w:r>
      <w:r w:rsidR="00F031CD" w:rsidRPr="00F031CD">
        <w:rPr>
          <w:rStyle w:val="libAlaemChar"/>
          <w:rtl/>
        </w:rPr>
        <w:t xml:space="preserve"> صلى‌الله‌عليه‌وآله‌وسلم </w:t>
      </w:r>
    </w:p>
    <w:p w:rsidR="001F628F" w:rsidRDefault="001F628F" w:rsidP="00FB1713">
      <w:pPr>
        <w:pStyle w:val="libNormal"/>
        <w:rPr>
          <w:rtl/>
        </w:rPr>
      </w:pPr>
      <w:r>
        <w:rPr>
          <w:rFonts w:hint="eastAsia"/>
          <w:rtl/>
        </w:rPr>
        <w:t>پيغمبران</w:t>
      </w:r>
      <w:r>
        <w:rPr>
          <w:rtl/>
        </w:rPr>
        <w:t>:</w:t>
      </w:r>
      <w:r>
        <w:rPr>
          <w:rFonts w:hint="eastAsia"/>
          <w:rtl/>
        </w:rPr>
        <w:t>ر</w:t>
      </w:r>
      <w:r>
        <w:rPr>
          <w:rtl/>
        </w:rPr>
        <w:t xml:space="preserve">_ك </w:t>
      </w:r>
      <w:r w:rsidR="003D0BA1">
        <w:rPr>
          <w:rtl/>
        </w:rPr>
        <w:t>انبياء</w:t>
      </w:r>
    </w:p>
    <w:p w:rsidR="001F628F" w:rsidRDefault="001F628F" w:rsidP="00FB1713">
      <w:pPr>
        <w:pStyle w:val="libNormal"/>
        <w:rPr>
          <w:rtl/>
        </w:rPr>
      </w:pPr>
      <w:r>
        <w:rPr>
          <w:rFonts w:hint="eastAsia"/>
          <w:rtl/>
        </w:rPr>
        <w:t>پيمان</w:t>
      </w:r>
      <w:r>
        <w:rPr>
          <w:rtl/>
        </w:rPr>
        <w:t>:</w:t>
      </w:r>
      <w:r>
        <w:rPr>
          <w:rFonts w:hint="eastAsia"/>
          <w:rtl/>
        </w:rPr>
        <w:t>ر</w:t>
      </w:r>
      <w:r>
        <w:rPr>
          <w:rtl/>
        </w:rPr>
        <w:t>_ك عہد</w:t>
      </w:r>
    </w:p>
    <w:p w:rsidR="001F628F" w:rsidRDefault="001F628F" w:rsidP="00FB1713">
      <w:pPr>
        <w:pStyle w:val="libNormal"/>
        <w:rPr>
          <w:rtl/>
        </w:rPr>
      </w:pPr>
      <w:r>
        <w:rPr>
          <w:rFonts w:hint="eastAsia"/>
          <w:rtl/>
        </w:rPr>
        <w:t>پستي</w:t>
      </w:r>
      <w:r>
        <w:rPr>
          <w:rtl/>
        </w:rPr>
        <w:t>:</w:t>
      </w:r>
      <w:r>
        <w:rPr>
          <w:rFonts w:hint="eastAsia"/>
          <w:rtl/>
        </w:rPr>
        <w:t>ر</w:t>
      </w:r>
      <w:r>
        <w:rPr>
          <w:rtl/>
        </w:rPr>
        <w:t>_ك ذلت</w:t>
      </w:r>
    </w:p>
    <w:p w:rsidR="001F628F" w:rsidRDefault="001F628F" w:rsidP="00FB1713">
      <w:pPr>
        <w:pStyle w:val="libNormal"/>
        <w:rPr>
          <w:rtl/>
        </w:rPr>
      </w:pPr>
      <w:r>
        <w:rPr>
          <w:rFonts w:hint="eastAsia"/>
          <w:rtl/>
        </w:rPr>
        <w:t>پہاڑ</w:t>
      </w:r>
      <w:r>
        <w:rPr>
          <w:rtl/>
        </w:rPr>
        <w:t>:_و</w:t>
      </w:r>
      <w:r w:rsidR="00083993">
        <w:rPr>
          <w:rtl/>
        </w:rPr>
        <w:t xml:space="preserve">ں </w:t>
      </w:r>
      <w:r>
        <w:rPr>
          <w:rtl/>
        </w:rPr>
        <w:t>كا استقرار ، 15/19; _و</w:t>
      </w:r>
      <w:r w:rsidR="00083993">
        <w:rPr>
          <w:rtl/>
        </w:rPr>
        <w:t xml:space="preserve">ں </w:t>
      </w:r>
      <w:r>
        <w:rPr>
          <w:rtl/>
        </w:rPr>
        <w:t>مي</w:t>
      </w:r>
      <w:r w:rsidR="00083993">
        <w:rPr>
          <w:rtl/>
        </w:rPr>
        <w:t xml:space="preserve">ں </w:t>
      </w:r>
      <w:r>
        <w:rPr>
          <w:rtl/>
        </w:rPr>
        <w:t>سكونت ، 16/ 81; _و</w:t>
      </w:r>
      <w:r w:rsidR="00083993">
        <w:rPr>
          <w:rtl/>
        </w:rPr>
        <w:t xml:space="preserve">ں </w:t>
      </w:r>
      <w:r>
        <w:rPr>
          <w:rtl/>
        </w:rPr>
        <w:t>كى اہميت، 16/ 15; كو ہستانى پناہ گاہ، 16/ 81; _و</w:t>
      </w:r>
      <w:r w:rsidR="00083993">
        <w:rPr>
          <w:rtl/>
        </w:rPr>
        <w:t xml:space="preserve">ں </w:t>
      </w:r>
      <w:r>
        <w:rPr>
          <w:rtl/>
        </w:rPr>
        <w:t>كى پيدا</w:t>
      </w:r>
      <w:r w:rsidR="009F604A">
        <w:rPr>
          <w:rtl/>
        </w:rPr>
        <w:t>ئش</w:t>
      </w:r>
      <w:r>
        <w:rPr>
          <w:rtl/>
        </w:rPr>
        <w:t xml:space="preserve"> ، اس كى تاريخ ، 15/ 19; _و</w:t>
      </w:r>
      <w:r w:rsidR="00083993">
        <w:rPr>
          <w:rtl/>
        </w:rPr>
        <w:t xml:space="preserve">ں </w:t>
      </w:r>
      <w:r>
        <w:rPr>
          <w:rtl/>
        </w:rPr>
        <w:t>كى خلقت، 15/ 19، 16/ 81 ;اس كا فلسفہ ، 15/ 19، 16/ 15; _ كے فوائد، 15/ 19، 16/ 15</w:t>
      </w:r>
      <w:r>
        <w:rPr>
          <w:rFonts w:hint="eastAsia"/>
          <w:rtl/>
        </w:rPr>
        <w:t>نيز</w:t>
      </w:r>
      <w:r>
        <w:rPr>
          <w:rtl/>
        </w:rPr>
        <w:t xml:space="preserve"> ر_ك نعمت</w:t>
      </w:r>
    </w:p>
    <w:p w:rsidR="001F628F" w:rsidRDefault="001F628F" w:rsidP="00FB1713">
      <w:pPr>
        <w:pStyle w:val="libNormal"/>
        <w:rPr>
          <w:rtl/>
        </w:rPr>
      </w:pPr>
      <w:r>
        <w:rPr>
          <w:rFonts w:hint="eastAsia"/>
          <w:rtl/>
        </w:rPr>
        <w:t>پھل</w:t>
      </w:r>
      <w:r>
        <w:rPr>
          <w:rtl/>
        </w:rPr>
        <w:t>:_و</w:t>
      </w:r>
      <w:r w:rsidR="00083993">
        <w:rPr>
          <w:rtl/>
        </w:rPr>
        <w:t xml:space="preserve">ں </w:t>
      </w:r>
      <w:r>
        <w:rPr>
          <w:rtl/>
        </w:rPr>
        <w:t>كا اگنا، اس كے عوامل، 14/ 32; اس كا فلسفہ، 14/ 32; اس كا نقش ، 14/ 32</w:t>
      </w:r>
      <w:r>
        <w:rPr>
          <w:rFonts w:hint="eastAsia"/>
          <w:rtl/>
        </w:rPr>
        <w:t>نيزر</w:t>
      </w:r>
      <w:r>
        <w:rPr>
          <w:rtl/>
        </w:rPr>
        <w:t>_ك تغذيہ اور نعمت</w:t>
      </w:r>
    </w:p>
    <w:p w:rsidR="001F628F" w:rsidRDefault="001F628F" w:rsidP="00FB1713">
      <w:pPr>
        <w:pStyle w:val="Heading2Center"/>
        <w:rPr>
          <w:rtl/>
        </w:rPr>
      </w:pPr>
      <w:bookmarkStart w:id="283" w:name="_Toc28081961"/>
      <w:r>
        <w:rPr>
          <w:rtl/>
        </w:rPr>
        <w:t>''ت''</w:t>
      </w:r>
      <w:bookmarkEnd w:id="283"/>
    </w:p>
    <w:p w:rsidR="001F628F" w:rsidRDefault="001F628F" w:rsidP="00FB1713">
      <w:pPr>
        <w:pStyle w:val="libNormal"/>
        <w:rPr>
          <w:rtl/>
        </w:rPr>
      </w:pPr>
      <w:r>
        <w:rPr>
          <w:rFonts w:hint="eastAsia"/>
          <w:rtl/>
        </w:rPr>
        <w:t>تاريخ</w:t>
      </w:r>
      <w:r>
        <w:rPr>
          <w:rtl/>
        </w:rPr>
        <w:t>:_كے تحولات ، ان سے آگاہى كے آثار ، 15/11; ان كى شناخت، 15/77; ان مي</w:t>
      </w:r>
      <w:r w:rsidR="00083993">
        <w:rPr>
          <w:rtl/>
        </w:rPr>
        <w:t xml:space="preserve">ں </w:t>
      </w:r>
      <w:r>
        <w:rPr>
          <w:rtl/>
        </w:rPr>
        <w:t>موثر عوامل ، 14/14، ان كا سرچشمہ، 14/6، 15/4، 16/26 ; _ كا تكرار 16/63;_ سے عبرت، 14/45 ، 15/ 75، 76،77، 16/36;_ كے فوائد، 14/ 9 ، 45 ، 15/77;_كا مطالعہ ، اس كے آثار ، 16 / 36; اس كى اہمي</w:t>
      </w:r>
      <w:r>
        <w:rPr>
          <w:rFonts w:hint="eastAsia"/>
          <w:rtl/>
        </w:rPr>
        <w:t>ت،</w:t>
      </w:r>
      <w:r>
        <w:rPr>
          <w:rtl/>
        </w:rPr>
        <w:t xml:space="preserve"> 15/76;_كے مخفى گوشے ، 14/9 ;_كا نقل، اس كى اہميت، 15/51; اس كے فوائد، 15/51</w:t>
      </w:r>
    </w:p>
    <w:p w:rsidR="001F628F" w:rsidRDefault="001F628F" w:rsidP="001F628F">
      <w:pPr>
        <w:pStyle w:val="libNormal"/>
        <w:rPr>
          <w:rtl/>
        </w:rPr>
      </w:pPr>
      <w:r>
        <w:rPr>
          <w:rFonts w:hint="eastAsia"/>
          <w:rtl/>
        </w:rPr>
        <w:t>تمام</w:t>
      </w:r>
      <w:r>
        <w:rPr>
          <w:rtl/>
        </w:rPr>
        <w:t xml:space="preserve"> نقلى تاريخ كے موارد مي</w:t>
      </w:r>
      <w:r w:rsidR="00083993">
        <w:rPr>
          <w:rtl/>
        </w:rPr>
        <w:t xml:space="preserve">ں </w:t>
      </w:r>
      <w:r>
        <w:rPr>
          <w:rtl/>
        </w:rPr>
        <w:t>خود موضوع مي</w:t>
      </w:r>
      <w:r w:rsidR="00083993">
        <w:rPr>
          <w:rtl/>
        </w:rPr>
        <w:t xml:space="preserve">ں </w:t>
      </w:r>
      <w:r>
        <w:rPr>
          <w:rtl/>
        </w:rPr>
        <w:t>تحقيق كى جائي</w:t>
      </w:r>
    </w:p>
    <w:p w:rsidR="001F628F" w:rsidRDefault="001F628F" w:rsidP="00FB1713">
      <w:pPr>
        <w:pStyle w:val="libNormal"/>
        <w:rPr>
          <w:rtl/>
        </w:rPr>
      </w:pPr>
      <w:r>
        <w:rPr>
          <w:rFonts w:hint="eastAsia"/>
          <w:rtl/>
        </w:rPr>
        <w:t>تبليغ</w:t>
      </w:r>
      <w:r>
        <w:rPr>
          <w:rtl/>
        </w:rPr>
        <w:t>:_كے آثار ، 16/126;_كى آفت شناسي، 15/13، 16/125;_ كا ذريعہ، 16/125;_ كے اركان، 16/ 125;_مي</w:t>
      </w:r>
      <w:r w:rsidR="00083993">
        <w:rPr>
          <w:rtl/>
        </w:rPr>
        <w:t xml:space="preserve">ں </w:t>
      </w:r>
      <w:r>
        <w:rPr>
          <w:rtl/>
        </w:rPr>
        <w:t>انذار ،15/98;_مي</w:t>
      </w:r>
      <w:r w:rsidR="00083993">
        <w:rPr>
          <w:rtl/>
        </w:rPr>
        <w:t xml:space="preserve">ں </w:t>
      </w:r>
      <w:r>
        <w:rPr>
          <w:rtl/>
        </w:rPr>
        <w:t>عطوفت پذيري،16/125;_مي</w:t>
      </w:r>
      <w:r w:rsidR="00083993">
        <w:rPr>
          <w:rtl/>
        </w:rPr>
        <w:t xml:space="preserve">ں </w:t>
      </w:r>
      <w:r>
        <w:rPr>
          <w:rtl/>
        </w:rPr>
        <w:t>برہان، 16/125;_كى تاثير ، اس كے موانع، 16/125;_مخاطبين كے متناسب، 16/125;_مي</w:t>
      </w:r>
      <w:r w:rsidR="00083993">
        <w:rPr>
          <w:rtl/>
        </w:rPr>
        <w:t xml:space="preserve">ں </w:t>
      </w:r>
      <w:r>
        <w:rPr>
          <w:rtl/>
        </w:rPr>
        <w:t>حكمت، 16/125;_كا طريقہ ، 14/4، 16/32،47،125،127;اس كو استعمال كرنے كے آثار ، 16/125;_كے شرائط، 15/13،85;_مي</w:t>
      </w:r>
      <w:r w:rsidR="00083993">
        <w:rPr>
          <w:rtl/>
        </w:rPr>
        <w:t xml:space="preserve">ں </w:t>
      </w:r>
      <w:r>
        <w:rPr>
          <w:rtl/>
        </w:rPr>
        <w:t>صبر ، 16/126 ،127 ،128; _مي</w:t>
      </w:r>
      <w:r w:rsidR="00083993">
        <w:rPr>
          <w:rtl/>
        </w:rPr>
        <w:t xml:space="preserve">ں </w:t>
      </w:r>
      <w:r>
        <w:rPr>
          <w:rtl/>
        </w:rPr>
        <w:t>صراحت، 15/94،16/35،82;_مي</w:t>
      </w:r>
      <w:r w:rsidR="00083993">
        <w:rPr>
          <w:rtl/>
        </w:rPr>
        <w:t xml:space="preserve">ں </w:t>
      </w:r>
      <w:r>
        <w:rPr>
          <w:rtl/>
        </w:rPr>
        <w:t>عفو، 16/126; _مي</w:t>
      </w:r>
      <w:r w:rsidR="00083993">
        <w:rPr>
          <w:rtl/>
        </w:rPr>
        <w:t xml:space="preserve">ں </w:t>
      </w:r>
      <w:r>
        <w:rPr>
          <w:rtl/>
        </w:rPr>
        <w:t>جذبات، 16/125; _مي</w:t>
      </w:r>
      <w:r w:rsidR="00083993">
        <w:rPr>
          <w:rtl/>
        </w:rPr>
        <w:t xml:space="preserve">ں </w:t>
      </w:r>
      <w:r>
        <w:rPr>
          <w:rtl/>
        </w:rPr>
        <w:t>لوگو</w:t>
      </w:r>
      <w:r w:rsidR="00083993">
        <w:rPr>
          <w:rtl/>
        </w:rPr>
        <w:t xml:space="preserve">ں </w:t>
      </w:r>
      <w:r>
        <w:rPr>
          <w:rtl/>
        </w:rPr>
        <w:t>كى تہذيب، 14/4;_مي</w:t>
      </w:r>
      <w:r w:rsidR="00083993">
        <w:rPr>
          <w:rtl/>
        </w:rPr>
        <w:t xml:space="preserve">ں </w:t>
      </w:r>
      <w:r>
        <w:rPr>
          <w:rtl/>
        </w:rPr>
        <w:t>قاطعيت، 15/94; _</w:t>
      </w:r>
    </w:p>
    <w:p w:rsidR="00FB1713" w:rsidRDefault="001E7F9D" w:rsidP="00F73EDE">
      <w:pPr>
        <w:pStyle w:val="libPoemTini"/>
        <w:rPr>
          <w:rtl/>
        </w:rPr>
      </w:pPr>
      <w:r>
        <w:rPr>
          <w:rtl/>
        </w:rPr>
        <w:br w:type="page"/>
      </w:r>
    </w:p>
    <w:p w:rsidR="001F628F" w:rsidRDefault="001F628F" w:rsidP="00FB1713">
      <w:pPr>
        <w:pStyle w:val="libNormal"/>
        <w:rPr>
          <w:rtl/>
        </w:rPr>
      </w:pPr>
      <w:r>
        <w:rPr>
          <w:rFonts w:hint="eastAsia"/>
          <w:rtl/>
        </w:rPr>
        <w:lastRenderedPageBreak/>
        <w:t>مي</w:t>
      </w:r>
      <w:r w:rsidR="00083993">
        <w:rPr>
          <w:rFonts w:hint="eastAsia"/>
          <w:rtl/>
        </w:rPr>
        <w:t xml:space="preserve">ں </w:t>
      </w:r>
      <w:r>
        <w:rPr>
          <w:rtl/>
        </w:rPr>
        <w:t>احسن مجادلہ، 16/125;_مي</w:t>
      </w:r>
      <w:r w:rsidR="00083993">
        <w:rPr>
          <w:rtl/>
        </w:rPr>
        <w:t xml:space="preserve">ں </w:t>
      </w:r>
      <w:r>
        <w:rPr>
          <w:rtl/>
        </w:rPr>
        <w:t>موعظہ، 16/ 125</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w:t>
      </w:r>
      <w:r w:rsidR="003D0BA1">
        <w:rPr>
          <w:rtl/>
        </w:rPr>
        <w:t>انبياء</w:t>
      </w:r>
      <w:r>
        <w:rPr>
          <w:rtl/>
        </w:rPr>
        <w:t>، دين ، دينى قائدين ،شرك اور حضرت محمد</w:t>
      </w:r>
      <w:r w:rsidR="00F031CD" w:rsidRPr="00F031CD">
        <w:rPr>
          <w:rStyle w:val="libAlaemChar"/>
          <w:rtl/>
        </w:rPr>
        <w:t xml:space="preserve"> صلى‌الله‌عليه‌وآله‌وسلم </w:t>
      </w:r>
    </w:p>
    <w:p w:rsidR="001F628F" w:rsidRDefault="001F628F" w:rsidP="00FB1713">
      <w:pPr>
        <w:pStyle w:val="libNormal"/>
        <w:rPr>
          <w:rtl/>
        </w:rPr>
      </w:pPr>
      <w:r>
        <w:rPr>
          <w:rFonts w:hint="eastAsia"/>
          <w:rtl/>
        </w:rPr>
        <w:t>تجاوز</w:t>
      </w:r>
      <w:r>
        <w:rPr>
          <w:rtl/>
        </w:rPr>
        <w:t>:_سے اجتناب، 16/90;_كا پيش خيمہ، 16/90; _ كى ناپسنديدگي، 16/90;_سے نہي، 16/90</w:t>
      </w:r>
    </w:p>
    <w:p w:rsidR="001F628F" w:rsidRDefault="001F628F" w:rsidP="00FB1713">
      <w:pPr>
        <w:pStyle w:val="libNormal"/>
        <w:rPr>
          <w:rtl/>
        </w:rPr>
      </w:pPr>
      <w:r>
        <w:rPr>
          <w:rFonts w:hint="eastAsia"/>
          <w:rtl/>
        </w:rPr>
        <w:t>تجاوزكرنا</w:t>
      </w:r>
      <w:r>
        <w:rPr>
          <w:rtl/>
        </w:rPr>
        <w:t>:</w:t>
      </w:r>
      <w:r>
        <w:rPr>
          <w:rFonts w:hint="eastAsia"/>
          <w:rtl/>
        </w:rPr>
        <w:t>ر</w:t>
      </w:r>
      <w:r>
        <w:rPr>
          <w:rtl/>
        </w:rPr>
        <w:t>_ك كفار</w:t>
      </w:r>
    </w:p>
    <w:p w:rsidR="001F628F" w:rsidRDefault="001F628F" w:rsidP="00FB1713">
      <w:pPr>
        <w:pStyle w:val="libNormal"/>
        <w:rPr>
          <w:rtl/>
        </w:rPr>
      </w:pPr>
      <w:r>
        <w:rPr>
          <w:rFonts w:hint="eastAsia"/>
          <w:rtl/>
        </w:rPr>
        <w:t>تجربہ</w:t>
      </w:r>
      <w:r>
        <w:rPr>
          <w:rtl/>
        </w:rPr>
        <w:t>:_كا نقش، 16/78</w:t>
      </w:r>
    </w:p>
    <w:p w:rsidR="001F628F" w:rsidRDefault="001F628F" w:rsidP="00FB1713">
      <w:pPr>
        <w:pStyle w:val="libNormal"/>
        <w:rPr>
          <w:rtl/>
        </w:rPr>
      </w:pPr>
      <w:r>
        <w:rPr>
          <w:rFonts w:hint="eastAsia"/>
          <w:rtl/>
        </w:rPr>
        <w:t>تدبير</w:t>
      </w:r>
      <w:r>
        <w:rPr>
          <w:rtl/>
        </w:rPr>
        <w:t>:</w:t>
      </w:r>
      <w:r>
        <w:rPr>
          <w:rFonts w:hint="eastAsia"/>
          <w:rtl/>
        </w:rPr>
        <w:t>ر</w:t>
      </w:r>
      <w:r>
        <w:rPr>
          <w:rtl/>
        </w:rPr>
        <w:t>_ك خد</w:t>
      </w:r>
    </w:p>
    <w:p w:rsidR="001F628F" w:rsidRDefault="001F628F" w:rsidP="00FB1713">
      <w:pPr>
        <w:pStyle w:val="libNormal"/>
        <w:rPr>
          <w:rtl/>
        </w:rPr>
      </w:pPr>
      <w:r>
        <w:rPr>
          <w:rFonts w:hint="eastAsia"/>
          <w:rtl/>
        </w:rPr>
        <w:t>تہذيب</w:t>
      </w:r>
      <w:r>
        <w:rPr>
          <w:rtl/>
        </w:rPr>
        <w:t xml:space="preserve"> و تمدن:_كے آثار14/ 10; _كى اہميت، 16/ 125; _اور عقيدہ، 14/ 10</w:t>
      </w:r>
      <w:r>
        <w:rPr>
          <w:rFonts w:hint="eastAsia"/>
          <w:rtl/>
        </w:rPr>
        <w:t>نيز</w:t>
      </w:r>
      <w:r>
        <w:rPr>
          <w:rtl/>
        </w:rPr>
        <w:t xml:space="preserve"> ر_ك انبياء اور تبليغ</w:t>
      </w:r>
    </w:p>
    <w:p w:rsidR="001F628F" w:rsidRDefault="001F628F" w:rsidP="00FB1713">
      <w:pPr>
        <w:pStyle w:val="libNormal"/>
        <w:rPr>
          <w:rtl/>
        </w:rPr>
      </w:pPr>
      <w:r>
        <w:rPr>
          <w:rFonts w:hint="eastAsia"/>
          <w:rtl/>
        </w:rPr>
        <w:t>تذكر</w:t>
      </w:r>
      <w:r>
        <w:rPr>
          <w:rtl/>
        </w:rPr>
        <w:t>:_كے آثار ، 16/17;_كا ذريعہ، 14/25;بہشت مي</w:t>
      </w:r>
      <w:r w:rsidR="00083993">
        <w:rPr>
          <w:rtl/>
        </w:rPr>
        <w:t xml:space="preserve">ں </w:t>
      </w:r>
      <w:r>
        <w:rPr>
          <w:rtl/>
        </w:rPr>
        <w:t>خواہشات كے پورا ہونے كا _،15/48;ايام اللہ كا _، 14/5;گذشتہ اقوام كى تاريخ كا_، 14/9;بنى اسرائيل كى تاريخ كا _،14/9; قوم ثمودكى تاريخ كا_، 14/9 ;قوم عاد كى تاريخ كا _، 14/9;قوم نوح كى تاريخ كا _،14/9;خلقت انسان كا _،15/28;ابراہيم</w:t>
      </w:r>
      <w:r w:rsidR="00367F17" w:rsidRPr="00367F17">
        <w:rPr>
          <w:rStyle w:val="libAlaemChar"/>
          <w:rtl/>
        </w:rPr>
        <w:t xml:space="preserve"> عليه‌السلام </w:t>
      </w:r>
      <w:r>
        <w:rPr>
          <w:rtl/>
        </w:rPr>
        <w:t xml:space="preserve"> كى دعا كا _، 14/ 35; متقين كى سعادت كا _،16/22; كفار كى شقاوت كا_، 16/32;قصہ ابراہيم </w:t>
      </w:r>
      <w:r w:rsidR="00367F17" w:rsidRPr="00367F17">
        <w:rPr>
          <w:rStyle w:val="libAlaemChar"/>
          <w:rtl/>
        </w:rPr>
        <w:t xml:space="preserve"> عليه‌السلام </w:t>
      </w:r>
      <w:r>
        <w:rPr>
          <w:rtl/>
        </w:rPr>
        <w:t xml:space="preserve"> كا_، 14/35; قصہ موسى </w:t>
      </w:r>
      <w:r w:rsidR="00367F17" w:rsidRPr="00367F17">
        <w:rPr>
          <w:rStyle w:val="libAlaemChar"/>
          <w:rtl/>
        </w:rPr>
        <w:t xml:space="preserve"> عليه‌السلام </w:t>
      </w:r>
      <w:r>
        <w:rPr>
          <w:rtl/>
        </w:rPr>
        <w:t xml:space="preserve"> كا _،14/6;_كے عوامل ، 15/9،16/24</w:t>
      </w:r>
    </w:p>
    <w:p w:rsidR="001F628F" w:rsidRDefault="001F628F" w:rsidP="001F628F">
      <w:pPr>
        <w:pStyle w:val="libNormal"/>
        <w:rPr>
          <w:rtl/>
        </w:rPr>
      </w:pPr>
      <w:r>
        <w:rPr>
          <w:rFonts w:hint="eastAsia"/>
          <w:rtl/>
        </w:rPr>
        <w:t>نيزر</w:t>
      </w:r>
      <w:r>
        <w:rPr>
          <w:rtl/>
        </w:rPr>
        <w:t>_ك صاحبان عقل بنى اسرائيل اور ضرورتي</w:t>
      </w:r>
      <w:r w:rsidR="00083993">
        <w:rPr>
          <w:rtl/>
        </w:rPr>
        <w:t xml:space="preserve">ں </w:t>
      </w:r>
    </w:p>
    <w:p w:rsidR="001F628F" w:rsidRDefault="001F628F" w:rsidP="00FB1713">
      <w:pPr>
        <w:pStyle w:val="Heading2Center"/>
        <w:rPr>
          <w:rtl/>
        </w:rPr>
      </w:pPr>
      <w:bookmarkStart w:id="284" w:name="_Toc28081962"/>
      <w:r>
        <w:rPr>
          <w:rFonts w:hint="eastAsia"/>
          <w:rtl/>
        </w:rPr>
        <w:t>تربيت</w:t>
      </w:r>
      <w:r>
        <w:rPr>
          <w:rtl/>
        </w:rPr>
        <w:t>:</w:t>
      </w:r>
      <w:bookmarkEnd w:id="284"/>
    </w:p>
    <w:p w:rsidR="001F628F" w:rsidRDefault="001F628F" w:rsidP="00FB1713">
      <w:pPr>
        <w:pStyle w:val="libNormal"/>
        <w:rPr>
          <w:rtl/>
        </w:rPr>
      </w:pPr>
      <w:r>
        <w:rPr>
          <w:rtl/>
        </w:rPr>
        <w:t>_مي</w:t>
      </w:r>
      <w:r w:rsidR="00083993">
        <w:rPr>
          <w:rtl/>
        </w:rPr>
        <w:t xml:space="preserve">ں </w:t>
      </w:r>
      <w:r>
        <w:rPr>
          <w:rtl/>
        </w:rPr>
        <w:t>نمونے ،16/32;_ كا طريقہ ، 14/97 ،15/50،51، 16/32،90،128;_كا پيش خيمہ، 16/81</w:t>
      </w:r>
      <w:r>
        <w:rPr>
          <w:rFonts w:hint="eastAsia"/>
          <w:rtl/>
        </w:rPr>
        <w:t>ينز</w:t>
      </w:r>
      <w:r>
        <w:rPr>
          <w:rtl/>
        </w:rPr>
        <w:t xml:space="preserve"> ر_ك: جاہل افراد</w:t>
      </w:r>
    </w:p>
    <w:p w:rsidR="001F628F" w:rsidRDefault="001F628F" w:rsidP="00C95394">
      <w:pPr>
        <w:pStyle w:val="libNormal"/>
        <w:rPr>
          <w:rtl/>
        </w:rPr>
      </w:pPr>
      <w:r>
        <w:rPr>
          <w:rFonts w:hint="eastAsia"/>
          <w:rtl/>
        </w:rPr>
        <w:t>ترحم</w:t>
      </w:r>
      <w:r>
        <w:rPr>
          <w:rtl/>
        </w:rPr>
        <w:t>:</w:t>
      </w:r>
      <w:r>
        <w:rPr>
          <w:rFonts w:hint="eastAsia"/>
          <w:rtl/>
        </w:rPr>
        <w:t>ر</w:t>
      </w:r>
      <w:r>
        <w:rPr>
          <w:rtl/>
        </w:rPr>
        <w:t>_ك كفار اور مشركين</w:t>
      </w:r>
    </w:p>
    <w:p w:rsidR="001F628F" w:rsidRDefault="001F628F" w:rsidP="00C95394">
      <w:pPr>
        <w:pStyle w:val="libNormal"/>
        <w:rPr>
          <w:rtl/>
        </w:rPr>
      </w:pPr>
      <w:r>
        <w:rPr>
          <w:rFonts w:hint="eastAsia"/>
          <w:rtl/>
        </w:rPr>
        <w:t>تزكيہ</w:t>
      </w:r>
      <w:r>
        <w:rPr>
          <w:rtl/>
        </w:rPr>
        <w:t>:_كى اہميت، 16/76</w:t>
      </w:r>
    </w:p>
    <w:p w:rsidR="001F628F" w:rsidRDefault="001F628F" w:rsidP="00C95394">
      <w:pPr>
        <w:pStyle w:val="libNormal"/>
        <w:rPr>
          <w:rtl/>
        </w:rPr>
      </w:pPr>
      <w:r>
        <w:rPr>
          <w:rFonts w:hint="eastAsia"/>
          <w:rtl/>
        </w:rPr>
        <w:t>تسبيح</w:t>
      </w:r>
      <w:r>
        <w:rPr>
          <w:rtl/>
        </w:rPr>
        <w:t>:</w:t>
      </w:r>
      <w:r>
        <w:rPr>
          <w:rFonts w:hint="eastAsia"/>
          <w:rtl/>
        </w:rPr>
        <w:t>ر</w:t>
      </w:r>
      <w:r>
        <w:rPr>
          <w:rtl/>
        </w:rPr>
        <w:t>_ك خدا، ذكر، عبادت اور موجودات</w:t>
      </w:r>
    </w:p>
    <w:p w:rsidR="001F628F" w:rsidRDefault="001F628F" w:rsidP="00C95394">
      <w:pPr>
        <w:pStyle w:val="libNormal"/>
        <w:rPr>
          <w:rtl/>
        </w:rPr>
      </w:pPr>
      <w:r>
        <w:rPr>
          <w:rFonts w:hint="eastAsia"/>
          <w:rtl/>
        </w:rPr>
        <w:t>تسليم</w:t>
      </w:r>
      <w:r>
        <w:rPr>
          <w:rtl/>
        </w:rPr>
        <w:t>:_كے آثار ، 16/116; خدا كے سامنے_، 16/ 81; اس كے آثار ، 16/ 120; اس كى اہميت، 16/81; اس كا پيش خيمہ، 16/48،81; اس كا انجام ، 15/2;_ كا مقام ، اس كى اہميت، 16/81</w:t>
      </w:r>
      <w:r>
        <w:rPr>
          <w:rFonts w:hint="eastAsia"/>
          <w:rtl/>
        </w:rPr>
        <w:t>نيز</w:t>
      </w:r>
      <w:r>
        <w:rPr>
          <w:rtl/>
        </w:rPr>
        <w:t xml:space="preserve"> ر_ك :حق ، دين، عذاب اور مشركين</w:t>
      </w:r>
    </w:p>
    <w:p w:rsidR="001F628F" w:rsidRDefault="001F628F" w:rsidP="00C95394">
      <w:pPr>
        <w:pStyle w:val="libNormal"/>
        <w:rPr>
          <w:rtl/>
        </w:rPr>
      </w:pPr>
      <w:r>
        <w:rPr>
          <w:rFonts w:hint="eastAsia"/>
          <w:rtl/>
        </w:rPr>
        <w:t>تضرّع</w:t>
      </w:r>
      <w:r>
        <w:rPr>
          <w:rtl/>
        </w:rPr>
        <w:t>:</w:t>
      </w:r>
      <w:r>
        <w:rPr>
          <w:rFonts w:hint="eastAsia"/>
          <w:rtl/>
        </w:rPr>
        <w:t>ر</w:t>
      </w:r>
      <w:r>
        <w:rPr>
          <w:rtl/>
        </w:rPr>
        <w:t xml:space="preserve">_ك ابراہيم </w:t>
      </w:r>
      <w:r w:rsidR="00367F17" w:rsidRPr="00367F17">
        <w:rPr>
          <w:rStyle w:val="libAlaemChar"/>
          <w:rtl/>
        </w:rPr>
        <w:t xml:space="preserve"> عليه‌السلام </w:t>
      </w:r>
      <w:r>
        <w:rPr>
          <w:rtl/>
        </w:rPr>
        <w:t xml:space="preserve"> ، دعا اور سختي</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تعاون</w:t>
      </w:r>
      <w:r>
        <w:rPr>
          <w:rtl/>
        </w:rPr>
        <w:t>:_كے آثار، 16/ 72; اجتماعي_، اس كا ترك، 16/ 72; خانداني_، 16/ 72</w:t>
      </w:r>
    </w:p>
    <w:p w:rsidR="001F628F" w:rsidRDefault="001F628F" w:rsidP="00C95394">
      <w:pPr>
        <w:pStyle w:val="libNormal"/>
        <w:rPr>
          <w:rtl/>
        </w:rPr>
      </w:pPr>
      <w:r>
        <w:rPr>
          <w:rFonts w:hint="eastAsia"/>
          <w:rtl/>
        </w:rPr>
        <w:t>تعصّب</w:t>
      </w:r>
      <w:r>
        <w:rPr>
          <w:rtl/>
        </w:rPr>
        <w:t>:</w:t>
      </w:r>
      <w:r>
        <w:rPr>
          <w:rFonts w:hint="eastAsia"/>
          <w:rtl/>
        </w:rPr>
        <w:t>ر</w:t>
      </w:r>
      <w:r>
        <w:rPr>
          <w:rtl/>
        </w:rPr>
        <w:t>_ك گذشتہ اقوام</w:t>
      </w:r>
    </w:p>
    <w:p w:rsidR="001F628F" w:rsidRDefault="001F628F" w:rsidP="00C95394">
      <w:pPr>
        <w:pStyle w:val="libNormal"/>
        <w:rPr>
          <w:rtl/>
        </w:rPr>
      </w:pPr>
      <w:r>
        <w:rPr>
          <w:rFonts w:hint="eastAsia"/>
          <w:rtl/>
        </w:rPr>
        <w:t>تعطيل</w:t>
      </w:r>
      <w:r>
        <w:rPr>
          <w:rtl/>
        </w:rPr>
        <w:t xml:space="preserve"> كا دن:</w:t>
      </w:r>
      <w:r>
        <w:rPr>
          <w:rFonts w:hint="eastAsia"/>
          <w:rtl/>
        </w:rPr>
        <w:t>ہفتہ</w:t>
      </w:r>
      <w:r>
        <w:rPr>
          <w:rtl/>
        </w:rPr>
        <w:t xml:space="preserve"> وار_، اسكى تاريخ، 16/124</w:t>
      </w:r>
      <w:r>
        <w:rPr>
          <w:rFonts w:hint="eastAsia"/>
          <w:rtl/>
        </w:rPr>
        <w:t>نيز</w:t>
      </w:r>
      <w:r>
        <w:rPr>
          <w:rtl/>
        </w:rPr>
        <w:t xml:space="preserve"> ر_ك اديان، سينچر اور يہود</w:t>
      </w:r>
    </w:p>
    <w:p w:rsidR="001F628F" w:rsidRDefault="001F628F" w:rsidP="00C95394">
      <w:pPr>
        <w:pStyle w:val="libNormal"/>
        <w:rPr>
          <w:rtl/>
        </w:rPr>
      </w:pPr>
      <w:r>
        <w:rPr>
          <w:rFonts w:hint="eastAsia"/>
          <w:rtl/>
        </w:rPr>
        <w:t>تعقل</w:t>
      </w:r>
      <w:r>
        <w:rPr>
          <w:rtl/>
        </w:rPr>
        <w:t>:_كے آثار ،14/52، 15، 75، 16/ 12،67;_ كى اہميت، 16/12،79،80،81; خلقت مي</w:t>
      </w:r>
      <w:r w:rsidR="00083993">
        <w:rPr>
          <w:rtl/>
        </w:rPr>
        <w:t xml:space="preserve">ں </w:t>
      </w:r>
      <w:r>
        <w:rPr>
          <w:rtl/>
        </w:rPr>
        <w:t>_ ،16/ 12; آيا ت خدا مي</w:t>
      </w:r>
      <w:r w:rsidR="00083993">
        <w:rPr>
          <w:rtl/>
        </w:rPr>
        <w:t xml:space="preserve">ں </w:t>
      </w:r>
      <w:r>
        <w:rPr>
          <w:rtl/>
        </w:rPr>
        <w:t>_، 15/ 75; زندگى مي</w:t>
      </w:r>
      <w:r w:rsidR="00083993">
        <w:rPr>
          <w:rtl/>
        </w:rPr>
        <w:t xml:space="preserve">ں </w:t>
      </w:r>
      <w:r>
        <w:rPr>
          <w:rtl/>
        </w:rPr>
        <w:t>_، 16/80; تاريخ مي</w:t>
      </w:r>
      <w:r w:rsidR="00083993">
        <w:rPr>
          <w:rtl/>
        </w:rPr>
        <w:t xml:space="preserve">ں </w:t>
      </w:r>
      <w:r>
        <w:rPr>
          <w:rtl/>
        </w:rPr>
        <w:t>_، 15/75، سايو</w:t>
      </w:r>
      <w:r w:rsidR="00083993">
        <w:rPr>
          <w:rtl/>
        </w:rPr>
        <w:t xml:space="preserve">ں </w:t>
      </w:r>
      <w:r>
        <w:rPr>
          <w:rtl/>
        </w:rPr>
        <w:t>مي</w:t>
      </w:r>
      <w:r w:rsidR="00083993">
        <w:rPr>
          <w:rtl/>
        </w:rPr>
        <w:t xml:space="preserve">ں </w:t>
      </w:r>
      <w:r>
        <w:rPr>
          <w:rtl/>
        </w:rPr>
        <w:t>_ 16/81; طبيعت مي</w:t>
      </w:r>
      <w:r w:rsidR="00083993">
        <w:rPr>
          <w:rtl/>
        </w:rPr>
        <w:t xml:space="preserve">ں </w:t>
      </w:r>
      <w:r>
        <w:rPr>
          <w:rtl/>
        </w:rPr>
        <w:t>_، اس كى اہميت، 16،12; صحيح_، اس كا نقش، 16/123; _ كى طرف دعوت ، 15/75; _كے موانع</w:t>
      </w:r>
      <w:r>
        <w:rPr>
          <w:rFonts w:hint="eastAsia"/>
          <w:rtl/>
        </w:rPr>
        <w:t>،</w:t>
      </w:r>
      <w:r>
        <w:rPr>
          <w:rtl/>
        </w:rPr>
        <w:t xml:space="preserve"> 15/72</w:t>
      </w:r>
      <w:r>
        <w:rPr>
          <w:rFonts w:hint="eastAsia"/>
          <w:rtl/>
        </w:rPr>
        <w:t>نيز</w:t>
      </w:r>
      <w:r>
        <w:rPr>
          <w:rtl/>
        </w:rPr>
        <w:t xml:space="preserve"> ر_ك تفكر او رمومنين</w:t>
      </w:r>
    </w:p>
    <w:p w:rsidR="001F628F" w:rsidRDefault="001F628F" w:rsidP="00C95394">
      <w:pPr>
        <w:pStyle w:val="libNormal"/>
        <w:rPr>
          <w:rtl/>
        </w:rPr>
      </w:pPr>
      <w:r>
        <w:rPr>
          <w:rFonts w:hint="eastAsia"/>
          <w:rtl/>
        </w:rPr>
        <w:t>تعليم</w:t>
      </w:r>
      <w:r>
        <w:rPr>
          <w:rtl/>
        </w:rPr>
        <w:t>:</w:t>
      </w:r>
      <w:r>
        <w:rPr>
          <w:rFonts w:hint="eastAsia"/>
          <w:rtl/>
        </w:rPr>
        <w:t>ر</w:t>
      </w:r>
      <w:r>
        <w:rPr>
          <w:rtl/>
        </w:rPr>
        <w:t>_ك تعليم</w:t>
      </w:r>
    </w:p>
    <w:p w:rsidR="001F628F" w:rsidRDefault="001F628F" w:rsidP="00C95394">
      <w:pPr>
        <w:pStyle w:val="libNormal"/>
        <w:rPr>
          <w:rtl/>
        </w:rPr>
      </w:pPr>
      <w:r>
        <w:rPr>
          <w:rFonts w:hint="eastAsia"/>
          <w:rtl/>
        </w:rPr>
        <w:t>تعلم</w:t>
      </w:r>
      <w:r>
        <w:rPr>
          <w:rtl/>
        </w:rPr>
        <w:t>:_ كا پيش خيمہ، 16/78</w:t>
      </w:r>
      <w:r>
        <w:rPr>
          <w:rFonts w:hint="eastAsia"/>
          <w:rtl/>
        </w:rPr>
        <w:t>نيز</w:t>
      </w:r>
      <w:r>
        <w:rPr>
          <w:rtl/>
        </w:rPr>
        <w:t xml:space="preserve"> ر_ك كشتى رانى اور حضرت محمد</w:t>
      </w:r>
      <w:r w:rsidR="00F031CD" w:rsidRPr="00F031CD">
        <w:rPr>
          <w:rStyle w:val="libAlaemChar"/>
          <w:rtl/>
        </w:rPr>
        <w:t xml:space="preserve"> صلى‌الله‌عليه‌وآله‌وسلم </w:t>
      </w:r>
    </w:p>
    <w:p w:rsidR="001F628F" w:rsidRDefault="001F628F" w:rsidP="00C95394">
      <w:pPr>
        <w:pStyle w:val="libNormal"/>
        <w:rPr>
          <w:rtl/>
        </w:rPr>
      </w:pPr>
      <w:r>
        <w:rPr>
          <w:rFonts w:hint="eastAsia"/>
          <w:rtl/>
        </w:rPr>
        <w:t>تعليم</w:t>
      </w:r>
      <w:r>
        <w:rPr>
          <w:rtl/>
        </w:rPr>
        <w:t>:_كا طريقہ، 14/ 19،24</w:t>
      </w:r>
    </w:p>
    <w:p w:rsidR="001F628F" w:rsidRDefault="001F628F" w:rsidP="00C95394">
      <w:pPr>
        <w:pStyle w:val="libNormal"/>
        <w:rPr>
          <w:rtl/>
        </w:rPr>
      </w:pPr>
      <w:r>
        <w:rPr>
          <w:rFonts w:hint="eastAsia"/>
          <w:rtl/>
        </w:rPr>
        <w:t>تعمير</w:t>
      </w:r>
      <w:r>
        <w:rPr>
          <w:rtl/>
        </w:rPr>
        <w:t xml:space="preserve"> منزل:_ كى تاريخ، 15/82; _كا فلسفہ، 16/ 80</w:t>
      </w:r>
      <w:r>
        <w:rPr>
          <w:rFonts w:hint="eastAsia"/>
          <w:rtl/>
        </w:rPr>
        <w:t>نيز</w:t>
      </w:r>
      <w:r>
        <w:rPr>
          <w:rtl/>
        </w:rPr>
        <w:t xml:space="preserve"> ر_ك باديہ نشين افراد، گھر ، قبائل اور قوم ثمود</w:t>
      </w:r>
    </w:p>
    <w:p w:rsidR="001F628F" w:rsidRDefault="001F628F" w:rsidP="00C95394">
      <w:pPr>
        <w:pStyle w:val="libNormal"/>
        <w:rPr>
          <w:rtl/>
        </w:rPr>
      </w:pPr>
      <w:r>
        <w:rPr>
          <w:rFonts w:hint="eastAsia"/>
          <w:rtl/>
        </w:rPr>
        <w:t>تعظيم</w:t>
      </w:r>
      <w:r>
        <w:rPr>
          <w:rtl/>
        </w:rPr>
        <w:t>:_كى نشانيا</w:t>
      </w:r>
      <w:r w:rsidR="00083993">
        <w:rPr>
          <w:rtl/>
        </w:rPr>
        <w:t xml:space="preserve">ں </w:t>
      </w:r>
      <w:r>
        <w:rPr>
          <w:rtl/>
        </w:rPr>
        <w:t>، 15/29</w:t>
      </w:r>
    </w:p>
    <w:p w:rsidR="001F628F" w:rsidRDefault="001F628F" w:rsidP="00C95394">
      <w:pPr>
        <w:pStyle w:val="libNormal"/>
        <w:rPr>
          <w:rtl/>
        </w:rPr>
      </w:pPr>
      <w:r>
        <w:rPr>
          <w:rFonts w:hint="eastAsia"/>
          <w:rtl/>
        </w:rPr>
        <w:t>تفرقہ</w:t>
      </w:r>
      <w:r>
        <w:rPr>
          <w:rtl/>
        </w:rPr>
        <w:t>:</w:t>
      </w:r>
      <w:r>
        <w:rPr>
          <w:rFonts w:hint="eastAsia"/>
          <w:rtl/>
        </w:rPr>
        <w:t>ر</w:t>
      </w:r>
      <w:r>
        <w:rPr>
          <w:rtl/>
        </w:rPr>
        <w:t>_ك اختلاف</w:t>
      </w:r>
    </w:p>
    <w:p w:rsidR="001F628F" w:rsidRDefault="001F628F" w:rsidP="00C95394">
      <w:pPr>
        <w:pStyle w:val="libNormal"/>
        <w:rPr>
          <w:rtl/>
        </w:rPr>
      </w:pPr>
      <w:r>
        <w:rPr>
          <w:rFonts w:hint="eastAsia"/>
          <w:rtl/>
        </w:rPr>
        <w:t>تقرّب</w:t>
      </w:r>
      <w:r>
        <w:rPr>
          <w:rtl/>
        </w:rPr>
        <w:t>:_خدا ، اس كے عوامل ، 15/ 42; اس سے محروم افراد، 14/36</w:t>
      </w:r>
      <w:r>
        <w:rPr>
          <w:rFonts w:hint="eastAsia"/>
          <w:rtl/>
        </w:rPr>
        <w:t>نيز</w:t>
      </w:r>
      <w:r>
        <w:rPr>
          <w:rtl/>
        </w:rPr>
        <w:t xml:space="preserve"> ر_ك بندگان خدا اور مومنين</w:t>
      </w:r>
    </w:p>
    <w:p w:rsidR="001F628F" w:rsidRDefault="001F628F" w:rsidP="00C95394">
      <w:pPr>
        <w:pStyle w:val="libNormal"/>
        <w:rPr>
          <w:rtl/>
        </w:rPr>
      </w:pPr>
      <w:r>
        <w:rPr>
          <w:rFonts w:hint="eastAsia"/>
          <w:rtl/>
        </w:rPr>
        <w:t>تقليد</w:t>
      </w:r>
      <w:r>
        <w:rPr>
          <w:rtl/>
        </w:rPr>
        <w:t>:</w:t>
      </w:r>
      <w:r>
        <w:rPr>
          <w:rFonts w:hint="eastAsia"/>
          <w:rtl/>
        </w:rPr>
        <w:t>قائدين</w:t>
      </w:r>
      <w:r>
        <w:rPr>
          <w:rtl/>
        </w:rPr>
        <w:t xml:space="preserve"> كي_، 14/21; علماء كى _، 16/43; گمراہو</w:t>
      </w:r>
      <w:r w:rsidR="00083993">
        <w:rPr>
          <w:rtl/>
        </w:rPr>
        <w:t xml:space="preserve">ں </w:t>
      </w:r>
      <w:r>
        <w:rPr>
          <w:rtl/>
        </w:rPr>
        <w:t>كى _، 14/21; مستكبرين كي_،14/21; اس كے عوامل، 14/21; آباو و اجداد كي_، 14/10; اندھى _، 14/10،21; اس كے آثار ، 14/ 21; ناپسنديدہ 14/10; واجب_، اس كے دلائل ، 16/43</w:t>
      </w:r>
      <w:r>
        <w:rPr>
          <w:rFonts w:hint="eastAsia"/>
          <w:rtl/>
        </w:rPr>
        <w:t>نيز</w:t>
      </w:r>
      <w:r>
        <w:rPr>
          <w:rtl/>
        </w:rPr>
        <w:t xml:space="preserve"> ر_ك گذشتہ اقوام، </w:t>
      </w:r>
      <w:r w:rsidR="003D0BA1">
        <w:rPr>
          <w:rtl/>
        </w:rPr>
        <w:t>انبياء</w:t>
      </w:r>
      <w:r>
        <w:rPr>
          <w:rtl/>
        </w:rPr>
        <w:t>، كفار اور گنہگار افراد</w:t>
      </w:r>
    </w:p>
    <w:p w:rsidR="001F628F" w:rsidRDefault="001F628F" w:rsidP="00C95394">
      <w:pPr>
        <w:pStyle w:val="libNormal"/>
        <w:rPr>
          <w:rtl/>
        </w:rPr>
      </w:pPr>
      <w:r>
        <w:rPr>
          <w:rFonts w:hint="eastAsia"/>
          <w:rtl/>
        </w:rPr>
        <w:t>تقوي</w:t>
      </w:r>
      <w:r>
        <w:rPr>
          <w:rtl/>
        </w:rPr>
        <w:t>:_كے آثار ، 15/45،46،47،69، 16/ 30، 31، 128;_كى قدرو قيمت، 16/ 2، 30;_ كى اہميت،16/2،31; عدم تقوي، اس كے آثار،15/69; _كى پاداش، 16/30; _ كى دعوت ، 15/69، 16/2; _كا پيش خيمہ، 16/ 2; _كے</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موارد،</w:t>
      </w:r>
      <w:r>
        <w:rPr>
          <w:rtl/>
        </w:rPr>
        <w:t xml:space="preserve"> 16/128; _كى نشانيا</w:t>
      </w:r>
      <w:r w:rsidR="00083993">
        <w:rPr>
          <w:rtl/>
        </w:rPr>
        <w:t xml:space="preserve">ں </w:t>
      </w:r>
      <w:r>
        <w:rPr>
          <w:rtl/>
        </w:rPr>
        <w:t>، 16/128</w:t>
      </w:r>
    </w:p>
    <w:p w:rsidR="001F628F" w:rsidRDefault="001F628F" w:rsidP="00C95394">
      <w:pPr>
        <w:pStyle w:val="libNormal"/>
        <w:rPr>
          <w:rtl/>
        </w:rPr>
      </w:pPr>
      <w:r>
        <w:rPr>
          <w:rFonts w:hint="eastAsia"/>
          <w:rtl/>
        </w:rPr>
        <w:t>تقيہ</w:t>
      </w:r>
      <w:r>
        <w:rPr>
          <w:rtl/>
        </w:rPr>
        <w:t>:_كے احكام ، 16/ 106، _كى اہميت، 16/106;_ كا جواز، 16/ 106;_ كى ممنوعيت، 16/ 106</w:t>
      </w:r>
      <w:r>
        <w:rPr>
          <w:rFonts w:hint="eastAsia"/>
          <w:rtl/>
        </w:rPr>
        <w:t>نيز</w:t>
      </w:r>
      <w:r>
        <w:rPr>
          <w:rtl/>
        </w:rPr>
        <w:t xml:space="preserve"> ر_ك عمار ياسر</w:t>
      </w:r>
    </w:p>
    <w:p w:rsidR="001F628F" w:rsidRDefault="001F628F" w:rsidP="00C95394">
      <w:pPr>
        <w:pStyle w:val="libNormal"/>
        <w:rPr>
          <w:rtl/>
        </w:rPr>
      </w:pPr>
      <w:r>
        <w:rPr>
          <w:rFonts w:hint="eastAsia"/>
          <w:rtl/>
        </w:rPr>
        <w:t>تفكر</w:t>
      </w:r>
      <w:r>
        <w:rPr>
          <w:rtl/>
        </w:rPr>
        <w:t>:_كے آثار ، 16/42،69; _كى اہميت، 15/ 44، 69; _كى طرف تشويق، 16/69، عالم طبيعت مي</w:t>
      </w:r>
      <w:r w:rsidR="00083993">
        <w:rPr>
          <w:rtl/>
        </w:rPr>
        <w:t xml:space="preserve">ں </w:t>
      </w:r>
      <w:r>
        <w:rPr>
          <w:rtl/>
        </w:rPr>
        <w:t>_، 16/11; 69; اس كے آثار ، 16/69; اس كى اہميت، 16/11; كفر كے رہنماؤ</w:t>
      </w:r>
      <w:r w:rsidR="00083993">
        <w:rPr>
          <w:rtl/>
        </w:rPr>
        <w:t xml:space="preserve">ں </w:t>
      </w:r>
      <w:r>
        <w:rPr>
          <w:rtl/>
        </w:rPr>
        <w:t>كے انجام مي</w:t>
      </w:r>
      <w:r w:rsidR="00083993">
        <w:rPr>
          <w:rtl/>
        </w:rPr>
        <w:t xml:space="preserve">ں </w:t>
      </w:r>
      <w:r>
        <w:rPr>
          <w:rtl/>
        </w:rPr>
        <w:t>_، 14/28; كفر كرنے والو</w:t>
      </w:r>
      <w:r w:rsidR="00083993">
        <w:rPr>
          <w:rtl/>
        </w:rPr>
        <w:t xml:space="preserve">ں </w:t>
      </w:r>
      <w:r>
        <w:rPr>
          <w:rtl/>
        </w:rPr>
        <w:t>كے انجام مي</w:t>
      </w:r>
      <w:r w:rsidR="00083993">
        <w:rPr>
          <w:rtl/>
        </w:rPr>
        <w:t xml:space="preserve">ں </w:t>
      </w:r>
      <w:r>
        <w:rPr>
          <w:rtl/>
        </w:rPr>
        <w:t>_، 14/28; قرآن مي</w:t>
      </w:r>
      <w:r w:rsidR="00083993">
        <w:rPr>
          <w:rtl/>
        </w:rPr>
        <w:t xml:space="preserve">ں </w:t>
      </w:r>
      <w:r>
        <w:rPr>
          <w:rtl/>
        </w:rPr>
        <w:t>_، اس كے آثار ، 16/44;ديني_، اس كا پي</w:t>
      </w:r>
      <w:r>
        <w:rPr>
          <w:rFonts w:hint="eastAsia"/>
          <w:rtl/>
        </w:rPr>
        <w:t>ش</w:t>
      </w:r>
      <w:r>
        <w:rPr>
          <w:rtl/>
        </w:rPr>
        <w:t xml:space="preserve"> خيمہ، 16/110; _كى طرف دعوت ، 16/69; _كا پيش خيمہ، 16/ 11;_ كے مراتب ، 16، 13; _ كا نقش، 16/81</w:t>
      </w:r>
      <w:r>
        <w:rPr>
          <w:rFonts w:hint="eastAsia"/>
          <w:rtl/>
        </w:rPr>
        <w:t>نيز</w:t>
      </w:r>
      <w:r>
        <w:rPr>
          <w:rtl/>
        </w:rPr>
        <w:t xml:space="preserve"> ر_ك متفكرين</w:t>
      </w:r>
    </w:p>
    <w:p w:rsidR="001F628F" w:rsidRDefault="001F628F" w:rsidP="00C95394">
      <w:pPr>
        <w:pStyle w:val="libNormal"/>
        <w:rPr>
          <w:rtl/>
        </w:rPr>
      </w:pPr>
      <w:r>
        <w:rPr>
          <w:rFonts w:hint="eastAsia"/>
          <w:rtl/>
        </w:rPr>
        <w:t>تكامل</w:t>
      </w:r>
      <w:r>
        <w:rPr>
          <w:rtl/>
        </w:rPr>
        <w:t>:_ كا پيش خيمہ، 16/89;_ كے عوامل ، 14/ 5، 16/32، 97</w:t>
      </w:r>
      <w:r>
        <w:rPr>
          <w:rFonts w:hint="eastAsia"/>
          <w:rtl/>
        </w:rPr>
        <w:t>نيز</w:t>
      </w:r>
      <w:r>
        <w:rPr>
          <w:rtl/>
        </w:rPr>
        <w:t xml:space="preserve"> ر_ك حضرت محمد</w:t>
      </w:r>
      <w:r w:rsidR="00F031CD" w:rsidRPr="00F031CD">
        <w:rPr>
          <w:rStyle w:val="libAlaemChar"/>
          <w:rtl/>
        </w:rPr>
        <w:t xml:space="preserve"> صلى‌الله‌عليه‌وآله‌وسلم </w:t>
      </w:r>
    </w:p>
    <w:p w:rsidR="001F628F" w:rsidRDefault="001F628F" w:rsidP="00C95394">
      <w:pPr>
        <w:pStyle w:val="libNormal"/>
        <w:rPr>
          <w:rtl/>
        </w:rPr>
      </w:pPr>
      <w:r>
        <w:rPr>
          <w:rFonts w:hint="eastAsia"/>
          <w:rtl/>
        </w:rPr>
        <w:t>تكبّر</w:t>
      </w:r>
      <w:r>
        <w:rPr>
          <w:rtl/>
        </w:rPr>
        <w:t>:_كے آثار ، 15/33</w:t>
      </w:r>
      <w:r>
        <w:rPr>
          <w:rFonts w:hint="eastAsia"/>
          <w:rtl/>
        </w:rPr>
        <w:t>نيز</w:t>
      </w:r>
      <w:r>
        <w:rPr>
          <w:rtl/>
        </w:rPr>
        <w:t xml:space="preserve"> ر_ك ابليس، كفار اور متقين</w:t>
      </w:r>
    </w:p>
    <w:p w:rsidR="001F628F" w:rsidRDefault="001F628F" w:rsidP="00C95394">
      <w:pPr>
        <w:pStyle w:val="libNormal"/>
        <w:rPr>
          <w:rtl/>
        </w:rPr>
      </w:pPr>
      <w:r>
        <w:rPr>
          <w:rFonts w:hint="eastAsia"/>
          <w:rtl/>
        </w:rPr>
        <w:t>تكليف</w:t>
      </w:r>
      <w:r>
        <w:rPr>
          <w:rtl/>
        </w:rPr>
        <w:t>: (شرعى وظيفہ)_كى عموميت، 15/99، 16/ 125;_كا رفع، اس كے شرائط ،16/115; اس كے عوامل، 16/ 106، 115;_ پر عمل ، اس كا پيش خيمہ، 16/115; اس كے عوامل ، 16/106، 115; _ پر عمل ، اس كا پيش خيمہ، 16/91; _مي</w:t>
      </w:r>
      <w:r w:rsidR="00083993">
        <w:rPr>
          <w:rtl/>
        </w:rPr>
        <w:t xml:space="preserve">ں </w:t>
      </w:r>
      <w:r>
        <w:rPr>
          <w:rtl/>
        </w:rPr>
        <w:t>قدرت ، 16/ 115; اہم ترين_، 14/31، 37،40</w:t>
      </w:r>
      <w:r>
        <w:rPr>
          <w:rFonts w:hint="eastAsia"/>
          <w:rtl/>
        </w:rPr>
        <w:t>نيز</w:t>
      </w:r>
      <w:r>
        <w:rPr>
          <w:rtl/>
        </w:rPr>
        <w:t xml:space="preserve"> ر_ك ابليس، انسان، محمد</w:t>
      </w:r>
      <w:r w:rsidR="00F031CD" w:rsidRPr="00F031CD">
        <w:rPr>
          <w:rStyle w:val="libAlaemChar"/>
          <w:rtl/>
        </w:rPr>
        <w:t xml:space="preserve"> صلى‌الله‌عليه‌وآله‌وسلم </w:t>
      </w:r>
      <w:r>
        <w:rPr>
          <w:rtl/>
        </w:rPr>
        <w:t xml:space="preserve"> ، مضطر اور ملائكہ</w:t>
      </w:r>
    </w:p>
    <w:p w:rsidR="001F628F" w:rsidRDefault="001F628F" w:rsidP="00C95394">
      <w:pPr>
        <w:pStyle w:val="libNormal"/>
        <w:rPr>
          <w:rtl/>
        </w:rPr>
      </w:pPr>
      <w:r>
        <w:rPr>
          <w:rFonts w:hint="eastAsia"/>
          <w:rtl/>
        </w:rPr>
        <w:t>تمثيل</w:t>
      </w:r>
      <w:r>
        <w:rPr>
          <w:rtl/>
        </w:rPr>
        <w:t>:</w:t>
      </w:r>
      <w:r>
        <w:rPr>
          <w:rFonts w:hint="eastAsia"/>
          <w:rtl/>
        </w:rPr>
        <w:t>ر</w:t>
      </w:r>
      <w:r>
        <w:rPr>
          <w:rtl/>
        </w:rPr>
        <w:t>_ك قرآنى مثالي</w:t>
      </w:r>
      <w:r w:rsidR="00083993">
        <w:rPr>
          <w:rtl/>
        </w:rPr>
        <w:t xml:space="preserve">ں </w:t>
      </w:r>
    </w:p>
    <w:p w:rsidR="001F628F" w:rsidRDefault="001F628F" w:rsidP="00C95394">
      <w:pPr>
        <w:pStyle w:val="libNormal"/>
        <w:rPr>
          <w:rtl/>
        </w:rPr>
      </w:pPr>
      <w:r>
        <w:rPr>
          <w:rFonts w:hint="eastAsia"/>
          <w:rtl/>
        </w:rPr>
        <w:t>تمدّن</w:t>
      </w:r>
      <w:r>
        <w:rPr>
          <w:rtl/>
        </w:rPr>
        <w:t>:_ تاريخ، 15/67</w:t>
      </w:r>
      <w:r>
        <w:rPr>
          <w:rFonts w:hint="eastAsia"/>
          <w:rtl/>
        </w:rPr>
        <w:t>نيز</w:t>
      </w:r>
      <w:r>
        <w:rPr>
          <w:rtl/>
        </w:rPr>
        <w:t xml:space="preserve"> ر_ك لوط</w:t>
      </w:r>
      <w:r w:rsidR="00367F17" w:rsidRPr="00367F17">
        <w:rPr>
          <w:rStyle w:val="libAlaemChar"/>
          <w:rtl/>
        </w:rPr>
        <w:t xml:space="preserve"> عليه‌السلام </w:t>
      </w:r>
    </w:p>
    <w:p w:rsidR="001F628F" w:rsidRDefault="001F628F" w:rsidP="00C95394">
      <w:pPr>
        <w:pStyle w:val="libNormal"/>
        <w:rPr>
          <w:rtl/>
        </w:rPr>
      </w:pPr>
      <w:r>
        <w:rPr>
          <w:rFonts w:hint="eastAsia"/>
          <w:rtl/>
        </w:rPr>
        <w:t>توبہ</w:t>
      </w:r>
      <w:r>
        <w:rPr>
          <w:rtl/>
        </w:rPr>
        <w:t xml:space="preserve"> كرنے والے افراد:_كى مغفرت ، اس كا پيش خيمہ، 16/ 119</w:t>
      </w:r>
      <w:r>
        <w:rPr>
          <w:rFonts w:hint="eastAsia"/>
          <w:rtl/>
        </w:rPr>
        <w:t>نيز</w:t>
      </w:r>
      <w:r>
        <w:rPr>
          <w:rtl/>
        </w:rPr>
        <w:t xml:space="preserve"> ر_ك توبہ</w:t>
      </w:r>
    </w:p>
    <w:p w:rsidR="001F628F" w:rsidRDefault="001F628F" w:rsidP="00C95394">
      <w:pPr>
        <w:pStyle w:val="libNormal"/>
        <w:rPr>
          <w:rtl/>
        </w:rPr>
      </w:pPr>
      <w:r>
        <w:rPr>
          <w:rFonts w:hint="eastAsia"/>
          <w:rtl/>
        </w:rPr>
        <w:t>تواضع</w:t>
      </w:r>
      <w:r>
        <w:rPr>
          <w:rtl/>
        </w:rPr>
        <w:t>:_كا ملاك ، 15/88</w:t>
      </w:r>
      <w:r>
        <w:rPr>
          <w:rFonts w:hint="eastAsia"/>
          <w:rtl/>
        </w:rPr>
        <w:t>نيز</w:t>
      </w:r>
      <w:r>
        <w:rPr>
          <w:rtl/>
        </w:rPr>
        <w:t xml:space="preserve"> ر_ك </w:t>
      </w:r>
      <w:r w:rsidR="003D0BA1">
        <w:rPr>
          <w:rtl/>
        </w:rPr>
        <w:t>انبياء</w:t>
      </w:r>
      <w:r>
        <w:rPr>
          <w:rtl/>
        </w:rPr>
        <w:t>، مومنين، محمد</w:t>
      </w:r>
      <w:r w:rsidR="00F031CD" w:rsidRPr="00F031CD">
        <w:rPr>
          <w:rStyle w:val="libAlaemChar"/>
          <w:rtl/>
        </w:rPr>
        <w:t xml:space="preserve"> صلى‌الله‌عليه‌وآله‌وسلم </w:t>
      </w:r>
      <w:r>
        <w:rPr>
          <w:rtl/>
        </w:rPr>
        <w:t xml:space="preserve"> اور نعمت</w:t>
      </w:r>
    </w:p>
    <w:p w:rsidR="001F628F" w:rsidRDefault="001F628F" w:rsidP="00C95394">
      <w:pPr>
        <w:pStyle w:val="libNormal"/>
        <w:rPr>
          <w:rtl/>
        </w:rPr>
      </w:pPr>
      <w:r>
        <w:rPr>
          <w:rFonts w:hint="eastAsia"/>
          <w:rtl/>
        </w:rPr>
        <w:t>توبہ</w:t>
      </w:r>
      <w:r>
        <w:rPr>
          <w:rtl/>
        </w:rPr>
        <w:t>:_كے آثار ، 16/ 110،119، بے نتيجہ_، 14/ 44;_ كى قبوليت ، اس كے شرائط، 16/119</w:t>
      </w:r>
    </w:p>
    <w:p w:rsidR="001F628F" w:rsidRDefault="001F628F" w:rsidP="001F628F">
      <w:pPr>
        <w:pStyle w:val="libNormal"/>
        <w:rPr>
          <w:rtl/>
        </w:rPr>
      </w:pPr>
      <w:r>
        <w:rPr>
          <w:rFonts w:hint="eastAsia"/>
          <w:rtl/>
        </w:rPr>
        <w:t>نيز</w:t>
      </w:r>
      <w:r>
        <w:rPr>
          <w:rtl/>
        </w:rPr>
        <w:t xml:space="preserve"> ر_ك توّابين</w:t>
      </w:r>
    </w:p>
    <w:p w:rsidR="001F628F" w:rsidRDefault="001F628F" w:rsidP="001F628F">
      <w:pPr>
        <w:pStyle w:val="libNormal"/>
        <w:rPr>
          <w:rtl/>
        </w:rPr>
      </w:pPr>
      <w:r>
        <w:rPr>
          <w:rFonts w:hint="eastAsia"/>
          <w:rtl/>
        </w:rPr>
        <w:t>توحيد</w:t>
      </w:r>
      <w:r>
        <w:rPr>
          <w:rtl/>
        </w:rPr>
        <w:t>:</w:t>
      </w:r>
    </w:p>
    <w:p w:rsidR="001F628F" w:rsidRDefault="001F628F" w:rsidP="001F628F">
      <w:pPr>
        <w:pStyle w:val="libNormal"/>
        <w:rPr>
          <w:rtl/>
        </w:rPr>
      </w:pPr>
      <w:r>
        <w:rPr>
          <w:rtl/>
        </w:rPr>
        <w:t>_ كے آثار ، 16/51،52;_ كا اعلان، -16/ 51; _كى اہميت، 14/ 52، 15/75، 77، 16/2، 51،</w:t>
      </w:r>
    </w:p>
    <w:p w:rsidR="00C95394" w:rsidRDefault="001E7F9D" w:rsidP="00F73EDE">
      <w:pPr>
        <w:pStyle w:val="libPoemTini"/>
        <w:rPr>
          <w:rtl/>
        </w:rPr>
      </w:pPr>
      <w:r>
        <w:rPr>
          <w:rtl/>
        </w:rPr>
        <w:cr/>
      </w:r>
      <w:r>
        <w:rPr>
          <w:rtl/>
        </w:rPr>
        <w:br w:type="page"/>
      </w:r>
    </w:p>
    <w:p w:rsidR="001F628F" w:rsidRDefault="001F628F" w:rsidP="00C95394">
      <w:pPr>
        <w:pStyle w:val="libNormal"/>
        <w:rPr>
          <w:rtl/>
        </w:rPr>
      </w:pPr>
      <w:r>
        <w:rPr>
          <w:rtl/>
        </w:rPr>
        <w:lastRenderedPageBreak/>
        <w:t>77;_ افعالى ، 15/ 23; 25، 16/3، 10، 14 ،73;_در خالقيت ، 15/ 86،16/ 3، 7;_ دررازقيت، 16/ 73; _ذاتى ، 16/51;_ ربوبي، 14/18; اس كے دلائل، 14/ 34، 16/7; اس كى تكذيب كرنے والے ، 16/54;_عبادي، 16/ 22، 51،73; اس كيطرف دعوت، 16/ 36; _كى دعوت، 16/2،51;_ كے دلائل ، 14/32،33، 52; 16/ 3، 4، 10، 11،13، 22، 52، 53; _كا پيش خيمہ ، 14/ 52; _سے اعراض كرنے والے، اس كا ظلم، 14/ 15; ان كى ہٹ دھرمى ، 14/ 15</w:t>
      </w:r>
    </w:p>
    <w:p w:rsidR="001F628F" w:rsidRDefault="001F628F" w:rsidP="001F628F">
      <w:pPr>
        <w:pStyle w:val="libNormal"/>
        <w:rPr>
          <w:rtl/>
        </w:rPr>
      </w:pPr>
      <w:r>
        <w:rPr>
          <w:rFonts w:hint="eastAsia"/>
          <w:rtl/>
        </w:rPr>
        <w:t>نيز</w:t>
      </w:r>
      <w:r>
        <w:rPr>
          <w:rtl/>
        </w:rPr>
        <w:t xml:space="preserve"> ر_ك ابراہيم </w:t>
      </w:r>
      <w:r w:rsidR="00367F17" w:rsidRPr="00367F17">
        <w:rPr>
          <w:rStyle w:val="libAlaemChar"/>
          <w:rtl/>
        </w:rPr>
        <w:t xml:space="preserve"> عليه‌السلام </w:t>
      </w:r>
      <w:r>
        <w:rPr>
          <w:rtl/>
        </w:rPr>
        <w:t xml:space="preserve"> ، </w:t>
      </w:r>
      <w:r w:rsidR="003D0BA1">
        <w:rPr>
          <w:rtl/>
        </w:rPr>
        <w:t>انبياء</w:t>
      </w:r>
      <w:r>
        <w:rPr>
          <w:rtl/>
        </w:rPr>
        <w:t>، ايمان، زمين پر رينگنے والے ، خدا، ذكر ، قائدي</w:t>
      </w:r>
      <w:r w:rsidR="00083993">
        <w:rPr>
          <w:rtl/>
        </w:rPr>
        <w:t xml:space="preserve">ں </w:t>
      </w:r>
      <w:r>
        <w:rPr>
          <w:rtl/>
        </w:rPr>
        <w:t>، عقيدہ، فطرت ، قيامت ، مكہ ، ملائكہ اور ہدايت</w:t>
      </w:r>
    </w:p>
    <w:p w:rsidR="001F628F" w:rsidRDefault="001F628F" w:rsidP="00C95394">
      <w:pPr>
        <w:pStyle w:val="libNormal"/>
        <w:rPr>
          <w:rtl/>
        </w:rPr>
      </w:pPr>
      <w:r>
        <w:rPr>
          <w:rFonts w:hint="eastAsia"/>
          <w:rtl/>
        </w:rPr>
        <w:t>تورات</w:t>
      </w:r>
      <w:r>
        <w:rPr>
          <w:rtl/>
        </w:rPr>
        <w:t>:_ كى تعليمات، 14/ 5; _كا ہدايت كرنا، 14/ 5</w:t>
      </w:r>
    </w:p>
    <w:p w:rsidR="001F628F" w:rsidRDefault="001F628F" w:rsidP="00C95394">
      <w:pPr>
        <w:pStyle w:val="libNormal"/>
        <w:rPr>
          <w:rtl/>
        </w:rPr>
      </w:pPr>
      <w:r>
        <w:rPr>
          <w:rFonts w:hint="eastAsia"/>
          <w:rtl/>
        </w:rPr>
        <w:t>توفيقات</w:t>
      </w:r>
      <w:r>
        <w:rPr>
          <w:rtl/>
        </w:rPr>
        <w:t>:</w:t>
      </w:r>
      <w:r>
        <w:rPr>
          <w:rFonts w:hint="eastAsia"/>
          <w:rtl/>
        </w:rPr>
        <w:t>خدا</w:t>
      </w:r>
      <w:r>
        <w:rPr>
          <w:rtl/>
        </w:rPr>
        <w:t xml:space="preserve"> كى توفيقات سے محروم افراد، 15/35; شكر گزارى كى توفيق ، اس كى درخواست، 14/37; عبادت كى توفيق، اس كا پيش خيمہ، 14/ 37; _ مي</w:t>
      </w:r>
      <w:r w:rsidR="00083993">
        <w:rPr>
          <w:rtl/>
        </w:rPr>
        <w:t xml:space="preserve">ں </w:t>
      </w:r>
      <w:r>
        <w:rPr>
          <w:rtl/>
        </w:rPr>
        <w:t>موثر عوامل ، 16/121</w:t>
      </w:r>
      <w:r>
        <w:rPr>
          <w:rFonts w:hint="eastAsia"/>
          <w:rtl/>
        </w:rPr>
        <w:t>نيز</w:t>
      </w:r>
      <w:r>
        <w:rPr>
          <w:rtl/>
        </w:rPr>
        <w:t xml:space="preserve"> ر_ك فرزند اور نماز</w:t>
      </w:r>
    </w:p>
    <w:p w:rsidR="001F628F" w:rsidRDefault="001F628F" w:rsidP="00C95394">
      <w:pPr>
        <w:pStyle w:val="libNormal"/>
        <w:rPr>
          <w:rtl/>
        </w:rPr>
      </w:pPr>
      <w:r>
        <w:rPr>
          <w:rFonts w:hint="eastAsia"/>
          <w:rtl/>
        </w:rPr>
        <w:t>توكل</w:t>
      </w:r>
      <w:r>
        <w:rPr>
          <w:rtl/>
        </w:rPr>
        <w:t>:_كے آثار ، 14/ 13 ، 16/ 42، 99;_ كى اہميت، 14 /11، 12; خدا پر _، 14/ 12،13، 16/ 42، 99;_ كى دعوت، 14/11، 12; _كا پيش خيمہ، 14/ 11،12 ،16/99 ; _ كے فوائد; اس كے اُخروى فوائد، 16/42 ; اس كے دنياوى فوائد، 16/ 42; _كا معيار ، 16/42; _كے موارد، 16/99</w:t>
      </w:r>
      <w:r>
        <w:rPr>
          <w:rFonts w:hint="eastAsia"/>
          <w:rtl/>
        </w:rPr>
        <w:t>نيز</w:t>
      </w:r>
      <w:r>
        <w:rPr>
          <w:rtl/>
        </w:rPr>
        <w:t xml:space="preserve"> ر_ك </w:t>
      </w:r>
      <w:r w:rsidR="003D0BA1">
        <w:rPr>
          <w:rtl/>
        </w:rPr>
        <w:t>انبياء</w:t>
      </w:r>
      <w:r>
        <w:rPr>
          <w:rtl/>
        </w:rPr>
        <w:t>، مہاجرين، اور ضرورتي</w:t>
      </w:r>
      <w:r w:rsidR="00083993">
        <w:rPr>
          <w:rtl/>
        </w:rPr>
        <w:t xml:space="preserve">ں </w:t>
      </w:r>
    </w:p>
    <w:p w:rsidR="001F628F" w:rsidRDefault="001F628F" w:rsidP="00C95394">
      <w:pPr>
        <w:pStyle w:val="libNormal"/>
        <w:rPr>
          <w:rtl/>
        </w:rPr>
      </w:pPr>
      <w:r>
        <w:rPr>
          <w:rFonts w:hint="eastAsia"/>
          <w:rtl/>
        </w:rPr>
        <w:t>تہمت</w:t>
      </w:r>
      <w:r>
        <w:rPr>
          <w:rtl/>
        </w:rPr>
        <w:t>:</w:t>
      </w:r>
      <w:r>
        <w:rPr>
          <w:rFonts w:hint="eastAsia"/>
          <w:rtl/>
        </w:rPr>
        <w:t>ر</w:t>
      </w:r>
      <w:r>
        <w:rPr>
          <w:rtl/>
        </w:rPr>
        <w:t>_ك آخرت، آنحضرت</w:t>
      </w:r>
      <w:r w:rsidR="00F031CD" w:rsidRPr="00F031CD">
        <w:rPr>
          <w:rStyle w:val="libAlaemChar"/>
          <w:rtl/>
        </w:rPr>
        <w:t xml:space="preserve"> صلى‌الله‌عليه‌وآله‌وسلم </w:t>
      </w:r>
      <w:r>
        <w:rPr>
          <w:rtl/>
        </w:rPr>
        <w:t xml:space="preserve"> اور مشركين، قرآن ، قريش، كفار ، كفار مكّہ</w:t>
      </w:r>
    </w:p>
    <w:p w:rsidR="001F628F" w:rsidRDefault="001F628F" w:rsidP="00C95394">
      <w:pPr>
        <w:pStyle w:val="Heading2Center"/>
        <w:rPr>
          <w:rtl/>
        </w:rPr>
      </w:pPr>
      <w:bookmarkStart w:id="285" w:name="_Toc28081963"/>
      <w:r>
        <w:rPr>
          <w:rtl/>
        </w:rPr>
        <w:t>''ث''</w:t>
      </w:r>
      <w:bookmarkEnd w:id="285"/>
    </w:p>
    <w:p w:rsidR="001F628F" w:rsidRDefault="001F628F" w:rsidP="001F628F">
      <w:pPr>
        <w:pStyle w:val="libNormal"/>
        <w:rPr>
          <w:rtl/>
        </w:rPr>
      </w:pPr>
      <w:r>
        <w:rPr>
          <w:rFonts w:hint="eastAsia"/>
          <w:rtl/>
        </w:rPr>
        <w:t>ثابت</w:t>
      </w:r>
      <w:r>
        <w:rPr>
          <w:rtl/>
        </w:rPr>
        <w:t xml:space="preserve"> قدم افراد:14/27;_صراط مستقيم پر 16/76</w:t>
      </w:r>
    </w:p>
    <w:p w:rsidR="001F628F" w:rsidRDefault="001F628F" w:rsidP="00C95394">
      <w:pPr>
        <w:pStyle w:val="libNormal"/>
        <w:rPr>
          <w:rtl/>
        </w:rPr>
      </w:pPr>
      <w:r>
        <w:rPr>
          <w:rFonts w:hint="eastAsia"/>
          <w:rtl/>
        </w:rPr>
        <w:t>ثابت</w:t>
      </w:r>
      <w:r>
        <w:rPr>
          <w:rtl/>
        </w:rPr>
        <w:t xml:space="preserve"> قدمي:_كے عوامل، 14/27</w:t>
      </w:r>
      <w:r>
        <w:rPr>
          <w:rFonts w:hint="eastAsia"/>
          <w:rtl/>
        </w:rPr>
        <w:t>نيز</w:t>
      </w:r>
      <w:r>
        <w:rPr>
          <w:rtl/>
        </w:rPr>
        <w:t xml:space="preserve"> ر_ك ايمان ، قرآن اور مومنين</w:t>
      </w:r>
    </w:p>
    <w:p w:rsidR="001F628F" w:rsidRDefault="001F628F" w:rsidP="00C95394">
      <w:pPr>
        <w:pStyle w:val="libNormal"/>
        <w:rPr>
          <w:rtl/>
        </w:rPr>
      </w:pPr>
      <w:r>
        <w:rPr>
          <w:rFonts w:hint="eastAsia"/>
          <w:rtl/>
        </w:rPr>
        <w:t>ثروت</w:t>
      </w:r>
      <w:r>
        <w:rPr>
          <w:rtl/>
        </w:rPr>
        <w:t>:_ كا سرچشمہ، 15/ 88</w:t>
      </w:r>
      <w:r>
        <w:rPr>
          <w:rFonts w:hint="eastAsia"/>
          <w:rtl/>
        </w:rPr>
        <w:t>نيز</w:t>
      </w:r>
      <w:r>
        <w:rPr>
          <w:rtl/>
        </w:rPr>
        <w:t xml:space="preserve"> ر_ك دولت مند افراد، ذكر اور نعمت</w:t>
      </w:r>
    </w:p>
    <w:p w:rsidR="001F628F" w:rsidRDefault="001F628F" w:rsidP="00C95394">
      <w:pPr>
        <w:pStyle w:val="libNormal"/>
        <w:rPr>
          <w:rtl/>
        </w:rPr>
      </w:pPr>
      <w:r>
        <w:rPr>
          <w:rFonts w:hint="eastAsia"/>
          <w:rtl/>
        </w:rPr>
        <w:t>ثروت</w:t>
      </w:r>
      <w:r>
        <w:rPr>
          <w:rtl/>
        </w:rPr>
        <w:t xml:space="preserve"> مند افراد:_كا گمراہ كرنا، 14/ 30</w:t>
      </w:r>
      <w:r>
        <w:rPr>
          <w:rFonts w:hint="eastAsia"/>
          <w:rtl/>
        </w:rPr>
        <w:t>نيز</w:t>
      </w:r>
      <w:r>
        <w:rPr>
          <w:rtl/>
        </w:rPr>
        <w:t xml:space="preserve"> ر_ك ثروت</w:t>
      </w:r>
    </w:p>
    <w:p w:rsidR="001F628F" w:rsidRDefault="001F628F" w:rsidP="00C95394">
      <w:pPr>
        <w:pStyle w:val="libNormal"/>
        <w:rPr>
          <w:rtl/>
        </w:rPr>
      </w:pPr>
      <w:r>
        <w:rPr>
          <w:rFonts w:hint="eastAsia"/>
          <w:rtl/>
        </w:rPr>
        <w:t>ثنويت</w:t>
      </w:r>
      <w:r>
        <w:rPr>
          <w:rtl/>
        </w:rPr>
        <w:t>(دوگانگي):_كا بطلان، اس كے دلائل، 16/ 53; _سے نہي، 16/ 51</w:t>
      </w:r>
    </w:p>
    <w:p w:rsidR="001F628F" w:rsidRDefault="001F628F" w:rsidP="001F628F">
      <w:pPr>
        <w:pStyle w:val="libNormal"/>
        <w:rPr>
          <w:rtl/>
        </w:rPr>
      </w:pPr>
      <w:r>
        <w:rPr>
          <w:rFonts w:hint="eastAsia"/>
          <w:rtl/>
        </w:rPr>
        <w:t>ثواب</w:t>
      </w:r>
      <w:r>
        <w:rPr>
          <w:rtl/>
        </w:rPr>
        <w:t>:</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ر</w:t>
      </w:r>
      <w:r>
        <w:rPr>
          <w:rtl/>
        </w:rPr>
        <w:t>_ك پاداش</w:t>
      </w:r>
    </w:p>
    <w:p w:rsidR="001F628F" w:rsidRDefault="001F628F" w:rsidP="00C95394">
      <w:pPr>
        <w:pStyle w:val="Heading2Center"/>
        <w:rPr>
          <w:rtl/>
        </w:rPr>
      </w:pPr>
      <w:bookmarkStart w:id="286" w:name="_Toc28081964"/>
      <w:r>
        <w:rPr>
          <w:rtl/>
        </w:rPr>
        <w:t>''ج''</w:t>
      </w:r>
      <w:bookmarkEnd w:id="286"/>
    </w:p>
    <w:p w:rsidR="001F628F" w:rsidRDefault="001F628F" w:rsidP="00C95394">
      <w:pPr>
        <w:pStyle w:val="libNormal"/>
        <w:rPr>
          <w:rtl/>
        </w:rPr>
      </w:pPr>
      <w:r>
        <w:rPr>
          <w:rFonts w:hint="eastAsia"/>
          <w:rtl/>
        </w:rPr>
        <w:t>جادو</w:t>
      </w:r>
      <w:r>
        <w:rPr>
          <w:rtl/>
        </w:rPr>
        <w:t>:</w:t>
      </w:r>
      <w:r>
        <w:rPr>
          <w:rFonts w:hint="eastAsia"/>
          <w:rtl/>
        </w:rPr>
        <w:t>ر</w:t>
      </w:r>
      <w:r>
        <w:rPr>
          <w:rtl/>
        </w:rPr>
        <w:t xml:space="preserve">_ك حضرت محمد </w:t>
      </w:r>
      <w:r w:rsidR="00F031CD" w:rsidRPr="00F031CD">
        <w:rPr>
          <w:rStyle w:val="libAlaemChar"/>
          <w:rtl/>
        </w:rPr>
        <w:t xml:space="preserve"> صلى‌الله‌عليه‌وآله‌وسلم </w:t>
      </w:r>
    </w:p>
    <w:p w:rsidR="001F628F" w:rsidRDefault="001F628F" w:rsidP="00C95394">
      <w:pPr>
        <w:pStyle w:val="libNormal"/>
        <w:rPr>
          <w:rtl/>
        </w:rPr>
      </w:pPr>
      <w:r>
        <w:rPr>
          <w:rFonts w:hint="eastAsia"/>
          <w:rtl/>
        </w:rPr>
        <w:t>جاہل</w:t>
      </w:r>
      <w:r>
        <w:rPr>
          <w:rtl/>
        </w:rPr>
        <w:t xml:space="preserve"> افراد:_كى تربيت،16/ 128;_اور </w:t>
      </w:r>
      <w:r w:rsidR="005E05E0">
        <w:rPr>
          <w:rtl/>
        </w:rPr>
        <w:t>علماء</w:t>
      </w:r>
      <w:r>
        <w:rPr>
          <w:rtl/>
        </w:rPr>
        <w:t>،16/ 43</w:t>
      </w:r>
      <w:r>
        <w:rPr>
          <w:rFonts w:hint="eastAsia"/>
          <w:rtl/>
        </w:rPr>
        <w:t>نيز</w:t>
      </w:r>
      <w:r>
        <w:rPr>
          <w:rtl/>
        </w:rPr>
        <w:t xml:space="preserve"> ر_ك جہالت اور معاد</w:t>
      </w:r>
    </w:p>
    <w:p w:rsidR="001F628F" w:rsidRDefault="001F628F" w:rsidP="00C95394">
      <w:pPr>
        <w:pStyle w:val="libNormal"/>
        <w:rPr>
          <w:rtl/>
        </w:rPr>
      </w:pPr>
      <w:r>
        <w:rPr>
          <w:rFonts w:hint="eastAsia"/>
          <w:rtl/>
        </w:rPr>
        <w:t>جاہليت</w:t>
      </w:r>
      <w:r>
        <w:rPr>
          <w:rtl/>
        </w:rPr>
        <w:t>:_مي</w:t>
      </w:r>
      <w:r w:rsidR="00083993">
        <w:rPr>
          <w:rtl/>
        </w:rPr>
        <w:t xml:space="preserve">ں </w:t>
      </w:r>
      <w:r>
        <w:rPr>
          <w:rtl/>
        </w:rPr>
        <w:t>تفريق، 16/59;_ مي</w:t>
      </w:r>
      <w:r w:rsidR="00083993">
        <w:rPr>
          <w:rtl/>
        </w:rPr>
        <w:t xml:space="preserve">ں </w:t>
      </w:r>
      <w:r>
        <w:rPr>
          <w:rtl/>
        </w:rPr>
        <w:t>لڑكى ، 16/58، 59، 60،62; اس كى بے وقعي، 16/ 59; اس كى ذلّت، 16/ 59; _مي</w:t>
      </w:r>
      <w:r w:rsidR="00083993">
        <w:rPr>
          <w:rtl/>
        </w:rPr>
        <w:t xml:space="preserve">ں </w:t>
      </w:r>
      <w:r>
        <w:rPr>
          <w:rtl/>
        </w:rPr>
        <w:t>لڑكى كا قتل، اس كا سبب، 16/ 60; _كى رسوم، 16/ 58، 59، 60،62;_مي</w:t>
      </w:r>
      <w:r w:rsidR="00083993">
        <w:rPr>
          <w:rtl/>
        </w:rPr>
        <w:t xml:space="preserve">ں </w:t>
      </w:r>
      <w:r>
        <w:rPr>
          <w:rtl/>
        </w:rPr>
        <w:t>عورت ، اس كى بے وقعى ، 16/ 59; _مي</w:t>
      </w:r>
      <w:r w:rsidR="00083993">
        <w:rPr>
          <w:rtl/>
        </w:rPr>
        <w:t xml:space="preserve">ں </w:t>
      </w:r>
      <w:r>
        <w:rPr>
          <w:rtl/>
        </w:rPr>
        <w:t>مرد كى حاكميت، 16/ 52;_ كے مشركين، 16/57;، 58،59، 62;ان كے دعوے، 16/62;ان كے افترائ، 16/ 62; ان كى فكر، 16/59، 60، 62; ان كى بيٹے سے محبت، 16/59; 62; ان كى حيرانگي، 16/59; ان كى خداشناسي، 16/ 62; ان كا جھوٹ بولنا، 16/ 62; ان كے بر تاؤ كا طريقہ 16/ 62; ان كا عقيدہ، 16/57، 60، 62; ان كى ناپسنديدہ قضاوت، 16/ 59; _مي</w:t>
      </w:r>
      <w:r w:rsidR="00083993">
        <w:rPr>
          <w:rFonts w:hint="eastAsia"/>
          <w:rtl/>
        </w:rPr>
        <w:t xml:space="preserve">ں </w:t>
      </w:r>
      <w:r>
        <w:rPr>
          <w:rtl/>
        </w:rPr>
        <w:t>خاندان كا نظام، 16/59 ; _مي</w:t>
      </w:r>
      <w:r w:rsidR="00083993">
        <w:rPr>
          <w:rtl/>
        </w:rPr>
        <w:t xml:space="preserve">ں </w:t>
      </w:r>
      <w:r>
        <w:rPr>
          <w:rtl/>
        </w:rPr>
        <w:t>فرزند كى ولادت، 16/ 58</w:t>
      </w:r>
    </w:p>
    <w:p w:rsidR="001F628F" w:rsidRDefault="001F628F" w:rsidP="00C95394">
      <w:pPr>
        <w:pStyle w:val="libNormal"/>
        <w:rPr>
          <w:rtl/>
        </w:rPr>
      </w:pPr>
      <w:r>
        <w:rPr>
          <w:rFonts w:hint="eastAsia"/>
          <w:rtl/>
        </w:rPr>
        <w:t>جبرائيل</w:t>
      </w:r>
      <w:r>
        <w:rPr>
          <w:rtl/>
        </w:rPr>
        <w:t>:_كى امانت داري، 16/ 102;_ كا تقدس، 16/ 102; _كا منزہ ہونا، 16/102; _كے فضائل ،16/102; _كا نقش، 16/102</w:t>
      </w:r>
      <w:r>
        <w:rPr>
          <w:rFonts w:hint="eastAsia"/>
          <w:rtl/>
        </w:rPr>
        <w:t>نيز</w:t>
      </w:r>
      <w:r>
        <w:rPr>
          <w:rtl/>
        </w:rPr>
        <w:t xml:space="preserve"> ر_ك خدا كے برگزيدہ افراد</w:t>
      </w:r>
    </w:p>
    <w:p w:rsidR="001F628F" w:rsidRDefault="001F628F" w:rsidP="00C95394">
      <w:pPr>
        <w:pStyle w:val="libNormal"/>
        <w:rPr>
          <w:rtl/>
        </w:rPr>
      </w:pPr>
      <w:r>
        <w:rPr>
          <w:rFonts w:hint="eastAsia"/>
          <w:rtl/>
        </w:rPr>
        <w:t>جبر</w:t>
      </w:r>
      <w:r>
        <w:rPr>
          <w:rtl/>
        </w:rPr>
        <w:t xml:space="preserve"> كا اعتقاد:</w:t>
      </w:r>
      <w:r>
        <w:rPr>
          <w:rFonts w:hint="eastAsia"/>
          <w:rtl/>
        </w:rPr>
        <w:t>ر</w:t>
      </w:r>
      <w:r>
        <w:rPr>
          <w:rtl/>
        </w:rPr>
        <w:t>_ك قائدين ، مشركين اور مشركين مكّہ</w:t>
      </w:r>
    </w:p>
    <w:p w:rsidR="001F628F" w:rsidRDefault="001F628F" w:rsidP="00C95394">
      <w:pPr>
        <w:pStyle w:val="libNormal"/>
        <w:rPr>
          <w:rtl/>
        </w:rPr>
      </w:pPr>
      <w:r>
        <w:rPr>
          <w:rFonts w:hint="eastAsia"/>
          <w:rtl/>
        </w:rPr>
        <w:t>جبر</w:t>
      </w:r>
      <w:r>
        <w:rPr>
          <w:rtl/>
        </w:rPr>
        <w:t xml:space="preserve"> اور اختيار:14/3،21،22، 15/ 42، 60، 16/ 9، 33، 35، 43، 82، 93، 104</w:t>
      </w:r>
      <w:r>
        <w:rPr>
          <w:rFonts w:hint="eastAsia"/>
          <w:rtl/>
        </w:rPr>
        <w:t>جبر</w:t>
      </w:r>
      <w:r>
        <w:rPr>
          <w:rtl/>
        </w:rPr>
        <w:t xml:space="preserve"> كا بطلان، ، 16/ 93; اس كے دلائل ، 16/ 36، 39، 43</w:t>
      </w:r>
      <w:r>
        <w:rPr>
          <w:rFonts w:hint="eastAsia"/>
          <w:rtl/>
        </w:rPr>
        <w:t>نيز</w:t>
      </w:r>
      <w:r>
        <w:rPr>
          <w:rtl/>
        </w:rPr>
        <w:t xml:space="preserve"> ر_ك عقيدہ</w:t>
      </w:r>
    </w:p>
    <w:p w:rsidR="001F628F" w:rsidRDefault="001F628F" w:rsidP="00C95394">
      <w:pPr>
        <w:pStyle w:val="libNormal"/>
        <w:rPr>
          <w:rtl/>
        </w:rPr>
      </w:pPr>
      <w:r>
        <w:rPr>
          <w:rFonts w:hint="eastAsia"/>
          <w:rtl/>
        </w:rPr>
        <w:t>جرم</w:t>
      </w:r>
      <w:r>
        <w:rPr>
          <w:rtl/>
        </w:rPr>
        <w:t>:_ كے اقسام، 15/44; _كا پيش خيمہ، 16/88;_ كا انجام، 15/ 44; _ كے موارد، 15/ 12</w:t>
      </w:r>
      <w:r>
        <w:rPr>
          <w:rFonts w:hint="eastAsia"/>
          <w:rtl/>
        </w:rPr>
        <w:t>نيزر</w:t>
      </w:r>
      <w:r>
        <w:rPr>
          <w:rtl/>
        </w:rPr>
        <w:t>_ك انبياء اور گناہ</w:t>
      </w:r>
    </w:p>
    <w:p w:rsidR="001F628F" w:rsidRDefault="001F628F" w:rsidP="00C95394">
      <w:pPr>
        <w:pStyle w:val="libNormal"/>
        <w:rPr>
          <w:rtl/>
        </w:rPr>
      </w:pPr>
      <w:r>
        <w:rPr>
          <w:rFonts w:hint="eastAsia"/>
          <w:rtl/>
        </w:rPr>
        <w:t>جزائ</w:t>
      </w:r>
      <w:r>
        <w:rPr>
          <w:rtl/>
        </w:rPr>
        <w:t>:</w:t>
      </w:r>
      <w:r>
        <w:rPr>
          <w:rFonts w:hint="eastAsia"/>
          <w:rtl/>
        </w:rPr>
        <w:t>ر</w:t>
      </w:r>
      <w:r>
        <w:rPr>
          <w:rtl/>
        </w:rPr>
        <w:t>_ك پاداش ، سزا اور جزائي نظام</w:t>
      </w:r>
    </w:p>
    <w:p w:rsidR="001F628F" w:rsidRDefault="001F628F" w:rsidP="00C95394">
      <w:pPr>
        <w:pStyle w:val="libNormal"/>
        <w:rPr>
          <w:rtl/>
        </w:rPr>
      </w:pPr>
      <w:r>
        <w:rPr>
          <w:rFonts w:hint="eastAsia"/>
          <w:rtl/>
        </w:rPr>
        <w:t>جزير</w:t>
      </w:r>
      <w:r>
        <w:rPr>
          <w:rtl/>
        </w:rPr>
        <w:t xml:space="preserve"> ة العرب:_كى مادّى ضروريات، ان كى فراہمى ، 16/8;_ كى معنوى ضروريات ، ان كى فراہمى ، 16/8</w:t>
      </w:r>
    </w:p>
    <w:p w:rsidR="00C95394" w:rsidRDefault="001F628F" w:rsidP="00C95394">
      <w:pPr>
        <w:pStyle w:val="libNormal"/>
        <w:rPr>
          <w:rtl/>
        </w:rPr>
      </w:pPr>
      <w:r>
        <w:rPr>
          <w:rFonts w:hint="eastAsia"/>
          <w:rtl/>
        </w:rPr>
        <w:t>جن</w:t>
      </w:r>
      <w:r>
        <w:rPr>
          <w:rtl/>
        </w:rPr>
        <w:t>:_كاآ سمانى خبري</w:t>
      </w:r>
      <w:r w:rsidR="00083993">
        <w:rPr>
          <w:rtl/>
        </w:rPr>
        <w:t xml:space="preserve">ں </w:t>
      </w:r>
      <w:r>
        <w:rPr>
          <w:rtl/>
        </w:rPr>
        <w:t>سننا، 15/17;_ كى جنس ، 15/ 27; _آگ سے ، 15/27; _كا پوشيدہ ہونا،</w:t>
      </w:r>
      <w:r w:rsidR="001E7F9D">
        <w:rPr>
          <w:rtl/>
        </w:rPr>
        <w:cr/>
      </w:r>
      <w:r w:rsidR="001E7F9D" w:rsidRPr="00F73EDE">
        <w:rPr>
          <w:rStyle w:val="libPoemTiniChar0"/>
          <w:rtl/>
        </w:rPr>
        <w:br w:type="page"/>
      </w:r>
    </w:p>
    <w:p w:rsidR="001F628F" w:rsidRDefault="001F628F" w:rsidP="00C95394">
      <w:pPr>
        <w:pStyle w:val="libNormal"/>
        <w:rPr>
          <w:rtl/>
        </w:rPr>
      </w:pPr>
      <w:r>
        <w:rPr>
          <w:rtl/>
        </w:rPr>
        <w:lastRenderedPageBreak/>
        <w:t>15/27; _ كى خلقت ، 15/ 27; اس كى تاريخ، 15/ 27; اس كاعنصر ، 15/27; _ كا دھتكارا جانا، 15/17;_ كى ماديت، 15/27</w:t>
      </w:r>
    </w:p>
    <w:p w:rsidR="001F628F" w:rsidRDefault="001F628F" w:rsidP="00C95394">
      <w:pPr>
        <w:pStyle w:val="libNormal"/>
        <w:rPr>
          <w:rtl/>
        </w:rPr>
      </w:pPr>
      <w:r>
        <w:rPr>
          <w:rFonts w:hint="eastAsia"/>
          <w:rtl/>
        </w:rPr>
        <w:t>جذبات</w:t>
      </w:r>
      <w:r>
        <w:rPr>
          <w:rtl/>
        </w:rPr>
        <w:t>:_كا اعتدال، 16/58</w:t>
      </w:r>
    </w:p>
    <w:p w:rsidR="001F628F" w:rsidRDefault="001F628F" w:rsidP="00C95394">
      <w:pPr>
        <w:pStyle w:val="libNormal"/>
        <w:rPr>
          <w:rtl/>
        </w:rPr>
      </w:pPr>
      <w:r>
        <w:rPr>
          <w:rFonts w:hint="eastAsia"/>
          <w:rtl/>
        </w:rPr>
        <w:t>جن</w:t>
      </w:r>
      <w:r>
        <w:rPr>
          <w:rtl/>
        </w:rPr>
        <w:t>:_سے مراد، 14/25</w:t>
      </w:r>
    </w:p>
    <w:p w:rsidR="001F628F" w:rsidRDefault="001F628F" w:rsidP="00C95394">
      <w:pPr>
        <w:pStyle w:val="libNormal"/>
        <w:rPr>
          <w:rtl/>
        </w:rPr>
      </w:pPr>
      <w:r>
        <w:rPr>
          <w:rFonts w:hint="eastAsia"/>
          <w:rtl/>
        </w:rPr>
        <w:t>جنگلات</w:t>
      </w:r>
      <w:r>
        <w:rPr>
          <w:rtl/>
        </w:rPr>
        <w:t>:_ كى پيدا</w:t>
      </w:r>
      <w:r w:rsidR="009F604A">
        <w:rPr>
          <w:rtl/>
        </w:rPr>
        <w:t>ئش</w:t>
      </w:r>
      <w:r>
        <w:rPr>
          <w:rtl/>
        </w:rPr>
        <w:t xml:space="preserve"> ، اس كے عوامل ، 16/ 10; _كے فوائد ،16/ 10</w:t>
      </w:r>
    </w:p>
    <w:p w:rsidR="001F628F" w:rsidRDefault="001F628F" w:rsidP="00C95394">
      <w:pPr>
        <w:pStyle w:val="libNormal"/>
        <w:rPr>
          <w:rtl/>
        </w:rPr>
      </w:pPr>
      <w:r>
        <w:rPr>
          <w:rFonts w:hint="eastAsia"/>
          <w:rtl/>
        </w:rPr>
        <w:t>جہاد</w:t>
      </w:r>
      <w:r>
        <w:rPr>
          <w:rtl/>
        </w:rPr>
        <w:t>:_كے آثار، 16/110، _مي</w:t>
      </w:r>
      <w:r w:rsidR="00083993">
        <w:rPr>
          <w:rtl/>
        </w:rPr>
        <w:t xml:space="preserve">ں </w:t>
      </w:r>
      <w:r>
        <w:rPr>
          <w:rtl/>
        </w:rPr>
        <w:t>صبر اس كى اہميت، 16/110</w:t>
      </w:r>
    </w:p>
    <w:p w:rsidR="001F628F" w:rsidRDefault="001F628F" w:rsidP="00C95394">
      <w:pPr>
        <w:pStyle w:val="libNormal"/>
        <w:rPr>
          <w:rtl/>
        </w:rPr>
      </w:pPr>
      <w:r>
        <w:rPr>
          <w:rFonts w:hint="eastAsia"/>
          <w:rtl/>
        </w:rPr>
        <w:t>جہان</w:t>
      </w:r>
      <w:r>
        <w:rPr>
          <w:rtl/>
        </w:rPr>
        <w:t>:</w:t>
      </w:r>
      <w:r>
        <w:rPr>
          <w:rFonts w:hint="eastAsia"/>
          <w:rtl/>
        </w:rPr>
        <w:t>ر</w:t>
      </w:r>
      <w:r>
        <w:rPr>
          <w:rtl/>
        </w:rPr>
        <w:t>_ك خلقت</w:t>
      </w:r>
    </w:p>
    <w:p w:rsidR="001F628F" w:rsidRDefault="001F628F" w:rsidP="00C95394">
      <w:pPr>
        <w:pStyle w:val="libNormal"/>
        <w:rPr>
          <w:rtl/>
        </w:rPr>
      </w:pPr>
      <w:r>
        <w:rPr>
          <w:rFonts w:hint="eastAsia"/>
          <w:rtl/>
        </w:rPr>
        <w:t>جہان</w:t>
      </w:r>
      <w:r>
        <w:rPr>
          <w:rtl/>
        </w:rPr>
        <w:t xml:space="preserve"> كى سير:_كى اہميت، 16/ 36</w:t>
      </w:r>
    </w:p>
    <w:p w:rsidR="001F628F" w:rsidRDefault="001F628F" w:rsidP="00C95394">
      <w:pPr>
        <w:pStyle w:val="libNormal"/>
        <w:rPr>
          <w:rtl/>
        </w:rPr>
      </w:pPr>
      <w:r>
        <w:rPr>
          <w:rFonts w:hint="eastAsia"/>
          <w:rtl/>
        </w:rPr>
        <w:t>جہل</w:t>
      </w:r>
      <w:r>
        <w:rPr>
          <w:rtl/>
        </w:rPr>
        <w:t>:_كے آثار ، 16/25، 38، 74، 75، 101، 119; _كى نشانيا</w:t>
      </w:r>
      <w:r w:rsidR="00083993">
        <w:rPr>
          <w:rtl/>
        </w:rPr>
        <w:t xml:space="preserve">ں </w:t>
      </w:r>
      <w:r>
        <w:rPr>
          <w:rtl/>
        </w:rPr>
        <w:t>، 16/73، 95</w:t>
      </w:r>
    </w:p>
    <w:p w:rsidR="001F628F" w:rsidRDefault="001F628F" w:rsidP="001F628F">
      <w:pPr>
        <w:pStyle w:val="libNormal"/>
        <w:rPr>
          <w:rtl/>
        </w:rPr>
      </w:pPr>
      <w:r>
        <w:rPr>
          <w:rFonts w:hint="eastAsia"/>
          <w:rtl/>
        </w:rPr>
        <w:t>نيز</w:t>
      </w:r>
      <w:r>
        <w:rPr>
          <w:rtl/>
        </w:rPr>
        <w:t xml:space="preserve"> ر_ك اكثريت ، انسان، بدعت، بڑھاپا، جاہل افراد، خدا ، دين، ظالم افراد، قرآن ، قيامت ، كفار ، گنہكار افراد، متقين، حضرت محمد</w:t>
      </w:r>
      <w:r w:rsidR="00F031CD" w:rsidRPr="00F031CD">
        <w:rPr>
          <w:rStyle w:val="libAlaemChar"/>
          <w:rtl/>
        </w:rPr>
        <w:t xml:space="preserve"> صلى‌الله‌عليه‌وآله‌وسلم </w:t>
      </w:r>
      <w:r>
        <w:rPr>
          <w:rtl/>
        </w:rPr>
        <w:t xml:space="preserve"> ،مردہ افراد، مشركين ، مشركين مكّہ ،باطل معبود اور مہاجرين</w:t>
      </w:r>
    </w:p>
    <w:p w:rsidR="001F628F" w:rsidRDefault="001F628F" w:rsidP="00C95394">
      <w:pPr>
        <w:pStyle w:val="libNormal"/>
        <w:rPr>
          <w:rtl/>
        </w:rPr>
      </w:pPr>
      <w:r>
        <w:rPr>
          <w:rFonts w:hint="eastAsia"/>
          <w:rtl/>
        </w:rPr>
        <w:t>جہنم</w:t>
      </w:r>
      <w:r>
        <w:rPr>
          <w:rtl/>
        </w:rPr>
        <w:t>:_ كى آگ ، 15/44;_ كے مشروبات، 14/16، 17; _مي</w:t>
      </w:r>
      <w:r w:rsidR="00083993">
        <w:rPr>
          <w:rtl/>
        </w:rPr>
        <w:t xml:space="preserve">ں </w:t>
      </w:r>
      <w:r>
        <w:rPr>
          <w:rtl/>
        </w:rPr>
        <w:t>پہلے جانے والے ، 16/62; مي</w:t>
      </w:r>
      <w:r w:rsidR="00083993">
        <w:rPr>
          <w:rtl/>
        </w:rPr>
        <w:t xml:space="preserve">ں </w:t>
      </w:r>
      <w:r>
        <w:rPr>
          <w:rtl/>
        </w:rPr>
        <w:t>ہميشہ رہنے والے، 14/17، 16/29; _كى جاودانيت ،16/ 29;_مي</w:t>
      </w:r>
      <w:r w:rsidR="00083993">
        <w:rPr>
          <w:rtl/>
        </w:rPr>
        <w:t xml:space="preserve">ں </w:t>
      </w:r>
      <w:r>
        <w:rPr>
          <w:rtl/>
        </w:rPr>
        <w:t>ہميشگى ، 16/29; _ كا جسمانى ہونا، 14/17; _كا گندا پاني، 14/16، 17; _ كے دركات ، 15/ 44; _كے دروازے ، 15/ 44; ان كى تعداد ، 15/ 44; ان كا تعّدد ، 16/29; _كى قباحت،14/ 29; _كى صفات ، 14/ 17، 29; _مي</w:t>
      </w:r>
      <w:r w:rsidR="00083993">
        <w:rPr>
          <w:rtl/>
        </w:rPr>
        <w:t xml:space="preserve">ں </w:t>
      </w:r>
      <w:r>
        <w:rPr>
          <w:rtl/>
        </w:rPr>
        <w:t>عذاب ، اس كا دوام ، 14/ 17; _ كے عذاب 14/2، 6،29; ان كى اقسام، 14/ 17; ان كا تنوع ، 14 / 17، 15 /44، 16/29; ان كى شدت، 14/17; ان كے مراتب، 14/ 17، 15/ 44;_ كے اسباب ، 14/ 29، 15/ 43، 16/ 29، 62; _ سے نجات، اس كا وعدہ، 14/ 21;_ مي</w:t>
      </w:r>
      <w:r w:rsidR="00083993">
        <w:rPr>
          <w:rtl/>
        </w:rPr>
        <w:t xml:space="preserve">ں </w:t>
      </w:r>
      <w:r>
        <w:rPr>
          <w:rtl/>
        </w:rPr>
        <w:t>ہلاكت، 14/ 29</w:t>
      </w:r>
    </w:p>
    <w:p w:rsidR="001F628F" w:rsidRDefault="001F628F" w:rsidP="001F628F">
      <w:pPr>
        <w:pStyle w:val="libNormal"/>
        <w:rPr>
          <w:rtl/>
        </w:rPr>
      </w:pPr>
      <w:r>
        <w:rPr>
          <w:rFonts w:hint="eastAsia"/>
          <w:rtl/>
        </w:rPr>
        <w:t>نيز</w:t>
      </w:r>
      <w:r>
        <w:rPr>
          <w:rtl/>
        </w:rPr>
        <w:t xml:space="preserve"> ر_ك ابليس، گمراہ كرنے والے ، اہل جہنم، قائدين، شرك ، ظالم افراد، كفار ، گمراہ افراد، متكبر افراد، مشركين، خدا پر افتراء باندھنے والے اور منحرف افراد</w:t>
      </w:r>
    </w:p>
    <w:p w:rsidR="001F628F" w:rsidRDefault="001F628F" w:rsidP="00C95394">
      <w:pPr>
        <w:pStyle w:val="libNormal"/>
        <w:rPr>
          <w:rtl/>
        </w:rPr>
      </w:pPr>
      <w:r>
        <w:rPr>
          <w:rFonts w:hint="eastAsia"/>
          <w:rtl/>
        </w:rPr>
        <w:t>جھوٹ</w:t>
      </w:r>
      <w:r>
        <w:rPr>
          <w:rtl/>
        </w:rPr>
        <w:t>:_ كے آثار ،16/ 116; _ كو مزيّن كرنا، 16/ 62; _ كے موانع، 16/ 105</w:t>
      </w:r>
    </w:p>
    <w:p w:rsidR="001F628F" w:rsidRDefault="001F628F" w:rsidP="001F628F">
      <w:pPr>
        <w:pStyle w:val="libNormal"/>
        <w:rPr>
          <w:rtl/>
        </w:rPr>
      </w:pPr>
      <w:r>
        <w:rPr>
          <w:rFonts w:hint="eastAsia"/>
          <w:rtl/>
        </w:rPr>
        <w:t>نيز</w:t>
      </w:r>
      <w:r>
        <w:rPr>
          <w:rtl/>
        </w:rPr>
        <w:t xml:space="preserve"> ر_ ك افترائ، جھوٹ بولينے والے افراد، ظالم افراد، قرآن، قيامت ،كفار، حضرت محمد</w:t>
      </w:r>
      <w:r w:rsidR="00F031CD" w:rsidRPr="00F031CD">
        <w:rPr>
          <w:rStyle w:val="libAlaemChar"/>
          <w:rtl/>
        </w:rPr>
        <w:t xml:space="preserve"> صلى‌الله‌عليه‌وآله‌وسلم </w:t>
      </w:r>
      <w:r>
        <w:rPr>
          <w:rtl/>
        </w:rPr>
        <w:t xml:space="preserve"> اور</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مشركين</w:t>
      </w:r>
    </w:p>
    <w:p w:rsidR="001F628F" w:rsidRDefault="001F628F" w:rsidP="00C95394">
      <w:pPr>
        <w:pStyle w:val="Heading2Center"/>
        <w:rPr>
          <w:rtl/>
        </w:rPr>
      </w:pPr>
      <w:bookmarkStart w:id="287" w:name="_Toc28081965"/>
      <w:r>
        <w:rPr>
          <w:rtl/>
        </w:rPr>
        <w:t>''چ''</w:t>
      </w:r>
      <w:bookmarkEnd w:id="287"/>
    </w:p>
    <w:p w:rsidR="001F628F" w:rsidRDefault="001F628F" w:rsidP="00C95394">
      <w:pPr>
        <w:pStyle w:val="libNormal"/>
        <w:rPr>
          <w:rtl/>
        </w:rPr>
      </w:pPr>
      <w:r>
        <w:rPr>
          <w:rFonts w:hint="eastAsia"/>
          <w:rtl/>
        </w:rPr>
        <w:t>چراگاہ</w:t>
      </w:r>
      <w:r>
        <w:rPr>
          <w:rtl/>
        </w:rPr>
        <w:t>:</w:t>
      </w:r>
      <w:r>
        <w:rPr>
          <w:rFonts w:hint="eastAsia"/>
          <w:rtl/>
        </w:rPr>
        <w:t>ر</w:t>
      </w:r>
      <w:r>
        <w:rPr>
          <w:rtl/>
        </w:rPr>
        <w:t>_ك چوپائے</w:t>
      </w:r>
    </w:p>
    <w:p w:rsidR="001F628F" w:rsidRDefault="001F628F" w:rsidP="00C95394">
      <w:pPr>
        <w:pStyle w:val="libNormal"/>
        <w:rPr>
          <w:rtl/>
        </w:rPr>
      </w:pPr>
      <w:r>
        <w:rPr>
          <w:rFonts w:hint="eastAsia"/>
          <w:rtl/>
        </w:rPr>
        <w:t>چشم</w:t>
      </w:r>
      <w:r>
        <w:rPr>
          <w:rtl/>
        </w:rPr>
        <w:t>:_ كا نقش ، 16/108</w:t>
      </w:r>
      <w:r>
        <w:rPr>
          <w:rFonts w:hint="eastAsia"/>
          <w:rtl/>
        </w:rPr>
        <w:t>نيز</w:t>
      </w:r>
      <w:r>
        <w:rPr>
          <w:rtl/>
        </w:rPr>
        <w:t xml:space="preserve"> ر_ك بصارت، ظالم افراد اور قيامت</w:t>
      </w:r>
    </w:p>
    <w:p w:rsidR="001F628F" w:rsidRDefault="001F628F" w:rsidP="00C95394">
      <w:pPr>
        <w:pStyle w:val="libNormal"/>
        <w:rPr>
          <w:rtl/>
        </w:rPr>
      </w:pPr>
      <w:r>
        <w:rPr>
          <w:rFonts w:hint="eastAsia"/>
          <w:rtl/>
        </w:rPr>
        <w:t>چشم</w:t>
      </w:r>
      <w:r>
        <w:rPr>
          <w:rtl/>
        </w:rPr>
        <w:t xml:space="preserve"> پوشي:</w:t>
      </w:r>
      <w:r>
        <w:rPr>
          <w:rFonts w:hint="eastAsia"/>
          <w:rtl/>
        </w:rPr>
        <w:t>ر</w:t>
      </w:r>
      <w:r>
        <w:rPr>
          <w:rtl/>
        </w:rPr>
        <w:t>_ك عفو</w:t>
      </w:r>
    </w:p>
    <w:p w:rsidR="001F628F" w:rsidRDefault="001F628F" w:rsidP="00C95394">
      <w:pPr>
        <w:pStyle w:val="libNormal"/>
        <w:rPr>
          <w:rtl/>
        </w:rPr>
      </w:pPr>
      <w:r>
        <w:rPr>
          <w:rFonts w:hint="eastAsia"/>
          <w:rtl/>
        </w:rPr>
        <w:t>چشمہ</w:t>
      </w:r>
      <w:r>
        <w:rPr>
          <w:rtl/>
        </w:rPr>
        <w:t xml:space="preserve"> :</w:t>
      </w:r>
      <w:r>
        <w:rPr>
          <w:rFonts w:hint="eastAsia"/>
          <w:rtl/>
        </w:rPr>
        <w:t>ر</w:t>
      </w:r>
      <w:r>
        <w:rPr>
          <w:rtl/>
        </w:rPr>
        <w:t>_ك بہشت</w:t>
      </w:r>
    </w:p>
    <w:p w:rsidR="001F628F" w:rsidRDefault="001F628F" w:rsidP="00C95394">
      <w:pPr>
        <w:pStyle w:val="libNormal"/>
        <w:rPr>
          <w:rtl/>
        </w:rPr>
      </w:pPr>
      <w:r>
        <w:rPr>
          <w:rFonts w:hint="eastAsia"/>
          <w:rtl/>
        </w:rPr>
        <w:t>چوپائے</w:t>
      </w:r>
      <w:r>
        <w:rPr>
          <w:rtl/>
        </w:rPr>
        <w:t>:_سے استفادہ 16/ 5، 7; _ پر سامان لادنا 16/ 8; _ كى چراگاہ سے بازگشت، ان كى خوبصورتي، 16/6;_ كى پشم، 16/5; اس كے فوائد، 16/ 80; _كى كھال، اس كے فوائد 16/ 80; _ كا چر نا 16/ 10; _ رات كے وقت 16/ 10; _صبح كے وقت، 16/ 6;_ كا خالق 16/ 5_ كى خلقت، اس كا فلسفہ ، 16/ 5، 7 80; _ كا چراگاہ كيطرف جانا ، ان كى خوبصورتى 16/ 6; _كا دودھ ، 16/5; اس كى مشابہت 16/66; _كا دودھ دينا، اس كى مشابہت16/66;_كے فوائد16/80; _كا گوشت، 16/ 5; صدر اسلام مي</w:t>
      </w:r>
      <w:r w:rsidR="00083993">
        <w:rPr>
          <w:rtl/>
        </w:rPr>
        <w:t xml:space="preserve">ں </w:t>
      </w:r>
      <w:r>
        <w:rPr>
          <w:rtl/>
        </w:rPr>
        <w:t>اس كا كھانا، 16/8، _ كے بال 16/ 5; اس كے فوائد 16/80; _ كا نقش، 16/ 8</w:t>
      </w:r>
      <w:r>
        <w:rPr>
          <w:rFonts w:hint="eastAsia"/>
          <w:rtl/>
        </w:rPr>
        <w:t>نيز</w:t>
      </w:r>
      <w:r>
        <w:rPr>
          <w:rtl/>
        </w:rPr>
        <w:t xml:space="preserve"> ر_ك نعمت</w:t>
      </w:r>
    </w:p>
    <w:p w:rsidR="001F628F" w:rsidRDefault="001F628F" w:rsidP="00C95394">
      <w:pPr>
        <w:pStyle w:val="Heading2Center"/>
        <w:rPr>
          <w:rtl/>
        </w:rPr>
      </w:pPr>
      <w:bookmarkStart w:id="288" w:name="_Toc28081966"/>
      <w:r>
        <w:rPr>
          <w:rtl/>
        </w:rPr>
        <w:t>''ح''</w:t>
      </w:r>
      <w:bookmarkEnd w:id="288"/>
    </w:p>
    <w:p w:rsidR="001F628F" w:rsidRDefault="001F628F" w:rsidP="00C95394">
      <w:pPr>
        <w:pStyle w:val="libNormal"/>
        <w:rPr>
          <w:rtl/>
        </w:rPr>
      </w:pPr>
      <w:r>
        <w:rPr>
          <w:rFonts w:hint="eastAsia"/>
          <w:rtl/>
        </w:rPr>
        <w:t>حاكميت</w:t>
      </w:r>
      <w:r>
        <w:rPr>
          <w:rtl/>
        </w:rPr>
        <w:t>:</w:t>
      </w:r>
      <w:r>
        <w:rPr>
          <w:rFonts w:hint="eastAsia"/>
          <w:rtl/>
        </w:rPr>
        <w:t>ر</w:t>
      </w:r>
      <w:r>
        <w:rPr>
          <w:rtl/>
        </w:rPr>
        <w:t>_ك خداوند عالم</w:t>
      </w:r>
    </w:p>
    <w:p w:rsidR="001F628F" w:rsidRDefault="001F628F" w:rsidP="00C95394">
      <w:pPr>
        <w:pStyle w:val="libNormal"/>
        <w:rPr>
          <w:rtl/>
        </w:rPr>
      </w:pPr>
      <w:r>
        <w:rPr>
          <w:rFonts w:hint="eastAsia"/>
          <w:rtl/>
        </w:rPr>
        <w:t>حبشہ</w:t>
      </w:r>
      <w:r>
        <w:rPr>
          <w:rtl/>
        </w:rPr>
        <w:t>:_ صدر اسلام مي</w:t>
      </w:r>
      <w:r w:rsidR="00083993">
        <w:rPr>
          <w:rtl/>
        </w:rPr>
        <w:t xml:space="preserve">ں </w:t>
      </w:r>
      <w:r>
        <w:rPr>
          <w:rtl/>
        </w:rPr>
        <w:t>، اس كا معاشرتى مقام، 16/ 41; _ كيطرف ہجرت، 16/41،110</w:t>
      </w:r>
    </w:p>
    <w:p w:rsidR="001F628F" w:rsidRDefault="001F628F" w:rsidP="00C95394">
      <w:pPr>
        <w:pStyle w:val="libNormal"/>
        <w:rPr>
          <w:rtl/>
        </w:rPr>
      </w:pPr>
      <w:r>
        <w:rPr>
          <w:rFonts w:hint="eastAsia"/>
          <w:rtl/>
        </w:rPr>
        <w:t>حج</w:t>
      </w:r>
      <w:r>
        <w:rPr>
          <w:rtl/>
        </w:rPr>
        <w:t>:</w:t>
      </w:r>
      <w:r>
        <w:rPr>
          <w:rFonts w:hint="eastAsia"/>
          <w:rtl/>
        </w:rPr>
        <w:t>ر</w:t>
      </w:r>
      <w:r>
        <w:rPr>
          <w:rtl/>
        </w:rPr>
        <w:t>_ك غلام حروف مقطعات:14/1، 15/1; _ كى عظمت، 15/1; _ كا فلسفہ، 15/ 1</w:t>
      </w:r>
    </w:p>
    <w:p w:rsidR="001F628F" w:rsidRDefault="001F628F" w:rsidP="00C95394">
      <w:pPr>
        <w:pStyle w:val="libNormal"/>
        <w:rPr>
          <w:rtl/>
        </w:rPr>
      </w:pPr>
      <w:r>
        <w:rPr>
          <w:rFonts w:hint="eastAsia"/>
          <w:rtl/>
        </w:rPr>
        <w:t>حزن</w:t>
      </w:r>
      <w:r>
        <w:rPr>
          <w:rtl/>
        </w:rPr>
        <w:t>:</w:t>
      </w:r>
      <w:r>
        <w:rPr>
          <w:rFonts w:hint="eastAsia"/>
          <w:rtl/>
        </w:rPr>
        <w:t>ر</w:t>
      </w:r>
      <w:r>
        <w:rPr>
          <w:rtl/>
        </w:rPr>
        <w:t>_ك غم و اندوہ</w:t>
      </w:r>
    </w:p>
    <w:p w:rsidR="001F628F" w:rsidRDefault="001F628F" w:rsidP="00C95394">
      <w:pPr>
        <w:pStyle w:val="libNormal"/>
        <w:rPr>
          <w:rtl/>
        </w:rPr>
      </w:pPr>
      <w:r>
        <w:rPr>
          <w:rFonts w:hint="eastAsia"/>
          <w:rtl/>
        </w:rPr>
        <w:t>حساب</w:t>
      </w:r>
      <w:r>
        <w:rPr>
          <w:rtl/>
        </w:rPr>
        <w:t xml:space="preserve"> و كتاب:</w:t>
      </w:r>
      <w:r>
        <w:rPr>
          <w:rFonts w:hint="eastAsia"/>
          <w:rtl/>
        </w:rPr>
        <w:t>ر</w:t>
      </w:r>
      <w:r>
        <w:rPr>
          <w:rtl/>
        </w:rPr>
        <w:t>_ك انسان، خوف، خدا، دين، عمل، قرآن، قيامت اور كفار</w:t>
      </w:r>
    </w:p>
    <w:p w:rsidR="001F628F" w:rsidRDefault="001F628F" w:rsidP="00C95394">
      <w:pPr>
        <w:pStyle w:val="libNormal"/>
        <w:rPr>
          <w:rtl/>
        </w:rPr>
      </w:pPr>
      <w:r>
        <w:rPr>
          <w:rFonts w:hint="eastAsia"/>
          <w:rtl/>
        </w:rPr>
        <w:t>حمد</w:t>
      </w:r>
      <w:r>
        <w:rPr>
          <w:rtl/>
        </w:rPr>
        <w:t xml:space="preserve"> كرنا:</w:t>
      </w:r>
      <w:r>
        <w:rPr>
          <w:rFonts w:hint="eastAsia"/>
          <w:rtl/>
        </w:rPr>
        <w:t>ر</w:t>
      </w:r>
      <w:r>
        <w:rPr>
          <w:rtl/>
        </w:rPr>
        <w:t>_ك ذكر اور عبادت</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حسنات</w:t>
      </w:r>
      <w:r>
        <w:rPr>
          <w:rtl/>
        </w:rPr>
        <w:t>:_ اخروى ان كا پيش خيمہ، 16/ 122; _دنياوى ، 16/122; ان كا پيش خيمہ، 16/ 122، 123</w:t>
      </w:r>
      <w:r>
        <w:rPr>
          <w:rFonts w:hint="eastAsia"/>
          <w:rtl/>
        </w:rPr>
        <w:t>نيز</w:t>
      </w:r>
      <w:r>
        <w:rPr>
          <w:rtl/>
        </w:rPr>
        <w:t xml:space="preserve"> ر_ك عمل صالح</w:t>
      </w:r>
    </w:p>
    <w:p w:rsidR="001F628F" w:rsidRDefault="001F628F" w:rsidP="00C95394">
      <w:pPr>
        <w:pStyle w:val="libNormal"/>
        <w:rPr>
          <w:rtl/>
        </w:rPr>
      </w:pPr>
      <w:r>
        <w:rPr>
          <w:rFonts w:hint="eastAsia"/>
          <w:rtl/>
        </w:rPr>
        <w:t>حس</w:t>
      </w:r>
      <w:r>
        <w:rPr>
          <w:rtl/>
        </w:rPr>
        <w:t xml:space="preserve"> گرائي:</w:t>
      </w:r>
      <w:r>
        <w:rPr>
          <w:rFonts w:hint="eastAsia"/>
          <w:rtl/>
        </w:rPr>
        <w:t>ر</w:t>
      </w:r>
      <w:r>
        <w:rPr>
          <w:rtl/>
        </w:rPr>
        <w:t>_ك كفار مكہ</w:t>
      </w:r>
    </w:p>
    <w:p w:rsidR="001F628F" w:rsidRDefault="001F628F" w:rsidP="00C95394">
      <w:pPr>
        <w:pStyle w:val="libNormal"/>
        <w:rPr>
          <w:rtl/>
        </w:rPr>
      </w:pPr>
      <w:r>
        <w:rPr>
          <w:rFonts w:hint="eastAsia"/>
          <w:rtl/>
        </w:rPr>
        <w:t>حشر</w:t>
      </w:r>
      <w:r>
        <w:rPr>
          <w:rtl/>
        </w:rPr>
        <w:t>:</w:t>
      </w:r>
      <w:r>
        <w:rPr>
          <w:rFonts w:hint="eastAsia"/>
          <w:rtl/>
        </w:rPr>
        <w:t>ر</w:t>
      </w:r>
      <w:r>
        <w:rPr>
          <w:rtl/>
        </w:rPr>
        <w:t>_ك اقرار، انسان، ظالمين، كفار اور گنہگار افراد</w:t>
      </w:r>
    </w:p>
    <w:p w:rsidR="001F628F" w:rsidRDefault="001F628F" w:rsidP="00C95394">
      <w:pPr>
        <w:pStyle w:val="libNormal"/>
        <w:rPr>
          <w:rtl/>
        </w:rPr>
      </w:pPr>
      <w:r>
        <w:rPr>
          <w:rFonts w:hint="eastAsia"/>
          <w:rtl/>
        </w:rPr>
        <w:t>حق</w:t>
      </w:r>
      <w:r>
        <w:rPr>
          <w:rtl/>
        </w:rPr>
        <w:t>:_سے اعراض ، 16/82; _كى پيروي، 14/ 46; _كى وضاحت، اس كے عوامل، 16/ 124; _كے سامنے تسليم خم، اس كے آثار، 16/102; اس كا پيش خيمہ ، 16/30; _ كى تشخيص ، اس كا طريقہ ، 14/ 26_قبول كرنے والے ، اس كا ادراك 16/65; _پر رحمت ، اس كے عوامل ، 16/89; اس كى بشارت كے عوام</w:t>
      </w:r>
      <w:r>
        <w:rPr>
          <w:rFonts w:hint="eastAsia"/>
          <w:rtl/>
        </w:rPr>
        <w:t>ل</w:t>
      </w:r>
      <w:r>
        <w:rPr>
          <w:rtl/>
        </w:rPr>
        <w:t xml:space="preserve"> ، 16/89;_ كى ہدايت كے عوامل ،16/89;_ كى قبوليت ، اس كے آثار ،15/ 77، 16/65، 89; اس كى اہميت ، 16/79; اس كے موانع ، 15/ 3; _كا انكار كرنے والے ، 15/ 15 ، 81،6/22;ان كا اعراض ،16/ 82; ان كى اس سے نفرت، 15/3; ان كى ہٹ دھرمى ، 16/104; ان كى محروميت، 16/ 104; ان كا ہدايت قبول نہ كرنا ، 16/104;_ قبول نہ كرنا ، اس كے آثار ، 16/22، 24،104،105;_سے اعراض كرنے والے ، ان كى ہٹ دھرمى ، 14/15;_ اور باطل كا مقايسہ ، 14/26;_ كى تكذيب كرنے والے ، ان كى محروميت ،16/ 23;_ اور باطل كا امتياز ، 15/1</w:t>
      </w:r>
      <w:r>
        <w:rPr>
          <w:rFonts w:hint="eastAsia"/>
          <w:rtl/>
        </w:rPr>
        <w:t>نيز</w:t>
      </w:r>
      <w:r>
        <w:rPr>
          <w:rtl/>
        </w:rPr>
        <w:t xml:space="preserve"> ر_ك آخرت ، اقرار، حق طلبي، دين ، عقيدہ ، قوم ثمود، ميلانات اور مومنين</w:t>
      </w:r>
    </w:p>
    <w:p w:rsidR="001F628F" w:rsidRDefault="001F628F" w:rsidP="00C95394">
      <w:pPr>
        <w:pStyle w:val="libNormal"/>
        <w:rPr>
          <w:rtl/>
        </w:rPr>
      </w:pPr>
      <w:r>
        <w:rPr>
          <w:rFonts w:hint="eastAsia"/>
          <w:rtl/>
        </w:rPr>
        <w:t>حقانيت</w:t>
      </w:r>
      <w:r>
        <w:rPr>
          <w:rtl/>
        </w:rPr>
        <w:t>:_كا معيار، 14/36</w:t>
      </w:r>
    </w:p>
    <w:p w:rsidR="001F628F" w:rsidRDefault="001F628F" w:rsidP="00C95394">
      <w:pPr>
        <w:pStyle w:val="libNormal"/>
        <w:rPr>
          <w:rtl/>
        </w:rPr>
      </w:pPr>
      <w:r>
        <w:rPr>
          <w:rFonts w:hint="eastAsia"/>
          <w:rtl/>
        </w:rPr>
        <w:t>حقائق</w:t>
      </w:r>
      <w:r>
        <w:rPr>
          <w:rtl/>
        </w:rPr>
        <w:t>:_كا اثبات، اس كا طريقہ ، 16/17; اس كے ليے قسم كااٹھانا، 15/92;_ كى وضاحت ، اس كى اہميت، 16/39; اس كا طريقہ ، 16/44، 125 ; اس كے عوامل، 16/43، 44; _ كى تشخيص ، اس كى اہميت، 16/ 69; _ كى تكذيب ، 16/23; اس كے عوامل، 15/ 15، 16/38; غيبي_، 16/77; _ كا درك، اس ك</w:t>
      </w:r>
      <w:r>
        <w:rPr>
          <w:rFonts w:hint="eastAsia"/>
          <w:rtl/>
        </w:rPr>
        <w:t>ا</w:t>
      </w:r>
      <w:r>
        <w:rPr>
          <w:rtl/>
        </w:rPr>
        <w:t xml:space="preserve"> ذريعہ ، 16/44; اس كا طريقہ ، 16/69; اس كا پيش خيمہ ، 16/65، اس كے شرائط، 16/69; اس سے محروم افراد، 16/108; اس سے محروميت ،16/108;اس سے محروميت كے عوامل 16/108; _كا ظہور اس كى اہميت 16/39 اس كے عوامل 16/28 ، _كى قبوليت ، 16/22</w:t>
      </w:r>
    </w:p>
    <w:p w:rsidR="001F628F" w:rsidRDefault="001F628F" w:rsidP="001F628F">
      <w:pPr>
        <w:pStyle w:val="libNormal"/>
        <w:rPr>
          <w:rtl/>
        </w:rPr>
      </w:pPr>
      <w:r>
        <w:rPr>
          <w:rFonts w:hint="eastAsia"/>
          <w:rtl/>
        </w:rPr>
        <w:t>نيز</w:t>
      </w:r>
      <w:r>
        <w:rPr>
          <w:rtl/>
        </w:rPr>
        <w:t xml:space="preserve"> ر_ك آخرت ، دنيا، دين، قيامت اور يقين</w:t>
      </w:r>
    </w:p>
    <w:p w:rsidR="001F628F" w:rsidRDefault="001F628F" w:rsidP="00C95394">
      <w:pPr>
        <w:pStyle w:val="libNormal"/>
        <w:rPr>
          <w:rtl/>
        </w:rPr>
      </w:pPr>
      <w:r>
        <w:rPr>
          <w:rFonts w:hint="eastAsia"/>
          <w:rtl/>
        </w:rPr>
        <w:t>حقوق</w:t>
      </w:r>
      <w:r>
        <w:rPr>
          <w:rtl/>
        </w:rPr>
        <w:t>:_ كا ضائع كرنا، اس كے موانع، 15/69; حق تمتع، 14/33، 16/10; حق قانون گذاري، 16/52</w:t>
      </w:r>
      <w:r>
        <w:rPr>
          <w:rFonts w:hint="eastAsia"/>
          <w:rtl/>
        </w:rPr>
        <w:t>نيز</w:t>
      </w:r>
      <w:r>
        <w:rPr>
          <w:rtl/>
        </w:rPr>
        <w:t xml:space="preserve"> ر_ك انسان، خدا وند عالم ، رشتہ داري، عورت اور </w:t>
      </w:r>
      <w:r w:rsidR="007335D4">
        <w:rPr>
          <w:rtl/>
        </w:rPr>
        <w:t>فقراء</w:t>
      </w:r>
    </w:p>
    <w:p w:rsidR="001F628F" w:rsidRDefault="001F628F" w:rsidP="00C95394">
      <w:pPr>
        <w:pStyle w:val="libNormal"/>
        <w:rPr>
          <w:rtl/>
        </w:rPr>
      </w:pPr>
      <w:r>
        <w:rPr>
          <w:rFonts w:hint="eastAsia"/>
          <w:rtl/>
        </w:rPr>
        <w:t>حق</w:t>
      </w:r>
      <w:r>
        <w:rPr>
          <w:rtl/>
        </w:rPr>
        <w:t xml:space="preserve"> طلبي:_ كى اہميت، 16/79</w:t>
      </w:r>
    </w:p>
    <w:p w:rsidR="00C95394" w:rsidRDefault="001E7F9D" w:rsidP="00F73EDE">
      <w:pPr>
        <w:pStyle w:val="libPoemTini"/>
        <w:rPr>
          <w:rtl/>
        </w:rPr>
      </w:pPr>
      <w:r>
        <w:rPr>
          <w:rtl/>
        </w:rPr>
        <w:br w:type="page"/>
      </w:r>
    </w:p>
    <w:p w:rsidR="001F628F" w:rsidRDefault="001F628F" w:rsidP="00C95394">
      <w:pPr>
        <w:pStyle w:val="libNormal"/>
        <w:rPr>
          <w:rtl/>
        </w:rPr>
      </w:pPr>
      <w:r>
        <w:rPr>
          <w:rFonts w:hint="eastAsia"/>
          <w:rtl/>
        </w:rPr>
        <w:lastRenderedPageBreak/>
        <w:t>نيز</w:t>
      </w:r>
      <w:r>
        <w:rPr>
          <w:rtl/>
        </w:rPr>
        <w:t xml:space="preserve"> ر_ك ابراہيم</w:t>
      </w:r>
      <w:r w:rsidR="00367F17" w:rsidRPr="00367F17">
        <w:rPr>
          <w:rStyle w:val="libAlaemChar"/>
          <w:rtl/>
        </w:rPr>
        <w:t xml:space="preserve"> عليه‌السلام </w:t>
      </w:r>
      <w:r>
        <w:rPr>
          <w:rtl/>
        </w:rPr>
        <w:t xml:space="preserve"> اور حق</w:t>
      </w:r>
    </w:p>
    <w:p w:rsidR="001F628F" w:rsidRDefault="001F628F" w:rsidP="00C95394">
      <w:pPr>
        <w:pStyle w:val="libNormal"/>
        <w:rPr>
          <w:rtl/>
        </w:rPr>
      </w:pPr>
      <w:r>
        <w:rPr>
          <w:rFonts w:hint="eastAsia"/>
          <w:rtl/>
        </w:rPr>
        <w:t>حكمت</w:t>
      </w:r>
      <w:r>
        <w:rPr>
          <w:rtl/>
        </w:rPr>
        <w:t>:_كى قدر و قيمت، 16/ 125;_ سے استفادہ ، 16/125</w:t>
      </w:r>
      <w:r>
        <w:rPr>
          <w:rFonts w:hint="eastAsia"/>
          <w:rtl/>
        </w:rPr>
        <w:t>نيز</w:t>
      </w:r>
      <w:r>
        <w:rPr>
          <w:rtl/>
        </w:rPr>
        <w:t xml:space="preserve"> ر_ك تبليغ، خداوند عالم ، دعوت اور عقيدہ</w:t>
      </w:r>
    </w:p>
    <w:p w:rsidR="001F628F" w:rsidRDefault="001F628F" w:rsidP="00C95394">
      <w:pPr>
        <w:pStyle w:val="libNormal"/>
        <w:rPr>
          <w:rtl/>
        </w:rPr>
      </w:pPr>
      <w:r>
        <w:rPr>
          <w:rFonts w:hint="eastAsia"/>
          <w:rtl/>
        </w:rPr>
        <w:t>حكومت</w:t>
      </w:r>
      <w:r>
        <w:rPr>
          <w:rtl/>
        </w:rPr>
        <w:t>:</w:t>
      </w:r>
      <w:r>
        <w:rPr>
          <w:rFonts w:hint="eastAsia"/>
          <w:rtl/>
        </w:rPr>
        <w:t>ظالمانہ</w:t>
      </w:r>
      <w:r>
        <w:rPr>
          <w:rtl/>
        </w:rPr>
        <w:t>_، 14/6،7</w:t>
      </w:r>
      <w:r>
        <w:rPr>
          <w:rFonts w:hint="eastAsia"/>
          <w:rtl/>
        </w:rPr>
        <w:t>نيز</w:t>
      </w:r>
      <w:r>
        <w:rPr>
          <w:rtl/>
        </w:rPr>
        <w:t xml:space="preserve"> ر_ك فرعون</w:t>
      </w:r>
    </w:p>
    <w:p w:rsidR="001F628F" w:rsidRDefault="001F628F" w:rsidP="00C95394">
      <w:pPr>
        <w:pStyle w:val="libNormal"/>
        <w:rPr>
          <w:rtl/>
        </w:rPr>
      </w:pPr>
      <w:r>
        <w:rPr>
          <w:rFonts w:hint="eastAsia"/>
          <w:rtl/>
        </w:rPr>
        <w:t>حلال</w:t>
      </w:r>
      <w:r>
        <w:rPr>
          <w:rtl/>
        </w:rPr>
        <w:t xml:space="preserve"> چيزي</w:t>
      </w:r>
      <w:r w:rsidR="00083993">
        <w:rPr>
          <w:rtl/>
        </w:rPr>
        <w:t xml:space="preserve">ں </w:t>
      </w:r>
      <w:r>
        <w:rPr>
          <w:rtl/>
        </w:rPr>
        <w:t>:_و</w:t>
      </w:r>
      <w:r w:rsidR="00083993">
        <w:rPr>
          <w:rtl/>
        </w:rPr>
        <w:t xml:space="preserve">ں </w:t>
      </w:r>
      <w:r>
        <w:rPr>
          <w:rtl/>
        </w:rPr>
        <w:t>سے انفاق، 14/31</w:t>
      </w:r>
      <w:r>
        <w:rPr>
          <w:rFonts w:hint="eastAsia"/>
          <w:rtl/>
        </w:rPr>
        <w:t>نيز</w:t>
      </w:r>
      <w:r>
        <w:rPr>
          <w:rtl/>
        </w:rPr>
        <w:t xml:space="preserve"> ر_ك انفاق، روزى ، نعمت اور يہود</w:t>
      </w:r>
    </w:p>
    <w:p w:rsidR="001F628F" w:rsidRDefault="001F628F" w:rsidP="00C95394">
      <w:pPr>
        <w:pStyle w:val="libNormal"/>
        <w:rPr>
          <w:rtl/>
        </w:rPr>
      </w:pPr>
      <w:r>
        <w:rPr>
          <w:rFonts w:hint="eastAsia"/>
          <w:rtl/>
        </w:rPr>
        <w:t>حمد</w:t>
      </w:r>
      <w:r>
        <w:rPr>
          <w:rtl/>
        </w:rPr>
        <w:t>:_خدا، 14/8، 39،16/75; اس كے آثار ، 14/7; اس كے آداب، 14/39; اس كى اہميت، 14/39،15/98; اس كے دلائل ، 14/ 2; اس كے عوامل، 15/98</w:t>
      </w:r>
      <w:r>
        <w:rPr>
          <w:rFonts w:hint="eastAsia"/>
          <w:rtl/>
        </w:rPr>
        <w:t>نيز</w:t>
      </w:r>
      <w:r>
        <w:rPr>
          <w:rtl/>
        </w:rPr>
        <w:t xml:space="preserve"> ر_ك ابراہيم</w:t>
      </w:r>
      <w:r w:rsidR="00367F17" w:rsidRPr="00367F17">
        <w:rPr>
          <w:rStyle w:val="libAlaemChar"/>
          <w:rtl/>
        </w:rPr>
        <w:t xml:space="preserve"> عليه‌السلام </w:t>
      </w:r>
    </w:p>
    <w:p w:rsidR="001F628F" w:rsidRDefault="001F628F" w:rsidP="00C95394">
      <w:pPr>
        <w:pStyle w:val="libNormal"/>
        <w:rPr>
          <w:rtl/>
        </w:rPr>
      </w:pPr>
      <w:r>
        <w:rPr>
          <w:rFonts w:hint="eastAsia"/>
          <w:rtl/>
        </w:rPr>
        <w:t>حمل</w:t>
      </w:r>
      <w:r>
        <w:rPr>
          <w:rtl/>
        </w:rPr>
        <w:t xml:space="preserve"> و نقل:_ كے وسائل، 16/ 7;_ كى پيشگوئي ، 16/ 8</w:t>
      </w:r>
    </w:p>
    <w:p w:rsidR="001F628F" w:rsidRDefault="001F628F" w:rsidP="00C95394">
      <w:pPr>
        <w:pStyle w:val="libNormal"/>
        <w:rPr>
          <w:rtl/>
        </w:rPr>
      </w:pPr>
      <w:r>
        <w:rPr>
          <w:rFonts w:hint="eastAsia"/>
          <w:rtl/>
        </w:rPr>
        <w:t>حوادث</w:t>
      </w:r>
      <w:r>
        <w:rPr>
          <w:rtl/>
        </w:rPr>
        <w:t>:_ كى اطلاعات كا مركز ، 15/4</w:t>
      </w:r>
    </w:p>
    <w:p w:rsidR="001F628F" w:rsidRDefault="001F628F" w:rsidP="00C95394">
      <w:pPr>
        <w:pStyle w:val="libNormal"/>
        <w:rPr>
          <w:rtl/>
        </w:rPr>
      </w:pPr>
      <w:r>
        <w:rPr>
          <w:rFonts w:hint="eastAsia"/>
          <w:rtl/>
        </w:rPr>
        <w:t>حواس</w:t>
      </w:r>
      <w:r>
        <w:rPr>
          <w:rtl/>
        </w:rPr>
        <w:t>:_ كا نقش، 16/78</w:t>
      </w:r>
    </w:p>
    <w:p w:rsidR="001F628F" w:rsidRDefault="001F628F" w:rsidP="00C95394">
      <w:pPr>
        <w:pStyle w:val="libNormal"/>
        <w:rPr>
          <w:rtl/>
        </w:rPr>
      </w:pPr>
      <w:r>
        <w:rPr>
          <w:rFonts w:hint="eastAsia"/>
          <w:rtl/>
        </w:rPr>
        <w:t>حيات</w:t>
      </w:r>
      <w:r>
        <w:rPr>
          <w:rtl/>
        </w:rPr>
        <w:t>:_ اخروي، اس كى تكذيب كرنے والے ، 16/38; _ كا تداوم، 15/23;_ آيات خدا مي</w:t>
      </w:r>
      <w:r w:rsidR="00083993">
        <w:rPr>
          <w:rtl/>
        </w:rPr>
        <w:t xml:space="preserve">ں </w:t>
      </w:r>
      <w:r>
        <w:rPr>
          <w:rtl/>
        </w:rPr>
        <w:t>سے ، 15/23; _ موت كے بعد 16/30، 32;_طيبہ ،اس سے مراد، 16/97; _كے عوامل ، 14/32; _كا سرچشمہ، 15/32، 25،36، 16/38; _كا نقش، 16/21</w:t>
      </w:r>
      <w:r>
        <w:rPr>
          <w:rFonts w:hint="eastAsia"/>
          <w:rtl/>
        </w:rPr>
        <w:t>نيز</w:t>
      </w:r>
      <w:r>
        <w:rPr>
          <w:rtl/>
        </w:rPr>
        <w:t xml:space="preserve"> ر_ك انسان، معاشرہ ، سچے معبود اور موجودات</w:t>
      </w:r>
    </w:p>
    <w:p w:rsidR="001F628F" w:rsidRDefault="001F628F" w:rsidP="00C95394">
      <w:pPr>
        <w:pStyle w:val="libNormal"/>
        <w:rPr>
          <w:rtl/>
        </w:rPr>
      </w:pPr>
      <w:r>
        <w:rPr>
          <w:rFonts w:hint="eastAsia"/>
          <w:rtl/>
        </w:rPr>
        <w:t>حيات</w:t>
      </w:r>
      <w:r>
        <w:rPr>
          <w:rtl/>
        </w:rPr>
        <w:t xml:space="preserve"> طيبہ:</w:t>
      </w:r>
      <w:r>
        <w:rPr>
          <w:rFonts w:hint="eastAsia"/>
          <w:rtl/>
        </w:rPr>
        <w:t>ر</w:t>
      </w:r>
      <w:r>
        <w:rPr>
          <w:rtl/>
        </w:rPr>
        <w:t>_ك حيات</w:t>
      </w:r>
    </w:p>
    <w:p w:rsidR="001F628F" w:rsidRDefault="001F628F" w:rsidP="00C95394">
      <w:pPr>
        <w:pStyle w:val="libNormal"/>
        <w:rPr>
          <w:rtl/>
        </w:rPr>
      </w:pPr>
      <w:r>
        <w:rPr>
          <w:rFonts w:hint="eastAsia"/>
          <w:rtl/>
        </w:rPr>
        <w:t>حيوانات</w:t>
      </w:r>
      <w:r>
        <w:rPr>
          <w:rtl/>
        </w:rPr>
        <w:t>:_كے احكام، 16/ 7،8; _ كى پشم ، اس سے استفادہ، 16/ 80; _ كے پر ، ان سے استفادہ، 16/80; _ كے بال ، ان سے استفادہ ، 16/80; سمندرى _، ان كا گوشت، 16/14</w:t>
      </w:r>
      <w:r>
        <w:rPr>
          <w:rFonts w:hint="eastAsia"/>
          <w:rtl/>
        </w:rPr>
        <w:t>نيز</w:t>
      </w:r>
      <w:r>
        <w:rPr>
          <w:rtl/>
        </w:rPr>
        <w:t xml:space="preserve"> ر_ك نعمت</w:t>
      </w:r>
    </w:p>
    <w:p w:rsidR="001F628F" w:rsidRDefault="001F628F" w:rsidP="00C95394">
      <w:pPr>
        <w:pStyle w:val="Heading2Center"/>
        <w:rPr>
          <w:rtl/>
        </w:rPr>
      </w:pPr>
      <w:bookmarkStart w:id="289" w:name="_Toc28081967"/>
      <w:r>
        <w:rPr>
          <w:rtl/>
        </w:rPr>
        <w:t>''خ''</w:t>
      </w:r>
      <w:bookmarkEnd w:id="289"/>
    </w:p>
    <w:p w:rsidR="001F628F" w:rsidRDefault="001F628F" w:rsidP="00C95394">
      <w:pPr>
        <w:pStyle w:val="libNormal"/>
        <w:rPr>
          <w:rtl/>
        </w:rPr>
      </w:pPr>
      <w:r>
        <w:rPr>
          <w:rFonts w:hint="eastAsia"/>
          <w:rtl/>
        </w:rPr>
        <w:t>خالق</w:t>
      </w:r>
      <w:r>
        <w:rPr>
          <w:rtl/>
        </w:rPr>
        <w:t>:_كى بے نظيرى ، 16/17; اس كى وضاحت، 16/17</w:t>
      </w:r>
    </w:p>
    <w:p w:rsidR="00C95394" w:rsidRDefault="001F628F" w:rsidP="00C95394">
      <w:pPr>
        <w:pStyle w:val="libNormal"/>
        <w:rPr>
          <w:rtl/>
        </w:rPr>
      </w:pPr>
      <w:r>
        <w:rPr>
          <w:rFonts w:hint="eastAsia"/>
          <w:rtl/>
        </w:rPr>
        <w:t>نيز</w:t>
      </w:r>
      <w:r>
        <w:rPr>
          <w:rtl/>
        </w:rPr>
        <w:t xml:space="preserve"> ر_ك آسمان، كائنات، گھوڑا، خچر، استمداد، گدھا، انسان، چوپائے ، زمين، اونٹ، غفلت،</w:t>
      </w:r>
      <w:r w:rsidR="00C95394" w:rsidRPr="00C95394">
        <w:rPr>
          <w:rFonts w:hint="eastAsia"/>
          <w:rtl/>
        </w:rPr>
        <w:t xml:space="preserve"> </w:t>
      </w:r>
      <w:r w:rsidR="00C95394">
        <w:rPr>
          <w:rFonts w:hint="eastAsia"/>
          <w:rtl/>
        </w:rPr>
        <w:t>گائے</w:t>
      </w:r>
      <w:r w:rsidR="00C95394">
        <w:rPr>
          <w:rtl/>
        </w:rPr>
        <w:t xml:space="preserve"> ،گوسفند اور موجودات</w:t>
      </w:r>
    </w:p>
    <w:p w:rsidR="00C95394" w:rsidRDefault="00C95394" w:rsidP="00C95394">
      <w:pPr>
        <w:pStyle w:val="libNormal"/>
        <w:rPr>
          <w:rtl/>
        </w:rPr>
      </w:pPr>
      <w:r>
        <w:rPr>
          <w:rFonts w:hint="eastAsia"/>
          <w:rtl/>
        </w:rPr>
        <w:t>خالقيت</w:t>
      </w:r>
      <w:r>
        <w:rPr>
          <w:rtl/>
        </w:rPr>
        <w:t>:_ اور الوہيت، 16/20</w:t>
      </w:r>
      <w:r>
        <w:rPr>
          <w:rFonts w:hint="eastAsia"/>
          <w:rtl/>
        </w:rPr>
        <w:t>نيز</w:t>
      </w:r>
      <w:r>
        <w:rPr>
          <w:rtl/>
        </w:rPr>
        <w:t xml:space="preserve"> ر_ك توحيد، خداوند عالم ، عقيدہ ، معبود اور باطل معبود</w:t>
      </w:r>
    </w:p>
    <w:p w:rsidR="00C95394" w:rsidRDefault="00C95394" w:rsidP="00C95394">
      <w:pPr>
        <w:pStyle w:val="libNormal"/>
        <w:rPr>
          <w:rtl/>
        </w:rPr>
      </w:pPr>
      <w:r>
        <w:rPr>
          <w:rFonts w:hint="eastAsia"/>
          <w:rtl/>
        </w:rPr>
        <w:t>خاندان</w:t>
      </w:r>
      <w:r>
        <w:rPr>
          <w:rtl/>
        </w:rPr>
        <w:t>:_كا دائرہ كار، 15/60; خاندانى مشكلات ، ان كے رفع كے اہميت، 16/90</w:t>
      </w:r>
      <w:r>
        <w:rPr>
          <w:rFonts w:hint="eastAsia"/>
          <w:rtl/>
        </w:rPr>
        <w:t>نيز</w:t>
      </w:r>
      <w:r>
        <w:rPr>
          <w:rtl/>
        </w:rPr>
        <w:t xml:space="preserve"> ر_ك جاہليت اور لوط</w:t>
      </w:r>
      <w:r w:rsidR="00367F17" w:rsidRPr="00367F17">
        <w:rPr>
          <w:rStyle w:val="libAlaemChar"/>
          <w:rtl/>
        </w:rPr>
        <w:t xml:space="preserve"> عليه‌السلام </w:t>
      </w:r>
    </w:p>
    <w:p w:rsidR="00C95394" w:rsidRDefault="00C95394" w:rsidP="00C95394">
      <w:pPr>
        <w:pStyle w:val="libNormal"/>
        <w:rPr>
          <w:rtl/>
        </w:rPr>
      </w:pPr>
      <w:r>
        <w:rPr>
          <w:rFonts w:hint="eastAsia"/>
          <w:rtl/>
        </w:rPr>
        <w:t>خداكے</w:t>
      </w:r>
      <w:r>
        <w:rPr>
          <w:rtl/>
        </w:rPr>
        <w:t xml:space="preserve"> خدمتگزار: 15/ 57، 85، 59،60، 63، 64، 16، 2</w:t>
      </w:r>
    </w:p>
    <w:p w:rsidR="00C95394" w:rsidRDefault="001E7F9D" w:rsidP="00F73EDE">
      <w:pPr>
        <w:pStyle w:val="libPoemTini"/>
        <w:rPr>
          <w:rtl/>
        </w:rPr>
      </w:pPr>
      <w:r>
        <w:rPr>
          <w:rtl/>
        </w:rPr>
        <w:br w:type="page"/>
      </w:r>
    </w:p>
    <w:p w:rsidR="001F628F" w:rsidRDefault="001F628F" w:rsidP="009B3976">
      <w:pPr>
        <w:pStyle w:val="libNormal"/>
        <w:rPr>
          <w:rtl/>
        </w:rPr>
      </w:pPr>
      <w:r>
        <w:rPr>
          <w:rFonts w:hint="eastAsia"/>
          <w:rtl/>
        </w:rPr>
        <w:lastRenderedPageBreak/>
        <w:t>خداوند</w:t>
      </w:r>
      <w:r>
        <w:rPr>
          <w:rtl/>
        </w:rPr>
        <w:t xml:space="preserve"> عالم:_كى مغفرتي</w:t>
      </w:r>
      <w:r w:rsidR="00083993">
        <w:rPr>
          <w:rtl/>
        </w:rPr>
        <w:t xml:space="preserve">ں </w:t>
      </w:r>
      <w:r>
        <w:rPr>
          <w:rtl/>
        </w:rPr>
        <w:t>، 14/ 36، 16/ 115، 119; قيامت دن مغفرتي</w:t>
      </w:r>
      <w:r w:rsidR="00083993">
        <w:rPr>
          <w:rtl/>
        </w:rPr>
        <w:t xml:space="preserve">ں </w:t>
      </w:r>
      <w:r>
        <w:rPr>
          <w:rtl/>
        </w:rPr>
        <w:t>، 16/ 111;ان كا اعلان، 15/ 49; ان كے اعلان كى اہميت، 15/49; ان كى خصوصيات، 15/ 49، 16/119; _ كى ابديت، 15/ 33;_ كا اتمام حجت، 14/ 45 ، 15/12، 83، 16/89،113; _ كا احسان، اس كے موارد، 14/34; _كا خبر دينا، اس كى حتميت، 16/ 1; _ كے مختصات، 14/ 2، 9، 32، 39، 15/ 4، 23،25، 86،16/ 2، 9، 10، 14، 20، 22، 51، 52، 53، 60، 73، 74 ، 75، 77، 116; _كا اذن ، 15/ 29; اس كى اہميت، 14/ 11، 23، 25; _كا نقش ، 14/ 1; _ كا ارادہ ، 15/ 84، 16/ 61، 71; اس كے آثار ، 14/39; اس كا ارا</w:t>
      </w:r>
      <w:r>
        <w:rPr>
          <w:rFonts w:hint="eastAsia"/>
          <w:rtl/>
        </w:rPr>
        <w:t>دہ</w:t>
      </w:r>
      <w:r>
        <w:rPr>
          <w:rtl/>
        </w:rPr>
        <w:t xml:space="preserve"> تكويني، 16/ 40; اس كا تحقق، 16/40; اس كا تقدم ، 16 / 40; اس كى حتميت، 16/40; اس كے جارى ہونے كے مقامات، 15/ 20، 22، 26، 27، 73، 16/ 4، 11، 14، 79; اس سے مراد، 16/ 40; اس كا نقش ، 15/ 4، 22; _كى طرف بيٹى كى نسبت، 16/57، 58، 59، 60 ; _ كا گمراہ كرنا، 14/27، 15/ 39; اس كے آثار، 15/ 39; اس سے مراد 14/ 27; اس كى خصوصيات، 16/ 37; _كا راز فاش كرنا، 16/ 103; _ كے افعال، 14/5، 14/27 ، 32،33،15/ 1، 12، 13، 16، 17، 9 1 ،20، 21 ، 22 ، 25، 47،66، 74، 16/7، 11، 12، 13، 14،15، 16، 26، 54، 65، 66، 67، 70، 97; ان كا سہل </w:t>
      </w:r>
      <w:r>
        <w:rPr>
          <w:rFonts w:hint="eastAsia"/>
          <w:rtl/>
        </w:rPr>
        <w:t>ہونا،</w:t>
      </w:r>
      <w:r>
        <w:rPr>
          <w:rtl/>
        </w:rPr>
        <w:t xml:space="preserve"> 14/ 20; ان كے جارى ہونے كے مقامات ، 14/32، 15/22، 60، 16/54;_ كى الوہيت، 14 / 20; اس كے آثار، 14/ 51; _ كے امتحان، 14/ 6، 16/ 92; _كا امتنان ، 16/ 115; _ كى امداد، اس كے آثار، 14/21، 16/ 76، 127; اس كے شرائط ، 14/ 14; _ كا انتقام، 14/ 48،15/79; اس كا وقت، 14/48; اس كا سرچشمہ ، 14/51; اس كے اسباب، 15/79; اس كى نشانيا</w:t>
      </w:r>
      <w:r w:rsidR="00083993">
        <w:rPr>
          <w:rtl/>
        </w:rPr>
        <w:t xml:space="preserve">ں </w:t>
      </w:r>
      <w:r>
        <w:rPr>
          <w:rtl/>
        </w:rPr>
        <w:t>، 14/49; _ كے انذار ، 14/ 42، 15/ 3، 4، 16/ 19، 23، 25، 26، 34، 36، 45، 46،55، 56، 59، 63، 92، 112; ان سے اعراض ، 16/ 33 ، _ كے اوامر، 14/ 32، 15/8، 29، 30، 34، 60، 94، 99، 16/ 1، 2، 23، 29، 33، 40، 50، 90; اس كے آثار، 16/ 12;اس كے تكوينى اوامر، 16/40; ان تكوينى اوامر كا نقش، 16/ 40; اس كى اہميت، 14/25; اس كا تحقق، 16/ 12; اس كى حتميت، 16 /2، 40; اس كے نزول كى درخواست، 16/ 33; اس كے عوامل ، 16/ 29; اس كا فلسفہ ، 16/ 90، 92; _كو جارى كرنے وا</w:t>
      </w:r>
      <w:r>
        <w:rPr>
          <w:rFonts w:hint="eastAsia"/>
          <w:rtl/>
        </w:rPr>
        <w:t>لے</w:t>
      </w:r>
      <w:r>
        <w:rPr>
          <w:rtl/>
        </w:rPr>
        <w:t xml:space="preserve"> ، 16/2; _ كى بشارتي</w:t>
      </w:r>
      <w:r w:rsidR="00083993">
        <w:rPr>
          <w:rtl/>
        </w:rPr>
        <w:t xml:space="preserve">ں </w:t>
      </w:r>
      <w:r>
        <w:rPr>
          <w:rtl/>
        </w:rPr>
        <w:t>،15/95،</w:t>
      </w:r>
      <w:r w:rsidR="009B3976">
        <w:rPr>
          <w:rtl/>
        </w:rPr>
        <w:t>96،16/ 110; _ كے بارے ميں غلط فكر ، 16/ 3; _كى بے نظير ي، 16/60، 75; _ كى بے نيازي، 14/ 12، 16/ 75; اس كے آثار، 14/81;_ كى جزائيں ، 16/ 31، 41، 95، 97; اس كى برترى كى اخروى جزائيں 16/22; _ كى دنياوى جزائيں 16/ 122; ان كى جاودانيت، 16/ 96; ان كا پيش خيمہ، 16/ 96 ;</w:t>
      </w:r>
    </w:p>
    <w:p w:rsidR="00C95394" w:rsidRDefault="001E7F9D" w:rsidP="00F73EDE">
      <w:pPr>
        <w:pStyle w:val="libPoemTini"/>
        <w:rPr>
          <w:rtl/>
        </w:rPr>
      </w:pPr>
      <w:r>
        <w:rPr>
          <w:rtl/>
        </w:rPr>
        <w:br w:type="page"/>
      </w:r>
    </w:p>
    <w:p w:rsidR="001F628F" w:rsidRDefault="001F628F" w:rsidP="00C95394">
      <w:pPr>
        <w:pStyle w:val="libNormal"/>
        <w:rPr>
          <w:rtl/>
        </w:rPr>
      </w:pPr>
      <w:r>
        <w:rPr>
          <w:rtl/>
        </w:rPr>
        <w:lastRenderedPageBreak/>
        <w:t>_كى طرف پناہ، 16/53;_ كى تجلّى 14/ 5;_ كى تدبير ، 16/ 10; اس كے آثار، 16/ 76، 93; اس كى نشانيا</w:t>
      </w:r>
      <w:r w:rsidR="00083993">
        <w:rPr>
          <w:rtl/>
        </w:rPr>
        <w:t xml:space="preserve">ں </w:t>
      </w:r>
      <w:r>
        <w:rPr>
          <w:rtl/>
        </w:rPr>
        <w:t>، 16/ 78; _ كى تسبيح ،اس كى اہميت، 15/ 98; اس كے عوامل، 15/ 98; _كى تشبيہ،اس كا سبب، 16/74; اس كے موانع ، 16/74; _ كى تشويقات، 14/14/ 32; _ كا تكلّم، اس كا ملائكہ كے ساتھ تكلم، 15/ 28; _ كا منزہ ہونا ، 16/ 1،57، 118; اس كے دلائل ، 16/60; _ كى توصيف، 16/60; _ كى وصيتي</w:t>
      </w:r>
      <w:r w:rsidR="00083993">
        <w:rPr>
          <w:rtl/>
        </w:rPr>
        <w:t xml:space="preserve">ں </w:t>
      </w:r>
      <w:r>
        <w:rPr>
          <w:rtl/>
        </w:rPr>
        <w:t>، 15/88، 98، 99 ، 16/84، 90، 110; _ كى توفيقات ، 16/ 36; اس كى اہميت، 16/127; كى دھمكيا</w:t>
      </w:r>
      <w:r w:rsidR="00083993">
        <w:rPr>
          <w:rtl/>
        </w:rPr>
        <w:t xml:space="preserve">ں </w:t>
      </w:r>
      <w:r>
        <w:rPr>
          <w:rtl/>
        </w:rPr>
        <w:t xml:space="preserve">، 14/14،_ كى حاكميت، 15/ 41، 16/52; _كا حساب و كتاب، </w:t>
      </w:r>
      <w:r>
        <w:rPr>
          <w:rFonts w:hint="eastAsia"/>
          <w:rtl/>
        </w:rPr>
        <w:t>اس</w:t>
      </w:r>
      <w:r>
        <w:rPr>
          <w:rtl/>
        </w:rPr>
        <w:t xml:space="preserve"> كى سرعت ، 14/ 51; _ كے حقوق، 16/ 52; _كى حكمت، 14/ 19 ، 15/ 85، 16/60; اس مي</w:t>
      </w:r>
      <w:r w:rsidR="00083993">
        <w:rPr>
          <w:rtl/>
        </w:rPr>
        <w:t xml:space="preserve">ں </w:t>
      </w:r>
      <w:r>
        <w:rPr>
          <w:rtl/>
        </w:rPr>
        <w:t>ہدايت ، 14/4; اس كى نشانيا</w:t>
      </w:r>
      <w:r w:rsidR="00083993">
        <w:rPr>
          <w:rtl/>
        </w:rPr>
        <w:t xml:space="preserve">ں </w:t>
      </w:r>
      <w:r>
        <w:rPr>
          <w:rtl/>
        </w:rPr>
        <w:t>، 16/ 78; اس كا نقش ، 14/4; 15/ 25;_ كى حمايتي</w:t>
      </w:r>
      <w:r w:rsidR="00083993">
        <w:rPr>
          <w:rtl/>
        </w:rPr>
        <w:t xml:space="preserve">ں </w:t>
      </w:r>
      <w:r>
        <w:rPr>
          <w:rtl/>
        </w:rPr>
        <w:t>، 14/13، 14، 15/ 98; اس كا پيش خيمہ، 14/ 13; اس كے اسباب،16/128; _ كى حيات بخشى ، 16 / 65; _ كى خالق</w:t>
      </w:r>
      <w:r>
        <w:rPr>
          <w:rFonts w:hint="eastAsia"/>
          <w:rtl/>
        </w:rPr>
        <w:t>يت،</w:t>
      </w:r>
      <w:r>
        <w:rPr>
          <w:rtl/>
        </w:rPr>
        <w:t xml:space="preserve"> 14/10; 19، 32،15/26، 27، 28، 29، 33، 85،86، 16/ 3، 4، 5، 8، 17، 48; اس كا تداوم، 16/ 8، 40; اس كا نشانيا</w:t>
      </w:r>
      <w:r w:rsidR="00083993">
        <w:rPr>
          <w:rtl/>
        </w:rPr>
        <w:t xml:space="preserve">ں </w:t>
      </w:r>
      <w:r>
        <w:rPr>
          <w:rtl/>
        </w:rPr>
        <w:t>، 15/ 87; _ كى شناخت، اس كے آثار ، 15/56; اس كى اہميت، 15 /75، 77، 16/ 78; طبيعت مي</w:t>
      </w:r>
      <w:r w:rsidR="00083993">
        <w:rPr>
          <w:rtl/>
        </w:rPr>
        <w:t xml:space="preserve">ں </w:t>
      </w:r>
      <w:r>
        <w:rPr>
          <w:rtl/>
        </w:rPr>
        <w:t>اس كى شناخت، 16/ 12، 13; اس كے دلائل ، 14/10، 19، 33، 16/ 11، 13، 53،69، 79 ، 81; اس كے راستے ، 16/ 74;اس كا طريقہ ،14/ 10، 16/ 17 ; اس كا پيش خيمہ ، 15/ 76 ، 77، 79، 16/ 12، 14; _ اور حضرت محمد</w:t>
      </w:r>
      <w:r w:rsidR="00F031CD" w:rsidRPr="00F031CD">
        <w:rPr>
          <w:rStyle w:val="libAlaemChar"/>
          <w:rtl/>
        </w:rPr>
        <w:t xml:space="preserve"> صلى‌الله‌عليه‌وآله‌وسلم </w:t>
      </w:r>
      <w:r>
        <w:rPr>
          <w:rtl/>
        </w:rPr>
        <w:t xml:space="preserve"> كا غم و اندوہ، 15/97; _ اور انسانو</w:t>
      </w:r>
      <w:r w:rsidR="00083993">
        <w:rPr>
          <w:rtl/>
        </w:rPr>
        <w:t xml:space="preserve">ں </w:t>
      </w:r>
      <w:r>
        <w:rPr>
          <w:rtl/>
        </w:rPr>
        <w:t>كا ايمان 14/ 8; _ اور تاريخ ، 14/ 9; _ اور توحيد ، 16/ 51; _ اور مثل كا پيدا كرنا، 16/ 57; _ اور نسلو</w:t>
      </w:r>
      <w:r w:rsidR="00083993">
        <w:rPr>
          <w:rtl/>
        </w:rPr>
        <w:t xml:space="preserve">ں </w:t>
      </w:r>
      <w:r>
        <w:rPr>
          <w:rtl/>
        </w:rPr>
        <w:t>كى جايگزينى ، 14/ 20; _ اور لڑكي، 16 / 57;_ اور شريك، 16/ 1; _ اور انسان كا ضمير ، 15/ 97; _ اور ظالم افراد، 14/ 42; _ اور ظلم، 16/ 118; اور انسانو</w:t>
      </w:r>
      <w:r w:rsidR="00083993">
        <w:rPr>
          <w:rtl/>
        </w:rPr>
        <w:t xml:space="preserve">ں </w:t>
      </w:r>
      <w:r>
        <w:rPr>
          <w:rtl/>
        </w:rPr>
        <w:t>كا عمل ، 16 /28; _ اور كفار كا عمل ، 16/ 28، 29; _ اور غفلت ، 14/ 42; _ اور انسانو</w:t>
      </w:r>
      <w:r w:rsidR="00083993">
        <w:rPr>
          <w:rtl/>
        </w:rPr>
        <w:t xml:space="preserve">ں </w:t>
      </w:r>
      <w:r>
        <w:rPr>
          <w:rtl/>
        </w:rPr>
        <w:t>كا ك</w:t>
      </w:r>
      <w:r>
        <w:rPr>
          <w:rFonts w:hint="eastAsia"/>
          <w:rtl/>
        </w:rPr>
        <w:t>فر،</w:t>
      </w:r>
      <w:r>
        <w:rPr>
          <w:rtl/>
        </w:rPr>
        <w:t xml:space="preserve"> 14/ 7 ;_ اورمعاد كى تكذيب كرنے والے ، 16/ 23; _اور انسان كى ضرورتي</w:t>
      </w:r>
      <w:r w:rsidR="00083993">
        <w:rPr>
          <w:rtl/>
        </w:rPr>
        <w:t xml:space="preserve">ں </w:t>
      </w:r>
      <w:r>
        <w:rPr>
          <w:rtl/>
        </w:rPr>
        <w:t>، 16/ 9;_ اور نيتي</w:t>
      </w:r>
      <w:r w:rsidR="00083993">
        <w:rPr>
          <w:rtl/>
        </w:rPr>
        <w:t xml:space="preserve">ں </w:t>
      </w:r>
      <w:r>
        <w:rPr>
          <w:rtl/>
        </w:rPr>
        <w:t>، 15/ 23; _ كے خزانے، 15/ 21; ان كا مقام، 15/ 21; _ كے تقاضے ، 16/ 41; _ كے دشمن، ان كى سزا، 16/ 45; _ كى دعوتي</w:t>
      </w:r>
      <w:r w:rsidR="00083993">
        <w:rPr>
          <w:rtl/>
        </w:rPr>
        <w:t xml:space="preserve">ں </w:t>
      </w:r>
      <w:r>
        <w:rPr>
          <w:rtl/>
        </w:rPr>
        <w:t>، 14 / 10، 19، 24، 28، 31، 44، 16/ 43، 48، 69،76; ان كى اجابت ، 14 / 44; _ كے ساتھ دوستي، 14/ 31; _ كى رازقيت، 14/31; 15/ 20، 16/ 56،71، 73، 55، 114; _كى مہرباني، اس كے آثار 16/ 47; اس كا سرچشمہ ، 16 /47; اس كى نشانيا</w:t>
      </w:r>
      <w:r w:rsidR="00083993">
        <w:rPr>
          <w:rtl/>
        </w:rPr>
        <w:t xml:space="preserve">ں </w:t>
      </w:r>
      <w:r>
        <w:rPr>
          <w:rtl/>
        </w:rPr>
        <w:t>، 16/47;_ كى ربوبيت، 14/ 13، 18، 35; 15/ 22; 98، 99; اس كے آثار، 14 /1، 7، 13، 23، 35، 25</w:t>
      </w:r>
      <w:r>
        <w:rPr>
          <w:rFonts w:hint="eastAsia"/>
          <w:rtl/>
        </w:rPr>
        <w:t>،</w:t>
      </w:r>
      <w:r>
        <w:rPr>
          <w:rtl/>
        </w:rPr>
        <w:t xml:space="preserve"> 40، 15/ 25، 28،86، 93، 16/ 30 ،42، 47، 68، 69، 99، 119، 124، 125 ; اس كى ربوبيت خاص 16/ 50; اس كى نشانيا</w:t>
      </w:r>
      <w:r w:rsidR="00083993">
        <w:rPr>
          <w:rtl/>
        </w:rPr>
        <w:t xml:space="preserve">ں </w:t>
      </w:r>
      <w:r>
        <w:rPr>
          <w:rtl/>
        </w:rPr>
        <w:t>، 14/6، 16/ 7، 67; _كى رحمت، 15/ 49، 56، 16/ 7، 115، 119; اس كے آثار ،</w:t>
      </w:r>
    </w:p>
    <w:p w:rsidR="009B3976" w:rsidRDefault="001E7F9D" w:rsidP="00F73EDE">
      <w:pPr>
        <w:pStyle w:val="libPoemTini"/>
        <w:rPr>
          <w:rtl/>
        </w:rPr>
      </w:pPr>
      <w:r>
        <w:rPr>
          <w:rtl/>
        </w:rPr>
        <w:br w:type="page"/>
      </w:r>
    </w:p>
    <w:p w:rsidR="001F628F" w:rsidRDefault="001F628F" w:rsidP="003E1DD3">
      <w:pPr>
        <w:pStyle w:val="libNormal"/>
        <w:rPr>
          <w:rtl/>
        </w:rPr>
      </w:pPr>
      <w:r>
        <w:rPr>
          <w:rtl/>
        </w:rPr>
        <w:lastRenderedPageBreak/>
        <w:t xml:space="preserve">15/ 56، 16/ 7، 18، 47، 89; اس كا اعلان، 15/ 49; اس اعلان كى اہميت، 15/ 49; اس كا تقدم، 15/ 50; قيامت كے دن رحمت ، 16/ 111; اس كا پيش خيمہ، 16/ 89; اس كى عظمت، 15/ 50; _كى روزي، 14/ 31، 16/56، 71، 75،114;_ كا ضرررقبول نہ كرنا، 14/ 8; اس كے دلائل 14 / 8; اس </w:t>
      </w:r>
      <w:r>
        <w:rPr>
          <w:rFonts w:hint="eastAsia"/>
          <w:rtl/>
        </w:rPr>
        <w:t>كے</w:t>
      </w:r>
      <w:r>
        <w:rPr>
          <w:rtl/>
        </w:rPr>
        <w:t xml:space="preserve"> عوامل 15/ 98;_ كى سرزنش 14/ 44، 45، 15/ 32، 16/ 45، 48، 56، 72 ،92; _كى سنتي</w:t>
      </w:r>
      <w:r w:rsidR="00083993">
        <w:rPr>
          <w:rtl/>
        </w:rPr>
        <w:t xml:space="preserve">ں </w:t>
      </w:r>
      <w:r>
        <w:rPr>
          <w:rtl/>
        </w:rPr>
        <w:t>، 14/ 13، 42، 45، 15/ 8، 13، 41، 16/ 36، 43، 61، 71، 72; ان كى حتميت14/ 45; _ كى قسمي</w:t>
      </w:r>
      <w:r w:rsidR="00083993">
        <w:rPr>
          <w:rtl/>
        </w:rPr>
        <w:t xml:space="preserve">ں </w:t>
      </w:r>
      <w:r>
        <w:rPr>
          <w:rtl/>
        </w:rPr>
        <w:t>، 15 / 72;_كے شئوون، 16/ 2، 20;_ كے بارے مي</w:t>
      </w:r>
      <w:r w:rsidR="00083993">
        <w:rPr>
          <w:rtl/>
        </w:rPr>
        <w:t xml:space="preserve">ں </w:t>
      </w:r>
      <w:r>
        <w:rPr>
          <w:rtl/>
        </w:rPr>
        <w:t>شبہات، 14/ 10; _كے بار ے مي</w:t>
      </w:r>
      <w:r w:rsidR="00083993">
        <w:rPr>
          <w:rtl/>
        </w:rPr>
        <w:t xml:space="preserve">ں </w:t>
      </w:r>
      <w:r>
        <w:rPr>
          <w:rtl/>
        </w:rPr>
        <w:t>شبہ پيدا كرنا، 16/ 45; _ كى شفا بخش، 16/ 69; _ كى سماعت، 14/ 39; _ كى صفات ، 16/ 60، 75; ان كى خصوصيات، 16 /4 7 ;_ كے عذاب، 14/ 5، 26، 15/ 50، 73، 74، 82، 83، 84، 16/ 26، 27، 113; ان سے آگاہى ، 15/ 50; ان كا استہزاء 16/ 34; ان كے استہزاء كے آثار، 16/ 34; ان كے اعلان كى ا</w:t>
      </w:r>
      <w:r>
        <w:rPr>
          <w:rFonts w:hint="eastAsia"/>
          <w:rtl/>
        </w:rPr>
        <w:t>ہميت،</w:t>
      </w:r>
      <w:r>
        <w:rPr>
          <w:rtl/>
        </w:rPr>
        <w:t xml:space="preserve"> 15/ 50; ان كا غلبہ، 15/ 50; ان كا قانونى ہونا، 15/ 63، 83; ان كى خصوصيات، 14/ 7; 16/ 45; _ كى عزت ، 16/ 60; اس كے دلائل ،14/ 2; اس كى نشانيا</w:t>
      </w:r>
      <w:r w:rsidR="00083993">
        <w:rPr>
          <w:rtl/>
        </w:rPr>
        <w:t xml:space="preserve">ں </w:t>
      </w:r>
      <w:r>
        <w:rPr>
          <w:rtl/>
        </w:rPr>
        <w:t>، 14/ 49; اس كا نقش ، 14/ 4; _ كى عطايا، 14/ 11، 34، 39، 15/ 21 ، 87 ، 16/ 44، 80; _كى عظمت، 15/ 9; اس كى نش</w:t>
      </w:r>
      <w:r>
        <w:rPr>
          <w:rFonts w:hint="eastAsia"/>
          <w:rtl/>
        </w:rPr>
        <w:t>انيا</w:t>
      </w:r>
      <w:r w:rsidR="00083993">
        <w:rPr>
          <w:rFonts w:hint="eastAsia"/>
          <w:rtl/>
        </w:rPr>
        <w:t xml:space="preserve">ں </w:t>
      </w:r>
      <w:r>
        <w:rPr>
          <w:rtl/>
        </w:rPr>
        <w:t>، 15/ 75، 16/ 79; _ كا علم ، 14/ 9، 45، 15 / 38، 86، 97، 16/ 28، 70، 101 ، 125; اس كے آثار، 16/ 29، 71; اس كى جاوانيت، 16 / 70; اس كا كائنات كے متعلق علم، 14/ 39; اس كا گنہگارو</w:t>
      </w:r>
      <w:r w:rsidR="00083993">
        <w:rPr>
          <w:rtl/>
        </w:rPr>
        <w:t xml:space="preserve">ں </w:t>
      </w:r>
      <w:r>
        <w:rPr>
          <w:rtl/>
        </w:rPr>
        <w:t>كے بارے مي</w:t>
      </w:r>
      <w:r w:rsidR="00083993">
        <w:rPr>
          <w:rtl/>
        </w:rPr>
        <w:t xml:space="preserve">ں </w:t>
      </w:r>
      <w:r>
        <w:rPr>
          <w:rtl/>
        </w:rPr>
        <w:t>علم ، 15/ 24; اس كا آئندہ كے مومنين كے بارے مي</w:t>
      </w:r>
      <w:r w:rsidR="00083993">
        <w:rPr>
          <w:rtl/>
        </w:rPr>
        <w:t xml:space="preserve">ں </w:t>
      </w:r>
      <w:r>
        <w:rPr>
          <w:rtl/>
        </w:rPr>
        <w:t>علم، 15/ 24; اس كا گذشتہ مومنين كے بارے مي</w:t>
      </w:r>
      <w:r w:rsidR="00083993">
        <w:rPr>
          <w:rtl/>
        </w:rPr>
        <w:t xml:space="preserve">ں </w:t>
      </w:r>
      <w:r>
        <w:rPr>
          <w:rtl/>
        </w:rPr>
        <w:t>علم، 15/24; اس كا محسنين كے بارے مي</w:t>
      </w:r>
      <w:r w:rsidR="00083993">
        <w:rPr>
          <w:rtl/>
        </w:rPr>
        <w:t xml:space="preserve">ں </w:t>
      </w:r>
      <w:r>
        <w:rPr>
          <w:rtl/>
        </w:rPr>
        <w:t>علم ، 15/ 24; اس كا علم حضورى ، 16/ 74; اس كا سرچشمہ،16/ 23; اس كى نشانيا</w:t>
      </w:r>
      <w:r w:rsidR="00083993">
        <w:rPr>
          <w:rtl/>
        </w:rPr>
        <w:t xml:space="preserve">ں </w:t>
      </w:r>
      <w:r>
        <w:rPr>
          <w:rtl/>
        </w:rPr>
        <w:t>، 15/ 87، 16/ 70; اس كا نقش، 15/ 2;اس كى وسعت، 14/ 38، 15/ 24،16/ 19; _ كا علم غيب، 14/ 38، 15/ 25; اس كى وسعت، 14/ 38; _ كى بلندى ، 16/ 1، 3، 50; _ كے ساتھ عہد، 16/ 91; اس كى حقيقت، 16/ 91; اس سے سوء استفادہ، 16/ 95; اس كى مشروعيت، 16/ 91; _كے ساتھ عہد شكني، 16/ 91; اس كا پيش خيمہ، 16/ 95; اس كے موانع، 16/ 95; _ كا غضب ، 15/ 50; اس كا پيش خيمہ، 16/ 107; اس كے اسباب، 16/ 56، 106;اس كى نشانيا</w:t>
      </w:r>
      <w:r w:rsidR="00083993">
        <w:rPr>
          <w:rtl/>
        </w:rPr>
        <w:t xml:space="preserve">ں </w:t>
      </w:r>
      <w:r>
        <w:rPr>
          <w:rtl/>
        </w:rPr>
        <w:t>، 16/ 106; _ كا فضل ، 14/ 11; اس كا پيش خيمہ، 16/ 96; _ كى قاہريت، اس كى نشانيا</w:t>
      </w:r>
      <w:r w:rsidR="00083993">
        <w:rPr>
          <w:rtl/>
        </w:rPr>
        <w:t xml:space="preserve">ں </w:t>
      </w:r>
      <w:r>
        <w:rPr>
          <w:rtl/>
        </w:rPr>
        <w:t>، 14/ 49; _كا تقدس، اس كى شكست، 16/ 62;_ كى قدرت، 14/ 19، 34، 46، 15/ 9، 41، 84، 16/ 12، 45، 70، 77، 79، 80، 81; اس كے آثار، 14/ 47، 15/54، 16/ 40، 74</w:t>
      </w:r>
      <w:r>
        <w:rPr>
          <w:rFonts w:hint="eastAsia"/>
          <w:rtl/>
        </w:rPr>
        <w:t>،</w:t>
      </w:r>
      <w:r>
        <w:rPr>
          <w:rtl/>
        </w:rPr>
        <w:t xml:space="preserve"> 77، 79، 80، 81; اس كى جاودانيت، 16/ 80; اس سے جہالت ، 16/ 38; اس كے </w:t>
      </w:r>
    </w:p>
    <w:p w:rsidR="003E1DD3" w:rsidRDefault="001E7F9D" w:rsidP="00F73EDE">
      <w:pPr>
        <w:pStyle w:val="libPoemTini"/>
        <w:rPr>
          <w:rtl/>
        </w:rPr>
      </w:pPr>
      <w:r>
        <w:rPr>
          <w:rtl/>
        </w:rPr>
        <w:br w:type="page"/>
      </w:r>
    </w:p>
    <w:p w:rsidR="001F628F" w:rsidRDefault="003E1DD3" w:rsidP="003E1DD3">
      <w:pPr>
        <w:pStyle w:val="libNormal"/>
        <w:rPr>
          <w:rtl/>
        </w:rPr>
      </w:pPr>
      <w:r>
        <w:rPr>
          <w:rtl/>
        </w:rPr>
        <w:lastRenderedPageBreak/>
        <w:t>دلائل، 14/ 19، 16/ 3; اس كے جارى ہونے كے مقامات ، 16/ 79; اس كا سرچشمہ، 14/ 20; اس كى نشانياں ، 14/ 19، 16، 13، 67،70، 78، 79; اس كا نقش ، 15/ 22; اس كى وسعت، 14/ 27، 15/ 21، 16/40، 77; ا</w:t>
      </w:r>
      <w:r>
        <w:rPr>
          <w:rFonts w:hint="eastAsia"/>
          <w:rtl/>
        </w:rPr>
        <w:t>س</w:t>
      </w:r>
      <w:r>
        <w:rPr>
          <w:rtl/>
        </w:rPr>
        <w:t xml:space="preserve"> كى خصوصيات، 16/ 77; _كى اخروى قضاوت، 16/ 92، 124; اس كا معيار ، 16/ 89; _ كى كفالت16،98; _ كا كلام اس كے آثار</w:t>
      </w:r>
      <w:r w:rsidR="001F628F">
        <w:rPr>
          <w:rtl/>
        </w:rPr>
        <w:t>14/27;_كا كمال 14/12 ،11،75 ; _ كى سزائي</w:t>
      </w:r>
      <w:r w:rsidR="00083993">
        <w:rPr>
          <w:rtl/>
        </w:rPr>
        <w:t xml:space="preserve">ں </w:t>
      </w:r>
      <w:r w:rsidR="001F628F">
        <w:rPr>
          <w:rtl/>
        </w:rPr>
        <w:t>، 14/ 51، 16/ 26، 112; اس كا قانونى ہونا، 16/ 113; _ كا لطف، اس كے آثار 14/ 27، 36، 15/ 54، 56; اس كى اہميت، 14/ 27; اس كا لطف خاص ، 14/ 13، 31; اس كے اسباب، 16/ 128; اس كى نشانيا</w:t>
      </w:r>
      <w:r w:rsidR="00083993">
        <w:rPr>
          <w:rtl/>
        </w:rPr>
        <w:t xml:space="preserve">ں </w:t>
      </w:r>
      <w:r w:rsidR="001F628F">
        <w:rPr>
          <w:rtl/>
        </w:rPr>
        <w:t>14/ 32، 33 ; _كى مالكيت، 14/ 2، 15/ 21، 22،88، 16/ 52; اس كے آثار ، 16/ 52، 74;اس كى وسعت، 15/ 21;_ كے مواخذے ، 16/ 56; _كے بارے مي</w:t>
      </w:r>
      <w:r w:rsidR="00083993">
        <w:rPr>
          <w:rtl/>
        </w:rPr>
        <w:t xml:space="preserve">ں </w:t>
      </w:r>
      <w:r w:rsidR="001F628F">
        <w:rPr>
          <w:rtl/>
        </w:rPr>
        <w:t>مجادلہ، 16/ 4;_كى مدح 16/ 110; _ كى مشيت، 14/ 11، 21، 27، 16/ 2، 7، 9; اس كے آثار ، 14/ 4، 39، 16/ 9، 35، 37، 93، اس كى حتميت14/ 14، 27، 16/ 93; اس مي</w:t>
      </w:r>
      <w:r w:rsidR="00083993">
        <w:rPr>
          <w:rtl/>
        </w:rPr>
        <w:t xml:space="preserve">ں </w:t>
      </w:r>
      <w:r w:rsidR="001F628F">
        <w:rPr>
          <w:rtl/>
        </w:rPr>
        <w:t>حكمت، 14/ 4; اس مي</w:t>
      </w:r>
      <w:r w:rsidR="00083993">
        <w:rPr>
          <w:rtl/>
        </w:rPr>
        <w:t xml:space="preserve">ں </w:t>
      </w:r>
      <w:r w:rsidR="001F628F">
        <w:rPr>
          <w:rtl/>
        </w:rPr>
        <w:t>جارى ہونے كے مقامات، 14/1،15/ 28، 33، 16/65، 66; اس سے مراد، 14/ 27;اس مي</w:t>
      </w:r>
      <w:r w:rsidR="00083993">
        <w:rPr>
          <w:rtl/>
        </w:rPr>
        <w:t xml:space="preserve">ں </w:t>
      </w:r>
      <w:r w:rsidR="001F628F">
        <w:rPr>
          <w:rtl/>
        </w:rPr>
        <w:t>گمراہي، 14/ 4; اس مي</w:t>
      </w:r>
      <w:r w:rsidR="00083993">
        <w:rPr>
          <w:rtl/>
        </w:rPr>
        <w:t xml:space="preserve">ں </w:t>
      </w:r>
      <w:r w:rsidR="001F628F">
        <w:rPr>
          <w:rtl/>
        </w:rPr>
        <w:t>ہدايت، 14/4، اس كا نقش، 14/ 1، 19، 27، 15، 4;_ كے ساتھ معاملہ، 14/ 31; _ كے مقدرات، 15/ 4، 5، 21،60، 66، 16/ 69، 71، 75; اس سے راضى ہونا ، 16/97; _ كے مواعظ ، 16/ 90; اس كا فلسفہ، 16/ 90; ناس كى مہرباني، 14/ 36، 16/ 7،119; اس كے آثار ، 16/ 7; اس كا اعلان، 15/ 49; اس كى نشانيا</w:t>
      </w:r>
      <w:r w:rsidR="00083993">
        <w:rPr>
          <w:rtl/>
        </w:rPr>
        <w:t xml:space="preserve">ں </w:t>
      </w:r>
      <w:r w:rsidR="001F628F">
        <w:rPr>
          <w:rtl/>
        </w:rPr>
        <w:t>، ، 16/ 7: _ كى مہلتي</w:t>
      </w:r>
      <w:r w:rsidR="00083993">
        <w:rPr>
          <w:rtl/>
        </w:rPr>
        <w:t xml:space="preserve">ں </w:t>
      </w:r>
      <w:r w:rsidR="001F628F">
        <w:rPr>
          <w:rtl/>
        </w:rPr>
        <w:t>، 15/ 4، 16/ 61;اس كا فلسفہ ، 16/ 61; _ كى نجات بخشي، 14/ 6; اس كو جھٹلانے والے ، 16/ 55; _ كى نظارت</w:t>
      </w:r>
      <w:r w:rsidR="001F628F">
        <w:rPr>
          <w:rFonts w:hint="eastAsia"/>
          <w:rtl/>
        </w:rPr>
        <w:t>،</w:t>
      </w:r>
      <w:r w:rsidR="001F628F">
        <w:rPr>
          <w:rtl/>
        </w:rPr>
        <w:t xml:space="preserve"> 14/ 42; _ كى نعمتي</w:t>
      </w:r>
      <w:r w:rsidR="00083993">
        <w:rPr>
          <w:rtl/>
        </w:rPr>
        <w:t xml:space="preserve">ں </w:t>
      </w:r>
      <w:r w:rsidR="001F628F">
        <w:rPr>
          <w:rtl/>
        </w:rPr>
        <w:t>، 14/ 55، 6، 11، 28، 32، 33، 39، 15/ 53، 16/ 5، 9، 13، 14، 15 ، 31، 43،53، 55، 71 ، 72، 75، 78، 80، 81، 112، 113; ان كا بيان، 14/ 39، 16/ 82، ان كى تكذيب، 16/71; ان كى شناخت، 14/ 34 ; ان كے تنوع كا فلسفہ 16، 81 ، ان كا فلسفہ 14/37 ، 16/ 78; ان كى تكذيب كرنے والے، 16/ 83، ان كى تكذيب كرنے والو</w:t>
      </w:r>
      <w:r w:rsidR="00083993">
        <w:rPr>
          <w:rtl/>
        </w:rPr>
        <w:t xml:space="preserve">ں </w:t>
      </w:r>
      <w:r w:rsidR="001F628F">
        <w:rPr>
          <w:rtl/>
        </w:rPr>
        <w:t>كى اكثريت، 16/83; ان تكذيب كرنے والو</w:t>
      </w:r>
      <w:r w:rsidR="00083993">
        <w:rPr>
          <w:rtl/>
        </w:rPr>
        <w:t xml:space="preserve">ں </w:t>
      </w:r>
      <w:r w:rsidR="001F628F">
        <w:rPr>
          <w:rtl/>
        </w:rPr>
        <w:t>كى سزا ، 16/83; ان كا سرچشمہ ، 16/112; ان كے مقامات 14/34 ان كا اہم ترين ہونا 16/112; ان كا وافرہونا، 14/ 34، 16/18، 19، 81; ان كا نقش ، 14/ 6، 7، 16/ 26، 27</w:t>
      </w:r>
      <w:r w:rsidR="001F628F">
        <w:rPr>
          <w:rFonts w:hint="eastAsia"/>
          <w:rtl/>
        </w:rPr>
        <w:t>،</w:t>
      </w:r>
      <w:r w:rsidR="001F628F">
        <w:rPr>
          <w:rtl/>
        </w:rPr>
        <w:t xml:space="preserve"> 33، 37، 38، 45، 49، 75;_ كے نواہي، 15/ 65، 88، 16/ 51، 90، 116; ان كا فلسفہ، 16/ 90; _پر وجوب، 16/ 9; اس كى وراثت، 15/ 23; _كے وعدے، 14/ 14، 47، 16/119; ان پر شك كے آثار، 15/ 63; ان مي</w:t>
      </w:r>
      <w:r w:rsidR="00083993">
        <w:rPr>
          <w:rtl/>
        </w:rPr>
        <w:t xml:space="preserve">ں </w:t>
      </w:r>
      <w:r w:rsidR="001F628F">
        <w:rPr>
          <w:rtl/>
        </w:rPr>
        <w:t>جلد بازى سے اجتناب، 16/ 1; ان كے تحقق مي</w:t>
      </w:r>
      <w:r w:rsidR="00083993">
        <w:rPr>
          <w:rtl/>
        </w:rPr>
        <w:t xml:space="preserve">ں </w:t>
      </w:r>
      <w:r w:rsidR="001F628F">
        <w:rPr>
          <w:rtl/>
        </w:rPr>
        <w:t xml:space="preserve">تعجيل، 16/1; ان كى حتميت، 14/22، 47، 16/ 1، 3،38، </w:t>
      </w:r>
    </w:p>
    <w:p w:rsidR="003E1DD3" w:rsidRDefault="001E7F9D" w:rsidP="00F73EDE">
      <w:pPr>
        <w:pStyle w:val="libPoemTini"/>
        <w:rPr>
          <w:rtl/>
        </w:rPr>
      </w:pPr>
      <w:r>
        <w:rPr>
          <w:rtl/>
        </w:rPr>
        <w:br w:type="page"/>
      </w:r>
    </w:p>
    <w:p w:rsidR="001F628F" w:rsidRDefault="003E1DD3" w:rsidP="003E1DD3">
      <w:pPr>
        <w:pStyle w:val="libNormal"/>
        <w:rPr>
          <w:rtl/>
        </w:rPr>
      </w:pPr>
      <w:r>
        <w:rPr>
          <w:rtl/>
        </w:rPr>
        <w:lastRenderedPageBreak/>
        <w:t>40; ان ميں تعجيل كى در خواست، 16/1; ان كى حقانيت، 14/ 22; ان كى حتميت كے دلائل، 14/47; ان كے بارے ميں سوء ظن، 14/ 47; ان كے تحقق پر صبر ، 16/1; _ كے عذاب كے وعدے ، 14/19، 47، 15/ 43; ان كا استہزاء ، 16/ 34; ان كى حتميت15/ 4; ان كا ق</w:t>
      </w:r>
      <w:r>
        <w:rPr>
          <w:rFonts w:hint="eastAsia"/>
          <w:rtl/>
        </w:rPr>
        <w:t>انونى</w:t>
      </w:r>
      <w:r>
        <w:rPr>
          <w:rtl/>
        </w:rPr>
        <w:t xml:space="preserve"> ہونا، 15/ 4; _كا كار ہدايت، 15/12; _ كى ہدايتيں ، 14/ 21، 27، 15/ 10، 16/ 9، 121; ان سے محروم افراد، 16/37، 104، 107، 109; ان سے محروميت، 16/ 108; اس كى خاص ہدايتيں ، 14/ 12; _ كى خبر داري، 14/ 19; _ كيلئے ہم مثل كى تخليق، 14/ 30</w:t>
      </w:r>
      <w:r>
        <w:rPr>
          <w:rFonts w:hint="eastAsia"/>
          <w:rtl/>
        </w:rPr>
        <w:t>نيز</w:t>
      </w:r>
      <w:r>
        <w:rPr>
          <w:rtl/>
        </w:rPr>
        <w:t xml:space="preserve"> ر_ك آيات خدا، ابراہيم</w:t>
      </w:r>
      <w:r w:rsidR="00367F17" w:rsidRPr="00367F17">
        <w:rPr>
          <w:rStyle w:val="libAlaemChar"/>
          <w:rtl/>
        </w:rPr>
        <w:t xml:space="preserve"> عليه‌السلام </w:t>
      </w:r>
      <w:r>
        <w:rPr>
          <w:rtl/>
        </w:rPr>
        <w:t xml:space="preserve"> ، بھروسہ ، استعازہ، استمداد، اسماء وصفات، اطاعت، افترائ، اقرار، الہى امداد، اميدوارى ،انبياء، انسان، خدا كے</w:t>
      </w:r>
      <w:r>
        <w:rPr>
          <w:rFonts w:hint="eastAsia"/>
          <w:rtl/>
        </w:rPr>
        <w:t xml:space="preserve"> </w:t>
      </w:r>
      <w:r w:rsidR="001F628F">
        <w:rPr>
          <w:rFonts w:hint="eastAsia"/>
          <w:rtl/>
        </w:rPr>
        <w:t>برگزيدہ</w:t>
      </w:r>
      <w:r w:rsidR="001F628F">
        <w:rPr>
          <w:rtl/>
        </w:rPr>
        <w:t xml:space="preserve"> افراد، خدا كے بندے ، خوف ، سر تسليم خم ہونا، تقرّب، توسل ،توفيقات ،توكل، جاہليت، خدا كى حمايتي</w:t>
      </w:r>
      <w:r w:rsidR="00083993">
        <w:rPr>
          <w:rtl/>
        </w:rPr>
        <w:t xml:space="preserve">ں </w:t>
      </w:r>
      <w:r w:rsidR="001F628F">
        <w:rPr>
          <w:rtl/>
        </w:rPr>
        <w:t>، حمد، خدا پرستي، خوف خدا ركھنے والے ، دعا، ذكر ، خدا كے رسول، سجدہ، خدا كى سنتي</w:t>
      </w:r>
      <w:r w:rsidR="00083993">
        <w:rPr>
          <w:rtl/>
        </w:rPr>
        <w:t xml:space="preserve">ں </w:t>
      </w:r>
      <w:r w:rsidR="001F628F">
        <w:rPr>
          <w:rtl/>
        </w:rPr>
        <w:t>،قسم، شكر ، عبادت، نافرماني، عقيدہ، غفلت برتنے والے ، غفلت، قياس، قيامت</w:t>
      </w:r>
      <w:r w:rsidR="001F628F">
        <w:rPr>
          <w:rFonts w:hint="eastAsia"/>
          <w:rtl/>
        </w:rPr>
        <w:t>،</w:t>
      </w:r>
      <w:r w:rsidR="001F628F">
        <w:rPr>
          <w:rtl/>
        </w:rPr>
        <w:t xml:space="preserve"> كفر، لطف خدا، لعنت، مبغوض خدا لوگ، محمد</w:t>
      </w:r>
      <w:r w:rsidR="00F031CD" w:rsidRPr="00F031CD">
        <w:rPr>
          <w:rStyle w:val="libAlaemChar"/>
          <w:rtl/>
        </w:rPr>
        <w:t xml:space="preserve"> صلى‌الله‌عليه‌وآله‌وسلم </w:t>
      </w:r>
      <w:r w:rsidR="001F628F">
        <w:rPr>
          <w:rtl/>
        </w:rPr>
        <w:t xml:space="preserve"> ، مشركين، مشركين مكہ، خدا كے مردود افراد، خدا كے مغضوب لوگ، خدا پر افتراء باندھنے والے ،موجودات، ضرورتي</w:t>
      </w:r>
      <w:r w:rsidR="00083993">
        <w:rPr>
          <w:rtl/>
        </w:rPr>
        <w:t xml:space="preserve">ں </w:t>
      </w:r>
      <w:r w:rsidR="001F628F">
        <w:rPr>
          <w:rtl/>
        </w:rPr>
        <w:t>، ہجرت اور نااميدي</w:t>
      </w:r>
    </w:p>
    <w:p w:rsidR="001F628F" w:rsidRDefault="001F628F" w:rsidP="00932AB2">
      <w:pPr>
        <w:pStyle w:val="libNormal"/>
        <w:rPr>
          <w:rtl/>
        </w:rPr>
      </w:pPr>
      <w:r>
        <w:rPr>
          <w:rFonts w:hint="eastAsia"/>
          <w:rtl/>
        </w:rPr>
        <w:t>خدا</w:t>
      </w:r>
      <w:r>
        <w:rPr>
          <w:rtl/>
        </w:rPr>
        <w:t xml:space="preserve"> پرستي:_كى طرف دعوت، 14/ 10</w:t>
      </w:r>
      <w:r>
        <w:rPr>
          <w:rFonts w:hint="eastAsia"/>
          <w:rtl/>
        </w:rPr>
        <w:t>نيز</w:t>
      </w:r>
      <w:r>
        <w:rPr>
          <w:rtl/>
        </w:rPr>
        <w:t xml:space="preserve"> ر_ ك گذشتہ اقوام</w:t>
      </w:r>
      <w:r w:rsidR="00932AB2">
        <w:rPr>
          <w:rFonts w:hint="cs"/>
          <w:rtl/>
        </w:rPr>
        <w:t>//</w:t>
      </w:r>
      <w:r>
        <w:rPr>
          <w:rFonts w:hint="eastAsia"/>
          <w:rtl/>
        </w:rPr>
        <w:t>خوف</w:t>
      </w:r>
      <w:r>
        <w:rPr>
          <w:rtl/>
        </w:rPr>
        <w:t xml:space="preserve"> الہى ركھنے والے :_و</w:t>
      </w:r>
      <w:r w:rsidR="00083993">
        <w:rPr>
          <w:rtl/>
        </w:rPr>
        <w:t xml:space="preserve">ں </w:t>
      </w:r>
      <w:r>
        <w:rPr>
          <w:rtl/>
        </w:rPr>
        <w:t>كے مقامات، 14/14</w:t>
      </w:r>
    </w:p>
    <w:p w:rsidR="001F628F" w:rsidRDefault="001F628F" w:rsidP="00932AB2">
      <w:pPr>
        <w:pStyle w:val="libNormal"/>
        <w:rPr>
          <w:rtl/>
        </w:rPr>
      </w:pPr>
      <w:r>
        <w:rPr>
          <w:rFonts w:hint="eastAsia"/>
          <w:rtl/>
        </w:rPr>
        <w:t>خوف</w:t>
      </w:r>
      <w:r>
        <w:rPr>
          <w:rtl/>
        </w:rPr>
        <w:t xml:space="preserve"> الہي:</w:t>
      </w:r>
      <w:r>
        <w:rPr>
          <w:rFonts w:hint="eastAsia"/>
          <w:rtl/>
        </w:rPr>
        <w:t>ر</w:t>
      </w:r>
      <w:r>
        <w:rPr>
          <w:rtl/>
        </w:rPr>
        <w:t xml:space="preserve">_ك </w:t>
      </w:r>
      <w:r w:rsidR="003D0BA1">
        <w:rPr>
          <w:rtl/>
        </w:rPr>
        <w:t>انبياء</w:t>
      </w:r>
      <w:r w:rsidR="00932AB2">
        <w:rPr>
          <w:rFonts w:hint="cs"/>
          <w:rtl/>
        </w:rPr>
        <w:t>//</w:t>
      </w:r>
      <w:r>
        <w:rPr>
          <w:rFonts w:hint="eastAsia"/>
          <w:rtl/>
        </w:rPr>
        <w:t>خدا</w:t>
      </w:r>
      <w:r>
        <w:rPr>
          <w:rtl/>
        </w:rPr>
        <w:t xml:space="preserve"> كى شناخت:</w:t>
      </w:r>
      <w:r>
        <w:rPr>
          <w:rFonts w:hint="eastAsia"/>
          <w:rtl/>
        </w:rPr>
        <w:t>ر</w:t>
      </w:r>
      <w:r>
        <w:rPr>
          <w:rtl/>
        </w:rPr>
        <w:t xml:space="preserve">_ك </w:t>
      </w:r>
      <w:r w:rsidR="003D0BA1">
        <w:rPr>
          <w:rtl/>
        </w:rPr>
        <w:t>انبياء</w:t>
      </w:r>
      <w:r>
        <w:rPr>
          <w:rtl/>
        </w:rPr>
        <w:t>، جاہليت، خدا ، مشركين اور مشركين مكہ</w:t>
      </w:r>
    </w:p>
    <w:p w:rsidR="001F628F" w:rsidRDefault="001F628F" w:rsidP="00932AB2">
      <w:pPr>
        <w:pStyle w:val="libNormal"/>
        <w:rPr>
          <w:rtl/>
        </w:rPr>
      </w:pPr>
      <w:r>
        <w:rPr>
          <w:rFonts w:hint="eastAsia"/>
          <w:rtl/>
        </w:rPr>
        <w:t>خواري</w:t>
      </w:r>
      <w:r>
        <w:rPr>
          <w:rtl/>
        </w:rPr>
        <w:t>:</w:t>
      </w:r>
      <w:r>
        <w:rPr>
          <w:rFonts w:hint="eastAsia"/>
          <w:rtl/>
        </w:rPr>
        <w:t>ر</w:t>
      </w:r>
      <w:r>
        <w:rPr>
          <w:rtl/>
        </w:rPr>
        <w:t>_ك ذلت</w:t>
      </w:r>
      <w:r w:rsidR="00932AB2">
        <w:rPr>
          <w:rFonts w:hint="cs"/>
          <w:rtl/>
        </w:rPr>
        <w:t>//</w:t>
      </w:r>
      <w:r>
        <w:rPr>
          <w:rFonts w:hint="eastAsia"/>
          <w:rtl/>
        </w:rPr>
        <w:t>خرما</w:t>
      </w:r>
      <w:r>
        <w:rPr>
          <w:rtl/>
        </w:rPr>
        <w:t>:_ كى قدرو قيمت،16/ 11; _ آيات خداوند ى مي</w:t>
      </w:r>
      <w:r w:rsidR="00083993">
        <w:rPr>
          <w:rtl/>
        </w:rPr>
        <w:t xml:space="preserve">ں </w:t>
      </w:r>
      <w:r>
        <w:rPr>
          <w:rtl/>
        </w:rPr>
        <w:t>سے ، 16/ 67; _ كے محصولات، 16/ 67; ان كا تنوع، 16/ 67; _ كے فوائد، 16/ 67</w:t>
      </w:r>
      <w:r>
        <w:rPr>
          <w:rFonts w:hint="eastAsia"/>
          <w:rtl/>
        </w:rPr>
        <w:t>نيز</w:t>
      </w:r>
      <w:r>
        <w:rPr>
          <w:rtl/>
        </w:rPr>
        <w:t xml:space="preserve"> ر_ك خمر اورنحل</w:t>
      </w:r>
    </w:p>
    <w:p w:rsidR="001F628F" w:rsidRDefault="001F628F" w:rsidP="00932AB2">
      <w:pPr>
        <w:pStyle w:val="libNormal"/>
        <w:rPr>
          <w:rtl/>
        </w:rPr>
      </w:pPr>
      <w:r>
        <w:rPr>
          <w:rFonts w:hint="eastAsia"/>
          <w:rtl/>
        </w:rPr>
        <w:t>خسارت</w:t>
      </w:r>
      <w:r>
        <w:rPr>
          <w:rtl/>
        </w:rPr>
        <w:t>:</w:t>
      </w:r>
      <w:r>
        <w:rPr>
          <w:rFonts w:hint="eastAsia"/>
          <w:rtl/>
        </w:rPr>
        <w:t>ر</w:t>
      </w:r>
      <w:r>
        <w:rPr>
          <w:rtl/>
        </w:rPr>
        <w:t>_ك زيا</w:t>
      </w:r>
      <w:r w:rsidR="00083993">
        <w:rPr>
          <w:rtl/>
        </w:rPr>
        <w:t xml:space="preserve">ں </w:t>
      </w:r>
      <w:r w:rsidR="00932AB2">
        <w:rPr>
          <w:rFonts w:hint="cs"/>
          <w:rtl/>
        </w:rPr>
        <w:t>//</w:t>
      </w:r>
      <w:r>
        <w:rPr>
          <w:rFonts w:hint="eastAsia"/>
          <w:rtl/>
        </w:rPr>
        <w:t>خصومت</w:t>
      </w:r>
      <w:r>
        <w:rPr>
          <w:rtl/>
        </w:rPr>
        <w:t>:</w:t>
      </w:r>
      <w:r>
        <w:rPr>
          <w:rFonts w:hint="eastAsia"/>
          <w:rtl/>
        </w:rPr>
        <w:t>ر</w:t>
      </w:r>
      <w:r>
        <w:rPr>
          <w:rtl/>
        </w:rPr>
        <w:t>_ك دشمني</w:t>
      </w:r>
    </w:p>
    <w:p w:rsidR="001F628F" w:rsidRDefault="001F628F" w:rsidP="003E1DD3">
      <w:pPr>
        <w:pStyle w:val="libNormal"/>
        <w:rPr>
          <w:rtl/>
        </w:rPr>
      </w:pPr>
      <w:r>
        <w:rPr>
          <w:rFonts w:hint="eastAsia"/>
          <w:rtl/>
        </w:rPr>
        <w:t>خضوع</w:t>
      </w:r>
      <w:r>
        <w:rPr>
          <w:rtl/>
        </w:rPr>
        <w:t>:</w:t>
      </w:r>
      <w:r>
        <w:rPr>
          <w:rFonts w:hint="eastAsia"/>
          <w:rtl/>
        </w:rPr>
        <w:t>ر</w:t>
      </w:r>
      <w:r>
        <w:rPr>
          <w:rtl/>
        </w:rPr>
        <w:t>_ك ذكر ، سائے، موجودات اور نماز</w:t>
      </w:r>
    </w:p>
    <w:p w:rsidR="001F628F" w:rsidRDefault="001F628F" w:rsidP="003E1DD3">
      <w:pPr>
        <w:pStyle w:val="libNormal"/>
        <w:rPr>
          <w:rtl/>
        </w:rPr>
      </w:pPr>
      <w:r>
        <w:rPr>
          <w:rFonts w:hint="eastAsia"/>
          <w:rtl/>
        </w:rPr>
        <w:t>خطاء</w:t>
      </w:r>
      <w:r>
        <w:rPr>
          <w:rtl/>
        </w:rPr>
        <w:t>:_ كے اقسام، 15/ 44; _ كا انجام، 15/ 44</w:t>
      </w:r>
      <w:r>
        <w:rPr>
          <w:rFonts w:hint="eastAsia"/>
          <w:rtl/>
        </w:rPr>
        <w:t>نيز</w:t>
      </w:r>
      <w:r>
        <w:rPr>
          <w:rtl/>
        </w:rPr>
        <w:t xml:space="preserve"> ر_ك قيمت كا اندازہ اور انسان</w:t>
      </w:r>
    </w:p>
    <w:p w:rsidR="001F628F" w:rsidRDefault="001F628F" w:rsidP="003E1DD3">
      <w:pPr>
        <w:pStyle w:val="libNormal"/>
        <w:rPr>
          <w:rtl/>
        </w:rPr>
      </w:pPr>
      <w:r>
        <w:rPr>
          <w:rFonts w:hint="eastAsia"/>
          <w:rtl/>
        </w:rPr>
        <w:t>خطرہ</w:t>
      </w:r>
      <w:r>
        <w:rPr>
          <w:rtl/>
        </w:rPr>
        <w:t>:_ كا پيش خيمہ، 15/ 89</w:t>
      </w:r>
      <w:r>
        <w:rPr>
          <w:rFonts w:hint="eastAsia"/>
          <w:rtl/>
        </w:rPr>
        <w:t>نيز</w:t>
      </w:r>
      <w:r>
        <w:rPr>
          <w:rtl/>
        </w:rPr>
        <w:t xml:space="preserve"> ر_ك انسان اور عصيان</w:t>
      </w:r>
    </w:p>
    <w:p w:rsidR="001F628F" w:rsidRDefault="001F628F" w:rsidP="003E1DD3">
      <w:pPr>
        <w:pStyle w:val="libNormal"/>
        <w:rPr>
          <w:rtl/>
        </w:rPr>
      </w:pPr>
      <w:r>
        <w:rPr>
          <w:rFonts w:hint="eastAsia"/>
          <w:rtl/>
        </w:rPr>
        <w:t>خلقت</w:t>
      </w:r>
      <w:r>
        <w:rPr>
          <w:rtl/>
        </w:rPr>
        <w:t>:_ كا تداوم ، 16/ 8; خشك مٹى سے _، 15/ 26، 29</w:t>
      </w:r>
      <w:r>
        <w:rPr>
          <w:rFonts w:hint="eastAsia"/>
          <w:rtl/>
        </w:rPr>
        <w:t>نيز</w:t>
      </w:r>
      <w:r>
        <w:rPr>
          <w:rtl/>
        </w:rPr>
        <w:t xml:space="preserve"> ر_ك آدم </w:t>
      </w:r>
      <w:r w:rsidR="00367F17" w:rsidRPr="00367F17">
        <w:rPr>
          <w:rStyle w:val="libAlaemChar"/>
          <w:rtl/>
        </w:rPr>
        <w:t xml:space="preserve"> عليه‌السلام </w:t>
      </w:r>
      <w:r>
        <w:rPr>
          <w:rtl/>
        </w:rPr>
        <w:t xml:space="preserve"> ، آسمان ، كا ئنات، ابليس، گھوڑا، خچر، گدھا، انسان، تذكر، جن، چوپائے ،ذكر ، راستے ، زمين، اونٹ ، طبيعت، پہاڑ، گائے</w:t>
      </w:r>
      <w:r>
        <w:rPr>
          <w:rFonts w:hint="eastAsia"/>
          <w:rtl/>
        </w:rPr>
        <w:t>گوسفند،</w:t>
      </w:r>
      <w:r>
        <w:rPr>
          <w:rtl/>
        </w:rPr>
        <w:t xml:space="preserve"> ملائكہ، موجودات اور نہري</w:t>
      </w:r>
      <w:r w:rsidR="00083993">
        <w:rPr>
          <w:rtl/>
        </w:rPr>
        <w:t xml:space="preserve">ں </w:t>
      </w:r>
    </w:p>
    <w:p w:rsidR="001F628F" w:rsidRDefault="001F628F" w:rsidP="003E1DD3">
      <w:pPr>
        <w:pStyle w:val="libNormal"/>
        <w:rPr>
          <w:rtl/>
        </w:rPr>
      </w:pPr>
      <w:r>
        <w:rPr>
          <w:rFonts w:hint="eastAsia"/>
          <w:rtl/>
        </w:rPr>
        <w:t>خدا</w:t>
      </w:r>
      <w:r>
        <w:rPr>
          <w:rtl/>
        </w:rPr>
        <w:t xml:space="preserve"> پر افتراء باندھنے والے:16/ 64_و</w:t>
      </w:r>
      <w:r w:rsidR="00083993">
        <w:rPr>
          <w:rtl/>
        </w:rPr>
        <w:t xml:space="preserve">ں </w:t>
      </w:r>
      <w:r>
        <w:rPr>
          <w:rtl/>
        </w:rPr>
        <w:t>كى سزا، 16/ 62; _و</w:t>
      </w:r>
      <w:r w:rsidR="00083993">
        <w:rPr>
          <w:rtl/>
        </w:rPr>
        <w:t xml:space="preserve">ں </w:t>
      </w:r>
      <w:r>
        <w:rPr>
          <w:rtl/>
        </w:rPr>
        <w:t>كا مواخذہ، اس كى</w:t>
      </w:r>
    </w:p>
    <w:p w:rsidR="00932AB2" w:rsidRDefault="001E7F9D" w:rsidP="00F73EDE">
      <w:pPr>
        <w:pStyle w:val="libPoemTini"/>
        <w:rPr>
          <w:rtl/>
        </w:rPr>
      </w:pPr>
      <w:r>
        <w:rPr>
          <w:rtl/>
        </w:rPr>
        <w:br w:type="page"/>
      </w:r>
    </w:p>
    <w:p w:rsidR="001F628F" w:rsidRDefault="001F628F" w:rsidP="00932AB2">
      <w:pPr>
        <w:pStyle w:val="libNormal"/>
        <w:rPr>
          <w:rtl/>
        </w:rPr>
      </w:pPr>
      <w:r>
        <w:rPr>
          <w:rFonts w:hint="eastAsia"/>
          <w:rtl/>
        </w:rPr>
        <w:lastRenderedPageBreak/>
        <w:t>حتميت،</w:t>
      </w:r>
      <w:r>
        <w:rPr>
          <w:rtl/>
        </w:rPr>
        <w:t xml:space="preserve"> 16/ 56; _و</w:t>
      </w:r>
      <w:r w:rsidR="00083993">
        <w:rPr>
          <w:rtl/>
        </w:rPr>
        <w:t xml:space="preserve">ں </w:t>
      </w:r>
      <w:r>
        <w:rPr>
          <w:rtl/>
        </w:rPr>
        <w:t>كى محروميت، 16/ 116; _جہنم مي</w:t>
      </w:r>
      <w:r w:rsidR="00083993">
        <w:rPr>
          <w:rtl/>
        </w:rPr>
        <w:t xml:space="preserve">ں </w:t>
      </w:r>
      <w:r>
        <w:rPr>
          <w:rtl/>
        </w:rPr>
        <w:t>، 16/ 62</w:t>
      </w:r>
    </w:p>
    <w:p w:rsidR="001F628F" w:rsidRDefault="001F628F" w:rsidP="00716DE0">
      <w:pPr>
        <w:pStyle w:val="libNormal"/>
        <w:rPr>
          <w:rtl/>
        </w:rPr>
      </w:pPr>
      <w:r>
        <w:rPr>
          <w:rFonts w:hint="eastAsia"/>
          <w:rtl/>
        </w:rPr>
        <w:t>خدا</w:t>
      </w:r>
      <w:r>
        <w:rPr>
          <w:rtl/>
        </w:rPr>
        <w:t xml:space="preserve"> كى حمايتي</w:t>
      </w:r>
      <w:r w:rsidR="00083993">
        <w:rPr>
          <w:rtl/>
        </w:rPr>
        <w:t xml:space="preserve">ں </w:t>
      </w:r>
      <w:r>
        <w:rPr>
          <w:rtl/>
        </w:rPr>
        <w:t>:_و</w:t>
      </w:r>
      <w:r w:rsidR="00083993">
        <w:rPr>
          <w:rtl/>
        </w:rPr>
        <w:t xml:space="preserve">ں </w:t>
      </w:r>
      <w:r>
        <w:rPr>
          <w:rtl/>
        </w:rPr>
        <w:t>كے شامل حال افراد، 15/95، 16/128</w:t>
      </w:r>
    </w:p>
    <w:p w:rsidR="001F628F" w:rsidRDefault="001F628F" w:rsidP="00716DE0">
      <w:pPr>
        <w:pStyle w:val="libNormal"/>
        <w:rPr>
          <w:rtl/>
        </w:rPr>
      </w:pPr>
      <w:r>
        <w:rPr>
          <w:rFonts w:hint="eastAsia"/>
          <w:rtl/>
        </w:rPr>
        <w:t>خوف</w:t>
      </w:r>
      <w:r>
        <w:rPr>
          <w:rtl/>
        </w:rPr>
        <w:t>:</w:t>
      </w:r>
      <w:r>
        <w:rPr>
          <w:rFonts w:hint="eastAsia"/>
          <w:rtl/>
        </w:rPr>
        <w:t>اخروى</w:t>
      </w:r>
      <w:r>
        <w:rPr>
          <w:rtl/>
        </w:rPr>
        <w:t xml:space="preserve"> _،اس كے مراتب، 14/43; </w:t>
      </w:r>
      <w:r w:rsidR="003D0BA1">
        <w:rPr>
          <w:rtl/>
        </w:rPr>
        <w:t>انبياء</w:t>
      </w:r>
      <w:r>
        <w:rPr>
          <w:rtl/>
        </w:rPr>
        <w:t>،كى تعليمات مي</w:t>
      </w:r>
      <w:r w:rsidR="00083993">
        <w:rPr>
          <w:rtl/>
        </w:rPr>
        <w:t xml:space="preserve">ں </w:t>
      </w:r>
      <w:r>
        <w:rPr>
          <w:rtl/>
        </w:rPr>
        <w:t>سے _14/13،خدا كے حساب و كتاب سے _، 14/14،اس كى قدر و قيمت، 14/14;اس كى تشويق ، 14/14; خدا سے _، 16/50،51;اس كے آثار، 14/14،16/50; اس كا پيش خيمہ، 16/2; اس كے عوامل ، 16/52، 53; ربوبيت خداوند سے _،16/50; غير خدا كا _، اس كى مذمت 16/52; اس كى حيرانگى ، 16/52; خدا كى قہاريت سے _، 16/50; باطل معبودو</w:t>
      </w:r>
      <w:r w:rsidR="00083993">
        <w:rPr>
          <w:rtl/>
        </w:rPr>
        <w:t xml:space="preserve">ں </w:t>
      </w:r>
      <w:r>
        <w:rPr>
          <w:rtl/>
        </w:rPr>
        <w:t>سے _، 16/51; خدا كے عذاب كے وعدو</w:t>
      </w:r>
      <w:r w:rsidR="00083993">
        <w:rPr>
          <w:rtl/>
        </w:rPr>
        <w:t xml:space="preserve">ں </w:t>
      </w:r>
      <w:r>
        <w:rPr>
          <w:rtl/>
        </w:rPr>
        <w:t>سے _،14/14; اس كى قدر و قيمت، 14/14; اس كى تشويق، 14/14; _اور اميدوارى ،16/48; _ كا سبب ،اس كى اہميت، 15/50</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گذشتہ اقوام، </w:t>
      </w:r>
      <w:r w:rsidR="003D0BA1">
        <w:rPr>
          <w:rtl/>
        </w:rPr>
        <w:t>انبياء</w:t>
      </w:r>
      <w:r>
        <w:rPr>
          <w:rtl/>
        </w:rPr>
        <w:t>، بدكار افراد، ظالمين، عذاب ، قيامت، كفار ، حضرت محمد</w:t>
      </w:r>
      <w:r w:rsidR="00F031CD" w:rsidRPr="00F031CD">
        <w:rPr>
          <w:rStyle w:val="libAlaemChar"/>
          <w:rtl/>
        </w:rPr>
        <w:t xml:space="preserve"> صلى‌الله‌عليه‌وآله‌وسلم </w:t>
      </w:r>
      <w:r>
        <w:rPr>
          <w:rtl/>
        </w:rPr>
        <w:t xml:space="preserve"> ، مشركين اور ملائكہ</w:t>
      </w:r>
    </w:p>
    <w:p w:rsidR="001F628F" w:rsidRDefault="001F628F" w:rsidP="00716DE0">
      <w:pPr>
        <w:pStyle w:val="libNormal"/>
        <w:rPr>
          <w:rtl/>
        </w:rPr>
      </w:pPr>
      <w:r>
        <w:rPr>
          <w:rFonts w:hint="eastAsia"/>
          <w:rtl/>
        </w:rPr>
        <w:t>خچر</w:t>
      </w:r>
      <w:r>
        <w:rPr>
          <w:rtl/>
        </w:rPr>
        <w:t>:</w:t>
      </w:r>
      <w:r>
        <w:rPr>
          <w:rFonts w:hint="eastAsia"/>
          <w:rtl/>
        </w:rPr>
        <w:t>سے</w:t>
      </w:r>
      <w:r>
        <w:rPr>
          <w:rtl/>
        </w:rPr>
        <w:t xml:space="preserve"> استفادہ ،16/8;_ كا خالق،16/ 8; _كى خلقت ،اس كا فلسفہ، 16/8; _كا زينت ہونا، 16/8; _كى سواري، 16/ 8; _كا صدراسلام مي</w:t>
      </w:r>
      <w:r w:rsidR="00083993">
        <w:rPr>
          <w:rtl/>
        </w:rPr>
        <w:t xml:space="preserve">ں </w:t>
      </w:r>
      <w:r>
        <w:rPr>
          <w:rtl/>
        </w:rPr>
        <w:t>گوشت ،اس كا كھانا،16/8</w:t>
      </w:r>
    </w:p>
    <w:p w:rsidR="001F628F" w:rsidRDefault="001F628F" w:rsidP="00716DE0">
      <w:pPr>
        <w:pStyle w:val="libNormal"/>
        <w:rPr>
          <w:rtl/>
        </w:rPr>
      </w:pPr>
      <w:r>
        <w:rPr>
          <w:rFonts w:hint="eastAsia"/>
          <w:rtl/>
        </w:rPr>
        <w:t>خود</w:t>
      </w:r>
      <w:r>
        <w:rPr>
          <w:rtl/>
        </w:rPr>
        <w:t>:_سے دفاع ، اس كى اہميت، 15/ 69; قيامت كے دن دفاع، 16/ 111; _ كو نقصان پہنچانا، 14/8، 16/ 94; _ پر ظلم، 14/ 34; 16/ 28، 29، 32،33، 34، 119;اس كے آثار ، 14/ 45; اس كے موارد، 14/ 45; اس كى نشانيا</w:t>
      </w:r>
      <w:r w:rsidR="00083993">
        <w:rPr>
          <w:rtl/>
        </w:rPr>
        <w:t xml:space="preserve">ں </w:t>
      </w:r>
      <w:r>
        <w:rPr>
          <w:rtl/>
        </w:rPr>
        <w:t>، 16/ 34; _ سے دھوكا ، 16/ 26</w:t>
      </w:r>
    </w:p>
    <w:p w:rsidR="001F628F" w:rsidRDefault="001F628F" w:rsidP="00716DE0">
      <w:pPr>
        <w:pStyle w:val="libNormal"/>
        <w:rPr>
          <w:rtl/>
        </w:rPr>
      </w:pPr>
      <w:r>
        <w:rPr>
          <w:rFonts w:hint="eastAsia"/>
          <w:rtl/>
        </w:rPr>
        <w:t>خود</w:t>
      </w:r>
      <w:r>
        <w:rPr>
          <w:rtl/>
        </w:rPr>
        <w:t xml:space="preserve"> كو برتر خيال كرنا:</w:t>
      </w:r>
      <w:r>
        <w:rPr>
          <w:rFonts w:hint="eastAsia"/>
          <w:rtl/>
        </w:rPr>
        <w:t>ر</w:t>
      </w:r>
      <w:r>
        <w:rPr>
          <w:rtl/>
        </w:rPr>
        <w:t>_ك تكبر</w:t>
      </w:r>
    </w:p>
    <w:p w:rsidR="001F628F" w:rsidRDefault="001F628F" w:rsidP="00716DE0">
      <w:pPr>
        <w:pStyle w:val="libNormal"/>
        <w:rPr>
          <w:rtl/>
        </w:rPr>
      </w:pPr>
      <w:r>
        <w:rPr>
          <w:rFonts w:hint="eastAsia"/>
          <w:rtl/>
        </w:rPr>
        <w:t>خود</w:t>
      </w:r>
      <w:r>
        <w:rPr>
          <w:rtl/>
        </w:rPr>
        <w:t xml:space="preserve"> پسنديدي:</w:t>
      </w:r>
      <w:r>
        <w:rPr>
          <w:rFonts w:hint="eastAsia"/>
          <w:rtl/>
        </w:rPr>
        <w:t>ر</w:t>
      </w:r>
      <w:r>
        <w:rPr>
          <w:rtl/>
        </w:rPr>
        <w:t>_ك تكبر اور خود پسندي</w:t>
      </w:r>
    </w:p>
    <w:p w:rsidR="001F628F" w:rsidRDefault="001F628F" w:rsidP="00716DE0">
      <w:pPr>
        <w:pStyle w:val="libNormal"/>
        <w:rPr>
          <w:rtl/>
        </w:rPr>
      </w:pPr>
      <w:r>
        <w:rPr>
          <w:rFonts w:hint="eastAsia"/>
          <w:rtl/>
        </w:rPr>
        <w:t>خود</w:t>
      </w:r>
      <w:r>
        <w:rPr>
          <w:rtl/>
        </w:rPr>
        <w:t xml:space="preserve"> سازي:</w:t>
      </w:r>
      <w:r>
        <w:rPr>
          <w:rFonts w:hint="eastAsia"/>
          <w:rtl/>
        </w:rPr>
        <w:t>ر</w:t>
      </w:r>
      <w:r>
        <w:rPr>
          <w:rtl/>
        </w:rPr>
        <w:t>_ك تزكيہ</w:t>
      </w:r>
    </w:p>
    <w:p w:rsidR="001F628F" w:rsidRDefault="001F628F" w:rsidP="00716DE0">
      <w:pPr>
        <w:pStyle w:val="libNormal"/>
        <w:rPr>
          <w:rtl/>
        </w:rPr>
      </w:pPr>
      <w:r>
        <w:rPr>
          <w:rFonts w:hint="eastAsia"/>
          <w:rtl/>
        </w:rPr>
        <w:t>خوردو</w:t>
      </w:r>
      <w:r>
        <w:rPr>
          <w:rtl/>
        </w:rPr>
        <w:t xml:space="preserve"> نوش كى اشيائ:_ كے احكام ، 16/114، 115;بہترين، 16/67; _كى حليّت اس كے شرائط ، 16/ 114; حرام _، 16/ 115،118;_حلال_سالم، مباح _،16/14</w:t>
      </w:r>
    </w:p>
    <w:p w:rsidR="001F628F" w:rsidRDefault="001F628F" w:rsidP="00716DE0">
      <w:pPr>
        <w:pStyle w:val="libNormal"/>
        <w:rPr>
          <w:rtl/>
        </w:rPr>
      </w:pPr>
      <w:r>
        <w:rPr>
          <w:rFonts w:hint="eastAsia"/>
          <w:rtl/>
        </w:rPr>
        <w:t>خوشبختي</w:t>
      </w:r>
      <w:r>
        <w:rPr>
          <w:rtl/>
        </w:rPr>
        <w:t>:</w:t>
      </w:r>
      <w:r>
        <w:rPr>
          <w:rFonts w:hint="eastAsia"/>
          <w:rtl/>
        </w:rPr>
        <w:t>ر</w:t>
      </w:r>
      <w:r>
        <w:rPr>
          <w:rtl/>
        </w:rPr>
        <w:t>_ك سعادت</w:t>
      </w:r>
    </w:p>
    <w:p w:rsidR="001F628F" w:rsidRDefault="001F628F" w:rsidP="00716DE0">
      <w:pPr>
        <w:pStyle w:val="libNormal"/>
        <w:rPr>
          <w:rtl/>
        </w:rPr>
      </w:pPr>
      <w:r>
        <w:rPr>
          <w:rFonts w:hint="eastAsia"/>
          <w:rtl/>
        </w:rPr>
        <w:t>خوف</w:t>
      </w:r>
      <w:r>
        <w:rPr>
          <w:rtl/>
        </w:rPr>
        <w:t xml:space="preserve"> :</w:t>
      </w:r>
      <w:r>
        <w:rPr>
          <w:rFonts w:hint="eastAsia"/>
          <w:rtl/>
        </w:rPr>
        <w:t>ر</w:t>
      </w:r>
      <w:r>
        <w:rPr>
          <w:rtl/>
        </w:rPr>
        <w:t>_ك خوف</w:t>
      </w:r>
    </w:p>
    <w:p w:rsidR="001F628F" w:rsidRDefault="001F628F" w:rsidP="00716DE0">
      <w:pPr>
        <w:pStyle w:val="libNormal"/>
        <w:rPr>
          <w:rtl/>
        </w:rPr>
      </w:pPr>
      <w:r>
        <w:rPr>
          <w:rFonts w:hint="eastAsia"/>
          <w:rtl/>
        </w:rPr>
        <w:t>خون</w:t>
      </w:r>
      <w:r>
        <w:rPr>
          <w:rtl/>
        </w:rPr>
        <w:t>:_ كى حرمت، 16/115</w:t>
      </w:r>
    </w:p>
    <w:p w:rsidR="00716DE0" w:rsidRDefault="001E7F9D" w:rsidP="00F73EDE">
      <w:pPr>
        <w:pStyle w:val="libPoemTini"/>
        <w:rPr>
          <w:rtl/>
        </w:rPr>
      </w:pPr>
      <w:r>
        <w:rPr>
          <w:rtl/>
        </w:rPr>
        <w:br w:type="page"/>
      </w:r>
    </w:p>
    <w:p w:rsidR="00716DE0" w:rsidRDefault="00716DE0" w:rsidP="00716DE0">
      <w:pPr>
        <w:pStyle w:val="Heading2Center"/>
        <w:rPr>
          <w:rtl/>
        </w:rPr>
      </w:pPr>
      <w:bookmarkStart w:id="290" w:name="_Toc28081968"/>
      <w:r>
        <w:rPr>
          <w:rFonts w:hint="eastAsia"/>
          <w:rtl/>
        </w:rPr>
        <w:lastRenderedPageBreak/>
        <w:t>اشاريے</w:t>
      </w:r>
      <w:r>
        <w:rPr>
          <w:rtl/>
        </w:rPr>
        <w:t xml:space="preserve"> (3)</w:t>
      </w:r>
      <w:bookmarkEnd w:id="290"/>
    </w:p>
    <w:p w:rsidR="001F628F" w:rsidRDefault="001F628F" w:rsidP="00716DE0">
      <w:pPr>
        <w:pStyle w:val="libNormal"/>
        <w:rPr>
          <w:rtl/>
        </w:rPr>
      </w:pPr>
      <w:r>
        <w:rPr>
          <w:rFonts w:hint="eastAsia"/>
          <w:rtl/>
        </w:rPr>
        <w:t>خيانت</w:t>
      </w:r>
      <w:r>
        <w:rPr>
          <w:rtl/>
        </w:rPr>
        <w:t xml:space="preserve"> :</w:t>
      </w:r>
      <w:r>
        <w:rPr>
          <w:rFonts w:hint="eastAsia"/>
          <w:rtl/>
        </w:rPr>
        <w:t>خدا</w:t>
      </w:r>
      <w:r>
        <w:rPr>
          <w:rtl/>
        </w:rPr>
        <w:t xml:space="preserve"> كے ساتھ _، 16/ 91</w:t>
      </w:r>
      <w:r>
        <w:rPr>
          <w:rFonts w:hint="eastAsia"/>
          <w:rtl/>
        </w:rPr>
        <w:t>نيز</w:t>
      </w:r>
      <w:r>
        <w:rPr>
          <w:rtl/>
        </w:rPr>
        <w:t xml:space="preserve"> ر_ك خد</w:t>
      </w:r>
    </w:p>
    <w:p w:rsidR="001F628F" w:rsidRDefault="001F628F" w:rsidP="00716DE0">
      <w:pPr>
        <w:pStyle w:val="libNormal"/>
        <w:rPr>
          <w:rtl/>
        </w:rPr>
      </w:pPr>
      <w:r>
        <w:rPr>
          <w:rFonts w:hint="eastAsia"/>
          <w:rtl/>
        </w:rPr>
        <w:t>خير</w:t>
      </w:r>
      <w:r>
        <w:rPr>
          <w:rtl/>
        </w:rPr>
        <w:t xml:space="preserve"> :_ كا سرچشمہ، 16/ 76</w:t>
      </w:r>
    </w:p>
    <w:p w:rsidR="001F628F" w:rsidRDefault="001F628F" w:rsidP="00716DE0">
      <w:pPr>
        <w:pStyle w:val="libNormal"/>
        <w:rPr>
          <w:rtl/>
        </w:rPr>
      </w:pPr>
      <w:r>
        <w:rPr>
          <w:rFonts w:hint="eastAsia"/>
          <w:rtl/>
        </w:rPr>
        <w:t>خير</w:t>
      </w:r>
      <w:r>
        <w:rPr>
          <w:rtl/>
        </w:rPr>
        <w:t xml:space="preserve"> خواہي:_ كى تاثير، اس كے موانع، 15/ 72</w:t>
      </w:r>
    </w:p>
    <w:p w:rsidR="001F628F" w:rsidRDefault="001F628F" w:rsidP="00716DE0">
      <w:pPr>
        <w:pStyle w:val="Heading2Center"/>
        <w:rPr>
          <w:rtl/>
        </w:rPr>
      </w:pPr>
      <w:bookmarkStart w:id="291" w:name="_Toc28081969"/>
      <w:r>
        <w:rPr>
          <w:rtl/>
        </w:rPr>
        <w:t>''د''</w:t>
      </w:r>
      <w:bookmarkEnd w:id="291"/>
    </w:p>
    <w:p w:rsidR="001F628F" w:rsidRDefault="001F628F" w:rsidP="00716DE0">
      <w:pPr>
        <w:pStyle w:val="libNormal"/>
        <w:rPr>
          <w:rtl/>
        </w:rPr>
      </w:pPr>
      <w:r>
        <w:rPr>
          <w:rFonts w:hint="eastAsia"/>
          <w:rtl/>
        </w:rPr>
        <w:t>دار</w:t>
      </w:r>
      <w:r>
        <w:rPr>
          <w:rtl/>
        </w:rPr>
        <w:t xml:space="preserve"> الكفر:</w:t>
      </w:r>
      <w:r>
        <w:rPr>
          <w:rFonts w:hint="eastAsia"/>
          <w:rtl/>
        </w:rPr>
        <w:t>ر</w:t>
      </w:r>
      <w:r>
        <w:rPr>
          <w:rtl/>
        </w:rPr>
        <w:t>_ك ہجرت</w:t>
      </w:r>
    </w:p>
    <w:p w:rsidR="001F628F" w:rsidRDefault="001F628F" w:rsidP="00716DE0">
      <w:pPr>
        <w:pStyle w:val="libNormal"/>
        <w:rPr>
          <w:rtl/>
        </w:rPr>
      </w:pPr>
      <w:r>
        <w:rPr>
          <w:rFonts w:hint="eastAsia"/>
          <w:rtl/>
        </w:rPr>
        <w:t>داماد</w:t>
      </w:r>
      <w:r>
        <w:rPr>
          <w:rtl/>
        </w:rPr>
        <w:t>:_ كى رشتہ دارى ، 16/ 72</w:t>
      </w:r>
    </w:p>
    <w:p w:rsidR="001F628F" w:rsidRDefault="001F628F" w:rsidP="00716DE0">
      <w:pPr>
        <w:pStyle w:val="libNormal"/>
        <w:rPr>
          <w:rtl/>
        </w:rPr>
      </w:pPr>
      <w:r>
        <w:rPr>
          <w:rFonts w:hint="eastAsia"/>
          <w:rtl/>
        </w:rPr>
        <w:t>درخت</w:t>
      </w:r>
      <w:r>
        <w:rPr>
          <w:rtl/>
        </w:rPr>
        <w:t>:_و</w:t>
      </w:r>
      <w:r w:rsidR="00083993">
        <w:rPr>
          <w:rtl/>
        </w:rPr>
        <w:t xml:space="preserve">ں </w:t>
      </w:r>
      <w:r>
        <w:rPr>
          <w:rtl/>
        </w:rPr>
        <w:t>سے استفادہ ، 16/ 11; اس كے عوامل، 15/ 22; _و</w:t>
      </w:r>
      <w:r w:rsidR="00083993">
        <w:rPr>
          <w:rtl/>
        </w:rPr>
        <w:t xml:space="preserve">ں </w:t>
      </w:r>
      <w:r>
        <w:rPr>
          <w:rtl/>
        </w:rPr>
        <w:t>كى زوجيت، 15/ 22; _و</w:t>
      </w:r>
      <w:r w:rsidR="00083993">
        <w:rPr>
          <w:rtl/>
        </w:rPr>
        <w:t xml:space="preserve">ں </w:t>
      </w:r>
      <w:r>
        <w:rPr>
          <w:rtl/>
        </w:rPr>
        <w:t>كا گنا، اس كے عوامل، 16/11; اس كا فلسفہ، 16/11</w:t>
      </w:r>
      <w:r>
        <w:rPr>
          <w:rFonts w:hint="eastAsia"/>
          <w:rtl/>
        </w:rPr>
        <w:t>نيز</w:t>
      </w:r>
      <w:r>
        <w:rPr>
          <w:rtl/>
        </w:rPr>
        <w:t xml:space="preserve"> ر_ك انگور، بہشت ، زيتون، منزل سازي، قرآنى مثالي</w:t>
      </w:r>
      <w:r w:rsidR="00083993">
        <w:rPr>
          <w:rtl/>
        </w:rPr>
        <w:t xml:space="preserve">ں </w:t>
      </w:r>
      <w:r>
        <w:rPr>
          <w:rtl/>
        </w:rPr>
        <w:t>اور نخل</w:t>
      </w:r>
    </w:p>
    <w:p w:rsidR="001F628F" w:rsidRDefault="001F628F" w:rsidP="00716DE0">
      <w:pPr>
        <w:pStyle w:val="libNormal"/>
        <w:rPr>
          <w:rtl/>
        </w:rPr>
      </w:pPr>
      <w:r>
        <w:rPr>
          <w:rFonts w:hint="eastAsia"/>
          <w:rtl/>
        </w:rPr>
        <w:t>دشمن</w:t>
      </w:r>
      <w:r>
        <w:rPr>
          <w:rtl/>
        </w:rPr>
        <w:t>:_و</w:t>
      </w:r>
      <w:r w:rsidR="00083993">
        <w:rPr>
          <w:rtl/>
        </w:rPr>
        <w:t xml:space="preserve">ں </w:t>
      </w:r>
      <w:r>
        <w:rPr>
          <w:rtl/>
        </w:rPr>
        <w:t>كى ازيتي</w:t>
      </w:r>
      <w:r w:rsidR="00083993">
        <w:rPr>
          <w:rtl/>
        </w:rPr>
        <w:t xml:space="preserve">ں </w:t>
      </w:r>
      <w:r>
        <w:rPr>
          <w:rtl/>
        </w:rPr>
        <w:t>، 15/ 86; اس كا پيش خيمہ، 16/ 126; اس پرصبر ، 16/ 126، 127; _و</w:t>
      </w:r>
      <w:r w:rsidR="00083993">
        <w:rPr>
          <w:rtl/>
        </w:rPr>
        <w:t xml:space="preserve">ں </w:t>
      </w:r>
      <w:r>
        <w:rPr>
          <w:rtl/>
        </w:rPr>
        <w:t>كا استہزاء ، 15/ 97; _و</w:t>
      </w:r>
      <w:r w:rsidR="00083993">
        <w:rPr>
          <w:rtl/>
        </w:rPr>
        <w:t xml:space="preserve">ں </w:t>
      </w:r>
      <w:r>
        <w:rPr>
          <w:rtl/>
        </w:rPr>
        <w:t>سے انتقام، 16/ 128; _و</w:t>
      </w:r>
      <w:r w:rsidR="00083993">
        <w:rPr>
          <w:rtl/>
        </w:rPr>
        <w:t xml:space="preserve">ں </w:t>
      </w:r>
      <w:r>
        <w:rPr>
          <w:rtl/>
        </w:rPr>
        <w:t>سے برتاؤ، اس كا طريقہ، 16/127; _و</w:t>
      </w:r>
      <w:r w:rsidR="00083993">
        <w:rPr>
          <w:rtl/>
        </w:rPr>
        <w:t xml:space="preserve">ں </w:t>
      </w:r>
      <w:r>
        <w:rPr>
          <w:rtl/>
        </w:rPr>
        <w:t>كے شكنجے، ان پر صبر، 16/ 110;_و</w:t>
      </w:r>
      <w:r w:rsidR="00083993">
        <w:rPr>
          <w:rtl/>
        </w:rPr>
        <w:t xml:space="preserve">ں </w:t>
      </w:r>
      <w:r>
        <w:rPr>
          <w:rtl/>
        </w:rPr>
        <w:t>كو عفو، 15/86، 16/126 ، 128; اس كى اہميت، 15/ 85; اس كا پيش خي</w:t>
      </w:r>
      <w:r>
        <w:rPr>
          <w:rFonts w:hint="eastAsia"/>
          <w:rtl/>
        </w:rPr>
        <w:t>مہ،</w:t>
      </w:r>
      <w:r>
        <w:rPr>
          <w:rtl/>
        </w:rPr>
        <w:t xml:space="preserve"> 15/85; _و</w:t>
      </w:r>
      <w:r w:rsidR="00083993">
        <w:rPr>
          <w:rtl/>
        </w:rPr>
        <w:t xml:space="preserve">ں </w:t>
      </w:r>
      <w:r>
        <w:rPr>
          <w:rtl/>
        </w:rPr>
        <w:t>سے ان جيسا مقابلہ، 16/126</w:t>
      </w:r>
    </w:p>
    <w:p w:rsidR="001F628F" w:rsidRDefault="001F628F" w:rsidP="001F628F">
      <w:pPr>
        <w:pStyle w:val="libNormal"/>
        <w:rPr>
          <w:rtl/>
        </w:rPr>
      </w:pPr>
      <w:r>
        <w:rPr>
          <w:rFonts w:hint="eastAsia"/>
          <w:rtl/>
        </w:rPr>
        <w:t>نيزر</w:t>
      </w:r>
      <w:r>
        <w:rPr>
          <w:rtl/>
        </w:rPr>
        <w:t xml:space="preserve">_ك اسلام، </w:t>
      </w:r>
      <w:r w:rsidR="003D0BA1">
        <w:rPr>
          <w:rtl/>
        </w:rPr>
        <w:t>انبياء</w:t>
      </w:r>
      <w:r>
        <w:rPr>
          <w:rtl/>
        </w:rPr>
        <w:t xml:space="preserve">، خداوند عالم، دشمنى ، دين ، دينى </w:t>
      </w:r>
      <w:r w:rsidR="005E05E0">
        <w:rPr>
          <w:rtl/>
        </w:rPr>
        <w:t>علماء</w:t>
      </w:r>
      <w:r>
        <w:rPr>
          <w:rtl/>
        </w:rPr>
        <w:t xml:space="preserve">، قرآن، كتب آسماني، محمد </w:t>
      </w:r>
      <w:r w:rsidR="00F031CD" w:rsidRPr="00F031CD">
        <w:rPr>
          <w:rStyle w:val="libAlaemChar"/>
          <w:rtl/>
        </w:rPr>
        <w:t xml:space="preserve"> صلى‌الله‌عليه‌وآله‌وسلم </w:t>
      </w:r>
      <w:r>
        <w:rPr>
          <w:rtl/>
        </w:rPr>
        <w:t xml:space="preserve"> اور موحّد ين</w:t>
      </w:r>
    </w:p>
    <w:p w:rsidR="001F628F" w:rsidRDefault="001F628F" w:rsidP="00716DE0">
      <w:pPr>
        <w:pStyle w:val="libNormal"/>
        <w:rPr>
          <w:rtl/>
        </w:rPr>
      </w:pPr>
      <w:r>
        <w:rPr>
          <w:rFonts w:hint="eastAsia"/>
          <w:rtl/>
        </w:rPr>
        <w:t>دشمني</w:t>
      </w:r>
      <w:r>
        <w:rPr>
          <w:rtl/>
        </w:rPr>
        <w:t>:_كا مقام، 15/47; _ كى برطرفى ، اس كا سبب، 15/ 47; _كى مذمت، 16/4</w:t>
      </w:r>
      <w:r>
        <w:rPr>
          <w:rFonts w:hint="eastAsia"/>
          <w:rtl/>
        </w:rPr>
        <w:t>نيز</w:t>
      </w:r>
      <w:r>
        <w:rPr>
          <w:rtl/>
        </w:rPr>
        <w:t xml:space="preserve"> ر_ك گذشتہ اقوام ، انسان، دشمن، شيطان، قريش، كفار، متقين اور مشركين</w:t>
      </w:r>
    </w:p>
    <w:p w:rsidR="001F628F" w:rsidRDefault="001F628F" w:rsidP="00716DE0">
      <w:pPr>
        <w:pStyle w:val="libNormal"/>
        <w:rPr>
          <w:rtl/>
        </w:rPr>
      </w:pPr>
      <w:r>
        <w:rPr>
          <w:rFonts w:hint="eastAsia"/>
          <w:rtl/>
        </w:rPr>
        <w:t>دعا</w:t>
      </w:r>
      <w:r>
        <w:rPr>
          <w:rtl/>
        </w:rPr>
        <w:t>:_كے آثار، 14/ 37، 39;_ كے آداب، 14/ 35، 38، 39، 40، 41، 15/ 36،37; _ كى اجابت، 16/ 54; اس كے عوامل ، 14/ 40; اس كے موانع، 14/ 34; _قبول كرنے والا، 14/39; _ كى استجابت، 14/40;_ مي</w:t>
      </w:r>
      <w:r w:rsidR="00083993">
        <w:rPr>
          <w:rtl/>
        </w:rPr>
        <w:t xml:space="preserve">ں </w:t>
      </w:r>
      <w:r>
        <w:rPr>
          <w:rtl/>
        </w:rPr>
        <w:t>اسماء و صفات ، 14/ 38; _ مي</w:t>
      </w:r>
      <w:r w:rsidR="00083993">
        <w:rPr>
          <w:rtl/>
        </w:rPr>
        <w:t xml:space="preserve">ں </w:t>
      </w:r>
      <w:r>
        <w:rPr>
          <w:rtl/>
        </w:rPr>
        <w:t>تضرّع، 14/ 37; دوسرو</w:t>
      </w:r>
      <w:r w:rsidR="00083993">
        <w:rPr>
          <w:rtl/>
        </w:rPr>
        <w:t xml:space="preserve">ں </w:t>
      </w:r>
      <w:r>
        <w:rPr>
          <w:rtl/>
        </w:rPr>
        <w:t>كيلئے _، 14/ 41; اس كى قد</w:t>
      </w:r>
      <w:r>
        <w:rPr>
          <w:rFonts w:hint="eastAsia"/>
          <w:rtl/>
        </w:rPr>
        <w:t>ر</w:t>
      </w:r>
      <w:r>
        <w:rPr>
          <w:rtl/>
        </w:rPr>
        <w:t xml:space="preserve"> وقيمت، 14/ 41; ربوبيت خدا مي</w:t>
      </w:r>
      <w:r w:rsidR="00083993">
        <w:rPr>
          <w:rtl/>
        </w:rPr>
        <w:t xml:space="preserve">ں </w:t>
      </w:r>
      <w:r>
        <w:rPr>
          <w:rtl/>
        </w:rPr>
        <w:t>_ 15/ 36; _ كا فلسفہ ، 14/ 39</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ابليس، </w:t>
      </w:r>
      <w:r w:rsidR="003D0BA1">
        <w:rPr>
          <w:rtl/>
        </w:rPr>
        <w:t>انبياء</w:t>
      </w:r>
      <w:r>
        <w:rPr>
          <w:rtl/>
        </w:rPr>
        <w:t>، تذكر، سختى ،فرزند، نعمت اور مردودان خد</w:t>
      </w:r>
    </w:p>
    <w:p w:rsidR="001F628F" w:rsidRDefault="001F628F" w:rsidP="00716DE0">
      <w:pPr>
        <w:pStyle w:val="libNormal"/>
        <w:rPr>
          <w:rtl/>
        </w:rPr>
      </w:pPr>
      <w:r>
        <w:rPr>
          <w:rFonts w:hint="eastAsia"/>
          <w:rtl/>
        </w:rPr>
        <w:t>دعوت</w:t>
      </w:r>
      <w:r>
        <w:rPr>
          <w:rtl/>
        </w:rPr>
        <w:t>:_مي</w:t>
      </w:r>
      <w:r w:rsidR="00083993">
        <w:rPr>
          <w:rtl/>
        </w:rPr>
        <w:t xml:space="preserve">ں </w:t>
      </w:r>
      <w:r>
        <w:rPr>
          <w:rtl/>
        </w:rPr>
        <w:t>برہان، 16/ 125; حكمت مي</w:t>
      </w:r>
      <w:r w:rsidR="00083993">
        <w:rPr>
          <w:rtl/>
        </w:rPr>
        <w:t xml:space="preserve">ں </w:t>
      </w:r>
      <w:r>
        <w:rPr>
          <w:rtl/>
        </w:rPr>
        <w:t>_، 16/ 125; _ كا طريقہ ، 16/ 125; _ مي</w:t>
      </w:r>
      <w:r w:rsidR="00083993">
        <w:rPr>
          <w:rtl/>
        </w:rPr>
        <w:t xml:space="preserve">ں </w:t>
      </w:r>
      <w:r>
        <w:rPr>
          <w:rtl/>
        </w:rPr>
        <w:t>وعظ و نصيحت 16/ 125</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جائے</w:t>
      </w:r>
    </w:p>
    <w:p w:rsidR="00716DE0" w:rsidRDefault="00716DE0" w:rsidP="00716DE0">
      <w:pPr>
        <w:pStyle w:val="libNormal"/>
        <w:rPr>
          <w:rtl/>
        </w:rPr>
      </w:pPr>
      <w:r>
        <w:rPr>
          <w:rFonts w:hint="eastAsia"/>
          <w:rtl/>
        </w:rPr>
        <w:t>دفاع</w:t>
      </w:r>
      <w:r>
        <w:rPr>
          <w:rtl/>
        </w:rPr>
        <w:t>:</w:t>
      </w:r>
      <w:r>
        <w:rPr>
          <w:rFonts w:hint="eastAsia"/>
          <w:rtl/>
        </w:rPr>
        <w:t>ر</w:t>
      </w:r>
      <w:r>
        <w:rPr>
          <w:rtl/>
        </w:rPr>
        <w:t>_ك خود ، قيامت اور مہمان</w:t>
      </w:r>
    </w:p>
    <w:p w:rsidR="00716DE0" w:rsidRDefault="001E7F9D" w:rsidP="00F73EDE">
      <w:pPr>
        <w:pStyle w:val="libPoemTini"/>
        <w:rPr>
          <w:rtl/>
        </w:rPr>
      </w:pPr>
      <w:r>
        <w:rPr>
          <w:rtl/>
        </w:rPr>
        <w:br w:type="page"/>
      </w:r>
    </w:p>
    <w:p w:rsidR="001F628F" w:rsidRDefault="001F628F" w:rsidP="00716DE0">
      <w:pPr>
        <w:pStyle w:val="libNormal"/>
        <w:rPr>
          <w:rtl/>
        </w:rPr>
      </w:pPr>
      <w:r>
        <w:rPr>
          <w:rFonts w:hint="eastAsia"/>
          <w:rtl/>
        </w:rPr>
        <w:lastRenderedPageBreak/>
        <w:t>دلائل</w:t>
      </w:r>
      <w:r>
        <w:rPr>
          <w:rtl/>
        </w:rPr>
        <w:t>:</w:t>
      </w:r>
      <w:r>
        <w:rPr>
          <w:rFonts w:hint="eastAsia"/>
          <w:rtl/>
        </w:rPr>
        <w:t>ر</w:t>
      </w:r>
      <w:r>
        <w:rPr>
          <w:rtl/>
        </w:rPr>
        <w:t>_ك انبياء ، صالح</w:t>
      </w:r>
      <w:r w:rsidR="00367F17" w:rsidRPr="00367F17">
        <w:rPr>
          <w:rStyle w:val="libAlaemChar"/>
          <w:rtl/>
        </w:rPr>
        <w:t xml:space="preserve"> عليه‌السلام </w:t>
      </w:r>
      <w:r>
        <w:rPr>
          <w:rtl/>
        </w:rPr>
        <w:t xml:space="preserve"> ، نوح</w:t>
      </w:r>
      <w:r w:rsidR="00367F17" w:rsidRPr="00367F17">
        <w:rPr>
          <w:rStyle w:val="libAlaemChar"/>
          <w:rtl/>
        </w:rPr>
        <w:t xml:space="preserve"> عليه‌السلام </w:t>
      </w:r>
      <w:r>
        <w:rPr>
          <w:rtl/>
        </w:rPr>
        <w:t xml:space="preserve"> اور ہود</w:t>
      </w:r>
      <w:r w:rsidR="00367F17" w:rsidRPr="00367F17">
        <w:rPr>
          <w:rStyle w:val="libAlaemChar"/>
          <w:rtl/>
        </w:rPr>
        <w:t xml:space="preserve"> عليه‌السلام </w:t>
      </w:r>
    </w:p>
    <w:p w:rsidR="001F628F" w:rsidRDefault="001F628F" w:rsidP="00716DE0">
      <w:pPr>
        <w:pStyle w:val="libNormal"/>
        <w:rPr>
          <w:rtl/>
        </w:rPr>
      </w:pPr>
      <w:r>
        <w:rPr>
          <w:rFonts w:hint="eastAsia"/>
          <w:rtl/>
        </w:rPr>
        <w:t>دلداري</w:t>
      </w:r>
      <w:r>
        <w:rPr>
          <w:rtl/>
        </w:rPr>
        <w:t>:</w:t>
      </w:r>
      <w:r>
        <w:rPr>
          <w:rFonts w:hint="eastAsia"/>
          <w:rtl/>
        </w:rPr>
        <w:t>ر</w:t>
      </w:r>
      <w:r>
        <w:rPr>
          <w:rtl/>
        </w:rPr>
        <w:t>_ك ابراہيم،</w:t>
      </w:r>
      <w:r w:rsidR="00367F17" w:rsidRPr="00367F17">
        <w:rPr>
          <w:rStyle w:val="libAlaemChar"/>
          <w:rtl/>
        </w:rPr>
        <w:t xml:space="preserve"> عليه‌السلام </w:t>
      </w:r>
      <w:r>
        <w:rPr>
          <w:rtl/>
        </w:rPr>
        <w:t xml:space="preserve"> انبياء اور محمد </w:t>
      </w:r>
      <w:r w:rsidR="00F031CD" w:rsidRPr="00F031CD">
        <w:rPr>
          <w:rStyle w:val="libAlaemChar"/>
          <w:rtl/>
        </w:rPr>
        <w:t xml:space="preserve"> صلى‌الله‌عليه‌وآله‌وسلم </w:t>
      </w:r>
    </w:p>
    <w:p w:rsidR="001F628F" w:rsidRDefault="001F628F" w:rsidP="00716DE0">
      <w:pPr>
        <w:pStyle w:val="libNormal"/>
        <w:rPr>
          <w:rtl/>
        </w:rPr>
      </w:pPr>
      <w:r>
        <w:rPr>
          <w:rFonts w:hint="eastAsia"/>
          <w:rtl/>
        </w:rPr>
        <w:t>دلسوزي</w:t>
      </w:r>
      <w:r>
        <w:rPr>
          <w:rtl/>
        </w:rPr>
        <w:t>:</w:t>
      </w:r>
      <w:r>
        <w:rPr>
          <w:rFonts w:hint="eastAsia"/>
          <w:rtl/>
        </w:rPr>
        <w:t>ر</w:t>
      </w:r>
      <w:r>
        <w:rPr>
          <w:rtl/>
        </w:rPr>
        <w:t xml:space="preserve">_ك محمد </w:t>
      </w:r>
      <w:r w:rsidR="00F031CD" w:rsidRPr="00F031CD">
        <w:rPr>
          <w:rStyle w:val="libAlaemChar"/>
          <w:rtl/>
        </w:rPr>
        <w:t xml:space="preserve"> صلى‌الله‌عليه‌وآله‌وسلم </w:t>
      </w:r>
    </w:p>
    <w:p w:rsidR="001F628F" w:rsidRDefault="001F628F" w:rsidP="00716DE0">
      <w:pPr>
        <w:pStyle w:val="libNormal"/>
        <w:rPr>
          <w:rtl/>
        </w:rPr>
      </w:pPr>
      <w:r>
        <w:rPr>
          <w:rFonts w:hint="eastAsia"/>
          <w:rtl/>
        </w:rPr>
        <w:t>دليل</w:t>
      </w:r>
      <w:r>
        <w:rPr>
          <w:rtl/>
        </w:rPr>
        <w:t>:</w:t>
      </w:r>
      <w:r>
        <w:rPr>
          <w:rFonts w:hint="eastAsia"/>
          <w:rtl/>
        </w:rPr>
        <w:t>ر</w:t>
      </w:r>
      <w:r>
        <w:rPr>
          <w:rtl/>
        </w:rPr>
        <w:t>_ك برہان</w:t>
      </w:r>
    </w:p>
    <w:p w:rsidR="001F628F" w:rsidRDefault="001F628F" w:rsidP="00716DE0">
      <w:pPr>
        <w:pStyle w:val="libNormal"/>
        <w:rPr>
          <w:rtl/>
        </w:rPr>
      </w:pPr>
      <w:r>
        <w:rPr>
          <w:rFonts w:hint="eastAsia"/>
          <w:rtl/>
        </w:rPr>
        <w:t>دنيا</w:t>
      </w:r>
      <w:r>
        <w:rPr>
          <w:rtl/>
        </w:rPr>
        <w:t xml:space="preserve"> :_كى قدر وقيمت ،16/ 30; _ سے كم استفادہ ، 16/ 117; _ كى آخرت پر ترجيح ، 14/ 3، 16/ 107، 108، 109; اس كے آثار ، 16/ 95; اس كا سبب، 16/ 95; _ مي</w:t>
      </w:r>
      <w:r w:rsidR="00083993">
        <w:rPr>
          <w:rtl/>
        </w:rPr>
        <w:t xml:space="preserve">ں </w:t>
      </w:r>
      <w:r>
        <w:rPr>
          <w:rtl/>
        </w:rPr>
        <w:t>حقائق، ان كا خفاء ، 16/ 92; ان كا ظہور، 16/ 39; _ كا نقش، 16/ 30</w:t>
      </w:r>
    </w:p>
    <w:p w:rsidR="001F628F" w:rsidRDefault="001F628F" w:rsidP="001F628F">
      <w:pPr>
        <w:pStyle w:val="libNormal"/>
        <w:rPr>
          <w:rtl/>
        </w:rPr>
      </w:pPr>
      <w:r>
        <w:rPr>
          <w:rFonts w:hint="eastAsia"/>
          <w:rtl/>
        </w:rPr>
        <w:t>نيز</w:t>
      </w:r>
      <w:r>
        <w:rPr>
          <w:rtl/>
        </w:rPr>
        <w:t xml:space="preserve"> ر_ك آخرت ، دنيا كى طرف بازگشت ، دنيا طلب افراد اور دنيا طلبي</w:t>
      </w:r>
    </w:p>
    <w:p w:rsidR="001F628F" w:rsidRDefault="001F628F" w:rsidP="001F628F">
      <w:pPr>
        <w:pStyle w:val="libNormal"/>
        <w:rPr>
          <w:rtl/>
        </w:rPr>
      </w:pPr>
      <w:r>
        <w:rPr>
          <w:rFonts w:hint="eastAsia"/>
          <w:rtl/>
        </w:rPr>
        <w:t>دنيا</w:t>
      </w:r>
      <w:r>
        <w:rPr>
          <w:rtl/>
        </w:rPr>
        <w:t xml:space="preserve"> طلب افراد: 16/ 95</w:t>
      </w:r>
    </w:p>
    <w:p w:rsidR="001F628F" w:rsidRDefault="001F628F" w:rsidP="00716DE0">
      <w:pPr>
        <w:pStyle w:val="libNormal"/>
        <w:rPr>
          <w:rtl/>
        </w:rPr>
      </w:pPr>
      <w:r>
        <w:rPr>
          <w:rtl/>
        </w:rPr>
        <w:t>_ كا گمراہ كرنا،14/ 30; _ كے دل پر مہر، 16/ 108; _كا دنياوى زيا</w:t>
      </w:r>
      <w:r w:rsidR="00083993">
        <w:rPr>
          <w:rtl/>
        </w:rPr>
        <w:t xml:space="preserve">ں </w:t>
      </w:r>
      <w:r>
        <w:rPr>
          <w:rtl/>
        </w:rPr>
        <w:t>، 16/ 109; _كى غفلت، 16/ 108; _ كا بر انجام، 15/ 3; _ كا بہرہ ہونا ، 16/ 108; _ كا اندھاپن ، 16/ 108; _ كى سزا ، 16/ 108; _ كى گمراہي، 14/ 3; _ كى محروميت، 16/ 107، 108</w:t>
      </w:r>
      <w:r>
        <w:rPr>
          <w:rFonts w:hint="eastAsia"/>
          <w:rtl/>
        </w:rPr>
        <w:t>نيز</w:t>
      </w:r>
      <w:r>
        <w:rPr>
          <w:rtl/>
        </w:rPr>
        <w:t xml:space="preserve"> ر_ك دنيا، دنيا طلبى اور كفار</w:t>
      </w:r>
    </w:p>
    <w:p w:rsidR="001F628F" w:rsidRDefault="001F628F" w:rsidP="00716DE0">
      <w:pPr>
        <w:pStyle w:val="libNormal"/>
        <w:rPr>
          <w:rtl/>
        </w:rPr>
      </w:pPr>
      <w:r>
        <w:rPr>
          <w:rFonts w:hint="eastAsia"/>
          <w:rtl/>
        </w:rPr>
        <w:t>دنيا</w:t>
      </w:r>
      <w:r>
        <w:rPr>
          <w:rtl/>
        </w:rPr>
        <w:t xml:space="preserve"> طلبي:_ كے آثار، 14/ 3،15/ 3، 16/ 95، 107، 108، 109; _ كى مذمت، 15/ 88، 16/ 107; كے ساتھ مقابلہ ، اس كا طريقہ ، 15/ 3;_ كى ناپسنديدگي، 14/ 3; 15/ 3</w:t>
      </w:r>
      <w:r>
        <w:rPr>
          <w:rFonts w:hint="eastAsia"/>
          <w:rtl/>
        </w:rPr>
        <w:t>نيز</w:t>
      </w:r>
      <w:r>
        <w:rPr>
          <w:rtl/>
        </w:rPr>
        <w:t xml:space="preserve"> ر_ك رہبر ، دنيا، دنيا طلب افراد، قسم توڑنے والے ، عہد شكن افرادا ور كفار</w:t>
      </w:r>
    </w:p>
    <w:p w:rsidR="001F628F" w:rsidRDefault="001F628F" w:rsidP="00716DE0">
      <w:pPr>
        <w:pStyle w:val="libNormal"/>
        <w:rPr>
          <w:rtl/>
        </w:rPr>
      </w:pPr>
      <w:r>
        <w:rPr>
          <w:rFonts w:hint="eastAsia"/>
          <w:rtl/>
        </w:rPr>
        <w:t>دوزخ</w:t>
      </w:r>
      <w:r>
        <w:rPr>
          <w:rtl/>
        </w:rPr>
        <w:t>:</w:t>
      </w:r>
      <w:r>
        <w:rPr>
          <w:rFonts w:hint="eastAsia"/>
          <w:rtl/>
        </w:rPr>
        <w:t>ر</w:t>
      </w:r>
      <w:r>
        <w:rPr>
          <w:rtl/>
        </w:rPr>
        <w:t>_ك جہنم</w:t>
      </w:r>
    </w:p>
    <w:p w:rsidR="001F628F" w:rsidRDefault="001F628F" w:rsidP="00716DE0">
      <w:pPr>
        <w:pStyle w:val="libNormal"/>
        <w:rPr>
          <w:rtl/>
        </w:rPr>
      </w:pPr>
      <w:r>
        <w:rPr>
          <w:rFonts w:hint="eastAsia"/>
          <w:rtl/>
        </w:rPr>
        <w:t>دوزخى</w:t>
      </w:r>
      <w:r>
        <w:rPr>
          <w:rtl/>
        </w:rPr>
        <w:t xml:space="preserve"> افراد:</w:t>
      </w:r>
      <w:r>
        <w:rPr>
          <w:rFonts w:hint="eastAsia"/>
          <w:rtl/>
        </w:rPr>
        <w:t>ر</w:t>
      </w:r>
      <w:r>
        <w:rPr>
          <w:rtl/>
        </w:rPr>
        <w:t>_ك اہل جہنم</w:t>
      </w:r>
    </w:p>
    <w:p w:rsidR="001F628F" w:rsidRDefault="001F628F" w:rsidP="00716DE0">
      <w:pPr>
        <w:pStyle w:val="libNormal"/>
        <w:rPr>
          <w:rtl/>
        </w:rPr>
      </w:pPr>
      <w:r>
        <w:rPr>
          <w:rFonts w:hint="eastAsia"/>
          <w:rtl/>
        </w:rPr>
        <w:t>دھمكى</w:t>
      </w:r>
      <w:r>
        <w:rPr>
          <w:rtl/>
        </w:rPr>
        <w:t xml:space="preserve"> دينا:</w:t>
      </w:r>
      <w:r>
        <w:rPr>
          <w:rFonts w:hint="eastAsia"/>
          <w:rtl/>
        </w:rPr>
        <w:t>ر</w:t>
      </w:r>
      <w:r>
        <w:rPr>
          <w:rtl/>
        </w:rPr>
        <w:t xml:space="preserve">_ك اقوام گذشتہ، </w:t>
      </w:r>
      <w:r w:rsidR="003D0BA1">
        <w:rPr>
          <w:rtl/>
        </w:rPr>
        <w:t>انبياء</w:t>
      </w:r>
      <w:r>
        <w:rPr>
          <w:rtl/>
        </w:rPr>
        <w:t>، انسان، وطن در بدري، خدا، كفار، مشركين اور مشركين مكّہ</w:t>
      </w:r>
    </w:p>
    <w:p w:rsidR="001F628F" w:rsidRDefault="001F628F" w:rsidP="00716DE0">
      <w:pPr>
        <w:pStyle w:val="libNormal"/>
        <w:rPr>
          <w:rtl/>
        </w:rPr>
      </w:pPr>
      <w:r>
        <w:rPr>
          <w:rFonts w:hint="eastAsia"/>
          <w:rtl/>
        </w:rPr>
        <w:t>دن</w:t>
      </w:r>
      <w:r>
        <w:rPr>
          <w:rtl/>
        </w:rPr>
        <w:t>:_سے استفادہ، 16/ 12; _كى تسخير، 14/ 33، 16/ 12;اس كا نقش، 14/ 33; _ كا نقش، 14/ 33</w:t>
      </w:r>
    </w:p>
    <w:p w:rsidR="00D02D11" w:rsidRDefault="001F628F" w:rsidP="00D02D11">
      <w:pPr>
        <w:pStyle w:val="libNormal"/>
        <w:rPr>
          <w:rtl/>
        </w:rPr>
      </w:pPr>
      <w:r>
        <w:rPr>
          <w:rFonts w:hint="eastAsia"/>
          <w:rtl/>
        </w:rPr>
        <w:t>دينى</w:t>
      </w:r>
      <w:r>
        <w:rPr>
          <w:rtl/>
        </w:rPr>
        <w:t xml:space="preserve"> قائدين:_كى اميدوارى ، 15/ 97; _كے خلاف پر و پيگنڈہ، 15/ 97;_ كى تكذيب ، اس كے آثار، 16/113; _ كا شرعى و ظيفہ، 15/ 94; _ كا زہد، 15/ 88; _كى ذمہ دارى ، 15/ 88، 89، 16/ 82، 84; _ كا نقش، 14/ 1، 5; _كى ضروريات، 15/</w:t>
      </w:r>
      <w:r w:rsidR="00D02D11" w:rsidRPr="00D02D11">
        <w:rPr>
          <w:rFonts w:hint="eastAsia"/>
          <w:rtl/>
        </w:rPr>
        <w:t xml:space="preserve"> </w:t>
      </w:r>
      <w:r w:rsidR="00D02D11">
        <w:rPr>
          <w:rFonts w:hint="eastAsia"/>
          <w:rtl/>
        </w:rPr>
        <w:t>نيز</w:t>
      </w:r>
      <w:r w:rsidR="00D02D11">
        <w:rPr>
          <w:rtl/>
        </w:rPr>
        <w:t xml:space="preserve"> ر_ك رہبران</w:t>
      </w:r>
      <w:r w:rsidR="00D02D11">
        <w:rPr>
          <w:rFonts w:hint="cs"/>
          <w:rtl/>
        </w:rPr>
        <w:t>//</w:t>
      </w:r>
      <w:r w:rsidR="00D02D11">
        <w:rPr>
          <w:rFonts w:hint="eastAsia"/>
          <w:rtl/>
        </w:rPr>
        <w:t>درگذر</w:t>
      </w:r>
      <w:r w:rsidR="00D02D11">
        <w:rPr>
          <w:rtl/>
        </w:rPr>
        <w:t>:</w:t>
      </w:r>
      <w:r w:rsidR="00D02D11">
        <w:rPr>
          <w:rFonts w:hint="eastAsia"/>
          <w:rtl/>
        </w:rPr>
        <w:t>ر</w:t>
      </w:r>
      <w:r w:rsidR="00D02D11">
        <w:rPr>
          <w:rtl/>
        </w:rPr>
        <w:t>_ك عفو</w:t>
      </w:r>
    </w:p>
    <w:p w:rsidR="00D02D11" w:rsidRDefault="00D02D11" w:rsidP="00D02D11">
      <w:pPr>
        <w:pStyle w:val="libNormal"/>
        <w:rPr>
          <w:rtl/>
        </w:rPr>
      </w:pPr>
      <w:r>
        <w:rPr>
          <w:rFonts w:hint="eastAsia"/>
          <w:rtl/>
        </w:rPr>
        <w:t>دل</w:t>
      </w:r>
      <w:r>
        <w:rPr>
          <w:rtl/>
        </w:rPr>
        <w:t xml:space="preserve"> پر مہر :</w:t>
      </w:r>
      <w:r>
        <w:rPr>
          <w:rFonts w:hint="eastAsia"/>
          <w:rtl/>
        </w:rPr>
        <w:t>ر</w:t>
      </w:r>
      <w:r>
        <w:rPr>
          <w:rtl/>
        </w:rPr>
        <w:t>_ ك دنيا طلب افراد ، كفار اور مرتدين</w:t>
      </w:r>
    </w:p>
    <w:p w:rsidR="00716DE0" w:rsidRDefault="001E7F9D" w:rsidP="00F73EDE">
      <w:pPr>
        <w:pStyle w:val="libPoemTini"/>
        <w:rPr>
          <w:rtl/>
        </w:rPr>
      </w:pPr>
      <w:r>
        <w:rPr>
          <w:rtl/>
        </w:rPr>
        <w:br w:type="page"/>
      </w:r>
    </w:p>
    <w:p w:rsidR="001F628F" w:rsidRDefault="001F628F" w:rsidP="00716DE0">
      <w:pPr>
        <w:pStyle w:val="libNormal"/>
        <w:rPr>
          <w:rtl/>
        </w:rPr>
      </w:pPr>
      <w:r>
        <w:rPr>
          <w:rFonts w:hint="eastAsia"/>
          <w:rtl/>
        </w:rPr>
        <w:lastRenderedPageBreak/>
        <w:t>دوستي</w:t>
      </w:r>
      <w:r>
        <w:rPr>
          <w:rtl/>
        </w:rPr>
        <w:t>:_ كا معيار ، 14/36</w:t>
      </w:r>
      <w:r>
        <w:rPr>
          <w:rFonts w:hint="eastAsia"/>
          <w:rtl/>
        </w:rPr>
        <w:t>نيز</w:t>
      </w:r>
      <w:r>
        <w:rPr>
          <w:rtl/>
        </w:rPr>
        <w:t xml:space="preserve"> ر_ك آخرت، خداوند عالم اور متقى افراد</w:t>
      </w:r>
    </w:p>
    <w:p w:rsidR="001F628F" w:rsidRDefault="001F628F" w:rsidP="00716DE0">
      <w:pPr>
        <w:pStyle w:val="libNormal"/>
        <w:rPr>
          <w:rtl/>
        </w:rPr>
      </w:pPr>
      <w:r>
        <w:rPr>
          <w:rFonts w:hint="eastAsia"/>
          <w:rtl/>
        </w:rPr>
        <w:t>دين</w:t>
      </w:r>
      <w:r>
        <w:rPr>
          <w:rtl/>
        </w:rPr>
        <w:t xml:space="preserve"> :</w:t>
      </w:r>
      <w:r>
        <w:rPr>
          <w:rFonts w:hint="eastAsia"/>
          <w:rtl/>
        </w:rPr>
        <w:t>دينى</w:t>
      </w:r>
      <w:r>
        <w:rPr>
          <w:rtl/>
        </w:rPr>
        <w:t xml:space="preserve"> آفت شناسي، 14/ 3، 9، 15/3، 90، 16/ 105; 116; _مي</w:t>
      </w:r>
      <w:r w:rsidR="00083993">
        <w:rPr>
          <w:rtl/>
        </w:rPr>
        <w:t xml:space="preserve">ں </w:t>
      </w:r>
      <w:r>
        <w:rPr>
          <w:rtl/>
        </w:rPr>
        <w:t>اختيار، 16/ 35; _كى قدرو قيمت ، 16/ 95، _ كے اصول ،16/ 77; اس كے علم كى اہميت، 14/ 52; _ كے بارے مي</w:t>
      </w:r>
      <w:r w:rsidR="00083993">
        <w:rPr>
          <w:rtl/>
        </w:rPr>
        <w:t xml:space="preserve">ں </w:t>
      </w:r>
      <w:r>
        <w:rPr>
          <w:rtl/>
        </w:rPr>
        <w:t>اظہار نظر، 16/30; _ سے اعراض ، 16/ 82; _ پر افترائ، 16/ 116; _ كا سرچشمہ ، 16/ 105; _مي</w:t>
      </w:r>
      <w:r w:rsidR="00083993">
        <w:rPr>
          <w:rtl/>
        </w:rPr>
        <w:t xml:space="preserve">ں </w:t>
      </w:r>
      <w:r>
        <w:rPr>
          <w:rtl/>
        </w:rPr>
        <w:t xml:space="preserve">اكراہ ، اس </w:t>
      </w:r>
      <w:r>
        <w:rPr>
          <w:rFonts w:hint="eastAsia"/>
          <w:rtl/>
        </w:rPr>
        <w:t>كى</w:t>
      </w:r>
      <w:r>
        <w:rPr>
          <w:rtl/>
        </w:rPr>
        <w:t xml:space="preserve"> نفي، 16/ 82، 106; _مي</w:t>
      </w:r>
      <w:r w:rsidR="00083993">
        <w:rPr>
          <w:rtl/>
        </w:rPr>
        <w:t xml:space="preserve">ں </w:t>
      </w:r>
      <w:r>
        <w:rPr>
          <w:rtl/>
        </w:rPr>
        <w:t>انحراف، 14/ 30; _ كے اہداف ، 16/ 30; _كى اہميت، 14/ 25، 15/ 3، 89;_ مي</w:t>
      </w:r>
      <w:r w:rsidR="00083993">
        <w:rPr>
          <w:rtl/>
        </w:rPr>
        <w:t xml:space="preserve">ں </w:t>
      </w:r>
      <w:r>
        <w:rPr>
          <w:rtl/>
        </w:rPr>
        <w:t>بدعت، 16/ 116; _ كے بد نمايا</w:t>
      </w:r>
      <w:r w:rsidR="00083993">
        <w:rPr>
          <w:rtl/>
        </w:rPr>
        <w:t xml:space="preserve">ں </w:t>
      </w:r>
      <w:r>
        <w:rPr>
          <w:rtl/>
        </w:rPr>
        <w:t>افراد، ان كى گمراہى ، 14/3; _ كى بدنمائي ، 14/ 3; اس كے آثار، 14/ 3; _ كى پيروى ، اس كا وجوب ، 16/ 52; _ كى تبليغ، 15/94، 16/ 35، 125; _كى وضاحت، 14/ 4; اس كا ذريعہ ، 14/ 4; اس كى اہميت، 14/ 84; اس كى روش ، 16/ 83، 125; _ كا تجزيہ كرنے والے ، ان كا مواخذہ، 15/ 92; _ كا تحقق، اس كا سبب ،14/ 1، 5; _ كے سامنے سر تسليم خم ، اس كے موانع ، 5/15 ;_ كى تشريع ، اس كا پيش خيمہ ، 16/ 30; اس كا سر چشمہ ، 16/ 52; _ كى تعليمات، ان پر عمل، 14/ 36; _ كے كچھ حصّہ كى تكذيب، اس كے آثار، 15/ 90; _كى تنقيص ،14/ 3; _ كے خلاف سازش ، 16/ 28; اس كى تاريخ، 16/ 26; اس سے ممانعت، 16/ 45; _كے حقائق، اس كى تحقيق، 16/ 43; _ كا خير ہونا، 16/ 30; _ كے دشمن، 14/ 3، 13; ان كى اذيتي</w:t>
      </w:r>
      <w:r w:rsidR="00083993">
        <w:rPr>
          <w:rtl/>
        </w:rPr>
        <w:t xml:space="preserve">ں </w:t>
      </w:r>
      <w:r>
        <w:rPr>
          <w:rtl/>
        </w:rPr>
        <w:t>، ان كى اذيتو</w:t>
      </w:r>
      <w:r w:rsidR="00083993">
        <w:rPr>
          <w:rtl/>
        </w:rPr>
        <w:t xml:space="preserve">ں </w:t>
      </w:r>
      <w:r>
        <w:rPr>
          <w:rtl/>
        </w:rPr>
        <w:t xml:space="preserve">كى سختي، 16/ 127; ان كى اخروى حقارت، 16/ 27; ان كى سازش، 16/ 26 ; ان كى سازش كے آثار ، 16/ 26; ان كى تاريخ ، 16 /27; ان كى شكست، 14/ 46; ان كى شكست كے عوامل ، 16/26; ان كا ظلم ، 14/ 13; ان كے انجام سے عبرت، 16/ 26; ان كا عجز </w:t>
      </w:r>
      <w:r>
        <w:rPr>
          <w:rFonts w:hint="eastAsia"/>
          <w:rtl/>
        </w:rPr>
        <w:t>،</w:t>
      </w:r>
      <w:r>
        <w:rPr>
          <w:rtl/>
        </w:rPr>
        <w:t xml:space="preserve"> 16/ 26; ان كا عذاب، 16/26، 25; ان كا دنياوى عذاب، 16/ 27; ان كى غفلت، 16/26; ان كا كفر ، 16/27; ان كى سزا ، 16/ 26: ان كى مبغوضيت،16/26: ان كو دھوكا ، 16/ 26; ان كا مكر، 16/ 26; ان كے مكر كے آثار ، 16/ 26; ان كے گھر كى و يرانى ، 16/ 26; ان كى ہلاكت، ان ك</w:t>
      </w:r>
      <w:r>
        <w:rPr>
          <w:rFonts w:hint="eastAsia"/>
          <w:rtl/>
        </w:rPr>
        <w:t>ى</w:t>
      </w:r>
      <w:r>
        <w:rPr>
          <w:rtl/>
        </w:rPr>
        <w:t xml:space="preserve"> ہلاكت كى كيفيت، 16/ 26; ان كا باہمى توافق ، 16/ 36; _ كى طرف دعوت ، اس كے آثار ، 16/ 126; اس كا طريقہ ،15/ 48; _ حق ، اس مي</w:t>
      </w:r>
      <w:r w:rsidR="00083993">
        <w:rPr>
          <w:rtl/>
        </w:rPr>
        <w:t xml:space="preserve">ں </w:t>
      </w:r>
      <w:r>
        <w:rPr>
          <w:rtl/>
        </w:rPr>
        <w:t xml:space="preserve">اختلاف، 16/ 124; _ حنيف، اس كى پيروى كے آثار ، 16/ 123; _اور عينيت، 14/ 1، 5، 15/ 71، 16/115; _ سے برتاؤ كا طريقہ ، 16/ 35; _ كى </w:t>
      </w:r>
      <w:r>
        <w:rPr>
          <w:rFonts w:hint="eastAsia"/>
          <w:rtl/>
        </w:rPr>
        <w:t>عقلانيت،</w:t>
      </w:r>
      <w:r>
        <w:rPr>
          <w:rtl/>
        </w:rPr>
        <w:t xml:space="preserve"> 14/ 52; _كى فطريت ، 16/ 114; _ كا فہم ، اس كى اہميت، 14/4، 24; اس كا معيار ، 14/ 4; _ كى قبوليت، اس كے كچھ حصّہ كو قبول كرنے كے آثار ، 15/90; _ كے</w:t>
      </w:r>
    </w:p>
    <w:p w:rsidR="00D02D11" w:rsidRDefault="001E7F9D" w:rsidP="00F73EDE">
      <w:pPr>
        <w:pStyle w:val="libPoemTini"/>
        <w:rPr>
          <w:rtl/>
        </w:rPr>
      </w:pPr>
      <w:r>
        <w:rPr>
          <w:rtl/>
        </w:rPr>
        <w:br w:type="page"/>
      </w:r>
    </w:p>
    <w:p w:rsidR="001F628F" w:rsidRDefault="001F628F" w:rsidP="00D02D11">
      <w:pPr>
        <w:pStyle w:val="libNormal"/>
        <w:rPr>
          <w:rtl/>
        </w:rPr>
      </w:pPr>
      <w:r>
        <w:rPr>
          <w:rFonts w:hint="eastAsia"/>
          <w:rtl/>
        </w:rPr>
        <w:lastRenderedPageBreak/>
        <w:t>ساتھ</w:t>
      </w:r>
      <w:r>
        <w:rPr>
          <w:rtl/>
        </w:rPr>
        <w:t xml:space="preserve"> مقابلہ، اس كا پيش خيمہ، 14/3; _ كى وسعت، اس كى ممانعت، 16/ 88; _ سے اعراض كرنے والے ، ان كى جہالت، 16/95; ان كى غفلت، 16/ 95; _ سے ممانعت، اس كے آثار ، 16ّ 94; ان كا اخروى عذاب، 16/ 94; _ كا نقش ، 14/ 1، 15/ 89، 16/ 122</w:t>
      </w:r>
      <w:r>
        <w:rPr>
          <w:rFonts w:hint="eastAsia"/>
          <w:rtl/>
        </w:rPr>
        <w:t>نيزر</w:t>
      </w:r>
      <w:r>
        <w:rPr>
          <w:rtl/>
        </w:rPr>
        <w:t xml:space="preserve">_ك ابراہيم </w:t>
      </w:r>
      <w:r w:rsidR="00367F17" w:rsidRPr="00367F17">
        <w:rPr>
          <w:rStyle w:val="libAlaemChar"/>
          <w:rtl/>
        </w:rPr>
        <w:t xml:space="preserve"> عليه‌السلام </w:t>
      </w:r>
      <w:r>
        <w:rPr>
          <w:rtl/>
        </w:rPr>
        <w:t xml:space="preserve"> ، </w:t>
      </w:r>
      <w:r w:rsidR="003D0BA1">
        <w:rPr>
          <w:rtl/>
        </w:rPr>
        <w:t>انبياء</w:t>
      </w:r>
      <w:r>
        <w:rPr>
          <w:rtl/>
        </w:rPr>
        <w:t xml:space="preserve">، دين داري، دينى فروشي، دينى </w:t>
      </w:r>
      <w:r w:rsidR="005E05E0">
        <w:rPr>
          <w:rtl/>
        </w:rPr>
        <w:t>علماء</w:t>
      </w:r>
      <w:r>
        <w:rPr>
          <w:rtl/>
        </w:rPr>
        <w:t>، لوط</w:t>
      </w:r>
      <w:r w:rsidR="00367F17" w:rsidRPr="00367F17">
        <w:rPr>
          <w:rStyle w:val="libAlaemChar"/>
          <w:rtl/>
        </w:rPr>
        <w:t xml:space="preserve"> عليه‌السلام </w:t>
      </w:r>
      <w:r>
        <w:rPr>
          <w:rtl/>
        </w:rPr>
        <w:t xml:space="preserve"> ، مشركين اور مكہ</w:t>
      </w:r>
    </w:p>
    <w:p w:rsidR="001F628F" w:rsidRDefault="001F628F" w:rsidP="00D02D11">
      <w:pPr>
        <w:pStyle w:val="libNormal"/>
        <w:rPr>
          <w:rtl/>
        </w:rPr>
      </w:pPr>
      <w:r>
        <w:rPr>
          <w:rFonts w:hint="eastAsia"/>
          <w:rtl/>
        </w:rPr>
        <w:t>دين</w:t>
      </w:r>
      <w:r>
        <w:rPr>
          <w:rtl/>
        </w:rPr>
        <w:t xml:space="preserve"> دارى :_ كى قدرو قيمت، 15/ 88; _ مي</w:t>
      </w:r>
      <w:r w:rsidR="00083993">
        <w:rPr>
          <w:rtl/>
        </w:rPr>
        <w:t xml:space="preserve">ں </w:t>
      </w:r>
      <w:r>
        <w:rPr>
          <w:rtl/>
        </w:rPr>
        <w:t>استقامت، 14/ 36، -16/ 110; _ كى درخواست، 14/ 35; _كى دعوت، 14/ 44; _كا ضعف ، اس كى مقدمہ سازى ، 16/ 94; _ كا معيار، 14/ 36; _ كا نقش، 14/ 36</w:t>
      </w:r>
      <w:r>
        <w:rPr>
          <w:rFonts w:hint="eastAsia"/>
          <w:rtl/>
        </w:rPr>
        <w:t>نيز</w:t>
      </w:r>
      <w:r>
        <w:rPr>
          <w:rtl/>
        </w:rPr>
        <w:t xml:space="preserve"> ر_ك دين ، دين فروشى مجاہدين اور مہاجرين</w:t>
      </w:r>
    </w:p>
    <w:p w:rsidR="001F628F" w:rsidRDefault="001F628F" w:rsidP="00D02D11">
      <w:pPr>
        <w:pStyle w:val="libNormal"/>
        <w:rPr>
          <w:rtl/>
        </w:rPr>
      </w:pPr>
      <w:r>
        <w:rPr>
          <w:rFonts w:hint="eastAsia"/>
          <w:rtl/>
        </w:rPr>
        <w:t>دين</w:t>
      </w:r>
      <w:r>
        <w:rPr>
          <w:rtl/>
        </w:rPr>
        <w:t xml:space="preserve"> فروشي:_ كے آثار، 16/ 95</w:t>
      </w:r>
      <w:r>
        <w:rPr>
          <w:rFonts w:hint="eastAsia"/>
          <w:rtl/>
        </w:rPr>
        <w:t>نيزر</w:t>
      </w:r>
      <w:r>
        <w:rPr>
          <w:rtl/>
        </w:rPr>
        <w:t>_ك دين اور دين داري</w:t>
      </w:r>
    </w:p>
    <w:p w:rsidR="001F628F" w:rsidRDefault="001F628F" w:rsidP="00D02D11">
      <w:pPr>
        <w:pStyle w:val="Heading2Center"/>
        <w:rPr>
          <w:rtl/>
        </w:rPr>
      </w:pPr>
      <w:bookmarkStart w:id="292" w:name="_Toc28081970"/>
      <w:r>
        <w:rPr>
          <w:rtl/>
        </w:rPr>
        <w:t>''ذ''</w:t>
      </w:r>
      <w:bookmarkEnd w:id="292"/>
    </w:p>
    <w:p w:rsidR="001F628F" w:rsidRDefault="001F628F" w:rsidP="00D02D11">
      <w:pPr>
        <w:pStyle w:val="libNormal"/>
        <w:rPr>
          <w:rtl/>
        </w:rPr>
      </w:pPr>
      <w:r>
        <w:rPr>
          <w:rFonts w:hint="eastAsia"/>
          <w:rtl/>
        </w:rPr>
        <w:t>ذبيحہ</w:t>
      </w:r>
      <w:r>
        <w:rPr>
          <w:rtl/>
        </w:rPr>
        <w:t>:</w:t>
      </w:r>
      <w:r>
        <w:rPr>
          <w:rFonts w:hint="eastAsia"/>
          <w:rtl/>
        </w:rPr>
        <w:t>بغير</w:t>
      </w:r>
      <w:r>
        <w:rPr>
          <w:rtl/>
        </w:rPr>
        <w:t xml:space="preserve"> بسملہ كے _، اس كى حرمت،16 /115</w:t>
      </w:r>
    </w:p>
    <w:p w:rsidR="001F628F" w:rsidRDefault="001F628F" w:rsidP="00837D2B">
      <w:pPr>
        <w:pStyle w:val="libNormal"/>
        <w:rPr>
          <w:rtl/>
        </w:rPr>
      </w:pPr>
      <w:r>
        <w:rPr>
          <w:rFonts w:hint="eastAsia"/>
          <w:rtl/>
        </w:rPr>
        <w:t>ذكر</w:t>
      </w:r>
      <w:r>
        <w:rPr>
          <w:rtl/>
        </w:rPr>
        <w:t xml:space="preserve"> :15/ 6، 9، 16/ 44; _ كے آثار، 14 / 42، 16/ 13; كفران نعمت كے آثاركا_، 16/ 114;آخرت كا _، اسكے آثار، 16/ 107; موجودات كى فرمانبردارى كا_، اس كے آثار، 16/ 48; ايام اللہ كا _، 14/ 5; خدا كى جزاؤ</w:t>
      </w:r>
      <w:r w:rsidR="00083993">
        <w:rPr>
          <w:rtl/>
        </w:rPr>
        <w:t xml:space="preserve">ں </w:t>
      </w:r>
      <w:r>
        <w:rPr>
          <w:rtl/>
        </w:rPr>
        <w:t>كا _، اس كے آثار، 16/ 95; تاريخ بنى اسرائيل كا_، 14/ 6; توحيدكا _، 16/ 52; خدا كى وصيتو</w:t>
      </w:r>
      <w:r w:rsidR="00083993">
        <w:rPr>
          <w:rtl/>
        </w:rPr>
        <w:t xml:space="preserve">ں </w:t>
      </w:r>
      <w:r>
        <w:rPr>
          <w:rtl/>
        </w:rPr>
        <w:t>كا _، 14/ 7; خدا كى حمايتو</w:t>
      </w:r>
      <w:r w:rsidR="00083993">
        <w:rPr>
          <w:rtl/>
        </w:rPr>
        <w:t xml:space="preserve">ں </w:t>
      </w:r>
      <w:r>
        <w:rPr>
          <w:rtl/>
        </w:rPr>
        <w:t>كا _، اس كے نفسياتى آثار ، 16/ 128; خداكى حمايت، 16/ 50; اس كے آثار، 15 / 98; اس كے آداب، 15/ 98; اس كى اہميت، 15/ 98، 16/ 80; اس كى حمد، 15/ 98; اس كى تسبيح ، 15/ 98 ; سختى مي</w:t>
      </w:r>
      <w:r w:rsidR="00083993">
        <w:rPr>
          <w:rtl/>
        </w:rPr>
        <w:t xml:space="preserve">ں </w:t>
      </w:r>
      <w:r>
        <w:rPr>
          <w:rtl/>
        </w:rPr>
        <w:t>حمايت، 16/ 53; موجودات كے خضوع كا _، اس كے آثار ، 16/ 48; خلقت انسان كا _، 15 / 28; موجودات كى خلقت كا _ اس كے آثار، 14/ 10، 16/ 17; علم خداكا_، اس كے آثار، 16/ 91; خدا كے علم غيب كا _، 14/ 42; قدرت خدا كا _، 16/ 74; موسي</w:t>
      </w:r>
      <w:r w:rsidR="00367F17" w:rsidRPr="00367F17">
        <w:rPr>
          <w:rStyle w:val="libAlaemChar"/>
          <w:rtl/>
        </w:rPr>
        <w:t xml:space="preserve"> عليه‌السلام </w:t>
      </w:r>
      <w:r>
        <w:rPr>
          <w:rtl/>
        </w:rPr>
        <w:t xml:space="preserve"> كے قصہ كا _، 14/ 6 ; قيامت كا _، اس كے آثار، 16/ 92، 111; اس كى اہميت، 16/ 84، 111; عمل كے گواہو</w:t>
      </w:r>
      <w:r w:rsidR="00083993">
        <w:rPr>
          <w:rtl/>
        </w:rPr>
        <w:t xml:space="preserve">ں </w:t>
      </w:r>
      <w:r>
        <w:rPr>
          <w:rtl/>
        </w:rPr>
        <w:t>كا _،16/ 89; مالكيت خدا كا _، 16/ 52، 74; ثروت كے سرچشمہ كا _، اس كے آثار، 14/ 31; دنياوى نعمتو</w:t>
      </w:r>
      <w:r w:rsidR="00083993">
        <w:rPr>
          <w:rtl/>
        </w:rPr>
        <w:t xml:space="preserve">ں </w:t>
      </w:r>
      <w:r>
        <w:rPr>
          <w:rtl/>
        </w:rPr>
        <w:t xml:space="preserve">كى ناپائيدارى كا _، 16/ 80; بنى اسرائيل كى نجات كا _، 14/ 6; نعمت كا _، 14/ 6; اس كے آثار، 14/ 6، 16/ 14، 72، 78،81; </w:t>
      </w:r>
      <w:r>
        <w:rPr>
          <w:rFonts w:hint="eastAsia"/>
          <w:rtl/>
        </w:rPr>
        <w:t>اس</w:t>
      </w:r>
      <w:r>
        <w:rPr>
          <w:rtl/>
        </w:rPr>
        <w:t xml:space="preserve"> كى اہميت، 14/ 6; سمندرى نعمتو</w:t>
      </w:r>
      <w:r w:rsidR="00083993">
        <w:rPr>
          <w:rtl/>
        </w:rPr>
        <w:t xml:space="preserve">ں </w:t>
      </w:r>
      <w:r>
        <w:rPr>
          <w:rtl/>
        </w:rPr>
        <w:t>كا _، 16/ 14</w:t>
      </w:r>
      <w:r>
        <w:rPr>
          <w:rFonts w:hint="eastAsia"/>
          <w:rtl/>
        </w:rPr>
        <w:t>نيز</w:t>
      </w:r>
      <w:r>
        <w:rPr>
          <w:rtl/>
        </w:rPr>
        <w:t xml:space="preserve"> ر_ك تذكر</w:t>
      </w:r>
      <w:r>
        <w:rPr>
          <w:rFonts w:hint="eastAsia"/>
          <w:rtl/>
        </w:rPr>
        <w:t>ذلت</w:t>
      </w:r>
      <w:r>
        <w:rPr>
          <w:rtl/>
        </w:rPr>
        <w:t>:</w:t>
      </w:r>
      <w:r>
        <w:rPr>
          <w:rFonts w:hint="eastAsia"/>
          <w:rtl/>
        </w:rPr>
        <w:t>اخروى</w:t>
      </w:r>
      <w:r>
        <w:rPr>
          <w:rtl/>
        </w:rPr>
        <w:t xml:space="preserve"> _، اس كے عوامل ، 16/ 28; _ كے عوامل ، 15/ 69، 16/ 59</w:t>
      </w:r>
    </w:p>
    <w:p w:rsidR="00D02D11" w:rsidRDefault="001E7F9D" w:rsidP="00F73EDE">
      <w:pPr>
        <w:pStyle w:val="libPoemTini"/>
        <w:rPr>
          <w:rtl/>
        </w:rPr>
      </w:pPr>
      <w:r>
        <w:rPr>
          <w:rtl/>
        </w:rPr>
        <w:br w:type="page"/>
      </w:r>
    </w:p>
    <w:p w:rsidR="001F628F" w:rsidRDefault="001F628F" w:rsidP="00D02D11">
      <w:pPr>
        <w:pStyle w:val="libNormal"/>
        <w:rPr>
          <w:rtl/>
        </w:rPr>
      </w:pPr>
      <w:r>
        <w:rPr>
          <w:rFonts w:hint="eastAsia"/>
          <w:rtl/>
        </w:rPr>
        <w:lastRenderedPageBreak/>
        <w:t>نيز</w:t>
      </w:r>
      <w:r>
        <w:rPr>
          <w:rtl/>
        </w:rPr>
        <w:t xml:space="preserve"> ر_ك جاہليت ، دين، قائدين، ظالمين، قيامت، كفار ، لوط</w:t>
      </w:r>
      <w:r w:rsidR="00367F17" w:rsidRPr="00367F17">
        <w:rPr>
          <w:rStyle w:val="libAlaemChar"/>
          <w:rtl/>
        </w:rPr>
        <w:t xml:space="preserve"> عليه‌السلام </w:t>
      </w:r>
      <w:r>
        <w:rPr>
          <w:rtl/>
        </w:rPr>
        <w:t xml:space="preserve"> اور مفسدين</w:t>
      </w:r>
    </w:p>
    <w:p w:rsidR="001F628F" w:rsidRDefault="001F628F" w:rsidP="00172356">
      <w:pPr>
        <w:pStyle w:val="Heading2Center"/>
        <w:rPr>
          <w:rtl/>
        </w:rPr>
      </w:pPr>
      <w:bookmarkStart w:id="293" w:name="_Toc28081971"/>
      <w:r>
        <w:rPr>
          <w:rtl/>
        </w:rPr>
        <w:t>''ر''</w:t>
      </w:r>
      <w:bookmarkEnd w:id="293"/>
    </w:p>
    <w:p w:rsidR="001F628F" w:rsidRDefault="001F628F" w:rsidP="00172356">
      <w:pPr>
        <w:pStyle w:val="libNormal"/>
        <w:rPr>
          <w:rtl/>
        </w:rPr>
      </w:pPr>
      <w:r>
        <w:rPr>
          <w:rFonts w:hint="eastAsia"/>
          <w:rtl/>
        </w:rPr>
        <w:t>راز</w:t>
      </w:r>
      <w:r>
        <w:rPr>
          <w:rtl/>
        </w:rPr>
        <w:t xml:space="preserve"> ظاہر كرنا:</w:t>
      </w:r>
      <w:r>
        <w:rPr>
          <w:rFonts w:hint="eastAsia"/>
          <w:rtl/>
        </w:rPr>
        <w:t>ر</w:t>
      </w:r>
      <w:r>
        <w:rPr>
          <w:rtl/>
        </w:rPr>
        <w:t>_ك خد</w:t>
      </w:r>
    </w:p>
    <w:p w:rsidR="001F628F" w:rsidRDefault="001F628F" w:rsidP="00172356">
      <w:pPr>
        <w:pStyle w:val="libNormal"/>
        <w:rPr>
          <w:rtl/>
        </w:rPr>
      </w:pPr>
      <w:r>
        <w:rPr>
          <w:rFonts w:hint="eastAsia"/>
          <w:rtl/>
        </w:rPr>
        <w:t>رازقيت</w:t>
      </w:r>
      <w:r>
        <w:rPr>
          <w:rtl/>
        </w:rPr>
        <w:t>:</w:t>
      </w:r>
      <w:r>
        <w:rPr>
          <w:rFonts w:hint="eastAsia"/>
          <w:rtl/>
        </w:rPr>
        <w:t>ر</w:t>
      </w:r>
      <w:r>
        <w:rPr>
          <w:rtl/>
        </w:rPr>
        <w:t>_ك توحيد، خداوند عالم ، شرك ، عقيدہ، سچے معبود اور باطل معبود</w:t>
      </w:r>
    </w:p>
    <w:p w:rsidR="001F628F" w:rsidRDefault="001F628F" w:rsidP="00172356">
      <w:pPr>
        <w:pStyle w:val="libNormal"/>
        <w:rPr>
          <w:rtl/>
        </w:rPr>
      </w:pPr>
      <w:r>
        <w:rPr>
          <w:rFonts w:hint="eastAsia"/>
          <w:rtl/>
        </w:rPr>
        <w:t>راستے</w:t>
      </w:r>
      <w:r>
        <w:rPr>
          <w:rtl/>
        </w:rPr>
        <w:t>:_و</w:t>
      </w:r>
      <w:r w:rsidR="00083993">
        <w:rPr>
          <w:rtl/>
        </w:rPr>
        <w:t xml:space="preserve">ں </w:t>
      </w:r>
      <w:r>
        <w:rPr>
          <w:rtl/>
        </w:rPr>
        <w:t>سے استفادہ، 16/ 15; _و</w:t>
      </w:r>
      <w:r w:rsidR="00083993">
        <w:rPr>
          <w:rtl/>
        </w:rPr>
        <w:t xml:space="preserve">ں </w:t>
      </w:r>
      <w:r>
        <w:rPr>
          <w:rtl/>
        </w:rPr>
        <w:t>كى خلقت، ان كا فلسفہ، 16/ 15</w:t>
      </w:r>
      <w:r>
        <w:rPr>
          <w:rFonts w:hint="eastAsia"/>
          <w:rtl/>
        </w:rPr>
        <w:t>نيز</w:t>
      </w:r>
      <w:r>
        <w:rPr>
          <w:rtl/>
        </w:rPr>
        <w:t xml:space="preserve"> ر_ك نعمت</w:t>
      </w:r>
    </w:p>
    <w:p w:rsidR="001F628F" w:rsidRDefault="001F628F" w:rsidP="00172356">
      <w:pPr>
        <w:pStyle w:val="libNormal"/>
        <w:rPr>
          <w:rtl/>
        </w:rPr>
      </w:pPr>
      <w:r>
        <w:rPr>
          <w:rFonts w:hint="eastAsia"/>
          <w:rtl/>
        </w:rPr>
        <w:t>راستہ</w:t>
      </w:r>
      <w:r>
        <w:rPr>
          <w:rtl/>
        </w:rPr>
        <w:t xml:space="preserve"> كا حصول:_ كا ذريعہ، 16/ 15، 16; _كى نشانيا</w:t>
      </w:r>
      <w:r w:rsidR="00083993">
        <w:rPr>
          <w:rtl/>
        </w:rPr>
        <w:t xml:space="preserve">ں </w:t>
      </w:r>
      <w:r>
        <w:rPr>
          <w:rtl/>
        </w:rPr>
        <w:t>، 16/ 16</w:t>
      </w:r>
      <w:r>
        <w:rPr>
          <w:rFonts w:hint="eastAsia"/>
          <w:rtl/>
        </w:rPr>
        <w:t>نيز</w:t>
      </w:r>
      <w:r>
        <w:rPr>
          <w:rtl/>
        </w:rPr>
        <w:t xml:space="preserve"> ر_ك ستارے</w:t>
      </w:r>
    </w:p>
    <w:p w:rsidR="001F628F" w:rsidRDefault="001F628F" w:rsidP="00172356">
      <w:pPr>
        <w:pStyle w:val="libNormal"/>
        <w:rPr>
          <w:rtl/>
        </w:rPr>
      </w:pPr>
      <w:r>
        <w:rPr>
          <w:rFonts w:hint="eastAsia"/>
          <w:rtl/>
        </w:rPr>
        <w:t>را</w:t>
      </w:r>
      <w:r>
        <w:rPr>
          <w:rtl/>
        </w:rPr>
        <w:t xml:space="preserve"> فت:</w:t>
      </w:r>
      <w:r>
        <w:rPr>
          <w:rFonts w:hint="eastAsia"/>
          <w:rtl/>
        </w:rPr>
        <w:t>ر</w:t>
      </w:r>
      <w:r>
        <w:rPr>
          <w:rtl/>
        </w:rPr>
        <w:t>_ك خد</w:t>
      </w:r>
    </w:p>
    <w:p w:rsidR="001F628F" w:rsidRDefault="001F628F" w:rsidP="00172356">
      <w:pPr>
        <w:pStyle w:val="libNormal"/>
        <w:rPr>
          <w:rtl/>
        </w:rPr>
      </w:pPr>
      <w:r>
        <w:rPr>
          <w:rFonts w:hint="eastAsia"/>
          <w:rtl/>
        </w:rPr>
        <w:t>ربوبيت</w:t>
      </w:r>
      <w:r>
        <w:rPr>
          <w:rtl/>
        </w:rPr>
        <w:t>:</w:t>
      </w:r>
      <w:r>
        <w:rPr>
          <w:rFonts w:hint="eastAsia"/>
          <w:rtl/>
        </w:rPr>
        <w:t>ر</w:t>
      </w:r>
      <w:r>
        <w:rPr>
          <w:rtl/>
        </w:rPr>
        <w:t>_ك خد</w:t>
      </w:r>
    </w:p>
    <w:p w:rsidR="001F628F" w:rsidRDefault="001F628F" w:rsidP="00172356">
      <w:pPr>
        <w:pStyle w:val="libNormal"/>
        <w:rPr>
          <w:rtl/>
        </w:rPr>
      </w:pPr>
      <w:r>
        <w:rPr>
          <w:rFonts w:hint="eastAsia"/>
          <w:rtl/>
        </w:rPr>
        <w:t>رجعت</w:t>
      </w:r>
      <w:r>
        <w:rPr>
          <w:rtl/>
        </w:rPr>
        <w:t>:</w:t>
      </w:r>
      <w:r>
        <w:rPr>
          <w:rFonts w:hint="eastAsia"/>
          <w:rtl/>
        </w:rPr>
        <w:t>روز</w:t>
      </w:r>
      <w:r>
        <w:rPr>
          <w:rtl/>
        </w:rPr>
        <w:t xml:space="preserve"> _14/5</w:t>
      </w:r>
    </w:p>
    <w:p w:rsidR="001F628F" w:rsidRDefault="001F628F" w:rsidP="00172356">
      <w:pPr>
        <w:pStyle w:val="libNormal"/>
        <w:rPr>
          <w:rtl/>
        </w:rPr>
      </w:pPr>
      <w:r>
        <w:rPr>
          <w:rFonts w:hint="eastAsia"/>
          <w:rtl/>
        </w:rPr>
        <w:t>راز</w:t>
      </w:r>
      <w:r>
        <w:rPr>
          <w:rtl/>
        </w:rPr>
        <w:t xml:space="preserve"> و نياز:</w:t>
      </w:r>
      <w:r>
        <w:rPr>
          <w:rFonts w:hint="eastAsia"/>
          <w:rtl/>
        </w:rPr>
        <w:t>ر</w:t>
      </w:r>
      <w:r>
        <w:rPr>
          <w:rtl/>
        </w:rPr>
        <w:t>_ك دع</w:t>
      </w:r>
    </w:p>
    <w:p w:rsidR="001F628F" w:rsidRDefault="001F628F" w:rsidP="00172356">
      <w:pPr>
        <w:pStyle w:val="libNormal"/>
        <w:rPr>
          <w:rtl/>
        </w:rPr>
      </w:pPr>
      <w:r>
        <w:rPr>
          <w:rFonts w:hint="eastAsia"/>
          <w:rtl/>
        </w:rPr>
        <w:t>رجم</w:t>
      </w:r>
      <w:r>
        <w:rPr>
          <w:rtl/>
        </w:rPr>
        <w:t>:</w:t>
      </w:r>
      <w:r>
        <w:rPr>
          <w:rFonts w:hint="eastAsia"/>
          <w:rtl/>
        </w:rPr>
        <w:t>ر</w:t>
      </w:r>
      <w:r>
        <w:rPr>
          <w:rtl/>
        </w:rPr>
        <w:t>_ك ابليس اور شيطان</w:t>
      </w:r>
    </w:p>
    <w:p w:rsidR="001F628F" w:rsidRDefault="001F628F" w:rsidP="00172356">
      <w:pPr>
        <w:pStyle w:val="libNormal"/>
        <w:rPr>
          <w:rtl/>
        </w:rPr>
      </w:pPr>
      <w:r>
        <w:rPr>
          <w:rFonts w:hint="eastAsia"/>
          <w:rtl/>
        </w:rPr>
        <w:t>رحمت</w:t>
      </w:r>
      <w:r>
        <w:rPr>
          <w:rtl/>
        </w:rPr>
        <w:t>:_سے استفادہ ، اس كے شرائط، 16/ 89; _كا پيش خيمہ ، 16/ 89، 110، 119;_ كے شرائط ، 16/110;_ سے مايوس افراد، 15/ 56;_ كے شامل حال افراد، 16/ 110; _ كے موانع ، 16/ 119; _ كے اسباب، 16/ 110</w:t>
      </w:r>
    </w:p>
    <w:p w:rsidR="001F628F" w:rsidRDefault="001F628F" w:rsidP="001F628F">
      <w:pPr>
        <w:pStyle w:val="libNormal"/>
        <w:rPr>
          <w:rtl/>
        </w:rPr>
      </w:pPr>
      <w:r>
        <w:rPr>
          <w:rFonts w:hint="eastAsia"/>
          <w:rtl/>
        </w:rPr>
        <w:t>نيز</w:t>
      </w:r>
      <w:r>
        <w:rPr>
          <w:rtl/>
        </w:rPr>
        <w:t xml:space="preserve"> ر_ك اميد واري، حق، خداوند عالم ، اولاد، قرآن ، گنہگار افراد، مومنين، ضرورتي</w:t>
      </w:r>
      <w:r w:rsidR="00083993">
        <w:rPr>
          <w:rtl/>
        </w:rPr>
        <w:t xml:space="preserve">ں </w:t>
      </w:r>
      <w:r>
        <w:rPr>
          <w:rtl/>
        </w:rPr>
        <w:t>اور نااميدي</w:t>
      </w:r>
    </w:p>
    <w:p w:rsidR="001F628F" w:rsidRDefault="001F628F" w:rsidP="00172356">
      <w:pPr>
        <w:pStyle w:val="libNormal"/>
        <w:rPr>
          <w:rtl/>
        </w:rPr>
      </w:pPr>
      <w:r>
        <w:rPr>
          <w:rFonts w:hint="eastAsia"/>
          <w:rtl/>
        </w:rPr>
        <w:t>رزائل</w:t>
      </w:r>
      <w:r>
        <w:rPr>
          <w:rtl/>
        </w:rPr>
        <w:t xml:space="preserve"> اخلاقي:</w:t>
      </w:r>
      <w:r>
        <w:rPr>
          <w:rFonts w:hint="eastAsia"/>
          <w:rtl/>
        </w:rPr>
        <w:t>ر</w:t>
      </w:r>
      <w:r>
        <w:rPr>
          <w:rtl/>
        </w:rPr>
        <w:t>_ك اخلاق</w:t>
      </w:r>
    </w:p>
    <w:p w:rsidR="001F628F" w:rsidRDefault="001F628F" w:rsidP="00172356">
      <w:pPr>
        <w:pStyle w:val="libNormal"/>
        <w:rPr>
          <w:rtl/>
        </w:rPr>
      </w:pPr>
      <w:r>
        <w:rPr>
          <w:rFonts w:hint="eastAsia"/>
          <w:rtl/>
        </w:rPr>
        <w:t>رزق</w:t>
      </w:r>
      <w:r>
        <w:rPr>
          <w:rtl/>
        </w:rPr>
        <w:t>:</w:t>
      </w:r>
      <w:r>
        <w:rPr>
          <w:rFonts w:hint="eastAsia"/>
          <w:rtl/>
        </w:rPr>
        <w:t>ر</w:t>
      </w:r>
      <w:r>
        <w:rPr>
          <w:rtl/>
        </w:rPr>
        <w:t>_ك روزي</w:t>
      </w:r>
    </w:p>
    <w:p w:rsidR="001F628F" w:rsidRDefault="001F628F" w:rsidP="00172356">
      <w:pPr>
        <w:pStyle w:val="libNormal"/>
        <w:rPr>
          <w:rtl/>
        </w:rPr>
      </w:pPr>
      <w:r>
        <w:rPr>
          <w:rFonts w:hint="eastAsia"/>
          <w:rtl/>
        </w:rPr>
        <w:t>روز</w:t>
      </w:r>
      <w:r>
        <w:rPr>
          <w:rtl/>
        </w:rPr>
        <w:t xml:space="preserve"> قيامت:</w:t>
      </w:r>
      <w:r>
        <w:rPr>
          <w:rFonts w:hint="eastAsia"/>
          <w:rtl/>
        </w:rPr>
        <w:t>ر</w:t>
      </w:r>
      <w:r>
        <w:rPr>
          <w:rtl/>
        </w:rPr>
        <w:t>_ ك قيامت اور معاد</w:t>
      </w:r>
    </w:p>
    <w:p w:rsidR="001F628F" w:rsidRDefault="001F628F" w:rsidP="00172356">
      <w:pPr>
        <w:pStyle w:val="libNormal"/>
        <w:rPr>
          <w:rtl/>
        </w:rPr>
      </w:pPr>
      <w:r>
        <w:rPr>
          <w:rFonts w:hint="eastAsia"/>
          <w:rtl/>
        </w:rPr>
        <w:t>رسوائي</w:t>
      </w:r>
      <w:r>
        <w:rPr>
          <w:rtl/>
        </w:rPr>
        <w:t>:_كے عوامل ، 15/ 68</w:t>
      </w:r>
    </w:p>
    <w:p w:rsidR="001F628F" w:rsidRDefault="001F628F" w:rsidP="001F628F">
      <w:pPr>
        <w:pStyle w:val="libNormal"/>
        <w:rPr>
          <w:rtl/>
        </w:rPr>
      </w:pPr>
      <w:r>
        <w:rPr>
          <w:rFonts w:hint="eastAsia"/>
          <w:rtl/>
        </w:rPr>
        <w:t>انبياء</w:t>
      </w:r>
      <w:r>
        <w:rPr>
          <w:rtl/>
        </w:rPr>
        <w:t xml:space="preserve"> الہى : 14/ 9، 15/ 52، 57، 58، 59، 63;</w:t>
      </w:r>
    </w:p>
    <w:p w:rsidR="00172356" w:rsidRDefault="001E7F9D" w:rsidP="00F73EDE">
      <w:pPr>
        <w:pStyle w:val="libPoemTini"/>
        <w:rPr>
          <w:rtl/>
        </w:rPr>
      </w:pPr>
      <w:r>
        <w:rPr>
          <w:rtl/>
        </w:rPr>
        <w:br w:type="page"/>
      </w:r>
    </w:p>
    <w:p w:rsidR="001F628F" w:rsidRDefault="001F628F" w:rsidP="00172356">
      <w:pPr>
        <w:pStyle w:val="libNormal"/>
        <w:rPr>
          <w:rtl/>
        </w:rPr>
      </w:pPr>
      <w:r>
        <w:rPr>
          <w:rFonts w:hint="eastAsia"/>
          <w:rtl/>
        </w:rPr>
        <w:lastRenderedPageBreak/>
        <w:t>ان</w:t>
      </w:r>
      <w:r>
        <w:rPr>
          <w:rtl/>
        </w:rPr>
        <w:t xml:space="preserve"> كى استقامت، 15/ 11; ان كى ذمہ دراى ، 15/ 11</w:t>
      </w:r>
    </w:p>
    <w:p w:rsidR="001F628F" w:rsidRDefault="001F628F" w:rsidP="00172356">
      <w:pPr>
        <w:pStyle w:val="libNormal"/>
        <w:rPr>
          <w:rtl/>
        </w:rPr>
      </w:pPr>
      <w:r>
        <w:rPr>
          <w:rFonts w:hint="eastAsia"/>
          <w:rtl/>
        </w:rPr>
        <w:t>رنگ</w:t>
      </w:r>
      <w:r>
        <w:rPr>
          <w:rtl/>
        </w:rPr>
        <w:t>:</w:t>
      </w:r>
      <w:r>
        <w:rPr>
          <w:rFonts w:hint="eastAsia"/>
          <w:rtl/>
        </w:rPr>
        <w:t>ر</w:t>
      </w:r>
      <w:r>
        <w:rPr>
          <w:rtl/>
        </w:rPr>
        <w:t>_ك بصيرت ، شہد، نباتات اور موجودات</w:t>
      </w:r>
    </w:p>
    <w:p w:rsidR="001F628F" w:rsidRDefault="001F628F" w:rsidP="00172356">
      <w:pPr>
        <w:pStyle w:val="libNormal"/>
        <w:rPr>
          <w:rtl/>
        </w:rPr>
      </w:pPr>
      <w:r>
        <w:rPr>
          <w:rFonts w:hint="eastAsia"/>
          <w:rtl/>
        </w:rPr>
        <w:t>رسوم</w:t>
      </w:r>
      <w:r>
        <w:rPr>
          <w:rtl/>
        </w:rPr>
        <w:t>:</w:t>
      </w:r>
      <w:r>
        <w:rPr>
          <w:rFonts w:hint="eastAsia"/>
          <w:rtl/>
        </w:rPr>
        <w:t>ر</w:t>
      </w:r>
      <w:r>
        <w:rPr>
          <w:rtl/>
        </w:rPr>
        <w:t>_ك جاہليت اور قوم لوط</w:t>
      </w:r>
      <w:r w:rsidR="00367F17" w:rsidRPr="00367F17">
        <w:rPr>
          <w:rStyle w:val="libAlaemChar"/>
          <w:rtl/>
        </w:rPr>
        <w:t xml:space="preserve"> عليه‌السلام </w:t>
      </w:r>
    </w:p>
    <w:p w:rsidR="001F628F" w:rsidRDefault="001F628F" w:rsidP="00172356">
      <w:pPr>
        <w:pStyle w:val="libNormal"/>
        <w:rPr>
          <w:rtl/>
        </w:rPr>
      </w:pPr>
      <w:r>
        <w:rPr>
          <w:rFonts w:hint="eastAsia"/>
          <w:rtl/>
        </w:rPr>
        <w:t>رشد</w:t>
      </w:r>
      <w:r>
        <w:rPr>
          <w:rtl/>
        </w:rPr>
        <w:t>:</w:t>
      </w:r>
      <w:r>
        <w:rPr>
          <w:rFonts w:hint="eastAsia"/>
          <w:rtl/>
        </w:rPr>
        <w:t>معاشرتي</w:t>
      </w:r>
      <w:r>
        <w:rPr>
          <w:rtl/>
        </w:rPr>
        <w:t>_، اس كے عوامل ، 16/ 112 ، 113; _ كے عوامل، 16/ 89</w:t>
      </w:r>
      <w:r>
        <w:rPr>
          <w:rFonts w:hint="eastAsia"/>
          <w:rtl/>
        </w:rPr>
        <w:t>نيز</w:t>
      </w:r>
      <w:r>
        <w:rPr>
          <w:rtl/>
        </w:rPr>
        <w:t xml:space="preserve"> ر_ك اقتصاد، لوگ اور نعمت</w:t>
      </w:r>
    </w:p>
    <w:p w:rsidR="001F628F" w:rsidRDefault="001F628F" w:rsidP="001F628F">
      <w:pPr>
        <w:pStyle w:val="libNormal"/>
        <w:rPr>
          <w:rtl/>
        </w:rPr>
      </w:pPr>
      <w:r>
        <w:rPr>
          <w:rFonts w:hint="eastAsia"/>
          <w:rtl/>
        </w:rPr>
        <w:t>رفاقت</w:t>
      </w:r>
      <w:r>
        <w:rPr>
          <w:rtl/>
        </w:rPr>
        <w:t>:ر_ك دوستي</w:t>
      </w:r>
    </w:p>
    <w:p w:rsidR="001F628F" w:rsidRDefault="001F628F" w:rsidP="00C45EAC">
      <w:pPr>
        <w:pStyle w:val="libNormal"/>
        <w:rPr>
          <w:rtl/>
        </w:rPr>
      </w:pPr>
      <w:r>
        <w:rPr>
          <w:rFonts w:hint="eastAsia"/>
          <w:rtl/>
        </w:rPr>
        <w:t>روابط</w:t>
      </w:r>
      <w:r>
        <w:rPr>
          <w:rtl/>
        </w:rPr>
        <w:t>:</w:t>
      </w:r>
      <w:r>
        <w:rPr>
          <w:rFonts w:hint="eastAsia"/>
          <w:rtl/>
        </w:rPr>
        <w:t>معاشرتى</w:t>
      </w:r>
      <w:r>
        <w:rPr>
          <w:rtl/>
        </w:rPr>
        <w:t xml:space="preserve"> _، ان مي</w:t>
      </w:r>
      <w:r w:rsidR="00083993">
        <w:rPr>
          <w:rtl/>
        </w:rPr>
        <w:t xml:space="preserve">ں </w:t>
      </w:r>
      <w:r>
        <w:rPr>
          <w:rtl/>
        </w:rPr>
        <w:t>احسان، 16/ 90;ان كے اصول،16/ 92; ان كى سلامتى كى اہميت، 16/ 90; ان مي</w:t>
      </w:r>
      <w:r w:rsidR="00083993">
        <w:rPr>
          <w:rtl/>
        </w:rPr>
        <w:t xml:space="preserve">ں </w:t>
      </w:r>
      <w:r>
        <w:rPr>
          <w:rtl/>
        </w:rPr>
        <w:t>عدالت، 16/90; دينى _ ان كى قدر و قيمت، 14/ 36</w:t>
      </w:r>
    </w:p>
    <w:p w:rsidR="001F628F" w:rsidRDefault="001F628F" w:rsidP="00C45EAC">
      <w:pPr>
        <w:pStyle w:val="libNormal"/>
        <w:rPr>
          <w:rtl/>
        </w:rPr>
      </w:pPr>
      <w:r>
        <w:rPr>
          <w:rFonts w:hint="eastAsia"/>
          <w:rtl/>
        </w:rPr>
        <w:t>روايت</w:t>
      </w:r>
      <w:r>
        <w:rPr>
          <w:rtl/>
        </w:rPr>
        <w:t>:14/ 5، 7، 12، 14، 15، 16، 17، 18، 21، 22، 24، 25، 26، 27،28، 31، 35،36 ،37،48 ، 50 ، 15/ 1، 2 ، 16 ،17، 18، 19، 21، 22، 24، 27، 29، 30، 34، 35، 37،38، 41،42، 43، 44، 46، 52، 53، 63،65، 70، 71،78، 85، 87، 90، 91، 94، 95، 16 /1، 2، 16، 25، 26، 27، 32، 40، 43</w:t>
      </w:r>
      <w:r>
        <w:rPr>
          <w:rFonts w:hint="eastAsia"/>
          <w:rtl/>
        </w:rPr>
        <w:t>،</w:t>
      </w:r>
      <w:r>
        <w:rPr>
          <w:rtl/>
        </w:rPr>
        <w:t xml:space="preserve"> 44، 45، 52، 60، 61، 67، 68، 69، 70، 72، 75، 88، 90، 92، 97 ، 98، 99، 90 ، 100 ، 102، 106، 112، 125، 126</w:t>
      </w:r>
    </w:p>
    <w:p w:rsidR="001F628F" w:rsidRDefault="001F628F" w:rsidP="00C45EAC">
      <w:pPr>
        <w:pStyle w:val="libNormal"/>
        <w:rPr>
          <w:rtl/>
        </w:rPr>
      </w:pPr>
      <w:r>
        <w:rPr>
          <w:rFonts w:hint="eastAsia"/>
          <w:rtl/>
        </w:rPr>
        <w:t>رشتہ</w:t>
      </w:r>
      <w:r>
        <w:rPr>
          <w:rtl/>
        </w:rPr>
        <w:t xml:space="preserve"> دار:_و</w:t>
      </w:r>
      <w:r w:rsidR="00083993">
        <w:rPr>
          <w:rtl/>
        </w:rPr>
        <w:t xml:space="preserve">ں </w:t>
      </w:r>
      <w:r>
        <w:rPr>
          <w:rtl/>
        </w:rPr>
        <w:t>پر احسان، 16/ 90; _و</w:t>
      </w:r>
      <w:r w:rsidR="00083993">
        <w:rPr>
          <w:rtl/>
        </w:rPr>
        <w:t xml:space="preserve">ں </w:t>
      </w:r>
      <w:r>
        <w:rPr>
          <w:rtl/>
        </w:rPr>
        <w:t>كى امداد،16/ 73 ; _و</w:t>
      </w:r>
      <w:r w:rsidR="00083993">
        <w:rPr>
          <w:rtl/>
        </w:rPr>
        <w:t xml:space="preserve">ں </w:t>
      </w:r>
      <w:r>
        <w:rPr>
          <w:rtl/>
        </w:rPr>
        <w:t>كى اہميت، 16/ 72; _و</w:t>
      </w:r>
      <w:r w:rsidR="00083993">
        <w:rPr>
          <w:rtl/>
        </w:rPr>
        <w:t xml:space="preserve">ں </w:t>
      </w:r>
      <w:r>
        <w:rPr>
          <w:rtl/>
        </w:rPr>
        <w:t>كو بخشش، 16/ 90</w:t>
      </w:r>
      <w:r>
        <w:rPr>
          <w:rFonts w:hint="eastAsia"/>
          <w:rtl/>
        </w:rPr>
        <w:t>نيز</w:t>
      </w:r>
      <w:r>
        <w:rPr>
          <w:rtl/>
        </w:rPr>
        <w:t xml:space="preserve"> ر_ك رشتہ دارى اور نعمت</w:t>
      </w:r>
    </w:p>
    <w:p w:rsidR="001F628F" w:rsidRDefault="001F628F" w:rsidP="00C45EAC">
      <w:pPr>
        <w:pStyle w:val="libNormal"/>
        <w:rPr>
          <w:rtl/>
        </w:rPr>
      </w:pPr>
      <w:r>
        <w:rPr>
          <w:rFonts w:hint="eastAsia"/>
          <w:rtl/>
        </w:rPr>
        <w:t>رشتہ</w:t>
      </w:r>
      <w:r>
        <w:rPr>
          <w:rtl/>
        </w:rPr>
        <w:t xml:space="preserve"> داري:_ كے آثار ، 16/ 90;_ كے حقوق، ان كى رعايت كى اہميت، 16/ 90; اس كاپيش خيمہ، 16/ 90; _ كے تعلقات، ان كى قدرو قيمت، 14/ 36; ان كى اہميت، 16/ 90</w:t>
      </w:r>
      <w:r>
        <w:rPr>
          <w:rFonts w:hint="eastAsia"/>
          <w:rtl/>
        </w:rPr>
        <w:t>نيز</w:t>
      </w:r>
      <w:r>
        <w:rPr>
          <w:rtl/>
        </w:rPr>
        <w:t xml:space="preserve"> ر_ك پاكيزہ افراد، رشتہ دارى اور داماد</w:t>
      </w:r>
    </w:p>
    <w:p w:rsidR="001F628F" w:rsidRDefault="001F628F" w:rsidP="00C45EAC">
      <w:pPr>
        <w:pStyle w:val="libNormal"/>
        <w:rPr>
          <w:rtl/>
        </w:rPr>
      </w:pPr>
      <w:r>
        <w:rPr>
          <w:rFonts w:hint="eastAsia"/>
          <w:rtl/>
        </w:rPr>
        <w:t>رگو</w:t>
      </w:r>
      <w:r w:rsidR="00083993">
        <w:rPr>
          <w:rFonts w:hint="eastAsia"/>
          <w:rtl/>
        </w:rPr>
        <w:t xml:space="preserve">ں </w:t>
      </w:r>
      <w:r>
        <w:rPr>
          <w:rtl/>
        </w:rPr>
        <w:t>كا پھول جانا: (ايك بيماري)</w:t>
      </w:r>
      <w:r>
        <w:rPr>
          <w:rFonts w:hint="eastAsia"/>
          <w:rtl/>
        </w:rPr>
        <w:t>ر</w:t>
      </w:r>
      <w:r>
        <w:rPr>
          <w:rtl/>
        </w:rPr>
        <w:t>_ك قرآنى تشبہات</w:t>
      </w:r>
    </w:p>
    <w:p w:rsidR="001F628F" w:rsidRDefault="001F628F" w:rsidP="00C45EAC">
      <w:pPr>
        <w:pStyle w:val="libNormal"/>
        <w:rPr>
          <w:rtl/>
        </w:rPr>
      </w:pPr>
      <w:r>
        <w:rPr>
          <w:rFonts w:hint="eastAsia"/>
          <w:rtl/>
        </w:rPr>
        <w:t>ر</w:t>
      </w:r>
      <w:r>
        <w:rPr>
          <w:rtl/>
        </w:rPr>
        <w:t xml:space="preserve"> وح:_كى اہميت، 15/ 29; _كى حقيقت ، 16/12; _مي</w:t>
      </w:r>
      <w:r w:rsidR="00083993">
        <w:rPr>
          <w:rtl/>
        </w:rPr>
        <w:t xml:space="preserve">ں </w:t>
      </w:r>
      <w:r>
        <w:rPr>
          <w:rtl/>
        </w:rPr>
        <w:t>موثر عوامل، 14/ 37; _كا قابض، 16/28، 32، 70; _كى لطافت، 15/ 29; _سے مراد، 15/ 29، 16/2; نفخ_، اس كى كيفيت، 15/ 29; _كا نقش ، 16/ 70</w:t>
      </w:r>
      <w:r>
        <w:rPr>
          <w:rFonts w:hint="eastAsia"/>
          <w:rtl/>
        </w:rPr>
        <w:t>نيز</w:t>
      </w:r>
      <w:r>
        <w:rPr>
          <w:rtl/>
        </w:rPr>
        <w:t xml:space="preserve"> ر_ك آدم </w:t>
      </w:r>
      <w:r w:rsidR="00367F17" w:rsidRPr="00367F17">
        <w:rPr>
          <w:rStyle w:val="libAlaemChar"/>
          <w:rtl/>
        </w:rPr>
        <w:t xml:space="preserve"> عليه‌السلام </w:t>
      </w:r>
      <w:r>
        <w:rPr>
          <w:rtl/>
        </w:rPr>
        <w:t xml:space="preserve"> اور انسان</w:t>
      </w:r>
    </w:p>
    <w:p w:rsidR="001F628F" w:rsidRDefault="001F628F" w:rsidP="00C45EAC">
      <w:pPr>
        <w:pStyle w:val="libNormal"/>
        <w:rPr>
          <w:rtl/>
        </w:rPr>
      </w:pPr>
      <w:r>
        <w:rPr>
          <w:rFonts w:hint="eastAsia"/>
          <w:rtl/>
        </w:rPr>
        <w:t>روح</w:t>
      </w:r>
      <w:r>
        <w:rPr>
          <w:rtl/>
        </w:rPr>
        <w:t xml:space="preserve"> القدس:_سے مراد، 16/ 102</w:t>
      </w:r>
    </w:p>
    <w:p w:rsidR="001F628F" w:rsidRDefault="001F628F" w:rsidP="001F628F">
      <w:pPr>
        <w:pStyle w:val="libNormal"/>
        <w:rPr>
          <w:rtl/>
        </w:rPr>
      </w:pPr>
      <w:r>
        <w:rPr>
          <w:rFonts w:hint="eastAsia"/>
          <w:rtl/>
        </w:rPr>
        <w:t>روزي</w:t>
      </w:r>
      <w:r>
        <w:rPr>
          <w:rtl/>
        </w:rPr>
        <w:t>:</w:t>
      </w:r>
    </w:p>
    <w:p w:rsidR="00C45EAC" w:rsidRDefault="001E7F9D" w:rsidP="00F73EDE">
      <w:pPr>
        <w:pStyle w:val="libPoemTini"/>
        <w:rPr>
          <w:rtl/>
        </w:rPr>
      </w:pPr>
      <w:r>
        <w:rPr>
          <w:rtl/>
        </w:rPr>
        <w:br w:type="page"/>
      </w:r>
    </w:p>
    <w:p w:rsidR="001F628F" w:rsidRDefault="001F628F" w:rsidP="00C45EAC">
      <w:pPr>
        <w:pStyle w:val="libNormal"/>
        <w:rPr>
          <w:rtl/>
        </w:rPr>
      </w:pPr>
      <w:r>
        <w:rPr>
          <w:rtl/>
        </w:rPr>
        <w:lastRenderedPageBreak/>
        <w:t xml:space="preserve">_كا اضافہ،اس كا سرچشمہ، 16/ 71; _كى حلّيت، اس كا فلسفہ، 16/ 114; پاكيزہ_، 16/ 114; اس كى حرمت، 16/ 114; پسنديدہ _، 16/ 67، 75; حرام_، 16 / 14، حلال _، 16 / 75، 114; اس سے استفادہ ، 16/ 114; اس سے استفادہ كے آثار، 16/ 114; اس سے استفادہ كا ترك، 16/ 72; _كے </w:t>
      </w:r>
      <w:r>
        <w:rPr>
          <w:rFonts w:hint="eastAsia"/>
          <w:rtl/>
        </w:rPr>
        <w:t>عوامل</w:t>
      </w:r>
      <w:r>
        <w:rPr>
          <w:rtl/>
        </w:rPr>
        <w:t xml:space="preserve"> ، 16/ 73; _كا سرچشمہ، 14/ 31، 15/ 20، 16/ 56، 75، 114</w:t>
      </w:r>
      <w:r>
        <w:rPr>
          <w:rFonts w:hint="eastAsia"/>
          <w:rtl/>
        </w:rPr>
        <w:t>نيز</w:t>
      </w:r>
      <w:r>
        <w:rPr>
          <w:rtl/>
        </w:rPr>
        <w:t xml:space="preserve"> ر_ك انسان، خدا ، مشركين، موجودات اور نعمت</w:t>
      </w:r>
    </w:p>
    <w:p w:rsidR="001F628F" w:rsidRDefault="001F628F" w:rsidP="00C45EAC">
      <w:pPr>
        <w:pStyle w:val="libNormal"/>
        <w:rPr>
          <w:rtl/>
        </w:rPr>
      </w:pPr>
      <w:r>
        <w:rPr>
          <w:rFonts w:hint="eastAsia"/>
          <w:rtl/>
        </w:rPr>
        <w:t>روشن</w:t>
      </w:r>
      <w:r>
        <w:rPr>
          <w:rtl/>
        </w:rPr>
        <w:t xml:space="preserve"> فكري:_كے دعوى دار، 16/ 24</w:t>
      </w:r>
    </w:p>
    <w:p w:rsidR="001F628F" w:rsidRDefault="001F628F" w:rsidP="00C45EAC">
      <w:pPr>
        <w:pStyle w:val="libNormal"/>
        <w:rPr>
          <w:rtl/>
        </w:rPr>
      </w:pPr>
      <w:r>
        <w:rPr>
          <w:rFonts w:hint="eastAsia"/>
          <w:rtl/>
        </w:rPr>
        <w:t>روش</w:t>
      </w:r>
      <w:r>
        <w:rPr>
          <w:rtl/>
        </w:rPr>
        <w:t xml:space="preserve"> شناسي:</w:t>
      </w:r>
      <w:r>
        <w:rPr>
          <w:rFonts w:hint="eastAsia"/>
          <w:rtl/>
        </w:rPr>
        <w:t>ر</w:t>
      </w:r>
      <w:r>
        <w:rPr>
          <w:rtl/>
        </w:rPr>
        <w:t>_ك موعظہ</w:t>
      </w:r>
    </w:p>
    <w:p w:rsidR="001F628F" w:rsidRDefault="001F628F" w:rsidP="00C45EAC">
      <w:pPr>
        <w:pStyle w:val="libNormal"/>
        <w:rPr>
          <w:rtl/>
        </w:rPr>
      </w:pPr>
      <w:r>
        <w:rPr>
          <w:rFonts w:hint="eastAsia"/>
          <w:rtl/>
        </w:rPr>
        <w:t>رياست</w:t>
      </w:r>
      <w:r>
        <w:rPr>
          <w:rtl/>
        </w:rPr>
        <w:t xml:space="preserve"> طلبي:</w:t>
      </w:r>
      <w:r>
        <w:rPr>
          <w:rFonts w:hint="eastAsia"/>
          <w:rtl/>
        </w:rPr>
        <w:t>ر</w:t>
      </w:r>
      <w:r>
        <w:rPr>
          <w:rtl/>
        </w:rPr>
        <w:t>_ك قائدي</w:t>
      </w:r>
      <w:r w:rsidR="00083993">
        <w:rPr>
          <w:rtl/>
        </w:rPr>
        <w:t xml:space="preserve">ں </w:t>
      </w:r>
    </w:p>
    <w:p w:rsidR="001F628F" w:rsidRDefault="001F628F" w:rsidP="00C45EAC">
      <w:pPr>
        <w:pStyle w:val="Heading2Center"/>
        <w:rPr>
          <w:rtl/>
        </w:rPr>
      </w:pPr>
      <w:bookmarkStart w:id="294" w:name="_Toc28081972"/>
      <w:r>
        <w:rPr>
          <w:rtl/>
        </w:rPr>
        <w:t>''ز''</w:t>
      </w:r>
      <w:bookmarkEnd w:id="294"/>
    </w:p>
    <w:p w:rsidR="001F628F" w:rsidRDefault="001F628F" w:rsidP="00C45EAC">
      <w:pPr>
        <w:pStyle w:val="libNormal"/>
        <w:rPr>
          <w:rtl/>
        </w:rPr>
      </w:pPr>
      <w:r>
        <w:rPr>
          <w:rFonts w:hint="eastAsia"/>
          <w:rtl/>
        </w:rPr>
        <w:t>زبردستي</w:t>
      </w:r>
      <w:r>
        <w:rPr>
          <w:rtl/>
        </w:rPr>
        <w:t>:</w:t>
      </w:r>
      <w:r>
        <w:rPr>
          <w:rFonts w:hint="eastAsia"/>
          <w:rtl/>
        </w:rPr>
        <w:t>ر</w:t>
      </w:r>
      <w:r>
        <w:rPr>
          <w:rtl/>
        </w:rPr>
        <w:t>_ك كفار</w:t>
      </w:r>
      <w:r w:rsidR="00C45EAC">
        <w:rPr>
          <w:rFonts w:hint="cs"/>
          <w:rtl/>
        </w:rPr>
        <w:t>//</w:t>
      </w:r>
      <w:r>
        <w:rPr>
          <w:rFonts w:hint="eastAsia"/>
          <w:rtl/>
        </w:rPr>
        <w:t>زمان</w:t>
      </w:r>
      <w:r>
        <w:rPr>
          <w:rtl/>
        </w:rPr>
        <w:t>:_و</w:t>
      </w:r>
      <w:r w:rsidR="00083993">
        <w:rPr>
          <w:rtl/>
        </w:rPr>
        <w:t xml:space="preserve">ں </w:t>
      </w:r>
      <w:r>
        <w:rPr>
          <w:rtl/>
        </w:rPr>
        <w:t>كا تفاوت، 14/ 5</w:t>
      </w:r>
    </w:p>
    <w:p w:rsidR="001F628F" w:rsidRDefault="001F628F" w:rsidP="00C45EAC">
      <w:pPr>
        <w:pStyle w:val="libNormal"/>
        <w:rPr>
          <w:rtl/>
        </w:rPr>
      </w:pPr>
      <w:r>
        <w:rPr>
          <w:rFonts w:hint="eastAsia"/>
          <w:rtl/>
        </w:rPr>
        <w:t>زمين</w:t>
      </w:r>
      <w:r>
        <w:rPr>
          <w:rtl/>
        </w:rPr>
        <w:t>:_ كا آرام و سكون، اس كے عوامل، 16/ 15; _كا احيائ، 16/ 65; اس كے عوامل، 16/ 65; اس كا سرچشمہ، 16/ 65; _سے استفادہ 15/20; _كے وسائل، 15/ 20; _كى تاريخ، 15/ 19، 16/ 10،65; _ كى تبديلى ، 14/ 48; اس كا فلسفہ، 140/ 51; _كا مسطح كرنا، 15/ 19; _ كا ثبات، اس كے عوا</w:t>
      </w:r>
      <w:r>
        <w:rPr>
          <w:rFonts w:hint="eastAsia"/>
          <w:rtl/>
        </w:rPr>
        <w:t>مل،</w:t>
      </w:r>
      <w:r>
        <w:rPr>
          <w:rtl/>
        </w:rPr>
        <w:t xml:space="preserve"> 15/ 19; _ كا خالق، 14/ 10، 32، 16/ 3; _ كى خلقت، 14/ 19، 32، 15/ 19، 16/ 3; اس كى حقانيت، 15/ 85; اس كى عظمت، 14/19; اس كا بامقصد ہونا، 14/ 19; _ قيامت كے دن، 14/ 48; _ كا شگافتہ ہونا، 14/ 10; _كا غيب، 16/ 77; _ مي</w:t>
      </w:r>
      <w:r w:rsidR="00083993">
        <w:rPr>
          <w:rtl/>
        </w:rPr>
        <w:t xml:space="preserve">ں </w:t>
      </w:r>
      <w:r>
        <w:rPr>
          <w:rtl/>
        </w:rPr>
        <w:t>دھنسنا، 16/45; اس كے اسباب، 16/ 45;_ كے فوائد، 15/ 20، 16/73; _كى وسعت، 15/ 19; _كى لرزش، اس كے موانع، 16/ 15; _كے موجودات، 14/ 10، 15/ 20; ان كا مالك، 14/ 2; _ كے ناہمواريا</w:t>
      </w:r>
      <w:r w:rsidR="00083993">
        <w:rPr>
          <w:rtl/>
        </w:rPr>
        <w:t xml:space="preserve">ں </w:t>
      </w:r>
      <w:r>
        <w:rPr>
          <w:rtl/>
        </w:rPr>
        <w:t>، اس كے فوائد، 16/ 15; _ كا نقش ، 15/20</w:t>
      </w:r>
      <w:r>
        <w:rPr>
          <w:rFonts w:hint="eastAsia"/>
          <w:rtl/>
        </w:rPr>
        <w:t>نيز</w:t>
      </w:r>
      <w:r>
        <w:rPr>
          <w:rtl/>
        </w:rPr>
        <w:t xml:space="preserve"> ر_ك آخرت ،عذاب اور قيامت</w:t>
      </w:r>
    </w:p>
    <w:p w:rsidR="00C45EAC" w:rsidRDefault="001F628F" w:rsidP="00C45EAC">
      <w:pPr>
        <w:pStyle w:val="libNormal"/>
        <w:rPr>
          <w:rtl/>
        </w:rPr>
      </w:pPr>
      <w:r>
        <w:rPr>
          <w:rFonts w:hint="eastAsia"/>
          <w:rtl/>
        </w:rPr>
        <w:t>زندگي</w:t>
      </w:r>
      <w:r>
        <w:rPr>
          <w:rtl/>
        </w:rPr>
        <w:t>:_مي</w:t>
      </w:r>
      <w:r w:rsidR="00083993">
        <w:rPr>
          <w:rtl/>
        </w:rPr>
        <w:t xml:space="preserve">ں </w:t>
      </w:r>
      <w:r>
        <w:rPr>
          <w:rtl/>
        </w:rPr>
        <w:t>ايمان ، 16/ 97; _كا پروگرام، بہترين پروگرام ، 16/ 89;_ كى مادى ضروريات كى فراہمى ، اس كى اہميت، 16/ 107; _ اخروى ، 14/ 48; قابل قدر _، 16/ 97; بے وقعت_، 16/ 70; پاكيزہ_، اس كا پيش خيمہ، 16/ 97; دنياوى _، 14/ 48; اس كى محدوديت، 16/ 80; اس سے محروميت، 16/ 53; اس مي</w:t>
      </w:r>
      <w:r w:rsidR="00083993">
        <w:rPr>
          <w:rtl/>
        </w:rPr>
        <w:t xml:space="preserve">ں </w:t>
      </w:r>
      <w:r>
        <w:rPr>
          <w:rtl/>
        </w:rPr>
        <w:t>نعمت، 16 / 53; اس كى خصوصيات، 16/ 92; ناپسنديدہ_، 5/ 3;</w:t>
      </w:r>
      <w:r w:rsidR="001E7F9D">
        <w:rPr>
          <w:rtl/>
        </w:rPr>
        <w:cr/>
      </w:r>
      <w:r w:rsidR="001E7F9D" w:rsidRPr="00F73EDE">
        <w:rPr>
          <w:rStyle w:val="libPoemTiniChar0"/>
          <w:rtl/>
        </w:rPr>
        <w:br w:type="page"/>
      </w:r>
    </w:p>
    <w:p w:rsidR="001F628F" w:rsidRDefault="001F628F" w:rsidP="00C45EAC">
      <w:pPr>
        <w:pStyle w:val="libNormal"/>
        <w:rPr>
          <w:rtl/>
        </w:rPr>
      </w:pPr>
      <w:r>
        <w:rPr>
          <w:rFonts w:hint="eastAsia"/>
          <w:rtl/>
        </w:rPr>
        <w:lastRenderedPageBreak/>
        <w:t>سلامت</w:t>
      </w:r>
      <w:r>
        <w:rPr>
          <w:rtl/>
        </w:rPr>
        <w:t xml:space="preserve"> _ ،اس كے عوامل ، 16/97;_مي</w:t>
      </w:r>
      <w:r w:rsidR="00083993">
        <w:rPr>
          <w:rtl/>
        </w:rPr>
        <w:t xml:space="preserve">ں </w:t>
      </w:r>
      <w:r>
        <w:rPr>
          <w:rtl/>
        </w:rPr>
        <w:t>عمل صالح ، 16/ 97; _ مي</w:t>
      </w:r>
      <w:r w:rsidR="00083993">
        <w:rPr>
          <w:rtl/>
        </w:rPr>
        <w:t xml:space="preserve">ں </w:t>
      </w:r>
      <w:r>
        <w:rPr>
          <w:rtl/>
        </w:rPr>
        <w:t>موثر عوامل، 14/ 14</w:t>
      </w:r>
      <w:r>
        <w:rPr>
          <w:rFonts w:hint="eastAsia"/>
          <w:rtl/>
        </w:rPr>
        <w:t>نيز</w:t>
      </w:r>
      <w:r>
        <w:rPr>
          <w:rtl/>
        </w:rPr>
        <w:t xml:space="preserve"> ر_ك انسان، عورت، شہد كى مكھى ، ظالم افراد، مرد اور معاش</w:t>
      </w:r>
    </w:p>
    <w:p w:rsidR="001F628F" w:rsidRDefault="001F628F" w:rsidP="00C45EAC">
      <w:pPr>
        <w:pStyle w:val="libNormal"/>
        <w:rPr>
          <w:rtl/>
        </w:rPr>
      </w:pPr>
      <w:r>
        <w:rPr>
          <w:rFonts w:hint="eastAsia"/>
          <w:rtl/>
        </w:rPr>
        <w:t>زہد</w:t>
      </w:r>
      <w:r>
        <w:rPr>
          <w:rtl/>
        </w:rPr>
        <w:t>:_كى اہميت، 15/ 88; _كى تشويق، 15/ 23; _كا پيش خيمہ، 16/ 107; ناپسنديدہ_، 16/ 72</w:t>
      </w:r>
      <w:r>
        <w:rPr>
          <w:rFonts w:hint="eastAsia"/>
          <w:rtl/>
        </w:rPr>
        <w:t>نيز</w:t>
      </w:r>
      <w:r>
        <w:rPr>
          <w:rtl/>
        </w:rPr>
        <w:t xml:space="preserve"> ر_ك دينى قائدين</w:t>
      </w:r>
    </w:p>
    <w:p w:rsidR="001F628F" w:rsidRDefault="001F628F" w:rsidP="00C45EAC">
      <w:pPr>
        <w:pStyle w:val="libNormal"/>
        <w:rPr>
          <w:rtl/>
        </w:rPr>
      </w:pPr>
      <w:r>
        <w:rPr>
          <w:rFonts w:hint="eastAsia"/>
          <w:rtl/>
        </w:rPr>
        <w:t>زيا</w:t>
      </w:r>
      <w:r w:rsidR="00083993">
        <w:rPr>
          <w:rFonts w:hint="eastAsia"/>
          <w:rtl/>
        </w:rPr>
        <w:t xml:space="preserve">ں </w:t>
      </w:r>
      <w:r>
        <w:rPr>
          <w:rtl/>
        </w:rPr>
        <w:t>:</w:t>
      </w:r>
      <w:r>
        <w:rPr>
          <w:rFonts w:hint="eastAsia"/>
          <w:rtl/>
        </w:rPr>
        <w:t>اخروى</w:t>
      </w:r>
      <w:r>
        <w:rPr>
          <w:rtl/>
        </w:rPr>
        <w:t xml:space="preserve"> _كى تشخيص، اس كے عوامل ، 16/ 109; اس كے مدارد، 14/ 15</w:t>
      </w:r>
      <w:r>
        <w:rPr>
          <w:rFonts w:hint="eastAsia"/>
          <w:rtl/>
        </w:rPr>
        <w:t>نيز</w:t>
      </w:r>
      <w:r>
        <w:rPr>
          <w:rtl/>
        </w:rPr>
        <w:t xml:space="preserve"> ر_ك بدعت ، خدا ، خود، زيانكارافراد، قسم ، ظالم افراد، كفار اور منحرف افراد</w:t>
      </w:r>
    </w:p>
    <w:p w:rsidR="001F628F" w:rsidRDefault="001F628F" w:rsidP="001F628F">
      <w:pPr>
        <w:pStyle w:val="libNormal"/>
        <w:rPr>
          <w:rtl/>
        </w:rPr>
      </w:pPr>
      <w:r>
        <w:rPr>
          <w:rFonts w:hint="eastAsia"/>
          <w:rtl/>
        </w:rPr>
        <w:t>زيان</w:t>
      </w:r>
      <w:r>
        <w:rPr>
          <w:rtl/>
        </w:rPr>
        <w:t xml:space="preserve"> كار افراد:14/ 15; اخروى _، 16/ 109</w:t>
      </w:r>
    </w:p>
    <w:p w:rsidR="001F628F" w:rsidRDefault="001F628F" w:rsidP="00C45EAC">
      <w:pPr>
        <w:pStyle w:val="libNormal"/>
        <w:rPr>
          <w:rtl/>
        </w:rPr>
      </w:pPr>
      <w:r>
        <w:rPr>
          <w:rFonts w:hint="eastAsia"/>
          <w:rtl/>
        </w:rPr>
        <w:t>زيبائي</w:t>
      </w:r>
      <w:r>
        <w:rPr>
          <w:rtl/>
        </w:rPr>
        <w:t>:_كى قدر و قيمت، 15 /16;_كا سرچشمہ ، 16/ 75</w:t>
      </w:r>
      <w:r>
        <w:rPr>
          <w:rFonts w:hint="eastAsia"/>
          <w:rtl/>
        </w:rPr>
        <w:t>ينز</w:t>
      </w:r>
      <w:r>
        <w:rPr>
          <w:rtl/>
        </w:rPr>
        <w:t xml:space="preserve"> ر_ك خلقت ، چوپائے ، زيبائي طلبي، زينت اور ميلانات</w:t>
      </w:r>
    </w:p>
    <w:p w:rsidR="001F628F" w:rsidRDefault="001F628F" w:rsidP="00C45EAC">
      <w:pPr>
        <w:pStyle w:val="libNormal"/>
        <w:rPr>
          <w:rtl/>
        </w:rPr>
      </w:pPr>
      <w:r>
        <w:rPr>
          <w:rFonts w:hint="eastAsia"/>
          <w:rtl/>
        </w:rPr>
        <w:t>زمين</w:t>
      </w:r>
      <w:r>
        <w:rPr>
          <w:rtl/>
        </w:rPr>
        <w:t xml:space="preserve"> پررينگنے والے جانور:_و</w:t>
      </w:r>
      <w:r w:rsidR="00083993">
        <w:rPr>
          <w:rtl/>
        </w:rPr>
        <w:t xml:space="preserve">ں </w:t>
      </w:r>
      <w:r>
        <w:rPr>
          <w:rtl/>
        </w:rPr>
        <w:t>كى فرمانبردارى ، 16/ 49; _ كى توحيد عبادي، 16/49; _آسمانى مادى ، 16/49;_ اور استكبار ، 16/ 49;_ و</w:t>
      </w:r>
      <w:r w:rsidR="00083993">
        <w:rPr>
          <w:rtl/>
        </w:rPr>
        <w:t xml:space="preserve">ں </w:t>
      </w:r>
      <w:r>
        <w:rPr>
          <w:rtl/>
        </w:rPr>
        <w:t>كا سجدہ، 16/49</w:t>
      </w:r>
    </w:p>
    <w:p w:rsidR="001F628F" w:rsidRDefault="001F628F" w:rsidP="00C45EAC">
      <w:pPr>
        <w:pStyle w:val="libNormal"/>
        <w:rPr>
          <w:rtl/>
        </w:rPr>
      </w:pPr>
      <w:r>
        <w:rPr>
          <w:rFonts w:hint="eastAsia"/>
          <w:rtl/>
        </w:rPr>
        <w:t>زرعى</w:t>
      </w:r>
      <w:r>
        <w:rPr>
          <w:rtl/>
        </w:rPr>
        <w:t xml:space="preserve"> محصولات:_كو اُگانے والا، 16/ 11</w:t>
      </w:r>
    </w:p>
    <w:p w:rsidR="001F628F" w:rsidRDefault="001F628F" w:rsidP="00C45EAC">
      <w:pPr>
        <w:pStyle w:val="libNormal"/>
        <w:rPr>
          <w:rtl/>
        </w:rPr>
      </w:pPr>
      <w:r>
        <w:rPr>
          <w:rFonts w:hint="eastAsia"/>
          <w:rtl/>
        </w:rPr>
        <w:t>زيبائي</w:t>
      </w:r>
      <w:r>
        <w:rPr>
          <w:rtl/>
        </w:rPr>
        <w:t xml:space="preserve"> طلبي:_يك اہميت، 16/ 6</w:t>
      </w:r>
      <w:r>
        <w:rPr>
          <w:rFonts w:hint="eastAsia"/>
          <w:rtl/>
        </w:rPr>
        <w:t>نيز</w:t>
      </w:r>
      <w:r>
        <w:rPr>
          <w:rtl/>
        </w:rPr>
        <w:t xml:space="preserve"> ر_ك زيبائي</w:t>
      </w:r>
    </w:p>
    <w:p w:rsidR="001F628F" w:rsidRDefault="001F628F" w:rsidP="00C45EAC">
      <w:pPr>
        <w:pStyle w:val="libNormal"/>
        <w:rPr>
          <w:rtl/>
        </w:rPr>
      </w:pPr>
      <w:r>
        <w:rPr>
          <w:rFonts w:hint="eastAsia"/>
          <w:rtl/>
        </w:rPr>
        <w:t>زيتون</w:t>
      </w:r>
      <w:r>
        <w:rPr>
          <w:rtl/>
        </w:rPr>
        <w:t>:_كى قدر وقيمت، 16/ 11; _كادرخت، اس كو اگا نے والا، 16/ 11; اس كى پيدا</w:t>
      </w:r>
      <w:r w:rsidR="009F604A">
        <w:rPr>
          <w:rtl/>
        </w:rPr>
        <w:t>ئش</w:t>
      </w:r>
      <w:r>
        <w:rPr>
          <w:rtl/>
        </w:rPr>
        <w:t xml:space="preserve"> ،16 /11</w:t>
      </w:r>
    </w:p>
    <w:p w:rsidR="001F628F" w:rsidRDefault="001F628F" w:rsidP="00C45EAC">
      <w:pPr>
        <w:pStyle w:val="libNormal"/>
        <w:rPr>
          <w:rtl/>
        </w:rPr>
      </w:pPr>
      <w:r>
        <w:rPr>
          <w:rFonts w:hint="eastAsia"/>
          <w:rtl/>
        </w:rPr>
        <w:t>زينت</w:t>
      </w:r>
      <w:r>
        <w:rPr>
          <w:rtl/>
        </w:rPr>
        <w:t>:_سے استفادہ، 16/ 14; سمندرى _ي</w:t>
      </w:r>
      <w:r w:rsidR="00083993">
        <w:rPr>
          <w:rtl/>
        </w:rPr>
        <w:t xml:space="preserve">ں </w:t>
      </w:r>
      <w:r>
        <w:rPr>
          <w:rtl/>
        </w:rPr>
        <w:t>16/ 14; ان كا استخراج، 16/ 14; ان سے استفادہ، 16/ 14</w:t>
      </w:r>
      <w:r>
        <w:rPr>
          <w:rFonts w:hint="eastAsia"/>
          <w:rtl/>
        </w:rPr>
        <w:t>نيزر</w:t>
      </w:r>
      <w:r>
        <w:rPr>
          <w:rtl/>
        </w:rPr>
        <w:t>_ك گھوڑا ، خچر اور گدھ</w:t>
      </w:r>
      <w:r w:rsidR="00C45EAC">
        <w:rPr>
          <w:rFonts w:hint="cs"/>
          <w:rtl/>
        </w:rPr>
        <w:t>ا</w:t>
      </w:r>
    </w:p>
    <w:p w:rsidR="001F628F" w:rsidRDefault="001F628F" w:rsidP="001F628F">
      <w:pPr>
        <w:pStyle w:val="libNormal"/>
        <w:rPr>
          <w:rtl/>
        </w:rPr>
      </w:pPr>
      <w:r>
        <w:rPr>
          <w:rFonts w:hint="eastAsia"/>
          <w:rtl/>
        </w:rPr>
        <w:t>زيور</w:t>
      </w:r>
      <w:r>
        <w:rPr>
          <w:rtl/>
        </w:rPr>
        <w:t xml:space="preserve"> كے آلات :ر_ك ميلانات</w:t>
      </w:r>
    </w:p>
    <w:p w:rsidR="001F628F" w:rsidRDefault="001F628F" w:rsidP="00C45EAC">
      <w:pPr>
        <w:pStyle w:val="Heading2Center"/>
        <w:rPr>
          <w:rtl/>
        </w:rPr>
      </w:pPr>
      <w:bookmarkStart w:id="295" w:name="_Toc28081973"/>
      <w:r>
        <w:rPr>
          <w:rtl/>
        </w:rPr>
        <w:t>'' س''</w:t>
      </w:r>
      <w:bookmarkEnd w:id="295"/>
    </w:p>
    <w:p w:rsidR="001F628F" w:rsidRDefault="001F628F" w:rsidP="001F628F">
      <w:pPr>
        <w:pStyle w:val="libNormal"/>
        <w:rPr>
          <w:rtl/>
        </w:rPr>
      </w:pPr>
      <w:r>
        <w:rPr>
          <w:rFonts w:hint="eastAsia"/>
          <w:rtl/>
        </w:rPr>
        <w:t>الساعة</w:t>
      </w:r>
      <w:r>
        <w:rPr>
          <w:rtl/>
        </w:rPr>
        <w:t xml:space="preserve"> :15/85</w:t>
      </w:r>
    </w:p>
    <w:p w:rsidR="001F628F" w:rsidRDefault="001F628F" w:rsidP="00C45EAC">
      <w:pPr>
        <w:pStyle w:val="libNormal"/>
        <w:rPr>
          <w:rtl/>
        </w:rPr>
      </w:pPr>
      <w:r>
        <w:rPr>
          <w:rFonts w:hint="eastAsia"/>
          <w:rtl/>
        </w:rPr>
        <w:t>سائبان</w:t>
      </w:r>
      <w:r>
        <w:rPr>
          <w:rtl/>
        </w:rPr>
        <w:t>:</w:t>
      </w:r>
      <w:r>
        <w:rPr>
          <w:rFonts w:hint="eastAsia"/>
          <w:rtl/>
        </w:rPr>
        <w:t>ر</w:t>
      </w:r>
      <w:r>
        <w:rPr>
          <w:rtl/>
        </w:rPr>
        <w:t>_ك تعمير منازل</w:t>
      </w:r>
    </w:p>
    <w:p w:rsidR="00C45EAC" w:rsidRDefault="001F628F" w:rsidP="00C45EAC">
      <w:pPr>
        <w:pStyle w:val="libNormal"/>
        <w:rPr>
          <w:rtl/>
        </w:rPr>
      </w:pPr>
      <w:r>
        <w:rPr>
          <w:rFonts w:hint="eastAsia"/>
          <w:rtl/>
        </w:rPr>
        <w:t>سايہ</w:t>
      </w:r>
      <w:r>
        <w:rPr>
          <w:rtl/>
        </w:rPr>
        <w:t xml:space="preserve"> :_و</w:t>
      </w:r>
      <w:r w:rsidR="00083993">
        <w:rPr>
          <w:rtl/>
        </w:rPr>
        <w:t xml:space="preserve">ں </w:t>
      </w:r>
      <w:r>
        <w:rPr>
          <w:rtl/>
        </w:rPr>
        <w:t>كى فرمانبردارى ، 16/48; اس كے آثار ، 16/ 48; _و</w:t>
      </w:r>
      <w:r w:rsidR="00083993">
        <w:rPr>
          <w:rtl/>
        </w:rPr>
        <w:t xml:space="preserve">ں </w:t>
      </w:r>
      <w:r>
        <w:rPr>
          <w:rtl/>
        </w:rPr>
        <w:t>كى قدر و قيمت، 16/ 48; _و</w:t>
      </w:r>
      <w:r w:rsidR="00083993">
        <w:rPr>
          <w:rtl/>
        </w:rPr>
        <w:t xml:space="preserve">ں </w:t>
      </w:r>
      <w:r>
        <w:rPr>
          <w:rtl/>
        </w:rPr>
        <w:t>كا خضوع، 16/ 48; اس كے آثار، 16/ 48; _و</w:t>
      </w:r>
      <w:r w:rsidR="00083993">
        <w:rPr>
          <w:rtl/>
        </w:rPr>
        <w:t xml:space="preserve">ں </w:t>
      </w:r>
      <w:r>
        <w:rPr>
          <w:rtl/>
        </w:rPr>
        <w:t>كا سجدہ، 16/ 48; _و</w:t>
      </w:r>
      <w:r w:rsidR="00083993">
        <w:rPr>
          <w:rtl/>
        </w:rPr>
        <w:t xml:space="preserve">ں </w:t>
      </w:r>
      <w:r>
        <w:rPr>
          <w:rtl/>
        </w:rPr>
        <w:t>كى گردش، 16/ 48; ان كے مطالعہ كى دعوت،16/ 48; ان كا سرچشمہ، 16/</w:t>
      </w:r>
      <w:r w:rsidR="00C45EAC" w:rsidRPr="00C45EAC">
        <w:rPr>
          <w:rFonts w:hint="eastAsia"/>
          <w:rtl/>
        </w:rPr>
        <w:t xml:space="preserve"> </w:t>
      </w:r>
      <w:r w:rsidR="00C45EAC">
        <w:rPr>
          <w:rFonts w:hint="eastAsia"/>
          <w:rtl/>
        </w:rPr>
        <w:t>نيز</w:t>
      </w:r>
      <w:r w:rsidR="00C45EAC">
        <w:rPr>
          <w:rtl/>
        </w:rPr>
        <w:t xml:space="preserve"> ر_ك تعقل، موجودات اور نعمت</w:t>
      </w:r>
    </w:p>
    <w:p w:rsidR="00C45EAC" w:rsidRDefault="001E7F9D" w:rsidP="00F73EDE">
      <w:pPr>
        <w:pStyle w:val="libPoemTini"/>
        <w:rPr>
          <w:rtl/>
        </w:rPr>
      </w:pPr>
      <w:r>
        <w:rPr>
          <w:rtl/>
        </w:rPr>
        <w:br w:type="page"/>
      </w:r>
    </w:p>
    <w:p w:rsidR="001F628F" w:rsidRDefault="001F628F" w:rsidP="00C45EAC">
      <w:pPr>
        <w:pStyle w:val="libNormal"/>
        <w:rPr>
          <w:rtl/>
        </w:rPr>
      </w:pPr>
      <w:r>
        <w:rPr>
          <w:rFonts w:hint="eastAsia"/>
          <w:rtl/>
        </w:rPr>
        <w:lastRenderedPageBreak/>
        <w:t>سبيل</w:t>
      </w:r>
      <w:r>
        <w:rPr>
          <w:rtl/>
        </w:rPr>
        <w:t xml:space="preserve"> اللہ :_كى بدنمائي ، 14/3; _كا نيك انجام، 14/ 1; _كى طرف دعوت، 16/125; _سے روكنے والے ، 14/ 3، 16/94; ان كا افساد، 16/ 88; ان كى گمراہى ، 14/3; ان كا عذاب، 16/ 88; _سے مراد، 16/125; _سے ممانعت، 16/94; اس كے آثار، 14/3، 16/94; ان كا اخروي، عذاب، 16/ 94; _كے موارد، 16/ 88; _كى نورانيت، 14/ 5;اس كى وحدت، 14/1; _كى وضاحت، 14/1; _كى خصوصيات، 16/ 125; _كا عقل كے ساتھ توافق، 16/ 125; _كا علم كے ساتھ توافق، 16/ 125</w:t>
      </w:r>
      <w:r>
        <w:rPr>
          <w:rFonts w:hint="eastAsia"/>
          <w:rtl/>
        </w:rPr>
        <w:t>نيزر</w:t>
      </w:r>
      <w:r>
        <w:rPr>
          <w:rtl/>
        </w:rPr>
        <w:t xml:space="preserve"> _ك ميلانات</w:t>
      </w:r>
    </w:p>
    <w:p w:rsidR="001F628F" w:rsidRDefault="001F628F" w:rsidP="00C45EAC">
      <w:pPr>
        <w:pStyle w:val="libNormal"/>
        <w:rPr>
          <w:rtl/>
        </w:rPr>
      </w:pPr>
      <w:r>
        <w:rPr>
          <w:rFonts w:hint="eastAsia"/>
          <w:rtl/>
        </w:rPr>
        <w:t>سپاسگزاري</w:t>
      </w:r>
      <w:r>
        <w:rPr>
          <w:rtl/>
        </w:rPr>
        <w:t>:</w:t>
      </w:r>
      <w:r>
        <w:rPr>
          <w:rFonts w:hint="eastAsia"/>
          <w:rtl/>
        </w:rPr>
        <w:t>ر</w:t>
      </w:r>
      <w:r>
        <w:rPr>
          <w:rtl/>
        </w:rPr>
        <w:t>_ك شكر</w:t>
      </w:r>
    </w:p>
    <w:p w:rsidR="001F628F" w:rsidRDefault="001F628F" w:rsidP="00C45EAC">
      <w:pPr>
        <w:pStyle w:val="libNormal"/>
        <w:rPr>
          <w:rtl/>
        </w:rPr>
      </w:pPr>
      <w:r>
        <w:rPr>
          <w:rFonts w:hint="eastAsia"/>
          <w:rtl/>
        </w:rPr>
        <w:t>ستارے</w:t>
      </w:r>
      <w:r>
        <w:rPr>
          <w:rtl/>
        </w:rPr>
        <w:t>:_و</w:t>
      </w:r>
      <w:r w:rsidR="00083993">
        <w:rPr>
          <w:rtl/>
        </w:rPr>
        <w:t xml:space="preserve">ں </w:t>
      </w:r>
      <w:r>
        <w:rPr>
          <w:rtl/>
        </w:rPr>
        <w:t>سے استفادہ، 16/ 12; _و</w:t>
      </w:r>
      <w:r w:rsidR="00083993">
        <w:rPr>
          <w:rtl/>
        </w:rPr>
        <w:t xml:space="preserve">ں </w:t>
      </w:r>
      <w:r>
        <w:rPr>
          <w:rtl/>
        </w:rPr>
        <w:t>كى تسخير،16/ 12; اس كے اسباب، 16/ 12; _و</w:t>
      </w:r>
      <w:r w:rsidR="00083993">
        <w:rPr>
          <w:rtl/>
        </w:rPr>
        <w:t xml:space="preserve">ں </w:t>
      </w:r>
      <w:r>
        <w:rPr>
          <w:rtl/>
        </w:rPr>
        <w:t>كى حركت، 15/ 16; _كے ذريعہ راستہ كا حصول، 16/16; ستارہ جدي، 16/ 16; _و</w:t>
      </w:r>
      <w:r w:rsidR="00083993">
        <w:rPr>
          <w:rtl/>
        </w:rPr>
        <w:t xml:space="preserve">ں </w:t>
      </w:r>
      <w:r>
        <w:rPr>
          <w:rtl/>
        </w:rPr>
        <w:t>كے فوائد، 15/ 16</w:t>
      </w:r>
    </w:p>
    <w:p w:rsidR="001F628F" w:rsidRDefault="001F628F" w:rsidP="00C45EAC">
      <w:pPr>
        <w:pStyle w:val="libNormal"/>
        <w:rPr>
          <w:rtl/>
        </w:rPr>
      </w:pPr>
      <w:r>
        <w:rPr>
          <w:rFonts w:hint="eastAsia"/>
          <w:rtl/>
        </w:rPr>
        <w:t>ستا</w:t>
      </w:r>
      <w:r w:rsidR="009F604A">
        <w:rPr>
          <w:rFonts w:hint="eastAsia"/>
          <w:rtl/>
        </w:rPr>
        <w:t>ئش</w:t>
      </w:r>
      <w:r>
        <w:rPr>
          <w:rtl/>
        </w:rPr>
        <w:t>:</w:t>
      </w:r>
      <w:r>
        <w:rPr>
          <w:rFonts w:hint="eastAsia"/>
          <w:rtl/>
        </w:rPr>
        <w:t>ر</w:t>
      </w:r>
      <w:r>
        <w:rPr>
          <w:rtl/>
        </w:rPr>
        <w:t>_ك حمد</w:t>
      </w:r>
    </w:p>
    <w:p w:rsidR="001F628F" w:rsidRDefault="001F628F" w:rsidP="00C45EAC">
      <w:pPr>
        <w:pStyle w:val="libNormal"/>
        <w:rPr>
          <w:rtl/>
        </w:rPr>
      </w:pPr>
      <w:r>
        <w:rPr>
          <w:rFonts w:hint="eastAsia"/>
          <w:rtl/>
        </w:rPr>
        <w:t>ستمگر</w:t>
      </w:r>
      <w:r>
        <w:rPr>
          <w:rtl/>
        </w:rPr>
        <w:t xml:space="preserve"> افراد:</w:t>
      </w:r>
      <w:r>
        <w:rPr>
          <w:rFonts w:hint="eastAsia"/>
          <w:rtl/>
        </w:rPr>
        <w:t>ر</w:t>
      </w:r>
      <w:r>
        <w:rPr>
          <w:rtl/>
        </w:rPr>
        <w:t>_ك ظالم افراد</w:t>
      </w:r>
    </w:p>
    <w:p w:rsidR="001F628F" w:rsidRDefault="001F628F" w:rsidP="00C45EAC">
      <w:pPr>
        <w:pStyle w:val="libNormal"/>
        <w:rPr>
          <w:rtl/>
        </w:rPr>
      </w:pPr>
      <w:r>
        <w:rPr>
          <w:rFonts w:hint="eastAsia"/>
          <w:rtl/>
        </w:rPr>
        <w:t>ستمگرى</w:t>
      </w:r>
      <w:r>
        <w:rPr>
          <w:rtl/>
        </w:rPr>
        <w:t xml:space="preserve"> :</w:t>
      </w:r>
      <w:r>
        <w:rPr>
          <w:rFonts w:hint="eastAsia"/>
          <w:rtl/>
        </w:rPr>
        <w:t>ر</w:t>
      </w:r>
      <w:r>
        <w:rPr>
          <w:rtl/>
        </w:rPr>
        <w:t>_ك ظلم</w:t>
      </w:r>
    </w:p>
    <w:p w:rsidR="001F628F" w:rsidRDefault="001F628F" w:rsidP="00C45EAC">
      <w:pPr>
        <w:pStyle w:val="libNormal"/>
        <w:rPr>
          <w:rtl/>
        </w:rPr>
      </w:pPr>
      <w:r>
        <w:rPr>
          <w:rFonts w:hint="eastAsia"/>
          <w:rtl/>
        </w:rPr>
        <w:t>سجدہ</w:t>
      </w:r>
      <w:r>
        <w:rPr>
          <w:rtl/>
        </w:rPr>
        <w:t>:_كے احكام، 15/ 29;_كى حقيقت، 15/ 29; خدا كے سامنے _، 16/ 48، 49; غير خدا كے سامنے _، 15/ 29; _ كا جواز، 15/ 29</w:t>
      </w:r>
      <w:r>
        <w:rPr>
          <w:rFonts w:hint="eastAsia"/>
          <w:rtl/>
        </w:rPr>
        <w:t>نيزر</w:t>
      </w:r>
      <w:r>
        <w:rPr>
          <w:rtl/>
        </w:rPr>
        <w:t xml:space="preserve"> _ك آدم </w:t>
      </w:r>
      <w:r w:rsidR="00367F17" w:rsidRPr="00367F17">
        <w:rPr>
          <w:rStyle w:val="libAlaemChar"/>
          <w:rtl/>
        </w:rPr>
        <w:t xml:space="preserve"> عليه‌السلام </w:t>
      </w:r>
      <w:r>
        <w:rPr>
          <w:rtl/>
        </w:rPr>
        <w:t xml:space="preserve"> ، ابليس، انسان، زمين پر رينگنے والے جانور، سائے ،ملائكہ ، موجودات اور نماز</w:t>
      </w:r>
    </w:p>
    <w:p w:rsidR="001F628F" w:rsidRDefault="001F628F" w:rsidP="00C45EAC">
      <w:pPr>
        <w:pStyle w:val="libNormal"/>
        <w:rPr>
          <w:rtl/>
        </w:rPr>
      </w:pPr>
      <w:r>
        <w:rPr>
          <w:rFonts w:hint="eastAsia"/>
          <w:rtl/>
        </w:rPr>
        <w:t>سجيل</w:t>
      </w:r>
      <w:r>
        <w:rPr>
          <w:rtl/>
        </w:rPr>
        <w:t>:</w:t>
      </w:r>
      <w:r>
        <w:rPr>
          <w:rFonts w:hint="eastAsia"/>
          <w:rtl/>
        </w:rPr>
        <w:t>ر</w:t>
      </w:r>
      <w:r>
        <w:rPr>
          <w:rtl/>
        </w:rPr>
        <w:t>_ك عذاب</w:t>
      </w:r>
    </w:p>
    <w:p w:rsidR="001F628F" w:rsidRDefault="001F628F" w:rsidP="001F628F">
      <w:pPr>
        <w:pStyle w:val="libNormal"/>
        <w:rPr>
          <w:rtl/>
        </w:rPr>
      </w:pPr>
      <w:r>
        <w:rPr>
          <w:rFonts w:hint="eastAsia"/>
          <w:rtl/>
        </w:rPr>
        <w:t>سخاوت</w:t>
      </w:r>
      <w:r>
        <w:rPr>
          <w:rtl/>
        </w:rPr>
        <w:t>:ر_ك لوط</w:t>
      </w:r>
      <w:r w:rsidR="00367F17" w:rsidRPr="00367F17">
        <w:rPr>
          <w:rStyle w:val="libAlaemChar"/>
          <w:rtl/>
        </w:rPr>
        <w:t xml:space="preserve"> عليه‌السلام </w:t>
      </w:r>
    </w:p>
    <w:p w:rsidR="001F628F" w:rsidRDefault="001F628F" w:rsidP="00C45EAC">
      <w:pPr>
        <w:pStyle w:val="libNormal"/>
        <w:rPr>
          <w:rtl/>
        </w:rPr>
      </w:pPr>
      <w:r>
        <w:rPr>
          <w:rFonts w:hint="eastAsia"/>
          <w:rtl/>
        </w:rPr>
        <w:t>سختي</w:t>
      </w:r>
      <w:r>
        <w:rPr>
          <w:rtl/>
        </w:rPr>
        <w:t>:_كے آثار، 16/96;_ مي</w:t>
      </w:r>
      <w:r w:rsidR="00083993">
        <w:rPr>
          <w:rtl/>
        </w:rPr>
        <w:t xml:space="preserve">ں </w:t>
      </w:r>
      <w:r>
        <w:rPr>
          <w:rtl/>
        </w:rPr>
        <w:t>استقامت، 15/11; _كى تسہيل، اس كا طريقہ، 15/ 98; اس كا پيش خيمہ، 15/11; اس كے عوامل،15/85; _مي</w:t>
      </w:r>
      <w:r w:rsidR="00083993">
        <w:rPr>
          <w:rtl/>
        </w:rPr>
        <w:t xml:space="preserve">ں </w:t>
      </w:r>
      <w:r>
        <w:rPr>
          <w:rtl/>
        </w:rPr>
        <w:t>تضرع ، 16/ 53، 54; _مي</w:t>
      </w:r>
      <w:r w:rsidR="00083993">
        <w:rPr>
          <w:rtl/>
        </w:rPr>
        <w:t xml:space="preserve">ں </w:t>
      </w:r>
      <w:r>
        <w:rPr>
          <w:rtl/>
        </w:rPr>
        <w:t>دعا، 16/ 54; _كا رفع، 16/7; اس كا پيش خيمہ، 16/ 7; اس كا سرچشمہ، 16/54;_مي</w:t>
      </w:r>
      <w:r w:rsidR="00083993">
        <w:rPr>
          <w:rtl/>
        </w:rPr>
        <w:t xml:space="preserve">ں </w:t>
      </w:r>
      <w:r>
        <w:rPr>
          <w:rtl/>
        </w:rPr>
        <w:t>صبر، 14/ 45، 16/ 42; _ كے عوامل، 16/94، 113، 118</w:t>
      </w:r>
      <w:r>
        <w:rPr>
          <w:rFonts w:hint="eastAsia"/>
          <w:rtl/>
        </w:rPr>
        <w:t>نيز</w:t>
      </w:r>
      <w:r>
        <w:rPr>
          <w:rtl/>
        </w:rPr>
        <w:t xml:space="preserve"> ر_ك ابتلائ، انسان، ايمان، دين ، ذكر، شرك، عفو، مشركين، نعمت اور يہود</w:t>
      </w:r>
    </w:p>
    <w:p w:rsidR="001F628F" w:rsidRDefault="001F628F" w:rsidP="001F628F">
      <w:pPr>
        <w:pStyle w:val="libNormal"/>
        <w:rPr>
          <w:rtl/>
        </w:rPr>
      </w:pPr>
      <w:r>
        <w:rPr>
          <w:rFonts w:hint="eastAsia"/>
          <w:rtl/>
        </w:rPr>
        <w:t>نافرماني</w:t>
      </w:r>
      <w:r>
        <w:rPr>
          <w:rtl/>
        </w:rPr>
        <w:t>:ر_ك عصيان</w:t>
      </w:r>
    </w:p>
    <w:p w:rsidR="001F628F" w:rsidRDefault="001F628F" w:rsidP="00C45EAC">
      <w:pPr>
        <w:pStyle w:val="libNormal"/>
        <w:rPr>
          <w:rtl/>
        </w:rPr>
      </w:pPr>
      <w:r>
        <w:rPr>
          <w:rFonts w:hint="eastAsia"/>
          <w:rtl/>
        </w:rPr>
        <w:t>سفر</w:t>
      </w:r>
      <w:r>
        <w:rPr>
          <w:rtl/>
        </w:rPr>
        <w:t>:_مي</w:t>
      </w:r>
      <w:r w:rsidR="00083993">
        <w:rPr>
          <w:rtl/>
        </w:rPr>
        <w:t xml:space="preserve">ں </w:t>
      </w:r>
      <w:r>
        <w:rPr>
          <w:rtl/>
        </w:rPr>
        <w:t>آسا</w:t>
      </w:r>
      <w:r w:rsidR="009F604A">
        <w:rPr>
          <w:rtl/>
        </w:rPr>
        <w:t>ئش</w:t>
      </w:r>
      <w:r>
        <w:rPr>
          <w:rtl/>
        </w:rPr>
        <w:t>، 16/80; _كى اہميت، 16/36; _ مي</w:t>
      </w:r>
      <w:r w:rsidR="00083993">
        <w:rPr>
          <w:rtl/>
        </w:rPr>
        <w:t xml:space="preserve">ں </w:t>
      </w:r>
      <w:r>
        <w:rPr>
          <w:rtl/>
        </w:rPr>
        <w:t>رفاہ اورآسودگى 16/ 80</w:t>
      </w:r>
    </w:p>
    <w:p w:rsidR="00C45EAC" w:rsidRDefault="001E7F9D" w:rsidP="00F73EDE">
      <w:pPr>
        <w:pStyle w:val="libPoemTini"/>
        <w:rPr>
          <w:rtl/>
        </w:rPr>
      </w:pPr>
      <w:r>
        <w:rPr>
          <w:rtl/>
        </w:rPr>
        <w:br w:type="page"/>
      </w:r>
    </w:p>
    <w:p w:rsidR="001F628F" w:rsidRDefault="001F628F" w:rsidP="00C45EAC">
      <w:pPr>
        <w:pStyle w:val="libNormal"/>
        <w:rPr>
          <w:rtl/>
        </w:rPr>
      </w:pPr>
      <w:r>
        <w:rPr>
          <w:rFonts w:hint="eastAsia"/>
          <w:rtl/>
        </w:rPr>
        <w:lastRenderedPageBreak/>
        <w:t>سرزميني</w:t>
      </w:r>
      <w:r w:rsidR="00083993">
        <w:rPr>
          <w:rFonts w:hint="eastAsia"/>
          <w:rtl/>
        </w:rPr>
        <w:t xml:space="preserve">ں </w:t>
      </w:r>
      <w:r>
        <w:rPr>
          <w:rtl/>
        </w:rPr>
        <w:t>:</w:t>
      </w:r>
      <w:r>
        <w:rPr>
          <w:rFonts w:hint="eastAsia"/>
          <w:rtl/>
        </w:rPr>
        <w:t>اصحاب</w:t>
      </w:r>
      <w:r>
        <w:rPr>
          <w:rtl/>
        </w:rPr>
        <w:t xml:space="preserve"> ايكہ كى سرزمين، اس كى سرسبز و شادابي، 15/78; اس كا جغرافيائي مقام، 15/ 78; گذشتہ اقوام كى سرزمين، اس كى مالكيت، 14/ 13; انبياء كى سرزمين، اس كى مالكيت، 14/ 13; قوم ثمود كى سرزمين، اس كى جغرافيائي حالت، 15/ 82; قوم لوط</w:t>
      </w:r>
      <w:r w:rsidR="00367F17" w:rsidRPr="00367F17">
        <w:rPr>
          <w:rStyle w:val="libAlaemChar"/>
          <w:rtl/>
        </w:rPr>
        <w:t xml:space="preserve"> عليه‌السلام </w:t>
      </w:r>
      <w:r>
        <w:rPr>
          <w:rtl/>
        </w:rPr>
        <w:t xml:space="preserve"> كى سرزمين، 15/ 79; اس كا صدر </w:t>
      </w:r>
      <w:r>
        <w:rPr>
          <w:rFonts w:hint="eastAsia"/>
          <w:rtl/>
        </w:rPr>
        <w:t>اسلام</w:t>
      </w:r>
      <w:r>
        <w:rPr>
          <w:rtl/>
        </w:rPr>
        <w:t xml:space="preserve"> مي</w:t>
      </w:r>
      <w:r w:rsidR="00083993">
        <w:rPr>
          <w:rtl/>
        </w:rPr>
        <w:t xml:space="preserve">ں </w:t>
      </w:r>
      <w:r>
        <w:rPr>
          <w:rtl/>
        </w:rPr>
        <w:t>ہونا ، 15/ 76; اس پر عذاب، 15/ 60; اس كى سرنگوني، 16/74; اس سے ہجرت، 15/65</w:t>
      </w:r>
      <w:r>
        <w:rPr>
          <w:rFonts w:hint="eastAsia"/>
          <w:rtl/>
        </w:rPr>
        <w:t>نيز</w:t>
      </w:r>
      <w:r>
        <w:rPr>
          <w:rtl/>
        </w:rPr>
        <w:t xml:space="preserve"> ر_ك گذشتہ اقوام اور </w:t>
      </w:r>
      <w:r w:rsidR="003D0BA1">
        <w:rPr>
          <w:rtl/>
        </w:rPr>
        <w:t>انبياء</w:t>
      </w:r>
    </w:p>
    <w:p w:rsidR="001F628F" w:rsidRDefault="001F628F" w:rsidP="00C45EAC">
      <w:pPr>
        <w:pStyle w:val="libNormal"/>
        <w:rPr>
          <w:rtl/>
        </w:rPr>
      </w:pPr>
      <w:r>
        <w:rPr>
          <w:rFonts w:hint="eastAsia"/>
          <w:rtl/>
        </w:rPr>
        <w:t>سرزنش</w:t>
      </w:r>
      <w:r>
        <w:rPr>
          <w:rtl/>
        </w:rPr>
        <w:t>:_كے عوامل، 14/ 22</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كے جائے</w:t>
      </w:r>
    </w:p>
    <w:p w:rsidR="001F628F" w:rsidRDefault="001F628F" w:rsidP="00C45EAC">
      <w:pPr>
        <w:pStyle w:val="libNormal"/>
        <w:rPr>
          <w:rtl/>
        </w:rPr>
      </w:pPr>
      <w:r>
        <w:rPr>
          <w:rFonts w:hint="eastAsia"/>
          <w:rtl/>
        </w:rPr>
        <w:t>سر</w:t>
      </w:r>
      <w:r>
        <w:rPr>
          <w:rtl/>
        </w:rPr>
        <w:t xml:space="preserve"> گرداني:_كے عوامل ،15/ 72</w:t>
      </w:r>
      <w:r>
        <w:rPr>
          <w:rFonts w:hint="eastAsia"/>
          <w:rtl/>
        </w:rPr>
        <w:t>نيزر</w:t>
      </w:r>
      <w:r>
        <w:rPr>
          <w:rtl/>
        </w:rPr>
        <w:t>_ك قوم لوط</w:t>
      </w:r>
      <w:r w:rsidR="00367F17" w:rsidRPr="00367F17">
        <w:rPr>
          <w:rStyle w:val="libAlaemChar"/>
          <w:rtl/>
        </w:rPr>
        <w:t xml:space="preserve"> عليه‌السلام </w:t>
      </w:r>
    </w:p>
    <w:p w:rsidR="001F628F" w:rsidRDefault="001F628F" w:rsidP="00C45EAC">
      <w:pPr>
        <w:pStyle w:val="libNormal"/>
        <w:rPr>
          <w:rtl/>
        </w:rPr>
      </w:pPr>
      <w:r>
        <w:rPr>
          <w:rFonts w:hint="eastAsia"/>
          <w:rtl/>
        </w:rPr>
        <w:t>سرمستى</w:t>
      </w:r>
      <w:r>
        <w:rPr>
          <w:rtl/>
        </w:rPr>
        <w:t xml:space="preserve"> :_كے آثار ، 15/72، 73</w:t>
      </w:r>
      <w:r>
        <w:rPr>
          <w:rFonts w:hint="eastAsia"/>
          <w:rtl/>
        </w:rPr>
        <w:t>نيزر</w:t>
      </w:r>
      <w:r>
        <w:rPr>
          <w:rtl/>
        </w:rPr>
        <w:t xml:space="preserve"> _ك قوم لوط</w:t>
      </w:r>
      <w:r w:rsidR="00367F17" w:rsidRPr="00367F17">
        <w:rPr>
          <w:rStyle w:val="libAlaemChar"/>
          <w:rtl/>
        </w:rPr>
        <w:t xml:space="preserve"> عليه‌السلام </w:t>
      </w:r>
    </w:p>
    <w:p w:rsidR="001F628F" w:rsidRDefault="001F628F" w:rsidP="00C45EAC">
      <w:pPr>
        <w:pStyle w:val="libNormal"/>
        <w:rPr>
          <w:rtl/>
        </w:rPr>
      </w:pPr>
      <w:r>
        <w:rPr>
          <w:rFonts w:hint="eastAsia"/>
          <w:rtl/>
        </w:rPr>
        <w:t>سرنوشت</w:t>
      </w:r>
      <w:r>
        <w:rPr>
          <w:rtl/>
        </w:rPr>
        <w:t>:</w:t>
      </w:r>
      <w:r>
        <w:rPr>
          <w:rFonts w:hint="eastAsia"/>
          <w:rtl/>
        </w:rPr>
        <w:t>اخروي</w:t>
      </w:r>
      <w:r>
        <w:rPr>
          <w:rtl/>
        </w:rPr>
        <w:t>_، اس مي</w:t>
      </w:r>
      <w:r w:rsidR="00083993">
        <w:rPr>
          <w:rtl/>
        </w:rPr>
        <w:t xml:space="preserve">ں </w:t>
      </w:r>
      <w:r>
        <w:rPr>
          <w:rtl/>
        </w:rPr>
        <w:t>موثر عوامل، 15/ 93، 16/ 111; اس كى پريشاني،16/ 111;_ مي</w:t>
      </w:r>
      <w:r w:rsidR="00083993">
        <w:rPr>
          <w:rtl/>
        </w:rPr>
        <w:t xml:space="preserve">ں </w:t>
      </w:r>
      <w:r>
        <w:rPr>
          <w:rtl/>
        </w:rPr>
        <w:t>موثر عوامل، 15/ 44، 60</w:t>
      </w:r>
      <w:r>
        <w:rPr>
          <w:rFonts w:hint="eastAsia"/>
          <w:rtl/>
        </w:rPr>
        <w:t>نيزر</w:t>
      </w:r>
      <w:r>
        <w:rPr>
          <w:rtl/>
        </w:rPr>
        <w:t xml:space="preserve"> _ك فرزند</w:t>
      </w:r>
    </w:p>
    <w:p w:rsidR="001F628F" w:rsidRDefault="001F628F" w:rsidP="00C45EAC">
      <w:pPr>
        <w:pStyle w:val="libNormal"/>
        <w:rPr>
          <w:rtl/>
        </w:rPr>
      </w:pPr>
      <w:r>
        <w:rPr>
          <w:rFonts w:hint="eastAsia"/>
          <w:rtl/>
        </w:rPr>
        <w:t>سرور</w:t>
      </w:r>
      <w:r>
        <w:rPr>
          <w:rtl/>
        </w:rPr>
        <w:t>:_كا پيش خيمہ، 16/ 6; _كے عوامل، 16/ 89</w:t>
      </w:r>
      <w:r>
        <w:rPr>
          <w:rFonts w:hint="eastAsia"/>
          <w:rtl/>
        </w:rPr>
        <w:t>نيز</w:t>
      </w:r>
      <w:r>
        <w:rPr>
          <w:rtl/>
        </w:rPr>
        <w:t xml:space="preserve"> ر_ك بشارت، قوم لوط</w:t>
      </w:r>
      <w:r w:rsidR="00367F17" w:rsidRPr="00367F17">
        <w:rPr>
          <w:rStyle w:val="libAlaemChar"/>
          <w:rtl/>
        </w:rPr>
        <w:t xml:space="preserve"> عليه‌السلام </w:t>
      </w:r>
      <w:r>
        <w:rPr>
          <w:rtl/>
        </w:rPr>
        <w:t xml:space="preserve"> اور مسلمان افراد</w:t>
      </w:r>
    </w:p>
    <w:p w:rsidR="001F628F" w:rsidRDefault="001F628F" w:rsidP="00C45EAC">
      <w:pPr>
        <w:pStyle w:val="libNormal"/>
        <w:rPr>
          <w:rtl/>
        </w:rPr>
      </w:pPr>
      <w:r>
        <w:rPr>
          <w:rFonts w:hint="eastAsia"/>
          <w:rtl/>
        </w:rPr>
        <w:t>سعادت</w:t>
      </w:r>
      <w:r>
        <w:rPr>
          <w:rtl/>
        </w:rPr>
        <w:t>:</w:t>
      </w:r>
      <w:r>
        <w:rPr>
          <w:rFonts w:hint="eastAsia"/>
          <w:rtl/>
        </w:rPr>
        <w:t>اخروي</w:t>
      </w:r>
      <w:r>
        <w:rPr>
          <w:rtl/>
        </w:rPr>
        <w:t>_، اس كى درخواست، 14/ 35; اس كے عوامل، 14/ 18، 51، 15/ 46، 16/ 30; اس كا سرچشمہ، 16/ 96; ادنياوي_، اس كا پيش خيمہ، 14/ 31; اس كے عوامل، 16/ 30; _كے عوامل، 14/ 18، 16/ 32، 96، 97، 122</w:t>
      </w:r>
    </w:p>
    <w:p w:rsidR="001F628F" w:rsidRDefault="001F628F" w:rsidP="001F628F">
      <w:pPr>
        <w:pStyle w:val="libNormal"/>
        <w:rPr>
          <w:rtl/>
        </w:rPr>
      </w:pPr>
      <w:r>
        <w:rPr>
          <w:rFonts w:hint="eastAsia"/>
          <w:rtl/>
        </w:rPr>
        <w:t>نيزر</w:t>
      </w:r>
      <w:r>
        <w:rPr>
          <w:rtl/>
        </w:rPr>
        <w:t>_ك انسان ، تذكر، سعادت مندافراد، متقى افراد اور مہاجرين</w:t>
      </w:r>
    </w:p>
    <w:p w:rsidR="001F628F" w:rsidRDefault="001F628F" w:rsidP="00C45EAC">
      <w:pPr>
        <w:pStyle w:val="libNormal"/>
        <w:rPr>
          <w:rtl/>
        </w:rPr>
      </w:pPr>
      <w:r>
        <w:rPr>
          <w:rFonts w:hint="eastAsia"/>
          <w:rtl/>
        </w:rPr>
        <w:t>سلام</w:t>
      </w:r>
      <w:r>
        <w:rPr>
          <w:rtl/>
        </w:rPr>
        <w:t>:_كى اہميت، 14/ 23، 15/ 52; _كى خصوصيات، 16/32</w:t>
      </w:r>
      <w:r>
        <w:rPr>
          <w:rFonts w:hint="eastAsia"/>
          <w:rtl/>
        </w:rPr>
        <w:t>نيزر</w:t>
      </w:r>
      <w:r>
        <w:rPr>
          <w:rtl/>
        </w:rPr>
        <w:t>_ك ابراہيم</w:t>
      </w:r>
      <w:r w:rsidR="00367F17" w:rsidRPr="00367F17">
        <w:rPr>
          <w:rStyle w:val="libAlaemChar"/>
          <w:rtl/>
        </w:rPr>
        <w:t xml:space="preserve"> عليه‌السلام </w:t>
      </w:r>
      <w:r>
        <w:rPr>
          <w:rtl/>
        </w:rPr>
        <w:t xml:space="preserve"> ، اہل بہشت، متقى افراد اور ملائكہ</w:t>
      </w:r>
    </w:p>
    <w:p w:rsidR="001F628F" w:rsidRDefault="001F628F" w:rsidP="00C45EAC">
      <w:pPr>
        <w:pStyle w:val="libNormal"/>
        <w:rPr>
          <w:rtl/>
        </w:rPr>
      </w:pPr>
      <w:r>
        <w:rPr>
          <w:rFonts w:hint="eastAsia"/>
          <w:rtl/>
        </w:rPr>
        <w:t>سازش</w:t>
      </w:r>
      <w:r>
        <w:rPr>
          <w:rtl/>
        </w:rPr>
        <w:t>:</w:t>
      </w:r>
      <w:r>
        <w:rPr>
          <w:rFonts w:hint="eastAsia"/>
          <w:rtl/>
        </w:rPr>
        <w:t>ر</w:t>
      </w:r>
      <w:r>
        <w:rPr>
          <w:rtl/>
        </w:rPr>
        <w:t>_ك گذشتہ اقوام ، دين ، شيطان، قرآن ، كفار ، محمد</w:t>
      </w:r>
      <w:r w:rsidR="00F031CD" w:rsidRPr="00F031CD">
        <w:rPr>
          <w:rStyle w:val="libAlaemChar"/>
          <w:rtl/>
        </w:rPr>
        <w:t xml:space="preserve"> صلى‌الله‌عليه‌وآله‌وسلم </w:t>
      </w:r>
      <w:r>
        <w:rPr>
          <w:rtl/>
        </w:rPr>
        <w:t xml:space="preserve"> اور مشركين</w:t>
      </w:r>
    </w:p>
    <w:p w:rsidR="001F628F" w:rsidRDefault="001F628F" w:rsidP="00C45EAC">
      <w:pPr>
        <w:pStyle w:val="libNormal"/>
        <w:rPr>
          <w:rtl/>
        </w:rPr>
      </w:pPr>
      <w:r>
        <w:rPr>
          <w:rFonts w:hint="eastAsia"/>
          <w:rtl/>
        </w:rPr>
        <w:t>سازش</w:t>
      </w:r>
      <w:r>
        <w:rPr>
          <w:rtl/>
        </w:rPr>
        <w:t xml:space="preserve"> كرنے والے :_لو</w:t>
      </w:r>
      <w:r w:rsidR="00083993">
        <w:rPr>
          <w:rtl/>
        </w:rPr>
        <w:t xml:space="preserve">ں </w:t>
      </w:r>
      <w:r>
        <w:rPr>
          <w:rtl/>
        </w:rPr>
        <w:t>كا عذاب، 16/45;_لو</w:t>
      </w:r>
      <w:r w:rsidR="00083993">
        <w:rPr>
          <w:rtl/>
        </w:rPr>
        <w:t xml:space="preserve">ں </w:t>
      </w:r>
      <w:r>
        <w:rPr>
          <w:rtl/>
        </w:rPr>
        <w:t>كى تدريجى ہلاكت، 16/47</w:t>
      </w:r>
    </w:p>
    <w:p w:rsidR="001F628F" w:rsidRDefault="001F628F" w:rsidP="00C45EAC">
      <w:pPr>
        <w:pStyle w:val="libNormal"/>
        <w:rPr>
          <w:rtl/>
        </w:rPr>
      </w:pPr>
      <w:r>
        <w:rPr>
          <w:rFonts w:hint="eastAsia"/>
          <w:rtl/>
        </w:rPr>
        <w:t>سركشي</w:t>
      </w:r>
      <w:r>
        <w:rPr>
          <w:rtl/>
        </w:rPr>
        <w:t>:</w:t>
      </w:r>
      <w:r>
        <w:rPr>
          <w:rFonts w:hint="eastAsia"/>
          <w:rtl/>
        </w:rPr>
        <w:t>ر</w:t>
      </w:r>
      <w:r>
        <w:rPr>
          <w:rtl/>
        </w:rPr>
        <w:t>_ك نافرماني</w:t>
      </w:r>
    </w:p>
    <w:p w:rsidR="00C45EAC" w:rsidRDefault="001E7F9D" w:rsidP="00F73EDE">
      <w:pPr>
        <w:pStyle w:val="libPoemTini"/>
        <w:rPr>
          <w:rtl/>
        </w:rPr>
      </w:pPr>
      <w:r>
        <w:rPr>
          <w:rtl/>
        </w:rPr>
        <w:cr/>
      </w:r>
      <w:r>
        <w:rPr>
          <w:rtl/>
        </w:rPr>
        <w:br w:type="page"/>
      </w:r>
    </w:p>
    <w:p w:rsidR="001F628F" w:rsidRDefault="001F628F" w:rsidP="00AC5BF6">
      <w:pPr>
        <w:pStyle w:val="libNormal"/>
        <w:rPr>
          <w:rtl/>
        </w:rPr>
      </w:pPr>
      <w:r>
        <w:rPr>
          <w:rFonts w:hint="eastAsia"/>
          <w:rtl/>
        </w:rPr>
        <w:lastRenderedPageBreak/>
        <w:t>سچے</w:t>
      </w:r>
      <w:r>
        <w:rPr>
          <w:rtl/>
        </w:rPr>
        <w:t xml:space="preserve"> معبود:_و</w:t>
      </w:r>
      <w:r w:rsidR="00083993">
        <w:rPr>
          <w:rtl/>
        </w:rPr>
        <w:t xml:space="preserve">ں </w:t>
      </w:r>
      <w:r>
        <w:rPr>
          <w:rtl/>
        </w:rPr>
        <w:t>كى حيات، 16/ 22; _و</w:t>
      </w:r>
      <w:r w:rsidR="00083993">
        <w:rPr>
          <w:rtl/>
        </w:rPr>
        <w:t xml:space="preserve">ں </w:t>
      </w:r>
      <w:r>
        <w:rPr>
          <w:rtl/>
        </w:rPr>
        <w:t>كى خالقيت، 16/20،22; اس كا واضح ہونا، 16/ 20; ان كى رازقيت، 16/ 73; ان كا علم ، 16/ 22; ان كى قدرت ، 16/ 20، 16/ 22;ان كى خصوصيات، 16/ 22</w:t>
      </w:r>
      <w:r>
        <w:rPr>
          <w:rFonts w:hint="eastAsia"/>
          <w:rtl/>
        </w:rPr>
        <w:t>نيز</w:t>
      </w:r>
      <w:r>
        <w:rPr>
          <w:rtl/>
        </w:rPr>
        <w:t xml:space="preserve"> ر_ك مشركين اور باطل معبود</w:t>
      </w:r>
    </w:p>
    <w:p w:rsidR="001F628F" w:rsidRDefault="001F628F" w:rsidP="00AC5BF6">
      <w:pPr>
        <w:pStyle w:val="libNormal"/>
        <w:rPr>
          <w:rtl/>
        </w:rPr>
      </w:pPr>
      <w:r>
        <w:rPr>
          <w:rFonts w:hint="eastAsia"/>
          <w:rtl/>
        </w:rPr>
        <w:t>سزا</w:t>
      </w:r>
      <w:r>
        <w:rPr>
          <w:rtl/>
        </w:rPr>
        <w:t>:_كا ذريعہ، 16/ 118; _كا گناہ سے تناسب، 14/ 51، 15/ 44; 16/ 29، 34، 88; _كا پيش خيمہ ، 14/ 51، 15/ 93; _كے عوامل ، 14/ 51; اخروى _ ، اس كے عوامل، 14/ 51; اس كے مراتب ، 14/ 42 ، 43; دنياوي_، اس كے اسباب، 14/ 45; _ كے مراتب، 15/ 96، 16/ 61، 88; _كا سرچشمہ ، 16/ 52; كيفرى نظام، 15/ 44، 16/ 29، 43،88</w:t>
      </w:r>
    </w:p>
    <w:p w:rsidR="001F628F" w:rsidRDefault="001F628F" w:rsidP="001F628F">
      <w:pPr>
        <w:pStyle w:val="libNormal"/>
        <w:rPr>
          <w:rtl/>
        </w:rPr>
      </w:pPr>
      <w:r>
        <w:rPr>
          <w:rtl/>
        </w:rPr>
        <w:t>( 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AC5BF6">
      <w:pPr>
        <w:pStyle w:val="libNormal"/>
        <w:rPr>
          <w:rtl/>
        </w:rPr>
      </w:pPr>
      <w:r>
        <w:rPr>
          <w:rFonts w:hint="eastAsia"/>
          <w:rtl/>
        </w:rPr>
        <w:t>سوال</w:t>
      </w:r>
      <w:r>
        <w:rPr>
          <w:rtl/>
        </w:rPr>
        <w:t>:_پيش كرنا ، اس كى اہميت، 14/10;_ كے فوائد، 16/17،43</w:t>
      </w:r>
      <w:r>
        <w:rPr>
          <w:rFonts w:hint="eastAsia"/>
          <w:rtl/>
        </w:rPr>
        <w:t>نيز</w:t>
      </w:r>
      <w:r>
        <w:rPr>
          <w:rtl/>
        </w:rPr>
        <w:t xml:space="preserve"> ر_ك ائمہ </w:t>
      </w:r>
      <w:r w:rsidR="00367F17" w:rsidRPr="00367F17">
        <w:rPr>
          <w:rStyle w:val="libAlaemChar"/>
          <w:rtl/>
        </w:rPr>
        <w:t xml:space="preserve"> عليه‌السلام </w:t>
      </w:r>
      <w:r>
        <w:rPr>
          <w:rtl/>
        </w:rPr>
        <w:t xml:space="preserve"> ، ابراہيم،</w:t>
      </w:r>
      <w:r w:rsidR="00367F17" w:rsidRPr="00367F17">
        <w:rPr>
          <w:rStyle w:val="libAlaemChar"/>
          <w:rtl/>
        </w:rPr>
        <w:t xml:space="preserve"> عليه‌السلام </w:t>
      </w:r>
      <w:r>
        <w:rPr>
          <w:rtl/>
        </w:rPr>
        <w:t xml:space="preserve"> خدا، عصيا</w:t>
      </w:r>
      <w:r w:rsidR="00083993">
        <w:rPr>
          <w:rtl/>
        </w:rPr>
        <w:t xml:space="preserve">ں </w:t>
      </w:r>
      <w:r>
        <w:rPr>
          <w:rtl/>
        </w:rPr>
        <w:t xml:space="preserve">، </w:t>
      </w:r>
      <w:r w:rsidR="005E05E0">
        <w:rPr>
          <w:rtl/>
        </w:rPr>
        <w:t>علماء</w:t>
      </w:r>
      <w:r>
        <w:rPr>
          <w:rtl/>
        </w:rPr>
        <w:t>، قانون شكني، ملائكہ اور وحي</w:t>
      </w:r>
    </w:p>
    <w:p w:rsidR="001F628F" w:rsidRDefault="001F628F" w:rsidP="00AC5BF6">
      <w:pPr>
        <w:pStyle w:val="libNormal"/>
        <w:rPr>
          <w:rtl/>
        </w:rPr>
      </w:pPr>
      <w:r>
        <w:rPr>
          <w:rFonts w:hint="eastAsia"/>
          <w:rtl/>
        </w:rPr>
        <w:t>سلامتي</w:t>
      </w:r>
      <w:r>
        <w:rPr>
          <w:rtl/>
        </w:rPr>
        <w:t>:_كى اہميت، 15/ 46، 16/ 115; اخروي_، اس كے عوامل، 15/ 46</w:t>
      </w:r>
      <w:r>
        <w:rPr>
          <w:rFonts w:hint="eastAsia"/>
          <w:rtl/>
        </w:rPr>
        <w:t>نيزر</w:t>
      </w:r>
      <w:r>
        <w:rPr>
          <w:rtl/>
        </w:rPr>
        <w:t>_ك بشارت ، علائق اور متقى افراد</w:t>
      </w:r>
    </w:p>
    <w:p w:rsidR="001F628F" w:rsidRDefault="001F628F" w:rsidP="00AC5BF6">
      <w:pPr>
        <w:pStyle w:val="libNormal"/>
        <w:rPr>
          <w:rtl/>
        </w:rPr>
      </w:pPr>
      <w:r>
        <w:rPr>
          <w:rFonts w:hint="eastAsia"/>
          <w:rtl/>
        </w:rPr>
        <w:t>سنت</w:t>
      </w:r>
      <w:r>
        <w:rPr>
          <w:rtl/>
        </w:rPr>
        <w:t>:_كا كار ہدايت، 14/ 1</w:t>
      </w:r>
    </w:p>
    <w:p w:rsidR="001F628F" w:rsidRDefault="001F628F" w:rsidP="00AC5BF6">
      <w:pPr>
        <w:pStyle w:val="libNormal"/>
        <w:rPr>
          <w:rtl/>
        </w:rPr>
      </w:pPr>
      <w:r>
        <w:rPr>
          <w:rFonts w:hint="eastAsia"/>
          <w:rtl/>
        </w:rPr>
        <w:t>خدا</w:t>
      </w:r>
      <w:r>
        <w:rPr>
          <w:rtl/>
        </w:rPr>
        <w:t xml:space="preserve"> كى سنتي</w:t>
      </w:r>
      <w:r w:rsidR="00083993">
        <w:rPr>
          <w:rtl/>
        </w:rPr>
        <w:t xml:space="preserve">ں </w:t>
      </w:r>
      <w:r>
        <w:rPr>
          <w:rtl/>
        </w:rPr>
        <w:t>:</w:t>
      </w:r>
      <w:r>
        <w:rPr>
          <w:rFonts w:hint="eastAsia"/>
          <w:rtl/>
        </w:rPr>
        <w:t>نسل</w:t>
      </w:r>
      <w:r>
        <w:rPr>
          <w:rtl/>
        </w:rPr>
        <w:t xml:space="preserve"> كا بقاء كى سنت16/ 72; سزا كى سنت، 14/ 45; مہلت كى سنت، 14/ 42; 16/ 61</w:t>
      </w:r>
    </w:p>
    <w:p w:rsidR="001F628F" w:rsidRDefault="001F628F" w:rsidP="00AC5BF6">
      <w:pPr>
        <w:pStyle w:val="libNormal"/>
        <w:rPr>
          <w:rtl/>
        </w:rPr>
      </w:pPr>
      <w:r>
        <w:rPr>
          <w:rFonts w:hint="eastAsia"/>
          <w:rtl/>
        </w:rPr>
        <w:t>سنگ</w:t>
      </w:r>
      <w:r>
        <w:rPr>
          <w:rtl/>
        </w:rPr>
        <w:t>:</w:t>
      </w:r>
      <w:r>
        <w:rPr>
          <w:rFonts w:hint="eastAsia"/>
          <w:rtl/>
        </w:rPr>
        <w:t>ر</w:t>
      </w:r>
      <w:r>
        <w:rPr>
          <w:rtl/>
        </w:rPr>
        <w:t>_ك قوم لوط</w:t>
      </w:r>
      <w:r w:rsidR="00367F17" w:rsidRPr="00367F17">
        <w:rPr>
          <w:rStyle w:val="libAlaemChar"/>
          <w:rtl/>
        </w:rPr>
        <w:t xml:space="preserve"> عليه‌السلام </w:t>
      </w:r>
    </w:p>
    <w:p w:rsidR="001F628F" w:rsidRDefault="001F628F" w:rsidP="00AC5BF6">
      <w:pPr>
        <w:pStyle w:val="libNormal"/>
        <w:rPr>
          <w:rtl/>
        </w:rPr>
      </w:pPr>
      <w:r>
        <w:rPr>
          <w:rFonts w:hint="eastAsia"/>
          <w:rtl/>
        </w:rPr>
        <w:t>سنگ</w:t>
      </w:r>
      <w:r>
        <w:rPr>
          <w:rtl/>
        </w:rPr>
        <w:t xml:space="preserve"> تراشي:_كى تاريخ، 15/ 82</w:t>
      </w:r>
      <w:r>
        <w:rPr>
          <w:rFonts w:hint="eastAsia"/>
          <w:rtl/>
        </w:rPr>
        <w:t>نيزر</w:t>
      </w:r>
      <w:r>
        <w:rPr>
          <w:rtl/>
        </w:rPr>
        <w:t>_ك قوم ثمود</w:t>
      </w:r>
    </w:p>
    <w:p w:rsidR="001F628F" w:rsidRDefault="001F628F" w:rsidP="00AC5BF6">
      <w:pPr>
        <w:pStyle w:val="libNormal"/>
        <w:rPr>
          <w:rtl/>
        </w:rPr>
      </w:pPr>
      <w:r>
        <w:rPr>
          <w:rFonts w:hint="eastAsia"/>
          <w:rtl/>
        </w:rPr>
        <w:t>سورج</w:t>
      </w:r>
      <w:r>
        <w:rPr>
          <w:rtl/>
        </w:rPr>
        <w:t>:_سے استفادہ، 16/ 12;_ كى تسخير، 14/ 33، 16/ 13; _كى گردش، اس كا دوام، 14/33; _ كا نقش، 14/ 33</w:t>
      </w:r>
    </w:p>
    <w:p w:rsidR="001F628F" w:rsidRDefault="001F628F" w:rsidP="00AC5BF6">
      <w:pPr>
        <w:pStyle w:val="libNormal"/>
        <w:rPr>
          <w:rtl/>
        </w:rPr>
      </w:pPr>
      <w:r>
        <w:rPr>
          <w:rFonts w:hint="eastAsia"/>
          <w:rtl/>
        </w:rPr>
        <w:t>سود</w:t>
      </w:r>
      <w:r>
        <w:rPr>
          <w:rtl/>
        </w:rPr>
        <w:t>:_كا حرام ہونا، 16/ 115</w:t>
      </w:r>
    </w:p>
    <w:p w:rsidR="001F628F" w:rsidRDefault="001F628F" w:rsidP="00AC5BF6">
      <w:pPr>
        <w:pStyle w:val="libNormal"/>
        <w:rPr>
          <w:rtl/>
        </w:rPr>
      </w:pPr>
      <w:r>
        <w:rPr>
          <w:rFonts w:hint="eastAsia"/>
          <w:rtl/>
        </w:rPr>
        <w:t>سينچر</w:t>
      </w:r>
      <w:r>
        <w:rPr>
          <w:rtl/>
        </w:rPr>
        <w:t>:_كى تعطيل16/ 124،نيز ر_ك يہود</w:t>
      </w:r>
    </w:p>
    <w:p w:rsidR="001F628F" w:rsidRDefault="001F628F" w:rsidP="00AC5BF6">
      <w:pPr>
        <w:pStyle w:val="libNormal"/>
        <w:rPr>
          <w:rtl/>
        </w:rPr>
      </w:pPr>
      <w:r>
        <w:rPr>
          <w:rFonts w:hint="eastAsia"/>
          <w:rtl/>
        </w:rPr>
        <w:t>سماعت</w:t>
      </w:r>
      <w:r>
        <w:rPr>
          <w:rtl/>
        </w:rPr>
        <w:t>:_كى اہميت ،16 / 78; _كا نقش، 16/ 78 نيز ر_ك خدا شيطان اور نو مولود</w:t>
      </w:r>
    </w:p>
    <w:p w:rsidR="00AC5BF6" w:rsidRDefault="001E7F9D" w:rsidP="00F73EDE">
      <w:pPr>
        <w:pStyle w:val="libPoemTini"/>
        <w:rPr>
          <w:rtl/>
        </w:rPr>
      </w:pPr>
      <w:r>
        <w:rPr>
          <w:rtl/>
        </w:rPr>
        <w:cr/>
      </w:r>
      <w:r>
        <w:rPr>
          <w:rtl/>
        </w:rPr>
        <w:br w:type="page"/>
      </w:r>
    </w:p>
    <w:p w:rsidR="001F628F" w:rsidRDefault="001F628F" w:rsidP="00AC5BF6">
      <w:pPr>
        <w:pStyle w:val="libNormal"/>
        <w:rPr>
          <w:rtl/>
        </w:rPr>
      </w:pPr>
      <w:r>
        <w:rPr>
          <w:rFonts w:hint="eastAsia"/>
          <w:rtl/>
        </w:rPr>
        <w:lastRenderedPageBreak/>
        <w:t>سمندر</w:t>
      </w:r>
      <w:r>
        <w:rPr>
          <w:rtl/>
        </w:rPr>
        <w:t>:_و</w:t>
      </w:r>
      <w:r w:rsidR="00083993">
        <w:rPr>
          <w:rtl/>
        </w:rPr>
        <w:t xml:space="preserve">ں </w:t>
      </w:r>
      <w:r>
        <w:rPr>
          <w:rtl/>
        </w:rPr>
        <w:t>سے استفادہ، 14/ 32، 16/ 14; _و</w:t>
      </w:r>
      <w:r w:rsidR="00083993">
        <w:rPr>
          <w:rtl/>
        </w:rPr>
        <w:t xml:space="preserve">ں </w:t>
      </w:r>
      <w:r>
        <w:rPr>
          <w:rtl/>
        </w:rPr>
        <w:t>كى تسخير، 16/ 14; _و</w:t>
      </w:r>
      <w:r w:rsidR="00083993">
        <w:rPr>
          <w:rtl/>
        </w:rPr>
        <w:t xml:space="preserve">ں </w:t>
      </w:r>
      <w:r>
        <w:rPr>
          <w:rtl/>
        </w:rPr>
        <w:t>كے مناظر، 16/ 14; _و</w:t>
      </w:r>
      <w:r w:rsidR="00083993">
        <w:rPr>
          <w:rtl/>
        </w:rPr>
        <w:t xml:space="preserve">ں </w:t>
      </w:r>
      <w:r>
        <w:rPr>
          <w:rtl/>
        </w:rPr>
        <w:t>كے فوائد، 14/ 34، 16/ 14;_و</w:t>
      </w:r>
      <w:r w:rsidR="00083993">
        <w:rPr>
          <w:rtl/>
        </w:rPr>
        <w:t xml:space="preserve">ں </w:t>
      </w:r>
      <w:r>
        <w:rPr>
          <w:rtl/>
        </w:rPr>
        <w:t>كا نقش ، 14/33</w:t>
      </w:r>
      <w:r>
        <w:rPr>
          <w:rFonts w:hint="eastAsia"/>
          <w:rtl/>
        </w:rPr>
        <w:t>نيز</w:t>
      </w:r>
      <w:r>
        <w:rPr>
          <w:rtl/>
        </w:rPr>
        <w:t xml:space="preserve"> ر_ك سمندرى غوطہ زني، كشتى راني</w:t>
      </w:r>
    </w:p>
    <w:p w:rsidR="001F628F" w:rsidRDefault="001F628F" w:rsidP="00AC5BF6">
      <w:pPr>
        <w:pStyle w:val="libNormal"/>
        <w:rPr>
          <w:rtl/>
        </w:rPr>
      </w:pPr>
      <w:r>
        <w:rPr>
          <w:rFonts w:hint="eastAsia"/>
          <w:rtl/>
        </w:rPr>
        <w:t>سوء</w:t>
      </w:r>
      <w:r>
        <w:rPr>
          <w:rtl/>
        </w:rPr>
        <w:t xml:space="preserve"> استفادہ:_كا پيش خيمہ، 16/25</w:t>
      </w:r>
      <w:r>
        <w:rPr>
          <w:rFonts w:hint="eastAsia"/>
          <w:rtl/>
        </w:rPr>
        <w:t>نيز</w:t>
      </w:r>
      <w:r>
        <w:rPr>
          <w:rtl/>
        </w:rPr>
        <w:t xml:space="preserve"> ر_ك اقدار، خداوند عالم، قسم، معنويات اور مقدسات</w:t>
      </w:r>
    </w:p>
    <w:p w:rsidR="001F628F" w:rsidRDefault="001F628F" w:rsidP="00AC5BF6">
      <w:pPr>
        <w:pStyle w:val="libNormal"/>
        <w:rPr>
          <w:rtl/>
        </w:rPr>
      </w:pPr>
      <w:r>
        <w:rPr>
          <w:rFonts w:hint="eastAsia"/>
          <w:rtl/>
        </w:rPr>
        <w:t>سو</w:t>
      </w:r>
      <w:r>
        <w:rPr>
          <w:rtl/>
        </w:rPr>
        <w:t xml:space="preserve"> ء ظن:</w:t>
      </w:r>
      <w:r>
        <w:rPr>
          <w:rFonts w:hint="eastAsia"/>
          <w:rtl/>
        </w:rPr>
        <w:t>ر</w:t>
      </w:r>
      <w:r>
        <w:rPr>
          <w:rtl/>
        </w:rPr>
        <w:t xml:space="preserve">_ك گذشتہ اقوام، </w:t>
      </w:r>
      <w:r w:rsidR="003D0BA1">
        <w:rPr>
          <w:rtl/>
        </w:rPr>
        <w:t>انبياء</w:t>
      </w:r>
      <w:r>
        <w:rPr>
          <w:rtl/>
        </w:rPr>
        <w:t>، خداوند عالم ، قوم ثمود، قوم عاد اور قوم نوح</w:t>
      </w:r>
    </w:p>
    <w:p w:rsidR="001F628F" w:rsidRDefault="001F628F" w:rsidP="00AC5BF6">
      <w:pPr>
        <w:pStyle w:val="libNormal"/>
        <w:rPr>
          <w:rtl/>
        </w:rPr>
      </w:pPr>
      <w:r>
        <w:rPr>
          <w:rFonts w:hint="eastAsia"/>
          <w:rtl/>
        </w:rPr>
        <w:t>سوء</w:t>
      </w:r>
      <w:r>
        <w:rPr>
          <w:rtl/>
        </w:rPr>
        <w:t xml:space="preserve"> نيت:</w:t>
      </w:r>
      <w:r>
        <w:rPr>
          <w:rFonts w:hint="eastAsia"/>
          <w:rtl/>
        </w:rPr>
        <w:t>ر</w:t>
      </w:r>
      <w:r>
        <w:rPr>
          <w:rtl/>
        </w:rPr>
        <w:t>_ك قوم لوط</w:t>
      </w:r>
      <w:r w:rsidR="00367F17" w:rsidRPr="00367F17">
        <w:rPr>
          <w:rStyle w:val="libAlaemChar"/>
          <w:rtl/>
        </w:rPr>
        <w:t xml:space="preserve"> عليه‌السلام </w:t>
      </w:r>
    </w:p>
    <w:p w:rsidR="001F628F" w:rsidRDefault="001F628F" w:rsidP="00AC5BF6">
      <w:pPr>
        <w:pStyle w:val="libNormal"/>
        <w:rPr>
          <w:rtl/>
        </w:rPr>
      </w:pPr>
      <w:r>
        <w:rPr>
          <w:rFonts w:hint="eastAsia"/>
          <w:rtl/>
        </w:rPr>
        <w:t>سورہ</w:t>
      </w:r>
      <w:r>
        <w:rPr>
          <w:rtl/>
        </w:rPr>
        <w:t xml:space="preserve"> حجر:_كى آيات، ان كى عظمت، 15/ 1</w:t>
      </w:r>
    </w:p>
    <w:p w:rsidR="001F628F" w:rsidRDefault="001F628F" w:rsidP="00AC5BF6">
      <w:pPr>
        <w:pStyle w:val="libNormal"/>
        <w:rPr>
          <w:rtl/>
        </w:rPr>
      </w:pPr>
      <w:r>
        <w:rPr>
          <w:rFonts w:hint="eastAsia"/>
          <w:rtl/>
        </w:rPr>
        <w:t>سورہ</w:t>
      </w:r>
      <w:r>
        <w:rPr>
          <w:rtl/>
        </w:rPr>
        <w:t xml:space="preserve"> حمد:_كى فضليت 15/ 87; _كے نام، 15/ 87</w:t>
      </w:r>
      <w:r>
        <w:rPr>
          <w:rFonts w:hint="eastAsia"/>
          <w:rtl/>
        </w:rPr>
        <w:t>نيز</w:t>
      </w:r>
      <w:r>
        <w:rPr>
          <w:rtl/>
        </w:rPr>
        <w:t xml:space="preserve"> ر_ك محمد</w:t>
      </w:r>
      <w:r w:rsidR="00F031CD" w:rsidRPr="00F031CD">
        <w:rPr>
          <w:rStyle w:val="libAlaemChar"/>
          <w:rtl/>
        </w:rPr>
        <w:t xml:space="preserve"> صلى‌الله‌عليه‌وآله‌وسلم </w:t>
      </w:r>
    </w:p>
    <w:p w:rsidR="001F628F" w:rsidRDefault="001F628F" w:rsidP="00AC5BF6">
      <w:pPr>
        <w:pStyle w:val="libNormal"/>
        <w:rPr>
          <w:rtl/>
        </w:rPr>
      </w:pPr>
      <w:r>
        <w:rPr>
          <w:rFonts w:hint="eastAsia"/>
          <w:rtl/>
        </w:rPr>
        <w:t>سہم</w:t>
      </w:r>
      <w:r>
        <w:rPr>
          <w:rtl/>
        </w:rPr>
        <w:t xml:space="preserve"> المال:</w:t>
      </w:r>
      <w:r>
        <w:rPr>
          <w:rFonts w:hint="eastAsia"/>
          <w:rtl/>
        </w:rPr>
        <w:t>ر</w:t>
      </w:r>
      <w:r>
        <w:rPr>
          <w:rtl/>
        </w:rPr>
        <w:t>_ك باطل معبود</w:t>
      </w:r>
    </w:p>
    <w:p w:rsidR="001F628F" w:rsidRDefault="001F628F" w:rsidP="00AC5BF6">
      <w:pPr>
        <w:pStyle w:val="libNormal"/>
        <w:rPr>
          <w:rtl/>
        </w:rPr>
      </w:pPr>
      <w:r>
        <w:rPr>
          <w:rFonts w:hint="eastAsia"/>
          <w:rtl/>
        </w:rPr>
        <w:t>سيارے</w:t>
      </w:r>
      <w:r>
        <w:rPr>
          <w:rtl/>
        </w:rPr>
        <w:t>:_و</w:t>
      </w:r>
      <w:r w:rsidR="00083993">
        <w:rPr>
          <w:rtl/>
        </w:rPr>
        <w:t xml:space="preserve">ں </w:t>
      </w:r>
      <w:r>
        <w:rPr>
          <w:rtl/>
        </w:rPr>
        <w:t>كى تسخير، 16/ 12</w:t>
      </w:r>
    </w:p>
    <w:p w:rsidR="001F628F" w:rsidRDefault="001F628F" w:rsidP="00AC5BF6">
      <w:pPr>
        <w:pStyle w:val="Heading2Center"/>
        <w:rPr>
          <w:rtl/>
        </w:rPr>
      </w:pPr>
      <w:bookmarkStart w:id="296" w:name="_Toc28081974"/>
      <w:r>
        <w:rPr>
          <w:rtl/>
        </w:rPr>
        <w:t>''ش''</w:t>
      </w:r>
      <w:bookmarkEnd w:id="296"/>
    </w:p>
    <w:p w:rsidR="001F628F" w:rsidRDefault="001F628F" w:rsidP="00AC5BF6">
      <w:pPr>
        <w:pStyle w:val="libNormal"/>
        <w:rPr>
          <w:rtl/>
        </w:rPr>
      </w:pPr>
      <w:r>
        <w:rPr>
          <w:rFonts w:hint="eastAsia"/>
          <w:rtl/>
        </w:rPr>
        <w:t>شب</w:t>
      </w:r>
      <w:r>
        <w:rPr>
          <w:rtl/>
        </w:rPr>
        <w:t>:_سے استفادہ، 16/ 12; _كى تسخير، 14/ 33، 16/ 12 ; _كا نقش، 14/33</w:t>
      </w:r>
    </w:p>
    <w:p w:rsidR="001F628F" w:rsidRDefault="001F628F" w:rsidP="00AC5BF6">
      <w:pPr>
        <w:pStyle w:val="libNormal"/>
        <w:rPr>
          <w:rtl/>
        </w:rPr>
      </w:pPr>
      <w:r>
        <w:rPr>
          <w:rFonts w:hint="eastAsia"/>
          <w:rtl/>
        </w:rPr>
        <w:t>شبہات</w:t>
      </w:r>
      <w:r>
        <w:rPr>
          <w:rtl/>
        </w:rPr>
        <w:t>:</w:t>
      </w:r>
      <w:r>
        <w:rPr>
          <w:rFonts w:hint="eastAsia"/>
          <w:rtl/>
        </w:rPr>
        <w:t>ديني</w:t>
      </w:r>
      <w:r>
        <w:rPr>
          <w:rtl/>
        </w:rPr>
        <w:t>_، ان كے جواب كى اہميت، 14/11</w:t>
      </w:r>
      <w:r>
        <w:rPr>
          <w:rFonts w:hint="eastAsia"/>
          <w:rtl/>
        </w:rPr>
        <w:t>نيز</w:t>
      </w:r>
      <w:r>
        <w:rPr>
          <w:rtl/>
        </w:rPr>
        <w:t xml:space="preserve"> ر_ك چوپائے اور شہد كى مكھي</w:t>
      </w:r>
    </w:p>
    <w:p w:rsidR="001F628F" w:rsidRDefault="001F628F" w:rsidP="00AC5BF6">
      <w:pPr>
        <w:pStyle w:val="libNormal"/>
        <w:rPr>
          <w:rtl/>
        </w:rPr>
      </w:pPr>
      <w:r>
        <w:rPr>
          <w:rFonts w:hint="eastAsia"/>
          <w:rtl/>
        </w:rPr>
        <w:t>شبہ</w:t>
      </w:r>
      <w:r>
        <w:rPr>
          <w:rtl/>
        </w:rPr>
        <w:t xml:space="preserve"> پيدا كرنا:</w:t>
      </w:r>
      <w:r>
        <w:rPr>
          <w:rFonts w:hint="eastAsia"/>
          <w:rtl/>
        </w:rPr>
        <w:t>ر</w:t>
      </w:r>
      <w:r>
        <w:rPr>
          <w:rtl/>
        </w:rPr>
        <w:t>_ك گذشتہ اقوام، محمد</w:t>
      </w:r>
      <w:r w:rsidR="00F031CD" w:rsidRPr="00F031CD">
        <w:rPr>
          <w:rStyle w:val="libAlaemChar"/>
          <w:rtl/>
        </w:rPr>
        <w:t xml:space="preserve"> صلى‌الله‌عليه‌وآله‌وسلم </w:t>
      </w:r>
      <w:r>
        <w:rPr>
          <w:rtl/>
        </w:rPr>
        <w:t xml:space="preserve"> مشركين اور معاد</w:t>
      </w:r>
    </w:p>
    <w:p w:rsidR="001F628F" w:rsidRDefault="001F628F" w:rsidP="00AC5BF6">
      <w:pPr>
        <w:pStyle w:val="libNormal"/>
        <w:rPr>
          <w:rtl/>
        </w:rPr>
      </w:pPr>
      <w:r>
        <w:rPr>
          <w:rFonts w:hint="eastAsia"/>
          <w:rtl/>
        </w:rPr>
        <w:t>شتر</w:t>
      </w:r>
      <w:r>
        <w:rPr>
          <w:rtl/>
        </w:rPr>
        <w:t>:_سے استفادہ ،16/8;_كے زريعہ سامان كا حمل ونقل ،16/7،8;_كى پشم ،اس كے فوائد ، 16/ 80; _كى كھال، اس كے فوائد، 16/ 80; _كا خالق ، 16/5; _كى خلقت ، اس كا فلسفہ ، 16/ 5; _صد راسلام مي</w:t>
      </w:r>
      <w:r w:rsidR="00083993">
        <w:rPr>
          <w:rtl/>
        </w:rPr>
        <w:t xml:space="preserve">ں </w:t>
      </w:r>
      <w:r>
        <w:rPr>
          <w:rtl/>
        </w:rPr>
        <w:t>، 16/ 7; _كا دودھ ، اس كا آيات خدا مي</w:t>
      </w:r>
      <w:r w:rsidR="00083993">
        <w:rPr>
          <w:rtl/>
        </w:rPr>
        <w:t xml:space="preserve">ں </w:t>
      </w:r>
      <w:r>
        <w:rPr>
          <w:rtl/>
        </w:rPr>
        <w:t>سے ہونا ، 16/66; اس كا خارج ہونے سے ع</w:t>
      </w:r>
      <w:r>
        <w:rPr>
          <w:rFonts w:hint="eastAsia"/>
          <w:rtl/>
        </w:rPr>
        <w:t>برت،</w:t>
      </w:r>
      <w:r>
        <w:rPr>
          <w:rtl/>
        </w:rPr>
        <w:t xml:space="preserve"> 16/ 66; اس كے فوائد، 16/66; اس كے نكلنے كى كيفيت، 16/ 66;_سے عبرت، 16/ 66 ; _كے فوائد، 16/ 5، 7; _كى طاقت، 16/ 7; _ كے بال ، اس كے فوائد، 16/ 80; _كا گوشت ، اس صدر اسلام مي</w:t>
      </w:r>
      <w:r w:rsidR="00083993">
        <w:rPr>
          <w:rtl/>
        </w:rPr>
        <w:t xml:space="preserve">ں </w:t>
      </w:r>
      <w:r>
        <w:rPr>
          <w:rtl/>
        </w:rPr>
        <w:t>كہانا ، 16/ 8; _كى خصوصيات</w:t>
      </w:r>
    </w:p>
    <w:p w:rsidR="00AC5BF6" w:rsidRDefault="001E7F9D" w:rsidP="00F73EDE">
      <w:pPr>
        <w:pStyle w:val="libPoemTini"/>
        <w:rPr>
          <w:rtl/>
        </w:rPr>
      </w:pPr>
      <w:r>
        <w:rPr>
          <w:rtl/>
        </w:rPr>
        <w:cr/>
      </w:r>
      <w:r>
        <w:rPr>
          <w:rtl/>
        </w:rPr>
        <w:br w:type="page"/>
      </w:r>
    </w:p>
    <w:p w:rsidR="001F628F" w:rsidRDefault="001F628F" w:rsidP="00AC5BF6">
      <w:pPr>
        <w:pStyle w:val="libNormal"/>
        <w:rPr>
          <w:rtl/>
        </w:rPr>
      </w:pPr>
      <w:r>
        <w:rPr>
          <w:rFonts w:hint="eastAsia"/>
          <w:rtl/>
        </w:rPr>
        <w:lastRenderedPageBreak/>
        <w:t>،</w:t>
      </w:r>
      <w:r>
        <w:rPr>
          <w:rtl/>
        </w:rPr>
        <w:t xml:space="preserve"> 16/ 7</w:t>
      </w:r>
      <w:r>
        <w:rPr>
          <w:rFonts w:hint="eastAsia"/>
          <w:rtl/>
        </w:rPr>
        <w:t>نيز</w:t>
      </w:r>
      <w:r>
        <w:rPr>
          <w:rtl/>
        </w:rPr>
        <w:t xml:space="preserve"> ر_ك نعمت</w:t>
      </w:r>
    </w:p>
    <w:p w:rsidR="001F628F" w:rsidRDefault="001F628F" w:rsidP="00AC5BF6">
      <w:pPr>
        <w:pStyle w:val="libNormal"/>
        <w:rPr>
          <w:rtl/>
        </w:rPr>
      </w:pPr>
      <w:r>
        <w:rPr>
          <w:rFonts w:hint="eastAsia"/>
          <w:rtl/>
        </w:rPr>
        <w:t>شجرہ</w:t>
      </w:r>
      <w:r>
        <w:rPr>
          <w:rtl/>
        </w:rPr>
        <w:t xml:space="preserve"> خبثيہ :_سے مر اد ، 14/ 26</w:t>
      </w:r>
    </w:p>
    <w:p w:rsidR="001F628F" w:rsidRDefault="001F628F" w:rsidP="00AC5BF6">
      <w:pPr>
        <w:pStyle w:val="libNormal"/>
        <w:rPr>
          <w:rtl/>
        </w:rPr>
      </w:pPr>
      <w:r>
        <w:rPr>
          <w:rFonts w:hint="eastAsia"/>
          <w:rtl/>
        </w:rPr>
        <w:t>شجرہ</w:t>
      </w:r>
      <w:r>
        <w:rPr>
          <w:rtl/>
        </w:rPr>
        <w:t xml:space="preserve"> طيبہ:_ كا پھل دينا، 14/ 25; اس كى قدت، 14/ 25; _سے مراد، 14/ 24</w:t>
      </w:r>
    </w:p>
    <w:p w:rsidR="001F628F" w:rsidRDefault="001F628F" w:rsidP="00AC5BF6">
      <w:pPr>
        <w:pStyle w:val="libNormal"/>
        <w:rPr>
          <w:rtl/>
        </w:rPr>
      </w:pPr>
      <w:r>
        <w:rPr>
          <w:rFonts w:hint="eastAsia"/>
          <w:rtl/>
        </w:rPr>
        <w:t>شخصيت</w:t>
      </w:r>
      <w:r>
        <w:rPr>
          <w:rtl/>
        </w:rPr>
        <w:t>:_كى آفت شناسي، 16/ 76; جھوٹى _ سازى ، 14/ 15</w:t>
      </w:r>
      <w:r>
        <w:rPr>
          <w:rFonts w:hint="eastAsia"/>
          <w:rtl/>
        </w:rPr>
        <w:t>نيز</w:t>
      </w:r>
      <w:r>
        <w:rPr>
          <w:rtl/>
        </w:rPr>
        <w:t xml:space="preserve"> ر_ك انسان اور عورت</w:t>
      </w:r>
    </w:p>
    <w:p w:rsidR="001F628F" w:rsidRDefault="001F628F" w:rsidP="00AC5BF6">
      <w:pPr>
        <w:pStyle w:val="libNormal"/>
        <w:rPr>
          <w:rtl/>
        </w:rPr>
      </w:pPr>
      <w:r>
        <w:rPr>
          <w:rFonts w:hint="eastAsia"/>
          <w:rtl/>
        </w:rPr>
        <w:t>شرك</w:t>
      </w:r>
      <w:r>
        <w:rPr>
          <w:rtl/>
        </w:rPr>
        <w:t>:_كے آثار ، 14/ 30، 36، 16/ 27، 110; _سے اجتناب، 16/ 123; اس كى دعوت، 16/ 51; اس كے دلائل ،16/ 51; اس كا سبب، 16/ 74; _كى بے منطقى ، 16/ 87; _كا بطلان ، 14/ 30، 16/ 87; اس كے آثار ، 16/1; _كى پيدا</w:t>
      </w:r>
      <w:r w:rsidR="009F604A">
        <w:rPr>
          <w:rtl/>
        </w:rPr>
        <w:t>ئش</w:t>
      </w:r>
      <w:r>
        <w:rPr>
          <w:rtl/>
        </w:rPr>
        <w:t xml:space="preserve"> ، 14/ 30; _كى تاريخ ، 14/ 30; _سے بيزارى ، 14/ 22; _كى تب</w:t>
      </w:r>
      <w:r>
        <w:rPr>
          <w:rFonts w:hint="eastAsia"/>
          <w:rtl/>
        </w:rPr>
        <w:t>ليغ،</w:t>
      </w:r>
      <w:r>
        <w:rPr>
          <w:rtl/>
        </w:rPr>
        <w:t xml:space="preserve"> اس كا انجام، 14/ 30; _كى حقيقت، 16/ 28، 71 ، 73; _افعالي، 16/ 56; _دررازقيت، 16/56; اس كى مذمت، 16/ 56;اس كا مؤاخذہ 16/56; _ ربوبى اس كا بطلان 16/56; _سختى دور ہونے كے وقت، 16/ 54، 55; _كى شكست ، 16/1; _كے عوامل ، 16/ 75، 110; _كى سزا، 16/ 61; _كى وسع</w:t>
      </w:r>
      <w:r>
        <w:rPr>
          <w:rFonts w:hint="eastAsia"/>
          <w:rtl/>
        </w:rPr>
        <w:t>ت،</w:t>
      </w:r>
      <w:r>
        <w:rPr>
          <w:rtl/>
        </w:rPr>
        <w:t xml:space="preserve"> اس كى پريشانى ، 14/ 36; _كے مبلغين، ان كا جہنم مي</w:t>
      </w:r>
      <w:r w:rsidR="00083993">
        <w:rPr>
          <w:rtl/>
        </w:rPr>
        <w:t xml:space="preserve">ں </w:t>
      </w:r>
      <w:r>
        <w:rPr>
          <w:rtl/>
        </w:rPr>
        <w:t>ہونا، 14/ 30; _سے مصونيت ، اس كے عوامل ، 14/35; _ كا سرچشمہ، 16/ 101; _كے موارد، 14/ 22، 16 /100; _كے موانع، 16/ 123; _كى ناپائداري، 16/1; _سے نہي، 16/51</w:t>
      </w:r>
      <w:r>
        <w:rPr>
          <w:rFonts w:hint="eastAsia"/>
          <w:rtl/>
        </w:rPr>
        <w:t>نيز</w:t>
      </w:r>
      <w:r>
        <w:rPr>
          <w:rtl/>
        </w:rPr>
        <w:t xml:space="preserve"> ر_ك ، ابراہيم، </w:t>
      </w:r>
      <w:r w:rsidR="00367F17" w:rsidRPr="00367F17">
        <w:rPr>
          <w:rStyle w:val="libAlaemChar"/>
          <w:rtl/>
        </w:rPr>
        <w:t xml:space="preserve"> عليه‌السلام </w:t>
      </w:r>
      <w:r>
        <w:rPr>
          <w:rtl/>
        </w:rPr>
        <w:t xml:space="preserve"> اسلام ، گذشتہ اقوام، </w:t>
      </w:r>
      <w:r w:rsidR="003D0BA1">
        <w:rPr>
          <w:rtl/>
        </w:rPr>
        <w:t>انبياء</w:t>
      </w:r>
      <w:r>
        <w:rPr>
          <w:rtl/>
        </w:rPr>
        <w:t>، ثنويت، قائدين ، شيطان، عقيدہ، قوم ثمود ، قوم عاد، قوم نوح، محمد صلعم ، مشركين، مكہ اورہوشياري</w:t>
      </w:r>
    </w:p>
    <w:p w:rsidR="001F628F" w:rsidRDefault="001F628F" w:rsidP="00AC5BF6">
      <w:pPr>
        <w:pStyle w:val="libNormal"/>
        <w:rPr>
          <w:rtl/>
        </w:rPr>
      </w:pPr>
      <w:r>
        <w:rPr>
          <w:rFonts w:hint="eastAsia"/>
          <w:rtl/>
        </w:rPr>
        <w:t>شراب</w:t>
      </w:r>
      <w:r>
        <w:rPr>
          <w:rtl/>
        </w:rPr>
        <w:t>:_كے احكام، 16 /67; _ كى تيارى ،اس كى تاريخ، 16/ 67; انگور سے شراب، 16/ 67;كجھور سے شراب، 16/ 67;_ كى حرمت، اس كى تشريع، 16/67; صدر اسلام مي</w:t>
      </w:r>
      <w:r w:rsidR="00083993">
        <w:rPr>
          <w:rtl/>
        </w:rPr>
        <w:t xml:space="preserve">ں </w:t>
      </w:r>
      <w:r>
        <w:rPr>
          <w:rtl/>
        </w:rPr>
        <w:t>_، 16 /67</w:t>
      </w:r>
    </w:p>
    <w:p w:rsidR="001F628F" w:rsidRDefault="001F628F" w:rsidP="00AC5BF6">
      <w:pPr>
        <w:pStyle w:val="libNormal"/>
        <w:rPr>
          <w:rtl/>
        </w:rPr>
      </w:pPr>
      <w:r>
        <w:rPr>
          <w:rFonts w:hint="eastAsia"/>
          <w:rtl/>
        </w:rPr>
        <w:t>شعور</w:t>
      </w:r>
      <w:r>
        <w:rPr>
          <w:rtl/>
        </w:rPr>
        <w:t>:</w:t>
      </w:r>
      <w:r>
        <w:rPr>
          <w:rFonts w:hint="eastAsia"/>
          <w:rtl/>
        </w:rPr>
        <w:t>ر</w:t>
      </w:r>
      <w:r>
        <w:rPr>
          <w:rtl/>
        </w:rPr>
        <w:t>_ك شہد كى مكھى ، شيطان اور موجودات</w:t>
      </w:r>
    </w:p>
    <w:p w:rsidR="001F628F" w:rsidRDefault="001F628F" w:rsidP="00AC5BF6">
      <w:pPr>
        <w:pStyle w:val="libNormal"/>
        <w:rPr>
          <w:rtl/>
        </w:rPr>
      </w:pPr>
      <w:r>
        <w:rPr>
          <w:rFonts w:hint="eastAsia"/>
          <w:rtl/>
        </w:rPr>
        <w:t>شقاوت</w:t>
      </w:r>
      <w:r>
        <w:rPr>
          <w:rtl/>
        </w:rPr>
        <w:t>:</w:t>
      </w:r>
      <w:r>
        <w:rPr>
          <w:rFonts w:hint="eastAsia"/>
          <w:rtl/>
        </w:rPr>
        <w:t>اخروي</w:t>
      </w:r>
      <w:r>
        <w:rPr>
          <w:rtl/>
        </w:rPr>
        <w:t>_، اس كے عوامل ، 14/51; _كے عوامل، 14/ 18، 28</w:t>
      </w:r>
      <w:r>
        <w:rPr>
          <w:rFonts w:hint="eastAsia"/>
          <w:rtl/>
        </w:rPr>
        <w:t>نيز</w:t>
      </w:r>
      <w:r>
        <w:rPr>
          <w:rtl/>
        </w:rPr>
        <w:t xml:space="preserve"> ر_ك تذكر</w:t>
      </w:r>
    </w:p>
    <w:p w:rsidR="001F628F" w:rsidRDefault="001F628F" w:rsidP="00AC5BF6">
      <w:pPr>
        <w:pStyle w:val="libNormal"/>
        <w:rPr>
          <w:rtl/>
        </w:rPr>
      </w:pPr>
      <w:r>
        <w:rPr>
          <w:rFonts w:hint="eastAsia"/>
          <w:rtl/>
        </w:rPr>
        <w:t>شكر</w:t>
      </w:r>
      <w:r>
        <w:rPr>
          <w:rtl/>
        </w:rPr>
        <w:t>:_كى قدر وقيمت، 14/ 5; _كى حقيقت، 14/ 7; _كا پيش خيمہ، 16/ 14، 78; _ خدا، اس كى اہميت، 16/ 78; اس كى نشانيا</w:t>
      </w:r>
      <w:r w:rsidR="00083993">
        <w:rPr>
          <w:rtl/>
        </w:rPr>
        <w:t xml:space="preserve">ں </w:t>
      </w:r>
      <w:r>
        <w:rPr>
          <w:rtl/>
        </w:rPr>
        <w:t>16/ 81; _نعمت ، 14/ 7، 16/ 114، 121; اس كے آثار، 14/ 15، 7، 16/ 112 ، 122; اس كى اہميت، 14/7، 32، 33، 34، 37، 39، 16/ 14، 18، 78،112، 114; اس كى طرف تشويق، 16/ 14; اس كا سبب، 16/ 72; اس سے</w:t>
      </w:r>
    </w:p>
    <w:p w:rsidR="00AC5BF6" w:rsidRDefault="001E7F9D" w:rsidP="00F73EDE">
      <w:pPr>
        <w:pStyle w:val="libPoemTini"/>
        <w:rPr>
          <w:rtl/>
        </w:rPr>
      </w:pPr>
      <w:r>
        <w:rPr>
          <w:rtl/>
        </w:rPr>
        <w:br w:type="page"/>
      </w:r>
    </w:p>
    <w:p w:rsidR="001F628F" w:rsidRDefault="001F628F" w:rsidP="00AC5BF6">
      <w:pPr>
        <w:pStyle w:val="libNormal"/>
        <w:rPr>
          <w:rtl/>
        </w:rPr>
      </w:pPr>
      <w:r>
        <w:rPr>
          <w:rFonts w:hint="eastAsia"/>
          <w:rtl/>
        </w:rPr>
        <w:lastRenderedPageBreak/>
        <w:t>عاجزى</w:t>
      </w:r>
      <w:r>
        <w:rPr>
          <w:rtl/>
        </w:rPr>
        <w:t xml:space="preserve"> ، 16/ 18; اس كے عوامل ، 16/ 114; اس كے فوائد، 14/ 8;اس سے مراد، 14/ 7</w:t>
      </w:r>
    </w:p>
    <w:p w:rsidR="001F628F" w:rsidRDefault="001F628F" w:rsidP="00AC5BF6">
      <w:pPr>
        <w:pStyle w:val="libNormal"/>
        <w:rPr>
          <w:rtl/>
        </w:rPr>
      </w:pPr>
      <w:r>
        <w:rPr>
          <w:rFonts w:hint="eastAsia"/>
          <w:rtl/>
        </w:rPr>
        <w:t>شكر</w:t>
      </w:r>
      <w:r>
        <w:rPr>
          <w:rtl/>
        </w:rPr>
        <w:t xml:space="preserve"> گزار ي:</w:t>
      </w:r>
      <w:r>
        <w:rPr>
          <w:rFonts w:hint="eastAsia"/>
          <w:rtl/>
        </w:rPr>
        <w:t>ر</w:t>
      </w:r>
      <w:r>
        <w:rPr>
          <w:rtl/>
        </w:rPr>
        <w:t xml:space="preserve">_ك ابراہيم، </w:t>
      </w:r>
      <w:r w:rsidR="00367F17" w:rsidRPr="00367F17">
        <w:rPr>
          <w:rStyle w:val="libAlaemChar"/>
          <w:rtl/>
        </w:rPr>
        <w:t xml:space="preserve"> عليه‌السلام </w:t>
      </w:r>
      <w:r>
        <w:rPr>
          <w:rtl/>
        </w:rPr>
        <w:t xml:space="preserve"> توفيقات اور نعمت</w:t>
      </w:r>
    </w:p>
    <w:p w:rsidR="001F628F" w:rsidRDefault="001F628F" w:rsidP="00AC5BF6">
      <w:pPr>
        <w:pStyle w:val="libNormal"/>
        <w:rPr>
          <w:rtl/>
        </w:rPr>
      </w:pPr>
      <w:r>
        <w:rPr>
          <w:rFonts w:hint="eastAsia"/>
          <w:rtl/>
        </w:rPr>
        <w:t>شكر</w:t>
      </w:r>
      <w:r>
        <w:rPr>
          <w:rtl/>
        </w:rPr>
        <w:t xml:space="preserve"> كرنے والے:_و</w:t>
      </w:r>
      <w:r w:rsidR="00083993">
        <w:rPr>
          <w:rtl/>
        </w:rPr>
        <w:t xml:space="preserve">ں </w:t>
      </w:r>
      <w:r>
        <w:rPr>
          <w:rtl/>
        </w:rPr>
        <w:t>كى نعمت مي</w:t>
      </w:r>
      <w:r w:rsidR="00083993">
        <w:rPr>
          <w:rtl/>
        </w:rPr>
        <w:t xml:space="preserve">ں </w:t>
      </w:r>
      <w:r>
        <w:rPr>
          <w:rtl/>
        </w:rPr>
        <w:t>اضافہ، 14/ 7; _و</w:t>
      </w:r>
      <w:r w:rsidR="00083993">
        <w:rPr>
          <w:rtl/>
        </w:rPr>
        <w:t xml:space="preserve">ں </w:t>
      </w:r>
      <w:r>
        <w:rPr>
          <w:rtl/>
        </w:rPr>
        <w:t>كا انتخاب ، 14/ 5; _اور ايام اللہ، 14/5; _و</w:t>
      </w:r>
      <w:r w:rsidR="00083993">
        <w:rPr>
          <w:rtl/>
        </w:rPr>
        <w:t xml:space="preserve">ں </w:t>
      </w:r>
      <w:r>
        <w:rPr>
          <w:rtl/>
        </w:rPr>
        <w:t>كے فضائل ، 14/5</w:t>
      </w:r>
    </w:p>
    <w:p w:rsidR="001F628F" w:rsidRDefault="001F628F" w:rsidP="00AC5BF6">
      <w:pPr>
        <w:pStyle w:val="libNormal"/>
        <w:rPr>
          <w:rtl/>
        </w:rPr>
      </w:pPr>
      <w:r>
        <w:rPr>
          <w:rFonts w:hint="eastAsia"/>
          <w:rtl/>
        </w:rPr>
        <w:t>شكست</w:t>
      </w:r>
      <w:r>
        <w:rPr>
          <w:rtl/>
        </w:rPr>
        <w:t>:_كے عوامل، اس كے ادراك سے عاجزى ، 16/ 26</w:t>
      </w:r>
    </w:p>
    <w:p w:rsidR="001F628F" w:rsidRDefault="001F628F" w:rsidP="00AC5BF6">
      <w:pPr>
        <w:pStyle w:val="libNormal"/>
        <w:rPr>
          <w:rtl/>
        </w:rPr>
      </w:pPr>
      <w:r>
        <w:rPr>
          <w:rFonts w:hint="eastAsia"/>
          <w:rtl/>
        </w:rPr>
        <w:t>شكنجہ</w:t>
      </w:r>
      <w:r>
        <w:rPr>
          <w:rtl/>
        </w:rPr>
        <w:t>:</w:t>
      </w:r>
      <w:r>
        <w:rPr>
          <w:rFonts w:hint="eastAsia"/>
          <w:rtl/>
        </w:rPr>
        <w:t>ر</w:t>
      </w:r>
      <w:r>
        <w:rPr>
          <w:rtl/>
        </w:rPr>
        <w:t>_ك آل فرعون، اسلام ، امتحان ، دشمن افراد، فراعنہ اور كفار</w:t>
      </w:r>
    </w:p>
    <w:p w:rsidR="001F628F" w:rsidRDefault="001F628F" w:rsidP="00AC5BF6">
      <w:pPr>
        <w:pStyle w:val="libNormal"/>
        <w:rPr>
          <w:rtl/>
        </w:rPr>
      </w:pPr>
      <w:r>
        <w:rPr>
          <w:rFonts w:hint="eastAsia"/>
          <w:rtl/>
        </w:rPr>
        <w:t>شہد</w:t>
      </w:r>
      <w:r>
        <w:rPr>
          <w:rtl/>
        </w:rPr>
        <w:t xml:space="preserve"> كى مكھى :_كى استراحت، اس كا وقت، 16/ 68; _كى استعداد، 16/ 68; _سے استفادہ، 16 / 69; _ كو ابہام ، 16/ 68، 69; _ كى فرمانبرداري، 16/ 69; _كو غذاكى فراہمي، 16/ 69;اس كا سرچشمہ، 16/ 69;_كى حركت، اس كا سرچشمہ، 16/ 69; _كى زندگي، اس كے مطالعہ كے آثار، 16/ 69;اس كا طريقہ </w:t>
      </w:r>
      <w:r>
        <w:rPr>
          <w:rFonts w:hint="eastAsia"/>
          <w:rtl/>
        </w:rPr>
        <w:t>،</w:t>
      </w:r>
      <w:r>
        <w:rPr>
          <w:rtl/>
        </w:rPr>
        <w:t xml:space="preserve"> 16/ 69; اس كى جگہ ، 16/ 68; اس كا سبب، 16/69; _رات كا وقت، 16/ 68; _كا شعور ، 16/68; _ كے فوائد، 16 / 69; _كا گھر بنانا ، اس كا سبب، 16/ 68، 69; _ كى خصوصيات، 16/ 68 ، 69</w:t>
      </w:r>
    </w:p>
    <w:p w:rsidR="001F628F" w:rsidRDefault="001F628F" w:rsidP="00AC5BF6">
      <w:pPr>
        <w:pStyle w:val="libNormal"/>
        <w:rPr>
          <w:rtl/>
        </w:rPr>
      </w:pPr>
      <w:r>
        <w:rPr>
          <w:rFonts w:hint="eastAsia"/>
          <w:rtl/>
        </w:rPr>
        <w:t>شناخت</w:t>
      </w:r>
      <w:r>
        <w:rPr>
          <w:rtl/>
        </w:rPr>
        <w:t xml:space="preserve"> :_كا ذريعہ ، 16/ 11، 12، 13، 41، 43، 44، 67، 69، 74، 78، 108; اس سے استفادہ، 16/ 109; اس كے اقسام، 16/ 78; _كا طريقہ، 16/12; _كا پيش خيمہ، 15/ 77، 16/ 13; _كے شرائط، 15/ 75; _حسي، اس كا ذريعہ، 6ا/78; _ غير حسى ، اس كا ذريعہ ، 16/ 78; _كے مراتب، 15/ 99، 16/ 13; _كے موانع، 15/ 39</w:t>
      </w:r>
      <w:r>
        <w:rPr>
          <w:rFonts w:hint="eastAsia"/>
          <w:rtl/>
        </w:rPr>
        <w:t>نيز</w:t>
      </w:r>
      <w:r>
        <w:rPr>
          <w:rtl/>
        </w:rPr>
        <w:t xml:space="preserve"> ر_ك آيات خدا، تاريخ، خدا اور وحي</w:t>
      </w:r>
      <w:r w:rsidR="00AC5BF6">
        <w:rPr>
          <w:rFonts w:hint="cs"/>
          <w:rtl/>
        </w:rPr>
        <w:t>//</w:t>
      </w:r>
      <w:r>
        <w:rPr>
          <w:rFonts w:hint="eastAsia"/>
          <w:rtl/>
        </w:rPr>
        <w:t>شہاب</w:t>
      </w:r>
      <w:r>
        <w:rPr>
          <w:rtl/>
        </w:rPr>
        <w:t xml:space="preserve"> آسماني:_كا نقش ، 15/ 18</w:t>
      </w:r>
      <w:r>
        <w:rPr>
          <w:rFonts w:hint="eastAsia"/>
          <w:rtl/>
        </w:rPr>
        <w:t>نيزر</w:t>
      </w:r>
      <w:r>
        <w:rPr>
          <w:rtl/>
        </w:rPr>
        <w:t xml:space="preserve"> _ك شيطان</w:t>
      </w:r>
    </w:p>
    <w:p w:rsidR="001F628F" w:rsidRDefault="001F628F" w:rsidP="00AC5BF6">
      <w:pPr>
        <w:pStyle w:val="libNormal"/>
        <w:rPr>
          <w:rtl/>
        </w:rPr>
      </w:pPr>
      <w:r>
        <w:rPr>
          <w:rFonts w:hint="eastAsia"/>
          <w:rtl/>
        </w:rPr>
        <w:t>شہر</w:t>
      </w:r>
      <w:r>
        <w:rPr>
          <w:rtl/>
        </w:rPr>
        <w:t xml:space="preserve"> نشيني:</w:t>
      </w:r>
      <w:r>
        <w:rPr>
          <w:rFonts w:hint="eastAsia"/>
          <w:rtl/>
        </w:rPr>
        <w:t>ر</w:t>
      </w:r>
      <w:r>
        <w:rPr>
          <w:rtl/>
        </w:rPr>
        <w:t>_ك لوط</w:t>
      </w:r>
      <w:r w:rsidR="00367F17" w:rsidRPr="00367F17">
        <w:rPr>
          <w:rStyle w:val="libAlaemChar"/>
          <w:rtl/>
        </w:rPr>
        <w:t xml:space="preserve"> عليه‌السلام </w:t>
      </w:r>
    </w:p>
    <w:p w:rsidR="001F628F" w:rsidRDefault="001F628F" w:rsidP="00AC5BF6">
      <w:pPr>
        <w:pStyle w:val="libNormal"/>
        <w:rPr>
          <w:rtl/>
        </w:rPr>
      </w:pPr>
      <w:r>
        <w:rPr>
          <w:rFonts w:hint="eastAsia"/>
          <w:rtl/>
        </w:rPr>
        <w:t>شيطان</w:t>
      </w:r>
      <w:r>
        <w:rPr>
          <w:rtl/>
        </w:rPr>
        <w:t>:_سے اجتناب، 16/ 63; _كادعوى ، 14/ 22; شياطين كا آسمانى خبري</w:t>
      </w:r>
      <w:r w:rsidR="00083993">
        <w:rPr>
          <w:rtl/>
        </w:rPr>
        <w:t xml:space="preserve">ں </w:t>
      </w:r>
      <w:r>
        <w:rPr>
          <w:rtl/>
        </w:rPr>
        <w:t>سننا، 15/ 18; اس كے موانع، 15/ 18; _كا گمراہ كرنا، 14/ 22; اس كا طريقہ، 14/ 27; اس كا دائرہ كار، 14/22; _كى گمراہى قبول كرنا، اس كے آثار ، 16/ 63; _كا بہكانا ، 16/ 63; اس كے آثار، 16/ 63; اس كا ط</w:t>
      </w:r>
      <w:r>
        <w:rPr>
          <w:rFonts w:hint="eastAsia"/>
          <w:rtl/>
        </w:rPr>
        <w:t>ريقہ</w:t>
      </w:r>
      <w:r>
        <w:rPr>
          <w:rtl/>
        </w:rPr>
        <w:t xml:space="preserve"> ، 16/63; _كا اقرار، 14/ 22; اس كا اخروى اقرار، 14/22; _كے پيرو كار ، 14/ 22، 16/ 63، 100; اس كى مذمت، 14/22; ان كى مذمتي</w:t>
      </w:r>
      <w:r w:rsidR="00083993">
        <w:rPr>
          <w:rtl/>
        </w:rPr>
        <w:t xml:space="preserve">ں </w:t>
      </w:r>
      <w:r>
        <w:rPr>
          <w:rtl/>
        </w:rPr>
        <w:t>، 14/22; اس كا شرك ، 14/ 22; اس كى صفات ،</w:t>
      </w:r>
      <w:r w:rsidR="00AC5BF6">
        <w:rPr>
          <w:rtl/>
        </w:rPr>
        <w:t>14/ 22; اس كاعجز، 14/22; اس كا برا انجام، 14/ 23 ; اس كى گمراہي، 14/22; اس پر ولايت ، 16/ 63; _كى پيروي،14/22، 16/ 100; اس كے آثار، 14/ 22; اس كا ظلم ، 14/ 22; _كى برائت، 14 / 22;</w:t>
      </w:r>
    </w:p>
    <w:p w:rsidR="00AC5BF6" w:rsidRDefault="001E7F9D" w:rsidP="00F73EDE">
      <w:pPr>
        <w:pStyle w:val="libPoemTini"/>
        <w:rPr>
          <w:rtl/>
        </w:rPr>
      </w:pPr>
      <w:r>
        <w:rPr>
          <w:rtl/>
        </w:rPr>
        <w:br w:type="page"/>
      </w:r>
    </w:p>
    <w:p w:rsidR="001F628F" w:rsidRDefault="001F628F" w:rsidP="00AC5BF6">
      <w:pPr>
        <w:pStyle w:val="libNormal"/>
        <w:rPr>
          <w:rtl/>
        </w:rPr>
      </w:pPr>
      <w:r>
        <w:rPr>
          <w:rtl/>
        </w:rPr>
        <w:lastRenderedPageBreak/>
        <w:t>تنوع شياطين، 15/17; _كى سازش،اس كے دفع كا ممكن ہونا، 16/ 99، 100; _كى دشمني</w:t>
      </w:r>
      <w:r>
        <w:rPr>
          <w:rFonts w:hint="eastAsia"/>
          <w:rtl/>
        </w:rPr>
        <w:t>،</w:t>
      </w:r>
      <w:r>
        <w:rPr>
          <w:rtl/>
        </w:rPr>
        <w:t xml:space="preserve"> 16/ 98; اس كے عوامل، 16/ 98; _كى دعوت ، اس كے آثار، 14/22; اس كى اجابت، 14/ 22; رجم شياطين ، 15/ 17; _كى اخروى مذمت، 14/ 22; _كى اخروى مذمتي</w:t>
      </w:r>
      <w:r w:rsidR="00083993">
        <w:rPr>
          <w:rtl/>
        </w:rPr>
        <w:t xml:space="preserve">ں </w:t>
      </w:r>
      <w:r>
        <w:rPr>
          <w:rtl/>
        </w:rPr>
        <w:t>، 14/22; _كا تسلط، اس كا پيش خيمہ، 16/ 99،100; اس كا دائرہ كا، 16/ 99، 100; اس كے موانع، 16/ 99; اس كى نفى ، 14/ 22; _ كى شرارت ، اس كے عوامل ، 16/ 98; شياطين كا شعور، 15/ 18; شياطين كى سماعت، 15/ 18; ا ن كى قدرت ، 15/ 18; آسمانو</w:t>
      </w:r>
      <w:r w:rsidR="00083993">
        <w:rPr>
          <w:rtl/>
        </w:rPr>
        <w:t xml:space="preserve">ں </w:t>
      </w:r>
      <w:r>
        <w:rPr>
          <w:rtl/>
        </w:rPr>
        <w:t>مي</w:t>
      </w:r>
      <w:r w:rsidR="00083993">
        <w:rPr>
          <w:rtl/>
        </w:rPr>
        <w:t xml:space="preserve">ں </w:t>
      </w:r>
      <w:r>
        <w:rPr>
          <w:rtl/>
        </w:rPr>
        <w:t>شياطين ، 15/ 18; شياطين آسمان كى طرف صعود كے وقت 15/ 18; _اور وحى ، 15/ 18; شياطين اور آسمانى شہاب 15 / 18; _قيامت مي</w:t>
      </w:r>
      <w:r w:rsidR="00083993">
        <w:rPr>
          <w:rtl/>
        </w:rPr>
        <w:t xml:space="preserve">ں </w:t>
      </w:r>
      <w:r>
        <w:rPr>
          <w:rtl/>
        </w:rPr>
        <w:t>، 14/22; _كا دھ</w:t>
      </w:r>
      <w:r>
        <w:rPr>
          <w:rFonts w:hint="eastAsia"/>
          <w:rtl/>
        </w:rPr>
        <w:t>تكار</w:t>
      </w:r>
      <w:r>
        <w:rPr>
          <w:rtl/>
        </w:rPr>
        <w:t xml:space="preserve"> ا جانا، 15/ 17، 16/ 98; اس كے آثار،16/ 98; _كا عجز ، 14/ 22، 16/ 99; _كا اخروى عذاب، 14/ 22; _ كى قدرت، 15/ 17; _كا كفر ،14/ 22; _ پرنصف، 16/ 98; _سے مصونيت، 15/ 17، 16/ 99، 100; اس كا پيش خيمہ، 16/ 98; _كے مغضوب افراد، 16/ 98; _كا آسمان مي</w:t>
      </w:r>
      <w:r w:rsidR="00083993">
        <w:rPr>
          <w:rtl/>
        </w:rPr>
        <w:t xml:space="preserve">ں </w:t>
      </w:r>
      <w:r>
        <w:rPr>
          <w:rtl/>
        </w:rPr>
        <w:t>نفوذ، 15/ 17; _كا نقش ، 14/ 22، 16/ 100; _كے وعدے ، ان كا بطلان ، 14/22; _كى ولايت ، اس كا پيش خيمہ ، 16/ 63; اس كو قبول كرنا، 16/ 100; اس كے شامل حال افراد، 16/ 63</w:t>
      </w:r>
      <w:r>
        <w:rPr>
          <w:rFonts w:hint="eastAsia"/>
          <w:rtl/>
        </w:rPr>
        <w:t>نيز</w:t>
      </w:r>
      <w:r>
        <w:rPr>
          <w:rtl/>
        </w:rPr>
        <w:t xml:space="preserve"> ر_ك استعازہ ، قائدين، كفار اور مشركين</w:t>
      </w:r>
    </w:p>
    <w:p w:rsidR="001F628F" w:rsidRDefault="001F628F" w:rsidP="00AC5BF6">
      <w:pPr>
        <w:pStyle w:val="Heading2Center"/>
        <w:rPr>
          <w:rtl/>
        </w:rPr>
      </w:pPr>
      <w:bookmarkStart w:id="297" w:name="_Toc28081975"/>
      <w:r>
        <w:rPr>
          <w:rtl/>
        </w:rPr>
        <w:t>'' ص''</w:t>
      </w:r>
      <w:bookmarkEnd w:id="297"/>
    </w:p>
    <w:p w:rsidR="001F628F" w:rsidRDefault="001F628F" w:rsidP="00AC5BF6">
      <w:pPr>
        <w:pStyle w:val="libNormal"/>
        <w:rPr>
          <w:rtl/>
        </w:rPr>
      </w:pPr>
      <w:r>
        <w:rPr>
          <w:rFonts w:hint="eastAsia"/>
          <w:rtl/>
        </w:rPr>
        <w:t>صابرين</w:t>
      </w:r>
      <w:r>
        <w:rPr>
          <w:rtl/>
        </w:rPr>
        <w:t>:16/ 42، 127; _كى امداد، 16/ 110; _كا انتخاب، 14/ 5; _كو بشارت ، 16/ 110; _كى پاداش، 16/ 96; _ پر تفضل، 16/ 96; _اور ايام اللہ، 14/ 6; _كا پسنديدہ عمل ، 16/ 96; _كے فضائل 14/ 5، 16/110; _كى مد ح ، 16/ 110; _ كے مقامات ، 16/ 96</w:t>
      </w:r>
    </w:p>
    <w:p w:rsidR="001F628F" w:rsidRDefault="001F628F" w:rsidP="00AC5BF6">
      <w:pPr>
        <w:pStyle w:val="libNormal"/>
        <w:rPr>
          <w:rtl/>
        </w:rPr>
      </w:pPr>
      <w:r>
        <w:rPr>
          <w:rFonts w:hint="eastAsia"/>
          <w:rtl/>
        </w:rPr>
        <w:t>صالح</w:t>
      </w:r>
      <w:r>
        <w:rPr>
          <w:rtl/>
        </w:rPr>
        <w:t xml:space="preserve"> </w:t>
      </w:r>
      <w:r w:rsidR="00367F17" w:rsidRPr="00367F17">
        <w:rPr>
          <w:rStyle w:val="libAlaemChar"/>
          <w:rtl/>
        </w:rPr>
        <w:t xml:space="preserve"> عليه‌السلام </w:t>
      </w:r>
      <w:r>
        <w:rPr>
          <w:rtl/>
        </w:rPr>
        <w:t xml:space="preserve"> ;_كى دليلي</w:t>
      </w:r>
      <w:r w:rsidR="00083993">
        <w:rPr>
          <w:rtl/>
        </w:rPr>
        <w:t xml:space="preserve">ں </w:t>
      </w:r>
      <w:r>
        <w:rPr>
          <w:rtl/>
        </w:rPr>
        <w:t>، 14/ 9: _كو جھٹلانے والے ، 15/ 80</w:t>
      </w:r>
      <w:r>
        <w:rPr>
          <w:rFonts w:hint="eastAsia"/>
          <w:rtl/>
        </w:rPr>
        <w:t>صالح</w:t>
      </w:r>
      <w:r>
        <w:rPr>
          <w:rtl/>
        </w:rPr>
        <w:t xml:space="preserve"> افراد:_كى دعوتي</w:t>
      </w:r>
      <w:r w:rsidR="00083993">
        <w:rPr>
          <w:rtl/>
        </w:rPr>
        <w:t xml:space="preserve">ں </w:t>
      </w:r>
      <w:r>
        <w:rPr>
          <w:rtl/>
        </w:rPr>
        <w:t>، 16/ 76; _ آخرت مي</w:t>
      </w:r>
      <w:r w:rsidR="00083993">
        <w:rPr>
          <w:rtl/>
        </w:rPr>
        <w:t xml:space="preserve">ں </w:t>
      </w:r>
      <w:r>
        <w:rPr>
          <w:rtl/>
        </w:rPr>
        <w:t>، 16/ 122; _كے اُخروى مقامات، 16/ 112</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اور امتي</w:t>
      </w:r>
      <w:r w:rsidR="00083993">
        <w:rPr>
          <w:rtl/>
        </w:rPr>
        <w:t xml:space="preserve">ں </w:t>
      </w:r>
    </w:p>
    <w:p w:rsidR="001F628F" w:rsidRDefault="001F628F" w:rsidP="00AC5BF6">
      <w:pPr>
        <w:pStyle w:val="libNormal"/>
        <w:rPr>
          <w:rtl/>
        </w:rPr>
      </w:pPr>
      <w:r>
        <w:rPr>
          <w:rFonts w:hint="eastAsia"/>
          <w:rtl/>
        </w:rPr>
        <w:t>صبر</w:t>
      </w:r>
      <w:r>
        <w:rPr>
          <w:rtl/>
        </w:rPr>
        <w:t>:_كے آثار، 14/ 15، 13، 16/ 42، 96، 110، 126; _كى قدر و قيمت، 14/ 5، 16/ 96، 126; _كى اہميت، 14/ 12، 16/ 126; _كى فضيلت، 16/126; _كے اخروى فوائد، 16/ 42; _كے دنياوى فوائد، 16/ 46; _كے مراتب، 16/ 127</w:t>
      </w:r>
    </w:p>
    <w:p w:rsidR="001F628F" w:rsidRDefault="001F628F" w:rsidP="004D4982">
      <w:pPr>
        <w:pStyle w:val="libNormal"/>
        <w:rPr>
          <w:rtl/>
        </w:rPr>
      </w:pPr>
      <w:r>
        <w:rPr>
          <w:rFonts w:hint="eastAsia"/>
          <w:rtl/>
        </w:rPr>
        <w:t>نيز</w:t>
      </w:r>
      <w:r>
        <w:rPr>
          <w:rtl/>
        </w:rPr>
        <w:t xml:space="preserve"> ر_ك اسلام ، </w:t>
      </w:r>
      <w:r w:rsidR="003D0BA1">
        <w:rPr>
          <w:rtl/>
        </w:rPr>
        <w:t>انبياء</w:t>
      </w:r>
      <w:r>
        <w:rPr>
          <w:rtl/>
        </w:rPr>
        <w:t>، انتقام، تبليغ، جہاد، اہل جہنم، خدا، دشمن افراد ،رہبر ، سختي، كفار ، محمد</w:t>
      </w:r>
      <w:r w:rsidR="00F031CD" w:rsidRPr="00F031CD">
        <w:rPr>
          <w:rStyle w:val="libAlaemChar"/>
          <w:rtl/>
        </w:rPr>
        <w:t xml:space="preserve"> صلى‌الله‌عليه‌وآله‌وسلم </w:t>
      </w:r>
      <w:r>
        <w:rPr>
          <w:rtl/>
        </w:rPr>
        <w:t xml:space="preserve"> ، مشركين مكہ ، مقابلہ بالمثل، مہاجرين، ہجرت اورضروتي</w:t>
      </w:r>
      <w:r w:rsidR="00083993">
        <w:rPr>
          <w:rtl/>
        </w:rPr>
        <w:t xml:space="preserve">ں </w:t>
      </w:r>
      <w:r w:rsidR="004D4982">
        <w:rPr>
          <w:rFonts w:hint="cs"/>
          <w:rtl/>
        </w:rPr>
        <w:t>//</w:t>
      </w:r>
      <w:r>
        <w:rPr>
          <w:rFonts w:hint="eastAsia"/>
          <w:rtl/>
        </w:rPr>
        <w:t>صداقت</w:t>
      </w:r>
      <w:r>
        <w:rPr>
          <w:rtl/>
        </w:rPr>
        <w:t xml:space="preserve">: ر_ك عذر خواہى اور محمد </w:t>
      </w:r>
      <w:r w:rsidR="00F031CD" w:rsidRPr="00F031CD">
        <w:rPr>
          <w:rStyle w:val="libAlaemChar"/>
          <w:rtl/>
        </w:rPr>
        <w:t xml:space="preserve"> صلى‌الله‌عليه‌وآله‌وسلم </w:t>
      </w:r>
    </w:p>
    <w:p w:rsidR="004D4982" w:rsidRDefault="001E7F9D" w:rsidP="00F73EDE">
      <w:pPr>
        <w:pStyle w:val="libPoemTini"/>
        <w:rPr>
          <w:rtl/>
        </w:rPr>
      </w:pPr>
      <w:r>
        <w:rPr>
          <w:rtl/>
        </w:rPr>
        <w:br w:type="page"/>
      </w:r>
    </w:p>
    <w:p w:rsidR="004D4982" w:rsidRDefault="004D4982" w:rsidP="004D4982">
      <w:pPr>
        <w:pStyle w:val="Heading2Center"/>
        <w:rPr>
          <w:rtl/>
        </w:rPr>
      </w:pPr>
      <w:bookmarkStart w:id="298" w:name="_Toc28081976"/>
      <w:r>
        <w:rPr>
          <w:rFonts w:hint="eastAsia"/>
          <w:rtl/>
        </w:rPr>
        <w:lastRenderedPageBreak/>
        <w:t>اشاريے</w:t>
      </w:r>
      <w:r>
        <w:rPr>
          <w:rtl/>
        </w:rPr>
        <w:t xml:space="preserve"> (4)</w:t>
      </w:r>
      <w:bookmarkEnd w:id="298"/>
      <w:r>
        <w:rPr>
          <w:rtl/>
        </w:rPr>
        <w:t xml:space="preserve"> </w:t>
      </w:r>
    </w:p>
    <w:p w:rsidR="001F628F" w:rsidRDefault="001F628F" w:rsidP="004D4982">
      <w:pPr>
        <w:pStyle w:val="libNormal"/>
        <w:rPr>
          <w:rtl/>
        </w:rPr>
      </w:pPr>
      <w:r>
        <w:rPr>
          <w:rFonts w:hint="eastAsia"/>
          <w:rtl/>
        </w:rPr>
        <w:t>صراط</w:t>
      </w:r>
      <w:r>
        <w:rPr>
          <w:rtl/>
        </w:rPr>
        <w:t xml:space="preserve"> مستقيم:15/ 41_مي</w:t>
      </w:r>
      <w:r w:rsidR="00083993">
        <w:rPr>
          <w:rtl/>
        </w:rPr>
        <w:t xml:space="preserve">ں </w:t>
      </w:r>
      <w:r>
        <w:rPr>
          <w:rtl/>
        </w:rPr>
        <w:t>اختلاف، 16/ 124; _كى اہميت، 16/ 120; _كى دعوت، 16/ 86; _سے دورى 14/18; سے مراد، 15/ 41; _ كيطرف ہدايت، 16/ 121;_كے عوامل ، 16/ 121</w:t>
      </w:r>
      <w:r>
        <w:rPr>
          <w:rFonts w:hint="eastAsia"/>
          <w:rtl/>
        </w:rPr>
        <w:t>نيز</w:t>
      </w:r>
      <w:r>
        <w:rPr>
          <w:rtl/>
        </w:rPr>
        <w:t xml:space="preserve"> ر_ك ثابت قدم افراد</w:t>
      </w:r>
    </w:p>
    <w:p w:rsidR="001F628F" w:rsidRDefault="001F628F" w:rsidP="004D4982">
      <w:pPr>
        <w:pStyle w:val="libNormal"/>
        <w:rPr>
          <w:rtl/>
        </w:rPr>
      </w:pPr>
      <w:r>
        <w:rPr>
          <w:rFonts w:hint="eastAsia"/>
          <w:rtl/>
        </w:rPr>
        <w:t>صفات</w:t>
      </w:r>
      <w:r>
        <w:rPr>
          <w:rtl/>
        </w:rPr>
        <w:t>:</w:t>
      </w:r>
      <w:r>
        <w:rPr>
          <w:rFonts w:hint="eastAsia"/>
          <w:rtl/>
        </w:rPr>
        <w:t>پسنديدہ</w:t>
      </w:r>
      <w:r>
        <w:rPr>
          <w:rtl/>
        </w:rPr>
        <w:t>_، 15/ 52; ناپسنديدہ_ ،14/ 18، 15/ 55، 56، 72، 16، 4، 52، 60; اعلى ترين_، 16/ 60</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4D4982">
      <w:pPr>
        <w:pStyle w:val="libNormal"/>
        <w:rPr>
          <w:rtl/>
        </w:rPr>
      </w:pPr>
      <w:r>
        <w:rPr>
          <w:rFonts w:hint="eastAsia"/>
          <w:rtl/>
        </w:rPr>
        <w:t>صلہ</w:t>
      </w:r>
      <w:r>
        <w:rPr>
          <w:rtl/>
        </w:rPr>
        <w:t xml:space="preserve"> رحم:</w:t>
      </w:r>
      <w:r>
        <w:rPr>
          <w:rFonts w:hint="eastAsia"/>
          <w:rtl/>
        </w:rPr>
        <w:t>قطع</w:t>
      </w:r>
      <w:r>
        <w:rPr>
          <w:rtl/>
        </w:rPr>
        <w:t xml:space="preserve"> رحمى كے آثار، 16/ 90; _كى اہميت، 16/ 90</w:t>
      </w:r>
    </w:p>
    <w:p w:rsidR="001F628F" w:rsidRDefault="001F628F" w:rsidP="001F628F">
      <w:pPr>
        <w:pStyle w:val="libNormal"/>
        <w:rPr>
          <w:rtl/>
        </w:rPr>
      </w:pPr>
      <w:r>
        <w:rPr>
          <w:rFonts w:hint="eastAsia"/>
          <w:rtl/>
        </w:rPr>
        <w:t>صيحہ</w:t>
      </w:r>
      <w:r>
        <w:rPr>
          <w:rtl/>
        </w:rPr>
        <w:t xml:space="preserve"> آسماني، ر_ك عذاب</w:t>
      </w:r>
    </w:p>
    <w:p w:rsidR="001F628F" w:rsidRDefault="001F628F" w:rsidP="004D4982">
      <w:pPr>
        <w:pStyle w:val="Heading2Center"/>
        <w:rPr>
          <w:rtl/>
        </w:rPr>
      </w:pPr>
      <w:bookmarkStart w:id="299" w:name="_Toc28081977"/>
      <w:r>
        <w:rPr>
          <w:rtl/>
        </w:rPr>
        <w:t>''ض''</w:t>
      </w:r>
      <w:bookmarkEnd w:id="299"/>
    </w:p>
    <w:p w:rsidR="001F628F" w:rsidRDefault="001F628F" w:rsidP="004D4982">
      <w:pPr>
        <w:pStyle w:val="libNormal"/>
        <w:rPr>
          <w:rtl/>
        </w:rPr>
      </w:pPr>
      <w:r>
        <w:rPr>
          <w:rFonts w:hint="eastAsia"/>
          <w:rtl/>
        </w:rPr>
        <w:t>ضروريات</w:t>
      </w:r>
      <w:r>
        <w:rPr>
          <w:rtl/>
        </w:rPr>
        <w:t>:_كى فراہمى ، اس كى اہميت، 16/ 115; اس كا پيش خيمہ، 16/ 7; اس مي</w:t>
      </w:r>
      <w:r w:rsidR="00083993">
        <w:rPr>
          <w:rtl/>
        </w:rPr>
        <w:t xml:space="preserve">ں </w:t>
      </w:r>
      <w:r>
        <w:rPr>
          <w:rtl/>
        </w:rPr>
        <w:t xml:space="preserve">موثر عوامل، 14/ 39، 16/ 11، 14; اس كے منابع ، 14/ 33، 34; اس كا سرچشمہ، 14/ 34، 16/ 9، 80; اہم ترين_، 16/ 6; مغفرت كى ضرورت، 14/41، 16/ 111; خدا كى امداد كى ضرورت، 14/ 35، 16/ 127; انبياء كى </w:t>
      </w:r>
      <w:r>
        <w:rPr>
          <w:rFonts w:hint="eastAsia"/>
          <w:rtl/>
        </w:rPr>
        <w:t>ضرورت،</w:t>
      </w:r>
      <w:r>
        <w:rPr>
          <w:rtl/>
        </w:rPr>
        <w:t xml:space="preserve"> 16/ 43; خدا كى ضرورت، 14/ 34; دين كى ضرورت، 16/ 46; رحمت كى ضرورت، 16/111; صبر كى ضرورت، 16/ 42; عبادت كى ضرورت ، 14/ 31; غذا كى ضرورت، -16/ 6; لباس كى ضرورت، 16/ 6، 81; موعظہ كى ضرورت ،16/ 125; نماز كى ضرورت،، 14/31; وحى كى ضرورت، -16/ 46; ہدايت كى ضرورت، 16/ 121; ضروري_، ان كى فراہمى كى اہميت، 16/ 81</w:t>
      </w:r>
      <w:r>
        <w:rPr>
          <w:rFonts w:hint="eastAsia"/>
          <w:rtl/>
        </w:rPr>
        <w:t>نيزر</w:t>
      </w:r>
      <w:r>
        <w:rPr>
          <w:rtl/>
        </w:rPr>
        <w:t xml:space="preserve">_ك خلقت، </w:t>
      </w:r>
      <w:r w:rsidR="003D0BA1">
        <w:rPr>
          <w:rtl/>
        </w:rPr>
        <w:t>انبياء</w:t>
      </w:r>
      <w:r>
        <w:rPr>
          <w:rtl/>
        </w:rPr>
        <w:t>، انسان، جزيرہ العرب، خداوند عالم، دينى قائدين، زندگى ، محمد صلعم ، مسلمان افراد، مقربين ، موجودات اور موحدين</w:t>
      </w:r>
    </w:p>
    <w:p w:rsidR="001F628F" w:rsidRDefault="001F628F" w:rsidP="004D4982">
      <w:pPr>
        <w:pStyle w:val="Heading2Center"/>
        <w:rPr>
          <w:rtl/>
        </w:rPr>
      </w:pPr>
      <w:bookmarkStart w:id="300" w:name="_Toc28081978"/>
      <w:r>
        <w:rPr>
          <w:rtl/>
        </w:rPr>
        <w:t>'' ط''</w:t>
      </w:r>
      <w:bookmarkEnd w:id="300"/>
    </w:p>
    <w:p w:rsidR="001F628F" w:rsidRDefault="001F628F" w:rsidP="004D4982">
      <w:pPr>
        <w:pStyle w:val="libNormal"/>
        <w:rPr>
          <w:rtl/>
        </w:rPr>
      </w:pPr>
      <w:r>
        <w:rPr>
          <w:rFonts w:hint="eastAsia"/>
          <w:rtl/>
        </w:rPr>
        <w:t>طاغوت</w:t>
      </w:r>
      <w:r>
        <w:rPr>
          <w:rtl/>
        </w:rPr>
        <w:t>:_سے اجتناب، اس كى اہميت، 16/ 26</w:t>
      </w:r>
    </w:p>
    <w:p w:rsidR="001F628F" w:rsidRDefault="001F628F" w:rsidP="004D4982">
      <w:pPr>
        <w:pStyle w:val="libNormal"/>
        <w:rPr>
          <w:rtl/>
        </w:rPr>
      </w:pPr>
      <w:r>
        <w:rPr>
          <w:rFonts w:hint="eastAsia"/>
          <w:rtl/>
        </w:rPr>
        <w:t>طبيعت</w:t>
      </w:r>
      <w:r>
        <w:rPr>
          <w:rtl/>
        </w:rPr>
        <w:t>:_سے استفادہ، 14/ 33، 16، 14/ 69; _كى خلقت ، اس كى خصوصيات، 6/11; _كى شناخت ، اس كى تشويق ، 16/ 67</w:t>
      </w:r>
      <w:r>
        <w:rPr>
          <w:rFonts w:hint="eastAsia"/>
          <w:rtl/>
        </w:rPr>
        <w:t>نيز</w:t>
      </w:r>
      <w:r>
        <w:rPr>
          <w:rtl/>
        </w:rPr>
        <w:t xml:space="preserve"> ر_ك تعقّل ، تفكر، خدا اور متفكران</w:t>
      </w:r>
    </w:p>
    <w:p w:rsidR="001F628F" w:rsidRDefault="001F628F" w:rsidP="004D4982">
      <w:pPr>
        <w:pStyle w:val="libNormal"/>
        <w:rPr>
          <w:rtl/>
        </w:rPr>
      </w:pPr>
      <w:r>
        <w:rPr>
          <w:rFonts w:hint="eastAsia"/>
          <w:rtl/>
        </w:rPr>
        <w:t>طلاق</w:t>
      </w:r>
      <w:r>
        <w:rPr>
          <w:rtl/>
        </w:rPr>
        <w:t>:_كے احكام، 16/ 75</w:t>
      </w:r>
      <w:r w:rsidR="004D4982">
        <w:rPr>
          <w:rFonts w:hint="cs"/>
          <w:rtl/>
        </w:rPr>
        <w:t>//</w:t>
      </w:r>
      <w:r>
        <w:rPr>
          <w:rFonts w:hint="eastAsia"/>
          <w:rtl/>
        </w:rPr>
        <w:t>طمع</w:t>
      </w:r>
      <w:r>
        <w:rPr>
          <w:rtl/>
        </w:rPr>
        <w:t>:_كى مذمت ، 15/ 88</w:t>
      </w:r>
    </w:p>
    <w:p w:rsidR="004D4982" w:rsidRDefault="004D4982" w:rsidP="004D4982">
      <w:pPr>
        <w:pStyle w:val="libNormal"/>
        <w:rPr>
          <w:rtl/>
        </w:rPr>
      </w:pPr>
      <w:r>
        <w:rPr>
          <w:rFonts w:hint="eastAsia"/>
          <w:rtl/>
        </w:rPr>
        <w:t>طبيعى</w:t>
      </w:r>
      <w:r>
        <w:rPr>
          <w:rtl/>
        </w:rPr>
        <w:t xml:space="preserve"> اسباب:_كا عمل ، 14/ 25،15/22; _كا نقش ،14/32 ،39، 15/20 ،22،16،27 ،28، 33، 73، 16/4، 11، 14</w:t>
      </w:r>
    </w:p>
    <w:p w:rsidR="004D4982" w:rsidRDefault="001E7F9D" w:rsidP="00F73EDE">
      <w:pPr>
        <w:pStyle w:val="libPoemTini"/>
        <w:rPr>
          <w:rtl/>
        </w:rPr>
      </w:pPr>
      <w:r>
        <w:rPr>
          <w:rtl/>
        </w:rPr>
        <w:br w:type="page"/>
      </w:r>
    </w:p>
    <w:p w:rsidR="001F628F" w:rsidRDefault="001F628F" w:rsidP="004D4982">
      <w:pPr>
        <w:pStyle w:val="libNormal"/>
        <w:rPr>
          <w:rtl/>
        </w:rPr>
      </w:pPr>
      <w:r>
        <w:rPr>
          <w:rtl/>
        </w:rPr>
        <w:lastRenderedPageBreak/>
        <w:t>،18 ،54،56،65،66،69،79</w:t>
      </w:r>
      <w:r w:rsidR="004D4982">
        <w:rPr>
          <w:rFonts w:hint="cs"/>
          <w:rtl/>
        </w:rPr>
        <w:t>//</w:t>
      </w:r>
      <w:r>
        <w:rPr>
          <w:rFonts w:hint="eastAsia"/>
          <w:rtl/>
        </w:rPr>
        <w:t>طيبات</w:t>
      </w:r>
      <w:r>
        <w:rPr>
          <w:rtl/>
        </w:rPr>
        <w:t>:_سے استفادہ، 16/ 72</w:t>
      </w:r>
      <w:r>
        <w:rPr>
          <w:rFonts w:hint="eastAsia"/>
          <w:rtl/>
        </w:rPr>
        <w:t>نيز</w:t>
      </w:r>
      <w:r>
        <w:rPr>
          <w:rtl/>
        </w:rPr>
        <w:t xml:space="preserve"> _ك نعمت</w:t>
      </w:r>
    </w:p>
    <w:p w:rsidR="001F628F" w:rsidRDefault="001F628F" w:rsidP="004D4982">
      <w:pPr>
        <w:pStyle w:val="Heading2Center"/>
        <w:rPr>
          <w:rtl/>
        </w:rPr>
      </w:pPr>
      <w:bookmarkStart w:id="301" w:name="_Toc28081979"/>
      <w:r>
        <w:rPr>
          <w:rtl/>
        </w:rPr>
        <w:t>''ظ''</w:t>
      </w:r>
      <w:bookmarkEnd w:id="301"/>
    </w:p>
    <w:p w:rsidR="001F628F" w:rsidRDefault="001F628F" w:rsidP="001F628F">
      <w:pPr>
        <w:pStyle w:val="libNormal"/>
        <w:rPr>
          <w:rtl/>
        </w:rPr>
      </w:pPr>
      <w:r>
        <w:rPr>
          <w:rFonts w:hint="eastAsia"/>
          <w:rtl/>
        </w:rPr>
        <w:t>ظالم</w:t>
      </w:r>
      <w:r>
        <w:rPr>
          <w:rtl/>
        </w:rPr>
        <w:t xml:space="preserve"> افراد: 14/6، 13، 15، 27، 15/ 78، 16/28، 33، 85</w:t>
      </w:r>
    </w:p>
    <w:p w:rsidR="004D4982" w:rsidRDefault="001F628F" w:rsidP="004D4982">
      <w:pPr>
        <w:pStyle w:val="libNormal"/>
        <w:rPr>
          <w:rtl/>
        </w:rPr>
      </w:pPr>
      <w:r>
        <w:rPr>
          <w:rtl/>
        </w:rPr>
        <w:t>_كے قديمى آثار، 14/ 45; _ پر اتمام حجت، 14/ 45; _كا طلب مہلت، 14/44; اس كا فلسفہ ، 14/ 44; _كا اضطراب، 14/ 77; _كا گمراہ كرنا، 14/ 30; _سے انتقام، 14/ 47 ،48; _كو انذار، 14/ 42;_ كا برتاؤ، اس كى روش ، 14/ 45; _كى فكر ، 14/ 44; _كے پيرو كار، ان كا حبط عمل ، 14/ 18; _كا اخروى خوف ، 14/ 42، 43; اس كے آثار، 14/ 43; _كا تزلزل، 14/ 27; _كى توبہ، اس كاردّ ، 14/ 44; _كى جہالت ، 16/ 41; _كى آنكھ ، اس كا خيرخواہ ہونا، 14/43; _كا حبط عمل ، 14/ 18; _كا اخروى حشر، 14/ 43، 48; _كا جھوٹاپن، 14/ 44; _كى اخروى ذلّت، 14/ 43; _كى اخروى زندگي، 14/ 27; _كى دنياوى زندگي، 14/ 43; _ كا دنياوى زيا</w:t>
      </w:r>
      <w:r w:rsidR="00083993">
        <w:rPr>
          <w:rtl/>
        </w:rPr>
        <w:t xml:space="preserve">ں </w:t>
      </w:r>
      <w:r>
        <w:rPr>
          <w:rtl/>
        </w:rPr>
        <w:t>، 14/ 15; _كى سرزنش، 14/ 44، 27; _كى سركوبي، 14/ 47; _كى قسم ، 14/ 44;_ جہنم مي</w:t>
      </w:r>
      <w:r w:rsidR="00083993">
        <w:rPr>
          <w:rtl/>
        </w:rPr>
        <w:t xml:space="preserve">ں </w:t>
      </w:r>
      <w:r>
        <w:rPr>
          <w:rtl/>
        </w:rPr>
        <w:t>، 14/ 47;_ قيامت مي</w:t>
      </w:r>
      <w:r w:rsidR="00083993">
        <w:rPr>
          <w:rtl/>
        </w:rPr>
        <w:t xml:space="preserve">ں </w:t>
      </w:r>
      <w:r>
        <w:rPr>
          <w:rtl/>
        </w:rPr>
        <w:t>، 14/ 27، 42، 43، 44، 48، 16/ 28; صدر اسلام كے _، 14/ 45;_ اور ہجرت كى قدرو قيمت، 16/ 41; _عذاب كے وقت، 14/ 44، 16/ 85; اس سے عبرت، 14/ 45; _كا اخروى عجز، 14/ 43; _كى اخروى عجلت ، 14/ 43; _كا عذاب، 14/ 16،22، 45،47، 49; اس كى تاخير ، 14/ 47; اس كى حتميت ، 16/ 85; اس كى شدت، 14/ 17; ان كاا خروى عذاب، 14/ 44; ان كا دنيا وى عذاب، 14/ 46; _كا عصي</w:t>
      </w:r>
      <w:r>
        <w:rPr>
          <w:rFonts w:hint="eastAsia"/>
          <w:rtl/>
        </w:rPr>
        <w:t>ان</w:t>
      </w:r>
      <w:r>
        <w:rPr>
          <w:rtl/>
        </w:rPr>
        <w:t xml:space="preserve"> ، 14/ 14; _كا ناپسنديدہ عمل، 16/ 28; _كا انجام، اس كا بيان، 14/45; اس سے عبرت، 14/ 45; ان كا اخروى انجام، 14/ 17; ان كا برا انجام، 14/ 17; _كى قدرت، 14/ 44; _كى سزا، 14/ 42، 16/ 61; اس كى تاخير 16/ 61 ; اس كى تاخير كا فلسفہ 14/42;اس كا حتمى ہونا، 16/ 61; اس كى شدت، 14/ 42; اس سے عبرت، 14/ 45; ان كى اخروى سزا، 14/ 42; ان كى دنياوى سزا ، 16/ 61; ان كى دنياوى سزا كے آثار، 16/ 61; اس كا سرچشمہ، 16/ 61; _كى گمراہي، 14/ 27; ان كى اخروى گمراہي، 14/ 27; اس كا سرچشمہ، 14/ 27; _كا گو نگھاپن، 16/ 76: _كا دنياو ى مو</w:t>
      </w:r>
      <w:r>
        <w:rPr>
          <w:rFonts w:hint="eastAsia"/>
          <w:rtl/>
        </w:rPr>
        <w:t>اخذہ،</w:t>
      </w:r>
      <w:r>
        <w:rPr>
          <w:rtl/>
        </w:rPr>
        <w:t xml:space="preserve"> اس كے آثار، 16/ 61; _كى محروميت، 14/ 27; _كا مكر، 14/ 46; 67; اس كا غير موثر ہونا، 14/ 46، 47; ان كا تنوع ، 14/ 46; ان كى قدرت، 14/ 46; _ كو مہلت، 14/42، 16/ 61; اس كا فلسفہ ، 16/ 61; _ سے نجات، 14/ 14; _كو عذاب كا وعدہ، 14/ 47; _ كى ہلاكت، 14/ 13، 14، 16، 46، 47; اس كى حتميت، 14/ 13; _كا توافق، 14/ 45</w:t>
      </w:r>
      <w:r w:rsidR="001E7F9D">
        <w:rPr>
          <w:rtl/>
        </w:rPr>
        <w:cr/>
      </w:r>
      <w:r w:rsidR="001E7F9D" w:rsidRPr="00F73EDE">
        <w:rPr>
          <w:rStyle w:val="libPoemTiniChar0"/>
          <w:rtl/>
        </w:rPr>
        <w:br w:type="page"/>
      </w:r>
    </w:p>
    <w:p w:rsidR="001F628F" w:rsidRDefault="001F628F" w:rsidP="004D4982">
      <w:pPr>
        <w:pStyle w:val="libNormal"/>
        <w:rPr>
          <w:rtl/>
        </w:rPr>
      </w:pPr>
      <w:r>
        <w:rPr>
          <w:rFonts w:hint="eastAsia"/>
          <w:rtl/>
        </w:rPr>
        <w:lastRenderedPageBreak/>
        <w:t>نيز</w:t>
      </w:r>
      <w:r>
        <w:rPr>
          <w:rtl/>
        </w:rPr>
        <w:t xml:space="preserve"> ر_ك خدا ، محمد </w:t>
      </w:r>
      <w:r w:rsidR="00F031CD" w:rsidRPr="00F031CD">
        <w:rPr>
          <w:rStyle w:val="libAlaemChar"/>
          <w:rtl/>
        </w:rPr>
        <w:t xml:space="preserve"> صلى‌الله‌عليه‌وآله‌وسلم </w:t>
      </w:r>
      <w:r>
        <w:rPr>
          <w:rtl/>
        </w:rPr>
        <w:t xml:space="preserve"> اور نعمت</w:t>
      </w:r>
    </w:p>
    <w:p w:rsidR="001F628F" w:rsidRDefault="001F628F" w:rsidP="004D4982">
      <w:pPr>
        <w:pStyle w:val="libNormal"/>
        <w:rPr>
          <w:rtl/>
        </w:rPr>
      </w:pPr>
      <w:r>
        <w:rPr>
          <w:rFonts w:hint="eastAsia"/>
          <w:rtl/>
        </w:rPr>
        <w:t>ظلم</w:t>
      </w:r>
      <w:r>
        <w:rPr>
          <w:rtl/>
        </w:rPr>
        <w:t>:_كے آثار، 14/ 22; 27، 34، 44، 45، 15/79، 16/ 58، 118، 119; اس كے معاشرتى آثار، 15/66 ; _سے اجتناب، 16/ 90; _كى تاريخ ، 14/ 45; _سے تنفر، 16/ 90; _كا پيش خيمہ ، 16/ 90; _كا عام ہونا ،اس كے آثار، 15/ 66; _كا دنياوى عذاب، 14/ 44; _سے فرار، 16/ 41; اس كا طريقہ</w:t>
      </w:r>
      <w:r>
        <w:rPr>
          <w:rFonts w:hint="eastAsia"/>
          <w:rtl/>
        </w:rPr>
        <w:t>،</w:t>
      </w:r>
      <w:r>
        <w:rPr>
          <w:rtl/>
        </w:rPr>
        <w:t xml:space="preserve"> 16/ 41،90; _كا برا انجام، 14/ 42; _ كى سزا، 14/ 22، 27، ;_ كا گناہ14/43،44، 15/79 ;_كے موارد 14/13; _كے موانع، 14/ 42 ; _كى ناپسنديدگي، 16/ 90; _ سے نجات، اس كا سرچشمہ، 14/ 6; _سے نہي، 16/ 90</w:t>
      </w:r>
    </w:p>
    <w:p w:rsidR="001F628F" w:rsidRDefault="001F628F" w:rsidP="001F628F">
      <w:pPr>
        <w:pStyle w:val="libNormal"/>
        <w:rPr>
          <w:rtl/>
        </w:rPr>
      </w:pPr>
      <w:r>
        <w:rPr>
          <w:rFonts w:hint="eastAsia"/>
          <w:rtl/>
        </w:rPr>
        <w:t>نيز</w:t>
      </w:r>
      <w:r>
        <w:rPr>
          <w:rtl/>
        </w:rPr>
        <w:t xml:space="preserve"> ر_ك آل فرعون، اصحاب ايكہ ، افترائ، امتي</w:t>
      </w:r>
      <w:r w:rsidR="00083993">
        <w:rPr>
          <w:rtl/>
        </w:rPr>
        <w:t xml:space="preserve">ں </w:t>
      </w:r>
      <w:r>
        <w:rPr>
          <w:rtl/>
        </w:rPr>
        <w:t xml:space="preserve">، </w:t>
      </w:r>
      <w:r w:rsidR="003D0BA1">
        <w:rPr>
          <w:rtl/>
        </w:rPr>
        <w:t>انبياء</w:t>
      </w:r>
      <w:r>
        <w:rPr>
          <w:rtl/>
        </w:rPr>
        <w:t>، انسان، توحيد، خدا، دختركشي، دين ، شيطان، عمل ، فراعنہ، فرعون، كفار، كفر ، مسلمان افراد، مشركين مكہ اور يہود</w:t>
      </w:r>
    </w:p>
    <w:p w:rsidR="001F628F" w:rsidRDefault="001F628F" w:rsidP="004D4982">
      <w:pPr>
        <w:pStyle w:val="libNormal"/>
        <w:rPr>
          <w:rtl/>
        </w:rPr>
      </w:pPr>
      <w:r>
        <w:rPr>
          <w:rFonts w:hint="eastAsia"/>
          <w:rtl/>
        </w:rPr>
        <w:t>ظلمت</w:t>
      </w:r>
      <w:r>
        <w:rPr>
          <w:rtl/>
        </w:rPr>
        <w:t>:_كا تنوع، 14/ 1; _كا پيش خيمہ، 14/ 1; _كے موارد، 14/1; _سے نجات، 14/1</w:t>
      </w:r>
    </w:p>
    <w:p w:rsidR="001F628F" w:rsidRDefault="001F628F" w:rsidP="004D4982">
      <w:pPr>
        <w:pStyle w:val="Heading2Center"/>
        <w:rPr>
          <w:rtl/>
        </w:rPr>
      </w:pPr>
      <w:bookmarkStart w:id="302" w:name="_Toc28081980"/>
      <w:r>
        <w:rPr>
          <w:rtl/>
        </w:rPr>
        <w:t>'' ع''</w:t>
      </w:r>
      <w:bookmarkEnd w:id="302"/>
    </w:p>
    <w:p w:rsidR="001F628F" w:rsidRDefault="001F628F" w:rsidP="004D4982">
      <w:pPr>
        <w:pStyle w:val="libNormal"/>
        <w:rPr>
          <w:rtl/>
        </w:rPr>
      </w:pPr>
      <w:r>
        <w:rPr>
          <w:rFonts w:hint="eastAsia"/>
          <w:rtl/>
        </w:rPr>
        <w:t>عاقبت</w:t>
      </w:r>
      <w:r>
        <w:rPr>
          <w:rtl/>
        </w:rPr>
        <w:t xml:space="preserve"> كى فكر:_كى اہميت، 14/ 23</w:t>
      </w:r>
    </w:p>
    <w:p w:rsidR="001F628F" w:rsidRDefault="001F628F" w:rsidP="005E05E0">
      <w:pPr>
        <w:pStyle w:val="libNormal"/>
        <w:rPr>
          <w:rtl/>
        </w:rPr>
      </w:pPr>
      <w:r>
        <w:rPr>
          <w:rFonts w:hint="eastAsia"/>
          <w:rtl/>
        </w:rPr>
        <w:t>عبادت</w:t>
      </w:r>
      <w:r>
        <w:rPr>
          <w:rtl/>
        </w:rPr>
        <w:t>:_كے آثار، 15/ 98; _كے آداب، 15/ 98; _ خدا، 15/ 99; اس كى اہميت، 14/ 37، 15/ 98، 16/ 36; اس مي</w:t>
      </w:r>
      <w:r w:rsidR="00083993">
        <w:rPr>
          <w:rtl/>
        </w:rPr>
        <w:t xml:space="preserve">ں </w:t>
      </w:r>
      <w:r>
        <w:rPr>
          <w:rtl/>
        </w:rPr>
        <w:t>حمد كرنا، 5/ 98; اس مي</w:t>
      </w:r>
      <w:r w:rsidR="00083993">
        <w:rPr>
          <w:rtl/>
        </w:rPr>
        <w:t xml:space="preserve">ں </w:t>
      </w:r>
      <w:r>
        <w:rPr>
          <w:rtl/>
        </w:rPr>
        <w:t>تسبيح ، 15/ 98; اس كے عوامل، 15/ 98، 99;_ غير خدا، 14/ 10، 16/ 73; اس كے آثار، 16/ 73; _كا فلسفہ ، 15/ 99</w:t>
      </w:r>
      <w:r>
        <w:rPr>
          <w:rFonts w:hint="eastAsia"/>
          <w:rtl/>
        </w:rPr>
        <w:t>نيزر</w:t>
      </w:r>
      <w:r>
        <w:rPr>
          <w:rtl/>
        </w:rPr>
        <w:t xml:space="preserve">_ك ابرا ہيم </w:t>
      </w:r>
      <w:r w:rsidR="00367F17" w:rsidRPr="00367F17">
        <w:rPr>
          <w:rStyle w:val="libAlaemChar"/>
          <w:rtl/>
        </w:rPr>
        <w:t xml:space="preserve"> عليه‌السلام </w:t>
      </w:r>
      <w:r>
        <w:rPr>
          <w:rtl/>
        </w:rPr>
        <w:t xml:space="preserve"> ، استعداد ، توفيقات، كعبہ ، باطل معبود اور ضرورتي</w:t>
      </w:r>
      <w:r w:rsidR="00083993">
        <w:rPr>
          <w:rtl/>
        </w:rPr>
        <w:t xml:space="preserve">ں </w:t>
      </w:r>
    </w:p>
    <w:p w:rsidR="001F628F" w:rsidRDefault="001F628F" w:rsidP="005E05E0">
      <w:pPr>
        <w:pStyle w:val="libNormal"/>
        <w:rPr>
          <w:rtl/>
        </w:rPr>
      </w:pPr>
      <w:r>
        <w:rPr>
          <w:rFonts w:hint="eastAsia"/>
          <w:rtl/>
        </w:rPr>
        <w:t>عبرت</w:t>
      </w:r>
      <w:r>
        <w:rPr>
          <w:rtl/>
        </w:rPr>
        <w:t>:_كى اہميت، 16/ 26; _كا پيش خيمہ ، 14/ 45; _كے عوامل ، 14/ 9، 28، 35، 45، 52، 15/ 75 ، 75 ، 76، 77، 79، 16/ 17، 26، 36،66، 67</w:t>
      </w:r>
      <w:r>
        <w:rPr>
          <w:rFonts w:hint="eastAsia"/>
          <w:rtl/>
        </w:rPr>
        <w:t>نيز</w:t>
      </w:r>
      <w:r>
        <w:rPr>
          <w:rtl/>
        </w:rPr>
        <w:t xml:space="preserve"> ر_ك آثار قديمہ، ابراہيم</w:t>
      </w:r>
      <w:r w:rsidR="00367F17" w:rsidRPr="00367F17">
        <w:rPr>
          <w:rStyle w:val="libAlaemChar"/>
          <w:rtl/>
        </w:rPr>
        <w:t xml:space="preserve"> عليه‌السلام </w:t>
      </w:r>
      <w:r>
        <w:rPr>
          <w:rtl/>
        </w:rPr>
        <w:t xml:space="preserve"> ، امتي</w:t>
      </w:r>
      <w:r w:rsidR="00083993">
        <w:rPr>
          <w:rtl/>
        </w:rPr>
        <w:t xml:space="preserve">ں </w:t>
      </w:r>
      <w:r>
        <w:rPr>
          <w:rtl/>
        </w:rPr>
        <w:t>، انگور، اولولباب، بنى اسرائيل ، تاريخ،دين، اونٹ، ظالم ا فراد ، عذاب ،قوم ثمود، قوم لوط، قوم نوح، كفر كرنے والے، گائے، گوسفند ، موجودات اور نخل</w:t>
      </w:r>
    </w:p>
    <w:p w:rsidR="001F628F" w:rsidRDefault="001F628F" w:rsidP="005E05E0">
      <w:pPr>
        <w:pStyle w:val="libNormal"/>
        <w:rPr>
          <w:rtl/>
        </w:rPr>
      </w:pPr>
      <w:r>
        <w:rPr>
          <w:rFonts w:hint="eastAsia"/>
          <w:rtl/>
        </w:rPr>
        <w:t>عبرت</w:t>
      </w:r>
      <w:r>
        <w:rPr>
          <w:rtl/>
        </w:rPr>
        <w:t xml:space="preserve"> نہ لينے والے :_و</w:t>
      </w:r>
      <w:r w:rsidR="00083993">
        <w:rPr>
          <w:rtl/>
        </w:rPr>
        <w:t xml:space="preserve">ں </w:t>
      </w:r>
      <w:r>
        <w:rPr>
          <w:rtl/>
        </w:rPr>
        <w:t>كى مذمت، 14/ 45</w:t>
      </w:r>
    </w:p>
    <w:p w:rsidR="001F628F" w:rsidRDefault="001F628F" w:rsidP="005E05E0">
      <w:pPr>
        <w:pStyle w:val="libNormal"/>
        <w:rPr>
          <w:rtl/>
        </w:rPr>
      </w:pPr>
      <w:r>
        <w:rPr>
          <w:rFonts w:hint="eastAsia"/>
          <w:rtl/>
        </w:rPr>
        <w:t>عبوديت</w:t>
      </w:r>
      <w:r>
        <w:rPr>
          <w:rtl/>
        </w:rPr>
        <w:t>:_كے آثار ، 15/ 40،42، 16/ 2; _كى اہميت، 15/ 41</w:t>
      </w:r>
      <w:r>
        <w:rPr>
          <w:rFonts w:hint="eastAsia"/>
          <w:rtl/>
        </w:rPr>
        <w:t>نيزر</w:t>
      </w:r>
      <w:r>
        <w:rPr>
          <w:rtl/>
        </w:rPr>
        <w:t>_ك محمد</w:t>
      </w:r>
      <w:r w:rsidR="00F031CD" w:rsidRPr="00F031CD">
        <w:rPr>
          <w:rStyle w:val="libAlaemChar"/>
          <w:rtl/>
        </w:rPr>
        <w:t xml:space="preserve"> صلى‌الله‌عليه‌وآله‌وسلم </w:t>
      </w:r>
    </w:p>
    <w:p w:rsidR="005E05E0" w:rsidRDefault="001F628F" w:rsidP="005E05E0">
      <w:pPr>
        <w:pStyle w:val="libNormal"/>
        <w:rPr>
          <w:rtl/>
        </w:rPr>
      </w:pPr>
      <w:r>
        <w:rPr>
          <w:rFonts w:hint="eastAsia"/>
          <w:rtl/>
        </w:rPr>
        <w:t>عُجب</w:t>
      </w:r>
      <w:r>
        <w:rPr>
          <w:rtl/>
        </w:rPr>
        <w:t>:_كے آثار، 16/ 22، _كى ناپسنديد گى ، 14/ 15</w:t>
      </w:r>
      <w:r w:rsidR="001E7F9D">
        <w:rPr>
          <w:rtl/>
        </w:rPr>
        <w:cr/>
      </w:r>
      <w:r w:rsidR="001E7F9D" w:rsidRPr="00F73EDE">
        <w:rPr>
          <w:rStyle w:val="libPoemTiniChar0"/>
          <w:rtl/>
        </w:rPr>
        <w:br w:type="page"/>
      </w:r>
    </w:p>
    <w:p w:rsidR="001F628F" w:rsidRDefault="001F628F" w:rsidP="005E05E0">
      <w:pPr>
        <w:pStyle w:val="libNormal"/>
        <w:rPr>
          <w:rtl/>
        </w:rPr>
      </w:pPr>
      <w:r>
        <w:rPr>
          <w:rFonts w:hint="eastAsia"/>
          <w:rtl/>
        </w:rPr>
        <w:lastRenderedPageBreak/>
        <w:t>نيز</w:t>
      </w:r>
      <w:r>
        <w:rPr>
          <w:rtl/>
        </w:rPr>
        <w:t xml:space="preserve"> ر_ك آخرت</w:t>
      </w:r>
    </w:p>
    <w:p w:rsidR="001F628F" w:rsidRDefault="001F628F" w:rsidP="005E05E0">
      <w:pPr>
        <w:pStyle w:val="libNormal"/>
        <w:rPr>
          <w:rtl/>
        </w:rPr>
      </w:pPr>
      <w:r>
        <w:rPr>
          <w:rFonts w:hint="eastAsia"/>
          <w:rtl/>
        </w:rPr>
        <w:t>عجز</w:t>
      </w:r>
      <w:r>
        <w:rPr>
          <w:rtl/>
        </w:rPr>
        <w:t>:_كے آثار ، 14/ 21، 16/ 46</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5E05E0">
      <w:pPr>
        <w:pStyle w:val="libNormal"/>
        <w:rPr>
          <w:rtl/>
        </w:rPr>
      </w:pPr>
      <w:r>
        <w:rPr>
          <w:rFonts w:hint="eastAsia"/>
          <w:rtl/>
        </w:rPr>
        <w:t>عجلت</w:t>
      </w:r>
      <w:r>
        <w:rPr>
          <w:rtl/>
        </w:rPr>
        <w:t>:_كى مذمت، 16/ 1</w:t>
      </w:r>
      <w:r>
        <w:rPr>
          <w:rFonts w:hint="eastAsia"/>
          <w:rtl/>
        </w:rPr>
        <w:t>نيز</w:t>
      </w:r>
      <w:r>
        <w:rPr>
          <w:rtl/>
        </w:rPr>
        <w:t xml:space="preserve"> ر_ك ظالم افراد</w:t>
      </w:r>
    </w:p>
    <w:p w:rsidR="001F628F" w:rsidRDefault="001F628F" w:rsidP="005E05E0">
      <w:pPr>
        <w:pStyle w:val="libNormal"/>
        <w:rPr>
          <w:rtl/>
        </w:rPr>
      </w:pPr>
      <w:r>
        <w:rPr>
          <w:rFonts w:hint="eastAsia"/>
          <w:rtl/>
        </w:rPr>
        <w:t>عدالت</w:t>
      </w:r>
      <w:r>
        <w:rPr>
          <w:rtl/>
        </w:rPr>
        <w:t>:_كى اہميت، 16/ 90، 126; _كى دعوت، 16/ 76; معاشرتى _، اس كى اہميت، 16/ 71، 76; _كا مفہوم ، 16/ 90</w:t>
      </w:r>
      <w:r>
        <w:rPr>
          <w:rFonts w:hint="eastAsia"/>
          <w:rtl/>
        </w:rPr>
        <w:t>نيزر</w:t>
      </w:r>
      <w:r>
        <w:rPr>
          <w:rtl/>
        </w:rPr>
        <w:t xml:space="preserve"> _ك انتقام، عدالت خواہي، قصاص، قيامت اور مقابلہ بالمثل</w:t>
      </w:r>
    </w:p>
    <w:p w:rsidR="001F628F" w:rsidRDefault="001F628F" w:rsidP="005E05E0">
      <w:pPr>
        <w:pStyle w:val="libNormal"/>
        <w:rPr>
          <w:rtl/>
        </w:rPr>
      </w:pPr>
      <w:r>
        <w:rPr>
          <w:rFonts w:hint="eastAsia"/>
          <w:rtl/>
        </w:rPr>
        <w:t>عدالت</w:t>
      </w:r>
      <w:r>
        <w:rPr>
          <w:rtl/>
        </w:rPr>
        <w:t xml:space="preserve"> خواہي:_كى قدرو قيمت ، 16/ 76</w:t>
      </w:r>
      <w:r>
        <w:rPr>
          <w:rFonts w:hint="eastAsia"/>
          <w:rtl/>
        </w:rPr>
        <w:t>نيزر</w:t>
      </w:r>
      <w:r>
        <w:rPr>
          <w:rtl/>
        </w:rPr>
        <w:t>_ك انسان اور عدالت</w:t>
      </w:r>
    </w:p>
    <w:p w:rsidR="001F628F" w:rsidRDefault="001F628F" w:rsidP="005E05E0">
      <w:pPr>
        <w:pStyle w:val="libNormal"/>
        <w:rPr>
          <w:rtl/>
        </w:rPr>
      </w:pPr>
      <w:r>
        <w:rPr>
          <w:rFonts w:hint="eastAsia"/>
          <w:rtl/>
        </w:rPr>
        <w:t>عداوت</w:t>
      </w:r>
      <w:r>
        <w:rPr>
          <w:rtl/>
        </w:rPr>
        <w:t>:</w:t>
      </w:r>
      <w:r>
        <w:rPr>
          <w:rFonts w:hint="eastAsia"/>
          <w:rtl/>
        </w:rPr>
        <w:t>ر</w:t>
      </w:r>
      <w:r>
        <w:rPr>
          <w:rtl/>
        </w:rPr>
        <w:t>_ك دشمني</w:t>
      </w:r>
    </w:p>
    <w:p w:rsidR="001F628F" w:rsidRDefault="001F628F" w:rsidP="005E05E0">
      <w:pPr>
        <w:pStyle w:val="libNormal"/>
        <w:rPr>
          <w:rtl/>
        </w:rPr>
      </w:pPr>
      <w:r>
        <w:rPr>
          <w:rFonts w:hint="eastAsia"/>
          <w:rtl/>
        </w:rPr>
        <w:t>عذاب</w:t>
      </w:r>
      <w:r>
        <w:rPr>
          <w:rtl/>
        </w:rPr>
        <w:t>:_كا ذريعہ، 15/73، 83، 16/ 45;اہل _، 14/ 2، 7،21، 22، 42، 42، 15/ 60، 90، 16/ 34، 36، 104، 106، 117; ان پر اتمام حجت، 15/ 63; ان كے پسماند گان كا خوف، 16/ 47; ان سے عبرت ، 14/ 45; ان كا نقش ، 16/ 33; ان كے ساتھ ہم نشينى ، 15/ 65; _كى پيشگوئي، 16/ 54; _كى رع</w:t>
      </w:r>
      <w:r>
        <w:rPr>
          <w:rFonts w:hint="eastAsia"/>
          <w:rtl/>
        </w:rPr>
        <w:t>ايت</w:t>
      </w:r>
      <w:r>
        <w:rPr>
          <w:rtl/>
        </w:rPr>
        <w:t xml:space="preserve"> ، اس كى درخواست، 16/ 85; _كے سامنے تسليم، 16/ 46; _كا دفع، 15/ 84، 16/45 ; _كا پيش خيمہ، 15/ 65، 74، 73، 90، 16/ 33; اخروي_، اس كا احاطہ 14/ 50; اس كى اہميت، 16/ 117; _سے نجات كے عوامل ، 14/ 21،22;اس كے مراتب، 14/ 21; اس كے اسباب، 14/ 43، 49،16/ 85، 107، 117; _كا نزول 14/ 44; 15/63; اس كے اہل افراد، 15/ 59; اس سے نجات، 14/ 46، 15/ 59، 16/26; زمين كے ذريعہ_، 16/ 45; سجيل كے ذريعہ _، 15/ 74; صيحہ آسمانى كے ذريعہ_، 15/ 73، 74، 83، 84;عظيم_، 16/ 106; اتمام حجت كے بعد_، 15/ 83، 16/ 113; معجزہ كے بعد_ 15/ 83; دردناك_، 14/ 22، 15،50; 74، 16/104، 15، 117; صبح كے وقت_، 15/ 66، 73،83، دنياوى _، 16/ 46; اس كے اسباب، 14/ 44، 16/ 36، 45، 113; شديد_، 14/ 2، 7، 21، 42; _كے مراتب، 14/2، 7، 17، 22، 15/ 50، 66، 73، 74، 16/ 34، 63،88، 94، 104، 105، 106، 117; _سے مصونيت، 15/ 82،84; اس كا احساس ، 16/ 45، 46; اس كے اسباب، 14/ 44; _كا سرچشمہ ، 16/ 33; _كے اسباب، 14/ 7، 15/ 63، 73، 16/ 61، 63، 94، 104 ، 105، 113 ; _كى قبوليت ، اس كے شرائط ، 16/ 110</w:t>
      </w:r>
      <w:r>
        <w:rPr>
          <w:rFonts w:hint="eastAsia"/>
          <w:rtl/>
        </w:rPr>
        <w:t>نيزر</w:t>
      </w:r>
      <w:r>
        <w:rPr>
          <w:rtl/>
        </w:rPr>
        <w:t>_ك عذ ر خواہى اور كفار_ 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1F628F">
      <w:pPr>
        <w:pStyle w:val="libNormal"/>
        <w:rPr>
          <w:rtl/>
        </w:rPr>
      </w:pPr>
      <w:r>
        <w:rPr>
          <w:rFonts w:hint="eastAsia"/>
          <w:rtl/>
        </w:rPr>
        <w:t>عذر</w:t>
      </w:r>
      <w:r>
        <w:rPr>
          <w:rtl/>
        </w:rPr>
        <w:t xml:space="preserve"> خواہي:</w:t>
      </w:r>
    </w:p>
    <w:p w:rsidR="005E05E0" w:rsidRDefault="001E7F9D" w:rsidP="00F73EDE">
      <w:pPr>
        <w:pStyle w:val="libPoemTini"/>
        <w:rPr>
          <w:rtl/>
        </w:rPr>
      </w:pPr>
      <w:r>
        <w:rPr>
          <w:rtl/>
        </w:rPr>
        <w:br w:type="page"/>
      </w:r>
    </w:p>
    <w:p w:rsidR="001F628F" w:rsidRDefault="001F628F" w:rsidP="005E05E0">
      <w:pPr>
        <w:pStyle w:val="libNormal"/>
        <w:rPr>
          <w:rtl/>
        </w:rPr>
      </w:pPr>
      <w:r>
        <w:rPr>
          <w:rtl/>
        </w:rPr>
        <w:lastRenderedPageBreak/>
        <w:t>_مي</w:t>
      </w:r>
      <w:r w:rsidR="00083993">
        <w:rPr>
          <w:rtl/>
        </w:rPr>
        <w:t xml:space="preserve">ں </w:t>
      </w:r>
      <w:r>
        <w:rPr>
          <w:rtl/>
        </w:rPr>
        <w:t>صداقت، 16/ 110</w:t>
      </w:r>
      <w:r>
        <w:rPr>
          <w:rFonts w:hint="eastAsia"/>
          <w:rtl/>
        </w:rPr>
        <w:t>نيزر</w:t>
      </w:r>
      <w:r>
        <w:rPr>
          <w:rtl/>
        </w:rPr>
        <w:t>_ك عذر اور كفار</w:t>
      </w:r>
    </w:p>
    <w:p w:rsidR="001F628F" w:rsidRDefault="001F628F" w:rsidP="005E05E0">
      <w:pPr>
        <w:pStyle w:val="libNormal"/>
        <w:rPr>
          <w:rtl/>
        </w:rPr>
      </w:pPr>
      <w:r>
        <w:rPr>
          <w:rFonts w:hint="eastAsia"/>
          <w:rtl/>
        </w:rPr>
        <w:t>عرش</w:t>
      </w:r>
      <w:r>
        <w:rPr>
          <w:rtl/>
        </w:rPr>
        <w:t>:_كا نقش، 15/ 21</w:t>
      </w:r>
    </w:p>
    <w:p w:rsidR="001F628F" w:rsidRDefault="001F628F" w:rsidP="005E05E0">
      <w:pPr>
        <w:pStyle w:val="libNormal"/>
        <w:rPr>
          <w:rtl/>
        </w:rPr>
      </w:pPr>
      <w:r>
        <w:rPr>
          <w:rFonts w:hint="eastAsia"/>
          <w:rtl/>
        </w:rPr>
        <w:t>عزت</w:t>
      </w:r>
      <w:r>
        <w:rPr>
          <w:rtl/>
        </w:rPr>
        <w:t>:_كے عومل ، 14/ 1</w:t>
      </w:r>
      <w:r>
        <w:rPr>
          <w:rFonts w:hint="eastAsia"/>
          <w:rtl/>
        </w:rPr>
        <w:t>نيز</w:t>
      </w:r>
      <w:r>
        <w:rPr>
          <w:rtl/>
        </w:rPr>
        <w:t xml:space="preserve"> ر_ك خدا اور قائدين</w:t>
      </w:r>
    </w:p>
    <w:p w:rsidR="001F628F" w:rsidRDefault="001F628F" w:rsidP="005E05E0">
      <w:pPr>
        <w:pStyle w:val="libNormal"/>
        <w:rPr>
          <w:rtl/>
        </w:rPr>
      </w:pPr>
      <w:r>
        <w:rPr>
          <w:rFonts w:hint="eastAsia"/>
          <w:rtl/>
        </w:rPr>
        <w:t>عسل</w:t>
      </w:r>
      <w:r>
        <w:rPr>
          <w:rtl/>
        </w:rPr>
        <w:t xml:space="preserve"> :_سے استفادہ،اس كى تشويق، 16/ 69; _كى پيدا وار، اس كى جگہ، 16/ 69; اس كا سرچشمہ ، 16/ 69; _كا رنگ ، اس كا تنوع، 16/ 69; اس كے تنوع كا سرچشمہ ،16/ 69; _كى شفا بخشي، 16/ 69; _كے فوائد، 16/ 69</w:t>
      </w:r>
    </w:p>
    <w:p w:rsidR="001F628F" w:rsidRDefault="001F628F" w:rsidP="005E05E0">
      <w:pPr>
        <w:pStyle w:val="libNormal"/>
        <w:rPr>
          <w:rtl/>
        </w:rPr>
      </w:pPr>
      <w:r>
        <w:rPr>
          <w:rFonts w:hint="eastAsia"/>
          <w:rtl/>
        </w:rPr>
        <w:t>عشائر</w:t>
      </w:r>
      <w:r>
        <w:rPr>
          <w:rtl/>
        </w:rPr>
        <w:t>:_كا گھر بنانا، 16/ 80</w:t>
      </w:r>
    </w:p>
    <w:p w:rsidR="001F628F" w:rsidRDefault="001F628F" w:rsidP="005E05E0">
      <w:pPr>
        <w:pStyle w:val="libNormal"/>
        <w:rPr>
          <w:rtl/>
        </w:rPr>
      </w:pPr>
      <w:r>
        <w:rPr>
          <w:rFonts w:hint="eastAsia"/>
          <w:rtl/>
        </w:rPr>
        <w:t>عصمت</w:t>
      </w:r>
      <w:r>
        <w:rPr>
          <w:rtl/>
        </w:rPr>
        <w:t xml:space="preserve"> :_كا مقام ، 16/ 89</w:t>
      </w:r>
      <w:r>
        <w:rPr>
          <w:rFonts w:hint="eastAsia"/>
          <w:rtl/>
        </w:rPr>
        <w:t>نيز</w:t>
      </w:r>
      <w:r>
        <w:rPr>
          <w:rtl/>
        </w:rPr>
        <w:t xml:space="preserve"> ر_ك محمد </w:t>
      </w:r>
      <w:r w:rsidR="00F031CD" w:rsidRPr="00F031CD">
        <w:rPr>
          <w:rStyle w:val="libAlaemChar"/>
          <w:rtl/>
        </w:rPr>
        <w:t xml:space="preserve"> صلى‌الله‌عليه‌وآله‌وسلم </w:t>
      </w:r>
      <w:r>
        <w:rPr>
          <w:rtl/>
        </w:rPr>
        <w:t xml:space="preserve"> اور ملائكہ</w:t>
      </w:r>
    </w:p>
    <w:p w:rsidR="001F628F" w:rsidRDefault="001F628F" w:rsidP="005E05E0">
      <w:pPr>
        <w:pStyle w:val="libNormal"/>
        <w:rPr>
          <w:rtl/>
        </w:rPr>
      </w:pPr>
      <w:r>
        <w:rPr>
          <w:rFonts w:hint="eastAsia"/>
          <w:rtl/>
        </w:rPr>
        <w:t>عصيان</w:t>
      </w:r>
      <w:r>
        <w:rPr>
          <w:rtl/>
        </w:rPr>
        <w:t>:_كا انگيزہ ، اس كے بارے مي</w:t>
      </w:r>
      <w:r w:rsidR="00083993">
        <w:rPr>
          <w:rtl/>
        </w:rPr>
        <w:t xml:space="preserve">ں </w:t>
      </w:r>
      <w:r>
        <w:rPr>
          <w:rtl/>
        </w:rPr>
        <w:t xml:space="preserve">سوال، 15/ 32; يہ ابراہيم </w:t>
      </w:r>
      <w:r w:rsidR="00367F17" w:rsidRPr="00367F17">
        <w:rPr>
          <w:rStyle w:val="libAlaemChar"/>
          <w:rtl/>
        </w:rPr>
        <w:t xml:space="preserve"> عليه‌السلام </w:t>
      </w:r>
      <w:r>
        <w:rPr>
          <w:rtl/>
        </w:rPr>
        <w:t xml:space="preserve"> سے 14/ 36; انبياء سے _، 16/ 63; اس كے آثار، 16/ 63; اس كى سزا، 14/ 45، 16/ 63 ; خدا سے _، 15/ 31; 32; اس كے آثار، 15/ 34 ; اس كا ذكرہ 16/81; اس كى سزا 15/34</w:t>
      </w:r>
      <w:r>
        <w:rPr>
          <w:rFonts w:hint="eastAsia"/>
          <w:rtl/>
        </w:rPr>
        <w:t>نيزر</w:t>
      </w:r>
      <w:r>
        <w:rPr>
          <w:rtl/>
        </w:rPr>
        <w:t xml:space="preserve"> _ك ابليس ، انسان، ظالم افراد ، عصيان كرنے والے اور ملائكہ</w:t>
      </w:r>
    </w:p>
    <w:p w:rsidR="001F628F" w:rsidRDefault="001F628F" w:rsidP="005E05E0">
      <w:pPr>
        <w:pStyle w:val="libNormal"/>
        <w:rPr>
          <w:rtl/>
        </w:rPr>
      </w:pPr>
      <w:r>
        <w:rPr>
          <w:rFonts w:hint="eastAsia"/>
          <w:rtl/>
        </w:rPr>
        <w:t>عصيان</w:t>
      </w:r>
      <w:r>
        <w:rPr>
          <w:rtl/>
        </w:rPr>
        <w:t xml:space="preserve"> كرنے والے :_و</w:t>
      </w:r>
      <w:r w:rsidR="00083993">
        <w:rPr>
          <w:rtl/>
        </w:rPr>
        <w:t xml:space="preserve">ں </w:t>
      </w:r>
      <w:r>
        <w:rPr>
          <w:rtl/>
        </w:rPr>
        <w:t>پر اتمام حجت، 14/ 13; _ كى سزا، اس كے شرائط ، 14، 13; _كى محروميت، 14/ 36; _كى ہدايت، 14/ 13</w:t>
      </w:r>
      <w:r>
        <w:rPr>
          <w:rFonts w:hint="eastAsia"/>
          <w:rtl/>
        </w:rPr>
        <w:t>نيزر</w:t>
      </w:r>
      <w:r>
        <w:rPr>
          <w:rtl/>
        </w:rPr>
        <w:t>_ك عصيان</w:t>
      </w:r>
    </w:p>
    <w:p w:rsidR="001F628F" w:rsidRDefault="001F628F" w:rsidP="005E05E0">
      <w:pPr>
        <w:pStyle w:val="libNormal"/>
        <w:rPr>
          <w:rtl/>
        </w:rPr>
      </w:pPr>
      <w:r>
        <w:rPr>
          <w:rFonts w:hint="eastAsia"/>
          <w:rtl/>
        </w:rPr>
        <w:t>عطوفت</w:t>
      </w:r>
      <w:r>
        <w:rPr>
          <w:rtl/>
        </w:rPr>
        <w:t xml:space="preserve"> پذيري:</w:t>
      </w:r>
      <w:r>
        <w:rPr>
          <w:rFonts w:hint="eastAsia"/>
          <w:rtl/>
        </w:rPr>
        <w:t>ر</w:t>
      </w:r>
      <w:r>
        <w:rPr>
          <w:rtl/>
        </w:rPr>
        <w:t>_ك اسلام، انسان او ر تبليغ</w:t>
      </w:r>
    </w:p>
    <w:p w:rsidR="001F628F" w:rsidRDefault="001F628F" w:rsidP="005E05E0">
      <w:pPr>
        <w:pStyle w:val="libNormal"/>
        <w:rPr>
          <w:rtl/>
        </w:rPr>
      </w:pPr>
      <w:r>
        <w:rPr>
          <w:rFonts w:hint="eastAsia"/>
          <w:rtl/>
        </w:rPr>
        <w:t>عفو</w:t>
      </w:r>
      <w:r>
        <w:rPr>
          <w:rtl/>
        </w:rPr>
        <w:t>:_كى قدر و قيمت، 16/ 126; _كى اہميت، 15/ 85;_كى سختي، 16/ 126; بغير احسان كے _، 15/ 85</w:t>
      </w:r>
    </w:p>
    <w:p w:rsidR="001F628F" w:rsidRDefault="001F628F" w:rsidP="001F628F">
      <w:pPr>
        <w:pStyle w:val="libNormal"/>
        <w:rPr>
          <w:rtl/>
        </w:rPr>
      </w:pPr>
      <w:r>
        <w:rPr>
          <w:rFonts w:hint="eastAsia"/>
          <w:rtl/>
        </w:rPr>
        <w:t>نيزر</w:t>
      </w:r>
      <w:r>
        <w:rPr>
          <w:rtl/>
        </w:rPr>
        <w:t>_ك انتقام، تبليغ، دشمن، كفار ،محمد</w:t>
      </w:r>
      <w:r w:rsidR="00F031CD" w:rsidRPr="00F031CD">
        <w:rPr>
          <w:rStyle w:val="libAlaemChar"/>
          <w:rtl/>
        </w:rPr>
        <w:t xml:space="preserve"> صلى‌الله‌عليه‌وآله‌وسلم </w:t>
      </w:r>
      <w:r>
        <w:rPr>
          <w:rtl/>
        </w:rPr>
        <w:t xml:space="preserve"> ، مشركين اور مقابلہ بالمثل</w:t>
      </w:r>
    </w:p>
    <w:p w:rsidR="001F628F" w:rsidRDefault="001F628F" w:rsidP="005E05E0">
      <w:pPr>
        <w:pStyle w:val="libNormal"/>
        <w:rPr>
          <w:rtl/>
        </w:rPr>
      </w:pPr>
      <w:r>
        <w:rPr>
          <w:rFonts w:hint="eastAsia"/>
          <w:rtl/>
        </w:rPr>
        <w:t>عقاب</w:t>
      </w:r>
      <w:r>
        <w:rPr>
          <w:rtl/>
        </w:rPr>
        <w:t>:</w:t>
      </w:r>
      <w:r>
        <w:rPr>
          <w:rFonts w:hint="eastAsia"/>
          <w:rtl/>
        </w:rPr>
        <w:t>ر</w:t>
      </w:r>
      <w:r>
        <w:rPr>
          <w:rtl/>
        </w:rPr>
        <w:t>_ك عذاب اور سز</w:t>
      </w:r>
    </w:p>
    <w:p w:rsidR="001F628F" w:rsidRDefault="001F628F" w:rsidP="005E05E0">
      <w:pPr>
        <w:pStyle w:val="libNormal"/>
        <w:rPr>
          <w:rtl/>
        </w:rPr>
      </w:pPr>
      <w:r>
        <w:rPr>
          <w:rFonts w:hint="eastAsia"/>
          <w:rtl/>
        </w:rPr>
        <w:t>عقل</w:t>
      </w:r>
      <w:r>
        <w:rPr>
          <w:rtl/>
        </w:rPr>
        <w:t>:</w:t>
      </w:r>
      <w:r>
        <w:rPr>
          <w:rFonts w:hint="eastAsia"/>
          <w:rtl/>
        </w:rPr>
        <w:t>ر</w:t>
      </w:r>
      <w:r>
        <w:rPr>
          <w:rtl/>
        </w:rPr>
        <w:t>_ك اسلام ، تعقل، دين، سبيل اللہ اور قرآن</w:t>
      </w:r>
    </w:p>
    <w:p w:rsidR="001F628F" w:rsidRDefault="001F628F" w:rsidP="005E05E0">
      <w:pPr>
        <w:pStyle w:val="libNormal"/>
        <w:rPr>
          <w:rtl/>
        </w:rPr>
      </w:pPr>
      <w:r>
        <w:rPr>
          <w:rFonts w:hint="eastAsia"/>
          <w:rtl/>
        </w:rPr>
        <w:t>عقلمند</w:t>
      </w:r>
      <w:r>
        <w:rPr>
          <w:rtl/>
        </w:rPr>
        <w:t xml:space="preserve"> افراد:_ اور آيات خدا، 16/ 67</w:t>
      </w:r>
    </w:p>
    <w:p w:rsidR="007335D4" w:rsidRDefault="001F628F" w:rsidP="007335D4">
      <w:pPr>
        <w:pStyle w:val="libNormal"/>
        <w:rPr>
          <w:rtl/>
        </w:rPr>
      </w:pPr>
      <w:r>
        <w:rPr>
          <w:rFonts w:hint="eastAsia"/>
          <w:rtl/>
        </w:rPr>
        <w:t>عقيدہ</w:t>
      </w:r>
      <w:r>
        <w:rPr>
          <w:rtl/>
        </w:rPr>
        <w:t>:_كے آثار، 15/ 44، 83، 16/ 30، 32، 33،</w:t>
      </w:r>
      <w:r w:rsidR="007335D4">
        <w:rPr>
          <w:rtl/>
        </w:rPr>
        <w:t>106; اس كے نفسياتى آثار ، 16/ 60; _كى آزادي، 16/ 33</w:t>
      </w:r>
    </w:p>
    <w:p w:rsidR="001F628F" w:rsidRDefault="007335D4" w:rsidP="007335D4">
      <w:pPr>
        <w:pStyle w:val="libNormal"/>
        <w:rPr>
          <w:rtl/>
        </w:rPr>
      </w:pPr>
      <w:r>
        <w:rPr>
          <w:rFonts w:hint="eastAsia"/>
          <w:rtl/>
        </w:rPr>
        <w:t>عقائدى</w:t>
      </w:r>
      <w:r>
        <w:rPr>
          <w:rtl/>
        </w:rPr>
        <w:t xml:space="preserve"> اختلاف: اس كى وضاحت، 16/ 64; اس كا حل 16/ 64; اس كے حلّ كا امكان، 16/ 93; اس كے حل كى اہميت، 16/ 64; _كى تاريخ، 14/ 30، 16/ 35;_ كى تصحيح ، اس كے عوامل 16/ 64; _كا ضعف، اس كے عوامل، 16/ 94; _كا صحيح ہونا ،اس كا ملاك، 14/ 10;</w:t>
      </w:r>
    </w:p>
    <w:p w:rsidR="005E05E0" w:rsidRDefault="001E7F9D" w:rsidP="00F73EDE">
      <w:pPr>
        <w:pStyle w:val="libPoemTini"/>
        <w:rPr>
          <w:rtl/>
        </w:rPr>
      </w:pPr>
      <w:r>
        <w:rPr>
          <w:rtl/>
        </w:rPr>
        <w:br w:type="page"/>
      </w:r>
    </w:p>
    <w:p w:rsidR="001F628F" w:rsidRDefault="001F628F" w:rsidP="001F628F">
      <w:pPr>
        <w:pStyle w:val="libNormal"/>
        <w:rPr>
          <w:rtl/>
        </w:rPr>
      </w:pPr>
      <w:r>
        <w:rPr>
          <w:rtl/>
        </w:rPr>
        <w:lastRenderedPageBreak/>
        <w:t>باطل_ 14/ 42، 16/ 20، 73; اس كے آثار، 16/ 105; اس كا بے نتيجہ ہونا، 14/ 26; اس كا تنفر، 14/ 26; اس كى ناپائيداري، 14/ 26; توحيد پر _، اس كے آثار ، 16/ 2; توحيد عبادى پر_، 16/ 116; جبر پر _، اس كے آثار، 16/ 3; ;حكمت خدا پر_ اس كے آثار 15/85; خالقيت خدا پر _ 16/3;قرآن كے خير ہونے پ</w:t>
      </w:r>
      <w:r>
        <w:rPr>
          <w:rFonts w:hint="eastAsia"/>
          <w:rtl/>
        </w:rPr>
        <w:t>ر</w:t>
      </w:r>
      <w:r>
        <w:rPr>
          <w:rtl/>
        </w:rPr>
        <w:t xml:space="preserve"> _، 16/30; اس كے آثار ، 16/ 32; دين ابراہيم </w:t>
      </w:r>
      <w:r w:rsidR="00367F17" w:rsidRPr="00367F17">
        <w:rPr>
          <w:rStyle w:val="libAlaemChar"/>
          <w:rtl/>
        </w:rPr>
        <w:t xml:space="preserve"> عليه‌السلام </w:t>
      </w:r>
      <w:r>
        <w:rPr>
          <w:rtl/>
        </w:rPr>
        <w:t xml:space="preserve"> پر_، 16/ 123; باطل معبودو</w:t>
      </w:r>
      <w:r w:rsidR="00083993">
        <w:rPr>
          <w:rtl/>
        </w:rPr>
        <w:t xml:space="preserve">ں </w:t>
      </w:r>
      <w:r>
        <w:rPr>
          <w:rtl/>
        </w:rPr>
        <w:t xml:space="preserve">كى رازقيت پر_، اس كى مذمت، 16/ 56; ربوبيت خدا پر_، 15/ 36، 39; اس كى اہميت، 14/ 18; شرك پر _، 16/ 3 ; شرك ربوبى پر _، 16/ 56; علم خدا پر _، 16/ 28; اس كے آثار، 16/ 91;خدا كى اولاد </w:t>
      </w:r>
      <w:r>
        <w:rPr>
          <w:rFonts w:hint="eastAsia"/>
          <w:rtl/>
        </w:rPr>
        <w:t>پر</w:t>
      </w:r>
      <w:r>
        <w:rPr>
          <w:rtl/>
        </w:rPr>
        <w:t xml:space="preserve"> _، 16/ 57; قيامت پر _، اس كے آثار، 15/ 85، -16/ 92; مشيت خدا پر _، 16/ 35; باطل معبودو</w:t>
      </w:r>
      <w:r w:rsidR="00083993">
        <w:rPr>
          <w:rtl/>
        </w:rPr>
        <w:t xml:space="preserve">ں </w:t>
      </w:r>
      <w:r>
        <w:rPr>
          <w:rtl/>
        </w:rPr>
        <w:t>پر _، ان كا بطلان ، 16/ 20; قرآن كے وحى ہونے پر _، 16/ 30; اس كے آثار، 16/ 32; خلقت كے بامقصدہونے پر _، اس كے آثار</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5E05E0">
      <w:pPr>
        <w:pStyle w:val="libNormal"/>
        <w:rPr>
          <w:rtl/>
        </w:rPr>
      </w:pPr>
      <w:r>
        <w:rPr>
          <w:rFonts w:hint="eastAsia"/>
          <w:rtl/>
        </w:rPr>
        <w:t>علائق</w:t>
      </w:r>
      <w:r>
        <w:rPr>
          <w:rtl/>
        </w:rPr>
        <w:t>:</w:t>
      </w:r>
      <w:r>
        <w:rPr>
          <w:rFonts w:hint="eastAsia"/>
          <w:rtl/>
        </w:rPr>
        <w:t>امن</w:t>
      </w:r>
      <w:r>
        <w:rPr>
          <w:rtl/>
        </w:rPr>
        <w:t xml:space="preserve"> و سكون سے لگاؤ ، 15/ 48; بقاء نسل سے لگاؤ ، 15/ 53; بيٹے سے لگاؤ، 16/ 57; جاودانيت سے لگاؤ ، 15/ 48; سلامتى سے لگاؤ، 15/ 48; فرزند سے لگاؤ، 15/ 53; لذائذ مادى سے لگاؤ، اس كے عوامل، 15/ 3; اس كا انجام، 15/ 3 ; اس كى ناپسنديدگى ، 15/ 3</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انسان ، كفار اور مشركين</w:t>
      </w:r>
    </w:p>
    <w:p w:rsidR="001F628F" w:rsidRDefault="001F628F" w:rsidP="005E05E0">
      <w:pPr>
        <w:pStyle w:val="libNormal"/>
        <w:rPr>
          <w:rtl/>
        </w:rPr>
      </w:pPr>
      <w:r>
        <w:rPr>
          <w:rFonts w:hint="eastAsia"/>
          <w:rtl/>
        </w:rPr>
        <w:t>عورت</w:t>
      </w:r>
      <w:r>
        <w:rPr>
          <w:rtl/>
        </w:rPr>
        <w:t>:_كا اضافہ ، اس كے آثار، 14/ 6; _ كو اذيت ، اس كا سبب، 14/ 6; _ اور مرد كا مساوى ہونا ،16/72، 97; _ كے حقوق، 16/ 59; _كى حقيقت، 16/ 72; _ كى پاكيزہ زندگي، 16/97 ;_ كى شخصيت، 16/ 59</w:t>
      </w:r>
      <w:r>
        <w:rPr>
          <w:rFonts w:hint="eastAsia"/>
          <w:rtl/>
        </w:rPr>
        <w:t>نيز</w:t>
      </w:r>
      <w:r>
        <w:rPr>
          <w:rtl/>
        </w:rPr>
        <w:t xml:space="preserve"> ر_ك جاہليت اور بنى اسرائيل</w:t>
      </w:r>
    </w:p>
    <w:p w:rsidR="001F628F" w:rsidRDefault="001F628F" w:rsidP="005E05E0">
      <w:pPr>
        <w:pStyle w:val="libNormal"/>
        <w:rPr>
          <w:rtl/>
        </w:rPr>
      </w:pPr>
      <w:r>
        <w:rPr>
          <w:rFonts w:hint="eastAsia"/>
          <w:rtl/>
        </w:rPr>
        <w:t>عوامى</w:t>
      </w:r>
      <w:r>
        <w:rPr>
          <w:rtl/>
        </w:rPr>
        <w:t xml:space="preserve"> ہونا:</w:t>
      </w:r>
      <w:r>
        <w:rPr>
          <w:rFonts w:hint="eastAsia"/>
          <w:rtl/>
        </w:rPr>
        <w:t>ر</w:t>
      </w:r>
      <w:r>
        <w:rPr>
          <w:rtl/>
        </w:rPr>
        <w:t>_ك ابراہيم</w:t>
      </w:r>
      <w:r w:rsidR="00367F17" w:rsidRPr="00367F17">
        <w:rPr>
          <w:rStyle w:val="libAlaemChar"/>
          <w:rtl/>
        </w:rPr>
        <w:t xml:space="preserve"> عليه‌السلام </w:t>
      </w:r>
    </w:p>
    <w:p w:rsidR="001F628F" w:rsidRDefault="001F628F" w:rsidP="005E05E0">
      <w:pPr>
        <w:pStyle w:val="libNormal"/>
        <w:rPr>
          <w:rtl/>
        </w:rPr>
      </w:pPr>
      <w:r>
        <w:rPr>
          <w:rFonts w:hint="eastAsia"/>
          <w:rtl/>
        </w:rPr>
        <w:t>علم</w:t>
      </w:r>
      <w:r>
        <w:rPr>
          <w:rtl/>
        </w:rPr>
        <w:t>:_كے آثار ، 16/ 41، 43، 89; _كى قدر و قيمت، 15/ 53، 16/ 70; _كا اضافہ اس كے آثار، 16/ 95; _كى اہميت، 15/ 53;_ كاا كتمان، اس كى مذمت ، 16/ 43</w:t>
      </w:r>
      <w:r>
        <w:rPr>
          <w:rFonts w:hint="eastAsia"/>
          <w:rtl/>
        </w:rPr>
        <w:t>نيز</w:t>
      </w:r>
      <w:r>
        <w:rPr>
          <w:rtl/>
        </w:rPr>
        <w:t xml:space="preserve"> ر_ك آئندہ كے افراد، ائمہ</w:t>
      </w:r>
      <w:r w:rsidR="00367F17" w:rsidRPr="00367F17">
        <w:rPr>
          <w:rStyle w:val="libAlaemChar"/>
          <w:rtl/>
        </w:rPr>
        <w:t xml:space="preserve"> عليه‌السلام </w:t>
      </w:r>
      <w:r>
        <w:rPr>
          <w:rtl/>
        </w:rPr>
        <w:t xml:space="preserve"> ، ابراہيم</w:t>
      </w:r>
      <w:r w:rsidR="00367F17" w:rsidRPr="00367F17">
        <w:rPr>
          <w:rStyle w:val="libAlaemChar"/>
          <w:rtl/>
        </w:rPr>
        <w:t xml:space="preserve"> عليه‌السلام </w:t>
      </w:r>
      <w:r>
        <w:rPr>
          <w:rtl/>
        </w:rPr>
        <w:t xml:space="preserve"> ، ابليس، اسحاق</w:t>
      </w:r>
      <w:r w:rsidR="00367F17" w:rsidRPr="00367F17">
        <w:rPr>
          <w:rStyle w:val="libAlaemChar"/>
          <w:rtl/>
        </w:rPr>
        <w:t xml:space="preserve"> عليه‌السلام </w:t>
      </w:r>
      <w:r>
        <w:rPr>
          <w:rtl/>
        </w:rPr>
        <w:t xml:space="preserve"> ، اسلام، انبياء </w:t>
      </w:r>
      <w:r w:rsidR="00367F17" w:rsidRPr="00367F17">
        <w:rPr>
          <w:rStyle w:val="libAlaemChar"/>
          <w:rtl/>
        </w:rPr>
        <w:t xml:space="preserve"> عليه‌السلام </w:t>
      </w:r>
      <w:r>
        <w:rPr>
          <w:rtl/>
        </w:rPr>
        <w:t xml:space="preserve"> ، انسان، گذشتہ افراد، خدا، دين ، ذكر، سبيل اللہ ، عقيدہ، قيامت ، گمراہ فراد، لوط</w:t>
      </w:r>
      <w:r w:rsidR="00367F17" w:rsidRPr="00367F17">
        <w:rPr>
          <w:rStyle w:val="libAlaemChar"/>
          <w:rtl/>
        </w:rPr>
        <w:t xml:space="preserve"> عليه‌السلام </w:t>
      </w:r>
      <w:r>
        <w:rPr>
          <w:rtl/>
        </w:rPr>
        <w:t xml:space="preserve"> ، محمد</w:t>
      </w:r>
      <w:r w:rsidR="00F031CD" w:rsidRPr="00F031CD">
        <w:rPr>
          <w:rStyle w:val="libAlaemChar"/>
          <w:rtl/>
        </w:rPr>
        <w:t xml:space="preserve"> صلى‌الله‌عليه‌وآله‌وسلم </w:t>
      </w:r>
      <w:r>
        <w:rPr>
          <w:rtl/>
        </w:rPr>
        <w:t xml:space="preserve"> ، معبود، ملائكہ ہدايت يافتہ اور نيت</w:t>
      </w:r>
    </w:p>
    <w:p w:rsidR="001F628F" w:rsidRDefault="005E05E0" w:rsidP="001F628F">
      <w:pPr>
        <w:pStyle w:val="libNormal"/>
        <w:rPr>
          <w:rtl/>
        </w:rPr>
      </w:pPr>
      <w:r>
        <w:rPr>
          <w:rFonts w:hint="eastAsia"/>
          <w:rtl/>
        </w:rPr>
        <w:t>علماء</w:t>
      </w:r>
      <w:r w:rsidR="001F628F">
        <w:rPr>
          <w:rtl/>
        </w:rPr>
        <w:t>:</w:t>
      </w:r>
      <w:r w:rsidR="007335D4" w:rsidRPr="007335D4">
        <w:rPr>
          <w:rtl/>
        </w:rPr>
        <w:t xml:space="preserve"> </w:t>
      </w:r>
      <w:r w:rsidR="007335D4">
        <w:rPr>
          <w:rtl/>
        </w:rPr>
        <w:t>_كى فكر ، 16/ 27; _سے سوال كرنا ،16/ 43; _ كى طرف رجوع، 16/ 43; اس كى اہميت، 16/ 43; _كى كلام اس كى حجيت كا دائرہ كار ، 16/ 43; صدر اسلام ميں _، 16/ 43; قيامت ميں _، 16/ 27; _اور انبياء، 16/ 43; _</w:t>
      </w:r>
    </w:p>
    <w:p w:rsidR="007335D4" w:rsidRDefault="001E7F9D" w:rsidP="00F73EDE">
      <w:pPr>
        <w:pStyle w:val="libPoemTini"/>
        <w:rPr>
          <w:rtl/>
        </w:rPr>
      </w:pPr>
      <w:r>
        <w:rPr>
          <w:rtl/>
        </w:rPr>
        <w:br w:type="page"/>
      </w:r>
    </w:p>
    <w:p w:rsidR="001F628F" w:rsidRDefault="001F628F" w:rsidP="007335D4">
      <w:pPr>
        <w:pStyle w:val="libNormal"/>
        <w:rPr>
          <w:rtl/>
        </w:rPr>
      </w:pPr>
      <w:r>
        <w:rPr>
          <w:rtl/>
        </w:rPr>
        <w:lastRenderedPageBreak/>
        <w:t>اور كفار، 16/ 27; _كى ذمہ داري، 16/ 64; _كے مقامات ، 16/ 27; _كا نقش،16/43; ان كا اخروى نقش، 16/ 27</w:t>
      </w:r>
    </w:p>
    <w:p w:rsidR="001F628F" w:rsidRDefault="001F628F" w:rsidP="001F628F">
      <w:pPr>
        <w:pStyle w:val="libNormal"/>
        <w:rPr>
          <w:rtl/>
        </w:rPr>
      </w:pPr>
      <w:r>
        <w:rPr>
          <w:rFonts w:hint="eastAsia"/>
          <w:rtl/>
        </w:rPr>
        <w:t>نيزر</w:t>
      </w:r>
      <w:r>
        <w:rPr>
          <w:rtl/>
        </w:rPr>
        <w:t xml:space="preserve">_ك تقليد، جاہل افراد، دينى </w:t>
      </w:r>
      <w:r w:rsidR="005E05E0">
        <w:rPr>
          <w:rtl/>
        </w:rPr>
        <w:t>علماء</w:t>
      </w:r>
      <w:r>
        <w:rPr>
          <w:rtl/>
        </w:rPr>
        <w:t>، علماء مكہ اور مشركين</w:t>
      </w:r>
    </w:p>
    <w:p w:rsidR="001F628F" w:rsidRDefault="001F628F" w:rsidP="007335D4">
      <w:pPr>
        <w:pStyle w:val="libNormal"/>
        <w:rPr>
          <w:rtl/>
        </w:rPr>
      </w:pPr>
      <w:r>
        <w:rPr>
          <w:rFonts w:hint="eastAsia"/>
          <w:rtl/>
        </w:rPr>
        <w:t>علماء</w:t>
      </w:r>
      <w:r>
        <w:rPr>
          <w:rtl/>
        </w:rPr>
        <w:t xml:space="preserve"> ديني:_كى تحقير، 16/ 27; _كے دشمن;16/ 27</w:t>
      </w:r>
    </w:p>
    <w:p w:rsidR="001F628F" w:rsidRDefault="001F628F" w:rsidP="001F628F">
      <w:pPr>
        <w:pStyle w:val="libNormal"/>
        <w:rPr>
          <w:rtl/>
        </w:rPr>
      </w:pPr>
      <w:r>
        <w:rPr>
          <w:rFonts w:hint="eastAsia"/>
          <w:rtl/>
        </w:rPr>
        <w:t>علماء</w:t>
      </w:r>
      <w:r>
        <w:rPr>
          <w:rtl/>
        </w:rPr>
        <w:t xml:space="preserve"> مكہ:16/ 43</w:t>
      </w:r>
    </w:p>
    <w:p w:rsidR="001F628F" w:rsidRDefault="001F628F" w:rsidP="007335D4">
      <w:pPr>
        <w:pStyle w:val="libNormal"/>
        <w:rPr>
          <w:rtl/>
        </w:rPr>
      </w:pPr>
      <w:r>
        <w:rPr>
          <w:rFonts w:hint="eastAsia"/>
          <w:rtl/>
        </w:rPr>
        <w:t>علم</w:t>
      </w:r>
      <w:r>
        <w:rPr>
          <w:rtl/>
        </w:rPr>
        <w:t xml:space="preserve"> غيب:</w:t>
      </w:r>
      <w:r>
        <w:rPr>
          <w:rFonts w:hint="eastAsia"/>
          <w:rtl/>
        </w:rPr>
        <w:t>ر</w:t>
      </w:r>
      <w:r>
        <w:rPr>
          <w:rtl/>
        </w:rPr>
        <w:t>_ك خدا ور ذكر</w:t>
      </w:r>
    </w:p>
    <w:p w:rsidR="001F628F" w:rsidRDefault="001F628F" w:rsidP="007335D4">
      <w:pPr>
        <w:pStyle w:val="libNormal"/>
        <w:rPr>
          <w:rtl/>
        </w:rPr>
      </w:pPr>
      <w:r>
        <w:rPr>
          <w:rFonts w:hint="eastAsia"/>
          <w:rtl/>
        </w:rPr>
        <w:t>عليّت</w:t>
      </w:r>
      <w:r>
        <w:rPr>
          <w:rtl/>
        </w:rPr>
        <w:t>:</w:t>
      </w:r>
      <w:r>
        <w:rPr>
          <w:rFonts w:hint="eastAsia"/>
          <w:rtl/>
        </w:rPr>
        <w:t>ر</w:t>
      </w:r>
      <w:r>
        <w:rPr>
          <w:rtl/>
        </w:rPr>
        <w:t>_ك نظام عليّت</w:t>
      </w:r>
    </w:p>
    <w:p w:rsidR="001F628F" w:rsidRDefault="001F628F" w:rsidP="007335D4">
      <w:pPr>
        <w:pStyle w:val="libNormal"/>
        <w:rPr>
          <w:rtl/>
        </w:rPr>
      </w:pPr>
      <w:r>
        <w:rPr>
          <w:rFonts w:hint="eastAsia"/>
          <w:rtl/>
        </w:rPr>
        <w:t>عمار</w:t>
      </w:r>
      <w:r>
        <w:rPr>
          <w:rtl/>
        </w:rPr>
        <w:t xml:space="preserve"> ياسر:_كا ايمان،16/106; _كا تقيّہ، 16/106; _كا اكراہى كفر ،16/106</w:t>
      </w:r>
    </w:p>
    <w:p w:rsidR="001F628F" w:rsidRDefault="001F628F" w:rsidP="007335D4">
      <w:pPr>
        <w:pStyle w:val="libNormal"/>
        <w:rPr>
          <w:rtl/>
        </w:rPr>
      </w:pPr>
      <w:r>
        <w:rPr>
          <w:rFonts w:hint="eastAsia"/>
          <w:rtl/>
        </w:rPr>
        <w:t>عمر</w:t>
      </w:r>
      <w:r>
        <w:rPr>
          <w:rtl/>
        </w:rPr>
        <w:t xml:space="preserve"> :_كا آغاز ، 16/70; _كى تباہى ، اس كے موارد، 15/ 3; _كے دوران، 16/80; اس كا بدترين حصّہ، 16/ 70; طول _، اس كا سبب14/ 10</w:t>
      </w:r>
    </w:p>
    <w:p w:rsidR="001F628F" w:rsidRDefault="001F628F" w:rsidP="007335D4">
      <w:pPr>
        <w:pStyle w:val="libNormal"/>
        <w:rPr>
          <w:rtl/>
        </w:rPr>
      </w:pPr>
      <w:r>
        <w:rPr>
          <w:rFonts w:hint="eastAsia"/>
          <w:rtl/>
        </w:rPr>
        <w:t>عمل</w:t>
      </w:r>
      <w:r>
        <w:rPr>
          <w:rtl/>
        </w:rPr>
        <w:t xml:space="preserve">:_كے آثار، 14/8، 5122 ،15/44 ،-83 ،93، 16/ 25 ،30،32،33 ،34 ،36 ،61، 96، 100 ، 108،110،111،113،119،121،122;اس كے معاشرتى آثار، 16/121; _كى قدر و قيمت، 16/ 96 ; _كى اصلاح 16/119;_سے اجتناب كى اہميت 16/90;_كى پاداش ، اس كى اخروى پاداش، 14/ 51، 16/ 111; اس كى </w:t>
      </w:r>
      <w:r>
        <w:rPr>
          <w:rFonts w:hint="eastAsia"/>
          <w:rtl/>
        </w:rPr>
        <w:t>جگہ</w:t>
      </w:r>
      <w:r>
        <w:rPr>
          <w:rtl/>
        </w:rPr>
        <w:t xml:space="preserve"> ، 16/ 111; _كا تجسم ، 14/ 51، 16/111;_ كا ثبت و ضبط، 16/ 25; _كا حساب، و كتاب، 14/ 51; اس كااخروى حساب و كتاب، 14/ 51; پسنديدہ_، 14/ 11، 31، 39، 41، 47، 15/ 32، 36، 50، 55، 76، 79، 85، 98، 16/ 18، 20، 41، 44، 50; اس كى اہميت ، 14/ 31; اس كى پاداش، 14/ 7، 16/ 96; اس كى طرف دعوت ،16/ 2; اس كے مراتب، 16/ 96; جاہلانہ_، 16/ 92، آخرت مي</w:t>
      </w:r>
      <w:r w:rsidR="00083993">
        <w:rPr>
          <w:rtl/>
        </w:rPr>
        <w:t xml:space="preserve">ں </w:t>
      </w:r>
      <w:r>
        <w:rPr>
          <w:rtl/>
        </w:rPr>
        <w:t xml:space="preserve">_، اس سے انتفاع، 14/ 88; شيطاني_، 16/ 63; ناپسنديدہ _ ، 15/ 3، 68، 69، 88، 16/ 17، 28، 45، 43، 72، 92; اس كے آثار، 16/ 34; اس سے اجتناب كى اہميت، 16/ 90; اس سے نفرت، 16/ 90; </w:t>
      </w:r>
      <w:r>
        <w:rPr>
          <w:rFonts w:hint="eastAsia"/>
          <w:rtl/>
        </w:rPr>
        <w:t>اس</w:t>
      </w:r>
      <w:r>
        <w:rPr>
          <w:rtl/>
        </w:rPr>
        <w:t xml:space="preserve"> كا ظلم ، 16/ 119; اس كو پيش كرنے والو</w:t>
      </w:r>
      <w:r w:rsidR="00083993">
        <w:rPr>
          <w:rtl/>
        </w:rPr>
        <w:t xml:space="preserve">ں </w:t>
      </w:r>
      <w:r>
        <w:rPr>
          <w:rtl/>
        </w:rPr>
        <w:t>كا عذاب 16/ 45، اس كى سزا، 14/7; اس كا سبب، 16/119; اس سے نہي، 15/71، 16/ 90;_كى فرصت، 14/ 31، -16/ 30، 111; _كى قبوليت ، اس كے عوامل ، 14/ 18; _كى سزا ، 16/ 34; اس كى اخروى سزا، 14/ 51، 16، 111; اس كى جگہ 16/ 111; _كے گواہ، 16/ 84; اس كا انتخاب، 16/ 84، 89; _كا مواخذہ ، اس كا پيش خيمہ، 19/ 93،اس كا اخروى مواخذہ ،15/ 93; _ كا مسئول ، 15/ 93،</w:t>
      </w:r>
    </w:p>
    <w:p w:rsidR="007335D4" w:rsidRDefault="001E7F9D" w:rsidP="00F73EDE">
      <w:pPr>
        <w:pStyle w:val="libPoemTini"/>
        <w:rPr>
          <w:rtl/>
        </w:rPr>
      </w:pPr>
      <w:r>
        <w:rPr>
          <w:rtl/>
        </w:rPr>
        <w:br w:type="page"/>
      </w:r>
    </w:p>
    <w:p w:rsidR="001F628F" w:rsidRDefault="001F628F" w:rsidP="007335D4">
      <w:pPr>
        <w:pStyle w:val="libNormal"/>
        <w:rPr>
          <w:rtl/>
        </w:rPr>
      </w:pPr>
      <w:r>
        <w:rPr>
          <w:rtl/>
        </w:rPr>
        <w:lastRenderedPageBreak/>
        <w:t>16/ 93</w:t>
      </w:r>
      <w:r>
        <w:rPr>
          <w:rFonts w:hint="eastAsia"/>
          <w:rtl/>
        </w:rPr>
        <w:t>نيز</w:t>
      </w:r>
      <w:r>
        <w:rPr>
          <w:rtl/>
        </w:rPr>
        <w:t xml:space="preserve"> ر_ك اديان ،اصحاب ،يمين، اقوام گذشتہ امتي</w:t>
      </w:r>
      <w:r w:rsidR="00083993">
        <w:rPr>
          <w:rtl/>
        </w:rPr>
        <w:t xml:space="preserve">ں </w:t>
      </w:r>
      <w:r>
        <w:rPr>
          <w:rtl/>
        </w:rPr>
        <w:t xml:space="preserve">، </w:t>
      </w:r>
      <w:r w:rsidR="003D0BA1">
        <w:rPr>
          <w:rtl/>
        </w:rPr>
        <w:t>انبياء</w:t>
      </w:r>
      <w:r>
        <w:rPr>
          <w:rtl/>
        </w:rPr>
        <w:t>، انسان، پيمان، پاداش، خدا، دعا ،دين، ذكر، سعادت مند افراد، صابرين ، ظالم افراد ، علم، عمل صالح، طبيعى عوامل ، قرآن، قوم ثمود، قيامت ، كفار، ; كتب آسمانى ، سزا 27 ; گمراہ افراد ، متقين ، مشركين; نامہ عمل اور اجداد</w:t>
      </w:r>
    </w:p>
    <w:p w:rsidR="001F628F" w:rsidRDefault="001F628F" w:rsidP="007335D4">
      <w:pPr>
        <w:pStyle w:val="libNormal"/>
        <w:rPr>
          <w:rtl/>
        </w:rPr>
      </w:pPr>
      <w:r>
        <w:rPr>
          <w:rFonts w:hint="eastAsia"/>
          <w:rtl/>
        </w:rPr>
        <w:t>عمل</w:t>
      </w:r>
      <w:r>
        <w:rPr>
          <w:rtl/>
        </w:rPr>
        <w:t xml:space="preserve"> صالح:16/98_كے آثار، 16 /32، 97،98; قابل قدر_، اس كے شرائط، 16/ 97; _كى اہميت، 14/ 23</w:t>
      </w:r>
      <w:r>
        <w:rPr>
          <w:rFonts w:hint="eastAsia"/>
          <w:rtl/>
        </w:rPr>
        <w:t>نيزر</w:t>
      </w:r>
      <w:r>
        <w:rPr>
          <w:rtl/>
        </w:rPr>
        <w:t xml:space="preserve"> _ك ايمان، زندگى اور كفار</w:t>
      </w:r>
    </w:p>
    <w:p w:rsidR="001F628F" w:rsidRDefault="001F628F" w:rsidP="001F628F">
      <w:pPr>
        <w:pStyle w:val="libNormal"/>
        <w:rPr>
          <w:rtl/>
        </w:rPr>
      </w:pPr>
      <w:r>
        <w:rPr>
          <w:rFonts w:hint="eastAsia"/>
          <w:rtl/>
        </w:rPr>
        <w:t>عناد</w:t>
      </w:r>
      <w:r>
        <w:rPr>
          <w:rtl/>
        </w:rPr>
        <w:t>: ر_ك دشمني</w:t>
      </w:r>
    </w:p>
    <w:p w:rsidR="001F628F" w:rsidRDefault="001F628F" w:rsidP="001F628F">
      <w:pPr>
        <w:pStyle w:val="libNormal"/>
        <w:rPr>
          <w:rtl/>
        </w:rPr>
      </w:pPr>
      <w:r>
        <w:rPr>
          <w:rFonts w:hint="eastAsia"/>
          <w:rtl/>
        </w:rPr>
        <w:t>عواطف</w:t>
      </w:r>
      <w:r>
        <w:rPr>
          <w:rtl/>
        </w:rPr>
        <w:t xml:space="preserve">: ر_ ك اسلام، بنى اسرائيل ، تبليغ، حقوق، رشتہ دار، دين اور </w:t>
      </w:r>
      <w:r w:rsidR="007335D4">
        <w:rPr>
          <w:rtl/>
        </w:rPr>
        <w:t>فقراء</w:t>
      </w:r>
    </w:p>
    <w:p w:rsidR="001F628F" w:rsidRDefault="001F628F" w:rsidP="007335D4">
      <w:pPr>
        <w:pStyle w:val="libNormal"/>
        <w:rPr>
          <w:rtl/>
        </w:rPr>
      </w:pPr>
      <w:r>
        <w:rPr>
          <w:rFonts w:hint="eastAsia"/>
          <w:rtl/>
        </w:rPr>
        <w:t>عہد</w:t>
      </w:r>
      <w:r>
        <w:rPr>
          <w:rtl/>
        </w:rPr>
        <w:t>:_كے آثار، 16/ 92; _كے احكام، 16/ 91، 92; _كى اہميت، 16/ 92; _سے وفا كرنے والے ، اس كى پاداش، 16/ 95; _سے وفا ، اس كے آثار، 16/ 96; اس كى اہميت، 16/ 92; 95; اس كا وجوب، 16/ 91</w:t>
      </w:r>
      <w:r>
        <w:rPr>
          <w:rFonts w:hint="eastAsia"/>
          <w:rtl/>
        </w:rPr>
        <w:t>نيز</w:t>
      </w:r>
      <w:r>
        <w:rPr>
          <w:rtl/>
        </w:rPr>
        <w:t xml:space="preserve"> ر_ك امتحان ، خدا، ذكر، عہد شكن افراد اور عہد شكن</w:t>
      </w:r>
    </w:p>
    <w:p w:rsidR="001F628F" w:rsidRDefault="001F628F" w:rsidP="007335D4">
      <w:pPr>
        <w:pStyle w:val="libNormal"/>
        <w:rPr>
          <w:rtl/>
        </w:rPr>
      </w:pPr>
      <w:r>
        <w:rPr>
          <w:rFonts w:hint="eastAsia"/>
          <w:rtl/>
        </w:rPr>
        <w:t>عہد</w:t>
      </w:r>
      <w:r>
        <w:rPr>
          <w:rtl/>
        </w:rPr>
        <w:t xml:space="preserve"> شكن افراد:_كو انذار، 16/ 92; _كى دنيا طلبي، 16/ 95;_كا اخروى مواخذہ، 16/ 92</w:t>
      </w:r>
      <w:r>
        <w:rPr>
          <w:rFonts w:hint="eastAsia"/>
          <w:rtl/>
        </w:rPr>
        <w:t>نيزر</w:t>
      </w:r>
      <w:r>
        <w:rPr>
          <w:rtl/>
        </w:rPr>
        <w:t>_ك عہد اور عہد شكني</w:t>
      </w:r>
    </w:p>
    <w:p w:rsidR="001F628F" w:rsidRDefault="001F628F" w:rsidP="007335D4">
      <w:pPr>
        <w:pStyle w:val="libNormal"/>
        <w:rPr>
          <w:rtl/>
        </w:rPr>
      </w:pPr>
      <w:r>
        <w:rPr>
          <w:rFonts w:hint="eastAsia"/>
          <w:rtl/>
        </w:rPr>
        <w:t>عہد</w:t>
      </w:r>
      <w:r>
        <w:rPr>
          <w:rtl/>
        </w:rPr>
        <w:t xml:space="preserve"> شكني:_كے آثار، 16/ 94; _كى بے منطقي، 16/ 94; _ كى حرمت 16/93; _ كا اخروى عذاب 16/94; _ كے موانع، 16/ 91، 92</w:t>
      </w:r>
      <w:r>
        <w:rPr>
          <w:rFonts w:hint="eastAsia"/>
          <w:rtl/>
        </w:rPr>
        <w:t>نيزر</w:t>
      </w:r>
      <w:r>
        <w:rPr>
          <w:rtl/>
        </w:rPr>
        <w:t xml:space="preserve"> _ك تشبيہات قرآن ، خدا، عہد اور عہد شكن افراد</w:t>
      </w:r>
    </w:p>
    <w:p w:rsidR="001F628F" w:rsidRDefault="001F628F" w:rsidP="007335D4">
      <w:pPr>
        <w:pStyle w:val="libNormal"/>
        <w:rPr>
          <w:rtl/>
        </w:rPr>
      </w:pPr>
      <w:r>
        <w:rPr>
          <w:rFonts w:hint="eastAsia"/>
          <w:rtl/>
        </w:rPr>
        <w:t>عہد</w:t>
      </w:r>
      <w:r>
        <w:rPr>
          <w:rtl/>
        </w:rPr>
        <w:t xml:space="preserve"> عتيق:</w:t>
      </w:r>
      <w:r>
        <w:rPr>
          <w:rFonts w:hint="eastAsia"/>
          <w:rtl/>
        </w:rPr>
        <w:t>ر</w:t>
      </w:r>
      <w:r>
        <w:rPr>
          <w:rtl/>
        </w:rPr>
        <w:t>_ك تورات</w:t>
      </w:r>
    </w:p>
    <w:p w:rsidR="001F628F" w:rsidRDefault="001F628F" w:rsidP="007335D4">
      <w:pPr>
        <w:pStyle w:val="Heading2Center"/>
        <w:rPr>
          <w:rtl/>
        </w:rPr>
      </w:pPr>
      <w:bookmarkStart w:id="303" w:name="_Toc28081981"/>
      <w:r>
        <w:rPr>
          <w:rtl/>
        </w:rPr>
        <w:t>''غ''</w:t>
      </w:r>
      <w:bookmarkEnd w:id="303"/>
    </w:p>
    <w:p w:rsidR="001F628F" w:rsidRDefault="001F628F" w:rsidP="007335D4">
      <w:pPr>
        <w:pStyle w:val="libNormal"/>
        <w:rPr>
          <w:rtl/>
        </w:rPr>
      </w:pPr>
      <w:r>
        <w:rPr>
          <w:rFonts w:hint="eastAsia"/>
          <w:rtl/>
        </w:rPr>
        <w:t>غفلت</w:t>
      </w:r>
      <w:r>
        <w:rPr>
          <w:rtl/>
        </w:rPr>
        <w:t xml:space="preserve"> برتنے والے :16/ 108_و</w:t>
      </w:r>
      <w:r w:rsidR="00083993">
        <w:rPr>
          <w:rtl/>
        </w:rPr>
        <w:t xml:space="preserve">ں </w:t>
      </w:r>
      <w:r>
        <w:rPr>
          <w:rtl/>
        </w:rPr>
        <w:t>كا اخروى زيا</w:t>
      </w:r>
      <w:r w:rsidR="00083993">
        <w:rPr>
          <w:rtl/>
        </w:rPr>
        <w:t xml:space="preserve">ں </w:t>
      </w:r>
      <w:r>
        <w:rPr>
          <w:rtl/>
        </w:rPr>
        <w:t>، 16/ 109; خدائي پاداش سے 16 / 95</w:t>
      </w:r>
    </w:p>
    <w:p w:rsidR="001F628F" w:rsidRDefault="001F628F" w:rsidP="007335D4">
      <w:pPr>
        <w:pStyle w:val="libNormal"/>
        <w:rPr>
          <w:rtl/>
        </w:rPr>
      </w:pPr>
      <w:r>
        <w:rPr>
          <w:rFonts w:hint="eastAsia"/>
          <w:rtl/>
        </w:rPr>
        <w:t>غذا</w:t>
      </w:r>
      <w:r>
        <w:rPr>
          <w:rtl/>
        </w:rPr>
        <w:t>:_كى اہميت، 16/ 2</w:t>
      </w:r>
      <w:r>
        <w:rPr>
          <w:rFonts w:hint="eastAsia"/>
          <w:rtl/>
        </w:rPr>
        <w:t>نيزر</w:t>
      </w:r>
      <w:r>
        <w:rPr>
          <w:rtl/>
        </w:rPr>
        <w:t xml:space="preserve"> _ك نعمت اور ضرورتي</w:t>
      </w:r>
      <w:r w:rsidR="00083993">
        <w:rPr>
          <w:rtl/>
        </w:rPr>
        <w:t xml:space="preserve">ں </w:t>
      </w:r>
    </w:p>
    <w:p w:rsidR="001F628F" w:rsidRDefault="001F628F" w:rsidP="001F628F">
      <w:pPr>
        <w:pStyle w:val="libNormal"/>
        <w:rPr>
          <w:rtl/>
        </w:rPr>
      </w:pPr>
      <w:r>
        <w:rPr>
          <w:rFonts w:hint="eastAsia"/>
          <w:rtl/>
        </w:rPr>
        <w:t>غرور</w:t>
      </w:r>
      <w:r>
        <w:rPr>
          <w:rtl/>
        </w:rPr>
        <w:t>: ر_ك تكبر اور عجب</w:t>
      </w:r>
    </w:p>
    <w:p w:rsidR="001F628F" w:rsidRDefault="001F628F" w:rsidP="007335D4">
      <w:pPr>
        <w:pStyle w:val="libNormal"/>
        <w:rPr>
          <w:rtl/>
        </w:rPr>
      </w:pPr>
      <w:r>
        <w:rPr>
          <w:rFonts w:hint="eastAsia"/>
          <w:rtl/>
        </w:rPr>
        <w:t>غريزہ</w:t>
      </w:r>
      <w:r>
        <w:rPr>
          <w:rtl/>
        </w:rPr>
        <w:t xml:space="preserve"> جنسي:_كى تسكين، 15/ 71;اس كا طريقہ، 15/ 71; اس كا پيش خيمہ، 15/ 71</w:t>
      </w:r>
    </w:p>
    <w:p w:rsidR="007335D4" w:rsidRDefault="001F628F" w:rsidP="007335D4">
      <w:pPr>
        <w:pStyle w:val="libNormal"/>
        <w:rPr>
          <w:rtl/>
        </w:rPr>
      </w:pPr>
      <w:r>
        <w:rPr>
          <w:rFonts w:hint="eastAsia"/>
          <w:rtl/>
        </w:rPr>
        <w:t>غضب</w:t>
      </w:r>
      <w:r>
        <w:rPr>
          <w:rtl/>
        </w:rPr>
        <w:t>:</w:t>
      </w:r>
      <w:r>
        <w:rPr>
          <w:rFonts w:hint="eastAsia"/>
          <w:rtl/>
        </w:rPr>
        <w:t>ر</w:t>
      </w:r>
      <w:r>
        <w:rPr>
          <w:rtl/>
        </w:rPr>
        <w:t>_ك گذشتہ اقوام، انسان، خداوند، مرتد افراد اور</w:t>
      </w:r>
      <w:r w:rsidR="007335D4" w:rsidRPr="007335D4">
        <w:rPr>
          <w:rFonts w:hint="eastAsia"/>
          <w:rtl/>
        </w:rPr>
        <w:t xml:space="preserve"> </w:t>
      </w:r>
      <w:r w:rsidR="007335D4">
        <w:rPr>
          <w:rFonts w:hint="eastAsia"/>
          <w:rtl/>
        </w:rPr>
        <w:t>مشركين</w:t>
      </w:r>
    </w:p>
    <w:p w:rsidR="007335D4"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غفران</w:t>
      </w:r>
      <w:r>
        <w:rPr>
          <w:rtl/>
        </w:rPr>
        <w:t>: ر_ك مغفرت</w:t>
      </w:r>
    </w:p>
    <w:p w:rsidR="001F628F" w:rsidRDefault="001F628F" w:rsidP="007335D4">
      <w:pPr>
        <w:pStyle w:val="libNormal"/>
        <w:rPr>
          <w:rtl/>
        </w:rPr>
      </w:pPr>
      <w:r>
        <w:rPr>
          <w:rFonts w:hint="eastAsia"/>
          <w:rtl/>
        </w:rPr>
        <w:t>غوطہ</w:t>
      </w:r>
      <w:r>
        <w:rPr>
          <w:rtl/>
        </w:rPr>
        <w:t xml:space="preserve"> زني:_كى تشويق، 14/ 32</w:t>
      </w:r>
      <w:r>
        <w:rPr>
          <w:rFonts w:hint="eastAsia"/>
          <w:rtl/>
        </w:rPr>
        <w:t>نيز</w:t>
      </w:r>
      <w:r>
        <w:rPr>
          <w:rtl/>
        </w:rPr>
        <w:t xml:space="preserve"> ر_ك دري</w:t>
      </w:r>
    </w:p>
    <w:p w:rsidR="001F628F" w:rsidRDefault="001F628F" w:rsidP="007335D4">
      <w:pPr>
        <w:pStyle w:val="libNormal"/>
        <w:rPr>
          <w:rtl/>
        </w:rPr>
      </w:pPr>
      <w:r>
        <w:rPr>
          <w:rFonts w:hint="eastAsia"/>
          <w:rtl/>
        </w:rPr>
        <w:t>غذا</w:t>
      </w:r>
      <w:r>
        <w:rPr>
          <w:rtl/>
        </w:rPr>
        <w:t xml:space="preserve"> كى فراہمي:</w:t>
      </w:r>
      <w:r>
        <w:rPr>
          <w:rFonts w:hint="eastAsia"/>
          <w:rtl/>
        </w:rPr>
        <w:t>شگوفہ</w:t>
      </w:r>
      <w:r>
        <w:rPr>
          <w:rtl/>
        </w:rPr>
        <w:t xml:space="preserve"> سے _، 16/69;گيلى مٹى سے _، 16/69; پھلو</w:t>
      </w:r>
      <w:r w:rsidR="00083993">
        <w:rPr>
          <w:rtl/>
        </w:rPr>
        <w:t xml:space="preserve">ں </w:t>
      </w:r>
      <w:r>
        <w:rPr>
          <w:rtl/>
        </w:rPr>
        <w:t>سے_16/69;_كے منابع 16/ 5،66 ، 69</w:t>
      </w:r>
    </w:p>
    <w:p w:rsidR="001F628F" w:rsidRDefault="001F628F" w:rsidP="001F628F">
      <w:pPr>
        <w:pStyle w:val="libNormal"/>
        <w:rPr>
          <w:rtl/>
        </w:rPr>
      </w:pPr>
      <w:r>
        <w:rPr>
          <w:rFonts w:hint="eastAsia"/>
          <w:rtl/>
        </w:rPr>
        <w:t>نيز</w:t>
      </w:r>
      <w:r>
        <w:rPr>
          <w:rtl/>
        </w:rPr>
        <w:t xml:space="preserve"> ر_ك شہر كى مكھي</w:t>
      </w:r>
    </w:p>
    <w:p w:rsidR="001F628F" w:rsidRDefault="001F628F" w:rsidP="007335D4">
      <w:pPr>
        <w:pStyle w:val="libNormal"/>
        <w:rPr>
          <w:rtl/>
        </w:rPr>
      </w:pPr>
      <w:r>
        <w:rPr>
          <w:rFonts w:hint="eastAsia"/>
          <w:rtl/>
        </w:rPr>
        <w:t>غلام</w:t>
      </w:r>
      <w:r>
        <w:rPr>
          <w:rtl/>
        </w:rPr>
        <w:t xml:space="preserve"> ركھنے والے افراد:_كا برتاؤ، ان كا طريقہ، 16/71;_كى فكر ، 16/71; _كى ہٹ دھرمي، 16/71</w:t>
      </w:r>
      <w:r>
        <w:rPr>
          <w:rFonts w:hint="eastAsia"/>
          <w:rtl/>
        </w:rPr>
        <w:t>نيز</w:t>
      </w:r>
      <w:r>
        <w:rPr>
          <w:rtl/>
        </w:rPr>
        <w:t xml:space="preserve"> ر_ك غلام</w:t>
      </w:r>
    </w:p>
    <w:p w:rsidR="001F628F" w:rsidRDefault="001F628F" w:rsidP="007335D4">
      <w:pPr>
        <w:pStyle w:val="libNormal"/>
        <w:rPr>
          <w:rtl/>
        </w:rPr>
      </w:pPr>
      <w:r>
        <w:rPr>
          <w:rFonts w:hint="eastAsia"/>
          <w:rtl/>
        </w:rPr>
        <w:t>خدا</w:t>
      </w:r>
      <w:r>
        <w:rPr>
          <w:rtl/>
        </w:rPr>
        <w:t xml:space="preserve"> كے برگزيدہ افراد:14/5، 16/2،121;_كے فضائل ، 14/4; _ پر وحي، 16/2</w:t>
      </w:r>
    </w:p>
    <w:p w:rsidR="001F628F" w:rsidRDefault="001F628F" w:rsidP="007335D4">
      <w:pPr>
        <w:pStyle w:val="libNormal"/>
        <w:rPr>
          <w:rtl/>
        </w:rPr>
      </w:pPr>
      <w:r>
        <w:rPr>
          <w:rFonts w:hint="eastAsia"/>
          <w:rtl/>
        </w:rPr>
        <w:t>غلام</w:t>
      </w:r>
      <w:r>
        <w:rPr>
          <w:rtl/>
        </w:rPr>
        <w:t>:_كے احكام16/75;_كا حج، 16/75;_ كى اقتصادى محروميت، 16/71</w:t>
      </w:r>
      <w:r>
        <w:rPr>
          <w:rFonts w:hint="eastAsia"/>
          <w:rtl/>
        </w:rPr>
        <w:t>نيز</w:t>
      </w:r>
      <w:r>
        <w:rPr>
          <w:rtl/>
        </w:rPr>
        <w:t xml:space="preserve"> ر_ك غلام ركھنے والے اور قرآنى مثالي</w:t>
      </w:r>
      <w:r w:rsidR="00083993">
        <w:rPr>
          <w:rtl/>
        </w:rPr>
        <w:t xml:space="preserve">ں </w:t>
      </w:r>
    </w:p>
    <w:p w:rsidR="001F628F" w:rsidRDefault="001F628F" w:rsidP="007335D4">
      <w:pPr>
        <w:pStyle w:val="libNormal"/>
        <w:rPr>
          <w:rtl/>
        </w:rPr>
      </w:pPr>
      <w:r>
        <w:rPr>
          <w:rFonts w:hint="eastAsia"/>
          <w:rtl/>
        </w:rPr>
        <w:t>غفلت</w:t>
      </w:r>
      <w:r>
        <w:rPr>
          <w:rtl/>
        </w:rPr>
        <w:t>:_كے آثار ، 15/72، 73،16/108،109; _كى مذمت، 15/ 72; _كے عوامل، 16/ 108; آخرت سے _، اس كے آثار، 16/ 107; خالق كے بے نظير ہونے سے _، 16/17; ناپسنديدہ_، 15/ 72</w:t>
      </w:r>
      <w:r>
        <w:rPr>
          <w:rFonts w:hint="eastAsia"/>
          <w:rtl/>
        </w:rPr>
        <w:t>نيز</w:t>
      </w:r>
      <w:r>
        <w:rPr>
          <w:rtl/>
        </w:rPr>
        <w:t xml:space="preserve"> ر_ك انسان، خدا، دنياطلب افراد، دين ،قوم لوط</w:t>
      </w:r>
      <w:r w:rsidR="00367F17" w:rsidRPr="00367F17">
        <w:rPr>
          <w:rStyle w:val="libAlaemChar"/>
          <w:rtl/>
        </w:rPr>
        <w:t xml:space="preserve"> عليه‌السلام </w:t>
      </w:r>
      <w:r>
        <w:rPr>
          <w:rtl/>
        </w:rPr>
        <w:t xml:space="preserve"> اوركفار</w:t>
      </w:r>
    </w:p>
    <w:p w:rsidR="001F628F" w:rsidRDefault="001F628F" w:rsidP="007335D4">
      <w:pPr>
        <w:pStyle w:val="libNormal"/>
        <w:rPr>
          <w:rtl/>
        </w:rPr>
      </w:pPr>
      <w:r>
        <w:rPr>
          <w:rFonts w:hint="eastAsia"/>
          <w:rtl/>
        </w:rPr>
        <w:t>غوطہ</w:t>
      </w:r>
      <w:r>
        <w:rPr>
          <w:rtl/>
        </w:rPr>
        <w:t xml:space="preserve"> زني:_كے احكام، 16/ 24</w:t>
      </w:r>
    </w:p>
    <w:p w:rsidR="001F628F" w:rsidRDefault="001F628F" w:rsidP="007335D4">
      <w:pPr>
        <w:pStyle w:val="Heading2Center"/>
        <w:rPr>
          <w:rtl/>
        </w:rPr>
      </w:pPr>
      <w:bookmarkStart w:id="304" w:name="_Toc28081982"/>
      <w:r>
        <w:rPr>
          <w:rtl/>
        </w:rPr>
        <w:t>'' ف''</w:t>
      </w:r>
      <w:bookmarkEnd w:id="304"/>
    </w:p>
    <w:p w:rsidR="001F628F" w:rsidRDefault="001F628F" w:rsidP="007335D4">
      <w:pPr>
        <w:pStyle w:val="libNormal"/>
        <w:rPr>
          <w:rtl/>
        </w:rPr>
      </w:pPr>
      <w:r>
        <w:rPr>
          <w:rFonts w:hint="eastAsia"/>
          <w:rtl/>
        </w:rPr>
        <w:t>فاطمہ</w:t>
      </w:r>
      <w:r w:rsidR="00367F17" w:rsidRPr="00367F17">
        <w:rPr>
          <w:rStyle w:val="libAlaemChar"/>
          <w:rtl/>
        </w:rPr>
        <w:t xml:space="preserve"> عليه‌السلام </w:t>
      </w:r>
      <w:r>
        <w:rPr>
          <w:rtl/>
        </w:rPr>
        <w:t xml:space="preserve"> :_كے مقامات، 14/ 24</w:t>
      </w:r>
    </w:p>
    <w:p w:rsidR="001F628F" w:rsidRDefault="007335D4" w:rsidP="007335D4">
      <w:pPr>
        <w:pStyle w:val="libNormal"/>
        <w:rPr>
          <w:rtl/>
        </w:rPr>
      </w:pPr>
      <w:r>
        <w:rPr>
          <w:rFonts w:hint="eastAsia"/>
          <w:rtl/>
        </w:rPr>
        <w:t>فحشاء</w:t>
      </w:r>
      <w:r w:rsidR="001F628F">
        <w:rPr>
          <w:rtl/>
        </w:rPr>
        <w:t>:_سے اجتناب، 16/ 90; اس كى اہميت، 16/ 90; _سے نفرت، 16/ 90; _كا پيش خيمہ، 16/ 90 ; _ كے موانع، 15/ 69; _سے نہي، 16/ 90</w:t>
      </w:r>
    </w:p>
    <w:p w:rsidR="001F628F" w:rsidRDefault="001F628F" w:rsidP="007335D4">
      <w:pPr>
        <w:pStyle w:val="libNormal"/>
        <w:rPr>
          <w:rtl/>
        </w:rPr>
      </w:pPr>
      <w:r>
        <w:rPr>
          <w:rFonts w:hint="eastAsia"/>
          <w:rtl/>
        </w:rPr>
        <w:t>فراموشي</w:t>
      </w:r>
      <w:r>
        <w:rPr>
          <w:rtl/>
        </w:rPr>
        <w:t>:</w:t>
      </w:r>
      <w:r>
        <w:rPr>
          <w:rFonts w:hint="eastAsia"/>
          <w:rtl/>
        </w:rPr>
        <w:t>ر</w:t>
      </w:r>
      <w:r>
        <w:rPr>
          <w:rtl/>
        </w:rPr>
        <w:t>_ك انسان، بڑھاپا اور محمد</w:t>
      </w:r>
      <w:r w:rsidR="00F031CD" w:rsidRPr="00F031CD">
        <w:rPr>
          <w:rStyle w:val="libAlaemChar"/>
          <w:rtl/>
        </w:rPr>
        <w:t xml:space="preserve"> صلى‌الله‌عليه‌وآله‌وسلم </w:t>
      </w:r>
    </w:p>
    <w:p w:rsidR="007335D4" w:rsidRDefault="001F628F" w:rsidP="007335D4">
      <w:pPr>
        <w:pStyle w:val="libNormal"/>
        <w:rPr>
          <w:rtl/>
        </w:rPr>
      </w:pPr>
      <w:r>
        <w:rPr>
          <w:rFonts w:hint="eastAsia"/>
          <w:rtl/>
        </w:rPr>
        <w:t>فرزند</w:t>
      </w:r>
      <w:r>
        <w:rPr>
          <w:rtl/>
        </w:rPr>
        <w:t>:_كے لي ے دعا، 14/ 35، 37، 41; اس كى قدر و قيمت، 14/ 35; اس كى اہميت، 14/ 35; _كى سرنوشت، اس كى اہميت، 14/ 35; _كى توفيق كى درخواست14/ 40; _پر ولايت، 16/ 59</w:t>
      </w:r>
      <w:r w:rsidR="001E7F9D">
        <w:rPr>
          <w:rtl/>
        </w:rPr>
        <w:cr/>
      </w:r>
      <w:r w:rsidR="001E7F9D" w:rsidRPr="00F73EDE">
        <w:rPr>
          <w:rStyle w:val="libPoemTiniChar0"/>
          <w:rtl/>
        </w:rPr>
        <w:br w:type="page"/>
      </w:r>
    </w:p>
    <w:p w:rsidR="001F628F" w:rsidRDefault="001F628F" w:rsidP="007335D4">
      <w:pPr>
        <w:pStyle w:val="libNormal"/>
        <w:rPr>
          <w:rtl/>
        </w:rPr>
      </w:pPr>
      <w:r>
        <w:rPr>
          <w:rFonts w:hint="eastAsia"/>
          <w:rtl/>
        </w:rPr>
        <w:lastRenderedPageBreak/>
        <w:t>نيز</w:t>
      </w:r>
      <w:r>
        <w:rPr>
          <w:rtl/>
        </w:rPr>
        <w:t xml:space="preserve"> ر_ك ابراہيم</w:t>
      </w:r>
      <w:r w:rsidR="00367F17" w:rsidRPr="00367F17">
        <w:rPr>
          <w:rStyle w:val="libAlaemChar"/>
          <w:rtl/>
        </w:rPr>
        <w:t xml:space="preserve"> عليه‌السلام </w:t>
      </w:r>
      <w:r>
        <w:rPr>
          <w:rtl/>
        </w:rPr>
        <w:t xml:space="preserve"> ، بشارت، جاہليت ، خدا، اولاد ،علائق اور نعمت</w:t>
      </w:r>
    </w:p>
    <w:p w:rsidR="001F628F" w:rsidRDefault="001F628F" w:rsidP="007335D4">
      <w:pPr>
        <w:pStyle w:val="libNormal"/>
        <w:rPr>
          <w:rtl/>
        </w:rPr>
      </w:pPr>
      <w:r>
        <w:rPr>
          <w:rFonts w:hint="eastAsia"/>
          <w:rtl/>
        </w:rPr>
        <w:t>فرزنداري</w:t>
      </w:r>
      <w:r>
        <w:rPr>
          <w:rtl/>
        </w:rPr>
        <w:t>:_كى رحمت، 15/ 56; _سے مايوسي، اس كے عوامل، 15/ 55</w:t>
      </w:r>
      <w:r>
        <w:rPr>
          <w:rFonts w:hint="eastAsia"/>
          <w:rtl/>
        </w:rPr>
        <w:t>نيزر</w:t>
      </w:r>
      <w:r>
        <w:rPr>
          <w:rtl/>
        </w:rPr>
        <w:t>_ك ابراہيم</w:t>
      </w:r>
      <w:r w:rsidR="00367F17" w:rsidRPr="00367F17">
        <w:rPr>
          <w:rStyle w:val="libAlaemChar"/>
          <w:rtl/>
        </w:rPr>
        <w:t xml:space="preserve"> عليه‌السلام </w:t>
      </w:r>
      <w:r>
        <w:rPr>
          <w:rtl/>
        </w:rPr>
        <w:t xml:space="preserve"> ، اميدواري، بڑھا پا اور عقيدہ</w:t>
      </w:r>
    </w:p>
    <w:p w:rsidR="001F628F" w:rsidRDefault="001F628F" w:rsidP="001F628F">
      <w:pPr>
        <w:pStyle w:val="libNormal"/>
        <w:rPr>
          <w:rtl/>
        </w:rPr>
      </w:pPr>
      <w:r>
        <w:rPr>
          <w:rFonts w:hint="eastAsia"/>
          <w:rtl/>
        </w:rPr>
        <w:t>ملائكہ</w:t>
      </w:r>
      <w:r>
        <w:rPr>
          <w:rtl/>
        </w:rPr>
        <w:t>: ر_ك ملائكہ</w:t>
      </w:r>
    </w:p>
    <w:p w:rsidR="001F628F" w:rsidRDefault="001F628F" w:rsidP="007335D4">
      <w:pPr>
        <w:pStyle w:val="libNormal"/>
        <w:rPr>
          <w:rtl/>
        </w:rPr>
      </w:pPr>
      <w:r>
        <w:rPr>
          <w:rFonts w:hint="eastAsia"/>
          <w:rtl/>
        </w:rPr>
        <w:t>فرصت</w:t>
      </w:r>
      <w:r>
        <w:rPr>
          <w:rtl/>
        </w:rPr>
        <w:t>:_ سے استفادہ، 14/44; اس كى اہميت، 14/ 3</w:t>
      </w:r>
    </w:p>
    <w:p w:rsidR="001F628F" w:rsidRDefault="001F628F" w:rsidP="007335D4">
      <w:pPr>
        <w:pStyle w:val="libNormal"/>
        <w:rPr>
          <w:rtl/>
        </w:rPr>
      </w:pPr>
      <w:r>
        <w:rPr>
          <w:rFonts w:hint="eastAsia"/>
          <w:rtl/>
        </w:rPr>
        <w:t>فرعون</w:t>
      </w:r>
      <w:r>
        <w:rPr>
          <w:rtl/>
        </w:rPr>
        <w:t>:_كى استبدادى حكومت، 14/ 6; _كا ظلم، 14/ 6; _كا سياسى نظام، 14/6</w:t>
      </w:r>
      <w:r>
        <w:rPr>
          <w:rFonts w:hint="eastAsia"/>
          <w:rtl/>
        </w:rPr>
        <w:t>نيزر</w:t>
      </w:r>
      <w:r>
        <w:rPr>
          <w:rtl/>
        </w:rPr>
        <w:t>_ك فراعنہ</w:t>
      </w:r>
    </w:p>
    <w:p w:rsidR="001F628F" w:rsidRDefault="001F628F" w:rsidP="007335D4">
      <w:pPr>
        <w:pStyle w:val="libNormal"/>
        <w:rPr>
          <w:rtl/>
        </w:rPr>
      </w:pPr>
      <w:r>
        <w:rPr>
          <w:rFonts w:hint="eastAsia"/>
          <w:rtl/>
        </w:rPr>
        <w:t>فراعنہ</w:t>
      </w:r>
      <w:r>
        <w:rPr>
          <w:rtl/>
        </w:rPr>
        <w:t>:14/6_كى از يتي</w:t>
      </w:r>
      <w:r w:rsidR="00083993">
        <w:rPr>
          <w:rtl/>
        </w:rPr>
        <w:t xml:space="preserve">ں </w:t>
      </w:r>
      <w:r>
        <w:rPr>
          <w:rtl/>
        </w:rPr>
        <w:t>،14/6; _كا شكنجہ مي</w:t>
      </w:r>
      <w:r w:rsidR="00083993">
        <w:rPr>
          <w:rtl/>
        </w:rPr>
        <w:t xml:space="preserve">ں </w:t>
      </w:r>
      <w:r>
        <w:rPr>
          <w:rtl/>
        </w:rPr>
        <w:t>جكڑنا، ب14/ 6; _كے شكنجے ، 14/ 6; بدترين شكنجہ، 14/ 6; اس سے نجات، 14/ 6; _كا ظلم ، 14/ 6; _كے قتل، 14/ 6; _سے نجات، 14/ 6/ 7; _كى خصوصيات ، 14/ 6</w:t>
      </w:r>
      <w:r>
        <w:rPr>
          <w:rFonts w:hint="eastAsia"/>
          <w:rtl/>
        </w:rPr>
        <w:t>نيزر</w:t>
      </w:r>
      <w:r>
        <w:rPr>
          <w:rtl/>
        </w:rPr>
        <w:t>_ك آل فرعون</w:t>
      </w:r>
    </w:p>
    <w:p w:rsidR="001F628F" w:rsidRDefault="001F628F" w:rsidP="007335D4">
      <w:pPr>
        <w:pStyle w:val="libNormal"/>
        <w:rPr>
          <w:rtl/>
        </w:rPr>
      </w:pPr>
      <w:r>
        <w:rPr>
          <w:rFonts w:hint="eastAsia"/>
          <w:rtl/>
        </w:rPr>
        <w:t>فساد</w:t>
      </w:r>
      <w:r>
        <w:rPr>
          <w:rtl/>
        </w:rPr>
        <w:t>:_كے معاشرتى آثار ، 15/ 58; _سے اجتناب، اس كے آثار، 10/ 59; _كا عام ہونا، اس كى سزا، 16/ 88; معاشرتي_، اس كا سبب، 16/ 88; _كى سزا ، 16/ 88; _كا سرچشمہ، 16/ 105</w:t>
      </w:r>
      <w:r>
        <w:rPr>
          <w:rFonts w:hint="eastAsia"/>
          <w:rtl/>
        </w:rPr>
        <w:t>نيز</w:t>
      </w:r>
      <w:r>
        <w:rPr>
          <w:rtl/>
        </w:rPr>
        <w:t xml:space="preserve"> ر_ك فساد اور پاكيزہ افراد</w:t>
      </w:r>
    </w:p>
    <w:p w:rsidR="001F628F" w:rsidRDefault="001F628F" w:rsidP="001F628F">
      <w:pPr>
        <w:pStyle w:val="libNormal"/>
        <w:rPr>
          <w:rtl/>
        </w:rPr>
      </w:pPr>
      <w:r>
        <w:rPr>
          <w:rFonts w:hint="eastAsia"/>
          <w:rtl/>
        </w:rPr>
        <w:t>فسق</w:t>
      </w:r>
      <w:r>
        <w:rPr>
          <w:rtl/>
        </w:rPr>
        <w:t>: ر_ك متقين</w:t>
      </w:r>
    </w:p>
    <w:p w:rsidR="001F628F" w:rsidRDefault="001F628F" w:rsidP="007335D4">
      <w:pPr>
        <w:pStyle w:val="libNormal"/>
        <w:rPr>
          <w:rtl/>
        </w:rPr>
      </w:pPr>
      <w:r>
        <w:rPr>
          <w:rFonts w:hint="eastAsia"/>
          <w:rtl/>
        </w:rPr>
        <w:t>فكرى</w:t>
      </w:r>
      <w:r>
        <w:rPr>
          <w:rtl/>
        </w:rPr>
        <w:t xml:space="preserve"> تقويت:_كے عوامل ،15/ 98</w:t>
      </w:r>
    </w:p>
    <w:p w:rsidR="001F628F" w:rsidRDefault="001F628F" w:rsidP="007335D4">
      <w:pPr>
        <w:pStyle w:val="libNormal"/>
        <w:rPr>
          <w:rtl/>
        </w:rPr>
      </w:pPr>
      <w:r>
        <w:rPr>
          <w:rFonts w:hint="eastAsia"/>
          <w:rtl/>
        </w:rPr>
        <w:t>فصاحت</w:t>
      </w:r>
      <w:r>
        <w:rPr>
          <w:rtl/>
        </w:rPr>
        <w:t>:</w:t>
      </w:r>
      <w:r>
        <w:rPr>
          <w:rFonts w:hint="eastAsia"/>
          <w:rtl/>
        </w:rPr>
        <w:t>ر</w:t>
      </w:r>
      <w:r>
        <w:rPr>
          <w:rtl/>
        </w:rPr>
        <w:t>_ك قرآن</w:t>
      </w:r>
    </w:p>
    <w:p w:rsidR="001F628F" w:rsidRDefault="001F628F" w:rsidP="007335D4">
      <w:pPr>
        <w:pStyle w:val="libNormal"/>
        <w:rPr>
          <w:rtl/>
        </w:rPr>
      </w:pPr>
      <w:r>
        <w:rPr>
          <w:rFonts w:hint="eastAsia"/>
          <w:rtl/>
        </w:rPr>
        <w:t>فطرت</w:t>
      </w:r>
      <w:r>
        <w:rPr>
          <w:rtl/>
        </w:rPr>
        <w:t>:_سے اعراض،16/ 90; _كا متنبہ كرنا ، اس كى اہميت، 16/ 90; اس كے عوامل ، 16/ 53; _توحيد ى ، 16/ 53</w:t>
      </w:r>
    </w:p>
    <w:p w:rsidR="001F628F" w:rsidRDefault="001F628F" w:rsidP="007335D4">
      <w:pPr>
        <w:pStyle w:val="libNormal"/>
        <w:rPr>
          <w:rtl/>
        </w:rPr>
      </w:pPr>
      <w:r>
        <w:rPr>
          <w:rFonts w:hint="eastAsia"/>
          <w:rtl/>
        </w:rPr>
        <w:t>فلاح</w:t>
      </w:r>
      <w:r>
        <w:rPr>
          <w:rtl/>
        </w:rPr>
        <w:t xml:space="preserve"> و بہبود:_كے آثار، 16/ 112; _كى بقائ، اس كے عوامل ، 16/ 114; _ كا سرچشمہ ، 16/ 80</w:t>
      </w:r>
      <w:r>
        <w:rPr>
          <w:rFonts w:hint="eastAsia"/>
          <w:rtl/>
        </w:rPr>
        <w:t>نيز</w:t>
      </w:r>
      <w:r>
        <w:rPr>
          <w:rtl/>
        </w:rPr>
        <w:t xml:space="preserve"> ر_ك آسا</w:t>
      </w:r>
      <w:r w:rsidR="009F604A">
        <w:rPr>
          <w:rtl/>
        </w:rPr>
        <w:t>ئش</w:t>
      </w:r>
      <w:r>
        <w:rPr>
          <w:rtl/>
        </w:rPr>
        <w:t xml:space="preserve"> ، اہل بہشت اور سفر</w:t>
      </w:r>
    </w:p>
    <w:p w:rsidR="001F628F" w:rsidRDefault="001F628F" w:rsidP="007335D4">
      <w:pPr>
        <w:pStyle w:val="libNormal"/>
        <w:rPr>
          <w:rtl/>
        </w:rPr>
      </w:pPr>
      <w:r>
        <w:rPr>
          <w:rFonts w:hint="eastAsia"/>
          <w:rtl/>
        </w:rPr>
        <w:t>فرمانبرداري</w:t>
      </w:r>
      <w:r>
        <w:rPr>
          <w:rtl/>
        </w:rPr>
        <w:t>:</w:t>
      </w:r>
      <w:r>
        <w:rPr>
          <w:rFonts w:hint="eastAsia"/>
          <w:rtl/>
        </w:rPr>
        <w:t>ر</w:t>
      </w:r>
      <w:r>
        <w:rPr>
          <w:rtl/>
        </w:rPr>
        <w:t xml:space="preserve">_ك خلقت، ابراہيم </w:t>
      </w:r>
      <w:r w:rsidR="00367F17" w:rsidRPr="00367F17">
        <w:rPr>
          <w:rStyle w:val="libAlaemChar"/>
          <w:rtl/>
        </w:rPr>
        <w:t xml:space="preserve"> عليه‌السلام </w:t>
      </w:r>
      <w:r>
        <w:rPr>
          <w:rtl/>
        </w:rPr>
        <w:t xml:space="preserve"> ، اجرام فلكي، اطاعت، انسان، تسليم، زمين پر دينگے والے ،ذكر، شہد كى مكھى ، سائے ، كفار ، مومنين، ملائكہ اور موجودات</w:t>
      </w:r>
    </w:p>
    <w:p w:rsidR="001F628F" w:rsidRDefault="001F628F" w:rsidP="007335D4">
      <w:pPr>
        <w:pStyle w:val="libNormal"/>
        <w:rPr>
          <w:rtl/>
        </w:rPr>
      </w:pPr>
      <w:r>
        <w:rPr>
          <w:rFonts w:hint="eastAsia"/>
          <w:rtl/>
        </w:rPr>
        <w:t>فسادبر</w:t>
      </w:r>
      <w:r>
        <w:rPr>
          <w:rtl/>
        </w:rPr>
        <w:t xml:space="preserve"> پا كرنا:_كے موارد، 16/88</w:t>
      </w:r>
      <w:r>
        <w:rPr>
          <w:rFonts w:hint="eastAsia"/>
          <w:rtl/>
        </w:rPr>
        <w:t>نيز،</w:t>
      </w:r>
      <w:r>
        <w:rPr>
          <w:rtl/>
        </w:rPr>
        <w:t xml:space="preserve"> ر_ك سبيل اللہ ، قوم لوط</w:t>
      </w:r>
      <w:r w:rsidR="00367F17" w:rsidRPr="00367F17">
        <w:rPr>
          <w:rStyle w:val="libAlaemChar"/>
          <w:rtl/>
        </w:rPr>
        <w:t xml:space="preserve"> عليه‌السلام </w:t>
      </w:r>
      <w:r>
        <w:rPr>
          <w:rtl/>
        </w:rPr>
        <w:t xml:space="preserve"> ، كفار اور كفار مكّہ</w:t>
      </w:r>
    </w:p>
    <w:p w:rsidR="007E1763" w:rsidRDefault="001F628F" w:rsidP="007E1763">
      <w:pPr>
        <w:pStyle w:val="libNormal"/>
        <w:rPr>
          <w:rtl/>
        </w:rPr>
      </w:pPr>
      <w:r>
        <w:rPr>
          <w:rFonts w:hint="eastAsia"/>
          <w:rtl/>
        </w:rPr>
        <w:t>فقر</w:t>
      </w:r>
      <w:r>
        <w:rPr>
          <w:rtl/>
        </w:rPr>
        <w:t>:_كے آثار ، 16/ 112; _كے عوامل، 16/ 112، 113</w:t>
      </w:r>
      <w:r w:rsidR="007E1763" w:rsidRPr="007E1763">
        <w:rPr>
          <w:rFonts w:hint="eastAsia"/>
          <w:rtl/>
        </w:rPr>
        <w:t xml:space="preserve"> </w:t>
      </w:r>
      <w:r w:rsidR="007E1763">
        <w:rPr>
          <w:rFonts w:hint="eastAsia"/>
          <w:rtl/>
        </w:rPr>
        <w:t>نيزر</w:t>
      </w:r>
      <w:r w:rsidR="007E1763">
        <w:rPr>
          <w:rtl/>
        </w:rPr>
        <w:t>_ك فقراء اور مكہ</w:t>
      </w:r>
    </w:p>
    <w:p w:rsidR="007335D4" w:rsidRDefault="001E7F9D" w:rsidP="00F73EDE">
      <w:pPr>
        <w:pStyle w:val="libPoemTini"/>
        <w:rPr>
          <w:rtl/>
        </w:rPr>
      </w:pPr>
      <w:r>
        <w:rPr>
          <w:rtl/>
        </w:rPr>
        <w:br w:type="page"/>
      </w:r>
    </w:p>
    <w:p w:rsidR="001F628F" w:rsidRDefault="007335D4" w:rsidP="007E1763">
      <w:pPr>
        <w:pStyle w:val="libNormal"/>
        <w:rPr>
          <w:rtl/>
        </w:rPr>
      </w:pPr>
      <w:r>
        <w:rPr>
          <w:rFonts w:hint="eastAsia"/>
          <w:rtl/>
        </w:rPr>
        <w:lastRenderedPageBreak/>
        <w:t>فقراء</w:t>
      </w:r>
      <w:r w:rsidR="001F628F">
        <w:rPr>
          <w:rtl/>
        </w:rPr>
        <w:t>:_ كے حقوق، 14/ 31</w:t>
      </w:r>
      <w:r w:rsidR="001F628F">
        <w:rPr>
          <w:rFonts w:hint="eastAsia"/>
          <w:rtl/>
        </w:rPr>
        <w:t>نيزر</w:t>
      </w:r>
      <w:r w:rsidR="001F628F">
        <w:rPr>
          <w:rtl/>
        </w:rPr>
        <w:t xml:space="preserve"> _ك فقر</w:t>
      </w:r>
      <w:r w:rsidR="007E1763">
        <w:rPr>
          <w:rFonts w:hint="cs"/>
          <w:rtl/>
        </w:rPr>
        <w:t>//</w:t>
      </w:r>
      <w:r w:rsidR="001F628F">
        <w:rPr>
          <w:rFonts w:hint="eastAsia"/>
          <w:rtl/>
        </w:rPr>
        <w:t>فلاح</w:t>
      </w:r>
      <w:r w:rsidR="001F628F">
        <w:rPr>
          <w:rtl/>
        </w:rPr>
        <w:t>:</w:t>
      </w:r>
      <w:r w:rsidR="001F628F">
        <w:rPr>
          <w:rFonts w:hint="eastAsia"/>
          <w:rtl/>
        </w:rPr>
        <w:t>ر</w:t>
      </w:r>
      <w:r w:rsidR="001F628F">
        <w:rPr>
          <w:rtl/>
        </w:rPr>
        <w:t>_ك كاميابي</w:t>
      </w:r>
    </w:p>
    <w:p w:rsidR="001F628F" w:rsidRDefault="001F628F" w:rsidP="007335D4">
      <w:pPr>
        <w:pStyle w:val="Heading2Center"/>
        <w:rPr>
          <w:rtl/>
        </w:rPr>
      </w:pPr>
      <w:bookmarkStart w:id="305" w:name="_Toc28081983"/>
      <w:r>
        <w:rPr>
          <w:rtl/>
        </w:rPr>
        <w:t>'' ق''</w:t>
      </w:r>
      <w:bookmarkEnd w:id="305"/>
    </w:p>
    <w:p w:rsidR="001F628F" w:rsidRDefault="001F628F" w:rsidP="007E1763">
      <w:pPr>
        <w:pStyle w:val="libNormal"/>
        <w:rPr>
          <w:rtl/>
        </w:rPr>
      </w:pPr>
      <w:r>
        <w:rPr>
          <w:rFonts w:hint="eastAsia"/>
          <w:rtl/>
        </w:rPr>
        <w:t>قانون</w:t>
      </w:r>
      <w:r>
        <w:rPr>
          <w:rtl/>
        </w:rPr>
        <w:t>:_كى رعايت، اس كى اہميت، 15/ 32</w:t>
      </w:r>
      <w:r>
        <w:rPr>
          <w:rFonts w:hint="eastAsia"/>
          <w:rtl/>
        </w:rPr>
        <w:t>نيز</w:t>
      </w:r>
      <w:r>
        <w:rPr>
          <w:rtl/>
        </w:rPr>
        <w:t xml:space="preserve"> ر_ك قانون شكني</w:t>
      </w:r>
    </w:p>
    <w:p w:rsidR="001F628F" w:rsidRDefault="001F628F" w:rsidP="007E1763">
      <w:pPr>
        <w:pStyle w:val="libNormal"/>
        <w:rPr>
          <w:rtl/>
        </w:rPr>
      </w:pPr>
      <w:r>
        <w:rPr>
          <w:rFonts w:hint="eastAsia"/>
          <w:rtl/>
        </w:rPr>
        <w:t>قانون</w:t>
      </w:r>
      <w:r>
        <w:rPr>
          <w:rtl/>
        </w:rPr>
        <w:t xml:space="preserve"> شكني:_كے بارے مي</w:t>
      </w:r>
      <w:r w:rsidR="00083993">
        <w:rPr>
          <w:rtl/>
        </w:rPr>
        <w:t xml:space="preserve">ں </w:t>
      </w:r>
      <w:r>
        <w:rPr>
          <w:rtl/>
        </w:rPr>
        <w:t>سوال، 15/ 32</w:t>
      </w:r>
      <w:r>
        <w:rPr>
          <w:rFonts w:hint="eastAsia"/>
          <w:rtl/>
        </w:rPr>
        <w:t>نيزر</w:t>
      </w:r>
      <w:r>
        <w:rPr>
          <w:rtl/>
        </w:rPr>
        <w:t>_ك حقوق</w:t>
      </w:r>
    </w:p>
    <w:p w:rsidR="001F628F" w:rsidRDefault="001F628F" w:rsidP="007E1763">
      <w:pPr>
        <w:pStyle w:val="libNormal"/>
        <w:rPr>
          <w:rtl/>
        </w:rPr>
      </w:pPr>
      <w:r>
        <w:rPr>
          <w:rFonts w:hint="eastAsia"/>
          <w:rtl/>
        </w:rPr>
        <w:t>قانون</w:t>
      </w:r>
      <w:r>
        <w:rPr>
          <w:rtl/>
        </w:rPr>
        <w:t xml:space="preserve"> گذاري:</w:t>
      </w:r>
      <w:r>
        <w:rPr>
          <w:rFonts w:hint="eastAsia"/>
          <w:rtl/>
        </w:rPr>
        <w:t>ر</w:t>
      </w:r>
      <w:r>
        <w:rPr>
          <w:rtl/>
        </w:rPr>
        <w:t>_ك حقوق</w:t>
      </w:r>
    </w:p>
    <w:p w:rsidR="001F628F" w:rsidRDefault="001F628F" w:rsidP="001F628F">
      <w:pPr>
        <w:pStyle w:val="libNormal"/>
        <w:rPr>
          <w:rtl/>
        </w:rPr>
      </w:pPr>
      <w:r>
        <w:rPr>
          <w:rFonts w:hint="eastAsia"/>
          <w:rtl/>
        </w:rPr>
        <w:t>قبر</w:t>
      </w:r>
      <w:r>
        <w:rPr>
          <w:rtl/>
        </w:rPr>
        <w:t>: ر_ك ملائكہ</w:t>
      </w:r>
    </w:p>
    <w:p w:rsidR="001F628F" w:rsidRDefault="001F628F" w:rsidP="007E1763">
      <w:pPr>
        <w:pStyle w:val="libNormal"/>
        <w:rPr>
          <w:rtl/>
        </w:rPr>
      </w:pPr>
      <w:r>
        <w:rPr>
          <w:rFonts w:hint="eastAsia"/>
          <w:rtl/>
        </w:rPr>
        <w:t>قبلہ</w:t>
      </w:r>
      <w:r>
        <w:rPr>
          <w:rtl/>
        </w:rPr>
        <w:t>:_كى تشخيص، اس كا ذريعہ،16/ 16</w:t>
      </w:r>
    </w:p>
    <w:p w:rsidR="001F628F" w:rsidRDefault="001F628F" w:rsidP="007E1763">
      <w:pPr>
        <w:pStyle w:val="libNormal"/>
        <w:rPr>
          <w:rtl/>
        </w:rPr>
      </w:pPr>
      <w:r>
        <w:rPr>
          <w:rFonts w:hint="eastAsia"/>
          <w:rtl/>
        </w:rPr>
        <w:t>قتل</w:t>
      </w:r>
      <w:r>
        <w:rPr>
          <w:rtl/>
        </w:rPr>
        <w:t>:</w:t>
      </w:r>
      <w:r>
        <w:rPr>
          <w:rFonts w:hint="eastAsia"/>
          <w:rtl/>
        </w:rPr>
        <w:t>ر</w:t>
      </w:r>
      <w:r>
        <w:rPr>
          <w:rtl/>
        </w:rPr>
        <w:t>_ك امتحان اور بنى اسرائيل اور فراعنہ</w:t>
      </w:r>
    </w:p>
    <w:p w:rsidR="001F628F" w:rsidRDefault="001F628F" w:rsidP="007E1763">
      <w:pPr>
        <w:pStyle w:val="libNormal"/>
        <w:rPr>
          <w:rtl/>
        </w:rPr>
      </w:pPr>
      <w:r>
        <w:rPr>
          <w:rFonts w:hint="eastAsia"/>
          <w:rtl/>
        </w:rPr>
        <w:t>قدرت</w:t>
      </w:r>
      <w:r>
        <w:rPr>
          <w:rtl/>
        </w:rPr>
        <w:t xml:space="preserve"> طلبي:</w:t>
      </w:r>
      <w:r>
        <w:rPr>
          <w:rFonts w:hint="eastAsia"/>
          <w:rtl/>
        </w:rPr>
        <w:t>ر</w:t>
      </w:r>
      <w:r>
        <w:rPr>
          <w:rtl/>
        </w:rPr>
        <w:t>_ك گذشتہ اقوام</w:t>
      </w:r>
    </w:p>
    <w:p w:rsidR="001F628F" w:rsidRDefault="001F628F" w:rsidP="007E1763">
      <w:pPr>
        <w:pStyle w:val="libNormal"/>
        <w:rPr>
          <w:rtl/>
        </w:rPr>
      </w:pPr>
      <w:r>
        <w:rPr>
          <w:rFonts w:hint="eastAsia"/>
          <w:rtl/>
        </w:rPr>
        <w:t>قرآن</w:t>
      </w:r>
      <w:r>
        <w:rPr>
          <w:rtl/>
        </w:rPr>
        <w:t>: 16/ 98_كى آيات ، 15/ 1; آيات منسوخ، 16/ 67، 102; آيات منسوخ كى حقانيت 16/102; آيات ناسخ، 16/ 102; اس كى آيات ناسخ كى حقانيت، 16/ 102; اس كا نزول 15/ 1; اس كى خصوصيات، 15/1;_ كى آيت بندي، 15/1; _كى قدرو قيمت، 15/ 88; _سے استفادہ ، اس كے شرائط ، 14/ 52 ; اس كے مرا</w:t>
      </w:r>
      <w:r>
        <w:rPr>
          <w:rFonts w:hint="eastAsia"/>
          <w:rtl/>
        </w:rPr>
        <w:t>تب</w:t>
      </w:r>
      <w:r>
        <w:rPr>
          <w:rtl/>
        </w:rPr>
        <w:t xml:space="preserve"> ، 16/ 102;_كا استہزاء كرنے والے ، 15/ 91; اس كا رفع شرّ، 5/ 95; _كا اعجاز ، 16/ 44; _پر افترائ، 16/ 26; اس كے آثار، 16/ 25; اس كا بطلان، 16/ 25; اس كى سزا، 16/ 105; اس كا گناہ، 16/ 25; اس كى ناپسنديدگى ، 16/ 25، 28; _كے انذار، 14/ 52، 16/ 90; _كى اہميت، 14/ 52، 15/87، 16/26، 89; _كى بشارتي</w:t>
      </w:r>
      <w:r w:rsidR="00083993">
        <w:rPr>
          <w:rtl/>
        </w:rPr>
        <w:t xml:space="preserve">ں </w:t>
      </w:r>
      <w:r>
        <w:rPr>
          <w:rtl/>
        </w:rPr>
        <w:t>16/ 89، 102; اس سے استفادہ ، 16/ 102; اس كى تاثير كے شرائط، 16/ 89; _كى بے نظيرى ، 16/ 103;_كى پيشگوئيا</w:t>
      </w:r>
      <w:r w:rsidR="00083993">
        <w:rPr>
          <w:rtl/>
        </w:rPr>
        <w:t xml:space="preserve">ں </w:t>
      </w:r>
      <w:r>
        <w:rPr>
          <w:rtl/>
        </w:rPr>
        <w:t>، 15/ 3، 14، 15، 16/ 18;_كى پيوستگي، 15/91; _كى تاريخ، 15/ 1، 16/ 64; _كى وضاحت ، 16/44،62; اس كى اہميت ، 16 /64; اس كا فلسفہ، 16/ 44; _كى تبعيض اس سے اجتناب، 15/ 91; _كى تبعيض كرنے والے ، 15/90، 91; صدر اسلام مي</w:t>
      </w:r>
      <w:r w:rsidR="00083993">
        <w:rPr>
          <w:rtl/>
        </w:rPr>
        <w:t xml:space="preserve">ں </w:t>
      </w:r>
      <w:r>
        <w:rPr>
          <w:rtl/>
        </w:rPr>
        <w:t>ان كا وجود، 15/ 90; ان كا عذاب ،15/ 90; ان كا اخروى مواخذہ، 15/ 92،93; _كى تشبيہات، 14/ 24، 26، 16/92;</w:t>
      </w:r>
      <w:r w:rsidR="007E1763" w:rsidRPr="007E1763">
        <w:rPr>
          <w:rtl/>
        </w:rPr>
        <w:t xml:space="preserve"> </w:t>
      </w:r>
      <w:r w:rsidR="007E1763">
        <w:rPr>
          <w:rtl/>
        </w:rPr>
        <w:t>_كى تعلميات ، 14/ 45،16/ 89; اس كا طريقہ ، 14/ 18، 24،26; 15/4، 45،50، 51، 16/ 75 ، 76; اس كا اہم ترين حصّہ، 14/52 ، 16/90، _كا ناقابل تفكيك ہونا ، 15/ 91; _كى تكذيب ، اس كے عوامل، 16/ 52، 16،24;</w:t>
      </w:r>
      <w:r w:rsidR="007E1763" w:rsidRPr="007E1763">
        <w:rPr>
          <w:rtl/>
        </w:rPr>
        <w:t xml:space="preserve"> </w:t>
      </w:r>
      <w:r w:rsidR="007E1763">
        <w:rPr>
          <w:rtl/>
        </w:rPr>
        <w:t>_كى تلاوت ، اس كے آداب، 16/ 98; اس ميں استعازہ ،</w:t>
      </w:r>
    </w:p>
    <w:p w:rsidR="007E1763" w:rsidRDefault="001E7F9D" w:rsidP="00F73EDE">
      <w:pPr>
        <w:pStyle w:val="libPoemTini"/>
        <w:rPr>
          <w:rtl/>
        </w:rPr>
      </w:pPr>
      <w:r>
        <w:rPr>
          <w:rtl/>
        </w:rPr>
        <w:br w:type="page"/>
      </w:r>
    </w:p>
    <w:p w:rsidR="001F628F" w:rsidRDefault="001F628F" w:rsidP="007E1763">
      <w:pPr>
        <w:pStyle w:val="libNormal"/>
        <w:rPr>
          <w:rtl/>
        </w:rPr>
      </w:pPr>
      <w:r>
        <w:rPr>
          <w:rtl/>
        </w:rPr>
        <w:lastRenderedPageBreak/>
        <w:t xml:space="preserve">16/ 98; اس </w:t>
      </w:r>
      <w:r>
        <w:rPr>
          <w:rFonts w:hint="eastAsia"/>
          <w:rtl/>
        </w:rPr>
        <w:t>كى</w:t>
      </w:r>
      <w:r>
        <w:rPr>
          <w:rtl/>
        </w:rPr>
        <w:t xml:space="preserve"> اہميت، 16/ 98; _كا منزہ ہونا ،16/ 102; _كے خلاف سازش ، اس كا افشائ، 16/ 103; _پر افسانہ كى تہمت، 16/ 24، 25،26،28; _ كى عالمگير يت، 14/1، 52، 16/ 44; _كى حقانيت، 16/ 102; اس كى درخواست كے دلائل، 16/ 33; _كى حقيقت، 16/ 102; _كا خير ہونا، 16/ 30;_كے دشمن </w:t>
      </w:r>
      <w:r>
        <w:rPr>
          <w:rFonts w:hint="eastAsia"/>
          <w:rtl/>
        </w:rPr>
        <w:t>،</w:t>
      </w:r>
      <w:r>
        <w:rPr>
          <w:rtl/>
        </w:rPr>
        <w:t xml:space="preserve"> 16/ 98; ان كى سازش، 16/ 26; ان كا مكر، 16/ 26; _كى دعوتي</w:t>
      </w:r>
      <w:r w:rsidR="00083993">
        <w:rPr>
          <w:rtl/>
        </w:rPr>
        <w:t xml:space="preserve">ں </w:t>
      </w:r>
      <w:r>
        <w:rPr>
          <w:rtl/>
        </w:rPr>
        <w:t>، 15/ 75; _كى رحمت، 16/ 64،89; _كے رموز، 14/1، 5/1; _كى قسمي</w:t>
      </w:r>
      <w:r w:rsidR="00083993">
        <w:rPr>
          <w:rtl/>
        </w:rPr>
        <w:t xml:space="preserve">ں </w:t>
      </w:r>
      <w:r>
        <w:rPr>
          <w:rtl/>
        </w:rPr>
        <w:t>، 15/ 92، 16 /56، 63; _كى عجميت، اس كا ردّ، 16/ 103; _كى عربيت، 16/ 103; _كى عظمت، 14/1، 15/1،9، 87; _كى عقلانيت، 14/ 52; _كى فضليت، 16/ 44، 89، 102; _كا فہم ، اس كا سہل ہونا، 14/ 52، 15/ 1; اس كے عوامل، 16/ 44; _كے قارى حضرات، ان كے دشمن ، 16/ 98; _اور اہل كتاب، 15/ 90; _ اور عقل ، 14/ 52; _اور لوح محفوظ ، 15/1;_كے قصص، 14/ 45; ان كا فلسفہ، 15/ 75، 77; _كے كفار، 15/ 13; ان كا عذاب، 14/ 2; ان كا انجام ، 14/ 2; _كا كمال، 6/ 89; _پر ايمان لانے والے، ان كى ثابت قدمي، 14/ 27; ان كے اخروى مقامات ، 16/30; _كا مبين ہونا، 16/ 44; _كى مثالي</w:t>
      </w:r>
      <w:r w:rsidR="00083993">
        <w:rPr>
          <w:rtl/>
        </w:rPr>
        <w:t xml:space="preserve">ں </w:t>
      </w:r>
      <w:r>
        <w:rPr>
          <w:rtl/>
        </w:rPr>
        <w:t>، 14/ 18، 24، 25، 26، 45، 16، 75، 76; ان كا فلسفہ ، 16/ 75، 112; ان كا فہم ، 14/ 24; ان كے فوائد، 14/25; _كے ساتھ مجادلہ، 16/ 125; _كى حفاظت، 15/ 9; _كے مخاطب، 15/ 90، 16/ 44; _كى مصونيت، 15/ 9; _پر افتراء باندھنے والے ، 15/ 91، 16/ 105; ان كا گمراہ كرنا، 16/25; ان كو انذار، 16/ 25، 26; ان كى بے توجہى 16/ 25; ان كا جھوٹ پن، 16/ 105 ; ان كے برتاؤ كا طريقہ، 16/ 27; ان كا ناپسنديدہ عمل، 16/ 25; ان كا كفر، 16/ 27; ان كى اخروى سزا ، 16/ 25; ان كى سزا، 16/ 25; ان كا گناہ، 16/ 25; ان كى ہلاكت ، 16/ 26; _كى تكذيب كرنے والے ، 15/ 91، 16/ 24; ان كو انذار،16/ 34; ان كا جواب، 16/ 102; ان كى جہالت، 16/ 101، ان كا انجام ، 16/ 25; ان كا گناہ، 16/ 25; قيامت مي</w:t>
      </w:r>
      <w:r w:rsidR="00083993">
        <w:rPr>
          <w:rtl/>
        </w:rPr>
        <w:t xml:space="preserve">ں </w:t>
      </w:r>
      <w:r>
        <w:rPr>
          <w:rtl/>
        </w:rPr>
        <w:t>ہونا، 16/ 25; _ كا سرچشمہ، 4/1; _كى نامگذارى ، 15/1; _كے نام، 14/ 1; 15/ 1، 6، 9، 16/ 44، 98; _كى نجات بخشى ، 14/ 52; _كا نزول ،15/ 9، 16/ 64، 102;اس كا پيش خيمہ، 16/ 30; اس كا فلسفہ، 14/1 ، 2، 52، 16/ 44، 64، 89; اس كا سر</w:t>
      </w:r>
      <w:r>
        <w:rPr>
          <w:rFonts w:hint="eastAsia"/>
          <w:rtl/>
        </w:rPr>
        <w:t>چشمہ،</w:t>
      </w:r>
      <w:r>
        <w:rPr>
          <w:rtl/>
        </w:rPr>
        <w:t xml:space="preserve"> 15/9; اس كا نزول تدريجي، 16/ 44، 101; اس كے تدريجى نزول كے آثار، 16/ 102، اس كے نزول دفعي،16/ 44; _مي</w:t>
      </w:r>
      <w:r w:rsidR="00083993">
        <w:rPr>
          <w:rtl/>
        </w:rPr>
        <w:t xml:space="preserve">ں </w:t>
      </w:r>
      <w:r>
        <w:rPr>
          <w:rtl/>
        </w:rPr>
        <w:t>نسخ، 16/ 101، 102; اس كے آثار ، 16/ 101; اس كى حقيقت، 16 /101; اس كا فلسفہ ، 16/ 101، 102; _كا نقش، 14/ 1; 52، 15/1 ،9، 16/ 44، 64، 89، 90، 102;_ ك</w:t>
      </w:r>
      <w:r>
        <w:rPr>
          <w:rFonts w:hint="eastAsia"/>
          <w:rtl/>
        </w:rPr>
        <w:t>ا</w:t>
      </w:r>
      <w:r>
        <w:rPr>
          <w:rtl/>
        </w:rPr>
        <w:t xml:space="preserve"> وحى الہى ہونا 14/1 ، 52، 51/9/ 16/24، 64،102، 103; اس كے دلائل، 16/ 103; اس كا كتمان، 16/ 103;_كا واضح ہونا، 14/ 52، 15/1; _كى خصوصيات، 14/ 1، 52، 15، 9، 16/ 44،89; _ك</w:t>
      </w:r>
      <w:r w:rsidR="007E1763">
        <w:rPr>
          <w:rFonts w:hint="cs"/>
          <w:rtl/>
        </w:rPr>
        <w:t>ا</w:t>
      </w:r>
    </w:p>
    <w:p w:rsidR="007E1763" w:rsidRDefault="001E7F9D" w:rsidP="00F73EDE">
      <w:pPr>
        <w:pStyle w:val="libPoemTini"/>
        <w:rPr>
          <w:rtl/>
        </w:rPr>
      </w:pPr>
      <w:r>
        <w:rPr>
          <w:rtl/>
        </w:rPr>
        <w:br w:type="page"/>
      </w:r>
    </w:p>
    <w:p w:rsidR="001F628F" w:rsidRDefault="001F628F" w:rsidP="007E1763">
      <w:pPr>
        <w:pStyle w:val="libNormal"/>
        <w:rPr>
          <w:rtl/>
        </w:rPr>
      </w:pPr>
      <w:r>
        <w:rPr>
          <w:rFonts w:hint="eastAsia"/>
          <w:rtl/>
        </w:rPr>
        <w:lastRenderedPageBreak/>
        <w:t>كارہدايت،</w:t>
      </w:r>
      <w:r>
        <w:rPr>
          <w:rtl/>
        </w:rPr>
        <w:t xml:space="preserve"> 14/ 1، 9، 25، 15، 9، 45،16، 64، 89، 90، 102; _كى ہدايتي</w:t>
      </w:r>
      <w:r w:rsidR="00083993">
        <w:rPr>
          <w:rtl/>
        </w:rPr>
        <w:t xml:space="preserve">ں </w:t>
      </w:r>
      <w:r>
        <w:rPr>
          <w:rtl/>
        </w:rPr>
        <w:t>، ان كى تاثير كے شرائط، 16/ 89</w:t>
      </w:r>
    </w:p>
    <w:p w:rsidR="001F628F" w:rsidRDefault="001F628F" w:rsidP="007E1763">
      <w:pPr>
        <w:pStyle w:val="libNormal"/>
        <w:rPr>
          <w:rtl/>
        </w:rPr>
      </w:pPr>
      <w:r>
        <w:rPr>
          <w:rFonts w:hint="eastAsia"/>
          <w:rtl/>
        </w:rPr>
        <w:t>نيز</w:t>
      </w:r>
      <w:r>
        <w:rPr>
          <w:rtl/>
        </w:rPr>
        <w:t xml:space="preserve"> ر_ك اطاعت، ايمان، قرآنى تشبيہات، تفكر، عقيدہ ،قريش ، كفار ، كفار مكہ ،كفر ، گنہگارافراد، قرآنى مثالي</w:t>
      </w:r>
      <w:r w:rsidR="00083993">
        <w:rPr>
          <w:rtl/>
        </w:rPr>
        <w:t xml:space="preserve">ں </w:t>
      </w:r>
      <w:r>
        <w:rPr>
          <w:rtl/>
        </w:rPr>
        <w:t xml:space="preserve">، محمد </w:t>
      </w:r>
      <w:r w:rsidR="00F031CD" w:rsidRPr="00F031CD">
        <w:rPr>
          <w:rStyle w:val="libAlaemChar"/>
          <w:rtl/>
        </w:rPr>
        <w:t xml:space="preserve"> صلى‌الله‌عليه‌وآله‌وسلم </w:t>
      </w:r>
      <w:r>
        <w:rPr>
          <w:rtl/>
        </w:rPr>
        <w:t xml:space="preserve"> ، مسيحى افراد، مشركين ، نعمت اور يہود</w:t>
      </w:r>
      <w:r w:rsidR="007E1763">
        <w:rPr>
          <w:rFonts w:hint="cs"/>
          <w:rtl/>
        </w:rPr>
        <w:t>//</w:t>
      </w:r>
      <w:r>
        <w:rPr>
          <w:rFonts w:hint="eastAsia"/>
          <w:rtl/>
        </w:rPr>
        <w:t>قرباني</w:t>
      </w:r>
      <w:r>
        <w:rPr>
          <w:rtl/>
        </w:rPr>
        <w:t>:</w:t>
      </w:r>
      <w:r>
        <w:rPr>
          <w:rFonts w:hint="eastAsia"/>
          <w:rtl/>
        </w:rPr>
        <w:t>غير</w:t>
      </w:r>
      <w:r>
        <w:rPr>
          <w:rtl/>
        </w:rPr>
        <w:t xml:space="preserve"> خداكے ليے _، 16/ 115</w:t>
      </w:r>
    </w:p>
    <w:p w:rsidR="001F628F" w:rsidRDefault="001F628F" w:rsidP="007E1763">
      <w:pPr>
        <w:pStyle w:val="libNormal"/>
        <w:rPr>
          <w:rtl/>
        </w:rPr>
      </w:pPr>
      <w:r>
        <w:rPr>
          <w:rFonts w:hint="eastAsia"/>
          <w:rtl/>
        </w:rPr>
        <w:t>قريش</w:t>
      </w:r>
      <w:r>
        <w:rPr>
          <w:rtl/>
        </w:rPr>
        <w:t>:_كى دشمني، 14/ 28; _اور قرآن ، 15/ 91; _كے كفار ، ان كا استہزائ، 15/ 91; ان كے افترائ، 15/ 91; ان كى تہمتي</w:t>
      </w:r>
      <w:r w:rsidR="00083993">
        <w:rPr>
          <w:rtl/>
        </w:rPr>
        <w:t xml:space="preserve">ں </w:t>
      </w:r>
      <w:r>
        <w:rPr>
          <w:rtl/>
        </w:rPr>
        <w:t>، 15/ 91</w:t>
      </w:r>
    </w:p>
    <w:p w:rsidR="001F628F" w:rsidRDefault="001F628F" w:rsidP="007E1763">
      <w:pPr>
        <w:pStyle w:val="libNormal"/>
        <w:rPr>
          <w:rtl/>
        </w:rPr>
      </w:pPr>
      <w:r>
        <w:rPr>
          <w:rFonts w:hint="eastAsia"/>
          <w:rtl/>
        </w:rPr>
        <w:t>قدر</w:t>
      </w:r>
      <w:r>
        <w:rPr>
          <w:rtl/>
        </w:rPr>
        <w:t xml:space="preserve"> و قيمت كا اندازہ :_مي</w:t>
      </w:r>
      <w:r w:rsidR="00083993">
        <w:rPr>
          <w:rtl/>
        </w:rPr>
        <w:t xml:space="preserve">ں </w:t>
      </w:r>
      <w:r>
        <w:rPr>
          <w:rtl/>
        </w:rPr>
        <w:t>خطاء 16/95;_ كا معيار،16/ 117; اقدار ، 14 / 40،15/53،72،16/2،30،75،95; معنوى _ اس كے آثار،16/113،اس كى برترى ، 16/96; اس كى جاودانيت ، 16/96; _كى اہميت، 16/94; _كى وضاحت، 16/90،95; _كى تحصيل ، اس كے آثار ، 16/121،122; _كى تشخيص، اس كا معيار ، 16/41; _</w:t>
      </w:r>
      <w:r>
        <w:rPr>
          <w:rFonts w:hint="eastAsia"/>
          <w:rtl/>
        </w:rPr>
        <w:t>سے</w:t>
      </w:r>
      <w:r>
        <w:rPr>
          <w:rtl/>
        </w:rPr>
        <w:t xml:space="preserve"> سوء استفادہ، 16/94،95; اس كے آثار ، 16/94;_ كى ضد،16/18; _كا فہم، اس كے عوامل ، 16/95; _كا ملاك ، 14/36، 15/88،16/41،48، 70،76، 95، 96، 97، 120، 123; _كا سرچشمہ ، 16/75</w:t>
      </w:r>
      <w:r>
        <w:rPr>
          <w:rFonts w:hint="eastAsia"/>
          <w:rtl/>
        </w:rPr>
        <w:t>نيز</w:t>
      </w:r>
      <w:r>
        <w:rPr>
          <w:rtl/>
        </w:rPr>
        <w:t xml:space="preserve"> ر_ك ميلانات</w:t>
      </w:r>
    </w:p>
    <w:p w:rsidR="001F628F" w:rsidRDefault="001F628F" w:rsidP="007E1763">
      <w:pPr>
        <w:pStyle w:val="libNormal"/>
        <w:rPr>
          <w:rtl/>
        </w:rPr>
      </w:pPr>
      <w:r>
        <w:rPr>
          <w:rFonts w:hint="eastAsia"/>
          <w:rtl/>
        </w:rPr>
        <w:t>قيد</w:t>
      </w:r>
      <w:r>
        <w:rPr>
          <w:rtl/>
        </w:rPr>
        <w:t>:</w:t>
      </w:r>
      <w:r>
        <w:rPr>
          <w:rFonts w:hint="eastAsia"/>
          <w:rtl/>
        </w:rPr>
        <w:t>ر</w:t>
      </w:r>
      <w:r>
        <w:rPr>
          <w:rtl/>
        </w:rPr>
        <w:t>_ك گناہ گار افراد</w:t>
      </w:r>
      <w:r w:rsidR="007E1763">
        <w:rPr>
          <w:rFonts w:hint="cs"/>
          <w:rtl/>
        </w:rPr>
        <w:t>///</w:t>
      </w:r>
      <w:r>
        <w:rPr>
          <w:rFonts w:hint="eastAsia"/>
          <w:rtl/>
        </w:rPr>
        <w:t>قديم</w:t>
      </w:r>
      <w:r>
        <w:rPr>
          <w:rtl/>
        </w:rPr>
        <w:t xml:space="preserve"> شناسي:_كى اہميت،15/76،79</w:t>
      </w:r>
    </w:p>
    <w:p w:rsidR="001F628F" w:rsidRDefault="001F628F" w:rsidP="007E1763">
      <w:pPr>
        <w:pStyle w:val="libNormal"/>
        <w:rPr>
          <w:rtl/>
        </w:rPr>
      </w:pPr>
      <w:r>
        <w:rPr>
          <w:rFonts w:hint="eastAsia"/>
          <w:rtl/>
        </w:rPr>
        <w:t>قرآنى</w:t>
      </w:r>
      <w:r>
        <w:rPr>
          <w:rtl/>
        </w:rPr>
        <w:t xml:space="preserve"> تشبيہات:</w:t>
      </w:r>
      <w:r>
        <w:rPr>
          <w:rFonts w:hint="eastAsia"/>
          <w:rtl/>
        </w:rPr>
        <w:t>طوفان</w:t>
      </w:r>
      <w:r>
        <w:rPr>
          <w:rtl/>
        </w:rPr>
        <w:t xml:space="preserve"> مي</w:t>
      </w:r>
      <w:r w:rsidR="00083993">
        <w:rPr>
          <w:rtl/>
        </w:rPr>
        <w:t xml:space="preserve">ں </w:t>
      </w:r>
      <w:r>
        <w:rPr>
          <w:rtl/>
        </w:rPr>
        <w:t>خاكستر كے ساتھ تشبيہ 14/18; گردن پر بدھے ہاتھ سے تشبيہ ، 14/18; ورم شدہ رگو</w:t>
      </w:r>
      <w:r w:rsidR="00083993">
        <w:rPr>
          <w:rtl/>
        </w:rPr>
        <w:t xml:space="preserve">ں </w:t>
      </w:r>
      <w:r>
        <w:rPr>
          <w:rtl/>
        </w:rPr>
        <w:t>سے تشبيہ ، 16/92;كفار كے نيك عمل كى تشبيہ، 14/18; عہد شكنى كى تشبيہ، 16/92; معقول كى محسوس سے تشبيہ، 14/18، 24،26</w:t>
      </w:r>
    </w:p>
    <w:p w:rsidR="001F628F" w:rsidRDefault="001F628F" w:rsidP="001F628F">
      <w:pPr>
        <w:pStyle w:val="libNormal"/>
        <w:rPr>
          <w:rtl/>
        </w:rPr>
      </w:pPr>
      <w:r>
        <w:rPr>
          <w:rFonts w:hint="eastAsia"/>
          <w:rtl/>
        </w:rPr>
        <w:t>نيز</w:t>
      </w:r>
      <w:r>
        <w:rPr>
          <w:rtl/>
        </w:rPr>
        <w:t xml:space="preserve"> ر_ك قرآن</w:t>
      </w:r>
    </w:p>
    <w:p w:rsidR="001F628F" w:rsidRDefault="001F628F" w:rsidP="007E1763">
      <w:pPr>
        <w:pStyle w:val="libNormal"/>
        <w:rPr>
          <w:rtl/>
        </w:rPr>
      </w:pPr>
      <w:r>
        <w:rPr>
          <w:rFonts w:hint="eastAsia"/>
          <w:rtl/>
        </w:rPr>
        <w:t>قائدين</w:t>
      </w:r>
      <w:r>
        <w:rPr>
          <w:rtl/>
        </w:rPr>
        <w:t>:_كى ذلت ،اس كے عوامل ، 15/ 69; بھكانے والے جہنم مي</w:t>
      </w:r>
      <w:r w:rsidR="00083993">
        <w:rPr>
          <w:rtl/>
        </w:rPr>
        <w:t xml:space="preserve">ں </w:t>
      </w:r>
      <w:r>
        <w:rPr>
          <w:rtl/>
        </w:rPr>
        <w:t>14/ 29;_ كا شرك، اس كا انگيزہ، 14/30; كى ثروتمندي، 14/ 30; ان كى دنياطلبي، 14/ 30; ان كے گمراہ كرنے كا طريقہ، 14/ 30; وہ اور بت پرستى كا بطلان ،14/ 30; وہ اور توحيد، 14/ 30; ان كى رياست طلبي، 14/ 30 ; ا ن كا كفران ، 14، 28; ان كا نقش، 14/ 28;فاسد_ان كا جہنم مي</w:t>
      </w:r>
      <w:r w:rsidR="00083993">
        <w:rPr>
          <w:rtl/>
        </w:rPr>
        <w:t xml:space="preserve">ں </w:t>
      </w:r>
      <w:r>
        <w:rPr>
          <w:rtl/>
        </w:rPr>
        <w:t>ہونا 14/29، ان كى مذمت 14 / 28 ان كى سزا 14/28 ان كا نقش 14/28;_ كا كفر ، ان كے گمراہ كرنے كاطريقہ، 14/ 30; ان كے برے انجام سے عبرت، 4/ 28; ان كا كفران ، 14/28 ; ان كا نقش، 14/ 28، 29; مستكبر_، ان ك</w:t>
      </w:r>
      <w:r>
        <w:rPr>
          <w:rFonts w:hint="eastAsia"/>
          <w:rtl/>
        </w:rPr>
        <w:t>ا</w:t>
      </w:r>
      <w:r>
        <w:rPr>
          <w:rtl/>
        </w:rPr>
        <w:t xml:space="preserve"> اخروى استكبار، 14/ 21; ان پر اعتراض، 14/ 21; ان كے افترائ، 14/ 21; ان كا اقرار، 14/ 21; ان كے صبر كا ثمرآور ہونا، 14/ 21; ان كى پيروى 14/22، ان كا جبر پر</w:t>
      </w:r>
    </w:p>
    <w:p w:rsidR="007E1763" w:rsidRDefault="001E7F9D" w:rsidP="00F73EDE">
      <w:pPr>
        <w:pStyle w:val="libPoemTini"/>
        <w:rPr>
          <w:rtl/>
        </w:rPr>
      </w:pPr>
      <w:r>
        <w:rPr>
          <w:rtl/>
        </w:rPr>
        <w:br w:type="page"/>
      </w:r>
    </w:p>
    <w:p w:rsidR="001F628F" w:rsidRDefault="001F628F" w:rsidP="007E1763">
      <w:pPr>
        <w:pStyle w:val="libNormal"/>
        <w:rPr>
          <w:rtl/>
        </w:rPr>
      </w:pPr>
      <w:r>
        <w:rPr>
          <w:rFonts w:hint="eastAsia"/>
          <w:rtl/>
        </w:rPr>
        <w:lastRenderedPageBreak/>
        <w:t>اعتقاد</w:t>
      </w:r>
      <w:r>
        <w:rPr>
          <w:rtl/>
        </w:rPr>
        <w:t xml:space="preserve"> 14/21;ان كى اخروى جزع وفزع، 14/ 21; ان كے عذاب كى حتميت 14/ 21; وہ قيامت كے دن، 14/ 21، 22; ان كى صفات ، 14/ 21; ان كا عجز ، 14/ 21; ان كى گمراہي، 14/ 21; ان كى گمراہى كے عوامل، 14/ 22; ان كا مشاجرہ اور شيطان، 14/ 22; ان كے وعدے 14/ 21; ناسپاس_ جہنم مي</w:t>
      </w:r>
      <w:r w:rsidR="00083993">
        <w:rPr>
          <w:rtl/>
        </w:rPr>
        <w:t xml:space="preserve">ں </w:t>
      </w:r>
      <w:r>
        <w:rPr>
          <w:rtl/>
        </w:rPr>
        <w:t>،14/ 29 ; _ اور آسودہ حال افراد، 15/ 88; _كى عزت ، اس كے عوامل ، 15/ 69; _ كى لغزش كے مقامات، 15/ 88</w:t>
      </w:r>
      <w:r>
        <w:rPr>
          <w:rFonts w:hint="eastAsia"/>
          <w:rtl/>
        </w:rPr>
        <w:t>نيز</w:t>
      </w:r>
      <w:r>
        <w:rPr>
          <w:rtl/>
        </w:rPr>
        <w:t xml:space="preserve"> ر_ك استمداد، تفكر، تقليد، دينى قائدين ، كفار اور مشركين مكہ</w:t>
      </w:r>
    </w:p>
    <w:p w:rsidR="001F628F" w:rsidRDefault="001F628F" w:rsidP="007E1763">
      <w:pPr>
        <w:pStyle w:val="libNormal"/>
        <w:rPr>
          <w:rtl/>
        </w:rPr>
      </w:pPr>
      <w:r>
        <w:rPr>
          <w:rFonts w:hint="eastAsia"/>
          <w:rtl/>
        </w:rPr>
        <w:t>قسم</w:t>
      </w:r>
      <w:r>
        <w:rPr>
          <w:rtl/>
        </w:rPr>
        <w:t>:_كے آثار ، 16/92; _كے احكام، 15/72 ، 92، 16/91، 92، 94; _كى اہميت، 16/ 92; _كى بے اعتبارى ، اس كا سبب، 16/ 94; _كى تاكيد، 16/91;_كا تنجز ، اس كے شرائط، 16/ 91;_ كا حنث ( توڑنا) 16/ 91; اس كے آثار، 16/ 94; اس كى حرمت، 16/ 91; اس كا زيا</w:t>
      </w:r>
      <w:r w:rsidR="00083993">
        <w:rPr>
          <w:rtl/>
        </w:rPr>
        <w:t xml:space="preserve">ں </w:t>
      </w:r>
      <w:r>
        <w:rPr>
          <w:rtl/>
        </w:rPr>
        <w:t>، 16/ 94; اس كا اخروى عذاب، 16/ 94; اس كے موانع، 16/ 91; _سے سوء استفادہ 16/ 94; اس كے آثار، 16/ 94; خدا كى _، 16/38، 56;63; 91; اس كى حقيقت، 16/ 91; يہ صدر اسلام مي</w:t>
      </w:r>
      <w:r w:rsidR="00083993">
        <w:rPr>
          <w:rtl/>
        </w:rPr>
        <w:t xml:space="preserve">ں </w:t>
      </w:r>
      <w:r>
        <w:rPr>
          <w:rtl/>
        </w:rPr>
        <w:t>، 16/ 38; ربوبيت خدا كى _، 15/ 92; غير خدا كى _، 15/ 72; لو ط</w:t>
      </w:r>
      <w:r w:rsidR="00367F17" w:rsidRPr="00367F17">
        <w:rPr>
          <w:rStyle w:val="libAlaemChar"/>
          <w:rtl/>
        </w:rPr>
        <w:t xml:space="preserve"> عليه‌السلام </w:t>
      </w:r>
      <w:r>
        <w:rPr>
          <w:rtl/>
        </w:rPr>
        <w:t xml:space="preserve"> كى _، 15/ 72; محبو ب افراد كي_، 15/ 72; محمد </w:t>
      </w:r>
      <w:r w:rsidR="00F031CD" w:rsidRPr="00F031CD">
        <w:rPr>
          <w:rStyle w:val="libAlaemChar"/>
          <w:rtl/>
        </w:rPr>
        <w:t xml:space="preserve"> صلى‌الله‌عليه‌وآله‌وسلم </w:t>
      </w:r>
      <w:r>
        <w:rPr>
          <w:rtl/>
        </w:rPr>
        <w:t xml:space="preserve"> كى _، 15 72; _كا جواز، 15/92، 16 /91;حرام_، 16/ 92،94; _سے وفا، اس كى اہميت، 16/ 92،94</w:t>
      </w:r>
    </w:p>
    <w:p w:rsidR="001F628F" w:rsidRDefault="001F628F" w:rsidP="001F628F">
      <w:pPr>
        <w:pStyle w:val="libNormal"/>
        <w:rPr>
          <w:rtl/>
        </w:rPr>
      </w:pPr>
      <w:r>
        <w:rPr>
          <w:rFonts w:hint="eastAsia"/>
          <w:rtl/>
        </w:rPr>
        <w:t>نيزر</w:t>
      </w:r>
      <w:r>
        <w:rPr>
          <w:rtl/>
        </w:rPr>
        <w:t>_ك امتحان، حق ، خدا ، قسم توڑنے والے ، ظالم افراد، مشركين اور معاملہ</w:t>
      </w:r>
    </w:p>
    <w:p w:rsidR="001F628F" w:rsidRDefault="001F628F" w:rsidP="007E1763">
      <w:pPr>
        <w:pStyle w:val="libNormal"/>
        <w:rPr>
          <w:rtl/>
        </w:rPr>
      </w:pPr>
      <w:r>
        <w:rPr>
          <w:rFonts w:hint="eastAsia"/>
          <w:rtl/>
        </w:rPr>
        <w:t>قسم</w:t>
      </w:r>
      <w:r>
        <w:rPr>
          <w:rtl/>
        </w:rPr>
        <w:t xml:space="preserve"> توڑنے والے:16/ 94; _كو انذار، 16/ 92; _ كى دنيا طلبي، 16/ 95; _كا اخروى مواخذہ ، 16/ 92</w:t>
      </w:r>
      <w:r>
        <w:rPr>
          <w:rFonts w:hint="eastAsia"/>
          <w:rtl/>
        </w:rPr>
        <w:t>نيز</w:t>
      </w:r>
      <w:r>
        <w:rPr>
          <w:rtl/>
        </w:rPr>
        <w:t xml:space="preserve"> ر_ك قسم</w:t>
      </w:r>
    </w:p>
    <w:p w:rsidR="001F628F" w:rsidRDefault="001F628F" w:rsidP="007E1763">
      <w:pPr>
        <w:pStyle w:val="libNormal"/>
        <w:rPr>
          <w:rtl/>
        </w:rPr>
      </w:pPr>
      <w:r>
        <w:rPr>
          <w:rFonts w:hint="eastAsia"/>
          <w:rtl/>
        </w:rPr>
        <w:t>قسم</w:t>
      </w:r>
      <w:r>
        <w:rPr>
          <w:rtl/>
        </w:rPr>
        <w:t xml:space="preserve"> :</w:t>
      </w:r>
      <w:r>
        <w:rPr>
          <w:rFonts w:hint="eastAsia"/>
          <w:rtl/>
        </w:rPr>
        <w:t>ر</w:t>
      </w:r>
      <w:r>
        <w:rPr>
          <w:rtl/>
        </w:rPr>
        <w:t>_ك قسم</w:t>
      </w:r>
    </w:p>
    <w:p w:rsidR="001F628F" w:rsidRDefault="001F628F" w:rsidP="007E1763">
      <w:pPr>
        <w:pStyle w:val="libNormal"/>
        <w:rPr>
          <w:rtl/>
        </w:rPr>
      </w:pPr>
      <w:r>
        <w:rPr>
          <w:rFonts w:hint="eastAsia"/>
          <w:rtl/>
        </w:rPr>
        <w:t>قصاص</w:t>
      </w:r>
      <w:r>
        <w:rPr>
          <w:rtl/>
        </w:rPr>
        <w:t>:_قدر وقيمت، 16/ 126; _كے شرائط، 16/ 126 ; _ مي</w:t>
      </w:r>
      <w:r w:rsidR="00083993">
        <w:rPr>
          <w:rtl/>
        </w:rPr>
        <w:t xml:space="preserve">ں </w:t>
      </w:r>
      <w:r>
        <w:rPr>
          <w:rtl/>
        </w:rPr>
        <w:t>عدالت، 16/ 126; _كى مشروعيت، 16/ 126</w:t>
      </w:r>
    </w:p>
    <w:p w:rsidR="001F628F" w:rsidRDefault="001F628F" w:rsidP="007E1763">
      <w:pPr>
        <w:pStyle w:val="libNormal"/>
        <w:rPr>
          <w:rtl/>
        </w:rPr>
      </w:pPr>
      <w:r>
        <w:rPr>
          <w:rFonts w:hint="eastAsia"/>
          <w:rtl/>
        </w:rPr>
        <w:t>قصہ</w:t>
      </w:r>
      <w:r>
        <w:rPr>
          <w:rtl/>
        </w:rPr>
        <w:t>:_كو نقل كرنے كے آداب، 15/ 75</w:t>
      </w:r>
    </w:p>
    <w:p w:rsidR="001F628F" w:rsidRDefault="001F628F" w:rsidP="001F628F">
      <w:pPr>
        <w:pStyle w:val="libNormal"/>
        <w:rPr>
          <w:rtl/>
        </w:rPr>
      </w:pPr>
      <w:r>
        <w:rPr>
          <w:rtl/>
        </w:rPr>
        <w:t>(خاص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7E1763">
      <w:pPr>
        <w:pStyle w:val="libNormal"/>
        <w:rPr>
          <w:rtl/>
        </w:rPr>
      </w:pPr>
      <w:r>
        <w:rPr>
          <w:rFonts w:hint="eastAsia"/>
          <w:rtl/>
        </w:rPr>
        <w:t>قضاوت</w:t>
      </w:r>
      <w:r>
        <w:rPr>
          <w:rtl/>
        </w:rPr>
        <w:t>:</w:t>
      </w:r>
      <w:r>
        <w:rPr>
          <w:rFonts w:hint="eastAsia"/>
          <w:rtl/>
        </w:rPr>
        <w:t>ر</w:t>
      </w:r>
      <w:r>
        <w:rPr>
          <w:rtl/>
        </w:rPr>
        <w:t>_ك جاہليت ، خدا او رقيامت</w:t>
      </w:r>
    </w:p>
    <w:p w:rsidR="001F628F" w:rsidRDefault="001F628F" w:rsidP="001F628F">
      <w:pPr>
        <w:pStyle w:val="libNormal"/>
        <w:rPr>
          <w:rtl/>
        </w:rPr>
      </w:pPr>
      <w:r>
        <w:rPr>
          <w:rFonts w:hint="eastAsia"/>
          <w:rtl/>
        </w:rPr>
        <w:t>قضاء</w:t>
      </w:r>
      <w:r>
        <w:rPr>
          <w:rtl/>
        </w:rPr>
        <w:t xml:space="preserve"> قدر:15/66، 16/40</w:t>
      </w:r>
    </w:p>
    <w:p w:rsidR="001F628F" w:rsidRDefault="001F628F" w:rsidP="007E1763">
      <w:pPr>
        <w:pStyle w:val="libNormal"/>
        <w:rPr>
          <w:rtl/>
        </w:rPr>
      </w:pPr>
      <w:r>
        <w:rPr>
          <w:rFonts w:hint="eastAsia"/>
          <w:rtl/>
        </w:rPr>
        <w:t>قطع</w:t>
      </w:r>
      <w:r>
        <w:rPr>
          <w:rtl/>
        </w:rPr>
        <w:t xml:space="preserve"> رحم:</w:t>
      </w:r>
      <w:r>
        <w:rPr>
          <w:rFonts w:hint="eastAsia"/>
          <w:rtl/>
        </w:rPr>
        <w:t>ر</w:t>
      </w:r>
      <w:r>
        <w:rPr>
          <w:rtl/>
        </w:rPr>
        <w:t>_ك صلہ رحم</w:t>
      </w:r>
    </w:p>
    <w:p w:rsidR="007E1763" w:rsidRDefault="001F628F" w:rsidP="007E1763">
      <w:pPr>
        <w:pStyle w:val="libNormal"/>
        <w:rPr>
          <w:rtl/>
        </w:rPr>
      </w:pPr>
      <w:r>
        <w:rPr>
          <w:rFonts w:hint="eastAsia"/>
          <w:rtl/>
        </w:rPr>
        <w:t>قلب</w:t>
      </w:r>
      <w:r>
        <w:rPr>
          <w:rtl/>
        </w:rPr>
        <w:t>:_كى اہميت، 16/ 78; _كى بيمارى ، اس كى نشانيا</w:t>
      </w:r>
      <w:r w:rsidR="00083993">
        <w:rPr>
          <w:rtl/>
        </w:rPr>
        <w:t xml:space="preserve">ں </w:t>
      </w:r>
      <w:r>
        <w:rPr>
          <w:rtl/>
        </w:rPr>
        <w:t>، 16/ 22;_كا نقش، 15/ 47، 16/، 22، 108</w:t>
      </w:r>
      <w:r w:rsidR="001E7F9D">
        <w:rPr>
          <w:rtl/>
        </w:rPr>
        <w:cr/>
      </w:r>
      <w:r w:rsidR="001E7F9D" w:rsidRPr="00F73EDE">
        <w:rPr>
          <w:rStyle w:val="libPoemTiniChar0"/>
          <w:rtl/>
        </w:rPr>
        <w:br w:type="page"/>
      </w:r>
    </w:p>
    <w:p w:rsidR="001F628F" w:rsidRDefault="001F628F" w:rsidP="007E1763">
      <w:pPr>
        <w:pStyle w:val="libNormal"/>
        <w:rPr>
          <w:rtl/>
        </w:rPr>
      </w:pPr>
      <w:r>
        <w:rPr>
          <w:rFonts w:hint="eastAsia"/>
          <w:rtl/>
        </w:rPr>
        <w:lastRenderedPageBreak/>
        <w:t>نيز</w:t>
      </w:r>
      <w:r>
        <w:rPr>
          <w:rtl/>
        </w:rPr>
        <w:t xml:space="preserve"> ر_ك كفار ، گنہگار افراد، نعمت اور نو مولود</w:t>
      </w:r>
      <w:r w:rsidR="007E1763">
        <w:rPr>
          <w:rFonts w:hint="cs"/>
          <w:rtl/>
        </w:rPr>
        <w:t>//</w:t>
      </w:r>
      <w:r>
        <w:rPr>
          <w:rFonts w:hint="eastAsia"/>
          <w:rtl/>
        </w:rPr>
        <w:t>قناعت</w:t>
      </w:r>
      <w:r>
        <w:rPr>
          <w:rtl/>
        </w:rPr>
        <w:t>:_كى اہميت، 16/ 97; _كے عوامل، 16/ 114</w:t>
      </w:r>
    </w:p>
    <w:p w:rsidR="001F628F" w:rsidRDefault="001F628F" w:rsidP="007E1763">
      <w:pPr>
        <w:pStyle w:val="libNormal"/>
        <w:rPr>
          <w:rtl/>
        </w:rPr>
      </w:pPr>
      <w:r>
        <w:rPr>
          <w:rFonts w:hint="eastAsia"/>
          <w:rtl/>
        </w:rPr>
        <w:t>قواعدفقہي،</w:t>
      </w:r>
      <w:r>
        <w:rPr>
          <w:rtl/>
        </w:rPr>
        <w:t xml:space="preserve"> 16/ 115</w:t>
      </w:r>
      <w:r w:rsidR="007E1763">
        <w:rPr>
          <w:rFonts w:hint="cs"/>
          <w:rtl/>
        </w:rPr>
        <w:t>//</w:t>
      </w:r>
      <w:r>
        <w:rPr>
          <w:rFonts w:hint="eastAsia"/>
          <w:rtl/>
        </w:rPr>
        <w:t>قوم</w:t>
      </w:r>
      <w:r>
        <w:rPr>
          <w:rtl/>
        </w:rPr>
        <w:t xml:space="preserve"> ابراہيم </w:t>
      </w:r>
      <w:r w:rsidR="00367F17" w:rsidRPr="00367F17">
        <w:rPr>
          <w:rStyle w:val="libAlaemChar"/>
          <w:rtl/>
        </w:rPr>
        <w:t xml:space="preserve"> عليه‌السلام </w:t>
      </w:r>
      <w:r>
        <w:rPr>
          <w:rtl/>
        </w:rPr>
        <w:t xml:space="preserve"> : 15/ 59</w:t>
      </w:r>
    </w:p>
    <w:p w:rsidR="001F628F" w:rsidRDefault="001F628F" w:rsidP="007E1763">
      <w:pPr>
        <w:pStyle w:val="libNormal"/>
        <w:rPr>
          <w:rtl/>
        </w:rPr>
      </w:pPr>
      <w:r>
        <w:rPr>
          <w:rFonts w:hint="eastAsia"/>
          <w:rtl/>
        </w:rPr>
        <w:t>قوم</w:t>
      </w:r>
      <w:r>
        <w:rPr>
          <w:rtl/>
        </w:rPr>
        <w:t xml:space="preserve"> ثمود:_كے امن كا احساس ، 15/ 72; _سے رو گردانى ، 15/ 81; _كے </w:t>
      </w:r>
      <w:r w:rsidR="003D0BA1">
        <w:rPr>
          <w:rtl/>
        </w:rPr>
        <w:t>انبياء</w:t>
      </w:r>
      <w:r>
        <w:rPr>
          <w:rtl/>
        </w:rPr>
        <w:t>، ان كا متعدد ہونا، 15/ 80; _ كے مقاصد ، 15/ 82; _كى غلط فكر ، 15/ 82; _كى بے منطقى ،14/ 9; _كے پيغمبر، 14/ 9; _كى كوشش، اس كا بے نتيجہ ہونا، 15/ 84; _كا حق قبول نہ كرنا، 15/ 81; _كى تعمير منازل، 15/ 82; ان كى خصوصيات، 15/ 82; _كے پھتريلے مكانات، 15/82; _كے گھر ،15/ 84; ان كى خصوصيات، 16/ 80، 82، 84; _كى سنگ تراشي، 156/ 82; _كاسوء ظن، 14/ 9; _كاشرك، 14/ 10;_كا شك 14/ 9; _كے صفات، 15/ 81; _كا عذاب ، 15/ 84; اس كا حتمى ہونا، 15/ 84; اس كا وقت، 15/ 83; _ كى قدرت ، 15/ 82; _كا كفر، 14/ 9، 15/80، 81; _كى لجاجت، 15/ 81; _پر آيات خداكا نزول، 15/ 81; _پر معجزہ كا نزول،15/ 81</w:t>
      </w:r>
      <w:r>
        <w:rPr>
          <w:rFonts w:hint="eastAsia"/>
          <w:rtl/>
        </w:rPr>
        <w:t>نيز</w:t>
      </w:r>
      <w:r>
        <w:rPr>
          <w:rtl/>
        </w:rPr>
        <w:t xml:space="preserve"> ر_ك بنى اسرائيل ، تذكر، سرزميني</w:t>
      </w:r>
      <w:r w:rsidR="00083993">
        <w:rPr>
          <w:rtl/>
        </w:rPr>
        <w:t xml:space="preserve">ں </w:t>
      </w:r>
      <w:r>
        <w:rPr>
          <w:rtl/>
        </w:rPr>
        <w:t>اور لوگ</w:t>
      </w:r>
    </w:p>
    <w:p w:rsidR="001F628F" w:rsidRDefault="001F628F" w:rsidP="007E1763">
      <w:pPr>
        <w:pStyle w:val="libNormal"/>
        <w:rPr>
          <w:rtl/>
        </w:rPr>
      </w:pPr>
      <w:r>
        <w:rPr>
          <w:rFonts w:hint="eastAsia"/>
          <w:rtl/>
        </w:rPr>
        <w:t>قوم</w:t>
      </w:r>
      <w:r>
        <w:rPr>
          <w:rtl/>
        </w:rPr>
        <w:t xml:space="preserve"> صالح:</w:t>
      </w:r>
      <w:r>
        <w:rPr>
          <w:rFonts w:hint="eastAsia"/>
          <w:rtl/>
        </w:rPr>
        <w:t>ر</w:t>
      </w:r>
      <w:r>
        <w:rPr>
          <w:rtl/>
        </w:rPr>
        <w:t>_ك قوم ثمود</w:t>
      </w:r>
    </w:p>
    <w:p w:rsidR="001F628F" w:rsidRDefault="001F628F" w:rsidP="007E1763">
      <w:pPr>
        <w:pStyle w:val="libNormal"/>
        <w:rPr>
          <w:rtl/>
        </w:rPr>
      </w:pPr>
      <w:r>
        <w:rPr>
          <w:rFonts w:hint="eastAsia"/>
          <w:rtl/>
        </w:rPr>
        <w:t>قوم</w:t>
      </w:r>
      <w:r>
        <w:rPr>
          <w:rtl/>
        </w:rPr>
        <w:t xml:space="preserve"> عاد:_كى بے منطقي، 14/ 9; _كے پيغمبر، 14/ 9; _كى تاريخ ، اس سے عبرت، 14/ 9; _كا سوء ظن، 14/ 9; _كا شرك ، 14/ 10; _كا شك ، 14/9; _كا كفر; 14/9</w:t>
      </w:r>
      <w:r>
        <w:rPr>
          <w:rFonts w:hint="eastAsia"/>
          <w:rtl/>
        </w:rPr>
        <w:t>نيزر</w:t>
      </w:r>
      <w:r>
        <w:rPr>
          <w:rtl/>
        </w:rPr>
        <w:t>_ك بنى اسرائيل ، تذكر اور لوگ</w:t>
      </w:r>
    </w:p>
    <w:p w:rsidR="001F628F" w:rsidRDefault="001F628F" w:rsidP="00DD6FC8">
      <w:pPr>
        <w:pStyle w:val="libNormal"/>
        <w:rPr>
          <w:rtl/>
        </w:rPr>
      </w:pPr>
      <w:r>
        <w:rPr>
          <w:rFonts w:hint="eastAsia"/>
          <w:rtl/>
        </w:rPr>
        <w:t>قوم</w:t>
      </w:r>
      <w:r>
        <w:rPr>
          <w:rtl/>
        </w:rPr>
        <w:t xml:space="preserve"> لوط</w:t>
      </w:r>
      <w:r w:rsidR="00367F17" w:rsidRPr="00367F17">
        <w:rPr>
          <w:rStyle w:val="libAlaemChar"/>
          <w:rtl/>
        </w:rPr>
        <w:t xml:space="preserve"> عليه‌السلام </w:t>
      </w:r>
      <w:r>
        <w:rPr>
          <w:rtl/>
        </w:rPr>
        <w:t xml:space="preserve"> : 15/ 59_كے آثار قديمہ، 15/ 76، 77، 79; صدر اسلام مي</w:t>
      </w:r>
      <w:r w:rsidR="00083993">
        <w:rPr>
          <w:rtl/>
        </w:rPr>
        <w:t xml:space="preserve">ں </w:t>
      </w:r>
      <w:r>
        <w:rPr>
          <w:rtl/>
        </w:rPr>
        <w:t>ان كا وجود، 15/ 97; _ پر اتمام حجت، 15/ 63; _مي</w:t>
      </w:r>
      <w:r w:rsidR="00083993">
        <w:rPr>
          <w:rtl/>
        </w:rPr>
        <w:t xml:space="preserve">ں </w:t>
      </w:r>
      <w:r>
        <w:rPr>
          <w:rtl/>
        </w:rPr>
        <w:t>ازدواج، 15/ 71; _كا اعتراض، 15/ 70; _كا افساد، 15/ 58; اس كے آثار، 15/ 59; _سے انتقام ، 15/ 79; _كا جنسى انحراف، 15/ 67،73; اس كے آثار، 15/79; _كا انذار، 15/ 63; _كى بانٹي</w:t>
      </w:r>
      <w:r w:rsidR="00083993">
        <w:rPr>
          <w:rtl/>
        </w:rPr>
        <w:t xml:space="preserve">ں </w:t>
      </w:r>
      <w:r>
        <w:rPr>
          <w:rtl/>
        </w:rPr>
        <w:t>، 15/ 68; _پر پتھر كى بارش، 15/ 74; ان كى فكر، 15/ 67، 70; _كى تاريخ، 15/ 59، 60،65،66، 67، 73، 74; اس مي</w:t>
      </w:r>
      <w:r w:rsidR="00083993">
        <w:rPr>
          <w:rtl/>
        </w:rPr>
        <w:t xml:space="preserve">ں </w:t>
      </w:r>
      <w:r>
        <w:rPr>
          <w:rtl/>
        </w:rPr>
        <w:t>آيات خدا ، 15/ 75; اس سے عبرت، 15/ 77; _كے ميلانات، 15/ 67;_كى دعوت ، 15/ 69; _كى رسومات، 15/ 68; _كى مذمتي</w:t>
      </w:r>
      <w:r w:rsidR="00083993">
        <w:rPr>
          <w:rtl/>
        </w:rPr>
        <w:t xml:space="preserve">ں </w:t>
      </w:r>
      <w:r>
        <w:rPr>
          <w:rtl/>
        </w:rPr>
        <w:t>، 15/ 70; _كى سرگرداني، 15/ 72; اس كے آثار، 15/ 72; _كى سرمستي، 15/ 72; اس كے آثار، 15/72، 73; _كا سرور، 15/ 67; _كى برى نيت، 15/ 72، 73; _كا شك، 15/63; _كا عذاب، 15/ 57، 58; 60،63، 65، 73، 74; اس كا ابلاغ، 15/ 63; اس كى تقدير ، 15/ 66; اس كى حتميت، 15/ 63، 64; اس كى حقانيت، 15/ 64; ا</w:t>
      </w:r>
      <w:r>
        <w:rPr>
          <w:rFonts w:hint="eastAsia"/>
          <w:rtl/>
        </w:rPr>
        <w:t>س</w:t>
      </w:r>
      <w:r>
        <w:rPr>
          <w:rtl/>
        </w:rPr>
        <w:t xml:space="preserve"> كى شدت، 15/ 66; اس كا مكان، 15/ 60; اس كے اسباب، 15/ 59، 73، 74; اس كى</w:t>
      </w:r>
      <w:r w:rsidR="00DD6FC8" w:rsidRPr="00DD6FC8">
        <w:rPr>
          <w:rFonts w:hint="eastAsia"/>
          <w:rtl/>
        </w:rPr>
        <w:t xml:space="preserve"> </w:t>
      </w:r>
      <w:r w:rsidR="00DD6FC8">
        <w:rPr>
          <w:rFonts w:hint="eastAsia"/>
          <w:rtl/>
        </w:rPr>
        <w:t>وسعت،</w:t>
      </w:r>
      <w:r w:rsidR="00DD6FC8">
        <w:rPr>
          <w:rtl/>
        </w:rPr>
        <w:t xml:space="preserve"> 15/ 65; اس كا وقت ، 15/ 66; اس كى خصوصيات، 15/ 56، 66;</w:t>
      </w:r>
      <w:r w:rsidR="00DD6FC8" w:rsidRPr="00DD6FC8">
        <w:rPr>
          <w:rtl/>
        </w:rPr>
        <w:t xml:space="preserve"> </w:t>
      </w:r>
      <w:r w:rsidR="00DD6FC8">
        <w:rPr>
          <w:rtl/>
        </w:rPr>
        <w:t>_ كى غفلت ،15/ 65; اس كے آثار، 15/ 73; _اور لوط</w:t>
      </w:r>
      <w:r w:rsidR="00367F17" w:rsidRPr="00367F17">
        <w:rPr>
          <w:rStyle w:val="libAlaemChar"/>
          <w:rtl/>
        </w:rPr>
        <w:t xml:space="preserve"> عليه‌السلام </w:t>
      </w:r>
      <w:r w:rsidR="00DD6FC8">
        <w:rPr>
          <w:rtl/>
        </w:rPr>
        <w:t xml:space="preserve"> ،15/ 70; _ اور ملائكہ، 15/ 67;</w:t>
      </w:r>
    </w:p>
    <w:p w:rsidR="007E1763" w:rsidRDefault="001E7F9D" w:rsidP="00F73EDE">
      <w:pPr>
        <w:pStyle w:val="libPoemTini"/>
        <w:rPr>
          <w:rtl/>
        </w:rPr>
      </w:pPr>
      <w:r>
        <w:rPr>
          <w:rtl/>
        </w:rPr>
        <w:br w:type="page"/>
      </w:r>
    </w:p>
    <w:p w:rsidR="001F628F" w:rsidRDefault="001F628F" w:rsidP="007E1763">
      <w:pPr>
        <w:pStyle w:val="libNormal"/>
        <w:rPr>
          <w:rtl/>
        </w:rPr>
      </w:pPr>
      <w:r>
        <w:rPr>
          <w:rtl/>
        </w:rPr>
        <w:lastRenderedPageBreak/>
        <w:t xml:space="preserve">_اور مہمان، 15/ 68،70; اور لوط </w:t>
      </w:r>
      <w:r w:rsidR="00367F17" w:rsidRPr="00367F17">
        <w:rPr>
          <w:rStyle w:val="libAlaemChar"/>
          <w:rtl/>
        </w:rPr>
        <w:t xml:space="preserve"> عليه‌السلام </w:t>
      </w:r>
      <w:r>
        <w:rPr>
          <w:rtl/>
        </w:rPr>
        <w:t xml:space="preserve"> كے مہمان 15/67، 68;_كا اندھاپن ، 15/ 72; اس كے آثار، 15/ 72; _كى گستاختي، 15/ 70; _كاگناہ، 15/ 58; اس كے آثار، 15/ 59; _كى ہٹ دھرمي، 15/ 71; _مي</w:t>
      </w:r>
      <w:r w:rsidR="00083993">
        <w:rPr>
          <w:rtl/>
        </w:rPr>
        <w:t xml:space="preserve">ں </w:t>
      </w:r>
      <w:r>
        <w:rPr>
          <w:rtl/>
        </w:rPr>
        <w:t>لواط 15/ 67، 72; _كا لوط</w:t>
      </w:r>
      <w:r w:rsidR="00367F17" w:rsidRPr="00367F17">
        <w:rPr>
          <w:rStyle w:val="libAlaemChar"/>
          <w:rtl/>
        </w:rPr>
        <w:t xml:space="preserve"> عليه‌السلام </w:t>
      </w:r>
      <w:r>
        <w:rPr>
          <w:rtl/>
        </w:rPr>
        <w:t xml:space="preserve"> ، اس كے آثار، 15/ 74، 79; _كى نسل ، اس كا قطع، 15/ 66; _كے نواہي، 15/ 70; _كو نہي، 15/ 68، 69; _كے شہر كى سر نگوني، 15/ 70; _كى ہدايت ، اس كے موانع، 15/ 72; _كى ہلاكت، 15/ 74; اس كا سبب، 15/ 74; اس كے عوامل، 15/ 79; _كى ہم جنس بازى ، 15/ 67،71; اس كے آثار، 15/74 ، 79</w:t>
      </w:r>
    </w:p>
    <w:p w:rsidR="001F628F" w:rsidRDefault="001F628F" w:rsidP="009C355D">
      <w:pPr>
        <w:pStyle w:val="libNormal"/>
        <w:rPr>
          <w:rtl/>
        </w:rPr>
      </w:pPr>
      <w:r>
        <w:rPr>
          <w:rFonts w:hint="eastAsia"/>
          <w:rtl/>
        </w:rPr>
        <w:t>قوم</w:t>
      </w:r>
      <w:r>
        <w:rPr>
          <w:rtl/>
        </w:rPr>
        <w:t xml:space="preserve"> نوح</w:t>
      </w:r>
      <w:r w:rsidR="00367F17" w:rsidRPr="00367F17">
        <w:rPr>
          <w:rStyle w:val="libAlaemChar"/>
          <w:rtl/>
        </w:rPr>
        <w:t xml:space="preserve"> عليه‌السلام </w:t>
      </w:r>
      <w:r>
        <w:rPr>
          <w:rtl/>
        </w:rPr>
        <w:t xml:space="preserve"> :_كى بے منطقى ، 4/1 9; _كے پيغمبر </w:t>
      </w:r>
      <w:r w:rsidR="00F031CD" w:rsidRPr="00F031CD">
        <w:rPr>
          <w:rStyle w:val="libAlaemChar"/>
          <w:rtl/>
        </w:rPr>
        <w:t xml:space="preserve"> صلى‌الله‌عليه‌وآله‌وسلم </w:t>
      </w:r>
      <w:r>
        <w:rPr>
          <w:rtl/>
        </w:rPr>
        <w:t xml:space="preserve"> ، 14/ 9; _ كى تاريخ، اس سے عبرت، 14/ 9_كا سو ء ظن، 14/ 9; _كاشرك، 14/ 10; _كا شك ، 14/ 9; _كا كفر ، 14/ 9</w:t>
      </w:r>
      <w:r>
        <w:rPr>
          <w:rFonts w:hint="eastAsia"/>
          <w:rtl/>
        </w:rPr>
        <w:t>نيز</w:t>
      </w:r>
      <w:r>
        <w:rPr>
          <w:rtl/>
        </w:rPr>
        <w:t xml:space="preserve"> ر_ك بنى اسرائيل ، تذكر اور لوگ</w:t>
      </w:r>
      <w:r w:rsidR="007E1763">
        <w:rPr>
          <w:rFonts w:hint="cs"/>
          <w:rtl/>
        </w:rPr>
        <w:t>///</w:t>
      </w:r>
      <w:r>
        <w:rPr>
          <w:rFonts w:hint="eastAsia"/>
          <w:rtl/>
        </w:rPr>
        <w:t>قوم</w:t>
      </w:r>
      <w:r>
        <w:rPr>
          <w:rtl/>
        </w:rPr>
        <w:t xml:space="preserve"> ہود: ر_ك قوم عاد</w:t>
      </w:r>
      <w:r w:rsidR="009C355D">
        <w:rPr>
          <w:rFonts w:hint="cs"/>
          <w:rtl/>
        </w:rPr>
        <w:t>//</w:t>
      </w:r>
      <w:r>
        <w:rPr>
          <w:rFonts w:hint="eastAsia"/>
          <w:rtl/>
        </w:rPr>
        <w:t>قياس</w:t>
      </w:r>
      <w:r>
        <w:rPr>
          <w:rtl/>
        </w:rPr>
        <w:t>:</w:t>
      </w:r>
      <w:r>
        <w:rPr>
          <w:rFonts w:hint="eastAsia"/>
          <w:rtl/>
        </w:rPr>
        <w:t>باطل</w:t>
      </w:r>
      <w:r>
        <w:rPr>
          <w:rtl/>
        </w:rPr>
        <w:t>: _16/ 17، 75، 76; ممنوع_، 16/ 74; خدا كے ساتھ موجودات كا _، 16/ 75، 76</w:t>
      </w:r>
    </w:p>
    <w:p w:rsidR="00A05519" w:rsidRDefault="001F628F" w:rsidP="00A05519">
      <w:pPr>
        <w:pStyle w:val="libNormal"/>
        <w:rPr>
          <w:rtl/>
        </w:rPr>
      </w:pPr>
      <w:r>
        <w:rPr>
          <w:rFonts w:hint="eastAsia"/>
          <w:rtl/>
        </w:rPr>
        <w:t>قيامت</w:t>
      </w:r>
      <w:r>
        <w:rPr>
          <w:rtl/>
        </w:rPr>
        <w:t>:_مي</w:t>
      </w:r>
      <w:r w:rsidR="00083993">
        <w:rPr>
          <w:rtl/>
        </w:rPr>
        <w:t xml:space="preserve">ں </w:t>
      </w:r>
      <w:r>
        <w:rPr>
          <w:rtl/>
        </w:rPr>
        <w:t>آزادى كا بيان ،16/ 27; _مي</w:t>
      </w:r>
      <w:r w:rsidR="00083993">
        <w:rPr>
          <w:rtl/>
        </w:rPr>
        <w:t xml:space="preserve">ں </w:t>
      </w:r>
      <w:r>
        <w:rPr>
          <w:rtl/>
        </w:rPr>
        <w:t>آسمان، 4، 48; _مي</w:t>
      </w:r>
      <w:r w:rsidR="00083993">
        <w:rPr>
          <w:rtl/>
        </w:rPr>
        <w:t xml:space="preserve">ں </w:t>
      </w:r>
      <w:r>
        <w:rPr>
          <w:rtl/>
        </w:rPr>
        <w:t>مغفرت، 14/ 41; _مي</w:t>
      </w:r>
      <w:r w:rsidR="00083993">
        <w:rPr>
          <w:rtl/>
        </w:rPr>
        <w:t xml:space="preserve">ں </w:t>
      </w:r>
      <w:r>
        <w:rPr>
          <w:rtl/>
        </w:rPr>
        <w:t>اختلافات ، ان كى وضاحت، 16/92; _مي</w:t>
      </w:r>
      <w:r w:rsidR="00083993">
        <w:rPr>
          <w:rtl/>
        </w:rPr>
        <w:t xml:space="preserve">ں </w:t>
      </w:r>
      <w:r>
        <w:rPr>
          <w:rtl/>
        </w:rPr>
        <w:t>اقرار، 14/ 22; _مي</w:t>
      </w:r>
      <w:r w:rsidR="00083993">
        <w:rPr>
          <w:rtl/>
        </w:rPr>
        <w:t xml:space="preserve">ں </w:t>
      </w:r>
      <w:r>
        <w:rPr>
          <w:rtl/>
        </w:rPr>
        <w:t>امداد، 14/ 22; _كى اہميت، 16/ 77; _كے اھوال، 14/ 42، 43، 50; _كا برپاہونا، 16/ 77; _مي</w:t>
      </w:r>
      <w:r w:rsidR="00083993">
        <w:rPr>
          <w:rtl/>
        </w:rPr>
        <w:t xml:space="preserve">ں </w:t>
      </w:r>
      <w:r>
        <w:rPr>
          <w:rtl/>
        </w:rPr>
        <w:t>پاداش، 15/ 35; _مي</w:t>
      </w:r>
      <w:r w:rsidR="00083993">
        <w:rPr>
          <w:rtl/>
        </w:rPr>
        <w:t xml:space="preserve">ں </w:t>
      </w:r>
      <w:r>
        <w:rPr>
          <w:rtl/>
        </w:rPr>
        <w:t>ندامت، 14/ 22; _مي</w:t>
      </w:r>
      <w:r w:rsidR="00083993">
        <w:rPr>
          <w:rtl/>
        </w:rPr>
        <w:t xml:space="preserve">ں </w:t>
      </w:r>
      <w:r>
        <w:rPr>
          <w:rtl/>
        </w:rPr>
        <w:t>ج</w:t>
      </w:r>
      <w:r>
        <w:rPr>
          <w:rFonts w:hint="eastAsia"/>
          <w:rtl/>
        </w:rPr>
        <w:t>مع</w:t>
      </w:r>
      <w:r>
        <w:rPr>
          <w:rtl/>
        </w:rPr>
        <w:t xml:space="preserve"> ہونا، 14/ 48; _مي</w:t>
      </w:r>
      <w:r w:rsidR="00083993">
        <w:rPr>
          <w:rtl/>
        </w:rPr>
        <w:t xml:space="preserve">ں </w:t>
      </w:r>
      <w:r>
        <w:rPr>
          <w:rtl/>
        </w:rPr>
        <w:t>خوف، 4/42; _مي</w:t>
      </w:r>
      <w:r w:rsidR="00083993">
        <w:rPr>
          <w:rtl/>
        </w:rPr>
        <w:t xml:space="preserve">ں </w:t>
      </w:r>
      <w:r>
        <w:rPr>
          <w:rtl/>
        </w:rPr>
        <w:t>توحيد، اس كى تجلي، 14/ 48; _كى حتميت، 14/ 21، 15/ 85، 16/ 40; _مي</w:t>
      </w:r>
      <w:r w:rsidR="00083993">
        <w:rPr>
          <w:rtl/>
        </w:rPr>
        <w:t xml:space="preserve">ں </w:t>
      </w:r>
      <w:r>
        <w:rPr>
          <w:rtl/>
        </w:rPr>
        <w:t>حساب و كتاب، 14/22، 41 ; _مي</w:t>
      </w:r>
      <w:r w:rsidR="00083993">
        <w:rPr>
          <w:rtl/>
        </w:rPr>
        <w:t xml:space="preserve">ں </w:t>
      </w:r>
      <w:r>
        <w:rPr>
          <w:rtl/>
        </w:rPr>
        <w:t>حشر ، 15/ 36; _مي</w:t>
      </w:r>
      <w:r w:rsidR="00083993">
        <w:rPr>
          <w:rtl/>
        </w:rPr>
        <w:t xml:space="preserve">ں </w:t>
      </w:r>
      <w:r>
        <w:rPr>
          <w:rtl/>
        </w:rPr>
        <w:t>آنكھ كا حير ہ ہونا، 14/ 42، 43; _مي</w:t>
      </w:r>
      <w:r w:rsidR="00083993">
        <w:rPr>
          <w:rtl/>
        </w:rPr>
        <w:t xml:space="preserve">ں </w:t>
      </w:r>
      <w:r>
        <w:rPr>
          <w:rtl/>
        </w:rPr>
        <w:t>جھوٹ بولنا، 16/ 28; _مي</w:t>
      </w:r>
      <w:r w:rsidR="00083993">
        <w:rPr>
          <w:rtl/>
        </w:rPr>
        <w:t xml:space="preserve">ں </w:t>
      </w:r>
      <w:r>
        <w:rPr>
          <w:rtl/>
        </w:rPr>
        <w:t>دفاع اس كا غير موثر ہونا، 16/ 111; _كے د</w:t>
      </w:r>
      <w:r>
        <w:rPr>
          <w:rFonts w:hint="eastAsia"/>
          <w:rtl/>
        </w:rPr>
        <w:t>لائل</w:t>
      </w:r>
      <w:r>
        <w:rPr>
          <w:rtl/>
        </w:rPr>
        <w:t xml:space="preserve"> ، 15/ 85; _مي</w:t>
      </w:r>
      <w:r w:rsidR="00083993">
        <w:rPr>
          <w:rtl/>
        </w:rPr>
        <w:t xml:space="preserve">ں </w:t>
      </w:r>
      <w:r>
        <w:rPr>
          <w:rtl/>
        </w:rPr>
        <w:t>ذلت، 16/ 27; _كا دن، 4/ 5; _مي</w:t>
      </w:r>
      <w:r w:rsidR="00083993">
        <w:rPr>
          <w:rtl/>
        </w:rPr>
        <w:t xml:space="preserve">ں </w:t>
      </w:r>
      <w:r>
        <w:rPr>
          <w:rtl/>
        </w:rPr>
        <w:t>زمين، 4/ 48; _كى سختي، 16/ 27; _مي</w:t>
      </w:r>
      <w:r w:rsidR="00083993">
        <w:rPr>
          <w:rtl/>
        </w:rPr>
        <w:t xml:space="preserve">ں </w:t>
      </w:r>
      <w:r>
        <w:rPr>
          <w:rtl/>
        </w:rPr>
        <w:t>سرزنش، 14/ 22; _كا سہل ہونا، 16/ 77; اس كے دلائل ، 16/ 77; _مي</w:t>
      </w:r>
      <w:r w:rsidR="00083993">
        <w:rPr>
          <w:rtl/>
        </w:rPr>
        <w:t xml:space="preserve">ں </w:t>
      </w:r>
      <w:r>
        <w:rPr>
          <w:rtl/>
        </w:rPr>
        <w:t>حقائق كا ظہور، 14/ 22، 48، 51، 15/ 96، 16/27، 28، 39، 84، 89، 92; _مي</w:t>
      </w:r>
      <w:r w:rsidR="00083993">
        <w:rPr>
          <w:rtl/>
        </w:rPr>
        <w:t xml:space="preserve">ں </w:t>
      </w:r>
      <w:r>
        <w:rPr>
          <w:rtl/>
        </w:rPr>
        <w:t>عدالت، 16/ 111; _كا علم ، 16/ 77; _مي</w:t>
      </w:r>
      <w:r w:rsidR="00083993">
        <w:rPr>
          <w:rtl/>
        </w:rPr>
        <w:t xml:space="preserve">ں </w:t>
      </w:r>
      <w:r>
        <w:rPr>
          <w:rtl/>
        </w:rPr>
        <w:t>عمل ، اس كى تكذيب، 16/ 124; _ مي</w:t>
      </w:r>
      <w:r w:rsidR="00083993">
        <w:rPr>
          <w:rtl/>
        </w:rPr>
        <w:t xml:space="preserve">ں </w:t>
      </w:r>
      <w:r>
        <w:rPr>
          <w:rtl/>
        </w:rPr>
        <w:t>خدا كا قاہريت اس كى تجلى 14/48; _ مي</w:t>
      </w:r>
      <w:r w:rsidR="00083993">
        <w:rPr>
          <w:rtl/>
        </w:rPr>
        <w:t xml:space="preserve">ں </w:t>
      </w:r>
      <w:r>
        <w:rPr>
          <w:rtl/>
        </w:rPr>
        <w:t>قضاوت 16 / 124;_مي</w:t>
      </w:r>
      <w:r w:rsidR="00083993">
        <w:rPr>
          <w:rtl/>
        </w:rPr>
        <w:t xml:space="preserve">ں </w:t>
      </w:r>
      <w:r>
        <w:rPr>
          <w:rtl/>
        </w:rPr>
        <w:t>سزا، 15/ 35; _مي</w:t>
      </w:r>
      <w:r w:rsidR="00083993">
        <w:rPr>
          <w:rtl/>
        </w:rPr>
        <w:t xml:space="preserve">ں </w:t>
      </w:r>
      <w:r>
        <w:rPr>
          <w:rtl/>
        </w:rPr>
        <w:t>گواہ افراد، 16/ 84، 89;ان كا نقش ، 16/ 89; _مي</w:t>
      </w:r>
      <w:r w:rsidR="00083993">
        <w:rPr>
          <w:rtl/>
        </w:rPr>
        <w:t xml:space="preserve">ں </w:t>
      </w:r>
      <w:r>
        <w:rPr>
          <w:rtl/>
        </w:rPr>
        <w:t>گواہي، 16/ 84، 89; اس كى قبوليت، 16/ 84;اس كى خصوصيات، 16/ 84; _مي</w:t>
      </w:r>
      <w:r w:rsidR="00083993">
        <w:rPr>
          <w:rtl/>
        </w:rPr>
        <w:t xml:space="preserve">ں </w:t>
      </w:r>
      <w:r>
        <w:rPr>
          <w:rtl/>
        </w:rPr>
        <w:t>مواخذہ، 16/ 27; اس كى عمو</w:t>
      </w:r>
      <w:r>
        <w:rPr>
          <w:rFonts w:hint="eastAsia"/>
          <w:rtl/>
        </w:rPr>
        <w:t>ميت،</w:t>
      </w:r>
      <w:r>
        <w:rPr>
          <w:rtl/>
        </w:rPr>
        <w:t xml:space="preserve"> 15/ 92; اس كا معيار، 15/ 93; _كى تكذيب كرنے والے ، ان كى بے منطقي، 15/ 85; _كے مؤاقف، 14/ 41; _كا ناگہانى ہونا، 77;_ كے نام 15/35،85; _ كى نزديكى 16/77; كى نشانيا</w:t>
      </w:r>
      <w:r w:rsidR="00083993">
        <w:rPr>
          <w:rtl/>
        </w:rPr>
        <w:t xml:space="preserve">ں </w:t>
      </w:r>
      <w:r>
        <w:rPr>
          <w:rtl/>
        </w:rPr>
        <w:t>14/47 61/1; _مي</w:t>
      </w:r>
      <w:r w:rsidR="00083993">
        <w:rPr>
          <w:rtl/>
        </w:rPr>
        <w:t xml:space="preserve">ں </w:t>
      </w:r>
      <w:r>
        <w:rPr>
          <w:rtl/>
        </w:rPr>
        <w:t>كيفرى نظام، 14/51، 16/111; _مي</w:t>
      </w:r>
      <w:r w:rsidR="00083993">
        <w:rPr>
          <w:rtl/>
        </w:rPr>
        <w:t xml:space="preserve">ں </w:t>
      </w:r>
      <w:r>
        <w:rPr>
          <w:rtl/>
        </w:rPr>
        <w:t>نفخ صور ، 15/38; _كا وقت ، 15/ 38، 16/ 77; اس كى</w:t>
      </w:r>
      <w:r w:rsidR="00A05519" w:rsidRPr="00A05519">
        <w:rPr>
          <w:rFonts w:hint="eastAsia"/>
          <w:rtl/>
        </w:rPr>
        <w:t xml:space="preserve"> </w:t>
      </w:r>
      <w:r w:rsidR="00A05519">
        <w:rPr>
          <w:rFonts w:hint="eastAsia"/>
          <w:rtl/>
        </w:rPr>
        <w:t>جہالت</w:t>
      </w:r>
      <w:r w:rsidR="00A05519">
        <w:rPr>
          <w:rtl/>
        </w:rPr>
        <w:t xml:space="preserve"> ، 16/21; اس كا علم ، 16/ 21; _كى خصوصيات ، 14/ 41، 42، 15/ 35، 92، 16/ 35، 92، 96، 16/ 25، 27، 39،77، 84، 89، 111، 124</w:t>
      </w:r>
    </w:p>
    <w:p w:rsidR="00DD6FC8" w:rsidRDefault="001E7F9D" w:rsidP="00F73EDE">
      <w:pPr>
        <w:pStyle w:val="libPoemTini"/>
        <w:rPr>
          <w:rtl/>
        </w:rPr>
      </w:pPr>
      <w:r>
        <w:rPr>
          <w:rtl/>
        </w:rPr>
        <w:br w:type="page"/>
      </w:r>
    </w:p>
    <w:p w:rsidR="001F628F" w:rsidRDefault="001F628F" w:rsidP="001F628F">
      <w:pPr>
        <w:pStyle w:val="libNormal"/>
        <w:rPr>
          <w:rtl/>
        </w:rPr>
      </w:pPr>
      <w:r>
        <w:rPr>
          <w:rFonts w:hint="eastAsia"/>
          <w:rtl/>
        </w:rPr>
        <w:lastRenderedPageBreak/>
        <w:t>نيزر</w:t>
      </w:r>
      <w:r>
        <w:rPr>
          <w:rtl/>
        </w:rPr>
        <w:t xml:space="preserve">_ك ابليس، اقرار ،ا نسان، اہل جہنم، خداوند عالم ، ذكر، رہبر، شيطان، ظالم افراد ، عقيدہ ، </w:t>
      </w:r>
      <w:r w:rsidR="005E05E0">
        <w:rPr>
          <w:rtl/>
        </w:rPr>
        <w:t>علماء</w:t>
      </w:r>
      <w:r>
        <w:rPr>
          <w:rtl/>
        </w:rPr>
        <w:t>، قرآن، كفار، _گنہكار افراد، محمد</w:t>
      </w:r>
      <w:r w:rsidR="00F031CD" w:rsidRPr="00F031CD">
        <w:rPr>
          <w:rStyle w:val="libAlaemChar"/>
          <w:rtl/>
        </w:rPr>
        <w:t xml:space="preserve"> صلى‌الله‌عليه‌وآله‌وسلم </w:t>
      </w:r>
      <w:r>
        <w:rPr>
          <w:rtl/>
        </w:rPr>
        <w:t xml:space="preserve"> ، مستكبرين، مشركين، معاد اور يوم الدين</w:t>
      </w:r>
    </w:p>
    <w:p w:rsidR="001F628F" w:rsidRDefault="001F628F" w:rsidP="00C177EE">
      <w:pPr>
        <w:pStyle w:val="Heading2Center"/>
        <w:rPr>
          <w:rtl/>
        </w:rPr>
      </w:pPr>
      <w:bookmarkStart w:id="306" w:name="_Toc28081984"/>
      <w:r>
        <w:rPr>
          <w:rtl/>
        </w:rPr>
        <w:t>''ك''</w:t>
      </w:r>
      <w:bookmarkEnd w:id="306"/>
    </w:p>
    <w:p w:rsidR="001F628F" w:rsidRDefault="001F628F" w:rsidP="00C177EE">
      <w:pPr>
        <w:pStyle w:val="libNormal"/>
        <w:rPr>
          <w:rtl/>
        </w:rPr>
      </w:pPr>
      <w:r>
        <w:rPr>
          <w:rFonts w:hint="eastAsia"/>
          <w:rtl/>
        </w:rPr>
        <w:t>كفار</w:t>
      </w:r>
      <w:r>
        <w:rPr>
          <w:rtl/>
        </w:rPr>
        <w:t>:14/ 28، 16/ 27، 83_كى آخرت فروشي، 14/ 3; _كى آرزو، 15/ 2; ان كى اخروى آرزو، 15/ 2; ان كى باطل آرزو، 15/ 3; _كى اخروى آگاہى ،16/ 39; _ پر عذاب كا احاطہ ، 16/ 34; _كا احتضار، 16/ 28; _كا دعوى اس كے باطل دلائل، 16/ 39; _كى اذيتي</w:t>
      </w:r>
      <w:r w:rsidR="00083993">
        <w:rPr>
          <w:rtl/>
        </w:rPr>
        <w:t xml:space="preserve">ں </w:t>
      </w:r>
      <w:r>
        <w:rPr>
          <w:rtl/>
        </w:rPr>
        <w:t>، ان پر صبر، 14/13; _كے استہزاء ، 15/95، 97، 16/ 34; اس كا تداوم، 16/ 34; _كى رو گرداني، 16/ 33،82; _كا افساد، 16/ 88; اس كے آثار، 16/ 88; _كے دل پر قرآن كا القائ، 15/ 12، 13; _كے مادى وسائل ان سے بے اعتنائي ، 15/ 88; _كا انحراف، 14/ 15; _پر غم و اندوہ، 15/ 88; اس سے اجتناب ، 15/ 88; _كا انذار، 15/ 3، 16/ 34; _كى اطاعت، 16/ 28; _كے مقاصد، 15/ 3; _كا برتاؤ ،اس كا طريقہ ،14/ 13، 15/97; _كى بے منطقي، 15/ 85; _كى فكر، 14/ 3; _كا تجاوزكرنا، اس كا پيش خيمہ، 16/ 126; _پر ترحم، 15/ 88; _كا خوف ، 16/ 28; _كى سازش ، اس كا افشائ، 16 / 103; اس كا غير موثر ہونا، 15/ 9; _كى دہمكيا</w:t>
      </w:r>
      <w:r w:rsidR="00083993">
        <w:rPr>
          <w:rtl/>
        </w:rPr>
        <w:t xml:space="preserve">ں </w:t>
      </w:r>
      <w:r>
        <w:rPr>
          <w:rtl/>
        </w:rPr>
        <w:t>، 14/ 14; _كى تہمتي</w:t>
      </w:r>
      <w:r w:rsidR="00083993">
        <w:rPr>
          <w:rtl/>
        </w:rPr>
        <w:t xml:space="preserve">ں </w:t>
      </w:r>
      <w:r>
        <w:rPr>
          <w:rtl/>
        </w:rPr>
        <w:t>،16/ 103; _كى جہالت، 16/ 39; _كا حبط عمل، 14/ 18، 19; _كا اخروى حساب وكتاب، 15/ 93; _كااخروى حشر، 14/ 21; _كا حق قبول نہ كرنا، اس پر افسوس 16/127;_ كے دل پر حمد 16/108;_كا جھوٹ بولنا، 16/ 28، 39;اس كے دلائل ، 16/ 39; _كى د</w:t>
      </w:r>
      <w:r>
        <w:rPr>
          <w:rFonts w:hint="eastAsia"/>
          <w:rtl/>
        </w:rPr>
        <w:t>شمني،</w:t>
      </w:r>
      <w:r>
        <w:rPr>
          <w:rtl/>
        </w:rPr>
        <w:t xml:space="preserve"> 14/3،15/95; _كى دنيا طلبي، 14/ 3، 15/3;_ كى اخروى ذلت، 16/ 27،28; _كى زور گوئي، 14/ 13; _كى اخروى زيا</w:t>
      </w:r>
      <w:r w:rsidR="00083993">
        <w:rPr>
          <w:rtl/>
        </w:rPr>
        <w:t xml:space="preserve">ں </w:t>
      </w:r>
      <w:r>
        <w:rPr>
          <w:rtl/>
        </w:rPr>
        <w:t>كارى ،16/ 109; _كى مذمت ، 16/ 72; _كے شكنجے، 16/128; _ پر ظلم ، اس كا سرچشمہ، 16/ 23; _كا ظلم، 14/15، 27، 16/ 28، 33، 85;_كا عذاب، 16/ 88; اس كى حت</w:t>
      </w:r>
      <w:r>
        <w:rPr>
          <w:rFonts w:hint="eastAsia"/>
          <w:rtl/>
        </w:rPr>
        <w:t>ميت،</w:t>
      </w:r>
      <w:r>
        <w:rPr>
          <w:rtl/>
        </w:rPr>
        <w:t xml:space="preserve"> 14/ 2; اس كى شدت، 14/ 17; ان كے اخروى عذاب كے اسباب، 16/ 88;_كى اخروى عذر خواہي، 16/ 84;_كا عفو، 85، 86; اس كى اہميت، 15/85; _كا عقيدہ، 14/ 10; اس كا باطل عقيدہ، 16/72; _كے علائق، 15/ 2; _كا ناپسنديدہ عمل، 16/28، 34; _كا عمل صالح، 14/ 18، 19; اس كى بے قعتي، 14/ 18;_كى غفلت، 16/ 108; _ اخروى انجام، 14/ 17; _كابرا انجام، 14/ 2، 17، 15/ 3; _كى حتميت، 14/ 2; _موت كے بعد، 16/ 8 2; _كے پيرو كار، ان كا اخروى استمداد، 14/ 21; ان كا استمداد، 14/ 21; ان كا اخروى اقرار، 14/ 21; ان كى پيروي، 14/ 22; ان كى تقليد، 14/ 21; ان كا اخروى تنبّہ14/ 21; ان كے عذر كاردّ، 14/ 22; ان كا اخروى عذاب، 14/ 21;</w:t>
      </w:r>
      <w:r w:rsidR="00260474" w:rsidRPr="00260474">
        <w:rPr>
          <w:rFonts w:hint="eastAsia"/>
          <w:rtl/>
        </w:rPr>
        <w:t xml:space="preserve"> </w:t>
      </w:r>
      <w:r w:rsidR="00260474">
        <w:rPr>
          <w:rFonts w:hint="eastAsia"/>
          <w:rtl/>
        </w:rPr>
        <w:t>ان</w:t>
      </w:r>
      <w:r w:rsidR="00260474">
        <w:rPr>
          <w:rtl/>
        </w:rPr>
        <w:t xml:space="preserve"> كا عذاب، 14/ 21; ان كے عذاب كى حتميت، 14/ 21; ان كى گمراہى كے عوامل، 14/ 22</w:t>
      </w:r>
    </w:p>
    <w:p w:rsidR="00A05519" w:rsidRDefault="001E7F9D" w:rsidP="00F73EDE">
      <w:pPr>
        <w:pStyle w:val="libPoemTini"/>
        <w:rPr>
          <w:rtl/>
        </w:rPr>
      </w:pPr>
      <w:r>
        <w:rPr>
          <w:rtl/>
        </w:rPr>
        <w:br w:type="page"/>
      </w:r>
    </w:p>
    <w:p w:rsidR="001F628F" w:rsidRDefault="001F628F" w:rsidP="00A05519">
      <w:pPr>
        <w:pStyle w:val="libNormal"/>
        <w:rPr>
          <w:rtl/>
        </w:rPr>
      </w:pPr>
      <w:r>
        <w:rPr>
          <w:rtl/>
        </w:rPr>
        <w:lastRenderedPageBreak/>
        <w:t>ان كا برا انجام، 14/ 21; ان كے برے انجام كاسبب 14/ 21; ان كا قيامت مي</w:t>
      </w:r>
      <w:r w:rsidR="00083993">
        <w:rPr>
          <w:rtl/>
        </w:rPr>
        <w:t xml:space="preserve">ں </w:t>
      </w:r>
      <w:r>
        <w:rPr>
          <w:rtl/>
        </w:rPr>
        <w:t>ہونا، 14/ 21، 22; وہ اور مستكبر رہبر، 14/ 21; ان كا گناہ،16/ 25; ان كى گمراہى كا ذمہ دار، 14 / 21; ان كام</w:t>
      </w:r>
      <w:r>
        <w:rPr>
          <w:rFonts w:hint="eastAsia"/>
          <w:rtl/>
        </w:rPr>
        <w:t>ستكبر</w:t>
      </w:r>
      <w:r>
        <w:rPr>
          <w:rtl/>
        </w:rPr>
        <w:t xml:space="preserve"> رہبرو</w:t>
      </w:r>
      <w:r w:rsidR="00083993">
        <w:rPr>
          <w:rtl/>
        </w:rPr>
        <w:t xml:space="preserve">ں </w:t>
      </w:r>
      <w:r>
        <w:rPr>
          <w:rtl/>
        </w:rPr>
        <w:t>سے مشاجرہ، 14/ 21; ان كاشيطان كے ساتھ مشاجرہ، 14/ 22; _جہنم مي</w:t>
      </w:r>
      <w:r w:rsidR="00083993">
        <w:rPr>
          <w:rtl/>
        </w:rPr>
        <w:t xml:space="preserve">ں </w:t>
      </w:r>
      <w:r>
        <w:rPr>
          <w:rtl/>
        </w:rPr>
        <w:t>، 14/ 17، 16/29; _قيامت مي</w:t>
      </w:r>
      <w:r w:rsidR="00083993">
        <w:rPr>
          <w:rtl/>
        </w:rPr>
        <w:t xml:space="preserve">ں </w:t>
      </w:r>
      <w:r>
        <w:rPr>
          <w:rtl/>
        </w:rPr>
        <w:t>، 14/ 21، 16/ 25، 27، 28، 84; _خدا كى بارگاہ مي</w:t>
      </w:r>
      <w:r w:rsidR="00083993">
        <w:rPr>
          <w:rtl/>
        </w:rPr>
        <w:t xml:space="preserve">ں </w:t>
      </w:r>
      <w:r>
        <w:rPr>
          <w:rtl/>
        </w:rPr>
        <w:t>، 14/ 21: دينا طلب _، ان كى محروميت، 16/ 108; صدر اسلام كے _، ان كى دھمكيو</w:t>
      </w:r>
      <w:r w:rsidR="00083993">
        <w:rPr>
          <w:rtl/>
        </w:rPr>
        <w:t xml:space="preserve">ں </w:t>
      </w:r>
      <w:r>
        <w:rPr>
          <w:rtl/>
        </w:rPr>
        <w:t>كے آثار ،16/ 106; ان كى باط</w:t>
      </w:r>
      <w:r>
        <w:rPr>
          <w:rFonts w:hint="eastAsia"/>
          <w:rtl/>
        </w:rPr>
        <w:t>ل</w:t>
      </w:r>
      <w:r>
        <w:rPr>
          <w:rtl/>
        </w:rPr>
        <w:t xml:space="preserve"> آرزو، 15/ 3; ان كے مادى و سائل، 15/ 88; ان كى كوشش، 15/ 3; ان كى ثروت مندي، 15/ 88; ان كى دنيا طلبي، 15/3;ان كى سرگرمي، 15/ 3; ان كے مادى لذائذ، 15/3; ظالم _، ان كا مہلت طلب كرنا، 16/ 85; ان كا عذاب 14/ 17; قبل از اسلام كے _، ان كے تقاضے ، 16/ 33; ھٹ دھر</w:t>
      </w:r>
      <w:r>
        <w:rPr>
          <w:rFonts w:hint="eastAsia"/>
          <w:rtl/>
        </w:rPr>
        <w:t>م</w:t>
      </w:r>
      <w:r>
        <w:rPr>
          <w:rtl/>
        </w:rPr>
        <w:t>_، ان كا عذاب، 14/ 104 ; ان كى سزا ، 16/ 104; _اور ابليس، 14/ 22; _اور اسلام، 15/ 1; _اور تكذيب عمل، 16/ 28; _اور جلب رضايت خدا، 16/ 84; _اور حقانيت اسلام، 15/ 3; _اور فصاحت قرآن، 16 /103، _اور قرآن، 15/ 2 ; _اور آسمانى كتابي</w:t>
      </w:r>
      <w:r w:rsidR="00083993">
        <w:rPr>
          <w:rtl/>
        </w:rPr>
        <w:t xml:space="preserve">ں </w:t>
      </w:r>
      <w:r>
        <w:rPr>
          <w:rtl/>
        </w:rPr>
        <w:t>، 16/ 33; _ اور معاد، 16/ 39; _عذاب كے وقت، 15/ 2، 16/85; _موت كے وقت،14/ 27، 15/ 2; _كى اخروى سزا، 16/ 28; _كى گمراہي، 14/ 2، 3;_كى ھٹ دھرمي، 14/ 15، 16/ 72; _ كے مادى لذائذ، 15/ 3; _كا مواخذہ ، 15/ 92; ان كا اخروى مواخذہ، 15/ 93; _كے ساتھ مقابلہ اس كا طريقہ، 14/ 11; _كے ساتھ مجادلہ، 16/ 125; _كى محروميت، 16/ 104، 107; ان كى اخروى محروميت، 14/ 18;_كى اخروى محكوميت، 16/ 84;_كى موت، 16/ 28; _كے مكاريو</w:t>
      </w:r>
      <w:r w:rsidR="00083993">
        <w:rPr>
          <w:rtl/>
        </w:rPr>
        <w:t xml:space="preserve">ں </w:t>
      </w:r>
      <w:r>
        <w:rPr>
          <w:rtl/>
        </w:rPr>
        <w:t>كاتداوم، 16/ 127; _كى مہلت، ان كى اخرى مہلت، 16/ 84; _كى اخروى پريشاني، 16/ 28; _كا جہنم مي</w:t>
      </w:r>
      <w:r w:rsidR="00083993">
        <w:rPr>
          <w:rtl/>
        </w:rPr>
        <w:t xml:space="preserve">ں </w:t>
      </w:r>
      <w:r>
        <w:rPr>
          <w:rtl/>
        </w:rPr>
        <w:t>داخلہ، 16/ 29; _كو عذاب كا وعدہ، 14/ 19; _ك</w:t>
      </w:r>
      <w:r>
        <w:rPr>
          <w:rFonts w:hint="eastAsia"/>
          <w:rtl/>
        </w:rPr>
        <w:t>ى</w:t>
      </w:r>
      <w:r>
        <w:rPr>
          <w:rtl/>
        </w:rPr>
        <w:t xml:space="preserve"> خصوصيات، 14/ 3; 16/ 28; _كى ہدايت، 15/ 88; اس كى اہميت، 15/ 88; _كى ہلاكت ، 14/ 14; _كا باہمى توافق، 16/ 33</w:t>
      </w:r>
      <w:r>
        <w:rPr>
          <w:rFonts w:hint="eastAsia"/>
          <w:rtl/>
        </w:rPr>
        <w:t>نيز</w:t>
      </w:r>
      <w:r>
        <w:rPr>
          <w:rtl/>
        </w:rPr>
        <w:t xml:space="preserve"> ر_ك آيات خدا، </w:t>
      </w:r>
      <w:r w:rsidR="003D0BA1">
        <w:rPr>
          <w:rtl/>
        </w:rPr>
        <w:t>انبياء</w:t>
      </w:r>
      <w:r>
        <w:rPr>
          <w:rtl/>
        </w:rPr>
        <w:t xml:space="preserve">، تذكر ، قرآنى تشبيہات، خداوند عالم، </w:t>
      </w:r>
      <w:r w:rsidR="005E05E0">
        <w:rPr>
          <w:rtl/>
        </w:rPr>
        <w:t>علماء</w:t>
      </w:r>
      <w:r>
        <w:rPr>
          <w:rtl/>
        </w:rPr>
        <w:t>، قرآن، كفار مكہ اور محمد</w:t>
      </w:r>
      <w:r w:rsidR="00F031CD" w:rsidRPr="00F031CD">
        <w:rPr>
          <w:rStyle w:val="libAlaemChar"/>
          <w:rtl/>
        </w:rPr>
        <w:t xml:space="preserve"> صلى‌الله‌عليه‌وآله‌وسلم </w:t>
      </w:r>
    </w:p>
    <w:p w:rsidR="001F628F" w:rsidRDefault="001F628F" w:rsidP="00A05519">
      <w:pPr>
        <w:pStyle w:val="libNormal"/>
        <w:rPr>
          <w:rtl/>
        </w:rPr>
      </w:pPr>
      <w:r>
        <w:rPr>
          <w:rFonts w:hint="eastAsia"/>
          <w:rtl/>
        </w:rPr>
        <w:t>كفار</w:t>
      </w:r>
      <w:r>
        <w:rPr>
          <w:rtl/>
        </w:rPr>
        <w:t xml:space="preserve"> مكہ:_كے ساتھ احتجاج،اس كا ترك، 15/ 3; _كے استہزاء ،15/ 6، 11، 13; _كا افساد 15/ 12; _كا انذار، 15/ 4، 16/ 34; _كابرتاؤ، اس كا طريقہ، 15/ 6; _كى بہانہ جوئي، 15/ 8; _كى فكر، 15/ 6، 7; _كى بے ادبي، 15/ 6; _كى تہمتي</w:t>
      </w:r>
      <w:r w:rsidR="00083993">
        <w:rPr>
          <w:rtl/>
        </w:rPr>
        <w:t xml:space="preserve">ں </w:t>
      </w:r>
      <w:r>
        <w:rPr>
          <w:rtl/>
        </w:rPr>
        <w:t>، 15/ 6،15; _كا حسى اعتقاد، 15/ 7; _كا حق قبول ن</w:t>
      </w:r>
      <w:r>
        <w:rPr>
          <w:rFonts w:hint="eastAsia"/>
          <w:rtl/>
        </w:rPr>
        <w:t>ہ</w:t>
      </w:r>
      <w:r>
        <w:rPr>
          <w:rtl/>
        </w:rPr>
        <w:t xml:space="preserve"> كرنا، 15/3، 14/ 15; _كے تقاضے، 15/ 7، 8، 16/ 33; اس كى اجابت كے آثار، 15/ 8; اس كے ردّ كا فلسفہ، 15/ 8; ان كے صفات، 15/ 5; _كا عذاب ، اس كا سبب، 15/ 8; _او ر قرآن ، 15/ 6،13; _اور محمد</w:t>
      </w:r>
      <w:r w:rsidR="00F031CD" w:rsidRPr="00F031CD">
        <w:rPr>
          <w:rStyle w:val="libAlaemChar"/>
          <w:rtl/>
        </w:rPr>
        <w:t xml:space="preserve"> صلى‌الله‌عليه‌وآله‌وسلم </w:t>
      </w:r>
      <w:r>
        <w:rPr>
          <w:rtl/>
        </w:rPr>
        <w:t xml:space="preserve"> 15/ 6،7، 8; _اور ملائكہ ،15/ 7; _ اور نبوت بشر، 15/ 6; _اور وحى ال</w:t>
      </w:r>
      <w:r>
        <w:rPr>
          <w:rFonts w:hint="eastAsia"/>
          <w:rtl/>
        </w:rPr>
        <w:t>ہي،</w:t>
      </w:r>
      <w:r>
        <w:rPr>
          <w:rtl/>
        </w:rPr>
        <w:t xml:space="preserve"> 15/6; _كا كفر، 15/ 13، 14، 15; _كى لجاجت، 15/13، 14،</w:t>
      </w:r>
    </w:p>
    <w:p w:rsidR="00260474" w:rsidRDefault="001E7F9D" w:rsidP="00F73EDE">
      <w:pPr>
        <w:pStyle w:val="libPoemTini"/>
        <w:rPr>
          <w:rtl/>
        </w:rPr>
      </w:pPr>
      <w:r>
        <w:rPr>
          <w:rtl/>
        </w:rPr>
        <w:br w:type="page"/>
      </w:r>
    </w:p>
    <w:p w:rsidR="001F628F" w:rsidRDefault="001F628F" w:rsidP="00260474">
      <w:pPr>
        <w:pStyle w:val="libNormal"/>
        <w:rPr>
          <w:rtl/>
        </w:rPr>
      </w:pPr>
      <w:r>
        <w:rPr>
          <w:rtl/>
        </w:rPr>
        <w:lastRenderedPageBreak/>
        <w:t>15;_كو مہلت، 15/ 8; اس كا فلسفہ ، 15/ 4; _كى ہلاكت ، اس كا پيش خيمہ، 15/ 8</w:t>
      </w:r>
    </w:p>
    <w:p w:rsidR="001F628F" w:rsidRDefault="001F628F" w:rsidP="00260474">
      <w:pPr>
        <w:pStyle w:val="libNormal"/>
        <w:rPr>
          <w:rtl/>
        </w:rPr>
      </w:pPr>
      <w:r>
        <w:rPr>
          <w:rFonts w:hint="eastAsia"/>
          <w:rtl/>
        </w:rPr>
        <w:t>كبر</w:t>
      </w:r>
      <w:r>
        <w:rPr>
          <w:rtl/>
        </w:rPr>
        <w:t xml:space="preserve"> :</w:t>
      </w:r>
      <w:r>
        <w:rPr>
          <w:rFonts w:hint="eastAsia"/>
          <w:rtl/>
        </w:rPr>
        <w:t>ر</w:t>
      </w:r>
      <w:r>
        <w:rPr>
          <w:rtl/>
        </w:rPr>
        <w:t>_ك تكبر</w:t>
      </w:r>
    </w:p>
    <w:p w:rsidR="001F628F" w:rsidRDefault="001F628F" w:rsidP="001F628F">
      <w:pPr>
        <w:pStyle w:val="libNormal"/>
        <w:rPr>
          <w:rtl/>
        </w:rPr>
      </w:pPr>
      <w:r>
        <w:rPr>
          <w:rFonts w:hint="eastAsia"/>
          <w:rtl/>
        </w:rPr>
        <w:t>كتاب</w:t>
      </w:r>
      <w:r>
        <w:rPr>
          <w:rtl/>
        </w:rPr>
        <w:t>: 14/ 1، 15/ 1، 16/ 64</w:t>
      </w:r>
    </w:p>
    <w:p w:rsidR="001F628F" w:rsidRDefault="001F628F" w:rsidP="00260474">
      <w:pPr>
        <w:pStyle w:val="libNormal"/>
        <w:rPr>
          <w:rtl/>
        </w:rPr>
      </w:pPr>
      <w:r>
        <w:rPr>
          <w:rFonts w:hint="eastAsia"/>
          <w:rtl/>
        </w:rPr>
        <w:t>كتب</w:t>
      </w:r>
      <w:r>
        <w:rPr>
          <w:rtl/>
        </w:rPr>
        <w:t xml:space="preserve"> آسمانى :14/1_كے انذار، 16/ 2; _ كى تكذيب ، 16 /33; اس كے آثار، 16/ 33; _كى حقانيت ، اس كے دلائل ، 16/33; _كے دشمن ، ان كا باہمى توافق، 16/33 ; _كى تكذيب كرنے والے ، ان كا ناپسنديدہ عمل ، 16/ 34; ان كى سزا، 16/ 34; ان كے عذاب كا سبب، 16/ 34; ان كا نقش، 16/ 33، 34</w:t>
      </w:r>
      <w:r>
        <w:rPr>
          <w:rFonts w:hint="eastAsia"/>
          <w:rtl/>
        </w:rPr>
        <w:t>نيز</w:t>
      </w:r>
      <w:r>
        <w:rPr>
          <w:rtl/>
        </w:rPr>
        <w:t xml:space="preserve"> ر_ك تورات اور قرآن</w:t>
      </w:r>
    </w:p>
    <w:p w:rsidR="001F628F" w:rsidRDefault="001F628F" w:rsidP="00260474">
      <w:pPr>
        <w:pStyle w:val="libNormal"/>
        <w:rPr>
          <w:rtl/>
        </w:rPr>
      </w:pPr>
      <w:r>
        <w:rPr>
          <w:rFonts w:hint="eastAsia"/>
          <w:rtl/>
        </w:rPr>
        <w:t>كھيتا</w:t>
      </w:r>
      <w:r w:rsidR="00083993">
        <w:rPr>
          <w:rFonts w:hint="eastAsia"/>
          <w:rtl/>
        </w:rPr>
        <w:t xml:space="preserve">ں </w:t>
      </w:r>
      <w:r>
        <w:rPr>
          <w:rtl/>
        </w:rPr>
        <w:t>:_اُگانے والا، 16/ 11</w:t>
      </w:r>
    </w:p>
    <w:p w:rsidR="001F628F" w:rsidRDefault="001F628F" w:rsidP="00260474">
      <w:pPr>
        <w:pStyle w:val="libNormal"/>
        <w:rPr>
          <w:rtl/>
        </w:rPr>
      </w:pPr>
      <w:r>
        <w:rPr>
          <w:rFonts w:hint="eastAsia"/>
          <w:rtl/>
        </w:rPr>
        <w:t>كھال</w:t>
      </w:r>
      <w:r>
        <w:rPr>
          <w:rtl/>
        </w:rPr>
        <w:t>:</w:t>
      </w:r>
      <w:r>
        <w:rPr>
          <w:rFonts w:hint="eastAsia"/>
          <w:rtl/>
        </w:rPr>
        <w:t>ر</w:t>
      </w:r>
      <w:r>
        <w:rPr>
          <w:rtl/>
        </w:rPr>
        <w:t>_ك ، چوپائے ، اونٹ ، گائے ، گوسفند اور نعمت</w:t>
      </w:r>
    </w:p>
    <w:p w:rsidR="001F628F" w:rsidRDefault="001F628F" w:rsidP="00260474">
      <w:pPr>
        <w:pStyle w:val="libNormal"/>
        <w:rPr>
          <w:rtl/>
        </w:rPr>
      </w:pPr>
      <w:r>
        <w:rPr>
          <w:rFonts w:hint="eastAsia"/>
          <w:rtl/>
        </w:rPr>
        <w:t>كام</w:t>
      </w:r>
      <w:r>
        <w:rPr>
          <w:rtl/>
        </w:rPr>
        <w:t xml:space="preserve"> كى مشقت برداشت كرنا:</w:t>
      </w:r>
      <w:r>
        <w:rPr>
          <w:rFonts w:hint="eastAsia"/>
          <w:rtl/>
        </w:rPr>
        <w:t>ر</w:t>
      </w:r>
      <w:r>
        <w:rPr>
          <w:rtl/>
        </w:rPr>
        <w:t>_ك معدينات</w:t>
      </w:r>
    </w:p>
    <w:p w:rsidR="001F628F" w:rsidRDefault="001F628F" w:rsidP="00260474">
      <w:pPr>
        <w:pStyle w:val="libNormal"/>
        <w:rPr>
          <w:rtl/>
        </w:rPr>
      </w:pPr>
      <w:r>
        <w:rPr>
          <w:rFonts w:hint="eastAsia"/>
          <w:rtl/>
        </w:rPr>
        <w:t>كا</w:t>
      </w:r>
      <w:r>
        <w:rPr>
          <w:rtl/>
        </w:rPr>
        <w:t xml:space="preserve"> ميابي:_ كے عوامل ، 16/ 116; _ محروم افراد، 16/ 116; 117; _ كے موانع، 16/ 116</w:t>
      </w:r>
    </w:p>
    <w:p w:rsidR="001F628F" w:rsidRDefault="001F628F" w:rsidP="00260474">
      <w:pPr>
        <w:pStyle w:val="libNormal"/>
        <w:rPr>
          <w:rtl/>
        </w:rPr>
      </w:pPr>
      <w:r>
        <w:rPr>
          <w:rFonts w:hint="eastAsia"/>
          <w:rtl/>
        </w:rPr>
        <w:t>كان</w:t>
      </w:r>
      <w:r>
        <w:rPr>
          <w:rtl/>
        </w:rPr>
        <w:t>:_كا نقش، 16/ 108</w:t>
      </w:r>
    </w:p>
    <w:p w:rsidR="001F628F" w:rsidRDefault="001F628F" w:rsidP="00260474">
      <w:pPr>
        <w:pStyle w:val="libNormal"/>
        <w:rPr>
          <w:rtl/>
        </w:rPr>
      </w:pPr>
      <w:r>
        <w:rPr>
          <w:rFonts w:hint="eastAsia"/>
          <w:rtl/>
        </w:rPr>
        <w:t>كوشش</w:t>
      </w:r>
      <w:r>
        <w:rPr>
          <w:rtl/>
        </w:rPr>
        <w:t>:</w:t>
      </w:r>
      <w:r>
        <w:rPr>
          <w:rFonts w:hint="eastAsia"/>
          <w:rtl/>
        </w:rPr>
        <w:t>ر</w:t>
      </w:r>
      <w:r>
        <w:rPr>
          <w:rtl/>
        </w:rPr>
        <w:t>_ك قوم ثمود، كفار، محمد</w:t>
      </w:r>
      <w:r w:rsidR="00F031CD" w:rsidRPr="00F031CD">
        <w:rPr>
          <w:rStyle w:val="libAlaemChar"/>
          <w:rtl/>
        </w:rPr>
        <w:t xml:space="preserve"> صلى‌الله‌عليه‌وآله‌وسلم </w:t>
      </w:r>
      <w:r>
        <w:rPr>
          <w:rtl/>
        </w:rPr>
        <w:t xml:space="preserve"> مشركين اور مشركين مكّہ</w:t>
      </w:r>
    </w:p>
    <w:p w:rsidR="001F628F" w:rsidRDefault="001F628F" w:rsidP="00260474">
      <w:pPr>
        <w:pStyle w:val="libNormal"/>
        <w:rPr>
          <w:rtl/>
        </w:rPr>
      </w:pPr>
      <w:r>
        <w:rPr>
          <w:rFonts w:hint="eastAsia"/>
          <w:rtl/>
        </w:rPr>
        <w:t>كاميابي</w:t>
      </w:r>
      <w:r>
        <w:rPr>
          <w:rtl/>
        </w:rPr>
        <w:t>:_كى درخواست، 14/ 15;_كا سبب، 16/41; _ كے عوامل، 14/1;_كا وعدہ، 14/47</w:t>
      </w:r>
      <w:r>
        <w:rPr>
          <w:rFonts w:hint="eastAsia"/>
          <w:rtl/>
        </w:rPr>
        <w:t>نيز</w:t>
      </w:r>
      <w:r>
        <w:rPr>
          <w:rtl/>
        </w:rPr>
        <w:t xml:space="preserve"> ر_ك اديان، اسلام، انبياء اور حق</w:t>
      </w:r>
    </w:p>
    <w:p w:rsidR="001F628F" w:rsidRDefault="001F628F" w:rsidP="00260474">
      <w:pPr>
        <w:pStyle w:val="libNormal"/>
        <w:rPr>
          <w:rtl/>
        </w:rPr>
      </w:pPr>
      <w:r>
        <w:rPr>
          <w:rFonts w:hint="eastAsia"/>
          <w:rtl/>
        </w:rPr>
        <w:t>كشتى</w:t>
      </w:r>
      <w:r>
        <w:rPr>
          <w:rtl/>
        </w:rPr>
        <w:t xml:space="preserve"> راني:_كى اہميت، 14/ 32; _كا تعلم، 14/ 32; سمندر مي</w:t>
      </w:r>
      <w:r w:rsidR="00083993">
        <w:rPr>
          <w:rtl/>
        </w:rPr>
        <w:t xml:space="preserve">ں </w:t>
      </w:r>
      <w:r>
        <w:rPr>
          <w:rtl/>
        </w:rPr>
        <w:t>_، 16/ 14</w:t>
      </w:r>
      <w:r>
        <w:rPr>
          <w:rFonts w:hint="eastAsia"/>
          <w:rtl/>
        </w:rPr>
        <w:t>نيز</w:t>
      </w:r>
      <w:r>
        <w:rPr>
          <w:rtl/>
        </w:rPr>
        <w:t xml:space="preserve"> ر_ك نعمت</w:t>
      </w:r>
    </w:p>
    <w:p w:rsidR="001F628F" w:rsidRDefault="001F628F" w:rsidP="00260474">
      <w:pPr>
        <w:pStyle w:val="libNormal"/>
        <w:rPr>
          <w:rtl/>
        </w:rPr>
      </w:pPr>
      <w:r>
        <w:rPr>
          <w:rFonts w:hint="eastAsia"/>
          <w:rtl/>
        </w:rPr>
        <w:t>كشيتا</w:t>
      </w:r>
      <w:r w:rsidR="00083993">
        <w:rPr>
          <w:rFonts w:hint="eastAsia"/>
          <w:rtl/>
        </w:rPr>
        <w:t xml:space="preserve">ں </w:t>
      </w:r>
      <w:r>
        <w:rPr>
          <w:rtl/>
        </w:rPr>
        <w:t>:_و</w:t>
      </w:r>
      <w:r w:rsidR="00083993">
        <w:rPr>
          <w:rtl/>
        </w:rPr>
        <w:t xml:space="preserve">ں </w:t>
      </w:r>
      <w:r>
        <w:rPr>
          <w:rtl/>
        </w:rPr>
        <w:t>سے استفادہ، 14/ 32; _و</w:t>
      </w:r>
      <w:r w:rsidR="00083993">
        <w:rPr>
          <w:rtl/>
        </w:rPr>
        <w:t xml:space="preserve">ں </w:t>
      </w:r>
      <w:r>
        <w:rPr>
          <w:rtl/>
        </w:rPr>
        <w:t>كى تسخير ، 14/ 32; اس كا فلسفہ، 14/ 32; اس كا سرچشمہ ، 14/ 32; _اس كى حركت، اس كا شگفتہ ہونا، 16/ 14; اسكا سرچشمہ ، 14/32</w:t>
      </w:r>
    </w:p>
    <w:p w:rsidR="001F628F" w:rsidRDefault="001F628F" w:rsidP="00260474">
      <w:pPr>
        <w:pStyle w:val="libNormal"/>
        <w:rPr>
          <w:rtl/>
        </w:rPr>
      </w:pPr>
      <w:r>
        <w:rPr>
          <w:rFonts w:hint="eastAsia"/>
          <w:rtl/>
        </w:rPr>
        <w:t>كعبہ</w:t>
      </w:r>
      <w:r>
        <w:rPr>
          <w:rtl/>
        </w:rPr>
        <w:t>:_كے كنارے عبادت، اس كى فضليت، 14/ 37; _كے كنارے نماز، اس كى فضليت، 14/ 37</w:t>
      </w:r>
    </w:p>
    <w:p w:rsidR="001F628F" w:rsidRDefault="001F628F" w:rsidP="001F628F">
      <w:pPr>
        <w:pStyle w:val="libNormal"/>
        <w:rPr>
          <w:rtl/>
        </w:rPr>
      </w:pPr>
      <w:r>
        <w:rPr>
          <w:rFonts w:hint="eastAsia"/>
          <w:rtl/>
        </w:rPr>
        <w:t>كفالت</w:t>
      </w:r>
      <w:r>
        <w:rPr>
          <w:rtl/>
        </w:rPr>
        <w:t>:ر_ك خد</w:t>
      </w:r>
    </w:p>
    <w:p w:rsidR="00260474" w:rsidRDefault="001F628F" w:rsidP="00260474">
      <w:pPr>
        <w:pStyle w:val="libNormal"/>
        <w:rPr>
          <w:rtl/>
        </w:rPr>
      </w:pPr>
      <w:r>
        <w:rPr>
          <w:rFonts w:hint="eastAsia"/>
          <w:rtl/>
        </w:rPr>
        <w:t>كفر</w:t>
      </w:r>
      <w:r>
        <w:rPr>
          <w:rtl/>
        </w:rPr>
        <w:t>:_كے آثار ، 14/ 8، 45، 15/ 2، 16 /28،29، 105، 108; _پر اصرار ، 14/ 9; اس كے آثار،</w:t>
      </w:r>
      <w:r w:rsidR="00260474">
        <w:rPr>
          <w:rtl/>
        </w:rPr>
        <w:t xml:space="preserve">14/2، 16/ 104; اس كا انجام 15/ 3; _كا لفظى اظہار، 16/ 106، 110; _كے اقسام ، 14/ 22; _سے ندامت، 15/ 2; _كى تشويق، 16/ 106; </w:t>
      </w:r>
      <w:r w:rsidR="001E7F9D">
        <w:rPr>
          <w:rtl/>
        </w:rPr>
        <w:cr/>
      </w:r>
      <w:r w:rsidR="001E7F9D" w:rsidRPr="00F73EDE">
        <w:rPr>
          <w:rStyle w:val="libPoemTiniChar0"/>
          <w:rtl/>
        </w:rPr>
        <w:br w:type="page"/>
      </w:r>
    </w:p>
    <w:p w:rsidR="001F628F" w:rsidRDefault="001F628F" w:rsidP="00260474">
      <w:pPr>
        <w:pStyle w:val="libNormal"/>
        <w:rPr>
          <w:rtl/>
        </w:rPr>
      </w:pPr>
      <w:r>
        <w:rPr>
          <w:rtl/>
        </w:rPr>
        <w:lastRenderedPageBreak/>
        <w:t>_كا تنوع، 14/1; _كى حقيقت، 16/ 28، 33، 106; _كاپيش خيمہ، 14/ 3; _كا ظلم،14/ 27;_كى ظلمت، 14/1، اس كا سبب، 14/ 5; _اكراہى ، 16/ 110; اس سے استغفار، 16/ 110; آخرت كا _، اس كے آثار، 16/ 60; اس كى ناپسنديد گى ، 16/ 60; انبيا ء كا _، 14/ 13; قرآن كے بعض حصہ كا _، 15/ 91; خدا كا _، 14/ 23; اس كى سزا، 14/ 45; ربوبيت خدا كا _، 14/ 18; _كے ساتھ مقابلہ، اس طريقہ، 15/ 3; _كے ساتھ موت، 16/ 29;_كا مع</w:t>
      </w:r>
      <w:r>
        <w:rPr>
          <w:rFonts w:hint="eastAsia"/>
          <w:rtl/>
        </w:rPr>
        <w:t>يار</w:t>
      </w:r>
      <w:r>
        <w:rPr>
          <w:rtl/>
        </w:rPr>
        <w:t xml:space="preserve"> 16/106; _ كا سرچشمہ 16/101; _ كے اسباب 16/39; _كى ناپسنديدگى ، 16/ 28;_ سے نجات، اس كى اہميت، 16/ 110; اس كا پيش خيمہ، 4/1; اس كے شرائط ، 16/ 110; _كى نشانيا</w:t>
      </w:r>
      <w:r w:rsidR="00083993">
        <w:rPr>
          <w:rtl/>
        </w:rPr>
        <w:t xml:space="preserve">ں </w:t>
      </w:r>
      <w:r>
        <w:rPr>
          <w:rtl/>
        </w:rPr>
        <w:t>، 14/ 3</w:t>
      </w:r>
      <w:r>
        <w:rPr>
          <w:rFonts w:hint="eastAsia"/>
          <w:rtl/>
        </w:rPr>
        <w:t>نيز</w:t>
      </w:r>
      <w:r>
        <w:rPr>
          <w:rtl/>
        </w:rPr>
        <w:t xml:space="preserve"> ر_ك ابليس، گذشتہ اقوام، بنى اسرائيل ، پاكيزہ افراد، دين ، رہبر، شيطان، عمارياسر، قرآن قوم ثمود، قوم عاد، قوم نوح، كفار مكہ، ميلانات ، موت مسلما ن اور مشركين</w:t>
      </w:r>
    </w:p>
    <w:p w:rsidR="001F628F" w:rsidRDefault="001F628F" w:rsidP="00260474">
      <w:pPr>
        <w:pStyle w:val="libNormal"/>
        <w:rPr>
          <w:rtl/>
        </w:rPr>
      </w:pPr>
      <w:r>
        <w:rPr>
          <w:rFonts w:hint="eastAsia"/>
          <w:rtl/>
        </w:rPr>
        <w:t>كائنات</w:t>
      </w:r>
      <w:r>
        <w:rPr>
          <w:rtl/>
        </w:rPr>
        <w:t>:_اور انسان كے مصالح 14/33;_ اور انسان كى ضرورتي</w:t>
      </w:r>
      <w:r w:rsidR="00083993">
        <w:rPr>
          <w:rtl/>
        </w:rPr>
        <w:t xml:space="preserve">ں </w:t>
      </w:r>
      <w:r>
        <w:rPr>
          <w:rtl/>
        </w:rPr>
        <w:t>14/33; اس كا استحكام 16/ 3; اس كى اہميت 15/85; كى فرمانبر دارى ، اس كے اسباب ، 16/85;_كى حقانيت،15/85، 16 / 3; اس كے آثار 15/85; _كا خالق، 14/10، 16/ 3;_ كى خلقت ،15/ 85،16/3; اس كى عالمانہ خلقت 15/86; اس كا</w:t>
      </w:r>
      <w:r>
        <w:rPr>
          <w:rFonts w:hint="eastAsia"/>
          <w:rtl/>
        </w:rPr>
        <w:t>سبب</w:t>
      </w:r>
      <w:r>
        <w:rPr>
          <w:rtl/>
        </w:rPr>
        <w:t xml:space="preserve"> ،16/7; _كى خوبصورتيا</w:t>
      </w:r>
      <w:r w:rsidR="00083993">
        <w:rPr>
          <w:rtl/>
        </w:rPr>
        <w:t xml:space="preserve">ں </w:t>
      </w:r>
      <w:r>
        <w:rPr>
          <w:rtl/>
        </w:rPr>
        <w:t>، اس سے استفادہ 16/6; _كا انجام 14/48، 15/85; _كا فلسفہ 15/85; _كا قانون كے مطابق ہونا 14/32،33 ،15/21، 85; _كا مالك 14/2 ;_ كا مطالعہ ، 16/79; اس كے آثار 14/19، اس كى اہميت 16/48;اس كى دعوت 14/19، 16/48;_ كے موجودات 14/33; _كا نظ</w:t>
      </w:r>
      <w:r>
        <w:rPr>
          <w:rFonts w:hint="eastAsia"/>
          <w:rtl/>
        </w:rPr>
        <w:t>ام</w:t>
      </w:r>
      <w:r>
        <w:rPr>
          <w:rtl/>
        </w:rPr>
        <w:t xml:space="preserve"> ، 16/79 ; اس كى تبديلى ،14/ 48; اس كى تبديلى كا فلسفہ 14/51; _اور اس كى پاداش 14/51; _اور سزا،14/ 51;_كا نظم، 14/33، 15/16،16/3; _كى ضرورت 16/75; _كا مقصد، 14/19، 33، 15/85 ، 16/3; اس كے آثار15/85; اس كا ادراك 14/19;_ كا با ہمى توافق 14/33</w:t>
      </w:r>
      <w:r>
        <w:rPr>
          <w:rFonts w:hint="eastAsia"/>
          <w:rtl/>
        </w:rPr>
        <w:t>ر</w:t>
      </w:r>
      <w:r>
        <w:rPr>
          <w:rtl/>
        </w:rPr>
        <w:t>_ك تعقل ، خدا اور عقيدہ</w:t>
      </w:r>
    </w:p>
    <w:p w:rsidR="001F628F" w:rsidRDefault="001F628F" w:rsidP="001F628F">
      <w:pPr>
        <w:pStyle w:val="libNormal"/>
        <w:rPr>
          <w:rtl/>
        </w:rPr>
      </w:pPr>
      <w:r>
        <w:rPr>
          <w:rFonts w:hint="eastAsia"/>
          <w:rtl/>
        </w:rPr>
        <w:t>آل</w:t>
      </w:r>
      <w:r>
        <w:rPr>
          <w:rtl/>
        </w:rPr>
        <w:t xml:space="preserve"> ابراہيم </w:t>
      </w:r>
      <w:r w:rsidR="00367F17" w:rsidRPr="00367F17">
        <w:rPr>
          <w:rStyle w:val="libAlaemChar"/>
          <w:rtl/>
        </w:rPr>
        <w:t xml:space="preserve"> عليه‌السلام </w:t>
      </w:r>
      <w:r>
        <w:rPr>
          <w:rtl/>
        </w:rPr>
        <w:t xml:space="preserve"> :14/36</w:t>
      </w:r>
    </w:p>
    <w:p w:rsidR="001F628F" w:rsidRDefault="001F628F" w:rsidP="00260474">
      <w:pPr>
        <w:pStyle w:val="libNormal"/>
        <w:rPr>
          <w:rtl/>
        </w:rPr>
      </w:pPr>
      <w:r>
        <w:rPr>
          <w:rFonts w:hint="eastAsia"/>
          <w:rtl/>
        </w:rPr>
        <w:t>كفران</w:t>
      </w:r>
      <w:r>
        <w:rPr>
          <w:rtl/>
        </w:rPr>
        <w:t>:_ نعمت، 14/ 28، 34،16/ 55، 71، 72، 73، 113، 114; اس كے معاشرتى آثار، 16/ 112; اس كے آثار، 14/ 7، 8، 28، 34، 16/112; اس سے اجتناب كے آثار، 16/ 114; اس كا پيش خيمہ، 16/ 78; اس كا زيا</w:t>
      </w:r>
      <w:r w:rsidR="00083993">
        <w:rPr>
          <w:rtl/>
        </w:rPr>
        <w:t xml:space="preserve">ں </w:t>
      </w:r>
      <w:r>
        <w:rPr>
          <w:rtl/>
        </w:rPr>
        <w:t>، 14/ 108; اس كى مذمت، 14/ 34، 16/ 18; اس كا انجام، 16/ 113; اس كى سزا، 16/ 55، 112; اس كے موارد، 14/ 8; اس كى ناپسنديدگى ، 14/ 34; اس سے نہي، 14/ 8; _ كى ناپسنديدگى ، 14/ 18</w:t>
      </w:r>
      <w:r>
        <w:rPr>
          <w:rFonts w:hint="eastAsia"/>
          <w:rtl/>
        </w:rPr>
        <w:t>نيز</w:t>
      </w:r>
      <w:r>
        <w:rPr>
          <w:rtl/>
        </w:rPr>
        <w:t xml:space="preserve"> ر_ك انذار، انسان، تفكر، ذكر، قائدين، مربي، مشركين اور مكہ</w:t>
      </w:r>
    </w:p>
    <w:p w:rsidR="00260474" w:rsidRDefault="001E7F9D" w:rsidP="00F73EDE">
      <w:pPr>
        <w:pStyle w:val="libPoemTini"/>
        <w:rPr>
          <w:rtl/>
        </w:rPr>
      </w:pPr>
      <w:r>
        <w:rPr>
          <w:rtl/>
        </w:rPr>
        <w:br w:type="page"/>
      </w:r>
    </w:p>
    <w:p w:rsidR="00260474" w:rsidRDefault="00260474" w:rsidP="00260474">
      <w:pPr>
        <w:pStyle w:val="Heading2Center"/>
        <w:rPr>
          <w:rtl/>
        </w:rPr>
      </w:pPr>
      <w:bookmarkStart w:id="307" w:name="_Toc28081985"/>
      <w:r>
        <w:rPr>
          <w:rFonts w:hint="eastAsia"/>
          <w:rtl/>
        </w:rPr>
        <w:lastRenderedPageBreak/>
        <w:t>اشاريے</w:t>
      </w:r>
      <w:r>
        <w:rPr>
          <w:rtl/>
        </w:rPr>
        <w:t xml:space="preserve"> (5)</w:t>
      </w:r>
      <w:bookmarkEnd w:id="307"/>
    </w:p>
    <w:p w:rsidR="001F628F" w:rsidRDefault="001F628F" w:rsidP="00260474">
      <w:pPr>
        <w:pStyle w:val="libNormal"/>
        <w:rPr>
          <w:rtl/>
        </w:rPr>
      </w:pPr>
      <w:r>
        <w:rPr>
          <w:rFonts w:hint="eastAsia"/>
          <w:rtl/>
        </w:rPr>
        <w:t>كفر</w:t>
      </w:r>
      <w:r>
        <w:rPr>
          <w:rtl/>
        </w:rPr>
        <w:t xml:space="preserve"> كرنے والے : 14/ 28_كا انجام، اس سے عبرت، 14/ 28; اس كا برا انجام، 14/ 28</w:t>
      </w:r>
    </w:p>
    <w:p w:rsidR="001F628F" w:rsidRDefault="001F628F" w:rsidP="00260474">
      <w:pPr>
        <w:pStyle w:val="libNormal"/>
        <w:rPr>
          <w:rtl/>
        </w:rPr>
      </w:pPr>
      <w:r>
        <w:rPr>
          <w:rFonts w:hint="eastAsia"/>
          <w:rtl/>
        </w:rPr>
        <w:t>كمال</w:t>
      </w:r>
      <w:r>
        <w:rPr>
          <w:rtl/>
        </w:rPr>
        <w:t>:</w:t>
      </w:r>
      <w:r>
        <w:rPr>
          <w:rFonts w:hint="eastAsia"/>
          <w:rtl/>
        </w:rPr>
        <w:t>ر</w:t>
      </w:r>
      <w:r>
        <w:rPr>
          <w:rtl/>
        </w:rPr>
        <w:t>_ك خداوند عالم ، قرآن او ر محمد</w:t>
      </w:r>
      <w:r w:rsidR="00F031CD" w:rsidRPr="00F031CD">
        <w:rPr>
          <w:rStyle w:val="libAlaemChar"/>
          <w:rtl/>
        </w:rPr>
        <w:t xml:space="preserve"> صلى‌الله‌عليه‌وآله‌وسلم </w:t>
      </w:r>
    </w:p>
    <w:p w:rsidR="001F628F" w:rsidRDefault="001F628F" w:rsidP="00260474">
      <w:pPr>
        <w:pStyle w:val="libNormal"/>
        <w:rPr>
          <w:rtl/>
        </w:rPr>
      </w:pPr>
      <w:r>
        <w:rPr>
          <w:rFonts w:hint="eastAsia"/>
          <w:rtl/>
        </w:rPr>
        <w:t>كوتاہ</w:t>
      </w:r>
      <w:r>
        <w:rPr>
          <w:rtl/>
        </w:rPr>
        <w:t xml:space="preserve"> نظري:_كے آثار، 16/ 95</w:t>
      </w:r>
      <w:r>
        <w:rPr>
          <w:rFonts w:hint="eastAsia"/>
          <w:rtl/>
        </w:rPr>
        <w:t>نيزر</w:t>
      </w:r>
      <w:r>
        <w:rPr>
          <w:rtl/>
        </w:rPr>
        <w:t>_ك قسم توڑنے والے اور عہد شكن افراد</w:t>
      </w:r>
    </w:p>
    <w:p w:rsidR="001F628F" w:rsidRDefault="001F628F" w:rsidP="00260474">
      <w:pPr>
        <w:pStyle w:val="libNormal"/>
        <w:rPr>
          <w:rtl/>
        </w:rPr>
      </w:pPr>
      <w:r>
        <w:rPr>
          <w:rFonts w:hint="eastAsia"/>
          <w:rtl/>
        </w:rPr>
        <w:t>كينہ</w:t>
      </w:r>
      <w:r>
        <w:rPr>
          <w:rtl/>
        </w:rPr>
        <w:t>:_كا مقام، 15/ 47، _كا رفع ، اس كا پيش خيمہ، 15/ 47</w:t>
      </w:r>
      <w:r>
        <w:rPr>
          <w:rFonts w:hint="eastAsia"/>
          <w:rtl/>
        </w:rPr>
        <w:t>نيزر</w:t>
      </w:r>
      <w:r>
        <w:rPr>
          <w:rtl/>
        </w:rPr>
        <w:t xml:space="preserve"> _ك بہشت، اہل بہشت اور متقين</w:t>
      </w:r>
    </w:p>
    <w:p w:rsidR="001F628F" w:rsidRDefault="001F628F" w:rsidP="00260474">
      <w:pPr>
        <w:pStyle w:val="Heading2Center"/>
        <w:rPr>
          <w:rtl/>
        </w:rPr>
      </w:pPr>
      <w:bookmarkStart w:id="308" w:name="_Toc28081986"/>
      <w:r>
        <w:rPr>
          <w:rtl/>
        </w:rPr>
        <w:t>'' گ''</w:t>
      </w:r>
      <w:bookmarkEnd w:id="308"/>
    </w:p>
    <w:p w:rsidR="001F628F" w:rsidRDefault="001F628F" w:rsidP="00260474">
      <w:pPr>
        <w:pStyle w:val="libNormal"/>
        <w:rPr>
          <w:rtl/>
        </w:rPr>
      </w:pPr>
      <w:r>
        <w:rPr>
          <w:rFonts w:hint="eastAsia"/>
          <w:rtl/>
        </w:rPr>
        <w:t>گائے</w:t>
      </w:r>
      <w:r>
        <w:rPr>
          <w:rtl/>
        </w:rPr>
        <w:t>:_كى كھال، اس كے فوائد، 16/ 80; _كا خالق، 16/5; _كى خلقت اس كا فلسفہ، 16/ 5;_كا دود ھ اس كا آيات خدا مي</w:t>
      </w:r>
      <w:r w:rsidR="00083993">
        <w:rPr>
          <w:rtl/>
        </w:rPr>
        <w:t xml:space="preserve">ں </w:t>
      </w:r>
      <w:r>
        <w:rPr>
          <w:rtl/>
        </w:rPr>
        <w:t>سے ہونا، 16/66;اس كے خروج سے عبرت، 16/66; اس كے فوائد، 16/ 66; اس كے خروج كى كيفيت ،16/ 66; _سے عبرت، 16/ 66; _كے فوائد، 16/ 5; _كا گوشت ، اس كا صدر اسل</w:t>
      </w:r>
      <w:r>
        <w:rPr>
          <w:rFonts w:hint="eastAsia"/>
          <w:rtl/>
        </w:rPr>
        <w:t>ام</w:t>
      </w:r>
      <w:r>
        <w:rPr>
          <w:rtl/>
        </w:rPr>
        <w:t xml:space="preserve"> مي</w:t>
      </w:r>
      <w:r w:rsidR="00083993">
        <w:rPr>
          <w:rtl/>
        </w:rPr>
        <w:t xml:space="preserve">ں </w:t>
      </w:r>
      <w:r>
        <w:rPr>
          <w:rtl/>
        </w:rPr>
        <w:t>كھاياجانا16/8; _كے بال، اس كے فوائد، 16/ 80</w:t>
      </w:r>
      <w:r>
        <w:rPr>
          <w:rFonts w:hint="eastAsia"/>
          <w:rtl/>
        </w:rPr>
        <w:t>نيز</w:t>
      </w:r>
      <w:r>
        <w:rPr>
          <w:rtl/>
        </w:rPr>
        <w:t xml:space="preserve"> ر_ك نعمت</w:t>
      </w:r>
    </w:p>
    <w:p w:rsidR="001F628F" w:rsidRDefault="001F628F" w:rsidP="00260474">
      <w:pPr>
        <w:pStyle w:val="libNormal"/>
        <w:rPr>
          <w:rtl/>
        </w:rPr>
      </w:pPr>
      <w:r>
        <w:rPr>
          <w:rFonts w:hint="eastAsia"/>
          <w:rtl/>
        </w:rPr>
        <w:t>گردن</w:t>
      </w:r>
      <w:r>
        <w:rPr>
          <w:rtl/>
        </w:rPr>
        <w:t>:</w:t>
      </w:r>
      <w:r>
        <w:rPr>
          <w:rFonts w:hint="eastAsia"/>
          <w:rtl/>
        </w:rPr>
        <w:t>ر</w:t>
      </w:r>
      <w:r>
        <w:rPr>
          <w:rtl/>
        </w:rPr>
        <w:t>_ك تشبيہات قرآن</w:t>
      </w:r>
    </w:p>
    <w:p w:rsidR="001F628F" w:rsidRDefault="001F628F" w:rsidP="00260474">
      <w:pPr>
        <w:pStyle w:val="libNormal"/>
        <w:rPr>
          <w:rtl/>
        </w:rPr>
      </w:pPr>
      <w:r>
        <w:rPr>
          <w:rFonts w:hint="eastAsia"/>
          <w:rtl/>
        </w:rPr>
        <w:t>گرسنگي</w:t>
      </w:r>
      <w:r>
        <w:rPr>
          <w:rtl/>
        </w:rPr>
        <w:t>:_كے آثار، 16/ 112;_كى بلائ، 16/ 112; _كے عوامل، 16/ 112</w:t>
      </w:r>
      <w:r>
        <w:rPr>
          <w:rFonts w:hint="eastAsia"/>
          <w:rtl/>
        </w:rPr>
        <w:t>نيزر</w:t>
      </w:r>
      <w:r>
        <w:rPr>
          <w:rtl/>
        </w:rPr>
        <w:t>_ك مكہ</w:t>
      </w:r>
    </w:p>
    <w:p w:rsidR="001F628F" w:rsidRDefault="001F628F" w:rsidP="00260474">
      <w:pPr>
        <w:pStyle w:val="libNormal"/>
        <w:rPr>
          <w:rtl/>
        </w:rPr>
      </w:pPr>
      <w:r>
        <w:rPr>
          <w:rFonts w:hint="eastAsia"/>
          <w:rtl/>
        </w:rPr>
        <w:t>گھوڑا</w:t>
      </w:r>
      <w:r>
        <w:rPr>
          <w:rtl/>
        </w:rPr>
        <w:t>:_سے استفادہ ،16/8; _كا خالق ، 16/8; _كى خلقت، اس كا فلسفہ ، 16/8;_كا زينت ہونا ، 16/8; _كى سوراي، 16/8; _كا صدر اسلام مي</w:t>
      </w:r>
      <w:r w:rsidR="00083993">
        <w:rPr>
          <w:rtl/>
        </w:rPr>
        <w:t xml:space="preserve">ں </w:t>
      </w:r>
      <w:r>
        <w:rPr>
          <w:rtl/>
        </w:rPr>
        <w:t>گوشت ، اس كا كھانا، 16/8</w:t>
      </w:r>
    </w:p>
    <w:p w:rsidR="001F628F" w:rsidRDefault="001F628F" w:rsidP="00260474">
      <w:pPr>
        <w:pStyle w:val="libNormal"/>
        <w:rPr>
          <w:rtl/>
        </w:rPr>
      </w:pPr>
      <w:r>
        <w:rPr>
          <w:rFonts w:hint="eastAsia"/>
          <w:rtl/>
        </w:rPr>
        <w:t>گمراہ</w:t>
      </w:r>
      <w:r>
        <w:rPr>
          <w:rtl/>
        </w:rPr>
        <w:t xml:space="preserve"> كرنے والے :_جہنم مي</w:t>
      </w:r>
      <w:r w:rsidR="00083993">
        <w:rPr>
          <w:rtl/>
        </w:rPr>
        <w:t xml:space="preserve">ں </w:t>
      </w:r>
      <w:r>
        <w:rPr>
          <w:rtl/>
        </w:rPr>
        <w:t>،14/30; _كا گناہ، 16/25</w:t>
      </w:r>
    </w:p>
    <w:p w:rsidR="001F628F" w:rsidRDefault="001F628F" w:rsidP="00260474">
      <w:pPr>
        <w:pStyle w:val="libNormal"/>
        <w:rPr>
          <w:rtl/>
        </w:rPr>
      </w:pPr>
      <w:r>
        <w:rPr>
          <w:rFonts w:hint="eastAsia"/>
          <w:rtl/>
        </w:rPr>
        <w:t>گمراہ</w:t>
      </w:r>
      <w:r>
        <w:rPr>
          <w:rtl/>
        </w:rPr>
        <w:t xml:space="preserve"> كرنا:_ كى مذّ مت ، 16/63</w:t>
      </w:r>
      <w:r>
        <w:rPr>
          <w:rFonts w:hint="eastAsia"/>
          <w:rtl/>
        </w:rPr>
        <w:t>نيز</w:t>
      </w:r>
      <w:r>
        <w:rPr>
          <w:rtl/>
        </w:rPr>
        <w:t xml:space="preserve"> ر_ك ابليس اور شيطان</w:t>
      </w:r>
    </w:p>
    <w:p w:rsidR="001F628F" w:rsidRDefault="001F628F" w:rsidP="00260474">
      <w:pPr>
        <w:pStyle w:val="libNormal"/>
        <w:rPr>
          <w:rtl/>
        </w:rPr>
      </w:pPr>
      <w:r>
        <w:rPr>
          <w:rFonts w:hint="eastAsia"/>
          <w:rtl/>
        </w:rPr>
        <w:t>گھر</w:t>
      </w:r>
      <w:r>
        <w:rPr>
          <w:rtl/>
        </w:rPr>
        <w:t>:_ مي</w:t>
      </w:r>
      <w:r w:rsidR="00083993">
        <w:rPr>
          <w:rtl/>
        </w:rPr>
        <w:t xml:space="preserve">ں </w:t>
      </w:r>
      <w:r>
        <w:rPr>
          <w:rtl/>
        </w:rPr>
        <w:t>سكون، 16/ 80; _كا ساز و سامان، ان كى فراہمي، 16/80; سبك _ ، ان كى تعمير كا ذريعہ، 16/80; سنگين_، 15/80، 82، _ كا نقش، 16/80</w:t>
      </w:r>
      <w:r>
        <w:rPr>
          <w:rFonts w:hint="eastAsia"/>
          <w:rtl/>
        </w:rPr>
        <w:t>نيز</w:t>
      </w:r>
      <w:r>
        <w:rPr>
          <w:rtl/>
        </w:rPr>
        <w:t xml:space="preserve"> ر_ك گھر كى تعمير ، دين ، قوم ثمود اور گھر كى تعمير</w:t>
      </w:r>
    </w:p>
    <w:p w:rsidR="00260474" w:rsidRDefault="001F628F" w:rsidP="00260474">
      <w:pPr>
        <w:pStyle w:val="libNormal"/>
        <w:rPr>
          <w:rtl/>
        </w:rPr>
      </w:pPr>
      <w:r>
        <w:rPr>
          <w:rFonts w:hint="eastAsia"/>
          <w:rtl/>
        </w:rPr>
        <w:t>گرمي</w:t>
      </w:r>
      <w:r>
        <w:rPr>
          <w:rtl/>
        </w:rPr>
        <w:t>:</w:t>
      </w:r>
      <w:r w:rsidR="00260474" w:rsidRPr="00260474">
        <w:rPr>
          <w:rtl/>
        </w:rPr>
        <w:t xml:space="preserve"> </w:t>
      </w:r>
      <w:r w:rsidR="00260474">
        <w:rPr>
          <w:rtl/>
        </w:rPr>
        <w:t>_كا ذريعہ، 16/ 5</w:t>
      </w:r>
    </w:p>
    <w:p w:rsidR="00260474" w:rsidRDefault="00260474" w:rsidP="00260474">
      <w:pPr>
        <w:pStyle w:val="libNormal"/>
        <w:rPr>
          <w:rtl/>
        </w:rPr>
      </w:pPr>
      <w:r>
        <w:rPr>
          <w:rFonts w:hint="eastAsia"/>
          <w:rtl/>
        </w:rPr>
        <w:t>گيلى</w:t>
      </w:r>
      <w:r>
        <w:rPr>
          <w:rtl/>
        </w:rPr>
        <w:t xml:space="preserve"> مٹى :</w:t>
      </w:r>
      <w:r>
        <w:rPr>
          <w:rFonts w:hint="eastAsia"/>
          <w:rtl/>
        </w:rPr>
        <w:t>ر</w:t>
      </w:r>
      <w:r>
        <w:rPr>
          <w:rtl/>
        </w:rPr>
        <w:t>_ك انسان اور خلقت</w:t>
      </w:r>
    </w:p>
    <w:p w:rsidR="00260474" w:rsidRDefault="00260474" w:rsidP="00260474">
      <w:pPr>
        <w:pStyle w:val="libNormal"/>
        <w:rPr>
          <w:rtl/>
        </w:rPr>
      </w:pPr>
      <w:r>
        <w:rPr>
          <w:rFonts w:hint="eastAsia"/>
          <w:rtl/>
        </w:rPr>
        <w:t>گل</w:t>
      </w:r>
      <w:r>
        <w:rPr>
          <w:rtl/>
        </w:rPr>
        <w:t>:</w:t>
      </w:r>
      <w:r>
        <w:rPr>
          <w:rFonts w:hint="eastAsia"/>
          <w:rtl/>
        </w:rPr>
        <w:t>ر</w:t>
      </w:r>
      <w:r>
        <w:rPr>
          <w:rtl/>
        </w:rPr>
        <w:t>_ك غذارساني</w:t>
      </w:r>
    </w:p>
    <w:p w:rsidR="00260474" w:rsidRDefault="001E7F9D" w:rsidP="00F73EDE">
      <w:pPr>
        <w:pStyle w:val="libPoemTini"/>
        <w:rPr>
          <w:rtl/>
        </w:rPr>
      </w:pPr>
      <w:r>
        <w:rPr>
          <w:rtl/>
        </w:rPr>
        <w:br w:type="page"/>
      </w:r>
    </w:p>
    <w:p w:rsidR="001F628F" w:rsidRDefault="001F628F" w:rsidP="00260474">
      <w:pPr>
        <w:pStyle w:val="libNormal"/>
        <w:rPr>
          <w:rtl/>
        </w:rPr>
      </w:pPr>
      <w:r>
        <w:rPr>
          <w:rFonts w:hint="eastAsia"/>
          <w:rtl/>
        </w:rPr>
        <w:lastRenderedPageBreak/>
        <w:t>گمراہ</w:t>
      </w:r>
      <w:r>
        <w:rPr>
          <w:rtl/>
        </w:rPr>
        <w:t xml:space="preserve"> افراد:14/ 3،36، 42_كا بے يارو مددگار ہونا، 16/ 37; _كے بارے مي</w:t>
      </w:r>
      <w:r w:rsidR="00083993">
        <w:rPr>
          <w:rtl/>
        </w:rPr>
        <w:t xml:space="preserve">ں </w:t>
      </w:r>
      <w:r>
        <w:rPr>
          <w:rtl/>
        </w:rPr>
        <w:t>علم، 16/ 125; _كا انجام اس كا بيان، 15/ 45; _ جہنم مي</w:t>
      </w:r>
      <w:r w:rsidR="00083993">
        <w:rPr>
          <w:rtl/>
        </w:rPr>
        <w:t xml:space="preserve">ں </w:t>
      </w:r>
      <w:r>
        <w:rPr>
          <w:rtl/>
        </w:rPr>
        <w:t>، 15/ 44; _كا گناہ، 16/ 25; _كى محروميت، 16/ 37; _كا جہنم مي</w:t>
      </w:r>
      <w:r w:rsidR="00083993">
        <w:rPr>
          <w:rtl/>
        </w:rPr>
        <w:t xml:space="preserve">ں </w:t>
      </w:r>
      <w:r>
        <w:rPr>
          <w:rtl/>
        </w:rPr>
        <w:t>داخل ہونا، اس كى كيفيت، 15/ 44; _كى ہدايت ، اس كے شرائط ، 16/ 37; _كا ناقابل ہدايت ہونا، 16/37; _كى نااميدى ، 15/ 56</w:t>
      </w:r>
      <w:r>
        <w:rPr>
          <w:rFonts w:hint="eastAsia"/>
          <w:rtl/>
        </w:rPr>
        <w:t>نيز</w:t>
      </w:r>
      <w:r>
        <w:rPr>
          <w:rtl/>
        </w:rPr>
        <w:t xml:space="preserve"> ر_ك گمراہي</w:t>
      </w:r>
    </w:p>
    <w:p w:rsidR="001F628F" w:rsidRDefault="001F628F" w:rsidP="00260474">
      <w:pPr>
        <w:pStyle w:val="libNormal"/>
        <w:rPr>
          <w:rtl/>
        </w:rPr>
      </w:pPr>
      <w:r>
        <w:rPr>
          <w:rFonts w:hint="eastAsia"/>
          <w:rtl/>
        </w:rPr>
        <w:t>گمراہي</w:t>
      </w:r>
      <w:r>
        <w:rPr>
          <w:rtl/>
        </w:rPr>
        <w:t>:_كے آثار ، 15/ 43; _كا ذريعہ، 14/ 30; _كا اضافہ،اس كے عوامل، 14/ 27; _كى حقيقت، 16/ 9; _كے راستے ، انكا تعدّد، 14/1، 16/9; _كا پيش خيمہ، 16 /25;_كے عوامل ، 15/ 39; _كے مراتب، 14/ 3، 18; _كا سرچشمہ، 14/ 4، 16/36، 37،93،_كے موارد، 14/1،6 ،18 ، 36 ; _سے نجات، 14/501; اس كا طريقہ ، 14/ 9; اس كا پيش خيمہ، 14/ 1، 9; _كے شرائط، 14/ 1; _ كى نشانيا</w:t>
      </w:r>
      <w:r w:rsidR="00083993">
        <w:rPr>
          <w:rtl/>
        </w:rPr>
        <w:t xml:space="preserve">ں </w:t>
      </w:r>
      <w:r>
        <w:rPr>
          <w:rtl/>
        </w:rPr>
        <w:t>، 15/ 56</w:t>
      </w:r>
      <w:r>
        <w:rPr>
          <w:rFonts w:hint="eastAsia"/>
          <w:rtl/>
        </w:rPr>
        <w:t>نيزر</w:t>
      </w:r>
      <w:r>
        <w:rPr>
          <w:rtl/>
        </w:rPr>
        <w:t>_ك ابراہيم</w:t>
      </w:r>
      <w:r w:rsidR="00367F17" w:rsidRPr="00367F17">
        <w:rPr>
          <w:rStyle w:val="libAlaemChar"/>
          <w:rtl/>
        </w:rPr>
        <w:t xml:space="preserve"> عليه‌السلام </w:t>
      </w:r>
      <w:r>
        <w:rPr>
          <w:rtl/>
        </w:rPr>
        <w:t xml:space="preserve"> ، ابليس، اقرار، امتي</w:t>
      </w:r>
      <w:r w:rsidR="00083993">
        <w:rPr>
          <w:rtl/>
        </w:rPr>
        <w:t xml:space="preserve">ں </w:t>
      </w:r>
      <w:r>
        <w:rPr>
          <w:rtl/>
        </w:rPr>
        <w:t>، انسان، بنى اسرائيل، اہل جہنم، دنيا طلب افراد ، دين ، رہبر ، سبيل اللہ ، شيطان، ظالم افراد، كفار، گمراہ افراد، مرتدين، مرد، مبتكرين اور مشركين</w:t>
      </w:r>
    </w:p>
    <w:p w:rsidR="001F628F" w:rsidRDefault="001F628F" w:rsidP="00260474">
      <w:pPr>
        <w:pStyle w:val="libNormal"/>
        <w:rPr>
          <w:rtl/>
        </w:rPr>
      </w:pPr>
      <w:r>
        <w:rPr>
          <w:rFonts w:hint="eastAsia"/>
          <w:rtl/>
        </w:rPr>
        <w:t>گناہ</w:t>
      </w:r>
      <w:r>
        <w:rPr>
          <w:rtl/>
        </w:rPr>
        <w:t>:_كے آثار، 14/ 49، 16/ 36،45،85، 119; اس كے معاشرتى آثار، 15/ 58، 66، 16/112; _كى مغفرت، اس كے عوامل، 16/ 119; _سے اجتناب، 16/ 90; اس كے آثار، 15/59; _سے ندامت، 16/ 119; _كا جبران، 16/ 110; اس كے آثار، 16/ 110; _كى سنگيني16/ 25; _كا شيوع ، اس كے آثار، 15/ 66; _كى دنياوى سزا، 16/ 25; _كى سزا ،16/45; جاہلانہ_، ان كى مغفرت، 16/ 119; دوسرو</w:t>
      </w:r>
      <w:r w:rsidR="00083993">
        <w:rPr>
          <w:rtl/>
        </w:rPr>
        <w:t xml:space="preserve">ں </w:t>
      </w:r>
      <w:r>
        <w:rPr>
          <w:rtl/>
        </w:rPr>
        <w:t>كا_، اس كا تحمل، 16/25; گناہان كبيرہ، 14/ 43، 15/56،74، 79، 90، 16/ 25، 85، 95; اس كے آثار، 14/ 7; اس كى سزا، 16/ 25; ناقابل بخشش_،14/43; 44، 16/ 85; _ كے مراتب، 16/ 29،34; _</w:t>
      </w:r>
      <w:r>
        <w:rPr>
          <w:rFonts w:hint="eastAsia"/>
          <w:rtl/>
        </w:rPr>
        <w:t>كا</w:t>
      </w:r>
      <w:r>
        <w:rPr>
          <w:rtl/>
        </w:rPr>
        <w:t xml:space="preserve"> سرچشمہ، 16/ 119</w:t>
      </w:r>
    </w:p>
    <w:p w:rsidR="001F628F" w:rsidRDefault="001F628F" w:rsidP="001F628F">
      <w:pPr>
        <w:pStyle w:val="libNormal"/>
        <w:rPr>
          <w:rtl/>
        </w:rPr>
      </w:pPr>
      <w:r>
        <w:rPr>
          <w:rtl/>
        </w:rPr>
        <w:t>( خاص موارد مي</w:t>
      </w:r>
      <w:r w:rsidR="00083993">
        <w:rPr>
          <w:rtl/>
        </w:rPr>
        <w:t xml:space="preserve">ں </w:t>
      </w:r>
      <w:r>
        <w:rPr>
          <w:rtl/>
        </w:rPr>
        <w:t>خود موضوع مي</w:t>
      </w:r>
      <w:r w:rsidR="00083993">
        <w:rPr>
          <w:rtl/>
        </w:rPr>
        <w:t xml:space="preserve">ں </w:t>
      </w:r>
      <w:r>
        <w:rPr>
          <w:rtl/>
        </w:rPr>
        <w:t>تحقيق كى جائے9</w:t>
      </w:r>
    </w:p>
    <w:p w:rsidR="001F628F" w:rsidRDefault="001F628F" w:rsidP="001F628F">
      <w:pPr>
        <w:pStyle w:val="libNormal"/>
        <w:rPr>
          <w:rtl/>
        </w:rPr>
      </w:pPr>
      <w:r>
        <w:rPr>
          <w:rFonts w:hint="eastAsia"/>
          <w:rtl/>
        </w:rPr>
        <w:t>گنہگار</w:t>
      </w:r>
      <w:r>
        <w:rPr>
          <w:rtl/>
        </w:rPr>
        <w:t xml:space="preserve"> افراد:15/ 58، 16/ 61</w:t>
      </w:r>
    </w:p>
    <w:p w:rsidR="001F628F" w:rsidRDefault="001F628F" w:rsidP="001F628F">
      <w:pPr>
        <w:pStyle w:val="libNormal"/>
        <w:rPr>
          <w:rtl/>
        </w:rPr>
      </w:pPr>
      <w:r>
        <w:rPr>
          <w:rtl/>
        </w:rPr>
        <w:t>_كى مغفرت، اس كے شرائط، 16/ 110; _كى اخروى اسارت، 14/ 49; _كا مذاق اڑانا، اس كا سبب، 15/ 12; _كے استہزائ، 15/ 12; _كے دل پر قرآن كا القائ، 15/12; _سے اميدواري، اس كى اہميت، 15/49; _كا برتاؤ اس كا طريقہ، 15/ 13; _كا اخروى پيراہن، 14/ 50; _كى تقليد ، 16/ 25; _كى جہالت، 16/ 25; _كا حشر ، اس كى كيفيت، 14/ 49،50; _پر رحمت ، اس كے</w:t>
      </w:r>
    </w:p>
    <w:p w:rsidR="00260474" w:rsidRDefault="001E7F9D" w:rsidP="00F73EDE">
      <w:pPr>
        <w:pStyle w:val="libPoemTini"/>
        <w:rPr>
          <w:rtl/>
        </w:rPr>
      </w:pPr>
      <w:r>
        <w:rPr>
          <w:rtl/>
        </w:rPr>
        <w:br w:type="page"/>
      </w:r>
    </w:p>
    <w:p w:rsidR="001F628F" w:rsidRDefault="001F628F" w:rsidP="007262C7">
      <w:pPr>
        <w:pStyle w:val="libNormal"/>
        <w:rPr>
          <w:rtl/>
        </w:rPr>
      </w:pPr>
      <w:r>
        <w:rPr>
          <w:rFonts w:hint="eastAsia"/>
          <w:rtl/>
        </w:rPr>
        <w:lastRenderedPageBreak/>
        <w:t>شرائط،</w:t>
      </w:r>
      <w:r>
        <w:rPr>
          <w:rtl/>
        </w:rPr>
        <w:t xml:space="preserve"> 16/ 110; _كا چہرہ 14/ 50; _كا عذاب، 15/59; ان كا اخروى عذاب، 14/ 49، 50; _كى سزا، 15/ 12; _قيامت مي</w:t>
      </w:r>
      <w:r w:rsidR="00083993">
        <w:rPr>
          <w:rtl/>
        </w:rPr>
        <w:t xml:space="preserve">ں </w:t>
      </w:r>
      <w:r>
        <w:rPr>
          <w:rtl/>
        </w:rPr>
        <w:t>، 14/ 49،50; _اور آيات خدا، 15/ 12; _كا ناقابل ہدايت ہونا ، ان كى ھٹ دھرمي، 15/ 14; _كا اخروى مواخذہ، 15/ 92; _كا باہمى توافق 15/13</w:t>
      </w:r>
      <w:r>
        <w:rPr>
          <w:rFonts w:hint="eastAsia"/>
          <w:rtl/>
        </w:rPr>
        <w:t>نيزر</w:t>
      </w:r>
      <w:r>
        <w:rPr>
          <w:rtl/>
        </w:rPr>
        <w:t>_ك خداوند عالم</w:t>
      </w:r>
    </w:p>
    <w:p w:rsidR="001F628F" w:rsidRDefault="001F628F" w:rsidP="007262C7">
      <w:pPr>
        <w:pStyle w:val="libNormal"/>
        <w:rPr>
          <w:rtl/>
        </w:rPr>
      </w:pPr>
      <w:r>
        <w:rPr>
          <w:rFonts w:hint="eastAsia"/>
          <w:rtl/>
        </w:rPr>
        <w:t>گمراہ</w:t>
      </w:r>
      <w:r>
        <w:rPr>
          <w:rtl/>
        </w:rPr>
        <w:t xml:space="preserve"> افراد:</w:t>
      </w:r>
      <w:r>
        <w:rPr>
          <w:rFonts w:hint="eastAsia"/>
          <w:rtl/>
        </w:rPr>
        <w:t>ر</w:t>
      </w:r>
      <w:r>
        <w:rPr>
          <w:rtl/>
        </w:rPr>
        <w:t>_ك امتي</w:t>
      </w:r>
      <w:r w:rsidR="00083993">
        <w:rPr>
          <w:rtl/>
        </w:rPr>
        <w:t xml:space="preserve">ں </w:t>
      </w:r>
      <w:r>
        <w:rPr>
          <w:rtl/>
        </w:rPr>
        <w:t>، عمل اور قيامت</w:t>
      </w:r>
    </w:p>
    <w:p w:rsidR="001F628F" w:rsidRDefault="001F628F" w:rsidP="007262C7">
      <w:pPr>
        <w:pStyle w:val="libNormal"/>
        <w:rPr>
          <w:rtl/>
        </w:rPr>
      </w:pPr>
      <w:r>
        <w:rPr>
          <w:rFonts w:hint="eastAsia"/>
          <w:rtl/>
        </w:rPr>
        <w:t>گواہي</w:t>
      </w:r>
      <w:r>
        <w:rPr>
          <w:rtl/>
        </w:rPr>
        <w:t>:</w:t>
      </w:r>
      <w:r>
        <w:rPr>
          <w:rFonts w:hint="eastAsia"/>
          <w:rtl/>
        </w:rPr>
        <w:t>ر</w:t>
      </w:r>
      <w:r>
        <w:rPr>
          <w:rtl/>
        </w:rPr>
        <w:t xml:space="preserve">_ك قيامت ، محمد </w:t>
      </w:r>
      <w:r w:rsidR="00F031CD" w:rsidRPr="00F031CD">
        <w:rPr>
          <w:rStyle w:val="libAlaemChar"/>
          <w:rtl/>
        </w:rPr>
        <w:t xml:space="preserve"> صلى‌الله‌عليه‌وآله‌وسلم </w:t>
      </w:r>
      <w:r>
        <w:rPr>
          <w:rtl/>
        </w:rPr>
        <w:t xml:space="preserve"> اور ملائكہ</w:t>
      </w:r>
    </w:p>
    <w:p w:rsidR="001F628F" w:rsidRDefault="001F628F" w:rsidP="007262C7">
      <w:pPr>
        <w:pStyle w:val="libNormal"/>
        <w:rPr>
          <w:rtl/>
        </w:rPr>
      </w:pPr>
      <w:r>
        <w:rPr>
          <w:rFonts w:hint="eastAsia"/>
          <w:rtl/>
        </w:rPr>
        <w:t>گوسفند</w:t>
      </w:r>
      <w:r>
        <w:rPr>
          <w:rtl/>
        </w:rPr>
        <w:t>:_كى پشم ، اس كے فوائد، 16/ 80; _كى كھال ، اس كے فوائد، 16/ 80; _كا خالق، 16/ 5; _كى خلقت، اس كا فلسفہ، 16/ 5; _كا دودھ ،اس كا آيات خدا مي</w:t>
      </w:r>
      <w:r w:rsidR="00083993">
        <w:rPr>
          <w:rtl/>
        </w:rPr>
        <w:t xml:space="preserve">ں </w:t>
      </w:r>
      <w:r>
        <w:rPr>
          <w:rtl/>
        </w:rPr>
        <w:t>سے ہونا، 16/ 66; اس كے خروج سے عبرت ، 16/ 66; اس كے فوائد، 16/ 66; اس كے خروج كى كيفيت 16/66; _ سے عبرت 16/66;_كے فوا</w:t>
      </w:r>
      <w:r>
        <w:rPr>
          <w:rFonts w:hint="eastAsia"/>
          <w:rtl/>
        </w:rPr>
        <w:t>ئد،</w:t>
      </w:r>
      <w:r>
        <w:rPr>
          <w:rtl/>
        </w:rPr>
        <w:t xml:space="preserve"> 16/ 5; _كے بال ، ان كے فوائد، 16/80; _كا گوشت، صدر اسلام مي</w:t>
      </w:r>
      <w:r w:rsidR="00083993">
        <w:rPr>
          <w:rtl/>
        </w:rPr>
        <w:t xml:space="preserve">ں </w:t>
      </w:r>
      <w:r>
        <w:rPr>
          <w:rtl/>
        </w:rPr>
        <w:t>اس كا كھايا جانا16/ 8</w:t>
      </w:r>
      <w:r>
        <w:rPr>
          <w:rFonts w:hint="eastAsia"/>
          <w:rtl/>
        </w:rPr>
        <w:t>نيز</w:t>
      </w:r>
      <w:r>
        <w:rPr>
          <w:rtl/>
        </w:rPr>
        <w:t xml:space="preserve"> ر_ك نعت</w:t>
      </w:r>
    </w:p>
    <w:p w:rsidR="001F628F" w:rsidRDefault="001F628F" w:rsidP="007262C7">
      <w:pPr>
        <w:pStyle w:val="libNormal"/>
        <w:rPr>
          <w:rtl/>
        </w:rPr>
      </w:pPr>
      <w:r>
        <w:rPr>
          <w:rFonts w:hint="eastAsia"/>
          <w:rtl/>
        </w:rPr>
        <w:t>گوشت</w:t>
      </w:r>
      <w:r>
        <w:rPr>
          <w:rtl/>
        </w:rPr>
        <w:t>:</w:t>
      </w:r>
      <w:r>
        <w:rPr>
          <w:rFonts w:hint="eastAsia"/>
          <w:rtl/>
        </w:rPr>
        <w:t>ر</w:t>
      </w:r>
      <w:r>
        <w:rPr>
          <w:rtl/>
        </w:rPr>
        <w:t>_ك گھوڑا ، خچر، گدھا، چوپائے ، حيوانات اور گوسفند</w:t>
      </w:r>
    </w:p>
    <w:p w:rsidR="001F628F" w:rsidRDefault="001F628F" w:rsidP="007262C7">
      <w:pPr>
        <w:pStyle w:val="libNormal"/>
        <w:rPr>
          <w:rtl/>
        </w:rPr>
      </w:pPr>
      <w:r>
        <w:rPr>
          <w:rFonts w:hint="eastAsia"/>
          <w:rtl/>
        </w:rPr>
        <w:t>گونگھا</w:t>
      </w:r>
      <w:r>
        <w:rPr>
          <w:rtl/>
        </w:rPr>
        <w:t>:</w:t>
      </w:r>
      <w:r>
        <w:rPr>
          <w:rFonts w:hint="eastAsia"/>
          <w:rtl/>
        </w:rPr>
        <w:t>ر</w:t>
      </w:r>
      <w:r>
        <w:rPr>
          <w:rtl/>
        </w:rPr>
        <w:t>_ك قرآنى مثالي</w:t>
      </w:r>
      <w:r w:rsidR="00083993">
        <w:rPr>
          <w:rtl/>
        </w:rPr>
        <w:t xml:space="preserve">ں </w:t>
      </w:r>
    </w:p>
    <w:p w:rsidR="001F628F" w:rsidRDefault="001F628F" w:rsidP="007262C7">
      <w:pPr>
        <w:pStyle w:val="libNormal"/>
        <w:rPr>
          <w:rtl/>
        </w:rPr>
      </w:pPr>
      <w:r>
        <w:rPr>
          <w:rFonts w:hint="eastAsia"/>
          <w:rtl/>
        </w:rPr>
        <w:t>گونگھاپن</w:t>
      </w:r>
      <w:r>
        <w:rPr>
          <w:rtl/>
        </w:rPr>
        <w:t>:</w:t>
      </w:r>
      <w:r>
        <w:rPr>
          <w:rFonts w:hint="eastAsia"/>
          <w:rtl/>
        </w:rPr>
        <w:t>ر</w:t>
      </w:r>
      <w:r>
        <w:rPr>
          <w:rtl/>
        </w:rPr>
        <w:t>_ك ظالم افراد</w:t>
      </w:r>
    </w:p>
    <w:p w:rsidR="001F628F" w:rsidRDefault="001F628F" w:rsidP="007262C7">
      <w:pPr>
        <w:pStyle w:val="libNormal"/>
        <w:rPr>
          <w:rtl/>
        </w:rPr>
      </w:pPr>
      <w:r>
        <w:rPr>
          <w:rFonts w:hint="eastAsia"/>
          <w:rtl/>
        </w:rPr>
        <w:t>گھونسلہ</w:t>
      </w:r>
      <w:r>
        <w:rPr>
          <w:rtl/>
        </w:rPr>
        <w:t xml:space="preserve"> بنانا:</w:t>
      </w:r>
      <w:r>
        <w:rPr>
          <w:rFonts w:hint="eastAsia"/>
          <w:rtl/>
        </w:rPr>
        <w:t>گھرو</w:t>
      </w:r>
      <w:r w:rsidR="00083993">
        <w:rPr>
          <w:rFonts w:hint="eastAsia"/>
          <w:rtl/>
        </w:rPr>
        <w:t xml:space="preserve">ں </w:t>
      </w:r>
      <w:r>
        <w:rPr>
          <w:rtl/>
        </w:rPr>
        <w:t>پر_، 16/ 68; درختو</w:t>
      </w:r>
      <w:r w:rsidR="00083993">
        <w:rPr>
          <w:rtl/>
        </w:rPr>
        <w:t xml:space="preserve">ں </w:t>
      </w:r>
      <w:r>
        <w:rPr>
          <w:rtl/>
        </w:rPr>
        <w:t>پر_، 16/ 68; سايبانو</w:t>
      </w:r>
      <w:r w:rsidR="00083993">
        <w:rPr>
          <w:rtl/>
        </w:rPr>
        <w:t xml:space="preserve">ں </w:t>
      </w:r>
      <w:r>
        <w:rPr>
          <w:rtl/>
        </w:rPr>
        <w:t>پر _، 16/ 68</w:t>
      </w:r>
      <w:r>
        <w:rPr>
          <w:rFonts w:hint="eastAsia"/>
          <w:rtl/>
        </w:rPr>
        <w:t>نيز</w:t>
      </w:r>
      <w:r>
        <w:rPr>
          <w:rtl/>
        </w:rPr>
        <w:t xml:space="preserve"> ر_ك شہد كى مكھي</w:t>
      </w:r>
    </w:p>
    <w:p w:rsidR="001F628F" w:rsidRDefault="001F628F" w:rsidP="007262C7">
      <w:pPr>
        <w:pStyle w:val="Heading2Center"/>
        <w:rPr>
          <w:rtl/>
        </w:rPr>
      </w:pPr>
      <w:bookmarkStart w:id="309" w:name="_Toc28081987"/>
      <w:r>
        <w:rPr>
          <w:rtl/>
        </w:rPr>
        <w:t>'' ل''</w:t>
      </w:r>
      <w:bookmarkEnd w:id="309"/>
    </w:p>
    <w:p w:rsidR="001F628F" w:rsidRDefault="001F628F" w:rsidP="007262C7">
      <w:pPr>
        <w:pStyle w:val="libNormal"/>
        <w:rPr>
          <w:rtl/>
        </w:rPr>
      </w:pPr>
      <w:r>
        <w:rPr>
          <w:rFonts w:hint="eastAsia"/>
          <w:rtl/>
        </w:rPr>
        <w:t>لباس</w:t>
      </w:r>
      <w:r>
        <w:rPr>
          <w:rtl/>
        </w:rPr>
        <w:t>:_كى اہميت، 16/6، 81; _كى فراہمى ، اس كے منابع ، 16/ 81;مباح _ 16/ 14</w:t>
      </w:r>
      <w:r>
        <w:rPr>
          <w:rFonts w:hint="eastAsia"/>
          <w:rtl/>
        </w:rPr>
        <w:t>نيز</w:t>
      </w:r>
      <w:r>
        <w:rPr>
          <w:rtl/>
        </w:rPr>
        <w:t xml:space="preserve"> ر_ك نعمت اور ضرورت</w:t>
      </w:r>
    </w:p>
    <w:p w:rsidR="001F628F" w:rsidRDefault="001F628F" w:rsidP="007262C7">
      <w:pPr>
        <w:pStyle w:val="libNormal"/>
        <w:rPr>
          <w:rtl/>
        </w:rPr>
      </w:pPr>
      <w:r>
        <w:rPr>
          <w:rFonts w:hint="eastAsia"/>
          <w:rtl/>
        </w:rPr>
        <w:t>لجاجت</w:t>
      </w:r>
      <w:r>
        <w:rPr>
          <w:rtl/>
        </w:rPr>
        <w:t>:_كے آثار، 15/ 15</w:t>
      </w:r>
      <w:r>
        <w:rPr>
          <w:rFonts w:hint="eastAsia"/>
          <w:rtl/>
        </w:rPr>
        <w:t>نيزر</w:t>
      </w:r>
      <w:r>
        <w:rPr>
          <w:rtl/>
        </w:rPr>
        <w:t>_ك گذشتہ اقوام ، صاحبان غلام ، توحيد، حق ، قوم ثمود ، قوم لوط</w:t>
      </w:r>
      <w:r w:rsidR="00367F17" w:rsidRPr="00367F17">
        <w:rPr>
          <w:rStyle w:val="libAlaemChar"/>
          <w:rtl/>
        </w:rPr>
        <w:t xml:space="preserve"> عليه‌السلام </w:t>
      </w:r>
      <w:r>
        <w:rPr>
          <w:rtl/>
        </w:rPr>
        <w:t xml:space="preserve"> ، كفار ، كفار مكہ، گنہگار افراد، محمد </w:t>
      </w:r>
      <w:r w:rsidR="00F031CD" w:rsidRPr="00F031CD">
        <w:rPr>
          <w:rStyle w:val="libAlaemChar"/>
          <w:rtl/>
        </w:rPr>
        <w:t xml:space="preserve"> صلى‌الله‌عليه‌وآله‌وسلم </w:t>
      </w:r>
      <w:r>
        <w:rPr>
          <w:rtl/>
        </w:rPr>
        <w:t xml:space="preserve"> اور مشركين</w:t>
      </w:r>
    </w:p>
    <w:p w:rsidR="001F628F" w:rsidRDefault="001F628F" w:rsidP="007262C7">
      <w:pPr>
        <w:pStyle w:val="libNormal"/>
        <w:rPr>
          <w:rtl/>
        </w:rPr>
      </w:pPr>
      <w:r>
        <w:rPr>
          <w:rFonts w:hint="eastAsia"/>
          <w:rtl/>
        </w:rPr>
        <w:t>لذائذ</w:t>
      </w:r>
      <w:r>
        <w:rPr>
          <w:rtl/>
        </w:rPr>
        <w:t xml:space="preserve"> :</w:t>
      </w:r>
      <w:r>
        <w:rPr>
          <w:rFonts w:hint="eastAsia"/>
          <w:rtl/>
        </w:rPr>
        <w:t>ر</w:t>
      </w:r>
      <w:r>
        <w:rPr>
          <w:rtl/>
        </w:rPr>
        <w:t>_ك علائق اور كفار</w:t>
      </w:r>
    </w:p>
    <w:p w:rsidR="001F628F" w:rsidRDefault="001F628F" w:rsidP="001F628F">
      <w:pPr>
        <w:pStyle w:val="libNormal"/>
        <w:rPr>
          <w:rtl/>
        </w:rPr>
      </w:pPr>
      <w:r>
        <w:rPr>
          <w:rFonts w:hint="eastAsia"/>
          <w:rtl/>
        </w:rPr>
        <w:t>لطف</w:t>
      </w:r>
      <w:r>
        <w:rPr>
          <w:rtl/>
        </w:rPr>
        <w:t xml:space="preserve"> خدا:</w:t>
      </w:r>
    </w:p>
    <w:p w:rsidR="007262C7" w:rsidRDefault="001E7F9D" w:rsidP="00F73EDE">
      <w:pPr>
        <w:pStyle w:val="libPoemTini"/>
        <w:rPr>
          <w:rtl/>
        </w:rPr>
      </w:pPr>
      <w:r>
        <w:rPr>
          <w:rtl/>
        </w:rPr>
        <w:br w:type="page"/>
      </w:r>
    </w:p>
    <w:p w:rsidR="001F628F" w:rsidRDefault="001F628F" w:rsidP="007262C7">
      <w:pPr>
        <w:pStyle w:val="libNormal"/>
        <w:rPr>
          <w:rtl/>
        </w:rPr>
      </w:pPr>
      <w:r>
        <w:rPr>
          <w:rtl/>
        </w:rPr>
        <w:lastRenderedPageBreak/>
        <w:t>_كے شامل حال افراد،14/23، 31، 34، 15/ 25، 53، 61، 92، 99، 16/ 37، 81، 96، 110، 128</w:t>
      </w:r>
    </w:p>
    <w:p w:rsidR="001F628F" w:rsidRDefault="001F628F" w:rsidP="007262C7">
      <w:pPr>
        <w:pStyle w:val="libNormal"/>
        <w:rPr>
          <w:rtl/>
        </w:rPr>
      </w:pPr>
      <w:r>
        <w:rPr>
          <w:rFonts w:hint="eastAsia"/>
          <w:rtl/>
        </w:rPr>
        <w:t>لحن</w:t>
      </w:r>
      <w:r>
        <w:rPr>
          <w:rtl/>
        </w:rPr>
        <w:t>:_كے شامل حال افراد، 14/ 27، 15/ 35; ان كى دعا كى اجابت ، 15/ 37</w:t>
      </w:r>
      <w:r>
        <w:rPr>
          <w:rFonts w:hint="eastAsia"/>
          <w:rtl/>
        </w:rPr>
        <w:t>نيز</w:t>
      </w:r>
      <w:r>
        <w:rPr>
          <w:rtl/>
        </w:rPr>
        <w:t xml:space="preserve"> ر_ك ابليس اور شيطان</w:t>
      </w:r>
    </w:p>
    <w:p w:rsidR="001F628F" w:rsidRDefault="001F628F" w:rsidP="007262C7">
      <w:pPr>
        <w:pStyle w:val="libNormal"/>
        <w:rPr>
          <w:rtl/>
        </w:rPr>
      </w:pPr>
      <w:r>
        <w:rPr>
          <w:rFonts w:hint="eastAsia"/>
          <w:rtl/>
        </w:rPr>
        <w:t>لواط</w:t>
      </w:r>
      <w:r>
        <w:rPr>
          <w:rtl/>
        </w:rPr>
        <w:t>:_كے آثار، 15/67، 79</w:t>
      </w:r>
      <w:r>
        <w:rPr>
          <w:rFonts w:hint="eastAsia"/>
          <w:rtl/>
        </w:rPr>
        <w:t>نيز</w:t>
      </w:r>
      <w:r>
        <w:rPr>
          <w:rtl/>
        </w:rPr>
        <w:t xml:space="preserve"> ر_ك قوم لوط</w:t>
      </w:r>
    </w:p>
    <w:p w:rsidR="001F628F" w:rsidRDefault="001F628F" w:rsidP="007262C7">
      <w:pPr>
        <w:pStyle w:val="libNormal"/>
        <w:rPr>
          <w:rtl/>
        </w:rPr>
      </w:pPr>
      <w:r>
        <w:rPr>
          <w:rFonts w:hint="eastAsia"/>
          <w:rtl/>
        </w:rPr>
        <w:t>لوگ</w:t>
      </w:r>
      <w:r>
        <w:rPr>
          <w:rtl/>
        </w:rPr>
        <w:t>:_و</w:t>
      </w:r>
      <w:r w:rsidR="00083993">
        <w:rPr>
          <w:rtl/>
        </w:rPr>
        <w:t xml:space="preserve">ں </w:t>
      </w:r>
      <w:r>
        <w:rPr>
          <w:rtl/>
        </w:rPr>
        <w:t>كاگمراہ كرنا ، اس كا انجام، 14/ 30; اس كا گناہ، 16/ 25; _و</w:t>
      </w:r>
      <w:r w:rsidR="00083993">
        <w:rPr>
          <w:rtl/>
        </w:rPr>
        <w:t xml:space="preserve">ں </w:t>
      </w:r>
      <w:r>
        <w:rPr>
          <w:rtl/>
        </w:rPr>
        <w:t>كا انذار، 14/ 44، 16/2; _و</w:t>
      </w:r>
      <w:r w:rsidR="00083993">
        <w:rPr>
          <w:rtl/>
        </w:rPr>
        <w:t xml:space="preserve">ں </w:t>
      </w:r>
      <w:r>
        <w:rPr>
          <w:rtl/>
        </w:rPr>
        <w:t>كى خبر داري، اس كى اہميت، 14/25; _و</w:t>
      </w:r>
      <w:r w:rsidR="00083993">
        <w:rPr>
          <w:rtl/>
        </w:rPr>
        <w:t xml:space="preserve">ں </w:t>
      </w:r>
      <w:r>
        <w:rPr>
          <w:rtl/>
        </w:rPr>
        <w:t>كى فكر ى ترقى ، اس كى اہميت، 16/ 44; بعثت سے متصل_، ان كى آگاہي، 14/ 45; ان كى تاريخ سے آشنائي، ان كى گمراہي، 14/ 1; وہ اور قوم ثمود كى تاريخ،14/ 9; وہ اور قوم عاد كى تاريخ، 14/9; وہ اور قوم نوح</w:t>
      </w:r>
      <w:r w:rsidR="00367F17" w:rsidRPr="00367F17">
        <w:rPr>
          <w:rStyle w:val="libAlaemChar"/>
          <w:rtl/>
        </w:rPr>
        <w:t xml:space="preserve"> عليه‌السلام </w:t>
      </w:r>
      <w:r>
        <w:rPr>
          <w:rtl/>
        </w:rPr>
        <w:t xml:space="preserve"> كى تاريخ، 14/ 9; _و</w:t>
      </w:r>
      <w:r w:rsidR="00083993">
        <w:rPr>
          <w:rtl/>
        </w:rPr>
        <w:t xml:space="preserve">ں </w:t>
      </w:r>
      <w:r>
        <w:rPr>
          <w:rtl/>
        </w:rPr>
        <w:t>كى ہدايت، 16/ 128; اس كى اہميت، 14/ 1، 5; _كى ہوشيارى ، اس كى اہميت، 16/ 90</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w:t>
      </w:r>
      <w:r w:rsidR="003D0BA1">
        <w:rPr>
          <w:rtl/>
        </w:rPr>
        <w:t>انبياء</w:t>
      </w:r>
      <w:r>
        <w:rPr>
          <w:rtl/>
        </w:rPr>
        <w:t>، تبليغ، مبلغين، محمد</w:t>
      </w:r>
      <w:r w:rsidR="00F031CD" w:rsidRPr="00F031CD">
        <w:rPr>
          <w:rStyle w:val="libAlaemChar"/>
          <w:rtl/>
        </w:rPr>
        <w:t xml:space="preserve"> صلى‌الله‌عليه‌وآله‌وسلم </w:t>
      </w:r>
      <w:r>
        <w:rPr>
          <w:rtl/>
        </w:rPr>
        <w:t xml:space="preserve"> اور مكہ</w:t>
      </w:r>
    </w:p>
    <w:p w:rsidR="001F628F" w:rsidRDefault="001F628F" w:rsidP="007262C7">
      <w:pPr>
        <w:pStyle w:val="libNormal"/>
        <w:rPr>
          <w:rtl/>
        </w:rPr>
      </w:pPr>
      <w:r>
        <w:rPr>
          <w:rFonts w:hint="eastAsia"/>
          <w:rtl/>
        </w:rPr>
        <w:t>لباس</w:t>
      </w:r>
      <w:r>
        <w:rPr>
          <w:rtl/>
        </w:rPr>
        <w:t>:</w:t>
      </w:r>
      <w:r>
        <w:rPr>
          <w:rFonts w:hint="eastAsia"/>
          <w:rtl/>
        </w:rPr>
        <w:t>ر</w:t>
      </w:r>
      <w:r>
        <w:rPr>
          <w:rtl/>
        </w:rPr>
        <w:t>_ك لباس</w:t>
      </w:r>
    </w:p>
    <w:p w:rsidR="001F628F" w:rsidRDefault="001F628F" w:rsidP="007262C7">
      <w:pPr>
        <w:pStyle w:val="libNormal"/>
        <w:rPr>
          <w:rtl/>
        </w:rPr>
      </w:pPr>
      <w:r>
        <w:rPr>
          <w:rFonts w:hint="eastAsia"/>
          <w:rtl/>
        </w:rPr>
        <w:t>لوح</w:t>
      </w:r>
      <w:r>
        <w:rPr>
          <w:rtl/>
        </w:rPr>
        <w:t xml:space="preserve"> محفوظ :</w:t>
      </w:r>
      <w:r>
        <w:rPr>
          <w:rFonts w:hint="eastAsia"/>
          <w:rtl/>
        </w:rPr>
        <w:t>ر</w:t>
      </w:r>
      <w:r>
        <w:rPr>
          <w:rtl/>
        </w:rPr>
        <w:t>_ك قرآن</w:t>
      </w:r>
    </w:p>
    <w:p w:rsidR="001F628F" w:rsidRDefault="001F628F" w:rsidP="007262C7">
      <w:pPr>
        <w:pStyle w:val="libNormal"/>
        <w:rPr>
          <w:rtl/>
        </w:rPr>
      </w:pPr>
      <w:r>
        <w:rPr>
          <w:rFonts w:hint="eastAsia"/>
          <w:rtl/>
        </w:rPr>
        <w:t>لوط</w:t>
      </w:r>
      <w:r w:rsidR="00367F17" w:rsidRPr="00367F17">
        <w:rPr>
          <w:rStyle w:val="libAlaemChar"/>
          <w:rtl/>
        </w:rPr>
        <w:t xml:space="preserve"> عليه‌السلام </w:t>
      </w:r>
      <w:r>
        <w:rPr>
          <w:rtl/>
        </w:rPr>
        <w:t xml:space="preserve"> :_كى آبرو ، اس كى توہين،15/70; اس كا سرچشمہ، 15/ 66; _پر اتمام حجت، 15/ 63; _ پر اعتراض ، 15/ 70; _كے انذار، 15/ 63; اس پر شك، 15/ 63; _كى تجويز، 15/71; _كى تاريخ، 15/ 59; _كے زمانہ مي</w:t>
      </w:r>
      <w:r w:rsidR="00083993">
        <w:rPr>
          <w:rtl/>
        </w:rPr>
        <w:t xml:space="preserve">ں </w:t>
      </w:r>
      <w:r>
        <w:rPr>
          <w:rtl/>
        </w:rPr>
        <w:t>تمدن، 15/ 67; _ كا خاندان ، اس كا امن، 15/ 65; اس كى پاكيزگي، 15/ 59; ا</w:t>
      </w:r>
      <w:r>
        <w:rPr>
          <w:rFonts w:hint="eastAsia"/>
          <w:rtl/>
        </w:rPr>
        <w:t>س</w:t>
      </w:r>
      <w:r>
        <w:rPr>
          <w:rtl/>
        </w:rPr>
        <w:t xml:space="preserve"> كا منزہ ہونا، 15/ 59; وہ اور گناہ ، 15/ 59; ان كے فضائل ، 15/ 61; ان كى ہجرت كى كيفيت ، 15/ 65; ان كى ذمہ دارى ، 15/ 65; ان كى ہجرت كا راستہ، 15/ 65; ان كى نجات، 59، 15/ 65; ان كى نجات كے عوامل، 15/ 59; ان كو نہي، 15/ 65; ان پر ملائكہ كا داخلہ، 15/ 61; ا</w:t>
      </w:r>
      <w:r>
        <w:rPr>
          <w:rFonts w:hint="eastAsia"/>
          <w:rtl/>
        </w:rPr>
        <w:t>ن</w:t>
      </w:r>
      <w:r>
        <w:rPr>
          <w:rtl/>
        </w:rPr>
        <w:t xml:space="preserve"> كى رات كو ہجرت ، 15/ 65;_كا گھر ، اس كا نقش، 15/ 70; _كے تقاضے ، 15 / 62،70; _كى لڑكيا</w:t>
      </w:r>
      <w:r w:rsidR="00083993">
        <w:rPr>
          <w:rtl/>
        </w:rPr>
        <w:t xml:space="preserve">ں </w:t>
      </w:r>
      <w:r>
        <w:rPr>
          <w:rtl/>
        </w:rPr>
        <w:t>، ان كے ساتھ ازدواج، 15/ 71; _كى ذلت، اس سے نہى ، 15/ 69; _كيطرف رجوع، 15/ 70; _كى سخاوت، 15/ 70; _كى مذمت، 15/ 70; _كے زمانہ مي</w:t>
      </w:r>
      <w:r w:rsidR="00083993">
        <w:rPr>
          <w:rtl/>
        </w:rPr>
        <w:t xml:space="preserve">ں </w:t>
      </w:r>
      <w:r>
        <w:rPr>
          <w:rtl/>
        </w:rPr>
        <w:t>شہر نشيني،15/ 67; _كا ضعف، 15/ 70; _</w:t>
      </w:r>
      <w:r>
        <w:rPr>
          <w:rFonts w:hint="eastAsia"/>
          <w:rtl/>
        </w:rPr>
        <w:t>كا</w:t>
      </w:r>
      <w:r>
        <w:rPr>
          <w:rtl/>
        </w:rPr>
        <w:t xml:space="preserve"> علم، 15/ 68; اس كا دائرہ كار، 15/62، 68; _كے فضائل ، 15/ 71; _كا قصہ، 15/ 61، 62،63،64، 65،67 ،68 ،69، 70، 71; اس مي</w:t>
      </w:r>
      <w:r w:rsidR="00083993">
        <w:rPr>
          <w:rtl/>
        </w:rPr>
        <w:t xml:space="preserve">ں </w:t>
      </w:r>
      <w:r>
        <w:rPr>
          <w:rtl/>
        </w:rPr>
        <w:t>آيات خدا، 15/ 75; _كى ملائكہ كے ساتھ گفتگو، 16/ 62; _اور ملائكہ ، 15/ 62، 68; _كا عوامى ہونا، 15/ 70; _كى ذمہ دارى 15/ 65; _كے مقامات ، 15/ 72;_كا معاشرتى مقام، 15/ 70; _كے مہمان، 15/ 61، 62،69; ان كى</w:t>
      </w:r>
    </w:p>
    <w:p w:rsidR="007262C7" w:rsidRDefault="001E7F9D" w:rsidP="00F73EDE">
      <w:pPr>
        <w:pStyle w:val="libPoemTini"/>
        <w:rPr>
          <w:rtl/>
        </w:rPr>
      </w:pPr>
      <w:r>
        <w:rPr>
          <w:rtl/>
        </w:rPr>
        <w:br w:type="page"/>
      </w:r>
    </w:p>
    <w:p w:rsidR="001F628F" w:rsidRDefault="001F628F" w:rsidP="007262C7">
      <w:pPr>
        <w:pStyle w:val="libNormal"/>
        <w:rPr>
          <w:rtl/>
        </w:rPr>
      </w:pPr>
      <w:r>
        <w:rPr>
          <w:rFonts w:hint="eastAsia"/>
          <w:rtl/>
        </w:rPr>
        <w:lastRenderedPageBreak/>
        <w:t>اہانت،</w:t>
      </w:r>
      <w:r>
        <w:rPr>
          <w:rtl/>
        </w:rPr>
        <w:t xml:space="preserve"> 15/ 68; _كى مہمان نوازي، 15/ 70 ،71 ; _كى نجات، 15/ 65; _كى نظارت، 15/ 65; _كى پريشاني، 15/ 68; _كے نواہي، 15/ 68 ،69 ;_كو نہي، 15/ 65،70; _ پر ملائكہ كا داخلہ، 15/ 62، 63، 64; اس كى كيفيت، 15/ 62; _كى ہجرت ، اس كى كيفيت، 15/ 65; اس كا راستہ، 15/ 65; ان كى رات كو ہجرت، 15/ 65; _كا كار ہدايت، 15/ 72;_كى ہمسر اس كا عذاب، 15/ 60; اس كے عذاب كى تقدير، 15/ 60; اس كے عذاب كا سرچشمہ، 15/ 60; اس كا گناہ ،15/ 60</w:t>
      </w:r>
    </w:p>
    <w:p w:rsidR="001F628F" w:rsidRDefault="001F628F" w:rsidP="001F628F">
      <w:pPr>
        <w:pStyle w:val="libNormal"/>
        <w:rPr>
          <w:rtl/>
        </w:rPr>
      </w:pPr>
      <w:r>
        <w:rPr>
          <w:rFonts w:hint="eastAsia"/>
          <w:rtl/>
        </w:rPr>
        <w:t>نيزر</w:t>
      </w:r>
      <w:r>
        <w:rPr>
          <w:rtl/>
        </w:rPr>
        <w:t xml:space="preserve">_ك قسم ، قوم لوط </w:t>
      </w:r>
      <w:r w:rsidR="00367F17" w:rsidRPr="00367F17">
        <w:rPr>
          <w:rStyle w:val="libAlaemChar"/>
          <w:rtl/>
        </w:rPr>
        <w:t xml:space="preserve"> عليه‌السلام </w:t>
      </w:r>
      <w:r>
        <w:rPr>
          <w:rtl/>
        </w:rPr>
        <w:t xml:space="preserve"> اور ملائكہ</w:t>
      </w:r>
    </w:p>
    <w:p w:rsidR="001F628F" w:rsidRDefault="001F628F" w:rsidP="007262C7">
      <w:pPr>
        <w:pStyle w:val="Heading2Center"/>
        <w:rPr>
          <w:rtl/>
        </w:rPr>
      </w:pPr>
      <w:bookmarkStart w:id="310" w:name="_Toc28081988"/>
      <w:r>
        <w:rPr>
          <w:rtl/>
        </w:rPr>
        <w:t>'' م''</w:t>
      </w:r>
      <w:bookmarkEnd w:id="310"/>
    </w:p>
    <w:p w:rsidR="001F628F" w:rsidRDefault="001F628F" w:rsidP="007262C7">
      <w:pPr>
        <w:pStyle w:val="libNormal"/>
        <w:rPr>
          <w:rtl/>
        </w:rPr>
      </w:pPr>
      <w:r>
        <w:rPr>
          <w:rFonts w:hint="eastAsia"/>
          <w:rtl/>
        </w:rPr>
        <w:t>ما</w:t>
      </w:r>
      <w:r w:rsidR="00083993">
        <w:rPr>
          <w:rFonts w:hint="eastAsia"/>
          <w:rtl/>
        </w:rPr>
        <w:t xml:space="preserve">ں </w:t>
      </w:r>
      <w:r>
        <w:rPr>
          <w:rtl/>
        </w:rPr>
        <w:t>:_كے ليے استعفار، 14/41</w:t>
      </w:r>
      <w:r>
        <w:rPr>
          <w:rFonts w:hint="eastAsia"/>
          <w:rtl/>
        </w:rPr>
        <w:t>نيزر</w:t>
      </w:r>
      <w:r>
        <w:rPr>
          <w:rtl/>
        </w:rPr>
        <w:t>_ك ابراہيم</w:t>
      </w:r>
      <w:r w:rsidR="00367F17" w:rsidRPr="00367F17">
        <w:rPr>
          <w:rStyle w:val="libAlaemChar"/>
          <w:rtl/>
        </w:rPr>
        <w:t xml:space="preserve"> عليه‌السلام </w:t>
      </w:r>
    </w:p>
    <w:p w:rsidR="001F628F" w:rsidRDefault="001F628F" w:rsidP="007262C7">
      <w:pPr>
        <w:pStyle w:val="libNormal"/>
        <w:rPr>
          <w:rtl/>
        </w:rPr>
      </w:pPr>
      <w:r>
        <w:rPr>
          <w:rFonts w:hint="eastAsia"/>
          <w:rtl/>
        </w:rPr>
        <w:t>مالكيت</w:t>
      </w:r>
      <w:r>
        <w:rPr>
          <w:rtl/>
        </w:rPr>
        <w:t>:</w:t>
      </w:r>
      <w:r>
        <w:rPr>
          <w:rFonts w:hint="eastAsia"/>
          <w:rtl/>
        </w:rPr>
        <w:t>نيزر</w:t>
      </w:r>
      <w:r>
        <w:rPr>
          <w:rtl/>
        </w:rPr>
        <w:t xml:space="preserve">_ك گذشتہ اقوام، </w:t>
      </w:r>
      <w:r w:rsidR="003D0BA1">
        <w:rPr>
          <w:rtl/>
        </w:rPr>
        <w:t>انبياء</w:t>
      </w:r>
      <w:r>
        <w:rPr>
          <w:rtl/>
        </w:rPr>
        <w:t>، خداوند عالم ، سرزمين اور موجودات</w:t>
      </w:r>
    </w:p>
    <w:p w:rsidR="001F628F" w:rsidRDefault="001F628F" w:rsidP="007262C7">
      <w:pPr>
        <w:pStyle w:val="libNormal"/>
        <w:rPr>
          <w:rtl/>
        </w:rPr>
      </w:pPr>
      <w:r>
        <w:rPr>
          <w:rFonts w:hint="eastAsia"/>
          <w:rtl/>
        </w:rPr>
        <w:t>ماہ</w:t>
      </w:r>
      <w:r>
        <w:rPr>
          <w:rtl/>
        </w:rPr>
        <w:t xml:space="preserve"> (چاند):_سے استفادہ 16/ 12; _كى تسخير، 14/ 33، 16/ 12; _كى گردش، اس كا تدوام، 14/33; _كا نقش ، 14/ 33</w:t>
      </w:r>
    </w:p>
    <w:p w:rsidR="001F628F" w:rsidRDefault="001F628F" w:rsidP="007262C7">
      <w:pPr>
        <w:pStyle w:val="libNormal"/>
        <w:rPr>
          <w:rtl/>
        </w:rPr>
      </w:pPr>
      <w:r>
        <w:rPr>
          <w:rFonts w:hint="eastAsia"/>
          <w:rtl/>
        </w:rPr>
        <w:t>مؤمنين</w:t>
      </w:r>
      <w:r>
        <w:rPr>
          <w:rtl/>
        </w:rPr>
        <w:t>:14/ 11،41_ كے ليے استغفار، 14 /41; _كا اطمينان، 16/ 106; _كا امتحان، اس كا پيش خيمہ، 16 /110; _كى اطاعت، 16/ 102; _كا ايمان ، اس كى تثبيت ، 16/ 102; اس كى خصوصيات، 14/ 27; _كا تعقل ، 15 / 77; _كا تقرب 14/ 31; _كى تقويت، اس كے عوامل 14/ 11; _كا منزہ ہونا، 16/ 106; _</w:t>
      </w:r>
      <w:r>
        <w:rPr>
          <w:rFonts w:hint="eastAsia"/>
          <w:rtl/>
        </w:rPr>
        <w:t>كيلئے</w:t>
      </w:r>
      <w:r>
        <w:rPr>
          <w:rtl/>
        </w:rPr>
        <w:t xml:space="preserve"> تواضع، 15/ 88; _كى ثابت قدمى ، 14/ 27; _كے عوامل، 14/ 27; اس كا سرچشمہ، 14/ 27; _كا نيك انجام، 14/ 23; _كا حق قبول كرنا، 16/ 102; _كى طرف سے دعوت، 14/ 11، 31; _ پر رحمت، 16/ 47، 64; _كے صفات، 15/ 77; _كا عقيدہ ، اس كى خصوصيات، 14/ 27; _كے فضائل، 14/ 27; _كى ذمہ داري، 16/ 1; _كے مصالح، 16/ 126; _كى مصونيت، 16/ 99،100; _كے مقامات، 14/ 31; _بہشت مي</w:t>
      </w:r>
      <w:r w:rsidR="00083993">
        <w:rPr>
          <w:rtl/>
        </w:rPr>
        <w:t xml:space="preserve">ں </w:t>
      </w:r>
      <w:r>
        <w:rPr>
          <w:rtl/>
        </w:rPr>
        <w:t>، 14/ 23; صالح _ ، ان كى پاداش، 16/ 97; ان كے فضائل، 14/ 23; غير متوكل_ 16/ 99; _اور لغزش، 14/ 27; _موت كے وقت، 14/ 27;_كى مدح، 16/ 110; _كى نشانيا</w:t>
      </w:r>
      <w:r w:rsidR="00083993">
        <w:rPr>
          <w:rtl/>
        </w:rPr>
        <w:t xml:space="preserve">ں </w:t>
      </w:r>
      <w:r>
        <w:rPr>
          <w:rtl/>
        </w:rPr>
        <w:t>، 14/ 31; _كى ہدايت، 16/ 64; _كى ہوشياري، 15/ 77</w:t>
      </w:r>
      <w:r>
        <w:rPr>
          <w:rFonts w:hint="eastAsia"/>
          <w:rtl/>
        </w:rPr>
        <w:t>نيز</w:t>
      </w:r>
      <w:r>
        <w:rPr>
          <w:rtl/>
        </w:rPr>
        <w:t xml:space="preserve"> ر_ك انبياء خدا اور قرآن</w:t>
      </w:r>
    </w:p>
    <w:p w:rsidR="001F628F" w:rsidRDefault="001F628F" w:rsidP="007262C7">
      <w:pPr>
        <w:pStyle w:val="libNormal"/>
        <w:rPr>
          <w:rtl/>
        </w:rPr>
      </w:pPr>
      <w:r>
        <w:rPr>
          <w:rFonts w:hint="eastAsia"/>
          <w:rtl/>
        </w:rPr>
        <w:t>مباحات</w:t>
      </w:r>
      <w:r>
        <w:rPr>
          <w:rtl/>
        </w:rPr>
        <w:t>: 16/ 14_كى تحريم ، 16/ 35، 114</w:t>
      </w:r>
    </w:p>
    <w:p w:rsidR="001F628F" w:rsidRDefault="001F628F" w:rsidP="007262C7">
      <w:pPr>
        <w:pStyle w:val="libNormal"/>
        <w:rPr>
          <w:rtl/>
        </w:rPr>
      </w:pPr>
      <w:r>
        <w:rPr>
          <w:rFonts w:hint="eastAsia"/>
          <w:rtl/>
        </w:rPr>
        <w:t>مقابلہ</w:t>
      </w:r>
      <w:r>
        <w:rPr>
          <w:rtl/>
        </w:rPr>
        <w:t>:</w:t>
      </w:r>
      <w:r>
        <w:rPr>
          <w:rFonts w:hint="eastAsia"/>
          <w:rtl/>
        </w:rPr>
        <w:t>ر</w:t>
      </w:r>
      <w:r>
        <w:rPr>
          <w:rtl/>
        </w:rPr>
        <w:t xml:space="preserve">_ك انبياء ، انحراف جنسي، دنيا طلبي، دين ، كفار مكہ ، كفر، محمد </w:t>
      </w:r>
      <w:r w:rsidR="00F031CD" w:rsidRPr="00F031CD">
        <w:rPr>
          <w:rStyle w:val="libAlaemChar"/>
          <w:rtl/>
        </w:rPr>
        <w:t xml:space="preserve"> صلى‌الله‌عليه‌وآله‌وسلم </w:t>
      </w:r>
      <w:r>
        <w:rPr>
          <w:rtl/>
        </w:rPr>
        <w:t xml:space="preserve"> اور مسكرات</w:t>
      </w:r>
    </w:p>
    <w:p w:rsidR="007262C7" w:rsidRDefault="001E7F9D" w:rsidP="00F73EDE">
      <w:pPr>
        <w:pStyle w:val="libPoemTini"/>
        <w:rPr>
          <w:rtl/>
        </w:rPr>
      </w:pPr>
      <w:r>
        <w:rPr>
          <w:rtl/>
        </w:rPr>
        <w:br w:type="page"/>
      </w:r>
    </w:p>
    <w:p w:rsidR="007262C7" w:rsidRDefault="007262C7" w:rsidP="007262C7">
      <w:pPr>
        <w:pStyle w:val="Heading2Center"/>
        <w:rPr>
          <w:rtl/>
        </w:rPr>
      </w:pPr>
      <w:bookmarkStart w:id="311" w:name="_Toc28081989"/>
      <w:r>
        <w:rPr>
          <w:rFonts w:hint="eastAsia"/>
          <w:rtl/>
        </w:rPr>
        <w:lastRenderedPageBreak/>
        <w:t>اشاريے</w:t>
      </w:r>
      <w:r>
        <w:rPr>
          <w:rtl/>
        </w:rPr>
        <w:t xml:space="preserve"> (6)</w:t>
      </w:r>
      <w:bookmarkEnd w:id="311"/>
    </w:p>
    <w:p w:rsidR="001F628F" w:rsidRDefault="001F628F" w:rsidP="007262C7">
      <w:pPr>
        <w:pStyle w:val="libNormal"/>
        <w:rPr>
          <w:rtl/>
        </w:rPr>
      </w:pPr>
      <w:r>
        <w:rPr>
          <w:rFonts w:hint="eastAsia"/>
          <w:rtl/>
        </w:rPr>
        <w:t>مبغوضان</w:t>
      </w:r>
      <w:r>
        <w:rPr>
          <w:rtl/>
        </w:rPr>
        <w:t xml:space="preserve"> خدا:16/26</w:t>
      </w:r>
    </w:p>
    <w:p w:rsidR="001F628F" w:rsidRDefault="001F628F" w:rsidP="007262C7">
      <w:pPr>
        <w:pStyle w:val="libNormal"/>
        <w:rPr>
          <w:rtl/>
        </w:rPr>
      </w:pPr>
      <w:r>
        <w:rPr>
          <w:rFonts w:hint="eastAsia"/>
          <w:rtl/>
        </w:rPr>
        <w:t>مبلغين</w:t>
      </w:r>
      <w:r>
        <w:rPr>
          <w:rtl/>
        </w:rPr>
        <w:t>:_كے استہزائ، 15/ 97; _كى اميدواري، 15/ 97; _كے فضائل ، 16/ 128; _كى ذمہ داري، 14/ 4، 15/ 89، 16/ 125، 127; _كا نقش ، 16/ 125; _كى لوگو</w:t>
      </w:r>
      <w:r w:rsidR="00083993">
        <w:rPr>
          <w:rtl/>
        </w:rPr>
        <w:t xml:space="preserve">ں </w:t>
      </w:r>
      <w:r>
        <w:rPr>
          <w:rtl/>
        </w:rPr>
        <w:t>سے ہم زباني، 14/ 4</w:t>
      </w:r>
      <w:r>
        <w:rPr>
          <w:rFonts w:hint="eastAsia"/>
          <w:rtl/>
        </w:rPr>
        <w:t>نيز</w:t>
      </w:r>
      <w:r>
        <w:rPr>
          <w:rtl/>
        </w:rPr>
        <w:t xml:space="preserve"> ر_ك شرك</w:t>
      </w:r>
    </w:p>
    <w:p w:rsidR="001F628F" w:rsidRDefault="001F628F" w:rsidP="007262C7">
      <w:pPr>
        <w:pStyle w:val="libNormal"/>
        <w:rPr>
          <w:rtl/>
        </w:rPr>
      </w:pPr>
      <w:r>
        <w:rPr>
          <w:rFonts w:hint="eastAsia"/>
          <w:rtl/>
        </w:rPr>
        <w:t>متفكرين</w:t>
      </w:r>
      <w:r>
        <w:rPr>
          <w:rtl/>
        </w:rPr>
        <w:t>:_و طبيعت</w:t>
      </w:r>
    </w:p>
    <w:p w:rsidR="001F628F" w:rsidRDefault="001F628F" w:rsidP="007262C7">
      <w:pPr>
        <w:pStyle w:val="libNormal"/>
        <w:rPr>
          <w:rtl/>
        </w:rPr>
      </w:pPr>
      <w:r>
        <w:rPr>
          <w:rFonts w:hint="eastAsia"/>
          <w:rtl/>
        </w:rPr>
        <w:t>متقين</w:t>
      </w:r>
      <w:r>
        <w:rPr>
          <w:rtl/>
        </w:rPr>
        <w:t>:_كى بہشت مي</w:t>
      </w:r>
      <w:r w:rsidR="00083993">
        <w:rPr>
          <w:rtl/>
        </w:rPr>
        <w:t xml:space="preserve">ں </w:t>
      </w:r>
      <w:r>
        <w:rPr>
          <w:rtl/>
        </w:rPr>
        <w:t>آزادي، 15/ 46; _كى اخروى آسا</w:t>
      </w:r>
      <w:r w:rsidR="009F604A">
        <w:rPr>
          <w:rtl/>
        </w:rPr>
        <w:t>ئش</w:t>
      </w:r>
      <w:r>
        <w:rPr>
          <w:rtl/>
        </w:rPr>
        <w:t>، 16/ 32; _كا احترام، 16/ 32;_كا احتضار، 16/ 32; _كا احسان، 16/ 30; _كا اخلاص ، 15/45; بہشت مي</w:t>
      </w:r>
      <w:r w:rsidR="00083993">
        <w:rPr>
          <w:rtl/>
        </w:rPr>
        <w:t xml:space="preserve">ں </w:t>
      </w:r>
      <w:r>
        <w:rPr>
          <w:rtl/>
        </w:rPr>
        <w:t>_كا امن و امان ، 15/ 46; _كى پاداش، 16 / 32; ان كى اخروى پاداش ، 16/ 31; _كا منزہ ہونا، 16/ 30، 31; _كى حمايت، 16/ 128; _كے تقاضے ، ان كى اجابت، 16/ 31; _كى طرف سے دعوت، 15/ 46، 16/32; _كى اخروى سعادت، 16/ 31; _ پر سلام ، 16/ 32; _كى اخروى سلامتي، 16/ 32; _كا عقيدہ، 16/ 30; ان كا پسنديدہ عقيدہ، 16/ 30; _كا پسنديدہ عمل ، 16/ 30; _كا انجام ، اس كا بيان، 15/ 45; _كے فضائل، 15/ 45، 16/ 32، 128; _كى قبض روح، 16/ 32; _موت كے بعد، 16/ 32; _بہشت مي</w:t>
      </w:r>
      <w:r w:rsidR="00083993">
        <w:rPr>
          <w:rtl/>
        </w:rPr>
        <w:t xml:space="preserve">ں </w:t>
      </w:r>
      <w:r>
        <w:rPr>
          <w:rtl/>
        </w:rPr>
        <w:t>، 15/ 45،47،48، 16/31، 32; ان كى دوستي، 15 / 47; ان كے روابط، 15/ 47; ان كى سلامتي، 15/46;ان پر سلام، 15/ 46; _اور تكبر ، 16/ 30; _ اور جہل، 16/ 32; _اور دشمني، 15/ 45; _كے اخروى مقا</w:t>
      </w:r>
      <w:r>
        <w:rPr>
          <w:rFonts w:hint="eastAsia"/>
          <w:rtl/>
        </w:rPr>
        <w:t>مات،</w:t>
      </w:r>
      <w:r>
        <w:rPr>
          <w:rtl/>
        </w:rPr>
        <w:t xml:space="preserve"> 16/ 30; _كى نشانيا</w:t>
      </w:r>
      <w:r w:rsidR="00083993">
        <w:rPr>
          <w:rtl/>
        </w:rPr>
        <w:t xml:space="preserve">ں </w:t>
      </w:r>
      <w:r>
        <w:rPr>
          <w:rtl/>
        </w:rPr>
        <w:t>، 16/ 30; 16/ 32; اس كى كيفيت، 15/ 46; _كى خصوصيات،16/ 30</w:t>
      </w:r>
      <w:r>
        <w:rPr>
          <w:rFonts w:hint="eastAsia"/>
          <w:rtl/>
        </w:rPr>
        <w:t>ر</w:t>
      </w:r>
      <w:r>
        <w:rPr>
          <w:rtl/>
        </w:rPr>
        <w:t>_ك تذكر ا ور ملائكہ</w:t>
      </w:r>
    </w:p>
    <w:p w:rsidR="001F628F" w:rsidRDefault="001F628F" w:rsidP="007262C7">
      <w:pPr>
        <w:pStyle w:val="libNormal"/>
        <w:rPr>
          <w:rtl/>
        </w:rPr>
      </w:pPr>
      <w:r>
        <w:rPr>
          <w:rFonts w:hint="eastAsia"/>
          <w:rtl/>
        </w:rPr>
        <w:t>متكبرين</w:t>
      </w:r>
      <w:r>
        <w:rPr>
          <w:rtl/>
        </w:rPr>
        <w:t>:_كا مقام ، اس كى قباحت، 16/ 29; _كا برا انجام، 16/ 29; _جہنم مي</w:t>
      </w:r>
      <w:r w:rsidR="00083993">
        <w:rPr>
          <w:rtl/>
        </w:rPr>
        <w:t xml:space="preserve">ں </w:t>
      </w:r>
      <w:r>
        <w:rPr>
          <w:rtl/>
        </w:rPr>
        <w:t>، 16/ 29</w:t>
      </w:r>
    </w:p>
    <w:p w:rsidR="001F628F" w:rsidRDefault="001F628F" w:rsidP="007262C7">
      <w:pPr>
        <w:pStyle w:val="libNormal"/>
        <w:rPr>
          <w:rtl/>
        </w:rPr>
      </w:pPr>
      <w:r>
        <w:rPr>
          <w:rFonts w:hint="eastAsia"/>
          <w:rtl/>
        </w:rPr>
        <w:t>متوكلين</w:t>
      </w:r>
      <w:r>
        <w:rPr>
          <w:rtl/>
        </w:rPr>
        <w:t>:_سے مراد، 14/ 12; _كى مصونيت، 16/ 99، 100</w:t>
      </w:r>
    </w:p>
    <w:p w:rsidR="001F628F" w:rsidRDefault="001F628F" w:rsidP="007262C7">
      <w:pPr>
        <w:pStyle w:val="libNormal"/>
        <w:rPr>
          <w:rtl/>
        </w:rPr>
      </w:pPr>
      <w:r>
        <w:rPr>
          <w:rFonts w:hint="eastAsia"/>
          <w:rtl/>
        </w:rPr>
        <w:t>مثال</w:t>
      </w:r>
      <w:r>
        <w:rPr>
          <w:rtl/>
        </w:rPr>
        <w:t>:_كے فوائد،14/ 45، 16/ 76</w:t>
      </w:r>
    </w:p>
    <w:p w:rsidR="001F628F" w:rsidRDefault="001F628F" w:rsidP="007262C7">
      <w:pPr>
        <w:pStyle w:val="libNormal"/>
        <w:rPr>
          <w:rtl/>
        </w:rPr>
      </w:pPr>
      <w:r>
        <w:rPr>
          <w:rFonts w:hint="eastAsia"/>
          <w:rtl/>
        </w:rPr>
        <w:t>قرآنى</w:t>
      </w:r>
      <w:r>
        <w:rPr>
          <w:rtl/>
        </w:rPr>
        <w:t xml:space="preserve"> مثالي</w:t>
      </w:r>
      <w:r w:rsidR="00083993">
        <w:rPr>
          <w:rtl/>
        </w:rPr>
        <w:t xml:space="preserve">ں </w:t>
      </w:r>
      <w:r>
        <w:rPr>
          <w:rtl/>
        </w:rPr>
        <w:t>:</w:t>
      </w:r>
      <w:r>
        <w:rPr>
          <w:rFonts w:hint="eastAsia"/>
          <w:rtl/>
        </w:rPr>
        <w:t>غلام</w:t>
      </w:r>
      <w:r>
        <w:rPr>
          <w:rtl/>
        </w:rPr>
        <w:t xml:space="preserve"> كى مثال دينا،16/ 57،شجرہ خبيثہ كى مثال دينا، 14/ 26; شجرہ طيبہ كى مثال دينا، 14/ 24، 25;جڑوانے درخت كى مثال دينا 14/24; گونگے كى مثال دينا، 16/ 76; عقيدہ حق كى مثال، 14/ 24; كلمہ خبيثہ كى مثال، 14/ 24; كلمہ طيبہ كى مثال، 14/ 24، 25; موجودات كى مثال، 16/ 75، 76</w:t>
      </w:r>
    </w:p>
    <w:p w:rsidR="001F628F" w:rsidRDefault="001F628F" w:rsidP="007262C7">
      <w:pPr>
        <w:pStyle w:val="libNormal"/>
        <w:rPr>
          <w:rtl/>
        </w:rPr>
      </w:pPr>
      <w:r>
        <w:rPr>
          <w:rFonts w:hint="eastAsia"/>
          <w:rtl/>
        </w:rPr>
        <w:t>مجادلہ</w:t>
      </w:r>
      <w:r>
        <w:rPr>
          <w:rtl/>
        </w:rPr>
        <w:t>:_كا طريقہ، 16/ 125; _كى مذمت، 16/ 4; احسن_، 16/ 125</w:t>
      </w:r>
      <w:r>
        <w:rPr>
          <w:rFonts w:hint="eastAsia"/>
          <w:rtl/>
        </w:rPr>
        <w:t>نيزر</w:t>
      </w:r>
      <w:r>
        <w:rPr>
          <w:rtl/>
        </w:rPr>
        <w:t>_ك انسان ، قرآن ،كفار، مشركين اور باطل معبود</w:t>
      </w:r>
    </w:p>
    <w:p w:rsidR="007262C7" w:rsidRDefault="001E7F9D" w:rsidP="00F73EDE">
      <w:pPr>
        <w:pStyle w:val="libPoemTini"/>
        <w:rPr>
          <w:rtl/>
        </w:rPr>
      </w:pPr>
      <w:r>
        <w:rPr>
          <w:rtl/>
        </w:rPr>
        <w:br w:type="page"/>
      </w:r>
    </w:p>
    <w:p w:rsidR="001F628F" w:rsidRDefault="001F628F" w:rsidP="007262C7">
      <w:pPr>
        <w:pStyle w:val="libNormal"/>
        <w:rPr>
          <w:rtl/>
        </w:rPr>
      </w:pPr>
      <w:r>
        <w:rPr>
          <w:rFonts w:hint="eastAsia"/>
          <w:rtl/>
        </w:rPr>
        <w:lastRenderedPageBreak/>
        <w:t>مجازات</w:t>
      </w:r>
      <w:r>
        <w:rPr>
          <w:rtl/>
        </w:rPr>
        <w:t>:</w:t>
      </w:r>
      <w:r>
        <w:rPr>
          <w:rFonts w:hint="eastAsia"/>
          <w:rtl/>
        </w:rPr>
        <w:t>اخروى</w:t>
      </w:r>
      <w:r>
        <w:rPr>
          <w:rtl/>
        </w:rPr>
        <w:t xml:space="preserve"> _، اس كى عموميت، 14/ 51</w:t>
      </w:r>
      <w:r>
        <w:rPr>
          <w:rFonts w:hint="eastAsia"/>
          <w:rtl/>
        </w:rPr>
        <w:t>نيز</w:t>
      </w:r>
      <w:r>
        <w:rPr>
          <w:rtl/>
        </w:rPr>
        <w:t xml:space="preserve"> ر_ك سز</w:t>
      </w:r>
    </w:p>
    <w:p w:rsidR="001F628F" w:rsidRDefault="001F628F" w:rsidP="007262C7">
      <w:pPr>
        <w:pStyle w:val="libNormal"/>
        <w:rPr>
          <w:rtl/>
        </w:rPr>
      </w:pPr>
      <w:r>
        <w:rPr>
          <w:rFonts w:hint="eastAsia"/>
          <w:rtl/>
        </w:rPr>
        <w:t>مجاہدين</w:t>
      </w:r>
      <w:r>
        <w:rPr>
          <w:rtl/>
        </w:rPr>
        <w:t>:_كى امداد، 16/ 110; _كوبشارت، 16/ 110; _كى دين داري، 16/ 110; _كے فضائل 16/ 110; _كى مدح، 16/ 110</w:t>
      </w:r>
      <w:r>
        <w:rPr>
          <w:rFonts w:hint="eastAsia"/>
          <w:rtl/>
        </w:rPr>
        <w:t>مجرمين</w:t>
      </w:r>
      <w:r>
        <w:rPr>
          <w:rtl/>
        </w:rPr>
        <w:t>:15/ 12</w:t>
      </w:r>
    </w:p>
    <w:p w:rsidR="001F628F" w:rsidRDefault="001F628F" w:rsidP="007262C7">
      <w:pPr>
        <w:pStyle w:val="libNormal"/>
        <w:rPr>
          <w:rtl/>
        </w:rPr>
      </w:pPr>
      <w:r>
        <w:rPr>
          <w:rFonts w:hint="eastAsia"/>
          <w:rtl/>
        </w:rPr>
        <w:t>محبت</w:t>
      </w:r>
      <w:r>
        <w:rPr>
          <w:rtl/>
        </w:rPr>
        <w:t>:</w:t>
      </w:r>
      <w:r>
        <w:rPr>
          <w:rFonts w:hint="eastAsia"/>
          <w:rtl/>
        </w:rPr>
        <w:t>ر</w:t>
      </w:r>
      <w:r>
        <w:rPr>
          <w:rtl/>
        </w:rPr>
        <w:t>_ك ابراہيم</w:t>
      </w:r>
      <w:r w:rsidR="00367F17" w:rsidRPr="00367F17">
        <w:rPr>
          <w:rStyle w:val="libAlaemChar"/>
          <w:rtl/>
        </w:rPr>
        <w:t xml:space="preserve"> عليه‌السلام </w:t>
      </w:r>
      <w:r>
        <w:rPr>
          <w:rtl/>
        </w:rPr>
        <w:t xml:space="preserve"> اور اہل بہشت</w:t>
      </w:r>
    </w:p>
    <w:p w:rsidR="001F628F" w:rsidRDefault="001F628F" w:rsidP="007262C7">
      <w:pPr>
        <w:pStyle w:val="libNormal"/>
        <w:rPr>
          <w:rtl/>
        </w:rPr>
      </w:pPr>
      <w:r>
        <w:rPr>
          <w:rFonts w:hint="eastAsia"/>
          <w:rtl/>
        </w:rPr>
        <w:t>محبوب</w:t>
      </w:r>
      <w:r>
        <w:rPr>
          <w:rtl/>
        </w:rPr>
        <w:t xml:space="preserve"> افراد:</w:t>
      </w:r>
      <w:r>
        <w:rPr>
          <w:rFonts w:hint="eastAsia"/>
          <w:rtl/>
        </w:rPr>
        <w:t>ر</w:t>
      </w:r>
      <w:r>
        <w:rPr>
          <w:rtl/>
        </w:rPr>
        <w:t>_ك قسم</w:t>
      </w:r>
    </w:p>
    <w:p w:rsidR="001F628F" w:rsidRDefault="001F628F" w:rsidP="007262C7">
      <w:pPr>
        <w:pStyle w:val="libNormal"/>
        <w:rPr>
          <w:rtl/>
        </w:rPr>
      </w:pPr>
      <w:r>
        <w:rPr>
          <w:rFonts w:hint="eastAsia"/>
          <w:rtl/>
        </w:rPr>
        <w:t>محرّمات</w:t>
      </w:r>
      <w:r>
        <w:rPr>
          <w:rtl/>
        </w:rPr>
        <w:t>:16/ 67، 91، 92، 94، 115، 116_سے اجتناب، اس كے عوامل، 16/ 114;_سے استفادہ، 16/ 114; اس كا دائرہ كار، 16/ 115; _كى تحليل ، اس كے عوامل، 16/ 115; _كى خباثت، 16/ 115; _كا فلسفہ، 16/ 118; _كى محدويت، 16/ 115</w:t>
      </w:r>
      <w:r>
        <w:rPr>
          <w:rFonts w:hint="eastAsia"/>
          <w:rtl/>
        </w:rPr>
        <w:t>نيز</w:t>
      </w:r>
      <w:r>
        <w:rPr>
          <w:rtl/>
        </w:rPr>
        <w:t xml:space="preserve"> ر_ك اديان</w:t>
      </w:r>
    </w:p>
    <w:p w:rsidR="001F628F" w:rsidRDefault="001F628F" w:rsidP="007262C7">
      <w:pPr>
        <w:pStyle w:val="libNormal"/>
        <w:rPr>
          <w:rtl/>
        </w:rPr>
      </w:pPr>
      <w:r>
        <w:rPr>
          <w:rFonts w:hint="eastAsia"/>
          <w:rtl/>
        </w:rPr>
        <w:t>محسنين</w:t>
      </w:r>
      <w:r>
        <w:rPr>
          <w:rtl/>
        </w:rPr>
        <w:t>:_كى اخروى پاداش اس كى قدر و قيمت، 16/ 30; _كى دنيا وى پاداش، 16/ 30; اس كى قدر وقيمت، 16/ 30; _كى حمايت، 16/ 128;_ كے فضائل ، 16/ 128</w:t>
      </w:r>
      <w:r>
        <w:rPr>
          <w:rFonts w:hint="eastAsia"/>
          <w:rtl/>
        </w:rPr>
        <w:t>نيز</w:t>
      </w:r>
      <w:r>
        <w:rPr>
          <w:rtl/>
        </w:rPr>
        <w:t xml:space="preserve"> ر_ك خداوند عالم</w:t>
      </w:r>
    </w:p>
    <w:p w:rsidR="007262C7" w:rsidRDefault="001F628F" w:rsidP="007262C7">
      <w:pPr>
        <w:pStyle w:val="libNormal"/>
        <w:rPr>
          <w:rtl/>
        </w:rPr>
      </w:pPr>
      <w:r>
        <w:rPr>
          <w:rFonts w:hint="eastAsia"/>
          <w:rtl/>
        </w:rPr>
        <w:t>محمد</w:t>
      </w:r>
      <w:r w:rsidR="00F031CD" w:rsidRPr="00F031CD">
        <w:rPr>
          <w:rStyle w:val="libAlaemChar"/>
          <w:rtl/>
        </w:rPr>
        <w:t xml:space="preserve"> صلى‌الله‌عليه‌وآله‌وسلم </w:t>
      </w:r>
      <w:r>
        <w:rPr>
          <w:rtl/>
        </w:rPr>
        <w:t xml:space="preserve"> :_كا ادراك، 14 /24;_كو اذيت، 15/85، 86، 94، 94، 95، 97; _كى استقامت، 15/ 94; _كا استہزاء كرنے والے ، 15/ 95; ان كا انذار، 15/ 96; ان كا دفع شر، 15/ 95; ان كا شرك، 15/ 96; ان كا عقيدہ، 15 / 96; ان كى سزا، 15/ 96; _كے استہزائ، 15/ 6، 11، 13، 95، 97; _كو اطمين</w:t>
      </w:r>
      <w:r>
        <w:rPr>
          <w:rFonts w:hint="eastAsia"/>
          <w:rtl/>
        </w:rPr>
        <w:t>ان،</w:t>
      </w:r>
      <w:r>
        <w:rPr>
          <w:rtl/>
        </w:rPr>
        <w:t xml:space="preserve"> 15/ 9; _سے روگرداني، 16/ 82; _كو سورہ حمد كى عطا ، 15/ 87; _كو قرآن كى عطاء ،15/ 87; _پر افتراء ، اس كى سزا، 16/ 105; _كو نمونہ بنانا، 14/ 19، 24; _كا اندوہ 15/ 97; اس كے عوامل، 16/ 127; _كے انذار، 14/44، 15/ 50، 89; اس كا واضح ہونا، 15/ 89; _كے مقاصد، 14/ 5;_كو بشارت،15 / 95، 96; _كى بعثت ، اس كے آثار، 15/ 17; _كى دشمنو</w:t>
      </w:r>
      <w:r w:rsidR="00083993">
        <w:rPr>
          <w:rtl/>
        </w:rPr>
        <w:t xml:space="preserve">ں </w:t>
      </w:r>
      <w:r>
        <w:rPr>
          <w:rtl/>
        </w:rPr>
        <w:t>سے بے اعتنائي، 15/ 95; _كى مشركين سے بے اعتنائي، 15/ 95;_كى پيش قدمي، 14/ 19، 24; _كے خلاف تبليغ، 15/ 97; _كى تبليغ، 15/ 94; 16/ 82; _كے تذكرات، 4/1 9; _كى فكر ى تقويت، 15/11، _كا تكام</w:t>
      </w:r>
      <w:r>
        <w:rPr>
          <w:rFonts w:hint="eastAsia"/>
          <w:rtl/>
        </w:rPr>
        <w:t>ل،</w:t>
      </w:r>
      <w:r>
        <w:rPr>
          <w:rtl/>
        </w:rPr>
        <w:t xml:space="preserve"> اس كے آثار، 16/ 125; اس كا پيش خيمہ، 15/ 86; _كى تكذيب ، اس كے آثار، 16/ 113; _كا سرچشمہ، 16/ 101; _كا شرعى وظيفہ،15 /88، 89،94،99; _كى كوشش ، 15/ 3; _كا منزہ ہونا، 16/ 44، 105; _كى تواضع، 15/ 88; _كو تلقين، 15/ 88، 98، 99;_ كے خلاف سازش ، 15/ 97; اس كا افشائ، 16/ 103; اس كى مذمت، 16/ 45; اس سے ممانعت، 14/</w:t>
      </w:r>
      <w:r w:rsidR="007262C7">
        <w:rPr>
          <w:rtl/>
        </w:rPr>
        <w:t>45; _ پر تہمت، ان پر افترائ، كى تہمت،16/ 105; ان پر تعلم كى تہمت، 16/ 103; ان پر جادو گرى كى تہمت، 16/ 101، 105; _كا حامى ، 15/ 95; _كے دشمن، 14/ 28،15/ 95، 97;</w:t>
      </w:r>
    </w:p>
    <w:p w:rsidR="007262C7" w:rsidRDefault="001E7F9D" w:rsidP="00F73EDE">
      <w:pPr>
        <w:pStyle w:val="libPoemTini"/>
        <w:rPr>
          <w:rtl/>
        </w:rPr>
      </w:pPr>
      <w:r>
        <w:rPr>
          <w:rtl/>
        </w:rPr>
        <w:br w:type="page"/>
      </w:r>
    </w:p>
    <w:p w:rsidR="007262C7" w:rsidRDefault="001F628F" w:rsidP="007262C7">
      <w:pPr>
        <w:pStyle w:val="libNormal"/>
        <w:rPr>
          <w:rtl/>
        </w:rPr>
      </w:pPr>
      <w:r>
        <w:rPr>
          <w:rtl/>
        </w:rPr>
        <w:lastRenderedPageBreak/>
        <w:t>ان كى اذيتي</w:t>
      </w:r>
      <w:r w:rsidR="00083993">
        <w:rPr>
          <w:rtl/>
        </w:rPr>
        <w:t xml:space="preserve">ں </w:t>
      </w:r>
      <w:r>
        <w:rPr>
          <w:rtl/>
        </w:rPr>
        <w:t xml:space="preserve">، 15/ 95;ان كے استہزائ، 15/ 95; ان كا انذار، 16/ 45، 46، 47; ان كا خوف، 16/ 47; ان </w:t>
      </w:r>
      <w:r>
        <w:rPr>
          <w:rFonts w:hint="eastAsia"/>
          <w:rtl/>
        </w:rPr>
        <w:t>كى</w:t>
      </w:r>
      <w:r>
        <w:rPr>
          <w:rtl/>
        </w:rPr>
        <w:t xml:space="preserve"> سازش ، 16/ 45;ان سے برتاؤ كا طريقہ، 15/ 95; ان كى مذمت، 16/ 45; ان كا عذاب، 16/ 45; ان كے عذاب كى حتميت، 16/ 46; ان كا دنياوى عذاب، 16/ 47; ان كا مكر ، 16/ 45; ان كى ہلاكت، 16/ 46، 47; ان كى تدريجى ہلاكت، 16/ 47; _كى دعوتي</w:t>
      </w:r>
      <w:r w:rsidR="00083993">
        <w:rPr>
          <w:rtl/>
        </w:rPr>
        <w:t xml:space="preserve">ں </w:t>
      </w:r>
      <w:r>
        <w:rPr>
          <w:rtl/>
        </w:rPr>
        <w:t xml:space="preserve">،14/ 44، 16/ 125، 127; ان كى </w:t>
      </w:r>
      <w:r>
        <w:rPr>
          <w:rFonts w:hint="eastAsia"/>
          <w:rtl/>
        </w:rPr>
        <w:t>آشكار</w:t>
      </w:r>
      <w:r>
        <w:rPr>
          <w:rtl/>
        </w:rPr>
        <w:t xml:space="preserve"> دعوتي</w:t>
      </w:r>
      <w:r w:rsidR="00083993">
        <w:rPr>
          <w:rtl/>
        </w:rPr>
        <w:t xml:space="preserve">ں </w:t>
      </w:r>
      <w:r>
        <w:rPr>
          <w:rtl/>
        </w:rPr>
        <w:t xml:space="preserve">، 15/ 94، 95; ان كى مخفى دعوت، 14/ 94; اس كا طريقہ، 16/ 127; _كو تسلّي، 14/ 42، 46،47، 15/11، 13،86 ،97 ، 16/36،82، 127; _كى دلسوزى ، 15/ 88; _كى طرف رجوع، 16/ 44; _كى رسالت، 14/ 31، 44 ، 15/ 89، 94; اس كا عالمگير ہونا، 14 / 1، 44; اس كا دائرہ </w:t>
      </w:r>
      <w:r>
        <w:rPr>
          <w:rFonts w:hint="eastAsia"/>
          <w:rtl/>
        </w:rPr>
        <w:t>كار</w:t>
      </w:r>
      <w:r>
        <w:rPr>
          <w:rtl/>
        </w:rPr>
        <w:t xml:space="preserve"> ، 15/94 ; _ اور خدا كے درميان اسرار و رموز 15/1 ;_كے بارے مي</w:t>
      </w:r>
      <w:r w:rsidR="00083993">
        <w:rPr>
          <w:rtl/>
        </w:rPr>
        <w:t xml:space="preserve">ں </w:t>
      </w:r>
      <w:r>
        <w:rPr>
          <w:rtl/>
        </w:rPr>
        <w:t xml:space="preserve">شبہہ پيدا كرنا 16/45; اس كى مذمت 16/45;_كاصبر ، 16/ 127; اس كا پيش خيمہ، 16/ 127; _كى صداقت، اس كے دلائل، 15/ 7; _كى صراحت، 15/ 89، 94; _كى عبادات، 15/ 99; _كى عبوديت، 15/99; _كى عصمت، 16/ 89; _كے عفو، 15/ 85، 86; _كے علائق، 15/ 88، 16/ 37، 127;_ كا علم، 16/ 64; ان كا علم لدني، 16/ 89; اس كى خصوصيات، 16/ 44; _كے فضائل ، 14/ 24، 35، 15/ 92، 99، 16/ 44، 89، 127; _كا فہم، 16/ 44; _كى كتاب، 14/1، 16/ 44; _ كى كرامت، 15/ 85; _كا كمال، 16/ 89; _كى </w:t>
      </w:r>
      <w:r>
        <w:rPr>
          <w:rFonts w:hint="eastAsia"/>
          <w:rtl/>
        </w:rPr>
        <w:t>گواہي،</w:t>
      </w:r>
      <w:r>
        <w:rPr>
          <w:rtl/>
        </w:rPr>
        <w:t xml:space="preserve"> 16/ 89;_ پرلطف، 15/ 25; _كے ساتھ مقابلہ، 16/ 101; _كا مجادلہ، 16/ 125; _قيامت مي</w:t>
      </w:r>
      <w:r w:rsidR="00083993">
        <w:rPr>
          <w:rtl/>
        </w:rPr>
        <w:t xml:space="preserve">ں </w:t>
      </w:r>
      <w:r>
        <w:rPr>
          <w:rtl/>
        </w:rPr>
        <w:t>، 16/89; _اور ابراہيم</w:t>
      </w:r>
      <w:r w:rsidR="00367F17" w:rsidRPr="00367F17">
        <w:rPr>
          <w:rStyle w:val="libAlaemChar"/>
          <w:rtl/>
        </w:rPr>
        <w:t xml:space="preserve"> عليه‌السلام </w:t>
      </w:r>
      <w:r>
        <w:rPr>
          <w:rtl/>
        </w:rPr>
        <w:t xml:space="preserve"> ، 16/ 123; _ اور بنى اسرائيل كى تاريخ، 14/ 6; _اور دين ابراہيم</w:t>
      </w:r>
      <w:r w:rsidR="00367F17" w:rsidRPr="00367F17">
        <w:rPr>
          <w:rStyle w:val="libAlaemChar"/>
          <w:rtl/>
        </w:rPr>
        <w:t xml:space="preserve"> عليه‌السلام </w:t>
      </w:r>
      <w:r>
        <w:rPr>
          <w:rtl/>
        </w:rPr>
        <w:t xml:space="preserve"> ، 16/ 123; _ اور ظالم افراد،14 /42; _ اور فراموشي، 16/ 44; _اور قرآن ، 16/ 44; _ اور قصہ موسي</w:t>
      </w:r>
      <w:r w:rsidR="00367F17" w:rsidRPr="00367F17">
        <w:rPr>
          <w:rStyle w:val="libAlaemChar"/>
          <w:rtl/>
        </w:rPr>
        <w:t xml:space="preserve"> عليه‌السلام </w:t>
      </w:r>
      <w:r>
        <w:rPr>
          <w:rtl/>
        </w:rPr>
        <w:t xml:space="preserve"> ، 14/ 6; _اور يہود كے محرمات، 16/ 118; _ اور لوگ، 16/ 127; _اور كفار كى ہدايت، 15/ 3; _كے مخالفين، 15/ 95; ان كى اذيتي</w:t>
      </w:r>
      <w:r w:rsidR="00083993">
        <w:rPr>
          <w:rtl/>
        </w:rPr>
        <w:t xml:space="preserve">ں </w:t>
      </w:r>
      <w:r>
        <w:rPr>
          <w:rtl/>
        </w:rPr>
        <w:t>، 15/ 85; ان كے استہزائ، 15/ 95; ان كا اقرار، 16/ 103; ان كى كوشش ، 16/ 103; ان كى تہمتي</w:t>
      </w:r>
      <w:r w:rsidR="00083993">
        <w:rPr>
          <w:rtl/>
        </w:rPr>
        <w:t xml:space="preserve">ں </w:t>
      </w:r>
      <w:r>
        <w:rPr>
          <w:rtl/>
        </w:rPr>
        <w:t xml:space="preserve">، 16/ 105; ان سے بر تاؤ كا </w:t>
      </w:r>
      <w:r>
        <w:rPr>
          <w:rFonts w:hint="eastAsia"/>
          <w:rtl/>
        </w:rPr>
        <w:t>طريقہ،</w:t>
      </w:r>
      <w:r>
        <w:rPr>
          <w:rtl/>
        </w:rPr>
        <w:t xml:space="preserve"> 15/ 95; ان كو متنبہ كرنا، 14/ 19; ان كى ہلاكت، 14/ 19; _كا مربي، 15/ 99; _كى ذمہ دراي، 14/ 1، 6،7، 15/ 3، 28، 49، 50، 51، 85،88، 94، 16/ 82، 102، 123، 125، 127; اس كا دائرہ كار، 15/ 89، 16/ 82; _كى مشكلات، 15/ 11، 16/ 127;_كے مصالح، 15/ 86; _كا معجز</w:t>
      </w:r>
      <w:r>
        <w:rPr>
          <w:rFonts w:hint="eastAsia"/>
          <w:rtl/>
        </w:rPr>
        <w:t>ہ،</w:t>
      </w:r>
      <w:r>
        <w:rPr>
          <w:rtl/>
        </w:rPr>
        <w:t xml:space="preserve"> اس كى خصوصيات، 16/ 44; _پر افتراء باندھنے والے ، ان كا جھوٹاپ</w:t>
      </w:r>
      <w:r w:rsidR="00083993">
        <w:rPr>
          <w:rtl/>
        </w:rPr>
        <w:t xml:space="preserve">ں </w:t>
      </w:r>
      <w:r>
        <w:rPr>
          <w:rtl/>
        </w:rPr>
        <w:t>،16/ 105; _كے مقامات، 14/ 24، 15/ 72، 16/ 89; _كى تكذيب كرنے والے ، ان كى جہالت ،16/ 101; ان كى لجاجت، 16/ 101; _كى كاميابي، 15/ 96; _ پر قرآن كا نزول ، 16/ 44، 89; _كى پريشاني، 15/ 95; _كے ن</w:t>
      </w:r>
      <w:r>
        <w:rPr>
          <w:rFonts w:hint="eastAsia"/>
          <w:rtl/>
        </w:rPr>
        <w:t>واسے</w:t>
      </w:r>
      <w:r>
        <w:rPr>
          <w:rtl/>
        </w:rPr>
        <w:t xml:space="preserve"> ،16/72 ; _كو نہى </w:t>
      </w:r>
      <w:r w:rsidR="001E7F9D" w:rsidRPr="00F73EDE">
        <w:rPr>
          <w:rStyle w:val="libPoemTiniChar0"/>
          <w:rtl/>
        </w:rPr>
        <w:br w:type="page"/>
      </w:r>
    </w:p>
    <w:p w:rsidR="001F628F" w:rsidRDefault="007262C7" w:rsidP="007262C7">
      <w:pPr>
        <w:pStyle w:val="libNormal"/>
        <w:rPr>
          <w:rtl/>
        </w:rPr>
      </w:pPr>
      <w:r>
        <w:rPr>
          <w:rtl/>
        </w:rPr>
        <w:lastRenderedPageBreak/>
        <w:t>، 15/ 88; _كى ضروريات، 16/ 127; ان كى روحانى ضروريات، 15/ 11; ان كى معنوى ضروريات ،16/ 98; _پر وحي، 14/ 1، 15/</w:t>
      </w:r>
      <w:r w:rsidR="001F628F">
        <w:rPr>
          <w:rtl/>
        </w:rPr>
        <w:t>6، 7، 16/ 64، 118، 123;_كى ولادت، اس كے آثار، 15/ 17; _كا كار ہدايت، 14 /1، 5، 15/ 3، 88، 16/ 37، 127; _كى ہدايتي</w:t>
      </w:r>
      <w:r w:rsidR="00083993">
        <w:rPr>
          <w:rtl/>
        </w:rPr>
        <w:t xml:space="preserve">ں </w:t>
      </w:r>
      <w:r w:rsidR="001F628F">
        <w:rPr>
          <w:rtl/>
        </w:rPr>
        <w:t>، ان كى تاثير كے شرائط ، 16/ 37</w:t>
      </w:r>
      <w:r w:rsidR="001F628F">
        <w:rPr>
          <w:rFonts w:hint="eastAsia"/>
          <w:rtl/>
        </w:rPr>
        <w:t>نيز</w:t>
      </w:r>
      <w:r w:rsidR="001F628F">
        <w:rPr>
          <w:rtl/>
        </w:rPr>
        <w:t xml:space="preserve"> ر_ك </w:t>
      </w:r>
      <w:r w:rsidR="003D0BA1">
        <w:rPr>
          <w:rtl/>
        </w:rPr>
        <w:t>انبياء</w:t>
      </w:r>
      <w:r w:rsidR="001F628F">
        <w:rPr>
          <w:rtl/>
        </w:rPr>
        <w:t>، خداوند عالم ، قسم ،كفار، كفار مكہ اور مشركين</w:t>
      </w:r>
    </w:p>
    <w:p w:rsidR="001F628F" w:rsidRDefault="001F628F" w:rsidP="007262C7">
      <w:pPr>
        <w:pStyle w:val="libNormal"/>
        <w:rPr>
          <w:rtl/>
        </w:rPr>
      </w:pPr>
      <w:r>
        <w:rPr>
          <w:rFonts w:hint="eastAsia"/>
          <w:rtl/>
        </w:rPr>
        <w:t>مخالفين</w:t>
      </w:r>
      <w:r>
        <w:rPr>
          <w:rtl/>
        </w:rPr>
        <w:t>:_كے ساتھ برتاؤ كا طريقہ، 14/ 36</w:t>
      </w:r>
    </w:p>
    <w:p w:rsidR="001F628F" w:rsidRDefault="001F628F" w:rsidP="007262C7">
      <w:pPr>
        <w:pStyle w:val="libNormal"/>
        <w:rPr>
          <w:rtl/>
        </w:rPr>
      </w:pPr>
      <w:r>
        <w:rPr>
          <w:rFonts w:hint="eastAsia"/>
          <w:rtl/>
        </w:rPr>
        <w:t>مخلصين</w:t>
      </w:r>
      <w:r>
        <w:rPr>
          <w:rtl/>
        </w:rPr>
        <w:t>:_كا گمراہ نہ ہونا، 15/ 40، 41، 42; _كے فضائل ، 15/ 40; _كى كمى ، 15/ 40; _كى مصونيت، 15/ 40،42</w:t>
      </w:r>
    </w:p>
    <w:p w:rsidR="001F628F" w:rsidRDefault="001F628F" w:rsidP="007262C7">
      <w:pPr>
        <w:pStyle w:val="libNormal"/>
        <w:rPr>
          <w:rtl/>
        </w:rPr>
      </w:pPr>
      <w:r>
        <w:rPr>
          <w:rFonts w:hint="eastAsia"/>
          <w:rtl/>
        </w:rPr>
        <w:t>مخلوقات</w:t>
      </w:r>
      <w:r>
        <w:rPr>
          <w:rtl/>
        </w:rPr>
        <w:t>:</w:t>
      </w:r>
      <w:r>
        <w:rPr>
          <w:rFonts w:hint="eastAsia"/>
          <w:rtl/>
        </w:rPr>
        <w:t>ر</w:t>
      </w:r>
      <w:r>
        <w:rPr>
          <w:rtl/>
        </w:rPr>
        <w:t>_ك موجودات</w:t>
      </w:r>
    </w:p>
    <w:p w:rsidR="001F628F" w:rsidRDefault="001F628F" w:rsidP="007262C7">
      <w:pPr>
        <w:pStyle w:val="libNormal"/>
        <w:rPr>
          <w:rtl/>
        </w:rPr>
      </w:pPr>
      <w:r>
        <w:rPr>
          <w:rFonts w:hint="eastAsia"/>
          <w:rtl/>
        </w:rPr>
        <w:t>مدين</w:t>
      </w:r>
      <w:r>
        <w:rPr>
          <w:rtl/>
        </w:rPr>
        <w:t>:</w:t>
      </w:r>
      <w:r>
        <w:rPr>
          <w:rFonts w:hint="eastAsia"/>
          <w:rtl/>
        </w:rPr>
        <w:t>اہل</w:t>
      </w:r>
      <w:r>
        <w:rPr>
          <w:rtl/>
        </w:rPr>
        <w:t xml:space="preserve"> _، ان كا پيغمبر، 15/ 78</w:t>
      </w:r>
    </w:p>
    <w:p w:rsidR="001F628F" w:rsidRDefault="001F628F" w:rsidP="007262C7">
      <w:pPr>
        <w:pStyle w:val="libNormal"/>
        <w:rPr>
          <w:rtl/>
        </w:rPr>
      </w:pPr>
      <w:r>
        <w:rPr>
          <w:rFonts w:hint="eastAsia"/>
          <w:rtl/>
        </w:rPr>
        <w:t>مدينہ</w:t>
      </w:r>
      <w:r>
        <w:rPr>
          <w:rtl/>
        </w:rPr>
        <w:t>:</w:t>
      </w:r>
      <w:r>
        <w:rPr>
          <w:rFonts w:hint="eastAsia"/>
          <w:rtl/>
        </w:rPr>
        <w:t>صدر</w:t>
      </w:r>
      <w:r>
        <w:rPr>
          <w:rtl/>
        </w:rPr>
        <w:t xml:space="preserve"> اسلام مي</w:t>
      </w:r>
      <w:r w:rsidR="00083993">
        <w:rPr>
          <w:rtl/>
        </w:rPr>
        <w:t xml:space="preserve">ں </w:t>
      </w:r>
      <w:r>
        <w:rPr>
          <w:rtl/>
        </w:rPr>
        <w:t>_، اس كا معاشرتى مقام، 16/ 41; _كى طرف ہجرت، 16/ 41</w:t>
      </w:r>
    </w:p>
    <w:p w:rsidR="001F628F" w:rsidRDefault="001F628F" w:rsidP="007262C7">
      <w:pPr>
        <w:pStyle w:val="libNormal"/>
        <w:rPr>
          <w:rtl/>
        </w:rPr>
      </w:pPr>
      <w:r>
        <w:rPr>
          <w:rFonts w:hint="eastAsia"/>
          <w:rtl/>
        </w:rPr>
        <w:t>مذہب</w:t>
      </w:r>
      <w:r>
        <w:rPr>
          <w:rtl/>
        </w:rPr>
        <w:t>:</w:t>
      </w:r>
      <w:r>
        <w:rPr>
          <w:rFonts w:hint="eastAsia"/>
          <w:rtl/>
        </w:rPr>
        <w:t>ر</w:t>
      </w:r>
      <w:r>
        <w:rPr>
          <w:rtl/>
        </w:rPr>
        <w:t>_ك دين</w:t>
      </w:r>
    </w:p>
    <w:p w:rsidR="001F628F" w:rsidRDefault="001F628F" w:rsidP="007262C7">
      <w:pPr>
        <w:pStyle w:val="libNormal"/>
        <w:rPr>
          <w:rtl/>
        </w:rPr>
      </w:pPr>
      <w:r>
        <w:rPr>
          <w:rFonts w:hint="eastAsia"/>
          <w:rtl/>
        </w:rPr>
        <w:t>مربي</w:t>
      </w:r>
      <w:r>
        <w:rPr>
          <w:rtl/>
        </w:rPr>
        <w:t>:_كى نسبت كفران، 14/ 18</w:t>
      </w:r>
      <w:r>
        <w:rPr>
          <w:rFonts w:hint="eastAsia"/>
          <w:rtl/>
        </w:rPr>
        <w:t>نيزر</w:t>
      </w:r>
      <w:r>
        <w:rPr>
          <w:rtl/>
        </w:rPr>
        <w:t xml:space="preserve"> _ك </w:t>
      </w:r>
      <w:r w:rsidR="003D0BA1">
        <w:rPr>
          <w:rtl/>
        </w:rPr>
        <w:t>انبياء</w:t>
      </w:r>
      <w:r>
        <w:rPr>
          <w:rtl/>
        </w:rPr>
        <w:t>، انسان، محمد</w:t>
      </w:r>
      <w:r w:rsidR="00F031CD" w:rsidRPr="00F031CD">
        <w:rPr>
          <w:rStyle w:val="libAlaemChar"/>
          <w:rtl/>
        </w:rPr>
        <w:t xml:space="preserve"> صلى‌الله‌عليه‌وآله‌وسلم </w:t>
      </w:r>
      <w:r>
        <w:rPr>
          <w:rtl/>
        </w:rPr>
        <w:t xml:space="preserve"> اور ملائكہ</w:t>
      </w:r>
    </w:p>
    <w:p w:rsidR="001F628F" w:rsidRDefault="001F628F" w:rsidP="007262C7">
      <w:pPr>
        <w:pStyle w:val="libNormal"/>
        <w:rPr>
          <w:rtl/>
        </w:rPr>
      </w:pPr>
      <w:r>
        <w:rPr>
          <w:rFonts w:hint="eastAsia"/>
          <w:rtl/>
        </w:rPr>
        <w:t>متنبہ</w:t>
      </w:r>
      <w:r>
        <w:rPr>
          <w:rtl/>
        </w:rPr>
        <w:t xml:space="preserve"> كرنا:_ے كے عوامل، 14/52</w:t>
      </w:r>
      <w:r>
        <w:rPr>
          <w:rFonts w:hint="eastAsia"/>
          <w:rtl/>
        </w:rPr>
        <w:t>نيز</w:t>
      </w:r>
      <w:r>
        <w:rPr>
          <w:rtl/>
        </w:rPr>
        <w:t xml:space="preserve"> ر_ك كفار اور لوگ</w:t>
      </w:r>
    </w:p>
    <w:p w:rsidR="001F628F" w:rsidRDefault="001F628F" w:rsidP="007262C7">
      <w:pPr>
        <w:pStyle w:val="libNormal"/>
        <w:rPr>
          <w:rtl/>
        </w:rPr>
      </w:pPr>
      <w:r>
        <w:rPr>
          <w:rFonts w:hint="eastAsia"/>
          <w:rtl/>
        </w:rPr>
        <w:t>معاشرہ</w:t>
      </w:r>
      <w:r>
        <w:rPr>
          <w:rtl/>
        </w:rPr>
        <w:t>:</w:t>
      </w:r>
      <w:r>
        <w:rPr>
          <w:rFonts w:hint="eastAsia"/>
          <w:rtl/>
        </w:rPr>
        <w:t>معاشرتى</w:t>
      </w:r>
      <w:r>
        <w:rPr>
          <w:rtl/>
        </w:rPr>
        <w:t xml:space="preserve"> آفت شناسي، 14/28، 45، 15/58، 66، 74، 16/88، 112; _كى موت، 15/ 4; _كا استقلال ،اس كا سرچشمہ، 16/ 76; معاشرو</w:t>
      </w:r>
      <w:r w:rsidR="00083993">
        <w:rPr>
          <w:rtl/>
        </w:rPr>
        <w:t xml:space="preserve">ں </w:t>
      </w:r>
      <w:r>
        <w:rPr>
          <w:rtl/>
        </w:rPr>
        <w:t>كى پستى ، اس كے عوامل ، 14/ 21، 15، 66; معاشرو</w:t>
      </w:r>
      <w:r w:rsidR="00083993">
        <w:rPr>
          <w:rtl/>
        </w:rPr>
        <w:t xml:space="preserve">ں </w:t>
      </w:r>
      <w:r>
        <w:rPr>
          <w:rtl/>
        </w:rPr>
        <w:t xml:space="preserve">كا خاتمہ، اس كے عوامل ، 14/ 28، 15/66; اس كا سرچشمہ، 15/66;_ كى اہميت، 15/10 ، 16/90 ; فاسد </w:t>
      </w:r>
      <w:r>
        <w:rPr>
          <w:rFonts w:hint="eastAsia"/>
          <w:rtl/>
        </w:rPr>
        <w:t>معاشرے</w:t>
      </w:r>
      <w:r>
        <w:rPr>
          <w:rtl/>
        </w:rPr>
        <w:t xml:space="preserve"> ان كى ہلاكت ، 15/66، 74; _كى حقيقت، 15/ 4;_ كى حيات ، 15/ 4; اس كا پيش خيمہ، 16/2; معاشرو</w:t>
      </w:r>
      <w:r w:rsidR="00083993">
        <w:rPr>
          <w:rtl/>
        </w:rPr>
        <w:t xml:space="preserve">ں </w:t>
      </w:r>
      <w:r>
        <w:rPr>
          <w:rtl/>
        </w:rPr>
        <w:t>كا عذاب، اس كا سرچشمہ، 15/74; معاشرو</w:t>
      </w:r>
      <w:r w:rsidR="00083993">
        <w:rPr>
          <w:rtl/>
        </w:rPr>
        <w:t xml:space="preserve">ں </w:t>
      </w:r>
      <w:r>
        <w:rPr>
          <w:rtl/>
        </w:rPr>
        <w:t>كا قانون كے مطابق ہونا، 15/4; _كى قدرت، اس كا سرچشمہ، 16/76; معاشرو</w:t>
      </w:r>
      <w:r w:rsidR="00083993">
        <w:rPr>
          <w:rtl/>
        </w:rPr>
        <w:t xml:space="preserve">ں </w:t>
      </w:r>
      <w:r>
        <w:rPr>
          <w:rtl/>
        </w:rPr>
        <w:t>كے مصالح، ان كى فراہمي، 16/ 88;_ كا نقش، 14/ 10; ان كا وجود، 15/ 4; معاشرو</w:t>
      </w:r>
      <w:r w:rsidR="00083993">
        <w:rPr>
          <w:rtl/>
        </w:rPr>
        <w:t xml:space="preserve">ں </w:t>
      </w:r>
      <w:r>
        <w:rPr>
          <w:rtl/>
        </w:rPr>
        <w:t>كى ہلاكت، اس كا سبب، 15/ 58، 74; ان كا قانونى ہونا، 15/ 4</w:t>
      </w:r>
    </w:p>
    <w:p w:rsidR="001F628F" w:rsidRDefault="001F628F" w:rsidP="007262C7">
      <w:pPr>
        <w:pStyle w:val="libNormal"/>
        <w:rPr>
          <w:rtl/>
        </w:rPr>
      </w:pPr>
      <w:r>
        <w:rPr>
          <w:rFonts w:hint="eastAsia"/>
          <w:rtl/>
        </w:rPr>
        <w:t>مرتدين</w:t>
      </w:r>
      <w:r>
        <w:rPr>
          <w:rtl/>
        </w:rPr>
        <w:t>:_كى مغفرت،اس كے شرائط، 16/ 101; _كى توبہ، اس كا قبول ہونا، 16/ 110; _كے دل پر مہر، 16/ 108;_كى اخروى زيا</w:t>
      </w:r>
      <w:r w:rsidR="00083993">
        <w:rPr>
          <w:rtl/>
        </w:rPr>
        <w:t xml:space="preserve">ں </w:t>
      </w:r>
      <w:r>
        <w:rPr>
          <w:rtl/>
        </w:rPr>
        <w:t>كاري، 16/ 109; _كا عذاب ، 16/ 106;_پر غضب، 16/ 106;_كا بہرہ پن، 16/ 108; _كا اندھاپن ، 16/ 108; _كى</w:t>
      </w:r>
    </w:p>
    <w:p w:rsidR="007262C7" w:rsidRDefault="001E7F9D" w:rsidP="00F73EDE">
      <w:pPr>
        <w:pStyle w:val="libPoemTini"/>
        <w:rPr>
          <w:rtl/>
        </w:rPr>
      </w:pPr>
      <w:r>
        <w:rPr>
          <w:rtl/>
        </w:rPr>
        <w:br w:type="page"/>
      </w:r>
    </w:p>
    <w:p w:rsidR="001F628F" w:rsidRDefault="001F628F" w:rsidP="007262C7">
      <w:pPr>
        <w:pStyle w:val="libNormal"/>
        <w:rPr>
          <w:rtl/>
        </w:rPr>
      </w:pPr>
      <w:r>
        <w:rPr>
          <w:rFonts w:hint="eastAsia"/>
          <w:rtl/>
        </w:rPr>
        <w:lastRenderedPageBreak/>
        <w:t>محروميت،</w:t>
      </w:r>
      <w:r>
        <w:rPr>
          <w:rtl/>
        </w:rPr>
        <w:t xml:space="preserve"> 16/ 108</w:t>
      </w:r>
    </w:p>
    <w:p w:rsidR="001F628F" w:rsidRDefault="001F628F" w:rsidP="007262C7">
      <w:pPr>
        <w:pStyle w:val="libNormal"/>
        <w:rPr>
          <w:rtl/>
        </w:rPr>
      </w:pPr>
      <w:r>
        <w:rPr>
          <w:rFonts w:hint="eastAsia"/>
          <w:rtl/>
        </w:rPr>
        <w:t>مرد</w:t>
      </w:r>
      <w:r>
        <w:rPr>
          <w:rtl/>
        </w:rPr>
        <w:t>:_كى حقيقت ، 16/ 72; _كى پاكيزہ زندگي، 16/ 97</w:t>
      </w:r>
      <w:r>
        <w:rPr>
          <w:rFonts w:hint="eastAsia"/>
          <w:rtl/>
        </w:rPr>
        <w:t>نيزر</w:t>
      </w:r>
      <w:r>
        <w:rPr>
          <w:rtl/>
        </w:rPr>
        <w:t>_ك انبياء اور عورت</w:t>
      </w:r>
    </w:p>
    <w:p w:rsidR="001F628F" w:rsidRDefault="001F628F" w:rsidP="007262C7">
      <w:pPr>
        <w:pStyle w:val="libNormal"/>
        <w:rPr>
          <w:rtl/>
        </w:rPr>
      </w:pPr>
      <w:r>
        <w:rPr>
          <w:rFonts w:hint="eastAsia"/>
          <w:rtl/>
        </w:rPr>
        <w:t>مردار</w:t>
      </w:r>
      <w:r>
        <w:rPr>
          <w:rtl/>
        </w:rPr>
        <w:t>:_كى حرمت، 16/ 115</w:t>
      </w:r>
    </w:p>
    <w:p w:rsidR="001F628F" w:rsidRDefault="001F628F" w:rsidP="007262C7">
      <w:pPr>
        <w:pStyle w:val="libNormal"/>
        <w:rPr>
          <w:rtl/>
        </w:rPr>
      </w:pPr>
      <w:r>
        <w:rPr>
          <w:rFonts w:hint="eastAsia"/>
          <w:rtl/>
        </w:rPr>
        <w:t>مرد</w:t>
      </w:r>
      <w:r>
        <w:rPr>
          <w:rtl/>
        </w:rPr>
        <w:t xml:space="preserve"> كى حاكميت:</w:t>
      </w:r>
      <w:r>
        <w:rPr>
          <w:rFonts w:hint="eastAsia"/>
          <w:rtl/>
        </w:rPr>
        <w:t>ر</w:t>
      </w:r>
      <w:r>
        <w:rPr>
          <w:rtl/>
        </w:rPr>
        <w:t>_ك جاہليت</w:t>
      </w:r>
    </w:p>
    <w:p w:rsidR="001F628F" w:rsidRDefault="001F628F" w:rsidP="007262C7">
      <w:pPr>
        <w:pStyle w:val="libNormal"/>
        <w:rPr>
          <w:rtl/>
        </w:rPr>
      </w:pPr>
      <w:r>
        <w:rPr>
          <w:rFonts w:hint="eastAsia"/>
          <w:rtl/>
        </w:rPr>
        <w:t>مرد</w:t>
      </w:r>
      <w:r>
        <w:rPr>
          <w:rtl/>
        </w:rPr>
        <w:t xml:space="preserve"> ہ افراد:_كا اخروى احيائ، 14/19، 15/ 25، 16/ 45; اس كى تكذيب، 16/ 38; اس سے جہالت،16/ 38; اس كا حتمى ہونا، 16/ 38، 40;اس كا فلسفہ ،16/ 39</w:t>
      </w:r>
    </w:p>
    <w:p w:rsidR="001F628F" w:rsidRDefault="001F628F" w:rsidP="007262C7">
      <w:pPr>
        <w:pStyle w:val="libNormal"/>
        <w:rPr>
          <w:rtl/>
        </w:rPr>
      </w:pPr>
      <w:r>
        <w:rPr>
          <w:rFonts w:hint="eastAsia"/>
          <w:rtl/>
        </w:rPr>
        <w:t>موت</w:t>
      </w:r>
      <w:r>
        <w:rPr>
          <w:rtl/>
        </w:rPr>
        <w:t>:_كا تداوم ، 15/ 23; _مي</w:t>
      </w:r>
      <w:r w:rsidR="00083993">
        <w:rPr>
          <w:rtl/>
        </w:rPr>
        <w:t xml:space="preserve">ں </w:t>
      </w:r>
      <w:r>
        <w:rPr>
          <w:rtl/>
        </w:rPr>
        <w:t>تعجيل، اس كا امكان، 14/ 10; اس كى حتميت، 15/ 23; _كى حقيقت، 15/ 25، 16/ 28، 32، 70; _آيات ، خداوند ى مي</w:t>
      </w:r>
      <w:r w:rsidR="00083993">
        <w:rPr>
          <w:rtl/>
        </w:rPr>
        <w:t xml:space="preserve">ں </w:t>
      </w:r>
      <w:r>
        <w:rPr>
          <w:rtl/>
        </w:rPr>
        <w:t>سے ، 15/ 23; _كا سر چشمہ، 15/ 4، 23، 14/ 45، 25، 36، 16/ 70; _كا نقش ، 16/ 28، 30</w:t>
      </w:r>
      <w:r>
        <w:rPr>
          <w:rFonts w:hint="eastAsia"/>
          <w:rtl/>
        </w:rPr>
        <w:t>نيز</w:t>
      </w:r>
      <w:r>
        <w:rPr>
          <w:rtl/>
        </w:rPr>
        <w:t xml:space="preserve"> ر_ك ابليس، انسان، انفاق، پاكيزہ افراد، اہل جہنم، حيات، كفار، كفر، مومنين، متقين، ملائكہ اور يقين</w:t>
      </w:r>
    </w:p>
    <w:p w:rsidR="001F628F" w:rsidRDefault="001F628F" w:rsidP="007262C7">
      <w:pPr>
        <w:pStyle w:val="libNormal"/>
        <w:rPr>
          <w:rtl/>
        </w:rPr>
      </w:pPr>
      <w:r>
        <w:rPr>
          <w:rFonts w:hint="eastAsia"/>
          <w:rtl/>
        </w:rPr>
        <w:t>مسؤوليت</w:t>
      </w:r>
      <w:r>
        <w:rPr>
          <w:rtl/>
        </w:rPr>
        <w:t>:_كا پيش خيمہ، 16/ 90</w:t>
      </w:r>
    </w:p>
    <w:p w:rsidR="001F628F" w:rsidRDefault="001F628F" w:rsidP="001F628F">
      <w:pPr>
        <w:pStyle w:val="libNormal"/>
        <w:rPr>
          <w:rtl/>
        </w:rPr>
      </w:pPr>
      <w:r>
        <w:rPr>
          <w:rtl/>
        </w:rPr>
        <w:t>(خاص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1F628F">
      <w:pPr>
        <w:pStyle w:val="libNormal"/>
        <w:rPr>
          <w:rtl/>
        </w:rPr>
      </w:pPr>
      <w:r>
        <w:rPr>
          <w:rFonts w:hint="eastAsia"/>
          <w:rtl/>
        </w:rPr>
        <w:t>مستكبرين</w:t>
      </w:r>
      <w:r>
        <w:rPr>
          <w:rtl/>
        </w:rPr>
        <w:t>:16/ 22</w:t>
      </w:r>
    </w:p>
    <w:p w:rsidR="001F628F" w:rsidRDefault="001F628F" w:rsidP="007262C7">
      <w:pPr>
        <w:pStyle w:val="libNormal"/>
        <w:rPr>
          <w:rtl/>
        </w:rPr>
      </w:pPr>
      <w:r>
        <w:rPr>
          <w:rtl/>
        </w:rPr>
        <w:t>_كى تقليد، اس كے عوامل،14/ 21; _كى گمراہى ، اس كا مسوول 14/ 21; _كى محروميت، 16/ 23; _قيامت مي</w:t>
      </w:r>
      <w:r w:rsidR="00083993">
        <w:rPr>
          <w:rtl/>
        </w:rPr>
        <w:t xml:space="preserve">ں </w:t>
      </w:r>
      <w:r>
        <w:rPr>
          <w:rtl/>
        </w:rPr>
        <w:t>، 14/ 21</w:t>
      </w:r>
      <w:r>
        <w:rPr>
          <w:rFonts w:hint="eastAsia"/>
          <w:rtl/>
        </w:rPr>
        <w:t>نيز</w:t>
      </w:r>
      <w:r>
        <w:rPr>
          <w:rtl/>
        </w:rPr>
        <w:t xml:space="preserve"> ر_ك تقليد</w:t>
      </w:r>
    </w:p>
    <w:p w:rsidR="001F628F" w:rsidRDefault="001F628F" w:rsidP="007262C7">
      <w:pPr>
        <w:pStyle w:val="libNormal"/>
        <w:rPr>
          <w:rtl/>
        </w:rPr>
      </w:pPr>
      <w:r>
        <w:rPr>
          <w:rFonts w:hint="eastAsia"/>
          <w:rtl/>
        </w:rPr>
        <w:t>مسكرات</w:t>
      </w:r>
      <w:r>
        <w:rPr>
          <w:rtl/>
        </w:rPr>
        <w:t>:_كا مقابلہ ،اس كا طريقہ، 16/ 67; _كى ناپسنديدگى ،16/ 67</w:t>
      </w:r>
    </w:p>
    <w:p w:rsidR="001F628F" w:rsidRDefault="001F628F" w:rsidP="007262C7">
      <w:pPr>
        <w:pStyle w:val="libNormal"/>
        <w:rPr>
          <w:rtl/>
        </w:rPr>
      </w:pPr>
      <w:r>
        <w:rPr>
          <w:rFonts w:hint="eastAsia"/>
          <w:rtl/>
        </w:rPr>
        <w:t>معاشرہ</w:t>
      </w:r>
      <w:r>
        <w:rPr>
          <w:rtl/>
        </w:rPr>
        <w:t>:</w:t>
      </w:r>
      <w:r>
        <w:rPr>
          <w:rFonts w:hint="eastAsia"/>
          <w:rtl/>
        </w:rPr>
        <w:t>ر</w:t>
      </w:r>
      <w:r>
        <w:rPr>
          <w:rtl/>
        </w:rPr>
        <w:t>_ك معاشرہ</w:t>
      </w:r>
    </w:p>
    <w:p w:rsidR="001F628F" w:rsidRDefault="001F628F" w:rsidP="007262C7">
      <w:pPr>
        <w:pStyle w:val="libNormal"/>
        <w:rPr>
          <w:rtl/>
        </w:rPr>
      </w:pPr>
      <w:r>
        <w:rPr>
          <w:rFonts w:hint="eastAsia"/>
          <w:rtl/>
        </w:rPr>
        <w:t>موت</w:t>
      </w:r>
      <w:r>
        <w:rPr>
          <w:rtl/>
        </w:rPr>
        <w:t>:</w:t>
      </w:r>
      <w:r>
        <w:rPr>
          <w:rFonts w:hint="eastAsia"/>
          <w:rtl/>
        </w:rPr>
        <w:t>اٹل</w:t>
      </w:r>
      <w:r>
        <w:rPr>
          <w:rtl/>
        </w:rPr>
        <w:t>_ ،15/4، 5، 8، 16/61; اس كا حتمى ہونا ، 16/ 61; اس كاسبب ،14/10; اس سے مراد، 16/61; _كى تاخير ، اس كا سبب، 14/ 10; _كى تعيين ، اس كا سرچشمہ، 16/61</w:t>
      </w:r>
      <w:r>
        <w:rPr>
          <w:rFonts w:hint="eastAsia"/>
          <w:rtl/>
        </w:rPr>
        <w:t>نيز</w:t>
      </w:r>
      <w:r>
        <w:rPr>
          <w:rtl/>
        </w:rPr>
        <w:t xml:space="preserve"> ر_ك امتي</w:t>
      </w:r>
      <w:r w:rsidR="00083993">
        <w:rPr>
          <w:rtl/>
        </w:rPr>
        <w:t xml:space="preserve">ں </w:t>
      </w:r>
      <w:r>
        <w:rPr>
          <w:rtl/>
        </w:rPr>
        <w:t>، انسان اور معاشرہ</w:t>
      </w:r>
    </w:p>
    <w:p w:rsidR="001F628F" w:rsidRDefault="001F628F" w:rsidP="007262C7">
      <w:pPr>
        <w:pStyle w:val="libNormal"/>
        <w:rPr>
          <w:rtl/>
        </w:rPr>
      </w:pPr>
      <w:r>
        <w:rPr>
          <w:rFonts w:hint="eastAsia"/>
          <w:rtl/>
        </w:rPr>
        <w:t>مسكن</w:t>
      </w:r>
      <w:r>
        <w:rPr>
          <w:rtl/>
        </w:rPr>
        <w:t>:_كى اہميت، 16/ 81</w:t>
      </w:r>
      <w:r>
        <w:rPr>
          <w:rFonts w:hint="eastAsia"/>
          <w:rtl/>
        </w:rPr>
        <w:t>نيزر</w:t>
      </w:r>
      <w:r>
        <w:rPr>
          <w:rtl/>
        </w:rPr>
        <w:t>_ك گھر</w:t>
      </w:r>
    </w:p>
    <w:p w:rsidR="007262C7" w:rsidRDefault="001F628F" w:rsidP="007262C7">
      <w:pPr>
        <w:pStyle w:val="libNormal"/>
        <w:rPr>
          <w:rtl/>
        </w:rPr>
      </w:pPr>
      <w:r>
        <w:rPr>
          <w:rFonts w:hint="eastAsia"/>
          <w:rtl/>
        </w:rPr>
        <w:t>مسلمان</w:t>
      </w:r>
      <w:r>
        <w:rPr>
          <w:rtl/>
        </w:rPr>
        <w:t xml:space="preserve"> افراد:_كو بشارت، 16/ 89، 102; _كا نيك انجام، 15/</w:t>
      </w:r>
      <w:r w:rsidR="00E077C8">
        <w:rPr>
          <w:rtl/>
        </w:rPr>
        <w:t>2; _كا سرور ، 16/ 89; صدر اسلام كے _، ان كا لفظى اظہار كفر، 16/ 106;_كے تقاضے ،16/1; ان كا شكنجہ ، 16/ 110، 127 ; ان پر ظلم، 16/ 41;</w:t>
      </w:r>
      <w:r w:rsidR="001E7F9D">
        <w:rPr>
          <w:rtl/>
        </w:rPr>
        <w:cr/>
      </w:r>
      <w:r w:rsidR="001E7F9D" w:rsidRPr="00F73EDE">
        <w:rPr>
          <w:rStyle w:val="libPoemTiniChar0"/>
          <w:rtl/>
        </w:rPr>
        <w:br w:type="page"/>
      </w:r>
    </w:p>
    <w:p w:rsidR="001F628F" w:rsidRDefault="001F628F" w:rsidP="007262C7">
      <w:pPr>
        <w:pStyle w:val="libNormal"/>
        <w:rPr>
          <w:rtl/>
        </w:rPr>
      </w:pPr>
      <w:r>
        <w:rPr>
          <w:rtl/>
        </w:rPr>
        <w:lastRenderedPageBreak/>
        <w:t>ان كى ہجرت، 16/ 41، 41، 110; ان كى ہجرت كا فلسفہ، 16/ 41; مظلوم_، ان كى پاداش، 16/ 41; _كى اخروى نجات، 15/ 2; _كى معنوى ضرو</w:t>
      </w:r>
      <w:r>
        <w:rPr>
          <w:rFonts w:hint="eastAsia"/>
          <w:rtl/>
        </w:rPr>
        <w:t>ريات،</w:t>
      </w:r>
      <w:r>
        <w:rPr>
          <w:rtl/>
        </w:rPr>
        <w:t xml:space="preserve"> 16/ 42; _كى ہدايت ، 16/ 102</w:t>
      </w:r>
      <w:r>
        <w:rPr>
          <w:rFonts w:hint="eastAsia"/>
          <w:rtl/>
        </w:rPr>
        <w:t>نيزر</w:t>
      </w:r>
      <w:r>
        <w:rPr>
          <w:rtl/>
        </w:rPr>
        <w:t>_ك كفار</w:t>
      </w:r>
    </w:p>
    <w:p w:rsidR="001F628F" w:rsidRDefault="001F628F" w:rsidP="007262C7">
      <w:pPr>
        <w:pStyle w:val="libNormal"/>
        <w:rPr>
          <w:rtl/>
        </w:rPr>
      </w:pPr>
      <w:r>
        <w:rPr>
          <w:rFonts w:hint="eastAsia"/>
          <w:rtl/>
        </w:rPr>
        <w:t>مسيحى</w:t>
      </w:r>
      <w:r>
        <w:rPr>
          <w:rtl/>
        </w:rPr>
        <w:t xml:space="preserve"> افراد:15/ 90_اور قرآن ،15/ 91</w:t>
      </w:r>
    </w:p>
    <w:p w:rsidR="001F628F" w:rsidRDefault="001F628F" w:rsidP="00E077C8">
      <w:pPr>
        <w:pStyle w:val="libNormal"/>
        <w:rPr>
          <w:rtl/>
        </w:rPr>
      </w:pPr>
      <w:r>
        <w:rPr>
          <w:rFonts w:hint="eastAsia"/>
          <w:rtl/>
        </w:rPr>
        <w:t>مشركين</w:t>
      </w:r>
      <w:r>
        <w:rPr>
          <w:rtl/>
        </w:rPr>
        <w:t>: 14/ 22، 15 96_كى آگاہي، 16/ 55; _كا احساس امن، اس كى سرزنش، 16/ 45; _كا موحدين كے ساتھ اختلاف، 16/ 39; _كے دعوے ، 16/ 62; ان كے باطل دعوے ، 16/ 62; ان كى تكذيب، 16/ 86; _كى اذيتي</w:t>
      </w:r>
      <w:r w:rsidR="00083993">
        <w:rPr>
          <w:rtl/>
        </w:rPr>
        <w:t xml:space="preserve">ں </w:t>
      </w:r>
      <w:r>
        <w:rPr>
          <w:rtl/>
        </w:rPr>
        <w:t>، 15/ 95، 97; اور محمد</w:t>
      </w:r>
      <w:r w:rsidR="00F031CD" w:rsidRPr="00F031CD">
        <w:rPr>
          <w:rStyle w:val="libAlaemChar"/>
          <w:rtl/>
        </w:rPr>
        <w:t xml:space="preserve"> صلى‌الله‌عليه‌وآله‌وسلم </w:t>
      </w:r>
      <w:r>
        <w:rPr>
          <w:rtl/>
        </w:rPr>
        <w:t xml:space="preserve"> صلعم، 15/ 94; _كے استہزائ، 15/ 95، 97، 16/ 35; _سے روگرداني، 15/ 94; _كے افترائ، 16/ 56،57،62، 63، 78; اس كا سرچشمہ، 16/ 63;_كا اخروى اقرار، 16/ 86; _كى اكثريت، 16/75; _پر اندوہ ، 15/ 88; اس سے اجتناب، 15/ 88; _كا اندوہ، 16/85; _كا انذار، 16/ 45 ،55،59; _كے مقاصد ، 16/55; _بدعت پيدا كرنا، 16/ 35،56; _كا برتاؤ ،اس كا طر</w:t>
      </w:r>
      <w:r>
        <w:rPr>
          <w:rFonts w:hint="eastAsia"/>
          <w:rtl/>
        </w:rPr>
        <w:t>يقہ،</w:t>
      </w:r>
      <w:r>
        <w:rPr>
          <w:rtl/>
        </w:rPr>
        <w:t xml:space="preserve"> 15/ 97،16/ 27،35; _كى برتر طلبي، 16/ 62; _كى بہانہ جوئي، 16/ 101; _كى فكر، 16/ 56،57،58، 87; _كى بيٹے سے محبت، 16/ 57; _كى پليدگى ، 16/ 60; _كى اخروى تحقير، 16/ 27; _پر ترحم،15/ 88; _كا خوف ، 16/ 51; _كا اخروى تسليم خم ، 16/ 87; _كا خدا سے تكلم، 16/ 86; _كى كوشش، 16/ 38; ان كى اخروى كوشش، 16/ 86; _كا توجيہ كرنا، 16/ 35; _كى سازش ، 16/ 38; اس كا افشائ، 16/103; _كى دھمكى ،16/ 56; _كى تہمتي</w:t>
      </w:r>
      <w:r w:rsidR="00083993">
        <w:rPr>
          <w:rtl/>
        </w:rPr>
        <w:t xml:space="preserve">ں </w:t>
      </w:r>
      <w:r>
        <w:rPr>
          <w:rtl/>
        </w:rPr>
        <w:t xml:space="preserve">، 16/ 101، 103; ان كا جواب، 16/ 102;_كا جبر پر اعتقاد، 16 /35، 39، 43; _كى جہالت، 16 / 73، 75; _كى خدا شناسى ، 16/ 57; _كا جھوٹا پن ، 16/ 56; _كى دشمني، 15/ 95، 16/ 27،62; _كى دعوت، 16/ 48; _كى ذلت، 16/ 48; ان كى اخروى ذلت، 16/ 27; كى روزي، 16/ 48; _كى مذمت، 16/ 48; _ پرشيطان كا تسلط، 16/ 100; _كى قسم ، 16/ 48; _كا شبہ ڈالنا، اس كا فلسفہ، 16/ 45; _كا شرك عبادي، 16/ 35; _كى اخروى شكايت، 16/ 86; _كى صورت، 16/ 58; _كا عذاب، 16/55; ان كا دنياوى عذاب، 16/ 27; _ كا عفو ، 15/85; _كا عقيدہ، 16/ 27، 35، 38، 40، 50، 54، 57; ان كى توجيہ، 16/ 35; ان كا باطل عقيدہ، 16/ 36، 43;_كے علائق ، 16/ 57; _ كے </w:t>
      </w:r>
      <w:r w:rsidR="005E05E0">
        <w:rPr>
          <w:rtl/>
        </w:rPr>
        <w:t>علماء</w:t>
      </w:r>
      <w:r>
        <w:rPr>
          <w:rtl/>
        </w:rPr>
        <w:t xml:space="preserve">، ان كى دشمني، 16/ 101; _كا </w:t>
      </w:r>
      <w:r>
        <w:rPr>
          <w:rFonts w:hint="eastAsia"/>
          <w:rtl/>
        </w:rPr>
        <w:t>ناپسنديدہ</w:t>
      </w:r>
      <w:r>
        <w:rPr>
          <w:rtl/>
        </w:rPr>
        <w:t xml:space="preserve"> عمل، 16/ 45; ان كى توجيہ، 16/ 35; _كا غضب ،اس كے عوامل، 16/ 58; _كا فرار، 16/ 159; _كا فراموش ہونا، 16/ 63; _كا كفران ، 16/ 55، 83; _كا كفر ، 16/ 27; _كى سزا، 15/ 96، 16/ 62; _كے ميلانات، ان كا سرچشمہ، 16/ 57;_كى گمراہي، اس كے عوامل، 16/ 86; _كى </w:t>
      </w:r>
      <w:r>
        <w:rPr>
          <w:rFonts w:hint="eastAsia"/>
          <w:rtl/>
        </w:rPr>
        <w:t>لجاجت،</w:t>
      </w:r>
      <w:r>
        <w:rPr>
          <w:rtl/>
        </w:rPr>
        <w:t xml:space="preserve"> 16/ 83; _كا مواخذہ،16/ 56; اس كى</w:t>
      </w:r>
    </w:p>
    <w:p w:rsidR="00E077C8" w:rsidRDefault="001E7F9D" w:rsidP="00F73EDE">
      <w:pPr>
        <w:pStyle w:val="libPoemTini"/>
        <w:rPr>
          <w:rtl/>
        </w:rPr>
      </w:pPr>
      <w:r>
        <w:rPr>
          <w:rtl/>
        </w:rPr>
        <w:br w:type="page"/>
      </w:r>
    </w:p>
    <w:p w:rsidR="001F628F" w:rsidRDefault="001F628F" w:rsidP="00E077C8">
      <w:pPr>
        <w:pStyle w:val="libNormal"/>
        <w:rPr>
          <w:rtl/>
        </w:rPr>
      </w:pPr>
      <w:r>
        <w:rPr>
          <w:rFonts w:hint="eastAsia"/>
          <w:rtl/>
        </w:rPr>
        <w:lastRenderedPageBreak/>
        <w:t>حتميت،</w:t>
      </w:r>
      <w:r>
        <w:rPr>
          <w:rtl/>
        </w:rPr>
        <w:t xml:space="preserve"> 16/ 56; ان كا اخروى مجادلہ، 16/ 86; _كے ساتھ مجادلہ 16/ 125;_جہنم مي</w:t>
      </w:r>
      <w:r w:rsidR="00083993">
        <w:rPr>
          <w:rtl/>
        </w:rPr>
        <w:t xml:space="preserve">ں </w:t>
      </w:r>
      <w:r>
        <w:rPr>
          <w:rtl/>
        </w:rPr>
        <w:t>، 16/ 62; _سختى مي</w:t>
      </w:r>
      <w:r w:rsidR="00083993">
        <w:rPr>
          <w:rtl/>
        </w:rPr>
        <w:t xml:space="preserve">ں </w:t>
      </w:r>
      <w:r>
        <w:rPr>
          <w:rtl/>
        </w:rPr>
        <w:t>، 16/ 54; _قيامت مي</w:t>
      </w:r>
      <w:r w:rsidR="00083993">
        <w:rPr>
          <w:rtl/>
        </w:rPr>
        <w:t xml:space="preserve">ں </w:t>
      </w:r>
      <w:r>
        <w:rPr>
          <w:rtl/>
        </w:rPr>
        <w:t>، 16/ 27، 86، 87; ان كا طعن، 15/ 2; صدر اسلام كے _، ان كے استہزاء ، 16/ 1; ان كى اكثريت 16/ 83; ان كے مادى وسائل، 15/ 88; ان كا پيداو ايجا</w:t>
      </w:r>
      <w:r>
        <w:rPr>
          <w:rFonts w:hint="eastAsia"/>
          <w:rtl/>
        </w:rPr>
        <w:t>د</w:t>
      </w:r>
      <w:r>
        <w:rPr>
          <w:rtl/>
        </w:rPr>
        <w:t xml:space="preserve"> كرنا، 16/ 35; ان كى ثروت مندي، 15/ 88; ان كے تقاضے ، 16/ 1; ان كى دشمني، 16/ 1; ان كا عقيدہ، 16/ 3; ان كا كفران ، 16/ 83; ان كا كفر، 16/ 83; ھٹ دہرم_، 16/ 101; ناشكر _، ان پر غضب، 16/ 55; _اور اخرت، 16/ 60; _ اور بہشت، 16/ 62; _ اور حسن انجام، 16/ 62; _ </w:t>
      </w:r>
      <w:r>
        <w:rPr>
          <w:rFonts w:hint="eastAsia"/>
          <w:rtl/>
        </w:rPr>
        <w:t>اور</w:t>
      </w:r>
      <w:r>
        <w:rPr>
          <w:rtl/>
        </w:rPr>
        <w:t xml:space="preserve"> بيٹى ، 16/ 57، 58، 59; _اور دين ، 16/ 35; _اور فصاحت قرآن، 16/ 103; _ اور محمد</w:t>
      </w:r>
      <w:r w:rsidR="00F031CD" w:rsidRPr="00F031CD">
        <w:rPr>
          <w:rStyle w:val="libAlaemChar"/>
          <w:rtl/>
        </w:rPr>
        <w:t xml:space="preserve"> صلى‌الله‌عليه‌وآله‌وسلم </w:t>
      </w:r>
      <w:r>
        <w:rPr>
          <w:rtl/>
        </w:rPr>
        <w:t xml:space="preserve"> ، 15/ 95; _اور معاد، 16/ 40; _او ر باطل معبود ، 16/ 27، 56، 86; _سختى دور ہونے كے وقت، 16/ 54،55; _كے موحدين كے ساتھ جھگڑائے، 16/ 27; _كو مہلت، 16/ 55; _كى اخروى نا كامى </w:t>
      </w:r>
      <w:r>
        <w:rPr>
          <w:rFonts w:hint="eastAsia"/>
          <w:rtl/>
        </w:rPr>
        <w:t>،</w:t>
      </w:r>
      <w:r>
        <w:rPr>
          <w:rtl/>
        </w:rPr>
        <w:t>16/ 87; _كى دنياوى نعمتي</w:t>
      </w:r>
      <w:r w:rsidR="00083993">
        <w:rPr>
          <w:rtl/>
        </w:rPr>
        <w:t xml:space="preserve">ں </w:t>
      </w:r>
      <w:r>
        <w:rPr>
          <w:rtl/>
        </w:rPr>
        <w:t>، 16/ 55; _كى ہدايت، 15/ 88، 16/ 37; _كو خبر دار كيا جانا، 14/ 19; _كى ہلاكت، 14/ 19; _كا بااہميت توافق، 16/ 35; _كى ہوس پرستي، 16/ 57; اس كے آثار، 16/ 57</w:t>
      </w:r>
      <w:r>
        <w:rPr>
          <w:rFonts w:hint="eastAsia"/>
          <w:rtl/>
        </w:rPr>
        <w:t>نيزر</w:t>
      </w:r>
      <w:r>
        <w:rPr>
          <w:rtl/>
        </w:rPr>
        <w:t>_ك جاہليت، مومنين، مشركين مكہ اور محمد</w:t>
      </w:r>
      <w:r w:rsidR="00F031CD" w:rsidRPr="00F031CD">
        <w:rPr>
          <w:rStyle w:val="libAlaemChar"/>
          <w:rtl/>
        </w:rPr>
        <w:t xml:space="preserve"> صلى‌الله‌عليه‌وآله‌وسلم </w:t>
      </w:r>
      <w:r>
        <w:rPr>
          <w:rtl/>
        </w:rPr>
        <w:t xml:space="preserve"> صلعم</w:t>
      </w:r>
    </w:p>
    <w:p w:rsidR="001F628F" w:rsidRDefault="001F628F" w:rsidP="00E077C8">
      <w:pPr>
        <w:pStyle w:val="libNormal"/>
        <w:rPr>
          <w:rtl/>
        </w:rPr>
      </w:pPr>
      <w:r>
        <w:rPr>
          <w:rFonts w:hint="eastAsia"/>
          <w:rtl/>
        </w:rPr>
        <w:t>مشركين</w:t>
      </w:r>
      <w:r>
        <w:rPr>
          <w:rtl/>
        </w:rPr>
        <w:t xml:space="preserve"> مكہ:_كى اكثريت ،ان كى جہالت، 16/ 38; _كا انذار، 16/ 63; _كے افترائ، 16/ 61; _كى بت پرستي، اس كا سرچشمہ، 16/ 35; _كى فكر، 16/ 35، 38، 43; _كى كوشش، 16/ 35; _كى دھمكي، 16/ 36; _كا جبر پر اعتقاد، 16/ 35; _كى خداشناسى ، 16/ 35، 38; _كى دشمني، 16/ 35; _كى طرف سے دع</w:t>
      </w:r>
      <w:r>
        <w:rPr>
          <w:rFonts w:hint="eastAsia"/>
          <w:rtl/>
        </w:rPr>
        <w:t>وت،</w:t>
      </w:r>
      <w:r>
        <w:rPr>
          <w:rtl/>
        </w:rPr>
        <w:t xml:space="preserve"> 16/ 43; _كے رہبر، ان كا نقش، 14/ 28: _كا ظلم، 16/ 41; اس پر صبر، 16/ 42; _كا عقيدہ، 16/ 35، 38; اس كى تقويت، 16/ 35; _كا برا انجام، 16/ 36; _كے عقائدى نظريات، 16/ 35; _اور مشيت خدا، 16/ 35; _اور نبوت، 16/ 38; _اور بشركى نبوت، 16/ 43; _كو مہلت، 16/ 61</w:t>
      </w:r>
      <w:r>
        <w:rPr>
          <w:rFonts w:hint="eastAsia"/>
          <w:rtl/>
        </w:rPr>
        <w:t>نيز</w:t>
      </w:r>
      <w:r>
        <w:rPr>
          <w:rtl/>
        </w:rPr>
        <w:t xml:space="preserve"> ر_ك جاہليت اور محمد صلعم</w:t>
      </w:r>
    </w:p>
    <w:p w:rsidR="001F628F" w:rsidRDefault="001F628F" w:rsidP="00E077C8">
      <w:pPr>
        <w:pStyle w:val="libNormal"/>
        <w:rPr>
          <w:rtl/>
        </w:rPr>
      </w:pPr>
      <w:r>
        <w:rPr>
          <w:rFonts w:hint="eastAsia"/>
          <w:rtl/>
        </w:rPr>
        <w:t>مشكلات</w:t>
      </w:r>
      <w:r>
        <w:rPr>
          <w:rtl/>
        </w:rPr>
        <w:t>:</w:t>
      </w:r>
      <w:r>
        <w:rPr>
          <w:rFonts w:hint="eastAsia"/>
          <w:rtl/>
        </w:rPr>
        <w:t>نفسياتي</w:t>
      </w:r>
      <w:r>
        <w:rPr>
          <w:rtl/>
        </w:rPr>
        <w:t>_، اس كے موانع، 16/ 128; معاشرتي_ 16/ 112; اس كے رفع كى اہميت، 16/ 90; اس كا پيش خيمہ، 14/ 6</w:t>
      </w:r>
      <w:r>
        <w:rPr>
          <w:rFonts w:hint="eastAsia"/>
          <w:rtl/>
        </w:rPr>
        <w:t>نيز</w:t>
      </w:r>
      <w:r>
        <w:rPr>
          <w:rtl/>
        </w:rPr>
        <w:t xml:space="preserve"> ر_ك خاندان ، صبر اور محمد</w:t>
      </w:r>
      <w:r w:rsidR="00F031CD" w:rsidRPr="00F031CD">
        <w:rPr>
          <w:rStyle w:val="libAlaemChar"/>
          <w:rtl/>
        </w:rPr>
        <w:t xml:space="preserve"> صلى‌الله‌عليه‌وآله‌وسلم </w:t>
      </w:r>
      <w:r>
        <w:rPr>
          <w:rtl/>
        </w:rPr>
        <w:t xml:space="preserve"> صلعم</w:t>
      </w:r>
    </w:p>
    <w:p w:rsidR="001F628F" w:rsidRDefault="001F628F" w:rsidP="00E077C8">
      <w:pPr>
        <w:pStyle w:val="libNormal"/>
        <w:rPr>
          <w:rtl/>
        </w:rPr>
      </w:pPr>
      <w:r>
        <w:rPr>
          <w:rFonts w:hint="eastAsia"/>
          <w:rtl/>
        </w:rPr>
        <w:t>مضطر</w:t>
      </w:r>
      <w:r>
        <w:rPr>
          <w:rtl/>
        </w:rPr>
        <w:t>:_كے احكام، 16/ 115; _سے تكليف كا رفع، 16/ 115; _كے شرائط، 16/ 115</w:t>
      </w:r>
    </w:p>
    <w:p w:rsidR="001F628F" w:rsidRDefault="001F628F" w:rsidP="00E077C8">
      <w:pPr>
        <w:pStyle w:val="libNormal"/>
        <w:rPr>
          <w:rtl/>
        </w:rPr>
      </w:pPr>
      <w:r>
        <w:rPr>
          <w:rFonts w:hint="eastAsia"/>
          <w:rtl/>
        </w:rPr>
        <w:t>مظلوم</w:t>
      </w:r>
      <w:r>
        <w:rPr>
          <w:rtl/>
        </w:rPr>
        <w:t>:_كا حامي، 14/ 14</w:t>
      </w:r>
      <w:r>
        <w:rPr>
          <w:rFonts w:hint="eastAsia"/>
          <w:rtl/>
        </w:rPr>
        <w:t>نيزر</w:t>
      </w:r>
      <w:r>
        <w:rPr>
          <w:rtl/>
        </w:rPr>
        <w:t>_ك مسلمان افراد</w:t>
      </w:r>
    </w:p>
    <w:p w:rsidR="001F628F" w:rsidRDefault="001F628F" w:rsidP="00E077C8">
      <w:pPr>
        <w:pStyle w:val="libNormal"/>
        <w:rPr>
          <w:rtl/>
        </w:rPr>
      </w:pPr>
      <w:r>
        <w:rPr>
          <w:rFonts w:hint="eastAsia"/>
          <w:rtl/>
        </w:rPr>
        <w:t>مغفرت</w:t>
      </w:r>
      <w:r>
        <w:rPr>
          <w:rtl/>
        </w:rPr>
        <w:t>:_اخروى ، اس كى اہميت 14/41; _پر اميد ركھنے والے 14/36; _كا سبب 16/ 110; _كى شرائط 16/ 119; _كے شامل حال افراد16/ 110; _كے موانع</w:t>
      </w:r>
    </w:p>
    <w:p w:rsidR="00E077C8" w:rsidRDefault="001E7F9D" w:rsidP="00F73EDE">
      <w:pPr>
        <w:pStyle w:val="libPoemTini"/>
        <w:rPr>
          <w:rtl/>
        </w:rPr>
      </w:pPr>
      <w:r>
        <w:rPr>
          <w:rtl/>
        </w:rPr>
        <w:br w:type="page"/>
      </w:r>
    </w:p>
    <w:p w:rsidR="001F628F" w:rsidRDefault="001F628F" w:rsidP="00E077C8">
      <w:pPr>
        <w:pStyle w:val="libNormal"/>
        <w:rPr>
          <w:rtl/>
        </w:rPr>
      </w:pPr>
      <w:r>
        <w:rPr>
          <w:rtl/>
        </w:rPr>
        <w:lastRenderedPageBreak/>
        <w:t>16/119، _كے اسباب 14/ 10 ،16/110; _كا وعدہ ، 16/119</w:t>
      </w:r>
    </w:p>
    <w:p w:rsidR="001F628F" w:rsidRDefault="001F628F" w:rsidP="001F628F">
      <w:pPr>
        <w:pStyle w:val="libNormal"/>
        <w:rPr>
          <w:rtl/>
        </w:rPr>
      </w:pPr>
      <w:r>
        <w:rPr>
          <w:rFonts w:hint="eastAsia"/>
          <w:rtl/>
        </w:rPr>
        <w:t>خاص</w:t>
      </w:r>
      <w:r>
        <w:rPr>
          <w:rtl/>
        </w:rPr>
        <w:t xml:space="preserve"> موارد مي</w:t>
      </w:r>
      <w:r w:rsidR="00083993">
        <w:rPr>
          <w:rtl/>
        </w:rPr>
        <w:t xml:space="preserve">ں </w:t>
      </w:r>
      <w:r>
        <w:rPr>
          <w:rtl/>
        </w:rPr>
        <w:t>خود موضوع كے بارے مي</w:t>
      </w:r>
      <w:r w:rsidR="00083993">
        <w:rPr>
          <w:rtl/>
        </w:rPr>
        <w:t xml:space="preserve">ں </w:t>
      </w:r>
      <w:r>
        <w:rPr>
          <w:rtl/>
        </w:rPr>
        <w:t>تحقيق كى جائے</w:t>
      </w:r>
    </w:p>
    <w:p w:rsidR="001F628F" w:rsidRDefault="001F628F" w:rsidP="00E077C8">
      <w:pPr>
        <w:pStyle w:val="libNormal"/>
        <w:rPr>
          <w:rtl/>
        </w:rPr>
      </w:pPr>
      <w:r>
        <w:rPr>
          <w:rFonts w:hint="eastAsia"/>
          <w:rtl/>
        </w:rPr>
        <w:t>معاد</w:t>
      </w:r>
      <w:r>
        <w:rPr>
          <w:rtl/>
        </w:rPr>
        <w:t>:_كى اہميت، 16/ 77; _كى تكذيب، اس كے آثار، 16/ 39; اس كا سرچشمہ، 16/ 38;_سے جاہل افراد، 16/38;_كى حتميت، 16/ 38;_ كے دلائل، 14/ 19;_كے بارے مي</w:t>
      </w:r>
      <w:r w:rsidR="00083993">
        <w:rPr>
          <w:rtl/>
        </w:rPr>
        <w:t xml:space="preserve">ں </w:t>
      </w:r>
      <w:r>
        <w:rPr>
          <w:rtl/>
        </w:rPr>
        <w:t>شبہ پيدا كرنا ، 16/ 45; اس كى مذمت، 16/ 45; _كا فلسفہ ، 16/ 39; جسماني_، 14/ 43، 50 ،15 / 47; روحاني_، 14/ 43، 50; _كى تكذيب كرنے والے ، 16/ 38; ان كى فكر، 16/ 38; ان كے راز ، 16/ 23; ان كى نيتي</w:t>
      </w:r>
      <w:r w:rsidR="00083993">
        <w:rPr>
          <w:rtl/>
        </w:rPr>
        <w:t xml:space="preserve">ں </w:t>
      </w:r>
      <w:r>
        <w:rPr>
          <w:rtl/>
        </w:rPr>
        <w:t>، 16/ 23</w:t>
      </w:r>
      <w:r>
        <w:rPr>
          <w:rFonts w:hint="eastAsia"/>
          <w:rtl/>
        </w:rPr>
        <w:t>نيز</w:t>
      </w:r>
      <w:r>
        <w:rPr>
          <w:rtl/>
        </w:rPr>
        <w:t xml:space="preserve"> ر_ك خداوند عالم ، كفار اور مشركين</w:t>
      </w:r>
    </w:p>
    <w:p w:rsidR="001F628F" w:rsidRDefault="001F628F" w:rsidP="00E077C8">
      <w:pPr>
        <w:pStyle w:val="libNormal"/>
        <w:rPr>
          <w:rtl/>
        </w:rPr>
      </w:pPr>
      <w:r>
        <w:rPr>
          <w:rFonts w:hint="eastAsia"/>
          <w:rtl/>
        </w:rPr>
        <w:t>معدنيات</w:t>
      </w:r>
      <w:r>
        <w:rPr>
          <w:rtl/>
        </w:rPr>
        <w:t>:_كى پيدا</w:t>
      </w:r>
      <w:r w:rsidR="009F604A">
        <w:rPr>
          <w:rtl/>
        </w:rPr>
        <w:t>ئش</w:t>
      </w:r>
      <w:r>
        <w:rPr>
          <w:rtl/>
        </w:rPr>
        <w:t xml:space="preserve"> ، 15/ 19، 21; اس كى جگہ ، 15/ 19; معدنى مواد، ان كا تناسب، 15/19; ان كا وزن، 15/ 19</w:t>
      </w:r>
    </w:p>
    <w:p w:rsidR="001F628F" w:rsidRDefault="001F628F" w:rsidP="00E077C8">
      <w:pPr>
        <w:pStyle w:val="libNormal"/>
        <w:rPr>
          <w:rtl/>
        </w:rPr>
      </w:pPr>
      <w:r>
        <w:rPr>
          <w:rFonts w:hint="eastAsia"/>
          <w:rtl/>
        </w:rPr>
        <w:t>معاش</w:t>
      </w:r>
      <w:r>
        <w:rPr>
          <w:rtl/>
        </w:rPr>
        <w:t>:_كى فراہمي، اس كا ذريعہ، 15/ 20، 21، 22; اس كا سرچشمہ، 15/ 20</w:t>
      </w:r>
      <w:r>
        <w:rPr>
          <w:rFonts w:hint="eastAsia"/>
          <w:rtl/>
        </w:rPr>
        <w:t>نيزر</w:t>
      </w:r>
      <w:r>
        <w:rPr>
          <w:rtl/>
        </w:rPr>
        <w:t xml:space="preserve"> _ك انسان اور زندگي</w:t>
      </w:r>
    </w:p>
    <w:p w:rsidR="001F628F" w:rsidRDefault="001F628F" w:rsidP="00E077C8">
      <w:pPr>
        <w:pStyle w:val="libNormal"/>
        <w:rPr>
          <w:rtl/>
        </w:rPr>
      </w:pPr>
      <w:r>
        <w:rPr>
          <w:rFonts w:hint="eastAsia"/>
          <w:rtl/>
        </w:rPr>
        <w:t>معاشرت</w:t>
      </w:r>
      <w:r>
        <w:rPr>
          <w:rtl/>
        </w:rPr>
        <w:t>:_كے آداب ، 15/ 52، 68،69، -16/20</w:t>
      </w:r>
      <w:r>
        <w:rPr>
          <w:rFonts w:hint="eastAsia"/>
          <w:rtl/>
        </w:rPr>
        <w:t>نيزر</w:t>
      </w:r>
      <w:r>
        <w:rPr>
          <w:rtl/>
        </w:rPr>
        <w:t>_ك رفتار</w:t>
      </w:r>
    </w:p>
    <w:p w:rsidR="001F628F" w:rsidRDefault="001F628F" w:rsidP="00E077C8">
      <w:pPr>
        <w:pStyle w:val="libNormal"/>
        <w:rPr>
          <w:rtl/>
        </w:rPr>
      </w:pPr>
      <w:r>
        <w:rPr>
          <w:rFonts w:hint="eastAsia"/>
          <w:rtl/>
        </w:rPr>
        <w:t>معاملہ</w:t>
      </w:r>
      <w:r>
        <w:rPr>
          <w:rtl/>
        </w:rPr>
        <w:t>:_مي</w:t>
      </w:r>
      <w:r w:rsidR="00083993">
        <w:rPr>
          <w:rtl/>
        </w:rPr>
        <w:t xml:space="preserve">ں </w:t>
      </w:r>
      <w:r>
        <w:rPr>
          <w:rtl/>
        </w:rPr>
        <w:t>قسم:16/ 92</w:t>
      </w:r>
      <w:r>
        <w:rPr>
          <w:rFonts w:hint="eastAsia"/>
          <w:rtl/>
        </w:rPr>
        <w:t>نيز</w:t>
      </w:r>
      <w:r>
        <w:rPr>
          <w:rtl/>
        </w:rPr>
        <w:t xml:space="preserve"> ر_ك آخرت اور خداوند عالم</w:t>
      </w:r>
    </w:p>
    <w:p w:rsidR="001F628F" w:rsidRDefault="001F628F" w:rsidP="00E077C8">
      <w:pPr>
        <w:pStyle w:val="libNormal"/>
        <w:rPr>
          <w:rtl/>
        </w:rPr>
      </w:pPr>
      <w:r>
        <w:rPr>
          <w:rFonts w:hint="eastAsia"/>
          <w:rtl/>
        </w:rPr>
        <w:t>معاہدہ</w:t>
      </w:r>
      <w:r>
        <w:rPr>
          <w:rtl/>
        </w:rPr>
        <w:t xml:space="preserve"> كرنے والے:_و</w:t>
      </w:r>
      <w:r w:rsidR="00083993">
        <w:rPr>
          <w:rtl/>
        </w:rPr>
        <w:t xml:space="preserve">ں </w:t>
      </w:r>
      <w:r>
        <w:rPr>
          <w:rtl/>
        </w:rPr>
        <w:t>كى ذمہ دارى 16/ 92</w:t>
      </w:r>
    </w:p>
    <w:p w:rsidR="001F628F" w:rsidRDefault="001F628F" w:rsidP="00E077C8">
      <w:pPr>
        <w:pStyle w:val="libNormal"/>
        <w:rPr>
          <w:rtl/>
        </w:rPr>
      </w:pPr>
      <w:r>
        <w:rPr>
          <w:rFonts w:hint="eastAsia"/>
          <w:rtl/>
        </w:rPr>
        <w:t>معجزہ</w:t>
      </w:r>
      <w:r>
        <w:rPr>
          <w:rtl/>
        </w:rPr>
        <w:t>:_كى تكذيب، اس كى سزا، 15/ 83; _كى حقيقت، 14/ 5; اقتراحى _14/ 10، 11، 15،7،16/ 33; اس كے رد كا فلسفہ، 10/ 8; حسي_ ، اس كى درخواست، 15/ 7; _كا سرچشمہ، 14/ 5،11; _كا نقش ، 14/5</w:t>
      </w:r>
      <w:r>
        <w:rPr>
          <w:rFonts w:hint="eastAsia"/>
          <w:rtl/>
        </w:rPr>
        <w:t>نيز</w:t>
      </w:r>
      <w:r>
        <w:rPr>
          <w:rtl/>
        </w:rPr>
        <w:t xml:space="preserve"> ر_ك آيات خدا ، </w:t>
      </w:r>
      <w:r w:rsidR="003D0BA1">
        <w:rPr>
          <w:rtl/>
        </w:rPr>
        <w:t>انبياء</w:t>
      </w:r>
      <w:r>
        <w:rPr>
          <w:rtl/>
        </w:rPr>
        <w:t>، عذاب ، قوم ثمود، محمد</w:t>
      </w:r>
      <w:r w:rsidR="00F031CD" w:rsidRPr="00F031CD">
        <w:rPr>
          <w:rStyle w:val="libAlaemChar"/>
          <w:rtl/>
        </w:rPr>
        <w:t xml:space="preserve"> صلى‌الله‌عليه‌وآله‌وسلم </w:t>
      </w:r>
      <w:r>
        <w:rPr>
          <w:rtl/>
        </w:rPr>
        <w:t xml:space="preserve"> صلعم اور موسي</w:t>
      </w:r>
      <w:r w:rsidR="00367F17" w:rsidRPr="00367F17">
        <w:rPr>
          <w:rStyle w:val="libAlaemChar"/>
          <w:rtl/>
        </w:rPr>
        <w:t xml:space="preserve"> عليه‌السلام </w:t>
      </w:r>
    </w:p>
    <w:p w:rsidR="001F628F" w:rsidRDefault="001F628F" w:rsidP="001F628F">
      <w:pPr>
        <w:pStyle w:val="libNormal"/>
        <w:rPr>
          <w:rtl/>
        </w:rPr>
      </w:pPr>
      <w:r>
        <w:rPr>
          <w:rFonts w:hint="eastAsia"/>
          <w:rtl/>
        </w:rPr>
        <w:t>معصومين</w:t>
      </w:r>
      <w:r>
        <w:rPr>
          <w:rtl/>
        </w:rPr>
        <w:t>:16/ 84، 89</w:t>
      </w:r>
    </w:p>
    <w:p w:rsidR="001F628F" w:rsidRDefault="001F628F" w:rsidP="00E077C8">
      <w:pPr>
        <w:pStyle w:val="libNormal"/>
        <w:rPr>
          <w:rtl/>
        </w:rPr>
      </w:pPr>
      <w:r>
        <w:rPr>
          <w:rFonts w:hint="eastAsia"/>
          <w:rtl/>
        </w:rPr>
        <w:t>معصيت</w:t>
      </w:r>
      <w:r>
        <w:rPr>
          <w:rtl/>
        </w:rPr>
        <w:t>:</w:t>
      </w:r>
      <w:r>
        <w:rPr>
          <w:rFonts w:hint="eastAsia"/>
          <w:rtl/>
        </w:rPr>
        <w:t>ر</w:t>
      </w:r>
      <w:r>
        <w:rPr>
          <w:rtl/>
        </w:rPr>
        <w:t>_ك گناہ</w:t>
      </w:r>
    </w:p>
    <w:p w:rsidR="001F628F" w:rsidRDefault="001F628F" w:rsidP="00E077C8">
      <w:pPr>
        <w:pStyle w:val="libNormal"/>
        <w:rPr>
          <w:rtl/>
        </w:rPr>
      </w:pPr>
      <w:r>
        <w:rPr>
          <w:rFonts w:hint="eastAsia"/>
          <w:rtl/>
        </w:rPr>
        <w:t>معنويات</w:t>
      </w:r>
      <w:r>
        <w:rPr>
          <w:rtl/>
        </w:rPr>
        <w:t>:_كے آثار، 14/ 14; _كى قدرو قيمت، 16/ 95; _ كى اہميت، 16/ 95; _سے سوء استفادہ، 16/ 95; _ كا نقش، 14/ 10</w:t>
      </w:r>
      <w:r>
        <w:rPr>
          <w:rFonts w:hint="eastAsia"/>
          <w:rtl/>
        </w:rPr>
        <w:t>مغضوبان</w:t>
      </w:r>
      <w:r>
        <w:rPr>
          <w:rtl/>
        </w:rPr>
        <w:t xml:space="preserve"> خدا:15/ 35، 55، 106</w:t>
      </w:r>
    </w:p>
    <w:p w:rsidR="001F628F" w:rsidRDefault="001F628F" w:rsidP="00E077C8">
      <w:pPr>
        <w:pStyle w:val="libNormal"/>
        <w:rPr>
          <w:rtl/>
        </w:rPr>
      </w:pPr>
      <w:r>
        <w:rPr>
          <w:rFonts w:hint="eastAsia"/>
          <w:rtl/>
        </w:rPr>
        <w:t>مغفرت</w:t>
      </w:r>
      <w:r>
        <w:rPr>
          <w:rtl/>
        </w:rPr>
        <w:t>:</w:t>
      </w:r>
      <w:r>
        <w:rPr>
          <w:rFonts w:hint="eastAsia"/>
          <w:rtl/>
        </w:rPr>
        <w:t>ر</w:t>
      </w:r>
      <w:r>
        <w:rPr>
          <w:rtl/>
        </w:rPr>
        <w:t>_ك مغفرت</w:t>
      </w:r>
    </w:p>
    <w:p w:rsidR="00E077C8" w:rsidRDefault="001E7F9D" w:rsidP="00F73EDE">
      <w:pPr>
        <w:pStyle w:val="libPoemTini"/>
        <w:rPr>
          <w:rtl/>
        </w:rPr>
      </w:pPr>
      <w:r>
        <w:rPr>
          <w:rtl/>
        </w:rPr>
        <w:br w:type="page"/>
      </w:r>
    </w:p>
    <w:p w:rsidR="001F628F" w:rsidRDefault="001F628F" w:rsidP="00E077C8">
      <w:pPr>
        <w:pStyle w:val="libNormal"/>
        <w:rPr>
          <w:rtl/>
        </w:rPr>
      </w:pPr>
      <w:r>
        <w:rPr>
          <w:rFonts w:hint="eastAsia"/>
          <w:rtl/>
        </w:rPr>
        <w:lastRenderedPageBreak/>
        <w:t>مفسدين</w:t>
      </w:r>
      <w:r>
        <w:rPr>
          <w:rtl/>
        </w:rPr>
        <w:t>:15/ 12،16/ 59_كا عذاب، 15/ 59</w:t>
      </w:r>
    </w:p>
    <w:p w:rsidR="001F628F" w:rsidRDefault="001F628F" w:rsidP="00E077C8">
      <w:pPr>
        <w:pStyle w:val="libNormal"/>
        <w:rPr>
          <w:rtl/>
        </w:rPr>
      </w:pPr>
      <w:r>
        <w:rPr>
          <w:rFonts w:hint="eastAsia"/>
          <w:rtl/>
        </w:rPr>
        <w:t>مقابلہ</w:t>
      </w:r>
      <w:r>
        <w:rPr>
          <w:rtl/>
        </w:rPr>
        <w:t xml:space="preserve"> بالمثل:_كى قدر و قيمت، 16/ 126; _كے شرائط، 16/ 126;_مي</w:t>
      </w:r>
      <w:r w:rsidR="00083993">
        <w:rPr>
          <w:rtl/>
        </w:rPr>
        <w:t xml:space="preserve">ں </w:t>
      </w:r>
      <w:r>
        <w:rPr>
          <w:rtl/>
        </w:rPr>
        <w:t>صبر، 16/ 126; _مي</w:t>
      </w:r>
      <w:r w:rsidR="00083993">
        <w:rPr>
          <w:rtl/>
        </w:rPr>
        <w:t xml:space="preserve">ں </w:t>
      </w:r>
      <w:r>
        <w:rPr>
          <w:rtl/>
        </w:rPr>
        <w:t>عدالت، 16/ 126، 128; _سے عفو، 16/ 128; _كى مشروعيت، 16/ 126</w:t>
      </w:r>
      <w:r>
        <w:rPr>
          <w:rFonts w:hint="eastAsia"/>
          <w:rtl/>
        </w:rPr>
        <w:t>نيزر</w:t>
      </w:r>
      <w:r>
        <w:rPr>
          <w:rtl/>
        </w:rPr>
        <w:t>_ك دشمن افراد</w:t>
      </w:r>
    </w:p>
    <w:p w:rsidR="001F628F" w:rsidRDefault="001F628F" w:rsidP="00E077C8">
      <w:pPr>
        <w:pStyle w:val="libNormal"/>
        <w:rPr>
          <w:rtl/>
        </w:rPr>
      </w:pPr>
      <w:r>
        <w:rPr>
          <w:rFonts w:hint="eastAsia"/>
          <w:rtl/>
        </w:rPr>
        <w:t>معنوى</w:t>
      </w:r>
      <w:r>
        <w:rPr>
          <w:rtl/>
        </w:rPr>
        <w:t xml:space="preserve"> مقامات:_كا پيش خيمہ، 16/ 96، 97</w:t>
      </w:r>
    </w:p>
    <w:p w:rsidR="001F628F" w:rsidRDefault="001F628F" w:rsidP="00E077C8">
      <w:pPr>
        <w:pStyle w:val="libNormal"/>
        <w:rPr>
          <w:rtl/>
        </w:rPr>
      </w:pPr>
      <w:r>
        <w:rPr>
          <w:rFonts w:hint="eastAsia"/>
          <w:rtl/>
        </w:rPr>
        <w:t>مقاومت</w:t>
      </w:r>
      <w:r>
        <w:rPr>
          <w:rtl/>
        </w:rPr>
        <w:t>:</w:t>
      </w:r>
      <w:r>
        <w:rPr>
          <w:rFonts w:hint="eastAsia"/>
          <w:rtl/>
        </w:rPr>
        <w:t>ر</w:t>
      </w:r>
      <w:r>
        <w:rPr>
          <w:rtl/>
        </w:rPr>
        <w:t>_ك استقامت</w:t>
      </w:r>
    </w:p>
    <w:p w:rsidR="001F628F" w:rsidRDefault="001F628F" w:rsidP="00E077C8">
      <w:pPr>
        <w:pStyle w:val="libNormal"/>
        <w:rPr>
          <w:rtl/>
        </w:rPr>
      </w:pPr>
      <w:r>
        <w:rPr>
          <w:rFonts w:hint="eastAsia"/>
          <w:rtl/>
        </w:rPr>
        <w:t>مقسمين</w:t>
      </w:r>
      <w:r>
        <w:rPr>
          <w:rtl/>
        </w:rPr>
        <w:t>:_سے مراد، 15/ 90</w:t>
      </w:r>
    </w:p>
    <w:p w:rsidR="001F628F" w:rsidRDefault="001F628F" w:rsidP="00E077C8">
      <w:pPr>
        <w:pStyle w:val="libNormal"/>
        <w:rPr>
          <w:rtl/>
        </w:rPr>
      </w:pPr>
      <w:r>
        <w:rPr>
          <w:rFonts w:hint="eastAsia"/>
          <w:rtl/>
        </w:rPr>
        <w:t>مقدرات</w:t>
      </w:r>
      <w:r>
        <w:rPr>
          <w:rtl/>
        </w:rPr>
        <w:t xml:space="preserve"> خدا:</w:t>
      </w:r>
      <w:r>
        <w:rPr>
          <w:rFonts w:hint="eastAsia"/>
          <w:rtl/>
        </w:rPr>
        <w:t>ر</w:t>
      </w:r>
      <w:r>
        <w:rPr>
          <w:rtl/>
        </w:rPr>
        <w:t>_ك خد</w:t>
      </w:r>
    </w:p>
    <w:p w:rsidR="001F628F" w:rsidRDefault="001F628F" w:rsidP="00E077C8">
      <w:pPr>
        <w:pStyle w:val="libNormal"/>
        <w:rPr>
          <w:rtl/>
        </w:rPr>
      </w:pPr>
      <w:r>
        <w:rPr>
          <w:rFonts w:hint="eastAsia"/>
          <w:rtl/>
        </w:rPr>
        <w:t>مقدسات</w:t>
      </w:r>
      <w:r>
        <w:rPr>
          <w:rtl/>
        </w:rPr>
        <w:t>:_سے سوء استفادہ ، اس كے آثار، 16/94; دوسرو</w:t>
      </w:r>
      <w:r w:rsidR="00083993">
        <w:rPr>
          <w:rtl/>
        </w:rPr>
        <w:t xml:space="preserve">ں </w:t>
      </w:r>
      <w:r>
        <w:rPr>
          <w:rtl/>
        </w:rPr>
        <w:t>كے _، ان كا احترام 16/ 20</w:t>
      </w:r>
      <w:r>
        <w:rPr>
          <w:rFonts w:hint="eastAsia"/>
          <w:rtl/>
        </w:rPr>
        <w:t>مقربين</w:t>
      </w:r>
      <w:r>
        <w:rPr>
          <w:rtl/>
        </w:rPr>
        <w:t>:14/31</w:t>
      </w:r>
    </w:p>
    <w:p w:rsidR="001F628F" w:rsidRDefault="001F628F" w:rsidP="001F628F">
      <w:pPr>
        <w:pStyle w:val="libNormal"/>
        <w:rPr>
          <w:rtl/>
        </w:rPr>
      </w:pPr>
      <w:r>
        <w:rPr>
          <w:rtl/>
        </w:rPr>
        <w:t>_كا گمراہ، نہ ہونا، 15/ 42; _كى مصونيت، 15/ 42: _كى ضروريات، 14/ 31</w:t>
      </w:r>
    </w:p>
    <w:p w:rsidR="001F628F" w:rsidRDefault="001F628F" w:rsidP="00E077C8">
      <w:pPr>
        <w:pStyle w:val="libNormal"/>
        <w:rPr>
          <w:rtl/>
        </w:rPr>
      </w:pPr>
      <w:r>
        <w:rPr>
          <w:rFonts w:hint="eastAsia"/>
          <w:rtl/>
        </w:rPr>
        <w:t>مكانات</w:t>
      </w:r>
      <w:r>
        <w:rPr>
          <w:rtl/>
        </w:rPr>
        <w:t>:</w:t>
      </w:r>
      <w:r>
        <w:rPr>
          <w:rFonts w:hint="eastAsia"/>
          <w:rtl/>
        </w:rPr>
        <w:t>ر</w:t>
      </w:r>
      <w:r>
        <w:rPr>
          <w:rtl/>
        </w:rPr>
        <w:t>_ك اماكن</w:t>
      </w:r>
    </w:p>
    <w:p w:rsidR="001F628F" w:rsidRDefault="001F628F" w:rsidP="00E077C8">
      <w:pPr>
        <w:pStyle w:val="libNormal"/>
        <w:rPr>
          <w:rtl/>
        </w:rPr>
      </w:pPr>
      <w:r>
        <w:rPr>
          <w:rFonts w:hint="eastAsia"/>
          <w:rtl/>
        </w:rPr>
        <w:t>مكر</w:t>
      </w:r>
      <w:r>
        <w:rPr>
          <w:rtl/>
        </w:rPr>
        <w:t>:_كى مذمت ، 16/ 92; قسم كے ساتھ _، 16/ 92</w:t>
      </w:r>
    </w:p>
    <w:p w:rsidR="001F628F" w:rsidRDefault="001F628F" w:rsidP="00E077C8">
      <w:pPr>
        <w:pStyle w:val="libNormal"/>
        <w:rPr>
          <w:rtl/>
        </w:rPr>
      </w:pPr>
      <w:r>
        <w:rPr>
          <w:rFonts w:hint="eastAsia"/>
          <w:rtl/>
        </w:rPr>
        <w:t>مُكرہ</w:t>
      </w:r>
      <w:r>
        <w:rPr>
          <w:rtl/>
        </w:rPr>
        <w:t>:_كے احكام، 16/106</w:t>
      </w:r>
    </w:p>
    <w:p w:rsidR="001F628F" w:rsidRDefault="001F628F" w:rsidP="00E077C8">
      <w:pPr>
        <w:pStyle w:val="libNormal"/>
        <w:rPr>
          <w:rtl/>
        </w:rPr>
      </w:pPr>
      <w:r>
        <w:rPr>
          <w:rFonts w:hint="eastAsia"/>
          <w:rtl/>
        </w:rPr>
        <w:t>مكہ</w:t>
      </w:r>
      <w:r>
        <w:rPr>
          <w:rtl/>
        </w:rPr>
        <w:t>:_كا احترام، 14/ 35; _كا امن و امان، 14/ 35; اس كى درخواست، 14/ 35; اہل _، ان كے كفران كے آثار، 16/ 112; وہ اور اصحاب ايكہ كے آثار قديمہ، 15/ 79; وہ اور قوم لوط</w:t>
      </w:r>
      <w:r w:rsidR="00367F17" w:rsidRPr="00367F17">
        <w:rPr>
          <w:rStyle w:val="libAlaemChar"/>
          <w:rtl/>
        </w:rPr>
        <w:t xml:space="preserve"> عليه‌السلام </w:t>
      </w:r>
      <w:r>
        <w:rPr>
          <w:rtl/>
        </w:rPr>
        <w:t xml:space="preserve"> كے آثار قديمہ، 15/ 79; _كے ليے نعمت كى درخواست، 14/ 37; ان كا دين، 15/ 96; ان كى اكثريت، ان ك</w:t>
      </w:r>
      <w:r>
        <w:rPr>
          <w:rFonts w:hint="eastAsia"/>
          <w:rtl/>
        </w:rPr>
        <w:t>ا</w:t>
      </w:r>
      <w:r>
        <w:rPr>
          <w:rtl/>
        </w:rPr>
        <w:t xml:space="preserve"> شرك، 15/ 96; ان كا عذاب،16/ 113; _كى اہميت، 14/ 37; _كى تاريخ،14/ 35، 37، 16/ 41، 112; _مي</w:t>
      </w:r>
      <w:r w:rsidR="00083993">
        <w:rPr>
          <w:rtl/>
        </w:rPr>
        <w:t xml:space="preserve">ں </w:t>
      </w:r>
      <w:r>
        <w:rPr>
          <w:rtl/>
        </w:rPr>
        <w:t>توحيد ، 14/ 37; _كى اقتصادى رونق كے ليئے درخواست، 14/37; _سے لوگو</w:t>
      </w:r>
      <w:r w:rsidR="00083993">
        <w:rPr>
          <w:rtl/>
        </w:rPr>
        <w:t xml:space="preserve">ں </w:t>
      </w:r>
      <w:r>
        <w:rPr>
          <w:rtl/>
        </w:rPr>
        <w:t>كے شوق كى درخواست، 14/ 37; _كا شہر ، 14/ 35; _كى فضيلت، 14/ 35; _مي</w:t>
      </w:r>
      <w:r w:rsidR="00083993">
        <w:rPr>
          <w:rtl/>
        </w:rPr>
        <w:t xml:space="preserve">ں </w:t>
      </w:r>
      <w:r>
        <w:rPr>
          <w:rtl/>
        </w:rPr>
        <w:t>فقرا س كے عوامل ، 16/ 112; _مي</w:t>
      </w:r>
      <w:r w:rsidR="00083993">
        <w:rPr>
          <w:rtl/>
        </w:rPr>
        <w:t xml:space="preserve">ں </w:t>
      </w:r>
      <w:r>
        <w:rPr>
          <w:rtl/>
        </w:rPr>
        <w:t>گرسنگي، اس كے عوامل، 16/112;_ابراہيم</w:t>
      </w:r>
      <w:r w:rsidR="00367F17" w:rsidRPr="00367F17">
        <w:rPr>
          <w:rStyle w:val="libAlaemChar"/>
          <w:rtl/>
        </w:rPr>
        <w:t xml:space="preserve"> عليه‌السلام </w:t>
      </w:r>
      <w:r>
        <w:rPr>
          <w:rtl/>
        </w:rPr>
        <w:t xml:space="preserve"> ، كے زمانے مي</w:t>
      </w:r>
      <w:r w:rsidR="00083993">
        <w:rPr>
          <w:rtl/>
        </w:rPr>
        <w:t xml:space="preserve">ں </w:t>
      </w:r>
      <w:r>
        <w:rPr>
          <w:rtl/>
        </w:rPr>
        <w:t>، 14/ 35; _كا معاشرتى مقام، 14/ 37; صدر اسلام مي</w:t>
      </w:r>
      <w:r w:rsidR="00083993">
        <w:rPr>
          <w:rtl/>
        </w:rPr>
        <w:t xml:space="preserve">ں </w:t>
      </w:r>
      <w:r>
        <w:rPr>
          <w:rtl/>
        </w:rPr>
        <w:t>_كا معاشرتى مقام، 16/ 41; _كى آب وہوا كى كيفيت، 14/ 37; _مي</w:t>
      </w:r>
      <w:r w:rsidR="00083993">
        <w:rPr>
          <w:rtl/>
        </w:rPr>
        <w:t xml:space="preserve">ں </w:t>
      </w:r>
      <w:r>
        <w:rPr>
          <w:rtl/>
        </w:rPr>
        <w:t>ناامن، اس كے عوامل، 16/ 112; _سے ہجرت، 16/ 41</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اسماعيل</w:t>
      </w:r>
      <w:r w:rsidR="00367F17" w:rsidRPr="00367F17">
        <w:rPr>
          <w:rStyle w:val="libAlaemChar"/>
          <w:rtl/>
        </w:rPr>
        <w:t xml:space="preserve"> عليه‌السلام </w:t>
      </w:r>
      <w:r>
        <w:rPr>
          <w:rtl/>
        </w:rPr>
        <w:t xml:space="preserve"> ، انفاق، مكہ كے </w:t>
      </w:r>
      <w:r w:rsidR="005E05E0">
        <w:rPr>
          <w:rtl/>
        </w:rPr>
        <w:t>علماء</w:t>
      </w:r>
      <w:r>
        <w:rPr>
          <w:rtl/>
        </w:rPr>
        <w:t>، مشركين مكہ ، نماز اور ہاجر</w:t>
      </w:r>
    </w:p>
    <w:p w:rsidR="00E077C8" w:rsidRDefault="001E7F9D" w:rsidP="00F73EDE">
      <w:pPr>
        <w:pStyle w:val="libPoemTini"/>
        <w:rPr>
          <w:rtl/>
        </w:rPr>
      </w:pPr>
      <w:r>
        <w:rPr>
          <w:rtl/>
        </w:rPr>
        <w:cr/>
      </w:r>
      <w:r>
        <w:rPr>
          <w:rtl/>
        </w:rPr>
        <w:br w:type="page"/>
      </w:r>
    </w:p>
    <w:p w:rsidR="001F628F" w:rsidRDefault="001F628F" w:rsidP="00E077C8">
      <w:pPr>
        <w:pStyle w:val="libNormal"/>
        <w:rPr>
          <w:rtl/>
        </w:rPr>
      </w:pPr>
      <w:r>
        <w:rPr>
          <w:rFonts w:hint="eastAsia"/>
          <w:rtl/>
        </w:rPr>
        <w:lastRenderedPageBreak/>
        <w:t>مشروبات</w:t>
      </w:r>
      <w:r>
        <w:rPr>
          <w:rtl/>
        </w:rPr>
        <w:t>:16/ 67; سالم _، 16/66، 67; بہترين _ 16 / 67</w:t>
      </w:r>
      <w:r>
        <w:rPr>
          <w:rFonts w:hint="eastAsia"/>
          <w:rtl/>
        </w:rPr>
        <w:t>نيز</w:t>
      </w:r>
      <w:r>
        <w:rPr>
          <w:rtl/>
        </w:rPr>
        <w:t xml:space="preserve"> ر_ك پانى اور جہنم</w:t>
      </w:r>
    </w:p>
    <w:p w:rsidR="001F628F" w:rsidRDefault="001F628F" w:rsidP="00E077C8">
      <w:pPr>
        <w:pStyle w:val="libNormal"/>
        <w:rPr>
          <w:rtl/>
        </w:rPr>
      </w:pPr>
      <w:r>
        <w:rPr>
          <w:rFonts w:hint="eastAsia"/>
          <w:rtl/>
        </w:rPr>
        <w:t>ملائكہ</w:t>
      </w:r>
      <w:r>
        <w:rPr>
          <w:rtl/>
        </w:rPr>
        <w:t>:_كا استقبال،16/ 32; _كى فرمانبردارى ، 15/ 30، 16/49، 50; _كى بشارتي</w:t>
      </w:r>
      <w:r w:rsidR="00083993">
        <w:rPr>
          <w:rtl/>
        </w:rPr>
        <w:t xml:space="preserve">ں </w:t>
      </w:r>
      <w:r>
        <w:rPr>
          <w:rtl/>
        </w:rPr>
        <w:t xml:space="preserve">، 15/ 53، 54، 55، 16/ 32; _سے سوال، 15/ 54; _كى تاثير پذيرى ، 16/ 50; _كا شرعى وظيفہ، 15/ 29، 30، 16/50; _كى توحيد عبادي، 16/ 49; _كى تلقينات، 15 / 55 ; _كى خلقت، اس كى تاريخ، 15/ 28; _كے </w:t>
      </w:r>
      <w:r>
        <w:rPr>
          <w:rFonts w:hint="eastAsia"/>
          <w:rtl/>
        </w:rPr>
        <w:t>تقاضے،</w:t>
      </w:r>
      <w:r>
        <w:rPr>
          <w:rtl/>
        </w:rPr>
        <w:t xml:space="preserve"> 15/ 53، 65; _كى گواہى كى درخواست، 15/7;_كے نزول كى درخواست، 15/ 7،8، 16/ 33; _كى دعوتي</w:t>
      </w:r>
      <w:r w:rsidR="00083993">
        <w:rPr>
          <w:rtl/>
        </w:rPr>
        <w:t xml:space="preserve">ں </w:t>
      </w:r>
      <w:r>
        <w:rPr>
          <w:rtl/>
        </w:rPr>
        <w:t>، 16/ 32; _كا مشاہدہ، 15/ 7، 52، 62; _كى رسالت، 15/ 64; اس كے بارے مي</w:t>
      </w:r>
      <w:r w:rsidR="00083993">
        <w:rPr>
          <w:rtl/>
        </w:rPr>
        <w:t xml:space="preserve">ں </w:t>
      </w:r>
      <w:r>
        <w:rPr>
          <w:rtl/>
        </w:rPr>
        <w:t>سوال، 15/ 58; _كا سجدہ، 16/ 49; _كا سلام، 15/ 52، 16/ 32; _كا صعود، 15/ 8; _ كا عقيدہ ، 16/ 28; _كا علم، 16/ 28; _كے فضائل ، 16/ 49; _كا مربي، 16/ 50; _كى ذمہ دارى 15/ 57،58،63; _كے مقامات، ان پر عقيدہ، 16/ 50; _كا عذاب، 15/ 57، 58،61، 63، 64، 57;_كى قبر، اس كا سوال 14/27; _ كا مبشر ہونا 15/54،55،75;_كى موت، 16/ 28، 32; اس كا تعدد ، 16/ 28، 32; ابراہيم</w:t>
      </w:r>
      <w:r w:rsidR="00367F17" w:rsidRPr="00367F17">
        <w:rPr>
          <w:rStyle w:val="libAlaemChar"/>
          <w:rtl/>
        </w:rPr>
        <w:t xml:space="preserve"> عليه‌السلام </w:t>
      </w:r>
      <w:r>
        <w:rPr>
          <w:rtl/>
        </w:rPr>
        <w:t xml:space="preserve"> ، كے_، 15/ 53; _وحى ، 16/ 2، 102; _اور عصيان، 16/ 49; _ اور لوط</w:t>
      </w:r>
      <w:r w:rsidR="00367F17" w:rsidRPr="00367F17">
        <w:rPr>
          <w:rStyle w:val="libAlaemChar"/>
          <w:rtl/>
        </w:rPr>
        <w:t xml:space="preserve"> عليه‌السلام </w:t>
      </w:r>
      <w:r>
        <w:rPr>
          <w:rtl/>
        </w:rPr>
        <w:t xml:space="preserve"> ، 15/53; _اور متقين، 16/ 32; _كا نزول 15/ 8; اس كے شرائط،15/ 8; اس كا فلسفہ، 16/2; _كا نقش، 15/ 57، 59، 60،16/ 2، 28، 32;_كى خصوصيات ، 16/ 49، 50</w:t>
      </w:r>
      <w:r>
        <w:rPr>
          <w:rFonts w:hint="eastAsia"/>
          <w:rtl/>
        </w:rPr>
        <w:t>نيزر</w:t>
      </w:r>
      <w:r>
        <w:rPr>
          <w:rtl/>
        </w:rPr>
        <w:t>_ك آدم</w:t>
      </w:r>
      <w:r w:rsidR="00367F17" w:rsidRPr="00367F17">
        <w:rPr>
          <w:rStyle w:val="libAlaemChar"/>
          <w:rtl/>
        </w:rPr>
        <w:t xml:space="preserve"> عليه‌السلام </w:t>
      </w:r>
      <w:r>
        <w:rPr>
          <w:rtl/>
        </w:rPr>
        <w:t xml:space="preserve"> ، ابراہيم</w:t>
      </w:r>
      <w:r w:rsidR="00367F17" w:rsidRPr="00367F17">
        <w:rPr>
          <w:rStyle w:val="libAlaemChar"/>
          <w:rtl/>
        </w:rPr>
        <w:t xml:space="preserve"> عليه‌السلام </w:t>
      </w:r>
      <w:r>
        <w:rPr>
          <w:rtl/>
        </w:rPr>
        <w:t xml:space="preserve"> ،ابليس، انسان، خدا كے برگزيدہ افراد، عقيدہ ، قوم لوط</w:t>
      </w:r>
      <w:r w:rsidR="00367F17" w:rsidRPr="00367F17">
        <w:rPr>
          <w:rStyle w:val="libAlaemChar"/>
          <w:rtl/>
        </w:rPr>
        <w:t xml:space="preserve"> عليه‌السلام </w:t>
      </w:r>
      <w:r>
        <w:rPr>
          <w:rtl/>
        </w:rPr>
        <w:t xml:space="preserve"> ، كفار مكہ اور لوط</w:t>
      </w:r>
      <w:r w:rsidR="00367F17" w:rsidRPr="00367F17">
        <w:rPr>
          <w:rStyle w:val="libAlaemChar"/>
          <w:rtl/>
        </w:rPr>
        <w:t xml:space="preserve"> عليه‌السلام </w:t>
      </w:r>
    </w:p>
    <w:p w:rsidR="001F628F" w:rsidRDefault="001F628F" w:rsidP="00E077C8">
      <w:pPr>
        <w:pStyle w:val="libNormal"/>
        <w:rPr>
          <w:rtl/>
        </w:rPr>
      </w:pPr>
      <w:r>
        <w:rPr>
          <w:rFonts w:hint="eastAsia"/>
          <w:rtl/>
        </w:rPr>
        <w:t>منافع</w:t>
      </w:r>
      <w:r>
        <w:rPr>
          <w:rtl/>
        </w:rPr>
        <w:t>:</w:t>
      </w:r>
      <w:r>
        <w:rPr>
          <w:rFonts w:hint="eastAsia"/>
          <w:rtl/>
        </w:rPr>
        <w:t>دنياوي</w:t>
      </w:r>
      <w:r>
        <w:rPr>
          <w:rtl/>
        </w:rPr>
        <w:t>_ا ن كى بے وقعي، 16/ 117</w:t>
      </w:r>
      <w:r>
        <w:rPr>
          <w:rFonts w:hint="eastAsia"/>
          <w:rtl/>
        </w:rPr>
        <w:t>نيزر</w:t>
      </w:r>
      <w:r>
        <w:rPr>
          <w:rtl/>
        </w:rPr>
        <w:t>_ك انسان اور بدعت</w:t>
      </w:r>
      <w:r>
        <w:rPr>
          <w:rFonts w:hint="eastAsia"/>
          <w:rtl/>
        </w:rPr>
        <w:t>منحرف</w:t>
      </w:r>
      <w:r>
        <w:rPr>
          <w:rtl/>
        </w:rPr>
        <w:t xml:space="preserve"> افراد:14/15_كا دنياوى زيا</w:t>
      </w:r>
      <w:r w:rsidR="00083993">
        <w:rPr>
          <w:rtl/>
        </w:rPr>
        <w:t xml:space="preserve">ں </w:t>
      </w:r>
      <w:r>
        <w:rPr>
          <w:rtl/>
        </w:rPr>
        <w:t>، 14/ 15; _جہنم مي</w:t>
      </w:r>
      <w:r w:rsidR="00083993">
        <w:rPr>
          <w:rtl/>
        </w:rPr>
        <w:t xml:space="preserve">ں </w:t>
      </w:r>
      <w:r>
        <w:rPr>
          <w:rtl/>
        </w:rPr>
        <w:t>، 14/ 16/ 17; _كى ہلاكت، 14/ 16;</w:t>
      </w:r>
    </w:p>
    <w:p w:rsidR="00E077C8" w:rsidRDefault="001F628F" w:rsidP="00E077C8">
      <w:pPr>
        <w:pStyle w:val="libNormal"/>
        <w:rPr>
          <w:rtl/>
        </w:rPr>
      </w:pPr>
      <w:r>
        <w:rPr>
          <w:rFonts w:hint="eastAsia"/>
          <w:rtl/>
        </w:rPr>
        <w:t>موجودات</w:t>
      </w:r>
      <w:r>
        <w:rPr>
          <w:rtl/>
        </w:rPr>
        <w:t>:_كا سہارا، 16/ 76; _كى فرمانبرداري، 16/ 48; _كى پيدا</w:t>
      </w:r>
      <w:r w:rsidR="009F604A">
        <w:rPr>
          <w:rtl/>
        </w:rPr>
        <w:t>ئش</w:t>
      </w:r>
      <w:r>
        <w:rPr>
          <w:rtl/>
        </w:rPr>
        <w:t>، اس كے مراحل، 16/ 40; _كى تسخير، 16/ 13; _كا تغيّر، 14/ 19; _كے رنگ كا تنوع، 16/ 13; اس كے آثار14/13 ، اس كے فوائد 16/13; _ كا حاكم 16/52; _ كى حيات اس كے عوامل، 16/ 65;_كا خالق، 14/ 19، 16/ 8، 17; اس كى بے نظيرى ، 16/ 17; _كے خزانے ،15/ 21; اس كا مقام، 15/ 21; _كا خضوع، 16/ 48; _كى خلقت، 16/ 7; اس كى تدريجي، خلقت، 16/ 40; اس كا قانونى ہونا، 15/ 21; _كى روزي، 15/ 20; _كا سجدہ ، 16/ 48; _كى طول عمر، 15/37; _سے عبرت، 16/ 17; _ كا عجز،15/ 84، 16/ 74،75، 76; _كاانجام، 15/ 23; _كے فوائد، ان كا مطالعہ، 16/ 81; _كا خدا كے ساتھ قياس، 16/ 75، 76; _كامالك، 16/ 52; _كى مالكيت، اس كا زوال، 15/ 23; _كى محدوديت، 15/ 21; _كى مدح ، 14/ 39; باشعور_، 15/ 20; بے</w:t>
      </w:r>
      <w:r w:rsidR="001E7F9D">
        <w:rPr>
          <w:rtl/>
        </w:rPr>
        <w:cr/>
      </w:r>
      <w:r w:rsidR="001E7F9D" w:rsidRPr="00F73EDE">
        <w:rPr>
          <w:rStyle w:val="libPoemTiniChar0"/>
          <w:rtl/>
        </w:rPr>
        <w:br w:type="page"/>
      </w:r>
    </w:p>
    <w:p w:rsidR="001F628F" w:rsidRDefault="001F628F" w:rsidP="00E077C8">
      <w:pPr>
        <w:pStyle w:val="libNormal"/>
        <w:rPr>
          <w:rtl/>
        </w:rPr>
      </w:pPr>
      <w:r>
        <w:rPr>
          <w:rFonts w:hint="eastAsia"/>
          <w:rtl/>
        </w:rPr>
        <w:lastRenderedPageBreak/>
        <w:t>سايہ</w:t>
      </w:r>
      <w:r>
        <w:rPr>
          <w:rtl/>
        </w:rPr>
        <w:t>_، 16/ 81; ان كى خلقت، 16/ 48، 81; _كى فضائ، 15، 85; مادي_، 16/ 48; اس كے مطالعہ كے آثار، 16/ 48; ان كى ضروريات كى فراہمي، 16/ 7; _كانقص، 16/ 75; _ كى نيازمندي، اس كا واضح ہونا، 14/ 10; _كى معنوى ضروريات، ان كى فراہمي، 16/ 7; _كا وارث، 15/ 23</w:t>
      </w:r>
      <w:r>
        <w:rPr>
          <w:rFonts w:hint="eastAsia"/>
          <w:rtl/>
        </w:rPr>
        <w:t>نيز</w:t>
      </w:r>
      <w:r>
        <w:rPr>
          <w:rtl/>
        </w:rPr>
        <w:t xml:space="preserve"> ر_ك آسمان ، خلقت، بصيرت، ذكر، زمين، قياس اور قرآنى مثالي</w:t>
      </w:r>
      <w:r w:rsidR="00083993">
        <w:rPr>
          <w:rtl/>
        </w:rPr>
        <w:t xml:space="preserve">ں </w:t>
      </w:r>
    </w:p>
    <w:p w:rsidR="001F628F" w:rsidRDefault="001F628F" w:rsidP="00E077C8">
      <w:pPr>
        <w:pStyle w:val="libNormal"/>
        <w:rPr>
          <w:rtl/>
        </w:rPr>
      </w:pPr>
      <w:r>
        <w:rPr>
          <w:rFonts w:hint="eastAsia"/>
          <w:rtl/>
        </w:rPr>
        <w:t>موحدين</w:t>
      </w:r>
      <w:r>
        <w:rPr>
          <w:rtl/>
        </w:rPr>
        <w:t>:14/ 41، 16،120، 123_كى استقامت ، 16/ 54; _كى دشمن، 16/ 27; _كى معنوى ضروريات، 14/ 35</w:t>
      </w:r>
    </w:p>
    <w:p w:rsidR="001F628F" w:rsidRDefault="001F628F" w:rsidP="001F628F">
      <w:pPr>
        <w:pStyle w:val="libNormal"/>
        <w:rPr>
          <w:rtl/>
        </w:rPr>
      </w:pPr>
      <w:r>
        <w:rPr>
          <w:rFonts w:hint="eastAsia"/>
          <w:rtl/>
        </w:rPr>
        <w:t>نيز</w:t>
      </w:r>
      <w:r>
        <w:rPr>
          <w:rtl/>
        </w:rPr>
        <w:t xml:space="preserve"> ر_ك مشركين</w:t>
      </w:r>
    </w:p>
    <w:p w:rsidR="001F628F" w:rsidRDefault="001F628F" w:rsidP="00E077C8">
      <w:pPr>
        <w:pStyle w:val="libNormal"/>
        <w:rPr>
          <w:rtl/>
        </w:rPr>
      </w:pPr>
      <w:r>
        <w:rPr>
          <w:rFonts w:hint="eastAsia"/>
          <w:rtl/>
        </w:rPr>
        <w:t>مصلحت</w:t>
      </w:r>
      <w:r>
        <w:rPr>
          <w:rtl/>
        </w:rPr>
        <w:t>:</w:t>
      </w:r>
      <w:r>
        <w:rPr>
          <w:rFonts w:hint="eastAsia"/>
          <w:rtl/>
        </w:rPr>
        <w:t>اخروي</w:t>
      </w:r>
      <w:r>
        <w:rPr>
          <w:rtl/>
        </w:rPr>
        <w:t>_، اس كا سبب، 16/ 123</w:t>
      </w:r>
    </w:p>
    <w:p w:rsidR="001F628F" w:rsidRDefault="001F628F" w:rsidP="00E077C8">
      <w:pPr>
        <w:pStyle w:val="libNormal"/>
        <w:rPr>
          <w:rtl/>
        </w:rPr>
      </w:pPr>
      <w:r>
        <w:rPr>
          <w:rFonts w:hint="eastAsia"/>
          <w:rtl/>
        </w:rPr>
        <w:t>ميلانات</w:t>
      </w:r>
      <w:r>
        <w:rPr>
          <w:rtl/>
        </w:rPr>
        <w:t>:</w:t>
      </w:r>
      <w:r>
        <w:rPr>
          <w:rFonts w:hint="eastAsia"/>
          <w:rtl/>
        </w:rPr>
        <w:t>اقدار</w:t>
      </w:r>
      <w:r>
        <w:rPr>
          <w:rtl/>
        </w:rPr>
        <w:t xml:space="preserve"> كى طرف ميلان، 16/ 95; زيبائي كى طرف ميلان، 15/ 39، 16/ 6، 14 ، 63; زيور آلات كى طرف ميلان، 16/ 14; سبيل اللہ كى طرف ميلان ، اس كا پيش خيمہ ،16/125; عقيدہ حق كى طرف ميلان، 14/26;كفر كى طرف ميلان، 16/ 106; اس كا پيش خيمہ، 16/ 107; اس كے موانع، 16/ 107 </w:t>
      </w:r>
      <w:r>
        <w:rPr>
          <w:rFonts w:hint="eastAsia"/>
          <w:rtl/>
        </w:rPr>
        <w:t>نيزر</w:t>
      </w:r>
      <w:r>
        <w:rPr>
          <w:rtl/>
        </w:rPr>
        <w:t>_ك انسان اور مشركين</w:t>
      </w:r>
    </w:p>
    <w:p w:rsidR="001F628F" w:rsidRDefault="001F628F" w:rsidP="00E077C8">
      <w:pPr>
        <w:pStyle w:val="libNormal"/>
        <w:rPr>
          <w:rtl/>
        </w:rPr>
      </w:pPr>
      <w:r>
        <w:rPr>
          <w:rFonts w:hint="eastAsia"/>
          <w:rtl/>
        </w:rPr>
        <w:t>مادى</w:t>
      </w:r>
      <w:r>
        <w:rPr>
          <w:rtl/>
        </w:rPr>
        <w:t xml:space="preserve"> وسائل:_كے آثار،16/113; _سے استفادہ ، 14/31، 44 ، 16/ 81; _كے دلائل ، 16/ 117; _سے لا پرواہي، 15/88; _كى جذابيت، 15/88;_ كا فلسفہ ، 16/81;_كا فانى ہونا ، 16/ 117; _كا مالك، 15/88; _كا سرچشمہ ، 14/31; 15/88; _كى نا پيدار ى 16/96</w:t>
      </w:r>
      <w:r>
        <w:rPr>
          <w:rFonts w:hint="eastAsia"/>
          <w:rtl/>
        </w:rPr>
        <w:t>نيز</w:t>
      </w:r>
      <w:r>
        <w:rPr>
          <w:rtl/>
        </w:rPr>
        <w:t xml:space="preserve"> ر_ك كفار، آنحضرت</w:t>
      </w:r>
      <w:r w:rsidR="00F031CD" w:rsidRPr="00F031CD">
        <w:rPr>
          <w:rStyle w:val="libAlaemChar"/>
          <w:rtl/>
        </w:rPr>
        <w:t xml:space="preserve"> صلى‌الله‌عليه‌وآله‌وسلم </w:t>
      </w:r>
      <w:r>
        <w:rPr>
          <w:rtl/>
        </w:rPr>
        <w:t xml:space="preserve"> اور مشركين</w:t>
      </w:r>
    </w:p>
    <w:p w:rsidR="001F628F" w:rsidRDefault="001F628F" w:rsidP="00E077C8">
      <w:pPr>
        <w:pStyle w:val="libNormal"/>
        <w:rPr>
          <w:rtl/>
        </w:rPr>
      </w:pPr>
      <w:r>
        <w:rPr>
          <w:rFonts w:hint="eastAsia"/>
          <w:rtl/>
        </w:rPr>
        <w:t>موسي</w:t>
      </w:r>
      <w:r w:rsidR="00367F17" w:rsidRPr="00367F17">
        <w:rPr>
          <w:rStyle w:val="libAlaemChar"/>
          <w:rtl/>
        </w:rPr>
        <w:t xml:space="preserve"> عليه‌السلام </w:t>
      </w:r>
      <w:r>
        <w:rPr>
          <w:rtl/>
        </w:rPr>
        <w:t xml:space="preserve"> :_كے اہداف، 14/ 5; _كے تذكرات، 14/ 9; _كے تقاضے، 14/ 6،7; _كى رسالت، 14/ 8; ان كى پہلى رسالت، 14/ 6; اس كا دائرہ كار ، 14/ 7 ; _كى مذمتي</w:t>
      </w:r>
      <w:r w:rsidR="00083993">
        <w:rPr>
          <w:rtl/>
        </w:rPr>
        <w:t xml:space="preserve">ں </w:t>
      </w:r>
      <w:r>
        <w:rPr>
          <w:rtl/>
        </w:rPr>
        <w:t>، 14/9; _كاقصہ، 14/ 5;اس سے عبرت، 14/ 6; _كى ذمہ داري، 14/ 5; اہم ترين ذمہ داري، 14/ 95; _كا معجزہ، 14/ 5; اس كا تعدد ، 14/ 5; _كے مقامات، 14/ 5; _اور بنى اسرائيل ، 14/ 6;_كى نبوت، 14/ 5; _كا نقش، 14/ 5; _ كے نواہي، 14/ 8; _كا كا ر ہدايت 14/ 5</w:t>
      </w:r>
      <w:r>
        <w:rPr>
          <w:rFonts w:hint="eastAsia"/>
          <w:rtl/>
        </w:rPr>
        <w:t>نيز</w:t>
      </w:r>
      <w:r>
        <w:rPr>
          <w:rtl/>
        </w:rPr>
        <w:t xml:space="preserve"> ر_ك تذكر، ذكر اور محمد</w:t>
      </w:r>
      <w:r w:rsidR="00F031CD" w:rsidRPr="00F031CD">
        <w:rPr>
          <w:rStyle w:val="libAlaemChar"/>
          <w:rtl/>
        </w:rPr>
        <w:t xml:space="preserve"> صلى‌الله‌عليه‌وآله‌وسلم </w:t>
      </w:r>
      <w:r>
        <w:rPr>
          <w:rtl/>
        </w:rPr>
        <w:t xml:space="preserve"> صلعم</w:t>
      </w:r>
    </w:p>
    <w:p w:rsidR="001F628F" w:rsidRDefault="001F628F" w:rsidP="00E077C8">
      <w:pPr>
        <w:pStyle w:val="libNormal"/>
        <w:rPr>
          <w:rtl/>
        </w:rPr>
      </w:pPr>
      <w:r>
        <w:rPr>
          <w:rFonts w:hint="eastAsia"/>
          <w:rtl/>
        </w:rPr>
        <w:t>موعظہ</w:t>
      </w:r>
      <w:r>
        <w:rPr>
          <w:rtl/>
        </w:rPr>
        <w:t>:_سے استفادہ، 16/ 125; _كى تاثير، اس كے موانع، 15/ 72; _مي</w:t>
      </w:r>
      <w:r w:rsidR="00083993">
        <w:rPr>
          <w:rtl/>
        </w:rPr>
        <w:t xml:space="preserve">ں </w:t>
      </w:r>
      <w:r>
        <w:rPr>
          <w:rtl/>
        </w:rPr>
        <w:t>روش شناسي، 16/ 125; _كے شرائط، 16/ 125; _كا نقش، 16/ 90</w:t>
      </w:r>
      <w:r>
        <w:rPr>
          <w:rFonts w:hint="eastAsia"/>
          <w:rtl/>
        </w:rPr>
        <w:t>نيز</w:t>
      </w:r>
      <w:r>
        <w:rPr>
          <w:rtl/>
        </w:rPr>
        <w:t xml:space="preserve"> ر_ك تبليغ، دعوت اور ضروريات</w:t>
      </w:r>
    </w:p>
    <w:p w:rsidR="001F628F" w:rsidRDefault="001F628F" w:rsidP="001F628F">
      <w:pPr>
        <w:pStyle w:val="libNormal"/>
        <w:rPr>
          <w:rtl/>
        </w:rPr>
      </w:pPr>
      <w:r>
        <w:rPr>
          <w:rFonts w:hint="eastAsia"/>
          <w:rtl/>
        </w:rPr>
        <w:t>كا</w:t>
      </w:r>
      <w:r>
        <w:rPr>
          <w:rtl/>
        </w:rPr>
        <w:t xml:space="preserve"> ميابي:ر_ك محمد </w:t>
      </w:r>
      <w:r w:rsidR="00F031CD" w:rsidRPr="00F031CD">
        <w:rPr>
          <w:rStyle w:val="libAlaemChar"/>
          <w:rtl/>
        </w:rPr>
        <w:t xml:space="preserve"> صلى‌الله‌عليه‌وآله‌وسلم </w:t>
      </w:r>
    </w:p>
    <w:p w:rsidR="001F628F" w:rsidRDefault="001F628F" w:rsidP="00E077C8">
      <w:pPr>
        <w:pStyle w:val="libNormal"/>
        <w:rPr>
          <w:rtl/>
        </w:rPr>
      </w:pPr>
      <w:r>
        <w:rPr>
          <w:rFonts w:hint="eastAsia"/>
          <w:rtl/>
        </w:rPr>
        <w:t>مہاجرين</w:t>
      </w:r>
      <w:r>
        <w:rPr>
          <w:rtl/>
        </w:rPr>
        <w:t>:_كا اخلاص، اس كے آثار، 16/ 41; _كى امداد، 16/ 110; _كو بشارت، 16/ 110; _كى اخروى پاداش، 16/ 41;ان كى دنياوى پاداش، 16/ 41;</w:t>
      </w:r>
    </w:p>
    <w:p w:rsidR="00E077C8" w:rsidRDefault="001E7F9D" w:rsidP="00F73EDE">
      <w:pPr>
        <w:pStyle w:val="libPoemTini"/>
        <w:rPr>
          <w:rtl/>
        </w:rPr>
      </w:pPr>
      <w:r>
        <w:rPr>
          <w:rtl/>
        </w:rPr>
        <w:br w:type="page"/>
      </w:r>
    </w:p>
    <w:p w:rsidR="001F628F" w:rsidRDefault="001F628F" w:rsidP="00E077C8">
      <w:pPr>
        <w:pStyle w:val="libNormal"/>
        <w:rPr>
          <w:rtl/>
        </w:rPr>
      </w:pPr>
      <w:r>
        <w:rPr>
          <w:rtl/>
        </w:rPr>
        <w:lastRenderedPageBreak/>
        <w:t>_كا توكل، 16/ 42; _كى جہالت، 16/ 41; _كى دينداري، 16/ 110; _كى اخروى سعادت، اس كے عوامل، 16/ 42; _كى دنياوى سعادت، اس كے عوامل، 16/ 42; _كا صبر ، 16/ 42; _كے فضائل 16/ 42، 110; _كى مدح ، 16/ 110; _كے اخروى مقامات، 16/ 41; صابر ، 16/ 110</w:t>
      </w:r>
    </w:p>
    <w:p w:rsidR="001F628F" w:rsidRDefault="001F628F" w:rsidP="00E077C8">
      <w:pPr>
        <w:pStyle w:val="libNormal"/>
        <w:rPr>
          <w:rtl/>
        </w:rPr>
      </w:pPr>
      <w:r>
        <w:rPr>
          <w:rFonts w:hint="eastAsia"/>
          <w:rtl/>
        </w:rPr>
        <w:t>مہرباني</w:t>
      </w:r>
      <w:r>
        <w:rPr>
          <w:rtl/>
        </w:rPr>
        <w:t>:</w:t>
      </w:r>
      <w:r>
        <w:rPr>
          <w:rFonts w:hint="eastAsia"/>
          <w:rtl/>
        </w:rPr>
        <w:t>ر</w:t>
      </w:r>
      <w:r>
        <w:rPr>
          <w:rtl/>
        </w:rPr>
        <w:t>_ك خد</w:t>
      </w:r>
    </w:p>
    <w:p w:rsidR="001F628F" w:rsidRDefault="001F628F" w:rsidP="00E077C8">
      <w:pPr>
        <w:pStyle w:val="libNormal"/>
        <w:rPr>
          <w:rtl/>
        </w:rPr>
      </w:pPr>
      <w:r>
        <w:rPr>
          <w:rFonts w:hint="eastAsia"/>
          <w:rtl/>
        </w:rPr>
        <w:t>مہمان</w:t>
      </w:r>
      <w:r>
        <w:rPr>
          <w:rtl/>
        </w:rPr>
        <w:t>:_كا احترام، 15/ 68; اس كى اہميت، 15/ 68، 69;_كى توہين، اس كے آثار، 15/ 68،69;اس كى مذمت، 15/ 68،69;_كا دفاع، 15/ 71; اس كى اہميت، 15/ 68، 69</w:t>
      </w:r>
      <w:r>
        <w:rPr>
          <w:rFonts w:hint="eastAsia"/>
          <w:rtl/>
        </w:rPr>
        <w:t>نيزر</w:t>
      </w:r>
      <w:r>
        <w:rPr>
          <w:rtl/>
        </w:rPr>
        <w:t>_ك قوم لوط</w:t>
      </w:r>
      <w:r w:rsidR="00367F17" w:rsidRPr="00367F17">
        <w:rPr>
          <w:rStyle w:val="libAlaemChar"/>
          <w:rtl/>
        </w:rPr>
        <w:t xml:space="preserve"> عليه‌السلام </w:t>
      </w:r>
      <w:r>
        <w:rPr>
          <w:rtl/>
        </w:rPr>
        <w:t xml:space="preserve"> اور مہمان نوازي</w:t>
      </w:r>
    </w:p>
    <w:p w:rsidR="001F628F" w:rsidRDefault="001F628F" w:rsidP="00E077C8">
      <w:pPr>
        <w:pStyle w:val="libNormal"/>
        <w:rPr>
          <w:rtl/>
        </w:rPr>
      </w:pPr>
      <w:r>
        <w:rPr>
          <w:rFonts w:hint="eastAsia"/>
          <w:rtl/>
        </w:rPr>
        <w:t>مہمان</w:t>
      </w:r>
      <w:r>
        <w:rPr>
          <w:rtl/>
        </w:rPr>
        <w:t xml:space="preserve"> نوازي:_كے آداب ، 15/ 68</w:t>
      </w:r>
      <w:r>
        <w:rPr>
          <w:rFonts w:hint="eastAsia"/>
          <w:rtl/>
        </w:rPr>
        <w:t>نيز</w:t>
      </w:r>
      <w:r>
        <w:rPr>
          <w:rtl/>
        </w:rPr>
        <w:t xml:space="preserve"> ر_ك ابراہيم</w:t>
      </w:r>
      <w:r w:rsidR="00367F17" w:rsidRPr="00367F17">
        <w:rPr>
          <w:rStyle w:val="libAlaemChar"/>
          <w:rtl/>
        </w:rPr>
        <w:t xml:space="preserve"> عليه‌السلام </w:t>
      </w:r>
      <w:r>
        <w:rPr>
          <w:rtl/>
        </w:rPr>
        <w:t xml:space="preserve"> ، لوط</w:t>
      </w:r>
      <w:r w:rsidR="00367F17" w:rsidRPr="00367F17">
        <w:rPr>
          <w:rStyle w:val="libAlaemChar"/>
          <w:rtl/>
        </w:rPr>
        <w:t xml:space="preserve"> عليه‌السلام </w:t>
      </w:r>
      <w:r>
        <w:rPr>
          <w:rtl/>
        </w:rPr>
        <w:t xml:space="preserve"> اور مہمان</w:t>
      </w:r>
    </w:p>
    <w:p w:rsidR="001F628F" w:rsidRDefault="001F628F" w:rsidP="00E077C8">
      <w:pPr>
        <w:pStyle w:val="libNormal"/>
        <w:rPr>
          <w:rtl/>
        </w:rPr>
      </w:pPr>
      <w:r>
        <w:rPr>
          <w:rFonts w:hint="eastAsia"/>
          <w:rtl/>
        </w:rPr>
        <w:t>ميانہ</w:t>
      </w:r>
      <w:r>
        <w:rPr>
          <w:rtl/>
        </w:rPr>
        <w:t xml:space="preserve"> روي:</w:t>
      </w:r>
      <w:r>
        <w:rPr>
          <w:rFonts w:hint="eastAsia"/>
          <w:rtl/>
        </w:rPr>
        <w:t>ر</w:t>
      </w:r>
      <w:r>
        <w:rPr>
          <w:rtl/>
        </w:rPr>
        <w:t>_ك اعتدال</w:t>
      </w:r>
    </w:p>
    <w:p w:rsidR="001F628F" w:rsidRDefault="001F628F" w:rsidP="00E077C8">
      <w:pPr>
        <w:pStyle w:val="libNormal"/>
        <w:rPr>
          <w:rtl/>
        </w:rPr>
      </w:pPr>
      <w:r>
        <w:rPr>
          <w:rFonts w:hint="eastAsia"/>
          <w:rtl/>
        </w:rPr>
        <w:t>ميثاق</w:t>
      </w:r>
      <w:r>
        <w:rPr>
          <w:rtl/>
        </w:rPr>
        <w:t>:</w:t>
      </w:r>
      <w:r>
        <w:rPr>
          <w:rFonts w:hint="eastAsia"/>
          <w:rtl/>
        </w:rPr>
        <w:t>ر</w:t>
      </w:r>
      <w:r>
        <w:rPr>
          <w:rtl/>
        </w:rPr>
        <w:t>_ك عہد</w:t>
      </w:r>
    </w:p>
    <w:p w:rsidR="001F628F" w:rsidRDefault="001F628F" w:rsidP="00E077C8">
      <w:pPr>
        <w:pStyle w:val="libNormal"/>
        <w:rPr>
          <w:rtl/>
        </w:rPr>
      </w:pPr>
      <w:r>
        <w:rPr>
          <w:rFonts w:hint="eastAsia"/>
          <w:rtl/>
        </w:rPr>
        <w:t>ميزبان</w:t>
      </w:r>
      <w:r>
        <w:rPr>
          <w:rtl/>
        </w:rPr>
        <w:t>:_كى اہانت، 15/ 68،69: _كى ذمہ داري، 15/ 69</w:t>
      </w:r>
    </w:p>
    <w:p w:rsidR="001F628F" w:rsidRDefault="001F628F" w:rsidP="00E077C8">
      <w:pPr>
        <w:pStyle w:val="Heading2Center"/>
        <w:rPr>
          <w:rtl/>
        </w:rPr>
      </w:pPr>
      <w:bookmarkStart w:id="312" w:name="_Toc28081990"/>
      <w:r>
        <w:rPr>
          <w:rtl/>
        </w:rPr>
        <w:t>''ن''</w:t>
      </w:r>
      <w:bookmarkEnd w:id="312"/>
    </w:p>
    <w:p w:rsidR="001F628F" w:rsidRDefault="001F628F" w:rsidP="00E077C8">
      <w:pPr>
        <w:pStyle w:val="libNormal"/>
        <w:rPr>
          <w:rtl/>
        </w:rPr>
      </w:pPr>
      <w:r>
        <w:rPr>
          <w:rFonts w:hint="eastAsia"/>
          <w:rtl/>
        </w:rPr>
        <w:t>نا</w:t>
      </w:r>
      <w:r>
        <w:rPr>
          <w:rtl/>
        </w:rPr>
        <w:t xml:space="preserve"> امن:_كى بلائ، 16/ 112; معاشرتي_، اس كا پيش خيمہ، 16/ 112; اس كے عوامل، 16/ 112، 113</w:t>
      </w:r>
      <w:r>
        <w:rPr>
          <w:rFonts w:hint="eastAsia"/>
          <w:rtl/>
        </w:rPr>
        <w:t>نيز</w:t>
      </w:r>
      <w:r>
        <w:rPr>
          <w:rtl/>
        </w:rPr>
        <w:t xml:space="preserve"> ر_ك امن اور مكہ</w:t>
      </w:r>
    </w:p>
    <w:p w:rsidR="001F628F" w:rsidRDefault="001F628F" w:rsidP="001F628F">
      <w:pPr>
        <w:pStyle w:val="libNormal"/>
        <w:rPr>
          <w:rtl/>
        </w:rPr>
      </w:pPr>
      <w:r>
        <w:rPr>
          <w:rFonts w:hint="eastAsia"/>
          <w:rtl/>
        </w:rPr>
        <w:t>نااميدي</w:t>
      </w:r>
      <w:r>
        <w:rPr>
          <w:rtl/>
        </w:rPr>
        <w:t>: ر_ك نااميدي</w:t>
      </w:r>
    </w:p>
    <w:p w:rsidR="001F628F" w:rsidRDefault="001F628F" w:rsidP="001F628F">
      <w:pPr>
        <w:pStyle w:val="libNormal"/>
        <w:rPr>
          <w:rtl/>
        </w:rPr>
      </w:pPr>
      <w:r>
        <w:rPr>
          <w:rFonts w:hint="eastAsia"/>
          <w:rtl/>
        </w:rPr>
        <w:t>نادان</w:t>
      </w:r>
      <w:r>
        <w:rPr>
          <w:rtl/>
        </w:rPr>
        <w:t xml:space="preserve"> افراد: ر_ك جہالت</w:t>
      </w:r>
    </w:p>
    <w:p w:rsidR="001F628F" w:rsidRDefault="001F628F" w:rsidP="001F628F">
      <w:pPr>
        <w:pStyle w:val="libNormal"/>
        <w:rPr>
          <w:rtl/>
        </w:rPr>
      </w:pPr>
      <w:r>
        <w:rPr>
          <w:rFonts w:hint="eastAsia"/>
          <w:rtl/>
        </w:rPr>
        <w:t>ناشكري</w:t>
      </w:r>
      <w:r>
        <w:rPr>
          <w:rtl/>
        </w:rPr>
        <w:t>:ر_ك كفران</w:t>
      </w:r>
    </w:p>
    <w:p w:rsidR="001F628F" w:rsidRDefault="001F628F" w:rsidP="00E077C8">
      <w:pPr>
        <w:pStyle w:val="libNormal"/>
        <w:rPr>
          <w:rtl/>
        </w:rPr>
      </w:pPr>
      <w:r>
        <w:rPr>
          <w:rFonts w:hint="eastAsia"/>
          <w:rtl/>
        </w:rPr>
        <w:t>نجات</w:t>
      </w:r>
      <w:r>
        <w:rPr>
          <w:rtl/>
        </w:rPr>
        <w:t>:</w:t>
      </w:r>
      <w:r>
        <w:rPr>
          <w:rFonts w:hint="eastAsia"/>
          <w:rtl/>
        </w:rPr>
        <w:t>غير</w:t>
      </w:r>
      <w:r>
        <w:rPr>
          <w:rtl/>
        </w:rPr>
        <w:t xml:space="preserve"> خدا كى طرف_ بخشى كى نسبت دينے كى سزا، 16/ 56</w:t>
      </w:r>
      <w:r>
        <w:rPr>
          <w:rFonts w:hint="eastAsia"/>
          <w:rtl/>
        </w:rPr>
        <w:t>نيزر</w:t>
      </w:r>
      <w:r>
        <w:rPr>
          <w:rtl/>
        </w:rPr>
        <w:t>_ك ابليس، امتحان، بنى اسرائيل، جہنم، ظالم افراد، ظلم، ظلمت، عذاب، فراعنہ، قرآن، كفر گمراہى ،لوط</w:t>
      </w:r>
      <w:r w:rsidR="00367F17" w:rsidRPr="00367F17">
        <w:rPr>
          <w:rStyle w:val="libAlaemChar"/>
          <w:rtl/>
        </w:rPr>
        <w:t xml:space="preserve"> عليه‌السلام </w:t>
      </w:r>
      <w:r>
        <w:rPr>
          <w:rtl/>
        </w:rPr>
        <w:t xml:space="preserve"> ، مسلمان افراد اور نعمت</w:t>
      </w:r>
    </w:p>
    <w:p w:rsidR="001F628F" w:rsidRDefault="001F628F" w:rsidP="00E077C8">
      <w:pPr>
        <w:pStyle w:val="libNormal"/>
        <w:rPr>
          <w:rtl/>
        </w:rPr>
      </w:pPr>
      <w:r>
        <w:rPr>
          <w:rFonts w:hint="eastAsia"/>
          <w:rtl/>
        </w:rPr>
        <w:t>نبوت</w:t>
      </w:r>
      <w:r>
        <w:rPr>
          <w:rtl/>
        </w:rPr>
        <w:t>:_كے شرائط، 16/ 38، 43; _كا مقام، 14/ 11; _كا سرچشمہ، 14 /11; بشر كى _، 14/ 10، 11; اس كى تكذيب كرنے والے،16/ 38</w:t>
      </w:r>
      <w:r>
        <w:rPr>
          <w:rFonts w:hint="eastAsia"/>
          <w:rtl/>
        </w:rPr>
        <w:t>نيزر</w:t>
      </w:r>
      <w:r>
        <w:rPr>
          <w:rtl/>
        </w:rPr>
        <w:t xml:space="preserve">_ك </w:t>
      </w:r>
      <w:r w:rsidR="003D0BA1">
        <w:rPr>
          <w:rtl/>
        </w:rPr>
        <w:t>انبياء</w:t>
      </w:r>
      <w:r>
        <w:rPr>
          <w:rtl/>
        </w:rPr>
        <w:t>، محمد صلعم، موسي</w:t>
      </w:r>
      <w:r w:rsidR="00367F17" w:rsidRPr="00367F17">
        <w:rPr>
          <w:rStyle w:val="libAlaemChar"/>
          <w:rtl/>
        </w:rPr>
        <w:t xml:space="preserve"> عليه‌السلام </w:t>
      </w:r>
      <w:r>
        <w:rPr>
          <w:rtl/>
        </w:rPr>
        <w:t xml:space="preserve"> او رنعمت</w:t>
      </w:r>
    </w:p>
    <w:p w:rsidR="00E077C8" w:rsidRDefault="001F628F" w:rsidP="00E077C8">
      <w:pPr>
        <w:pStyle w:val="libNormal"/>
        <w:rPr>
          <w:rtl/>
        </w:rPr>
      </w:pPr>
      <w:r>
        <w:rPr>
          <w:rFonts w:hint="eastAsia"/>
          <w:rtl/>
        </w:rPr>
        <w:t>نخل</w:t>
      </w:r>
      <w:r>
        <w:rPr>
          <w:rtl/>
        </w:rPr>
        <w:t>:14/ 24_كا اگانے والا ، 16/ 11; _كا اگنا، 16/ 11;_سے عبرت ، 16 /67; _كے فوائد، 16 /67</w:t>
      </w:r>
      <w:r w:rsidR="00E077C8" w:rsidRPr="00E077C8">
        <w:rPr>
          <w:rFonts w:hint="eastAsia"/>
          <w:rtl/>
        </w:rPr>
        <w:t xml:space="preserve"> </w:t>
      </w:r>
      <w:r w:rsidR="00E077C8">
        <w:rPr>
          <w:rFonts w:hint="eastAsia"/>
          <w:rtl/>
        </w:rPr>
        <w:t>نيزر</w:t>
      </w:r>
      <w:r w:rsidR="00E077C8">
        <w:rPr>
          <w:rtl/>
        </w:rPr>
        <w:t>_ك خرم</w:t>
      </w:r>
    </w:p>
    <w:p w:rsidR="00E077C8" w:rsidRDefault="001E7F9D" w:rsidP="00F73EDE">
      <w:pPr>
        <w:pStyle w:val="libPoemTini"/>
        <w:rPr>
          <w:rtl/>
        </w:rPr>
      </w:pPr>
      <w:r>
        <w:rPr>
          <w:rtl/>
        </w:rPr>
        <w:br w:type="page"/>
      </w:r>
    </w:p>
    <w:p w:rsidR="001F628F" w:rsidRDefault="001F628F" w:rsidP="00E077C8">
      <w:pPr>
        <w:pStyle w:val="libNormal"/>
        <w:rPr>
          <w:rtl/>
        </w:rPr>
      </w:pPr>
      <w:r>
        <w:rPr>
          <w:rFonts w:hint="eastAsia"/>
          <w:rtl/>
        </w:rPr>
        <w:lastRenderedPageBreak/>
        <w:t>نسخ</w:t>
      </w:r>
      <w:r>
        <w:rPr>
          <w:rtl/>
        </w:rPr>
        <w:t>:</w:t>
      </w:r>
      <w:r>
        <w:rPr>
          <w:rFonts w:hint="eastAsia"/>
          <w:rtl/>
        </w:rPr>
        <w:t>ر</w:t>
      </w:r>
      <w:r>
        <w:rPr>
          <w:rtl/>
        </w:rPr>
        <w:t>_ك قرآن</w:t>
      </w:r>
    </w:p>
    <w:p w:rsidR="001F628F" w:rsidRDefault="001F628F" w:rsidP="00E077C8">
      <w:pPr>
        <w:pStyle w:val="libNormal"/>
        <w:rPr>
          <w:rtl/>
        </w:rPr>
      </w:pPr>
      <w:r>
        <w:rPr>
          <w:rFonts w:hint="eastAsia"/>
          <w:rtl/>
        </w:rPr>
        <w:t>نااميدي</w:t>
      </w:r>
      <w:r>
        <w:rPr>
          <w:rtl/>
        </w:rPr>
        <w:t>:_كے موانع، 15/ 56; رحمت خدا سے _، 15/ 56; اس كى مذمت، 15/ 55، 56; اس كى ممنوعيت، 15/ 37; طبيعى عوامل سے _، 14/ 39; لطف خدا سے _ اس كى مذمت، 15/55</w:t>
      </w:r>
      <w:r>
        <w:rPr>
          <w:rFonts w:hint="eastAsia"/>
          <w:rtl/>
        </w:rPr>
        <w:t>نيزر</w:t>
      </w:r>
      <w:r>
        <w:rPr>
          <w:rtl/>
        </w:rPr>
        <w:t>_ك ابراہيم</w:t>
      </w:r>
      <w:r w:rsidR="00367F17" w:rsidRPr="00367F17">
        <w:rPr>
          <w:rStyle w:val="libAlaemChar"/>
          <w:rtl/>
        </w:rPr>
        <w:t xml:space="preserve"> عليه‌السلام </w:t>
      </w:r>
      <w:r>
        <w:rPr>
          <w:rtl/>
        </w:rPr>
        <w:t xml:space="preserve"> ، گذشتہ اقوام، </w:t>
      </w:r>
      <w:r w:rsidR="003D0BA1">
        <w:rPr>
          <w:rtl/>
        </w:rPr>
        <w:t>انبياء</w:t>
      </w:r>
      <w:r>
        <w:rPr>
          <w:rtl/>
        </w:rPr>
        <w:t>، بچہ دارى اور گمراہ افراد</w:t>
      </w:r>
    </w:p>
    <w:p w:rsidR="001F628F" w:rsidRDefault="001F628F" w:rsidP="00E077C8">
      <w:pPr>
        <w:pStyle w:val="libNormal"/>
        <w:rPr>
          <w:rtl/>
        </w:rPr>
      </w:pPr>
      <w:r>
        <w:rPr>
          <w:rFonts w:hint="eastAsia"/>
          <w:rtl/>
        </w:rPr>
        <w:t>نفسيات</w:t>
      </w:r>
      <w:r>
        <w:rPr>
          <w:rtl/>
        </w:rPr>
        <w:t xml:space="preserve"> شناسي:</w:t>
      </w:r>
      <w:r>
        <w:rPr>
          <w:rFonts w:hint="eastAsia"/>
          <w:rtl/>
        </w:rPr>
        <w:t>تربيتي</w:t>
      </w:r>
      <w:r>
        <w:rPr>
          <w:rtl/>
        </w:rPr>
        <w:t>_، 15/ 98، 16/ 32</w:t>
      </w:r>
      <w:r>
        <w:rPr>
          <w:rFonts w:hint="eastAsia"/>
          <w:rtl/>
        </w:rPr>
        <w:t>نيز</w:t>
      </w:r>
      <w:r>
        <w:rPr>
          <w:rtl/>
        </w:rPr>
        <w:t xml:space="preserve"> ر_ك اس كا انگيزہ</w:t>
      </w:r>
    </w:p>
    <w:p w:rsidR="001F628F" w:rsidRDefault="001F628F" w:rsidP="00E077C8">
      <w:pPr>
        <w:pStyle w:val="libNormal"/>
        <w:rPr>
          <w:rtl/>
        </w:rPr>
      </w:pPr>
      <w:r>
        <w:rPr>
          <w:rFonts w:hint="eastAsia"/>
          <w:rtl/>
        </w:rPr>
        <w:t>نہري</w:t>
      </w:r>
      <w:r w:rsidR="00083993">
        <w:rPr>
          <w:rFonts w:hint="eastAsia"/>
          <w:rtl/>
        </w:rPr>
        <w:t xml:space="preserve">ں </w:t>
      </w:r>
      <w:r>
        <w:rPr>
          <w:rtl/>
        </w:rPr>
        <w:t>:_و</w:t>
      </w:r>
      <w:r w:rsidR="00083993">
        <w:rPr>
          <w:rtl/>
        </w:rPr>
        <w:t xml:space="preserve">ں </w:t>
      </w:r>
      <w:r>
        <w:rPr>
          <w:rtl/>
        </w:rPr>
        <w:t>كى تسخير، 14/ 32</w:t>
      </w:r>
    </w:p>
    <w:p w:rsidR="001F628F" w:rsidRDefault="001F628F" w:rsidP="00E077C8">
      <w:pPr>
        <w:pStyle w:val="libNormal"/>
        <w:rPr>
          <w:rtl/>
        </w:rPr>
      </w:pPr>
      <w:r>
        <w:rPr>
          <w:rFonts w:hint="eastAsia"/>
          <w:rtl/>
        </w:rPr>
        <w:t>نفسياتى</w:t>
      </w:r>
      <w:r>
        <w:rPr>
          <w:rtl/>
        </w:rPr>
        <w:t xml:space="preserve"> حالات:_كے آثار، 16/ 58</w:t>
      </w:r>
    </w:p>
    <w:p w:rsidR="001F628F" w:rsidRDefault="001F628F" w:rsidP="00E077C8">
      <w:pPr>
        <w:pStyle w:val="libNormal"/>
        <w:rPr>
          <w:rtl/>
        </w:rPr>
      </w:pPr>
      <w:r>
        <w:rPr>
          <w:rFonts w:hint="eastAsia"/>
          <w:rtl/>
        </w:rPr>
        <w:t>نظريہ</w:t>
      </w:r>
      <w:r>
        <w:rPr>
          <w:rtl/>
        </w:rPr>
        <w:t xml:space="preserve"> كا ئنات :</w:t>
      </w:r>
      <w:r>
        <w:rPr>
          <w:rFonts w:hint="eastAsia"/>
          <w:rtl/>
        </w:rPr>
        <w:t>توحيدى</w:t>
      </w:r>
      <w:r>
        <w:rPr>
          <w:rtl/>
        </w:rPr>
        <w:t xml:space="preserve"> _، 15/ 23، 86، 16/1، 22، 51،52،73</w:t>
      </w:r>
    </w:p>
    <w:p w:rsidR="001F628F" w:rsidRDefault="001F628F" w:rsidP="00E077C8">
      <w:pPr>
        <w:pStyle w:val="libNormal"/>
        <w:rPr>
          <w:rtl/>
        </w:rPr>
      </w:pPr>
      <w:r>
        <w:rPr>
          <w:rFonts w:hint="eastAsia"/>
          <w:rtl/>
        </w:rPr>
        <w:t>نصيحت</w:t>
      </w:r>
      <w:r>
        <w:rPr>
          <w:rtl/>
        </w:rPr>
        <w:t>:</w:t>
      </w:r>
      <w:r>
        <w:rPr>
          <w:rFonts w:hint="eastAsia"/>
          <w:rtl/>
        </w:rPr>
        <w:t>ر</w:t>
      </w:r>
      <w:r>
        <w:rPr>
          <w:rtl/>
        </w:rPr>
        <w:t>_ك عبرت</w:t>
      </w:r>
    </w:p>
    <w:p w:rsidR="001F628F" w:rsidRDefault="001F628F" w:rsidP="00E077C8">
      <w:pPr>
        <w:pStyle w:val="libNormal"/>
        <w:rPr>
          <w:rtl/>
        </w:rPr>
      </w:pPr>
      <w:r>
        <w:rPr>
          <w:rFonts w:hint="eastAsia"/>
          <w:rtl/>
        </w:rPr>
        <w:t>نباتات</w:t>
      </w:r>
      <w:r>
        <w:rPr>
          <w:rtl/>
        </w:rPr>
        <w:t>:_سے استفادہ،16/10، 11; _كا ثمر آور ہونا، اس كے عوامل ، 15/ 22; _كے عناصر كا تناسب، 15/ 19; _كا رنگ ، اس كے تنوع كے آثار ، 16/ 69; _كا گناہ ، 15/ 19، 21،16/ 11; اس كا آيات خدا مي</w:t>
      </w:r>
      <w:r w:rsidR="00083993">
        <w:rPr>
          <w:rtl/>
        </w:rPr>
        <w:t xml:space="preserve">ں </w:t>
      </w:r>
      <w:r>
        <w:rPr>
          <w:rtl/>
        </w:rPr>
        <w:t>سے ہونا، 16/ 11; اس كے عوامل، 14/ 32، 16/ 10،11; اس كا فلسفہ، 14/ 32،16/11; _</w:t>
      </w:r>
      <w:r>
        <w:rPr>
          <w:rFonts w:hint="eastAsia"/>
          <w:rtl/>
        </w:rPr>
        <w:t>كا</w:t>
      </w:r>
      <w:r>
        <w:rPr>
          <w:rtl/>
        </w:rPr>
        <w:t xml:space="preserve"> قانونى ہونا، 15/ 19;_كا نقش ، 14/32; _كى زوجيت، 15/22; _كے فوائد، 16/ 10</w:t>
      </w:r>
      <w:r>
        <w:rPr>
          <w:rFonts w:hint="eastAsia"/>
          <w:rtl/>
        </w:rPr>
        <w:t>نيزر</w:t>
      </w:r>
      <w:r>
        <w:rPr>
          <w:rtl/>
        </w:rPr>
        <w:t>_ك نعمت</w:t>
      </w:r>
    </w:p>
    <w:p w:rsidR="001F628F" w:rsidRDefault="001F628F" w:rsidP="00E077C8">
      <w:pPr>
        <w:pStyle w:val="libNormal"/>
        <w:rPr>
          <w:rtl/>
        </w:rPr>
      </w:pPr>
      <w:r>
        <w:rPr>
          <w:rFonts w:hint="eastAsia"/>
          <w:rtl/>
        </w:rPr>
        <w:t>نسل</w:t>
      </w:r>
      <w:r>
        <w:rPr>
          <w:rtl/>
        </w:rPr>
        <w:t xml:space="preserve"> :_و</w:t>
      </w:r>
      <w:r w:rsidR="00083993">
        <w:rPr>
          <w:rtl/>
        </w:rPr>
        <w:t xml:space="preserve">ں </w:t>
      </w:r>
      <w:r>
        <w:rPr>
          <w:rtl/>
        </w:rPr>
        <w:t>كى بقاء ،اس كى اہميت، 16 /61; اس كا طريقہ ، 16 /72;_و</w:t>
      </w:r>
      <w:r w:rsidR="00083993">
        <w:rPr>
          <w:rtl/>
        </w:rPr>
        <w:t xml:space="preserve">ں </w:t>
      </w:r>
      <w:r>
        <w:rPr>
          <w:rtl/>
        </w:rPr>
        <w:t>كى جايگزينى ، اس كى سہولت ، 14/ 20</w:t>
      </w:r>
    </w:p>
    <w:p w:rsidR="001F628F" w:rsidRDefault="001F628F" w:rsidP="001F628F">
      <w:pPr>
        <w:pStyle w:val="libNormal"/>
        <w:rPr>
          <w:rtl/>
        </w:rPr>
      </w:pPr>
      <w:r>
        <w:rPr>
          <w:rFonts w:hint="eastAsia"/>
          <w:rtl/>
        </w:rPr>
        <w:t>نيز</w:t>
      </w:r>
      <w:r>
        <w:rPr>
          <w:rtl/>
        </w:rPr>
        <w:t xml:space="preserve"> ر_ك آدم</w:t>
      </w:r>
      <w:r w:rsidR="00367F17" w:rsidRPr="00367F17">
        <w:rPr>
          <w:rStyle w:val="libAlaemChar"/>
          <w:rtl/>
        </w:rPr>
        <w:t xml:space="preserve"> عليه‌السلام </w:t>
      </w:r>
      <w:r>
        <w:rPr>
          <w:rtl/>
        </w:rPr>
        <w:t xml:space="preserve"> ، ابراہيم</w:t>
      </w:r>
      <w:r w:rsidR="00367F17" w:rsidRPr="00367F17">
        <w:rPr>
          <w:rStyle w:val="libAlaemChar"/>
          <w:rtl/>
        </w:rPr>
        <w:t xml:space="preserve"> عليه‌السلام </w:t>
      </w:r>
      <w:r>
        <w:rPr>
          <w:rtl/>
        </w:rPr>
        <w:t xml:space="preserve"> ، خدا كى سنتي</w:t>
      </w:r>
      <w:r w:rsidR="00083993">
        <w:rPr>
          <w:rtl/>
        </w:rPr>
        <w:t xml:space="preserve">ں </w:t>
      </w:r>
      <w:r>
        <w:rPr>
          <w:rtl/>
        </w:rPr>
        <w:t>، علائق ، قوم لوط</w:t>
      </w:r>
      <w:r w:rsidR="00367F17" w:rsidRPr="00367F17">
        <w:rPr>
          <w:rStyle w:val="libAlaemChar"/>
          <w:rtl/>
        </w:rPr>
        <w:t xml:space="preserve"> عليه‌السلام </w:t>
      </w:r>
      <w:r>
        <w:rPr>
          <w:rtl/>
        </w:rPr>
        <w:t xml:space="preserve"> ، مشركين اور لغت</w:t>
      </w:r>
    </w:p>
    <w:p w:rsidR="001F628F" w:rsidRDefault="001F628F" w:rsidP="00E077C8">
      <w:pPr>
        <w:pStyle w:val="libNormal"/>
        <w:rPr>
          <w:rtl/>
        </w:rPr>
      </w:pPr>
      <w:r>
        <w:rPr>
          <w:rFonts w:hint="eastAsia"/>
          <w:rtl/>
        </w:rPr>
        <w:t>نصيحت</w:t>
      </w:r>
      <w:r>
        <w:rPr>
          <w:rtl/>
        </w:rPr>
        <w:t xml:space="preserve"> :</w:t>
      </w:r>
      <w:r>
        <w:rPr>
          <w:rFonts w:hint="eastAsia"/>
          <w:rtl/>
        </w:rPr>
        <w:t>ر</w:t>
      </w:r>
      <w:r>
        <w:rPr>
          <w:rtl/>
        </w:rPr>
        <w:t>_ك موعظہ</w:t>
      </w:r>
    </w:p>
    <w:p w:rsidR="001F628F" w:rsidRDefault="001F628F" w:rsidP="00E077C8">
      <w:pPr>
        <w:pStyle w:val="libNormal"/>
        <w:rPr>
          <w:rtl/>
        </w:rPr>
      </w:pPr>
      <w:r>
        <w:rPr>
          <w:rFonts w:hint="eastAsia"/>
          <w:rtl/>
        </w:rPr>
        <w:t>نطفہ</w:t>
      </w:r>
      <w:r>
        <w:rPr>
          <w:rtl/>
        </w:rPr>
        <w:t>:</w:t>
      </w:r>
      <w:r>
        <w:rPr>
          <w:rFonts w:hint="eastAsia"/>
          <w:rtl/>
        </w:rPr>
        <w:t>ر</w:t>
      </w:r>
      <w:r>
        <w:rPr>
          <w:rtl/>
        </w:rPr>
        <w:t>_ك انسان</w:t>
      </w:r>
    </w:p>
    <w:p w:rsidR="001F628F" w:rsidRDefault="001F628F" w:rsidP="00E077C8">
      <w:pPr>
        <w:pStyle w:val="libNormal"/>
        <w:rPr>
          <w:rtl/>
        </w:rPr>
      </w:pPr>
      <w:r>
        <w:rPr>
          <w:rFonts w:hint="eastAsia"/>
          <w:rtl/>
        </w:rPr>
        <w:t>نظام</w:t>
      </w:r>
      <w:r>
        <w:rPr>
          <w:rtl/>
        </w:rPr>
        <w:t xml:space="preserve"> جزائي:14/ 51، 16/111</w:t>
      </w:r>
      <w:r>
        <w:rPr>
          <w:rFonts w:hint="eastAsia"/>
          <w:rtl/>
        </w:rPr>
        <w:t>نيزر</w:t>
      </w:r>
      <w:r>
        <w:rPr>
          <w:rtl/>
        </w:rPr>
        <w:t>_ك قيامت</w:t>
      </w:r>
    </w:p>
    <w:p w:rsidR="001F628F" w:rsidRDefault="001F628F" w:rsidP="001F628F">
      <w:pPr>
        <w:pStyle w:val="libNormal"/>
        <w:rPr>
          <w:rtl/>
        </w:rPr>
      </w:pPr>
      <w:r>
        <w:rPr>
          <w:rFonts w:hint="eastAsia"/>
          <w:rtl/>
        </w:rPr>
        <w:t>نظام</w:t>
      </w:r>
      <w:r>
        <w:rPr>
          <w:rtl/>
        </w:rPr>
        <w:t xml:space="preserve"> عليت:14/ 10، 32، 16/ 54</w:t>
      </w:r>
    </w:p>
    <w:p w:rsidR="001F628F" w:rsidRDefault="001F628F" w:rsidP="00E077C8">
      <w:pPr>
        <w:pStyle w:val="libNormal"/>
        <w:rPr>
          <w:rtl/>
        </w:rPr>
      </w:pPr>
      <w:r>
        <w:rPr>
          <w:rFonts w:hint="eastAsia"/>
          <w:rtl/>
        </w:rPr>
        <w:t>نظام</w:t>
      </w:r>
      <w:r>
        <w:rPr>
          <w:rtl/>
        </w:rPr>
        <w:t xml:space="preserve"> كيفري:</w:t>
      </w:r>
      <w:r>
        <w:rPr>
          <w:rFonts w:hint="eastAsia"/>
          <w:rtl/>
        </w:rPr>
        <w:t>ر</w:t>
      </w:r>
      <w:r>
        <w:rPr>
          <w:rtl/>
        </w:rPr>
        <w:t>_ك سز</w:t>
      </w:r>
    </w:p>
    <w:p w:rsidR="00E077C8" w:rsidRDefault="00E077C8" w:rsidP="00E077C8">
      <w:pPr>
        <w:pStyle w:val="libNormal"/>
        <w:rPr>
          <w:rtl/>
        </w:rPr>
      </w:pPr>
      <w:r>
        <w:rPr>
          <w:rFonts w:hint="eastAsia"/>
          <w:rtl/>
        </w:rPr>
        <w:t>نظام</w:t>
      </w:r>
      <w:r>
        <w:rPr>
          <w:rtl/>
        </w:rPr>
        <w:t xml:space="preserve"> شمسي:_كى حركت، اس كا مطالعہ، 16/ 48</w:t>
      </w:r>
    </w:p>
    <w:p w:rsidR="00E077C8" w:rsidRDefault="00E077C8" w:rsidP="00E077C8">
      <w:pPr>
        <w:pStyle w:val="libNormal"/>
        <w:rPr>
          <w:rtl/>
        </w:rPr>
      </w:pPr>
      <w:r>
        <w:rPr>
          <w:rFonts w:hint="eastAsia"/>
          <w:rtl/>
        </w:rPr>
        <w:t>نعمت</w:t>
      </w:r>
      <w:r>
        <w:rPr>
          <w:rtl/>
        </w:rPr>
        <w:t xml:space="preserve">:_كا اتمام ، 16 /81; _كا اضافہ، اس كے عوامل ، 14/ 7، 16/ 122; اس كا پيش خيمہ، 14/ 7; اس كے اسباب، </w:t>
      </w:r>
    </w:p>
    <w:p w:rsidR="00E077C8" w:rsidRDefault="001E7F9D" w:rsidP="00F73EDE">
      <w:pPr>
        <w:pStyle w:val="libPoemTini"/>
        <w:rPr>
          <w:rtl/>
        </w:rPr>
      </w:pPr>
      <w:r>
        <w:rPr>
          <w:rtl/>
        </w:rPr>
        <w:br w:type="page"/>
      </w:r>
    </w:p>
    <w:p w:rsidR="001F628F" w:rsidRDefault="001F628F" w:rsidP="00E077C8">
      <w:pPr>
        <w:pStyle w:val="libNormal"/>
        <w:rPr>
          <w:rtl/>
        </w:rPr>
      </w:pPr>
      <w:r>
        <w:rPr>
          <w:rtl/>
        </w:rPr>
        <w:lastRenderedPageBreak/>
        <w:t>14/ 7; _سے استفادہ ، 16/ 7; اس سے صحيح استفادہ، 16/ 114 ، اس كى كيفيت، 16/ 69; اس كى محدويت، 16/ 80; _كى بقاء ، اس كے عوامل، 16/122; _كا پيش خيمہ، 16/ 31،122; _كا سلب، اس كے عوامل، 14/7، 16/122; _كے مراتب، 14/ 7، 11، 15/ 87; _كے شامل حال افراد، 14/ 11، 34، 16/ 122; ان كاانذار، 16/ 122; ان كا تفاوت، 14/ 11، ان كى تواضع، 14/ 11; _كا سرچشمہ، 16/ 53;_كے اسباب، 16/122; اہم ترين_، 16/ 78; آرام ، سكون كي_، 16/ 80; اجتم</w:t>
      </w:r>
      <w:r>
        <w:rPr>
          <w:rFonts w:hint="eastAsia"/>
          <w:rtl/>
        </w:rPr>
        <w:t>اعى</w:t>
      </w:r>
      <w:r>
        <w:rPr>
          <w:rtl/>
        </w:rPr>
        <w:t xml:space="preserve"> سكون كى نعمت، 160/ 112; آزادي، 16/ 71; ائمہ </w:t>
      </w:r>
      <w:r w:rsidR="00367F17" w:rsidRPr="00367F17">
        <w:rPr>
          <w:rStyle w:val="libAlaemChar"/>
          <w:rtl/>
        </w:rPr>
        <w:t xml:space="preserve"> عليه‌السلام </w:t>
      </w:r>
      <w:r>
        <w:rPr>
          <w:rtl/>
        </w:rPr>
        <w:t xml:space="preserve"> كي_ ، 16/ 113; استقلال كى _16/ 71; معاشرتى امن كى ،16/ 112;انبياء كي_،16 / 113; كار انفاق، كى _، 16/ 75; عظيم_، 14/11; بقاء نسل كي_، 16/72; بصارت كي_، 16/ 78; حيوانات كى پشم كى _، 16/ 80; اونٹ كى كھال كى _ ، 16/80; گائے كى كھال_ 16/ 80; گوسفند كى كھال _، 16/ 80; نہرو</w:t>
      </w:r>
      <w:r w:rsidR="00083993">
        <w:rPr>
          <w:rtl/>
        </w:rPr>
        <w:t xml:space="preserve">ں </w:t>
      </w:r>
      <w:r>
        <w:rPr>
          <w:rtl/>
        </w:rPr>
        <w:t>كى تسخير كى _، 14/ 32; چوپاوو</w:t>
      </w:r>
      <w:r w:rsidR="00083993">
        <w:rPr>
          <w:rtl/>
        </w:rPr>
        <w:t xml:space="preserve">ں </w:t>
      </w:r>
      <w:r>
        <w:rPr>
          <w:rtl/>
        </w:rPr>
        <w:t>كى _، 16/ 5; رشتہ دارو</w:t>
      </w:r>
      <w:r w:rsidR="00083993">
        <w:rPr>
          <w:rtl/>
        </w:rPr>
        <w:t xml:space="preserve">ں </w:t>
      </w:r>
      <w:r>
        <w:rPr>
          <w:rtl/>
        </w:rPr>
        <w:t>كي_، 16/ 72 ; راستو</w:t>
      </w:r>
      <w:r w:rsidR="00083993">
        <w:rPr>
          <w:rtl/>
        </w:rPr>
        <w:t xml:space="preserve">ں </w:t>
      </w:r>
      <w:r>
        <w:rPr>
          <w:rtl/>
        </w:rPr>
        <w:t>كي_، 16/15; اقتصادى ترقى كي_، 16/ 112; رفع سختى كى _، 16/ 55; انسانو</w:t>
      </w:r>
      <w:r w:rsidR="00083993">
        <w:rPr>
          <w:rtl/>
        </w:rPr>
        <w:t xml:space="preserve">ں </w:t>
      </w:r>
      <w:r>
        <w:rPr>
          <w:rtl/>
        </w:rPr>
        <w:t>كى زوجيت كي_، 16/ 72; سايہ كى _، 16/ 81; شكرگ</w:t>
      </w:r>
      <w:r>
        <w:rPr>
          <w:rFonts w:hint="eastAsia"/>
          <w:rtl/>
        </w:rPr>
        <w:t>زارى</w:t>
      </w:r>
      <w:r>
        <w:rPr>
          <w:rtl/>
        </w:rPr>
        <w:t xml:space="preserve"> كى _، 14/7; سماعت كى _، 16/ 78 ; پاكيزہ طعام كي_، 16/ 72; طيبات كى _، 6/1 72، 114; فرزند كى _14/ 39، 16/ 72;عالم فرزند كي_، 15/ 53; قرآن كي_، 15/ 78; قلب كي_، 15/ 78; ادار كى قوہ كي_، 16 /78; حيوانات كے بال كى _، 16/ 80; كشتى رانى كي_، 16/ 14; پہاڑو</w:t>
      </w:r>
      <w:r w:rsidR="00083993">
        <w:rPr>
          <w:rtl/>
        </w:rPr>
        <w:t xml:space="preserve">ں </w:t>
      </w:r>
      <w:r>
        <w:rPr>
          <w:rFonts w:hint="eastAsia"/>
          <w:rtl/>
        </w:rPr>
        <w:t>كي</w:t>
      </w:r>
      <w:r>
        <w:rPr>
          <w:rtl/>
        </w:rPr>
        <w:t>_، 16/ 15، 81; نباتات كي_، 14/ 32 ; لباس كي_، 16/ 81; حيوانات كے بالو</w:t>
      </w:r>
      <w:r w:rsidR="00083993">
        <w:rPr>
          <w:rtl/>
        </w:rPr>
        <w:t xml:space="preserve">ں </w:t>
      </w:r>
      <w:r>
        <w:rPr>
          <w:rtl/>
        </w:rPr>
        <w:t>كي_، 16/ 80; پھلو</w:t>
      </w:r>
      <w:r w:rsidR="00083993">
        <w:rPr>
          <w:rtl/>
        </w:rPr>
        <w:t xml:space="preserve">ں </w:t>
      </w:r>
      <w:r>
        <w:rPr>
          <w:rtl/>
        </w:rPr>
        <w:t>كي_، 14/ 32; نبوت كي_، 14/ 11، 16/ 36; ظالمين سے نجات كى _، 14/ 6،7، نواسہ كي_، 16/ 72;نہرو</w:t>
      </w:r>
      <w:r w:rsidR="00083993">
        <w:rPr>
          <w:rtl/>
        </w:rPr>
        <w:t xml:space="preserve">ں </w:t>
      </w:r>
      <w:r>
        <w:rPr>
          <w:rtl/>
        </w:rPr>
        <w:t>كي_، 16/ 15 ; عظيمي</w:t>
      </w:r>
      <w:r w:rsidR="00083993">
        <w:rPr>
          <w:rtl/>
        </w:rPr>
        <w:t xml:space="preserve">ں </w:t>
      </w:r>
      <w:r>
        <w:rPr>
          <w:rtl/>
        </w:rPr>
        <w:t>،14/ 7، 15/ 78; سمندري_ي</w:t>
      </w:r>
      <w:r w:rsidR="00083993">
        <w:rPr>
          <w:rtl/>
        </w:rPr>
        <w:t xml:space="preserve">ں </w:t>
      </w:r>
      <w:r>
        <w:rPr>
          <w:rtl/>
        </w:rPr>
        <w:t>16/ 114 ; ان سے استفادہ، 16/ 14; ہمسر كي_، 16/ 72; نقصان كي_، اس كے عوامل، 14/ 7</w:t>
      </w:r>
      <w:r>
        <w:rPr>
          <w:rFonts w:hint="eastAsia"/>
          <w:rtl/>
        </w:rPr>
        <w:t>نيزر</w:t>
      </w:r>
      <w:r>
        <w:rPr>
          <w:rtl/>
        </w:rPr>
        <w:t>_ك ابراہيم</w:t>
      </w:r>
      <w:r w:rsidR="00367F17" w:rsidRPr="00367F17">
        <w:rPr>
          <w:rStyle w:val="libAlaemChar"/>
          <w:rtl/>
        </w:rPr>
        <w:t xml:space="preserve"> عليه‌السلام </w:t>
      </w:r>
      <w:r>
        <w:rPr>
          <w:rtl/>
        </w:rPr>
        <w:t xml:space="preserve"> ، </w:t>
      </w:r>
      <w:r w:rsidR="003D0BA1">
        <w:rPr>
          <w:rtl/>
        </w:rPr>
        <w:t>انبياء</w:t>
      </w:r>
      <w:r>
        <w:rPr>
          <w:rtl/>
        </w:rPr>
        <w:t>، انذار، بہشت، ذكر ، زندگي، شكر كرنے و الے ، كفران، مشركين اور مكہ</w:t>
      </w:r>
    </w:p>
    <w:p w:rsidR="001F628F" w:rsidRDefault="001F628F" w:rsidP="00E077C8">
      <w:pPr>
        <w:pStyle w:val="libNormal"/>
        <w:rPr>
          <w:rtl/>
        </w:rPr>
      </w:pPr>
      <w:r>
        <w:rPr>
          <w:rFonts w:hint="eastAsia"/>
          <w:rtl/>
        </w:rPr>
        <w:t>نفخ</w:t>
      </w:r>
      <w:r>
        <w:rPr>
          <w:rtl/>
        </w:rPr>
        <w:t xml:space="preserve"> صور:</w:t>
      </w:r>
      <w:r>
        <w:rPr>
          <w:rFonts w:hint="eastAsia"/>
          <w:rtl/>
        </w:rPr>
        <w:t>ر</w:t>
      </w:r>
      <w:r>
        <w:rPr>
          <w:rtl/>
        </w:rPr>
        <w:t>_ك قيامت</w:t>
      </w:r>
    </w:p>
    <w:p w:rsidR="001F628F" w:rsidRDefault="001F628F" w:rsidP="00E077C8">
      <w:pPr>
        <w:pStyle w:val="libNormal"/>
        <w:rPr>
          <w:rtl/>
        </w:rPr>
      </w:pPr>
      <w:r>
        <w:rPr>
          <w:rFonts w:hint="eastAsia"/>
          <w:rtl/>
        </w:rPr>
        <w:t>نفرين</w:t>
      </w:r>
      <w:r>
        <w:rPr>
          <w:rtl/>
        </w:rPr>
        <w:t>:</w:t>
      </w:r>
      <w:r>
        <w:rPr>
          <w:rFonts w:hint="eastAsia"/>
          <w:rtl/>
        </w:rPr>
        <w:t>ر</w:t>
      </w:r>
      <w:r>
        <w:rPr>
          <w:rtl/>
        </w:rPr>
        <w:t xml:space="preserve">_ك گذشتہ اقوام اور </w:t>
      </w:r>
      <w:r w:rsidR="003D0BA1">
        <w:rPr>
          <w:rtl/>
        </w:rPr>
        <w:t>انبياء</w:t>
      </w:r>
    </w:p>
    <w:p w:rsidR="001F628F" w:rsidRDefault="001F628F" w:rsidP="001F628F">
      <w:pPr>
        <w:pStyle w:val="libNormal"/>
        <w:rPr>
          <w:rtl/>
        </w:rPr>
      </w:pPr>
      <w:r>
        <w:rPr>
          <w:rFonts w:hint="eastAsia"/>
          <w:rtl/>
        </w:rPr>
        <w:t>نقض</w:t>
      </w:r>
      <w:r>
        <w:rPr>
          <w:rtl/>
        </w:rPr>
        <w:t xml:space="preserve"> پيمان: ر_ك عہد شكني</w:t>
      </w:r>
    </w:p>
    <w:p w:rsidR="00E077C8" w:rsidRDefault="001F628F" w:rsidP="00E077C8">
      <w:pPr>
        <w:pStyle w:val="libNormal"/>
        <w:rPr>
          <w:rtl/>
        </w:rPr>
      </w:pPr>
      <w:r>
        <w:rPr>
          <w:rFonts w:hint="eastAsia"/>
          <w:rtl/>
        </w:rPr>
        <w:t>نماز</w:t>
      </w:r>
      <w:r>
        <w:rPr>
          <w:rtl/>
        </w:rPr>
        <w:t>:_كے آثار، 15/ 98; _كے اركان، 15/ 98; _كى اہميت، 14/ 31، 37،40، 15، 97; _برپا كرنا ، اس كى قدرو قيمت، 14/ 40; اس كى اہميت، 14/ 31 37، 40;اس كى توفيق كى درخواست، 14 /40;_كى تاريخ، 14/ 37; _كى تشريع، 14/ 31;</w:t>
      </w:r>
      <w:r w:rsidR="001E7F9D">
        <w:rPr>
          <w:rtl/>
        </w:rPr>
        <w:cr/>
      </w:r>
      <w:r w:rsidR="001E7F9D" w:rsidRPr="00F73EDE">
        <w:rPr>
          <w:rStyle w:val="libPoemTiniChar0"/>
          <w:rtl/>
        </w:rPr>
        <w:br w:type="page"/>
      </w:r>
    </w:p>
    <w:p w:rsidR="001F628F" w:rsidRDefault="001F628F" w:rsidP="00E077C8">
      <w:pPr>
        <w:pStyle w:val="libNormal"/>
        <w:rPr>
          <w:rtl/>
        </w:rPr>
      </w:pPr>
      <w:r>
        <w:rPr>
          <w:rFonts w:hint="eastAsia"/>
          <w:rtl/>
        </w:rPr>
        <w:lastRenderedPageBreak/>
        <w:t>مكہ</w:t>
      </w:r>
      <w:r>
        <w:rPr>
          <w:rtl/>
        </w:rPr>
        <w:t xml:space="preserve"> مي</w:t>
      </w:r>
      <w:r w:rsidR="00083993">
        <w:rPr>
          <w:rtl/>
        </w:rPr>
        <w:t xml:space="preserve">ں </w:t>
      </w:r>
      <w:r>
        <w:rPr>
          <w:rtl/>
        </w:rPr>
        <w:t>اس كى تشريع، 14/ 31; _مي</w:t>
      </w:r>
      <w:r w:rsidR="00083993">
        <w:rPr>
          <w:rtl/>
        </w:rPr>
        <w:t xml:space="preserve">ں </w:t>
      </w:r>
      <w:r>
        <w:rPr>
          <w:rtl/>
        </w:rPr>
        <w:t>خضوع، اس كى اہميت، 15/ 98; _مي</w:t>
      </w:r>
      <w:r w:rsidR="00083993">
        <w:rPr>
          <w:rtl/>
        </w:rPr>
        <w:t xml:space="preserve">ں </w:t>
      </w:r>
      <w:r>
        <w:rPr>
          <w:rtl/>
        </w:rPr>
        <w:t xml:space="preserve">سجدہ، اس كى اہميت، 15/98; ابرہيم </w:t>
      </w:r>
      <w:r w:rsidR="00367F17" w:rsidRPr="00367F17">
        <w:rPr>
          <w:rStyle w:val="libAlaemChar"/>
          <w:rtl/>
        </w:rPr>
        <w:t xml:space="preserve"> عليه‌السلام </w:t>
      </w:r>
      <w:r>
        <w:rPr>
          <w:rtl/>
        </w:rPr>
        <w:t xml:space="preserve"> كے زمانہ مي</w:t>
      </w:r>
      <w:r w:rsidR="00083993">
        <w:rPr>
          <w:rtl/>
        </w:rPr>
        <w:t xml:space="preserve">ں </w:t>
      </w:r>
      <w:r>
        <w:rPr>
          <w:rtl/>
        </w:rPr>
        <w:t>_، 14 / 37</w:t>
      </w:r>
      <w:r>
        <w:rPr>
          <w:rFonts w:hint="eastAsia"/>
          <w:rtl/>
        </w:rPr>
        <w:t>نيزر</w:t>
      </w:r>
      <w:r>
        <w:rPr>
          <w:rtl/>
        </w:rPr>
        <w:t xml:space="preserve"> _ك ابراہيم</w:t>
      </w:r>
      <w:r w:rsidR="00367F17" w:rsidRPr="00367F17">
        <w:rPr>
          <w:rStyle w:val="libAlaemChar"/>
          <w:rtl/>
        </w:rPr>
        <w:t xml:space="preserve"> عليه‌السلام </w:t>
      </w:r>
      <w:r>
        <w:rPr>
          <w:rtl/>
        </w:rPr>
        <w:t xml:space="preserve"> ، استمداد كعبہ اور ضروريات</w:t>
      </w:r>
    </w:p>
    <w:p w:rsidR="001F628F" w:rsidRDefault="001F628F" w:rsidP="00E077C8">
      <w:pPr>
        <w:pStyle w:val="libNormal"/>
        <w:rPr>
          <w:rtl/>
        </w:rPr>
      </w:pPr>
      <w:r>
        <w:rPr>
          <w:rFonts w:hint="eastAsia"/>
          <w:rtl/>
        </w:rPr>
        <w:t>نوح</w:t>
      </w:r>
      <w:r w:rsidR="00367F17" w:rsidRPr="00367F17">
        <w:rPr>
          <w:rStyle w:val="libAlaemChar"/>
          <w:rtl/>
        </w:rPr>
        <w:t xml:space="preserve"> عليه‌السلام </w:t>
      </w:r>
      <w:r>
        <w:rPr>
          <w:rtl/>
        </w:rPr>
        <w:t xml:space="preserve"> :_كى دليلي</w:t>
      </w:r>
      <w:r w:rsidR="00083993">
        <w:rPr>
          <w:rtl/>
        </w:rPr>
        <w:t xml:space="preserve">ں </w:t>
      </w:r>
      <w:r>
        <w:rPr>
          <w:rtl/>
        </w:rPr>
        <w:t>14/9</w:t>
      </w:r>
    </w:p>
    <w:p w:rsidR="001F628F" w:rsidRDefault="001F628F" w:rsidP="00E077C8">
      <w:pPr>
        <w:pStyle w:val="libNormal"/>
        <w:rPr>
          <w:rtl/>
        </w:rPr>
      </w:pPr>
      <w:r>
        <w:rPr>
          <w:rFonts w:hint="eastAsia"/>
          <w:rtl/>
        </w:rPr>
        <w:t>نور</w:t>
      </w:r>
      <w:r>
        <w:rPr>
          <w:rtl/>
        </w:rPr>
        <w:t>:_كے موارد، 14/1</w:t>
      </w:r>
      <w:r>
        <w:rPr>
          <w:rFonts w:hint="eastAsia"/>
          <w:rtl/>
        </w:rPr>
        <w:t>نيزر</w:t>
      </w:r>
      <w:r>
        <w:rPr>
          <w:rtl/>
        </w:rPr>
        <w:t>_ك سبيل اللہ</w:t>
      </w:r>
    </w:p>
    <w:p w:rsidR="001F628F" w:rsidRDefault="001F628F" w:rsidP="00E077C8">
      <w:pPr>
        <w:pStyle w:val="libNormal"/>
        <w:rPr>
          <w:rtl/>
        </w:rPr>
      </w:pPr>
      <w:r>
        <w:rPr>
          <w:rFonts w:hint="eastAsia"/>
          <w:rtl/>
        </w:rPr>
        <w:t>نو</w:t>
      </w:r>
      <w:r>
        <w:rPr>
          <w:rtl/>
        </w:rPr>
        <w:t xml:space="preserve"> مولود:_كا ادارك ، 16/ 78; _كى بينائي، 16/ 78; _كا سننا، 15/ 78; _كا قلب، 16/ 78</w:t>
      </w:r>
    </w:p>
    <w:p w:rsidR="001F628F" w:rsidRDefault="001F628F" w:rsidP="00E077C8">
      <w:pPr>
        <w:pStyle w:val="libNormal"/>
        <w:rPr>
          <w:rtl/>
        </w:rPr>
      </w:pPr>
      <w:r>
        <w:rPr>
          <w:rFonts w:hint="eastAsia"/>
          <w:rtl/>
        </w:rPr>
        <w:t>نواسہ</w:t>
      </w:r>
      <w:r>
        <w:rPr>
          <w:rtl/>
        </w:rPr>
        <w:t>:_كى امداد، 16/ 72</w:t>
      </w:r>
      <w:r>
        <w:rPr>
          <w:rFonts w:hint="eastAsia"/>
          <w:rtl/>
        </w:rPr>
        <w:t>نيزر</w:t>
      </w:r>
      <w:r>
        <w:rPr>
          <w:rtl/>
        </w:rPr>
        <w:t>_ك نعمت</w:t>
      </w:r>
    </w:p>
    <w:p w:rsidR="001F628F" w:rsidRDefault="001F628F" w:rsidP="00E077C8">
      <w:pPr>
        <w:pStyle w:val="libNormal"/>
        <w:rPr>
          <w:rtl/>
        </w:rPr>
      </w:pPr>
      <w:r>
        <w:rPr>
          <w:rFonts w:hint="eastAsia"/>
          <w:rtl/>
        </w:rPr>
        <w:t>نويد</w:t>
      </w:r>
      <w:r>
        <w:rPr>
          <w:rtl/>
        </w:rPr>
        <w:t>:</w:t>
      </w:r>
      <w:r>
        <w:rPr>
          <w:rFonts w:hint="eastAsia"/>
          <w:rtl/>
        </w:rPr>
        <w:t>ر</w:t>
      </w:r>
      <w:r>
        <w:rPr>
          <w:rtl/>
        </w:rPr>
        <w:t>_ك بشارت</w:t>
      </w:r>
    </w:p>
    <w:p w:rsidR="001F628F" w:rsidRDefault="001F628F" w:rsidP="00E077C8">
      <w:pPr>
        <w:pStyle w:val="libNormal"/>
        <w:rPr>
          <w:rtl/>
        </w:rPr>
      </w:pPr>
      <w:r>
        <w:rPr>
          <w:rFonts w:hint="eastAsia"/>
          <w:rtl/>
        </w:rPr>
        <w:t>نہري</w:t>
      </w:r>
      <w:r w:rsidR="00083993">
        <w:rPr>
          <w:rFonts w:hint="eastAsia"/>
          <w:rtl/>
        </w:rPr>
        <w:t xml:space="preserve">ں </w:t>
      </w:r>
      <w:r>
        <w:rPr>
          <w:rtl/>
        </w:rPr>
        <w:t>:_و</w:t>
      </w:r>
      <w:r w:rsidR="00083993">
        <w:rPr>
          <w:rtl/>
        </w:rPr>
        <w:t xml:space="preserve">ں </w:t>
      </w:r>
      <w:r>
        <w:rPr>
          <w:rtl/>
        </w:rPr>
        <w:t>سے استفادہ، 14/ 32، 16/ 15; _و</w:t>
      </w:r>
      <w:r w:rsidR="00083993">
        <w:rPr>
          <w:rtl/>
        </w:rPr>
        <w:t xml:space="preserve">ں </w:t>
      </w:r>
      <w:r>
        <w:rPr>
          <w:rtl/>
        </w:rPr>
        <w:t>كى اہميت، 14/ 32; _و</w:t>
      </w:r>
      <w:r w:rsidR="00083993">
        <w:rPr>
          <w:rtl/>
        </w:rPr>
        <w:t xml:space="preserve">ں </w:t>
      </w:r>
      <w:r>
        <w:rPr>
          <w:rtl/>
        </w:rPr>
        <w:t>كى تسخير،14/ 32; _و</w:t>
      </w:r>
      <w:r w:rsidR="00083993">
        <w:rPr>
          <w:rtl/>
        </w:rPr>
        <w:t xml:space="preserve">ں </w:t>
      </w:r>
      <w:r>
        <w:rPr>
          <w:rtl/>
        </w:rPr>
        <w:t>كى خلقت، اس كا فلسفہ، 16/ 15; _و</w:t>
      </w:r>
      <w:r w:rsidR="00083993">
        <w:rPr>
          <w:rtl/>
        </w:rPr>
        <w:t xml:space="preserve">ں </w:t>
      </w:r>
      <w:r>
        <w:rPr>
          <w:rtl/>
        </w:rPr>
        <w:t>كے فوائد، 14/ 32، 33; _كا نقش، 14/33</w:t>
      </w:r>
      <w:r>
        <w:rPr>
          <w:rFonts w:hint="eastAsia"/>
          <w:rtl/>
        </w:rPr>
        <w:t>نيزر</w:t>
      </w:r>
      <w:r>
        <w:rPr>
          <w:rtl/>
        </w:rPr>
        <w:t>_ك بہشت اور نعمت</w:t>
      </w:r>
    </w:p>
    <w:p w:rsidR="001F628F" w:rsidRDefault="001F628F" w:rsidP="00E077C8">
      <w:pPr>
        <w:pStyle w:val="libNormal"/>
        <w:rPr>
          <w:rtl/>
        </w:rPr>
      </w:pPr>
      <w:r>
        <w:rPr>
          <w:rFonts w:hint="eastAsia"/>
          <w:rtl/>
        </w:rPr>
        <w:t>نہضت</w:t>
      </w:r>
      <w:r>
        <w:rPr>
          <w:rtl/>
        </w:rPr>
        <w:t xml:space="preserve"> اسلامي:15/ 85</w:t>
      </w:r>
      <w:r>
        <w:rPr>
          <w:rFonts w:hint="eastAsia"/>
          <w:rtl/>
        </w:rPr>
        <w:t>نيزر</w:t>
      </w:r>
      <w:r>
        <w:rPr>
          <w:rtl/>
        </w:rPr>
        <w:t xml:space="preserve">_ك </w:t>
      </w:r>
      <w:r w:rsidR="003D0BA1">
        <w:rPr>
          <w:rtl/>
        </w:rPr>
        <w:t>انبياء</w:t>
      </w:r>
    </w:p>
    <w:p w:rsidR="001F628F" w:rsidRDefault="001F628F" w:rsidP="00E077C8">
      <w:pPr>
        <w:pStyle w:val="libNormal"/>
        <w:rPr>
          <w:rtl/>
        </w:rPr>
      </w:pPr>
      <w:r>
        <w:rPr>
          <w:rFonts w:hint="eastAsia"/>
          <w:rtl/>
        </w:rPr>
        <w:t>نيت</w:t>
      </w:r>
      <w:r>
        <w:rPr>
          <w:rtl/>
        </w:rPr>
        <w:t>:_كے آثار، 16/ 41; _كا علم ، 14/ 38; _كى نشانيا</w:t>
      </w:r>
      <w:r w:rsidR="00083993">
        <w:rPr>
          <w:rtl/>
        </w:rPr>
        <w:t xml:space="preserve">ں </w:t>
      </w:r>
      <w:r>
        <w:rPr>
          <w:rtl/>
        </w:rPr>
        <w:t>، 16/ 119</w:t>
      </w:r>
      <w:r>
        <w:rPr>
          <w:rFonts w:hint="eastAsia"/>
          <w:rtl/>
        </w:rPr>
        <w:t>نيز</w:t>
      </w:r>
      <w:r>
        <w:rPr>
          <w:rtl/>
        </w:rPr>
        <w:t xml:space="preserve"> ر_ك خداوند اور قوم لوط</w:t>
      </w:r>
      <w:r w:rsidR="00367F17" w:rsidRPr="00367F17">
        <w:rPr>
          <w:rStyle w:val="libAlaemChar"/>
          <w:rtl/>
        </w:rPr>
        <w:t xml:space="preserve"> عليه‌السلام </w:t>
      </w:r>
    </w:p>
    <w:p w:rsidR="001F628F" w:rsidRDefault="001F628F" w:rsidP="00E077C8">
      <w:pPr>
        <w:pStyle w:val="Heading2Center"/>
        <w:rPr>
          <w:rtl/>
        </w:rPr>
      </w:pPr>
      <w:bookmarkStart w:id="313" w:name="_Toc28081991"/>
      <w:r>
        <w:rPr>
          <w:rtl/>
        </w:rPr>
        <w:t>''و''</w:t>
      </w:r>
      <w:bookmarkEnd w:id="313"/>
    </w:p>
    <w:p w:rsidR="001F628F" w:rsidRDefault="001F628F" w:rsidP="00E077C8">
      <w:pPr>
        <w:pStyle w:val="libNormal"/>
        <w:rPr>
          <w:rtl/>
        </w:rPr>
      </w:pPr>
      <w:r>
        <w:rPr>
          <w:rFonts w:hint="eastAsia"/>
          <w:rtl/>
        </w:rPr>
        <w:t>واجبات</w:t>
      </w:r>
      <w:r>
        <w:rPr>
          <w:rtl/>
        </w:rPr>
        <w:t>:15/ 94، 16/ 91_مالي،14،31</w:t>
      </w:r>
      <w:r>
        <w:rPr>
          <w:rFonts w:hint="eastAsia"/>
          <w:rtl/>
        </w:rPr>
        <w:t>نيزر</w:t>
      </w:r>
      <w:r>
        <w:rPr>
          <w:rtl/>
        </w:rPr>
        <w:t>_ك تقليد، دين اور عہد</w:t>
      </w:r>
    </w:p>
    <w:p w:rsidR="001F628F" w:rsidRDefault="001F628F" w:rsidP="00E077C8">
      <w:pPr>
        <w:pStyle w:val="libNormal"/>
        <w:rPr>
          <w:rtl/>
        </w:rPr>
      </w:pPr>
      <w:r>
        <w:rPr>
          <w:rFonts w:hint="eastAsia"/>
          <w:rtl/>
        </w:rPr>
        <w:t>وجدان</w:t>
      </w:r>
      <w:r>
        <w:rPr>
          <w:rtl/>
        </w:rPr>
        <w:t>:_كا نقش، 16/ 17</w:t>
      </w:r>
    </w:p>
    <w:p w:rsidR="001F628F" w:rsidRDefault="001F628F" w:rsidP="00E077C8">
      <w:pPr>
        <w:pStyle w:val="libNormal"/>
        <w:rPr>
          <w:rtl/>
        </w:rPr>
      </w:pPr>
      <w:r>
        <w:rPr>
          <w:rFonts w:hint="eastAsia"/>
          <w:rtl/>
        </w:rPr>
        <w:t>وحدت</w:t>
      </w:r>
      <w:r>
        <w:rPr>
          <w:rtl/>
        </w:rPr>
        <w:t>:</w:t>
      </w:r>
      <w:r>
        <w:rPr>
          <w:rFonts w:hint="eastAsia"/>
          <w:rtl/>
        </w:rPr>
        <w:t>ر</w:t>
      </w:r>
      <w:r>
        <w:rPr>
          <w:rtl/>
        </w:rPr>
        <w:t>_ك اتحاد</w:t>
      </w:r>
    </w:p>
    <w:p w:rsidR="001F628F" w:rsidRDefault="001F628F" w:rsidP="00E077C8">
      <w:pPr>
        <w:pStyle w:val="libNormal"/>
        <w:rPr>
          <w:rtl/>
        </w:rPr>
      </w:pPr>
      <w:r>
        <w:rPr>
          <w:rFonts w:hint="eastAsia"/>
          <w:rtl/>
        </w:rPr>
        <w:t>وحي</w:t>
      </w:r>
      <w:r>
        <w:rPr>
          <w:rtl/>
        </w:rPr>
        <w:t>:_كى قدر وقيمت، اس كى شناخت كا پيش خيمہ، 16/ 30; _كے بارے مي</w:t>
      </w:r>
      <w:r w:rsidR="00083993">
        <w:rPr>
          <w:rtl/>
        </w:rPr>
        <w:t xml:space="preserve">ں </w:t>
      </w:r>
      <w:r>
        <w:rPr>
          <w:rtl/>
        </w:rPr>
        <w:t>اظہار نظر ، 16/30; _كى وضاحت، 16/102; _كى تكذيب، 16/ 33;_كا خير ہونا، 16/ 30; _كى دريافت، اس كا سبب، 16/2; _كى حفاظت، 15/ 18; _كا نزول اس كے شرائط، 15/ 7;_كا نقش، 14/ 9، 15/ 89، 16/ 2، 74،77، 118</w:t>
      </w:r>
      <w:r>
        <w:rPr>
          <w:rFonts w:hint="eastAsia"/>
          <w:rtl/>
        </w:rPr>
        <w:t>،</w:t>
      </w:r>
      <w:r>
        <w:rPr>
          <w:rtl/>
        </w:rPr>
        <w:t xml:space="preserve"> 123; بشر كى طرف _، 15/ 7،</w:t>
      </w:r>
    </w:p>
    <w:p w:rsidR="00E077C8" w:rsidRDefault="001E7F9D" w:rsidP="00F73EDE">
      <w:pPr>
        <w:pStyle w:val="libPoemTini"/>
        <w:rPr>
          <w:rtl/>
        </w:rPr>
      </w:pPr>
      <w:r>
        <w:rPr>
          <w:rtl/>
        </w:rPr>
        <w:cr/>
      </w:r>
      <w:r>
        <w:rPr>
          <w:rtl/>
        </w:rPr>
        <w:br w:type="page"/>
      </w:r>
    </w:p>
    <w:p w:rsidR="001F628F" w:rsidRDefault="001F628F" w:rsidP="00E077C8">
      <w:pPr>
        <w:pStyle w:val="libNormal"/>
        <w:rPr>
          <w:rtl/>
        </w:rPr>
      </w:pPr>
      <w:r>
        <w:rPr>
          <w:rtl/>
        </w:rPr>
        <w:lastRenderedPageBreak/>
        <w:t>16، 43، 44; اس كے بارے مي</w:t>
      </w:r>
      <w:r w:rsidR="00083993">
        <w:rPr>
          <w:rtl/>
        </w:rPr>
        <w:t xml:space="preserve">ں </w:t>
      </w:r>
      <w:r>
        <w:rPr>
          <w:rtl/>
        </w:rPr>
        <w:t>سوال، 16/ 43; اس كے شرائط، 15/ 7</w:t>
      </w:r>
      <w:r>
        <w:rPr>
          <w:rFonts w:hint="eastAsia"/>
          <w:rtl/>
        </w:rPr>
        <w:t>نيزر</w:t>
      </w:r>
      <w:r>
        <w:rPr>
          <w:rtl/>
        </w:rPr>
        <w:t xml:space="preserve">_ك </w:t>
      </w:r>
      <w:r w:rsidR="003D0BA1">
        <w:rPr>
          <w:rtl/>
        </w:rPr>
        <w:t>انبياء</w:t>
      </w:r>
      <w:r>
        <w:rPr>
          <w:rtl/>
        </w:rPr>
        <w:t>، خدا كے برگزيدہ افراد ، شيطان، كفار مكہ ، محمد</w:t>
      </w:r>
      <w:r w:rsidR="00F031CD" w:rsidRPr="00F031CD">
        <w:rPr>
          <w:rStyle w:val="libAlaemChar"/>
          <w:rtl/>
        </w:rPr>
        <w:t xml:space="preserve"> صلى‌الله‌عليه‌وآله‌وسلم </w:t>
      </w:r>
      <w:r>
        <w:rPr>
          <w:rtl/>
        </w:rPr>
        <w:t xml:space="preserve"> ، ملائكہ اور ضروريات</w:t>
      </w:r>
    </w:p>
    <w:p w:rsidR="001F628F" w:rsidRDefault="001F628F" w:rsidP="001F628F">
      <w:pPr>
        <w:pStyle w:val="libNormal"/>
        <w:rPr>
          <w:rtl/>
        </w:rPr>
      </w:pPr>
      <w:r>
        <w:rPr>
          <w:rFonts w:hint="eastAsia"/>
          <w:rtl/>
        </w:rPr>
        <w:t>ورع</w:t>
      </w:r>
      <w:r>
        <w:rPr>
          <w:rtl/>
        </w:rPr>
        <w:t>: ر_ك تقو</w:t>
      </w:r>
    </w:p>
    <w:p w:rsidR="001F628F" w:rsidRDefault="001F628F" w:rsidP="00DB6A3C">
      <w:pPr>
        <w:pStyle w:val="libNormal"/>
        <w:rPr>
          <w:rtl/>
        </w:rPr>
      </w:pPr>
      <w:r>
        <w:rPr>
          <w:rFonts w:hint="eastAsia"/>
          <w:rtl/>
        </w:rPr>
        <w:t>ولايت</w:t>
      </w:r>
      <w:r>
        <w:rPr>
          <w:rtl/>
        </w:rPr>
        <w:t>:_كى اہميت، 14/24</w:t>
      </w:r>
    </w:p>
    <w:p w:rsidR="001F628F" w:rsidRDefault="001F628F" w:rsidP="001F628F">
      <w:pPr>
        <w:pStyle w:val="libNormal"/>
        <w:rPr>
          <w:rtl/>
        </w:rPr>
      </w:pPr>
      <w:r>
        <w:rPr>
          <w:rtl/>
        </w:rPr>
        <w:t>(خاص موارد مي</w:t>
      </w:r>
      <w:r w:rsidR="00083993">
        <w:rPr>
          <w:rtl/>
        </w:rPr>
        <w:t xml:space="preserve">ں </w:t>
      </w:r>
      <w:r>
        <w:rPr>
          <w:rtl/>
        </w:rPr>
        <w:t>خود موضوع مي</w:t>
      </w:r>
      <w:r w:rsidR="00083993">
        <w:rPr>
          <w:rtl/>
        </w:rPr>
        <w:t xml:space="preserve">ں </w:t>
      </w:r>
      <w:r>
        <w:rPr>
          <w:rtl/>
        </w:rPr>
        <w:t>تحقيق كى جائے)</w:t>
      </w:r>
    </w:p>
    <w:p w:rsidR="001F628F" w:rsidRDefault="001F628F" w:rsidP="00DB6A3C">
      <w:pPr>
        <w:pStyle w:val="Heading2Center"/>
        <w:rPr>
          <w:rtl/>
        </w:rPr>
      </w:pPr>
      <w:bookmarkStart w:id="314" w:name="_Toc28081992"/>
      <w:r>
        <w:rPr>
          <w:rtl/>
        </w:rPr>
        <w:t>''ھ''</w:t>
      </w:r>
      <w:bookmarkEnd w:id="314"/>
    </w:p>
    <w:p w:rsidR="001F628F" w:rsidRDefault="001F628F" w:rsidP="00DB6A3C">
      <w:pPr>
        <w:pStyle w:val="libNormal"/>
        <w:rPr>
          <w:rtl/>
        </w:rPr>
      </w:pPr>
      <w:r>
        <w:rPr>
          <w:rFonts w:hint="eastAsia"/>
          <w:rtl/>
        </w:rPr>
        <w:t>ہاجر</w:t>
      </w:r>
      <w:r>
        <w:rPr>
          <w:rtl/>
        </w:rPr>
        <w:t>:_مكہ مي</w:t>
      </w:r>
      <w:r w:rsidR="00083993">
        <w:rPr>
          <w:rtl/>
        </w:rPr>
        <w:t xml:space="preserve">ں </w:t>
      </w:r>
      <w:r>
        <w:rPr>
          <w:rtl/>
        </w:rPr>
        <w:t>، ان كى سكونت، 14/ 37;</w:t>
      </w:r>
    </w:p>
    <w:p w:rsidR="001F628F" w:rsidRDefault="001F628F" w:rsidP="00DB6A3C">
      <w:pPr>
        <w:pStyle w:val="libNormal"/>
        <w:rPr>
          <w:rtl/>
        </w:rPr>
      </w:pPr>
      <w:r>
        <w:rPr>
          <w:rFonts w:hint="eastAsia"/>
          <w:rtl/>
        </w:rPr>
        <w:t>ہبہ</w:t>
      </w:r>
      <w:r>
        <w:rPr>
          <w:rtl/>
        </w:rPr>
        <w:t>:_كى اہميت، 16/ 90</w:t>
      </w:r>
      <w:r>
        <w:rPr>
          <w:rFonts w:hint="eastAsia"/>
          <w:rtl/>
        </w:rPr>
        <w:t>نيزر</w:t>
      </w:r>
      <w:r>
        <w:rPr>
          <w:rtl/>
        </w:rPr>
        <w:t>_ك رشتہ دار</w:t>
      </w:r>
    </w:p>
    <w:p w:rsidR="001F628F" w:rsidRDefault="001F628F" w:rsidP="00DB6A3C">
      <w:pPr>
        <w:pStyle w:val="libNormal"/>
        <w:rPr>
          <w:rtl/>
        </w:rPr>
      </w:pPr>
      <w:r>
        <w:rPr>
          <w:rFonts w:hint="eastAsia"/>
          <w:rtl/>
        </w:rPr>
        <w:t>ہجرت</w:t>
      </w:r>
      <w:r>
        <w:rPr>
          <w:rtl/>
        </w:rPr>
        <w:t>:_كے آثار، 16/ 41، 110، _كى قدرو قيمت، اس كے شرائط، 16/ 41; _كى اخروى پاداش، اس سے آگاہي، 16/ 41; اس كى اہميت، 16/ 41; _كى دنياوى پاداش ،16/ 41;_كى تلقين، 16/ 110; _ مي</w:t>
      </w:r>
      <w:r w:rsidR="00083993">
        <w:rPr>
          <w:rtl/>
        </w:rPr>
        <w:t xml:space="preserve">ں </w:t>
      </w:r>
      <w:r>
        <w:rPr>
          <w:rtl/>
        </w:rPr>
        <w:t>صبر ، اس كى اہميت، 16/ 110; _كا فلسفہ 14/ 37 ، 16/ 110; _كے فوائد، 16/ 41; اس سے آگاہي، 16/ 41; داركفر سے _، 16/ 110; راہ خدا مي</w:t>
      </w:r>
      <w:r w:rsidR="00083993">
        <w:rPr>
          <w:rtl/>
        </w:rPr>
        <w:t xml:space="preserve">ں </w:t>
      </w:r>
      <w:r>
        <w:rPr>
          <w:rtl/>
        </w:rPr>
        <w:t>_، 16/ 41; اس كى سختيا</w:t>
      </w:r>
      <w:r w:rsidR="00083993">
        <w:rPr>
          <w:rtl/>
        </w:rPr>
        <w:t xml:space="preserve">ں </w:t>
      </w:r>
      <w:r>
        <w:rPr>
          <w:rtl/>
        </w:rPr>
        <w:t>، 16/42</w:t>
      </w:r>
      <w:r>
        <w:rPr>
          <w:rFonts w:hint="eastAsia"/>
          <w:rtl/>
        </w:rPr>
        <w:t>نيزر</w:t>
      </w:r>
      <w:r>
        <w:rPr>
          <w:rtl/>
        </w:rPr>
        <w:t>_ك حبشہ، سرزمين، ظالمين، لوط</w:t>
      </w:r>
      <w:r w:rsidR="00367F17" w:rsidRPr="00367F17">
        <w:rPr>
          <w:rStyle w:val="libAlaemChar"/>
          <w:rtl/>
        </w:rPr>
        <w:t xml:space="preserve"> عليه‌السلام </w:t>
      </w:r>
      <w:r>
        <w:rPr>
          <w:rtl/>
        </w:rPr>
        <w:t xml:space="preserve"> ،مدينہ، معاشرہ، مكہ اور مسلمان افراد</w:t>
      </w:r>
    </w:p>
    <w:p w:rsidR="001F628F" w:rsidRDefault="001F628F" w:rsidP="00DB6A3C">
      <w:pPr>
        <w:pStyle w:val="libNormal"/>
        <w:rPr>
          <w:rtl/>
        </w:rPr>
      </w:pPr>
      <w:r>
        <w:rPr>
          <w:rFonts w:hint="eastAsia"/>
          <w:rtl/>
        </w:rPr>
        <w:t>ہدايت</w:t>
      </w:r>
      <w:r>
        <w:rPr>
          <w:rtl/>
        </w:rPr>
        <w:t>:_كے آثار، 14/ 12، 15/ 56، 16/ 89، 126;_كا ذريعہ،14/ 1،5، _كى اہميت، 14/2، 15/ 10، 16/ 9; _مي</w:t>
      </w:r>
      <w:r w:rsidR="00083993">
        <w:rPr>
          <w:rtl/>
        </w:rPr>
        <w:t xml:space="preserve">ں </w:t>
      </w:r>
      <w:r>
        <w:rPr>
          <w:rtl/>
        </w:rPr>
        <w:t>تشويق، 16/ 10; _كى دعوت، 14/ 44; _كا طريقہ، 14/ 1،9، 10، 25، 26، 15/ 45،48،50، 51،16/90;_كا پيش خيمہ، 14/1، 35، 45، 16 /12،81،89، 104،111; _كے شرائط، 14/ 1، 25،16/37، 102; _كے عوامل ، 14/ 25، 376، 16/ 89; _سے محروم افراد، 16/ 104،125;_كا سرچشمہ، 14/ 4، 16 /9; _ عمومي، 16/ 9 ; _ كے موانع 15/3; _ تشريعى 14/1</w:t>
      </w:r>
    </w:p>
    <w:p w:rsidR="001F628F" w:rsidRDefault="001F628F" w:rsidP="001F628F">
      <w:pPr>
        <w:pStyle w:val="libNormal"/>
        <w:rPr>
          <w:rtl/>
        </w:rPr>
      </w:pPr>
      <w:r>
        <w:rPr>
          <w:rtl/>
        </w:rPr>
        <w:t>( خاص موارد مي</w:t>
      </w:r>
      <w:r w:rsidR="00083993">
        <w:rPr>
          <w:rtl/>
        </w:rPr>
        <w:t xml:space="preserve">ں </w:t>
      </w:r>
      <w:r>
        <w:rPr>
          <w:rtl/>
        </w:rPr>
        <w:t>خود موضوع مي</w:t>
      </w:r>
      <w:r w:rsidR="00083993">
        <w:rPr>
          <w:rtl/>
        </w:rPr>
        <w:t xml:space="preserve">ں </w:t>
      </w:r>
      <w:r>
        <w:rPr>
          <w:rtl/>
        </w:rPr>
        <w:t>تحقيق كے جائے )</w:t>
      </w:r>
    </w:p>
    <w:p w:rsidR="001F628F" w:rsidRDefault="001F628F" w:rsidP="00DB6A3C">
      <w:pPr>
        <w:pStyle w:val="libNormal"/>
        <w:rPr>
          <w:rtl/>
        </w:rPr>
      </w:pPr>
      <w:r>
        <w:rPr>
          <w:rFonts w:hint="eastAsia"/>
          <w:rtl/>
        </w:rPr>
        <w:t>ہدايت</w:t>
      </w:r>
      <w:r>
        <w:rPr>
          <w:rtl/>
        </w:rPr>
        <w:t xml:space="preserve"> كرنے والے :_و</w:t>
      </w:r>
      <w:r w:rsidR="00083993">
        <w:rPr>
          <w:rtl/>
        </w:rPr>
        <w:t xml:space="preserve">ں </w:t>
      </w:r>
      <w:r>
        <w:rPr>
          <w:rtl/>
        </w:rPr>
        <w:t>كے فضائل،16/ 128</w:t>
      </w:r>
    </w:p>
    <w:p w:rsidR="001F628F" w:rsidRDefault="001F628F" w:rsidP="00DB6A3C">
      <w:pPr>
        <w:pStyle w:val="libNormal"/>
        <w:rPr>
          <w:rtl/>
        </w:rPr>
      </w:pPr>
      <w:r>
        <w:rPr>
          <w:rFonts w:hint="eastAsia"/>
          <w:rtl/>
        </w:rPr>
        <w:t>ہدايت</w:t>
      </w:r>
      <w:r>
        <w:rPr>
          <w:rtl/>
        </w:rPr>
        <w:t xml:space="preserve"> قبول نہ كرنے والے : 16/ 37_كے برتاؤ كا طريقہ ،15/ 13;_ اور </w:t>
      </w:r>
      <w:r w:rsidR="003D0BA1">
        <w:rPr>
          <w:rtl/>
        </w:rPr>
        <w:t>انبياء</w:t>
      </w:r>
      <w:r>
        <w:rPr>
          <w:rtl/>
        </w:rPr>
        <w:t>، 15/ 13; _كى ہلاكت ، 15/ 13; _كا باہمى توافق، 15/ 13</w:t>
      </w:r>
      <w:r>
        <w:rPr>
          <w:rFonts w:hint="eastAsia"/>
          <w:rtl/>
        </w:rPr>
        <w:t>نيزر</w:t>
      </w:r>
      <w:r>
        <w:rPr>
          <w:rtl/>
        </w:rPr>
        <w:t>_ك امتي</w:t>
      </w:r>
      <w:r w:rsidR="00083993">
        <w:rPr>
          <w:rtl/>
        </w:rPr>
        <w:t xml:space="preserve">ں </w:t>
      </w:r>
      <w:r>
        <w:rPr>
          <w:rtl/>
        </w:rPr>
        <w:t>اور گنہگار افراد</w:t>
      </w:r>
    </w:p>
    <w:p w:rsidR="001F628F" w:rsidRDefault="001F628F" w:rsidP="00DB6A3C">
      <w:pPr>
        <w:pStyle w:val="libNormal"/>
        <w:rPr>
          <w:rtl/>
        </w:rPr>
      </w:pPr>
      <w:r>
        <w:rPr>
          <w:rFonts w:hint="eastAsia"/>
          <w:rtl/>
        </w:rPr>
        <w:t>ہدايت</w:t>
      </w:r>
      <w:r>
        <w:rPr>
          <w:rtl/>
        </w:rPr>
        <w:t xml:space="preserve"> قبول نہ كرنا:_ كے آثار، 15/ 15</w:t>
      </w:r>
    </w:p>
    <w:p w:rsidR="00DB6A3C" w:rsidRDefault="001E7F9D" w:rsidP="00F73EDE">
      <w:pPr>
        <w:pStyle w:val="libPoemTini"/>
        <w:rPr>
          <w:rtl/>
        </w:rPr>
      </w:pPr>
      <w:r>
        <w:rPr>
          <w:rtl/>
        </w:rPr>
        <w:br w:type="page"/>
      </w:r>
    </w:p>
    <w:p w:rsidR="001F628F" w:rsidRDefault="001F628F" w:rsidP="00DB6A3C">
      <w:pPr>
        <w:pStyle w:val="libNormal"/>
        <w:rPr>
          <w:rtl/>
        </w:rPr>
      </w:pPr>
      <w:r>
        <w:rPr>
          <w:rFonts w:hint="eastAsia"/>
          <w:rtl/>
        </w:rPr>
        <w:lastRenderedPageBreak/>
        <w:t>نيزر</w:t>
      </w:r>
      <w:r>
        <w:rPr>
          <w:rtl/>
        </w:rPr>
        <w:t>_ك گذشتہ اقوام ، حق اور گمراہ افراد</w:t>
      </w:r>
    </w:p>
    <w:p w:rsidR="001F628F" w:rsidRDefault="001F628F" w:rsidP="00DB6A3C">
      <w:pPr>
        <w:pStyle w:val="libNormal"/>
        <w:rPr>
          <w:rtl/>
        </w:rPr>
      </w:pPr>
      <w:r>
        <w:rPr>
          <w:rFonts w:hint="eastAsia"/>
          <w:rtl/>
        </w:rPr>
        <w:t>ہلاكت</w:t>
      </w:r>
      <w:r>
        <w:rPr>
          <w:rtl/>
        </w:rPr>
        <w:t>:_كے اسباب، 14/ 28، 45; ناگہاني_، 16/ 46</w:t>
      </w:r>
      <w:r>
        <w:rPr>
          <w:rFonts w:hint="eastAsia"/>
          <w:rtl/>
        </w:rPr>
        <w:t>نيزر</w:t>
      </w:r>
      <w:r>
        <w:rPr>
          <w:rtl/>
        </w:rPr>
        <w:t>_ك انذار</w:t>
      </w:r>
    </w:p>
    <w:p w:rsidR="001F628F" w:rsidRDefault="001F628F" w:rsidP="00DB6A3C">
      <w:pPr>
        <w:pStyle w:val="libNormal"/>
        <w:rPr>
          <w:rtl/>
        </w:rPr>
      </w:pPr>
      <w:r>
        <w:rPr>
          <w:rFonts w:hint="eastAsia"/>
          <w:rtl/>
        </w:rPr>
        <w:t>ہدايت</w:t>
      </w:r>
      <w:r>
        <w:rPr>
          <w:rtl/>
        </w:rPr>
        <w:t xml:space="preserve"> يافتہ: 16/ 121_كى دعوتي</w:t>
      </w:r>
      <w:r w:rsidR="00083993">
        <w:rPr>
          <w:rtl/>
        </w:rPr>
        <w:t xml:space="preserve">ں </w:t>
      </w:r>
      <w:r>
        <w:rPr>
          <w:rtl/>
        </w:rPr>
        <w:t>، 16/ 76; _كاعلم ، 16/ 125; _كے فضائل، 16/ 37; _كا مدد گار، 16/ 37</w:t>
      </w:r>
    </w:p>
    <w:p w:rsidR="001F628F" w:rsidRDefault="001F628F" w:rsidP="00DB6A3C">
      <w:pPr>
        <w:pStyle w:val="libNormal"/>
        <w:rPr>
          <w:rtl/>
        </w:rPr>
      </w:pPr>
      <w:r>
        <w:rPr>
          <w:rFonts w:hint="eastAsia"/>
          <w:rtl/>
        </w:rPr>
        <w:t>ہاتھ</w:t>
      </w:r>
      <w:r>
        <w:rPr>
          <w:rtl/>
        </w:rPr>
        <w:t>:</w:t>
      </w:r>
      <w:r>
        <w:rPr>
          <w:rFonts w:hint="eastAsia"/>
          <w:rtl/>
        </w:rPr>
        <w:t>ر</w:t>
      </w:r>
      <w:r>
        <w:rPr>
          <w:rtl/>
        </w:rPr>
        <w:t>_ك قرآنى تشبہات</w:t>
      </w:r>
    </w:p>
    <w:p w:rsidR="001F628F" w:rsidRDefault="001F628F" w:rsidP="00DB6A3C">
      <w:pPr>
        <w:pStyle w:val="libNormal"/>
        <w:rPr>
          <w:rtl/>
        </w:rPr>
      </w:pPr>
      <w:r>
        <w:rPr>
          <w:rFonts w:hint="eastAsia"/>
          <w:rtl/>
        </w:rPr>
        <w:t>ہم</w:t>
      </w:r>
      <w:r>
        <w:rPr>
          <w:rtl/>
        </w:rPr>
        <w:t xml:space="preserve"> مثل كو پيدا كرنا:_كے موانع ، 15/54</w:t>
      </w:r>
      <w:r>
        <w:rPr>
          <w:rFonts w:hint="eastAsia"/>
          <w:rtl/>
        </w:rPr>
        <w:t>نيز</w:t>
      </w:r>
      <w:r>
        <w:rPr>
          <w:rtl/>
        </w:rPr>
        <w:t xml:space="preserve"> ر_ك خد</w:t>
      </w:r>
    </w:p>
    <w:p w:rsidR="001F628F" w:rsidRDefault="001F628F" w:rsidP="00DB6A3C">
      <w:pPr>
        <w:pStyle w:val="libNormal"/>
        <w:rPr>
          <w:rtl/>
        </w:rPr>
      </w:pPr>
      <w:r>
        <w:rPr>
          <w:rFonts w:hint="eastAsia"/>
          <w:rtl/>
        </w:rPr>
        <w:t>ہمجنس</w:t>
      </w:r>
      <w:r>
        <w:rPr>
          <w:rtl/>
        </w:rPr>
        <w:t xml:space="preserve"> بازي:_كے آثار، 15/ 68، 69، 74، 79; اس كے معاشر تى آثار، 15/ 74</w:t>
      </w:r>
      <w:r>
        <w:rPr>
          <w:rFonts w:hint="eastAsia"/>
          <w:rtl/>
        </w:rPr>
        <w:t>نيزر</w:t>
      </w:r>
      <w:r>
        <w:rPr>
          <w:rtl/>
        </w:rPr>
        <w:t>_ك قوم لوط</w:t>
      </w:r>
    </w:p>
    <w:p w:rsidR="001F628F" w:rsidRDefault="001F628F" w:rsidP="00DB6A3C">
      <w:pPr>
        <w:pStyle w:val="libNormal"/>
        <w:rPr>
          <w:rtl/>
        </w:rPr>
      </w:pPr>
      <w:r>
        <w:rPr>
          <w:rFonts w:hint="eastAsia"/>
          <w:rtl/>
        </w:rPr>
        <w:t>ہمسايہ</w:t>
      </w:r>
      <w:r>
        <w:rPr>
          <w:rtl/>
        </w:rPr>
        <w:t>:_كو اذيت ، اس كى مذمت، 14/ 14</w:t>
      </w:r>
    </w:p>
    <w:p w:rsidR="001F628F" w:rsidRDefault="001F628F" w:rsidP="00DB6A3C">
      <w:pPr>
        <w:pStyle w:val="libNormal"/>
        <w:rPr>
          <w:rtl/>
        </w:rPr>
      </w:pPr>
      <w:r>
        <w:rPr>
          <w:rFonts w:hint="eastAsia"/>
          <w:rtl/>
        </w:rPr>
        <w:t>ہمسر</w:t>
      </w:r>
      <w:r>
        <w:rPr>
          <w:rtl/>
        </w:rPr>
        <w:t xml:space="preserve"> :_كا خاندانى مقام، 15/ 60</w:t>
      </w:r>
      <w:r>
        <w:rPr>
          <w:rFonts w:hint="eastAsia"/>
          <w:rtl/>
        </w:rPr>
        <w:t>نيزر</w:t>
      </w:r>
      <w:r>
        <w:rPr>
          <w:rtl/>
        </w:rPr>
        <w:t>_ك نعمت</w:t>
      </w:r>
    </w:p>
    <w:p w:rsidR="001F628F" w:rsidRDefault="001F628F" w:rsidP="00DB6A3C">
      <w:pPr>
        <w:pStyle w:val="libNormal"/>
        <w:rPr>
          <w:rtl/>
        </w:rPr>
      </w:pPr>
      <w:r>
        <w:rPr>
          <w:rFonts w:hint="eastAsia"/>
          <w:rtl/>
        </w:rPr>
        <w:t>ہوس</w:t>
      </w:r>
      <w:r>
        <w:rPr>
          <w:rtl/>
        </w:rPr>
        <w:t xml:space="preserve"> پرستي:</w:t>
      </w:r>
      <w:r>
        <w:rPr>
          <w:rFonts w:hint="eastAsia"/>
          <w:rtl/>
        </w:rPr>
        <w:t>ر</w:t>
      </w:r>
      <w:r>
        <w:rPr>
          <w:rtl/>
        </w:rPr>
        <w:t>_ك مشركين</w:t>
      </w:r>
    </w:p>
    <w:p w:rsidR="001F628F" w:rsidRDefault="001F628F" w:rsidP="00DB6A3C">
      <w:pPr>
        <w:pStyle w:val="libNormal"/>
        <w:rPr>
          <w:rtl/>
        </w:rPr>
      </w:pPr>
      <w:r>
        <w:rPr>
          <w:rFonts w:hint="eastAsia"/>
          <w:rtl/>
        </w:rPr>
        <w:t>ہود</w:t>
      </w:r>
      <w:r w:rsidR="00367F17" w:rsidRPr="00367F17">
        <w:rPr>
          <w:rStyle w:val="libAlaemChar"/>
          <w:rtl/>
        </w:rPr>
        <w:t xml:space="preserve"> عليه‌السلام </w:t>
      </w:r>
      <w:r>
        <w:rPr>
          <w:rtl/>
        </w:rPr>
        <w:t xml:space="preserve"> :_كى دليلي</w:t>
      </w:r>
      <w:r w:rsidR="00083993">
        <w:rPr>
          <w:rtl/>
        </w:rPr>
        <w:t xml:space="preserve">ں </w:t>
      </w:r>
      <w:r>
        <w:rPr>
          <w:rtl/>
        </w:rPr>
        <w:t>،14/ 9</w:t>
      </w:r>
      <w:r>
        <w:rPr>
          <w:rFonts w:hint="eastAsia"/>
          <w:rtl/>
        </w:rPr>
        <w:t>نيزر</w:t>
      </w:r>
      <w:r>
        <w:rPr>
          <w:rtl/>
        </w:rPr>
        <w:t>_قوم عاد</w:t>
      </w:r>
    </w:p>
    <w:p w:rsidR="001F628F" w:rsidRDefault="001F628F" w:rsidP="00DB6A3C">
      <w:pPr>
        <w:pStyle w:val="libNormal"/>
        <w:rPr>
          <w:rtl/>
        </w:rPr>
      </w:pPr>
      <w:r>
        <w:rPr>
          <w:rFonts w:hint="eastAsia"/>
          <w:rtl/>
        </w:rPr>
        <w:t>ہوشيار</w:t>
      </w:r>
      <w:r>
        <w:rPr>
          <w:rtl/>
        </w:rPr>
        <w:t xml:space="preserve"> افراد:_اور قوم لوط</w:t>
      </w:r>
      <w:r w:rsidR="00367F17" w:rsidRPr="00367F17">
        <w:rPr>
          <w:rStyle w:val="libAlaemChar"/>
          <w:rtl/>
        </w:rPr>
        <w:t xml:space="preserve"> عليه‌السلام </w:t>
      </w:r>
      <w:r>
        <w:rPr>
          <w:rtl/>
        </w:rPr>
        <w:t xml:space="preserve"> كى تاريخ، 15/ 75</w:t>
      </w:r>
    </w:p>
    <w:p w:rsidR="001F628F" w:rsidRDefault="001F628F" w:rsidP="00DB6A3C">
      <w:pPr>
        <w:pStyle w:val="libNormal"/>
        <w:rPr>
          <w:rtl/>
        </w:rPr>
      </w:pPr>
      <w:r>
        <w:rPr>
          <w:rFonts w:hint="eastAsia"/>
          <w:rtl/>
        </w:rPr>
        <w:t>ہوشياري</w:t>
      </w:r>
      <w:r>
        <w:rPr>
          <w:rtl/>
        </w:rPr>
        <w:t>:_كے آثار، 15/ 75، 16/ 17; _كى طرف دعوت ، 14/24، 15/ 75; _كا پيش خيمہ، 16/ 17; _كے عوامل، 16/ 43;_كا شرك كے ساتھ عدم توافق ، 16/ 17</w:t>
      </w:r>
      <w:r>
        <w:rPr>
          <w:rFonts w:hint="eastAsia"/>
          <w:rtl/>
        </w:rPr>
        <w:t>نيزر</w:t>
      </w:r>
      <w:r>
        <w:rPr>
          <w:rtl/>
        </w:rPr>
        <w:t>_ك مومنين اور لوگ</w:t>
      </w:r>
    </w:p>
    <w:p w:rsidR="001F628F" w:rsidRDefault="001F628F" w:rsidP="00DB6A3C">
      <w:pPr>
        <w:pStyle w:val="Heading2Center"/>
        <w:rPr>
          <w:rtl/>
        </w:rPr>
      </w:pPr>
      <w:bookmarkStart w:id="315" w:name="_Toc28081993"/>
      <w:r>
        <w:rPr>
          <w:rtl/>
        </w:rPr>
        <w:t>'' ي''</w:t>
      </w:r>
      <w:bookmarkEnd w:id="315"/>
    </w:p>
    <w:p w:rsidR="001F628F" w:rsidRDefault="001F628F" w:rsidP="00DB6A3C">
      <w:pPr>
        <w:pStyle w:val="libNormal"/>
        <w:rPr>
          <w:rtl/>
        </w:rPr>
      </w:pPr>
      <w:r>
        <w:rPr>
          <w:rFonts w:hint="eastAsia"/>
          <w:rtl/>
        </w:rPr>
        <w:t>يقين</w:t>
      </w:r>
      <w:r>
        <w:rPr>
          <w:rtl/>
        </w:rPr>
        <w:t>:_كى اہميت، 15/ 99; موت كے بعد كے حقائق پر_15 /99</w:t>
      </w:r>
    </w:p>
    <w:p w:rsidR="001F628F" w:rsidRDefault="001F628F" w:rsidP="00DB6A3C">
      <w:pPr>
        <w:pStyle w:val="libNormal"/>
        <w:rPr>
          <w:rtl/>
        </w:rPr>
      </w:pPr>
      <w:r>
        <w:rPr>
          <w:rFonts w:hint="eastAsia"/>
          <w:rtl/>
        </w:rPr>
        <w:t>يكتا</w:t>
      </w:r>
      <w:r>
        <w:rPr>
          <w:rtl/>
        </w:rPr>
        <w:t xml:space="preserve"> پرستي:</w:t>
      </w:r>
      <w:r>
        <w:rPr>
          <w:rFonts w:hint="eastAsia"/>
          <w:rtl/>
        </w:rPr>
        <w:t>ر</w:t>
      </w:r>
      <w:r>
        <w:rPr>
          <w:rtl/>
        </w:rPr>
        <w:t>_ك توحيد</w:t>
      </w:r>
    </w:p>
    <w:p w:rsidR="001F628F" w:rsidRDefault="001F628F" w:rsidP="001F628F">
      <w:pPr>
        <w:pStyle w:val="libNormal"/>
        <w:rPr>
          <w:rtl/>
        </w:rPr>
      </w:pPr>
      <w:r>
        <w:rPr>
          <w:rFonts w:hint="eastAsia"/>
          <w:rtl/>
        </w:rPr>
        <w:t>يوم</w:t>
      </w:r>
      <w:r>
        <w:rPr>
          <w:rtl/>
        </w:rPr>
        <w:t xml:space="preserve"> الدين:15/35</w:t>
      </w:r>
    </w:p>
    <w:p w:rsidR="001F628F" w:rsidRDefault="001F628F" w:rsidP="001F628F">
      <w:pPr>
        <w:pStyle w:val="libNormal"/>
        <w:rPr>
          <w:rtl/>
        </w:rPr>
      </w:pPr>
      <w:r>
        <w:rPr>
          <w:rFonts w:hint="eastAsia"/>
          <w:rtl/>
        </w:rPr>
        <w:t>يہود</w:t>
      </w:r>
      <w:r>
        <w:rPr>
          <w:rtl/>
        </w:rPr>
        <w:t>:15/90</w:t>
      </w:r>
    </w:p>
    <w:p w:rsidR="001F628F" w:rsidRDefault="001F628F" w:rsidP="001F628F">
      <w:pPr>
        <w:pStyle w:val="libNormal"/>
        <w:rPr>
          <w:rtl/>
        </w:rPr>
      </w:pPr>
      <w:r>
        <w:rPr>
          <w:rtl/>
        </w:rPr>
        <w:t>_كا اختلاف، 16/ 124; اس كے آثار، 16/ 124; اس كا تداوم، 16 /124;_كے انحرافات، 16/ 124;</w:t>
      </w:r>
    </w:p>
    <w:p w:rsidR="00DB6A3C" w:rsidRDefault="001E7F9D" w:rsidP="00F73EDE">
      <w:pPr>
        <w:pStyle w:val="libPoemTini"/>
        <w:rPr>
          <w:rtl/>
        </w:rPr>
      </w:pPr>
      <w:r>
        <w:rPr>
          <w:rtl/>
        </w:rPr>
        <w:cr/>
      </w:r>
      <w:r>
        <w:rPr>
          <w:rtl/>
        </w:rPr>
        <w:br w:type="page"/>
      </w:r>
    </w:p>
    <w:p w:rsidR="001F628F" w:rsidRDefault="001F628F" w:rsidP="00DB6A3C">
      <w:pPr>
        <w:pStyle w:val="libNormal"/>
        <w:rPr>
          <w:rtl/>
        </w:rPr>
      </w:pPr>
      <w:r>
        <w:rPr>
          <w:rtl/>
        </w:rPr>
        <w:lastRenderedPageBreak/>
        <w:t>_كى تاريخ، 16/118،124;_پر حلال چيزو</w:t>
      </w:r>
      <w:r w:rsidR="00083993">
        <w:rPr>
          <w:rtl/>
        </w:rPr>
        <w:t xml:space="preserve">ں </w:t>
      </w:r>
      <w:r>
        <w:rPr>
          <w:rtl/>
        </w:rPr>
        <w:t>كى حرمت، 16/ 118; _مي</w:t>
      </w:r>
      <w:r w:rsidR="00083993">
        <w:rPr>
          <w:rtl/>
        </w:rPr>
        <w:t xml:space="preserve">ں </w:t>
      </w:r>
      <w:r>
        <w:rPr>
          <w:rtl/>
        </w:rPr>
        <w:t>چھٹى كا دن، 16/ 124; _كے شرعى وظائف: 16/ 124; ان كى سختي، 16/ 118 ; ان كى سختى كا فلسفہ، 16/ 118; _مي</w:t>
      </w:r>
      <w:r w:rsidR="00083993">
        <w:rPr>
          <w:rtl/>
        </w:rPr>
        <w:t xml:space="preserve">ں </w:t>
      </w:r>
      <w:r>
        <w:rPr>
          <w:rtl/>
        </w:rPr>
        <w:t>سنچير كا دن، 16/ 124; اس كى چھٹى كے عوامل، 16/ 124 ; اس دن كى چھٹى كا فلسفہ، 16/ 124; _كا ظلم</w:t>
      </w:r>
      <w:r>
        <w:rPr>
          <w:rFonts w:hint="eastAsia"/>
          <w:rtl/>
        </w:rPr>
        <w:t>،</w:t>
      </w:r>
      <w:r>
        <w:rPr>
          <w:rtl/>
        </w:rPr>
        <w:t xml:space="preserve"> اس كے آثار، 16/118; _كى سزا، اس كے عوامل، 118; _كى دنياوى سزا، 16/ 118; _كى خصوصيات، 16/ 118، 124; _اور قرآن ،15/ 91</w:t>
      </w:r>
      <w:r>
        <w:rPr>
          <w:rFonts w:hint="eastAsia"/>
          <w:rtl/>
        </w:rPr>
        <w:t>نيزر</w:t>
      </w:r>
      <w:r>
        <w:rPr>
          <w:rtl/>
        </w:rPr>
        <w:t>_ك محمد</w:t>
      </w:r>
      <w:r w:rsidR="00F031CD" w:rsidRPr="00F031CD">
        <w:rPr>
          <w:rStyle w:val="libAlaemChar"/>
          <w:rtl/>
        </w:rPr>
        <w:t xml:space="preserve"> صلى‌الله‌عليه‌وآله‌وسلم </w:t>
      </w:r>
    </w:p>
    <w:p w:rsidR="00DB6A3C" w:rsidRPr="00B2551F" w:rsidRDefault="00DB6A3C" w:rsidP="00B2551F">
      <w:pPr>
        <w:pStyle w:val="libPoemTini"/>
        <w:rPr>
          <w:rtl/>
        </w:rPr>
      </w:pPr>
      <w:r>
        <w:rPr>
          <w:rtl/>
        </w:rPr>
        <w:br w:type="page"/>
      </w:r>
    </w:p>
    <w:sdt>
      <w:sdtPr>
        <w:rPr>
          <w:rtl/>
        </w:rPr>
        <w:id w:val="1741903494"/>
        <w:docPartObj>
          <w:docPartGallery w:val="Table of Contents"/>
          <w:docPartUnique/>
        </w:docPartObj>
      </w:sdtPr>
      <w:sdtEndPr>
        <w:rPr>
          <w:b/>
          <w:color w:val="000000" w:themeColor="text1"/>
        </w:rPr>
      </w:sdtEndPr>
      <w:sdtContent>
        <w:p w:rsidR="00B45AFB" w:rsidRPr="00B45AFB" w:rsidRDefault="00B45AFB" w:rsidP="00B45AFB">
          <w:pPr>
            <w:pStyle w:val="Heading2Center"/>
          </w:pPr>
          <w:r w:rsidRPr="00B45AFB">
            <w:rPr>
              <w:rFonts w:hint="cs"/>
              <w:rtl/>
            </w:rPr>
            <w:t>فہرست</w:t>
          </w:r>
        </w:p>
        <w:p w:rsidR="00B45AFB" w:rsidRDefault="00B45AFB">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28081678" w:history="1">
            <w:r w:rsidRPr="00F73E01">
              <w:rPr>
                <w:rStyle w:val="Hyperlink"/>
                <w:rtl/>
              </w:rPr>
              <w:t>14-سورہ ابراہ</w:t>
            </w:r>
            <w:r w:rsidRPr="00F73E01">
              <w:rPr>
                <w:rStyle w:val="Hyperlink"/>
                <w:rFonts w:hint="cs"/>
                <w:rtl/>
              </w:rPr>
              <w:t>ی</w:t>
            </w:r>
            <w:r w:rsidRPr="00F73E01">
              <w:rPr>
                <w:rStyle w:val="Hyperlink"/>
                <w:rFonts w:hint="eastAsia"/>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Toc28081678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7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Toc28081679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Toc28081684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Toc28081685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8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Toc28081689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Toc28081690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Toc28081691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Toc28081692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Toc28081694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Toc28081695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Toc28081696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69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Toc28081697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Toc28081698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69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Toc28081699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Toc28081700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Toc28081701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Toc28081702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Toc28081703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Toc28081704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Toc28081705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Toc28081706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Toc28081707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Toc28081708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0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Toc28081709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Toc28081710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Toc28081711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Toc28081712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Toc28081713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Toc28081714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Toc28081715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Toc28081716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71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Toc28081717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1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Toc28081719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Toc28081720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Toc28081721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Toc28081722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Toc28081723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Toc28081724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Toc28081725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Toc28081726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Toc28081727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Toc28081728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2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Toc28081729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Toc28081730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1" w:history="1">
            <w:r w:rsidRPr="00F73E01">
              <w:rPr>
                <w:rStyle w:val="Hyperlink"/>
                <w:rtl/>
              </w:rPr>
              <w:t>15- سوره حجر  آ</w:t>
            </w:r>
            <w:r w:rsidRPr="00F73E01">
              <w:rPr>
                <w:rStyle w:val="Hyperlink"/>
                <w:rFonts w:hint="cs"/>
                <w:rtl/>
              </w:rPr>
              <w:t>ی</w:t>
            </w:r>
            <w:r w:rsidRPr="00F73E01">
              <w:rPr>
                <w:rStyle w:val="Hyperlink"/>
                <w:rFonts w:hint="eastAsia"/>
                <w:rtl/>
              </w:rPr>
              <w:t>ت</w:t>
            </w:r>
            <w:r w:rsidRPr="00F73E01">
              <w:rPr>
                <w:rStyle w:val="Hyperlink"/>
                <w:rtl/>
              </w:rPr>
              <w:t xml:space="preserv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Toc28081731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Toc28081732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Toc28081733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Toc28081734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Toc28081735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Toc28081736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73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Toc28081737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Toc28081738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3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Toc28081739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Toc28081740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Toc28081741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Toc28081742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Toc28081743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Toc28081744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Toc28081745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Toc28081746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Toc28081747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Toc28081748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4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Toc28081749 \h</w:instrText>
            </w:r>
            <w:r>
              <w:rPr>
                <w:webHidden/>
                <w:rtl/>
              </w:rPr>
              <w:instrText xml:space="preserve"> </w:instrText>
            </w:r>
            <w:r>
              <w:rPr>
                <w:webHidden/>
                <w:rtl/>
              </w:rPr>
            </w:r>
            <w:r>
              <w:rPr>
                <w:webHidden/>
                <w:rtl/>
              </w:rPr>
              <w:fldChar w:fldCharType="separate"/>
            </w:r>
            <w:r>
              <w:rPr>
                <w:webHidden/>
                <w:rtl/>
              </w:rPr>
              <w:t>201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Toc28081750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Toc28081751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Toc28081752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Toc28081753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Toc28081754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Toc28081755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Toc28081756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75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Toc28081757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Toc28081758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5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Toc28081759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Toc28081760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Toc28081761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Toc28081762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Toc28081763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Toc28081764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Toc28081765 \h</w:instrText>
            </w:r>
            <w:r>
              <w:rPr>
                <w:webHidden/>
                <w:rtl/>
              </w:rPr>
              <w:instrText xml:space="preserve"> </w:instrText>
            </w:r>
            <w:r>
              <w:rPr>
                <w:webHidden/>
                <w:rtl/>
              </w:rPr>
            </w:r>
            <w:r>
              <w:rPr>
                <w:webHidden/>
                <w:rtl/>
              </w:rPr>
              <w:fldChar w:fldCharType="separate"/>
            </w:r>
            <w:r>
              <w:rPr>
                <w:webHidden/>
                <w:rtl/>
              </w:rPr>
              <w:t>229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Toc28081766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Toc28081767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Toc28081768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69" w:history="1">
            <w:r w:rsidRPr="00F73E01">
              <w:rPr>
                <w:rStyle w:val="Hyperlink"/>
                <w:rtl/>
              </w:rPr>
              <w:t>آ</w:t>
            </w:r>
            <w:r w:rsidRPr="00F73E01">
              <w:rPr>
                <w:rStyle w:val="Hyperlink"/>
                <w:rFonts w:hint="cs"/>
                <w:rtl/>
              </w:rPr>
              <w:t>ی</w:t>
            </w:r>
            <w:r w:rsidRPr="00F73E01">
              <w:rPr>
                <w:rStyle w:val="Hyperlink"/>
                <w:rtl/>
              </w:rPr>
              <w:t>ت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Toc28081769 \h</w:instrText>
            </w:r>
            <w:r>
              <w:rPr>
                <w:webHidden/>
                <w:rtl/>
              </w:rPr>
              <w:instrText xml:space="preserve"> </w:instrText>
            </w:r>
            <w:r>
              <w:rPr>
                <w:webHidden/>
                <w:rtl/>
              </w:rPr>
            </w:r>
            <w:r>
              <w:rPr>
                <w:webHidden/>
                <w:rtl/>
              </w:rPr>
              <w:fldChar w:fldCharType="separate"/>
            </w:r>
            <w:r>
              <w:rPr>
                <w:webHidden/>
                <w:rtl/>
              </w:rPr>
              <w:t>237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Toc28081770 \h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Toc28081771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Toc28081772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Toc28081773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Toc28081774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Toc28081775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Toc28081776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77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Toc28081777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Toc28081778 \h</w:instrText>
            </w:r>
            <w:r>
              <w:rPr>
                <w:webHidden/>
                <w:rtl/>
              </w:rPr>
              <w:instrText xml:space="preserve"> </w:instrText>
            </w:r>
            <w:r>
              <w:rPr>
                <w:webHidden/>
                <w:rtl/>
              </w:rPr>
            </w:r>
            <w:r>
              <w:rPr>
                <w:webHidden/>
                <w:rtl/>
              </w:rPr>
              <w:fldChar w:fldCharType="separate"/>
            </w:r>
            <w:r>
              <w:rPr>
                <w:webHidden/>
                <w:rtl/>
              </w:rPr>
              <w:t>252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7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Toc28081779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Toc28081780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Toc28081781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Toc28081782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Toc28081783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Toc28081784 \h</w:instrText>
            </w:r>
            <w:r>
              <w:rPr>
                <w:webHidden/>
                <w:rtl/>
              </w:rPr>
              <w:instrText xml:space="preserve"> </w:instrText>
            </w:r>
            <w:r>
              <w:rPr>
                <w:webHidden/>
                <w:rtl/>
              </w:rPr>
            </w:r>
            <w:r>
              <w:rPr>
                <w:webHidden/>
                <w:rtl/>
              </w:rPr>
              <w:fldChar w:fldCharType="separate"/>
            </w:r>
            <w:r>
              <w:rPr>
                <w:webHidden/>
                <w:rtl/>
              </w:rPr>
              <w:t>261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Toc28081785 \h</w:instrText>
            </w:r>
            <w:r>
              <w:rPr>
                <w:webHidden/>
                <w:rtl/>
              </w:rPr>
              <w:instrText xml:space="preserve"> </w:instrText>
            </w:r>
            <w:r>
              <w:rPr>
                <w:webHidden/>
                <w:rtl/>
              </w:rPr>
            </w:r>
            <w:r>
              <w:rPr>
                <w:webHidden/>
                <w:rtl/>
              </w:rPr>
              <w:fldChar w:fldCharType="separate"/>
            </w:r>
            <w:r>
              <w:rPr>
                <w:webHidden/>
                <w:rtl/>
              </w:rPr>
              <w:t>263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Toc28081786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Toc28081787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Toc28081788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8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Toc28081789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Toc28081790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Toc28081791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Toc28081792 \h</w:instrText>
            </w:r>
            <w:r>
              <w:rPr>
                <w:webHidden/>
                <w:rtl/>
              </w:rPr>
              <w:instrText xml:space="preserve"> </w:instrText>
            </w:r>
            <w:r>
              <w:rPr>
                <w:webHidden/>
                <w:rtl/>
              </w:rPr>
            </w:r>
            <w:r>
              <w:rPr>
                <w:webHidden/>
                <w:rtl/>
              </w:rPr>
              <w:fldChar w:fldCharType="separate"/>
            </w:r>
            <w:r>
              <w:rPr>
                <w:webHidden/>
                <w:rtl/>
              </w:rPr>
              <w:t>274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Toc28081793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Toc28081794 \h</w:instrText>
            </w:r>
            <w:r>
              <w:rPr>
                <w:webHidden/>
                <w:rtl/>
              </w:rPr>
              <w:instrText xml:space="preserve"> </w:instrText>
            </w:r>
            <w:r>
              <w:rPr>
                <w:webHidden/>
                <w:rtl/>
              </w:rPr>
            </w:r>
            <w:r>
              <w:rPr>
                <w:webHidden/>
                <w:rtl/>
              </w:rPr>
              <w:fldChar w:fldCharType="separate"/>
            </w:r>
            <w:r>
              <w:rPr>
                <w:webHidden/>
                <w:rtl/>
              </w:rPr>
              <w:t>279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Toc28081795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Toc28081796 \h</w:instrText>
            </w:r>
            <w:r>
              <w:rPr>
                <w:webHidden/>
                <w:rtl/>
              </w:rPr>
              <w:instrText xml:space="preserve"> </w:instrText>
            </w:r>
            <w:r>
              <w:rPr>
                <w:webHidden/>
                <w:rtl/>
              </w:rPr>
            </w:r>
            <w:r>
              <w:rPr>
                <w:webHidden/>
                <w:rtl/>
              </w:rPr>
              <w:fldChar w:fldCharType="separate"/>
            </w:r>
            <w:r>
              <w:rPr>
                <w:webHidden/>
                <w:rtl/>
              </w:rPr>
              <w:t>283</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79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Toc28081797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Toc28081798 \h</w:instrText>
            </w:r>
            <w:r>
              <w:rPr>
                <w:webHidden/>
                <w:rtl/>
              </w:rPr>
              <w:instrText xml:space="preserve"> </w:instrText>
            </w:r>
            <w:r>
              <w:rPr>
                <w:webHidden/>
                <w:rtl/>
              </w:rPr>
            </w:r>
            <w:r>
              <w:rPr>
                <w:webHidden/>
                <w:rtl/>
              </w:rPr>
              <w:fldChar w:fldCharType="separate"/>
            </w:r>
            <w:r>
              <w:rPr>
                <w:webHidden/>
                <w:rtl/>
              </w:rPr>
              <w:t>287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79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Toc28081799 \h</w:instrText>
            </w:r>
            <w:r>
              <w:rPr>
                <w:webHidden/>
                <w:rtl/>
              </w:rPr>
              <w:instrText xml:space="preserve"> </w:instrText>
            </w:r>
            <w:r>
              <w:rPr>
                <w:webHidden/>
                <w:rtl/>
              </w:rPr>
            </w:r>
            <w:r>
              <w:rPr>
                <w:webHidden/>
                <w:rtl/>
              </w:rPr>
              <w:fldChar w:fldCharType="separate"/>
            </w:r>
            <w:r>
              <w:rPr>
                <w:webHidden/>
                <w:rtl/>
              </w:rPr>
              <w:t>289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Toc28081800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Toc28081801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Toc28081802 \h</w:instrText>
            </w:r>
            <w:r>
              <w:rPr>
                <w:webHidden/>
                <w:rtl/>
              </w:rPr>
              <w:instrText xml:space="preserve"> </w:instrText>
            </w:r>
            <w:r>
              <w:rPr>
                <w:webHidden/>
                <w:rtl/>
              </w:rPr>
            </w:r>
            <w:r>
              <w:rPr>
                <w:webHidden/>
                <w:rtl/>
              </w:rPr>
              <w:fldChar w:fldCharType="separate"/>
            </w:r>
            <w:r>
              <w:rPr>
                <w:webHidden/>
                <w:rtl/>
              </w:rPr>
              <w:t>294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Toc28081803 \h</w:instrText>
            </w:r>
            <w:r>
              <w:rPr>
                <w:webHidden/>
                <w:rtl/>
              </w:rPr>
              <w:instrText xml:space="preserve"> </w:instrText>
            </w:r>
            <w:r>
              <w:rPr>
                <w:webHidden/>
                <w:rtl/>
              </w:rPr>
            </w:r>
            <w:r>
              <w:rPr>
                <w:webHidden/>
                <w:rtl/>
              </w:rPr>
              <w:fldChar w:fldCharType="separate"/>
            </w:r>
            <w:r>
              <w:rPr>
                <w:webHidden/>
                <w:rtl/>
              </w:rPr>
              <w:t>295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Toc28081804 \h</w:instrText>
            </w:r>
            <w:r>
              <w:rPr>
                <w:webHidden/>
                <w:rtl/>
              </w:rPr>
              <w:instrText xml:space="preserve"> </w:instrText>
            </w:r>
            <w:r>
              <w:rPr>
                <w:webHidden/>
                <w:rtl/>
              </w:rPr>
            </w:r>
            <w:r>
              <w:rPr>
                <w:webHidden/>
                <w:rtl/>
              </w:rPr>
              <w:fldChar w:fldCharType="separate"/>
            </w:r>
            <w:r>
              <w:rPr>
                <w:webHidden/>
                <w:rtl/>
              </w:rPr>
              <w:t>297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Toc28081805 \h</w:instrText>
            </w:r>
            <w:r>
              <w:rPr>
                <w:webHidden/>
                <w:rtl/>
              </w:rPr>
              <w:instrText xml:space="preserve"> </w:instrText>
            </w:r>
            <w:r>
              <w:rPr>
                <w:webHidden/>
                <w:rtl/>
              </w:rPr>
            </w:r>
            <w:r>
              <w:rPr>
                <w:webHidden/>
                <w:rtl/>
              </w:rPr>
              <w:fldChar w:fldCharType="separate"/>
            </w:r>
            <w:r>
              <w:rPr>
                <w:webHidden/>
                <w:rtl/>
              </w:rPr>
              <w:t>298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Toc28081806 \h</w:instrText>
            </w:r>
            <w:r>
              <w:rPr>
                <w:webHidden/>
                <w:rtl/>
              </w:rPr>
              <w:instrText xml:space="preserve"> </w:instrText>
            </w:r>
            <w:r>
              <w:rPr>
                <w:webHidden/>
                <w:rtl/>
              </w:rPr>
            </w:r>
            <w:r>
              <w:rPr>
                <w:webHidden/>
                <w:rtl/>
              </w:rPr>
              <w:fldChar w:fldCharType="separate"/>
            </w:r>
            <w:r>
              <w:rPr>
                <w:webHidden/>
                <w:rtl/>
              </w:rPr>
              <w:t>299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Toc28081807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Toc28081808 \h</w:instrText>
            </w:r>
            <w:r>
              <w:rPr>
                <w:webHidden/>
                <w:rtl/>
              </w:rPr>
              <w:instrText xml:space="preserve"> </w:instrText>
            </w:r>
            <w:r>
              <w:rPr>
                <w:webHidden/>
                <w:rtl/>
              </w:rPr>
            </w:r>
            <w:r>
              <w:rPr>
                <w:webHidden/>
                <w:rtl/>
              </w:rPr>
              <w:fldChar w:fldCharType="separate"/>
            </w:r>
            <w:r>
              <w:rPr>
                <w:webHidden/>
                <w:rtl/>
              </w:rPr>
              <w:t>302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0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Toc28081809 \h</w:instrText>
            </w:r>
            <w:r>
              <w:rPr>
                <w:webHidden/>
                <w:rtl/>
              </w:rPr>
              <w:instrText xml:space="preserve"> </w:instrText>
            </w:r>
            <w:r>
              <w:rPr>
                <w:webHidden/>
                <w:rtl/>
              </w:rPr>
            </w:r>
            <w:r>
              <w:rPr>
                <w:webHidden/>
                <w:rtl/>
              </w:rPr>
              <w:fldChar w:fldCharType="separate"/>
            </w:r>
            <w:r>
              <w:rPr>
                <w:webHidden/>
                <w:rtl/>
              </w:rPr>
              <w:t>303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Toc28081810 \h</w:instrText>
            </w:r>
            <w:r>
              <w:rPr>
                <w:webHidden/>
                <w:rtl/>
              </w:rPr>
              <w:instrText xml:space="preserve"> </w:instrText>
            </w:r>
            <w:r>
              <w:rPr>
                <w:webHidden/>
                <w:rtl/>
              </w:rPr>
            </w:r>
            <w:r>
              <w:rPr>
                <w:webHidden/>
                <w:rtl/>
              </w:rPr>
              <w:fldChar w:fldCharType="separate"/>
            </w:r>
            <w:r>
              <w:rPr>
                <w:webHidden/>
                <w:rtl/>
              </w:rPr>
              <w:t>307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Toc28081811 \h</w:instrText>
            </w:r>
            <w:r>
              <w:rPr>
                <w:webHidden/>
                <w:rtl/>
              </w:rPr>
              <w:instrText xml:space="preserve"> </w:instrText>
            </w:r>
            <w:r>
              <w:rPr>
                <w:webHidden/>
                <w:rtl/>
              </w:rPr>
            </w:r>
            <w:r>
              <w:rPr>
                <w:webHidden/>
                <w:rtl/>
              </w:rPr>
              <w:fldChar w:fldCharType="separate"/>
            </w:r>
            <w:r>
              <w:rPr>
                <w:webHidden/>
                <w:rtl/>
              </w:rPr>
              <w:t>309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Toc28081812 \h</w:instrText>
            </w:r>
            <w:r>
              <w:rPr>
                <w:webHidden/>
                <w:rtl/>
              </w:rPr>
              <w:instrText xml:space="preserve"> </w:instrText>
            </w:r>
            <w:r>
              <w:rPr>
                <w:webHidden/>
                <w:rtl/>
              </w:rPr>
            </w:r>
            <w:r>
              <w:rPr>
                <w:webHidden/>
                <w:rtl/>
              </w:rPr>
              <w:fldChar w:fldCharType="separate"/>
            </w:r>
            <w:r>
              <w:rPr>
                <w:webHidden/>
                <w:rtl/>
              </w:rPr>
              <w:t>310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Toc28081813 \h</w:instrText>
            </w:r>
            <w:r>
              <w:rPr>
                <w:webHidden/>
                <w:rtl/>
              </w:rPr>
              <w:instrText xml:space="preserve"> </w:instrText>
            </w:r>
            <w:r>
              <w:rPr>
                <w:webHidden/>
                <w:rtl/>
              </w:rPr>
            </w:r>
            <w:r>
              <w:rPr>
                <w:webHidden/>
                <w:rtl/>
              </w:rPr>
              <w:fldChar w:fldCharType="separate"/>
            </w:r>
            <w:r>
              <w:rPr>
                <w:webHidden/>
                <w:rtl/>
              </w:rPr>
              <w:t>314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Toc28081814 \h</w:instrText>
            </w:r>
            <w:r>
              <w:rPr>
                <w:webHidden/>
                <w:rtl/>
              </w:rPr>
              <w:instrText xml:space="preserve"> </w:instrText>
            </w:r>
            <w:r>
              <w:rPr>
                <w:webHidden/>
                <w:rtl/>
              </w:rPr>
            </w:r>
            <w:r>
              <w:rPr>
                <w:webHidden/>
                <w:rtl/>
              </w:rPr>
              <w:fldChar w:fldCharType="separate"/>
            </w:r>
            <w:r>
              <w:rPr>
                <w:webHidden/>
                <w:rtl/>
              </w:rPr>
              <w:t>315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Toc28081815 \h</w:instrText>
            </w:r>
            <w:r>
              <w:rPr>
                <w:webHidden/>
                <w:rtl/>
              </w:rPr>
              <w:instrText xml:space="preserve"> </w:instrText>
            </w:r>
            <w:r>
              <w:rPr>
                <w:webHidden/>
                <w:rtl/>
              </w:rPr>
            </w:r>
            <w:r>
              <w:rPr>
                <w:webHidden/>
                <w:rtl/>
              </w:rPr>
              <w:fldChar w:fldCharType="separate"/>
            </w:r>
            <w:r>
              <w:rPr>
                <w:webHidden/>
                <w:rtl/>
              </w:rPr>
              <w:t>316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Toc28081816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81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Toc28081817 \h</w:instrText>
            </w:r>
            <w:r>
              <w:rPr>
                <w:webHidden/>
                <w:rtl/>
              </w:rPr>
              <w:instrText xml:space="preserve"> </w:instrText>
            </w:r>
            <w:r>
              <w:rPr>
                <w:webHidden/>
                <w:rtl/>
              </w:rPr>
            </w:r>
            <w:r>
              <w:rPr>
                <w:webHidden/>
                <w:rtl/>
              </w:rPr>
              <w:fldChar w:fldCharType="separate"/>
            </w:r>
            <w:r>
              <w:rPr>
                <w:webHidden/>
                <w:rtl/>
              </w:rPr>
              <w:t>320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Toc28081818 \h</w:instrText>
            </w:r>
            <w:r>
              <w:rPr>
                <w:webHidden/>
                <w:rtl/>
              </w:rPr>
              <w:instrText xml:space="preserve"> </w:instrText>
            </w:r>
            <w:r>
              <w:rPr>
                <w:webHidden/>
                <w:rtl/>
              </w:rPr>
            </w:r>
            <w:r>
              <w:rPr>
                <w:webHidden/>
                <w:rtl/>
              </w:rPr>
              <w:fldChar w:fldCharType="separate"/>
            </w:r>
            <w:r>
              <w:rPr>
                <w:webHidden/>
                <w:rtl/>
              </w:rPr>
              <w:t>321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1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Toc28081819 \h</w:instrText>
            </w:r>
            <w:r>
              <w:rPr>
                <w:webHidden/>
                <w:rtl/>
              </w:rPr>
              <w:instrText xml:space="preserve"> </w:instrText>
            </w:r>
            <w:r>
              <w:rPr>
                <w:webHidden/>
                <w:rtl/>
              </w:rPr>
            </w:r>
            <w:r>
              <w:rPr>
                <w:webHidden/>
                <w:rtl/>
              </w:rPr>
              <w:fldChar w:fldCharType="separate"/>
            </w:r>
            <w:r>
              <w:rPr>
                <w:webHidden/>
                <w:rtl/>
              </w:rPr>
              <w:t>323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Toc28081820 \h</w:instrText>
            </w:r>
            <w:r>
              <w:rPr>
                <w:webHidden/>
                <w:rtl/>
              </w:rPr>
              <w:instrText xml:space="preserve"> </w:instrText>
            </w:r>
            <w:r>
              <w:rPr>
                <w:webHidden/>
                <w:rtl/>
              </w:rPr>
            </w:r>
            <w:r>
              <w:rPr>
                <w:webHidden/>
                <w:rtl/>
              </w:rPr>
              <w:fldChar w:fldCharType="separate"/>
            </w:r>
            <w:r>
              <w:rPr>
                <w:webHidden/>
                <w:rtl/>
              </w:rPr>
              <w:t>325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Toc28081821 \h</w:instrText>
            </w:r>
            <w:r>
              <w:rPr>
                <w:webHidden/>
                <w:rtl/>
              </w:rPr>
              <w:instrText xml:space="preserve"> </w:instrText>
            </w:r>
            <w:r>
              <w:rPr>
                <w:webHidden/>
                <w:rtl/>
              </w:rPr>
            </w:r>
            <w:r>
              <w:rPr>
                <w:webHidden/>
                <w:rtl/>
              </w:rPr>
              <w:fldChar w:fldCharType="separate"/>
            </w:r>
            <w:r>
              <w:rPr>
                <w:webHidden/>
                <w:rtl/>
              </w:rPr>
              <w:t>326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Toc28081822 \h</w:instrText>
            </w:r>
            <w:r>
              <w:rPr>
                <w:webHidden/>
                <w:rtl/>
              </w:rPr>
              <w:instrText xml:space="preserve"> </w:instrText>
            </w:r>
            <w:r>
              <w:rPr>
                <w:webHidden/>
                <w:rtl/>
              </w:rPr>
            </w:r>
            <w:r>
              <w:rPr>
                <w:webHidden/>
                <w:rtl/>
              </w:rPr>
              <w:fldChar w:fldCharType="separate"/>
            </w:r>
            <w:r>
              <w:rPr>
                <w:webHidden/>
                <w:rtl/>
              </w:rPr>
              <w:t>328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Toc28081823 \h</w:instrText>
            </w:r>
            <w:r>
              <w:rPr>
                <w:webHidden/>
                <w:rtl/>
              </w:rPr>
              <w:instrText xml:space="preserve"> </w:instrText>
            </w:r>
            <w:r>
              <w:rPr>
                <w:webHidden/>
                <w:rtl/>
              </w:rPr>
            </w:r>
            <w:r>
              <w:rPr>
                <w:webHidden/>
                <w:rtl/>
              </w:rPr>
              <w:fldChar w:fldCharType="separate"/>
            </w:r>
            <w:r>
              <w:rPr>
                <w:webHidden/>
                <w:rtl/>
              </w:rPr>
              <w:t>331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4" w:history="1">
            <w:r w:rsidRPr="00F73E01">
              <w:rPr>
                <w:rStyle w:val="Hyperlink"/>
                <w:rtl/>
              </w:rPr>
              <w:t>16- سوره نحل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Toc28081824 \h</w:instrText>
            </w:r>
            <w:r>
              <w:rPr>
                <w:webHidden/>
                <w:rtl/>
              </w:rPr>
              <w:instrText xml:space="preserve"> </w:instrText>
            </w:r>
            <w:r>
              <w:rPr>
                <w:webHidden/>
                <w:rtl/>
              </w:rPr>
            </w:r>
            <w:r>
              <w:rPr>
                <w:webHidden/>
                <w:rtl/>
              </w:rPr>
              <w:fldChar w:fldCharType="separate"/>
            </w:r>
            <w:r>
              <w:rPr>
                <w:webHidden/>
                <w:rtl/>
              </w:rPr>
              <w:t>333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Toc28081825 \h</w:instrText>
            </w:r>
            <w:r>
              <w:rPr>
                <w:webHidden/>
                <w:rtl/>
              </w:rPr>
              <w:instrText xml:space="preserve"> </w:instrText>
            </w:r>
            <w:r>
              <w:rPr>
                <w:webHidden/>
                <w:rtl/>
              </w:rPr>
            </w:r>
            <w:r>
              <w:rPr>
                <w:webHidden/>
                <w:rtl/>
              </w:rPr>
              <w:fldChar w:fldCharType="separate"/>
            </w:r>
            <w:r>
              <w:rPr>
                <w:webHidden/>
                <w:rtl/>
              </w:rPr>
              <w:t>333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Toc28081826 \h</w:instrText>
            </w:r>
            <w:r>
              <w:rPr>
                <w:webHidden/>
                <w:rtl/>
              </w:rPr>
              <w:instrText xml:space="preserve"> </w:instrText>
            </w:r>
            <w:r>
              <w:rPr>
                <w:webHidden/>
                <w:rtl/>
              </w:rPr>
            </w:r>
            <w:r>
              <w:rPr>
                <w:webHidden/>
                <w:rtl/>
              </w:rPr>
              <w:fldChar w:fldCharType="separate"/>
            </w:r>
            <w:r>
              <w:rPr>
                <w:webHidden/>
                <w:rtl/>
              </w:rPr>
              <w:t>335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7" w:history="1">
            <w:r w:rsidRPr="00F73E01">
              <w:rPr>
                <w:rStyle w:val="Hyperlink"/>
                <w:rtl/>
              </w:rPr>
              <w:t>آ</w:t>
            </w:r>
            <w:r w:rsidRPr="00F73E01">
              <w:rPr>
                <w:rStyle w:val="Hyperlink"/>
                <w:rFonts w:hint="cs"/>
                <w:rtl/>
              </w:rPr>
              <w:t>ی</w:t>
            </w:r>
            <w:r w:rsidRPr="00F73E01">
              <w:rPr>
                <w:rStyle w:val="Hyperlink"/>
                <w:rtl/>
              </w:rPr>
              <w:t>ت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Toc28081827 \h</w:instrText>
            </w:r>
            <w:r>
              <w:rPr>
                <w:webHidden/>
                <w:rtl/>
              </w:rPr>
              <w:instrText xml:space="preserve"> </w:instrText>
            </w:r>
            <w:r>
              <w:rPr>
                <w:webHidden/>
                <w:rtl/>
              </w:rPr>
            </w:r>
            <w:r>
              <w:rPr>
                <w:webHidden/>
                <w:rtl/>
              </w:rPr>
              <w:fldChar w:fldCharType="separate"/>
            </w:r>
            <w:r>
              <w:rPr>
                <w:webHidden/>
                <w:rtl/>
              </w:rPr>
              <w:t>339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Toc28081828 \h</w:instrText>
            </w:r>
            <w:r>
              <w:rPr>
                <w:webHidden/>
                <w:rtl/>
              </w:rPr>
              <w:instrText xml:space="preserve"> </w:instrText>
            </w:r>
            <w:r>
              <w:rPr>
                <w:webHidden/>
                <w:rtl/>
              </w:rPr>
            </w:r>
            <w:r>
              <w:rPr>
                <w:webHidden/>
                <w:rtl/>
              </w:rPr>
              <w:fldChar w:fldCharType="separate"/>
            </w:r>
            <w:r>
              <w:rPr>
                <w:webHidden/>
                <w:rtl/>
              </w:rPr>
              <w:t>341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2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Toc28081829 \h</w:instrText>
            </w:r>
            <w:r>
              <w:rPr>
                <w:webHidden/>
                <w:rtl/>
              </w:rPr>
              <w:instrText xml:space="preserve"> </w:instrText>
            </w:r>
            <w:r>
              <w:rPr>
                <w:webHidden/>
                <w:rtl/>
              </w:rPr>
            </w:r>
            <w:r>
              <w:rPr>
                <w:webHidden/>
                <w:rtl/>
              </w:rPr>
              <w:fldChar w:fldCharType="separate"/>
            </w:r>
            <w:r>
              <w:rPr>
                <w:webHidden/>
                <w:rtl/>
              </w:rPr>
              <w:t>343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Toc28081830 \h</w:instrText>
            </w:r>
            <w:r>
              <w:rPr>
                <w:webHidden/>
                <w:rtl/>
              </w:rPr>
              <w:instrText xml:space="preserve"> </w:instrText>
            </w:r>
            <w:r>
              <w:rPr>
                <w:webHidden/>
                <w:rtl/>
              </w:rPr>
            </w:r>
            <w:r>
              <w:rPr>
                <w:webHidden/>
                <w:rtl/>
              </w:rPr>
              <w:fldChar w:fldCharType="separate"/>
            </w:r>
            <w:r>
              <w:rPr>
                <w:webHidden/>
                <w:rtl/>
              </w:rPr>
              <w:t>344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Toc28081831 \h</w:instrText>
            </w:r>
            <w:r>
              <w:rPr>
                <w:webHidden/>
                <w:rtl/>
              </w:rPr>
              <w:instrText xml:space="preserve"> </w:instrText>
            </w:r>
            <w:r>
              <w:rPr>
                <w:webHidden/>
                <w:rtl/>
              </w:rPr>
            </w:r>
            <w:r>
              <w:rPr>
                <w:webHidden/>
                <w:rtl/>
              </w:rPr>
              <w:fldChar w:fldCharType="separate"/>
            </w:r>
            <w:r>
              <w:rPr>
                <w:webHidden/>
                <w:rtl/>
              </w:rPr>
              <w:t>346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Toc28081832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Toc28081833 \h</w:instrText>
            </w:r>
            <w:r>
              <w:rPr>
                <w:webHidden/>
                <w:rtl/>
              </w:rPr>
              <w:instrText xml:space="preserve"> </w:instrText>
            </w:r>
            <w:r>
              <w:rPr>
                <w:webHidden/>
                <w:rtl/>
              </w:rPr>
            </w:r>
            <w:r>
              <w:rPr>
                <w:webHidden/>
                <w:rtl/>
              </w:rPr>
              <w:fldChar w:fldCharType="separate"/>
            </w:r>
            <w:r>
              <w:rPr>
                <w:webHidden/>
                <w:rtl/>
              </w:rPr>
              <w:t>351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Toc28081834 \h</w:instrText>
            </w:r>
            <w:r>
              <w:rPr>
                <w:webHidden/>
                <w:rtl/>
              </w:rPr>
              <w:instrText xml:space="preserve"> </w:instrText>
            </w:r>
            <w:r>
              <w:rPr>
                <w:webHidden/>
                <w:rtl/>
              </w:rPr>
            </w:r>
            <w:r>
              <w:rPr>
                <w:webHidden/>
                <w:rtl/>
              </w:rPr>
              <w:fldChar w:fldCharType="separate"/>
            </w:r>
            <w:r>
              <w:rPr>
                <w:webHidden/>
                <w:rtl/>
              </w:rPr>
              <w:t>353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Toc28081835 \h</w:instrText>
            </w:r>
            <w:r>
              <w:rPr>
                <w:webHidden/>
                <w:rtl/>
              </w:rPr>
              <w:instrText xml:space="preserve"> </w:instrText>
            </w:r>
            <w:r>
              <w:rPr>
                <w:webHidden/>
                <w:rtl/>
              </w:rPr>
            </w:r>
            <w:r>
              <w:rPr>
                <w:webHidden/>
                <w:rtl/>
              </w:rPr>
              <w:fldChar w:fldCharType="separate"/>
            </w:r>
            <w:r>
              <w:rPr>
                <w:webHidden/>
                <w:rtl/>
              </w:rPr>
              <w:t>355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Toc28081836 \h</w:instrText>
            </w:r>
            <w:r>
              <w:rPr>
                <w:webHidden/>
                <w:rtl/>
              </w:rPr>
              <w:instrText xml:space="preserve"> </w:instrText>
            </w:r>
            <w:r>
              <w:rPr>
                <w:webHidden/>
                <w:rtl/>
              </w:rPr>
            </w:r>
            <w:r>
              <w:rPr>
                <w:webHidden/>
                <w:rtl/>
              </w:rPr>
              <w:fldChar w:fldCharType="separate"/>
            </w:r>
            <w:r>
              <w:rPr>
                <w:webHidden/>
                <w:rtl/>
              </w:rPr>
              <w:t>358</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83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Toc28081837 \h</w:instrText>
            </w:r>
            <w:r>
              <w:rPr>
                <w:webHidden/>
                <w:rtl/>
              </w:rPr>
              <w:instrText xml:space="preserve"> </w:instrText>
            </w:r>
            <w:r>
              <w:rPr>
                <w:webHidden/>
                <w:rtl/>
              </w:rPr>
            </w:r>
            <w:r>
              <w:rPr>
                <w:webHidden/>
                <w:rtl/>
              </w:rPr>
              <w:fldChar w:fldCharType="separate"/>
            </w:r>
            <w:r>
              <w:rPr>
                <w:webHidden/>
                <w:rtl/>
              </w:rPr>
              <w:t>360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Toc28081838 \h</w:instrText>
            </w:r>
            <w:r>
              <w:rPr>
                <w:webHidden/>
                <w:rtl/>
              </w:rPr>
              <w:instrText xml:space="preserve"> </w:instrText>
            </w:r>
            <w:r>
              <w:rPr>
                <w:webHidden/>
                <w:rtl/>
              </w:rPr>
            </w:r>
            <w:r>
              <w:rPr>
                <w:webHidden/>
                <w:rtl/>
              </w:rPr>
              <w:fldChar w:fldCharType="separate"/>
            </w:r>
            <w:r>
              <w:rPr>
                <w:webHidden/>
                <w:rtl/>
              </w:rPr>
              <w:t>362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3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Toc28081839 \h</w:instrText>
            </w:r>
            <w:r>
              <w:rPr>
                <w:webHidden/>
                <w:rtl/>
              </w:rPr>
              <w:instrText xml:space="preserve"> </w:instrText>
            </w:r>
            <w:r>
              <w:rPr>
                <w:webHidden/>
                <w:rtl/>
              </w:rPr>
            </w:r>
            <w:r>
              <w:rPr>
                <w:webHidden/>
                <w:rtl/>
              </w:rPr>
              <w:fldChar w:fldCharType="separate"/>
            </w:r>
            <w:r>
              <w:rPr>
                <w:webHidden/>
                <w:rtl/>
              </w:rPr>
              <w:t>365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Toc28081840 \h</w:instrText>
            </w:r>
            <w:r>
              <w:rPr>
                <w:webHidden/>
                <w:rtl/>
              </w:rPr>
              <w:instrText xml:space="preserve"> </w:instrText>
            </w:r>
            <w:r>
              <w:rPr>
                <w:webHidden/>
                <w:rtl/>
              </w:rPr>
            </w:r>
            <w:r>
              <w:rPr>
                <w:webHidden/>
                <w:rtl/>
              </w:rPr>
              <w:fldChar w:fldCharType="separate"/>
            </w:r>
            <w:r>
              <w:rPr>
                <w:webHidden/>
                <w:rtl/>
              </w:rPr>
              <w:t>367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Toc28081841 \h</w:instrText>
            </w:r>
            <w:r>
              <w:rPr>
                <w:webHidden/>
                <w:rtl/>
              </w:rPr>
              <w:instrText xml:space="preserve"> </w:instrText>
            </w:r>
            <w:r>
              <w:rPr>
                <w:webHidden/>
                <w:rtl/>
              </w:rPr>
            </w:r>
            <w:r>
              <w:rPr>
                <w:webHidden/>
                <w:rtl/>
              </w:rPr>
              <w:fldChar w:fldCharType="separate"/>
            </w:r>
            <w:r>
              <w:rPr>
                <w:webHidden/>
                <w:rtl/>
              </w:rPr>
              <w:t>368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Toc28081842 \h</w:instrText>
            </w:r>
            <w:r>
              <w:rPr>
                <w:webHidden/>
                <w:rtl/>
              </w:rPr>
              <w:instrText xml:space="preserve"> </w:instrText>
            </w:r>
            <w:r>
              <w:rPr>
                <w:webHidden/>
                <w:rtl/>
              </w:rPr>
            </w:r>
            <w:r>
              <w:rPr>
                <w:webHidden/>
                <w:rtl/>
              </w:rPr>
              <w:fldChar w:fldCharType="separate"/>
            </w:r>
            <w:r>
              <w:rPr>
                <w:webHidden/>
                <w:rtl/>
              </w:rPr>
              <w:t>370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Toc28081843 \h</w:instrText>
            </w:r>
            <w:r>
              <w:rPr>
                <w:webHidden/>
                <w:rtl/>
              </w:rPr>
              <w:instrText xml:space="preserve"> </w:instrText>
            </w:r>
            <w:r>
              <w:rPr>
                <w:webHidden/>
                <w:rtl/>
              </w:rPr>
            </w:r>
            <w:r>
              <w:rPr>
                <w:webHidden/>
                <w:rtl/>
              </w:rPr>
              <w:fldChar w:fldCharType="separate"/>
            </w:r>
            <w:r>
              <w:rPr>
                <w:webHidden/>
                <w:rtl/>
              </w:rPr>
              <w:t>372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Toc28081844 \h</w:instrText>
            </w:r>
            <w:r>
              <w:rPr>
                <w:webHidden/>
                <w:rtl/>
              </w:rPr>
              <w:instrText xml:space="preserve"> </w:instrText>
            </w:r>
            <w:r>
              <w:rPr>
                <w:webHidden/>
                <w:rtl/>
              </w:rPr>
            </w:r>
            <w:r>
              <w:rPr>
                <w:webHidden/>
                <w:rtl/>
              </w:rPr>
              <w:fldChar w:fldCharType="separate"/>
            </w:r>
            <w:r>
              <w:rPr>
                <w:webHidden/>
                <w:rtl/>
              </w:rPr>
              <w:t>373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Toc28081845 \h</w:instrText>
            </w:r>
            <w:r>
              <w:rPr>
                <w:webHidden/>
                <w:rtl/>
              </w:rPr>
              <w:instrText xml:space="preserve"> </w:instrText>
            </w:r>
            <w:r>
              <w:rPr>
                <w:webHidden/>
                <w:rtl/>
              </w:rPr>
            </w:r>
            <w:r>
              <w:rPr>
                <w:webHidden/>
                <w:rtl/>
              </w:rPr>
              <w:fldChar w:fldCharType="separate"/>
            </w:r>
            <w:r>
              <w:rPr>
                <w:webHidden/>
                <w:rtl/>
              </w:rPr>
              <w:t>375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Toc28081846 \h</w:instrText>
            </w:r>
            <w:r>
              <w:rPr>
                <w:webHidden/>
                <w:rtl/>
              </w:rPr>
              <w:instrText xml:space="preserve"> </w:instrText>
            </w:r>
            <w:r>
              <w:rPr>
                <w:webHidden/>
                <w:rtl/>
              </w:rPr>
            </w:r>
            <w:r>
              <w:rPr>
                <w:webHidden/>
                <w:rtl/>
              </w:rPr>
              <w:fldChar w:fldCharType="separate"/>
            </w:r>
            <w:r>
              <w:rPr>
                <w:webHidden/>
                <w:rtl/>
              </w:rPr>
              <w:t>376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Toc28081847 \h</w:instrText>
            </w:r>
            <w:r>
              <w:rPr>
                <w:webHidden/>
                <w:rtl/>
              </w:rPr>
              <w:instrText xml:space="preserve"> </w:instrText>
            </w:r>
            <w:r>
              <w:rPr>
                <w:webHidden/>
                <w:rtl/>
              </w:rPr>
            </w:r>
            <w:r>
              <w:rPr>
                <w:webHidden/>
                <w:rtl/>
              </w:rPr>
              <w:fldChar w:fldCharType="separate"/>
            </w:r>
            <w:r>
              <w:rPr>
                <w:webHidden/>
                <w:rtl/>
              </w:rPr>
              <w:t>379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Toc28081848 \h</w:instrText>
            </w:r>
            <w:r>
              <w:rPr>
                <w:webHidden/>
                <w:rtl/>
              </w:rPr>
              <w:instrText xml:space="preserve"> </w:instrText>
            </w:r>
            <w:r>
              <w:rPr>
                <w:webHidden/>
                <w:rtl/>
              </w:rPr>
            </w:r>
            <w:r>
              <w:rPr>
                <w:webHidden/>
                <w:rtl/>
              </w:rPr>
              <w:fldChar w:fldCharType="separate"/>
            </w:r>
            <w:r>
              <w:rPr>
                <w:webHidden/>
                <w:rtl/>
              </w:rPr>
              <w:t>380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4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Toc28081849 \h</w:instrText>
            </w:r>
            <w:r>
              <w:rPr>
                <w:webHidden/>
                <w:rtl/>
              </w:rPr>
              <w:instrText xml:space="preserve"> </w:instrText>
            </w:r>
            <w:r>
              <w:rPr>
                <w:webHidden/>
                <w:rtl/>
              </w:rPr>
            </w:r>
            <w:r>
              <w:rPr>
                <w:webHidden/>
                <w:rtl/>
              </w:rPr>
              <w:fldChar w:fldCharType="separate"/>
            </w:r>
            <w:r>
              <w:rPr>
                <w:webHidden/>
                <w:rtl/>
              </w:rPr>
              <w:t>382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Toc28081850 \h</w:instrText>
            </w:r>
            <w:r>
              <w:rPr>
                <w:webHidden/>
                <w:rtl/>
              </w:rPr>
              <w:instrText xml:space="preserve"> </w:instrText>
            </w:r>
            <w:r>
              <w:rPr>
                <w:webHidden/>
                <w:rtl/>
              </w:rPr>
            </w:r>
            <w:r>
              <w:rPr>
                <w:webHidden/>
                <w:rtl/>
              </w:rPr>
              <w:fldChar w:fldCharType="separate"/>
            </w:r>
            <w:r>
              <w:rPr>
                <w:webHidden/>
                <w:rtl/>
              </w:rPr>
              <w:t>386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Toc28081851 \h</w:instrText>
            </w:r>
            <w:r>
              <w:rPr>
                <w:webHidden/>
                <w:rtl/>
              </w:rPr>
              <w:instrText xml:space="preserve"> </w:instrText>
            </w:r>
            <w:r>
              <w:rPr>
                <w:webHidden/>
                <w:rtl/>
              </w:rPr>
            </w:r>
            <w:r>
              <w:rPr>
                <w:webHidden/>
                <w:rtl/>
              </w:rPr>
              <w:fldChar w:fldCharType="separate"/>
            </w:r>
            <w:r>
              <w:rPr>
                <w:webHidden/>
                <w:rtl/>
              </w:rPr>
              <w:t>389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Toc28081852 \h</w:instrText>
            </w:r>
            <w:r>
              <w:rPr>
                <w:webHidden/>
                <w:rtl/>
              </w:rPr>
              <w:instrText xml:space="preserve"> </w:instrText>
            </w:r>
            <w:r>
              <w:rPr>
                <w:webHidden/>
                <w:rtl/>
              </w:rPr>
            </w:r>
            <w:r>
              <w:rPr>
                <w:webHidden/>
                <w:rtl/>
              </w:rPr>
              <w:fldChar w:fldCharType="separate"/>
            </w:r>
            <w:r>
              <w:rPr>
                <w:webHidden/>
                <w:rtl/>
              </w:rPr>
              <w:t>393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Toc28081853 \h</w:instrText>
            </w:r>
            <w:r>
              <w:rPr>
                <w:webHidden/>
                <w:rtl/>
              </w:rPr>
              <w:instrText xml:space="preserve"> </w:instrText>
            </w:r>
            <w:r>
              <w:rPr>
                <w:webHidden/>
                <w:rtl/>
              </w:rPr>
            </w:r>
            <w:r>
              <w:rPr>
                <w:webHidden/>
                <w:rtl/>
              </w:rPr>
              <w:fldChar w:fldCharType="separate"/>
            </w:r>
            <w:r>
              <w:rPr>
                <w:webHidden/>
                <w:rtl/>
              </w:rPr>
              <w:t>397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Toc28081854 \h</w:instrText>
            </w:r>
            <w:r>
              <w:rPr>
                <w:webHidden/>
                <w:rtl/>
              </w:rPr>
              <w:instrText xml:space="preserve"> </w:instrText>
            </w:r>
            <w:r>
              <w:rPr>
                <w:webHidden/>
                <w:rtl/>
              </w:rPr>
            </w:r>
            <w:r>
              <w:rPr>
                <w:webHidden/>
                <w:rtl/>
              </w:rPr>
              <w:fldChar w:fldCharType="separate"/>
            </w:r>
            <w:r>
              <w:rPr>
                <w:webHidden/>
                <w:rtl/>
              </w:rPr>
              <w:t>399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Toc28081855 \h</w:instrText>
            </w:r>
            <w:r>
              <w:rPr>
                <w:webHidden/>
                <w:rtl/>
              </w:rPr>
              <w:instrText xml:space="preserve"> </w:instrText>
            </w:r>
            <w:r>
              <w:rPr>
                <w:webHidden/>
                <w:rtl/>
              </w:rPr>
            </w:r>
            <w:r>
              <w:rPr>
                <w:webHidden/>
                <w:rtl/>
              </w:rPr>
              <w:fldChar w:fldCharType="separate"/>
            </w:r>
            <w:r>
              <w:rPr>
                <w:webHidden/>
                <w:rtl/>
              </w:rPr>
              <w:t>403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Toc28081856 \h</w:instrText>
            </w:r>
            <w:r>
              <w:rPr>
                <w:webHidden/>
                <w:rtl/>
              </w:rPr>
              <w:instrText xml:space="preserve"> </w:instrText>
            </w:r>
            <w:r>
              <w:rPr>
                <w:webHidden/>
                <w:rtl/>
              </w:rPr>
            </w:r>
            <w:r>
              <w:rPr>
                <w:webHidden/>
                <w:rtl/>
              </w:rPr>
              <w:fldChar w:fldCharType="separate"/>
            </w:r>
            <w:r>
              <w:rPr>
                <w:webHidden/>
                <w:rtl/>
              </w:rPr>
              <w:t>405</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85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Toc28081857 \h</w:instrText>
            </w:r>
            <w:r>
              <w:rPr>
                <w:webHidden/>
                <w:rtl/>
              </w:rPr>
              <w:instrText xml:space="preserve"> </w:instrText>
            </w:r>
            <w:r>
              <w:rPr>
                <w:webHidden/>
                <w:rtl/>
              </w:rPr>
            </w:r>
            <w:r>
              <w:rPr>
                <w:webHidden/>
                <w:rtl/>
              </w:rPr>
              <w:fldChar w:fldCharType="separate"/>
            </w:r>
            <w:r>
              <w:rPr>
                <w:webHidden/>
                <w:rtl/>
              </w:rPr>
              <w:t>409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Toc28081858 \h</w:instrText>
            </w:r>
            <w:r>
              <w:rPr>
                <w:webHidden/>
                <w:rtl/>
              </w:rPr>
              <w:instrText xml:space="preserve"> </w:instrText>
            </w:r>
            <w:r>
              <w:rPr>
                <w:webHidden/>
                <w:rtl/>
              </w:rPr>
            </w:r>
            <w:r>
              <w:rPr>
                <w:webHidden/>
                <w:rtl/>
              </w:rPr>
              <w:fldChar w:fldCharType="separate"/>
            </w:r>
            <w:r>
              <w:rPr>
                <w:webHidden/>
                <w:rtl/>
              </w:rPr>
              <w:t>412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5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Toc28081859 \h</w:instrText>
            </w:r>
            <w:r>
              <w:rPr>
                <w:webHidden/>
                <w:rtl/>
              </w:rPr>
              <w:instrText xml:space="preserve"> </w:instrText>
            </w:r>
            <w:r>
              <w:rPr>
                <w:webHidden/>
                <w:rtl/>
              </w:rPr>
            </w:r>
            <w:r>
              <w:rPr>
                <w:webHidden/>
                <w:rtl/>
              </w:rPr>
              <w:fldChar w:fldCharType="separate"/>
            </w:r>
            <w:r>
              <w:rPr>
                <w:webHidden/>
                <w:rtl/>
              </w:rPr>
              <w:t>415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Toc28081860 \h</w:instrText>
            </w:r>
            <w:r>
              <w:rPr>
                <w:webHidden/>
                <w:rtl/>
              </w:rPr>
              <w:instrText xml:space="preserve"> </w:instrText>
            </w:r>
            <w:r>
              <w:rPr>
                <w:webHidden/>
                <w:rtl/>
              </w:rPr>
            </w:r>
            <w:r>
              <w:rPr>
                <w:webHidden/>
                <w:rtl/>
              </w:rPr>
              <w:fldChar w:fldCharType="separate"/>
            </w:r>
            <w:r>
              <w:rPr>
                <w:webHidden/>
                <w:rtl/>
              </w:rPr>
              <w:t>419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Toc28081861 \h</w:instrText>
            </w:r>
            <w:r>
              <w:rPr>
                <w:webHidden/>
                <w:rtl/>
              </w:rPr>
              <w:instrText xml:space="preserve"> </w:instrText>
            </w:r>
            <w:r>
              <w:rPr>
                <w:webHidden/>
                <w:rtl/>
              </w:rPr>
            </w:r>
            <w:r>
              <w:rPr>
                <w:webHidden/>
                <w:rtl/>
              </w:rPr>
              <w:fldChar w:fldCharType="separate"/>
            </w:r>
            <w:r>
              <w:rPr>
                <w:webHidden/>
                <w:rtl/>
              </w:rPr>
              <w:t>423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Toc28081862 \h</w:instrText>
            </w:r>
            <w:r>
              <w:rPr>
                <w:webHidden/>
                <w:rtl/>
              </w:rPr>
              <w:instrText xml:space="preserve"> </w:instrText>
            </w:r>
            <w:r>
              <w:rPr>
                <w:webHidden/>
                <w:rtl/>
              </w:rPr>
            </w:r>
            <w:r>
              <w:rPr>
                <w:webHidden/>
                <w:rtl/>
              </w:rPr>
              <w:fldChar w:fldCharType="separate"/>
            </w:r>
            <w:r>
              <w:rPr>
                <w:webHidden/>
                <w:rtl/>
              </w:rPr>
              <w:t>425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Toc28081863 \h</w:instrText>
            </w:r>
            <w:r>
              <w:rPr>
                <w:webHidden/>
                <w:rtl/>
              </w:rPr>
              <w:instrText xml:space="preserve"> </w:instrText>
            </w:r>
            <w:r>
              <w:rPr>
                <w:webHidden/>
                <w:rtl/>
              </w:rPr>
            </w:r>
            <w:r>
              <w:rPr>
                <w:webHidden/>
                <w:rtl/>
              </w:rPr>
              <w:fldChar w:fldCharType="separate"/>
            </w:r>
            <w:r>
              <w:rPr>
                <w:webHidden/>
                <w:rtl/>
              </w:rPr>
              <w:t>428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Toc28081864 \h</w:instrText>
            </w:r>
            <w:r>
              <w:rPr>
                <w:webHidden/>
                <w:rtl/>
              </w:rPr>
              <w:instrText xml:space="preserve"> </w:instrText>
            </w:r>
            <w:r>
              <w:rPr>
                <w:webHidden/>
                <w:rtl/>
              </w:rPr>
            </w:r>
            <w:r>
              <w:rPr>
                <w:webHidden/>
                <w:rtl/>
              </w:rPr>
              <w:fldChar w:fldCharType="separate"/>
            </w:r>
            <w:r>
              <w:rPr>
                <w:webHidden/>
                <w:rtl/>
              </w:rPr>
              <w:t>430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Toc28081865 \h</w:instrText>
            </w:r>
            <w:r>
              <w:rPr>
                <w:webHidden/>
                <w:rtl/>
              </w:rPr>
              <w:instrText xml:space="preserve"> </w:instrText>
            </w:r>
            <w:r>
              <w:rPr>
                <w:webHidden/>
                <w:rtl/>
              </w:rPr>
            </w:r>
            <w:r>
              <w:rPr>
                <w:webHidden/>
                <w:rtl/>
              </w:rPr>
              <w:fldChar w:fldCharType="separate"/>
            </w:r>
            <w:r>
              <w:rPr>
                <w:webHidden/>
                <w:rtl/>
              </w:rPr>
              <w:t>433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Toc28081866 \h</w:instrText>
            </w:r>
            <w:r>
              <w:rPr>
                <w:webHidden/>
                <w:rtl/>
              </w:rPr>
              <w:instrText xml:space="preserve"> </w:instrText>
            </w:r>
            <w:r>
              <w:rPr>
                <w:webHidden/>
                <w:rtl/>
              </w:rPr>
            </w:r>
            <w:r>
              <w:rPr>
                <w:webHidden/>
                <w:rtl/>
              </w:rPr>
              <w:fldChar w:fldCharType="separate"/>
            </w:r>
            <w:r>
              <w:rPr>
                <w:webHidden/>
                <w:rtl/>
              </w:rPr>
              <w:t>436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Toc28081867 \h</w:instrText>
            </w:r>
            <w:r>
              <w:rPr>
                <w:webHidden/>
                <w:rtl/>
              </w:rPr>
              <w:instrText xml:space="preserve"> </w:instrText>
            </w:r>
            <w:r>
              <w:rPr>
                <w:webHidden/>
                <w:rtl/>
              </w:rPr>
            </w:r>
            <w:r>
              <w:rPr>
                <w:webHidden/>
                <w:rtl/>
              </w:rPr>
              <w:fldChar w:fldCharType="separate"/>
            </w:r>
            <w:r>
              <w:rPr>
                <w:webHidden/>
                <w:rtl/>
              </w:rPr>
              <w:t>438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Toc28081868 \h</w:instrText>
            </w:r>
            <w:r>
              <w:rPr>
                <w:webHidden/>
                <w:rtl/>
              </w:rPr>
              <w:instrText xml:space="preserve"> </w:instrText>
            </w:r>
            <w:r>
              <w:rPr>
                <w:webHidden/>
                <w:rtl/>
              </w:rPr>
            </w:r>
            <w:r>
              <w:rPr>
                <w:webHidden/>
                <w:rtl/>
              </w:rPr>
              <w:fldChar w:fldCharType="separate"/>
            </w:r>
            <w:r>
              <w:rPr>
                <w:webHidden/>
                <w:rtl/>
              </w:rPr>
              <w:t>442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6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Toc28081869 \h</w:instrText>
            </w:r>
            <w:r>
              <w:rPr>
                <w:webHidden/>
                <w:rtl/>
              </w:rPr>
              <w:instrText xml:space="preserve"> </w:instrText>
            </w:r>
            <w:r>
              <w:rPr>
                <w:webHidden/>
                <w:rtl/>
              </w:rPr>
            </w:r>
            <w:r>
              <w:rPr>
                <w:webHidden/>
                <w:rtl/>
              </w:rPr>
              <w:fldChar w:fldCharType="separate"/>
            </w:r>
            <w:r>
              <w:rPr>
                <w:webHidden/>
                <w:rtl/>
              </w:rPr>
              <w:t>445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Toc28081870 \h</w:instrText>
            </w:r>
            <w:r>
              <w:rPr>
                <w:webHidden/>
                <w:rtl/>
              </w:rPr>
              <w:instrText xml:space="preserve"> </w:instrText>
            </w:r>
            <w:r>
              <w:rPr>
                <w:webHidden/>
                <w:rtl/>
              </w:rPr>
            </w:r>
            <w:r>
              <w:rPr>
                <w:webHidden/>
                <w:rtl/>
              </w:rPr>
              <w:fldChar w:fldCharType="separate"/>
            </w:r>
            <w:r>
              <w:rPr>
                <w:webHidden/>
                <w:rtl/>
              </w:rPr>
              <w:t>449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Toc28081871 \h</w:instrText>
            </w:r>
            <w:r>
              <w:rPr>
                <w:webHidden/>
                <w:rtl/>
              </w:rPr>
              <w:instrText xml:space="preserve"> </w:instrText>
            </w:r>
            <w:r>
              <w:rPr>
                <w:webHidden/>
                <w:rtl/>
              </w:rPr>
            </w:r>
            <w:r>
              <w:rPr>
                <w:webHidden/>
                <w:rtl/>
              </w:rPr>
              <w:fldChar w:fldCharType="separate"/>
            </w:r>
            <w:r>
              <w:rPr>
                <w:webHidden/>
                <w:rtl/>
              </w:rPr>
              <w:t>451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Toc28081872 \h</w:instrText>
            </w:r>
            <w:r>
              <w:rPr>
                <w:webHidden/>
                <w:rtl/>
              </w:rPr>
              <w:instrText xml:space="preserve"> </w:instrText>
            </w:r>
            <w:r>
              <w:rPr>
                <w:webHidden/>
                <w:rtl/>
              </w:rPr>
            </w:r>
            <w:r>
              <w:rPr>
                <w:webHidden/>
                <w:rtl/>
              </w:rPr>
              <w:fldChar w:fldCharType="separate"/>
            </w:r>
            <w:r>
              <w:rPr>
                <w:webHidden/>
                <w:rtl/>
              </w:rPr>
              <w:t>454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Toc28081873 \h</w:instrText>
            </w:r>
            <w:r>
              <w:rPr>
                <w:webHidden/>
                <w:rtl/>
              </w:rPr>
              <w:instrText xml:space="preserve"> </w:instrText>
            </w:r>
            <w:r>
              <w:rPr>
                <w:webHidden/>
                <w:rtl/>
              </w:rPr>
            </w:r>
            <w:r>
              <w:rPr>
                <w:webHidden/>
                <w:rtl/>
              </w:rPr>
              <w:fldChar w:fldCharType="separate"/>
            </w:r>
            <w:r>
              <w:rPr>
                <w:webHidden/>
                <w:rtl/>
              </w:rPr>
              <w:t>457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Toc28081874 \h</w:instrText>
            </w:r>
            <w:r>
              <w:rPr>
                <w:webHidden/>
                <w:rtl/>
              </w:rPr>
              <w:instrText xml:space="preserve"> </w:instrText>
            </w:r>
            <w:r>
              <w:rPr>
                <w:webHidden/>
                <w:rtl/>
              </w:rPr>
            </w:r>
            <w:r>
              <w:rPr>
                <w:webHidden/>
                <w:rtl/>
              </w:rPr>
              <w:fldChar w:fldCharType="separate"/>
            </w:r>
            <w:r>
              <w:rPr>
                <w:webHidden/>
                <w:rtl/>
              </w:rPr>
              <w:t>458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Toc28081875 \h</w:instrText>
            </w:r>
            <w:r>
              <w:rPr>
                <w:webHidden/>
                <w:rtl/>
              </w:rPr>
              <w:instrText xml:space="preserve"> </w:instrText>
            </w:r>
            <w:r>
              <w:rPr>
                <w:webHidden/>
                <w:rtl/>
              </w:rPr>
            </w:r>
            <w:r>
              <w:rPr>
                <w:webHidden/>
                <w:rtl/>
              </w:rPr>
              <w:fldChar w:fldCharType="separate"/>
            </w:r>
            <w:r>
              <w:rPr>
                <w:webHidden/>
                <w:rtl/>
              </w:rPr>
              <w:t>460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Toc28081876 \h</w:instrText>
            </w:r>
            <w:r>
              <w:rPr>
                <w:webHidden/>
                <w:rtl/>
              </w:rPr>
              <w:instrText xml:space="preserve"> </w:instrText>
            </w:r>
            <w:r>
              <w:rPr>
                <w:webHidden/>
                <w:rtl/>
              </w:rPr>
            </w:r>
            <w:r>
              <w:rPr>
                <w:webHidden/>
                <w:rtl/>
              </w:rPr>
              <w:fldChar w:fldCharType="separate"/>
            </w:r>
            <w:r>
              <w:rPr>
                <w:webHidden/>
                <w:rtl/>
              </w:rPr>
              <w:t>462</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87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Toc28081877 \h</w:instrText>
            </w:r>
            <w:r>
              <w:rPr>
                <w:webHidden/>
                <w:rtl/>
              </w:rPr>
              <w:instrText xml:space="preserve"> </w:instrText>
            </w:r>
            <w:r>
              <w:rPr>
                <w:webHidden/>
                <w:rtl/>
              </w:rPr>
            </w:r>
            <w:r>
              <w:rPr>
                <w:webHidden/>
                <w:rtl/>
              </w:rPr>
              <w:fldChar w:fldCharType="separate"/>
            </w:r>
            <w:r>
              <w:rPr>
                <w:webHidden/>
                <w:rtl/>
              </w:rPr>
              <w:t>464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Toc28081878 \h</w:instrText>
            </w:r>
            <w:r>
              <w:rPr>
                <w:webHidden/>
                <w:rtl/>
              </w:rPr>
              <w:instrText xml:space="preserve"> </w:instrText>
            </w:r>
            <w:r>
              <w:rPr>
                <w:webHidden/>
                <w:rtl/>
              </w:rPr>
            </w:r>
            <w:r>
              <w:rPr>
                <w:webHidden/>
                <w:rtl/>
              </w:rPr>
              <w:fldChar w:fldCharType="separate"/>
            </w:r>
            <w:r>
              <w:rPr>
                <w:webHidden/>
                <w:rtl/>
              </w:rPr>
              <w:t>466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7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Toc28081879 \h</w:instrText>
            </w:r>
            <w:r>
              <w:rPr>
                <w:webHidden/>
                <w:rtl/>
              </w:rPr>
              <w:instrText xml:space="preserve"> </w:instrText>
            </w:r>
            <w:r>
              <w:rPr>
                <w:webHidden/>
                <w:rtl/>
              </w:rPr>
            </w:r>
            <w:r>
              <w:rPr>
                <w:webHidden/>
                <w:rtl/>
              </w:rPr>
              <w:fldChar w:fldCharType="separate"/>
            </w:r>
            <w:r>
              <w:rPr>
                <w:webHidden/>
                <w:rtl/>
              </w:rPr>
              <w:t>468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Toc28081880 \h</w:instrText>
            </w:r>
            <w:r>
              <w:rPr>
                <w:webHidden/>
                <w:rtl/>
              </w:rPr>
              <w:instrText xml:space="preserve"> </w:instrText>
            </w:r>
            <w:r>
              <w:rPr>
                <w:webHidden/>
                <w:rtl/>
              </w:rPr>
            </w:r>
            <w:r>
              <w:rPr>
                <w:webHidden/>
                <w:rtl/>
              </w:rPr>
              <w:fldChar w:fldCharType="separate"/>
            </w:r>
            <w:r>
              <w:rPr>
                <w:webHidden/>
                <w:rtl/>
              </w:rPr>
              <w:t>470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Toc28081881 \h</w:instrText>
            </w:r>
            <w:r>
              <w:rPr>
                <w:webHidden/>
                <w:rtl/>
              </w:rPr>
              <w:instrText xml:space="preserve"> </w:instrText>
            </w:r>
            <w:r>
              <w:rPr>
                <w:webHidden/>
                <w:rtl/>
              </w:rPr>
            </w:r>
            <w:r>
              <w:rPr>
                <w:webHidden/>
                <w:rtl/>
              </w:rPr>
              <w:fldChar w:fldCharType="separate"/>
            </w:r>
            <w:r>
              <w:rPr>
                <w:webHidden/>
                <w:rtl/>
              </w:rPr>
              <w:t>473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Toc28081882 \h</w:instrText>
            </w:r>
            <w:r>
              <w:rPr>
                <w:webHidden/>
                <w:rtl/>
              </w:rPr>
              <w:instrText xml:space="preserve"> </w:instrText>
            </w:r>
            <w:r>
              <w:rPr>
                <w:webHidden/>
                <w:rtl/>
              </w:rPr>
            </w:r>
            <w:r>
              <w:rPr>
                <w:webHidden/>
                <w:rtl/>
              </w:rPr>
              <w:fldChar w:fldCharType="separate"/>
            </w:r>
            <w:r>
              <w:rPr>
                <w:webHidden/>
                <w:rtl/>
              </w:rPr>
              <w:t>475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Toc28081883 \h</w:instrText>
            </w:r>
            <w:r>
              <w:rPr>
                <w:webHidden/>
                <w:rtl/>
              </w:rPr>
              <w:instrText xml:space="preserve"> </w:instrText>
            </w:r>
            <w:r>
              <w:rPr>
                <w:webHidden/>
                <w:rtl/>
              </w:rPr>
            </w:r>
            <w:r>
              <w:rPr>
                <w:webHidden/>
                <w:rtl/>
              </w:rPr>
              <w:fldChar w:fldCharType="separate"/>
            </w:r>
            <w:r>
              <w:rPr>
                <w:webHidden/>
                <w:rtl/>
              </w:rPr>
              <w:t>477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Toc28081884 \h</w:instrText>
            </w:r>
            <w:r>
              <w:rPr>
                <w:webHidden/>
                <w:rtl/>
              </w:rPr>
              <w:instrText xml:space="preserve"> </w:instrText>
            </w:r>
            <w:r>
              <w:rPr>
                <w:webHidden/>
                <w:rtl/>
              </w:rPr>
            </w:r>
            <w:r>
              <w:rPr>
                <w:webHidden/>
                <w:rtl/>
              </w:rPr>
              <w:fldChar w:fldCharType="separate"/>
            </w:r>
            <w:r>
              <w:rPr>
                <w:webHidden/>
                <w:rtl/>
              </w:rPr>
              <w:t>479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Toc28081885 \h</w:instrText>
            </w:r>
            <w:r>
              <w:rPr>
                <w:webHidden/>
                <w:rtl/>
              </w:rPr>
              <w:instrText xml:space="preserve"> </w:instrText>
            </w:r>
            <w:r>
              <w:rPr>
                <w:webHidden/>
                <w:rtl/>
              </w:rPr>
            </w:r>
            <w:r>
              <w:rPr>
                <w:webHidden/>
                <w:rtl/>
              </w:rPr>
              <w:fldChar w:fldCharType="separate"/>
            </w:r>
            <w:r>
              <w:rPr>
                <w:webHidden/>
                <w:rtl/>
              </w:rPr>
              <w:t>482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Toc28081886 \h</w:instrText>
            </w:r>
            <w:r>
              <w:rPr>
                <w:webHidden/>
                <w:rtl/>
              </w:rPr>
              <w:instrText xml:space="preserve"> </w:instrText>
            </w:r>
            <w:r>
              <w:rPr>
                <w:webHidden/>
                <w:rtl/>
              </w:rPr>
            </w:r>
            <w:r>
              <w:rPr>
                <w:webHidden/>
                <w:rtl/>
              </w:rPr>
              <w:fldChar w:fldCharType="separate"/>
            </w:r>
            <w:r>
              <w:rPr>
                <w:webHidden/>
                <w:rtl/>
              </w:rPr>
              <w:t>486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Toc28081887 \h</w:instrText>
            </w:r>
            <w:r>
              <w:rPr>
                <w:webHidden/>
                <w:rtl/>
              </w:rPr>
              <w:instrText xml:space="preserve"> </w:instrText>
            </w:r>
            <w:r>
              <w:rPr>
                <w:webHidden/>
                <w:rtl/>
              </w:rPr>
            </w:r>
            <w:r>
              <w:rPr>
                <w:webHidden/>
                <w:rtl/>
              </w:rPr>
              <w:fldChar w:fldCharType="separate"/>
            </w:r>
            <w:r>
              <w:rPr>
                <w:webHidden/>
                <w:rtl/>
              </w:rPr>
              <w:t>489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Toc28081888 \h</w:instrText>
            </w:r>
            <w:r>
              <w:rPr>
                <w:webHidden/>
                <w:rtl/>
              </w:rPr>
              <w:instrText xml:space="preserve"> </w:instrText>
            </w:r>
            <w:r>
              <w:rPr>
                <w:webHidden/>
                <w:rtl/>
              </w:rPr>
            </w:r>
            <w:r>
              <w:rPr>
                <w:webHidden/>
                <w:rtl/>
              </w:rPr>
              <w:fldChar w:fldCharType="separate"/>
            </w:r>
            <w:r>
              <w:rPr>
                <w:webHidden/>
                <w:rtl/>
              </w:rPr>
              <w:t>492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8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Toc28081889 \h</w:instrText>
            </w:r>
            <w:r>
              <w:rPr>
                <w:webHidden/>
                <w:rtl/>
              </w:rPr>
              <w:instrText xml:space="preserve"> </w:instrText>
            </w:r>
            <w:r>
              <w:rPr>
                <w:webHidden/>
                <w:rtl/>
              </w:rPr>
            </w:r>
            <w:r>
              <w:rPr>
                <w:webHidden/>
                <w:rtl/>
              </w:rPr>
              <w:fldChar w:fldCharType="separate"/>
            </w:r>
            <w:r>
              <w:rPr>
                <w:webHidden/>
                <w:rtl/>
              </w:rPr>
              <w:t>494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Toc28081890 \h</w:instrText>
            </w:r>
            <w:r>
              <w:rPr>
                <w:webHidden/>
                <w:rtl/>
              </w:rPr>
              <w:instrText xml:space="preserve"> </w:instrText>
            </w:r>
            <w:r>
              <w:rPr>
                <w:webHidden/>
                <w:rtl/>
              </w:rPr>
            </w:r>
            <w:r>
              <w:rPr>
                <w:webHidden/>
                <w:rtl/>
              </w:rPr>
              <w:fldChar w:fldCharType="separate"/>
            </w:r>
            <w:r>
              <w:rPr>
                <w:webHidden/>
                <w:rtl/>
              </w:rPr>
              <w:t>496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Toc28081891 \h</w:instrText>
            </w:r>
            <w:r>
              <w:rPr>
                <w:webHidden/>
                <w:rtl/>
              </w:rPr>
              <w:instrText xml:space="preserve"> </w:instrText>
            </w:r>
            <w:r>
              <w:rPr>
                <w:webHidden/>
                <w:rtl/>
              </w:rPr>
            </w:r>
            <w:r>
              <w:rPr>
                <w:webHidden/>
                <w:rtl/>
              </w:rPr>
              <w:fldChar w:fldCharType="separate"/>
            </w:r>
            <w:r>
              <w:rPr>
                <w:webHidden/>
                <w:rtl/>
              </w:rPr>
              <w:t>498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Toc28081892 \h</w:instrText>
            </w:r>
            <w:r>
              <w:rPr>
                <w:webHidden/>
                <w:rtl/>
              </w:rPr>
              <w:instrText xml:space="preserve"> </w:instrText>
            </w:r>
            <w:r>
              <w:rPr>
                <w:webHidden/>
                <w:rtl/>
              </w:rPr>
            </w:r>
            <w:r>
              <w:rPr>
                <w:webHidden/>
                <w:rtl/>
              </w:rPr>
              <w:fldChar w:fldCharType="separate"/>
            </w:r>
            <w:r>
              <w:rPr>
                <w:webHidden/>
                <w:rtl/>
              </w:rPr>
              <w:t>501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Toc28081893 \h</w:instrText>
            </w:r>
            <w:r>
              <w:rPr>
                <w:webHidden/>
                <w:rtl/>
              </w:rPr>
              <w:instrText xml:space="preserve"> </w:instrText>
            </w:r>
            <w:r>
              <w:rPr>
                <w:webHidden/>
                <w:rtl/>
              </w:rPr>
            </w:r>
            <w:r>
              <w:rPr>
                <w:webHidden/>
                <w:rtl/>
              </w:rPr>
              <w:fldChar w:fldCharType="separate"/>
            </w:r>
            <w:r>
              <w:rPr>
                <w:webHidden/>
                <w:rtl/>
              </w:rPr>
              <w:t>503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Toc28081894 \h</w:instrText>
            </w:r>
            <w:r>
              <w:rPr>
                <w:webHidden/>
                <w:rtl/>
              </w:rPr>
              <w:instrText xml:space="preserve"> </w:instrText>
            </w:r>
            <w:r>
              <w:rPr>
                <w:webHidden/>
                <w:rtl/>
              </w:rPr>
            </w:r>
            <w:r>
              <w:rPr>
                <w:webHidden/>
                <w:rtl/>
              </w:rPr>
              <w:fldChar w:fldCharType="separate"/>
            </w:r>
            <w:r>
              <w:rPr>
                <w:webHidden/>
                <w:rtl/>
              </w:rPr>
              <w:t>507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Toc28081895 \h</w:instrText>
            </w:r>
            <w:r>
              <w:rPr>
                <w:webHidden/>
                <w:rtl/>
              </w:rPr>
              <w:instrText xml:space="preserve"> </w:instrText>
            </w:r>
            <w:r>
              <w:rPr>
                <w:webHidden/>
                <w:rtl/>
              </w:rPr>
            </w:r>
            <w:r>
              <w:rPr>
                <w:webHidden/>
                <w:rtl/>
              </w:rPr>
              <w:fldChar w:fldCharType="separate"/>
            </w:r>
            <w:r>
              <w:rPr>
                <w:webHidden/>
                <w:rtl/>
              </w:rPr>
              <w:t>510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Toc28081896 \h</w:instrText>
            </w:r>
            <w:r>
              <w:rPr>
                <w:webHidden/>
                <w:rtl/>
              </w:rPr>
              <w:instrText xml:space="preserve"> </w:instrText>
            </w:r>
            <w:r>
              <w:rPr>
                <w:webHidden/>
                <w:rtl/>
              </w:rPr>
            </w:r>
            <w:r>
              <w:rPr>
                <w:webHidden/>
                <w:rtl/>
              </w:rPr>
              <w:fldChar w:fldCharType="separate"/>
            </w:r>
            <w:r>
              <w:rPr>
                <w:webHidden/>
                <w:rtl/>
              </w:rPr>
              <w:t>513</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89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Toc28081897 \h</w:instrText>
            </w:r>
            <w:r>
              <w:rPr>
                <w:webHidden/>
                <w:rtl/>
              </w:rPr>
              <w:instrText xml:space="preserve"> </w:instrText>
            </w:r>
            <w:r>
              <w:rPr>
                <w:webHidden/>
                <w:rtl/>
              </w:rPr>
            </w:r>
            <w:r>
              <w:rPr>
                <w:webHidden/>
                <w:rtl/>
              </w:rPr>
              <w:fldChar w:fldCharType="separate"/>
            </w:r>
            <w:r>
              <w:rPr>
                <w:webHidden/>
                <w:rtl/>
              </w:rPr>
              <w:t>517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Toc28081898 \h</w:instrText>
            </w:r>
            <w:r>
              <w:rPr>
                <w:webHidden/>
                <w:rtl/>
              </w:rPr>
              <w:instrText xml:space="preserve"> </w:instrText>
            </w:r>
            <w:r>
              <w:rPr>
                <w:webHidden/>
                <w:rtl/>
              </w:rPr>
            </w:r>
            <w:r>
              <w:rPr>
                <w:webHidden/>
                <w:rtl/>
              </w:rPr>
              <w:fldChar w:fldCharType="separate"/>
            </w:r>
            <w:r>
              <w:rPr>
                <w:webHidden/>
                <w:rtl/>
              </w:rPr>
              <w:t>519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89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Toc28081899 \h</w:instrText>
            </w:r>
            <w:r>
              <w:rPr>
                <w:webHidden/>
                <w:rtl/>
              </w:rPr>
              <w:instrText xml:space="preserve"> </w:instrText>
            </w:r>
            <w:r>
              <w:rPr>
                <w:webHidden/>
                <w:rtl/>
              </w:rPr>
            </w:r>
            <w:r>
              <w:rPr>
                <w:webHidden/>
                <w:rtl/>
              </w:rPr>
              <w:fldChar w:fldCharType="separate"/>
            </w:r>
            <w:r>
              <w:rPr>
                <w:webHidden/>
                <w:rtl/>
              </w:rPr>
              <w:t>521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Toc28081900 \h</w:instrText>
            </w:r>
            <w:r>
              <w:rPr>
                <w:webHidden/>
                <w:rtl/>
              </w:rPr>
              <w:instrText xml:space="preserve"> </w:instrText>
            </w:r>
            <w:r>
              <w:rPr>
                <w:webHidden/>
                <w:rtl/>
              </w:rPr>
            </w:r>
            <w:r>
              <w:rPr>
                <w:webHidden/>
                <w:rtl/>
              </w:rPr>
              <w:fldChar w:fldCharType="separate"/>
            </w:r>
            <w:r>
              <w:rPr>
                <w:webHidden/>
                <w:rtl/>
              </w:rPr>
              <w:t>526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Toc28081901 \h</w:instrText>
            </w:r>
            <w:r>
              <w:rPr>
                <w:webHidden/>
                <w:rtl/>
              </w:rPr>
              <w:instrText xml:space="preserve"> </w:instrText>
            </w:r>
            <w:r>
              <w:rPr>
                <w:webHidden/>
                <w:rtl/>
              </w:rPr>
            </w:r>
            <w:r>
              <w:rPr>
                <w:webHidden/>
                <w:rtl/>
              </w:rPr>
              <w:fldChar w:fldCharType="separate"/>
            </w:r>
            <w:r>
              <w:rPr>
                <w:webHidden/>
                <w:rtl/>
              </w:rPr>
              <w:t>529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Toc28081902 \h</w:instrText>
            </w:r>
            <w:r>
              <w:rPr>
                <w:webHidden/>
                <w:rtl/>
              </w:rPr>
              <w:instrText xml:space="preserve"> </w:instrText>
            </w:r>
            <w:r>
              <w:rPr>
                <w:webHidden/>
                <w:rtl/>
              </w:rPr>
            </w:r>
            <w:r>
              <w:rPr>
                <w:webHidden/>
                <w:rtl/>
              </w:rPr>
              <w:fldChar w:fldCharType="separate"/>
            </w:r>
            <w:r>
              <w:rPr>
                <w:webHidden/>
                <w:rtl/>
              </w:rPr>
              <w:t>531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Toc28081903 \h</w:instrText>
            </w:r>
            <w:r>
              <w:rPr>
                <w:webHidden/>
                <w:rtl/>
              </w:rPr>
              <w:instrText xml:space="preserve"> </w:instrText>
            </w:r>
            <w:r>
              <w:rPr>
                <w:webHidden/>
                <w:rtl/>
              </w:rPr>
            </w:r>
            <w:r>
              <w:rPr>
                <w:webHidden/>
                <w:rtl/>
              </w:rPr>
              <w:fldChar w:fldCharType="separate"/>
            </w:r>
            <w:r>
              <w:rPr>
                <w:webHidden/>
                <w:rtl/>
              </w:rPr>
              <w:t>534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Toc28081904 \h</w:instrText>
            </w:r>
            <w:r>
              <w:rPr>
                <w:webHidden/>
                <w:rtl/>
              </w:rPr>
              <w:instrText xml:space="preserve"> </w:instrText>
            </w:r>
            <w:r>
              <w:rPr>
                <w:webHidden/>
                <w:rtl/>
              </w:rPr>
            </w:r>
            <w:r>
              <w:rPr>
                <w:webHidden/>
                <w:rtl/>
              </w:rPr>
              <w:fldChar w:fldCharType="separate"/>
            </w:r>
            <w:r>
              <w:rPr>
                <w:webHidden/>
                <w:rtl/>
              </w:rPr>
              <w:t>536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Toc28081905 \h</w:instrText>
            </w:r>
            <w:r>
              <w:rPr>
                <w:webHidden/>
                <w:rtl/>
              </w:rPr>
              <w:instrText xml:space="preserve"> </w:instrText>
            </w:r>
            <w:r>
              <w:rPr>
                <w:webHidden/>
                <w:rtl/>
              </w:rPr>
            </w:r>
            <w:r>
              <w:rPr>
                <w:webHidden/>
                <w:rtl/>
              </w:rPr>
              <w:fldChar w:fldCharType="separate"/>
            </w:r>
            <w:r>
              <w:rPr>
                <w:webHidden/>
                <w:rtl/>
              </w:rPr>
              <w:t>539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Toc28081906 \h</w:instrText>
            </w:r>
            <w:r>
              <w:rPr>
                <w:webHidden/>
                <w:rtl/>
              </w:rPr>
              <w:instrText xml:space="preserve"> </w:instrText>
            </w:r>
            <w:r>
              <w:rPr>
                <w:webHidden/>
                <w:rtl/>
              </w:rPr>
            </w:r>
            <w:r>
              <w:rPr>
                <w:webHidden/>
                <w:rtl/>
              </w:rPr>
              <w:fldChar w:fldCharType="separate"/>
            </w:r>
            <w:r>
              <w:rPr>
                <w:webHidden/>
                <w:rtl/>
              </w:rPr>
              <w:t>543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Toc28081907 \h</w:instrText>
            </w:r>
            <w:r>
              <w:rPr>
                <w:webHidden/>
                <w:rtl/>
              </w:rPr>
              <w:instrText xml:space="preserve"> </w:instrText>
            </w:r>
            <w:r>
              <w:rPr>
                <w:webHidden/>
                <w:rtl/>
              </w:rPr>
            </w:r>
            <w:r>
              <w:rPr>
                <w:webHidden/>
                <w:rtl/>
              </w:rPr>
              <w:fldChar w:fldCharType="separate"/>
            </w:r>
            <w:r>
              <w:rPr>
                <w:webHidden/>
                <w:rtl/>
              </w:rPr>
              <w:t>545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Toc28081908 \h</w:instrText>
            </w:r>
            <w:r>
              <w:rPr>
                <w:webHidden/>
                <w:rtl/>
              </w:rPr>
              <w:instrText xml:space="preserve"> </w:instrText>
            </w:r>
            <w:r>
              <w:rPr>
                <w:webHidden/>
                <w:rtl/>
              </w:rPr>
            </w:r>
            <w:r>
              <w:rPr>
                <w:webHidden/>
                <w:rtl/>
              </w:rPr>
              <w:fldChar w:fldCharType="separate"/>
            </w:r>
            <w:r>
              <w:rPr>
                <w:webHidden/>
                <w:rtl/>
              </w:rPr>
              <w:t>546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0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Toc28081909 \h</w:instrText>
            </w:r>
            <w:r>
              <w:rPr>
                <w:webHidden/>
                <w:rtl/>
              </w:rPr>
              <w:instrText xml:space="preserve"> </w:instrText>
            </w:r>
            <w:r>
              <w:rPr>
                <w:webHidden/>
                <w:rtl/>
              </w:rPr>
            </w:r>
            <w:r>
              <w:rPr>
                <w:webHidden/>
                <w:rtl/>
              </w:rPr>
              <w:fldChar w:fldCharType="separate"/>
            </w:r>
            <w:r>
              <w:rPr>
                <w:webHidden/>
                <w:rtl/>
              </w:rPr>
              <w:t>549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Toc28081910 \h</w:instrText>
            </w:r>
            <w:r>
              <w:rPr>
                <w:webHidden/>
                <w:rtl/>
              </w:rPr>
              <w:instrText xml:space="preserve"> </w:instrText>
            </w:r>
            <w:r>
              <w:rPr>
                <w:webHidden/>
                <w:rtl/>
              </w:rPr>
            </w:r>
            <w:r>
              <w:rPr>
                <w:webHidden/>
                <w:rtl/>
              </w:rPr>
              <w:fldChar w:fldCharType="separate"/>
            </w:r>
            <w:r>
              <w:rPr>
                <w:webHidden/>
                <w:rtl/>
              </w:rPr>
              <w:t>550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Toc28081911 \h</w:instrText>
            </w:r>
            <w:r>
              <w:rPr>
                <w:webHidden/>
                <w:rtl/>
              </w:rPr>
              <w:instrText xml:space="preserve"> </w:instrText>
            </w:r>
            <w:r>
              <w:rPr>
                <w:webHidden/>
                <w:rtl/>
              </w:rPr>
            </w:r>
            <w:r>
              <w:rPr>
                <w:webHidden/>
                <w:rtl/>
              </w:rPr>
              <w:fldChar w:fldCharType="separate"/>
            </w:r>
            <w:r>
              <w:rPr>
                <w:webHidden/>
                <w:rtl/>
              </w:rPr>
              <w:t>552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Toc28081912 \h</w:instrText>
            </w:r>
            <w:r>
              <w:rPr>
                <w:webHidden/>
                <w:rtl/>
              </w:rPr>
              <w:instrText xml:space="preserve"> </w:instrText>
            </w:r>
            <w:r>
              <w:rPr>
                <w:webHidden/>
                <w:rtl/>
              </w:rPr>
            </w:r>
            <w:r>
              <w:rPr>
                <w:webHidden/>
                <w:rtl/>
              </w:rPr>
              <w:fldChar w:fldCharType="separate"/>
            </w:r>
            <w:r>
              <w:rPr>
                <w:webHidden/>
                <w:rtl/>
              </w:rPr>
              <w:t>553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89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Toc28081913 \h</w:instrText>
            </w:r>
            <w:r>
              <w:rPr>
                <w:webHidden/>
                <w:rtl/>
              </w:rPr>
              <w:instrText xml:space="preserve"> </w:instrText>
            </w:r>
            <w:r>
              <w:rPr>
                <w:webHidden/>
                <w:rtl/>
              </w:rPr>
            </w:r>
            <w:r>
              <w:rPr>
                <w:webHidden/>
                <w:rtl/>
              </w:rPr>
              <w:fldChar w:fldCharType="separate"/>
            </w:r>
            <w:r>
              <w:rPr>
                <w:webHidden/>
                <w:rtl/>
              </w:rPr>
              <w:t>555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Toc28081914 \h</w:instrText>
            </w:r>
            <w:r>
              <w:rPr>
                <w:webHidden/>
                <w:rtl/>
              </w:rPr>
              <w:instrText xml:space="preserve"> </w:instrText>
            </w:r>
            <w:r>
              <w:rPr>
                <w:webHidden/>
                <w:rtl/>
              </w:rPr>
            </w:r>
            <w:r>
              <w:rPr>
                <w:webHidden/>
                <w:rtl/>
              </w:rPr>
              <w:fldChar w:fldCharType="separate"/>
            </w:r>
            <w:r>
              <w:rPr>
                <w:webHidden/>
                <w:rtl/>
              </w:rPr>
              <w:t>560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Toc28081915 \h</w:instrText>
            </w:r>
            <w:r>
              <w:rPr>
                <w:webHidden/>
                <w:rtl/>
              </w:rPr>
              <w:instrText xml:space="preserve"> </w:instrText>
            </w:r>
            <w:r>
              <w:rPr>
                <w:webHidden/>
                <w:rtl/>
              </w:rPr>
            </w:r>
            <w:r>
              <w:rPr>
                <w:webHidden/>
                <w:rtl/>
              </w:rPr>
              <w:fldChar w:fldCharType="separate"/>
            </w:r>
            <w:r>
              <w:rPr>
                <w:webHidden/>
                <w:rtl/>
              </w:rPr>
              <w:t>565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Toc28081916 \h</w:instrText>
            </w:r>
            <w:r>
              <w:rPr>
                <w:webHidden/>
                <w:rtl/>
              </w:rPr>
              <w:instrText xml:space="preserve"> </w:instrText>
            </w:r>
            <w:r>
              <w:rPr>
                <w:webHidden/>
                <w:rtl/>
              </w:rPr>
            </w:r>
            <w:r>
              <w:rPr>
                <w:webHidden/>
                <w:rtl/>
              </w:rPr>
              <w:fldChar w:fldCharType="separate"/>
            </w:r>
            <w:r>
              <w:rPr>
                <w:webHidden/>
                <w:rtl/>
              </w:rPr>
              <w:t>567</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91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Toc28081917 \h</w:instrText>
            </w:r>
            <w:r>
              <w:rPr>
                <w:webHidden/>
                <w:rtl/>
              </w:rPr>
              <w:instrText xml:space="preserve"> </w:instrText>
            </w:r>
            <w:r>
              <w:rPr>
                <w:webHidden/>
                <w:rtl/>
              </w:rPr>
            </w:r>
            <w:r>
              <w:rPr>
                <w:webHidden/>
                <w:rtl/>
              </w:rPr>
              <w:fldChar w:fldCharType="separate"/>
            </w:r>
            <w:r>
              <w:rPr>
                <w:webHidden/>
                <w:rtl/>
              </w:rPr>
              <w:t>571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Toc28081918 \h</w:instrText>
            </w:r>
            <w:r>
              <w:rPr>
                <w:webHidden/>
                <w:rtl/>
              </w:rPr>
              <w:instrText xml:space="preserve"> </w:instrText>
            </w:r>
            <w:r>
              <w:rPr>
                <w:webHidden/>
                <w:rtl/>
              </w:rPr>
            </w:r>
            <w:r>
              <w:rPr>
                <w:webHidden/>
                <w:rtl/>
              </w:rPr>
              <w:fldChar w:fldCharType="separate"/>
            </w:r>
            <w:r>
              <w:rPr>
                <w:webHidden/>
                <w:rtl/>
              </w:rPr>
              <w:t>573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1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Toc28081919 \h</w:instrText>
            </w:r>
            <w:r>
              <w:rPr>
                <w:webHidden/>
                <w:rtl/>
              </w:rPr>
              <w:instrText xml:space="preserve"> </w:instrText>
            </w:r>
            <w:r>
              <w:rPr>
                <w:webHidden/>
                <w:rtl/>
              </w:rPr>
            </w:r>
            <w:r>
              <w:rPr>
                <w:webHidden/>
                <w:rtl/>
              </w:rPr>
              <w:fldChar w:fldCharType="separate"/>
            </w:r>
            <w:r>
              <w:rPr>
                <w:webHidden/>
                <w:rtl/>
              </w:rPr>
              <w:t>576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Toc28081920 \h</w:instrText>
            </w:r>
            <w:r>
              <w:rPr>
                <w:webHidden/>
                <w:rtl/>
              </w:rPr>
              <w:instrText xml:space="preserve"> </w:instrText>
            </w:r>
            <w:r>
              <w:rPr>
                <w:webHidden/>
                <w:rtl/>
              </w:rPr>
            </w:r>
            <w:r>
              <w:rPr>
                <w:webHidden/>
                <w:rtl/>
              </w:rPr>
              <w:fldChar w:fldCharType="separate"/>
            </w:r>
            <w:r>
              <w:rPr>
                <w:webHidden/>
                <w:rtl/>
              </w:rPr>
              <w:t>579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Toc28081921 \h</w:instrText>
            </w:r>
            <w:r>
              <w:rPr>
                <w:webHidden/>
                <w:rtl/>
              </w:rPr>
              <w:instrText xml:space="preserve"> </w:instrText>
            </w:r>
            <w:r>
              <w:rPr>
                <w:webHidden/>
                <w:rtl/>
              </w:rPr>
            </w:r>
            <w:r>
              <w:rPr>
                <w:webHidden/>
                <w:rtl/>
              </w:rPr>
              <w:fldChar w:fldCharType="separate"/>
            </w:r>
            <w:r>
              <w:rPr>
                <w:webHidden/>
                <w:rtl/>
              </w:rPr>
              <w:t>582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Toc28081922 \h</w:instrText>
            </w:r>
            <w:r>
              <w:rPr>
                <w:webHidden/>
                <w:rtl/>
              </w:rPr>
              <w:instrText xml:space="preserve"> </w:instrText>
            </w:r>
            <w:r>
              <w:rPr>
                <w:webHidden/>
                <w:rtl/>
              </w:rPr>
            </w:r>
            <w:r>
              <w:rPr>
                <w:webHidden/>
                <w:rtl/>
              </w:rPr>
              <w:fldChar w:fldCharType="separate"/>
            </w:r>
            <w:r>
              <w:rPr>
                <w:webHidden/>
                <w:rtl/>
              </w:rPr>
              <w:t>584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99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Toc28081923 \h</w:instrText>
            </w:r>
            <w:r>
              <w:rPr>
                <w:webHidden/>
                <w:rtl/>
              </w:rPr>
              <w:instrText xml:space="preserve"> </w:instrText>
            </w:r>
            <w:r>
              <w:rPr>
                <w:webHidden/>
                <w:rtl/>
              </w:rPr>
            </w:r>
            <w:r>
              <w:rPr>
                <w:webHidden/>
                <w:rtl/>
              </w:rPr>
              <w:fldChar w:fldCharType="separate"/>
            </w:r>
            <w:r>
              <w:rPr>
                <w:webHidden/>
                <w:rtl/>
              </w:rPr>
              <w:t>587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Toc28081924 \h</w:instrText>
            </w:r>
            <w:r>
              <w:rPr>
                <w:webHidden/>
                <w:rtl/>
              </w:rPr>
              <w:instrText xml:space="preserve"> </w:instrText>
            </w:r>
            <w:r>
              <w:rPr>
                <w:webHidden/>
                <w:rtl/>
              </w:rPr>
            </w:r>
            <w:r>
              <w:rPr>
                <w:webHidden/>
                <w:rtl/>
              </w:rPr>
              <w:fldChar w:fldCharType="separate"/>
            </w:r>
            <w:r>
              <w:rPr>
                <w:webHidden/>
                <w:rtl/>
              </w:rPr>
              <w:t>590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Toc28081925 \h</w:instrText>
            </w:r>
            <w:r>
              <w:rPr>
                <w:webHidden/>
                <w:rtl/>
              </w:rPr>
              <w:instrText xml:space="preserve"> </w:instrText>
            </w:r>
            <w:r>
              <w:rPr>
                <w:webHidden/>
                <w:rtl/>
              </w:rPr>
            </w:r>
            <w:r>
              <w:rPr>
                <w:webHidden/>
                <w:rtl/>
              </w:rPr>
              <w:fldChar w:fldCharType="separate"/>
            </w:r>
            <w:r>
              <w:rPr>
                <w:webHidden/>
                <w:rtl/>
              </w:rPr>
              <w:t>592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Toc28081926 \h</w:instrText>
            </w:r>
            <w:r>
              <w:rPr>
                <w:webHidden/>
                <w:rtl/>
              </w:rPr>
              <w:instrText xml:space="preserve"> </w:instrText>
            </w:r>
            <w:r>
              <w:rPr>
                <w:webHidden/>
                <w:rtl/>
              </w:rPr>
            </w:r>
            <w:r>
              <w:rPr>
                <w:webHidden/>
                <w:rtl/>
              </w:rPr>
              <w:fldChar w:fldCharType="separate"/>
            </w:r>
            <w:r>
              <w:rPr>
                <w:webHidden/>
                <w:rtl/>
              </w:rPr>
              <w:t>594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Toc28081927 \h</w:instrText>
            </w:r>
            <w:r>
              <w:rPr>
                <w:webHidden/>
                <w:rtl/>
              </w:rPr>
              <w:instrText xml:space="preserve"> </w:instrText>
            </w:r>
            <w:r>
              <w:rPr>
                <w:webHidden/>
                <w:rtl/>
              </w:rPr>
            </w:r>
            <w:r>
              <w:rPr>
                <w:webHidden/>
                <w:rtl/>
              </w:rPr>
              <w:fldChar w:fldCharType="separate"/>
            </w:r>
            <w:r>
              <w:rPr>
                <w:webHidden/>
                <w:rtl/>
              </w:rPr>
              <w:t>597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Toc28081928 \h</w:instrText>
            </w:r>
            <w:r>
              <w:rPr>
                <w:webHidden/>
                <w:rtl/>
              </w:rPr>
              <w:instrText xml:space="preserve"> </w:instrText>
            </w:r>
            <w:r>
              <w:rPr>
                <w:webHidden/>
                <w:rtl/>
              </w:rPr>
            </w:r>
            <w:r>
              <w:rPr>
                <w:webHidden/>
                <w:rtl/>
              </w:rPr>
              <w:fldChar w:fldCharType="separate"/>
            </w:r>
            <w:r>
              <w:rPr>
                <w:webHidden/>
                <w:rtl/>
              </w:rPr>
              <w:t>599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2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Toc28081929 \h</w:instrText>
            </w:r>
            <w:r>
              <w:rPr>
                <w:webHidden/>
                <w:rtl/>
              </w:rPr>
              <w:instrText xml:space="preserve"> </w:instrText>
            </w:r>
            <w:r>
              <w:rPr>
                <w:webHidden/>
                <w:rtl/>
              </w:rPr>
            </w:r>
            <w:r>
              <w:rPr>
                <w:webHidden/>
                <w:rtl/>
              </w:rPr>
              <w:fldChar w:fldCharType="separate"/>
            </w:r>
            <w:r>
              <w:rPr>
                <w:webHidden/>
                <w:rtl/>
              </w:rPr>
              <w:t>601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Toc28081930 \h</w:instrText>
            </w:r>
            <w:r>
              <w:rPr>
                <w:webHidden/>
                <w:rtl/>
              </w:rPr>
              <w:instrText xml:space="preserve"> </w:instrText>
            </w:r>
            <w:r>
              <w:rPr>
                <w:webHidden/>
                <w:rtl/>
              </w:rPr>
            </w:r>
            <w:r>
              <w:rPr>
                <w:webHidden/>
                <w:rtl/>
              </w:rPr>
              <w:fldChar w:fldCharType="separate"/>
            </w:r>
            <w:r>
              <w:rPr>
                <w:webHidden/>
                <w:rtl/>
              </w:rPr>
              <w:t>603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Toc28081931 \h</w:instrText>
            </w:r>
            <w:r>
              <w:rPr>
                <w:webHidden/>
                <w:rtl/>
              </w:rPr>
              <w:instrText xml:space="preserve"> </w:instrText>
            </w:r>
            <w:r>
              <w:rPr>
                <w:webHidden/>
                <w:rtl/>
              </w:rPr>
            </w:r>
            <w:r>
              <w:rPr>
                <w:webHidden/>
                <w:rtl/>
              </w:rPr>
              <w:fldChar w:fldCharType="separate"/>
            </w:r>
            <w:r>
              <w:rPr>
                <w:webHidden/>
                <w:rtl/>
              </w:rPr>
              <w:t>607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Toc28081932 \h</w:instrText>
            </w:r>
            <w:r>
              <w:rPr>
                <w:webHidden/>
                <w:rtl/>
              </w:rPr>
              <w:instrText xml:space="preserve"> </w:instrText>
            </w:r>
            <w:r>
              <w:rPr>
                <w:webHidden/>
                <w:rtl/>
              </w:rPr>
            </w:r>
            <w:r>
              <w:rPr>
                <w:webHidden/>
                <w:rtl/>
              </w:rPr>
              <w:fldChar w:fldCharType="separate"/>
            </w:r>
            <w:r>
              <w:rPr>
                <w:webHidden/>
                <w:rtl/>
              </w:rPr>
              <w:t>609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109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Toc28081933 \h</w:instrText>
            </w:r>
            <w:r>
              <w:rPr>
                <w:webHidden/>
                <w:rtl/>
              </w:rPr>
              <w:instrText xml:space="preserve"> </w:instrText>
            </w:r>
            <w:r>
              <w:rPr>
                <w:webHidden/>
                <w:rtl/>
              </w:rPr>
            </w:r>
            <w:r>
              <w:rPr>
                <w:webHidden/>
                <w:rtl/>
              </w:rPr>
              <w:fldChar w:fldCharType="separate"/>
            </w:r>
            <w:r>
              <w:rPr>
                <w:webHidden/>
                <w:rtl/>
              </w:rPr>
              <w:t>612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Toc28081934 \h</w:instrText>
            </w:r>
            <w:r>
              <w:rPr>
                <w:webHidden/>
                <w:rtl/>
              </w:rPr>
              <w:instrText xml:space="preserve"> </w:instrText>
            </w:r>
            <w:r>
              <w:rPr>
                <w:webHidden/>
                <w:rtl/>
              </w:rPr>
            </w:r>
            <w:r>
              <w:rPr>
                <w:webHidden/>
                <w:rtl/>
              </w:rPr>
              <w:fldChar w:fldCharType="separate"/>
            </w:r>
            <w:r>
              <w:rPr>
                <w:webHidden/>
                <w:rtl/>
              </w:rPr>
              <w:t>614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Toc28081935 \h</w:instrText>
            </w:r>
            <w:r>
              <w:rPr>
                <w:webHidden/>
                <w:rtl/>
              </w:rPr>
              <w:instrText xml:space="preserve"> </w:instrText>
            </w:r>
            <w:r>
              <w:rPr>
                <w:webHidden/>
                <w:rtl/>
              </w:rPr>
            </w:r>
            <w:r>
              <w:rPr>
                <w:webHidden/>
                <w:rtl/>
              </w:rPr>
              <w:fldChar w:fldCharType="separate"/>
            </w:r>
            <w:r>
              <w:rPr>
                <w:webHidden/>
                <w:rtl/>
              </w:rPr>
              <w:t>619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Toc28081936 \h</w:instrText>
            </w:r>
            <w:r>
              <w:rPr>
                <w:webHidden/>
                <w:rtl/>
              </w:rPr>
              <w:instrText xml:space="preserve"> </w:instrText>
            </w:r>
            <w:r>
              <w:rPr>
                <w:webHidden/>
                <w:rtl/>
              </w:rPr>
            </w:r>
            <w:r>
              <w:rPr>
                <w:webHidden/>
                <w:rtl/>
              </w:rPr>
              <w:fldChar w:fldCharType="separate"/>
            </w:r>
            <w:r>
              <w:rPr>
                <w:webHidden/>
                <w:rtl/>
              </w:rPr>
              <w:t>621</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93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Toc28081937 \h</w:instrText>
            </w:r>
            <w:r>
              <w:rPr>
                <w:webHidden/>
                <w:rtl/>
              </w:rPr>
              <w:instrText xml:space="preserve"> </w:instrText>
            </w:r>
            <w:r>
              <w:rPr>
                <w:webHidden/>
                <w:rtl/>
              </w:rPr>
            </w:r>
            <w:r>
              <w:rPr>
                <w:webHidden/>
                <w:rtl/>
              </w:rPr>
              <w:fldChar w:fldCharType="separate"/>
            </w:r>
            <w:r>
              <w:rPr>
                <w:webHidden/>
                <w:rtl/>
              </w:rPr>
              <w:t>626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Toc28081938 \h</w:instrText>
            </w:r>
            <w:r>
              <w:rPr>
                <w:webHidden/>
                <w:rtl/>
              </w:rPr>
              <w:instrText xml:space="preserve"> </w:instrText>
            </w:r>
            <w:r>
              <w:rPr>
                <w:webHidden/>
                <w:rtl/>
              </w:rPr>
            </w:r>
            <w:r>
              <w:rPr>
                <w:webHidden/>
                <w:rtl/>
              </w:rPr>
              <w:fldChar w:fldCharType="separate"/>
            </w:r>
            <w:r>
              <w:rPr>
                <w:webHidden/>
                <w:rtl/>
              </w:rPr>
              <w:t>628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3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Toc28081939 \h</w:instrText>
            </w:r>
            <w:r>
              <w:rPr>
                <w:webHidden/>
                <w:rtl/>
              </w:rPr>
              <w:instrText xml:space="preserve"> </w:instrText>
            </w:r>
            <w:r>
              <w:rPr>
                <w:webHidden/>
                <w:rtl/>
              </w:rPr>
            </w:r>
            <w:r>
              <w:rPr>
                <w:webHidden/>
                <w:rtl/>
              </w:rPr>
              <w:fldChar w:fldCharType="separate"/>
            </w:r>
            <w:r>
              <w:rPr>
                <w:webHidden/>
                <w:rtl/>
              </w:rPr>
              <w:t>632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Toc28081940 \h</w:instrText>
            </w:r>
            <w:r>
              <w:rPr>
                <w:webHidden/>
                <w:rtl/>
              </w:rPr>
              <w:instrText xml:space="preserve"> </w:instrText>
            </w:r>
            <w:r>
              <w:rPr>
                <w:webHidden/>
                <w:rtl/>
              </w:rPr>
            </w:r>
            <w:r>
              <w:rPr>
                <w:webHidden/>
                <w:rtl/>
              </w:rPr>
              <w:fldChar w:fldCharType="separate"/>
            </w:r>
            <w:r>
              <w:rPr>
                <w:webHidden/>
                <w:rtl/>
              </w:rPr>
              <w:t>635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Toc28081941 \h</w:instrText>
            </w:r>
            <w:r>
              <w:rPr>
                <w:webHidden/>
                <w:rtl/>
              </w:rPr>
              <w:instrText xml:space="preserve"> </w:instrText>
            </w:r>
            <w:r>
              <w:rPr>
                <w:webHidden/>
                <w:rtl/>
              </w:rPr>
            </w:r>
            <w:r>
              <w:rPr>
                <w:webHidden/>
                <w:rtl/>
              </w:rPr>
              <w:fldChar w:fldCharType="separate"/>
            </w:r>
            <w:r>
              <w:rPr>
                <w:webHidden/>
                <w:rtl/>
              </w:rPr>
              <w:t>637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Toc28081942 \h</w:instrText>
            </w:r>
            <w:r>
              <w:rPr>
                <w:webHidden/>
                <w:rtl/>
              </w:rPr>
              <w:instrText xml:space="preserve"> </w:instrText>
            </w:r>
            <w:r>
              <w:rPr>
                <w:webHidden/>
                <w:rtl/>
              </w:rPr>
            </w:r>
            <w:r>
              <w:rPr>
                <w:webHidden/>
                <w:rtl/>
              </w:rPr>
              <w:fldChar w:fldCharType="separate"/>
            </w:r>
            <w:r>
              <w:rPr>
                <w:webHidden/>
                <w:rtl/>
              </w:rPr>
              <w:t>639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3"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Toc28081943 \h</w:instrText>
            </w:r>
            <w:r>
              <w:rPr>
                <w:webHidden/>
                <w:rtl/>
              </w:rPr>
              <w:instrText xml:space="preserve"> </w:instrText>
            </w:r>
            <w:r>
              <w:rPr>
                <w:webHidden/>
                <w:rtl/>
              </w:rPr>
            </w:r>
            <w:r>
              <w:rPr>
                <w:webHidden/>
                <w:rtl/>
              </w:rPr>
              <w:fldChar w:fldCharType="separate"/>
            </w:r>
            <w:r>
              <w:rPr>
                <w:webHidden/>
                <w:rtl/>
              </w:rPr>
              <w:t>641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4"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Toc28081944 \h</w:instrText>
            </w:r>
            <w:r>
              <w:rPr>
                <w:webHidden/>
                <w:rtl/>
              </w:rPr>
              <w:instrText xml:space="preserve"> </w:instrText>
            </w:r>
            <w:r>
              <w:rPr>
                <w:webHidden/>
                <w:rtl/>
              </w:rPr>
            </w:r>
            <w:r>
              <w:rPr>
                <w:webHidden/>
                <w:rtl/>
              </w:rPr>
              <w:fldChar w:fldCharType="separate"/>
            </w:r>
            <w:r>
              <w:rPr>
                <w:webHidden/>
                <w:rtl/>
              </w:rPr>
              <w:t>644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5"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Toc28081945 \h</w:instrText>
            </w:r>
            <w:r>
              <w:rPr>
                <w:webHidden/>
                <w:rtl/>
              </w:rPr>
              <w:instrText xml:space="preserve"> </w:instrText>
            </w:r>
            <w:r>
              <w:rPr>
                <w:webHidden/>
                <w:rtl/>
              </w:rPr>
            </w:r>
            <w:r>
              <w:rPr>
                <w:webHidden/>
                <w:rtl/>
              </w:rPr>
              <w:fldChar w:fldCharType="separate"/>
            </w:r>
            <w:r>
              <w:rPr>
                <w:webHidden/>
                <w:rtl/>
              </w:rPr>
              <w:t>647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6"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Toc28081946 \h</w:instrText>
            </w:r>
            <w:r>
              <w:rPr>
                <w:webHidden/>
                <w:rtl/>
              </w:rPr>
              <w:instrText xml:space="preserve"> </w:instrText>
            </w:r>
            <w:r>
              <w:rPr>
                <w:webHidden/>
                <w:rtl/>
              </w:rPr>
            </w:r>
            <w:r>
              <w:rPr>
                <w:webHidden/>
                <w:rtl/>
              </w:rPr>
              <w:fldChar w:fldCharType="separate"/>
            </w:r>
            <w:r>
              <w:rPr>
                <w:webHidden/>
                <w:rtl/>
              </w:rPr>
              <w:t>648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7"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Toc28081947 \h</w:instrText>
            </w:r>
            <w:r>
              <w:rPr>
                <w:webHidden/>
                <w:rtl/>
              </w:rPr>
              <w:instrText xml:space="preserve"> </w:instrText>
            </w:r>
            <w:r>
              <w:rPr>
                <w:webHidden/>
                <w:rtl/>
              </w:rPr>
            </w:r>
            <w:r>
              <w:rPr>
                <w:webHidden/>
                <w:rtl/>
              </w:rPr>
              <w:fldChar w:fldCharType="separate"/>
            </w:r>
            <w:r>
              <w:rPr>
                <w:webHidden/>
                <w:rtl/>
              </w:rPr>
              <w:t>650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8"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Toc28081948 \h</w:instrText>
            </w:r>
            <w:r>
              <w:rPr>
                <w:webHidden/>
                <w:rtl/>
              </w:rPr>
              <w:instrText xml:space="preserve"> </w:instrText>
            </w:r>
            <w:r>
              <w:rPr>
                <w:webHidden/>
                <w:rtl/>
              </w:rPr>
            </w:r>
            <w:r>
              <w:rPr>
                <w:webHidden/>
                <w:rtl/>
              </w:rPr>
              <w:fldChar w:fldCharType="separate"/>
            </w:r>
            <w:r>
              <w:rPr>
                <w:webHidden/>
                <w:rtl/>
              </w:rPr>
              <w:t>652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49"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Toc28081949 \h</w:instrText>
            </w:r>
            <w:r>
              <w:rPr>
                <w:webHidden/>
                <w:rtl/>
              </w:rPr>
              <w:instrText xml:space="preserve"> </w:instrText>
            </w:r>
            <w:r>
              <w:rPr>
                <w:webHidden/>
                <w:rtl/>
              </w:rPr>
            </w:r>
            <w:r>
              <w:rPr>
                <w:webHidden/>
                <w:rtl/>
              </w:rPr>
              <w:fldChar w:fldCharType="separate"/>
            </w:r>
            <w:r>
              <w:rPr>
                <w:webHidden/>
                <w:rtl/>
              </w:rPr>
              <w:t>654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0"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Toc28081950 \h</w:instrText>
            </w:r>
            <w:r>
              <w:rPr>
                <w:webHidden/>
                <w:rtl/>
              </w:rPr>
              <w:instrText xml:space="preserve"> </w:instrText>
            </w:r>
            <w:r>
              <w:rPr>
                <w:webHidden/>
                <w:rtl/>
              </w:rPr>
            </w:r>
            <w:r>
              <w:rPr>
                <w:webHidden/>
                <w:rtl/>
              </w:rPr>
              <w:fldChar w:fldCharType="separate"/>
            </w:r>
            <w:r>
              <w:rPr>
                <w:webHidden/>
                <w:rtl/>
              </w:rPr>
              <w:t>659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1"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Toc28081951 \h</w:instrText>
            </w:r>
            <w:r>
              <w:rPr>
                <w:webHidden/>
                <w:rtl/>
              </w:rPr>
              <w:instrText xml:space="preserve"> </w:instrText>
            </w:r>
            <w:r>
              <w:rPr>
                <w:webHidden/>
                <w:rtl/>
              </w:rPr>
            </w:r>
            <w:r>
              <w:rPr>
                <w:webHidden/>
                <w:rtl/>
              </w:rPr>
              <w:fldChar w:fldCharType="separate"/>
            </w:r>
            <w:r>
              <w:rPr>
                <w:webHidden/>
                <w:rtl/>
              </w:rPr>
              <w:t>661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2" w:history="1">
            <w:r w:rsidRPr="00F73E01">
              <w:rPr>
                <w:rStyle w:val="Hyperlink"/>
                <w:rtl/>
              </w:rPr>
              <w:t>آ</w:t>
            </w:r>
            <w:r w:rsidRPr="00F73E01">
              <w:rPr>
                <w:rStyle w:val="Hyperlink"/>
                <w:rFonts w:hint="cs"/>
                <w:rtl/>
              </w:rPr>
              <w:t>ی</w:t>
            </w:r>
            <w:r w:rsidRPr="00F73E01">
              <w:rPr>
                <w:rStyle w:val="Hyperlink"/>
                <w:rFonts w:hint="eastAsia"/>
                <w:rtl/>
              </w:rPr>
              <w:t>ت</w:t>
            </w:r>
            <w:r w:rsidRPr="00F73E01">
              <w:rPr>
                <w:rStyle w:val="Hyperlink"/>
                <w:rtl/>
              </w:rPr>
              <w:t xml:space="preserve"> 128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Toc28081952 \h</w:instrText>
            </w:r>
            <w:r>
              <w:rPr>
                <w:webHidden/>
                <w:rtl/>
              </w:rPr>
              <w:instrText xml:space="preserve"> </w:instrText>
            </w:r>
            <w:r>
              <w:rPr>
                <w:webHidden/>
                <w:rtl/>
              </w:rPr>
            </w:r>
            <w:r>
              <w:rPr>
                <w:webHidden/>
                <w:rtl/>
              </w:rPr>
              <w:fldChar w:fldCharType="separate"/>
            </w:r>
            <w:r>
              <w:rPr>
                <w:webHidden/>
                <w:rtl/>
              </w:rPr>
              <w:t>664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3" w:history="1">
            <w:r w:rsidRPr="00F73E01">
              <w:rPr>
                <w:rStyle w:val="Hyperlink"/>
                <w:rtl/>
              </w:rPr>
              <w:t>اشاريوں سے استفادہ كى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Toc28081953 \h</w:instrText>
            </w:r>
            <w:r>
              <w:rPr>
                <w:webHidden/>
                <w:rtl/>
              </w:rPr>
              <w:instrText xml:space="preserve"> </w:instrText>
            </w:r>
            <w:r>
              <w:rPr>
                <w:webHidden/>
                <w:rtl/>
              </w:rPr>
            </w:r>
            <w:r>
              <w:rPr>
                <w:webHidden/>
                <w:rtl/>
              </w:rPr>
              <w:fldChar w:fldCharType="separate"/>
            </w:r>
            <w:r>
              <w:rPr>
                <w:webHidden/>
                <w:rtl/>
              </w:rPr>
              <w:t>667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4" w:history="1">
            <w:r w:rsidRPr="00F73E01">
              <w:rPr>
                <w:rStyle w:val="Hyperlink"/>
                <w:rtl/>
              </w:rPr>
              <w:t>ملاحظات: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Toc28081954 \h</w:instrText>
            </w:r>
            <w:r>
              <w:rPr>
                <w:webHidden/>
                <w:rtl/>
              </w:rPr>
              <w:instrText xml:space="preserve"> </w:instrText>
            </w:r>
            <w:r>
              <w:rPr>
                <w:webHidden/>
                <w:rtl/>
              </w:rPr>
            </w:r>
            <w:r>
              <w:rPr>
                <w:webHidden/>
                <w:rtl/>
              </w:rPr>
              <w:fldChar w:fldCharType="separate"/>
            </w:r>
            <w:r>
              <w:rPr>
                <w:webHidden/>
                <w:rtl/>
              </w:rPr>
              <w:t>668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5" w:history="1">
            <w:r w:rsidRPr="00F73E01">
              <w:rPr>
                <w:rStyle w:val="Hyperlink"/>
                <w:rtl/>
              </w:rPr>
              <w:t>اشاريے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Toc28081955 \h</w:instrText>
            </w:r>
            <w:r>
              <w:rPr>
                <w:webHidden/>
                <w:rtl/>
              </w:rPr>
              <w:instrText xml:space="preserve"> </w:instrText>
            </w:r>
            <w:r>
              <w:rPr>
                <w:webHidden/>
                <w:rtl/>
              </w:rPr>
            </w:r>
            <w:r>
              <w:rPr>
                <w:webHidden/>
                <w:rtl/>
              </w:rPr>
              <w:fldChar w:fldCharType="separate"/>
            </w:r>
            <w:r>
              <w:rPr>
                <w:webHidden/>
                <w:rtl/>
              </w:rPr>
              <w:t>669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6" w:history="1">
            <w:r w:rsidRPr="00F73E01">
              <w:rPr>
                <w:rStyle w:val="Hyperlink"/>
                <w:rtl/>
              </w:rPr>
              <w:t>''آ''</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Toc28081956 \h</w:instrText>
            </w:r>
            <w:r>
              <w:rPr>
                <w:webHidden/>
                <w:rtl/>
              </w:rPr>
              <w:instrText xml:space="preserve"> </w:instrText>
            </w:r>
            <w:r>
              <w:rPr>
                <w:webHidden/>
                <w:rtl/>
              </w:rPr>
            </w:r>
            <w:r>
              <w:rPr>
                <w:webHidden/>
                <w:rtl/>
              </w:rPr>
              <w:fldChar w:fldCharType="separate"/>
            </w:r>
            <w:r>
              <w:rPr>
                <w:webHidden/>
                <w:rtl/>
              </w:rPr>
              <w:t>669</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957" w:history="1">
            <w:r w:rsidRPr="00F73E01">
              <w:rPr>
                <w:rStyle w:val="Hyperlink"/>
                <w:rtl/>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Toc28081957 \h</w:instrText>
            </w:r>
            <w:r>
              <w:rPr>
                <w:webHidden/>
                <w:rtl/>
              </w:rPr>
              <w:instrText xml:space="preserve"> </w:instrText>
            </w:r>
            <w:r>
              <w:rPr>
                <w:webHidden/>
                <w:rtl/>
              </w:rPr>
            </w:r>
            <w:r>
              <w:rPr>
                <w:webHidden/>
                <w:rtl/>
              </w:rPr>
              <w:fldChar w:fldCharType="separate"/>
            </w:r>
            <w:r>
              <w:rPr>
                <w:webHidden/>
                <w:rtl/>
              </w:rPr>
              <w:t>671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8" w:history="1">
            <w:r w:rsidRPr="00F73E01">
              <w:rPr>
                <w:rStyle w:val="Hyperlink"/>
                <w:rtl/>
              </w:rPr>
              <w:t>اشاريے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Toc28081958 \h</w:instrText>
            </w:r>
            <w:r>
              <w:rPr>
                <w:webHidden/>
                <w:rtl/>
              </w:rPr>
              <w:instrText xml:space="preserve"> </w:instrText>
            </w:r>
            <w:r>
              <w:rPr>
                <w:webHidden/>
                <w:rtl/>
              </w:rPr>
            </w:r>
            <w:r>
              <w:rPr>
                <w:webHidden/>
                <w:rtl/>
              </w:rPr>
              <w:fldChar w:fldCharType="separate"/>
            </w:r>
            <w:r>
              <w:rPr>
                <w:webHidden/>
                <w:rtl/>
              </w:rPr>
              <w:t>685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59" w:history="1">
            <w:r w:rsidRPr="00F73E01">
              <w:rPr>
                <w:rStyle w:val="Hyperlink"/>
                <w:rtl/>
              </w:rPr>
              <w:t>''ب''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Toc28081959 \h</w:instrText>
            </w:r>
            <w:r>
              <w:rPr>
                <w:webHidden/>
                <w:rtl/>
              </w:rPr>
              <w:instrText xml:space="preserve"> </w:instrText>
            </w:r>
            <w:r>
              <w:rPr>
                <w:webHidden/>
                <w:rtl/>
              </w:rPr>
            </w:r>
            <w:r>
              <w:rPr>
                <w:webHidden/>
                <w:rtl/>
              </w:rPr>
              <w:fldChar w:fldCharType="separate"/>
            </w:r>
            <w:r>
              <w:rPr>
                <w:webHidden/>
                <w:rtl/>
              </w:rPr>
              <w:t>685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0" w:history="1">
            <w:r w:rsidRPr="00F73E01">
              <w:rPr>
                <w:rStyle w:val="Hyperlink"/>
                <w:rtl/>
              </w:rPr>
              <w:t>''پ''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Toc28081960 \h</w:instrText>
            </w:r>
            <w:r>
              <w:rPr>
                <w:webHidden/>
                <w:rtl/>
              </w:rPr>
              <w:instrText xml:space="preserve"> </w:instrText>
            </w:r>
            <w:r>
              <w:rPr>
                <w:webHidden/>
                <w:rtl/>
              </w:rPr>
            </w:r>
            <w:r>
              <w:rPr>
                <w:webHidden/>
                <w:rtl/>
              </w:rPr>
              <w:fldChar w:fldCharType="separate"/>
            </w:r>
            <w:r>
              <w:rPr>
                <w:webHidden/>
                <w:rtl/>
              </w:rPr>
              <w:t>688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1" w:history="1">
            <w:r w:rsidRPr="00F73E01">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Toc28081961 \h</w:instrText>
            </w:r>
            <w:r>
              <w:rPr>
                <w:webHidden/>
                <w:rtl/>
              </w:rPr>
              <w:instrText xml:space="preserve"> </w:instrText>
            </w:r>
            <w:r>
              <w:rPr>
                <w:webHidden/>
                <w:rtl/>
              </w:rPr>
            </w:r>
            <w:r>
              <w:rPr>
                <w:webHidden/>
                <w:rtl/>
              </w:rPr>
              <w:fldChar w:fldCharType="separate"/>
            </w:r>
            <w:r>
              <w:rPr>
                <w:webHidden/>
                <w:rtl/>
              </w:rPr>
              <w:t>690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2" w:history="1">
            <w:r w:rsidRPr="00F73E01">
              <w:rPr>
                <w:rStyle w:val="Hyperlink"/>
                <w:rtl/>
              </w:rPr>
              <w:t>تربيت: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Toc28081962 \h</w:instrText>
            </w:r>
            <w:r>
              <w:rPr>
                <w:webHidden/>
                <w:rtl/>
              </w:rPr>
              <w:instrText xml:space="preserve"> </w:instrText>
            </w:r>
            <w:r>
              <w:rPr>
                <w:webHidden/>
                <w:rtl/>
              </w:rPr>
            </w:r>
            <w:r>
              <w:rPr>
                <w:webHidden/>
                <w:rtl/>
              </w:rPr>
              <w:fldChar w:fldCharType="separate"/>
            </w:r>
            <w:r>
              <w:rPr>
                <w:webHidden/>
                <w:rtl/>
              </w:rPr>
              <w:t>691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3" w:history="1">
            <w:r w:rsidRPr="00F73E01">
              <w:rPr>
                <w:rStyle w:val="Hyperlink"/>
                <w:rtl/>
              </w:rPr>
              <w:t>''ث''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Toc28081963 \h</w:instrText>
            </w:r>
            <w:r>
              <w:rPr>
                <w:webHidden/>
                <w:rtl/>
              </w:rPr>
              <w:instrText xml:space="preserve"> </w:instrText>
            </w:r>
            <w:r>
              <w:rPr>
                <w:webHidden/>
                <w:rtl/>
              </w:rPr>
            </w:r>
            <w:r>
              <w:rPr>
                <w:webHidden/>
                <w:rtl/>
              </w:rPr>
              <w:fldChar w:fldCharType="separate"/>
            </w:r>
            <w:r>
              <w:rPr>
                <w:webHidden/>
                <w:rtl/>
              </w:rPr>
              <w:t>694</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4" w:history="1">
            <w:r w:rsidRPr="00F73E01">
              <w:rPr>
                <w:rStyle w:val="Hyperlink"/>
                <w:rtl/>
              </w:rPr>
              <w:t>''ج''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Toc28081964 \h</w:instrText>
            </w:r>
            <w:r>
              <w:rPr>
                <w:webHidden/>
                <w:rtl/>
              </w:rPr>
              <w:instrText xml:space="preserve"> </w:instrText>
            </w:r>
            <w:r>
              <w:rPr>
                <w:webHidden/>
                <w:rtl/>
              </w:rPr>
            </w:r>
            <w:r>
              <w:rPr>
                <w:webHidden/>
                <w:rtl/>
              </w:rPr>
              <w:fldChar w:fldCharType="separate"/>
            </w:r>
            <w:r>
              <w:rPr>
                <w:webHidden/>
                <w:rtl/>
              </w:rPr>
              <w:t>695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5" w:history="1">
            <w:r w:rsidRPr="00F73E01">
              <w:rPr>
                <w:rStyle w:val="Hyperlink"/>
                <w:rtl/>
              </w:rPr>
              <w:t>''چ''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Toc28081965 \h</w:instrText>
            </w:r>
            <w:r>
              <w:rPr>
                <w:webHidden/>
                <w:rtl/>
              </w:rPr>
              <w:instrText xml:space="preserve"> </w:instrText>
            </w:r>
            <w:r>
              <w:rPr>
                <w:webHidden/>
                <w:rtl/>
              </w:rPr>
            </w:r>
            <w:r>
              <w:rPr>
                <w:webHidden/>
                <w:rtl/>
              </w:rPr>
              <w:fldChar w:fldCharType="separate"/>
            </w:r>
            <w:r>
              <w:rPr>
                <w:webHidden/>
                <w:rtl/>
              </w:rPr>
              <w:t>697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6" w:history="1">
            <w:r w:rsidRPr="00F73E01">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Toc28081966 \h</w:instrText>
            </w:r>
            <w:r>
              <w:rPr>
                <w:webHidden/>
                <w:rtl/>
              </w:rPr>
              <w:instrText xml:space="preserve"> </w:instrText>
            </w:r>
            <w:r>
              <w:rPr>
                <w:webHidden/>
                <w:rtl/>
              </w:rPr>
            </w:r>
            <w:r>
              <w:rPr>
                <w:webHidden/>
                <w:rtl/>
              </w:rPr>
              <w:fldChar w:fldCharType="separate"/>
            </w:r>
            <w:r>
              <w:rPr>
                <w:webHidden/>
                <w:rtl/>
              </w:rPr>
              <w:t>697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7" w:history="1">
            <w:r w:rsidRPr="00F73E01">
              <w:rPr>
                <w:rStyle w:val="Hyperlink"/>
                <w:rtl/>
              </w:rPr>
              <w:t>''خ''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Toc28081967 \h</w:instrText>
            </w:r>
            <w:r>
              <w:rPr>
                <w:webHidden/>
                <w:rtl/>
              </w:rPr>
              <w:instrText xml:space="preserve"> </w:instrText>
            </w:r>
            <w:r>
              <w:rPr>
                <w:webHidden/>
                <w:rtl/>
              </w:rPr>
            </w:r>
            <w:r>
              <w:rPr>
                <w:webHidden/>
                <w:rtl/>
              </w:rPr>
              <w:fldChar w:fldCharType="separate"/>
            </w:r>
            <w:r>
              <w:rPr>
                <w:webHidden/>
                <w:rtl/>
              </w:rPr>
              <w:t>699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8" w:history="1">
            <w:r w:rsidRPr="00F73E01">
              <w:rPr>
                <w:rStyle w:val="Hyperlink"/>
                <w:rtl/>
              </w:rPr>
              <w:t>اشاريے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Toc28081968 \h</w:instrText>
            </w:r>
            <w:r>
              <w:rPr>
                <w:webHidden/>
                <w:rtl/>
              </w:rPr>
              <w:instrText xml:space="preserve"> </w:instrText>
            </w:r>
            <w:r>
              <w:rPr>
                <w:webHidden/>
                <w:rtl/>
              </w:rPr>
            </w:r>
            <w:r>
              <w:rPr>
                <w:webHidden/>
                <w:rtl/>
              </w:rPr>
              <w:fldChar w:fldCharType="separate"/>
            </w:r>
            <w:r>
              <w:rPr>
                <w:webHidden/>
                <w:rtl/>
              </w:rPr>
              <w:t>706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69" w:history="1">
            <w:r w:rsidRPr="00F73E01">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Toc28081969 \h</w:instrText>
            </w:r>
            <w:r>
              <w:rPr>
                <w:webHidden/>
                <w:rtl/>
              </w:rPr>
              <w:instrText xml:space="preserve"> </w:instrText>
            </w:r>
            <w:r>
              <w:rPr>
                <w:webHidden/>
                <w:rtl/>
              </w:rPr>
            </w:r>
            <w:r>
              <w:rPr>
                <w:webHidden/>
                <w:rtl/>
              </w:rPr>
              <w:fldChar w:fldCharType="separate"/>
            </w:r>
            <w:r>
              <w:rPr>
                <w:webHidden/>
                <w:rtl/>
              </w:rPr>
              <w:t>706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0" w:history="1">
            <w:r w:rsidRPr="00F73E01">
              <w:rPr>
                <w:rStyle w:val="Hyperlink"/>
                <w:rtl/>
              </w:rPr>
              <w:t>''ذ''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Toc28081970 \h</w:instrText>
            </w:r>
            <w:r>
              <w:rPr>
                <w:webHidden/>
                <w:rtl/>
              </w:rPr>
              <w:instrText xml:space="preserve"> </w:instrText>
            </w:r>
            <w:r>
              <w:rPr>
                <w:webHidden/>
                <w:rtl/>
              </w:rPr>
            </w:r>
            <w:r>
              <w:rPr>
                <w:webHidden/>
                <w:rtl/>
              </w:rPr>
              <w:fldChar w:fldCharType="separate"/>
            </w:r>
            <w:r>
              <w:rPr>
                <w:webHidden/>
                <w:rtl/>
              </w:rPr>
              <w:t>709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1" w:history="1">
            <w:r w:rsidRPr="00F73E01">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Toc28081971 \h</w:instrText>
            </w:r>
            <w:r>
              <w:rPr>
                <w:webHidden/>
                <w:rtl/>
              </w:rPr>
              <w:instrText xml:space="preserve"> </w:instrText>
            </w:r>
            <w:r>
              <w:rPr>
                <w:webHidden/>
                <w:rtl/>
              </w:rPr>
            </w:r>
            <w:r>
              <w:rPr>
                <w:webHidden/>
                <w:rtl/>
              </w:rPr>
              <w:fldChar w:fldCharType="separate"/>
            </w:r>
            <w:r>
              <w:rPr>
                <w:webHidden/>
                <w:rtl/>
              </w:rPr>
              <w:t>710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2" w:history="1">
            <w:r w:rsidRPr="00F73E01">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Toc28081972 \h</w:instrText>
            </w:r>
            <w:r>
              <w:rPr>
                <w:webHidden/>
                <w:rtl/>
              </w:rPr>
              <w:instrText xml:space="preserve"> </w:instrText>
            </w:r>
            <w:r>
              <w:rPr>
                <w:webHidden/>
                <w:rtl/>
              </w:rPr>
            </w:r>
            <w:r>
              <w:rPr>
                <w:webHidden/>
                <w:rtl/>
              </w:rPr>
              <w:fldChar w:fldCharType="separate"/>
            </w:r>
            <w:r>
              <w:rPr>
                <w:webHidden/>
                <w:rtl/>
              </w:rPr>
              <w:t>712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3" w:history="1">
            <w:r w:rsidRPr="00F73E01">
              <w:rPr>
                <w:rStyle w:val="Hyperlink"/>
                <w:rtl/>
              </w:rPr>
              <w:t>'' 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Toc28081973 \h</w:instrText>
            </w:r>
            <w:r>
              <w:rPr>
                <w:webHidden/>
                <w:rtl/>
              </w:rPr>
              <w:instrText xml:space="preserve"> </w:instrText>
            </w:r>
            <w:r>
              <w:rPr>
                <w:webHidden/>
                <w:rtl/>
              </w:rPr>
            </w:r>
            <w:r>
              <w:rPr>
                <w:webHidden/>
                <w:rtl/>
              </w:rPr>
              <w:fldChar w:fldCharType="separate"/>
            </w:r>
            <w:r>
              <w:rPr>
                <w:webHidden/>
                <w:rtl/>
              </w:rPr>
              <w:t>713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4" w:history="1">
            <w:r w:rsidRPr="00F73E01">
              <w:rPr>
                <w:rStyle w:val="Hyperlink"/>
                <w:rtl/>
              </w:rPr>
              <w:t>''ش''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Toc28081974 \h</w:instrText>
            </w:r>
            <w:r>
              <w:rPr>
                <w:webHidden/>
                <w:rtl/>
              </w:rPr>
              <w:instrText xml:space="preserve"> </w:instrText>
            </w:r>
            <w:r>
              <w:rPr>
                <w:webHidden/>
                <w:rtl/>
              </w:rPr>
            </w:r>
            <w:r>
              <w:rPr>
                <w:webHidden/>
                <w:rtl/>
              </w:rPr>
              <w:fldChar w:fldCharType="separate"/>
            </w:r>
            <w:r>
              <w:rPr>
                <w:webHidden/>
                <w:rtl/>
              </w:rPr>
              <w:t>717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5" w:history="1">
            <w:r w:rsidRPr="00F73E01">
              <w:rPr>
                <w:rStyle w:val="Hyperlink"/>
                <w:rtl/>
              </w:rPr>
              <w:t>''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Toc28081975 \h</w:instrText>
            </w:r>
            <w:r>
              <w:rPr>
                <w:webHidden/>
                <w:rtl/>
              </w:rPr>
              <w:instrText xml:space="preserve"> </w:instrText>
            </w:r>
            <w:r>
              <w:rPr>
                <w:webHidden/>
                <w:rtl/>
              </w:rPr>
            </w:r>
            <w:r>
              <w:rPr>
                <w:webHidden/>
                <w:rtl/>
              </w:rPr>
              <w:fldChar w:fldCharType="separate"/>
            </w:r>
            <w:r>
              <w:rPr>
                <w:webHidden/>
                <w:rtl/>
              </w:rPr>
              <w:t>720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6" w:history="1">
            <w:r w:rsidRPr="00F73E01">
              <w:rPr>
                <w:rStyle w:val="Hyperlink"/>
                <w:rtl/>
              </w:rPr>
              <w:t>اشاريے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Toc28081976 \h</w:instrText>
            </w:r>
            <w:r>
              <w:rPr>
                <w:webHidden/>
                <w:rtl/>
              </w:rPr>
              <w:instrText xml:space="preserve"> </w:instrText>
            </w:r>
            <w:r>
              <w:rPr>
                <w:webHidden/>
                <w:rtl/>
              </w:rPr>
            </w:r>
            <w:r>
              <w:rPr>
                <w:webHidden/>
                <w:rtl/>
              </w:rPr>
              <w:fldChar w:fldCharType="separate"/>
            </w:r>
            <w:r>
              <w:rPr>
                <w:webHidden/>
                <w:rtl/>
              </w:rPr>
              <w:t>721</w:t>
            </w:r>
            <w:r>
              <w:rPr>
                <w:webHidden/>
                <w:rtl/>
              </w:rPr>
              <w:fldChar w:fldCharType="end"/>
            </w:r>
          </w:hyperlink>
        </w:p>
        <w:p w:rsidR="00B45AFB" w:rsidRDefault="00B45AFB" w:rsidP="00310E92">
          <w:pPr>
            <w:pStyle w:val="libNormal"/>
            <w:rPr>
              <w:rStyle w:val="Hyperlink"/>
              <w:b w:val="0"/>
            </w:rPr>
          </w:pPr>
          <w:r>
            <w:rPr>
              <w:rStyle w:val="Hyperlink"/>
            </w:rPr>
            <w:br w:type="page"/>
          </w:r>
        </w:p>
        <w:p w:rsidR="00B45AFB" w:rsidRDefault="00B45AFB">
          <w:pPr>
            <w:pStyle w:val="TOC2"/>
            <w:rPr>
              <w:rFonts w:asciiTheme="minorHAnsi" w:eastAsiaTheme="minorEastAsia" w:hAnsiTheme="minorHAnsi" w:cstheme="minorBidi"/>
              <w:b w:val="0"/>
              <w:color w:val="auto"/>
              <w:sz w:val="22"/>
              <w:szCs w:val="22"/>
              <w:rtl/>
              <w:lang w:bidi="ar-SA"/>
            </w:rPr>
          </w:pPr>
          <w:hyperlink w:anchor="_Toc28081977" w:history="1">
            <w:r w:rsidRPr="00F73E01">
              <w:rPr>
                <w:rStyle w:val="Hyperlink"/>
                <w:rtl/>
              </w:rPr>
              <w:t>''ض''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Toc28081977 \h</w:instrText>
            </w:r>
            <w:r>
              <w:rPr>
                <w:webHidden/>
                <w:rtl/>
              </w:rPr>
              <w:instrText xml:space="preserve"> </w:instrText>
            </w:r>
            <w:r>
              <w:rPr>
                <w:webHidden/>
                <w:rtl/>
              </w:rPr>
            </w:r>
            <w:r>
              <w:rPr>
                <w:webHidden/>
                <w:rtl/>
              </w:rPr>
              <w:fldChar w:fldCharType="separate"/>
            </w:r>
            <w:r>
              <w:rPr>
                <w:webHidden/>
                <w:rtl/>
              </w:rPr>
              <w:t>721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8" w:history="1">
            <w:r w:rsidRPr="00F73E01">
              <w:rPr>
                <w:rStyle w:val="Hyperlink"/>
                <w:rtl/>
              </w:rPr>
              <w:t>'' 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Toc28081978 \h</w:instrText>
            </w:r>
            <w:r>
              <w:rPr>
                <w:webHidden/>
                <w:rtl/>
              </w:rPr>
              <w:instrText xml:space="preserve"> </w:instrText>
            </w:r>
            <w:r>
              <w:rPr>
                <w:webHidden/>
                <w:rtl/>
              </w:rPr>
            </w:r>
            <w:r>
              <w:rPr>
                <w:webHidden/>
                <w:rtl/>
              </w:rPr>
              <w:fldChar w:fldCharType="separate"/>
            </w:r>
            <w:r>
              <w:rPr>
                <w:webHidden/>
                <w:rtl/>
              </w:rPr>
              <w:t>721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79" w:history="1">
            <w:r w:rsidRPr="00F73E01">
              <w:rPr>
                <w:rStyle w:val="Hyperlink"/>
                <w:rtl/>
              </w:rPr>
              <w:t>''ظ''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Toc28081979 \h</w:instrText>
            </w:r>
            <w:r>
              <w:rPr>
                <w:webHidden/>
                <w:rtl/>
              </w:rPr>
              <w:instrText xml:space="preserve"> </w:instrText>
            </w:r>
            <w:r>
              <w:rPr>
                <w:webHidden/>
                <w:rtl/>
              </w:rPr>
            </w:r>
            <w:r>
              <w:rPr>
                <w:webHidden/>
                <w:rtl/>
              </w:rPr>
              <w:fldChar w:fldCharType="separate"/>
            </w:r>
            <w:r>
              <w:rPr>
                <w:webHidden/>
                <w:rtl/>
              </w:rPr>
              <w:t>722</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0" w:history="1">
            <w:r w:rsidRPr="00F73E01">
              <w:rPr>
                <w:rStyle w:val="Hyperlink"/>
                <w:rtl/>
              </w:rPr>
              <w:t>''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Toc28081980 \h</w:instrText>
            </w:r>
            <w:r>
              <w:rPr>
                <w:webHidden/>
                <w:rtl/>
              </w:rPr>
              <w:instrText xml:space="preserve"> </w:instrText>
            </w:r>
            <w:r>
              <w:rPr>
                <w:webHidden/>
                <w:rtl/>
              </w:rPr>
            </w:r>
            <w:r>
              <w:rPr>
                <w:webHidden/>
                <w:rtl/>
              </w:rPr>
              <w:fldChar w:fldCharType="separate"/>
            </w:r>
            <w:r>
              <w:rPr>
                <w:webHidden/>
                <w:rtl/>
              </w:rPr>
              <w:t>723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1" w:history="1">
            <w:r w:rsidRPr="00F73E01">
              <w:rPr>
                <w:rStyle w:val="Hyperlink"/>
                <w:rtl/>
              </w:rPr>
              <w:t>''غ''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Toc28081981 \h</w:instrText>
            </w:r>
            <w:r>
              <w:rPr>
                <w:webHidden/>
                <w:rtl/>
              </w:rPr>
              <w:instrText xml:space="preserve"> </w:instrText>
            </w:r>
            <w:r>
              <w:rPr>
                <w:webHidden/>
                <w:rtl/>
              </w:rPr>
            </w:r>
            <w:r>
              <w:rPr>
                <w:webHidden/>
                <w:rtl/>
              </w:rPr>
              <w:fldChar w:fldCharType="separate"/>
            </w:r>
            <w:r>
              <w:rPr>
                <w:webHidden/>
                <w:rtl/>
              </w:rPr>
              <w:t>728</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2" w:history="1">
            <w:r w:rsidRPr="00F73E01">
              <w:rPr>
                <w:rStyle w:val="Hyperlink"/>
                <w:rtl/>
              </w:rPr>
              <w:t>'' 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Toc28081982 \h</w:instrText>
            </w:r>
            <w:r>
              <w:rPr>
                <w:webHidden/>
                <w:rtl/>
              </w:rPr>
              <w:instrText xml:space="preserve"> </w:instrText>
            </w:r>
            <w:r>
              <w:rPr>
                <w:webHidden/>
                <w:rtl/>
              </w:rPr>
            </w:r>
            <w:r>
              <w:rPr>
                <w:webHidden/>
                <w:rtl/>
              </w:rPr>
              <w:fldChar w:fldCharType="separate"/>
            </w:r>
            <w:r>
              <w:rPr>
                <w:webHidden/>
                <w:rtl/>
              </w:rPr>
              <w:t>729</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3" w:history="1">
            <w:r w:rsidRPr="00F73E01">
              <w:rPr>
                <w:rStyle w:val="Hyperlink"/>
                <w:rtl/>
              </w:rPr>
              <w:t>'' 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Toc28081983 \h</w:instrText>
            </w:r>
            <w:r>
              <w:rPr>
                <w:webHidden/>
                <w:rtl/>
              </w:rPr>
              <w:instrText xml:space="preserve"> </w:instrText>
            </w:r>
            <w:r>
              <w:rPr>
                <w:webHidden/>
                <w:rtl/>
              </w:rPr>
            </w:r>
            <w:r>
              <w:rPr>
                <w:webHidden/>
                <w:rtl/>
              </w:rPr>
              <w:fldChar w:fldCharType="separate"/>
            </w:r>
            <w:r>
              <w:rPr>
                <w:webHidden/>
                <w:rtl/>
              </w:rPr>
              <w:t>731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4" w:history="1">
            <w:r w:rsidRPr="00F73E01">
              <w:rPr>
                <w:rStyle w:val="Hyperlink"/>
                <w:rtl/>
              </w:rPr>
              <w:t>''ك''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Toc28081984 \h</w:instrText>
            </w:r>
            <w:r>
              <w:rPr>
                <w:webHidden/>
                <w:rtl/>
              </w:rPr>
              <w:instrText xml:space="preserve"> </w:instrText>
            </w:r>
            <w:r>
              <w:rPr>
                <w:webHidden/>
                <w:rtl/>
              </w:rPr>
            </w:r>
            <w:r>
              <w:rPr>
                <w:webHidden/>
                <w:rtl/>
              </w:rPr>
              <w:fldChar w:fldCharType="separate"/>
            </w:r>
            <w:r>
              <w:rPr>
                <w:webHidden/>
                <w:rtl/>
              </w:rPr>
              <w:t>737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5" w:history="1">
            <w:r w:rsidRPr="00F73E01">
              <w:rPr>
                <w:rStyle w:val="Hyperlink"/>
                <w:rtl/>
              </w:rPr>
              <w:t>اشاريے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Toc28081985 \h</w:instrText>
            </w:r>
            <w:r>
              <w:rPr>
                <w:webHidden/>
                <w:rtl/>
              </w:rPr>
              <w:instrText xml:space="preserve"> </w:instrText>
            </w:r>
            <w:r>
              <w:rPr>
                <w:webHidden/>
                <w:rtl/>
              </w:rPr>
            </w:r>
            <w:r>
              <w:rPr>
                <w:webHidden/>
                <w:rtl/>
              </w:rPr>
              <w:fldChar w:fldCharType="separate"/>
            </w:r>
            <w:r>
              <w:rPr>
                <w:webHidden/>
                <w:rtl/>
              </w:rPr>
              <w:t>741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6" w:history="1">
            <w:r w:rsidRPr="00F73E01">
              <w:rPr>
                <w:rStyle w:val="Hyperlink"/>
                <w:rtl/>
              </w:rPr>
              <w:t>'' 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Toc28081986 \h</w:instrText>
            </w:r>
            <w:r>
              <w:rPr>
                <w:webHidden/>
                <w:rtl/>
              </w:rPr>
              <w:instrText xml:space="preserve"> </w:instrText>
            </w:r>
            <w:r>
              <w:rPr>
                <w:webHidden/>
                <w:rtl/>
              </w:rPr>
            </w:r>
            <w:r>
              <w:rPr>
                <w:webHidden/>
                <w:rtl/>
              </w:rPr>
              <w:fldChar w:fldCharType="separate"/>
            </w:r>
            <w:r>
              <w:rPr>
                <w:webHidden/>
                <w:rtl/>
              </w:rPr>
              <w:t>741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7" w:history="1">
            <w:r w:rsidRPr="00F73E01">
              <w:rPr>
                <w:rStyle w:val="Hyperlink"/>
                <w:rtl/>
              </w:rPr>
              <w:t>'' 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Toc28081987 \h</w:instrText>
            </w:r>
            <w:r>
              <w:rPr>
                <w:webHidden/>
                <w:rtl/>
              </w:rPr>
              <w:instrText xml:space="preserve"> </w:instrText>
            </w:r>
            <w:r>
              <w:rPr>
                <w:webHidden/>
                <w:rtl/>
              </w:rPr>
            </w:r>
            <w:r>
              <w:rPr>
                <w:webHidden/>
                <w:rtl/>
              </w:rPr>
              <w:fldChar w:fldCharType="separate"/>
            </w:r>
            <w:r>
              <w:rPr>
                <w:webHidden/>
                <w:rtl/>
              </w:rPr>
              <w:t>743</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8" w:history="1">
            <w:r w:rsidRPr="00F73E01">
              <w:rPr>
                <w:rStyle w:val="Hyperlink"/>
                <w:rtl/>
              </w:rPr>
              <w:t>'' 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Toc28081988 \h</w:instrText>
            </w:r>
            <w:r>
              <w:rPr>
                <w:webHidden/>
                <w:rtl/>
              </w:rPr>
              <w:instrText xml:space="preserve"> </w:instrText>
            </w:r>
            <w:r>
              <w:rPr>
                <w:webHidden/>
                <w:rtl/>
              </w:rPr>
            </w:r>
            <w:r>
              <w:rPr>
                <w:webHidden/>
                <w:rtl/>
              </w:rPr>
              <w:fldChar w:fldCharType="separate"/>
            </w:r>
            <w:r>
              <w:rPr>
                <w:webHidden/>
                <w:rtl/>
              </w:rPr>
              <w:t>745</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89" w:history="1">
            <w:r w:rsidRPr="00F73E01">
              <w:rPr>
                <w:rStyle w:val="Hyperlink"/>
                <w:rtl/>
              </w:rPr>
              <w:t>اشاريے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Toc28081989 \h</w:instrText>
            </w:r>
            <w:r>
              <w:rPr>
                <w:webHidden/>
                <w:rtl/>
              </w:rPr>
              <w:instrText xml:space="preserve"> </w:instrText>
            </w:r>
            <w:r>
              <w:rPr>
                <w:webHidden/>
                <w:rtl/>
              </w:rPr>
            </w:r>
            <w:r>
              <w:rPr>
                <w:webHidden/>
                <w:rtl/>
              </w:rPr>
              <w:fldChar w:fldCharType="separate"/>
            </w:r>
            <w:r>
              <w:rPr>
                <w:webHidden/>
                <w:rtl/>
              </w:rPr>
              <w:t>746</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90" w:history="1">
            <w:r w:rsidRPr="00F73E01">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Toc28081990 \h</w:instrText>
            </w:r>
            <w:r>
              <w:rPr>
                <w:webHidden/>
                <w:rtl/>
              </w:rPr>
              <w:instrText xml:space="preserve"> </w:instrText>
            </w:r>
            <w:r>
              <w:rPr>
                <w:webHidden/>
                <w:rtl/>
              </w:rPr>
            </w:r>
            <w:r>
              <w:rPr>
                <w:webHidden/>
                <w:rtl/>
              </w:rPr>
              <w:fldChar w:fldCharType="separate"/>
            </w:r>
            <w:r>
              <w:rPr>
                <w:webHidden/>
                <w:rtl/>
              </w:rPr>
              <w:t>757</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91" w:history="1">
            <w:r w:rsidRPr="00F73E01">
              <w:rPr>
                <w:rStyle w:val="Hyperlink"/>
                <w:rtl/>
              </w:rPr>
              <w:t>''و''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Toc28081991 \h</w:instrText>
            </w:r>
            <w:r>
              <w:rPr>
                <w:webHidden/>
                <w:rtl/>
              </w:rPr>
              <w:instrText xml:space="preserve"> </w:instrText>
            </w:r>
            <w:r>
              <w:rPr>
                <w:webHidden/>
                <w:rtl/>
              </w:rPr>
            </w:r>
            <w:r>
              <w:rPr>
                <w:webHidden/>
                <w:rtl/>
              </w:rPr>
              <w:fldChar w:fldCharType="separate"/>
            </w:r>
            <w:r>
              <w:rPr>
                <w:webHidden/>
                <w:rtl/>
              </w:rPr>
              <w:t>760</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92" w:history="1">
            <w:r w:rsidRPr="00F73E01">
              <w:rPr>
                <w:rStyle w:val="Hyperlink"/>
                <w:rtl/>
              </w:rPr>
              <w:t>''ھ''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Toc28081992 \h</w:instrText>
            </w:r>
            <w:r>
              <w:rPr>
                <w:webHidden/>
                <w:rtl/>
              </w:rPr>
              <w:instrText xml:space="preserve"> </w:instrText>
            </w:r>
            <w:r>
              <w:rPr>
                <w:webHidden/>
                <w:rtl/>
              </w:rPr>
            </w:r>
            <w:r>
              <w:rPr>
                <w:webHidden/>
                <w:rtl/>
              </w:rPr>
              <w:fldChar w:fldCharType="separate"/>
            </w:r>
            <w:r>
              <w:rPr>
                <w:webHidden/>
                <w:rtl/>
              </w:rPr>
              <w:t>761</w:t>
            </w:r>
            <w:r>
              <w:rPr>
                <w:webHidden/>
                <w:rtl/>
              </w:rPr>
              <w:fldChar w:fldCharType="end"/>
            </w:r>
          </w:hyperlink>
        </w:p>
        <w:p w:rsidR="00B45AFB" w:rsidRDefault="00B45AFB">
          <w:pPr>
            <w:pStyle w:val="TOC2"/>
            <w:rPr>
              <w:rFonts w:asciiTheme="minorHAnsi" w:eastAsiaTheme="minorEastAsia" w:hAnsiTheme="minorHAnsi" w:cstheme="minorBidi"/>
              <w:b w:val="0"/>
              <w:color w:val="auto"/>
              <w:sz w:val="22"/>
              <w:szCs w:val="22"/>
              <w:rtl/>
              <w:lang w:bidi="ar-SA"/>
            </w:rPr>
          </w:pPr>
          <w:hyperlink w:anchor="_Toc28081993" w:history="1">
            <w:r w:rsidRPr="00F73E01">
              <w:rPr>
                <w:rStyle w:val="Hyperlink"/>
                <w:rtl/>
              </w:rPr>
              <w:t>'' 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Toc28081993 \h</w:instrText>
            </w:r>
            <w:r>
              <w:rPr>
                <w:webHidden/>
                <w:rtl/>
              </w:rPr>
              <w:instrText xml:space="preserve"> </w:instrText>
            </w:r>
            <w:r>
              <w:rPr>
                <w:webHidden/>
                <w:rtl/>
              </w:rPr>
            </w:r>
            <w:r>
              <w:rPr>
                <w:webHidden/>
                <w:rtl/>
              </w:rPr>
              <w:fldChar w:fldCharType="separate"/>
            </w:r>
            <w:r>
              <w:rPr>
                <w:webHidden/>
                <w:rtl/>
              </w:rPr>
              <w:t>762</w:t>
            </w:r>
            <w:r>
              <w:rPr>
                <w:webHidden/>
                <w:rtl/>
              </w:rPr>
              <w:fldChar w:fldCharType="end"/>
            </w:r>
          </w:hyperlink>
        </w:p>
        <w:p w:rsidR="00B45AFB" w:rsidRDefault="00B45AFB" w:rsidP="00310E92">
          <w:pPr>
            <w:pStyle w:val="libNormal"/>
          </w:pPr>
          <w:r>
            <w:fldChar w:fldCharType="end"/>
          </w:r>
        </w:p>
        <w:bookmarkStart w:id="316" w:name="_GoBack" w:displacedByCustomXml="next"/>
      </w:sdtContent>
    </w:sdt>
    <w:bookmarkEnd w:id="316" w:displacedByCustomXml="prev"/>
    <w:p w:rsidR="008E5E76" w:rsidRDefault="008E5E76" w:rsidP="00DB6A3C">
      <w:pPr>
        <w:pStyle w:val="libNormal"/>
      </w:pPr>
    </w:p>
    <w:sectPr w:rsidR="008E5E7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4CF" w:rsidRDefault="006224CF">
      <w:r>
        <w:separator/>
      </w:r>
    </w:p>
  </w:endnote>
  <w:endnote w:type="continuationSeparator" w:id="0">
    <w:p w:rsidR="006224CF" w:rsidRDefault="0062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AFB" w:rsidRDefault="00B45AFB"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AFB" w:rsidRPr="00826B03" w:rsidRDefault="00B45AFB"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4CF" w:rsidRDefault="006224CF">
      <w:r>
        <w:separator/>
      </w:r>
    </w:p>
  </w:footnote>
  <w:footnote w:type="continuationSeparator" w:id="0">
    <w:p w:rsidR="006224CF" w:rsidRDefault="00622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DD"/>
    <w:rsid w:val="00000D5B"/>
    <w:rsid w:val="0000120A"/>
    <w:rsid w:val="000013E4"/>
    <w:rsid w:val="000014D7"/>
    <w:rsid w:val="0000183E"/>
    <w:rsid w:val="00001D54"/>
    <w:rsid w:val="00001F47"/>
    <w:rsid w:val="00002032"/>
    <w:rsid w:val="000035DD"/>
    <w:rsid w:val="0000385A"/>
    <w:rsid w:val="00004309"/>
    <w:rsid w:val="00004372"/>
    <w:rsid w:val="00004425"/>
    <w:rsid w:val="00004AEA"/>
    <w:rsid w:val="00004D72"/>
    <w:rsid w:val="00004D7A"/>
    <w:rsid w:val="000051A0"/>
    <w:rsid w:val="00005A19"/>
    <w:rsid w:val="00005D42"/>
    <w:rsid w:val="00005F58"/>
    <w:rsid w:val="000064A1"/>
    <w:rsid w:val="000065B6"/>
    <w:rsid w:val="00006876"/>
    <w:rsid w:val="00007F62"/>
    <w:rsid w:val="00007FCA"/>
    <w:rsid w:val="000101BD"/>
    <w:rsid w:val="000111DC"/>
    <w:rsid w:val="00011947"/>
    <w:rsid w:val="00011CD0"/>
    <w:rsid w:val="00012217"/>
    <w:rsid w:val="00012C76"/>
    <w:rsid w:val="000134C8"/>
    <w:rsid w:val="00013E52"/>
    <w:rsid w:val="00014803"/>
    <w:rsid w:val="00014A05"/>
    <w:rsid w:val="00014B88"/>
    <w:rsid w:val="0001527D"/>
    <w:rsid w:val="0001528F"/>
    <w:rsid w:val="000153A6"/>
    <w:rsid w:val="000153B1"/>
    <w:rsid w:val="0001585A"/>
    <w:rsid w:val="00015A6A"/>
    <w:rsid w:val="00016891"/>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202"/>
    <w:rsid w:val="00025AD3"/>
    <w:rsid w:val="00025BD0"/>
    <w:rsid w:val="00025D61"/>
    <w:rsid w:val="000267FE"/>
    <w:rsid w:val="0002692F"/>
    <w:rsid w:val="00026D33"/>
    <w:rsid w:val="00026E53"/>
    <w:rsid w:val="00027176"/>
    <w:rsid w:val="00027940"/>
    <w:rsid w:val="000279A9"/>
    <w:rsid w:val="00027B14"/>
    <w:rsid w:val="00027D5E"/>
    <w:rsid w:val="00030937"/>
    <w:rsid w:val="00031170"/>
    <w:rsid w:val="000311FF"/>
    <w:rsid w:val="00031C60"/>
    <w:rsid w:val="00031D8B"/>
    <w:rsid w:val="000326C8"/>
    <w:rsid w:val="00033294"/>
    <w:rsid w:val="00033582"/>
    <w:rsid w:val="0003398D"/>
    <w:rsid w:val="000341C7"/>
    <w:rsid w:val="00034C8B"/>
    <w:rsid w:val="00034D06"/>
    <w:rsid w:val="0003504C"/>
    <w:rsid w:val="00035198"/>
    <w:rsid w:val="00035352"/>
    <w:rsid w:val="000368ED"/>
    <w:rsid w:val="00036ADA"/>
    <w:rsid w:val="00036C93"/>
    <w:rsid w:val="000371DE"/>
    <w:rsid w:val="000374A5"/>
    <w:rsid w:val="00037B1C"/>
    <w:rsid w:val="00040035"/>
    <w:rsid w:val="000400D6"/>
    <w:rsid w:val="00040798"/>
    <w:rsid w:val="0004090E"/>
    <w:rsid w:val="00040C3A"/>
    <w:rsid w:val="00040E03"/>
    <w:rsid w:val="0004187C"/>
    <w:rsid w:val="00041AA1"/>
    <w:rsid w:val="00041ED1"/>
    <w:rsid w:val="00042164"/>
    <w:rsid w:val="0004243B"/>
    <w:rsid w:val="000429B4"/>
    <w:rsid w:val="00043023"/>
    <w:rsid w:val="0004398A"/>
    <w:rsid w:val="0004442A"/>
    <w:rsid w:val="000445CA"/>
    <w:rsid w:val="00044AB6"/>
    <w:rsid w:val="00044D3F"/>
    <w:rsid w:val="00044F50"/>
    <w:rsid w:val="00045141"/>
    <w:rsid w:val="000453C4"/>
    <w:rsid w:val="0004594E"/>
    <w:rsid w:val="0004672C"/>
    <w:rsid w:val="00046F57"/>
    <w:rsid w:val="000470FE"/>
    <w:rsid w:val="00047101"/>
    <w:rsid w:val="0004783F"/>
    <w:rsid w:val="0004785C"/>
    <w:rsid w:val="00047F63"/>
    <w:rsid w:val="00050377"/>
    <w:rsid w:val="00050EDF"/>
    <w:rsid w:val="000515FB"/>
    <w:rsid w:val="00051D79"/>
    <w:rsid w:val="00051F92"/>
    <w:rsid w:val="0005371B"/>
    <w:rsid w:val="000543D6"/>
    <w:rsid w:val="00054406"/>
    <w:rsid w:val="00055913"/>
    <w:rsid w:val="00055D14"/>
    <w:rsid w:val="0005643E"/>
    <w:rsid w:val="00056821"/>
    <w:rsid w:val="00056CE6"/>
    <w:rsid w:val="00056E51"/>
    <w:rsid w:val="00057492"/>
    <w:rsid w:val="000574DE"/>
    <w:rsid w:val="000578AC"/>
    <w:rsid w:val="00057A5A"/>
    <w:rsid w:val="00057C87"/>
    <w:rsid w:val="000600A0"/>
    <w:rsid w:val="000618C7"/>
    <w:rsid w:val="00061C01"/>
    <w:rsid w:val="0006216A"/>
    <w:rsid w:val="00062739"/>
    <w:rsid w:val="0006277A"/>
    <w:rsid w:val="0006368E"/>
    <w:rsid w:val="00064001"/>
    <w:rsid w:val="0006435F"/>
    <w:rsid w:val="0006486E"/>
    <w:rsid w:val="00064D9A"/>
    <w:rsid w:val="00065028"/>
    <w:rsid w:val="00065BE1"/>
    <w:rsid w:val="0006635F"/>
    <w:rsid w:val="000669EE"/>
    <w:rsid w:val="00067616"/>
    <w:rsid w:val="00067F84"/>
    <w:rsid w:val="0007037B"/>
    <w:rsid w:val="000704B1"/>
    <w:rsid w:val="000705F5"/>
    <w:rsid w:val="00071424"/>
    <w:rsid w:val="00071ABA"/>
    <w:rsid w:val="00071C25"/>
    <w:rsid w:val="00071C97"/>
    <w:rsid w:val="00072559"/>
    <w:rsid w:val="0007257F"/>
    <w:rsid w:val="00072862"/>
    <w:rsid w:val="00072AF0"/>
    <w:rsid w:val="00072DEA"/>
    <w:rsid w:val="000733F5"/>
    <w:rsid w:val="00074761"/>
    <w:rsid w:val="00074E61"/>
    <w:rsid w:val="000755CE"/>
    <w:rsid w:val="000756A7"/>
    <w:rsid w:val="00075B35"/>
    <w:rsid w:val="00075D30"/>
    <w:rsid w:val="0007602F"/>
    <w:rsid w:val="000761F7"/>
    <w:rsid w:val="0007628C"/>
    <w:rsid w:val="00076A3A"/>
    <w:rsid w:val="00076E62"/>
    <w:rsid w:val="000773E8"/>
    <w:rsid w:val="00077A9F"/>
    <w:rsid w:val="00080AEC"/>
    <w:rsid w:val="00081389"/>
    <w:rsid w:val="000813EA"/>
    <w:rsid w:val="00081997"/>
    <w:rsid w:val="00082816"/>
    <w:rsid w:val="00082A57"/>
    <w:rsid w:val="00083332"/>
    <w:rsid w:val="00083993"/>
    <w:rsid w:val="000839D2"/>
    <w:rsid w:val="0008421A"/>
    <w:rsid w:val="000853CE"/>
    <w:rsid w:val="000854F5"/>
    <w:rsid w:val="0008579C"/>
    <w:rsid w:val="00085890"/>
    <w:rsid w:val="000859B3"/>
    <w:rsid w:val="00087017"/>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4EF"/>
    <w:rsid w:val="00095E7A"/>
    <w:rsid w:val="00095FD9"/>
    <w:rsid w:val="000962B3"/>
    <w:rsid w:val="000962BA"/>
    <w:rsid w:val="00096498"/>
    <w:rsid w:val="000964C9"/>
    <w:rsid w:val="000967FC"/>
    <w:rsid w:val="00096A04"/>
    <w:rsid w:val="00097204"/>
    <w:rsid w:val="00097263"/>
    <w:rsid w:val="000973D7"/>
    <w:rsid w:val="0009742C"/>
    <w:rsid w:val="00097EA5"/>
    <w:rsid w:val="000A065C"/>
    <w:rsid w:val="000A099A"/>
    <w:rsid w:val="000A14D7"/>
    <w:rsid w:val="000A1BE4"/>
    <w:rsid w:val="000A2A53"/>
    <w:rsid w:val="000A35E4"/>
    <w:rsid w:val="000A3C22"/>
    <w:rsid w:val="000A4049"/>
    <w:rsid w:val="000A47EC"/>
    <w:rsid w:val="000A4FD9"/>
    <w:rsid w:val="000A5281"/>
    <w:rsid w:val="000A610D"/>
    <w:rsid w:val="000A7359"/>
    <w:rsid w:val="000A73D5"/>
    <w:rsid w:val="000A75E4"/>
    <w:rsid w:val="000A7750"/>
    <w:rsid w:val="000A77B5"/>
    <w:rsid w:val="000A7A67"/>
    <w:rsid w:val="000A7C5D"/>
    <w:rsid w:val="000B0C78"/>
    <w:rsid w:val="000B0CAC"/>
    <w:rsid w:val="000B11D0"/>
    <w:rsid w:val="000B1CFB"/>
    <w:rsid w:val="000B1FFC"/>
    <w:rsid w:val="000B2915"/>
    <w:rsid w:val="000B2A23"/>
    <w:rsid w:val="000B2CE3"/>
    <w:rsid w:val="000B2EF4"/>
    <w:rsid w:val="000B36EE"/>
    <w:rsid w:val="000B3A56"/>
    <w:rsid w:val="000B3EB4"/>
    <w:rsid w:val="000B4324"/>
    <w:rsid w:val="000B50C2"/>
    <w:rsid w:val="000B5346"/>
    <w:rsid w:val="000B5458"/>
    <w:rsid w:val="000B571B"/>
    <w:rsid w:val="000B5AB5"/>
    <w:rsid w:val="000B5E79"/>
    <w:rsid w:val="000B6353"/>
    <w:rsid w:val="000B693F"/>
    <w:rsid w:val="000C0A89"/>
    <w:rsid w:val="000C0B26"/>
    <w:rsid w:val="000C105B"/>
    <w:rsid w:val="000C1299"/>
    <w:rsid w:val="000C1330"/>
    <w:rsid w:val="000C2109"/>
    <w:rsid w:val="000C2527"/>
    <w:rsid w:val="000C2C6C"/>
    <w:rsid w:val="000C2D29"/>
    <w:rsid w:val="000C2EF2"/>
    <w:rsid w:val="000C36C7"/>
    <w:rsid w:val="000C371D"/>
    <w:rsid w:val="000C39A1"/>
    <w:rsid w:val="000C39ED"/>
    <w:rsid w:val="000C40F3"/>
    <w:rsid w:val="000C5324"/>
    <w:rsid w:val="000C541C"/>
    <w:rsid w:val="000C5A37"/>
    <w:rsid w:val="000C5FE4"/>
    <w:rsid w:val="000C6C6C"/>
    <w:rsid w:val="000C6D5C"/>
    <w:rsid w:val="000C737E"/>
    <w:rsid w:val="000C7722"/>
    <w:rsid w:val="000D029D"/>
    <w:rsid w:val="000D054B"/>
    <w:rsid w:val="000D0691"/>
    <w:rsid w:val="000D085F"/>
    <w:rsid w:val="000D0932"/>
    <w:rsid w:val="000D0AFA"/>
    <w:rsid w:val="000D123C"/>
    <w:rsid w:val="000D1263"/>
    <w:rsid w:val="000D19B2"/>
    <w:rsid w:val="000D1BDF"/>
    <w:rsid w:val="000D2709"/>
    <w:rsid w:val="000D2BDD"/>
    <w:rsid w:val="000D324B"/>
    <w:rsid w:val="000D36F2"/>
    <w:rsid w:val="000D3946"/>
    <w:rsid w:val="000D3E37"/>
    <w:rsid w:val="000D41AD"/>
    <w:rsid w:val="000D4303"/>
    <w:rsid w:val="000D453D"/>
    <w:rsid w:val="000D48B2"/>
    <w:rsid w:val="000D4907"/>
    <w:rsid w:val="000D4960"/>
    <w:rsid w:val="000D4B6F"/>
    <w:rsid w:val="000D4D15"/>
    <w:rsid w:val="000D55E1"/>
    <w:rsid w:val="000D57D0"/>
    <w:rsid w:val="000D6F86"/>
    <w:rsid w:val="000D71B7"/>
    <w:rsid w:val="000D7666"/>
    <w:rsid w:val="000D7A88"/>
    <w:rsid w:val="000E00DB"/>
    <w:rsid w:val="000E042F"/>
    <w:rsid w:val="000E0BAB"/>
    <w:rsid w:val="000E1397"/>
    <w:rsid w:val="000E1417"/>
    <w:rsid w:val="000E15A6"/>
    <w:rsid w:val="000E188E"/>
    <w:rsid w:val="000E18C0"/>
    <w:rsid w:val="000E1EEE"/>
    <w:rsid w:val="000E2EF4"/>
    <w:rsid w:val="000E30C6"/>
    <w:rsid w:val="000E3431"/>
    <w:rsid w:val="000E3569"/>
    <w:rsid w:val="000E3F3D"/>
    <w:rsid w:val="000E3FCD"/>
    <w:rsid w:val="000E4669"/>
    <w:rsid w:val="000E574B"/>
    <w:rsid w:val="000E57F4"/>
    <w:rsid w:val="000E5A21"/>
    <w:rsid w:val="000E5F6A"/>
    <w:rsid w:val="000E6546"/>
    <w:rsid w:val="000E6824"/>
    <w:rsid w:val="000E6D02"/>
    <w:rsid w:val="000E7877"/>
    <w:rsid w:val="000E7C09"/>
    <w:rsid w:val="000E7C14"/>
    <w:rsid w:val="000E7EA9"/>
    <w:rsid w:val="000F0002"/>
    <w:rsid w:val="000F0463"/>
    <w:rsid w:val="000F0567"/>
    <w:rsid w:val="000F0CA6"/>
    <w:rsid w:val="000F13E4"/>
    <w:rsid w:val="000F1B43"/>
    <w:rsid w:val="000F1C54"/>
    <w:rsid w:val="000F25D4"/>
    <w:rsid w:val="000F3065"/>
    <w:rsid w:val="000F3D1E"/>
    <w:rsid w:val="000F4226"/>
    <w:rsid w:val="000F4709"/>
    <w:rsid w:val="000F483E"/>
    <w:rsid w:val="000F491B"/>
    <w:rsid w:val="000F4A97"/>
    <w:rsid w:val="000F4B1E"/>
    <w:rsid w:val="000F4F6F"/>
    <w:rsid w:val="000F5030"/>
    <w:rsid w:val="000F5735"/>
    <w:rsid w:val="000F6004"/>
    <w:rsid w:val="000F65A1"/>
    <w:rsid w:val="000F6680"/>
    <w:rsid w:val="000F668A"/>
    <w:rsid w:val="000F7830"/>
    <w:rsid w:val="000F78F9"/>
    <w:rsid w:val="000F7C63"/>
    <w:rsid w:val="000F7C8B"/>
    <w:rsid w:val="00100065"/>
    <w:rsid w:val="0010046E"/>
    <w:rsid w:val="0010049D"/>
    <w:rsid w:val="001008F7"/>
    <w:rsid w:val="00101024"/>
    <w:rsid w:val="0010124E"/>
    <w:rsid w:val="00101451"/>
    <w:rsid w:val="00101C07"/>
    <w:rsid w:val="0010226E"/>
    <w:rsid w:val="001023BD"/>
    <w:rsid w:val="001024AE"/>
    <w:rsid w:val="0010273F"/>
    <w:rsid w:val="0010283B"/>
    <w:rsid w:val="00103287"/>
    <w:rsid w:val="001036A7"/>
    <w:rsid w:val="001037E7"/>
    <w:rsid w:val="0010521E"/>
    <w:rsid w:val="001053E9"/>
    <w:rsid w:val="00105FC9"/>
    <w:rsid w:val="00106420"/>
    <w:rsid w:val="001064AD"/>
    <w:rsid w:val="00106945"/>
    <w:rsid w:val="001069A7"/>
    <w:rsid w:val="00106F61"/>
    <w:rsid w:val="00107191"/>
    <w:rsid w:val="00107347"/>
    <w:rsid w:val="00107A46"/>
    <w:rsid w:val="00107A6B"/>
    <w:rsid w:val="00107CB2"/>
    <w:rsid w:val="00107E7C"/>
    <w:rsid w:val="0011066A"/>
    <w:rsid w:val="001106A5"/>
    <w:rsid w:val="00110764"/>
    <w:rsid w:val="0011185B"/>
    <w:rsid w:val="00111AE3"/>
    <w:rsid w:val="00111F40"/>
    <w:rsid w:val="00112CB2"/>
    <w:rsid w:val="00112D7D"/>
    <w:rsid w:val="001132FE"/>
    <w:rsid w:val="0011352E"/>
    <w:rsid w:val="00113A07"/>
    <w:rsid w:val="00113B0B"/>
    <w:rsid w:val="00113CCC"/>
    <w:rsid w:val="001141B8"/>
    <w:rsid w:val="001143BC"/>
    <w:rsid w:val="001147D1"/>
    <w:rsid w:val="00114848"/>
    <w:rsid w:val="00114DE7"/>
    <w:rsid w:val="00115327"/>
    <w:rsid w:val="00115473"/>
    <w:rsid w:val="00115A71"/>
    <w:rsid w:val="00116237"/>
    <w:rsid w:val="001162C9"/>
    <w:rsid w:val="00116588"/>
    <w:rsid w:val="00116E7B"/>
    <w:rsid w:val="001172D2"/>
    <w:rsid w:val="0012056B"/>
    <w:rsid w:val="00120D7D"/>
    <w:rsid w:val="00120F63"/>
    <w:rsid w:val="00120F97"/>
    <w:rsid w:val="00121EE0"/>
    <w:rsid w:val="00121FC6"/>
    <w:rsid w:val="00122287"/>
    <w:rsid w:val="001224FA"/>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664F"/>
    <w:rsid w:val="00126B18"/>
    <w:rsid w:val="0012747D"/>
    <w:rsid w:val="00127771"/>
    <w:rsid w:val="00127823"/>
    <w:rsid w:val="00130055"/>
    <w:rsid w:val="00130B8B"/>
    <w:rsid w:val="001314C1"/>
    <w:rsid w:val="00131500"/>
    <w:rsid w:val="00131A59"/>
    <w:rsid w:val="00132177"/>
    <w:rsid w:val="0013280A"/>
    <w:rsid w:val="0013285B"/>
    <w:rsid w:val="00133932"/>
    <w:rsid w:val="00133F7B"/>
    <w:rsid w:val="00134BA0"/>
    <w:rsid w:val="00134CF8"/>
    <w:rsid w:val="0013545C"/>
    <w:rsid w:val="001354B2"/>
    <w:rsid w:val="00135E90"/>
    <w:rsid w:val="00135EA0"/>
    <w:rsid w:val="00136268"/>
    <w:rsid w:val="00136E6F"/>
    <w:rsid w:val="00136EE1"/>
    <w:rsid w:val="001372D8"/>
    <w:rsid w:val="00137397"/>
    <w:rsid w:val="0013748E"/>
    <w:rsid w:val="00137585"/>
    <w:rsid w:val="00137731"/>
    <w:rsid w:val="00137BBD"/>
    <w:rsid w:val="00137CF0"/>
    <w:rsid w:val="00141335"/>
    <w:rsid w:val="00141593"/>
    <w:rsid w:val="00141F37"/>
    <w:rsid w:val="00142663"/>
    <w:rsid w:val="00142684"/>
    <w:rsid w:val="0014341C"/>
    <w:rsid w:val="0014347D"/>
    <w:rsid w:val="00143E21"/>
    <w:rsid w:val="00143EEA"/>
    <w:rsid w:val="001442D6"/>
    <w:rsid w:val="00144CC6"/>
    <w:rsid w:val="00144E45"/>
    <w:rsid w:val="00145077"/>
    <w:rsid w:val="00145525"/>
    <w:rsid w:val="0014554A"/>
    <w:rsid w:val="00146294"/>
    <w:rsid w:val="00146641"/>
    <w:rsid w:val="0014676C"/>
    <w:rsid w:val="001469FD"/>
    <w:rsid w:val="00147044"/>
    <w:rsid w:val="00147173"/>
    <w:rsid w:val="00147ED8"/>
    <w:rsid w:val="00150956"/>
    <w:rsid w:val="00150C42"/>
    <w:rsid w:val="0015144A"/>
    <w:rsid w:val="00151545"/>
    <w:rsid w:val="00151C03"/>
    <w:rsid w:val="00151FCF"/>
    <w:rsid w:val="00152315"/>
    <w:rsid w:val="001526B8"/>
    <w:rsid w:val="001526F2"/>
    <w:rsid w:val="00152E46"/>
    <w:rsid w:val="00152F98"/>
    <w:rsid w:val="001530AE"/>
    <w:rsid w:val="001532FF"/>
    <w:rsid w:val="00153675"/>
    <w:rsid w:val="001538EB"/>
    <w:rsid w:val="00153917"/>
    <w:rsid w:val="00153D50"/>
    <w:rsid w:val="00154138"/>
    <w:rsid w:val="001542FF"/>
    <w:rsid w:val="001543DF"/>
    <w:rsid w:val="00154801"/>
    <w:rsid w:val="0015481F"/>
    <w:rsid w:val="00154A0D"/>
    <w:rsid w:val="001555DC"/>
    <w:rsid w:val="00155A15"/>
    <w:rsid w:val="00155AFD"/>
    <w:rsid w:val="00156292"/>
    <w:rsid w:val="0015651E"/>
    <w:rsid w:val="001568AE"/>
    <w:rsid w:val="00156A97"/>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5BF"/>
    <w:rsid w:val="001646DF"/>
    <w:rsid w:val="00164767"/>
    <w:rsid w:val="00164810"/>
    <w:rsid w:val="001649EA"/>
    <w:rsid w:val="00164B23"/>
    <w:rsid w:val="00164C58"/>
    <w:rsid w:val="001652DE"/>
    <w:rsid w:val="00165305"/>
    <w:rsid w:val="001654FC"/>
    <w:rsid w:val="00165864"/>
    <w:rsid w:val="00165DF3"/>
    <w:rsid w:val="001677CA"/>
    <w:rsid w:val="00170F4E"/>
    <w:rsid w:val="001712E1"/>
    <w:rsid w:val="0017133B"/>
    <w:rsid w:val="00171D83"/>
    <w:rsid w:val="00172356"/>
    <w:rsid w:val="00172AAE"/>
    <w:rsid w:val="0017337C"/>
    <w:rsid w:val="00173B90"/>
    <w:rsid w:val="00173CE6"/>
    <w:rsid w:val="00175668"/>
    <w:rsid w:val="0017589F"/>
    <w:rsid w:val="00175AC7"/>
    <w:rsid w:val="00176047"/>
    <w:rsid w:val="00176809"/>
    <w:rsid w:val="001770AB"/>
    <w:rsid w:val="00177163"/>
    <w:rsid w:val="001772ED"/>
    <w:rsid w:val="00177634"/>
    <w:rsid w:val="0018019E"/>
    <w:rsid w:val="00180452"/>
    <w:rsid w:val="001805E5"/>
    <w:rsid w:val="00180FCB"/>
    <w:rsid w:val="00181960"/>
    <w:rsid w:val="00181AE8"/>
    <w:rsid w:val="00182A86"/>
    <w:rsid w:val="00182CD3"/>
    <w:rsid w:val="00183065"/>
    <w:rsid w:val="001834B5"/>
    <w:rsid w:val="00183B23"/>
    <w:rsid w:val="00183EF3"/>
    <w:rsid w:val="001841BA"/>
    <w:rsid w:val="00184644"/>
    <w:rsid w:val="001849AE"/>
    <w:rsid w:val="001849CE"/>
    <w:rsid w:val="0018515B"/>
    <w:rsid w:val="0018531C"/>
    <w:rsid w:val="001853EE"/>
    <w:rsid w:val="00185E1F"/>
    <w:rsid w:val="0018664D"/>
    <w:rsid w:val="00186F00"/>
    <w:rsid w:val="00187017"/>
    <w:rsid w:val="00187246"/>
    <w:rsid w:val="00187517"/>
    <w:rsid w:val="001875B7"/>
    <w:rsid w:val="001912BF"/>
    <w:rsid w:val="001921CE"/>
    <w:rsid w:val="00192580"/>
    <w:rsid w:val="00192F58"/>
    <w:rsid w:val="001932DE"/>
    <w:rsid w:val="001936BE"/>
    <w:rsid w:val="001937F7"/>
    <w:rsid w:val="00193958"/>
    <w:rsid w:val="00193A16"/>
    <w:rsid w:val="00194288"/>
    <w:rsid w:val="00194D9F"/>
    <w:rsid w:val="00194EEE"/>
    <w:rsid w:val="001953EF"/>
    <w:rsid w:val="00195B59"/>
    <w:rsid w:val="00197513"/>
    <w:rsid w:val="00197661"/>
    <w:rsid w:val="001A08CB"/>
    <w:rsid w:val="001A0B26"/>
    <w:rsid w:val="001A0DAA"/>
    <w:rsid w:val="001A0DAF"/>
    <w:rsid w:val="001A1408"/>
    <w:rsid w:val="001A1A88"/>
    <w:rsid w:val="001A1CE1"/>
    <w:rsid w:val="001A2545"/>
    <w:rsid w:val="001A263A"/>
    <w:rsid w:val="001A270B"/>
    <w:rsid w:val="001A27F7"/>
    <w:rsid w:val="001A2F38"/>
    <w:rsid w:val="001A3110"/>
    <w:rsid w:val="001A3C44"/>
    <w:rsid w:val="001A3F8C"/>
    <w:rsid w:val="001A4C37"/>
    <w:rsid w:val="001A4D9B"/>
    <w:rsid w:val="001A4FDE"/>
    <w:rsid w:val="001A5339"/>
    <w:rsid w:val="001A5E38"/>
    <w:rsid w:val="001A5FF4"/>
    <w:rsid w:val="001A657A"/>
    <w:rsid w:val="001A69E3"/>
    <w:rsid w:val="001A6A1A"/>
    <w:rsid w:val="001A6EC0"/>
    <w:rsid w:val="001A7D90"/>
    <w:rsid w:val="001B07B7"/>
    <w:rsid w:val="001B0CE6"/>
    <w:rsid w:val="001B109E"/>
    <w:rsid w:val="001B16FD"/>
    <w:rsid w:val="001B1C7F"/>
    <w:rsid w:val="001B1ECE"/>
    <w:rsid w:val="001B2204"/>
    <w:rsid w:val="001B2D10"/>
    <w:rsid w:val="001B330C"/>
    <w:rsid w:val="001B41AB"/>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B7B92"/>
    <w:rsid w:val="001C019C"/>
    <w:rsid w:val="001C0380"/>
    <w:rsid w:val="001C03EA"/>
    <w:rsid w:val="001C0771"/>
    <w:rsid w:val="001C1A3E"/>
    <w:rsid w:val="001C1FF8"/>
    <w:rsid w:val="001C297D"/>
    <w:rsid w:val="001C3204"/>
    <w:rsid w:val="001C3D8D"/>
    <w:rsid w:val="001C444D"/>
    <w:rsid w:val="001C4743"/>
    <w:rsid w:val="001C475B"/>
    <w:rsid w:val="001C4C01"/>
    <w:rsid w:val="001C5EDB"/>
    <w:rsid w:val="001C6080"/>
    <w:rsid w:val="001C618D"/>
    <w:rsid w:val="001C65F5"/>
    <w:rsid w:val="001C6670"/>
    <w:rsid w:val="001C671D"/>
    <w:rsid w:val="001C67E9"/>
    <w:rsid w:val="001C698D"/>
    <w:rsid w:val="001C6BCF"/>
    <w:rsid w:val="001C6CFA"/>
    <w:rsid w:val="001C7692"/>
    <w:rsid w:val="001C773C"/>
    <w:rsid w:val="001C79CE"/>
    <w:rsid w:val="001C7FA6"/>
    <w:rsid w:val="001D0825"/>
    <w:rsid w:val="001D0A8E"/>
    <w:rsid w:val="001D0AAB"/>
    <w:rsid w:val="001D1737"/>
    <w:rsid w:val="001D23CB"/>
    <w:rsid w:val="001D2E1B"/>
    <w:rsid w:val="001D34B8"/>
    <w:rsid w:val="001D3594"/>
    <w:rsid w:val="001D3B8D"/>
    <w:rsid w:val="001D3FD9"/>
    <w:rsid w:val="001D41A1"/>
    <w:rsid w:val="001D459F"/>
    <w:rsid w:val="001D465B"/>
    <w:rsid w:val="001D483E"/>
    <w:rsid w:val="001D5007"/>
    <w:rsid w:val="001D52A2"/>
    <w:rsid w:val="001D576E"/>
    <w:rsid w:val="001D5B75"/>
    <w:rsid w:val="001D5C96"/>
    <w:rsid w:val="001D6046"/>
    <w:rsid w:val="001D6285"/>
    <w:rsid w:val="001D62B5"/>
    <w:rsid w:val="001D6552"/>
    <w:rsid w:val="001D6C8A"/>
    <w:rsid w:val="001D71CE"/>
    <w:rsid w:val="001D753D"/>
    <w:rsid w:val="001E016E"/>
    <w:rsid w:val="001E030C"/>
    <w:rsid w:val="001E088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49D7"/>
    <w:rsid w:val="001E5B28"/>
    <w:rsid w:val="001E5EB0"/>
    <w:rsid w:val="001E629C"/>
    <w:rsid w:val="001E6B87"/>
    <w:rsid w:val="001E7015"/>
    <w:rsid w:val="001E7317"/>
    <w:rsid w:val="001E761A"/>
    <w:rsid w:val="001E7F9D"/>
    <w:rsid w:val="001F0204"/>
    <w:rsid w:val="001F0713"/>
    <w:rsid w:val="001F093C"/>
    <w:rsid w:val="001F0ACA"/>
    <w:rsid w:val="001F12BC"/>
    <w:rsid w:val="001F1B66"/>
    <w:rsid w:val="001F2554"/>
    <w:rsid w:val="001F2573"/>
    <w:rsid w:val="001F273A"/>
    <w:rsid w:val="001F2DD0"/>
    <w:rsid w:val="001F31D6"/>
    <w:rsid w:val="001F3DB4"/>
    <w:rsid w:val="001F4007"/>
    <w:rsid w:val="001F433A"/>
    <w:rsid w:val="001F5705"/>
    <w:rsid w:val="001F5A3B"/>
    <w:rsid w:val="001F628F"/>
    <w:rsid w:val="001F62D3"/>
    <w:rsid w:val="001F6F2F"/>
    <w:rsid w:val="001F7247"/>
    <w:rsid w:val="001F797C"/>
    <w:rsid w:val="001F7C2E"/>
    <w:rsid w:val="0020012E"/>
    <w:rsid w:val="00200475"/>
    <w:rsid w:val="00200B27"/>
    <w:rsid w:val="00200CA5"/>
    <w:rsid w:val="00200E03"/>
    <w:rsid w:val="00201460"/>
    <w:rsid w:val="002015EE"/>
    <w:rsid w:val="00202432"/>
    <w:rsid w:val="002024C4"/>
    <w:rsid w:val="00202C7B"/>
    <w:rsid w:val="0020339B"/>
    <w:rsid w:val="002039D1"/>
    <w:rsid w:val="00203C02"/>
    <w:rsid w:val="002044D3"/>
    <w:rsid w:val="0020457D"/>
    <w:rsid w:val="00204859"/>
    <w:rsid w:val="002054C5"/>
    <w:rsid w:val="00205FB2"/>
    <w:rsid w:val="00206383"/>
    <w:rsid w:val="00206F7D"/>
    <w:rsid w:val="0020768C"/>
    <w:rsid w:val="00207CB7"/>
    <w:rsid w:val="00207E0A"/>
    <w:rsid w:val="002101EF"/>
    <w:rsid w:val="002111E4"/>
    <w:rsid w:val="00211523"/>
    <w:rsid w:val="00211CF6"/>
    <w:rsid w:val="00211DD0"/>
    <w:rsid w:val="0021219B"/>
    <w:rsid w:val="002122BD"/>
    <w:rsid w:val="002130DD"/>
    <w:rsid w:val="002130DE"/>
    <w:rsid w:val="00213834"/>
    <w:rsid w:val="002139CB"/>
    <w:rsid w:val="00213CA4"/>
    <w:rsid w:val="00214579"/>
    <w:rsid w:val="0021477B"/>
    <w:rsid w:val="00214801"/>
    <w:rsid w:val="002159A9"/>
    <w:rsid w:val="00215AF5"/>
    <w:rsid w:val="00215C57"/>
    <w:rsid w:val="00216361"/>
    <w:rsid w:val="0021672A"/>
    <w:rsid w:val="00217164"/>
    <w:rsid w:val="002171B0"/>
    <w:rsid w:val="00217F26"/>
    <w:rsid w:val="00220220"/>
    <w:rsid w:val="00220729"/>
    <w:rsid w:val="00221A11"/>
    <w:rsid w:val="00221CEB"/>
    <w:rsid w:val="0022275D"/>
    <w:rsid w:val="0022287E"/>
    <w:rsid w:val="00222F4B"/>
    <w:rsid w:val="00223127"/>
    <w:rsid w:val="00223711"/>
    <w:rsid w:val="002243BD"/>
    <w:rsid w:val="0022443B"/>
    <w:rsid w:val="002247A3"/>
    <w:rsid w:val="00224964"/>
    <w:rsid w:val="002249EB"/>
    <w:rsid w:val="00224C63"/>
    <w:rsid w:val="00225AC1"/>
    <w:rsid w:val="00225BC2"/>
    <w:rsid w:val="002262D4"/>
    <w:rsid w:val="0022677C"/>
    <w:rsid w:val="002267C7"/>
    <w:rsid w:val="00226990"/>
    <w:rsid w:val="00226D22"/>
    <w:rsid w:val="00227044"/>
    <w:rsid w:val="002278BC"/>
    <w:rsid w:val="00227C84"/>
    <w:rsid w:val="00227FEE"/>
    <w:rsid w:val="00230FB4"/>
    <w:rsid w:val="00231438"/>
    <w:rsid w:val="002314B7"/>
    <w:rsid w:val="00232EDC"/>
    <w:rsid w:val="00232F99"/>
    <w:rsid w:val="00233446"/>
    <w:rsid w:val="00233AD4"/>
    <w:rsid w:val="00233E70"/>
    <w:rsid w:val="002344CB"/>
    <w:rsid w:val="00234DB9"/>
    <w:rsid w:val="002355D5"/>
    <w:rsid w:val="00235D0A"/>
    <w:rsid w:val="00235D84"/>
    <w:rsid w:val="00236705"/>
    <w:rsid w:val="0023688D"/>
    <w:rsid w:val="00236EA4"/>
    <w:rsid w:val="002373BF"/>
    <w:rsid w:val="00237688"/>
    <w:rsid w:val="0023778A"/>
    <w:rsid w:val="00237915"/>
    <w:rsid w:val="00237929"/>
    <w:rsid w:val="00237C4F"/>
    <w:rsid w:val="00237F4F"/>
    <w:rsid w:val="00240A36"/>
    <w:rsid w:val="00240F7D"/>
    <w:rsid w:val="0024109A"/>
    <w:rsid w:val="002410BB"/>
    <w:rsid w:val="00241111"/>
    <w:rsid w:val="002416F6"/>
    <w:rsid w:val="0024170C"/>
    <w:rsid w:val="0024194E"/>
    <w:rsid w:val="00241AF2"/>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58A8"/>
    <w:rsid w:val="00245AC4"/>
    <w:rsid w:val="00245BBF"/>
    <w:rsid w:val="00246609"/>
    <w:rsid w:val="00246748"/>
    <w:rsid w:val="002468A2"/>
    <w:rsid w:val="00246BF9"/>
    <w:rsid w:val="00247582"/>
    <w:rsid w:val="002478B9"/>
    <w:rsid w:val="002478E0"/>
    <w:rsid w:val="00247A4D"/>
    <w:rsid w:val="00247BD5"/>
    <w:rsid w:val="00247D8D"/>
    <w:rsid w:val="0025004A"/>
    <w:rsid w:val="0025065A"/>
    <w:rsid w:val="002506E9"/>
    <w:rsid w:val="002509BA"/>
    <w:rsid w:val="00250E0A"/>
    <w:rsid w:val="00250E0F"/>
    <w:rsid w:val="00251516"/>
    <w:rsid w:val="00251633"/>
    <w:rsid w:val="00251E02"/>
    <w:rsid w:val="00251F51"/>
    <w:rsid w:val="00252B7E"/>
    <w:rsid w:val="00253307"/>
    <w:rsid w:val="002540A4"/>
    <w:rsid w:val="0025504F"/>
    <w:rsid w:val="0025542D"/>
    <w:rsid w:val="00255755"/>
    <w:rsid w:val="00255B40"/>
    <w:rsid w:val="0025636D"/>
    <w:rsid w:val="002565D0"/>
    <w:rsid w:val="00256845"/>
    <w:rsid w:val="002568BE"/>
    <w:rsid w:val="002568DF"/>
    <w:rsid w:val="00256D5F"/>
    <w:rsid w:val="0025723F"/>
    <w:rsid w:val="002572C5"/>
    <w:rsid w:val="00257657"/>
    <w:rsid w:val="002577D5"/>
    <w:rsid w:val="00260474"/>
    <w:rsid w:val="00260F0C"/>
    <w:rsid w:val="00260F27"/>
    <w:rsid w:val="00261118"/>
    <w:rsid w:val="00261A8C"/>
    <w:rsid w:val="00261B22"/>
    <w:rsid w:val="00261D49"/>
    <w:rsid w:val="002626EB"/>
    <w:rsid w:val="0026278A"/>
    <w:rsid w:val="00262C9B"/>
    <w:rsid w:val="00262EBA"/>
    <w:rsid w:val="00262FAD"/>
    <w:rsid w:val="00263243"/>
    <w:rsid w:val="00263248"/>
    <w:rsid w:val="00263401"/>
    <w:rsid w:val="00263506"/>
    <w:rsid w:val="00263A89"/>
    <w:rsid w:val="00263AA1"/>
    <w:rsid w:val="00263F56"/>
    <w:rsid w:val="00264345"/>
    <w:rsid w:val="00264D5D"/>
    <w:rsid w:val="00264E4D"/>
    <w:rsid w:val="00264F98"/>
    <w:rsid w:val="002654A1"/>
    <w:rsid w:val="00265851"/>
    <w:rsid w:val="00265BB5"/>
    <w:rsid w:val="00265E91"/>
    <w:rsid w:val="00265FBC"/>
    <w:rsid w:val="00266288"/>
    <w:rsid w:val="002667FE"/>
    <w:rsid w:val="00266DFE"/>
    <w:rsid w:val="00267125"/>
    <w:rsid w:val="00267723"/>
    <w:rsid w:val="00270B31"/>
    <w:rsid w:val="00270D2A"/>
    <w:rsid w:val="00270E57"/>
    <w:rsid w:val="00270F1A"/>
    <w:rsid w:val="00271E2F"/>
    <w:rsid w:val="00272450"/>
    <w:rsid w:val="0027264B"/>
    <w:rsid w:val="002727EA"/>
    <w:rsid w:val="00273416"/>
    <w:rsid w:val="0027369F"/>
    <w:rsid w:val="00273862"/>
    <w:rsid w:val="00273B0F"/>
    <w:rsid w:val="002745A4"/>
    <w:rsid w:val="002745E1"/>
    <w:rsid w:val="00274D89"/>
    <w:rsid w:val="00274FDE"/>
    <w:rsid w:val="002756E8"/>
    <w:rsid w:val="0027575D"/>
    <w:rsid w:val="002762B5"/>
    <w:rsid w:val="002764A6"/>
    <w:rsid w:val="00276C76"/>
    <w:rsid w:val="00277C49"/>
    <w:rsid w:val="00277F2F"/>
    <w:rsid w:val="00280956"/>
    <w:rsid w:val="002809D0"/>
    <w:rsid w:val="002818EF"/>
    <w:rsid w:val="00281F1F"/>
    <w:rsid w:val="00282184"/>
    <w:rsid w:val="0028271F"/>
    <w:rsid w:val="002827F4"/>
    <w:rsid w:val="00283C75"/>
    <w:rsid w:val="00283EF6"/>
    <w:rsid w:val="0028403A"/>
    <w:rsid w:val="002843CE"/>
    <w:rsid w:val="0028459E"/>
    <w:rsid w:val="002846DB"/>
    <w:rsid w:val="0028489F"/>
    <w:rsid w:val="00284ACC"/>
    <w:rsid w:val="00284E6E"/>
    <w:rsid w:val="002855DE"/>
    <w:rsid w:val="00285C52"/>
    <w:rsid w:val="002866C5"/>
    <w:rsid w:val="00286BB7"/>
    <w:rsid w:val="00286D77"/>
    <w:rsid w:val="002876A6"/>
    <w:rsid w:val="00290936"/>
    <w:rsid w:val="002916C8"/>
    <w:rsid w:val="00291872"/>
    <w:rsid w:val="00291B7D"/>
    <w:rsid w:val="0029227C"/>
    <w:rsid w:val="00292479"/>
    <w:rsid w:val="002929E7"/>
    <w:rsid w:val="00292C1A"/>
    <w:rsid w:val="002939D6"/>
    <w:rsid w:val="00293E33"/>
    <w:rsid w:val="002940F9"/>
    <w:rsid w:val="00294AE5"/>
    <w:rsid w:val="00294B38"/>
    <w:rsid w:val="00295530"/>
    <w:rsid w:val="00295604"/>
    <w:rsid w:val="00295A59"/>
    <w:rsid w:val="00295D97"/>
    <w:rsid w:val="00295F03"/>
    <w:rsid w:val="002961ED"/>
    <w:rsid w:val="00296A3E"/>
    <w:rsid w:val="00297572"/>
    <w:rsid w:val="00297CB3"/>
    <w:rsid w:val="00297DFE"/>
    <w:rsid w:val="00297F22"/>
    <w:rsid w:val="00297FB3"/>
    <w:rsid w:val="002A0155"/>
    <w:rsid w:val="002A0169"/>
    <w:rsid w:val="002A0284"/>
    <w:rsid w:val="002A19FA"/>
    <w:rsid w:val="002A1D03"/>
    <w:rsid w:val="002A1FB0"/>
    <w:rsid w:val="002A2967"/>
    <w:rsid w:val="002A3224"/>
    <w:rsid w:val="002A32FE"/>
    <w:rsid w:val="002A338C"/>
    <w:rsid w:val="002A35F2"/>
    <w:rsid w:val="002A37B7"/>
    <w:rsid w:val="002A3D94"/>
    <w:rsid w:val="002A412F"/>
    <w:rsid w:val="002A43B8"/>
    <w:rsid w:val="002A43EF"/>
    <w:rsid w:val="002A49E5"/>
    <w:rsid w:val="002A4D32"/>
    <w:rsid w:val="002A503A"/>
    <w:rsid w:val="002A504B"/>
    <w:rsid w:val="002A51B3"/>
    <w:rsid w:val="002A590A"/>
    <w:rsid w:val="002A5C93"/>
    <w:rsid w:val="002A5CE7"/>
    <w:rsid w:val="002A5E10"/>
    <w:rsid w:val="002A5E52"/>
    <w:rsid w:val="002A6020"/>
    <w:rsid w:val="002A630E"/>
    <w:rsid w:val="002A6B71"/>
    <w:rsid w:val="002A6CF7"/>
    <w:rsid w:val="002A717D"/>
    <w:rsid w:val="002A72CE"/>
    <w:rsid w:val="002A73D7"/>
    <w:rsid w:val="002A760A"/>
    <w:rsid w:val="002A7701"/>
    <w:rsid w:val="002A7B1C"/>
    <w:rsid w:val="002A7E43"/>
    <w:rsid w:val="002B0106"/>
    <w:rsid w:val="002B03A8"/>
    <w:rsid w:val="002B0801"/>
    <w:rsid w:val="002B0847"/>
    <w:rsid w:val="002B1092"/>
    <w:rsid w:val="002B13E6"/>
    <w:rsid w:val="002B14F0"/>
    <w:rsid w:val="002B1A43"/>
    <w:rsid w:val="002B1AC1"/>
    <w:rsid w:val="002B1F83"/>
    <w:rsid w:val="002B2063"/>
    <w:rsid w:val="002B20CC"/>
    <w:rsid w:val="002B22D7"/>
    <w:rsid w:val="002B23FA"/>
    <w:rsid w:val="002B2408"/>
    <w:rsid w:val="002B244A"/>
    <w:rsid w:val="002B2642"/>
    <w:rsid w:val="002B2A76"/>
    <w:rsid w:val="002B2B15"/>
    <w:rsid w:val="002B2BB5"/>
    <w:rsid w:val="002B31FD"/>
    <w:rsid w:val="002B369A"/>
    <w:rsid w:val="002B383D"/>
    <w:rsid w:val="002B3A31"/>
    <w:rsid w:val="002B4793"/>
    <w:rsid w:val="002B4BCD"/>
    <w:rsid w:val="002B4EFD"/>
    <w:rsid w:val="002B5180"/>
    <w:rsid w:val="002B5911"/>
    <w:rsid w:val="002B5D5B"/>
    <w:rsid w:val="002B5F1A"/>
    <w:rsid w:val="002B711F"/>
    <w:rsid w:val="002B71A8"/>
    <w:rsid w:val="002B74C5"/>
    <w:rsid w:val="002B7633"/>
    <w:rsid w:val="002B7989"/>
    <w:rsid w:val="002C013D"/>
    <w:rsid w:val="002C17C1"/>
    <w:rsid w:val="002C19AB"/>
    <w:rsid w:val="002C1C63"/>
    <w:rsid w:val="002C22D0"/>
    <w:rsid w:val="002C2736"/>
    <w:rsid w:val="002C29FB"/>
    <w:rsid w:val="002C3098"/>
    <w:rsid w:val="002C39E3"/>
    <w:rsid w:val="002C39F5"/>
    <w:rsid w:val="002C3B15"/>
    <w:rsid w:val="002C3E3A"/>
    <w:rsid w:val="002C3E99"/>
    <w:rsid w:val="002C4344"/>
    <w:rsid w:val="002C47F2"/>
    <w:rsid w:val="002C48A3"/>
    <w:rsid w:val="002C4958"/>
    <w:rsid w:val="002C511D"/>
    <w:rsid w:val="002C52A8"/>
    <w:rsid w:val="002C5505"/>
    <w:rsid w:val="002C571B"/>
    <w:rsid w:val="002C599E"/>
    <w:rsid w:val="002C5C66"/>
    <w:rsid w:val="002C608A"/>
    <w:rsid w:val="002C6427"/>
    <w:rsid w:val="002C793C"/>
    <w:rsid w:val="002C7975"/>
    <w:rsid w:val="002D0086"/>
    <w:rsid w:val="002D01B7"/>
    <w:rsid w:val="002D0272"/>
    <w:rsid w:val="002D05FB"/>
    <w:rsid w:val="002D09BA"/>
    <w:rsid w:val="002D0A8D"/>
    <w:rsid w:val="002D0B22"/>
    <w:rsid w:val="002D0B72"/>
    <w:rsid w:val="002D1534"/>
    <w:rsid w:val="002D15E4"/>
    <w:rsid w:val="002D19A9"/>
    <w:rsid w:val="002D1DAD"/>
    <w:rsid w:val="002D1F05"/>
    <w:rsid w:val="002D2485"/>
    <w:rsid w:val="002D28D0"/>
    <w:rsid w:val="002D33C8"/>
    <w:rsid w:val="002D43B6"/>
    <w:rsid w:val="002D44FD"/>
    <w:rsid w:val="002D539C"/>
    <w:rsid w:val="002D5457"/>
    <w:rsid w:val="002D5649"/>
    <w:rsid w:val="002D580E"/>
    <w:rsid w:val="002D633B"/>
    <w:rsid w:val="002D6797"/>
    <w:rsid w:val="002D6A07"/>
    <w:rsid w:val="002D6F7B"/>
    <w:rsid w:val="002D7D58"/>
    <w:rsid w:val="002E015C"/>
    <w:rsid w:val="002E03AD"/>
    <w:rsid w:val="002E047E"/>
    <w:rsid w:val="002E0BF3"/>
    <w:rsid w:val="002E0D44"/>
    <w:rsid w:val="002E19EE"/>
    <w:rsid w:val="002E2160"/>
    <w:rsid w:val="002E2ADA"/>
    <w:rsid w:val="002E2B03"/>
    <w:rsid w:val="002E353B"/>
    <w:rsid w:val="002E3A07"/>
    <w:rsid w:val="002E3BED"/>
    <w:rsid w:val="002E4104"/>
    <w:rsid w:val="002E4468"/>
    <w:rsid w:val="002E45AC"/>
    <w:rsid w:val="002E47D8"/>
    <w:rsid w:val="002E4976"/>
    <w:rsid w:val="002E4C40"/>
    <w:rsid w:val="002E4D3D"/>
    <w:rsid w:val="002E5225"/>
    <w:rsid w:val="002E5340"/>
    <w:rsid w:val="002E5CA1"/>
    <w:rsid w:val="002E6022"/>
    <w:rsid w:val="002E69E9"/>
    <w:rsid w:val="002E70BF"/>
    <w:rsid w:val="002E7609"/>
    <w:rsid w:val="002E7FCA"/>
    <w:rsid w:val="002F05A8"/>
    <w:rsid w:val="002F06C7"/>
    <w:rsid w:val="002F11D2"/>
    <w:rsid w:val="002F1927"/>
    <w:rsid w:val="002F2104"/>
    <w:rsid w:val="002F2966"/>
    <w:rsid w:val="002F2E1D"/>
    <w:rsid w:val="002F2F4C"/>
    <w:rsid w:val="002F3626"/>
    <w:rsid w:val="002F364B"/>
    <w:rsid w:val="002F38B0"/>
    <w:rsid w:val="002F40E5"/>
    <w:rsid w:val="002F471D"/>
    <w:rsid w:val="002F514A"/>
    <w:rsid w:val="002F5196"/>
    <w:rsid w:val="002F522E"/>
    <w:rsid w:val="002F59DA"/>
    <w:rsid w:val="002F61E4"/>
    <w:rsid w:val="002F62A1"/>
    <w:rsid w:val="002F6501"/>
    <w:rsid w:val="002F6587"/>
    <w:rsid w:val="002F6833"/>
    <w:rsid w:val="002F684D"/>
    <w:rsid w:val="002F6A05"/>
    <w:rsid w:val="002F6B2D"/>
    <w:rsid w:val="002F6F56"/>
    <w:rsid w:val="002F7071"/>
    <w:rsid w:val="002F7903"/>
    <w:rsid w:val="002F7B6D"/>
    <w:rsid w:val="002F7C69"/>
    <w:rsid w:val="002F7CA3"/>
    <w:rsid w:val="002F7E6B"/>
    <w:rsid w:val="00300115"/>
    <w:rsid w:val="003002A9"/>
    <w:rsid w:val="00300568"/>
    <w:rsid w:val="00300A0C"/>
    <w:rsid w:val="00300CCF"/>
    <w:rsid w:val="00300CF4"/>
    <w:rsid w:val="00301352"/>
    <w:rsid w:val="00301EBF"/>
    <w:rsid w:val="00301FE7"/>
    <w:rsid w:val="00302250"/>
    <w:rsid w:val="003023DA"/>
    <w:rsid w:val="00302947"/>
    <w:rsid w:val="00302BAB"/>
    <w:rsid w:val="00303063"/>
    <w:rsid w:val="00303462"/>
    <w:rsid w:val="00303640"/>
    <w:rsid w:val="00303924"/>
    <w:rsid w:val="00303A9D"/>
    <w:rsid w:val="0030406E"/>
    <w:rsid w:val="00304111"/>
    <w:rsid w:val="003042EF"/>
    <w:rsid w:val="00304592"/>
    <w:rsid w:val="00304A76"/>
    <w:rsid w:val="003065B0"/>
    <w:rsid w:val="003070AB"/>
    <w:rsid w:val="003073DB"/>
    <w:rsid w:val="00307C3A"/>
    <w:rsid w:val="00307FE9"/>
    <w:rsid w:val="0031009F"/>
    <w:rsid w:val="003100F4"/>
    <w:rsid w:val="00310A38"/>
    <w:rsid w:val="00310A78"/>
    <w:rsid w:val="00310C77"/>
    <w:rsid w:val="00310D1D"/>
    <w:rsid w:val="00310E92"/>
    <w:rsid w:val="003112A9"/>
    <w:rsid w:val="00311515"/>
    <w:rsid w:val="003129CD"/>
    <w:rsid w:val="0031320D"/>
    <w:rsid w:val="00313EA3"/>
    <w:rsid w:val="00313F48"/>
    <w:rsid w:val="003141DD"/>
    <w:rsid w:val="00314869"/>
    <w:rsid w:val="00314971"/>
    <w:rsid w:val="0031675E"/>
    <w:rsid w:val="00316A6A"/>
    <w:rsid w:val="003176C1"/>
    <w:rsid w:val="0031776D"/>
    <w:rsid w:val="00317804"/>
    <w:rsid w:val="00317AD2"/>
    <w:rsid w:val="00317B4D"/>
    <w:rsid w:val="00317D3F"/>
    <w:rsid w:val="00317DE6"/>
    <w:rsid w:val="00317E22"/>
    <w:rsid w:val="00317FA1"/>
    <w:rsid w:val="00317FD5"/>
    <w:rsid w:val="003200DF"/>
    <w:rsid w:val="003203A5"/>
    <w:rsid w:val="00320512"/>
    <w:rsid w:val="00321307"/>
    <w:rsid w:val="0032186F"/>
    <w:rsid w:val="00322411"/>
    <w:rsid w:val="00322466"/>
    <w:rsid w:val="003227F8"/>
    <w:rsid w:val="003229E9"/>
    <w:rsid w:val="00322E88"/>
    <w:rsid w:val="003230C0"/>
    <w:rsid w:val="003233F7"/>
    <w:rsid w:val="003238F8"/>
    <w:rsid w:val="00323A49"/>
    <w:rsid w:val="003240E6"/>
    <w:rsid w:val="003241E9"/>
    <w:rsid w:val="0032464F"/>
    <w:rsid w:val="00324747"/>
    <w:rsid w:val="00324B78"/>
    <w:rsid w:val="00324C31"/>
    <w:rsid w:val="00324CE3"/>
    <w:rsid w:val="00325A62"/>
    <w:rsid w:val="00325D35"/>
    <w:rsid w:val="00325D8E"/>
    <w:rsid w:val="00325D9F"/>
    <w:rsid w:val="003269DB"/>
    <w:rsid w:val="00326CAD"/>
    <w:rsid w:val="00326D3E"/>
    <w:rsid w:val="003270C5"/>
    <w:rsid w:val="003278D1"/>
    <w:rsid w:val="00330028"/>
    <w:rsid w:val="0033013A"/>
    <w:rsid w:val="00330414"/>
    <w:rsid w:val="00330D70"/>
    <w:rsid w:val="003317C9"/>
    <w:rsid w:val="00331EEB"/>
    <w:rsid w:val="003339D0"/>
    <w:rsid w:val="00333D1C"/>
    <w:rsid w:val="00334574"/>
    <w:rsid w:val="0033516D"/>
    <w:rsid w:val="003353BB"/>
    <w:rsid w:val="00335D9C"/>
    <w:rsid w:val="0033620A"/>
    <w:rsid w:val="00336791"/>
    <w:rsid w:val="00336F58"/>
    <w:rsid w:val="0033745B"/>
    <w:rsid w:val="00337C97"/>
    <w:rsid w:val="00340E8C"/>
    <w:rsid w:val="003410C8"/>
    <w:rsid w:val="003416DE"/>
    <w:rsid w:val="00341B9D"/>
    <w:rsid w:val="00341C2B"/>
    <w:rsid w:val="00341FF9"/>
    <w:rsid w:val="0034239A"/>
    <w:rsid w:val="00342901"/>
    <w:rsid w:val="00342EAD"/>
    <w:rsid w:val="00343936"/>
    <w:rsid w:val="00343971"/>
    <w:rsid w:val="00343AB8"/>
    <w:rsid w:val="0034489C"/>
    <w:rsid w:val="003450B7"/>
    <w:rsid w:val="003452DD"/>
    <w:rsid w:val="00345486"/>
    <w:rsid w:val="003457CF"/>
    <w:rsid w:val="00345904"/>
    <w:rsid w:val="00345DFD"/>
    <w:rsid w:val="00346082"/>
    <w:rsid w:val="0034624F"/>
    <w:rsid w:val="00346A49"/>
    <w:rsid w:val="00346FC7"/>
    <w:rsid w:val="00347526"/>
    <w:rsid w:val="003507C0"/>
    <w:rsid w:val="00350E7E"/>
    <w:rsid w:val="003511CF"/>
    <w:rsid w:val="0035120B"/>
    <w:rsid w:val="003512E4"/>
    <w:rsid w:val="003518E2"/>
    <w:rsid w:val="00351A4E"/>
    <w:rsid w:val="00352553"/>
    <w:rsid w:val="00352B3A"/>
    <w:rsid w:val="00352E1E"/>
    <w:rsid w:val="003534F9"/>
    <w:rsid w:val="0035368E"/>
    <w:rsid w:val="00353F56"/>
    <w:rsid w:val="003540D8"/>
    <w:rsid w:val="003541CB"/>
    <w:rsid w:val="00354493"/>
    <w:rsid w:val="00354A44"/>
    <w:rsid w:val="00354AF8"/>
    <w:rsid w:val="00354D83"/>
    <w:rsid w:val="00355398"/>
    <w:rsid w:val="00355C51"/>
    <w:rsid w:val="00355CE6"/>
    <w:rsid w:val="0035637D"/>
    <w:rsid w:val="00356D6A"/>
    <w:rsid w:val="00356EC7"/>
    <w:rsid w:val="00357188"/>
    <w:rsid w:val="00357345"/>
    <w:rsid w:val="003578FB"/>
    <w:rsid w:val="00357D56"/>
    <w:rsid w:val="00357D92"/>
    <w:rsid w:val="00357EBD"/>
    <w:rsid w:val="00360549"/>
    <w:rsid w:val="00360A5F"/>
    <w:rsid w:val="003617C8"/>
    <w:rsid w:val="0036185F"/>
    <w:rsid w:val="003618AA"/>
    <w:rsid w:val="00361EC5"/>
    <w:rsid w:val="00362690"/>
    <w:rsid w:val="00362F97"/>
    <w:rsid w:val="00363832"/>
    <w:rsid w:val="00363C94"/>
    <w:rsid w:val="00363CD2"/>
    <w:rsid w:val="00363CEB"/>
    <w:rsid w:val="00363DC8"/>
    <w:rsid w:val="0036400D"/>
    <w:rsid w:val="0036406C"/>
    <w:rsid w:val="00364545"/>
    <w:rsid w:val="00364704"/>
    <w:rsid w:val="00364ECA"/>
    <w:rsid w:val="00365FDF"/>
    <w:rsid w:val="0036618F"/>
    <w:rsid w:val="00367328"/>
    <w:rsid w:val="00367557"/>
    <w:rsid w:val="0036782D"/>
    <w:rsid w:val="00367F17"/>
    <w:rsid w:val="00370061"/>
    <w:rsid w:val="003702ED"/>
    <w:rsid w:val="00370695"/>
    <w:rsid w:val="00370EE0"/>
    <w:rsid w:val="0037177F"/>
    <w:rsid w:val="00371DC4"/>
    <w:rsid w:val="003720FE"/>
    <w:rsid w:val="00372158"/>
    <w:rsid w:val="00372360"/>
    <w:rsid w:val="00372813"/>
    <w:rsid w:val="00372A39"/>
    <w:rsid w:val="00372CB3"/>
    <w:rsid w:val="00373085"/>
    <w:rsid w:val="00373761"/>
    <w:rsid w:val="00373799"/>
    <w:rsid w:val="0037380D"/>
    <w:rsid w:val="003743EE"/>
    <w:rsid w:val="003759F6"/>
    <w:rsid w:val="00375B0C"/>
    <w:rsid w:val="00375E00"/>
    <w:rsid w:val="00376655"/>
    <w:rsid w:val="00376E4B"/>
    <w:rsid w:val="00377111"/>
    <w:rsid w:val="003774A4"/>
    <w:rsid w:val="00377BAC"/>
    <w:rsid w:val="00380625"/>
    <w:rsid w:val="00380849"/>
    <w:rsid w:val="00380A67"/>
    <w:rsid w:val="003810A6"/>
    <w:rsid w:val="003819C2"/>
    <w:rsid w:val="00381ACE"/>
    <w:rsid w:val="003832C8"/>
    <w:rsid w:val="00383631"/>
    <w:rsid w:val="003849ED"/>
    <w:rsid w:val="0038683D"/>
    <w:rsid w:val="00390718"/>
    <w:rsid w:val="00390CFB"/>
    <w:rsid w:val="00391B23"/>
    <w:rsid w:val="00392644"/>
    <w:rsid w:val="0039277C"/>
    <w:rsid w:val="003927FB"/>
    <w:rsid w:val="00394022"/>
    <w:rsid w:val="00394049"/>
    <w:rsid w:val="0039429C"/>
    <w:rsid w:val="0039476F"/>
    <w:rsid w:val="003947CB"/>
    <w:rsid w:val="00395234"/>
    <w:rsid w:val="00395B9D"/>
    <w:rsid w:val="00395D6F"/>
    <w:rsid w:val="003963F3"/>
    <w:rsid w:val="0039736A"/>
    <w:rsid w:val="0039767A"/>
    <w:rsid w:val="0039780B"/>
    <w:rsid w:val="0039787F"/>
    <w:rsid w:val="00397E9F"/>
    <w:rsid w:val="003A02DD"/>
    <w:rsid w:val="003A05E0"/>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5C17"/>
    <w:rsid w:val="003A5CFF"/>
    <w:rsid w:val="003A6297"/>
    <w:rsid w:val="003A629B"/>
    <w:rsid w:val="003A661E"/>
    <w:rsid w:val="003A67C8"/>
    <w:rsid w:val="003A75C7"/>
    <w:rsid w:val="003B0434"/>
    <w:rsid w:val="003B0913"/>
    <w:rsid w:val="003B116D"/>
    <w:rsid w:val="003B165C"/>
    <w:rsid w:val="003B1846"/>
    <w:rsid w:val="003B19DC"/>
    <w:rsid w:val="003B20C5"/>
    <w:rsid w:val="003B2DBB"/>
    <w:rsid w:val="003B2EDA"/>
    <w:rsid w:val="003B339F"/>
    <w:rsid w:val="003B350C"/>
    <w:rsid w:val="003B3844"/>
    <w:rsid w:val="003B3EBC"/>
    <w:rsid w:val="003B4197"/>
    <w:rsid w:val="003B460D"/>
    <w:rsid w:val="003B4B01"/>
    <w:rsid w:val="003B5031"/>
    <w:rsid w:val="003B5580"/>
    <w:rsid w:val="003B564A"/>
    <w:rsid w:val="003B593D"/>
    <w:rsid w:val="003B5D61"/>
    <w:rsid w:val="003B62CE"/>
    <w:rsid w:val="003B6720"/>
    <w:rsid w:val="003B687A"/>
    <w:rsid w:val="003B690D"/>
    <w:rsid w:val="003B6979"/>
    <w:rsid w:val="003B775B"/>
    <w:rsid w:val="003B7FA9"/>
    <w:rsid w:val="003C003B"/>
    <w:rsid w:val="003C04BC"/>
    <w:rsid w:val="003C1955"/>
    <w:rsid w:val="003C19C9"/>
    <w:rsid w:val="003C19F6"/>
    <w:rsid w:val="003C1D82"/>
    <w:rsid w:val="003C3273"/>
    <w:rsid w:val="003C3684"/>
    <w:rsid w:val="003C36C3"/>
    <w:rsid w:val="003C3857"/>
    <w:rsid w:val="003C3B9E"/>
    <w:rsid w:val="003C403E"/>
    <w:rsid w:val="003C42E8"/>
    <w:rsid w:val="003C46F2"/>
    <w:rsid w:val="003C475C"/>
    <w:rsid w:val="003C4ACE"/>
    <w:rsid w:val="003C4E2F"/>
    <w:rsid w:val="003C5A92"/>
    <w:rsid w:val="003C5BD3"/>
    <w:rsid w:val="003C62B6"/>
    <w:rsid w:val="003C65DF"/>
    <w:rsid w:val="003C6A73"/>
    <w:rsid w:val="003C6A81"/>
    <w:rsid w:val="003C6D39"/>
    <w:rsid w:val="003C7065"/>
    <w:rsid w:val="003C7A9A"/>
    <w:rsid w:val="003C7C08"/>
    <w:rsid w:val="003D0085"/>
    <w:rsid w:val="003D00C7"/>
    <w:rsid w:val="003D0589"/>
    <w:rsid w:val="003D0BA1"/>
    <w:rsid w:val="003D0D5D"/>
    <w:rsid w:val="003D2459"/>
    <w:rsid w:val="003D28ED"/>
    <w:rsid w:val="003D3107"/>
    <w:rsid w:val="003D32A8"/>
    <w:rsid w:val="003D4036"/>
    <w:rsid w:val="003D4B47"/>
    <w:rsid w:val="003D4B48"/>
    <w:rsid w:val="003D4E7A"/>
    <w:rsid w:val="003D50EC"/>
    <w:rsid w:val="003D5579"/>
    <w:rsid w:val="003D59C4"/>
    <w:rsid w:val="003D5B4A"/>
    <w:rsid w:val="003D6058"/>
    <w:rsid w:val="003D6268"/>
    <w:rsid w:val="003D67D0"/>
    <w:rsid w:val="003D702D"/>
    <w:rsid w:val="003D71EE"/>
    <w:rsid w:val="003D7252"/>
    <w:rsid w:val="003D746B"/>
    <w:rsid w:val="003D7714"/>
    <w:rsid w:val="003D7B9D"/>
    <w:rsid w:val="003E027A"/>
    <w:rsid w:val="003E06BE"/>
    <w:rsid w:val="003E097C"/>
    <w:rsid w:val="003E10F4"/>
    <w:rsid w:val="003E148D"/>
    <w:rsid w:val="003E1733"/>
    <w:rsid w:val="003E1B3A"/>
    <w:rsid w:val="003E1DA3"/>
    <w:rsid w:val="003E1DD3"/>
    <w:rsid w:val="003E2352"/>
    <w:rsid w:val="003E235A"/>
    <w:rsid w:val="003E3600"/>
    <w:rsid w:val="003E4596"/>
    <w:rsid w:val="003E4F1C"/>
    <w:rsid w:val="003E5B2C"/>
    <w:rsid w:val="003E649C"/>
    <w:rsid w:val="003E69AE"/>
    <w:rsid w:val="003E7585"/>
    <w:rsid w:val="003E78E6"/>
    <w:rsid w:val="003E7BA5"/>
    <w:rsid w:val="003F0A61"/>
    <w:rsid w:val="003F1278"/>
    <w:rsid w:val="003F1F73"/>
    <w:rsid w:val="003F2536"/>
    <w:rsid w:val="003F263F"/>
    <w:rsid w:val="003F2A0F"/>
    <w:rsid w:val="003F303B"/>
    <w:rsid w:val="003F31D8"/>
    <w:rsid w:val="003F33DE"/>
    <w:rsid w:val="003F3B76"/>
    <w:rsid w:val="003F470F"/>
    <w:rsid w:val="003F4AF3"/>
    <w:rsid w:val="003F4CBC"/>
    <w:rsid w:val="003F4EB2"/>
    <w:rsid w:val="003F4F1A"/>
    <w:rsid w:val="003F5A94"/>
    <w:rsid w:val="003F6170"/>
    <w:rsid w:val="003F72E7"/>
    <w:rsid w:val="003F73E0"/>
    <w:rsid w:val="003F7486"/>
    <w:rsid w:val="003F7AF7"/>
    <w:rsid w:val="00400247"/>
    <w:rsid w:val="004004C6"/>
    <w:rsid w:val="004004DE"/>
    <w:rsid w:val="004006AD"/>
    <w:rsid w:val="004009F4"/>
    <w:rsid w:val="0040148E"/>
    <w:rsid w:val="004017F5"/>
    <w:rsid w:val="00401998"/>
    <w:rsid w:val="00401ADC"/>
    <w:rsid w:val="00401DBF"/>
    <w:rsid w:val="00401E92"/>
    <w:rsid w:val="0040204E"/>
    <w:rsid w:val="00402259"/>
    <w:rsid w:val="00402C65"/>
    <w:rsid w:val="0040317E"/>
    <w:rsid w:val="00404232"/>
    <w:rsid w:val="00404323"/>
    <w:rsid w:val="004044EA"/>
    <w:rsid w:val="004048A8"/>
    <w:rsid w:val="00404EB7"/>
    <w:rsid w:val="00405229"/>
    <w:rsid w:val="00406189"/>
    <w:rsid w:val="00406220"/>
    <w:rsid w:val="00406AAC"/>
    <w:rsid w:val="00406F0E"/>
    <w:rsid w:val="00407274"/>
    <w:rsid w:val="0040797E"/>
    <w:rsid w:val="004079D9"/>
    <w:rsid w:val="00407D56"/>
    <w:rsid w:val="00407DD7"/>
    <w:rsid w:val="004101F0"/>
    <w:rsid w:val="0041059C"/>
    <w:rsid w:val="0041077F"/>
    <w:rsid w:val="00410ADB"/>
    <w:rsid w:val="00410CEF"/>
    <w:rsid w:val="004110ED"/>
    <w:rsid w:val="0041153B"/>
    <w:rsid w:val="0041159B"/>
    <w:rsid w:val="00411D83"/>
    <w:rsid w:val="004130D8"/>
    <w:rsid w:val="0041334D"/>
    <w:rsid w:val="00413838"/>
    <w:rsid w:val="004140D3"/>
    <w:rsid w:val="00414547"/>
    <w:rsid w:val="00414B04"/>
    <w:rsid w:val="00414FE9"/>
    <w:rsid w:val="00415690"/>
    <w:rsid w:val="004159E2"/>
    <w:rsid w:val="00415ED5"/>
    <w:rsid w:val="00416018"/>
    <w:rsid w:val="004160B8"/>
    <w:rsid w:val="00416B16"/>
    <w:rsid w:val="00416E2B"/>
    <w:rsid w:val="0041755B"/>
    <w:rsid w:val="004209BA"/>
    <w:rsid w:val="004209CF"/>
    <w:rsid w:val="00420C44"/>
    <w:rsid w:val="00420DAD"/>
    <w:rsid w:val="00420EEC"/>
    <w:rsid w:val="00421BDC"/>
    <w:rsid w:val="0042235A"/>
    <w:rsid w:val="004223B4"/>
    <w:rsid w:val="004223DE"/>
    <w:rsid w:val="004228BF"/>
    <w:rsid w:val="00422B23"/>
    <w:rsid w:val="0042395D"/>
    <w:rsid w:val="00423D0D"/>
    <w:rsid w:val="004246AC"/>
    <w:rsid w:val="00424834"/>
    <w:rsid w:val="00424E9B"/>
    <w:rsid w:val="00425138"/>
    <w:rsid w:val="00425407"/>
    <w:rsid w:val="004263D5"/>
    <w:rsid w:val="00426508"/>
    <w:rsid w:val="00426D42"/>
    <w:rsid w:val="004278AA"/>
    <w:rsid w:val="00427960"/>
    <w:rsid w:val="00427FD7"/>
    <w:rsid w:val="004301BB"/>
    <w:rsid w:val="00430581"/>
    <w:rsid w:val="00430B74"/>
    <w:rsid w:val="00430DF6"/>
    <w:rsid w:val="004318A1"/>
    <w:rsid w:val="00432038"/>
    <w:rsid w:val="004324CA"/>
    <w:rsid w:val="00432BAE"/>
    <w:rsid w:val="00432ECF"/>
    <w:rsid w:val="004333B1"/>
    <w:rsid w:val="0043375B"/>
    <w:rsid w:val="00433847"/>
    <w:rsid w:val="00433F28"/>
    <w:rsid w:val="00434A97"/>
    <w:rsid w:val="00434C2E"/>
    <w:rsid w:val="00434D43"/>
    <w:rsid w:val="00434EFA"/>
    <w:rsid w:val="00434FE6"/>
    <w:rsid w:val="004357A9"/>
    <w:rsid w:val="00435C2F"/>
    <w:rsid w:val="00435D71"/>
    <w:rsid w:val="00435F64"/>
    <w:rsid w:val="00436114"/>
    <w:rsid w:val="004367EF"/>
    <w:rsid w:val="00436A9C"/>
    <w:rsid w:val="00436E00"/>
    <w:rsid w:val="00437035"/>
    <w:rsid w:val="0043754A"/>
    <w:rsid w:val="00437949"/>
    <w:rsid w:val="00437959"/>
    <w:rsid w:val="00437C19"/>
    <w:rsid w:val="00437D9B"/>
    <w:rsid w:val="00440C62"/>
    <w:rsid w:val="0044132B"/>
    <w:rsid w:val="0044171E"/>
    <w:rsid w:val="00442137"/>
    <w:rsid w:val="00442AC1"/>
    <w:rsid w:val="00442CB0"/>
    <w:rsid w:val="00443829"/>
    <w:rsid w:val="00443855"/>
    <w:rsid w:val="00443AC6"/>
    <w:rsid w:val="00444131"/>
    <w:rsid w:val="00444291"/>
    <w:rsid w:val="0044447D"/>
    <w:rsid w:val="0044455C"/>
    <w:rsid w:val="00444930"/>
    <w:rsid w:val="00444F7E"/>
    <w:rsid w:val="00445079"/>
    <w:rsid w:val="0044572B"/>
    <w:rsid w:val="0044577D"/>
    <w:rsid w:val="00445B44"/>
    <w:rsid w:val="00445C79"/>
    <w:rsid w:val="00445F46"/>
    <w:rsid w:val="0044615B"/>
    <w:rsid w:val="0044661F"/>
    <w:rsid w:val="004468B8"/>
    <w:rsid w:val="00446BBA"/>
    <w:rsid w:val="00446BF4"/>
    <w:rsid w:val="0044756D"/>
    <w:rsid w:val="004500BB"/>
    <w:rsid w:val="004508FB"/>
    <w:rsid w:val="00450EBA"/>
    <w:rsid w:val="004514B7"/>
    <w:rsid w:val="004536B6"/>
    <w:rsid w:val="004538D5"/>
    <w:rsid w:val="00453C50"/>
    <w:rsid w:val="00453DAF"/>
    <w:rsid w:val="004542F9"/>
    <w:rsid w:val="004552E5"/>
    <w:rsid w:val="00455837"/>
    <w:rsid w:val="00455871"/>
    <w:rsid w:val="00455A59"/>
    <w:rsid w:val="00457A64"/>
    <w:rsid w:val="00457ACF"/>
    <w:rsid w:val="00457E1E"/>
    <w:rsid w:val="00457EB2"/>
    <w:rsid w:val="00460A29"/>
    <w:rsid w:val="00460A52"/>
    <w:rsid w:val="00460D47"/>
    <w:rsid w:val="004612A9"/>
    <w:rsid w:val="004615F8"/>
    <w:rsid w:val="004617A2"/>
    <w:rsid w:val="00462002"/>
    <w:rsid w:val="0046249C"/>
    <w:rsid w:val="004639DD"/>
    <w:rsid w:val="00464100"/>
    <w:rsid w:val="004643CB"/>
    <w:rsid w:val="00464FCD"/>
    <w:rsid w:val="00465FCA"/>
    <w:rsid w:val="0046634E"/>
    <w:rsid w:val="004667A7"/>
    <w:rsid w:val="004668D4"/>
    <w:rsid w:val="00466B3E"/>
    <w:rsid w:val="00466D09"/>
    <w:rsid w:val="00466E2C"/>
    <w:rsid w:val="00467072"/>
    <w:rsid w:val="00467507"/>
    <w:rsid w:val="00467E2B"/>
    <w:rsid w:val="00467E54"/>
    <w:rsid w:val="00470378"/>
    <w:rsid w:val="00470443"/>
    <w:rsid w:val="00470875"/>
    <w:rsid w:val="0047173E"/>
    <w:rsid w:val="00471D3F"/>
    <w:rsid w:val="004722F9"/>
    <w:rsid w:val="004725DE"/>
    <w:rsid w:val="00472660"/>
    <w:rsid w:val="0047277F"/>
    <w:rsid w:val="004727D9"/>
    <w:rsid w:val="00472CF3"/>
    <w:rsid w:val="0047343B"/>
    <w:rsid w:val="0047345F"/>
    <w:rsid w:val="0047360D"/>
    <w:rsid w:val="00473C70"/>
    <w:rsid w:val="004744E9"/>
    <w:rsid w:val="00475E99"/>
    <w:rsid w:val="00476C9D"/>
    <w:rsid w:val="0048046F"/>
    <w:rsid w:val="00480694"/>
    <w:rsid w:val="00480748"/>
    <w:rsid w:val="004808C7"/>
    <w:rsid w:val="00480908"/>
    <w:rsid w:val="00481030"/>
    <w:rsid w:val="00481070"/>
    <w:rsid w:val="00481CA5"/>
    <w:rsid w:val="00481F05"/>
    <w:rsid w:val="00481FD0"/>
    <w:rsid w:val="0048217D"/>
    <w:rsid w:val="0048221F"/>
    <w:rsid w:val="0048232B"/>
    <w:rsid w:val="0048244D"/>
    <w:rsid w:val="0048273F"/>
    <w:rsid w:val="004829A6"/>
    <w:rsid w:val="00482AA4"/>
    <w:rsid w:val="00482CC0"/>
    <w:rsid w:val="004843A1"/>
    <w:rsid w:val="00484AE4"/>
    <w:rsid w:val="00485041"/>
    <w:rsid w:val="00485172"/>
    <w:rsid w:val="0048554B"/>
    <w:rsid w:val="00485663"/>
    <w:rsid w:val="0048622E"/>
    <w:rsid w:val="004866ED"/>
    <w:rsid w:val="00486A19"/>
    <w:rsid w:val="00486ACC"/>
    <w:rsid w:val="00486CD3"/>
    <w:rsid w:val="00486D01"/>
    <w:rsid w:val="004871D4"/>
    <w:rsid w:val="004875A8"/>
    <w:rsid w:val="00490349"/>
    <w:rsid w:val="004907D6"/>
    <w:rsid w:val="00490830"/>
    <w:rsid w:val="00490B8B"/>
    <w:rsid w:val="0049103A"/>
    <w:rsid w:val="004919C3"/>
    <w:rsid w:val="00491A0F"/>
    <w:rsid w:val="00491B9E"/>
    <w:rsid w:val="00492161"/>
    <w:rsid w:val="00492929"/>
    <w:rsid w:val="004932D8"/>
    <w:rsid w:val="004936BF"/>
    <w:rsid w:val="00493EC3"/>
    <w:rsid w:val="00494114"/>
    <w:rsid w:val="004948CF"/>
    <w:rsid w:val="004953C3"/>
    <w:rsid w:val="00496FA3"/>
    <w:rsid w:val="00497042"/>
    <w:rsid w:val="00497201"/>
    <w:rsid w:val="004972E0"/>
    <w:rsid w:val="00497C6D"/>
    <w:rsid w:val="00497D7A"/>
    <w:rsid w:val="004A015E"/>
    <w:rsid w:val="004A081F"/>
    <w:rsid w:val="004A0866"/>
    <w:rsid w:val="004A0A99"/>
    <w:rsid w:val="004A13E4"/>
    <w:rsid w:val="004A16E0"/>
    <w:rsid w:val="004A1954"/>
    <w:rsid w:val="004A1A12"/>
    <w:rsid w:val="004A24F7"/>
    <w:rsid w:val="004A2B6F"/>
    <w:rsid w:val="004A329D"/>
    <w:rsid w:val="004A37DA"/>
    <w:rsid w:val="004A3970"/>
    <w:rsid w:val="004A3E21"/>
    <w:rsid w:val="004A417C"/>
    <w:rsid w:val="004A4BD0"/>
    <w:rsid w:val="004A4BF6"/>
    <w:rsid w:val="004A53FD"/>
    <w:rsid w:val="004A564A"/>
    <w:rsid w:val="004A5CB3"/>
    <w:rsid w:val="004A6B29"/>
    <w:rsid w:val="004A6E62"/>
    <w:rsid w:val="004A6E92"/>
    <w:rsid w:val="004B0425"/>
    <w:rsid w:val="004B0D9C"/>
    <w:rsid w:val="004B0E59"/>
    <w:rsid w:val="004B0FD5"/>
    <w:rsid w:val="004B12AB"/>
    <w:rsid w:val="004B1425"/>
    <w:rsid w:val="004B17F4"/>
    <w:rsid w:val="004B1C27"/>
    <w:rsid w:val="004B2522"/>
    <w:rsid w:val="004B2695"/>
    <w:rsid w:val="004B2B6A"/>
    <w:rsid w:val="004B3F28"/>
    <w:rsid w:val="004B40CC"/>
    <w:rsid w:val="004B4495"/>
    <w:rsid w:val="004B45E7"/>
    <w:rsid w:val="004B4DF6"/>
    <w:rsid w:val="004B5763"/>
    <w:rsid w:val="004B5DE2"/>
    <w:rsid w:val="004B60C5"/>
    <w:rsid w:val="004B666F"/>
    <w:rsid w:val="004B6B61"/>
    <w:rsid w:val="004B774E"/>
    <w:rsid w:val="004B7DEE"/>
    <w:rsid w:val="004C04B0"/>
    <w:rsid w:val="004C0546"/>
    <w:rsid w:val="004C058B"/>
    <w:rsid w:val="004C0800"/>
    <w:rsid w:val="004C1019"/>
    <w:rsid w:val="004C1272"/>
    <w:rsid w:val="004C198C"/>
    <w:rsid w:val="004C1F73"/>
    <w:rsid w:val="004C2B1C"/>
    <w:rsid w:val="004C2C21"/>
    <w:rsid w:val="004C35EB"/>
    <w:rsid w:val="004C3853"/>
    <w:rsid w:val="004C3D61"/>
    <w:rsid w:val="004C3E90"/>
    <w:rsid w:val="004C42E5"/>
    <w:rsid w:val="004C4336"/>
    <w:rsid w:val="004C4B41"/>
    <w:rsid w:val="004C503C"/>
    <w:rsid w:val="004C5704"/>
    <w:rsid w:val="004C5961"/>
    <w:rsid w:val="004C5ED0"/>
    <w:rsid w:val="004C63CA"/>
    <w:rsid w:val="004C68DE"/>
    <w:rsid w:val="004C6C99"/>
    <w:rsid w:val="004C6D21"/>
    <w:rsid w:val="004C77B5"/>
    <w:rsid w:val="004D03C3"/>
    <w:rsid w:val="004D073A"/>
    <w:rsid w:val="004D11C2"/>
    <w:rsid w:val="004D37CE"/>
    <w:rsid w:val="004D4075"/>
    <w:rsid w:val="004D417C"/>
    <w:rsid w:val="004D4956"/>
    <w:rsid w:val="004D4982"/>
    <w:rsid w:val="004D4C85"/>
    <w:rsid w:val="004D4CC2"/>
    <w:rsid w:val="004D580B"/>
    <w:rsid w:val="004D59A9"/>
    <w:rsid w:val="004D5A3D"/>
    <w:rsid w:val="004D5D16"/>
    <w:rsid w:val="004D5F2F"/>
    <w:rsid w:val="004D6034"/>
    <w:rsid w:val="004D6282"/>
    <w:rsid w:val="004D673E"/>
    <w:rsid w:val="004D6A8F"/>
    <w:rsid w:val="004D7586"/>
    <w:rsid w:val="004D7678"/>
    <w:rsid w:val="004D7904"/>
    <w:rsid w:val="004D7AD0"/>
    <w:rsid w:val="004D7CD7"/>
    <w:rsid w:val="004D7EE6"/>
    <w:rsid w:val="004D7FBF"/>
    <w:rsid w:val="004E02BC"/>
    <w:rsid w:val="004E05E0"/>
    <w:rsid w:val="004E07D8"/>
    <w:rsid w:val="004E0833"/>
    <w:rsid w:val="004E0972"/>
    <w:rsid w:val="004E1161"/>
    <w:rsid w:val="004E1437"/>
    <w:rsid w:val="004E18F5"/>
    <w:rsid w:val="004E1945"/>
    <w:rsid w:val="004E1C08"/>
    <w:rsid w:val="004E1F4C"/>
    <w:rsid w:val="004E2257"/>
    <w:rsid w:val="004E249D"/>
    <w:rsid w:val="004E3570"/>
    <w:rsid w:val="004E3CB3"/>
    <w:rsid w:val="004E4979"/>
    <w:rsid w:val="004E4B94"/>
    <w:rsid w:val="004E55E3"/>
    <w:rsid w:val="004E6020"/>
    <w:rsid w:val="004E678A"/>
    <w:rsid w:val="004E6CA9"/>
    <w:rsid w:val="004E6DD9"/>
    <w:rsid w:val="004E6E95"/>
    <w:rsid w:val="004E7224"/>
    <w:rsid w:val="004E7B80"/>
    <w:rsid w:val="004E7E9E"/>
    <w:rsid w:val="004E7FE2"/>
    <w:rsid w:val="004F0C41"/>
    <w:rsid w:val="004F0D45"/>
    <w:rsid w:val="004F1404"/>
    <w:rsid w:val="004F1768"/>
    <w:rsid w:val="004F1D0E"/>
    <w:rsid w:val="004F1D44"/>
    <w:rsid w:val="004F1FF8"/>
    <w:rsid w:val="004F26AC"/>
    <w:rsid w:val="004F28C9"/>
    <w:rsid w:val="004F305D"/>
    <w:rsid w:val="004F31F0"/>
    <w:rsid w:val="004F35D7"/>
    <w:rsid w:val="004F3FB8"/>
    <w:rsid w:val="004F58BA"/>
    <w:rsid w:val="004F58EC"/>
    <w:rsid w:val="004F5EE4"/>
    <w:rsid w:val="004F6473"/>
    <w:rsid w:val="004F65BD"/>
    <w:rsid w:val="004F6702"/>
    <w:rsid w:val="004F70AC"/>
    <w:rsid w:val="004F7357"/>
    <w:rsid w:val="004F790B"/>
    <w:rsid w:val="004F7A79"/>
    <w:rsid w:val="00500221"/>
    <w:rsid w:val="00500224"/>
    <w:rsid w:val="005006ED"/>
    <w:rsid w:val="00501151"/>
    <w:rsid w:val="005017BA"/>
    <w:rsid w:val="00501B09"/>
    <w:rsid w:val="0050214A"/>
    <w:rsid w:val="005022E5"/>
    <w:rsid w:val="005024CE"/>
    <w:rsid w:val="0050254A"/>
    <w:rsid w:val="00502B2F"/>
    <w:rsid w:val="00502C0E"/>
    <w:rsid w:val="00502CFE"/>
    <w:rsid w:val="00502D94"/>
    <w:rsid w:val="00503092"/>
    <w:rsid w:val="005030BD"/>
    <w:rsid w:val="005034EC"/>
    <w:rsid w:val="005037A1"/>
    <w:rsid w:val="00503FB6"/>
    <w:rsid w:val="00504299"/>
    <w:rsid w:val="005045FE"/>
    <w:rsid w:val="0050471E"/>
    <w:rsid w:val="0050478C"/>
    <w:rsid w:val="00504A74"/>
    <w:rsid w:val="0050538E"/>
    <w:rsid w:val="00505D4A"/>
    <w:rsid w:val="00506389"/>
    <w:rsid w:val="00506F86"/>
    <w:rsid w:val="0050710C"/>
    <w:rsid w:val="0050750A"/>
    <w:rsid w:val="00507C6E"/>
    <w:rsid w:val="005100A4"/>
    <w:rsid w:val="005104B0"/>
    <w:rsid w:val="00510551"/>
    <w:rsid w:val="00510A96"/>
    <w:rsid w:val="00510F59"/>
    <w:rsid w:val="00510F61"/>
    <w:rsid w:val="00511259"/>
    <w:rsid w:val="0051127C"/>
    <w:rsid w:val="0051167E"/>
    <w:rsid w:val="00511775"/>
    <w:rsid w:val="00511C34"/>
    <w:rsid w:val="00511D01"/>
    <w:rsid w:val="00512106"/>
    <w:rsid w:val="005121B4"/>
    <w:rsid w:val="00512660"/>
    <w:rsid w:val="00512B38"/>
    <w:rsid w:val="005138A8"/>
    <w:rsid w:val="00513B92"/>
    <w:rsid w:val="005143DF"/>
    <w:rsid w:val="00514CB8"/>
    <w:rsid w:val="005151D1"/>
    <w:rsid w:val="005151DB"/>
    <w:rsid w:val="00515729"/>
    <w:rsid w:val="00515746"/>
    <w:rsid w:val="00515999"/>
    <w:rsid w:val="0051655C"/>
    <w:rsid w:val="005168B1"/>
    <w:rsid w:val="00516AE0"/>
    <w:rsid w:val="00516D8F"/>
    <w:rsid w:val="0051715A"/>
    <w:rsid w:val="005179A1"/>
    <w:rsid w:val="00517BDB"/>
    <w:rsid w:val="00517DDA"/>
    <w:rsid w:val="00520622"/>
    <w:rsid w:val="00520A10"/>
    <w:rsid w:val="0052113C"/>
    <w:rsid w:val="0052177B"/>
    <w:rsid w:val="00521859"/>
    <w:rsid w:val="00521C4A"/>
    <w:rsid w:val="00521E38"/>
    <w:rsid w:val="00522156"/>
    <w:rsid w:val="00522847"/>
    <w:rsid w:val="0052310C"/>
    <w:rsid w:val="00523C63"/>
    <w:rsid w:val="00524575"/>
    <w:rsid w:val="00524CA1"/>
    <w:rsid w:val="00524F6D"/>
    <w:rsid w:val="005254BC"/>
    <w:rsid w:val="00525BA0"/>
    <w:rsid w:val="00526724"/>
    <w:rsid w:val="00526F51"/>
    <w:rsid w:val="00527A4B"/>
    <w:rsid w:val="00527C4F"/>
    <w:rsid w:val="0053090B"/>
    <w:rsid w:val="005310C5"/>
    <w:rsid w:val="005312E0"/>
    <w:rsid w:val="00532395"/>
    <w:rsid w:val="00532464"/>
    <w:rsid w:val="005328E6"/>
    <w:rsid w:val="005334FA"/>
    <w:rsid w:val="005335EB"/>
    <w:rsid w:val="00533BD5"/>
    <w:rsid w:val="00533E5C"/>
    <w:rsid w:val="00533F15"/>
    <w:rsid w:val="00534296"/>
    <w:rsid w:val="00534CF7"/>
    <w:rsid w:val="00534D33"/>
    <w:rsid w:val="00535464"/>
    <w:rsid w:val="005358DE"/>
    <w:rsid w:val="00535BB5"/>
    <w:rsid w:val="00535EA2"/>
    <w:rsid w:val="00536566"/>
    <w:rsid w:val="00536D24"/>
    <w:rsid w:val="0053795C"/>
    <w:rsid w:val="00537EDE"/>
    <w:rsid w:val="005400C1"/>
    <w:rsid w:val="005404D9"/>
    <w:rsid w:val="005410BF"/>
    <w:rsid w:val="0054150F"/>
    <w:rsid w:val="005428BC"/>
    <w:rsid w:val="00542EEF"/>
    <w:rsid w:val="005433C5"/>
    <w:rsid w:val="00543CC7"/>
    <w:rsid w:val="00544156"/>
    <w:rsid w:val="00544650"/>
    <w:rsid w:val="00545725"/>
    <w:rsid w:val="00545A96"/>
    <w:rsid w:val="005460D2"/>
    <w:rsid w:val="00546835"/>
    <w:rsid w:val="00546A35"/>
    <w:rsid w:val="00546B22"/>
    <w:rsid w:val="00546D1A"/>
    <w:rsid w:val="0054734A"/>
    <w:rsid w:val="00547534"/>
    <w:rsid w:val="005475B7"/>
    <w:rsid w:val="005476D9"/>
    <w:rsid w:val="005476EF"/>
    <w:rsid w:val="005478D1"/>
    <w:rsid w:val="00547AF4"/>
    <w:rsid w:val="00547D1E"/>
    <w:rsid w:val="0055023C"/>
    <w:rsid w:val="005503E2"/>
    <w:rsid w:val="005503F5"/>
    <w:rsid w:val="005507C0"/>
    <w:rsid w:val="00550B2F"/>
    <w:rsid w:val="0055123F"/>
    <w:rsid w:val="00551245"/>
    <w:rsid w:val="00551712"/>
    <w:rsid w:val="00551E02"/>
    <w:rsid w:val="00552167"/>
    <w:rsid w:val="00552758"/>
    <w:rsid w:val="005529FE"/>
    <w:rsid w:val="00552C63"/>
    <w:rsid w:val="0055302D"/>
    <w:rsid w:val="00553C29"/>
    <w:rsid w:val="00553D23"/>
    <w:rsid w:val="00553E73"/>
    <w:rsid w:val="00553E8E"/>
    <w:rsid w:val="005549DE"/>
    <w:rsid w:val="0055607B"/>
    <w:rsid w:val="005564D2"/>
    <w:rsid w:val="00557500"/>
    <w:rsid w:val="005576CA"/>
    <w:rsid w:val="00557D17"/>
    <w:rsid w:val="00557FB6"/>
    <w:rsid w:val="005600CE"/>
    <w:rsid w:val="005604C6"/>
    <w:rsid w:val="00560725"/>
    <w:rsid w:val="0056072E"/>
    <w:rsid w:val="00560761"/>
    <w:rsid w:val="00560CAA"/>
    <w:rsid w:val="00560F31"/>
    <w:rsid w:val="0056126B"/>
    <w:rsid w:val="005612A0"/>
    <w:rsid w:val="0056135A"/>
    <w:rsid w:val="005619DD"/>
    <w:rsid w:val="00561BB5"/>
    <w:rsid w:val="00561C58"/>
    <w:rsid w:val="005620F8"/>
    <w:rsid w:val="00562458"/>
    <w:rsid w:val="00562E2C"/>
    <w:rsid w:val="00562E3D"/>
    <w:rsid w:val="00562EED"/>
    <w:rsid w:val="00563F38"/>
    <w:rsid w:val="00564135"/>
    <w:rsid w:val="005645AE"/>
    <w:rsid w:val="00564891"/>
    <w:rsid w:val="0056508E"/>
    <w:rsid w:val="00565201"/>
    <w:rsid w:val="00565652"/>
    <w:rsid w:val="005667AA"/>
    <w:rsid w:val="00566BC8"/>
    <w:rsid w:val="005673A9"/>
    <w:rsid w:val="00567427"/>
    <w:rsid w:val="00567A6A"/>
    <w:rsid w:val="00567F1C"/>
    <w:rsid w:val="0057006C"/>
    <w:rsid w:val="00570A55"/>
    <w:rsid w:val="00571BF1"/>
    <w:rsid w:val="0057213D"/>
    <w:rsid w:val="005723B2"/>
    <w:rsid w:val="00572BFE"/>
    <w:rsid w:val="00573B0D"/>
    <w:rsid w:val="0057428C"/>
    <w:rsid w:val="00574390"/>
    <w:rsid w:val="00574C66"/>
    <w:rsid w:val="00574C90"/>
    <w:rsid w:val="00575718"/>
    <w:rsid w:val="0057612B"/>
    <w:rsid w:val="0057616D"/>
    <w:rsid w:val="005765AA"/>
    <w:rsid w:val="00576E3A"/>
    <w:rsid w:val="005772C4"/>
    <w:rsid w:val="00577577"/>
    <w:rsid w:val="00577589"/>
    <w:rsid w:val="0058028E"/>
    <w:rsid w:val="00581CF5"/>
    <w:rsid w:val="00581D47"/>
    <w:rsid w:val="0058271B"/>
    <w:rsid w:val="005828C2"/>
    <w:rsid w:val="00582910"/>
    <w:rsid w:val="0058298C"/>
    <w:rsid w:val="00582A21"/>
    <w:rsid w:val="00582C73"/>
    <w:rsid w:val="005833E6"/>
    <w:rsid w:val="0058340B"/>
    <w:rsid w:val="0058371F"/>
    <w:rsid w:val="00583C3F"/>
    <w:rsid w:val="00583E69"/>
    <w:rsid w:val="00584137"/>
    <w:rsid w:val="005841E2"/>
    <w:rsid w:val="005845B2"/>
    <w:rsid w:val="005847BF"/>
    <w:rsid w:val="00584801"/>
    <w:rsid w:val="005849EF"/>
    <w:rsid w:val="00584ABA"/>
    <w:rsid w:val="00585225"/>
    <w:rsid w:val="0058524A"/>
    <w:rsid w:val="00585C48"/>
    <w:rsid w:val="0058627D"/>
    <w:rsid w:val="00586332"/>
    <w:rsid w:val="00587240"/>
    <w:rsid w:val="00587613"/>
    <w:rsid w:val="00587A12"/>
    <w:rsid w:val="00587D82"/>
    <w:rsid w:val="005900DE"/>
    <w:rsid w:val="005901D4"/>
    <w:rsid w:val="00590393"/>
    <w:rsid w:val="005906FC"/>
    <w:rsid w:val="0059076C"/>
    <w:rsid w:val="0059085A"/>
    <w:rsid w:val="00590C17"/>
    <w:rsid w:val="00590CE6"/>
    <w:rsid w:val="00590D21"/>
    <w:rsid w:val="0059148C"/>
    <w:rsid w:val="0059185A"/>
    <w:rsid w:val="005923FF"/>
    <w:rsid w:val="0059254F"/>
    <w:rsid w:val="005925A4"/>
    <w:rsid w:val="005926D0"/>
    <w:rsid w:val="005927AB"/>
    <w:rsid w:val="00592B8F"/>
    <w:rsid w:val="005934B3"/>
    <w:rsid w:val="005937B3"/>
    <w:rsid w:val="00593B9A"/>
    <w:rsid w:val="00593C38"/>
    <w:rsid w:val="00593CE0"/>
    <w:rsid w:val="005941B7"/>
    <w:rsid w:val="005946DD"/>
    <w:rsid w:val="005949A3"/>
    <w:rsid w:val="00594C9A"/>
    <w:rsid w:val="005954C3"/>
    <w:rsid w:val="005954C9"/>
    <w:rsid w:val="00595C9D"/>
    <w:rsid w:val="00595F7C"/>
    <w:rsid w:val="005964AE"/>
    <w:rsid w:val="005968B5"/>
    <w:rsid w:val="00596B10"/>
    <w:rsid w:val="00596E73"/>
    <w:rsid w:val="00596FB5"/>
    <w:rsid w:val="0059772C"/>
    <w:rsid w:val="0059773A"/>
    <w:rsid w:val="00597B34"/>
    <w:rsid w:val="005A00BB"/>
    <w:rsid w:val="005A0191"/>
    <w:rsid w:val="005A02B1"/>
    <w:rsid w:val="005A08ED"/>
    <w:rsid w:val="005A0A05"/>
    <w:rsid w:val="005A12B3"/>
    <w:rsid w:val="005A14A5"/>
    <w:rsid w:val="005A15F3"/>
    <w:rsid w:val="005A1796"/>
    <w:rsid w:val="005A1C39"/>
    <w:rsid w:val="005A1E18"/>
    <w:rsid w:val="005A1EA9"/>
    <w:rsid w:val="005A1EF2"/>
    <w:rsid w:val="005A27B7"/>
    <w:rsid w:val="005A2AEA"/>
    <w:rsid w:val="005A2B5A"/>
    <w:rsid w:val="005A2DC0"/>
    <w:rsid w:val="005A2EA7"/>
    <w:rsid w:val="005A2F81"/>
    <w:rsid w:val="005A35B3"/>
    <w:rsid w:val="005A3772"/>
    <w:rsid w:val="005A43ED"/>
    <w:rsid w:val="005A551C"/>
    <w:rsid w:val="005A5A3F"/>
    <w:rsid w:val="005A6CB2"/>
    <w:rsid w:val="005A728F"/>
    <w:rsid w:val="005A743C"/>
    <w:rsid w:val="005A7A57"/>
    <w:rsid w:val="005A7D79"/>
    <w:rsid w:val="005A7F2A"/>
    <w:rsid w:val="005B0076"/>
    <w:rsid w:val="005B0924"/>
    <w:rsid w:val="005B0A06"/>
    <w:rsid w:val="005B0EFD"/>
    <w:rsid w:val="005B18F8"/>
    <w:rsid w:val="005B1BFA"/>
    <w:rsid w:val="005B1CEE"/>
    <w:rsid w:val="005B1F56"/>
    <w:rsid w:val="005B23FB"/>
    <w:rsid w:val="005B2DE4"/>
    <w:rsid w:val="005B3496"/>
    <w:rsid w:val="005B35A8"/>
    <w:rsid w:val="005B375C"/>
    <w:rsid w:val="005B3CC1"/>
    <w:rsid w:val="005B3FCA"/>
    <w:rsid w:val="005B403B"/>
    <w:rsid w:val="005B41A8"/>
    <w:rsid w:val="005B56BE"/>
    <w:rsid w:val="005B5D8F"/>
    <w:rsid w:val="005B5EE1"/>
    <w:rsid w:val="005B6823"/>
    <w:rsid w:val="005B68D5"/>
    <w:rsid w:val="005B7665"/>
    <w:rsid w:val="005B78C1"/>
    <w:rsid w:val="005C0286"/>
    <w:rsid w:val="005C081D"/>
    <w:rsid w:val="005C0A91"/>
    <w:rsid w:val="005C0E2F"/>
    <w:rsid w:val="005C115F"/>
    <w:rsid w:val="005C133D"/>
    <w:rsid w:val="005C163A"/>
    <w:rsid w:val="005C18DE"/>
    <w:rsid w:val="005C1FA1"/>
    <w:rsid w:val="005C224E"/>
    <w:rsid w:val="005C2553"/>
    <w:rsid w:val="005C31C0"/>
    <w:rsid w:val="005C33C5"/>
    <w:rsid w:val="005C3A41"/>
    <w:rsid w:val="005C3AF8"/>
    <w:rsid w:val="005C4338"/>
    <w:rsid w:val="005C441D"/>
    <w:rsid w:val="005C4DC2"/>
    <w:rsid w:val="005C5244"/>
    <w:rsid w:val="005C543F"/>
    <w:rsid w:val="005C551C"/>
    <w:rsid w:val="005C5CFD"/>
    <w:rsid w:val="005C615F"/>
    <w:rsid w:val="005C64C6"/>
    <w:rsid w:val="005C6AE5"/>
    <w:rsid w:val="005C6B65"/>
    <w:rsid w:val="005C6FE0"/>
    <w:rsid w:val="005C715A"/>
    <w:rsid w:val="005D00A3"/>
    <w:rsid w:val="005D02A6"/>
    <w:rsid w:val="005D02F0"/>
    <w:rsid w:val="005D0E0E"/>
    <w:rsid w:val="005D1128"/>
    <w:rsid w:val="005D1D65"/>
    <w:rsid w:val="005D2522"/>
    <w:rsid w:val="005D27D3"/>
    <w:rsid w:val="005D2968"/>
    <w:rsid w:val="005D2C1B"/>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5E0"/>
    <w:rsid w:val="005E0C78"/>
    <w:rsid w:val="005E0E30"/>
    <w:rsid w:val="005E1348"/>
    <w:rsid w:val="005E1912"/>
    <w:rsid w:val="005E20CB"/>
    <w:rsid w:val="005E2480"/>
    <w:rsid w:val="005E2913"/>
    <w:rsid w:val="005E3B79"/>
    <w:rsid w:val="005E3C2D"/>
    <w:rsid w:val="005E3E42"/>
    <w:rsid w:val="005E3FEB"/>
    <w:rsid w:val="005E40E6"/>
    <w:rsid w:val="005E4F33"/>
    <w:rsid w:val="005E579B"/>
    <w:rsid w:val="005E5B70"/>
    <w:rsid w:val="005E6836"/>
    <w:rsid w:val="005E6AAF"/>
    <w:rsid w:val="005E6AEF"/>
    <w:rsid w:val="005E70E9"/>
    <w:rsid w:val="005E7A81"/>
    <w:rsid w:val="005E7CDB"/>
    <w:rsid w:val="005E7D12"/>
    <w:rsid w:val="005E7F9C"/>
    <w:rsid w:val="005F01A7"/>
    <w:rsid w:val="005F05A1"/>
    <w:rsid w:val="005F0D2F"/>
    <w:rsid w:val="005F17C3"/>
    <w:rsid w:val="005F18A1"/>
    <w:rsid w:val="005F2287"/>
    <w:rsid w:val="005F26B0"/>
    <w:rsid w:val="005F29EC"/>
    <w:rsid w:val="005F3733"/>
    <w:rsid w:val="005F37A5"/>
    <w:rsid w:val="005F3857"/>
    <w:rsid w:val="005F3916"/>
    <w:rsid w:val="005F3999"/>
    <w:rsid w:val="005F42EB"/>
    <w:rsid w:val="005F500D"/>
    <w:rsid w:val="005F50D8"/>
    <w:rsid w:val="005F55A3"/>
    <w:rsid w:val="005F5A05"/>
    <w:rsid w:val="005F6056"/>
    <w:rsid w:val="005F61B2"/>
    <w:rsid w:val="005F6CCF"/>
    <w:rsid w:val="005F6F24"/>
    <w:rsid w:val="005F74B7"/>
    <w:rsid w:val="005F7B3B"/>
    <w:rsid w:val="00600129"/>
    <w:rsid w:val="0060104F"/>
    <w:rsid w:val="006013DF"/>
    <w:rsid w:val="006019FA"/>
    <w:rsid w:val="006020D3"/>
    <w:rsid w:val="00602201"/>
    <w:rsid w:val="0060237D"/>
    <w:rsid w:val="00603345"/>
    <w:rsid w:val="00603C39"/>
    <w:rsid w:val="00603EE4"/>
    <w:rsid w:val="00604134"/>
    <w:rsid w:val="00604BE6"/>
    <w:rsid w:val="00605238"/>
    <w:rsid w:val="00605F74"/>
    <w:rsid w:val="006064E4"/>
    <w:rsid w:val="006065D6"/>
    <w:rsid w:val="00606633"/>
    <w:rsid w:val="00606BEE"/>
    <w:rsid w:val="00606C47"/>
    <w:rsid w:val="00606E63"/>
    <w:rsid w:val="006079ED"/>
    <w:rsid w:val="00607DB4"/>
    <w:rsid w:val="00607F90"/>
    <w:rsid w:val="0061027A"/>
    <w:rsid w:val="006102E8"/>
    <w:rsid w:val="00610B46"/>
    <w:rsid w:val="006113D0"/>
    <w:rsid w:val="00611426"/>
    <w:rsid w:val="00611F4E"/>
    <w:rsid w:val="00611F92"/>
    <w:rsid w:val="00612195"/>
    <w:rsid w:val="00612816"/>
    <w:rsid w:val="00613984"/>
    <w:rsid w:val="00614301"/>
    <w:rsid w:val="0061494B"/>
    <w:rsid w:val="0061521E"/>
    <w:rsid w:val="006162EB"/>
    <w:rsid w:val="0061774D"/>
    <w:rsid w:val="006179D6"/>
    <w:rsid w:val="006179FA"/>
    <w:rsid w:val="006206D7"/>
    <w:rsid w:val="00620B12"/>
    <w:rsid w:val="00620E5E"/>
    <w:rsid w:val="00620E86"/>
    <w:rsid w:val="006210F4"/>
    <w:rsid w:val="006216D6"/>
    <w:rsid w:val="006216F3"/>
    <w:rsid w:val="00621914"/>
    <w:rsid w:val="00621E21"/>
    <w:rsid w:val="006224CF"/>
    <w:rsid w:val="00622D41"/>
    <w:rsid w:val="00622EBB"/>
    <w:rsid w:val="00623171"/>
    <w:rsid w:val="00623C26"/>
    <w:rsid w:val="00624069"/>
    <w:rsid w:val="00625C71"/>
    <w:rsid w:val="0062619E"/>
    <w:rsid w:val="0062654D"/>
    <w:rsid w:val="0062655A"/>
    <w:rsid w:val="00626A5C"/>
    <w:rsid w:val="00627316"/>
    <w:rsid w:val="006278E6"/>
    <w:rsid w:val="00627A7B"/>
    <w:rsid w:val="00630292"/>
    <w:rsid w:val="00630A2A"/>
    <w:rsid w:val="00630C57"/>
    <w:rsid w:val="00630DB5"/>
    <w:rsid w:val="00630FFC"/>
    <w:rsid w:val="006313BD"/>
    <w:rsid w:val="006324BD"/>
    <w:rsid w:val="006333A9"/>
    <w:rsid w:val="00633FB4"/>
    <w:rsid w:val="00634EA0"/>
    <w:rsid w:val="00635194"/>
    <w:rsid w:val="006352F5"/>
    <w:rsid w:val="006352FC"/>
    <w:rsid w:val="006357C1"/>
    <w:rsid w:val="00635F02"/>
    <w:rsid w:val="00636B75"/>
    <w:rsid w:val="00636BB9"/>
    <w:rsid w:val="00636DA5"/>
    <w:rsid w:val="0063712C"/>
    <w:rsid w:val="00637BBD"/>
    <w:rsid w:val="00637DDF"/>
    <w:rsid w:val="00640392"/>
    <w:rsid w:val="006409A0"/>
    <w:rsid w:val="00641562"/>
    <w:rsid w:val="00641610"/>
    <w:rsid w:val="006416A5"/>
    <w:rsid w:val="00641A2D"/>
    <w:rsid w:val="00641D3E"/>
    <w:rsid w:val="00641ED1"/>
    <w:rsid w:val="00641F19"/>
    <w:rsid w:val="00642FFB"/>
    <w:rsid w:val="0064339D"/>
    <w:rsid w:val="00643F5E"/>
    <w:rsid w:val="00643F76"/>
    <w:rsid w:val="00644FE3"/>
    <w:rsid w:val="00645915"/>
    <w:rsid w:val="00646D08"/>
    <w:rsid w:val="00646FAE"/>
    <w:rsid w:val="00647B25"/>
    <w:rsid w:val="006501DE"/>
    <w:rsid w:val="00650373"/>
    <w:rsid w:val="00650CE7"/>
    <w:rsid w:val="006510C4"/>
    <w:rsid w:val="0065115B"/>
    <w:rsid w:val="0065143E"/>
    <w:rsid w:val="00651640"/>
    <w:rsid w:val="006517C0"/>
    <w:rsid w:val="00651ADF"/>
    <w:rsid w:val="00652805"/>
    <w:rsid w:val="00653127"/>
    <w:rsid w:val="0065387A"/>
    <w:rsid w:val="0065419E"/>
    <w:rsid w:val="00654FE4"/>
    <w:rsid w:val="00655549"/>
    <w:rsid w:val="00655CA8"/>
    <w:rsid w:val="0065654C"/>
    <w:rsid w:val="0065692B"/>
    <w:rsid w:val="006574EA"/>
    <w:rsid w:val="006578D9"/>
    <w:rsid w:val="00660285"/>
    <w:rsid w:val="006604C5"/>
    <w:rsid w:val="0066071A"/>
    <w:rsid w:val="006612DD"/>
    <w:rsid w:val="006613CC"/>
    <w:rsid w:val="00661D06"/>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CCB"/>
    <w:rsid w:val="00665E10"/>
    <w:rsid w:val="00665E8E"/>
    <w:rsid w:val="00665FFE"/>
    <w:rsid w:val="00666513"/>
    <w:rsid w:val="0066661B"/>
    <w:rsid w:val="00666DB1"/>
    <w:rsid w:val="0066752A"/>
    <w:rsid w:val="006676A8"/>
    <w:rsid w:val="006707C5"/>
    <w:rsid w:val="00670DB5"/>
    <w:rsid w:val="0067214E"/>
    <w:rsid w:val="00672178"/>
    <w:rsid w:val="006726F6"/>
    <w:rsid w:val="00672E5A"/>
    <w:rsid w:val="006730E3"/>
    <w:rsid w:val="006735B1"/>
    <w:rsid w:val="006739BC"/>
    <w:rsid w:val="00673B2E"/>
    <w:rsid w:val="00673C0B"/>
    <w:rsid w:val="00674ABB"/>
    <w:rsid w:val="006752DF"/>
    <w:rsid w:val="0067559A"/>
    <w:rsid w:val="006757D7"/>
    <w:rsid w:val="00675A66"/>
    <w:rsid w:val="00676582"/>
    <w:rsid w:val="00677954"/>
    <w:rsid w:val="00677AF3"/>
    <w:rsid w:val="00677E9C"/>
    <w:rsid w:val="00677F78"/>
    <w:rsid w:val="00680986"/>
    <w:rsid w:val="0068167E"/>
    <w:rsid w:val="00681EA9"/>
    <w:rsid w:val="00681FF6"/>
    <w:rsid w:val="0068206A"/>
    <w:rsid w:val="006824DA"/>
    <w:rsid w:val="00682902"/>
    <w:rsid w:val="00682D09"/>
    <w:rsid w:val="00683D16"/>
    <w:rsid w:val="0068406A"/>
    <w:rsid w:val="00684119"/>
    <w:rsid w:val="00684527"/>
    <w:rsid w:val="006851A7"/>
    <w:rsid w:val="006854CC"/>
    <w:rsid w:val="006857C1"/>
    <w:rsid w:val="0068596B"/>
    <w:rsid w:val="00685C6D"/>
    <w:rsid w:val="006862C5"/>
    <w:rsid w:val="0068652E"/>
    <w:rsid w:val="00686866"/>
    <w:rsid w:val="00686C9E"/>
    <w:rsid w:val="00686F76"/>
    <w:rsid w:val="006874E7"/>
    <w:rsid w:val="006878CA"/>
    <w:rsid w:val="00687928"/>
    <w:rsid w:val="00687BC4"/>
    <w:rsid w:val="006901E3"/>
    <w:rsid w:val="006903CA"/>
    <w:rsid w:val="00690441"/>
    <w:rsid w:val="006905FE"/>
    <w:rsid w:val="00690BFB"/>
    <w:rsid w:val="00690C04"/>
    <w:rsid w:val="00691511"/>
    <w:rsid w:val="006915E7"/>
    <w:rsid w:val="0069163F"/>
    <w:rsid w:val="00691A31"/>
    <w:rsid w:val="00691D44"/>
    <w:rsid w:val="00691DBB"/>
    <w:rsid w:val="006920BD"/>
    <w:rsid w:val="0069210A"/>
    <w:rsid w:val="006923E8"/>
    <w:rsid w:val="0069333F"/>
    <w:rsid w:val="00693AB1"/>
    <w:rsid w:val="00694976"/>
    <w:rsid w:val="00695094"/>
    <w:rsid w:val="0069571C"/>
    <w:rsid w:val="00695AE8"/>
    <w:rsid w:val="00695DC8"/>
    <w:rsid w:val="00695E71"/>
    <w:rsid w:val="006963A2"/>
    <w:rsid w:val="006965BF"/>
    <w:rsid w:val="006965E3"/>
    <w:rsid w:val="00696BDA"/>
    <w:rsid w:val="00696CB1"/>
    <w:rsid w:val="00696CEF"/>
    <w:rsid w:val="00696F05"/>
    <w:rsid w:val="006970C0"/>
    <w:rsid w:val="00697590"/>
    <w:rsid w:val="006975CE"/>
    <w:rsid w:val="00697907"/>
    <w:rsid w:val="00697E9A"/>
    <w:rsid w:val="006A00EB"/>
    <w:rsid w:val="006A04AA"/>
    <w:rsid w:val="006A0853"/>
    <w:rsid w:val="006A09A5"/>
    <w:rsid w:val="006A0B06"/>
    <w:rsid w:val="006A0BB1"/>
    <w:rsid w:val="006A150D"/>
    <w:rsid w:val="006A15BA"/>
    <w:rsid w:val="006A17E5"/>
    <w:rsid w:val="006A1862"/>
    <w:rsid w:val="006A22C5"/>
    <w:rsid w:val="006A30C5"/>
    <w:rsid w:val="006A3973"/>
    <w:rsid w:val="006A3D4D"/>
    <w:rsid w:val="006A3DF0"/>
    <w:rsid w:val="006A3E2F"/>
    <w:rsid w:val="006A4AC6"/>
    <w:rsid w:val="006A5034"/>
    <w:rsid w:val="006A58BA"/>
    <w:rsid w:val="006A59B3"/>
    <w:rsid w:val="006A5AB3"/>
    <w:rsid w:val="006A6557"/>
    <w:rsid w:val="006A6BBA"/>
    <w:rsid w:val="006A7456"/>
    <w:rsid w:val="006A77D1"/>
    <w:rsid w:val="006A7D4D"/>
    <w:rsid w:val="006A7DFF"/>
    <w:rsid w:val="006B0501"/>
    <w:rsid w:val="006B0B2F"/>
    <w:rsid w:val="006B0B46"/>
    <w:rsid w:val="006B0F66"/>
    <w:rsid w:val="006B15CA"/>
    <w:rsid w:val="006B1A79"/>
    <w:rsid w:val="006B1B11"/>
    <w:rsid w:val="006B1CFA"/>
    <w:rsid w:val="006B1E09"/>
    <w:rsid w:val="006B1E9E"/>
    <w:rsid w:val="006B21EA"/>
    <w:rsid w:val="006B231F"/>
    <w:rsid w:val="006B2749"/>
    <w:rsid w:val="006B3002"/>
    <w:rsid w:val="006B3031"/>
    <w:rsid w:val="006B33A8"/>
    <w:rsid w:val="006B3A57"/>
    <w:rsid w:val="006B3FF1"/>
    <w:rsid w:val="006B4113"/>
    <w:rsid w:val="006B4264"/>
    <w:rsid w:val="006B484A"/>
    <w:rsid w:val="006B4AB3"/>
    <w:rsid w:val="006B5556"/>
    <w:rsid w:val="006B5749"/>
    <w:rsid w:val="006B5C3F"/>
    <w:rsid w:val="006B5C71"/>
    <w:rsid w:val="006B69E9"/>
    <w:rsid w:val="006B6C2F"/>
    <w:rsid w:val="006B71EF"/>
    <w:rsid w:val="006B72C6"/>
    <w:rsid w:val="006B7F0E"/>
    <w:rsid w:val="006C0211"/>
    <w:rsid w:val="006C0700"/>
    <w:rsid w:val="006C084E"/>
    <w:rsid w:val="006C0893"/>
    <w:rsid w:val="006C0904"/>
    <w:rsid w:val="006C0D31"/>
    <w:rsid w:val="006C12DC"/>
    <w:rsid w:val="006C1925"/>
    <w:rsid w:val="006C22C1"/>
    <w:rsid w:val="006C3B0A"/>
    <w:rsid w:val="006C4B43"/>
    <w:rsid w:val="006C5728"/>
    <w:rsid w:val="006C637D"/>
    <w:rsid w:val="006C6D23"/>
    <w:rsid w:val="006C7AD5"/>
    <w:rsid w:val="006D08FA"/>
    <w:rsid w:val="006D0DD7"/>
    <w:rsid w:val="006D222B"/>
    <w:rsid w:val="006D2637"/>
    <w:rsid w:val="006D2A5E"/>
    <w:rsid w:val="006D2B54"/>
    <w:rsid w:val="006D2C24"/>
    <w:rsid w:val="006D2C52"/>
    <w:rsid w:val="006D2EFD"/>
    <w:rsid w:val="006D36EC"/>
    <w:rsid w:val="006D39DB"/>
    <w:rsid w:val="006D3C3E"/>
    <w:rsid w:val="006D4625"/>
    <w:rsid w:val="006D4D24"/>
    <w:rsid w:val="006D4E4C"/>
    <w:rsid w:val="006D4EBE"/>
    <w:rsid w:val="006D51C5"/>
    <w:rsid w:val="006D526B"/>
    <w:rsid w:val="006D5870"/>
    <w:rsid w:val="006D588F"/>
    <w:rsid w:val="006D5F57"/>
    <w:rsid w:val="006D6154"/>
    <w:rsid w:val="006D6DC1"/>
    <w:rsid w:val="006D6F9A"/>
    <w:rsid w:val="006D723B"/>
    <w:rsid w:val="006E113A"/>
    <w:rsid w:val="006E121E"/>
    <w:rsid w:val="006E15D5"/>
    <w:rsid w:val="006E17EF"/>
    <w:rsid w:val="006E1FFF"/>
    <w:rsid w:val="006E2198"/>
    <w:rsid w:val="006E22C2"/>
    <w:rsid w:val="006E2C8E"/>
    <w:rsid w:val="006E2F4C"/>
    <w:rsid w:val="006E38AC"/>
    <w:rsid w:val="006E3CE8"/>
    <w:rsid w:val="006E446F"/>
    <w:rsid w:val="006E4A30"/>
    <w:rsid w:val="006E5E88"/>
    <w:rsid w:val="006E6291"/>
    <w:rsid w:val="006E632D"/>
    <w:rsid w:val="006E678A"/>
    <w:rsid w:val="006E6956"/>
    <w:rsid w:val="006E698A"/>
    <w:rsid w:val="006E6B6A"/>
    <w:rsid w:val="006E7728"/>
    <w:rsid w:val="006E7B3F"/>
    <w:rsid w:val="006E7CE1"/>
    <w:rsid w:val="006E7E38"/>
    <w:rsid w:val="006F0060"/>
    <w:rsid w:val="006F0BDC"/>
    <w:rsid w:val="006F1887"/>
    <w:rsid w:val="006F1D42"/>
    <w:rsid w:val="006F2405"/>
    <w:rsid w:val="006F3A07"/>
    <w:rsid w:val="006F4B9B"/>
    <w:rsid w:val="006F4C2E"/>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7BC"/>
    <w:rsid w:val="007029C8"/>
    <w:rsid w:val="00703352"/>
    <w:rsid w:val="007037F2"/>
    <w:rsid w:val="00703A3D"/>
    <w:rsid w:val="00703C14"/>
    <w:rsid w:val="00703F54"/>
    <w:rsid w:val="007042B4"/>
    <w:rsid w:val="007047D6"/>
    <w:rsid w:val="00704A99"/>
    <w:rsid w:val="00704D14"/>
    <w:rsid w:val="007050CB"/>
    <w:rsid w:val="007051CC"/>
    <w:rsid w:val="0070524C"/>
    <w:rsid w:val="0070543F"/>
    <w:rsid w:val="00705B9E"/>
    <w:rsid w:val="00706753"/>
    <w:rsid w:val="007076BE"/>
    <w:rsid w:val="007078BA"/>
    <w:rsid w:val="00710619"/>
    <w:rsid w:val="00710CC1"/>
    <w:rsid w:val="00710F43"/>
    <w:rsid w:val="007111FB"/>
    <w:rsid w:val="007115E6"/>
    <w:rsid w:val="00711E41"/>
    <w:rsid w:val="00711F1C"/>
    <w:rsid w:val="00712441"/>
    <w:rsid w:val="007124D8"/>
    <w:rsid w:val="00712AE6"/>
    <w:rsid w:val="00712B9F"/>
    <w:rsid w:val="007138A2"/>
    <w:rsid w:val="0071402E"/>
    <w:rsid w:val="00714E0B"/>
    <w:rsid w:val="00715714"/>
    <w:rsid w:val="00715A1C"/>
    <w:rsid w:val="00716544"/>
    <w:rsid w:val="0071692B"/>
    <w:rsid w:val="00716DE0"/>
    <w:rsid w:val="00716F47"/>
    <w:rsid w:val="007173D9"/>
    <w:rsid w:val="00717AB1"/>
    <w:rsid w:val="00717C64"/>
    <w:rsid w:val="00717FDF"/>
    <w:rsid w:val="0072001E"/>
    <w:rsid w:val="00720568"/>
    <w:rsid w:val="007216E5"/>
    <w:rsid w:val="00721CA6"/>
    <w:rsid w:val="00721FA0"/>
    <w:rsid w:val="007224E2"/>
    <w:rsid w:val="007226DB"/>
    <w:rsid w:val="00722E50"/>
    <w:rsid w:val="00722EE9"/>
    <w:rsid w:val="00723983"/>
    <w:rsid w:val="00723B44"/>
    <w:rsid w:val="00723CCA"/>
    <w:rsid w:val="00723D07"/>
    <w:rsid w:val="00723DBE"/>
    <w:rsid w:val="007242AB"/>
    <w:rsid w:val="007242D6"/>
    <w:rsid w:val="00724858"/>
    <w:rsid w:val="007248E7"/>
    <w:rsid w:val="00724D2A"/>
    <w:rsid w:val="00725377"/>
    <w:rsid w:val="00725CF5"/>
    <w:rsid w:val="007262C7"/>
    <w:rsid w:val="00726FAE"/>
    <w:rsid w:val="007271A1"/>
    <w:rsid w:val="007271C5"/>
    <w:rsid w:val="007272FE"/>
    <w:rsid w:val="00727456"/>
    <w:rsid w:val="0072787B"/>
    <w:rsid w:val="00727AA2"/>
    <w:rsid w:val="00727AE7"/>
    <w:rsid w:val="0073042E"/>
    <w:rsid w:val="00730B51"/>
    <w:rsid w:val="00730E45"/>
    <w:rsid w:val="007316A7"/>
    <w:rsid w:val="00731839"/>
    <w:rsid w:val="00731AD7"/>
    <w:rsid w:val="00731CB8"/>
    <w:rsid w:val="00731CD2"/>
    <w:rsid w:val="007328F2"/>
    <w:rsid w:val="00733455"/>
    <w:rsid w:val="00733547"/>
    <w:rsid w:val="00733571"/>
    <w:rsid w:val="007335D4"/>
    <w:rsid w:val="00733832"/>
    <w:rsid w:val="00733E50"/>
    <w:rsid w:val="0073412B"/>
    <w:rsid w:val="0073418F"/>
    <w:rsid w:val="007342D2"/>
    <w:rsid w:val="00734559"/>
    <w:rsid w:val="00734672"/>
    <w:rsid w:val="0073523E"/>
    <w:rsid w:val="00735B80"/>
    <w:rsid w:val="00735EFD"/>
    <w:rsid w:val="007363D0"/>
    <w:rsid w:val="007369D1"/>
    <w:rsid w:val="00736CAF"/>
    <w:rsid w:val="00736CEB"/>
    <w:rsid w:val="00737112"/>
    <w:rsid w:val="007372B9"/>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644F"/>
    <w:rsid w:val="007475F4"/>
    <w:rsid w:val="007500EE"/>
    <w:rsid w:val="00750438"/>
    <w:rsid w:val="007504C8"/>
    <w:rsid w:val="00750A4E"/>
    <w:rsid w:val="00750A68"/>
    <w:rsid w:val="00750D53"/>
    <w:rsid w:val="00750E2F"/>
    <w:rsid w:val="00750FDB"/>
    <w:rsid w:val="0075107E"/>
    <w:rsid w:val="007510E5"/>
    <w:rsid w:val="00751453"/>
    <w:rsid w:val="00751529"/>
    <w:rsid w:val="00751600"/>
    <w:rsid w:val="0075172C"/>
    <w:rsid w:val="00751FA3"/>
    <w:rsid w:val="0075240F"/>
    <w:rsid w:val="00752820"/>
    <w:rsid w:val="00752D4C"/>
    <w:rsid w:val="007540C8"/>
    <w:rsid w:val="00754D2D"/>
    <w:rsid w:val="00755AB8"/>
    <w:rsid w:val="00755D31"/>
    <w:rsid w:val="00755DDC"/>
    <w:rsid w:val="00756395"/>
    <w:rsid w:val="00756691"/>
    <w:rsid w:val="00756842"/>
    <w:rsid w:val="00756993"/>
    <w:rsid w:val="00756BAB"/>
    <w:rsid w:val="00756E5F"/>
    <w:rsid w:val="007571E2"/>
    <w:rsid w:val="007572A5"/>
    <w:rsid w:val="00757A95"/>
    <w:rsid w:val="00757E2F"/>
    <w:rsid w:val="007601C2"/>
    <w:rsid w:val="00760354"/>
    <w:rsid w:val="0076036C"/>
    <w:rsid w:val="0076041E"/>
    <w:rsid w:val="00760521"/>
    <w:rsid w:val="00760613"/>
    <w:rsid w:val="0076065F"/>
    <w:rsid w:val="00760662"/>
    <w:rsid w:val="00762839"/>
    <w:rsid w:val="00763533"/>
    <w:rsid w:val="007642C7"/>
    <w:rsid w:val="00764640"/>
    <w:rsid w:val="0076464D"/>
    <w:rsid w:val="00764F7C"/>
    <w:rsid w:val="007651BA"/>
    <w:rsid w:val="00765465"/>
    <w:rsid w:val="00765BEF"/>
    <w:rsid w:val="00766630"/>
    <w:rsid w:val="00766754"/>
    <w:rsid w:val="00766764"/>
    <w:rsid w:val="00766BF3"/>
    <w:rsid w:val="00766F3A"/>
    <w:rsid w:val="007672F0"/>
    <w:rsid w:val="00767B58"/>
    <w:rsid w:val="0077043C"/>
    <w:rsid w:val="007707B2"/>
    <w:rsid w:val="00770B6B"/>
    <w:rsid w:val="007710F5"/>
    <w:rsid w:val="0077164F"/>
    <w:rsid w:val="007717E0"/>
    <w:rsid w:val="00771B05"/>
    <w:rsid w:val="00771E51"/>
    <w:rsid w:val="00771FB8"/>
    <w:rsid w:val="00772238"/>
    <w:rsid w:val="00772CAE"/>
    <w:rsid w:val="00773080"/>
    <w:rsid w:val="007735AB"/>
    <w:rsid w:val="0077384D"/>
    <w:rsid w:val="007738DA"/>
    <w:rsid w:val="007739C4"/>
    <w:rsid w:val="00773E4E"/>
    <w:rsid w:val="00773E54"/>
    <w:rsid w:val="007744DC"/>
    <w:rsid w:val="0077451C"/>
    <w:rsid w:val="0077474C"/>
    <w:rsid w:val="00774AB0"/>
    <w:rsid w:val="00775844"/>
    <w:rsid w:val="00775B9F"/>
    <w:rsid w:val="00775EF2"/>
    <w:rsid w:val="00775FFA"/>
    <w:rsid w:val="00777045"/>
    <w:rsid w:val="007777B9"/>
    <w:rsid w:val="00777A97"/>
    <w:rsid w:val="00777AC5"/>
    <w:rsid w:val="00780681"/>
    <w:rsid w:val="00781300"/>
    <w:rsid w:val="00781B3D"/>
    <w:rsid w:val="007822F1"/>
    <w:rsid w:val="0078259F"/>
    <w:rsid w:val="00782872"/>
    <w:rsid w:val="00782896"/>
    <w:rsid w:val="00782B47"/>
    <w:rsid w:val="007832C2"/>
    <w:rsid w:val="00783ADC"/>
    <w:rsid w:val="0078420E"/>
    <w:rsid w:val="00784287"/>
    <w:rsid w:val="00784DB9"/>
    <w:rsid w:val="0078594A"/>
    <w:rsid w:val="00786127"/>
    <w:rsid w:val="0078612E"/>
    <w:rsid w:val="00786579"/>
    <w:rsid w:val="00787AEA"/>
    <w:rsid w:val="00787EB0"/>
    <w:rsid w:val="0079060D"/>
    <w:rsid w:val="00790696"/>
    <w:rsid w:val="0079097D"/>
    <w:rsid w:val="007911BD"/>
    <w:rsid w:val="00791B9E"/>
    <w:rsid w:val="00791C98"/>
    <w:rsid w:val="00791D02"/>
    <w:rsid w:val="00791E90"/>
    <w:rsid w:val="00792322"/>
    <w:rsid w:val="00793913"/>
    <w:rsid w:val="007939B2"/>
    <w:rsid w:val="00793D87"/>
    <w:rsid w:val="00794C4A"/>
    <w:rsid w:val="007953D9"/>
    <w:rsid w:val="00795A0D"/>
    <w:rsid w:val="0079613F"/>
    <w:rsid w:val="007963E4"/>
    <w:rsid w:val="00796941"/>
    <w:rsid w:val="00796AAA"/>
    <w:rsid w:val="00797497"/>
    <w:rsid w:val="0079752B"/>
    <w:rsid w:val="00797BDC"/>
    <w:rsid w:val="007A00BF"/>
    <w:rsid w:val="007A062B"/>
    <w:rsid w:val="007A0888"/>
    <w:rsid w:val="007A0A5E"/>
    <w:rsid w:val="007A0C40"/>
    <w:rsid w:val="007A125F"/>
    <w:rsid w:val="007A135D"/>
    <w:rsid w:val="007A2251"/>
    <w:rsid w:val="007A29D6"/>
    <w:rsid w:val="007A2B01"/>
    <w:rsid w:val="007A2DB6"/>
    <w:rsid w:val="007A2F9E"/>
    <w:rsid w:val="007A32D1"/>
    <w:rsid w:val="007A3C38"/>
    <w:rsid w:val="007A3CBA"/>
    <w:rsid w:val="007A4415"/>
    <w:rsid w:val="007A4B14"/>
    <w:rsid w:val="007A4DD4"/>
    <w:rsid w:val="007A4F03"/>
    <w:rsid w:val="007A53A6"/>
    <w:rsid w:val="007A551A"/>
    <w:rsid w:val="007A6185"/>
    <w:rsid w:val="007A61E8"/>
    <w:rsid w:val="007A6B6E"/>
    <w:rsid w:val="007A703F"/>
    <w:rsid w:val="007A751C"/>
    <w:rsid w:val="007A799F"/>
    <w:rsid w:val="007A7F8C"/>
    <w:rsid w:val="007B02A7"/>
    <w:rsid w:val="007B10B3"/>
    <w:rsid w:val="007B120C"/>
    <w:rsid w:val="007B16D5"/>
    <w:rsid w:val="007B17DD"/>
    <w:rsid w:val="007B1D12"/>
    <w:rsid w:val="007B1D3B"/>
    <w:rsid w:val="007B1F5F"/>
    <w:rsid w:val="007B2304"/>
    <w:rsid w:val="007B2541"/>
    <w:rsid w:val="007B2632"/>
    <w:rsid w:val="007B26AF"/>
    <w:rsid w:val="007B2CC1"/>
    <w:rsid w:val="007B2F17"/>
    <w:rsid w:val="007B2F61"/>
    <w:rsid w:val="007B3E4E"/>
    <w:rsid w:val="007B3E93"/>
    <w:rsid w:val="007B4441"/>
    <w:rsid w:val="007B46B3"/>
    <w:rsid w:val="007B4807"/>
    <w:rsid w:val="007B4AF6"/>
    <w:rsid w:val="007B4D9D"/>
    <w:rsid w:val="007B5100"/>
    <w:rsid w:val="007B55E7"/>
    <w:rsid w:val="007B5CD8"/>
    <w:rsid w:val="007B6195"/>
    <w:rsid w:val="007B6507"/>
    <w:rsid w:val="007B6834"/>
    <w:rsid w:val="007B6909"/>
    <w:rsid w:val="007B6D51"/>
    <w:rsid w:val="007B6F95"/>
    <w:rsid w:val="007B76CC"/>
    <w:rsid w:val="007B791D"/>
    <w:rsid w:val="007B7A9A"/>
    <w:rsid w:val="007B7B5C"/>
    <w:rsid w:val="007B7DD3"/>
    <w:rsid w:val="007C06C8"/>
    <w:rsid w:val="007C0CB4"/>
    <w:rsid w:val="007C0DA6"/>
    <w:rsid w:val="007C1070"/>
    <w:rsid w:val="007C1251"/>
    <w:rsid w:val="007C1757"/>
    <w:rsid w:val="007C176E"/>
    <w:rsid w:val="007C25EE"/>
    <w:rsid w:val="007C3A1B"/>
    <w:rsid w:val="007C3DC9"/>
    <w:rsid w:val="007C3F61"/>
    <w:rsid w:val="007C43DF"/>
    <w:rsid w:val="007C4A19"/>
    <w:rsid w:val="007C4B99"/>
    <w:rsid w:val="007C5E16"/>
    <w:rsid w:val="007C6048"/>
    <w:rsid w:val="007C61EC"/>
    <w:rsid w:val="007C76D6"/>
    <w:rsid w:val="007C7B0E"/>
    <w:rsid w:val="007C7DFC"/>
    <w:rsid w:val="007D019B"/>
    <w:rsid w:val="007D01F0"/>
    <w:rsid w:val="007D0E64"/>
    <w:rsid w:val="007D1160"/>
    <w:rsid w:val="007D15BB"/>
    <w:rsid w:val="007D1BDF"/>
    <w:rsid w:val="007D1D2B"/>
    <w:rsid w:val="007D2078"/>
    <w:rsid w:val="007D22BB"/>
    <w:rsid w:val="007D28EF"/>
    <w:rsid w:val="007D2CC7"/>
    <w:rsid w:val="007D45C3"/>
    <w:rsid w:val="007D47BA"/>
    <w:rsid w:val="007D4CA3"/>
    <w:rsid w:val="007D5256"/>
    <w:rsid w:val="007D5290"/>
    <w:rsid w:val="007D560C"/>
    <w:rsid w:val="007D5848"/>
    <w:rsid w:val="007D5FD1"/>
    <w:rsid w:val="007D6851"/>
    <w:rsid w:val="007D749D"/>
    <w:rsid w:val="007D767F"/>
    <w:rsid w:val="007D7881"/>
    <w:rsid w:val="007E01A3"/>
    <w:rsid w:val="007E03B3"/>
    <w:rsid w:val="007E05E0"/>
    <w:rsid w:val="007E089E"/>
    <w:rsid w:val="007E08C9"/>
    <w:rsid w:val="007E125D"/>
    <w:rsid w:val="007E1763"/>
    <w:rsid w:val="007E1C42"/>
    <w:rsid w:val="007E2095"/>
    <w:rsid w:val="007E24C9"/>
    <w:rsid w:val="007E2EBF"/>
    <w:rsid w:val="007E374D"/>
    <w:rsid w:val="007E463E"/>
    <w:rsid w:val="007E4DC3"/>
    <w:rsid w:val="007E5488"/>
    <w:rsid w:val="007E57F8"/>
    <w:rsid w:val="007E5E41"/>
    <w:rsid w:val="007E5E5F"/>
    <w:rsid w:val="007E67ED"/>
    <w:rsid w:val="007E6DD9"/>
    <w:rsid w:val="007E7869"/>
    <w:rsid w:val="007E793C"/>
    <w:rsid w:val="007E7EEC"/>
    <w:rsid w:val="007F0529"/>
    <w:rsid w:val="007F0BBD"/>
    <w:rsid w:val="007F0C36"/>
    <w:rsid w:val="007F0CB7"/>
    <w:rsid w:val="007F0F27"/>
    <w:rsid w:val="007F10FC"/>
    <w:rsid w:val="007F146C"/>
    <w:rsid w:val="007F1AF9"/>
    <w:rsid w:val="007F1C2B"/>
    <w:rsid w:val="007F2468"/>
    <w:rsid w:val="007F32BB"/>
    <w:rsid w:val="007F4190"/>
    <w:rsid w:val="007F41AA"/>
    <w:rsid w:val="007F455C"/>
    <w:rsid w:val="007F4E53"/>
    <w:rsid w:val="007F5302"/>
    <w:rsid w:val="007F578D"/>
    <w:rsid w:val="007F5839"/>
    <w:rsid w:val="007F58B7"/>
    <w:rsid w:val="007F66FF"/>
    <w:rsid w:val="007F73EC"/>
    <w:rsid w:val="007F7603"/>
    <w:rsid w:val="007F7638"/>
    <w:rsid w:val="007F76DC"/>
    <w:rsid w:val="007F799B"/>
    <w:rsid w:val="007F7B4E"/>
    <w:rsid w:val="00800045"/>
    <w:rsid w:val="00800285"/>
    <w:rsid w:val="0080051D"/>
    <w:rsid w:val="00800768"/>
    <w:rsid w:val="00800910"/>
    <w:rsid w:val="00800985"/>
    <w:rsid w:val="00800CA0"/>
    <w:rsid w:val="00800DE6"/>
    <w:rsid w:val="00801630"/>
    <w:rsid w:val="00801B69"/>
    <w:rsid w:val="00802515"/>
    <w:rsid w:val="00802DCD"/>
    <w:rsid w:val="00803C2E"/>
    <w:rsid w:val="00804261"/>
    <w:rsid w:val="0080521F"/>
    <w:rsid w:val="00806335"/>
    <w:rsid w:val="00806496"/>
    <w:rsid w:val="0080662A"/>
    <w:rsid w:val="00807386"/>
    <w:rsid w:val="00807D02"/>
    <w:rsid w:val="0081019F"/>
    <w:rsid w:val="00810444"/>
    <w:rsid w:val="008104D3"/>
    <w:rsid w:val="008105E2"/>
    <w:rsid w:val="00810E44"/>
    <w:rsid w:val="008110DA"/>
    <w:rsid w:val="00811CAC"/>
    <w:rsid w:val="00811CDF"/>
    <w:rsid w:val="00811DD3"/>
    <w:rsid w:val="00811DD5"/>
    <w:rsid w:val="00811F16"/>
    <w:rsid w:val="00811FD7"/>
    <w:rsid w:val="008128CA"/>
    <w:rsid w:val="00813150"/>
    <w:rsid w:val="00813266"/>
    <w:rsid w:val="00813440"/>
    <w:rsid w:val="00813725"/>
    <w:rsid w:val="00813AD7"/>
    <w:rsid w:val="00813F90"/>
    <w:rsid w:val="0081407C"/>
    <w:rsid w:val="008141F9"/>
    <w:rsid w:val="00814A44"/>
    <w:rsid w:val="00814B23"/>
    <w:rsid w:val="00815355"/>
    <w:rsid w:val="0081556E"/>
    <w:rsid w:val="00815841"/>
    <w:rsid w:val="00815A4E"/>
    <w:rsid w:val="00816003"/>
    <w:rsid w:val="00816B70"/>
    <w:rsid w:val="008170C6"/>
    <w:rsid w:val="008207FB"/>
    <w:rsid w:val="00820862"/>
    <w:rsid w:val="00820E28"/>
    <w:rsid w:val="0082111A"/>
    <w:rsid w:val="00821493"/>
    <w:rsid w:val="00821A8C"/>
    <w:rsid w:val="00821B62"/>
    <w:rsid w:val="00821EE1"/>
    <w:rsid w:val="0082273F"/>
    <w:rsid w:val="00822D5F"/>
    <w:rsid w:val="0082320F"/>
    <w:rsid w:val="0082379F"/>
    <w:rsid w:val="0082480D"/>
    <w:rsid w:val="00824A24"/>
    <w:rsid w:val="00824D5D"/>
    <w:rsid w:val="00824FE3"/>
    <w:rsid w:val="0082571C"/>
    <w:rsid w:val="0082627E"/>
    <w:rsid w:val="00826516"/>
    <w:rsid w:val="00826B03"/>
    <w:rsid w:val="00826B87"/>
    <w:rsid w:val="00827E06"/>
    <w:rsid w:val="00830AF9"/>
    <w:rsid w:val="00830D61"/>
    <w:rsid w:val="00830DD3"/>
    <w:rsid w:val="00831B8F"/>
    <w:rsid w:val="00831C06"/>
    <w:rsid w:val="00831EB4"/>
    <w:rsid w:val="008326EB"/>
    <w:rsid w:val="00832956"/>
    <w:rsid w:val="00832D9E"/>
    <w:rsid w:val="008333B5"/>
    <w:rsid w:val="00833A83"/>
    <w:rsid w:val="00834835"/>
    <w:rsid w:val="00834A85"/>
    <w:rsid w:val="00834D70"/>
    <w:rsid w:val="00834E56"/>
    <w:rsid w:val="0083532D"/>
    <w:rsid w:val="00835353"/>
    <w:rsid w:val="0083554E"/>
    <w:rsid w:val="00835A4D"/>
    <w:rsid w:val="00835EEE"/>
    <w:rsid w:val="00835FA3"/>
    <w:rsid w:val="00836931"/>
    <w:rsid w:val="00837202"/>
    <w:rsid w:val="00837259"/>
    <w:rsid w:val="0083764E"/>
    <w:rsid w:val="008379EB"/>
    <w:rsid w:val="00837D2B"/>
    <w:rsid w:val="00837E10"/>
    <w:rsid w:val="00840D46"/>
    <w:rsid w:val="00840F1C"/>
    <w:rsid w:val="00841522"/>
    <w:rsid w:val="008417B4"/>
    <w:rsid w:val="00841BF7"/>
    <w:rsid w:val="00841F7F"/>
    <w:rsid w:val="0084238B"/>
    <w:rsid w:val="00842736"/>
    <w:rsid w:val="0084286F"/>
    <w:rsid w:val="00842C53"/>
    <w:rsid w:val="00843011"/>
    <w:rsid w:val="008430A5"/>
    <w:rsid w:val="0084318E"/>
    <w:rsid w:val="008431CB"/>
    <w:rsid w:val="008431F2"/>
    <w:rsid w:val="008433CB"/>
    <w:rsid w:val="00843AC7"/>
    <w:rsid w:val="00843D75"/>
    <w:rsid w:val="00844319"/>
    <w:rsid w:val="0084496F"/>
    <w:rsid w:val="00845205"/>
    <w:rsid w:val="00845B31"/>
    <w:rsid w:val="00845BB2"/>
    <w:rsid w:val="00845EA1"/>
    <w:rsid w:val="00845F67"/>
    <w:rsid w:val="008464C4"/>
    <w:rsid w:val="00846B7E"/>
    <w:rsid w:val="00846C19"/>
    <w:rsid w:val="0084724D"/>
    <w:rsid w:val="00847FB7"/>
    <w:rsid w:val="00850983"/>
    <w:rsid w:val="0085111E"/>
    <w:rsid w:val="00851772"/>
    <w:rsid w:val="00851E46"/>
    <w:rsid w:val="0085267C"/>
    <w:rsid w:val="0085341E"/>
    <w:rsid w:val="008538F6"/>
    <w:rsid w:val="00853E23"/>
    <w:rsid w:val="008540EE"/>
    <w:rsid w:val="00854104"/>
    <w:rsid w:val="008544E5"/>
    <w:rsid w:val="00854C77"/>
    <w:rsid w:val="00854DAA"/>
    <w:rsid w:val="00854DDC"/>
    <w:rsid w:val="008552A2"/>
    <w:rsid w:val="008555D5"/>
    <w:rsid w:val="00855845"/>
    <w:rsid w:val="0085678B"/>
    <w:rsid w:val="00856941"/>
    <w:rsid w:val="008569BB"/>
    <w:rsid w:val="00856ABA"/>
    <w:rsid w:val="00857385"/>
    <w:rsid w:val="00857A7C"/>
    <w:rsid w:val="00857C08"/>
    <w:rsid w:val="00860471"/>
    <w:rsid w:val="00860BEE"/>
    <w:rsid w:val="00860FD7"/>
    <w:rsid w:val="00860FDE"/>
    <w:rsid w:val="008615E1"/>
    <w:rsid w:val="00861686"/>
    <w:rsid w:val="008616B8"/>
    <w:rsid w:val="00861FB2"/>
    <w:rsid w:val="0086234E"/>
    <w:rsid w:val="00862BC3"/>
    <w:rsid w:val="00863012"/>
    <w:rsid w:val="008630AB"/>
    <w:rsid w:val="00863415"/>
    <w:rsid w:val="0086383B"/>
    <w:rsid w:val="00863D1D"/>
    <w:rsid w:val="00863F7B"/>
    <w:rsid w:val="00863F7E"/>
    <w:rsid w:val="00864864"/>
    <w:rsid w:val="0086487C"/>
    <w:rsid w:val="00865389"/>
    <w:rsid w:val="008657A3"/>
    <w:rsid w:val="008667DF"/>
    <w:rsid w:val="00866F18"/>
    <w:rsid w:val="0086743C"/>
    <w:rsid w:val="00867962"/>
    <w:rsid w:val="00867AFD"/>
    <w:rsid w:val="00867B47"/>
    <w:rsid w:val="00870336"/>
    <w:rsid w:val="008703F4"/>
    <w:rsid w:val="00870477"/>
    <w:rsid w:val="00870489"/>
    <w:rsid w:val="008704B2"/>
    <w:rsid w:val="0087069C"/>
    <w:rsid w:val="00870B98"/>
    <w:rsid w:val="00870CD3"/>
    <w:rsid w:val="00870D4D"/>
    <w:rsid w:val="00870E1D"/>
    <w:rsid w:val="00870EE1"/>
    <w:rsid w:val="0087153E"/>
    <w:rsid w:val="00871566"/>
    <w:rsid w:val="0087230A"/>
    <w:rsid w:val="008726D1"/>
    <w:rsid w:val="00873BE1"/>
    <w:rsid w:val="00873D3A"/>
    <w:rsid w:val="00873D57"/>
    <w:rsid w:val="00873FAF"/>
    <w:rsid w:val="00874112"/>
    <w:rsid w:val="008745A6"/>
    <w:rsid w:val="00874A73"/>
    <w:rsid w:val="00874AAB"/>
    <w:rsid w:val="0087509E"/>
    <w:rsid w:val="00875103"/>
    <w:rsid w:val="008756E2"/>
    <w:rsid w:val="008756FE"/>
    <w:rsid w:val="0087576D"/>
    <w:rsid w:val="00875872"/>
    <w:rsid w:val="00875A9B"/>
    <w:rsid w:val="00875ABA"/>
    <w:rsid w:val="00875DAB"/>
    <w:rsid w:val="0087630E"/>
    <w:rsid w:val="008769D7"/>
    <w:rsid w:val="00876D20"/>
    <w:rsid w:val="00876D62"/>
    <w:rsid w:val="00877127"/>
    <w:rsid w:val="008773C6"/>
    <w:rsid w:val="00877664"/>
    <w:rsid w:val="0087770A"/>
    <w:rsid w:val="008777DC"/>
    <w:rsid w:val="00877B1A"/>
    <w:rsid w:val="00877C90"/>
    <w:rsid w:val="008805F4"/>
    <w:rsid w:val="00880BCE"/>
    <w:rsid w:val="00880ED3"/>
    <w:rsid w:val="008810AF"/>
    <w:rsid w:val="00881ED6"/>
    <w:rsid w:val="00882C1B"/>
    <w:rsid w:val="0088304E"/>
    <w:rsid w:val="008830EF"/>
    <w:rsid w:val="0088410B"/>
    <w:rsid w:val="00884217"/>
    <w:rsid w:val="0088425C"/>
    <w:rsid w:val="00884D63"/>
    <w:rsid w:val="00884F77"/>
    <w:rsid w:val="00885077"/>
    <w:rsid w:val="00885308"/>
    <w:rsid w:val="00885425"/>
    <w:rsid w:val="00885590"/>
    <w:rsid w:val="00886708"/>
    <w:rsid w:val="008871DB"/>
    <w:rsid w:val="00887B54"/>
    <w:rsid w:val="00887D49"/>
    <w:rsid w:val="00887EBC"/>
    <w:rsid w:val="008900A3"/>
    <w:rsid w:val="008902A2"/>
    <w:rsid w:val="008903AF"/>
    <w:rsid w:val="00890980"/>
    <w:rsid w:val="00890AE8"/>
    <w:rsid w:val="008915AF"/>
    <w:rsid w:val="008929C1"/>
    <w:rsid w:val="00892E0E"/>
    <w:rsid w:val="00892E54"/>
    <w:rsid w:val="008932AD"/>
    <w:rsid w:val="008933CF"/>
    <w:rsid w:val="00894C2F"/>
    <w:rsid w:val="00894CD0"/>
    <w:rsid w:val="00894F27"/>
    <w:rsid w:val="00895030"/>
    <w:rsid w:val="00895362"/>
    <w:rsid w:val="00895A40"/>
    <w:rsid w:val="0089639D"/>
    <w:rsid w:val="00896976"/>
    <w:rsid w:val="0089699B"/>
    <w:rsid w:val="00896AD2"/>
    <w:rsid w:val="00896E79"/>
    <w:rsid w:val="00897DB0"/>
    <w:rsid w:val="008A0E55"/>
    <w:rsid w:val="008A0FF5"/>
    <w:rsid w:val="008A19E7"/>
    <w:rsid w:val="008A1DF7"/>
    <w:rsid w:val="008A1E9B"/>
    <w:rsid w:val="008A225D"/>
    <w:rsid w:val="008A2AA7"/>
    <w:rsid w:val="008A2DF0"/>
    <w:rsid w:val="008A2E2E"/>
    <w:rsid w:val="008A3A33"/>
    <w:rsid w:val="008A3BCE"/>
    <w:rsid w:val="008A3D46"/>
    <w:rsid w:val="008A4048"/>
    <w:rsid w:val="008A43C4"/>
    <w:rsid w:val="008A4630"/>
    <w:rsid w:val="008A5428"/>
    <w:rsid w:val="008A58AD"/>
    <w:rsid w:val="008A61D8"/>
    <w:rsid w:val="008A620C"/>
    <w:rsid w:val="008A7DA0"/>
    <w:rsid w:val="008B0022"/>
    <w:rsid w:val="008B0323"/>
    <w:rsid w:val="008B17E0"/>
    <w:rsid w:val="008B1AC0"/>
    <w:rsid w:val="008B21A3"/>
    <w:rsid w:val="008B3E4D"/>
    <w:rsid w:val="008B3F95"/>
    <w:rsid w:val="008B4857"/>
    <w:rsid w:val="008B4DFB"/>
    <w:rsid w:val="008B56D9"/>
    <w:rsid w:val="008B586B"/>
    <w:rsid w:val="008B5AE2"/>
    <w:rsid w:val="008B5B7E"/>
    <w:rsid w:val="008B5FDD"/>
    <w:rsid w:val="008B6691"/>
    <w:rsid w:val="008B686F"/>
    <w:rsid w:val="008B7D24"/>
    <w:rsid w:val="008C0221"/>
    <w:rsid w:val="008C053C"/>
    <w:rsid w:val="008C0DB1"/>
    <w:rsid w:val="008C0DF5"/>
    <w:rsid w:val="008C1099"/>
    <w:rsid w:val="008C1468"/>
    <w:rsid w:val="008C2139"/>
    <w:rsid w:val="008C3027"/>
    <w:rsid w:val="008C3327"/>
    <w:rsid w:val="008C353B"/>
    <w:rsid w:val="008C36F4"/>
    <w:rsid w:val="008C4124"/>
    <w:rsid w:val="008C4830"/>
    <w:rsid w:val="008C4BF7"/>
    <w:rsid w:val="008C510F"/>
    <w:rsid w:val="008C545C"/>
    <w:rsid w:val="008C5748"/>
    <w:rsid w:val="008C6633"/>
    <w:rsid w:val="008C6786"/>
    <w:rsid w:val="008C69AC"/>
    <w:rsid w:val="008C6A76"/>
    <w:rsid w:val="008C6CA6"/>
    <w:rsid w:val="008C7312"/>
    <w:rsid w:val="008D0978"/>
    <w:rsid w:val="008D1293"/>
    <w:rsid w:val="008D12AB"/>
    <w:rsid w:val="008D162B"/>
    <w:rsid w:val="008D1986"/>
    <w:rsid w:val="008D1A40"/>
    <w:rsid w:val="008D1AC2"/>
    <w:rsid w:val="008D2C9F"/>
    <w:rsid w:val="008D356E"/>
    <w:rsid w:val="008D3A12"/>
    <w:rsid w:val="008D3DE1"/>
    <w:rsid w:val="008D45F5"/>
    <w:rsid w:val="008D4946"/>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906"/>
    <w:rsid w:val="008E1DA0"/>
    <w:rsid w:val="008E1FA7"/>
    <w:rsid w:val="008E1FCF"/>
    <w:rsid w:val="008E2124"/>
    <w:rsid w:val="008E278D"/>
    <w:rsid w:val="008E2795"/>
    <w:rsid w:val="008E27CA"/>
    <w:rsid w:val="008E2FE0"/>
    <w:rsid w:val="008E30F8"/>
    <w:rsid w:val="008E3163"/>
    <w:rsid w:val="008E31A3"/>
    <w:rsid w:val="008E31A5"/>
    <w:rsid w:val="008E3583"/>
    <w:rsid w:val="008E36CD"/>
    <w:rsid w:val="008E3CE9"/>
    <w:rsid w:val="008E438E"/>
    <w:rsid w:val="008E4507"/>
    <w:rsid w:val="008E476E"/>
    <w:rsid w:val="008E4A0B"/>
    <w:rsid w:val="008E4BEB"/>
    <w:rsid w:val="008E4D2E"/>
    <w:rsid w:val="008E4E19"/>
    <w:rsid w:val="008E5313"/>
    <w:rsid w:val="008E571A"/>
    <w:rsid w:val="008E5BC3"/>
    <w:rsid w:val="008E5E76"/>
    <w:rsid w:val="008E631C"/>
    <w:rsid w:val="008E68FF"/>
    <w:rsid w:val="008E76F6"/>
    <w:rsid w:val="008E7A42"/>
    <w:rsid w:val="008F0139"/>
    <w:rsid w:val="008F0216"/>
    <w:rsid w:val="008F087E"/>
    <w:rsid w:val="008F12D9"/>
    <w:rsid w:val="008F1C0E"/>
    <w:rsid w:val="008F1F13"/>
    <w:rsid w:val="008F2327"/>
    <w:rsid w:val="008F258C"/>
    <w:rsid w:val="008F2738"/>
    <w:rsid w:val="008F2979"/>
    <w:rsid w:val="008F350E"/>
    <w:rsid w:val="008F3957"/>
    <w:rsid w:val="008F3B84"/>
    <w:rsid w:val="008F3BB8"/>
    <w:rsid w:val="008F3E0B"/>
    <w:rsid w:val="008F3F77"/>
    <w:rsid w:val="008F4513"/>
    <w:rsid w:val="008F469F"/>
    <w:rsid w:val="008F486D"/>
    <w:rsid w:val="008F4D67"/>
    <w:rsid w:val="008F502B"/>
    <w:rsid w:val="008F5B45"/>
    <w:rsid w:val="008F5E30"/>
    <w:rsid w:val="008F60E5"/>
    <w:rsid w:val="008F687B"/>
    <w:rsid w:val="008F6982"/>
    <w:rsid w:val="008F6F9A"/>
    <w:rsid w:val="008F72BE"/>
    <w:rsid w:val="008F72FE"/>
    <w:rsid w:val="008F7A76"/>
    <w:rsid w:val="008F7BDA"/>
    <w:rsid w:val="009004EC"/>
    <w:rsid w:val="009006DA"/>
    <w:rsid w:val="00900801"/>
    <w:rsid w:val="00900E08"/>
    <w:rsid w:val="00901417"/>
    <w:rsid w:val="00901724"/>
    <w:rsid w:val="00901C90"/>
    <w:rsid w:val="009026B3"/>
    <w:rsid w:val="00902A76"/>
    <w:rsid w:val="00902C8C"/>
    <w:rsid w:val="009030C6"/>
    <w:rsid w:val="00903524"/>
    <w:rsid w:val="00903B66"/>
    <w:rsid w:val="00903F24"/>
    <w:rsid w:val="009043D6"/>
    <w:rsid w:val="009046DF"/>
    <w:rsid w:val="0090519C"/>
    <w:rsid w:val="009052B3"/>
    <w:rsid w:val="0090536D"/>
    <w:rsid w:val="009053C1"/>
    <w:rsid w:val="009054BD"/>
    <w:rsid w:val="009066A0"/>
    <w:rsid w:val="00906EF5"/>
    <w:rsid w:val="009075DD"/>
    <w:rsid w:val="00907A86"/>
    <w:rsid w:val="009100C4"/>
    <w:rsid w:val="00910D64"/>
    <w:rsid w:val="00910ED8"/>
    <w:rsid w:val="00910F42"/>
    <w:rsid w:val="009113C9"/>
    <w:rsid w:val="009114B4"/>
    <w:rsid w:val="0091224E"/>
    <w:rsid w:val="00912613"/>
    <w:rsid w:val="00912639"/>
    <w:rsid w:val="0091397A"/>
    <w:rsid w:val="00913E98"/>
    <w:rsid w:val="009143B8"/>
    <w:rsid w:val="00915043"/>
    <w:rsid w:val="00915D0D"/>
    <w:rsid w:val="0091682D"/>
    <w:rsid w:val="00916C0E"/>
    <w:rsid w:val="00916CE2"/>
    <w:rsid w:val="00917533"/>
    <w:rsid w:val="00917D04"/>
    <w:rsid w:val="00917E6F"/>
    <w:rsid w:val="00917FBA"/>
    <w:rsid w:val="0092078F"/>
    <w:rsid w:val="00920F63"/>
    <w:rsid w:val="0092196D"/>
    <w:rsid w:val="00922370"/>
    <w:rsid w:val="009224DF"/>
    <w:rsid w:val="0092253E"/>
    <w:rsid w:val="009225F8"/>
    <w:rsid w:val="00922607"/>
    <w:rsid w:val="009226CB"/>
    <w:rsid w:val="00922945"/>
    <w:rsid w:val="009230C4"/>
    <w:rsid w:val="0092388A"/>
    <w:rsid w:val="00923B9B"/>
    <w:rsid w:val="00924168"/>
    <w:rsid w:val="00924466"/>
    <w:rsid w:val="009246EE"/>
    <w:rsid w:val="00924A20"/>
    <w:rsid w:val="0092529C"/>
    <w:rsid w:val="0092553C"/>
    <w:rsid w:val="0092689B"/>
    <w:rsid w:val="00927171"/>
    <w:rsid w:val="00927356"/>
    <w:rsid w:val="00927BAF"/>
    <w:rsid w:val="00927D62"/>
    <w:rsid w:val="00927DCF"/>
    <w:rsid w:val="00930B13"/>
    <w:rsid w:val="00930F58"/>
    <w:rsid w:val="0093111C"/>
    <w:rsid w:val="009315A4"/>
    <w:rsid w:val="00931B6A"/>
    <w:rsid w:val="00932091"/>
    <w:rsid w:val="00932192"/>
    <w:rsid w:val="00932214"/>
    <w:rsid w:val="00932683"/>
    <w:rsid w:val="00932924"/>
    <w:rsid w:val="00932AB2"/>
    <w:rsid w:val="00932C47"/>
    <w:rsid w:val="00932CE7"/>
    <w:rsid w:val="00933032"/>
    <w:rsid w:val="00933523"/>
    <w:rsid w:val="00933E3D"/>
    <w:rsid w:val="00934F08"/>
    <w:rsid w:val="00935327"/>
    <w:rsid w:val="0093556F"/>
    <w:rsid w:val="0093570B"/>
    <w:rsid w:val="00935AA5"/>
    <w:rsid w:val="00935B06"/>
    <w:rsid w:val="00935EA2"/>
    <w:rsid w:val="00935FB2"/>
    <w:rsid w:val="00937575"/>
    <w:rsid w:val="00937B65"/>
    <w:rsid w:val="00937C83"/>
    <w:rsid w:val="00940651"/>
    <w:rsid w:val="00940A36"/>
    <w:rsid w:val="00940BC2"/>
    <w:rsid w:val="0094126C"/>
    <w:rsid w:val="00941688"/>
    <w:rsid w:val="00941AFA"/>
    <w:rsid w:val="00941ECD"/>
    <w:rsid w:val="00942261"/>
    <w:rsid w:val="0094281A"/>
    <w:rsid w:val="00942D19"/>
    <w:rsid w:val="00943034"/>
    <w:rsid w:val="0094328E"/>
    <w:rsid w:val="009432A1"/>
    <w:rsid w:val="009433AF"/>
    <w:rsid w:val="00943412"/>
    <w:rsid w:val="00943B2E"/>
    <w:rsid w:val="00943C13"/>
    <w:rsid w:val="00944596"/>
    <w:rsid w:val="00944B55"/>
    <w:rsid w:val="009457EB"/>
    <w:rsid w:val="00945D11"/>
    <w:rsid w:val="00945D74"/>
    <w:rsid w:val="00946051"/>
    <w:rsid w:val="009465E8"/>
    <w:rsid w:val="00946B70"/>
    <w:rsid w:val="0094747F"/>
    <w:rsid w:val="00947490"/>
    <w:rsid w:val="00947EDB"/>
    <w:rsid w:val="00947F9B"/>
    <w:rsid w:val="009503E2"/>
    <w:rsid w:val="0095060F"/>
    <w:rsid w:val="009510EA"/>
    <w:rsid w:val="00951293"/>
    <w:rsid w:val="00951419"/>
    <w:rsid w:val="00951CE7"/>
    <w:rsid w:val="00951DC8"/>
    <w:rsid w:val="00952329"/>
    <w:rsid w:val="00952480"/>
    <w:rsid w:val="00952861"/>
    <w:rsid w:val="0095380C"/>
    <w:rsid w:val="00953F75"/>
    <w:rsid w:val="009540A7"/>
    <w:rsid w:val="00954159"/>
    <w:rsid w:val="0095454C"/>
    <w:rsid w:val="00954DA0"/>
    <w:rsid w:val="0095536A"/>
    <w:rsid w:val="009554B5"/>
    <w:rsid w:val="009557F9"/>
    <w:rsid w:val="0095590C"/>
    <w:rsid w:val="00955F31"/>
    <w:rsid w:val="00956330"/>
    <w:rsid w:val="0095643B"/>
    <w:rsid w:val="009568F8"/>
    <w:rsid w:val="00956BFF"/>
    <w:rsid w:val="00956CB5"/>
    <w:rsid w:val="00956DD6"/>
    <w:rsid w:val="00957196"/>
    <w:rsid w:val="00957786"/>
    <w:rsid w:val="0096031D"/>
    <w:rsid w:val="009603BA"/>
    <w:rsid w:val="00960B2B"/>
    <w:rsid w:val="00960E23"/>
    <w:rsid w:val="00960F67"/>
    <w:rsid w:val="009614C0"/>
    <w:rsid w:val="0096155A"/>
    <w:rsid w:val="00961B28"/>
    <w:rsid w:val="00961CD2"/>
    <w:rsid w:val="00961F3A"/>
    <w:rsid w:val="00961FB1"/>
    <w:rsid w:val="00962B76"/>
    <w:rsid w:val="00962E59"/>
    <w:rsid w:val="0096337C"/>
    <w:rsid w:val="00963498"/>
    <w:rsid w:val="009634B1"/>
    <w:rsid w:val="009635CC"/>
    <w:rsid w:val="009639F6"/>
    <w:rsid w:val="009643B7"/>
    <w:rsid w:val="00964624"/>
    <w:rsid w:val="0096505B"/>
    <w:rsid w:val="00965BCE"/>
    <w:rsid w:val="00965DFF"/>
    <w:rsid w:val="00965EB7"/>
    <w:rsid w:val="009669D5"/>
    <w:rsid w:val="00967F1D"/>
    <w:rsid w:val="00970185"/>
    <w:rsid w:val="0097061F"/>
    <w:rsid w:val="0097064A"/>
    <w:rsid w:val="00970924"/>
    <w:rsid w:val="00971256"/>
    <w:rsid w:val="00971743"/>
    <w:rsid w:val="00971B38"/>
    <w:rsid w:val="00971C2A"/>
    <w:rsid w:val="00971F0E"/>
    <w:rsid w:val="00971F4D"/>
    <w:rsid w:val="00972085"/>
    <w:rsid w:val="00972C70"/>
    <w:rsid w:val="00973452"/>
    <w:rsid w:val="00973590"/>
    <w:rsid w:val="00973B6B"/>
    <w:rsid w:val="00974224"/>
    <w:rsid w:val="00974FF1"/>
    <w:rsid w:val="00975126"/>
    <w:rsid w:val="009754F6"/>
    <w:rsid w:val="009756E6"/>
    <w:rsid w:val="00975A15"/>
    <w:rsid w:val="009769F7"/>
    <w:rsid w:val="00977051"/>
    <w:rsid w:val="0097721E"/>
    <w:rsid w:val="0097792C"/>
    <w:rsid w:val="00977A36"/>
    <w:rsid w:val="0098074B"/>
    <w:rsid w:val="00980BAB"/>
    <w:rsid w:val="00980C10"/>
    <w:rsid w:val="00980F40"/>
    <w:rsid w:val="00981337"/>
    <w:rsid w:val="00981911"/>
    <w:rsid w:val="009827EC"/>
    <w:rsid w:val="00982D46"/>
    <w:rsid w:val="00982F85"/>
    <w:rsid w:val="00983FB7"/>
    <w:rsid w:val="0098401C"/>
    <w:rsid w:val="00984812"/>
    <w:rsid w:val="00984955"/>
    <w:rsid w:val="00984957"/>
    <w:rsid w:val="0098507E"/>
    <w:rsid w:val="00985357"/>
    <w:rsid w:val="00985AC8"/>
    <w:rsid w:val="00985BD1"/>
    <w:rsid w:val="00985CC8"/>
    <w:rsid w:val="0098600C"/>
    <w:rsid w:val="00986385"/>
    <w:rsid w:val="00986601"/>
    <w:rsid w:val="009867C2"/>
    <w:rsid w:val="00986868"/>
    <w:rsid w:val="00986ED4"/>
    <w:rsid w:val="009870FE"/>
    <w:rsid w:val="009874AE"/>
    <w:rsid w:val="009877D2"/>
    <w:rsid w:val="00987873"/>
    <w:rsid w:val="00987A7E"/>
    <w:rsid w:val="009902D5"/>
    <w:rsid w:val="009908B0"/>
    <w:rsid w:val="00990965"/>
    <w:rsid w:val="00992201"/>
    <w:rsid w:val="009922A7"/>
    <w:rsid w:val="00992794"/>
    <w:rsid w:val="009927D3"/>
    <w:rsid w:val="00992831"/>
    <w:rsid w:val="00992E31"/>
    <w:rsid w:val="009932CF"/>
    <w:rsid w:val="00993AF0"/>
    <w:rsid w:val="00993B1F"/>
    <w:rsid w:val="0099412A"/>
    <w:rsid w:val="0099486D"/>
    <w:rsid w:val="0099503E"/>
    <w:rsid w:val="009951AB"/>
    <w:rsid w:val="009952AD"/>
    <w:rsid w:val="00995355"/>
    <w:rsid w:val="00995A74"/>
    <w:rsid w:val="00995AE4"/>
    <w:rsid w:val="00996975"/>
    <w:rsid w:val="00996BC1"/>
    <w:rsid w:val="00997B2E"/>
    <w:rsid w:val="00997BA2"/>
    <w:rsid w:val="009A0085"/>
    <w:rsid w:val="009A094C"/>
    <w:rsid w:val="009A0B88"/>
    <w:rsid w:val="009A0BDE"/>
    <w:rsid w:val="009A12E7"/>
    <w:rsid w:val="009A1D29"/>
    <w:rsid w:val="009A23F3"/>
    <w:rsid w:val="009A3793"/>
    <w:rsid w:val="009A39F3"/>
    <w:rsid w:val="009A3D7D"/>
    <w:rsid w:val="009A3E1E"/>
    <w:rsid w:val="009A4035"/>
    <w:rsid w:val="009A4292"/>
    <w:rsid w:val="009A457D"/>
    <w:rsid w:val="009A493E"/>
    <w:rsid w:val="009A53CC"/>
    <w:rsid w:val="009A7001"/>
    <w:rsid w:val="009A794E"/>
    <w:rsid w:val="009A7B5A"/>
    <w:rsid w:val="009A7DA5"/>
    <w:rsid w:val="009B01D4"/>
    <w:rsid w:val="009B0845"/>
    <w:rsid w:val="009B0C22"/>
    <w:rsid w:val="009B1019"/>
    <w:rsid w:val="009B131C"/>
    <w:rsid w:val="009B178F"/>
    <w:rsid w:val="009B1E11"/>
    <w:rsid w:val="009B251B"/>
    <w:rsid w:val="009B27FC"/>
    <w:rsid w:val="009B2902"/>
    <w:rsid w:val="009B2FE3"/>
    <w:rsid w:val="009B3111"/>
    <w:rsid w:val="009B3484"/>
    <w:rsid w:val="009B3976"/>
    <w:rsid w:val="009B3C6A"/>
    <w:rsid w:val="009B3CCD"/>
    <w:rsid w:val="009B3DE7"/>
    <w:rsid w:val="009B4C46"/>
    <w:rsid w:val="009B505C"/>
    <w:rsid w:val="009B518F"/>
    <w:rsid w:val="009B53ED"/>
    <w:rsid w:val="009B5426"/>
    <w:rsid w:val="009B5752"/>
    <w:rsid w:val="009B6511"/>
    <w:rsid w:val="009B66AC"/>
    <w:rsid w:val="009B7253"/>
    <w:rsid w:val="009B74A3"/>
    <w:rsid w:val="009B74BD"/>
    <w:rsid w:val="009C0699"/>
    <w:rsid w:val="009C125A"/>
    <w:rsid w:val="009C2681"/>
    <w:rsid w:val="009C28E4"/>
    <w:rsid w:val="009C2A49"/>
    <w:rsid w:val="009C2D2D"/>
    <w:rsid w:val="009C2F56"/>
    <w:rsid w:val="009C3226"/>
    <w:rsid w:val="009C355D"/>
    <w:rsid w:val="009C384C"/>
    <w:rsid w:val="009C3A17"/>
    <w:rsid w:val="009C3D60"/>
    <w:rsid w:val="009C484F"/>
    <w:rsid w:val="009C49A0"/>
    <w:rsid w:val="009C4D94"/>
    <w:rsid w:val="009C5660"/>
    <w:rsid w:val="009C58DF"/>
    <w:rsid w:val="009C5A0F"/>
    <w:rsid w:val="009C5A9D"/>
    <w:rsid w:val="009C5AA1"/>
    <w:rsid w:val="009C5CE5"/>
    <w:rsid w:val="009C5E6C"/>
    <w:rsid w:val="009C6965"/>
    <w:rsid w:val="009C6D17"/>
    <w:rsid w:val="009C6DD6"/>
    <w:rsid w:val="009C7122"/>
    <w:rsid w:val="009C797F"/>
    <w:rsid w:val="009C7A90"/>
    <w:rsid w:val="009D00B5"/>
    <w:rsid w:val="009D0FD4"/>
    <w:rsid w:val="009D146A"/>
    <w:rsid w:val="009D1977"/>
    <w:rsid w:val="009D26D7"/>
    <w:rsid w:val="009D26EF"/>
    <w:rsid w:val="009D2C69"/>
    <w:rsid w:val="009D31DD"/>
    <w:rsid w:val="009D32C1"/>
    <w:rsid w:val="009D3969"/>
    <w:rsid w:val="009D3FFA"/>
    <w:rsid w:val="009D4360"/>
    <w:rsid w:val="009D4F53"/>
    <w:rsid w:val="009D5193"/>
    <w:rsid w:val="009D5364"/>
    <w:rsid w:val="009D5D45"/>
    <w:rsid w:val="009D6218"/>
    <w:rsid w:val="009D641D"/>
    <w:rsid w:val="009D6CB0"/>
    <w:rsid w:val="009D6D46"/>
    <w:rsid w:val="009D6DBD"/>
    <w:rsid w:val="009D6E35"/>
    <w:rsid w:val="009D726E"/>
    <w:rsid w:val="009D7857"/>
    <w:rsid w:val="009D7988"/>
    <w:rsid w:val="009D7E47"/>
    <w:rsid w:val="009D7FA9"/>
    <w:rsid w:val="009E03BE"/>
    <w:rsid w:val="009E0607"/>
    <w:rsid w:val="009E07BB"/>
    <w:rsid w:val="009E0B1C"/>
    <w:rsid w:val="009E0EA8"/>
    <w:rsid w:val="009E10CA"/>
    <w:rsid w:val="009E1A75"/>
    <w:rsid w:val="009E1D60"/>
    <w:rsid w:val="009E29C8"/>
    <w:rsid w:val="009E335B"/>
    <w:rsid w:val="009E3910"/>
    <w:rsid w:val="009E443A"/>
    <w:rsid w:val="009E4824"/>
    <w:rsid w:val="009E4BFA"/>
    <w:rsid w:val="009E4E5E"/>
    <w:rsid w:val="009E518B"/>
    <w:rsid w:val="009E52B4"/>
    <w:rsid w:val="009E54E8"/>
    <w:rsid w:val="009E55C5"/>
    <w:rsid w:val="009E5A4C"/>
    <w:rsid w:val="009E5FC1"/>
    <w:rsid w:val="009E60D0"/>
    <w:rsid w:val="009E64F7"/>
    <w:rsid w:val="009E6514"/>
    <w:rsid w:val="009E67C9"/>
    <w:rsid w:val="009E6DE8"/>
    <w:rsid w:val="009E7418"/>
    <w:rsid w:val="009E7AB9"/>
    <w:rsid w:val="009E7C9B"/>
    <w:rsid w:val="009F0919"/>
    <w:rsid w:val="009F0CB4"/>
    <w:rsid w:val="009F0D62"/>
    <w:rsid w:val="009F0E2C"/>
    <w:rsid w:val="009F1D25"/>
    <w:rsid w:val="009F1F72"/>
    <w:rsid w:val="009F2266"/>
    <w:rsid w:val="009F2444"/>
    <w:rsid w:val="009F2C77"/>
    <w:rsid w:val="009F2E6F"/>
    <w:rsid w:val="009F3342"/>
    <w:rsid w:val="009F406E"/>
    <w:rsid w:val="009F409F"/>
    <w:rsid w:val="009F40CE"/>
    <w:rsid w:val="009F4315"/>
    <w:rsid w:val="009F44E8"/>
    <w:rsid w:val="009F481B"/>
    <w:rsid w:val="009F4A72"/>
    <w:rsid w:val="009F4D51"/>
    <w:rsid w:val="009F52B5"/>
    <w:rsid w:val="009F5327"/>
    <w:rsid w:val="009F594F"/>
    <w:rsid w:val="009F5B6A"/>
    <w:rsid w:val="009F5EC8"/>
    <w:rsid w:val="009F604A"/>
    <w:rsid w:val="009F6C11"/>
    <w:rsid w:val="009F6DDF"/>
    <w:rsid w:val="009F704C"/>
    <w:rsid w:val="009F7747"/>
    <w:rsid w:val="009F793D"/>
    <w:rsid w:val="00A0019C"/>
    <w:rsid w:val="00A00A9C"/>
    <w:rsid w:val="00A00CED"/>
    <w:rsid w:val="00A00D18"/>
    <w:rsid w:val="00A01617"/>
    <w:rsid w:val="00A01DBF"/>
    <w:rsid w:val="00A02F87"/>
    <w:rsid w:val="00A036FF"/>
    <w:rsid w:val="00A04351"/>
    <w:rsid w:val="00A04394"/>
    <w:rsid w:val="00A0532A"/>
    <w:rsid w:val="00A05519"/>
    <w:rsid w:val="00A059D2"/>
    <w:rsid w:val="00A05A22"/>
    <w:rsid w:val="00A06BAE"/>
    <w:rsid w:val="00A06E42"/>
    <w:rsid w:val="00A07116"/>
    <w:rsid w:val="00A07224"/>
    <w:rsid w:val="00A07249"/>
    <w:rsid w:val="00A07481"/>
    <w:rsid w:val="00A075C9"/>
    <w:rsid w:val="00A077A7"/>
    <w:rsid w:val="00A07F47"/>
    <w:rsid w:val="00A100C0"/>
    <w:rsid w:val="00A1064C"/>
    <w:rsid w:val="00A10D56"/>
    <w:rsid w:val="00A10F48"/>
    <w:rsid w:val="00A115F6"/>
    <w:rsid w:val="00A117E7"/>
    <w:rsid w:val="00A11C8F"/>
    <w:rsid w:val="00A1248D"/>
    <w:rsid w:val="00A12734"/>
    <w:rsid w:val="00A1296D"/>
    <w:rsid w:val="00A12AF2"/>
    <w:rsid w:val="00A1368E"/>
    <w:rsid w:val="00A136B4"/>
    <w:rsid w:val="00A1431F"/>
    <w:rsid w:val="00A14645"/>
    <w:rsid w:val="00A147EF"/>
    <w:rsid w:val="00A152D3"/>
    <w:rsid w:val="00A15567"/>
    <w:rsid w:val="00A15674"/>
    <w:rsid w:val="00A16198"/>
    <w:rsid w:val="00A161C7"/>
    <w:rsid w:val="00A16415"/>
    <w:rsid w:val="00A16563"/>
    <w:rsid w:val="00A16A9A"/>
    <w:rsid w:val="00A16F80"/>
    <w:rsid w:val="00A17755"/>
    <w:rsid w:val="00A17C9B"/>
    <w:rsid w:val="00A202E3"/>
    <w:rsid w:val="00A209AB"/>
    <w:rsid w:val="00A20B5F"/>
    <w:rsid w:val="00A20F9D"/>
    <w:rsid w:val="00A21090"/>
    <w:rsid w:val="00A21102"/>
    <w:rsid w:val="00A21186"/>
    <w:rsid w:val="00A218EC"/>
    <w:rsid w:val="00A21D3D"/>
    <w:rsid w:val="00A21DB5"/>
    <w:rsid w:val="00A21E07"/>
    <w:rsid w:val="00A21F4F"/>
    <w:rsid w:val="00A22363"/>
    <w:rsid w:val="00A2246E"/>
    <w:rsid w:val="00A224DE"/>
    <w:rsid w:val="00A225E0"/>
    <w:rsid w:val="00A228C4"/>
    <w:rsid w:val="00A22912"/>
    <w:rsid w:val="00A2310F"/>
    <w:rsid w:val="00A2317B"/>
    <w:rsid w:val="00A23429"/>
    <w:rsid w:val="00A237D9"/>
    <w:rsid w:val="00A23ABC"/>
    <w:rsid w:val="00A2423D"/>
    <w:rsid w:val="00A247C1"/>
    <w:rsid w:val="00A250E8"/>
    <w:rsid w:val="00A25221"/>
    <w:rsid w:val="00A2642A"/>
    <w:rsid w:val="00A2652B"/>
    <w:rsid w:val="00A267AB"/>
    <w:rsid w:val="00A26AD5"/>
    <w:rsid w:val="00A26CAB"/>
    <w:rsid w:val="00A26DD9"/>
    <w:rsid w:val="00A27215"/>
    <w:rsid w:val="00A27535"/>
    <w:rsid w:val="00A302EA"/>
    <w:rsid w:val="00A309F6"/>
    <w:rsid w:val="00A30ACC"/>
    <w:rsid w:val="00A30F05"/>
    <w:rsid w:val="00A31233"/>
    <w:rsid w:val="00A32857"/>
    <w:rsid w:val="00A32AEF"/>
    <w:rsid w:val="00A332A8"/>
    <w:rsid w:val="00A334D2"/>
    <w:rsid w:val="00A34091"/>
    <w:rsid w:val="00A34346"/>
    <w:rsid w:val="00A35B8A"/>
    <w:rsid w:val="00A35C9E"/>
    <w:rsid w:val="00A35D69"/>
    <w:rsid w:val="00A35EDE"/>
    <w:rsid w:val="00A36255"/>
    <w:rsid w:val="00A3653A"/>
    <w:rsid w:val="00A368AD"/>
    <w:rsid w:val="00A369AD"/>
    <w:rsid w:val="00A36A01"/>
    <w:rsid w:val="00A36B54"/>
    <w:rsid w:val="00A36CA9"/>
    <w:rsid w:val="00A36D95"/>
    <w:rsid w:val="00A373F6"/>
    <w:rsid w:val="00A37B03"/>
    <w:rsid w:val="00A37DB8"/>
    <w:rsid w:val="00A37ECF"/>
    <w:rsid w:val="00A40034"/>
    <w:rsid w:val="00A407C7"/>
    <w:rsid w:val="00A411E5"/>
    <w:rsid w:val="00A4121F"/>
    <w:rsid w:val="00A4194D"/>
    <w:rsid w:val="00A42533"/>
    <w:rsid w:val="00A42B0B"/>
    <w:rsid w:val="00A42D00"/>
    <w:rsid w:val="00A42F95"/>
    <w:rsid w:val="00A434DA"/>
    <w:rsid w:val="00A43A0F"/>
    <w:rsid w:val="00A44569"/>
    <w:rsid w:val="00A44704"/>
    <w:rsid w:val="00A457C1"/>
    <w:rsid w:val="00A459D2"/>
    <w:rsid w:val="00A46183"/>
    <w:rsid w:val="00A464BA"/>
    <w:rsid w:val="00A46591"/>
    <w:rsid w:val="00A4671B"/>
    <w:rsid w:val="00A46E6E"/>
    <w:rsid w:val="00A46E85"/>
    <w:rsid w:val="00A46FFD"/>
    <w:rsid w:val="00A478DC"/>
    <w:rsid w:val="00A47ED9"/>
    <w:rsid w:val="00A501E1"/>
    <w:rsid w:val="00A501EA"/>
    <w:rsid w:val="00A502BB"/>
    <w:rsid w:val="00A50794"/>
    <w:rsid w:val="00A50C20"/>
    <w:rsid w:val="00A50CB9"/>
    <w:rsid w:val="00A50FBD"/>
    <w:rsid w:val="00A51E18"/>
    <w:rsid w:val="00A51FCA"/>
    <w:rsid w:val="00A52827"/>
    <w:rsid w:val="00A52D02"/>
    <w:rsid w:val="00A52D1C"/>
    <w:rsid w:val="00A53418"/>
    <w:rsid w:val="00A53777"/>
    <w:rsid w:val="00A5410B"/>
    <w:rsid w:val="00A546E5"/>
    <w:rsid w:val="00A54835"/>
    <w:rsid w:val="00A54BDC"/>
    <w:rsid w:val="00A54C01"/>
    <w:rsid w:val="00A54C30"/>
    <w:rsid w:val="00A54CDC"/>
    <w:rsid w:val="00A54D62"/>
    <w:rsid w:val="00A55125"/>
    <w:rsid w:val="00A5587E"/>
    <w:rsid w:val="00A55BFD"/>
    <w:rsid w:val="00A5605C"/>
    <w:rsid w:val="00A5671E"/>
    <w:rsid w:val="00A568FD"/>
    <w:rsid w:val="00A57639"/>
    <w:rsid w:val="00A57A36"/>
    <w:rsid w:val="00A60247"/>
    <w:rsid w:val="00A6070C"/>
    <w:rsid w:val="00A6076B"/>
    <w:rsid w:val="00A60B19"/>
    <w:rsid w:val="00A610D0"/>
    <w:rsid w:val="00A61183"/>
    <w:rsid w:val="00A617D1"/>
    <w:rsid w:val="00A61804"/>
    <w:rsid w:val="00A6180D"/>
    <w:rsid w:val="00A61A03"/>
    <w:rsid w:val="00A623B7"/>
    <w:rsid w:val="00A627B0"/>
    <w:rsid w:val="00A62A34"/>
    <w:rsid w:val="00A62D47"/>
    <w:rsid w:val="00A6313B"/>
    <w:rsid w:val="00A636F1"/>
    <w:rsid w:val="00A63CF5"/>
    <w:rsid w:val="00A63FEB"/>
    <w:rsid w:val="00A642DD"/>
    <w:rsid w:val="00A643D5"/>
    <w:rsid w:val="00A647AB"/>
    <w:rsid w:val="00A6486D"/>
    <w:rsid w:val="00A64B49"/>
    <w:rsid w:val="00A6513F"/>
    <w:rsid w:val="00A65654"/>
    <w:rsid w:val="00A65B09"/>
    <w:rsid w:val="00A65BBF"/>
    <w:rsid w:val="00A65BC4"/>
    <w:rsid w:val="00A66074"/>
    <w:rsid w:val="00A668D6"/>
    <w:rsid w:val="00A66EC7"/>
    <w:rsid w:val="00A66EEE"/>
    <w:rsid w:val="00A67066"/>
    <w:rsid w:val="00A6736D"/>
    <w:rsid w:val="00A67434"/>
    <w:rsid w:val="00A67E4F"/>
    <w:rsid w:val="00A70447"/>
    <w:rsid w:val="00A7055A"/>
    <w:rsid w:val="00A70C73"/>
    <w:rsid w:val="00A71145"/>
    <w:rsid w:val="00A716CE"/>
    <w:rsid w:val="00A72D5D"/>
    <w:rsid w:val="00A73126"/>
    <w:rsid w:val="00A73550"/>
    <w:rsid w:val="00A73F3E"/>
    <w:rsid w:val="00A7410F"/>
    <w:rsid w:val="00A743E0"/>
    <w:rsid w:val="00A745EB"/>
    <w:rsid w:val="00A749A9"/>
    <w:rsid w:val="00A74DA2"/>
    <w:rsid w:val="00A751DD"/>
    <w:rsid w:val="00A75265"/>
    <w:rsid w:val="00A756F0"/>
    <w:rsid w:val="00A75D67"/>
    <w:rsid w:val="00A76A58"/>
    <w:rsid w:val="00A76AD1"/>
    <w:rsid w:val="00A772D3"/>
    <w:rsid w:val="00A77342"/>
    <w:rsid w:val="00A77391"/>
    <w:rsid w:val="00A7753D"/>
    <w:rsid w:val="00A77D14"/>
    <w:rsid w:val="00A77DFE"/>
    <w:rsid w:val="00A801B8"/>
    <w:rsid w:val="00A80A45"/>
    <w:rsid w:val="00A80B06"/>
    <w:rsid w:val="00A80C41"/>
    <w:rsid w:val="00A80ED8"/>
    <w:rsid w:val="00A80F07"/>
    <w:rsid w:val="00A812E2"/>
    <w:rsid w:val="00A81316"/>
    <w:rsid w:val="00A816F4"/>
    <w:rsid w:val="00A81752"/>
    <w:rsid w:val="00A821CD"/>
    <w:rsid w:val="00A825E2"/>
    <w:rsid w:val="00A828D0"/>
    <w:rsid w:val="00A82912"/>
    <w:rsid w:val="00A829DF"/>
    <w:rsid w:val="00A83651"/>
    <w:rsid w:val="00A839A8"/>
    <w:rsid w:val="00A83C42"/>
    <w:rsid w:val="00A83CA6"/>
    <w:rsid w:val="00A8435B"/>
    <w:rsid w:val="00A84F15"/>
    <w:rsid w:val="00A8550E"/>
    <w:rsid w:val="00A85A64"/>
    <w:rsid w:val="00A85CF6"/>
    <w:rsid w:val="00A85D79"/>
    <w:rsid w:val="00A85EB1"/>
    <w:rsid w:val="00A85F78"/>
    <w:rsid w:val="00A863EF"/>
    <w:rsid w:val="00A8695C"/>
    <w:rsid w:val="00A86979"/>
    <w:rsid w:val="00A8730E"/>
    <w:rsid w:val="00A87699"/>
    <w:rsid w:val="00A87DB9"/>
    <w:rsid w:val="00A9073A"/>
    <w:rsid w:val="00A90F4E"/>
    <w:rsid w:val="00A916D8"/>
    <w:rsid w:val="00A91976"/>
    <w:rsid w:val="00A91C0A"/>
    <w:rsid w:val="00A91C9F"/>
    <w:rsid w:val="00A91E0D"/>
    <w:rsid w:val="00A91F7E"/>
    <w:rsid w:val="00A92203"/>
    <w:rsid w:val="00A92408"/>
    <w:rsid w:val="00A9265D"/>
    <w:rsid w:val="00A928E4"/>
    <w:rsid w:val="00A929DB"/>
    <w:rsid w:val="00A92F5E"/>
    <w:rsid w:val="00A93200"/>
    <w:rsid w:val="00A9330B"/>
    <w:rsid w:val="00A9349F"/>
    <w:rsid w:val="00A935AF"/>
    <w:rsid w:val="00A939E9"/>
    <w:rsid w:val="00A944CA"/>
    <w:rsid w:val="00A94647"/>
    <w:rsid w:val="00A947D0"/>
    <w:rsid w:val="00A94877"/>
    <w:rsid w:val="00A94B1B"/>
    <w:rsid w:val="00A94FEF"/>
    <w:rsid w:val="00A951C7"/>
    <w:rsid w:val="00A952D9"/>
    <w:rsid w:val="00A95DE0"/>
    <w:rsid w:val="00A963D5"/>
    <w:rsid w:val="00A9641E"/>
    <w:rsid w:val="00A9651D"/>
    <w:rsid w:val="00A96B57"/>
    <w:rsid w:val="00A96C9C"/>
    <w:rsid w:val="00A96ED8"/>
    <w:rsid w:val="00A97063"/>
    <w:rsid w:val="00A9706C"/>
    <w:rsid w:val="00A971B5"/>
    <w:rsid w:val="00A97460"/>
    <w:rsid w:val="00AA0FC1"/>
    <w:rsid w:val="00AA0FC3"/>
    <w:rsid w:val="00AA10BC"/>
    <w:rsid w:val="00AA11DC"/>
    <w:rsid w:val="00AA1A1F"/>
    <w:rsid w:val="00AA1AF5"/>
    <w:rsid w:val="00AA1DE4"/>
    <w:rsid w:val="00AA288A"/>
    <w:rsid w:val="00AA3508"/>
    <w:rsid w:val="00AA378D"/>
    <w:rsid w:val="00AA3BB2"/>
    <w:rsid w:val="00AA4710"/>
    <w:rsid w:val="00AA4837"/>
    <w:rsid w:val="00AA51AE"/>
    <w:rsid w:val="00AA54F2"/>
    <w:rsid w:val="00AA6038"/>
    <w:rsid w:val="00AA613D"/>
    <w:rsid w:val="00AA6564"/>
    <w:rsid w:val="00AA674B"/>
    <w:rsid w:val="00AA6951"/>
    <w:rsid w:val="00AA6963"/>
    <w:rsid w:val="00AA6D0C"/>
    <w:rsid w:val="00AA6D2F"/>
    <w:rsid w:val="00AA715F"/>
    <w:rsid w:val="00AA7211"/>
    <w:rsid w:val="00AA76DF"/>
    <w:rsid w:val="00AA78C8"/>
    <w:rsid w:val="00AB00E4"/>
    <w:rsid w:val="00AB0345"/>
    <w:rsid w:val="00AB03B0"/>
    <w:rsid w:val="00AB060C"/>
    <w:rsid w:val="00AB09D3"/>
    <w:rsid w:val="00AB0C01"/>
    <w:rsid w:val="00AB1005"/>
    <w:rsid w:val="00AB11CC"/>
    <w:rsid w:val="00AB1422"/>
    <w:rsid w:val="00AB1AF5"/>
    <w:rsid w:val="00AB1F96"/>
    <w:rsid w:val="00AB2A22"/>
    <w:rsid w:val="00AB2BDC"/>
    <w:rsid w:val="00AB2DA0"/>
    <w:rsid w:val="00AB3CB1"/>
    <w:rsid w:val="00AB3DC4"/>
    <w:rsid w:val="00AB414F"/>
    <w:rsid w:val="00AB4846"/>
    <w:rsid w:val="00AB48DA"/>
    <w:rsid w:val="00AB49D8"/>
    <w:rsid w:val="00AB49FC"/>
    <w:rsid w:val="00AB514B"/>
    <w:rsid w:val="00AB5AFC"/>
    <w:rsid w:val="00AB5B22"/>
    <w:rsid w:val="00AB655E"/>
    <w:rsid w:val="00AB690D"/>
    <w:rsid w:val="00AB724F"/>
    <w:rsid w:val="00AB7FF6"/>
    <w:rsid w:val="00AC01D4"/>
    <w:rsid w:val="00AC03F6"/>
    <w:rsid w:val="00AC11F9"/>
    <w:rsid w:val="00AC13DB"/>
    <w:rsid w:val="00AC1A38"/>
    <w:rsid w:val="00AC1BDE"/>
    <w:rsid w:val="00AC2156"/>
    <w:rsid w:val="00AC2332"/>
    <w:rsid w:val="00AC28CD"/>
    <w:rsid w:val="00AC2A00"/>
    <w:rsid w:val="00AC2C70"/>
    <w:rsid w:val="00AC3000"/>
    <w:rsid w:val="00AC4011"/>
    <w:rsid w:val="00AC4DAB"/>
    <w:rsid w:val="00AC5480"/>
    <w:rsid w:val="00AC599A"/>
    <w:rsid w:val="00AC5BF6"/>
    <w:rsid w:val="00AC6146"/>
    <w:rsid w:val="00AC64A5"/>
    <w:rsid w:val="00AC663E"/>
    <w:rsid w:val="00AC6BEE"/>
    <w:rsid w:val="00AC715E"/>
    <w:rsid w:val="00AC7451"/>
    <w:rsid w:val="00AC784F"/>
    <w:rsid w:val="00AC7D37"/>
    <w:rsid w:val="00AD04AC"/>
    <w:rsid w:val="00AD11AF"/>
    <w:rsid w:val="00AD133A"/>
    <w:rsid w:val="00AD1A09"/>
    <w:rsid w:val="00AD1D65"/>
    <w:rsid w:val="00AD1E3D"/>
    <w:rsid w:val="00AD239D"/>
    <w:rsid w:val="00AD2829"/>
    <w:rsid w:val="00AD2964"/>
    <w:rsid w:val="00AD3609"/>
    <w:rsid w:val="00AD365B"/>
    <w:rsid w:val="00AD3B67"/>
    <w:rsid w:val="00AD40F3"/>
    <w:rsid w:val="00AD41C3"/>
    <w:rsid w:val="00AD461A"/>
    <w:rsid w:val="00AD48DF"/>
    <w:rsid w:val="00AD6BF7"/>
    <w:rsid w:val="00AD6D3C"/>
    <w:rsid w:val="00AD796F"/>
    <w:rsid w:val="00AD79D1"/>
    <w:rsid w:val="00AD7BE1"/>
    <w:rsid w:val="00AD7ECF"/>
    <w:rsid w:val="00AE01E8"/>
    <w:rsid w:val="00AE03BA"/>
    <w:rsid w:val="00AE0638"/>
    <w:rsid w:val="00AE0675"/>
    <w:rsid w:val="00AE0686"/>
    <w:rsid w:val="00AE0778"/>
    <w:rsid w:val="00AE1367"/>
    <w:rsid w:val="00AE139F"/>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8F7"/>
    <w:rsid w:val="00AE5DAC"/>
    <w:rsid w:val="00AE5FE1"/>
    <w:rsid w:val="00AE6117"/>
    <w:rsid w:val="00AE6161"/>
    <w:rsid w:val="00AE64FD"/>
    <w:rsid w:val="00AE6B76"/>
    <w:rsid w:val="00AE7537"/>
    <w:rsid w:val="00AE7EF4"/>
    <w:rsid w:val="00AF0A2F"/>
    <w:rsid w:val="00AF13A8"/>
    <w:rsid w:val="00AF13F6"/>
    <w:rsid w:val="00AF142D"/>
    <w:rsid w:val="00AF1702"/>
    <w:rsid w:val="00AF1B81"/>
    <w:rsid w:val="00AF1D68"/>
    <w:rsid w:val="00AF217C"/>
    <w:rsid w:val="00AF3250"/>
    <w:rsid w:val="00AF33DF"/>
    <w:rsid w:val="00AF3664"/>
    <w:rsid w:val="00AF36F7"/>
    <w:rsid w:val="00AF3C8F"/>
    <w:rsid w:val="00AF40F3"/>
    <w:rsid w:val="00AF44F1"/>
    <w:rsid w:val="00AF4A58"/>
    <w:rsid w:val="00AF4A75"/>
    <w:rsid w:val="00AF54A9"/>
    <w:rsid w:val="00AF5B32"/>
    <w:rsid w:val="00AF5EB4"/>
    <w:rsid w:val="00AF5F9A"/>
    <w:rsid w:val="00AF5FB5"/>
    <w:rsid w:val="00AF6367"/>
    <w:rsid w:val="00AF76C0"/>
    <w:rsid w:val="00AF7848"/>
    <w:rsid w:val="00AF7B44"/>
    <w:rsid w:val="00B002C1"/>
    <w:rsid w:val="00B006F3"/>
    <w:rsid w:val="00B01257"/>
    <w:rsid w:val="00B01368"/>
    <w:rsid w:val="00B0159B"/>
    <w:rsid w:val="00B01832"/>
    <w:rsid w:val="00B01B14"/>
    <w:rsid w:val="00B01F30"/>
    <w:rsid w:val="00B01FC6"/>
    <w:rsid w:val="00B02C94"/>
    <w:rsid w:val="00B034AF"/>
    <w:rsid w:val="00B03CB0"/>
    <w:rsid w:val="00B0408F"/>
    <w:rsid w:val="00B0496A"/>
    <w:rsid w:val="00B04F15"/>
    <w:rsid w:val="00B050B2"/>
    <w:rsid w:val="00B0574D"/>
    <w:rsid w:val="00B05CBB"/>
    <w:rsid w:val="00B06222"/>
    <w:rsid w:val="00B064FF"/>
    <w:rsid w:val="00B0685F"/>
    <w:rsid w:val="00B06F75"/>
    <w:rsid w:val="00B07146"/>
    <w:rsid w:val="00B0718E"/>
    <w:rsid w:val="00B072E4"/>
    <w:rsid w:val="00B07C73"/>
    <w:rsid w:val="00B07CB7"/>
    <w:rsid w:val="00B07F38"/>
    <w:rsid w:val="00B07FDD"/>
    <w:rsid w:val="00B1002E"/>
    <w:rsid w:val="00B1005E"/>
    <w:rsid w:val="00B110B8"/>
    <w:rsid w:val="00B1167F"/>
    <w:rsid w:val="00B118E7"/>
    <w:rsid w:val="00B11AF5"/>
    <w:rsid w:val="00B11C95"/>
    <w:rsid w:val="00B1210C"/>
    <w:rsid w:val="00B1291B"/>
    <w:rsid w:val="00B12ED2"/>
    <w:rsid w:val="00B1307C"/>
    <w:rsid w:val="00B14071"/>
    <w:rsid w:val="00B142C2"/>
    <w:rsid w:val="00B1441D"/>
    <w:rsid w:val="00B14B74"/>
    <w:rsid w:val="00B14D9F"/>
    <w:rsid w:val="00B1587C"/>
    <w:rsid w:val="00B1590C"/>
    <w:rsid w:val="00B1628D"/>
    <w:rsid w:val="00B16475"/>
    <w:rsid w:val="00B16D68"/>
    <w:rsid w:val="00B17010"/>
    <w:rsid w:val="00B1744F"/>
    <w:rsid w:val="00B178B3"/>
    <w:rsid w:val="00B17ADE"/>
    <w:rsid w:val="00B211A4"/>
    <w:rsid w:val="00B21573"/>
    <w:rsid w:val="00B21F5D"/>
    <w:rsid w:val="00B22A4C"/>
    <w:rsid w:val="00B234EE"/>
    <w:rsid w:val="00B23A84"/>
    <w:rsid w:val="00B23C8F"/>
    <w:rsid w:val="00B2473A"/>
    <w:rsid w:val="00B24ABA"/>
    <w:rsid w:val="00B24C2E"/>
    <w:rsid w:val="00B24DDC"/>
    <w:rsid w:val="00B2551F"/>
    <w:rsid w:val="00B25FFA"/>
    <w:rsid w:val="00B26583"/>
    <w:rsid w:val="00B2682E"/>
    <w:rsid w:val="00B26960"/>
    <w:rsid w:val="00B26DB7"/>
    <w:rsid w:val="00B26E26"/>
    <w:rsid w:val="00B27063"/>
    <w:rsid w:val="00B2747A"/>
    <w:rsid w:val="00B2750A"/>
    <w:rsid w:val="00B30EFC"/>
    <w:rsid w:val="00B315F5"/>
    <w:rsid w:val="00B317C5"/>
    <w:rsid w:val="00B31B5B"/>
    <w:rsid w:val="00B32602"/>
    <w:rsid w:val="00B32873"/>
    <w:rsid w:val="00B32AA6"/>
    <w:rsid w:val="00B32B02"/>
    <w:rsid w:val="00B32F31"/>
    <w:rsid w:val="00B330A4"/>
    <w:rsid w:val="00B334CA"/>
    <w:rsid w:val="00B335EB"/>
    <w:rsid w:val="00B33C45"/>
    <w:rsid w:val="00B34004"/>
    <w:rsid w:val="00B34484"/>
    <w:rsid w:val="00B345DF"/>
    <w:rsid w:val="00B34690"/>
    <w:rsid w:val="00B34ABE"/>
    <w:rsid w:val="00B34C55"/>
    <w:rsid w:val="00B34D2A"/>
    <w:rsid w:val="00B356EA"/>
    <w:rsid w:val="00B35DA8"/>
    <w:rsid w:val="00B36302"/>
    <w:rsid w:val="00B36BE5"/>
    <w:rsid w:val="00B37141"/>
    <w:rsid w:val="00B374A7"/>
    <w:rsid w:val="00B374EF"/>
    <w:rsid w:val="00B37F5F"/>
    <w:rsid w:val="00B37FEA"/>
    <w:rsid w:val="00B40439"/>
    <w:rsid w:val="00B40A04"/>
    <w:rsid w:val="00B4110C"/>
    <w:rsid w:val="00B418BE"/>
    <w:rsid w:val="00B42140"/>
    <w:rsid w:val="00B426ED"/>
    <w:rsid w:val="00B427C2"/>
    <w:rsid w:val="00B42A99"/>
    <w:rsid w:val="00B42AF0"/>
    <w:rsid w:val="00B42E0C"/>
    <w:rsid w:val="00B42E13"/>
    <w:rsid w:val="00B434CA"/>
    <w:rsid w:val="00B44DD7"/>
    <w:rsid w:val="00B456AE"/>
    <w:rsid w:val="00B45AFB"/>
    <w:rsid w:val="00B45FD2"/>
    <w:rsid w:val="00B46231"/>
    <w:rsid w:val="00B47827"/>
    <w:rsid w:val="00B47BB6"/>
    <w:rsid w:val="00B47BE9"/>
    <w:rsid w:val="00B5030B"/>
    <w:rsid w:val="00B506FA"/>
    <w:rsid w:val="00B516F8"/>
    <w:rsid w:val="00B51855"/>
    <w:rsid w:val="00B519F5"/>
    <w:rsid w:val="00B52391"/>
    <w:rsid w:val="00B52A64"/>
    <w:rsid w:val="00B52BB4"/>
    <w:rsid w:val="00B52BCE"/>
    <w:rsid w:val="00B52CBB"/>
    <w:rsid w:val="00B52F91"/>
    <w:rsid w:val="00B532CE"/>
    <w:rsid w:val="00B5330D"/>
    <w:rsid w:val="00B53347"/>
    <w:rsid w:val="00B53C80"/>
    <w:rsid w:val="00B53F87"/>
    <w:rsid w:val="00B546F0"/>
    <w:rsid w:val="00B557A1"/>
    <w:rsid w:val="00B557EB"/>
    <w:rsid w:val="00B55935"/>
    <w:rsid w:val="00B55DE1"/>
    <w:rsid w:val="00B56337"/>
    <w:rsid w:val="00B564AA"/>
    <w:rsid w:val="00B565F7"/>
    <w:rsid w:val="00B566F8"/>
    <w:rsid w:val="00B56DC5"/>
    <w:rsid w:val="00B57588"/>
    <w:rsid w:val="00B579BA"/>
    <w:rsid w:val="00B60404"/>
    <w:rsid w:val="00B6194C"/>
    <w:rsid w:val="00B61AF3"/>
    <w:rsid w:val="00B61C77"/>
    <w:rsid w:val="00B621B5"/>
    <w:rsid w:val="00B6282B"/>
    <w:rsid w:val="00B629FE"/>
    <w:rsid w:val="00B62B54"/>
    <w:rsid w:val="00B62F2E"/>
    <w:rsid w:val="00B637B2"/>
    <w:rsid w:val="00B637FF"/>
    <w:rsid w:val="00B63B89"/>
    <w:rsid w:val="00B643FF"/>
    <w:rsid w:val="00B64BA5"/>
    <w:rsid w:val="00B64DA4"/>
    <w:rsid w:val="00B650A8"/>
    <w:rsid w:val="00B65134"/>
    <w:rsid w:val="00B65753"/>
    <w:rsid w:val="00B6586F"/>
    <w:rsid w:val="00B65E85"/>
    <w:rsid w:val="00B6634F"/>
    <w:rsid w:val="00B664E3"/>
    <w:rsid w:val="00B66B0B"/>
    <w:rsid w:val="00B66D55"/>
    <w:rsid w:val="00B66DC9"/>
    <w:rsid w:val="00B66E2D"/>
    <w:rsid w:val="00B67E68"/>
    <w:rsid w:val="00B70093"/>
    <w:rsid w:val="00B70647"/>
    <w:rsid w:val="00B7085F"/>
    <w:rsid w:val="00B70AC4"/>
    <w:rsid w:val="00B70AEE"/>
    <w:rsid w:val="00B70C11"/>
    <w:rsid w:val="00B71071"/>
    <w:rsid w:val="00B7186E"/>
    <w:rsid w:val="00B71ADF"/>
    <w:rsid w:val="00B71E76"/>
    <w:rsid w:val="00B71F37"/>
    <w:rsid w:val="00B7226A"/>
    <w:rsid w:val="00B72B97"/>
    <w:rsid w:val="00B72CF4"/>
    <w:rsid w:val="00B73067"/>
    <w:rsid w:val="00B73110"/>
    <w:rsid w:val="00B731F9"/>
    <w:rsid w:val="00B732CD"/>
    <w:rsid w:val="00B73531"/>
    <w:rsid w:val="00B7400E"/>
    <w:rsid w:val="00B7494D"/>
    <w:rsid w:val="00B74D96"/>
    <w:rsid w:val="00B7501C"/>
    <w:rsid w:val="00B755BB"/>
    <w:rsid w:val="00B75DA2"/>
    <w:rsid w:val="00B76284"/>
    <w:rsid w:val="00B762FC"/>
    <w:rsid w:val="00B76530"/>
    <w:rsid w:val="00B7673B"/>
    <w:rsid w:val="00B76AE6"/>
    <w:rsid w:val="00B76B67"/>
    <w:rsid w:val="00B76B6F"/>
    <w:rsid w:val="00B76B70"/>
    <w:rsid w:val="00B76C8E"/>
    <w:rsid w:val="00B76D20"/>
    <w:rsid w:val="00B777EE"/>
    <w:rsid w:val="00B77A23"/>
    <w:rsid w:val="00B77D9D"/>
    <w:rsid w:val="00B77E7C"/>
    <w:rsid w:val="00B77EF4"/>
    <w:rsid w:val="00B80140"/>
    <w:rsid w:val="00B801C2"/>
    <w:rsid w:val="00B805DE"/>
    <w:rsid w:val="00B80CD3"/>
    <w:rsid w:val="00B80F1F"/>
    <w:rsid w:val="00B813C1"/>
    <w:rsid w:val="00B818EC"/>
    <w:rsid w:val="00B81D00"/>
    <w:rsid w:val="00B81E4E"/>
    <w:rsid w:val="00B81F23"/>
    <w:rsid w:val="00B82587"/>
    <w:rsid w:val="00B82A3A"/>
    <w:rsid w:val="00B831F9"/>
    <w:rsid w:val="00B83F2A"/>
    <w:rsid w:val="00B84283"/>
    <w:rsid w:val="00B8429A"/>
    <w:rsid w:val="00B84700"/>
    <w:rsid w:val="00B84D3B"/>
    <w:rsid w:val="00B84DE9"/>
    <w:rsid w:val="00B85E1A"/>
    <w:rsid w:val="00B872EF"/>
    <w:rsid w:val="00B87355"/>
    <w:rsid w:val="00B90A19"/>
    <w:rsid w:val="00B90C01"/>
    <w:rsid w:val="00B90E35"/>
    <w:rsid w:val="00B911FB"/>
    <w:rsid w:val="00B91B0A"/>
    <w:rsid w:val="00B92923"/>
    <w:rsid w:val="00B931B4"/>
    <w:rsid w:val="00B93445"/>
    <w:rsid w:val="00B936D7"/>
    <w:rsid w:val="00B93946"/>
    <w:rsid w:val="00B93AEF"/>
    <w:rsid w:val="00B93D0F"/>
    <w:rsid w:val="00B9448B"/>
    <w:rsid w:val="00B946FB"/>
    <w:rsid w:val="00B947DB"/>
    <w:rsid w:val="00B94BAB"/>
    <w:rsid w:val="00B950AA"/>
    <w:rsid w:val="00B955A1"/>
    <w:rsid w:val="00B955A3"/>
    <w:rsid w:val="00B95685"/>
    <w:rsid w:val="00B95961"/>
    <w:rsid w:val="00B9597A"/>
    <w:rsid w:val="00B96701"/>
    <w:rsid w:val="00B96DE1"/>
    <w:rsid w:val="00B96DEF"/>
    <w:rsid w:val="00B974A3"/>
    <w:rsid w:val="00B97A6B"/>
    <w:rsid w:val="00B97BF8"/>
    <w:rsid w:val="00BA05E6"/>
    <w:rsid w:val="00BA0F2E"/>
    <w:rsid w:val="00BA128B"/>
    <w:rsid w:val="00BA12EB"/>
    <w:rsid w:val="00BA1938"/>
    <w:rsid w:val="00BA20DE"/>
    <w:rsid w:val="00BA25B0"/>
    <w:rsid w:val="00BA32DC"/>
    <w:rsid w:val="00BA3E73"/>
    <w:rsid w:val="00BA424D"/>
    <w:rsid w:val="00BA43CC"/>
    <w:rsid w:val="00BA43D6"/>
    <w:rsid w:val="00BA5034"/>
    <w:rsid w:val="00BA50A5"/>
    <w:rsid w:val="00BA545C"/>
    <w:rsid w:val="00BA57AE"/>
    <w:rsid w:val="00BA5A11"/>
    <w:rsid w:val="00BA5E50"/>
    <w:rsid w:val="00BA6620"/>
    <w:rsid w:val="00BA6C54"/>
    <w:rsid w:val="00BA7A14"/>
    <w:rsid w:val="00BA7AC8"/>
    <w:rsid w:val="00BB04A3"/>
    <w:rsid w:val="00BB062B"/>
    <w:rsid w:val="00BB0B1E"/>
    <w:rsid w:val="00BB1906"/>
    <w:rsid w:val="00BB2204"/>
    <w:rsid w:val="00BB23B3"/>
    <w:rsid w:val="00BB27D4"/>
    <w:rsid w:val="00BB2B25"/>
    <w:rsid w:val="00BB2C87"/>
    <w:rsid w:val="00BB3151"/>
    <w:rsid w:val="00BB364C"/>
    <w:rsid w:val="00BB3AC7"/>
    <w:rsid w:val="00BB3CFF"/>
    <w:rsid w:val="00BB439A"/>
    <w:rsid w:val="00BB4E3C"/>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28C"/>
    <w:rsid w:val="00BC534F"/>
    <w:rsid w:val="00BC64C8"/>
    <w:rsid w:val="00BC665E"/>
    <w:rsid w:val="00BC6DCB"/>
    <w:rsid w:val="00BC6E2E"/>
    <w:rsid w:val="00BC717E"/>
    <w:rsid w:val="00BD00F1"/>
    <w:rsid w:val="00BD0828"/>
    <w:rsid w:val="00BD0C83"/>
    <w:rsid w:val="00BD0CA8"/>
    <w:rsid w:val="00BD142A"/>
    <w:rsid w:val="00BD1610"/>
    <w:rsid w:val="00BD1703"/>
    <w:rsid w:val="00BD183D"/>
    <w:rsid w:val="00BD1AE2"/>
    <w:rsid w:val="00BD1B93"/>
    <w:rsid w:val="00BD1BC9"/>
    <w:rsid w:val="00BD21B6"/>
    <w:rsid w:val="00BD21D8"/>
    <w:rsid w:val="00BD21FC"/>
    <w:rsid w:val="00BD245C"/>
    <w:rsid w:val="00BD2D2E"/>
    <w:rsid w:val="00BD2E6D"/>
    <w:rsid w:val="00BD32E1"/>
    <w:rsid w:val="00BD34A0"/>
    <w:rsid w:val="00BD3B46"/>
    <w:rsid w:val="00BD3BAB"/>
    <w:rsid w:val="00BD3BF4"/>
    <w:rsid w:val="00BD40AC"/>
    <w:rsid w:val="00BD4DFE"/>
    <w:rsid w:val="00BD593F"/>
    <w:rsid w:val="00BD5CA8"/>
    <w:rsid w:val="00BD6259"/>
    <w:rsid w:val="00BD6706"/>
    <w:rsid w:val="00BD6AB8"/>
    <w:rsid w:val="00BD6D6B"/>
    <w:rsid w:val="00BD6E89"/>
    <w:rsid w:val="00BD72E2"/>
    <w:rsid w:val="00BD794F"/>
    <w:rsid w:val="00BD7AAB"/>
    <w:rsid w:val="00BE0D08"/>
    <w:rsid w:val="00BE141B"/>
    <w:rsid w:val="00BE156E"/>
    <w:rsid w:val="00BE1A78"/>
    <w:rsid w:val="00BE1C7E"/>
    <w:rsid w:val="00BE2BFE"/>
    <w:rsid w:val="00BE399F"/>
    <w:rsid w:val="00BE6630"/>
    <w:rsid w:val="00BE6824"/>
    <w:rsid w:val="00BE6A25"/>
    <w:rsid w:val="00BE6CA8"/>
    <w:rsid w:val="00BE740C"/>
    <w:rsid w:val="00BE7C70"/>
    <w:rsid w:val="00BE7ED8"/>
    <w:rsid w:val="00BF057A"/>
    <w:rsid w:val="00BF0E4E"/>
    <w:rsid w:val="00BF15BE"/>
    <w:rsid w:val="00BF184B"/>
    <w:rsid w:val="00BF1878"/>
    <w:rsid w:val="00BF1D84"/>
    <w:rsid w:val="00BF1DAD"/>
    <w:rsid w:val="00BF1EA0"/>
    <w:rsid w:val="00BF2462"/>
    <w:rsid w:val="00BF3447"/>
    <w:rsid w:val="00BF38BA"/>
    <w:rsid w:val="00BF38C5"/>
    <w:rsid w:val="00BF3CDD"/>
    <w:rsid w:val="00BF3F24"/>
    <w:rsid w:val="00BF423D"/>
    <w:rsid w:val="00BF48F7"/>
    <w:rsid w:val="00BF4DAD"/>
    <w:rsid w:val="00BF5076"/>
    <w:rsid w:val="00BF5169"/>
    <w:rsid w:val="00BF5459"/>
    <w:rsid w:val="00BF5A2D"/>
    <w:rsid w:val="00BF5BBE"/>
    <w:rsid w:val="00BF5C65"/>
    <w:rsid w:val="00BF5E7B"/>
    <w:rsid w:val="00BF5F20"/>
    <w:rsid w:val="00BF6348"/>
    <w:rsid w:val="00BF74DA"/>
    <w:rsid w:val="00BF755C"/>
    <w:rsid w:val="00BF76B5"/>
    <w:rsid w:val="00BF79AB"/>
    <w:rsid w:val="00BF7A1F"/>
    <w:rsid w:val="00C001EE"/>
    <w:rsid w:val="00C0027E"/>
    <w:rsid w:val="00C004B4"/>
    <w:rsid w:val="00C00904"/>
    <w:rsid w:val="00C01416"/>
    <w:rsid w:val="00C0154C"/>
    <w:rsid w:val="00C018D0"/>
    <w:rsid w:val="00C02700"/>
    <w:rsid w:val="00C0296B"/>
    <w:rsid w:val="00C02C1F"/>
    <w:rsid w:val="00C02EAD"/>
    <w:rsid w:val="00C03876"/>
    <w:rsid w:val="00C04122"/>
    <w:rsid w:val="00C041F9"/>
    <w:rsid w:val="00C0425E"/>
    <w:rsid w:val="00C04808"/>
    <w:rsid w:val="00C04C64"/>
    <w:rsid w:val="00C04EA1"/>
    <w:rsid w:val="00C0548F"/>
    <w:rsid w:val="00C056B8"/>
    <w:rsid w:val="00C05833"/>
    <w:rsid w:val="00C05A86"/>
    <w:rsid w:val="00C05EAB"/>
    <w:rsid w:val="00C063D9"/>
    <w:rsid w:val="00C06429"/>
    <w:rsid w:val="00C065BD"/>
    <w:rsid w:val="00C069FF"/>
    <w:rsid w:val="00C06EE3"/>
    <w:rsid w:val="00C07687"/>
    <w:rsid w:val="00C10290"/>
    <w:rsid w:val="00C10323"/>
    <w:rsid w:val="00C10409"/>
    <w:rsid w:val="00C10721"/>
    <w:rsid w:val="00C10EFA"/>
    <w:rsid w:val="00C10F45"/>
    <w:rsid w:val="00C11179"/>
    <w:rsid w:val="00C11862"/>
    <w:rsid w:val="00C11A6B"/>
    <w:rsid w:val="00C12134"/>
    <w:rsid w:val="00C123E2"/>
    <w:rsid w:val="00C12855"/>
    <w:rsid w:val="00C12872"/>
    <w:rsid w:val="00C129C5"/>
    <w:rsid w:val="00C12ACB"/>
    <w:rsid w:val="00C12B0A"/>
    <w:rsid w:val="00C12B1F"/>
    <w:rsid w:val="00C13127"/>
    <w:rsid w:val="00C13FA8"/>
    <w:rsid w:val="00C14460"/>
    <w:rsid w:val="00C14D06"/>
    <w:rsid w:val="00C14DBC"/>
    <w:rsid w:val="00C14F7C"/>
    <w:rsid w:val="00C153D1"/>
    <w:rsid w:val="00C1570C"/>
    <w:rsid w:val="00C15F43"/>
    <w:rsid w:val="00C16341"/>
    <w:rsid w:val="00C16542"/>
    <w:rsid w:val="00C1720E"/>
    <w:rsid w:val="00C1743C"/>
    <w:rsid w:val="00C17683"/>
    <w:rsid w:val="00C177EE"/>
    <w:rsid w:val="00C17C29"/>
    <w:rsid w:val="00C17C48"/>
    <w:rsid w:val="00C206ED"/>
    <w:rsid w:val="00C21B1E"/>
    <w:rsid w:val="00C21D55"/>
    <w:rsid w:val="00C21E46"/>
    <w:rsid w:val="00C22361"/>
    <w:rsid w:val="00C22548"/>
    <w:rsid w:val="00C22B0B"/>
    <w:rsid w:val="00C22FEA"/>
    <w:rsid w:val="00C23335"/>
    <w:rsid w:val="00C2355B"/>
    <w:rsid w:val="00C23667"/>
    <w:rsid w:val="00C23A30"/>
    <w:rsid w:val="00C24844"/>
    <w:rsid w:val="00C24947"/>
    <w:rsid w:val="00C25A0E"/>
    <w:rsid w:val="00C25CFF"/>
    <w:rsid w:val="00C25E74"/>
    <w:rsid w:val="00C26D89"/>
    <w:rsid w:val="00C26FD4"/>
    <w:rsid w:val="00C27626"/>
    <w:rsid w:val="00C3016C"/>
    <w:rsid w:val="00C306D5"/>
    <w:rsid w:val="00C308BD"/>
    <w:rsid w:val="00C30BB8"/>
    <w:rsid w:val="00C30C1F"/>
    <w:rsid w:val="00C311F8"/>
    <w:rsid w:val="00C31833"/>
    <w:rsid w:val="00C33018"/>
    <w:rsid w:val="00C33A9B"/>
    <w:rsid w:val="00C33B4D"/>
    <w:rsid w:val="00C33C3F"/>
    <w:rsid w:val="00C33D1D"/>
    <w:rsid w:val="00C34B33"/>
    <w:rsid w:val="00C34B7E"/>
    <w:rsid w:val="00C34F52"/>
    <w:rsid w:val="00C35176"/>
    <w:rsid w:val="00C35574"/>
    <w:rsid w:val="00C35A49"/>
    <w:rsid w:val="00C35B32"/>
    <w:rsid w:val="00C35E02"/>
    <w:rsid w:val="00C35FC5"/>
    <w:rsid w:val="00C36690"/>
    <w:rsid w:val="00C36953"/>
    <w:rsid w:val="00C36AF1"/>
    <w:rsid w:val="00C36B96"/>
    <w:rsid w:val="00C36C42"/>
    <w:rsid w:val="00C37458"/>
    <w:rsid w:val="00C3767F"/>
    <w:rsid w:val="00C379C0"/>
    <w:rsid w:val="00C37AC6"/>
    <w:rsid w:val="00C37AF7"/>
    <w:rsid w:val="00C37CD3"/>
    <w:rsid w:val="00C40222"/>
    <w:rsid w:val="00C403E9"/>
    <w:rsid w:val="00C40864"/>
    <w:rsid w:val="00C40FD1"/>
    <w:rsid w:val="00C411F5"/>
    <w:rsid w:val="00C42050"/>
    <w:rsid w:val="00C423B0"/>
    <w:rsid w:val="00C4333E"/>
    <w:rsid w:val="00C43823"/>
    <w:rsid w:val="00C43F27"/>
    <w:rsid w:val="00C43F9E"/>
    <w:rsid w:val="00C44AEE"/>
    <w:rsid w:val="00C44BCF"/>
    <w:rsid w:val="00C44E73"/>
    <w:rsid w:val="00C45396"/>
    <w:rsid w:val="00C455DB"/>
    <w:rsid w:val="00C45E29"/>
    <w:rsid w:val="00C45EAC"/>
    <w:rsid w:val="00C46607"/>
    <w:rsid w:val="00C468D3"/>
    <w:rsid w:val="00C468D5"/>
    <w:rsid w:val="00C46ADD"/>
    <w:rsid w:val="00C46D9F"/>
    <w:rsid w:val="00C46F25"/>
    <w:rsid w:val="00C470EA"/>
    <w:rsid w:val="00C4752F"/>
    <w:rsid w:val="00C47963"/>
    <w:rsid w:val="00C479ED"/>
    <w:rsid w:val="00C47A20"/>
    <w:rsid w:val="00C507D6"/>
    <w:rsid w:val="00C50E56"/>
    <w:rsid w:val="00C51196"/>
    <w:rsid w:val="00C514EA"/>
    <w:rsid w:val="00C51B84"/>
    <w:rsid w:val="00C52033"/>
    <w:rsid w:val="00C52053"/>
    <w:rsid w:val="00C5247A"/>
    <w:rsid w:val="00C52A51"/>
    <w:rsid w:val="00C52C63"/>
    <w:rsid w:val="00C52ECB"/>
    <w:rsid w:val="00C533D4"/>
    <w:rsid w:val="00C534D4"/>
    <w:rsid w:val="00C545C8"/>
    <w:rsid w:val="00C54B02"/>
    <w:rsid w:val="00C550F2"/>
    <w:rsid w:val="00C5528F"/>
    <w:rsid w:val="00C552CB"/>
    <w:rsid w:val="00C5543B"/>
    <w:rsid w:val="00C56130"/>
    <w:rsid w:val="00C5638E"/>
    <w:rsid w:val="00C56D2B"/>
    <w:rsid w:val="00C56DA5"/>
    <w:rsid w:val="00C572D0"/>
    <w:rsid w:val="00C6006C"/>
    <w:rsid w:val="00C60180"/>
    <w:rsid w:val="00C6026B"/>
    <w:rsid w:val="00C612B8"/>
    <w:rsid w:val="00C617D8"/>
    <w:rsid w:val="00C617E5"/>
    <w:rsid w:val="00C6214A"/>
    <w:rsid w:val="00C623D2"/>
    <w:rsid w:val="00C6249A"/>
    <w:rsid w:val="00C62674"/>
    <w:rsid w:val="00C62B08"/>
    <w:rsid w:val="00C62D82"/>
    <w:rsid w:val="00C62E78"/>
    <w:rsid w:val="00C63892"/>
    <w:rsid w:val="00C64533"/>
    <w:rsid w:val="00C6523B"/>
    <w:rsid w:val="00C65639"/>
    <w:rsid w:val="00C65E34"/>
    <w:rsid w:val="00C6636C"/>
    <w:rsid w:val="00C666BE"/>
    <w:rsid w:val="00C667E4"/>
    <w:rsid w:val="00C66993"/>
    <w:rsid w:val="00C67434"/>
    <w:rsid w:val="00C67595"/>
    <w:rsid w:val="00C67B99"/>
    <w:rsid w:val="00C67C87"/>
    <w:rsid w:val="00C67F97"/>
    <w:rsid w:val="00C705C4"/>
    <w:rsid w:val="00C7061B"/>
    <w:rsid w:val="00C72525"/>
    <w:rsid w:val="00C727D3"/>
    <w:rsid w:val="00C72E78"/>
    <w:rsid w:val="00C73093"/>
    <w:rsid w:val="00C731C7"/>
    <w:rsid w:val="00C73480"/>
    <w:rsid w:val="00C734D0"/>
    <w:rsid w:val="00C73C23"/>
    <w:rsid w:val="00C749DC"/>
    <w:rsid w:val="00C74BDF"/>
    <w:rsid w:val="00C75147"/>
    <w:rsid w:val="00C75336"/>
    <w:rsid w:val="00C759C6"/>
    <w:rsid w:val="00C75BB0"/>
    <w:rsid w:val="00C75F87"/>
    <w:rsid w:val="00C76216"/>
    <w:rsid w:val="00C76A9C"/>
    <w:rsid w:val="00C76DE2"/>
    <w:rsid w:val="00C77194"/>
    <w:rsid w:val="00C777C6"/>
    <w:rsid w:val="00C77E6D"/>
    <w:rsid w:val="00C8009D"/>
    <w:rsid w:val="00C801A0"/>
    <w:rsid w:val="00C8023D"/>
    <w:rsid w:val="00C80BE6"/>
    <w:rsid w:val="00C81907"/>
    <w:rsid w:val="00C81A0E"/>
    <w:rsid w:val="00C81C96"/>
    <w:rsid w:val="00C81DB7"/>
    <w:rsid w:val="00C81DE5"/>
    <w:rsid w:val="00C82177"/>
    <w:rsid w:val="00C8230D"/>
    <w:rsid w:val="00C8238A"/>
    <w:rsid w:val="00C83309"/>
    <w:rsid w:val="00C83AE3"/>
    <w:rsid w:val="00C83FBF"/>
    <w:rsid w:val="00C84435"/>
    <w:rsid w:val="00C84ECC"/>
    <w:rsid w:val="00C85057"/>
    <w:rsid w:val="00C853E4"/>
    <w:rsid w:val="00C85646"/>
    <w:rsid w:val="00C85719"/>
    <w:rsid w:val="00C858CD"/>
    <w:rsid w:val="00C85B54"/>
    <w:rsid w:val="00C85CA1"/>
    <w:rsid w:val="00C87178"/>
    <w:rsid w:val="00C87287"/>
    <w:rsid w:val="00C873E5"/>
    <w:rsid w:val="00C8743A"/>
    <w:rsid w:val="00C876AB"/>
    <w:rsid w:val="00C876C9"/>
    <w:rsid w:val="00C87C8C"/>
    <w:rsid w:val="00C9021F"/>
    <w:rsid w:val="00C9028D"/>
    <w:rsid w:val="00C906FE"/>
    <w:rsid w:val="00C90912"/>
    <w:rsid w:val="00C9114F"/>
    <w:rsid w:val="00C91604"/>
    <w:rsid w:val="00C91647"/>
    <w:rsid w:val="00C91BBE"/>
    <w:rsid w:val="00C91DA5"/>
    <w:rsid w:val="00C92496"/>
    <w:rsid w:val="00C92A1B"/>
    <w:rsid w:val="00C9310B"/>
    <w:rsid w:val="00C93A00"/>
    <w:rsid w:val="00C93C46"/>
    <w:rsid w:val="00C93CAD"/>
    <w:rsid w:val="00C93E16"/>
    <w:rsid w:val="00C94210"/>
    <w:rsid w:val="00C942F0"/>
    <w:rsid w:val="00C94A74"/>
    <w:rsid w:val="00C94DAC"/>
    <w:rsid w:val="00C95312"/>
    <w:rsid w:val="00C95394"/>
    <w:rsid w:val="00C95CBB"/>
    <w:rsid w:val="00C96147"/>
    <w:rsid w:val="00C972DA"/>
    <w:rsid w:val="00C97640"/>
    <w:rsid w:val="00CA1C8D"/>
    <w:rsid w:val="00CA1D2E"/>
    <w:rsid w:val="00CA2801"/>
    <w:rsid w:val="00CA2F30"/>
    <w:rsid w:val="00CA314F"/>
    <w:rsid w:val="00CA34D3"/>
    <w:rsid w:val="00CA41BF"/>
    <w:rsid w:val="00CA43A6"/>
    <w:rsid w:val="00CA4451"/>
    <w:rsid w:val="00CA4F18"/>
    <w:rsid w:val="00CA4F3B"/>
    <w:rsid w:val="00CA50E0"/>
    <w:rsid w:val="00CA5AAD"/>
    <w:rsid w:val="00CA5F6A"/>
    <w:rsid w:val="00CA5FE7"/>
    <w:rsid w:val="00CA699F"/>
    <w:rsid w:val="00CA6E8C"/>
    <w:rsid w:val="00CA79A0"/>
    <w:rsid w:val="00CA7B39"/>
    <w:rsid w:val="00CA7F26"/>
    <w:rsid w:val="00CB01BD"/>
    <w:rsid w:val="00CB065D"/>
    <w:rsid w:val="00CB0987"/>
    <w:rsid w:val="00CB124C"/>
    <w:rsid w:val="00CB1803"/>
    <w:rsid w:val="00CB1C48"/>
    <w:rsid w:val="00CB22A4"/>
    <w:rsid w:val="00CB22FF"/>
    <w:rsid w:val="00CB249F"/>
    <w:rsid w:val="00CB25A8"/>
    <w:rsid w:val="00CB2B64"/>
    <w:rsid w:val="00CB2E32"/>
    <w:rsid w:val="00CB2EA7"/>
    <w:rsid w:val="00CB2FE1"/>
    <w:rsid w:val="00CB366E"/>
    <w:rsid w:val="00CB3C38"/>
    <w:rsid w:val="00CB3E30"/>
    <w:rsid w:val="00CB3EDE"/>
    <w:rsid w:val="00CB43A2"/>
    <w:rsid w:val="00CB4A5C"/>
    <w:rsid w:val="00CB4F3E"/>
    <w:rsid w:val="00CB575E"/>
    <w:rsid w:val="00CB5876"/>
    <w:rsid w:val="00CB5EDC"/>
    <w:rsid w:val="00CB63FB"/>
    <w:rsid w:val="00CB686E"/>
    <w:rsid w:val="00CB7107"/>
    <w:rsid w:val="00CB7231"/>
    <w:rsid w:val="00CB750E"/>
    <w:rsid w:val="00CB7E10"/>
    <w:rsid w:val="00CC0459"/>
    <w:rsid w:val="00CC0833"/>
    <w:rsid w:val="00CC08B3"/>
    <w:rsid w:val="00CC12F9"/>
    <w:rsid w:val="00CC1430"/>
    <w:rsid w:val="00CC156E"/>
    <w:rsid w:val="00CC2D31"/>
    <w:rsid w:val="00CC3406"/>
    <w:rsid w:val="00CC3AE0"/>
    <w:rsid w:val="00CC464F"/>
    <w:rsid w:val="00CC4842"/>
    <w:rsid w:val="00CC4A6B"/>
    <w:rsid w:val="00CC4B63"/>
    <w:rsid w:val="00CC4D9D"/>
    <w:rsid w:val="00CC56AE"/>
    <w:rsid w:val="00CC5B38"/>
    <w:rsid w:val="00CC5D86"/>
    <w:rsid w:val="00CC64DF"/>
    <w:rsid w:val="00CC657C"/>
    <w:rsid w:val="00CC68D1"/>
    <w:rsid w:val="00CC745F"/>
    <w:rsid w:val="00CC75C3"/>
    <w:rsid w:val="00CC76F6"/>
    <w:rsid w:val="00CC7C0C"/>
    <w:rsid w:val="00CC7CD8"/>
    <w:rsid w:val="00CD034D"/>
    <w:rsid w:val="00CD03CA"/>
    <w:rsid w:val="00CD0B1C"/>
    <w:rsid w:val="00CD1655"/>
    <w:rsid w:val="00CD2824"/>
    <w:rsid w:val="00CD393D"/>
    <w:rsid w:val="00CD3B4E"/>
    <w:rsid w:val="00CD3FC2"/>
    <w:rsid w:val="00CD4FB6"/>
    <w:rsid w:val="00CD509D"/>
    <w:rsid w:val="00CD5C20"/>
    <w:rsid w:val="00CD5CC2"/>
    <w:rsid w:val="00CD6166"/>
    <w:rsid w:val="00CD65A2"/>
    <w:rsid w:val="00CD7071"/>
    <w:rsid w:val="00CD72D4"/>
    <w:rsid w:val="00CD7CFF"/>
    <w:rsid w:val="00CE06B3"/>
    <w:rsid w:val="00CE0F22"/>
    <w:rsid w:val="00CE1509"/>
    <w:rsid w:val="00CE16AD"/>
    <w:rsid w:val="00CE18F1"/>
    <w:rsid w:val="00CE2A0D"/>
    <w:rsid w:val="00CE30CD"/>
    <w:rsid w:val="00CE31E5"/>
    <w:rsid w:val="00CE3D40"/>
    <w:rsid w:val="00CE3E62"/>
    <w:rsid w:val="00CE430D"/>
    <w:rsid w:val="00CE4376"/>
    <w:rsid w:val="00CE440A"/>
    <w:rsid w:val="00CE5240"/>
    <w:rsid w:val="00CE524A"/>
    <w:rsid w:val="00CE561F"/>
    <w:rsid w:val="00CE5E6D"/>
    <w:rsid w:val="00CE60EE"/>
    <w:rsid w:val="00CE65FD"/>
    <w:rsid w:val="00CE6606"/>
    <w:rsid w:val="00CE6A9E"/>
    <w:rsid w:val="00CE6EB2"/>
    <w:rsid w:val="00CE70F7"/>
    <w:rsid w:val="00CE719B"/>
    <w:rsid w:val="00CE72C4"/>
    <w:rsid w:val="00CE73DA"/>
    <w:rsid w:val="00CF0045"/>
    <w:rsid w:val="00CF00A5"/>
    <w:rsid w:val="00CF01DE"/>
    <w:rsid w:val="00CF02A6"/>
    <w:rsid w:val="00CF07C1"/>
    <w:rsid w:val="00CF0CDF"/>
    <w:rsid w:val="00CF0DF3"/>
    <w:rsid w:val="00CF12E4"/>
    <w:rsid w:val="00CF137D"/>
    <w:rsid w:val="00CF1428"/>
    <w:rsid w:val="00CF187F"/>
    <w:rsid w:val="00CF1CDC"/>
    <w:rsid w:val="00CF1D98"/>
    <w:rsid w:val="00CF297F"/>
    <w:rsid w:val="00CF2986"/>
    <w:rsid w:val="00CF2E16"/>
    <w:rsid w:val="00CF2FB3"/>
    <w:rsid w:val="00CF3598"/>
    <w:rsid w:val="00CF4227"/>
    <w:rsid w:val="00CF42AB"/>
    <w:rsid w:val="00CF42F0"/>
    <w:rsid w:val="00CF474D"/>
    <w:rsid w:val="00CF54FF"/>
    <w:rsid w:val="00CF5DC8"/>
    <w:rsid w:val="00CF5E81"/>
    <w:rsid w:val="00CF60DD"/>
    <w:rsid w:val="00CF6545"/>
    <w:rsid w:val="00CF65F4"/>
    <w:rsid w:val="00CF68E9"/>
    <w:rsid w:val="00CF6C36"/>
    <w:rsid w:val="00CF703C"/>
    <w:rsid w:val="00CF77B8"/>
    <w:rsid w:val="00CF7FD5"/>
    <w:rsid w:val="00D00270"/>
    <w:rsid w:val="00D0048B"/>
    <w:rsid w:val="00D004DA"/>
    <w:rsid w:val="00D006C2"/>
    <w:rsid w:val="00D016C3"/>
    <w:rsid w:val="00D01A01"/>
    <w:rsid w:val="00D01CC6"/>
    <w:rsid w:val="00D02587"/>
    <w:rsid w:val="00D02593"/>
    <w:rsid w:val="00D02AF9"/>
    <w:rsid w:val="00D02CEA"/>
    <w:rsid w:val="00D02D11"/>
    <w:rsid w:val="00D02E1E"/>
    <w:rsid w:val="00D02F47"/>
    <w:rsid w:val="00D0303F"/>
    <w:rsid w:val="00D030AB"/>
    <w:rsid w:val="00D030F7"/>
    <w:rsid w:val="00D0389B"/>
    <w:rsid w:val="00D04044"/>
    <w:rsid w:val="00D0687B"/>
    <w:rsid w:val="00D06990"/>
    <w:rsid w:val="00D06AAB"/>
    <w:rsid w:val="00D06D28"/>
    <w:rsid w:val="00D06EC5"/>
    <w:rsid w:val="00D071EC"/>
    <w:rsid w:val="00D1034F"/>
    <w:rsid w:val="00D10971"/>
    <w:rsid w:val="00D10D11"/>
    <w:rsid w:val="00D1102D"/>
    <w:rsid w:val="00D11A8A"/>
    <w:rsid w:val="00D11E9C"/>
    <w:rsid w:val="00D11EA1"/>
    <w:rsid w:val="00D11F1B"/>
    <w:rsid w:val="00D120D5"/>
    <w:rsid w:val="00D12735"/>
    <w:rsid w:val="00D12852"/>
    <w:rsid w:val="00D128F2"/>
    <w:rsid w:val="00D1338C"/>
    <w:rsid w:val="00D13522"/>
    <w:rsid w:val="00D13E3A"/>
    <w:rsid w:val="00D14001"/>
    <w:rsid w:val="00D14487"/>
    <w:rsid w:val="00D14560"/>
    <w:rsid w:val="00D1474A"/>
    <w:rsid w:val="00D147FC"/>
    <w:rsid w:val="00D152E5"/>
    <w:rsid w:val="00D15C38"/>
    <w:rsid w:val="00D15C3F"/>
    <w:rsid w:val="00D16156"/>
    <w:rsid w:val="00D161B9"/>
    <w:rsid w:val="00D17455"/>
    <w:rsid w:val="00D17591"/>
    <w:rsid w:val="00D17788"/>
    <w:rsid w:val="00D177E3"/>
    <w:rsid w:val="00D179A8"/>
    <w:rsid w:val="00D17A5B"/>
    <w:rsid w:val="00D17A9C"/>
    <w:rsid w:val="00D2046C"/>
    <w:rsid w:val="00D20EAE"/>
    <w:rsid w:val="00D212D5"/>
    <w:rsid w:val="00D2140F"/>
    <w:rsid w:val="00D21646"/>
    <w:rsid w:val="00D21D8A"/>
    <w:rsid w:val="00D2276E"/>
    <w:rsid w:val="00D228F1"/>
    <w:rsid w:val="00D229D0"/>
    <w:rsid w:val="00D22CF1"/>
    <w:rsid w:val="00D248BD"/>
    <w:rsid w:val="00D24B24"/>
    <w:rsid w:val="00D24B5D"/>
    <w:rsid w:val="00D24B82"/>
    <w:rsid w:val="00D24D54"/>
    <w:rsid w:val="00D24EB0"/>
    <w:rsid w:val="00D256A3"/>
    <w:rsid w:val="00D25987"/>
    <w:rsid w:val="00D30F4B"/>
    <w:rsid w:val="00D31FBF"/>
    <w:rsid w:val="00D32A8A"/>
    <w:rsid w:val="00D3340D"/>
    <w:rsid w:val="00D33A32"/>
    <w:rsid w:val="00D33F7F"/>
    <w:rsid w:val="00D348F1"/>
    <w:rsid w:val="00D34B19"/>
    <w:rsid w:val="00D34E2E"/>
    <w:rsid w:val="00D350A6"/>
    <w:rsid w:val="00D35833"/>
    <w:rsid w:val="00D36159"/>
    <w:rsid w:val="00D36398"/>
    <w:rsid w:val="00D36FFA"/>
    <w:rsid w:val="00D37990"/>
    <w:rsid w:val="00D400E6"/>
    <w:rsid w:val="00D40450"/>
    <w:rsid w:val="00D4090D"/>
    <w:rsid w:val="00D40FE7"/>
    <w:rsid w:val="00D42458"/>
    <w:rsid w:val="00D4265C"/>
    <w:rsid w:val="00D42698"/>
    <w:rsid w:val="00D42B6B"/>
    <w:rsid w:val="00D4327D"/>
    <w:rsid w:val="00D437B7"/>
    <w:rsid w:val="00D43845"/>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47C8E"/>
    <w:rsid w:val="00D50171"/>
    <w:rsid w:val="00D50424"/>
    <w:rsid w:val="00D50624"/>
    <w:rsid w:val="00D508D2"/>
    <w:rsid w:val="00D5092B"/>
    <w:rsid w:val="00D51F5D"/>
    <w:rsid w:val="00D5249D"/>
    <w:rsid w:val="00D5297F"/>
    <w:rsid w:val="00D52BDE"/>
    <w:rsid w:val="00D52EC6"/>
    <w:rsid w:val="00D53245"/>
    <w:rsid w:val="00D537B3"/>
    <w:rsid w:val="00D53B1D"/>
    <w:rsid w:val="00D53BA4"/>
    <w:rsid w:val="00D53C02"/>
    <w:rsid w:val="00D53CD2"/>
    <w:rsid w:val="00D5416C"/>
    <w:rsid w:val="00D5417A"/>
    <w:rsid w:val="00D54728"/>
    <w:rsid w:val="00D54B1E"/>
    <w:rsid w:val="00D55D73"/>
    <w:rsid w:val="00D55D82"/>
    <w:rsid w:val="00D56077"/>
    <w:rsid w:val="00D56450"/>
    <w:rsid w:val="00D56673"/>
    <w:rsid w:val="00D5692D"/>
    <w:rsid w:val="00D56BFB"/>
    <w:rsid w:val="00D56D44"/>
    <w:rsid w:val="00D56DF4"/>
    <w:rsid w:val="00D57DAD"/>
    <w:rsid w:val="00D60299"/>
    <w:rsid w:val="00D60BAB"/>
    <w:rsid w:val="00D60CA7"/>
    <w:rsid w:val="00D60D97"/>
    <w:rsid w:val="00D60DEB"/>
    <w:rsid w:val="00D612B3"/>
    <w:rsid w:val="00D612C3"/>
    <w:rsid w:val="00D6188A"/>
    <w:rsid w:val="00D6188E"/>
    <w:rsid w:val="00D6230E"/>
    <w:rsid w:val="00D628AB"/>
    <w:rsid w:val="00D63353"/>
    <w:rsid w:val="00D63370"/>
    <w:rsid w:val="00D63BB4"/>
    <w:rsid w:val="00D63F9F"/>
    <w:rsid w:val="00D643A5"/>
    <w:rsid w:val="00D6447B"/>
    <w:rsid w:val="00D64C87"/>
    <w:rsid w:val="00D64D64"/>
    <w:rsid w:val="00D64ED8"/>
    <w:rsid w:val="00D6553D"/>
    <w:rsid w:val="00D65760"/>
    <w:rsid w:val="00D66343"/>
    <w:rsid w:val="00D66516"/>
    <w:rsid w:val="00D6657A"/>
    <w:rsid w:val="00D66913"/>
    <w:rsid w:val="00D66D08"/>
    <w:rsid w:val="00D66EE9"/>
    <w:rsid w:val="00D67101"/>
    <w:rsid w:val="00D6728A"/>
    <w:rsid w:val="00D674D3"/>
    <w:rsid w:val="00D67513"/>
    <w:rsid w:val="00D67740"/>
    <w:rsid w:val="00D67808"/>
    <w:rsid w:val="00D67A9C"/>
    <w:rsid w:val="00D703F3"/>
    <w:rsid w:val="00D7053B"/>
    <w:rsid w:val="00D70D85"/>
    <w:rsid w:val="00D71223"/>
    <w:rsid w:val="00D713A3"/>
    <w:rsid w:val="00D718B1"/>
    <w:rsid w:val="00D71BAC"/>
    <w:rsid w:val="00D71E6C"/>
    <w:rsid w:val="00D7208E"/>
    <w:rsid w:val="00D724D0"/>
    <w:rsid w:val="00D7251E"/>
    <w:rsid w:val="00D7331A"/>
    <w:rsid w:val="00D74100"/>
    <w:rsid w:val="00D741A9"/>
    <w:rsid w:val="00D741E2"/>
    <w:rsid w:val="00D7440C"/>
    <w:rsid w:val="00D7478B"/>
    <w:rsid w:val="00D7499D"/>
    <w:rsid w:val="00D74E52"/>
    <w:rsid w:val="00D75804"/>
    <w:rsid w:val="00D7587C"/>
    <w:rsid w:val="00D771CE"/>
    <w:rsid w:val="00D77D82"/>
    <w:rsid w:val="00D77EF6"/>
    <w:rsid w:val="00D8035D"/>
    <w:rsid w:val="00D80630"/>
    <w:rsid w:val="00D80D76"/>
    <w:rsid w:val="00D81BD1"/>
    <w:rsid w:val="00D827AA"/>
    <w:rsid w:val="00D82A02"/>
    <w:rsid w:val="00D82A04"/>
    <w:rsid w:val="00D82B48"/>
    <w:rsid w:val="00D82BB8"/>
    <w:rsid w:val="00D8322A"/>
    <w:rsid w:val="00D83264"/>
    <w:rsid w:val="00D83C2D"/>
    <w:rsid w:val="00D83E34"/>
    <w:rsid w:val="00D840C2"/>
    <w:rsid w:val="00D841DF"/>
    <w:rsid w:val="00D84784"/>
    <w:rsid w:val="00D84907"/>
    <w:rsid w:val="00D84C0C"/>
    <w:rsid w:val="00D84ECA"/>
    <w:rsid w:val="00D854D7"/>
    <w:rsid w:val="00D854E7"/>
    <w:rsid w:val="00D86447"/>
    <w:rsid w:val="00D86B6F"/>
    <w:rsid w:val="00D86D2C"/>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C5A"/>
    <w:rsid w:val="00D93F5D"/>
    <w:rsid w:val="00D94139"/>
    <w:rsid w:val="00D9469B"/>
    <w:rsid w:val="00D94DCC"/>
    <w:rsid w:val="00D94DE7"/>
    <w:rsid w:val="00D95077"/>
    <w:rsid w:val="00D9553B"/>
    <w:rsid w:val="00D9576F"/>
    <w:rsid w:val="00D95990"/>
    <w:rsid w:val="00D95FAE"/>
    <w:rsid w:val="00D96237"/>
    <w:rsid w:val="00D96CBB"/>
    <w:rsid w:val="00D96D98"/>
    <w:rsid w:val="00D96E4A"/>
    <w:rsid w:val="00D97234"/>
    <w:rsid w:val="00D97464"/>
    <w:rsid w:val="00D97A19"/>
    <w:rsid w:val="00D97A3B"/>
    <w:rsid w:val="00D97A89"/>
    <w:rsid w:val="00DA00C3"/>
    <w:rsid w:val="00DA137E"/>
    <w:rsid w:val="00DA1A0C"/>
    <w:rsid w:val="00DA1C61"/>
    <w:rsid w:val="00DA1EFC"/>
    <w:rsid w:val="00DA2110"/>
    <w:rsid w:val="00DA2BDB"/>
    <w:rsid w:val="00DA2FDA"/>
    <w:rsid w:val="00DA36B1"/>
    <w:rsid w:val="00DA3BBC"/>
    <w:rsid w:val="00DA3DA4"/>
    <w:rsid w:val="00DA3FBF"/>
    <w:rsid w:val="00DA3FD1"/>
    <w:rsid w:val="00DA4D3F"/>
    <w:rsid w:val="00DA54BB"/>
    <w:rsid w:val="00DA56A3"/>
    <w:rsid w:val="00DA5776"/>
    <w:rsid w:val="00DA5931"/>
    <w:rsid w:val="00DA60B4"/>
    <w:rsid w:val="00DA6A1B"/>
    <w:rsid w:val="00DA6BC3"/>
    <w:rsid w:val="00DA722B"/>
    <w:rsid w:val="00DA76C9"/>
    <w:rsid w:val="00DA772F"/>
    <w:rsid w:val="00DA7B3E"/>
    <w:rsid w:val="00DA7FF0"/>
    <w:rsid w:val="00DB055E"/>
    <w:rsid w:val="00DB0D0D"/>
    <w:rsid w:val="00DB1136"/>
    <w:rsid w:val="00DB1E36"/>
    <w:rsid w:val="00DB2424"/>
    <w:rsid w:val="00DB28AF"/>
    <w:rsid w:val="00DB29F4"/>
    <w:rsid w:val="00DB3201"/>
    <w:rsid w:val="00DB37B0"/>
    <w:rsid w:val="00DB3AA2"/>
    <w:rsid w:val="00DB3E84"/>
    <w:rsid w:val="00DB477C"/>
    <w:rsid w:val="00DB5252"/>
    <w:rsid w:val="00DB54FD"/>
    <w:rsid w:val="00DB61B6"/>
    <w:rsid w:val="00DB686E"/>
    <w:rsid w:val="00DB6A3C"/>
    <w:rsid w:val="00DB6CC1"/>
    <w:rsid w:val="00DB6CD5"/>
    <w:rsid w:val="00DB792D"/>
    <w:rsid w:val="00DB7DDA"/>
    <w:rsid w:val="00DB7E37"/>
    <w:rsid w:val="00DC00F7"/>
    <w:rsid w:val="00DC02A0"/>
    <w:rsid w:val="00DC087A"/>
    <w:rsid w:val="00DC0B08"/>
    <w:rsid w:val="00DC0E27"/>
    <w:rsid w:val="00DC0ED5"/>
    <w:rsid w:val="00DC11D7"/>
    <w:rsid w:val="00DC17A8"/>
    <w:rsid w:val="00DC19B3"/>
    <w:rsid w:val="00DC1DC7"/>
    <w:rsid w:val="00DC23C9"/>
    <w:rsid w:val="00DC240A"/>
    <w:rsid w:val="00DC241D"/>
    <w:rsid w:val="00DC2987"/>
    <w:rsid w:val="00DC2CAE"/>
    <w:rsid w:val="00DC3345"/>
    <w:rsid w:val="00DC3359"/>
    <w:rsid w:val="00DC350A"/>
    <w:rsid w:val="00DC36FF"/>
    <w:rsid w:val="00DC3E3F"/>
    <w:rsid w:val="00DC4843"/>
    <w:rsid w:val="00DC4930"/>
    <w:rsid w:val="00DC5D28"/>
    <w:rsid w:val="00DC5DC4"/>
    <w:rsid w:val="00DC6D42"/>
    <w:rsid w:val="00DD07F1"/>
    <w:rsid w:val="00DD0991"/>
    <w:rsid w:val="00DD0A58"/>
    <w:rsid w:val="00DD0D22"/>
    <w:rsid w:val="00DD1177"/>
    <w:rsid w:val="00DD1532"/>
    <w:rsid w:val="00DD1BB4"/>
    <w:rsid w:val="00DD3792"/>
    <w:rsid w:val="00DD38D0"/>
    <w:rsid w:val="00DD43DA"/>
    <w:rsid w:val="00DD490B"/>
    <w:rsid w:val="00DD4D01"/>
    <w:rsid w:val="00DD5205"/>
    <w:rsid w:val="00DD5409"/>
    <w:rsid w:val="00DD55D1"/>
    <w:rsid w:val="00DD5733"/>
    <w:rsid w:val="00DD5820"/>
    <w:rsid w:val="00DD5D34"/>
    <w:rsid w:val="00DD64BD"/>
    <w:rsid w:val="00DD6547"/>
    <w:rsid w:val="00DD6DC7"/>
    <w:rsid w:val="00DD6FC8"/>
    <w:rsid w:val="00DD76A9"/>
    <w:rsid w:val="00DD7875"/>
    <w:rsid w:val="00DD78A5"/>
    <w:rsid w:val="00DD791E"/>
    <w:rsid w:val="00DD7F35"/>
    <w:rsid w:val="00DE0432"/>
    <w:rsid w:val="00DE081B"/>
    <w:rsid w:val="00DE0A73"/>
    <w:rsid w:val="00DE0E18"/>
    <w:rsid w:val="00DE1790"/>
    <w:rsid w:val="00DE24A7"/>
    <w:rsid w:val="00DE283F"/>
    <w:rsid w:val="00DE3CD5"/>
    <w:rsid w:val="00DE4448"/>
    <w:rsid w:val="00DE49C9"/>
    <w:rsid w:val="00DE51E2"/>
    <w:rsid w:val="00DE5464"/>
    <w:rsid w:val="00DE5589"/>
    <w:rsid w:val="00DE67EE"/>
    <w:rsid w:val="00DE6A7C"/>
    <w:rsid w:val="00DE7853"/>
    <w:rsid w:val="00DF0675"/>
    <w:rsid w:val="00DF0887"/>
    <w:rsid w:val="00DF1A80"/>
    <w:rsid w:val="00DF2201"/>
    <w:rsid w:val="00DF2825"/>
    <w:rsid w:val="00DF2EAB"/>
    <w:rsid w:val="00DF3303"/>
    <w:rsid w:val="00DF334E"/>
    <w:rsid w:val="00DF34DE"/>
    <w:rsid w:val="00DF4751"/>
    <w:rsid w:val="00DF537D"/>
    <w:rsid w:val="00DF5723"/>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0CB"/>
    <w:rsid w:val="00E0140E"/>
    <w:rsid w:val="00E01595"/>
    <w:rsid w:val="00E01A9D"/>
    <w:rsid w:val="00E01EFF"/>
    <w:rsid w:val="00E022DC"/>
    <w:rsid w:val="00E024D3"/>
    <w:rsid w:val="00E02D4E"/>
    <w:rsid w:val="00E0360E"/>
    <w:rsid w:val="00E0395C"/>
    <w:rsid w:val="00E039E3"/>
    <w:rsid w:val="00E040F2"/>
    <w:rsid w:val="00E0487B"/>
    <w:rsid w:val="00E04966"/>
    <w:rsid w:val="00E04BBD"/>
    <w:rsid w:val="00E05116"/>
    <w:rsid w:val="00E05FD0"/>
    <w:rsid w:val="00E06678"/>
    <w:rsid w:val="00E07367"/>
    <w:rsid w:val="00E077C8"/>
    <w:rsid w:val="00E07A7B"/>
    <w:rsid w:val="00E103A5"/>
    <w:rsid w:val="00E106EF"/>
    <w:rsid w:val="00E10CD7"/>
    <w:rsid w:val="00E11721"/>
    <w:rsid w:val="00E11E4D"/>
    <w:rsid w:val="00E11F89"/>
    <w:rsid w:val="00E12658"/>
    <w:rsid w:val="00E1268D"/>
    <w:rsid w:val="00E126F1"/>
    <w:rsid w:val="00E12C12"/>
    <w:rsid w:val="00E1306E"/>
    <w:rsid w:val="00E137DA"/>
    <w:rsid w:val="00E13A11"/>
    <w:rsid w:val="00E13E49"/>
    <w:rsid w:val="00E14435"/>
    <w:rsid w:val="00E14485"/>
    <w:rsid w:val="00E14C68"/>
    <w:rsid w:val="00E1585A"/>
    <w:rsid w:val="00E16138"/>
    <w:rsid w:val="00E163B0"/>
    <w:rsid w:val="00E164F2"/>
    <w:rsid w:val="00E16FBC"/>
    <w:rsid w:val="00E170CA"/>
    <w:rsid w:val="00E1779F"/>
    <w:rsid w:val="00E17A6C"/>
    <w:rsid w:val="00E17DF7"/>
    <w:rsid w:val="00E2027A"/>
    <w:rsid w:val="00E202A0"/>
    <w:rsid w:val="00E205C9"/>
    <w:rsid w:val="00E206F5"/>
    <w:rsid w:val="00E20910"/>
    <w:rsid w:val="00E20F59"/>
    <w:rsid w:val="00E20FA7"/>
    <w:rsid w:val="00E21598"/>
    <w:rsid w:val="00E21819"/>
    <w:rsid w:val="00E21E85"/>
    <w:rsid w:val="00E22446"/>
    <w:rsid w:val="00E22891"/>
    <w:rsid w:val="00E2302F"/>
    <w:rsid w:val="00E234CE"/>
    <w:rsid w:val="00E23B63"/>
    <w:rsid w:val="00E24A25"/>
    <w:rsid w:val="00E253A5"/>
    <w:rsid w:val="00E259BC"/>
    <w:rsid w:val="00E25BFD"/>
    <w:rsid w:val="00E260F9"/>
    <w:rsid w:val="00E264A4"/>
    <w:rsid w:val="00E27337"/>
    <w:rsid w:val="00E2737C"/>
    <w:rsid w:val="00E27CB8"/>
    <w:rsid w:val="00E302F8"/>
    <w:rsid w:val="00E30720"/>
    <w:rsid w:val="00E30A1B"/>
    <w:rsid w:val="00E30D41"/>
    <w:rsid w:val="00E3108D"/>
    <w:rsid w:val="00E32474"/>
    <w:rsid w:val="00E32D9F"/>
    <w:rsid w:val="00E32EBB"/>
    <w:rsid w:val="00E33345"/>
    <w:rsid w:val="00E33A54"/>
    <w:rsid w:val="00E341D7"/>
    <w:rsid w:val="00E34BF7"/>
    <w:rsid w:val="00E34CD1"/>
    <w:rsid w:val="00E350C9"/>
    <w:rsid w:val="00E3539E"/>
    <w:rsid w:val="00E35747"/>
    <w:rsid w:val="00E35ED2"/>
    <w:rsid w:val="00E36D0B"/>
    <w:rsid w:val="00E36F59"/>
    <w:rsid w:val="00E3710A"/>
    <w:rsid w:val="00E37A85"/>
    <w:rsid w:val="00E37D13"/>
    <w:rsid w:val="00E401E1"/>
    <w:rsid w:val="00E40E62"/>
    <w:rsid w:val="00E40FCC"/>
    <w:rsid w:val="00E412A9"/>
    <w:rsid w:val="00E41FF3"/>
    <w:rsid w:val="00E4230F"/>
    <w:rsid w:val="00E42C70"/>
    <w:rsid w:val="00E42FDC"/>
    <w:rsid w:val="00E43122"/>
    <w:rsid w:val="00E43124"/>
    <w:rsid w:val="00E4334D"/>
    <w:rsid w:val="00E44003"/>
    <w:rsid w:val="00E454D9"/>
    <w:rsid w:val="00E455B6"/>
    <w:rsid w:val="00E456A5"/>
    <w:rsid w:val="00E462A7"/>
    <w:rsid w:val="00E46BEF"/>
    <w:rsid w:val="00E46F22"/>
    <w:rsid w:val="00E47096"/>
    <w:rsid w:val="00E4737C"/>
    <w:rsid w:val="00E5053B"/>
    <w:rsid w:val="00E5076E"/>
    <w:rsid w:val="00E50C29"/>
    <w:rsid w:val="00E514F7"/>
    <w:rsid w:val="00E51557"/>
    <w:rsid w:val="00E5192C"/>
    <w:rsid w:val="00E52585"/>
    <w:rsid w:val="00E52E8B"/>
    <w:rsid w:val="00E53254"/>
    <w:rsid w:val="00E533DF"/>
    <w:rsid w:val="00E535E2"/>
    <w:rsid w:val="00E538A8"/>
    <w:rsid w:val="00E53B80"/>
    <w:rsid w:val="00E53BE6"/>
    <w:rsid w:val="00E545C2"/>
    <w:rsid w:val="00E546B6"/>
    <w:rsid w:val="00E54CC0"/>
    <w:rsid w:val="00E54CDC"/>
    <w:rsid w:val="00E5501B"/>
    <w:rsid w:val="00E5512D"/>
    <w:rsid w:val="00E55730"/>
    <w:rsid w:val="00E56492"/>
    <w:rsid w:val="00E564A2"/>
    <w:rsid w:val="00E569DE"/>
    <w:rsid w:val="00E572BA"/>
    <w:rsid w:val="00E574E5"/>
    <w:rsid w:val="00E57827"/>
    <w:rsid w:val="00E578F1"/>
    <w:rsid w:val="00E60316"/>
    <w:rsid w:val="00E6077A"/>
    <w:rsid w:val="00E609FD"/>
    <w:rsid w:val="00E60FE4"/>
    <w:rsid w:val="00E61B4D"/>
    <w:rsid w:val="00E6227C"/>
    <w:rsid w:val="00E62776"/>
    <w:rsid w:val="00E629A8"/>
    <w:rsid w:val="00E63C51"/>
    <w:rsid w:val="00E63CFA"/>
    <w:rsid w:val="00E63E25"/>
    <w:rsid w:val="00E643B6"/>
    <w:rsid w:val="00E64E30"/>
    <w:rsid w:val="00E64F77"/>
    <w:rsid w:val="00E64FBD"/>
    <w:rsid w:val="00E65599"/>
    <w:rsid w:val="00E65D10"/>
    <w:rsid w:val="00E65DB2"/>
    <w:rsid w:val="00E67210"/>
    <w:rsid w:val="00E67527"/>
    <w:rsid w:val="00E678A3"/>
    <w:rsid w:val="00E67BB2"/>
    <w:rsid w:val="00E70269"/>
    <w:rsid w:val="00E7040F"/>
    <w:rsid w:val="00E70D31"/>
    <w:rsid w:val="00E70FE7"/>
    <w:rsid w:val="00E71139"/>
    <w:rsid w:val="00E71142"/>
    <w:rsid w:val="00E71368"/>
    <w:rsid w:val="00E718B5"/>
    <w:rsid w:val="00E719A4"/>
    <w:rsid w:val="00E71B48"/>
    <w:rsid w:val="00E71B8C"/>
    <w:rsid w:val="00E726D8"/>
    <w:rsid w:val="00E72AD4"/>
    <w:rsid w:val="00E72D20"/>
    <w:rsid w:val="00E72EC1"/>
    <w:rsid w:val="00E73403"/>
    <w:rsid w:val="00E736BE"/>
    <w:rsid w:val="00E73728"/>
    <w:rsid w:val="00E73AA3"/>
    <w:rsid w:val="00E73C76"/>
    <w:rsid w:val="00E73E8C"/>
    <w:rsid w:val="00E7477C"/>
    <w:rsid w:val="00E7490F"/>
    <w:rsid w:val="00E74F63"/>
    <w:rsid w:val="00E752A8"/>
    <w:rsid w:val="00E7551F"/>
    <w:rsid w:val="00E7602E"/>
    <w:rsid w:val="00E76A20"/>
    <w:rsid w:val="00E76E53"/>
    <w:rsid w:val="00E772CD"/>
    <w:rsid w:val="00E77457"/>
    <w:rsid w:val="00E774A7"/>
    <w:rsid w:val="00E7750F"/>
    <w:rsid w:val="00E775A0"/>
    <w:rsid w:val="00E77629"/>
    <w:rsid w:val="00E77C37"/>
    <w:rsid w:val="00E804D6"/>
    <w:rsid w:val="00E808D7"/>
    <w:rsid w:val="00E80932"/>
    <w:rsid w:val="00E80965"/>
    <w:rsid w:val="00E809B2"/>
    <w:rsid w:val="00E80BC3"/>
    <w:rsid w:val="00E813AF"/>
    <w:rsid w:val="00E813F2"/>
    <w:rsid w:val="00E81427"/>
    <w:rsid w:val="00E8173E"/>
    <w:rsid w:val="00E81A95"/>
    <w:rsid w:val="00E81CC2"/>
    <w:rsid w:val="00E8273D"/>
    <w:rsid w:val="00E828B2"/>
    <w:rsid w:val="00E82A81"/>
    <w:rsid w:val="00E82E72"/>
    <w:rsid w:val="00E83066"/>
    <w:rsid w:val="00E83FFF"/>
    <w:rsid w:val="00E84402"/>
    <w:rsid w:val="00E84440"/>
    <w:rsid w:val="00E8462D"/>
    <w:rsid w:val="00E84DC6"/>
    <w:rsid w:val="00E8520C"/>
    <w:rsid w:val="00E8548E"/>
    <w:rsid w:val="00E86329"/>
    <w:rsid w:val="00E86393"/>
    <w:rsid w:val="00E86B51"/>
    <w:rsid w:val="00E86D48"/>
    <w:rsid w:val="00E86FD6"/>
    <w:rsid w:val="00E87110"/>
    <w:rsid w:val="00E876BB"/>
    <w:rsid w:val="00E87771"/>
    <w:rsid w:val="00E87E37"/>
    <w:rsid w:val="00E904EA"/>
    <w:rsid w:val="00E90664"/>
    <w:rsid w:val="00E9084E"/>
    <w:rsid w:val="00E908AF"/>
    <w:rsid w:val="00E90A16"/>
    <w:rsid w:val="00E90A49"/>
    <w:rsid w:val="00E90CDD"/>
    <w:rsid w:val="00E90CE5"/>
    <w:rsid w:val="00E91495"/>
    <w:rsid w:val="00E91B3B"/>
    <w:rsid w:val="00E920F8"/>
    <w:rsid w:val="00E922A6"/>
    <w:rsid w:val="00E92700"/>
    <w:rsid w:val="00E92904"/>
    <w:rsid w:val="00E92A52"/>
    <w:rsid w:val="00E92CF6"/>
    <w:rsid w:val="00E9306B"/>
    <w:rsid w:val="00E93267"/>
    <w:rsid w:val="00E938A8"/>
    <w:rsid w:val="00E93E53"/>
    <w:rsid w:val="00E94275"/>
    <w:rsid w:val="00E943F7"/>
    <w:rsid w:val="00E94FB3"/>
    <w:rsid w:val="00E95721"/>
    <w:rsid w:val="00E959D0"/>
    <w:rsid w:val="00E95A5C"/>
    <w:rsid w:val="00E9630F"/>
    <w:rsid w:val="00E9656A"/>
    <w:rsid w:val="00E96A30"/>
    <w:rsid w:val="00E96A37"/>
    <w:rsid w:val="00E96A3D"/>
    <w:rsid w:val="00E96F05"/>
    <w:rsid w:val="00E9701D"/>
    <w:rsid w:val="00E972C5"/>
    <w:rsid w:val="00E979CB"/>
    <w:rsid w:val="00E97F29"/>
    <w:rsid w:val="00EA005B"/>
    <w:rsid w:val="00EA038D"/>
    <w:rsid w:val="00EA05AE"/>
    <w:rsid w:val="00EA0BF2"/>
    <w:rsid w:val="00EA10AD"/>
    <w:rsid w:val="00EA1124"/>
    <w:rsid w:val="00EA14AB"/>
    <w:rsid w:val="00EA15FE"/>
    <w:rsid w:val="00EA16B0"/>
    <w:rsid w:val="00EA1942"/>
    <w:rsid w:val="00EA30D9"/>
    <w:rsid w:val="00EA340E"/>
    <w:rsid w:val="00EA3A9E"/>
    <w:rsid w:val="00EA3B1F"/>
    <w:rsid w:val="00EA4248"/>
    <w:rsid w:val="00EA42AE"/>
    <w:rsid w:val="00EA4723"/>
    <w:rsid w:val="00EA5009"/>
    <w:rsid w:val="00EA52C9"/>
    <w:rsid w:val="00EA56E3"/>
    <w:rsid w:val="00EA5A95"/>
    <w:rsid w:val="00EA5CAD"/>
    <w:rsid w:val="00EA642D"/>
    <w:rsid w:val="00EA6572"/>
    <w:rsid w:val="00EA6BAC"/>
    <w:rsid w:val="00EA6DE6"/>
    <w:rsid w:val="00EA6ED8"/>
    <w:rsid w:val="00EA7433"/>
    <w:rsid w:val="00EB00E0"/>
    <w:rsid w:val="00EB1098"/>
    <w:rsid w:val="00EB1145"/>
    <w:rsid w:val="00EB12FD"/>
    <w:rsid w:val="00EB14B8"/>
    <w:rsid w:val="00EB1F86"/>
    <w:rsid w:val="00EB204C"/>
    <w:rsid w:val="00EB3123"/>
    <w:rsid w:val="00EB31BC"/>
    <w:rsid w:val="00EB32F8"/>
    <w:rsid w:val="00EB34D9"/>
    <w:rsid w:val="00EB3B66"/>
    <w:rsid w:val="00EB3D31"/>
    <w:rsid w:val="00EB3DF2"/>
    <w:rsid w:val="00EB405F"/>
    <w:rsid w:val="00EB40D2"/>
    <w:rsid w:val="00EB422F"/>
    <w:rsid w:val="00EB4D70"/>
    <w:rsid w:val="00EB5204"/>
    <w:rsid w:val="00EB55D0"/>
    <w:rsid w:val="00EB5646"/>
    <w:rsid w:val="00EB5ADB"/>
    <w:rsid w:val="00EB5D68"/>
    <w:rsid w:val="00EB5FD0"/>
    <w:rsid w:val="00EB611F"/>
    <w:rsid w:val="00EB7421"/>
    <w:rsid w:val="00EB78AF"/>
    <w:rsid w:val="00EB78CE"/>
    <w:rsid w:val="00EB7EC6"/>
    <w:rsid w:val="00EC002B"/>
    <w:rsid w:val="00EC00C4"/>
    <w:rsid w:val="00EC0504"/>
    <w:rsid w:val="00EC0570"/>
    <w:rsid w:val="00EC0F78"/>
    <w:rsid w:val="00EC1209"/>
    <w:rsid w:val="00EC19CA"/>
    <w:rsid w:val="00EC1A32"/>
    <w:rsid w:val="00EC1A39"/>
    <w:rsid w:val="00EC1C1C"/>
    <w:rsid w:val="00EC218A"/>
    <w:rsid w:val="00EC230E"/>
    <w:rsid w:val="00EC270C"/>
    <w:rsid w:val="00EC2829"/>
    <w:rsid w:val="00EC296F"/>
    <w:rsid w:val="00EC2E9A"/>
    <w:rsid w:val="00EC2F6E"/>
    <w:rsid w:val="00EC37DC"/>
    <w:rsid w:val="00EC4874"/>
    <w:rsid w:val="00EC517B"/>
    <w:rsid w:val="00EC549C"/>
    <w:rsid w:val="00EC5B41"/>
    <w:rsid w:val="00EC5C01"/>
    <w:rsid w:val="00EC6EC8"/>
    <w:rsid w:val="00EC766D"/>
    <w:rsid w:val="00EC7730"/>
    <w:rsid w:val="00EC7E34"/>
    <w:rsid w:val="00ED003C"/>
    <w:rsid w:val="00ED0181"/>
    <w:rsid w:val="00ED0366"/>
    <w:rsid w:val="00ED07EC"/>
    <w:rsid w:val="00ED0CA2"/>
    <w:rsid w:val="00ED120F"/>
    <w:rsid w:val="00ED137B"/>
    <w:rsid w:val="00ED1E04"/>
    <w:rsid w:val="00ED202E"/>
    <w:rsid w:val="00ED2BA3"/>
    <w:rsid w:val="00ED2E40"/>
    <w:rsid w:val="00ED3193"/>
    <w:rsid w:val="00ED341B"/>
    <w:rsid w:val="00ED3DFD"/>
    <w:rsid w:val="00ED3F21"/>
    <w:rsid w:val="00ED46B3"/>
    <w:rsid w:val="00ED4D3B"/>
    <w:rsid w:val="00ED5289"/>
    <w:rsid w:val="00ED536B"/>
    <w:rsid w:val="00ED58E8"/>
    <w:rsid w:val="00ED5AB1"/>
    <w:rsid w:val="00ED5DE8"/>
    <w:rsid w:val="00ED5FA3"/>
    <w:rsid w:val="00ED619F"/>
    <w:rsid w:val="00ED6C18"/>
    <w:rsid w:val="00ED70DB"/>
    <w:rsid w:val="00ED7268"/>
    <w:rsid w:val="00ED7545"/>
    <w:rsid w:val="00ED7A22"/>
    <w:rsid w:val="00ED7CBE"/>
    <w:rsid w:val="00ED7D0F"/>
    <w:rsid w:val="00ED7D2A"/>
    <w:rsid w:val="00EE00AA"/>
    <w:rsid w:val="00EE080F"/>
    <w:rsid w:val="00EE1210"/>
    <w:rsid w:val="00EE2405"/>
    <w:rsid w:val="00EE2574"/>
    <w:rsid w:val="00EE260F"/>
    <w:rsid w:val="00EE3436"/>
    <w:rsid w:val="00EE3645"/>
    <w:rsid w:val="00EE3675"/>
    <w:rsid w:val="00EE47DD"/>
    <w:rsid w:val="00EE4B2E"/>
    <w:rsid w:val="00EE56E1"/>
    <w:rsid w:val="00EE58B6"/>
    <w:rsid w:val="00EE58E9"/>
    <w:rsid w:val="00EE5940"/>
    <w:rsid w:val="00EE604B"/>
    <w:rsid w:val="00EE6B33"/>
    <w:rsid w:val="00EE6EB4"/>
    <w:rsid w:val="00EE715F"/>
    <w:rsid w:val="00EE72FD"/>
    <w:rsid w:val="00EE7C4F"/>
    <w:rsid w:val="00EE7DD0"/>
    <w:rsid w:val="00EE7E16"/>
    <w:rsid w:val="00EF0142"/>
    <w:rsid w:val="00EF0462"/>
    <w:rsid w:val="00EF135C"/>
    <w:rsid w:val="00EF13B1"/>
    <w:rsid w:val="00EF1879"/>
    <w:rsid w:val="00EF1F6E"/>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B2B"/>
    <w:rsid w:val="00EF7FAE"/>
    <w:rsid w:val="00F00064"/>
    <w:rsid w:val="00F00190"/>
    <w:rsid w:val="00F004E8"/>
    <w:rsid w:val="00F0084F"/>
    <w:rsid w:val="00F00D68"/>
    <w:rsid w:val="00F0128D"/>
    <w:rsid w:val="00F01B37"/>
    <w:rsid w:val="00F02352"/>
    <w:rsid w:val="00F02941"/>
    <w:rsid w:val="00F029D8"/>
    <w:rsid w:val="00F02C57"/>
    <w:rsid w:val="00F031CD"/>
    <w:rsid w:val="00F0350E"/>
    <w:rsid w:val="00F039DA"/>
    <w:rsid w:val="00F03BBE"/>
    <w:rsid w:val="00F03D35"/>
    <w:rsid w:val="00F046EF"/>
    <w:rsid w:val="00F048CB"/>
    <w:rsid w:val="00F04CA8"/>
    <w:rsid w:val="00F04F90"/>
    <w:rsid w:val="00F05207"/>
    <w:rsid w:val="00F059EC"/>
    <w:rsid w:val="00F05A78"/>
    <w:rsid w:val="00F06BC2"/>
    <w:rsid w:val="00F06D2B"/>
    <w:rsid w:val="00F06DAC"/>
    <w:rsid w:val="00F06E98"/>
    <w:rsid w:val="00F06FF1"/>
    <w:rsid w:val="00F070E5"/>
    <w:rsid w:val="00F073A5"/>
    <w:rsid w:val="00F0795B"/>
    <w:rsid w:val="00F07CC3"/>
    <w:rsid w:val="00F07E5E"/>
    <w:rsid w:val="00F1015F"/>
    <w:rsid w:val="00F10268"/>
    <w:rsid w:val="00F10600"/>
    <w:rsid w:val="00F1087C"/>
    <w:rsid w:val="00F10C27"/>
    <w:rsid w:val="00F10DEF"/>
    <w:rsid w:val="00F11389"/>
    <w:rsid w:val="00F1188A"/>
    <w:rsid w:val="00F11B12"/>
    <w:rsid w:val="00F12157"/>
    <w:rsid w:val="00F1271F"/>
    <w:rsid w:val="00F12B98"/>
    <w:rsid w:val="00F132C0"/>
    <w:rsid w:val="00F133E1"/>
    <w:rsid w:val="00F134B2"/>
    <w:rsid w:val="00F138C5"/>
    <w:rsid w:val="00F13A3B"/>
    <w:rsid w:val="00F13D79"/>
    <w:rsid w:val="00F13E61"/>
    <w:rsid w:val="00F140D8"/>
    <w:rsid w:val="00F1425B"/>
    <w:rsid w:val="00F14859"/>
    <w:rsid w:val="00F1517E"/>
    <w:rsid w:val="00F15E63"/>
    <w:rsid w:val="00F15E66"/>
    <w:rsid w:val="00F163A8"/>
    <w:rsid w:val="00F16678"/>
    <w:rsid w:val="00F16F65"/>
    <w:rsid w:val="00F17805"/>
    <w:rsid w:val="00F17927"/>
    <w:rsid w:val="00F17C21"/>
    <w:rsid w:val="00F17FA9"/>
    <w:rsid w:val="00F20326"/>
    <w:rsid w:val="00F2061A"/>
    <w:rsid w:val="00F21947"/>
    <w:rsid w:val="00F2255C"/>
    <w:rsid w:val="00F22566"/>
    <w:rsid w:val="00F227C9"/>
    <w:rsid w:val="00F22D15"/>
    <w:rsid w:val="00F23437"/>
    <w:rsid w:val="00F23FA7"/>
    <w:rsid w:val="00F24203"/>
    <w:rsid w:val="00F2461E"/>
    <w:rsid w:val="00F24897"/>
    <w:rsid w:val="00F249BB"/>
    <w:rsid w:val="00F24C83"/>
    <w:rsid w:val="00F250FA"/>
    <w:rsid w:val="00F2577C"/>
    <w:rsid w:val="00F26388"/>
    <w:rsid w:val="00F267BE"/>
    <w:rsid w:val="00F277AD"/>
    <w:rsid w:val="00F279B7"/>
    <w:rsid w:val="00F27A26"/>
    <w:rsid w:val="00F30115"/>
    <w:rsid w:val="00F307C4"/>
    <w:rsid w:val="00F30C0A"/>
    <w:rsid w:val="00F30E09"/>
    <w:rsid w:val="00F310C1"/>
    <w:rsid w:val="00F311A7"/>
    <w:rsid w:val="00F31589"/>
    <w:rsid w:val="00F31902"/>
    <w:rsid w:val="00F31BE3"/>
    <w:rsid w:val="00F31F11"/>
    <w:rsid w:val="00F32071"/>
    <w:rsid w:val="00F3231F"/>
    <w:rsid w:val="00F32420"/>
    <w:rsid w:val="00F327F5"/>
    <w:rsid w:val="00F32DE5"/>
    <w:rsid w:val="00F332E1"/>
    <w:rsid w:val="00F33A59"/>
    <w:rsid w:val="00F34147"/>
    <w:rsid w:val="00F34249"/>
    <w:rsid w:val="00F3445A"/>
    <w:rsid w:val="00F34667"/>
    <w:rsid w:val="00F34A13"/>
    <w:rsid w:val="00F34B21"/>
    <w:rsid w:val="00F34CA5"/>
    <w:rsid w:val="00F34FAB"/>
    <w:rsid w:val="00F3594E"/>
    <w:rsid w:val="00F35AA5"/>
    <w:rsid w:val="00F35BFA"/>
    <w:rsid w:val="00F35C7F"/>
    <w:rsid w:val="00F360AE"/>
    <w:rsid w:val="00F367AF"/>
    <w:rsid w:val="00F36C00"/>
    <w:rsid w:val="00F37012"/>
    <w:rsid w:val="00F372B8"/>
    <w:rsid w:val="00F3791F"/>
    <w:rsid w:val="00F4068B"/>
    <w:rsid w:val="00F40C7D"/>
    <w:rsid w:val="00F41283"/>
    <w:rsid w:val="00F41860"/>
    <w:rsid w:val="00F4198D"/>
    <w:rsid w:val="00F41E90"/>
    <w:rsid w:val="00F42687"/>
    <w:rsid w:val="00F426B8"/>
    <w:rsid w:val="00F42BA2"/>
    <w:rsid w:val="00F43044"/>
    <w:rsid w:val="00F43233"/>
    <w:rsid w:val="00F43697"/>
    <w:rsid w:val="00F436BF"/>
    <w:rsid w:val="00F43D76"/>
    <w:rsid w:val="00F43FDC"/>
    <w:rsid w:val="00F447F3"/>
    <w:rsid w:val="00F44D5A"/>
    <w:rsid w:val="00F45101"/>
    <w:rsid w:val="00F45477"/>
    <w:rsid w:val="00F455D8"/>
    <w:rsid w:val="00F45B10"/>
    <w:rsid w:val="00F45E0A"/>
    <w:rsid w:val="00F46932"/>
    <w:rsid w:val="00F47595"/>
    <w:rsid w:val="00F4769E"/>
    <w:rsid w:val="00F50110"/>
    <w:rsid w:val="00F505FE"/>
    <w:rsid w:val="00F506E3"/>
    <w:rsid w:val="00F509E0"/>
    <w:rsid w:val="00F517F7"/>
    <w:rsid w:val="00F51BD4"/>
    <w:rsid w:val="00F522F5"/>
    <w:rsid w:val="00F528C6"/>
    <w:rsid w:val="00F53014"/>
    <w:rsid w:val="00F5316D"/>
    <w:rsid w:val="00F53257"/>
    <w:rsid w:val="00F5407E"/>
    <w:rsid w:val="00F544EA"/>
    <w:rsid w:val="00F54849"/>
    <w:rsid w:val="00F54B7C"/>
    <w:rsid w:val="00F54EE1"/>
    <w:rsid w:val="00F5545E"/>
    <w:rsid w:val="00F561DF"/>
    <w:rsid w:val="00F562A3"/>
    <w:rsid w:val="00F56B47"/>
    <w:rsid w:val="00F56B78"/>
    <w:rsid w:val="00F56BB6"/>
    <w:rsid w:val="00F570D7"/>
    <w:rsid w:val="00F571FE"/>
    <w:rsid w:val="00F579E6"/>
    <w:rsid w:val="00F57A8D"/>
    <w:rsid w:val="00F57BD6"/>
    <w:rsid w:val="00F602DE"/>
    <w:rsid w:val="00F606E9"/>
    <w:rsid w:val="00F60CD9"/>
    <w:rsid w:val="00F61218"/>
    <w:rsid w:val="00F6156D"/>
    <w:rsid w:val="00F615B1"/>
    <w:rsid w:val="00F6172E"/>
    <w:rsid w:val="00F6185B"/>
    <w:rsid w:val="00F61D20"/>
    <w:rsid w:val="00F620DB"/>
    <w:rsid w:val="00F62161"/>
    <w:rsid w:val="00F621A2"/>
    <w:rsid w:val="00F623D3"/>
    <w:rsid w:val="00F624D9"/>
    <w:rsid w:val="00F62C96"/>
    <w:rsid w:val="00F62CC6"/>
    <w:rsid w:val="00F631E1"/>
    <w:rsid w:val="00F638A5"/>
    <w:rsid w:val="00F63907"/>
    <w:rsid w:val="00F63CB0"/>
    <w:rsid w:val="00F63E71"/>
    <w:rsid w:val="00F64824"/>
    <w:rsid w:val="00F64B26"/>
    <w:rsid w:val="00F656E9"/>
    <w:rsid w:val="00F6591C"/>
    <w:rsid w:val="00F66545"/>
    <w:rsid w:val="00F66676"/>
    <w:rsid w:val="00F66D67"/>
    <w:rsid w:val="00F670AA"/>
    <w:rsid w:val="00F673C2"/>
    <w:rsid w:val="00F67C23"/>
    <w:rsid w:val="00F67D43"/>
    <w:rsid w:val="00F70209"/>
    <w:rsid w:val="00F708EB"/>
    <w:rsid w:val="00F70E54"/>
    <w:rsid w:val="00F71329"/>
    <w:rsid w:val="00F715FC"/>
    <w:rsid w:val="00F71859"/>
    <w:rsid w:val="00F71983"/>
    <w:rsid w:val="00F71C0D"/>
    <w:rsid w:val="00F7205E"/>
    <w:rsid w:val="00F723B6"/>
    <w:rsid w:val="00F72608"/>
    <w:rsid w:val="00F7298E"/>
    <w:rsid w:val="00F72A3C"/>
    <w:rsid w:val="00F72AE5"/>
    <w:rsid w:val="00F72BA8"/>
    <w:rsid w:val="00F72CEB"/>
    <w:rsid w:val="00F73E3A"/>
    <w:rsid w:val="00F73E48"/>
    <w:rsid w:val="00F73EDE"/>
    <w:rsid w:val="00F745D3"/>
    <w:rsid w:val="00F7468F"/>
    <w:rsid w:val="00F74C81"/>
    <w:rsid w:val="00F74D82"/>
    <w:rsid w:val="00F74E1B"/>
    <w:rsid w:val="00F74E6A"/>
    <w:rsid w:val="00F74FDC"/>
    <w:rsid w:val="00F74FED"/>
    <w:rsid w:val="00F75548"/>
    <w:rsid w:val="00F7566A"/>
    <w:rsid w:val="00F75E2A"/>
    <w:rsid w:val="00F75FE9"/>
    <w:rsid w:val="00F769A5"/>
    <w:rsid w:val="00F769C7"/>
    <w:rsid w:val="00F7700B"/>
    <w:rsid w:val="00F770F5"/>
    <w:rsid w:val="00F770FE"/>
    <w:rsid w:val="00F7729B"/>
    <w:rsid w:val="00F77400"/>
    <w:rsid w:val="00F8094E"/>
    <w:rsid w:val="00F80A37"/>
    <w:rsid w:val="00F80C1E"/>
    <w:rsid w:val="00F80D30"/>
    <w:rsid w:val="00F80D7D"/>
    <w:rsid w:val="00F81ADB"/>
    <w:rsid w:val="00F81B3C"/>
    <w:rsid w:val="00F8205E"/>
    <w:rsid w:val="00F82107"/>
    <w:rsid w:val="00F829F8"/>
    <w:rsid w:val="00F82A57"/>
    <w:rsid w:val="00F82FF9"/>
    <w:rsid w:val="00F83418"/>
    <w:rsid w:val="00F83A2C"/>
    <w:rsid w:val="00F83E9D"/>
    <w:rsid w:val="00F846D0"/>
    <w:rsid w:val="00F85ABF"/>
    <w:rsid w:val="00F85FC8"/>
    <w:rsid w:val="00F8615F"/>
    <w:rsid w:val="00F864F2"/>
    <w:rsid w:val="00F86701"/>
    <w:rsid w:val="00F86C5B"/>
    <w:rsid w:val="00F9033F"/>
    <w:rsid w:val="00F907D2"/>
    <w:rsid w:val="00F9157D"/>
    <w:rsid w:val="00F919AD"/>
    <w:rsid w:val="00F92829"/>
    <w:rsid w:val="00F92F7F"/>
    <w:rsid w:val="00F930EA"/>
    <w:rsid w:val="00F934F8"/>
    <w:rsid w:val="00F93F56"/>
    <w:rsid w:val="00F9423D"/>
    <w:rsid w:val="00F94370"/>
    <w:rsid w:val="00F947F1"/>
    <w:rsid w:val="00F94A76"/>
    <w:rsid w:val="00F95601"/>
    <w:rsid w:val="00F9582F"/>
    <w:rsid w:val="00F95D22"/>
    <w:rsid w:val="00F95D71"/>
    <w:rsid w:val="00F961C1"/>
    <w:rsid w:val="00F96954"/>
    <w:rsid w:val="00F96A4F"/>
    <w:rsid w:val="00F96F57"/>
    <w:rsid w:val="00F97116"/>
    <w:rsid w:val="00F97466"/>
    <w:rsid w:val="00F976BA"/>
    <w:rsid w:val="00F97887"/>
    <w:rsid w:val="00F97A0A"/>
    <w:rsid w:val="00F97A32"/>
    <w:rsid w:val="00F97CE9"/>
    <w:rsid w:val="00FA0275"/>
    <w:rsid w:val="00FA02EB"/>
    <w:rsid w:val="00FA15C9"/>
    <w:rsid w:val="00FA16DB"/>
    <w:rsid w:val="00FA1810"/>
    <w:rsid w:val="00FA1A02"/>
    <w:rsid w:val="00FA1EB1"/>
    <w:rsid w:val="00FA2DA5"/>
    <w:rsid w:val="00FA36B4"/>
    <w:rsid w:val="00FA3A8E"/>
    <w:rsid w:val="00FA3B58"/>
    <w:rsid w:val="00FA3C53"/>
    <w:rsid w:val="00FA3F72"/>
    <w:rsid w:val="00FA4378"/>
    <w:rsid w:val="00FA52F8"/>
    <w:rsid w:val="00FA5484"/>
    <w:rsid w:val="00FA57F0"/>
    <w:rsid w:val="00FA6127"/>
    <w:rsid w:val="00FA66BE"/>
    <w:rsid w:val="00FA6AE6"/>
    <w:rsid w:val="00FA6BBA"/>
    <w:rsid w:val="00FA6E89"/>
    <w:rsid w:val="00FA78AE"/>
    <w:rsid w:val="00FA794F"/>
    <w:rsid w:val="00FA7AD9"/>
    <w:rsid w:val="00FA7CA1"/>
    <w:rsid w:val="00FA7E0B"/>
    <w:rsid w:val="00FA7FCA"/>
    <w:rsid w:val="00FB04FE"/>
    <w:rsid w:val="00FB090A"/>
    <w:rsid w:val="00FB0F5B"/>
    <w:rsid w:val="00FB1713"/>
    <w:rsid w:val="00FB1C56"/>
    <w:rsid w:val="00FB1E1F"/>
    <w:rsid w:val="00FB23AE"/>
    <w:rsid w:val="00FB2AB6"/>
    <w:rsid w:val="00FB2BAD"/>
    <w:rsid w:val="00FB2F0C"/>
    <w:rsid w:val="00FB32CA"/>
    <w:rsid w:val="00FB3377"/>
    <w:rsid w:val="00FB35D1"/>
    <w:rsid w:val="00FB3EBB"/>
    <w:rsid w:val="00FB4549"/>
    <w:rsid w:val="00FB45B0"/>
    <w:rsid w:val="00FB46B5"/>
    <w:rsid w:val="00FB4ABB"/>
    <w:rsid w:val="00FB4D0D"/>
    <w:rsid w:val="00FB52D6"/>
    <w:rsid w:val="00FB5942"/>
    <w:rsid w:val="00FB5C7D"/>
    <w:rsid w:val="00FB5F4E"/>
    <w:rsid w:val="00FB67B6"/>
    <w:rsid w:val="00FB6A6F"/>
    <w:rsid w:val="00FB7CFB"/>
    <w:rsid w:val="00FC002F"/>
    <w:rsid w:val="00FC01FE"/>
    <w:rsid w:val="00FC0642"/>
    <w:rsid w:val="00FC0708"/>
    <w:rsid w:val="00FC09EB"/>
    <w:rsid w:val="00FC0B8E"/>
    <w:rsid w:val="00FC0C63"/>
    <w:rsid w:val="00FC105F"/>
    <w:rsid w:val="00FC10F9"/>
    <w:rsid w:val="00FC1380"/>
    <w:rsid w:val="00FC1B0A"/>
    <w:rsid w:val="00FC1B38"/>
    <w:rsid w:val="00FC1C55"/>
    <w:rsid w:val="00FC2822"/>
    <w:rsid w:val="00FC2D6F"/>
    <w:rsid w:val="00FC2F6E"/>
    <w:rsid w:val="00FC3091"/>
    <w:rsid w:val="00FC3599"/>
    <w:rsid w:val="00FC35E5"/>
    <w:rsid w:val="00FC3723"/>
    <w:rsid w:val="00FC37D1"/>
    <w:rsid w:val="00FC3834"/>
    <w:rsid w:val="00FC3B44"/>
    <w:rsid w:val="00FC3DED"/>
    <w:rsid w:val="00FC4390"/>
    <w:rsid w:val="00FC4749"/>
    <w:rsid w:val="00FC49CC"/>
    <w:rsid w:val="00FC4DC2"/>
    <w:rsid w:val="00FC5BB6"/>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22A3"/>
    <w:rsid w:val="00FD40A7"/>
    <w:rsid w:val="00FD430C"/>
    <w:rsid w:val="00FD491F"/>
    <w:rsid w:val="00FD51E6"/>
    <w:rsid w:val="00FD5B79"/>
    <w:rsid w:val="00FD5DC9"/>
    <w:rsid w:val="00FD5E3F"/>
    <w:rsid w:val="00FD5E5D"/>
    <w:rsid w:val="00FD62F6"/>
    <w:rsid w:val="00FD67D5"/>
    <w:rsid w:val="00FD6AA0"/>
    <w:rsid w:val="00FD6EFC"/>
    <w:rsid w:val="00FD715B"/>
    <w:rsid w:val="00FD789A"/>
    <w:rsid w:val="00FD7B47"/>
    <w:rsid w:val="00FE03AA"/>
    <w:rsid w:val="00FE050F"/>
    <w:rsid w:val="00FE0606"/>
    <w:rsid w:val="00FE0BFA"/>
    <w:rsid w:val="00FE0D85"/>
    <w:rsid w:val="00FE0DC9"/>
    <w:rsid w:val="00FE0EF6"/>
    <w:rsid w:val="00FE0FE8"/>
    <w:rsid w:val="00FE11BF"/>
    <w:rsid w:val="00FE1224"/>
    <w:rsid w:val="00FE1531"/>
    <w:rsid w:val="00FE16CF"/>
    <w:rsid w:val="00FE21D0"/>
    <w:rsid w:val="00FE23C5"/>
    <w:rsid w:val="00FE31FE"/>
    <w:rsid w:val="00FE402A"/>
    <w:rsid w:val="00FE4210"/>
    <w:rsid w:val="00FE4D84"/>
    <w:rsid w:val="00FE59A8"/>
    <w:rsid w:val="00FE59FE"/>
    <w:rsid w:val="00FE5DF7"/>
    <w:rsid w:val="00FE5FAA"/>
    <w:rsid w:val="00FE69A3"/>
    <w:rsid w:val="00FE69AD"/>
    <w:rsid w:val="00FE7D1F"/>
    <w:rsid w:val="00FE7F36"/>
    <w:rsid w:val="00FE7FDC"/>
    <w:rsid w:val="00FF03E1"/>
    <w:rsid w:val="00FF08F6"/>
    <w:rsid w:val="00FF0F45"/>
    <w:rsid w:val="00FF0F74"/>
    <w:rsid w:val="00FF125A"/>
    <w:rsid w:val="00FF146B"/>
    <w:rsid w:val="00FF1A98"/>
    <w:rsid w:val="00FF21EB"/>
    <w:rsid w:val="00FF255A"/>
    <w:rsid w:val="00FF2654"/>
    <w:rsid w:val="00FF28C9"/>
    <w:rsid w:val="00FF2EEE"/>
    <w:rsid w:val="00FF3193"/>
    <w:rsid w:val="00FF364B"/>
    <w:rsid w:val="00FF384D"/>
    <w:rsid w:val="00FF4352"/>
    <w:rsid w:val="00FF455C"/>
    <w:rsid w:val="00FF4B12"/>
    <w:rsid w:val="00FF4DE4"/>
    <w:rsid w:val="00FF5014"/>
    <w:rsid w:val="00FF51E7"/>
    <w:rsid w:val="00FF5A63"/>
    <w:rsid w:val="00FF6072"/>
    <w:rsid w:val="00FF6894"/>
    <w:rsid w:val="00FF6F12"/>
    <w:rsid w:val="00FF7148"/>
    <w:rsid w:val="00FF7292"/>
    <w:rsid w:val="00FF78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3DFF2"/>
  <w15:docId w15:val="{9F73415B-6800-494E-87FC-9465D43F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45AFB"/>
    <w:pPr>
      <w:bidi/>
      <w:jc w:val="lowKashida"/>
    </w:pPr>
    <w:rPr>
      <w:rFonts w:ascii="Noto Nastaliq Urdu" w:eastAsia="Noto Nastaliq Urdu" w:hAnsi="Noto Nastaliq Urdu" w:cs="Noto Nastaliq Urdu"/>
      <w:b/>
      <w:noProof/>
      <w:color w:val="000000" w:themeColor="text1"/>
      <w:sz w:val="26"/>
      <w:szCs w:val="26"/>
      <w:lang w:bidi="ur-PK"/>
    </w:rPr>
  </w:style>
  <w:style w:type="character" w:customStyle="1" w:styleId="libNormalChar">
    <w:name w:val="libNormal Char"/>
    <w:basedOn w:val="DefaultParagraphFont"/>
    <w:link w:val="libNormal"/>
    <w:rsid w:val="00B45AFB"/>
    <w:rPr>
      <w:rFonts w:ascii="Noto Nastaliq Urdu" w:eastAsia="Noto Nastaliq Urdu" w:hAnsi="Noto Nastaliq Urdu" w:cs="Noto Nastaliq Urdu"/>
      <w:b/>
      <w:noProof/>
      <w:color w:val="000000" w:themeColor="text1"/>
      <w:sz w:val="26"/>
      <w:szCs w:val="26"/>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266288"/>
    <w:pPr>
      <w:spacing w:before="240"/>
    </w:pPr>
    <w:rPr>
      <w:rFonts w:eastAsia="Calibri"/>
      <w:sz w:val="18"/>
      <w:szCs w:val="18"/>
      <w:lang w:bidi="fa-IR"/>
    </w:rPr>
  </w:style>
  <w:style w:type="character" w:customStyle="1" w:styleId="libFootnoteChar">
    <w:name w:val="libFootnote Char"/>
    <w:basedOn w:val="libNormalChar"/>
    <w:link w:val="libFootnote"/>
    <w:rsid w:val="00266288"/>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jc w:val="right"/>
    </w:pPr>
  </w:style>
  <w:style w:type="paragraph" w:customStyle="1" w:styleId="libCenter">
    <w:name w:val="libCenter"/>
    <w:basedOn w:val="libNormal"/>
    <w:next w:val="libNormal"/>
    <w:rsid w:val="000A7750"/>
    <w:pPr>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jc w:val="center"/>
      <w:outlineLvl w:val="0"/>
    </w:pPr>
    <w:rPr>
      <w:color w:val="1F497D"/>
      <w:sz w:val="36"/>
      <w:szCs w:val="36"/>
    </w:rPr>
  </w:style>
  <w:style w:type="paragraph" w:customStyle="1" w:styleId="Heading2Center">
    <w:name w:val="Heading 2 Center"/>
    <w:basedOn w:val="libNormal"/>
    <w:next w:val="Heading2"/>
    <w:autoRedefine/>
    <w:rsid w:val="00FC0B8E"/>
    <w:pPr>
      <w:spacing w:before="120"/>
      <w:jc w:val="center"/>
      <w:outlineLvl w:val="1"/>
    </w:pPr>
    <w:rPr>
      <w:b w:val="0"/>
      <w:color w:val="1F497D"/>
    </w:rPr>
  </w:style>
  <w:style w:type="paragraph" w:customStyle="1" w:styleId="Heading3Center">
    <w:name w:val="Heading 3 Center"/>
    <w:basedOn w:val="libNormal"/>
    <w:next w:val="libNormal"/>
    <w:rsid w:val="00B637B2"/>
    <w:pPr>
      <w:spacing w:before="120"/>
      <w:jc w:val="center"/>
      <w:outlineLvl w:val="2"/>
    </w:pPr>
    <w:rPr>
      <w:i/>
      <w:iCs/>
      <w:color w:val="1F497D"/>
    </w:rPr>
  </w:style>
  <w:style w:type="paragraph" w:customStyle="1" w:styleId="Heading4Center">
    <w:name w:val="Heading 4 Center"/>
    <w:basedOn w:val="libNormal"/>
    <w:next w:val="Heading4"/>
    <w:rsid w:val="00796AAA"/>
    <w:pPr>
      <w:spacing w:before="240" w:after="60"/>
      <w:jc w:val="center"/>
      <w:outlineLvl w:val="3"/>
    </w:pPr>
  </w:style>
  <w:style w:type="paragraph" w:customStyle="1" w:styleId="Heading5Center">
    <w:name w:val="Heading 5 Center"/>
    <w:basedOn w:val="libNormal"/>
    <w:next w:val="Heading5"/>
    <w:rsid w:val="00796AAA"/>
    <w:pPr>
      <w:spacing w:before="240" w:after="6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jc w:val="center"/>
    </w:pPr>
    <w:rPr>
      <w:szCs w:val="28"/>
    </w:rPr>
  </w:style>
  <w:style w:type="paragraph" w:customStyle="1" w:styleId="libPoemFootnote">
    <w:name w:val="libPoemFootnote"/>
    <w:basedOn w:val="libPoem"/>
    <w:next w:val="libPoem"/>
    <w:rsid w:val="00651ADF"/>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D11EA1"/>
    <w:rPr>
      <w:b w:val="0"/>
      <w:bCs w:val="0"/>
      <w:color w:val="000000" w:themeColor="text1"/>
    </w:rPr>
  </w:style>
  <w:style w:type="character" w:customStyle="1" w:styleId="libArabicChar">
    <w:name w:val="libArabic Char"/>
    <w:basedOn w:val="libAieChar"/>
    <w:link w:val="libArabic"/>
    <w:rsid w:val="00D11EA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A27535"/>
    <w:rPr>
      <w:rFonts w:ascii="Noto Nastaliq Urdu" w:hAnsi="Noto Nastaliq Urdu" w:cs="Noto Nastaliq Urdu"/>
      <w:color w:val="0000FF" w:themeColor="hyperlink"/>
      <w:sz w:val="26"/>
      <w:szCs w:val="26"/>
      <w:u w:val="single"/>
    </w:rPr>
  </w:style>
  <w:style w:type="paragraph" w:styleId="TOCHeading">
    <w:name w:val="TOC Heading"/>
    <w:basedOn w:val="Heading1"/>
    <w:next w:val="Normal"/>
    <w:uiPriority w:val="39"/>
    <w:unhideWhenUsed/>
    <w:qFormat/>
    <w:rsid w:val="00277F2F"/>
    <w:pPr>
      <w:keepLines/>
      <w:bidi w:val="0"/>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 w:type="character" w:customStyle="1" w:styleId="libaie0">
    <w:name w:val="libaie"/>
    <w:basedOn w:val="DefaultParagraphFont"/>
    <w:rsid w:val="00375B0C"/>
  </w:style>
  <w:style w:type="character" w:customStyle="1" w:styleId="libalaem0">
    <w:name w:val="libalaem"/>
    <w:basedOn w:val="DefaultParagraphFont"/>
    <w:rsid w:val="00A9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162">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D784C-8D57-4D6D-9789-3B51A7CD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2744</TotalTime>
  <Pages>779</Pages>
  <Words>163439</Words>
  <Characters>931605</Characters>
  <Application>Microsoft Office Word</Application>
  <DocSecurity>0</DocSecurity>
  <Lines>7763</Lines>
  <Paragraphs>2185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100</cp:revision>
  <cp:lastPrinted>2018-10-02T11:15:00Z</cp:lastPrinted>
  <dcterms:created xsi:type="dcterms:W3CDTF">2019-11-26T06:55:00Z</dcterms:created>
  <dcterms:modified xsi:type="dcterms:W3CDTF">2019-12-24T08:43:00Z</dcterms:modified>
</cp:coreProperties>
</file>